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7FC" w:rsidRPr="00524A24" w:rsidRDefault="009647FC" w:rsidP="004E7EC6">
      <w:pPr>
        <w:pStyle w:val="libCenterBold1"/>
      </w:pPr>
      <w:r w:rsidRPr="004E7EC6">
        <w:rPr>
          <w:rtl/>
        </w:rPr>
        <w:t xml:space="preserve">ديوان السيد حيدر الحلّي </w:t>
      </w:r>
    </w:p>
    <w:p w:rsidR="009647FC" w:rsidRPr="00524A24" w:rsidRDefault="009647FC" w:rsidP="004E7EC6">
      <w:pPr>
        <w:pStyle w:val="libCenterBold1"/>
      </w:pPr>
      <w:r w:rsidRPr="004E7EC6">
        <w:rPr>
          <w:rtl/>
        </w:rPr>
        <w:t>ح</w:t>
      </w:r>
      <w:r w:rsidR="00677BC4">
        <w:rPr>
          <w:rtl/>
        </w:rPr>
        <w:t>َ</w:t>
      </w:r>
      <w:r w:rsidRPr="004E7EC6">
        <w:rPr>
          <w:rtl/>
        </w:rPr>
        <w:t>قّقه</w:t>
      </w:r>
      <w:r w:rsidR="00677BC4">
        <w:rPr>
          <w:rtl/>
        </w:rPr>
        <w:t>َ</w:t>
      </w:r>
      <w:r w:rsidRPr="004E7EC6">
        <w:rPr>
          <w:rtl/>
        </w:rPr>
        <w:t xml:space="preserve"> </w:t>
      </w:r>
    </w:p>
    <w:p w:rsidR="009647FC" w:rsidRPr="00524A24" w:rsidRDefault="009647FC" w:rsidP="004E7EC6">
      <w:pPr>
        <w:pStyle w:val="libCenterBold1"/>
      </w:pPr>
      <w:r w:rsidRPr="004E7EC6">
        <w:rPr>
          <w:rtl/>
        </w:rPr>
        <w:t>علي الخاقاني</w:t>
      </w:r>
    </w:p>
    <w:p w:rsidR="009647FC" w:rsidRPr="00524A24" w:rsidRDefault="009647FC" w:rsidP="004E7EC6">
      <w:pPr>
        <w:pStyle w:val="libCenterBold1"/>
      </w:pPr>
      <w:r w:rsidRPr="004E7EC6">
        <w:rPr>
          <w:rtl/>
        </w:rPr>
        <w:t>الجزء الثاني</w:t>
      </w:r>
    </w:p>
    <w:p w:rsidR="009647FC" w:rsidRPr="00524A24" w:rsidRDefault="009647FC" w:rsidP="004E7EC6">
      <w:pPr>
        <w:pStyle w:val="libCenterBold1"/>
      </w:pPr>
      <w:r w:rsidRPr="004E7EC6">
        <w:rPr>
          <w:rtl/>
        </w:rPr>
        <w:t>منشورات</w:t>
      </w:r>
    </w:p>
    <w:p w:rsidR="009647FC" w:rsidRPr="00524A24" w:rsidRDefault="009647FC" w:rsidP="004E7EC6">
      <w:pPr>
        <w:pStyle w:val="libCenterBold1"/>
      </w:pPr>
      <w:r w:rsidRPr="004E7EC6">
        <w:rPr>
          <w:rtl/>
        </w:rPr>
        <w:t>مؤسسة الأعلمي للمطبوعات</w:t>
      </w:r>
    </w:p>
    <w:p w:rsidR="009647FC" w:rsidRPr="00524A24" w:rsidRDefault="009647FC" w:rsidP="004E7EC6">
      <w:pPr>
        <w:pStyle w:val="libCenterBold1"/>
      </w:pPr>
      <w:r w:rsidRPr="004E7EC6">
        <w:rPr>
          <w:rtl/>
        </w:rPr>
        <w:t>بيروت</w:t>
      </w:r>
      <w:r w:rsidR="004E7EC6">
        <w:rPr>
          <w:rtl/>
        </w:rPr>
        <w:t xml:space="preserve"> - </w:t>
      </w:r>
      <w:r w:rsidRPr="004E7EC6">
        <w:rPr>
          <w:rtl/>
        </w:rPr>
        <w:t xml:space="preserve">لبنان </w:t>
      </w:r>
    </w:p>
    <w:p w:rsidR="009647FC" w:rsidRPr="00524A24" w:rsidRDefault="009647FC" w:rsidP="004E7EC6">
      <w:pPr>
        <w:pStyle w:val="libCenterBold1"/>
      </w:pPr>
      <w:r w:rsidRPr="004E7EC6">
        <w:rPr>
          <w:rtl/>
        </w:rPr>
        <w:t>ص</w:t>
      </w:r>
      <w:r w:rsidR="00D769AB">
        <w:rPr>
          <w:rtl/>
        </w:rPr>
        <w:t>.</w:t>
      </w:r>
      <w:r w:rsidRPr="004E7EC6">
        <w:rPr>
          <w:rtl/>
        </w:rPr>
        <w:t xml:space="preserve"> ب 7120</w:t>
      </w:r>
    </w:p>
    <w:p w:rsidR="004E7EC6" w:rsidRDefault="004E7EC6" w:rsidP="004E7EC6">
      <w:pPr>
        <w:pStyle w:val="libNormal"/>
        <w:rPr>
          <w:rtl/>
        </w:rPr>
      </w:pPr>
      <w:r>
        <w:rPr>
          <w:rtl/>
        </w:rPr>
        <w:br w:type="page"/>
      </w:r>
    </w:p>
    <w:p w:rsidR="009647FC" w:rsidRPr="00524A24" w:rsidRDefault="009647FC" w:rsidP="004E7EC6">
      <w:pPr>
        <w:pStyle w:val="libCenter"/>
      </w:pPr>
      <w:r w:rsidRPr="009647FC">
        <w:rPr>
          <w:rtl/>
        </w:rPr>
        <w:lastRenderedPageBreak/>
        <w:t>بسم اللّه الرّحمن الرحيم</w:t>
      </w:r>
    </w:p>
    <w:p w:rsidR="009647FC" w:rsidRPr="00524A24" w:rsidRDefault="009647FC" w:rsidP="004E7EC6">
      <w:pPr>
        <w:pStyle w:val="libNormal"/>
      </w:pPr>
      <w:r w:rsidRPr="004E7EC6">
        <w:rPr>
          <w:rtl/>
        </w:rPr>
        <w:t>هذا جملة ما نظمه وما نثره المرحوم المبرور السّيد حيدر أبو سليمان ابن سليمان بن داود بن سليمان بن حيدر بن أحمد بن محمود بن شهاب بن علي بن محمد بن أبي عبد اللّه بن أبي القاسم ابن أبي البركات ابن القاسم ابن علي بن أبي طالب ابن محمد بن أبي علي عمر الشريف ابن يحيى بن أبي عبد اللّه الحسين النّسابة ابن أحمد المحدّث ابن أبي علي عمر بن يحيى بن الحسين ذي الدّمعة بن زيد الشهيد بن علي بن الحسين بن علي بن أبي طالب بن عبد المطلب بن هاشم (أفضل التحية والسّلام عليهم) كما قال</w:t>
      </w:r>
      <w:r w:rsidR="00D769AB">
        <w:rPr>
          <w:rtl/>
        </w:rPr>
        <w:t>:</w:t>
      </w:r>
    </w:p>
    <w:tbl>
      <w:tblPr>
        <w:tblStyle w:val="TableGrid"/>
        <w:bidiVisual/>
        <w:tblW w:w="4562" w:type="pct"/>
        <w:tblInd w:w="384" w:type="dxa"/>
        <w:tblLook w:val="01E0"/>
      </w:tblPr>
      <w:tblGrid>
        <w:gridCol w:w="3924"/>
        <w:gridCol w:w="279"/>
        <w:gridCol w:w="3884"/>
      </w:tblGrid>
      <w:tr w:rsidR="00262C8D" w:rsidRPr="00524A24" w:rsidTr="00D87517">
        <w:trPr>
          <w:trHeight w:val="350"/>
        </w:trPr>
        <w:tc>
          <w:tcPr>
            <w:tcW w:w="3920" w:type="dxa"/>
            <w:shd w:val="clear" w:color="auto" w:fill="auto"/>
          </w:tcPr>
          <w:p w:rsidR="00262C8D" w:rsidRPr="00524A24" w:rsidRDefault="00262C8D" w:rsidP="00D87517">
            <w:pPr>
              <w:pStyle w:val="libPoem"/>
            </w:pPr>
            <w:r w:rsidRPr="009647FC">
              <w:rPr>
                <w:rtl/>
              </w:rPr>
              <w:t>نسبٌ عقدن أصوله</w:t>
            </w:r>
            <w:r w:rsidRPr="00725071">
              <w:rPr>
                <w:rStyle w:val="libPoemTiniChar0"/>
                <w:rtl/>
              </w:rPr>
              <w:br/>
              <w:t> </w:t>
            </w:r>
          </w:p>
        </w:tc>
        <w:tc>
          <w:tcPr>
            <w:tcW w:w="279" w:type="dxa"/>
            <w:shd w:val="clear" w:color="auto" w:fill="auto"/>
          </w:tcPr>
          <w:p w:rsidR="00262C8D" w:rsidRDefault="00262C8D" w:rsidP="00D87517">
            <w:pPr>
              <w:pStyle w:val="libPoem"/>
              <w:rPr>
                <w:rtl/>
              </w:rPr>
            </w:pPr>
          </w:p>
        </w:tc>
        <w:tc>
          <w:tcPr>
            <w:tcW w:w="3881" w:type="dxa"/>
            <w:shd w:val="clear" w:color="auto" w:fill="auto"/>
          </w:tcPr>
          <w:p w:rsidR="00262C8D" w:rsidRPr="00524A24" w:rsidRDefault="00262C8D" w:rsidP="00D87517">
            <w:pPr>
              <w:pStyle w:val="libPoem"/>
            </w:pPr>
            <w:r w:rsidRPr="009647FC">
              <w:rPr>
                <w:rtl/>
              </w:rPr>
              <w:t>بذوآئب العليا فروعه</w:t>
            </w:r>
            <w:r w:rsidRPr="00725071">
              <w:rPr>
                <w:rStyle w:val="libPoemTiniChar0"/>
                <w:rtl/>
              </w:rPr>
              <w:br/>
              <w:t> </w:t>
            </w:r>
          </w:p>
        </w:tc>
      </w:tr>
    </w:tbl>
    <w:p w:rsidR="009647FC" w:rsidRPr="00524A24" w:rsidRDefault="009647FC" w:rsidP="004E7EC6">
      <w:pPr>
        <w:pStyle w:val="libNormal"/>
      </w:pPr>
      <w:r w:rsidRPr="004E7EC6">
        <w:rPr>
          <w:rtl/>
        </w:rPr>
        <w:t>وكيفية ترتيب هذا الديوان</w:t>
      </w:r>
      <w:r w:rsidR="00D769AB">
        <w:rPr>
          <w:rtl/>
        </w:rPr>
        <w:t>:</w:t>
      </w:r>
      <w:r w:rsidRPr="004E7EC6">
        <w:rPr>
          <w:rtl/>
        </w:rPr>
        <w:t xml:space="preserve"> فالسيّد (تغمّده اللّه برحمته</w:t>
      </w:r>
      <w:r w:rsidR="00D769AB">
        <w:rPr>
          <w:rtl/>
        </w:rPr>
        <w:t>،</w:t>
      </w:r>
      <w:r w:rsidRPr="004E7EC6">
        <w:rPr>
          <w:rtl/>
        </w:rPr>
        <w:t xml:space="preserve"> وأسكنه فسيح جنّته) لمّا كان الغالب من شعره المدح والرثاء لأهل البيت (عليهم السّلام) صدّرنا غالب الفصول فيه بمدحهم ورثائهم (عليهم السّلام)</w:t>
      </w:r>
      <w:r w:rsidR="00D769AB">
        <w:rPr>
          <w:rtl/>
        </w:rPr>
        <w:t>،</w:t>
      </w:r>
      <w:r w:rsidRPr="004E7EC6">
        <w:rPr>
          <w:rtl/>
        </w:rPr>
        <w:t xml:space="preserve"> وكلّ حرفٍ من الحروف المذكورة مرتّب على فصول مدح ورثاء وعتاب</w:t>
      </w:r>
      <w:r w:rsidR="00D769AB">
        <w:rPr>
          <w:rtl/>
        </w:rPr>
        <w:t>.</w:t>
      </w:r>
    </w:p>
    <w:p w:rsidR="009647FC" w:rsidRPr="00524A24" w:rsidRDefault="009647FC" w:rsidP="004E7EC6">
      <w:pPr>
        <w:pStyle w:val="libNormal"/>
      </w:pPr>
      <w:r w:rsidRPr="004E7EC6">
        <w:rPr>
          <w:rtl/>
        </w:rPr>
        <w:t>وأمّا الشّعر</w:t>
      </w:r>
      <w:r w:rsidR="00D769AB">
        <w:rPr>
          <w:rtl/>
        </w:rPr>
        <w:t>:</w:t>
      </w:r>
      <w:r w:rsidRPr="004E7EC6">
        <w:rPr>
          <w:rtl/>
        </w:rPr>
        <w:t xml:space="preserve"> فقد رتّبناه على ثمانية وعشرون باباً</w:t>
      </w:r>
      <w:r w:rsidR="00D769AB">
        <w:rPr>
          <w:rtl/>
        </w:rPr>
        <w:t>:</w:t>
      </w:r>
    </w:p>
    <w:p w:rsidR="009647FC" w:rsidRPr="00524A24" w:rsidRDefault="009647FC" w:rsidP="004E7EC6">
      <w:pPr>
        <w:pStyle w:val="libNormal"/>
      </w:pPr>
      <w:r w:rsidRPr="004E7EC6">
        <w:rPr>
          <w:rtl/>
        </w:rPr>
        <w:t>الباب الأوّل</w:t>
      </w:r>
      <w:r w:rsidR="00D769AB">
        <w:rPr>
          <w:rtl/>
        </w:rPr>
        <w:t>:</w:t>
      </w:r>
      <w:r w:rsidRPr="004E7EC6">
        <w:rPr>
          <w:rtl/>
        </w:rPr>
        <w:t xml:space="preserve"> في الألف الممدودة </w:t>
      </w:r>
    </w:p>
    <w:p w:rsidR="009647FC" w:rsidRPr="00524A24" w:rsidRDefault="009647FC" w:rsidP="004E7EC6">
      <w:pPr>
        <w:pStyle w:val="libNormal"/>
      </w:pPr>
      <w:r w:rsidRPr="004E7EC6">
        <w:rPr>
          <w:rtl/>
        </w:rPr>
        <w:t>وهي على ثلاث فصول</w:t>
      </w:r>
      <w:r w:rsidR="00D769AB">
        <w:rPr>
          <w:rtl/>
        </w:rPr>
        <w:t>:</w:t>
      </w:r>
    </w:p>
    <w:p w:rsidR="009647FC" w:rsidRPr="00524A24" w:rsidRDefault="009647FC" w:rsidP="004E7EC6">
      <w:pPr>
        <w:pStyle w:val="libNormal"/>
      </w:pPr>
      <w:r w:rsidRPr="004E7EC6">
        <w:rPr>
          <w:rtl/>
        </w:rPr>
        <w:t>الفصل الأوّل</w:t>
      </w:r>
      <w:r w:rsidR="00D769AB">
        <w:rPr>
          <w:rtl/>
        </w:rPr>
        <w:t>:</w:t>
      </w:r>
      <w:r w:rsidRPr="004E7EC6">
        <w:rPr>
          <w:rtl/>
        </w:rPr>
        <w:t xml:space="preserve"> في المديح </w:t>
      </w:r>
    </w:p>
    <w:p w:rsidR="009647FC" w:rsidRPr="00524A24" w:rsidRDefault="009647FC" w:rsidP="004E7EC6">
      <w:pPr>
        <w:pStyle w:val="libNormal"/>
      </w:pPr>
      <w:r w:rsidRPr="004E7EC6">
        <w:rPr>
          <w:rtl/>
        </w:rPr>
        <w:t>قال (تغمدّه اللّه برحمته) يمدح النبي (صلّى اللّه عليه وآلهِ) في يوم مبعثه</w:t>
      </w:r>
      <w:r w:rsidR="00D769AB">
        <w:rPr>
          <w:rtl/>
        </w:rPr>
        <w:t>،</w:t>
      </w:r>
      <w:r w:rsidRPr="004E7EC6">
        <w:rPr>
          <w:rtl/>
        </w:rPr>
        <w:t xml:space="preserve"> ويمدح العسكريّين (عليهما السّلام)</w:t>
      </w:r>
      <w:r w:rsidR="00D769AB">
        <w:rPr>
          <w:rtl/>
        </w:rPr>
        <w:t>،</w:t>
      </w:r>
      <w:r w:rsidRPr="004E7EC6">
        <w:rPr>
          <w:rtl/>
        </w:rPr>
        <w:t xml:space="preserve"> ويهنئ به جناب فريد ع</w:t>
      </w:r>
      <w:r w:rsidR="00677BC4">
        <w:rPr>
          <w:rtl/>
        </w:rPr>
        <w:t>َ</w:t>
      </w:r>
      <w:r w:rsidRPr="004E7EC6">
        <w:rPr>
          <w:rtl/>
        </w:rPr>
        <w:t>صره</w:t>
      </w:r>
      <w:r w:rsidR="00D769AB">
        <w:rPr>
          <w:rtl/>
        </w:rPr>
        <w:t>،</w:t>
      </w:r>
      <w:r w:rsidRPr="004E7EC6">
        <w:rPr>
          <w:rtl/>
        </w:rPr>
        <w:t xml:space="preserve"> وغرّة جبين دهره</w:t>
      </w:r>
      <w:r w:rsidR="00D769AB">
        <w:rPr>
          <w:rtl/>
        </w:rPr>
        <w:t>،</w:t>
      </w:r>
      <w:r w:rsidRPr="004E7EC6">
        <w:rPr>
          <w:rtl/>
        </w:rPr>
        <w:t xml:space="preserve"> العالم العامل</w:t>
      </w:r>
      <w:r w:rsidR="00D769AB">
        <w:rPr>
          <w:rtl/>
        </w:rPr>
        <w:t>،</w:t>
      </w:r>
      <w:r w:rsidRPr="004E7EC6">
        <w:rPr>
          <w:rtl/>
        </w:rPr>
        <w:t xml:space="preserve"> والمجتهد الفاضل</w:t>
      </w:r>
      <w:r w:rsidR="00D769AB">
        <w:rPr>
          <w:rtl/>
        </w:rPr>
        <w:t>،</w:t>
      </w:r>
      <w:r w:rsidRPr="004E7EC6">
        <w:rPr>
          <w:rtl/>
        </w:rPr>
        <w:t xml:space="preserve"> حجّة الإسلام</w:t>
      </w:r>
      <w:r w:rsidR="00D769AB">
        <w:rPr>
          <w:rtl/>
        </w:rPr>
        <w:t>،</w:t>
      </w:r>
      <w:r w:rsidRPr="004E7EC6">
        <w:rPr>
          <w:rtl/>
        </w:rPr>
        <w:t xml:space="preserve"> ومفزع الأنام</w:t>
      </w:r>
      <w:r w:rsidR="00D769AB">
        <w:rPr>
          <w:rtl/>
        </w:rPr>
        <w:t>،</w:t>
      </w:r>
      <w:r w:rsidRPr="004E7EC6">
        <w:rPr>
          <w:rtl/>
        </w:rPr>
        <w:t xml:space="preserve"> إنسان ناضرة الزّمن</w:t>
      </w:r>
      <w:r w:rsidR="00D769AB">
        <w:rPr>
          <w:rtl/>
        </w:rPr>
        <w:t>،</w:t>
      </w:r>
      <w:r w:rsidRPr="004E7EC6">
        <w:rPr>
          <w:rtl/>
        </w:rPr>
        <w:t xml:space="preserve"> السيّد ميرزا حسن الشّيرازي (أدام اللّه أيام إفادته بمحمدّ وآله</w:t>
      </w:r>
      <w:r w:rsidR="00D769AB">
        <w:rPr>
          <w:rtl/>
        </w:rPr>
        <w:t>،</w:t>
      </w:r>
      <w:r w:rsidRPr="004E7EC6">
        <w:rPr>
          <w:rtl/>
        </w:rPr>
        <w:t xml:space="preserve"> وم</w:t>
      </w:r>
      <w:r w:rsidR="00677BC4">
        <w:rPr>
          <w:rtl/>
        </w:rPr>
        <w:t>َ</w:t>
      </w:r>
      <w:r w:rsidRPr="004E7EC6">
        <w:rPr>
          <w:rtl/>
        </w:rPr>
        <w:t>نْ سلك من صحبه على منواله</w:t>
      </w:r>
      <w:r w:rsidR="00D769AB">
        <w:rPr>
          <w:rtl/>
        </w:rPr>
        <w:t>،</w:t>
      </w:r>
      <w:r w:rsidRPr="004E7EC6">
        <w:rPr>
          <w:rtl/>
        </w:rPr>
        <w:t xml:space="preserve"> إنّه على كلّ شي‌ء قدير</w:t>
      </w:r>
      <w:r w:rsidR="00D769AB">
        <w:rPr>
          <w:rtl/>
        </w:rPr>
        <w:t>،</w:t>
      </w:r>
      <w:r w:rsidRPr="004E7EC6">
        <w:rPr>
          <w:rtl/>
        </w:rPr>
        <w:t xml:space="preserve"> وبالإجابة جدير)</w:t>
      </w:r>
      <w:r w:rsidR="00D769AB">
        <w:rPr>
          <w:rtl/>
        </w:rPr>
        <w:t>،</w:t>
      </w:r>
      <w:r w:rsidRPr="004E7EC6">
        <w:rPr>
          <w:rtl/>
        </w:rPr>
        <w:t xml:space="preserve"> قال</w:t>
      </w:r>
      <w:r w:rsidR="00D769AB">
        <w:rPr>
          <w:rtl/>
        </w:rPr>
        <w:t>:</w:t>
      </w:r>
    </w:p>
    <w:tbl>
      <w:tblPr>
        <w:tblStyle w:val="TableGrid"/>
        <w:bidiVisual/>
        <w:tblW w:w="4562" w:type="pct"/>
        <w:tblInd w:w="384" w:type="dxa"/>
        <w:tblLook w:val="01E0"/>
      </w:tblPr>
      <w:tblGrid>
        <w:gridCol w:w="3902"/>
        <w:gridCol w:w="301"/>
        <w:gridCol w:w="3884"/>
      </w:tblGrid>
      <w:tr w:rsidR="00D87517" w:rsidRPr="00524A24" w:rsidTr="00D87517">
        <w:trPr>
          <w:trHeight w:val="350"/>
        </w:trPr>
        <w:tc>
          <w:tcPr>
            <w:tcW w:w="3527" w:type="dxa"/>
            <w:shd w:val="clear" w:color="auto" w:fill="auto"/>
          </w:tcPr>
          <w:p w:rsidR="00D87517" w:rsidRPr="00524A24" w:rsidRDefault="00D87517" w:rsidP="00D87517">
            <w:pPr>
              <w:pStyle w:val="libPoem"/>
            </w:pPr>
            <w:r w:rsidRPr="009647FC">
              <w:rPr>
                <w:rtl/>
              </w:rPr>
              <w:t>أيّ بشرى كست الدنيا بهاءا</w:t>
            </w:r>
            <w:r w:rsidRPr="00725071">
              <w:rPr>
                <w:rStyle w:val="libPoemTiniChar0"/>
                <w:rtl/>
              </w:rPr>
              <w:br/>
              <w:t> </w:t>
            </w:r>
          </w:p>
        </w:tc>
        <w:tc>
          <w:tcPr>
            <w:tcW w:w="272" w:type="dxa"/>
            <w:shd w:val="clear" w:color="auto" w:fill="auto"/>
          </w:tcPr>
          <w:p w:rsidR="00D87517" w:rsidRDefault="00D87517" w:rsidP="00D87517">
            <w:pPr>
              <w:pStyle w:val="libPoem"/>
              <w:rPr>
                <w:rtl/>
              </w:rPr>
            </w:pPr>
          </w:p>
        </w:tc>
        <w:tc>
          <w:tcPr>
            <w:tcW w:w="3511" w:type="dxa"/>
            <w:shd w:val="clear" w:color="auto" w:fill="auto"/>
          </w:tcPr>
          <w:p w:rsidR="00D87517" w:rsidRDefault="00D87517" w:rsidP="00D87517">
            <w:pPr>
              <w:pStyle w:val="libPoem"/>
            </w:pPr>
            <w:r w:rsidRPr="009647FC">
              <w:rPr>
                <w:rtl/>
              </w:rPr>
              <w:t>قم فهني الأرض فيها والسماءا</w:t>
            </w:r>
            <w:r w:rsidRPr="00725071">
              <w:rPr>
                <w:rStyle w:val="libPoemTiniChar0"/>
                <w:rtl/>
              </w:rPr>
              <w:br/>
              <w:t> </w:t>
            </w:r>
          </w:p>
        </w:tc>
      </w:tr>
      <w:tr w:rsidR="00D87517" w:rsidRPr="00524A24" w:rsidTr="00D87517">
        <w:tblPrEx>
          <w:tblLook w:val="04A0"/>
        </w:tblPrEx>
        <w:trPr>
          <w:trHeight w:val="350"/>
        </w:trPr>
        <w:tc>
          <w:tcPr>
            <w:tcW w:w="3527" w:type="dxa"/>
          </w:tcPr>
          <w:p w:rsidR="00D87517" w:rsidRPr="00524A24" w:rsidRDefault="00D87517" w:rsidP="00D87517">
            <w:pPr>
              <w:pStyle w:val="libPoem"/>
            </w:pPr>
            <w:r w:rsidRPr="009647FC">
              <w:rPr>
                <w:rtl/>
              </w:rPr>
              <w:t>طبق الأرجاء منها أ</w:t>
            </w:r>
            <w:r w:rsidR="00677BC4">
              <w:rPr>
                <w:rtl/>
              </w:rPr>
              <w:t>َ</w:t>
            </w:r>
            <w:r w:rsidRPr="009647FC">
              <w:rPr>
                <w:rtl/>
              </w:rPr>
              <w:t>رج</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Pr="00524A24" w:rsidRDefault="00D87517" w:rsidP="00D87517">
            <w:pPr>
              <w:pStyle w:val="libPoem"/>
            </w:pPr>
            <w:r w:rsidRPr="009647FC">
              <w:rPr>
                <w:rtl/>
              </w:rPr>
              <w:t>عطرت نفحة ريّاه الفضاءا</w:t>
            </w:r>
            <w:r w:rsidRPr="00725071">
              <w:rPr>
                <w:rStyle w:val="libPoemTiniChar0"/>
                <w:rtl/>
              </w:rPr>
              <w:br/>
              <w:t> </w:t>
            </w:r>
          </w:p>
        </w:tc>
      </w:tr>
    </w:tbl>
    <w:p w:rsidR="009647FC" w:rsidRPr="00524A24" w:rsidRDefault="009647FC" w:rsidP="004E7EC6">
      <w:pPr>
        <w:pStyle w:val="libNormal"/>
      </w:pPr>
      <w:r w:rsidRPr="004E7EC6">
        <w:rPr>
          <w:rtl/>
        </w:rPr>
        <w:t>صورة أوّل صفحة من الديوان الذي خطّه الشاعر المطبوع</w:t>
      </w:r>
      <w:r w:rsidR="00D769AB">
        <w:rPr>
          <w:rtl/>
        </w:rPr>
        <w:t>،</w:t>
      </w:r>
      <w:r w:rsidRPr="004E7EC6">
        <w:rPr>
          <w:rtl/>
        </w:rPr>
        <w:t xml:space="preserve"> والخطيب المصقع</w:t>
      </w:r>
      <w:r w:rsidR="00D769AB">
        <w:rPr>
          <w:rtl/>
        </w:rPr>
        <w:t>،</w:t>
      </w:r>
      <w:r w:rsidRPr="004E7EC6">
        <w:rPr>
          <w:rtl/>
        </w:rPr>
        <w:t xml:space="preserve"> الشيخ قاسم نجل الشاعر الشيخ محمد الملاّ الحلّي سنة 1305 هـ</w:t>
      </w:r>
      <w:r w:rsidR="00D769AB">
        <w:rPr>
          <w:rtl/>
        </w:rPr>
        <w:t>،</w:t>
      </w:r>
      <w:r w:rsidRPr="004E7EC6">
        <w:rPr>
          <w:rtl/>
        </w:rPr>
        <w:t xml:space="preserve"> وقد قابلنا عليه هذا الديوان</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فذلك أليق وأحرى من جلب الوقيعة فيه وفيك</w:t>
      </w:r>
      <w:r w:rsidR="00D769AB">
        <w:rPr>
          <w:rtl/>
        </w:rPr>
        <w:t>؛</w:t>
      </w:r>
      <w:r w:rsidRPr="004E7EC6">
        <w:rPr>
          <w:rtl/>
        </w:rPr>
        <w:t xml:space="preserve"> فلقد ثبت عندنا إنّ م</w:t>
      </w:r>
      <w:r w:rsidR="00677BC4">
        <w:rPr>
          <w:rtl/>
        </w:rPr>
        <w:t>َ</w:t>
      </w:r>
      <w:r w:rsidRPr="004E7EC6">
        <w:rPr>
          <w:rtl/>
        </w:rPr>
        <w:t>نْ بالغتما بتأييده</w:t>
      </w:r>
      <w:r w:rsidR="00D769AB">
        <w:rPr>
          <w:rtl/>
        </w:rPr>
        <w:t>،</w:t>
      </w:r>
      <w:r w:rsidRPr="004E7EC6">
        <w:rPr>
          <w:rtl/>
        </w:rPr>
        <w:t xml:space="preserve"> وشدّ أزرهِ وتشييده</w:t>
      </w:r>
      <w:r w:rsidR="00D769AB">
        <w:rPr>
          <w:rtl/>
        </w:rPr>
        <w:t>،</w:t>
      </w:r>
      <w:r w:rsidRPr="004E7EC6">
        <w:rPr>
          <w:rtl/>
        </w:rPr>
        <w:t xml:space="preserve"> هو العالم الربّاني</w:t>
      </w:r>
      <w:r w:rsidR="00D769AB">
        <w:rPr>
          <w:rtl/>
        </w:rPr>
        <w:t>،</w:t>
      </w:r>
      <w:r w:rsidRPr="004E7EC6">
        <w:rPr>
          <w:rtl/>
        </w:rPr>
        <w:t xml:space="preserve"> بل فرد الفضل الذي لولا م</w:t>
      </w:r>
      <w:r w:rsidR="00677BC4">
        <w:rPr>
          <w:rtl/>
        </w:rPr>
        <w:t>َ</w:t>
      </w:r>
      <w:r w:rsidRPr="004E7EC6">
        <w:rPr>
          <w:rtl/>
        </w:rPr>
        <w:t>نْ لا نصرّح به لحلفنا أنّه ليس له ثاني</w:t>
      </w:r>
      <w:r w:rsidR="00D769AB">
        <w:rPr>
          <w:rtl/>
        </w:rPr>
        <w:t>؛</w:t>
      </w:r>
      <w:r w:rsidRPr="004E7EC6">
        <w:rPr>
          <w:rtl/>
        </w:rPr>
        <w:t xml:space="preserve"> إذ لو لم يكن عن سيدنا أخذ</w:t>
      </w:r>
      <w:r w:rsidR="00D769AB">
        <w:rPr>
          <w:rtl/>
        </w:rPr>
        <w:t>،</w:t>
      </w:r>
      <w:r w:rsidRPr="004E7EC6">
        <w:rPr>
          <w:rtl/>
        </w:rPr>
        <w:t xml:space="preserve"> وعلى قوله اعتمد</w:t>
      </w:r>
      <w:r w:rsidR="00D769AB">
        <w:rPr>
          <w:rtl/>
        </w:rPr>
        <w:t>،</w:t>
      </w:r>
      <w:r w:rsidRPr="004E7EC6">
        <w:rPr>
          <w:rtl/>
        </w:rPr>
        <w:t xml:space="preserve"> وإلى رأيه في جميع الأمور قد استند حتى صار من أهل الكشف والاستقامة</w:t>
      </w:r>
      <w:r w:rsidR="00D769AB">
        <w:rPr>
          <w:rtl/>
        </w:rPr>
        <w:t>،</w:t>
      </w:r>
      <w:r w:rsidRPr="004E7EC6">
        <w:rPr>
          <w:rtl/>
        </w:rPr>
        <w:t xml:space="preserve"> الذين تتنزّل عليهم الملائكة بالأسرار</w:t>
      </w:r>
      <w:r w:rsidR="00D769AB">
        <w:rPr>
          <w:rtl/>
        </w:rPr>
        <w:t>،</w:t>
      </w:r>
      <w:r w:rsidRPr="004E7EC6">
        <w:rPr>
          <w:rtl/>
        </w:rPr>
        <w:t xml:space="preserve"> لما نصّ عليه ربُّ الفضل بالإمامة</w:t>
      </w:r>
      <w:r w:rsidR="00D769AB">
        <w:rPr>
          <w:rtl/>
        </w:rPr>
        <w:t>.</w:t>
      </w:r>
    </w:p>
    <w:p w:rsidR="009647FC" w:rsidRPr="00524A24" w:rsidRDefault="009647FC" w:rsidP="004E7EC6">
      <w:pPr>
        <w:pStyle w:val="libNormal"/>
      </w:pPr>
      <w:r w:rsidRPr="004E7EC6">
        <w:rPr>
          <w:rtl/>
        </w:rPr>
        <w:t>فيا أيّها الرئيس الأجلّ</w:t>
      </w:r>
      <w:r w:rsidR="00D769AB">
        <w:rPr>
          <w:rtl/>
        </w:rPr>
        <w:t>:</w:t>
      </w:r>
      <w:r w:rsidRPr="004E7EC6">
        <w:rPr>
          <w:rtl/>
        </w:rPr>
        <w:t xml:space="preserve"> سب</w:t>
      </w:r>
      <w:r w:rsidR="00677BC4">
        <w:rPr>
          <w:rtl/>
        </w:rPr>
        <w:t>َ</w:t>
      </w:r>
      <w:r w:rsidRPr="004E7EC6">
        <w:rPr>
          <w:rtl/>
        </w:rPr>
        <w:t>ق</w:t>
      </w:r>
      <w:r w:rsidR="00677BC4">
        <w:rPr>
          <w:rtl/>
        </w:rPr>
        <w:t>َ</w:t>
      </w:r>
      <w:r w:rsidR="004C00A8">
        <w:rPr>
          <w:rtl/>
        </w:rPr>
        <w:t xml:space="preserve"> </w:t>
      </w:r>
      <w:r w:rsidRPr="004E7EC6">
        <w:rPr>
          <w:rtl/>
        </w:rPr>
        <w:t>السيف</w:t>
      </w:r>
      <w:r w:rsidR="00D87517">
        <w:rPr>
          <w:rtl/>
        </w:rPr>
        <w:t xml:space="preserve"> </w:t>
      </w:r>
      <w:r w:rsidRPr="004E7EC6">
        <w:rPr>
          <w:rtl/>
        </w:rPr>
        <w:t>العدل</w:t>
      </w:r>
      <w:r w:rsidR="00D769AB">
        <w:rPr>
          <w:rtl/>
        </w:rPr>
        <w:t>،</w:t>
      </w:r>
      <w:r w:rsidR="00D87517">
        <w:rPr>
          <w:rtl/>
        </w:rPr>
        <w:t xml:space="preserve"> </w:t>
      </w:r>
      <w:r w:rsidRPr="004E7EC6">
        <w:rPr>
          <w:rtl/>
        </w:rPr>
        <w:t>ولبث</w:t>
      </w:r>
      <w:r w:rsidR="00D87517">
        <w:rPr>
          <w:rtl/>
        </w:rPr>
        <w:t xml:space="preserve"> </w:t>
      </w:r>
      <w:r w:rsidRPr="004E7EC6">
        <w:rPr>
          <w:rtl/>
        </w:rPr>
        <w:t>قليلاً</w:t>
      </w:r>
      <w:r w:rsidR="00D87517">
        <w:rPr>
          <w:rtl/>
        </w:rPr>
        <w:t xml:space="preserve"> </w:t>
      </w:r>
      <w:r w:rsidRPr="004E7EC6">
        <w:rPr>
          <w:rtl/>
        </w:rPr>
        <w:t>يلحق</w:t>
      </w:r>
      <w:r w:rsidR="00D87517">
        <w:rPr>
          <w:rtl/>
        </w:rPr>
        <w:t xml:space="preserve"> </w:t>
      </w:r>
      <w:r w:rsidRPr="004E7EC6">
        <w:rPr>
          <w:rtl/>
        </w:rPr>
        <w:t>الهيجا</w:t>
      </w:r>
      <w:r w:rsidR="00D87517">
        <w:rPr>
          <w:rtl/>
        </w:rPr>
        <w:t xml:space="preserve"> </w:t>
      </w:r>
      <w:r w:rsidRPr="004E7EC6">
        <w:rPr>
          <w:rtl/>
        </w:rPr>
        <w:t>حمر</w:t>
      </w:r>
      <w:r w:rsidR="00D769AB">
        <w:rPr>
          <w:rtl/>
        </w:rPr>
        <w:t>،</w:t>
      </w:r>
      <w:r w:rsidRPr="004E7EC6">
        <w:rPr>
          <w:rtl/>
        </w:rPr>
        <w:t xml:space="preserve"> فلقد</w:t>
      </w:r>
      <w:r w:rsidR="00D87517">
        <w:rPr>
          <w:rtl/>
        </w:rPr>
        <w:t xml:space="preserve"> </w:t>
      </w:r>
      <w:r w:rsidRPr="004E7EC6">
        <w:rPr>
          <w:rtl/>
        </w:rPr>
        <w:t>أطلق</w:t>
      </w:r>
      <w:r w:rsidR="00D87517">
        <w:rPr>
          <w:rtl/>
        </w:rPr>
        <w:t xml:space="preserve"> </w:t>
      </w:r>
      <w:r w:rsidRPr="004E7EC6">
        <w:rPr>
          <w:rtl/>
        </w:rPr>
        <w:t>غربه</w:t>
      </w:r>
      <w:r w:rsidR="00D87517">
        <w:rPr>
          <w:rtl/>
        </w:rPr>
        <w:t xml:space="preserve"> </w:t>
      </w:r>
      <w:r w:rsidRPr="004E7EC6">
        <w:rPr>
          <w:rtl/>
        </w:rPr>
        <w:t>لساني</w:t>
      </w:r>
      <w:r w:rsidR="00D769AB">
        <w:rPr>
          <w:rtl/>
        </w:rPr>
        <w:t>،</w:t>
      </w:r>
      <w:r w:rsidR="00D87517">
        <w:rPr>
          <w:rtl/>
        </w:rPr>
        <w:t xml:space="preserve"> </w:t>
      </w:r>
      <w:r w:rsidRPr="004E7EC6">
        <w:rPr>
          <w:rtl/>
        </w:rPr>
        <w:t>وحلف</w:t>
      </w:r>
      <w:r w:rsidR="00D87517">
        <w:rPr>
          <w:rtl/>
        </w:rPr>
        <w:t xml:space="preserve"> </w:t>
      </w:r>
      <w:r w:rsidRPr="004E7EC6">
        <w:rPr>
          <w:rtl/>
        </w:rPr>
        <w:t>أن</w:t>
      </w:r>
      <w:r w:rsidR="00D87517">
        <w:rPr>
          <w:rtl/>
        </w:rPr>
        <w:t xml:space="preserve"> </w:t>
      </w:r>
      <w:r w:rsidRPr="004E7EC6">
        <w:rPr>
          <w:rtl/>
        </w:rPr>
        <w:t>لا</w:t>
      </w:r>
      <w:r w:rsidR="00D87517">
        <w:rPr>
          <w:rtl/>
        </w:rPr>
        <w:t xml:space="preserve"> </w:t>
      </w:r>
      <w:r w:rsidRPr="004E7EC6">
        <w:rPr>
          <w:rtl/>
        </w:rPr>
        <w:t>يكفكف</w:t>
      </w:r>
      <w:r w:rsidR="00D87517">
        <w:rPr>
          <w:rtl/>
        </w:rPr>
        <w:t xml:space="preserve"> </w:t>
      </w:r>
      <w:r w:rsidRPr="004E7EC6">
        <w:rPr>
          <w:rtl/>
        </w:rPr>
        <w:t>من</w:t>
      </w:r>
      <w:r w:rsidR="00D87517">
        <w:rPr>
          <w:rtl/>
        </w:rPr>
        <w:t xml:space="preserve"> </w:t>
      </w:r>
      <w:r w:rsidRPr="004E7EC6">
        <w:rPr>
          <w:rtl/>
        </w:rPr>
        <w:t>جري</w:t>
      </w:r>
      <w:r w:rsidR="00D87517">
        <w:rPr>
          <w:rtl/>
        </w:rPr>
        <w:t xml:space="preserve"> </w:t>
      </w:r>
      <w:r w:rsidRPr="004E7EC6">
        <w:rPr>
          <w:rtl/>
        </w:rPr>
        <w:t>أمره</w:t>
      </w:r>
      <w:r w:rsidR="00677BC4">
        <w:rPr>
          <w:rtl/>
        </w:rPr>
        <w:t>َ</w:t>
      </w:r>
      <w:r w:rsidRPr="004E7EC6">
        <w:rPr>
          <w:rtl/>
        </w:rPr>
        <w:t>م</w:t>
      </w:r>
      <w:r w:rsidR="00D87517">
        <w:rPr>
          <w:rtl/>
        </w:rPr>
        <w:t xml:space="preserve"> </w:t>
      </w:r>
      <w:r w:rsidRPr="004E7EC6">
        <w:rPr>
          <w:rtl/>
        </w:rPr>
        <w:t>القلم</w:t>
      </w:r>
      <w:r w:rsidR="00D87517">
        <w:rPr>
          <w:rtl/>
        </w:rPr>
        <w:t xml:space="preserve"> </w:t>
      </w:r>
      <w:r w:rsidRPr="004E7EC6">
        <w:rPr>
          <w:rtl/>
        </w:rPr>
        <w:t>بناني</w:t>
      </w:r>
      <w:r w:rsidR="00D769AB">
        <w:rPr>
          <w:rtl/>
        </w:rPr>
        <w:t>،</w:t>
      </w:r>
      <w:r w:rsidRPr="004E7EC6">
        <w:rPr>
          <w:rtl/>
        </w:rPr>
        <w:t xml:space="preserve"> حتى</w:t>
      </w:r>
      <w:r w:rsidR="00D87517">
        <w:rPr>
          <w:rtl/>
        </w:rPr>
        <w:t xml:space="preserve"> </w:t>
      </w:r>
      <w:r w:rsidRPr="004E7EC6">
        <w:rPr>
          <w:rtl/>
        </w:rPr>
        <w:t>يأخذ</w:t>
      </w:r>
      <w:r w:rsidR="00D87517">
        <w:rPr>
          <w:rtl/>
        </w:rPr>
        <w:t xml:space="preserve"> </w:t>
      </w:r>
      <w:r w:rsidRPr="004E7EC6">
        <w:rPr>
          <w:rtl/>
        </w:rPr>
        <w:t>غرار</w:t>
      </w:r>
      <w:r w:rsidR="00D87517">
        <w:rPr>
          <w:rtl/>
        </w:rPr>
        <w:t xml:space="preserve"> </w:t>
      </w:r>
      <w:r w:rsidRPr="004E7EC6">
        <w:rPr>
          <w:rtl/>
        </w:rPr>
        <w:t>براعتي</w:t>
      </w:r>
      <w:r w:rsidR="00D87517">
        <w:rPr>
          <w:rtl/>
        </w:rPr>
        <w:t xml:space="preserve"> </w:t>
      </w:r>
      <w:r w:rsidRPr="004E7EC6">
        <w:rPr>
          <w:rtl/>
        </w:rPr>
        <w:t>مأخذه</w:t>
      </w:r>
      <w:r w:rsidR="00D769AB">
        <w:rPr>
          <w:rtl/>
        </w:rPr>
        <w:t>،</w:t>
      </w:r>
      <w:r w:rsidR="00D87517">
        <w:rPr>
          <w:rtl/>
        </w:rPr>
        <w:t xml:space="preserve"> </w:t>
      </w:r>
      <w:r w:rsidRPr="004E7EC6">
        <w:rPr>
          <w:rtl/>
        </w:rPr>
        <w:t>وحتى</w:t>
      </w:r>
      <w:r w:rsidR="00D87517">
        <w:rPr>
          <w:rtl/>
        </w:rPr>
        <w:t xml:space="preserve"> </w:t>
      </w:r>
      <w:r w:rsidRPr="004E7EC6">
        <w:rPr>
          <w:rtl/>
        </w:rPr>
        <w:t>ينفذ</w:t>
      </w:r>
      <w:r w:rsidR="00D87517">
        <w:rPr>
          <w:rtl/>
        </w:rPr>
        <w:t xml:space="preserve"> </w:t>
      </w:r>
      <w:r w:rsidRPr="004E7EC6">
        <w:rPr>
          <w:rtl/>
        </w:rPr>
        <w:t>غرب</w:t>
      </w:r>
      <w:r w:rsidR="00D87517">
        <w:rPr>
          <w:rtl/>
        </w:rPr>
        <w:t xml:space="preserve"> </w:t>
      </w:r>
      <w:r w:rsidRPr="004E7EC6">
        <w:rPr>
          <w:rtl/>
        </w:rPr>
        <w:t>براعتي</w:t>
      </w:r>
      <w:r w:rsidR="00D87517">
        <w:rPr>
          <w:rtl/>
        </w:rPr>
        <w:t xml:space="preserve"> </w:t>
      </w:r>
      <w:r w:rsidRPr="004E7EC6">
        <w:rPr>
          <w:rtl/>
        </w:rPr>
        <w:t>منفذه</w:t>
      </w:r>
      <w:r w:rsidR="00D769AB">
        <w:rPr>
          <w:rtl/>
        </w:rPr>
        <w:t>،</w:t>
      </w:r>
      <w:r w:rsidRPr="004E7EC6">
        <w:rPr>
          <w:rtl/>
        </w:rPr>
        <w:t xml:space="preserve"> والبادي</w:t>
      </w:r>
      <w:r w:rsidR="00D87517">
        <w:rPr>
          <w:rtl/>
        </w:rPr>
        <w:t xml:space="preserve"> </w:t>
      </w:r>
      <w:r w:rsidRPr="004E7EC6">
        <w:rPr>
          <w:rtl/>
        </w:rPr>
        <w:t>أظلم</w:t>
      </w:r>
      <w:r w:rsidR="00D769AB">
        <w:rPr>
          <w:rtl/>
        </w:rPr>
        <w:t>،</w:t>
      </w:r>
      <w:r w:rsidRPr="004E7EC6">
        <w:rPr>
          <w:rtl/>
        </w:rPr>
        <w:t xml:space="preserve"> وسيع</w:t>
      </w:r>
      <w:r w:rsidR="00677BC4">
        <w:rPr>
          <w:rtl/>
        </w:rPr>
        <w:t>َ</w:t>
      </w:r>
      <w:r w:rsidRPr="004E7EC6">
        <w:rPr>
          <w:rtl/>
        </w:rPr>
        <w:t>لمُ</w:t>
      </w:r>
      <w:r w:rsidR="00D87517">
        <w:rPr>
          <w:rtl/>
        </w:rPr>
        <w:t xml:space="preserve"> </w:t>
      </w:r>
      <w:r w:rsidRPr="004E7EC6">
        <w:rPr>
          <w:rtl/>
        </w:rPr>
        <w:t>أيّنا</w:t>
      </w:r>
      <w:r w:rsidR="00D87517">
        <w:rPr>
          <w:rtl/>
        </w:rPr>
        <w:t xml:space="preserve"> </w:t>
      </w:r>
      <w:r w:rsidRPr="004E7EC6">
        <w:rPr>
          <w:rtl/>
        </w:rPr>
        <w:t>الذي</w:t>
      </w:r>
      <w:r w:rsidR="00D87517">
        <w:rPr>
          <w:rtl/>
        </w:rPr>
        <w:t xml:space="preserve"> </w:t>
      </w:r>
      <w:r w:rsidRPr="004E7EC6">
        <w:rPr>
          <w:rtl/>
        </w:rPr>
        <w:t>يقرع</w:t>
      </w:r>
      <w:r w:rsidR="00D87517">
        <w:rPr>
          <w:rtl/>
        </w:rPr>
        <w:t xml:space="preserve"> </w:t>
      </w:r>
      <w:r w:rsidRPr="004E7EC6">
        <w:rPr>
          <w:rtl/>
        </w:rPr>
        <w:t>السِنّ</w:t>
      </w:r>
      <w:r w:rsidR="00D87517">
        <w:rPr>
          <w:rtl/>
        </w:rPr>
        <w:t xml:space="preserve"> </w:t>
      </w:r>
      <w:r w:rsidRPr="004E7EC6">
        <w:rPr>
          <w:rtl/>
        </w:rPr>
        <w:t>من</w:t>
      </w:r>
      <w:r w:rsidR="00D87517">
        <w:rPr>
          <w:rtl/>
        </w:rPr>
        <w:t xml:space="preserve"> </w:t>
      </w:r>
      <w:r w:rsidRPr="004E7EC6">
        <w:rPr>
          <w:rtl/>
        </w:rPr>
        <w:t>الن</w:t>
      </w:r>
      <w:r w:rsidR="00677BC4">
        <w:rPr>
          <w:rtl/>
        </w:rPr>
        <w:t>َ</w:t>
      </w:r>
      <w:r w:rsidRPr="004E7EC6">
        <w:rPr>
          <w:rtl/>
        </w:rPr>
        <w:t>دم</w:t>
      </w:r>
      <w:r w:rsidR="00D769AB">
        <w:rPr>
          <w:rtl/>
        </w:rPr>
        <w:t>:</w:t>
      </w:r>
    </w:p>
    <w:tbl>
      <w:tblPr>
        <w:tblStyle w:val="TableGrid"/>
        <w:bidiVisual/>
        <w:tblW w:w="4562" w:type="pct"/>
        <w:tblInd w:w="384" w:type="dxa"/>
        <w:tblLook w:val="04A0"/>
      </w:tblPr>
      <w:tblGrid>
        <w:gridCol w:w="3902"/>
        <w:gridCol w:w="301"/>
        <w:gridCol w:w="3884"/>
      </w:tblGrid>
      <w:tr w:rsidR="00D87517" w:rsidRPr="00524A24" w:rsidTr="00D87517">
        <w:trPr>
          <w:trHeight w:val="350"/>
        </w:trPr>
        <w:tc>
          <w:tcPr>
            <w:tcW w:w="3527" w:type="dxa"/>
          </w:tcPr>
          <w:p w:rsidR="00D87517" w:rsidRPr="00524A24" w:rsidRDefault="00D87517" w:rsidP="00D87517">
            <w:pPr>
              <w:pStyle w:val="libPoem"/>
            </w:pPr>
            <w:r w:rsidRPr="009647FC">
              <w:rPr>
                <w:rtl/>
              </w:rPr>
              <w:t>ما</w:t>
            </w:r>
            <w:r>
              <w:rPr>
                <w:rtl/>
              </w:rPr>
              <w:t xml:space="preserve"> </w:t>
            </w:r>
            <w:r w:rsidRPr="009647FC">
              <w:rPr>
                <w:rtl/>
              </w:rPr>
              <w:t>المجدُ</w:t>
            </w:r>
            <w:r>
              <w:rPr>
                <w:rtl/>
              </w:rPr>
              <w:t xml:space="preserve"> </w:t>
            </w:r>
            <w:r w:rsidRPr="009647FC">
              <w:rPr>
                <w:rtl/>
              </w:rPr>
              <w:t>لا</w:t>
            </w:r>
            <w:r>
              <w:rPr>
                <w:rtl/>
              </w:rPr>
              <w:t xml:space="preserve"> </w:t>
            </w:r>
            <w:r w:rsidRPr="009647FC">
              <w:rPr>
                <w:rtl/>
              </w:rPr>
              <w:t>ما</w:t>
            </w:r>
            <w:r>
              <w:rPr>
                <w:rtl/>
              </w:rPr>
              <w:t xml:space="preserve"> </w:t>
            </w:r>
            <w:r w:rsidRPr="009647FC">
              <w:rPr>
                <w:rtl/>
              </w:rPr>
              <w:t>بناهُ</w:t>
            </w:r>
            <w:r>
              <w:rPr>
                <w:rtl/>
              </w:rPr>
              <w:t xml:space="preserve"> </w:t>
            </w:r>
            <w:r w:rsidRPr="009647FC">
              <w:rPr>
                <w:rtl/>
              </w:rPr>
              <w:t>لساني</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لا</w:t>
            </w:r>
            <w:r>
              <w:rPr>
                <w:rtl/>
              </w:rPr>
              <w:t xml:space="preserve"> </w:t>
            </w:r>
            <w:r w:rsidRPr="009647FC">
              <w:rPr>
                <w:rtl/>
              </w:rPr>
              <w:t>ما</w:t>
            </w:r>
            <w:r>
              <w:rPr>
                <w:rtl/>
              </w:rPr>
              <w:t xml:space="preserve"> </w:t>
            </w:r>
            <w:r w:rsidRPr="009647FC">
              <w:rPr>
                <w:rtl/>
              </w:rPr>
              <w:t>تزخرفهُ</w:t>
            </w:r>
            <w:r>
              <w:rPr>
                <w:rtl/>
              </w:rPr>
              <w:t xml:space="preserve"> </w:t>
            </w:r>
            <w:r w:rsidRPr="009647FC">
              <w:rPr>
                <w:rtl/>
              </w:rPr>
              <w:t>من</w:t>
            </w:r>
            <w:r>
              <w:rPr>
                <w:rtl/>
              </w:rPr>
              <w:t xml:space="preserve"> </w:t>
            </w:r>
            <w:r w:rsidRPr="009647FC">
              <w:rPr>
                <w:rtl/>
              </w:rPr>
              <w:t>البنيانِ</w:t>
            </w:r>
            <w:r w:rsidRPr="00725071">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9647FC">
              <w:rPr>
                <w:rtl/>
              </w:rPr>
              <w:t>وعلى</w:t>
            </w:r>
            <w:r>
              <w:rPr>
                <w:rtl/>
              </w:rPr>
              <w:t xml:space="preserve"> </w:t>
            </w:r>
            <w:r w:rsidRPr="009647FC">
              <w:rPr>
                <w:rtl/>
              </w:rPr>
              <w:t>جيدِ</w:t>
            </w:r>
            <w:r>
              <w:rPr>
                <w:rtl/>
              </w:rPr>
              <w:t xml:space="preserve"> </w:t>
            </w:r>
            <w:r w:rsidRPr="009647FC">
              <w:rPr>
                <w:rtl/>
              </w:rPr>
              <w:t>الفضلِ</w:t>
            </w:r>
            <w:r>
              <w:rPr>
                <w:rtl/>
              </w:rPr>
              <w:t xml:space="preserve"> </w:t>
            </w:r>
            <w:r w:rsidRPr="009647FC">
              <w:rPr>
                <w:rtl/>
              </w:rPr>
              <w:t>نظمُ</w:t>
            </w:r>
            <w:r>
              <w:rPr>
                <w:rtl/>
              </w:rPr>
              <w:t xml:space="preserve"> </w:t>
            </w:r>
            <w:r w:rsidRPr="009647FC">
              <w:rPr>
                <w:rtl/>
              </w:rPr>
              <w:t>فرائدي</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لا</w:t>
            </w:r>
            <w:r>
              <w:rPr>
                <w:rtl/>
              </w:rPr>
              <w:t xml:space="preserve"> </w:t>
            </w:r>
            <w:r w:rsidRPr="009647FC">
              <w:rPr>
                <w:rtl/>
              </w:rPr>
              <w:t>ما</w:t>
            </w:r>
            <w:r>
              <w:rPr>
                <w:rtl/>
              </w:rPr>
              <w:t xml:space="preserve"> </w:t>
            </w:r>
            <w:r w:rsidRPr="009647FC">
              <w:rPr>
                <w:rtl/>
              </w:rPr>
              <w:t>تنظمُ</w:t>
            </w:r>
            <w:r>
              <w:rPr>
                <w:rtl/>
              </w:rPr>
              <w:t xml:space="preserve"> </w:t>
            </w:r>
            <w:r w:rsidRPr="009647FC">
              <w:rPr>
                <w:rtl/>
              </w:rPr>
              <w:t>من</w:t>
            </w:r>
            <w:r>
              <w:rPr>
                <w:rtl/>
              </w:rPr>
              <w:t xml:space="preserve"> </w:t>
            </w:r>
            <w:r w:rsidRPr="009647FC">
              <w:rPr>
                <w:rtl/>
              </w:rPr>
              <w:t>فريدِ</w:t>
            </w:r>
            <w:r>
              <w:rPr>
                <w:rtl/>
              </w:rPr>
              <w:t xml:space="preserve"> </w:t>
            </w:r>
            <w:r w:rsidRPr="009647FC">
              <w:rPr>
                <w:rtl/>
              </w:rPr>
              <w:t>جمانِ</w:t>
            </w:r>
            <w:r w:rsidRPr="00725071">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9647FC">
              <w:rPr>
                <w:rtl/>
              </w:rPr>
              <w:t>يا</w:t>
            </w:r>
            <w:r>
              <w:rPr>
                <w:rtl/>
              </w:rPr>
              <w:t xml:space="preserve"> </w:t>
            </w:r>
            <w:r w:rsidRPr="009647FC">
              <w:rPr>
                <w:rtl/>
              </w:rPr>
              <w:t>فاخراً</w:t>
            </w:r>
            <w:r>
              <w:rPr>
                <w:rtl/>
              </w:rPr>
              <w:t xml:space="preserve"> </w:t>
            </w:r>
            <w:r w:rsidRPr="009647FC">
              <w:rPr>
                <w:rtl/>
              </w:rPr>
              <w:t>لا</w:t>
            </w:r>
            <w:r>
              <w:rPr>
                <w:rtl/>
              </w:rPr>
              <w:t xml:space="preserve"> </w:t>
            </w:r>
            <w:r w:rsidRPr="009647FC">
              <w:rPr>
                <w:rtl/>
              </w:rPr>
              <w:t>في</w:t>
            </w:r>
            <w:r>
              <w:rPr>
                <w:rtl/>
              </w:rPr>
              <w:t xml:space="preserve"> </w:t>
            </w:r>
            <w:r w:rsidRPr="009647FC">
              <w:rPr>
                <w:rtl/>
              </w:rPr>
              <w:t>ملابس</w:t>
            </w:r>
            <w:r>
              <w:rPr>
                <w:rtl/>
              </w:rPr>
              <w:t xml:space="preserve"> </w:t>
            </w:r>
            <w:r w:rsidRPr="009647FC">
              <w:rPr>
                <w:rtl/>
              </w:rPr>
              <w:t>مدحتي</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هذي</w:t>
            </w:r>
            <w:r>
              <w:rPr>
                <w:rtl/>
              </w:rPr>
              <w:t xml:space="preserve"> </w:t>
            </w:r>
            <w:r w:rsidRPr="009647FC">
              <w:rPr>
                <w:rtl/>
              </w:rPr>
              <w:t>ثيابُ</w:t>
            </w:r>
            <w:r>
              <w:rPr>
                <w:rtl/>
              </w:rPr>
              <w:t xml:space="preserve"> </w:t>
            </w:r>
            <w:r w:rsidRPr="009647FC">
              <w:rPr>
                <w:rtl/>
              </w:rPr>
              <w:t>الفخرِ</w:t>
            </w:r>
            <w:r>
              <w:rPr>
                <w:rtl/>
              </w:rPr>
              <w:t xml:space="preserve"> </w:t>
            </w:r>
            <w:r w:rsidRPr="009647FC">
              <w:rPr>
                <w:rtl/>
              </w:rPr>
              <w:t>لا</w:t>
            </w:r>
            <w:r>
              <w:rPr>
                <w:rtl/>
              </w:rPr>
              <w:t xml:space="preserve"> </w:t>
            </w:r>
            <w:r w:rsidRPr="009647FC">
              <w:rPr>
                <w:rtl/>
              </w:rPr>
              <w:t>ثوبانِ</w:t>
            </w:r>
            <w:r w:rsidRPr="00725071">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9647FC">
              <w:rPr>
                <w:rtl/>
              </w:rPr>
              <w:t>ومتناولاً</w:t>
            </w:r>
            <w:r>
              <w:rPr>
                <w:rtl/>
              </w:rPr>
              <w:t xml:space="preserve"> </w:t>
            </w:r>
            <w:r w:rsidRPr="009647FC">
              <w:rPr>
                <w:rtl/>
              </w:rPr>
              <w:t>لا</w:t>
            </w:r>
            <w:r>
              <w:rPr>
                <w:rtl/>
              </w:rPr>
              <w:t xml:space="preserve"> </w:t>
            </w:r>
            <w:r w:rsidRPr="009647FC">
              <w:rPr>
                <w:rtl/>
              </w:rPr>
              <w:t>في</w:t>
            </w:r>
            <w:r>
              <w:rPr>
                <w:rtl/>
              </w:rPr>
              <w:t xml:space="preserve"> </w:t>
            </w:r>
            <w:r w:rsidRPr="009647FC">
              <w:rPr>
                <w:rtl/>
              </w:rPr>
              <w:t>صلاتِ</w:t>
            </w:r>
            <w:r>
              <w:rPr>
                <w:rtl/>
              </w:rPr>
              <w:t xml:space="preserve"> </w:t>
            </w:r>
            <w:r w:rsidRPr="009647FC">
              <w:rPr>
                <w:rtl/>
              </w:rPr>
              <w:t>قصائدي</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هنّ</w:t>
            </w:r>
            <w:r w:rsidR="00677BC4">
              <w:rPr>
                <w:rtl/>
              </w:rPr>
              <w:t>َ</w:t>
            </w:r>
            <w:r w:rsidR="004C00A8">
              <w:rPr>
                <w:rtl/>
              </w:rPr>
              <w:t xml:space="preserve"> </w:t>
            </w:r>
            <w:r w:rsidRPr="009647FC">
              <w:rPr>
                <w:rtl/>
              </w:rPr>
              <w:t>المكارمُ</w:t>
            </w:r>
            <w:r>
              <w:rPr>
                <w:rtl/>
              </w:rPr>
              <w:t xml:space="preserve"> </w:t>
            </w:r>
            <w:r w:rsidRPr="009647FC">
              <w:rPr>
                <w:rtl/>
              </w:rPr>
              <w:t>هنّ</w:t>
            </w:r>
            <w:r w:rsidR="00677BC4">
              <w:rPr>
                <w:rtl/>
              </w:rPr>
              <w:t>َ</w:t>
            </w:r>
            <w:r>
              <w:rPr>
                <w:rtl/>
              </w:rPr>
              <w:t xml:space="preserve"> </w:t>
            </w:r>
            <w:r w:rsidRPr="009647FC">
              <w:rPr>
                <w:rtl/>
              </w:rPr>
              <w:t>لا</w:t>
            </w:r>
            <w:r>
              <w:rPr>
                <w:rtl/>
              </w:rPr>
              <w:t xml:space="preserve"> </w:t>
            </w:r>
            <w:r w:rsidRPr="009647FC">
              <w:rPr>
                <w:rtl/>
              </w:rPr>
              <w:t>قعبانِ</w:t>
            </w:r>
            <w:r w:rsidRPr="00725071">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9647FC">
              <w:rPr>
                <w:rtl/>
              </w:rPr>
              <w:t>ولقد</w:t>
            </w:r>
            <w:r>
              <w:rPr>
                <w:rtl/>
              </w:rPr>
              <w:t xml:space="preserve"> </w:t>
            </w:r>
            <w:r w:rsidRPr="009647FC">
              <w:rPr>
                <w:rtl/>
              </w:rPr>
              <w:t>صدقتُ</w:t>
            </w:r>
            <w:r>
              <w:rPr>
                <w:rtl/>
              </w:rPr>
              <w:t xml:space="preserve"> </w:t>
            </w:r>
            <w:r w:rsidRPr="009647FC">
              <w:rPr>
                <w:rtl/>
              </w:rPr>
              <w:t>فقلتُ</w:t>
            </w:r>
            <w:r>
              <w:rPr>
                <w:rtl/>
              </w:rPr>
              <w:t xml:space="preserve"> </w:t>
            </w:r>
            <w:r w:rsidRPr="009647FC">
              <w:rPr>
                <w:rtl/>
              </w:rPr>
              <w:t>أيّةُ</w:t>
            </w:r>
            <w:r>
              <w:rPr>
                <w:rtl/>
              </w:rPr>
              <w:t xml:space="preserve"> </w:t>
            </w:r>
            <w:r w:rsidRPr="009647FC">
              <w:rPr>
                <w:rtl/>
              </w:rPr>
              <w:t>حكمةٍ</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لمّا</w:t>
            </w:r>
            <w:r w:rsidR="004C00A8">
              <w:rPr>
                <w:rtl/>
              </w:rPr>
              <w:t xml:space="preserve"> </w:t>
            </w:r>
            <w:r w:rsidRPr="009647FC">
              <w:rPr>
                <w:rtl/>
              </w:rPr>
              <w:t>نطقتُ</w:t>
            </w:r>
            <w:r>
              <w:rPr>
                <w:rtl/>
              </w:rPr>
              <w:t xml:space="preserve"> </w:t>
            </w:r>
            <w:r w:rsidRPr="009647FC">
              <w:rPr>
                <w:rtl/>
              </w:rPr>
              <w:t>جرت</w:t>
            </w:r>
            <w:r>
              <w:rPr>
                <w:rtl/>
              </w:rPr>
              <w:t xml:space="preserve"> </w:t>
            </w:r>
            <w:r w:rsidRPr="009647FC">
              <w:rPr>
                <w:rtl/>
              </w:rPr>
              <w:t>بأيّ</w:t>
            </w:r>
            <w:r>
              <w:rPr>
                <w:rtl/>
              </w:rPr>
              <w:t xml:space="preserve"> </w:t>
            </w:r>
            <w:r w:rsidRPr="009647FC">
              <w:rPr>
                <w:rtl/>
              </w:rPr>
              <w:t>لسانِ</w:t>
            </w:r>
            <w:r w:rsidRPr="00725071">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9647FC">
              <w:rPr>
                <w:rtl/>
              </w:rPr>
              <w:t>م</w:t>
            </w:r>
            <w:r w:rsidR="00677BC4">
              <w:rPr>
                <w:rtl/>
              </w:rPr>
              <w:t>َ</w:t>
            </w:r>
            <w:r w:rsidR="00D87517" w:rsidRPr="009647FC">
              <w:rPr>
                <w:rtl/>
              </w:rPr>
              <w:t>نْ</w:t>
            </w:r>
            <w:r w:rsidR="004C00A8">
              <w:rPr>
                <w:rtl/>
              </w:rPr>
              <w:t xml:space="preserve"> </w:t>
            </w:r>
            <w:r w:rsidR="00D87517" w:rsidRPr="009647FC">
              <w:rPr>
                <w:rtl/>
              </w:rPr>
              <w:t>لم</w:t>
            </w:r>
            <w:r w:rsidR="00D87517">
              <w:rPr>
                <w:rtl/>
              </w:rPr>
              <w:t xml:space="preserve"> </w:t>
            </w:r>
            <w:r w:rsidR="00D87517" w:rsidRPr="009647FC">
              <w:rPr>
                <w:rtl/>
              </w:rPr>
              <w:t>تصدّقهُ</w:t>
            </w:r>
            <w:r w:rsidR="00D87517">
              <w:rPr>
                <w:rtl/>
              </w:rPr>
              <w:t xml:space="preserve"> </w:t>
            </w:r>
            <w:r w:rsidR="00D87517" w:rsidRPr="009647FC">
              <w:rPr>
                <w:rtl/>
              </w:rPr>
              <w:t>الف</w:t>
            </w:r>
            <w:r w:rsidRPr="009647FC">
              <w:rPr>
                <w:rtl/>
              </w:rPr>
              <w:t>عا</w:t>
            </w:r>
            <w:r w:rsidR="00D87517" w:rsidRPr="009647FC">
              <w:rPr>
                <w:rtl/>
              </w:rPr>
              <w:t>لُ</w:t>
            </w:r>
            <w:r w:rsidR="00D87517"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Pr="00524A24" w:rsidRDefault="00D87517" w:rsidP="00D87517">
            <w:pPr>
              <w:pStyle w:val="libPoem"/>
            </w:pPr>
            <w:r w:rsidRPr="009647FC">
              <w:rPr>
                <w:rtl/>
              </w:rPr>
              <w:t>ضرب</w:t>
            </w:r>
            <w:r w:rsidR="00677BC4">
              <w:rPr>
                <w:rtl/>
              </w:rPr>
              <w:t>َ</w:t>
            </w:r>
            <w:r>
              <w:rPr>
                <w:rtl/>
              </w:rPr>
              <w:t xml:space="preserve"> </w:t>
            </w:r>
            <w:r w:rsidRPr="009647FC">
              <w:rPr>
                <w:rtl/>
              </w:rPr>
              <w:t>عن</w:t>
            </w:r>
            <w:r>
              <w:rPr>
                <w:rtl/>
              </w:rPr>
              <w:t xml:space="preserve"> </w:t>
            </w:r>
            <w:r w:rsidRPr="009647FC">
              <w:rPr>
                <w:rtl/>
              </w:rPr>
              <w:t>الخليطِ</w:t>
            </w:r>
            <w:r>
              <w:rPr>
                <w:rtl/>
              </w:rPr>
              <w:t xml:space="preserve"> </w:t>
            </w:r>
            <w:r w:rsidRPr="009647FC">
              <w:rPr>
                <w:rtl/>
              </w:rPr>
              <w:t>والهذيانِ</w:t>
            </w:r>
            <w:r w:rsidRPr="00725071">
              <w:rPr>
                <w:rStyle w:val="libPoemTiniChar0"/>
                <w:rtl/>
              </w:rPr>
              <w:br/>
              <w:t> </w:t>
            </w:r>
          </w:p>
        </w:tc>
      </w:tr>
    </w:tbl>
    <w:p w:rsidR="009647FC" w:rsidRPr="00524A24" w:rsidRDefault="009647FC" w:rsidP="004E7EC6">
      <w:pPr>
        <w:pStyle w:val="libNormal"/>
      </w:pPr>
      <w:r w:rsidRPr="004E7EC6">
        <w:rPr>
          <w:rtl/>
        </w:rPr>
        <w:t xml:space="preserve">حرزه منشؤه الفقير إلى رحمة ربّه الغني </w:t>
      </w:r>
    </w:p>
    <w:p w:rsidR="009647FC" w:rsidRPr="00524A24" w:rsidRDefault="009647FC" w:rsidP="004E7EC6">
      <w:pPr>
        <w:pStyle w:val="libNormal"/>
      </w:pPr>
      <w:r w:rsidRPr="004E7EC6">
        <w:rPr>
          <w:rtl/>
        </w:rPr>
        <w:t xml:space="preserve">حيدر بن سليمان الحسيني الحلّي </w:t>
      </w:r>
    </w:p>
    <w:p w:rsidR="009647FC" w:rsidRPr="00524A24" w:rsidRDefault="009647FC" w:rsidP="004E7EC6">
      <w:pPr>
        <w:pStyle w:val="libNormal"/>
      </w:pPr>
      <w:r w:rsidRPr="004E7EC6">
        <w:rPr>
          <w:rtl/>
        </w:rPr>
        <w:t>صورة آخر صفحة من الديوان الذي خطّه السيّد حيدر الحلّي قابلنا عليه هذا المطبوع</w:t>
      </w:r>
      <w:r w:rsidR="00D769AB">
        <w:rPr>
          <w:rtl/>
        </w:rPr>
        <w:t>.</w:t>
      </w:r>
    </w:p>
    <w:p w:rsidR="004E7EC6" w:rsidRDefault="004E7EC6" w:rsidP="004E7EC6">
      <w:pPr>
        <w:pStyle w:val="libNormal"/>
        <w:rPr>
          <w:rtl/>
        </w:rPr>
      </w:pPr>
      <w:r>
        <w:rPr>
          <w:rtl/>
        </w:rPr>
        <w:br w:type="page"/>
      </w:r>
    </w:p>
    <w:p w:rsidR="009647FC" w:rsidRPr="00524A24" w:rsidRDefault="009647FC" w:rsidP="004E7EC6">
      <w:pPr>
        <w:pStyle w:val="Heading2Center"/>
      </w:pPr>
      <w:bookmarkStart w:id="0" w:name="_Toc430170481"/>
      <w:r w:rsidRPr="009647FC">
        <w:rPr>
          <w:rtl/>
        </w:rPr>
        <w:lastRenderedPageBreak/>
        <w:t>مق</w:t>
      </w:r>
      <w:r w:rsidR="00677BC4">
        <w:rPr>
          <w:rtl/>
        </w:rPr>
        <w:t>َ</w:t>
      </w:r>
      <w:r w:rsidRPr="009647FC">
        <w:rPr>
          <w:rtl/>
        </w:rPr>
        <w:t>دّمة</w:t>
      </w:r>
      <w:bookmarkEnd w:id="0"/>
    </w:p>
    <w:p w:rsidR="009647FC" w:rsidRPr="00524A24" w:rsidRDefault="009647FC" w:rsidP="004E7EC6">
      <w:pPr>
        <w:pStyle w:val="libNormal"/>
      </w:pPr>
      <w:r w:rsidRPr="004E7EC6">
        <w:rPr>
          <w:rtl/>
        </w:rPr>
        <w:t>كلمة موجزة تفضّل بها الإمام المصلح الأكبر</w:t>
      </w:r>
      <w:r w:rsidR="00D769AB">
        <w:rPr>
          <w:rtl/>
        </w:rPr>
        <w:t>،</w:t>
      </w:r>
      <w:r w:rsidRPr="004E7EC6">
        <w:rPr>
          <w:rtl/>
        </w:rPr>
        <w:t xml:space="preserve"> حجّة الإسلام الشيخ محمد الحسين آل كاشف الغطاء عندما مثل بين يديه هذا الديوان</w:t>
      </w:r>
      <w:r w:rsidR="00D769AB">
        <w:rPr>
          <w:rtl/>
        </w:rPr>
        <w:t>،</w:t>
      </w:r>
      <w:r w:rsidRPr="004E7EC6">
        <w:rPr>
          <w:rtl/>
        </w:rPr>
        <w:t xml:space="preserve"> واطّلع على ما فيه من زيادات وتحقيق</w:t>
      </w:r>
      <w:r w:rsidR="00D769AB">
        <w:rPr>
          <w:rtl/>
        </w:rPr>
        <w:t>،</w:t>
      </w:r>
      <w:r w:rsidRPr="004E7EC6">
        <w:rPr>
          <w:rtl/>
        </w:rPr>
        <w:t xml:space="preserve"> وضبط وفنّ في الإخراج</w:t>
      </w:r>
      <w:r w:rsidR="00D769AB">
        <w:rPr>
          <w:rtl/>
        </w:rPr>
        <w:t>:</w:t>
      </w:r>
    </w:p>
    <w:p w:rsidR="009647FC" w:rsidRPr="00524A24" w:rsidRDefault="009647FC" w:rsidP="004E7EC6">
      <w:pPr>
        <w:pStyle w:val="libCenter"/>
      </w:pPr>
      <w:r w:rsidRPr="009647FC">
        <w:rPr>
          <w:rtl/>
        </w:rPr>
        <w:t>بسم اللّه الرحمن الرحيم</w:t>
      </w:r>
    </w:p>
    <w:p w:rsidR="009647FC" w:rsidRPr="00524A24" w:rsidRDefault="009647FC" w:rsidP="004E7EC6">
      <w:pPr>
        <w:pStyle w:val="libNormal"/>
      </w:pPr>
      <w:r w:rsidRPr="004E7EC6">
        <w:rPr>
          <w:rtl/>
        </w:rPr>
        <w:t xml:space="preserve">وله الحمد </w:t>
      </w:r>
    </w:p>
    <w:p w:rsidR="009647FC" w:rsidRPr="00524A24" w:rsidRDefault="009647FC" w:rsidP="004E7EC6">
      <w:pPr>
        <w:pStyle w:val="libNormal"/>
      </w:pPr>
      <w:r w:rsidRPr="004E7EC6">
        <w:rPr>
          <w:rtl/>
        </w:rPr>
        <w:t>من المعلوم أنّ دواوين الشعر كثيرة</w:t>
      </w:r>
      <w:r w:rsidR="00D769AB">
        <w:rPr>
          <w:rtl/>
        </w:rPr>
        <w:t>،</w:t>
      </w:r>
      <w:r w:rsidRPr="004E7EC6">
        <w:rPr>
          <w:rtl/>
        </w:rPr>
        <w:t xml:space="preserve"> ومتفاوتة في القوة والضعف</w:t>
      </w:r>
      <w:r w:rsidR="00D769AB">
        <w:rPr>
          <w:rtl/>
        </w:rPr>
        <w:t>،</w:t>
      </w:r>
      <w:r w:rsidRPr="004E7EC6">
        <w:rPr>
          <w:rtl/>
        </w:rPr>
        <w:t xml:space="preserve"> وكذلك تختلف في الحسن والإجادة</w:t>
      </w:r>
      <w:r w:rsidR="00D769AB">
        <w:rPr>
          <w:rtl/>
        </w:rPr>
        <w:t>،</w:t>
      </w:r>
      <w:r w:rsidRPr="004E7EC6">
        <w:rPr>
          <w:rtl/>
        </w:rPr>
        <w:t xml:space="preserve"> ولا شك أنّ أقواها وأحسنها ما وافق الواقع</w:t>
      </w:r>
      <w:r w:rsidR="00D769AB">
        <w:rPr>
          <w:rtl/>
        </w:rPr>
        <w:t>،</w:t>
      </w:r>
      <w:r w:rsidRPr="004E7EC6">
        <w:rPr>
          <w:rtl/>
        </w:rPr>
        <w:t xml:space="preserve"> وأصاب كبد الحقيقة</w:t>
      </w:r>
      <w:r w:rsidR="00D769AB">
        <w:rPr>
          <w:rtl/>
        </w:rPr>
        <w:t>،</w:t>
      </w:r>
      <w:r w:rsidRPr="004E7EC6">
        <w:rPr>
          <w:rtl/>
        </w:rPr>
        <w:t xml:space="preserve"> وكان من صميم الحقّ وقول الصدق</w:t>
      </w:r>
      <w:r w:rsidR="00D769AB">
        <w:rPr>
          <w:rtl/>
        </w:rPr>
        <w:t>،</w:t>
      </w:r>
      <w:r w:rsidRPr="004E7EC6">
        <w:rPr>
          <w:rtl/>
        </w:rPr>
        <w:t xml:space="preserve"> وإن صحّ</w:t>
      </w:r>
      <w:r w:rsidR="00677BC4">
        <w:rPr>
          <w:rtl/>
        </w:rPr>
        <w:t>َ</w:t>
      </w:r>
      <w:r w:rsidRPr="004E7EC6">
        <w:rPr>
          <w:rtl/>
        </w:rPr>
        <w:t xml:space="preserve"> هذا في موضوع فأصحّ</w:t>
      </w:r>
      <w:r w:rsidR="00677BC4">
        <w:rPr>
          <w:rtl/>
        </w:rPr>
        <w:t>َ</w:t>
      </w:r>
      <w:r w:rsidRPr="004E7EC6">
        <w:rPr>
          <w:rtl/>
        </w:rPr>
        <w:t>ه ما قيل في مدائح أهل البيت (عليهم السّلام) ومراثيهم</w:t>
      </w:r>
      <w:r w:rsidR="00D769AB">
        <w:rPr>
          <w:rtl/>
        </w:rPr>
        <w:t>.</w:t>
      </w:r>
    </w:p>
    <w:p w:rsidR="009647FC" w:rsidRPr="00524A24" w:rsidRDefault="009647FC" w:rsidP="004E7EC6">
      <w:pPr>
        <w:pStyle w:val="libNormal"/>
      </w:pPr>
      <w:r w:rsidRPr="004E7EC6">
        <w:rPr>
          <w:rtl/>
        </w:rPr>
        <w:t>وهذا الديوان للشاعر الشهير السيّد حيدر (حشره اللّه مع أجداده الطاهرين)</w:t>
      </w:r>
      <w:r w:rsidR="00D769AB">
        <w:rPr>
          <w:rtl/>
        </w:rPr>
        <w:t>،</w:t>
      </w:r>
      <w:r w:rsidRPr="004E7EC6">
        <w:rPr>
          <w:rtl/>
        </w:rPr>
        <w:t xml:space="preserve"> قد حوى النفيس</w:t>
      </w:r>
      <w:r w:rsidR="00D769AB">
        <w:rPr>
          <w:rtl/>
        </w:rPr>
        <w:t>،</w:t>
      </w:r>
      <w:r w:rsidRPr="004E7EC6">
        <w:rPr>
          <w:rtl/>
        </w:rPr>
        <w:t xml:space="preserve"> بل الأنفس من المراثي والمدائح لأئمة الهدى</w:t>
      </w:r>
      <w:r w:rsidR="00D769AB">
        <w:rPr>
          <w:rtl/>
        </w:rPr>
        <w:t>،</w:t>
      </w:r>
      <w:r w:rsidRPr="004E7EC6">
        <w:rPr>
          <w:rtl/>
        </w:rPr>
        <w:t xml:space="preserve"> فشكر اللّه مساعي الأدباء الساعين لإعادة طبعه</w:t>
      </w:r>
      <w:r w:rsidR="00D769AB">
        <w:rPr>
          <w:rtl/>
        </w:rPr>
        <w:t>،</w:t>
      </w:r>
      <w:r w:rsidRPr="004E7EC6">
        <w:rPr>
          <w:rtl/>
        </w:rPr>
        <w:t xml:space="preserve"> واستقصاء الوسع في تصحيحه وجمعه</w:t>
      </w:r>
      <w:r w:rsidR="00D769AB">
        <w:rPr>
          <w:rtl/>
        </w:rPr>
        <w:t>،</w:t>
      </w:r>
      <w:r w:rsidRPr="004E7EC6">
        <w:rPr>
          <w:rtl/>
        </w:rPr>
        <w:t xml:space="preserve"> وحيّا اللّه كلّ</w:t>
      </w:r>
      <w:r w:rsidR="00677BC4">
        <w:rPr>
          <w:rtl/>
        </w:rPr>
        <w:t>َ</w:t>
      </w:r>
      <w:r w:rsidRPr="004E7EC6">
        <w:rPr>
          <w:rtl/>
        </w:rPr>
        <w:t xml:space="preserve"> م</w:t>
      </w:r>
      <w:r w:rsidR="00677BC4">
        <w:rPr>
          <w:rtl/>
        </w:rPr>
        <w:t>َ</w:t>
      </w:r>
      <w:r w:rsidRPr="004E7EC6">
        <w:rPr>
          <w:rtl/>
        </w:rPr>
        <w:t>نْ سعى لإحياء مآثر أهل البيت وآثارهم</w:t>
      </w:r>
      <w:r w:rsidR="00D769AB">
        <w:rPr>
          <w:rtl/>
        </w:rPr>
        <w:t>،</w:t>
      </w:r>
      <w:r w:rsidRPr="004E7EC6">
        <w:rPr>
          <w:rtl/>
        </w:rPr>
        <w:t xml:space="preserve"> وتخليد مفاخرهم وأخبارهم</w:t>
      </w:r>
      <w:r w:rsidR="00D769AB">
        <w:rPr>
          <w:rtl/>
        </w:rPr>
        <w:t>،</w:t>
      </w:r>
      <w:r w:rsidRPr="004E7EC6">
        <w:rPr>
          <w:rtl/>
        </w:rPr>
        <w:t xml:space="preserve"> وخاصة الأديب المهذّب الأستاذ الشيخ علي الخاقاني</w:t>
      </w:r>
      <w:r w:rsidR="00D769AB">
        <w:rPr>
          <w:rtl/>
        </w:rPr>
        <w:t>،</w:t>
      </w:r>
      <w:r w:rsidRPr="004E7EC6">
        <w:rPr>
          <w:rtl/>
        </w:rPr>
        <w:t xml:space="preserve"> وفّق اللّه الجميع لمناصرة الحق والأخذ به بدعاء</w:t>
      </w:r>
      <w:r w:rsidR="00D769AB">
        <w:rPr>
          <w:rtl/>
        </w:rPr>
        <w:t>.</w:t>
      </w:r>
    </w:p>
    <w:p w:rsidR="009647FC" w:rsidRPr="00524A24" w:rsidRDefault="009647FC" w:rsidP="004E7EC6">
      <w:pPr>
        <w:pStyle w:val="libNormal"/>
      </w:pPr>
      <w:r w:rsidRPr="004E7EC6">
        <w:rPr>
          <w:rtl/>
        </w:rPr>
        <w:t>محمد الحسين آل كاشف الغطاء</w:t>
      </w:r>
    </w:p>
    <w:p w:rsidR="004E7EC6" w:rsidRDefault="004E7EC6" w:rsidP="004E7EC6">
      <w:pPr>
        <w:pStyle w:val="libNormal"/>
        <w:rPr>
          <w:rtl/>
        </w:rPr>
      </w:pPr>
      <w:r>
        <w:rPr>
          <w:rtl/>
        </w:rPr>
        <w:br w:type="page"/>
      </w:r>
    </w:p>
    <w:p w:rsidR="009647FC" w:rsidRPr="00524A24" w:rsidRDefault="009647FC" w:rsidP="004E7EC6">
      <w:pPr>
        <w:pStyle w:val="libCenterBold1"/>
      </w:pPr>
      <w:r w:rsidRPr="009647FC">
        <w:rPr>
          <w:rtl/>
        </w:rPr>
        <w:lastRenderedPageBreak/>
        <w:t>بسم الله الرحمن الرحيم</w:t>
      </w:r>
    </w:p>
    <w:p w:rsidR="009647FC" w:rsidRPr="00524A24" w:rsidRDefault="009647FC" w:rsidP="004E7EC6">
      <w:pPr>
        <w:pStyle w:val="Heading2Center"/>
      </w:pPr>
      <w:bookmarkStart w:id="1" w:name="_Toc430170482"/>
      <w:r w:rsidRPr="009647FC">
        <w:rPr>
          <w:rtl/>
        </w:rPr>
        <w:t>الحماسة</w:t>
      </w:r>
      <w:bookmarkStart w:id="2" w:name="الحماسة"/>
      <w:bookmarkEnd w:id="2"/>
      <w:bookmarkEnd w:id="1"/>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قال (رحمه اللّه) متحمّساً</w:t>
      </w:r>
      <w:r w:rsidR="00D769AB">
        <w:rPr>
          <w:rtl/>
        </w:rPr>
        <w:t>:</w:t>
      </w:r>
    </w:p>
    <w:tbl>
      <w:tblPr>
        <w:tblStyle w:val="TableGrid"/>
        <w:bidiVisual/>
        <w:tblW w:w="4562" w:type="pct"/>
        <w:tblInd w:w="384" w:type="dxa"/>
        <w:tblLook w:val="04A0"/>
      </w:tblPr>
      <w:tblGrid>
        <w:gridCol w:w="3902"/>
        <w:gridCol w:w="301"/>
        <w:gridCol w:w="3884"/>
      </w:tblGrid>
      <w:tr w:rsidR="00D87517" w:rsidRPr="00524A24" w:rsidTr="00D87517">
        <w:trPr>
          <w:trHeight w:val="350"/>
        </w:trPr>
        <w:tc>
          <w:tcPr>
            <w:tcW w:w="3527" w:type="dxa"/>
          </w:tcPr>
          <w:p w:rsidR="00D87517" w:rsidRPr="00524A24" w:rsidRDefault="00D87517" w:rsidP="00D87517">
            <w:pPr>
              <w:pStyle w:val="libPoem"/>
            </w:pPr>
            <w:r w:rsidRPr="009647FC">
              <w:rPr>
                <w:rtl/>
              </w:rPr>
              <w:t>وراءكِ</w:t>
            </w:r>
            <w:r>
              <w:rPr>
                <w:rtl/>
              </w:rPr>
              <w:t xml:space="preserve"> </w:t>
            </w:r>
            <w:r w:rsidRPr="009647FC">
              <w:rPr>
                <w:rtl/>
              </w:rPr>
              <w:t>ا</w:t>
            </w:r>
            <w:r w:rsidR="00A72677" w:rsidRPr="009647FC">
              <w:rPr>
                <w:rtl/>
              </w:rPr>
              <w:t>لي</w:t>
            </w:r>
            <w:r w:rsidRPr="009647FC">
              <w:rPr>
                <w:rtl/>
              </w:rPr>
              <w:t>وم</w:t>
            </w:r>
            <w:r>
              <w:rPr>
                <w:rtl/>
              </w:rPr>
              <w:t xml:space="preserve"> </w:t>
            </w:r>
            <w:r w:rsidR="00A72677" w:rsidRPr="009647FC">
              <w:rPr>
                <w:rtl/>
              </w:rPr>
              <w:t>عن</w:t>
            </w:r>
            <w:r>
              <w:rPr>
                <w:rtl/>
              </w:rPr>
              <w:t xml:space="preserve"> </w:t>
            </w:r>
            <w:r w:rsidR="00A72677" w:rsidRPr="009647FC">
              <w:rPr>
                <w:rtl/>
              </w:rPr>
              <w:t>له</w:t>
            </w:r>
            <w:r w:rsidRPr="009647FC">
              <w:rPr>
                <w:rtl/>
              </w:rPr>
              <w:t>وي</w:t>
            </w:r>
            <w:r>
              <w:rPr>
                <w:rtl/>
              </w:rPr>
              <w:t xml:space="preserve"> </w:t>
            </w:r>
            <w:r w:rsidRPr="009647FC">
              <w:rPr>
                <w:rtl/>
              </w:rPr>
              <w:t>و</w:t>
            </w:r>
            <w:r w:rsidR="00A72677" w:rsidRPr="009647FC">
              <w:rPr>
                <w:rtl/>
              </w:rPr>
              <w:t>عن</w:t>
            </w:r>
            <w:r>
              <w:rPr>
                <w:rtl/>
              </w:rPr>
              <w:t xml:space="preserve"> </w:t>
            </w:r>
            <w:r w:rsidRPr="009647FC">
              <w:rPr>
                <w:rtl/>
              </w:rPr>
              <w:t>طر</w:t>
            </w:r>
            <w:r w:rsidR="00677BC4">
              <w:rPr>
                <w:rtl/>
              </w:rPr>
              <w:t>َ</w:t>
            </w:r>
            <w:r w:rsidRPr="009647FC">
              <w:rPr>
                <w:rtl/>
              </w:rPr>
              <w:t>بي</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A72677" w:rsidP="00A72677">
            <w:pPr>
              <w:pStyle w:val="libPoem"/>
            </w:pPr>
            <w:r w:rsidRPr="009647FC">
              <w:rPr>
                <w:rtl/>
              </w:rPr>
              <w:t>فإ</w:t>
            </w:r>
            <w:r w:rsidR="00D87517" w:rsidRPr="009647FC">
              <w:rPr>
                <w:rtl/>
              </w:rPr>
              <w:t>نذ</w:t>
            </w:r>
            <w:r w:rsidR="00D87517">
              <w:rPr>
                <w:rtl/>
              </w:rPr>
              <w:t xml:space="preserve"> </w:t>
            </w:r>
            <w:r w:rsidRPr="009647FC">
              <w:rPr>
                <w:rtl/>
              </w:rPr>
              <w:t>قل</w:t>
            </w:r>
            <w:r w:rsidR="00D87517" w:rsidRPr="009647FC">
              <w:rPr>
                <w:rtl/>
              </w:rPr>
              <w:t>بي</w:t>
            </w:r>
            <w:r w:rsidR="00677BC4">
              <w:rPr>
                <w:rtl/>
              </w:rPr>
              <w:t>َ</w:t>
            </w:r>
            <w:r w:rsidR="00D87517">
              <w:rPr>
                <w:rtl/>
              </w:rPr>
              <w:t xml:space="preserve"> </w:t>
            </w:r>
            <w:r w:rsidR="00D87517" w:rsidRPr="009647FC">
              <w:rPr>
                <w:rtl/>
              </w:rPr>
              <w:t>أ</w:t>
            </w:r>
            <w:r w:rsidRPr="009647FC">
              <w:rPr>
                <w:rtl/>
              </w:rPr>
              <w:t>مس</w:t>
            </w:r>
            <w:r w:rsidR="00D87517" w:rsidRPr="009647FC">
              <w:rPr>
                <w:rtl/>
              </w:rPr>
              <w:t>ى</w:t>
            </w:r>
            <w:r w:rsidR="00D87517">
              <w:rPr>
                <w:rtl/>
              </w:rPr>
              <w:t xml:space="preserve"> </w:t>
            </w:r>
            <w:r w:rsidRPr="009647FC">
              <w:rPr>
                <w:rtl/>
              </w:rPr>
              <w:t>كع</w:t>
            </w:r>
            <w:r w:rsidR="00D87517" w:rsidRPr="009647FC">
              <w:rPr>
                <w:rtl/>
              </w:rPr>
              <w:t>بة</w:t>
            </w:r>
            <w:r w:rsidR="00677BC4">
              <w:rPr>
                <w:rtl/>
              </w:rPr>
              <w:t>َ</w:t>
            </w:r>
            <w:r w:rsidR="00D87517">
              <w:rPr>
                <w:rtl/>
              </w:rPr>
              <w:t xml:space="preserve"> </w:t>
            </w:r>
            <w:r w:rsidR="00D87517" w:rsidRPr="009647FC">
              <w:rPr>
                <w:rtl/>
              </w:rPr>
              <w:t>ا</w:t>
            </w:r>
            <w:r w:rsidRPr="009647FC">
              <w:rPr>
                <w:rtl/>
              </w:rPr>
              <w:t>لن</w:t>
            </w:r>
            <w:r w:rsidR="00D87517" w:rsidRPr="009647FC">
              <w:rPr>
                <w:rtl/>
              </w:rPr>
              <w:t>وبِ</w:t>
            </w:r>
            <w:r w:rsidR="00D87517" w:rsidRPr="00725071">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9647FC">
              <w:rPr>
                <w:rtl/>
              </w:rPr>
              <w:t>لا</w:t>
            </w:r>
            <w:r>
              <w:rPr>
                <w:rtl/>
              </w:rPr>
              <w:t xml:space="preserve"> </w:t>
            </w:r>
            <w:r w:rsidR="00A72677" w:rsidRPr="009647FC">
              <w:rPr>
                <w:rtl/>
              </w:rPr>
              <w:t>تط</w:t>
            </w:r>
            <w:r w:rsidRPr="009647FC">
              <w:rPr>
                <w:rtl/>
              </w:rPr>
              <w:t>معي</w:t>
            </w:r>
            <w:r>
              <w:rPr>
                <w:rtl/>
              </w:rPr>
              <w:t xml:space="preserve"> </w:t>
            </w:r>
            <w:r w:rsidR="00A72677" w:rsidRPr="009647FC">
              <w:rPr>
                <w:rtl/>
              </w:rPr>
              <w:t>في</w:t>
            </w:r>
            <w:r>
              <w:rPr>
                <w:rtl/>
              </w:rPr>
              <w:t xml:space="preserve"> </w:t>
            </w:r>
            <w:r w:rsidRPr="009647FC">
              <w:rPr>
                <w:rtl/>
              </w:rPr>
              <w:t>و</w:t>
            </w:r>
            <w:r w:rsidR="00A72677" w:rsidRPr="009647FC">
              <w:rPr>
                <w:rtl/>
              </w:rPr>
              <w:t>صا</w:t>
            </w:r>
            <w:r w:rsidRPr="009647FC">
              <w:rPr>
                <w:rtl/>
              </w:rPr>
              <w:t>لي</w:t>
            </w:r>
            <w:r>
              <w:rPr>
                <w:rtl/>
              </w:rPr>
              <w:t xml:space="preserve"> </w:t>
            </w:r>
            <w:r w:rsidRPr="009647FC">
              <w:rPr>
                <w:rtl/>
              </w:rPr>
              <w:t>إنّ</w:t>
            </w:r>
            <w:r w:rsidR="00677BC4">
              <w:rPr>
                <w:rtl/>
              </w:rPr>
              <w:t>َ</w:t>
            </w:r>
            <w:r>
              <w:rPr>
                <w:rtl/>
              </w:rPr>
              <w:t xml:space="preserve"> </w:t>
            </w:r>
            <w:r w:rsidR="00A72677" w:rsidRPr="009647FC">
              <w:rPr>
                <w:rtl/>
              </w:rPr>
              <w:t>لي</w:t>
            </w:r>
            <w:r>
              <w:rPr>
                <w:rtl/>
              </w:rPr>
              <w:t xml:space="preserve"> </w:t>
            </w:r>
            <w:r w:rsidR="00A72677" w:rsidRPr="009647FC">
              <w:rPr>
                <w:rtl/>
              </w:rPr>
              <w:t>كب</w:t>
            </w:r>
            <w:r w:rsidRPr="009647FC">
              <w:rPr>
                <w:rtl/>
              </w:rPr>
              <w:t>دا</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A72677" w:rsidP="00D87517">
            <w:pPr>
              <w:pStyle w:val="libPoem"/>
            </w:pPr>
            <w:r w:rsidRPr="009647FC">
              <w:rPr>
                <w:rtl/>
              </w:rPr>
              <w:t>ته</w:t>
            </w:r>
            <w:r w:rsidR="00D87517" w:rsidRPr="009647FC">
              <w:rPr>
                <w:rtl/>
              </w:rPr>
              <w:t>وى</w:t>
            </w:r>
            <w:r w:rsidR="00D87517">
              <w:rPr>
                <w:rtl/>
              </w:rPr>
              <w:t xml:space="preserve"> </w:t>
            </w:r>
            <w:r w:rsidR="00D87517" w:rsidRPr="009647FC">
              <w:rPr>
                <w:rtl/>
              </w:rPr>
              <w:t>و</w:t>
            </w:r>
            <w:r w:rsidRPr="009647FC">
              <w:rPr>
                <w:rtl/>
              </w:rPr>
              <w:t>صا</w:t>
            </w:r>
            <w:r w:rsidR="00D87517" w:rsidRPr="009647FC">
              <w:rPr>
                <w:rtl/>
              </w:rPr>
              <w:t>ل</w:t>
            </w:r>
            <w:r w:rsidR="00D87517">
              <w:rPr>
                <w:rtl/>
              </w:rPr>
              <w:t xml:space="preserve"> </w:t>
            </w:r>
            <w:r w:rsidR="00D87517" w:rsidRPr="009647FC">
              <w:rPr>
                <w:rtl/>
              </w:rPr>
              <w:t>ا</w:t>
            </w:r>
            <w:r w:rsidRPr="009647FC">
              <w:rPr>
                <w:rtl/>
              </w:rPr>
              <w:t>لع</w:t>
            </w:r>
            <w:r w:rsidR="00D87517" w:rsidRPr="009647FC">
              <w:rPr>
                <w:rtl/>
              </w:rPr>
              <w:t>ُلى</w:t>
            </w:r>
            <w:r w:rsidR="00D87517">
              <w:rPr>
                <w:rtl/>
              </w:rPr>
              <w:t xml:space="preserve"> </w:t>
            </w:r>
            <w:r w:rsidR="00D87517" w:rsidRPr="009647FC">
              <w:rPr>
                <w:rtl/>
              </w:rPr>
              <w:t>لا</w:t>
            </w:r>
            <w:r w:rsidR="00D87517">
              <w:rPr>
                <w:rtl/>
              </w:rPr>
              <w:t xml:space="preserve"> </w:t>
            </w:r>
            <w:r w:rsidR="00D87517" w:rsidRPr="009647FC">
              <w:rPr>
                <w:rtl/>
              </w:rPr>
              <w:t>ا</w:t>
            </w:r>
            <w:r w:rsidRPr="009647FC">
              <w:rPr>
                <w:rtl/>
              </w:rPr>
              <w:t>لخ</w:t>
            </w:r>
            <w:r w:rsidR="00D87517" w:rsidRPr="009647FC">
              <w:rPr>
                <w:rtl/>
              </w:rPr>
              <w:t>ُرّ</w:t>
            </w:r>
            <w:r w:rsidR="00677BC4">
              <w:rPr>
                <w:rtl/>
              </w:rPr>
              <w:t>َ</w:t>
            </w:r>
            <w:r w:rsidR="00D87517" w:rsidRPr="009647FC">
              <w:rPr>
                <w:rtl/>
              </w:rPr>
              <w:t>د</w:t>
            </w:r>
            <w:r w:rsidR="00D87517">
              <w:rPr>
                <w:rtl/>
              </w:rPr>
              <w:t xml:space="preserve"> </w:t>
            </w:r>
            <w:r w:rsidR="00D87517" w:rsidRPr="009647FC">
              <w:rPr>
                <w:rtl/>
              </w:rPr>
              <w:t>العرُبِ</w:t>
            </w:r>
            <w:r w:rsidR="00D87517" w:rsidRPr="00725071">
              <w:rPr>
                <w:rStyle w:val="libPoemTiniChar0"/>
                <w:rtl/>
              </w:rPr>
              <w:br/>
              <w:t> </w:t>
            </w:r>
          </w:p>
        </w:tc>
      </w:tr>
      <w:tr w:rsidR="00D87517" w:rsidRPr="00524A24" w:rsidTr="00D87517">
        <w:trPr>
          <w:trHeight w:val="350"/>
        </w:trPr>
        <w:tc>
          <w:tcPr>
            <w:tcW w:w="3527" w:type="dxa"/>
          </w:tcPr>
          <w:p w:rsidR="00D87517" w:rsidRPr="00524A24" w:rsidRDefault="00D87517" w:rsidP="00A72677">
            <w:pPr>
              <w:pStyle w:val="libPoem"/>
            </w:pPr>
            <w:r w:rsidRPr="009647FC">
              <w:rPr>
                <w:rtl/>
              </w:rPr>
              <w:t>أ</w:t>
            </w:r>
            <w:r w:rsidR="00A72677" w:rsidRPr="009647FC">
              <w:rPr>
                <w:rtl/>
              </w:rPr>
              <w:t>بع</w:t>
            </w:r>
            <w:r w:rsidRPr="009647FC">
              <w:rPr>
                <w:rtl/>
              </w:rPr>
              <w:t>د</w:t>
            </w:r>
            <w:r w:rsidR="00677BC4">
              <w:rPr>
                <w:rtl/>
              </w:rPr>
              <w:t>َ</w:t>
            </w:r>
            <w:r w:rsidR="004C00A8">
              <w:rPr>
                <w:rtl/>
              </w:rPr>
              <w:t xml:space="preserve"> </w:t>
            </w:r>
            <w:r w:rsidR="00A72677" w:rsidRPr="009647FC">
              <w:rPr>
                <w:rtl/>
              </w:rPr>
              <w:t>حف</w:t>
            </w:r>
            <w:r w:rsidRPr="009647FC">
              <w:rPr>
                <w:rtl/>
              </w:rPr>
              <w:t>ظي</w:t>
            </w:r>
            <w:r>
              <w:rPr>
                <w:rtl/>
              </w:rPr>
              <w:t xml:space="preserve"> </w:t>
            </w:r>
            <w:r w:rsidRPr="009647FC">
              <w:rPr>
                <w:rtl/>
              </w:rPr>
              <w:t>لأ</w:t>
            </w:r>
            <w:r w:rsidR="00A72677" w:rsidRPr="009647FC">
              <w:rPr>
                <w:rtl/>
              </w:rPr>
              <w:t>سب</w:t>
            </w:r>
            <w:r w:rsidRPr="009647FC">
              <w:rPr>
                <w:rtl/>
              </w:rPr>
              <w:t>اب</w:t>
            </w:r>
            <w:r>
              <w:rPr>
                <w:rtl/>
              </w:rPr>
              <w:t xml:space="preserve"> </w:t>
            </w:r>
            <w:r w:rsidRPr="009647FC">
              <w:rPr>
                <w:rtl/>
              </w:rPr>
              <w:t>ا</w:t>
            </w:r>
            <w:r w:rsidR="00A72677" w:rsidRPr="009647FC">
              <w:rPr>
                <w:rtl/>
              </w:rPr>
              <w:t>لع</w:t>
            </w:r>
            <w:r w:rsidRPr="009647FC">
              <w:rPr>
                <w:rtl/>
              </w:rPr>
              <w:t>ُلى</w:t>
            </w:r>
            <w:r>
              <w:rPr>
                <w:rtl/>
              </w:rPr>
              <w:t xml:space="preserve"> </w:t>
            </w:r>
            <w:r w:rsidRPr="009647FC">
              <w:rPr>
                <w:rtl/>
              </w:rPr>
              <w:t>ز</w:t>
            </w:r>
            <w:r w:rsidR="00A72677" w:rsidRPr="009647FC">
              <w:rPr>
                <w:rtl/>
              </w:rPr>
              <w:t>من</w:t>
            </w:r>
            <w:r w:rsidRPr="009647FC">
              <w:rPr>
                <w:rtl/>
              </w:rPr>
              <w:t>ا</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A72677">
            <w:pPr>
              <w:pStyle w:val="libPoem"/>
            </w:pPr>
            <w:r w:rsidRPr="009647FC">
              <w:rPr>
                <w:rtl/>
              </w:rPr>
              <w:t>أ</w:t>
            </w:r>
            <w:r w:rsidR="00A72677" w:rsidRPr="009647FC">
              <w:rPr>
                <w:rtl/>
              </w:rPr>
              <w:t>ضي</w:t>
            </w:r>
            <w:r w:rsidRPr="009647FC">
              <w:rPr>
                <w:rtl/>
              </w:rPr>
              <w:t>عها</w:t>
            </w:r>
            <w:r w:rsidR="004C00A8">
              <w:rPr>
                <w:rtl/>
              </w:rPr>
              <w:t xml:space="preserve"> </w:t>
            </w:r>
            <w:r w:rsidRPr="009647FC">
              <w:rPr>
                <w:rtl/>
              </w:rPr>
              <w:t>لك</w:t>
            </w:r>
            <w:r>
              <w:rPr>
                <w:rtl/>
              </w:rPr>
              <w:t xml:space="preserve"> </w:t>
            </w:r>
            <w:r w:rsidR="00A72677" w:rsidRPr="009647FC">
              <w:rPr>
                <w:rtl/>
              </w:rPr>
              <w:t>بي</w:t>
            </w:r>
            <w:r w:rsidRPr="009647FC">
              <w:rPr>
                <w:rtl/>
              </w:rPr>
              <w:t>ن</w:t>
            </w:r>
            <w:r>
              <w:rPr>
                <w:rtl/>
              </w:rPr>
              <w:t xml:space="preserve"> </w:t>
            </w:r>
            <w:r w:rsidRPr="009647FC">
              <w:rPr>
                <w:rtl/>
              </w:rPr>
              <w:t>اللهو</w:t>
            </w:r>
            <w:r>
              <w:rPr>
                <w:rtl/>
              </w:rPr>
              <w:t xml:space="preserve"> </w:t>
            </w:r>
            <w:r w:rsidRPr="009647FC">
              <w:rPr>
                <w:rtl/>
              </w:rPr>
              <w:t>وا</w:t>
            </w:r>
            <w:r w:rsidR="00A72677" w:rsidRPr="009647FC">
              <w:rPr>
                <w:rtl/>
              </w:rPr>
              <w:t>لل</w:t>
            </w:r>
            <w:r w:rsidRPr="009647FC">
              <w:rPr>
                <w:rtl/>
              </w:rPr>
              <w:t>عبِ</w:t>
            </w:r>
            <w:r w:rsidRPr="00725071">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9647FC">
              <w:rPr>
                <w:rtl/>
              </w:rPr>
              <w:t>ما</w:t>
            </w:r>
            <w:r w:rsidR="00D87517">
              <w:rPr>
                <w:rtl/>
              </w:rPr>
              <w:t xml:space="preserve"> </w:t>
            </w:r>
            <w:r w:rsidRPr="009647FC">
              <w:rPr>
                <w:rtl/>
              </w:rPr>
              <w:t>بت</w:t>
            </w:r>
            <w:r w:rsidR="00D87517" w:rsidRPr="009647FC">
              <w:rPr>
                <w:rtl/>
              </w:rPr>
              <w:t>ُّ</w:t>
            </w:r>
            <w:r w:rsidR="00D87517">
              <w:rPr>
                <w:rtl/>
              </w:rPr>
              <w:t xml:space="preserve"> </w:t>
            </w:r>
            <w:r w:rsidRPr="009647FC">
              <w:rPr>
                <w:rtl/>
              </w:rPr>
              <w:t>مس</w:t>
            </w:r>
            <w:r w:rsidR="00D87517" w:rsidRPr="009647FC">
              <w:rPr>
                <w:rtl/>
              </w:rPr>
              <w:t>تمطرا</w:t>
            </w:r>
            <w:r w:rsidR="00D87517">
              <w:rPr>
                <w:rtl/>
              </w:rPr>
              <w:t xml:space="preserve"> </w:t>
            </w:r>
            <w:r w:rsidRPr="009647FC">
              <w:rPr>
                <w:rtl/>
              </w:rPr>
              <w:t>من</w:t>
            </w:r>
            <w:r w:rsidR="00D87517">
              <w:rPr>
                <w:rtl/>
              </w:rPr>
              <w:t xml:space="preserve"> </w:t>
            </w:r>
            <w:r w:rsidRPr="009647FC">
              <w:rPr>
                <w:rtl/>
              </w:rPr>
              <w:t>مق</w:t>
            </w:r>
            <w:r w:rsidR="00D87517" w:rsidRPr="009647FC">
              <w:rPr>
                <w:rtl/>
              </w:rPr>
              <w:t>لتي</w:t>
            </w:r>
            <w:r w:rsidR="00D87517">
              <w:rPr>
                <w:rtl/>
              </w:rPr>
              <w:t xml:space="preserve"> </w:t>
            </w:r>
            <w:r w:rsidR="00D87517" w:rsidRPr="009647FC">
              <w:rPr>
                <w:rtl/>
              </w:rPr>
              <w:t>جزعا</w:t>
            </w:r>
            <w:r w:rsidR="00D87517"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نوء</w:t>
            </w:r>
            <w:r>
              <w:rPr>
                <w:rtl/>
              </w:rPr>
              <w:t xml:space="preserve"> </w:t>
            </w:r>
            <w:r w:rsidRPr="009647FC">
              <w:rPr>
                <w:rtl/>
              </w:rPr>
              <w:t>ا</w:t>
            </w:r>
            <w:r w:rsidR="00A72677" w:rsidRPr="009647FC">
              <w:rPr>
                <w:rtl/>
              </w:rPr>
              <w:t>لم</w:t>
            </w:r>
            <w:r w:rsidRPr="009647FC">
              <w:rPr>
                <w:rtl/>
              </w:rPr>
              <w:t>دامع</w:t>
            </w:r>
            <w:r>
              <w:rPr>
                <w:rtl/>
              </w:rPr>
              <w:t xml:space="preserve"> </w:t>
            </w:r>
            <w:r w:rsidR="00A72677" w:rsidRPr="009647FC">
              <w:rPr>
                <w:rtl/>
              </w:rPr>
              <w:t>بي</w:t>
            </w:r>
            <w:r w:rsidRPr="009647FC">
              <w:rPr>
                <w:rtl/>
              </w:rPr>
              <w:t>ن</w:t>
            </w:r>
            <w:r>
              <w:rPr>
                <w:rtl/>
              </w:rPr>
              <w:t xml:space="preserve"> </w:t>
            </w:r>
            <w:r w:rsidRPr="009647FC">
              <w:rPr>
                <w:rtl/>
              </w:rPr>
              <w:t>ا</w:t>
            </w:r>
            <w:r w:rsidR="00A72677" w:rsidRPr="009647FC">
              <w:rPr>
                <w:rtl/>
              </w:rPr>
              <w:t>لن</w:t>
            </w:r>
            <w:r w:rsidRPr="009647FC">
              <w:rPr>
                <w:rtl/>
              </w:rPr>
              <w:t>ؤى</w:t>
            </w:r>
            <w:r>
              <w:rPr>
                <w:rtl/>
              </w:rPr>
              <w:t xml:space="preserve"> </w:t>
            </w:r>
            <w:r w:rsidRPr="009647FC">
              <w:rPr>
                <w:rtl/>
              </w:rPr>
              <w:t>وا</w:t>
            </w:r>
            <w:r w:rsidR="00A72677" w:rsidRPr="009647FC">
              <w:rPr>
                <w:rtl/>
              </w:rPr>
              <w:t>لط</w:t>
            </w:r>
            <w:r w:rsidRPr="009647FC">
              <w:rPr>
                <w:rtl/>
              </w:rPr>
              <w:t>نبِ</w:t>
            </w:r>
            <w:r w:rsidRPr="00725071">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9647FC">
              <w:rPr>
                <w:rtl/>
              </w:rPr>
              <w:t>قد</w:t>
            </w:r>
            <w:r w:rsidR="00D87517" w:rsidRPr="009647FC">
              <w:rPr>
                <w:rtl/>
              </w:rPr>
              <w:t>حُ</w:t>
            </w:r>
            <w:r w:rsidR="00D87517">
              <w:rPr>
                <w:rtl/>
              </w:rPr>
              <w:t xml:space="preserve"> </w:t>
            </w:r>
            <w:r w:rsidR="00D87517" w:rsidRPr="009647FC">
              <w:rPr>
                <w:rtl/>
              </w:rPr>
              <w:t>الأ</w:t>
            </w:r>
            <w:r w:rsidRPr="009647FC">
              <w:rPr>
                <w:rtl/>
              </w:rPr>
              <w:t>سى</w:t>
            </w:r>
            <w:r w:rsidR="00D87517">
              <w:rPr>
                <w:rtl/>
              </w:rPr>
              <w:t xml:space="preserve"> </w:t>
            </w:r>
            <w:r w:rsidR="00D87517" w:rsidRPr="009647FC">
              <w:rPr>
                <w:rtl/>
              </w:rPr>
              <w:t>ا</w:t>
            </w:r>
            <w:r w:rsidRPr="009647FC">
              <w:rPr>
                <w:rtl/>
              </w:rPr>
              <w:t>لب</w:t>
            </w:r>
            <w:r w:rsidR="00D87517" w:rsidRPr="009647FC">
              <w:rPr>
                <w:rtl/>
              </w:rPr>
              <w:t>رق</w:t>
            </w:r>
            <w:r w:rsidR="00D87517">
              <w:rPr>
                <w:rtl/>
              </w:rPr>
              <w:t xml:space="preserve"> </w:t>
            </w:r>
            <w:r w:rsidR="00D87517" w:rsidRPr="009647FC">
              <w:rPr>
                <w:rtl/>
              </w:rPr>
              <w:t>والرعد</w:t>
            </w:r>
            <w:r w:rsidR="00D87517">
              <w:rPr>
                <w:rtl/>
              </w:rPr>
              <w:t xml:space="preserve"> </w:t>
            </w:r>
            <w:r w:rsidR="00D87517" w:rsidRPr="009647FC">
              <w:rPr>
                <w:rtl/>
              </w:rPr>
              <w:t>الحنين</w:t>
            </w:r>
            <w:r w:rsidR="00D87517">
              <w:rPr>
                <w:rtl/>
              </w:rPr>
              <w:t xml:space="preserve"> </w:t>
            </w:r>
            <w:r w:rsidR="00D87517" w:rsidRPr="009647FC">
              <w:rPr>
                <w:rtl/>
              </w:rPr>
              <w:t>وأنـ</w:t>
            </w:r>
            <w:r w:rsidR="00D87517"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A72677" w:rsidP="00D87517">
            <w:pPr>
              <w:pStyle w:val="libPoem"/>
            </w:pPr>
            <w:r w:rsidRPr="009647FC">
              <w:rPr>
                <w:rtl/>
              </w:rPr>
              <w:t>فا</w:t>
            </w:r>
            <w:r w:rsidR="00D87517" w:rsidRPr="009647FC">
              <w:rPr>
                <w:rtl/>
              </w:rPr>
              <w:t>سي</w:t>
            </w:r>
            <w:r w:rsidR="004C00A8">
              <w:rPr>
                <w:rtl/>
              </w:rPr>
              <w:t xml:space="preserve"> </w:t>
            </w:r>
            <w:r w:rsidR="00D87517" w:rsidRPr="009647FC">
              <w:rPr>
                <w:rtl/>
              </w:rPr>
              <w:t>ا</w:t>
            </w:r>
            <w:r w:rsidRPr="009647FC">
              <w:rPr>
                <w:rtl/>
              </w:rPr>
              <w:t>لج</w:t>
            </w:r>
            <w:r w:rsidR="00D87517" w:rsidRPr="009647FC">
              <w:rPr>
                <w:rtl/>
              </w:rPr>
              <w:t>نوبُ</w:t>
            </w:r>
            <w:r w:rsidR="00D87517">
              <w:rPr>
                <w:rtl/>
              </w:rPr>
              <w:t xml:space="preserve"> </w:t>
            </w:r>
            <w:r w:rsidR="00D87517" w:rsidRPr="009647FC">
              <w:rPr>
                <w:rtl/>
              </w:rPr>
              <w:t>ود</w:t>
            </w:r>
            <w:r w:rsidRPr="009647FC">
              <w:rPr>
                <w:rtl/>
              </w:rPr>
              <w:t>مع</w:t>
            </w:r>
            <w:r w:rsidR="00D87517" w:rsidRPr="009647FC">
              <w:rPr>
                <w:rtl/>
              </w:rPr>
              <w:t>ي</w:t>
            </w:r>
            <w:r w:rsidR="00D87517">
              <w:rPr>
                <w:rtl/>
              </w:rPr>
              <w:t xml:space="preserve"> </w:t>
            </w:r>
            <w:r w:rsidR="00D87517" w:rsidRPr="009647FC">
              <w:rPr>
                <w:rtl/>
              </w:rPr>
              <w:t>ديمةُ</w:t>
            </w:r>
            <w:r w:rsidR="00D87517">
              <w:rPr>
                <w:rtl/>
              </w:rPr>
              <w:t xml:space="preserve"> </w:t>
            </w:r>
            <w:r w:rsidR="00D87517" w:rsidRPr="009647FC">
              <w:rPr>
                <w:rtl/>
              </w:rPr>
              <w:t>السحبِ</w:t>
            </w:r>
            <w:r w:rsidR="00D87517" w:rsidRPr="00725071">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A72677">
              <w:rPr>
                <w:rtl/>
              </w:rPr>
              <w:t>ولا</w:t>
            </w:r>
            <w:r w:rsidR="004C00A8">
              <w:rPr>
                <w:rtl/>
              </w:rPr>
              <w:t xml:space="preserve"> </w:t>
            </w:r>
            <w:r w:rsidRPr="00A72677">
              <w:rPr>
                <w:rtl/>
              </w:rPr>
              <w:t>ص</w:t>
            </w:r>
            <w:r w:rsidR="00A72677" w:rsidRPr="00A72677">
              <w:rPr>
                <w:rtl/>
              </w:rPr>
              <w:t>با</w:t>
            </w:r>
            <w:r w:rsidRPr="00A72677">
              <w:rPr>
                <w:rtl/>
              </w:rPr>
              <w:t xml:space="preserve"> أبداً </w:t>
            </w:r>
            <w:r w:rsidR="00A72677" w:rsidRPr="00A72677">
              <w:rPr>
                <w:rtl/>
              </w:rPr>
              <w:t>قلب</w:t>
            </w:r>
            <w:r w:rsidRPr="00A72677">
              <w:rPr>
                <w:rtl/>
              </w:rPr>
              <w:t xml:space="preserve">ي </w:t>
            </w:r>
            <w:r w:rsidR="00A72677" w:rsidRPr="00A72677">
              <w:rPr>
                <w:rtl/>
              </w:rPr>
              <w:t>لغا</w:t>
            </w:r>
            <w:r w:rsidRPr="00A72677">
              <w:rPr>
                <w:rtl/>
              </w:rPr>
              <w:t>نيةٍ</w:t>
            </w:r>
            <w:r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D87517" w:rsidP="00D87517">
            <w:pPr>
              <w:pStyle w:val="libPoem"/>
            </w:pPr>
            <w:r w:rsidRPr="00A72677">
              <w:rPr>
                <w:rtl/>
              </w:rPr>
              <w:t>إذ</w:t>
            </w:r>
            <w:r w:rsidR="004C00A8">
              <w:rPr>
                <w:rtl/>
              </w:rPr>
              <w:t xml:space="preserve"> </w:t>
            </w:r>
            <w:r w:rsidR="00A72677" w:rsidRPr="00A72677">
              <w:rPr>
                <w:rtl/>
              </w:rPr>
              <w:t>لي</w:t>
            </w:r>
            <w:r w:rsidRPr="00A72677">
              <w:rPr>
                <w:rtl/>
              </w:rPr>
              <w:t xml:space="preserve">س </w:t>
            </w:r>
            <w:r w:rsidR="00A72677" w:rsidRPr="00A72677">
              <w:rPr>
                <w:rtl/>
              </w:rPr>
              <w:t>في</w:t>
            </w:r>
            <w:r w:rsidRPr="00A72677">
              <w:rPr>
                <w:rtl/>
              </w:rPr>
              <w:t xml:space="preserve"> ح</w:t>
            </w:r>
            <w:r w:rsidR="00A72677" w:rsidRPr="00A72677">
              <w:rPr>
                <w:rtl/>
              </w:rPr>
              <w:t>ُس</w:t>
            </w:r>
            <w:r w:rsidRPr="00A72677">
              <w:rPr>
                <w:rtl/>
              </w:rPr>
              <w:t xml:space="preserve">نها </w:t>
            </w:r>
            <w:r w:rsidR="00A72677" w:rsidRPr="00A72677">
              <w:rPr>
                <w:rtl/>
              </w:rPr>
              <w:t>شغ</w:t>
            </w:r>
            <w:r w:rsidRPr="00A72677">
              <w:rPr>
                <w:rtl/>
              </w:rPr>
              <w:t>لي ولا أربي</w:t>
            </w:r>
            <w:r w:rsidRPr="00A72677">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9647FC">
              <w:rPr>
                <w:rtl/>
              </w:rPr>
              <w:t>في</w:t>
            </w:r>
            <w:r>
              <w:rPr>
                <w:rtl/>
              </w:rPr>
              <w:t xml:space="preserve"> </w:t>
            </w:r>
            <w:r w:rsidRPr="009647FC">
              <w:rPr>
                <w:rtl/>
              </w:rPr>
              <w:t>السُمر</w:t>
            </w:r>
            <w:r>
              <w:rPr>
                <w:rtl/>
              </w:rPr>
              <w:t xml:space="preserve"> </w:t>
            </w:r>
            <w:r w:rsidRPr="009647FC">
              <w:rPr>
                <w:rtl/>
              </w:rPr>
              <w:t>لا</w:t>
            </w:r>
            <w:r>
              <w:rPr>
                <w:rtl/>
              </w:rPr>
              <w:t xml:space="preserve"> </w:t>
            </w:r>
            <w:r w:rsidRPr="009647FC">
              <w:rPr>
                <w:rtl/>
              </w:rPr>
              <w:t>السُمر</w:t>
            </w:r>
            <w:r w:rsidRPr="004E7EC6">
              <w:rPr>
                <w:rStyle w:val="libFootnotenumChar"/>
                <w:rtl/>
              </w:rPr>
              <w:t>(1)</w:t>
            </w:r>
            <w:r>
              <w:rPr>
                <w:rtl/>
              </w:rPr>
              <w:t xml:space="preserve"> </w:t>
            </w:r>
            <w:r w:rsidRPr="009647FC">
              <w:rPr>
                <w:rtl/>
              </w:rPr>
              <w:t>معقودٌ</w:t>
            </w:r>
            <w:r>
              <w:rPr>
                <w:rtl/>
              </w:rPr>
              <w:t xml:space="preserve"> </w:t>
            </w:r>
            <w:r w:rsidRPr="009647FC">
              <w:rPr>
                <w:rtl/>
              </w:rPr>
              <w:t>هواي</w:t>
            </w:r>
            <w:r w:rsidR="00677BC4">
              <w:rPr>
                <w:rtl/>
              </w:rPr>
              <w:t>َ</w:t>
            </w:r>
            <w:r>
              <w:rPr>
                <w:rtl/>
              </w:rPr>
              <w:t xml:space="preserve"> </w:t>
            </w:r>
            <w:r w:rsidRPr="009647FC">
              <w:rPr>
                <w:rtl/>
              </w:rPr>
              <w:t>وللـ</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بيض</w:t>
            </w:r>
            <w:r w:rsidR="004C00A8">
              <w:rPr>
                <w:rtl/>
              </w:rPr>
              <w:t xml:space="preserve"> </w:t>
            </w:r>
            <w:r w:rsidRPr="009647FC">
              <w:rPr>
                <w:rtl/>
              </w:rPr>
              <w:t>ا</w:t>
            </w:r>
            <w:r w:rsidR="00A72677" w:rsidRPr="009647FC">
              <w:rPr>
                <w:rtl/>
              </w:rPr>
              <w:t>لظ</w:t>
            </w:r>
            <w:r w:rsidRPr="009647FC">
              <w:rPr>
                <w:rtl/>
              </w:rPr>
              <w:t>ُبا</w:t>
            </w:r>
            <w:r>
              <w:rPr>
                <w:rtl/>
              </w:rPr>
              <w:t xml:space="preserve"> </w:t>
            </w:r>
            <w:r w:rsidR="00A72677" w:rsidRPr="009647FC">
              <w:rPr>
                <w:rtl/>
              </w:rPr>
              <w:t>لي</w:t>
            </w:r>
            <w:r w:rsidRPr="009647FC">
              <w:rPr>
                <w:rtl/>
              </w:rPr>
              <w:t>س</w:t>
            </w:r>
            <w:r>
              <w:rPr>
                <w:rtl/>
              </w:rPr>
              <w:t xml:space="preserve"> </w:t>
            </w:r>
            <w:r w:rsidRPr="009647FC">
              <w:rPr>
                <w:rtl/>
              </w:rPr>
              <w:t>للبيض</w:t>
            </w:r>
            <w:r>
              <w:rPr>
                <w:rtl/>
              </w:rPr>
              <w:t xml:space="preserve"> </w:t>
            </w:r>
            <w:r w:rsidRPr="009647FC">
              <w:rPr>
                <w:rtl/>
              </w:rPr>
              <w:t>الظِبا</w:t>
            </w:r>
            <w:r>
              <w:rPr>
                <w:rtl/>
              </w:rPr>
              <w:t xml:space="preserve"> </w:t>
            </w:r>
            <w:r w:rsidRPr="009647FC">
              <w:rPr>
                <w:rtl/>
              </w:rPr>
              <w:t>طرب</w:t>
            </w:r>
            <w:r w:rsidR="00677BC4">
              <w:rPr>
                <w:rtl/>
              </w:rPr>
              <w:t>َ</w:t>
            </w:r>
            <w:r w:rsidRPr="009647FC">
              <w:rPr>
                <w:rtl/>
              </w:rPr>
              <w:t>ي</w:t>
            </w:r>
            <w:r w:rsidRPr="00725071">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9647FC">
              <w:rPr>
                <w:rtl/>
              </w:rPr>
              <w:t>و</w:t>
            </w:r>
            <w:r w:rsidR="00A72677" w:rsidRPr="009647FC">
              <w:rPr>
                <w:rtl/>
              </w:rPr>
              <w:t>ما</w:t>
            </w:r>
            <w:r>
              <w:rPr>
                <w:rtl/>
              </w:rPr>
              <w:t xml:space="preserve"> </w:t>
            </w:r>
            <w:r w:rsidR="00A72677" w:rsidRPr="009647FC">
              <w:rPr>
                <w:rtl/>
              </w:rPr>
              <w:t>عش</w:t>
            </w:r>
            <w:r w:rsidRPr="009647FC">
              <w:rPr>
                <w:rtl/>
              </w:rPr>
              <w:t>قتُ</w:t>
            </w:r>
            <w:r>
              <w:rPr>
                <w:rtl/>
              </w:rPr>
              <w:t xml:space="preserve"> </w:t>
            </w:r>
            <w:r w:rsidR="00A72677" w:rsidRPr="009647FC">
              <w:rPr>
                <w:rtl/>
              </w:rPr>
              <w:t>سو</w:t>
            </w:r>
            <w:r w:rsidRPr="009647FC">
              <w:rPr>
                <w:rtl/>
              </w:rPr>
              <w:t>ى</w:t>
            </w:r>
            <w:r>
              <w:rPr>
                <w:rtl/>
              </w:rPr>
              <w:t xml:space="preserve"> </w:t>
            </w:r>
            <w:r w:rsidR="00A72677" w:rsidRPr="009647FC">
              <w:rPr>
                <w:rtl/>
              </w:rPr>
              <w:t>بك</w:t>
            </w:r>
            <w:r w:rsidRPr="009647FC">
              <w:rPr>
                <w:rtl/>
              </w:rPr>
              <w:t>ر</w:t>
            </w:r>
            <w:r>
              <w:rPr>
                <w:rtl/>
              </w:rPr>
              <w:t xml:space="preserve"> </w:t>
            </w:r>
            <w:r w:rsidRPr="009647FC">
              <w:rPr>
                <w:rtl/>
              </w:rPr>
              <w:t>ا</w:t>
            </w:r>
            <w:r w:rsidR="00A72677" w:rsidRPr="009647FC">
              <w:rPr>
                <w:rtl/>
              </w:rPr>
              <w:t>لع</w:t>
            </w:r>
            <w:r w:rsidRPr="009647FC">
              <w:rPr>
                <w:rtl/>
              </w:rPr>
              <w:t>ُلى</w:t>
            </w:r>
            <w:r>
              <w:rPr>
                <w:rtl/>
              </w:rPr>
              <w:t xml:space="preserve"> </w:t>
            </w:r>
            <w:r w:rsidRPr="009647FC">
              <w:rPr>
                <w:rtl/>
              </w:rPr>
              <w:t>أ</w:t>
            </w:r>
            <w:r w:rsidR="00A72677" w:rsidRPr="009647FC">
              <w:rPr>
                <w:rtl/>
              </w:rPr>
              <w:t>بد</w:t>
            </w:r>
            <w:r w:rsidRPr="009647FC">
              <w:rPr>
                <w:rtl/>
              </w:rPr>
              <w:t>ا</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و</w:t>
            </w:r>
            <w:r w:rsidR="00A72677" w:rsidRPr="009647FC">
              <w:rPr>
                <w:rtl/>
              </w:rPr>
              <w:t>لس</w:t>
            </w:r>
            <w:r w:rsidRPr="009647FC">
              <w:rPr>
                <w:rtl/>
              </w:rPr>
              <w:t>تُ</w:t>
            </w:r>
            <w:r w:rsidR="004C00A8">
              <w:rPr>
                <w:rtl/>
              </w:rPr>
              <w:t xml:space="preserve"> </w:t>
            </w:r>
            <w:r w:rsidRPr="009647FC">
              <w:rPr>
                <w:rtl/>
              </w:rPr>
              <w:t>أ</w:t>
            </w:r>
            <w:r w:rsidR="00A72677" w:rsidRPr="009647FC">
              <w:rPr>
                <w:rtl/>
              </w:rPr>
              <w:t>خط</w:t>
            </w:r>
            <w:r w:rsidRPr="009647FC">
              <w:rPr>
                <w:rtl/>
              </w:rPr>
              <w:t>بها</w:t>
            </w:r>
            <w:r>
              <w:rPr>
                <w:rtl/>
              </w:rPr>
              <w:t xml:space="preserve"> </w:t>
            </w:r>
            <w:r w:rsidRPr="009647FC">
              <w:rPr>
                <w:rtl/>
              </w:rPr>
              <w:t>إلاّ</w:t>
            </w:r>
            <w:r>
              <w:rPr>
                <w:rtl/>
              </w:rPr>
              <w:t xml:space="preserve"> </w:t>
            </w:r>
            <w:r w:rsidR="00A72677" w:rsidRPr="009647FC">
              <w:rPr>
                <w:rtl/>
              </w:rPr>
              <w:t>بذ</w:t>
            </w:r>
            <w:r w:rsidRPr="009647FC">
              <w:rPr>
                <w:rtl/>
              </w:rPr>
              <w:t>ي</w:t>
            </w:r>
            <w:r>
              <w:rPr>
                <w:rtl/>
              </w:rPr>
              <w:t xml:space="preserve"> </w:t>
            </w:r>
            <w:r w:rsidRPr="009647FC">
              <w:rPr>
                <w:rtl/>
              </w:rPr>
              <w:t>شُط</w:t>
            </w:r>
            <w:r w:rsidR="00677BC4">
              <w:rPr>
                <w:rtl/>
              </w:rPr>
              <w:t>َ</w:t>
            </w:r>
            <w:r w:rsidRPr="009647FC">
              <w:rPr>
                <w:rtl/>
              </w:rPr>
              <w:t>ب</w:t>
            </w:r>
            <w:r w:rsidRPr="004E7EC6">
              <w:rPr>
                <w:rStyle w:val="libFootnotenumChar"/>
                <w:rtl/>
              </w:rPr>
              <w:t>(2)</w:t>
            </w:r>
            <w:r w:rsidRPr="00725071">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9647FC">
              <w:rPr>
                <w:rtl/>
              </w:rPr>
              <w:t>و</w:t>
            </w:r>
            <w:r w:rsidR="00A72677" w:rsidRPr="009647FC">
              <w:rPr>
                <w:rtl/>
              </w:rPr>
              <w:t>طالم</w:t>
            </w:r>
            <w:r w:rsidRPr="009647FC">
              <w:rPr>
                <w:rtl/>
              </w:rPr>
              <w:t>ا</w:t>
            </w:r>
            <w:r>
              <w:rPr>
                <w:rtl/>
              </w:rPr>
              <w:t xml:space="preserve"> </w:t>
            </w:r>
            <w:r w:rsidR="00A72677" w:rsidRPr="009647FC">
              <w:rPr>
                <w:rtl/>
              </w:rPr>
              <w:t>صر</w:t>
            </w:r>
            <w:r w:rsidRPr="009647FC">
              <w:rPr>
                <w:rtl/>
              </w:rPr>
              <w:t>فُ</w:t>
            </w:r>
            <w:r>
              <w:rPr>
                <w:rtl/>
              </w:rPr>
              <w:t xml:space="preserve"> </w:t>
            </w:r>
            <w:r w:rsidR="00A72677" w:rsidRPr="009647FC">
              <w:rPr>
                <w:rtl/>
              </w:rPr>
              <w:t>هذ</w:t>
            </w:r>
            <w:r w:rsidRPr="009647FC">
              <w:rPr>
                <w:rtl/>
              </w:rPr>
              <w:t>ا</w:t>
            </w:r>
            <w:r>
              <w:rPr>
                <w:rtl/>
              </w:rPr>
              <w:t xml:space="preserve"> </w:t>
            </w:r>
            <w:r w:rsidRPr="009647FC">
              <w:rPr>
                <w:rtl/>
              </w:rPr>
              <w:t>ا</w:t>
            </w:r>
            <w:r w:rsidR="00A72677" w:rsidRPr="009647FC">
              <w:rPr>
                <w:rtl/>
              </w:rPr>
              <w:t>لد</w:t>
            </w:r>
            <w:r w:rsidRPr="009647FC">
              <w:rPr>
                <w:rtl/>
              </w:rPr>
              <w:t>هر</w:t>
            </w:r>
            <w:r>
              <w:rPr>
                <w:rtl/>
              </w:rPr>
              <w:t xml:space="preserve"> </w:t>
            </w:r>
            <w:r w:rsidR="00A72677" w:rsidRPr="009647FC">
              <w:rPr>
                <w:rtl/>
              </w:rPr>
              <w:t>قل</w:t>
            </w:r>
            <w:r w:rsidRPr="009647FC">
              <w:rPr>
                <w:rtl/>
              </w:rPr>
              <w:t>ّ</w:t>
            </w:r>
            <w:r w:rsidR="00677BC4">
              <w:rPr>
                <w:rtl/>
              </w:rPr>
              <w:t>َ</w:t>
            </w:r>
            <w:r w:rsidRPr="009647FC">
              <w:rPr>
                <w:rtl/>
              </w:rPr>
              <w:t>بني</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A72677" w:rsidP="00D87517">
            <w:pPr>
              <w:pStyle w:val="libPoem"/>
            </w:pPr>
            <w:r w:rsidRPr="009647FC">
              <w:rPr>
                <w:rtl/>
              </w:rPr>
              <w:t>فلم</w:t>
            </w:r>
            <w:r w:rsidR="004C00A8">
              <w:rPr>
                <w:rtl/>
              </w:rPr>
              <w:t xml:space="preserve"> </w:t>
            </w:r>
            <w:r w:rsidRPr="009647FC">
              <w:rPr>
                <w:rtl/>
              </w:rPr>
              <w:t>يكن</w:t>
            </w:r>
            <w:r w:rsidR="00D87517">
              <w:rPr>
                <w:rtl/>
              </w:rPr>
              <w:t xml:space="preserve"> </w:t>
            </w:r>
            <w:r w:rsidRPr="009647FC">
              <w:rPr>
                <w:rtl/>
              </w:rPr>
              <w:t>لس</w:t>
            </w:r>
            <w:r w:rsidR="00D87517" w:rsidRPr="009647FC">
              <w:rPr>
                <w:rtl/>
              </w:rPr>
              <w:t>وى</w:t>
            </w:r>
            <w:r w:rsidR="00D87517">
              <w:rPr>
                <w:rtl/>
              </w:rPr>
              <w:t xml:space="preserve"> </w:t>
            </w:r>
            <w:r w:rsidR="00D87517" w:rsidRPr="009647FC">
              <w:rPr>
                <w:rtl/>
              </w:rPr>
              <w:t>ا</w:t>
            </w:r>
            <w:r w:rsidRPr="009647FC">
              <w:rPr>
                <w:rtl/>
              </w:rPr>
              <w:t>لع</w:t>
            </w:r>
            <w:r w:rsidR="00D87517" w:rsidRPr="009647FC">
              <w:rPr>
                <w:rtl/>
              </w:rPr>
              <w:t>لياء</w:t>
            </w:r>
            <w:r w:rsidR="00D87517">
              <w:rPr>
                <w:rtl/>
              </w:rPr>
              <w:t xml:space="preserve"> </w:t>
            </w:r>
            <w:r w:rsidRPr="009647FC">
              <w:rPr>
                <w:rtl/>
              </w:rPr>
              <w:t>من</w:t>
            </w:r>
            <w:r w:rsidR="00D87517" w:rsidRPr="009647FC">
              <w:rPr>
                <w:rtl/>
              </w:rPr>
              <w:t>قلبي</w:t>
            </w:r>
            <w:r w:rsidR="00D87517" w:rsidRPr="00725071">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9647FC">
              <w:rPr>
                <w:rtl/>
              </w:rPr>
              <w:t>ما</w:t>
            </w:r>
            <w:r w:rsidR="00D87517">
              <w:rPr>
                <w:rtl/>
              </w:rPr>
              <w:t xml:space="preserve"> </w:t>
            </w:r>
            <w:r w:rsidRPr="009647FC">
              <w:rPr>
                <w:rtl/>
              </w:rPr>
              <w:t>ضر</w:t>
            </w:r>
            <w:r w:rsidR="00D87517" w:rsidRPr="009647FC">
              <w:rPr>
                <w:rtl/>
              </w:rPr>
              <w:t>ّ</w:t>
            </w:r>
            <w:r w:rsidR="00677BC4">
              <w:rPr>
                <w:rtl/>
              </w:rPr>
              <w:t>َ</w:t>
            </w:r>
            <w:r w:rsidR="00D87517" w:rsidRPr="009647FC">
              <w:rPr>
                <w:rtl/>
              </w:rPr>
              <w:t>ني</w:t>
            </w:r>
            <w:r w:rsidR="00D87517">
              <w:rPr>
                <w:rtl/>
              </w:rPr>
              <w:t xml:space="preserve"> </w:t>
            </w:r>
            <w:r w:rsidRPr="009647FC">
              <w:rPr>
                <w:rtl/>
              </w:rPr>
              <w:t>بي</w:t>
            </w:r>
            <w:r w:rsidR="00D87517" w:rsidRPr="009647FC">
              <w:rPr>
                <w:rtl/>
              </w:rPr>
              <w:t>ن</w:t>
            </w:r>
            <w:r w:rsidR="00D87517">
              <w:rPr>
                <w:rtl/>
              </w:rPr>
              <w:t xml:space="preserve"> </w:t>
            </w:r>
            <w:r w:rsidRPr="009647FC">
              <w:rPr>
                <w:rtl/>
              </w:rPr>
              <w:t>قو</w:t>
            </w:r>
            <w:r w:rsidR="00D87517" w:rsidRPr="009647FC">
              <w:rPr>
                <w:rtl/>
              </w:rPr>
              <w:t>مٍ</w:t>
            </w:r>
            <w:r w:rsidR="00D87517">
              <w:rPr>
                <w:rtl/>
              </w:rPr>
              <w:t xml:space="preserve"> </w:t>
            </w:r>
            <w:r w:rsidRPr="009647FC">
              <w:rPr>
                <w:rtl/>
              </w:rPr>
              <w:t>خف</w:t>
            </w:r>
            <w:r w:rsidR="00D87517" w:rsidRPr="009647FC">
              <w:rPr>
                <w:rtl/>
              </w:rPr>
              <w:t>ض</w:t>
            </w:r>
            <w:r w:rsidR="00677BC4">
              <w:rPr>
                <w:rtl/>
              </w:rPr>
              <w:t>َ</w:t>
            </w:r>
            <w:r w:rsidR="00D87517">
              <w:rPr>
                <w:rtl/>
              </w:rPr>
              <w:t xml:space="preserve"> </w:t>
            </w:r>
            <w:r w:rsidR="00D87517" w:rsidRPr="009647FC">
              <w:rPr>
                <w:rtl/>
              </w:rPr>
              <w:t>منزلتي</w:t>
            </w:r>
            <w:r w:rsidR="00D87517"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و</w:t>
            </w:r>
            <w:r w:rsidR="00A72677" w:rsidRPr="009647FC">
              <w:rPr>
                <w:rtl/>
              </w:rPr>
              <w:t>منز</w:t>
            </w:r>
            <w:r w:rsidRPr="009647FC">
              <w:rPr>
                <w:rtl/>
              </w:rPr>
              <w:t>لي</w:t>
            </w:r>
            <w:r>
              <w:rPr>
                <w:rtl/>
              </w:rPr>
              <w:t xml:space="preserve"> </w:t>
            </w:r>
            <w:r w:rsidR="00A72677" w:rsidRPr="009647FC">
              <w:rPr>
                <w:rtl/>
              </w:rPr>
              <w:t>فو</w:t>
            </w:r>
            <w:r w:rsidRPr="009647FC">
              <w:rPr>
                <w:rtl/>
              </w:rPr>
              <w:t>ق</w:t>
            </w:r>
            <w:r>
              <w:rPr>
                <w:rtl/>
              </w:rPr>
              <w:t xml:space="preserve"> </w:t>
            </w:r>
            <w:r w:rsidR="00A72677" w:rsidRPr="009647FC">
              <w:rPr>
                <w:rtl/>
              </w:rPr>
              <w:t>ها</w:t>
            </w:r>
            <w:r w:rsidRPr="009647FC">
              <w:rPr>
                <w:rtl/>
              </w:rPr>
              <w:t>م</w:t>
            </w:r>
            <w:r>
              <w:rPr>
                <w:rtl/>
              </w:rPr>
              <w:t xml:space="preserve"> </w:t>
            </w:r>
            <w:r w:rsidRPr="009647FC">
              <w:rPr>
                <w:rtl/>
              </w:rPr>
              <w:t>ا</w:t>
            </w:r>
            <w:r w:rsidR="00A72677" w:rsidRPr="009647FC">
              <w:rPr>
                <w:rtl/>
              </w:rPr>
              <w:t>لس</w:t>
            </w:r>
            <w:r w:rsidRPr="009647FC">
              <w:rPr>
                <w:rtl/>
              </w:rPr>
              <w:t>بعة ا</w:t>
            </w:r>
            <w:r w:rsidR="00A72677" w:rsidRPr="009647FC">
              <w:rPr>
                <w:rtl/>
              </w:rPr>
              <w:t>لش</w:t>
            </w:r>
            <w:r w:rsidRPr="009647FC">
              <w:rPr>
                <w:rtl/>
              </w:rPr>
              <w:t>ُهبِ</w:t>
            </w:r>
            <w:r w:rsidRPr="00725071">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A72677">
              <w:rPr>
                <w:rtl/>
              </w:rPr>
              <w:t>و</w:t>
            </w:r>
            <w:r w:rsidR="00A72677" w:rsidRPr="00A72677">
              <w:rPr>
                <w:rtl/>
              </w:rPr>
              <w:t>حسب</w:t>
            </w:r>
            <w:r w:rsidRPr="00A72677">
              <w:rPr>
                <w:rtl/>
              </w:rPr>
              <w:t xml:space="preserve"> </w:t>
            </w:r>
            <w:r w:rsidR="00A72677" w:rsidRPr="00A72677">
              <w:rPr>
                <w:rtl/>
              </w:rPr>
              <w:t>نف</w:t>
            </w:r>
            <w:r w:rsidRPr="00A72677">
              <w:rPr>
                <w:rtl/>
              </w:rPr>
              <w:t>سي وإن أ</w:t>
            </w:r>
            <w:r w:rsidR="00A72677" w:rsidRPr="00A72677">
              <w:rPr>
                <w:rtl/>
              </w:rPr>
              <w:t>صب</w:t>
            </w:r>
            <w:r w:rsidRPr="00A72677">
              <w:rPr>
                <w:rtl/>
              </w:rPr>
              <w:t>حت ذا عُدُمِ</w:t>
            </w:r>
            <w:r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D87517" w:rsidP="00D87517">
            <w:pPr>
              <w:pStyle w:val="libPoem"/>
            </w:pPr>
            <w:r w:rsidRPr="00A72677">
              <w:rPr>
                <w:rtl/>
              </w:rPr>
              <w:t>من ثروةٍ أن</w:t>
            </w:r>
            <w:r w:rsidR="00A72677" w:rsidRPr="00A72677">
              <w:rPr>
                <w:rtl/>
              </w:rPr>
              <w:t>ّن</w:t>
            </w:r>
            <w:r w:rsidRPr="00A72677">
              <w:rPr>
                <w:rtl/>
              </w:rPr>
              <w:t>ي م</w:t>
            </w:r>
            <w:r w:rsidR="00A72677" w:rsidRPr="00A72677">
              <w:rPr>
                <w:rtl/>
              </w:rPr>
              <w:t>ُث</w:t>
            </w:r>
            <w:r w:rsidRPr="00A72677">
              <w:rPr>
                <w:rtl/>
              </w:rPr>
              <w:t xml:space="preserve">رٍ </w:t>
            </w:r>
            <w:r w:rsidR="00A72677" w:rsidRPr="00A72677">
              <w:rPr>
                <w:rtl/>
              </w:rPr>
              <w:t>من</w:t>
            </w:r>
            <w:r w:rsidRPr="00A72677">
              <w:rPr>
                <w:rtl/>
              </w:rPr>
              <w:t xml:space="preserve"> الأدبِ</w:t>
            </w:r>
            <w:r w:rsidRPr="00A72677">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A72677">
              <w:rPr>
                <w:rtl/>
              </w:rPr>
              <w:t>و</w:t>
            </w:r>
            <w:r w:rsidR="00A72677" w:rsidRPr="00A72677">
              <w:rPr>
                <w:rtl/>
              </w:rPr>
              <w:t>لس</w:t>
            </w:r>
            <w:r w:rsidRPr="00A72677">
              <w:rPr>
                <w:rtl/>
              </w:rPr>
              <w:t>ت</w:t>
            </w:r>
            <w:r w:rsidR="004C00A8">
              <w:rPr>
                <w:rtl/>
              </w:rPr>
              <w:t xml:space="preserve"> </w:t>
            </w:r>
            <w:r w:rsidRPr="00A72677">
              <w:rPr>
                <w:rtl/>
              </w:rPr>
              <w:t>آ</w:t>
            </w:r>
            <w:r w:rsidR="00A72677" w:rsidRPr="00A72677">
              <w:rPr>
                <w:rtl/>
              </w:rPr>
              <w:t>سي</w:t>
            </w:r>
            <w:r w:rsidRPr="00A72677">
              <w:rPr>
                <w:rStyle w:val="libFootnotenumChar"/>
                <w:rtl/>
              </w:rPr>
              <w:t>(3)</w:t>
            </w:r>
            <w:r w:rsidRPr="00A72677">
              <w:rPr>
                <w:rtl/>
              </w:rPr>
              <w:t xml:space="preserve"> </w:t>
            </w:r>
            <w:r w:rsidR="00A72677" w:rsidRPr="00A72677">
              <w:rPr>
                <w:rtl/>
              </w:rPr>
              <w:t>عل</w:t>
            </w:r>
            <w:r w:rsidRPr="00A72677">
              <w:rPr>
                <w:rtl/>
              </w:rPr>
              <w:t>ى عُمرٍ أطايبه</w:t>
            </w:r>
            <w:r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D87517" w:rsidP="00D87517">
            <w:pPr>
              <w:pStyle w:val="libPoem"/>
            </w:pPr>
            <w:r w:rsidRPr="00A72677">
              <w:rPr>
                <w:rtl/>
              </w:rPr>
              <w:t>أ</w:t>
            </w:r>
            <w:r w:rsidR="00A72677" w:rsidRPr="00A72677">
              <w:rPr>
                <w:rtl/>
              </w:rPr>
              <w:t>نف</w:t>
            </w:r>
            <w:r w:rsidRPr="00A72677">
              <w:rPr>
                <w:rtl/>
              </w:rPr>
              <w:t xml:space="preserve">قتها </w:t>
            </w:r>
            <w:r w:rsidR="00A72677" w:rsidRPr="00A72677">
              <w:rPr>
                <w:rtl/>
              </w:rPr>
              <w:t>في</w:t>
            </w:r>
            <w:r w:rsidRPr="00A72677">
              <w:rPr>
                <w:rtl/>
              </w:rPr>
              <w:t xml:space="preserve"> ا</w:t>
            </w:r>
            <w:r w:rsidR="00A72677" w:rsidRPr="00A72677">
              <w:rPr>
                <w:rtl/>
              </w:rPr>
              <w:t>بت</w:t>
            </w:r>
            <w:r w:rsidRPr="00A72677">
              <w:rPr>
                <w:rtl/>
              </w:rPr>
              <w:t>غاء ا</w:t>
            </w:r>
            <w:r w:rsidR="00A72677" w:rsidRPr="00A72677">
              <w:rPr>
                <w:rtl/>
              </w:rPr>
              <w:t>لم</w:t>
            </w:r>
            <w:r w:rsidRPr="00A72677">
              <w:rPr>
                <w:rtl/>
              </w:rPr>
              <w:t xml:space="preserve">جد </w:t>
            </w:r>
            <w:r w:rsidR="00A72677" w:rsidRPr="00A72677">
              <w:rPr>
                <w:rtl/>
              </w:rPr>
              <w:t>في</w:t>
            </w:r>
            <w:r w:rsidRPr="00A72677">
              <w:rPr>
                <w:rtl/>
              </w:rPr>
              <w:t xml:space="preserve"> الكُر</w:t>
            </w:r>
            <w:r w:rsidR="00677BC4">
              <w:rPr>
                <w:rtl/>
              </w:rPr>
              <w:t>َ</w:t>
            </w:r>
            <w:r w:rsidRPr="00A72677">
              <w:rPr>
                <w:rtl/>
              </w:rPr>
              <w:t>ب</w:t>
            </w:r>
            <w:r w:rsidRPr="00A72677">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A72677">
              <w:rPr>
                <w:rtl/>
              </w:rPr>
              <w:t>يأ</w:t>
            </w:r>
            <w:r w:rsidR="00D87517" w:rsidRPr="00A72677">
              <w:rPr>
                <w:rtl/>
              </w:rPr>
              <w:t xml:space="preserve">سى </w:t>
            </w:r>
            <w:r w:rsidRPr="00A72677">
              <w:rPr>
                <w:rtl/>
              </w:rPr>
              <w:t>عل</w:t>
            </w:r>
            <w:r w:rsidR="00D87517" w:rsidRPr="00A72677">
              <w:rPr>
                <w:rtl/>
              </w:rPr>
              <w:t>ى ا</w:t>
            </w:r>
            <w:r w:rsidRPr="00A72677">
              <w:rPr>
                <w:rtl/>
              </w:rPr>
              <w:t>لع</w:t>
            </w:r>
            <w:r w:rsidR="00D87517" w:rsidRPr="00A72677">
              <w:rPr>
                <w:rtl/>
              </w:rPr>
              <w:t>مر م</w:t>
            </w:r>
            <w:r w:rsidR="00677BC4">
              <w:rPr>
                <w:rtl/>
              </w:rPr>
              <w:t>َ</w:t>
            </w:r>
            <w:r w:rsidRPr="00A72677">
              <w:rPr>
                <w:rtl/>
              </w:rPr>
              <w:t>ن</w:t>
            </w:r>
            <w:r w:rsidR="00D87517" w:rsidRPr="00A72677">
              <w:rPr>
                <w:rtl/>
              </w:rPr>
              <w:t xml:space="preserve">ْ </w:t>
            </w:r>
            <w:r w:rsidRPr="00A72677">
              <w:rPr>
                <w:rtl/>
              </w:rPr>
              <w:t>با</w:t>
            </w:r>
            <w:r w:rsidR="00D87517" w:rsidRPr="00A72677">
              <w:rPr>
                <w:rtl/>
              </w:rPr>
              <w:t xml:space="preserve">تت </w:t>
            </w:r>
            <w:r w:rsidRPr="00A72677">
              <w:rPr>
                <w:rtl/>
              </w:rPr>
              <w:t>تق</w:t>
            </w:r>
            <w:r w:rsidR="00D87517" w:rsidRPr="00A72677">
              <w:rPr>
                <w:rtl/>
              </w:rPr>
              <w:t>لبّهُ</w:t>
            </w:r>
            <w:r w:rsidR="00D87517"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A72677" w:rsidP="00D87517">
            <w:pPr>
              <w:pStyle w:val="libPoem"/>
            </w:pPr>
            <w:r w:rsidRPr="00A72677">
              <w:rPr>
                <w:rtl/>
              </w:rPr>
              <w:t>في</w:t>
            </w:r>
            <w:r w:rsidR="00D87517" w:rsidRPr="00A72677">
              <w:rPr>
                <w:rtl/>
              </w:rPr>
              <w:t xml:space="preserve"> </w:t>
            </w:r>
            <w:r w:rsidRPr="00A72677">
              <w:rPr>
                <w:rtl/>
              </w:rPr>
              <w:t>مط</w:t>
            </w:r>
            <w:r w:rsidR="00D87517" w:rsidRPr="00A72677">
              <w:rPr>
                <w:rtl/>
              </w:rPr>
              <w:t>رح ا</w:t>
            </w:r>
            <w:r w:rsidRPr="00A72677">
              <w:rPr>
                <w:rtl/>
              </w:rPr>
              <w:t>لذ</w:t>
            </w:r>
            <w:r w:rsidR="00D87517" w:rsidRPr="00A72677">
              <w:rPr>
                <w:rtl/>
              </w:rPr>
              <w:t>لِّ كفُّ الخوفِ والرهبِ</w:t>
            </w:r>
            <w:r w:rsidR="00D87517" w:rsidRPr="00A72677">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A72677">
              <w:rPr>
                <w:rtl/>
              </w:rPr>
              <w:t>لم</w:t>
            </w:r>
            <w:r w:rsidR="004C00A8">
              <w:rPr>
                <w:rtl/>
              </w:rPr>
              <w:t xml:space="preserve"> </w:t>
            </w:r>
            <w:r w:rsidRPr="00A72677">
              <w:rPr>
                <w:rtl/>
              </w:rPr>
              <w:t>يس</w:t>
            </w:r>
            <w:r w:rsidR="00D87517" w:rsidRPr="00A72677">
              <w:rPr>
                <w:rtl/>
              </w:rPr>
              <w:t>رق ا</w:t>
            </w:r>
            <w:r w:rsidRPr="00A72677">
              <w:rPr>
                <w:rtl/>
              </w:rPr>
              <w:t>لد</w:t>
            </w:r>
            <w:r w:rsidR="00D87517" w:rsidRPr="00A72677">
              <w:rPr>
                <w:rtl/>
              </w:rPr>
              <w:t xml:space="preserve">هرُ </w:t>
            </w:r>
            <w:r w:rsidRPr="00A72677">
              <w:rPr>
                <w:rtl/>
              </w:rPr>
              <w:t>لي</w:t>
            </w:r>
            <w:r w:rsidR="00D87517" w:rsidRPr="00A72677">
              <w:rPr>
                <w:rtl/>
              </w:rPr>
              <w:t xml:space="preserve"> فضلاً ولا شرفا</w:t>
            </w:r>
            <w:r w:rsidR="00D87517"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D87517" w:rsidP="00D87517">
            <w:pPr>
              <w:pStyle w:val="libPoem"/>
            </w:pPr>
            <w:r w:rsidRPr="00A72677">
              <w:rPr>
                <w:rtl/>
              </w:rPr>
              <w:t>و</w:t>
            </w:r>
            <w:r w:rsidR="00A72677" w:rsidRPr="00A72677">
              <w:rPr>
                <w:rtl/>
              </w:rPr>
              <w:t>ما</w:t>
            </w:r>
            <w:r w:rsidR="004C00A8">
              <w:rPr>
                <w:rtl/>
              </w:rPr>
              <w:t xml:space="preserve"> </w:t>
            </w:r>
            <w:r w:rsidRPr="00A72677">
              <w:rPr>
                <w:rtl/>
              </w:rPr>
              <w:t>ادّ</w:t>
            </w:r>
            <w:r w:rsidR="00A72677" w:rsidRPr="00A72677">
              <w:rPr>
                <w:rtl/>
              </w:rPr>
              <w:t>عا</w:t>
            </w:r>
            <w:r w:rsidRPr="00A72677">
              <w:rPr>
                <w:rtl/>
              </w:rPr>
              <w:t>ئي ا</w:t>
            </w:r>
            <w:r w:rsidR="00A72677" w:rsidRPr="00A72677">
              <w:rPr>
                <w:rtl/>
              </w:rPr>
              <w:t>لع</w:t>
            </w:r>
            <w:r w:rsidRPr="00A72677">
              <w:rPr>
                <w:rtl/>
              </w:rPr>
              <w:t>ُلى وا</w:t>
            </w:r>
            <w:r w:rsidR="00A72677" w:rsidRPr="00A72677">
              <w:rPr>
                <w:rtl/>
              </w:rPr>
              <w:t>لم</w:t>
            </w:r>
            <w:r w:rsidRPr="00A72677">
              <w:rPr>
                <w:rtl/>
              </w:rPr>
              <w:t xml:space="preserve">جد </w:t>
            </w:r>
            <w:r w:rsidR="00A72677" w:rsidRPr="00A72677">
              <w:rPr>
                <w:rtl/>
              </w:rPr>
              <w:t>با</w:t>
            </w:r>
            <w:r w:rsidRPr="00A72677">
              <w:rPr>
                <w:rtl/>
              </w:rPr>
              <w:t>لكذ</w:t>
            </w:r>
            <w:r w:rsidR="00677BC4">
              <w:rPr>
                <w:rtl/>
              </w:rPr>
              <w:t>َ</w:t>
            </w:r>
            <w:r w:rsidRPr="00A72677">
              <w:rPr>
                <w:rtl/>
              </w:rPr>
              <w:t>بِ</w:t>
            </w:r>
            <w:r w:rsidRPr="00A72677">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A72677">
              <w:rPr>
                <w:rtl/>
              </w:rPr>
              <w:t>وإن</w:t>
            </w:r>
            <w:r w:rsidR="00A72677" w:rsidRPr="00A72677">
              <w:rPr>
                <w:rtl/>
              </w:rPr>
              <w:t>ّها</w:t>
            </w:r>
            <w:r w:rsidRPr="00A72677">
              <w:rPr>
                <w:rtl/>
              </w:rPr>
              <w:t xml:space="preserve"> </w:t>
            </w:r>
            <w:r w:rsidR="00A72677" w:rsidRPr="00A72677">
              <w:rPr>
                <w:rtl/>
              </w:rPr>
              <w:t>لم</w:t>
            </w:r>
            <w:r w:rsidRPr="00A72677">
              <w:rPr>
                <w:rtl/>
              </w:rPr>
              <w:t xml:space="preserve">ساعٍ لا </w:t>
            </w:r>
            <w:r w:rsidR="00A72677" w:rsidRPr="00A72677">
              <w:rPr>
                <w:rtl/>
              </w:rPr>
              <w:t>نظ</w:t>
            </w:r>
            <w:r w:rsidRPr="00A72677">
              <w:rPr>
                <w:rtl/>
              </w:rPr>
              <w:t xml:space="preserve">ير </w:t>
            </w:r>
            <w:r w:rsidR="00A72677" w:rsidRPr="00A72677">
              <w:rPr>
                <w:rtl/>
              </w:rPr>
              <w:t>له</w:t>
            </w:r>
            <w:r w:rsidRPr="00A72677">
              <w:rPr>
                <w:rtl/>
              </w:rPr>
              <w:t>ا ور</w:t>
            </w:r>
            <w:r w:rsidR="00A72677" w:rsidRPr="00A72677">
              <w:rPr>
                <w:rtl/>
              </w:rPr>
              <w:t>ثت</w:t>
            </w:r>
            <w:r w:rsidRPr="00A72677">
              <w:rPr>
                <w:rtl/>
              </w:rPr>
              <w:t>ها</w:t>
            </w:r>
            <w:r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A72677" w:rsidP="00D87517">
            <w:pPr>
              <w:pStyle w:val="libPoem"/>
            </w:pPr>
            <w:r w:rsidRPr="00A72677">
              <w:rPr>
                <w:rtl/>
              </w:rPr>
              <w:t>عن</w:t>
            </w:r>
            <w:r w:rsidR="004C00A8">
              <w:rPr>
                <w:rtl/>
              </w:rPr>
              <w:t xml:space="preserve"> </w:t>
            </w:r>
            <w:r w:rsidR="00D87517" w:rsidRPr="00A72677">
              <w:rPr>
                <w:rtl/>
              </w:rPr>
              <w:t xml:space="preserve">أبٍ </w:t>
            </w:r>
            <w:r w:rsidRPr="00A72677">
              <w:rPr>
                <w:rtl/>
              </w:rPr>
              <w:t>من</w:t>
            </w:r>
            <w:r w:rsidR="00D87517" w:rsidRPr="00A72677">
              <w:rPr>
                <w:rtl/>
              </w:rPr>
              <w:t xml:space="preserve"> </w:t>
            </w:r>
            <w:r w:rsidRPr="00A72677">
              <w:rPr>
                <w:rtl/>
              </w:rPr>
              <w:t>هاشم</w:t>
            </w:r>
            <w:r w:rsidR="00D87517" w:rsidRPr="00A72677">
              <w:rPr>
                <w:rtl/>
              </w:rPr>
              <w:t>ٍ فأبِ</w:t>
            </w:r>
            <w:r w:rsidR="00D87517" w:rsidRPr="00A72677">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A72677">
              <w:rPr>
                <w:rtl/>
              </w:rPr>
              <w:t xml:space="preserve">مِن </w:t>
            </w:r>
            <w:r w:rsidR="00A72677" w:rsidRPr="00A72677">
              <w:rPr>
                <w:rtl/>
              </w:rPr>
              <w:t>معش</w:t>
            </w:r>
            <w:r w:rsidRPr="00A72677">
              <w:rPr>
                <w:rtl/>
              </w:rPr>
              <w:t xml:space="preserve">رٍ </w:t>
            </w:r>
            <w:r w:rsidR="00A72677" w:rsidRPr="00A72677">
              <w:rPr>
                <w:rtl/>
              </w:rPr>
              <w:t>عق</w:t>
            </w:r>
            <w:r w:rsidRPr="00A72677">
              <w:rPr>
                <w:rtl/>
              </w:rPr>
              <w:t>دوا ق</w:t>
            </w:r>
            <w:r w:rsidR="00A72677" w:rsidRPr="00A72677">
              <w:rPr>
                <w:rtl/>
              </w:rPr>
              <w:t>ِد</w:t>
            </w:r>
            <w:r w:rsidRPr="00A72677">
              <w:rPr>
                <w:rtl/>
              </w:rPr>
              <w:t xml:space="preserve">ما </w:t>
            </w:r>
            <w:r w:rsidR="00A72677" w:rsidRPr="00A72677">
              <w:rPr>
                <w:rtl/>
              </w:rPr>
              <w:t>مآ</w:t>
            </w:r>
            <w:r w:rsidRPr="00A72677">
              <w:rPr>
                <w:rtl/>
              </w:rPr>
              <w:t>زرهم</w:t>
            </w:r>
            <w:r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A72677" w:rsidP="00D87517">
            <w:pPr>
              <w:pStyle w:val="libPoem"/>
            </w:pPr>
            <w:r w:rsidRPr="00A72677">
              <w:rPr>
                <w:rtl/>
              </w:rPr>
              <w:t>عل</w:t>
            </w:r>
            <w:r w:rsidR="00D87517" w:rsidRPr="00A72677">
              <w:rPr>
                <w:rtl/>
              </w:rPr>
              <w:t>ى ا</w:t>
            </w:r>
            <w:r w:rsidRPr="00A72677">
              <w:rPr>
                <w:rtl/>
              </w:rPr>
              <w:t>لع</w:t>
            </w:r>
            <w:r w:rsidR="00D87517" w:rsidRPr="00A72677">
              <w:rPr>
                <w:rtl/>
              </w:rPr>
              <w:t>فاف و</w:t>
            </w:r>
            <w:r w:rsidRPr="00A72677">
              <w:rPr>
                <w:rtl/>
              </w:rPr>
              <w:t>كا</w:t>
            </w:r>
            <w:r w:rsidR="00D87517" w:rsidRPr="00A72677">
              <w:rPr>
                <w:rtl/>
              </w:rPr>
              <w:t>نوا أ</w:t>
            </w:r>
            <w:r w:rsidRPr="00A72677">
              <w:rPr>
                <w:rtl/>
              </w:rPr>
              <w:t>نج</w:t>
            </w:r>
            <w:r w:rsidR="00D87517" w:rsidRPr="00A72677">
              <w:rPr>
                <w:rtl/>
              </w:rPr>
              <w:t>ب</w:t>
            </w:r>
            <w:r w:rsidR="00677BC4">
              <w:rPr>
                <w:rtl/>
              </w:rPr>
              <w:t>َ</w:t>
            </w:r>
            <w:r w:rsidR="00D87517" w:rsidRPr="00A72677">
              <w:rPr>
                <w:rtl/>
              </w:rPr>
              <w:t xml:space="preserve"> ا</w:t>
            </w:r>
            <w:r w:rsidRPr="00A72677">
              <w:rPr>
                <w:rtl/>
              </w:rPr>
              <w:t>لع</w:t>
            </w:r>
            <w:r w:rsidR="00677BC4">
              <w:rPr>
                <w:rtl/>
              </w:rPr>
              <w:t>َ</w:t>
            </w:r>
            <w:r w:rsidR="00D87517" w:rsidRPr="00A72677">
              <w:rPr>
                <w:rtl/>
              </w:rPr>
              <w:t>ربِ</w:t>
            </w:r>
            <w:r w:rsidR="00D87517" w:rsidRPr="00A72677">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9647FC">
              <w:rPr>
                <w:rtl/>
              </w:rPr>
              <w:t>والأرض</w:t>
            </w:r>
            <w:r w:rsidR="004C00A8">
              <w:rPr>
                <w:rtl/>
              </w:rPr>
              <w:t xml:space="preserve"> </w:t>
            </w:r>
            <w:r w:rsidRPr="009647FC">
              <w:rPr>
                <w:rtl/>
              </w:rPr>
              <w:t>لم</w:t>
            </w:r>
            <w:r>
              <w:rPr>
                <w:rtl/>
              </w:rPr>
              <w:t xml:space="preserve"> </w:t>
            </w:r>
            <w:r w:rsidR="00A72677" w:rsidRPr="009647FC">
              <w:rPr>
                <w:rtl/>
              </w:rPr>
              <w:t>تب</w:t>
            </w:r>
            <w:r w:rsidRPr="009647FC">
              <w:rPr>
                <w:rtl/>
              </w:rPr>
              <w:t>ق</w:t>
            </w:r>
            <w:r w:rsidR="00677BC4">
              <w:rPr>
                <w:rtl/>
              </w:rPr>
              <w:t>َ</w:t>
            </w:r>
            <w:r>
              <w:rPr>
                <w:rtl/>
              </w:rPr>
              <w:t xml:space="preserve"> </w:t>
            </w:r>
            <w:r w:rsidR="00A72677" w:rsidRPr="009647FC">
              <w:rPr>
                <w:rtl/>
              </w:rPr>
              <w:t>من</w:t>
            </w:r>
            <w:r w:rsidRPr="009647FC">
              <w:rPr>
                <w:rtl/>
              </w:rPr>
              <w:t>ها</w:t>
            </w:r>
            <w:r>
              <w:rPr>
                <w:rtl/>
              </w:rPr>
              <w:t xml:space="preserve"> </w:t>
            </w:r>
            <w:r w:rsidR="00A72677" w:rsidRPr="009647FC">
              <w:rPr>
                <w:rtl/>
              </w:rPr>
              <w:t>بق</w:t>
            </w:r>
            <w:r w:rsidRPr="009647FC">
              <w:rPr>
                <w:rtl/>
              </w:rPr>
              <w:t>عة</w:t>
            </w:r>
            <w:r>
              <w:rPr>
                <w:rtl/>
              </w:rPr>
              <w:t xml:space="preserve"> </w:t>
            </w:r>
            <w:r w:rsidRPr="009647FC">
              <w:rPr>
                <w:rtl/>
              </w:rPr>
              <w:t>أ</w:t>
            </w:r>
            <w:r w:rsidR="00A72677" w:rsidRPr="009647FC">
              <w:rPr>
                <w:rtl/>
              </w:rPr>
              <w:t>بد</w:t>
            </w:r>
            <w:r w:rsidRPr="009647FC">
              <w:rPr>
                <w:rtl/>
              </w:rPr>
              <w:t>ا</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Pr="00524A24" w:rsidRDefault="00D87517" w:rsidP="00D87517">
            <w:pPr>
              <w:pStyle w:val="libPoem"/>
            </w:pPr>
            <w:r w:rsidRPr="009647FC">
              <w:rPr>
                <w:rtl/>
              </w:rPr>
              <w:t>إلاّ</w:t>
            </w:r>
            <w:r w:rsidR="004C00A8">
              <w:rPr>
                <w:rtl/>
              </w:rPr>
              <w:t xml:space="preserve"> </w:t>
            </w:r>
            <w:r w:rsidR="00A72677" w:rsidRPr="009647FC">
              <w:rPr>
                <w:rtl/>
              </w:rPr>
              <w:t>سقو</w:t>
            </w:r>
            <w:r w:rsidRPr="009647FC">
              <w:rPr>
                <w:rtl/>
              </w:rPr>
              <w:t>ها</w:t>
            </w:r>
            <w:r>
              <w:rPr>
                <w:rtl/>
              </w:rPr>
              <w:t xml:space="preserve"> </w:t>
            </w:r>
            <w:r w:rsidR="00A72677" w:rsidRPr="009647FC">
              <w:rPr>
                <w:rtl/>
              </w:rPr>
              <w:t>برقر</w:t>
            </w:r>
            <w:r w:rsidRPr="009647FC">
              <w:rPr>
                <w:rtl/>
              </w:rPr>
              <w:t>اق</w:t>
            </w:r>
            <w:r>
              <w:rPr>
                <w:rtl/>
              </w:rPr>
              <w:t xml:space="preserve"> </w:t>
            </w:r>
            <w:r w:rsidRPr="009647FC">
              <w:rPr>
                <w:rtl/>
              </w:rPr>
              <w:t>ا</w:t>
            </w:r>
            <w:r w:rsidR="00A72677" w:rsidRPr="009647FC">
              <w:rPr>
                <w:rtl/>
              </w:rPr>
              <w:t>لد</w:t>
            </w:r>
            <w:r w:rsidRPr="009647FC">
              <w:rPr>
                <w:rtl/>
              </w:rPr>
              <w:t>مِ</w:t>
            </w:r>
            <w:r>
              <w:rPr>
                <w:rtl/>
              </w:rPr>
              <w:t xml:space="preserve"> </w:t>
            </w:r>
            <w:r w:rsidRPr="009647FC">
              <w:rPr>
                <w:rtl/>
              </w:rPr>
              <w:t>ا</w:t>
            </w:r>
            <w:r w:rsidR="00A72677" w:rsidRPr="009647FC">
              <w:rPr>
                <w:rtl/>
              </w:rPr>
              <w:t>لس</w:t>
            </w:r>
            <w:r w:rsidRPr="009647FC">
              <w:rPr>
                <w:rtl/>
              </w:rPr>
              <w:t>ربِ</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السمر الأولى</w:t>
      </w:r>
      <w:r w:rsidR="00D769AB">
        <w:rPr>
          <w:rtl/>
        </w:rPr>
        <w:t>:</w:t>
      </w:r>
      <w:r w:rsidRPr="009647FC">
        <w:rPr>
          <w:rtl/>
        </w:rPr>
        <w:t xml:space="preserve"> الرماح</w:t>
      </w:r>
      <w:r w:rsidR="00D769AB">
        <w:rPr>
          <w:rtl/>
        </w:rPr>
        <w:t>.</w:t>
      </w:r>
      <w:r w:rsidRPr="009647FC">
        <w:rPr>
          <w:rtl/>
        </w:rPr>
        <w:t xml:space="preserve"> والثانية</w:t>
      </w:r>
      <w:r w:rsidR="00D769AB">
        <w:rPr>
          <w:rtl/>
        </w:rPr>
        <w:t>:</w:t>
      </w:r>
      <w:r w:rsidRPr="009647FC">
        <w:rPr>
          <w:rtl/>
        </w:rPr>
        <w:t xml:space="preserve"> الغيد الملاح</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الشطب</w:t>
      </w:r>
      <w:r w:rsidR="00D769AB">
        <w:rPr>
          <w:rtl/>
        </w:rPr>
        <w:t>:</w:t>
      </w:r>
      <w:r w:rsidRPr="009647FC">
        <w:rPr>
          <w:rtl/>
        </w:rPr>
        <w:t xml:space="preserve"> جمع شطبة</w:t>
      </w:r>
      <w:r w:rsidR="00D769AB">
        <w:rPr>
          <w:rtl/>
        </w:rPr>
        <w:t>،</w:t>
      </w:r>
      <w:r w:rsidRPr="009647FC">
        <w:rPr>
          <w:rtl/>
        </w:rPr>
        <w:t xml:space="preserve"> وهي الخطّ في متن السيف</w:t>
      </w:r>
      <w:r w:rsidR="00D769AB">
        <w:rPr>
          <w:rtl/>
        </w:rPr>
        <w:t>.</w:t>
      </w:r>
      <w:r w:rsidRPr="009647FC">
        <w:rPr>
          <w:rtl/>
        </w:rPr>
        <w:t xml:space="preserve"> يقول</w:t>
      </w:r>
      <w:r w:rsidR="00D769AB">
        <w:rPr>
          <w:rtl/>
        </w:rPr>
        <w:t>:</w:t>
      </w:r>
      <w:r w:rsidRPr="009647FC">
        <w:rPr>
          <w:rtl/>
        </w:rPr>
        <w:t xml:space="preserve"> لست أخطب بكر العُلى إلاّ بالسيف</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آسي</w:t>
      </w:r>
      <w:r w:rsidR="00D769AB">
        <w:rPr>
          <w:rtl/>
        </w:rPr>
        <w:t>:</w:t>
      </w:r>
      <w:r w:rsidRPr="009647FC">
        <w:rPr>
          <w:rtl/>
        </w:rPr>
        <w:t xml:space="preserve"> آسف</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ومنها</w:t>
      </w:r>
      <w:r w:rsidR="00D769AB">
        <w:rPr>
          <w:rtl/>
        </w:rPr>
        <w:t>:</w:t>
      </w:r>
    </w:p>
    <w:tbl>
      <w:tblPr>
        <w:tblStyle w:val="TableGrid"/>
        <w:bidiVisual/>
        <w:tblW w:w="4562" w:type="pct"/>
        <w:tblInd w:w="384" w:type="dxa"/>
        <w:tblLook w:val="04A0"/>
      </w:tblPr>
      <w:tblGrid>
        <w:gridCol w:w="3902"/>
        <w:gridCol w:w="301"/>
        <w:gridCol w:w="3884"/>
      </w:tblGrid>
      <w:tr w:rsidR="00D87517" w:rsidRPr="00524A24" w:rsidTr="00D87517">
        <w:trPr>
          <w:trHeight w:val="350"/>
        </w:trPr>
        <w:tc>
          <w:tcPr>
            <w:tcW w:w="3527" w:type="dxa"/>
          </w:tcPr>
          <w:p w:rsidR="00D87517" w:rsidRPr="00524A24" w:rsidRDefault="00D87517" w:rsidP="00D87517">
            <w:pPr>
              <w:pStyle w:val="libPoem"/>
            </w:pPr>
            <w:r w:rsidRPr="009647FC">
              <w:rPr>
                <w:rtl/>
              </w:rPr>
              <w:t>حتفُ</w:t>
            </w:r>
            <w:r w:rsidR="004C00A8">
              <w:rPr>
                <w:rtl/>
              </w:rPr>
              <w:t xml:space="preserve"> </w:t>
            </w:r>
            <w:r w:rsidRPr="009647FC">
              <w:rPr>
                <w:rtl/>
              </w:rPr>
              <w:t>الحُماةِ</w:t>
            </w:r>
            <w:r>
              <w:rPr>
                <w:rtl/>
              </w:rPr>
              <w:t xml:space="preserve"> </w:t>
            </w:r>
            <w:r w:rsidRPr="009647FC">
              <w:rPr>
                <w:rtl/>
              </w:rPr>
              <w:t>ومقدامُ</w:t>
            </w:r>
            <w:r>
              <w:rPr>
                <w:rtl/>
              </w:rPr>
              <w:t xml:space="preserve"> </w:t>
            </w:r>
            <w:r w:rsidRPr="009647FC">
              <w:rPr>
                <w:rtl/>
              </w:rPr>
              <w:t>السراة</w:t>
            </w:r>
            <w:r>
              <w:rPr>
                <w:rtl/>
              </w:rPr>
              <w:t xml:space="preserve"> </w:t>
            </w:r>
            <w:r w:rsidRPr="009647FC">
              <w:rPr>
                <w:rtl/>
              </w:rPr>
              <w:t>له</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في</w:t>
            </w:r>
            <w:r>
              <w:rPr>
                <w:rtl/>
              </w:rPr>
              <w:t xml:space="preserve"> </w:t>
            </w:r>
            <w:r w:rsidRPr="009647FC">
              <w:rPr>
                <w:rtl/>
              </w:rPr>
              <w:t>الروعِ</w:t>
            </w:r>
            <w:r>
              <w:rPr>
                <w:rtl/>
              </w:rPr>
              <w:t xml:space="preserve"> </w:t>
            </w:r>
            <w:r w:rsidRPr="009647FC">
              <w:rPr>
                <w:rtl/>
              </w:rPr>
              <w:t>سطوةُ</w:t>
            </w:r>
            <w:r>
              <w:rPr>
                <w:rtl/>
              </w:rPr>
              <w:t xml:space="preserve"> </w:t>
            </w:r>
            <w:r w:rsidRPr="009647FC">
              <w:rPr>
                <w:rtl/>
              </w:rPr>
              <w:t>هجّامٍ</w:t>
            </w:r>
            <w:r>
              <w:rPr>
                <w:rtl/>
              </w:rPr>
              <w:t xml:space="preserve"> </w:t>
            </w:r>
            <w:r w:rsidRPr="009647FC">
              <w:rPr>
                <w:rtl/>
              </w:rPr>
              <w:t>على</w:t>
            </w:r>
            <w:r>
              <w:rPr>
                <w:rtl/>
              </w:rPr>
              <w:t xml:space="preserve"> </w:t>
            </w:r>
            <w:r w:rsidRPr="009647FC">
              <w:rPr>
                <w:rtl/>
              </w:rPr>
              <w:t>النو</w:t>
            </w:r>
            <w:r w:rsidR="00677BC4">
              <w:rPr>
                <w:rtl/>
              </w:rPr>
              <w:t>َ</w:t>
            </w:r>
            <w:r w:rsidRPr="009647FC">
              <w:rPr>
                <w:rtl/>
              </w:rPr>
              <w:t>بِ</w:t>
            </w:r>
            <w:r w:rsidRPr="00725071">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9647FC">
              <w:rPr>
                <w:rtl/>
              </w:rPr>
              <w:t>محضُ</w:t>
            </w:r>
            <w:r>
              <w:rPr>
                <w:rtl/>
              </w:rPr>
              <w:t xml:space="preserve"> </w:t>
            </w:r>
            <w:r w:rsidRPr="009647FC">
              <w:rPr>
                <w:rtl/>
              </w:rPr>
              <w:t>الضريبةِ</w:t>
            </w:r>
            <w:r>
              <w:rPr>
                <w:rtl/>
              </w:rPr>
              <w:t xml:space="preserve"> </w:t>
            </w:r>
            <w:r w:rsidRPr="009647FC">
              <w:rPr>
                <w:rtl/>
              </w:rPr>
              <w:t>مغوارُ</w:t>
            </w:r>
            <w:r>
              <w:rPr>
                <w:rtl/>
              </w:rPr>
              <w:t xml:space="preserve"> </w:t>
            </w:r>
            <w:r w:rsidRPr="009647FC">
              <w:rPr>
                <w:rtl/>
              </w:rPr>
              <w:t>الكتيبةِ</w:t>
            </w:r>
            <w:r>
              <w:rPr>
                <w:rtl/>
              </w:rPr>
              <w:t xml:space="preserve"> </w:t>
            </w:r>
            <w:r w:rsidRPr="009647FC">
              <w:rPr>
                <w:rtl/>
              </w:rPr>
              <w:t>محـ</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مودُ</w:t>
            </w:r>
            <w:r w:rsidR="004C00A8">
              <w:rPr>
                <w:rtl/>
              </w:rPr>
              <w:t xml:space="preserve"> </w:t>
            </w:r>
            <w:r w:rsidRPr="009647FC">
              <w:rPr>
                <w:rtl/>
              </w:rPr>
              <w:t>ا</w:t>
            </w:r>
            <w:r w:rsidR="00A72677" w:rsidRPr="009647FC">
              <w:rPr>
                <w:rtl/>
              </w:rPr>
              <w:t>لن</w:t>
            </w:r>
            <w:r w:rsidRPr="009647FC">
              <w:rPr>
                <w:rtl/>
              </w:rPr>
              <w:t>قيبةِ</w:t>
            </w:r>
            <w:r>
              <w:rPr>
                <w:rtl/>
              </w:rPr>
              <w:t xml:space="preserve"> </w:t>
            </w:r>
            <w:r w:rsidR="00A72677" w:rsidRPr="009647FC">
              <w:rPr>
                <w:rtl/>
              </w:rPr>
              <w:t>يو</w:t>
            </w:r>
            <w:r w:rsidRPr="009647FC">
              <w:rPr>
                <w:rtl/>
              </w:rPr>
              <w:t>م</w:t>
            </w:r>
            <w:r w:rsidR="00677BC4">
              <w:rPr>
                <w:rtl/>
              </w:rPr>
              <w:t>َ</w:t>
            </w:r>
            <w:r>
              <w:rPr>
                <w:rtl/>
              </w:rPr>
              <w:t xml:space="preserve"> </w:t>
            </w:r>
            <w:r w:rsidRPr="009647FC">
              <w:rPr>
                <w:rtl/>
              </w:rPr>
              <w:t>السبقِ</w:t>
            </w:r>
            <w:r>
              <w:rPr>
                <w:rtl/>
              </w:rPr>
              <w:t xml:space="preserve"> </w:t>
            </w:r>
            <w:r w:rsidRPr="009647FC">
              <w:rPr>
                <w:rtl/>
              </w:rPr>
              <w:t>والغ</w:t>
            </w:r>
            <w:r w:rsidR="00677BC4">
              <w:rPr>
                <w:rtl/>
              </w:rPr>
              <w:t>َ</w:t>
            </w:r>
            <w:r w:rsidRPr="009647FC">
              <w:rPr>
                <w:rtl/>
              </w:rPr>
              <w:t>لبِ</w:t>
            </w:r>
            <w:r w:rsidRPr="00725071">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9647FC">
              <w:rPr>
                <w:rtl/>
              </w:rPr>
              <w:t>في</w:t>
            </w:r>
            <w:r>
              <w:rPr>
                <w:rtl/>
              </w:rPr>
              <w:t xml:space="preserve"> </w:t>
            </w:r>
            <w:r w:rsidRPr="009647FC">
              <w:rPr>
                <w:rtl/>
              </w:rPr>
              <w:t>كفّهِ</w:t>
            </w:r>
            <w:r>
              <w:rPr>
                <w:rtl/>
              </w:rPr>
              <w:t xml:space="preserve"> </w:t>
            </w:r>
            <w:r w:rsidRPr="009647FC">
              <w:rPr>
                <w:rtl/>
              </w:rPr>
              <w:t>مرهفٌ</w:t>
            </w:r>
            <w:r>
              <w:rPr>
                <w:rtl/>
              </w:rPr>
              <w:t xml:space="preserve"> </w:t>
            </w:r>
            <w:r w:rsidRPr="009647FC">
              <w:rPr>
                <w:rtl/>
              </w:rPr>
              <w:t>ماضي</w:t>
            </w:r>
            <w:r>
              <w:rPr>
                <w:rtl/>
              </w:rPr>
              <w:t xml:space="preserve"> </w:t>
            </w:r>
            <w:r w:rsidRPr="009647FC">
              <w:rPr>
                <w:rtl/>
              </w:rPr>
              <w:t>المضاربِ</w:t>
            </w:r>
            <w:r>
              <w:rPr>
                <w:rtl/>
              </w:rPr>
              <w:t xml:space="preserve"> </w:t>
            </w:r>
            <w:r w:rsidRPr="009647FC">
              <w:rPr>
                <w:rtl/>
              </w:rPr>
              <w:t>في</w:t>
            </w:r>
            <w:r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يومِ</w:t>
            </w:r>
            <w:r>
              <w:rPr>
                <w:rtl/>
              </w:rPr>
              <w:t xml:space="preserve"> </w:t>
            </w:r>
            <w:r w:rsidRPr="009647FC">
              <w:rPr>
                <w:rtl/>
              </w:rPr>
              <w:t>ا</w:t>
            </w:r>
            <w:r w:rsidR="00A72677" w:rsidRPr="009647FC">
              <w:rPr>
                <w:rtl/>
              </w:rPr>
              <w:t>لق</w:t>
            </w:r>
            <w:r w:rsidRPr="009647FC">
              <w:rPr>
                <w:rtl/>
              </w:rPr>
              <w:t>راعِ</w:t>
            </w:r>
            <w:r>
              <w:rPr>
                <w:rtl/>
              </w:rPr>
              <w:t xml:space="preserve"> </w:t>
            </w:r>
            <w:r w:rsidR="00A72677" w:rsidRPr="009647FC">
              <w:rPr>
                <w:rtl/>
              </w:rPr>
              <w:t>تر</w:t>
            </w:r>
            <w:r w:rsidRPr="009647FC">
              <w:rPr>
                <w:rtl/>
              </w:rPr>
              <w:t>اهُ</w:t>
            </w:r>
            <w:r>
              <w:rPr>
                <w:rtl/>
              </w:rPr>
              <w:t xml:space="preserve"> </w:t>
            </w:r>
            <w:r w:rsidR="00A72677" w:rsidRPr="009647FC">
              <w:rPr>
                <w:rtl/>
              </w:rPr>
              <w:t>سا</w:t>
            </w:r>
            <w:r w:rsidRPr="009647FC">
              <w:rPr>
                <w:rtl/>
              </w:rPr>
              <w:t>طعُ</w:t>
            </w:r>
            <w:r>
              <w:rPr>
                <w:rtl/>
              </w:rPr>
              <w:t xml:space="preserve"> </w:t>
            </w:r>
            <w:r w:rsidRPr="009647FC">
              <w:rPr>
                <w:rtl/>
              </w:rPr>
              <w:t>اللهبِ</w:t>
            </w:r>
            <w:r w:rsidRPr="00725071">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9647FC">
              <w:rPr>
                <w:rtl/>
              </w:rPr>
              <w:t>يم</w:t>
            </w:r>
            <w:r w:rsidR="00D87517" w:rsidRPr="009647FC">
              <w:rPr>
                <w:rtl/>
              </w:rPr>
              <w:t>ضي</w:t>
            </w:r>
            <w:r w:rsidR="004C00A8">
              <w:rPr>
                <w:rtl/>
              </w:rPr>
              <w:t xml:space="preserve"> </w:t>
            </w:r>
            <w:r w:rsidR="00D87517" w:rsidRPr="009647FC">
              <w:rPr>
                <w:rtl/>
              </w:rPr>
              <w:t>ولم</w:t>
            </w:r>
            <w:r w:rsidR="00D87517">
              <w:rPr>
                <w:rtl/>
              </w:rPr>
              <w:t xml:space="preserve"> </w:t>
            </w:r>
            <w:r w:rsidR="00D87517" w:rsidRPr="009647FC">
              <w:rPr>
                <w:rtl/>
              </w:rPr>
              <w:t>يعتلق</w:t>
            </w:r>
            <w:r w:rsidR="00D87517">
              <w:rPr>
                <w:rtl/>
              </w:rPr>
              <w:t xml:space="preserve"> </w:t>
            </w:r>
            <w:r w:rsidR="00D87517" w:rsidRPr="009647FC">
              <w:rPr>
                <w:rtl/>
              </w:rPr>
              <w:t>في</w:t>
            </w:r>
            <w:r w:rsidR="00D87517">
              <w:rPr>
                <w:rtl/>
              </w:rPr>
              <w:t xml:space="preserve"> </w:t>
            </w:r>
            <w:r w:rsidR="00D87517" w:rsidRPr="009647FC">
              <w:rPr>
                <w:rtl/>
              </w:rPr>
              <w:t>شفرتيهِ</w:t>
            </w:r>
            <w:r w:rsidR="00D87517">
              <w:rPr>
                <w:rtl/>
              </w:rPr>
              <w:t xml:space="preserve"> </w:t>
            </w:r>
            <w:r w:rsidR="00D87517" w:rsidRPr="009647FC">
              <w:rPr>
                <w:rtl/>
              </w:rPr>
              <w:t>دمٌ</w:t>
            </w:r>
            <w:r w:rsidR="00D87517"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من</w:t>
            </w:r>
            <w:r>
              <w:rPr>
                <w:rtl/>
              </w:rPr>
              <w:t xml:space="preserve"> </w:t>
            </w:r>
            <w:r w:rsidRPr="009647FC">
              <w:rPr>
                <w:rtl/>
              </w:rPr>
              <w:t>سرعةِ</w:t>
            </w:r>
            <w:r>
              <w:rPr>
                <w:rtl/>
              </w:rPr>
              <w:t xml:space="preserve"> </w:t>
            </w:r>
            <w:r w:rsidRPr="009647FC">
              <w:rPr>
                <w:rtl/>
              </w:rPr>
              <w:t>القطعِ</w:t>
            </w:r>
            <w:r>
              <w:rPr>
                <w:rtl/>
              </w:rPr>
              <w:t xml:space="preserve"> </w:t>
            </w:r>
            <w:r w:rsidRPr="009647FC">
              <w:rPr>
                <w:rtl/>
              </w:rPr>
              <w:t>يوم</w:t>
            </w:r>
            <w:r w:rsidR="00677BC4">
              <w:rPr>
                <w:rtl/>
              </w:rPr>
              <w:t>َ</w:t>
            </w:r>
            <w:r>
              <w:rPr>
                <w:rtl/>
              </w:rPr>
              <w:t xml:space="preserve"> </w:t>
            </w:r>
            <w:r w:rsidRPr="009647FC">
              <w:rPr>
                <w:rtl/>
              </w:rPr>
              <w:t>الروع</w:t>
            </w:r>
            <w:r>
              <w:rPr>
                <w:rtl/>
              </w:rPr>
              <w:t xml:space="preserve"> </w:t>
            </w:r>
            <w:r w:rsidRPr="009647FC">
              <w:rPr>
                <w:rtl/>
              </w:rPr>
              <w:t>والرهبِ</w:t>
            </w:r>
            <w:r w:rsidRPr="00725071">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9647FC">
              <w:rPr>
                <w:rtl/>
              </w:rPr>
              <w:t>في</w:t>
            </w:r>
            <w:r w:rsidR="00D87517">
              <w:rPr>
                <w:rtl/>
              </w:rPr>
              <w:t xml:space="preserve"> </w:t>
            </w:r>
            <w:r w:rsidR="00D87517" w:rsidRPr="009647FC">
              <w:rPr>
                <w:rtl/>
              </w:rPr>
              <w:t>موقفٍ</w:t>
            </w:r>
            <w:r w:rsidR="00D87517">
              <w:rPr>
                <w:rtl/>
              </w:rPr>
              <w:t xml:space="preserve"> </w:t>
            </w:r>
            <w:r w:rsidR="00D87517" w:rsidRPr="009647FC">
              <w:rPr>
                <w:rtl/>
              </w:rPr>
              <w:t>بين</w:t>
            </w:r>
            <w:r w:rsidR="00D87517">
              <w:rPr>
                <w:rtl/>
              </w:rPr>
              <w:t xml:space="preserve"> </w:t>
            </w:r>
            <w:r w:rsidR="00D87517" w:rsidRPr="009647FC">
              <w:rPr>
                <w:rtl/>
              </w:rPr>
              <w:t>أنيابِ</w:t>
            </w:r>
            <w:r w:rsidR="00D87517">
              <w:rPr>
                <w:rtl/>
              </w:rPr>
              <w:t xml:space="preserve"> </w:t>
            </w:r>
            <w:r w:rsidR="00D87517" w:rsidRPr="009647FC">
              <w:rPr>
                <w:rtl/>
              </w:rPr>
              <w:t>الحِمام</w:t>
            </w:r>
            <w:r w:rsidR="00D87517">
              <w:rPr>
                <w:rtl/>
              </w:rPr>
              <w:t xml:space="preserve"> </w:t>
            </w:r>
            <w:r w:rsidR="00D87517" w:rsidRPr="009647FC">
              <w:rPr>
                <w:rtl/>
              </w:rPr>
              <w:t>به</w:t>
            </w:r>
            <w:r w:rsidR="00D87517">
              <w:rPr>
                <w:rtl/>
              </w:rPr>
              <w:t xml:space="preserve"> </w:t>
            </w:r>
            <w:r w:rsidR="00D87517" w:rsidRPr="009647FC">
              <w:rPr>
                <w:rtl/>
              </w:rPr>
              <w:t>الآ</w:t>
            </w:r>
            <w:r w:rsidR="00D87517"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A72677" w:rsidP="00D87517">
            <w:pPr>
              <w:pStyle w:val="libPoem"/>
            </w:pPr>
            <w:r w:rsidRPr="009647FC">
              <w:rPr>
                <w:rtl/>
              </w:rPr>
              <w:t>سا</w:t>
            </w:r>
            <w:r w:rsidR="00D87517" w:rsidRPr="009647FC">
              <w:rPr>
                <w:rtl/>
              </w:rPr>
              <w:t>دُ</w:t>
            </w:r>
            <w:r w:rsidR="004C00A8">
              <w:rPr>
                <w:rtl/>
              </w:rPr>
              <w:t xml:space="preserve"> </w:t>
            </w:r>
            <w:r w:rsidRPr="009647FC">
              <w:rPr>
                <w:rtl/>
              </w:rPr>
              <w:t>لم</w:t>
            </w:r>
            <w:r w:rsidR="00D87517">
              <w:rPr>
                <w:rtl/>
              </w:rPr>
              <w:t xml:space="preserve"> </w:t>
            </w:r>
            <w:r w:rsidRPr="009647FC">
              <w:rPr>
                <w:rtl/>
              </w:rPr>
              <w:t>تن</w:t>
            </w:r>
            <w:r w:rsidR="00D87517" w:rsidRPr="009647FC">
              <w:rPr>
                <w:rtl/>
              </w:rPr>
              <w:t>جُ</w:t>
            </w:r>
            <w:r w:rsidR="00D87517">
              <w:rPr>
                <w:rtl/>
              </w:rPr>
              <w:t xml:space="preserve"> </w:t>
            </w:r>
            <w:r w:rsidRPr="009647FC">
              <w:rPr>
                <w:rtl/>
              </w:rPr>
              <w:t>با</w:t>
            </w:r>
            <w:r w:rsidR="00D87517" w:rsidRPr="009647FC">
              <w:rPr>
                <w:rtl/>
              </w:rPr>
              <w:t>لإقدام</w:t>
            </w:r>
            <w:r w:rsidR="00D87517">
              <w:rPr>
                <w:rtl/>
              </w:rPr>
              <w:t xml:space="preserve"> </w:t>
            </w:r>
            <w:r w:rsidR="00D87517" w:rsidRPr="009647FC">
              <w:rPr>
                <w:rtl/>
              </w:rPr>
              <w:t>والهربِ</w:t>
            </w:r>
            <w:r w:rsidR="00D87517" w:rsidRPr="00725071">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A72677">
              <w:rPr>
                <w:rtl/>
              </w:rPr>
              <w:t>أ</w:t>
            </w:r>
            <w:r w:rsidR="00A72677" w:rsidRPr="00A72677">
              <w:rPr>
                <w:rtl/>
              </w:rPr>
              <w:t>عي</w:t>
            </w:r>
            <w:r w:rsidRPr="00A72677">
              <w:rPr>
                <w:rtl/>
              </w:rPr>
              <w:t>ا ا</w:t>
            </w:r>
            <w:r w:rsidR="00A72677" w:rsidRPr="00A72677">
              <w:rPr>
                <w:rtl/>
              </w:rPr>
              <w:t>لم</w:t>
            </w:r>
            <w:r w:rsidRPr="00A72677">
              <w:rPr>
                <w:rtl/>
              </w:rPr>
              <w:t>نيّة</w:t>
            </w:r>
            <w:r w:rsidR="00677BC4">
              <w:rPr>
                <w:rtl/>
              </w:rPr>
              <w:t>َ</w:t>
            </w:r>
            <w:r w:rsidRPr="00A72677">
              <w:rPr>
                <w:rtl/>
              </w:rPr>
              <w:t xml:space="preserve"> </w:t>
            </w:r>
            <w:r w:rsidR="00A72677" w:rsidRPr="00A72677">
              <w:rPr>
                <w:rtl/>
              </w:rPr>
              <w:t>حت</w:t>
            </w:r>
            <w:r w:rsidRPr="00A72677">
              <w:rPr>
                <w:rtl/>
              </w:rPr>
              <w:t>ى أن</w:t>
            </w:r>
            <w:r w:rsidR="00A72677" w:rsidRPr="00A72677">
              <w:rPr>
                <w:rtl/>
              </w:rPr>
              <w:t>ّه</w:t>
            </w:r>
            <w:r w:rsidRPr="00A72677">
              <w:rPr>
                <w:rtl/>
              </w:rPr>
              <w:t>ا سئمتْ</w:t>
            </w:r>
            <w:r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524A24" w:rsidRDefault="00A72677" w:rsidP="00D87517">
            <w:pPr>
              <w:pStyle w:val="libPoem"/>
            </w:pPr>
            <w:r w:rsidRPr="00A72677">
              <w:rPr>
                <w:rtl/>
              </w:rPr>
              <w:t>قب</w:t>
            </w:r>
            <w:r w:rsidR="00D87517" w:rsidRPr="00A72677">
              <w:rPr>
                <w:rtl/>
              </w:rPr>
              <w:t>ض</w:t>
            </w:r>
            <w:r w:rsidR="00677BC4">
              <w:rPr>
                <w:rtl/>
              </w:rPr>
              <w:t>َ</w:t>
            </w:r>
            <w:r w:rsidR="004C00A8">
              <w:rPr>
                <w:rtl/>
              </w:rPr>
              <w:t xml:space="preserve"> </w:t>
            </w:r>
            <w:r w:rsidR="00D87517" w:rsidRPr="00A72677">
              <w:rPr>
                <w:rtl/>
              </w:rPr>
              <w:t>ا</w:t>
            </w:r>
            <w:r w:rsidRPr="00A72677">
              <w:rPr>
                <w:rtl/>
              </w:rPr>
              <w:t>لن</w:t>
            </w:r>
            <w:r w:rsidR="00D87517" w:rsidRPr="00A72677">
              <w:rPr>
                <w:rtl/>
              </w:rPr>
              <w:t>فوس</w:t>
            </w:r>
            <w:r w:rsidR="00677BC4">
              <w:rPr>
                <w:rtl/>
              </w:rPr>
              <w:t>َ</w:t>
            </w:r>
            <w:r w:rsidR="00D87517" w:rsidRPr="00A72677">
              <w:rPr>
                <w:rtl/>
              </w:rPr>
              <w:t xml:space="preserve"> بهِ من شدّ</w:t>
            </w:r>
            <w:r w:rsidR="00677BC4">
              <w:rPr>
                <w:rtl/>
              </w:rPr>
              <w:t>َ</w:t>
            </w:r>
            <w:r w:rsidR="00D87517" w:rsidRPr="00A72677">
              <w:rPr>
                <w:rtl/>
              </w:rPr>
              <w:t>ة التعبِ</w:t>
            </w:r>
            <w:r w:rsidR="00D87517" w:rsidRPr="00A72677">
              <w:rPr>
                <w:rStyle w:val="libPoemTiniChar0"/>
                <w:rtl/>
              </w:rPr>
              <w:br/>
              <w:t> </w:t>
            </w:r>
          </w:p>
        </w:tc>
      </w:tr>
    </w:tbl>
    <w:p w:rsidR="009647FC" w:rsidRPr="00524A24" w:rsidRDefault="009647FC" w:rsidP="004E7EC6">
      <w:pPr>
        <w:pStyle w:val="libNormal"/>
      </w:pPr>
      <w:r w:rsidRPr="004E7EC6">
        <w:rPr>
          <w:rtl/>
        </w:rPr>
        <w:t>وقال مستنهضاً الإمام الحجّة المنتظر (عليه السّلام</w:t>
      </w:r>
      <w:r w:rsidRPr="004C00A8">
        <w:rPr>
          <w:rtl/>
        </w:rPr>
        <w:t>)</w:t>
      </w:r>
      <w:r w:rsidRPr="004E7EC6">
        <w:rPr>
          <w:rStyle w:val="libFootnotenumChar"/>
          <w:rtl/>
        </w:rPr>
        <w:t>(1)</w:t>
      </w:r>
      <w:r w:rsidR="00D769AB" w:rsidRPr="004C00A8">
        <w:rPr>
          <w:rtl/>
        </w:rPr>
        <w:t>:</w:t>
      </w:r>
    </w:p>
    <w:tbl>
      <w:tblPr>
        <w:tblStyle w:val="TableGrid"/>
        <w:bidiVisual/>
        <w:tblW w:w="4562" w:type="pct"/>
        <w:tblInd w:w="384" w:type="dxa"/>
        <w:tblLook w:val="04A0"/>
      </w:tblPr>
      <w:tblGrid>
        <w:gridCol w:w="3902"/>
        <w:gridCol w:w="301"/>
        <w:gridCol w:w="3884"/>
      </w:tblGrid>
      <w:tr w:rsidR="00D87517" w:rsidRPr="00524A24" w:rsidTr="00D87517">
        <w:trPr>
          <w:trHeight w:val="350"/>
        </w:trPr>
        <w:tc>
          <w:tcPr>
            <w:tcW w:w="3527" w:type="dxa"/>
          </w:tcPr>
          <w:p w:rsidR="00D87517" w:rsidRPr="00524A24" w:rsidRDefault="00A72677" w:rsidP="00D87517">
            <w:pPr>
              <w:pStyle w:val="libPoem"/>
            </w:pPr>
            <w:r w:rsidRPr="00A72677">
              <w:rPr>
                <w:rtl/>
              </w:rPr>
              <w:t>يا</w:t>
            </w:r>
            <w:r w:rsidR="004C00A8">
              <w:rPr>
                <w:rtl/>
              </w:rPr>
              <w:t xml:space="preserve"> </w:t>
            </w:r>
            <w:r w:rsidRPr="00A72677">
              <w:rPr>
                <w:rtl/>
              </w:rPr>
              <w:t>غم</w:t>
            </w:r>
            <w:r w:rsidR="00D87517" w:rsidRPr="00A72677">
              <w:rPr>
                <w:rtl/>
              </w:rPr>
              <w:t>رةٌ م</w:t>
            </w:r>
            <w:r w:rsidR="00677BC4">
              <w:rPr>
                <w:rtl/>
              </w:rPr>
              <w:t>َ</w:t>
            </w:r>
            <w:r w:rsidRPr="00A72677">
              <w:rPr>
                <w:rtl/>
              </w:rPr>
              <w:t>ن</w:t>
            </w:r>
            <w:r w:rsidR="00D87517" w:rsidRPr="00A72677">
              <w:rPr>
                <w:rtl/>
              </w:rPr>
              <w:t>ْ لنا بمع</w:t>
            </w:r>
            <w:r w:rsidR="00677BC4">
              <w:rPr>
                <w:rtl/>
              </w:rPr>
              <w:t>َ</w:t>
            </w:r>
            <w:r w:rsidR="00D87517" w:rsidRPr="00A72677">
              <w:rPr>
                <w:rtl/>
              </w:rPr>
              <w:t>برِها</w:t>
            </w:r>
            <w:r w:rsidR="00D87517"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A72677" w:rsidP="00D87517">
            <w:pPr>
              <w:pStyle w:val="libPoem"/>
            </w:pPr>
            <w:r w:rsidRPr="00A72677">
              <w:rPr>
                <w:rtl/>
              </w:rPr>
              <w:t>مو</w:t>
            </w:r>
            <w:r w:rsidR="00D87517" w:rsidRPr="00A72677">
              <w:rPr>
                <w:rtl/>
              </w:rPr>
              <w:t>اردُ</w:t>
            </w:r>
            <w:r w:rsidR="004C00A8">
              <w:rPr>
                <w:rtl/>
              </w:rPr>
              <w:t xml:space="preserve"> </w:t>
            </w:r>
            <w:r w:rsidR="00D87517" w:rsidRPr="00A72677">
              <w:rPr>
                <w:rtl/>
              </w:rPr>
              <w:t>الموتِ دون</w:t>
            </w:r>
            <w:r w:rsidR="00677BC4">
              <w:rPr>
                <w:rtl/>
              </w:rPr>
              <w:t>َ</w:t>
            </w:r>
            <w:r w:rsidR="00D87517" w:rsidRPr="00A72677">
              <w:rPr>
                <w:rtl/>
              </w:rPr>
              <w:t xml:space="preserve"> مصدرِها</w:t>
            </w:r>
            <w:r w:rsidR="00D87517" w:rsidRPr="00A72677">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A72677">
              <w:rPr>
                <w:rtl/>
              </w:rPr>
              <w:t>يط</w:t>
            </w:r>
            <w:r w:rsidR="00D87517" w:rsidRPr="00A72677">
              <w:rPr>
                <w:rtl/>
              </w:rPr>
              <w:t>فحُ موجُ البلا الخطير بها</w:t>
            </w:r>
            <w:r w:rsidR="00D87517"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A72677" w:rsidP="00D87517">
            <w:pPr>
              <w:pStyle w:val="libPoem"/>
            </w:pPr>
            <w:r w:rsidRPr="00A72677">
              <w:rPr>
                <w:rtl/>
              </w:rPr>
              <w:t>في</w:t>
            </w:r>
            <w:r w:rsidR="00D87517" w:rsidRPr="00A72677">
              <w:rPr>
                <w:rtl/>
              </w:rPr>
              <w:t>غرقُ</w:t>
            </w:r>
            <w:r w:rsidR="004C00A8">
              <w:rPr>
                <w:rtl/>
              </w:rPr>
              <w:t xml:space="preserve"> </w:t>
            </w:r>
            <w:r w:rsidR="00D87517" w:rsidRPr="00A72677">
              <w:rPr>
                <w:rtl/>
              </w:rPr>
              <w:t>ا</w:t>
            </w:r>
            <w:r w:rsidRPr="00A72677">
              <w:rPr>
                <w:rtl/>
              </w:rPr>
              <w:t>لع</w:t>
            </w:r>
            <w:r w:rsidR="00D87517" w:rsidRPr="00A72677">
              <w:rPr>
                <w:rtl/>
              </w:rPr>
              <w:t>قلُ في تصوّرِها</w:t>
            </w:r>
            <w:r w:rsidR="00D87517" w:rsidRPr="00A72677">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A72677">
              <w:rPr>
                <w:rtl/>
              </w:rPr>
              <w:t>و</w:t>
            </w:r>
            <w:r w:rsidR="00A72677" w:rsidRPr="00A72677">
              <w:rPr>
                <w:rtl/>
              </w:rPr>
              <w:t>شد</w:t>
            </w:r>
            <w:r w:rsidRPr="00A72677">
              <w:rPr>
                <w:rtl/>
              </w:rPr>
              <w:t>ّةً عندها ا</w:t>
            </w:r>
            <w:r w:rsidR="00A72677" w:rsidRPr="00A72677">
              <w:rPr>
                <w:rtl/>
              </w:rPr>
              <w:t>نت</w:t>
            </w:r>
            <w:r w:rsidRPr="00A72677">
              <w:rPr>
                <w:rtl/>
              </w:rPr>
              <w:t>هت عِظم</w:t>
            </w:r>
            <w:r w:rsidR="00677BC4">
              <w:rPr>
                <w:rtl/>
              </w:rPr>
              <w:t>َ</w:t>
            </w:r>
            <w:r w:rsidRPr="00A72677">
              <w:rPr>
                <w:rtl/>
              </w:rPr>
              <w:t>ا</w:t>
            </w:r>
            <w:r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A72677" w:rsidP="00D87517">
            <w:pPr>
              <w:pStyle w:val="libPoem"/>
            </w:pPr>
            <w:r w:rsidRPr="00A72677">
              <w:rPr>
                <w:rtl/>
              </w:rPr>
              <w:t>شد</w:t>
            </w:r>
            <w:r w:rsidR="00D87517" w:rsidRPr="00A72677">
              <w:rPr>
                <w:rtl/>
              </w:rPr>
              <w:t>ائدُ ا</w:t>
            </w:r>
            <w:r w:rsidRPr="00A72677">
              <w:rPr>
                <w:rtl/>
              </w:rPr>
              <w:t>لد</w:t>
            </w:r>
            <w:r w:rsidR="00D87517" w:rsidRPr="00A72677">
              <w:rPr>
                <w:rtl/>
              </w:rPr>
              <w:t>هرِ م</w:t>
            </w:r>
            <w:r w:rsidR="00677BC4">
              <w:rPr>
                <w:rtl/>
              </w:rPr>
              <w:t>َ</w:t>
            </w:r>
            <w:r w:rsidRPr="00A72677">
              <w:rPr>
                <w:rtl/>
              </w:rPr>
              <w:t>ع</w:t>
            </w:r>
            <w:r w:rsidR="00D87517" w:rsidRPr="00A72677">
              <w:rPr>
                <w:rtl/>
              </w:rPr>
              <w:t xml:space="preserve">ْ </w:t>
            </w:r>
            <w:r w:rsidRPr="00A72677">
              <w:rPr>
                <w:rtl/>
              </w:rPr>
              <w:t>تك</w:t>
            </w:r>
            <w:r w:rsidR="00D87517" w:rsidRPr="00A72677">
              <w:rPr>
                <w:rtl/>
              </w:rPr>
              <w:t>ثرِها</w:t>
            </w:r>
            <w:r w:rsidR="00D87517" w:rsidRPr="00A72677">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A72677">
              <w:rPr>
                <w:rtl/>
              </w:rPr>
              <w:t>ضا</w:t>
            </w:r>
            <w:r w:rsidR="00D87517" w:rsidRPr="00A72677">
              <w:rPr>
                <w:rtl/>
              </w:rPr>
              <w:t>قت و</w:t>
            </w:r>
            <w:r w:rsidRPr="00A72677">
              <w:rPr>
                <w:rtl/>
              </w:rPr>
              <w:t>لم</w:t>
            </w:r>
            <w:r w:rsidR="00D87517" w:rsidRPr="00A72677">
              <w:rPr>
                <w:rtl/>
              </w:rPr>
              <w:t xml:space="preserve"> </w:t>
            </w:r>
            <w:r w:rsidRPr="00A72677">
              <w:rPr>
                <w:rtl/>
              </w:rPr>
              <w:t>يأ</w:t>
            </w:r>
            <w:r w:rsidR="00D87517" w:rsidRPr="00A72677">
              <w:rPr>
                <w:rtl/>
              </w:rPr>
              <w:t>تها مُفرِّجُها</w:t>
            </w:r>
            <w:r w:rsidR="00D87517"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A72677" w:rsidP="00D87517">
            <w:pPr>
              <w:pStyle w:val="libPoem"/>
            </w:pPr>
            <w:r w:rsidRPr="00A72677">
              <w:rPr>
                <w:rtl/>
              </w:rPr>
              <w:t>فج</w:t>
            </w:r>
            <w:r w:rsidR="00D87517" w:rsidRPr="00A72677">
              <w:rPr>
                <w:rtl/>
              </w:rPr>
              <w:t>اشتِ ا</w:t>
            </w:r>
            <w:r w:rsidRPr="00A72677">
              <w:rPr>
                <w:rtl/>
              </w:rPr>
              <w:t>لن</w:t>
            </w:r>
            <w:r w:rsidR="00D87517" w:rsidRPr="00A72677">
              <w:rPr>
                <w:rtl/>
              </w:rPr>
              <w:t>فسُ في تحيّرِها</w:t>
            </w:r>
            <w:r w:rsidR="00D87517" w:rsidRPr="00A72677">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A72677">
              <w:rPr>
                <w:rtl/>
              </w:rPr>
              <w:t>الآن</w:t>
            </w:r>
            <w:r w:rsidR="00677BC4">
              <w:rPr>
                <w:rtl/>
              </w:rPr>
              <w:t>َ</w:t>
            </w:r>
            <w:r w:rsidRPr="00A72677">
              <w:rPr>
                <w:rtl/>
              </w:rPr>
              <w:t xml:space="preserve"> ر</w:t>
            </w:r>
            <w:r w:rsidR="00A72677" w:rsidRPr="00A72677">
              <w:rPr>
                <w:rtl/>
              </w:rPr>
              <w:t>جس</w:t>
            </w:r>
            <w:r w:rsidRPr="00A72677">
              <w:rPr>
                <w:rtl/>
              </w:rPr>
              <w:t>ُ الضلالةِ استغرق</w:t>
            </w:r>
            <w:r w:rsidR="00677BC4">
              <w:rPr>
                <w:rtl/>
              </w:rPr>
              <w:t>َ</w:t>
            </w:r>
            <w:r w:rsidRPr="00A72677">
              <w:rPr>
                <w:rtl/>
              </w:rPr>
              <w:t xml:space="preserve"> الـ</w:t>
            </w:r>
            <w:r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D87517" w:rsidP="00D87517">
            <w:pPr>
              <w:pStyle w:val="libPoem"/>
            </w:pPr>
            <w:r w:rsidRPr="00A72677">
              <w:rPr>
                <w:rtl/>
              </w:rPr>
              <w:t>أرض</w:t>
            </w:r>
            <w:r w:rsidR="00677BC4">
              <w:rPr>
                <w:rtl/>
              </w:rPr>
              <w:t>َ</w:t>
            </w:r>
            <w:r w:rsidRPr="00A72677">
              <w:rPr>
                <w:rtl/>
              </w:rPr>
              <w:t xml:space="preserve"> </w:t>
            </w:r>
            <w:r w:rsidR="00A72677" w:rsidRPr="00A72677">
              <w:rPr>
                <w:rtl/>
              </w:rPr>
              <w:t>فض</w:t>
            </w:r>
            <w:r w:rsidRPr="00A72677">
              <w:rPr>
                <w:rtl/>
              </w:rPr>
              <w:t>جّ</w:t>
            </w:r>
            <w:r w:rsidR="00677BC4">
              <w:rPr>
                <w:rtl/>
              </w:rPr>
              <w:t>َ</w:t>
            </w:r>
            <w:r w:rsidRPr="00A72677">
              <w:rPr>
                <w:rtl/>
              </w:rPr>
              <w:t>ت إلى مطهّرِها</w:t>
            </w:r>
            <w:r w:rsidRPr="00A72677">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A72677">
              <w:rPr>
                <w:rtl/>
              </w:rPr>
              <w:t>و</w:t>
            </w:r>
            <w:r w:rsidR="00A72677" w:rsidRPr="00A72677">
              <w:rPr>
                <w:rtl/>
              </w:rPr>
              <w:t>مل</w:t>
            </w:r>
            <w:r w:rsidRPr="00A72677">
              <w:rPr>
                <w:rtl/>
              </w:rPr>
              <w:t>ّةُ ا</w:t>
            </w:r>
            <w:r w:rsidR="00A72677" w:rsidRPr="00A72677">
              <w:rPr>
                <w:rtl/>
              </w:rPr>
              <w:t>لل</w:t>
            </w:r>
            <w:r w:rsidRPr="00A72677">
              <w:rPr>
                <w:rtl/>
              </w:rPr>
              <w:t>ّهِ غ</w:t>
            </w:r>
            <w:r w:rsidR="00A72677" w:rsidRPr="00A72677">
              <w:rPr>
                <w:rtl/>
              </w:rPr>
              <w:t>ُي</w:t>
            </w:r>
            <w:r w:rsidRPr="00A72677">
              <w:rPr>
                <w:rtl/>
              </w:rPr>
              <w:t xml:space="preserve">ّرت </w:t>
            </w:r>
            <w:r w:rsidR="00A72677" w:rsidRPr="00A72677">
              <w:rPr>
                <w:rtl/>
              </w:rPr>
              <w:t>فغ</w:t>
            </w:r>
            <w:r w:rsidRPr="00A72677">
              <w:rPr>
                <w:rtl/>
              </w:rPr>
              <w:t>دت</w:t>
            </w:r>
            <w:r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A72677" w:rsidP="00D87517">
            <w:pPr>
              <w:pStyle w:val="libPoem"/>
            </w:pPr>
            <w:r w:rsidRPr="00A72677">
              <w:rPr>
                <w:rtl/>
              </w:rPr>
              <w:t>تص</w:t>
            </w:r>
            <w:r w:rsidR="00D87517" w:rsidRPr="00A72677">
              <w:rPr>
                <w:rtl/>
              </w:rPr>
              <w:t>رخُ</w:t>
            </w:r>
            <w:r w:rsidR="004C00A8">
              <w:rPr>
                <w:rtl/>
              </w:rPr>
              <w:t xml:space="preserve"> </w:t>
            </w:r>
            <w:r w:rsidRPr="00A72677">
              <w:rPr>
                <w:rtl/>
              </w:rPr>
              <w:t>لل</w:t>
            </w:r>
            <w:r w:rsidR="00D87517" w:rsidRPr="00A72677">
              <w:rPr>
                <w:rtl/>
              </w:rPr>
              <w:t xml:space="preserve">هِ </w:t>
            </w:r>
            <w:r w:rsidRPr="00A72677">
              <w:rPr>
                <w:rtl/>
              </w:rPr>
              <w:t>من</w:t>
            </w:r>
            <w:r w:rsidR="00D87517" w:rsidRPr="00A72677">
              <w:rPr>
                <w:rtl/>
              </w:rPr>
              <w:t xml:space="preserve"> م</w:t>
            </w:r>
            <w:r w:rsidRPr="00A72677">
              <w:rPr>
                <w:rtl/>
              </w:rPr>
              <w:t>ُغ</w:t>
            </w:r>
            <w:r w:rsidR="00D87517" w:rsidRPr="00A72677">
              <w:rPr>
                <w:rtl/>
              </w:rPr>
              <w:t>يِّرِها</w:t>
            </w:r>
            <w:r w:rsidR="00D87517" w:rsidRPr="00A72677">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A72677">
              <w:rPr>
                <w:rtl/>
              </w:rPr>
              <w:t>م</w:t>
            </w:r>
            <w:r w:rsidR="00677BC4">
              <w:rPr>
                <w:rtl/>
              </w:rPr>
              <w:t>َ</w:t>
            </w:r>
            <w:r w:rsidR="00A72677" w:rsidRPr="00A72677">
              <w:rPr>
                <w:rtl/>
              </w:rPr>
              <w:t>ن</w:t>
            </w:r>
            <w:r w:rsidRPr="00A72677">
              <w:rPr>
                <w:rtl/>
              </w:rPr>
              <w:t xml:space="preserve">ْ </w:t>
            </w:r>
            <w:r w:rsidR="00A72677" w:rsidRPr="00A72677">
              <w:rPr>
                <w:rtl/>
              </w:rPr>
              <w:t>مخ</w:t>
            </w:r>
            <w:r w:rsidRPr="00A72677">
              <w:rPr>
                <w:rtl/>
              </w:rPr>
              <w:t>بري والنفوسُ عاتبةٌ</w:t>
            </w:r>
            <w:r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A72677" w:rsidP="00D87517">
            <w:pPr>
              <w:pStyle w:val="libPoem"/>
            </w:pPr>
            <w:r w:rsidRPr="00A72677">
              <w:rPr>
                <w:rtl/>
              </w:rPr>
              <w:t>ما</w:t>
            </w:r>
            <w:r w:rsidR="00D87517" w:rsidRPr="00A72677">
              <w:rPr>
                <w:rtl/>
              </w:rPr>
              <w:t xml:space="preserve">ذا </w:t>
            </w:r>
            <w:r w:rsidRPr="00A72677">
              <w:rPr>
                <w:rtl/>
              </w:rPr>
              <w:t>يؤ</w:t>
            </w:r>
            <w:r w:rsidR="00D87517" w:rsidRPr="00A72677">
              <w:rPr>
                <w:rtl/>
              </w:rPr>
              <w:t xml:space="preserve">دّي </w:t>
            </w:r>
            <w:r w:rsidRPr="00A72677">
              <w:rPr>
                <w:rtl/>
              </w:rPr>
              <w:t>لس</w:t>
            </w:r>
            <w:r w:rsidR="00D87517" w:rsidRPr="00A72677">
              <w:rPr>
                <w:rtl/>
              </w:rPr>
              <w:t>انُ مخبرِها؟</w:t>
            </w:r>
            <w:r w:rsidR="00D87517" w:rsidRPr="00A72677">
              <w:rPr>
                <w:rStyle w:val="libPoemTiniChar0"/>
                <w:rtl/>
              </w:rPr>
              <w:br/>
              <w:t> </w:t>
            </w:r>
          </w:p>
        </w:tc>
      </w:tr>
      <w:tr w:rsidR="00D87517" w:rsidRPr="00524A24" w:rsidTr="00D87517">
        <w:trPr>
          <w:trHeight w:val="350"/>
        </w:trPr>
        <w:tc>
          <w:tcPr>
            <w:tcW w:w="3527" w:type="dxa"/>
          </w:tcPr>
          <w:p w:rsidR="00D87517" w:rsidRPr="00524A24" w:rsidRDefault="00D87517" w:rsidP="00D87517">
            <w:pPr>
              <w:pStyle w:val="libPoem"/>
            </w:pPr>
            <w:r w:rsidRPr="00A72677">
              <w:rPr>
                <w:rtl/>
              </w:rPr>
              <w:t>ل</w:t>
            </w:r>
            <w:r w:rsidR="00A72677" w:rsidRPr="00A72677">
              <w:rPr>
                <w:rtl/>
              </w:rPr>
              <w:t>ِم</w:t>
            </w:r>
            <w:r w:rsidRPr="00A72677">
              <w:rPr>
                <w:rtl/>
              </w:rPr>
              <w:t>ْ</w:t>
            </w:r>
            <w:r w:rsidR="004C00A8">
              <w:rPr>
                <w:rtl/>
              </w:rPr>
              <w:t xml:space="preserve"> </w:t>
            </w:r>
            <w:r w:rsidRPr="00A72677">
              <w:rPr>
                <w:rtl/>
              </w:rPr>
              <w:t>صاحبُ الأمرِ عن رعيته</w:t>
            </w:r>
            <w:r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A72677" w:rsidRDefault="00D87517" w:rsidP="00D87517">
            <w:pPr>
              <w:pStyle w:val="libPoem"/>
            </w:pPr>
            <w:r w:rsidRPr="00A72677">
              <w:rPr>
                <w:rtl/>
              </w:rPr>
              <w:t>أغضى</w:t>
            </w:r>
            <w:r w:rsidR="004C00A8">
              <w:rPr>
                <w:rtl/>
              </w:rPr>
              <w:t xml:space="preserve"> </w:t>
            </w:r>
            <w:r w:rsidRPr="00A72677">
              <w:rPr>
                <w:rtl/>
              </w:rPr>
              <w:t>فغصّ</w:t>
            </w:r>
            <w:r w:rsidR="00677BC4">
              <w:rPr>
                <w:rtl/>
              </w:rPr>
              <w:t>َ</w:t>
            </w:r>
            <w:r w:rsidRPr="00A72677">
              <w:rPr>
                <w:rtl/>
              </w:rPr>
              <w:t>ت بجورِ أكفرِها؟</w:t>
            </w:r>
            <w:r w:rsidRPr="00A72677">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9647FC">
              <w:rPr>
                <w:rtl/>
              </w:rPr>
              <w:t>ما</w:t>
            </w:r>
            <w:r w:rsidR="00D87517">
              <w:rPr>
                <w:rtl/>
              </w:rPr>
              <w:t xml:space="preserve"> </w:t>
            </w:r>
            <w:r w:rsidRPr="009647FC">
              <w:rPr>
                <w:rtl/>
              </w:rPr>
              <w:t>عذ</w:t>
            </w:r>
            <w:r w:rsidR="00D87517" w:rsidRPr="009647FC">
              <w:rPr>
                <w:rtl/>
              </w:rPr>
              <w:t>رُهُ</w:t>
            </w:r>
            <w:r w:rsidR="00D87517">
              <w:rPr>
                <w:rtl/>
              </w:rPr>
              <w:t xml:space="preserve"> </w:t>
            </w:r>
            <w:r w:rsidR="00D87517" w:rsidRPr="009647FC">
              <w:rPr>
                <w:rtl/>
              </w:rPr>
              <w:t>نصب</w:t>
            </w:r>
            <w:r w:rsidR="00677BC4">
              <w:rPr>
                <w:rtl/>
              </w:rPr>
              <w:t>َ</w:t>
            </w:r>
            <w:r w:rsidR="00D87517">
              <w:rPr>
                <w:rtl/>
              </w:rPr>
              <w:t xml:space="preserve"> </w:t>
            </w:r>
            <w:r w:rsidR="00D87517" w:rsidRPr="009647FC">
              <w:rPr>
                <w:rtl/>
              </w:rPr>
              <w:t>عينه</w:t>
            </w:r>
            <w:r w:rsidR="00D87517">
              <w:rPr>
                <w:rtl/>
              </w:rPr>
              <w:t xml:space="preserve"> </w:t>
            </w:r>
            <w:r w:rsidR="00D87517" w:rsidRPr="009647FC">
              <w:rPr>
                <w:rtl/>
              </w:rPr>
              <w:t>اُخِذتْ</w:t>
            </w:r>
            <w:r w:rsidR="00D87517"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A72677" w:rsidP="00D87517">
            <w:pPr>
              <w:pStyle w:val="libPoem"/>
            </w:pPr>
            <w:r w:rsidRPr="009647FC">
              <w:rPr>
                <w:rtl/>
              </w:rPr>
              <w:t>شي</w:t>
            </w:r>
            <w:r w:rsidR="00D87517" w:rsidRPr="009647FC">
              <w:rPr>
                <w:rtl/>
              </w:rPr>
              <w:t>عتُهُ</w:t>
            </w:r>
            <w:r w:rsidR="004C00A8">
              <w:rPr>
                <w:rtl/>
              </w:rPr>
              <w:t xml:space="preserve"> </w:t>
            </w:r>
            <w:r w:rsidR="00D87517" w:rsidRPr="009647FC">
              <w:rPr>
                <w:rtl/>
              </w:rPr>
              <w:t>و</w:t>
            </w:r>
            <w:r w:rsidRPr="009647FC">
              <w:rPr>
                <w:rtl/>
              </w:rPr>
              <w:t>هو</w:t>
            </w:r>
            <w:r w:rsidR="00D87517">
              <w:rPr>
                <w:rtl/>
              </w:rPr>
              <w:t xml:space="preserve"> </w:t>
            </w:r>
            <w:r w:rsidRPr="009647FC">
              <w:rPr>
                <w:rtl/>
              </w:rPr>
              <w:t>بي</w:t>
            </w:r>
            <w:r w:rsidR="00D87517" w:rsidRPr="009647FC">
              <w:rPr>
                <w:rtl/>
              </w:rPr>
              <w:t>ن</w:t>
            </w:r>
            <w:r w:rsidR="00677BC4">
              <w:rPr>
                <w:rtl/>
              </w:rPr>
              <w:t>َ</w:t>
            </w:r>
            <w:r w:rsidR="00D87517">
              <w:rPr>
                <w:rtl/>
              </w:rPr>
              <w:t xml:space="preserve"> </w:t>
            </w:r>
            <w:r w:rsidR="00D87517" w:rsidRPr="009647FC">
              <w:rPr>
                <w:rtl/>
              </w:rPr>
              <w:t>أظهُرِها</w:t>
            </w:r>
            <w:r w:rsidR="00D87517" w:rsidRPr="00725071">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9647FC">
              <w:rPr>
                <w:rtl/>
              </w:rPr>
              <w:t>يا</w:t>
            </w:r>
            <w:r w:rsidR="00D87517">
              <w:rPr>
                <w:rtl/>
              </w:rPr>
              <w:t xml:space="preserve"> </w:t>
            </w:r>
            <w:r w:rsidRPr="009647FC">
              <w:rPr>
                <w:rtl/>
              </w:rPr>
              <w:t>غي</w:t>
            </w:r>
            <w:r w:rsidR="00D87517" w:rsidRPr="009647FC">
              <w:rPr>
                <w:rtl/>
              </w:rPr>
              <w:t>رة</w:t>
            </w:r>
            <w:r w:rsidR="00677BC4">
              <w:rPr>
                <w:rtl/>
              </w:rPr>
              <w:t>َ</w:t>
            </w:r>
            <w:r w:rsidR="00D87517">
              <w:rPr>
                <w:rtl/>
              </w:rPr>
              <w:t xml:space="preserve"> </w:t>
            </w:r>
            <w:r w:rsidR="00D87517" w:rsidRPr="009647FC">
              <w:rPr>
                <w:rtl/>
              </w:rPr>
              <w:t>اللهِ</w:t>
            </w:r>
            <w:r w:rsidR="00D87517">
              <w:rPr>
                <w:rtl/>
              </w:rPr>
              <w:t xml:space="preserve"> </w:t>
            </w:r>
            <w:r w:rsidR="00D87517" w:rsidRPr="009647FC">
              <w:rPr>
                <w:rtl/>
              </w:rPr>
              <w:t>لا</w:t>
            </w:r>
            <w:r w:rsidR="00D87517">
              <w:rPr>
                <w:rtl/>
              </w:rPr>
              <w:t xml:space="preserve"> </w:t>
            </w:r>
            <w:r w:rsidRPr="009647FC">
              <w:rPr>
                <w:rtl/>
              </w:rPr>
              <w:t>قر</w:t>
            </w:r>
            <w:r w:rsidR="00D87517" w:rsidRPr="009647FC">
              <w:rPr>
                <w:rtl/>
              </w:rPr>
              <w:t>ار</w:t>
            </w:r>
            <w:r w:rsidR="00677BC4">
              <w:rPr>
                <w:rtl/>
              </w:rPr>
              <w:t>َ</w:t>
            </w:r>
            <w:r w:rsidR="00D87517">
              <w:rPr>
                <w:rtl/>
              </w:rPr>
              <w:t xml:space="preserve"> </w:t>
            </w:r>
            <w:r w:rsidR="00D87517" w:rsidRPr="009647FC">
              <w:rPr>
                <w:rtl/>
              </w:rPr>
              <w:t>على</w:t>
            </w:r>
            <w:r w:rsidR="00D87517"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D87517" w:rsidP="00D87517">
            <w:pPr>
              <w:pStyle w:val="libPoem"/>
            </w:pPr>
            <w:r w:rsidRPr="009647FC">
              <w:rPr>
                <w:rtl/>
              </w:rPr>
              <w:t>ر</w:t>
            </w:r>
            <w:r w:rsidR="00A72677" w:rsidRPr="009647FC">
              <w:rPr>
                <w:rtl/>
              </w:rPr>
              <w:t>كو</w:t>
            </w:r>
            <w:r w:rsidRPr="009647FC">
              <w:rPr>
                <w:rtl/>
              </w:rPr>
              <w:t>بِ</w:t>
            </w:r>
            <w:r w:rsidR="004C00A8">
              <w:rPr>
                <w:rtl/>
              </w:rPr>
              <w:t xml:space="preserve"> </w:t>
            </w:r>
            <w:r w:rsidR="00A72677" w:rsidRPr="009647FC">
              <w:rPr>
                <w:rtl/>
              </w:rPr>
              <w:t>فح</w:t>
            </w:r>
            <w:r w:rsidRPr="009647FC">
              <w:rPr>
                <w:rtl/>
              </w:rPr>
              <w:t>شائها</w:t>
            </w:r>
            <w:r>
              <w:rPr>
                <w:rtl/>
              </w:rPr>
              <w:t xml:space="preserve"> </w:t>
            </w:r>
            <w:r w:rsidRPr="009647FC">
              <w:rPr>
                <w:rtl/>
              </w:rPr>
              <w:t>و</w:t>
            </w:r>
            <w:r w:rsidR="00A72677" w:rsidRPr="009647FC">
              <w:rPr>
                <w:rtl/>
              </w:rPr>
              <w:t>من</w:t>
            </w:r>
            <w:r w:rsidRPr="009647FC">
              <w:rPr>
                <w:rtl/>
              </w:rPr>
              <w:t>كرِها</w:t>
            </w:r>
            <w:r w:rsidRPr="00725071">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9647FC">
              <w:rPr>
                <w:rtl/>
              </w:rPr>
              <w:t>سي</w:t>
            </w:r>
            <w:r w:rsidR="00D87517" w:rsidRPr="009647FC">
              <w:rPr>
                <w:rtl/>
              </w:rPr>
              <w:t>فُك</w:t>
            </w:r>
            <w:r w:rsidR="00677BC4">
              <w:rPr>
                <w:rtl/>
              </w:rPr>
              <w:t>َ</w:t>
            </w:r>
            <w:r w:rsidR="00D87517">
              <w:rPr>
                <w:rtl/>
              </w:rPr>
              <w:t xml:space="preserve"> </w:t>
            </w:r>
            <w:r w:rsidR="00D87517" w:rsidRPr="009647FC">
              <w:rPr>
                <w:rtl/>
              </w:rPr>
              <w:t>وا</w:t>
            </w:r>
            <w:r w:rsidRPr="009647FC">
              <w:rPr>
                <w:rtl/>
              </w:rPr>
              <w:t>لض</w:t>
            </w:r>
            <w:r w:rsidR="00D87517" w:rsidRPr="009647FC">
              <w:rPr>
                <w:rtl/>
              </w:rPr>
              <w:t>رب</w:t>
            </w:r>
            <w:r w:rsidR="00D87517">
              <w:rPr>
                <w:rtl/>
              </w:rPr>
              <w:t xml:space="preserve"> </w:t>
            </w:r>
            <w:r w:rsidR="00D87517" w:rsidRPr="009647FC">
              <w:rPr>
                <w:rtl/>
              </w:rPr>
              <w:t>إنّ</w:t>
            </w:r>
            <w:r w:rsidR="00D87517">
              <w:rPr>
                <w:rtl/>
              </w:rPr>
              <w:t xml:space="preserve"> </w:t>
            </w:r>
            <w:r w:rsidR="00D87517" w:rsidRPr="009647FC">
              <w:rPr>
                <w:rtl/>
              </w:rPr>
              <w:t>شيعتكم</w:t>
            </w:r>
            <w:r w:rsidR="00D87517" w:rsidRPr="00725071">
              <w:rPr>
                <w:rStyle w:val="libPoemTiniChar0"/>
                <w:rtl/>
              </w:rPr>
              <w:br/>
              <w:t> </w:t>
            </w:r>
          </w:p>
        </w:tc>
        <w:tc>
          <w:tcPr>
            <w:tcW w:w="272" w:type="dxa"/>
          </w:tcPr>
          <w:p w:rsidR="00D87517" w:rsidRDefault="00D87517" w:rsidP="00D87517">
            <w:pPr>
              <w:pStyle w:val="libPoem"/>
              <w:rPr>
                <w:rtl/>
              </w:rPr>
            </w:pPr>
          </w:p>
        </w:tc>
        <w:tc>
          <w:tcPr>
            <w:tcW w:w="3511" w:type="dxa"/>
          </w:tcPr>
          <w:p w:rsidR="00D87517" w:rsidRDefault="00A72677" w:rsidP="00D87517">
            <w:pPr>
              <w:pStyle w:val="libPoem"/>
            </w:pPr>
            <w:r w:rsidRPr="009647FC">
              <w:rPr>
                <w:rtl/>
              </w:rPr>
              <w:t>قد</w:t>
            </w:r>
            <w:r w:rsidR="00D87517">
              <w:rPr>
                <w:rtl/>
              </w:rPr>
              <w:t xml:space="preserve"> </w:t>
            </w:r>
            <w:r w:rsidRPr="009647FC">
              <w:rPr>
                <w:rtl/>
              </w:rPr>
              <w:t>بل</w:t>
            </w:r>
            <w:r w:rsidR="00D87517" w:rsidRPr="009647FC">
              <w:rPr>
                <w:rtl/>
              </w:rPr>
              <w:t>غ</w:t>
            </w:r>
            <w:r w:rsidR="00D87517">
              <w:rPr>
                <w:rtl/>
              </w:rPr>
              <w:t xml:space="preserve"> </w:t>
            </w:r>
            <w:r w:rsidR="00D87517" w:rsidRPr="009647FC">
              <w:rPr>
                <w:rtl/>
              </w:rPr>
              <w:t>السيفُ</w:t>
            </w:r>
            <w:r w:rsidR="00D87517">
              <w:rPr>
                <w:rtl/>
              </w:rPr>
              <w:t xml:space="preserve"> </w:t>
            </w:r>
            <w:r w:rsidR="00D87517" w:rsidRPr="009647FC">
              <w:rPr>
                <w:rtl/>
              </w:rPr>
              <w:t>حزّ</w:t>
            </w:r>
            <w:r w:rsidR="00677BC4">
              <w:rPr>
                <w:rtl/>
              </w:rPr>
              <w:t>َ</w:t>
            </w:r>
            <w:r w:rsidR="00D87517">
              <w:rPr>
                <w:rtl/>
              </w:rPr>
              <w:t xml:space="preserve"> </w:t>
            </w:r>
            <w:r w:rsidR="00D87517" w:rsidRPr="009647FC">
              <w:rPr>
                <w:rtl/>
              </w:rPr>
              <w:t>منحرِها</w:t>
            </w:r>
            <w:r w:rsidR="00D87517" w:rsidRPr="00725071">
              <w:rPr>
                <w:rStyle w:val="libPoemTiniChar0"/>
                <w:rtl/>
              </w:rPr>
              <w:br/>
              <w:t> </w:t>
            </w:r>
          </w:p>
        </w:tc>
      </w:tr>
      <w:tr w:rsidR="00D87517" w:rsidRPr="00524A24" w:rsidTr="00D87517">
        <w:trPr>
          <w:trHeight w:val="350"/>
        </w:trPr>
        <w:tc>
          <w:tcPr>
            <w:tcW w:w="3527" w:type="dxa"/>
          </w:tcPr>
          <w:p w:rsidR="00D87517" w:rsidRPr="00524A24" w:rsidRDefault="00A72677" w:rsidP="00D87517">
            <w:pPr>
              <w:pStyle w:val="libPoem"/>
            </w:pPr>
            <w:r w:rsidRPr="00A72677">
              <w:rPr>
                <w:rtl/>
              </w:rPr>
              <w:t>ما</w:t>
            </w:r>
            <w:r w:rsidR="00D87517" w:rsidRPr="00A72677">
              <w:rPr>
                <w:rtl/>
              </w:rPr>
              <w:t>ت</w:t>
            </w:r>
            <w:r w:rsidR="00677BC4">
              <w:rPr>
                <w:rtl/>
              </w:rPr>
              <w:t>َ</w:t>
            </w:r>
            <w:r w:rsidR="004C00A8">
              <w:rPr>
                <w:rtl/>
              </w:rPr>
              <w:t xml:space="preserve"> </w:t>
            </w:r>
            <w:r w:rsidR="00D87517" w:rsidRPr="00A72677">
              <w:rPr>
                <w:rtl/>
              </w:rPr>
              <w:t>الهدى سيّدي فقم وأمِت</w:t>
            </w:r>
            <w:r w:rsidR="00D87517" w:rsidRPr="00A72677">
              <w:rPr>
                <w:rStyle w:val="libPoemTiniChar0"/>
                <w:rtl/>
              </w:rPr>
              <w:br/>
              <w:t> </w:t>
            </w:r>
          </w:p>
        </w:tc>
        <w:tc>
          <w:tcPr>
            <w:tcW w:w="272" w:type="dxa"/>
          </w:tcPr>
          <w:p w:rsidR="00D87517" w:rsidRPr="00A72677" w:rsidRDefault="00D87517" w:rsidP="00D87517">
            <w:pPr>
              <w:pStyle w:val="libPoem"/>
              <w:rPr>
                <w:rtl/>
              </w:rPr>
            </w:pPr>
          </w:p>
        </w:tc>
        <w:tc>
          <w:tcPr>
            <w:tcW w:w="3511" w:type="dxa"/>
          </w:tcPr>
          <w:p w:rsidR="00D87517" w:rsidRPr="00524A24" w:rsidRDefault="00A72677" w:rsidP="00D87517">
            <w:pPr>
              <w:pStyle w:val="libPoem"/>
            </w:pPr>
            <w:r w:rsidRPr="00A72677">
              <w:rPr>
                <w:rtl/>
              </w:rPr>
              <w:t>شم</w:t>
            </w:r>
            <w:r w:rsidR="00D87517" w:rsidRPr="00A72677">
              <w:rPr>
                <w:rtl/>
              </w:rPr>
              <w:t>س</w:t>
            </w:r>
            <w:r w:rsidR="00677BC4">
              <w:rPr>
                <w:rtl/>
              </w:rPr>
              <w:t>َ</w:t>
            </w:r>
            <w:r w:rsidR="00D87517" w:rsidRPr="00A72677">
              <w:rPr>
                <w:rtl/>
              </w:rPr>
              <w:t xml:space="preserve"> ض</w:t>
            </w:r>
            <w:r w:rsidRPr="00A72677">
              <w:rPr>
                <w:rtl/>
              </w:rPr>
              <w:t>ُح</w:t>
            </w:r>
            <w:r w:rsidR="00D87517" w:rsidRPr="00A72677">
              <w:rPr>
                <w:rtl/>
              </w:rPr>
              <w:t>اها بليلِ عثيرِها</w:t>
            </w:r>
            <w:r w:rsidR="00D87517" w:rsidRPr="00A72677">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نُظمت هذه القصيدة إثر عزم الوالي عمر باشا على تطبيق نظام التجنيد الإلزامي في العراق عام 1274 هـ</w:t>
      </w:r>
      <w:r w:rsidR="00D769AB">
        <w:rPr>
          <w:rtl/>
        </w:rPr>
        <w:t>،</w:t>
      </w:r>
      <w:r w:rsidRPr="009647FC">
        <w:rPr>
          <w:rtl/>
        </w:rPr>
        <w:t xml:space="preserve"> وقد وقعت حوادث هامّة في الفرات وقابلها الوالي بالعنف</w:t>
      </w:r>
      <w:r w:rsidR="00D769AB">
        <w:rPr>
          <w:rtl/>
        </w:rPr>
        <w:t>.</w:t>
      </w:r>
      <w:r w:rsidRPr="009647FC">
        <w:rPr>
          <w:rtl/>
        </w:rPr>
        <w:t xml:space="preserve"> راجع كتاب (الشعر السياسي العراقي) ص 194</w:t>
      </w:r>
      <w:r w:rsidR="004E7EC6">
        <w:rPr>
          <w:rtl/>
        </w:rPr>
        <w:t xml:space="preserve"> - </w:t>
      </w:r>
      <w:r w:rsidRPr="009647FC">
        <w:rPr>
          <w:rtl/>
        </w:rPr>
        <w:t>197 للوائلي</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A4782F" w:rsidRPr="00524A24" w:rsidTr="00A4782F">
        <w:trPr>
          <w:trHeight w:val="350"/>
        </w:trPr>
        <w:tc>
          <w:tcPr>
            <w:tcW w:w="3527" w:type="dxa"/>
          </w:tcPr>
          <w:p w:rsidR="00A4782F" w:rsidRPr="00524A24" w:rsidRDefault="00A4782F" w:rsidP="00697162">
            <w:pPr>
              <w:pStyle w:val="libPoem"/>
            </w:pPr>
            <w:r w:rsidRPr="009647FC">
              <w:rPr>
                <w:rtl/>
              </w:rPr>
              <w:lastRenderedPageBreak/>
              <w:t>وا</w:t>
            </w:r>
            <w:r w:rsidR="00A72677" w:rsidRPr="009647FC">
              <w:rPr>
                <w:rtl/>
              </w:rPr>
              <w:t>تر</w:t>
            </w:r>
            <w:r w:rsidRPr="009647FC">
              <w:rPr>
                <w:rtl/>
              </w:rPr>
              <w:t>ك</w:t>
            </w:r>
            <w:r w:rsidR="004C00A8">
              <w:rPr>
                <w:rtl/>
              </w:rPr>
              <w:t xml:space="preserve"> </w:t>
            </w:r>
            <w:r w:rsidR="00A72677" w:rsidRPr="009647FC">
              <w:rPr>
                <w:rtl/>
              </w:rPr>
              <w:t>من</w:t>
            </w:r>
            <w:r w:rsidRPr="009647FC">
              <w:rPr>
                <w:rtl/>
              </w:rPr>
              <w:t>ايا</w:t>
            </w:r>
            <w:r>
              <w:rPr>
                <w:rtl/>
              </w:rPr>
              <w:t xml:space="preserve"> </w:t>
            </w:r>
            <w:r w:rsidRPr="009647FC">
              <w:rPr>
                <w:rtl/>
              </w:rPr>
              <w:t>العدى</w:t>
            </w:r>
            <w:r>
              <w:rPr>
                <w:rtl/>
              </w:rPr>
              <w:t xml:space="preserve"> </w:t>
            </w:r>
            <w:r w:rsidRPr="009647FC">
              <w:rPr>
                <w:rtl/>
              </w:rPr>
              <w:t>بأنفسِهم</w:t>
            </w:r>
            <w:r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72677" w:rsidP="00697162">
            <w:pPr>
              <w:pStyle w:val="libPoem"/>
            </w:pPr>
            <w:r w:rsidRPr="009647FC">
              <w:rPr>
                <w:rtl/>
              </w:rPr>
              <w:t>تك</w:t>
            </w:r>
            <w:r w:rsidR="00A4782F" w:rsidRPr="009647FC">
              <w:rPr>
                <w:rtl/>
              </w:rPr>
              <w:t>ثرُ</w:t>
            </w:r>
            <w:r w:rsidR="00A4782F">
              <w:rPr>
                <w:rtl/>
              </w:rPr>
              <w:t xml:space="preserve"> </w:t>
            </w:r>
            <w:r w:rsidRPr="009647FC">
              <w:rPr>
                <w:rtl/>
              </w:rPr>
              <w:t>في</w:t>
            </w:r>
            <w:r w:rsidR="00A4782F">
              <w:rPr>
                <w:rtl/>
              </w:rPr>
              <w:t xml:space="preserve"> </w:t>
            </w:r>
            <w:r w:rsidR="00A4782F" w:rsidRPr="009647FC">
              <w:rPr>
                <w:rtl/>
              </w:rPr>
              <w:t>الروعِ</w:t>
            </w:r>
            <w:r w:rsidR="00A4782F">
              <w:rPr>
                <w:rtl/>
              </w:rPr>
              <w:t xml:space="preserve"> </w:t>
            </w:r>
            <w:r w:rsidR="00A4782F" w:rsidRPr="009647FC">
              <w:rPr>
                <w:rtl/>
              </w:rPr>
              <w:t>من</w:t>
            </w:r>
            <w:r w:rsidR="00A4782F">
              <w:rPr>
                <w:rtl/>
              </w:rPr>
              <w:t xml:space="preserve"> </w:t>
            </w:r>
            <w:r w:rsidR="00A4782F" w:rsidRPr="009647FC">
              <w:rPr>
                <w:rtl/>
              </w:rPr>
              <w:t>تعّثرِها</w:t>
            </w:r>
            <w:r w:rsidR="00A4782F" w:rsidRPr="00725071">
              <w:rPr>
                <w:rStyle w:val="libPoemTiniChar0"/>
                <w:rtl/>
              </w:rPr>
              <w:br/>
              <w:t> </w:t>
            </w:r>
          </w:p>
        </w:tc>
      </w:tr>
      <w:tr w:rsidR="00A4782F" w:rsidRPr="00524A24" w:rsidTr="00A4782F">
        <w:trPr>
          <w:trHeight w:val="350"/>
        </w:trPr>
        <w:tc>
          <w:tcPr>
            <w:tcW w:w="3527" w:type="dxa"/>
          </w:tcPr>
          <w:p w:rsidR="00A4782F" w:rsidRPr="00524A24" w:rsidRDefault="00A4782F" w:rsidP="00697162">
            <w:pPr>
              <w:pStyle w:val="libPoem"/>
            </w:pPr>
            <w:r w:rsidRPr="009647FC">
              <w:rPr>
                <w:rtl/>
              </w:rPr>
              <w:t>لم</w:t>
            </w:r>
            <w:r>
              <w:rPr>
                <w:rtl/>
              </w:rPr>
              <w:t xml:space="preserve"> </w:t>
            </w:r>
            <w:r w:rsidRPr="009647FC">
              <w:rPr>
                <w:rtl/>
              </w:rPr>
              <w:t>يُشف</w:t>
            </w:r>
            <w:r w:rsidR="00677BC4">
              <w:rPr>
                <w:rtl/>
              </w:rPr>
              <w:t>َ</w:t>
            </w:r>
            <w:r>
              <w:rPr>
                <w:rtl/>
              </w:rPr>
              <w:t xml:space="preserve"> </w:t>
            </w:r>
            <w:r w:rsidRPr="009647FC">
              <w:rPr>
                <w:rtl/>
              </w:rPr>
              <w:t>من</w:t>
            </w:r>
            <w:r>
              <w:rPr>
                <w:rtl/>
              </w:rPr>
              <w:t xml:space="preserve"> </w:t>
            </w:r>
            <w:r w:rsidRPr="009647FC">
              <w:rPr>
                <w:rtl/>
              </w:rPr>
              <w:t>هذه</w:t>
            </w:r>
            <w:r>
              <w:rPr>
                <w:rtl/>
              </w:rPr>
              <w:t xml:space="preserve"> </w:t>
            </w:r>
            <w:r w:rsidRPr="009647FC">
              <w:rPr>
                <w:rtl/>
              </w:rPr>
              <w:t>الصدورِ</w:t>
            </w:r>
            <w:r>
              <w:rPr>
                <w:rtl/>
              </w:rPr>
              <w:t xml:space="preserve"> </w:t>
            </w:r>
            <w:r w:rsidRPr="009647FC">
              <w:rPr>
                <w:rtl/>
              </w:rPr>
              <w:t>سوى</w:t>
            </w:r>
            <w:r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72677" w:rsidP="00697162">
            <w:pPr>
              <w:pStyle w:val="libPoem"/>
            </w:pPr>
            <w:r w:rsidRPr="009647FC">
              <w:rPr>
                <w:rtl/>
              </w:rPr>
              <w:t>كس</w:t>
            </w:r>
            <w:r w:rsidR="00A4782F" w:rsidRPr="009647FC">
              <w:rPr>
                <w:rtl/>
              </w:rPr>
              <w:t>رُك</w:t>
            </w:r>
            <w:r w:rsidR="00677BC4">
              <w:rPr>
                <w:rtl/>
              </w:rPr>
              <w:t>َ</w:t>
            </w:r>
            <w:r w:rsidR="00A4782F">
              <w:rPr>
                <w:rtl/>
              </w:rPr>
              <w:t xml:space="preserve"> </w:t>
            </w:r>
            <w:r w:rsidRPr="009647FC">
              <w:rPr>
                <w:rtl/>
              </w:rPr>
              <w:t>صد</w:t>
            </w:r>
            <w:r w:rsidR="00A4782F" w:rsidRPr="009647FC">
              <w:rPr>
                <w:rtl/>
              </w:rPr>
              <w:t>ر</w:t>
            </w:r>
            <w:r w:rsidR="00677BC4">
              <w:rPr>
                <w:rtl/>
              </w:rPr>
              <w:t>َ</w:t>
            </w:r>
            <w:r w:rsidR="00A4782F">
              <w:rPr>
                <w:rtl/>
              </w:rPr>
              <w:t xml:space="preserve"> </w:t>
            </w:r>
            <w:r w:rsidR="00A4782F" w:rsidRPr="009647FC">
              <w:rPr>
                <w:rtl/>
              </w:rPr>
              <w:t>القنا</w:t>
            </w:r>
            <w:r w:rsidR="00A4782F">
              <w:rPr>
                <w:rtl/>
              </w:rPr>
              <w:t xml:space="preserve"> </w:t>
            </w:r>
            <w:r w:rsidR="00A4782F" w:rsidRPr="009647FC">
              <w:rPr>
                <w:rtl/>
              </w:rPr>
              <w:t>بمُوغرِها</w:t>
            </w:r>
            <w:r w:rsidR="00A4782F" w:rsidRPr="00725071">
              <w:rPr>
                <w:rStyle w:val="libPoemTiniChar0"/>
                <w:rtl/>
              </w:rPr>
              <w:br/>
              <w:t> </w:t>
            </w:r>
          </w:p>
        </w:tc>
      </w:tr>
      <w:tr w:rsidR="00A4782F" w:rsidRPr="00524A24" w:rsidTr="00A4782F">
        <w:trPr>
          <w:trHeight w:val="350"/>
        </w:trPr>
        <w:tc>
          <w:tcPr>
            <w:tcW w:w="3527" w:type="dxa"/>
          </w:tcPr>
          <w:p w:rsidR="00A4782F" w:rsidRPr="00524A24" w:rsidRDefault="00A4782F" w:rsidP="00697162">
            <w:pPr>
              <w:pStyle w:val="libPoem"/>
            </w:pPr>
            <w:r w:rsidRPr="009647FC">
              <w:rPr>
                <w:rtl/>
              </w:rPr>
              <w:t>و</w:t>
            </w:r>
            <w:r w:rsidR="00A72677" w:rsidRPr="009647FC">
              <w:rPr>
                <w:rtl/>
              </w:rPr>
              <w:t>هذ</w:t>
            </w:r>
            <w:r w:rsidRPr="009647FC">
              <w:rPr>
                <w:rtl/>
              </w:rPr>
              <w:t>ه</w:t>
            </w:r>
            <w:r>
              <w:rPr>
                <w:rtl/>
              </w:rPr>
              <w:t xml:space="preserve"> </w:t>
            </w:r>
            <w:r w:rsidRPr="009647FC">
              <w:rPr>
                <w:rtl/>
              </w:rPr>
              <w:t>الصحفُ</w:t>
            </w:r>
            <w:r>
              <w:rPr>
                <w:rtl/>
              </w:rPr>
              <w:t xml:space="preserve"> </w:t>
            </w:r>
            <w:r w:rsidRPr="009647FC">
              <w:rPr>
                <w:rtl/>
              </w:rPr>
              <w:t>محو</w:t>
            </w:r>
            <w:r>
              <w:rPr>
                <w:rtl/>
              </w:rPr>
              <w:t xml:space="preserve"> </w:t>
            </w:r>
            <w:r w:rsidRPr="009647FC">
              <w:rPr>
                <w:rtl/>
              </w:rPr>
              <w:t>سيفك</w:t>
            </w:r>
            <w:r>
              <w:rPr>
                <w:rtl/>
              </w:rPr>
              <w:t xml:space="preserve"> </w:t>
            </w:r>
            <w:r w:rsidRPr="009647FC">
              <w:rPr>
                <w:rtl/>
              </w:rPr>
              <w:t>للأ</w:t>
            </w:r>
            <w:r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72677" w:rsidP="00697162">
            <w:pPr>
              <w:pStyle w:val="libPoem"/>
            </w:pPr>
            <w:r w:rsidRPr="009647FC">
              <w:rPr>
                <w:rtl/>
              </w:rPr>
              <w:t>عم</w:t>
            </w:r>
            <w:r w:rsidR="00A4782F" w:rsidRPr="009647FC">
              <w:rPr>
                <w:rtl/>
              </w:rPr>
              <w:t>ار</w:t>
            </w:r>
            <w:r w:rsidR="00A4782F">
              <w:rPr>
                <w:rtl/>
              </w:rPr>
              <w:t xml:space="preserve"> </w:t>
            </w:r>
            <w:r w:rsidRPr="009647FC">
              <w:rPr>
                <w:rtl/>
              </w:rPr>
              <w:t>من</w:t>
            </w:r>
            <w:r w:rsidR="00A4782F" w:rsidRPr="009647FC">
              <w:rPr>
                <w:rtl/>
              </w:rPr>
              <w:t>هم</w:t>
            </w:r>
            <w:r w:rsidR="00A4782F">
              <w:rPr>
                <w:rtl/>
              </w:rPr>
              <w:t xml:space="preserve"> </w:t>
            </w:r>
            <w:r w:rsidR="00A4782F" w:rsidRPr="009647FC">
              <w:rPr>
                <w:rtl/>
              </w:rPr>
              <w:t>أمحي</w:t>
            </w:r>
            <w:r w:rsidR="00A4782F">
              <w:rPr>
                <w:rtl/>
              </w:rPr>
              <w:t xml:space="preserve"> </w:t>
            </w:r>
            <w:r w:rsidR="00A4782F" w:rsidRPr="009647FC">
              <w:rPr>
                <w:rtl/>
              </w:rPr>
              <w:t>لأسطرِها</w:t>
            </w:r>
            <w:r w:rsidR="00A4782F" w:rsidRPr="00725071">
              <w:rPr>
                <w:rStyle w:val="libPoemTiniChar0"/>
                <w:rtl/>
              </w:rPr>
              <w:br/>
              <w:t> </w:t>
            </w:r>
          </w:p>
        </w:tc>
      </w:tr>
      <w:tr w:rsidR="00A4782F" w:rsidRPr="00524A24" w:rsidTr="00A4782F">
        <w:trPr>
          <w:trHeight w:val="350"/>
        </w:trPr>
        <w:tc>
          <w:tcPr>
            <w:tcW w:w="3527" w:type="dxa"/>
          </w:tcPr>
          <w:p w:rsidR="00A4782F" w:rsidRPr="00524A24" w:rsidRDefault="00A4782F" w:rsidP="00697162">
            <w:pPr>
              <w:pStyle w:val="libPoem"/>
            </w:pPr>
            <w:r w:rsidRPr="009647FC">
              <w:rPr>
                <w:rtl/>
              </w:rPr>
              <w:t>فالنطفُ</w:t>
            </w:r>
            <w:r>
              <w:rPr>
                <w:rtl/>
              </w:rPr>
              <w:t xml:space="preserve"> </w:t>
            </w:r>
            <w:r w:rsidRPr="009647FC">
              <w:rPr>
                <w:rtl/>
              </w:rPr>
              <w:t>اليوم</w:t>
            </w:r>
            <w:r>
              <w:rPr>
                <w:rtl/>
              </w:rPr>
              <w:t xml:space="preserve"> </w:t>
            </w:r>
            <w:r w:rsidRPr="009647FC">
              <w:rPr>
                <w:rtl/>
              </w:rPr>
              <w:t>تشتكي</w:t>
            </w:r>
            <w:r>
              <w:rPr>
                <w:rtl/>
              </w:rPr>
              <w:t xml:space="preserve"> </w:t>
            </w:r>
            <w:r w:rsidRPr="009647FC">
              <w:rPr>
                <w:rtl/>
              </w:rPr>
              <w:t>وهي</w:t>
            </w:r>
            <w:r>
              <w:rPr>
                <w:rtl/>
              </w:rPr>
              <w:t xml:space="preserve"> </w:t>
            </w:r>
            <w:r w:rsidRPr="009647FC">
              <w:rPr>
                <w:rtl/>
              </w:rPr>
              <w:t>في الـ</w:t>
            </w:r>
            <w:r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4782F" w:rsidP="00697162">
            <w:pPr>
              <w:pStyle w:val="libPoem"/>
            </w:pPr>
            <w:r w:rsidRPr="009647FC">
              <w:rPr>
                <w:rtl/>
              </w:rPr>
              <w:t>أر</w:t>
            </w:r>
            <w:r w:rsidR="00A72677" w:rsidRPr="009647FC">
              <w:rPr>
                <w:rtl/>
              </w:rPr>
              <w:t>حا</w:t>
            </w:r>
            <w:r w:rsidRPr="009647FC">
              <w:rPr>
                <w:rtl/>
              </w:rPr>
              <w:t>مِ</w:t>
            </w:r>
            <w:r w:rsidR="004C00A8">
              <w:rPr>
                <w:rtl/>
              </w:rPr>
              <w:t xml:space="preserve"> </w:t>
            </w:r>
            <w:r w:rsidR="00A72677" w:rsidRPr="009647FC">
              <w:rPr>
                <w:rtl/>
              </w:rPr>
              <w:t>من</w:t>
            </w:r>
            <w:r w:rsidRPr="009647FC">
              <w:rPr>
                <w:rtl/>
              </w:rPr>
              <w:t>ها</w:t>
            </w:r>
            <w:r>
              <w:rPr>
                <w:rtl/>
              </w:rPr>
              <w:t xml:space="preserve"> </w:t>
            </w:r>
            <w:r w:rsidRPr="009647FC">
              <w:rPr>
                <w:rtl/>
              </w:rPr>
              <w:t>إلى</w:t>
            </w:r>
            <w:r>
              <w:rPr>
                <w:rtl/>
              </w:rPr>
              <w:t xml:space="preserve"> </w:t>
            </w:r>
            <w:r w:rsidRPr="009647FC">
              <w:rPr>
                <w:rtl/>
              </w:rPr>
              <w:t>مصورِّها</w:t>
            </w:r>
            <w:r w:rsidRPr="00725071">
              <w:rPr>
                <w:rStyle w:val="libPoemTiniChar0"/>
                <w:rtl/>
              </w:rPr>
              <w:br/>
              <w:t> </w:t>
            </w:r>
          </w:p>
        </w:tc>
      </w:tr>
      <w:tr w:rsidR="00A4782F" w:rsidRPr="00524A24" w:rsidTr="00A4782F">
        <w:trPr>
          <w:trHeight w:val="350"/>
        </w:trPr>
        <w:tc>
          <w:tcPr>
            <w:tcW w:w="3527" w:type="dxa"/>
          </w:tcPr>
          <w:p w:rsidR="00A4782F" w:rsidRPr="00524A24" w:rsidRDefault="00A4782F" w:rsidP="00697162">
            <w:pPr>
              <w:pStyle w:val="libPoem"/>
            </w:pPr>
            <w:r w:rsidRPr="009647FC">
              <w:rPr>
                <w:rtl/>
              </w:rPr>
              <w:t>فالله</w:t>
            </w:r>
            <w:r w:rsidR="004C00A8">
              <w:rPr>
                <w:rtl/>
              </w:rPr>
              <w:t xml:space="preserve"> </w:t>
            </w:r>
            <w:r w:rsidR="00A72677" w:rsidRPr="009647FC">
              <w:rPr>
                <w:rtl/>
              </w:rPr>
              <w:t>يا</w:t>
            </w:r>
            <w:r>
              <w:rPr>
                <w:rtl/>
              </w:rPr>
              <w:t xml:space="preserve"> </w:t>
            </w:r>
            <w:r w:rsidRPr="009647FC">
              <w:rPr>
                <w:rtl/>
              </w:rPr>
              <w:t>ا</w:t>
            </w:r>
            <w:r w:rsidR="00A72677" w:rsidRPr="009647FC">
              <w:rPr>
                <w:rtl/>
              </w:rPr>
              <w:t>بن</w:t>
            </w:r>
            <w:r w:rsidR="00677BC4">
              <w:rPr>
                <w:rtl/>
              </w:rPr>
              <w:t>َ</w:t>
            </w:r>
            <w:r>
              <w:rPr>
                <w:rtl/>
              </w:rPr>
              <w:t xml:space="preserve"> </w:t>
            </w:r>
            <w:r w:rsidRPr="009647FC">
              <w:rPr>
                <w:rtl/>
              </w:rPr>
              <w:t>ا</w:t>
            </w:r>
            <w:r w:rsidR="00A72677" w:rsidRPr="009647FC">
              <w:rPr>
                <w:rtl/>
              </w:rPr>
              <w:t>لن</w:t>
            </w:r>
            <w:r w:rsidRPr="009647FC">
              <w:rPr>
                <w:rtl/>
              </w:rPr>
              <w:t>بيِّ</w:t>
            </w:r>
            <w:r>
              <w:rPr>
                <w:rtl/>
              </w:rPr>
              <w:t xml:space="preserve"> </w:t>
            </w:r>
            <w:r w:rsidRPr="009647FC">
              <w:rPr>
                <w:rtl/>
              </w:rPr>
              <w:t>في</w:t>
            </w:r>
            <w:r>
              <w:rPr>
                <w:rtl/>
              </w:rPr>
              <w:t xml:space="preserve"> </w:t>
            </w:r>
            <w:r w:rsidRPr="009647FC">
              <w:rPr>
                <w:rtl/>
              </w:rPr>
              <w:t>فئةٍ</w:t>
            </w:r>
            <w:r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72677" w:rsidP="00697162">
            <w:pPr>
              <w:pStyle w:val="libPoem"/>
            </w:pPr>
            <w:r w:rsidRPr="009647FC">
              <w:rPr>
                <w:rtl/>
              </w:rPr>
              <w:t>ما</w:t>
            </w:r>
            <w:r w:rsidR="00A4782F">
              <w:rPr>
                <w:rtl/>
              </w:rPr>
              <w:t xml:space="preserve"> </w:t>
            </w:r>
            <w:r w:rsidR="00A4782F" w:rsidRPr="009647FC">
              <w:rPr>
                <w:rtl/>
              </w:rPr>
              <w:t>ذ</w:t>
            </w:r>
            <w:r w:rsidRPr="009647FC">
              <w:rPr>
                <w:rtl/>
              </w:rPr>
              <w:t>خر</w:t>
            </w:r>
            <w:r w:rsidR="00A4782F" w:rsidRPr="009647FC">
              <w:rPr>
                <w:rtl/>
              </w:rPr>
              <w:t>ت</w:t>
            </w:r>
            <w:r w:rsidR="00A4782F">
              <w:rPr>
                <w:rtl/>
              </w:rPr>
              <w:t xml:space="preserve"> </w:t>
            </w:r>
            <w:r w:rsidR="00A4782F" w:rsidRPr="009647FC">
              <w:rPr>
                <w:rtl/>
              </w:rPr>
              <w:t>غيركم</w:t>
            </w:r>
            <w:r w:rsidR="00A4782F">
              <w:rPr>
                <w:rtl/>
              </w:rPr>
              <w:t xml:space="preserve"> </w:t>
            </w:r>
            <w:r w:rsidR="00A4782F" w:rsidRPr="009647FC">
              <w:rPr>
                <w:rtl/>
              </w:rPr>
              <w:t>لمحشرِها</w:t>
            </w:r>
            <w:r w:rsidR="00A4782F" w:rsidRPr="00725071">
              <w:rPr>
                <w:rStyle w:val="libPoemTiniChar0"/>
                <w:rtl/>
              </w:rPr>
              <w:br/>
              <w:t> </w:t>
            </w:r>
          </w:p>
        </w:tc>
      </w:tr>
      <w:tr w:rsidR="00A4782F" w:rsidRPr="00524A24" w:rsidTr="00A4782F">
        <w:trPr>
          <w:trHeight w:val="350"/>
        </w:trPr>
        <w:tc>
          <w:tcPr>
            <w:tcW w:w="3527" w:type="dxa"/>
          </w:tcPr>
          <w:p w:rsidR="00A4782F" w:rsidRPr="00524A24" w:rsidRDefault="00A4782F" w:rsidP="00697162">
            <w:pPr>
              <w:pStyle w:val="libPoem"/>
            </w:pPr>
            <w:r w:rsidRPr="009647FC">
              <w:rPr>
                <w:rtl/>
              </w:rPr>
              <w:t>ماذا</w:t>
            </w:r>
            <w:r w:rsidR="004C00A8">
              <w:rPr>
                <w:rtl/>
              </w:rPr>
              <w:t xml:space="preserve"> </w:t>
            </w:r>
            <w:r w:rsidRPr="009647FC">
              <w:rPr>
                <w:rtl/>
              </w:rPr>
              <w:t>لأ</w:t>
            </w:r>
            <w:r w:rsidR="00A72677" w:rsidRPr="009647FC">
              <w:rPr>
                <w:rtl/>
              </w:rPr>
              <w:t>عد</w:t>
            </w:r>
            <w:r w:rsidRPr="009647FC">
              <w:rPr>
                <w:rtl/>
              </w:rPr>
              <w:t>ائها</w:t>
            </w:r>
            <w:r>
              <w:rPr>
                <w:rtl/>
              </w:rPr>
              <w:t xml:space="preserve"> </w:t>
            </w:r>
            <w:r w:rsidR="00A72677" w:rsidRPr="009647FC">
              <w:rPr>
                <w:rtl/>
              </w:rPr>
              <w:t>تق</w:t>
            </w:r>
            <w:r w:rsidRPr="009647FC">
              <w:rPr>
                <w:rtl/>
              </w:rPr>
              <w:t>ول</w:t>
            </w:r>
            <w:r>
              <w:rPr>
                <w:rtl/>
              </w:rPr>
              <w:t xml:space="preserve"> </w:t>
            </w:r>
            <w:r w:rsidRPr="009647FC">
              <w:rPr>
                <w:rtl/>
              </w:rPr>
              <w:t>إذا</w:t>
            </w:r>
            <w:r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72677" w:rsidP="00697162">
            <w:pPr>
              <w:pStyle w:val="libPoem"/>
            </w:pPr>
            <w:r w:rsidRPr="009647FC">
              <w:rPr>
                <w:rtl/>
              </w:rPr>
              <w:t>لم</w:t>
            </w:r>
            <w:r w:rsidR="00A4782F">
              <w:rPr>
                <w:rtl/>
              </w:rPr>
              <w:t xml:space="preserve"> </w:t>
            </w:r>
            <w:r w:rsidRPr="009647FC">
              <w:rPr>
                <w:rtl/>
              </w:rPr>
              <w:t>تن</w:t>
            </w:r>
            <w:r w:rsidR="00A4782F" w:rsidRPr="009647FC">
              <w:rPr>
                <w:rtl/>
              </w:rPr>
              <w:t>جها</w:t>
            </w:r>
            <w:r w:rsidR="00A4782F">
              <w:rPr>
                <w:rtl/>
              </w:rPr>
              <w:t xml:space="preserve"> </w:t>
            </w:r>
            <w:r w:rsidR="00A4782F" w:rsidRPr="009647FC">
              <w:rPr>
                <w:rtl/>
              </w:rPr>
              <w:t>اليوم</w:t>
            </w:r>
            <w:r w:rsidR="00677BC4">
              <w:rPr>
                <w:rtl/>
              </w:rPr>
              <w:t>َ</w:t>
            </w:r>
            <w:r w:rsidR="00A4782F">
              <w:rPr>
                <w:rtl/>
              </w:rPr>
              <w:t xml:space="preserve"> </w:t>
            </w:r>
            <w:r w:rsidR="00A4782F" w:rsidRPr="009647FC">
              <w:rPr>
                <w:rtl/>
              </w:rPr>
              <w:t>من</w:t>
            </w:r>
            <w:r w:rsidR="00A4782F">
              <w:rPr>
                <w:rtl/>
              </w:rPr>
              <w:t xml:space="preserve"> </w:t>
            </w:r>
            <w:r w:rsidR="00A4782F" w:rsidRPr="009647FC">
              <w:rPr>
                <w:rtl/>
              </w:rPr>
              <w:t>مدمّرِها</w:t>
            </w:r>
            <w:r w:rsidR="00A4782F" w:rsidRPr="00725071">
              <w:rPr>
                <w:rStyle w:val="libPoemTiniChar0"/>
                <w:rtl/>
              </w:rPr>
              <w:br/>
              <w:t> </w:t>
            </w:r>
          </w:p>
        </w:tc>
      </w:tr>
      <w:tr w:rsidR="00A4782F" w:rsidRPr="00524A24" w:rsidTr="00A4782F">
        <w:trPr>
          <w:trHeight w:val="350"/>
        </w:trPr>
        <w:tc>
          <w:tcPr>
            <w:tcW w:w="3527" w:type="dxa"/>
          </w:tcPr>
          <w:p w:rsidR="00A4782F" w:rsidRPr="00524A24" w:rsidRDefault="00A4782F" w:rsidP="00697162">
            <w:pPr>
              <w:pStyle w:val="libPoem"/>
            </w:pPr>
            <w:r w:rsidRPr="00A72677">
              <w:rPr>
                <w:rtl/>
              </w:rPr>
              <w:t>أش</w:t>
            </w:r>
            <w:r w:rsidR="00A72677" w:rsidRPr="00A72677">
              <w:rPr>
                <w:rtl/>
              </w:rPr>
              <w:t>ُق</w:t>
            </w:r>
            <w:r w:rsidRPr="00A72677">
              <w:rPr>
                <w:rtl/>
              </w:rPr>
              <w:t>ة</w:t>
            </w:r>
            <w:r w:rsidR="00677BC4">
              <w:rPr>
                <w:rtl/>
              </w:rPr>
              <w:t>َ</w:t>
            </w:r>
            <w:r w:rsidRPr="00A72677">
              <w:rPr>
                <w:rtl/>
              </w:rPr>
              <w:t xml:space="preserve"> ا</w:t>
            </w:r>
            <w:r w:rsidR="00A72677" w:rsidRPr="00A72677">
              <w:rPr>
                <w:rtl/>
              </w:rPr>
              <w:t>لب</w:t>
            </w:r>
            <w:r w:rsidRPr="00A72677">
              <w:rPr>
                <w:rtl/>
              </w:rPr>
              <w:t>عدِ دونك</w:t>
            </w:r>
            <w:r w:rsidR="00677BC4">
              <w:rPr>
                <w:rtl/>
              </w:rPr>
              <w:t>َ</w:t>
            </w:r>
            <w:r w:rsidRPr="00A72677">
              <w:rPr>
                <w:rtl/>
              </w:rPr>
              <w:t xml:space="preserve"> اعترضت</w:t>
            </w:r>
            <w:r w:rsidRPr="00A72677">
              <w:rPr>
                <w:rStyle w:val="libPoemTiniChar0"/>
                <w:rtl/>
              </w:rPr>
              <w:br/>
              <w:t> </w:t>
            </w:r>
          </w:p>
        </w:tc>
        <w:tc>
          <w:tcPr>
            <w:tcW w:w="272" w:type="dxa"/>
          </w:tcPr>
          <w:p w:rsidR="00A4782F" w:rsidRPr="00A72677" w:rsidRDefault="00A4782F" w:rsidP="00697162">
            <w:pPr>
              <w:pStyle w:val="libPoem"/>
              <w:rPr>
                <w:rtl/>
              </w:rPr>
            </w:pPr>
          </w:p>
        </w:tc>
        <w:tc>
          <w:tcPr>
            <w:tcW w:w="3511" w:type="dxa"/>
          </w:tcPr>
          <w:p w:rsidR="00A4782F" w:rsidRPr="00A72677" w:rsidRDefault="00A4782F" w:rsidP="00697162">
            <w:pPr>
              <w:pStyle w:val="libPoem"/>
            </w:pPr>
            <w:r w:rsidRPr="00A72677">
              <w:rPr>
                <w:rtl/>
              </w:rPr>
              <w:t>أم حُجبت عنك</w:t>
            </w:r>
            <w:r w:rsidR="00677BC4">
              <w:rPr>
                <w:rtl/>
              </w:rPr>
              <w:t>َ</w:t>
            </w:r>
            <w:r w:rsidRPr="00A72677">
              <w:rPr>
                <w:rtl/>
              </w:rPr>
              <w:t xml:space="preserve"> عينُ مبصرِها؟</w:t>
            </w:r>
            <w:r w:rsidRPr="00A72677">
              <w:rPr>
                <w:rStyle w:val="libPoemTiniChar0"/>
                <w:rtl/>
              </w:rPr>
              <w:br/>
              <w:t> </w:t>
            </w:r>
          </w:p>
        </w:tc>
      </w:tr>
      <w:tr w:rsidR="00A4782F" w:rsidRPr="00524A24" w:rsidTr="00A4782F">
        <w:trPr>
          <w:trHeight w:val="350"/>
        </w:trPr>
        <w:tc>
          <w:tcPr>
            <w:tcW w:w="3527" w:type="dxa"/>
          </w:tcPr>
          <w:p w:rsidR="00A4782F" w:rsidRPr="00524A24" w:rsidRDefault="00A72677" w:rsidP="00697162">
            <w:pPr>
              <w:pStyle w:val="libPoem"/>
            </w:pPr>
            <w:r w:rsidRPr="009647FC">
              <w:rPr>
                <w:rtl/>
              </w:rPr>
              <w:t>فها</w:t>
            </w:r>
            <w:r w:rsidR="00A4782F" w:rsidRPr="009647FC">
              <w:rPr>
                <w:rtl/>
              </w:rPr>
              <w:t>ك</w:t>
            </w:r>
            <w:r w:rsidR="00677BC4">
              <w:rPr>
                <w:rtl/>
              </w:rPr>
              <w:t>َ</w:t>
            </w:r>
            <w:r w:rsidR="00A4782F">
              <w:rPr>
                <w:rtl/>
              </w:rPr>
              <w:t xml:space="preserve"> </w:t>
            </w:r>
            <w:r w:rsidRPr="009647FC">
              <w:rPr>
                <w:rtl/>
              </w:rPr>
              <w:t>قل</w:t>
            </w:r>
            <w:r w:rsidR="00A4782F" w:rsidRPr="009647FC">
              <w:rPr>
                <w:rtl/>
              </w:rPr>
              <w:t>ِّب</w:t>
            </w:r>
            <w:r w:rsidR="00A4782F">
              <w:rPr>
                <w:rtl/>
              </w:rPr>
              <w:t xml:space="preserve"> </w:t>
            </w:r>
            <w:r w:rsidRPr="009647FC">
              <w:rPr>
                <w:rtl/>
              </w:rPr>
              <w:t>قل</w:t>
            </w:r>
            <w:r w:rsidR="00A4782F" w:rsidRPr="009647FC">
              <w:rPr>
                <w:rtl/>
              </w:rPr>
              <w:t>وبنا</w:t>
            </w:r>
            <w:r w:rsidR="00A4782F">
              <w:rPr>
                <w:rtl/>
              </w:rPr>
              <w:t xml:space="preserve"> </w:t>
            </w:r>
            <w:r w:rsidRPr="009647FC">
              <w:rPr>
                <w:rtl/>
              </w:rPr>
              <w:t>تر</w:t>
            </w:r>
            <w:r w:rsidR="00677BC4">
              <w:rPr>
                <w:rtl/>
              </w:rPr>
              <w:t>َ</w:t>
            </w:r>
            <w:r w:rsidR="00A4782F" w:rsidRPr="009647FC">
              <w:rPr>
                <w:rtl/>
              </w:rPr>
              <w:t>ها</w:t>
            </w:r>
            <w:r w:rsidR="00A4782F"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72677" w:rsidP="00697162">
            <w:pPr>
              <w:pStyle w:val="libPoem"/>
            </w:pPr>
            <w:r w:rsidRPr="009647FC">
              <w:rPr>
                <w:rtl/>
              </w:rPr>
              <w:t>تف</w:t>
            </w:r>
            <w:r w:rsidR="00A4782F" w:rsidRPr="009647FC">
              <w:rPr>
                <w:rtl/>
              </w:rPr>
              <w:t>طّ</w:t>
            </w:r>
            <w:r w:rsidR="00677BC4">
              <w:rPr>
                <w:rtl/>
              </w:rPr>
              <w:t>َ</w:t>
            </w:r>
            <w:r w:rsidR="00A4782F" w:rsidRPr="009647FC">
              <w:rPr>
                <w:rtl/>
              </w:rPr>
              <w:t>رت</w:t>
            </w:r>
            <w:r w:rsidR="004C00A8">
              <w:rPr>
                <w:rtl/>
              </w:rPr>
              <w:t xml:space="preserve"> </w:t>
            </w:r>
            <w:r w:rsidRPr="009647FC">
              <w:rPr>
                <w:rtl/>
              </w:rPr>
              <w:t>في</w:t>
            </w:r>
            <w:r w:rsidR="00A4782F" w:rsidRPr="009647FC">
              <w:rPr>
                <w:rtl/>
              </w:rPr>
              <w:t>ك</w:t>
            </w:r>
            <w:r w:rsidR="00677BC4">
              <w:rPr>
                <w:rtl/>
              </w:rPr>
              <w:t>َ</w:t>
            </w:r>
            <w:r w:rsidR="00A4782F">
              <w:rPr>
                <w:rtl/>
              </w:rPr>
              <w:t xml:space="preserve"> </w:t>
            </w:r>
            <w:r w:rsidRPr="009647FC">
              <w:rPr>
                <w:rtl/>
              </w:rPr>
              <w:t>من</w:t>
            </w:r>
            <w:r w:rsidR="00A4782F">
              <w:rPr>
                <w:rtl/>
              </w:rPr>
              <w:t xml:space="preserve"> </w:t>
            </w:r>
            <w:r w:rsidR="00A4782F" w:rsidRPr="009647FC">
              <w:rPr>
                <w:rtl/>
              </w:rPr>
              <w:t>تنظّرِها</w:t>
            </w:r>
            <w:r w:rsidR="00A4782F" w:rsidRPr="00725071">
              <w:rPr>
                <w:rStyle w:val="libPoemTiniChar0"/>
                <w:rtl/>
              </w:rPr>
              <w:br/>
              <w:t> </w:t>
            </w:r>
          </w:p>
        </w:tc>
      </w:tr>
      <w:tr w:rsidR="00A4782F" w:rsidRPr="00524A24" w:rsidTr="00A4782F">
        <w:trPr>
          <w:trHeight w:val="350"/>
        </w:trPr>
        <w:tc>
          <w:tcPr>
            <w:tcW w:w="3527" w:type="dxa"/>
          </w:tcPr>
          <w:p w:rsidR="00A4782F" w:rsidRPr="00524A24" w:rsidRDefault="00A72677" w:rsidP="00697162">
            <w:pPr>
              <w:pStyle w:val="libPoem"/>
            </w:pPr>
            <w:r w:rsidRPr="009647FC">
              <w:rPr>
                <w:rtl/>
              </w:rPr>
              <w:t>كم</w:t>
            </w:r>
            <w:r w:rsidR="00A4782F">
              <w:rPr>
                <w:rtl/>
              </w:rPr>
              <w:t xml:space="preserve"> </w:t>
            </w:r>
            <w:r w:rsidR="00A4782F" w:rsidRPr="009647FC">
              <w:rPr>
                <w:rtl/>
              </w:rPr>
              <w:t>سهرت</w:t>
            </w:r>
            <w:r w:rsidR="00A4782F">
              <w:rPr>
                <w:rtl/>
              </w:rPr>
              <w:t xml:space="preserve"> </w:t>
            </w:r>
            <w:r w:rsidR="00A4782F" w:rsidRPr="009647FC">
              <w:rPr>
                <w:rtl/>
              </w:rPr>
              <w:t>أعينٌ</w:t>
            </w:r>
            <w:r w:rsidR="00A4782F">
              <w:rPr>
                <w:rtl/>
              </w:rPr>
              <w:t xml:space="preserve"> </w:t>
            </w:r>
            <w:r w:rsidR="00A4782F" w:rsidRPr="009647FC">
              <w:rPr>
                <w:rtl/>
              </w:rPr>
              <w:t>وليس</w:t>
            </w:r>
            <w:r w:rsidR="00677BC4">
              <w:rPr>
                <w:rtl/>
              </w:rPr>
              <w:t>َ</w:t>
            </w:r>
            <w:r w:rsidR="00A4782F">
              <w:rPr>
                <w:rtl/>
              </w:rPr>
              <w:t xml:space="preserve"> </w:t>
            </w:r>
            <w:r w:rsidR="00A4782F" w:rsidRPr="009647FC">
              <w:rPr>
                <w:rtl/>
              </w:rPr>
              <w:t>سوى</w:t>
            </w:r>
            <w:r w:rsidR="00A4782F"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4782F" w:rsidP="00697162">
            <w:pPr>
              <w:pStyle w:val="libPoem"/>
            </w:pPr>
            <w:r w:rsidRPr="009647FC">
              <w:rPr>
                <w:rtl/>
              </w:rPr>
              <w:t>ا</w:t>
            </w:r>
            <w:r w:rsidR="00A72677" w:rsidRPr="009647FC">
              <w:rPr>
                <w:rtl/>
              </w:rPr>
              <w:t>نت</w:t>
            </w:r>
            <w:r w:rsidRPr="009647FC">
              <w:rPr>
                <w:rtl/>
              </w:rPr>
              <w:t>ظارِها</w:t>
            </w:r>
            <w:r>
              <w:rPr>
                <w:rtl/>
              </w:rPr>
              <w:t xml:space="preserve"> </w:t>
            </w:r>
            <w:r w:rsidR="00A72677" w:rsidRPr="009647FC">
              <w:rPr>
                <w:rtl/>
              </w:rPr>
              <w:t>غو</w:t>
            </w:r>
            <w:r w:rsidRPr="009647FC">
              <w:rPr>
                <w:rtl/>
              </w:rPr>
              <w:t>ثكم</w:t>
            </w:r>
            <w:r>
              <w:rPr>
                <w:rtl/>
              </w:rPr>
              <w:t xml:space="preserve"> </w:t>
            </w:r>
            <w:r w:rsidR="00A72677" w:rsidRPr="009647FC">
              <w:rPr>
                <w:rtl/>
              </w:rPr>
              <w:t>بم</w:t>
            </w:r>
            <w:r w:rsidRPr="009647FC">
              <w:rPr>
                <w:rtl/>
              </w:rPr>
              <w:t>ُسهرِها</w:t>
            </w:r>
            <w:r w:rsidRPr="00725071">
              <w:rPr>
                <w:rStyle w:val="libPoemTiniChar0"/>
                <w:rtl/>
              </w:rPr>
              <w:br/>
              <w:t> </w:t>
            </w:r>
          </w:p>
        </w:tc>
      </w:tr>
      <w:tr w:rsidR="00A4782F" w:rsidRPr="00524A24" w:rsidTr="00A4782F">
        <w:trPr>
          <w:trHeight w:val="350"/>
        </w:trPr>
        <w:tc>
          <w:tcPr>
            <w:tcW w:w="3527" w:type="dxa"/>
          </w:tcPr>
          <w:p w:rsidR="00A4782F" w:rsidRPr="00524A24" w:rsidRDefault="00A4782F" w:rsidP="00697162">
            <w:pPr>
              <w:pStyle w:val="libPoem"/>
            </w:pPr>
            <w:r w:rsidRPr="009647FC">
              <w:rPr>
                <w:rtl/>
              </w:rPr>
              <w:t>أ</w:t>
            </w:r>
            <w:r w:rsidR="00A72677" w:rsidRPr="009647FC">
              <w:rPr>
                <w:rtl/>
              </w:rPr>
              <w:t>ين</w:t>
            </w:r>
            <w:r w:rsidR="00677BC4">
              <w:rPr>
                <w:rtl/>
              </w:rPr>
              <w:t>َ</w:t>
            </w:r>
            <w:r w:rsidR="004C00A8">
              <w:rPr>
                <w:rtl/>
              </w:rPr>
              <w:t xml:space="preserve"> </w:t>
            </w:r>
            <w:r w:rsidRPr="009647FC">
              <w:rPr>
                <w:rtl/>
              </w:rPr>
              <w:t>ا</w:t>
            </w:r>
            <w:r w:rsidR="00A72677" w:rsidRPr="009647FC">
              <w:rPr>
                <w:rtl/>
              </w:rPr>
              <w:t>لح</w:t>
            </w:r>
            <w:r w:rsidRPr="009647FC">
              <w:rPr>
                <w:rtl/>
              </w:rPr>
              <w:t>فيظُ</w:t>
            </w:r>
            <w:r>
              <w:rPr>
                <w:rtl/>
              </w:rPr>
              <w:t xml:space="preserve"> </w:t>
            </w:r>
            <w:r w:rsidRPr="009647FC">
              <w:rPr>
                <w:rtl/>
              </w:rPr>
              <w:t>العليمُ</w:t>
            </w:r>
            <w:r>
              <w:rPr>
                <w:rtl/>
              </w:rPr>
              <w:t xml:space="preserve"> </w:t>
            </w:r>
            <w:r w:rsidRPr="009647FC">
              <w:rPr>
                <w:rtl/>
              </w:rPr>
              <w:t>للفئة</w:t>
            </w:r>
            <w:r>
              <w:rPr>
                <w:rtl/>
              </w:rPr>
              <w:t xml:space="preserve"> </w:t>
            </w:r>
            <w:r w:rsidRPr="009647FC">
              <w:rPr>
                <w:rtl/>
              </w:rPr>
              <w:t>الـ</w:t>
            </w:r>
            <w:r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72677" w:rsidP="00697162">
            <w:pPr>
              <w:pStyle w:val="libPoem"/>
            </w:pPr>
            <w:r w:rsidRPr="009647FC">
              <w:rPr>
                <w:rtl/>
              </w:rPr>
              <w:t>مض</w:t>
            </w:r>
            <w:r w:rsidR="00A4782F" w:rsidRPr="009647FC">
              <w:rPr>
                <w:rtl/>
              </w:rPr>
              <w:t>اعةِ</w:t>
            </w:r>
            <w:r w:rsidR="004C00A8">
              <w:rPr>
                <w:rtl/>
              </w:rPr>
              <w:t xml:space="preserve"> </w:t>
            </w:r>
            <w:r w:rsidR="00A4782F" w:rsidRPr="009647FC">
              <w:rPr>
                <w:rtl/>
              </w:rPr>
              <w:t>ا</w:t>
            </w:r>
            <w:r w:rsidRPr="009647FC">
              <w:rPr>
                <w:rtl/>
              </w:rPr>
              <w:t>لح</w:t>
            </w:r>
            <w:r w:rsidR="00A4782F" w:rsidRPr="009647FC">
              <w:rPr>
                <w:rtl/>
              </w:rPr>
              <w:t>قِّ</w:t>
            </w:r>
            <w:r w:rsidR="00A4782F">
              <w:rPr>
                <w:rtl/>
              </w:rPr>
              <w:t xml:space="preserve"> </w:t>
            </w:r>
            <w:r w:rsidR="00A4782F" w:rsidRPr="009647FC">
              <w:rPr>
                <w:rtl/>
              </w:rPr>
              <w:t>عند</w:t>
            </w:r>
            <w:r w:rsidR="00A4782F">
              <w:rPr>
                <w:rtl/>
              </w:rPr>
              <w:t xml:space="preserve"> </w:t>
            </w:r>
            <w:r w:rsidR="00A4782F" w:rsidRPr="009647FC">
              <w:rPr>
                <w:rtl/>
              </w:rPr>
              <w:t>أفجرِها</w:t>
            </w:r>
            <w:r w:rsidR="00A4782F" w:rsidRPr="00725071">
              <w:rPr>
                <w:rStyle w:val="libPoemTiniChar0"/>
                <w:rtl/>
              </w:rPr>
              <w:br/>
              <w:t> </w:t>
            </w:r>
          </w:p>
        </w:tc>
      </w:tr>
      <w:tr w:rsidR="00A4782F" w:rsidRPr="00524A24" w:rsidTr="00A4782F">
        <w:trPr>
          <w:trHeight w:val="350"/>
        </w:trPr>
        <w:tc>
          <w:tcPr>
            <w:tcW w:w="3527" w:type="dxa"/>
          </w:tcPr>
          <w:p w:rsidR="00A4782F" w:rsidRPr="00524A24" w:rsidRDefault="00A4782F" w:rsidP="00697162">
            <w:pPr>
              <w:pStyle w:val="libPoem"/>
            </w:pPr>
            <w:r w:rsidRPr="009647FC">
              <w:rPr>
                <w:rtl/>
              </w:rPr>
              <w:t>تغضي</w:t>
            </w:r>
            <w:r w:rsidR="004C00A8">
              <w:rPr>
                <w:rtl/>
              </w:rPr>
              <w:t xml:space="preserve"> </w:t>
            </w:r>
            <w:r w:rsidRPr="009647FC">
              <w:rPr>
                <w:rtl/>
              </w:rPr>
              <w:t>وأنت</w:t>
            </w:r>
            <w:r w:rsidR="00677BC4">
              <w:rPr>
                <w:rtl/>
              </w:rPr>
              <w:t>َ</w:t>
            </w:r>
            <w:r>
              <w:rPr>
                <w:rtl/>
              </w:rPr>
              <w:t xml:space="preserve"> </w:t>
            </w:r>
            <w:r w:rsidRPr="009647FC">
              <w:rPr>
                <w:rtl/>
              </w:rPr>
              <w:t>الأبُ</w:t>
            </w:r>
            <w:r>
              <w:rPr>
                <w:rtl/>
              </w:rPr>
              <w:t xml:space="preserve"> </w:t>
            </w:r>
            <w:r w:rsidRPr="009647FC">
              <w:rPr>
                <w:rtl/>
              </w:rPr>
              <w:t>الرحيمُ</w:t>
            </w:r>
            <w:r>
              <w:rPr>
                <w:rtl/>
              </w:rPr>
              <w:t xml:space="preserve"> </w:t>
            </w:r>
            <w:r w:rsidRPr="009647FC">
              <w:rPr>
                <w:rtl/>
              </w:rPr>
              <w:t>لها</w:t>
            </w:r>
            <w:r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72677" w:rsidP="00697162">
            <w:pPr>
              <w:pStyle w:val="libPoem"/>
            </w:pPr>
            <w:r w:rsidRPr="009647FC">
              <w:rPr>
                <w:rtl/>
              </w:rPr>
              <w:t>ما</w:t>
            </w:r>
            <w:r w:rsidR="004C00A8">
              <w:rPr>
                <w:rtl/>
              </w:rPr>
              <w:t xml:space="preserve"> </w:t>
            </w:r>
            <w:r w:rsidR="00A4782F" w:rsidRPr="009647FC">
              <w:rPr>
                <w:rtl/>
              </w:rPr>
              <w:t>هكذا</w:t>
            </w:r>
            <w:r w:rsidR="00A4782F">
              <w:rPr>
                <w:rtl/>
              </w:rPr>
              <w:t xml:space="preserve"> </w:t>
            </w:r>
            <w:r w:rsidR="00A4782F" w:rsidRPr="009647FC">
              <w:rPr>
                <w:rtl/>
              </w:rPr>
              <w:t>الظنُّ</w:t>
            </w:r>
            <w:r w:rsidR="00A4782F">
              <w:rPr>
                <w:rtl/>
              </w:rPr>
              <w:t xml:space="preserve"> </w:t>
            </w:r>
            <w:r w:rsidR="00A4782F" w:rsidRPr="009647FC">
              <w:rPr>
                <w:rtl/>
              </w:rPr>
              <w:t>يا</w:t>
            </w:r>
            <w:r w:rsidR="00A4782F">
              <w:rPr>
                <w:rtl/>
              </w:rPr>
              <w:t xml:space="preserve"> </w:t>
            </w:r>
            <w:r w:rsidR="00A4782F" w:rsidRPr="009647FC">
              <w:rPr>
                <w:rtl/>
              </w:rPr>
              <w:t>ابن</w:t>
            </w:r>
            <w:r w:rsidR="00A4782F">
              <w:rPr>
                <w:rtl/>
              </w:rPr>
              <w:t xml:space="preserve"> </w:t>
            </w:r>
            <w:r w:rsidR="00A4782F" w:rsidRPr="009647FC">
              <w:rPr>
                <w:rtl/>
              </w:rPr>
              <w:t>أطهرِها</w:t>
            </w:r>
            <w:r w:rsidR="00A4782F" w:rsidRPr="00725071">
              <w:rPr>
                <w:rStyle w:val="libPoemTiniChar0"/>
                <w:rtl/>
              </w:rPr>
              <w:br/>
              <w:t> </w:t>
            </w:r>
          </w:p>
        </w:tc>
      </w:tr>
      <w:tr w:rsidR="00A4782F" w:rsidRPr="00524A24" w:rsidTr="00A4782F">
        <w:trPr>
          <w:trHeight w:val="350"/>
        </w:trPr>
        <w:tc>
          <w:tcPr>
            <w:tcW w:w="3527" w:type="dxa"/>
          </w:tcPr>
          <w:p w:rsidR="00A4782F" w:rsidRPr="00524A24" w:rsidRDefault="00A4782F" w:rsidP="00697162">
            <w:pPr>
              <w:pStyle w:val="libPoem"/>
            </w:pPr>
            <w:r w:rsidRPr="009647FC">
              <w:rPr>
                <w:rtl/>
              </w:rPr>
              <w:t>إن</w:t>
            </w:r>
            <w:r w:rsidR="004C00A8">
              <w:rPr>
                <w:rtl/>
              </w:rPr>
              <w:t xml:space="preserve"> </w:t>
            </w:r>
            <w:r w:rsidR="00A72677" w:rsidRPr="009647FC">
              <w:rPr>
                <w:rtl/>
              </w:rPr>
              <w:t>لم</w:t>
            </w:r>
            <w:r>
              <w:rPr>
                <w:rtl/>
              </w:rPr>
              <w:t xml:space="preserve"> </w:t>
            </w:r>
            <w:r w:rsidR="00A72677" w:rsidRPr="009647FC">
              <w:rPr>
                <w:rtl/>
              </w:rPr>
              <w:t>تغ</w:t>
            </w:r>
            <w:r w:rsidRPr="009647FC">
              <w:rPr>
                <w:rtl/>
              </w:rPr>
              <w:t>ثها</w:t>
            </w:r>
            <w:r>
              <w:rPr>
                <w:rtl/>
              </w:rPr>
              <w:t xml:space="preserve"> </w:t>
            </w:r>
            <w:r w:rsidR="00A72677" w:rsidRPr="009647FC">
              <w:rPr>
                <w:rtl/>
              </w:rPr>
              <w:t>لج</w:t>
            </w:r>
            <w:r w:rsidRPr="009647FC">
              <w:rPr>
                <w:rtl/>
              </w:rPr>
              <w:t>ُرمِ</w:t>
            </w:r>
            <w:r>
              <w:rPr>
                <w:rtl/>
              </w:rPr>
              <w:t xml:space="preserve"> </w:t>
            </w:r>
            <w:r w:rsidRPr="009647FC">
              <w:rPr>
                <w:rtl/>
              </w:rPr>
              <w:t>أكبرِها</w:t>
            </w:r>
            <w:r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4782F" w:rsidP="00697162">
            <w:pPr>
              <w:pStyle w:val="libPoem"/>
            </w:pPr>
            <w:r w:rsidRPr="009647FC">
              <w:rPr>
                <w:rtl/>
              </w:rPr>
              <w:t>فارحم</w:t>
            </w:r>
            <w:r>
              <w:rPr>
                <w:rtl/>
              </w:rPr>
              <w:t xml:space="preserve"> </w:t>
            </w:r>
            <w:r w:rsidRPr="009647FC">
              <w:rPr>
                <w:rtl/>
              </w:rPr>
              <w:t>لها</w:t>
            </w:r>
            <w:r>
              <w:rPr>
                <w:rtl/>
              </w:rPr>
              <w:t xml:space="preserve"> </w:t>
            </w:r>
            <w:r w:rsidRPr="009647FC">
              <w:rPr>
                <w:rtl/>
              </w:rPr>
              <w:t>ضعف</w:t>
            </w:r>
            <w:r w:rsidR="00677BC4">
              <w:rPr>
                <w:rtl/>
              </w:rPr>
              <w:t>َ</w:t>
            </w:r>
            <w:r>
              <w:rPr>
                <w:rtl/>
              </w:rPr>
              <w:t xml:space="preserve"> </w:t>
            </w:r>
            <w:r w:rsidRPr="009647FC">
              <w:rPr>
                <w:rtl/>
              </w:rPr>
              <w:t>جرمِ</w:t>
            </w:r>
            <w:r>
              <w:rPr>
                <w:rtl/>
              </w:rPr>
              <w:t xml:space="preserve"> </w:t>
            </w:r>
            <w:r w:rsidRPr="009647FC">
              <w:rPr>
                <w:rtl/>
              </w:rPr>
              <w:t>أصغرِها</w:t>
            </w:r>
            <w:r w:rsidRPr="00725071">
              <w:rPr>
                <w:rStyle w:val="libPoemTiniChar0"/>
                <w:rtl/>
              </w:rPr>
              <w:br/>
              <w:t> </w:t>
            </w:r>
          </w:p>
        </w:tc>
      </w:tr>
      <w:tr w:rsidR="00A4782F" w:rsidRPr="00524A24" w:rsidTr="00A4782F">
        <w:trPr>
          <w:trHeight w:val="350"/>
        </w:trPr>
        <w:tc>
          <w:tcPr>
            <w:tcW w:w="3527" w:type="dxa"/>
          </w:tcPr>
          <w:p w:rsidR="00A4782F" w:rsidRPr="00524A24" w:rsidRDefault="00A72677" w:rsidP="00697162">
            <w:pPr>
              <w:pStyle w:val="libPoem"/>
            </w:pPr>
            <w:r w:rsidRPr="009647FC">
              <w:rPr>
                <w:rtl/>
              </w:rPr>
              <w:t>كي</w:t>
            </w:r>
            <w:r w:rsidR="00A4782F" w:rsidRPr="009647FC">
              <w:rPr>
                <w:rtl/>
              </w:rPr>
              <w:t>ف</w:t>
            </w:r>
            <w:r w:rsidR="00677BC4">
              <w:rPr>
                <w:rtl/>
              </w:rPr>
              <w:t>َ</w:t>
            </w:r>
            <w:r w:rsidR="00A4782F">
              <w:rPr>
                <w:rtl/>
              </w:rPr>
              <w:t xml:space="preserve"> </w:t>
            </w:r>
            <w:r w:rsidR="00A4782F" w:rsidRPr="009647FC">
              <w:rPr>
                <w:rtl/>
              </w:rPr>
              <w:t>ر</w:t>
            </w:r>
            <w:r w:rsidRPr="009647FC">
              <w:rPr>
                <w:rtl/>
              </w:rPr>
              <w:t>قا</w:t>
            </w:r>
            <w:r w:rsidR="00A4782F" w:rsidRPr="009647FC">
              <w:rPr>
                <w:rtl/>
              </w:rPr>
              <w:t>بٌ</w:t>
            </w:r>
            <w:r w:rsidR="00A4782F">
              <w:rPr>
                <w:rtl/>
              </w:rPr>
              <w:t xml:space="preserve"> </w:t>
            </w:r>
            <w:r w:rsidR="00A4782F" w:rsidRPr="009647FC">
              <w:rPr>
                <w:rtl/>
              </w:rPr>
              <w:t>من</w:t>
            </w:r>
            <w:r w:rsidR="00A4782F">
              <w:rPr>
                <w:rtl/>
              </w:rPr>
              <w:t xml:space="preserve"> </w:t>
            </w:r>
            <w:r w:rsidR="00A4782F" w:rsidRPr="009647FC">
              <w:rPr>
                <w:rtl/>
              </w:rPr>
              <w:t>الجحيم</w:t>
            </w:r>
            <w:r w:rsidR="00A4782F">
              <w:rPr>
                <w:rtl/>
              </w:rPr>
              <w:t xml:space="preserve"> </w:t>
            </w:r>
            <w:r w:rsidR="00A4782F" w:rsidRPr="009647FC">
              <w:rPr>
                <w:rtl/>
              </w:rPr>
              <w:t>بكم</w:t>
            </w:r>
            <w:r w:rsidR="00A4782F"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72677" w:rsidP="00697162">
            <w:pPr>
              <w:pStyle w:val="libPoem"/>
            </w:pPr>
            <w:r w:rsidRPr="009647FC">
              <w:rPr>
                <w:rtl/>
              </w:rPr>
              <w:t>حر</w:t>
            </w:r>
            <w:r w:rsidR="00A4782F" w:rsidRPr="009647FC">
              <w:rPr>
                <w:rtl/>
              </w:rPr>
              <w:t>رّ</w:t>
            </w:r>
            <w:r w:rsidR="00677BC4">
              <w:rPr>
                <w:rtl/>
              </w:rPr>
              <w:t>َ</w:t>
            </w:r>
            <w:r w:rsidR="00A4782F" w:rsidRPr="009647FC">
              <w:rPr>
                <w:rtl/>
              </w:rPr>
              <w:t>ها</w:t>
            </w:r>
            <w:r w:rsidR="004C00A8">
              <w:rPr>
                <w:rtl/>
              </w:rPr>
              <w:t xml:space="preserve"> </w:t>
            </w:r>
            <w:r w:rsidR="00A4782F" w:rsidRPr="009647FC">
              <w:rPr>
                <w:rtl/>
              </w:rPr>
              <w:t>اللهُ</w:t>
            </w:r>
            <w:r w:rsidR="00A4782F">
              <w:rPr>
                <w:rtl/>
              </w:rPr>
              <w:t xml:space="preserve"> </w:t>
            </w:r>
            <w:r w:rsidRPr="009647FC">
              <w:rPr>
                <w:rtl/>
              </w:rPr>
              <w:t>في</w:t>
            </w:r>
            <w:r w:rsidR="00A4782F">
              <w:rPr>
                <w:rtl/>
              </w:rPr>
              <w:t xml:space="preserve"> </w:t>
            </w:r>
            <w:r w:rsidRPr="009647FC">
              <w:rPr>
                <w:rtl/>
              </w:rPr>
              <w:t>تب</w:t>
            </w:r>
            <w:r w:rsidR="00A4782F" w:rsidRPr="009647FC">
              <w:rPr>
                <w:rtl/>
              </w:rPr>
              <w:t>صُّرِها</w:t>
            </w:r>
            <w:r w:rsidR="00A4782F" w:rsidRPr="00725071">
              <w:rPr>
                <w:rStyle w:val="libPoemTiniChar0"/>
                <w:rtl/>
              </w:rPr>
              <w:br/>
              <w:t> </w:t>
            </w:r>
          </w:p>
        </w:tc>
      </w:tr>
      <w:tr w:rsidR="00A4782F" w:rsidRPr="00524A24" w:rsidTr="00A4782F">
        <w:trPr>
          <w:trHeight w:val="350"/>
        </w:trPr>
        <w:tc>
          <w:tcPr>
            <w:tcW w:w="3527" w:type="dxa"/>
          </w:tcPr>
          <w:p w:rsidR="00A4782F" w:rsidRPr="00524A24" w:rsidRDefault="00A72677" w:rsidP="00697162">
            <w:pPr>
              <w:pStyle w:val="libPoem"/>
            </w:pPr>
            <w:r w:rsidRPr="009647FC">
              <w:rPr>
                <w:rtl/>
              </w:rPr>
              <w:t>تر</w:t>
            </w:r>
            <w:r w:rsidR="00A4782F" w:rsidRPr="009647FC">
              <w:rPr>
                <w:rtl/>
              </w:rPr>
              <w:t>ضى</w:t>
            </w:r>
            <w:r w:rsidR="004C00A8">
              <w:rPr>
                <w:rtl/>
              </w:rPr>
              <w:t xml:space="preserve"> </w:t>
            </w:r>
            <w:r w:rsidR="00A4782F" w:rsidRPr="009647FC">
              <w:rPr>
                <w:rtl/>
              </w:rPr>
              <w:t>بأن</w:t>
            </w:r>
            <w:r w:rsidR="00A4782F">
              <w:rPr>
                <w:rtl/>
              </w:rPr>
              <w:t xml:space="preserve"> </w:t>
            </w:r>
            <w:r w:rsidR="00A4782F" w:rsidRPr="009647FC">
              <w:rPr>
                <w:rtl/>
              </w:rPr>
              <w:t>تسترقّها</w:t>
            </w:r>
            <w:r w:rsidR="00A4782F">
              <w:rPr>
                <w:rtl/>
              </w:rPr>
              <w:t xml:space="preserve"> </w:t>
            </w:r>
            <w:r w:rsidR="00A4782F" w:rsidRPr="009647FC">
              <w:rPr>
                <w:rtl/>
              </w:rPr>
              <w:t>عُصبٌ</w:t>
            </w:r>
            <w:r w:rsidR="00A4782F"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72677" w:rsidP="00697162">
            <w:pPr>
              <w:pStyle w:val="libPoem"/>
            </w:pPr>
            <w:r w:rsidRPr="009647FC">
              <w:rPr>
                <w:rtl/>
              </w:rPr>
              <w:t>لم</w:t>
            </w:r>
            <w:r w:rsidR="00A4782F">
              <w:rPr>
                <w:rtl/>
              </w:rPr>
              <w:t xml:space="preserve"> </w:t>
            </w:r>
            <w:r w:rsidRPr="009647FC">
              <w:rPr>
                <w:rtl/>
              </w:rPr>
              <w:t>تل</w:t>
            </w:r>
            <w:r w:rsidR="00A4782F" w:rsidRPr="009647FC">
              <w:rPr>
                <w:rtl/>
              </w:rPr>
              <w:t>هُ</w:t>
            </w:r>
            <w:r w:rsidR="00A4782F">
              <w:rPr>
                <w:rtl/>
              </w:rPr>
              <w:t xml:space="preserve"> </w:t>
            </w:r>
            <w:r w:rsidRPr="009647FC">
              <w:rPr>
                <w:rtl/>
              </w:rPr>
              <w:t>عن</w:t>
            </w:r>
            <w:r w:rsidR="00A4782F">
              <w:rPr>
                <w:rtl/>
              </w:rPr>
              <w:t xml:space="preserve"> </w:t>
            </w:r>
            <w:r w:rsidR="00A4782F" w:rsidRPr="009647FC">
              <w:rPr>
                <w:rtl/>
              </w:rPr>
              <w:t>نايها</w:t>
            </w:r>
            <w:r w:rsidR="00A4782F">
              <w:rPr>
                <w:rtl/>
              </w:rPr>
              <w:t xml:space="preserve"> </w:t>
            </w:r>
            <w:r w:rsidR="00A4782F" w:rsidRPr="009647FC">
              <w:rPr>
                <w:rtl/>
              </w:rPr>
              <w:t>ومزمرِها</w:t>
            </w:r>
            <w:r w:rsidR="00A4782F" w:rsidRPr="00725071">
              <w:rPr>
                <w:rStyle w:val="libPoemTiniChar0"/>
                <w:rtl/>
              </w:rPr>
              <w:br/>
              <w:t> </w:t>
            </w:r>
          </w:p>
        </w:tc>
      </w:tr>
      <w:tr w:rsidR="00A4782F" w:rsidRPr="00524A24" w:rsidTr="00A4782F">
        <w:trPr>
          <w:trHeight w:val="350"/>
        </w:trPr>
        <w:tc>
          <w:tcPr>
            <w:tcW w:w="3527" w:type="dxa"/>
          </w:tcPr>
          <w:p w:rsidR="00A4782F" w:rsidRPr="00524A24" w:rsidRDefault="00A4782F" w:rsidP="00697162">
            <w:pPr>
              <w:pStyle w:val="libPoem"/>
            </w:pPr>
            <w:r w:rsidRPr="009647FC">
              <w:rPr>
                <w:rtl/>
              </w:rPr>
              <w:t>إن</w:t>
            </w:r>
            <w:r>
              <w:rPr>
                <w:rtl/>
              </w:rPr>
              <w:t xml:space="preserve"> </w:t>
            </w:r>
            <w:r w:rsidRPr="009647FC">
              <w:rPr>
                <w:rtl/>
              </w:rPr>
              <w:t>ترض</w:t>
            </w:r>
            <w:r w:rsidR="00677BC4">
              <w:rPr>
                <w:rtl/>
              </w:rPr>
              <w:t>َ</w:t>
            </w:r>
            <w:r>
              <w:rPr>
                <w:rtl/>
              </w:rPr>
              <w:t xml:space="preserve"> </w:t>
            </w:r>
            <w:r w:rsidRPr="009647FC">
              <w:rPr>
                <w:rtl/>
              </w:rPr>
              <w:t>يا</w:t>
            </w:r>
            <w:r>
              <w:rPr>
                <w:rtl/>
              </w:rPr>
              <w:t xml:space="preserve"> </w:t>
            </w:r>
            <w:r w:rsidRPr="009647FC">
              <w:rPr>
                <w:rtl/>
              </w:rPr>
              <w:t>صاحب</w:t>
            </w:r>
            <w:r w:rsidR="00677BC4">
              <w:rPr>
                <w:rtl/>
              </w:rPr>
              <w:t>َ</w:t>
            </w:r>
            <w:r>
              <w:rPr>
                <w:rtl/>
              </w:rPr>
              <w:t xml:space="preserve"> </w:t>
            </w:r>
            <w:r w:rsidRPr="009647FC">
              <w:rPr>
                <w:rtl/>
              </w:rPr>
              <w:t>الزمانِ</w:t>
            </w:r>
            <w:r>
              <w:rPr>
                <w:rtl/>
              </w:rPr>
              <w:t xml:space="preserve"> </w:t>
            </w:r>
            <w:r w:rsidRPr="009647FC">
              <w:rPr>
                <w:rtl/>
              </w:rPr>
              <w:t>بها</w:t>
            </w:r>
            <w:r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4782F" w:rsidP="00697162">
            <w:pPr>
              <w:pStyle w:val="libPoem"/>
            </w:pPr>
            <w:r w:rsidRPr="009647FC">
              <w:rPr>
                <w:rtl/>
              </w:rPr>
              <w:t>ودام</w:t>
            </w:r>
            <w:r w:rsidR="00677BC4">
              <w:rPr>
                <w:rtl/>
              </w:rPr>
              <w:t>َ</w:t>
            </w:r>
            <w:r w:rsidR="004C00A8">
              <w:rPr>
                <w:rtl/>
              </w:rPr>
              <w:t xml:space="preserve"> </w:t>
            </w:r>
            <w:r w:rsidR="00A72677" w:rsidRPr="009647FC">
              <w:rPr>
                <w:rtl/>
              </w:rPr>
              <w:t>للق</w:t>
            </w:r>
            <w:r w:rsidRPr="009647FC">
              <w:rPr>
                <w:rtl/>
              </w:rPr>
              <w:t>ومِ</w:t>
            </w:r>
            <w:r>
              <w:rPr>
                <w:rtl/>
              </w:rPr>
              <w:t xml:space="preserve"> </w:t>
            </w:r>
            <w:r w:rsidR="00A72677" w:rsidRPr="009647FC">
              <w:rPr>
                <w:rtl/>
              </w:rPr>
              <w:t>فع</w:t>
            </w:r>
            <w:r w:rsidRPr="009647FC">
              <w:rPr>
                <w:rtl/>
              </w:rPr>
              <w:t>لُ</w:t>
            </w:r>
            <w:r>
              <w:rPr>
                <w:rtl/>
              </w:rPr>
              <w:t xml:space="preserve"> </w:t>
            </w:r>
            <w:r w:rsidR="00A72677" w:rsidRPr="009647FC">
              <w:rPr>
                <w:rtl/>
              </w:rPr>
              <w:t>من</w:t>
            </w:r>
            <w:r w:rsidRPr="009647FC">
              <w:rPr>
                <w:rtl/>
              </w:rPr>
              <w:t>كرِها</w:t>
            </w:r>
            <w:r w:rsidRPr="00725071">
              <w:rPr>
                <w:rStyle w:val="libPoemTiniChar0"/>
                <w:rtl/>
              </w:rPr>
              <w:br/>
              <w:t> </w:t>
            </w:r>
          </w:p>
        </w:tc>
      </w:tr>
      <w:tr w:rsidR="00A4782F" w:rsidRPr="00524A24" w:rsidTr="00A4782F">
        <w:trPr>
          <w:trHeight w:val="350"/>
        </w:trPr>
        <w:tc>
          <w:tcPr>
            <w:tcW w:w="3527" w:type="dxa"/>
          </w:tcPr>
          <w:p w:rsidR="00A4782F" w:rsidRPr="00524A24" w:rsidRDefault="00A72677" w:rsidP="00697162">
            <w:pPr>
              <w:pStyle w:val="libPoem"/>
            </w:pPr>
            <w:r w:rsidRPr="009647FC">
              <w:rPr>
                <w:rtl/>
              </w:rPr>
              <w:t>ما</w:t>
            </w:r>
            <w:r w:rsidR="00A4782F" w:rsidRPr="009647FC">
              <w:rPr>
                <w:rtl/>
              </w:rPr>
              <w:t>تت</w:t>
            </w:r>
            <w:r w:rsidR="004C00A8">
              <w:rPr>
                <w:rtl/>
              </w:rPr>
              <w:t xml:space="preserve"> </w:t>
            </w:r>
            <w:r w:rsidR="00A4782F" w:rsidRPr="009647FC">
              <w:rPr>
                <w:rtl/>
              </w:rPr>
              <w:t>شعارُ</w:t>
            </w:r>
            <w:r w:rsidR="00A4782F">
              <w:rPr>
                <w:rtl/>
              </w:rPr>
              <w:t xml:space="preserve"> </w:t>
            </w:r>
            <w:r w:rsidR="00A4782F" w:rsidRPr="009647FC">
              <w:rPr>
                <w:rtl/>
              </w:rPr>
              <w:t>الإيمان</w:t>
            </w:r>
            <w:r w:rsidR="00A4782F">
              <w:rPr>
                <w:rtl/>
              </w:rPr>
              <w:t xml:space="preserve"> </w:t>
            </w:r>
            <w:r w:rsidR="00A4782F" w:rsidRPr="009647FC">
              <w:rPr>
                <w:rtl/>
              </w:rPr>
              <w:t>واندفنت</w:t>
            </w:r>
            <w:r w:rsidR="00A4782F"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72677" w:rsidP="00697162">
            <w:pPr>
              <w:pStyle w:val="libPoem"/>
            </w:pPr>
            <w:r w:rsidRPr="009647FC">
              <w:rPr>
                <w:rtl/>
              </w:rPr>
              <w:t>ما</w:t>
            </w:r>
            <w:r w:rsidR="004C00A8">
              <w:rPr>
                <w:rtl/>
              </w:rPr>
              <w:t xml:space="preserve"> </w:t>
            </w:r>
            <w:r w:rsidR="00A4782F" w:rsidRPr="009647FC">
              <w:rPr>
                <w:rtl/>
              </w:rPr>
              <w:t>بين</w:t>
            </w:r>
            <w:r w:rsidR="00677BC4">
              <w:rPr>
                <w:rtl/>
              </w:rPr>
              <w:t>َ</w:t>
            </w:r>
            <w:r w:rsidR="00A4782F">
              <w:rPr>
                <w:rtl/>
              </w:rPr>
              <w:t xml:space="preserve"> </w:t>
            </w:r>
            <w:r w:rsidR="00A4782F" w:rsidRPr="009647FC">
              <w:rPr>
                <w:rtl/>
              </w:rPr>
              <w:t>خمرِ</w:t>
            </w:r>
            <w:r w:rsidR="00A4782F">
              <w:rPr>
                <w:rtl/>
              </w:rPr>
              <w:t xml:space="preserve"> </w:t>
            </w:r>
            <w:r w:rsidR="00A4782F" w:rsidRPr="009647FC">
              <w:rPr>
                <w:rtl/>
              </w:rPr>
              <w:t>العدى</w:t>
            </w:r>
            <w:r w:rsidR="00A4782F">
              <w:rPr>
                <w:rtl/>
              </w:rPr>
              <w:t xml:space="preserve"> </w:t>
            </w:r>
            <w:r w:rsidR="00A4782F" w:rsidRPr="009647FC">
              <w:rPr>
                <w:rtl/>
              </w:rPr>
              <w:t>وميسرِها</w:t>
            </w:r>
            <w:r w:rsidR="00A4782F" w:rsidRPr="00725071">
              <w:rPr>
                <w:rStyle w:val="libPoemTiniChar0"/>
                <w:rtl/>
              </w:rPr>
              <w:br/>
              <w:t> </w:t>
            </w:r>
          </w:p>
        </w:tc>
      </w:tr>
      <w:tr w:rsidR="00A4782F" w:rsidRPr="00524A24" w:rsidTr="00A4782F">
        <w:trPr>
          <w:trHeight w:val="350"/>
        </w:trPr>
        <w:tc>
          <w:tcPr>
            <w:tcW w:w="3527" w:type="dxa"/>
          </w:tcPr>
          <w:p w:rsidR="00A4782F" w:rsidRPr="00524A24" w:rsidRDefault="00A4782F" w:rsidP="00697162">
            <w:pPr>
              <w:pStyle w:val="libPoem"/>
            </w:pPr>
            <w:r w:rsidRPr="00A72677">
              <w:rPr>
                <w:rtl/>
              </w:rPr>
              <w:t>أ</w:t>
            </w:r>
            <w:r w:rsidR="00A72677" w:rsidRPr="00A72677">
              <w:rPr>
                <w:rtl/>
              </w:rPr>
              <w:t>بع</w:t>
            </w:r>
            <w:r w:rsidRPr="00A72677">
              <w:rPr>
                <w:rtl/>
              </w:rPr>
              <w:t>ِدْ</w:t>
            </w:r>
            <w:r w:rsidR="004C00A8">
              <w:rPr>
                <w:rtl/>
              </w:rPr>
              <w:t xml:space="preserve"> </w:t>
            </w:r>
            <w:r w:rsidR="00A72677" w:rsidRPr="00A72677">
              <w:rPr>
                <w:rtl/>
              </w:rPr>
              <w:t>به</w:t>
            </w:r>
            <w:r w:rsidRPr="00A72677">
              <w:rPr>
                <w:rtl/>
              </w:rPr>
              <w:t xml:space="preserve">ا </w:t>
            </w:r>
            <w:r w:rsidR="00A72677" w:rsidRPr="00A72677">
              <w:rPr>
                <w:rtl/>
              </w:rPr>
              <w:t>خط</w:t>
            </w:r>
            <w:r w:rsidRPr="00A72677">
              <w:rPr>
                <w:rtl/>
              </w:rPr>
              <w:t>ةً ت</w:t>
            </w:r>
            <w:r w:rsidR="00A72677" w:rsidRPr="00A72677">
              <w:rPr>
                <w:rtl/>
              </w:rPr>
              <w:t>ُر</w:t>
            </w:r>
            <w:r w:rsidRPr="00A72677">
              <w:rPr>
                <w:rtl/>
              </w:rPr>
              <w:t>ادُ بها</w:t>
            </w:r>
            <w:r w:rsidRPr="00A72677">
              <w:rPr>
                <w:rStyle w:val="libPoemTiniChar0"/>
                <w:rtl/>
              </w:rPr>
              <w:br/>
              <w:t> </w:t>
            </w:r>
          </w:p>
        </w:tc>
        <w:tc>
          <w:tcPr>
            <w:tcW w:w="272" w:type="dxa"/>
          </w:tcPr>
          <w:p w:rsidR="00A4782F" w:rsidRPr="00A72677" w:rsidRDefault="00A4782F" w:rsidP="00697162">
            <w:pPr>
              <w:pStyle w:val="libPoem"/>
              <w:rPr>
                <w:rtl/>
              </w:rPr>
            </w:pPr>
          </w:p>
        </w:tc>
        <w:tc>
          <w:tcPr>
            <w:tcW w:w="3511" w:type="dxa"/>
          </w:tcPr>
          <w:p w:rsidR="00A4782F" w:rsidRPr="00A72677" w:rsidRDefault="00A4782F" w:rsidP="00697162">
            <w:pPr>
              <w:pStyle w:val="libPoem"/>
            </w:pPr>
            <w:r w:rsidRPr="00A72677">
              <w:rPr>
                <w:rtl/>
              </w:rPr>
              <w:t>لا</w:t>
            </w:r>
            <w:r w:rsidR="004C00A8">
              <w:rPr>
                <w:rtl/>
              </w:rPr>
              <w:t xml:space="preserve"> </w:t>
            </w:r>
            <w:r w:rsidRPr="00A72677">
              <w:rPr>
                <w:rtl/>
              </w:rPr>
              <w:t>قرِّب</w:t>
            </w:r>
            <w:r w:rsidR="00677BC4">
              <w:rPr>
                <w:rtl/>
              </w:rPr>
              <w:t>َ</w:t>
            </w:r>
            <w:r w:rsidRPr="00A72677">
              <w:rPr>
                <w:rtl/>
              </w:rPr>
              <w:t xml:space="preserve"> اللهُ دار</w:t>
            </w:r>
            <w:r w:rsidR="00677BC4">
              <w:rPr>
                <w:rtl/>
              </w:rPr>
              <w:t>َ</w:t>
            </w:r>
            <w:r w:rsidRPr="00A72677">
              <w:rPr>
                <w:rtl/>
              </w:rPr>
              <w:t xml:space="preserve"> </w:t>
            </w:r>
            <w:r w:rsidR="00A72677" w:rsidRPr="00A72677">
              <w:rPr>
                <w:rtl/>
              </w:rPr>
              <w:t>مؤ</w:t>
            </w:r>
            <w:r w:rsidRPr="00A72677">
              <w:rPr>
                <w:rtl/>
              </w:rPr>
              <w:t>ثرِها</w:t>
            </w:r>
            <w:r w:rsidRPr="00A72677">
              <w:rPr>
                <w:rStyle w:val="libPoemTiniChar0"/>
                <w:rtl/>
              </w:rPr>
              <w:br/>
              <w:t> </w:t>
            </w:r>
          </w:p>
        </w:tc>
      </w:tr>
      <w:tr w:rsidR="00A4782F" w:rsidRPr="00524A24" w:rsidTr="00A4782F">
        <w:trPr>
          <w:trHeight w:val="350"/>
        </w:trPr>
        <w:tc>
          <w:tcPr>
            <w:tcW w:w="3527" w:type="dxa"/>
          </w:tcPr>
          <w:p w:rsidR="00A4782F" w:rsidRPr="00524A24" w:rsidRDefault="00A4782F" w:rsidP="00697162">
            <w:pPr>
              <w:pStyle w:val="libPoem"/>
            </w:pPr>
            <w:r w:rsidRPr="00A72677">
              <w:rPr>
                <w:rtl/>
              </w:rPr>
              <w:t>ا</w:t>
            </w:r>
            <w:r w:rsidR="00A72677" w:rsidRPr="00A72677">
              <w:rPr>
                <w:rtl/>
              </w:rPr>
              <w:t>لم</w:t>
            </w:r>
            <w:r w:rsidRPr="00A72677">
              <w:rPr>
                <w:rtl/>
              </w:rPr>
              <w:t xml:space="preserve">وتُ </w:t>
            </w:r>
            <w:r w:rsidR="00A72677" w:rsidRPr="00A72677">
              <w:rPr>
                <w:rtl/>
              </w:rPr>
              <w:t>خي</w:t>
            </w:r>
            <w:r w:rsidRPr="00A72677">
              <w:rPr>
                <w:rtl/>
              </w:rPr>
              <w:t xml:space="preserve">رٌ </w:t>
            </w:r>
            <w:r w:rsidR="00A72677" w:rsidRPr="00A72677">
              <w:rPr>
                <w:rtl/>
              </w:rPr>
              <w:t>من</w:t>
            </w:r>
            <w:r w:rsidRPr="00A72677">
              <w:rPr>
                <w:rtl/>
              </w:rPr>
              <w:t xml:space="preserve"> الحياةِ بها</w:t>
            </w:r>
            <w:r w:rsidRPr="00A72677">
              <w:rPr>
                <w:rStyle w:val="libPoemTiniChar0"/>
                <w:rtl/>
              </w:rPr>
              <w:br/>
              <w:t> </w:t>
            </w:r>
          </w:p>
        </w:tc>
        <w:tc>
          <w:tcPr>
            <w:tcW w:w="272" w:type="dxa"/>
          </w:tcPr>
          <w:p w:rsidR="00A4782F" w:rsidRPr="00A72677" w:rsidRDefault="00A4782F" w:rsidP="00697162">
            <w:pPr>
              <w:pStyle w:val="libPoem"/>
              <w:rPr>
                <w:rtl/>
              </w:rPr>
            </w:pPr>
          </w:p>
        </w:tc>
        <w:tc>
          <w:tcPr>
            <w:tcW w:w="3511" w:type="dxa"/>
          </w:tcPr>
          <w:p w:rsidR="00A4782F" w:rsidRPr="00A72677" w:rsidRDefault="00A72677" w:rsidP="00697162">
            <w:pPr>
              <w:pStyle w:val="libPoem"/>
            </w:pPr>
            <w:r w:rsidRPr="00A72677">
              <w:rPr>
                <w:rtl/>
              </w:rPr>
              <w:t>لو</w:t>
            </w:r>
            <w:r w:rsidR="004C00A8">
              <w:rPr>
                <w:rtl/>
              </w:rPr>
              <w:t xml:space="preserve"> </w:t>
            </w:r>
            <w:r w:rsidRPr="00A72677">
              <w:rPr>
                <w:rtl/>
              </w:rPr>
              <w:t>تم</w:t>
            </w:r>
            <w:r w:rsidR="00A4782F" w:rsidRPr="00A72677">
              <w:rPr>
                <w:rtl/>
              </w:rPr>
              <w:t>لكُ النفسُ من تخُيّرِها</w:t>
            </w:r>
            <w:r w:rsidR="00A4782F" w:rsidRPr="00A72677">
              <w:rPr>
                <w:rStyle w:val="libPoemTiniChar0"/>
                <w:rtl/>
              </w:rPr>
              <w:br/>
              <w:t> </w:t>
            </w:r>
          </w:p>
        </w:tc>
      </w:tr>
      <w:tr w:rsidR="00A4782F" w:rsidRPr="00524A24" w:rsidTr="00A4782F">
        <w:trPr>
          <w:trHeight w:val="350"/>
        </w:trPr>
        <w:tc>
          <w:tcPr>
            <w:tcW w:w="3527" w:type="dxa"/>
          </w:tcPr>
          <w:p w:rsidR="00A4782F" w:rsidRPr="00524A24" w:rsidRDefault="00A4782F" w:rsidP="00697162">
            <w:pPr>
              <w:pStyle w:val="libPoem"/>
            </w:pPr>
            <w:r w:rsidRPr="00A72677">
              <w:rPr>
                <w:rtl/>
              </w:rPr>
              <w:t xml:space="preserve">ما </w:t>
            </w:r>
            <w:r w:rsidR="00A72677" w:rsidRPr="00A72677">
              <w:rPr>
                <w:rtl/>
              </w:rPr>
              <w:t>غر</w:t>
            </w:r>
            <w:r w:rsidRPr="00A72677">
              <w:rPr>
                <w:rtl/>
              </w:rPr>
              <w:t>ّ</w:t>
            </w:r>
            <w:r w:rsidR="00677BC4">
              <w:rPr>
                <w:rtl/>
              </w:rPr>
              <w:t>َ</w:t>
            </w:r>
            <w:r w:rsidRPr="00A72677">
              <w:rPr>
                <w:rtl/>
              </w:rPr>
              <w:t xml:space="preserve"> أ</w:t>
            </w:r>
            <w:r w:rsidR="00A72677" w:rsidRPr="00A72677">
              <w:rPr>
                <w:rtl/>
              </w:rPr>
              <w:t>عد</w:t>
            </w:r>
            <w:r w:rsidRPr="00A72677">
              <w:rPr>
                <w:rtl/>
              </w:rPr>
              <w:t xml:space="preserve">اءنا </w:t>
            </w:r>
            <w:r w:rsidR="00A72677" w:rsidRPr="00A72677">
              <w:rPr>
                <w:rtl/>
              </w:rPr>
              <w:t>بر</w:t>
            </w:r>
            <w:r w:rsidRPr="00A72677">
              <w:rPr>
                <w:rtl/>
              </w:rPr>
              <w:t>بِّهم</w:t>
            </w:r>
            <w:r w:rsidRPr="00A72677">
              <w:rPr>
                <w:rStyle w:val="libPoemTiniChar0"/>
                <w:rtl/>
              </w:rPr>
              <w:br/>
              <w:t> </w:t>
            </w:r>
          </w:p>
        </w:tc>
        <w:tc>
          <w:tcPr>
            <w:tcW w:w="272" w:type="dxa"/>
          </w:tcPr>
          <w:p w:rsidR="00A4782F" w:rsidRPr="00A72677" w:rsidRDefault="00A4782F" w:rsidP="00697162">
            <w:pPr>
              <w:pStyle w:val="libPoem"/>
              <w:rPr>
                <w:rtl/>
              </w:rPr>
            </w:pPr>
          </w:p>
        </w:tc>
        <w:tc>
          <w:tcPr>
            <w:tcW w:w="3511" w:type="dxa"/>
          </w:tcPr>
          <w:p w:rsidR="00A4782F" w:rsidRPr="00A72677" w:rsidRDefault="00A4782F" w:rsidP="00697162">
            <w:pPr>
              <w:pStyle w:val="libPoem"/>
            </w:pPr>
            <w:r w:rsidRPr="00A72677">
              <w:rPr>
                <w:rtl/>
              </w:rPr>
              <w:t>و</w:t>
            </w:r>
            <w:r w:rsidR="00A72677" w:rsidRPr="00A72677">
              <w:rPr>
                <w:rtl/>
              </w:rPr>
              <w:t>هو</w:t>
            </w:r>
            <w:r w:rsidR="004C00A8">
              <w:rPr>
                <w:rtl/>
              </w:rPr>
              <w:t xml:space="preserve"> </w:t>
            </w:r>
            <w:r w:rsidR="00A72677" w:rsidRPr="00A72677">
              <w:rPr>
                <w:rtl/>
              </w:rPr>
              <w:t>مل</w:t>
            </w:r>
            <w:r w:rsidRPr="00A72677">
              <w:rPr>
                <w:rtl/>
              </w:rPr>
              <w:t xml:space="preserve">يٌ </w:t>
            </w:r>
            <w:r w:rsidR="00A72677" w:rsidRPr="00A72677">
              <w:rPr>
                <w:rtl/>
              </w:rPr>
              <w:t>بق</w:t>
            </w:r>
            <w:r w:rsidRPr="00A72677">
              <w:rPr>
                <w:rtl/>
              </w:rPr>
              <w:t>صمِ أظهرِها</w:t>
            </w:r>
            <w:r w:rsidRPr="00A72677">
              <w:rPr>
                <w:rStyle w:val="libPoemTiniChar0"/>
                <w:rtl/>
              </w:rPr>
              <w:br/>
              <w:t> </w:t>
            </w:r>
          </w:p>
        </w:tc>
      </w:tr>
      <w:tr w:rsidR="00A4782F" w:rsidRPr="00524A24" w:rsidTr="00A4782F">
        <w:trPr>
          <w:trHeight w:val="350"/>
        </w:trPr>
        <w:tc>
          <w:tcPr>
            <w:tcW w:w="3527" w:type="dxa"/>
          </w:tcPr>
          <w:p w:rsidR="00A4782F" w:rsidRPr="00524A24" w:rsidRDefault="00A72677" w:rsidP="00697162">
            <w:pPr>
              <w:pStyle w:val="libPoem"/>
            </w:pPr>
            <w:r w:rsidRPr="00A72677">
              <w:rPr>
                <w:rtl/>
              </w:rPr>
              <w:t>مهل</w:t>
            </w:r>
            <w:r w:rsidR="00A4782F" w:rsidRPr="00A72677">
              <w:rPr>
                <w:rtl/>
              </w:rPr>
              <w:t xml:space="preserve">اً </w:t>
            </w:r>
            <w:r w:rsidRPr="00A72677">
              <w:rPr>
                <w:rtl/>
              </w:rPr>
              <w:t>فلل</w:t>
            </w:r>
            <w:r w:rsidR="00A4782F" w:rsidRPr="00A72677">
              <w:rPr>
                <w:rtl/>
              </w:rPr>
              <w:t xml:space="preserve">ّهِ </w:t>
            </w:r>
            <w:r w:rsidRPr="00A72677">
              <w:rPr>
                <w:rtl/>
              </w:rPr>
              <w:t>في</w:t>
            </w:r>
            <w:r w:rsidR="00A4782F" w:rsidRPr="00A72677">
              <w:rPr>
                <w:rtl/>
              </w:rPr>
              <w:t xml:space="preserve"> </w:t>
            </w:r>
            <w:r w:rsidRPr="00A72677">
              <w:rPr>
                <w:rtl/>
              </w:rPr>
              <w:t>بر</w:t>
            </w:r>
            <w:r w:rsidR="00A4782F" w:rsidRPr="00A72677">
              <w:rPr>
                <w:rtl/>
              </w:rPr>
              <w:t>ّ</w:t>
            </w:r>
            <w:r w:rsidR="00677BC4">
              <w:rPr>
                <w:rtl/>
              </w:rPr>
              <w:t>َ</w:t>
            </w:r>
            <w:r w:rsidR="00A4782F" w:rsidRPr="00A72677">
              <w:rPr>
                <w:rtl/>
              </w:rPr>
              <w:t>يته</w:t>
            </w:r>
            <w:r w:rsidR="00A4782F" w:rsidRPr="00A72677">
              <w:rPr>
                <w:rStyle w:val="libPoemTiniChar0"/>
                <w:rtl/>
              </w:rPr>
              <w:br/>
              <w:t> </w:t>
            </w:r>
          </w:p>
        </w:tc>
        <w:tc>
          <w:tcPr>
            <w:tcW w:w="272" w:type="dxa"/>
          </w:tcPr>
          <w:p w:rsidR="00A4782F" w:rsidRPr="00A72677" w:rsidRDefault="00A4782F" w:rsidP="00697162">
            <w:pPr>
              <w:pStyle w:val="libPoem"/>
              <w:rPr>
                <w:rtl/>
              </w:rPr>
            </w:pPr>
          </w:p>
        </w:tc>
        <w:tc>
          <w:tcPr>
            <w:tcW w:w="3511" w:type="dxa"/>
          </w:tcPr>
          <w:p w:rsidR="00A4782F" w:rsidRPr="00A72677" w:rsidRDefault="00A72677" w:rsidP="00697162">
            <w:pPr>
              <w:pStyle w:val="libPoem"/>
            </w:pPr>
            <w:r w:rsidRPr="00A72677">
              <w:rPr>
                <w:rtl/>
              </w:rPr>
              <w:t>عو</w:t>
            </w:r>
            <w:r w:rsidR="00A4782F" w:rsidRPr="00A72677">
              <w:rPr>
                <w:rtl/>
              </w:rPr>
              <w:t>ائدٌ</w:t>
            </w:r>
            <w:r w:rsidR="004C00A8">
              <w:rPr>
                <w:rtl/>
              </w:rPr>
              <w:t xml:space="preserve"> </w:t>
            </w:r>
            <w:r w:rsidRPr="00A72677">
              <w:rPr>
                <w:rtl/>
              </w:rPr>
              <w:t>جل</w:t>
            </w:r>
            <w:r w:rsidR="00A4782F" w:rsidRPr="00A72677">
              <w:rPr>
                <w:rtl/>
              </w:rPr>
              <w:t>ّ</w:t>
            </w:r>
            <w:r w:rsidR="00677BC4">
              <w:rPr>
                <w:rtl/>
              </w:rPr>
              <w:t>َ</w:t>
            </w:r>
            <w:r w:rsidR="00A4782F" w:rsidRPr="00A72677">
              <w:rPr>
                <w:rtl/>
              </w:rPr>
              <w:t xml:space="preserve"> </w:t>
            </w:r>
            <w:r w:rsidRPr="00A72677">
              <w:rPr>
                <w:rtl/>
              </w:rPr>
              <w:t>قد</w:t>
            </w:r>
            <w:r w:rsidR="00A4782F" w:rsidRPr="00A72677">
              <w:rPr>
                <w:rtl/>
              </w:rPr>
              <w:t>رُ أ</w:t>
            </w:r>
            <w:r w:rsidRPr="00A72677">
              <w:rPr>
                <w:rtl/>
              </w:rPr>
              <w:t>يس</w:t>
            </w:r>
            <w:r w:rsidR="00A4782F" w:rsidRPr="00A72677">
              <w:rPr>
                <w:rtl/>
              </w:rPr>
              <w:t>رِها</w:t>
            </w:r>
            <w:r w:rsidR="00A4782F" w:rsidRPr="00A72677">
              <w:rPr>
                <w:rStyle w:val="libPoemTiniChar0"/>
                <w:rtl/>
              </w:rPr>
              <w:br/>
              <w:t> </w:t>
            </w:r>
          </w:p>
        </w:tc>
      </w:tr>
      <w:tr w:rsidR="00A4782F" w:rsidRPr="00524A24" w:rsidTr="00A4782F">
        <w:trPr>
          <w:trHeight w:val="350"/>
        </w:trPr>
        <w:tc>
          <w:tcPr>
            <w:tcW w:w="3527" w:type="dxa"/>
          </w:tcPr>
          <w:p w:rsidR="00A4782F" w:rsidRPr="00524A24" w:rsidRDefault="00A72677" w:rsidP="00697162">
            <w:pPr>
              <w:pStyle w:val="libPoem"/>
            </w:pPr>
            <w:r w:rsidRPr="00A72677">
              <w:rPr>
                <w:rtl/>
              </w:rPr>
              <w:t>فد</w:t>
            </w:r>
            <w:r w:rsidR="00A4782F" w:rsidRPr="00A72677">
              <w:rPr>
                <w:rtl/>
              </w:rPr>
              <w:t>عوةُ</w:t>
            </w:r>
            <w:r w:rsidR="004C00A8">
              <w:rPr>
                <w:rtl/>
              </w:rPr>
              <w:t xml:space="preserve"> </w:t>
            </w:r>
            <w:r w:rsidR="00A4782F" w:rsidRPr="00A72677">
              <w:rPr>
                <w:rtl/>
              </w:rPr>
              <w:t>الناسِ إن تكن حُجبت</w:t>
            </w:r>
            <w:r w:rsidR="00A4782F" w:rsidRPr="00A72677">
              <w:rPr>
                <w:rStyle w:val="libPoemTiniChar0"/>
                <w:rtl/>
              </w:rPr>
              <w:br/>
              <w:t> </w:t>
            </w:r>
          </w:p>
        </w:tc>
        <w:tc>
          <w:tcPr>
            <w:tcW w:w="272" w:type="dxa"/>
          </w:tcPr>
          <w:p w:rsidR="00A4782F" w:rsidRPr="00A72677" w:rsidRDefault="00A4782F" w:rsidP="00697162">
            <w:pPr>
              <w:pStyle w:val="libPoem"/>
              <w:rPr>
                <w:rtl/>
              </w:rPr>
            </w:pPr>
          </w:p>
        </w:tc>
        <w:tc>
          <w:tcPr>
            <w:tcW w:w="3511" w:type="dxa"/>
          </w:tcPr>
          <w:p w:rsidR="00A4782F" w:rsidRPr="00A72677" w:rsidRDefault="00A4782F" w:rsidP="00697162">
            <w:pPr>
              <w:pStyle w:val="libPoem"/>
            </w:pPr>
            <w:r w:rsidRPr="00A72677">
              <w:rPr>
                <w:rtl/>
              </w:rPr>
              <w:t>لأن</w:t>
            </w:r>
            <w:r w:rsidR="00A72677" w:rsidRPr="00A72677">
              <w:rPr>
                <w:rtl/>
              </w:rPr>
              <w:t>ّها</w:t>
            </w:r>
            <w:r w:rsidRPr="00A72677">
              <w:rPr>
                <w:rtl/>
              </w:rPr>
              <w:t xml:space="preserve"> </w:t>
            </w:r>
            <w:r w:rsidR="00A72677" w:rsidRPr="00A72677">
              <w:rPr>
                <w:rtl/>
              </w:rPr>
              <w:t>سا</w:t>
            </w:r>
            <w:r w:rsidRPr="00A72677">
              <w:rPr>
                <w:rtl/>
              </w:rPr>
              <w:t>ء</w:t>
            </w:r>
            <w:r w:rsidR="00677BC4">
              <w:rPr>
                <w:rtl/>
              </w:rPr>
              <w:t>َ</w:t>
            </w:r>
            <w:r w:rsidRPr="00A72677">
              <w:rPr>
                <w:rtl/>
              </w:rPr>
              <w:t xml:space="preserve"> </w:t>
            </w:r>
            <w:r w:rsidR="00A72677" w:rsidRPr="00A72677">
              <w:rPr>
                <w:rtl/>
              </w:rPr>
              <w:t>فع</w:t>
            </w:r>
            <w:r w:rsidRPr="00A72677">
              <w:rPr>
                <w:rtl/>
              </w:rPr>
              <w:t>لُ أ</w:t>
            </w:r>
            <w:r w:rsidR="00A72677" w:rsidRPr="00A72677">
              <w:rPr>
                <w:rtl/>
              </w:rPr>
              <w:t>كث</w:t>
            </w:r>
            <w:r w:rsidRPr="00A72677">
              <w:rPr>
                <w:rtl/>
              </w:rPr>
              <w:t>رِها</w:t>
            </w:r>
            <w:r w:rsidRPr="00A72677">
              <w:rPr>
                <w:rStyle w:val="libPoemTiniChar0"/>
                <w:rtl/>
              </w:rPr>
              <w:br/>
              <w:t> </w:t>
            </w:r>
          </w:p>
        </w:tc>
      </w:tr>
      <w:tr w:rsidR="00A4782F" w:rsidRPr="00524A24" w:rsidTr="00A4782F">
        <w:trPr>
          <w:trHeight w:val="350"/>
        </w:trPr>
        <w:tc>
          <w:tcPr>
            <w:tcW w:w="3527" w:type="dxa"/>
          </w:tcPr>
          <w:p w:rsidR="00A4782F" w:rsidRPr="00524A24" w:rsidRDefault="00A72677" w:rsidP="00697162">
            <w:pPr>
              <w:pStyle w:val="libPoem"/>
            </w:pPr>
            <w:r w:rsidRPr="009647FC">
              <w:rPr>
                <w:rtl/>
              </w:rPr>
              <w:t>فر</w:t>
            </w:r>
            <w:r w:rsidR="00A4782F" w:rsidRPr="009647FC">
              <w:rPr>
                <w:rtl/>
              </w:rPr>
              <w:t>ُبّ</w:t>
            </w:r>
            <w:r w:rsidR="00677BC4">
              <w:rPr>
                <w:rtl/>
              </w:rPr>
              <w:t>َ</w:t>
            </w:r>
            <w:r w:rsidR="004C00A8">
              <w:rPr>
                <w:rtl/>
              </w:rPr>
              <w:t xml:space="preserve"> </w:t>
            </w:r>
            <w:r w:rsidRPr="009647FC">
              <w:rPr>
                <w:rtl/>
              </w:rPr>
              <w:t>حر</w:t>
            </w:r>
            <w:r w:rsidR="00A4782F" w:rsidRPr="009647FC">
              <w:rPr>
                <w:rtl/>
              </w:rPr>
              <w:t>ّ</w:t>
            </w:r>
            <w:r w:rsidR="00677BC4">
              <w:rPr>
                <w:rtl/>
              </w:rPr>
              <w:t>َ</w:t>
            </w:r>
            <w:r w:rsidR="00A4782F" w:rsidRPr="009647FC">
              <w:rPr>
                <w:rtl/>
              </w:rPr>
              <w:t>ى</w:t>
            </w:r>
            <w:r w:rsidR="00A4782F">
              <w:rPr>
                <w:rtl/>
              </w:rPr>
              <w:t xml:space="preserve"> </w:t>
            </w:r>
            <w:r w:rsidR="00A4782F" w:rsidRPr="009647FC">
              <w:rPr>
                <w:rtl/>
              </w:rPr>
              <w:t>حشىً</w:t>
            </w:r>
            <w:r w:rsidR="00A4782F">
              <w:rPr>
                <w:rtl/>
              </w:rPr>
              <w:t xml:space="preserve"> </w:t>
            </w:r>
            <w:r w:rsidR="00A4782F" w:rsidRPr="009647FC">
              <w:rPr>
                <w:rtl/>
              </w:rPr>
              <w:t>لواحدها</w:t>
            </w:r>
            <w:r w:rsidR="00A4782F"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Default="00A72677" w:rsidP="00697162">
            <w:pPr>
              <w:pStyle w:val="libPoem"/>
            </w:pPr>
            <w:r w:rsidRPr="009647FC">
              <w:rPr>
                <w:rtl/>
              </w:rPr>
              <w:t>شك</w:t>
            </w:r>
            <w:r w:rsidR="00A4782F" w:rsidRPr="009647FC">
              <w:rPr>
                <w:rtl/>
              </w:rPr>
              <w:t>ت</w:t>
            </w:r>
            <w:r w:rsidR="00A4782F">
              <w:rPr>
                <w:rtl/>
              </w:rPr>
              <w:t xml:space="preserve"> </w:t>
            </w:r>
            <w:r w:rsidR="00A4782F" w:rsidRPr="009647FC">
              <w:rPr>
                <w:rtl/>
              </w:rPr>
              <w:t>إ</w:t>
            </w:r>
            <w:r w:rsidRPr="009647FC">
              <w:rPr>
                <w:rtl/>
              </w:rPr>
              <w:t>لى</w:t>
            </w:r>
            <w:r w:rsidR="00A4782F">
              <w:rPr>
                <w:rtl/>
              </w:rPr>
              <w:t xml:space="preserve"> </w:t>
            </w:r>
            <w:r w:rsidR="00A4782F" w:rsidRPr="009647FC">
              <w:rPr>
                <w:rtl/>
              </w:rPr>
              <w:t>اللهِ</w:t>
            </w:r>
            <w:r w:rsidR="00A4782F">
              <w:rPr>
                <w:rtl/>
              </w:rPr>
              <w:t xml:space="preserve"> </w:t>
            </w:r>
            <w:r w:rsidR="00A4782F" w:rsidRPr="009647FC">
              <w:rPr>
                <w:rtl/>
              </w:rPr>
              <w:t>في</w:t>
            </w:r>
            <w:r w:rsidR="00A4782F">
              <w:rPr>
                <w:rtl/>
              </w:rPr>
              <w:t xml:space="preserve"> </w:t>
            </w:r>
            <w:r w:rsidR="00A4782F" w:rsidRPr="009647FC">
              <w:rPr>
                <w:rtl/>
              </w:rPr>
              <w:t>تضوّرِها</w:t>
            </w:r>
            <w:r w:rsidR="00A4782F" w:rsidRPr="00725071">
              <w:rPr>
                <w:rStyle w:val="libPoemTiniChar0"/>
                <w:rtl/>
              </w:rPr>
              <w:br/>
              <w:t> </w:t>
            </w:r>
          </w:p>
        </w:tc>
      </w:tr>
      <w:tr w:rsidR="00A4782F" w:rsidRPr="00524A24" w:rsidTr="00A4782F">
        <w:trPr>
          <w:trHeight w:val="350"/>
        </w:trPr>
        <w:tc>
          <w:tcPr>
            <w:tcW w:w="3527" w:type="dxa"/>
          </w:tcPr>
          <w:p w:rsidR="00A4782F" w:rsidRPr="00524A24" w:rsidRDefault="00A72677" w:rsidP="00697162">
            <w:pPr>
              <w:pStyle w:val="libPoem"/>
            </w:pPr>
            <w:r w:rsidRPr="009647FC">
              <w:rPr>
                <w:rtl/>
              </w:rPr>
              <w:t>تو</w:t>
            </w:r>
            <w:r w:rsidR="00A4782F" w:rsidRPr="009647FC">
              <w:rPr>
                <w:rtl/>
              </w:rPr>
              <w:t>شكُ</w:t>
            </w:r>
            <w:r w:rsidR="004C00A8">
              <w:rPr>
                <w:rtl/>
              </w:rPr>
              <w:t xml:space="preserve"> </w:t>
            </w:r>
            <w:r w:rsidR="00A4782F" w:rsidRPr="009647FC">
              <w:rPr>
                <w:rtl/>
              </w:rPr>
              <w:t>أ</w:t>
            </w:r>
            <w:r w:rsidRPr="009647FC">
              <w:rPr>
                <w:rtl/>
              </w:rPr>
              <w:t>نف</w:t>
            </w:r>
            <w:r w:rsidR="00A4782F" w:rsidRPr="009647FC">
              <w:rPr>
                <w:rtl/>
              </w:rPr>
              <w:t>اسُها</w:t>
            </w:r>
            <w:r w:rsidR="00A4782F">
              <w:rPr>
                <w:rtl/>
              </w:rPr>
              <w:t xml:space="preserve"> </w:t>
            </w:r>
            <w:r w:rsidR="00A4782F" w:rsidRPr="009647FC">
              <w:rPr>
                <w:rtl/>
              </w:rPr>
              <w:t>وقد</w:t>
            </w:r>
            <w:r w:rsidR="00A4782F">
              <w:rPr>
                <w:rtl/>
              </w:rPr>
              <w:t xml:space="preserve"> </w:t>
            </w:r>
            <w:r w:rsidR="00A4782F" w:rsidRPr="009647FC">
              <w:rPr>
                <w:rtl/>
              </w:rPr>
              <w:t>صعدت</w:t>
            </w:r>
            <w:r w:rsidR="00A4782F" w:rsidRPr="00725071">
              <w:rPr>
                <w:rStyle w:val="libPoemTiniChar0"/>
                <w:rtl/>
              </w:rPr>
              <w:br/>
              <w:t> </w:t>
            </w:r>
          </w:p>
        </w:tc>
        <w:tc>
          <w:tcPr>
            <w:tcW w:w="272" w:type="dxa"/>
          </w:tcPr>
          <w:p w:rsidR="00A4782F" w:rsidRDefault="00A4782F" w:rsidP="00697162">
            <w:pPr>
              <w:pStyle w:val="libPoem"/>
              <w:rPr>
                <w:rtl/>
              </w:rPr>
            </w:pPr>
          </w:p>
        </w:tc>
        <w:tc>
          <w:tcPr>
            <w:tcW w:w="3511" w:type="dxa"/>
          </w:tcPr>
          <w:p w:rsidR="00A4782F" w:rsidRPr="00524A24" w:rsidRDefault="00A4782F" w:rsidP="00697162">
            <w:pPr>
              <w:pStyle w:val="libPoem"/>
            </w:pPr>
            <w:r w:rsidRPr="009647FC">
              <w:rPr>
                <w:rtl/>
              </w:rPr>
              <w:t>أن</w:t>
            </w:r>
            <w:r>
              <w:rPr>
                <w:rtl/>
              </w:rPr>
              <w:t xml:space="preserve"> </w:t>
            </w:r>
            <w:r w:rsidR="00A72677" w:rsidRPr="009647FC">
              <w:rPr>
                <w:rtl/>
              </w:rPr>
              <w:t>تح</w:t>
            </w:r>
            <w:r w:rsidRPr="009647FC">
              <w:rPr>
                <w:rtl/>
              </w:rPr>
              <w:t>رق</w:t>
            </w:r>
            <w:r w:rsidR="00677BC4">
              <w:rPr>
                <w:rtl/>
              </w:rPr>
              <w:t>َ</w:t>
            </w:r>
            <w:r>
              <w:rPr>
                <w:rtl/>
              </w:rPr>
              <w:t xml:space="preserve"> </w:t>
            </w:r>
            <w:r w:rsidRPr="009647FC">
              <w:rPr>
                <w:rtl/>
              </w:rPr>
              <w:t>ا</w:t>
            </w:r>
            <w:r w:rsidR="00A72677" w:rsidRPr="009647FC">
              <w:rPr>
                <w:rtl/>
              </w:rPr>
              <w:t>لق</w:t>
            </w:r>
            <w:r w:rsidRPr="009647FC">
              <w:rPr>
                <w:rtl/>
              </w:rPr>
              <w:t>وم</w:t>
            </w:r>
            <w:r w:rsidR="00677BC4">
              <w:rPr>
                <w:rtl/>
              </w:rPr>
              <w:t>َ</w:t>
            </w:r>
            <w:r>
              <w:rPr>
                <w:rtl/>
              </w:rPr>
              <w:t xml:space="preserve"> </w:t>
            </w:r>
            <w:r w:rsidR="00A72677" w:rsidRPr="009647FC">
              <w:rPr>
                <w:rtl/>
              </w:rPr>
              <w:t>في</w:t>
            </w:r>
            <w:r>
              <w:rPr>
                <w:rtl/>
              </w:rPr>
              <w:t xml:space="preserve"> </w:t>
            </w:r>
            <w:r w:rsidRPr="009647FC">
              <w:rPr>
                <w:rtl/>
              </w:rPr>
              <w:t>تسعُّرِها</w:t>
            </w:r>
            <w:r w:rsidRPr="00725071">
              <w:rPr>
                <w:rStyle w:val="libPoemTiniChar0"/>
                <w:rtl/>
              </w:rPr>
              <w:br/>
              <w:t> </w:t>
            </w:r>
          </w:p>
        </w:tc>
      </w:tr>
    </w:tbl>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وقال متحمّساً</w:t>
      </w:r>
      <w:r w:rsidR="00D769AB">
        <w:rPr>
          <w:rtl/>
        </w:rPr>
        <w:t>:</w:t>
      </w:r>
    </w:p>
    <w:tbl>
      <w:tblPr>
        <w:tblStyle w:val="TableGrid"/>
        <w:bidiVisual/>
        <w:tblW w:w="4562" w:type="pct"/>
        <w:tblInd w:w="384" w:type="dxa"/>
        <w:tblLook w:val="04A0"/>
      </w:tblPr>
      <w:tblGrid>
        <w:gridCol w:w="3902"/>
        <w:gridCol w:w="301"/>
        <w:gridCol w:w="3884"/>
      </w:tblGrid>
      <w:tr w:rsidR="006110FF" w:rsidRPr="00524A24" w:rsidTr="006110FF">
        <w:trPr>
          <w:trHeight w:val="350"/>
        </w:trPr>
        <w:tc>
          <w:tcPr>
            <w:tcW w:w="3527" w:type="dxa"/>
          </w:tcPr>
          <w:p w:rsidR="006110FF" w:rsidRPr="00524A24" w:rsidRDefault="00A72677" w:rsidP="00697162">
            <w:pPr>
              <w:pStyle w:val="libPoem"/>
            </w:pPr>
            <w:r w:rsidRPr="00A72677">
              <w:rPr>
                <w:rtl/>
              </w:rPr>
              <w:t>سنا</w:t>
            </w:r>
            <w:r w:rsidR="006110FF" w:rsidRPr="00A72677">
              <w:rPr>
                <w:rtl/>
              </w:rPr>
              <w:t xml:space="preserve">مُ </w:t>
            </w:r>
            <w:r w:rsidRPr="00A72677">
              <w:rPr>
                <w:rtl/>
              </w:rPr>
              <w:t>عل</w:t>
            </w:r>
            <w:r w:rsidR="006110FF" w:rsidRPr="00A72677">
              <w:rPr>
                <w:rtl/>
              </w:rPr>
              <w:t>ا</w:t>
            </w:r>
            <w:r w:rsidRPr="00A72677">
              <w:rPr>
                <w:rtl/>
              </w:rPr>
              <w:t>ئي</w:t>
            </w:r>
            <w:r w:rsidR="00677BC4">
              <w:rPr>
                <w:rtl/>
              </w:rPr>
              <w:t>َ</w:t>
            </w:r>
            <w:r w:rsidR="006110FF" w:rsidRPr="00A72677">
              <w:rPr>
                <w:rtl/>
              </w:rPr>
              <w:t xml:space="preserve"> لم ي</w:t>
            </w:r>
            <w:r w:rsidRPr="00A72677">
              <w:rPr>
                <w:rtl/>
              </w:rPr>
              <w:t>ُق</w:t>
            </w:r>
            <w:r w:rsidR="006110FF" w:rsidRPr="00A72677">
              <w:rPr>
                <w:rtl/>
              </w:rPr>
              <w:t>ر</w:t>
            </w:r>
            <w:r w:rsidR="00677BC4">
              <w:rPr>
                <w:rtl/>
              </w:rPr>
              <w:t>َ</w:t>
            </w:r>
            <w:r w:rsidR="006110FF" w:rsidRPr="00A72677">
              <w:rPr>
                <w:rtl/>
              </w:rPr>
              <w:t>عِ</w:t>
            </w:r>
            <w:r w:rsidR="006110FF"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6110FF" w:rsidP="00697162">
            <w:pPr>
              <w:pStyle w:val="libPoem"/>
            </w:pPr>
            <w:r w:rsidRPr="00A72677">
              <w:rPr>
                <w:rtl/>
              </w:rPr>
              <w:t>و</w:t>
            </w:r>
            <w:r w:rsidR="00A72677" w:rsidRPr="00A72677">
              <w:rPr>
                <w:rtl/>
              </w:rPr>
              <w:t>هضب</w:t>
            </w:r>
            <w:r w:rsidRPr="00A72677">
              <w:rPr>
                <w:rtl/>
              </w:rPr>
              <w:t>ةُ</w:t>
            </w:r>
            <w:r w:rsidR="004C00A8">
              <w:rPr>
                <w:rtl/>
              </w:rPr>
              <w:t xml:space="preserve"> </w:t>
            </w:r>
            <w:r w:rsidR="00A72677" w:rsidRPr="00A72677">
              <w:rPr>
                <w:rtl/>
              </w:rPr>
              <w:t>مج</w:t>
            </w:r>
            <w:r w:rsidRPr="00A72677">
              <w:rPr>
                <w:rtl/>
              </w:rPr>
              <w:t>دي</w:t>
            </w:r>
            <w:r w:rsidR="00677BC4">
              <w:rPr>
                <w:rtl/>
              </w:rPr>
              <w:t>َ</w:t>
            </w:r>
            <w:r w:rsidRPr="00A72677">
              <w:rPr>
                <w:rtl/>
              </w:rPr>
              <w:t xml:space="preserve"> </w:t>
            </w:r>
            <w:r w:rsidR="00A72677" w:rsidRPr="00A72677">
              <w:rPr>
                <w:rtl/>
              </w:rPr>
              <w:t>لم</w:t>
            </w:r>
            <w:r w:rsidRPr="00A72677">
              <w:rPr>
                <w:rtl/>
              </w:rPr>
              <w:t xml:space="preserve"> </w:t>
            </w:r>
            <w:r w:rsidR="00A72677" w:rsidRPr="00A72677">
              <w:rPr>
                <w:rtl/>
              </w:rPr>
              <w:t>تط</w:t>
            </w:r>
            <w:r w:rsidRPr="00A72677">
              <w:rPr>
                <w:rtl/>
              </w:rPr>
              <w:t>ل</w:t>
            </w:r>
            <w:r w:rsidR="00677BC4">
              <w:rPr>
                <w:rtl/>
              </w:rPr>
              <w:t>َ</w:t>
            </w:r>
            <w:r w:rsidRPr="00A72677">
              <w:rPr>
                <w:rtl/>
              </w:rPr>
              <w:t>عِ</w:t>
            </w:r>
            <w:r w:rsidRPr="00A72677">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A72677">
              <w:rPr>
                <w:rtl/>
              </w:rPr>
              <w:t>فقل</w:t>
            </w:r>
            <w:r w:rsidR="006110FF" w:rsidRPr="00A72677">
              <w:rPr>
                <w:rtl/>
              </w:rPr>
              <w:t xml:space="preserve">ْ </w:t>
            </w:r>
            <w:r w:rsidRPr="00A72677">
              <w:rPr>
                <w:rtl/>
              </w:rPr>
              <w:t>لر</w:t>
            </w:r>
            <w:r w:rsidR="006110FF" w:rsidRPr="00A72677">
              <w:rPr>
                <w:rtl/>
              </w:rPr>
              <w:t xml:space="preserve">جالٍ </w:t>
            </w:r>
            <w:r w:rsidRPr="00A72677">
              <w:rPr>
                <w:rtl/>
              </w:rPr>
              <w:t>سع</w:t>
            </w:r>
            <w:r w:rsidR="006110FF" w:rsidRPr="00A72677">
              <w:rPr>
                <w:rtl/>
              </w:rPr>
              <w:t>ت ج</w:t>
            </w:r>
            <w:r w:rsidRPr="00A72677">
              <w:rPr>
                <w:rtl/>
              </w:rPr>
              <w:t>ُه</w:t>
            </w:r>
            <w:r w:rsidR="006110FF" w:rsidRPr="00A72677">
              <w:rPr>
                <w:rtl/>
              </w:rPr>
              <w:t>دها</w:t>
            </w:r>
            <w:r w:rsidR="006110FF"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6110FF" w:rsidP="00697162">
            <w:pPr>
              <w:pStyle w:val="libPoem"/>
            </w:pPr>
            <w:r w:rsidRPr="00A72677">
              <w:rPr>
                <w:rtl/>
              </w:rPr>
              <w:t>لتدرك</w:t>
            </w:r>
            <w:r w:rsidR="00677BC4">
              <w:rPr>
                <w:rtl/>
              </w:rPr>
              <w:t>َ</w:t>
            </w:r>
            <w:r w:rsidRPr="00A72677">
              <w:rPr>
                <w:rtl/>
              </w:rPr>
              <w:t xml:space="preserve"> فوق</w:t>
            </w:r>
            <w:r w:rsidR="00677BC4">
              <w:rPr>
                <w:rtl/>
              </w:rPr>
              <w:t>َ</w:t>
            </w:r>
            <w:r w:rsidRPr="00A72677">
              <w:rPr>
                <w:rtl/>
              </w:rPr>
              <w:t xml:space="preserve"> السهى موضعي</w:t>
            </w:r>
            <w:r w:rsidRPr="00A72677">
              <w:rPr>
                <w:rStyle w:val="libFootnotenumChar"/>
                <w:rtl/>
              </w:rPr>
              <w:t>(1)</w:t>
            </w:r>
            <w:r w:rsidRPr="00A72677">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A72677">
              <w:rPr>
                <w:rtl/>
              </w:rPr>
              <w:t>ولو</w:t>
            </w:r>
            <w:r w:rsidR="004C00A8">
              <w:rPr>
                <w:rtl/>
              </w:rPr>
              <w:t xml:space="preserve"> </w:t>
            </w:r>
            <w:r w:rsidRPr="00A72677">
              <w:rPr>
                <w:rtl/>
              </w:rPr>
              <w:t>أنّ</w:t>
            </w:r>
            <w:r w:rsidR="00677BC4">
              <w:rPr>
                <w:rtl/>
              </w:rPr>
              <w:t>َ</w:t>
            </w:r>
            <w:r w:rsidRPr="00A72677">
              <w:rPr>
                <w:rtl/>
              </w:rPr>
              <w:t xml:space="preserve"> </w:t>
            </w:r>
            <w:r w:rsidR="00A72677" w:rsidRPr="00A72677">
              <w:rPr>
                <w:rtl/>
              </w:rPr>
              <w:t>للش</w:t>
            </w:r>
            <w:r w:rsidRPr="00A72677">
              <w:rPr>
                <w:rtl/>
              </w:rPr>
              <w:t>مسِ أ</w:t>
            </w:r>
            <w:r w:rsidR="00A72677" w:rsidRPr="00A72677">
              <w:rPr>
                <w:rtl/>
              </w:rPr>
              <w:t>حس</w:t>
            </w:r>
            <w:r w:rsidRPr="00A72677">
              <w:rPr>
                <w:rtl/>
              </w:rPr>
              <w:t>ابها</w:t>
            </w:r>
            <w:r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A72677" w:rsidP="00697162">
            <w:pPr>
              <w:pStyle w:val="libPoem"/>
            </w:pPr>
            <w:r w:rsidRPr="00A72677">
              <w:rPr>
                <w:rtl/>
              </w:rPr>
              <w:t>حي</w:t>
            </w:r>
            <w:r w:rsidR="006110FF" w:rsidRPr="00A72677">
              <w:rPr>
                <w:rtl/>
              </w:rPr>
              <w:t xml:space="preserve">اءً </w:t>
            </w:r>
            <w:r w:rsidRPr="00A72677">
              <w:rPr>
                <w:rtl/>
              </w:rPr>
              <w:t>من</w:t>
            </w:r>
            <w:r w:rsidR="006110FF" w:rsidRPr="00A72677">
              <w:rPr>
                <w:rtl/>
              </w:rPr>
              <w:t xml:space="preserve"> ا</w:t>
            </w:r>
            <w:r w:rsidRPr="00A72677">
              <w:rPr>
                <w:rtl/>
              </w:rPr>
              <w:t>لخ</w:t>
            </w:r>
            <w:r w:rsidR="006110FF" w:rsidRPr="00A72677">
              <w:rPr>
                <w:rtl/>
              </w:rPr>
              <w:t xml:space="preserve">زي </w:t>
            </w:r>
            <w:r w:rsidRPr="00A72677">
              <w:rPr>
                <w:rtl/>
              </w:rPr>
              <w:t>لم</w:t>
            </w:r>
            <w:r w:rsidR="006110FF" w:rsidRPr="00A72677">
              <w:rPr>
                <w:rtl/>
              </w:rPr>
              <w:t xml:space="preserve"> </w:t>
            </w:r>
            <w:r w:rsidRPr="00A72677">
              <w:rPr>
                <w:rtl/>
              </w:rPr>
              <w:t>تط</w:t>
            </w:r>
            <w:r w:rsidR="006110FF" w:rsidRPr="00A72677">
              <w:rPr>
                <w:rtl/>
              </w:rPr>
              <w:t>لعِ</w:t>
            </w:r>
            <w:r w:rsidR="006110FF" w:rsidRPr="00A72677">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A72677">
              <w:rPr>
                <w:rtl/>
              </w:rPr>
              <w:t>قف</w:t>
            </w:r>
            <w:r w:rsidR="006110FF" w:rsidRPr="00A72677">
              <w:rPr>
                <w:rtl/>
              </w:rPr>
              <w:t xml:space="preserve">ي </w:t>
            </w:r>
            <w:r w:rsidRPr="00A72677">
              <w:rPr>
                <w:rtl/>
              </w:rPr>
              <w:t>حي</w:t>
            </w:r>
            <w:r w:rsidR="006110FF" w:rsidRPr="00A72677">
              <w:rPr>
                <w:rtl/>
              </w:rPr>
              <w:t>ثُ أو</w:t>
            </w:r>
            <w:r w:rsidRPr="00A72677">
              <w:rPr>
                <w:rtl/>
              </w:rPr>
              <w:t>قف</w:t>
            </w:r>
            <w:r w:rsidR="006110FF" w:rsidRPr="00A72677">
              <w:rPr>
                <w:rtl/>
              </w:rPr>
              <w:t>كِ ا</w:t>
            </w:r>
            <w:r w:rsidRPr="00A72677">
              <w:rPr>
                <w:rtl/>
              </w:rPr>
              <w:t>لع</w:t>
            </w:r>
            <w:r w:rsidR="006110FF" w:rsidRPr="00A72677">
              <w:rPr>
                <w:rtl/>
              </w:rPr>
              <w:t>جزُ أو</w:t>
            </w:r>
            <w:r w:rsidR="006110FF"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A72677" w:rsidP="00697162">
            <w:pPr>
              <w:pStyle w:val="libPoem"/>
            </w:pPr>
            <w:r w:rsidRPr="00A72677">
              <w:rPr>
                <w:rtl/>
              </w:rPr>
              <w:t>فطي</w:t>
            </w:r>
            <w:r w:rsidR="006110FF" w:rsidRPr="00A72677">
              <w:rPr>
                <w:rtl/>
              </w:rPr>
              <w:t>ري</w:t>
            </w:r>
            <w:r w:rsidR="004C00A8">
              <w:rPr>
                <w:rtl/>
              </w:rPr>
              <w:t xml:space="preserve"> </w:t>
            </w:r>
            <w:r w:rsidR="006110FF" w:rsidRPr="00A72677">
              <w:rPr>
                <w:rtl/>
              </w:rPr>
              <w:t>لأمّ ا</w:t>
            </w:r>
            <w:r w:rsidRPr="00A72677">
              <w:rPr>
                <w:rtl/>
              </w:rPr>
              <w:t>لس</w:t>
            </w:r>
            <w:r w:rsidR="006110FF" w:rsidRPr="00A72677">
              <w:rPr>
                <w:rtl/>
              </w:rPr>
              <w:t xml:space="preserve">ما أو </w:t>
            </w:r>
            <w:r w:rsidRPr="00A72677">
              <w:rPr>
                <w:rtl/>
              </w:rPr>
              <w:t>قع</w:t>
            </w:r>
            <w:r w:rsidR="006110FF" w:rsidRPr="00A72677">
              <w:rPr>
                <w:rtl/>
              </w:rPr>
              <w:t>ي</w:t>
            </w:r>
            <w:r w:rsidR="006110FF" w:rsidRPr="00A72677">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A72677">
              <w:rPr>
                <w:rtl/>
              </w:rPr>
              <w:t>فلس</w:t>
            </w:r>
            <w:r w:rsidR="006110FF" w:rsidRPr="00A72677">
              <w:rPr>
                <w:rtl/>
              </w:rPr>
              <w:t xml:space="preserve">تِ </w:t>
            </w:r>
            <w:r w:rsidRPr="00A72677">
              <w:rPr>
                <w:rtl/>
              </w:rPr>
              <w:t>بح</w:t>
            </w:r>
            <w:r w:rsidR="006110FF" w:rsidRPr="00A72677">
              <w:rPr>
                <w:rtl/>
              </w:rPr>
              <w:t xml:space="preserve">ائزةٍ </w:t>
            </w:r>
            <w:r w:rsidRPr="00A72677">
              <w:rPr>
                <w:rtl/>
              </w:rPr>
              <w:t>سع</w:t>
            </w:r>
            <w:r w:rsidR="006110FF" w:rsidRPr="00A72677">
              <w:rPr>
                <w:rtl/>
              </w:rPr>
              <w:t>ي</w:t>
            </w:r>
            <w:r w:rsidR="00677BC4">
              <w:rPr>
                <w:rtl/>
              </w:rPr>
              <w:t>َ</w:t>
            </w:r>
            <w:r w:rsidR="006110FF" w:rsidRPr="00A72677">
              <w:rPr>
                <w:rtl/>
              </w:rPr>
              <w:t xml:space="preserve"> م</w:t>
            </w:r>
            <w:r w:rsidR="00677BC4">
              <w:rPr>
                <w:rtl/>
              </w:rPr>
              <w:t>َ</w:t>
            </w:r>
            <w:r w:rsidRPr="00A72677">
              <w:rPr>
                <w:rtl/>
              </w:rPr>
              <w:t>ن</w:t>
            </w:r>
            <w:r w:rsidR="006110FF" w:rsidRPr="00A72677">
              <w:rPr>
                <w:rtl/>
              </w:rPr>
              <w:t>ْ</w:t>
            </w:r>
            <w:r w:rsidR="006110FF"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6110FF" w:rsidP="00697162">
            <w:pPr>
              <w:pStyle w:val="libPoem"/>
            </w:pPr>
            <w:r w:rsidRPr="00A72677">
              <w:rPr>
                <w:rtl/>
              </w:rPr>
              <w:t xml:space="preserve">لهُ </w:t>
            </w:r>
            <w:r w:rsidR="00A72677" w:rsidRPr="00A72677">
              <w:rPr>
                <w:rtl/>
              </w:rPr>
              <w:t>حو</w:t>
            </w:r>
            <w:r w:rsidRPr="00A72677">
              <w:rPr>
                <w:rtl/>
              </w:rPr>
              <w:t>زةُ ا</w:t>
            </w:r>
            <w:r w:rsidR="00A72677" w:rsidRPr="00A72677">
              <w:rPr>
                <w:rtl/>
              </w:rPr>
              <w:t>لش</w:t>
            </w:r>
            <w:r w:rsidRPr="00A72677">
              <w:rPr>
                <w:rtl/>
              </w:rPr>
              <w:t>رفِ الأر</w:t>
            </w:r>
            <w:r w:rsidR="00A72677" w:rsidRPr="00A72677">
              <w:rPr>
                <w:rtl/>
              </w:rPr>
              <w:t>فع</w:t>
            </w:r>
            <w:r w:rsidRPr="00A72677">
              <w:rPr>
                <w:rtl/>
              </w:rPr>
              <w:t>ِ</w:t>
            </w:r>
            <w:r w:rsidRPr="00A72677">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9647FC">
              <w:rPr>
                <w:rtl/>
              </w:rPr>
              <w:t>فنح</w:t>
            </w:r>
            <w:r w:rsidR="006110FF" w:rsidRPr="009647FC">
              <w:rPr>
                <w:rtl/>
              </w:rPr>
              <w:t>نُ</w:t>
            </w:r>
            <w:r w:rsidR="006110FF">
              <w:rPr>
                <w:rtl/>
              </w:rPr>
              <w:t xml:space="preserve"> </w:t>
            </w:r>
            <w:r w:rsidRPr="009647FC">
              <w:rPr>
                <w:rtl/>
              </w:rPr>
              <w:t>بن</w:t>
            </w:r>
            <w:r w:rsidR="006110FF" w:rsidRPr="009647FC">
              <w:rPr>
                <w:rtl/>
              </w:rPr>
              <w:t>و</w:t>
            </w:r>
            <w:r w:rsidR="006110FF">
              <w:rPr>
                <w:rtl/>
              </w:rPr>
              <w:t xml:space="preserve"> </w:t>
            </w:r>
            <w:r w:rsidRPr="009647FC">
              <w:rPr>
                <w:rtl/>
              </w:rPr>
              <w:t>ها</w:t>
            </w:r>
            <w:r w:rsidR="006110FF" w:rsidRPr="009647FC">
              <w:rPr>
                <w:rtl/>
              </w:rPr>
              <w:t>شمٍ</w:t>
            </w:r>
            <w:r w:rsidR="006110FF">
              <w:rPr>
                <w:rtl/>
              </w:rPr>
              <w:t xml:space="preserve"> </w:t>
            </w:r>
            <w:r w:rsidR="006110FF" w:rsidRPr="009647FC">
              <w:rPr>
                <w:rtl/>
              </w:rPr>
              <w:t>لا</w:t>
            </w:r>
            <w:r w:rsidR="006110FF">
              <w:rPr>
                <w:rtl/>
              </w:rPr>
              <w:t xml:space="preserve"> </w:t>
            </w:r>
            <w:r w:rsidRPr="009647FC">
              <w:rPr>
                <w:rtl/>
              </w:rPr>
              <w:t>نز</w:t>
            </w:r>
            <w:r w:rsidR="006110FF" w:rsidRPr="009647FC">
              <w:rPr>
                <w:rtl/>
              </w:rPr>
              <w:t>الُ</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A72677" w:rsidP="00697162">
            <w:pPr>
              <w:pStyle w:val="libPoem"/>
            </w:pPr>
            <w:r w:rsidRPr="009647FC">
              <w:rPr>
                <w:rtl/>
              </w:rPr>
              <w:t>لن</w:t>
            </w:r>
            <w:r w:rsidR="006110FF" w:rsidRPr="009647FC">
              <w:rPr>
                <w:rtl/>
              </w:rPr>
              <w:t>ا</w:t>
            </w:r>
            <w:r w:rsidR="006110FF">
              <w:rPr>
                <w:rtl/>
              </w:rPr>
              <w:t xml:space="preserve"> </w:t>
            </w:r>
            <w:r w:rsidR="006110FF" w:rsidRPr="009647FC">
              <w:rPr>
                <w:rtl/>
              </w:rPr>
              <w:t>ا</w:t>
            </w:r>
            <w:r w:rsidRPr="009647FC">
              <w:rPr>
                <w:rtl/>
              </w:rPr>
              <w:t>لص</w:t>
            </w:r>
            <w:r w:rsidR="006110FF" w:rsidRPr="009647FC">
              <w:rPr>
                <w:rtl/>
              </w:rPr>
              <w:t>درُ</w:t>
            </w:r>
            <w:r w:rsidR="006110FF">
              <w:rPr>
                <w:rtl/>
              </w:rPr>
              <w:t xml:space="preserve"> </w:t>
            </w:r>
            <w:r w:rsidR="006110FF" w:rsidRPr="009647FC">
              <w:rPr>
                <w:rtl/>
              </w:rPr>
              <w:t>في</w:t>
            </w:r>
            <w:r w:rsidR="006110FF">
              <w:rPr>
                <w:rtl/>
              </w:rPr>
              <w:t xml:space="preserve"> </w:t>
            </w:r>
            <w:r w:rsidR="006110FF" w:rsidRPr="009647FC">
              <w:rPr>
                <w:rtl/>
              </w:rPr>
              <w:t>الجمعِ</w:t>
            </w:r>
            <w:r w:rsidR="006110FF">
              <w:rPr>
                <w:rtl/>
              </w:rPr>
              <w:t xml:space="preserve"> </w:t>
            </w:r>
            <w:r w:rsidR="006110FF" w:rsidRPr="009647FC">
              <w:rPr>
                <w:rtl/>
              </w:rPr>
              <w:t>والمجمعِ</w:t>
            </w:r>
            <w:r w:rsidR="006110FF" w:rsidRPr="00725071">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9647FC">
              <w:rPr>
                <w:rtl/>
              </w:rPr>
              <w:t>و</w:t>
            </w:r>
            <w:r w:rsidR="00A72677" w:rsidRPr="009647FC">
              <w:rPr>
                <w:rtl/>
              </w:rPr>
              <w:t>من</w:t>
            </w:r>
            <w:r>
              <w:rPr>
                <w:rtl/>
              </w:rPr>
              <w:t xml:space="preserve"> </w:t>
            </w:r>
            <w:r w:rsidR="00A72677" w:rsidRPr="009647FC">
              <w:rPr>
                <w:rtl/>
              </w:rPr>
              <w:t>عز</w:t>
            </w:r>
            <w:r w:rsidRPr="009647FC">
              <w:rPr>
                <w:rtl/>
              </w:rPr>
              <w:t>مي</w:t>
            </w:r>
            <w:r w:rsidR="00677BC4">
              <w:rPr>
                <w:rtl/>
              </w:rPr>
              <w:t>َ</w:t>
            </w:r>
            <w:r>
              <w:rPr>
                <w:rtl/>
              </w:rPr>
              <w:t xml:space="preserve"> </w:t>
            </w:r>
            <w:r w:rsidRPr="009647FC">
              <w:rPr>
                <w:rtl/>
              </w:rPr>
              <w:t>ا</w:t>
            </w:r>
            <w:r w:rsidR="00A72677" w:rsidRPr="009647FC">
              <w:rPr>
                <w:rtl/>
              </w:rPr>
              <w:t>لب</w:t>
            </w:r>
            <w:r w:rsidRPr="009647FC">
              <w:rPr>
                <w:rtl/>
              </w:rPr>
              <w:t>يضُ</w:t>
            </w:r>
            <w:r>
              <w:rPr>
                <w:rtl/>
              </w:rPr>
              <w:t xml:space="preserve"> </w:t>
            </w:r>
            <w:r w:rsidRPr="009647FC">
              <w:rPr>
                <w:rtl/>
              </w:rPr>
              <w:t>مطبوعةٌ</w:t>
            </w:r>
            <w:r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Pr="00524A24" w:rsidRDefault="006110FF" w:rsidP="00697162">
            <w:pPr>
              <w:pStyle w:val="libPoem"/>
            </w:pPr>
            <w:r w:rsidRPr="009647FC">
              <w:rPr>
                <w:rtl/>
              </w:rPr>
              <w:t>ولولا</w:t>
            </w:r>
            <w:r>
              <w:rPr>
                <w:rtl/>
              </w:rPr>
              <w:t xml:space="preserve"> </w:t>
            </w:r>
            <w:r w:rsidR="00A72677" w:rsidRPr="009647FC">
              <w:rPr>
                <w:rtl/>
              </w:rPr>
              <w:t>مضا</w:t>
            </w:r>
            <w:r w:rsidRPr="009647FC">
              <w:rPr>
                <w:rtl/>
              </w:rPr>
              <w:t>ئي</w:t>
            </w:r>
            <w:r w:rsidR="00677BC4">
              <w:rPr>
                <w:rtl/>
              </w:rPr>
              <w:t>َ</w:t>
            </w:r>
            <w:r>
              <w:rPr>
                <w:rtl/>
              </w:rPr>
              <w:t xml:space="preserve"> </w:t>
            </w:r>
            <w:r w:rsidR="00A72677" w:rsidRPr="009647FC">
              <w:rPr>
                <w:rtl/>
              </w:rPr>
              <w:t>لم</w:t>
            </w:r>
            <w:r>
              <w:rPr>
                <w:rtl/>
              </w:rPr>
              <w:t xml:space="preserve"> </w:t>
            </w:r>
            <w:r w:rsidR="00A72677" w:rsidRPr="009647FC">
              <w:rPr>
                <w:rtl/>
              </w:rPr>
              <w:t>تق</w:t>
            </w:r>
            <w:r w:rsidRPr="009647FC">
              <w:rPr>
                <w:rtl/>
              </w:rPr>
              <w:t>طعِ</w:t>
            </w:r>
            <w:r w:rsidRPr="00725071">
              <w:rPr>
                <w:rStyle w:val="libPoemTiniChar0"/>
                <w:rtl/>
              </w:rPr>
              <w:br/>
              <w:t> </w:t>
            </w:r>
          </w:p>
        </w:tc>
      </w:tr>
    </w:tbl>
    <w:p w:rsidR="009647FC" w:rsidRPr="00524A24" w:rsidRDefault="009647FC" w:rsidP="004E7EC6">
      <w:pPr>
        <w:pStyle w:val="libNormal"/>
      </w:pPr>
      <w:r w:rsidRPr="009647FC">
        <w:rPr>
          <w:rtl/>
        </w:rPr>
        <w:t>وقال أيضاً</w:t>
      </w:r>
      <w:r w:rsidR="00D769AB">
        <w:rPr>
          <w:rtl/>
        </w:rPr>
        <w:t>:</w:t>
      </w:r>
    </w:p>
    <w:tbl>
      <w:tblPr>
        <w:tblStyle w:val="TableGrid"/>
        <w:bidiVisual/>
        <w:tblW w:w="4562" w:type="pct"/>
        <w:tblInd w:w="384" w:type="dxa"/>
        <w:tblLook w:val="04A0"/>
      </w:tblPr>
      <w:tblGrid>
        <w:gridCol w:w="3902"/>
        <w:gridCol w:w="301"/>
        <w:gridCol w:w="3884"/>
      </w:tblGrid>
      <w:tr w:rsidR="006110FF" w:rsidRPr="00524A24" w:rsidTr="006110FF">
        <w:trPr>
          <w:trHeight w:val="350"/>
        </w:trPr>
        <w:tc>
          <w:tcPr>
            <w:tcW w:w="3527" w:type="dxa"/>
          </w:tcPr>
          <w:p w:rsidR="006110FF" w:rsidRPr="00524A24" w:rsidRDefault="006110FF" w:rsidP="00697162">
            <w:pPr>
              <w:pStyle w:val="libPoem"/>
            </w:pPr>
            <w:r w:rsidRPr="009647FC">
              <w:rPr>
                <w:rtl/>
              </w:rPr>
              <w:t>أ</w:t>
            </w:r>
            <w:r w:rsidR="00A72677" w:rsidRPr="009647FC">
              <w:rPr>
                <w:rtl/>
              </w:rPr>
              <w:t>لف</w:t>
            </w:r>
            <w:r w:rsidRPr="009647FC">
              <w:rPr>
                <w:rtl/>
              </w:rPr>
              <w:t>تُ</w:t>
            </w:r>
            <w:r>
              <w:rPr>
                <w:rtl/>
              </w:rPr>
              <w:t xml:space="preserve"> </w:t>
            </w:r>
            <w:r w:rsidR="00A72677" w:rsidRPr="009647FC">
              <w:rPr>
                <w:rtl/>
              </w:rPr>
              <w:t>قر</w:t>
            </w:r>
            <w:r w:rsidRPr="009647FC">
              <w:rPr>
                <w:rtl/>
              </w:rPr>
              <w:t>اع</w:t>
            </w:r>
            <w:r w:rsidR="00677BC4">
              <w:rPr>
                <w:rtl/>
              </w:rPr>
              <w:t>َ</w:t>
            </w:r>
            <w:r>
              <w:rPr>
                <w:rtl/>
              </w:rPr>
              <w:t xml:space="preserve"> </w:t>
            </w:r>
            <w:r w:rsidRPr="009647FC">
              <w:rPr>
                <w:rtl/>
              </w:rPr>
              <w:t>ا</w:t>
            </w:r>
            <w:r w:rsidR="00A72677" w:rsidRPr="009647FC">
              <w:rPr>
                <w:rtl/>
              </w:rPr>
              <w:t>لخ</w:t>
            </w:r>
            <w:r w:rsidRPr="009647FC">
              <w:rPr>
                <w:rtl/>
              </w:rPr>
              <w:t>طبِ</w:t>
            </w:r>
            <w:r>
              <w:rPr>
                <w:rtl/>
              </w:rPr>
              <w:t xml:space="preserve"> </w:t>
            </w:r>
            <w:r w:rsidR="00A72677" w:rsidRPr="009647FC">
              <w:rPr>
                <w:rtl/>
              </w:rPr>
              <w:t>مذ</w:t>
            </w:r>
            <w:r>
              <w:rPr>
                <w:rtl/>
              </w:rPr>
              <w:t xml:space="preserve"> </w:t>
            </w:r>
            <w:r w:rsidRPr="009647FC">
              <w:rPr>
                <w:rtl/>
              </w:rPr>
              <w:t>أ</w:t>
            </w:r>
            <w:r w:rsidR="00A72677" w:rsidRPr="009647FC">
              <w:rPr>
                <w:rtl/>
              </w:rPr>
              <w:t>نا</w:t>
            </w:r>
            <w:r>
              <w:rPr>
                <w:rtl/>
              </w:rPr>
              <w:t xml:space="preserve"> </w:t>
            </w:r>
            <w:r w:rsidRPr="009647FC">
              <w:rPr>
                <w:rtl/>
              </w:rPr>
              <w:t>يافعُ</w:t>
            </w:r>
            <w:r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A72677" w:rsidP="00697162">
            <w:pPr>
              <w:pStyle w:val="libPoem"/>
            </w:pPr>
            <w:r w:rsidRPr="009647FC">
              <w:rPr>
                <w:rtl/>
              </w:rPr>
              <w:t>فك</w:t>
            </w:r>
            <w:r w:rsidR="006110FF" w:rsidRPr="009647FC">
              <w:rPr>
                <w:rtl/>
              </w:rPr>
              <w:t>يف</w:t>
            </w:r>
            <w:r w:rsidR="00677BC4">
              <w:rPr>
                <w:rtl/>
              </w:rPr>
              <w:t>َ</w:t>
            </w:r>
            <w:r w:rsidR="004C00A8">
              <w:rPr>
                <w:rtl/>
              </w:rPr>
              <w:t xml:space="preserve"> </w:t>
            </w:r>
            <w:r w:rsidRPr="009647FC">
              <w:rPr>
                <w:rtl/>
              </w:rPr>
              <w:t>تر</w:t>
            </w:r>
            <w:r w:rsidR="006110FF" w:rsidRPr="009647FC">
              <w:rPr>
                <w:rtl/>
              </w:rPr>
              <w:t>وعُ</w:t>
            </w:r>
            <w:r w:rsidR="006110FF">
              <w:rPr>
                <w:rtl/>
              </w:rPr>
              <w:t xml:space="preserve"> </w:t>
            </w:r>
            <w:r w:rsidR="006110FF" w:rsidRPr="009647FC">
              <w:rPr>
                <w:rtl/>
              </w:rPr>
              <w:t>ا</w:t>
            </w:r>
            <w:r w:rsidRPr="009647FC">
              <w:rPr>
                <w:rtl/>
              </w:rPr>
              <w:t>لي</w:t>
            </w:r>
            <w:r w:rsidR="006110FF" w:rsidRPr="009647FC">
              <w:rPr>
                <w:rtl/>
              </w:rPr>
              <w:t>وم</w:t>
            </w:r>
            <w:r w:rsidR="00677BC4">
              <w:rPr>
                <w:rtl/>
              </w:rPr>
              <w:t>َ</w:t>
            </w:r>
            <w:r w:rsidR="006110FF">
              <w:rPr>
                <w:rtl/>
              </w:rPr>
              <w:t xml:space="preserve"> </w:t>
            </w:r>
            <w:r w:rsidRPr="009647FC">
              <w:rPr>
                <w:rtl/>
              </w:rPr>
              <w:t>قل</w:t>
            </w:r>
            <w:r w:rsidR="006110FF" w:rsidRPr="009647FC">
              <w:rPr>
                <w:rtl/>
              </w:rPr>
              <w:t>بي</w:t>
            </w:r>
            <w:r w:rsidR="006110FF">
              <w:rPr>
                <w:rtl/>
              </w:rPr>
              <w:t xml:space="preserve"> </w:t>
            </w:r>
            <w:r w:rsidR="006110FF" w:rsidRPr="009647FC">
              <w:rPr>
                <w:rtl/>
              </w:rPr>
              <w:t>الروائعُ</w:t>
            </w:r>
            <w:r w:rsidR="006110FF" w:rsidRPr="00725071">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9647FC">
              <w:rPr>
                <w:rtl/>
              </w:rPr>
              <w:t>لق</w:t>
            </w:r>
            <w:r w:rsidR="006110FF" w:rsidRPr="009647FC">
              <w:rPr>
                <w:rtl/>
              </w:rPr>
              <w:t>د</w:t>
            </w:r>
            <w:r w:rsidR="006110FF">
              <w:rPr>
                <w:rtl/>
              </w:rPr>
              <w:t xml:space="preserve"> </w:t>
            </w:r>
            <w:r w:rsidRPr="009647FC">
              <w:rPr>
                <w:rtl/>
              </w:rPr>
              <w:t>عر</w:t>
            </w:r>
            <w:r w:rsidR="006110FF" w:rsidRPr="009647FC">
              <w:rPr>
                <w:rtl/>
              </w:rPr>
              <w:t>كت</w:t>
            </w:r>
            <w:r w:rsidR="006110FF">
              <w:rPr>
                <w:rtl/>
              </w:rPr>
              <w:t xml:space="preserve"> </w:t>
            </w:r>
            <w:r w:rsidRPr="009647FC">
              <w:rPr>
                <w:rtl/>
              </w:rPr>
              <w:t>من</w:t>
            </w:r>
            <w:r w:rsidR="006110FF" w:rsidRPr="009647FC">
              <w:rPr>
                <w:rtl/>
              </w:rPr>
              <w:t>ّي</w:t>
            </w:r>
            <w:r w:rsidR="006110FF">
              <w:rPr>
                <w:rtl/>
              </w:rPr>
              <w:t xml:space="preserve"> </w:t>
            </w:r>
            <w:r w:rsidR="006110FF" w:rsidRPr="009647FC">
              <w:rPr>
                <w:rtl/>
              </w:rPr>
              <w:t>ا</w:t>
            </w:r>
            <w:r w:rsidRPr="009647FC">
              <w:rPr>
                <w:rtl/>
              </w:rPr>
              <w:t>لل</w:t>
            </w:r>
            <w:r w:rsidR="006110FF" w:rsidRPr="009647FC">
              <w:rPr>
                <w:rtl/>
              </w:rPr>
              <w:t>يالي</w:t>
            </w:r>
            <w:r w:rsidR="006110FF">
              <w:rPr>
                <w:rtl/>
              </w:rPr>
              <w:t xml:space="preserve"> </w:t>
            </w:r>
            <w:r w:rsidR="006110FF" w:rsidRPr="009647FC">
              <w:rPr>
                <w:rtl/>
              </w:rPr>
              <w:t>ابن</w:t>
            </w:r>
            <w:r w:rsidR="006110FF">
              <w:rPr>
                <w:rtl/>
              </w:rPr>
              <w:t xml:space="preserve"> </w:t>
            </w:r>
            <w:r w:rsidR="006110FF" w:rsidRPr="009647FC">
              <w:rPr>
                <w:rtl/>
              </w:rPr>
              <w:t>حرّ</w:t>
            </w:r>
            <w:r w:rsidR="00677BC4">
              <w:rPr>
                <w:rtl/>
              </w:rPr>
              <w:t>َ</w:t>
            </w:r>
            <w:r w:rsidR="006110FF" w:rsidRPr="009647FC">
              <w:rPr>
                <w:rtl/>
              </w:rPr>
              <w:t>ةٍ</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6110FF" w:rsidP="00697162">
            <w:pPr>
              <w:pStyle w:val="libPoem"/>
            </w:pPr>
            <w:r w:rsidRPr="009647FC">
              <w:rPr>
                <w:rtl/>
              </w:rPr>
              <w:t>على</w:t>
            </w:r>
            <w:r w:rsidR="004C00A8">
              <w:rPr>
                <w:rtl/>
              </w:rPr>
              <w:t xml:space="preserve"> </w:t>
            </w:r>
            <w:r w:rsidRPr="009647FC">
              <w:rPr>
                <w:rtl/>
              </w:rPr>
              <w:t>ال</w:t>
            </w:r>
            <w:r w:rsidR="00A72677" w:rsidRPr="009647FC">
              <w:rPr>
                <w:rtl/>
              </w:rPr>
              <w:t>عر</w:t>
            </w:r>
            <w:r w:rsidRPr="009647FC">
              <w:rPr>
                <w:rtl/>
              </w:rPr>
              <w:t>كِ</w:t>
            </w:r>
            <w:r>
              <w:rPr>
                <w:rtl/>
              </w:rPr>
              <w:t xml:space="preserve"> </w:t>
            </w:r>
            <w:r w:rsidRPr="009647FC">
              <w:rPr>
                <w:rtl/>
              </w:rPr>
              <w:t>منهُ</w:t>
            </w:r>
            <w:r>
              <w:rPr>
                <w:rtl/>
              </w:rPr>
              <w:t xml:space="preserve"> </w:t>
            </w:r>
            <w:r w:rsidRPr="009647FC">
              <w:rPr>
                <w:rtl/>
              </w:rPr>
              <w:t>لا</w:t>
            </w:r>
            <w:r>
              <w:rPr>
                <w:rtl/>
              </w:rPr>
              <w:t xml:space="preserve"> </w:t>
            </w:r>
            <w:r w:rsidRPr="009647FC">
              <w:rPr>
                <w:rtl/>
              </w:rPr>
              <w:t>تلينُ</w:t>
            </w:r>
            <w:r>
              <w:rPr>
                <w:rtl/>
              </w:rPr>
              <w:t xml:space="preserve"> </w:t>
            </w:r>
            <w:r w:rsidRPr="009647FC">
              <w:rPr>
                <w:rtl/>
              </w:rPr>
              <w:t>الأخادعُ</w:t>
            </w:r>
            <w:r w:rsidRPr="004E7EC6">
              <w:rPr>
                <w:rStyle w:val="libFootnotenumChar"/>
                <w:rtl/>
              </w:rPr>
              <w:t>(2)</w:t>
            </w:r>
            <w:r w:rsidRPr="00725071">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A72677">
              <w:rPr>
                <w:rtl/>
              </w:rPr>
              <w:t>و</w:t>
            </w:r>
            <w:r w:rsidR="00A72677" w:rsidRPr="00A72677">
              <w:rPr>
                <w:rtl/>
              </w:rPr>
              <w:t>سي</w:t>
            </w:r>
            <w:r w:rsidRPr="00A72677">
              <w:rPr>
                <w:rtl/>
              </w:rPr>
              <w:t xml:space="preserve">انِ </w:t>
            </w:r>
            <w:r w:rsidR="00A72677" w:rsidRPr="00A72677">
              <w:rPr>
                <w:rtl/>
              </w:rPr>
              <w:t>عن</w:t>
            </w:r>
            <w:r w:rsidRPr="00A72677">
              <w:rPr>
                <w:rtl/>
              </w:rPr>
              <w:t xml:space="preserve">دي </w:t>
            </w:r>
            <w:r w:rsidR="00A72677" w:rsidRPr="00A72677">
              <w:rPr>
                <w:rtl/>
              </w:rPr>
              <w:t>سل</w:t>
            </w:r>
            <w:r w:rsidRPr="00A72677">
              <w:rPr>
                <w:rtl/>
              </w:rPr>
              <w:t>مُ د</w:t>
            </w:r>
            <w:r w:rsidR="00A72677" w:rsidRPr="00A72677">
              <w:rPr>
                <w:rtl/>
              </w:rPr>
              <w:t>هر</w:t>
            </w:r>
            <w:r w:rsidRPr="00A72677">
              <w:rPr>
                <w:rtl/>
              </w:rPr>
              <w:t>ي وحربُه</w:t>
            </w:r>
            <w:r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6110FF" w:rsidP="00697162">
            <w:pPr>
              <w:pStyle w:val="libPoem"/>
            </w:pPr>
            <w:r w:rsidRPr="00A72677">
              <w:rPr>
                <w:rtl/>
              </w:rPr>
              <w:t>و</w:t>
            </w:r>
            <w:r w:rsidR="00A72677" w:rsidRPr="00A72677">
              <w:rPr>
                <w:rtl/>
              </w:rPr>
              <w:t>ما</w:t>
            </w:r>
            <w:r w:rsidRPr="00A72677">
              <w:rPr>
                <w:rtl/>
              </w:rPr>
              <w:t xml:space="preserve"> </w:t>
            </w:r>
            <w:r w:rsidR="00A72677" w:rsidRPr="00A72677">
              <w:rPr>
                <w:rtl/>
              </w:rPr>
              <w:t>هو</w:t>
            </w:r>
            <w:r w:rsidRPr="00A72677">
              <w:rPr>
                <w:rtl/>
              </w:rPr>
              <w:t xml:space="preserve"> م</w:t>
            </w:r>
            <w:r w:rsidR="00A72677" w:rsidRPr="00A72677">
              <w:rPr>
                <w:rtl/>
              </w:rPr>
              <w:t>ُع</w:t>
            </w:r>
            <w:r w:rsidRPr="00A72677">
              <w:rPr>
                <w:rtl/>
              </w:rPr>
              <w:t xml:space="preserve">طٍ </w:t>
            </w:r>
            <w:r w:rsidR="00A72677" w:rsidRPr="00A72677">
              <w:rPr>
                <w:rtl/>
              </w:rPr>
              <w:t>لي</w:t>
            </w:r>
            <w:r w:rsidRPr="00A72677">
              <w:rPr>
                <w:rtl/>
              </w:rPr>
              <w:t xml:space="preserve"> و</w:t>
            </w:r>
            <w:r w:rsidR="00A72677" w:rsidRPr="00A72677">
              <w:rPr>
                <w:rtl/>
              </w:rPr>
              <w:t>ما</w:t>
            </w:r>
            <w:r w:rsidRPr="00A72677">
              <w:rPr>
                <w:rtl/>
              </w:rPr>
              <w:t xml:space="preserve"> هو مانعُ</w:t>
            </w:r>
            <w:r w:rsidRPr="00A72677">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A72677">
              <w:rPr>
                <w:rtl/>
              </w:rPr>
              <w:t>لعم</w:t>
            </w:r>
            <w:r w:rsidR="006110FF" w:rsidRPr="00A72677">
              <w:rPr>
                <w:rtl/>
              </w:rPr>
              <w:t>ري</w:t>
            </w:r>
            <w:r w:rsidR="004C00A8">
              <w:rPr>
                <w:rtl/>
              </w:rPr>
              <w:t xml:space="preserve"> </w:t>
            </w:r>
            <w:r w:rsidRPr="00A72677">
              <w:rPr>
                <w:rtl/>
              </w:rPr>
              <w:t>لي</w:t>
            </w:r>
            <w:r w:rsidR="006110FF" w:rsidRPr="00A72677">
              <w:rPr>
                <w:rtl/>
              </w:rPr>
              <w:t>صنع أي</w:t>
            </w:r>
            <w:r w:rsidRPr="00A72677">
              <w:rPr>
                <w:rtl/>
              </w:rPr>
              <w:t>ّم</w:t>
            </w:r>
            <w:r w:rsidR="006110FF" w:rsidRPr="00A72677">
              <w:rPr>
                <w:rtl/>
              </w:rPr>
              <w:t xml:space="preserve">ا </w:t>
            </w:r>
            <w:r w:rsidRPr="00A72677">
              <w:rPr>
                <w:rtl/>
              </w:rPr>
              <w:t>شا</w:t>
            </w:r>
            <w:r w:rsidR="006110FF" w:rsidRPr="00A72677">
              <w:rPr>
                <w:rtl/>
              </w:rPr>
              <w:t>ء</w:t>
            </w:r>
            <w:r w:rsidR="00677BC4">
              <w:rPr>
                <w:rtl/>
              </w:rPr>
              <w:t>َ</w:t>
            </w:r>
            <w:r w:rsidR="006110FF" w:rsidRPr="00A72677">
              <w:rPr>
                <w:rtl/>
              </w:rPr>
              <w:t xml:space="preserve"> إن</w:t>
            </w:r>
            <w:r w:rsidRPr="00A72677">
              <w:rPr>
                <w:rtl/>
              </w:rPr>
              <w:t>ّه</w:t>
            </w:r>
            <w:r w:rsidR="006110FF"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A72677" w:rsidP="00697162">
            <w:pPr>
              <w:pStyle w:val="libPoem"/>
            </w:pPr>
            <w:r w:rsidRPr="00A72677">
              <w:rPr>
                <w:rtl/>
              </w:rPr>
              <w:t>حق</w:t>
            </w:r>
            <w:r w:rsidR="006110FF" w:rsidRPr="00A72677">
              <w:rPr>
                <w:rtl/>
              </w:rPr>
              <w:t>يرٌ</w:t>
            </w:r>
            <w:r w:rsidR="004C00A8">
              <w:rPr>
                <w:rtl/>
              </w:rPr>
              <w:t xml:space="preserve"> </w:t>
            </w:r>
            <w:r w:rsidRPr="00A72677">
              <w:rPr>
                <w:rtl/>
              </w:rPr>
              <w:t>بع</w:t>
            </w:r>
            <w:r w:rsidR="006110FF" w:rsidRPr="00A72677">
              <w:rPr>
                <w:rtl/>
              </w:rPr>
              <w:t xml:space="preserve">يني </w:t>
            </w:r>
            <w:r w:rsidRPr="00A72677">
              <w:rPr>
                <w:rtl/>
              </w:rPr>
              <w:t>كل</w:t>
            </w:r>
            <w:r w:rsidR="006110FF" w:rsidRPr="00A72677">
              <w:rPr>
                <w:rtl/>
              </w:rPr>
              <w:t xml:space="preserve">ّ </w:t>
            </w:r>
            <w:r w:rsidRPr="00A72677">
              <w:rPr>
                <w:rtl/>
              </w:rPr>
              <w:t>ما</w:t>
            </w:r>
            <w:r w:rsidR="006110FF" w:rsidRPr="00A72677">
              <w:rPr>
                <w:rtl/>
              </w:rPr>
              <w:t xml:space="preserve"> </w:t>
            </w:r>
            <w:r w:rsidRPr="00A72677">
              <w:rPr>
                <w:rtl/>
              </w:rPr>
              <w:t>هو</w:t>
            </w:r>
            <w:r w:rsidR="006110FF" w:rsidRPr="00A72677">
              <w:rPr>
                <w:rtl/>
              </w:rPr>
              <w:t xml:space="preserve"> صانعُ</w:t>
            </w:r>
            <w:r w:rsidR="006110FF" w:rsidRPr="00A72677">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A72677">
              <w:rPr>
                <w:rtl/>
              </w:rPr>
              <w:t>سأنش</w:t>
            </w:r>
            <w:r w:rsidR="006110FF" w:rsidRPr="00A72677">
              <w:rPr>
                <w:rtl/>
              </w:rPr>
              <w:t xml:space="preserve">دُ لا </w:t>
            </w:r>
            <w:r w:rsidRPr="00A72677">
              <w:rPr>
                <w:rtl/>
              </w:rPr>
              <w:t>عجز</w:t>
            </w:r>
            <w:r w:rsidR="006110FF" w:rsidRPr="00A72677">
              <w:rPr>
                <w:rtl/>
              </w:rPr>
              <w:t>اً و</w:t>
            </w:r>
            <w:r w:rsidRPr="00A72677">
              <w:rPr>
                <w:rtl/>
              </w:rPr>
              <w:t>لك</w:t>
            </w:r>
            <w:r w:rsidR="006110FF" w:rsidRPr="00A72677">
              <w:rPr>
                <w:rtl/>
              </w:rPr>
              <w:t xml:space="preserve">ن </w:t>
            </w:r>
            <w:r w:rsidRPr="00A72677">
              <w:rPr>
                <w:rtl/>
              </w:rPr>
              <w:t>تح</w:t>
            </w:r>
            <w:r w:rsidR="006110FF" w:rsidRPr="00A72677">
              <w:rPr>
                <w:rtl/>
              </w:rPr>
              <w:t>مّسا</w:t>
            </w:r>
            <w:r w:rsidR="006110FF"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6110FF" w:rsidP="00697162">
            <w:pPr>
              <w:pStyle w:val="libPoem"/>
            </w:pPr>
            <w:r w:rsidRPr="00A72677">
              <w:rPr>
                <w:rtl/>
              </w:rPr>
              <w:t>لي</w:t>
            </w:r>
            <w:r w:rsidR="00677BC4">
              <w:rPr>
                <w:rtl/>
              </w:rPr>
              <w:t>َ</w:t>
            </w:r>
            <w:r w:rsidR="004C00A8">
              <w:rPr>
                <w:rtl/>
              </w:rPr>
              <w:t xml:space="preserve"> </w:t>
            </w:r>
            <w:r w:rsidRPr="00A72677">
              <w:rPr>
                <w:rtl/>
              </w:rPr>
              <w:t>اللهُ أيّ</w:t>
            </w:r>
            <w:r w:rsidR="00677BC4">
              <w:rPr>
                <w:rtl/>
              </w:rPr>
              <w:t>َ</w:t>
            </w:r>
            <w:r w:rsidRPr="00A72677">
              <w:rPr>
                <w:rtl/>
              </w:rPr>
              <w:t xml:space="preserve"> ا</w:t>
            </w:r>
            <w:r w:rsidR="00A72677" w:rsidRPr="00A72677">
              <w:rPr>
                <w:rtl/>
              </w:rPr>
              <w:t>لحا</w:t>
            </w:r>
            <w:r w:rsidRPr="00A72677">
              <w:rPr>
                <w:rtl/>
              </w:rPr>
              <w:t>دثاتِ أ</w:t>
            </w:r>
            <w:r w:rsidR="00A72677" w:rsidRPr="00A72677">
              <w:rPr>
                <w:rtl/>
              </w:rPr>
              <w:t>صانع</w:t>
            </w:r>
            <w:r w:rsidRPr="00A72677">
              <w:rPr>
                <w:rtl/>
              </w:rPr>
              <w:t>ُ</w:t>
            </w:r>
            <w:r w:rsidRPr="00A72677">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A72677">
              <w:rPr>
                <w:rtl/>
              </w:rPr>
              <w:t>وأيّ</w:t>
            </w:r>
            <w:r w:rsidR="00677BC4">
              <w:rPr>
                <w:rtl/>
              </w:rPr>
              <w:t>َ</w:t>
            </w:r>
            <w:r w:rsidRPr="00A72677">
              <w:rPr>
                <w:rtl/>
              </w:rPr>
              <w:t xml:space="preserve"> الأ</w:t>
            </w:r>
            <w:r w:rsidR="00A72677" w:rsidRPr="00A72677">
              <w:rPr>
                <w:rtl/>
              </w:rPr>
              <w:t>عا</w:t>
            </w:r>
            <w:r w:rsidRPr="00A72677">
              <w:rPr>
                <w:rtl/>
              </w:rPr>
              <w:t>دي أت</w:t>
            </w:r>
            <w:r w:rsidR="00A72677" w:rsidRPr="00A72677">
              <w:rPr>
                <w:rtl/>
              </w:rPr>
              <w:t>ّق</w:t>
            </w:r>
            <w:r w:rsidRPr="00A72677">
              <w:rPr>
                <w:rtl/>
              </w:rPr>
              <w:t>ي و</w:t>
            </w:r>
            <w:r w:rsidR="00A72677" w:rsidRPr="00A72677">
              <w:rPr>
                <w:rtl/>
              </w:rPr>
              <w:t>هم</w:t>
            </w:r>
            <w:r w:rsidRPr="00A72677">
              <w:rPr>
                <w:rtl/>
              </w:rPr>
              <w:t>ُ ا</w:t>
            </w:r>
            <w:r w:rsidR="00A72677" w:rsidRPr="00A72677">
              <w:rPr>
                <w:rtl/>
              </w:rPr>
              <w:t>لح</w:t>
            </w:r>
            <w:r w:rsidRPr="00A72677">
              <w:rPr>
                <w:rtl/>
              </w:rPr>
              <w:t>صى</w:t>
            </w:r>
            <w:r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A72677" w:rsidP="00697162">
            <w:pPr>
              <w:pStyle w:val="libPoem"/>
            </w:pPr>
            <w:r w:rsidRPr="00A72677">
              <w:rPr>
                <w:rtl/>
              </w:rPr>
              <w:t>عديد</w:t>
            </w:r>
            <w:r w:rsidR="006110FF" w:rsidRPr="00A72677">
              <w:rPr>
                <w:rtl/>
              </w:rPr>
              <w:t>اً</w:t>
            </w:r>
            <w:r w:rsidR="004C00A8">
              <w:rPr>
                <w:rtl/>
              </w:rPr>
              <w:t xml:space="preserve"> </w:t>
            </w:r>
            <w:r w:rsidR="006110FF" w:rsidRPr="00A72677">
              <w:rPr>
                <w:rtl/>
              </w:rPr>
              <w:t xml:space="preserve">وكلُّ </w:t>
            </w:r>
            <w:r w:rsidRPr="00A72677">
              <w:rPr>
                <w:rtl/>
              </w:rPr>
              <w:t>مج</w:t>
            </w:r>
            <w:r w:rsidR="006110FF" w:rsidRPr="00A72677">
              <w:rPr>
                <w:rtl/>
              </w:rPr>
              <w:t>هرٌ و</w:t>
            </w:r>
            <w:r w:rsidRPr="00A72677">
              <w:rPr>
                <w:rtl/>
              </w:rPr>
              <w:t>مص</w:t>
            </w:r>
            <w:r w:rsidR="006110FF" w:rsidRPr="00A72677">
              <w:rPr>
                <w:rtl/>
              </w:rPr>
              <w:t>انعُ</w:t>
            </w:r>
            <w:r w:rsidR="006110FF" w:rsidRPr="00A72677">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A72677">
              <w:rPr>
                <w:rtl/>
              </w:rPr>
              <w:t>فح</w:t>
            </w:r>
            <w:r w:rsidR="006110FF" w:rsidRPr="00A72677">
              <w:rPr>
                <w:rtl/>
              </w:rPr>
              <w:t>يثُ</w:t>
            </w:r>
            <w:r w:rsidR="004C00A8">
              <w:rPr>
                <w:rtl/>
              </w:rPr>
              <w:t xml:space="preserve"> </w:t>
            </w:r>
            <w:r w:rsidRPr="00A72677">
              <w:rPr>
                <w:rtl/>
              </w:rPr>
              <w:t>طر</w:t>
            </w:r>
            <w:r w:rsidR="006110FF" w:rsidRPr="00A72677">
              <w:rPr>
                <w:rtl/>
              </w:rPr>
              <w:t>حتُ اللحظ</w:t>
            </w:r>
            <w:r w:rsidR="00677BC4">
              <w:rPr>
                <w:rtl/>
              </w:rPr>
              <w:t>َ</w:t>
            </w:r>
            <w:r w:rsidR="006110FF" w:rsidRPr="00A72677">
              <w:rPr>
                <w:rtl/>
              </w:rPr>
              <w:t xml:space="preserve"> أبصرتُ منهمُ</w:t>
            </w:r>
            <w:r w:rsidR="006110FF"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6110FF" w:rsidP="00697162">
            <w:pPr>
              <w:pStyle w:val="libPoem"/>
            </w:pPr>
            <w:r w:rsidRPr="00A72677">
              <w:rPr>
                <w:rtl/>
              </w:rPr>
              <w:t>أ</w:t>
            </w:r>
            <w:r w:rsidR="00A72677" w:rsidRPr="00A72677">
              <w:rPr>
                <w:rtl/>
              </w:rPr>
              <w:t>خا</w:t>
            </w:r>
            <w:r w:rsidRPr="00A72677">
              <w:rPr>
                <w:rtl/>
              </w:rPr>
              <w:t xml:space="preserve"> </w:t>
            </w:r>
            <w:r w:rsidR="00A72677" w:rsidRPr="00A72677">
              <w:rPr>
                <w:rtl/>
              </w:rPr>
              <w:t>حن</w:t>
            </w:r>
            <w:r w:rsidRPr="00A72677">
              <w:rPr>
                <w:rtl/>
              </w:rPr>
              <w:t xml:space="preserve">قٍ </w:t>
            </w:r>
            <w:r w:rsidR="00A72677" w:rsidRPr="00A72677">
              <w:rPr>
                <w:rtl/>
              </w:rPr>
              <w:t>شخ</w:t>
            </w:r>
            <w:r w:rsidRPr="00A72677">
              <w:rPr>
                <w:rtl/>
              </w:rPr>
              <w:t>صي لأ</w:t>
            </w:r>
            <w:r w:rsidR="00A72677" w:rsidRPr="00A72677">
              <w:rPr>
                <w:rtl/>
              </w:rPr>
              <w:t>حش</w:t>
            </w:r>
            <w:r w:rsidRPr="00A72677">
              <w:rPr>
                <w:rtl/>
              </w:rPr>
              <w:t>اهُ صادعُ</w:t>
            </w:r>
            <w:r w:rsidRPr="00A72677">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A72677">
              <w:rPr>
                <w:rtl/>
              </w:rPr>
              <w:t>إذا</w:t>
            </w:r>
            <w:r w:rsidR="004C00A8">
              <w:rPr>
                <w:rtl/>
              </w:rPr>
              <w:t xml:space="preserve"> </w:t>
            </w:r>
            <w:r w:rsidRPr="00A72677">
              <w:rPr>
                <w:rtl/>
              </w:rPr>
              <w:t>ما رآ</w:t>
            </w:r>
            <w:r w:rsidR="00A72677" w:rsidRPr="00A72677">
              <w:rPr>
                <w:rtl/>
              </w:rPr>
              <w:t>ني</w:t>
            </w:r>
            <w:r w:rsidRPr="00A72677">
              <w:rPr>
                <w:rtl/>
              </w:rPr>
              <w:t xml:space="preserve"> أزوّ</w:t>
            </w:r>
            <w:r w:rsidR="00677BC4">
              <w:rPr>
                <w:rtl/>
              </w:rPr>
              <w:t>َ</w:t>
            </w:r>
            <w:r w:rsidRPr="00A72677">
              <w:rPr>
                <w:rtl/>
              </w:rPr>
              <w:t>ر</w:t>
            </w:r>
            <w:r w:rsidR="00677BC4">
              <w:rPr>
                <w:rtl/>
              </w:rPr>
              <w:t>َ</w:t>
            </w:r>
            <w:r w:rsidRPr="00A72677">
              <w:rPr>
                <w:rtl/>
              </w:rPr>
              <w:t xml:space="preserve"> </w:t>
            </w:r>
            <w:r w:rsidR="00A72677" w:rsidRPr="00A72677">
              <w:rPr>
                <w:rtl/>
              </w:rPr>
              <w:t>عن</w:t>
            </w:r>
            <w:r w:rsidRPr="00A72677">
              <w:rPr>
                <w:rtl/>
              </w:rPr>
              <w:t>ّي</w:t>
            </w:r>
            <w:r w:rsidR="00677BC4">
              <w:rPr>
                <w:rtl/>
              </w:rPr>
              <w:t>َ</w:t>
            </w:r>
            <w:r w:rsidRPr="00A72677">
              <w:rPr>
                <w:rtl/>
              </w:rPr>
              <w:t xml:space="preserve"> </w:t>
            </w:r>
            <w:r w:rsidR="00A72677" w:rsidRPr="00A72677">
              <w:rPr>
                <w:rtl/>
              </w:rPr>
              <w:t>طر</w:t>
            </w:r>
            <w:r w:rsidRPr="00A72677">
              <w:rPr>
                <w:rtl/>
              </w:rPr>
              <w:t>فهُ</w:t>
            </w:r>
            <w:r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A72677" w:rsidP="00697162">
            <w:pPr>
              <w:pStyle w:val="libPoem"/>
            </w:pPr>
            <w:r w:rsidRPr="00A72677">
              <w:rPr>
                <w:rtl/>
              </w:rPr>
              <w:t>كأ</w:t>
            </w:r>
            <w:r w:rsidR="006110FF" w:rsidRPr="00A72677">
              <w:rPr>
                <w:rtl/>
              </w:rPr>
              <w:t>ن</w:t>
            </w:r>
            <w:r w:rsidRPr="00A72677">
              <w:rPr>
                <w:rtl/>
              </w:rPr>
              <w:t>ّي</w:t>
            </w:r>
            <w:r w:rsidR="00677BC4">
              <w:rPr>
                <w:rtl/>
              </w:rPr>
              <w:t>َ</w:t>
            </w:r>
            <w:r w:rsidR="006110FF" w:rsidRPr="00A72677">
              <w:rPr>
                <w:rtl/>
              </w:rPr>
              <w:t xml:space="preserve"> ر</w:t>
            </w:r>
            <w:r w:rsidRPr="00A72677">
              <w:rPr>
                <w:rtl/>
              </w:rPr>
              <w:t>مح</w:t>
            </w:r>
            <w:r w:rsidR="006110FF" w:rsidRPr="00A72677">
              <w:rPr>
                <w:rtl/>
              </w:rPr>
              <w:t xml:space="preserve">ٌ </w:t>
            </w:r>
            <w:r w:rsidRPr="00A72677">
              <w:rPr>
                <w:rtl/>
              </w:rPr>
              <w:t>بي</w:t>
            </w:r>
            <w:r w:rsidR="006110FF" w:rsidRPr="00A72677">
              <w:rPr>
                <w:rtl/>
              </w:rPr>
              <w:t>ن</w:t>
            </w:r>
            <w:r w:rsidR="00677BC4">
              <w:rPr>
                <w:rtl/>
              </w:rPr>
              <w:t>َ</w:t>
            </w:r>
            <w:r w:rsidR="006110FF" w:rsidRPr="00A72677">
              <w:rPr>
                <w:rtl/>
              </w:rPr>
              <w:t xml:space="preserve"> </w:t>
            </w:r>
            <w:r w:rsidRPr="00A72677">
              <w:rPr>
                <w:rtl/>
              </w:rPr>
              <w:t>جن</w:t>
            </w:r>
            <w:r w:rsidR="006110FF" w:rsidRPr="00A72677">
              <w:rPr>
                <w:rtl/>
              </w:rPr>
              <w:t xml:space="preserve">بيهِ </w:t>
            </w:r>
            <w:r w:rsidRPr="00A72677">
              <w:rPr>
                <w:rtl/>
              </w:rPr>
              <w:t>شا</w:t>
            </w:r>
            <w:r w:rsidR="006110FF" w:rsidRPr="00A72677">
              <w:rPr>
                <w:rtl/>
              </w:rPr>
              <w:t>رعُ</w:t>
            </w:r>
            <w:r w:rsidR="006110FF" w:rsidRPr="00A72677">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9647FC">
              <w:rPr>
                <w:rtl/>
              </w:rPr>
              <w:t>وإنّي</w:t>
            </w:r>
            <w:r w:rsidR="004C00A8">
              <w:rPr>
                <w:rtl/>
              </w:rPr>
              <w:t xml:space="preserve"> </w:t>
            </w:r>
            <w:r w:rsidRPr="009647FC">
              <w:rPr>
                <w:rtl/>
              </w:rPr>
              <w:t>ولا</w:t>
            </w:r>
            <w:r>
              <w:rPr>
                <w:rtl/>
              </w:rPr>
              <w:t xml:space="preserve"> </w:t>
            </w:r>
            <w:r w:rsidR="00A72677" w:rsidRPr="009647FC">
              <w:rPr>
                <w:rtl/>
              </w:rPr>
              <w:t>فخ</w:t>
            </w:r>
            <w:r w:rsidRPr="009647FC">
              <w:rPr>
                <w:rtl/>
              </w:rPr>
              <w:t>رٌ</w:t>
            </w:r>
            <w:r>
              <w:rPr>
                <w:rtl/>
              </w:rPr>
              <w:t xml:space="preserve">، </w:t>
            </w:r>
            <w:r w:rsidR="00A72677" w:rsidRPr="009647FC">
              <w:rPr>
                <w:rtl/>
              </w:rPr>
              <w:t>كف</w:t>
            </w:r>
            <w:r w:rsidRPr="009647FC">
              <w:rPr>
                <w:rtl/>
              </w:rPr>
              <w:t>اني</w:t>
            </w:r>
            <w:r>
              <w:rPr>
                <w:rtl/>
              </w:rPr>
              <w:t xml:space="preserve"> </w:t>
            </w:r>
            <w:r w:rsidR="00A72677" w:rsidRPr="009647FC">
              <w:rPr>
                <w:rtl/>
              </w:rPr>
              <w:t>تغ</w:t>
            </w:r>
            <w:r w:rsidRPr="009647FC">
              <w:rPr>
                <w:rtl/>
              </w:rPr>
              <w:t>رُّدي</w:t>
            </w:r>
            <w:r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A72677" w:rsidP="00697162">
            <w:pPr>
              <w:pStyle w:val="libPoem"/>
            </w:pPr>
            <w:r w:rsidRPr="009647FC">
              <w:rPr>
                <w:rtl/>
              </w:rPr>
              <w:t>تحا</w:t>
            </w:r>
            <w:r w:rsidR="006110FF" w:rsidRPr="009647FC">
              <w:rPr>
                <w:rtl/>
              </w:rPr>
              <w:t>شدهم</w:t>
            </w:r>
            <w:r w:rsidR="006110FF">
              <w:rPr>
                <w:rtl/>
              </w:rPr>
              <w:t xml:space="preserve"> </w:t>
            </w:r>
            <w:r w:rsidR="006110FF" w:rsidRPr="009647FC">
              <w:rPr>
                <w:rtl/>
              </w:rPr>
              <w:t>أنّ</w:t>
            </w:r>
            <w:r w:rsidR="00677BC4">
              <w:rPr>
                <w:rtl/>
              </w:rPr>
              <w:t>َ</w:t>
            </w:r>
            <w:r w:rsidR="006110FF" w:rsidRPr="009647FC">
              <w:rPr>
                <w:rtl/>
              </w:rPr>
              <w:t>ى</w:t>
            </w:r>
            <w:r w:rsidR="006110FF">
              <w:rPr>
                <w:rtl/>
              </w:rPr>
              <w:t xml:space="preserve"> </w:t>
            </w:r>
            <w:r w:rsidRPr="009647FC">
              <w:rPr>
                <w:rtl/>
              </w:rPr>
              <w:t>حو</w:t>
            </w:r>
            <w:r w:rsidR="006110FF" w:rsidRPr="009647FC">
              <w:rPr>
                <w:rtl/>
              </w:rPr>
              <w:t>تنا</w:t>
            </w:r>
            <w:r w:rsidR="006110FF">
              <w:rPr>
                <w:rtl/>
              </w:rPr>
              <w:t xml:space="preserve"> </w:t>
            </w:r>
            <w:r w:rsidR="006110FF" w:rsidRPr="009647FC">
              <w:rPr>
                <w:rtl/>
              </w:rPr>
              <w:t>ا</w:t>
            </w:r>
            <w:r w:rsidRPr="009647FC">
              <w:rPr>
                <w:rtl/>
              </w:rPr>
              <w:t>لم</w:t>
            </w:r>
            <w:r w:rsidR="006110FF" w:rsidRPr="009647FC">
              <w:rPr>
                <w:rtl/>
              </w:rPr>
              <w:t>جامعُ</w:t>
            </w:r>
            <w:r w:rsidR="006110FF" w:rsidRPr="00725071">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9647FC">
              <w:rPr>
                <w:rtl/>
              </w:rPr>
              <w:t>أُر</w:t>
            </w:r>
            <w:r w:rsidR="00A72677" w:rsidRPr="009647FC">
              <w:rPr>
                <w:rtl/>
              </w:rPr>
              <w:t>يهم</w:t>
            </w:r>
            <w:r>
              <w:rPr>
                <w:rtl/>
              </w:rPr>
              <w:t xml:space="preserve"> </w:t>
            </w:r>
            <w:r w:rsidR="00A72677" w:rsidRPr="009647FC">
              <w:rPr>
                <w:rtl/>
              </w:rPr>
              <w:t>بأ</w:t>
            </w:r>
            <w:r w:rsidRPr="009647FC">
              <w:rPr>
                <w:rtl/>
              </w:rPr>
              <w:t>نّي</w:t>
            </w:r>
            <w:r>
              <w:rPr>
                <w:rtl/>
              </w:rPr>
              <w:t xml:space="preserve"> </w:t>
            </w:r>
            <w:r w:rsidR="00A72677" w:rsidRPr="009647FC">
              <w:rPr>
                <w:rtl/>
              </w:rPr>
              <w:t>عن</w:t>
            </w:r>
            <w:r>
              <w:rPr>
                <w:rtl/>
              </w:rPr>
              <w:t xml:space="preserve"> </w:t>
            </w:r>
            <w:r w:rsidRPr="009647FC">
              <w:rPr>
                <w:rtl/>
              </w:rPr>
              <w:t>دُ</w:t>
            </w:r>
            <w:r w:rsidR="00A72677" w:rsidRPr="009647FC">
              <w:rPr>
                <w:rtl/>
              </w:rPr>
              <w:t>ها</w:t>
            </w:r>
            <w:r w:rsidRPr="009647FC">
              <w:rPr>
                <w:rtl/>
              </w:rPr>
              <w:t>هم</w:t>
            </w:r>
            <w:r>
              <w:rPr>
                <w:rtl/>
              </w:rPr>
              <w:t xml:space="preserve"> </w:t>
            </w:r>
            <w:r w:rsidR="00A72677" w:rsidRPr="009647FC">
              <w:rPr>
                <w:rtl/>
              </w:rPr>
              <w:t>مغ</w:t>
            </w:r>
            <w:r w:rsidRPr="009647FC">
              <w:rPr>
                <w:rtl/>
              </w:rPr>
              <w:t>فلٌ</w:t>
            </w:r>
            <w:r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6110FF" w:rsidP="00697162">
            <w:pPr>
              <w:pStyle w:val="libPoem"/>
            </w:pPr>
            <w:r w:rsidRPr="009647FC">
              <w:rPr>
                <w:rtl/>
              </w:rPr>
              <w:t>وعندي</w:t>
            </w:r>
            <w:r w:rsidR="004C00A8">
              <w:rPr>
                <w:rtl/>
              </w:rPr>
              <w:t xml:space="preserve"> </w:t>
            </w:r>
            <w:r w:rsidRPr="009647FC">
              <w:rPr>
                <w:rtl/>
              </w:rPr>
              <w:t>لهم</w:t>
            </w:r>
            <w:r>
              <w:rPr>
                <w:rtl/>
              </w:rPr>
              <w:t xml:space="preserve"> </w:t>
            </w:r>
            <w:r w:rsidRPr="009647FC">
              <w:rPr>
                <w:rtl/>
              </w:rPr>
              <w:t>خبُّ</w:t>
            </w:r>
            <w:r w:rsidRPr="004E7EC6">
              <w:rPr>
                <w:rStyle w:val="libFootnotenumChar"/>
                <w:rtl/>
              </w:rPr>
              <w:t>(3)</w:t>
            </w:r>
            <w:r>
              <w:rPr>
                <w:rtl/>
              </w:rPr>
              <w:t xml:space="preserve"> </w:t>
            </w:r>
            <w:r w:rsidRPr="009647FC">
              <w:rPr>
                <w:rtl/>
              </w:rPr>
              <w:t>من</w:t>
            </w:r>
            <w:r>
              <w:rPr>
                <w:rtl/>
              </w:rPr>
              <w:t xml:space="preserve"> </w:t>
            </w:r>
            <w:r w:rsidRPr="009647FC">
              <w:rPr>
                <w:rtl/>
              </w:rPr>
              <w:t>ال</w:t>
            </w:r>
            <w:r w:rsidR="00A72677" w:rsidRPr="009647FC">
              <w:rPr>
                <w:rtl/>
              </w:rPr>
              <w:t>عز</w:t>
            </w:r>
            <w:r w:rsidRPr="009647FC">
              <w:rPr>
                <w:rtl/>
              </w:rPr>
              <w:t>مِ</w:t>
            </w:r>
            <w:r>
              <w:rPr>
                <w:rtl/>
              </w:rPr>
              <w:t xml:space="preserve"> </w:t>
            </w:r>
            <w:r w:rsidRPr="009647FC">
              <w:rPr>
                <w:rtl/>
              </w:rPr>
              <w:t>رادعُ</w:t>
            </w:r>
            <w:r w:rsidRPr="00725071">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9647FC">
              <w:rPr>
                <w:rtl/>
              </w:rPr>
              <w:t>كذ</w:t>
            </w:r>
            <w:r w:rsidR="006110FF" w:rsidRPr="009647FC">
              <w:rPr>
                <w:rtl/>
              </w:rPr>
              <w:t>ئبِ</w:t>
            </w:r>
            <w:r w:rsidR="006110FF">
              <w:rPr>
                <w:rtl/>
              </w:rPr>
              <w:t xml:space="preserve"> </w:t>
            </w:r>
            <w:r w:rsidR="006110FF" w:rsidRPr="009647FC">
              <w:rPr>
                <w:rtl/>
              </w:rPr>
              <w:t>ا</w:t>
            </w:r>
            <w:r w:rsidRPr="009647FC">
              <w:rPr>
                <w:rtl/>
              </w:rPr>
              <w:t>لف</w:t>
            </w:r>
            <w:r w:rsidR="006110FF" w:rsidRPr="009647FC">
              <w:rPr>
                <w:rtl/>
              </w:rPr>
              <w:t>ضا</w:t>
            </w:r>
            <w:r w:rsidR="006110FF">
              <w:rPr>
                <w:rtl/>
              </w:rPr>
              <w:t xml:space="preserve"> </w:t>
            </w:r>
            <w:r w:rsidRPr="009647FC">
              <w:rPr>
                <w:rtl/>
              </w:rPr>
              <w:t>تل</w:t>
            </w:r>
            <w:r w:rsidR="006110FF" w:rsidRPr="009647FC">
              <w:rPr>
                <w:rtl/>
              </w:rPr>
              <w:t>قاهُ</w:t>
            </w:r>
            <w:r w:rsidR="006110FF">
              <w:rPr>
                <w:rtl/>
              </w:rPr>
              <w:t xml:space="preserve"> </w:t>
            </w:r>
            <w:r w:rsidR="006110FF" w:rsidRPr="009647FC">
              <w:rPr>
                <w:rtl/>
              </w:rPr>
              <w:t>ر</w:t>
            </w:r>
            <w:r w:rsidRPr="009647FC">
              <w:rPr>
                <w:rtl/>
              </w:rPr>
              <w:t>خو</w:t>
            </w:r>
            <w:r w:rsidR="006110FF" w:rsidRPr="009647FC">
              <w:rPr>
                <w:rtl/>
              </w:rPr>
              <w:t>اً</w:t>
            </w:r>
            <w:r w:rsidR="006110FF">
              <w:rPr>
                <w:rtl/>
              </w:rPr>
              <w:t xml:space="preserve"> </w:t>
            </w:r>
            <w:r w:rsidR="006110FF" w:rsidRPr="009647FC">
              <w:rPr>
                <w:rtl/>
              </w:rPr>
              <w:t>إذا</w:t>
            </w:r>
            <w:r w:rsidR="006110FF">
              <w:rPr>
                <w:rtl/>
              </w:rPr>
              <w:t xml:space="preserve"> </w:t>
            </w:r>
            <w:r w:rsidR="006110FF" w:rsidRPr="009647FC">
              <w:rPr>
                <w:rtl/>
              </w:rPr>
              <w:t>مشى</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Pr="00524A24" w:rsidRDefault="006110FF" w:rsidP="00697162">
            <w:pPr>
              <w:pStyle w:val="libPoem"/>
            </w:pPr>
            <w:r w:rsidRPr="009647FC">
              <w:rPr>
                <w:rtl/>
              </w:rPr>
              <w:t>و</w:t>
            </w:r>
            <w:r w:rsidR="00A72677" w:rsidRPr="009647FC">
              <w:rPr>
                <w:rtl/>
              </w:rPr>
              <w:t>يشت</w:t>
            </w:r>
            <w:r w:rsidRPr="009647FC">
              <w:rPr>
                <w:rtl/>
              </w:rPr>
              <w:t>دُّ</w:t>
            </w:r>
            <w:r w:rsidR="004C00A8">
              <w:rPr>
                <w:rtl/>
              </w:rPr>
              <w:t xml:space="preserve"> </w:t>
            </w:r>
            <w:r w:rsidRPr="009647FC">
              <w:rPr>
                <w:rtl/>
              </w:rPr>
              <w:t>إن</w:t>
            </w:r>
            <w:r>
              <w:rPr>
                <w:rtl/>
              </w:rPr>
              <w:t xml:space="preserve"> </w:t>
            </w:r>
            <w:r w:rsidRPr="009647FC">
              <w:rPr>
                <w:rtl/>
              </w:rPr>
              <w:t>وا</w:t>
            </w:r>
            <w:r w:rsidR="00A72677" w:rsidRPr="009647FC">
              <w:rPr>
                <w:rtl/>
              </w:rPr>
              <w:t>ثبت</w:t>
            </w:r>
            <w:r w:rsidR="00677BC4">
              <w:rPr>
                <w:rtl/>
              </w:rPr>
              <w:t>َ</w:t>
            </w:r>
            <w:r w:rsidRPr="009647FC">
              <w:rPr>
                <w:rtl/>
              </w:rPr>
              <w:t>هُ</w:t>
            </w:r>
            <w:r>
              <w:rPr>
                <w:rtl/>
              </w:rPr>
              <w:t xml:space="preserve"> </w:t>
            </w:r>
            <w:r w:rsidRPr="009647FC">
              <w:rPr>
                <w:rtl/>
              </w:rPr>
              <w:t>و</w:t>
            </w:r>
            <w:r w:rsidR="00A72677" w:rsidRPr="009647FC">
              <w:rPr>
                <w:rtl/>
              </w:rPr>
              <w:t>هو</w:t>
            </w:r>
            <w:r>
              <w:rPr>
                <w:rtl/>
              </w:rPr>
              <w:t xml:space="preserve"> </w:t>
            </w:r>
            <w:r w:rsidR="00A72677" w:rsidRPr="009647FC">
              <w:rPr>
                <w:rtl/>
              </w:rPr>
              <w:t>قا</w:t>
            </w:r>
            <w:r w:rsidRPr="009647FC">
              <w:rPr>
                <w:rtl/>
              </w:rPr>
              <w:t>طعُ</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وفي نسخة</w:t>
      </w:r>
      <w:r w:rsidR="00D769AB">
        <w:rPr>
          <w:rtl/>
        </w:rPr>
        <w:t>:</w:t>
      </w:r>
      <w:r w:rsidRPr="009647FC">
        <w:rPr>
          <w:rtl/>
        </w:rPr>
        <w:t xml:space="preserve"> مطلعي</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الأخادع</w:t>
      </w:r>
      <w:r w:rsidR="00D769AB">
        <w:rPr>
          <w:rtl/>
        </w:rPr>
        <w:t>:</w:t>
      </w:r>
      <w:r w:rsidRPr="009647FC">
        <w:rPr>
          <w:rtl/>
        </w:rPr>
        <w:t xml:space="preserve"> جمع أخدع</w:t>
      </w:r>
      <w:r w:rsidR="00D769AB">
        <w:rPr>
          <w:rtl/>
        </w:rPr>
        <w:t>،</w:t>
      </w:r>
      <w:r w:rsidRPr="009647FC">
        <w:rPr>
          <w:rtl/>
        </w:rPr>
        <w:t xml:space="preserve"> وهو عرق يتفرّع من الوريد</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الخب</w:t>
      </w:r>
      <w:r w:rsidR="00D769AB">
        <w:rPr>
          <w:rtl/>
        </w:rPr>
        <w:t>:</w:t>
      </w:r>
      <w:r w:rsidRPr="009647FC">
        <w:rPr>
          <w:rtl/>
        </w:rPr>
        <w:t xml:space="preserve"> الرجل الخدّاع</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6110FF" w:rsidRPr="00524A24" w:rsidTr="00697162">
        <w:trPr>
          <w:trHeight w:val="350"/>
        </w:trPr>
        <w:tc>
          <w:tcPr>
            <w:tcW w:w="3527" w:type="dxa"/>
          </w:tcPr>
          <w:p w:rsidR="006110FF" w:rsidRPr="00524A24" w:rsidRDefault="006110FF" w:rsidP="00697162">
            <w:pPr>
              <w:pStyle w:val="libPoem"/>
            </w:pPr>
            <w:r>
              <w:rPr>
                <w:rtl/>
              </w:rPr>
              <w:lastRenderedPageBreak/>
              <w:t>(</w:t>
            </w:r>
            <w:r w:rsidR="00A72677" w:rsidRPr="009647FC">
              <w:rPr>
                <w:rtl/>
              </w:rPr>
              <w:t>ينا</w:t>
            </w:r>
            <w:r w:rsidRPr="009647FC">
              <w:rPr>
                <w:rtl/>
              </w:rPr>
              <w:t>مُ</w:t>
            </w:r>
            <w:r>
              <w:rPr>
                <w:rtl/>
              </w:rPr>
              <w:t xml:space="preserve"> </w:t>
            </w:r>
            <w:r w:rsidR="00A72677" w:rsidRPr="009647FC">
              <w:rPr>
                <w:rtl/>
              </w:rPr>
              <w:t>بإ</w:t>
            </w:r>
            <w:r w:rsidRPr="009647FC">
              <w:rPr>
                <w:rtl/>
              </w:rPr>
              <w:t>حدى</w:t>
            </w:r>
            <w:r>
              <w:rPr>
                <w:rtl/>
              </w:rPr>
              <w:t xml:space="preserve"> </w:t>
            </w:r>
            <w:r w:rsidR="00A72677" w:rsidRPr="009647FC">
              <w:rPr>
                <w:rtl/>
              </w:rPr>
              <w:t>مق</w:t>
            </w:r>
            <w:r w:rsidRPr="009647FC">
              <w:rPr>
                <w:rtl/>
              </w:rPr>
              <w:t>لتيه</w:t>
            </w:r>
            <w:r>
              <w:rPr>
                <w:rtl/>
              </w:rPr>
              <w:t xml:space="preserve"> </w:t>
            </w:r>
            <w:r w:rsidRPr="009647FC">
              <w:rPr>
                <w:rtl/>
              </w:rPr>
              <w:t>ويتّقي</w:t>
            </w:r>
            <w:r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Pr="00524A24" w:rsidRDefault="006110FF" w:rsidP="00697162">
            <w:pPr>
              <w:pStyle w:val="libPoem"/>
            </w:pPr>
            <w:r w:rsidRPr="009647FC">
              <w:rPr>
                <w:rtl/>
              </w:rPr>
              <w:t>بأخرى</w:t>
            </w:r>
            <w:r>
              <w:rPr>
                <w:rtl/>
              </w:rPr>
              <w:t xml:space="preserve"> </w:t>
            </w:r>
            <w:r w:rsidRPr="009647FC">
              <w:rPr>
                <w:rtl/>
              </w:rPr>
              <w:t>الأعادي</w:t>
            </w:r>
            <w:r>
              <w:rPr>
                <w:rtl/>
              </w:rPr>
              <w:t xml:space="preserve"> </w:t>
            </w:r>
            <w:r w:rsidRPr="009647FC">
              <w:rPr>
                <w:rtl/>
              </w:rPr>
              <w:t>فهو</w:t>
            </w:r>
            <w:r>
              <w:rPr>
                <w:rtl/>
              </w:rPr>
              <w:t xml:space="preserve"> </w:t>
            </w:r>
            <w:r w:rsidRPr="009647FC">
              <w:rPr>
                <w:rtl/>
              </w:rPr>
              <w:t>يقظانُ</w:t>
            </w:r>
            <w:r>
              <w:rPr>
                <w:rtl/>
              </w:rPr>
              <w:t xml:space="preserve"> </w:t>
            </w:r>
            <w:r w:rsidRPr="009647FC">
              <w:rPr>
                <w:rtl/>
              </w:rPr>
              <w:t>هاجعُ</w:t>
            </w:r>
            <w:r w:rsidRPr="004E7EC6">
              <w:rPr>
                <w:rStyle w:val="libFootnotenumChar"/>
                <w:rtl/>
              </w:rPr>
              <w:t>(1)</w:t>
            </w:r>
            <w:r w:rsidRPr="00725071">
              <w:rPr>
                <w:rStyle w:val="libPoemTiniChar0"/>
                <w:rtl/>
              </w:rPr>
              <w:br/>
              <w:t> </w:t>
            </w:r>
          </w:p>
        </w:tc>
      </w:tr>
    </w:tbl>
    <w:p w:rsidR="009647FC" w:rsidRPr="00524A24" w:rsidRDefault="009647FC" w:rsidP="004E7EC6">
      <w:pPr>
        <w:pStyle w:val="libNormal"/>
      </w:pPr>
      <w:r w:rsidRPr="009647FC">
        <w:rPr>
          <w:rtl/>
        </w:rPr>
        <w:t>وقال متحمّساً</w:t>
      </w:r>
      <w:r w:rsidR="00D769AB">
        <w:rPr>
          <w:rtl/>
        </w:rPr>
        <w:t>:</w:t>
      </w:r>
    </w:p>
    <w:tbl>
      <w:tblPr>
        <w:tblStyle w:val="TableGrid"/>
        <w:bidiVisual/>
        <w:tblW w:w="4562" w:type="pct"/>
        <w:tblInd w:w="384" w:type="dxa"/>
        <w:tblLook w:val="04A0"/>
      </w:tblPr>
      <w:tblGrid>
        <w:gridCol w:w="3902"/>
        <w:gridCol w:w="301"/>
        <w:gridCol w:w="3884"/>
      </w:tblGrid>
      <w:tr w:rsidR="006110FF" w:rsidRPr="00524A24" w:rsidTr="006110FF">
        <w:trPr>
          <w:trHeight w:val="350"/>
        </w:trPr>
        <w:tc>
          <w:tcPr>
            <w:tcW w:w="3527" w:type="dxa"/>
          </w:tcPr>
          <w:p w:rsidR="006110FF" w:rsidRPr="00524A24" w:rsidRDefault="006110FF" w:rsidP="00697162">
            <w:pPr>
              <w:pStyle w:val="libPoem"/>
            </w:pPr>
            <w:r w:rsidRPr="009647FC">
              <w:rPr>
                <w:rtl/>
              </w:rPr>
              <w:t>ا</w:t>
            </w:r>
            <w:r w:rsidR="00A72677" w:rsidRPr="009647FC">
              <w:rPr>
                <w:rtl/>
              </w:rPr>
              <w:t>ضر</w:t>
            </w:r>
            <w:r w:rsidRPr="009647FC">
              <w:rPr>
                <w:rtl/>
              </w:rPr>
              <w:t>ب</w:t>
            </w:r>
            <w:r>
              <w:rPr>
                <w:rtl/>
              </w:rPr>
              <w:t xml:space="preserve"> </w:t>
            </w:r>
            <w:r w:rsidRPr="009647FC">
              <w:rPr>
                <w:rtl/>
              </w:rPr>
              <w:t>بسيفٍ</w:t>
            </w:r>
            <w:r>
              <w:rPr>
                <w:rtl/>
              </w:rPr>
              <w:t xml:space="preserve"> </w:t>
            </w:r>
            <w:r w:rsidRPr="009647FC">
              <w:rPr>
                <w:rtl/>
              </w:rPr>
              <w:t>أو</w:t>
            </w:r>
            <w:r>
              <w:rPr>
                <w:rtl/>
              </w:rPr>
              <w:t xml:space="preserve"> </w:t>
            </w:r>
            <w:r w:rsidRPr="009647FC">
              <w:rPr>
                <w:rtl/>
              </w:rPr>
              <w:t>لسانِ</w:t>
            </w:r>
            <w:r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6110FF" w:rsidP="00697162">
            <w:pPr>
              <w:pStyle w:val="libPoem"/>
            </w:pPr>
            <w:r w:rsidRPr="009647FC">
              <w:rPr>
                <w:rtl/>
              </w:rPr>
              <w:t>وا</w:t>
            </w:r>
            <w:r w:rsidR="00A72677" w:rsidRPr="009647FC">
              <w:rPr>
                <w:rtl/>
              </w:rPr>
              <w:t>طع</w:t>
            </w:r>
            <w:r w:rsidRPr="009647FC">
              <w:rPr>
                <w:rtl/>
              </w:rPr>
              <w:t>ن</w:t>
            </w:r>
            <w:r w:rsidR="004C00A8">
              <w:rPr>
                <w:rtl/>
              </w:rPr>
              <w:t xml:space="preserve"> </w:t>
            </w:r>
            <w:r w:rsidR="00A72677" w:rsidRPr="009647FC">
              <w:rPr>
                <w:rtl/>
              </w:rPr>
              <w:t>بر</w:t>
            </w:r>
            <w:r w:rsidRPr="009647FC">
              <w:rPr>
                <w:rtl/>
              </w:rPr>
              <w:t>محٍ</w:t>
            </w:r>
            <w:r>
              <w:rPr>
                <w:rtl/>
              </w:rPr>
              <w:t xml:space="preserve"> </w:t>
            </w:r>
            <w:r w:rsidRPr="009647FC">
              <w:rPr>
                <w:rtl/>
              </w:rPr>
              <w:t>أو</w:t>
            </w:r>
            <w:r>
              <w:rPr>
                <w:rtl/>
              </w:rPr>
              <w:t xml:space="preserve"> </w:t>
            </w:r>
            <w:r w:rsidRPr="009647FC">
              <w:rPr>
                <w:rtl/>
              </w:rPr>
              <w:t>بنانِ</w:t>
            </w:r>
            <w:r w:rsidRPr="00725071">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9647FC">
              <w:rPr>
                <w:rtl/>
              </w:rPr>
              <w:t>يُغني</w:t>
            </w:r>
            <w:r>
              <w:rPr>
                <w:rtl/>
              </w:rPr>
              <w:t xml:space="preserve"> </w:t>
            </w:r>
            <w:r w:rsidRPr="009647FC">
              <w:rPr>
                <w:rtl/>
              </w:rPr>
              <w:t>ا</w:t>
            </w:r>
            <w:r w:rsidR="00A72677" w:rsidRPr="009647FC">
              <w:rPr>
                <w:rtl/>
              </w:rPr>
              <w:t>لل</w:t>
            </w:r>
            <w:r w:rsidRPr="009647FC">
              <w:rPr>
                <w:rtl/>
              </w:rPr>
              <w:t>سانُ</w:t>
            </w:r>
            <w:r>
              <w:rPr>
                <w:rtl/>
              </w:rPr>
              <w:t xml:space="preserve"> </w:t>
            </w:r>
            <w:r w:rsidRPr="009647FC">
              <w:rPr>
                <w:rtl/>
              </w:rPr>
              <w:t>عن</w:t>
            </w:r>
            <w:r>
              <w:rPr>
                <w:rtl/>
              </w:rPr>
              <w:t xml:space="preserve"> </w:t>
            </w:r>
            <w:r w:rsidRPr="009647FC">
              <w:rPr>
                <w:rtl/>
              </w:rPr>
              <w:t>المهنّ</w:t>
            </w:r>
            <w:r w:rsidR="00677BC4">
              <w:rPr>
                <w:rtl/>
              </w:rPr>
              <w:t>َ</w:t>
            </w:r>
            <w:r w:rsidRPr="009647FC">
              <w:rPr>
                <w:rtl/>
              </w:rPr>
              <w:t>دِ</w:t>
            </w:r>
            <w:r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6110FF" w:rsidP="00697162">
            <w:pPr>
              <w:pStyle w:val="libPoem"/>
            </w:pPr>
            <w:r w:rsidRPr="009647FC">
              <w:rPr>
                <w:rtl/>
              </w:rPr>
              <w:t>وا</w:t>
            </w:r>
            <w:r w:rsidR="00A72677" w:rsidRPr="009647FC">
              <w:rPr>
                <w:rtl/>
              </w:rPr>
              <w:t>لبن</w:t>
            </w:r>
            <w:r w:rsidRPr="009647FC">
              <w:rPr>
                <w:rtl/>
              </w:rPr>
              <w:t>انُ</w:t>
            </w:r>
            <w:r>
              <w:rPr>
                <w:rtl/>
              </w:rPr>
              <w:t xml:space="preserve"> </w:t>
            </w:r>
            <w:r w:rsidR="00A72677" w:rsidRPr="009647FC">
              <w:rPr>
                <w:rtl/>
              </w:rPr>
              <w:t>عن</w:t>
            </w:r>
            <w:r>
              <w:rPr>
                <w:rtl/>
              </w:rPr>
              <w:t xml:space="preserve"> </w:t>
            </w:r>
            <w:r w:rsidRPr="009647FC">
              <w:rPr>
                <w:rtl/>
              </w:rPr>
              <w:t>ا</w:t>
            </w:r>
            <w:r w:rsidR="00A72677" w:rsidRPr="009647FC">
              <w:rPr>
                <w:rtl/>
              </w:rPr>
              <w:t>لس</w:t>
            </w:r>
            <w:r w:rsidRPr="009647FC">
              <w:rPr>
                <w:rtl/>
              </w:rPr>
              <w:t>نانِ</w:t>
            </w:r>
            <w:r w:rsidRPr="00725071">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9647FC">
              <w:rPr>
                <w:rtl/>
              </w:rPr>
              <w:t>ورُمِ</w:t>
            </w:r>
            <w:r>
              <w:rPr>
                <w:rtl/>
              </w:rPr>
              <w:t xml:space="preserve"> </w:t>
            </w:r>
            <w:r w:rsidRPr="009647FC">
              <w:rPr>
                <w:rtl/>
              </w:rPr>
              <w:t>ا</w:t>
            </w:r>
            <w:r w:rsidR="00A72677" w:rsidRPr="009647FC">
              <w:rPr>
                <w:rtl/>
              </w:rPr>
              <w:t>لفخا</w:t>
            </w:r>
            <w:r w:rsidRPr="009647FC">
              <w:rPr>
                <w:rtl/>
              </w:rPr>
              <w:t>ر</w:t>
            </w:r>
            <w:r>
              <w:rPr>
                <w:rtl/>
              </w:rPr>
              <w:t xml:space="preserve"> </w:t>
            </w:r>
            <w:r w:rsidRPr="009647FC">
              <w:rPr>
                <w:rtl/>
              </w:rPr>
              <w:t>ب</w:t>
            </w:r>
            <w:r w:rsidR="00A72677" w:rsidRPr="009647FC">
              <w:rPr>
                <w:rtl/>
              </w:rPr>
              <w:t>هم</w:t>
            </w:r>
            <w:r w:rsidRPr="009647FC">
              <w:rPr>
                <w:rtl/>
              </w:rPr>
              <w:t>ّةٍ</w:t>
            </w:r>
            <w:r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6110FF" w:rsidP="00697162">
            <w:pPr>
              <w:pStyle w:val="libPoem"/>
            </w:pPr>
            <w:r w:rsidRPr="009647FC">
              <w:rPr>
                <w:rtl/>
              </w:rPr>
              <w:t>رجُحت</w:t>
            </w:r>
            <w:r>
              <w:rPr>
                <w:rtl/>
              </w:rPr>
              <w:t xml:space="preserve"> </w:t>
            </w:r>
            <w:r w:rsidRPr="009647FC">
              <w:rPr>
                <w:rtl/>
              </w:rPr>
              <w:t>على</w:t>
            </w:r>
            <w:r>
              <w:rPr>
                <w:rtl/>
              </w:rPr>
              <w:t xml:space="preserve"> </w:t>
            </w:r>
            <w:r w:rsidRPr="009647FC">
              <w:rPr>
                <w:rtl/>
              </w:rPr>
              <w:t>الشُّمِّ</w:t>
            </w:r>
            <w:r>
              <w:rPr>
                <w:rtl/>
              </w:rPr>
              <w:t xml:space="preserve"> </w:t>
            </w:r>
            <w:r w:rsidRPr="009647FC">
              <w:rPr>
                <w:rtl/>
              </w:rPr>
              <w:t>الرعانِ</w:t>
            </w:r>
            <w:r w:rsidRPr="00725071">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A72677">
              <w:rPr>
                <w:rtl/>
              </w:rPr>
              <w:t>وا</w:t>
            </w:r>
            <w:r w:rsidR="00A72677" w:rsidRPr="00A72677">
              <w:rPr>
                <w:rtl/>
              </w:rPr>
              <w:t>سب</w:t>
            </w:r>
            <w:r w:rsidRPr="00A72677">
              <w:rPr>
                <w:rtl/>
              </w:rPr>
              <w:t xml:space="preserve">قْ </w:t>
            </w:r>
            <w:r w:rsidR="00A72677" w:rsidRPr="00A72677">
              <w:rPr>
                <w:rtl/>
              </w:rPr>
              <w:t>لغ</w:t>
            </w:r>
            <w:r w:rsidRPr="00A72677">
              <w:rPr>
                <w:rtl/>
              </w:rPr>
              <w:t>اياتِ المعالي</w:t>
            </w:r>
            <w:r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A72677" w:rsidP="00697162">
            <w:pPr>
              <w:pStyle w:val="libPoem"/>
            </w:pPr>
            <w:r w:rsidRPr="00A72677">
              <w:rPr>
                <w:rtl/>
              </w:rPr>
              <w:t>ما</w:t>
            </w:r>
            <w:r w:rsidR="006110FF" w:rsidRPr="00A72677">
              <w:rPr>
                <w:rtl/>
              </w:rPr>
              <w:t>لكاً</w:t>
            </w:r>
            <w:r w:rsidR="004C00A8">
              <w:rPr>
                <w:rtl/>
              </w:rPr>
              <w:t xml:space="preserve"> </w:t>
            </w:r>
            <w:r w:rsidRPr="00A72677">
              <w:rPr>
                <w:rtl/>
              </w:rPr>
              <w:t>قص</w:t>
            </w:r>
            <w:r w:rsidR="006110FF" w:rsidRPr="00A72677">
              <w:rPr>
                <w:rtl/>
              </w:rPr>
              <w:t>ب</w:t>
            </w:r>
            <w:r w:rsidR="00677BC4">
              <w:rPr>
                <w:rtl/>
              </w:rPr>
              <w:t>َ</w:t>
            </w:r>
            <w:r w:rsidR="006110FF" w:rsidRPr="00A72677">
              <w:rPr>
                <w:rtl/>
              </w:rPr>
              <w:t xml:space="preserve"> ا</w:t>
            </w:r>
            <w:r w:rsidRPr="00A72677">
              <w:rPr>
                <w:rtl/>
              </w:rPr>
              <w:t>لر</w:t>
            </w:r>
            <w:r w:rsidR="006110FF" w:rsidRPr="00A72677">
              <w:rPr>
                <w:rtl/>
              </w:rPr>
              <w:t>هانِ</w:t>
            </w:r>
            <w:r w:rsidR="006110FF" w:rsidRPr="00A72677">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A72677">
              <w:rPr>
                <w:rtl/>
              </w:rPr>
              <w:t>م</w:t>
            </w:r>
            <w:r w:rsidR="00A72677" w:rsidRPr="00A72677">
              <w:rPr>
                <w:rtl/>
              </w:rPr>
              <w:t>ُت</w:t>
            </w:r>
            <w:r w:rsidRPr="00A72677">
              <w:rPr>
                <w:rtl/>
              </w:rPr>
              <w:t xml:space="preserve"> تحت ظلِّ المرهفاتِ</w:t>
            </w:r>
            <w:r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A72677" w:rsidP="00697162">
            <w:pPr>
              <w:pStyle w:val="libPoem"/>
            </w:pPr>
            <w:r w:rsidRPr="00A72677">
              <w:rPr>
                <w:rtl/>
              </w:rPr>
              <w:t>فإ</w:t>
            </w:r>
            <w:r w:rsidR="006110FF" w:rsidRPr="00A72677">
              <w:rPr>
                <w:rtl/>
              </w:rPr>
              <w:t>نّ</w:t>
            </w:r>
            <w:r w:rsidR="00677BC4">
              <w:rPr>
                <w:rtl/>
              </w:rPr>
              <w:t>َ</w:t>
            </w:r>
            <w:r w:rsidR="006110FF" w:rsidRPr="00A72677">
              <w:rPr>
                <w:rtl/>
              </w:rPr>
              <w:t xml:space="preserve"> </w:t>
            </w:r>
            <w:r w:rsidRPr="00A72677">
              <w:rPr>
                <w:rtl/>
              </w:rPr>
              <w:t>هذ</w:t>
            </w:r>
            <w:r w:rsidR="006110FF" w:rsidRPr="00A72677">
              <w:rPr>
                <w:rtl/>
              </w:rPr>
              <w:t>ا ا</w:t>
            </w:r>
            <w:r w:rsidRPr="00A72677">
              <w:rPr>
                <w:rtl/>
              </w:rPr>
              <w:t>لع</w:t>
            </w:r>
            <w:r w:rsidR="006110FF" w:rsidRPr="00A72677">
              <w:rPr>
                <w:rtl/>
              </w:rPr>
              <w:t>مر فاني</w:t>
            </w:r>
            <w:r w:rsidR="006110FF" w:rsidRPr="00A72677">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A72677">
              <w:rPr>
                <w:rtl/>
              </w:rPr>
              <w:t>أو ع</w:t>
            </w:r>
            <w:r w:rsidR="00A72677" w:rsidRPr="00A72677">
              <w:rPr>
                <w:rtl/>
              </w:rPr>
              <w:t>ِش</w:t>
            </w:r>
            <w:r w:rsidRPr="00A72677">
              <w:rPr>
                <w:rtl/>
              </w:rPr>
              <w:t xml:space="preserve"> كريماً في حياتك</w:t>
            </w:r>
            <w:r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A72677" w:rsidP="00697162">
            <w:pPr>
              <w:pStyle w:val="libPoem"/>
            </w:pPr>
            <w:r w:rsidRPr="00A72677">
              <w:rPr>
                <w:rtl/>
              </w:rPr>
              <w:t>هاجر</w:t>
            </w:r>
            <w:r w:rsidR="006110FF" w:rsidRPr="00A72677">
              <w:rPr>
                <w:rtl/>
              </w:rPr>
              <w:t>اً دار</w:t>
            </w:r>
            <w:r w:rsidR="00677BC4">
              <w:rPr>
                <w:rtl/>
              </w:rPr>
              <w:t>َ</w:t>
            </w:r>
            <w:r w:rsidR="006110FF" w:rsidRPr="00A72677">
              <w:rPr>
                <w:rtl/>
              </w:rPr>
              <w:t xml:space="preserve"> ا</w:t>
            </w:r>
            <w:r w:rsidRPr="00A72677">
              <w:rPr>
                <w:rtl/>
              </w:rPr>
              <w:t>لهو</w:t>
            </w:r>
            <w:r w:rsidR="006110FF" w:rsidRPr="00A72677">
              <w:rPr>
                <w:rtl/>
              </w:rPr>
              <w:t>انِ</w:t>
            </w:r>
            <w:r w:rsidR="006110FF" w:rsidRPr="00A72677">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9647FC">
              <w:rPr>
                <w:rtl/>
              </w:rPr>
              <w:t>وإذا</w:t>
            </w:r>
            <w:r>
              <w:rPr>
                <w:rtl/>
              </w:rPr>
              <w:t xml:space="preserve"> </w:t>
            </w:r>
            <w:r w:rsidRPr="009647FC">
              <w:rPr>
                <w:rtl/>
              </w:rPr>
              <w:t>رأ</w:t>
            </w:r>
            <w:r w:rsidR="00A72677" w:rsidRPr="009647FC">
              <w:rPr>
                <w:rtl/>
              </w:rPr>
              <w:t>يت</w:t>
            </w:r>
            <w:r w:rsidR="00677BC4">
              <w:rPr>
                <w:rtl/>
              </w:rPr>
              <w:t>َ</w:t>
            </w:r>
            <w:r>
              <w:rPr>
                <w:rtl/>
              </w:rPr>
              <w:t xml:space="preserve"> </w:t>
            </w:r>
            <w:r w:rsidRPr="009647FC">
              <w:rPr>
                <w:rtl/>
              </w:rPr>
              <w:t>ا</w:t>
            </w:r>
            <w:r w:rsidR="00A72677" w:rsidRPr="009647FC">
              <w:rPr>
                <w:rtl/>
              </w:rPr>
              <w:t>لع</w:t>
            </w:r>
            <w:r w:rsidRPr="009647FC">
              <w:rPr>
                <w:rtl/>
              </w:rPr>
              <w:t>زّ</w:t>
            </w:r>
            <w:r w:rsidR="00677BC4">
              <w:rPr>
                <w:rtl/>
              </w:rPr>
              <w:t>َ</w:t>
            </w:r>
            <w:r>
              <w:rPr>
                <w:rtl/>
              </w:rPr>
              <w:t xml:space="preserve"> </w:t>
            </w:r>
            <w:r w:rsidRPr="009647FC">
              <w:rPr>
                <w:rtl/>
              </w:rPr>
              <w:t>أ</w:t>
            </w:r>
            <w:r w:rsidR="00A72677" w:rsidRPr="009647FC">
              <w:rPr>
                <w:rtl/>
              </w:rPr>
              <w:t>بع</w:t>
            </w:r>
            <w:r w:rsidRPr="009647FC">
              <w:rPr>
                <w:rtl/>
              </w:rPr>
              <w:t>د</w:t>
            </w:r>
            <w:r w:rsidR="00677BC4">
              <w:rPr>
                <w:rtl/>
              </w:rPr>
              <w:t>َ</w:t>
            </w:r>
            <w:r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6110FF" w:rsidP="00697162">
            <w:pPr>
              <w:pStyle w:val="libPoem"/>
            </w:pPr>
            <w:r w:rsidRPr="009647FC">
              <w:rPr>
                <w:rtl/>
              </w:rPr>
              <w:t>وا</w:t>
            </w:r>
            <w:r w:rsidR="00A72677" w:rsidRPr="009647FC">
              <w:rPr>
                <w:rtl/>
              </w:rPr>
              <w:t>لهو</w:t>
            </w:r>
            <w:r w:rsidRPr="009647FC">
              <w:rPr>
                <w:rtl/>
              </w:rPr>
              <w:t>ان</w:t>
            </w:r>
            <w:r w:rsidR="00677BC4">
              <w:rPr>
                <w:rtl/>
              </w:rPr>
              <w:t>َ</w:t>
            </w:r>
            <w:r>
              <w:rPr>
                <w:rtl/>
              </w:rPr>
              <w:t xml:space="preserve"> </w:t>
            </w:r>
            <w:r w:rsidRPr="009647FC">
              <w:rPr>
                <w:rtl/>
              </w:rPr>
              <w:t>إ</w:t>
            </w:r>
            <w:r w:rsidR="00A72677" w:rsidRPr="009647FC">
              <w:rPr>
                <w:rtl/>
              </w:rPr>
              <w:t>لي</w:t>
            </w:r>
            <w:r w:rsidRPr="009647FC">
              <w:rPr>
                <w:rtl/>
              </w:rPr>
              <w:t>ك</w:t>
            </w:r>
            <w:r w:rsidR="00677BC4">
              <w:rPr>
                <w:rtl/>
              </w:rPr>
              <w:t>َ</w:t>
            </w:r>
            <w:r>
              <w:rPr>
                <w:rtl/>
              </w:rPr>
              <w:t xml:space="preserve"> </w:t>
            </w:r>
            <w:r w:rsidRPr="009647FC">
              <w:rPr>
                <w:rtl/>
              </w:rPr>
              <w:t>دا</w:t>
            </w:r>
            <w:r w:rsidR="00A72677" w:rsidRPr="009647FC">
              <w:rPr>
                <w:rtl/>
              </w:rPr>
              <w:t>ني</w:t>
            </w:r>
            <w:r w:rsidRPr="00725071">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9647FC">
              <w:rPr>
                <w:rtl/>
              </w:rPr>
              <w:t>فا</w:t>
            </w:r>
            <w:r w:rsidR="006110FF" w:rsidRPr="009647FC">
              <w:rPr>
                <w:rtl/>
              </w:rPr>
              <w:t>لحزمُ</w:t>
            </w:r>
            <w:r w:rsidR="006110FF">
              <w:rPr>
                <w:rtl/>
              </w:rPr>
              <w:t xml:space="preserve"> </w:t>
            </w:r>
            <w:r w:rsidRPr="009647FC">
              <w:rPr>
                <w:rtl/>
              </w:rPr>
              <w:t>مو</w:t>
            </w:r>
            <w:r w:rsidR="006110FF" w:rsidRPr="009647FC">
              <w:rPr>
                <w:rtl/>
              </w:rPr>
              <w:t>تٌ</w:t>
            </w:r>
            <w:r w:rsidR="006110FF">
              <w:rPr>
                <w:rtl/>
              </w:rPr>
              <w:t xml:space="preserve"> </w:t>
            </w:r>
            <w:r w:rsidR="006110FF" w:rsidRPr="009647FC">
              <w:rPr>
                <w:rtl/>
              </w:rPr>
              <w:t>باعتزازٍ</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6110FF" w:rsidP="00697162">
            <w:pPr>
              <w:pStyle w:val="libPoem"/>
            </w:pPr>
            <w:r w:rsidRPr="009647FC">
              <w:rPr>
                <w:rtl/>
              </w:rPr>
              <w:t>لا</w:t>
            </w:r>
            <w:r>
              <w:rPr>
                <w:rtl/>
              </w:rPr>
              <w:t xml:space="preserve"> </w:t>
            </w:r>
            <w:r w:rsidR="00A72677" w:rsidRPr="009647FC">
              <w:rPr>
                <w:rtl/>
              </w:rPr>
              <w:t>حيا</w:t>
            </w:r>
            <w:r w:rsidRPr="009647FC">
              <w:rPr>
                <w:rtl/>
              </w:rPr>
              <w:t>ة</w:t>
            </w:r>
            <w:r w:rsidR="00677BC4">
              <w:rPr>
                <w:rtl/>
              </w:rPr>
              <w:t>َ</w:t>
            </w:r>
            <w:r>
              <w:rPr>
                <w:rtl/>
              </w:rPr>
              <w:t xml:space="preserve"> </w:t>
            </w:r>
            <w:r w:rsidRPr="009647FC">
              <w:rPr>
                <w:rtl/>
              </w:rPr>
              <w:t>في</w:t>
            </w:r>
            <w:r>
              <w:rPr>
                <w:rtl/>
              </w:rPr>
              <w:t xml:space="preserve"> </w:t>
            </w:r>
            <w:r w:rsidR="00A72677" w:rsidRPr="009647FC">
              <w:rPr>
                <w:rtl/>
              </w:rPr>
              <w:t>هو</w:t>
            </w:r>
            <w:r w:rsidRPr="009647FC">
              <w:rPr>
                <w:rtl/>
              </w:rPr>
              <w:t>انِ</w:t>
            </w:r>
            <w:r w:rsidRPr="00725071">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9647FC">
              <w:rPr>
                <w:rtl/>
              </w:rPr>
              <w:t>فا</w:t>
            </w:r>
            <w:r w:rsidR="006110FF" w:rsidRPr="009647FC">
              <w:rPr>
                <w:rtl/>
              </w:rPr>
              <w:t>لحرُّ</w:t>
            </w:r>
            <w:r w:rsidR="006110FF">
              <w:rPr>
                <w:rtl/>
              </w:rPr>
              <w:t xml:space="preserve"> </w:t>
            </w:r>
            <w:r w:rsidR="006110FF" w:rsidRPr="009647FC">
              <w:rPr>
                <w:rtl/>
              </w:rPr>
              <w:t>إن</w:t>
            </w:r>
            <w:r w:rsidR="006110FF">
              <w:rPr>
                <w:rtl/>
              </w:rPr>
              <w:t xml:space="preserve"> </w:t>
            </w:r>
            <w:r w:rsidRPr="009647FC">
              <w:rPr>
                <w:rtl/>
              </w:rPr>
              <w:t>سي</w:t>
            </w:r>
            <w:r w:rsidR="006110FF" w:rsidRPr="009647FC">
              <w:rPr>
                <w:rtl/>
              </w:rPr>
              <w:t>م</w:t>
            </w:r>
            <w:r w:rsidR="00677BC4">
              <w:rPr>
                <w:rtl/>
              </w:rPr>
              <w:t>َ</w:t>
            </w:r>
            <w:r w:rsidR="006110FF">
              <w:rPr>
                <w:rtl/>
              </w:rPr>
              <w:t xml:space="preserve"> </w:t>
            </w:r>
            <w:r w:rsidR="006110FF" w:rsidRPr="009647FC">
              <w:rPr>
                <w:rtl/>
              </w:rPr>
              <w:t>ا</w:t>
            </w:r>
            <w:r w:rsidRPr="009647FC">
              <w:rPr>
                <w:rtl/>
              </w:rPr>
              <w:t>لم</w:t>
            </w:r>
            <w:r w:rsidR="006110FF" w:rsidRPr="009647FC">
              <w:rPr>
                <w:rtl/>
              </w:rPr>
              <w:t>ذلّة</w:t>
            </w:r>
            <w:r w:rsidR="00677BC4">
              <w:rPr>
                <w:rtl/>
              </w:rPr>
              <w:t>َ</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A72677" w:rsidP="00697162">
            <w:pPr>
              <w:pStyle w:val="libPoem"/>
            </w:pPr>
            <w:r w:rsidRPr="009647FC">
              <w:rPr>
                <w:rtl/>
              </w:rPr>
              <w:t>صا</w:t>
            </w:r>
            <w:r w:rsidR="006110FF" w:rsidRPr="009647FC">
              <w:rPr>
                <w:rtl/>
              </w:rPr>
              <w:t>حب</w:t>
            </w:r>
            <w:r w:rsidR="00677BC4">
              <w:rPr>
                <w:rtl/>
              </w:rPr>
              <w:t>َ</w:t>
            </w:r>
            <w:r w:rsidR="006110FF">
              <w:rPr>
                <w:rtl/>
              </w:rPr>
              <w:t xml:space="preserve"> </w:t>
            </w:r>
            <w:r w:rsidR="006110FF" w:rsidRPr="009647FC">
              <w:rPr>
                <w:rtl/>
              </w:rPr>
              <w:t>العضب</w:t>
            </w:r>
            <w:r w:rsidR="006110FF">
              <w:rPr>
                <w:rtl/>
              </w:rPr>
              <w:t xml:space="preserve"> </w:t>
            </w:r>
            <w:r w:rsidR="006110FF" w:rsidRPr="009647FC">
              <w:rPr>
                <w:rtl/>
              </w:rPr>
              <w:t>اليماني</w:t>
            </w:r>
            <w:r w:rsidR="006110FF" w:rsidRPr="00725071">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9647FC">
              <w:rPr>
                <w:rtl/>
              </w:rPr>
              <w:t>وإذا</w:t>
            </w:r>
            <w:r>
              <w:rPr>
                <w:rtl/>
              </w:rPr>
              <w:t xml:space="preserve"> </w:t>
            </w:r>
            <w:r w:rsidR="00A72677" w:rsidRPr="009647FC">
              <w:rPr>
                <w:rtl/>
              </w:rPr>
              <w:t>نب</w:t>
            </w:r>
            <w:r w:rsidRPr="009647FC">
              <w:rPr>
                <w:rtl/>
              </w:rPr>
              <w:t>ت</w:t>
            </w:r>
            <w:r>
              <w:rPr>
                <w:rtl/>
              </w:rPr>
              <w:t xml:space="preserve"> </w:t>
            </w:r>
            <w:r w:rsidR="00A72677" w:rsidRPr="009647FC">
              <w:rPr>
                <w:rtl/>
              </w:rPr>
              <w:t>في</w:t>
            </w:r>
            <w:r w:rsidRPr="009647FC">
              <w:rPr>
                <w:rtl/>
              </w:rPr>
              <w:t>ه</w:t>
            </w:r>
            <w:r>
              <w:rPr>
                <w:rtl/>
              </w:rPr>
              <w:t xml:space="preserve"> </w:t>
            </w:r>
            <w:r w:rsidRPr="009647FC">
              <w:rPr>
                <w:rtl/>
              </w:rPr>
              <w:t>ا</w:t>
            </w:r>
            <w:r w:rsidR="00A72677" w:rsidRPr="009647FC">
              <w:rPr>
                <w:rtl/>
              </w:rPr>
              <w:t>لم</w:t>
            </w:r>
            <w:r w:rsidRPr="009647FC">
              <w:rPr>
                <w:rtl/>
              </w:rPr>
              <w:t>عاهدُ</w:t>
            </w:r>
            <w:r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Pr="00524A24" w:rsidRDefault="006110FF" w:rsidP="00697162">
            <w:pPr>
              <w:pStyle w:val="libPoem"/>
            </w:pPr>
            <w:r w:rsidRPr="009647FC">
              <w:rPr>
                <w:rtl/>
              </w:rPr>
              <w:t>حلّ</w:t>
            </w:r>
            <w:r w:rsidR="00677BC4">
              <w:rPr>
                <w:rtl/>
              </w:rPr>
              <w:t>َ</w:t>
            </w:r>
            <w:r>
              <w:rPr>
                <w:rtl/>
              </w:rPr>
              <w:t xml:space="preserve"> </w:t>
            </w:r>
            <w:r w:rsidRPr="009647FC">
              <w:rPr>
                <w:rtl/>
              </w:rPr>
              <w:t>في</w:t>
            </w:r>
            <w:r>
              <w:rPr>
                <w:rtl/>
              </w:rPr>
              <w:t xml:space="preserve"> </w:t>
            </w:r>
            <w:r w:rsidRPr="009647FC">
              <w:rPr>
                <w:rtl/>
              </w:rPr>
              <w:t>كُورِ</w:t>
            </w:r>
            <w:r>
              <w:rPr>
                <w:rtl/>
              </w:rPr>
              <w:t xml:space="preserve"> </w:t>
            </w:r>
            <w:r w:rsidRPr="009647FC">
              <w:rPr>
                <w:rtl/>
              </w:rPr>
              <w:t>الهجانِ</w:t>
            </w:r>
            <w:r w:rsidRPr="004E7EC6">
              <w:rPr>
                <w:rStyle w:val="libFootnotenumChar"/>
                <w:rtl/>
              </w:rPr>
              <w:t>(2)</w:t>
            </w:r>
            <w:r w:rsidRPr="00725071">
              <w:rPr>
                <w:rStyle w:val="libPoemTiniChar0"/>
                <w:rtl/>
              </w:rPr>
              <w:br/>
              <w:t> </w:t>
            </w:r>
          </w:p>
        </w:tc>
      </w:tr>
    </w:tbl>
    <w:p w:rsidR="009647FC" w:rsidRPr="00524A24" w:rsidRDefault="009647FC" w:rsidP="004E7EC6">
      <w:pPr>
        <w:pStyle w:val="libNormal"/>
      </w:pPr>
      <w:r w:rsidRPr="009647FC">
        <w:rPr>
          <w:rtl/>
        </w:rPr>
        <w:t>وقال متحمّساً</w:t>
      </w:r>
      <w:r w:rsidR="00D769AB">
        <w:rPr>
          <w:rtl/>
        </w:rPr>
        <w:t>:</w:t>
      </w:r>
    </w:p>
    <w:tbl>
      <w:tblPr>
        <w:tblStyle w:val="TableGrid"/>
        <w:bidiVisual/>
        <w:tblW w:w="4562" w:type="pct"/>
        <w:tblInd w:w="384" w:type="dxa"/>
        <w:tblLook w:val="04A0"/>
      </w:tblPr>
      <w:tblGrid>
        <w:gridCol w:w="3902"/>
        <w:gridCol w:w="301"/>
        <w:gridCol w:w="3884"/>
      </w:tblGrid>
      <w:tr w:rsidR="006110FF" w:rsidRPr="00524A24" w:rsidTr="006110FF">
        <w:trPr>
          <w:trHeight w:val="350"/>
        </w:trPr>
        <w:tc>
          <w:tcPr>
            <w:tcW w:w="3527" w:type="dxa"/>
          </w:tcPr>
          <w:p w:rsidR="006110FF" w:rsidRPr="00524A24" w:rsidRDefault="006110FF" w:rsidP="00697162">
            <w:pPr>
              <w:pStyle w:val="libPoem"/>
            </w:pPr>
            <w:r w:rsidRPr="009647FC">
              <w:rPr>
                <w:rtl/>
              </w:rPr>
              <w:t>لا</w:t>
            </w:r>
            <w:r>
              <w:rPr>
                <w:rtl/>
              </w:rPr>
              <w:t xml:space="preserve"> </w:t>
            </w:r>
            <w:r w:rsidRPr="009647FC">
              <w:rPr>
                <w:rtl/>
              </w:rPr>
              <w:t>تحنّي</w:t>
            </w:r>
            <w:r>
              <w:rPr>
                <w:rtl/>
              </w:rPr>
              <w:t xml:space="preserve"> </w:t>
            </w:r>
            <w:r w:rsidRPr="009647FC">
              <w:rPr>
                <w:rtl/>
              </w:rPr>
              <w:t>إذا</w:t>
            </w:r>
            <w:r>
              <w:rPr>
                <w:rtl/>
              </w:rPr>
              <w:t xml:space="preserve"> </w:t>
            </w:r>
            <w:r w:rsidRPr="009647FC">
              <w:rPr>
                <w:rtl/>
              </w:rPr>
              <w:t>أخو</w:t>
            </w:r>
            <w:r>
              <w:rPr>
                <w:rtl/>
              </w:rPr>
              <w:t xml:space="preserve"> </w:t>
            </w:r>
            <w:r w:rsidRPr="009647FC">
              <w:rPr>
                <w:rtl/>
              </w:rPr>
              <w:t>الشوقِ</w:t>
            </w:r>
            <w:r w:rsidRPr="004E7EC6">
              <w:rPr>
                <w:rStyle w:val="libFootnotenumChar"/>
                <w:rtl/>
              </w:rPr>
              <w:t>(3)</w:t>
            </w:r>
            <w:r>
              <w:rPr>
                <w:rtl/>
              </w:rPr>
              <w:t xml:space="preserve"> </w:t>
            </w:r>
            <w:r w:rsidRPr="009647FC">
              <w:rPr>
                <w:rtl/>
              </w:rPr>
              <w:t>حنّا</w:t>
            </w:r>
            <w:r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6110FF" w:rsidP="00697162">
            <w:pPr>
              <w:pStyle w:val="libPoem"/>
            </w:pPr>
            <w:r w:rsidRPr="009647FC">
              <w:rPr>
                <w:rtl/>
              </w:rPr>
              <w:t>أ</w:t>
            </w:r>
            <w:r w:rsidR="00A72677" w:rsidRPr="009647FC">
              <w:rPr>
                <w:rtl/>
              </w:rPr>
              <w:t>نا</w:t>
            </w:r>
            <w:r>
              <w:rPr>
                <w:rtl/>
              </w:rPr>
              <w:t xml:space="preserve"> </w:t>
            </w:r>
            <w:r w:rsidR="00A72677" w:rsidRPr="009647FC">
              <w:rPr>
                <w:rtl/>
              </w:rPr>
              <w:t>يا</w:t>
            </w:r>
            <w:r>
              <w:rPr>
                <w:rtl/>
              </w:rPr>
              <w:t xml:space="preserve"> </w:t>
            </w:r>
            <w:r w:rsidRPr="009647FC">
              <w:rPr>
                <w:rtl/>
              </w:rPr>
              <w:t>ورقُ</w:t>
            </w:r>
            <w:r>
              <w:rPr>
                <w:rtl/>
              </w:rPr>
              <w:t xml:space="preserve"> </w:t>
            </w:r>
            <w:r w:rsidR="00A72677" w:rsidRPr="009647FC">
              <w:rPr>
                <w:rtl/>
              </w:rPr>
              <w:t>لل</w:t>
            </w:r>
            <w:r w:rsidRPr="009647FC">
              <w:rPr>
                <w:rtl/>
              </w:rPr>
              <w:t>شجا</w:t>
            </w:r>
            <w:r>
              <w:rPr>
                <w:rtl/>
              </w:rPr>
              <w:t xml:space="preserve"> </w:t>
            </w:r>
            <w:r w:rsidRPr="009647FC">
              <w:rPr>
                <w:rtl/>
              </w:rPr>
              <w:t>منك</w:t>
            </w:r>
            <w:r>
              <w:rPr>
                <w:rtl/>
              </w:rPr>
              <w:t xml:space="preserve"> </w:t>
            </w:r>
            <w:r w:rsidRPr="009647FC">
              <w:rPr>
                <w:rtl/>
              </w:rPr>
              <w:t>أدنى</w:t>
            </w:r>
            <w:r w:rsidRPr="00725071">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9647FC">
              <w:rPr>
                <w:rtl/>
              </w:rPr>
              <w:t>و</w:t>
            </w:r>
            <w:r w:rsidR="00A72677" w:rsidRPr="009647FC">
              <w:rPr>
                <w:rtl/>
              </w:rPr>
              <w:t>على</w:t>
            </w:r>
            <w:r>
              <w:rPr>
                <w:rtl/>
              </w:rPr>
              <w:t xml:space="preserve"> </w:t>
            </w:r>
            <w:r w:rsidR="00A72677" w:rsidRPr="009647FC">
              <w:rPr>
                <w:rtl/>
              </w:rPr>
              <w:t>ما</w:t>
            </w:r>
            <w:r w:rsidRPr="009647FC">
              <w:rPr>
                <w:rtl/>
              </w:rPr>
              <w:t>ئسِ</w:t>
            </w:r>
            <w:r>
              <w:rPr>
                <w:rtl/>
              </w:rPr>
              <w:t xml:space="preserve"> </w:t>
            </w:r>
            <w:r w:rsidRPr="009647FC">
              <w:rPr>
                <w:rtl/>
              </w:rPr>
              <w:t>الأراكِ</w:t>
            </w:r>
            <w:r>
              <w:rPr>
                <w:rtl/>
              </w:rPr>
              <w:t xml:space="preserve"> </w:t>
            </w:r>
            <w:r w:rsidR="00A72677" w:rsidRPr="009647FC">
              <w:rPr>
                <w:rtl/>
              </w:rPr>
              <w:t>تغ</w:t>
            </w:r>
            <w:r w:rsidRPr="009647FC">
              <w:rPr>
                <w:rtl/>
              </w:rPr>
              <w:t>نّي</w:t>
            </w:r>
            <w:r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6110FF" w:rsidP="00697162">
            <w:pPr>
              <w:pStyle w:val="libPoem"/>
            </w:pPr>
            <w:r w:rsidRPr="009647FC">
              <w:rPr>
                <w:rtl/>
              </w:rPr>
              <w:t>ود</w:t>
            </w:r>
            <w:r w:rsidR="00A72677" w:rsidRPr="009647FC">
              <w:rPr>
                <w:rtl/>
              </w:rPr>
              <w:t>عي</w:t>
            </w:r>
            <w:r>
              <w:rPr>
                <w:rtl/>
              </w:rPr>
              <w:t xml:space="preserve"> </w:t>
            </w:r>
            <w:r w:rsidRPr="009647FC">
              <w:rPr>
                <w:rtl/>
              </w:rPr>
              <w:t>ا</w:t>
            </w:r>
            <w:r w:rsidR="00A72677" w:rsidRPr="009647FC">
              <w:rPr>
                <w:rtl/>
              </w:rPr>
              <w:t>لن</w:t>
            </w:r>
            <w:r w:rsidRPr="009647FC">
              <w:rPr>
                <w:rtl/>
              </w:rPr>
              <w:t>وح</w:t>
            </w:r>
            <w:r>
              <w:rPr>
                <w:rtl/>
              </w:rPr>
              <w:t xml:space="preserve"> </w:t>
            </w:r>
            <w:r w:rsidR="00A72677" w:rsidRPr="009647FC">
              <w:rPr>
                <w:rtl/>
              </w:rPr>
              <w:t>لل</w:t>
            </w:r>
            <w:r w:rsidRPr="009647FC">
              <w:rPr>
                <w:rtl/>
              </w:rPr>
              <w:t>كئيبِ</w:t>
            </w:r>
            <w:r>
              <w:rPr>
                <w:rtl/>
              </w:rPr>
              <w:t xml:space="preserve"> </w:t>
            </w:r>
            <w:r w:rsidRPr="009647FC">
              <w:rPr>
                <w:rtl/>
              </w:rPr>
              <w:t>المعنّى</w:t>
            </w:r>
            <w:r w:rsidRPr="00725071">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9647FC">
              <w:rPr>
                <w:rtl/>
              </w:rPr>
              <w:t>لي</w:t>
            </w:r>
            <w:r w:rsidR="006110FF" w:rsidRPr="009647FC">
              <w:rPr>
                <w:rtl/>
              </w:rPr>
              <w:t>ت</w:t>
            </w:r>
            <w:r w:rsidR="00677BC4">
              <w:rPr>
                <w:rtl/>
              </w:rPr>
              <w:t>َ</w:t>
            </w:r>
            <w:r w:rsidR="006110FF">
              <w:rPr>
                <w:rtl/>
              </w:rPr>
              <w:t xml:space="preserve"> </w:t>
            </w:r>
            <w:r w:rsidRPr="009647FC">
              <w:rPr>
                <w:rtl/>
              </w:rPr>
              <w:t>عه</w:t>
            </w:r>
            <w:r w:rsidR="006110FF" w:rsidRPr="009647FC">
              <w:rPr>
                <w:rtl/>
              </w:rPr>
              <w:t>دي</w:t>
            </w:r>
            <w:r w:rsidR="006110FF">
              <w:rPr>
                <w:rtl/>
              </w:rPr>
              <w:t xml:space="preserve"> </w:t>
            </w:r>
            <w:r w:rsidRPr="009647FC">
              <w:rPr>
                <w:rtl/>
              </w:rPr>
              <w:t>بح</w:t>
            </w:r>
            <w:r w:rsidR="006110FF" w:rsidRPr="009647FC">
              <w:rPr>
                <w:rtl/>
              </w:rPr>
              <w:t>يِّ</w:t>
            </w:r>
            <w:r w:rsidR="006110FF">
              <w:rPr>
                <w:rtl/>
              </w:rPr>
              <w:t xml:space="preserve"> </w:t>
            </w:r>
            <w:r w:rsidR="006110FF" w:rsidRPr="009647FC">
              <w:rPr>
                <w:rtl/>
              </w:rPr>
              <w:t>نعمان</w:t>
            </w:r>
            <w:r w:rsidR="006110FF">
              <w:rPr>
                <w:rtl/>
              </w:rPr>
              <w:t xml:space="preserve"> </w:t>
            </w:r>
            <w:r w:rsidR="006110FF" w:rsidRPr="009647FC">
              <w:rPr>
                <w:rtl/>
              </w:rPr>
              <w:t>يغدو</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6110FF" w:rsidP="00697162">
            <w:pPr>
              <w:pStyle w:val="libPoem"/>
            </w:pPr>
            <w:r w:rsidRPr="009647FC">
              <w:rPr>
                <w:rtl/>
              </w:rPr>
              <w:t>را</w:t>
            </w:r>
            <w:r w:rsidR="00A72677" w:rsidRPr="009647FC">
              <w:rPr>
                <w:rtl/>
              </w:rPr>
              <w:t>جعا</w:t>
            </w:r>
            <w:r w:rsidRPr="009647FC">
              <w:rPr>
                <w:rtl/>
              </w:rPr>
              <w:t>ً</w:t>
            </w:r>
            <w:r>
              <w:rPr>
                <w:rtl/>
              </w:rPr>
              <w:t xml:space="preserve"> </w:t>
            </w:r>
            <w:r w:rsidRPr="009647FC">
              <w:rPr>
                <w:rtl/>
              </w:rPr>
              <w:t>وا</w:t>
            </w:r>
            <w:r w:rsidR="00A72677" w:rsidRPr="009647FC">
              <w:rPr>
                <w:rtl/>
              </w:rPr>
              <w:t>لم</w:t>
            </w:r>
            <w:r w:rsidRPr="009647FC">
              <w:rPr>
                <w:rtl/>
              </w:rPr>
              <w:t>حالُ</w:t>
            </w:r>
            <w:r>
              <w:rPr>
                <w:rtl/>
              </w:rPr>
              <w:t xml:space="preserve"> </w:t>
            </w:r>
            <w:r w:rsidR="00A72677" w:rsidRPr="009647FC">
              <w:rPr>
                <w:rtl/>
              </w:rPr>
              <w:t>ما</w:t>
            </w:r>
            <w:r>
              <w:rPr>
                <w:rtl/>
              </w:rPr>
              <w:t xml:space="preserve"> </w:t>
            </w:r>
            <w:r w:rsidRPr="009647FC">
              <w:rPr>
                <w:rtl/>
              </w:rPr>
              <w:t>أ</w:t>
            </w:r>
            <w:r w:rsidR="00A72677" w:rsidRPr="009647FC">
              <w:rPr>
                <w:rtl/>
              </w:rPr>
              <w:t>تم</w:t>
            </w:r>
            <w:r w:rsidRPr="009647FC">
              <w:rPr>
                <w:rtl/>
              </w:rPr>
              <w:t>نّى</w:t>
            </w:r>
            <w:r w:rsidRPr="00725071">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9647FC">
              <w:rPr>
                <w:rtl/>
              </w:rPr>
              <w:t>نز</w:t>
            </w:r>
            <w:r w:rsidR="006110FF" w:rsidRPr="009647FC">
              <w:rPr>
                <w:rtl/>
              </w:rPr>
              <w:t>لوا</w:t>
            </w:r>
            <w:r w:rsidR="006110FF">
              <w:rPr>
                <w:rtl/>
              </w:rPr>
              <w:t xml:space="preserve"> </w:t>
            </w:r>
            <w:r w:rsidRPr="009647FC">
              <w:rPr>
                <w:rtl/>
              </w:rPr>
              <w:t>با</w:t>
            </w:r>
            <w:r w:rsidR="006110FF" w:rsidRPr="009647FC">
              <w:rPr>
                <w:rtl/>
              </w:rPr>
              <w:t>لغضا</w:t>
            </w:r>
            <w:r w:rsidR="006110FF">
              <w:rPr>
                <w:rtl/>
              </w:rPr>
              <w:t xml:space="preserve"> </w:t>
            </w:r>
            <w:r w:rsidRPr="009647FC">
              <w:rPr>
                <w:rtl/>
              </w:rPr>
              <w:t>فأ</w:t>
            </w:r>
            <w:r w:rsidR="006110FF" w:rsidRPr="009647FC">
              <w:rPr>
                <w:rtl/>
              </w:rPr>
              <w:t>ضحت</w:t>
            </w:r>
            <w:r w:rsidR="006110FF">
              <w:rPr>
                <w:rtl/>
              </w:rPr>
              <w:t xml:space="preserve"> </w:t>
            </w:r>
            <w:r w:rsidR="006110FF" w:rsidRPr="009647FC">
              <w:rPr>
                <w:rtl/>
              </w:rPr>
              <w:t>عليه</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6110FF" w:rsidP="00697162">
            <w:pPr>
              <w:pStyle w:val="libPoem"/>
            </w:pPr>
            <w:r w:rsidRPr="009647FC">
              <w:rPr>
                <w:rtl/>
              </w:rPr>
              <w:t>أض</w:t>
            </w:r>
            <w:r w:rsidR="00A72677" w:rsidRPr="009647FC">
              <w:rPr>
                <w:rtl/>
              </w:rPr>
              <w:t>لع</w:t>
            </w:r>
            <w:r w:rsidRPr="009647FC">
              <w:rPr>
                <w:rtl/>
              </w:rPr>
              <w:t>ي</w:t>
            </w:r>
            <w:r>
              <w:rPr>
                <w:rtl/>
              </w:rPr>
              <w:t xml:space="preserve"> </w:t>
            </w:r>
            <w:r w:rsidRPr="009647FC">
              <w:rPr>
                <w:rtl/>
              </w:rPr>
              <w:t>من</w:t>
            </w:r>
            <w:r>
              <w:rPr>
                <w:rtl/>
              </w:rPr>
              <w:t xml:space="preserve"> </w:t>
            </w:r>
            <w:r w:rsidRPr="009647FC">
              <w:rPr>
                <w:rtl/>
              </w:rPr>
              <w:t>ترادفِ</w:t>
            </w:r>
            <w:r>
              <w:rPr>
                <w:rtl/>
              </w:rPr>
              <w:t xml:space="preserve"> </w:t>
            </w:r>
            <w:r w:rsidRPr="009647FC">
              <w:rPr>
                <w:rtl/>
              </w:rPr>
              <w:t>الشوقِ</w:t>
            </w:r>
            <w:r>
              <w:rPr>
                <w:rtl/>
              </w:rPr>
              <w:t xml:space="preserve"> </w:t>
            </w:r>
            <w:r w:rsidRPr="009647FC">
              <w:rPr>
                <w:rtl/>
              </w:rPr>
              <w:t>تحنى</w:t>
            </w:r>
            <w:r w:rsidRPr="00725071">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9647FC">
              <w:rPr>
                <w:rtl/>
              </w:rPr>
              <w:t>لف</w:t>
            </w:r>
            <w:r w:rsidR="006110FF" w:rsidRPr="009647FC">
              <w:rPr>
                <w:rtl/>
              </w:rPr>
              <w:t>تاةٍ</w:t>
            </w:r>
            <w:r w:rsidR="004C00A8">
              <w:rPr>
                <w:rtl/>
              </w:rPr>
              <w:t xml:space="preserve"> </w:t>
            </w:r>
            <w:r w:rsidRPr="009647FC">
              <w:rPr>
                <w:rtl/>
              </w:rPr>
              <w:t>في</w:t>
            </w:r>
            <w:r w:rsidR="006110FF">
              <w:rPr>
                <w:rtl/>
              </w:rPr>
              <w:t xml:space="preserve"> </w:t>
            </w:r>
            <w:r w:rsidR="006110FF" w:rsidRPr="009647FC">
              <w:rPr>
                <w:rtl/>
              </w:rPr>
              <w:t>ذ</w:t>
            </w:r>
            <w:r w:rsidRPr="009647FC">
              <w:rPr>
                <w:rtl/>
              </w:rPr>
              <w:t>لك</w:t>
            </w:r>
            <w:r w:rsidR="006110FF">
              <w:rPr>
                <w:rtl/>
              </w:rPr>
              <w:t xml:space="preserve"> </w:t>
            </w:r>
            <w:r w:rsidR="006110FF" w:rsidRPr="009647FC">
              <w:rPr>
                <w:rtl/>
              </w:rPr>
              <w:t>ا</w:t>
            </w:r>
            <w:r w:rsidRPr="009647FC">
              <w:rPr>
                <w:rtl/>
              </w:rPr>
              <w:t>لح</w:t>
            </w:r>
            <w:r w:rsidR="006110FF" w:rsidRPr="009647FC">
              <w:rPr>
                <w:rtl/>
              </w:rPr>
              <w:t>يِّ</w:t>
            </w:r>
            <w:r w:rsidR="006110FF">
              <w:rPr>
                <w:rtl/>
              </w:rPr>
              <w:t xml:space="preserve"> </w:t>
            </w:r>
            <w:r w:rsidRPr="009647FC">
              <w:rPr>
                <w:rtl/>
              </w:rPr>
              <w:t>تغ</w:t>
            </w:r>
            <w:r w:rsidR="006110FF" w:rsidRPr="009647FC">
              <w:rPr>
                <w:rtl/>
              </w:rPr>
              <w:t>دو</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Pr="00524A24" w:rsidRDefault="006110FF" w:rsidP="00697162">
            <w:pPr>
              <w:pStyle w:val="libPoem"/>
            </w:pPr>
            <w:r w:rsidRPr="009647FC">
              <w:rPr>
                <w:rtl/>
              </w:rPr>
              <w:t>و</w:t>
            </w:r>
            <w:r w:rsidR="00A72677" w:rsidRPr="009647FC">
              <w:rPr>
                <w:rtl/>
              </w:rPr>
              <w:t>هي</w:t>
            </w:r>
            <w:r>
              <w:rPr>
                <w:rtl/>
              </w:rPr>
              <w:t xml:space="preserve"> </w:t>
            </w:r>
            <w:r w:rsidR="00A72677" w:rsidRPr="009647FC">
              <w:rPr>
                <w:rtl/>
              </w:rPr>
              <w:t>من</w:t>
            </w:r>
            <w:r>
              <w:rPr>
                <w:rtl/>
              </w:rPr>
              <w:t xml:space="preserve"> </w:t>
            </w:r>
            <w:r w:rsidR="00A72677" w:rsidRPr="009647FC">
              <w:rPr>
                <w:rtl/>
              </w:rPr>
              <w:t>نش</w:t>
            </w:r>
            <w:r w:rsidRPr="009647FC">
              <w:rPr>
                <w:rtl/>
              </w:rPr>
              <w:t>وة</w:t>
            </w:r>
            <w:r>
              <w:rPr>
                <w:rtl/>
              </w:rPr>
              <w:t xml:space="preserve"> </w:t>
            </w:r>
            <w:r w:rsidRPr="009647FC">
              <w:rPr>
                <w:rtl/>
              </w:rPr>
              <w:t>الصِبا</w:t>
            </w:r>
            <w:r>
              <w:rPr>
                <w:rtl/>
              </w:rPr>
              <w:t xml:space="preserve"> </w:t>
            </w:r>
            <w:r w:rsidRPr="009647FC">
              <w:rPr>
                <w:rtl/>
              </w:rPr>
              <w:t>تتثنّى</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البيت لحميد بن ثور الهلالي يصف به الذئب</w:t>
      </w:r>
      <w:r w:rsidR="00D769AB">
        <w:rPr>
          <w:rtl/>
        </w:rPr>
        <w:t>؛</w:t>
      </w:r>
      <w:r w:rsidRPr="009647FC">
        <w:rPr>
          <w:rtl/>
        </w:rPr>
        <w:t xml:space="preserve"> لأنّ العرب تزعم أنّ الذئب ينام بعين واحدة ويفتح الأخرى للحراسة</w:t>
      </w:r>
      <w:r w:rsidR="00D769AB">
        <w:rPr>
          <w:rtl/>
        </w:rPr>
        <w:t>،</w:t>
      </w:r>
      <w:r w:rsidRPr="009647FC">
        <w:rPr>
          <w:rtl/>
        </w:rPr>
        <w:t xml:space="preserve"> ويروي بأخرى المنايا</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الكور</w:t>
      </w:r>
      <w:r w:rsidR="00D769AB">
        <w:rPr>
          <w:rtl/>
        </w:rPr>
        <w:t>:</w:t>
      </w:r>
      <w:r w:rsidRPr="009647FC">
        <w:rPr>
          <w:rtl/>
        </w:rPr>
        <w:t xml:space="preserve"> ما يوضع على البعير كالسرج على الفرس</w:t>
      </w:r>
      <w:r w:rsidR="00D769AB">
        <w:rPr>
          <w:rtl/>
        </w:rPr>
        <w:t>،</w:t>
      </w:r>
      <w:r w:rsidRPr="009647FC">
        <w:rPr>
          <w:rtl/>
        </w:rPr>
        <w:t xml:space="preserve"> والهجان</w:t>
      </w:r>
      <w:r w:rsidR="00D769AB">
        <w:rPr>
          <w:rtl/>
        </w:rPr>
        <w:t>:</w:t>
      </w:r>
      <w:r w:rsidRPr="009647FC">
        <w:rPr>
          <w:rtl/>
        </w:rPr>
        <w:t xml:space="preserve"> الإبل البيض</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نسخة</w:t>
      </w:r>
      <w:r w:rsidR="00D769AB">
        <w:rPr>
          <w:rtl/>
        </w:rPr>
        <w:t>:</w:t>
      </w:r>
      <w:r w:rsidRPr="009647FC">
        <w:rPr>
          <w:rtl/>
        </w:rPr>
        <w:t xml:space="preserve"> الوجد</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6110FF" w:rsidRPr="00524A24" w:rsidTr="006110FF">
        <w:trPr>
          <w:trHeight w:val="350"/>
        </w:trPr>
        <w:tc>
          <w:tcPr>
            <w:tcW w:w="3527" w:type="dxa"/>
          </w:tcPr>
          <w:p w:rsidR="006110FF" w:rsidRPr="00524A24" w:rsidRDefault="00A72677" w:rsidP="00697162">
            <w:pPr>
              <w:pStyle w:val="libPoem"/>
            </w:pPr>
            <w:r w:rsidRPr="009647FC">
              <w:rPr>
                <w:rtl/>
              </w:rPr>
              <w:lastRenderedPageBreak/>
              <w:t>عو</w:t>
            </w:r>
            <w:r w:rsidR="006110FF" w:rsidRPr="009647FC">
              <w:rPr>
                <w:rtl/>
              </w:rPr>
              <w:t>ّ</w:t>
            </w:r>
            <w:r w:rsidR="00677BC4">
              <w:rPr>
                <w:rtl/>
              </w:rPr>
              <w:t>َ</w:t>
            </w:r>
            <w:r w:rsidR="006110FF" w:rsidRPr="009647FC">
              <w:rPr>
                <w:rtl/>
              </w:rPr>
              <w:t>ذت</w:t>
            </w:r>
            <w:r w:rsidR="006110FF">
              <w:rPr>
                <w:rtl/>
              </w:rPr>
              <w:t xml:space="preserve"> </w:t>
            </w:r>
            <w:r w:rsidR="006110FF" w:rsidRPr="009647FC">
              <w:rPr>
                <w:rtl/>
              </w:rPr>
              <w:t>خدر</w:t>
            </w:r>
            <w:r w:rsidR="00677BC4">
              <w:rPr>
                <w:rtl/>
              </w:rPr>
              <w:t>َ</w:t>
            </w:r>
            <w:r w:rsidR="006110FF" w:rsidRPr="009647FC">
              <w:rPr>
                <w:rtl/>
              </w:rPr>
              <w:t>ها</w:t>
            </w:r>
            <w:r w:rsidR="006110FF">
              <w:rPr>
                <w:rtl/>
              </w:rPr>
              <w:t xml:space="preserve"> </w:t>
            </w:r>
            <w:r w:rsidR="006110FF" w:rsidRPr="009647FC">
              <w:rPr>
                <w:rtl/>
              </w:rPr>
              <w:t>الفوارسُ</w:t>
            </w:r>
            <w:r w:rsidR="006110FF">
              <w:rPr>
                <w:rtl/>
              </w:rPr>
              <w:t xml:space="preserve"> </w:t>
            </w:r>
            <w:r w:rsidR="006110FF" w:rsidRPr="009647FC">
              <w:rPr>
                <w:rtl/>
              </w:rPr>
              <w:t>بالبيض</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6110FF" w:rsidP="00697162">
            <w:pPr>
              <w:pStyle w:val="libPoem"/>
            </w:pPr>
            <w:r w:rsidRPr="009647FC">
              <w:rPr>
                <w:rtl/>
              </w:rPr>
              <w:t>و</w:t>
            </w:r>
            <w:r w:rsidR="00A72677" w:rsidRPr="009647FC">
              <w:rPr>
                <w:rtl/>
              </w:rPr>
              <w:t>سم</w:t>
            </w:r>
            <w:r w:rsidRPr="009647FC">
              <w:rPr>
                <w:rtl/>
              </w:rPr>
              <w:t>ر</w:t>
            </w:r>
            <w:r w:rsidR="004C00A8">
              <w:rPr>
                <w:rtl/>
              </w:rPr>
              <w:t xml:space="preserve"> </w:t>
            </w:r>
            <w:r w:rsidRPr="009647FC">
              <w:rPr>
                <w:rtl/>
              </w:rPr>
              <w:t>ا</w:t>
            </w:r>
            <w:r w:rsidR="00A72677" w:rsidRPr="009647FC">
              <w:rPr>
                <w:rtl/>
              </w:rPr>
              <w:t>لر</w:t>
            </w:r>
            <w:r w:rsidRPr="009647FC">
              <w:rPr>
                <w:rtl/>
              </w:rPr>
              <w:t>ماحِ</w:t>
            </w:r>
            <w:r>
              <w:rPr>
                <w:rtl/>
              </w:rPr>
              <w:t xml:space="preserve"> </w:t>
            </w:r>
            <w:r w:rsidR="00A72677" w:rsidRPr="009647FC">
              <w:rPr>
                <w:rtl/>
              </w:rPr>
              <w:t>ضر</w:t>
            </w:r>
            <w:r w:rsidRPr="009647FC">
              <w:rPr>
                <w:rtl/>
              </w:rPr>
              <w:t>باً</w:t>
            </w:r>
            <w:r>
              <w:rPr>
                <w:rtl/>
              </w:rPr>
              <w:t xml:space="preserve"> </w:t>
            </w:r>
            <w:r w:rsidRPr="009647FC">
              <w:rPr>
                <w:rtl/>
              </w:rPr>
              <w:t>وطعنا</w:t>
            </w:r>
            <w:r w:rsidRPr="00725071">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A72677">
              <w:rPr>
                <w:rtl/>
              </w:rPr>
              <w:t>أ</w:t>
            </w:r>
            <w:r w:rsidR="00A72677" w:rsidRPr="00A72677">
              <w:rPr>
                <w:rtl/>
              </w:rPr>
              <w:t>ين</w:t>
            </w:r>
            <w:r w:rsidRPr="00A72677">
              <w:rPr>
                <w:rtl/>
              </w:rPr>
              <w:t xml:space="preserve"> </w:t>
            </w:r>
            <w:r w:rsidR="00A72677" w:rsidRPr="00A72677">
              <w:rPr>
                <w:rtl/>
              </w:rPr>
              <w:t>من</w:t>
            </w:r>
            <w:r w:rsidRPr="00A72677">
              <w:rPr>
                <w:rtl/>
              </w:rPr>
              <w:t xml:space="preserve">ها </w:t>
            </w:r>
            <w:r w:rsidR="00A72677" w:rsidRPr="00A72677">
              <w:rPr>
                <w:rtl/>
              </w:rPr>
              <w:t>مت</w:t>
            </w:r>
            <w:r w:rsidRPr="00A72677">
              <w:rPr>
                <w:rtl/>
              </w:rPr>
              <w:t xml:space="preserve">يّمٌ </w:t>
            </w:r>
            <w:r w:rsidR="00A72677" w:rsidRPr="00A72677">
              <w:rPr>
                <w:rtl/>
              </w:rPr>
              <w:t>كل</w:t>
            </w:r>
            <w:r w:rsidRPr="00A72677">
              <w:rPr>
                <w:rtl/>
              </w:rPr>
              <w:t>ّما ا</w:t>
            </w:r>
            <w:r w:rsidR="00A72677" w:rsidRPr="00A72677">
              <w:rPr>
                <w:rtl/>
              </w:rPr>
              <w:t>شت</w:t>
            </w:r>
            <w:r w:rsidRPr="00A72677">
              <w:rPr>
                <w:rtl/>
              </w:rPr>
              <w:t>اق</w:t>
            </w:r>
            <w:r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6110FF" w:rsidP="00697162">
            <w:pPr>
              <w:pStyle w:val="libPoem"/>
            </w:pPr>
            <w:r w:rsidRPr="00A72677">
              <w:rPr>
                <w:rtl/>
              </w:rPr>
              <w:t>إ</w:t>
            </w:r>
            <w:r w:rsidR="00A72677" w:rsidRPr="00A72677">
              <w:rPr>
                <w:rtl/>
              </w:rPr>
              <w:t>ليه</w:t>
            </w:r>
            <w:r w:rsidRPr="00A72677">
              <w:rPr>
                <w:rtl/>
              </w:rPr>
              <w:t>ا</w:t>
            </w:r>
            <w:r w:rsidR="004C00A8">
              <w:rPr>
                <w:rtl/>
              </w:rPr>
              <w:t xml:space="preserve"> </w:t>
            </w:r>
            <w:r w:rsidR="00A72677" w:rsidRPr="00A72677">
              <w:rPr>
                <w:rtl/>
              </w:rPr>
              <w:t>هفا</w:t>
            </w:r>
            <w:r w:rsidRPr="00A72677">
              <w:rPr>
                <w:rtl/>
              </w:rPr>
              <w:t xml:space="preserve"> </w:t>
            </w:r>
            <w:r w:rsidR="00A72677" w:rsidRPr="00A72677">
              <w:rPr>
                <w:rtl/>
              </w:rPr>
              <w:t>غر</w:t>
            </w:r>
            <w:r w:rsidRPr="00A72677">
              <w:rPr>
                <w:rtl/>
              </w:rPr>
              <w:t>ا</w:t>
            </w:r>
            <w:r w:rsidR="00A72677" w:rsidRPr="00A72677">
              <w:rPr>
                <w:rtl/>
              </w:rPr>
              <w:t>ما</w:t>
            </w:r>
            <w:r w:rsidRPr="00A72677">
              <w:rPr>
                <w:rtl/>
              </w:rPr>
              <w:t>ً وأن</w:t>
            </w:r>
            <w:r w:rsidR="00A72677" w:rsidRPr="00A72677">
              <w:rPr>
                <w:rtl/>
              </w:rPr>
              <w:t>ّا</w:t>
            </w:r>
            <w:r w:rsidRPr="00A72677">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9647FC">
              <w:rPr>
                <w:rtl/>
              </w:rPr>
              <w:t>طوحت</w:t>
            </w:r>
            <w:r w:rsidR="006110FF" w:rsidRPr="009647FC">
              <w:rPr>
                <w:rtl/>
              </w:rPr>
              <w:t>ه</w:t>
            </w:r>
            <w:r w:rsidR="006110FF">
              <w:rPr>
                <w:rtl/>
              </w:rPr>
              <w:t xml:space="preserve"> </w:t>
            </w:r>
            <w:r w:rsidRPr="009647FC">
              <w:rPr>
                <w:rtl/>
              </w:rPr>
              <w:t>يد</w:t>
            </w:r>
            <w:r w:rsidR="006110FF" w:rsidRPr="009647FC">
              <w:rPr>
                <w:rtl/>
              </w:rPr>
              <w:t>ُ</w:t>
            </w:r>
            <w:r w:rsidR="006110FF">
              <w:rPr>
                <w:rtl/>
              </w:rPr>
              <w:t xml:space="preserve"> </w:t>
            </w:r>
            <w:r w:rsidR="006110FF" w:rsidRPr="009647FC">
              <w:rPr>
                <w:rtl/>
              </w:rPr>
              <w:t>ا</w:t>
            </w:r>
            <w:r w:rsidRPr="009647FC">
              <w:rPr>
                <w:rtl/>
              </w:rPr>
              <w:t>لل</w:t>
            </w:r>
            <w:r w:rsidR="006110FF" w:rsidRPr="009647FC">
              <w:rPr>
                <w:rtl/>
              </w:rPr>
              <w:t>يالي</w:t>
            </w:r>
            <w:r w:rsidR="006110FF">
              <w:rPr>
                <w:rtl/>
              </w:rPr>
              <w:t xml:space="preserve"> </w:t>
            </w:r>
            <w:r w:rsidRPr="009647FC">
              <w:rPr>
                <w:rtl/>
              </w:rPr>
              <w:t>به</w:t>
            </w:r>
            <w:r w:rsidR="006110FF" w:rsidRPr="009647FC">
              <w:rPr>
                <w:rtl/>
              </w:rPr>
              <w:t>يماء</w:t>
            </w:r>
            <w:r w:rsidR="00677BC4">
              <w:rPr>
                <w:rtl/>
              </w:rPr>
              <w:t>َ</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A72677" w:rsidP="00697162">
            <w:pPr>
              <w:pStyle w:val="libPoem"/>
            </w:pPr>
            <w:r w:rsidRPr="009647FC">
              <w:rPr>
                <w:rtl/>
              </w:rPr>
              <w:t>فأ</w:t>
            </w:r>
            <w:r w:rsidR="006110FF" w:rsidRPr="009647FC">
              <w:rPr>
                <w:rtl/>
              </w:rPr>
              <w:t>مسى</w:t>
            </w:r>
            <w:r w:rsidR="006110FF">
              <w:rPr>
                <w:rtl/>
              </w:rPr>
              <w:t xml:space="preserve"> </w:t>
            </w:r>
            <w:r w:rsidRPr="009647FC">
              <w:rPr>
                <w:rtl/>
              </w:rPr>
              <w:t>مس</w:t>
            </w:r>
            <w:r w:rsidR="006110FF" w:rsidRPr="009647FC">
              <w:rPr>
                <w:rtl/>
              </w:rPr>
              <w:t>توحش</w:t>
            </w:r>
            <w:r w:rsidR="00677BC4">
              <w:rPr>
                <w:rtl/>
              </w:rPr>
              <w:t>َ</w:t>
            </w:r>
            <w:r w:rsidR="006110FF">
              <w:rPr>
                <w:rtl/>
              </w:rPr>
              <w:t xml:space="preserve"> </w:t>
            </w:r>
            <w:r w:rsidR="006110FF" w:rsidRPr="009647FC">
              <w:rPr>
                <w:rtl/>
              </w:rPr>
              <w:t>الفكرِ</w:t>
            </w:r>
            <w:r w:rsidR="006110FF">
              <w:rPr>
                <w:rtl/>
              </w:rPr>
              <w:t xml:space="preserve"> </w:t>
            </w:r>
            <w:r w:rsidR="006110FF" w:rsidRPr="009647FC">
              <w:rPr>
                <w:rtl/>
              </w:rPr>
              <w:t>مضنى</w:t>
            </w:r>
            <w:r w:rsidR="006110FF" w:rsidRPr="00725071">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9647FC">
              <w:rPr>
                <w:rtl/>
              </w:rPr>
              <w:t>نا</w:t>
            </w:r>
            <w:r w:rsidR="006110FF" w:rsidRPr="009647FC">
              <w:rPr>
                <w:rtl/>
              </w:rPr>
              <w:t>ز</w:t>
            </w:r>
            <w:r w:rsidRPr="009647FC">
              <w:rPr>
                <w:rtl/>
              </w:rPr>
              <w:t>حا</w:t>
            </w:r>
            <w:r w:rsidR="006110FF" w:rsidRPr="009647FC">
              <w:rPr>
                <w:rtl/>
              </w:rPr>
              <w:t>ً</w:t>
            </w:r>
            <w:r w:rsidR="006110FF">
              <w:rPr>
                <w:rtl/>
              </w:rPr>
              <w:t xml:space="preserve"> </w:t>
            </w:r>
            <w:r w:rsidRPr="009647FC">
              <w:rPr>
                <w:rtl/>
              </w:rPr>
              <w:t>عن</w:t>
            </w:r>
            <w:r w:rsidR="006110FF">
              <w:rPr>
                <w:rtl/>
              </w:rPr>
              <w:t xml:space="preserve"> </w:t>
            </w:r>
            <w:r w:rsidR="006110FF" w:rsidRPr="009647FC">
              <w:rPr>
                <w:rtl/>
              </w:rPr>
              <w:t>د</w:t>
            </w:r>
            <w:r w:rsidRPr="009647FC">
              <w:rPr>
                <w:rtl/>
              </w:rPr>
              <w:t>يا</w:t>
            </w:r>
            <w:r w:rsidR="006110FF" w:rsidRPr="009647FC">
              <w:rPr>
                <w:rtl/>
              </w:rPr>
              <w:t>ره</w:t>
            </w:r>
            <w:r w:rsidR="006110FF">
              <w:rPr>
                <w:rtl/>
              </w:rPr>
              <w:t xml:space="preserve"> </w:t>
            </w:r>
            <w:r w:rsidRPr="009647FC">
              <w:rPr>
                <w:rtl/>
              </w:rPr>
              <w:t>تت</w:t>
            </w:r>
            <w:r w:rsidR="006110FF" w:rsidRPr="009647FC">
              <w:rPr>
                <w:rtl/>
              </w:rPr>
              <w:t>رامى</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A72677" w:rsidP="00697162">
            <w:pPr>
              <w:pStyle w:val="libPoem"/>
            </w:pPr>
            <w:r w:rsidRPr="009647FC">
              <w:rPr>
                <w:rtl/>
              </w:rPr>
              <w:t>في</w:t>
            </w:r>
            <w:r w:rsidR="006110FF" w:rsidRPr="009647FC">
              <w:rPr>
                <w:rtl/>
              </w:rPr>
              <w:t>هِ</w:t>
            </w:r>
            <w:r w:rsidR="006110FF">
              <w:rPr>
                <w:rtl/>
              </w:rPr>
              <w:t xml:space="preserve"> </w:t>
            </w:r>
            <w:r w:rsidR="006110FF" w:rsidRPr="009647FC">
              <w:rPr>
                <w:rtl/>
              </w:rPr>
              <w:t>أ</w:t>
            </w:r>
            <w:r w:rsidRPr="009647FC">
              <w:rPr>
                <w:rtl/>
              </w:rPr>
              <w:t>يد</w:t>
            </w:r>
            <w:r w:rsidR="006110FF" w:rsidRPr="009647FC">
              <w:rPr>
                <w:rtl/>
              </w:rPr>
              <w:t>ي</w:t>
            </w:r>
            <w:r w:rsidR="006110FF">
              <w:rPr>
                <w:rtl/>
              </w:rPr>
              <w:t xml:space="preserve"> </w:t>
            </w:r>
            <w:r w:rsidR="006110FF" w:rsidRPr="009647FC">
              <w:rPr>
                <w:rtl/>
              </w:rPr>
              <w:t>ا</w:t>
            </w:r>
            <w:r w:rsidRPr="009647FC">
              <w:rPr>
                <w:rtl/>
              </w:rPr>
              <w:t>لم</w:t>
            </w:r>
            <w:r w:rsidR="006110FF" w:rsidRPr="009647FC">
              <w:rPr>
                <w:rtl/>
              </w:rPr>
              <w:t>طيِّ</w:t>
            </w:r>
            <w:r w:rsidR="006110FF">
              <w:rPr>
                <w:rtl/>
              </w:rPr>
              <w:t xml:space="preserve"> </w:t>
            </w:r>
            <w:r w:rsidR="006110FF" w:rsidRPr="009647FC">
              <w:rPr>
                <w:rtl/>
              </w:rPr>
              <w:t>سهلاً</w:t>
            </w:r>
            <w:r w:rsidR="006110FF">
              <w:rPr>
                <w:rtl/>
              </w:rPr>
              <w:t xml:space="preserve"> </w:t>
            </w:r>
            <w:r w:rsidR="006110FF" w:rsidRPr="009647FC">
              <w:rPr>
                <w:rtl/>
              </w:rPr>
              <w:t>وح</w:t>
            </w:r>
            <w:r w:rsidR="00677BC4">
              <w:rPr>
                <w:rtl/>
              </w:rPr>
              <w:t>َ</w:t>
            </w:r>
            <w:r w:rsidR="006110FF" w:rsidRPr="009647FC">
              <w:rPr>
                <w:rtl/>
              </w:rPr>
              <w:t>زنا</w:t>
            </w:r>
            <w:r w:rsidR="006110FF" w:rsidRPr="00725071">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9647FC">
              <w:rPr>
                <w:rtl/>
              </w:rPr>
              <w:t>قد</w:t>
            </w:r>
            <w:r w:rsidR="006110FF">
              <w:rPr>
                <w:rtl/>
              </w:rPr>
              <w:t xml:space="preserve"> </w:t>
            </w:r>
            <w:r w:rsidR="006110FF" w:rsidRPr="009647FC">
              <w:rPr>
                <w:rtl/>
              </w:rPr>
              <w:t>ر</w:t>
            </w:r>
            <w:r w:rsidRPr="009647FC">
              <w:rPr>
                <w:rtl/>
              </w:rPr>
              <w:t>ثى</w:t>
            </w:r>
            <w:r w:rsidR="006110FF">
              <w:rPr>
                <w:rtl/>
              </w:rPr>
              <w:t xml:space="preserve"> </w:t>
            </w:r>
            <w:r w:rsidRPr="009647FC">
              <w:rPr>
                <w:rtl/>
              </w:rPr>
              <w:t>لي</w:t>
            </w:r>
            <w:r w:rsidR="006110FF">
              <w:rPr>
                <w:rtl/>
              </w:rPr>
              <w:t xml:space="preserve"> </w:t>
            </w:r>
            <w:r w:rsidR="006110FF" w:rsidRPr="009647FC">
              <w:rPr>
                <w:rtl/>
              </w:rPr>
              <w:t>الأنام</w:t>
            </w:r>
            <w:r w:rsidR="00677BC4">
              <w:rPr>
                <w:rtl/>
              </w:rPr>
              <w:t>َ</w:t>
            </w:r>
            <w:r w:rsidR="006110FF">
              <w:rPr>
                <w:rtl/>
              </w:rPr>
              <w:t xml:space="preserve"> </w:t>
            </w:r>
            <w:r w:rsidR="006110FF" w:rsidRPr="009647FC">
              <w:rPr>
                <w:rtl/>
              </w:rPr>
              <w:t>إنسٌ</w:t>
            </w:r>
            <w:r w:rsidR="006110FF">
              <w:rPr>
                <w:rtl/>
              </w:rPr>
              <w:t xml:space="preserve"> </w:t>
            </w:r>
            <w:r w:rsidR="006110FF" w:rsidRPr="009647FC">
              <w:rPr>
                <w:rtl/>
              </w:rPr>
              <w:t>وجنٌ</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A72677" w:rsidP="00697162">
            <w:pPr>
              <w:pStyle w:val="libPoem"/>
            </w:pPr>
            <w:r w:rsidRPr="009647FC">
              <w:rPr>
                <w:rtl/>
              </w:rPr>
              <w:t>مذ</w:t>
            </w:r>
            <w:r w:rsidR="006110FF">
              <w:rPr>
                <w:rtl/>
              </w:rPr>
              <w:t xml:space="preserve"> </w:t>
            </w:r>
            <w:r w:rsidRPr="009647FC">
              <w:rPr>
                <w:rtl/>
              </w:rPr>
              <w:t>شج</w:t>
            </w:r>
            <w:r w:rsidR="006110FF" w:rsidRPr="009647FC">
              <w:rPr>
                <w:rtl/>
              </w:rPr>
              <w:t>يت</w:t>
            </w:r>
            <w:r w:rsidR="006110FF">
              <w:rPr>
                <w:rtl/>
              </w:rPr>
              <w:t xml:space="preserve"> </w:t>
            </w:r>
            <w:r w:rsidR="006110FF" w:rsidRPr="009647FC">
              <w:rPr>
                <w:rtl/>
              </w:rPr>
              <w:t>الأ</w:t>
            </w:r>
            <w:r w:rsidRPr="009647FC">
              <w:rPr>
                <w:rtl/>
              </w:rPr>
              <w:t>نا</w:t>
            </w:r>
            <w:r w:rsidR="006110FF" w:rsidRPr="009647FC">
              <w:rPr>
                <w:rtl/>
              </w:rPr>
              <w:t>مُ</w:t>
            </w:r>
            <w:r w:rsidR="006110FF">
              <w:rPr>
                <w:rtl/>
              </w:rPr>
              <w:t xml:space="preserve"> </w:t>
            </w:r>
            <w:r w:rsidR="006110FF" w:rsidRPr="009647FC">
              <w:rPr>
                <w:rtl/>
              </w:rPr>
              <w:t>إ</w:t>
            </w:r>
            <w:r w:rsidRPr="009647FC">
              <w:rPr>
                <w:rtl/>
              </w:rPr>
              <w:t>نس</w:t>
            </w:r>
            <w:r w:rsidR="006110FF" w:rsidRPr="009647FC">
              <w:rPr>
                <w:rtl/>
              </w:rPr>
              <w:t>اً</w:t>
            </w:r>
            <w:r w:rsidR="006110FF">
              <w:rPr>
                <w:rtl/>
              </w:rPr>
              <w:t xml:space="preserve"> </w:t>
            </w:r>
            <w:r w:rsidR="006110FF" w:rsidRPr="009647FC">
              <w:rPr>
                <w:rtl/>
              </w:rPr>
              <w:t>وجنّا</w:t>
            </w:r>
            <w:r w:rsidR="006110FF" w:rsidRPr="00725071">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9647FC">
              <w:rPr>
                <w:rtl/>
              </w:rPr>
              <w:t>طر</w:t>
            </w:r>
            <w:r w:rsidR="006110FF" w:rsidRPr="009647FC">
              <w:rPr>
                <w:rtl/>
              </w:rPr>
              <w:t>ح</w:t>
            </w:r>
            <w:r w:rsidR="006110FF">
              <w:rPr>
                <w:rtl/>
              </w:rPr>
              <w:t xml:space="preserve"> </w:t>
            </w:r>
            <w:r w:rsidR="006110FF" w:rsidRPr="009647FC">
              <w:rPr>
                <w:rtl/>
              </w:rPr>
              <w:t>ا</w:t>
            </w:r>
            <w:r w:rsidRPr="009647FC">
              <w:rPr>
                <w:rtl/>
              </w:rPr>
              <w:t>لد</w:t>
            </w:r>
            <w:r w:rsidR="006110FF" w:rsidRPr="009647FC">
              <w:rPr>
                <w:rtl/>
              </w:rPr>
              <w:t>هرُ</w:t>
            </w:r>
            <w:r w:rsidR="006110FF">
              <w:rPr>
                <w:rtl/>
              </w:rPr>
              <w:t xml:space="preserve"> </w:t>
            </w:r>
            <w:r w:rsidR="006110FF" w:rsidRPr="009647FC">
              <w:rPr>
                <w:rtl/>
              </w:rPr>
              <w:t>كفّة</w:t>
            </w:r>
            <w:r w:rsidR="006110FF">
              <w:rPr>
                <w:rtl/>
              </w:rPr>
              <w:t xml:space="preserve"> </w:t>
            </w:r>
            <w:r w:rsidR="006110FF" w:rsidRPr="009647FC">
              <w:rPr>
                <w:rtl/>
              </w:rPr>
              <w:t>الغدرِ</w:t>
            </w:r>
            <w:r w:rsidR="006110FF">
              <w:rPr>
                <w:rtl/>
              </w:rPr>
              <w:t xml:space="preserve"> </w:t>
            </w:r>
            <w:r w:rsidR="006110FF" w:rsidRPr="009647FC">
              <w:rPr>
                <w:rtl/>
              </w:rPr>
              <w:t>يصطاد</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A72677" w:rsidP="00697162">
            <w:pPr>
              <w:pStyle w:val="libPoem"/>
            </w:pPr>
            <w:r w:rsidRPr="009647FC">
              <w:rPr>
                <w:rtl/>
              </w:rPr>
              <w:t>به</w:t>
            </w:r>
            <w:r w:rsidR="006110FF" w:rsidRPr="009647FC">
              <w:rPr>
                <w:rtl/>
              </w:rPr>
              <w:t>ا</w:t>
            </w:r>
            <w:r w:rsidR="006110FF">
              <w:rPr>
                <w:rtl/>
              </w:rPr>
              <w:t xml:space="preserve"> </w:t>
            </w:r>
            <w:r w:rsidR="006110FF" w:rsidRPr="009647FC">
              <w:rPr>
                <w:rtl/>
              </w:rPr>
              <w:t>ا</w:t>
            </w:r>
            <w:r w:rsidRPr="009647FC">
              <w:rPr>
                <w:rtl/>
              </w:rPr>
              <w:t>لم</w:t>
            </w:r>
            <w:r w:rsidR="006110FF" w:rsidRPr="009647FC">
              <w:rPr>
                <w:rtl/>
              </w:rPr>
              <w:t>اجدين</w:t>
            </w:r>
            <w:r w:rsidR="006110FF">
              <w:rPr>
                <w:rtl/>
              </w:rPr>
              <w:t xml:space="preserve"> </w:t>
            </w:r>
            <w:r w:rsidRPr="009647FC">
              <w:rPr>
                <w:rtl/>
              </w:rPr>
              <w:t>في</w:t>
            </w:r>
            <w:r w:rsidR="006110FF">
              <w:rPr>
                <w:rtl/>
              </w:rPr>
              <w:t xml:space="preserve"> </w:t>
            </w:r>
            <w:r w:rsidRPr="009647FC">
              <w:rPr>
                <w:rtl/>
              </w:rPr>
              <w:t>كل</w:t>
            </w:r>
            <w:r w:rsidR="006110FF" w:rsidRPr="009647FC">
              <w:rPr>
                <w:rtl/>
              </w:rPr>
              <w:t>ّ</w:t>
            </w:r>
            <w:r w:rsidR="006110FF">
              <w:rPr>
                <w:rtl/>
              </w:rPr>
              <w:t xml:space="preserve"> </w:t>
            </w:r>
            <w:r w:rsidR="006110FF" w:rsidRPr="009647FC">
              <w:rPr>
                <w:rtl/>
              </w:rPr>
              <w:t>مغنى</w:t>
            </w:r>
            <w:r w:rsidR="006110FF" w:rsidRPr="00725071">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A72677">
              <w:rPr>
                <w:rtl/>
              </w:rPr>
              <w:t>يب</w:t>
            </w:r>
            <w:r w:rsidR="006110FF" w:rsidRPr="00A72677">
              <w:rPr>
                <w:rtl/>
              </w:rPr>
              <w:t>تغي ذل</w:t>
            </w:r>
            <w:r w:rsidRPr="00A72677">
              <w:rPr>
                <w:rtl/>
              </w:rPr>
              <w:t>ّه</w:t>
            </w:r>
            <w:r w:rsidR="006110FF" w:rsidRPr="00A72677">
              <w:rPr>
                <w:rtl/>
              </w:rPr>
              <w:t>م و</w:t>
            </w:r>
            <w:r w:rsidRPr="00A72677">
              <w:rPr>
                <w:rtl/>
              </w:rPr>
              <w:t>نق</w:t>
            </w:r>
            <w:r w:rsidR="006110FF" w:rsidRPr="00A72677">
              <w:rPr>
                <w:rtl/>
              </w:rPr>
              <w:t>ص</w:t>
            </w:r>
            <w:r w:rsidR="00677BC4">
              <w:rPr>
                <w:rtl/>
              </w:rPr>
              <w:t>َ</w:t>
            </w:r>
            <w:r w:rsidR="006110FF" w:rsidRPr="00A72677">
              <w:rPr>
                <w:rtl/>
              </w:rPr>
              <w:t xml:space="preserve"> ع</w:t>
            </w:r>
            <w:r w:rsidRPr="00A72677">
              <w:rPr>
                <w:rtl/>
              </w:rPr>
              <w:t>ُل</w:t>
            </w:r>
            <w:r w:rsidR="006110FF" w:rsidRPr="00A72677">
              <w:rPr>
                <w:rtl/>
              </w:rPr>
              <w:t>اهم</w:t>
            </w:r>
            <w:r w:rsidR="006110FF"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6110FF" w:rsidP="00697162">
            <w:pPr>
              <w:pStyle w:val="libPoem"/>
            </w:pPr>
            <w:r w:rsidRPr="00A72677">
              <w:rPr>
                <w:rtl/>
              </w:rPr>
              <w:t>و</w:t>
            </w:r>
            <w:r w:rsidR="00A72677" w:rsidRPr="00A72677">
              <w:rPr>
                <w:rtl/>
              </w:rPr>
              <w:t>مح</w:t>
            </w:r>
            <w:r w:rsidRPr="00A72677">
              <w:rPr>
                <w:rtl/>
              </w:rPr>
              <w:t xml:space="preserve">الٌ </w:t>
            </w:r>
            <w:r w:rsidR="00A72677" w:rsidRPr="00A72677">
              <w:rPr>
                <w:rtl/>
              </w:rPr>
              <w:t>ما</w:t>
            </w:r>
            <w:r w:rsidRPr="00A72677">
              <w:rPr>
                <w:rtl/>
              </w:rPr>
              <w:t xml:space="preserve"> </w:t>
            </w:r>
            <w:r w:rsidR="00A72677" w:rsidRPr="00A72677">
              <w:rPr>
                <w:rtl/>
              </w:rPr>
              <w:t>يب</w:t>
            </w:r>
            <w:r w:rsidRPr="00A72677">
              <w:rPr>
                <w:rtl/>
              </w:rPr>
              <w:t>تغي ا</w:t>
            </w:r>
            <w:r w:rsidR="00A72677" w:rsidRPr="00A72677">
              <w:rPr>
                <w:rtl/>
              </w:rPr>
              <w:t>لد</w:t>
            </w:r>
            <w:r w:rsidRPr="00A72677">
              <w:rPr>
                <w:rtl/>
              </w:rPr>
              <w:t>هرُ منّا</w:t>
            </w:r>
            <w:r w:rsidRPr="00A72677">
              <w:rPr>
                <w:rStyle w:val="libPoemTiniChar0"/>
                <w:rtl/>
              </w:rPr>
              <w:br/>
              <w:t> </w:t>
            </w:r>
          </w:p>
        </w:tc>
      </w:tr>
      <w:tr w:rsidR="006110FF" w:rsidRPr="00524A24" w:rsidTr="006110FF">
        <w:trPr>
          <w:trHeight w:val="350"/>
        </w:trPr>
        <w:tc>
          <w:tcPr>
            <w:tcW w:w="3527" w:type="dxa"/>
          </w:tcPr>
          <w:p w:rsidR="006110FF" w:rsidRPr="00524A24" w:rsidRDefault="006110FF" w:rsidP="00697162">
            <w:pPr>
              <w:pStyle w:val="libPoem"/>
            </w:pPr>
            <w:r w:rsidRPr="009647FC">
              <w:rPr>
                <w:rtl/>
              </w:rPr>
              <w:t>نحنُ</w:t>
            </w:r>
            <w:r>
              <w:rPr>
                <w:rtl/>
              </w:rPr>
              <w:t xml:space="preserve"> </w:t>
            </w:r>
            <w:r w:rsidRPr="009647FC">
              <w:rPr>
                <w:rtl/>
              </w:rPr>
              <w:t>أ</w:t>
            </w:r>
            <w:r w:rsidR="00A72677" w:rsidRPr="009647FC">
              <w:rPr>
                <w:rtl/>
              </w:rPr>
              <w:t>بن</w:t>
            </w:r>
            <w:r w:rsidRPr="009647FC">
              <w:rPr>
                <w:rtl/>
              </w:rPr>
              <w:t>اءُ</w:t>
            </w:r>
            <w:r>
              <w:rPr>
                <w:rtl/>
              </w:rPr>
              <w:t xml:space="preserve"> </w:t>
            </w:r>
            <w:r w:rsidR="00A72677" w:rsidRPr="009647FC">
              <w:rPr>
                <w:rtl/>
              </w:rPr>
              <w:t>ها</w:t>
            </w:r>
            <w:r w:rsidRPr="009647FC">
              <w:rPr>
                <w:rtl/>
              </w:rPr>
              <w:t>شمٍ</w:t>
            </w:r>
            <w:r>
              <w:rPr>
                <w:rtl/>
              </w:rPr>
              <w:t xml:space="preserve"> </w:t>
            </w:r>
            <w:r w:rsidRPr="009647FC">
              <w:rPr>
                <w:rtl/>
              </w:rPr>
              <w:t>أر</w:t>
            </w:r>
            <w:r w:rsidR="00A72677" w:rsidRPr="009647FC">
              <w:rPr>
                <w:rtl/>
              </w:rPr>
              <w:t>بط</w:t>
            </w:r>
            <w:r>
              <w:rPr>
                <w:rtl/>
              </w:rPr>
              <w:t xml:space="preserve"> </w:t>
            </w:r>
            <w:r w:rsidRPr="009647FC">
              <w:rPr>
                <w:rtl/>
              </w:rPr>
              <w:t>ا</w:t>
            </w:r>
            <w:r w:rsidR="00A72677" w:rsidRPr="009647FC">
              <w:rPr>
                <w:rtl/>
              </w:rPr>
              <w:t>لع</w:t>
            </w:r>
            <w:r w:rsidRPr="009647FC">
              <w:rPr>
                <w:rtl/>
              </w:rPr>
              <w:t>ا</w:t>
            </w:r>
            <w:r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Default="00A72677" w:rsidP="00697162">
            <w:pPr>
              <w:pStyle w:val="libPoem"/>
            </w:pPr>
            <w:r w:rsidRPr="009647FC">
              <w:rPr>
                <w:rtl/>
              </w:rPr>
              <w:t>لم</w:t>
            </w:r>
            <w:r w:rsidR="006110FF">
              <w:rPr>
                <w:rtl/>
              </w:rPr>
              <w:t xml:space="preserve"> </w:t>
            </w:r>
            <w:r w:rsidRPr="009647FC">
              <w:rPr>
                <w:rtl/>
              </w:rPr>
              <w:t>جأ</w:t>
            </w:r>
            <w:r w:rsidR="006110FF" w:rsidRPr="009647FC">
              <w:rPr>
                <w:rtl/>
              </w:rPr>
              <w:t>شاً</w:t>
            </w:r>
            <w:r w:rsidR="006110FF">
              <w:rPr>
                <w:rtl/>
              </w:rPr>
              <w:t xml:space="preserve"> </w:t>
            </w:r>
            <w:r w:rsidR="006110FF" w:rsidRPr="009647FC">
              <w:rPr>
                <w:rtl/>
              </w:rPr>
              <w:t>وأ</w:t>
            </w:r>
            <w:r w:rsidRPr="009647FC">
              <w:rPr>
                <w:rtl/>
              </w:rPr>
              <w:t>كث</w:t>
            </w:r>
            <w:r w:rsidR="006110FF" w:rsidRPr="009647FC">
              <w:rPr>
                <w:rtl/>
              </w:rPr>
              <w:t>رُ</w:t>
            </w:r>
            <w:r w:rsidR="006110FF">
              <w:rPr>
                <w:rtl/>
              </w:rPr>
              <w:t xml:space="preserve"> </w:t>
            </w:r>
            <w:r w:rsidR="006110FF" w:rsidRPr="009647FC">
              <w:rPr>
                <w:rtl/>
              </w:rPr>
              <w:t>ا</w:t>
            </w:r>
            <w:r w:rsidRPr="009647FC">
              <w:rPr>
                <w:rtl/>
              </w:rPr>
              <w:t>لن</w:t>
            </w:r>
            <w:r w:rsidR="006110FF" w:rsidRPr="009647FC">
              <w:rPr>
                <w:rtl/>
              </w:rPr>
              <w:t>اسِ</w:t>
            </w:r>
            <w:r w:rsidR="006110FF">
              <w:rPr>
                <w:rtl/>
              </w:rPr>
              <w:t xml:space="preserve"> </w:t>
            </w:r>
            <w:r w:rsidR="006110FF" w:rsidRPr="009647FC">
              <w:rPr>
                <w:rtl/>
              </w:rPr>
              <w:t>م</w:t>
            </w:r>
            <w:r w:rsidR="00677BC4">
              <w:rPr>
                <w:rtl/>
              </w:rPr>
              <w:t>َ</w:t>
            </w:r>
            <w:r w:rsidR="006110FF" w:rsidRPr="009647FC">
              <w:rPr>
                <w:rtl/>
              </w:rPr>
              <w:t>نّا</w:t>
            </w:r>
            <w:r w:rsidR="006110FF" w:rsidRPr="00725071">
              <w:rPr>
                <w:rStyle w:val="libPoemTiniChar0"/>
                <w:rtl/>
              </w:rPr>
              <w:br/>
              <w:t> </w:t>
            </w:r>
          </w:p>
        </w:tc>
      </w:tr>
      <w:tr w:rsidR="006110FF" w:rsidRPr="00524A24" w:rsidTr="006110FF">
        <w:trPr>
          <w:trHeight w:val="350"/>
        </w:trPr>
        <w:tc>
          <w:tcPr>
            <w:tcW w:w="3527" w:type="dxa"/>
          </w:tcPr>
          <w:p w:rsidR="006110FF" w:rsidRPr="00524A24" w:rsidRDefault="00A72677" w:rsidP="00697162">
            <w:pPr>
              <w:pStyle w:val="libPoem"/>
            </w:pPr>
            <w:r w:rsidRPr="009647FC">
              <w:rPr>
                <w:rtl/>
              </w:rPr>
              <w:t>قد</w:t>
            </w:r>
            <w:r w:rsidR="006110FF">
              <w:rPr>
                <w:rtl/>
              </w:rPr>
              <w:t xml:space="preserve"> </w:t>
            </w:r>
            <w:r w:rsidRPr="009647FC">
              <w:rPr>
                <w:rtl/>
              </w:rPr>
              <w:t>قف</w:t>
            </w:r>
            <w:r w:rsidR="006110FF" w:rsidRPr="009647FC">
              <w:rPr>
                <w:rtl/>
              </w:rPr>
              <w:t>ونا</w:t>
            </w:r>
            <w:r w:rsidR="006110FF">
              <w:rPr>
                <w:rtl/>
              </w:rPr>
              <w:t xml:space="preserve"> </w:t>
            </w:r>
            <w:r w:rsidR="006110FF" w:rsidRPr="009647FC">
              <w:rPr>
                <w:rtl/>
              </w:rPr>
              <w:t>آ</w:t>
            </w:r>
            <w:r w:rsidRPr="009647FC">
              <w:rPr>
                <w:rtl/>
              </w:rPr>
              <w:t>با</w:t>
            </w:r>
            <w:r w:rsidR="006110FF" w:rsidRPr="009647FC">
              <w:rPr>
                <w:rtl/>
              </w:rPr>
              <w:t>ء</w:t>
            </w:r>
            <w:r w:rsidR="00677BC4">
              <w:rPr>
                <w:rtl/>
              </w:rPr>
              <w:t>َ</w:t>
            </w:r>
            <w:r w:rsidR="006110FF" w:rsidRPr="009647FC">
              <w:rPr>
                <w:rtl/>
              </w:rPr>
              <w:t>نا</w:t>
            </w:r>
            <w:r w:rsidR="006110FF">
              <w:rPr>
                <w:rtl/>
              </w:rPr>
              <w:t xml:space="preserve"> </w:t>
            </w:r>
            <w:r w:rsidR="006110FF" w:rsidRPr="009647FC">
              <w:rPr>
                <w:rtl/>
              </w:rPr>
              <w:t>ا</w:t>
            </w:r>
            <w:r w:rsidRPr="009647FC">
              <w:rPr>
                <w:rtl/>
              </w:rPr>
              <w:t>لغ</w:t>
            </w:r>
            <w:r w:rsidR="006110FF" w:rsidRPr="009647FC">
              <w:rPr>
                <w:rtl/>
              </w:rPr>
              <w:t>رّ</w:t>
            </w:r>
            <w:r w:rsidR="00677BC4">
              <w:rPr>
                <w:rtl/>
              </w:rPr>
              <w:t>َ</w:t>
            </w:r>
            <w:r w:rsidR="006110FF">
              <w:rPr>
                <w:rtl/>
              </w:rPr>
              <w:t xml:space="preserve"> </w:t>
            </w:r>
            <w:r w:rsidRPr="009647FC">
              <w:rPr>
                <w:rtl/>
              </w:rPr>
              <w:t>با</w:t>
            </w:r>
            <w:r w:rsidR="006110FF" w:rsidRPr="009647FC">
              <w:rPr>
                <w:rtl/>
              </w:rPr>
              <w:t>لما</w:t>
            </w:r>
            <w:r w:rsidR="006110FF" w:rsidRPr="00725071">
              <w:rPr>
                <w:rStyle w:val="libPoemTiniChar0"/>
                <w:rtl/>
              </w:rPr>
              <w:br/>
              <w:t> </w:t>
            </w:r>
          </w:p>
        </w:tc>
        <w:tc>
          <w:tcPr>
            <w:tcW w:w="272" w:type="dxa"/>
          </w:tcPr>
          <w:p w:rsidR="006110FF" w:rsidRDefault="006110FF" w:rsidP="00697162">
            <w:pPr>
              <w:pStyle w:val="libPoem"/>
              <w:rPr>
                <w:rtl/>
              </w:rPr>
            </w:pPr>
          </w:p>
        </w:tc>
        <w:tc>
          <w:tcPr>
            <w:tcW w:w="3511" w:type="dxa"/>
          </w:tcPr>
          <w:p w:rsidR="006110FF" w:rsidRPr="00524A24" w:rsidRDefault="006110FF" w:rsidP="00697162">
            <w:pPr>
              <w:pStyle w:val="libPoem"/>
            </w:pPr>
            <w:r w:rsidRPr="009647FC">
              <w:rPr>
                <w:rtl/>
              </w:rPr>
              <w:t>ل</w:t>
            </w:r>
            <w:r>
              <w:rPr>
                <w:rtl/>
              </w:rPr>
              <w:t xml:space="preserve"> </w:t>
            </w:r>
            <w:r w:rsidR="00A72677" w:rsidRPr="009647FC">
              <w:rPr>
                <w:rtl/>
              </w:rPr>
              <w:t>سخا</w:t>
            </w:r>
            <w:r w:rsidRPr="009647FC">
              <w:rPr>
                <w:rtl/>
              </w:rPr>
              <w:t>ءً</w:t>
            </w:r>
            <w:r>
              <w:rPr>
                <w:rtl/>
              </w:rPr>
              <w:t xml:space="preserve"> </w:t>
            </w:r>
            <w:r w:rsidRPr="009647FC">
              <w:rPr>
                <w:rtl/>
              </w:rPr>
              <w:t>و</w:t>
            </w:r>
            <w:r w:rsidR="00A72677" w:rsidRPr="009647FC">
              <w:rPr>
                <w:rtl/>
              </w:rPr>
              <w:t>بالم</w:t>
            </w:r>
            <w:r w:rsidRPr="009647FC">
              <w:rPr>
                <w:rtl/>
              </w:rPr>
              <w:t>كارم</w:t>
            </w:r>
            <w:r>
              <w:rPr>
                <w:rtl/>
              </w:rPr>
              <w:t xml:space="preserve"> </w:t>
            </w:r>
            <w:r w:rsidR="00A72677" w:rsidRPr="009647FC">
              <w:rPr>
                <w:rtl/>
              </w:rPr>
              <w:t>ضن</w:t>
            </w:r>
            <w:r w:rsidRPr="009647FC">
              <w:rPr>
                <w:rtl/>
              </w:rPr>
              <w:t>ّا</w:t>
            </w:r>
            <w:r w:rsidRPr="00725071">
              <w:rPr>
                <w:rStyle w:val="libPoemTiniChar0"/>
                <w:rtl/>
              </w:rPr>
              <w:br/>
              <w:t> </w:t>
            </w:r>
          </w:p>
        </w:tc>
      </w:tr>
    </w:tbl>
    <w:p w:rsidR="004E7EC6" w:rsidRDefault="004E7EC6" w:rsidP="004E7EC6">
      <w:pPr>
        <w:pStyle w:val="libNormal"/>
        <w:rPr>
          <w:rtl/>
        </w:rPr>
      </w:pPr>
      <w:r>
        <w:rPr>
          <w:rtl/>
        </w:rPr>
        <w:br w:type="page"/>
      </w:r>
    </w:p>
    <w:p w:rsidR="009647FC" w:rsidRPr="00524A24" w:rsidRDefault="009647FC" w:rsidP="004E7EC6">
      <w:pPr>
        <w:pStyle w:val="Heading2Center"/>
      </w:pPr>
      <w:bookmarkStart w:id="3" w:name="_Toc430170483"/>
      <w:r w:rsidRPr="009647FC">
        <w:rPr>
          <w:rtl/>
        </w:rPr>
        <w:lastRenderedPageBreak/>
        <w:t>المدائح</w:t>
      </w:r>
      <w:bookmarkEnd w:id="3"/>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قال يمدح الحاج صالح كبّه</w:t>
      </w:r>
      <w:r w:rsidR="00D769AB">
        <w:rPr>
          <w:rtl/>
        </w:rPr>
        <w:t>:</w:t>
      </w:r>
    </w:p>
    <w:tbl>
      <w:tblPr>
        <w:tblStyle w:val="TableGrid"/>
        <w:bidiVisual/>
        <w:tblW w:w="4562" w:type="pct"/>
        <w:tblInd w:w="384" w:type="dxa"/>
        <w:tblLook w:val="04A0"/>
      </w:tblPr>
      <w:tblGrid>
        <w:gridCol w:w="3902"/>
        <w:gridCol w:w="301"/>
        <w:gridCol w:w="3884"/>
      </w:tblGrid>
      <w:tr w:rsidR="006110FF" w:rsidRPr="00524A24" w:rsidTr="005677FA">
        <w:trPr>
          <w:trHeight w:val="350"/>
        </w:trPr>
        <w:tc>
          <w:tcPr>
            <w:tcW w:w="3527" w:type="dxa"/>
          </w:tcPr>
          <w:p w:rsidR="006110FF" w:rsidRPr="00524A24" w:rsidRDefault="00A72677" w:rsidP="00697162">
            <w:pPr>
              <w:pStyle w:val="libPoem"/>
            </w:pPr>
            <w:r w:rsidRPr="00A72677">
              <w:rPr>
                <w:rtl/>
              </w:rPr>
              <w:t>فيا</w:t>
            </w:r>
            <w:r w:rsidR="004C00A8">
              <w:rPr>
                <w:rtl/>
              </w:rPr>
              <w:t xml:space="preserve"> </w:t>
            </w:r>
            <w:r w:rsidRPr="00A72677">
              <w:rPr>
                <w:rtl/>
              </w:rPr>
              <w:t>ني</w:t>
            </w:r>
            <w:r w:rsidR="005677FA" w:rsidRPr="00A72677">
              <w:rPr>
                <w:rtl/>
              </w:rPr>
              <w:t>ّ</w:t>
            </w:r>
            <w:r w:rsidR="00677BC4">
              <w:rPr>
                <w:rtl/>
              </w:rPr>
              <w:t>َ</w:t>
            </w:r>
            <w:r w:rsidRPr="00A72677">
              <w:rPr>
                <w:rtl/>
              </w:rPr>
              <w:t>ر</w:t>
            </w:r>
            <w:r w:rsidR="005677FA" w:rsidRPr="00A72677">
              <w:rPr>
                <w:rtl/>
              </w:rPr>
              <w:t xml:space="preserve"> ا</w:t>
            </w:r>
            <w:r w:rsidRPr="00A72677">
              <w:rPr>
                <w:rtl/>
              </w:rPr>
              <w:t>لد</w:t>
            </w:r>
            <w:r w:rsidR="005677FA" w:rsidRPr="00A72677">
              <w:rPr>
                <w:rtl/>
              </w:rPr>
              <w:t>نيا ا</w:t>
            </w:r>
            <w:r w:rsidRPr="00A72677">
              <w:rPr>
                <w:rtl/>
              </w:rPr>
              <w:t>لذ</w:t>
            </w:r>
            <w:r w:rsidR="005677FA" w:rsidRPr="00A72677">
              <w:rPr>
                <w:rtl/>
              </w:rPr>
              <w:t xml:space="preserve">ي </w:t>
            </w:r>
            <w:r w:rsidRPr="00A72677">
              <w:rPr>
                <w:rtl/>
              </w:rPr>
              <w:t>بض</w:t>
            </w:r>
            <w:r w:rsidR="005677FA" w:rsidRPr="00A72677">
              <w:rPr>
                <w:rtl/>
              </w:rPr>
              <w:t>يائه</w:t>
            </w:r>
            <w:r w:rsidR="006110FF" w:rsidRPr="00A72677">
              <w:rPr>
                <w:rStyle w:val="libPoemTiniChar0"/>
                <w:rtl/>
              </w:rPr>
              <w:br/>
              <w:t> </w:t>
            </w:r>
          </w:p>
        </w:tc>
        <w:tc>
          <w:tcPr>
            <w:tcW w:w="272" w:type="dxa"/>
          </w:tcPr>
          <w:p w:rsidR="006110FF" w:rsidRPr="00A72677" w:rsidRDefault="006110FF" w:rsidP="00697162">
            <w:pPr>
              <w:pStyle w:val="libPoem"/>
              <w:rPr>
                <w:rtl/>
              </w:rPr>
            </w:pPr>
          </w:p>
        </w:tc>
        <w:tc>
          <w:tcPr>
            <w:tcW w:w="3511" w:type="dxa"/>
          </w:tcPr>
          <w:p w:rsidR="006110FF" w:rsidRPr="00A72677" w:rsidRDefault="00A72677" w:rsidP="00697162">
            <w:pPr>
              <w:pStyle w:val="libPoem"/>
            </w:pPr>
            <w:r w:rsidRPr="00A72677">
              <w:rPr>
                <w:rtl/>
              </w:rPr>
              <w:t>جل</w:t>
            </w:r>
            <w:r w:rsidR="005677FA" w:rsidRPr="00A72677">
              <w:rPr>
                <w:rtl/>
              </w:rPr>
              <w:t xml:space="preserve">ا </w:t>
            </w:r>
            <w:r w:rsidRPr="00A72677">
              <w:rPr>
                <w:rtl/>
              </w:rPr>
              <w:t>عن</w:t>
            </w:r>
            <w:r w:rsidR="005677FA" w:rsidRPr="00A72677">
              <w:rPr>
                <w:rtl/>
              </w:rPr>
              <w:t xml:space="preserve"> </w:t>
            </w:r>
            <w:r w:rsidRPr="00A72677">
              <w:rPr>
                <w:rtl/>
              </w:rPr>
              <w:t>مح</w:t>
            </w:r>
            <w:r w:rsidR="005677FA" w:rsidRPr="00A72677">
              <w:rPr>
                <w:rtl/>
              </w:rPr>
              <w:t xml:space="preserve">يِّاها </w:t>
            </w:r>
            <w:r w:rsidRPr="00A72677">
              <w:rPr>
                <w:rtl/>
              </w:rPr>
              <w:t>ظل</w:t>
            </w:r>
            <w:r w:rsidR="005677FA" w:rsidRPr="00A72677">
              <w:rPr>
                <w:rtl/>
              </w:rPr>
              <w:t>ام</w:t>
            </w:r>
            <w:r w:rsidR="00677BC4">
              <w:rPr>
                <w:rtl/>
              </w:rPr>
              <w:t>َ</w:t>
            </w:r>
            <w:r w:rsidR="005677FA" w:rsidRPr="00A72677">
              <w:rPr>
                <w:rtl/>
              </w:rPr>
              <w:t xml:space="preserve"> ا</w:t>
            </w:r>
            <w:r w:rsidRPr="00A72677">
              <w:rPr>
                <w:rtl/>
              </w:rPr>
              <w:t>لغ</w:t>
            </w:r>
            <w:r w:rsidR="005677FA" w:rsidRPr="00A72677">
              <w:rPr>
                <w:rtl/>
              </w:rPr>
              <w:t>ياهبِ</w:t>
            </w:r>
            <w:r w:rsidR="006110FF" w:rsidRPr="00A72677">
              <w:rPr>
                <w:rStyle w:val="libPoemTiniChar0"/>
                <w:rtl/>
              </w:rPr>
              <w:br/>
              <w:t> </w:t>
            </w:r>
          </w:p>
        </w:tc>
      </w:tr>
      <w:tr w:rsidR="005677FA" w:rsidRPr="00524A24" w:rsidTr="005677FA">
        <w:trPr>
          <w:trHeight w:val="350"/>
        </w:trPr>
        <w:tc>
          <w:tcPr>
            <w:tcW w:w="3527" w:type="dxa"/>
          </w:tcPr>
          <w:p w:rsidR="005677FA" w:rsidRPr="00524A24" w:rsidRDefault="00A72677" w:rsidP="00697162">
            <w:pPr>
              <w:pStyle w:val="libPoem"/>
            </w:pPr>
            <w:r w:rsidRPr="00A72677">
              <w:rPr>
                <w:rtl/>
              </w:rPr>
              <w:t>عج</w:t>
            </w:r>
            <w:r w:rsidR="005677FA" w:rsidRPr="00A72677">
              <w:rPr>
                <w:rtl/>
              </w:rPr>
              <w:t xml:space="preserve">بتُ </w:t>
            </w:r>
            <w:r w:rsidRPr="00A72677">
              <w:rPr>
                <w:rtl/>
              </w:rPr>
              <w:t>لم</w:t>
            </w:r>
            <w:r w:rsidR="00677BC4">
              <w:rPr>
                <w:rtl/>
              </w:rPr>
              <w:t>َ</w:t>
            </w:r>
            <w:r w:rsidR="005677FA" w:rsidRPr="00A72677">
              <w:rPr>
                <w:rtl/>
              </w:rPr>
              <w:t xml:space="preserve">نْ </w:t>
            </w:r>
            <w:r w:rsidRPr="00A72677">
              <w:rPr>
                <w:rtl/>
              </w:rPr>
              <w:t>يب</w:t>
            </w:r>
            <w:r w:rsidR="005677FA" w:rsidRPr="00A72677">
              <w:rPr>
                <w:rtl/>
              </w:rPr>
              <w:t>غي ع</w:t>
            </w:r>
            <w:r w:rsidRPr="00A72677">
              <w:rPr>
                <w:rtl/>
              </w:rPr>
              <w:t>ُل</w:t>
            </w:r>
            <w:r w:rsidR="005677FA" w:rsidRPr="00A72677">
              <w:rPr>
                <w:rtl/>
              </w:rPr>
              <w:t xml:space="preserve">اك </w:t>
            </w:r>
            <w:r w:rsidRPr="00A72677">
              <w:rPr>
                <w:rtl/>
              </w:rPr>
              <w:t>بس</w:t>
            </w:r>
            <w:r w:rsidR="005677FA" w:rsidRPr="00A72677">
              <w:rPr>
                <w:rtl/>
              </w:rPr>
              <w:t>عيه</w:t>
            </w:r>
            <w:r w:rsidR="005677FA" w:rsidRPr="00A72677">
              <w:rPr>
                <w:rStyle w:val="libPoemTiniChar0"/>
                <w:rtl/>
              </w:rPr>
              <w:br/>
              <w:t> </w:t>
            </w:r>
          </w:p>
        </w:tc>
        <w:tc>
          <w:tcPr>
            <w:tcW w:w="272" w:type="dxa"/>
          </w:tcPr>
          <w:p w:rsidR="005677FA" w:rsidRPr="00A72677" w:rsidRDefault="005677FA" w:rsidP="00697162">
            <w:pPr>
              <w:pStyle w:val="libPoem"/>
              <w:rPr>
                <w:rtl/>
              </w:rPr>
            </w:pPr>
          </w:p>
        </w:tc>
        <w:tc>
          <w:tcPr>
            <w:tcW w:w="3511" w:type="dxa"/>
          </w:tcPr>
          <w:p w:rsidR="005677FA" w:rsidRPr="00A72677" w:rsidRDefault="005677FA" w:rsidP="00697162">
            <w:pPr>
              <w:pStyle w:val="libPoem"/>
            </w:pPr>
            <w:r w:rsidRPr="00A72677">
              <w:rPr>
                <w:rtl/>
              </w:rPr>
              <w:t>و</w:t>
            </w:r>
            <w:r w:rsidR="00A72677" w:rsidRPr="00A72677">
              <w:rPr>
                <w:rtl/>
              </w:rPr>
              <w:t>ما</w:t>
            </w:r>
            <w:r w:rsidRPr="00A72677">
              <w:rPr>
                <w:rtl/>
              </w:rPr>
              <w:t xml:space="preserve"> </w:t>
            </w:r>
            <w:r w:rsidR="00A72677" w:rsidRPr="00A72677">
              <w:rPr>
                <w:rtl/>
              </w:rPr>
              <w:t>هو</w:t>
            </w:r>
            <w:r w:rsidRPr="00A72677">
              <w:rPr>
                <w:rtl/>
              </w:rPr>
              <w:t xml:space="preserve"> </w:t>
            </w:r>
            <w:r w:rsidR="00A72677" w:rsidRPr="00A72677">
              <w:rPr>
                <w:rtl/>
              </w:rPr>
              <w:t>من</w:t>
            </w:r>
            <w:r w:rsidRPr="00A72677">
              <w:rPr>
                <w:rtl/>
              </w:rPr>
              <w:t xml:space="preserve"> أ</w:t>
            </w:r>
            <w:r w:rsidR="00A72677" w:rsidRPr="00A72677">
              <w:rPr>
                <w:rtl/>
              </w:rPr>
              <w:t>بن</w:t>
            </w:r>
            <w:r w:rsidRPr="00A72677">
              <w:rPr>
                <w:rtl/>
              </w:rPr>
              <w:t xml:space="preserve">اءِ </w:t>
            </w:r>
            <w:r w:rsidR="00A72677" w:rsidRPr="00A72677">
              <w:rPr>
                <w:rtl/>
              </w:rPr>
              <w:t>هذ</w:t>
            </w:r>
            <w:r w:rsidRPr="00A72677">
              <w:rPr>
                <w:rtl/>
              </w:rPr>
              <w:t>ي المطالبِ</w:t>
            </w:r>
            <w:r w:rsidRPr="00A72677">
              <w:rPr>
                <w:rStyle w:val="libPoemTiniChar0"/>
                <w:rtl/>
              </w:rPr>
              <w:br/>
              <w:t> </w:t>
            </w:r>
          </w:p>
        </w:tc>
      </w:tr>
      <w:tr w:rsidR="005677FA" w:rsidRPr="00524A24" w:rsidTr="005677FA">
        <w:trPr>
          <w:trHeight w:val="350"/>
        </w:trPr>
        <w:tc>
          <w:tcPr>
            <w:tcW w:w="3527" w:type="dxa"/>
          </w:tcPr>
          <w:p w:rsidR="005677FA" w:rsidRPr="00524A24" w:rsidRDefault="005677FA" w:rsidP="00697162">
            <w:pPr>
              <w:pStyle w:val="libPoem"/>
            </w:pPr>
            <w:r w:rsidRPr="00A72677">
              <w:rPr>
                <w:rtl/>
              </w:rPr>
              <w:t xml:space="preserve">وما </w:t>
            </w:r>
            <w:r w:rsidR="00A72677" w:rsidRPr="00A72677">
              <w:rPr>
                <w:rtl/>
              </w:rPr>
              <w:t>هو</w:t>
            </w:r>
            <w:r w:rsidRPr="00A72677">
              <w:rPr>
                <w:rtl/>
              </w:rPr>
              <w:t xml:space="preserve"> إلاّ </w:t>
            </w:r>
            <w:r w:rsidR="00A72677" w:rsidRPr="00A72677">
              <w:rPr>
                <w:rtl/>
              </w:rPr>
              <w:t>كا</w:t>
            </w:r>
            <w:r w:rsidRPr="00A72677">
              <w:rPr>
                <w:rtl/>
              </w:rPr>
              <w:t xml:space="preserve">لمناسم </w:t>
            </w:r>
            <w:r w:rsidR="00A72677" w:rsidRPr="00A72677">
              <w:rPr>
                <w:rtl/>
              </w:rPr>
              <w:t>لو</w:t>
            </w:r>
            <w:r w:rsidRPr="00A72677">
              <w:rPr>
                <w:rtl/>
              </w:rPr>
              <w:t xml:space="preserve"> </w:t>
            </w:r>
            <w:r w:rsidR="00A72677" w:rsidRPr="00A72677">
              <w:rPr>
                <w:rtl/>
              </w:rPr>
              <w:t>سع</w:t>
            </w:r>
            <w:r w:rsidRPr="00A72677">
              <w:rPr>
                <w:rtl/>
              </w:rPr>
              <w:t>تْ</w:t>
            </w:r>
            <w:r w:rsidRPr="00A72677">
              <w:rPr>
                <w:rStyle w:val="libPoemTiniChar0"/>
                <w:rtl/>
              </w:rPr>
              <w:br/>
              <w:t> </w:t>
            </w:r>
          </w:p>
        </w:tc>
        <w:tc>
          <w:tcPr>
            <w:tcW w:w="272" w:type="dxa"/>
          </w:tcPr>
          <w:p w:rsidR="005677FA" w:rsidRPr="00A72677" w:rsidRDefault="005677FA" w:rsidP="00697162">
            <w:pPr>
              <w:pStyle w:val="libPoem"/>
              <w:rPr>
                <w:rtl/>
              </w:rPr>
            </w:pPr>
          </w:p>
        </w:tc>
        <w:tc>
          <w:tcPr>
            <w:tcW w:w="3511" w:type="dxa"/>
          </w:tcPr>
          <w:p w:rsidR="005677FA" w:rsidRPr="00A72677" w:rsidRDefault="005677FA" w:rsidP="00697162">
            <w:pPr>
              <w:pStyle w:val="libPoem"/>
            </w:pPr>
            <w:r w:rsidRPr="00A72677">
              <w:rPr>
                <w:rtl/>
              </w:rPr>
              <w:t>مدى الدهرِ لا تسمو سموّ</w:t>
            </w:r>
            <w:r w:rsidR="00677BC4">
              <w:rPr>
                <w:rtl/>
              </w:rPr>
              <w:t>َ</w:t>
            </w:r>
            <w:r w:rsidRPr="00A72677">
              <w:rPr>
                <w:rtl/>
              </w:rPr>
              <w:t xml:space="preserve"> الغواربِ</w:t>
            </w:r>
            <w:r w:rsidRPr="00A72677">
              <w:rPr>
                <w:rStyle w:val="libFootnotenumChar"/>
                <w:rtl/>
              </w:rPr>
              <w:t>(1)</w:t>
            </w:r>
            <w:r w:rsidRPr="00A72677">
              <w:rPr>
                <w:rStyle w:val="libPoemTiniChar0"/>
                <w:rtl/>
              </w:rPr>
              <w:br/>
              <w:t> </w:t>
            </w:r>
          </w:p>
        </w:tc>
      </w:tr>
      <w:tr w:rsidR="005677FA" w:rsidRPr="00524A24" w:rsidTr="005677FA">
        <w:trPr>
          <w:trHeight w:val="350"/>
        </w:trPr>
        <w:tc>
          <w:tcPr>
            <w:tcW w:w="3527" w:type="dxa"/>
          </w:tcPr>
          <w:p w:rsidR="005677FA" w:rsidRPr="00524A24" w:rsidRDefault="005677FA" w:rsidP="00697162">
            <w:pPr>
              <w:pStyle w:val="libPoem"/>
            </w:pPr>
            <w:r w:rsidRPr="00A72677">
              <w:rPr>
                <w:rtl/>
              </w:rPr>
              <w:t>وأعجبُ منه م</w:t>
            </w:r>
            <w:r w:rsidR="00677BC4">
              <w:rPr>
                <w:rtl/>
              </w:rPr>
              <w:t>َ</w:t>
            </w:r>
            <w:r w:rsidRPr="00A72677">
              <w:rPr>
                <w:rtl/>
              </w:rPr>
              <w:t>نْ يجاريك</w:t>
            </w:r>
            <w:r w:rsidRPr="00A72677">
              <w:rPr>
                <w:rStyle w:val="libFootnotenumChar"/>
                <w:rtl/>
              </w:rPr>
              <w:t>(2)</w:t>
            </w:r>
            <w:r w:rsidRPr="00A72677">
              <w:rPr>
                <w:rtl/>
              </w:rPr>
              <w:t xml:space="preserve"> في الندى</w:t>
            </w:r>
            <w:r w:rsidRPr="00A72677">
              <w:rPr>
                <w:rStyle w:val="libPoemTiniChar0"/>
                <w:rtl/>
              </w:rPr>
              <w:br/>
              <w:t> </w:t>
            </w:r>
          </w:p>
        </w:tc>
        <w:tc>
          <w:tcPr>
            <w:tcW w:w="272" w:type="dxa"/>
          </w:tcPr>
          <w:p w:rsidR="005677FA" w:rsidRPr="00A72677" w:rsidRDefault="005677FA" w:rsidP="00697162">
            <w:pPr>
              <w:pStyle w:val="libPoem"/>
              <w:rPr>
                <w:rtl/>
              </w:rPr>
            </w:pPr>
          </w:p>
        </w:tc>
        <w:tc>
          <w:tcPr>
            <w:tcW w:w="3511" w:type="dxa"/>
          </w:tcPr>
          <w:p w:rsidR="005677FA" w:rsidRPr="00A72677" w:rsidRDefault="005677FA" w:rsidP="00697162">
            <w:pPr>
              <w:pStyle w:val="libPoem"/>
            </w:pPr>
            <w:r w:rsidRPr="00A72677">
              <w:rPr>
                <w:rtl/>
              </w:rPr>
              <w:t>و</w:t>
            </w:r>
            <w:r w:rsidR="00A72677" w:rsidRPr="00A72677">
              <w:rPr>
                <w:rtl/>
              </w:rPr>
              <w:t>عن</w:t>
            </w:r>
            <w:r w:rsidRPr="00A72677">
              <w:rPr>
                <w:rtl/>
              </w:rPr>
              <w:t>دك ي</w:t>
            </w:r>
            <w:r w:rsidR="00A72677" w:rsidRPr="00A72677">
              <w:rPr>
                <w:rtl/>
              </w:rPr>
              <w:t>ُل</w:t>
            </w:r>
            <w:r w:rsidRPr="00A72677">
              <w:rPr>
                <w:rtl/>
              </w:rPr>
              <w:t xml:space="preserve">غى </w:t>
            </w:r>
            <w:r w:rsidR="00A72677" w:rsidRPr="00A72677">
              <w:rPr>
                <w:rtl/>
              </w:rPr>
              <w:t>با</w:t>
            </w:r>
            <w:r w:rsidRPr="00A72677">
              <w:rPr>
                <w:rtl/>
              </w:rPr>
              <w:t xml:space="preserve">سطاً </w:t>
            </w:r>
            <w:r w:rsidR="00A72677" w:rsidRPr="00A72677">
              <w:rPr>
                <w:rtl/>
              </w:rPr>
              <w:t>كف</w:t>
            </w:r>
            <w:r w:rsidRPr="00A72677">
              <w:rPr>
                <w:rtl/>
              </w:rPr>
              <w:t>ّ</w:t>
            </w:r>
            <w:r w:rsidR="00677BC4">
              <w:rPr>
                <w:rtl/>
              </w:rPr>
              <w:t>َ</w:t>
            </w:r>
            <w:r w:rsidRPr="00A72677">
              <w:rPr>
                <w:rtl/>
              </w:rPr>
              <w:t xml:space="preserve"> </w:t>
            </w:r>
            <w:r w:rsidR="00A72677" w:rsidRPr="00A72677">
              <w:rPr>
                <w:rtl/>
              </w:rPr>
              <w:t>طا</w:t>
            </w:r>
            <w:r w:rsidRPr="00A72677">
              <w:rPr>
                <w:rtl/>
              </w:rPr>
              <w:t>لبِ</w:t>
            </w:r>
            <w:r w:rsidRPr="00A72677">
              <w:rPr>
                <w:rStyle w:val="libPoemTiniChar0"/>
                <w:rtl/>
              </w:rPr>
              <w:br/>
              <w:t> </w:t>
            </w:r>
          </w:p>
        </w:tc>
      </w:tr>
      <w:tr w:rsidR="005677FA" w:rsidRPr="00524A24" w:rsidTr="005677FA">
        <w:trPr>
          <w:trHeight w:val="350"/>
        </w:trPr>
        <w:tc>
          <w:tcPr>
            <w:tcW w:w="3527" w:type="dxa"/>
          </w:tcPr>
          <w:p w:rsidR="005677FA" w:rsidRPr="00524A24" w:rsidRDefault="005677FA" w:rsidP="00697162">
            <w:pPr>
              <w:pStyle w:val="libPoem"/>
            </w:pPr>
            <w:r w:rsidRPr="00A72677">
              <w:rPr>
                <w:rtl/>
              </w:rPr>
              <w:t>ي</w:t>
            </w:r>
            <w:r w:rsidR="00A72677" w:rsidRPr="00A72677">
              <w:rPr>
                <w:rtl/>
              </w:rPr>
              <w:t>ها</w:t>
            </w:r>
            <w:r w:rsidRPr="00A72677">
              <w:rPr>
                <w:rtl/>
              </w:rPr>
              <w:t xml:space="preserve">بك إذ </w:t>
            </w:r>
            <w:r w:rsidR="00A72677" w:rsidRPr="00A72677">
              <w:rPr>
                <w:rtl/>
              </w:rPr>
              <w:t>تبد</w:t>
            </w:r>
            <w:r w:rsidRPr="00A72677">
              <w:rPr>
                <w:rtl/>
              </w:rPr>
              <w:t>و وم</w:t>
            </w:r>
            <w:r w:rsidR="00A72677" w:rsidRPr="00A72677">
              <w:rPr>
                <w:rtl/>
              </w:rPr>
              <w:t>ِر</w:t>
            </w:r>
            <w:r w:rsidRPr="00A72677">
              <w:rPr>
                <w:rtl/>
              </w:rPr>
              <w:t>جل ض</w:t>
            </w:r>
            <w:r w:rsidR="00A72677" w:rsidRPr="00A72677">
              <w:rPr>
                <w:rtl/>
              </w:rPr>
              <w:t>ِغ</w:t>
            </w:r>
            <w:r w:rsidRPr="00A72677">
              <w:rPr>
                <w:rtl/>
              </w:rPr>
              <w:t>نه</w:t>
            </w:r>
            <w:r w:rsidRPr="00A72677">
              <w:rPr>
                <w:rStyle w:val="libPoemTiniChar0"/>
                <w:rtl/>
              </w:rPr>
              <w:br/>
              <w:t> </w:t>
            </w:r>
          </w:p>
        </w:tc>
        <w:tc>
          <w:tcPr>
            <w:tcW w:w="272" w:type="dxa"/>
          </w:tcPr>
          <w:p w:rsidR="005677FA" w:rsidRPr="00A72677" w:rsidRDefault="005677FA" w:rsidP="00697162">
            <w:pPr>
              <w:pStyle w:val="libPoem"/>
              <w:rPr>
                <w:rtl/>
              </w:rPr>
            </w:pPr>
          </w:p>
        </w:tc>
        <w:tc>
          <w:tcPr>
            <w:tcW w:w="3511" w:type="dxa"/>
          </w:tcPr>
          <w:p w:rsidR="005677FA" w:rsidRPr="00A72677" w:rsidRDefault="005677FA" w:rsidP="004C00A8">
            <w:pPr>
              <w:pStyle w:val="libPoem"/>
            </w:pPr>
            <w:r w:rsidRPr="00A72677">
              <w:rPr>
                <w:rtl/>
              </w:rPr>
              <w:t>من الغيظِ يغلي</w:t>
            </w:r>
            <w:r w:rsidRPr="00A72677">
              <w:rPr>
                <w:rStyle w:val="libFootnotenumChar"/>
                <w:rtl/>
              </w:rPr>
              <w:t>(3)</w:t>
            </w:r>
            <w:r w:rsidR="004C00A8" w:rsidRPr="004C00A8">
              <w:rPr>
                <w:rFonts w:hint="cs"/>
                <w:rtl/>
              </w:rPr>
              <w:t xml:space="preserve"> </w:t>
            </w:r>
            <w:r w:rsidRPr="00A72677">
              <w:rPr>
                <w:rtl/>
              </w:rPr>
              <w:t>منه خلف</w:t>
            </w:r>
            <w:r w:rsidR="00677BC4">
              <w:rPr>
                <w:rtl/>
              </w:rPr>
              <w:t>َ</w:t>
            </w:r>
            <w:r w:rsidRPr="00A72677">
              <w:rPr>
                <w:rtl/>
              </w:rPr>
              <w:t xml:space="preserve"> الترا</w:t>
            </w:r>
            <w:r w:rsidR="00A72677" w:rsidRPr="00A72677">
              <w:rPr>
                <w:rtl/>
              </w:rPr>
              <w:t>ئب</w:t>
            </w:r>
            <w:r w:rsidRPr="00A72677">
              <w:rPr>
                <w:rtl/>
              </w:rPr>
              <w:t>ِ</w:t>
            </w:r>
            <w:r w:rsidRPr="00A72677">
              <w:rPr>
                <w:rStyle w:val="libPoemTiniChar0"/>
                <w:rtl/>
              </w:rPr>
              <w:br/>
              <w:t> </w:t>
            </w:r>
          </w:p>
        </w:tc>
      </w:tr>
      <w:tr w:rsidR="005677FA" w:rsidRPr="00524A24" w:rsidTr="005677FA">
        <w:trPr>
          <w:trHeight w:val="350"/>
        </w:trPr>
        <w:tc>
          <w:tcPr>
            <w:tcW w:w="3527" w:type="dxa"/>
          </w:tcPr>
          <w:p w:rsidR="005677FA" w:rsidRPr="00524A24" w:rsidRDefault="005677FA" w:rsidP="00697162">
            <w:pPr>
              <w:pStyle w:val="libPoem"/>
            </w:pPr>
            <w:r w:rsidRPr="00A72677">
              <w:rPr>
                <w:rtl/>
              </w:rPr>
              <w:t>و</w:t>
            </w:r>
            <w:r w:rsidR="00A72677" w:rsidRPr="00A72677">
              <w:rPr>
                <w:rtl/>
              </w:rPr>
              <w:t>يطر</w:t>
            </w:r>
            <w:r w:rsidRPr="00A72677">
              <w:rPr>
                <w:rtl/>
              </w:rPr>
              <w:t>قُ إ</w:t>
            </w:r>
            <w:r w:rsidR="00A72677" w:rsidRPr="00A72677">
              <w:rPr>
                <w:rtl/>
              </w:rPr>
              <w:t>جل</w:t>
            </w:r>
            <w:r w:rsidRPr="00A72677">
              <w:rPr>
                <w:rtl/>
              </w:rPr>
              <w:t xml:space="preserve">الا </w:t>
            </w:r>
            <w:r w:rsidR="00A72677" w:rsidRPr="00A72677">
              <w:rPr>
                <w:rtl/>
              </w:rPr>
              <w:t>بحي</w:t>
            </w:r>
            <w:r w:rsidRPr="00A72677">
              <w:rPr>
                <w:rtl/>
              </w:rPr>
              <w:t xml:space="preserve">ث </w:t>
            </w:r>
            <w:r w:rsidR="00A72677" w:rsidRPr="00A72677">
              <w:rPr>
                <w:rtl/>
              </w:rPr>
              <w:t>تظ</w:t>
            </w:r>
            <w:r w:rsidRPr="00A72677">
              <w:rPr>
                <w:rtl/>
              </w:rPr>
              <w:t>نّه</w:t>
            </w:r>
            <w:r w:rsidRPr="00A72677">
              <w:rPr>
                <w:rStyle w:val="libPoemTiniChar0"/>
                <w:rtl/>
              </w:rPr>
              <w:br/>
              <w:t> </w:t>
            </w:r>
          </w:p>
        </w:tc>
        <w:tc>
          <w:tcPr>
            <w:tcW w:w="272" w:type="dxa"/>
          </w:tcPr>
          <w:p w:rsidR="005677FA" w:rsidRPr="00A72677" w:rsidRDefault="005677FA" w:rsidP="00697162">
            <w:pPr>
              <w:pStyle w:val="libPoem"/>
              <w:rPr>
                <w:rtl/>
              </w:rPr>
            </w:pPr>
          </w:p>
        </w:tc>
        <w:tc>
          <w:tcPr>
            <w:tcW w:w="3511" w:type="dxa"/>
          </w:tcPr>
          <w:p w:rsidR="005677FA" w:rsidRPr="00A72677" w:rsidRDefault="005677FA" w:rsidP="00697162">
            <w:pPr>
              <w:pStyle w:val="libPoem"/>
            </w:pPr>
            <w:r w:rsidRPr="00A72677">
              <w:rPr>
                <w:rtl/>
              </w:rPr>
              <w:t>قد ا</w:t>
            </w:r>
            <w:r w:rsidR="00A72677" w:rsidRPr="00A72677">
              <w:rPr>
                <w:rtl/>
              </w:rPr>
              <w:t>نعق</w:t>
            </w:r>
            <w:r w:rsidRPr="00A72677">
              <w:rPr>
                <w:rtl/>
              </w:rPr>
              <w:t>دت أ</w:t>
            </w:r>
            <w:r w:rsidR="00A72677" w:rsidRPr="00A72677">
              <w:rPr>
                <w:rtl/>
              </w:rPr>
              <w:t>هد</w:t>
            </w:r>
            <w:r w:rsidRPr="00A72677">
              <w:rPr>
                <w:rtl/>
              </w:rPr>
              <w:t xml:space="preserve">ابهُ </w:t>
            </w:r>
            <w:r w:rsidR="00A72677" w:rsidRPr="00A72677">
              <w:rPr>
                <w:rtl/>
              </w:rPr>
              <w:t>با</w:t>
            </w:r>
            <w:r w:rsidRPr="00A72677">
              <w:rPr>
                <w:rtl/>
              </w:rPr>
              <w:t>لحواجبِ</w:t>
            </w:r>
            <w:r w:rsidRPr="00A72677">
              <w:rPr>
                <w:rStyle w:val="libPoemTiniChar0"/>
                <w:rtl/>
              </w:rPr>
              <w:br/>
              <w:t> </w:t>
            </w:r>
          </w:p>
        </w:tc>
      </w:tr>
      <w:tr w:rsidR="005677FA" w:rsidRPr="00524A24" w:rsidTr="005677FA">
        <w:trPr>
          <w:trHeight w:val="350"/>
        </w:trPr>
        <w:tc>
          <w:tcPr>
            <w:tcW w:w="3527" w:type="dxa"/>
          </w:tcPr>
          <w:p w:rsidR="005677FA" w:rsidRPr="00524A24" w:rsidRDefault="00A72677" w:rsidP="00697162">
            <w:pPr>
              <w:pStyle w:val="libPoem"/>
            </w:pPr>
            <w:r w:rsidRPr="00A72677">
              <w:rPr>
                <w:rtl/>
              </w:rPr>
              <w:t>فح</w:t>
            </w:r>
            <w:r w:rsidR="005677FA" w:rsidRPr="00A72677">
              <w:rPr>
                <w:rtl/>
              </w:rPr>
              <w:t>سبك</w:t>
            </w:r>
            <w:r w:rsidR="004C00A8">
              <w:rPr>
                <w:rtl/>
              </w:rPr>
              <w:t xml:space="preserve"> </w:t>
            </w:r>
            <w:r w:rsidRPr="00A72677">
              <w:rPr>
                <w:rtl/>
              </w:rPr>
              <w:t>فخ</w:t>
            </w:r>
            <w:r w:rsidR="005677FA" w:rsidRPr="00A72677">
              <w:rPr>
                <w:rtl/>
              </w:rPr>
              <w:t>راً أنّ</w:t>
            </w:r>
            <w:r w:rsidR="00677BC4">
              <w:rPr>
                <w:rtl/>
              </w:rPr>
              <w:t>َ</w:t>
            </w:r>
            <w:r w:rsidR="005677FA" w:rsidRPr="00A72677">
              <w:rPr>
                <w:rtl/>
              </w:rPr>
              <w:t xml:space="preserve"> </w:t>
            </w:r>
            <w:r w:rsidRPr="00A72677">
              <w:rPr>
                <w:rtl/>
              </w:rPr>
              <w:t>فر</w:t>
            </w:r>
            <w:r w:rsidR="005677FA" w:rsidRPr="00A72677">
              <w:rPr>
                <w:rtl/>
              </w:rPr>
              <w:t xml:space="preserve">عك </w:t>
            </w:r>
            <w:r w:rsidRPr="00A72677">
              <w:rPr>
                <w:rtl/>
              </w:rPr>
              <w:t>ين</w:t>
            </w:r>
            <w:r w:rsidR="005677FA" w:rsidRPr="00A72677">
              <w:rPr>
                <w:rtl/>
              </w:rPr>
              <w:t>تمي</w:t>
            </w:r>
            <w:r w:rsidR="005677FA" w:rsidRPr="00A72677">
              <w:rPr>
                <w:rStyle w:val="libPoemTiniChar0"/>
                <w:rtl/>
              </w:rPr>
              <w:br/>
              <w:t> </w:t>
            </w:r>
          </w:p>
        </w:tc>
        <w:tc>
          <w:tcPr>
            <w:tcW w:w="272" w:type="dxa"/>
          </w:tcPr>
          <w:p w:rsidR="005677FA" w:rsidRPr="00A72677" w:rsidRDefault="005677FA" w:rsidP="00697162">
            <w:pPr>
              <w:pStyle w:val="libPoem"/>
              <w:rPr>
                <w:rtl/>
              </w:rPr>
            </w:pPr>
          </w:p>
        </w:tc>
        <w:tc>
          <w:tcPr>
            <w:tcW w:w="3511" w:type="dxa"/>
          </w:tcPr>
          <w:p w:rsidR="005677FA" w:rsidRPr="00A72677" w:rsidRDefault="005677FA" w:rsidP="00697162">
            <w:pPr>
              <w:pStyle w:val="libPoem"/>
            </w:pPr>
            <w:r w:rsidRPr="00A72677">
              <w:rPr>
                <w:rtl/>
              </w:rPr>
              <w:t>لعرقِ عليٍّ في طينةِ المجدِ</w:t>
            </w:r>
            <w:r w:rsidRPr="00A72677">
              <w:rPr>
                <w:rStyle w:val="libFootnotenumChar"/>
                <w:rtl/>
              </w:rPr>
              <w:t>(4)</w:t>
            </w:r>
            <w:r w:rsidRPr="00A72677">
              <w:rPr>
                <w:rtl/>
              </w:rPr>
              <w:t xml:space="preserve"> ضاربِ</w:t>
            </w:r>
            <w:r w:rsidRPr="00A72677">
              <w:rPr>
                <w:rStyle w:val="libPoemTiniChar0"/>
                <w:rtl/>
              </w:rPr>
              <w:br/>
              <w:t> </w:t>
            </w:r>
          </w:p>
        </w:tc>
      </w:tr>
      <w:tr w:rsidR="005677FA" w:rsidRPr="00524A24" w:rsidTr="005677FA">
        <w:trPr>
          <w:trHeight w:val="350"/>
        </w:trPr>
        <w:tc>
          <w:tcPr>
            <w:tcW w:w="3527" w:type="dxa"/>
          </w:tcPr>
          <w:p w:rsidR="005677FA" w:rsidRPr="00524A24" w:rsidRDefault="005677FA" w:rsidP="00697162">
            <w:pPr>
              <w:pStyle w:val="libPoem"/>
            </w:pPr>
            <w:r w:rsidRPr="00A72677">
              <w:rPr>
                <w:rtl/>
              </w:rPr>
              <w:t>و</w:t>
            </w:r>
            <w:r w:rsidR="00A72677" w:rsidRPr="00A72677">
              <w:rPr>
                <w:rtl/>
              </w:rPr>
              <w:t>لو</w:t>
            </w:r>
            <w:r w:rsidRPr="00A72677">
              <w:rPr>
                <w:rtl/>
              </w:rPr>
              <w:t xml:space="preserve"> </w:t>
            </w:r>
            <w:r w:rsidR="00A72677" w:rsidRPr="00A72677">
              <w:rPr>
                <w:rtl/>
              </w:rPr>
              <w:t>بن</w:t>
            </w:r>
            <w:r w:rsidRPr="00A72677">
              <w:rPr>
                <w:rtl/>
              </w:rPr>
              <w:t>داك ا</w:t>
            </w:r>
            <w:r w:rsidR="00A72677" w:rsidRPr="00A72677">
              <w:rPr>
                <w:rtl/>
              </w:rPr>
              <w:t>لب</w:t>
            </w:r>
            <w:r w:rsidRPr="00A72677">
              <w:rPr>
                <w:rtl/>
              </w:rPr>
              <w:t>حرُ ي</w:t>
            </w:r>
            <w:r w:rsidR="00A72677" w:rsidRPr="00A72677">
              <w:rPr>
                <w:rtl/>
              </w:rPr>
              <w:t>ُق</w:t>
            </w:r>
            <w:r w:rsidRPr="00A72677">
              <w:rPr>
                <w:rtl/>
              </w:rPr>
              <w:t xml:space="preserve">رنُ </w:t>
            </w:r>
            <w:r w:rsidR="00A72677" w:rsidRPr="00A72677">
              <w:rPr>
                <w:rtl/>
              </w:rPr>
              <w:t>لم</w:t>
            </w:r>
            <w:r w:rsidRPr="00A72677">
              <w:rPr>
                <w:rtl/>
              </w:rPr>
              <w:t xml:space="preserve"> </w:t>
            </w:r>
            <w:r w:rsidR="00A72677" w:rsidRPr="00A72677">
              <w:rPr>
                <w:rtl/>
              </w:rPr>
              <w:t>يك</w:t>
            </w:r>
            <w:r w:rsidRPr="00A72677">
              <w:rPr>
                <w:rtl/>
              </w:rPr>
              <w:t>نْ</w:t>
            </w:r>
            <w:r w:rsidRPr="00A72677">
              <w:rPr>
                <w:rStyle w:val="libPoemTiniChar0"/>
                <w:rtl/>
              </w:rPr>
              <w:br/>
              <w:t> </w:t>
            </w:r>
          </w:p>
        </w:tc>
        <w:tc>
          <w:tcPr>
            <w:tcW w:w="272" w:type="dxa"/>
          </w:tcPr>
          <w:p w:rsidR="005677FA" w:rsidRPr="00A72677" w:rsidRDefault="005677FA" w:rsidP="00697162">
            <w:pPr>
              <w:pStyle w:val="libPoem"/>
              <w:rPr>
                <w:rtl/>
              </w:rPr>
            </w:pPr>
          </w:p>
        </w:tc>
        <w:tc>
          <w:tcPr>
            <w:tcW w:w="3511" w:type="dxa"/>
          </w:tcPr>
          <w:p w:rsidR="005677FA" w:rsidRPr="00524A24" w:rsidRDefault="00A72677" w:rsidP="00697162">
            <w:pPr>
              <w:pStyle w:val="libPoem"/>
            </w:pPr>
            <w:r w:rsidRPr="00A72677">
              <w:rPr>
                <w:rtl/>
              </w:rPr>
              <w:t>بج</w:t>
            </w:r>
            <w:r w:rsidR="005677FA" w:rsidRPr="00A72677">
              <w:rPr>
                <w:rtl/>
              </w:rPr>
              <w:t xml:space="preserve">نبِ </w:t>
            </w:r>
            <w:r w:rsidRPr="00A72677">
              <w:rPr>
                <w:rtl/>
              </w:rPr>
              <w:t>ند</w:t>
            </w:r>
            <w:r w:rsidR="005677FA" w:rsidRPr="00A72677">
              <w:rPr>
                <w:rtl/>
              </w:rPr>
              <w:t>اك ا</w:t>
            </w:r>
            <w:r w:rsidRPr="00A72677">
              <w:rPr>
                <w:rtl/>
              </w:rPr>
              <w:t>لب</w:t>
            </w:r>
            <w:r w:rsidR="005677FA" w:rsidRPr="00A72677">
              <w:rPr>
                <w:rtl/>
              </w:rPr>
              <w:t xml:space="preserve">حرُ </w:t>
            </w:r>
            <w:r w:rsidRPr="00A72677">
              <w:rPr>
                <w:rtl/>
              </w:rPr>
              <w:t>نه</w:t>
            </w:r>
            <w:r w:rsidR="005677FA" w:rsidRPr="00A72677">
              <w:rPr>
                <w:rtl/>
              </w:rPr>
              <w:t>لة</w:t>
            </w:r>
            <w:r w:rsidR="00677BC4">
              <w:rPr>
                <w:rtl/>
              </w:rPr>
              <w:t>َ</w:t>
            </w:r>
            <w:r w:rsidR="005677FA" w:rsidRPr="00A72677">
              <w:rPr>
                <w:rtl/>
              </w:rPr>
              <w:t xml:space="preserve"> </w:t>
            </w:r>
            <w:r w:rsidRPr="00A72677">
              <w:rPr>
                <w:rtl/>
              </w:rPr>
              <w:t>شا</w:t>
            </w:r>
            <w:r w:rsidR="005677FA" w:rsidRPr="00A72677">
              <w:rPr>
                <w:rtl/>
              </w:rPr>
              <w:t>ربِ</w:t>
            </w:r>
            <w:r w:rsidR="005677FA" w:rsidRPr="00A72677">
              <w:rPr>
                <w:rStyle w:val="libPoemTiniChar0"/>
                <w:rtl/>
              </w:rPr>
              <w:br/>
              <w:t> </w:t>
            </w:r>
          </w:p>
        </w:tc>
      </w:tr>
    </w:tbl>
    <w:p w:rsidR="009647FC" w:rsidRPr="00524A24" w:rsidRDefault="009647FC" w:rsidP="004E7EC6">
      <w:pPr>
        <w:pStyle w:val="libNormal"/>
      </w:pPr>
      <w:r w:rsidRPr="004E7EC6">
        <w:rPr>
          <w:rtl/>
        </w:rPr>
        <w:t>وقال يمدح السيد سلمان النقيب</w:t>
      </w:r>
      <w:r w:rsidRPr="004E7EC6">
        <w:rPr>
          <w:rStyle w:val="libFootnotenumChar"/>
          <w:rtl/>
        </w:rPr>
        <w:t>(5)</w:t>
      </w:r>
      <w:r w:rsidR="00D769AB" w:rsidRPr="004C00A8">
        <w:rPr>
          <w:rtl/>
        </w:rPr>
        <w:t>،</w:t>
      </w:r>
      <w:r w:rsidRPr="004E7EC6">
        <w:rPr>
          <w:rtl/>
        </w:rPr>
        <w:t xml:space="preserve"> وقد التمسه بعض الأشراف</w:t>
      </w:r>
      <w:r w:rsidR="00D769AB">
        <w:rPr>
          <w:rtl/>
        </w:rPr>
        <w:t>:</w:t>
      </w:r>
    </w:p>
    <w:tbl>
      <w:tblPr>
        <w:tblStyle w:val="TableGrid"/>
        <w:bidiVisual/>
        <w:tblW w:w="4562" w:type="pct"/>
        <w:tblInd w:w="384" w:type="dxa"/>
        <w:tblLook w:val="04A0"/>
      </w:tblPr>
      <w:tblGrid>
        <w:gridCol w:w="3902"/>
        <w:gridCol w:w="301"/>
        <w:gridCol w:w="3884"/>
      </w:tblGrid>
      <w:tr w:rsidR="005677FA" w:rsidRPr="00524A24" w:rsidTr="005677FA">
        <w:trPr>
          <w:trHeight w:val="350"/>
        </w:trPr>
        <w:tc>
          <w:tcPr>
            <w:tcW w:w="3527" w:type="dxa"/>
          </w:tcPr>
          <w:p w:rsidR="005677FA" w:rsidRPr="00524A24" w:rsidRDefault="005677FA" w:rsidP="00697162">
            <w:pPr>
              <w:pStyle w:val="libPoem"/>
            </w:pPr>
            <w:r w:rsidRPr="00A72677">
              <w:rPr>
                <w:rtl/>
              </w:rPr>
              <w:t xml:space="preserve">حدرتْ </w:t>
            </w:r>
            <w:r w:rsidR="00A72677" w:rsidRPr="00A72677">
              <w:rPr>
                <w:rtl/>
              </w:rPr>
              <w:t>بأطر</w:t>
            </w:r>
            <w:r w:rsidRPr="00A72677">
              <w:rPr>
                <w:rtl/>
              </w:rPr>
              <w:t>افِ ا</w:t>
            </w:r>
            <w:r w:rsidR="00A72677" w:rsidRPr="00A72677">
              <w:rPr>
                <w:rtl/>
              </w:rPr>
              <w:t>لب</w:t>
            </w:r>
            <w:r w:rsidRPr="00A72677">
              <w:rPr>
                <w:rtl/>
              </w:rPr>
              <w:t xml:space="preserve">نانِ </w:t>
            </w:r>
            <w:r w:rsidR="00A72677" w:rsidRPr="00A72677">
              <w:rPr>
                <w:rtl/>
              </w:rPr>
              <w:t>نق</w:t>
            </w:r>
            <w:r w:rsidRPr="00A72677">
              <w:rPr>
                <w:rtl/>
              </w:rPr>
              <w:t>اب</w:t>
            </w:r>
            <w:r w:rsidR="00677BC4">
              <w:rPr>
                <w:rtl/>
              </w:rPr>
              <w:t>َ</w:t>
            </w:r>
            <w:r w:rsidRPr="00A72677">
              <w:rPr>
                <w:rtl/>
              </w:rPr>
              <w:t>ها</w:t>
            </w:r>
            <w:r w:rsidRPr="00A72677">
              <w:rPr>
                <w:rStyle w:val="libPoemTiniChar0"/>
                <w:rtl/>
              </w:rPr>
              <w:br/>
              <w:t> </w:t>
            </w:r>
          </w:p>
        </w:tc>
        <w:tc>
          <w:tcPr>
            <w:tcW w:w="272" w:type="dxa"/>
          </w:tcPr>
          <w:p w:rsidR="005677FA" w:rsidRPr="00A72677" w:rsidRDefault="005677FA" w:rsidP="00697162">
            <w:pPr>
              <w:pStyle w:val="libPoem"/>
              <w:rPr>
                <w:rtl/>
              </w:rPr>
            </w:pPr>
          </w:p>
        </w:tc>
        <w:tc>
          <w:tcPr>
            <w:tcW w:w="3511" w:type="dxa"/>
          </w:tcPr>
          <w:p w:rsidR="005677FA" w:rsidRPr="00A72677" w:rsidRDefault="00A72677" w:rsidP="00697162">
            <w:pPr>
              <w:pStyle w:val="libPoem"/>
            </w:pPr>
            <w:r w:rsidRPr="00A72677">
              <w:rPr>
                <w:rtl/>
              </w:rPr>
              <w:t>مر</w:t>
            </w:r>
            <w:r w:rsidR="005677FA" w:rsidRPr="00A72677">
              <w:rPr>
                <w:rtl/>
              </w:rPr>
              <w:t xml:space="preserve">حاً </w:t>
            </w:r>
            <w:r w:rsidRPr="00A72677">
              <w:rPr>
                <w:rtl/>
              </w:rPr>
              <w:t>فأ</w:t>
            </w:r>
            <w:r w:rsidR="005677FA" w:rsidRPr="00A72677">
              <w:rPr>
                <w:rtl/>
              </w:rPr>
              <w:t>خجل</w:t>
            </w:r>
            <w:r w:rsidR="00677BC4">
              <w:rPr>
                <w:rtl/>
              </w:rPr>
              <w:t>َ</w:t>
            </w:r>
            <w:r w:rsidR="005677FA" w:rsidRPr="00A72677">
              <w:rPr>
                <w:rtl/>
              </w:rPr>
              <w:t xml:space="preserve"> </w:t>
            </w:r>
            <w:r w:rsidRPr="00A72677">
              <w:rPr>
                <w:rtl/>
              </w:rPr>
              <w:t>حس</w:t>
            </w:r>
            <w:r w:rsidR="005677FA" w:rsidRPr="00A72677">
              <w:rPr>
                <w:rtl/>
              </w:rPr>
              <w:t>نُها أتراب</w:t>
            </w:r>
            <w:r w:rsidR="00677BC4">
              <w:rPr>
                <w:rtl/>
              </w:rPr>
              <w:t>َ</w:t>
            </w:r>
            <w:r w:rsidR="005677FA" w:rsidRPr="00A72677">
              <w:rPr>
                <w:rtl/>
              </w:rPr>
              <w:t>ها</w:t>
            </w:r>
            <w:r w:rsidR="005677FA" w:rsidRPr="00A72677">
              <w:rPr>
                <w:rStyle w:val="libFootnotenumChar"/>
                <w:rtl/>
              </w:rPr>
              <w:t>(6)</w:t>
            </w:r>
            <w:r w:rsidR="005677FA" w:rsidRPr="00A72677">
              <w:rPr>
                <w:rStyle w:val="libPoemTiniChar0"/>
                <w:rtl/>
              </w:rPr>
              <w:br/>
              <w:t> </w:t>
            </w:r>
          </w:p>
        </w:tc>
      </w:tr>
      <w:tr w:rsidR="005677FA" w:rsidRPr="00524A24" w:rsidTr="005677FA">
        <w:trPr>
          <w:trHeight w:val="350"/>
        </w:trPr>
        <w:tc>
          <w:tcPr>
            <w:tcW w:w="3527" w:type="dxa"/>
          </w:tcPr>
          <w:p w:rsidR="005677FA" w:rsidRPr="00524A24" w:rsidRDefault="005677FA" w:rsidP="00697162">
            <w:pPr>
              <w:pStyle w:val="libPoem"/>
            </w:pPr>
            <w:r w:rsidRPr="00A72677">
              <w:rPr>
                <w:rtl/>
              </w:rPr>
              <w:t>و</w:t>
            </w:r>
            <w:r w:rsidR="00A72677" w:rsidRPr="00A72677">
              <w:rPr>
                <w:rtl/>
              </w:rPr>
              <w:t>جل</w:t>
            </w:r>
            <w:r w:rsidRPr="00A72677">
              <w:rPr>
                <w:rtl/>
              </w:rPr>
              <w:t xml:space="preserve">ت </w:t>
            </w:r>
            <w:r w:rsidR="00A72677" w:rsidRPr="00A72677">
              <w:rPr>
                <w:rtl/>
              </w:rPr>
              <w:t>غد</w:t>
            </w:r>
            <w:r w:rsidRPr="00A72677">
              <w:rPr>
                <w:rtl/>
              </w:rPr>
              <w:t>اة</w:t>
            </w:r>
            <w:r w:rsidR="00677BC4">
              <w:rPr>
                <w:rtl/>
              </w:rPr>
              <w:t>َ</w:t>
            </w:r>
            <w:r w:rsidRPr="00A72677">
              <w:rPr>
                <w:rtl/>
              </w:rPr>
              <w:t xml:space="preserve"> </w:t>
            </w:r>
            <w:r w:rsidR="00A72677" w:rsidRPr="00A72677">
              <w:rPr>
                <w:rtl/>
              </w:rPr>
              <w:t>تب</w:t>
            </w:r>
            <w:r w:rsidRPr="00A72677">
              <w:rPr>
                <w:rtl/>
              </w:rPr>
              <w:t>سّ</w:t>
            </w:r>
            <w:r w:rsidR="00677BC4">
              <w:rPr>
                <w:rtl/>
              </w:rPr>
              <w:t>َ</w:t>
            </w:r>
            <w:r w:rsidRPr="00A72677">
              <w:rPr>
                <w:rtl/>
              </w:rPr>
              <w:t xml:space="preserve">مت </w:t>
            </w:r>
            <w:r w:rsidR="00A72677" w:rsidRPr="00A72677">
              <w:rPr>
                <w:rtl/>
              </w:rPr>
              <w:t>عن</w:t>
            </w:r>
            <w:r w:rsidRPr="00A72677">
              <w:rPr>
                <w:rtl/>
              </w:rPr>
              <w:t xml:space="preserve"> واضحٍ</w:t>
            </w:r>
            <w:r w:rsidRPr="00A72677">
              <w:rPr>
                <w:rStyle w:val="libPoemTiniChar0"/>
                <w:rtl/>
              </w:rPr>
              <w:br/>
              <w:t> </w:t>
            </w:r>
          </w:p>
        </w:tc>
        <w:tc>
          <w:tcPr>
            <w:tcW w:w="272" w:type="dxa"/>
          </w:tcPr>
          <w:p w:rsidR="005677FA" w:rsidRPr="00A72677" w:rsidRDefault="005677FA" w:rsidP="00697162">
            <w:pPr>
              <w:pStyle w:val="libPoem"/>
              <w:rPr>
                <w:rtl/>
              </w:rPr>
            </w:pPr>
          </w:p>
        </w:tc>
        <w:tc>
          <w:tcPr>
            <w:tcW w:w="3511" w:type="dxa"/>
          </w:tcPr>
          <w:p w:rsidR="005677FA" w:rsidRPr="00A72677" w:rsidRDefault="00A72677" w:rsidP="00697162">
            <w:pPr>
              <w:pStyle w:val="libPoem"/>
            </w:pPr>
            <w:r w:rsidRPr="00A72677">
              <w:rPr>
                <w:rtl/>
              </w:rPr>
              <w:t>تست</w:t>
            </w:r>
            <w:r w:rsidR="005677FA" w:rsidRPr="00A72677">
              <w:rPr>
                <w:rtl/>
              </w:rPr>
              <w:t>عذبُ ا</w:t>
            </w:r>
            <w:r w:rsidRPr="00A72677">
              <w:rPr>
                <w:rtl/>
              </w:rPr>
              <w:t>لعش</w:t>
            </w:r>
            <w:r w:rsidR="005677FA" w:rsidRPr="00A72677">
              <w:rPr>
                <w:rtl/>
              </w:rPr>
              <w:t xml:space="preserve">ّاقُ </w:t>
            </w:r>
            <w:r w:rsidRPr="00A72677">
              <w:rPr>
                <w:rtl/>
              </w:rPr>
              <w:t>في</w:t>
            </w:r>
            <w:r w:rsidR="005677FA" w:rsidRPr="00A72677">
              <w:rPr>
                <w:rtl/>
              </w:rPr>
              <w:t xml:space="preserve">ه </w:t>
            </w:r>
            <w:r w:rsidRPr="00A72677">
              <w:rPr>
                <w:rtl/>
              </w:rPr>
              <w:t>عذ</w:t>
            </w:r>
            <w:r w:rsidR="005677FA" w:rsidRPr="00A72677">
              <w:rPr>
                <w:rtl/>
              </w:rPr>
              <w:t>ابها</w:t>
            </w:r>
            <w:r w:rsidR="005677FA" w:rsidRPr="00A72677">
              <w:rPr>
                <w:rStyle w:val="libPoemTiniChar0"/>
                <w:rtl/>
              </w:rPr>
              <w:br/>
              <w:t> </w:t>
            </w:r>
          </w:p>
        </w:tc>
      </w:tr>
      <w:tr w:rsidR="005677FA" w:rsidRPr="00524A24" w:rsidTr="005677FA">
        <w:trPr>
          <w:trHeight w:val="350"/>
        </w:trPr>
        <w:tc>
          <w:tcPr>
            <w:tcW w:w="3527" w:type="dxa"/>
          </w:tcPr>
          <w:p w:rsidR="005677FA" w:rsidRPr="00524A24" w:rsidRDefault="00A72677" w:rsidP="00697162">
            <w:pPr>
              <w:pStyle w:val="libPoem"/>
            </w:pPr>
            <w:r w:rsidRPr="00A72677">
              <w:rPr>
                <w:rtl/>
              </w:rPr>
              <w:t>قتّا</w:t>
            </w:r>
            <w:r w:rsidR="005677FA" w:rsidRPr="00A72677">
              <w:rPr>
                <w:rtl/>
              </w:rPr>
              <w:t>لة</w:t>
            </w:r>
            <w:r w:rsidR="00677BC4">
              <w:rPr>
                <w:rtl/>
              </w:rPr>
              <w:t>َ</w:t>
            </w:r>
            <w:r w:rsidR="005677FA" w:rsidRPr="00A72677">
              <w:rPr>
                <w:rtl/>
              </w:rPr>
              <w:t xml:space="preserve"> ا</w:t>
            </w:r>
            <w:r w:rsidRPr="00A72677">
              <w:rPr>
                <w:rtl/>
              </w:rPr>
              <w:t>لل</w:t>
            </w:r>
            <w:r w:rsidR="005677FA" w:rsidRPr="00A72677">
              <w:rPr>
                <w:rtl/>
              </w:rPr>
              <w:t xml:space="preserve">حظات، </w:t>
            </w:r>
            <w:r w:rsidRPr="00A72677">
              <w:rPr>
                <w:rtl/>
              </w:rPr>
              <w:t>فه</w:t>
            </w:r>
            <w:r w:rsidR="005677FA" w:rsidRPr="00A72677">
              <w:rPr>
                <w:rtl/>
              </w:rPr>
              <w:t>ي إذا ر</w:t>
            </w:r>
            <w:r w:rsidRPr="00A72677">
              <w:rPr>
                <w:rtl/>
              </w:rPr>
              <w:t>نت</w:t>
            </w:r>
            <w:r w:rsidR="005677FA" w:rsidRPr="00A72677">
              <w:rPr>
                <w:rStyle w:val="libPoemTiniChar0"/>
                <w:rtl/>
              </w:rPr>
              <w:br/>
              <w:t> </w:t>
            </w:r>
          </w:p>
        </w:tc>
        <w:tc>
          <w:tcPr>
            <w:tcW w:w="272" w:type="dxa"/>
          </w:tcPr>
          <w:p w:rsidR="005677FA" w:rsidRPr="00A72677" w:rsidRDefault="005677FA" w:rsidP="00697162">
            <w:pPr>
              <w:pStyle w:val="libPoem"/>
              <w:rPr>
                <w:rtl/>
              </w:rPr>
            </w:pPr>
          </w:p>
        </w:tc>
        <w:tc>
          <w:tcPr>
            <w:tcW w:w="3511" w:type="dxa"/>
          </w:tcPr>
          <w:p w:rsidR="005677FA" w:rsidRPr="00A72677" w:rsidRDefault="005677FA" w:rsidP="00697162">
            <w:pPr>
              <w:pStyle w:val="libPoem"/>
            </w:pPr>
            <w:r w:rsidRPr="00A72677">
              <w:rPr>
                <w:rtl/>
              </w:rPr>
              <w:t>وج</w:t>
            </w:r>
            <w:r w:rsidR="00677BC4">
              <w:rPr>
                <w:rtl/>
              </w:rPr>
              <w:t>َ</w:t>
            </w:r>
            <w:r w:rsidRPr="00A72677">
              <w:rPr>
                <w:rtl/>
              </w:rPr>
              <w:t>د ا</w:t>
            </w:r>
            <w:r w:rsidR="00A72677" w:rsidRPr="00A72677">
              <w:rPr>
                <w:rtl/>
              </w:rPr>
              <w:t>لمش</w:t>
            </w:r>
            <w:r w:rsidRPr="00A72677">
              <w:rPr>
                <w:rtl/>
              </w:rPr>
              <w:t xml:space="preserve">وقُ </w:t>
            </w:r>
            <w:r w:rsidR="00A72677" w:rsidRPr="00A72677">
              <w:rPr>
                <w:rtl/>
              </w:rPr>
              <w:t>سه</w:t>
            </w:r>
            <w:r w:rsidRPr="00A72677">
              <w:rPr>
                <w:rtl/>
              </w:rPr>
              <w:t>امها أ</w:t>
            </w:r>
            <w:r w:rsidR="00A72677" w:rsidRPr="00A72677">
              <w:rPr>
                <w:rtl/>
              </w:rPr>
              <w:t>هد</w:t>
            </w:r>
            <w:r w:rsidRPr="00A72677">
              <w:rPr>
                <w:rtl/>
              </w:rPr>
              <w:t>ابها</w:t>
            </w:r>
            <w:r w:rsidRPr="00A72677">
              <w:rPr>
                <w:rStyle w:val="libPoemTiniChar0"/>
                <w:rtl/>
              </w:rPr>
              <w:br/>
              <w:t> </w:t>
            </w:r>
          </w:p>
        </w:tc>
      </w:tr>
      <w:tr w:rsidR="005677FA" w:rsidRPr="00524A24" w:rsidTr="005677FA">
        <w:trPr>
          <w:trHeight w:val="350"/>
        </w:trPr>
        <w:tc>
          <w:tcPr>
            <w:tcW w:w="3527" w:type="dxa"/>
          </w:tcPr>
          <w:p w:rsidR="005677FA" w:rsidRPr="00524A24" w:rsidRDefault="005677FA" w:rsidP="00697162">
            <w:pPr>
              <w:pStyle w:val="libPoem"/>
            </w:pPr>
            <w:r w:rsidRPr="009647FC">
              <w:rPr>
                <w:rtl/>
              </w:rPr>
              <w:t>من</w:t>
            </w:r>
            <w:r>
              <w:rPr>
                <w:rtl/>
              </w:rPr>
              <w:t xml:space="preserve"> </w:t>
            </w:r>
            <w:r w:rsidR="00A72677" w:rsidRPr="009647FC">
              <w:rPr>
                <w:rtl/>
              </w:rPr>
              <w:t>حو</w:t>
            </w:r>
            <w:r w:rsidRPr="009647FC">
              <w:rPr>
                <w:rtl/>
              </w:rPr>
              <w:t>رِ</w:t>
            </w:r>
            <w:r>
              <w:rPr>
                <w:rtl/>
              </w:rPr>
              <w:t xml:space="preserve"> </w:t>
            </w:r>
            <w:r w:rsidRPr="009647FC">
              <w:rPr>
                <w:rtl/>
              </w:rPr>
              <w:t>(</w:t>
            </w:r>
            <w:r w:rsidR="00A72677" w:rsidRPr="009647FC">
              <w:rPr>
                <w:rtl/>
              </w:rPr>
              <w:t>عد</w:t>
            </w:r>
            <w:r w:rsidRPr="009647FC">
              <w:rPr>
                <w:rtl/>
              </w:rPr>
              <w:t>نٍ)</w:t>
            </w:r>
            <w:r>
              <w:rPr>
                <w:rtl/>
              </w:rPr>
              <w:t xml:space="preserve"> </w:t>
            </w:r>
            <w:r w:rsidRPr="009647FC">
              <w:rPr>
                <w:rtl/>
              </w:rPr>
              <w:t>أ</w:t>
            </w:r>
            <w:r w:rsidR="00A72677" w:rsidRPr="009647FC">
              <w:rPr>
                <w:rtl/>
              </w:rPr>
              <w:t>قب</w:t>
            </w:r>
            <w:r w:rsidRPr="009647FC">
              <w:rPr>
                <w:rtl/>
              </w:rPr>
              <w:t>لت</w:t>
            </w:r>
            <w:r>
              <w:rPr>
                <w:rtl/>
              </w:rPr>
              <w:t xml:space="preserve"> </w:t>
            </w:r>
            <w:r w:rsidR="00A72677" w:rsidRPr="009647FC">
              <w:rPr>
                <w:rtl/>
              </w:rPr>
              <w:t>لك</w:t>
            </w:r>
            <w:r w:rsidRPr="009647FC">
              <w:rPr>
                <w:rtl/>
              </w:rPr>
              <w:t>نّ</w:t>
            </w:r>
            <w:r w:rsidR="00677BC4">
              <w:rPr>
                <w:rtl/>
              </w:rPr>
              <w:t>َ</w:t>
            </w:r>
            <w:r w:rsidRPr="009647FC">
              <w:rPr>
                <w:rtl/>
              </w:rPr>
              <w:t>ها</w:t>
            </w:r>
            <w:r w:rsidRPr="00725071">
              <w:rPr>
                <w:rStyle w:val="libPoemTiniChar0"/>
                <w:rtl/>
              </w:rPr>
              <w:br/>
              <w:t> </w:t>
            </w:r>
          </w:p>
        </w:tc>
        <w:tc>
          <w:tcPr>
            <w:tcW w:w="272" w:type="dxa"/>
          </w:tcPr>
          <w:p w:rsidR="005677FA" w:rsidRDefault="005677FA" w:rsidP="00697162">
            <w:pPr>
              <w:pStyle w:val="libPoem"/>
              <w:rPr>
                <w:rtl/>
              </w:rPr>
            </w:pPr>
          </w:p>
        </w:tc>
        <w:tc>
          <w:tcPr>
            <w:tcW w:w="3511" w:type="dxa"/>
          </w:tcPr>
          <w:p w:rsidR="005677FA" w:rsidRDefault="00A72677" w:rsidP="00697162">
            <w:pPr>
              <w:pStyle w:val="libPoem"/>
            </w:pPr>
            <w:r w:rsidRPr="009647FC">
              <w:rPr>
                <w:rtl/>
              </w:rPr>
              <w:t>لم</w:t>
            </w:r>
            <w:r w:rsidR="004C00A8">
              <w:rPr>
                <w:rtl/>
              </w:rPr>
              <w:t xml:space="preserve"> </w:t>
            </w:r>
            <w:r w:rsidRPr="009647FC">
              <w:rPr>
                <w:rtl/>
              </w:rPr>
              <w:t>يح</w:t>
            </w:r>
            <w:r w:rsidR="005677FA" w:rsidRPr="009647FC">
              <w:rPr>
                <w:rtl/>
              </w:rPr>
              <w:t>كِ</w:t>
            </w:r>
            <w:r w:rsidR="005677FA">
              <w:rPr>
                <w:rtl/>
              </w:rPr>
              <w:t xml:space="preserve"> </w:t>
            </w:r>
            <w:r w:rsidRPr="009647FC">
              <w:rPr>
                <w:rtl/>
              </w:rPr>
              <w:t>مخ</w:t>
            </w:r>
            <w:r w:rsidR="005677FA" w:rsidRPr="009647FC">
              <w:rPr>
                <w:rtl/>
              </w:rPr>
              <w:t>تومُ</w:t>
            </w:r>
            <w:r w:rsidR="005677FA">
              <w:rPr>
                <w:rtl/>
              </w:rPr>
              <w:t xml:space="preserve"> </w:t>
            </w:r>
            <w:r w:rsidR="005677FA" w:rsidRPr="009647FC">
              <w:rPr>
                <w:rtl/>
              </w:rPr>
              <w:t>ا</w:t>
            </w:r>
            <w:r w:rsidRPr="009647FC">
              <w:rPr>
                <w:rtl/>
              </w:rPr>
              <w:t>لر</w:t>
            </w:r>
            <w:r w:rsidR="005677FA" w:rsidRPr="009647FC">
              <w:rPr>
                <w:rtl/>
              </w:rPr>
              <w:t>حيق</w:t>
            </w:r>
            <w:r w:rsidR="005677FA">
              <w:rPr>
                <w:rtl/>
              </w:rPr>
              <w:t xml:space="preserve"> </w:t>
            </w:r>
            <w:r w:rsidR="005677FA" w:rsidRPr="009647FC">
              <w:rPr>
                <w:rtl/>
              </w:rPr>
              <w:t>رضابها</w:t>
            </w:r>
            <w:r w:rsidR="005677FA" w:rsidRPr="00725071">
              <w:rPr>
                <w:rStyle w:val="libPoemTiniChar0"/>
                <w:rtl/>
              </w:rPr>
              <w:br/>
              <w:t> </w:t>
            </w:r>
          </w:p>
        </w:tc>
      </w:tr>
      <w:tr w:rsidR="005677FA" w:rsidRPr="00524A24" w:rsidTr="005677FA">
        <w:trPr>
          <w:trHeight w:val="350"/>
        </w:trPr>
        <w:tc>
          <w:tcPr>
            <w:tcW w:w="3527" w:type="dxa"/>
          </w:tcPr>
          <w:p w:rsidR="005677FA" w:rsidRPr="00524A24" w:rsidRDefault="00A72677" w:rsidP="00697162">
            <w:pPr>
              <w:pStyle w:val="libPoem"/>
            </w:pPr>
            <w:r w:rsidRPr="009647FC">
              <w:rPr>
                <w:rtl/>
              </w:rPr>
              <w:t>سا</w:t>
            </w:r>
            <w:r w:rsidR="005677FA" w:rsidRPr="009647FC">
              <w:rPr>
                <w:rtl/>
              </w:rPr>
              <w:t>ر</w:t>
            </w:r>
            <w:r w:rsidRPr="009647FC">
              <w:rPr>
                <w:rtl/>
              </w:rPr>
              <w:t>قت</w:t>
            </w:r>
            <w:r w:rsidR="005677FA" w:rsidRPr="009647FC">
              <w:rPr>
                <w:rtl/>
              </w:rPr>
              <w:t>ُها</w:t>
            </w:r>
            <w:r w:rsidR="005677FA">
              <w:rPr>
                <w:rtl/>
              </w:rPr>
              <w:t xml:space="preserve"> </w:t>
            </w:r>
            <w:r w:rsidR="005677FA" w:rsidRPr="009647FC">
              <w:rPr>
                <w:rtl/>
              </w:rPr>
              <w:t>ا</w:t>
            </w:r>
            <w:r w:rsidRPr="009647FC">
              <w:rPr>
                <w:rtl/>
              </w:rPr>
              <w:t>لنظ</w:t>
            </w:r>
            <w:r w:rsidR="005677FA" w:rsidRPr="009647FC">
              <w:rPr>
                <w:rtl/>
              </w:rPr>
              <w:t>ر</w:t>
            </w:r>
            <w:r w:rsidR="00677BC4">
              <w:rPr>
                <w:rtl/>
              </w:rPr>
              <w:t>َ</w:t>
            </w:r>
            <w:r w:rsidR="005677FA">
              <w:rPr>
                <w:rtl/>
              </w:rPr>
              <w:t xml:space="preserve"> </w:t>
            </w:r>
            <w:r w:rsidR="005677FA" w:rsidRPr="009647FC">
              <w:rPr>
                <w:rtl/>
              </w:rPr>
              <w:t>ا</w:t>
            </w:r>
            <w:r w:rsidRPr="009647FC">
              <w:rPr>
                <w:rtl/>
              </w:rPr>
              <w:t>لم</w:t>
            </w:r>
            <w:r w:rsidR="005677FA" w:rsidRPr="009647FC">
              <w:rPr>
                <w:rtl/>
              </w:rPr>
              <w:t>ريب</w:t>
            </w:r>
            <w:r w:rsidR="00677BC4">
              <w:rPr>
                <w:rtl/>
              </w:rPr>
              <w:t>َ</w:t>
            </w:r>
            <w:r w:rsidR="005677FA">
              <w:rPr>
                <w:rtl/>
              </w:rPr>
              <w:t xml:space="preserve"> </w:t>
            </w:r>
            <w:r w:rsidRPr="009647FC">
              <w:rPr>
                <w:rtl/>
              </w:rPr>
              <w:t>بم</w:t>
            </w:r>
            <w:r w:rsidR="005677FA" w:rsidRPr="009647FC">
              <w:rPr>
                <w:rtl/>
              </w:rPr>
              <w:t>قلةٍ</w:t>
            </w:r>
            <w:r w:rsidR="005677FA" w:rsidRPr="00725071">
              <w:rPr>
                <w:rStyle w:val="libPoemTiniChar0"/>
                <w:rtl/>
              </w:rPr>
              <w:br/>
              <w:t> </w:t>
            </w:r>
          </w:p>
        </w:tc>
        <w:tc>
          <w:tcPr>
            <w:tcW w:w="272" w:type="dxa"/>
          </w:tcPr>
          <w:p w:rsidR="005677FA" w:rsidRDefault="005677FA" w:rsidP="00697162">
            <w:pPr>
              <w:pStyle w:val="libPoem"/>
              <w:rPr>
                <w:rtl/>
              </w:rPr>
            </w:pPr>
          </w:p>
        </w:tc>
        <w:tc>
          <w:tcPr>
            <w:tcW w:w="3511" w:type="dxa"/>
          </w:tcPr>
          <w:p w:rsidR="005677FA" w:rsidRPr="00524A24" w:rsidRDefault="005677FA" w:rsidP="00697162">
            <w:pPr>
              <w:pStyle w:val="libPoem"/>
            </w:pPr>
            <w:r w:rsidRPr="009647FC">
              <w:rPr>
                <w:rtl/>
              </w:rPr>
              <w:t>لم</w:t>
            </w:r>
            <w:r w:rsidR="004C00A8">
              <w:rPr>
                <w:rtl/>
              </w:rPr>
              <w:t xml:space="preserve"> </w:t>
            </w:r>
            <w:r w:rsidR="00A72677" w:rsidRPr="009647FC">
              <w:rPr>
                <w:rtl/>
              </w:rPr>
              <w:t>تق</w:t>
            </w:r>
            <w:r w:rsidRPr="009647FC">
              <w:rPr>
                <w:rtl/>
              </w:rPr>
              <w:t>ضِ</w:t>
            </w:r>
            <w:r>
              <w:rPr>
                <w:rtl/>
              </w:rPr>
              <w:t xml:space="preserve"> </w:t>
            </w:r>
            <w:r w:rsidR="00A72677" w:rsidRPr="009647FC">
              <w:rPr>
                <w:rtl/>
              </w:rPr>
              <w:t>من</w:t>
            </w:r>
            <w:r>
              <w:rPr>
                <w:rtl/>
              </w:rPr>
              <w:t xml:space="preserve"> </w:t>
            </w:r>
            <w:r w:rsidR="00A72677" w:rsidRPr="009647FC">
              <w:rPr>
                <w:rtl/>
              </w:rPr>
              <w:t>لم</w:t>
            </w:r>
            <w:r w:rsidRPr="009647FC">
              <w:rPr>
                <w:rtl/>
              </w:rPr>
              <w:t>حاتها</w:t>
            </w:r>
            <w:r>
              <w:rPr>
                <w:rtl/>
              </w:rPr>
              <w:t xml:space="preserve"> </w:t>
            </w:r>
            <w:r w:rsidRPr="009647FC">
              <w:rPr>
                <w:rtl/>
              </w:rPr>
              <w:t>آرا</w:t>
            </w:r>
            <w:r w:rsidR="00A72677" w:rsidRPr="009647FC">
              <w:rPr>
                <w:rtl/>
              </w:rPr>
              <w:t>به</w:t>
            </w:r>
            <w:r w:rsidRPr="009647FC">
              <w:rPr>
                <w:rtl/>
              </w:rPr>
              <w:t>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المناسم</w:t>
      </w:r>
      <w:r w:rsidR="00D769AB">
        <w:rPr>
          <w:rtl/>
        </w:rPr>
        <w:t>:</w:t>
      </w:r>
      <w:r w:rsidRPr="009647FC">
        <w:rPr>
          <w:rtl/>
        </w:rPr>
        <w:t xml:space="preserve"> مفرده منسم</w:t>
      </w:r>
      <w:r w:rsidR="00D769AB">
        <w:rPr>
          <w:rtl/>
        </w:rPr>
        <w:t>،</w:t>
      </w:r>
      <w:r w:rsidRPr="009647FC">
        <w:rPr>
          <w:rtl/>
        </w:rPr>
        <w:t xml:space="preserve"> طرف خفّ الإبل</w:t>
      </w:r>
      <w:r w:rsidR="00D769AB">
        <w:rPr>
          <w:rtl/>
        </w:rPr>
        <w:t>.</w:t>
      </w:r>
      <w:r w:rsidRPr="009647FC">
        <w:rPr>
          <w:rtl/>
        </w:rPr>
        <w:t xml:space="preserve"> الغارب</w:t>
      </w:r>
      <w:r w:rsidR="00D769AB">
        <w:rPr>
          <w:rtl/>
        </w:rPr>
        <w:t>:</w:t>
      </w:r>
      <w:r w:rsidRPr="009647FC">
        <w:rPr>
          <w:rtl/>
        </w:rPr>
        <w:t xml:space="preserve"> السنام</w:t>
      </w:r>
      <w:r w:rsidR="00D769AB">
        <w:rPr>
          <w:rtl/>
        </w:rPr>
        <w:t>،</w:t>
      </w:r>
      <w:r w:rsidRPr="009647FC">
        <w:rPr>
          <w:rtl/>
        </w:rPr>
        <w:t xml:space="preserve"> أعلى كلّ شي‌ء</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الديوان المطبوع</w:t>
      </w:r>
      <w:r w:rsidR="00D769AB">
        <w:rPr>
          <w:rtl/>
        </w:rPr>
        <w:t>:</w:t>
      </w:r>
      <w:r w:rsidRPr="009647FC">
        <w:rPr>
          <w:rtl/>
        </w:rPr>
        <w:t xml:space="preserve"> يجاديك</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وفيه</w:t>
      </w:r>
      <w:r w:rsidR="00D769AB">
        <w:rPr>
          <w:rtl/>
        </w:rPr>
        <w:t>:</w:t>
      </w:r>
      <w:r w:rsidRPr="009647FC">
        <w:rPr>
          <w:rtl/>
        </w:rPr>
        <w:t xml:space="preserve"> يغلو</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وفي نسخة</w:t>
      </w:r>
      <w:r w:rsidR="00D769AB">
        <w:rPr>
          <w:rtl/>
        </w:rPr>
        <w:t>:</w:t>
      </w:r>
      <w:r w:rsidRPr="009647FC">
        <w:rPr>
          <w:rtl/>
        </w:rPr>
        <w:t xml:space="preserve"> العرب</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هو السيد سلمان ابن السيد علي ابن السيد سلمان النقيب الكيلاني الملقّب بالمحض</w:t>
      </w:r>
      <w:r w:rsidR="00D769AB">
        <w:rPr>
          <w:rtl/>
        </w:rPr>
        <w:t>،</w:t>
      </w:r>
      <w:r w:rsidRPr="009647FC">
        <w:rPr>
          <w:rtl/>
        </w:rPr>
        <w:t xml:space="preserve"> تلقّى النقابة بعد أبيه ببغداد</w:t>
      </w:r>
      <w:r w:rsidR="00D769AB">
        <w:rPr>
          <w:rtl/>
        </w:rPr>
        <w:t>،</w:t>
      </w:r>
      <w:r w:rsidRPr="009647FC">
        <w:rPr>
          <w:rtl/>
        </w:rPr>
        <w:t xml:space="preserve"> وكان له قدر كبير عند ملوك آل عثمان ورجالات العراق</w:t>
      </w:r>
      <w:r w:rsidR="00D769AB">
        <w:rPr>
          <w:rtl/>
        </w:rPr>
        <w:t>،</w:t>
      </w:r>
      <w:r w:rsidRPr="009647FC">
        <w:rPr>
          <w:rtl/>
        </w:rPr>
        <w:t xml:space="preserve"> وكان مهيباً ذكيّاً</w:t>
      </w:r>
      <w:r w:rsidR="00D769AB">
        <w:rPr>
          <w:rtl/>
        </w:rPr>
        <w:t>،</w:t>
      </w:r>
      <w:r w:rsidRPr="009647FC">
        <w:rPr>
          <w:rtl/>
        </w:rPr>
        <w:t xml:space="preserve"> استطاع أن يمدّ نفوذه إلى كثير من بلدان العراق</w:t>
      </w:r>
      <w:r w:rsidR="00D769AB">
        <w:rPr>
          <w:rtl/>
        </w:rPr>
        <w:t>،</w:t>
      </w:r>
      <w:r w:rsidRPr="009647FC">
        <w:rPr>
          <w:rtl/>
        </w:rPr>
        <w:t xml:space="preserve"> توفّي ببغداد عام 1315 هـ</w:t>
      </w:r>
      <w:r w:rsidR="00D769AB">
        <w:rPr>
          <w:rtl/>
        </w:rPr>
        <w:t>،</w:t>
      </w:r>
      <w:r w:rsidRPr="009647FC">
        <w:rPr>
          <w:rtl/>
        </w:rPr>
        <w:t xml:space="preserve"> وتأريخ وفاته</w:t>
      </w:r>
      <w:r w:rsidR="00D769AB">
        <w:rPr>
          <w:rtl/>
        </w:rPr>
        <w:t>:</w:t>
      </w:r>
    </w:p>
    <w:tbl>
      <w:tblPr>
        <w:tblStyle w:val="TableGrid"/>
        <w:bidiVisual/>
        <w:tblW w:w="4562" w:type="pct"/>
        <w:tblInd w:w="384" w:type="dxa"/>
        <w:tblLook w:val="04A0"/>
      </w:tblPr>
      <w:tblGrid>
        <w:gridCol w:w="3902"/>
        <w:gridCol w:w="301"/>
        <w:gridCol w:w="3884"/>
      </w:tblGrid>
      <w:tr w:rsidR="005677FA" w:rsidRPr="00524A24" w:rsidTr="00697162">
        <w:trPr>
          <w:trHeight w:val="350"/>
        </w:trPr>
        <w:tc>
          <w:tcPr>
            <w:tcW w:w="3527" w:type="dxa"/>
          </w:tcPr>
          <w:p w:rsidR="005677FA" w:rsidRPr="00524A24" w:rsidRDefault="005677FA" w:rsidP="005677FA">
            <w:pPr>
              <w:pStyle w:val="libPoemFootnote"/>
            </w:pPr>
            <w:r w:rsidRPr="009647FC">
              <w:rPr>
                <w:rtl/>
              </w:rPr>
              <w:t>وثقتُ بالفردِ وأرّخته</w:t>
            </w:r>
            <w:r w:rsidRPr="00725071">
              <w:rPr>
                <w:rStyle w:val="libPoemTiniChar0"/>
                <w:rtl/>
              </w:rPr>
              <w:br/>
              <w:t> </w:t>
            </w:r>
          </w:p>
        </w:tc>
        <w:tc>
          <w:tcPr>
            <w:tcW w:w="272" w:type="dxa"/>
          </w:tcPr>
          <w:p w:rsidR="005677FA" w:rsidRDefault="005677FA" w:rsidP="005677FA">
            <w:pPr>
              <w:pStyle w:val="libPoemFootnote"/>
              <w:rPr>
                <w:rtl/>
              </w:rPr>
            </w:pPr>
          </w:p>
        </w:tc>
        <w:tc>
          <w:tcPr>
            <w:tcW w:w="3511" w:type="dxa"/>
          </w:tcPr>
          <w:p w:rsidR="005677FA" w:rsidRPr="00524A24" w:rsidRDefault="005677FA" w:rsidP="005677FA">
            <w:pPr>
              <w:pStyle w:val="libPoemFootnote"/>
            </w:pPr>
            <w:r w:rsidRPr="009647FC">
              <w:rPr>
                <w:rtl/>
              </w:rPr>
              <w:t>مضى نقيبُ الملكِ سلمانُ</w:t>
            </w:r>
            <w:r w:rsidRPr="00725071">
              <w:rPr>
                <w:rStyle w:val="libPoemTiniChar0"/>
                <w:rtl/>
              </w:rPr>
              <w:br/>
              <w:t> </w:t>
            </w:r>
          </w:p>
        </w:tc>
      </w:tr>
    </w:tbl>
    <w:p w:rsidR="009647FC" w:rsidRPr="00524A24" w:rsidRDefault="009647FC" w:rsidP="004E7EC6">
      <w:pPr>
        <w:pStyle w:val="libFootnote0"/>
      </w:pPr>
      <w:r w:rsidRPr="009647FC">
        <w:rPr>
          <w:rtl/>
        </w:rPr>
        <w:t>6</w:t>
      </w:r>
      <w:r w:rsidR="004E7EC6">
        <w:rPr>
          <w:rtl/>
        </w:rPr>
        <w:t xml:space="preserve"> - </w:t>
      </w:r>
      <w:r w:rsidRPr="009647FC">
        <w:rPr>
          <w:rtl/>
        </w:rPr>
        <w:t>جمع ترب</w:t>
      </w:r>
      <w:r w:rsidR="00D769AB">
        <w:rPr>
          <w:rtl/>
        </w:rPr>
        <w:t>:</w:t>
      </w:r>
      <w:r w:rsidRPr="009647FC">
        <w:rPr>
          <w:rtl/>
        </w:rPr>
        <w:t xml:space="preserve"> المتساويات في السن</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B154B2" w:rsidRPr="00524A24" w:rsidTr="00B154B2">
        <w:trPr>
          <w:trHeight w:val="350"/>
        </w:trPr>
        <w:tc>
          <w:tcPr>
            <w:tcW w:w="3527" w:type="dxa"/>
          </w:tcPr>
          <w:p w:rsidR="00B154B2" w:rsidRPr="00524A24" w:rsidRDefault="00A72677" w:rsidP="00697162">
            <w:pPr>
              <w:pStyle w:val="libPoem"/>
            </w:pPr>
            <w:r w:rsidRPr="00A72677">
              <w:rPr>
                <w:rtl/>
              </w:rPr>
              <w:lastRenderedPageBreak/>
              <w:t>فر</w:t>
            </w:r>
            <w:r w:rsidR="00B154B2" w:rsidRPr="00A72677">
              <w:rPr>
                <w:rtl/>
              </w:rPr>
              <w:t xml:space="preserve">أيتُ </w:t>
            </w:r>
            <w:r w:rsidRPr="00A72677">
              <w:rPr>
                <w:rtl/>
              </w:rPr>
              <w:t>في</w:t>
            </w:r>
            <w:r w:rsidR="00B154B2" w:rsidRPr="00A72677">
              <w:rPr>
                <w:rtl/>
              </w:rPr>
              <w:t xml:space="preserve"> تلك الغلائلِ</w:t>
            </w:r>
            <w:r w:rsidR="00B154B2" w:rsidRPr="00A72677">
              <w:rPr>
                <w:rStyle w:val="libFootnotenumChar"/>
                <w:rtl/>
              </w:rPr>
              <w:t>(1)</w:t>
            </w:r>
            <w:r w:rsidR="00B154B2" w:rsidRPr="00A72677">
              <w:rPr>
                <w:rtl/>
              </w:rPr>
              <w:t xml:space="preserve"> طفلةً</w:t>
            </w:r>
            <w:r w:rsidR="00B154B2" w:rsidRPr="00A72677">
              <w:rPr>
                <w:rStyle w:val="libPoemTiniChar0"/>
                <w:rtl/>
              </w:rPr>
              <w:br/>
              <w:t> </w:t>
            </w:r>
          </w:p>
        </w:tc>
        <w:tc>
          <w:tcPr>
            <w:tcW w:w="272" w:type="dxa"/>
          </w:tcPr>
          <w:p w:rsidR="00B154B2" w:rsidRPr="00A72677" w:rsidRDefault="00B154B2" w:rsidP="00697162">
            <w:pPr>
              <w:pStyle w:val="libPoem"/>
              <w:rPr>
                <w:rtl/>
              </w:rPr>
            </w:pPr>
          </w:p>
        </w:tc>
        <w:tc>
          <w:tcPr>
            <w:tcW w:w="3511" w:type="dxa"/>
          </w:tcPr>
          <w:p w:rsidR="00B154B2" w:rsidRPr="00A72677" w:rsidRDefault="00B154B2" w:rsidP="00697162">
            <w:pPr>
              <w:pStyle w:val="libPoem"/>
            </w:pPr>
            <w:r w:rsidRPr="00A72677">
              <w:rPr>
                <w:rtl/>
              </w:rPr>
              <w:t xml:space="preserve">لم </w:t>
            </w:r>
            <w:r w:rsidR="00A72677" w:rsidRPr="00A72677">
              <w:rPr>
                <w:rtl/>
              </w:rPr>
              <w:t>تد</w:t>
            </w:r>
            <w:r w:rsidRPr="00A72677">
              <w:rPr>
                <w:rtl/>
              </w:rPr>
              <w:t xml:space="preserve">رِ إلاّ </w:t>
            </w:r>
            <w:r w:rsidR="00A72677" w:rsidRPr="00A72677">
              <w:rPr>
                <w:rtl/>
              </w:rPr>
              <w:t>عط</w:t>
            </w:r>
            <w:r w:rsidRPr="00A72677">
              <w:rPr>
                <w:rtl/>
              </w:rPr>
              <w:t>رها و</w:t>
            </w:r>
            <w:r w:rsidR="00A72677" w:rsidRPr="00A72677">
              <w:rPr>
                <w:rtl/>
              </w:rPr>
              <w:t>خض</w:t>
            </w:r>
            <w:r w:rsidRPr="00A72677">
              <w:rPr>
                <w:rtl/>
              </w:rPr>
              <w:t>اب</w:t>
            </w:r>
            <w:r w:rsidR="00677BC4">
              <w:rPr>
                <w:rtl/>
              </w:rPr>
              <w:t>َ</w:t>
            </w:r>
            <w:r w:rsidRPr="00A72677">
              <w:rPr>
                <w:rtl/>
              </w:rPr>
              <w:t>ها</w:t>
            </w:r>
            <w:r w:rsidRPr="00A72677">
              <w:rPr>
                <w:rStyle w:val="libPoemTiniChar0"/>
                <w:rtl/>
              </w:rPr>
              <w:br/>
              <w:t> </w:t>
            </w:r>
          </w:p>
        </w:tc>
      </w:tr>
      <w:tr w:rsidR="00B154B2" w:rsidRPr="00524A24" w:rsidTr="00B154B2">
        <w:trPr>
          <w:trHeight w:val="350"/>
        </w:trPr>
        <w:tc>
          <w:tcPr>
            <w:tcW w:w="3527" w:type="dxa"/>
          </w:tcPr>
          <w:p w:rsidR="00B154B2" w:rsidRPr="00524A24" w:rsidRDefault="00B154B2" w:rsidP="00697162">
            <w:pPr>
              <w:pStyle w:val="libPoem"/>
            </w:pPr>
            <w:r w:rsidRPr="00A72677">
              <w:rPr>
                <w:rtl/>
              </w:rPr>
              <w:t>و</w:t>
            </w:r>
            <w:r w:rsidR="00A72677" w:rsidRPr="00A72677">
              <w:rPr>
                <w:rtl/>
              </w:rPr>
              <w:t>لق</w:t>
            </w:r>
            <w:r w:rsidRPr="00A72677">
              <w:rPr>
                <w:rtl/>
              </w:rPr>
              <w:t>د د</w:t>
            </w:r>
            <w:r w:rsidR="00A72677" w:rsidRPr="00A72677">
              <w:rPr>
                <w:rtl/>
              </w:rPr>
              <w:t>عو</w:t>
            </w:r>
            <w:r w:rsidRPr="00A72677">
              <w:rPr>
                <w:rtl/>
              </w:rPr>
              <w:t>تُ وما د</w:t>
            </w:r>
            <w:r w:rsidR="00A72677" w:rsidRPr="00A72677">
              <w:rPr>
                <w:rtl/>
              </w:rPr>
              <w:t>عو</w:t>
            </w:r>
            <w:r w:rsidRPr="00A72677">
              <w:rPr>
                <w:rtl/>
              </w:rPr>
              <w:t>تُ مجيبةً</w:t>
            </w:r>
            <w:r w:rsidRPr="00A72677">
              <w:rPr>
                <w:rStyle w:val="libPoemTiniChar0"/>
                <w:rtl/>
              </w:rPr>
              <w:br/>
              <w:t> </w:t>
            </w:r>
          </w:p>
        </w:tc>
        <w:tc>
          <w:tcPr>
            <w:tcW w:w="272" w:type="dxa"/>
          </w:tcPr>
          <w:p w:rsidR="00B154B2" w:rsidRPr="00A72677" w:rsidRDefault="00B154B2" w:rsidP="00697162">
            <w:pPr>
              <w:pStyle w:val="libPoem"/>
              <w:rPr>
                <w:rtl/>
              </w:rPr>
            </w:pPr>
          </w:p>
        </w:tc>
        <w:tc>
          <w:tcPr>
            <w:tcW w:w="3511" w:type="dxa"/>
          </w:tcPr>
          <w:p w:rsidR="00B154B2" w:rsidRPr="00A72677" w:rsidRDefault="00B154B2" w:rsidP="00697162">
            <w:pPr>
              <w:pStyle w:val="libPoem"/>
            </w:pPr>
            <w:r w:rsidRPr="00A72677">
              <w:rPr>
                <w:rtl/>
              </w:rPr>
              <w:t>ودع</w:t>
            </w:r>
            <w:r w:rsidR="00677BC4">
              <w:rPr>
                <w:rtl/>
              </w:rPr>
              <w:t>َ</w:t>
            </w:r>
            <w:r w:rsidR="00A72677" w:rsidRPr="00A72677">
              <w:rPr>
                <w:rtl/>
              </w:rPr>
              <w:t>ت</w:t>
            </w:r>
            <w:r w:rsidRPr="00A72677">
              <w:rPr>
                <w:rtl/>
              </w:rPr>
              <w:t xml:space="preserve">ْ </w:t>
            </w:r>
            <w:r w:rsidR="00A72677" w:rsidRPr="00A72677">
              <w:rPr>
                <w:rtl/>
              </w:rPr>
              <w:t>بقل</w:t>
            </w:r>
            <w:r w:rsidRPr="00A72677">
              <w:rPr>
                <w:rtl/>
              </w:rPr>
              <w:t xml:space="preserve">بي </w:t>
            </w:r>
            <w:r w:rsidR="00A72677" w:rsidRPr="00A72677">
              <w:rPr>
                <w:rtl/>
              </w:rPr>
              <w:t>لل</w:t>
            </w:r>
            <w:r w:rsidRPr="00A72677">
              <w:rPr>
                <w:rtl/>
              </w:rPr>
              <w:t xml:space="preserve">هدى </w:t>
            </w:r>
            <w:r w:rsidR="00A72677" w:rsidRPr="00A72677">
              <w:rPr>
                <w:rtl/>
              </w:rPr>
              <w:t>فأ</w:t>
            </w:r>
            <w:r w:rsidRPr="00A72677">
              <w:rPr>
                <w:rtl/>
              </w:rPr>
              <w:t>جابها</w:t>
            </w:r>
            <w:r w:rsidRPr="00A72677">
              <w:rPr>
                <w:rStyle w:val="libPoemTiniChar0"/>
                <w:rtl/>
              </w:rPr>
              <w:br/>
              <w:t> </w:t>
            </w:r>
          </w:p>
        </w:tc>
      </w:tr>
      <w:tr w:rsidR="00B154B2" w:rsidRPr="00524A24" w:rsidTr="00B154B2">
        <w:trPr>
          <w:trHeight w:val="350"/>
        </w:trPr>
        <w:tc>
          <w:tcPr>
            <w:tcW w:w="3527" w:type="dxa"/>
          </w:tcPr>
          <w:p w:rsidR="00B154B2" w:rsidRPr="00524A24" w:rsidRDefault="00B154B2" w:rsidP="00697162">
            <w:pPr>
              <w:pStyle w:val="libPoem"/>
            </w:pPr>
            <w:r w:rsidRPr="00A72677">
              <w:rPr>
                <w:rtl/>
              </w:rPr>
              <w:t>أ</w:t>
            </w:r>
            <w:r w:rsidR="00A72677" w:rsidRPr="00A72677">
              <w:rPr>
                <w:rtl/>
              </w:rPr>
              <w:t>عق</w:t>
            </w:r>
            <w:r w:rsidRPr="00A72677">
              <w:rPr>
                <w:rtl/>
              </w:rPr>
              <w:t>يلة</w:t>
            </w:r>
            <w:r w:rsidR="00677BC4">
              <w:rPr>
                <w:rtl/>
              </w:rPr>
              <w:t>َ</w:t>
            </w:r>
            <w:r w:rsidRPr="00A72677">
              <w:rPr>
                <w:rtl/>
              </w:rPr>
              <w:t xml:space="preserve"> ا</w:t>
            </w:r>
            <w:r w:rsidR="00A72677" w:rsidRPr="00A72677">
              <w:rPr>
                <w:rtl/>
              </w:rPr>
              <w:t>لح</w:t>
            </w:r>
            <w:r w:rsidRPr="00A72677">
              <w:rPr>
                <w:rtl/>
              </w:rPr>
              <w:t>ي</w:t>
            </w:r>
            <w:r w:rsidR="00677BC4">
              <w:rPr>
                <w:rtl/>
              </w:rPr>
              <w:t>َ</w:t>
            </w:r>
            <w:r w:rsidRPr="00A72677">
              <w:rPr>
                <w:rtl/>
              </w:rPr>
              <w:t xml:space="preserve">يّن </w:t>
            </w:r>
            <w:r w:rsidR="00A72677" w:rsidRPr="00A72677">
              <w:rPr>
                <w:rtl/>
              </w:rPr>
              <w:t>شقت</w:t>
            </w:r>
            <w:r w:rsidRPr="00A72677">
              <w:rPr>
                <w:rtl/>
              </w:rPr>
              <w:t xml:space="preserve">ُ </w:t>
            </w:r>
            <w:r w:rsidR="00A72677" w:rsidRPr="00A72677">
              <w:rPr>
                <w:rtl/>
              </w:rPr>
              <w:t>فن</w:t>
            </w:r>
            <w:r w:rsidRPr="00A72677">
              <w:rPr>
                <w:rtl/>
              </w:rPr>
              <w:t>وِّلي</w:t>
            </w:r>
            <w:r w:rsidRPr="00A72677">
              <w:rPr>
                <w:rStyle w:val="libPoemTiniChar0"/>
                <w:rtl/>
              </w:rPr>
              <w:br/>
              <w:t> </w:t>
            </w:r>
          </w:p>
        </w:tc>
        <w:tc>
          <w:tcPr>
            <w:tcW w:w="272" w:type="dxa"/>
          </w:tcPr>
          <w:p w:rsidR="00B154B2" w:rsidRPr="00A72677" w:rsidRDefault="00B154B2" w:rsidP="00697162">
            <w:pPr>
              <w:pStyle w:val="libPoem"/>
              <w:rPr>
                <w:rtl/>
              </w:rPr>
            </w:pPr>
          </w:p>
        </w:tc>
        <w:tc>
          <w:tcPr>
            <w:tcW w:w="3511" w:type="dxa"/>
          </w:tcPr>
          <w:p w:rsidR="00B154B2" w:rsidRPr="00A72677" w:rsidRDefault="00A72677" w:rsidP="00697162">
            <w:pPr>
              <w:pStyle w:val="libPoem"/>
            </w:pPr>
            <w:r w:rsidRPr="00A72677">
              <w:rPr>
                <w:rtl/>
              </w:rPr>
              <w:t>كب</w:t>
            </w:r>
            <w:r w:rsidR="00B154B2" w:rsidRPr="00A72677">
              <w:rPr>
                <w:rtl/>
              </w:rPr>
              <w:t xml:space="preserve">داً </w:t>
            </w:r>
            <w:r w:rsidRPr="00A72677">
              <w:rPr>
                <w:rtl/>
              </w:rPr>
              <w:t>هو</w:t>
            </w:r>
            <w:r w:rsidR="00B154B2" w:rsidRPr="00A72677">
              <w:rPr>
                <w:rtl/>
              </w:rPr>
              <w:t xml:space="preserve">تك </w:t>
            </w:r>
            <w:r w:rsidRPr="00A72677">
              <w:rPr>
                <w:rtl/>
              </w:rPr>
              <w:t>فك</w:t>
            </w:r>
            <w:r w:rsidR="00B154B2" w:rsidRPr="00A72677">
              <w:rPr>
                <w:rtl/>
              </w:rPr>
              <w:t>ابدتْ أوصابها</w:t>
            </w:r>
            <w:r w:rsidR="00B154B2" w:rsidRPr="00A72677">
              <w:rPr>
                <w:rStyle w:val="libFootnotenumChar"/>
                <w:rtl/>
              </w:rPr>
              <w:t>(2)</w:t>
            </w:r>
            <w:r w:rsidR="00B154B2" w:rsidRPr="00A72677">
              <w:rPr>
                <w:rStyle w:val="libPoemTiniChar0"/>
                <w:rtl/>
              </w:rPr>
              <w:br/>
              <w:t> </w:t>
            </w:r>
          </w:p>
        </w:tc>
      </w:tr>
      <w:tr w:rsidR="00B154B2" w:rsidRPr="00524A24" w:rsidTr="00B154B2">
        <w:trPr>
          <w:trHeight w:val="350"/>
        </w:trPr>
        <w:tc>
          <w:tcPr>
            <w:tcW w:w="3527" w:type="dxa"/>
          </w:tcPr>
          <w:p w:rsidR="00B154B2" w:rsidRPr="00524A24" w:rsidRDefault="00A72677" w:rsidP="00697162">
            <w:pPr>
              <w:pStyle w:val="libPoem"/>
            </w:pPr>
            <w:r w:rsidRPr="00A72677">
              <w:rPr>
                <w:rtl/>
              </w:rPr>
              <w:t>ما</w:t>
            </w:r>
            <w:r w:rsidR="00B154B2" w:rsidRPr="00A72677">
              <w:rPr>
                <w:rtl/>
              </w:rPr>
              <w:t xml:space="preserve"> دميةُ ا</w:t>
            </w:r>
            <w:r w:rsidRPr="00A72677">
              <w:rPr>
                <w:rtl/>
              </w:rPr>
              <w:t>لم</w:t>
            </w:r>
            <w:r w:rsidR="00B154B2" w:rsidRPr="00A72677">
              <w:rPr>
                <w:rtl/>
              </w:rPr>
              <w:t>حرابِ أ</w:t>
            </w:r>
            <w:r w:rsidRPr="00A72677">
              <w:rPr>
                <w:rtl/>
              </w:rPr>
              <w:t>نت</w:t>
            </w:r>
            <w:r w:rsidR="00B154B2" w:rsidRPr="00A72677">
              <w:rPr>
                <w:rtl/>
              </w:rPr>
              <w:t xml:space="preserve">ِ </w:t>
            </w:r>
            <w:r w:rsidRPr="00A72677">
              <w:rPr>
                <w:rtl/>
              </w:rPr>
              <w:t>بل</w:t>
            </w:r>
            <w:r w:rsidR="00B154B2" w:rsidRPr="00A72677">
              <w:rPr>
                <w:rtl/>
              </w:rPr>
              <w:t xml:space="preserve"> التي</w:t>
            </w:r>
            <w:r w:rsidR="00B154B2" w:rsidRPr="00A72677">
              <w:rPr>
                <w:rStyle w:val="libPoemTiniChar0"/>
                <w:rtl/>
              </w:rPr>
              <w:br/>
              <w:t> </w:t>
            </w:r>
          </w:p>
        </w:tc>
        <w:tc>
          <w:tcPr>
            <w:tcW w:w="272" w:type="dxa"/>
          </w:tcPr>
          <w:p w:rsidR="00B154B2" w:rsidRPr="00A72677" w:rsidRDefault="00B154B2" w:rsidP="00697162">
            <w:pPr>
              <w:pStyle w:val="libPoem"/>
              <w:rPr>
                <w:rtl/>
              </w:rPr>
            </w:pPr>
          </w:p>
        </w:tc>
        <w:tc>
          <w:tcPr>
            <w:tcW w:w="3511" w:type="dxa"/>
          </w:tcPr>
          <w:p w:rsidR="00B154B2" w:rsidRPr="00A72677" w:rsidRDefault="00B154B2" w:rsidP="00697162">
            <w:pPr>
              <w:pStyle w:val="libPoem"/>
            </w:pPr>
            <w:r w:rsidRPr="00A72677">
              <w:rPr>
                <w:rtl/>
              </w:rPr>
              <w:t>ت</w:t>
            </w:r>
            <w:r w:rsidR="00A72677" w:rsidRPr="00A72677">
              <w:rPr>
                <w:rtl/>
              </w:rPr>
              <w:t>ُن</w:t>
            </w:r>
            <w:r w:rsidRPr="00A72677">
              <w:rPr>
                <w:rtl/>
              </w:rPr>
              <w:t>سين ن</w:t>
            </w:r>
            <w:r w:rsidR="00A72677" w:rsidRPr="00A72677">
              <w:rPr>
                <w:rtl/>
              </w:rPr>
              <w:t>ُسّا</w:t>
            </w:r>
            <w:r w:rsidRPr="00A72677">
              <w:rPr>
                <w:rtl/>
              </w:rPr>
              <w:t>ك</w:t>
            </w:r>
            <w:r w:rsidR="00677BC4">
              <w:rPr>
                <w:rtl/>
              </w:rPr>
              <w:t>َ</w:t>
            </w:r>
            <w:r w:rsidRPr="00A72677">
              <w:rPr>
                <w:rtl/>
              </w:rPr>
              <w:t xml:space="preserve"> ا</w:t>
            </w:r>
            <w:r w:rsidR="00A72677" w:rsidRPr="00A72677">
              <w:rPr>
                <w:rtl/>
              </w:rPr>
              <w:t>لو</w:t>
            </w:r>
            <w:r w:rsidRPr="00A72677">
              <w:rPr>
                <w:rtl/>
              </w:rPr>
              <w:t>رى محرابها</w:t>
            </w:r>
            <w:r w:rsidRPr="00A72677">
              <w:rPr>
                <w:rStyle w:val="libPoemTiniChar0"/>
                <w:rtl/>
              </w:rPr>
              <w:br/>
              <w:t> </w:t>
            </w:r>
          </w:p>
        </w:tc>
      </w:tr>
      <w:tr w:rsidR="00B154B2" w:rsidRPr="00524A24" w:rsidTr="00B154B2">
        <w:trPr>
          <w:trHeight w:val="350"/>
        </w:trPr>
        <w:tc>
          <w:tcPr>
            <w:tcW w:w="3527" w:type="dxa"/>
          </w:tcPr>
          <w:p w:rsidR="00B154B2" w:rsidRPr="00524A24" w:rsidRDefault="00B154B2" w:rsidP="00697162">
            <w:pPr>
              <w:pStyle w:val="libPoem"/>
            </w:pPr>
            <w:r w:rsidRPr="009647FC">
              <w:rPr>
                <w:rtl/>
              </w:rPr>
              <w:t>وأ</w:t>
            </w:r>
            <w:r w:rsidR="00A72677" w:rsidRPr="009647FC">
              <w:rPr>
                <w:rtl/>
              </w:rPr>
              <w:t>سر</w:t>
            </w:r>
            <w:r w:rsidRPr="009647FC">
              <w:rPr>
                <w:rtl/>
              </w:rPr>
              <w:t>ُّ</w:t>
            </w:r>
            <w:r>
              <w:rPr>
                <w:rtl/>
              </w:rPr>
              <w:t xml:space="preserve"> </w:t>
            </w:r>
            <w:r w:rsidR="00A72677" w:rsidRPr="009647FC">
              <w:rPr>
                <w:rtl/>
              </w:rPr>
              <w:t>ما</w:t>
            </w:r>
            <w:r>
              <w:rPr>
                <w:rtl/>
              </w:rPr>
              <w:t xml:space="preserve"> </w:t>
            </w:r>
            <w:r w:rsidR="00A72677" w:rsidRPr="009647FC">
              <w:rPr>
                <w:rtl/>
              </w:rPr>
              <w:t>ضم</w:t>
            </w:r>
            <w:r w:rsidRPr="009647FC">
              <w:rPr>
                <w:rtl/>
              </w:rPr>
              <w:t>ّ</w:t>
            </w:r>
            <w:r w:rsidR="00677BC4">
              <w:rPr>
                <w:rtl/>
              </w:rPr>
              <w:t>َ</w:t>
            </w:r>
            <w:r>
              <w:rPr>
                <w:rtl/>
              </w:rPr>
              <w:t xml:space="preserve"> </w:t>
            </w:r>
            <w:r w:rsidRPr="009647FC">
              <w:rPr>
                <w:rtl/>
              </w:rPr>
              <w:t>ا</w:t>
            </w:r>
            <w:r w:rsidR="00A72677" w:rsidRPr="009647FC">
              <w:rPr>
                <w:rtl/>
              </w:rPr>
              <w:t>لض</w:t>
            </w:r>
            <w:r w:rsidRPr="009647FC">
              <w:rPr>
                <w:rtl/>
              </w:rPr>
              <w:t>جيعُ</w:t>
            </w:r>
            <w:r>
              <w:rPr>
                <w:rtl/>
              </w:rPr>
              <w:t xml:space="preserve"> </w:t>
            </w:r>
            <w:r w:rsidR="00A72677" w:rsidRPr="009647FC">
              <w:rPr>
                <w:rtl/>
              </w:rPr>
              <w:t>غر</w:t>
            </w:r>
            <w:r w:rsidRPr="009647FC">
              <w:rPr>
                <w:rtl/>
              </w:rPr>
              <w:t>يرةً</w:t>
            </w:r>
            <w:r w:rsidRPr="00725071">
              <w:rPr>
                <w:rStyle w:val="libPoemTiniChar0"/>
                <w:rtl/>
              </w:rPr>
              <w:br/>
              <w:t> </w:t>
            </w:r>
          </w:p>
        </w:tc>
        <w:tc>
          <w:tcPr>
            <w:tcW w:w="272" w:type="dxa"/>
          </w:tcPr>
          <w:p w:rsidR="00B154B2" w:rsidRDefault="00B154B2" w:rsidP="00697162">
            <w:pPr>
              <w:pStyle w:val="libPoem"/>
              <w:rPr>
                <w:rtl/>
              </w:rPr>
            </w:pPr>
          </w:p>
        </w:tc>
        <w:tc>
          <w:tcPr>
            <w:tcW w:w="3511" w:type="dxa"/>
          </w:tcPr>
          <w:p w:rsidR="00B154B2" w:rsidRDefault="00A72677" w:rsidP="00697162">
            <w:pPr>
              <w:pStyle w:val="libPoem"/>
            </w:pPr>
            <w:r w:rsidRPr="009647FC">
              <w:rPr>
                <w:rtl/>
              </w:rPr>
              <w:t>لب</w:t>
            </w:r>
            <w:r w:rsidR="00B154B2" w:rsidRPr="009647FC">
              <w:rPr>
                <w:rtl/>
              </w:rPr>
              <w:t>ست</w:t>
            </w:r>
            <w:r w:rsidR="00B154B2">
              <w:rPr>
                <w:rtl/>
              </w:rPr>
              <w:t xml:space="preserve"> </w:t>
            </w:r>
            <w:r w:rsidRPr="009647FC">
              <w:rPr>
                <w:rtl/>
              </w:rPr>
              <w:t>شب</w:t>
            </w:r>
            <w:r w:rsidR="00B154B2" w:rsidRPr="009647FC">
              <w:rPr>
                <w:rtl/>
              </w:rPr>
              <w:t>ابك</w:t>
            </w:r>
            <w:r w:rsidR="00677BC4">
              <w:rPr>
                <w:rtl/>
              </w:rPr>
              <w:t>َ</w:t>
            </w:r>
            <w:r w:rsidR="00B154B2">
              <w:rPr>
                <w:rtl/>
              </w:rPr>
              <w:t xml:space="preserve"> </w:t>
            </w:r>
            <w:r w:rsidR="00B154B2" w:rsidRPr="009647FC">
              <w:rPr>
                <w:rtl/>
              </w:rPr>
              <w:t>لا</w:t>
            </w:r>
            <w:r w:rsidR="00B154B2">
              <w:rPr>
                <w:rtl/>
              </w:rPr>
              <w:t xml:space="preserve"> </w:t>
            </w:r>
            <w:r w:rsidR="00B154B2" w:rsidRPr="009647FC">
              <w:rPr>
                <w:rtl/>
              </w:rPr>
              <w:t>نزعت</w:t>
            </w:r>
            <w:r w:rsidR="00677BC4">
              <w:rPr>
                <w:rtl/>
              </w:rPr>
              <w:t>َ</w:t>
            </w:r>
            <w:r w:rsidR="00B154B2">
              <w:rPr>
                <w:rtl/>
              </w:rPr>
              <w:t xml:space="preserve"> </w:t>
            </w:r>
            <w:r w:rsidRPr="009647FC">
              <w:rPr>
                <w:rtl/>
              </w:rPr>
              <w:t>شب</w:t>
            </w:r>
            <w:r w:rsidR="00B154B2" w:rsidRPr="009647FC">
              <w:rPr>
                <w:rtl/>
              </w:rPr>
              <w:t>ابها</w:t>
            </w:r>
            <w:r w:rsidR="00B154B2" w:rsidRPr="00725071">
              <w:rPr>
                <w:rStyle w:val="libPoemTiniChar0"/>
                <w:rtl/>
              </w:rPr>
              <w:br/>
              <w:t> </w:t>
            </w:r>
          </w:p>
        </w:tc>
      </w:tr>
      <w:tr w:rsidR="00B154B2" w:rsidRPr="00524A24" w:rsidTr="00B154B2">
        <w:trPr>
          <w:trHeight w:val="350"/>
        </w:trPr>
        <w:tc>
          <w:tcPr>
            <w:tcW w:w="3527" w:type="dxa"/>
          </w:tcPr>
          <w:p w:rsidR="00B154B2" w:rsidRPr="00524A24" w:rsidRDefault="00A72677" w:rsidP="00697162">
            <w:pPr>
              <w:pStyle w:val="libPoem"/>
            </w:pPr>
            <w:r w:rsidRPr="009647FC">
              <w:rPr>
                <w:rtl/>
              </w:rPr>
              <w:t>يا</w:t>
            </w:r>
            <w:r w:rsidR="00B154B2">
              <w:rPr>
                <w:rtl/>
              </w:rPr>
              <w:t xml:space="preserve"> </w:t>
            </w:r>
            <w:r w:rsidRPr="009647FC">
              <w:rPr>
                <w:rtl/>
              </w:rPr>
              <w:t>هل</w:t>
            </w:r>
            <w:r w:rsidR="00B154B2">
              <w:rPr>
                <w:rtl/>
              </w:rPr>
              <w:t xml:space="preserve"> </w:t>
            </w:r>
            <w:r w:rsidRPr="009647FC">
              <w:rPr>
                <w:rtl/>
              </w:rPr>
              <w:t>سب</w:t>
            </w:r>
            <w:r w:rsidR="00B154B2" w:rsidRPr="009647FC">
              <w:rPr>
                <w:rtl/>
              </w:rPr>
              <w:t>تْك</w:t>
            </w:r>
            <w:r w:rsidR="00677BC4">
              <w:rPr>
                <w:rtl/>
              </w:rPr>
              <w:t>َ</w:t>
            </w:r>
            <w:r w:rsidR="00B154B2">
              <w:rPr>
                <w:rtl/>
              </w:rPr>
              <w:t xml:space="preserve"> </w:t>
            </w:r>
            <w:r w:rsidR="00B154B2" w:rsidRPr="009647FC">
              <w:rPr>
                <w:rtl/>
              </w:rPr>
              <w:t>بلحنها</w:t>
            </w:r>
            <w:r w:rsidR="00B154B2">
              <w:rPr>
                <w:rtl/>
              </w:rPr>
              <w:t xml:space="preserve"> </w:t>
            </w:r>
            <w:r w:rsidR="00B154B2" w:rsidRPr="009647FC">
              <w:rPr>
                <w:rtl/>
              </w:rPr>
              <w:t>ا</w:t>
            </w:r>
            <w:r w:rsidRPr="009647FC">
              <w:rPr>
                <w:rtl/>
              </w:rPr>
              <w:t>بن</w:t>
            </w:r>
            <w:r w:rsidR="00B154B2" w:rsidRPr="009647FC">
              <w:rPr>
                <w:rtl/>
              </w:rPr>
              <w:t>ةُ</w:t>
            </w:r>
            <w:r w:rsidR="00B154B2">
              <w:rPr>
                <w:rtl/>
              </w:rPr>
              <w:t xml:space="preserve"> </w:t>
            </w:r>
            <w:r w:rsidR="00B154B2" w:rsidRPr="009647FC">
              <w:rPr>
                <w:rtl/>
              </w:rPr>
              <w:t>نشوةٍ</w:t>
            </w:r>
            <w:r w:rsidR="00B154B2" w:rsidRPr="00725071">
              <w:rPr>
                <w:rStyle w:val="libPoemTiniChar0"/>
                <w:rtl/>
              </w:rPr>
              <w:br/>
              <w:t> </w:t>
            </w:r>
          </w:p>
        </w:tc>
        <w:tc>
          <w:tcPr>
            <w:tcW w:w="272" w:type="dxa"/>
          </w:tcPr>
          <w:p w:rsidR="00B154B2" w:rsidRDefault="00B154B2" w:rsidP="00697162">
            <w:pPr>
              <w:pStyle w:val="libPoem"/>
              <w:rPr>
                <w:rtl/>
              </w:rPr>
            </w:pPr>
          </w:p>
        </w:tc>
        <w:tc>
          <w:tcPr>
            <w:tcW w:w="3511" w:type="dxa"/>
          </w:tcPr>
          <w:p w:rsidR="00B154B2" w:rsidRDefault="00B154B2" w:rsidP="00697162">
            <w:pPr>
              <w:pStyle w:val="libPoem"/>
            </w:pPr>
            <w:r w:rsidRPr="009647FC">
              <w:rPr>
                <w:rtl/>
              </w:rPr>
              <w:t>إن</w:t>
            </w:r>
            <w:r>
              <w:rPr>
                <w:rtl/>
              </w:rPr>
              <w:t xml:space="preserve"> </w:t>
            </w:r>
            <w:r w:rsidR="00A72677" w:rsidRPr="009647FC">
              <w:rPr>
                <w:rtl/>
              </w:rPr>
              <w:t>تش</w:t>
            </w:r>
            <w:r w:rsidRPr="009647FC">
              <w:rPr>
                <w:rtl/>
              </w:rPr>
              <w:t>دُ</w:t>
            </w:r>
            <w:r>
              <w:rPr>
                <w:rtl/>
              </w:rPr>
              <w:t xml:space="preserve"> </w:t>
            </w:r>
            <w:r w:rsidRPr="009647FC">
              <w:rPr>
                <w:rtl/>
              </w:rPr>
              <w:t>ر</w:t>
            </w:r>
            <w:r w:rsidR="00A72677" w:rsidRPr="009647FC">
              <w:rPr>
                <w:rtl/>
              </w:rPr>
              <w:t>قص</w:t>
            </w:r>
            <w:r w:rsidRPr="009647FC">
              <w:rPr>
                <w:rtl/>
              </w:rPr>
              <w:t>ّ</w:t>
            </w:r>
            <w:r w:rsidR="00677BC4">
              <w:rPr>
                <w:rtl/>
              </w:rPr>
              <w:t>َ</w:t>
            </w:r>
            <w:r w:rsidRPr="009647FC">
              <w:rPr>
                <w:rtl/>
              </w:rPr>
              <w:t>ت</w:t>
            </w:r>
            <w:r>
              <w:rPr>
                <w:rtl/>
              </w:rPr>
              <w:t xml:space="preserve"> </w:t>
            </w:r>
            <w:r w:rsidRPr="009647FC">
              <w:rPr>
                <w:rtl/>
              </w:rPr>
              <w:t>ا</w:t>
            </w:r>
            <w:r w:rsidR="00A72677" w:rsidRPr="009647FC">
              <w:rPr>
                <w:rtl/>
              </w:rPr>
              <w:t>لك</w:t>
            </w:r>
            <w:r w:rsidRPr="009647FC">
              <w:rPr>
                <w:rtl/>
              </w:rPr>
              <w:t>ؤوس</w:t>
            </w:r>
            <w:r w:rsidR="00677BC4">
              <w:rPr>
                <w:rtl/>
              </w:rPr>
              <w:t>َ</w:t>
            </w:r>
            <w:r>
              <w:rPr>
                <w:rtl/>
              </w:rPr>
              <w:t xml:space="preserve"> </w:t>
            </w:r>
            <w:r w:rsidRPr="009647FC">
              <w:rPr>
                <w:rtl/>
              </w:rPr>
              <w:t>حبابها</w:t>
            </w:r>
            <w:r w:rsidRPr="00725071">
              <w:rPr>
                <w:rStyle w:val="libPoemTiniChar0"/>
                <w:rtl/>
              </w:rPr>
              <w:br/>
              <w:t> </w:t>
            </w:r>
          </w:p>
        </w:tc>
      </w:tr>
      <w:tr w:rsidR="00B154B2" w:rsidRPr="00524A24" w:rsidTr="00B154B2">
        <w:trPr>
          <w:trHeight w:val="350"/>
        </w:trPr>
        <w:tc>
          <w:tcPr>
            <w:tcW w:w="3527" w:type="dxa"/>
          </w:tcPr>
          <w:p w:rsidR="00B154B2" w:rsidRPr="00524A24" w:rsidRDefault="00A72677" w:rsidP="00697162">
            <w:pPr>
              <w:pStyle w:val="libPoem"/>
            </w:pPr>
            <w:r w:rsidRPr="009647FC">
              <w:rPr>
                <w:rtl/>
              </w:rPr>
              <w:t>بع</w:t>
            </w:r>
            <w:r w:rsidR="00B154B2" w:rsidRPr="009647FC">
              <w:rPr>
                <w:rtl/>
              </w:rPr>
              <w:t>ثتْ</w:t>
            </w:r>
            <w:r w:rsidR="00B154B2">
              <w:rPr>
                <w:rtl/>
              </w:rPr>
              <w:t xml:space="preserve"> </w:t>
            </w:r>
            <w:r w:rsidRPr="009647FC">
              <w:rPr>
                <w:rtl/>
              </w:rPr>
              <w:t>حد</w:t>
            </w:r>
            <w:r w:rsidR="00B154B2" w:rsidRPr="009647FC">
              <w:rPr>
                <w:rtl/>
              </w:rPr>
              <w:t>يث</w:t>
            </w:r>
            <w:r w:rsidR="00B154B2">
              <w:rPr>
                <w:rtl/>
              </w:rPr>
              <w:t xml:space="preserve"> </w:t>
            </w:r>
            <w:r w:rsidRPr="009647FC">
              <w:rPr>
                <w:rtl/>
              </w:rPr>
              <w:t>عب</w:t>
            </w:r>
            <w:r w:rsidR="00B154B2" w:rsidRPr="009647FC">
              <w:rPr>
                <w:rtl/>
              </w:rPr>
              <w:t>يرها</w:t>
            </w:r>
            <w:r w:rsidR="00B154B2">
              <w:rPr>
                <w:rtl/>
              </w:rPr>
              <w:t xml:space="preserve"> </w:t>
            </w:r>
            <w:r w:rsidR="00B154B2" w:rsidRPr="009647FC">
              <w:rPr>
                <w:rtl/>
              </w:rPr>
              <w:t>لك</w:t>
            </w:r>
            <w:r w:rsidR="00677BC4">
              <w:rPr>
                <w:rtl/>
              </w:rPr>
              <w:t>َ</w:t>
            </w:r>
            <w:r w:rsidR="00B154B2">
              <w:rPr>
                <w:rtl/>
              </w:rPr>
              <w:t xml:space="preserve"> </w:t>
            </w:r>
            <w:r w:rsidR="00B154B2" w:rsidRPr="009647FC">
              <w:rPr>
                <w:rtl/>
              </w:rPr>
              <w:t>في</w:t>
            </w:r>
            <w:r w:rsidR="00B154B2">
              <w:rPr>
                <w:rtl/>
              </w:rPr>
              <w:t xml:space="preserve"> </w:t>
            </w:r>
            <w:r w:rsidR="00B154B2" w:rsidRPr="009647FC">
              <w:rPr>
                <w:rtl/>
              </w:rPr>
              <w:t>الص</w:t>
            </w:r>
            <w:r w:rsidR="00677BC4">
              <w:rPr>
                <w:rtl/>
              </w:rPr>
              <w:t>َ</w:t>
            </w:r>
            <w:r w:rsidR="00B154B2" w:rsidRPr="009647FC">
              <w:rPr>
                <w:rtl/>
              </w:rPr>
              <w:t>با</w:t>
            </w:r>
            <w:r w:rsidR="00B154B2" w:rsidRPr="00725071">
              <w:rPr>
                <w:rStyle w:val="libPoemTiniChar0"/>
                <w:rtl/>
              </w:rPr>
              <w:br/>
              <w:t> </w:t>
            </w:r>
          </w:p>
        </w:tc>
        <w:tc>
          <w:tcPr>
            <w:tcW w:w="272" w:type="dxa"/>
          </w:tcPr>
          <w:p w:rsidR="00B154B2" w:rsidRDefault="00B154B2" w:rsidP="00697162">
            <w:pPr>
              <w:pStyle w:val="libPoem"/>
              <w:rPr>
                <w:rtl/>
              </w:rPr>
            </w:pPr>
          </w:p>
        </w:tc>
        <w:tc>
          <w:tcPr>
            <w:tcW w:w="3511" w:type="dxa"/>
          </w:tcPr>
          <w:p w:rsidR="00B154B2" w:rsidRDefault="00B154B2" w:rsidP="00697162">
            <w:pPr>
              <w:pStyle w:val="libPoem"/>
            </w:pPr>
            <w:r w:rsidRPr="009647FC">
              <w:rPr>
                <w:rtl/>
              </w:rPr>
              <w:t>فأرقّ</w:t>
            </w:r>
            <w:r w:rsidR="00677BC4">
              <w:rPr>
                <w:rtl/>
              </w:rPr>
              <w:t>َ</w:t>
            </w:r>
            <w:r>
              <w:rPr>
                <w:rtl/>
              </w:rPr>
              <w:t xml:space="preserve"> </w:t>
            </w:r>
            <w:r w:rsidRPr="009647FC">
              <w:rPr>
                <w:rtl/>
              </w:rPr>
              <w:t>أ</w:t>
            </w:r>
            <w:r w:rsidR="00A72677" w:rsidRPr="009647FC">
              <w:rPr>
                <w:rtl/>
              </w:rPr>
              <w:t>نفا</w:t>
            </w:r>
            <w:r w:rsidRPr="009647FC">
              <w:rPr>
                <w:rtl/>
              </w:rPr>
              <w:t>س</w:t>
            </w:r>
            <w:r>
              <w:rPr>
                <w:rtl/>
              </w:rPr>
              <w:t xml:space="preserve"> </w:t>
            </w:r>
            <w:r w:rsidRPr="009647FC">
              <w:rPr>
                <w:rtl/>
              </w:rPr>
              <w:t>ا</w:t>
            </w:r>
            <w:r w:rsidR="00A72677" w:rsidRPr="009647FC">
              <w:rPr>
                <w:rtl/>
              </w:rPr>
              <w:t>لص</w:t>
            </w:r>
            <w:r w:rsidR="00677BC4">
              <w:rPr>
                <w:rtl/>
              </w:rPr>
              <w:t>َ</w:t>
            </w:r>
            <w:r w:rsidRPr="009647FC">
              <w:rPr>
                <w:rtl/>
              </w:rPr>
              <w:t>با</w:t>
            </w:r>
            <w:r>
              <w:rPr>
                <w:rtl/>
              </w:rPr>
              <w:t xml:space="preserve"> </w:t>
            </w:r>
            <w:r w:rsidRPr="009647FC">
              <w:rPr>
                <w:rtl/>
              </w:rPr>
              <w:t>وأطابها</w:t>
            </w:r>
            <w:r w:rsidRPr="00725071">
              <w:rPr>
                <w:rStyle w:val="libPoemTiniChar0"/>
                <w:rtl/>
              </w:rPr>
              <w:br/>
              <w:t> </w:t>
            </w:r>
          </w:p>
        </w:tc>
      </w:tr>
      <w:tr w:rsidR="00B154B2" w:rsidRPr="00524A24" w:rsidTr="00B154B2">
        <w:trPr>
          <w:trHeight w:val="350"/>
        </w:trPr>
        <w:tc>
          <w:tcPr>
            <w:tcW w:w="3527" w:type="dxa"/>
          </w:tcPr>
          <w:p w:rsidR="00B154B2" w:rsidRPr="00524A24" w:rsidRDefault="00A72677" w:rsidP="00697162">
            <w:pPr>
              <w:pStyle w:val="libPoem"/>
            </w:pPr>
            <w:r w:rsidRPr="009647FC">
              <w:rPr>
                <w:rtl/>
              </w:rPr>
              <w:t>طر</w:t>
            </w:r>
            <w:r w:rsidR="00B154B2" w:rsidRPr="009647FC">
              <w:rPr>
                <w:rtl/>
              </w:rPr>
              <w:t>بتْ</w:t>
            </w:r>
            <w:r w:rsidR="00B154B2">
              <w:rPr>
                <w:rtl/>
              </w:rPr>
              <w:t xml:space="preserve"> </w:t>
            </w:r>
            <w:r w:rsidRPr="009647FC">
              <w:rPr>
                <w:rtl/>
              </w:rPr>
              <w:t>لو</w:t>
            </w:r>
            <w:r w:rsidR="00B154B2" w:rsidRPr="009647FC">
              <w:rPr>
                <w:rtl/>
              </w:rPr>
              <w:t>صلك</w:t>
            </w:r>
            <w:r w:rsidR="00B154B2">
              <w:rPr>
                <w:rtl/>
              </w:rPr>
              <w:t xml:space="preserve"> </w:t>
            </w:r>
            <w:r w:rsidRPr="009647FC">
              <w:rPr>
                <w:rtl/>
              </w:rPr>
              <w:t>فا</w:t>
            </w:r>
            <w:r w:rsidR="00B154B2" w:rsidRPr="009647FC">
              <w:rPr>
                <w:rtl/>
              </w:rPr>
              <w:t>صطفت</w:t>
            </w:r>
            <w:r w:rsidR="00B154B2">
              <w:rPr>
                <w:rtl/>
              </w:rPr>
              <w:t xml:space="preserve"> </w:t>
            </w:r>
            <w:r w:rsidR="00B154B2" w:rsidRPr="009647FC">
              <w:rPr>
                <w:rtl/>
              </w:rPr>
              <w:t>لك</w:t>
            </w:r>
            <w:r w:rsidR="00B154B2">
              <w:rPr>
                <w:rtl/>
              </w:rPr>
              <w:t xml:space="preserve"> </w:t>
            </w:r>
            <w:r w:rsidR="00B154B2" w:rsidRPr="009647FC">
              <w:rPr>
                <w:rtl/>
              </w:rPr>
              <w:t>دّلها</w:t>
            </w:r>
            <w:r w:rsidR="00B154B2" w:rsidRPr="00725071">
              <w:rPr>
                <w:rStyle w:val="libPoemTiniChar0"/>
                <w:rtl/>
              </w:rPr>
              <w:br/>
              <w:t> </w:t>
            </w:r>
          </w:p>
        </w:tc>
        <w:tc>
          <w:tcPr>
            <w:tcW w:w="272" w:type="dxa"/>
          </w:tcPr>
          <w:p w:rsidR="00B154B2" w:rsidRDefault="00B154B2" w:rsidP="00697162">
            <w:pPr>
              <w:pStyle w:val="libPoem"/>
              <w:rPr>
                <w:rtl/>
              </w:rPr>
            </w:pPr>
          </w:p>
        </w:tc>
        <w:tc>
          <w:tcPr>
            <w:tcW w:w="3511" w:type="dxa"/>
          </w:tcPr>
          <w:p w:rsidR="00B154B2" w:rsidRDefault="00B154B2" w:rsidP="00697162">
            <w:pPr>
              <w:pStyle w:val="libPoem"/>
            </w:pPr>
            <w:r w:rsidRPr="009647FC">
              <w:rPr>
                <w:rtl/>
              </w:rPr>
              <w:t>وأ</w:t>
            </w:r>
            <w:r w:rsidR="00A72677" w:rsidRPr="009647FC">
              <w:rPr>
                <w:rtl/>
              </w:rPr>
              <w:t>تت</w:t>
            </w:r>
            <w:r w:rsidRPr="009647FC">
              <w:rPr>
                <w:rtl/>
              </w:rPr>
              <w:t>ك</w:t>
            </w:r>
            <w:r>
              <w:rPr>
                <w:rtl/>
              </w:rPr>
              <w:t xml:space="preserve"> </w:t>
            </w:r>
            <w:r w:rsidR="00A72677" w:rsidRPr="009647FC">
              <w:rPr>
                <w:rtl/>
              </w:rPr>
              <w:t>تغ</w:t>
            </w:r>
            <w:r w:rsidRPr="009647FC">
              <w:rPr>
                <w:rtl/>
              </w:rPr>
              <w:t>ربُ</w:t>
            </w:r>
            <w:r>
              <w:rPr>
                <w:rtl/>
              </w:rPr>
              <w:t xml:space="preserve"> </w:t>
            </w:r>
            <w:r w:rsidR="00A72677" w:rsidRPr="009647FC">
              <w:rPr>
                <w:rtl/>
              </w:rPr>
              <w:t>في</w:t>
            </w:r>
            <w:r>
              <w:rPr>
                <w:rtl/>
              </w:rPr>
              <w:t xml:space="preserve"> </w:t>
            </w:r>
            <w:r w:rsidRPr="009647FC">
              <w:rPr>
                <w:rtl/>
              </w:rPr>
              <w:t>الهوى</w:t>
            </w:r>
            <w:r>
              <w:rPr>
                <w:rtl/>
              </w:rPr>
              <w:t xml:space="preserve"> </w:t>
            </w:r>
            <w:r w:rsidRPr="009647FC">
              <w:rPr>
                <w:rtl/>
              </w:rPr>
              <w:t>إغرابها</w:t>
            </w:r>
            <w:r w:rsidRPr="00725071">
              <w:rPr>
                <w:rStyle w:val="libPoemTiniChar0"/>
                <w:rtl/>
              </w:rPr>
              <w:br/>
              <w:t> </w:t>
            </w:r>
          </w:p>
        </w:tc>
      </w:tr>
      <w:tr w:rsidR="00B154B2" w:rsidRPr="00524A24" w:rsidTr="00B154B2">
        <w:trPr>
          <w:trHeight w:val="350"/>
        </w:trPr>
        <w:tc>
          <w:tcPr>
            <w:tcW w:w="3527" w:type="dxa"/>
          </w:tcPr>
          <w:p w:rsidR="00B154B2" w:rsidRPr="00524A24" w:rsidRDefault="00B154B2" w:rsidP="00697162">
            <w:pPr>
              <w:pStyle w:val="libPoem"/>
            </w:pPr>
            <w:r w:rsidRPr="00A72677">
              <w:rPr>
                <w:rtl/>
              </w:rPr>
              <w:t>وح</w:t>
            </w:r>
            <w:r w:rsidR="00A72677" w:rsidRPr="00A72677">
              <w:rPr>
                <w:rtl/>
              </w:rPr>
              <w:t>بت</w:t>
            </w:r>
            <w:r w:rsidRPr="00A72677">
              <w:rPr>
                <w:rtl/>
              </w:rPr>
              <w:t xml:space="preserve">ك </w:t>
            </w:r>
            <w:r w:rsidR="00A72677" w:rsidRPr="00A72677">
              <w:rPr>
                <w:rtl/>
              </w:rPr>
              <w:t>ما</w:t>
            </w:r>
            <w:r w:rsidRPr="00A72677">
              <w:rPr>
                <w:rtl/>
              </w:rPr>
              <w:t xml:space="preserve"> </w:t>
            </w:r>
            <w:r w:rsidR="00A72677" w:rsidRPr="00A72677">
              <w:rPr>
                <w:rtl/>
              </w:rPr>
              <w:t>خل</w:t>
            </w:r>
            <w:r w:rsidRPr="00A72677">
              <w:rPr>
                <w:rtl/>
              </w:rPr>
              <w:t>ف</w:t>
            </w:r>
            <w:r w:rsidR="00677BC4">
              <w:rPr>
                <w:rtl/>
              </w:rPr>
              <w:t>َ</w:t>
            </w:r>
            <w:r w:rsidRPr="00A72677">
              <w:rPr>
                <w:rtl/>
              </w:rPr>
              <w:t xml:space="preserve"> ا</w:t>
            </w:r>
            <w:r w:rsidR="00A72677" w:rsidRPr="00A72677">
              <w:rPr>
                <w:rtl/>
              </w:rPr>
              <w:t>لن</w:t>
            </w:r>
            <w:r w:rsidRPr="00A72677">
              <w:rPr>
                <w:rtl/>
              </w:rPr>
              <w:t>قاب وإن</w:t>
            </w:r>
            <w:r w:rsidR="00A72677" w:rsidRPr="00A72677">
              <w:rPr>
                <w:rtl/>
              </w:rPr>
              <w:t>ّه</w:t>
            </w:r>
            <w:r w:rsidRPr="00A72677">
              <w:rPr>
                <w:rtl/>
              </w:rPr>
              <w:t>ا</w:t>
            </w:r>
            <w:r w:rsidRPr="00A72677">
              <w:rPr>
                <w:rStyle w:val="libPoemTiniChar0"/>
                <w:rtl/>
              </w:rPr>
              <w:br/>
              <w:t> </w:t>
            </w:r>
          </w:p>
        </w:tc>
        <w:tc>
          <w:tcPr>
            <w:tcW w:w="272" w:type="dxa"/>
          </w:tcPr>
          <w:p w:rsidR="00B154B2" w:rsidRPr="00A72677" w:rsidRDefault="00B154B2" w:rsidP="00697162">
            <w:pPr>
              <w:pStyle w:val="libPoem"/>
              <w:rPr>
                <w:rtl/>
              </w:rPr>
            </w:pPr>
          </w:p>
        </w:tc>
        <w:tc>
          <w:tcPr>
            <w:tcW w:w="3511" w:type="dxa"/>
          </w:tcPr>
          <w:p w:rsidR="00B154B2" w:rsidRPr="00A72677" w:rsidRDefault="00A72677" w:rsidP="00697162">
            <w:pPr>
              <w:pStyle w:val="libPoem"/>
            </w:pPr>
            <w:r w:rsidRPr="00A72677">
              <w:rPr>
                <w:rtl/>
              </w:rPr>
              <w:t>لم</w:t>
            </w:r>
            <w:r w:rsidR="00B154B2" w:rsidRPr="00A72677">
              <w:rPr>
                <w:rtl/>
              </w:rPr>
              <w:t xml:space="preserve">راشفٌ </w:t>
            </w:r>
            <w:r w:rsidRPr="00A72677">
              <w:rPr>
                <w:rtl/>
              </w:rPr>
              <w:t>حد</w:t>
            </w:r>
            <w:r w:rsidR="00B154B2" w:rsidRPr="00A72677">
              <w:rPr>
                <w:rtl/>
              </w:rPr>
              <w:t>ر</w:t>
            </w:r>
            <w:r w:rsidR="00B154B2" w:rsidRPr="00A72677">
              <w:rPr>
                <w:rStyle w:val="libFootnotenumChar"/>
                <w:rtl/>
              </w:rPr>
              <w:t>(3)</w:t>
            </w:r>
            <w:r w:rsidR="00B154B2" w:rsidRPr="00A72677">
              <w:rPr>
                <w:rtl/>
              </w:rPr>
              <w:t xml:space="preserve"> ا</w:t>
            </w:r>
            <w:r w:rsidRPr="00A72677">
              <w:rPr>
                <w:rtl/>
              </w:rPr>
              <w:t>له</w:t>
            </w:r>
            <w:r w:rsidR="00B154B2" w:rsidRPr="00A72677">
              <w:rPr>
                <w:rtl/>
              </w:rPr>
              <w:t>لالُ نقابها</w:t>
            </w:r>
            <w:r w:rsidR="00B154B2" w:rsidRPr="00A72677">
              <w:rPr>
                <w:rStyle w:val="libPoemTiniChar0"/>
                <w:rtl/>
              </w:rPr>
              <w:br/>
              <w:t> </w:t>
            </w:r>
          </w:p>
        </w:tc>
      </w:tr>
      <w:tr w:rsidR="00B154B2" w:rsidRPr="00524A24" w:rsidTr="00B154B2">
        <w:trPr>
          <w:trHeight w:val="350"/>
        </w:trPr>
        <w:tc>
          <w:tcPr>
            <w:tcW w:w="3527" w:type="dxa"/>
          </w:tcPr>
          <w:p w:rsidR="00B154B2" w:rsidRPr="00524A24" w:rsidRDefault="00A72677" w:rsidP="00697162">
            <w:pPr>
              <w:pStyle w:val="libPoem"/>
            </w:pPr>
            <w:r w:rsidRPr="00A72677">
              <w:rPr>
                <w:rtl/>
              </w:rPr>
              <w:t>حد</w:t>
            </w:r>
            <w:r w:rsidR="00677BC4">
              <w:rPr>
                <w:rtl/>
              </w:rPr>
              <w:t>َ</w:t>
            </w:r>
            <w:r w:rsidR="00B154B2" w:rsidRPr="00A72677">
              <w:rPr>
                <w:rtl/>
              </w:rPr>
              <w:t>ر</w:t>
            </w:r>
            <w:r w:rsidR="00677BC4">
              <w:rPr>
                <w:rtl/>
              </w:rPr>
              <w:t>َ</w:t>
            </w:r>
            <w:r w:rsidRPr="00A72677">
              <w:rPr>
                <w:rtl/>
              </w:rPr>
              <w:t>ته</w:t>
            </w:r>
            <w:r w:rsidR="00B154B2" w:rsidRPr="00A72677">
              <w:rPr>
                <w:rtl/>
              </w:rPr>
              <w:t xml:space="preserve"> </w:t>
            </w:r>
            <w:r w:rsidRPr="00A72677">
              <w:rPr>
                <w:rtl/>
              </w:rPr>
              <w:t>عن</w:t>
            </w:r>
            <w:r w:rsidR="00B154B2" w:rsidRPr="00A72677">
              <w:rPr>
                <w:rtl/>
              </w:rPr>
              <w:t xml:space="preserve"> </w:t>
            </w:r>
            <w:r w:rsidRPr="00A72677">
              <w:rPr>
                <w:rtl/>
              </w:rPr>
              <w:t>قم</w:t>
            </w:r>
            <w:r w:rsidR="00B154B2" w:rsidRPr="00A72677">
              <w:rPr>
                <w:rtl/>
              </w:rPr>
              <w:t xml:space="preserve">رٍ </w:t>
            </w:r>
            <w:r w:rsidRPr="00A72677">
              <w:rPr>
                <w:rtl/>
              </w:rPr>
              <w:t>يو</w:t>
            </w:r>
            <w:r w:rsidR="00B154B2" w:rsidRPr="00A72677">
              <w:rPr>
                <w:rtl/>
              </w:rPr>
              <w:t>دُّ ر</w:t>
            </w:r>
            <w:r w:rsidRPr="00A72677">
              <w:rPr>
                <w:rtl/>
              </w:rPr>
              <w:t>قي</w:t>
            </w:r>
            <w:r w:rsidR="00B154B2" w:rsidRPr="00A72677">
              <w:rPr>
                <w:rtl/>
              </w:rPr>
              <w:t>به</w:t>
            </w:r>
            <w:r w:rsidR="00B154B2" w:rsidRPr="00A72677">
              <w:rPr>
                <w:rStyle w:val="libPoemTiniChar0"/>
                <w:rtl/>
              </w:rPr>
              <w:br/>
              <w:t> </w:t>
            </w:r>
          </w:p>
        </w:tc>
        <w:tc>
          <w:tcPr>
            <w:tcW w:w="272" w:type="dxa"/>
          </w:tcPr>
          <w:p w:rsidR="00B154B2" w:rsidRPr="00A72677" w:rsidRDefault="00B154B2" w:rsidP="00697162">
            <w:pPr>
              <w:pStyle w:val="libPoem"/>
              <w:rPr>
                <w:rtl/>
              </w:rPr>
            </w:pPr>
          </w:p>
        </w:tc>
        <w:tc>
          <w:tcPr>
            <w:tcW w:w="3511" w:type="dxa"/>
          </w:tcPr>
          <w:p w:rsidR="00B154B2" w:rsidRPr="00A72677" w:rsidRDefault="00A72677" w:rsidP="00697162">
            <w:pPr>
              <w:pStyle w:val="libPoem"/>
            </w:pPr>
            <w:r w:rsidRPr="00A72677">
              <w:rPr>
                <w:rtl/>
              </w:rPr>
              <w:t>لو</w:t>
            </w:r>
            <w:r w:rsidR="00B154B2" w:rsidRPr="00A72677">
              <w:rPr>
                <w:rtl/>
              </w:rPr>
              <w:t xml:space="preserve"> أن</w:t>
            </w:r>
            <w:r w:rsidRPr="00A72677">
              <w:rPr>
                <w:rtl/>
              </w:rPr>
              <w:t>ّه</w:t>
            </w:r>
            <w:r w:rsidR="00B154B2" w:rsidRPr="00A72677">
              <w:rPr>
                <w:rtl/>
              </w:rPr>
              <w:t>ا ا</w:t>
            </w:r>
            <w:r w:rsidRPr="00A72677">
              <w:rPr>
                <w:rtl/>
              </w:rPr>
              <w:t>ست</w:t>
            </w:r>
            <w:r w:rsidR="00B154B2" w:rsidRPr="00A72677">
              <w:rPr>
                <w:rtl/>
              </w:rPr>
              <w:t xml:space="preserve">غشت عليه </w:t>
            </w:r>
            <w:r w:rsidRPr="00A72677">
              <w:rPr>
                <w:rtl/>
              </w:rPr>
              <w:t>ثي</w:t>
            </w:r>
            <w:r w:rsidR="00B154B2" w:rsidRPr="00A72677">
              <w:rPr>
                <w:rtl/>
              </w:rPr>
              <w:t>ابها</w:t>
            </w:r>
            <w:r w:rsidR="00B154B2" w:rsidRPr="00A72677">
              <w:rPr>
                <w:rStyle w:val="libPoemTiniChar0"/>
                <w:rtl/>
              </w:rPr>
              <w:br/>
              <w:t> </w:t>
            </w:r>
          </w:p>
        </w:tc>
      </w:tr>
      <w:tr w:rsidR="00B154B2" w:rsidRPr="00524A24" w:rsidTr="00B154B2">
        <w:trPr>
          <w:trHeight w:val="350"/>
        </w:trPr>
        <w:tc>
          <w:tcPr>
            <w:tcW w:w="3527" w:type="dxa"/>
          </w:tcPr>
          <w:p w:rsidR="00B154B2" w:rsidRPr="00524A24" w:rsidRDefault="00B154B2" w:rsidP="00697162">
            <w:pPr>
              <w:pStyle w:val="libPoem"/>
            </w:pPr>
            <w:r w:rsidRPr="009647FC">
              <w:rPr>
                <w:rtl/>
              </w:rPr>
              <w:t>وا</w:t>
            </w:r>
            <w:r w:rsidR="00A72677" w:rsidRPr="009647FC">
              <w:rPr>
                <w:rtl/>
              </w:rPr>
              <w:t>نشق</w:t>
            </w:r>
            <w:r>
              <w:rPr>
                <w:rtl/>
              </w:rPr>
              <w:t xml:space="preserve"> </w:t>
            </w:r>
            <w:r w:rsidR="00A72677" w:rsidRPr="009647FC">
              <w:rPr>
                <w:rtl/>
              </w:rPr>
              <w:t>مع</w:t>
            </w:r>
            <w:r w:rsidRPr="009647FC">
              <w:rPr>
                <w:rtl/>
              </w:rPr>
              <w:t>طّ</w:t>
            </w:r>
            <w:r w:rsidR="00677BC4">
              <w:rPr>
                <w:rtl/>
              </w:rPr>
              <w:t>َ</w:t>
            </w:r>
            <w:r w:rsidRPr="009647FC">
              <w:rPr>
                <w:rtl/>
              </w:rPr>
              <w:t>رة</w:t>
            </w:r>
            <w:r>
              <w:rPr>
                <w:rtl/>
              </w:rPr>
              <w:t xml:space="preserve"> </w:t>
            </w:r>
            <w:r w:rsidRPr="009647FC">
              <w:rPr>
                <w:rtl/>
              </w:rPr>
              <w:t>ا</w:t>
            </w:r>
            <w:r w:rsidR="00A72677" w:rsidRPr="009647FC">
              <w:rPr>
                <w:rtl/>
              </w:rPr>
              <w:t>لث</w:t>
            </w:r>
            <w:r w:rsidRPr="009647FC">
              <w:rPr>
                <w:rtl/>
              </w:rPr>
              <w:t>رى</w:t>
            </w:r>
            <w:r>
              <w:rPr>
                <w:rtl/>
              </w:rPr>
              <w:t xml:space="preserve"> </w:t>
            </w:r>
            <w:r w:rsidRPr="009647FC">
              <w:rPr>
                <w:rtl/>
              </w:rPr>
              <w:t>بمطارفٍ</w:t>
            </w:r>
            <w:r w:rsidRPr="00725071">
              <w:rPr>
                <w:rStyle w:val="libPoemTiniChar0"/>
                <w:rtl/>
              </w:rPr>
              <w:br/>
              <w:t> </w:t>
            </w:r>
          </w:p>
        </w:tc>
        <w:tc>
          <w:tcPr>
            <w:tcW w:w="272" w:type="dxa"/>
          </w:tcPr>
          <w:p w:rsidR="00B154B2" w:rsidRDefault="00B154B2" w:rsidP="00697162">
            <w:pPr>
              <w:pStyle w:val="libPoem"/>
              <w:rPr>
                <w:rtl/>
              </w:rPr>
            </w:pPr>
          </w:p>
        </w:tc>
        <w:tc>
          <w:tcPr>
            <w:tcW w:w="3511" w:type="dxa"/>
          </w:tcPr>
          <w:p w:rsidR="00B154B2" w:rsidRDefault="00A72677" w:rsidP="00697162">
            <w:pPr>
              <w:pStyle w:val="libPoem"/>
            </w:pPr>
            <w:r w:rsidRPr="009647FC">
              <w:rPr>
                <w:rtl/>
              </w:rPr>
              <w:t>خط</w:t>
            </w:r>
            <w:r w:rsidR="00B154B2" w:rsidRPr="009647FC">
              <w:rPr>
                <w:rtl/>
              </w:rPr>
              <w:t>رتْ</w:t>
            </w:r>
            <w:r w:rsidR="00B154B2">
              <w:rPr>
                <w:rtl/>
              </w:rPr>
              <w:t xml:space="preserve"> </w:t>
            </w:r>
            <w:r w:rsidRPr="009647FC">
              <w:rPr>
                <w:rtl/>
              </w:rPr>
              <w:t>تج</w:t>
            </w:r>
            <w:r w:rsidR="00B154B2" w:rsidRPr="009647FC">
              <w:rPr>
                <w:rtl/>
              </w:rPr>
              <w:t>رُّ</w:t>
            </w:r>
            <w:r w:rsidR="00B154B2">
              <w:rPr>
                <w:rtl/>
              </w:rPr>
              <w:t xml:space="preserve"> </w:t>
            </w:r>
            <w:r w:rsidR="00B154B2" w:rsidRPr="009647FC">
              <w:rPr>
                <w:rtl/>
              </w:rPr>
              <w:t>على</w:t>
            </w:r>
            <w:r w:rsidR="00B154B2">
              <w:rPr>
                <w:rtl/>
              </w:rPr>
              <w:t xml:space="preserve"> </w:t>
            </w:r>
            <w:r w:rsidR="00B154B2" w:rsidRPr="009647FC">
              <w:rPr>
                <w:rtl/>
              </w:rPr>
              <w:t>ا</w:t>
            </w:r>
            <w:r w:rsidRPr="009647FC">
              <w:rPr>
                <w:rtl/>
              </w:rPr>
              <w:t>لث</w:t>
            </w:r>
            <w:r w:rsidR="00B154B2" w:rsidRPr="009647FC">
              <w:rPr>
                <w:rtl/>
              </w:rPr>
              <w:t>رى</w:t>
            </w:r>
            <w:r w:rsidR="00B154B2">
              <w:rPr>
                <w:rtl/>
              </w:rPr>
              <w:t xml:space="preserve"> </w:t>
            </w:r>
            <w:r w:rsidR="00B154B2" w:rsidRPr="009647FC">
              <w:rPr>
                <w:rtl/>
              </w:rPr>
              <w:t>هُدّ</w:t>
            </w:r>
            <w:r w:rsidR="00677BC4">
              <w:rPr>
                <w:rtl/>
              </w:rPr>
              <w:t>َ</w:t>
            </w:r>
            <w:r w:rsidR="00B154B2" w:rsidRPr="009647FC">
              <w:rPr>
                <w:rtl/>
              </w:rPr>
              <w:t>ابها</w:t>
            </w:r>
            <w:r w:rsidR="00B154B2" w:rsidRPr="00725071">
              <w:rPr>
                <w:rStyle w:val="libPoemTiniChar0"/>
                <w:rtl/>
              </w:rPr>
              <w:br/>
              <w:t> </w:t>
            </w:r>
          </w:p>
        </w:tc>
      </w:tr>
      <w:tr w:rsidR="00B154B2" w:rsidRPr="00524A24" w:rsidTr="00B154B2">
        <w:trPr>
          <w:trHeight w:val="350"/>
        </w:trPr>
        <w:tc>
          <w:tcPr>
            <w:tcW w:w="3527" w:type="dxa"/>
          </w:tcPr>
          <w:p w:rsidR="00B154B2" w:rsidRPr="00524A24" w:rsidRDefault="00A72677" w:rsidP="00697162">
            <w:pPr>
              <w:pStyle w:val="libPoem"/>
            </w:pPr>
            <w:r w:rsidRPr="009647FC">
              <w:rPr>
                <w:rtl/>
              </w:rPr>
              <w:t>نض</w:t>
            </w:r>
            <w:r w:rsidR="00B154B2" w:rsidRPr="009647FC">
              <w:rPr>
                <w:rtl/>
              </w:rPr>
              <w:t>تْ</w:t>
            </w:r>
            <w:r w:rsidR="00B154B2">
              <w:rPr>
                <w:rtl/>
              </w:rPr>
              <w:t xml:space="preserve"> </w:t>
            </w:r>
            <w:r w:rsidR="00B154B2" w:rsidRPr="009647FC">
              <w:rPr>
                <w:rtl/>
              </w:rPr>
              <w:t>ا</w:t>
            </w:r>
            <w:r w:rsidRPr="009647FC">
              <w:rPr>
                <w:rtl/>
              </w:rPr>
              <w:t>لح</w:t>
            </w:r>
            <w:r w:rsidR="00B154B2" w:rsidRPr="009647FC">
              <w:rPr>
                <w:rtl/>
              </w:rPr>
              <w:t>جاب</w:t>
            </w:r>
            <w:r w:rsidR="00B154B2">
              <w:rPr>
                <w:rtl/>
              </w:rPr>
              <w:t xml:space="preserve"> </w:t>
            </w:r>
            <w:r w:rsidR="00B154B2" w:rsidRPr="009647FC">
              <w:rPr>
                <w:rtl/>
              </w:rPr>
              <w:t>و</w:t>
            </w:r>
            <w:r w:rsidRPr="009647FC">
              <w:rPr>
                <w:rtl/>
              </w:rPr>
              <w:t>لو</w:t>
            </w:r>
            <w:r w:rsidR="00B154B2">
              <w:rPr>
                <w:rtl/>
              </w:rPr>
              <w:t xml:space="preserve"> </w:t>
            </w:r>
            <w:r w:rsidR="00B154B2" w:rsidRPr="009647FC">
              <w:rPr>
                <w:rtl/>
              </w:rPr>
              <w:t>عليها</w:t>
            </w:r>
            <w:r w:rsidR="00B154B2">
              <w:rPr>
                <w:rtl/>
              </w:rPr>
              <w:t xml:space="preserve"> </w:t>
            </w:r>
            <w:r w:rsidR="00B154B2" w:rsidRPr="009647FC">
              <w:rPr>
                <w:rtl/>
              </w:rPr>
              <w:t>أسبلتْ</w:t>
            </w:r>
            <w:r w:rsidR="00B154B2" w:rsidRPr="00725071">
              <w:rPr>
                <w:rStyle w:val="libPoemTiniChar0"/>
                <w:rtl/>
              </w:rPr>
              <w:br/>
              <w:t> </w:t>
            </w:r>
          </w:p>
        </w:tc>
        <w:tc>
          <w:tcPr>
            <w:tcW w:w="272" w:type="dxa"/>
          </w:tcPr>
          <w:p w:rsidR="00B154B2" w:rsidRDefault="00B154B2" w:rsidP="00697162">
            <w:pPr>
              <w:pStyle w:val="libPoem"/>
              <w:rPr>
                <w:rtl/>
              </w:rPr>
            </w:pPr>
          </w:p>
        </w:tc>
        <w:tc>
          <w:tcPr>
            <w:tcW w:w="3511" w:type="dxa"/>
          </w:tcPr>
          <w:p w:rsidR="00B154B2" w:rsidRDefault="00A72677" w:rsidP="00697162">
            <w:pPr>
              <w:pStyle w:val="libPoem"/>
            </w:pPr>
            <w:r w:rsidRPr="009647FC">
              <w:rPr>
                <w:rtl/>
              </w:rPr>
              <w:t>تل</w:t>
            </w:r>
            <w:r w:rsidR="00B154B2" w:rsidRPr="009647FC">
              <w:rPr>
                <w:rtl/>
              </w:rPr>
              <w:t>ك</w:t>
            </w:r>
            <w:r w:rsidR="00B154B2">
              <w:rPr>
                <w:rtl/>
              </w:rPr>
              <w:t xml:space="preserve"> </w:t>
            </w:r>
            <w:r w:rsidR="00B154B2" w:rsidRPr="009647FC">
              <w:rPr>
                <w:rtl/>
              </w:rPr>
              <w:t>ا</w:t>
            </w:r>
            <w:r w:rsidRPr="009647FC">
              <w:rPr>
                <w:rtl/>
              </w:rPr>
              <w:t>لفر</w:t>
            </w:r>
            <w:r w:rsidR="00B154B2" w:rsidRPr="009647FC">
              <w:rPr>
                <w:rtl/>
              </w:rPr>
              <w:t>وع</w:t>
            </w:r>
            <w:r w:rsidR="00677BC4">
              <w:rPr>
                <w:rtl/>
              </w:rPr>
              <w:t>َ</w:t>
            </w:r>
            <w:r w:rsidR="00B154B2">
              <w:rPr>
                <w:rtl/>
              </w:rPr>
              <w:t xml:space="preserve"> </w:t>
            </w:r>
            <w:r w:rsidR="00B154B2" w:rsidRPr="009647FC">
              <w:rPr>
                <w:rtl/>
              </w:rPr>
              <w:t>إذا</w:t>
            </w:r>
            <w:r w:rsidR="00B154B2">
              <w:rPr>
                <w:rtl/>
              </w:rPr>
              <w:t xml:space="preserve"> </w:t>
            </w:r>
            <w:r w:rsidR="00B154B2" w:rsidRPr="009647FC">
              <w:rPr>
                <w:rtl/>
              </w:rPr>
              <w:t>أعدن</w:t>
            </w:r>
            <w:r w:rsidR="00677BC4">
              <w:rPr>
                <w:rtl/>
              </w:rPr>
              <w:t>َ</w:t>
            </w:r>
            <w:r w:rsidR="00B154B2">
              <w:rPr>
                <w:rtl/>
              </w:rPr>
              <w:t xml:space="preserve"> </w:t>
            </w:r>
            <w:r w:rsidR="00B154B2" w:rsidRPr="009647FC">
              <w:rPr>
                <w:rtl/>
              </w:rPr>
              <w:t>حجابها</w:t>
            </w:r>
            <w:r w:rsidR="00B154B2" w:rsidRPr="00725071">
              <w:rPr>
                <w:rStyle w:val="libPoemTiniChar0"/>
                <w:rtl/>
              </w:rPr>
              <w:br/>
              <w:t> </w:t>
            </w:r>
          </w:p>
        </w:tc>
      </w:tr>
      <w:tr w:rsidR="00B154B2" w:rsidRPr="00524A24" w:rsidTr="00B154B2">
        <w:trPr>
          <w:trHeight w:val="350"/>
        </w:trPr>
        <w:tc>
          <w:tcPr>
            <w:tcW w:w="3527" w:type="dxa"/>
          </w:tcPr>
          <w:p w:rsidR="00B154B2" w:rsidRPr="00524A24" w:rsidRDefault="00A72677" w:rsidP="00697162">
            <w:pPr>
              <w:pStyle w:val="libPoem"/>
            </w:pPr>
            <w:r w:rsidRPr="009647FC">
              <w:rPr>
                <w:rtl/>
              </w:rPr>
              <w:t>هت</w:t>
            </w:r>
            <w:r w:rsidR="00B154B2" w:rsidRPr="009647FC">
              <w:rPr>
                <w:rtl/>
              </w:rPr>
              <w:t>كتْ</w:t>
            </w:r>
            <w:r w:rsidR="00B154B2">
              <w:rPr>
                <w:rtl/>
              </w:rPr>
              <w:t xml:space="preserve"> </w:t>
            </w:r>
            <w:r w:rsidR="00B154B2" w:rsidRPr="009647FC">
              <w:rPr>
                <w:rtl/>
              </w:rPr>
              <w:t>أ</w:t>
            </w:r>
            <w:r w:rsidRPr="009647FC">
              <w:rPr>
                <w:rtl/>
              </w:rPr>
              <w:t>شع</w:t>
            </w:r>
            <w:r w:rsidR="00B154B2" w:rsidRPr="009647FC">
              <w:rPr>
                <w:rtl/>
              </w:rPr>
              <w:t>ةُ</w:t>
            </w:r>
            <w:r w:rsidR="00B154B2">
              <w:rPr>
                <w:rtl/>
              </w:rPr>
              <w:t xml:space="preserve"> </w:t>
            </w:r>
            <w:r w:rsidRPr="009647FC">
              <w:rPr>
                <w:rtl/>
              </w:rPr>
              <w:t>نو</w:t>
            </w:r>
            <w:r w:rsidR="00B154B2" w:rsidRPr="009647FC">
              <w:rPr>
                <w:rtl/>
              </w:rPr>
              <w:t>رها</w:t>
            </w:r>
            <w:r w:rsidR="00B154B2">
              <w:rPr>
                <w:rtl/>
              </w:rPr>
              <w:t xml:space="preserve"> </w:t>
            </w:r>
            <w:r w:rsidRPr="009647FC">
              <w:rPr>
                <w:rtl/>
              </w:rPr>
              <w:t>ست</w:t>
            </w:r>
            <w:r w:rsidR="00B154B2" w:rsidRPr="009647FC">
              <w:rPr>
                <w:rtl/>
              </w:rPr>
              <w:t>ر</w:t>
            </w:r>
            <w:r w:rsidR="00B154B2">
              <w:rPr>
                <w:rtl/>
              </w:rPr>
              <w:t xml:space="preserve"> </w:t>
            </w:r>
            <w:r w:rsidR="00B154B2" w:rsidRPr="009647FC">
              <w:rPr>
                <w:rtl/>
              </w:rPr>
              <w:t>الدجى</w:t>
            </w:r>
            <w:r w:rsidR="00B154B2" w:rsidRPr="00725071">
              <w:rPr>
                <w:rStyle w:val="libPoemTiniChar0"/>
                <w:rtl/>
              </w:rPr>
              <w:br/>
              <w:t> </w:t>
            </w:r>
          </w:p>
        </w:tc>
        <w:tc>
          <w:tcPr>
            <w:tcW w:w="272" w:type="dxa"/>
          </w:tcPr>
          <w:p w:rsidR="00B154B2" w:rsidRDefault="00B154B2" w:rsidP="00697162">
            <w:pPr>
              <w:pStyle w:val="libPoem"/>
              <w:rPr>
                <w:rtl/>
              </w:rPr>
            </w:pPr>
          </w:p>
        </w:tc>
        <w:tc>
          <w:tcPr>
            <w:tcW w:w="3511" w:type="dxa"/>
          </w:tcPr>
          <w:p w:rsidR="00B154B2" w:rsidRDefault="00B154B2" w:rsidP="00697162">
            <w:pPr>
              <w:pStyle w:val="libPoem"/>
            </w:pPr>
            <w:r w:rsidRPr="009647FC">
              <w:rPr>
                <w:rtl/>
              </w:rPr>
              <w:t>و</w:t>
            </w:r>
            <w:r w:rsidR="00A72677" w:rsidRPr="009647FC">
              <w:rPr>
                <w:rtl/>
              </w:rPr>
              <w:t>جل</w:t>
            </w:r>
            <w:r w:rsidRPr="009647FC">
              <w:rPr>
                <w:rtl/>
              </w:rPr>
              <w:t>ون</w:t>
            </w:r>
            <w:r w:rsidR="00677BC4">
              <w:rPr>
                <w:rtl/>
              </w:rPr>
              <w:t>َ</w:t>
            </w:r>
            <w:r>
              <w:rPr>
                <w:rtl/>
              </w:rPr>
              <w:t xml:space="preserve"> </w:t>
            </w:r>
            <w:r w:rsidRPr="009647FC">
              <w:rPr>
                <w:rtl/>
              </w:rPr>
              <w:t>من</w:t>
            </w:r>
            <w:r>
              <w:rPr>
                <w:rtl/>
              </w:rPr>
              <w:t xml:space="preserve"> </w:t>
            </w:r>
            <w:r w:rsidR="00A72677" w:rsidRPr="009647FC">
              <w:rPr>
                <w:rtl/>
              </w:rPr>
              <w:t>تل</w:t>
            </w:r>
            <w:r w:rsidRPr="009647FC">
              <w:rPr>
                <w:rtl/>
              </w:rPr>
              <w:t>ك</w:t>
            </w:r>
            <w:r>
              <w:rPr>
                <w:rtl/>
              </w:rPr>
              <w:t xml:space="preserve"> </w:t>
            </w:r>
            <w:r w:rsidRPr="009647FC">
              <w:rPr>
                <w:rtl/>
              </w:rPr>
              <w:t>ا</w:t>
            </w:r>
            <w:r w:rsidR="00A72677" w:rsidRPr="009647FC">
              <w:rPr>
                <w:rtl/>
              </w:rPr>
              <w:t>لف</w:t>
            </w:r>
            <w:r w:rsidRPr="009647FC">
              <w:rPr>
                <w:rtl/>
              </w:rPr>
              <w:t>جاج</w:t>
            </w:r>
            <w:r>
              <w:rPr>
                <w:rtl/>
              </w:rPr>
              <w:t xml:space="preserve"> </w:t>
            </w:r>
            <w:r w:rsidRPr="009647FC">
              <w:rPr>
                <w:rtl/>
              </w:rPr>
              <w:t>ضبابها</w:t>
            </w:r>
            <w:r w:rsidRPr="00725071">
              <w:rPr>
                <w:rStyle w:val="libPoemTiniChar0"/>
                <w:rtl/>
              </w:rPr>
              <w:br/>
              <w:t> </w:t>
            </w:r>
          </w:p>
        </w:tc>
      </w:tr>
      <w:tr w:rsidR="00B154B2" w:rsidRPr="00524A24" w:rsidTr="00B154B2">
        <w:trPr>
          <w:trHeight w:val="350"/>
        </w:trPr>
        <w:tc>
          <w:tcPr>
            <w:tcW w:w="3527" w:type="dxa"/>
          </w:tcPr>
          <w:p w:rsidR="00B154B2" w:rsidRPr="00524A24" w:rsidRDefault="00A72677" w:rsidP="00697162">
            <w:pPr>
              <w:pStyle w:val="libPoem"/>
            </w:pPr>
            <w:r w:rsidRPr="009647FC">
              <w:rPr>
                <w:rtl/>
              </w:rPr>
              <w:t>فك</w:t>
            </w:r>
            <w:r w:rsidR="00B154B2" w:rsidRPr="009647FC">
              <w:rPr>
                <w:rtl/>
              </w:rPr>
              <w:t>أنّ</w:t>
            </w:r>
            <w:r w:rsidR="00677BC4">
              <w:rPr>
                <w:rtl/>
              </w:rPr>
              <w:t>َ</w:t>
            </w:r>
            <w:r w:rsidR="00B154B2">
              <w:rPr>
                <w:rtl/>
              </w:rPr>
              <w:t xml:space="preserve"> </w:t>
            </w:r>
            <w:r w:rsidRPr="009647FC">
              <w:rPr>
                <w:rtl/>
              </w:rPr>
              <w:t>ليل</w:t>
            </w:r>
            <w:r w:rsidR="00B154B2" w:rsidRPr="009647FC">
              <w:rPr>
                <w:rtl/>
              </w:rPr>
              <w:t>ة</w:t>
            </w:r>
            <w:r w:rsidR="00B154B2">
              <w:rPr>
                <w:rtl/>
              </w:rPr>
              <w:t xml:space="preserve"> </w:t>
            </w:r>
            <w:r w:rsidR="00B154B2" w:rsidRPr="009647FC">
              <w:rPr>
                <w:rtl/>
              </w:rPr>
              <w:t>و</w:t>
            </w:r>
            <w:r w:rsidRPr="009647FC">
              <w:rPr>
                <w:rtl/>
              </w:rPr>
              <w:t>صله</w:t>
            </w:r>
            <w:r w:rsidR="00B154B2" w:rsidRPr="009647FC">
              <w:rPr>
                <w:rtl/>
              </w:rPr>
              <w:t>ا</w:t>
            </w:r>
            <w:r w:rsidR="00B154B2">
              <w:rPr>
                <w:rtl/>
              </w:rPr>
              <w:t xml:space="preserve"> </w:t>
            </w:r>
            <w:r w:rsidR="00B154B2" w:rsidRPr="009647FC">
              <w:rPr>
                <w:rtl/>
              </w:rPr>
              <w:t>ز</w:t>
            </w:r>
            <w:r w:rsidRPr="009647FC">
              <w:rPr>
                <w:rtl/>
              </w:rPr>
              <w:t>نج</w:t>
            </w:r>
            <w:r w:rsidR="00B154B2" w:rsidRPr="009647FC">
              <w:rPr>
                <w:rtl/>
              </w:rPr>
              <w:t>يةٌ</w:t>
            </w:r>
            <w:r w:rsidR="00B154B2" w:rsidRPr="00725071">
              <w:rPr>
                <w:rStyle w:val="libPoemTiniChar0"/>
                <w:rtl/>
              </w:rPr>
              <w:br/>
              <w:t> </w:t>
            </w:r>
          </w:p>
        </w:tc>
        <w:tc>
          <w:tcPr>
            <w:tcW w:w="272" w:type="dxa"/>
          </w:tcPr>
          <w:p w:rsidR="00B154B2" w:rsidRDefault="00B154B2" w:rsidP="00697162">
            <w:pPr>
              <w:pStyle w:val="libPoem"/>
              <w:rPr>
                <w:rtl/>
              </w:rPr>
            </w:pPr>
          </w:p>
        </w:tc>
        <w:tc>
          <w:tcPr>
            <w:tcW w:w="3511" w:type="dxa"/>
          </w:tcPr>
          <w:p w:rsidR="00B154B2" w:rsidRDefault="00A72677" w:rsidP="00697162">
            <w:pPr>
              <w:pStyle w:val="libPoem"/>
            </w:pPr>
            <w:r w:rsidRPr="009647FC">
              <w:rPr>
                <w:rtl/>
              </w:rPr>
              <w:t>حن</w:t>
            </w:r>
            <w:r w:rsidR="00B154B2" w:rsidRPr="009647FC">
              <w:rPr>
                <w:rtl/>
              </w:rPr>
              <w:t>قتْ</w:t>
            </w:r>
            <w:r w:rsidR="00B154B2">
              <w:rPr>
                <w:rtl/>
              </w:rPr>
              <w:t xml:space="preserve"> </w:t>
            </w:r>
            <w:r w:rsidRPr="009647FC">
              <w:rPr>
                <w:rtl/>
              </w:rPr>
              <w:t>علي</w:t>
            </w:r>
            <w:r w:rsidR="00B154B2" w:rsidRPr="009647FC">
              <w:rPr>
                <w:rtl/>
              </w:rPr>
              <w:t>ك</w:t>
            </w:r>
            <w:r w:rsidR="00677BC4">
              <w:rPr>
                <w:rtl/>
              </w:rPr>
              <w:t>َ</w:t>
            </w:r>
            <w:r w:rsidR="00B154B2">
              <w:rPr>
                <w:rtl/>
              </w:rPr>
              <w:t xml:space="preserve"> </w:t>
            </w:r>
            <w:r w:rsidRPr="009647FC">
              <w:rPr>
                <w:rtl/>
              </w:rPr>
              <w:t>فم</w:t>
            </w:r>
            <w:r w:rsidR="00B154B2" w:rsidRPr="009647FC">
              <w:rPr>
                <w:rtl/>
              </w:rPr>
              <w:t>زّقت</w:t>
            </w:r>
            <w:r w:rsidR="00B154B2">
              <w:rPr>
                <w:rtl/>
              </w:rPr>
              <w:t xml:space="preserve"> </w:t>
            </w:r>
            <w:r w:rsidRPr="009647FC">
              <w:rPr>
                <w:rtl/>
              </w:rPr>
              <w:t>جل</w:t>
            </w:r>
            <w:r w:rsidR="00B154B2" w:rsidRPr="009647FC">
              <w:rPr>
                <w:rtl/>
              </w:rPr>
              <w:t>بابها</w:t>
            </w:r>
            <w:r w:rsidR="00B154B2" w:rsidRPr="00725071">
              <w:rPr>
                <w:rStyle w:val="libPoemTiniChar0"/>
                <w:rtl/>
              </w:rPr>
              <w:br/>
              <w:t> </w:t>
            </w:r>
          </w:p>
        </w:tc>
      </w:tr>
      <w:tr w:rsidR="00B154B2" w:rsidRPr="00524A24" w:rsidTr="00B154B2">
        <w:trPr>
          <w:trHeight w:val="350"/>
        </w:trPr>
        <w:tc>
          <w:tcPr>
            <w:tcW w:w="3527" w:type="dxa"/>
          </w:tcPr>
          <w:p w:rsidR="00B154B2" w:rsidRPr="00524A24" w:rsidRDefault="00B154B2" w:rsidP="00697162">
            <w:pPr>
              <w:pStyle w:val="libPoem"/>
            </w:pPr>
            <w:r w:rsidRPr="009647FC">
              <w:rPr>
                <w:rtl/>
              </w:rPr>
              <w:t>و</w:t>
            </w:r>
            <w:r w:rsidR="00A72677" w:rsidRPr="009647FC">
              <w:rPr>
                <w:rtl/>
              </w:rPr>
              <w:t>كأ</w:t>
            </w:r>
            <w:r w:rsidRPr="009647FC">
              <w:rPr>
                <w:rtl/>
              </w:rPr>
              <w:t>نّ</w:t>
            </w:r>
            <w:r w:rsidR="00677BC4">
              <w:rPr>
                <w:rtl/>
              </w:rPr>
              <w:t>َ</w:t>
            </w:r>
            <w:r>
              <w:rPr>
                <w:rtl/>
              </w:rPr>
              <w:t xml:space="preserve"> </w:t>
            </w:r>
            <w:r w:rsidRPr="009647FC">
              <w:rPr>
                <w:rtl/>
              </w:rPr>
              <w:t>أ</w:t>
            </w:r>
            <w:r w:rsidR="00A72677" w:rsidRPr="009647FC">
              <w:rPr>
                <w:rtl/>
              </w:rPr>
              <w:t>نج</w:t>
            </w:r>
            <w:r w:rsidRPr="009647FC">
              <w:rPr>
                <w:rtl/>
              </w:rPr>
              <w:t>مها</w:t>
            </w:r>
            <w:r>
              <w:rPr>
                <w:rtl/>
              </w:rPr>
              <w:t xml:space="preserve"> </w:t>
            </w:r>
            <w:r w:rsidRPr="009647FC">
              <w:rPr>
                <w:rtl/>
              </w:rPr>
              <w:t>الثواقب</w:t>
            </w:r>
            <w:r>
              <w:rPr>
                <w:rtl/>
              </w:rPr>
              <w:t xml:space="preserve"> </w:t>
            </w:r>
            <w:r w:rsidR="00A72677" w:rsidRPr="009647FC">
              <w:rPr>
                <w:rtl/>
              </w:rPr>
              <w:t>في</w:t>
            </w:r>
            <w:r>
              <w:rPr>
                <w:rtl/>
              </w:rPr>
              <w:t xml:space="preserve"> </w:t>
            </w:r>
            <w:r w:rsidRPr="009647FC">
              <w:rPr>
                <w:rtl/>
              </w:rPr>
              <w:t>الدجى</w:t>
            </w:r>
            <w:r w:rsidRPr="00725071">
              <w:rPr>
                <w:rStyle w:val="libPoemTiniChar0"/>
                <w:rtl/>
              </w:rPr>
              <w:br/>
              <w:t> </w:t>
            </w:r>
          </w:p>
        </w:tc>
        <w:tc>
          <w:tcPr>
            <w:tcW w:w="272" w:type="dxa"/>
          </w:tcPr>
          <w:p w:rsidR="00B154B2" w:rsidRDefault="00B154B2" w:rsidP="00697162">
            <w:pPr>
              <w:pStyle w:val="libPoem"/>
              <w:rPr>
                <w:rtl/>
              </w:rPr>
            </w:pPr>
          </w:p>
        </w:tc>
        <w:tc>
          <w:tcPr>
            <w:tcW w:w="3511" w:type="dxa"/>
          </w:tcPr>
          <w:p w:rsidR="00B154B2" w:rsidRDefault="00B154B2" w:rsidP="00697162">
            <w:pPr>
              <w:pStyle w:val="libPoem"/>
            </w:pPr>
            <w:r w:rsidRPr="009647FC">
              <w:rPr>
                <w:rtl/>
              </w:rPr>
              <w:t>حدقٌ</w:t>
            </w:r>
            <w:r>
              <w:rPr>
                <w:rtl/>
              </w:rPr>
              <w:t xml:space="preserve"> </w:t>
            </w:r>
            <w:r w:rsidR="00A72677" w:rsidRPr="009647FC">
              <w:rPr>
                <w:rtl/>
              </w:rPr>
              <w:t>تر</w:t>
            </w:r>
            <w:r w:rsidRPr="009647FC">
              <w:rPr>
                <w:rtl/>
              </w:rPr>
              <w:t>اقبُ</w:t>
            </w:r>
            <w:r>
              <w:rPr>
                <w:rtl/>
              </w:rPr>
              <w:t xml:space="preserve"> </w:t>
            </w:r>
            <w:r w:rsidR="00A72677" w:rsidRPr="009647FC">
              <w:rPr>
                <w:rtl/>
              </w:rPr>
              <w:t>في</w:t>
            </w:r>
            <w:r>
              <w:rPr>
                <w:rtl/>
              </w:rPr>
              <w:t xml:space="preserve"> </w:t>
            </w:r>
            <w:r w:rsidRPr="009647FC">
              <w:rPr>
                <w:rtl/>
              </w:rPr>
              <w:t>ا</w:t>
            </w:r>
            <w:r w:rsidR="00A72677" w:rsidRPr="009647FC">
              <w:rPr>
                <w:rtl/>
              </w:rPr>
              <w:t>لح</w:t>
            </w:r>
            <w:r w:rsidRPr="009647FC">
              <w:rPr>
                <w:rtl/>
              </w:rPr>
              <w:t>جال</w:t>
            </w:r>
            <w:r>
              <w:rPr>
                <w:rtl/>
              </w:rPr>
              <w:t xml:space="preserve"> </w:t>
            </w:r>
            <w:r w:rsidRPr="009647FC">
              <w:rPr>
                <w:rtl/>
              </w:rPr>
              <w:t>كِعابها</w:t>
            </w:r>
            <w:r w:rsidRPr="00725071">
              <w:rPr>
                <w:rStyle w:val="libPoemTiniChar0"/>
                <w:rtl/>
              </w:rPr>
              <w:br/>
              <w:t> </w:t>
            </w:r>
          </w:p>
        </w:tc>
      </w:tr>
      <w:tr w:rsidR="00B154B2" w:rsidRPr="00524A24" w:rsidTr="00B154B2">
        <w:trPr>
          <w:trHeight w:val="350"/>
        </w:trPr>
        <w:tc>
          <w:tcPr>
            <w:tcW w:w="3527" w:type="dxa"/>
          </w:tcPr>
          <w:p w:rsidR="00B154B2" w:rsidRPr="00524A24" w:rsidRDefault="00A72677" w:rsidP="00697162">
            <w:pPr>
              <w:pStyle w:val="libPoem"/>
            </w:pPr>
            <w:r w:rsidRPr="009647FC">
              <w:rPr>
                <w:rtl/>
              </w:rPr>
              <w:t>تح</w:t>
            </w:r>
            <w:r w:rsidR="00B154B2" w:rsidRPr="009647FC">
              <w:rPr>
                <w:rtl/>
              </w:rPr>
              <w:t>كي</w:t>
            </w:r>
            <w:r w:rsidR="00B154B2">
              <w:rPr>
                <w:rtl/>
              </w:rPr>
              <w:t xml:space="preserve"> </w:t>
            </w:r>
            <w:r w:rsidR="00B154B2" w:rsidRPr="009647FC">
              <w:rPr>
                <w:rtl/>
              </w:rPr>
              <w:t>و</w:t>
            </w:r>
            <w:r w:rsidRPr="009647FC">
              <w:rPr>
                <w:rtl/>
              </w:rPr>
              <w:t>قد</w:t>
            </w:r>
            <w:r w:rsidR="00B154B2">
              <w:rPr>
                <w:rtl/>
              </w:rPr>
              <w:t xml:space="preserve"> </w:t>
            </w:r>
            <w:r w:rsidRPr="009647FC">
              <w:rPr>
                <w:rtl/>
              </w:rPr>
              <w:t>قل</w:t>
            </w:r>
            <w:r w:rsidR="00B154B2" w:rsidRPr="009647FC">
              <w:rPr>
                <w:rtl/>
              </w:rPr>
              <w:t>قت</w:t>
            </w:r>
            <w:r w:rsidR="00B154B2">
              <w:rPr>
                <w:rtl/>
              </w:rPr>
              <w:t xml:space="preserve"> </w:t>
            </w:r>
            <w:r w:rsidR="00B154B2" w:rsidRPr="009647FC">
              <w:rPr>
                <w:rtl/>
              </w:rPr>
              <w:t>أُميمةُ</w:t>
            </w:r>
            <w:r w:rsidR="00B154B2">
              <w:rPr>
                <w:rtl/>
              </w:rPr>
              <w:t xml:space="preserve"> </w:t>
            </w:r>
            <w:r w:rsidRPr="009647FC">
              <w:rPr>
                <w:rtl/>
              </w:rPr>
              <w:t>عن</w:t>
            </w:r>
            <w:r w:rsidR="00B154B2" w:rsidRPr="009647FC">
              <w:rPr>
                <w:rtl/>
              </w:rPr>
              <w:t>دما</w:t>
            </w:r>
            <w:r w:rsidR="00B154B2" w:rsidRPr="00725071">
              <w:rPr>
                <w:rStyle w:val="libPoemTiniChar0"/>
                <w:rtl/>
              </w:rPr>
              <w:br/>
              <w:t> </w:t>
            </w:r>
          </w:p>
        </w:tc>
        <w:tc>
          <w:tcPr>
            <w:tcW w:w="272" w:type="dxa"/>
          </w:tcPr>
          <w:p w:rsidR="00B154B2" w:rsidRDefault="00B154B2" w:rsidP="00697162">
            <w:pPr>
              <w:pStyle w:val="libPoem"/>
              <w:rPr>
                <w:rtl/>
              </w:rPr>
            </w:pPr>
          </w:p>
        </w:tc>
        <w:tc>
          <w:tcPr>
            <w:tcW w:w="3511" w:type="dxa"/>
          </w:tcPr>
          <w:p w:rsidR="00B154B2" w:rsidRDefault="00B154B2" w:rsidP="00697162">
            <w:pPr>
              <w:pStyle w:val="libPoem"/>
            </w:pPr>
            <w:r w:rsidRPr="009647FC">
              <w:rPr>
                <w:rtl/>
              </w:rPr>
              <w:t>و</w:t>
            </w:r>
            <w:r w:rsidR="00A72677" w:rsidRPr="009647FC">
              <w:rPr>
                <w:rtl/>
              </w:rPr>
              <w:t>صفت</w:t>
            </w:r>
            <w:r w:rsidRPr="009647FC">
              <w:rPr>
                <w:rtl/>
              </w:rPr>
              <w:t>ْ</w:t>
            </w:r>
            <w:r>
              <w:rPr>
                <w:rtl/>
              </w:rPr>
              <w:t xml:space="preserve"> </w:t>
            </w:r>
            <w:r w:rsidR="00A72677" w:rsidRPr="009647FC">
              <w:rPr>
                <w:rtl/>
              </w:rPr>
              <w:t>لع</w:t>
            </w:r>
            <w:r w:rsidRPr="009647FC">
              <w:rPr>
                <w:rtl/>
              </w:rPr>
              <w:t>ينك</w:t>
            </w:r>
            <w:r w:rsidR="00677BC4">
              <w:rPr>
                <w:rtl/>
              </w:rPr>
              <w:t>َ</w:t>
            </w:r>
            <w:r>
              <w:rPr>
                <w:rtl/>
              </w:rPr>
              <w:t xml:space="preserve"> </w:t>
            </w:r>
            <w:r w:rsidR="00A72677" w:rsidRPr="009647FC">
              <w:rPr>
                <w:rtl/>
              </w:rPr>
              <w:t>قر</w:t>
            </w:r>
            <w:r w:rsidRPr="009647FC">
              <w:rPr>
                <w:rtl/>
              </w:rPr>
              <w:t>طها</w:t>
            </w:r>
            <w:r>
              <w:rPr>
                <w:rtl/>
              </w:rPr>
              <w:t xml:space="preserve"> </w:t>
            </w:r>
            <w:r w:rsidRPr="009647FC">
              <w:rPr>
                <w:rtl/>
              </w:rPr>
              <w:t>وحقابها</w:t>
            </w:r>
            <w:r w:rsidRPr="00725071">
              <w:rPr>
                <w:rStyle w:val="libPoemTiniChar0"/>
                <w:rtl/>
              </w:rPr>
              <w:br/>
              <w:t> </w:t>
            </w:r>
          </w:p>
        </w:tc>
      </w:tr>
      <w:tr w:rsidR="00B154B2" w:rsidRPr="00524A24" w:rsidTr="00B154B2">
        <w:trPr>
          <w:trHeight w:val="350"/>
        </w:trPr>
        <w:tc>
          <w:tcPr>
            <w:tcW w:w="3527" w:type="dxa"/>
          </w:tcPr>
          <w:p w:rsidR="00B154B2" w:rsidRPr="00524A24" w:rsidRDefault="00B154B2" w:rsidP="00697162">
            <w:pPr>
              <w:pStyle w:val="libPoem"/>
            </w:pPr>
            <w:r w:rsidRPr="009647FC">
              <w:rPr>
                <w:rtl/>
              </w:rPr>
              <w:t>لا</w:t>
            </w:r>
            <w:r>
              <w:rPr>
                <w:rtl/>
              </w:rPr>
              <w:t xml:space="preserve"> </w:t>
            </w:r>
            <w:r w:rsidR="00A72677" w:rsidRPr="009647FC">
              <w:rPr>
                <w:rtl/>
              </w:rPr>
              <w:t>بل</w:t>
            </w:r>
            <w:r>
              <w:rPr>
                <w:rtl/>
              </w:rPr>
              <w:t xml:space="preserve"> </w:t>
            </w:r>
            <w:r w:rsidR="00A72677" w:rsidRPr="009647FC">
              <w:rPr>
                <w:rtl/>
              </w:rPr>
              <w:t>حك</w:t>
            </w:r>
            <w:r w:rsidRPr="009647FC">
              <w:rPr>
                <w:rtl/>
              </w:rPr>
              <w:t>تْ</w:t>
            </w:r>
            <w:r>
              <w:rPr>
                <w:rtl/>
              </w:rPr>
              <w:t xml:space="preserve"> </w:t>
            </w:r>
            <w:r w:rsidR="00A72677" w:rsidRPr="009647FC">
              <w:rPr>
                <w:rtl/>
              </w:rPr>
              <w:t>قل</w:t>
            </w:r>
            <w:r w:rsidRPr="009647FC">
              <w:rPr>
                <w:rtl/>
              </w:rPr>
              <w:t>قاً</w:t>
            </w:r>
            <w:r>
              <w:rPr>
                <w:rtl/>
              </w:rPr>
              <w:t xml:space="preserve"> </w:t>
            </w:r>
            <w:r w:rsidR="00A72677" w:rsidRPr="009647FC">
              <w:rPr>
                <w:rtl/>
              </w:rPr>
              <w:t>قل</w:t>
            </w:r>
            <w:r w:rsidRPr="009647FC">
              <w:rPr>
                <w:rtl/>
              </w:rPr>
              <w:t>وب</w:t>
            </w:r>
            <w:r w:rsidR="00677BC4">
              <w:rPr>
                <w:rtl/>
              </w:rPr>
              <w:t>َ</w:t>
            </w:r>
            <w:r>
              <w:rPr>
                <w:rtl/>
              </w:rPr>
              <w:t xml:space="preserve"> </w:t>
            </w:r>
            <w:r w:rsidRPr="009647FC">
              <w:rPr>
                <w:rtl/>
              </w:rPr>
              <w:t>معاشرٍ</w:t>
            </w:r>
            <w:r w:rsidRPr="00725071">
              <w:rPr>
                <w:rStyle w:val="libPoemTiniChar0"/>
                <w:rtl/>
              </w:rPr>
              <w:br/>
              <w:t> </w:t>
            </w:r>
          </w:p>
        </w:tc>
        <w:tc>
          <w:tcPr>
            <w:tcW w:w="272" w:type="dxa"/>
          </w:tcPr>
          <w:p w:rsidR="00B154B2" w:rsidRDefault="00B154B2" w:rsidP="00697162">
            <w:pPr>
              <w:pStyle w:val="libPoem"/>
              <w:rPr>
                <w:rtl/>
              </w:rPr>
            </w:pPr>
          </w:p>
        </w:tc>
        <w:tc>
          <w:tcPr>
            <w:tcW w:w="3511" w:type="dxa"/>
          </w:tcPr>
          <w:p w:rsidR="00B154B2" w:rsidRDefault="00A72677" w:rsidP="00697162">
            <w:pPr>
              <w:pStyle w:val="libPoem"/>
            </w:pPr>
            <w:r w:rsidRPr="009647FC">
              <w:rPr>
                <w:rtl/>
              </w:rPr>
              <w:t>ضم</w:t>
            </w:r>
            <w:r w:rsidR="00B154B2" w:rsidRPr="009647FC">
              <w:rPr>
                <w:rtl/>
              </w:rPr>
              <w:t>ِن</w:t>
            </w:r>
            <w:r w:rsidR="00677BC4">
              <w:rPr>
                <w:rtl/>
              </w:rPr>
              <w:t>َ</w:t>
            </w:r>
            <w:r w:rsidR="00B154B2">
              <w:rPr>
                <w:rtl/>
              </w:rPr>
              <w:t xml:space="preserve"> </w:t>
            </w:r>
            <w:r w:rsidR="00B154B2" w:rsidRPr="009647FC">
              <w:rPr>
                <w:rtl/>
              </w:rPr>
              <w:t>(ا</w:t>
            </w:r>
            <w:r w:rsidRPr="009647FC">
              <w:rPr>
                <w:rtl/>
              </w:rPr>
              <w:t>لن</w:t>
            </w:r>
            <w:r w:rsidR="00B154B2" w:rsidRPr="009647FC">
              <w:rPr>
                <w:rtl/>
              </w:rPr>
              <w:t>قيبُ)</w:t>
            </w:r>
            <w:r w:rsidR="00B154B2">
              <w:rPr>
                <w:rtl/>
              </w:rPr>
              <w:t xml:space="preserve"> </w:t>
            </w:r>
            <w:r w:rsidRPr="009647FC">
              <w:rPr>
                <w:rtl/>
              </w:rPr>
              <w:t>بع</w:t>
            </w:r>
            <w:r w:rsidR="00B154B2" w:rsidRPr="009647FC">
              <w:rPr>
                <w:rtl/>
              </w:rPr>
              <w:t>زّه</w:t>
            </w:r>
            <w:r w:rsidR="00B154B2">
              <w:rPr>
                <w:rtl/>
              </w:rPr>
              <w:t xml:space="preserve"> </w:t>
            </w:r>
            <w:r w:rsidR="00B154B2" w:rsidRPr="009647FC">
              <w:rPr>
                <w:rtl/>
              </w:rPr>
              <w:t>إرهابها</w:t>
            </w:r>
            <w:r w:rsidR="00B154B2" w:rsidRPr="00725071">
              <w:rPr>
                <w:rStyle w:val="libPoemTiniChar0"/>
                <w:rtl/>
              </w:rPr>
              <w:br/>
              <w:t> </w:t>
            </w:r>
          </w:p>
        </w:tc>
      </w:tr>
      <w:tr w:rsidR="00B154B2" w:rsidRPr="00524A24" w:rsidTr="00B154B2">
        <w:trPr>
          <w:trHeight w:val="350"/>
        </w:trPr>
        <w:tc>
          <w:tcPr>
            <w:tcW w:w="3527" w:type="dxa"/>
          </w:tcPr>
          <w:p w:rsidR="00B154B2" w:rsidRPr="00524A24" w:rsidRDefault="00B154B2" w:rsidP="00697162">
            <w:pPr>
              <w:pStyle w:val="libPoem"/>
            </w:pPr>
            <w:r w:rsidRPr="00A72677">
              <w:rPr>
                <w:rtl/>
              </w:rPr>
              <w:t>وأرى ا</w:t>
            </w:r>
            <w:r w:rsidR="00A72677" w:rsidRPr="00A72677">
              <w:rPr>
                <w:rtl/>
              </w:rPr>
              <w:t>لسه</w:t>
            </w:r>
            <w:r w:rsidRPr="00A72677">
              <w:rPr>
                <w:rtl/>
              </w:rPr>
              <w:t xml:space="preserve">ى خفيت </w:t>
            </w:r>
            <w:r w:rsidR="00A72677" w:rsidRPr="00A72677">
              <w:rPr>
                <w:rtl/>
              </w:rPr>
              <w:t>خف</w:t>
            </w:r>
            <w:r w:rsidRPr="00A72677">
              <w:rPr>
                <w:rtl/>
              </w:rPr>
              <w:t>اء</w:t>
            </w:r>
            <w:r w:rsidR="00677BC4">
              <w:rPr>
                <w:rtl/>
              </w:rPr>
              <w:t>َ</w:t>
            </w:r>
            <w:r w:rsidRPr="00A72677">
              <w:rPr>
                <w:rtl/>
              </w:rPr>
              <w:t xml:space="preserve"> عِداته</w:t>
            </w:r>
            <w:r w:rsidRPr="00A72677">
              <w:rPr>
                <w:rStyle w:val="libPoemTiniChar0"/>
                <w:rtl/>
              </w:rPr>
              <w:br/>
              <w:t> </w:t>
            </w:r>
          </w:p>
        </w:tc>
        <w:tc>
          <w:tcPr>
            <w:tcW w:w="272" w:type="dxa"/>
          </w:tcPr>
          <w:p w:rsidR="00B154B2" w:rsidRPr="00A72677" w:rsidRDefault="00B154B2" w:rsidP="00697162">
            <w:pPr>
              <w:pStyle w:val="libPoem"/>
              <w:rPr>
                <w:rtl/>
              </w:rPr>
            </w:pPr>
          </w:p>
        </w:tc>
        <w:tc>
          <w:tcPr>
            <w:tcW w:w="3511" w:type="dxa"/>
          </w:tcPr>
          <w:p w:rsidR="00B154B2" w:rsidRPr="00A72677" w:rsidRDefault="00A72677" w:rsidP="00697162">
            <w:pPr>
              <w:pStyle w:val="libPoem"/>
            </w:pPr>
            <w:r w:rsidRPr="00A72677">
              <w:rPr>
                <w:rtl/>
              </w:rPr>
              <w:t>لح</w:t>
            </w:r>
            <w:r w:rsidR="00B154B2" w:rsidRPr="00A72677">
              <w:rPr>
                <w:rtl/>
              </w:rPr>
              <w:t xml:space="preserve">قارةٍ </w:t>
            </w:r>
            <w:r w:rsidRPr="00A72677">
              <w:rPr>
                <w:rtl/>
              </w:rPr>
              <w:t>حت</w:t>
            </w:r>
            <w:r w:rsidR="00B154B2" w:rsidRPr="00A72677">
              <w:rPr>
                <w:rtl/>
              </w:rPr>
              <w:t xml:space="preserve">ى </w:t>
            </w:r>
            <w:r w:rsidRPr="00A72677">
              <w:rPr>
                <w:rtl/>
              </w:rPr>
              <w:t>عل</w:t>
            </w:r>
            <w:r w:rsidR="00B154B2" w:rsidRPr="00A72677">
              <w:rPr>
                <w:rtl/>
              </w:rPr>
              <w:t>ى م</w:t>
            </w:r>
            <w:r w:rsidR="00677BC4">
              <w:rPr>
                <w:rtl/>
              </w:rPr>
              <w:t>َ</w:t>
            </w:r>
            <w:r w:rsidRPr="00A72677">
              <w:rPr>
                <w:rtl/>
              </w:rPr>
              <w:t>ن</w:t>
            </w:r>
            <w:r w:rsidR="00B154B2" w:rsidRPr="00A72677">
              <w:rPr>
                <w:rtl/>
              </w:rPr>
              <w:t xml:space="preserve"> هابها</w:t>
            </w:r>
            <w:r w:rsidR="00B154B2" w:rsidRPr="00A72677">
              <w:rPr>
                <w:rStyle w:val="libPoemTiniChar0"/>
                <w:rtl/>
              </w:rPr>
              <w:br/>
              <w:t> </w:t>
            </w:r>
          </w:p>
        </w:tc>
      </w:tr>
      <w:tr w:rsidR="00B154B2" w:rsidRPr="00524A24" w:rsidTr="00B154B2">
        <w:trPr>
          <w:trHeight w:val="350"/>
        </w:trPr>
        <w:tc>
          <w:tcPr>
            <w:tcW w:w="3527" w:type="dxa"/>
          </w:tcPr>
          <w:p w:rsidR="00B154B2" w:rsidRPr="00524A24" w:rsidRDefault="00A72677" w:rsidP="00697162">
            <w:pPr>
              <w:pStyle w:val="libPoem"/>
            </w:pPr>
            <w:r w:rsidRPr="009647FC">
              <w:rPr>
                <w:rtl/>
              </w:rPr>
              <w:t>خف</w:t>
            </w:r>
            <w:r w:rsidR="00B154B2" w:rsidRPr="009647FC">
              <w:rPr>
                <w:rtl/>
              </w:rPr>
              <w:t>ّ</w:t>
            </w:r>
            <w:r w:rsidR="00677BC4">
              <w:rPr>
                <w:rtl/>
              </w:rPr>
              <w:t>َ</w:t>
            </w:r>
            <w:r w:rsidR="00B154B2" w:rsidRPr="009647FC">
              <w:rPr>
                <w:rtl/>
              </w:rPr>
              <w:t>ت</w:t>
            </w:r>
            <w:r w:rsidR="00B154B2">
              <w:rPr>
                <w:rtl/>
              </w:rPr>
              <w:t xml:space="preserve"> </w:t>
            </w:r>
            <w:r w:rsidRPr="009647FC">
              <w:rPr>
                <w:rtl/>
              </w:rPr>
              <w:t>مر</w:t>
            </w:r>
            <w:r w:rsidR="00B154B2" w:rsidRPr="009647FC">
              <w:rPr>
                <w:rtl/>
              </w:rPr>
              <w:t>ا</w:t>
            </w:r>
            <w:r w:rsidRPr="009647FC">
              <w:rPr>
                <w:rtl/>
              </w:rPr>
              <w:t>سي</w:t>
            </w:r>
            <w:r w:rsidR="00B154B2" w:rsidRPr="009647FC">
              <w:rPr>
                <w:rtl/>
              </w:rPr>
              <w:t>لُ</w:t>
            </w:r>
            <w:r w:rsidR="00B154B2">
              <w:rPr>
                <w:rtl/>
              </w:rPr>
              <w:t xml:space="preserve"> </w:t>
            </w:r>
            <w:r w:rsidR="00B154B2" w:rsidRPr="009647FC">
              <w:rPr>
                <w:rtl/>
              </w:rPr>
              <w:t>ا</w:t>
            </w:r>
            <w:r w:rsidRPr="009647FC">
              <w:rPr>
                <w:rtl/>
              </w:rPr>
              <w:t>لثن</w:t>
            </w:r>
            <w:r w:rsidR="00B154B2" w:rsidRPr="009647FC">
              <w:rPr>
                <w:rtl/>
              </w:rPr>
              <w:t>اء</w:t>
            </w:r>
            <w:r w:rsidR="00B154B2">
              <w:rPr>
                <w:rtl/>
              </w:rPr>
              <w:t xml:space="preserve"> </w:t>
            </w:r>
            <w:r w:rsidR="00B154B2" w:rsidRPr="009647FC">
              <w:rPr>
                <w:rtl/>
              </w:rPr>
              <w:t>بمُثقِلٍ</w:t>
            </w:r>
            <w:r w:rsidR="00B154B2" w:rsidRPr="00725071">
              <w:rPr>
                <w:rStyle w:val="libPoemTiniChar0"/>
                <w:rtl/>
              </w:rPr>
              <w:br/>
              <w:t> </w:t>
            </w:r>
          </w:p>
        </w:tc>
        <w:tc>
          <w:tcPr>
            <w:tcW w:w="272" w:type="dxa"/>
          </w:tcPr>
          <w:p w:rsidR="00B154B2" w:rsidRDefault="00B154B2" w:rsidP="00697162">
            <w:pPr>
              <w:pStyle w:val="libPoem"/>
              <w:rPr>
                <w:rtl/>
              </w:rPr>
            </w:pPr>
          </w:p>
        </w:tc>
        <w:tc>
          <w:tcPr>
            <w:tcW w:w="3511" w:type="dxa"/>
          </w:tcPr>
          <w:p w:rsidR="00B154B2" w:rsidRPr="00524A24" w:rsidRDefault="00A72677" w:rsidP="00697162">
            <w:pPr>
              <w:pStyle w:val="libPoem"/>
            </w:pPr>
            <w:r w:rsidRPr="009647FC">
              <w:rPr>
                <w:rtl/>
              </w:rPr>
              <w:t>في</w:t>
            </w:r>
            <w:r w:rsidR="00B154B2">
              <w:rPr>
                <w:rtl/>
              </w:rPr>
              <w:t xml:space="preserve"> </w:t>
            </w:r>
            <w:r w:rsidRPr="009647FC">
              <w:rPr>
                <w:rtl/>
              </w:rPr>
              <w:t>شك</w:t>
            </w:r>
            <w:r w:rsidR="00B154B2" w:rsidRPr="009647FC">
              <w:rPr>
                <w:rtl/>
              </w:rPr>
              <w:t>ر</w:t>
            </w:r>
            <w:r w:rsidR="00B154B2">
              <w:rPr>
                <w:rtl/>
              </w:rPr>
              <w:t xml:space="preserve"> </w:t>
            </w:r>
            <w:r w:rsidR="00B154B2" w:rsidRPr="009647FC">
              <w:rPr>
                <w:rtl/>
              </w:rPr>
              <w:t>أ</w:t>
            </w:r>
            <w:r w:rsidRPr="009647FC">
              <w:rPr>
                <w:rtl/>
              </w:rPr>
              <w:t>نع</w:t>
            </w:r>
            <w:r w:rsidR="00B154B2" w:rsidRPr="009647FC">
              <w:rPr>
                <w:rtl/>
              </w:rPr>
              <w:t>مهِ</w:t>
            </w:r>
            <w:r w:rsidR="00B154B2">
              <w:rPr>
                <w:rtl/>
              </w:rPr>
              <w:t xml:space="preserve"> </w:t>
            </w:r>
            <w:r w:rsidR="00B154B2" w:rsidRPr="009647FC">
              <w:rPr>
                <w:rtl/>
              </w:rPr>
              <w:t>ا</w:t>
            </w:r>
            <w:r w:rsidRPr="009647FC">
              <w:rPr>
                <w:rtl/>
              </w:rPr>
              <w:t>لث</w:t>
            </w:r>
            <w:r w:rsidR="00B154B2" w:rsidRPr="009647FC">
              <w:rPr>
                <w:rtl/>
              </w:rPr>
              <w:t>قال</w:t>
            </w:r>
            <w:r w:rsidR="00B154B2">
              <w:rPr>
                <w:rtl/>
              </w:rPr>
              <w:t xml:space="preserve"> </w:t>
            </w:r>
            <w:r w:rsidR="00B154B2" w:rsidRPr="009647FC">
              <w:rPr>
                <w:rtl/>
              </w:rPr>
              <w:t>رقابها</w:t>
            </w:r>
            <w:r w:rsidR="00B154B2"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الغلائل</w:t>
      </w:r>
      <w:r w:rsidR="00D769AB">
        <w:rPr>
          <w:rtl/>
        </w:rPr>
        <w:t>:</w:t>
      </w:r>
      <w:r w:rsidRPr="009647FC">
        <w:rPr>
          <w:rtl/>
        </w:rPr>
        <w:t>الثياب الرقيقة</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جمع وصب</w:t>
      </w:r>
      <w:r w:rsidR="00D769AB">
        <w:rPr>
          <w:rtl/>
        </w:rPr>
        <w:t>:</w:t>
      </w:r>
      <w:r w:rsidRPr="009647FC">
        <w:rPr>
          <w:rtl/>
        </w:rPr>
        <w:t xml:space="preserve"> السقم</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الديوان المطبوع</w:t>
      </w:r>
      <w:r w:rsidR="00D769AB">
        <w:rPr>
          <w:rtl/>
        </w:rPr>
        <w:t>:</w:t>
      </w:r>
      <w:r w:rsidRPr="009647FC">
        <w:rPr>
          <w:rtl/>
        </w:rPr>
        <w:t xml:space="preserve"> حسد</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22EAD" w:rsidRPr="00524A24" w:rsidTr="00D22EAD">
        <w:trPr>
          <w:trHeight w:val="350"/>
        </w:trPr>
        <w:tc>
          <w:tcPr>
            <w:tcW w:w="3527" w:type="dxa"/>
          </w:tcPr>
          <w:p w:rsidR="00D22EAD" w:rsidRPr="00524A24" w:rsidRDefault="00A72677" w:rsidP="00697162">
            <w:pPr>
              <w:pStyle w:val="libPoem"/>
            </w:pPr>
            <w:r w:rsidRPr="009647FC">
              <w:rPr>
                <w:rtl/>
              </w:rPr>
              <w:lastRenderedPageBreak/>
              <w:t>لمق</w:t>
            </w:r>
            <w:r w:rsidR="00D22EAD" w:rsidRPr="009647FC">
              <w:rPr>
                <w:rtl/>
              </w:rPr>
              <w:t>لّمٍ</w:t>
            </w:r>
            <w:r w:rsidR="00D22EAD">
              <w:rPr>
                <w:rtl/>
              </w:rPr>
              <w:t xml:space="preserve"> </w:t>
            </w:r>
            <w:r w:rsidRPr="009647FC">
              <w:rPr>
                <w:rtl/>
              </w:rPr>
              <w:t>ظفر</w:t>
            </w:r>
            <w:r w:rsidR="00677BC4">
              <w:rPr>
                <w:rtl/>
              </w:rPr>
              <w:t>َ</w:t>
            </w:r>
            <w:r w:rsidR="00D22EAD">
              <w:rPr>
                <w:rtl/>
              </w:rPr>
              <w:t xml:space="preserve"> </w:t>
            </w:r>
            <w:r w:rsidR="00D22EAD" w:rsidRPr="009647FC">
              <w:rPr>
                <w:rtl/>
              </w:rPr>
              <w:t>ا</w:t>
            </w:r>
            <w:r w:rsidRPr="009647FC">
              <w:rPr>
                <w:rtl/>
              </w:rPr>
              <w:t>لخط</w:t>
            </w:r>
            <w:r w:rsidR="00D22EAD" w:rsidRPr="009647FC">
              <w:rPr>
                <w:rtl/>
              </w:rPr>
              <w:t>وب</w:t>
            </w:r>
            <w:r w:rsidR="00D22EAD">
              <w:rPr>
                <w:rtl/>
              </w:rPr>
              <w:t xml:space="preserve"> </w:t>
            </w:r>
            <w:r w:rsidRPr="009647FC">
              <w:rPr>
                <w:rtl/>
              </w:rPr>
              <w:t>بن</w:t>
            </w:r>
            <w:r w:rsidR="00D22EAD" w:rsidRPr="009647FC">
              <w:rPr>
                <w:rtl/>
              </w:rPr>
              <w:t>جدةٍ</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قلق</w:t>
            </w:r>
            <w:r w:rsidR="00D22EAD" w:rsidRPr="009647FC">
              <w:rPr>
                <w:rtl/>
              </w:rPr>
              <w:t>تْ</w:t>
            </w:r>
            <w:r w:rsidR="00D22EAD">
              <w:rPr>
                <w:rtl/>
              </w:rPr>
              <w:t xml:space="preserve"> </w:t>
            </w:r>
            <w:r w:rsidR="00D22EAD" w:rsidRPr="009647FC">
              <w:rPr>
                <w:rtl/>
              </w:rPr>
              <w:t>لأفواه</w:t>
            </w:r>
            <w:r w:rsidR="00D22EAD">
              <w:rPr>
                <w:rtl/>
              </w:rPr>
              <w:t xml:space="preserve"> </w:t>
            </w:r>
            <w:r w:rsidR="00D22EAD" w:rsidRPr="009647FC">
              <w:rPr>
                <w:rtl/>
              </w:rPr>
              <w:t>ا</w:t>
            </w:r>
            <w:r w:rsidRPr="009647FC">
              <w:rPr>
                <w:rtl/>
              </w:rPr>
              <w:t>لنو</w:t>
            </w:r>
            <w:r w:rsidR="00D22EAD" w:rsidRPr="009647FC">
              <w:rPr>
                <w:rtl/>
              </w:rPr>
              <w:t>ائبِ</w:t>
            </w:r>
            <w:r w:rsidR="00D22EAD">
              <w:rPr>
                <w:rtl/>
              </w:rPr>
              <w:t xml:space="preserve"> </w:t>
            </w:r>
            <w:r w:rsidRPr="009647FC">
              <w:rPr>
                <w:rtl/>
              </w:rPr>
              <w:t>نا</w:t>
            </w:r>
            <w:r w:rsidR="00D22EAD" w:rsidRPr="009647FC">
              <w:rPr>
                <w:rtl/>
              </w:rPr>
              <w:t>ب</w:t>
            </w:r>
            <w:r w:rsidR="00677BC4">
              <w:rPr>
                <w:rtl/>
              </w:rPr>
              <w:t>َ</w:t>
            </w:r>
            <w:r w:rsidR="00D22EAD" w:rsidRPr="009647FC">
              <w:rPr>
                <w:rtl/>
              </w:rPr>
              <w:t>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ملك</w:t>
            </w:r>
            <w:r w:rsidR="00D22EAD" w:rsidRPr="009647FC">
              <w:rPr>
                <w:rtl/>
              </w:rPr>
              <w:t>ٍ</w:t>
            </w:r>
            <w:r w:rsidR="00D22EAD">
              <w:rPr>
                <w:rtl/>
              </w:rPr>
              <w:t xml:space="preserve"> </w:t>
            </w:r>
            <w:r w:rsidR="00D22EAD" w:rsidRPr="009647FC">
              <w:rPr>
                <w:rtl/>
              </w:rPr>
              <w:t>إذا</w:t>
            </w:r>
            <w:r w:rsidR="00D22EAD">
              <w:rPr>
                <w:rtl/>
              </w:rPr>
              <w:t xml:space="preserve"> </w:t>
            </w:r>
            <w:r w:rsidR="00D22EAD" w:rsidRPr="009647FC">
              <w:rPr>
                <w:rtl/>
              </w:rPr>
              <w:t>ا</w:t>
            </w:r>
            <w:r w:rsidRPr="009647FC">
              <w:rPr>
                <w:rtl/>
              </w:rPr>
              <w:t>ست</w:t>
            </w:r>
            <w:r w:rsidR="00D22EAD" w:rsidRPr="009647FC">
              <w:rPr>
                <w:rtl/>
              </w:rPr>
              <w:t>نهضته</w:t>
            </w:r>
            <w:r w:rsidR="00D22EAD">
              <w:rPr>
                <w:rtl/>
              </w:rPr>
              <w:t xml:space="preserve"> </w:t>
            </w:r>
            <w:r w:rsidRPr="009647FC">
              <w:rPr>
                <w:rtl/>
              </w:rPr>
              <w:t>نه</w:t>
            </w:r>
            <w:r w:rsidR="00D22EAD" w:rsidRPr="009647FC">
              <w:rPr>
                <w:rtl/>
              </w:rPr>
              <w:t>ضتْ</w:t>
            </w:r>
            <w:r w:rsidR="00D22EAD">
              <w:rPr>
                <w:rtl/>
              </w:rPr>
              <w:t xml:space="preserve"> </w:t>
            </w:r>
            <w:r w:rsidRPr="009647FC">
              <w:rPr>
                <w:rtl/>
              </w:rPr>
              <w:t>به</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هم</w:t>
            </w:r>
            <w:r w:rsidR="00D22EAD" w:rsidRPr="009647FC">
              <w:rPr>
                <w:rtl/>
              </w:rPr>
              <w:t>مٌ</w:t>
            </w:r>
            <w:r w:rsidR="00D22EAD">
              <w:rPr>
                <w:rtl/>
              </w:rPr>
              <w:t xml:space="preserve"> </w:t>
            </w:r>
            <w:r w:rsidRPr="009647FC">
              <w:rPr>
                <w:rtl/>
              </w:rPr>
              <w:t>تد</w:t>
            </w:r>
            <w:r w:rsidR="00D22EAD" w:rsidRPr="009647FC">
              <w:rPr>
                <w:rtl/>
              </w:rPr>
              <w:t>كُّ</w:t>
            </w:r>
            <w:r w:rsidR="00D22EAD">
              <w:rPr>
                <w:rtl/>
              </w:rPr>
              <w:t xml:space="preserve"> </w:t>
            </w:r>
            <w:r w:rsidRPr="009647FC">
              <w:rPr>
                <w:rtl/>
              </w:rPr>
              <w:t>عل</w:t>
            </w:r>
            <w:r w:rsidR="00D22EAD" w:rsidRPr="009647FC">
              <w:rPr>
                <w:rtl/>
              </w:rPr>
              <w:t>ى</w:t>
            </w:r>
            <w:r w:rsidR="00D22EAD">
              <w:rPr>
                <w:rtl/>
              </w:rPr>
              <w:t xml:space="preserve"> </w:t>
            </w:r>
            <w:r w:rsidR="00D22EAD" w:rsidRPr="009647FC">
              <w:rPr>
                <w:rtl/>
              </w:rPr>
              <w:t>ا</w:t>
            </w:r>
            <w:r w:rsidRPr="009647FC">
              <w:rPr>
                <w:rtl/>
              </w:rPr>
              <w:t>لس</w:t>
            </w:r>
            <w:r w:rsidR="00D22EAD" w:rsidRPr="009647FC">
              <w:rPr>
                <w:rtl/>
              </w:rPr>
              <w:t>هولِ</w:t>
            </w:r>
            <w:r w:rsidR="00D22EAD">
              <w:rPr>
                <w:rtl/>
              </w:rPr>
              <w:t xml:space="preserve"> </w:t>
            </w:r>
            <w:r w:rsidR="00D22EAD" w:rsidRPr="009647FC">
              <w:rPr>
                <w:rtl/>
              </w:rPr>
              <w:t>هضابها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9647FC">
              <w:rPr>
                <w:rtl/>
              </w:rPr>
              <w:t>وإذا</w:t>
            </w:r>
            <w:r>
              <w:rPr>
                <w:rtl/>
              </w:rPr>
              <w:t xml:space="preserve"> </w:t>
            </w:r>
            <w:r w:rsidRPr="009647FC">
              <w:rPr>
                <w:rtl/>
              </w:rPr>
              <w:t>ا</w:t>
            </w:r>
            <w:r w:rsidR="00A72677" w:rsidRPr="009647FC">
              <w:rPr>
                <w:rtl/>
              </w:rPr>
              <w:t>لحمي</w:t>
            </w:r>
            <w:r w:rsidRPr="009647FC">
              <w:rPr>
                <w:rtl/>
              </w:rPr>
              <w:t>ّ</w:t>
            </w:r>
            <w:r w:rsidR="00677BC4">
              <w:rPr>
                <w:rtl/>
              </w:rPr>
              <w:t>َ</w:t>
            </w:r>
            <w:r w:rsidRPr="009647FC">
              <w:rPr>
                <w:rtl/>
              </w:rPr>
              <w:t>ة</w:t>
            </w:r>
            <w:r>
              <w:rPr>
                <w:rtl/>
              </w:rPr>
              <w:t xml:space="preserve"> </w:t>
            </w:r>
            <w:r w:rsidRPr="009647FC">
              <w:rPr>
                <w:rtl/>
              </w:rPr>
              <w:t>أ</w:t>
            </w:r>
            <w:r w:rsidR="00A72677" w:rsidRPr="009647FC">
              <w:rPr>
                <w:rtl/>
              </w:rPr>
              <w:t>لبس</w:t>
            </w:r>
            <w:r w:rsidRPr="009647FC">
              <w:rPr>
                <w:rtl/>
              </w:rPr>
              <w:t>تهُ</w:t>
            </w:r>
            <w:r>
              <w:rPr>
                <w:rtl/>
              </w:rPr>
              <w:t xml:space="preserve"> </w:t>
            </w:r>
            <w:r w:rsidR="00A72677" w:rsidRPr="009647FC">
              <w:rPr>
                <w:rtl/>
              </w:rPr>
              <w:t>حفي</w:t>
            </w:r>
            <w:r w:rsidRPr="009647FC">
              <w:rPr>
                <w:rtl/>
              </w:rPr>
              <w:t>ظةً</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نزعت</w:t>
            </w:r>
            <w:r w:rsidR="00D22EAD" w:rsidRPr="009647FC">
              <w:rPr>
                <w:rtl/>
              </w:rPr>
              <w:t>ْ</w:t>
            </w:r>
            <w:r w:rsidR="00D22EAD">
              <w:rPr>
                <w:rtl/>
              </w:rPr>
              <w:t xml:space="preserve"> </w:t>
            </w:r>
            <w:r w:rsidRPr="009647FC">
              <w:rPr>
                <w:rtl/>
              </w:rPr>
              <w:t>لخ</w:t>
            </w:r>
            <w:r w:rsidR="00D22EAD" w:rsidRPr="009647FC">
              <w:rPr>
                <w:rtl/>
              </w:rPr>
              <w:t>يفته</w:t>
            </w:r>
            <w:r w:rsidR="00D22EAD">
              <w:rPr>
                <w:rtl/>
              </w:rPr>
              <w:t xml:space="preserve"> </w:t>
            </w:r>
            <w:r w:rsidR="00D22EAD" w:rsidRPr="009647FC">
              <w:rPr>
                <w:rtl/>
              </w:rPr>
              <w:t>ا</w:t>
            </w:r>
            <w:r w:rsidRPr="009647FC">
              <w:rPr>
                <w:rtl/>
              </w:rPr>
              <w:t>لض</w:t>
            </w:r>
            <w:r w:rsidR="00D22EAD" w:rsidRPr="009647FC">
              <w:rPr>
                <w:rtl/>
              </w:rPr>
              <w:t>راغمُ</w:t>
            </w:r>
            <w:r w:rsidR="00D22EAD">
              <w:rPr>
                <w:rtl/>
              </w:rPr>
              <w:t xml:space="preserve"> </w:t>
            </w:r>
            <w:r w:rsidRPr="009647FC">
              <w:rPr>
                <w:rtl/>
              </w:rPr>
              <w:t>غل</w:t>
            </w:r>
            <w:r w:rsidR="00D22EAD" w:rsidRPr="009647FC">
              <w:rPr>
                <w:rtl/>
              </w:rPr>
              <w:t>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فإ</w:t>
            </w:r>
            <w:r w:rsidR="00D22EAD" w:rsidRPr="009647FC">
              <w:rPr>
                <w:rtl/>
              </w:rPr>
              <w:t>ذا</w:t>
            </w:r>
            <w:r w:rsidR="00D22EAD">
              <w:rPr>
                <w:rtl/>
              </w:rPr>
              <w:t xml:space="preserve"> </w:t>
            </w:r>
            <w:r w:rsidR="00D22EAD" w:rsidRPr="009647FC">
              <w:rPr>
                <w:rtl/>
              </w:rPr>
              <w:t>ا</w:t>
            </w:r>
            <w:r w:rsidRPr="009647FC">
              <w:rPr>
                <w:rtl/>
              </w:rPr>
              <w:t>لم</w:t>
            </w:r>
            <w:r w:rsidR="00D22EAD" w:rsidRPr="009647FC">
              <w:rPr>
                <w:rtl/>
              </w:rPr>
              <w:t>طالبُ</w:t>
            </w:r>
            <w:r w:rsidR="00D22EAD">
              <w:rPr>
                <w:rtl/>
              </w:rPr>
              <w:t xml:space="preserve"> </w:t>
            </w:r>
            <w:r w:rsidR="00D22EAD" w:rsidRPr="009647FC">
              <w:rPr>
                <w:rtl/>
              </w:rPr>
              <w:t>دون</w:t>
            </w:r>
            <w:r w:rsidR="00D22EAD">
              <w:rPr>
                <w:rtl/>
              </w:rPr>
              <w:t xml:space="preserve"> </w:t>
            </w:r>
            <w:r w:rsidRPr="009647FC">
              <w:rPr>
                <w:rtl/>
              </w:rPr>
              <w:t>قص</w:t>
            </w:r>
            <w:r w:rsidR="00D22EAD" w:rsidRPr="009647FC">
              <w:rPr>
                <w:rtl/>
              </w:rPr>
              <w:t>دك</w:t>
            </w:r>
            <w:r w:rsidR="00677BC4">
              <w:rPr>
                <w:rtl/>
              </w:rPr>
              <w:t>َ</w:t>
            </w:r>
            <w:r w:rsidR="00D22EAD">
              <w:rPr>
                <w:rtl/>
              </w:rPr>
              <w:t xml:space="preserve"> </w:t>
            </w:r>
            <w:r w:rsidR="00D22EAD" w:rsidRPr="009647FC">
              <w:rPr>
                <w:rtl/>
              </w:rPr>
              <w:t>أُرتجتْ</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فاقر</w:t>
            </w:r>
            <w:r w:rsidR="00D22EAD" w:rsidRPr="009647FC">
              <w:rPr>
                <w:rtl/>
              </w:rPr>
              <w:t>عْ</w:t>
            </w:r>
            <w:r w:rsidR="00D22EAD">
              <w:rPr>
                <w:rtl/>
              </w:rPr>
              <w:t xml:space="preserve"> </w:t>
            </w:r>
            <w:r w:rsidRPr="009647FC">
              <w:rPr>
                <w:rtl/>
              </w:rPr>
              <w:t>بهم</w:t>
            </w:r>
            <w:r w:rsidR="00D22EAD" w:rsidRPr="009647FC">
              <w:rPr>
                <w:rtl/>
              </w:rPr>
              <w:t>ّته</w:t>
            </w:r>
            <w:r w:rsidR="00D22EAD">
              <w:rPr>
                <w:rtl/>
              </w:rPr>
              <w:t xml:space="preserve">، </w:t>
            </w:r>
            <w:r w:rsidR="00D22EAD" w:rsidRPr="009647FC">
              <w:rPr>
                <w:rtl/>
              </w:rPr>
              <w:t>و</w:t>
            </w:r>
            <w:r w:rsidRPr="009647FC">
              <w:rPr>
                <w:rtl/>
              </w:rPr>
              <w:t>حس</w:t>
            </w:r>
            <w:r w:rsidR="00D22EAD" w:rsidRPr="009647FC">
              <w:rPr>
                <w:rtl/>
              </w:rPr>
              <w:t>بك</w:t>
            </w:r>
            <w:r w:rsidR="00D22EAD">
              <w:rPr>
                <w:rtl/>
              </w:rPr>
              <w:t xml:space="preserve"> </w:t>
            </w:r>
            <w:r w:rsidRPr="009647FC">
              <w:rPr>
                <w:rtl/>
              </w:rPr>
              <w:t>با</w:t>
            </w:r>
            <w:r w:rsidR="00D22EAD" w:rsidRPr="009647FC">
              <w:rPr>
                <w:rtl/>
              </w:rPr>
              <w:t>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9647FC">
              <w:rPr>
                <w:rtl/>
              </w:rPr>
              <w:t>ر</w:t>
            </w:r>
            <w:r w:rsidR="00A72677" w:rsidRPr="009647FC">
              <w:rPr>
                <w:rtl/>
              </w:rPr>
              <w:t>ضع</w:t>
            </w:r>
            <w:r w:rsidR="004C00A8">
              <w:rPr>
                <w:rtl/>
              </w:rPr>
              <w:t xml:space="preserve"> </w:t>
            </w:r>
            <w:r w:rsidRPr="009647FC">
              <w:rPr>
                <w:rtl/>
              </w:rPr>
              <w:t>ا</w:t>
            </w:r>
            <w:r w:rsidR="00A72677" w:rsidRPr="009647FC">
              <w:rPr>
                <w:rtl/>
              </w:rPr>
              <w:t>لم</w:t>
            </w:r>
            <w:r w:rsidRPr="009647FC">
              <w:rPr>
                <w:rtl/>
              </w:rPr>
              <w:t>كارم</w:t>
            </w:r>
            <w:r w:rsidR="00677BC4">
              <w:rPr>
                <w:rtl/>
              </w:rPr>
              <w:t>َ</w:t>
            </w:r>
            <w:r>
              <w:rPr>
                <w:rtl/>
              </w:rPr>
              <w:t xml:space="preserve"> </w:t>
            </w:r>
            <w:r w:rsidR="00A72677" w:rsidRPr="009647FC">
              <w:rPr>
                <w:rtl/>
              </w:rPr>
              <w:t>نا</w:t>
            </w:r>
            <w:r w:rsidRPr="009647FC">
              <w:rPr>
                <w:rtl/>
              </w:rPr>
              <w:t>شئاً</w:t>
            </w:r>
            <w:r>
              <w:rPr>
                <w:rtl/>
              </w:rPr>
              <w:t xml:space="preserve"> </w:t>
            </w:r>
            <w:r w:rsidR="00A72677" w:rsidRPr="009647FC">
              <w:rPr>
                <w:rtl/>
              </w:rPr>
              <w:t>في</w:t>
            </w:r>
            <w:r>
              <w:rPr>
                <w:rtl/>
              </w:rPr>
              <w:t xml:space="preserve"> </w:t>
            </w:r>
            <w:r w:rsidRPr="009647FC">
              <w:rPr>
                <w:rtl/>
              </w:rPr>
              <w:t>حجرها</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D22EAD" w:rsidP="00697162">
            <w:pPr>
              <w:pStyle w:val="libPoem"/>
            </w:pPr>
            <w:r w:rsidRPr="009647FC">
              <w:rPr>
                <w:rtl/>
              </w:rPr>
              <w:t>و</w:t>
            </w:r>
            <w:r w:rsidR="00A72677" w:rsidRPr="009647FC">
              <w:rPr>
                <w:rtl/>
              </w:rPr>
              <w:t>كفى</w:t>
            </w:r>
            <w:r>
              <w:rPr>
                <w:rtl/>
              </w:rPr>
              <w:t xml:space="preserve"> </w:t>
            </w:r>
            <w:r w:rsidRPr="009647FC">
              <w:rPr>
                <w:rtl/>
              </w:rPr>
              <w:t>ا</w:t>
            </w:r>
            <w:r w:rsidR="00A72677" w:rsidRPr="009647FC">
              <w:rPr>
                <w:rtl/>
              </w:rPr>
              <w:t>لعظ</w:t>
            </w:r>
            <w:r w:rsidRPr="009647FC">
              <w:rPr>
                <w:rtl/>
              </w:rPr>
              <w:t>ائم</w:t>
            </w:r>
            <w:r w:rsidR="00677BC4">
              <w:rPr>
                <w:rtl/>
              </w:rPr>
              <w:t>َ</w:t>
            </w:r>
            <w:r>
              <w:rPr>
                <w:rtl/>
              </w:rPr>
              <w:t xml:space="preserve"> </w:t>
            </w:r>
            <w:r w:rsidRPr="009647FC">
              <w:rPr>
                <w:rtl/>
              </w:rPr>
              <w:t>وا</w:t>
            </w:r>
            <w:r w:rsidR="00A72677" w:rsidRPr="009647FC">
              <w:rPr>
                <w:rtl/>
              </w:rPr>
              <w:t>طئ</w:t>
            </w:r>
            <w:r w:rsidRPr="009647FC">
              <w:rPr>
                <w:rtl/>
              </w:rPr>
              <w:t>اً</w:t>
            </w:r>
            <w:r>
              <w:rPr>
                <w:rtl/>
              </w:rPr>
              <w:t xml:space="preserve"> </w:t>
            </w:r>
            <w:r w:rsidRPr="009647FC">
              <w:rPr>
                <w:rtl/>
              </w:rPr>
              <w:t>أ</w:t>
            </w:r>
            <w:r w:rsidR="00A72677" w:rsidRPr="009647FC">
              <w:rPr>
                <w:rtl/>
              </w:rPr>
              <w:t>عق</w:t>
            </w:r>
            <w:r w:rsidRPr="009647FC">
              <w:rPr>
                <w:rtl/>
              </w:rPr>
              <w:t>ابها</w:t>
            </w:r>
            <w:r w:rsidRPr="00725071">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A72677">
              <w:rPr>
                <w:rtl/>
              </w:rPr>
              <w:t>فوقا</w:t>
            </w:r>
            <w:r w:rsidR="00D22EAD" w:rsidRPr="00A72677">
              <w:rPr>
                <w:rtl/>
              </w:rPr>
              <w:t>ءُ</w:t>
            </w:r>
            <w:r w:rsidR="004C00A8">
              <w:rPr>
                <w:rtl/>
              </w:rPr>
              <w:t xml:space="preserve"> </w:t>
            </w:r>
            <w:r w:rsidRPr="00A72677">
              <w:rPr>
                <w:rtl/>
              </w:rPr>
              <w:t>طلع</w:t>
            </w:r>
            <w:r w:rsidR="00D22EAD" w:rsidRPr="00A72677">
              <w:rPr>
                <w:rtl/>
              </w:rPr>
              <w:t>ته ا</w:t>
            </w:r>
            <w:r w:rsidRPr="00A72677">
              <w:rPr>
                <w:rtl/>
              </w:rPr>
              <w:t>لكر</w:t>
            </w:r>
            <w:r w:rsidR="00D22EAD" w:rsidRPr="00A72677">
              <w:rPr>
                <w:rtl/>
              </w:rPr>
              <w:t>يمة أو</w:t>
            </w:r>
            <w:r w:rsidRPr="00A72677">
              <w:rPr>
                <w:rtl/>
              </w:rPr>
              <w:t>جه</w:t>
            </w:r>
            <w:r w:rsidR="00D22EAD" w:rsidRPr="00A72677">
              <w:rPr>
                <w:rtl/>
              </w:rPr>
              <w:t>ٌ</w:t>
            </w:r>
            <w:r w:rsidR="00D22EAD" w:rsidRPr="00A72677">
              <w:rPr>
                <w:rStyle w:val="libPoemTiniChar0"/>
                <w:rtl/>
              </w:rPr>
              <w:br/>
              <w:t> </w:t>
            </w:r>
          </w:p>
        </w:tc>
        <w:tc>
          <w:tcPr>
            <w:tcW w:w="272" w:type="dxa"/>
          </w:tcPr>
          <w:p w:rsidR="00D22EAD" w:rsidRPr="00A72677" w:rsidRDefault="00D22EAD" w:rsidP="00697162">
            <w:pPr>
              <w:pStyle w:val="libPoem"/>
              <w:rPr>
                <w:rtl/>
              </w:rPr>
            </w:pPr>
          </w:p>
        </w:tc>
        <w:tc>
          <w:tcPr>
            <w:tcW w:w="3511" w:type="dxa"/>
          </w:tcPr>
          <w:p w:rsidR="00D22EAD" w:rsidRPr="00A72677" w:rsidRDefault="00D22EAD" w:rsidP="00697162">
            <w:pPr>
              <w:pStyle w:val="libPoem"/>
            </w:pPr>
            <w:r w:rsidRPr="00A72677">
              <w:rPr>
                <w:rtl/>
              </w:rPr>
              <w:t>ج</w:t>
            </w:r>
            <w:r w:rsidR="00677BC4">
              <w:rPr>
                <w:rtl/>
              </w:rPr>
              <w:t>َ</w:t>
            </w:r>
            <w:r w:rsidR="00A72677" w:rsidRPr="00A72677">
              <w:rPr>
                <w:rtl/>
              </w:rPr>
              <w:t>ع</w:t>
            </w:r>
            <w:r w:rsidRPr="00A72677">
              <w:rPr>
                <w:rtl/>
              </w:rPr>
              <w:t xml:space="preserve">لت </w:t>
            </w:r>
            <w:r w:rsidR="00A72677" w:rsidRPr="00A72677">
              <w:rPr>
                <w:rtl/>
              </w:rPr>
              <w:t>عن</w:t>
            </w:r>
            <w:r w:rsidRPr="00A72677">
              <w:rPr>
                <w:rtl/>
              </w:rPr>
              <w:t xml:space="preserve"> ا</w:t>
            </w:r>
            <w:r w:rsidR="00A72677" w:rsidRPr="00A72677">
              <w:rPr>
                <w:rtl/>
              </w:rPr>
              <w:t>لو</w:t>
            </w:r>
            <w:r w:rsidRPr="00A72677">
              <w:rPr>
                <w:rtl/>
              </w:rPr>
              <w:t>فد ا</w:t>
            </w:r>
            <w:r w:rsidR="00A72677" w:rsidRPr="00A72677">
              <w:rPr>
                <w:rtl/>
              </w:rPr>
              <w:t>لق</w:t>
            </w:r>
            <w:r w:rsidRPr="00A72677">
              <w:rPr>
                <w:rtl/>
              </w:rPr>
              <w:t>طوب حجابها</w:t>
            </w:r>
            <w:r w:rsidRPr="00A72677">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A72677">
              <w:rPr>
                <w:rtl/>
              </w:rPr>
              <w:t>و</w:t>
            </w:r>
            <w:r w:rsidR="00A72677" w:rsidRPr="00A72677">
              <w:rPr>
                <w:rtl/>
              </w:rPr>
              <w:t>فد</w:t>
            </w:r>
            <w:r w:rsidRPr="00A72677">
              <w:rPr>
                <w:rtl/>
              </w:rPr>
              <w:t>اءُ</w:t>
            </w:r>
            <w:r w:rsidR="004C00A8">
              <w:rPr>
                <w:rtl/>
              </w:rPr>
              <w:t xml:space="preserve"> </w:t>
            </w:r>
            <w:r w:rsidRPr="00A72677">
              <w:rPr>
                <w:rtl/>
              </w:rPr>
              <w:t>أ</w:t>
            </w:r>
            <w:r w:rsidR="00A72677" w:rsidRPr="00A72677">
              <w:rPr>
                <w:rtl/>
              </w:rPr>
              <w:t>نمل</w:t>
            </w:r>
            <w:r w:rsidRPr="00A72677">
              <w:rPr>
                <w:rtl/>
              </w:rPr>
              <w:t>ه ا</w:t>
            </w:r>
            <w:r w:rsidR="00A72677" w:rsidRPr="00A72677">
              <w:rPr>
                <w:rtl/>
              </w:rPr>
              <w:t>لند</w:t>
            </w:r>
            <w:r w:rsidRPr="00A72677">
              <w:rPr>
                <w:rtl/>
              </w:rPr>
              <w:t>يّ</w:t>
            </w:r>
            <w:r w:rsidR="00677BC4">
              <w:rPr>
                <w:rtl/>
              </w:rPr>
              <w:t>َ</w:t>
            </w:r>
            <w:r w:rsidRPr="00A72677">
              <w:rPr>
                <w:rtl/>
              </w:rPr>
              <w:t>ة أ</w:t>
            </w:r>
            <w:r w:rsidR="00A72677" w:rsidRPr="00A72677">
              <w:rPr>
                <w:rtl/>
              </w:rPr>
              <w:t>نمل</w:t>
            </w:r>
            <w:r w:rsidRPr="00A72677">
              <w:rPr>
                <w:rtl/>
              </w:rPr>
              <w:t>ٌ</w:t>
            </w:r>
            <w:r w:rsidRPr="00A72677">
              <w:rPr>
                <w:rStyle w:val="libPoemTiniChar0"/>
                <w:rtl/>
              </w:rPr>
              <w:br/>
              <w:t> </w:t>
            </w:r>
          </w:p>
        </w:tc>
        <w:tc>
          <w:tcPr>
            <w:tcW w:w="272" w:type="dxa"/>
          </w:tcPr>
          <w:p w:rsidR="00D22EAD" w:rsidRPr="00A72677" w:rsidRDefault="00D22EAD" w:rsidP="00697162">
            <w:pPr>
              <w:pStyle w:val="libPoem"/>
              <w:rPr>
                <w:rtl/>
              </w:rPr>
            </w:pPr>
          </w:p>
        </w:tc>
        <w:tc>
          <w:tcPr>
            <w:tcW w:w="3511" w:type="dxa"/>
          </w:tcPr>
          <w:p w:rsidR="00D22EAD" w:rsidRPr="00A72677" w:rsidRDefault="00A72677" w:rsidP="00697162">
            <w:pPr>
              <w:pStyle w:val="libPoem"/>
            </w:pPr>
            <w:r w:rsidRPr="00A72677">
              <w:rPr>
                <w:rtl/>
              </w:rPr>
              <w:t>لم</w:t>
            </w:r>
            <w:r w:rsidR="004C00A8">
              <w:rPr>
                <w:rtl/>
              </w:rPr>
              <w:t xml:space="preserve"> </w:t>
            </w:r>
            <w:r w:rsidRPr="00A72677">
              <w:rPr>
                <w:rtl/>
              </w:rPr>
              <w:t>تن</w:t>
            </w:r>
            <w:r w:rsidR="00D22EAD" w:rsidRPr="00A72677">
              <w:rPr>
                <w:rtl/>
              </w:rPr>
              <w:t>د</w:t>
            </w:r>
            <w:r w:rsidR="00677BC4">
              <w:rPr>
                <w:rtl/>
              </w:rPr>
              <w:t>َ</w:t>
            </w:r>
            <w:r w:rsidR="00D22EAD" w:rsidRPr="00A72677">
              <w:rPr>
                <w:rtl/>
              </w:rPr>
              <w:t xml:space="preserve"> </w:t>
            </w:r>
            <w:r w:rsidRPr="00A72677">
              <w:rPr>
                <w:rtl/>
              </w:rPr>
              <w:t>لو</w:t>
            </w:r>
            <w:r w:rsidR="00D22EAD" w:rsidRPr="00A72677">
              <w:rPr>
                <w:rtl/>
              </w:rPr>
              <w:t xml:space="preserve"> </w:t>
            </w:r>
            <w:r w:rsidRPr="00A72677">
              <w:rPr>
                <w:rtl/>
              </w:rPr>
              <w:t>قر</w:t>
            </w:r>
            <w:r w:rsidR="00D22EAD" w:rsidRPr="00A72677">
              <w:rPr>
                <w:rtl/>
              </w:rPr>
              <w:t>ض القريض إهابها</w:t>
            </w:r>
            <w:r w:rsidR="00D22EAD" w:rsidRPr="00A72677">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A72677">
              <w:rPr>
                <w:rtl/>
              </w:rPr>
              <w:t>ما</w:t>
            </w:r>
            <w:r w:rsidR="004C00A8">
              <w:rPr>
                <w:rtl/>
              </w:rPr>
              <w:t xml:space="preserve"> </w:t>
            </w:r>
            <w:r w:rsidRPr="00A72677">
              <w:rPr>
                <w:rtl/>
              </w:rPr>
              <w:t xml:space="preserve">زال </w:t>
            </w:r>
            <w:r w:rsidR="00A72677" w:rsidRPr="00A72677">
              <w:rPr>
                <w:rtl/>
              </w:rPr>
              <w:t>يب</w:t>
            </w:r>
            <w:r w:rsidRPr="00A72677">
              <w:rPr>
                <w:rtl/>
              </w:rPr>
              <w:t>تدئ ا</w:t>
            </w:r>
            <w:r w:rsidR="00A72677" w:rsidRPr="00A72677">
              <w:rPr>
                <w:rtl/>
              </w:rPr>
              <w:t>لم</w:t>
            </w:r>
            <w:r w:rsidRPr="00A72677">
              <w:rPr>
                <w:rtl/>
              </w:rPr>
              <w:t xml:space="preserve">كارم </w:t>
            </w:r>
            <w:r w:rsidR="00A72677" w:rsidRPr="00A72677">
              <w:rPr>
                <w:rtl/>
              </w:rPr>
              <w:t>غض</w:t>
            </w:r>
            <w:r w:rsidRPr="00A72677">
              <w:rPr>
                <w:rtl/>
              </w:rPr>
              <w:t>ّ</w:t>
            </w:r>
            <w:r w:rsidR="00677BC4">
              <w:rPr>
                <w:rtl/>
              </w:rPr>
              <w:t>َ</w:t>
            </w:r>
            <w:r w:rsidRPr="00A72677">
              <w:rPr>
                <w:rtl/>
              </w:rPr>
              <w:t>ةً</w:t>
            </w:r>
            <w:r w:rsidRPr="00A72677">
              <w:rPr>
                <w:rStyle w:val="libPoemTiniChar0"/>
                <w:rtl/>
              </w:rPr>
              <w:br/>
              <w:t> </w:t>
            </w:r>
          </w:p>
        </w:tc>
        <w:tc>
          <w:tcPr>
            <w:tcW w:w="272" w:type="dxa"/>
          </w:tcPr>
          <w:p w:rsidR="00D22EAD" w:rsidRPr="00A72677" w:rsidRDefault="00D22EAD" w:rsidP="00697162">
            <w:pPr>
              <w:pStyle w:val="libPoem"/>
              <w:rPr>
                <w:rtl/>
              </w:rPr>
            </w:pPr>
          </w:p>
        </w:tc>
        <w:tc>
          <w:tcPr>
            <w:tcW w:w="3511" w:type="dxa"/>
          </w:tcPr>
          <w:p w:rsidR="00D22EAD" w:rsidRPr="00A72677" w:rsidRDefault="00A72677" w:rsidP="00697162">
            <w:pPr>
              <w:pStyle w:val="libPoem"/>
            </w:pPr>
            <w:r w:rsidRPr="00A72677">
              <w:rPr>
                <w:rtl/>
              </w:rPr>
              <w:t>حتى</w:t>
            </w:r>
            <w:r w:rsidR="00D22EAD" w:rsidRPr="00A72677">
              <w:rPr>
                <w:rtl/>
              </w:rPr>
              <w:t xml:space="preserve"> </w:t>
            </w:r>
            <w:r w:rsidRPr="00A72677">
              <w:rPr>
                <w:rtl/>
              </w:rPr>
              <w:t>عل</w:t>
            </w:r>
            <w:r w:rsidR="00D22EAD" w:rsidRPr="00A72677">
              <w:rPr>
                <w:rtl/>
              </w:rPr>
              <w:t>ى ا</w:t>
            </w:r>
            <w:r w:rsidRPr="00A72677">
              <w:rPr>
                <w:rtl/>
              </w:rPr>
              <w:t>لد</w:t>
            </w:r>
            <w:r w:rsidR="00D22EAD" w:rsidRPr="00A72677">
              <w:rPr>
                <w:rtl/>
              </w:rPr>
              <w:t>نيا أ</w:t>
            </w:r>
            <w:r w:rsidRPr="00A72677">
              <w:rPr>
                <w:rtl/>
              </w:rPr>
              <w:t>عا</w:t>
            </w:r>
            <w:r w:rsidR="00D22EAD" w:rsidRPr="00A72677">
              <w:rPr>
                <w:rtl/>
              </w:rPr>
              <w:t xml:space="preserve">د </w:t>
            </w:r>
            <w:r w:rsidRPr="00A72677">
              <w:rPr>
                <w:rtl/>
              </w:rPr>
              <w:t>شب</w:t>
            </w:r>
            <w:r w:rsidR="00D22EAD" w:rsidRPr="00A72677">
              <w:rPr>
                <w:rtl/>
              </w:rPr>
              <w:t>ابها</w:t>
            </w:r>
            <w:r w:rsidR="00D22EAD" w:rsidRPr="00A72677">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A72677">
              <w:rPr>
                <w:rtl/>
              </w:rPr>
              <w:t>أ</w:t>
            </w:r>
            <w:r w:rsidR="00A72677" w:rsidRPr="00A72677">
              <w:rPr>
                <w:rtl/>
              </w:rPr>
              <w:t>بن</w:t>
            </w:r>
            <w:r w:rsidRPr="00A72677">
              <w:rPr>
                <w:rtl/>
              </w:rPr>
              <w:t>ى ا</w:t>
            </w:r>
            <w:r w:rsidR="00A72677" w:rsidRPr="00A72677">
              <w:rPr>
                <w:rtl/>
              </w:rPr>
              <w:t>لز</w:t>
            </w:r>
            <w:r w:rsidRPr="00A72677">
              <w:rPr>
                <w:rtl/>
              </w:rPr>
              <w:t>مان وراء</w:t>
            </w:r>
            <w:r w:rsidR="00A72677" w:rsidRPr="00A72677">
              <w:rPr>
                <w:rtl/>
              </w:rPr>
              <w:t>كم</w:t>
            </w:r>
            <w:r w:rsidRPr="00A72677">
              <w:rPr>
                <w:rtl/>
              </w:rPr>
              <w:t xml:space="preserve"> </w:t>
            </w:r>
            <w:r w:rsidR="00A72677" w:rsidRPr="00A72677">
              <w:rPr>
                <w:rtl/>
              </w:rPr>
              <w:t>عن</w:t>
            </w:r>
            <w:r w:rsidRPr="00A72677">
              <w:rPr>
                <w:rtl/>
              </w:rPr>
              <w:t xml:space="preserve"> </w:t>
            </w:r>
            <w:r w:rsidR="00A72677" w:rsidRPr="00A72677">
              <w:rPr>
                <w:rtl/>
              </w:rPr>
              <w:t>غا</w:t>
            </w:r>
            <w:r w:rsidRPr="00A72677">
              <w:rPr>
                <w:rtl/>
              </w:rPr>
              <w:t>يةٍ</w:t>
            </w:r>
            <w:r w:rsidRPr="00A72677">
              <w:rPr>
                <w:rStyle w:val="libPoemTiniChar0"/>
                <w:rtl/>
              </w:rPr>
              <w:br/>
              <w:t> </w:t>
            </w:r>
          </w:p>
        </w:tc>
        <w:tc>
          <w:tcPr>
            <w:tcW w:w="272" w:type="dxa"/>
          </w:tcPr>
          <w:p w:rsidR="00D22EAD" w:rsidRPr="00A72677" w:rsidRDefault="00D22EAD" w:rsidP="00697162">
            <w:pPr>
              <w:pStyle w:val="libPoem"/>
              <w:rPr>
                <w:rtl/>
              </w:rPr>
            </w:pPr>
          </w:p>
        </w:tc>
        <w:tc>
          <w:tcPr>
            <w:tcW w:w="3511" w:type="dxa"/>
          </w:tcPr>
          <w:p w:rsidR="00D22EAD" w:rsidRPr="00A72677" w:rsidRDefault="00D22EAD" w:rsidP="00697162">
            <w:pPr>
              <w:pStyle w:val="libPoem"/>
            </w:pPr>
            <w:r w:rsidRPr="00A72677">
              <w:rPr>
                <w:rtl/>
              </w:rPr>
              <w:t xml:space="preserve">ما </w:t>
            </w:r>
            <w:r w:rsidR="00A72677" w:rsidRPr="00A72677">
              <w:rPr>
                <w:rtl/>
              </w:rPr>
              <w:t>في</w:t>
            </w:r>
            <w:r w:rsidRPr="00A72677">
              <w:rPr>
                <w:rtl/>
              </w:rPr>
              <w:t>كم م</w:t>
            </w:r>
            <w:r w:rsidR="00677BC4">
              <w:rPr>
                <w:rtl/>
              </w:rPr>
              <w:t>َ</w:t>
            </w:r>
            <w:r w:rsidR="00A72677" w:rsidRPr="00A72677">
              <w:rPr>
                <w:rtl/>
              </w:rPr>
              <w:t>ن</w:t>
            </w:r>
            <w:r w:rsidRPr="00A72677">
              <w:rPr>
                <w:rtl/>
              </w:rPr>
              <w:t xml:space="preserve">ْ </w:t>
            </w:r>
            <w:r w:rsidR="00A72677" w:rsidRPr="00A72677">
              <w:rPr>
                <w:rtl/>
              </w:rPr>
              <w:t>يس</w:t>
            </w:r>
            <w:r w:rsidRPr="00A72677">
              <w:rPr>
                <w:rtl/>
              </w:rPr>
              <w:t xml:space="preserve">تطيعُ </w:t>
            </w:r>
            <w:r w:rsidR="00A72677" w:rsidRPr="00A72677">
              <w:rPr>
                <w:rtl/>
              </w:rPr>
              <w:t>طل</w:t>
            </w:r>
            <w:r w:rsidRPr="00A72677">
              <w:rPr>
                <w:rtl/>
              </w:rPr>
              <w:t>ابها</w:t>
            </w:r>
            <w:r w:rsidRPr="00A72677">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كم</w:t>
            </w:r>
            <w:r w:rsidR="00D22EAD">
              <w:rPr>
                <w:rtl/>
              </w:rPr>
              <w:t xml:space="preserve"> </w:t>
            </w:r>
            <w:r w:rsidRPr="009647FC">
              <w:rPr>
                <w:rtl/>
              </w:rPr>
              <w:t>تج</w:t>
            </w:r>
            <w:r w:rsidR="00D22EAD" w:rsidRPr="009647FC">
              <w:rPr>
                <w:rtl/>
              </w:rPr>
              <w:t>ذبون</w:t>
            </w:r>
            <w:r w:rsidR="00D22EAD">
              <w:rPr>
                <w:rtl/>
              </w:rPr>
              <w:t xml:space="preserve"> </w:t>
            </w:r>
            <w:r w:rsidRPr="009647FC">
              <w:rPr>
                <w:rtl/>
              </w:rPr>
              <w:t>مط</w:t>
            </w:r>
            <w:r w:rsidR="00D22EAD" w:rsidRPr="009647FC">
              <w:rPr>
                <w:rtl/>
              </w:rPr>
              <w:t>ارف</w:t>
            </w:r>
            <w:r w:rsidR="00677BC4">
              <w:rPr>
                <w:rtl/>
              </w:rPr>
              <w:t>َ</w:t>
            </w:r>
            <w:r w:rsidR="00D22EAD">
              <w:rPr>
                <w:rtl/>
              </w:rPr>
              <w:t xml:space="preserve"> </w:t>
            </w:r>
            <w:r w:rsidR="00D22EAD" w:rsidRPr="009647FC">
              <w:rPr>
                <w:rtl/>
              </w:rPr>
              <w:t>ا</w:t>
            </w:r>
            <w:r w:rsidRPr="009647FC">
              <w:rPr>
                <w:rtl/>
              </w:rPr>
              <w:t>لف</w:t>
            </w:r>
            <w:r w:rsidR="00D22EAD" w:rsidRPr="009647FC">
              <w:rPr>
                <w:rtl/>
              </w:rPr>
              <w:t>خر</w:t>
            </w:r>
            <w:r w:rsidR="00D22EAD">
              <w:rPr>
                <w:rtl/>
              </w:rPr>
              <w:t xml:space="preserve"> </w:t>
            </w:r>
            <w:r w:rsidR="00D22EAD" w:rsidRPr="009647FC">
              <w:rPr>
                <w:rtl/>
              </w:rPr>
              <w:t>التي</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نسج</w:t>
            </w:r>
            <w:r w:rsidR="00D22EAD" w:rsidRPr="009647FC">
              <w:rPr>
                <w:rtl/>
              </w:rPr>
              <w:t>تْ</w:t>
            </w:r>
            <w:r w:rsidR="00D22EAD">
              <w:rPr>
                <w:rtl/>
              </w:rPr>
              <w:t xml:space="preserve"> </w:t>
            </w:r>
            <w:r w:rsidRPr="009647FC">
              <w:rPr>
                <w:rtl/>
              </w:rPr>
              <w:t>لسي</w:t>
            </w:r>
            <w:r w:rsidR="00D22EAD" w:rsidRPr="009647FC">
              <w:rPr>
                <w:rtl/>
              </w:rPr>
              <w:t>د</w:t>
            </w:r>
            <w:r w:rsidR="00D22EAD">
              <w:rPr>
                <w:rtl/>
              </w:rPr>
              <w:t xml:space="preserve"> </w:t>
            </w:r>
            <w:r w:rsidR="00D22EAD" w:rsidRPr="009647FC">
              <w:rPr>
                <w:rtl/>
              </w:rPr>
              <w:t>(</w:t>
            </w:r>
            <w:r w:rsidRPr="009647FC">
              <w:rPr>
                <w:rtl/>
              </w:rPr>
              <w:t>ها</w:t>
            </w:r>
            <w:r w:rsidR="00D22EAD" w:rsidRPr="009647FC">
              <w:rPr>
                <w:rtl/>
              </w:rPr>
              <w:t>شمٍ)</w:t>
            </w:r>
            <w:r w:rsidR="00D22EAD">
              <w:rPr>
                <w:rtl/>
              </w:rPr>
              <w:t xml:space="preserve"> </w:t>
            </w:r>
            <w:r w:rsidRPr="009647FC">
              <w:rPr>
                <w:rtl/>
              </w:rPr>
              <w:t>فا</w:t>
            </w:r>
            <w:r w:rsidR="00D22EAD" w:rsidRPr="009647FC">
              <w:rPr>
                <w:rtl/>
              </w:rPr>
              <w:t>جتابها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9647FC">
              <w:rPr>
                <w:rtl/>
              </w:rPr>
              <w:t>اللهُ</w:t>
            </w:r>
            <w:r w:rsidR="004C00A8">
              <w:rPr>
                <w:rtl/>
              </w:rPr>
              <w:t xml:space="preserve"> </w:t>
            </w:r>
            <w:r w:rsidR="00A72677" w:rsidRPr="009647FC">
              <w:rPr>
                <w:rtl/>
              </w:rPr>
              <w:t>جل</w:t>
            </w:r>
            <w:r w:rsidRPr="009647FC">
              <w:rPr>
                <w:rtl/>
              </w:rPr>
              <w:t>ب</w:t>
            </w:r>
            <w:r w:rsidR="00A72677" w:rsidRPr="009647FC">
              <w:rPr>
                <w:rtl/>
              </w:rPr>
              <w:t>به</w:t>
            </w:r>
            <w:r>
              <w:rPr>
                <w:rtl/>
              </w:rPr>
              <w:t xml:space="preserve"> </w:t>
            </w:r>
            <w:r w:rsidRPr="009647FC">
              <w:rPr>
                <w:rtl/>
              </w:rPr>
              <w:t>ا</w:t>
            </w:r>
            <w:r w:rsidR="00A72677" w:rsidRPr="009647FC">
              <w:rPr>
                <w:rtl/>
              </w:rPr>
              <w:t>لرياسة</w:t>
            </w:r>
            <w:r>
              <w:rPr>
                <w:rtl/>
              </w:rPr>
              <w:t xml:space="preserve"> </w:t>
            </w:r>
            <w:r w:rsidR="00A72677" w:rsidRPr="009647FC">
              <w:rPr>
                <w:rtl/>
              </w:rPr>
              <w:t>فيك</w:t>
            </w:r>
            <w:r w:rsidRPr="009647FC">
              <w:rPr>
                <w:rtl/>
              </w:rPr>
              <w:t>مُ</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D22EAD" w:rsidP="00697162">
            <w:pPr>
              <w:pStyle w:val="libPoem"/>
            </w:pPr>
            <w:r w:rsidRPr="009647FC">
              <w:rPr>
                <w:rtl/>
              </w:rPr>
              <w:t>أ</w:t>
            </w:r>
            <w:r w:rsidR="00A72677" w:rsidRPr="009647FC">
              <w:rPr>
                <w:rtl/>
              </w:rPr>
              <w:t>فعن</w:t>
            </w:r>
            <w:r w:rsidRPr="009647FC">
              <w:rPr>
                <w:rtl/>
              </w:rPr>
              <w:t>ه</w:t>
            </w:r>
            <w:r>
              <w:rPr>
                <w:rtl/>
              </w:rPr>
              <w:t xml:space="preserve"> </w:t>
            </w:r>
            <w:r w:rsidR="00A72677" w:rsidRPr="009647FC">
              <w:rPr>
                <w:rtl/>
              </w:rPr>
              <w:t>ينز</w:t>
            </w:r>
            <w:r w:rsidRPr="009647FC">
              <w:rPr>
                <w:rtl/>
              </w:rPr>
              <w:t>ع</w:t>
            </w:r>
            <w:r>
              <w:rPr>
                <w:rtl/>
              </w:rPr>
              <w:t xml:space="preserve"> </w:t>
            </w:r>
            <w:r w:rsidR="00A72677" w:rsidRPr="009647FC">
              <w:rPr>
                <w:rtl/>
              </w:rPr>
              <w:t>غير</w:t>
            </w:r>
            <w:r w:rsidRPr="009647FC">
              <w:rPr>
                <w:rtl/>
              </w:rPr>
              <w:t>ُه</w:t>
            </w:r>
            <w:r>
              <w:rPr>
                <w:rtl/>
              </w:rPr>
              <w:t xml:space="preserve"> </w:t>
            </w:r>
            <w:r w:rsidR="00A72677" w:rsidRPr="009647FC">
              <w:rPr>
                <w:rtl/>
              </w:rPr>
              <w:t>جل</w:t>
            </w:r>
            <w:r w:rsidRPr="009647FC">
              <w:rPr>
                <w:rtl/>
              </w:rPr>
              <w:t>بابها؟</w:t>
            </w:r>
            <w:r w:rsidRPr="00725071">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فد</w:t>
            </w:r>
            <w:r w:rsidR="00D22EAD" w:rsidRPr="009647FC">
              <w:rPr>
                <w:rtl/>
              </w:rPr>
              <w:t>عوا</w:t>
            </w:r>
            <w:r w:rsidR="00D22EAD">
              <w:rPr>
                <w:rtl/>
              </w:rPr>
              <w:t xml:space="preserve"> </w:t>
            </w:r>
            <w:r w:rsidRPr="009647FC">
              <w:rPr>
                <w:rtl/>
              </w:rPr>
              <w:t>له</w:t>
            </w:r>
            <w:r w:rsidR="00D22EAD">
              <w:rPr>
                <w:rtl/>
              </w:rPr>
              <w:t xml:space="preserve"> </w:t>
            </w:r>
            <w:r w:rsidRPr="009647FC">
              <w:rPr>
                <w:rtl/>
              </w:rPr>
              <w:t>صد</w:t>
            </w:r>
            <w:r w:rsidR="00D22EAD" w:rsidRPr="009647FC">
              <w:rPr>
                <w:rtl/>
              </w:rPr>
              <w:t>ر</w:t>
            </w:r>
            <w:r w:rsidR="00677BC4">
              <w:rPr>
                <w:rtl/>
              </w:rPr>
              <w:t>َ</w:t>
            </w:r>
            <w:r w:rsidR="00D22EAD">
              <w:rPr>
                <w:rtl/>
              </w:rPr>
              <w:t xml:space="preserve"> </w:t>
            </w:r>
            <w:r w:rsidR="00D22EAD" w:rsidRPr="009647FC">
              <w:rPr>
                <w:rtl/>
              </w:rPr>
              <w:t>ا</w:t>
            </w:r>
            <w:r w:rsidRPr="009647FC">
              <w:rPr>
                <w:rtl/>
              </w:rPr>
              <w:t>لو</w:t>
            </w:r>
            <w:r w:rsidR="00D22EAD" w:rsidRPr="009647FC">
              <w:rPr>
                <w:rtl/>
              </w:rPr>
              <w:t>سادة</w:t>
            </w:r>
            <w:r w:rsidR="00D22EAD">
              <w:rPr>
                <w:rtl/>
              </w:rPr>
              <w:t xml:space="preserve"> </w:t>
            </w:r>
            <w:r w:rsidR="00D22EAD" w:rsidRPr="009647FC">
              <w:rPr>
                <w:rtl/>
              </w:rPr>
              <w:t>واقعدوا</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قاصي</w:t>
            </w:r>
            <w:r w:rsidR="00D22EAD" w:rsidRPr="009647FC">
              <w:rPr>
                <w:rtl/>
              </w:rPr>
              <w:t>ن</w:t>
            </w:r>
            <w:r w:rsidR="00D22EAD">
              <w:rPr>
                <w:rtl/>
              </w:rPr>
              <w:t xml:space="preserve"> </w:t>
            </w:r>
            <w:r w:rsidRPr="009647FC">
              <w:rPr>
                <w:rtl/>
              </w:rPr>
              <w:t>عنه</w:t>
            </w:r>
            <w:r w:rsidR="00D22EAD" w:rsidRPr="009647FC">
              <w:rPr>
                <w:rtl/>
              </w:rPr>
              <w:t>ا</w:t>
            </w:r>
            <w:r w:rsidR="00D22EAD">
              <w:rPr>
                <w:rtl/>
              </w:rPr>
              <w:t xml:space="preserve">، </w:t>
            </w:r>
            <w:r w:rsidRPr="009647FC">
              <w:rPr>
                <w:rtl/>
              </w:rPr>
              <w:t>لست</w:t>
            </w:r>
            <w:r w:rsidR="00D22EAD" w:rsidRPr="009647FC">
              <w:rPr>
                <w:rtl/>
              </w:rPr>
              <w:t>مُ</w:t>
            </w:r>
            <w:r w:rsidR="00D22EAD">
              <w:rPr>
                <w:rtl/>
              </w:rPr>
              <w:t xml:space="preserve"> </w:t>
            </w:r>
            <w:r w:rsidR="00D22EAD" w:rsidRPr="009647FC">
              <w:rPr>
                <w:rtl/>
              </w:rPr>
              <w:t>أربابها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A72677">
              <w:rPr>
                <w:rtl/>
              </w:rPr>
              <w:t>ل</w:t>
            </w:r>
            <w:r w:rsidR="00A72677" w:rsidRPr="00A72677">
              <w:rPr>
                <w:rtl/>
              </w:rPr>
              <w:t>لف</w:t>
            </w:r>
            <w:r w:rsidRPr="00A72677">
              <w:rPr>
                <w:rtl/>
              </w:rPr>
              <w:t>اطميّ (ا</w:t>
            </w:r>
            <w:r w:rsidR="00A72677" w:rsidRPr="00A72677">
              <w:rPr>
                <w:rtl/>
              </w:rPr>
              <w:t>لقا</w:t>
            </w:r>
            <w:r w:rsidRPr="00A72677">
              <w:rPr>
                <w:rtl/>
              </w:rPr>
              <w:t>دري) وم</w:t>
            </w:r>
            <w:r w:rsidR="00677BC4">
              <w:rPr>
                <w:rtl/>
              </w:rPr>
              <w:t>َ</w:t>
            </w:r>
            <w:r w:rsidR="00A72677" w:rsidRPr="00A72677">
              <w:rPr>
                <w:rtl/>
              </w:rPr>
              <w:t>ن</w:t>
            </w:r>
            <w:r w:rsidRPr="00A72677">
              <w:rPr>
                <w:rtl/>
              </w:rPr>
              <w:t xml:space="preserve">ْ </w:t>
            </w:r>
            <w:r w:rsidR="00A72677" w:rsidRPr="00A72677">
              <w:rPr>
                <w:rtl/>
              </w:rPr>
              <w:t>له</w:t>
            </w:r>
            <w:r w:rsidRPr="00A72677">
              <w:rPr>
                <w:rStyle w:val="libPoemTiniChar0"/>
                <w:rtl/>
              </w:rPr>
              <w:br/>
              <w:t> </w:t>
            </w:r>
          </w:p>
        </w:tc>
        <w:tc>
          <w:tcPr>
            <w:tcW w:w="272" w:type="dxa"/>
          </w:tcPr>
          <w:p w:rsidR="00D22EAD" w:rsidRPr="00A72677" w:rsidRDefault="00D22EAD" w:rsidP="00697162">
            <w:pPr>
              <w:pStyle w:val="libPoem"/>
              <w:rPr>
                <w:rtl/>
              </w:rPr>
            </w:pPr>
          </w:p>
        </w:tc>
        <w:tc>
          <w:tcPr>
            <w:tcW w:w="3511" w:type="dxa"/>
          </w:tcPr>
          <w:p w:rsidR="00D22EAD" w:rsidRPr="00A72677" w:rsidRDefault="00A72677" w:rsidP="00697162">
            <w:pPr>
              <w:pStyle w:val="libPoem"/>
            </w:pPr>
            <w:r w:rsidRPr="00A72677">
              <w:rPr>
                <w:rtl/>
              </w:rPr>
              <w:t>حس</w:t>
            </w:r>
            <w:r w:rsidR="00D22EAD" w:rsidRPr="00A72677">
              <w:rPr>
                <w:rtl/>
              </w:rPr>
              <w:t xml:space="preserve">بٌ </w:t>
            </w:r>
            <w:r w:rsidRPr="00A72677">
              <w:rPr>
                <w:rtl/>
              </w:rPr>
              <w:t>من</w:t>
            </w:r>
            <w:r w:rsidR="00D22EAD" w:rsidRPr="00A72677">
              <w:rPr>
                <w:rtl/>
              </w:rPr>
              <w:t xml:space="preserve"> الأ</w:t>
            </w:r>
            <w:r w:rsidRPr="00A72677">
              <w:rPr>
                <w:rtl/>
              </w:rPr>
              <w:t>حس</w:t>
            </w:r>
            <w:r w:rsidR="00D22EAD" w:rsidRPr="00A72677">
              <w:rPr>
                <w:rtl/>
              </w:rPr>
              <w:t xml:space="preserve">اب </w:t>
            </w:r>
            <w:r w:rsidRPr="00A72677">
              <w:rPr>
                <w:rtl/>
              </w:rPr>
              <w:t>كا</w:t>
            </w:r>
            <w:r w:rsidR="00D22EAD" w:rsidRPr="00A72677">
              <w:rPr>
                <w:rtl/>
              </w:rPr>
              <w:t xml:space="preserve">ن </w:t>
            </w:r>
            <w:r w:rsidRPr="00A72677">
              <w:rPr>
                <w:rtl/>
              </w:rPr>
              <w:t>لب</w:t>
            </w:r>
            <w:r w:rsidR="00D22EAD" w:rsidRPr="00A72677">
              <w:rPr>
                <w:rtl/>
              </w:rPr>
              <w:t>ابها</w:t>
            </w:r>
            <w:r w:rsidR="00D22EAD" w:rsidRPr="00A72677">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تن</w:t>
            </w:r>
            <w:r w:rsidR="00D22EAD" w:rsidRPr="009647FC">
              <w:rPr>
                <w:rtl/>
              </w:rPr>
              <w:t>ميه</w:t>
            </w:r>
            <w:r w:rsidR="00D22EAD">
              <w:rPr>
                <w:rtl/>
              </w:rPr>
              <w:t xml:space="preserve"> </w:t>
            </w:r>
            <w:r w:rsidRPr="009647FC">
              <w:rPr>
                <w:rtl/>
              </w:rPr>
              <w:t>من</w:t>
            </w:r>
            <w:r w:rsidR="00D22EAD">
              <w:rPr>
                <w:rtl/>
              </w:rPr>
              <w:t xml:space="preserve"> </w:t>
            </w:r>
            <w:r w:rsidRPr="009647FC">
              <w:rPr>
                <w:rtl/>
              </w:rPr>
              <w:t>عل</w:t>
            </w:r>
            <w:r w:rsidR="00D22EAD" w:rsidRPr="009647FC">
              <w:rPr>
                <w:rtl/>
              </w:rPr>
              <w:t>ياء</w:t>
            </w:r>
            <w:r w:rsidR="00D22EAD">
              <w:rPr>
                <w:rtl/>
              </w:rPr>
              <w:t xml:space="preserve"> </w:t>
            </w:r>
            <w:r w:rsidR="00D22EAD" w:rsidRPr="009647FC">
              <w:rPr>
                <w:rtl/>
              </w:rPr>
              <w:t>(</w:t>
            </w:r>
            <w:r w:rsidRPr="009647FC">
              <w:rPr>
                <w:rtl/>
              </w:rPr>
              <w:t>ها</w:t>
            </w:r>
            <w:r w:rsidR="00D22EAD" w:rsidRPr="009647FC">
              <w:rPr>
                <w:rtl/>
              </w:rPr>
              <w:t>شم)</w:t>
            </w:r>
            <w:r w:rsidR="00D22EAD">
              <w:rPr>
                <w:rtl/>
              </w:rPr>
              <w:t xml:space="preserve"> </w:t>
            </w:r>
            <w:r w:rsidR="00D22EAD" w:rsidRPr="009647FC">
              <w:rPr>
                <w:rtl/>
              </w:rPr>
              <w:t>اُ</w:t>
            </w:r>
            <w:r w:rsidRPr="009647FC">
              <w:rPr>
                <w:rtl/>
              </w:rPr>
              <w:t>سر</w:t>
            </w:r>
            <w:r w:rsidR="00D22EAD" w:rsidRPr="009647FC">
              <w:rPr>
                <w:rtl/>
              </w:rPr>
              <w:t>ةٌ</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D22EAD" w:rsidP="00697162">
            <w:pPr>
              <w:pStyle w:val="libPoem"/>
            </w:pPr>
            <w:r w:rsidRPr="009647FC">
              <w:rPr>
                <w:rtl/>
              </w:rPr>
              <w:t>وصل</w:t>
            </w:r>
            <w:r>
              <w:rPr>
                <w:rtl/>
              </w:rPr>
              <w:t xml:space="preserve"> </w:t>
            </w:r>
            <w:r w:rsidRPr="009647FC">
              <w:rPr>
                <w:rtl/>
              </w:rPr>
              <w:t>الإ</w:t>
            </w:r>
            <w:r w:rsidR="00A72677" w:rsidRPr="009647FC">
              <w:rPr>
                <w:rtl/>
              </w:rPr>
              <w:t>له</w:t>
            </w:r>
            <w:r>
              <w:rPr>
                <w:rtl/>
              </w:rPr>
              <w:t xml:space="preserve"> </w:t>
            </w:r>
            <w:r w:rsidR="00A72677" w:rsidRPr="009647FC">
              <w:rPr>
                <w:rtl/>
              </w:rPr>
              <w:t>بعر</w:t>
            </w:r>
            <w:r w:rsidRPr="009647FC">
              <w:rPr>
                <w:rtl/>
              </w:rPr>
              <w:t>شه</w:t>
            </w:r>
            <w:r>
              <w:rPr>
                <w:rtl/>
              </w:rPr>
              <w:t xml:space="preserve"> </w:t>
            </w:r>
            <w:r w:rsidRPr="009647FC">
              <w:rPr>
                <w:rtl/>
              </w:rPr>
              <w:t>أ</w:t>
            </w:r>
            <w:r w:rsidR="00A72677" w:rsidRPr="009647FC">
              <w:rPr>
                <w:rtl/>
              </w:rPr>
              <w:t>نس</w:t>
            </w:r>
            <w:r w:rsidRPr="009647FC">
              <w:rPr>
                <w:rtl/>
              </w:rPr>
              <w:t>ابها</w:t>
            </w:r>
            <w:r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A72677">
              <w:rPr>
                <w:rtl/>
              </w:rPr>
              <w:t>أ</w:t>
            </w:r>
            <w:r w:rsidR="00A72677" w:rsidRPr="00A72677">
              <w:rPr>
                <w:rtl/>
              </w:rPr>
              <w:t>نت</w:t>
            </w:r>
            <w:r w:rsidR="00677BC4">
              <w:rPr>
                <w:rtl/>
              </w:rPr>
              <w:t>َ</w:t>
            </w:r>
            <w:r w:rsidRPr="00A72677">
              <w:rPr>
                <w:rtl/>
              </w:rPr>
              <w:t xml:space="preserve"> ا</w:t>
            </w:r>
            <w:r w:rsidR="00A72677" w:rsidRPr="00A72677">
              <w:rPr>
                <w:rtl/>
              </w:rPr>
              <w:t>لذ</w:t>
            </w:r>
            <w:r w:rsidRPr="00A72677">
              <w:rPr>
                <w:rtl/>
              </w:rPr>
              <w:t>ي ورث ا</w:t>
            </w:r>
            <w:r w:rsidR="00A72677" w:rsidRPr="00A72677">
              <w:rPr>
                <w:rtl/>
              </w:rPr>
              <w:t>لس</w:t>
            </w:r>
            <w:r w:rsidRPr="00A72677">
              <w:rPr>
                <w:rtl/>
              </w:rPr>
              <w:t xml:space="preserve">يادة </w:t>
            </w:r>
            <w:r w:rsidR="00A72677" w:rsidRPr="00A72677">
              <w:rPr>
                <w:rtl/>
              </w:rPr>
              <w:t>عن</w:t>
            </w:r>
            <w:r w:rsidRPr="00A72677">
              <w:rPr>
                <w:rtl/>
              </w:rPr>
              <w:t xml:space="preserve"> أبٍ</w:t>
            </w:r>
            <w:r w:rsidRPr="00A72677">
              <w:rPr>
                <w:rStyle w:val="libPoemTiniChar0"/>
                <w:rtl/>
              </w:rPr>
              <w:br/>
              <w:t> </w:t>
            </w:r>
          </w:p>
        </w:tc>
        <w:tc>
          <w:tcPr>
            <w:tcW w:w="272" w:type="dxa"/>
          </w:tcPr>
          <w:p w:rsidR="00D22EAD" w:rsidRPr="00A72677" w:rsidRDefault="00D22EAD" w:rsidP="00697162">
            <w:pPr>
              <w:pStyle w:val="libPoem"/>
              <w:rPr>
                <w:rtl/>
              </w:rPr>
            </w:pPr>
          </w:p>
        </w:tc>
        <w:tc>
          <w:tcPr>
            <w:tcW w:w="3511" w:type="dxa"/>
          </w:tcPr>
          <w:p w:rsidR="00D22EAD" w:rsidRPr="00A72677" w:rsidRDefault="00D22EAD" w:rsidP="00697162">
            <w:pPr>
              <w:pStyle w:val="libPoem"/>
            </w:pPr>
            <w:r w:rsidRPr="00A72677">
              <w:rPr>
                <w:rtl/>
              </w:rPr>
              <w:t>ورث</w:t>
            </w:r>
            <w:r w:rsidR="004C00A8">
              <w:rPr>
                <w:rtl/>
              </w:rPr>
              <w:t xml:space="preserve"> </w:t>
            </w:r>
            <w:r w:rsidRPr="00A72677">
              <w:rPr>
                <w:rtl/>
              </w:rPr>
              <w:t>ا</w:t>
            </w:r>
            <w:r w:rsidR="00A72677" w:rsidRPr="00A72677">
              <w:rPr>
                <w:rtl/>
              </w:rPr>
              <w:t>لنب</w:t>
            </w:r>
            <w:r w:rsidRPr="00A72677">
              <w:rPr>
                <w:rtl/>
              </w:rPr>
              <w:t>وة</w:t>
            </w:r>
            <w:r w:rsidR="00677BC4">
              <w:rPr>
                <w:rtl/>
              </w:rPr>
              <w:t>َ</w:t>
            </w:r>
            <w:r w:rsidRPr="00A72677">
              <w:rPr>
                <w:rtl/>
              </w:rPr>
              <w:t>: و</w:t>
            </w:r>
            <w:r w:rsidR="00A72677" w:rsidRPr="00A72677">
              <w:rPr>
                <w:rtl/>
              </w:rPr>
              <w:t>حي</w:t>
            </w:r>
            <w:r w:rsidR="00677BC4">
              <w:rPr>
                <w:rtl/>
              </w:rPr>
              <w:t>َ</w:t>
            </w:r>
            <w:r w:rsidR="00A72677" w:rsidRPr="00A72677">
              <w:rPr>
                <w:rtl/>
              </w:rPr>
              <w:t>ه</w:t>
            </w:r>
            <w:r w:rsidRPr="00A72677">
              <w:rPr>
                <w:rtl/>
              </w:rPr>
              <w:t>ا و</w:t>
            </w:r>
            <w:r w:rsidR="00A72677" w:rsidRPr="00A72677">
              <w:rPr>
                <w:rtl/>
              </w:rPr>
              <w:t>كتا</w:t>
            </w:r>
            <w:r w:rsidRPr="00A72677">
              <w:rPr>
                <w:rtl/>
              </w:rPr>
              <w:t>بها</w:t>
            </w:r>
            <w:r w:rsidRPr="00A72677">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A72677">
              <w:rPr>
                <w:rtl/>
              </w:rPr>
              <w:t>أ</w:t>
            </w:r>
            <w:r w:rsidR="00A72677" w:rsidRPr="00A72677">
              <w:rPr>
                <w:rtl/>
              </w:rPr>
              <w:t>قر</w:t>
            </w:r>
            <w:r w:rsidRPr="00A72677">
              <w:rPr>
                <w:rtl/>
              </w:rPr>
              <w:t>رت</w:t>
            </w:r>
            <w:r w:rsidR="00677BC4">
              <w:rPr>
                <w:rtl/>
              </w:rPr>
              <w:t>َ</w:t>
            </w:r>
            <w:r w:rsidRPr="00A72677">
              <w:rPr>
                <w:rtl/>
              </w:rPr>
              <w:t xml:space="preserve"> أ</w:t>
            </w:r>
            <w:r w:rsidR="00A72677" w:rsidRPr="00A72677">
              <w:rPr>
                <w:rtl/>
              </w:rPr>
              <w:t>عي</w:t>
            </w:r>
            <w:r w:rsidRPr="00A72677">
              <w:rPr>
                <w:rtl/>
              </w:rPr>
              <w:t>ن (</w:t>
            </w:r>
            <w:r w:rsidR="00A72677" w:rsidRPr="00A72677">
              <w:rPr>
                <w:rtl/>
              </w:rPr>
              <w:t>غا</w:t>
            </w:r>
            <w:r w:rsidRPr="00A72677">
              <w:rPr>
                <w:rtl/>
              </w:rPr>
              <w:t>لبٍ) تحت الثرى</w:t>
            </w:r>
            <w:r w:rsidRPr="00A72677">
              <w:rPr>
                <w:rStyle w:val="libPoemTiniChar0"/>
                <w:rtl/>
              </w:rPr>
              <w:br/>
              <w:t> </w:t>
            </w:r>
          </w:p>
        </w:tc>
        <w:tc>
          <w:tcPr>
            <w:tcW w:w="272" w:type="dxa"/>
          </w:tcPr>
          <w:p w:rsidR="00D22EAD" w:rsidRPr="00A72677" w:rsidRDefault="00D22EAD" w:rsidP="00697162">
            <w:pPr>
              <w:pStyle w:val="libPoem"/>
              <w:rPr>
                <w:rtl/>
              </w:rPr>
            </w:pPr>
          </w:p>
        </w:tc>
        <w:tc>
          <w:tcPr>
            <w:tcW w:w="3511" w:type="dxa"/>
          </w:tcPr>
          <w:p w:rsidR="00D22EAD" w:rsidRPr="00A72677" w:rsidRDefault="00D22EAD" w:rsidP="00697162">
            <w:pPr>
              <w:pStyle w:val="libPoem"/>
            </w:pPr>
            <w:r w:rsidRPr="00A72677">
              <w:rPr>
                <w:rtl/>
              </w:rPr>
              <w:t>و</w:t>
            </w:r>
            <w:r w:rsidR="00A72677" w:rsidRPr="00A72677">
              <w:rPr>
                <w:rtl/>
              </w:rPr>
              <w:t>سر</w:t>
            </w:r>
            <w:r w:rsidRPr="00A72677">
              <w:rPr>
                <w:rtl/>
              </w:rPr>
              <w:t>رت</w:t>
            </w:r>
            <w:r w:rsidR="004C00A8">
              <w:rPr>
                <w:rtl/>
              </w:rPr>
              <w:t xml:space="preserve"> </w:t>
            </w:r>
            <w:r w:rsidR="00A72677" w:rsidRPr="00A72677">
              <w:rPr>
                <w:rtl/>
              </w:rPr>
              <w:t>ثم</w:t>
            </w:r>
            <w:r w:rsidRPr="00A72677">
              <w:rPr>
                <w:rtl/>
              </w:rPr>
              <w:t>ّ (</w:t>
            </w:r>
            <w:r w:rsidR="00A72677" w:rsidRPr="00A72677">
              <w:rPr>
                <w:rtl/>
              </w:rPr>
              <w:t>قص</w:t>
            </w:r>
            <w:r w:rsidRPr="00A72677">
              <w:rPr>
                <w:rtl/>
              </w:rPr>
              <w:t>يّها) و(</w:t>
            </w:r>
            <w:r w:rsidR="00A72677" w:rsidRPr="00A72677">
              <w:rPr>
                <w:rtl/>
              </w:rPr>
              <w:t>كل</w:t>
            </w:r>
            <w:r w:rsidRPr="00A72677">
              <w:rPr>
                <w:rtl/>
              </w:rPr>
              <w:t>ابها)</w:t>
            </w:r>
            <w:r w:rsidRPr="00A72677">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A72677">
              <w:rPr>
                <w:rtl/>
              </w:rPr>
              <w:t>كانت</w:t>
            </w:r>
            <w:r w:rsidR="00D22EAD" w:rsidRPr="00A72677">
              <w:rPr>
                <w:rtl/>
              </w:rPr>
              <w:t xml:space="preserve"> </w:t>
            </w:r>
            <w:r w:rsidRPr="00A72677">
              <w:rPr>
                <w:rtl/>
              </w:rPr>
              <w:t>مقل</w:t>
            </w:r>
            <w:r w:rsidR="00D22EAD" w:rsidRPr="00A72677">
              <w:rPr>
                <w:rtl/>
              </w:rPr>
              <w:t>د</w:t>
            </w:r>
            <w:r w:rsidR="00677BC4">
              <w:rPr>
                <w:rtl/>
              </w:rPr>
              <w:t>َ</w:t>
            </w:r>
            <w:r w:rsidR="00D22EAD" w:rsidRPr="00A72677">
              <w:rPr>
                <w:rtl/>
              </w:rPr>
              <w:t>ةً ر</w:t>
            </w:r>
            <w:r w:rsidRPr="00A72677">
              <w:rPr>
                <w:rtl/>
              </w:rPr>
              <w:t>قا</w:t>
            </w:r>
            <w:r w:rsidR="00D22EAD" w:rsidRPr="00A72677">
              <w:rPr>
                <w:rtl/>
              </w:rPr>
              <w:t>ب</w:t>
            </w:r>
            <w:r w:rsidR="00677BC4">
              <w:rPr>
                <w:rtl/>
              </w:rPr>
              <w:t>َ</w:t>
            </w:r>
            <w:r w:rsidR="00D22EAD" w:rsidRPr="00A72677">
              <w:rPr>
                <w:rtl/>
              </w:rPr>
              <w:t xml:space="preserve"> </w:t>
            </w:r>
            <w:r w:rsidRPr="00A72677">
              <w:rPr>
                <w:rtl/>
              </w:rPr>
              <w:t>مض</w:t>
            </w:r>
            <w:r w:rsidR="00D22EAD" w:rsidRPr="00A72677">
              <w:rPr>
                <w:rtl/>
              </w:rPr>
              <w:t>اربٍ</w:t>
            </w:r>
            <w:r w:rsidR="00D22EAD" w:rsidRPr="00A72677">
              <w:rPr>
                <w:rStyle w:val="libPoemTiniChar0"/>
                <w:rtl/>
              </w:rPr>
              <w:br/>
              <w:t> </w:t>
            </w:r>
          </w:p>
        </w:tc>
        <w:tc>
          <w:tcPr>
            <w:tcW w:w="272" w:type="dxa"/>
          </w:tcPr>
          <w:p w:rsidR="00D22EAD" w:rsidRPr="00A72677" w:rsidRDefault="00D22EAD" w:rsidP="00697162">
            <w:pPr>
              <w:pStyle w:val="libPoem"/>
              <w:rPr>
                <w:rtl/>
              </w:rPr>
            </w:pPr>
          </w:p>
        </w:tc>
        <w:tc>
          <w:tcPr>
            <w:tcW w:w="3511" w:type="dxa"/>
          </w:tcPr>
          <w:p w:rsidR="00D22EAD" w:rsidRPr="00A72677" w:rsidRDefault="00A72677" w:rsidP="00697162">
            <w:pPr>
              <w:pStyle w:val="libPoem"/>
            </w:pPr>
            <w:r w:rsidRPr="00A72677">
              <w:rPr>
                <w:rtl/>
              </w:rPr>
              <w:t>منه</w:t>
            </w:r>
            <w:r w:rsidR="00D22EAD" w:rsidRPr="00A72677">
              <w:rPr>
                <w:rtl/>
              </w:rPr>
              <w:t xml:space="preserve">ا </w:t>
            </w:r>
            <w:r w:rsidRPr="00A72677">
              <w:rPr>
                <w:rtl/>
              </w:rPr>
              <w:t>تع</w:t>
            </w:r>
            <w:r w:rsidR="00D22EAD" w:rsidRPr="00A72677">
              <w:rPr>
                <w:rtl/>
              </w:rPr>
              <w:t>لّمت ا</w:t>
            </w:r>
            <w:r w:rsidRPr="00A72677">
              <w:rPr>
                <w:rtl/>
              </w:rPr>
              <w:t>لس</w:t>
            </w:r>
            <w:r w:rsidR="00D22EAD" w:rsidRPr="00A72677">
              <w:rPr>
                <w:rtl/>
              </w:rPr>
              <w:t>يوفُ ض</w:t>
            </w:r>
            <w:r w:rsidRPr="00A72677">
              <w:rPr>
                <w:rtl/>
              </w:rPr>
              <w:t>ِر</w:t>
            </w:r>
            <w:r w:rsidR="00D22EAD" w:rsidRPr="00A72677">
              <w:rPr>
                <w:rtl/>
              </w:rPr>
              <w:t>ابها</w:t>
            </w:r>
            <w:r w:rsidR="00D22EAD" w:rsidRPr="00A72677">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A72677">
              <w:rPr>
                <w:rtl/>
              </w:rPr>
              <w:t>وا</w:t>
            </w:r>
            <w:r w:rsidR="00A72677" w:rsidRPr="00A72677">
              <w:rPr>
                <w:rtl/>
              </w:rPr>
              <w:t>لي</w:t>
            </w:r>
            <w:r w:rsidRPr="00A72677">
              <w:rPr>
                <w:rtl/>
              </w:rPr>
              <w:t xml:space="preserve">وم </w:t>
            </w:r>
            <w:r w:rsidR="00A72677" w:rsidRPr="00A72677">
              <w:rPr>
                <w:rtl/>
              </w:rPr>
              <w:t>لو</w:t>
            </w:r>
            <w:r w:rsidRPr="00A72677">
              <w:rPr>
                <w:rtl/>
              </w:rPr>
              <w:t xml:space="preserve"> </w:t>
            </w:r>
            <w:r w:rsidR="00A72677" w:rsidRPr="00A72677">
              <w:rPr>
                <w:rtl/>
              </w:rPr>
              <w:t>شه</w:t>
            </w:r>
            <w:r w:rsidRPr="00A72677">
              <w:rPr>
                <w:rtl/>
              </w:rPr>
              <w:t xml:space="preserve">دتْ </w:t>
            </w:r>
            <w:r w:rsidR="00A72677" w:rsidRPr="00A72677">
              <w:rPr>
                <w:rtl/>
              </w:rPr>
              <w:t>لس</w:t>
            </w:r>
            <w:r w:rsidRPr="00A72677">
              <w:rPr>
                <w:rtl/>
              </w:rPr>
              <w:t>انك لانتضتْ</w:t>
            </w:r>
            <w:r w:rsidRPr="00A72677">
              <w:rPr>
                <w:rStyle w:val="libPoemTiniChar0"/>
                <w:rtl/>
              </w:rPr>
              <w:br/>
              <w:t> </w:t>
            </w:r>
          </w:p>
        </w:tc>
        <w:tc>
          <w:tcPr>
            <w:tcW w:w="272" w:type="dxa"/>
          </w:tcPr>
          <w:p w:rsidR="00D22EAD" w:rsidRPr="00A72677" w:rsidRDefault="00D22EAD" w:rsidP="00697162">
            <w:pPr>
              <w:pStyle w:val="libPoem"/>
              <w:rPr>
                <w:rtl/>
              </w:rPr>
            </w:pPr>
          </w:p>
        </w:tc>
        <w:tc>
          <w:tcPr>
            <w:tcW w:w="3511" w:type="dxa"/>
          </w:tcPr>
          <w:p w:rsidR="00D22EAD" w:rsidRPr="00A72677" w:rsidRDefault="00A72677" w:rsidP="00697162">
            <w:pPr>
              <w:pStyle w:val="libPoem"/>
            </w:pPr>
            <w:r w:rsidRPr="00A72677">
              <w:rPr>
                <w:rtl/>
              </w:rPr>
              <w:t>منه</w:t>
            </w:r>
            <w:r w:rsidR="00D22EAD" w:rsidRPr="00A72677">
              <w:rPr>
                <w:rtl/>
              </w:rPr>
              <w:t xml:space="preserve"> </w:t>
            </w:r>
            <w:r w:rsidRPr="00A72677">
              <w:rPr>
                <w:rtl/>
              </w:rPr>
              <w:t>بكل</w:t>
            </w:r>
            <w:r w:rsidR="00D22EAD" w:rsidRPr="00A72677">
              <w:rPr>
                <w:rtl/>
              </w:rPr>
              <w:t>ّ و</w:t>
            </w:r>
            <w:r w:rsidRPr="00A72677">
              <w:rPr>
                <w:rtl/>
              </w:rPr>
              <w:t>قيع</w:t>
            </w:r>
            <w:r w:rsidR="00D22EAD" w:rsidRPr="00A72677">
              <w:rPr>
                <w:rtl/>
              </w:rPr>
              <w:t>ةٍ ق</w:t>
            </w:r>
            <w:r w:rsidRPr="00A72677">
              <w:rPr>
                <w:rtl/>
              </w:rPr>
              <w:t>ِر</w:t>
            </w:r>
            <w:r w:rsidR="00D22EAD" w:rsidRPr="00A72677">
              <w:rPr>
                <w:rtl/>
              </w:rPr>
              <w:t>ضابها</w:t>
            </w:r>
            <w:r w:rsidR="00D22EAD" w:rsidRPr="00A72677">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9647FC">
              <w:rPr>
                <w:rtl/>
              </w:rPr>
              <w:t>وأرى</w:t>
            </w:r>
            <w:r>
              <w:rPr>
                <w:rtl/>
              </w:rPr>
              <w:t xml:space="preserve"> </w:t>
            </w:r>
            <w:r w:rsidRPr="009647FC">
              <w:rPr>
                <w:rtl/>
              </w:rPr>
              <w:t>ا</w:t>
            </w:r>
            <w:r w:rsidR="00A72677" w:rsidRPr="009647FC">
              <w:rPr>
                <w:rtl/>
              </w:rPr>
              <w:t>لنق</w:t>
            </w:r>
            <w:r w:rsidRPr="009647FC">
              <w:rPr>
                <w:rtl/>
              </w:rPr>
              <w:t>ابة</w:t>
            </w:r>
            <w:r>
              <w:rPr>
                <w:rtl/>
              </w:rPr>
              <w:t xml:space="preserve"> </w:t>
            </w:r>
            <w:r w:rsidR="00A72677" w:rsidRPr="009647FC">
              <w:rPr>
                <w:rtl/>
              </w:rPr>
              <w:t>من</w:t>
            </w:r>
            <w:r w:rsidRPr="009647FC">
              <w:rPr>
                <w:rtl/>
              </w:rPr>
              <w:t>ك</w:t>
            </w:r>
            <w:r w:rsidR="00677BC4">
              <w:rPr>
                <w:rtl/>
              </w:rPr>
              <w:t>َ</w:t>
            </w:r>
            <w:r>
              <w:rPr>
                <w:rtl/>
              </w:rPr>
              <w:t xml:space="preserve"> </w:t>
            </w:r>
            <w:r w:rsidRPr="009647FC">
              <w:rPr>
                <w:rtl/>
              </w:rPr>
              <w:t>لا</w:t>
            </w:r>
            <w:r w:rsidR="00A72677" w:rsidRPr="009647FC">
              <w:rPr>
                <w:rtl/>
              </w:rPr>
              <w:t>بن</w:t>
            </w:r>
            <w:r>
              <w:rPr>
                <w:rtl/>
              </w:rPr>
              <w:t xml:space="preserve"> </w:t>
            </w:r>
            <w:r w:rsidR="00A72677" w:rsidRPr="009647FC">
              <w:rPr>
                <w:rtl/>
              </w:rPr>
              <w:t>سم</w:t>
            </w:r>
            <w:r w:rsidRPr="009647FC">
              <w:rPr>
                <w:rtl/>
              </w:rPr>
              <w:t>ائها</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ضر</w:t>
            </w:r>
            <w:r w:rsidR="00D22EAD" w:rsidRPr="009647FC">
              <w:rPr>
                <w:rtl/>
              </w:rPr>
              <w:t>ب</w:t>
            </w:r>
            <w:r w:rsidR="00D22EAD">
              <w:rPr>
                <w:rtl/>
              </w:rPr>
              <w:t xml:space="preserve"> </w:t>
            </w:r>
            <w:r w:rsidR="00D22EAD" w:rsidRPr="009647FC">
              <w:rPr>
                <w:rtl/>
              </w:rPr>
              <w:t>الإ</w:t>
            </w:r>
            <w:r w:rsidRPr="009647FC">
              <w:rPr>
                <w:rtl/>
              </w:rPr>
              <w:t>له</w:t>
            </w:r>
            <w:r w:rsidR="00D22EAD" w:rsidRPr="009647FC">
              <w:rPr>
                <w:rtl/>
              </w:rPr>
              <w:t>ُ</w:t>
            </w:r>
            <w:r w:rsidR="00D22EAD">
              <w:rPr>
                <w:rtl/>
              </w:rPr>
              <w:t xml:space="preserve"> </w:t>
            </w:r>
            <w:r w:rsidRPr="009647FC">
              <w:rPr>
                <w:rtl/>
              </w:rPr>
              <w:t>عل</w:t>
            </w:r>
            <w:r w:rsidR="00D22EAD" w:rsidRPr="009647FC">
              <w:rPr>
                <w:rtl/>
              </w:rPr>
              <w:t>ى</w:t>
            </w:r>
            <w:r w:rsidR="00D22EAD">
              <w:rPr>
                <w:rtl/>
              </w:rPr>
              <w:t xml:space="preserve"> </w:t>
            </w:r>
            <w:r w:rsidR="00D22EAD" w:rsidRPr="009647FC">
              <w:rPr>
                <w:rtl/>
              </w:rPr>
              <w:t>ا</w:t>
            </w:r>
            <w:r w:rsidRPr="009647FC">
              <w:rPr>
                <w:rtl/>
              </w:rPr>
              <w:t>لن</w:t>
            </w:r>
            <w:r w:rsidR="00D22EAD" w:rsidRPr="009647FC">
              <w:rPr>
                <w:rtl/>
              </w:rPr>
              <w:t>جوم</w:t>
            </w:r>
            <w:r w:rsidR="00D22EAD">
              <w:rPr>
                <w:rtl/>
              </w:rPr>
              <w:t xml:space="preserve"> </w:t>
            </w:r>
            <w:r w:rsidR="00D22EAD" w:rsidRPr="009647FC">
              <w:rPr>
                <w:rtl/>
              </w:rPr>
              <w:t>قبابها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9647FC">
              <w:rPr>
                <w:rtl/>
              </w:rPr>
              <w:t>وأ</w:t>
            </w:r>
            <w:r w:rsidR="00A72677" w:rsidRPr="009647FC">
              <w:rPr>
                <w:rtl/>
              </w:rPr>
              <w:t>حل</w:t>
            </w:r>
            <w:r w:rsidRPr="009647FC">
              <w:rPr>
                <w:rtl/>
              </w:rPr>
              <w:t>ّ</w:t>
            </w:r>
            <w:r w:rsidR="00677BC4">
              <w:rPr>
                <w:rtl/>
              </w:rPr>
              <w:t>َ</w:t>
            </w:r>
            <w:r w:rsidRPr="009647FC">
              <w:rPr>
                <w:rtl/>
              </w:rPr>
              <w:t>ك</w:t>
            </w:r>
            <w:r w:rsidR="004C00A8">
              <w:rPr>
                <w:rtl/>
              </w:rPr>
              <w:t xml:space="preserve"> </w:t>
            </w:r>
            <w:r w:rsidRPr="009647FC">
              <w:rPr>
                <w:rtl/>
              </w:rPr>
              <w:t>الدار</w:t>
            </w:r>
            <w:r>
              <w:rPr>
                <w:rtl/>
              </w:rPr>
              <w:t xml:space="preserve"> </w:t>
            </w:r>
            <w:r w:rsidRPr="009647FC">
              <w:rPr>
                <w:rtl/>
              </w:rPr>
              <w:t>ا</w:t>
            </w:r>
            <w:r w:rsidR="00A72677" w:rsidRPr="009647FC">
              <w:rPr>
                <w:rtl/>
              </w:rPr>
              <w:t>لتي</w:t>
            </w:r>
            <w:r>
              <w:rPr>
                <w:rtl/>
              </w:rPr>
              <w:t xml:space="preserve"> </w:t>
            </w:r>
            <w:r w:rsidR="00A72677" w:rsidRPr="009647FC">
              <w:rPr>
                <w:rtl/>
              </w:rPr>
              <w:t>لج</w:t>
            </w:r>
            <w:r w:rsidRPr="009647FC">
              <w:rPr>
                <w:rtl/>
              </w:rPr>
              <w:t>لالها</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عنت</w:t>
            </w:r>
            <w:r w:rsidR="00D22EAD">
              <w:rPr>
                <w:rtl/>
              </w:rPr>
              <w:t xml:space="preserve"> </w:t>
            </w:r>
            <w:r w:rsidR="00D22EAD" w:rsidRPr="009647FC">
              <w:rPr>
                <w:rtl/>
              </w:rPr>
              <w:t>ا</w:t>
            </w:r>
            <w:r w:rsidRPr="009647FC">
              <w:rPr>
                <w:rtl/>
              </w:rPr>
              <w:t>لمل</w:t>
            </w:r>
            <w:r w:rsidR="00D22EAD" w:rsidRPr="009647FC">
              <w:rPr>
                <w:rtl/>
              </w:rPr>
              <w:t>وكُ</w:t>
            </w:r>
            <w:r w:rsidR="00D22EAD">
              <w:rPr>
                <w:rtl/>
              </w:rPr>
              <w:t xml:space="preserve"> </w:t>
            </w:r>
            <w:r w:rsidR="00D22EAD" w:rsidRPr="009647FC">
              <w:rPr>
                <w:rtl/>
              </w:rPr>
              <w:t>و</w:t>
            </w:r>
            <w:r w:rsidRPr="009647FC">
              <w:rPr>
                <w:rtl/>
              </w:rPr>
              <w:t>قب</w:t>
            </w:r>
            <w:r w:rsidR="00D22EAD" w:rsidRPr="009647FC">
              <w:rPr>
                <w:rtl/>
              </w:rPr>
              <w:t>ّ</w:t>
            </w:r>
            <w:r w:rsidR="00677BC4">
              <w:rPr>
                <w:rtl/>
              </w:rPr>
              <w:t>َ</w:t>
            </w:r>
            <w:r w:rsidR="00D22EAD" w:rsidRPr="009647FC">
              <w:rPr>
                <w:rtl/>
              </w:rPr>
              <w:t>لت</w:t>
            </w:r>
            <w:r w:rsidR="00D22EAD">
              <w:rPr>
                <w:rtl/>
              </w:rPr>
              <w:t xml:space="preserve"> </w:t>
            </w:r>
            <w:r w:rsidR="00D22EAD" w:rsidRPr="009647FC">
              <w:rPr>
                <w:rtl/>
              </w:rPr>
              <w:t>أ</w:t>
            </w:r>
            <w:r w:rsidRPr="009647FC">
              <w:rPr>
                <w:rtl/>
              </w:rPr>
              <w:t>عت</w:t>
            </w:r>
            <w:r w:rsidR="00D22EAD" w:rsidRPr="009647FC">
              <w:rPr>
                <w:rtl/>
              </w:rPr>
              <w:t>ابها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9647FC">
              <w:rPr>
                <w:rtl/>
              </w:rPr>
              <w:t>دارٌ</w:t>
            </w:r>
            <w:r>
              <w:rPr>
                <w:rtl/>
              </w:rPr>
              <w:t xml:space="preserve"> </w:t>
            </w:r>
            <w:r w:rsidR="00A72677" w:rsidRPr="009647FC">
              <w:rPr>
                <w:rtl/>
              </w:rPr>
              <w:t>تمن</w:t>
            </w:r>
            <w:r w:rsidRPr="009647FC">
              <w:rPr>
                <w:rtl/>
              </w:rPr>
              <w:t>ّى</w:t>
            </w:r>
            <w:r>
              <w:rPr>
                <w:rtl/>
              </w:rPr>
              <w:t xml:space="preserve"> </w:t>
            </w:r>
            <w:r w:rsidRPr="009647FC">
              <w:rPr>
                <w:rtl/>
              </w:rPr>
              <w:t>ا</w:t>
            </w:r>
            <w:r w:rsidR="00A72677" w:rsidRPr="009647FC">
              <w:rPr>
                <w:rtl/>
              </w:rPr>
              <w:t>لني</w:t>
            </w:r>
            <w:r w:rsidRPr="009647FC">
              <w:rPr>
                <w:rtl/>
              </w:rPr>
              <w:t>راتُ</w:t>
            </w:r>
            <w:r>
              <w:rPr>
                <w:rtl/>
              </w:rPr>
              <w:t xml:space="preserve"> </w:t>
            </w:r>
            <w:r w:rsidRPr="009647FC">
              <w:rPr>
                <w:rtl/>
              </w:rPr>
              <w:t>لو</w:t>
            </w:r>
            <w:r>
              <w:rPr>
                <w:rtl/>
              </w:rPr>
              <w:t xml:space="preserve"> </w:t>
            </w:r>
            <w:r w:rsidRPr="009647FC">
              <w:rPr>
                <w:rtl/>
              </w:rPr>
              <w:t>أ</w:t>
            </w:r>
            <w:r w:rsidR="00A72677" w:rsidRPr="009647FC">
              <w:rPr>
                <w:rtl/>
              </w:rPr>
              <w:t>نه</w:t>
            </w:r>
            <w:r w:rsidRPr="009647FC">
              <w:rPr>
                <w:rtl/>
              </w:rPr>
              <w:t>ا</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لثم</w:t>
            </w:r>
            <w:r w:rsidR="00D22EAD" w:rsidRPr="009647FC">
              <w:rPr>
                <w:rtl/>
              </w:rPr>
              <w:t>ت</w:t>
            </w:r>
            <w:r w:rsidR="00D22EAD">
              <w:rPr>
                <w:rtl/>
              </w:rPr>
              <w:t xml:space="preserve"> </w:t>
            </w:r>
            <w:r w:rsidRPr="009647FC">
              <w:rPr>
                <w:rtl/>
              </w:rPr>
              <w:t>بأجف</w:t>
            </w:r>
            <w:r w:rsidR="00D22EAD" w:rsidRPr="009647FC">
              <w:rPr>
                <w:rtl/>
              </w:rPr>
              <w:t>انِ</w:t>
            </w:r>
            <w:r w:rsidR="00D22EAD">
              <w:rPr>
                <w:rtl/>
              </w:rPr>
              <w:t xml:space="preserve"> </w:t>
            </w:r>
            <w:r w:rsidR="00D22EAD" w:rsidRPr="009647FC">
              <w:rPr>
                <w:rtl/>
              </w:rPr>
              <w:t>ا</w:t>
            </w:r>
            <w:r w:rsidRPr="009647FC">
              <w:rPr>
                <w:rtl/>
              </w:rPr>
              <w:t>لع</w:t>
            </w:r>
            <w:r w:rsidR="00D22EAD" w:rsidRPr="009647FC">
              <w:rPr>
                <w:rtl/>
              </w:rPr>
              <w:t>يون</w:t>
            </w:r>
            <w:r w:rsidR="00D22EAD">
              <w:rPr>
                <w:rtl/>
              </w:rPr>
              <w:t xml:space="preserve"> </w:t>
            </w:r>
            <w:r w:rsidRPr="009647FC">
              <w:rPr>
                <w:rtl/>
              </w:rPr>
              <w:t>تر</w:t>
            </w:r>
            <w:r w:rsidR="00D22EAD" w:rsidRPr="009647FC">
              <w:rPr>
                <w:rtl/>
              </w:rPr>
              <w:t>ابها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هي</w:t>
            </w:r>
            <w:r w:rsidR="00D22EAD">
              <w:rPr>
                <w:rtl/>
              </w:rPr>
              <w:t xml:space="preserve"> </w:t>
            </w:r>
            <w:r w:rsidRPr="009647FC">
              <w:rPr>
                <w:rtl/>
              </w:rPr>
              <w:t>من</w:t>
            </w:r>
            <w:r w:rsidR="00D22EAD" w:rsidRPr="009647FC">
              <w:rPr>
                <w:rtl/>
              </w:rPr>
              <w:t>تدى</w:t>
            </w:r>
            <w:r w:rsidR="00D22EAD">
              <w:rPr>
                <w:rtl/>
              </w:rPr>
              <w:t xml:space="preserve"> </w:t>
            </w:r>
            <w:r w:rsidRPr="009647FC">
              <w:rPr>
                <w:rtl/>
              </w:rPr>
              <w:t>شر</w:t>
            </w:r>
            <w:r w:rsidR="00D22EAD" w:rsidRPr="009647FC">
              <w:rPr>
                <w:rtl/>
              </w:rPr>
              <w:t>فٍ</w:t>
            </w:r>
            <w:r w:rsidR="00D22EAD">
              <w:rPr>
                <w:rtl/>
              </w:rPr>
              <w:t xml:space="preserve"> </w:t>
            </w:r>
            <w:r w:rsidRPr="009647FC">
              <w:rPr>
                <w:rtl/>
              </w:rPr>
              <w:t>من</w:t>
            </w:r>
            <w:r w:rsidR="00D22EAD">
              <w:rPr>
                <w:rtl/>
              </w:rPr>
              <w:t xml:space="preserve"> </w:t>
            </w:r>
            <w:r w:rsidR="00D22EAD" w:rsidRPr="009647FC">
              <w:rPr>
                <w:rtl/>
              </w:rPr>
              <w:t>الدار</w:t>
            </w:r>
            <w:r w:rsidR="00D22EAD">
              <w:rPr>
                <w:rtl/>
              </w:rPr>
              <w:t xml:space="preserve"> </w:t>
            </w:r>
            <w:r w:rsidR="00D22EAD" w:rsidRPr="009647FC">
              <w:rPr>
                <w:rtl/>
              </w:rPr>
              <w:t>التي</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كانت</w:t>
            </w:r>
            <w:r w:rsidR="00D22EAD">
              <w:rPr>
                <w:rtl/>
              </w:rPr>
              <w:t xml:space="preserve"> </w:t>
            </w:r>
            <w:r w:rsidRPr="009647FC">
              <w:rPr>
                <w:rtl/>
              </w:rPr>
              <w:t>مل</w:t>
            </w:r>
            <w:r w:rsidR="00D22EAD" w:rsidRPr="009647FC">
              <w:rPr>
                <w:rtl/>
              </w:rPr>
              <w:t>ا</w:t>
            </w:r>
            <w:r w:rsidRPr="009647FC">
              <w:rPr>
                <w:rtl/>
              </w:rPr>
              <w:t>ئك</w:t>
            </w:r>
            <w:r w:rsidR="00D22EAD" w:rsidRPr="009647FC">
              <w:rPr>
                <w:rtl/>
              </w:rPr>
              <w:t>ةُ</w:t>
            </w:r>
            <w:r w:rsidR="00D22EAD">
              <w:rPr>
                <w:rtl/>
              </w:rPr>
              <w:t xml:space="preserve"> </w:t>
            </w:r>
            <w:r w:rsidR="00D22EAD" w:rsidRPr="009647FC">
              <w:rPr>
                <w:rtl/>
              </w:rPr>
              <w:t>ا</w:t>
            </w:r>
            <w:r w:rsidRPr="009647FC">
              <w:rPr>
                <w:rtl/>
              </w:rPr>
              <w:t>لسم</w:t>
            </w:r>
            <w:r w:rsidR="00D22EAD" w:rsidRPr="009647FC">
              <w:rPr>
                <w:rtl/>
              </w:rPr>
              <w:t>ا</w:t>
            </w:r>
            <w:r w:rsidR="00D22EAD">
              <w:rPr>
                <w:rtl/>
              </w:rPr>
              <w:t xml:space="preserve"> </w:t>
            </w:r>
            <w:r w:rsidRPr="009647FC">
              <w:rPr>
                <w:rtl/>
              </w:rPr>
              <w:t>حج</w:t>
            </w:r>
            <w:r w:rsidR="00D22EAD" w:rsidRPr="009647FC">
              <w:rPr>
                <w:rtl/>
              </w:rPr>
              <w:t>ّابها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حزتم</w:t>
            </w:r>
            <w:r w:rsidR="00D22EAD">
              <w:rPr>
                <w:rtl/>
              </w:rPr>
              <w:t xml:space="preserve"> </w:t>
            </w:r>
            <w:r w:rsidRPr="009647FC">
              <w:rPr>
                <w:rtl/>
              </w:rPr>
              <w:t>بن</w:t>
            </w:r>
            <w:r w:rsidR="00D22EAD" w:rsidRPr="009647FC">
              <w:rPr>
                <w:rtl/>
              </w:rPr>
              <w:t>ي</w:t>
            </w:r>
            <w:r w:rsidR="00D22EAD">
              <w:rPr>
                <w:rtl/>
              </w:rPr>
              <w:t xml:space="preserve"> </w:t>
            </w:r>
            <w:r w:rsidR="00D22EAD" w:rsidRPr="009647FC">
              <w:rPr>
                <w:rtl/>
              </w:rPr>
              <w:t>ا</w:t>
            </w:r>
            <w:r w:rsidRPr="009647FC">
              <w:rPr>
                <w:rtl/>
              </w:rPr>
              <w:t>لن</w:t>
            </w:r>
            <w:r w:rsidR="00D22EAD" w:rsidRPr="009647FC">
              <w:rPr>
                <w:rtl/>
              </w:rPr>
              <w:t>بأ</w:t>
            </w:r>
            <w:r w:rsidR="00D22EAD">
              <w:rPr>
                <w:rtl/>
              </w:rPr>
              <w:t xml:space="preserve"> </w:t>
            </w:r>
            <w:r w:rsidR="00D22EAD" w:rsidRPr="009647FC">
              <w:rPr>
                <w:rtl/>
              </w:rPr>
              <w:t>ا</w:t>
            </w:r>
            <w:r w:rsidRPr="009647FC">
              <w:rPr>
                <w:rtl/>
              </w:rPr>
              <w:t>لع</w:t>
            </w:r>
            <w:r w:rsidR="00D22EAD" w:rsidRPr="009647FC">
              <w:rPr>
                <w:rtl/>
              </w:rPr>
              <w:t>ظيم</w:t>
            </w:r>
            <w:r w:rsidR="00D22EAD">
              <w:rPr>
                <w:rtl/>
              </w:rPr>
              <w:t xml:space="preserve"> </w:t>
            </w:r>
            <w:r w:rsidRPr="009647FC">
              <w:rPr>
                <w:rtl/>
              </w:rPr>
              <w:t>مآ</w:t>
            </w:r>
            <w:r w:rsidR="00D22EAD" w:rsidRPr="009647FC">
              <w:rPr>
                <w:rtl/>
              </w:rPr>
              <w:t>ثراً</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Pr="00524A24" w:rsidRDefault="00A72677" w:rsidP="00697162">
            <w:pPr>
              <w:pStyle w:val="libPoem"/>
            </w:pPr>
            <w:r w:rsidRPr="009647FC">
              <w:rPr>
                <w:rtl/>
              </w:rPr>
              <w:t>حتى</w:t>
            </w:r>
            <w:r w:rsidR="00D22EAD">
              <w:rPr>
                <w:rtl/>
              </w:rPr>
              <w:t xml:space="preserve"> </w:t>
            </w:r>
            <w:r w:rsidR="00D22EAD" w:rsidRPr="009647FC">
              <w:rPr>
                <w:rtl/>
              </w:rPr>
              <w:t>ا</w:t>
            </w:r>
            <w:r w:rsidRPr="009647FC">
              <w:rPr>
                <w:rtl/>
              </w:rPr>
              <w:t>لم</w:t>
            </w:r>
            <w:r w:rsidR="00D22EAD" w:rsidRPr="009647FC">
              <w:rPr>
                <w:rtl/>
              </w:rPr>
              <w:t>لائك</w:t>
            </w:r>
            <w:r w:rsidR="00D22EAD">
              <w:rPr>
                <w:rtl/>
              </w:rPr>
              <w:t xml:space="preserve"> </w:t>
            </w:r>
            <w:r w:rsidR="00D22EAD" w:rsidRPr="009647FC">
              <w:rPr>
                <w:rtl/>
              </w:rPr>
              <w:t>لا</w:t>
            </w:r>
            <w:r w:rsidR="00D22EAD">
              <w:rPr>
                <w:rtl/>
              </w:rPr>
              <w:t xml:space="preserve"> </w:t>
            </w:r>
            <w:r w:rsidRPr="009647FC">
              <w:rPr>
                <w:rtl/>
              </w:rPr>
              <w:t>تط</w:t>
            </w:r>
            <w:r w:rsidR="00D22EAD" w:rsidRPr="009647FC">
              <w:rPr>
                <w:rtl/>
              </w:rPr>
              <w:t>يق</w:t>
            </w:r>
            <w:r w:rsidR="00D22EAD">
              <w:rPr>
                <w:rtl/>
              </w:rPr>
              <w:t xml:space="preserve"> </w:t>
            </w:r>
            <w:r w:rsidRPr="009647FC">
              <w:rPr>
                <w:rtl/>
              </w:rPr>
              <w:t>حس</w:t>
            </w:r>
            <w:r w:rsidR="00D22EAD" w:rsidRPr="009647FC">
              <w:rPr>
                <w:rtl/>
              </w:rPr>
              <w:t>ابها</w:t>
            </w:r>
            <w:r w:rsidR="00D22EAD"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22EAD" w:rsidRPr="00524A24" w:rsidTr="00D22EAD">
        <w:trPr>
          <w:trHeight w:val="350"/>
        </w:trPr>
        <w:tc>
          <w:tcPr>
            <w:tcW w:w="3527" w:type="dxa"/>
          </w:tcPr>
          <w:p w:rsidR="00D22EAD" w:rsidRPr="00524A24" w:rsidRDefault="00A72677" w:rsidP="00697162">
            <w:pPr>
              <w:pStyle w:val="libPoem"/>
            </w:pPr>
            <w:r w:rsidRPr="009647FC">
              <w:rPr>
                <w:rtl/>
              </w:rPr>
              <w:lastRenderedPageBreak/>
              <w:t>فيم</w:t>
            </w:r>
            <w:r w:rsidR="00677BC4">
              <w:rPr>
                <w:rtl/>
              </w:rPr>
              <w:t>َ</w:t>
            </w:r>
            <w:r w:rsidR="00D22EAD" w:rsidRPr="009647FC">
              <w:rPr>
                <w:rtl/>
              </w:rPr>
              <w:t>نْ</w:t>
            </w:r>
            <w:r w:rsidR="004C00A8">
              <w:rPr>
                <w:rtl/>
              </w:rPr>
              <w:t xml:space="preserve"> </w:t>
            </w:r>
            <w:r w:rsidRPr="009647FC">
              <w:rPr>
                <w:rtl/>
              </w:rPr>
              <w:t>تفا</w:t>
            </w:r>
            <w:r w:rsidR="00D22EAD" w:rsidRPr="009647FC">
              <w:rPr>
                <w:rtl/>
              </w:rPr>
              <w:t>خرُ</w:t>
            </w:r>
            <w:r w:rsidR="00D22EAD">
              <w:rPr>
                <w:rtl/>
              </w:rPr>
              <w:t xml:space="preserve"> </w:t>
            </w:r>
            <w:r w:rsidR="00D22EAD" w:rsidRPr="009647FC">
              <w:rPr>
                <w:rtl/>
              </w:rPr>
              <w:t>وا</w:t>
            </w:r>
            <w:r w:rsidRPr="009647FC">
              <w:rPr>
                <w:rtl/>
              </w:rPr>
              <w:t>لو</w:t>
            </w:r>
            <w:r w:rsidR="00D22EAD" w:rsidRPr="009647FC">
              <w:rPr>
                <w:rtl/>
              </w:rPr>
              <w:t>رى</w:t>
            </w:r>
            <w:r w:rsidR="00D22EAD">
              <w:rPr>
                <w:rtl/>
              </w:rPr>
              <w:t xml:space="preserve"> </w:t>
            </w:r>
            <w:r w:rsidRPr="009647FC">
              <w:rPr>
                <w:rtl/>
              </w:rPr>
              <w:t>بأ</w:t>
            </w:r>
            <w:r w:rsidR="00D22EAD" w:rsidRPr="009647FC">
              <w:rPr>
                <w:rtl/>
              </w:rPr>
              <w:t>كفكم</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جعل</w:t>
            </w:r>
            <w:r w:rsidR="004C00A8">
              <w:rPr>
                <w:rtl/>
              </w:rPr>
              <w:t xml:space="preserve"> </w:t>
            </w:r>
            <w:r w:rsidR="00D22EAD" w:rsidRPr="009647FC">
              <w:rPr>
                <w:rtl/>
              </w:rPr>
              <w:t>الإلهُ</w:t>
            </w:r>
            <w:r w:rsidR="00D22EAD">
              <w:rPr>
                <w:rtl/>
              </w:rPr>
              <w:t xml:space="preserve"> </w:t>
            </w:r>
            <w:r w:rsidRPr="009647FC">
              <w:rPr>
                <w:rtl/>
              </w:rPr>
              <w:t>ثو</w:t>
            </w:r>
            <w:r w:rsidR="00D22EAD" w:rsidRPr="009647FC">
              <w:rPr>
                <w:rtl/>
              </w:rPr>
              <w:t>ا</w:t>
            </w:r>
            <w:r w:rsidRPr="009647FC">
              <w:rPr>
                <w:rtl/>
              </w:rPr>
              <w:t>به</w:t>
            </w:r>
            <w:r w:rsidR="00D22EAD" w:rsidRPr="009647FC">
              <w:rPr>
                <w:rtl/>
              </w:rPr>
              <w:t>ا</w:t>
            </w:r>
            <w:r w:rsidR="00D22EAD">
              <w:rPr>
                <w:rtl/>
              </w:rPr>
              <w:t xml:space="preserve"> </w:t>
            </w:r>
            <w:r w:rsidR="00D22EAD" w:rsidRPr="009647FC">
              <w:rPr>
                <w:rtl/>
              </w:rPr>
              <w:t>و</w:t>
            </w:r>
            <w:r w:rsidRPr="009647FC">
              <w:rPr>
                <w:rtl/>
              </w:rPr>
              <w:t>عق</w:t>
            </w:r>
            <w:r w:rsidR="00D22EAD" w:rsidRPr="009647FC">
              <w:rPr>
                <w:rtl/>
              </w:rPr>
              <w:t>اب</w:t>
            </w:r>
            <w:r w:rsidR="00677BC4">
              <w:rPr>
                <w:rtl/>
              </w:rPr>
              <w:t>َ</w:t>
            </w:r>
            <w:r w:rsidR="00D22EAD" w:rsidRPr="009647FC">
              <w:rPr>
                <w:rtl/>
              </w:rPr>
              <w:t>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كن</w:t>
            </w:r>
            <w:r w:rsidR="00D22EAD" w:rsidRPr="009647FC">
              <w:rPr>
                <w:rtl/>
              </w:rPr>
              <w:t>تم</w:t>
            </w:r>
            <w:r w:rsidR="00D22EAD">
              <w:rPr>
                <w:rtl/>
              </w:rPr>
              <w:t xml:space="preserve"> </w:t>
            </w:r>
            <w:r w:rsidRPr="009647FC">
              <w:rPr>
                <w:rtl/>
              </w:rPr>
              <w:t>عل</w:t>
            </w:r>
            <w:r w:rsidR="00D22EAD" w:rsidRPr="009647FC">
              <w:rPr>
                <w:rtl/>
              </w:rPr>
              <w:t>ى</w:t>
            </w:r>
            <w:r w:rsidR="00D22EAD">
              <w:rPr>
                <w:rtl/>
              </w:rPr>
              <w:t xml:space="preserve"> </w:t>
            </w:r>
            <w:r w:rsidR="00D22EAD" w:rsidRPr="009647FC">
              <w:rPr>
                <w:rtl/>
              </w:rPr>
              <w:t>أو</w:t>
            </w:r>
            <w:r w:rsidRPr="009647FC">
              <w:rPr>
                <w:rtl/>
              </w:rPr>
              <w:t>لى</w:t>
            </w:r>
            <w:r w:rsidR="00D22EAD">
              <w:rPr>
                <w:rtl/>
              </w:rPr>
              <w:t xml:space="preserve"> </w:t>
            </w:r>
            <w:r w:rsidR="00D22EAD" w:rsidRPr="009647FC">
              <w:rPr>
                <w:rtl/>
              </w:rPr>
              <w:t>ا</w:t>
            </w:r>
            <w:r w:rsidRPr="009647FC">
              <w:rPr>
                <w:rtl/>
              </w:rPr>
              <w:t>لز</w:t>
            </w:r>
            <w:r w:rsidR="00D22EAD" w:rsidRPr="009647FC">
              <w:rPr>
                <w:rtl/>
              </w:rPr>
              <w:t>مان</w:t>
            </w:r>
            <w:r w:rsidR="00D22EAD">
              <w:rPr>
                <w:rtl/>
              </w:rPr>
              <w:t xml:space="preserve"> </w:t>
            </w:r>
            <w:r w:rsidR="00D22EAD" w:rsidRPr="009647FC">
              <w:rPr>
                <w:rtl/>
              </w:rPr>
              <w:t>رؤوسها</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شرقا</w:t>
            </w:r>
            <w:r w:rsidR="00D22EAD" w:rsidRPr="009647FC">
              <w:rPr>
                <w:rtl/>
              </w:rPr>
              <w:t>ً</w:t>
            </w:r>
            <w:r w:rsidR="00D22EAD">
              <w:rPr>
                <w:rtl/>
              </w:rPr>
              <w:t xml:space="preserve"> </w:t>
            </w:r>
            <w:r w:rsidR="00D22EAD" w:rsidRPr="009647FC">
              <w:rPr>
                <w:rtl/>
              </w:rPr>
              <w:t>وكان</w:t>
            </w:r>
            <w:r w:rsidR="00D22EAD">
              <w:rPr>
                <w:rtl/>
              </w:rPr>
              <w:t xml:space="preserve"> </w:t>
            </w:r>
            <w:r w:rsidRPr="009647FC">
              <w:rPr>
                <w:rtl/>
              </w:rPr>
              <w:t>سو</w:t>
            </w:r>
            <w:r w:rsidR="00D22EAD" w:rsidRPr="009647FC">
              <w:rPr>
                <w:rtl/>
              </w:rPr>
              <w:t>ا</w:t>
            </w:r>
            <w:r w:rsidRPr="009647FC">
              <w:rPr>
                <w:rtl/>
              </w:rPr>
              <w:t>كم</w:t>
            </w:r>
            <w:r w:rsidR="00D22EAD" w:rsidRPr="009647FC">
              <w:rPr>
                <w:rtl/>
              </w:rPr>
              <w:t>ُ</w:t>
            </w:r>
            <w:r w:rsidR="00D22EAD">
              <w:rPr>
                <w:rtl/>
              </w:rPr>
              <w:t xml:space="preserve"> </w:t>
            </w:r>
            <w:r w:rsidR="00D22EAD" w:rsidRPr="009647FC">
              <w:rPr>
                <w:rtl/>
              </w:rPr>
              <w:t>أذ</w:t>
            </w:r>
            <w:r w:rsidRPr="009647FC">
              <w:rPr>
                <w:rtl/>
              </w:rPr>
              <w:t>نا</w:t>
            </w:r>
            <w:r w:rsidR="00D22EAD" w:rsidRPr="009647FC">
              <w:rPr>
                <w:rtl/>
              </w:rPr>
              <w:t>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9647FC">
              <w:rPr>
                <w:rtl/>
              </w:rPr>
              <w:t>و</w:t>
            </w:r>
            <w:r w:rsidR="00A72677" w:rsidRPr="009647FC">
              <w:rPr>
                <w:rtl/>
              </w:rPr>
              <w:t>لها</w:t>
            </w:r>
            <w:r w:rsidRPr="009647FC">
              <w:rPr>
                <w:rtl/>
              </w:rPr>
              <w:t>شمٍ</w:t>
            </w:r>
            <w:r>
              <w:rPr>
                <w:rtl/>
              </w:rPr>
              <w:t xml:space="preserve"> </w:t>
            </w:r>
            <w:r w:rsidRPr="009647FC">
              <w:rPr>
                <w:rtl/>
              </w:rPr>
              <w:t>في</w:t>
            </w:r>
            <w:r>
              <w:rPr>
                <w:rtl/>
              </w:rPr>
              <w:t xml:space="preserve"> </w:t>
            </w:r>
            <w:r w:rsidR="00A72677" w:rsidRPr="009647FC">
              <w:rPr>
                <w:rtl/>
              </w:rPr>
              <w:t>كل</w:t>
            </w:r>
            <w:r w:rsidRPr="009647FC">
              <w:rPr>
                <w:rtl/>
              </w:rPr>
              <w:t>ّ</w:t>
            </w:r>
            <w:r>
              <w:rPr>
                <w:rtl/>
              </w:rPr>
              <w:t xml:space="preserve"> </w:t>
            </w:r>
            <w:r w:rsidR="00A72677" w:rsidRPr="009647FC">
              <w:rPr>
                <w:rtl/>
              </w:rPr>
              <w:t>عص</w:t>
            </w:r>
            <w:r w:rsidRPr="009647FC">
              <w:rPr>
                <w:rtl/>
              </w:rPr>
              <w:t>رٍ</w:t>
            </w:r>
            <w:r>
              <w:rPr>
                <w:rtl/>
              </w:rPr>
              <w:t xml:space="preserve"> </w:t>
            </w:r>
            <w:r w:rsidR="00A72677" w:rsidRPr="009647FC">
              <w:rPr>
                <w:rtl/>
              </w:rPr>
              <w:t>سي</w:t>
            </w:r>
            <w:r w:rsidRPr="009647FC">
              <w:rPr>
                <w:rtl/>
              </w:rPr>
              <w:t>ّدٌ</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يجد</w:t>
            </w:r>
            <w:r w:rsidR="00D22EAD" w:rsidRPr="009647FC">
              <w:rPr>
                <w:rtl/>
              </w:rPr>
              <w:t>ونهُ</w:t>
            </w:r>
            <w:r w:rsidR="00D22EAD">
              <w:rPr>
                <w:rtl/>
              </w:rPr>
              <w:t xml:space="preserve"> </w:t>
            </w:r>
            <w:r w:rsidRPr="009647FC">
              <w:rPr>
                <w:rtl/>
              </w:rPr>
              <w:t>لص</w:t>
            </w:r>
            <w:r w:rsidR="00D22EAD" w:rsidRPr="009647FC">
              <w:rPr>
                <w:rtl/>
              </w:rPr>
              <w:t>دوعهم</w:t>
            </w:r>
            <w:r w:rsidR="00D22EAD">
              <w:rPr>
                <w:rtl/>
              </w:rPr>
              <w:t xml:space="preserve"> </w:t>
            </w:r>
            <w:r w:rsidR="00D22EAD" w:rsidRPr="009647FC">
              <w:rPr>
                <w:rtl/>
              </w:rPr>
              <w:t>رءا</w:t>
            </w:r>
            <w:r w:rsidRPr="009647FC">
              <w:rPr>
                <w:rtl/>
              </w:rPr>
              <w:t>به</w:t>
            </w:r>
            <w:r w:rsidR="00D22EAD" w:rsidRPr="009647FC">
              <w:rPr>
                <w:rtl/>
              </w:rPr>
              <w:t>ا</w:t>
            </w:r>
            <w:r w:rsidR="00D22EAD" w:rsidRPr="004E7EC6">
              <w:rPr>
                <w:rStyle w:val="libFootnotenumChar"/>
                <w:rtl/>
              </w:rPr>
              <w:t>(1)</w:t>
            </w:r>
            <w:r w:rsidR="00D22EAD"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9647FC">
              <w:rPr>
                <w:rtl/>
              </w:rPr>
              <w:t>وا</w:t>
            </w:r>
            <w:r w:rsidR="00A72677" w:rsidRPr="009647FC">
              <w:rPr>
                <w:rtl/>
              </w:rPr>
              <w:t>لي</w:t>
            </w:r>
            <w:r w:rsidRPr="009647FC">
              <w:rPr>
                <w:rtl/>
              </w:rPr>
              <w:t>وم</w:t>
            </w:r>
            <w:r w:rsidR="00677BC4">
              <w:rPr>
                <w:rtl/>
              </w:rPr>
              <w:t>َ</w:t>
            </w:r>
            <w:r>
              <w:rPr>
                <w:rtl/>
              </w:rPr>
              <w:t xml:space="preserve"> </w:t>
            </w:r>
            <w:r w:rsidRPr="009647FC">
              <w:rPr>
                <w:rtl/>
              </w:rPr>
              <w:t>أ</w:t>
            </w:r>
            <w:r w:rsidR="00A72677" w:rsidRPr="009647FC">
              <w:rPr>
                <w:rtl/>
              </w:rPr>
              <w:t>نت</w:t>
            </w:r>
            <w:r>
              <w:rPr>
                <w:rtl/>
              </w:rPr>
              <w:t xml:space="preserve"> </w:t>
            </w:r>
            <w:r w:rsidRPr="009647FC">
              <w:rPr>
                <w:rtl/>
              </w:rPr>
              <w:t>و</w:t>
            </w:r>
            <w:r w:rsidR="00A72677" w:rsidRPr="009647FC">
              <w:rPr>
                <w:rtl/>
              </w:rPr>
              <w:t>حس</w:t>
            </w:r>
            <w:r w:rsidRPr="009647FC">
              <w:rPr>
                <w:rtl/>
              </w:rPr>
              <w:t>بهم</w:t>
            </w:r>
            <w:r>
              <w:rPr>
                <w:rtl/>
              </w:rPr>
              <w:t xml:space="preserve"> </w:t>
            </w:r>
            <w:r w:rsidR="00A72677" w:rsidRPr="009647FC">
              <w:rPr>
                <w:rtl/>
              </w:rPr>
              <w:t>بك</w:t>
            </w:r>
            <w:r>
              <w:rPr>
                <w:rtl/>
              </w:rPr>
              <w:t xml:space="preserve"> </w:t>
            </w:r>
            <w:r w:rsidR="00A72677" w:rsidRPr="009647FC">
              <w:rPr>
                <w:rtl/>
              </w:rPr>
              <w:t>سي</w:t>
            </w:r>
            <w:r w:rsidRPr="009647FC">
              <w:rPr>
                <w:rtl/>
              </w:rPr>
              <w:t>ّدا</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له</w:t>
            </w:r>
            <w:r w:rsidR="00D22EAD" w:rsidRPr="009647FC">
              <w:rPr>
                <w:rtl/>
              </w:rPr>
              <w:t>م</w:t>
            </w:r>
            <w:r w:rsidR="00D22EAD">
              <w:rPr>
                <w:rtl/>
              </w:rPr>
              <w:t xml:space="preserve"> </w:t>
            </w:r>
            <w:r w:rsidRPr="009647FC">
              <w:rPr>
                <w:rtl/>
              </w:rPr>
              <w:t>تر</w:t>
            </w:r>
            <w:r w:rsidR="00D22EAD" w:rsidRPr="009647FC">
              <w:rPr>
                <w:rtl/>
              </w:rPr>
              <w:t>وض</w:t>
            </w:r>
            <w:r w:rsidR="00D22EAD">
              <w:rPr>
                <w:rtl/>
              </w:rPr>
              <w:t xml:space="preserve"> </w:t>
            </w:r>
            <w:r w:rsidRPr="009647FC">
              <w:rPr>
                <w:rtl/>
              </w:rPr>
              <w:t>من</w:t>
            </w:r>
            <w:r w:rsidR="00D22EAD">
              <w:rPr>
                <w:rtl/>
              </w:rPr>
              <w:t xml:space="preserve"> </w:t>
            </w:r>
            <w:r w:rsidR="00D22EAD" w:rsidRPr="009647FC">
              <w:rPr>
                <w:rtl/>
              </w:rPr>
              <w:t>الأ</w:t>
            </w:r>
            <w:r w:rsidRPr="009647FC">
              <w:rPr>
                <w:rtl/>
              </w:rPr>
              <w:t>مو</w:t>
            </w:r>
            <w:r w:rsidR="00D22EAD" w:rsidRPr="009647FC">
              <w:rPr>
                <w:rtl/>
              </w:rPr>
              <w:t>رِ</w:t>
            </w:r>
            <w:r w:rsidR="00D22EAD">
              <w:rPr>
                <w:rtl/>
              </w:rPr>
              <w:t xml:space="preserve"> </w:t>
            </w:r>
            <w:r w:rsidR="00D22EAD" w:rsidRPr="009647FC">
              <w:rPr>
                <w:rtl/>
              </w:rPr>
              <w:t>صعابها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فح</w:t>
            </w:r>
            <w:r w:rsidR="00D22EAD" w:rsidRPr="009647FC">
              <w:rPr>
                <w:rtl/>
              </w:rPr>
              <w:t>دتْ</w:t>
            </w:r>
            <w:r w:rsidR="00D22EAD">
              <w:rPr>
                <w:rtl/>
              </w:rPr>
              <w:t xml:space="preserve"> </w:t>
            </w:r>
            <w:r w:rsidRPr="009647FC">
              <w:rPr>
                <w:rtl/>
              </w:rPr>
              <w:t>قو</w:t>
            </w:r>
            <w:r w:rsidR="00D22EAD" w:rsidRPr="009647FC">
              <w:rPr>
                <w:rtl/>
              </w:rPr>
              <w:t>افي</w:t>
            </w:r>
            <w:r w:rsidR="00D22EAD">
              <w:rPr>
                <w:rtl/>
              </w:rPr>
              <w:t xml:space="preserve"> </w:t>
            </w:r>
            <w:r w:rsidR="00D22EAD" w:rsidRPr="009647FC">
              <w:rPr>
                <w:rtl/>
              </w:rPr>
              <w:t>ا</w:t>
            </w:r>
            <w:r w:rsidRPr="009647FC">
              <w:rPr>
                <w:rtl/>
              </w:rPr>
              <w:t>لش</w:t>
            </w:r>
            <w:r w:rsidR="00D22EAD" w:rsidRPr="009647FC">
              <w:rPr>
                <w:rtl/>
              </w:rPr>
              <w:t>عرِ</w:t>
            </w:r>
            <w:r w:rsidR="00D22EAD">
              <w:rPr>
                <w:rtl/>
              </w:rPr>
              <w:t xml:space="preserve"> </w:t>
            </w:r>
            <w:r w:rsidRPr="009647FC">
              <w:rPr>
                <w:rtl/>
              </w:rPr>
              <w:t>با</w:t>
            </w:r>
            <w:r w:rsidR="00D22EAD" w:rsidRPr="009647FC">
              <w:rPr>
                <w:rtl/>
              </w:rPr>
              <w:t>سمك</w:t>
            </w:r>
            <w:r w:rsidR="00D22EAD">
              <w:rPr>
                <w:rtl/>
              </w:rPr>
              <w:t xml:space="preserve"> </w:t>
            </w:r>
            <w:r w:rsidR="00D22EAD" w:rsidRPr="009647FC">
              <w:rPr>
                <w:rtl/>
              </w:rPr>
              <w:t>مذ لها</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D22EAD" w:rsidP="00697162">
            <w:pPr>
              <w:pStyle w:val="libPoem"/>
            </w:pPr>
            <w:r w:rsidRPr="009647FC">
              <w:rPr>
                <w:rtl/>
              </w:rPr>
              <w:t>راضت</w:t>
            </w:r>
            <w:r>
              <w:rPr>
                <w:rtl/>
              </w:rPr>
              <w:t xml:space="preserve"> </w:t>
            </w:r>
            <w:r w:rsidRPr="009647FC">
              <w:rPr>
                <w:rtl/>
              </w:rPr>
              <w:t>خلائقك</w:t>
            </w:r>
            <w:r>
              <w:rPr>
                <w:rtl/>
              </w:rPr>
              <w:t xml:space="preserve"> </w:t>
            </w:r>
            <w:r w:rsidRPr="009647FC">
              <w:rPr>
                <w:rtl/>
              </w:rPr>
              <w:t>الحسان</w:t>
            </w:r>
            <w:r>
              <w:rPr>
                <w:rtl/>
              </w:rPr>
              <w:t xml:space="preserve"> </w:t>
            </w:r>
            <w:r w:rsidRPr="009647FC">
              <w:rPr>
                <w:rtl/>
              </w:rPr>
              <w:t>صعابها</w:t>
            </w:r>
            <w:r w:rsidRPr="004E7EC6">
              <w:rPr>
                <w:rStyle w:val="libFootnotenumChar"/>
                <w:rtl/>
              </w:rPr>
              <w:t>(2)</w:t>
            </w:r>
            <w:r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9647FC">
              <w:rPr>
                <w:rtl/>
              </w:rPr>
              <w:t>و</w:t>
            </w:r>
            <w:r w:rsidR="00A72677" w:rsidRPr="009647FC">
              <w:rPr>
                <w:rtl/>
              </w:rPr>
              <w:t>لق</w:t>
            </w:r>
            <w:r w:rsidRPr="009647FC">
              <w:rPr>
                <w:rtl/>
              </w:rPr>
              <w:t>د</w:t>
            </w:r>
            <w:r>
              <w:rPr>
                <w:rtl/>
              </w:rPr>
              <w:t xml:space="preserve"> </w:t>
            </w:r>
            <w:r w:rsidRPr="009647FC">
              <w:rPr>
                <w:rtl/>
              </w:rPr>
              <w:t>رأ</w:t>
            </w:r>
            <w:r w:rsidR="00A72677" w:rsidRPr="009647FC">
              <w:rPr>
                <w:rtl/>
              </w:rPr>
              <w:t>يت</w:t>
            </w:r>
            <w:r w:rsidRPr="009647FC">
              <w:rPr>
                <w:rtl/>
              </w:rPr>
              <w:t>ك</w:t>
            </w:r>
            <w:r>
              <w:rPr>
                <w:rtl/>
              </w:rPr>
              <w:t xml:space="preserve"> </w:t>
            </w:r>
            <w:r w:rsidR="00A72677" w:rsidRPr="009647FC">
              <w:rPr>
                <w:rtl/>
              </w:rPr>
              <w:t>في</w:t>
            </w:r>
            <w:r>
              <w:rPr>
                <w:rtl/>
              </w:rPr>
              <w:t xml:space="preserve"> </w:t>
            </w:r>
            <w:r w:rsidRPr="009647FC">
              <w:rPr>
                <w:rtl/>
              </w:rPr>
              <w:t>ا</w:t>
            </w:r>
            <w:r w:rsidR="00A72677" w:rsidRPr="009647FC">
              <w:rPr>
                <w:rtl/>
              </w:rPr>
              <w:t>لم</w:t>
            </w:r>
            <w:r w:rsidRPr="009647FC">
              <w:rPr>
                <w:rtl/>
              </w:rPr>
              <w:t>كارم</w:t>
            </w:r>
            <w:r>
              <w:rPr>
                <w:rtl/>
              </w:rPr>
              <w:t xml:space="preserve"> </w:t>
            </w:r>
            <w:r w:rsidR="00A72677" w:rsidRPr="009647FC">
              <w:rPr>
                <w:rtl/>
              </w:rPr>
              <w:t>مس</w:t>
            </w:r>
            <w:r w:rsidRPr="009647FC">
              <w:rPr>
                <w:rtl/>
              </w:rPr>
              <w:t>هبا</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فأ</w:t>
            </w:r>
            <w:r w:rsidR="00D22EAD" w:rsidRPr="009647FC">
              <w:rPr>
                <w:rtl/>
              </w:rPr>
              <w:t>طلن</w:t>
            </w:r>
            <w:r w:rsidR="00677BC4">
              <w:rPr>
                <w:rtl/>
              </w:rPr>
              <w:t>َ</w:t>
            </w:r>
            <w:r w:rsidR="00D22EAD">
              <w:rPr>
                <w:rtl/>
              </w:rPr>
              <w:t xml:space="preserve"> </w:t>
            </w:r>
            <w:r w:rsidRPr="009647FC">
              <w:rPr>
                <w:rtl/>
              </w:rPr>
              <w:t>عن</w:t>
            </w:r>
            <w:r w:rsidR="00D22EAD" w:rsidRPr="009647FC">
              <w:rPr>
                <w:rtl/>
              </w:rPr>
              <w:t>دك</w:t>
            </w:r>
            <w:r w:rsidR="00D22EAD">
              <w:rPr>
                <w:rtl/>
              </w:rPr>
              <w:t xml:space="preserve"> </w:t>
            </w:r>
            <w:r w:rsidRPr="009647FC">
              <w:rPr>
                <w:rtl/>
              </w:rPr>
              <w:t>في</w:t>
            </w:r>
            <w:r w:rsidR="00D22EAD">
              <w:rPr>
                <w:rtl/>
              </w:rPr>
              <w:t xml:space="preserve"> </w:t>
            </w:r>
            <w:r w:rsidR="00D22EAD" w:rsidRPr="009647FC">
              <w:rPr>
                <w:rtl/>
              </w:rPr>
              <w:t>ا</w:t>
            </w:r>
            <w:r w:rsidRPr="009647FC">
              <w:rPr>
                <w:rtl/>
              </w:rPr>
              <w:t>لث</w:t>
            </w:r>
            <w:r w:rsidR="00D22EAD" w:rsidRPr="009647FC">
              <w:rPr>
                <w:rtl/>
              </w:rPr>
              <w:t>نا</w:t>
            </w:r>
            <w:r w:rsidR="00D22EAD">
              <w:rPr>
                <w:rtl/>
              </w:rPr>
              <w:t xml:space="preserve"> </w:t>
            </w:r>
            <w:r w:rsidR="00D22EAD" w:rsidRPr="009647FC">
              <w:rPr>
                <w:rtl/>
              </w:rPr>
              <w:t>إسهابها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فط</w:t>
            </w:r>
            <w:r w:rsidR="00D22EAD" w:rsidRPr="009647FC">
              <w:rPr>
                <w:rtl/>
              </w:rPr>
              <w:t>رحن</w:t>
            </w:r>
            <w:r w:rsidR="00677BC4">
              <w:rPr>
                <w:rtl/>
              </w:rPr>
              <w:t>َ</w:t>
            </w:r>
            <w:r w:rsidR="004C00A8">
              <w:rPr>
                <w:rtl/>
              </w:rPr>
              <w:t xml:space="preserve"> </w:t>
            </w:r>
            <w:r w:rsidRPr="009647FC">
              <w:rPr>
                <w:rtl/>
              </w:rPr>
              <w:t>في</w:t>
            </w:r>
            <w:r w:rsidR="00D22EAD">
              <w:rPr>
                <w:rtl/>
              </w:rPr>
              <w:t xml:space="preserve"> </w:t>
            </w:r>
            <w:r w:rsidR="00D22EAD" w:rsidRPr="009647FC">
              <w:rPr>
                <w:rtl/>
              </w:rPr>
              <w:t>أ</w:t>
            </w:r>
            <w:r w:rsidRPr="009647FC">
              <w:rPr>
                <w:rtl/>
              </w:rPr>
              <w:t>فن</w:t>
            </w:r>
            <w:r w:rsidR="00D22EAD" w:rsidRPr="009647FC">
              <w:rPr>
                <w:rtl/>
              </w:rPr>
              <w:t>اء</w:t>
            </w:r>
            <w:r w:rsidR="00D22EAD">
              <w:rPr>
                <w:rtl/>
              </w:rPr>
              <w:t xml:space="preserve"> </w:t>
            </w:r>
            <w:r w:rsidRPr="009647FC">
              <w:rPr>
                <w:rtl/>
              </w:rPr>
              <w:t>مج</w:t>
            </w:r>
            <w:r w:rsidR="00D22EAD" w:rsidRPr="009647FC">
              <w:rPr>
                <w:rtl/>
              </w:rPr>
              <w:t>دك</w:t>
            </w:r>
            <w:r w:rsidR="00D22EAD">
              <w:rPr>
                <w:rtl/>
              </w:rPr>
              <w:t xml:space="preserve"> </w:t>
            </w:r>
            <w:r w:rsidRPr="009647FC">
              <w:rPr>
                <w:rtl/>
              </w:rPr>
              <w:t>ثق</w:t>
            </w:r>
            <w:r w:rsidR="00D22EAD" w:rsidRPr="009647FC">
              <w:rPr>
                <w:rtl/>
              </w:rPr>
              <w:t>لها</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D22EAD" w:rsidP="00697162">
            <w:pPr>
              <w:pStyle w:val="libPoem"/>
            </w:pPr>
            <w:r w:rsidRPr="009647FC">
              <w:rPr>
                <w:rtl/>
              </w:rPr>
              <w:t>و</w:t>
            </w:r>
            <w:r w:rsidR="00A72677" w:rsidRPr="009647FC">
              <w:rPr>
                <w:rtl/>
              </w:rPr>
              <w:t>نضو</w:t>
            </w:r>
            <w:r w:rsidRPr="009647FC">
              <w:rPr>
                <w:rtl/>
              </w:rPr>
              <w:t>ن</w:t>
            </w:r>
            <w:r w:rsidR="00677BC4">
              <w:rPr>
                <w:rtl/>
              </w:rPr>
              <w:t>َ</w:t>
            </w:r>
            <w:r>
              <w:rPr>
                <w:rtl/>
              </w:rPr>
              <w:t xml:space="preserve"> </w:t>
            </w:r>
            <w:r w:rsidR="00A72677" w:rsidRPr="009647FC">
              <w:rPr>
                <w:rtl/>
              </w:rPr>
              <w:t>عن</w:t>
            </w:r>
            <w:r>
              <w:rPr>
                <w:rtl/>
              </w:rPr>
              <w:t xml:space="preserve"> </w:t>
            </w:r>
            <w:r w:rsidRPr="009647FC">
              <w:rPr>
                <w:rtl/>
              </w:rPr>
              <w:t>أ</w:t>
            </w:r>
            <w:r w:rsidR="00A72677" w:rsidRPr="009647FC">
              <w:rPr>
                <w:rtl/>
              </w:rPr>
              <w:t>نض</w:t>
            </w:r>
            <w:r w:rsidRPr="009647FC">
              <w:rPr>
                <w:rtl/>
              </w:rPr>
              <w:t>ائهن</w:t>
            </w:r>
            <w:r>
              <w:rPr>
                <w:rtl/>
              </w:rPr>
              <w:t xml:space="preserve"> </w:t>
            </w:r>
            <w:r w:rsidR="00A72677" w:rsidRPr="009647FC">
              <w:rPr>
                <w:rtl/>
              </w:rPr>
              <w:t>حق</w:t>
            </w:r>
            <w:r w:rsidRPr="009647FC">
              <w:rPr>
                <w:rtl/>
              </w:rPr>
              <w:t>ابها</w:t>
            </w:r>
            <w:r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9647FC">
              <w:rPr>
                <w:rtl/>
              </w:rPr>
              <w:t>وأطفن</w:t>
            </w:r>
            <w:r>
              <w:rPr>
                <w:rtl/>
              </w:rPr>
              <w:t xml:space="preserve"> </w:t>
            </w:r>
            <w:r w:rsidRPr="009647FC">
              <w:rPr>
                <w:rtl/>
              </w:rPr>
              <w:t>منك</w:t>
            </w:r>
            <w:r>
              <w:rPr>
                <w:rtl/>
              </w:rPr>
              <w:t xml:space="preserve"> </w:t>
            </w:r>
            <w:r w:rsidRPr="009647FC">
              <w:rPr>
                <w:rtl/>
              </w:rPr>
              <w:t>بجنبِ</w:t>
            </w:r>
            <w:r>
              <w:rPr>
                <w:rtl/>
              </w:rPr>
              <w:t xml:space="preserve"> </w:t>
            </w:r>
            <w:r w:rsidRPr="009647FC">
              <w:rPr>
                <w:rtl/>
              </w:rPr>
              <w:t>أكرم</w:t>
            </w:r>
            <w:r>
              <w:rPr>
                <w:rtl/>
              </w:rPr>
              <w:t xml:space="preserve"> </w:t>
            </w:r>
            <w:r w:rsidRPr="009647FC">
              <w:rPr>
                <w:rtl/>
              </w:rPr>
              <w:t>منْ</w:t>
            </w:r>
            <w:r>
              <w:rPr>
                <w:rtl/>
              </w:rPr>
              <w:t xml:space="preserve"> </w:t>
            </w:r>
            <w:r w:rsidRPr="009647FC">
              <w:rPr>
                <w:rtl/>
              </w:rPr>
              <w:t>رعى</w:t>
            </w:r>
            <w:r w:rsidRPr="004E7EC6">
              <w:rPr>
                <w:rStyle w:val="libFootnotenumChar"/>
                <w:rtl/>
              </w:rPr>
              <w:t>(3)</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لبن</w:t>
            </w:r>
            <w:r w:rsidR="00D22EAD" w:rsidRPr="009647FC">
              <w:rPr>
                <w:rtl/>
              </w:rPr>
              <w:t>ى</w:t>
            </w:r>
            <w:r w:rsidR="00D22EAD">
              <w:rPr>
                <w:rtl/>
              </w:rPr>
              <w:t xml:space="preserve"> </w:t>
            </w:r>
            <w:r w:rsidR="00D22EAD" w:rsidRPr="009647FC">
              <w:rPr>
                <w:rtl/>
              </w:rPr>
              <w:t>أرومة</w:t>
            </w:r>
            <w:r w:rsidR="00D22EAD">
              <w:rPr>
                <w:rtl/>
              </w:rPr>
              <w:t xml:space="preserve"> </w:t>
            </w:r>
            <w:r w:rsidRPr="009647FC">
              <w:rPr>
                <w:rtl/>
              </w:rPr>
              <w:t>مجد</w:t>
            </w:r>
            <w:r w:rsidR="00D22EAD" w:rsidRPr="009647FC">
              <w:rPr>
                <w:rtl/>
              </w:rPr>
              <w:t>ه</w:t>
            </w:r>
            <w:r w:rsidR="00D22EAD">
              <w:rPr>
                <w:rtl/>
              </w:rPr>
              <w:t xml:space="preserve"> </w:t>
            </w:r>
            <w:r w:rsidR="00D22EAD" w:rsidRPr="009647FC">
              <w:rPr>
                <w:rtl/>
              </w:rPr>
              <w:t>أ</w:t>
            </w:r>
            <w:r w:rsidRPr="009647FC">
              <w:rPr>
                <w:rtl/>
              </w:rPr>
              <w:t>نس</w:t>
            </w:r>
            <w:r w:rsidR="00D22EAD" w:rsidRPr="009647FC">
              <w:rPr>
                <w:rtl/>
              </w:rPr>
              <w:t>ابها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يطل</w:t>
            </w:r>
            <w:r w:rsidR="00D22EAD" w:rsidRPr="009647FC">
              <w:rPr>
                <w:rtl/>
              </w:rPr>
              <w:t>بن</w:t>
            </w:r>
            <w:r w:rsidR="00D22EAD">
              <w:rPr>
                <w:rtl/>
              </w:rPr>
              <w:t xml:space="preserve"> </w:t>
            </w:r>
            <w:r w:rsidRPr="009647FC">
              <w:rPr>
                <w:rtl/>
              </w:rPr>
              <w:t>من</w:t>
            </w:r>
            <w:r w:rsidR="00D22EAD" w:rsidRPr="009647FC">
              <w:rPr>
                <w:rtl/>
              </w:rPr>
              <w:t>ك</w:t>
            </w:r>
            <w:r w:rsidR="00D22EAD">
              <w:rPr>
                <w:rtl/>
              </w:rPr>
              <w:t xml:space="preserve"> </w:t>
            </w:r>
            <w:r w:rsidRPr="009647FC">
              <w:rPr>
                <w:rtl/>
              </w:rPr>
              <w:t>عن</w:t>
            </w:r>
            <w:r w:rsidR="00D22EAD" w:rsidRPr="009647FC">
              <w:rPr>
                <w:rtl/>
              </w:rPr>
              <w:t>اية</w:t>
            </w:r>
            <w:r w:rsidR="00D22EAD">
              <w:rPr>
                <w:rtl/>
              </w:rPr>
              <w:t xml:space="preserve"> </w:t>
            </w:r>
            <w:r w:rsidRPr="009647FC">
              <w:rPr>
                <w:rtl/>
              </w:rPr>
              <w:t>نس</w:t>
            </w:r>
            <w:r w:rsidR="00D22EAD" w:rsidRPr="009647FC">
              <w:rPr>
                <w:rtl/>
              </w:rPr>
              <w:t>مو</w:t>
            </w:r>
            <w:r w:rsidR="00D22EAD">
              <w:rPr>
                <w:rtl/>
              </w:rPr>
              <w:t xml:space="preserve"> </w:t>
            </w:r>
            <w:r w:rsidRPr="009647FC">
              <w:rPr>
                <w:rtl/>
              </w:rPr>
              <w:t>به</w:t>
            </w:r>
            <w:r w:rsidR="00D22EAD" w:rsidRPr="009647FC">
              <w:rPr>
                <w:rtl/>
              </w:rPr>
              <w:t>ا</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حت</w:t>
            </w:r>
            <w:r w:rsidR="00D22EAD" w:rsidRPr="009647FC">
              <w:rPr>
                <w:rtl/>
              </w:rPr>
              <w:t>ى</w:t>
            </w:r>
            <w:r w:rsidR="00D22EAD">
              <w:rPr>
                <w:rtl/>
              </w:rPr>
              <w:t xml:space="preserve"> </w:t>
            </w:r>
            <w:r w:rsidRPr="009647FC">
              <w:rPr>
                <w:rtl/>
              </w:rPr>
              <w:t>نط</w:t>
            </w:r>
            <w:r w:rsidR="00D22EAD" w:rsidRPr="009647FC">
              <w:rPr>
                <w:rtl/>
              </w:rPr>
              <w:t>اول</w:t>
            </w:r>
            <w:r w:rsidR="00D22EAD">
              <w:rPr>
                <w:rtl/>
              </w:rPr>
              <w:t xml:space="preserve"> </w:t>
            </w:r>
            <w:r w:rsidRPr="009647FC">
              <w:rPr>
                <w:rtl/>
              </w:rPr>
              <w:t>في</w:t>
            </w:r>
            <w:r w:rsidR="00D22EAD">
              <w:rPr>
                <w:rtl/>
              </w:rPr>
              <w:t xml:space="preserve"> </w:t>
            </w:r>
            <w:r w:rsidR="00D22EAD" w:rsidRPr="009647FC">
              <w:rPr>
                <w:rtl/>
              </w:rPr>
              <w:t>ا</w:t>
            </w:r>
            <w:r w:rsidRPr="009647FC">
              <w:rPr>
                <w:rtl/>
              </w:rPr>
              <w:t>لع</w:t>
            </w:r>
            <w:r w:rsidR="00D22EAD" w:rsidRPr="009647FC">
              <w:rPr>
                <w:rtl/>
              </w:rPr>
              <w:t>ُلى</w:t>
            </w:r>
            <w:r w:rsidR="00D22EAD">
              <w:rPr>
                <w:rtl/>
              </w:rPr>
              <w:t xml:space="preserve"> </w:t>
            </w:r>
            <w:r w:rsidR="00D22EAD" w:rsidRPr="009647FC">
              <w:rPr>
                <w:rtl/>
              </w:rPr>
              <w:t>أر</w:t>
            </w:r>
            <w:r w:rsidRPr="009647FC">
              <w:rPr>
                <w:rtl/>
              </w:rPr>
              <w:t>با</w:t>
            </w:r>
            <w:r w:rsidR="00D22EAD" w:rsidRPr="009647FC">
              <w:rPr>
                <w:rtl/>
              </w:rPr>
              <w:t>بها</w:t>
            </w:r>
            <w:r w:rsidR="00D22EAD" w:rsidRPr="00725071">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A72677">
              <w:rPr>
                <w:rtl/>
              </w:rPr>
              <w:t>فإ</w:t>
            </w:r>
            <w:r w:rsidR="00D22EAD" w:rsidRPr="00A72677">
              <w:rPr>
                <w:rtl/>
              </w:rPr>
              <w:t xml:space="preserve">ذا </w:t>
            </w:r>
            <w:r w:rsidRPr="00A72677">
              <w:rPr>
                <w:rtl/>
              </w:rPr>
              <w:t>بم</w:t>
            </w:r>
            <w:r w:rsidR="00D22EAD" w:rsidRPr="00A72677">
              <w:rPr>
                <w:rtl/>
              </w:rPr>
              <w:t xml:space="preserve">نْ </w:t>
            </w:r>
            <w:r w:rsidRPr="00A72677">
              <w:rPr>
                <w:rtl/>
              </w:rPr>
              <w:t>لك</w:t>
            </w:r>
            <w:r w:rsidR="00677BC4">
              <w:rPr>
                <w:rtl/>
              </w:rPr>
              <w:t>َ</w:t>
            </w:r>
            <w:r w:rsidR="00D22EAD" w:rsidRPr="00A72677">
              <w:rPr>
                <w:rtl/>
              </w:rPr>
              <w:t xml:space="preserve"> </w:t>
            </w:r>
            <w:r w:rsidRPr="00A72677">
              <w:rPr>
                <w:rtl/>
              </w:rPr>
              <w:t>تص</w:t>
            </w:r>
            <w:r w:rsidR="00D22EAD" w:rsidRPr="00A72677">
              <w:rPr>
                <w:rtl/>
              </w:rPr>
              <w:t xml:space="preserve">طفيه </w:t>
            </w:r>
            <w:r w:rsidRPr="00A72677">
              <w:rPr>
                <w:rtl/>
              </w:rPr>
              <w:t>خل</w:t>
            </w:r>
            <w:r w:rsidR="00D22EAD" w:rsidRPr="00A72677">
              <w:rPr>
                <w:rtl/>
              </w:rPr>
              <w:t>طتنا</w:t>
            </w:r>
            <w:r w:rsidR="00D22EAD" w:rsidRPr="00A72677">
              <w:rPr>
                <w:rStyle w:val="libPoemTiniChar0"/>
                <w:rtl/>
              </w:rPr>
              <w:br/>
              <w:t> </w:t>
            </w:r>
          </w:p>
        </w:tc>
        <w:tc>
          <w:tcPr>
            <w:tcW w:w="272" w:type="dxa"/>
          </w:tcPr>
          <w:p w:rsidR="00D22EAD" w:rsidRPr="00A72677" w:rsidRDefault="00D22EAD" w:rsidP="00697162">
            <w:pPr>
              <w:pStyle w:val="libPoem"/>
              <w:rPr>
                <w:rtl/>
              </w:rPr>
            </w:pPr>
          </w:p>
        </w:tc>
        <w:tc>
          <w:tcPr>
            <w:tcW w:w="3511" w:type="dxa"/>
          </w:tcPr>
          <w:p w:rsidR="00D22EAD" w:rsidRPr="00A72677" w:rsidRDefault="00A72677" w:rsidP="00697162">
            <w:pPr>
              <w:pStyle w:val="libPoem"/>
            </w:pPr>
            <w:r w:rsidRPr="00A72677">
              <w:rPr>
                <w:rtl/>
              </w:rPr>
              <w:t>كنّا</w:t>
            </w:r>
            <w:r w:rsidR="00D22EAD" w:rsidRPr="00A72677">
              <w:rPr>
                <w:rtl/>
              </w:rPr>
              <w:t xml:space="preserve"> </w:t>
            </w:r>
            <w:r w:rsidRPr="00A72677">
              <w:rPr>
                <w:rtl/>
              </w:rPr>
              <w:t>لد</w:t>
            </w:r>
            <w:r w:rsidR="00D22EAD" w:rsidRPr="00A72677">
              <w:rPr>
                <w:rtl/>
              </w:rPr>
              <w:t>ا</w:t>
            </w:r>
            <w:r w:rsidRPr="00A72677">
              <w:rPr>
                <w:rtl/>
              </w:rPr>
              <w:t>ئر</w:t>
            </w:r>
            <w:r w:rsidR="00D22EAD" w:rsidRPr="00A72677">
              <w:rPr>
                <w:rtl/>
              </w:rPr>
              <w:t>ة ا</w:t>
            </w:r>
            <w:r w:rsidRPr="00A72677">
              <w:rPr>
                <w:rtl/>
              </w:rPr>
              <w:t>لعُل</w:t>
            </w:r>
            <w:r w:rsidR="00D22EAD" w:rsidRPr="00A72677">
              <w:rPr>
                <w:rtl/>
              </w:rPr>
              <w:t>ى أ</w:t>
            </w:r>
            <w:r w:rsidRPr="00A72677">
              <w:rPr>
                <w:rtl/>
              </w:rPr>
              <w:t>قطا</w:t>
            </w:r>
            <w:r w:rsidR="00D22EAD" w:rsidRPr="00A72677">
              <w:rPr>
                <w:rtl/>
              </w:rPr>
              <w:t>بها</w:t>
            </w:r>
            <w:r w:rsidR="00D22EAD" w:rsidRPr="00A72677">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A72677">
              <w:rPr>
                <w:rtl/>
              </w:rPr>
              <w:t>و</w:t>
            </w:r>
            <w:r w:rsidR="00A72677" w:rsidRPr="00A72677">
              <w:rPr>
                <w:rtl/>
              </w:rPr>
              <w:t>نر</w:t>
            </w:r>
            <w:r w:rsidRPr="00A72677">
              <w:rPr>
                <w:rtl/>
              </w:rPr>
              <w:t xml:space="preserve">ى </w:t>
            </w:r>
            <w:r w:rsidR="00A72677" w:rsidRPr="00A72677">
              <w:rPr>
                <w:rtl/>
              </w:rPr>
              <w:t>لك</w:t>
            </w:r>
            <w:r w:rsidR="00677BC4">
              <w:rPr>
                <w:rtl/>
              </w:rPr>
              <w:t>َ</w:t>
            </w:r>
            <w:r w:rsidRPr="00A72677">
              <w:rPr>
                <w:rtl/>
              </w:rPr>
              <w:t xml:space="preserve"> ا</w:t>
            </w:r>
            <w:r w:rsidR="00A72677" w:rsidRPr="00A72677">
              <w:rPr>
                <w:rtl/>
              </w:rPr>
              <w:t>لد</w:t>
            </w:r>
            <w:r w:rsidRPr="00A72677">
              <w:rPr>
                <w:rtl/>
              </w:rPr>
              <w:t xml:space="preserve">نيا </w:t>
            </w:r>
            <w:r w:rsidR="00A72677" w:rsidRPr="00A72677">
              <w:rPr>
                <w:rtl/>
              </w:rPr>
              <w:t>بع</w:t>
            </w:r>
            <w:r w:rsidRPr="00A72677">
              <w:rPr>
                <w:rtl/>
              </w:rPr>
              <w:t>زِّك أ</w:t>
            </w:r>
            <w:r w:rsidR="00A72677" w:rsidRPr="00A72677">
              <w:rPr>
                <w:rtl/>
              </w:rPr>
              <w:t>عت</w:t>
            </w:r>
            <w:r w:rsidRPr="00A72677">
              <w:rPr>
                <w:rtl/>
              </w:rPr>
              <w:t>بتْ</w:t>
            </w:r>
            <w:r w:rsidRPr="00A72677">
              <w:rPr>
                <w:rStyle w:val="libPoemTiniChar0"/>
                <w:rtl/>
              </w:rPr>
              <w:br/>
              <w:t> </w:t>
            </w:r>
          </w:p>
        </w:tc>
        <w:tc>
          <w:tcPr>
            <w:tcW w:w="272" w:type="dxa"/>
          </w:tcPr>
          <w:p w:rsidR="00D22EAD" w:rsidRPr="00A72677" w:rsidRDefault="00D22EAD" w:rsidP="00697162">
            <w:pPr>
              <w:pStyle w:val="libPoem"/>
              <w:rPr>
                <w:rtl/>
              </w:rPr>
            </w:pPr>
          </w:p>
        </w:tc>
        <w:tc>
          <w:tcPr>
            <w:tcW w:w="3511" w:type="dxa"/>
          </w:tcPr>
          <w:p w:rsidR="00D22EAD" w:rsidRPr="00A72677" w:rsidRDefault="00D22EAD" w:rsidP="00697162">
            <w:pPr>
              <w:pStyle w:val="libPoem"/>
            </w:pPr>
            <w:r w:rsidRPr="00A72677">
              <w:rPr>
                <w:rtl/>
              </w:rPr>
              <w:t xml:space="preserve">منِ </w:t>
            </w:r>
            <w:r w:rsidR="00A72677" w:rsidRPr="00A72677">
              <w:rPr>
                <w:rtl/>
              </w:rPr>
              <w:t>بعد</w:t>
            </w:r>
            <w:r w:rsidRPr="00A72677">
              <w:rPr>
                <w:rtl/>
              </w:rPr>
              <w:t xml:space="preserve">ما </w:t>
            </w:r>
            <w:r w:rsidR="00A72677" w:rsidRPr="00A72677">
              <w:rPr>
                <w:rtl/>
              </w:rPr>
              <w:t>كنّا</w:t>
            </w:r>
            <w:r w:rsidRPr="00A72677">
              <w:rPr>
                <w:rtl/>
              </w:rPr>
              <w:t xml:space="preserve"> </w:t>
            </w:r>
            <w:r w:rsidR="00A72677" w:rsidRPr="00A72677">
              <w:rPr>
                <w:rtl/>
              </w:rPr>
              <w:t>نم</w:t>
            </w:r>
            <w:r w:rsidRPr="00A72677">
              <w:rPr>
                <w:rtl/>
              </w:rPr>
              <w:t xml:space="preserve">لُّ </w:t>
            </w:r>
            <w:r w:rsidR="00A72677" w:rsidRPr="00A72677">
              <w:rPr>
                <w:rtl/>
              </w:rPr>
              <w:t>عت</w:t>
            </w:r>
            <w:r w:rsidRPr="00A72677">
              <w:rPr>
                <w:rtl/>
              </w:rPr>
              <w:t>ابها</w:t>
            </w:r>
            <w:r w:rsidRPr="00A72677">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يا</w:t>
            </w:r>
            <w:r w:rsidR="00D22EAD">
              <w:rPr>
                <w:rtl/>
              </w:rPr>
              <w:t xml:space="preserve"> </w:t>
            </w:r>
            <w:r w:rsidRPr="009647FC">
              <w:rPr>
                <w:rtl/>
              </w:rPr>
              <w:t>من</w:t>
            </w:r>
            <w:r w:rsidR="00D22EAD" w:rsidRPr="009647FC">
              <w:rPr>
                <w:rtl/>
              </w:rPr>
              <w:t>ْ</w:t>
            </w:r>
            <w:r w:rsidR="00D22EAD">
              <w:rPr>
                <w:rtl/>
              </w:rPr>
              <w:t xml:space="preserve"> </w:t>
            </w:r>
            <w:r w:rsidRPr="009647FC">
              <w:rPr>
                <w:rtl/>
              </w:rPr>
              <w:t>له</w:t>
            </w:r>
            <w:r w:rsidR="00D22EAD">
              <w:rPr>
                <w:rtl/>
              </w:rPr>
              <w:t xml:space="preserve"> </w:t>
            </w:r>
            <w:r w:rsidR="00D22EAD" w:rsidRPr="009647FC">
              <w:rPr>
                <w:rtl/>
              </w:rPr>
              <w:t>انتهتِ</w:t>
            </w:r>
            <w:r w:rsidR="00D22EAD">
              <w:rPr>
                <w:rtl/>
              </w:rPr>
              <w:t xml:space="preserve"> </w:t>
            </w:r>
            <w:r w:rsidR="00D22EAD" w:rsidRPr="009647FC">
              <w:rPr>
                <w:rtl/>
              </w:rPr>
              <w:t>العُلى</w:t>
            </w:r>
            <w:r w:rsidR="00D22EAD">
              <w:rPr>
                <w:rtl/>
              </w:rPr>
              <w:t xml:space="preserve"> </w:t>
            </w:r>
            <w:r w:rsidR="00D22EAD" w:rsidRPr="009647FC">
              <w:rPr>
                <w:rtl/>
              </w:rPr>
              <w:t>من</w:t>
            </w:r>
            <w:r w:rsidR="00D22EAD">
              <w:rPr>
                <w:rtl/>
              </w:rPr>
              <w:t xml:space="preserve"> </w:t>
            </w:r>
            <w:r w:rsidR="00D22EAD" w:rsidRPr="009647FC">
              <w:rPr>
                <w:rtl/>
              </w:rPr>
              <w:t>(هاشم)</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D22EAD" w:rsidP="00697162">
            <w:pPr>
              <w:pStyle w:val="libPoem"/>
            </w:pPr>
            <w:r w:rsidRPr="009647FC">
              <w:rPr>
                <w:rtl/>
              </w:rPr>
              <w:t>قد</w:t>
            </w:r>
            <w:r>
              <w:rPr>
                <w:rtl/>
              </w:rPr>
              <w:t xml:space="preserve"> </w:t>
            </w:r>
            <w:r w:rsidR="00A72677" w:rsidRPr="009647FC">
              <w:rPr>
                <w:rtl/>
              </w:rPr>
              <w:t>سد</w:t>
            </w:r>
            <w:r w:rsidRPr="009647FC">
              <w:rPr>
                <w:rtl/>
              </w:rPr>
              <w:t>ت</w:t>
            </w:r>
            <w:r w:rsidR="00677BC4">
              <w:rPr>
                <w:rtl/>
              </w:rPr>
              <w:t>َ</w:t>
            </w:r>
            <w:r>
              <w:rPr>
                <w:rtl/>
              </w:rPr>
              <w:t xml:space="preserve"> </w:t>
            </w:r>
            <w:r w:rsidR="00A72677" w:rsidRPr="009647FC">
              <w:rPr>
                <w:rtl/>
              </w:rPr>
              <w:t>ها</w:t>
            </w:r>
            <w:r w:rsidRPr="009647FC">
              <w:rPr>
                <w:rtl/>
              </w:rPr>
              <w:t>شم</w:t>
            </w:r>
            <w:r>
              <w:rPr>
                <w:rtl/>
              </w:rPr>
              <w:t xml:space="preserve"> </w:t>
            </w:r>
            <w:r w:rsidR="00A72677" w:rsidRPr="009647FC">
              <w:rPr>
                <w:rtl/>
              </w:rPr>
              <w:t>شي</w:t>
            </w:r>
            <w:r w:rsidRPr="009647FC">
              <w:rPr>
                <w:rtl/>
              </w:rPr>
              <w:t>بها</w:t>
            </w:r>
            <w:r>
              <w:rPr>
                <w:rtl/>
              </w:rPr>
              <w:t xml:space="preserve"> </w:t>
            </w:r>
            <w:r w:rsidRPr="009647FC">
              <w:rPr>
                <w:rtl/>
              </w:rPr>
              <w:t>وشبابها</w:t>
            </w:r>
            <w:r w:rsidRPr="00725071">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فا</w:t>
            </w:r>
            <w:r w:rsidR="00D22EAD" w:rsidRPr="009647FC">
              <w:rPr>
                <w:rtl/>
              </w:rPr>
              <w:t>ضرب</w:t>
            </w:r>
            <w:r w:rsidR="00D22EAD">
              <w:rPr>
                <w:rtl/>
              </w:rPr>
              <w:t xml:space="preserve"> </w:t>
            </w:r>
            <w:r w:rsidR="00D22EAD" w:rsidRPr="009647FC">
              <w:rPr>
                <w:rtl/>
              </w:rPr>
              <w:t>خيامك</w:t>
            </w:r>
            <w:r w:rsidR="00D22EAD">
              <w:rPr>
                <w:rtl/>
              </w:rPr>
              <w:t xml:space="preserve"> </w:t>
            </w:r>
            <w:r w:rsidR="00D22EAD" w:rsidRPr="009647FC">
              <w:rPr>
                <w:rtl/>
              </w:rPr>
              <w:t>في</w:t>
            </w:r>
            <w:r w:rsidR="00D22EAD">
              <w:rPr>
                <w:rtl/>
              </w:rPr>
              <w:t xml:space="preserve"> </w:t>
            </w:r>
            <w:r w:rsidR="00D22EAD" w:rsidRPr="009647FC">
              <w:rPr>
                <w:rtl/>
              </w:rPr>
              <w:t>الذرى</w:t>
            </w:r>
            <w:r w:rsidR="00D22EAD">
              <w:rPr>
                <w:rtl/>
              </w:rPr>
              <w:t xml:space="preserve"> </w:t>
            </w:r>
            <w:r w:rsidR="00D22EAD" w:rsidRPr="009647FC">
              <w:rPr>
                <w:rtl/>
              </w:rPr>
              <w:t>من</w:t>
            </w:r>
            <w:r w:rsidR="00D22EAD">
              <w:rPr>
                <w:rtl/>
              </w:rPr>
              <w:t xml:space="preserve"> </w:t>
            </w:r>
            <w:r w:rsidR="00D22EAD" w:rsidRPr="009647FC">
              <w:rPr>
                <w:rtl/>
              </w:rPr>
              <w:t>مجدها</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Pr="00524A24" w:rsidRDefault="00D22EAD" w:rsidP="00697162">
            <w:pPr>
              <w:pStyle w:val="libPoem"/>
            </w:pPr>
            <w:r w:rsidRPr="009647FC">
              <w:rPr>
                <w:rtl/>
              </w:rPr>
              <w:t>وا</w:t>
            </w:r>
            <w:r w:rsidR="00A72677" w:rsidRPr="009647FC">
              <w:rPr>
                <w:rtl/>
              </w:rPr>
              <w:t>عقد</w:t>
            </w:r>
            <w:r>
              <w:rPr>
                <w:rtl/>
              </w:rPr>
              <w:t xml:space="preserve"> </w:t>
            </w:r>
            <w:r w:rsidR="00A72677" w:rsidRPr="009647FC">
              <w:rPr>
                <w:rtl/>
              </w:rPr>
              <w:t>بن</w:t>
            </w:r>
            <w:r w:rsidRPr="009647FC">
              <w:rPr>
                <w:rtl/>
              </w:rPr>
              <w:t>اصيةِ</w:t>
            </w:r>
            <w:r>
              <w:rPr>
                <w:rtl/>
              </w:rPr>
              <w:t xml:space="preserve"> </w:t>
            </w:r>
            <w:r w:rsidRPr="009647FC">
              <w:rPr>
                <w:rtl/>
              </w:rPr>
              <w:t>ا</w:t>
            </w:r>
            <w:r w:rsidR="00A72677" w:rsidRPr="009647FC">
              <w:rPr>
                <w:rtl/>
              </w:rPr>
              <w:t>لس</w:t>
            </w:r>
            <w:r w:rsidRPr="009647FC">
              <w:rPr>
                <w:rtl/>
              </w:rPr>
              <w:t>هى</w:t>
            </w:r>
            <w:r>
              <w:rPr>
                <w:rtl/>
              </w:rPr>
              <w:t xml:space="preserve"> </w:t>
            </w:r>
            <w:r w:rsidRPr="009647FC">
              <w:rPr>
                <w:rtl/>
              </w:rPr>
              <w:t>أ</w:t>
            </w:r>
            <w:r w:rsidR="00A72677" w:rsidRPr="009647FC">
              <w:rPr>
                <w:rtl/>
              </w:rPr>
              <w:t>طن</w:t>
            </w:r>
            <w:r w:rsidRPr="009647FC">
              <w:rPr>
                <w:rtl/>
              </w:rPr>
              <w:t>ابها</w:t>
            </w:r>
            <w:r w:rsidRPr="00725071">
              <w:rPr>
                <w:rStyle w:val="libPoemTiniChar0"/>
                <w:rtl/>
              </w:rPr>
              <w:br/>
              <w:t> </w:t>
            </w:r>
          </w:p>
        </w:tc>
      </w:tr>
    </w:tbl>
    <w:p w:rsidR="009647FC" w:rsidRPr="00524A24" w:rsidRDefault="009647FC" w:rsidP="004E7EC6">
      <w:pPr>
        <w:pStyle w:val="libNormal"/>
      </w:pPr>
      <w:r w:rsidRPr="009647FC">
        <w:rPr>
          <w:rtl/>
        </w:rPr>
        <w:t>وقال يمدح بعض إخوانه</w:t>
      </w:r>
      <w:r w:rsidR="00D769AB">
        <w:rPr>
          <w:rtl/>
        </w:rPr>
        <w:t>:</w:t>
      </w:r>
    </w:p>
    <w:tbl>
      <w:tblPr>
        <w:tblStyle w:val="TableGrid"/>
        <w:bidiVisual/>
        <w:tblW w:w="4562" w:type="pct"/>
        <w:tblInd w:w="384" w:type="dxa"/>
        <w:tblLook w:val="04A0"/>
      </w:tblPr>
      <w:tblGrid>
        <w:gridCol w:w="3902"/>
        <w:gridCol w:w="301"/>
        <w:gridCol w:w="3884"/>
      </w:tblGrid>
      <w:tr w:rsidR="00D22EAD" w:rsidRPr="00524A24" w:rsidTr="00D22EAD">
        <w:trPr>
          <w:trHeight w:val="350"/>
        </w:trPr>
        <w:tc>
          <w:tcPr>
            <w:tcW w:w="3527" w:type="dxa"/>
          </w:tcPr>
          <w:p w:rsidR="00D22EAD" w:rsidRPr="00524A24" w:rsidRDefault="00D22EAD" w:rsidP="00697162">
            <w:pPr>
              <w:pStyle w:val="libPoem"/>
            </w:pPr>
            <w:r w:rsidRPr="009647FC">
              <w:rPr>
                <w:rtl/>
              </w:rPr>
              <w:t>هل</w:t>
            </w:r>
            <w:r>
              <w:rPr>
                <w:rtl/>
              </w:rPr>
              <w:t xml:space="preserve"> </w:t>
            </w:r>
            <w:r w:rsidRPr="009647FC">
              <w:rPr>
                <w:rtl/>
              </w:rPr>
              <w:t>الحبُّ</w:t>
            </w:r>
            <w:r>
              <w:rPr>
                <w:rtl/>
              </w:rPr>
              <w:t xml:space="preserve"> </w:t>
            </w:r>
            <w:r w:rsidRPr="009647FC">
              <w:rPr>
                <w:rtl/>
              </w:rPr>
              <w:t>إلاّ</w:t>
            </w:r>
            <w:r>
              <w:rPr>
                <w:rtl/>
              </w:rPr>
              <w:t xml:space="preserve"> </w:t>
            </w:r>
            <w:r w:rsidRPr="009647FC">
              <w:rPr>
                <w:rtl/>
              </w:rPr>
              <w:t>ما</w:t>
            </w:r>
            <w:r>
              <w:rPr>
                <w:rtl/>
              </w:rPr>
              <w:t xml:space="preserve"> </w:t>
            </w:r>
            <w:r w:rsidRPr="009647FC">
              <w:rPr>
                <w:rtl/>
              </w:rPr>
              <w:t>أذاب</w:t>
            </w:r>
            <w:r>
              <w:rPr>
                <w:rtl/>
              </w:rPr>
              <w:t xml:space="preserve"> </w:t>
            </w:r>
            <w:r w:rsidRPr="009647FC">
              <w:rPr>
                <w:rtl/>
              </w:rPr>
              <w:t>حشا</w:t>
            </w:r>
            <w:r>
              <w:rPr>
                <w:rtl/>
              </w:rPr>
              <w:t xml:space="preserve"> </w:t>
            </w:r>
            <w:r w:rsidRPr="009647FC">
              <w:rPr>
                <w:rtl/>
              </w:rPr>
              <w:t>الصبِ</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D22EAD" w:rsidP="00697162">
            <w:pPr>
              <w:pStyle w:val="libPoem"/>
            </w:pPr>
            <w:r w:rsidRPr="009647FC">
              <w:rPr>
                <w:rtl/>
              </w:rPr>
              <w:t>فإن</w:t>
            </w:r>
            <w:r>
              <w:rPr>
                <w:rtl/>
              </w:rPr>
              <w:t xml:space="preserve"> </w:t>
            </w:r>
            <w:r w:rsidRPr="009647FC">
              <w:rPr>
                <w:rtl/>
              </w:rPr>
              <w:t>لم</w:t>
            </w:r>
            <w:r>
              <w:rPr>
                <w:rtl/>
              </w:rPr>
              <w:t xml:space="preserve"> </w:t>
            </w:r>
            <w:r w:rsidRPr="009647FC">
              <w:rPr>
                <w:rtl/>
              </w:rPr>
              <w:t>تذبْ</w:t>
            </w:r>
            <w:r>
              <w:rPr>
                <w:rtl/>
              </w:rPr>
              <w:t xml:space="preserve"> </w:t>
            </w:r>
            <w:r w:rsidRPr="009647FC">
              <w:rPr>
                <w:rtl/>
              </w:rPr>
              <w:t>فيه</w:t>
            </w:r>
            <w:r>
              <w:rPr>
                <w:rtl/>
              </w:rPr>
              <w:t xml:space="preserve"> </w:t>
            </w:r>
            <w:r w:rsidRPr="009647FC">
              <w:rPr>
                <w:rtl/>
              </w:rPr>
              <w:t>فلا</w:t>
            </w:r>
            <w:r>
              <w:rPr>
                <w:rtl/>
              </w:rPr>
              <w:t xml:space="preserve"> </w:t>
            </w:r>
            <w:r w:rsidRPr="009647FC">
              <w:rPr>
                <w:rtl/>
              </w:rPr>
              <w:t>خير</w:t>
            </w:r>
            <w:r w:rsidR="00677BC4">
              <w:rPr>
                <w:rtl/>
              </w:rPr>
              <w:t>َ</w:t>
            </w:r>
            <w:r>
              <w:rPr>
                <w:rtl/>
              </w:rPr>
              <w:t xml:space="preserve"> </w:t>
            </w:r>
            <w:r w:rsidRPr="009647FC">
              <w:rPr>
                <w:rtl/>
              </w:rPr>
              <w:t>في</w:t>
            </w:r>
            <w:r>
              <w:rPr>
                <w:rtl/>
              </w:rPr>
              <w:t xml:space="preserve"> </w:t>
            </w:r>
            <w:r w:rsidRPr="009647FC">
              <w:rPr>
                <w:rtl/>
              </w:rPr>
              <w:t>الحبِّ</w:t>
            </w:r>
            <w:r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9647FC">
              <w:rPr>
                <w:rtl/>
              </w:rPr>
              <w:t>و</w:t>
            </w:r>
            <w:r w:rsidR="00A72677" w:rsidRPr="009647FC">
              <w:rPr>
                <w:rtl/>
              </w:rPr>
              <w:t>خي</w:t>
            </w:r>
            <w:r w:rsidRPr="009647FC">
              <w:rPr>
                <w:rtl/>
              </w:rPr>
              <w:t>رُ</w:t>
            </w:r>
            <w:r>
              <w:rPr>
                <w:rtl/>
              </w:rPr>
              <w:t xml:space="preserve"> </w:t>
            </w:r>
            <w:r w:rsidRPr="009647FC">
              <w:rPr>
                <w:rtl/>
              </w:rPr>
              <w:t>خليليك</w:t>
            </w:r>
            <w:r w:rsidR="00677BC4">
              <w:rPr>
                <w:rtl/>
              </w:rPr>
              <w:t>َ</w:t>
            </w:r>
            <w:r>
              <w:rPr>
                <w:rtl/>
              </w:rPr>
              <w:t xml:space="preserve"> </w:t>
            </w:r>
            <w:r w:rsidRPr="009647FC">
              <w:rPr>
                <w:rtl/>
              </w:rPr>
              <w:t>الصفيين</w:t>
            </w:r>
            <w:r>
              <w:rPr>
                <w:rtl/>
              </w:rPr>
              <w:t xml:space="preserve"> </w:t>
            </w:r>
            <w:r w:rsidRPr="009647FC">
              <w:rPr>
                <w:rtl/>
              </w:rPr>
              <w:t>م</w:t>
            </w:r>
            <w:r w:rsidR="00677BC4">
              <w:rPr>
                <w:rtl/>
              </w:rPr>
              <w:t>َ</w:t>
            </w:r>
            <w:r w:rsidRPr="009647FC">
              <w:rPr>
                <w:rtl/>
              </w:rPr>
              <w:t>نْ</w:t>
            </w:r>
            <w:r>
              <w:rPr>
                <w:rtl/>
              </w:rPr>
              <w:t xml:space="preserve"> </w:t>
            </w:r>
            <w:r w:rsidRPr="009647FC">
              <w:rPr>
                <w:rtl/>
              </w:rPr>
              <w:t>صفا</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A72677" w:rsidP="00697162">
            <w:pPr>
              <w:pStyle w:val="libPoem"/>
            </w:pPr>
            <w:r w:rsidRPr="009647FC">
              <w:rPr>
                <w:rtl/>
              </w:rPr>
              <w:t>لك</w:t>
            </w:r>
            <w:r w:rsidR="00D22EAD">
              <w:rPr>
                <w:rtl/>
              </w:rPr>
              <w:t xml:space="preserve"> </w:t>
            </w:r>
            <w:r w:rsidR="00D22EAD" w:rsidRPr="009647FC">
              <w:rPr>
                <w:rtl/>
              </w:rPr>
              <w:t>ا</w:t>
            </w:r>
            <w:r w:rsidRPr="009647FC">
              <w:rPr>
                <w:rtl/>
              </w:rPr>
              <w:t>لو</w:t>
            </w:r>
            <w:r w:rsidR="00D22EAD" w:rsidRPr="009647FC">
              <w:rPr>
                <w:rtl/>
              </w:rPr>
              <w:t>دُّ</w:t>
            </w:r>
            <w:r w:rsidR="00D22EAD">
              <w:rPr>
                <w:rtl/>
              </w:rPr>
              <w:t xml:space="preserve"> </w:t>
            </w:r>
            <w:r w:rsidR="00D22EAD" w:rsidRPr="009647FC">
              <w:rPr>
                <w:rtl/>
              </w:rPr>
              <w:t>منه</w:t>
            </w:r>
            <w:r w:rsidR="00D22EAD">
              <w:rPr>
                <w:rtl/>
              </w:rPr>
              <w:t xml:space="preserve"> </w:t>
            </w:r>
            <w:r w:rsidR="00D22EAD" w:rsidRPr="009647FC">
              <w:rPr>
                <w:rtl/>
              </w:rPr>
              <w:t>في</w:t>
            </w:r>
            <w:r w:rsidR="00D22EAD">
              <w:rPr>
                <w:rtl/>
              </w:rPr>
              <w:t xml:space="preserve"> </w:t>
            </w:r>
            <w:r w:rsidR="00D22EAD" w:rsidRPr="009647FC">
              <w:rPr>
                <w:rtl/>
              </w:rPr>
              <w:t>بعادك</w:t>
            </w:r>
            <w:r w:rsidR="00D22EAD">
              <w:rPr>
                <w:rtl/>
              </w:rPr>
              <w:t xml:space="preserve"> </w:t>
            </w:r>
            <w:r w:rsidR="00D22EAD" w:rsidRPr="009647FC">
              <w:rPr>
                <w:rtl/>
              </w:rPr>
              <w:t>والقربِ</w:t>
            </w:r>
            <w:r w:rsidR="00D22EAD" w:rsidRPr="00725071">
              <w:rPr>
                <w:rStyle w:val="libPoemTiniChar0"/>
                <w:rtl/>
              </w:rPr>
              <w:br/>
              <w:t> </w:t>
            </w:r>
          </w:p>
        </w:tc>
      </w:tr>
      <w:tr w:rsidR="00D22EAD" w:rsidRPr="00524A24" w:rsidTr="00D22EAD">
        <w:trPr>
          <w:trHeight w:val="350"/>
        </w:trPr>
        <w:tc>
          <w:tcPr>
            <w:tcW w:w="3527" w:type="dxa"/>
          </w:tcPr>
          <w:p w:rsidR="00D22EAD" w:rsidRPr="00524A24" w:rsidRDefault="00A72677" w:rsidP="00697162">
            <w:pPr>
              <w:pStyle w:val="libPoem"/>
            </w:pPr>
            <w:r w:rsidRPr="009647FC">
              <w:rPr>
                <w:rtl/>
              </w:rPr>
              <w:t>عل</w:t>
            </w:r>
            <w:r w:rsidR="00D22EAD" w:rsidRPr="009647FC">
              <w:rPr>
                <w:rtl/>
              </w:rPr>
              <w:t>ى</w:t>
            </w:r>
            <w:r w:rsidR="00D22EAD">
              <w:rPr>
                <w:rtl/>
              </w:rPr>
              <w:t xml:space="preserve"> </w:t>
            </w:r>
            <w:r w:rsidR="00D22EAD" w:rsidRPr="009647FC">
              <w:rPr>
                <w:rtl/>
              </w:rPr>
              <w:t>النأي</w:t>
            </w:r>
            <w:r w:rsidR="00D22EAD">
              <w:rPr>
                <w:rtl/>
              </w:rPr>
              <w:t xml:space="preserve"> </w:t>
            </w:r>
            <w:r w:rsidR="00D22EAD" w:rsidRPr="009647FC">
              <w:rPr>
                <w:rtl/>
              </w:rPr>
              <w:t>يُمسي</w:t>
            </w:r>
            <w:r w:rsidR="00D22EAD">
              <w:rPr>
                <w:rtl/>
              </w:rPr>
              <w:t xml:space="preserve"> </w:t>
            </w:r>
            <w:r w:rsidR="00D22EAD" w:rsidRPr="009647FC">
              <w:rPr>
                <w:rtl/>
              </w:rPr>
              <w:t>ذا</w:t>
            </w:r>
            <w:r w:rsidR="00D22EAD">
              <w:rPr>
                <w:rtl/>
              </w:rPr>
              <w:t xml:space="preserve"> </w:t>
            </w:r>
            <w:r w:rsidR="00D22EAD" w:rsidRPr="009647FC">
              <w:rPr>
                <w:rtl/>
              </w:rPr>
              <w:t>جفونٍ</w:t>
            </w:r>
            <w:r w:rsidR="00D22EAD">
              <w:rPr>
                <w:rtl/>
              </w:rPr>
              <w:t xml:space="preserve"> </w:t>
            </w:r>
            <w:r w:rsidR="00D22EAD" w:rsidRPr="009647FC">
              <w:rPr>
                <w:rtl/>
              </w:rPr>
              <w:t>كأنّما</w:t>
            </w:r>
            <w:r w:rsidR="00D22EAD"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D22EAD" w:rsidP="00697162">
            <w:pPr>
              <w:pStyle w:val="libPoem"/>
            </w:pPr>
            <w:r w:rsidRPr="009647FC">
              <w:rPr>
                <w:rtl/>
              </w:rPr>
              <w:t>تكلّ</w:t>
            </w:r>
            <w:r w:rsidR="00677BC4">
              <w:rPr>
                <w:rtl/>
              </w:rPr>
              <w:t>َ</w:t>
            </w:r>
            <w:r w:rsidRPr="009647FC">
              <w:rPr>
                <w:rtl/>
              </w:rPr>
              <w:t>ف</w:t>
            </w:r>
            <w:r>
              <w:rPr>
                <w:rtl/>
              </w:rPr>
              <w:t xml:space="preserve"> </w:t>
            </w:r>
            <w:r w:rsidRPr="009647FC">
              <w:rPr>
                <w:rtl/>
              </w:rPr>
              <w:t>أن</w:t>
            </w:r>
            <w:r>
              <w:rPr>
                <w:rtl/>
              </w:rPr>
              <w:t xml:space="preserve"> </w:t>
            </w:r>
            <w:r w:rsidRPr="009647FC">
              <w:rPr>
                <w:rtl/>
              </w:rPr>
              <w:t>يُحصى</w:t>
            </w:r>
            <w:r>
              <w:rPr>
                <w:rtl/>
              </w:rPr>
              <w:t xml:space="preserve"> </w:t>
            </w:r>
            <w:r w:rsidRPr="009647FC">
              <w:rPr>
                <w:rtl/>
              </w:rPr>
              <w:t>بها</w:t>
            </w:r>
            <w:r>
              <w:rPr>
                <w:rtl/>
              </w:rPr>
              <w:t xml:space="preserve"> </w:t>
            </w:r>
            <w:r w:rsidRPr="009647FC">
              <w:rPr>
                <w:rtl/>
              </w:rPr>
              <w:t>عدد</w:t>
            </w:r>
            <w:r>
              <w:rPr>
                <w:rtl/>
              </w:rPr>
              <w:t xml:space="preserve"> </w:t>
            </w:r>
            <w:r w:rsidRPr="009647FC">
              <w:rPr>
                <w:rtl/>
              </w:rPr>
              <w:t>الشهبِ</w:t>
            </w:r>
            <w:r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9647FC">
              <w:rPr>
                <w:rtl/>
              </w:rPr>
              <w:t>ولا</w:t>
            </w:r>
            <w:r>
              <w:rPr>
                <w:rtl/>
              </w:rPr>
              <w:t xml:space="preserve"> </w:t>
            </w:r>
            <w:r w:rsidR="00A72677" w:rsidRPr="009647FC">
              <w:rPr>
                <w:rtl/>
              </w:rPr>
              <w:t>خي</w:t>
            </w:r>
            <w:r w:rsidRPr="009647FC">
              <w:rPr>
                <w:rtl/>
              </w:rPr>
              <w:t>ر</w:t>
            </w:r>
            <w:r>
              <w:rPr>
                <w:rtl/>
              </w:rPr>
              <w:t xml:space="preserve"> </w:t>
            </w:r>
            <w:r w:rsidR="00A72677" w:rsidRPr="009647FC">
              <w:rPr>
                <w:rtl/>
              </w:rPr>
              <w:t>في</w:t>
            </w:r>
            <w:r>
              <w:rPr>
                <w:rtl/>
              </w:rPr>
              <w:t xml:space="preserve"> </w:t>
            </w:r>
            <w:r w:rsidRPr="009647FC">
              <w:rPr>
                <w:rtl/>
              </w:rPr>
              <w:t>ودِّ</w:t>
            </w:r>
            <w:r>
              <w:rPr>
                <w:rtl/>
              </w:rPr>
              <w:t xml:space="preserve"> </w:t>
            </w:r>
            <w:r w:rsidRPr="009647FC">
              <w:rPr>
                <w:rtl/>
              </w:rPr>
              <w:t>امرئٍ</w:t>
            </w:r>
            <w:r>
              <w:rPr>
                <w:rtl/>
              </w:rPr>
              <w:t xml:space="preserve"> </w:t>
            </w:r>
            <w:r w:rsidRPr="009647FC">
              <w:rPr>
                <w:rtl/>
              </w:rPr>
              <w:t>تستديمه</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Default="00D22EAD" w:rsidP="00697162">
            <w:pPr>
              <w:pStyle w:val="libPoem"/>
            </w:pPr>
            <w:r w:rsidRPr="009647FC">
              <w:rPr>
                <w:rtl/>
              </w:rPr>
              <w:t>بعتبٍ</w:t>
            </w:r>
            <w:r>
              <w:rPr>
                <w:rtl/>
              </w:rPr>
              <w:t xml:space="preserve">، </w:t>
            </w:r>
            <w:r w:rsidRPr="009647FC">
              <w:rPr>
                <w:rtl/>
              </w:rPr>
              <w:t>وأوشك</w:t>
            </w:r>
            <w:r>
              <w:rPr>
                <w:rtl/>
              </w:rPr>
              <w:t xml:space="preserve"> </w:t>
            </w:r>
            <w:r w:rsidRPr="009647FC">
              <w:rPr>
                <w:rtl/>
              </w:rPr>
              <w:t>أن</w:t>
            </w:r>
            <w:r>
              <w:rPr>
                <w:rtl/>
              </w:rPr>
              <w:t xml:space="preserve"> </w:t>
            </w:r>
            <w:r w:rsidRPr="009647FC">
              <w:rPr>
                <w:rtl/>
              </w:rPr>
              <w:t>يزول</w:t>
            </w:r>
            <w:r>
              <w:rPr>
                <w:rtl/>
              </w:rPr>
              <w:t xml:space="preserve"> </w:t>
            </w:r>
            <w:r w:rsidRPr="009647FC">
              <w:rPr>
                <w:rtl/>
              </w:rPr>
              <w:t>مع</w:t>
            </w:r>
            <w:r>
              <w:rPr>
                <w:rtl/>
              </w:rPr>
              <w:t xml:space="preserve"> </w:t>
            </w:r>
            <w:r w:rsidRPr="009647FC">
              <w:rPr>
                <w:rtl/>
              </w:rPr>
              <w:t>العتبِ</w:t>
            </w:r>
            <w:r w:rsidRPr="00725071">
              <w:rPr>
                <w:rStyle w:val="libPoemTiniChar0"/>
                <w:rtl/>
              </w:rPr>
              <w:br/>
              <w:t> </w:t>
            </w:r>
          </w:p>
        </w:tc>
      </w:tr>
      <w:tr w:rsidR="00D22EAD" w:rsidRPr="00524A24" w:rsidTr="00D22EAD">
        <w:trPr>
          <w:trHeight w:val="350"/>
        </w:trPr>
        <w:tc>
          <w:tcPr>
            <w:tcW w:w="3527" w:type="dxa"/>
          </w:tcPr>
          <w:p w:rsidR="00D22EAD" w:rsidRPr="00524A24" w:rsidRDefault="00D22EAD" w:rsidP="00697162">
            <w:pPr>
              <w:pStyle w:val="libPoem"/>
            </w:pPr>
            <w:r w:rsidRPr="009647FC">
              <w:rPr>
                <w:rtl/>
              </w:rPr>
              <w:t>أ</w:t>
            </w:r>
            <w:r w:rsidR="00A72677" w:rsidRPr="009647FC">
              <w:rPr>
                <w:rtl/>
              </w:rPr>
              <w:t>لم</w:t>
            </w:r>
            <w:r>
              <w:rPr>
                <w:rtl/>
              </w:rPr>
              <w:t xml:space="preserve"> </w:t>
            </w:r>
            <w:r w:rsidR="00A72677" w:rsidRPr="009647FC">
              <w:rPr>
                <w:rtl/>
              </w:rPr>
              <w:t>تر</w:t>
            </w:r>
            <w:r w:rsidRPr="009647FC">
              <w:rPr>
                <w:rtl/>
              </w:rPr>
              <w:t>ني</w:t>
            </w:r>
            <w:r>
              <w:rPr>
                <w:rtl/>
              </w:rPr>
              <w:t xml:space="preserve"> </w:t>
            </w:r>
            <w:r w:rsidRPr="009647FC">
              <w:rPr>
                <w:rtl/>
              </w:rPr>
              <w:t>أصفيتُ</w:t>
            </w:r>
            <w:r>
              <w:rPr>
                <w:rtl/>
              </w:rPr>
              <w:t xml:space="preserve"> </w:t>
            </w:r>
            <w:r w:rsidRPr="009647FC">
              <w:rPr>
                <w:rtl/>
              </w:rPr>
              <w:t>ودِّي</w:t>
            </w:r>
            <w:r>
              <w:rPr>
                <w:rtl/>
              </w:rPr>
              <w:t xml:space="preserve"> </w:t>
            </w:r>
            <w:r w:rsidRPr="009647FC">
              <w:rPr>
                <w:rtl/>
              </w:rPr>
              <w:t>لماجدٍ</w:t>
            </w:r>
            <w:r w:rsidRPr="00725071">
              <w:rPr>
                <w:rStyle w:val="libPoemTiniChar0"/>
                <w:rtl/>
              </w:rPr>
              <w:br/>
              <w:t> </w:t>
            </w:r>
          </w:p>
        </w:tc>
        <w:tc>
          <w:tcPr>
            <w:tcW w:w="272" w:type="dxa"/>
          </w:tcPr>
          <w:p w:rsidR="00D22EAD" w:rsidRDefault="00D22EAD" w:rsidP="00697162">
            <w:pPr>
              <w:pStyle w:val="libPoem"/>
              <w:rPr>
                <w:rtl/>
              </w:rPr>
            </w:pPr>
          </w:p>
        </w:tc>
        <w:tc>
          <w:tcPr>
            <w:tcW w:w="3511" w:type="dxa"/>
          </w:tcPr>
          <w:p w:rsidR="00D22EAD" w:rsidRPr="00524A24" w:rsidRDefault="00A72677" w:rsidP="00697162">
            <w:pPr>
              <w:pStyle w:val="libPoem"/>
            </w:pPr>
            <w:r w:rsidRPr="009647FC">
              <w:rPr>
                <w:rtl/>
              </w:rPr>
              <w:t>كأ</w:t>
            </w:r>
            <w:r w:rsidR="00D22EAD" w:rsidRPr="009647FC">
              <w:rPr>
                <w:rtl/>
              </w:rPr>
              <w:t>نّ</w:t>
            </w:r>
            <w:r w:rsidR="00677BC4">
              <w:rPr>
                <w:rtl/>
              </w:rPr>
              <w:t>َ</w:t>
            </w:r>
            <w:r w:rsidR="00D22EAD">
              <w:rPr>
                <w:rtl/>
              </w:rPr>
              <w:t xml:space="preserve"> </w:t>
            </w:r>
            <w:r w:rsidRPr="009647FC">
              <w:rPr>
                <w:rtl/>
              </w:rPr>
              <w:t>عل</w:t>
            </w:r>
            <w:r w:rsidR="00D22EAD" w:rsidRPr="009647FC">
              <w:rPr>
                <w:rtl/>
              </w:rPr>
              <w:t>ى</w:t>
            </w:r>
            <w:r w:rsidR="00D22EAD">
              <w:rPr>
                <w:rtl/>
              </w:rPr>
              <w:t xml:space="preserve"> </w:t>
            </w:r>
            <w:r w:rsidRPr="009647FC">
              <w:rPr>
                <w:rtl/>
              </w:rPr>
              <w:t>ما</w:t>
            </w:r>
            <w:r w:rsidR="00D22EAD">
              <w:rPr>
                <w:rtl/>
              </w:rPr>
              <w:t xml:space="preserve"> </w:t>
            </w:r>
            <w:r w:rsidR="00D22EAD" w:rsidRPr="009647FC">
              <w:rPr>
                <w:rtl/>
              </w:rPr>
              <w:t>نابني</w:t>
            </w:r>
            <w:r w:rsidR="00D22EAD">
              <w:rPr>
                <w:rtl/>
              </w:rPr>
              <w:t xml:space="preserve"> </w:t>
            </w:r>
            <w:r w:rsidR="00D22EAD" w:rsidRPr="009647FC">
              <w:rPr>
                <w:rtl/>
              </w:rPr>
              <w:t>قلبُه</w:t>
            </w:r>
            <w:r w:rsidR="00D22EAD">
              <w:rPr>
                <w:rtl/>
              </w:rPr>
              <w:t xml:space="preserve"> </w:t>
            </w:r>
            <w:r w:rsidR="00D22EAD" w:rsidRPr="009647FC">
              <w:rPr>
                <w:rtl/>
              </w:rPr>
              <w:t>قلبي</w:t>
            </w:r>
            <w:r w:rsidR="00D22EAD"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الرءاب</w:t>
      </w:r>
      <w:r w:rsidR="00D769AB">
        <w:rPr>
          <w:rtl/>
        </w:rPr>
        <w:t>:</w:t>
      </w:r>
      <w:r w:rsidRPr="009647FC">
        <w:rPr>
          <w:rtl/>
        </w:rPr>
        <w:t xml:space="preserve"> الذي يصلح الصدع</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الصعب في البيت السابق</w:t>
      </w:r>
      <w:r w:rsidR="00D769AB">
        <w:rPr>
          <w:rtl/>
        </w:rPr>
        <w:t>:</w:t>
      </w:r>
      <w:r w:rsidRPr="009647FC">
        <w:rPr>
          <w:rtl/>
        </w:rPr>
        <w:t xml:space="preserve"> ضد السهل</w:t>
      </w:r>
      <w:r w:rsidR="00D769AB">
        <w:rPr>
          <w:rtl/>
        </w:rPr>
        <w:t>.</w:t>
      </w:r>
      <w:r w:rsidRPr="009647FC">
        <w:rPr>
          <w:rtl/>
        </w:rPr>
        <w:t xml:space="preserve"> وفي البيت الثاني</w:t>
      </w:r>
      <w:r w:rsidR="00D769AB">
        <w:rPr>
          <w:rtl/>
        </w:rPr>
        <w:t>:</w:t>
      </w:r>
      <w:r w:rsidRPr="009647FC">
        <w:rPr>
          <w:rtl/>
        </w:rPr>
        <w:t xml:space="preserve"> الجمل المتروك الذي لم يرض</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نسخة</w:t>
      </w:r>
      <w:r w:rsidR="00D769AB">
        <w:rPr>
          <w:rtl/>
        </w:rPr>
        <w:t>:</w:t>
      </w:r>
      <w:r w:rsidRPr="009647FC">
        <w:rPr>
          <w:rtl/>
        </w:rPr>
        <w:t xml:space="preserve"> دعا</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وقال</w:t>
      </w:r>
      <w:r w:rsidR="00D769AB">
        <w:rPr>
          <w:rtl/>
        </w:rPr>
        <w:t>،</w:t>
      </w:r>
      <w:r w:rsidRPr="009647FC">
        <w:rPr>
          <w:rtl/>
        </w:rPr>
        <w:t xml:space="preserve"> وقد أرسلها في ضمن كتاب عن لسان الميرزا جعفر القزويني إلى السيد عبد الرحمن النقيب</w:t>
      </w:r>
      <w:r w:rsidR="00D769AB">
        <w:rPr>
          <w:rtl/>
        </w:rPr>
        <w:t>:</w:t>
      </w:r>
    </w:p>
    <w:tbl>
      <w:tblPr>
        <w:tblStyle w:val="TableGrid"/>
        <w:bidiVisual/>
        <w:tblW w:w="4562" w:type="pct"/>
        <w:tblInd w:w="384" w:type="dxa"/>
        <w:tblLook w:val="04A0"/>
      </w:tblPr>
      <w:tblGrid>
        <w:gridCol w:w="3902"/>
        <w:gridCol w:w="301"/>
        <w:gridCol w:w="3884"/>
      </w:tblGrid>
      <w:tr w:rsidR="006479C7" w:rsidRPr="00524A24" w:rsidTr="006479C7">
        <w:trPr>
          <w:trHeight w:val="350"/>
        </w:trPr>
        <w:tc>
          <w:tcPr>
            <w:tcW w:w="3527" w:type="dxa"/>
          </w:tcPr>
          <w:p w:rsidR="006479C7" w:rsidRPr="00524A24" w:rsidRDefault="00A72677" w:rsidP="00697162">
            <w:pPr>
              <w:pStyle w:val="libPoem"/>
            </w:pPr>
            <w:r w:rsidRPr="009647FC">
              <w:rPr>
                <w:rtl/>
              </w:rPr>
              <w:t>بنو</w:t>
            </w:r>
            <w:r w:rsidR="006479C7" w:rsidRPr="009647FC">
              <w:rPr>
                <w:rtl/>
              </w:rPr>
              <w:t>رك</w:t>
            </w:r>
            <w:r w:rsidR="00677BC4">
              <w:rPr>
                <w:rtl/>
              </w:rPr>
              <w:t>َ</w:t>
            </w:r>
            <w:r w:rsidR="006479C7">
              <w:rPr>
                <w:rtl/>
              </w:rPr>
              <w:t xml:space="preserve"> </w:t>
            </w:r>
            <w:r w:rsidR="006479C7" w:rsidRPr="009647FC">
              <w:rPr>
                <w:rtl/>
              </w:rPr>
              <w:t>لا</w:t>
            </w:r>
            <w:r w:rsidR="006479C7">
              <w:rPr>
                <w:rtl/>
              </w:rPr>
              <w:t xml:space="preserve"> </w:t>
            </w:r>
            <w:r w:rsidRPr="009647FC">
              <w:rPr>
                <w:rtl/>
              </w:rPr>
              <w:t>بالن</w:t>
            </w:r>
            <w:r w:rsidR="006479C7" w:rsidRPr="009647FC">
              <w:rPr>
                <w:rtl/>
              </w:rPr>
              <w:t>يّرات</w:t>
            </w:r>
            <w:r w:rsidR="006479C7">
              <w:rPr>
                <w:rtl/>
              </w:rPr>
              <w:t xml:space="preserve"> </w:t>
            </w:r>
            <w:r w:rsidR="006479C7" w:rsidRPr="009647FC">
              <w:rPr>
                <w:rtl/>
              </w:rPr>
              <w:t>ا</w:t>
            </w:r>
            <w:r w:rsidRPr="009647FC">
              <w:rPr>
                <w:rtl/>
              </w:rPr>
              <w:t>لثو</w:t>
            </w:r>
            <w:r w:rsidR="006479C7" w:rsidRPr="009647FC">
              <w:rPr>
                <w:rtl/>
              </w:rPr>
              <w:t>اقبِ</w:t>
            </w:r>
            <w:r w:rsidR="006479C7"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6479C7" w:rsidP="00697162">
            <w:pPr>
              <w:pStyle w:val="libPoem"/>
            </w:pPr>
            <w:r w:rsidRPr="009647FC">
              <w:rPr>
                <w:rtl/>
              </w:rPr>
              <w:t>أ</w:t>
            </w:r>
            <w:r w:rsidR="00A72677" w:rsidRPr="009647FC">
              <w:rPr>
                <w:rtl/>
              </w:rPr>
              <w:t>ضا</w:t>
            </w:r>
            <w:r w:rsidRPr="009647FC">
              <w:rPr>
                <w:rtl/>
              </w:rPr>
              <w:t>ء</w:t>
            </w:r>
            <w:r>
              <w:rPr>
                <w:rtl/>
              </w:rPr>
              <w:t xml:space="preserve"> </w:t>
            </w:r>
            <w:r w:rsidR="00A72677" w:rsidRPr="009647FC">
              <w:rPr>
                <w:rtl/>
              </w:rPr>
              <w:t>حم</w:t>
            </w:r>
            <w:r w:rsidRPr="009647FC">
              <w:rPr>
                <w:rtl/>
              </w:rPr>
              <w:t>ى</w:t>
            </w:r>
            <w:r>
              <w:rPr>
                <w:rtl/>
              </w:rPr>
              <w:t xml:space="preserve"> </w:t>
            </w:r>
            <w:r w:rsidRPr="009647FC">
              <w:rPr>
                <w:rtl/>
              </w:rPr>
              <w:t>(الزوراء)</w:t>
            </w:r>
            <w:r>
              <w:rPr>
                <w:rtl/>
              </w:rPr>
              <w:t xml:space="preserve"> </w:t>
            </w:r>
            <w:r w:rsidRPr="009647FC">
              <w:rPr>
                <w:rtl/>
              </w:rPr>
              <w:t>من</w:t>
            </w:r>
            <w:r>
              <w:rPr>
                <w:rtl/>
              </w:rPr>
              <w:t xml:space="preserve"> </w:t>
            </w:r>
            <w:r w:rsidRPr="009647FC">
              <w:rPr>
                <w:rtl/>
              </w:rPr>
              <w:t>كل</w:t>
            </w:r>
            <w:r>
              <w:rPr>
                <w:rtl/>
              </w:rPr>
              <w:t xml:space="preserve"> </w:t>
            </w:r>
            <w:r w:rsidRPr="009647FC">
              <w:rPr>
                <w:rtl/>
              </w:rPr>
              <w:t>جانبِ</w:t>
            </w:r>
            <w:r w:rsidRPr="00725071">
              <w:rPr>
                <w:rStyle w:val="libPoemTiniChar0"/>
                <w:rtl/>
              </w:rPr>
              <w:br/>
              <w:t> </w:t>
            </w:r>
          </w:p>
        </w:tc>
      </w:tr>
      <w:tr w:rsidR="006479C7" w:rsidRPr="00524A24" w:rsidTr="006479C7">
        <w:trPr>
          <w:trHeight w:val="350"/>
        </w:trPr>
        <w:tc>
          <w:tcPr>
            <w:tcW w:w="3527" w:type="dxa"/>
          </w:tcPr>
          <w:p w:rsidR="006479C7" w:rsidRPr="00524A24" w:rsidRDefault="00A72677" w:rsidP="00697162">
            <w:pPr>
              <w:pStyle w:val="libPoem"/>
            </w:pPr>
            <w:r w:rsidRPr="009647FC">
              <w:rPr>
                <w:rtl/>
              </w:rPr>
              <w:t>طل</w:t>
            </w:r>
            <w:r w:rsidR="006479C7" w:rsidRPr="009647FC">
              <w:rPr>
                <w:rtl/>
              </w:rPr>
              <w:t>عت</w:t>
            </w:r>
            <w:r w:rsidR="00677BC4">
              <w:rPr>
                <w:rtl/>
              </w:rPr>
              <w:t>َ</w:t>
            </w:r>
            <w:r w:rsidR="006479C7">
              <w:rPr>
                <w:rtl/>
              </w:rPr>
              <w:t xml:space="preserve"> </w:t>
            </w:r>
            <w:r w:rsidR="006479C7" w:rsidRPr="009647FC">
              <w:rPr>
                <w:rtl/>
              </w:rPr>
              <w:t>طلوع</w:t>
            </w:r>
            <w:r w:rsidR="006479C7">
              <w:rPr>
                <w:rtl/>
              </w:rPr>
              <w:t xml:space="preserve"> </w:t>
            </w:r>
            <w:r w:rsidR="006479C7" w:rsidRPr="009647FC">
              <w:rPr>
                <w:rtl/>
              </w:rPr>
              <w:t>البدر</w:t>
            </w:r>
            <w:r w:rsidR="006479C7">
              <w:rPr>
                <w:rtl/>
              </w:rPr>
              <w:t xml:space="preserve"> </w:t>
            </w:r>
            <w:r w:rsidR="006479C7" w:rsidRPr="009647FC">
              <w:rPr>
                <w:rtl/>
              </w:rPr>
              <w:t>فيها</w:t>
            </w:r>
            <w:r w:rsidR="006479C7">
              <w:rPr>
                <w:rtl/>
              </w:rPr>
              <w:t xml:space="preserve"> </w:t>
            </w:r>
            <w:r w:rsidR="006479C7" w:rsidRPr="009647FC">
              <w:rPr>
                <w:rtl/>
              </w:rPr>
              <w:t>فلم</w:t>
            </w:r>
            <w:r w:rsidR="006479C7">
              <w:rPr>
                <w:rtl/>
              </w:rPr>
              <w:t xml:space="preserve"> </w:t>
            </w:r>
            <w:r w:rsidR="006479C7" w:rsidRPr="009647FC">
              <w:rPr>
                <w:rtl/>
              </w:rPr>
              <w:t>تدعْ</w:t>
            </w:r>
            <w:r w:rsidR="006479C7" w:rsidRPr="004E7EC6">
              <w:rPr>
                <w:rStyle w:val="libFootnotenumChar"/>
                <w:rtl/>
              </w:rPr>
              <w:t>(1)</w:t>
            </w:r>
            <w:r w:rsidR="006479C7"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A72677" w:rsidP="00697162">
            <w:pPr>
              <w:pStyle w:val="libPoem"/>
            </w:pPr>
            <w:r w:rsidRPr="009647FC">
              <w:rPr>
                <w:rtl/>
              </w:rPr>
              <w:t>عل</w:t>
            </w:r>
            <w:r w:rsidR="006479C7" w:rsidRPr="009647FC">
              <w:rPr>
                <w:rtl/>
              </w:rPr>
              <w:t>ى</w:t>
            </w:r>
            <w:r w:rsidR="004C00A8">
              <w:rPr>
                <w:rtl/>
              </w:rPr>
              <w:t xml:space="preserve"> </w:t>
            </w:r>
            <w:r w:rsidR="006479C7" w:rsidRPr="009647FC">
              <w:rPr>
                <w:rtl/>
              </w:rPr>
              <w:t>الأرض</w:t>
            </w:r>
            <w:r w:rsidR="006479C7">
              <w:rPr>
                <w:rtl/>
              </w:rPr>
              <w:t xml:space="preserve"> </w:t>
            </w:r>
            <w:r w:rsidR="006479C7" w:rsidRPr="009647FC">
              <w:rPr>
                <w:rtl/>
              </w:rPr>
              <w:t>فخراً</w:t>
            </w:r>
            <w:r w:rsidR="006479C7">
              <w:rPr>
                <w:rtl/>
              </w:rPr>
              <w:t xml:space="preserve"> </w:t>
            </w:r>
            <w:r w:rsidR="006479C7" w:rsidRPr="009647FC">
              <w:rPr>
                <w:rtl/>
              </w:rPr>
              <w:t>للسما</w:t>
            </w:r>
            <w:r w:rsidR="006479C7">
              <w:rPr>
                <w:rtl/>
              </w:rPr>
              <w:t xml:space="preserve"> </w:t>
            </w:r>
            <w:r w:rsidR="006479C7" w:rsidRPr="009647FC">
              <w:rPr>
                <w:rtl/>
              </w:rPr>
              <w:t>في</w:t>
            </w:r>
            <w:r w:rsidR="006479C7">
              <w:rPr>
                <w:rtl/>
              </w:rPr>
              <w:t xml:space="preserve"> </w:t>
            </w:r>
            <w:r w:rsidR="006479C7" w:rsidRPr="009647FC">
              <w:rPr>
                <w:rtl/>
              </w:rPr>
              <w:t>الكواكبِ</w:t>
            </w:r>
            <w:r w:rsidR="006479C7" w:rsidRPr="00725071">
              <w:rPr>
                <w:rStyle w:val="libPoemTiniChar0"/>
                <w:rtl/>
              </w:rPr>
              <w:br/>
              <w:t> </w:t>
            </w:r>
          </w:p>
        </w:tc>
      </w:tr>
      <w:tr w:rsidR="006479C7" w:rsidRPr="00524A24" w:rsidTr="006479C7">
        <w:trPr>
          <w:trHeight w:val="350"/>
        </w:trPr>
        <w:tc>
          <w:tcPr>
            <w:tcW w:w="3527" w:type="dxa"/>
          </w:tcPr>
          <w:p w:rsidR="006479C7" w:rsidRPr="00524A24" w:rsidRDefault="00A72677" w:rsidP="00697162">
            <w:pPr>
              <w:pStyle w:val="libPoem"/>
            </w:pPr>
            <w:r w:rsidRPr="009647FC">
              <w:rPr>
                <w:rtl/>
              </w:rPr>
              <w:t>خلع</w:t>
            </w:r>
            <w:r w:rsidR="006479C7" w:rsidRPr="009647FC">
              <w:rPr>
                <w:rtl/>
              </w:rPr>
              <w:t>ت</w:t>
            </w:r>
            <w:r w:rsidR="006479C7">
              <w:rPr>
                <w:rtl/>
              </w:rPr>
              <w:t xml:space="preserve"> </w:t>
            </w:r>
            <w:r w:rsidRPr="009647FC">
              <w:rPr>
                <w:rtl/>
              </w:rPr>
              <w:t>عل</w:t>
            </w:r>
            <w:r w:rsidR="006479C7" w:rsidRPr="009647FC">
              <w:rPr>
                <w:rtl/>
              </w:rPr>
              <w:t>يها</w:t>
            </w:r>
            <w:r w:rsidR="006479C7">
              <w:rPr>
                <w:rtl/>
              </w:rPr>
              <w:t xml:space="preserve"> </w:t>
            </w:r>
            <w:r w:rsidRPr="009647FC">
              <w:rPr>
                <w:rtl/>
              </w:rPr>
              <w:t>من</w:t>
            </w:r>
            <w:r w:rsidR="006479C7">
              <w:rPr>
                <w:rtl/>
              </w:rPr>
              <w:t xml:space="preserve"> </w:t>
            </w:r>
            <w:r w:rsidRPr="009647FC">
              <w:rPr>
                <w:rtl/>
              </w:rPr>
              <w:t>به</w:t>
            </w:r>
            <w:r w:rsidR="006479C7" w:rsidRPr="009647FC">
              <w:rPr>
                <w:rtl/>
              </w:rPr>
              <w:t>ائك</w:t>
            </w:r>
            <w:r w:rsidR="00677BC4">
              <w:rPr>
                <w:rtl/>
              </w:rPr>
              <w:t>َ</w:t>
            </w:r>
            <w:r w:rsidR="006479C7">
              <w:rPr>
                <w:rtl/>
              </w:rPr>
              <w:t xml:space="preserve"> </w:t>
            </w:r>
            <w:r w:rsidR="006479C7" w:rsidRPr="009647FC">
              <w:rPr>
                <w:rtl/>
              </w:rPr>
              <w:t>حُلةً</w:t>
            </w:r>
            <w:r w:rsidR="006479C7"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A72677" w:rsidP="00697162">
            <w:pPr>
              <w:pStyle w:val="libPoem"/>
            </w:pPr>
            <w:r w:rsidRPr="009647FC">
              <w:rPr>
                <w:rtl/>
              </w:rPr>
              <w:t>به</w:t>
            </w:r>
            <w:r w:rsidR="006479C7" w:rsidRPr="009647FC">
              <w:rPr>
                <w:rtl/>
              </w:rPr>
              <w:t>ا</w:t>
            </w:r>
            <w:r w:rsidR="006479C7">
              <w:rPr>
                <w:rtl/>
              </w:rPr>
              <w:t xml:space="preserve"> </w:t>
            </w:r>
            <w:r w:rsidR="006479C7" w:rsidRPr="009647FC">
              <w:rPr>
                <w:rtl/>
              </w:rPr>
              <w:t>ا</w:t>
            </w:r>
            <w:r w:rsidRPr="009647FC">
              <w:rPr>
                <w:rtl/>
              </w:rPr>
              <w:t>خت</w:t>
            </w:r>
            <w:r w:rsidR="006479C7" w:rsidRPr="009647FC">
              <w:rPr>
                <w:rtl/>
              </w:rPr>
              <w:t>الت</w:t>
            </w:r>
            <w:r w:rsidR="006479C7">
              <w:rPr>
                <w:rtl/>
              </w:rPr>
              <w:t xml:space="preserve"> </w:t>
            </w:r>
            <w:r w:rsidR="006479C7" w:rsidRPr="009647FC">
              <w:rPr>
                <w:rtl/>
              </w:rPr>
              <w:t>ا</w:t>
            </w:r>
            <w:r w:rsidRPr="009647FC">
              <w:rPr>
                <w:rtl/>
              </w:rPr>
              <w:t>لي</w:t>
            </w:r>
            <w:r w:rsidR="006479C7" w:rsidRPr="009647FC">
              <w:rPr>
                <w:rtl/>
              </w:rPr>
              <w:t>وم</w:t>
            </w:r>
            <w:r w:rsidR="006479C7">
              <w:rPr>
                <w:rtl/>
              </w:rPr>
              <w:t xml:space="preserve"> </w:t>
            </w:r>
            <w:r w:rsidR="006479C7" w:rsidRPr="009647FC">
              <w:rPr>
                <w:rtl/>
              </w:rPr>
              <w:t>اختيال</w:t>
            </w:r>
            <w:r w:rsidR="006479C7">
              <w:rPr>
                <w:rtl/>
              </w:rPr>
              <w:t xml:space="preserve"> </w:t>
            </w:r>
            <w:r w:rsidR="006479C7" w:rsidRPr="009647FC">
              <w:rPr>
                <w:rtl/>
              </w:rPr>
              <w:t>الكواعبِ</w:t>
            </w:r>
            <w:r w:rsidR="006479C7" w:rsidRPr="00725071">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A72677">
              <w:rPr>
                <w:rtl/>
              </w:rPr>
              <w:t>وأ</w:t>
            </w:r>
            <w:r w:rsidR="00A72677" w:rsidRPr="00A72677">
              <w:rPr>
                <w:rtl/>
              </w:rPr>
              <w:t>لب</w:t>
            </w:r>
            <w:r w:rsidRPr="00A72677">
              <w:rPr>
                <w:rtl/>
              </w:rPr>
              <w:t>ست</w:t>
            </w:r>
            <w:r w:rsidR="00677BC4">
              <w:rPr>
                <w:rtl/>
              </w:rPr>
              <w:t>َ</w:t>
            </w:r>
            <w:r w:rsidRPr="00A72677">
              <w:rPr>
                <w:rtl/>
              </w:rPr>
              <w:t>ها ع</w:t>
            </w:r>
            <w:r w:rsidR="00A72677" w:rsidRPr="00A72677">
              <w:rPr>
                <w:rtl/>
              </w:rPr>
              <w:t>ِق</w:t>
            </w:r>
            <w:r w:rsidRPr="00A72677">
              <w:rPr>
                <w:rtl/>
              </w:rPr>
              <w:t xml:space="preserve">داً </w:t>
            </w:r>
            <w:r w:rsidR="00A72677" w:rsidRPr="00A72677">
              <w:rPr>
                <w:rtl/>
              </w:rPr>
              <w:t>من</w:t>
            </w:r>
            <w:r w:rsidRPr="00A72677">
              <w:rPr>
                <w:rtl/>
              </w:rPr>
              <w:t xml:space="preserve"> ا</w:t>
            </w:r>
            <w:r w:rsidR="00A72677" w:rsidRPr="00A72677">
              <w:rPr>
                <w:rtl/>
              </w:rPr>
              <w:t>لف</w:t>
            </w:r>
            <w:r w:rsidRPr="00A72677">
              <w:rPr>
                <w:rtl/>
              </w:rPr>
              <w:t xml:space="preserve">خر </w:t>
            </w:r>
            <w:r w:rsidR="00A72677" w:rsidRPr="00A72677">
              <w:rPr>
                <w:rtl/>
              </w:rPr>
              <w:t>نا</w:t>
            </w:r>
            <w:r w:rsidRPr="00A72677">
              <w:rPr>
                <w:rtl/>
              </w:rPr>
              <w:t>ظما</w:t>
            </w:r>
            <w:r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A72677" w:rsidP="00697162">
            <w:pPr>
              <w:pStyle w:val="libPoem"/>
            </w:pPr>
            <w:r w:rsidRPr="00A72677">
              <w:rPr>
                <w:rtl/>
              </w:rPr>
              <w:t>لها</w:t>
            </w:r>
            <w:r w:rsidR="006479C7" w:rsidRPr="00A72677">
              <w:rPr>
                <w:rtl/>
              </w:rPr>
              <w:t xml:space="preserve"> ا</w:t>
            </w:r>
            <w:r w:rsidRPr="00A72677">
              <w:rPr>
                <w:rtl/>
              </w:rPr>
              <w:t>لد</w:t>
            </w:r>
            <w:r w:rsidR="006479C7" w:rsidRPr="00A72677">
              <w:rPr>
                <w:rtl/>
              </w:rPr>
              <w:t>رّ</w:t>
            </w:r>
            <w:r w:rsidR="00677BC4">
              <w:rPr>
                <w:rtl/>
              </w:rPr>
              <w:t>َ</w:t>
            </w:r>
            <w:r w:rsidR="006479C7" w:rsidRPr="00A72677">
              <w:rPr>
                <w:rtl/>
              </w:rPr>
              <w:t xml:space="preserve"> </w:t>
            </w:r>
            <w:r w:rsidRPr="00A72677">
              <w:rPr>
                <w:rtl/>
              </w:rPr>
              <w:t>في</w:t>
            </w:r>
            <w:r w:rsidR="006479C7" w:rsidRPr="00A72677">
              <w:rPr>
                <w:rtl/>
              </w:rPr>
              <w:t>ه و</w:t>
            </w:r>
            <w:r w:rsidRPr="00A72677">
              <w:rPr>
                <w:rtl/>
              </w:rPr>
              <w:t>هو</w:t>
            </w:r>
            <w:r w:rsidR="006479C7" w:rsidRPr="00A72677">
              <w:rPr>
                <w:rtl/>
              </w:rPr>
              <w:t xml:space="preserve"> درُّ ا</w:t>
            </w:r>
            <w:r w:rsidRPr="00A72677">
              <w:rPr>
                <w:rtl/>
              </w:rPr>
              <w:t>لم</w:t>
            </w:r>
            <w:r w:rsidR="006479C7" w:rsidRPr="00A72677">
              <w:rPr>
                <w:rtl/>
              </w:rPr>
              <w:t>ناقبِ</w:t>
            </w:r>
            <w:r w:rsidR="006479C7" w:rsidRPr="00A72677">
              <w:rPr>
                <w:rStyle w:val="libPoemTiniChar0"/>
                <w:rtl/>
              </w:rPr>
              <w:br/>
              <w:t> </w:t>
            </w:r>
          </w:p>
        </w:tc>
      </w:tr>
      <w:tr w:rsidR="006479C7" w:rsidRPr="00524A24" w:rsidTr="006479C7">
        <w:trPr>
          <w:trHeight w:val="350"/>
        </w:trPr>
        <w:tc>
          <w:tcPr>
            <w:tcW w:w="3527" w:type="dxa"/>
          </w:tcPr>
          <w:p w:rsidR="006479C7" w:rsidRPr="00524A24" w:rsidRDefault="00A72677" w:rsidP="00697162">
            <w:pPr>
              <w:pStyle w:val="libPoem"/>
            </w:pPr>
            <w:r w:rsidRPr="009647FC">
              <w:rPr>
                <w:rtl/>
              </w:rPr>
              <w:t>فما</w:t>
            </w:r>
            <w:r w:rsidR="006479C7">
              <w:rPr>
                <w:rtl/>
              </w:rPr>
              <w:t xml:space="preserve"> </w:t>
            </w:r>
            <w:r w:rsidR="006479C7" w:rsidRPr="009647FC">
              <w:rPr>
                <w:rtl/>
              </w:rPr>
              <w:t>أ</w:t>
            </w:r>
            <w:r w:rsidRPr="009647FC">
              <w:rPr>
                <w:rtl/>
              </w:rPr>
              <w:t>نت</w:t>
            </w:r>
            <w:r w:rsidR="006479C7">
              <w:rPr>
                <w:rtl/>
              </w:rPr>
              <w:t xml:space="preserve"> </w:t>
            </w:r>
            <w:r w:rsidR="006479C7" w:rsidRPr="009647FC">
              <w:rPr>
                <w:rtl/>
              </w:rPr>
              <w:t>إلاّ</w:t>
            </w:r>
            <w:r w:rsidR="006479C7">
              <w:rPr>
                <w:rtl/>
              </w:rPr>
              <w:t xml:space="preserve"> </w:t>
            </w:r>
            <w:r w:rsidRPr="009647FC">
              <w:rPr>
                <w:rtl/>
              </w:rPr>
              <w:t>بح</w:t>
            </w:r>
            <w:r w:rsidR="006479C7" w:rsidRPr="009647FC">
              <w:rPr>
                <w:rtl/>
              </w:rPr>
              <w:t>رُ</w:t>
            </w:r>
            <w:r w:rsidR="006479C7">
              <w:rPr>
                <w:rtl/>
              </w:rPr>
              <w:t xml:space="preserve"> </w:t>
            </w:r>
            <w:r w:rsidRPr="009647FC">
              <w:rPr>
                <w:rtl/>
              </w:rPr>
              <w:t>عل</w:t>
            </w:r>
            <w:r w:rsidR="006479C7" w:rsidRPr="009647FC">
              <w:rPr>
                <w:rtl/>
              </w:rPr>
              <w:t>مٍ</w:t>
            </w:r>
            <w:r w:rsidR="006479C7">
              <w:rPr>
                <w:rtl/>
              </w:rPr>
              <w:t xml:space="preserve"> </w:t>
            </w:r>
            <w:r w:rsidRPr="009647FC">
              <w:rPr>
                <w:rtl/>
              </w:rPr>
              <w:t>تت</w:t>
            </w:r>
            <w:r w:rsidR="006479C7" w:rsidRPr="009647FC">
              <w:rPr>
                <w:rtl/>
              </w:rPr>
              <w:t>ابعتْ</w:t>
            </w:r>
            <w:r w:rsidR="006479C7"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A72677" w:rsidP="00697162">
            <w:pPr>
              <w:pStyle w:val="libPoem"/>
            </w:pPr>
            <w:r w:rsidRPr="009647FC">
              <w:rPr>
                <w:rtl/>
              </w:rPr>
              <w:t>عجا</w:t>
            </w:r>
            <w:r w:rsidR="006479C7" w:rsidRPr="009647FC">
              <w:rPr>
                <w:rtl/>
              </w:rPr>
              <w:t>ئبه</w:t>
            </w:r>
            <w:r w:rsidR="006479C7">
              <w:rPr>
                <w:rtl/>
              </w:rPr>
              <w:t xml:space="preserve"> </w:t>
            </w:r>
            <w:r w:rsidR="006479C7" w:rsidRPr="009647FC">
              <w:rPr>
                <w:rtl/>
              </w:rPr>
              <w:t>وا</w:t>
            </w:r>
            <w:r w:rsidRPr="009647FC">
              <w:rPr>
                <w:rtl/>
              </w:rPr>
              <w:t>لبح</w:t>
            </w:r>
            <w:r w:rsidR="006479C7" w:rsidRPr="009647FC">
              <w:rPr>
                <w:rtl/>
              </w:rPr>
              <w:t>ر</w:t>
            </w:r>
            <w:r w:rsidR="006479C7">
              <w:rPr>
                <w:rtl/>
              </w:rPr>
              <w:t xml:space="preserve"> </w:t>
            </w:r>
            <w:r w:rsidRPr="009647FC">
              <w:rPr>
                <w:rtl/>
              </w:rPr>
              <w:t>جم</w:t>
            </w:r>
            <w:r w:rsidR="006479C7" w:rsidRPr="009647FC">
              <w:rPr>
                <w:rtl/>
              </w:rPr>
              <w:t>ُّ</w:t>
            </w:r>
            <w:r w:rsidR="006479C7">
              <w:rPr>
                <w:rtl/>
              </w:rPr>
              <w:t xml:space="preserve"> </w:t>
            </w:r>
            <w:r w:rsidR="006479C7" w:rsidRPr="009647FC">
              <w:rPr>
                <w:rtl/>
              </w:rPr>
              <w:t>ا</w:t>
            </w:r>
            <w:r w:rsidRPr="009647FC">
              <w:rPr>
                <w:rtl/>
              </w:rPr>
              <w:t>لع</w:t>
            </w:r>
            <w:r w:rsidR="006479C7" w:rsidRPr="009647FC">
              <w:rPr>
                <w:rtl/>
              </w:rPr>
              <w:t>جائبِ</w:t>
            </w:r>
            <w:r w:rsidR="006479C7" w:rsidRPr="00725071">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A72677">
              <w:rPr>
                <w:rtl/>
              </w:rPr>
              <w:t>و</w:t>
            </w:r>
            <w:r w:rsidR="00A72677" w:rsidRPr="00A72677">
              <w:rPr>
                <w:rtl/>
              </w:rPr>
              <w:t>ما</w:t>
            </w:r>
            <w:r w:rsidRPr="00A72677">
              <w:rPr>
                <w:rtl/>
              </w:rPr>
              <w:t xml:space="preserve"> أ</w:t>
            </w:r>
            <w:r w:rsidR="00A72677" w:rsidRPr="00A72677">
              <w:rPr>
                <w:rtl/>
              </w:rPr>
              <w:t>نت</w:t>
            </w:r>
            <w:r w:rsidRPr="00A72677">
              <w:rPr>
                <w:rtl/>
              </w:rPr>
              <w:t xml:space="preserve"> إلاّ روضُ </w:t>
            </w:r>
            <w:r w:rsidR="00A72677" w:rsidRPr="00A72677">
              <w:rPr>
                <w:rtl/>
              </w:rPr>
              <w:t>فض</w:t>
            </w:r>
            <w:r w:rsidRPr="00A72677">
              <w:rPr>
                <w:rtl/>
              </w:rPr>
              <w:t xml:space="preserve">ل </w:t>
            </w:r>
            <w:r w:rsidR="00A72677" w:rsidRPr="00A72677">
              <w:rPr>
                <w:rtl/>
              </w:rPr>
              <w:t>تح</w:t>
            </w:r>
            <w:r w:rsidRPr="00A72677">
              <w:rPr>
                <w:rtl/>
              </w:rPr>
              <w:t>دّثتْ</w:t>
            </w:r>
            <w:r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A72677" w:rsidP="00697162">
            <w:pPr>
              <w:pStyle w:val="libPoem"/>
            </w:pPr>
            <w:r w:rsidRPr="00A72677">
              <w:rPr>
                <w:rtl/>
              </w:rPr>
              <w:t>بر</w:t>
            </w:r>
            <w:r w:rsidR="006479C7" w:rsidRPr="00A72677">
              <w:rPr>
                <w:rtl/>
              </w:rPr>
              <w:t>ي</w:t>
            </w:r>
            <w:r w:rsidRPr="00A72677">
              <w:rPr>
                <w:rtl/>
              </w:rPr>
              <w:t>ّا</w:t>
            </w:r>
            <w:r w:rsidR="006479C7" w:rsidRPr="00A72677">
              <w:rPr>
                <w:rtl/>
              </w:rPr>
              <w:t>ه أ</w:t>
            </w:r>
            <w:r w:rsidRPr="00A72677">
              <w:rPr>
                <w:rtl/>
              </w:rPr>
              <w:t>نفا</w:t>
            </w:r>
            <w:r w:rsidR="006479C7" w:rsidRPr="00A72677">
              <w:rPr>
                <w:rtl/>
              </w:rPr>
              <w:t>سُ ا</w:t>
            </w:r>
            <w:r w:rsidRPr="00A72677">
              <w:rPr>
                <w:rtl/>
              </w:rPr>
              <w:t>لص</w:t>
            </w:r>
            <w:r w:rsidR="006479C7" w:rsidRPr="00A72677">
              <w:rPr>
                <w:rtl/>
              </w:rPr>
              <w:t>ِبا وا</w:t>
            </w:r>
            <w:r w:rsidRPr="00A72677">
              <w:rPr>
                <w:rtl/>
              </w:rPr>
              <w:t>لج</w:t>
            </w:r>
            <w:r w:rsidR="006479C7" w:rsidRPr="00A72677">
              <w:rPr>
                <w:rtl/>
              </w:rPr>
              <w:t>نائبِ</w:t>
            </w:r>
            <w:r w:rsidR="006479C7" w:rsidRPr="00A72677">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A72677">
              <w:rPr>
                <w:rtl/>
              </w:rPr>
              <w:t>وما أنت إلاّ د</w:t>
            </w:r>
            <w:r w:rsidR="00A72677" w:rsidRPr="00A72677">
              <w:rPr>
                <w:rtl/>
              </w:rPr>
              <w:t>يمة</w:t>
            </w:r>
            <w:r w:rsidRPr="00A72677">
              <w:rPr>
                <w:rtl/>
              </w:rPr>
              <w:t xml:space="preserve">ٌ </w:t>
            </w:r>
            <w:r w:rsidR="00A72677" w:rsidRPr="00A72677">
              <w:rPr>
                <w:rtl/>
              </w:rPr>
              <w:t>مست</w:t>
            </w:r>
            <w:r w:rsidRPr="00A72677">
              <w:rPr>
                <w:rtl/>
              </w:rPr>
              <w:t>هلةُ</w:t>
            </w:r>
            <w:r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A72677" w:rsidP="00697162">
            <w:pPr>
              <w:pStyle w:val="libPoem"/>
            </w:pPr>
            <w:r w:rsidRPr="00A72677">
              <w:rPr>
                <w:rtl/>
              </w:rPr>
              <w:t>بع</w:t>
            </w:r>
            <w:r w:rsidR="006479C7" w:rsidRPr="00A72677">
              <w:rPr>
                <w:rtl/>
              </w:rPr>
              <w:t>رفٍ</w:t>
            </w:r>
            <w:r w:rsidR="004C00A8">
              <w:rPr>
                <w:rtl/>
              </w:rPr>
              <w:t xml:space="preserve"> </w:t>
            </w:r>
            <w:r w:rsidRPr="00A72677">
              <w:rPr>
                <w:rtl/>
              </w:rPr>
              <w:t>من</w:t>
            </w:r>
            <w:r w:rsidR="006479C7" w:rsidRPr="00A72677">
              <w:rPr>
                <w:rtl/>
              </w:rPr>
              <w:t xml:space="preserve"> ا</w:t>
            </w:r>
            <w:r w:rsidRPr="00A72677">
              <w:rPr>
                <w:rtl/>
              </w:rPr>
              <w:t>لل</w:t>
            </w:r>
            <w:r w:rsidR="006479C7" w:rsidRPr="00A72677">
              <w:rPr>
                <w:rtl/>
              </w:rPr>
              <w:t>طف الإ</w:t>
            </w:r>
            <w:r w:rsidRPr="00A72677">
              <w:rPr>
                <w:rtl/>
              </w:rPr>
              <w:t>له</w:t>
            </w:r>
            <w:r w:rsidR="006479C7" w:rsidRPr="00A72677">
              <w:rPr>
                <w:rtl/>
              </w:rPr>
              <w:t>يِّ ساكبِ</w:t>
            </w:r>
            <w:r w:rsidR="006479C7" w:rsidRPr="00A72677">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A72677">
              <w:rPr>
                <w:rtl/>
              </w:rPr>
              <w:t>أ</w:t>
            </w:r>
            <w:r w:rsidR="00A72677" w:rsidRPr="00A72677">
              <w:rPr>
                <w:rtl/>
              </w:rPr>
              <w:t>خو</w:t>
            </w:r>
            <w:r w:rsidRPr="00A72677">
              <w:rPr>
                <w:rtl/>
              </w:rPr>
              <w:t xml:space="preserve"> </w:t>
            </w:r>
            <w:r w:rsidR="00A72677" w:rsidRPr="00A72677">
              <w:rPr>
                <w:rtl/>
              </w:rPr>
              <w:t>هم</w:t>
            </w:r>
            <w:r w:rsidRPr="00A72677">
              <w:rPr>
                <w:rtl/>
              </w:rPr>
              <w:t xml:space="preserve">مٍ </w:t>
            </w:r>
            <w:r w:rsidR="00A72677" w:rsidRPr="00A72677">
              <w:rPr>
                <w:rtl/>
              </w:rPr>
              <w:t>لو</w:t>
            </w:r>
            <w:r w:rsidRPr="00A72677">
              <w:rPr>
                <w:rtl/>
              </w:rPr>
              <w:t xml:space="preserve"> زا</w:t>
            </w:r>
            <w:r w:rsidR="00A72677" w:rsidRPr="00A72677">
              <w:rPr>
                <w:rtl/>
              </w:rPr>
              <w:t>حم</w:t>
            </w:r>
            <w:r w:rsidRPr="00A72677">
              <w:rPr>
                <w:rtl/>
              </w:rPr>
              <w:t xml:space="preserve"> الدهرُ بعضها</w:t>
            </w:r>
            <w:r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A72677" w:rsidP="00697162">
            <w:pPr>
              <w:pStyle w:val="libPoem"/>
            </w:pPr>
            <w:r w:rsidRPr="00A72677">
              <w:rPr>
                <w:rtl/>
              </w:rPr>
              <w:t>ثنت</w:t>
            </w:r>
            <w:r w:rsidR="006479C7" w:rsidRPr="00A72677">
              <w:rPr>
                <w:rtl/>
              </w:rPr>
              <w:t xml:space="preserve">ه </w:t>
            </w:r>
            <w:r w:rsidRPr="00A72677">
              <w:rPr>
                <w:rtl/>
              </w:rPr>
              <w:t>بصغ</w:t>
            </w:r>
            <w:r w:rsidR="006479C7" w:rsidRPr="00A72677">
              <w:rPr>
                <w:rtl/>
              </w:rPr>
              <w:t xml:space="preserve">راها </w:t>
            </w:r>
            <w:r w:rsidRPr="00A72677">
              <w:rPr>
                <w:rtl/>
              </w:rPr>
              <w:t>حط</w:t>
            </w:r>
            <w:r w:rsidR="006479C7" w:rsidRPr="00A72677">
              <w:rPr>
                <w:rtl/>
              </w:rPr>
              <w:t>يم</w:t>
            </w:r>
            <w:r w:rsidR="00677BC4">
              <w:rPr>
                <w:rtl/>
              </w:rPr>
              <w:t>َ</w:t>
            </w:r>
            <w:r w:rsidR="006479C7" w:rsidRPr="00A72677">
              <w:rPr>
                <w:rtl/>
              </w:rPr>
              <w:t xml:space="preserve"> ا</w:t>
            </w:r>
            <w:r w:rsidRPr="00A72677">
              <w:rPr>
                <w:rtl/>
              </w:rPr>
              <w:t>لم</w:t>
            </w:r>
            <w:r w:rsidR="006479C7" w:rsidRPr="00A72677">
              <w:rPr>
                <w:rtl/>
              </w:rPr>
              <w:t>ناكبِ</w:t>
            </w:r>
            <w:r w:rsidR="006479C7" w:rsidRPr="00A72677">
              <w:rPr>
                <w:rStyle w:val="libPoemTiniChar0"/>
                <w:rtl/>
              </w:rPr>
              <w:br/>
              <w:t> </w:t>
            </w:r>
          </w:p>
        </w:tc>
      </w:tr>
      <w:tr w:rsidR="006479C7" w:rsidRPr="00524A24" w:rsidTr="006479C7">
        <w:trPr>
          <w:trHeight w:val="350"/>
        </w:trPr>
        <w:tc>
          <w:tcPr>
            <w:tcW w:w="3527" w:type="dxa"/>
          </w:tcPr>
          <w:p w:rsidR="006479C7" w:rsidRPr="00524A24" w:rsidRDefault="00A72677" w:rsidP="00697162">
            <w:pPr>
              <w:pStyle w:val="libPoem"/>
            </w:pPr>
            <w:r w:rsidRPr="00A72677">
              <w:rPr>
                <w:rtl/>
              </w:rPr>
              <w:t>سم</w:t>
            </w:r>
            <w:r w:rsidR="006479C7" w:rsidRPr="00A72677">
              <w:rPr>
                <w:rtl/>
              </w:rPr>
              <w:t xml:space="preserve">ا </w:t>
            </w:r>
            <w:r w:rsidRPr="00A72677">
              <w:rPr>
                <w:rtl/>
              </w:rPr>
              <w:t>مف</w:t>
            </w:r>
            <w:r w:rsidR="006479C7" w:rsidRPr="00A72677">
              <w:rPr>
                <w:rtl/>
              </w:rPr>
              <w:t>رق</w:t>
            </w:r>
            <w:r w:rsidR="00677BC4">
              <w:rPr>
                <w:rtl/>
              </w:rPr>
              <w:t>َ</w:t>
            </w:r>
            <w:r w:rsidR="006479C7" w:rsidRPr="00A72677">
              <w:rPr>
                <w:rtl/>
              </w:rPr>
              <w:t xml:space="preserve"> ا</w:t>
            </w:r>
            <w:r w:rsidRPr="00A72677">
              <w:rPr>
                <w:rtl/>
              </w:rPr>
              <w:t>لج</w:t>
            </w:r>
            <w:r w:rsidR="006479C7" w:rsidRPr="00A72677">
              <w:rPr>
                <w:rtl/>
              </w:rPr>
              <w:t xml:space="preserve">وزاء </w:t>
            </w:r>
            <w:r w:rsidRPr="00A72677">
              <w:rPr>
                <w:rtl/>
              </w:rPr>
              <w:t>مج</w:t>
            </w:r>
            <w:r w:rsidR="006479C7" w:rsidRPr="00A72677">
              <w:rPr>
                <w:rtl/>
              </w:rPr>
              <w:t>دُك عاقدا</w:t>
            </w:r>
            <w:r w:rsidR="006479C7"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6479C7" w:rsidP="00697162">
            <w:pPr>
              <w:pStyle w:val="libPoem"/>
            </w:pPr>
            <w:r w:rsidRPr="00A72677">
              <w:rPr>
                <w:rtl/>
              </w:rPr>
              <w:t>ذوا</w:t>
            </w:r>
            <w:r w:rsidR="00A72677" w:rsidRPr="00A72677">
              <w:rPr>
                <w:rtl/>
              </w:rPr>
              <w:t>ئبه</w:t>
            </w:r>
            <w:r w:rsidRPr="00A72677">
              <w:rPr>
                <w:rtl/>
              </w:rPr>
              <w:t xml:space="preserve"> </w:t>
            </w:r>
            <w:r w:rsidR="00A72677" w:rsidRPr="00A72677">
              <w:rPr>
                <w:rtl/>
              </w:rPr>
              <w:t>من</w:t>
            </w:r>
            <w:r w:rsidRPr="00A72677">
              <w:rPr>
                <w:rtl/>
              </w:rPr>
              <w:t>ها ع</w:t>
            </w:r>
            <w:r w:rsidR="00A72677" w:rsidRPr="00A72677">
              <w:rPr>
                <w:rtl/>
              </w:rPr>
              <w:t>ُل</w:t>
            </w:r>
            <w:r w:rsidRPr="00A72677">
              <w:rPr>
                <w:rtl/>
              </w:rPr>
              <w:t xml:space="preserve">ىً </w:t>
            </w:r>
            <w:r w:rsidR="00A72677" w:rsidRPr="00A72677">
              <w:rPr>
                <w:rtl/>
              </w:rPr>
              <w:t>في</w:t>
            </w:r>
            <w:r w:rsidRPr="00A72677">
              <w:rPr>
                <w:rtl/>
              </w:rPr>
              <w:t xml:space="preserve"> ا</w:t>
            </w:r>
            <w:r w:rsidR="00A72677" w:rsidRPr="00A72677">
              <w:rPr>
                <w:rtl/>
              </w:rPr>
              <w:t>لذ</w:t>
            </w:r>
            <w:r w:rsidRPr="00A72677">
              <w:rPr>
                <w:rtl/>
              </w:rPr>
              <w:t>وائبِ</w:t>
            </w:r>
            <w:r w:rsidRPr="00A72677">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A72677">
              <w:rPr>
                <w:rtl/>
              </w:rPr>
              <w:t>وجاراك</w:t>
            </w:r>
            <w:r w:rsidRPr="00A72677">
              <w:rPr>
                <w:rStyle w:val="libFootnotenumChar"/>
                <w:rtl/>
              </w:rPr>
              <w:t>(2)</w:t>
            </w:r>
            <w:r w:rsidRPr="00A72677">
              <w:rPr>
                <w:rtl/>
              </w:rPr>
              <w:t xml:space="preserve"> من قلنا له: أين م</w:t>
            </w:r>
            <w:r w:rsidR="00677BC4">
              <w:rPr>
                <w:rtl/>
              </w:rPr>
              <w:t>َ</w:t>
            </w:r>
            <w:r w:rsidRPr="00A72677">
              <w:rPr>
                <w:rtl/>
              </w:rPr>
              <w:t>نْ جرى</w:t>
            </w:r>
            <w:r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6479C7" w:rsidP="00697162">
            <w:pPr>
              <w:pStyle w:val="libPoem"/>
            </w:pPr>
            <w:r w:rsidRPr="00A72677">
              <w:rPr>
                <w:rtl/>
              </w:rPr>
              <w:t>على الأرضِ من مجرى النجوم الثواقبِ</w:t>
            </w:r>
            <w:r w:rsidRPr="00A72677">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A72677">
              <w:rPr>
                <w:rtl/>
              </w:rPr>
              <w:t xml:space="preserve">أرحْ </w:t>
            </w:r>
            <w:r w:rsidR="00A72677" w:rsidRPr="00A72677">
              <w:rPr>
                <w:rtl/>
              </w:rPr>
              <w:t>غا</w:t>
            </w:r>
            <w:r w:rsidRPr="00A72677">
              <w:rPr>
                <w:rtl/>
              </w:rPr>
              <w:t>رب</w:t>
            </w:r>
            <w:r w:rsidR="00677BC4">
              <w:rPr>
                <w:rtl/>
              </w:rPr>
              <w:t>َ</w:t>
            </w:r>
            <w:r w:rsidRPr="00A72677">
              <w:rPr>
                <w:rtl/>
              </w:rPr>
              <w:t xml:space="preserve"> الأ</w:t>
            </w:r>
            <w:r w:rsidR="00A72677" w:rsidRPr="00A72677">
              <w:rPr>
                <w:rtl/>
              </w:rPr>
              <w:t>ما</w:t>
            </w:r>
            <w:r w:rsidRPr="00A72677">
              <w:rPr>
                <w:rtl/>
              </w:rPr>
              <w:t xml:space="preserve">لِ </w:t>
            </w:r>
            <w:r w:rsidR="00A72677" w:rsidRPr="00A72677">
              <w:rPr>
                <w:rtl/>
              </w:rPr>
              <w:t>عن</w:t>
            </w:r>
            <w:r w:rsidRPr="00A72677">
              <w:rPr>
                <w:rtl/>
              </w:rPr>
              <w:t xml:space="preserve">ك </w:t>
            </w:r>
            <w:r w:rsidR="00A72677" w:rsidRPr="00A72677">
              <w:rPr>
                <w:rtl/>
              </w:rPr>
              <w:t>فل</w:t>
            </w:r>
            <w:r w:rsidRPr="00A72677">
              <w:rPr>
                <w:rtl/>
              </w:rPr>
              <w:t>م ينلْ</w:t>
            </w:r>
            <w:r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A72677" w:rsidP="00697162">
            <w:pPr>
              <w:pStyle w:val="libPoem"/>
            </w:pPr>
            <w:r w:rsidRPr="00A72677">
              <w:rPr>
                <w:rtl/>
              </w:rPr>
              <w:t>مك</w:t>
            </w:r>
            <w:r w:rsidR="006479C7" w:rsidRPr="00A72677">
              <w:rPr>
                <w:rtl/>
              </w:rPr>
              <w:t>ان</w:t>
            </w:r>
            <w:r w:rsidR="00677BC4">
              <w:rPr>
                <w:rtl/>
              </w:rPr>
              <w:t>َ</w:t>
            </w:r>
            <w:r w:rsidR="006479C7" w:rsidRPr="00A72677">
              <w:rPr>
                <w:rtl/>
              </w:rPr>
              <w:t xml:space="preserve"> ا</w:t>
            </w:r>
            <w:r w:rsidRPr="00A72677">
              <w:rPr>
                <w:rtl/>
              </w:rPr>
              <w:t>لد</w:t>
            </w:r>
            <w:r w:rsidR="006479C7" w:rsidRPr="00A72677">
              <w:rPr>
                <w:rtl/>
              </w:rPr>
              <w:t xml:space="preserve">راري </w:t>
            </w:r>
            <w:r w:rsidRPr="00A72677">
              <w:rPr>
                <w:rtl/>
              </w:rPr>
              <w:t>فو</w:t>
            </w:r>
            <w:r w:rsidR="006479C7" w:rsidRPr="00A72677">
              <w:rPr>
                <w:rtl/>
              </w:rPr>
              <w:t>ق هذي الغواربِ</w:t>
            </w:r>
            <w:r w:rsidR="006479C7" w:rsidRPr="00A72677">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A72677">
              <w:rPr>
                <w:rtl/>
              </w:rPr>
              <w:t>وراءك أ</w:t>
            </w:r>
            <w:r w:rsidR="00A72677" w:rsidRPr="00A72677">
              <w:rPr>
                <w:rtl/>
              </w:rPr>
              <w:t>بر</w:t>
            </w:r>
            <w:r w:rsidRPr="00A72677">
              <w:rPr>
                <w:rtl/>
              </w:rPr>
              <w:t xml:space="preserve">ادٌ </w:t>
            </w:r>
            <w:r w:rsidR="00A72677" w:rsidRPr="00A72677">
              <w:rPr>
                <w:rtl/>
              </w:rPr>
              <w:t>لع</w:t>
            </w:r>
            <w:r w:rsidRPr="00A72677">
              <w:rPr>
                <w:rtl/>
              </w:rPr>
              <w:t>لياء</w:t>
            </w:r>
            <w:r w:rsidRPr="00A72677">
              <w:rPr>
                <w:rStyle w:val="libFootnotenumChar"/>
                <w:rtl/>
              </w:rPr>
              <w:t>(3)</w:t>
            </w:r>
            <w:r w:rsidRPr="00A72677">
              <w:rPr>
                <w:rtl/>
              </w:rPr>
              <w:t xml:space="preserve"> </w:t>
            </w:r>
            <w:r w:rsidR="00A72677" w:rsidRPr="00A72677">
              <w:rPr>
                <w:rtl/>
              </w:rPr>
              <w:t>لم</w:t>
            </w:r>
            <w:r w:rsidRPr="00A72677">
              <w:rPr>
                <w:rtl/>
              </w:rPr>
              <w:t xml:space="preserve"> تكنْ</w:t>
            </w:r>
            <w:r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A72677" w:rsidP="00697162">
            <w:pPr>
              <w:pStyle w:val="libPoem"/>
            </w:pPr>
            <w:r w:rsidRPr="00A72677">
              <w:rPr>
                <w:rtl/>
              </w:rPr>
              <w:t>تمد</w:t>
            </w:r>
            <w:r w:rsidR="006479C7" w:rsidRPr="00A72677">
              <w:rPr>
                <w:rtl/>
              </w:rPr>
              <w:t>ُّ ا</w:t>
            </w:r>
            <w:r w:rsidRPr="00A72677">
              <w:rPr>
                <w:rtl/>
              </w:rPr>
              <w:t>لث</w:t>
            </w:r>
            <w:r w:rsidR="006479C7" w:rsidRPr="00A72677">
              <w:rPr>
                <w:rtl/>
              </w:rPr>
              <w:t xml:space="preserve">ريا </w:t>
            </w:r>
            <w:r w:rsidRPr="00A72677">
              <w:rPr>
                <w:rtl/>
              </w:rPr>
              <w:t>نح</w:t>
            </w:r>
            <w:r w:rsidR="006479C7" w:rsidRPr="00A72677">
              <w:rPr>
                <w:rtl/>
              </w:rPr>
              <w:t xml:space="preserve">وها </w:t>
            </w:r>
            <w:r w:rsidRPr="00A72677">
              <w:rPr>
                <w:rtl/>
              </w:rPr>
              <w:t>كف</w:t>
            </w:r>
            <w:r w:rsidR="006479C7" w:rsidRPr="00A72677">
              <w:rPr>
                <w:rtl/>
              </w:rPr>
              <w:t>ّ</w:t>
            </w:r>
            <w:r w:rsidR="00677BC4">
              <w:rPr>
                <w:rtl/>
              </w:rPr>
              <w:t>َ</w:t>
            </w:r>
            <w:r w:rsidR="006479C7" w:rsidRPr="00A72677">
              <w:rPr>
                <w:rtl/>
              </w:rPr>
              <w:t xml:space="preserve"> </w:t>
            </w:r>
            <w:r w:rsidRPr="00A72677">
              <w:rPr>
                <w:rtl/>
              </w:rPr>
              <w:t>جا</w:t>
            </w:r>
            <w:r w:rsidR="006479C7" w:rsidRPr="00A72677">
              <w:rPr>
                <w:rtl/>
              </w:rPr>
              <w:t>ذبِ</w:t>
            </w:r>
            <w:r w:rsidR="006479C7" w:rsidRPr="00A72677">
              <w:rPr>
                <w:rStyle w:val="libPoemTiniChar0"/>
                <w:rtl/>
              </w:rPr>
              <w:br/>
              <w:t> </w:t>
            </w:r>
          </w:p>
        </w:tc>
      </w:tr>
      <w:tr w:rsidR="006479C7" w:rsidRPr="00524A24" w:rsidTr="006479C7">
        <w:trPr>
          <w:trHeight w:val="350"/>
        </w:trPr>
        <w:tc>
          <w:tcPr>
            <w:tcW w:w="3527" w:type="dxa"/>
          </w:tcPr>
          <w:p w:rsidR="006479C7" w:rsidRPr="00524A24" w:rsidRDefault="00A72677" w:rsidP="00697162">
            <w:pPr>
              <w:pStyle w:val="libPoem"/>
            </w:pPr>
            <w:r w:rsidRPr="00A72677">
              <w:rPr>
                <w:rtl/>
              </w:rPr>
              <w:t>في</w:t>
            </w:r>
            <w:r w:rsidR="006479C7" w:rsidRPr="00A72677">
              <w:rPr>
                <w:rtl/>
              </w:rPr>
              <w:t>ا</w:t>
            </w:r>
            <w:r w:rsidRPr="00A72677">
              <w:rPr>
                <w:rtl/>
              </w:rPr>
              <w:t>بن</w:t>
            </w:r>
            <w:r w:rsidR="006479C7" w:rsidRPr="00A72677">
              <w:rPr>
                <w:rtl/>
              </w:rPr>
              <w:t xml:space="preserve"> ا</w:t>
            </w:r>
            <w:r w:rsidRPr="00A72677">
              <w:rPr>
                <w:rtl/>
              </w:rPr>
              <w:t>لم</w:t>
            </w:r>
            <w:r w:rsidR="006479C7" w:rsidRPr="00A72677">
              <w:rPr>
                <w:rtl/>
              </w:rPr>
              <w:t>زايا (ا</w:t>
            </w:r>
            <w:r w:rsidRPr="00A72677">
              <w:rPr>
                <w:rtl/>
              </w:rPr>
              <w:t>لق</w:t>
            </w:r>
            <w:r w:rsidR="006479C7" w:rsidRPr="00A72677">
              <w:rPr>
                <w:rtl/>
              </w:rPr>
              <w:t>ادرية) أعجزتْ</w:t>
            </w:r>
            <w:r w:rsidR="006479C7"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A72677" w:rsidP="00697162">
            <w:pPr>
              <w:pStyle w:val="libPoem"/>
            </w:pPr>
            <w:r w:rsidRPr="00A72677">
              <w:rPr>
                <w:rtl/>
              </w:rPr>
              <w:t>مز</w:t>
            </w:r>
            <w:r w:rsidR="006479C7" w:rsidRPr="00A72677">
              <w:rPr>
                <w:rtl/>
              </w:rPr>
              <w:t>اياك</w:t>
            </w:r>
            <w:r w:rsidR="004C00A8">
              <w:rPr>
                <w:rtl/>
              </w:rPr>
              <w:t xml:space="preserve"> </w:t>
            </w:r>
            <w:r w:rsidRPr="00A72677">
              <w:rPr>
                <w:rtl/>
              </w:rPr>
              <w:t>في</w:t>
            </w:r>
            <w:r w:rsidR="006479C7" w:rsidRPr="00A72677">
              <w:rPr>
                <w:rtl/>
              </w:rPr>
              <w:t xml:space="preserve"> </w:t>
            </w:r>
            <w:r w:rsidRPr="00A72677">
              <w:rPr>
                <w:rtl/>
              </w:rPr>
              <w:t>تع</w:t>
            </w:r>
            <w:r w:rsidR="006479C7" w:rsidRPr="00A72677">
              <w:rPr>
                <w:rtl/>
              </w:rPr>
              <w:t xml:space="preserve">دادها </w:t>
            </w:r>
            <w:r w:rsidRPr="00A72677">
              <w:rPr>
                <w:rtl/>
              </w:rPr>
              <w:t>كل</w:t>
            </w:r>
            <w:r w:rsidR="00677BC4">
              <w:rPr>
                <w:rtl/>
              </w:rPr>
              <w:t>َ</w:t>
            </w:r>
            <w:r w:rsidR="006479C7" w:rsidRPr="00A72677">
              <w:rPr>
                <w:rtl/>
              </w:rPr>
              <w:t xml:space="preserve"> </w:t>
            </w:r>
            <w:r w:rsidRPr="00A72677">
              <w:rPr>
                <w:rtl/>
              </w:rPr>
              <w:t>حا</w:t>
            </w:r>
            <w:r w:rsidR="006479C7" w:rsidRPr="00A72677">
              <w:rPr>
                <w:rtl/>
              </w:rPr>
              <w:t>سبِ</w:t>
            </w:r>
            <w:r w:rsidR="006479C7" w:rsidRPr="00A72677">
              <w:rPr>
                <w:rStyle w:val="libPoemTiniChar0"/>
                <w:rtl/>
              </w:rPr>
              <w:br/>
              <w:t> </w:t>
            </w:r>
          </w:p>
        </w:tc>
      </w:tr>
      <w:tr w:rsidR="006479C7" w:rsidRPr="00524A24" w:rsidTr="006479C7">
        <w:trPr>
          <w:trHeight w:val="350"/>
        </w:trPr>
        <w:tc>
          <w:tcPr>
            <w:tcW w:w="3527" w:type="dxa"/>
          </w:tcPr>
          <w:p w:rsidR="006479C7" w:rsidRPr="00524A24" w:rsidRDefault="00A72677" w:rsidP="00697162">
            <w:pPr>
              <w:pStyle w:val="libPoem"/>
            </w:pPr>
            <w:r w:rsidRPr="00A72677">
              <w:rPr>
                <w:rtl/>
              </w:rPr>
              <w:t>غل</w:t>
            </w:r>
            <w:r w:rsidR="006479C7" w:rsidRPr="00A72677">
              <w:rPr>
                <w:rtl/>
              </w:rPr>
              <w:t xml:space="preserve">بنا </w:t>
            </w:r>
            <w:r w:rsidRPr="00A72677">
              <w:rPr>
                <w:rtl/>
              </w:rPr>
              <w:t>بك</w:t>
            </w:r>
            <w:r w:rsidR="006479C7" w:rsidRPr="00A72677">
              <w:rPr>
                <w:rtl/>
              </w:rPr>
              <w:t xml:space="preserve"> ا</w:t>
            </w:r>
            <w:r w:rsidRPr="00A72677">
              <w:rPr>
                <w:rtl/>
              </w:rPr>
              <w:t>لص</w:t>
            </w:r>
            <w:r w:rsidR="006479C7" w:rsidRPr="00A72677">
              <w:rPr>
                <w:rtl/>
              </w:rPr>
              <w:t>يد</w:t>
            </w:r>
            <w:r w:rsidR="00677BC4">
              <w:rPr>
                <w:rtl/>
              </w:rPr>
              <w:t>َ</w:t>
            </w:r>
            <w:r w:rsidR="006479C7" w:rsidRPr="00A72677">
              <w:rPr>
                <w:rtl/>
              </w:rPr>
              <w:t xml:space="preserve"> الكرام على العُلى</w:t>
            </w:r>
            <w:r w:rsidR="006479C7"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A72677" w:rsidP="00697162">
            <w:pPr>
              <w:pStyle w:val="libPoem"/>
            </w:pPr>
            <w:r w:rsidRPr="00A72677">
              <w:rPr>
                <w:rtl/>
              </w:rPr>
              <w:t>فحق</w:t>
            </w:r>
            <w:r w:rsidR="006479C7" w:rsidRPr="00A72677">
              <w:rPr>
                <w:rtl/>
              </w:rPr>
              <w:t>ُك أن ت</w:t>
            </w:r>
            <w:r w:rsidRPr="00A72677">
              <w:rPr>
                <w:rtl/>
              </w:rPr>
              <w:t>ُدعى</w:t>
            </w:r>
            <w:r w:rsidR="006479C7" w:rsidRPr="00A72677">
              <w:rPr>
                <w:rtl/>
              </w:rPr>
              <w:t xml:space="preserve"> </w:t>
            </w:r>
            <w:r w:rsidRPr="00A72677">
              <w:rPr>
                <w:rtl/>
              </w:rPr>
              <w:t>بسي</w:t>
            </w:r>
            <w:r w:rsidR="006479C7" w:rsidRPr="00A72677">
              <w:rPr>
                <w:rtl/>
              </w:rPr>
              <w:t xml:space="preserve">ّد </w:t>
            </w:r>
            <w:r w:rsidRPr="00A72677">
              <w:rPr>
                <w:rtl/>
              </w:rPr>
              <w:t>غا</w:t>
            </w:r>
            <w:r w:rsidR="006479C7" w:rsidRPr="00A72677">
              <w:rPr>
                <w:rtl/>
              </w:rPr>
              <w:t>لبِ</w:t>
            </w:r>
            <w:r w:rsidR="006479C7" w:rsidRPr="00A72677">
              <w:rPr>
                <w:rStyle w:val="libPoemTiniChar0"/>
                <w:rtl/>
              </w:rPr>
              <w:br/>
              <w:t> </w:t>
            </w:r>
          </w:p>
        </w:tc>
      </w:tr>
      <w:tr w:rsidR="006479C7" w:rsidRPr="00524A24" w:rsidTr="006479C7">
        <w:trPr>
          <w:trHeight w:val="350"/>
        </w:trPr>
        <w:tc>
          <w:tcPr>
            <w:tcW w:w="3527" w:type="dxa"/>
          </w:tcPr>
          <w:p w:rsidR="006479C7" w:rsidRPr="00524A24" w:rsidRDefault="00A72677" w:rsidP="00697162">
            <w:pPr>
              <w:pStyle w:val="libPoem"/>
            </w:pPr>
            <w:r w:rsidRPr="009647FC">
              <w:rPr>
                <w:rtl/>
              </w:rPr>
              <w:t>ير</w:t>
            </w:r>
            <w:r w:rsidR="006479C7" w:rsidRPr="009647FC">
              <w:rPr>
                <w:rtl/>
              </w:rPr>
              <w:t>وقك</w:t>
            </w:r>
            <w:r w:rsidR="006479C7">
              <w:rPr>
                <w:rtl/>
              </w:rPr>
              <w:t xml:space="preserve"> </w:t>
            </w:r>
            <w:r w:rsidRPr="009647FC">
              <w:rPr>
                <w:rtl/>
              </w:rPr>
              <w:t>ما</w:t>
            </w:r>
            <w:r w:rsidR="006479C7">
              <w:rPr>
                <w:rtl/>
              </w:rPr>
              <w:t xml:space="preserve"> </w:t>
            </w:r>
            <w:r w:rsidRPr="009647FC">
              <w:rPr>
                <w:rtl/>
              </w:rPr>
              <w:t>قد</w:t>
            </w:r>
            <w:r w:rsidR="006479C7">
              <w:rPr>
                <w:rtl/>
              </w:rPr>
              <w:t xml:space="preserve"> </w:t>
            </w:r>
            <w:r w:rsidRPr="009647FC">
              <w:rPr>
                <w:rtl/>
              </w:rPr>
              <w:t>طر</w:t>
            </w:r>
            <w:r w:rsidR="006479C7" w:rsidRPr="009647FC">
              <w:rPr>
                <w:rtl/>
              </w:rPr>
              <w:t>ّ</w:t>
            </w:r>
            <w:r w:rsidR="00677BC4">
              <w:rPr>
                <w:rtl/>
              </w:rPr>
              <w:t>َ</w:t>
            </w:r>
            <w:r w:rsidR="006479C7" w:rsidRPr="009647FC">
              <w:rPr>
                <w:rtl/>
              </w:rPr>
              <w:t>زتْ</w:t>
            </w:r>
            <w:r w:rsidR="006479C7">
              <w:rPr>
                <w:rtl/>
              </w:rPr>
              <w:t xml:space="preserve"> </w:t>
            </w:r>
            <w:r w:rsidRPr="009647FC">
              <w:rPr>
                <w:rtl/>
              </w:rPr>
              <w:t>لك</w:t>
            </w:r>
            <w:r w:rsidR="006479C7">
              <w:rPr>
                <w:rtl/>
              </w:rPr>
              <w:t xml:space="preserve"> </w:t>
            </w:r>
            <w:r w:rsidR="006479C7" w:rsidRPr="009647FC">
              <w:rPr>
                <w:rtl/>
              </w:rPr>
              <w:t>وشي</w:t>
            </w:r>
            <w:r w:rsidR="00677BC4">
              <w:rPr>
                <w:rtl/>
              </w:rPr>
              <w:t>َ</w:t>
            </w:r>
            <w:r w:rsidR="006479C7" w:rsidRPr="009647FC">
              <w:rPr>
                <w:rtl/>
              </w:rPr>
              <w:t>ه</w:t>
            </w:r>
            <w:r w:rsidR="006479C7"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A72677" w:rsidP="00697162">
            <w:pPr>
              <w:pStyle w:val="libPoem"/>
            </w:pPr>
            <w:r w:rsidRPr="009647FC">
              <w:rPr>
                <w:rtl/>
              </w:rPr>
              <w:t>صن</w:t>
            </w:r>
            <w:r w:rsidR="006479C7" w:rsidRPr="009647FC">
              <w:rPr>
                <w:rtl/>
              </w:rPr>
              <w:t>اعُ</w:t>
            </w:r>
            <w:r w:rsidR="006479C7">
              <w:rPr>
                <w:rtl/>
              </w:rPr>
              <w:t xml:space="preserve"> </w:t>
            </w:r>
            <w:r w:rsidR="006479C7" w:rsidRPr="009647FC">
              <w:rPr>
                <w:rtl/>
              </w:rPr>
              <w:t>ا</w:t>
            </w:r>
            <w:r w:rsidRPr="009647FC">
              <w:rPr>
                <w:rtl/>
              </w:rPr>
              <w:t>لق</w:t>
            </w:r>
            <w:r w:rsidR="006479C7" w:rsidRPr="009647FC">
              <w:rPr>
                <w:rtl/>
              </w:rPr>
              <w:t>وافي</w:t>
            </w:r>
            <w:r w:rsidR="006479C7">
              <w:rPr>
                <w:rtl/>
              </w:rPr>
              <w:t xml:space="preserve"> </w:t>
            </w:r>
            <w:r w:rsidR="006479C7" w:rsidRPr="009647FC">
              <w:rPr>
                <w:rtl/>
              </w:rPr>
              <w:t>لا</w:t>
            </w:r>
            <w:r w:rsidR="006479C7">
              <w:rPr>
                <w:rtl/>
              </w:rPr>
              <w:t xml:space="preserve"> </w:t>
            </w:r>
            <w:r w:rsidRPr="009647FC">
              <w:rPr>
                <w:rtl/>
              </w:rPr>
              <w:t>صن</w:t>
            </w:r>
            <w:r w:rsidR="006479C7" w:rsidRPr="009647FC">
              <w:rPr>
                <w:rtl/>
              </w:rPr>
              <w:t>اعُ</w:t>
            </w:r>
            <w:r w:rsidR="006479C7">
              <w:rPr>
                <w:rtl/>
              </w:rPr>
              <w:t xml:space="preserve"> </w:t>
            </w:r>
            <w:r w:rsidR="006479C7" w:rsidRPr="009647FC">
              <w:rPr>
                <w:rtl/>
              </w:rPr>
              <w:t>الكواعبِ</w:t>
            </w:r>
            <w:r w:rsidR="006479C7" w:rsidRPr="00725071">
              <w:rPr>
                <w:rStyle w:val="libPoemTiniChar0"/>
                <w:rtl/>
              </w:rPr>
              <w:br/>
              <w:t> </w:t>
            </w:r>
          </w:p>
        </w:tc>
      </w:tr>
      <w:tr w:rsidR="006479C7" w:rsidRPr="00524A24" w:rsidTr="006479C7">
        <w:trPr>
          <w:trHeight w:val="350"/>
        </w:trPr>
        <w:tc>
          <w:tcPr>
            <w:tcW w:w="3527" w:type="dxa"/>
          </w:tcPr>
          <w:p w:rsidR="006479C7" w:rsidRPr="00524A24" w:rsidRDefault="00A72677" w:rsidP="00697162">
            <w:pPr>
              <w:pStyle w:val="libPoem"/>
            </w:pPr>
            <w:r w:rsidRPr="009647FC">
              <w:rPr>
                <w:rtl/>
              </w:rPr>
              <w:t>فد</w:t>
            </w:r>
            <w:r w:rsidR="006479C7" w:rsidRPr="009647FC">
              <w:rPr>
                <w:rtl/>
              </w:rPr>
              <w:t>مت</w:t>
            </w:r>
            <w:r w:rsidR="00677BC4">
              <w:rPr>
                <w:rtl/>
              </w:rPr>
              <w:t>َ</w:t>
            </w:r>
            <w:r w:rsidR="006479C7">
              <w:rPr>
                <w:rtl/>
              </w:rPr>
              <w:t xml:space="preserve"> </w:t>
            </w:r>
            <w:r w:rsidRPr="009647FC">
              <w:rPr>
                <w:rtl/>
              </w:rPr>
              <w:t>عل</w:t>
            </w:r>
            <w:r w:rsidR="006479C7" w:rsidRPr="009647FC">
              <w:rPr>
                <w:rtl/>
              </w:rPr>
              <w:t>ى</w:t>
            </w:r>
            <w:r w:rsidR="006479C7">
              <w:rPr>
                <w:rtl/>
              </w:rPr>
              <w:t xml:space="preserve"> </w:t>
            </w:r>
            <w:r w:rsidRPr="009647FC">
              <w:rPr>
                <w:rtl/>
              </w:rPr>
              <w:t>ها</w:t>
            </w:r>
            <w:r w:rsidR="006479C7" w:rsidRPr="009647FC">
              <w:rPr>
                <w:rtl/>
              </w:rPr>
              <w:t>م</w:t>
            </w:r>
            <w:r w:rsidR="006479C7">
              <w:rPr>
                <w:rtl/>
              </w:rPr>
              <w:t xml:space="preserve"> </w:t>
            </w:r>
            <w:r w:rsidR="006479C7" w:rsidRPr="009647FC">
              <w:rPr>
                <w:rtl/>
              </w:rPr>
              <w:t>ا</w:t>
            </w:r>
            <w:r w:rsidRPr="009647FC">
              <w:rPr>
                <w:rtl/>
              </w:rPr>
              <w:t>لم</w:t>
            </w:r>
            <w:r w:rsidR="006479C7" w:rsidRPr="009647FC">
              <w:rPr>
                <w:rtl/>
              </w:rPr>
              <w:t>جرّ</w:t>
            </w:r>
            <w:r w:rsidR="00677BC4">
              <w:rPr>
                <w:rtl/>
              </w:rPr>
              <w:t>َ</w:t>
            </w:r>
            <w:r w:rsidR="006479C7" w:rsidRPr="009647FC">
              <w:rPr>
                <w:rtl/>
              </w:rPr>
              <w:t>ة</w:t>
            </w:r>
            <w:r w:rsidR="006479C7">
              <w:rPr>
                <w:rtl/>
              </w:rPr>
              <w:t xml:space="preserve"> </w:t>
            </w:r>
            <w:r w:rsidRPr="009647FC">
              <w:rPr>
                <w:rtl/>
              </w:rPr>
              <w:t>سا</w:t>
            </w:r>
            <w:r w:rsidR="006479C7" w:rsidRPr="009647FC">
              <w:rPr>
                <w:rtl/>
              </w:rPr>
              <w:t>حبا</w:t>
            </w:r>
            <w:r w:rsidR="006479C7"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Pr="00524A24" w:rsidRDefault="00A72677" w:rsidP="00697162">
            <w:pPr>
              <w:pStyle w:val="libPoem"/>
            </w:pPr>
            <w:r w:rsidRPr="009647FC">
              <w:rPr>
                <w:rtl/>
              </w:rPr>
              <w:t>مط</w:t>
            </w:r>
            <w:r w:rsidR="006479C7" w:rsidRPr="009647FC">
              <w:rPr>
                <w:rtl/>
              </w:rPr>
              <w:t>ارف</w:t>
            </w:r>
            <w:r w:rsidR="006479C7">
              <w:rPr>
                <w:rtl/>
              </w:rPr>
              <w:t xml:space="preserve"> </w:t>
            </w:r>
            <w:r w:rsidRPr="009647FC">
              <w:rPr>
                <w:rtl/>
              </w:rPr>
              <w:t>فخ</w:t>
            </w:r>
            <w:r w:rsidR="006479C7" w:rsidRPr="009647FC">
              <w:rPr>
                <w:rtl/>
              </w:rPr>
              <w:t>رٍ</w:t>
            </w:r>
            <w:r w:rsidR="006479C7">
              <w:rPr>
                <w:rtl/>
              </w:rPr>
              <w:t xml:space="preserve"> </w:t>
            </w:r>
            <w:r w:rsidRPr="009647FC">
              <w:rPr>
                <w:rtl/>
              </w:rPr>
              <w:t>طا</w:t>
            </w:r>
            <w:r w:rsidR="006479C7" w:rsidRPr="009647FC">
              <w:rPr>
                <w:rtl/>
              </w:rPr>
              <w:t>هرات</w:t>
            </w:r>
            <w:r w:rsidR="006479C7">
              <w:rPr>
                <w:rtl/>
              </w:rPr>
              <w:t xml:space="preserve"> </w:t>
            </w:r>
            <w:r w:rsidR="006479C7" w:rsidRPr="009647FC">
              <w:rPr>
                <w:rtl/>
              </w:rPr>
              <w:t>ا</w:t>
            </w:r>
            <w:r w:rsidRPr="009647FC">
              <w:rPr>
                <w:rtl/>
              </w:rPr>
              <w:t>لم</w:t>
            </w:r>
            <w:r w:rsidR="006479C7" w:rsidRPr="009647FC">
              <w:rPr>
                <w:rtl/>
              </w:rPr>
              <w:t>ساحبِ</w:t>
            </w:r>
            <w:r w:rsidR="006479C7" w:rsidRPr="00725071">
              <w:rPr>
                <w:rStyle w:val="libPoemTiniChar0"/>
                <w:rtl/>
              </w:rPr>
              <w:br/>
              <w:t> </w:t>
            </w:r>
          </w:p>
        </w:tc>
      </w:tr>
    </w:tbl>
    <w:p w:rsidR="009647FC" w:rsidRPr="00524A24" w:rsidRDefault="009647FC" w:rsidP="004E7EC6">
      <w:pPr>
        <w:pStyle w:val="libNormal"/>
      </w:pPr>
      <w:r w:rsidRPr="004E7EC6">
        <w:rPr>
          <w:rtl/>
        </w:rPr>
        <w:t>وقال يمدحه أيضا</w:t>
      </w:r>
      <w:r w:rsidRPr="006479C7">
        <w:rPr>
          <w:rtl/>
        </w:rPr>
        <w:t>ً</w:t>
      </w:r>
      <w:r w:rsidRPr="004E7EC6">
        <w:rPr>
          <w:rStyle w:val="libFootnotenumChar"/>
          <w:rtl/>
        </w:rPr>
        <w:t>(4)</w:t>
      </w:r>
      <w:r w:rsidR="00D769AB" w:rsidRPr="004C00A8">
        <w:rPr>
          <w:rtl/>
        </w:rPr>
        <w:t>:</w:t>
      </w:r>
    </w:p>
    <w:tbl>
      <w:tblPr>
        <w:tblStyle w:val="TableGrid"/>
        <w:bidiVisual/>
        <w:tblW w:w="4562" w:type="pct"/>
        <w:tblInd w:w="384" w:type="dxa"/>
        <w:tblLook w:val="04A0"/>
      </w:tblPr>
      <w:tblGrid>
        <w:gridCol w:w="3902"/>
        <w:gridCol w:w="301"/>
        <w:gridCol w:w="3884"/>
      </w:tblGrid>
      <w:tr w:rsidR="006479C7" w:rsidRPr="00524A24" w:rsidTr="006479C7">
        <w:trPr>
          <w:trHeight w:val="350"/>
        </w:trPr>
        <w:tc>
          <w:tcPr>
            <w:tcW w:w="3527" w:type="dxa"/>
          </w:tcPr>
          <w:p w:rsidR="006479C7" w:rsidRPr="00524A24" w:rsidRDefault="006479C7" w:rsidP="00697162">
            <w:pPr>
              <w:pStyle w:val="libPoem"/>
            </w:pPr>
            <w:r w:rsidRPr="009647FC">
              <w:rPr>
                <w:rtl/>
              </w:rPr>
              <w:t>لقد قلتُ للأرضِ ادعتْ بنجومها</w:t>
            </w:r>
            <w:r>
              <w:rPr>
                <w:rtl/>
              </w:rPr>
              <w:t>:</w:t>
            </w:r>
            <w:r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6479C7" w:rsidP="00697162">
            <w:pPr>
              <w:pStyle w:val="libPoem"/>
            </w:pPr>
            <w:r w:rsidRPr="009647FC">
              <w:rPr>
                <w:rtl/>
              </w:rPr>
              <w:t>عليكِ السما فخراً فقالت</w:t>
            </w:r>
            <w:r>
              <w:rPr>
                <w:rtl/>
              </w:rPr>
              <w:t>:</w:t>
            </w:r>
            <w:r w:rsidRPr="009647FC">
              <w:rPr>
                <w:rtl/>
              </w:rPr>
              <w:t xml:space="preserve"> أجيبُها</w:t>
            </w:r>
            <w:r w:rsidRPr="00725071">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9647FC">
              <w:rPr>
                <w:rtl/>
              </w:rPr>
              <w:t>لئن هي بالإشراق منها تزيّ</w:t>
            </w:r>
            <w:r w:rsidR="00677BC4">
              <w:rPr>
                <w:rtl/>
              </w:rPr>
              <w:t>َ</w:t>
            </w:r>
            <w:r w:rsidRPr="009647FC">
              <w:rPr>
                <w:rtl/>
              </w:rPr>
              <w:t>نتْ</w:t>
            </w:r>
            <w:r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Pr="00524A24" w:rsidRDefault="006479C7" w:rsidP="00697162">
            <w:pPr>
              <w:pStyle w:val="libPoem"/>
            </w:pPr>
            <w:r w:rsidRPr="009647FC">
              <w:rPr>
                <w:rtl/>
              </w:rPr>
              <w:t>فما الفخرُ إلاّ حيث حلّ</w:t>
            </w:r>
            <w:r w:rsidR="00677BC4">
              <w:rPr>
                <w:rtl/>
              </w:rPr>
              <w:t>َ</w:t>
            </w:r>
            <w:r w:rsidRPr="009647FC">
              <w:rPr>
                <w:rtl/>
              </w:rPr>
              <w:t xml:space="preserve"> (نقيبها)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نسخة</w:t>
      </w:r>
      <w:r w:rsidR="00D769AB">
        <w:rPr>
          <w:rtl/>
        </w:rPr>
        <w:t>:</w:t>
      </w:r>
      <w:r w:rsidRPr="009647FC">
        <w:rPr>
          <w:rtl/>
        </w:rPr>
        <w:t xml:space="preserve"> يدع</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 نسخة</w:t>
      </w:r>
      <w:r w:rsidR="00D769AB">
        <w:rPr>
          <w:rtl/>
        </w:rPr>
        <w:t>:</w:t>
      </w:r>
      <w:r w:rsidRPr="009647FC">
        <w:rPr>
          <w:rtl/>
        </w:rPr>
        <w:t xml:space="preserve"> وأجراك</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نسخة</w:t>
      </w:r>
      <w:r w:rsidR="00D769AB">
        <w:rPr>
          <w:rtl/>
        </w:rPr>
        <w:t>:</w:t>
      </w:r>
      <w:r w:rsidRPr="009647FC">
        <w:rPr>
          <w:rtl/>
        </w:rPr>
        <w:t xml:space="preserve"> وراءك عن أبراد علياء</w:t>
      </w:r>
      <w:r w:rsidR="00D769AB">
        <w:rPr>
          <w:rtl/>
        </w:rPr>
        <w:t>.</w:t>
      </w:r>
      <w:r w:rsidRPr="009647FC">
        <w:rPr>
          <w:rtl/>
        </w:rPr>
        <w:t xml:space="preserve"> وفي المطبوع</w:t>
      </w:r>
      <w:r w:rsidR="00D769AB">
        <w:rPr>
          <w:rtl/>
        </w:rPr>
        <w:t>:</w:t>
      </w:r>
      <w:r w:rsidRPr="009647FC">
        <w:rPr>
          <w:rtl/>
        </w:rPr>
        <w:t xml:space="preserve"> ودائك عن إيراد</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لم يثبت البيتان في الديوان المطبوع</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وقال يمدح بعضهم</w:t>
      </w:r>
      <w:r w:rsidR="00D769AB">
        <w:rPr>
          <w:rtl/>
        </w:rPr>
        <w:t>:</w:t>
      </w:r>
    </w:p>
    <w:tbl>
      <w:tblPr>
        <w:tblStyle w:val="TableGrid"/>
        <w:bidiVisual/>
        <w:tblW w:w="4562" w:type="pct"/>
        <w:tblInd w:w="384" w:type="dxa"/>
        <w:tblLook w:val="04A0"/>
      </w:tblPr>
      <w:tblGrid>
        <w:gridCol w:w="3902"/>
        <w:gridCol w:w="301"/>
        <w:gridCol w:w="3884"/>
      </w:tblGrid>
      <w:tr w:rsidR="006479C7" w:rsidRPr="00524A24" w:rsidTr="006479C7">
        <w:trPr>
          <w:trHeight w:val="350"/>
        </w:trPr>
        <w:tc>
          <w:tcPr>
            <w:tcW w:w="3527" w:type="dxa"/>
          </w:tcPr>
          <w:p w:rsidR="006479C7" w:rsidRPr="00524A24" w:rsidRDefault="006479C7" w:rsidP="00697162">
            <w:pPr>
              <w:pStyle w:val="libPoem"/>
            </w:pPr>
            <w:r w:rsidRPr="00A72677">
              <w:rPr>
                <w:rtl/>
              </w:rPr>
              <w:t>يا خير م</w:t>
            </w:r>
            <w:r w:rsidR="00677BC4">
              <w:rPr>
                <w:rtl/>
              </w:rPr>
              <w:t>َ</w:t>
            </w:r>
            <w:r w:rsidRPr="00A72677">
              <w:rPr>
                <w:rtl/>
              </w:rPr>
              <w:t>نْ صنع الجميل</w:t>
            </w:r>
            <w:r w:rsidR="00677BC4">
              <w:rPr>
                <w:rtl/>
              </w:rPr>
              <w:t>َ</w:t>
            </w:r>
            <w:r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6479C7" w:rsidP="00697162">
            <w:pPr>
              <w:pStyle w:val="libPoem"/>
            </w:pPr>
            <w:r w:rsidRPr="00A72677">
              <w:rPr>
                <w:rtl/>
              </w:rPr>
              <w:t>لرب</w:t>
            </w:r>
            <w:r w:rsidR="00A72677" w:rsidRPr="00A72677">
              <w:rPr>
                <w:rtl/>
              </w:rPr>
              <w:t>ّه</w:t>
            </w:r>
            <w:r w:rsidRPr="00A72677">
              <w:rPr>
                <w:rtl/>
              </w:rPr>
              <w:t>ِ</w:t>
            </w:r>
            <w:r w:rsidR="004C00A8">
              <w:rPr>
                <w:rtl/>
              </w:rPr>
              <w:t xml:space="preserve"> </w:t>
            </w:r>
            <w:r w:rsidR="00A72677" w:rsidRPr="00A72677">
              <w:rPr>
                <w:rtl/>
              </w:rPr>
              <w:t>متقر</w:t>
            </w:r>
            <w:r w:rsidRPr="00A72677">
              <w:rPr>
                <w:rtl/>
              </w:rPr>
              <w:t>ِّبا</w:t>
            </w:r>
            <w:r w:rsidRPr="00A72677">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9647FC">
              <w:rPr>
                <w:rtl/>
              </w:rPr>
              <w:t>و</w:t>
            </w:r>
            <w:r w:rsidR="00A72677" w:rsidRPr="009647FC">
              <w:rPr>
                <w:rtl/>
              </w:rPr>
              <w:t>حن</w:t>
            </w:r>
            <w:r w:rsidRPr="009647FC">
              <w:rPr>
                <w:rtl/>
              </w:rPr>
              <w:t>ا</w:t>
            </w:r>
            <w:r>
              <w:rPr>
                <w:rtl/>
              </w:rPr>
              <w:t xml:space="preserve"> </w:t>
            </w:r>
            <w:r w:rsidR="00A72677" w:rsidRPr="009647FC">
              <w:rPr>
                <w:rtl/>
              </w:rPr>
              <w:t>عل</w:t>
            </w:r>
            <w:r w:rsidRPr="009647FC">
              <w:rPr>
                <w:rtl/>
              </w:rPr>
              <w:t>ى</w:t>
            </w:r>
            <w:r>
              <w:rPr>
                <w:rtl/>
              </w:rPr>
              <w:t xml:space="preserve"> </w:t>
            </w:r>
            <w:r w:rsidRPr="009647FC">
              <w:rPr>
                <w:rtl/>
              </w:rPr>
              <w:t>أ</w:t>
            </w:r>
            <w:r w:rsidR="00A72677" w:rsidRPr="009647FC">
              <w:rPr>
                <w:rtl/>
              </w:rPr>
              <w:t>بن</w:t>
            </w:r>
            <w:r w:rsidRPr="009647FC">
              <w:rPr>
                <w:rtl/>
              </w:rPr>
              <w:t>اءِ</w:t>
            </w:r>
            <w:r>
              <w:rPr>
                <w:rtl/>
              </w:rPr>
              <w:t xml:space="preserve"> </w:t>
            </w:r>
            <w:r w:rsidRPr="009647FC">
              <w:rPr>
                <w:rtl/>
              </w:rPr>
              <w:t>فا</w:t>
            </w:r>
            <w:r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A72677" w:rsidP="00697162">
            <w:pPr>
              <w:pStyle w:val="libPoem"/>
            </w:pPr>
            <w:r w:rsidRPr="009647FC">
              <w:rPr>
                <w:rtl/>
              </w:rPr>
              <w:t>طم</w:t>
            </w:r>
            <w:r w:rsidR="006479C7" w:rsidRPr="009647FC">
              <w:rPr>
                <w:rtl/>
              </w:rPr>
              <w:t>ة</w:t>
            </w:r>
            <w:r w:rsidR="00677BC4">
              <w:rPr>
                <w:rtl/>
              </w:rPr>
              <w:t>َ</w:t>
            </w:r>
            <w:r w:rsidR="004C00A8">
              <w:rPr>
                <w:rtl/>
              </w:rPr>
              <w:t xml:space="preserve"> </w:t>
            </w:r>
            <w:r w:rsidRPr="009647FC">
              <w:rPr>
                <w:rtl/>
              </w:rPr>
              <w:t>فك</w:t>
            </w:r>
            <w:r w:rsidR="006479C7" w:rsidRPr="009647FC">
              <w:rPr>
                <w:rtl/>
              </w:rPr>
              <w:t>ان</w:t>
            </w:r>
            <w:r w:rsidR="006479C7">
              <w:rPr>
                <w:rtl/>
              </w:rPr>
              <w:t xml:space="preserve"> </w:t>
            </w:r>
            <w:r w:rsidRPr="009647FC">
              <w:rPr>
                <w:rtl/>
              </w:rPr>
              <w:t>له</w:t>
            </w:r>
            <w:r w:rsidR="006479C7" w:rsidRPr="009647FC">
              <w:rPr>
                <w:rtl/>
              </w:rPr>
              <w:t>م</w:t>
            </w:r>
            <w:r w:rsidR="006479C7">
              <w:rPr>
                <w:rtl/>
              </w:rPr>
              <w:t xml:space="preserve"> </w:t>
            </w:r>
            <w:r w:rsidR="006479C7" w:rsidRPr="009647FC">
              <w:rPr>
                <w:rtl/>
              </w:rPr>
              <w:t>أبا</w:t>
            </w:r>
            <w:r w:rsidR="006479C7" w:rsidRPr="00725071">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9647FC">
              <w:rPr>
                <w:rtl/>
              </w:rPr>
              <w:t>ورعى</w:t>
            </w:r>
            <w:r w:rsidR="004C00A8">
              <w:rPr>
                <w:rtl/>
              </w:rPr>
              <w:t xml:space="preserve"> </w:t>
            </w:r>
            <w:r w:rsidRPr="009647FC">
              <w:rPr>
                <w:rtl/>
              </w:rPr>
              <w:t>حقوق</w:t>
            </w:r>
            <w:r>
              <w:rPr>
                <w:rtl/>
              </w:rPr>
              <w:t xml:space="preserve"> </w:t>
            </w:r>
            <w:r w:rsidRPr="009647FC">
              <w:rPr>
                <w:rtl/>
              </w:rPr>
              <w:t>المؤمنين</w:t>
            </w:r>
            <w:r w:rsidR="00677BC4">
              <w:rPr>
                <w:rtl/>
              </w:rPr>
              <w:t>َ</w:t>
            </w:r>
            <w:r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6479C7" w:rsidP="00697162">
            <w:pPr>
              <w:pStyle w:val="libPoem"/>
            </w:pPr>
            <w:r w:rsidRPr="009647FC">
              <w:rPr>
                <w:rtl/>
              </w:rPr>
              <w:t>ترؤ</w:t>
            </w:r>
            <w:r w:rsidR="00A72677" w:rsidRPr="009647FC">
              <w:rPr>
                <w:rtl/>
              </w:rPr>
              <w:t>فا</w:t>
            </w:r>
            <w:r w:rsidRPr="009647FC">
              <w:rPr>
                <w:rtl/>
              </w:rPr>
              <w:t>ً</w:t>
            </w:r>
            <w:r w:rsidR="004C00A8">
              <w:rPr>
                <w:rtl/>
              </w:rPr>
              <w:t xml:space="preserve"> </w:t>
            </w:r>
            <w:r w:rsidRPr="009647FC">
              <w:rPr>
                <w:rtl/>
              </w:rPr>
              <w:t>و</w:t>
            </w:r>
            <w:r w:rsidR="00A72677" w:rsidRPr="009647FC">
              <w:rPr>
                <w:rtl/>
              </w:rPr>
              <w:t>تحد</w:t>
            </w:r>
            <w:r w:rsidRPr="009647FC">
              <w:rPr>
                <w:rtl/>
              </w:rPr>
              <w:t>ُّبا</w:t>
            </w:r>
            <w:r w:rsidRPr="00725071">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9647FC">
              <w:rPr>
                <w:rtl/>
              </w:rPr>
              <w:t>قد</w:t>
            </w:r>
            <w:r>
              <w:rPr>
                <w:rtl/>
              </w:rPr>
              <w:t xml:space="preserve"> </w:t>
            </w:r>
            <w:r w:rsidRPr="009647FC">
              <w:rPr>
                <w:rtl/>
              </w:rPr>
              <w:t>جئت</w:t>
            </w:r>
            <w:r w:rsidR="00677BC4">
              <w:rPr>
                <w:rtl/>
              </w:rPr>
              <w:t>َ</w:t>
            </w:r>
            <w:r>
              <w:rPr>
                <w:rtl/>
              </w:rPr>
              <w:t xml:space="preserve"> </w:t>
            </w:r>
            <w:r w:rsidRPr="009647FC">
              <w:rPr>
                <w:rtl/>
              </w:rPr>
              <w:t>في</w:t>
            </w:r>
            <w:r>
              <w:rPr>
                <w:rtl/>
              </w:rPr>
              <w:t xml:space="preserve"> </w:t>
            </w:r>
            <w:r w:rsidRPr="009647FC">
              <w:rPr>
                <w:rtl/>
              </w:rPr>
              <w:t>زمن</w:t>
            </w:r>
            <w:r>
              <w:rPr>
                <w:rtl/>
              </w:rPr>
              <w:t xml:space="preserve"> </w:t>
            </w:r>
            <w:r w:rsidRPr="009647FC">
              <w:rPr>
                <w:rtl/>
              </w:rPr>
              <w:t>القطيـ</w:t>
            </w:r>
            <w:r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A72677" w:rsidP="00697162">
            <w:pPr>
              <w:pStyle w:val="libPoem"/>
            </w:pPr>
            <w:r w:rsidRPr="009647FC">
              <w:rPr>
                <w:rtl/>
              </w:rPr>
              <w:t>عة</w:t>
            </w:r>
            <w:r w:rsidR="006479C7" w:rsidRPr="009647FC">
              <w:rPr>
                <w:rtl/>
              </w:rPr>
              <w:t>ِ</w:t>
            </w:r>
            <w:r w:rsidR="006479C7">
              <w:rPr>
                <w:rtl/>
              </w:rPr>
              <w:t xml:space="preserve"> </w:t>
            </w:r>
            <w:r w:rsidR="006479C7" w:rsidRPr="009647FC">
              <w:rPr>
                <w:rtl/>
              </w:rPr>
              <w:t>وا</w:t>
            </w:r>
            <w:r w:rsidRPr="009647FC">
              <w:rPr>
                <w:rtl/>
              </w:rPr>
              <w:t>صل</w:t>
            </w:r>
            <w:r w:rsidR="006479C7" w:rsidRPr="009647FC">
              <w:rPr>
                <w:rtl/>
              </w:rPr>
              <w:t>اً</w:t>
            </w:r>
            <w:r w:rsidR="006479C7">
              <w:rPr>
                <w:rtl/>
              </w:rPr>
              <w:t xml:space="preserve"> </w:t>
            </w:r>
            <w:r w:rsidR="006479C7" w:rsidRPr="009647FC">
              <w:rPr>
                <w:rtl/>
              </w:rPr>
              <w:t>من</w:t>
            </w:r>
            <w:r w:rsidR="006479C7">
              <w:rPr>
                <w:rtl/>
              </w:rPr>
              <w:t xml:space="preserve"> </w:t>
            </w:r>
            <w:r w:rsidR="006479C7" w:rsidRPr="009647FC">
              <w:rPr>
                <w:rtl/>
              </w:rPr>
              <w:t>أتربا</w:t>
            </w:r>
            <w:r w:rsidR="006479C7" w:rsidRPr="00725071">
              <w:rPr>
                <w:rStyle w:val="libPoemTiniChar0"/>
                <w:rtl/>
              </w:rPr>
              <w:br/>
              <w:t> </w:t>
            </w:r>
          </w:p>
        </w:tc>
      </w:tr>
      <w:tr w:rsidR="006479C7" w:rsidRPr="00524A24" w:rsidTr="006479C7">
        <w:trPr>
          <w:trHeight w:val="350"/>
        </w:trPr>
        <w:tc>
          <w:tcPr>
            <w:tcW w:w="3527" w:type="dxa"/>
          </w:tcPr>
          <w:p w:rsidR="006479C7" w:rsidRPr="00524A24" w:rsidRDefault="00A72677" w:rsidP="00697162">
            <w:pPr>
              <w:pStyle w:val="libPoem"/>
            </w:pPr>
            <w:r w:rsidRPr="009647FC">
              <w:rPr>
                <w:rtl/>
              </w:rPr>
              <w:t>لح</w:t>
            </w:r>
            <w:r w:rsidR="00677BC4">
              <w:rPr>
                <w:rtl/>
              </w:rPr>
              <w:t>َ</w:t>
            </w:r>
            <w:r w:rsidR="006479C7" w:rsidRPr="009647FC">
              <w:rPr>
                <w:rtl/>
              </w:rPr>
              <w:t>ظ</w:t>
            </w:r>
            <w:r w:rsidR="004C00A8">
              <w:rPr>
                <w:rtl/>
              </w:rPr>
              <w:t xml:space="preserve"> </w:t>
            </w:r>
            <w:r w:rsidR="006479C7" w:rsidRPr="009647FC">
              <w:rPr>
                <w:rtl/>
              </w:rPr>
              <w:t>الإ</w:t>
            </w:r>
            <w:r w:rsidRPr="009647FC">
              <w:rPr>
                <w:rtl/>
              </w:rPr>
              <w:t>له</w:t>
            </w:r>
            <w:r w:rsidR="006479C7">
              <w:rPr>
                <w:rtl/>
              </w:rPr>
              <w:t xml:space="preserve"> </w:t>
            </w:r>
            <w:r w:rsidR="006479C7" w:rsidRPr="009647FC">
              <w:rPr>
                <w:rtl/>
              </w:rPr>
              <w:t>بك</w:t>
            </w:r>
            <w:r w:rsidR="006479C7">
              <w:rPr>
                <w:rtl/>
              </w:rPr>
              <w:t xml:space="preserve"> </w:t>
            </w:r>
            <w:r w:rsidR="006479C7" w:rsidRPr="009647FC">
              <w:rPr>
                <w:rtl/>
              </w:rPr>
              <w:t>الكرا</w:t>
            </w:r>
            <w:r w:rsidR="006479C7"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6479C7" w:rsidP="00697162">
            <w:pPr>
              <w:pStyle w:val="libPoem"/>
            </w:pPr>
            <w:r w:rsidRPr="009647FC">
              <w:rPr>
                <w:rtl/>
              </w:rPr>
              <w:t>م</w:t>
            </w:r>
            <w:r w:rsidR="00677BC4">
              <w:rPr>
                <w:rtl/>
              </w:rPr>
              <w:t>َ</w:t>
            </w:r>
            <w:r>
              <w:rPr>
                <w:rtl/>
              </w:rPr>
              <w:t xml:space="preserve"> </w:t>
            </w:r>
            <w:r w:rsidRPr="009647FC">
              <w:rPr>
                <w:rtl/>
              </w:rPr>
              <w:t>فكنت</w:t>
            </w:r>
            <w:r>
              <w:rPr>
                <w:rtl/>
              </w:rPr>
              <w:t xml:space="preserve"> </w:t>
            </w:r>
            <w:r w:rsidRPr="009647FC">
              <w:rPr>
                <w:rtl/>
              </w:rPr>
              <w:t>مُنهض</w:t>
            </w:r>
            <w:r>
              <w:rPr>
                <w:rtl/>
              </w:rPr>
              <w:t xml:space="preserve"> </w:t>
            </w:r>
            <w:r w:rsidRPr="009647FC">
              <w:rPr>
                <w:rtl/>
              </w:rPr>
              <w:t>م</w:t>
            </w:r>
            <w:r w:rsidR="00677BC4">
              <w:rPr>
                <w:rtl/>
              </w:rPr>
              <w:t>َ</w:t>
            </w:r>
            <w:r w:rsidRPr="009647FC">
              <w:rPr>
                <w:rtl/>
              </w:rPr>
              <w:t>نْ</w:t>
            </w:r>
            <w:r>
              <w:rPr>
                <w:rtl/>
              </w:rPr>
              <w:t xml:space="preserve"> </w:t>
            </w:r>
            <w:r w:rsidRPr="009647FC">
              <w:rPr>
                <w:rtl/>
              </w:rPr>
              <w:t>ك</w:t>
            </w:r>
            <w:r w:rsidR="00A72677" w:rsidRPr="009647FC">
              <w:rPr>
                <w:rtl/>
              </w:rPr>
              <w:t>با</w:t>
            </w:r>
            <w:r w:rsidRPr="00725071">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A72677">
              <w:rPr>
                <w:rtl/>
              </w:rPr>
              <w:t>و</w:t>
            </w:r>
            <w:r w:rsidR="00A72677" w:rsidRPr="00A72677">
              <w:rPr>
                <w:rtl/>
              </w:rPr>
              <w:t>حف</w:t>
            </w:r>
            <w:r w:rsidRPr="00A72677">
              <w:rPr>
                <w:rtl/>
              </w:rPr>
              <w:t>ظت</w:t>
            </w:r>
            <w:r w:rsidR="00677BC4">
              <w:rPr>
                <w:rtl/>
              </w:rPr>
              <w:t>َ</w:t>
            </w:r>
            <w:r w:rsidRPr="00A72677">
              <w:rPr>
                <w:rtl/>
              </w:rPr>
              <w:t xml:space="preserve"> ماء وجوههم</w:t>
            </w:r>
            <w:r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524A24" w:rsidRDefault="00A72677" w:rsidP="00697162">
            <w:pPr>
              <w:pStyle w:val="libPoem"/>
            </w:pPr>
            <w:r w:rsidRPr="00A72677">
              <w:rPr>
                <w:rtl/>
              </w:rPr>
              <w:t>عن</w:t>
            </w:r>
            <w:r w:rsidR="006479C7" w:rsidRPr="00A72677">
              <w:rPr>
                <w:rtl/>
              </w:rPr>
              <w:t xml:space="preserve"> أن ي</w:t>
            </w:r>
            <w:r w:rsidRPr="00A72677">
              <w:rPr>
                <w:rtl/>
              </w:rPr>
              <w:t>ُر</w:t>
            </w:r>
            <w:r w:rsidR="006479C7" w:rsidRPr="00A72677">
              <w:rPr>
                <w:rtl/>
              </w:rPr>
              <w:t>اق ويُسكبا</w:t>
            </w:r>
            <w:r w:rsidR="006479C7" w:rsidRPr="00A72677">
              <w:rPr>
                <w:rStyle w:val="libPoemTiniChar0"/>
                <w:rtl/>
              </w:rPr>
              <w:br/>
              <w:t> </w:t>
            </w:r>
          </w:p>
        </w:tc>
      </w:tr>
    </w:tbl>
    <w:p w:rsidR="009647FC" w:rsidRPr="00524A24" w:rsidRDefault="009647FC" w:rsidP="004E7EC6">
      <w:pPr>
        <w:pStyle w:val="libNormal"/>
      </w:pPr>
      <w:r w:rsidRPr="004E7EC6">
        <w:rPr>
          <w:rtl/>
        </w:rPr>
        <w:t>وقال يمدح السيد علي النقيب</w:t>
      </w:r>
      <w:r w:rsidRPr="004E7EC6">
        <w:rPr>
          <w:rStyle w:val="libFootnotenumChar"/>
          <w:rtl/>
        </w:rPr>
        <w:t>(1)</w:t>
      </w:r>
      <w:r w:rsidRPr="004E7EC6">
        <w:rPr>
          <w:rtl/>
        </w:rPr>
        <w:t xml:space="preserve"> ضمن رسالة بعث بها إليه عن لسان بعض سادة آل القزويني</w:t>
      </w:r>
      <w:r w:rsidR="00D769AB">
        <w:rPr>
          <w:rtl/>
        </w:rPr>
        <w:t>:</w:t>
      </w:r>
    </w:p>
    <w:tbl>
      <w:tblPr>
        <w:tblStyle w:val="TableGrid"/>
        <w:bidiVisual/>
        <w:tblW w:w="4562" w:type="pct"/>
        <w:tblInd w:w="384" w:type="dxa"/>
        <w:tblLook w:val="04A0"/>
      </w:tblPr>
      <w:tblGrid>
        <w:gridCol w:w="3902"/>
        <w:gridCol w:w="301"/>
        <w:gridCol w:w="3884"/>
      </w:tblGrid>
      <w:tr w:rsidR="006479C7" w:rsidRPr="00524A24" w:rsidTr="006479C7">
        <w:trPr>
          <w:trHeight w:val="350"/>
        </w:trPr>
        <w:tc>
          <w:tcPr>
            <w:tcW w:w="3527" w:type="dxa"/>
          </w:tcPr>
          <w:p w:rsidR="006479C7" w:rsidRPr="00524A24" w:rsidRDefault="006479C7" w:rsidP="00697162">
            <w:pPr>
              <w:pStyle w:val="libPoem"/>
            </w:pPr>
            <w:r w:rsidRPr="009647FC">
              <w:rPr>
                <w:rtl/>
              </w:rPr>
              <w:t>ا</w:t>
            </w:r>
            <w:r w:rsidR="00A72677" w:rsidRPr="009647FC">
              <w:rPr>
                <w:rtl/>
              </w:rPr>
              <w:t>لف</w:t>
            </w:r>
            <w:r w:rsidRPr="009647FC">
              <w:rPr>
                <w:rtl/>
              </w:rPr>
              <w:t>خرُ</w:t>
            </w:r>
            <w:r w:rsidR="004C00A8">
              <w:rPr>
                <w:rtl/>
              </w:rPr>
              <w:t xml:space="preserve"> </w:t>
            </w:r>
            <w:r w:rsidR="00A72677" w:rsidRPr="009647FC">
              <w:rPr>
                <w:rtl/>
              </w:rPr>
              <w:t>شا</w:t>
            </w:r>
            <w:r w:rsidRPr="009647FC">
              <w:rPr>
                <w:rtl/>
              </w:rPr>
              <w:t>د</w:t>
            </w:r>
            <w:r>
              <w:rPr>
                <w:rtl/>
              </w:rPr>
              <w:t xml:space="preserve"> </w:t>
            </w:r>
            <w:r w:rsidR="00A72677" w:rsidRPr="009647FC">
              <w:rPr>
                <w:rtl/>
              </w:rPr>
              <w:t>بك</w:t>
            </w:r>
            <w:r w:rsidRPr="009647FC">
              <w:rPr>
                <w:rtl/>
              </w:rPr>
              <w:t>م</w:t>
            </w:r>
            <w:r>
              <w:rPr>
                <w:rtl/>
              </w:rPr>
              <w:t xml:space="preserve"> </w:t>
            </w:r>
            <w:r w:rsidR="00A72677" w:rsidRPr="009647FC">
              <w:rPr>
                <w:rtl/>
              </w:rPr>
              <w:t>قب</w:t>
            </w:r>
            <w:r w:rsidRPr="009647FC">
              <w:rPr>
                <w:rtl/>
              </w:rPr>
              <w:t>اب</w:t>
            </w:r>
            <w:r w:rsidR="00677BC4">
              <w:rPr>
                <w:rtl/>
              </w:rPr>
              <w:t>َ</w:t>
            </w:r>
            <w:r w:rsidRPr="009647FC">
              <w:rPr>
                <w:rtl/>
              </w:rPr>
              <w:t>ه</w:t>
            </w:r>
            <w:r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6479C7" w:rsidP="00697162">
            <w:pPr>
              <w:pStyle w:val="libPoem"/>
            </w:pPr>
            <w:r w:rsidRPr="009647FC">
              <w:rPr>
                <w:rtl/>
              </w:rPr>
              <w:t>وا</w:t>
            </w:r>
            <w:r w:rsidR="00A72677" w:rsidRPr="009647FC">
              <w:rPr>
                <w:rtl/>
              </w:rPr>
              <w:t>لش</w:t>
            </w:r>
            <w:r w:rsidRPr="009647FC">
              <w:rPr>
                <w:rtl/>
              </w:rPr>
              <w:t>عرُ</w:t>
            </w:r>
            <w:r>
              <w:rPr>
                <w:rtl/>
              </w:rPr>
              <w:t xml:space="preserve"> </w:t>
            </w:r>
            <w:r w:rsidRPr="009647FC">
              <w:rPr>
                <w:rtl/>
              </w:rPr>
              <w:t>زان</w:t>
            </w:r>
            <w:r>
              <w:rPr>
                <w:rtl/>
              </w:rPr>
              <w:t xml:space="preserve"> </w:t>
            </w:r>
            <w:r w:rsidR="00A72677" w:rsidRPr="009647FC">
              <w:rPr>
                <w:rtl/>
              </w:rPr>
              <w:t>بك</w:t>
            </w:r>
            <w:r w:rsidRPr="009647FC">
              <w:rPr>
                <w:rtl/>
              </w:rPr>
              <w:t>م</w:t>
            </w:r>
            <w:r>
              <w:rPr>
                <w:rtl/>
              </w:rPr>
              <w:t xml:space="preserve"> </w:t>
            </w:r>
            <w:r w:rsidR="00A72677" w:rsidRPr="009647FC">
              <w:rPr>
                <w:rtl/>
              </w:rPr>
              <w:t>كع</w:t>
            </w:r>
            <w:r w:rsidRPr="009647FC">
              <w:rPr>
                <w:rtl/>
              </w:rPr>
              <w:t>ابه</w:t>
            </w:r>
            <w:r w:rsidRPr="00725071">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9647FC">
              <w:rPr>
                <w:rtl/>
              </w:rPr>
              <w:t>وا</w:t>
            </w:r>
            <w:r w:rsidR="00A72677" w:rsidRPr="009647FC">
              <w:rPr>
                <w:rtl/>
              </w:rPr>
              <w:t>لعل</w:t>
            </w:r>
            <w:r w:rsidRPr="009647FC">
              <w:rPr>
                <w:rtl/>
              </w:rPr>
              <w:t>مُ</w:t>
            </w:r>
            <w:r>
              <w:rPr>
                <w:rtl/>
              </w:rPr>
              <w:t xml:space="preserve"> </w:t>
            </w:r>
            <w:r w:rsidR="00A72677" w:rsidRPr="009647FC">
              <w:rPr>
                <w:rtl/>
              </w:rPr>
              <w:t>في</w:t>
            </w:r>
            <w:r>
              <w:rPr>
                <w:rtl/>
              </w:rPr>
              <w:t xml:space="preserve"> </w:t>
            </w:r>
            <w:r w:rsidRPr="009647FC">
              <w:rPr>
                <w:rtl/>
              </w:rPr>
              <w:t>ا</w:t>
            </w:r>
            <w:r w:rsidR="00A72677" w:rsidRPr="009647FC">
              <w:rPr>
                <w:rtl/>
              </w:rPr>
              <w:t>لد</w:t>
            </w:r>
            <w:r w:rsidRPr="009647FC">
              <w:rPr>
                <w:rtl/>
              </w:rPr>
              <w:t>نيا</w:t>
            </w:r>
            <w:r>
              <w:rPr>
                <w:rtl/>
              </w:rPr>
              <w:t xml:space="preserve"> </w:t>
            </w:r>
            <w:r w:rsidR="00A72677" w:rsidRPr="009647FC">
              <w:rPr>
                <w:rtl/>
              </w:rPr>
              <w:t>بث</w:t>
            </w:r>
            <w:r w:rsidRPr="009647FC">
              <w:rPr>
                <w:rtl/>
              </w:rPr>
              <w:t>ا</w:t>
            </w:r>
            <w:r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A72677" w:rsidP="00697162">
            <w:pPr>
              <w:pStyle w:val="libPoem"/>
            </w:pPr>
            <w:r w:rsidRPr="009647FC">
              <w:rPr>
                <w:rtl/>
              </w:rPr>
              <w:t>قب</w:t>
            </w:r>
            <w:r w:rsidR="006479C7">
              <w:rPr>
                <w:rtl/>
              </w:rPr>
              <w:t xml:space="preserve"> </w:t>
            </w:r>
            <w:r w:rsidRPr="009647FC">
              <w:rPr>
                <w:rtl/>
              </w:rPr>
              <w:t>فك</w:t>
            </w:r>
            <w:r w:rsidR="006479C7" w:rsidRPr="009647FC">
              <w:rPr>
                <w:rtl/>
              </w:rPr>
              <w:t>ركم</w:t>
            </w:r>
            <w:r w:rsidR="006479C7">
              <w:rPr>
                <w:rtl/>
              </w:rPr>
              <w:t xml:space="preserve"> </w:t>
            </w:r>
            <w:r w:rsidR="006479C7" w:rsidRPr="009647FC">
              <w:rPr>
                <w:rtl/>
              </w:rPr>
              <w:t>أذ</w:t>
            </w:r>
            <w:r w:rsidRPr="009647FC">
              <w:rPr>
                <w:rtl/>
              </w:rPr>
              <w:t>كى</w:t>
            </w:r>
            <w:r w:rsidR="006479C7">
              <w:rPr>
                <w:rtl/>
              </w:rPr>
              <w:t xml:space="preserve"> </w:t>
            </w:r>
            <w:r w:rsidR="006479C7" w:rsidRPr="009647FC">
              <w:rPr>
                <w:rtl/>
              </w:rPr>
              <w:t>شهابه</w:t>
            </w:r>
            <w:r w:rsidR="006479C7" w:rsidRPr="00725071">
              <w:rPr>
                <w:rStyle w:val="libPoemTiniChar0"/>
                <w:rtl/>
              </w:rPr>
              <w:br/>
              <w:t> </w:t>
            </w:r>
          </w:p>
        </w:tc>
      </w:tr>
      <w:tr w:rsidR="006479C7" w:rsidRPr="00524A24" w:rsidTr="006479C7">
        <w:trPr>
          <w:trHeight w:val="350"/>
        </w:trPr>
        <w:tc>
          <w:tcPr>
            <w:tcW w:w="3527" w:type="dxa"/>
          </w:tcPr>
          <w:p w:rsidR="006479C7" w:rsidRPr="00524A24" w:rsidRDefault="00A72677" w:rsidP="00697162">
            <w:pPr>
              <w:pStyle w:val="libPoem"/>
            </w:pPr>
            <w:r w:rsidRPr="009647FC">
              <w:rPr>
                <w:rtl/>
              </w:rPr>
              <w:t>لكم</w:t>
            </w:r>
            <w:r w:rsidR="006479C7">
              <w:rPr>
                <w:rtl/>
              </w:rPr>
              <w:t xml:space="preserve"> </w:t>
            </w:r>
            <w:r w:rsidR="006479C7" w:rsidRPr="009647FC">
              <w:rPr>
                <w:rtl/>
              </w:rPr>
              <w:t>ا</w:t>
            </w:r>
            <w:r w:rsidRPr="009647FC">
              <w:rPr>
                <w:rtl/>
              </w:rPr>
              <w:t>لكل</w:t>
            </w:r>
            <w:r w:rsidR="006479C7" w:rsidRPr="009647FC">
              <w:rPr>
                <w:rtl/>
              </w:rPr>
              <w:t>امُ</w:t>
            </w:r>
            <w:r w:rsidR="006479C7">
              <w:rPr>
                <w:rtl/>
              </w:rPr>
              <w:t xml:space="preserve"> </w:t>
            </w:r>
            <w:r w:rsidR="006479C7" w:rsidRPr="009647FC">
              <w:rPr>
                <w:rtl/>
              </w:rPr>
              <w:t>وأ</w:t>
            </w:r>
            <w:r w:rsidRPr="009647FC">
              <w:rPr>
                <w:rtl/>
              </w:rPr>
              <w:t>نتم</w:t>
            </w:r>
            <w:r w:rsidR="006479C7"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6479C7" w:rsidP="00697162">
            <w:pPr>
              <w:pStyle w:val="libPoem"/>
            </w:pPr>
            <w:r w:rsidRPr="009647FC">
              <w:rPr>
                <w:rtl/>
              </w:rPr>
              <w:t>أ</w:t>
            </w:r>
            <w:r w:rsidR="00A72677" w:rsidRPr="009647FC">
              <w:rPr>
                <w:rtl/>
              </w:rPr>
              <w:t>مر</w:t>
            </w:r>
            <w:r w:rsidRPr="009647FC">
              <w:rPr>
                <w:rtl/>
              </w:rPr>
              <w:t>اءُ</w:t>
            </w:r>
            <w:r>
              <w:rPr>
                <w:rtl/>
              </w:rPr>
              <w:t xml:space="preserve"> </w:t>
            </w:r>
            <w:r w:rsidR="00A72677" w:rsidRPr="009647FC">
              <w:rPr>
                <w:rtl/>
              </w:rPr>
              <w:t>مع</w:t>
            </w:r>
            <w:r w:rsidRPr="009647FC">
              <w:rPr>
                <w:rtl/>
              </w:rPr>
              <w:t>ركةُ</w:t>
            </w:r>
            <w:r>
              <w:rPr>
                <w:rtl/>
              </w:rPr>
              <w:t xml:space="preserve"> </w:t>
            </w:r>
            <w:r w:rsidRPr="009647FC">
              <w:rPr>
                <w:rtl/>
              </w:rPr>
              <w:t>ا</w:t>
            </w:r>
            <w:r w:rsidR="00A72677" w:rsidRPr="009647FC">
              <w:rPr>
                <w:rtl/>
              </w:rPr>
              <w:t>لخ</w:t>
            </w:r>
            <w:r w:rsidRPr="009647FC">
              <w:rPr>
                <w:rtl/>
              </w:rPr>
              <w:t>طابه</w:t>
            </w:r>
            <w:r w:rsidRPr="00725071">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A72677">
              <w:rPr>
                <w:rtl/>
              </w:rPr>
              <w:t>م</w:t>
            </w:r>
            <w:r w:rsidR="00677BC4">
              <w:rPr>
                <w:rtl/>
              </w:rPr>
              <w:t>َ</w:t>
            </w:r>
            <w:r w:rsidR="00A72677" w:rsidRPr="00A72677">
              <w:rPr>
                <w:rtl/>
              </w:rPr>
              <w:t>ن</w:t>
            </w:r>
            <w:r w:rsidRPr="00A72677">
              <w:rPr>
                <w:rtl/>
              </w:rPr>
              <w:t>ْ</w:t>
            </w:r>
            <w:r w:rsidR="004C00A8">
              <w:rPr>
                <w:rtl/>
              </w:rPr>
              <w:t xml:space="preserve"> </w:t>
            </w:r>
            <w:r w:rsidRPr="00A72677">
              <w:rPr>
                <w:rtl/>
              </w:rPr>
              <w:t xml:space="preserve">ذا </w:t>
            </w:r>
            <w:r w:rsidR="00A72677" w:rsidRPr="00A72677">
              <w:rPr>
                <w:rtl/>
              </w:rPr>
              <w:t>ير</w:t>
            </w:r>
            <w:r w:rsidRPr="00A72677">
              <w:rPr>
                <w:rtl/>
              </w:rPr>
              <w:t xml:space="preserve">اجح </w:t>
            </w:r>
            <w:r w:rsidR="00A72677" w:rsidRPr="00A72677">
              <w:rPr>
                <w:rtl/>
              </w:rPr>
              <w:t>حل</w:t>
            </w:r>
            <w:r w:rsidRPr="00A72677">
              <w:rPr>
                <w:rtl/>
              </w:rPr>
              <w:t>مكم؟</w:t>
            </w:r>
            <w:r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6479C7" w:rsidP="00697162">
            <w:pPr>
              <w:pStyle w:val="libPoem"/>
            </w:pPr>
            <w:r w:rsidRPr="00A72677">
              <w:rPr>
                <w:rtl/>
              </w:rPr>
              <w:t>وا</w:t>
            </w:r>
            <w:r w:rsidR="00A72677" w:rsidRPr="00A72677">
              <w:rPr>
                <w:rtl/>
              </w:rPr>
              <w:t>لح</w:t>
            </w:r>
            <w:r w:rsidRPr="00A72677">
              <w:rPr>
                <w:rtl/>
              </w:rPr>
              <w:t xml:space="preserve">لمُ </w:t>
            </w:r>
            <w:r w:rsidR="00A72677" w:rsidRPr="00A72677">
              <w:rPr>
                <w:rtl/>
              </w:rPr>
              <w:t>ما</w:t>
            </w:r>
            <w:r w:rsidRPr="00A72677">
              <w:rPr>
                <w:rtl/>
              </w:rPr>
              <w:t xml:space="preserve"> ز</w:t>
            </w:r>
            <w:r w:rsidR="00A72677" w:rsidRPr="00A72677">
              <w:rPr>
                <w:rtl/>
              </w:rPr>
              <w:t>لت</w:t>
            </w:r>
            <w:r w:rsidRPr="00A72677">
              <w:rPr>
                <w:rtl/>
              </w:rPr>
              <w:t>م هضابه</w:t>
            </w:r>
            <w:r w:rsidRPr="00A72677">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A72677">
              <w:rPr>
                <w:rtl/>
              </w:rPr>
              <w:t>أم م</w:t>
            </w:r>
            <w:r w:rsidR="00677BC4">
              <w:rPr>
                <w:rtl/>
              </w:rPr>
              <w:t>َ</w:t>
            </w:r>
            <w:r w:rsidRPr="00A72677">
              <w:rPr>
                <w:rtl/>
              </w:rPr>
              <w:t xml:space="preserve">نْ </w:t>
            </w:r>
            <w:r w:rsidR="00A72677" w:rsidRPr="00A72677">
              <w:rPr>
                <w:rtl/>
              </w:rPr>
              <w:t>يط</w:t>
            </w:r>
            <w:r w:rsidRPr="00A72677">
              <w:rPr>
                <w:rtl/>
              </w:rPr>
              <w:t>اولكم ع</w:t>
            </w:r>
            <w:r w:rsidR="00A72677" w:rsidRPr="00A72677">
              <w:rPr>
                <w:rtl/>
              </w:rPr>
              <w:t>ُل</w:t>
            </w:r>
            <w:r w:rsidRPr="00A72677">
              <w:rPr>
                <w:rtl/>
              </w:rPr>
              <w:t>اً</w:t>
            </w:r>
            <w:r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6479C7" w:rsidP="00697162">
            <w:pPr>
              <w:pStyle w:val="libPoem"/>
            </w:pPr>
            <w:r w:rsidRPr="00A72677">
              <w:rPr>
                <w:rtl/>
              </w:rPr>
              <w:t>و</w:t>
            </w:r>
            <w:r w:rsidR="00A72677" w:rsidRPr="00A72677">
              <w:rPr>
                <w:rtl/>
              </w:rPr>
              <w:t>من</w:t>
            </w:r>
            <w:r w:rsidR="004C00A8">
              <w:rPr>
                <w:rtl/>
              </w:rPr>
              <w:t xml:space="preserve"> </w:t>
            </w:r>
            <w:r w:rsidRPr="00A72677">
              <w:rPr>
                <w:rtl/>
              </w:rPr>
              <w:t>ا</w:t>
            </w:r>
            <w:r w:rsidR="00A72677" w:rsidRPr="00A72677">
              <w:rPr>
                <w:rtl/>
              </w:rPr>
              <w:t>لع</w:t>
            </w:r>
            <w:r w:rsidRPr="00A72677">
              <w:rPr>
                <w:rtl/>
              </w:rPr>
              <w:t xml:space="preserve">ُلى </w:t>
            </w:r>
            <w:r w:rsidR="00A72677" w:rsidRPr="00A72677">
              <w:rPr>
                <w:rtl/>
              </w:rPr>
              <w:t>لك</w:t>
            </w:r>
            <w:r w:rsidRPr="00A72677">
              <w:rPr>
                <w:rtl/>
              </w:rPr>
              <w:t>م الذؤابه</w:t>
            </w:r>
            <w:r w:rsidRPr="00A72677">
              <w:rPr>
                <w:rStyle w:val="libPoemTiniChar0"/>
                <w:rtl/>
              </w:rPr>
              <w:br/>
              <w:t> </w:t>
            </w:r>
          </w:p>
        </w:tc>
      </w:tr>
      <w:tr w:rsidR="006479C7" w:rsidRPr="00524A24" w:rsidTr="006479C7">
        <w:trPr>
          <w:trHeight w:val="350"/>
        </w:trPr>
        <w:tc>
          <w:tcPr>
            <w:tcW w:w="3527" w:type="dxa"/>
          </w:tcPr>
          <w:p w:rsidR="006479C7" w:rsidRPr="00524A24" w:rsidRDefault="00A72677" w:rsidP="00697162">
            <w:pPr>
              <w:pStyle w:val="libPoem"/>
            </w:pPr>
            <w:r w:rsidRPr="00A72677">
              <w:rPr>
                <w:rtl/>
              </w:rPr>
              <w:t>لكم</w:t>
            </w:r>
            <w:r w:rsidR="006479C7" w:rsidRPr="00A72677">
              <w:rPr>
                <w:rtl/>
              </w:rPr>
              <w:t xml:space="preserve"> ا</w:t>
            </w:r>
            <w:r w:rsidRPr="00A72677">
              <w:rPr>
                <w:rtl/>
              </w:rPr>
              <w:t>لنب</w:t>
            </w:r>
            <w:r w:rsidR="006479C7" w:rsidRPr="00A72677">
              <w:rPr>
                <w:rtl/>
              </w:rPr>
              <w:t>وّةُ، والإ</w:t>
            </w:r>
            <w:r w:rsidRPr="00A72677">
              <w:rPr>
                <w:rtl/>
              </w:rPr>
              <w:t>ما</w:t>
            </w:r>
            <w:r w:rsidR="006479C7"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A72677" w:rsidP="00697162">
            <w:pPr>
              <w:pStyle w:val="libPoem"/>
            </w:pPr>
            <w:r w:rsidRPr="00A72677">
              <w:rPr>
                <w:rtl/>
              </w:rPr>
              <w:t>مة</w:t>
            </w:r>
            <w:r w:rsidR="006479C7" w:rsidRPr="00A72677">
              <w:rPr>
                <w:rtl/>
              </w:rPr>
              <w:t>ُ، وا</w:t>
            </w:r>
            <w:r w:rsidRPr="00A72677">
              <w:rPr>
                <w:rtl/>
              </w:rPr>
              <w:t>لس</w:t>
            </w:r>
            <w:r w:rsidR="006479C7" w:rsidRPr="00A72677">
              <w:rPr>
                <w:rtl/>
              </w:rPr>
              <w:t>يادةُ، وا</w:t>
            </w:r>
            <w:r w:rsidRPr="00A72677">
              <w:rPr>
                <w:rtl/>
              </w:rPr>
              <w:t>لن</w:t>
            </w:r>
            <w:r w:rsidR="006479C7" w:rsidRPr="00A72677">
              <w:rPr>
                <w:rtl/>
              </w:rPr>
              <w:t>قابه</w:t>
            </w:r>
            <w:r w:rsidR="006479C7" w:rsidRPr="00A72677">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A72677">
              <w:rPr>
                <w:rtl/>
              </w:rPr>
              <w:t>م</w:t>
            </w:r>
            <w:r w:rsidR="00677BC4">
              <w:rPr>
                <w:rtl/>
              </w:rPr>
              <w:t>َ</w:t>
            </w:r>
            <w:r w:rsidR="00A72677" w:rsidRPr="00A72677">
              <w:rPr>
                <w:rtl/>
              </w:rPr>
              <w:t>ن</w:t>
            </w:r>
            <w:r w:rsidRPr="00A72677">
              <w:rPr>
                <w:rtl/>
              </w:rPr>
              <w:t xml:space="preserve">ْ </w:t>
            </w:r>
            <w:r w:rsidR="00A72677" w:rsidRPr="00A72677">
              <w:rPr>
                <w:rtl/>
              </w:rPr>
              <w:t>قا</w:t>
            </w:r>
            <w:r w:rsidRPr="00A72677">
              <w:rPr>
                <w:rtl/>
              </w:rPr>
              <w:t xml:space="preserve">ل: </w:t>
            </w:r>
            <w:r w:rsidR="00A72677" w:rsidRPr="00A72677">
              <w:rPr>
                <w:rtl/>
              </w:rPr>
              <w:t>لي</w:t>
            </w:r>
            <w:r w:rsidRPr="00A72677">
              <w:rPr>
                <w:rtl/>
              </w:rPr>
              <w:t xml:space="preserve"> </w:t>
            </w:r>
            <w:r w:rsidR="00A72677" w:rsidRPr="00A72677">
              <w:rPr>
                <w:rtl/>
              </w:rPr>
              <w:t>فخ</w:t>
            </w:r>
            <w:r w:rsidRPr="00A72677">
              <w:rPr>
                <w:rtl/>
              </w:rPr>
              <w:t>رٌ كهـ</w:t>
            </w:r>
            <w:r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6479C7" w:rsidP="00697162">
            <w:pPr>
              <w:pStyle w:val="libPoem"/>
            </w:pPr>
            <w:r w:rsidRPr="00A72677">
              <w:rPr>
                <w:rtl/>
              </w:rPr>
              <w:t xml:space="preserve">ذا </w:t>
            </w:r>
            <w:r w:rsidR="00A72677" w:rsidRPr="00A72677">
              <w:rPr>
                <w:rtl/>
              </w:rPr>
              <w:t>فلي</w:t>
            </w:r>
            <w:r w:rsidRPr="00A72677">
              <w:rPr>
                <w:rtl/>
              </w:rPr>
              <w:t>عِدّ</w:t>
            </w:r>
            <w:r w:rsidR="00677BC4">
              <w:rPr>
                <w:rtl/>
              </w:rPr>
              <w:t>َ</w:t>
            </w:r>
            <w:r w:rsidRPr="00A72677">
              <w:rPr>
                <w:rtl/>
              </w:rPr>
              <w:t xml:space="preserve"> </w:t>
            </w:r>
            <w:r w:rsidR="00A72677" w:rsidRPr="00A72677">
              <w:rPr>
                <w:rtl/>
              </w:rPr>
              <w:t>لنا</w:t>
            </w:r>
            <w:r w:rsidRPr="00A72677">
              <w:rPr>
                <w:rtl/>
              </w:rPr>
              <w:t xml:space="preserve"> ا</w:t>
            </w:r>
            <w:r w:rsidR="00A72677" w:rsidRPr="00A72677">
              <w:rPr>
                <w:rtl/>
              </w:rPr>
              <w:t>نت</w:t>
            </w:r>
            <w:r w:rsidRPr="00A72677">
              <w:rPr>
                <w:rtl/>
              </w:rPr>
              <w:t>سابه</w:t>
            </w:r>
            <w:r w:rsidRPr="00A72677">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9647FC">
              <w:rPr>
                <w:rtl/>
              </w:rPr>
              <w:t>هذي</w:t>
            </w:r>
            <w:r>
              <w:rPr>
                <w:rtl/>
              </w:rPr>
              <w:t xml:space="preserve"> </w:t>
            </w:r>
            <w:r w:rsidRPr="009647FC">
              <w:rPr>
                <w:rtl/>
              </w:rPr>
              <w:t>ا</w:t>
            </w:r>
            <w:r w:rsidR="00A72677" w:rsidRPr="009647FC">
              <w:rPr>
                <w:rtl/>
              </w:rPr>
              <w:t>لر</w:t>
            </w:r>
            <w:r w:rsidRPr="009647FC">
              <w:rPr>
                <w:rtl/>
              </w:rPr>
              <w:t>ياسة</w:t>
            </w:r>
            <w:r>
              <w:rPr>
                <w:rtl/>
              </w:rPr>
              <w:t xml:space="preserve"> </w:t>
            </w:r>
            <w:r w:rsidRPr="009647FC">
              <w:rPr>
                <w:rtl/>
              </w:rPr>
              <w:t>لا</w:t>
            </w:r>
            <w:r>
              <w:rPr>
                <w:rtl/>
              </w:rPr>
              <w:t xml:space="preserve"> </w:t>
            </w:r>
            <w:r w:rsidR="00A72677" w:rsidRPr="009647FC">
              <w:rPr>
                <w:rtl/>
              </w:rPr>
              <w:t>كم</w:t>
            </w:r>
            <w:r w:rsidRPr="009647FC">
              <w:rPr>
                <w:rtl/>
              </w:rPr>
              <w:t>ن</w:t>
            </w:r>
            <w:r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Pr="00524A24" w:rsidRDefault="00A72677" w:rsidP="00697162">
            <w:pPr>
              <w:pStyle w:val="libPoem"/>
            </w:pPr>
            <w:r w:rsidRPr="009647FC">
              <w:rPr>
                <w:rtl/>
              </w:rPr>
              <w:t>كانت</w:t>
            </w:r>
            <w:r w:rsidR="006479C7">
              <w:rPr>
                <w:rtl/>
              </w:rPr>
              <w:t xml:space="preserve"> </w:t>
            </w:r>
            <w:r w:rsidR="006479C7" w:rsidRPr="009647FC">
              <w:rPr>
                <w:rtl/>
              </w:rPr>
              <w:t>ر</w:t>
            </w:r>
            <w:r w:rsidRPr="009647FC">
              <w:rPr>
                <w:rtl/>
              </w:rPr>
              <w:t>ياست</w:t>
            </w:r>
            <w:r w:rsidR="006479C7" w:rsidRPr="009647FC">
              <w:rPr>
                <w:rtl/>
              </w:rPr>
              <w:t>ه</w:t>
            </w:r>
            <w:r w:rsidR="006479C7">
              <w:rPr>
                <w:rtl/>
              </w:rPr>
              <w:t xml:space="preserve"> </w:t>
            </w:r>
            <w:r w:rsidRPr="009647FC">
              <w:rPr>
                <w:rtl/>
              </w:rPr>
              <w:t>ثي</w:t>
            </w:r>
            <w:r w:rsidR="006479C7" w:rsidRPr="009647FC">
              <w:rPr>
                <w:rtl/>
              </w:rPr>
              <w:t>ابه</w:t>
            </w:r>
            <w:r w:rsidR="006479C7"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هو السيد علي ابن السيد سلمان بن مصطفى بن زين الدين الصغير ابن محمد درويش بن حسام الدين</w:t>
      </w:r>
      <w:r w:rsidR="00D769AB">
        <w:rPr>
          <w:rtl/>
        </w:rPr>
        <w:t>،</w:t>
      </w:r>
      <w:r w:rsidRPr="009647FC">
        <w:rPr>
          <w:rtl/>
        </w:rPr>
        <w:t xml:space="preserve"> من ذرية الشيخ عبد العزيز ابن الشيخ عبد القادر الكيلاني</w:t>
      </w:r>
      <w:r w:rsidR="00D769AB">
        <w:rPr>
          <w:rtl/>
        </w:rPr>
        <w:t>،</w:t>
      </w:r>
      <w:r w:rsidRPr="009647FC">
        <w:rPr>
          <w:rtl/>
        </w:rPr>
        <w:t xml:space="preserve"> في طليعة الشخصيات العراقية في عصره</w:t>
      </w:r>
      <w:r w:rsidR="00D769AB">
        <w:rPr>
          <w:rtl/>
        </w:rPr>
        <w:t>،</w:t>
      </w:r>
      <w:r w:rsidRPr="009647FC">
        <w:rPr>
          <w:rtl/>
        </w:rPr>
        <w:t xml:space="preserve"> كان مهيباً عند سلاطين آل عثمان</w:t>
      </w:r>
      <w:r w:rsidR="00D769AB">
        <w:rPr>
          <w:rtl/>
        </w:rPr>
        <w:t>،</w:t>
      </w:r>
      <w:r w:rsidRPr="009647FC">
        <w:rPr>
          <w:rtl/>
        </w:rPr>
        <w:t xml:space="preserve"> ومحترماً عند ولاتهم الذين يفدون إلى بغداد</w:t>
      </w:r>
      <w:r w:rsidR="00D769AB">
        <w:rPr>
          <w:rtl/>
        </w:rPr>
        <w:t>،</w:t>
      </w:r>
      <w:r w:rsidRPr="009647FC">
        <w:rPr>
          <w:rtl/>
        </w:rPr>
        <w:t xml:space="preserve"> وكان نقيب أشراف بغداد خلفه في النقابة ولده السيد سلمان في 28 ربيع الأوّل من عام 1289 هـ</w:t>
      </w:r>
      <w:r w:rsidR="00D769AB">
        <w:rPr>
          <w:rtl/>
        </w:rPr>
        <w:t>،</w:t>
      </w:r>
      <w:r w:rsidRPr="009647FC">
        <w:rPr>
          <w:rtl/>
        </w:rPr>
        <w:t xml:space="preserve"> وقد توفّي هو في 24 ربيع الأوّل يوم السبت من العام نفسه</w:t>
      </w:r>
      <w:r w:rsidR="00D769AB">
        <w:rPr>
          <w:rtl/>
        </w:rPr>
        <w:t>،</w:t>
      </w:r>
      <w:r w:rsidRPr="009647FC">
        <w:rPr>
          <w:rtl/>
        </w:rPr>
        <w:t xml:space="preserve"> وخلف من الأولاد خمسة وهم</w:t>
      </w:r>
      <w:r w:rsidR="00D769AB">
        <w:rPr>
          <w:rtl/>
        </w:rPr>
        <w:t>:</w:t>
      </w:r>
      <w:r w:rsidRPr="009647FC">
        <w:rPr>
          <w:rtl/>
        </w:rPr>
        <w:t xml:space="preserve"> سلمان</w:t>
      </w:r>
      <w:r w:rsidR="00D769AB">
        <w:rPr>
          <w:rtl/>
        </w:rPr>
        <w:t>،</w:t>
      </w:r>
      <w:r w:rsidRPr="009647FC">
        <w:rPr>
          <w:rtl/>
        </w:rPr>
        <w:t xml:space="preserve"> عبد الرحمن</w:t>
      </w:r>
      <w:r w:rsidR="00D769AB">
        <w:rPr>
          <w:rtl/>
        </w:rPr>
        <w:t>،</w:t>
      </w:r>
      <w:r w:rsidRPr="009647FC">
        <w:rPr>
          <w:rtl/>
        </w:rPr>
        <w:t xml:space="preserve"> زين الدين</w:t>
      </w:r>
      <w:r w:rsidR="00D769AB">
        <w:rPr>
          <w:rtl/>
        </w:rPr>
        <w:t>،</w:t>
      </w:r>
      <w:r w:rsidRPr="009647FC">
        <w:rPr>
          <w:rtl/>
        </w:rPr>
        <w:t xml:space="preserve"> عبد اللّه</w:t>
      </w:r>
      <w:r w:rsidR="00D769AB">
        <w:rPr>
          <w:rtl/>
        </w:rPr>
        <w:t>،</w:t>
      </w:r>
      <w:r w:rsidRPr="009647FC">
        <w:rPr>
          <w:rtl/>
        </w:rPr>
        <w:t xml:space="preserve"> أحمد</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6479C7" w:rsidRPr="00524A24" w:rsidTr="006479C7">
        <w:trPr>
          <w:trHeight w:val="350"/>
        </w:trPr>
        <w:tc>
          <w:tcPr>
            <w:tcW w:w="3527" w:type="dxa"/>
          </w:tcPr>
          <w:p w:rsidR="006479C7" w:rsidRPr="00524A24" w:rsidRDefault="00A72677" w:rsidP="00697162">
            <w:pPr>
              <w:pStyle w:val="libPoem"/>
            </w:pPr>
            <w:r w:rsidRPr="00A72677">
              <w:rPr>
                <w:rtl/>
              </w:rPr>
              <w:lastRenderedPageBreak/>
              <w:t>هتف</w:t>
            </w:r>
            <w:r w:rsidR="006479C7" w:rsidRPr="00A72677">
              <w:rPr>
                <w:rtl/>
              </w:rPr>
              <w:t xml:space="preserve"> ا</w:t>
            </w:r>
            <w:r w:rsidRPr="00A72677">
              <w:rPr>
                <w:rtl/>
              </w:rPr>
              <w:t>لرجا</w:t>
            </w:r>
            <w:r w:rsidR="006479C7" w:rsidRPr="00A72677">
              <w:rPr>
                <w:rtl/>
              </w:rPr>
              <w:t xml:space="preserve">ءُ </w:t>
            </w:r>
            <w:r w:rsidRPr="00A72677">
              <w:rPr>
                <w:rtl/>
              </w:rPr>
              <w:t>فك</w:t>
            </w:r>
            <w:r w:rsidR="006479C7" w:rsidRPr="00A72677">
              <w:rPr>
                <w:rtl/>
              </w:rPr>
              <w:t>نتمُ</w:t>
            </w:r>
            <w:r w:rsidR="006479C7" w:rsidRPr="00A72677">
              <w:rPr>
                <w:rStyle w:val="libPoemTiniChar0"/>
                <w:rtl/>
              </w:rPr>
              <w:br/>
              <w:t> </w:t>
            </w:r>
          </w:p>
        </w:tc>
        <w:tc>
          <w:tcPr>
            <w:tcW w:w="272" w:type="dxa"/>
          </w:tcPr>
          <w:p w:rsidR="006479C7" w:rsidRPr="00A72677" w:rsidRDefault="006479C7" w:rsidP="00697162">
            <w:pPr>
              <w:pStyle w:val="libPoem"/>
              <w:rPr>
                <w:rtl/>
              </w:rPr>
            </w:pPr>
          </w:p>
        </w:tc>
        <w:tc>
          <w:tcPr>
            <w:tcW w:w="3511" w:type="dxa"/>
          </w:tcPr>
          <w:p w:rsidR="006479C7" w:rsidRPr="00A72677" w:rsidRDefault="00A72677" w:rsidP="00697162">
            <w:pPr>
              <w:pStyle w:val="libPoem"/>
            </w:pPr>
            <w:r w:rsidRPr="00A72677">
              <w:rPr>
                <w:rtl/>
              </w:rPr>
              <w:t>با</w:t>
            </w:r>
            <w:r w:rsidR="006479C7" w:rsidRPr="00A72677">
              <w:rPr>
                <w:rtl/>
              </w:rPr>
              <w:t>لفضلِ أوّل م</w:t>
            </w:r>
            <w:r w:rsidR="00677BC4">
              <w:rPr>
                <w:rtl/>
              </w:rPr>
              <w:t>َ</w:t>
            </w:r>
            <w:r w:rsidRPr="00A72677">
              <w:rPr>
                <w:rtl/>
              </w:rPr>
              <w:t>ن</w:t>
            </w:r>
            <w:r w:rsidR="006479C7" w:rsidRPr="00A72677">
              <w:rPr>
                <w:rtl/>
              </w:rPr>
              <w:t>ْ أ</w:t>
            </w:r>
            <w:r w:rsidRPr="00A72677">
              <w:rPr>
                <w:rtl/>
              </w:rPr>
              <w:t>جا</w:t>
            </w:r>
            <w:r w:rsidR="006479C7" w:rsidRPr="00A72677">
              <w:rPr>
                <w:rtl/>
              </w:rPr>
              <w:t>ب</w:t>
            </w:r>
            <w:r w:rsidR="00677BC4">
              <w:rPr>
                <w:rtl/>
              </w:rPr>
              <w:t>َ</w:t>
            </w:r>
            <w:r w:rsidR="006479C7" w:rsidRPr="00A72677">
              <w:rPr>
                <w:rtl/>
              </w:rPr>
              <w:t>ه</w:t>
            </w:r>
            <w:r w:rsidR="006479C7" w:rsidRPr="00A72677">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9647FC">
              <w:rPr>
                <w:rtl/>
              </w:rPr>
              <w:t>و</w:t>
            </w:r>
            <w:r w:rsidR="00A72677" w:rsidRPr="009647FC">
              <w:rPr>
                <w:rtl/>
              </w:rPr>
              <w:t>حمي</w:t>
            </w:r>
            <w:r w:rsidRPr="009647FC">
              <w:rPr>
                <w:rtl/>
              </w:rPr>
              <w:t>تمُ</w:t>
            </w:r>
            <w:r w:rsidR="004C00A8">
              <w:rPr>
                <w:rtl/>
              </w:rPr>
              <w:t xml:space="preserve"> </w:t>
            </w:r>
            <w:r w:rsidR="00A72677" w:rsidRPr="009647FC">
              <w:rPr>
                <w:rtl/>
              </w:rPr>
              <w:t>ثغر</w:t>
            </w:r>
            <w:r>
              <w:rPr>
                <w:rtl/>
              </w:rPr>
              <w:t xml:space="preserve"> </w:t>
            </w:r>
            <w:r w:rsidRPr="009647FC">
              <w:rPr>
                <w:rtl/>
              </w:rPr>
              <w:t>ا</w:t>
            </w:r>
            <w:r w:rsidR="00A72677" w:rsidRPr="009647FC">
              <w:rPr>
                <w:rtl/>
              </w:rPr>
              <w:t>لع</w:t>
            </w:r>
            <w:r w:rsidRPr="009647FC">
              <w:rPr>
                <w:rtl/>
              </w:rPr>
              <w:t>ُلى</w:t>
            </w:r>
            <w:r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6479C7" w:rsidP="00697162">
            <w:pPr>
              <w:pStyle w:val="libPoem"/>
            </w:pPr>
            <w:r w:rsidRPr="009647FC">
              <w:rPr>
                <w:rtl/>
              </w:rPr>
              <w:t>و</w:t>
            </w:r>
            <w:r w:rsidR="00A72677" w:rsidRPr="009647FC">
              <w:rPr>
                <w:rtl/>
              </w:rPr>
              <w:t>كذ</w:t>
            </w:r>
            <w:r w:rsidRPr="009647FC">
              <w:rPr>
                <w:rtl/>
              </w:rPr>
              <w:t>اك</w:t>
            </w:r>
            <w:r>
              <w:rPr>
                <w:rtl/>
              </w:rPr>
              <w:t xml:space="preserve"> </w:t>
            </w:r>
            <w:r w:rsidR="00A72677" w:rsidRPr="009647FC">
              <w:rPr>
                <w:rtl/>
              </w:rPr>
              <w:t>يح</w:t>
            </w:r>
            <w:r w:rsidRPr="009647FC">
              <w:rPr>
                <w:rtl/>
              </w:rPr>
              <w:t>مي</w:t>
            </w:r>
            <w:r>
              <w:rPr>
                <w:rtl/>
              </w:rPr>
              <w:t xml:space="preserve"> </w:t>
            </w:r>
            <w:r w:rsidRPr="009647FC">
              <w:rPr>
                <w:rtl/>
              </w:rPr>
              <w:t>الليثُ</w:t>
            </w:r>
            <w:r>
              <w:rPr>
                <w:rtl/>
              </w:rPr>
              <w:t xml:space="preserve"> </w:t>
            </w:r>
            <w:r w:rsidRPr="009647FC">
              <w:rPr>
                <w:rtl/>
              </w:rPr>
              <w:t>غابه</w:t>
            </w:r>
            <w:r w:rsidRPr="00725071">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9647FC">
              <w:rPr>
                <w:rtl/>
              </w:rPr>
              <w:t>أ</w:t>
            </w:r>
            <w:r w:rsidR="00A72677" w:rsidRPr="009647FC">
              <w:rPr>
                <w:rtl/>
              </w:rPr>
              <w:t>نفت</w:t>
            </w:r>
            <w:r w:rsidRPr="009647FC">
              <w:rPr>
                <w:rtl/>
              </w:rPr>
              <w:t>ْ</w:t>
            </w:r>
            <w:r>
              <w:rPr>
                <w:rtl/>
              </w:rPr>
              <w:t xml:space="preserve"> </w:t>
            </w:r>
            <w:r w:rsidR="00A72677" w:rsidRPr="009647FC">
              <w:rPr>
                <w:rtl/>
              </w:rPr>
              <w:t>يد</w:t>
            </w:r>
            <w:r w:rsidRPr="009647FC">
              <w:rPr>
                <w:rtl/>
              </w:rPr>
              <w:t>ا</w:t>
            </w:r>
            <w:r w:rsidR="00A72677" w:rsidRPr="009647FC">
              <w:rPr>
                <w:rtl/>
              </w:rPr>
              <w:t>كم</w:t>
            </w:r>
            <w:r>
              <w:rPr>
                <w:rtl/>
              </w:rPr>
              <w:t xml:space="preserve"> </w:t>
            </w:r>
            <w:r w:rsidRPr="009647FC">
              <w:rPr>
                <w:rtl/>
              </w:rPr>
              <w:t>أن</w:t>
            </w:r>
            <w:r>
              <w:rPr>
                <w:rtl/>
              </w:rPr>
              <w:t xml:space="preserve"> </w:t>
            </w:r>
            <w:r w:rsidR="00A72677" w:rsidRPr="009647FC">
              <w:rPr>
                <w:rtl/>
              </w:rPr>
              <w:t>تس</w:t>
            </w:r>
            <w:r w:rsidRPr="009647FC">
              <w:rPr>
                <w:rtl/>
              </w:rPr>
              <w:t>ا</w:t>
            </w:r>
            <w:r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A72677" w:rsidP="00697162">
            <w:pPr>
              <w:pStyle w:val="libPoem"/>
            </w:pPr>
            <w:r w:rsidRPr="009647FC">
              <w:rPr>
                <w:rtl/>
              </w:rPr>
              <w:t>جل</w:t>
            </w:r>
            <w:r w:rsidR="006479C7">
              <w:rPr>
                <w:rtl/>
              </w:rPr>
              <w:t xml:space="preserve"> </w:t>
            </w:r>
            <w:r w:rsidRPr="009647FC">
              <w:rPr>
                <w:rtl/>
              </w:rPr>
              <w:t>با</w:t>
            </w:r>
            <w:r w:rsidR="006479C7" w:rsidRPr="009647FC">
              <w:rPr>
                <w:rtl/>
              </w:rPr>
              <w:t>لندى</w:t>
            </w:r>
            <w:r w:rsidR="006479C7">
              <w:rPr>
                <w:rtl/>
              </w:rPr>
              <w:t xml:space="preserve"> </w:t>
            </w:r>
            <w:r w:rsidR="006479C7" w:rsidRPr="009647FC">
              <w:rPr>
                <w:rtl/>
              </w:rPr>
              <w:t>حتى</w:t>
            </w:r>
            <w:r w:rsidR="006479C7">
              <w:rPr>
                <w:rtl/>
              </w:rPr>
              <w:t xml:space="preserve"> </w:t>
            </w:r>
            <w:r w:rsidR="006479C7" w:rsidRPr="009647FC">
              <w:rPr>
                <w:rtl/>
              </w:rPr>
              <w:t>السحابه</w:t>
            </w:r>
            <w:r w:rsidR="006479C7" w:rsidRPr="00725071">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9647FC">
              <w:rPr>
                <w:rtl/>
              </w:rPr>
              <w:t>و</w:t>
            </w:r>
            <w:r w:rsidR="00A72677" w:rsidRPr="009647FC">
              <w:rPr>
                <w:rtl/>
              </w:rPr>
              <w:t>بجو</w:t>
            </w:r>
            <w:r w:rsidRPr="009647FC">
              <w:rPr>
                <w:rtl/>
              </w:rPr>
              <w:t>دها</w:t>
            </w:r>
            <w:r>
              <w:rPr>
                <w:rtl/>
              </w:rPr>
              <w:t xml:space="preserve"> </w:t>
            </w:r>
            <w:r w:rsidR="00A72677" w:rsidRPr="009647FC">
              <w:rPr>
                <w:rtl/>
              </w:rPr>
              <w:t>حل</w:t>
            </w:r>
            <w:r w:rsidRPr="009647FC">
              <w:rPr>
                <w:rtl/>
              </w:rPr>
              <w:t>فتْ</w:t>
            </w:r>
            <w:r>
              <w:rPr>
                <w:rtl/>
              </w:rPr>
              <w:t xml:space="preserve"> </w:t>
            </w:r>
            <w:r w:rsidR="00A72677" w:rsidRPr="009647FC">
              <w:rPr>
                <w:rtl/>
              </w:rPr>
              <w:t>بأ</w:t>
            </w:r>
            <w:r w:rsidRPr="009647FC">
              <w:rPr>
                <w:rtl/>
              </w:rPr>
              <w:t>ن</w:t>
            </w:r>
            <w:r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6479C7" w:rsidP="00697162">
            <w:pPr>
              <w:pStyle w:val="libPoem"/>
            </w:pPr>
            <w:r w:rsidRPr="009647FC">
              <w:rPr>
                <w:rtl/>
              </w:rPr>
              <w:t>تدع</w:t>
            </w:r>
            <w:r>
              <w:rPr>
                <w:rtl/>
              </w:rPr>
              <w:t xml:space="preserve"> </w:t>
            </w:r>
            <w:r w:rsidRPr="009647FC">
              <w:rPr>
                <w:rtl/>
              </w:rPr>
              <w:t>الكرام</w:t>
            </w:r>
            <w:r w:rsidR="00677BC4">
              <w:rPr>
                <w:rtl/>
              </w:rPr>
              <w:t>َ</w:t>
            </w:r>
            <w:r>
              <w:rPr>
                <w:rtl/>
              </w:rPr>
              <w:t xml:space="preserve"> </w:t>
            </w:r>
            <w:r w:rsidRPr="009647FC">
              <w:rPr>
                <w:rtl/>
              </w:rPr>
              <w:t>ولا</w:t>
            </w:r>
            <w:r>
              <w:rPr>
                <w:rtl/>
              </w:rPr>
              <w:t xml:space="preserve"> </w:t>
            </w:r>
            <w:r w:rsidRPr="009647FC">
              <w:rPr>
                <w:rtl/>
              </w:rPr>
              <w:t>صُبابه</w:t>
            </w:r>
            <w:r w:rsidRPr="004E7EC6">
              <w:rPr>
                <w:rStyle w:val="libFootnotenumChar"/>
                <w:rtl/>
              </w:rPr>
              <w:t>(1)</w:t>
            </w:r>
            <w:r w:rsidRPr="00725071">
              <w:rPr>
                <w:rStyle w:val="libPoemTiniChar0"/>
                <w:rtl/>
              </w:rPr>
              <w:br/>
              <w:t> </w:t>
            </w:r>
          </w:p>
        </w:tc>
      </w:tr>
      <w:tr w:rsidR="006479C7" w:rsidRPr="00524A24" w:rsidTr="006479C7">
        <w:trPr>
          <w:trHeight w:val="350"/>
        </w:trPr>
        <w:tc>
          <w:tcPr>
            <w:tcW w:w="3527" w:type="dxa"/>
          </w:tcPr>
          <w:p w:rsidR="006479C7" w:rsidRPr="00524A24" w:rsidRDefault="00A72677" w:rsidP="00697162">
            <w:pPr>
              <w:pStyle w:val="libPoem"/>
            </w:pPr>
            <w:r w:rsidRPr="009647FC">
              <w:rPr>
                <w:rtl/>
              </w:rPr>
              <w:t>يا</w:t>
            </w:r>
            <w:r w:rsidR="006479C7">
              <w:rPr>
                <w:rtl/>
              </w:rPr>
              <w:t xml:space="preserve"> </w:t>
            </w:r>
            <w:r w:rsidR="006479C7" w:rsidRPr="009647FC">
              <w:rPr>
                <w:rtl/>
              </w:rPr>
              <w:t>ا</w:t>
            </w:r>
            <w:r w:rsidRPr="009647FC">
              <w:rPr>
                <w:rtl/>
              </w:rPr>
              <w:t>بن</w:t>
            </w:r>
            <w:r w:rsidR="006479C7">
              <w:rPr>
                <w:rtl/>
              </w:rPr>
              <w:t xml:space="preserve"> </w:t>
            </w:r>
            <w:r w:rsidR="006479C7" w:rsidRPr="009647FC">
              <w:rPr>
                <w:rtl/>
              </w:rPr>
              <w:t>ا</w:t>
            </w:r>
            <w:r w:rsidRPr="009647FC">
              <w:rPr>
                <w:rtl/>
              </w:rPr>
              <w:t>لذ</w:t>
            </w:r>
            <w:r w:rsidR="006479C7" w:rsidRPr="009647FC">
              <w:rPr>
                <w:rtl/>
              </w:rPr>
              <w:t>ين</w:t>
            </w:r>
            <w:r w:rsidR="006479C7">
              <w:rPr>
                <w:rtl/>
              </w:rPr>
              <w:t xml:space="preserve"> </w:t>
            </w:r>
            <w:r w:rsidR="006479C7" w:rsidRPr="009647FC">
              <w:rPr>
                <w:rtl/>
              </w:rPr>
              <w:t>رواقُ</w:t>
            </w:r>
            <w:r w:rsidR="006479C7">
              <w:rPr>
                <w:rtl/>
              </w:rPr>
              <w:t xml:space="preserve"> </w:t>
            </w:r>
            <w:r w:rsidR="006479C7" w:rsidRPr="009647FC">
              <w:rPr>
                <w:rtl/>
              </w:rPr>
              <w:t>عزِّ</w:t>
            </w:r>
            <w:r w:rsidR="006479C7"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6479C7" w:rsidP="00697162">
            <w:pPr>
              <w:pStyle w:val="libPoem"/>
            </w:pPr>
            <w:r w:rsidRPr="009647FC">
              <w:rPr>
                <w:rtl/>
              </w:rPr>
              <w:t>همُ</w:t>
            </w:r>
            <w:r>
              <w:rPr>
                <w:rtl/>
              </w:rPr>
              <w:t xml:space="preserve"> </w:t>
            </w:r>
            <w:r w:rsidR="00A72677" w:rsidRPr="009647FC">
              <w:rPr>
                <w:rtl/>
              </w:rPr>
              <w:t>يحج</w:t>
            </w:r>
            <w:r w:rsidRPr="009647FC">
              <w:rPr>
                <w:rtl/>
              </w:rPr>
              <w:t>ّب</w:t>
            </w:r>
            <w:r>
              <w:rPr>
                <w:rtl/>
              </w:rPr>
              <w:t xml:space="preserve"> </w:t>
            </w:r>
            <w:r w:rsidR="00A72677" w:rsidRPr="009647FC">
              <w:rPr>
                <w:rtl/>
              </w:rPr>
              <w:t>با</w:t>
            </w:r>
            <w:r w:rsidRPr="009647FC">
              <w:rPr>
                <w:rtl/>
              </w:rPr>
              <w:t>لمهابه</w:t>
            </w:r>
            <w:r w:rsidRPr="00725071">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9647FC">
              <w:rPr>
                <w:rtl/>
              </w:rPr>
              <w:t>وا</w:t>
            </w:r>
            <w:r w:rsidR="00A72677" w:rsidRPr="009647FC">
              <w:rPr>
                <w:rtl/>
              </w:rPr>
              <w:t>لل</w:t>
            </w:r>
            <w:r w:rsidRPr="009647FC">
              <w:rPr>
                <w:rtl/>
              </w:rPr>
              <w:t>ا</w:t>
            </w:r>
            <w:r w:rsidR="00A72677" w:rsidRPr="009647FC">
              <w:rPr>
                <w:rtl/>
              </w:rPr>
              <w:t>بسي</w:t>
            </w:r>
            <w:r w:rsidRPr="009647FC">
              <w:rPr>
                <w:rtl/>
              </w:rPr>
              <w:t>ن</w:t>
            </w:r>
            <w:r w:rsidR="004C00A8">
              <w:rPr>
                <w:rtl/>
              </w:rPr>
              <w:t xml:space="preserve"> </w:t>
            </w:r>
            <w:r w:rsidRPr="009647FC">
              <w:rPr>
                <w:rtl/>
              </w:rPr>
              <w:t>رداء</w:t>
            </w:r>
            <w:r w:rsidR="00677BC4">
              <w:rPr>
                <w:rtl/>
              </w:rPr>
              <w:t>َ</w:t>
            </w:r>
            <w:r>
              <w:rPr>
                <w:rtl/>
              </w:rPr>
              <w:t xml:space="preserve"> </w:t>
            </w:r>
            <w:r w:rsidR="00A72677" w:rsidRPr="009647FC">
              <w:rPr>
                <w:rtl/>
              </w:rPr>
              <w:t>فخ</w:t>
            </w:r>
            <w:r w:rsidRPr="009647FC">
              <w:rPr>
                <w:rtl/>
              </w:rPr>
              <w:t>ـ</w:t>
            </w:r>
            <w:r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Default="006479C7" w:rsidP="00697162">
            <w:pPr>
              <w:pStyle w:val="libPoem"/>
            </w:pPr>
            <w:r w:rsidRPr="009647FC">
              <w:rPr>
                <w:rtl/>
              </w:rPr>
              <w:t>رهُم</w:t>
            </w:r>
            <w:r w:rsidR="004C00A8">
              <w:rPr>
                <w:rtl/>
              </w:rPr>
              <w:t xml:space="preserve"> </w:t>
            </w:r>
            <w:r w:rsidR="00A72677" w:rsidRPr="009647FC">
              <w:rPr>
                <w:rtl/>
              </w:rPr>
              <w:t>تط</w:t>
            </w:r>
            <w:r w:rsidRPr="009647FC">
              <w:rPr>
                <w:rtl/>
              </w:rPr>
              <w:t>رزه</w:t>
            </w:r>
            <w:r>
              <w:rPr>
                <w:rtl/>
              </w:rPr>
              <w:t xml:space="preserve"> </w:t>
            </w:r>
            <w:r w:rsidRPr="009647FC">
              <w:rPr>
                <w:rtl/>
              </w:rPr>
              <w:t>ا</w:t>
            </w:r>
            <w:r w:rsidR="00A72677" w:rsidRPr="009647FC">
              <w:rPr>
                <w:rtl/>
              </w:rPr>
              <w:t>لن</w:t>
            </w:r>
            <w:r w:rsidRPr="009647FC">
              <w:rPr>
                <w:rtl/>
              </w:rPr>
              <w:t>جابه</w:t>
            </w:r>
            <w:r w:rsidRPr="00725071">
              <w:rPr>
                <w:rStyle w:val="libPoemTiniChar0"/>
                <w:rtl/>
              </w:rPr>
              <w:br/>
              <w:t> </w:t>
            </w:r>
          </w:p>
        </w:tc>
      </w:tr>
      <w:tr w:rsidR="006479C7" w:rsidRPr="00524A24" w:rsidTr="006479C7">
        <w:trPr>
          <w:trHeight w:val="350"/>
        </w:trPr>
        <w:tc>
          <w:tcPr>
            <w:tcW w:w="3527" w:type="dxa"/>
          </w:tcPr>
          <w:p w:rsidR="006479C7" w:rsidRPr="00524A24" w:rsidRDefault="006479C7" w:rsidP="00697162">
            <w:pPr>
              <w:pStyle w:val="libPoem"/>
            </w:pPr>
            <w:r w:rsidRPr="009647FC">
              <w:rPr>
                <w:rtl/>
              </w:rPr>
              <w:t>ماذا</w:t>
            </w:r>
            <w:r w:rsidR="004C00A8">
              <w:rPr>
                <w:rtl/>
              </w:rPr>
              <w:t xml:space="preserve"> </w:t>
            </w:r>
            <w:r w:rsidRPr="009647FC">
              <w:rPr>
                <w:rtl/>
              </w:rPr>
              <w:t>أقول</w:t>
            </w:r>
            <w:r>
              <w:rPr>
                <w:rtl/>
              </w:rPr>
              <w:t xml:space="preserve"> </w:t>
            </w:r>
            <w:r w:rsidRPr="009647FC">
              <w:rPr>
                <w:rtl/>
              </w:rPr>
              <w:t>و</w:t>
            </w:r>
            <w:r w:rsidR="00A72677" w:rsidRPr="009647FC">
              <w:rPr>
                <w:rtl/>
              </w:rPr>
              <w:t>مد</w:t>
            </w:r>
            <w:r w:rsidRPr="009647FC">
              <w:rPr>
                <w:rtl/>
              </w:rPr>
              <w:t>حكم</w:t>
            </w:r>
            <w:r w:rsidRPr="00725071">
              <w:rPr>
                <w:rStyle w:val="libPoemTiniChar0"/>
                <w:rtl/>
              </w:rPr>
              <w:br/>
              <w:t> </w:t>
            </w:r>
          </w:p>
        </w:tc>
        <w:tc>
          <w:tcPr>
            <w:tcW w:w="272" w:type="dxa"/>
          </w:tcPr>
          <w:p w:rsidR="006479C7" w:rsidRDefault="006479C7" w:rsidP="00697162">
            <w:pPr>
              <w:pStyle w:val="libPoem"/>
              <w:rPr>
                <w:rtl/>
              </w:rPr>
            </w:pPr>
          </w:p>
        </w:tc>
        <w:tc>
          <w:tcPr>
            <w:tcW w:w="3511" w:type="dxa"/>
          </w:tcPr>
          <w:p w:rsidR="006479C7" w:rsidRPr="00524A24" w:rsidRDefault="00A72677" w:rsidP="00697162">
            <w:pPr>
              <w:pStyle w:val="libPoem"/>
            </w:pPr>
            <w:r w:rsidRPr="009647FC">
              <w:rPr>
                <w:rtl/>
              </w:rPr>
              <w:t>شح</w:t>
            </w:r>
            <w:r w:rsidR="006479C7" w:rsidRPr="009647FC">
              <w:rPr>
                <w:rtl/>
              </w:rPr>
              <w:t>ن</w:t>
            </w:r>
            <w:r w:rsidR="00677BC4">
              <w:rPr>
                <w:rtl/>
              </w:rPr>
              <w:t>َ</w:t>
            </w:r>
            <w:r w:rsidR="004C00A8">
              <w:rPr>
                <w:rtl/>
              </w:rPr>
              <w:t xml:space="preserve"> </w:t>
            </w:r>
            <w:r w:rsidR="006479C7" w:rsidRPr="009647FC">
              <w:rPr>
                <w:rtl/>
              </w:rPr>
              <w:t>الإ</w:t>
            </w:r>
            <w:r w:rsidRPr="009647FC">
              <w:rPr>
                <w:rtl/>
              </w:rPr>
              <w:t>له</w:t>
            </w:r>
            <w:r w:rsidR="006479C7" w:rsidRPr="009647FC">
              <w:rPr>
                <w:rtl/>
              </w:rPr>
              <w:t>ُ</w:t>
            </w:r>
            <w:r w:rsidR="006479C7">
              <w:rPr>
                <w:rtl/>
              </w:rPr>
              <w:t xml:space="preserve"> </w:t>
            </w:r>
            <w:r w:rsidRPr="009647FC">
              <w:rPr>
                <w:rtl/>
              </w:rPr>
              <w:t>به</w:t>
            </w:r>
            <w:r w:rsidR="006479C7">
              <w:rPr>
                <w:rtl/>
              </w:rPr>
              <w:t xml:space="preserve"> </w:t>
            </w:r>
            <w:r w:rsidRPr="009647FC">
              <w:rPr>
                <w:rtl/>
              </w:rPr>
              <w:t>كت</w:t>
            </w:r>
            <w:r w:rsidR="006479C7" w:rsidRPr="009647FC">
              <w:rPr>
                <w:rtl/>
              </w:rPr>
              <w:t>ابه</w:t>
            </w:r>
            <w:r w:rsidR="006479C7" w:rsidRPr="00725071">
              <w:rPr>
                <w:rStyle w:val="libPoemTiniChar0"/>
                <w:rtl/>
              </w:rPr>
              <w:br/>
              <w:t> </w:t>
            </w:r>
          </w:p>
        </w:tc>
      </w:tr>
    </w:tbl>
    <w:p w:rsidR="009647FC" w:rsidRPr="00524A24" w:rsidRDefault="009647FC" w:rsidP="004E7EC6">
      <w:pPr>
        <w:pStyle w:val="libNormal"/>
      </w:pPr>
      <w:r w:rsidRPr="009647FC">
        <w:rPr>
          <w:rtl/>
        </w:rPr>
        <w:t>وقال يمدح صبحي بك عن لسان العلاّمة السيد ميرزا جعفر القزويني</w:t>
      </w:r>
      <w:r w:rsidR="00D769AB">
        <w:rPr>
          <w:rtl/>
        </w:rPr>
        <w:t>:</w:t>
      </w:r>
    </w:p>
    <w:tbl>
      <w:tblPr>
        <w:tblStyle w:val="TableGrid"/>
        <w:bidiVisual/>
        <w:tblW w:w="4562" w:type="pct"/>
        <w:tblInd w:w="384" w:type="dxa"/>
        <w:tblLook w:val="04A0"/>
      </w:tblPr>
      <w:tblGrid>
        <w:gridCol w:w="3902"/>
        <w:gridCol w:w="301"/>
        <w:gridCol w:w="3884"/>
      </w:tblGrid>
      <w:tr w:rsidR="001C1D65" w:rsidRPr="00524A24" w:rsidTr="001C1D65">
        <w:trPr>
          <w:trHeight w:val="350"/>
        </w:trPr>
        <w:tc>
          <w:tcPr>
            <w:tcW w:w="3527" w:type="dxa"/>
          </w:tcPr>
          <w:p w:rsidR="001C1D65" w:rsidRPr="00524A24" w:rsidRDefault="00A72677" w:rsidP="00697162">
            <w:pPr>
              <w:pStyle w:val="libPoem"/>
            </w:pPr>
            <w:r w:rsidRPr="009647FC">
              <w:rPr>
                <w:rtl/>
              </w:rPr>
              <w:t>لت</w:t>
            </w:r>
            <w:r w:rsidR="001C1D65" w:rsidRPr="009647FC">
              <w:rPr>
                <w:rtl/>
              </w:rPr>
              <w:t>لق</w:t>
            </w:r>
            <w:r w:rsidR="001C1D65" w:rsidRPr="004E7EC6">
              <w:rPr>
                <w:rStyle w:val="libFootnotenumChar"/>
                <w:rtl/>
              </w:rPr>
              <w:t>(2)</w:t>
            </w:r>
            <w:r w:rsidR="001C1D65">
              <w:rPr>
                <w:rtl/>
              </w:rPr>
              <w:t xml:space="preserve"> </w:t>
            </w:r>
            <w:r w:rsidRPr="009647FC">
              <w:rPr>
                <w:rtl/>
              </w:rPr>
              <w:t>مل</w:t>
            </w:r>
            <w:r w:rsidR="001C1D65" w:rsidRPr="009647FC">
              <w:rPr>
                <w:rtl/>
              </w:rPr>
              <w:t>وكُ</w:t>
            </w:r>
            <w:r w:rsidR="001C1D65">
              <w:rPr>
                <w:rtl/>
              </w:rPr>
              <w:t xml:space="preserve"> </w:t>
            </w:r>
            <w:r w:rsidR="001C1D65" w:rsidRPr="009647FC">
              <w:rPr>
                <w:rtl/>
              </w:rPr>
              <w:t>الأرضِ</w:t>
            </w:r>
            <w:r w:rsidR="001C1D65">
              <w:rPr>
                <w:rtl/>
              </w:rPr>
              <w:t xml:space="preserve"> </w:t>
            </w:r>
            <w:r w:rsidRPr="009647FC">
              <w:rPr>
                <w:rtl/>
              </w:rPr>
              <w:t>طو</w:t>
            </w:r>
            <w:r w:rsidR="001C1D65" w:rsidRPr="009647FC">
              <w:rPr>
                <w:rtl/>
              </w:rPr>
              <w:t>عاً</w:t>
            </w:r>
            <w:r w:rsidR="001C1D65">
              <w:rPr>
                <w:rtl/>
              </w:rPr>
              <w:t xml:space="preserve"> </w:t>
            </w:r>
            <w:r w:rsidR="001C1D65" w:rsidRPr="009647FC">
              <w:rPr>
                <w:rtl/>
              </w:rPr>
              <w:t>يد</w:t>
            </w:r>
            <w:r w:rsidR="00677BC4">
              <w:rPr>
                <w:rtl/>
              </w:rPr>
              <w:t>َ</w:t>
            </w:r>
            <w:r w:rsidR="001C1D65">
              <w:rPr>
                <w:rtl/>
              </w:rPr>
              <w:t xml:space="preserve"> </w:t>
            </w:r>
            <w:r w:rsidR="001C1D65" w:rsidRPr="009647FC">
              <w:rPr>
                <w:rtl/>
              </w:rPr>
              <w:t>الصلح</w:t>
            </w:r>
            <w:r w:rsidR="001C1D65" w:rsidRPr="00725071">
              <w:rPr>
                <w:rStyle w:val="libPoemTiniChar0"/>
                <w:rtl/>
              </w:rPr>
              <w:br/>
              <w:t> </w:t>
            </w:r>
          </w:p>
        </w:tc>
        <w:tc>
          <w:tcPr>
            <w:tcW w:w="272" w:type="dxa"/>
          </w:tcPr>
          <w:p w:rsidR="001C1D65" w:rsidRDefault="001C1D65" w:rsidP="00697162">
            <w:pPr>
              <w:pStyle w:val="libPoem"/>
              <w:rPr>
                <w:rtl/>
              </w:rPr>
            </w:pPr>
          </w:p>
        </w:tc>
        <w:tc>
          <w:tcPr>
            <w:tcW w:w="3511" w:type="dxa"/>
          </w:tcPr>
          <w:p w:rsidR="001C1D65" w:rsidRDefault="00A72677" w:rsidP="00697162">
            <w:pPr>
              <w:pStyle w:val="libPoem"/>
            </w:pPr>
            <w:r w:rsidRPr="009647FC">
              <w:rPr>
                <w:rtl/>
              </w:rPr>
              <w:t>حذ</w:t>
            </w:r>
            <w:r w:rsidR="001C1D65" w:rsidRPr="009647FC">
              <w:rPr>
                <w:rtl/>
              </w:rPr>
              <w:t>ار</w:t>
            </w:r>
            <w:r w:rsidR="004C00A8">
              <w:rPr>
                <w:rtl/>
              </w:rPr>
              <w:t xml:space="preserve"> </w:t>
            </w:r>
            <w:r w:rsidR="001C1D65" w:rsidRPr="009647FC">
              <w:rPr>
                <w:rtl/>
              </w:rPr>
              <w:t>ح</w:t>
            </w:r>
            <w:r w:rsidRPr="009647FC">
              <w:rPr>
                <w:rtl/>
              </w:rPr>
              <w:t>سا</w:t>
            </w:r>
            <w:r w:rsidR="001C1D65" w:rsidRPr="009647FC">
              <w:rPr>
                <w:rtl/>
              </w:rPr>
              <w:t>مٍ</w:t>
            </w:r>
            <w:r w:rsidR="001C1D65">
              <w:rPr>
                <w:rtl/>
              </w:rPr>
              <w:t xml:space="preserve"> </w:t>
            </w:r>
            <w:r w:rsidRPr="009647FC">
              <w:rPr>
                <w:rtl/>
              </w:rPr>
              <w:t>صاغه</w:t>
            </w:r>
            <w:r w:rsidR="001C1D65">
              <w:rPr>
                <w:rtl/>
              </w:rPr>
              <w:t xml:space="preserve"> </w:t>
            </w:r>
            <w:r w:rsidR="001C1D65" w:rsidRPr="009647FC">
              <w:rPr>
                <w:rtl/>
              </w:rPr>
              <w:t>الله</w:t>
            </w:r>
            <w:r w:rsidR="001C1D65">
              <w:rPr>
                <w:rtl/>
              </w:rPr>
              <w:t xml:space="preserve"> </w:t>
            </w:r>
            <w:r w:rsidRPr="009647FC">
              <w:rPr>
                <w:rtl/>
              </w:rPr>
              <w:t>للف</w:t>
            </w:r>
            <w:r w:rsidR="001C1D65" w:rsidRPr="009647FC">
              <w:rPr>
                <w:rtl/>
              </w:rPr>
              <w:t>تحِ</w:t>
            </w:r>
            <w:r w:rsidR="001C1D65" w:rsidRPr="00725071">
              <w:rPr>
                <w:rStyle w:val="libPoemTiniChar0"/>
                <w:rtl/>
              </w:rPr>
              <w:br/>
              <w:t> </w:t>
            </w:r>
          </w:p>
        </w:tc>
      </w:tr>
      <w:tr w:rsidR="001C1D65" w:rsidRPr="00524A24" w:rsidTr="001C1D65">
        <w:trPr>
          <w:trHeight w:val="350"/>
        </w:trPr>
        <w:tc>
          <w:tcPr>
            <w:tcW w:w="3527" w:type="dxa"/>
          </w:tcPr>
          <w:p w:rsidR="001C1D65" w:rsidRPr="00524A24" w:rsidRDefault="001C1D65" w:rsidP="00697162">
            <w:pPr>
              <w:pStyle w:val="libPoem"/>
            </w:pPr>
            <w:r w:rsidRPr="009647FC">
              <w:rPr>
                <w:rtl/>
              </w:rPr>
              <w:t>وأجرى</w:t>
            </w:r>
            <w:r w:rsidR="004C00A8">
              <w:rPr>
                <w:rtl/>
              </w:rPr>
              <w:t xml:space="preserve"> </w:t>
            </w:r>
            <w:r w:rsidR="00A72677" w:rsidRPr="009647FC">
              <w:rPr>
                <w:rtl/>
              </w:rPr>
              <w:t>فر</w:t>
            </w:r>
            <w:r w:rsidRPr="009647FC">
              <w:rPr>
                <w:rtl/>
              </w:rPr>
              <w:t>نداً</w:t>
            </w:r>
            <w:r>
              <w:rPr>
                <w:rtl/>
              </w:rPr>
              <w:t xml:space="preserve"> </w:t>
            </w:r>
            <w:r w:rsidR="00A72677" w:rsidRPr="009647FC">
              <w:rPr>
                <w:rtl/>
              </w:rPr>
              <w:t>في</w:t>
            </w:r>
            <w:r w:rsidRPr="009647FC">
              <w:rPr>
                <w:rtl/>
              </w:rPr>
              <w:t>ه</w:t>
            </w:r>
            <w:r>
              <w:rPr>
                <w:rtl/>
              </w:rPr>
              <w:t xml:space="preserve"> </w:t>
            </w:r>
            <w:r w:rsidR="00A72677" w:rsidRPr="009647FC">
              <w:rPr>
                <w:rtl/>
              </w:rPr>
              <w:t>من</w:t>
            </w:r>
            <w:r>
              <w:rPr>
                <w:rtl/>
              </w:rPr>
              <w:t xml:space="preserve"> </w:t>
            </w:r>
            <w:r w:rsidR="00A72677" w:rsidRPr="009647FC">
              <w:rPr>
                <w:rtl/>
              </w:rPr>
              <w:t>جو</w:t>
            </w:r>
            <w:r w:rsidRPr="009647FC">
              <w:rPr>
                <w:rtl/>
              </w:rPr>
              <w:t>هرِ</w:t>
            </w:r>
            <w:r>
              <w:rPr>
                <w:rtl/>
              </w:rPr>
              <w:t xml:space="preserve"> </w:t>
            </w:r>
            <w:r w:rsidRPr="009647FC">
              <w:rPr>
                <w:rtl/>
              </w:rPr>
              <w:t>ا</w:t>
            </w:r>
            <w:r w:rsidR="00A72677" w:rsidRPr="009647FC">
              <w:rPr>
                <w:rtl/>
              </w:rPr>
              <w:t>لع</w:t>
            </w:r>
            <w:r w:rsidRPr="009647FC">
              <w:rPr>
                <w:rtl/>
              </w:rPr>
              <w:t>ُلى</w:t>
            </w:r>
            <w:r w:rsidRPr="00725071">
              <w:rPr>
                <w:rStyle w:val="libPoemTiniChar0"/>
                <w:rtl/>
              </w:rPr>
              <w:br/>
              <w:t> </w:t>
            </w:r>
          </w:p>
        </w:tc>
        <w:tc>
          <w:tcPr>
            <w:tcW w:w="272" w:type="dxa"/>
          </w:tcPr>
          <w:p w:rsidR="001C1D65" w:rsidRDefault="001C1D65" w:rsidP="00697162">
            <w:pPr>
              <w:pStyle w:val="libPoem"/>
              <w:rPr>
                <w:rtl/>
              </w:rPr>
            </w:pPr>
          </w:p>
        </w:tc>
        <w:tc>
          <w:tcPr>
            <w:tcW w:w="3511" w:type="dxa"/>
          </w:tcPr>
          <w:p w:rsidR="001C1D65" w:rsidRDefault="001C1D65" w:rsidP="00697162">
            <w:pPr>
              <w:pStyle w:val="libPoem"/>
            </w:pPr>
            <w:r w:rsidRPr="009647FC">
              <w:rPr>
                <w:rtl/>
              </w:rPr>
              <w:t>غدا</w:t>
            </w:r>
            <w:r>
              <w:rPr>
                <w:rtl/>
              </w:rPr>
              <w:t xml:space="preserve"> </w:t>
            </w:r>
            <w:r w:rsidR="00A72677" w:rsidRPr="009647FC">
              <w:rPr>
                <w:rtl/>
              </w:rPr>
              <w:t>يخط</w:t>
            </w:r>
            <w:r w:rsidRPr="009647FC">
              <w:rPr>
                <w:rtl/>
              </w:rPr>
              <w:t>فُ</w:t>
            </w:r>
            <w:r>
              <w:rPr>
                <w:rtl/>
              </w:rPr>
              <w:t xml:space="preserve"> </w:t>
            </w:r>
            <w:r w:rsidRPr="009647FC">
              <w:rPr>
                <w:rtl/>
              </w:rPr>
              <w:t>الأ</w:t>
            </w:r>
            <w:r w:rsidR="00A72677" w:rsidRPr="009647FC">
              <w:rPr>
                <w:rtl/>
              </w:rPr>
              <w:t>بص</w:t>
            </w:r>
            <w:r w:rsidRPr="009647FC">
              <w:rPr>
                <w:rtl/>
              </w:rPr>
              <w:t>ار</w:t>
            </w:r>
            <w:r w:rsidR="00677BC4">
              <w:rPr>
                <w:rtl/>
              </w:rPr>
              <w:t>َ</w:t>
            </w:r>
            <w:r>
              <w:rPr>
                <w:rtl/>
              </w:rPr>
              <w:t xml:space="preserve"> </w:t>
            </w:r>
            <w:r w:rsidR="00A72677" w:rsidRPr="009647FC">
              <w:rPr>
                <w:rtl/>
              </w:rPr>
              <w:t>با</w:t>
            </w:r>
            <w:r w:rsidRPr="009647FC">
              <w:rPr>
                <w:rtl/>
              </w:rPr>
              <w:t>للمعِ</w:t>
            </w:r>
            <w:r>
              <w:rPr>
                <w:rtl/>
              </w:rPr>
              <w:t xml:space="preserve"> </w:t>
            </w:r>
            <w:r w:rsidRPr="009647FC">
              <w:rPr>
                <w:rtl/>
              </w:rPr>
              <w:t>وا</w:t>
            </w:r>
            <w:r w:rsidR="00A72677" w:rsidRPr="009647FC">
              <w:rPr>
                <w:rtl/>
              </w:rPr>
              <w:t>لل</w:t>
            </w:r>
            <w:r w:rsidRPr="009647FC">
              <w:rPr>
                <w:rtl/>
              </w:rPr>
              <w:t>محِ</w:t>
            </w:r>
            <w:r w:rsidRPr="00725071">
              <w:rPr>
                <w:rStyle w:val="libPoemTiniChar0"/>
                <w:rtl/>
              </w:rPr>
              <w:br/>
              <w:t> </w:t>
            </w:r>
          </w:p>
        </w:tc>
      </w:tr>
      <w:tr w:rsidR="001C1D65" w:rsidRPr="00524A24" w:rsidTr="001C1D65">
        <w:trPr>
          <w:trHeight w:val="350"/>
        </w:trPr>
        <w:tc>
          <w:tcPr>
            <w:tcW w:w="3527" w:type="dxa"/>
          </w:tcPr>
          <w:p w:rsidR="001C1D65" w:rsidRPr="00524A24" w:rsidRDefault="00A72677" w:rsidP="00697162">
            <w:pPr>
              <w:pStyle w:val="libPoem"/>
            </w:pPr>
            <w:r w:rsidRPr="009647FC">
              <w:rPr>
                <w:rtl/>
              </w:rPr>
              <w:t>فك</w:t>
            </w:r>
            <w:r w:rsidR="001C1D65" w:rsidRPr="009647FC">
              <w:rPr>
                <w:rtl/>
              </w:rPr>
              <w:t>م</w:t>
            </w:r>
            <w:r w:rsidR="004C00A8">
              <w:rPr>
                <w:rtl/>
              </w:rPr>
              <w:t xml:space="preserve"> </w:t>
            </w:r>
            <w:r w:rsidRPr="009647FC">
              <w:rPr>
                <w:rtl/>
              </w:rPr>
              <w:t>شق</w:t>
            </w:r>
            <w:r w:rsidR="001C1D65" w:rsidRPr="009647FC">
              <w:rPr>
                <w:rtl/>
              </w:rPr>
              <w:t>ّ</w:t>
            </w:r>
            <w:r w:rsidR="00677BC4">
              <w:rPr>
                <w:rtl/>
              </w:rPr>
              <w:t>َ</w:t>
            </w:r>
            <w:r w:rsidR="001C1D65">
              <w:rPr>
                <w:rtl/>
              </w:rPr>
              <w:t xml:space="preserve"> </w:t>
            </w:r>
            <w:r w:rsidRPr="009647FC">
              <w:rPr>
                <w:rtl/>
              </w:rPr>
              <w:t>فج</w:t>
            </w:r>
            <w:r w:rsidR="001C1D65" w:rsidRPr="009647FC">
              <w:rPr>
                <w:rtl/>
              </w:rPr>
              <w:t>راً</w:t>
            </w:r>
            <w:r w:rsidR="001C1D65">
              <w:rPr>
                <w:rtl/>
              </w:rPr>
              <w:t xml:space="preserve"> </w:t>
            </w:r>
            <w:r w:rsidRPr="009647FC">
              <w:rPr>
                <w:rtl/>
              </w:rPr>
              <w:t>من</w:t>
            </w:r>
            <w:r w:rsidR="001C1D65">
              <w:rPr>
                <w:rtl/>
              </w:rPr>
              <w:t xml:space="preserve"> </w:t>
            </w:r>
            <w:r w:rsidR="001C1D65" w:rsidRPr="009647FC">
              <w:rPr>
                <w:rtl/>
              </w:rPr>
              <w:t>د</w:t>
            </w:r>
            <w:r w:rsidRPr="009647FC">
              <w:rPr>
                <w:rtl/>
              </w:rPr>
              <w:t>جى</w:t>
            </w:r>
            <w:r w:rsidR="001C1D65">
              <w:rPr>
                <w:rtl/>
              </w:rPr>
              <w:t xml:space="preserve"> </w:t>
            </w:r>
            <w:r w:rsidRPr="009647FC">
              <w:rPr>
                <w:rtl/>
              </w:rPr>
              <w:t>لي</w:t>
            </w:r>
            <w:r w:rsidR="001C1D65" w:rsidRPr="009647FC">
              <w:rPr>
                <w:rtl/>
              </w:rPr>
              <w:t>ل</w:t>
            </w:r>
            <w:r w:rsidR="001C1D65">
              <w:rPr>
                <w:rtl/>
              </w:rPr>
              <w:t xml:space="preserve"> </w:t>
            </w:r>
            <w:r w:rsidRPr="009647FC">
              <w:rPr>
                <w:rtl/>
              </w:rPr>
              <w:t>حا</w:t>
            </w:r>
            <w:r w:rsidR="001C1D65" w:rsidRPr="009647FC">
              <w:rPr>
                <w:rtl/>
              </w:rPr>
              <w:t>دثٍ</w:t>
            </w:r>
            <w:r w:rsidR="001C1D65" w:rsidRPr="00725071">
              <w:rPr>
                <w:rStyle w:val="libPoemTiniChar0"/>
                <w:rtl/>
              </w:rPr>
              <w:br/>
              <w:t> </w:t>
            </w:r>
          </w:p>
        </w:tc>
        <w:tc>
          <w:tcPr>
            <w:tcW w:w="272" w:type="dxa"/>
          </w:tcPr>
          <w:p w:rsidR="001C1D65" w:rsidRDefault="001C1D65" w:rsidP="00697162">
            <w:pPr>
              <w:pStyle w:val="libPoem"/>
              <w:rPr>
                <w:rtl/>
              </w:rPr>
            </w:pPr>
          </w:p>
        </w:tc>
        <w:tc>
          <w:tcPr>
            <w:tcW w:w="3511" w:type="dxa"/>
          </w:tcPr>
          <w:p w:rsidR="001C1D65" w:rsidRDefault="001C1D65" w:rsidP="00697162">
            <w:pPr>
              <w:pStyle w:val="libPoem"/>
            </w:pPr>
            <w:r w:rsidRPr="009647FC">
              <w:rPr>
                <w:rtl/>
              </w:rPr>
              <w:t>وأ</w:t>
            </w:r>
            <w:r w:rsidR="00A72677" w:rsidRPr="009647FC">
              <w:rPr>
                <w:rtl/>
              </w:rPr>
              <w:t>ضحك</w:t>
            </w:r>
            <w:r w:rsidR="004C00A8">
              <w:rPr>
                <w:rtl/>
              </w:rPr>
              <w:t xml:space="preserve"> </w:t>
            </w:r>
            <w:r w:rsidR="00A72677" w:rsidRPr="009647FC">
              <w:rPr>
                <w:rtl/>
              </w:rPr>
              <w:t>لل</w:t>
            </w:r>
            <w:r w:rsidRPr="009647FC">
              <w:rPr>
                <w:rtl/>
              </w:rPr>
              <w:t>أ</w:t>
            </w:r>
            <w:r w:rsidR="00A72677" w:rsidRPr="009647FC">
              <w:rPr>
                <w:rtl/>
              </w:rPr>
              <w:t>يا</w:t>
            </w:r>
            <w:r w:rsidRPr="009647FC">
              <w:rPr>
                <w:rtl/>
              </w:rPr>
              <w:t>م</w:t>
            </w:r>
            <w:r>
              <w:rPr>
                <w:rtl/>
              </w:rPr>
              <w:t xml:space="preserve"> </w:t>
            </w:r>
            <w:r w:rsidRPr="009647FC">
              <w:rPr>
                <w:rtl/>
              </w:rPr>
              <w:t>من</w:t>
            </w:r>
            <w:r>
              <w:rPr>
                <w:rtl/>
              </w:rPr>
              <w:t xml:space="preserve"> </w:t>
            </w:r>
            <w:r w:rsidRPr="009647FC">
              <w:rPr>
                <w:rtl/>
              </w:rPr>
              <w:t>أوجهٍ</w:t>
            </w:r>
            <w:r>
              <w:rPr>
                <w:rtl/>
              </w:rPr>
              <w:t xml:space="preserve"> </w:t>
            </w:r>
            <w:r w:rsidR="00A72677" w:rsidRPr="009647FC">
              <w:rPr>
                <w:rtl/>
              </w:rPr>
              <w:t>طل</w:t>
            </w:r>
            <w:r w:rsidRPr="009647FC">
              <w:rPr>
                <w:rtl/>
              </w:rPr>
              <w:t>حِ</w:t>
            </w:r>
            <w:r w:rsidRPr="00725071">
              <w:rPr>
                <w:rStyle w:val="libPoemTiniChar0"/>
                <w:rtl/>
              </w:rPr>
              <w:br/>
              <w:t> </w:t>
            </w:r>
          </w:p>
        </w:tc>
      </w:tr>
      <w:tr w:rsidR="001C1D65" w:rsidRPr="00524A24" w:rsidTr="001C1D65">
        <w:trPr>
          <w:trHeight w:val="350"/>
        </w:trPr>
        <w:tc>
          <w:tcPr>
            <w:tcW w:w="3527" w:type="dxa"/>
          </w:tcPr>
          <w:p w:rsidR="001C1D65" w:rsidRPr="00524A24" w:rsidRDefault="001C1D65" w:rsidP="00697162">
            <w:pPr>
              <w:pStyle w:val="libPoem"/>
            </w:pPr>
            <w:r w:rsidRPr="009647FC">
              <w:rPr>
                <w:rtl/>
              </w:rPr>
              <w:t>لو</w:t>
            </w:r>
            <w:r>
              <w:rPr>
                <w:rtl/>
              </w:rPr>
              <w:t xml:space="preserve"> </w:t>
            </w:r>
            <w:r w:rsidRPr="009647FC">
              <w:rPr>
                <w:rtl/>
              </w:rPr>
              <w:t>ا</w:t>
            </w:r>
            <w:r w:rsidR="00A72677" w:rsidRPr="009647FC">
              <w:rPr>
                <w:rtl/>
              </w:rPr>
              <w:t>لد</w:t>
            </w:r>
            <w:r w:rsidRPr="009647FC">
              <w:rPr>
                <w:rtl/>
              </w:rPr>
              <w:t>و</w:t>
            </w:r>
            <w:r w:rsidR="00A72677" w:rsidRPr="009647FC">
              <w:rPr>
                <w:rtl/>
              </w:rPr>
              <w:t>لة</w:t>
            </w:r>
            <w:r>
              <w:rPr>
                <w:rtl/>
              </w:rPr>
              <w:t xml:space="preserve"> </w:t>
            </w:r>
            <w:r w:rsidRPr="009647FC">
              <w:rPr>
                <w:rtl/>
              </w:rPr>
              <w:t>ا</w:t>
            </w:r>
            <w:r w:rsidR="00A72677" w:rsidRPr="009647FC">
              <w:rPr>
                <w:rtl/>
              </w:rPr>
              <w:t>لغر</w:t>
            </w:r>
            <w:r w:rsidRPr="009647FC">
              <w:rPr>
                <w:rtl/>
              </w:rPr>
              <w:t>اءُ</w:t>
            </w:r>
            <w:r>
              <w:rPr>
                <w:rtl/>
              </w:rPr>
              <w:t xml:space="preserve"> </w:t>
            </w:r>
            <w:r w:rsidR="00A72677" w:rsidRPr="009647FC">
              <w:rPr>
                <w:rtl/>
              </w:rPr>
              <w:t>يوما</w:t>
            </w:r>
            <w:r w:rsidRPr="009647FC">
              <w:rPr>
                <w:rtl/>
              </w:rPr>
              <w:t>ً</w:t>
            </w:r>
            <w:r>
              <w:rPr>
                <w:rtl/>
              </w:rPr>
              <w:t xml:space="preserve"> </w:t>
            </w:r>
            <w:r w:rsidR="00A72677" w:rsidRPr="009647FC">
              <w:rPr>
                <w:rtl/>
              </w:rPr>
              <w:t>تفا</w:t>
            </w:r>
            <w:r w:rsidRPr="009647FC">
              <w:rPr>
                <w:rtl/>
              </w:rPr>
              <w:t>خرتْ</w:t>
            </w:r>
            <w:r w:rsidRPr="00725071">
              <w:rPr>
                <w:rStyle w:val="libPoemTiniChar0"/>
                <w:rtl/>
              </w:rPr>
              <w:br/>
              <w:t> </w:t>
            </w:r>
          </w:p>
        </w:tc>
        <w:tc>
          <w:tcPr>
            <w:tcW w:w="272" w:type="dxa"/>
          </w:tcPr>
          <w:p w:rsidR="001C1D65" w:rsidRDefault="001C1D65" w:rsidP="00697162">
            <w:pPr>
              <w:pStyle w:val="libPoem"/>
              <w:rPr>
                <w:rtl/>
              </w:rPr>
            </w:pPr>
          </w:p>
        </w:tc>
        <w:tc>
          <w:tcPr>
            <w:tcW w:w="3511" w:type="dxa"/>
          </w:tcPr>
          <w:p w:rsidR="001C1D65" w:rsidRDefault="00A72677" w:rsidP="001C1D65">
            <w:pPr>
              <w:pStyle w:val="libPoem"/>
            </w:pPr>
            <w:r w:rsidRPr="009647FC">
              <w:rPr>
                <w:rtl/>
              </w:rPr>
              <w:t>مع</w:t>
            </w:r>
            <w:r w:rsidR="001C1D65">
              <w:rPr>
                <w:rtl/>
              </w:rPr>
              <w:t xml:space="preserve"> </w:t>
            </w:r>
            <w:r w:rsidR="001C1D65" w:rsidRPr="009647FC">
              <w:rPr>
                <w:rtl/>
              </w:rPr>
              <w:t>ا</w:t>
            </w:r>
            <w:r w:rsidRPr="009647FC">
              <w:rPr>
                <w:rtl/>
              </w:rPr>
              <w:t>لش</w:t>
            </w:r>
            <w:r w:rsidR="001C1D65" w:rsidRPr="009647FC">
              <w:rPr>
                <w:rtl/>
              </w:rPr>
              <w:t>مس</w:t>
            </w:r>
            <w:r w:rsidR="001C1D65">
              <w:rPr>
                <w:rtl/>
              </w:rPr>
              <w:t xml:space="preserve"> </w:t>
            </w:r>
            <w:r w:rsidRPr="009647FC">
              <w:rPr>
                <w:rtl/>
              </w:rPr>
              <w:t>قا</w:t>
            </w:r>
            <w:r w:rsidR="001C1D65" w:rsidRPr="009647FC">
              <w:rPr>
                <w:rtl/>
              </w:rPr>
              <w:t>لت</w:t>
            </w:r>
            <w:r w:rsidR="001C1D65">
              <w:rPr>
                <w:rtl/>
              </w:rPr>
              <w:t xml:space="preserve"> </w:t>
            </w:r>
            <w:r w:rsidR="001C1D65" w:rsidRPr="009647FC">
              <w:rPr>
                <w:rtl/>
              </w:rPr>
              <w:t>أين</w:t>
            </w:r>
            <w:r w:rsidR="001C1D65">
              <w:rPr>
                <w:rtl/>
              </w:rPr>
              <w:t xml:space="preserve"> </w:t>
            </w:r>
            <w:r w:rsidR="001C1D65" w:rsidRPr="009647FC">
              <w:rPr>
                <w:rtl/>
              </w:rPr>
              <w:t>صبحك</w:t>
            </w:r>
            <w:r w:rsidR="001C1D65">
              <w:rPr>
                <w:rtl/>
              </w:rPr>
              <w:t xml:space="preserve"> </w:t>
            </w:r>
            <w:r w:rsidR="001C1D65" w:rsidRPr="009647FC">
              <w:rPr>
                <w:rtl/>
              </w:rPr>
              <w:t>من</w:t>
            </w:r>
            <w:r w:rsidR="001C1D65">
              <w:rPr>
                <w:rFonts w:hint="cs"/>
                <w:rtl/>
              </w:rPr>
              <w:t xml:space="preserve"> </w:t>
            </w:r>
            <w:r w:rsidR="001C1D65" w:rsidRPr="009647FC">
              <w:rPr>
                <w:rtl/>
              </w:rPr>
              <w:t>(صبحي)</w:t>
            </w:r>
            <w:r w:rsidR="001C1D65" w:rsidRPr="00725071">
              <w:rPr>
                <w:rStyle w:val="libPoemTiniChar0"/>
                <w:rtl/>
              </w:rPr>
              <w:br/>
              <w:t> </w:t>
            </w:r>
          </w:p>
        </w:tc>
      </w:tr>
      <w:tr w:rsidR="001C1D65" w:rsidRPr="00524A24" w:rsidTr="001C1D65">
        <w:trPr>
          <w:trHeight w:val="350"/>
        </w:trPr>
        <w:tc>
          <w:tcPr>
            <w:tcW w:w="3527" w:type="dxa"/>
          </w:tcPr>
          <w:p w:rsidR="001C1D65" w:rsidRPr="00524A24" w:rsidRDefault="00A72677" w:rsidP="00697162">
            <w:pPr>
              <w:pStyle w:val="libPoem"/>
            </w:pPr>
            <w:r w:rsidRPr="00A72677">
              <w:rPr>
                <w:rtl/>
              </w:rPr>
              <w:t>فتى</w:t>
            </w:r>
            <w:r w:rsidR="001C1D65" w:rsidRPr="00A72677">
              <w:rPr>
                <w:rtl/>
              </w:rPr>
              <w:t xml:space="preserve">ً </w:t>
            </w:r>
            <w:r w:rsidRPr="00A72677">
              <w:rPr>
                <w:rtl/>
              </w:rPr>
              <w:t>في</w:t>
            </w:r>
            <w:r w:rsidR="001C1D65" w:rsidRPr="00A72677">
              <w:rPr>
                <w:rtl/>
              </w:rPr>
              <w:t xml:space="preserve"> </w:t>
            </w:r>
            <w:r w:rsidRPr="00A72677">
              <w:rPr>
                <w:rtl/>
              </w:rPr>
              <w:t>صر</w:t>
            </w:r>
            <w:r w:rsidR="001C1D65" w:rsidRPr="00A72677">
              <w:rPr>
                <w:rtl/>
              </w:rPr>
              <w:t>يح ا</w:t>
            </w:r>
            <w:r w:rsidRPr="00A72677">
              <w:rPr>
                <w:rtl/>
              </w:rPr>
              <w:t>لم</w:t>
            </w:r>
            <w:r w:rsidR="001C1D65" w:rsidRPr="00A72677">
              <w:rPr>
                <w:rtl/>
              </w:rPr>
              <w:t>جدِ ي</w:t>
            </w:r>
            <w:r w:rsidRPr="00A72677">
              <w:rPr>
                <w:rtl/>
              </w:rPr>
              <w:t>ُن</w:t>
            </w:r>
            <w:r w:rsidR="001C1D65" w:rsidRPr="00A72677">
              <w:rPr>
                <w:rtl/>
              </w:rPr>
              <w:t xml:space="preserve">مى </w:t>
            </w:r>
            <w:r w:rsidRPr="00A72677">
              <w:rPr>
                <w:rtl/>
              </w:rPr>
              <w:t>لم</w:t>
            </w:r>
            <w:r w:rsidR="001C1D65" w:rsidRPr="00A72677">
              <w:rPr>
                <w:rtl/>
              </w:rPr>
              <w:t>عشرٍ</w:t>
            </w:r>
            <w:r w:rsidR="001C1D65" w:rsidRPr="00A72677">
              <w:rPr>
                <w:rStyle w:val="libPoemTiniChar0"/>
                <w:rtl/>
              </w:rPr>
              <w:br/>
              <w:t> </w:t>
            </w:r>
          </w:p>
        </w:tc>
        <w:tc>
          <w:tcPr>
            <w:tcW w:w="272" w:type="dxa"/>
          </w:tcPr>
          <w:p w:rsidR="001C1D65" w:rsidRPr="00A72677" w:rsidRDefault="001C1D65" w:rsidP="00697162">
            <w:pPr>
              <w:pStyle w:val="libPoem"/>
              <w:rPr>
                <w:rtl/>
              </w:rPr>
            </w:pPr>
          </w:p>
        </w:tc>
        <w:tc>
          <w:tcPr>
            <w:tcW w:w="3511" w:type="dxa"/>
          </w:tcPr>
          <w:p w:rsidR="001C1D65" w:rsidRPr="00A72677" w:rsidRDefault="00A72677" w:rsidP="00697162">
            <w:pPr>
              <w:pStyle w:val="libPoem"/>
            </w:pPr>
            <w:r w:rsidRPr="00A72677">
              <w:rPr>
                <w:rtl/>
              </w:rPr>
              <w:t>بيو</w:t>
            </w:r>
            <w:r w:rsidR="001C1D65" w:rsidRPr="00A72677">
              <w:rPr>
                <w:rtl/>
              </w:rPr>
              <w:t>تهم في ا</w:t>
            </w:r>
            <w:r w:rsidRPr="00A72677">
              <w:rPr>
                <w:rtl/>
              </w:rPr>
              <w:t>لمج</w:t>
            </w:r>
            <w:r w:rsidR="001C1D65" w:rsidRPr="00A72677">
              <w:rPr>
                <w:rtl/>
              </w:rPr>
              <w:t xml:space="preserve">دِ </w:t>
            </w:r>
            <w:r w:rsidRPr="00A72677">
              <w:rPr>
                <w:rtl/>
              </w:rPr>
              <w:t>سامي</w:t>
            </w:r>
            <w:r w:rsidR="001C1D65" w:rsidRPr="00A72677">
              <w:rPr>
                <w:rtl/>
              </w:rPr>
              <w:t>ة ا</w:t>
            </w:r>
            <w:r w:rsidRPr="00A72677">
              <w:rPr>
                <w:rtl/>
              </w:rPr>
              <w:t>لص</w:t>
            </w:r>
            <w:r w:rsidR="001C1D65" w:rsidRPr="00A72677">
              <w:rPr>
                <w:rtl/>
              </w:rPr>
              <w:t>رحِ</w:t>
            </w:r>
            <w:r w:rsidR="001C1D65" w:rsidRPr="00A72677">
              <w:rPr>
                <w:rStyle w:val="libPoemTiniChar0"/>
                <w:rtl/>
              </w:rPr>
              <w:br/>
              <w:t> </w:t>
            </w:r>
          </w:p>
        </w:tc>
      </w:tr>
      <w:tr w:rsidR="001C1D65" w:rsidRPr="00524A24" w:rsidTr="001C1D65">
        <w:trPr>
          <w:trHeight w:val="350"/>
        </w:trPr>
        <w:tc>
          <w:tcPr>
            <w:tcW w:w="3527" w:type="dxa"/>
          </w:tcPr>
          <w:p w:rsidR="001C1D65" w:rsidRPr="00524A24" w:rsidRDefault="00A72677" w:rsidP="00697162">
            <w:pPr>
              <w:pStyle w:val="libPoem"/>
            </w:pPr>
            <w:r w:rsidRPr="00A72677">
              <w:rPr>
                <w:rtl/>
              </w:rPr>
              <w:t>فتى</w:t>
            </w:r>
            <w:r w:rsidR="001C1D65" w:rsidRPr="00A72677">
              <w:rPr>
                <w:rtl/>
              </w:rPr>
              <w:t xml:space="preserve">ٍ ولدتْ </w:t>
            </w:r>
            <w:r w:rsidRPr="00A72677">
              <w:rPr>
                <w:rtl/>
              </w:rPr>
              <w:t>منه</w:t>
            </w:r>
            <w:r w:rsidR="001C1D65" w:rsidRPr="00A72677">
              <w:rPr>
                <w:rtl/>
              </w:rPr>
              <w:t xml:space="preserve"> ا</w:t>
            </w:r>
            <w:r w:rsidRPr="00A72677">
              <w:rPr>
                <w:rtl/>
              </w:rPr>
              <w:t>لنج</w:t>
            </w:r>
            <w:r w:rsidR="001C1D65" w:rsidRPr="00A72677">
              <w:rPr>
                <w:rtl/>
              </w:rPr>
              <w:t xml:space="preserve">ابةُ </w:t>
            </w:r>
            <w:r w:rsidRPr="00A72677">
              <w:rPr>
                <w:rtl/>
              </w:rPr>
              <w:t>حا</w:t>
            </w:r>
            <w:r w:rsidR="001C1D65" w:rsidRPr="00A72677">
              <w:rPr>
                <w:rtl/>
              </w:rPr>
              <w:t>ز</w:t>
            </w:r>
            <w:r w:rsidRPr="00A72677">
              <w:rPr>
                <w:rtl/>
              </w:rPr>
              <w:t>ما</w:t>
            </w:r>
            <w:r w:rsidR="001C1D65" w:rsidRPr="00A72677">
              <w:rPr>
                <w:rtl/>
              </w:rPr>
              <w:t>ً</w:t>
            </w:r>
            <w:r w:rsidR="001C1D65" w:rsidRPr="00A72677">
              <w:rPr>
                <w:rStyle w:val="libPoemTiniChar0"/>
                <w:rtl/>
              </w:rPr>
              <w:br/>
              <w:t> </w:t>
            </w:r>
          </w:p>
        </w:tc>
        <w:tc>
          <w:tcPr>
            <w:tcW w:w="272" w:type="dxa"/>
          </w:tcPr>
          <w:p w:rsidR="001C1D65" w:rsidRPr="00A72677" w:rsidRDefault="001C1D65" w:rsidP="00697162">
            <w:pPr>
              <w:pStyle w:val="libPoem"/>
              <w:rPr>
                <w:rtl/>
              </w:rPr>
            </w:pPr>
          </w:p>
        </w:tc>
        <w:tc>
          <w:tcPr>
            <w:tcW w:w="3511" w:type="dxa"/>
          </w:tcPr>
          <w:p w:rsidR="001C1D65" w:rsidRPr="00A72677" w:rsidRDefault="00A72677" w:rsidP="00697162">
            <w:pPr>
              <w:pStyle w:val="libPoem"/>
            </w:pPr>
            <w:r w:rsidRPr="00A72677">
              <w:rPr>
                <w:rtl/>
              </w:rPr>
              <w:t>بعي</w:t>
            </w:r>
            <w:r w:rsidR="001C1D65" w:rsidRPr="00A72677">
              <w:rPr>
                <w:rtl/>
              </w:rPr>
              <w:t>د</w:t>
            </w:r>
            <w:r w:rsidR="00677BC4">
              <w:rPr>
                <w:rtl/>
              </w:rPr>
              <w:t>َ</w:t>
            </w:r>
            <w:r w:rsidR="004C00A8">
              <w:rPr>
                <w:rtl/>
              </w:rPr>
              <w:t xml:space="preserve"> </w:t>
            </w:r>
            <w:r w:rsidRPr="00A72677">
              <w:rPr>
                <w:rtl/>
              </w:rPr>
              <w:t>مجا</w:t>
            </w:r>
            <w:r w:rsidR="001C1D65" w:rsidRPr="00A72677">
              <w:rPr>
                <w:rtl/>
              </w:rPr>
              <w:t xml:space="preserve">لٍ </w:t>
            </w:r>
            <w:r w:rsidRPr="00A72677">
              <w:rPr>
                <w:rtl/>
              </w:rPr>
              <w:t>يرفد</w:t>
            </w:r>
            <w:r w:rsidR="001C1D65" w:rsidRPr="00A72677">
              <w:rPr>
                <w:rtl/>
              </w:rPr>
              <w:t>ُ ا</w:t>
            </w:r>
            <w:r w:rsidRPr="00A72677">
              <w:rPr>
                <w:rtl/>
              </w:rPr>
              <w:t>لمل</w:t>
            </w:r>
            <w:r w:rsidR="001C1D65" w:rsidRPr="00A72677">
              <w:rPr>
                <w:rtl/>
              </w:rPr>
              <w:t>ك</w:t>
            </w:r>
            <w:r w:rsidR="00677BC4">
              <w:rPr>
                <w:rtl/>
              </w:rPr>
              <w:t>َ</w:t>
            </w:r>
            <w:r w:rsidR="001C1D65" w:rsidRPr="00A72677">
              <w:rPr>
                <w:rtl/>
              </w:rPr>
              <w:t xml:space="preserve"> </w:t>
            </w:r>
            <w:r w:rsidRPr="00A72677">
              <w:rPr>
                <w:rtl/>
              </w:rPr>
              <w:t>با</w:t>
            </w:r>
            <w:r w:rsidR="001C1D65" w:rsidRPr="00A72677">
              <w:rPr>
                <w:rtl/>
              </w:rPr>
              <w:t>لنصحِ</w:t>
            </w:r>
            <w:r w:rsidR="001C1D65" w:rsidRPr="00A72677">
              <w:rPr>
                <w:rStyle w:val="libPoemTiniChar0"/>
                <w:rtl/>
              </w:rPr>
              <w:br/>
              <w:t> </w:t>
            </w:r>
          </w:p>
        </w:tc>
      </w:tr>
      <w:tr w:rsidR="001C1D65" w:rsidRPr="00524A24" w:rsidTr="001C1D65">
        <w:trPr>
          <w:trHeight w:val="350"/>
        </w:trPr>
        <w:tc>
          <w:tcPr>
            <w:tcW w:w="3527" w:type="dxa"/>
          </w:tcPr>
          <w:p w:rsidR="001C1D65" w:rsidRPr="00524A24" w:rsidRDefault="001C1D65" w:rsidP="00697162">
            <w:pPr>
              <w:pStyle w:val="libPoem"/>
            </w:pPr>
            <w:r w:rsidRPr="00A72677">
              <w:rPr>
                <w:rtl/>
              </w:rPr>
              <w:t>أغرُّ</w:t>
            </w:r>
            <w:r w:rsidR="004C00A8">
              <w:rPr>
                <w:rtl/>
              </w:rPr>
              <w:t xml:space="preserve"> </w:t>
            </w:r>
            <w:r w:rsidR="00A72677" w:rsidRPr="00A72677">
              <w:rPr>
                <w:rtl/>
              </w:rPr>
              <w:t>لسي</w:t>
            </w:r>
            <w:r w:rsidRPr="00A72677">
              <w:rPr>
                <w:rtl/>
              </w:rPr>
              <w:t>ماء ا</w:t>
            </w:r>
            <w:r w:rsidR="00A72677" w:rsidRPr="00A72677">
              <w:rPr>
                <w:rtl/>
              </w:rPr>
              <w:t>لعُل</w:t>
            </w:r>
            <w:r w:rsidRPr="00A72677">
              <w:rPr>
                <w:rtl/>
              </w:rPr>
              <w:t xml:space="preserve">ى في </w:t>
            </w:r>
            <w:r w:rsidR="00A72677" w:rsidRPr="00A72677">
              <w:rPr>
                <w:rtl/>
              </w:rPr>
              <w:t>جبي</w:t>
            </w:r>
            <w:r w:rsidRPr="00A72677">
              <w:rPr>
                <w:rtl/>
              </w:rPr>
              <w:t>نه</w:t>
            </w:r>
            <w:r w:rsidRPr="00A72677">
              <w:rPr>
                <w:rStyle w:val="libPoemTiniChar0"/>
                <w:rtl/>
              </w:rPr>
              <w:br/>
              <w:t> </w:t>
            </w:r>
          </w:p>
        </w:tc>
        <w:tc>
          <w:tcPr>
            <w:tcW w:w="272" w:type="dxa"/>
          </w:tcPr>
          <w:p w:rsidR="001C1D65" w:rsidRPr="00A72677" w:rsidRDefault="001C1D65" w:rsidP="00697162">
            <w:pPr>
              <w:pStyle w:val="libPoem"/>
              <w:rPr>
                <w:rtl/>
              </w:rPr>
            </w:pPr>
          </w:p>
        </w:tc>
        <w:tc>
          <w:tcPr>
            <w:tcW w:w="3511" w:type="dxa"/>
          </w:tcPr>
          <w:p w:rsidR="001C1D65" w:rsidRPr="00A72677" w:rsidRDefault="001C1D65" w:rsidP="00697162">
            <w:pPr>
              <w:pStyle w:val="libPoem"/>
            </w:pPr>
            <w:r w:rsidRPr="00A72677">
              <w:rPr>
                <w:rtl/>
              </w:rPr>
              <w:t xml:space="preserve">سناً </w:t>
            </w:r>
            <w:r w:rsidR="00A72677" w:rsidRPr="00A72677">
              <w:rPr>
                <w:rtl/>
              </w:rPr>
              <w:t>في</w:t>
            </w:r>
            <w:r w:rsidRPr="00A72677">
              <w:rPr>
                <w:rtl/>
              </w:rPr>
              <w:t xml:space="preserve"> </w:t>
            </w:r>
            <w:r w:rsidR="00A72677" w:rsidRPr="00A72677">
              <w:rPr>
                <w:rtl/>
              </w:rPr>
              <w:t>حش</w:t>
            </w:r>
            <w:r w:rsidRPr="00A72677">
              <w:rPr>
                <w:rtl/>
              </w:rPr>
              <w:t>اً ا</w:t>
            </w:r>
            <w:r w:rsidR="00A72677" w:rsidRPr="00A72677">
              <w:rPr>
                <w:rtl/>
              </w:rPr>
              <w:t>لح</w:t>
            </w:r>
            <w:r w:rsidRPr="00A72677">
              <w:rPr>
                <w:rtl/>
              </w:rPr>
              <w:t xml:space="preserve">سّادِ </w:t>
            </w:r>
            <w:r w:rsidR="00A72677" w:rsidRPr="00A72677">
              <w:rPr>
                <w:rtl/>
              </w:rPr>
              <w:t>يذ</w:t>
            </w:r>
            <w:r w:rsidRPr="00A72677">
              <w:rPr>
                <w:rtl/>
              </w:rPr>
              <w:t>كى جوى البرحِ</w:t>
            </w:r>
            <w:r w:rsidRPr="00A72677">
              <w:rPr>
                <w:rStyle w:val="libPoemTiniChar0"/>
                <w:rtl/>
              </w:rPr>
              <w:br/>
              <w:t> </w:t>
            </w:r>
          </w:p>
        </w:tc>
      </w:tr>
      <w:tr w:rsidR="001C1D65" w:rsidRPr="00524A24" w:rsidTr="001C1D65">
        <w:trPr>
          <w:trHeight w:val="350"/>
        </w:trPr>
        <w:tc>
          <w:tcPr>
            <w:tcW w:w="3527" w:type="dxa"/>
          </w:tcPr>
          <w:p w:rsidR="001C1D65" w:rsidRPr="00524A24" w:rsidRDefault="00A72677" w:rsidP="00697162">
            <w:pPr>
              <w:pStyle w:val="libPoem"/>
            </w:pPr>
            <w:r w:rsidRPr="009647FC">
              <w:rPr>
                <w:rtl/>
              </w:rPr>
              <w:t>له</w:t>
            </w:r>
            <w:r w:rsidR="004C00A8">
              <w:rPr>
                <w:rtl/>
              </w:rPr>
              <w:t xml:space="preserve"> </w:t>
            </w:r>
            <w:r w:rsidRPr="009647FC">
              <w:rPr>
                <w:rtl/>
              </w:rPr>
              <w:t>طلع</w:t>
            </w:r>
            <w:r w:rsidR="001C1D65" w:rsidRPr="009647FC">
              <w:rPr>
                <w:rtl/>
              </w:rPr>
              <w:t>ةٌ</w:t>
            </w:r>
            <w:r w:rsidR="001C1D65">
              <w:rPr>
                <w:rtl/>
              </w:rPr>
              <w:t xml:space="preserve"> </w:t>
            </w:r>
            <w:r w:rsidR="001C1D65" w:rsidRPr="009647FC">
              <w:rPr>
                <w:rtl/>
              </w:rPr>
              <w:t>غرّاء</w:t>
            </w:r>
            <w:r w:rsidR="001C1D65">
              <w:rPr>
                <w:rtl/>
              </w:rPr>
              <w:t xml:space="preserve"> </w:t>
            </w:r>
            <w:r w:rsidR="001C1D65" w:rsidRPr="009647FC">
              <w:rPr>
                <w:rtl/>
              </w:rPr>
              <w:t>دا</w:t>
            </w:r>
            <w:r w:rsidRPr="009647FC">
              <w:rPr>
                <w:rtl/>
              </w:rPr>
              <w:t>ئمة</w:t>
            </w:r>
            <w:r w:rsidR="001C1D65" w:rsidRPr="009647FC">
              <w:rPr>
                <w:rtl/>
              </w:rPr>
              <w:t>ُ</w:t>
            </w:r>
            <w:r w:rsidR="001C1D65">
              <w:rPr>
                <w:rtl/>
              </w:rPr>
              <w:t xml:space="preserve"> </w:t>
            </w:r>
            <w:r w:rsidR="001C1D65" w:rsidRPr="009647FC">
              <w:rPr>
                <w:rtl/>
              </w:rPr>
              <w:t>ا</w:t>
            </w:r>
            <w:r w:rsidRPr="009647FC">
              <w:rPr>
                <w:rtl/>
              </w:rPr>
              <w:t>لسن</w:t>
            </w:r>
            <w:r w:rsidR="001C1D65" w:rsidRPr="009647FC">
              <w:rPr>
                <w:rtl/>
              </w:rPr>
              <w:t>ا</w:t>
            </w:r>
            <w:r w:rsidR="001C1D65" w:rsidRPr="00725071">
              <w:rPr>
                <w:rStyle w:val="libPoemTiniChar0"/>
                <w:rtl/>
              </w:rPr>
              <w:br/>
              <w:t> </w:t>
            </w:r>
          </w:p>
        </w:tc>
        <w:tc>
          <w:tcPr>
            <w:tcW w:w="272" w:type="dxa"/>
          </w:tcPr>
          <w:p w:rsidR="001C1D65" w:rsidRDefault="001C1D65" w:rsidP="00697162">
            <w:pPr>
              <w:pStyle w:val="libPoem"/>
              <w:rPr>
                <w:rtl/>
              </w:rPr>
            </w:pPr>
          </w:p>
        </w:tc>
        <w:tc>
          <w:tcPr>
            <w:tcW w:w="3511" w:type="dxa"/>
          </w:tcPr>
          <w:p w:rsidR="001C1D65" w:rsidRDefault="001C1D65" w:rsidP="00697162">
            <w:pPr>
              <w:pStyle w:val="libPoem"/>
            </w:pPr>
            <w:r w:rsidRPr="009647FC">
              <w:rPr>
                <w:rtl/>
              </w:rPr>
              <w:t>هي</w:t>
            </w:r>
            <w:r>
              <w:rPr>
                <w:rtl/>
              </w:rPr>
              <w:t xml:space="preserve"> </w:t>
            </w:r>
            <w:r w:rsidRPr="009647FC">
              <w:rPr>
                <w:rtl/>
              </w:rPr>
              <w:t>الشمس</w:t>
            </w:r>
            <w:r>
              <w:rPr>
                <w:rtl/>
              </w:rPr>
              <w:t xml:space="preserve"> </w:t>
            </w:r>
            <w:r w:rsidRPr="009647FC">
              <w:rPr>
                <w:rtl/>
              </w:rPr>
              <w:t>لو</w:t>
            </w:r>
            <w:r>
              <w:rPr>
                <w:rtl/>
              </w:rPr>
              <w:t xml:space="preserve"> </w:t>
            </w:r>
            <w:r w:rsidRPr="009647FC">
              <w:rPr>
                <w:rtl/>
              </w:rPr>
              <w:t>تُمسي</w:t>
            </w:r>
            <w:r>
              <w:rPr>
                <w:rtl/>
              </w:rPr>
              <w:t xml:space="preserve"> </w:t>
            </w:r>
            <w:r w:rsidRPr="009647FC">
              <w:rPr>
                <w:rtl/>
              </w:rPr>
              <w:t>هي</w:t>
            </w:r>
            <w:r>
              <w:rPr>
                <w:rtl/>
              </w:rPr>
              <w:t xml:space="preserve"> </w:t>
            </w:r>
            <w:r w:rsidRPr="009647FC">
              <w:rPr>
                <w:rtl/>
              </w:rPr>
              <w:t>البدرُ</w:t>
            </w:r>
            <w:r>
              <w:rPr>
                <w:rtl/>
              </w:rPr>
              <w:t xml:space="preserve"> </w:t>
            </w:r>
            <w:r w:rsidRPr="009647FC">
              <w:rPr>
                <w:rtl/>
              </w:rPr>
              <w:t>لو</w:t>
            </w:r>
            <w:r>
              <w:rPr>
                <w:rtl/>
              </w:rPr>
              <w:t xml:space="preserve"> </w:t>
            </w:r>
            <w:r w:rsidRPr="009647FC">
              <w:rPr>
                <w:rtl/>
              </w:rPr>
              <w:t>يُضحي</w:t>
            </w:r>
            <w:r w:rsidRPr="006A0C07">
              <w:rPr>
                <w:rStyle w:val="libFootnotenumChar"/>
                <w:rtl/>
              </w:rPr>
              <w:t>(3)</w:t>
            </w:r>
            <w:r w:rsidRPr="00725071">
              <w:rPr>
                <w:rStyle w:val="libPoemTiniChar0"/>
                <w:rtl/>
              </w:rPr>
              <w:br/>
              <w:t> </w:t>
            </w:r>
          </w:p>
        </w:tc>
      </w:tr>
      <w:tr w:rsidR="001C1D65" w:rsidRPr="00524A24" w:rsidTr="001C1D65">
        <w:trPr>
          <w:trHeight w:val="350"/>
        </w:trPr>
        <w:tc>
          <w:tcPr>
            <w:tcW w:w="3527" w:type="dxa"/>
          </w:tcPr>
          <w:p w:rsidR="001C1D65" w:rsidRPr="00524A24" w:rsidRDefault="00A72677" w:rsidP="00697162">
            <w:pPr>
              <w:pStyle w:val="libPoem"/>
            </w:pPr>
            <w:r w:rsidRPr="009647FC">
              <w:rPr>
                <w:rtl/>
              </w:rPr>
              <w:t>هو</w:t>
            </w:r>
            <w:r w:rsidR="001C1D65">
              <w:rPr>
                <w:rtl/>
              </w:rPr>
              <w:t xml:space="preserve"> </w:t>
            </w:r>
            <w:r w:rsidR="001C1D65" w:rsidRPr="009647FC">
              <w:rPr>
                <w:rtl/>
              </w:rPr>
              <w:t>ا</w:t>
            </w:r>
            <w:r w:rsidRPr="009647FC">
              <w:rPr>
                <w:rtl/>
              </w:rPr>
              <w:t>لب</w:t>
            </w:r>
            <w:r w:rsidR="001C1D65" w:rsidRPr="009647FC">
              <w:rPr>
                <w:rtl/>
              </w:rPr>
              <w:t>حرُ</w:t>
            </w:r>
            <w:r w:rsidR="001C1D65">
              <w:rPr>
                <w:rtl/>
              </w:rPr>
              <w:t xml:space="preserve">، </w:t>
            </w:r>
            <w:r w:rsidRPr="009647FC">
              <w:rPr>
                <w:rtl/>
              </w:rPr>
              <w:t>بل</w:t>
            </w:r>
            <w:r w:rsidR="001C1D65">
              <w:rPr>
                <w:rtl/>
              </w:rPr>
              <w:t xml:space="preserve"> </w:t>
            </w:r>
            <w:r w:rsidR="001C1D65" w:rsidRPr="009647FC">
              <w:rPr>
                <w:rtl/>
              </w:rPr>
              <w:t>لا</w:t>
            </w:r>
            <w:r w:rsidR="001C1D65">
              <w:rPr>
                <w:rtl/>
              </w:rPr>
              <w:t xml:space="preserve"> </w:t>
            </w:r>
            <w:r w:rsidR="001C1D65" w:rsidRPr="009647FC">
              <w:rPr>
                <w:rtl/>
              </w:rPr>
              <w:t>يشبه</w:t>
            </w:r>
            <w:r w:rsidR="001C1D65" w:rsidRPr="006A0C07">
              <w:rPr>
                <w:rStyle w:val="libFootnotenumChar"/>
                <w:rtl/>
              </w:rPr>
              <w:t>(4)</w:t>
            </w:r>
            <w:r w:rsidR="001C1D65">
              <w:rPr>
                <w:rtl/>
              </w:rPr>
              <w:t xml:space="preserve"> </w:t>
            </w:r>
            <w:r w:rsidR="001C1D65" w:rsidRPr="009647FC">
              <w:rPr>
                <w:rtl/>
              </w:rPr>
              <w:t>البحرُ</w:t>
            </w:r>
            <w:r w:rsidR="001C1D65">
              <w:rPr>
                <w:rtl/>
              </w:rPr>
              <w:t xml:space="preserve"> </w:t>
            </w:r>
            <w:r w:rsidR="001C1D65" w:rsidRPr="009647FC">
              <w:rPr>
                <w:rtl/>
              </w:rPr>
              <w:t>جود</w:t>
            </w:r>
            <w:r w:rsidR="00677BC4">
              <w:rPr>
                <w:rtl/>
              </w:rPr>
              <w:t>َ</w:t>
            </w:r>
            <w:r w:rsidR="001C1D65" w:rsidRPr="009647FC">
              <w:rPr>
                <w:rtl/>
              </w:rPr>
              <w:t>ه</w:t>
            </w:r>
            <w:r w:rsidR="001C1D65" w:rsidRPr="00725071">
              <w:rPr>
                <w:rStyle w:val="libPoemTiniChar0"/>
                <w:rtl/>
              </w:rPr>
              <w:br/>
              <w:t> </w:t>
            </w:r>
          </w:p>
        </w:tc>
        <w:tc>
          <w:tcPr>
            <w:tcW w:w="272" w:type="dxa"/>
          </w:tcPr>
          <w:p w:rsidR="001C1D65" w:rsidRDefault="001C1D65" w:rsidP="00697162">
            <w:pPr>
              <w:pStyle w:val="libPoem"/>
              <w:rPr>
                <w:rtl/>
              </w:rPr>
            </w:pPr>
          </w:p>
        </w:tc>
        <w:tc>
          <w:tcPr>
            <w:tcW w:w="3511" w:type="dxa"/>
          </w:tcPr>
          <w:p w:rsidR="001C1D65" w:rsidRPr="00524A24" w:rsidRDefault="001C1D65" w:rsidP="00697162">
            <w:pPr>
              <w:pStyle w:val="libPoem"/>
            </w:pPr>
            <w:r w:rsidRPr="009647FC">
              <w:rPr>
                <w:rtl/>
              </w:rPr>
              <w:t>و</w:t>
            </w:r>
            <w:r w:rsidR="00A72677" w:rsidRPr="009647FC">
              <w:rPr>
                <w:rtl/>
              </w:rPr>
              <w:t>هل</w:t>
            </w:r>
            <w:r>
              <w:rPr>
                <w:rtl/>
              </w:rPr>
              <w:t xml:space="preserve"> </w:t>
            </w:r>
            <w:r w:rsidR="00A72677" w:rsidRPr="009647FC">
              <w:rPr>
                <w:rtl/>
              </w:rPr>
              <w:t>يس</w:t>
            </w:r>
            <w:r w:rsidRPr="009647FC">
              <w:rPr>
                <w:rtl/>
              </w:rPr>
              <w:t>توي</w:t>
            </w:r>
            <w:r>
              <w:rPr>
                <w:rtl/>
              </w:rPr>
              <w:t xml:space="preserve"> </w:t>
            </w:r>
            <w:r w:rsidRPr="009647FC">
              <w:rPr>
                <w:rtl/>
              </w:rPr>
              <w:t>ا</w:t>
            </w:r>
            <w:r w:rsidR="00A72677" w:rsidRPr="009647FC">
              <w:rPr>
                <w:rtl/>
              </w:rPr>
              <w:t>لع</w:t>
            </w:r>
            <w:r w:rsidRPr="009647FC">
              <w:rPr>
                <w:rtl/>
              </w:rPr>
              <w:t>ذبُ</w:t>
            </w:r>
            <w:r>
              <w:rPr>
                <w:rtl/>
              </w:rPr>
              <w:t xml:space="preserve"> </w:t>
            </w:r>
            <w:r w:rsidRPr="009647FC">
              <w:rPr>
                <w:rtl/>
              </w:rPr>
              <w:t>ا</w:t>
            </w:r>
            <w:r w:rsidR="00A72677" w:rsidRPr="009647FC">
              <w:rPr>
                <w:rtl/>
              </w:rPr>
              <w:t>لف</w:t>
            </w:r>
            <w:r w:rsidRPr="009647FC">
              <w:rPr>
                <w:rtl/>
              </w:rPr>
              <w:t>رات</w:t>
            </w:r>
            <w:r>
              <w:rPr>
                <w:rtl/>
              </w:rPr>
              <w:t xml:space="preserve"> </w:t>
            </w:r>
            <w:r w:rsidR="00A72677" w:rsidRPr="009647FC">
              <w:rPr>
                <w:rtl/>
              </w:rPr>
              <w:t>مع</w:t>
            </w:r>
            <w:r>
              <w:rPr>
                <w:rtl/>
              </w:rPr>
              <w:t xml:space="preserve"> </w:t>
            </w:r>
            <w:r w:rsidRPr="009647FC">
              <w:rPr>
                <w:rtl/>
              </w:rPr>
              <w:t>ا</w:t>
            </w:r>
            <w:r w:rsidR="00A72677" w:rsidRPr="009647FC">
              <w:rPr>
                <w:rtl/>
              </w:rPr>
              <w:t>لم</w:t>
            </w:r>
            <w:r w:rsidRPr="009647FC">
              <w:rPr>
                <w:rtl/>
              </w:rPr>
              <w:t>لحِ</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الصبابة</w:t>
      </w:r>
      <w:r w:rsidR="00D769AB">
        <w:rPr>
          <w:rtl/>
        </w:rPr>
        <w:t>:</w:t>
      </w:r>
      <w:r w:rsidRPr="009647FC">
        <w:rPr>
          <w:rtl/>
        </w:rPr>
        <w:t xml:space="preserve"> آخر قطرات الماء في الإناء</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 مخطوطة الملاّ</w:t>
      </w:r>
      <w:r w:rsidR="00D769AB">
        <w:rPr>
          <w:rtl/>
        </w:rPr>
        <w:t>:</w:t>
      </w:r>
      <w:r w:rsidRPr="009647FC">
        <w:rPr>
          <w:rtl/>
        </w:rPr>
        <w:t xml:space="preserve"> لتلو</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الديوان المطبوع</w:t>
      </w:r>
      <w:r w:rsidR="00D769AB">
        <w:rPr>
          <w:rtl/>
        </w:rPr>
        <w:t>:</w:t>
      </w:r>
      <w:r w:rsidRPr="009647FC">
        <w:rPr>
          <w:rtl/>
        </w:rPr>
        <w:t xml:space="preserve"> لو تضحي</w:t>
      </w:r>
      <w:r w:rsidR="00D769AB">
        <w:rPr>
          <w:rtl/>
        </w:rPr>
        <w:t>،</w:t>
      </w:r>
      <w:r w:rsidRPr="009647FC">
        <w:rPr>
          <w:rtl/>
        </w:rPr>
        <w:t xml:space="preserve"> كذا أثبت الأصل في النسخ الثلاث</w:t>
      </w:r>
      <w:r w:rsidR="00D769AB">
        <w:rPr>
          <w:rtl/>
        </w:rPr>
        <w:t>،</w:t>
      </w:r>
      <w:r w:rsidRPr="009647FC">
        <w:rPr>
          <w:rtl/>
        </w:rPr>
        <w:t xml:space="preserve"> وفي نسخة (هي البدر لو تمسي</w:t>
      </w:r>
      <w:r w:rsidR="00D769AB">
        <w:rPr>
          <w:rtl/>
        </w:rPr>
        <w:t>،</w:t>
      </w:r>
      <w:r w:rsidRPr="009647FC">
        <w:rPr>
          <w:rtl/>
        </w:rPr>
        <w:t xml:space="preserve"> هي الشمس لو تضحي)</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الديوان المطبوع</w:t>
      </w:r>
      <w:r w:rsidR="00D769AB">
        <w:rPr>
          <w:rtl/>
        </w:rPr>
        <w:t>:</w:t>
      </w:r>
      <w:r w:rsidRPr="009647FC">
        <w:rPr>
          <w:rtl/>
        </w:rPr>
        <w:t xml:space="preserve"> هي البحر</w:t>
      </w:r>
      <w:r w:rsidR="00D769AB">
        <w:rPr>
          <w:rtl/>
        </w:rPr>
        <w:t>،</w:t>
      </w:r>
      <w:r w:rsidRPr="009647FC">
        <w:rPr>
          <w:rtl/>
        </w:rPr>
        <w:t xml:space="preserve"> ولا بل</w:t>
      </w:r>
      <w:r w:rsidR="00D769AB">
        <w:rPr>
          <w:rtl/>
        </w:rPr>
        <w:t>:</w:t>
      </w:r>
      <w:r w:rsidRPr="009647FC">
        <w:rPr>
          <w:rtl/>
        </w:rPr>
        <w:t xml:space="preserve"> جاءت في المخطوطتين</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1C1D65" w:rsidRPr="00524A24" w:rsidTr="001C1D65">
        <w:trPr>
          <w:trHeight w:val="350"/>
        </w:trPr>
        <w:tc>
          <w:tcPr>
            <w:tcW w:w="3902" w:type="dxa"/>
          </w:tcPr>
          <w:p w:rsidR="001C1D65" w:rsidRPr="00524A24" w:rsidRDefault="001C1D65" w:rsidP="00697162">
            <w:pPr>
              <w:pStyle w:val="libPoem"/>
            </w:pPr>
            <w:r w:rsidRPr="009647FC">
              <w:rPr>
                <w:rtl/>
              </w:rPr>
              <w:lastRenderedPageBreak/>
              <w:t>يزوّجُ</w:t>
            </w:r>
            <w:r w:rsidR="004C00A8">
              <w:rPr>
                <w:rtl/>
              </w:rPr>
              <w:t xml:space="preserve"> </w:t>
            </w:r>
            <w:r w:rsidRPr="009647FC">
              <w:rPr>
                <w:rtl/>
              </w:rPr>
              <w:t>آمال</w:t>
            </w:r>
            <w:r w:rsidR="00677BC4">
              <w:rPr>
                <w:rtl/>
              </w:rPr>
              <w:t>َ</w:t>
            </w:r>
            <w:r>
              <w:rPr>
                <w:rtl/>
              </w:rPr>
              <w:t xml:space="preserve"> </w:t>
            </w:r>
            <w:r w:rsidRPr="009647FC">
              <w:rPr>
                <w:rtl/>
              </w:rPr>
              <w:t>ا</w:t>
            </w:r>
            <w:r w:rsidR="00A72677" w:rsidRPr="009647FC">
              <w:rPr>
                <w:rtl/>
              </w:rPr>
              <w:t>لعفا</w:t>
            </w:r>
            <w:r w:rsidRPr="009647FC">
              <w:rPr>
                <w:rtl/>
              </w:rPr>
              <w:t>ةِ</w:t>
            </w:r>
            <w:r>
              <w:rPr>
                <w:rtl/>
              </w:rPr>
              <w:t xml:space="preserve"> </w:t>
            </w:r>
            <w:r w:rsidRPr="009647FC">
              <w:rPr>
                <w:rtl/>
              </w:rPr>
              <w:t>ب</w:t>
            </w:r>
            <w:r w:rsidR="00A72677" w:rsidRPr="009647FC">
              <w:rPr>
                <w:rtl/>
              </w:rPr>
              <w:t>جو</w:t>
            </w:r>
            <w:r w:rsidRPr="009647FC">
              <w:rPr>
                <w:rtl/>
              </w:rPr>
              <w:t>ده</w:t>
            </w:r>
            <w:r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1C1D65" w:rsidP="00697162">
            <w:pPr>
              <w:pStyle w:val="libPoem"/>
            </w:pPr>
            <w:r w:rsidRPr="009647FC">
              <w:rPr>
                <w:rtl/>
              </w:rPr>
              <w:t>و</w:t>
            </w:r>
            <w:r w:rsidR="00A72677" w:rsidRPr="009647FC">
              <w:rPr>
                <w:rtl/>
              </w:rPr>
              <w:t>يقر</w:t>
            </w:r>
            <w:r w:rsidRPr="009647FC">
              <w:rPr>
                <w:rtl/>
              </w:rPr>
              <w:t>نهُ</w:t>
            </w:r>
            <w:r>
              <w:rPr>
                <w:rtl/>
              </w:rPr>
              <w:t xml:space="preserve"> </w:t>
            </w:r>
            <w:r w:rsidRPr="009647FC">
              <w:rPr>
                <w:rtl/>
              </w:rPr>
              <w:t>في</w:t>
            </w:r>
            <w:r>
              <w:rPr>
                <w:rtl/>
              </w:rPr>
              <w:t xml:space="preserve"> </w:t>
            </w:r>
            <w:r w:rsidRPr="009647FC">
              <w:rPr>
                <w:rtl/>
              </w:rPr>
              <w:t>ا</w:t>
            </w:r>
            <w:r w:rsidR="00A72677" w:rsidRPr="009647FC">
              <w:rPr>
                <w:rtl/>
              </w:rPr>
              <w:t>لح</w:t>
            </w:r>
            <w:r w:rsidRPr="009647FC">
              <w:rPr>
                <w:rtl/>
              </w:rPr>
              <w:t>الِ</w:t>
            </w:r>
            <w:r>
              <w:rPr>
                <w:rtl/>
              </w:rPr>
              <w:t xml:space="preserve"> </w:t>
            </w:r>
            <w:r w:rsidR="00A72677" w:rsidRPr="009647FC">
              <w:rPr>
                <w:rtl/>
              </w:rPr>
              <w:t>في</w:t>
            </w:r>
            <w:r>
              <w:rPr>
                <w:rtl/>
              </w:rPr>
              <w:t xml:space="preserve"> </w:t>
            </w:r>
            <w:r w:rsidR="00A72677" w:rsidRPr="009647FC">
              <w:rPr>
                <w:rtl/>
              </w:rPr>
              <w:t>مو</w:t>
            </w:r>
            <w:r w:rsidRPr="009647FC">
              <w:rPr>
                <w:rtl/>
              </w:rPr>
              <w:t>لدِ</w:t>
            </w:r>
            <w:r>
              <w:rPr>
                <w:rtl/>
              </w:rPr>
              <w:t xml:space="preserve"> </w:t>
            </w:r>
            <w:r w:rsidRPr="009647FC">
              <w:rPr>
                <w:rtl/>
              </w:rPr>
              <w:t>ا</w:t>
            </w:r>
            <w:r w:rsidR="00A72677" w:rsidRPr="009647FC">
              <w:rPr>
                <w:rtl/>
              </w:rPr>
              <w:t>لن</w:t>
            </w:r>
            <w:r w:rsidRPr="009647FC">
              <w:rPr>
                <w:rtl/>
              </w:rPr>
              <w:t>جحِ</w:t>
            </w:r>
            <w:r w:rsidRPr="00725071">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A72677">
              <w:rPr>
                <w:rtl/>
              </w:rPr>
              <w:t>و</w:t>
            </w:r>
            <w:r w:rsidR="00A72677" w:rsidRPr="00A72677">
              <w:rPr>
                <w:rtl/>
              </w:rPr>
              <w:t>يبس</w:t>
            </w:r>
            <w:r w:rsidRPr="00A72677">
              <w:rPr>
                <w:rtl/>
              </w:rPr>
              <w:t>ط</w:t>
            </w:r>
            <w:r w:rsidR="004C00A8">
              <w:rPr>
                <w:rtl/>
              </w:rPr>
              <w:t xml:space="preserve"> </w:t>
            </w:r>
            <w:r w:rsidRPr="00A72677">
              <w:rPr>
                <w:rtl/>
              </w:rPr>
              <w:t>كف</w:t>
            </w:r>
            <w:r w:rsidR="00A72677" w:rsidRPr="00A72677">
              <w:rPr>
                <w:rtl/>
              </w:rPr>
              <w:t>ّا</w:t>
            </w:r>
            <w:r w:rsidRPr="00A72677">
              <w:rPr>
                <w:rtl/>
              </w:rPr>
              <w:t>ً ر</w:t>
            </w:r>
            <w:r w:rsidR="00A72677" w:rsidRPr="00A72677">
              <w:rPr>
                <w:rtl/>
              </w:rPr>
              <w:t>طبة</w:t>
            </w:r>
            <w:r w:rsidRPr="00A72677">
              <w:rPr>
                <w:rtl/>
              </w:rPr>
              <w:t xml:space="preserve"> </w:t>
            </w:r>
            <w:r w:rsidR="00A72677" w:rsidRPr="00A72677">
              <w:rPr>
                <w:rtl/>
              </w:rPr>
              <w:t>من</w:t>
            </w:r>
            <w:r w:rsidRPr="00A72677">
              <w:rPr>
                <w:rtl/>
              </w:rPr>
              <w:t xml:space="preserve"> </w:t>
            </w:r>
            <w:r w:rsidR="00A72677" w:rsidRPr="00A72677">
              <w:rPr>
                <w:rtl/>
              </w:rPr>
              <w:t>سما</w:t>
            </w:r>
            <w:r w:rsidRPr="00A72677">
              <w:rPr>
                <w:rtl/>
              </w:rPr>
              <w:t>حةٍ</w:t>
            </w:r>
            <w:r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1C1D65" w:rsidP="00697162">
            <w:pPr>
              <w:pStyle w:val="libPoem"/>
            </w:pPr>
            <w:r w:rsidRPr="00A72677">
              <w:rPr>
                <w:rtl/>
              </w:rPr>
              <w:t xml:space="preserve">إذا </w:t>
            </w:r>
            <w:r w:rsidR="00A72677" w:rsidRPr="00A72677">
              <w:rPr>
                <w:rtl/>
              </w:rPr>
              <w:t>قبض</w:t>
            </w:r>
            <w:r w:rsidR="00677BC4">
              <w:rPr>
                <w:rtl/>
              </w:rPr>
              <w:t>َ</w:t>
            </w:r>
            <w:r w:rsidRPr="00A72677">
              <w:rPr>
                <w:rtl/>
              </w:rPr>
              <w:t xml:space="preserve"> ا</w:t>
            </w:r>
            <w:r w:rsidR="00A72677" w:rsidRPr="00A72677">
              <w:rPr>
                <w:rtl/>
              </w:rPr>
              <w:t>ليب</w:t>
            </w:r>
            <w:r w:rsidRPr="00A72677">
              <w:rPr>
                <w:rtl/>
              </w:rPr>
              <w:t>سُ الأكفّ</w:t>
            </w:r>
            <w:r w:rsidR="00677BC4">
              <w:rPr>
                <w:rtl/>
              </w:rPr>
              <w:t>َ</w:t>
            </w:r>
            <w:r w:rsidRPr="00A72677">
              <w:rPr>
                <w:rtl/>
              </w:rPr>
              <w:t xml:space="preserve"> </w:t>
            </w:r>
            <w:r w:rsidR="00A72677" w:rsidRPr="00A72677">
              <w:rPr>
                <w:rtl/>
              </w:rPr>
              <w:t>من</w:t>
            </w:r>
            <w:r w:rsidRPr="00A72677">
              <w:rPr>
                <w:rtl/>
              </w:rPr>
              <w:t xml:space="preserve"> ا</w:t>
            </w:r>
            <w:r w:rsidR="00A72677" w:rsidRPr="00A72677">
              <w:rPr>
                <w:rtl/>
              </w:rPr>
              <w:t>لش</w:t>
            </w:r>
            <w:r w:rsidRPr="00A72677">
              <w:rPr>
                <w:rtl/>
              </w:rPr>
              <w:t>حِ</w:t>
            </w:r>
            <w:r w:rsidRPr="00A72677">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9647FC">
              <w:rPr>
                <w:rtl/>
              </w:rPr>
              <w:t>أرى</w:t>
            </w:r>
            <w:r>
              <w:rPr>
                <w:rtl/>
              </w:rPr>
              <w:t xml:space="preserve"> </w:t>
            </w:r>
            <w:r w:rsidRPr="009647FC">
              <w:rPr>
                <w:rtl/>
              </w:rPr>
              <w:t>ا</w:t>
            </w:r>
            <w:r w:rsidR="00A72677" w:rsidRPr="009647FC">
              <w:rPr>
                <w:rtl/>
              </w:rPr>
              <w:t>لمد</w:t>
            </w:r>
            <w:r w:rsidRPr="009647FC">
              <w:rPr>
                <w:rtl/>
              </w:rPr>
              <w:t>ح</w:t>
            </w:r>
            <w:r w:rsidR="00677BC4">
              <w:rPr>
                <w:rtl/>
              </w:rPr>
              <w:t>َ</w:t>
            </w:r>
            <w:r>
              <w:rPr>
                <w:rtl/>
              </w:rPr>
              <w:t xml:space="preserve"> </w:t>
            </w:r>
            <w:r w:rsidR="00A72677" w:rsidRPr="009647FC">
              <w:rPr>
                <w:rtl/>
              </w:rPr>
              <w:t>في</w:t>
            </w:r>
            <w:r>
              <w:rPr>
                <w:rtl/>
              </w:rPr>
              <w:t xml:space="preserve"> </w:t>
            </w:r>
            <w:r w:rsidRPr="009647FC">
              <w:rPr>
                <w:rtl/>
              </w:rPr>
              <w:t>الأ</w:t>
            </w:r>
            <w:r w:rsidR="00A72677" w:rsidRPr="009647FC">
              <w:rPr>
                <w:rtl/>
              </w:rPr>
              <w:t>شر</w:t>
            </w:r>
            <w:r w:rsidRPr="009647FC">
              <w:rPr>
                <w:rtl/>
              </w:rPr>
              <w:t>افِ</w:t>
            </w:r>
            <w:r>
              <w:rPr>
                <w:rtl/>
              </w:rPr>
              <w:t xml:space="preserve"> </w:t>
            </w:r>
            <w:r w:rsidRPr="009647FC">
              <w:rPr>
                <w:rtl/>
              </w:rPr>
              <w:t>أ</w:t>
            </w:r>
            <w:r w:rsidR="00A72677" w:rsidRPr="009647FC">
              <w:rPr>
                <w:rtl/>
              </w:rPr>
              <w:t>فض</w:t>
            </w:r>
            <w:r w:rsidRPr="009647FC">
              <w:rPr>
                <w:rtl/>
              </w:rPr>
              <w:t>ل</w:t>
            </w:r>
            <w:r>
              <w:rPr>
                <w:rtl/>
              </w:rPr>
              <w:t xml:space="preserve"> </w:t>
            </w:r>
            <w:r w:rsidRPr="009647FC">
              <w:rPr>
                <w:rtl/>
              </w:rPr>
              <w:t>ز</w:t>
            </w:r>
            <w:r w:rsidR="00A72677" w:rsidRPr="009647FC">
              <w:rPr>
                <w:rtl/>
              </w:rPr>
              <w:t>ين</w:t>
            </w:r>
            <w:r w:rsidRPr="009647FC">
              <w:rPr>
                <w:rtl/>
              </w:rPr>
              <w:t>ةٍ</w:t>
            </w:r>
            <w:r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1C1D65" w:rsidP="00697162">
            <w:pPr>
              <w:pStyle w:val="libPoem"/>
            </w:pPr>
            <w:r w:rsidRPr="009647FC">
              <w:rPr>
                <w:rtl/>
              </w:rPr>
              <w:t>و</w:t>
            </w:r>
            <w:r w:rsidR="00A72677" w:rsidRPr="009647FC">
              <w:rPr>
                <w:rtl/>
              </w:rPr>
              <w:t>لكن</w:t>
            </w:r>
            <w:r w:rsidRPr="009647FC">
              <w:rPr>
                <w:rtl/>
              </w:rPr>
              <w:t>ّه</w:t>
            </w:r>
            <w:r>
              <w:rPr>
                <w:rtl/>
              </w:rPr>
              <w:t xml:space="preserve"> </w:t>
            </w:r>
            <w:r w:rsidRPr="009647FC">
              <w:rPr>
                <w:rtl/>
              </w:rPr>
              <w:t>في</w:t>
            </w:r>
            <w:r>
              <w:rPr>
                <w:rtl/>
              </w:rPr>
              <w:t xml:space="preserve"> </w:t>
            </w:r>
            <w:r w:rsidR="00A72677" w:rsidRPr="009647FC">
              <w:rPr>
                <w:rtl/>
              </w:rPr>
              <w:t>فضل</w:t>
            </w:r>
            <w:r w:rsidRPr="009647FC">
              <w:rPr>
                <w:rtl/>
              </w:rPr>
              <w:t>هِ</w:t>
            </w:r>
            <w:r>
              <w:rPr>
                <w:rtl/>
              </w:rPr>
              <w:t xml:space="preserve"> </w:t>
            </w:r>
            <w:r w:rsidRPr="009647FC">
              <w:rPr>
                <w:rtl/>
              </w:rPr>
              <w:t>شرف</w:t>
            </w:r>
            <w:r>
              <w:rPr>
                <w:rtl/>
              </w:rPr>
              <w:t xml:space="preserve"> </w:t>
            </w:r>
            <w:r w:rsidRPr="009647FC">
              <w:rPr>
                <w:rtl/>
              </w:rPr>
              <w:t>ا</w:t>
            </w:r>
            <w:r w:rsidR="00A72677" w:rsidRPr="009647FC">
              <w:rPr>
                <w:rtl/>
              </w:rPr>
              <w:t>لمد</w:t>
            </w:r>
            <w:r w:rsidRPr="009647FC">
              <w:rPr>
                <w:rtl/>
              </w:rPr>
              <w:t>حِ</w:t>
            </w:r>
            <w:r w:rsidRPr="00725071">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هو</w:t>
            </w:r>
            <w:r w:rsidR="001C1D65">
              <w:rPr>
                <w:rtl/>
              </w:rPr>
              <w:t xml:space="preserve"> </w:t>
            </w:r>
            <w:r w:rsidR="001C1D65" w:rsidRPr="009647FC">
              <w:rPr>
                <w:rtl/>
              </w:rPr>
              <w:t>ا</w:t>
            </w:r>
            <w:r w:rsidRPr="009647FC">
              <w:rPr>
                <w:rtl/>
              </w:rPr>
              <w:t>لس</w:t>
            </w:r>
            <w:r w:rsidR="001C1D65" w:rsidRPr="009647FC">
              <w:rPr>
                <w:rtl/>
              </w:rPr>
              <w:t>يفُ</w:t>
            </w:r>
            <w:r w:rsidR="001C1D65">
              <w:rPr>
                <w:rtl/>
              </w:rPr>
              <w:t xml:space="preserve">، </w:t>
            </w:r>
            <w:r w:rsidRPr="009647FC">
              <w:rPr>
                <w:rtl/>
              </w:rPr>
              <w:t>بل</w:t>
            </w:r>
            <w:r w:rsidR="001C1D65">
              <w:rPr>
                <w:rtl/>
              </w:rPr>
              <w:t xml:space="preserve"> </w:t>
            </w:r>
            <w:r w:rsidR="001C1D65" w:rsidRPr="009647FC">
              <w:rPr>
                <w:rtl/>
              </w:rPr>
              <w:t>لا</w:t>
            </w:r>
            <w:r w:rsidR="001C1D65" w:rsidRPr="004E7EC6">
              <w:rPr>
                <w:rStyle w:val="libFootnotenumChar"/>
                <w:rtl/>
              </w:rPr>
              <w:t>(1)</w:t>
            </w:r>
            <w:r w:rsidR="001C1D65">
              <w:rPr>
                <w:rtl/>
              </w:rPr>
              <w:t xml:space="preserve"> </w:t>
            </w:r>
            <w:r w:rsidR="001C1D65" w:rsidRPr="009647FC">
              <w:rPr>
                <w:rtl/>
              </w:rPr>
              <w:t>يفعلُ</w:t>
            </w:r>
            <w:r w:rsidR="001C1D65">
              <w:rPr>
                <w:rtl/>
              </w:rPr>
              <w:t xml:space="preserve"> </w:t>
            </w:r>
            <w:r w:rsidR="001C1D65" w:rsidRPr="009647FC">
              <w:rPr>
                <w:rtl/>
              </w:rPr>
              <w:t>السيفُ</w:t>
            </w:r>
            <w:r w:rsidR="001C1D65">
              <w:rPr>
                <w:rtl/>
              </w:rPr>
              <w:t xml:space="preserve"> </w:t>
            </w:r>
            <w:r w:rsidR="001C1D65" w:rsidRPr="009647FC">
              <w:rPr>
                <w:rtl/>
              </w:rPr>
              <w:t>فعله</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A72677" w:rsidP="00697162">
            <w:pPr>
              <w:pStyle w:val="libPoem"/>
            </w:pPr>
            <w:r w:rsidRPr="009647FC">
              <w:rPr>
                <w:rtl/>
              </w:rPr>
              <w:t>بقو</w:t>
            </w:r>
            <w:r w:rsidR="001C1D65" w:rsidRPr="009647FC">
              <w:rPr>
                <w:rtl/>
              </w:rPr>
              <w:t>مٍ</w:t>
            </w:r>
            <w:r w:rsidR="001C1D65">
              <w:rPr>
                <w:rtl/>
              </w:rPr>
              <w:t xml:space="preserve"> </w:t>
            </w:r>
            <w:r w:rsidRPr="009647FC">
              <w:rPr>
                <w:rtl/>
              </w:rPr>
              <w:t>على</w:t>
            </w:r>
            <w:r w:rsidR="001C1D65">
              <w:rPr>
                <w:rtl/>
              </w:rPr>
              <w:t xml:space="preserve"> </w:t>
            </w:r>
            <w:r w:rsidR="001C1D65" w:rsidRPr="009647FC">
              <w:rPr>
                <w:rtl/>
              </w:rPr>
              <w:t>الأ</w:t>
            </w:r>
            <w:r w:rsidRPr="009647FC">
              <w:rPr>
                <w:rtl/>
              </w:rPr>
              <w:t>ضغ</w:t>
            </w:r>
            <w:r w:rsidR="001C1D65" w:rsidRPr="009647FC">
              <w:rPr>
                <w:rtl/>
              </w:rPr>
              <w:t>انِ</w:t>
            </w:r>
            <w:r w:rsidR="001C1D65">
              <w:rPr>
                <w:rtl/>
              </w:rPr>
              <w:t xml:space="preserve"> </w:t>
            </w:r>
            <w:r w:rsidRPr="009647FC">
              <w:rPr>
                <w:rtl/>
              </w:rPr>
              <w:t>مط</w:t>
            </w:r>
            <w:r w:rsidR="001C1D65" w:rsidRPr="009647FC">
              <w:rPr>
                <w:rtl/>
              </w:rPr>
              <w:t>ويّة</w:t>
            </w:r>
            <w:r w:rsidR="001C1D65">
              <w:rPr>
                <w:rtl/>
              </w:rPr>
              <w:t xml:space="preserve"> </w:t>
            </w:r>
            <w:r w:rsidR="001C1D65" w:rsidRPr="009647FC">
              <w:rPr>
                <w:rtl/>
              </w:rPr>
              <w:t>ا</w:t>
            </w:r>
            <w:r w:rsidRPr="009647FC">
              <w:rPr>
                <w:rtl/>
              </w:rPr>
              <w:t>لك</w:t>
            </w:r>
            <w:r w:rsidR="001C1D65" w:rsidRPr="009647FC">
              <w:rPr>
                <w:rtl/>
              </w:rPr>
              <w:t>شحِ</w:t>
            </w:r>
            <w:r w:rsidR="001C1D65" w:rsidRPr="00725071">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فقا</w:t>
            </w:r>
            <w:r w:rsidR="001C1D65" w:rsidRPr="009647FC">
              <w:rPr>
                <w:rtl/>
              </w:rPr>
              <w:t>تلُ</w:t>
            </w:r>
            <w:r w:rsidR="001C1D65">
              <w:rPr>
                <w:rtl/>
              </w:rPr>
              <w:t xml:space="preserve"> </w:t>
            </w:r>
            <w:r w:rsidR="001C1D65" w:rsidRPr="009647FC">
              <w:rPr>
                <w:rtl/>
              </w:rPr>
              <w:t>أ</w:t>
            </w:r>
            <w:r w:rsidRPr="009647FC">
              <w:rPr>
                <w:rtl/>
              </w:rPr>
              <w:t>هل</w:t>
            </w:r>
            <w:r w:rsidR="00677BC4">
              <w:rPr>
                <w:rtl/>
              </w:rPr>
              <w:t>َ</w:t>
            </w:r>
            <w:r w:rsidR="001C1D65">
              <w:rPr>
                <w:rtl/>
              </w:rPr>
              <w:t xml:space="preserve"> </w:t>
            </w:r>
            <w:r w:rsidR="001C1D65" w:rsidRPr="009647FC">
              <w:rPr>
                <w:rtl/>
              </w:rPr>
              <w:t>ا</w:t>
            </w:r>
            <w:r w:rsidRPr="009647FC">
              <w:rPr>
                <w:rtl/>
              </w:rPr>
              <w:t>لض</w:t>
            </w:r>
            <w:r w:rsidR="001C1D65" w:rsidRPr="009647FC">
              <w:rPr>
                <w:rtl/>
              </w:rPr>
              <w:t>غنِ</w:t>
            </w:r>
            <w:r w:rsidR="001C1D65">
              <w:rPr>
                <w:rtl/>
              </w:rPr>
              <w:t xml:space="preserve"> </w:t>
            </w:r>
            <w:r w:rsidRPr="009647FC">
              <w:rPr>
                <w:rtl/>
              </w:rPr>
              <w:t>با</w:t>
            </w:r>
            <w:r w:rsidR="001C1D65" w:rsidRPr="009647FC">
              <w:rPr>
                <w:rtl/>
              </w:rPr>
              <w:t>لبطشِ</w:t>
            </w:r>
            <w:r w:rsidR="001C1D65">
              <w:rPr>
                <w:rtl/>
              </w:rPr>
              <w:t xml:space="preserve"> </w:t>
            </w:r>
            <w:r w:rsidRPr="009647FC">
              <w:rPr>
                <w:rtl/>
              </w:rPr>
              <w:t>لم</w:t>
            </w:r>
            <w:r w:rsidR="001C1D65">
              <w:rPr>
                <w:rtl/>
              </w:rPr>
              <w:t xml:space="preserve"> </w:t>
            </w:r>
            <w:r w:rsidRPr="009647FC">
              <w:rPr>
                <w:rtl/>
              </w:rPr>
              <w:t>يك</w:t>
            </w:r>
            <w:r w:rsidR="001C1D65" w:rsidRPr="009647FC">
              <w:rPr>
                <w:rtl/>
              </w:rPr>
              <w:t>ن</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A72677" w:rsidP="00697162">
            <w:pPr>
              <w:pStyle w:val="libPoem"/>
            </w:pPr>
            <w:r w:rsidRPr="009647FC">
              <w:rPr>
                <w:rtl/>
              </w:rPr>
              <w:t>كقا</w:t>
            </w:r>
            <w:r w:rsidR="001C1D65" w:rsidRPr="009647FC">
              <w:rPr>
                <w:rtl/>
              </w:rPr>
              <w:t>تلِ</w:t>
            </w:r>
            <w:r w:rsidR="001C1D65">
              <w:rPr>
                <w:rtl/>
              </w:rPr>
              <w:t xml:space="preserve"> </w:t>
            </w:r>
            <w:r w:rsidR="001C1D65" w:rsidRPr="009647FC">
              <w:rPr>
                <w:rtl/>
              </w:rPr>
              <w:t>أ</w:t>
            </w:r>
            <w:r w:rsidRPr="009647FC">
              <w:rPr>
                <w:rtl/>
              </w:rPr>
              <w:t>هل</w:t>
            </w:r>
            <w:r w:rsidR="001C1D65" w:rsidRPr="009647FC">
              <w:rPr>
                <w:rtl/>
              </w:rPr>
              <w:t>ِ</w:t>
            </w:r>
            <w:r w:rsidR="001C1D65">
              <w:rPr>
                <w:rtl/>
              </w:rPr>
              <w:t xml:space="preserve"> </w:t>
            </w:r>
            <w:r w:rsidR="001C1D65" w:rsidRPr="009647FC">
              <w:rPr>
                <w:rtl/>
              </w:rPr>
              <w:t>ا</w:t>
            </w:r>
            <w:r w:rsidRPr="009647FC">
              <w:rPr>
                <w:rtl/>
              </w:rPr>
              <w:t>لض</w:t>
            </w:r>
            <w:r w:rsidR="001C1D65" w:rsidRPr="009647FC">
              <w:rPr>
                <w:rtl/>
              </w:rPr>
              <w:t>غنِ</w:t>
            </w:r>
            <w:r w:rsidR="001C1D65">
              <w:rPr>
                <w:rtl/>
              </w:rPr>
              <w:t xml:space="preserve"> </w:t>
            </w:r>
            <w:r w:rsidRPr="009647FC">
              <w:rPr>
                <w:rtl/>
              </w:rPr>
              <w:t>با</w:t>
            </w:r>
            <w:r w:rsidR="001C1D65" w:rsidRPr="009647FC">
              <w:rPr>
                <w:rtl/>
              </w:rPr>
              <w:t>لبطشِ</w:t>
            </w:r>
            <w:r w:rsidR="001C1D65">
              <w:rPr>
                <w:rtl/>
              </w:rPr>
              <w:t xml:space="preserve"> </w:t>
            </w:r>
            <w:r w:rsidR="001C1D65" w:rsidRPr="009647FC">
              <w:rPr>
                <w:rtl/>
              </w:rPr>
              <w:t>وا</w:t>
            </w:r>
            <w:r w:rsidRPr="009647FC">
              <w:rPr>
                <w:rtl/>
              </w:rPr>
              <w:t>لص</w:t>
            </w:r>
            <w:r w:rsidR="001C1D65" w:rsidRPr="009647FC">
              <w:rPr>
                <w:rtl/>
              </w:rPr>
              <w:t>فحِ</w:t>
            </w:r>
            <w:r w:rsidR="001C1D65" w:rsidRPr="00725071">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9647FC">
              <w:rPr>
                <w:rtl/>
              </w:rPr>
              <w:t>هو</w:t>
            </w:r>
            <w:r>
              <w:rPr>
                <w:rtl/>
              </w:rPr>
              <w:t xml:space="preserve"> </w:t>
            </w:r>
            <w:r w:rsidRPr="009647FC">
              <w:rPr>
                <w:rtl/>
              </w:rPr>
              <w:t>ا</w:t>
            </w:r>
            <w:r w:rsidR="00A72677" w:rsidRPr="009647FC">
              <w:rPr>
                <w:rtl/>
              </w:rPr>
              <w:t>لرمح</w:t>
            </w:r>
            <w:r w:rsidRPr="009647FC">
              <w:rPr>
                <w:rtl/>
              </w:rPr>
              <w:t>ُ</w:t>
            </w:r>
            <w:r>
              <w:rPr>
                <w:rtl/>
              </w:rPr>
              <w:t xml:space="preserve"> </w:t>
            </w:r>
            <w:r w:rsidR="00A72677" w:rsidRPr="009647FC">
              <w:rPr>
                <w:rtl/>
              </w:rPr>
              <w:t>سل</w:t>
            </w:r>
            <w:r w:rsidRPr="009647FC">
              <w:rPr>
                <w:rtl/>
              </w:rPr>
              <w:t>ْ</w:t>
            </w:r>
            <w:r>
              <w:rPr>
                <w:rtl/>
              </w:rPr>
              <w:t xml:space="preserve"> </w:t>
            </w:r>
            <w:r w:rsidR="00A72677" w:rsidRPr="009647FC">
              <w:rPr>
                <w:rtl/>
              </w:rPr>
              <w:t>عن</w:t>
            </w:r>
            <w:r w:rsidRPr="009647FC">
              <w:rPr>
                <w:rtl/>
              </w:rPr>
              <w:t>ه</w:t>
            </w:r>
            <w:r>
              <w:rPr>
                <w:rtl/>
              </w:rPr>
              <w:t xml:space="preserve"> </w:t>
            </w:r>
            <w:r w:rsidR="00A72677" w:rsidRPr="009647FC">
              <w:rPr>
                <w:rtl/>
              </w:rPr>
              <w:t>فؤ</w:t>
            </w:r>
            <w:r w:rsidRPr="009647FC">
              <w:rPr>
                <w:rtl/>
              </w:rPr>
              <w:t>اد</w:t>
            </w:r>
            <w:r w:rsidR="00677BC4">
              <w:rPr>
                <w:rtl/>
              </w:rPr>
              <w:t>َ</w:t>
            </w:r>
            <w:r>
              <w:rPr>
                <w:rtl/>
              </w:rPr>
              <w:t xml:space="preserve"> </w:t>
            </w:r>
            <w:r w:rsidR="00A72677" w:rsidRPr="009647FC">
              <w:rPr>
                <w:rtl/>
              </w:rPr>
              <w:t>حس</w:t>
            </w:r>
            <w:r w:rsidRPr="009647FC">
              <w:rPr>
                <w:rtl/>
              </w:rPr>
              <w:t>وده</w:t>
            </w:r>
            <w:r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A72677" w:rsidP="00697162">
            <w:pPr>
              <w:pStyle w:val="libPoem"/>
            </w:pPr>
            <w:r w:rsidRPr="009647FC">
              <w:rPr>
                <w:rtl/>
              </w:rPr>
              <w:t>بما</w:t>
            </w:r>
            <w:r w:rsidR="001C1D65">
              <w:rPr>
                <w:rtl/>
              </w:rPr>
              <w:t xml:space="preserve"> </w:t>
            </w:r>
            <w:r w:rsidRPr="009647FC">
              <w:rPr>
                <w:rtl/>
              </w:rPr>
              <w:t>با</w:t>
            </w:r>
            <w:r w:rsidR="001C1D65" w:rsidRPr="009647FC">
              <w:rPr>
                <w:rtl/>
              </w:rPr>
              <w:t>ت</w:t>
            </w:r>
            <w:r w:rsidR="001C1D65">
              <w:rPr>
                <w:rtl/>
              </w:rPr>
              <w:t xml:space="preserve"> </w:t>
            </w:r>
            <w:r w:rsidRPr="009647FC">
              <w:rPr>
                <w:rtl/>
              </w:rPr>
              <w:t>يل</w:t>
            </w:r>
            <w:r w:rsidR="001C1D65" w:rsidRPr="009647FC">
              <w:rPr>
                <w:rtl/>
              </w:rPr>
              <w:t>قى</w:t>
            </w:r>
            <w:r w:rsidR="001C1D65">
              <w:rPr>
                <w:rtl/>
              </w:rPr>
              <w:t xml:space="preserve"> </w:t>
            </w:r>
            <w:r w:rsidRPr="009647FC">
              <w:rPr>
                <w:rtl/>
              </w:rPr>
              <w:t>من</w:t>
            </w:r>
            <w:r w:rsidR="001C1D65">
              <w:rPr>
                <w:rtl/>
              </w:rPr>
              <w:t xml:space="preserve"> </w:t>
            </w:r>
            <w:r w:rsidRPr="009647FC">
              <w:rPr>
                <w:rtl/>
              </w:rPr>
              <w:t>شب</w:t>
            </w:r>
            <w:r w:rsidR="001C1D65" w:rsidRPr="009647FC">
              <w:rPr>
                <w:rtl/>
              </w:rPr>
              <w:t>ا</w:t>
            </w:r>
            <w:r w:rsidR="001C1D65">
              <w:rPr>
                <w:rtl/>
              </w:rPr>
              <w:t xml:space="preserve"> </w:t>
            </w:r>
            <w:r w:rsidR="001C1D65" w:rsidRPr="009647FC">
              <w:rPr>
                <w:rtl/>
              </w:rPr>
              <w:t>ذ</w:t>
            </w:r>
            <w:r w:rsidRPr="009647FC">
              <w:rPr>
                <w:rtl/>
              </w:rPr>
              <w:t>لك</w:t>
            </w:r>
            <w:r w:rsidR="001C1D65">
              <w:rPr>
                <w:rtl/>
              </w:rPr>
              <w:t xml:space="preserve"> </w:t>
            </w:r>
            <w:r w:rsidR="001C1D65" w:rsidRPr="009647FC">
              <w:rPr>
                <w:rtl/>
              </w:rPr>
              <w:t>ا</w:t>
            </w:r>
            <w:r w:rsidRPr="009647FC">
              <w:rPr>
                <w:rtl/>
              </w:rPr>
              <w:t>لر</w:t>
            </w:r>
            <w:r w:rsidR="001C1D65" w:rsidRPr="009647FC">
              <w:rPr>
                <w:rtl/>
              </w:rPr>
              <w:t>محِ</w:t>
            </w:r>
            <w:r w:rsidR="001C1D65" w:rsidRPr="00725071">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تجد</w:t>
            </w:r>
            <w:r w:rsidR="001C1D65" w:rsidRPr="009647FC">
              <w:rPr>
                <w:rtl/>
              </w:rPr>
              <w:t>ْه</w:t>
            </w:r>
            <w:r w:rsidR="001C1D65">
              <w:rPr>
                <w:rtl/>
              </w:rPr>
              <w:t xml:space="preserve"> </w:t>
            </w:r>
            <w:r w:rsidRPr="009647FC">
              <w:rPr>
                <w:rtl/>
              </w:rPr>
              <w:t>كلي</w:t>
            </w:r>
            <w:r w:rsidR="001C1D65" w:rsidRPr="009647FC">
              <w:rPr>
                <w:rtl/>
              </w:rPr>
              <w:t>ماً</w:t>
            </w:r>
            <w:r w:rsidR="001C1D65">
              <w:rPr>
                <w:rtl/>
              </w:rPr>
              <w:t xml:space="preserve"> </w:t>
            </w:r>
            <w:r w:rsidR="001C1D65" w:rsidRPr="009647FC">
              <w:rPr>
                <w:rtl/>
              </w:rPr>
              <w:t>وهو</w:t>
            </w:r>
            <w:r w:rsidR="001C1D65">
              <w:rPr>
                <w:rtl/>
              </w:rPr>
              <w:t xml:space="preserve"> </w:t>
            </w:r>
            <w:r w:rsidR="001C1D65" w:rsidRPr="009647FC">
              <w:rPr>
                <w:rtl/>
              </w:rPr>
              <w:t>أعدل</w:t>
            </w:r>
            <w:r w:rsidR="001C1D65">
              <w:rPr>
                <w:rtl/>
              </w:rPr>
              <w:t xml:space="preserve"> </w:t>
            </w:r>
            <w:r w:rsidRPr="009647FC">
              <w:rPr>
                <w:rtl/>
              </w:rPr>
              <w:t>شاهد</w:t>
            </w:r>
            <w:r w:rsidR="001C1D65" w:rsidRPr="009647FC">
              <w:rPr>
                <w:rtl/>
              </w:rPr>
              <w:t>ٍ</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A72677" w:rsidP="00697162">
            <w:pPr>
              <w:pStyle w:val="libPoem"/>
            </w:pPr>
            <w:r w:rsidRPr="009647FC">
              <w:rPr>
                <w:rtl/>
              </w:rPr>
              <w:t>في</w:t>
            </w:r>
            <w:r w:rsidR="001C1D65" w:rsidRPr="009647FC">
              <w:rPr>
                <w:rtl/>
              </w:rPr>
              <w:t>ا</w:t>
            </w:r>
            <w:r w:rsidR="001C1D65">
              <w:rPr>
                <w:rtl/>
              </w:rPr>
              <w:t xml:space="preserve"> </w:t>
            </w:r>
            <w:r w:rsidRPr="009647FC">
              <w:rPr>
                <w:rtl/>
              </w:rPr>
              <w:t>شا</w:t>
            </w:r>
            <w:r w:rsidR="001C1D65" w:rsidRPr="009647FC">
              <w:rPr>
                <w:rtl/>
              </w:rPr>
              <w:t>هداً</w:t>
            </w:r>
            <w:r w:rsidR="001C1D65">
              <w:rPr>
                <w:rtl/>
              </w:rPr>
              <w:t xml:space="preserve"> </w:t>
            </w:r>
            <w:r w:rsidR="001C1D65" w:rsidRPr="009647FC">
              <w:rPr>
                <w:rtl/>
              </w:rPr>
              <w:t>أ</w:t>
            </w:r>
            <w:r w:rsidRPr="009647FC">
              <w:rPr>
                <w:rtl/>
              </w:rPr>
              <w:t>ضح</w:t>
            </w:r>
            <w:r w:rsidR="001C1D65" w:rsidRPr="009647FC">
              <w:rPr>
                <w:rtl/>
              </w:rPr>
              <w:t>ى</w:t>
            </w:r>
            <w:r w:rsidR="001C1D65">
              <w:rPr>
                <w:rtl/>
              </w:rPr>
              <w:t xml:space="preserve"> </w:t>
            </w:r>
            <w:r w:rsidRPr="009647FC">
              <w:rPr>
                <w:rtl/>
              </w:rPr>
              <w:t>يع</w:t>
            </w:r>
            <w:r w:rsidR="001C1D65" w:rsidRPr="009647FC">
              <w:rPr>
                <w:rtl/>
              </w:rPr>
              <w:t>دِّلُ</w:t>
            </w:r>
            <w:r w:rsidR="001C1D65">
              <w:rPr>
                <w:rtl/>
              </w:rPr>
              <w:t xml:space="preserve"> </w:t>
            </w:r>
            <w:r w:rsidRPr="009647FC">
              <w:rPr>
                <w:rtl/>
              </w:rPr>
              <w:t>با</w:t>
            </w:r>
            <w:r w:rsidR="001C1D65" w:rsidRPr="009647FC">
              <w:rPr>
                <w:rtl/>
              </w:rPr>
              <w:t>لجرح</w:t>
            </w:r>
            <w:r w:rsidR="001C1D65" w:rsidRPr="004E7EC6">
              <w:rPr>
                <w:rStyle w:val="libFootnotenumChar"/>
                <w:rtl/>
              </w:rPr>
              <w:t>(2)</w:t>
            </w:r>
            <w:r w:rsidR="001C1D65" w:rsidRPr="00725071">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9647FC">
              <w:rPr>
                <w:rtl/>
              </w:rPr>
              <w:t>إ</w:t>
            </w:r>
            <w:r w:rsidR="00A72677" w:rsidRPr="009647FC">
              <w:rPr>
                <w:rtl/>
              </w:rPr>
              <w:t>لي</w:t>
            </w:r>
            <w:r w:rsidRPr="009647FC">
              <w:rPr>
                <w:rtl/>
              </w:rPr>
              <w:t>ك</w:t>
            </w:r>
            <w:r w:rsidR="00677BC4">
              <w:rPr>
                <w:rtl/>
              </w:rPr>
              <w:t>َ</w:t>
            </w:r>
            <w:r>
              <w:rPr>
                <w:rtl/>
              </w:rPr>
              <w:t xml:space="preserve"> </w:t>
            </w:r>
            <w:r w:rsidRPr="009647FC">
              <w:rPr>
                <w:rtl/>
              </w:rPr>
              <w:t>ا</w:t>
            </w:r>
            <w:r w:rsidR="00A72677" w:rsidRPr="009647FC">
              <w:rPr>
                <w:rtl/>
              </w:rPr>
              <w:t>بن</w:t>
            </w:r>
            <w:r>
              <w:rPr>
                <w:rtl/>
              </w:rPr>
              <w:t xml:space="preserve"> </w:t>
            </w:r>
            <w:r w:rsidRPr="009647FC">
              <w:rPr>
                <w:rtl/>
              </w:rPr>
              <w:t>أمّ</w:t>
            </w:r>
            <w:r>
              <w:rPr>
                <w:rtl/>
              </w:rPr>
              <w:t xml:space="preserve"> </w:t>
            </w:r>
            <w:r w:rsidRPr="009647FC">
              <w:rPr>
                <w:rtl/>
              </w:rPr>
              <w:t>ا</w:t>
            </w:r>
            <w:r w:rsidR="00A72677" w:rsidRPr="009647FC">
              <w:rPr>
                <w:rtl/>
              </w:rPr>
              <w:t>لم</w:t>
            </w:r>
            <w:r w:rsidRPr="009647FC">
              <w:rPr>
                <w:rtl/>
              </w:rPr>
              <w:t>جدِ</w:t>
            </w:r>
            <w:r w:rsidRPr="004E7EC6">
              <w:rPr>
                <w:rStyle w:val="libFootnotenumChar"/>
                <w:rtl/>
              </w:rPr>
              <w:t>(3)</w:t>
            </w:r>
            <w:r>
              <w:rPr>
                <w:rtl/>
              </w:rPr>
              <w:t xml:space="preserve"> </w:t>
            </w:r>
            <w:r w:rsidR="00A72677" w:rsidRPr="009647FC">
              <w:rPr>
                <w:rtl/>
              </w:rPr>
              <w:t>عذ</w:t>
            </w:r>
            <w:r w:rsidRPr="009647FC">
              <w:rPr>
                <w:rtl/>
              </w:rPr>
              <w:t>راء</w:t>
            </w:r>
            <w:r>
              <w:rPr>
                <w:rtl/>
              </w:rPr>
              <w:t xml:space="preserve"> </w:t>
            </w:r>
            <w:r w:rsidR="00A72677" w:rsidRPr="009647FC">
              <w:rPr>
                <w:rtl/>
              </w:rPr>
              <w:t>تج</w:t>
            </w:r>
            <w:r w:rsidRPr="009647FC">
              <w:rPr>
                <w:rtl/>
              </w:rPr>
              <w:t>تلى</w:t>
            </w:r>
            <w:r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1C1D65" w:rsidP="00697162">
            <w:pPr>
              <w:pStyle w:val="libPoem"/>
            </w:pPr>
            <w:r w:rsidRPr="009647FC">
              <w:rPr>
                <w:rtl/>
              </w:rPr>
              <w:t>كأنّ</w:t>
            </w:r>
            <w:r w:rsidR="00677BC4">
              <w:rPr>
                <w:rtl/>
              </w:rPr>
              <w:t>َ</w:t>
            </w:r>
            <w:r w:rsidR="004C00A8">
              <w:rPr>
                <w:rtl/>
              </w:rPr>
              <w:t xml:space="preserve"> </w:t>
            </w:r>
            <w:r w:rsidR="00A72677" w:rsidRPr="009647FC">
              <w:rPr>
                <w:rtl/>
              </w:rPr>
              <w:t>محي</w:t>
            </w:r>
            <w:r w:rsidRPr="009647FC">
              <w:rPr>
                <w:rtl/>
              </w:rPr>
              <w:t>ّا</w:t>
            </w:r>
            <w:r>
              <w:rPr>
                <w:rtl/>
              </w:rPr>
              <w:t xml:space="preserve"> </w:t>
            </w:r>
            <w:r w:rsidRPr="009647FC">
              <w:rPr>
                <w:rtl/>
              </w:rPr>
              <w:t>و</w:t>
            </w:r>
            <w:r w:rsidR="00A72677" w:rsidRPr="009647FC">
              <w:rPr>
                <w:rtl/>
              </w:rPr>
              <w:t>جهه</w:t>
            </w:r>
            <w:r w:rsidRPr="009647FC">
              <w:rPr>
                <w:rtl/>
              </w:rPr>
              <w:t>ا</w:t>
            </w:r>
            <w:r>
              <w:rPr>
                <w:rtl/>
              </w:rPr>
              <w:t xml:space="preserve"> </w:t>
            </w:r>
            <w:r w:rsidR="00A72677" w:rsidRPr="009647FC">
              <w:rPr>
                <w:rtl/>
              </w:rPr>
              <w:t>فلق</w:t>
            </w:r>
            <w:r w:rsidRPr="009647FC">
              <w:rPr>
                <w:rtl/>
              </w:rPr>
              <w:t>ُ</w:t>
            </w:r>
            <w:r>
              <w:rPr>
                <w:rtl/>
              </w:rPr>
              <w:t xml:space="preserve"> </w:t>
            </w:r>
            <w:r w:rsidRPr="009647FC">
              <w:rPr>
                <w:rtl/>
              </w:rPr>
              <w:t>ا</w:t>
            </w:r>
            <w:r w:rsidR="00A72677" w:rsidRPr="009647FC">
              <w:rPr>
                <w:rtl/>
              </w:rPr>
              <w:t>لصب</w:t>
            </w:r>
            <w:r w:rsidRPr="009647FC">
              <w:rPr>
                <w:rtl/>
              </w:rPr>
              <w:t>حِ</w:t>
            </w:r>
            <w:r w:rsidRPr="00725071">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بها</w:t>
            </w:r>
            <w:r w:rsidR="001C1D65">
              <w:rPr>
                <w:rtl/>
              </w:rPr>
              <w:t xml:space="preserve"> </w:t>
            </w:r>
            <w:r w:rsidR="001C1D65" w:rsidRPr="009647FC">
              <w:rPr>
                <w:rtl/>
              </w:rPr>
              <w:t>أرجٌ</w:t>
            </w:r>
            <w:r w:rsidR="001C1D65">
              <w:rPr>
                <w:rtl/>
              </w:rPr>
              <w:t xml:space="preserve"> </w:t>
            </w:r>
            <w:r w:rsidR="001C1D65" w:rsidRPr="009647FC">
              <w:rPr>
                <w:rtl/>
              </w:rPr>
              <w:t>من</w:t>
            </w:r>
            <w:r w:rsidR="001C1D65">
              <w:rPr>
                <w:rtl/>
              </w:rPr>
              <w:t xml:space="preserve"> </w:t>
            </w:r>
            <w:r w:rsidRPr="009647FC">
              <w:rPr>
                <w:rtl/>
              </w:rPr>
              <w:t>طيب</w:t>
            </w:r>
            <w:r w:rsidR="001C1D65">
              <w:rPr>
                <w:rtl/>
              </w:rPr>
              <w:t xml:space="preserve"> </w:t>
            </w:r>
            <w:r w:rsidR="001C1D65" w:rsidRPr="009647FC">
              <w:rPr>
                <w:rtl/>
              </w:rPr>
              <w:t>ذكرك</w:t>
            </w:r>
            <w:r w:rsidR="001C1D65">
              <w:rPr>
                <w:rtl/>
              </w:rPr>
              <w:t xml:space="preserve"> </w:t>
            </w:r>
            <w:r w:rsidRPr="009647FC">
              <w:rPr>
                <w:rtl/>
              </w:rPr>
              <w:t>نش</w:t>
            </w:r>
            <w:r w:rsidR="001C1D65" w:rsidRPr="009647FC">
              <w:rPr>
                <w:rtl/>
              </w:rPr>
              <w:t>ره</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A72677" w:rsidP="00697162">
            <w:pPr>
              <w:pStyle w:val="libPoem"/>
            </w:pPr>
            <w:r w:rsidRPr="009647FC">
              <w:rPr>
                <w:rtl/>
              </w:rPr>
              <w:t>يعط</w:t>
            </w:r>
            <w:r w:rsidR="001C1D65" w:rsidRPr="009647FC">
              <w:rPr>
                <w:rtl/>
              </w:rPr>
              <w:t>ّر</w:t>
            </w:r>
            <w:r w:rsidR="001C1D65">
              <w:rPr>
                <w:rtl/>
              </w:rPr>
              <w:t xml:space="preserve"> </w:t>
            </w:r>
            <w:r w:rsidR="001C1D65" w:rsidRPr="009647FC">
              <w:rPr>
                <w:rtl/>
              </w:rPr>
              <w:t>أ</w:t>
            </w:r>
            <w:r w:rsidRPr="009647FC">
              <w:rPr>
                <w:rtl/>
              </w:rPr>
              <w:t>نفا</w:t>
            </w:r>
            <w:r w:rsidR="001C1D65" w:rsidRPr="009647FC">
              <w:rPr>
                <w:rtl/>
              </w:rPr>
              <w:t>س</w:t>
            </w:r>
            <w:r w:rsidR="001C1D65">
              <w:rPr>
                <w:rtl/>
              </w:rPr>
              <w:t xml:space="preserve"> </w:t>
            </w:r>
            <w:r w:rsidR="001C1D65" w:rsidRPr="009647FC">
              <w:rPr>
                <w:rtl/>
              </w:rPr>
              <w:t>ا</w:t>
            </w:r>
            <w:r w:rsidRPr="009647FC">
              <w:rPr>
                <w:rtl/>
              </w:rPr>
              <w:t>لصب</w:t>
            </w:r>
            <w:r w:rsidR="001C1D65" w:rsidRPr="009647FC">
              <w:rPr>
                <w:rtl/>
              </w:rPr>
              <w:t>ا</w:t>
            </w:r>
            <w:r w:rsidR="001C1D65">
              <w:rPr>
                <w:rtl/>
              </w:rPr>
              <w:t xml:space="preserve"> </w:t>
            </w:r>
            <w:r w:rsidR="001C1D65" w:rsidRPr="009647FC">
              <w:rPr>
                <w:rtl/>
              </w:rPr>
              <w:t>لك</w:t>
            </w:r>
            <w:r w:rsidR="001C1D65">
              <w:rPr>
                <w:rtl/>
              </w:rPr>
              <w:t xml:space="preserve"> </w:t>
            </w:r>
            <w:r w:rsidRPr="009647FC">
              <w:rPr>
                <w:rtl/>
              </w:rPr>
              <w:t>بالن</w:t>
            </w:r>
            <w:r w:rsidR="001C1D65" w:rsidRPr="009647FC">
              <w:rPr>
                <w:rtl/>
              </w:rPr>
              <w:t>فحِ</w:t>
            </w:r>
            <w:r w:rsidR="001C1D65" w:rsidRPr="00725071">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9647FC">
              <w:rPr>
                <w:rtl/>
              </w:rPr>
              <w:t>تودُّ</w:t>
            </w:r>
            <w:r>
              <w:rPr>
                <w:rtl/>
              </w:rPr>
              <w:t xml:space="preserve"> </w:t>
            </w:r>
            <w:r w:rsidR="00A72677" w:rsidRPr="009647FC">
              <w:rPr>
                <w:rtl/>
              </w:rPr>
              <w:t>بنا</w:t>
            </w:r>
            <w:r w:rsidRPr="009647FC">
              <w:rPr>
                <w:rtl/>
              </w:rPr>
              <w:t>تُ</w:t>
            </w:r>
            <w:r>
              <w:rPr>
                <w:rtl/>
              </w:rPr>
              <w:t xml:space="preserve"> </w:t>
            </w:r>
            <w:r w:rsidRPr="009647FC">
              <w:rPr>
                <w:rtl/>
              </w:rPr>
              <w:t>ا</w:t>
            </w:r>
            <w:r w:rsidR="00A72677" w:rsidRPr="009647FC">
              <w:rPr>
                <w:rtl/>
              </w:rPr>
              <w:t>لنظ</w:t>
            </w:r>
            <w:r w:rsidRPr="009647FC">
              <w:rPr>
                <w:rtl/>
              </w:rPr>
              <w:t>م</w:t>
            </w:r>
            <w:r>
              <w:rPr>
                <w:rtl/>
              </w:rPr>
              <w:t xml:space="preserve"> </w:t>
            </w:r>
            <w:r w:rsidRPr="009647FC">
              <w:rPr>
                <w:rtl/>
              </w:rPr>
              <w:t>أنْ</w:t>
            </w:r>
            <w:r>
              <w:rPr>
                <w:rtl/>
              </w:rPr>
              <w:t xml:space="preserve"> </w:t>
            </w:r>
            <w:r w:rsidRPr="009647FC">
              <w:rPr>
                <w:rtl/>
              </w:rPr>
              <w:t>لو</w:t>
            </w:r>
            <w:r>
              <w:rPr>
                <w:rtl/>
              </w:rPr>
              <w:t xml:space="preserve"> </w:t>
            </w:r>
            <w:r w:rsidR="00A72677" w:rsidRPr="009647FC">
              <w:rPr>
                <w:rtl/>
              </w:rPr>
              <w:t>حكي</w:t>
            </w:r>
            <w:r w:rsidRPr="009647FC">
              <w:rPr>
                <w:rtl/>
              </w:rPr>
              <w:t>ن</w:t>
            </w:r>
            <w:r w:rsidR="00677BC4">
              <w:rPr>
                <w:rtl/>
              </w:rPr>
              <w:t>َ</w:t>
            </w:r>
            <w:r w:rsidRPr="009647FC">
              <w:rPr>
                <w:rtl/>
              </w:rPr>
              <w:t>ها</w:t>
            </w:r>
            <w:r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1C1D65" w:rsidP="00697162">
            <w:pPr>
              <w:pStyle w:val="libPoem"/>
            </w:pPr>
            <w:r w:rsidRPr="009647FC">
              <w:rPr>
                <w:rtl/>
              </w:rPr>
              <w:t>ويا</w:t>
            </w:r>
            <w:r w:rsidR="004C00A8">
              <w:rPr>
                <w:rtl/>
              </w:rPr>
              <w:t xml:space="preserve"> </w:t>
            </w:r>
            <w:r w:rsidR="00A72677" w:rsidRPr="009647FC">
              <w:rPr>
                <w:rtl/>
              </w:rPr>
              <w:t>بعد</w:t>
            </w:r>
            <w:r w:rsidR="00677BC4">
              <w:rPr>
                <w:rtl/>
              </w:rPr>
              <w:t>َ</w:t>
            </w:r>
            <w:r>
              <w:rPr>
                <w:rtl/>
              </w:rPr>
              <w:t xml:space="preserve"> </w:t>
            </w:r>
            <w:r w:rsidRPr="009647FC">
              <w:rPr>
                <w:rtl/>
              </w:rPr>
              <w:t>ما</w:t>
            </w:r>
            <w:r>
              <w:rPr>
                <w:rtl/>
              </w:rPr>
              <w:t xml:space="preserve"> </w:t>
            </w:r>
            <w:r w:rsidR="00A72677" w:rsidRPr="009647FC">
              <w:rPr>
                <w:rtl/>
              </w:rPr>
              <w:t>بي</w:t>
            </w:r>
            <w:r w:rsidRPr="009647FC">
              <w:rPr>
                <w:rtl/>
              </w:rPr>
              <w:t>ن</w:t>
            </w:r>
            <w:r>
              <w:rPr>
                <w:rtl/>
              </w:rPr>
              <w:t xml:space="preserve"> </w:t>
            </w:r>
            <w:r w:rsidRPr="009647FC">
              <w:rPr>
                <w:rtl/>
              </w:rPr>
              <w:t>ا</w:t>
            </w:r>
            <w:r w:rsidR="00A72677" w:rsidRPr="009647FC">
              <w:rPr>
                <w:rtl/>
              </w:rPr>
              <w:t>لم</w:t>
            </w:r>
            <w:r w:rsidRPr="009647FC">
              <w:rPr>
                <w:rtl/>
              </w:rPr>
              <w:t>لاحةِ</w:t>
            </w:r>
            <w:r>
              <w:rPr>
                <w:rtl/>
              </w:rPr>
              <w:t xml:space="preserve"> </w:t>
            </w:r>
            <w:r w:rsidRPr="009647FC">
              <w:rPr>
                <w:rtl/>
              </w:rPr>
              <w:t>وا</w:t>
            </w:r>
            <w:r w:rsidR="00A72677" w:rsidRPr="009647FC">
              <w:rPr>
                <w:rtl/>
              </w:rPr>
              <w:t>لق</w:t>
            </w:r>
            <w:r w:rsidRPr="009647FC">
              <w:rPr>
                <w:rtl/>
              </w:rPr>
              <w:t>بحِ</w:t>
            </w:r>
            <w:r w:rsidRPr="00725071">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A72677">
              <w:rPr>
                <w:rtl/>
              </w:rPr>
              <w:t>لقد</w:t>
            </w:r>
            <w:r w:rsidR="001C1D65" w:rsidRPr="00A72677">
              <w:rPr>
                <w:rtl/>
              </w:rPr>
              <w:t xml:space="preserve"> فاز </w:t>
            </w:r>
            <w:r w:rsidRPr="00A72677">
              <w:rPr>
                <w:rtl/>
              </w:rPr>
              <w:t>فيه</w:t>
            </w:r>
            <w:r w:rsidR="001C1D65" w:rsidRPr="00A72677">
              <w:rPr>
                <w:rtl/>
              </w:rPr>
              <w:t xml:space="preserve">ا </w:t>
            </w:r>
            <w:r w:rsidRPr="00A72677">
              <w:rPr>
                <w:rtl/>
              </w:rPr>
              <w:t>قد</w:t>
            </w:r>
            <w:r w:rsidR="001C1D65" w:rsidRPr="00A72677">
              <w:rPr>
                <w:rtl/>
              </w:rPr>
              <w:t>ح</w:t>
            </w:r>
            <w:r w:rsidRPr="00A72677">
              <w:rPr>
                <w:rtl/>
              </w:rPr>
              <w:t>ُك</w:t>
            </w:r>
            <w:r w:rsidR="001C1D65" w:rsidRPr="00A72677">
              <w:rPr>
                <w:rtl/>
              </w:rPr>
              <w:t xml:space="preserve"> ا</w:t>
            </w:r>
            <w:r w:rsidRPr="00A72677">
              <w:rPr>
                <w:rtl/>
              </w:rPr>
              <w:t>لي</w:t>
            </w:r>
            <w:r w:rsidR="001C1D65" w:rsidRPr="00A72677">
              <w:rPr>
                <w:rtl/>
              </w:rPr>
              <w:t xml:space="preserve">وم </w:t>
            </w:r>
            <w:r w:rsidRPr="00A72677">
              <w:rPr>
                <w:rtl/>
              </w:rPr>
              <w:t>مث</w:t>
            </w:r>
            <w:r w:rsidR="001C1D65" w:rsidRPr="00A72677">
              <w:rPr>
                <w:rtl/>
              </w:rPr>
              <w:t>لما</w:t>
            </w:r>
            <w:r w:rsidR="001C1D65"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1C1D65" w:rsidP="00697162">
            <w:pPr>
              <w:pStyle w:val="libPoem"/>
            </w:pPr>
            <w:r w:rsidRPr="00A72677">
              <w:rPr>
                <w:rtl/>
              </w:rPr>
              <w:t xml:space="preserve">غدت وهي </w:t>
            </w:r>
            <w:r w:rsidR="00A72677" w:rsidRPr="00A72677">
              <w:rPr>
                <w:rtl/>
              </w:rPr>
              <w:t>في</w:t>
            </w:r>
            <w:r w:rsidRPr="00A72677">
              <w:rPr>
                <w:rtl/>
              </w:rPr>
              <w:t>ك ا</w:t>
            </w:r>
            <w:r w:rsidR="00A72677" w:rsidRPr="00A72677">
              <w:rPr>
                <w:rtl/>
              </w:rPr>
              <w:t>لي</w:t>
            </w:r>
            <w:r w:rsidRPr="00A72677">
              <w:rPr>
                <w:rtl/>
              </w:rPr>
              <w:t xml:space="preserve">وم </w:t>
            </w:r>
            <w:r w:rsidR="00A72677" w:rsidRPr="00A72677">
              <w:rPr>
                <w:rtl/>
              </w:rPr>
              <w:t>فا</w:t>
            </w:r>
            <w:r w:rsidRPr="00A72677">
              <w:rPr>
                <w:rtl/>
              </w:rPr>
              <w:t>ئزة ا</w:t>
            </w:r>
            <w:r w:rsidR="00A72677" w:rsidRPr="00A72677">
              <w:rPr>
                <w:rtl/>
              </w:rPr>
              <w:t>لق</w:t>
            </w:r>
            <w:r w:rsidRPr="00A72677">
              <w:rPr>
                <w:rtl/>
              </w:rPr>
              <w:t>دحِ</w:t>
            </w:r>
            <w:r w:rsidRPr="00A72677">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فلي</w:t>
            </w:r>
            <w:r w:rsidR="001C1D65" w:rsidRPr="009647FC">
              <w:rPr>
                <w:rtl/>
              </w:rPr>
              <w:t>س</w:t>
            </w:r>
            <w:r w:rsidR="001C1D65">
              <w:rPr>
                <w:rtl/>
              </w:rPr>
              <w:t xml:space="preserve"> </w:t>
            </w:r>
            <w:r w:rsidRPr="009647FC">
              <w:rPr>
                <w:rtl/>
              </w:rPr>
              <w:t>لها</w:t>
            </w:r>
            <w:r w:rsidR="001C1D65">
              <w:rPr>
                <w:rtl/>
              </w:rPr>
              <w:t xml:space="preserve"> </w:t>
            </w:r>
            <w:r w:rsidR="001C1D65" w:rsidRPr="009647FC">
              <w:rPr>
                <w:rtl/>
              </w:rPr>
              <w:t>كفُّ</w:t>
            </w:r>
            <w:r w:rsidR="001C1D65">
              <w:rPr>
                <w:rtl/>
              </w:rPr>
              <w:t xml:space="preserve"> </w:t>
            </w:r>
            <w:r w:rsidR="001C1D65" w:rsidRPr="009647FC">
              <w:rPr>
                <w:rtl/>
              </w:rPr>
              <w:t>سواك</w:t>
            </w:r>
            <w:r w:rsidR="00677BC4">
              <w:rPr>
                <w:rtl/>
              </w:rPr>
              <w:t>َ</w:t>
            </w:r>
            <w:r w:rsidR="001C1D65">
              <w:rPr>
                <w:rtl/>
              </w:rPr>
              <w:t xml:space="preserve"> </w:t>
            </w:r>
            <w:r w:rsidR="001C1D65" w:rsidRPr="009647FC">
              <w:rPr>
                <w:rtl/>
              </w:rPr>
              <w:t>و</w:t>
            </w:r>
            <w:r w:rsidRPr="009647FC">
              <w:rPr>
                <w:rtl/>
              </w:rPr>
              <w:t>لم</w:t>
            </w:r>
            <w:r w:rsidR="001C1D65">
              <w:rPr>
                <w:rtl/>
              </w:rPr>
              <w:t xml:space="preserve"> </w:t>
            </w:r>
            <w:r w:rsidRPr="009647FC">
              <w:rPr>
                <w:rtl/>
              </w:rPr>
              <w:t>يك</w:t>
            </w:r>
            <w:r w:rsidR="001C1D65" w:rsidRPr="009647FC">
              <w:rPr>
                <w:rtl/>
              </w:rPr>
              <w:t>ن</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Pr="00524A24" w:rsidRDefault="00A72677" w:rsidP="00697162">
            <w:pPr>
              <w:pStyle w:val="libPoem"/>
            </w:pPr>
            <w:r w:rsidRPr="009647FC">
              <w:rPr>
                <w:rtl/>
              </w:rPr>
              <w:t>يلي</w:t>
            </w:r>
            <w:r w:rsidR="001C1D65" w:rsidRPr="009647FC">
              <w:rPr>
                <w:rtl/>
              </w:rPr>
              <w:t>قُ</w:t>
            </w:r>
            <w:r w:rsidR="004C00A8">
              <w:rPr>
                <w:rtl/>
              </w:rPr>
              <w:t xml:space="preserve"> </w:t>
            </w:r>
            <w:r w:rsidRPr="009647FC">
              <w:rPr>
                <w:rtl/>
              </w:rPr>
              <w:t>سو</w:t>
            </w:r>
            <w:r w:rsidR="001C1D65" w:rsidRPr="009647FC">
              <w:rPr>
                <w:rtl/>
              </w:rPr>
              <w:t>ا</w:t>
            </w:r>
            <w:r w:rsidRPr="009647FC">
              <w:rPr>
                <w:rtl/>
              </w:rPr>
              <w:t>ها</w:t>
            </w:r>
            <w:r w:rsidR="001C1D65">
              <w:rPr>
                <w:rtl/>
              </w:rPr>
              <w:t xml:space="preserve"> </w:t>
            </w:r>
            <w:r w:rsidRPr="009647FC">
              <w:rPr>
                <w:rtl/>
              </w:rPr>
              <w:t>في</w:t>
            </w:r>
            <w:r w:rsidR="001C1D65" w:rsidRPr="009647FC">
              <w:rPr>
                <w:rtl/>
              </w:rPr>
              <w:t>ك</w:t>
            </w:r>
            <w:r w:rsidR="001C1D65">
              <w:rPr>
                <w:rtl/>
              </w:rPr>
              <w:t xml:space="preserve"> </w:t>
            </w:r>
            <w:r w:rsidRPr="009647FC">
              <w:rPr>
                <w:rtl/>
              </w:rPr>
              <w:t>من</w:t>
            </w:r>
            <w:r w:rsidR="001C1D65">
              <w:rPr>
                <w:rtl/>
              </w:rPr>
              <w:t xml:space="preserve"> </w:t>
            </w:r>
            <w:r w:rsidRPr="009647FC">
              <w:rPr>
                <w:rtl/>
              </w:rPr>
              <w:t>خر</w:t>
            </w:r>
            <w:r w:rsidR="001C1D65" w:rsidRPr="009647FC">
              <w:rPr>
                <w:rtl/>
              </w:rPr>
              <w:t>ّ</w:t>
            </w:r>
            <w:r w:rsidR="00677BC4">
              <w:rPr>
                <w:rtl/>
              </w:rPr>
              <w:t>َ</w:t>
            </w:r>
            <w:r w:rsidR="001C1D65" w:rsidRPr="009647FC">
              <w:rPr>
                <w:rtl/>
              </w:rPr>
              <w:t>د</w:t>
            </w:r>
            <w:r w:rsidR="001C1D65">
              <w:rPr>
                <w:rtl/>
              </w:rPr>
              <w:t xml:space="preserve"> </w:t>
            </w:r>
            <w:r w:rsidR="001C1D65" w:rsidRPr="009647FC">
              <w:rPr>
                <w:rtl/>
              </w:rPr>
              <w:t>ا</w:t>
            </w:r>
            <w:r w:rsidRPr="009647FC">
              <w:rPr>
                <w:rtl/>
              </w:rPr>
              <w:t>لم</w:t>
            </w:r>
            <w:r w:rsidR="001C1D65" w:rsidRPr="009647FC">
              <w:rPr>
                <w:rtl/>
              </w:rPr>
              <w:t>دحِ</w:t>
            </w:r>
            <w:r w:rsidR="001C1D65" w:rsidRPr="00725071">
              <w:rPr>
                <w:rStyle w:val="libPoemTiniChar0"/>
                <w:rtl/>
              </w:rPr>
              <w:br/>
              <w:t> </w:t>
            </w:r>
          </w:p>
        </w:tc>
      </w:tr>
    </w:tbl>
    <w:p w:rsidR="009647FC" w:rsidRPr="00524A24" w:rsidRDefault="009647FC" w:rsidP="004E7EC6">
      <w:pPr>
        <w:pStyle w:val="libNormal"/>
      </w:pPr>
      <w:r w:rsidRPr="009647FC">
        <w:rPr>
          <w:rtl/>
        </w:rPr>
        <w:t>وقال مادحاً الحاج محمد صالح كبّه</w:t>
      </w:r>
      <w:r w:rsidR="00D769AB">
        <w:rPr>
          <w:rtl/>
        </w:rPr>
        <w:t>:</w:t>
      </w:r>
    </w:p>
    <w:tbl>
      <w:tblPr>
        <w:tblStyle w:val="TableGrid"/>
        <w:bidiVisual/>
        <w:tblW w:w="4562" w:type="pct"/>
        <w:tblInd w:w="384" w:type="dxa"/>
        <w:tblLook w:val="04A0"/>
      </w:tblPr>
      <w:tblGrid>
        <w:gridCol w:w="3902"/>
        <w:gridCol w:w="301"/>
        <w:gridCol w:w="3884"/>
      </w:tblGrid>
      <w:tr w:rsidR="001C1D65" w:rsidRPr="00524A24" w:rsidTr="001C1D65">
        <w:trPr>
          <w:trHeight w:val="350"/>
        </w:trPr>
        <w:tc>
          <w:tcPr>
            <w:tcW w:w="3902" w:type="dxa"/>
          </w:tcPr>
          <w:p w:rsidR="001C1D65" w:rsidRPr="00524A24" w:rsidRDefault="001C1D65" w:rsidP="00697162">
            <w:pPr>
              <w:pStyle w:val="libPoem"/>
            </w:pPr>
            <w:r w:rsidRPr="009647FC">
              <w:rPr>
                <w:rtl/>
              </w:rPr>
              <w:t>لا</w:t>
            </w:r>
            <w:r w:rsidR="004C00A8">
              <w:rPr>
                <w:rtl/>
              </w:rPr>
              <w:t xml:space="preserve"> </w:t>
            </w:r>
            <w:r w:rsidRPr="009647FC">
              <w:rPr>
                <w:rtl/>
              </w:rPr>
              <w:t>ز</w:t>
            </w:r>
            <w:r w:rsidR="00A72677" w:rsidRPr="009647FC">
              <w:rPr>
                <w:rtl/>
              </w:rPr>
              <w:t>لت</w:t>
            </w:r>
            <w:r>
              <w:rPr>
                <w:rtl/>
              </w:rPr>
              <w:t xml:space="preserve"> </w:t>
            </w:r>
            <w:r w:rsidR="00A72677" w:rsidRPr="009647FC">
              <w:rPr>
                <w:rtl/>
              </w:rPr>
              <w:t>يا</w:t>
            </w:r>
            <w:r>
              <w:rPr>
                <w:rtl/>
              </w:rPr>
              <w:t xml:space="preserve"> </w:t>
            </w:r>
            <w:r w:rsidRPr="009647FC">
              <w:rPr>
                <w:rtl/>
              </w:rPr>
              <w:t>ر</w:t>
            </w:r>
            <w:r w:rsidR="00A72677" w:rsidRPr="009647FC">
              <w:rPr>
                <w:rtl/>
              </w:rPr>
              <w:t>بع</w:t>
            </w:r>
            <w:r>
              <w:rPr>
                <w:rtl/>
              </w:rPr>
              <w:t xml:space="preserve"> </w:t>
            </w:r>
            <w:r w:rsidRPr="009647FC">
              <w:rPr>
                <w:rtl/>
              </w:rPr>
              <w:t>ا</w:t>
            </w:r>
            <w:r w:rsidR="00A72677" w:rsidRPr="009647FC">
              <w:rPr>
                <w:rtl/>
              </w:rPr>
              <w:t>لش</w:t>
            </w:r>
            <w:r w:rsidRPr="009647FC">
              <w:rPr>
                <w:rtl/>
              </w:rPr>
              <w:t>بابِ</w:t>
            </w:r>
            <w:r>
              <w:rPr>
                <w:rtl/>
              </w:rPr>
              <w:t xml:space="preserve"> </w:t>
            </w:r>
            <w:r w:rsidR="00A72677" w:rsidRPr="009647FC">
              <w:rPr>
                <w:rtl/>
              </w:rPr>
              <w:t>حم</w:t>
            </w:r>
            <w:r w:rsidRPr="009647FC">
              <w:rPr>
                <w:rtl/>
              </w:rPr>
              <w:t>يدا</w:t>
            </w:r>
            <w:r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1C1D65" w:rsidP="00697162">
            <w:pPr>
              <w:pStyle w:val="libPoem"/>
            </w:pPr>
            <w:r w:rsidRPr="009647FC">
              <w:rPr>
                <w:rtl/>
              </w:rPr>
              <w:t>باقٍ</w:t>
            </w:r>
            <w:r>
              <w:rPr>
                <w:rtl/>
              </w:rPr>
              <w:t xml:space="preserve"> </w:t>
            </w:r>
            <w:r w:rsidRPr="009647FC">
              <w:rPr>
                <w:rtl/>
              </w:rPr>
              <w:t>وإن</w:t>
            </w:r>
            <w:r>
              <w:rPr>
                <w:rtl/>
              </w:rPr>
              <w:t xml:space="preserve"> </w:t>
            </w:r>
            <w:r w:rsidR="00A72677" w:rsidRPr="009647FC">
              <w:rPr>
                <w:rtl/>
              </w:rPr>
              <w:t>خلق</w:t>
            </w:r>
            <w:r w:rsidR="00677BC4">
              <w:rPr>
                <w:rtl/>
              </w:rPr>
              <w:t>َ</w:t>
            </w:r>
            <w:r>
              <w:rPr>
                <w:rtl/>
              </w:rPr>
              <w:t xml:space="preserve"> </w:t>
            </w:r>
            <w:r w:rsidRPr="009647FC">
              <w:rPr>
                <w:rtl/>
              </w:rPr>
              <w:t>ا</w:t>
            </w:r>
            <w:r w:rsidR="00A72677" w:rsidRPr="009647FC">
              <w:rPr>
                <w:rtl/>
              </w:rPr>
              <w:t>لز</w:t>
            </w:r>
            <w:r w:rsidRPr="009647FC">
              <w:rPr>
                <w:rtl/>
              </w:rPr>
              <w:t>مانُ</w:t>
            </w:r>
            <w:r>
              <w:rPr>
                <w:rtl/>
              </w:rPr>
              <w:t xml:space="preserve"> </w:t>
            </w:r>
            <w:r w:rsidR="00A72677" w:rsidRPr="009647FC">
              <w:rPr>
                <w:rtl/>
              </w:rPr>
              <w:t>جد</w:t>
            </w:r>
            <w:r w:rsidRPr="009647FC">
              <w:rPr>
                <w:rtl/>
              </w:rPr>
              <w:t>يدا</w:t>
            </w:r>
            <w:r w:rsidRPr="00725071">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A72677">
              <w:rPr>
                <w:rtl/>
              </w:rPr>
              <w:t>ما أنت</w:t>
            </w:r>
            <w:r w:rsidR="00677BC4">
              <w:rPr>
                <w:rtl/>
              </w:rPr>
              <w:t>َ</w:t>
            </w:r>
            <w:r w:rsidRPr="00A72677">
              <w:rPr>
                <w:rtl/>
              </w:rPr>
              <w:t xml:space="preserve"> </w:t>
            </w:r>
            <w:r w:rsidR="00A72677" w:rsidRPr="00A72677">
              <w:rPr>
                <w:rtl/>
              </w:rPr>
              <w:t>للع</w:t>
            </w:r>
            <w:r w:rsidRPr="00A72677">
              <w:rPr>
                <w:rtl/>
              </w:rPr>
              <w:t xml:space="preserve">شاق إلاّ </w:t>
            </w:r>
            <w:r w:rsidR="00A72677" w:rsidRPr="00A72677">
              <w:rPr>
                <w:rtl/>
              </w:rPr>
              <w:t>جن</w:t>
            </w:r>
            <w:r w:rsidRPr="00A72677">
              <w:rPr>
                <w:rtl/>
              </w:rPr>
              <w:t>ّ</w:t>
            </w:r>
            <w:r w:rsidR="00677BC4">
              <w:rPr>
                <w:rtl/>
              </w:rPr>
              <w:t>َ</w:t>
            </w:r>
            <w:r w:rsidR="00A72677" w:rsidRPr="00A72677">
              <w:rPr>
                <w:rtl/>
              </w:rPr>
              <w:t>ة</w:t>
            </w:r>
            <w:r w:rsidRPr="00A72677">
              <w:rPr>
                <w:rtl/>
              </w:rPr>
              <w:t>ٌ</w:t>
            </w:r>
            <w:r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A72677" w:rsidP="00697162">
            <w:pPr>
              <w:pStyle w:val="libPoem"/>
            </w:pPr>
            <w:r w:rsidRPr="00A72677">
              <w:rPr>
                <w:rtl/>
              </w:rPr>
              <w:t>صح</w:t>
            </w:r>
            <w:r w:rsidR="001C1D65" w:rsidRPr="00A72677">
              <w:rPr>
                <w:rtl/>
              </w:rPr>
              <w:t>بوا</w:t>
            </w:r>
            <w:r w:rsidR="004C00A8">
              <w:rPr>
                <w:rtl/>
              </w:rPr>
              <w:t xml:space="preserve"> </w:t>
            </w:r>
            <w:r w:rsidRPr="00A72677">
              <w:rPr>
                <w:rtl/>
              </w:rPr>
              <w:t>به</w:t>
            </w:r>
            <w:r w:rsidR="001C1D65" w:rsidRPr="00A72677">
              <w:rPr>
                <w:rtl/>
              </w:rPr>
              <w:t>ا ا</w:t>
            </w:r>
            <w:r w:rsidRPr="00A72677">
              <w:rPr>
                <w:rtl/>
              </w:rPr>
              <w:t>لع</w:t>
            </w:r>
            <w:r w:rsidR="001C1D65" w:rsidRPr="00A72677">
              <w:rPr>
                <w:rtl/>
              </w:rPr>
              <w:t>يش</w:t>
            </w:r>
            <w:r w:rsidR="00677BC4">
              <w:rPr>
                <w:rtl/>
              </w:rPr>
              <w:t>َ</w:t>
            </w:r>
            <w:r w:rsidR="001C1D65" w:rsidRPr="00A72677">
              <w:rPr>
                <w:rtl/>
              </w:rPr>
              <w:t xml:space="preserve"> ا</w:t>
            </w:r>
            <w:r w:rsidRPr="00A72677">
              <w:rPr>
                <w:rtl/>
              </w:rPr>
              <w:t>لق</w:t>
            </w:r>
            <w:r w:rsidR="001C1D65" w:rsidRPr="00A72677">
              <w:rPr>
                <w:rtl/>
              </w:rPr>
              <w:t>ديم</w:t>
            </w:r>
            <w:r w:rsidR="00677BC4">
              <w:rPr>
                <w:rtl/>
              </w:rPr>
              <w:t>َ</w:t>
            </w:r>
            <w:r w:rsidR="001C1D65" w:rsidRPr="00A72677">
              <w:rPr>
                <w:rtl/>
              </w:rPr>
              <w:t xml:space="preserve"> رغيدا</w:t>
            </w:r>
            <w:r w:rsidR="001C1D65" w:rsidRPr="00A72677">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A72677">
              <w:rPr>
                <w:rtl/>
              </w:rPr>
              <w:t>أيام</w:t>
            </w:r>
            <w:r w:rsidR="004C00A8">
              <w:rPr>
                <w:rtl/>
              </w:rPr>
              <w:t xml:space="preserve"> </w:t>
            </w:r>
            <w:r w:rsidR="00A72677" w:rsidRPr="00A72677">
              <w:rPr>
                <w:rtl/>
              </w:rPr>
              <w:t>كا</w:t>
            </w:r>
            <w:r w:rsidRPr="00A72677">
              <w:rPr>
                <w:rtl/>
              </w:rPr>
              <w:t>ن ا</w:t>
            </w:r>
            <w:r w:rsidR="00A72677" w:rsidRPr="00A72677">
              <w:rPr>
                <w:rtl/>
              </w:rPr>
              <w:t>لع</w:t>
            </w:r>
            <w:r w:rsidRPr="00A72677">
              <w:rPr>
                <w:rtl/>
              </w:rPr>
              <w:t xml:space="preserve">يشُ </w:t>
            </w:r>
            <w:r w:rsidR="00A72677" w:rsidRPr="00A72677">
              <w:rPr>
                <w:rtl/>
              </w:rPr>
              <w:t>غض</w:t>
            </w:r>
            <w:r w:rsidRPr="00A72677">
              <w:rPr>
                <w:rtl/>
              </w:rPr>
              <w:t xml:space="preserve">اً </w:t>
            </w:r>
            <w:r w:rsidR="00A72677" w:rsidRPr="00A72677">
              <w:rPr>
                <w:rtl/>
              </w:rPr>
              <w:t>نا</w:t>
            </w:r>
            <w:r w:rsidRPr="00A72677">
              <w:rPr>
                <w:rtl/>
              </w:rPr>
              <w:t>عما</w:t>
            </w:r>
            <w:r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1C1D65" w:rsidP="00697162">
            <w:pPr>
              <w:pStyle w:val="libPoem"/>
            </w:pPr>
            <w:r w:rsidRPr="00A72677">
              <w:rPr>
                <w:rtl/>
              </w:rPr>
              <w:t>وا</w:t>
            </w:r>
            <w:r w:rsidR="00A72677" w:rsidRPr="00A72677">
              <w:rPr>
                <w:rtl/>
              </w:rPr>
              <w:t>لدهر</w:t>
            </w:r>
            <w:r w:rsidRPr="00A72677">
              <w:rPr>
                <w:rtl/>
              </w:rPr>
              <w:t>ُ</w:t>
            </w:r>
            <w:r w:rsidR="004C00A8">
              <w:rPr>
                <w:rtl/>
              </w:rPr>
              <w:t xml:space="preserve"> </w:t>
            </w:r>
            <w:r w:rsidR="00A72677" w:rsidRPr="00A72677">
              <w:rPr>
                <w:rtl/>
              </w:rPr>
              <w:t>مقت</w:t>
            </w:r>
            <w:r w:rsidRPr="00A72677">
              <w:rPr>
                <w:rtl/>
              </w:rPr>
              <w:t>بل</w:t>
            </w:r>
            <w:r w:rsidR="00677BC4">
              <w:rPr>
                <w:rtl/>
              </w:rPr>
              <w:t>َ</w:t>
            </w:r>
            <w:r w:rsidRPr="00A72677">
              <w:rPr>
                <w:rtl/>
              </w:rPr>
              <w:t xml:space="preserve"> ا</w:t>
            </w:r>
            <w:r w:rsidR="00A72677" w:rsidRPr="00A72677">
              <w:rPr>
                <w:rtl/>
              </w:rPr>
              <w:t>لش</w:t>
            </w:r>
            <w:r w:rsidRPr="00A72677">
              <w:rPr>
                <w:rtl/>
              </w:rPr>
              <w:t>بابِ و</w:t>
            </w:r>
            <w:r w:rsidR="00A72677" w:rsidRPr="00A72677">
              <w:rPr>
                <w:rtl/>
              </w:rPr>
              <w:t>لي</w:t>
            </w:r>
            <w:r w:rsidRPr="00A72677">
              <w:rPr>
                <w:rtl/>
              </w:rPr>
              <w:t>دا</w:t>
            </w:r>
            <w:r w:rsidRPr="00A72677">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A72677">
              <w:rPr>
                <w:rtl/>
              </w:rPr>
              <w:t xml:space="preserve">والدار </w:t>
            </w:r>
            <w:r w:rsidR="00A72677" w:rsidRPr="00A72677">
              <w:rPr>
                <w:rtl/>
              </w:rPr>
              <w:t>طيّب</w:t>
            </w:r>
            <w:r w:rsidRPr="00A72677">
              <w:rPr>
                <w:rtl/>
              </w:rPr>
              <w:t>ة ا</w:t>
            </w:r>
            <w:r w:rsidR="00A72677" w:rsidRPr="00A72677">
              <w:rPr>
                <w:rtl/>
              </w:rPr>
              <w:t>لث</w:t>
            </w:r>
            <w:r w:rsidRPr="00A72677">
              <w:rPr>
                <w:rtl/>
              </w:rPr>
              <w:t xml:space="preserve">رى </w:t>
            </w:r>
            <w:r w:rsidR="00A72677" w:rsidRPr="00A72677">
              <w:rPr>
                <w:rtl/>
              </w:rPr>
              <w:t>مم</w:t>
            </w:r>
            <w:r w:rsidRPr="00A72677">
              <w:rPr>
                <w:rtl/>
              </w:rPr>
              <w:t xml:space="preserve">ّا </w:t>
            </w:r>
            <w:r w:rsidR="00A72677" w:rsidRPr="00A72677">
              <w:rPr>
                <w:rtl/>
              </w:rPr>
              <w:t>به</w:t>
            </w:r>
            <w:r w:rsidRPr="00A72677">
              <w:rPr>
                <w:rtl/>
              </w:rPr>
              <w:t>ا</w:t>
            </w:r>
            <w:r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A72677" w:rsidP="00697162">
            <w:pPr>
              <w:pStyle w:val="libPoem"/>
            </w:pPr>
            <w:r w:rsidRPr="00A72677">
              <w:rPr>
                <w:rtl/>
              </w:rPr>
              <w:t>يسح</w:t>
            </w:r>
            <w:r w:rsidR="001C1D65" w:rsidRPr="00A72677">
              <w:rPr>
                <w:rtl/>
              </w:rPr>
              <w:t>بن</w:t>
            </w:r>
            <w:r w:rsidR="00677BC4">
              <w:rPr>
                <w:rtl/>
              </w:rPr>
              <w:t>َ</w:t>
            </w:r>
            <w:r w:rsidR="004C00A8">
              <w:rPr>
                <w:rtl/>
              </w:rPr>
              <w:t xml:space="preserve"> </w:t>
            </w:r>
            <w:r w:rsidR="001C1D65" w:rsidRPr="00A72677">
              <w:rPr>
                <w:rtl/>
              </w:rPr>
              <w:t>ربّات ا</w:t>
            </w:r>
            <w:r w:rsidRPr="00A72677">
              <w:rPr>
                <w:rtl/>
              </w:rPr>
              <w:t>لخ</w:t>
            </w:r>
            <w:r w:rsidR="001C1D65" w:rsidRPr="00A72677">
              <w:rPr>
                <w:rtl/>
              </w:rPr>
              <w:t xml:space="preserve">دور </w:t>
            </w:r>
            <w:r w:rsidRPr="00A72677">
              <w:rPr>
                <w:rtl/>
              </w:rPr>
              <w:t>بر</w:t>
            </w:r>
            <w:r w:rsidR="001C1D65" w:rsidRPr="00A72677">
              <w:rPr>
                <w:rtl/>
              </w:rPr>
              <w:t>ودا</w:t>
            </w:r>
            <w:r w:rsidR="001C1D65" w:rsidRPr="00A72677">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A72677">
              <w:rPr>
                <w:rtl/>
              </w:rPr>
              <w:t>يست</w:t>
            </w:r>
            <w:r w:rsidR="001C1D65" w:rsidRPr="00A72677">
              <w:rPr>
                <w:rtl/>
              </w:rPr>
              <w:t>اف</w:t>
            </w:r>
            <w:r w:rsidR="004C00A8">
              <w:rPr>
                <w:rtl/>
              </w:rPr>
              <w:t xml:space="preserve"> </w:t>
            </w:r>
            <w:r w:rsidR="001C1D65" w:rsidRPr="00A72677">
              <w:rPr>
                <w:rtl/>
              </w:rPr>
              <w:t>زا</w:t>
            </w:r>
            <w:r w:rsidRPr="00A72677">
              <w:rPr>
                <w:rtl/>
              </w:rPr>
              <w:t>ئر</w:t>
            </w:r>
            <w:r w:rsidR="001C1D65" w:rsidRPr="00A72677">
              <w:rPr>
                <w:rtl/>
              </w:rPr>
              <w:t>ُ</w:t>
            </w:r>
            <w:r w:rsidRPr="00A72677">
              <w:rPr>
                <w:rtl/>
              </w:rPr>
              <w:t>ها</w:t>
            </w:r>
            <w:r w:rsidR="001C1D65" w:rsidRPr="00A72677">
              <w:rPr>
                <w:rtl/>
              </w:rPr>
              <w:t xml:space="preserve"> </w:t>
            </w:r>
            <w:r w:rsidRPr="00A72677">
              <w:rPr>
                <w:rtl/>
              </w:rPr>
              <w:t>ثر</w:t>
            </w:r>
            <w:r w:rsidR="001C1D65" w:rsidRPr="00A72677">
              <w:rPr>
                <w:rtl/>
              </w:rPr>
              <w:t xml:space="preserve">اها </w:t>
            </w:r>
            <w:r w:rsidRPr="00A72677">
              <w:rPr>
                <w:rtl/>
              </w:rPr>
              <w:t>عن</w:t>
            </w:r>
            <w:r w:rsidR="001C1D65" w:rsidRPr="00A72677">
              <w:rPr>
                <w:rtl/>
              </w:rPr>
              <w:t>برا</w:t>
            </w:r>
            <w:r w:rsidR="001C1D65"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A72677" w:rsidP="00697162">
            <w:pPr>
              <w:pStyle w:val="libPoem"/>
            </w:pPr>
            <w:r w:rsidRPr="00A72677">
              <w:rPr>
                <w:rtl/>
              </w:rPr>
              <w:t>فيك</w:t>
            </w:r>
            <w:r w:rsidR="001C1D65" w:rsidRPr="00A72677">
              <w:rPr>
                <w:rtl/>
              </w:rPr>
              <w:t>ذِّب</w:t>
            </w:r>
            <w:r w:rsidR="00677BC4">
              <w:rPr>
                <w:rtl/>
              </w:rPr>
              <w:t>َ</w:t>
            </w:r>
            <w:r w:rsidR="001C1D65" w:rsidRPr="00A72677">
              <w:rPr>
                <w:rtl/>
              </w:rPr>
              <w:t>ن</w:t>
            </w:r>
            <w:r w:rsidR="004C00A8">
              <w:rPr>
                <w:rtl/>
              </w:rPr>
              <w:t xml:space="preserve"> </w:t>
            </w:r>
            <w:r w:rsidRPr="00A72677">
              <w:rPr>
                <w:rtl/>
              </w:rPr>
              <w:t>طرفا</w:t>
            </w:r>
            <w:r w:rsidR="001C1D65" w:rsidRPr="00A72677">
              <w:rPr>
                <w:rtl/>
              </w:rPr>
              <w:t xml:space="preserve">ً يراه </w:t>
            </w:r>
            <w:r w:rsidRPr="00A72677">
              <w:rPr>
                <w:rtl/>
              </w:rPr>
              <w:t>صع</w:t>
            </w:r>
            <w:r w:rsidR="001C1D65" w:rsidRPr="00A72677">
              <w:rPr>
                <w:rtl/>
              </w:rPr>
              <w:t>يدا</w:t>
            </w:r>
            <w:r w:rsidR="001C1D65" w:rsidRPr="00A72677">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A72677">
              <w:rPr>
                <w:rtl/>
              </w:rPr>
              <w:t>يعط</w:t>
            </w:r>
            <w:r w:rsidR="001C1D65" w:rsidRPr="00A72677">
              <w:rPr>
                <w:rtl/>
              </w:rPr>
              <w:t>و إ</w:t>
            </w:r>
            <w:r w:rsidRPr="00A72677">
              <w:rPr>
                <w:rtl/>
              </w:rPr>
              <w:t>لى</w:t>
            </w:r>
            <w:r w:rsidR="001C1D65" w:rsidRPr="00A72677">
              <w:rPr>
                <w:rtl/>
              </w:rPr>
              <w:t xml:space="preserve"> </w:t>
            </w:r>
            <w:r w:rsidRPr="00A72677">
              <w:rPr>
                <w:rtl/>
              </w:rPr>
              <w:t>عذ</w:t>
            </w:r>
            <w:r w:rsidR="001C1D65" w:rsidRPr="00A72677">
              <w:rPr>
                <w:rtl/>
              </w:rPr>
              <w:t xml:space="preserve">بات </w:t>
            </w:r>
            <w:r w:rsidRPr="00A72677">
              <w:rPr>
                <w:rtl/>
              </w:rPr>
              <w:t>فر</w:t>
            </w:r>
            <w:r w:rsidR="001C1D65" w:rsidRPr="00A72677">
              <w:rPr>
                <w:rtl/>
              </w:rPr>
              <w:t>ع أرا</w:t>
            </w:r>
            <w:r w:rsidRPr="00A72677">
              <w:rPr>
                <w:rtl/>
              </w:rPr>
              <w:t>كة</w:t>
            </w:r>
            <w:r w:rsidR="001C1D65" w:rsidRPr="00A72677">
              <w:rPr>
                <w:rtl/>
              </w:rPr>
              <w:t>ٍ</w:t>
            </w:r>
            <w:r w:rsidR="001C1D65"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A72677" w:rsidP="00697162">
            <w:pPr>
              <w:pStyle w:val="libPoem"/>
            </w:pPr>
            <w:r w:rsidRPr="00A72677">
              <w:rPr>
                <w:rtl/>
              </w:rPr>
              <w:t>ظبي</w:t>
            </w:r>
            <w:r w:rsidR="001C1D65" w:rsidRPr="00A72677">
              <w:rPr>
                <w:rtl/>
              </w:rPr>
              <w:t>ُّ</w:t>
            </w:r>
            <w:r w:rsidR="004C00A8">
              <w:rPr>
                <w:rtl/>
              </w:rPr>
              <w:t xml:space="preserve"> </w:t>
            </w:r>
            <w:r w:rsidRPr="00A72677">
              <w:rPr>
                <w:rtl/>
              </w:rPr>
              <w:t>تفي</w:t>
            </w:r>
            <w:r w:rsidR="001C1D65" w:rsidRPr="00A72677">
              <w:rPr>
                <w:rtl/>
              </w:rPr>
              <w:t>أ</w:t>
            </w:r>
            <w:r w:rsidR="00677BC4">
              <w:rPr>
                <w:rtl/>
              </w:rPr>
              <w:t>َ</w:t>
            </w:r>
            <w:r w:rsidR="001C1D65" w:rsidRPr="00A72677">
              <w:rPr>
                <w:rtl/>
              </w:rPr>
              <w:t xml:space="preserve"> </w:t>
            </w:r>
            <w:r w:rsidRPr="00A72677">
              <w:rPr>
                <w:rtl/>
              </w:rPr>
              <w:t>ظل</w:t>
            </w:r>
            <w:r w:rsidR="001C1D65" w:rsidRPr="00A72677">
              <w:rPr>
                <w:rtl/>
              </w:rPr>
              <w:t>ّ</w:t>
            </w:r>
            <w:r w:rsidR="00677BC4">
              <w:rPr>
                <w:rtl/>
              </w:rPr>
              <w:t>َ</w:t>
            </w:r>
            <w:r w:rsidRPr="00A72677">
              <w:rPr>
                <w:rtl/>
              </w:rPr>
              <w:t>ه</w:t>
            </w:r>
            <w:r w:rsidR="001C1D65" w:rsidRPr="00A72677">
              <w:rPr>
                <w:rtl/>
              </w:rPr>
              <w:t>ا ا</w:t>
            </w:r>
            <w:r w:rsidRPr="00A72677">
              <w:rPr>
                <w:rtl/>
              </w:rPr>
              <w:t>لمم</w:t>
            </w:r>
            <w:r w:rsidR="001C1D65" w:rsidRPr="00A72677">
              <w:rPr>
                <w:rtl/>
              </w:rPr>
              <w:t>دودا</w:t>
            </w:r>
            <w:r w:rsidR="001C1D65" w:rsidRPr="00A72677">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غن</w:t>
            </w:r>
            <w:r w:rsidR="001C1D65" w:rsidRPr="009647FC">
              <w:rPr>
                <w:rtl/>
              </w:rPr>
              <w:t>جٌ</w:t>
            </w:r>
            <w:r w:rsidR="004C00A8">
              <w:rPr>
                <w:rtl/>
              </w:rPr>
              <w:t xml:space="preserve"> </w:t>
            </w:r>
            <w:r w:rsidRPr="009647FC">
              <w:rPr>
                <w:rtl/>
              </w:rPr>
              <w:t>يس</w:t>
            </w:r>
            <w:r w:rsidR="001C1D65" w:rsidRPr="009647FC">
              <w:rPr>
                <w:rtl/>
              </w:rPr>
              <w:t>لُّ</w:t>
            </w:r>
            <w:r w:rsidR="001C1D65">
              <w:rPr>
                <w:rtl/>
              </w:rPr>
              <w:t xml:space="preserve"> </w:t>
            </w:r>
            <w:r w:rsidRPr="009647FC">
              <w:rPr>
                <w:rtl/>
              </w:rPr>
              <w:t>من</w:t>
            </w:r>
            <w:r w:rsidR="001C1D65">
              <w:rPr>
                <w:rtl/>
              </w:rPr>
              <w:t xml:space="preserve"> </w:t>
            </w:r>
            <w:r w:rsidR="001C1D65" w:rsidRPr="009647FC">
              <w:rPr>
                <w:rtl/>
              </w:rPr>
              <w:t>ا</w:t>
            </w:r>
            <w:r w:rsidRPr="009647FC">
              <w:rPr>
                <w:rtl/>
              </w:rPr>
              <w:t>لل</w:t>
            </w:r>
            <w:r w:rsidR="001C1D65" w:rsidRPr="009647FC">
              <w:rPr>
                <w:rtl/>
              </w:rPr>
              <w:t>واحظ</w:t>
            </w:r>
            <w:r w:rsidR="001C1D65">
              <w:rPr>
                <w:rtl/>
              </w:rPr>
              <w:t xml:space="preserve"> </w:t>
            </w:r>
            <w:r w:rsidRPr="009647FC">
              <w:rPr>
                <w:rtl/>
              </w:rPr>
              <w:t>مر</w:t>
            </w:r>
            <w:r w:rsidR="001C1D65" w:rsidRPr="009647FC">
              <w:rPr>
                <w:rtl/>
              </w:rPr>
              <w:t>هفا</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Pr="00524A24" w:rsidRDefault="00A72677" w:rsidP="00697162">
            <w:pPr>
              <w:pStyle w:val="libPoem"/>
            </w:pPr>
            <w:r w:rsidRPr="009647FC">
              <w:rPr>
                <w:rtl/>
              </w:rPr>
              <w:t>يغد</w:t>
            </w:r>
            <w:r w:rsidR="001C1D65" w:rsidRPr="009647FC">
              <w:rPr>
                <w:rtl/>
              </w:rPr>
              <w:t>و</w:t>
            </w:r>
            <w:r w:rsidR="001C1D65">
              <w:rPr>
                <w:rtl/>
              </w:rPr>
              <w:t xml:space="preserve"> </w:t>
            </w:r>
            <w:r w:rsidRPr="009647FC">
              <w:rPr>
                <w:rtl/>
              </w:rPr>
              <w:t>علي</w:t>
            </w:r>
            <w:r w:rsidR="001C1D65" w:rsidRPr="009647FC">
              <w:rPr>
                <w:rtl/>
              </w:rPr>
              <w:t>ه</w:t>
            </w:r>
            <w:r w:rsidR="001C1D65">
              <w:rPr>
                <w:rtl/>
              </w:rPr>
              <w:t xml:space="preserve"> </w:t>
            </w:r>
            <w:r w:rsidRPr="009647FC">
              <w:rPr>
                <w:rtl/>
              </w:rPr>
              <w:t>قتي</w:t>
            </w:r>
            <w:r w:rsidR="001C1D65" w:rsidRPr="009647FC">
              <w:rPr>
                <w:rtl/>
              </w:rPr>
              <w:t>له</w:t>
            </w:r>
            <w:r w:rsidR="001C1D65">
              <w:rPr>
                <w:rtl/>
              </w:rPr>
              <w:t xml:space="preserve"> </w:t>
            </w:r>
            <w:r w:rsidRPr="009647FC">
              <w:rPr>
                <w:rtl/>
              </w:rPr>
              <w:t>محس</w:t>
            </w:r>
            <w:r w:rsidR="001C1D65" w:rsidRPr="009647FC">
              <w:rPr>
                <w:rtl/>
              </w:rPr>
              <w:t>ودا</w:t>
            </w:r>
            <w:r w:rsidR="001C1D65"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المخطوطتين</w:t>
      </w:r>
      <w:r w:rsidR="00D769AB">
        <w:rPr>
          <w:rtl/>
        </w:rPr>
        <w:t>:</w:t>
      </w:r>
      <w:r w:rsidRPr="009647FC">
        <w:rPr>
          <w:rtl/>
        </w:rPr>
        <w:t xml:space="preserve"> لا بل</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أجمل تورية جاء بها الشاعر في هذا البيت</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الديوان المخطوط</w:t>
      </w:r>
      <w:r w:rsidR="00D769AB">
        <w:rPr>
          <w:rtl/>
        </w:rPr>
        <w:t>:</w:t>
      </w:r>
      <w:r w:rsidRPr="009647FC">
        <w:rPr>
          <w:rtl/>
        </w:rPr>
        <w:t xml:space="preserve"> ابن أمّ الموت</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1C1D65" w:rsidRPr="00524A24" w:rsidTr="001C1D65">
        <w:trPr>
          <w:trHeight w:val="350"/>
        </w:trPr>
        <w:tc>
          <w:tcPr>
            <w:tcW w:w="3902" w:type="dxa"/>
          </w:tcPr>
          <w:p w:rsidR="001C1D65" w:rsidRPr="00524A24" w:rsidRDefault="00A72677" w:rsidP="00697162">
            <w:pPr>
              <w:pStyle w:val="libPoem"/>
            </w:pPr>
            <w:r w:rsidRPr="00A72677">
              <w:rPr>
                <w:rtl/>
              </w:rPr>
              <w:lastRenderedPageBreak/>
              <w:t>هو</w:t>
            </w:r>
            <w:r w:rsidR="001C1D65" w:rsidRPr="00A72677">
              <w:rPr>
                <w:rtl/>
              </w:rPr>
              <w:t xml:space="preserve"> م</w:t>
            </w:r>
            <w:r w:rsidRPr="00A72677">
              <w:rPr>
                <w:rtl/>
              </w:rPr>
              <w:t>ُن</w:t>
            </w:r>
            <w:r w:rsidR="001C1D65" w:rsidRPr="00A72677">
              <w:rPr>
                <w:rtl/>
              </w:rPr>
              <w:t xml:space="preserve">تضىً </w:t>
            </w:r>
            <w:r w:rsidRPr="00A72677">
              <w:rPr>
                <w:rtl/>
              </w:rPr>
              <w:t>في</w:t>
            </w:r>
            <w:r w:rsidR="001C1D65" w:rsidRPr="00A72677">
              <w:rPr>
                <w:rtl/>
              </w:rPr>
              <w:t xml:space="preserve"> ا</w:t>
            </w:r>
            <w:r w:rsidRPr="00A72677">
              <w:rPr>
                <w:rtl/>
              </w:rPr>
              <w:t>لج</w:t>
            </w:r>
            <w:r w:rsidR="001C1D65" w:rsidRPr="00A72677">
              <w:rPr>
                <w:rtl/>
              </w:rPr>
              <w:t>فن إلاّ أن</w:t>
            </w:r>
            <w:r w:rsidRPr="00A72677">
              <w:rPr>
                <w:rtl/>
              </w:rPr>
              <w:t>ّه</w:t>
            </w:r>
            <w:r w:rsidR="001C1D65"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A72677" w:rsidP="00697162">
            <w:pPr>
              <w:pStyle w:val="libPoem"/>
            </w:pPr>
            <w:r w:rsidRPr="00A72677">
              <w:rPr>
                <w:rtl/>
              </w:rPr>
              <w:t>بين</w:t>
            </w:r>
            <w:r w:rsidR="001C1D65" w:rsidRPr="00A72677">
              <w:rPr>
                <w:rtl/>
              </w:rPr>
              <w:t xml:space="preserve"> ا</w:t>
            </w:r>
            <w:r w:rsidRPr="00A72677">
              <w:rPr>
                <w:rtl/>
              </w:rPr>
              <w:t>لجو</w:t>
            </w:r>
            <w:r w:rsidR="001C1D65" w:rsidRPr="00A72677">
              <w:rPr>
                <w:rtl/>
              </w:rPr>
              <w:t xml:space="preserve">انح </w:t>
            </w:r>
            <w:r w:rsidRPr="00A72677">
              <w:rPr>
                <w:rtl/>
              </w:rPr>
              <w:t>يغت</w:t>
            </w:r>
            <w:r w:rsidR="001C1D65" w:rsidRPr="00A72677">
              <w:rPr>
                <w:rtl/>
              </w:rPr>
              <w:t xml:space="preserve">دي </w:t>
            </w:r>
            <w:r w:rsidRPr="00A72677">
              <w:rPr>
                <w:rtl/>
              </w:rPr>
              <w:t>مغ</w:t>
            </w:r>
            <w:r w:rsidR="001C1D65" w:rsidRPr="00A72677">
              <w:rPr>
                <w:rtl/>
              </w:rPr>
              <w:t>مودا</w:t>
            </w:r>
            <w:r w:rsidR="001C1D65" w:rsidRPr="00A72677">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A72677">
              <w:rPr>
                <w:rtl/>
              </w:rPr>
              <w:t>أ</w:t>
            </w:r>
            <w:r w:rsidR="00A72677" w:rsidRPr="00A72677">
              <w:rPr>
                <w:rtl/>
              </w:rPr>
              <w:t>ضح</w:t>
            </w:r>
            <w:r w:rsidRPr="00A72677">
              <w:rPr>
                <w:rtl/>
              </w:rPr>
              <w:t>ت ضرائبه</w:t>
            </w:r>
            <w:r w:rsidRPr="00A72677">
              <w:rPr>
                <w:rStyle w:val="libFootnotenumChar"/>
                <w:rtl/>
              </w:rPr>
              <w:t>(1)</w:t>
            </w:r>
            <w:r w:rsidRPr="00A72677">
              <w:rPr>
                <w:rtl/>
              </w:rPr>
              <w:t xml:space="preserve"> القلوب تعدّ أد</w:t>
            </w:r>
            <w:r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A72677" w:rsidP="00697162">
            <w:pPr>
              <w:pStyle w:val="libPoem"/>
            </w:pPr>
            <w:r w:rsidRPr="00A72677">
              <w:rPr>
                <w:rtl/>
              </w:rPr>
              <w:t>ماها</w:t>
            </w:r>
            <w:r w:rsidR="004C00A8">
              <w:rPr>
                <w:rtl/>
              </w:rPr>
              <w:t xml:space="preserve"> </w:t>
            </w:r>
            <w:r w:rsidRPr="00A72677">
              <w:rPr>
                <w:rtl/>
              </w:rPr>
              <w:t>به</w:t>
            </w:r>
            <w:r w:rsidR="001C1D65" w:rsidRPr="00A72677">
              <w:rPr>
                <w:rtl/>
              </w:rPr>
              <w:t>، و</w:t>
            </w:r>
            <w:r w:rsidRPr="00A72677">
              <w:rPr>
                <w:rtl/>
              </w:rPr>
              <w:t>هو</w:t>
            </w:r>
            <w:r w:rsidR="001C1D65" w:rsidRPr="00A72677">
              <w:rPr>
                <w:rtl/>
              </w:rPr>
              <w:t xml:space="preserve"> ا</w:t>
            </w:r>
            <w:r w:rsidRPr="00A72677">
              <w:rPr>
                <w:rtl/>
              </w:rPr>
              <w:t>لش</w:t>
            </w:r>
            <w:r w:rsidR="001C1D65" w:rsidRPr="00A72677">
              <w:rPr>
                <w:rtl/>
              </w:rPr>
              <w:t xml:space="preserve">قيُّ، </w:t>
            </w:r>
            <w:r w:rsidRPr="00A72677">
              <w:rPr>
                <w:rtl/>
              </w:rPr>
              <w:t>سع</w:t>
            </w:r>
            <w:r w:rsidR="001C1D65" w:rsidRPr="00A72677">
              <w:rPr>
                <w:rtl/>
              </w:rPr>
              <w:t>يدا</w:t>
            </w:r>
            <w:r w:rsidR="001C1D65" w:rsidRPr="00A72677">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A72677">
              <w:rPr>
                <w:rtl/>
              </w:rPr>
              <w:t>و</w:t>
            </w:r>
            <w:r w:rsidR="00A72677" w:rsidRPr="00A72677">
              <w:rPr>
                <w:rtl/>
              </w:rPr>
              <w:t>شقي</w:t>
            </w:r>
            <w:r w:rsidRPr="00A72677">
              <w:rPr>
                <w:rtl/>
              </w:rPr>
              <w:t xml:space="preserve">قُ </w:t>
            </w:r>
            <w:r w:rsidR="00A72677" w:rsidRPr="00A72677">
              <w:rPr>
                <w:rtl/>
              </w:rPr>
              <w:t>خد</w:t>
            </w:r>
            <w:r w:rsidRPr="00A72677">
              <w:rPr>
                <w:rtl/>
              </w:rPr>
              <w:t>يه ا</w:t>
            </w:r>
            <w:r w:rsidR="00A72677" w:rsidRPr="00A72677">
              <w:rPr>
                <w:rtl/>
              </w:rPr>
              <w:t>لن</w:t>
            </w:r>
            <w:r w:rsidRPr="00A72677">
              <w:rPr>
                <w:rtl/>
              </w:rPr>
              <w:t xml:space="preserve">قيُّ </w:t>
            </w:r>
            <w:r w:rsidR="00A72677" w:rsidRPr="00A72677">
              <w:rPr>
                <w:rtl/>
              </w:rPr>
              <w:t>من</w:t>
            </w:r>
            <w:r w:rsidRPr="00A72677">
              <w:rPr>
                <w:rtl/>
              </w:rPr>
              <w:t xml:space="preserve"> ا</w:t>
            </w:r>
            <w:r w:rsidR="00A72677" w:rsidRPr="00A72677">
              <w:rPr>
                <w:rtl/>
              </w:rPr>
              <w:t>لح</w:t>
            </w:r>
            <w:r w:rsidRPr="00A72677">
              <w:rPr>
                <w:rtl/>
              </w:rPr>
              <w:t>يا</w:t>
            </w:r>
            <w:r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1C1D65" w:rsidP="00697162">
            <w:pPr>
              <w:pStyle w:val="libPoem"/>
            </w:pPr>
            <w:r w:rsidRPr="00A72677">
              <w:rPr>
                <w:rtl/>
              </w:rPr>
              <w:t>أ</w:t>
            </w:r>
            <w:r w:rsidR="00A72677" w:rsidRPr="00A72677">
              <w:rPr>
                <w:rtl/>
              </w:rPr>
              <w:t>ضح</w:t>
            </w:r>
            <w:r w:rsidRPr="00A72677">
              <w:rPr>
                <w:rtl/>
              </w:rPr>
              <w:t xml:space="preserve">ى </w:t>
            </w:r>
            <w:r w:rsidR="00A72677" w:rsidRPr="00A72677">
              <w:rPr>
                <w:rtl/>
              </w:rPr>
              <w:t>بع</w:t>
            </w:r>
            <w:r w:rsidRPr="00A72677">
              <w:rPr>
                <w:rtl/>
              </w:rPr>
              <w:t xml:space="preserve">قربِ </w:t>
            </w:r>
            <w:r w:rsidR="00A72677" w:rsidRPr="00A72677">
              <w:rPr>
                <w:rtl/>
              </w:rPr>
              <w:t>صد</w:t>
            </w:r>
            <w:r w:rsidRPr="00A72677">
              <w:rPr>
                <w:rtl/>
              </w:rPr>
              <w:t xml:space="preserve">غهِ </w:t>
            </w:r>
            <w:r w:rsidR="00A72677" w:rsidRPr="00A72677">
              <w:rPr>
                <w:rtl/>
              </w:rPr>
              <w:t>مر</w:t>
            </w:r>
            <w:r w:rsidRPr="00A72677">
              <w:rPr>
                <w:rtl/>
              </w:rPr>
              <w:t>صودا</w:t>
            </w:r>
            <w:r w:rsidRPr="00A72677">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A72677">
              <w:rPr>
                <w:rtl/>
              </w:rPr>
              <w:t>ي</w:t>
            </w:r>
            <w:r w:rsidR="00A72677" w:rsidRPr="00A72677">
              <w:rPr>
                <w:rtl/>
              </w:rPr>
              <w:t>ُم</w:t>
            </w:r>
            <w:r w:rsidRPr="00A72677">
              <w:rPr>
                <w:rtl/>
              </w:rPr>
              <w:t xml:space="preserve">سي </w:t>
            </w:r>
            <w:r w:rsidR="00A72677" w:rsidRPr="00A72677">
              <w:rPr>
                <w:rtl/>
              </w:rPr>
              <w:t>سل</w:t>
            </w:r>
            <w:r w:rsidRPr="00A72677">
              <w:rPr>
                <w:rtl/>
              </w:rPr>
              <w:t xml:space="preserve">يماً </w:t>
            </w:r>
            <w:r w:rsidR="00A72677" w:rsidRPr="00A72677">
              <w:rPr>
                <w:rtl/>
              </w:rPr>
              <w:t>يش</w:t>
            </w:r>
            <w:r w:rsidRPr="00A72677">
              <w:rPr>
                <w:rtl/>
              </w:rPr>
              <w:t xml:space="preserve">تفي </w:t>
            </w:r>
            <w:r w:rsidR="00A72677" w:rsidRPr="00A72677">
              <w:rPr>
                <w:rtl/>
              </w:rPr>
              <w:t>با</w:t>
            </w:r>
            <w:r w:rsidRPr="00A72677">
              <w:rPr>
                <w:rtl/>
              </w:rPr>
              <w:t>لريق م</w:t>
            </w:r>
            <w:r w:rsidR="00677BC4">
              <w:rPr>
                <w:rtl/>
              </w:rPr>
              <w:t>َ</w:t>
            </w:r>
            <w:r w:rsidR="00A72677" w:rsidRPr="00A72677">
              <w:rPr>
                <w:rtl/>
              </w:rPr>
              <w:t>ن</w:t>
            </w:r>
            <w:r w:rsidRPr="00A72677">
              <w:rPr>
                <w:rtl/>
              </w:rPr>
              <w:t>ْ</w:t>
            </w:r>
            <w:r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A72677" w:rsidP="00697162">
            <w:pPr>
              <w:pStyle w:val="libPoem"/>
            </w:pPr>
            <w:r w:rsidRPr="00A72677">
              <w:rPr>
                <w:rtl/>
              </w:rPr>
              <w:t>بالل</w:t>
            </w:r>
            <w:r w:rsidR="001C1D65" w:rsidRPr="00A72677">
              <w:rPr>
                <w:rtl/>
              </w:rPr>
              <w:t xml:space="preserve">ثم بات </w:t>
            </w:r>
            <w:r w:rsidRPr="00A72677">
              <w:rPr>
                <w:rtl/>
              </w:rPr>
              <w:t>بقط</w:t>
            </w:r>
            <w:r w:rsidR="001C1D65" w:rsidRPr="00A72677">
              <w:rPr>
                <w:rtl/>
              </w:rPr>
              <w:t xml:space="preserve">فه </w:t>
            </w:r>
            <w:r w:rsidRPr="00A72677">
              <w:rPr>
                <w:rtl/>
              </w:rPr>
              <w:t>معم</w:t>
            </w:r>
            <w:r w:rsidR="001C1D65" w:rsidRPr="00A72677">
              <w:rPr>
                <w:rtl/>
              </w:rPr>
              <w:t>ودا</w:t>
            </w:r>
            <w:r w:rsidR="001C1D65" w:rsidRPr="00A72677">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A72677">
              <w:rPr>
                <w:rtl/>
              </w:rPr>
              <w:t xml:space="preserve">كم بتُّ </w:t>
            </w:r>
            <w:r w:rsidR="00A72677" w:rsidRPr="00A72677">
              <w:rPr>
                <w:rtl/>
              </w:rPr>
              <w:t>مع</w:t>
            </w:r>
            <w:r w:rsidRPr="00A72677">
              <w:rPr>
                <w:rtl/>
              </w:rPr>
              <w:t xml:space="preserve">تنقاً </w:t>
            </w:r>
            <w:r w:rsidR="00A72677" w:rsidRPr="00A72677">
              <w:rPr>
                <w:rtl/>
              </w:rPr>
              <w:t>له</w:t>
            </w:r>
            <w:r w:rsidRPr="00A72677">
              <w:rPr>
                <w:rtl/>
              </w:rPr>
              <w:t xml:space="preserve">ُ </w:t>
            </w:r>
            <w:r w:rsidR="00A72677" w:rsidRPr="00A72677">
              <w:rPr>
                <w:rtl/>
              </w:rPr>
              <w:t>في</w:t>
            </w:r>
            <w:r w:rsidRPr="00A72677">
              <w:rPr>
                <w:rtl/>
              </w:rPr>
              <w:t xml:space="preserve"> </w:t>
            </w:r>
            <w:r w:rsidR="00A72677" w:rsidRPr="00A72677">
              <w:rPr>
                <w:rtl/>
              </w:rPr>
              <w:t>لي</w:t>
            </w:r>
            <w:r w:rsidRPr="00A72677">
              <w:rPr>
                <w:rtl/>
              </w:rPr>
              <w:t>لةٍ</w:t>
            </w:r>
            <w:r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1C1D65" w:rsidP="00697162">
            <w:pPr>
              <w:pStyle w:val="libPoem"/>
            </w:pPr>
            <w:r w:rsidRPr="00A72677">
              <w:rPr>
                <w:rtl/>
              </w:rPr>
              <w:t>بات ا</w:t>
            </w:r>
            <w:r w:rsidR="00A72677" w:rsidRPr="00A72677">
              <w:rPr>
                <w:rtl/>
              </w:rPr>
              <w:t>لع</w:t>
            </w:r>
            <w:r w:rsidRPr="00A72677">
              <w:rPr>
                <w:rtl/>
              </w:rPr>
              <w:t xml:space="preserve">فافُ </w:t>
            </w:r>
            <w:r w:rsidR="00A72677" w:rsidRPr="00A72677">
              <w:rPr>
                <w:rtl/>
              </w:rPr>
              <w:t>به</w:t>
            </w:r>
            <w:r w:rsidRPr="00A72677">
              <w:rPr>
                <w:rtl/>
              </w:rPr>
              <w:t xml:space="preserve">ا </w:t>
            </w:r>
            <w:r w:rsidR="00A72677" w:rsidRPr="00A72677">
              <w:rPr>
                <w:rtl/>
              </w:rPr>
              <w:t>عل</w:t>
            </w:r>
            <w:r w:rsidRPr="00A72677">
              <w:rPr>
                <w:rtl/>
              </w:rPr>
              <w:t>ىّ</w:t>
            </w:r>
            <w:r w:rsidR="00677BC4">
              <w:rPr>
                <w:rtl/>
              </w:rPr>
              <w:t>َ</w:t>
            </w:r>
            <w:r w:rsidRPr="00A72677">
              <w:rPr>
                <w:rtl/>
              </w:rPr>
              <w:t xml:space="preserve"> </w:t>
            </w:r>
            <w:r w:rsidR="00A72677" w:rsidRPr="00A72677">
              <w:rPr>
                <w:rtl/>
              </w:rPr>
              <w:t>شه</w:t>
            </w:r>
            <w:r w:rsidRPr="00A72677">
              <w:rPr>
                <w:rtl/>
              </w:rPr>
              <w:t>يدا</w:t>
            </w:r>
            <w:r w:rsidRPr="00A72677">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A72677">
              <w:rPr>
                <w:rtl/>
              </w:rPr>
              <w:t>و</w:t>
            </w:r>
            <w:r w:rsidR="00A72677" w:rsidRPr="00A72677">
              <w:rPr>
                <w:rtl/>
              </w:rPr>
              <w:t>كأ</w:t>
            </w:r>
            <w:r w:rsidRPr="00A72677">
              <w:rPr>
                <w:rtl/>
              </w:rPr>
              <w:t>ن</w:t>
            </w:r>
            <w:r w:rsidR="00A72677" w:rsidRPr="00A72677">
              <w:rPr>
                <w:rtl/>
              </w:rPr>
              <w:t>ّم</w:t>
            </w:r>
            <w:r w:rsidRPr="00A72677">
              <w:rPr>
                <w:rtl/>
              </w:rPr>
              <w:t xml:space="preserve">ا </w:t>
            </w:r>
            <w:r w:rsidR="00A72677" w:rsidRPr="00A72677">
              <w:rPr>
                <w:rtl/>
              </w:rPr>
              <w:t>في</w:t>
            </w:r>
            <w:r w:rsidRPr="00A72677">
              <w:rPr>
                <w:rtl/>
              </w:rPr>
              <w:t xml:space="preserve"> الأ</w:t>
            </w:r>
            <w:r w:rsidR="00A72677" w:rsidRPr="00A72677">
              <w:rPr>
                <w:rtl/>
              </w:rPr>
              <w:t>فق</w:t>
            </w:r>
            <w:r w:rsidRPr="00A72677">
              <w:rPr>
                <w:rtl/>
              </w:rPr>
              <w:t xml:space="preserve"> </w:t>
            </w:r>
            <w:r w:rsidR="00A72677" w:rsidRPr="00A72677">
              <w:rPr>
                <w:rtl/>
              </w:rPr>
              <w:t>ها</w:t>
            </w:r>
            <w:r w:rsidRPr="00A72677">
              <w:rPr>
                <w:rtl/>
              </w:rPr>
              <w:t xml:space="preserve">لةُ </w:t>
            </w:r>
            <w:r w:rsidR="00A72677" w:rsidRPr="00A72677">
              <w:rPr>
                <w:rtl/>
              </w:rPr>
              <w:t>بد</w:t>
            </w:r>
            <w:r w:rsidRPr="00A72677">
              <w:rPr>
                <w:rtl/>
              </w:rPr>
              <w:t>رها</w:t>
            </w:r>
            <w:r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1C1D65" w:rsidP="00697162">
            <w:pPr>
              <w:pStyle w:val="libPoem"/>
            </w:pPr>
            <w:r w:rsidRPr="00A72677">
              <w:rPr>
                <w:rtl/>
              </w:rPr>
              <w:t>و</w:t>
            </w:r>
            <w:r w:rsidR="00A72677" w:rsidRPr="00A72677">
              <w:rPr>
                <w:rtl/>
              </w:rPr>
              <w:t>به</w:t>
            </w:r>
            <w:r w:rsidRPr="00A72677">
              <w:rPr>
                <w:rtl/>
              </w:rPr>
              <w:t>ا ا</w:t>
            </w:r>
            <w:r w:rsidR="00A72677" w:rsidRPr="00A72677">
              <w:rPr>
                <w:rtl/>
              </w:rPr>
              <w:t>لك</w:t>
            </w:r>
            <w:r w:rsidRPr="00A72677">
              <w:rPr>
                <w:rtl/>
              </w:rPr>
              <w:t xml:space="preserve">واكب </w:t>
            </w:r>
            <w:r w:rsidR="00A72677" w:rsidRPr="00A72677">
              <w:rPr>
                <w:rtl/>
              </w:rPr>
              <w:t>قد</w:t>
            </w:r>
            <w:r w:rsidRPr="00A72677">
              <w:rPr>
                <w:rtl/>
              </w:rPr>
              <w:t xml:space="preserve"> </w:t>
            </w:r>
            <w:r w:rsidR="00A72677" w:rsidRPr="00A72677">
              <w:rPr>
                <w:rtl/>
              </w:rPr>
              <w:t>طل</w:t>
            </w:r>
            <w:r w:rsidRPr="00A72677">
              <w:rPr>
                <w:rtl/>
              </w:rPr>
              <w:t>عن</w:t>
            </w:r>
            <w:r w:rsidR="00677BC4">
              <w:rPr>
                <w:rtl/>
              </w:rPr>
              <w:t>َ</w:t>
            </w:r>
            <w:r w:rsidRPr="00A72677">
              <w:rPr>
                <w:rtl/>
              </w:rPr>
              <w:t xml:space="preserve"> </w:t>
            </w:r>
            <w:r w:rsidR="00A72677" w:rsidRPr="00A72677">
              <w:rPr>
                <w:rtl/>
              </w:rPr>
              <w:t>سع</w:t>
            </w:r>
            <w:r w:rsidRPr="00A72677">
              <w:rPr>
                <w:rtl/>
              </w:rPr>
              <w:t>ودا</w:t>
            </w:r>
            <w:r w:rsidRPr="00A72677">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A72677">
              <w:rPr>
                <w:rtl/>
              </w:rPr>
              <w:t>نادٍ (</w:t>
            </w:r>
            <w:r w:rsidR="00A72677" w:rsidRPr="00A72677">
              <w:rPr>
                <w:rtl/>
              </w:rPr>
              <w:t>محم</w:t>
            </w:r>
            <w:r w:rsidRPr="00A72677">
              <w:rPr>
                <w:rtl/>
              </w:rPr>
              <w:t xml:space="preserve">دُ) </w:t>
            </w:r>
            <w:r w:rsidR="00A72677" w:rsidRPr="00A72677">
              <w:rPr>
                <w:rtl/>
              </w:rPr>
              <w:t>حل</w:t>
            </w:r>
            <w:r w:rsidRPr="00A72677">
              <w:rPr>
                <w:rtl/>
              </w:rPr>
              <w:t>ّ</w:t>
            </w:r>
            <w:r w:rsidR="00677BC4">
              <w:rPr>
                <w:rtl/>
              </w:rPr>
              <w:t>َ</w:t>
            </w:r>
            <w:r w:rsidRPr="00A72677">
              <w:rPr>
                <w:rtl/>
              </w:rPr>
              <w:t xml:space="preserve"> </w:t>
            </w:r>
            <w:r w:rsidR="00A72677" w:rsidRPr="00A72677">
              <w:rPr>
                <w:rtl/>
              </w:rPr>
              <w:t>في</w:t>
            </w:r>
            <w:r w:rsidRPr="00A72677">
              <w:rPr>
                <w:rtl/>
              </w:rPr>
              <w:t>ه وو</w:t>
            </w:r>
            <w:r w:rsidR="00A72677" w:rsidRPr="00A72677">
              <w:rPr>
                <w:rtl/>
              </w:rPr>
              <w:t>لد</w:t>
            </w:r>
            <w:r w:rsidRPr="00A72677">
              <w:rPr>
                <w:rtl/>
              </w:rPr>
              <w:t>ه</w:t>
            </w:r>
            <w:r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A72677" w:rsidP="00697162">
            <w:pPr>
              <w:pStyle w:val="libPoem"/>
            </w:pPr>
            <w:r w:rsidRPr="00A72677">
              <w:rPr>
                <w:rtl/>
              </w:rPr>
              <w:t>بعل</w:t>
            </w:r>
            <w:r w:rsidR="001C1D65" w:rsidRPr="00A72677">
              <w:rPr>
                <w:rtl/>
              </w:rPr>
              <w:t xml:space="preserve">اه </w:t>
            </w:r>
            <w:r w:rsidRPr="00A72677">
              <w:rPr>
                <w:rtl/>
              </w:rPr>
              <w:t>حف</w:t>
            </w:r>
            <w:r w:rsidR="001C1D65" w:rsidRPr="00A72677">
              <w:rPr>
                <w:rtl/>
              </w:rPr>
              <w:t>ّ</w:t>
            </w:r>
            <w:r w:rsidR="00677BC4">
              <w:rPr>
                <w:rtl/>
              </w:rPr>
              <w:t>َ</w:t>
            </w:r>
            <w:r w:rsidRPr="00A72677">
              <w:rPr>
                <w:rtl/>
              </w:rPr>
              <w:t>ت</w:t>
            </w:r>
            <w:r w:rsidR="001C1D65" w:rsidRPr="00A72677">
              <w:rPr>
                <w:rtl/>
              </w:rPr>
              <w:t xml:space="preserve"> </w:t>
            </w:r>
            <w:r w:rsidRPr="00A72677">
              <w:rPr>
                <w:rtl/>
              </w:rPr>
              <w:t>ناشئ</w:t>
            </w:r>
            <w:r w:rsidR="001C1D65" w:rsidRPr="00A72677">
              <w:rPr>
                <w:rtl/>
              </w:rPr>
              <w:t>اً وو</w:t>
            </w:r>
            <w:r w:rsidRPr="00A72677">
              <w:rPr>
                <w:rtl/>
              </w:rPr>
              <w:t>ليد</w:t>
            </w:r>
            <w:r w:rsidR="001C1D65" w:rsidRPr="00A72677">
              <w:rPr>
                <w:rtl/>
              </w:rPr>
              <w:t>ا</w:t>
            </w:r>
            <w:r w:rsidR="001C1D65" w:rsidRPr="00A72677">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هو</w:t>
            </w:r>
            <w:r w:rsidR="001C1D65">
              <w:rPr>
                <w:rtl/>
              </w:rPr>
              <w:t xml:space="preserve"> </w:t>
            </w:r>
            <w:r w:rsidR="001C1D65" w:rsidRPr="009647FC">
              <w:rPr>
                <w:rtl/>
              </w:rPr>
              <w:t>دارهُ</w:t>
            </w:r>
            <w:r w:rsidR="001C1D65">
              <w:rPr>
                <w:rtl/>
              </w:rPr>
              <w:t xml:space="preserve"> </w:t>
            </w:r>
            <w:r w:rsidR="001C1D65" w:rsidRPr="009647FC">
              <w:rPr>
                <w:rtl/>
              </w:rPr>
              <w:t>ا</w:t>
            </w:r>
            <w:r w:rsidRPr="009647FC">
              <w:rPr>
                <w:rtl/>
              </w:rPr>
              <w:t>لش</w:t>
            </w:r>
            <w:r w:rsidR="001C1D65" w:rsidRPr="009647FC">
              <w:rPr>
                <w:rtl/>
              </w:rPr>
              <w:t>رف</w:t>
            </w:r>
            <w:r w:rsidR="001C1D65">
              <w:rPr>
                <w:rtl/>
              </w:rPr>
              <w:t xml:space="preserve"> </w:t>
            </w:r>
            <w:r w:rsidR="001C1D65" w:rsidRPr="009647FC">
              <w:rPr>
                <w:rtl/>
              </w:rPr>
              <w:t>ا</w:t>
            </w:r>
            <w:r w:rsidRPr="009647FC">
              <w:rPr>
                <w:rtl/>
              </w:rPr>
              <w:t>لت</w:t>
            </w:r>
            <w:r w:rsidR="001C1D65" w:rsidRPr="009647FC">
              <w:rPr>
                <w:rtl/>
              </w:rPr>
              <w:t>ي</w:t>
            </w:r>
            <w:r w:rsidR="001C1D65">
              <w:rPr>
                <w:rtl/>
              </w:rPr>
              <w:t xml:space="preserve"> </w:t>
            </w:r>
            <w:r w:rsidRPr="009647FC">
              <w:rPr>
                <w:rtl/>
              </w:rPr>
              <w:t>قد</w:t>
            </w:r>
            <w:r w:rsidR="001C1D65">
              <w:rPr>
                <w:rtl/>
              </w:rPr>
              <w:t xml:space="preserve"> </w:t>
            </w:r>
            <w:r w:rsidR="001C1D65" w:rsidRPr="009647FC">
              <w:rPr>
                <w:rtl/>
              </w:rPr>
              <w:t>مهّدت</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1C1D65" w:rsidP="00697162">
            <w:pPr>
              <w:pStyle w:val="libPoem"/>
            </w:pPr>
            <w:r w:rsidRPr="009647FC">
              <w:rPr>
                <w:rtl/>
              </w:rPr>
              <w:t>أ</w:t>
            </w:r>
            <w:r w:rsidR="00A72677" w:rsidRPr="009647FC">
              <w:rPr>
                <w:rtl/>
              </w:rPr>
              <w:t>بد</w:t>
            </w:r>
            <w:r w:rsidRPr="004E7EC6">
              <w:rPr>
                <w:rStyle w:val="libFootnotenumChar"/>
                <w:rtl/>
              </w:rPr>
              <w:t>(2)</w:t>
            </w:r>
            <w:r w:rsidR="004C00A8">
              <w:rPr>
                <w:rtl/>
              </w:rPr>
              <w:t xml:space="preserve"> </w:t>
            </w:r>
            <w:r w:rsidRPr="009647FC">
              <w:rPr>
                <w:rtl/>
              </w:rPr>
              <w:t>ا</w:t>
            </w:r>
            <w:r w:rsidR="00A72677" w:rsidRPr="009647FC">
              <w:rPr>
                <w:rtl/>
              </w:rPr>
              <w:t>لز</w:t>
            </w:r>
            <w:r w:rsidRPr="009647FC">
              <w:rPr>
                <w:rtl/>
              </w:rPr>
              <w:t>مان</w:t>
            </w:r>
            <w:r>
              <w:rPr>
                <w:rtl/>
              </w:rPr>
              <w:t xml:space="preserve"> </w:t>
            </w:r>
            <w:r w:rsidR="00A72677" w:rsidRPr="009647FC">
              <w:rPr>
                <w:rtl/>
              </w:rPr>
              <w:t>بع</w:t>
            </w:r>
            <w:r w:rsidRPr="009647FC">
              <w:rPr>
                <w:rtl/>
              </w:rPr>
              <w:t>زِّهم</w:t>
            </w:r>
            <w:r>
              <w:rPr>
                <w:rtl/>
              </w:rPr>
              <w:t xml:space="preserve"> </w:t>
            </w:r>
            <w:r w:rsidR="00A72677" w:rsidRPr="009647FC">
              <w:rPr>
                <w:rtl/>
              </w:rPr>
              <w:t>تم</w:t>
            </w:r>
            <w:r w:rsidRPr="009647FC">
              <w:rPr>
                <w:rtl/>
              </w:rPr>
              <w:t>هيدا</w:t>
            </w:r>
            <w:r w:rsidRPr="00725071">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فر</w:t>
            </w:r>
            <w:r w:rsidR="001C1D65" w:rsidRPr="009647FC">
              <w:rPr>
                <w:rtl/>
              </w:rPr>
              <w:t>شوا</w:t>
            </w:r>
            <w:r w:rsidR="001C1D65">
              <w:rPr>
                <w:rtl/>
              </w:rPr>
              <w:t xml:space="preserve"> </w:t>
            </w:r>
            <w:r w:rsidRPr="009647FC">
              <w:rPr>
                <w:rtl/>
              </w:rPr>
              <w:t>بس</w:t>
            </w:r>
            <w:r w:rsidR="001C1D65" w:rsidRPr="009647FC">
              <w:rPr>
                <w:rtl/>
              </w:rPr>
              <w:t>احة</w:t>
            </w:r>
            <w:r w:rsidR="001C1D65">
              <w:rPr>
                <w:rtl/>
              </w:rPr>
              <w:t xml:space="preserve"> </w:t>
            </w:r>
            <w:r w:rsidR="001C1D65" w:rsidRPr="009647FC">
              <w:rPr>
                <w:rtl/>
              </w:rPr>
              <w:t>أر</w:t>
            </w:r>
            <w:r w:rsidRPr="009647FC">
              <w:rPr>
                <w:rtl/>
              </w:rPr>
              <w:t>ضه</w:t>
            </w:r>
            <w:r w:rsidR="001C1D65" w:rsidRPr="009647FC">
              <w:rPr>
                <w:rtl/>
              </w:rPr>
              <w:t>ِ</w:t>
            </w:r>
            <w:r w:rsidR="001C1D65">
              <w:rPr>
                <w:rtl/>
              </w:rPr>
              <w:t xml:space="preserve"> </w:t>
            </w:r>
            <w:r w:rsidR="001C1D65" w:rsidRPr="009647FC">
              <w:rPr>
                <w:rtl/>
              </w:rPr>
              <w:t>القمرين</w:t>
            </w:r>
            <w:r w:rsidR="001C1D65">
              <w:rPr>
                <w:rtl/>
              </w:rPr>
              <w:t xml:space="preserve"> </w:t>
            </w:r>
            <w:r w:rsidR="001C1D65" w:rsidRPr="009647FC">
              <w:rPr>
                <w:rtl/>
              </w:rPr>
              <w:t>واتّـ</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1C1D65" w:rsidP="00697162">
            <w:pPr>
              <w:pStyle w:val="libPoem"/>
            </w:pPr>
            <w:r w:rsidRPr="009647FC">
              <w:rPr>
                <w:rtl/>
              </w:rPr>
              <w:t>كأوا</w:t>
            </w:r>
            <w:r>
              <w:rPr>
                <w:rtl/>
              </w:rPr>
              <w:t xml:space="preserve"> </w:t>
            </w:r>
            <w:r w:rsidR="00A72677" w:rsidRPr="009647FC">
              <w:rPr>
                <w:rtl/>
              </w:rPr>
              <w:t>عل</w:t>
            </w:r>
            <w:r w:rsidRPr="009647FC">
              <w:rPr>
                <w:rtl/>
              </w:rPr>
              <w:t>ى</w:t>
            </w:r>
            <w:r>
              <w:rPr>
                <w:rtl/>
              </w:rPr>
              <w:t xml:space="preserve"> </w:t>
            </w:r>
            <w:r w:rsidRPr="009647FC">
              <w:rPr>
                <w:rtl/>
              </w:rPr>
              <w:t>ز</w:t>
            </w:r>
            <w:r w:rsidR="00A72677" w:rsidRPr="009647FC">
              <w:rPr>
                <w:rtl/>
              </w:rPr>
              <w:t>هر</w:t>
            </w:r>
            <w:r>
              <w:rPr>
                <w:rtl/>
              </w:rPr>
              <w:t xml:space="preserve"> </w:t>
            </w:r>
            <w:r w:rsidRPr="009647FC">
              <w:rPr>
                <w:rtl/>
              </w:rPr>
              <w:t>ا</w:t>
            </w:r>
            <w:r w:rsidR="00A72677" w:rsidRPr="009647FC">
              <w:rPr>
                <w:rtl/>
              </w:rPr>
              <w:t>لن</w:t>
            </w:r>
            <w:r w:rsidRPr="009647FC">
              <w:rPr>
                <w:rtl/>
              </w:rPr>
              <w:t>جوم</w:t>
            </w:r>
            <w:r>
              <w:rPr>
                <w:rtl/>
              </w:rPr>
              <w:t xml:space="preserve"> </w:t>
            </w:r>
            <w:r w:rsidR="00A72677" w:rsidRPr="009647FC">
              <w:rPr>
                <w:rtl/>
              </w:rPr>
              <w:t>قع</w:t>
            </w:r>
            <w:r w:rsidRPr="009647FC">
              <w:rPr>
                <w:rtl/>
              </w:rPr>
              <w:t>ودا</w:t>
            </w:r>
            <w:r w:rsidRPr="00725071">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متع</w:t>
            </w:r>
            <w:r w:rsidR="001C1D65" w:rsidRPr="009647FC">
              <w:rPr>
                <w:rtl/>
              </w:rPr>
              <w:t>اقدين</w:t>
            </w:r>
            <w:r w:rsidR="001C1D65">
              <w:rPr>
                <w:rtl/>
              </w:rPr>
              <w:t xml:space="preserve"> </w:t>
            </w:r>
            <w:r w:rsidRPr="009647FC">
              <w:rPr>
                <w:rtl/>
              </w:rPr>
              <w:t>عل</w:t>
            </w:r>
            <w:r w:rsidR="001C1D65" w:rsidRPr="009647FC">
              <w:rPr>
                <w:rtl/>
              </w:rPr>
              <w:t>ى</w:t>
            </w:r>
            <w:r w:rsidR="001C1D65">
              <w:rPr>
                <w:rtl/>
              </w:rPr>
              <w:t xml:space="preserve"> </w:t>
            </w:r>
            <w:r w:rsidR="001C1D65" w:rsidRPr="009647FC">
              <w:rPr>
                <w:rtl/>
              </w:rPr>
              <w:t>ا</w:t>
            </w:r>
            <w:r w:rsidRPr="009647FC">
              <w:rPr>
                <w:rtl/>
              </w:rPr>
              <w:t>لم</w:t>
            </w:r>
            <w:r w:rsidR="001C1D65" w:rsidRPr="009647FC">
              <w:rPr>
                <w:rtl/>
              </w:rPr>
              <w:t>كارم</w:t>
            </w:r>
            <w:r w:rsidR="001C1D65">
              <w:rPr>
                <w:rtl/>
              </w:rPr>
              <w:t xml:space="preserve"> </w:t>
            </w:r>
            <w:r w:rsidR="001C1D65" w:rsidRPr="009647FC">
              <w:rPr>
                <w:rtl/>
              </w:rPr>
              <w:t>أ</w:t>
            </w:r>
            <w:r w:rsidRPr="009647FC">
              <w:rPr>
                <w:rtl/>
              </w:rPr>
              <w:t>حر</w:t>
            </w:r>
            <w:r w:rsidR="001C1D65" w:rsidRPr="009647FC">
              <w:rPr>
                <w:rtl/>
              </w:rPr>
              <w:t>زوا</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A72677" w:rsidP="00697162">
            <w:pPr>
              <w:pStyle w:val="libPoem"/>
            </w:pPr>
            <w:r w:rsidRPr="009647FC">
              <w:rPr>
                <w:rtl/>
              </w:rPr>
              <w:t>شر</w:t>
            </w:r>
            <w:r w:rsidR="001C1D65" w:rsidRPr="009647FC">
              <w:rPr>
                <w:rtl/>
              </w:rPr>
              <w:t>فاً</w:t>
            </w:r>
            <w:r w:rsidR="001C1D65">
              <w:rPr>
                <w:rtl/>
              </w:rPr>
              <w:t xml:space="preserve"> </w:t>
            </w:r>
            <w:r w:rsidRPr="009647FC">
              <w:rPr>
                <w:rtl/>
              </w:rPr>
              <w:t>تم</w:t>
            </w:r>
            <w:r w:rsidR="001C1D65" w:rsidRPr="009647FC">
              <w:rPr>
                <w:rtl/>
              </w:rPr>
              <w:t>اثل</w:t>
            </w:r>
            <w:r w:rsidR="001C1D65">
              <w:rPr>
                <w:rtl/>
              </w:rPr>
              <w:t xml:space="preserve"> </w:t>
            </w:r>
            <w:r w:rsidRPr="009647FC">
              <w:rPr>
                <w:rtl/>
              </w:rPr>
              <w:t>طا</w:t>
            </w:r>
            <w:r w:rsidR="001C1D65" w:rsidRPr="009647FC">
              <w:rPr>
                <w:rtl/>
              </w:rPr>
              <w:t>رفاً</w:t>
            </w:r>
            <w:r w:rsidR="001C1D65">
              <w:rPr>
                <w:rtl/>
              </w:rPr>
              <w:t xml:space="preserve"> </w:t>
            </w:r>
            <w:r w:rsidR="001C1D65" w:rsidRPr="009647FC">
              <w:rPr>
                <w:rtl/>
              </w:rPr>
              <w:t>و</w:t>
            </w:r>
            <w:r w:rsidRPr="009647FC">
              <w:rPr>
                <w:rtl/>
              </w:rPr>
              <w:t>تل</w:t>
            </w:r>
            <w:r w:rsidR="001C1D65" w:rsidRPr="009647FC">
              <w:rPr>
                <w:rtl/>
              </w:rPr>
              <w:t>يدا</w:t>
            </w:r>
            <w:r w:rsidR="001C1D65" w:rsidRPr="004E7EC6">
              <w:rPr>
                <w:rStyle w:val="libFootnotenumChar"/>
                <w:rtl/>
              </w:rPr>
              <w:t>(3)</w:t>
            </w:r>
            <w:r w:rsidR="001C1D65" w:rsidRPr="00725071">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9647FC">
              <w:rPr>
                <w:rtl/>
              </w:rPr>
              <w:t>و</w:t>
            </w:r>
            <w:r w:rsidR="00A72677" w:rsidRPr="009647FC">
              <w:rPr>
                <w:rtl/>
              </w:rPr>
              <w:t>عل</w:t>
            </w:r>
            <w:r w:rsidRPr="009647FC">
              <w:rPr>
                <w:rtl/>
              </w:rPr>
              <w:t>يهمُ</w:t>
            </w:r>
            <w:r>
              <w:rPr>
                <w:rtl/>
              </w:rPr>
              <w:t xml:space="preserve"> </w:t>
            </w:r>
            <w:r w:rsidR="00A72677" w:rsidRPr="009647FC">
              <w:rPr>
                <w:rtl/>
              </w:rPr>
              <w:t>قطب</w:t>
            </w:r>
            <w:r w:rsidRPr="009647FC">
              <w:rPr>
                <w:rtl/>
              </w:rPr>
              <w:t>اً</w:t>
            </w:r>
            <w:r>
              <w:rPr>
                <w:rtl/>
              </w:rPr>
              <w:t xml:space="preserve"> </w:t>
            </w:r>
            <w:r w:rsidR="00A72677" w:rsidRPr="009647FC">
              <w:rPr>
                <w:rtl/>
              </w:rPr>
              <w:t>فقط</w:t>
            </w:r>
            <w:r w:rsidRPr="009647FC">
              <w:rPr>
                <w:rtl/>
              </w:rPr>
              <w:t>باً</w:t>
            </w:r>
            <w:r>
              <w:rPr>
                <w:rtl/>
              </w:rPr>
              <w:t xml:space="preserve"> </w:t>
            </w:r>
            <w:r w:rsidRPr="009647FC">
              <w:rPr>
                <w:rtl/>
              </w:rPr>
              <w:t>دائرٌ</w:t>
            </w:r>
            <w:r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A72677" w:rsidP="00697162">
            <w:pPr>
              <w:pStyle w:val="libPoem"/>
            </w:pPr>
            <w:r w:rsidRPr="009647FC">
              <w:rPr>
                <w:rtl/>
              </w:rPr>
              <w:t>فلك</w:t>
            </w:r>
            <w:r w:rsidR="001C1D65" w:rsidRPr="009647FC">
              <w:rPr>
                <w:rtl/>
              </w:rPr>
              <w:t>ُ</w:t>
            </w:r>
            <w:r w:rsidR="001C1D65">
              <w:rPr>
                <w:rtl/>
              </w:rPr>
              <w:t xml:space="preserve"> </w:t>
            </w:r>
            <w:r w:rsidR="001C1D65" w:rsidRPr="009647FC">
              <w:rPr>
                <w:rtl/>
              </w:rPr>
              <w:t>ا</w:t>
            </w:r>
            <w:r w:rsidRPr="009647FC">
              <w:rPr>
                <w:rtl/>
              </w:rPr>
              <w:t>لفخ</w:t>
            </w:r>
            <w:r w:rsidR="001C1D65" w:rsidRPr="009647FC">
              <w:rPr>
                <w:rtl/>
              </w:rPr>
              <w:t>ار</w:t>
            </w:r>
            <w:r w:rsidR="001C1D65">
              <w:rPr>
                <w:rtl/>
              </w:rPr>
              <w:t xml:space="preserve"> </w:t>
            </w:r>
            <w:r w:rsidR="001C1D65" w:rsidRPr="009647FC">
              <w:rPr>
                <w:rtl/>
              </w:rPr>
              <w:t>أبوّ</w:t>
            </w:r>
            <w:r w:rsidR="00677BC4">
              <w:rPr>
                <w:rtl/>
              </w:rPr>
              <w:t>َ</w:t>
            </w:r>
            <w:r w:rsidR="001C1D65" w:rsidRPr="009647FC">
              <w:rPr>
                <w:rtl/>
              </w:rPr>
              <w:t>ة</w:t>
            </w:r>
            <w:r w:rsidR="001C1D65">
              <w:rPr>
                <w:rtl/>
              </w:rPr>
              <w:t xml:space="preserve"> </w:t>
            </w:r>
            <w:r w:rsidR="001C1D65" w:rsidRPr="009647FC">
              <w:rPr>
                <w:rtl/>
              </w:rPr>
              <w:t>وجدودا</w:t>
            </w:r>
            <w:r w:rsidR="001C1D65" w:rsidRPr="00725071">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كا</w:t>
            </w:r>
            <w:r w:rsidR="001C1D65" w:rsidRPr="009647FC">
              <w:rPr>
                <w:rtl/>
              </w:rPr>
              <w:t>نوا</w:t>
            </w:r>
            <w:r w:rsidR="001C1D65">
              <w:rPr>
                <w:rtl/>
              </w:rPr>
              <w:t xml:space="preserve"> </w:t>
            </w:r>
            <w:r w:rsidRPr="009647FC">
              <w:rPr>
                <w:rtl/>
              </w:rPr>
              <w:t>قد</w:t>
            </w:r>
            <w:r w:rsidR="001C1D65" w:rsidRPr="009647FC">
              <w:rPr>
                <w:rtl/>
              </w:rPr>
              <w:t>يماً</w:t>
            </w:r>
            <w:r w:rsidR="001C1D65">
              <w:rPr>
                <w:rtl/>
              </w:rPr>
              <w:t xml:space="preserve"> </w:t>
            </w:r>
            <w:r w:rsidR="001C1D65" w:rsidRPr="009647FC">
              <w:rPr>
                <w:rtl/>
              </w:rPr>
              <w:t>وا</w:t>
            </w:r>
            <w:r w:rsidRPr="009647FC">
              <w:rPr>
                <w:rtl/>
              </w:rPr>
              <w:t>لع</w:t>
            </w:r>
            <w:r w:rsidR="001C1D65" w:rsidRPr="009647FC">
              <w:rPr>
                <w:rtl/>
              </w:rPr>
              <w:t>ُلى</w:t>
            </w:r>
            <w:r w:rsidR="001C1D65">
              <w:rPr>
                <w:rtl/>
              </w:rPr>
              <w:t xml:space="preserve"> </w:t>
            </w:r>
            <w:r w:rsidRPr="009647FC">
              <w:rPr>
                <w:rtl/>
              </w:rPr>
              <w:t>صد</w:t>
            </w:r>
            <w:r w:rsidR="001C1D65" w:rsidRPr="009647FC">
              <w:rPr>
                <w:rtl/>
              </w:rPr>
              <w:t>فٌ</w:t>
            </w:r>
            <w:r w:rsidR="001C1D65">
              <w:rPr>
                <w:rtl/>
              </w:rPr>
              <w:t xml:space="preserve"> </w:t>
            </w:r>
            <w:r w:rsidRPr="009647FC">
              <w:rPr>
                <w:rtl/>
              </w:rPr>
              <w:t>له</w:t>
            </w:r>
            <w:r w:rsidR="001C1D65" w:rsidRPr="009647FC">
              <w:rPr>
                <w:rtl/>
              </w:rPr>
              <w:t>م</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1C1D65" w:rsidP="00697162">
            <w:pPr>
              <w:pStyle w:val="libPoem"/>
            </w:pPr>
            <w:r w:rsidRPr="009647FC">
              <w:rPr>
                <w:rtl/>
              </w:rPr>
              <w:t>دراً</w:t>
            </w:r>
            <w:r>
              <w:rPr>
                <w:rtl/>
              </w:rPr>
              <w:t xml:space="preserve"> </w:t>
            </w:r>
            <w:r w:rsidR="00A72677" w:rsidRPr="009647FC">
              <w:rPr>
                <w:rtl/>
              </w:rPr>
              <w:t>تنا</w:t>
            </w:r>
            <w:r w:rsidRPr="009647FC">
              <w:rPr>
                <w:rtl/>
              </w:rPr>
              <w:t>سقُ</w:t>
            </w:r>
            <w:r>
              <w:rPr>
                <w:rtl/>
              </w:rPr>
              <w:t xml:space="preserve"> </w:t>
            </w:r>
            <w:r w:rsidRPr="009647FC">
              <w:rPr>
                <w:rtl/>
              </w:rPr>
              <w:t>في</w:t>
            </w:r>
            <w:r>
              <w:rPr>
                <w:rtl/>
              </w:rPr>
              <w:t xml:space="preserve"> </w:t>
            </w:r>
            <w:r w:rsidRPr="009647FC">
              <w:rPr>
                <w:rtl/>
              </w:rPr>
              <w:t>ا</w:t>
            </w:r>
            <w:r w:rsidR="00A72677" w:rsidRPr="009647FC">
              <w:rPr>
                <w:rtl/>
              </w:rPr>
              <w:t>لف</w:t>
            </w:r>
            <w:r w:rsidRPr="009647FC">
              <w:rPr>
                <w:rtl/>
              </w:rPr>
              <w:t>خار</w:t>
            </w:r>
            <w:r>
              <w:rPr>
                <w:rtl/>
              </w:rPr>
              <w:t xml:space="preserve"> </w:t>
            </w:r>
            <w:r w:rsidR="00A72677" w:rsidRPr="009647FC">
              <w:rPr>
                <w:rtl/>
              </w:rPr>
              <w:t>نض</w:t>
            </w:r>
            <w:r w:rsidRPr="009647FC">
              <w:rPr>
                <w:rtl/>
              </w:rPr>
              <w:t>يدا</w:t>
            </w:r>
            <w:r w:rsidRPr="00725071">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9647FC">
              <w:rPr>
                <w:rtl/>
              </w:rPr>
              <w:t>وأ</w:t>
            </w:r>
            <w:r w:rsidR="00A72677" w:rsidRPr="009647FC">
              <w:rPr>
                <w:rtl/>
              </w:rPr>
              <w:t>بو</w:t>
            </w:r>
            <w:r w:rsidRPr="009647FC">
              <w:rPr>
                <w:rtl/>
              </w:rPr>
              <w:t>هم</w:t>
            </w:r>
            <w:r>
              <w:rPr>
                <w:rtl/>
              </w:rPr>
              <w:t xml:space="preserve"> </w:t>
            </w:r>
            <w:r w:rsidRPr="009647FC">
              <w:rPr>
                <w:rtl/>
              </w:rPr>
              <w:t>ا</w:t>
            </w:r>
            <w:r w:rsidR="00A72677" w:rsidRPr="009647FC">
              <w:rPr>
                <w:rtl/>
              </w:rPr>
              <w:t>لب</w:t>
            </w:r>
            <w:r w:rsidRPr="009647FC">
              <w:rPr>
                <w:rtl/>
              </w:rPr>
              <w:t>حرُ</w:t>
            </w:r>
            <w:r>
              <w:rPr>
                <w:rtl/>
              </w:rPr>
              <w:t xml:space="preserve"> </w:t>
            </w:r>
            <w:r w:rsidRPr="009647FC">
              <w:rPr>
                <w:rtl/>
              </w:rPr>
              <w:t>ا</w:t>
            </w:r>
            <w:r w:rsidR="00A72677" w:rsidRPr="009647FC">
              <w:rPr>
                <w:rtl/>
              </w:rPr>
              <w:t>لم</w:t>
            </w:r>
            <w:r w:rsidRPr="009647FC">
              <w:rPr>
                <w:rtl/>
              </w:rPr>
              <w:t>حيط</w:t>
            </w:r>
            <w:r>
              <w:rPr>
                <w:rtl/>
              </w:rPr>
              <w:t xml:space="preserve"> </w:t>
            </w:r>
            <w:r w:rsidRPr="009647FC">
              <w:rPr>
                <w:rtl/>
              </w:rPr>
              <w:t>و</w:t>
            </w:r>
            <w:r w:rsidR="00A72677" w:rsidRPr="009647FC">
              <w:rPr>
                <w:rtl/>
              </w:rPr>
              <w:t>قد</w:t>
            </w:r>
            <w:r>
              <w:rPr>
                <w:rtl/>
              </w:rPr>
              <w:t xml:space="preserve"> </w:t>
            </w:r>
            <w:r w:rsidR="00A72677" w:rsidRPr="009647FC">
              <w:rPr>
                <w:rtl/>
              </w:rPr>
              <w:t>بد</w:t>
            </w:r>
            <w:r w:rsidRPr="009647FC">
              <w:rPr>
                <w:rtl/>
              </w:rPr>
              <w:t>وا</w:t>
            </w:r>
            <w:r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A72677" w:rsidP="00697162">
            <w:pPr>
              <w:pStyle w:val="libPoem"/>
            </w:pPr>
            <w:r w:rsidRPr="009647FC">
              <w:rPr>
                <w:rtl/>
              </w:rPr>
              <w:t>منه</w:t>
            </w:r>
            <w:r w:rsidR="001C1D65">
              <w:rPr>
                <w:rtl/>
              </w:rPr>
              <w:t xml:space="preserve"> </w:t>
            </w:r>
            <w:r w:rsidRPr="009647FC">
              <w:rPr>
                <w:rtl/>
              </w:rPr>
              <w:t>عل</w:t>
            </w:r>
            <w:r w:rsidR="001C1D65" w:rsidRPr="009647FC">
              <w:rPr>
                <w:rtl/>
              </w:rPr>
              <w:t>ى</w:t>
            </w:r>
            <w:r w:rsidR="001C1D65">
              <w:rPr>
                <w:rtl/>
              </w:rPr>
              <w:t xml:space="preserve"> </w:t>
            </w:r>
            <w:r w:rsidRPr="009647FC">
              <w:rPr>
                <w:rtl/>
              </w:rPr>
              <w:t>جي</w:t>
            </w:r>
            <w:r w:rsidR="001C1D65" w:rsidRPr="009647FC">
              <w:rPr>
                <w:rtl/>
              </w:rPr>
              <w:t>دِ</w:t>
            </w:r>
            <w:r w:rsidR="001C1D65">
              <w:rPr>
                <w:rtl/>
              </w:rPr>
              <w:t xml:space="preserve"> </w:t>
            </w:r>
            <w:r w:rsidR="001C1D65" w:rsidRPr="009647FC">
              <w:rPr>
                <w:rtl/>
              </w:rPr>
              <w:t>ا</w:t>
            </w:r>
            <w:r w:rsidRPr="009647FC">
              <w:rPr>
                <w:rtl/>
              </w:rPr>
              <w:t>لز</w:t>
            </w:r>
            <w:r w:rsidR="001C1D65" w:rsidRPr="009647FC">
              <w:rPr>
                <w:rtl/>
              </w:rPr>
              <w:t>مان</w:t>
            </w:r>
            <w:r w:rsidR="001C1D65">
              <w:rPr>
                <w:rtl/>
              </w:rPr>
              <w:t xml:space="preserve"> </w:t>
            </w:r>
            <w:r w:rsidRPr="009647FC">
              <w:rPr>
                <w:rtl/>
              </w:rPr>
              <w:t>عق</w:t>
            </w:r>
            <w:r w:rsidR="001C1D65" w:rsidRPr="009647FC">
              <w:rPr>
                <w:rtl/>
              </w:rPr>
              <w:t>ودا</w:t>
            </w:r>
            <w:r w:rsidR="001C1D65" w:rsidRPr="00725071">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هو</w:t>
            </w:r>
            <w:r w:rsidR="001C1D65">
              <w:rPr>
                <w:rtl/>
              </w:rPr>
              <w:t xml:space="preserve"> </w:t>
            </w:r>
            <w:r w:rsidRPr="009647FC">
              <w:rPr>
                <w:rtl/>
              </w:rPr>
              <w:t>لج</w:t>
            </w:r>
            <w:r w:rsidR="001C1D65" w:rsidRPr="009647FC">
              <w:rPr>
                <w:rtl/>
              </w:rPr>
              <w:t>ّ</w:t>
            </w:r>
            <w:r w:rsidR="00677BC4">
              <w:rPr>
                <w:rtl/>
              </w:rPr>
              <w:t>َ</w:t>
            </w:r>
            <w:r w:rsidR="001C1D65" w:rsidRPr="009647FC">
              <w:rPr>
                <w:rtl/>
              </w:rPr>
              <w:t>ةُ</w:t>
            </w:r>
            <w:r w:rsidR="001C1D65">
              <w:rPr>
                <w:rtl/>
              </w:rPr>
              <w:t xml:space="preserve"> </w:t>
            </w:r>
            <w:r w:rsidR="001C1D65" w:rsidRPr="009647FC">
              <w:rPr>
                <w:rtl/>
              </w:rPr>
              <w:t>المعروف</w:t>
            </w:r>
            <w:r w:rsidR="001C1D65">
              <w:rPr>
                <w:rtl/>
              </w:rPr>
              <w:t xml:space="preserve"> </w:t>
            </w:r>
            <w:r w:rsidR="001C1D65" w:rsidRPr="009647FC">
              <w:rPr>
                <w:rtl/>
              </w:rPr>
              <w:t>ما</w:t>
            </w:r>
            <w:r w:rsidR="001C1D65">
              <w:rPr>
                <w:rtl/>
              </w:rPr>
              <w:t xml:space="preserve"> </w:t>
            </w:r>
            <w:r w:rsidR="001C1D65" w:rsidRPr="009647FC">
              <w:rPr>
                <w:rtl/>
              </w:rPr>
              <w:t>عرفت</w:t>
            </w:r>
            <w:r w:rsidR="001C1D65">
              <w:rPr>
                <w:rtl/>
              </w:rPr>
              <w:t xml:space="preserve"> </w:t>
            </w:r>
            <w:r w:rsidR="001C1D65" w:rsidRPr="009647FC">
              <w:rPr>
                <w:rtl/>
              </w:rPr>
              <w:t>بنو</w:t>
            </w:r>
            <w:r w:rsidR="001C1D65">
              <w:rPr>
                <w:rtl/>
              </w:rPr>
              <w:t xml:space="preserve"> </w:t>
            </w:r>
            <w:r w:rsidR="001C1D65" w:rsidRPr="009647FC">
              <w:rPr>
                <w:rtl/>
              </w:rPr>
              <w:t>الـ</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1C1D65" w:rsidP="00697162">
            <w:pPr>
              <w:pStyle w:val="libPoem"/>
            </w:pPr>
            <w:r w:rsidRPr="009647FC">
              <w:rPr>
                <w:rtl/>
              </w:rPr>
              <w:t>د</w:t>
            </w:r>
            <w:r w:rsidR="00A72677" w:rsidRPr="009647FC">
              <w:rPr>
                <w:rtl/>
              </w:rPr>
              <w:t>نيا</w:t>
            </w:r>
            <w:r>
              <w:rPr>
                <w:rtl/>
              </w:rPr>
              <w:t xml:space="preserve"> </w:t>
            </w:r>
            <w:r w:rsidRPr="009647FC">
              <w:rPr>
                <w:rtl/>
              </w:rPr>
              <w:t>سواه</w:t>
            </w:r>
            <w:r>
              <w:rPr>
                <w:rtl/>
              </w:rPr>
              <w:t xml:space="preserve"> </w:t>
            </w:r>
            <w:r w:rsidR="00A72677" w:rsidRPr="009647FC">
              <w:rPr>
                <w:rtl/>
              </w:rPr>
              <w:t>منه</w:t>
            </w:r>
            <w:r w:rsidRPr="009647FC">
              <w:rPr>
                <w:rtl/>
              </w:rPr>
              <w:t>لاً</w:t>
            </w:r>
            <w:r>
              <w:rPr>
                <w:rtl/>
              </w:rPr>
              <w:t xml:space="preserve"> </w:t>
            </w:r>
            <w:r w:rsidRPr="009647FC">
              <w:rPr>
                <w:rtl/>
              </w:rPr>
              <w:t>مورودا</w:t>
            </w:r>
            <w:r w:rsidRPr="00725071">
              <w:rPr>
                <w:rStyle w:val="libPoemTiniChar0"/>
                <w:rtl/>
              </w:rPr>
              <w:br/>
              <w:t> </w:t>
            </w:r>
          </w:p>
        </w:tc>
      </w:tr>
      <w:tr w:rsidR="001C1D65" w:rsidRPr="00524A24" w:rsidTr="001C1D65">
        <w:trPr>
          <w:trHeight w:val="350"/>
        </w:trPr>
        <w:tc>
          <w:tcPr>
            <w:tcW w:w="3902" w:type="dxa"/>
          </w:tcPr>
          <w:p w:rsidR="001C1D65" w:rsidRPr="00524A24" w:rsidRDefault="001C1D65" w:rsidP="00697162">
            <w:pPr>
              <w:pStyle w:val="libPoem"/>
            </w:pPr>
            <w:r w:rsidRPr="00A72677">
              <w:rPr>
                <w:rtl/>
              </w:rPr>
              <w:t>و</w:t>
            </w:r>
            <w:r w:rsidR="00A72677" w:rsidRPr="00A72677">
              <w:rPr>
                <w:rtl/>
              </w:rPr>
              <w:t>بق</w:t>
            </w:r>
            <w:r w:rsidRPr="00A72677">
              <w:rPr>
                <w:rtl/>
              </w:rPr>
              <w:t>يةُ الأ</w:t>
            </w:r>
            <w:r w:rsidR="00A72677" w:rsidRPr="00A72677">
              <w:rPr>
                <w:rtl/>
              </w:rPr>
              <w:t>مج</w:t>
            </w:r>
            <w:r w:rsidRPr="00A72677">
              <w:rPr>
                <w:rtl/>
              </w:rPr>
              <w:t xml:space="preserve">اد </w:t>
            </w:r>
            <w:r w:rsidR="00A72677" w:rsidRPr="00A72677">
              <w:rPr>
                <w:rtl/>
              </w:rPr>
              <w:t>لم</w:t>
            </w:r>
            <w:r w:rsidRPr="00A72677">
              <w:rPr>
                <w:rtl/>
              </w:rPr>
              <w:t xml:space="preserve"> ي</w:t>
            </w:r>
            <w:r w:rsidR="00A72677" w:rsidRPr="00A72677">
              <w:rPr>
                <w:rtl/>
              </w:rPr>
              <w:t>ُر</w:t>
            </w:r>
            <w:r w:rsidR="00677BC4">
              <w:rPr>
                <w:rtl/>
              </w:rPr>
              <w:t>َ</w:t>
            </w:r>
            <w:r w:rsidRPr="00A72677">
              <w:rPr>
                <w:rStyle w:val="libFootnotenumChar"/>
                <w:rtl/>
              </w:rPr>
              <w:t>(4)</w:t>
            </w:r>
            <w:r w:rsidRPr="00A72677">
              <w:rPr>
                <w:rtl/>
              </w:rPr>
              <w:t xml:space="preserve"> غيره</w:t>
            </w:r>
            <w:r w:rsidRPr="00A72677">
              <w:rPr>
                <w:rStyle w:val="libPoemTiniChar0"/>
                <w:rtl/>
              </w:rPr>
              <w:br/>
              <w:t> </w:t>
            </w:r>
          </w:p>
        </w:tc>
        <w:tc>
          <w:tcPr>
            <w:tcW w:w="301" w:type="dxa"/>
          </w:tcPr>
          <w:p w:rsidR="001C1D65" w:rsidRPr="00A72677" w:rsidRDefault="001C1D65" w:rsidP="00697162">
            <w:pPr>
              <w:pStyle w:val="libPoem"/>
              <w:rPr>
                <w:rtl/>
              </w:rPr>
            </w:pPr>
          </w:p>
        </w:tc>
        <w:tc>
          <w:tcPr>
            <w:tcW w:w="3884" w:type="dxa"/>
          </w:tcPr>
          <w:p w:rsidR="001C1D65" w:rsidRPr="00A72677" w:rsidRDefault="00A72677" w:rsidP="00697162">
            <w:pPr>
              <w:pStyle w:val="libPoem"/>
            </w:pPr>
            <w:r w:rsidRPr="00A72677">
              <w:rPr>
                <w:rtl/>
              </w:rPr>
              <w:t>خلف</w:t>
            </w:r>
            <w:r w:rsidR="001C1D65" w:rsidRPr="00A72677">
              <w:rPr>
                <w:rtl/>
              </w:rPr>
              <w:t xml:space="preserve">اً </w:t>
            </w:r>
            <w:r w:rsidRPr="00A72677">
              <w:rPr>
                <w:rtl/>
              </w:rPr>
              <w:t>له</w:t>
            </w:r>
            <w:r w:rsidR="001C1D65" w:rsidRPr="00A72677">
              <w:rPr>
                <w:rtl/>
              </w:rPr>
              <w:t xml:space="preserve">م </w:t>
            </w:r>
            <w:r w:rsidRPr="00A72677">
              <w:rPr>
                <w:rtl/>
              </w:rPr>
              <w:t>فو</w:t>
            </w:r>
            <w:r w:rsidR="001C1D65" w:rsidRPr="00A72677">
              <w:rPr>
                <w:rtl/>
              </w:rPr>
              <w:t>ق ا</w:t>
            </w:r>
            <w:r w:rsidRPr="00A72677">
              <w:rPr>
                <w:rtl/>
              </w:rPr>
              <w:t>لث</w:t>
            </w:r>
            <w:r w:rsidR="001C1D65" w:rsidRPr="00A72677">
              <w:rPr>
                <w:rtl/>
              </w:rPr>
              <w:t xml:space="preserve">رى </w:t>
            </w:r>
            <w:r w:rsidRPr="00A72677">
              <w:rPr>
                <w:rtl/>
              </w:rPr>
              <w:t>مو</w:t>
            </w:r>
            <w:r w:rsidR="001C1D65" w:rsidRPr="00A72677">
              <w:rPr>
                <w:rtl/>
              </w:rPr>
              <w:t>جودا</w:t>
            </w:r>
            <w:r w:rsidR="001C1D65" w:rsidRPr="00A72677">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مست</w:t>
            </w:r>
            <w:r w:rsidR="001C1D65" w:rsidRPr="009647FC">
              <w:rPr>
                <w:rtl/>
              </w:rPr>
              <w:t>ظهراً</w:t>
            </w:r>
            <w:r w:rsidR="001C1D65">
              <w:rPr>
                <w:rtl/>
              </w:rPr>
              <w:t xml:space="preserve"> </w:t>
            </w:r>
            <w:r w:rsidRPr="009647FC">
              <w:rPr>
                <w:rtl/>
              </w:rPr>
              <w:t>بعن</w:t>
            </w:r>
            <w:r w:rsidR="001C1D65" w:rsidRPr="009647FC">
              <w:rPr>
                <w:rtl/>
              </w:rPr>
              <w:t>اية</w:t>
            </w:r>
            <w:r w:rsidR="001C1D65">
              <w:rPr>
                <w:rtl/>
              </w:rPr>
              <w:t xml:space="preserve"> </w:t>
            </w:r>
            <w:r w:rsidR="001C1D65" w:rsidRPr="009647FC">
              <w:rPr>
                <w:rtl/>
              </w:rPr>
              <w:t>من</w:t>
            </w:r>
            <w:r w:rsidR="001C1D65">
              <w:rPr>
                <w:rtl/>
              </w:rPr>
              <w:t xml:space="preserve"> </w:t>
            </w:r>
            <w:r w:rsidR="001C1D65" w:rsidRPr="009647FC">
              <w:rPr>
                <w:rtl/>
              </w:rPr>
              <w:t>ربِّه</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1C1D65" w:rsidP="00697162">
            <w:pPr>
              <w:pStyle w:val="libPoem"/>
            </w:pPr>
            <w:r w:rsidRPr="009647FC">
              <w:rPr>
                <w:rtl/>
              </w:rPr>
              <w:t>و</w:t>
            </w:r>
            <w:r w:rsidR="00A72677" w:rsidRPr="009647FC">
              <w:rPr>
                <w:rtl/>
              </w:rPr>
              <w:t>قفت</w:t>
            </w:r>
            <w:r w:rsidRPr="009647FC">
              <w:rPr>
                <w:rtl/>
              </w:rPr>
              <w:t>ْ</w:t>
            </w:r>
            <w:r>
              <w:rPr>
                <w:rtl/>
              </w:rPr>
              <w:t xml:space="preserve"> </w:t>
            </w:r>
            <w:r w:rsidR="00A72677" w:rsidRPr="009647FC">
              <w:rPr>
                <w:rtl/>
              </w:rPr>
              <w:t>علي</w:t>
            </w:r>
            <w:r w:rsidRPr="009647FC">
              <w:rPr>
                <w:rtl/>
              </w:rPr>
              <w:t>هِ</w:t>
            </w:r>
            <w:r>
              <w:rPr>
                <w:rtl/>
              </w:rPr>
              <w:t xml:space="preserve"> </w:t>
            </w:r>
            <w:r w:rsidRPr="009647FC">
              <w:rPr>
                <w:rtl/>
              </w:rPr>
              <w:t>ا</w:t>
            </w:r>
            <w:r w:rsidR="00A72677" w:rsidRPr="009647FC">
              <w:rPr>
                <w:rtl/>
              </w:rPr>
              <w:t>لعز</w:t>
            </w:r>
            <w:r w:rsidRPr="009647FC">
              <w:rPr>
                <w:rtl/>
              </w:rPr>
              <w:t>ّ</w:t>
            </w:r>
            <w:r w:rsidR="00677BC4">
              <w:rPr>
                <w:rtl/>
              </w:rPr>
              <w:t>َ</w:t>
            </w:r>
            <w:r>
              <w:rPr>
                <w:rtl/>
              </w:rPr>
              <w:t xml:space="preserve"> </w:t>
            </w:r>
            <w:r w:rsidRPr="009647FC">
              <w:rPr>
                <w:rtl/>
              </w:rPr>
              <w:t>وا</w:t>
            </w:r>
            <w:r w:rsidR="00A72677" w:rsidRPr="009647FC">
              <w:rPr>
                <w:rtl/>
              </w:rPr>
              <w:t>لتأ</w:t>
            </w:r>
            <w:r w:rsidRPr="009647FC">
              <w:rPr>
                <w:rtl/>
              </w:rPr>
              <w:t>ييدا</w:t>
            </w:r>
            <w:r w:rsidRPr="00725071">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متمح</w:t>
            </w:r>
            <w:r w:rsidR="001C1D65" w:rsidRPr="009647FC">
              <w:rPr>
                <w:rtl/>
              </w:rPr>
              <w:t>ضٌ</w:t>
            </w:r>
            <w:r w:rsidR="001C1D65">
              <w:rPr>
                <w:rtl/>
              </w:rPr>
              <w:t xml:space="preserve"> </w:t>
            </w:r>
            <w:r w:rsidRPr="009647FC">
              <w:rPr>
                <w:rtl/>
              </w:rPr>
              <w:t>لله</w:t>
            </w:r>
            <w:r w:rsidR="001C1D65" w:rsidRPr="009647FC">
              <w:rPr>
                <w:rtl/>
              </w:rPr>
              <w:t>ِ</w:t>
            </w:r>
            <w:r w:rsidR="001C1D65">
              <w:rPr>
                <w:rtl/>
              </w:rPr>
              <w:t xml:space="preserve"> </w:t>
            </w:r>
            <w:r w:rsidR="001C1D65" w:rsidRPr="009647FC">
              <w:rPr>
                <w:rtl/>
              </w:rPr>
              <w:t>في</w:t>
            </w:r>
            <w:r w:rsidR="001C1D65">
              <w:rPr>
                <w:rtl/>
              </w:rPr>
              <w:t xml:space="preserve"> </w:t>
            </w:r>
            <w:r w:rsidR="001C1D65" w:rsidRPr="009647FC">
              <w:rPr>
                <w:rtl/>
              </w:rPr>
              <w:t>أ</w:t>
            </w:r>
            <w:r w:rsidRPr="009647FC">
              <w:rPr>
                <w:rtl/>
              </w:rPr>
              <w:t>فعا</w:t>
            </w:r>
            <w:r w:rsidR="001C1D65" w:rsidRPr="009647FC">
              <w:rPr>
                <w:rtl/>
              </w:rPr>
              <w:t>له</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Default="00A72677" w:rsidP="00697162">
            <w:pPr>
              <w:pStyle w:val="libPoem"/>
            </w:pPr>
            <w:r w:rsidRPr="009647FC">
              <w:rPr>
                <w:rtl/>
              </w:rPr>
              <w:t>بالغ</w:t>
            </w:r>
            <w:r w:rsidR="001C1D65" w:rsidRPr="009647FC">
              <w:rPr>
                <w:rtl/>
              </w:rPr>
              <w:t>يب</w:t>
            </w:r>
            <w:r w:rsidR="001C1D65">
              <w:rPr>
                <w:rtl/>
              </w:rPr>
              <w:t xml:space="preserve"> </w:t>
            </w:r>
            <w:r w:rsidRPr="009647FC">
              <w:rPr>
                <w:rtl/>
              </w:rPr>
              <w:t>يخ</w:t>
            </w:r>
            <w:r w:rsidR="001C1D65" w:rsidRPr="009647FC">
              <w:rPr>
                <w:rtl/>
              </w:rPr>
              <w:t>شى</w:t>
            </w:r>
            <w:r w:rsidR="001C1D65">
              <w:rPr>
                <w:rtl/>
              </w:rPr>
              <w:t xml:space="preserve"> </w:t>
            </w:r>
            <w:r w:rsidR="001C1D65" w:rsidRPr="009647FC">
              <w:rPr>
                <w:rtl/>
              </w:rPr>
              <w:t>ا</w:t>
            </w:r>
            <w:r w:rsidRPr="009647FC">
              <w:rPr>
                <w:rtl/>
              </w:rPr>
              <w:t>لخ</w:t>
            </w:r>
            <w:r w:rsidR="001C1D65" w:rsidRPr="009647FC">
              <w:rPr>
                <w:rtl/>
              </w:rPr>
              <w:t>الق</w:t>
            </w:r>
            <w:r w:rsidR="001C1D65">
              <w:rPr>
                <w:rtl/>
              </w:rPr>
              <w:t xml:space="preserve"> </w:t>
            </w:r>
            <w:r w:rsidR="001C1D65" w:rsidRPr="009647FC">
              <w:rPr>
                <w:rtl/>
              </w:rPr>
              <w:t>ا</w:t>
            </w:r>
            <w:r w:rsidRPr="009647FC">
              <w:rPr>
                <w:rtl/>
              </w:rPr>
              <w:t>لم</w:t>
            </w:r>
            <w:r w:rsidR="001C1D65" w:rsidRPr="009647FC">
              <w:rPr>
                <w:rtl/>
              </w:rPr>
              <w:t>عبودا</w:t>
            </w:r>
            <w:r w:rsidR="001C1D65" w:rsidRPr="00725071">
              <w:rPr>
                <w:rStyle w:val="libPoemTiniChar0"/>
                <w:rtl/>
              </w:rPr>
              <w:br/>
              <w:t> </w:t>
            </w:r>
          </w:p>
        </w:tc>
      </w:tr>
      <w:tr w:rsidR="001C1D65" w:rsidRPr="00524A24" w:rsidTr="001C1D65">
        <w:trPr>
          <w:trHeight w:val="350"/>
        </w:trPr>
        <w:tc>
          <w:tcPr>
            <w:tcW w:w="3902" w:type="dxa"/>
          </w:tcPr>
          <w:p w:rsidR="001C1D65" w:rsidRPr="00524A24" w:rsidRDefault="00A72677" w:rsidP="00697162">
            <w:pPr>
              <w:pStyle w:val="libPoem"/>
            </w:pPr>
            <w:r w:rsidRPr="009647FC">
              <w:rPr>
                <w:rtl/>
              </w:rPr>
              <w:t>فكأ</w:t>
            </w:r>
            <w:r w:rsidR="001C1D65" w:rsidRPr="009647FC">
              <w:rPr>
                <w:rtl/>
              </w:rPr>
              <w:t>نّما</w:t>
            </w:r>
            <w:r w:rsidR="001C1D65">
              <w:rPr>
                <w:rtl/>
              </w:rPr>
              <w:t xml:space="preserve"> </w:t>
            </w:r>
            <w:r w:rsidR="001C1D65" w:rsidRPr="009647FC">
              <w:rPr>
                <w:rtl/>
              </w:rPr>
              <w:t>الأ</w:t>
            </w:r>
            <w:r w:rsidRPr="009647FC">
              <w:rPr>
                <w:rtl/>
              </w:rPr>
              <w:t>عضا</w:t>
            </w:r>
            <w:r w:rsidR="001C1D65" w:rsidRPr="009647FC">
              <w:rPr>
                <w:rtl/>
              </w:rPr>
              <w:t>ءُ</w:t>
            </w:r>
            <w:r w:rsidR="001C1D65">
              <w:rPr>
                <w:rtl/>
              </w:rPr>
              <w:t xml:space="preserve"> </w:t>
            </w:r>
            <w:r w:rsidRPr="009647FC">
              <w:rPr>
                <w:rtl/>
              </w:rPr>
              <w:t>منه</w:t>
            </w:r>
            <w:r w:rsidR="001C1D65">
              <w:rPr>
                <w:rtl/>
              </w:rPr>
              <w:t xml:space="preserve"> </w:t>
            </w:r>
            <w:r w:rsidR="001C1D65" w:rsidRPr="009647FC">
              <w:rPr>
                <w:rtl/>
              </w:rPr>
              <w:t>أ</w:t>
            </w:r>
            <w:r w:rsidRPr="009647FC">
              <w:rPr>
                <w:rtl/>
              </w:rPr>
              <w:t>عي</w:t>
            </w:r>
            <w:r w:rsidR="001C1D65" w:rsidRPr="009647FC">
              <w:rPr>
                <w:rtl/>
              </w:rPr>
              <w:t>نٌ</w:t>
            </w:r>
            <w:r w:rsidR="001C1D65" w:rsidRPr="00725071">
              <w:rPr>
                <w:rStyle w:val="libPoemTiniChar0"/>
                <w:rtl/>
              </w:rPr>
              <w:br/>
              <w:t> </w:t>
            </w:r>
          </w:p>
        </w:tc>
        <w:tc>
          <w:tcPr>
            <w:tcW w:w="301" w:type="dxa"/>
          </w:tcPr>
          <w:p w:rsidR="001C1D65" w:rsidRDefault="001C1D65" w:rsidP="00697162">
            <w:pPr>
              <w:pStyle w:val="libPoem"/>
              <w:rPr>
                <w:rtl/>
              </w:rPr>
            </w:pPr>
          </w:p>
        </w:tc>
        <w:tc>
          <w:tcPr>
            <w:tcW w:w="3884" w:type="dxa"/>
          </w:tcPr>
          <w:p w:rsidR="001C1D65" w:rsidRPr="00524A24" w:rsidRDefault="00A72677" w:rsidP="00697162">
            <w:pPr>
              <w:pStyle w:val="libPoem"/>
            </w:pPr>
            <w:r w:rsidRPr="009647FC">
              <w:rPr>
                <w:rtl/>
              </w:rPr>
              <w:t>تذ</w:t>
            </w:r>
            <w:r w:rsidR="001C1D65" w:rsidRPr="009647FC">
              <w:rPr>
                <w:rtl/>
              </w:rPr>
              <w:t>كى</w:t>
            </w:r>
            <w:r w:rsidR="001C1D65" w:rsidRPr="004E7EC6">
              <w:rPr>
                <w:rStyle w:val="libFootnotenumChar"/>
                <w:rtl/>
              </w:rPr>
              <w:t>(5)</w:t>
            </w:r>
            <w:r w:rsidR="001C1D65">
              <w:rPr>
                <w:rtl/>
              </w:rPr>
              <w:t xml:space="preserve"> </w:t>
            </w:r>
            <w:r w:rsidRPr="009647FC">
              <w:rPr>
                <w:rtl/>
              </w:rPr>
              <w:t>جه</w:t>
            </w:r>
            <w:r w:rsidR="001C1D65" w:rsidRPr="009647FC">
              <w:rPr>
                <w:rtl/>
              </w:rPr>
              <w:t>نّ</w:t>
            </w:r>
            <w:r w:rsidR="00677BC4">
              <w:rPr>
                <w:rtl/>
              </w:rPr>
              <w:t>َ</w:t>
            </w:r>
            <w:r w:rsidR="001C1D65" w:rsidRPr="009647FC">
              <w:rPr>
                <w:rtl/>
              </w:rPr>
              <w:t>مُ</w:t>
            </w:r>
            <w:r w:rsidR="001C1D65">
              <w:rPr>
                <w:rtl/>
              </w:rPr>
              <w:t xml:space="preserve"> </w:t>
            </w:r>
            <w:r w:rsidRPr="009647FC">
              <w:rPr>
                <w:rtl/>
              </w:rPr>
              <w:t>نص</w:t>
            </w:r>
            <w:r w:rsidR="001C1D65" w:rsidRPr="009647FC">
              <w:rPr>
                <w:rtl/>
              </w:rPr>
              <w:t>بهنّ</w:t>
            </w:r>
            <w:r w:rsidR="00677BC4">
              <w:rPr>
                <w:rtl/>
              </w:rPr>
              <w:t>َ</w:t>
            </w:r>
            <w:r w:rsidR="001C1D65">
              <w:rPr>
                <w:rtl/>
              </w:rPr>
              <w:t xml:space="preserve"> </w:t>
            </w:r>
            <w:r w:rsidR="001C1D65" w:rsidRPr="009647FC">
              <w:rPr>
                <w:rtl/>
              </w:rPr>
              <w:t>و</w:t>
            </w:r>
            <w:r w:rsidRPr="009647FC">
              <w:rPr>
                <w:rtl/>
              </w:rPr>
              <w:t>قو</w:t>
            </w:r>
            <w:r w:rsidR="001C1D65" w:rsidRPr="009647FC">
              <w:rPr>
                <w:rtl/>
              </w:rPr>
              <w:t>دا</w:t>
            </w:r>
            <w:r w:rsidR="001C1D65"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الضرائب</w:t>
      </w:r>
      <w:r w:rsidR="00D769AB">
        <w:rPr>
          <w:rtl/>
        </w:rPr>
        <w:t>:</w:t>
      </w:r>
      <w:r w:rsidRPr="009647FC">
        <w:rPr>
          <w:rtl/>
        </w:rPr>
        <w:t xml:space="preserve"> جمع ضريبة</w:t>
      </w:r>
      <w:r w:rsidR="00D769AB">
        <w:rPr>
          <w:rtl/>
        </w:rPr>
        <w:t>،</w:t>
      </w:r>
      <w:r w:rsidRPr="009647FC">
        <w:rPr>
          <w:rtl/>
        </w:rPr>
        <w:t xml:space="preserve"> المضرب المقتول</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الديوان المطبوع</w:t>
      </w:r>
      <w:r w:rsidR="00D769AB">
        <w:rPr>
          <w:rtl/>
        </w:rPr>
        <w:t>:</w:t>
      </w:r>
      <w:r w:rsidRPr="009647FC">
        <w:rPr>
          <w:rtl/>
        </w:rPr>
        <w:t xml:space="preserve"> أيدي</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الطارف</w:t>
      </w:r>
      <w:r w:rsidR="00D769AB">
        <w:rPr>
          <w:rtl/>
        </w:rPr>
        <w:t>:</w:t>
      </w:r>
      <w:r w:rsidRPr="009647FC">
        <w:rPr>
          <w:rtl/>
        </w:rPr>
        <w:t xml:space="preserve"> الحديث</w:t>
      </w:r>
      <w:r w:rsidR="00D769AB">
        <w:rPr>
          <w:rtl/>
        </w:rPr>
        <w:t>،</w:t>
      </w:r>
      <w:r w:rsidRPr="009647FC">
        <w:rPr>
          <w:rtl/>
        </w:rPr>
        <w:t xml:space="preserve"> والتالد</w:t>
      </w:r>
      <w:r w:rsidR="00D769AB">
        <w:rPr>
          <w:rtl/>
        </w:rPr>
        <w:t>:</w:t>
      </w:r>
      <w:r w:rsidRPr="009647FC">
        <w:rPr>
          <w:rtl/>
        </w:rPr>
        <w:t xml:space="preserve"> القديم</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الديوان المطبوع</w:t>
      </w:r>
      <w:r w:rsidR="00D769AB">
        <w:rPr>
          <w:rtl/>
        </w:rPr>
        <w:t>:</w:t>
      </w:r>
      <w:r w:rsidRPr="009647FC">
        <w:rPr>
          <w:rtl/>
        </w:rPr>
        <w:t xml:space="preserve"> لم يك</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في مخطوطة الملاّ</w:t>
      </w:r>
      <w:r w:rsidR="00D769AB">
        <w:rPr>
          <w:rtl/>
        </w:rPr>
        <w:t>:</w:t>
      </w:r>
      <w:r w:rsidRPr="009647FC">
        <w:rPr>
          <w:rtl/>
        </w:rPr>
        <w:t xml:space="preserve"> تذكو</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4879E4" w:rsidRPr="00524A24" w:rsidTr="004879E4">
        <w:trPr>
          <w:trHeight w:val="350"/>
        </w:trPr>
        <w:tc>
          <w:tcPr>
            <w:tcW w:w="3902" w:type="dxa"/>
          </w:tcPr>
          <w:p w:rsidR="004879E4" w:rsidRPr="00524A24" w:rsidRDefault="00A72677" w:rsidP="00697162">
            <w:pPr>
              <w:pStyle w:val="libPoem"/>
            </w:pPr>
            <w:r w:rsidRPr="009647FC">
              <w:rPr>
                <w:rtl/>
              </w:rPr>
              <w:lastRenderedPageBreak/>
              <w:t>لم</w:t>
            </w:r>
            <w:r w:rsidR="004879E4">
              <w:rPr>
                <w:rtl/>
              </w:rPr>
              <w:t xml:space="preserve"> </w:t>
            </w:r>
            <w:r w:rsidRPr="009647FC">
              <w:rPr>
                <w:rtl/>
              </w:rPr>
              <w:t>تج</w:t>
            </w:r>
            <w:r w:rsidR="004879E4" w:rsidRPr="009647FC">
              <w:rPr>
                <w:rtl/>
              </w:rPr>
              <w:t>ترحْ</w:t>
            </w:r>
            <w:r w:rsidR="004879E4">
              <w:rPr>
                <w:rtl/>
              </w:rPr>
              <w:t xml:space="preserve"> </w:t>
            </w:r>
            <w:r w:rsidR="004879E4" w:rsidRPr="009647FC">
              <w:rPr>
                <w:rtl/>
              </w:rPr>
              <w:t>ذ</w:t>
            </w:r>
            <w:r w:rsidRPr="009647FC">
              <w:rPr>
                <w:rtl/>
              </w:rPr>
              <w:t>نب</w:t>
            </w:r>
            <w:r w:rsidR="004879E4" w:rsidRPr="009647FC">
              <w:rPr>
                <w:rtl/>
              </w:rPr>
              <w:t>اً</w:t>
            </w:r>
            <w:r w:rsidR="004879E4">
              <w:rPr>
                <w:rtl/>
              </w:rPr>
              <w:t xml:space="preserve"> </w:t>
            </w:r>
            <w:r w:rsidRPr="009647FC">
              <w:rPr>
                <w:rtl/>
              </w:rPr>
              <w:t>جو</w:t>
            </w:r>
            <w:r w:rsidR="004879E4" w:rsidRPr="009647FC">
              <w:rPr>
                <w:rtl/>
              </w:rPr>
              <w:t>ارحُ</w:t>
            </w:r>
            <w:r w:rsidR="004879E4">
              <w:rPr>
                <w:rtl/>
              </w:rPr>
              <w:t xml:space="preserve"> </w:t>
            </w:r>
            <w:r w:rsidRPr="009647FC">
              <w:rPr>
                <w:rtl/>
              </w:rPr>
              <w:t>جس</w:t>
            </w:r>
            <w:r w:rsidR="004879E4" w:rsidRPr="009647FC">
              <w:rPr>
                <w:rtl/>
              </w:rPr>
              <w:t>مه</w:t>
            </w:r>
            <w:r w:rsidR="004879E4" w:rsidRPr="00725071">
              <w:rPr>
                <w:rStyle w:val="libPoemTiniChar0"/>
                <w:rtl/>
              </w:rPr>
              <w:br/>
              <w:t> </w:t>
            </w:r>
          </w:p>
        </w:tc>
        <w:tc>
          <w:tcPr>
            <w:tcW w:w="301" w:type="dxa"/>
          </w:tcPr>
          <w:p w:rsidR="004879E4" w:rsidRDefault="004879E4" w:rsidP="00697162">
            <w:pPr>
              <w:pStyle w:val="libPoem"/>
              <w:rPr>
                <w:rtl/>
              </w:rPr>
            </w:pPr>
          </w:p>
        </w:tc>
        <w:tc>
          <w:tcPr>
            <w:tcW w:w="3884" w:type="dxa"/>
          </w:tcPr>
          <w:p w:rsidR="004879E4" w:rsidRDefault="00A72677" w:rsidP="004879E4">
            <w:pPr>
              <w:pStyle w:val="libPoem"/>
            </w:pPr>
            <w:r w:rsidRPr="009647FC">
              <w:rPr>
                <w:rtl/>
              </w:rPr>
              <w:t>بل</w:t>
            </w:r>
            <w:r w:rsidR="004879E4">
              <w:rPr>
                <w:rtl/>
              </w:rPr>
              <w:t xml:space="preserve"> </w:t>
            </w:r>
            <w:r w:rsidR="004879E4" w:rsidRPr="009647FC">
              <w:rPr>
                <w:rtl/>
              </w:rPr>
              <w:t>كان</w:t>
            </w:r>
            <w:r w:rsidR="004879E4">
              <w:rPr>
                <w:rtl/>
              </w:rPr>
              <w:t xml:space="preserve"> </w:t>
            </w:r>
            <w:r w:rsidR="004879E4" w:rsidRPr="009647FC">
              <w:rPr>
                <w:rtl/>
              </w:rPr>
              <w:t>عن</w:t>
            </w:r>
            <w:r w:rsidR="004879E4" w:rsidRPr="004E7EC6">
              <w:rPr>
                <w:rStyle w:val="libFootnotenumChar"/>
                <w:rtl/>
              </w:rPr>
              <w:t>(1)</w:t>
            </w:r>
            <w:r w:rsidR="004879E4" w:rsidRPr="004C00A8">
              <w:rPr>
                <w:rFonts w:hint="cs"/>
                <w:rtl/>
              </w:rPr>
              <w:t xml:space="preserve"> </w:t>
            </w:r>
            <w:r w:rsidR="004879E4" w:rsidRPr="009647FC">
              <w:rPr>
                <w:rtl/>
              </w:rPr>
              <w:t>خططِ</w:t>
            </w:r>
            <w:r w:rsidR="004879E4">
              <w:rPr>
                <w:rtl/>
              </w:rPr>
              <w:t xml:space="preserve"> </w:t>
            </w:r>
            <w:r w:rsidR="004879E4" w:rsidRPr="009647FC">
              <w:rPr>
                <w:rtl/>
              </w:rPr>
              <w:t>الذنوبِ</w:t>
            </w:r>
            <w:r w:rsidR="004879E4">
              <w:rPr>
                <w:rtl/>
              </w:rPr>
              <w:t xml:space="preserve"> </w:t>
            </w:r>
            <w:r w:rsidR="004879E4" w:rsidRPr="009647FC">
              <w:rPr>
                <w:rtl/>
              </w:rPr>
              <w:t>بعيدا</w:t>
            </w:r>
            <w:r w:rsidR="004879E4" w:rsidRPr="00725071">
              <w:rPr>
                <w:rStyle w:val="libPoemTiniChar0"/>
                <w:rtl/>
              </w:rPr>
              <w:br/>
              <w:t> </w:t>
            </w:r>
          </w:p>
        </w:tc>
      </w:tr>
      <w:tr w:rsidR="004879E4" w:rsidRPr="00524A24" w:rsidTr="004879E4">
        <w:trPr>
          <w:trHeight w:val="350"/>
        </w:trPr>
        <w:tc>
          <w:tcPr>
            <w:tcW w:w="3902" w:type="dxa"/>
          </w:tcPr>
          <w:p w:rsidR="004879E4" w:rsidRPr="00524A24" w:rsidRDefault="00A72677" w:rsidP="00697162">
            <w:pPr>
              <w:pStyle w:val="libPoem"/>
            </w:pPr>
            <w:r w:rsidRPr="009647FC">
              <w:rPr>
                <w:rtl/>
              </w:rPr>
              <w:t>فتر</w:t>
            </w:r>
            <w:r w:rsidR="004879E4" w:rsidRPr="009647FC">
              <w:rPr>
                <w:rtl/>
              </w:rPr>
              <w:t>اه</w:t>
            </w:r>
            <w:r w:rsidR="004879E4">
              <w:rPr>
                <w:rtl/>
              </w:rPr>
              <w:t xml:space="preserve"> </w:t>
            </w:r>
            <w:r w:rsidRPr="009647FC">
              <w:rPr>
                <w:rtl/>
              </w:rPr>
              <w:t>مرتع</w:t>
            </w:r>
            <w:r w:rsidR="004879E4" w:rsidRPr="009647FC">
              <w:rPr>
                <w:rtl/>
              </w:rPr>
              <w:t>د</w:t>
            </w:r>
            <w:r w:rsidR="00677BC4">
              <w:rPr>
                <w:rtl/>
              </w:rPr>
              <w:t>َ</w:t>
            </w:r>
            <w:r w:rsidR="004879E4">
              <w:rPr>
                <w:rtl/>
              </w:rPr>
              <w:t xml:space="preserve"> </w:t>
            </w:r>
            <w:r w:rsidR="004879E4" w:rsidRPr="009647FC">
              <w:rPr>
                <w:rtl/>
              </w:rPr>
              <w:t>ا</w:t>
            </w:r>
            <w:r w:rsidRPr="009647FC">
              <w:rPr>
                <w:rtl/>
              </w:rPr>
              <w:t>لف</w:t>
            </w:r>
            <w:r w:rsidR="004879E4" w:rsidRPr="009647FC">
              <w:rPr>
                <w:rtl/>
              </w:rPr>
              <w:t>رائص</w:t>
            </w:r>
            <w:r w:rsidR="004879E4">
              <w:rPr>
                <w:rtl/>
              </w:rPr>
              <w:t xml:space="preserve"> </w:t>
            </w:r>
            <w:r w:rsidR="004879E4" w:rsidRPr="009647FC">
              <w:rPr>
                <w:rtl/>
              </w:rPr>
              <w:t>ر</w:t>
            </w:r>
            <w:r w:rsidRPr="009647FC">
              <w:rPr>
                <w:rtl/>
              </w:rPr>
              <w:t>هب</w:t>
            </w:r>
            <w:r w:rsidR="004879E4" w:rsidRPr="009647FC">
              <w:rPr>
                <w:rtl/>
              </w:rPr>
              <w:t>ةً</w:t>
            </w:r>
            <w:r w:rsidR="004879E4" w:rsidRPr="00725071">
              <w:rPr>
                <w:rStyle w:val="libPoemTiniChar0"/>
                <w:rtl/>
              </w:rPr>
              <w:br/>
              <w:t> </w:t>
            </w:r>
          </w:p>
        </w:tc>
        <w:tc>
          <w:tcPr>
            <w:tcW w:w="301" w:type="dxa"/>
          </w:tcPr>
          <w:p w:rsidR="004879E4" w:rsidRDefault="004879E4" w:rsidP="00697162">
            <w:pPr>
              <w:pStyle w:val="libPoem"/>
              <w:rPr>
                <w:rtl/>
              </w:rPr>
            </w:pPr>
          </w:p>
        </w:tc>
        <w:tc>
          <w:tcPr>
            <w:tcW w:w="3884" w:type="dxa"/>
          </w:tcPr>
          <w:p w:rsidR="004879E4" w:rsidRDefault="004879E4" w:rsidP="00697162">
            <w:pPr>
              <w:pStyle w:val="libPoem"/>
            </w:pPr>
            <w:r w:rsidRPr="009647FC">
              <w:rPr>
                <w:rtl/>
              </w:rPr>
              <w:t>لا</w:t>
            </w:r>
            <w:r>
              <w:rPr>
                <w:rtl/>
              </w:rPr>
              <w:t xml:space="preserve"> </w:t>
            </w:r>
            <w:r w:rsidR="00A72677" w:rsidRPr="009647FC">
              <w:rPr>
                <w:rtl/>
              </w:rPr>
              <w:t>باحتم</w:t>
            </w:r>
            <w:r w:rsidRPr="009647FC">
              <w:rPr>
                <w:rtl/>
              </w:rPr>
              <w:t>ال</w:t>
            </w:r>
            <w:r>
              <w:rPr>
                <w:rtl/>
              </w:rPr>
              <w:t xml:space="preserve"> </w:t>
            </w:r>
            <w:r w:rsidR="00A72677" w:rsidRPr="009647FC">
              <w:rPr>
                <w:rtl/>
              </w:rPr>
              <w:t>خطي</w:t>
            </w:r>
            <w:r w:rsidRPr="009647FC">
              <w:rPr>
                <w:rtl/>
              </w:rPr>
              <w:t>ئةٍ</w:t>
            </w:r>
            <w:r>
              <w:rPr>
                <w:rtl/>
              </w:rPr>
              <w:t xml:space="preserve"> </w:t>
            </w:r>
            <w:r w:rsidR="00A72677" w:rsidRPr="009647FC">
              <w:rPr>
                <w:rtl/>
              </w:rPr>
              <w:t>مجه</w:t>
            </w:r>
            <w:r w:rsidRPr="009647FC">
              <w:rPr>
                <w:rtl/>
              </w:rPr>
              <w:t>ودا</w:t>
            </w:r>
            <w:r w:rsidRPr="00725071">
              <w:rPr>
                <w:rStyle w:val="libPoemTiniChar0"/>
                <w:rtl/>
              </w:rPr>
              <w:br/>
              <w:t> </w:t>
            </w:r>
          </w:p>
        </w:tc>
      </w:tr>
      <w:tr w:rsidR="004879E4" w:rsidRPr="00524A24" w:rsidTr="004879E4">
        <w:trPr>
          <w:trHeight w:val="350"/>
        </w:trPr>
        <w:tc>
          <w:tcPr>
            <w:tcW w:w="3902" w:type="dxa"/>
          </w:tcPr>
          <w:p w:rsidR="004879E4" w:rsidRPr="00524A24" w:rsidRDefault="00A72677" w:rsidP="00697162">
            <w:pPr>
              <w:pStyle w:val="libPoem"/>
            </w:pPr>
            <w:r w:rsidRPr="009647FC">
              <w:rPr>
                <w:rtl/>
              </w:rPr>
              <w:t>يم</w:t>
            </w:r>
            <w:r w:rsidR="004879E4" w:rsidRPr="009647FC">
              <w:rPr>
                <w:rtl/>
              </w:rPr>
              <w:t>سى</w:t>
            </w:r>
            <w:r w:rsidR="004879E4">
              <w:rPr>
                <w:rtl/>
              </w:rPr>
              <w:t xml:space="preserve"> </w:t>
            </w:r>
            <w:r w:rsidRPr="009647FC">
              <w:rPr>
                <w:rtl/>
              </w:rPr>
              <w:t>بن</w:t>
            </w:r>
            <w:r w:rsidR="004879E4" w:rsidRPr="009647FC">
              <w:rPr>
                <w:rtl/>
              </w:rPr>
              <w:t>فسٍ</w:t>
            </w:r>
            <w:r w:rsidR="004879E4">
              <w:rPr>
                <w:rtl/>
              </w:rPr>
              <w:t xml:space="preserve"> </w:t>
            </w:r>
            <w:r w:rsidR="004879E4" w:rsidRPr="009647FC">
              <w:rPr>
                <w:rtl/>
              </w:rPr>
              <w:t>لا</w:t>
            </w:r>
            <w:r w:rsidR="004879E4">
              <w:rPr>
                <w:rtl/>
              </w:rPr>
              <w:t xml:space="preserve"> </w:t>
            </w:r>
            <w:r w:rsidRPr="009647FC">
              <w:rPr>
                <w:rtl/>
              </w:rPr>
              <w:t>تم</w:t>
            </w:r>
            <w:r w:rsidR="004879E4" w:rsidRPr="009647FC">
              <w:rPr>
                <w:rtl/>
              </w:rPr>
              <w:t>يلُ</w:t>
            </w:r>
            <w:r w:rsidR="004879E4">
              <w:rPr>
                <w:rtl/>
              </w:rPr>
              <w:t xml:space="preserve"> </w:t>
            </w:r>
            <w:r w:rsidRPr="009647FC">
              <w:rPr>
                <w:rtl/>
              </w:rPr>
              <w:t>مع</w:t>
            </w:r>
            <w:r w:rsidR="004879E4">
              <w:rPr>
                <w:rtl/>
              </w:rPr>
              <w:t xml:space="preserve"> </w:t>
            </w:r>
            <w:r w:rsidR="004879E4" w:rsidRPr="009647FC">
              <w:rPr>
                <w:rtl/>
              </w:rPr>
              <w:t>الهوى</w:t>
            </w:r>
            <w:r w:rsidR="004879E4" w:rsidRPr="00725071">
              <w:rPr>
                <w:rStyle w:val="libPoemTiniChar0"/>
                <w:rtl/>
              </w:rPr>
              <w:br/>
              <w:t> </w:t>
            </w:r>
          </w:p>
        </w:tc>
        <w:tc>
          <w:tcPr>
            <w:tcW w:w="301" w:type="dxa"/>
          </w:tcPr>
          <w:p w:rsidR="004879E4" w:rsidRDefault="004879E4" w:rsidP="00697162">
            <w:pPr>
              <w:pStyle w:val="libPoem"/>
              <w:rPr>
                <w:rtl/>
              </w:rPr>
            </w:pPr>
          </w:p>
        </w:tc>
        <w:tc>
          <w:tcPr>
            <w:tcW w:w="3884" w:type="dxa"/>
          </w:tcPr>
          <w:p w:rsidR="004879E4" w:rsidRDefault="004879E4" w:rsidP="004879E4">
            <w:pPr>
              <w:pStyle w:val="libPoem"/>
            </w:pPr>
            <w:r w:rsidRPr="009647FC">
              <w:rPr>
                <w:rtl/>
              </w:rPr>
              <w:t>للهِ</w:t>
            </w:r>
            <w:r>
              <w:rPr>
                <w:rtl/>
              </w:rPr>
              <w:t xml:space="preserve"> </w:t>
            </w:r>
            <w:r w:rsidRPr="009647FC">
              <w:rPr>
                <w:rtl/>
              </w:rPr>
              <w:t>ي</w:t>
            </w:r>
            <w:r w:rsidR="00A72677" w:rsidRPr="009647FC">
              <w:rPr>
                <w:rtl/>
              </w:rPr>
              <w:t>حي</w:t>
            </w:r>
            <w:r>
              <w:rPr>
                <w:rtl/>
              </w:rPr>
              <w:t xml:space="preserve"> </w:t>
            </w:r>
            <w:r w:rsidR="00A72677" w:rsidRPr="009647FC">
              <w:rPr>
                <w:rtl/>
              </w:rPr>
              <w:t>ليل</w:t>
            </w:r>
            <w:r w:rsidRPr="009647FC">
              <w:rPr>
                <w:rtl/>
              </w:rPr>
              <w:t>هُ</w:t>
            </w:r>
            <w:r>
              <w:rPr>
                <w:rtl/>
              </w:rPr>
              <w:t xml:space="preserve"> </w:t>
            </w:r>
            <w:r w:rsidR="00A72677" w:rsidRPr="009647FC">
              <w:rPr>
                <w:rtl/>
              </w:rPr>
              <w:t>تهج</w:t>
            </w:r>
            <w:r w:rsidRPr="009647FC">
              <w:rPr>
                <w:rtl/>
              </w:rPr>
              <w:t>يدا</w:t>
            </w:r>
            <w:r w:rsidRPr="00725071">
              <w:rPr>
                <w:rStyle w:val="libPoemTiniChar0"/>
                <w:rtl/>
              </w:rPr>
              <w:br/>
              <w:t> </w:t>
            </w:r>
          </w:p>
        </w:tc>
      </w:tr>
      <w:tr w:rsidR="004879E4" w:rsidRPr="00524A24" w:rsidTr="004879E4">
        <w:trPr>
          <w:trHeight w:val="350"/>
        </w:trPr>
        <w:tc>
          <w:tcPr>
            <w:tcW w:w="3902" w:type="dxa"/>
          </w:tcPr>
          <w:p w:rsidR="004879E4" w:rsidRPr="00524A24" w:rsidRDefault="004879E4" w:rsidP="00697162">
            <w:pPr>
              <w:pStyle w:val="libPoem"/>
            </w:pPr>
            <w:r w:rsidRPr="00A72677">
              <w:rPr>
                <w:rtl/>
              </w:rPr>
              <w:t xml:space="preserve">وإذا </w:t>
            </w:r>
            <w:r w:rsidR="00A72677" w:rsidRPr="00A72677">
              <w:rPr>
                <w:rtl/>
              </w:rPr>
              <w:t>تج</w:t>
            </w:r>
            <w:r w:rsidRPr="00A72677">
              <w:rPr>
                <w:rtl/>
              </w:rPr>
              <w:t>لّى ا</w:t>
            </w:r>
            <w:r w:rsidR="00A72677" w:rsidRPr="00A72677">
              <w:rPr>
                <w:rtl/>
              </w:rPr>
              <w:t>لل</w:t>
            </w:r>
            <w:r w:rsidRPr="00A72677">
              <w:rPr>
                <w:rtl/>
              </w:rPr>
              <w:t>يل أصبح</w:t>
            </w:r>
            <w:r w:rsidRPr="00A72677">
              <w:rPr>
                <w:rStyle w:val="libFootnotenumChar"/>
                <w:rtl/>
              </w:rPr>
              <w:t>(2)</w:t>
            </w:r>
            <w:r w:rsidRPr="00A72677">
              <w:rPr>
                <w:rtl/>
              </w:rPr>
              <w:t xml:space="preserve"> باسطا</w:t>
            </w:r>
            <w:r w:rsidRPr="00A72677">
              <w:rPr>
                <w:rStyle w:val="libPoemTiniChar0"/>
                <w:rtl/>
              </w:rPr>
              <w:br/>
              <w:t> </w:t>
            </w:r>
          </w:p>
        </w:tc>
        <w:tc>
          <w:tcPr>
            <w:tcW w:w="301" w:type="dxa"/>
          </w:tcPr>
          <w:p w:rsidR="004879E4" w:rsidRPr="00A72677" w:rsidRDefault="004879E4" w:rsidP="00697162">
            <w:pPr>
              <w:pStyle w:val="libPoem"/>
              <w:rPr>
                <w:rtl/>
              </w:rPr>
            </w:pPr>
          </w:p>
        </w:tc>
        <w:tc>
          <w:tcPr>
            <w:tcW w:w="3884" w:type="dxa"/>
          </w:tcPr>
          <w:p w:rsidR="004879E4" w:rsidRPr="00A72677" w:rsidRDefault="00A72677" w:rsidP="00697162">
            <w:pPr>
              <w:pStyle w:val="libPoem"/>
            </w:pPr>
            <w:r w:rsidRPr="00A72677">
              <w:rPr>
                <w:rtl/>
              </w:rPr>
              <w:t>للو</w:t>
            </w:r>
            <w:r w:rsidR="004879E4" w:rsidRPr="00A72677">
              <w:rPr>
                <w:rtl/>
              </w:rPr>
              <w:t xml:space="preserve">فد </w:t>
            </w:r>
            <w:r w:rsidRPr="00A72677">
              <w:rPr>
                <w:rtl/>
              </w:rPr>
              <w:t>كفّا</w:t>
            </w:r>
            <w:r w:rsidR="004879E4" w:rsidRPr="00A72677">
              <w:rPr>
                <w:rtl/>
              </w:rPr>
              <w:t xml:space="preserve">ً ما </w:t>
            </w:r>
            <w:r w:rsidRPr="00A72677">
              <w:rPr>
                <w:rtl/>
              </w:rPr>
              <w:t>تغ</w:t>
            </w:r>
            <w:r w:rsidR="004879E4" w:rsidRPr="00A72677">
              <w:rPr>
                <w:rtl/>
              </w:rPr>
              <w:t>بُّ ا</w:t>
            </w:r>
            <w:r w:rsidRPr="00A72677">
              <w:rPr>
                <w:rtl/>
              </w:rPr>
              <w:t>لج</w:t>
            </w:r>
            <w:r w:rsidR="004879E4" w:rsidRPr="00A72677">
              <w:rPr>
                <w:rtl/>
              </w:rPr>
              <w:t>ودا</w:t>
            </w:r>
            <w:r w:rsidR="004879E4" w:rsidRPr="00A72677">
              <w:rPr>
                <w:rStyle w:val="libPoemTiniChar0"/>
                <w:rtl/>
              </w:rPr>
              <w:br/>
              <w:t> </w:t>
            </w:r>
          </w:p>
        </w:tc>
      </w:tr>
      <w:tr w:rsidR="004879E4" w:rsidRPr="00524A24" w:rsidTr="004879E4">
        <w:trPr>
          <w:trHeight w:val="350"/>
        </w:trPr>
        <w:tc>
          <w:tcPr>
            <w:tcW w:w="3902" w:type="dxa"/>
          </w:tcPr>
          <w:p w:rsidR="004879E4" w:rsidRPr="00524A24" w:rsidRDefault="00A72677" w:rsidP="00697162">
            <w:pPr>
              <w:pStyle w:val="libPoem"/>
            </w:pPr>
            <w:r w:rsidRPr="009647FC">
              <w:rPr>
                <w:rtl/>
              </w:rPr>
              <w:t>نسك</w:t>
            </w:r>
            <w:r w:rsidR="004879E4" w:rsidRPr="009647FC">
              <w:rPr>
                <w:rtl/>
              </w:rPr>
              <w:t>ٌ</w:t>
            </w:r>
            <w:r w:rsidR="004879E4">
              <w:rPr>
                <w:rtl/>
              </w:rPr>
              <w:t xml:space="preserve"> </w:t>
            </w:r>
            <w:r w:rsidRPr="009647FC">
              <w:rPr>
                <w:rtl/>
              </w:rPr>
              <w:t>كما</w:t>
            </w:r>
            <w:r w:rsidR="004879E4">
              <w:rPr>
                <w:rtl/>
              </w:rPr>
              <w:t xml:space="preserve"> </w:t>
            </w:r>
            <w:r w:rsidR="004879E4" w:rsidRPr="009647FC">
              <w:rPr>
                <w:rtl/>
              </w:rPr>
              <w:t>شاء</w:t>
            </w:r>
            <w:r w:rsidR="004879E4">
              <w:rPr>
                <w:rtl/>
              </w:rPr>
              <w:t xml:space="preserve"> </w:t>
            </w:r>
            <w:r w:rsidR="004879E4" w:rsidRPr="009647FC">
              <w:rPr>
                <w:rtl/>
              </w:rPr>
              <w:t>الإ</w:t>
            </w:r>
            <w:r w:rsidRPr="009647FC">
              <w:rPr>
                <w:rtl/>
              </w:rPr>
              <w:t>له</w:t>
            </w:r>
            <w:r w:rsidR="004879E4" w:rsidRPr="009647FC">
              <w:rPr>
                <w:rtl/>
              </w:rPr>
              <w:t>ُ</w:t>
            </w:r>
            <w:r w:rsidR="004879E4">
              <w:rPr>
                <w:rtl/>
              </w:rPr>
              <w:t xml:space="preserve"> </w:t>
            </w:r>
            <w:r w:rsidR="004879E4" w:rsidRPr="009647FC">
              <w:rPr>
                <w:rtl/>
              </w:rPr>
              <w:t>وأ</w:t>
            </w:r>
            <w:r w:rsidRPr="009647FC">
              <w:rPr>
                <w:rtl/>
              </w:rPr>
              <w:t>نع</w:t>
            </w:r>
            <w:r w:rsidR="004879E4" w:rsidRPr="009647FC">
              <w:rPr>
                <w:rtl/>
              </w:rPr>
              <w:t>مٌ</w:t>
            </w:r>
            <w:r w:rsidR="004879E4" w:rsidRPr="00725071">
              <w:rPr>
                <w:rStyle w:val="libPoemTiniChar0"/>
                <w:rtl/>
              </w:rPr>
              <w:br/>
              <w:t> </w:t>
            </w:r>
          </w:p>
        </w:tc>
        <w:tc>
          <w:tcPr>
            <w:tcW w:w="301" w:type="dxa"/>
          </w:tcPr>
          <w:p w:rsidR="004879E4" w:rsidRDefault="004879E4" w:rsidP="00697162">
            <w:pPr>
              <w:pStyle w:val="libPoem"/>
              <w:rPr>
                <w:rtl/>
              </w:rPr>
            </w:pPr>
          </w:p>
        </w:tc>
        <w:tc>
          <w:tcPr>
            <w:tcW w:w="3884" w:type="dxa"/>
          </w:tcPr>
          <w:p w:rsidR="004879E4" w:rsidRDefault="004879E4" w:rsidP="00697162">
            <w:pPr>
              <w:pStyle w:val="libPoem"/>
            </w:pPr>
            <w:r w:rsidRPr="009647FC">
              <w:rPr>
                <w:rtl/>
              </w:rPr>
              <w:t>لم</w:t>
            </w:r>
            <w:r w:rsidR="004C00A8">
              <w:rPr>
                <w:rtl/>
              </w:rPr>
              <w:t xml:space="preserve"> </w:t>
            </w:r>
            <w:r w:rsidR="00A72677" w:rsidRPr="009647FC">
              <w:rPr>
                <w:rtl/>
              </w:rPr>
              <w:t>يحص</w:t>
            </w:r>
            <w:r w:rsidRPr="009647FC">
              <w:rPr>
                <w:rtl/>
              </w:rPr>
              <w:t>ها</w:t>
            </w:r>
            <w:r>
              <w:rPr>
                <w:rtl/>
              </w:rPr>
              <w:t xml:space="preserve"> </w:t>
            </w:r>
            <w:r w:rsidRPr="009647FC">
              <w:rPr>
                <w:rtl/>
              </w:rPr>
              <w:t>إلاّ</w:t>
            </w:r>
            <w:r>
              <w:rPr>
                <w:rtl/>
              </w:rPr>
              <w:t xml:space="preserve"> </w:t>
            </w:r>
            <w:r w:rsidRPr="009647FC">
              <w:rPr>
                <w:rtl/>
              </w:rPr>
              <w:t>الإلهُ</w:t>
            </w:r>
            <w:r>
              <w:rPr>
                <w:rtl/>
              </w:rPr>
              <w:t xml:space="preserve"> </w:t>
            </w:r>
            <w:r w:rsidR="00A72677" w:rsidRPr="009647FC">
              <w:rPr>
                <w:rtl/>
              </w:rPr>
              <w:t>عد</w:t>
            </w:r>
            <w:r w:rsidRPr="009647FC">
              <w:rPr>
                <w:rtl/>
              </w:rPr>
              <w:t>يدا</w:t>
            </w:r>
            <w:r w:rsidRPr="00725071">
              <w:rPr>
                <w:rStyle w:val="libPoemTiniChar0"/>
                <w:rtl/>
              </w:rPr>
              <w:br/>
              <w:t> </w:t>
            </w:r>
          </w:p>
        </w:tc>
      </w:tr>
      <w:tr w:rsidR="004879E4" w:rsidRPr="00524A24" w:rsidTr="004879E4">
        <w:trPr>
          <w:trHeight w:val="350"/>
        </w:trPr>
        <w:tc>
          <w:tcPr>
            <w:tcW w:w="3902" w:type="dxa"/>
          </w:tcPr>
          <w:p w:rsidR="004879E4" w:rsidRPr="00524A24" w:rsidRDefault="00A72677" w:rsidP="00697162">
            <w:pPr>
              <w:pStyle w:val="libPoem"/>
            </w:pPr>
            <w:r w:rsidRPr="009647FC">
              <w:rPr>
                <w:rtl/>
              </w:rPr>
              <w:t>يا</w:t>
            </w:r>
            <w:r w:rsidR="004879E4">
              <w:rPr>
                <w:rtl/>
              </w:rPr>
              <w:t xml:space="preserve"> </w:t>
            </w:r>
            <w:r w:rsidRPr="009647FC">
              <w:rPr>
                <w:rtl/>
              </w:rPr>
              <w:t>من</w:t>
            </w:r>
            <w:r w:rsidR="004879E4">
              <w:rPr>
                <w:rtl/>
              </w:rPr>
              <w:t xml:space="preserve"> </w:t>
            </w:r>
            <w:r w:rsidRPr="009647FC">
              <w:rPr>
                <w:rtl/>
              </w:rPr>
              <w:t>لو</w:t>
            </w:r>
            <w:r w:rsidR="004879E4">
              <w:rPr>
                <w:rtl/>
              </w:rPr>
              <w:t xml:space="preserve"> </w:t>
            </w:r>
            <w:r w:rsidR="004879E4" w:rsidRPr="009647FC">
              <w:rPr>
                <w:rtl/>
              </w:rPr>
              <w:t>ا</w:t>
            </w:r>
            <w:r w:rsidRPr="009647FC">
              <w:rPr>
                <w:rtl/>
              </w:rPr>
              <w:t>قت</w:t>
            </w:r>
            <w:r w:rsidR="004879E4" w:rsidRPr="009647FC">
              <w:rPr>
                <w:rtl/>
              </w:rPr>
              <w:t>سم</w:t>
            </w:r>
            <w:r w:rsidR="004879E4">
              <w:rPr>
                <w:rtl/>
              </w:rPr>
              <w:t xml:space="preserve"> </w:t>
            </w:r>
            <w:r w:rsidR="004879E4" w:rsidRPr="009647FC">
              <w:rPr>
                <w:rtl/>
              </w:rPr>
              <w:t>الأ</w:t>
            </w:r>
            <w:r w:rsidRPr="009647FC">
              <w:rPr>
                <w:rtl/>
              </w:rPr>
              <w:t>نا</w:t>
            </w:r>
            <w:r w:rsidR="004879E4" w:rsidRPr="009647FC">
              <w:rPr>
                <w:rtl/>
              </w:rPr>
              <w:t>مُ</w:t>
            </w:r>
            <w:r w:rsidR="004879E4">
              <w:rPr>
                <w:rtl/>
              </w:rPr>
              <w:t xml:space="preserve"> </w:t>
            </w:r>
            <w:r w:rsidR="004879E4" w:rsidRPr="009647FC">
              <w:rPr>
                <w:rtl/>
              </w:rPr>
              <w:t>صلاحه</w:t>
            </w:r>
            <w:r w:rsidR="004879E4" w:rsidRPr="00725071">
              <w:rPr>
                <w:rStyle w:val="libPoemTiniChar0"/>
                <w:rtl/>
              </w:rPr>
              <w:br/>
              <w:t> </w:t>
            </w:r>
          </w:p>
        </w:tc>
        <w:tc>
          <w:tcPr>
            <w:tcW w:w="301" w:type="dxa"/>
          </w:tcPr>
          <w:p w:rsidR="004879E4" w:rsidRDefault="004879E4" w:rsidP="00697162">
            <w:pPr>
              <w:pStyle w:val="libPoem"/>
              <w:rPr>
                <w:rtl/>
              </w:rPr>
            </w:pPr>
          </w:p>
        </w:tc>
        <w:tc>
          <w:tcPr>
            <w:tcW w:w="3884" w:type="dxa"/>
          </w:tcPr>
          <w:p w:rsidR="004879E4" w:rsidRDefault="00A72677" w:rsidP="00697162">
            <w:pPr>
              <w:pStyle w:val="libPoem"/>
            </w:pPr>
            <w:r w:rsidRPr="009647FC">
              <w:rPr>
                <w:rtl/>
              </w:rPr>
              <w:t>ما</w:t>
            </w:r>
            <w:r w:rsidR="004879E4">
              <w:rPr>
                <w:rtl/>
              </w:rPr>
              <w:t xml:space="preserve"> </w:t>
            </w:r>
            <w:r w:rsidRPr="009647FC">
              <w:rPr>
                <w:rtl/>
              </w:rPr>
              <w:t>سن</w:t>
            </w:r>
            <w:r w:rsidR="004879E4" w:rsidRPr="009647FC">
              <w:rPr>
                <w:rtl/>
              </w:rPr>
              <w:t>ّ</w:t>
            </w:r>
            <w:r w:rsidR="00677BC4">
              <w:rPr>
                <w:rtl/>
              </w:rPr>
              <w:t>َ</w:t>
            </w:r>
            <w:r w:rsidR="004879E4">
              <w:rPr>
                <w:rtl/>
              </w:rPr>
              <w:t xml:space="preserve"> </w:t>
            </w:r>
            <w:r w:rsidRPr="009647FC">
              <w:rPr>
                <w:rtl/>
              </w:rPr>
              <w:t>في</w:t>
            </w:r>
            <w:r w:rsidR="004879E4" w:rsidRPr="009647FC">
              <w:rPr>
                <w:rtl/>
              </w:rPr>
              <w:t>هم</w:t>
            </w:r>
            <w:r w:rsidR="004879E4">
              <w:rPr>
                <w:rtl/>
              </w:rPr>
              <w:t xml:space="preserve"> </w:t>
            </w:r>
            <w:r w:rsidR="004879E4" w:rsidRPr="009647FC">
              <w:rPr>
                <w:rtl/>
              </w:rPr>
              <w:t>ذو</w:t>
            </w:r>
            <w:r w:rsidR="004879E4">
              <w:rPr>
                <w:rtl/>
              </w:rPr>
              <w:t xml:space="preserve"> </w:t>
            </w:r>
            <w:r w:rsidR="004879E4" w:rsidRPr="009647FC">
              <w:rPr>
                <w:rtl/>
              </w:rPr>
              <w:t>ا</w:t>
            </w:r>
            <w:r w:rsidRPr="009647FC">
              <w:rPr>
                <w:rtl/>
              </w:rPr>
              <w:t>لج</w:t>
            </w:r>
            <w:r w:rsidR="004879E4" w:rsidRPr="009647FC">
              <w:rPr>
                <w:rtl/>
              </w:rPr>
              <w:t>لال</w:t>
            </w:r>
            <w:r w:rsidR="004879E4">
              <w:rPr>
                <w:rtl/>
              </w:rPr>
              <w:t xml:space="preserve"> </w:t>
            </w:r>
            <w:r w:rsidRPr="009647FC">
              <w:rPr>
                <w:rtl/>
              </w:rPr>
              <w:t>حد</w:t>
            </w:r>
            <w:r w:rsidR="004879E4" w:rsidRPr="009647FC">
              <w:rPr>
                <w:rtl/>
              </w:rPr>
              <w:t>ودا</w:t>
            </w:r>
            <w:r w:rsidR="004879E4" w:rsidRPr="00725071">
              <w:rPr>
                <w:rStyle w:val="libPoemTiniChar0"/>
                <w:rtl/>
              </w:rPr>
              <w:br/>
              <w:t> </w:t>
            </w:r>
          </w:p>
        </w:tc>
      </w:tr>
      <w:tr w:rsidR="004879E4" w:rsidRPr="00524A24" w:rsidTr="004879E4">
        <w:trPr>
          <w:trHeight w:val="350"/>
        </w:trPr>
        <w:tc>
          <w:tcPr>
            <w:tcW w:w="3902" w:type="dxa"/>
          </w:tcPr>
          <w:p w:rsidR="004879E4" w:rsidRPr="00524A24" w:rsidRDefault="00A72677" w:rsidP="00697162">
            <w:pPr>
              <w:pStyle w:val="libPoem"/>
            </w:pPr>
            <w:r w:rsidRPr="00A72677">
              <w:rPr>
                <w:rtl/>
              </w:rPr>
              <w:t>للّه</w:t>
            </w:r>
            <w:r w:rsidR="004879E4" w:rsidRPr="00A72677">
              <w:rPr>
                <w:rtl/>
              </w:rPr>
              <w:t xml:space="preserve">ِ </w:t>
            </w:r>
            <w:r w:rsidRPr="00A72677">
              <w:rPr>
                <w:rtl/>
              </w:rPr>
              <w:t>منج</w:t>
            </w:r>
            <w:r w:rsidR="004879E4" w:rsidRPr="00A72677">
              <w:rPr>
                <w:rtl/>
              </w:rPr>
              <w:t>بةٌ ولدت</w:t>
            </w:r>
            <w:r w:rsidR="00677BC4">
              <w:rPr>
                <w:rtl/>
              </w:rPr>
              <w:t>َ</w:t>
            </w:r>
            <w:r w:rsidR="004879E4" w:rsidRPr="00A72677">
              <w:rPr>
                <w:rtl/>
              </w:rPr>
              <w:t xml:space="preserve"> </w:t>
            </w:r>
            <w:r w:rsidRPr="00A72677">
              <w:rPr>
                <w:rtl/>
              </w:rPr>
              <w:t>بح</w:t>
            </w:r>
            <w:r w:rsidR="004879E4" w:rsidRPr="00A72677">
              <w:rPr>
                <w:rtl/>
              </w:rPr>
              <w:t>جرها</w:t>
            </w:r>
            <w:r w:rsidR="004879E4" w:rsidRPr="00A72677">
              <w:rPr>
                <w:rStyle w:val="libPoemTiniChar0"/>
                <w:rtl/>
              </w:rPr>
              <w:br/>
              <w:t> </w:t>
            </w:r>
          </w:p>
        </w:tc>
        <w:tc>
          <w:tcPr>
            <w:tcW w:w="301" w:type="dxa"/>
          </w:tcPr>
          <w:p w:rsidR="004879E4" w:rsidRPr="00A72677" w:rsidRDefault="004879E4" w:rsidP="00697162">
            <w:pPr>
              <w:pStyle w:val="libPoem"/>
              <w:rPr>
                <w:rtl/>
              </w:rPr>
            </w:pPr>
          </w:p>
        </w:tc>
        <w:tc>
          <w:tcPr>
            <w:tcW w:w="3884" w:type="dxa"/>
          </w:tcPr>
          <w:p w:rsidR="004879E4" w:rsidRPr="00A72677" w:rsidRDefault="004879E4" w:rsidP="00697162">
            <w:pPr>
              <w:pStyle w:val="libPoem"/>
            </w:pPr>
            <w:r w:rsidRPr="00A72677">
              <w:rPr>
                <w:rtl/>
              </w:rPr>
              <w:t>كان ا</w:t>
            </w:r>
            <w:r w:rsidR="00A72677" w:rsidRPr="00A72677">
              <w:rPr>
                <w:rtl/>
              </w:rPr>
              <w:t>لت</w:t>
            </w:r>
            <w:r w:rsidRPr="00A72677">
              <w:rPr>
                <w:rtl/>
              </w:rPr>
              <w:t xml:space="preserve">ُقى </w:t>
            </w:r>
            <w:r w:rsidR="00A72677" w:rsidRPr="00A72677">
              <w:rPr>
                <w:rtl/>
              </w:rPr>
              <w:t>في</w:t>
            </w:r>
            <w:r w:rsidRPr="00A72677">
              <w:rPr>
                <w:rtl/>
              </w:rPr>
              <w:t xml:space="preserve"> </w:t>
            </w:r>
            <w:r w:rsidR="00A72677" w:rsidRPr="00A72677">
              <w:rPr>
                <w:rtl/>
              </w:rPr>
              <w:t>حج</w:t>
            </w:r>
            <w:r w:rsidRPr="00A72677">
              <w:rPr>
                <w:rtl/>
              </w:rPr>
              <w:t xml:space="preserve">رها </w:t>
            </w:r>
            <w:r w:rsidR="00A72677" w:rsidRPr="00A72677">
              <w:rPr>
                <w:rtl/>
              </w:rPr>
              <w:t>مو</w:t>
            </w:r>
            <w:r w:rsidRPr="00A72677">
              <w:rPr>
                <w:rtl/>
              </w:rPr>
              <w:t>لودا</w:t>
            </w:r>
            <w:r w:rsidRPr="00A72677">
              <w:rPr>
                <w:rStyle w:val="libPoemTiniChar0"/>
                <w:rtl/>
              </w:rPr>
              <w:br/>
              <w:t> </w:t>
            </w:r>
          </w:p>
        </w:tc>
      </w:tr>
      <w:tr w:rsidR="004879E4" w:rsidRPr="00524A24" w:rsidTr="004879E4">
        <w:trPr>
          <w:trHeight w:val="350"/>
        </w:trPr>
        <w:tc>
          <w:tcPr>
            <w:tcW w:w="3902" w:type="dxa"/>
          </w:tcPr>
          <w:p w:rsidR="004879E4" w:rsidRPr="00524A24" w:rsidRDefault="004879E4" w:rsidP="00697162">
            <w:pPr>
              <w:pStyle w:val="libPoem"/>
            </w:pPr>
            <w:r w:rsidRPr="009647FC">
              <w:rPr>
                <w:rtl/>
              </w:rPr>
              <w:t>لا</w:t>
            </w:r>
            <w:r>
              <w:rPr>
                <w:rtl/>
              </w:rPr>
              <w:t xml:space="preserve"> </w:t>
            </w:r>
            <w:r w:rsidR="00A72677" w:rsidRPr="009647FC">
              <w:rPr>
                <w:rtl/>
              </w:rPr>
              <w:t>تغت</w:t>
            </w:r>
            <w:r w:rsidRPr="009647FC">
              <w:rPr>
                <w:rtl/>
              </w:rPr>
              <w:t>ذي</w:t>
            </w:r>
            <w:r>
              <w:rPr>
                <w:rtl/>
              </w:rPr>
              <w:t xml:space="preserve"> </w:t>
            </w:r>
            <w:r w:rsidR="00A72677" w:rsidRPr="009647FC">
              <w:rPr>
                <w:rtl/>
              </w:rPr>
              <w:t>بغذ</w:t>
            </w:r>
            <w:r w:rsidRPr="009647FC">
              <w:rPr>
                <w:rtl/>
              </w:rPr>
              <w:t>ا</w:t>
            </w:r>
            <w:r>
              <w:rPr>
                <w:rtl/>
              </w:rPr>
              <w:t xml:space="preserve"> </w:t>
            </w:r>
            <w:r w:rsidRPr="009647FC">
              <w:rPr>
                <w:rtl/>
              </w:rPr>
              <w:t>ا</w:t>
            </w:r>
            <w:r w:rsidR="00A72677" w:rsidRPr="009647FC">
              <w:rPr>
                <w:rtl/>
              </w:rPr>
              <w:t>لج</w:t>
            </w:r>
            <w:r w:rsidRPr="009647FC">
              <w:rPr>
                <w:rtl/>
              </w:rPr>
              <w:t>نين</w:t>
            </w:r>
            <w:r>
              <w:rPr>
                <w:rtl/>
              </w:rPr>
              <w:t xml:space="preserve"> </w:t>
            </w:r>
            <w:r w:rsidR="00A72677" w:rsidRPr="009647FC">
              <w:rPr>
                <w:rtl/>
              </w:rPr>
              <w:t>نز</w:t>
            </w:r>
            <w:r w:rsidRPr="009647FC">
              <w:rPr>
                <w:rtl/>
              </w:rPr>
              <w:t>اهةً</w:t>
            </w:r>
            <w:r w:rsidRPr="00725071">
              <w:rPr>
                <w:rStyle w:val="libPoemTiniChar0"/>
                <w:rtl/>
              </w:rPr>
              <w:br/>
              <w:t> </w:t>
            </w:r>
          </w:p>
        </w:tc>
        <w:tc>
          <w:tcPr>
            <w:tcW w:w="301" w:type="dxa"/>
          </w:tcPr>
          <w:p w:rsidR="004879E4" w:rsidRDefault="004879E4" w:rsidP="00697162">
            <w:pPr>
              <w:pStyle w:val="libPoem"/>
              <w:rPr>
                <w:rtl/>
              </w:rPr>
            </w:pPr>
          </w:p>
        </w:tc>
        <w:tc>
          <w:tcPr>
            <w:tcW w:w="3884" w:type="dxa"/>
          </w:tcPr>
          <w:p w:rsidR="004879E4" w:rsidRDefault="00A72677" w:rsidP="00697162">
            <w:pPr>
              <w:pStyle w:val="libPoem"/>
            </w:pPr>
            <w:r w:rsidRPr="009647FC">
              <w:rPr>
                <w:rtl/>
              </w:rPr>
              <w:t>لكن</w:t>
            </w:r>
            <w:r w:rsidR="004879E4">
              <w:rPr>
                <w:rtl/>
              </w:rPr>
              <w:t xml:space="preserve"> </w:t>
            </w:r>
            <w:r w:rsidRPr="009647FC">
              <w:rPr>
                <w:rtl/>
              </w:rPr>
              <w:t>غذيت</w:t>
            </w:r>
            <w:r w:rsidR="004879E4">
              <w:rPr>
                <w:rtl/>
              </w:rPr>
              <w:t xml:space="preserve"> </w:t>
            </w:r>
            <w:r w:rsidR="004879E4" w:rsidRPr="009647FC">
              <w:rPr>
                <w:rtl/>
              </w:rPr>
              <w:t>ا</w:t>
            </w:r>
            <w:r w:rsidRPr="009647FC">
              <w:rPr>
                <w:rtl/>
              </w:rPr>
              <w:t>لش</w:t>
            </w:r>
            <w:r w:rsidR="004879E4" w:rsidRPr="009647FC">
              <w:rPr>
                <w:rtl/>
              </w:rPr>
              <w:t>كر</w:t>
            </w:r>
            <w:r w:rsidR="00677BC4">
              <w:rPr>
                <w:rtl/>
              </w:rPr>
              <w:t>َ</w:t>
            </w:r>
            <w:r w:rsidR="004879E4">
              <w:rPr>
                <w:rtl/>
              </w:rPr>
              <w:t xml:space="preserve"> </w:t>
            </w:r>
            <w:r w:rsidR="004879E4" w:rsidRPr="009647FC">
              <w:rPr>
                <w:rtl/>
              </w:rPr>
              <w:t>وا</w:t>
            </w:r>
            <w:r w:rsidRPr="009647FC">
              <w:rPr>
                <w:rtl/>
              </w:rPr>
              <w:t>لت</w:t>
            </w:r>
            <w:r w:rsidR="004879E4" w:rsidRPr="009647FC">
              <w:rPr>
                <w:rtl/>
              </w:rPr>
              <w:t>حميدا</w:t>
            </w:r>
            <w:r w:rsidR="004879E4" w:rsidRPr="00725071">
              <w:rPr>
                <w:rStyle w:val="libPoemTiniChar0"/>
                <w:rtl/>
              </w:rPr>
              <w:br/>
              <w:t> </w:t>
            </w:r>
          </w:p>
        </w:tc>
      </w:tr>
      <w:tr w:rsidR="004879E4" w:rsidRPr="00524A24" w:rsidTr="004879E4">
        <w:trPr>
          <w:trHeight w:val="350"/>
        </w:trPr>
        <w:tc>
          <w:tcPr>
            <w:tcW w:w="3902" w:type="dxa"/>
          </w:tcPr>
          <w:p w:rsidR="004879E4" w:rsidRPr="00524A24" w:rsidRDefault="004879E4" w:rsidP="00697162">
            <w:pPr>
              <w:pStyle w:val="libPoem"/>
            </w:pPr>
            <w:r w:rsidRPr="009647FC">
              <w:rPr>
                <w:rtl/>
              </w:rPr>
              <w:t>وبرزت</w:t>
            </w:r>
            <w:r>
              <w:rPr>
                <w:rtl/>
              </w:rPr>
              <w:t xml:space="preserve"> </w:t>
            </w:r>
            <w:r w:rsidRPr="009647FC">
              <w:rPr>
                <w:rtl/>
              </w:rPr>
              <w:t>وا</w:t>
            </w:r>
            <w:r w:rsidR="00A72677" w:rsidRPr="009647FC">
              <w:rPr>
                <w:rtl/>
              </w:rPr>
              <w:t>لدني</w:t>
            </w:r>
            <w:r w:rsidRPr="009647FC">
              <w:rPr>
                <w:rtl/>
              </w:rPr>
              <w:t>ا</w:t>
            </w:r>
            <w:r>
              <w:rPr>
                <w:rtl/>
              </w:rPr>
              <w:t xml:space="preserve"> </w:t>
            </w:r>
            <w:r w:rsidR="00A72677" w:rsidRPr="009647FC">
              <w:rPr>
                <w:rtl/>
              </w:rPr>
              <w:t>جم</w:t>
            </w:r>
            <w:r w:rsidRPr="009647FC">
              <w:rPr>
                <w:rtl/>
              </w:rPr>
              <w:t>يعاً</w:t>
            </w:r>
            <w:r>
              <w:rPr>
                <w:rtl/>
              </w:rPr>
              <w:t xml:space="preserve"> </w:t>
            </w:r>
            <w:r w:rsidR="00A72677" w:rsidRPr="009647FC">
              <w:rPr>
                <w:rtl/>
              </w:rPr>
              <w:t>مج</w:t>
            </w:r>
            <w:r w:rsidRPr="009647FC">
              <w:rPr>
                <w:rtl/>
              </w:rPr>
              <w:t>هلٌ</w:t>
            </w:r>
            <w:r w:rsidRPr="00725071">
              <w:rPr>
                <w:rStyle w:val="libPoemTiniChar0"/>
                <w:rtl/>
              </w:rPr>
              <w:br/>
              <w:t> </w:t>
            </w:r>
          </w:p>
        </w:tc>
        <w:tc>
          <w:tcPr>
            <w:tcW w:w="301" w:type="dxa"/>
          </w:tcPr>
          <w:p w:rsidR="004879E4" w:rsidRDefault="004879E4" w:rsidP="00697162">
            <w:pPr>
              <w:pStyle w:val="libPoem"/>
              <w:rPr>
                <w:rtl/>
              </w:rPr>
            </w:pPr>
          </w:p>
        </w:tc>
        <w:tc>
          <w:tcPr>
            <w:tcW w:w="3884" w:type="dxa"/>
          </w:tcPr>
          <w:p w:rsidR="004879E4" w:rsidRDefault="00A72677" w:rsidP="00697162">
            <w:pPr>
              <w:pStyle w:val="libPoem"/>
            </w:pPr>
            <w:r w:rsidRPr="009647FC">
              <w:rPr>
                <w:rtl/>
              </w:rPr>
              <w:t>عل</w:t>
            </w:r>
            <w:r w:rsidR="004879E4" w:rsidRPr="009647FC">
              <w:rPr>
                <w:rtl/>
              </w:rPr>
              <w:t>ماً</w:t>
            </w:r>
            <w:r w:rsidR="004879E4">
              <w:rPr>
                <w:rtl/>
              </w:rPr>
              <w:t xml:space="preserve"> </w:t>
            </w:r>
            <w:r w:rsidRPr="009647FC">
              <w:rPr>
                <w:rtl/>
              </w:rPr>
              <w:t>جل</w:t>
            </w:r>
            <w:r w:rsidR="004879E4" w:rsidRPr="009647FC">
              <w:rPr>
                <w:rtl/>
              </w:rPr>
              <w:t>ا</w:t>
            </w:r>
            <w:r w:rsidR="004879E4">
              <w:rPr>
                <w:rtl/>
              </w:rPr>
              <w:t xml:space="preserve"> </w:t>
            </w:r>
            <w:r w:rsidRPr="009647FC">
              <w:rPr>
                <w:rtl/>
              </w:rPr>
              <w:t>من</w:t>
            </w:r>
            <w:r w:rsidR="004879E4" w:rsidRPr="009647FC">
              <w:rPr>
                <w:rtl/>
              </w:rPr>
              <w:t>ها</w:t>
            </w:r>
            <w:r w:rsidR="004879E4">
              <w:rPr>
                <w:rtl/>
              </w:rPr>
              <w:t xml:space="preserve"> </w:t>
            </w:r>
            <w:r w:rsidR="004879E4" w:rsidRPr="009647FC">
              <w:rPr>
                <w:rtl/>
              </w:rPr>
              <w:t>ا</w:t>
            </w:r>
            <w:r w:rsidRPr="009647FC">
              <w:rPr>
                <w:rtl/>
              </w:rPr>
              <w:t>لغ</w:t>
            </w:r>
            <w:r w:rsidR="004879E4" w:rsidRPr="009647FC">
              <w:rPr>
                <w:rtl/>
              </w:rPr>
              <w:t>واشي</w:t>
            </w:r>
            <w:r w:rsidR="004879E4">
              <w:rPr>
                <w:rtl/>
              </w:rPr>
              <w:t xml:space="preserve"> </w:t>
            </w:r>
            <w:r w:rsidR="004879E4" w:rsidRPr="009647FC">
              <w:rPr>
                <w:rtl/>
              </w:rPr>
              <w:t>ا</w:t>
            </w:r>
            <w:r w:rsidRPr="009647FC">
              <w:rPr>
                <w:rtl/>
              </w:rPr>
              <w:t>لس</w:t>
            </w:r>
            <w:r w:rsidR="004879E4" w:rsidRPr="009647FC">
              <w:rPr>
                <w:rtl/>
              </w:rPr>
              <w:t>ودا</w:t>
            </w:r>
            <w:r w:rsidR="004879E4" w:rsidRPr="00725071">
              <w:rPr>
                <w:rStyle w:val="libPoemTiniChar0"/>
                <w:rtl/>
              </w:rPr>
              <w:br/>
              <w:t> </w:t>
            </w:r>
          </w:p>
        </w:tc>
      </w:tr>
      <w:tr w:rsidR="004879E4" w:rsidRPr="00524A24" w:rsidTr="004879E4">
        <w:trPr>
          <w:trHeight w:val="350"/>
        </w:trPr>
        <w:tc>
          <w:tcPr>
            <w:tcW w:w="3902" w:type="dxa"/>
          </w:tcPr>
          <w:p w:rsidR="004879E4" w:rsidRPr="00524A24" w:rsidRDefault="004879E4" w:rsidP="00697162">
            <w:pPr>
              <w:pStyle w:val="libPoem"/>
            </w:pPr>
            <w:r w:rsidRPr="00A72677">
              <w:rPr>
                <w:rtl/>
              </w:rPr>
              <w:t>وغدتْ و</w:t>
            </w:r>
            <w:r w:rsidR="00A72677" w:rsidRPr="00A72677">
              <w:rPr>
                <w:rtl/>
              </w:rPr>
              <w:t>كا</w:t>
            </w:r>
            <w:r w:rsidRPr="00A72677">
              <w:rPr>
                <w:rtl/>
              </w:rPr>
              <w:t xml:space="preserve">نت </w:t>
            </w:r>
            <w:r w:rsidR="00A72677" w:rsidRPr="00A72677">
              <w:rPr>
                <w:rtl/>
              </w:rPr>
              <w:t>عا</w:t>
            </w:r>
            <w:r w:rsidRPr="00A72677">
              <w:rPr>
                <w:rtl/>
              </w:rPr>
              <w:t>قراً أمُّ ا</w:t>
            </w:r>
            <w:r w:rsidR="00A72677" w:rsidRPr="00A72677">
              <w:rPr>
                <w:rtl/>
              </w:rPr>
              <w:t>لن</w:t>
            </w:r>
            <w:r w:rsidRPr="00A72677">
              <w:rPr>
                <w:rtl/>
              </w:rPr>
              <w:t>دى</w:t>
            </w:r>
            <w:r w:rsidRPr="00A72677">
              <w:rPr>
                <w:rStyle w:val="libPoemTiniChar0"/>
                <w:rtl/>
              </w:rPr>
              <w:br/>
              <w:t> </w:t>
            </w:r>
          </w:p>
        </w:tc>
        <w:tc>
          <w:tcPr>
            <w:tcW w:w="301" w:type="dxa"/>
          </w:tcPr>
          <w:p w:rsidR="004879E4" w:rsidRPr="00A72677" w:rsidRDefault="004879E4" w:rsidP="00697162">
            <w:pPr>
              <w:pStyle w:val="libPoem"/>
              <w:rPr>
                <w:rtl/>
              </w:rPr>
            </w:pPr>
          </w:p>
        </w:tc>
        <w:tc>
          <w:tcPr>
            <w:tcW w:w="3884" w:type="dxa"/>
          </w:tcPr>
          <w:p w:rsidR="004879E4" w:rsidRPr="00A72677" w:rsidRDefault="004879E4" w:rsidP="00697162">
            <w:pPr>
              <w:pStyle w:val="libPoem"/>
            </w:pPr>
            <w:r w:rsidRPr="00A72677">
              <w:rPr>
                <w:rtl/>
              </w:rPr>
              <w:t>لمّ</w:t>
            </w:r>
            <w:r w:rsidR="00677BC4">
              <w:rPr>
                <w:rtl/>
              </w:rPr>
              <w:t>َ</w:t>
            </w:r>
            <w:r w:rsidR="00A72677" w:rsidRPr="00A72677">
              <w:rPr>
                <w:rtl/>
              </w:rPr>
              <w:t>ا</w:t>
            </w:r>
            <w:r w:rsidRPr="00A72677">
              <w:rPr>
                <w:rtl/>
              </w:rPr>
              <w:t xml:space="preserve"> </w:t>
            </w:r>
            <w:r w:rsidR="00A72677" w:rsidRPr="00A72677">
              <w:rPr>
                <w:rtl/>
              </w:rPr>
              <w:t>تطر</w:t>
            </w:r>
            <w:r w:rsidRPr="00A72677">
              <w:rPr>
                <w:rtl/>
              </w:rPr>
              <w:t>ّ</w:t>
            </w:r>
            <w:r w:rsidR="00677BC4">
              <w:rPr>
                <w:rtl/>
              </w:rPr>
              <w:t>َ</w:t>
            </w:r>
            <w:r w:rsidRPr="00A72677">
              <w:rPr>
                <w:rtl/>
              </w:rPr>
              <w:t>قها نداك ولودا</w:t>
            </w:r>
            <w:r w:rsidRPr="00A72677">
              <w:rPr>
                <w:rStyle w:val="libPoemTiniChar0"/>
                <w:rtl/>
              </w:rPr>
              <w:br/>
              <w:t> </w:t>
            </w:r>
          </w:p>
        </w:tc>
      </w:tr>
      <w:tr w:rsidR="004879E4" w:rsidRPr="00524A24" w:rsidTr="004879E4">
        <w:trPr>
          <w:trHeight w:val="350"/>
        </w:trPr>
        <w:tc>
          <w:tcPr>
            <w:tcW w:w="3902" w:type="dxa"/>
          </w:tcPr>
          <w:p w:rsidR="004879E4" w:rsidRPr="00524A24" w:rsidRDefault="00A72677" w:rsidP="00697162">
            <w:pPr>
              <w:pStyle w:val="libPoem"/>
            </w:pPr>
            <w:r w:rsidRPr="00A72677">
              <w:rPr>
                <w:rtl/>
              </w:rPr>
              <w:t>تن</w:t>
            </w:r>
            <w:r w:rsidR="004879E4" w:rsidRPr="00A72677">
              <w:rPr>
                <w:rtl/>
              </w:rPr>
              <w:t xml:space="preserve">ميك </w:t>
            </w:r>
            <w:r w:rsidRPr="00A72677">
              <w:rPr>
                <w:rtl/>
              </w:rPr>
              <w:t>من</w:t>
            </w:r>
            <w:r w:rsidR="004879E4" w:rsidRPr="00A72677">
              <w:rPr>
                <w:rtl/>
              </w:rPr>
              <w:t xml:space="preserve"> </w:t>
            </w:r>
            <w:r w:rsidRPr="00A72677">
              <w:rPr>
                <w:rtl/>
              </w:rPr>
              <w:t>سل</w:t>
            </w:r>
            <w:r w:rsidR="004879E4" w:rsidRPr="00A72677">
              <w:rPr>
                <w:rtl/>
              </w:rPr>
              <w:t>ف ا</w:t>
            </w:r>
            <w:r w:rsidRPr="00A72677">
              <w:rPr>
                <w:rtl/>
              </w:rPr>
              <w:t>لم</w:t>
            </w:r>
            <w:r w:rsidR="004879E4" w:rsidRPr="00A72677">
              <w:rPr>
                <w:rtl/>
              </w:rPr>
              <w:t>عالي أ</w:t>
            </w:r>
            <w:r w:rsidRPr="00A72677">
              <w:rPr>
                <w:rtl/>
              </w:rPr>
              <w:t>سر</w:t>
            </w:r>
            <w:r w:rsidR="004879E4" w:rsidRPr="00A72677">
              <w:rPr>
                <w:rtl/>
              </w:rPr>
              <w:t>ةٌ</w:t>
            </w:r>
            <w:r w:rsidR="004879E4" w:rsidRPr="00A72677">
              <w:rPr>
                <w:rStyle w:val="libPoemTiniChar0"/>
                <w:rtl/>
              </w:rPr>
              <w:br/>
              <w:t> </w:t>
            </w:r>
          </w:p>
        </w:tc>
        <w:tc>
          <w:tcPr>
            <w:tcW w:w="301" w:type="dxa"/>
          </w:tcPr>
          <w:p w:rsidR="004879E4" w:rsidRPr="00A72677" w:rsidRDefault="004879E4" w:rsidP="00697162">
            <w:pPr>
              <w:pStyle w:val="libPoem"/>
              <w:rPr>
                <w:rtl/>
              </w:rPr>
            </w:pPr>
          </w:p>
        </w:tc>
        <w:tc>
          <w:tcPr>
            <w:tcW w:w="3884" w:type="dxa"/>
          </w:tcPr>
          <w:p w:rsidR="004879E4" w:rsidRPr="00A72677" w:rsidRDefault="00A72677" w:rsidP="00697162">
            <w:pPr>
              <w:pStyle w:val="libPoem"/>
            </w:pPr>
            <w:r w:rsidRPr="00A72677">
              <w:rPr>
                <w:rtl/>
              </w:rPr>
              <w:t>غل</w:t>
            </w:r>
            <w:r w:rsidR="004879E4" w:rsidRPr="00A72677">
              <w:rPr>
                <w:rtl/>
              </w:rPr>
              <w:t xml:space="preserve">بوا </w:t>
            </w:r>
            <w:r w:rsidRPr="00A72677">
              <w:rPr>
                <w:rtl/>
              </w:rPr>
              <w:t>عل</w:t>
            </w:r>
            <w:r w:rsidR="004879E4" w:rsidRPr="00A72677">
              <w:rPr>
                <w:rtl/>
              </w:rPr>
              <w:t>ى ا</w:t>
            </w:r>
            <w:r w:rsidRPr="00A72677">
              <w:rPr>
                <w:rtl/>
              </w:rPr>
              <w:t>لش</w:t>
            </w:r>
            <w:r w:rsidR="004879E4" w:rsidRPr="00A72677">
              <w:rPr>
                <w:rtl/>
              </w:rPr>
              <w:t>رفِ الكرام الصيدا</w:t>
            </w:r>
            <w:r w:rsidR="004879E4" w:rsidRPr="00A72677">
              <w:rPr>
                <w:rStyle w:val="libPoemTiniChar0"/>
                <w:rtl/>
              </w:rPr>
              <w:br/>
              <w:t> </w:t>
            </w:r>
          </w:p>
        </w:tc>
      </w:tr>
      <w:tr w:rsidR="004879E4" w:rsidRPr="00524A24" w:rsidTr="004879E4">
        <w:trPr>
          <w:trHeight w:val="350"/>
        </w:trPr>
        <w:tc>
          <w:tcPr>
            <w:tcW w:w="3902" w:type="dxa"/>
          </w:tcPr>
          <w:p w:rsidR="004879E4" w:rsidRPr="00524A24" w:rsidRDefault="00A72677" w:rsidP="00697162">
            <w:pPr>
              <w:pStyle w:val="libPoem"/>
            </w:pPr>
            <w:r w:rsidRPr="00A72677">
              <w:rPr>
                <w:rtl/>
              </w:rPr>
              <w:t>من</w:t>
            </w:r>
            <w:r w:rsidR="004879E4" w:rsidRPr="00A72677">
              <w:rPr>
                <w:rtl/>
              </w:rPr>
              <w:t xml:space="preserve"> </w:t>
            </w:r>
            <w:r w:rsidRPr="00A72677">
              <w:rPr>
                <w:rtl/>
              </w:rPr>
              <w:t>كل</w:t>
            </w:r>
            <w:r w:rsidR="004879E4" w:rsidRPr="00A72677">
              <w:rPr>
                <w:rtl/>
              </w:rPr>
              <w:t xml:space="preserve">ّ </w:t>
            </w:r>
            <w:r w:rsidRPr="00A72677">
              <w:rPr>
                <w:rtl/>
              </w:rPr>
              <w:t>مع</w:t>
            </w:r>
            <w:r w:rsidR="004879E4" w:rsidRPr="00A72677">
              <w:rPr>
                <w:rtl/>
              </w:rPr>
              <w:t>صومِ ا</w:t>
            </w:r>
            <w:r w:rsidRPr="00A72677">
              <w:rPr>
                <w:rtl/>
              </w:rPr>
              <w:t>لب</w:t>
            </w:r>
            <w:r w:rsidR="004879E4" w:rsidRPr="00A72677">
              <w:rPr>
                <w:rtl/>
              </w:rPr>
              <w:t>صيرةِ لم يزل</w:t>
            </w:r>
            <w:r w:rsidR="004879E4" w:rsidRPr="00A72677">
              <w:rPr>
                <w:rStyle w:val="libPoemTiniChar0"/>
                <w:rtl/>
              </w:rPr>
              <w:br/>
              <w:t> </w:t>
            </w:r>
          </w:p>
        </w:tc>
        <w:tc>
          <w:tcPr>
            <w:tcW w:w="301" w:type="dxa"/>
          </w:tcPr>
          <w:p w:rsidR="004879E4" w:rsidRPr="00A72677" w:rsidRDefault="004879E4" w:rsidP="00697162">
            <w:pPr>
              <w:pStyle w:val="libPoem"/>
              <w:rPr>
                <w:rtl/>
              </w:rPr>
            </w:pPr>
          </w:p>
        </w:tc>
        <w:tc>
          <w:tcPr>
            <w:tcW w:w="3884" w:type="dxa"/>
          </w:tcPr>
          <w:p w:rsidR="004879E4" w:rsidRPr="00A72677" w:rsidRDefault="00A72677" w:rsidP="00697162">
            <w:pPr>
              <w:pStyle w:val="libPoem"/>
            </w:pPr>
            <w:r w:rsidRPr="00A72677">
              <w:rPr>
                <w:rtl/>
              </w:rPr>
              <w:t>منه</w:t>
            </w:r>
            <w:r w:rsidR="004879E4" w:rsidRPr="00A72677">
              <w:rPr>
                <w:rtl/>
              </w:rPr>
              <w:t>ُ ا</w:t>
            </w:r>
            <w:r w:rsidRPr="00A72677">
              <w:rPr>
                <w:rtl/>
              </w:rPr>
              <w:t>لر</w:t>
            </w:r>
            <w:r w:rsidR="004879E4" w:rsidRPr="00A72677">
              <w:rPr>
                <w:rtl/>
              </w:rPr>
              <w:t xml:space="preserve">داءُ </w:t>
            </w:r>
            <w:r w:rsidRPr="00A72677">
              <w:rPr>
                <w:rtl/>
              </w:rPr>
              <w:t>عل</w:t>
            </w:r>
            <w:r w:rsidR="004879E4" w:rsidRPr="00A72677">
              <w:rPr>
                <w:rtl/>
              </w:rPr>
              <w:t>ى ا</w:t>
            </w:r>
            <w:r w:rsidRPr="00A72677">
              <w:rPr>
                <w:rtl/>
              </w:rPr>
              <w:t>لت</w:t>
            </w:r>
            <w:r w:rsidR="004879E4" w:rsidRPr="00A72677">
              <w:rPr>
                <w:rtl/>
              </w:rPr>
              <w:t xml:space="preserve">ُقى </w:t>
            </w:r>
            <w:r w:rsidRPr="00A72677">
              <w:rPr>
                <w:rtl/>
              </w:rPr>
              <w:t>مع</w:t>
            </w:r>
            <w:r w:rsidR="004879E4" w:rsidRPr="00A72677">
              <w:rPr>
                <w:rtl/>
              </w:rPr>
              <w:t>قودا</w:t>
            </w:r>
            <w:r w:rsidR="004879E4" w:rsidRPr="00A72677">
              <w:rPr>
                <w:rStyle w:val="libPoemTiniChar0"/>
                <w:rtl/>
              </w:rPr>
              <w:br/>
              <w:t> </w:t>
            </w:r>
          </w:p>
        </w:tc>
      </w:tr>
      <w:tr w:rsidR="004879E4" w:rsidRPr="00524A24" w:rsidTr="004879E4">
        <w:trPr>
          <w:trHeight w:val="350"/>
        </w:trPr>
        <w:tc>
          <w:tcPr>
            <w:tcW w:w="3902" w:type="dxa"/>
          </w:tcPr>
          <w:p w:rsidR="004879E4" w:rsidRPr="00524A24" w:rsidRDefault="00A72677" w:rsidP="00697162">
            <w:pPr>
              <w:pStyle w:val="libPoem"/>
            </w:pPr>
            <w:r w:rsidRPr="00A72677">
              <w:rPr>
                <w:rtl/>
              </w:rPr>
              <w:t>لم</w:t>
            </w:r>
            <w:r w:rsidR="004879E4" w:rsidRPr="00A72677">
              <w:rPr>
                <w:rtl/>
              </w:rPr>
              <w:t xml:space="preserve"> </w:t>
            </w:r>
            <w:r w:rsidRPr="00A72677">
              <w:rPr>
                <w:rtl/>
              </w:rPr>
              <w:t>ير</w:t>
            </w:r>
            <w:r w:rsidR="004879E4" w:rsidRPr="00A72677">
              <w:rPr>
                <w:rtl/>
              </w:rPr>
              <w:t xml:space="preserve">تفع </w:t>
            </w:r>
            <w:r w:rsidRPr="00A72677">
              <w:rPr>
                <w:rtl/>
              </w:rPr>
              <w:t>لك</w:t>
            </w:r>
            <w:r w:rsidR="004879E4" w:rsidRPr="00A72677">
              <w:rPr>
                <w:rtl/>
              </w:rPr>
              <w:t xml:space="preserve"> </w:t>
            </w:r>
            <w:r w:rsidRPr="00A72677">
              <w:rPr>
                <w:rtl/>
              </w:rPr>
              <w:t>بي</w:t>
            </w:r>
            <w:r w:rsidR="004879E4" w:rsidRPr="00A72677">
              <w:rPr>
                <w:rtl/>
              </w:rPr>
              <w:t xml:space="preserve">تُ </w:t>
            </w:r>
            <w:r w:rsidRPr="00A72677">
              <w:rPr>
                <w:rtl/>
              </w:rPr>
              <w:t>مك</w:t>
            </w:r>
            <w:r w:rsidR="004879E4" w:rsidRPr="00A72677">
              <w:rPr>
                <w:rtl/>
              </w:rPr>
              <w:t xml:space="preserve">رمةٍ </w:t>
            </w:r>
            <w:r w:rsidRPr="00A72677">
              <w:rPr>
                <w:rtl/>
              </w:rPr>
              <w:t>له</w:t>
            </w:r>
            <w:r w:rsidR="004879E4" w:rsidRPr="00A72677">
              <w:rPr>
                <w:rtl/>
              </w:rPr>
              <w:t>م</w:t>
            </w:r>
            <w:r w:rsidR="004879E4" w:rsidRPr="00A72677">
              <w:rPr>
                <w:rStyle w:val="libPoemTiniChar0"/>
                <w:rtl/>
              </w:rPr>
              <w:br/>
              <w:t> </w:t>
            </w:r>
          </w:p>
        </w:tc>
        <w:tc>
          <w:tcPr>
            <w:tcW w:w="301" w:type="dxa"/>
          </w:tcPr>
          <w:p w:rsidR="004879E4" w:rsidRPr="00A72677" w:rsidRDefault="004879E4" w:rsidP="00697162">
            <w:pPr>
              <w:pStyle w:val="libPoem"/>
              <w:rPr>
                <w:rtl/>
              </w:rPr>
            </w:pPr>
          </w:p>
        </w:tc>
        <w:tc>
          <w:tcPr>
            <w:tcW w:w="3884" w:type="dxa"/>
          </w:tcPr>
          <w:p w:rsidR="004879E4" w:rsidRPr="00A72677" w:rsidRDefault="004879E4" w:rsidP="004879E4">
            <w:pPr>
              <w:pStyle w:val="libPoem"/>
            </w:pPr>
            <w:r w:rsidRPr="00A72677">
              <w:rPr>
                <w:rtl/>
              </w:rPr>
              <w:t>إلاّ و</w:t>
            </w:r>
            <w:r w:rsidR="00A72677" w:rsidRPr="00A72677">
              <w:rPr>
                <w:rtl/>
              </w:rPr>
              <w:t>كا</w:t>
            </w:r>
            <w:r w:rsidRPr="00A72677">
              <w:rPr>
                <w:rtl/>
              </w:rPr>
              <w:t xml:space="preserve">ن </w:t>
            </w:r>
            <w:r w:rsidR="00A72677" w:rsidRPr="00A72677">
              <w:rPr>
                <w:rtl/>
              </w:rPr>
              <w:t>له</w:t>
            </w:r>
            <w:r w:rsidRPr="00A72677">
              <w:rPr>
                <w:rtl/>
              </w:rPr>
              <w:t xml:space="preserve"> (أ</w:t>
            </w:r>
            <w:r w:rsidR="00A72677" w:rsidRPr="00A72677">
              <w:rPr>
                <w:rtl/>
              </w:rPr>
              <w:t>خو</w:t>
            </w:r>
            <w:r w:rsidRPr="00A72677">
              <w:rPr>
                <w:rtl/>
              </w:rPr>
              <w:t>ك)</w:t>
            </w:r>
            <w:r w:rsidRPr="00A72677">
              <w:rPr>
                <w:rStyle w:val="libFootnotenumChar"/>
                <w:rtl/>
              </w:rPr>
              <w:t>(3)</w:t>
            </w:r>
            <w:r w:rsidRPr="004C00A8">
              <w:rPr>
                <w:rFonts w:hint="cs"/>
                <w:rtl/>
              </w:rPr>
              <w:t xml:space="preserve"> </w:t>
            </w:r>
            <w:r w:rsidRPr="00A72677">
              <w:rPr>
                <w:rtl/>
              </w:rPr>
              <w:t>عمودا</w:t>
            </w:r>
            <w:r w:rsidRPr="00A72677">
              <w:rPr>
                <w:rStyle w:val="libPoemTiniChar0"/>
                <w:rtl/>
              </w:rPr>
              <w:br/>
              <w:t> </w:t>
            </w:r>
          </w:p>
        </w:tc>
      </w:tr>
      <w:tr w:rsidR="004879E4" w:rsidRPr="00524A24" w:rsidTr="004879E4">
        <w:trPr>
          <w:trHeight w:val="350"/>
        </w:trPr>
        <w:tc>
          <w:tcPr>
            <w:tcW w:w="3902" w:type="dxa"/>
          </w:tcPr>
          <w:p w:rsidR="004879E4" w:rsidRPr="00524A24" w:rsidRDefault="00A72677" w:rsidP="00697162">
            <w:pPr>
              <w:pStyle w:val="libPoem"/>
            </w:pPr>
            <w:r w:rsidRPr="00A72677">
              <w:rPr>
                <w:rtl/>
              </w:rPr>
              <w:t>شه</w:t>
            </w:r>
            <w:r w:rsidR="004879E4" w:rsidRPr="00A72677">
              <w:rPr>
                <w:rtl/>
              </w:rPr>
              <w:t xml:space="preserve">دتْ </w:t>
            </w:r>
            <w:r w:rsidRPr="00A72677">
              <w:rPr>
                <w:rtl/>
              </w:rPr>
              <w:t>صف</w:t>
            </w:r>
            <w:r w:rsidR="004879E4" w:rsidRPr="00A72677">
              <w:rPr>
                <w:rtl/>
              </w:rPr>
              <w:t>ات (أ</w:t>
            </w:r>
            <w:r w:rsidRPr="00A72677">
              <w:rPr>
                <w:rtl/>
              </w:rPr>
              <w:t>بي</w:t>
            </w:r>
            <w:r w:rsidR="004879E4" w:rsidRPr="00A72677">
              <w:rPr>
                <w:rtl/>
              </w:rPr>
              <w:t xml:space="preserve"> الأمين) بأنّه</w:t>
            </w:r>
            <w:r w:rsidR="004879E4" w:rsidRPr="00A72677">
              <w:rPr>
                <w:rStyle w:val="libPoemTiniChar0"/>
                <w:rtl/>
              </w:rPr>
              <w:br/>
              <w:t> </w:t>
            </w:r>
          </w:p>
        </w:tc>
        <w:tc>
          <w:tcPr>
            <w:tcW w:w="301" w:type="dxa"/>
          </w:tcPr>
          <w:p w:rsidR="004879E4" w:rsidRPr="00A72677" w:rsidRDefault="004879E4" w:rsidP="00697162">
            <w:pPr>
              <w:pStyle w:val="libPoem"/>
              <w:rPr>
                <w:rtl/>
              </w:rPr>
            </w:pPr>
          </w:p>
        </w:tc>
        <w:tc>
          <w:tcPr>
            <w:tcW w:w="3884" w:type="dxa"/>
          </w:tcPr>
          <w:p w:rsidR="004879E4" w:rsidRPr="00A72677" w:rsidRDefault="00A72677" w:rsidP="00697162">
            <w:pPr>
              <w:pStyle w:val="libPoem"/>
            </w:pPr>
            <w:r w:rsidRPr="00A72677">
              <w:rPr>
                <w:rtl/>
              </w:rPr>
              <w:t>فضُل</w:t>
            </w:r>
            <w:r w:rsidR="00677BC4">
              <w:rPr>
                <w:rtl/>
              </w:rPr>
              <w:t>َ</w:t>
            </w:r>
            <w:r w:rsidR="004C00A8">
              <w:rPr>
                <w:rtl/>
              </w:rPr>
              <w:t xml:space="preserve"> </w:t>
            </w:r>
            <w:r w:rsidR="004879E4" w:rsidRPr="00A72677">
              <w:rPr>
                <w:rtl/>
              </w:rPr>
              <w:t>ا</w:t>
            </w:r>
            <w:r w:rsidRPr="00A72677">
              <w:rPr>
                <w:rtl/>
              </w:rPr>
              <w:t>لبر</w:t>
            </w:r>
            <w:r w:rsidR="004879E4" w:rsidRPr="00A72677">
              <w:rPr>
                <w:rtl/>
              </w:rPr>
              <w:t xml:space="preserve">يّة </w:t>
            </w:r>
            <w:r w:rsidRPr="00A72677">
              <w:rPr>
                <w:rtl/>
              </w:rPr>
              <w:t>سيّد</w:t>
            </w:r>
            <w:r w:rsidR="004879E4" w:rsidRPr="00A72677">
              <w:rPr>
                <w:rtl/>
              </w:rPr>
              <w:t>اً و</w:t>
            </w:r>
            <w:r w:rsidRPr="00A72677">
              <w:rPr>
                <w:rtl/>
              </w:rPr>
              <w:t>مس</w:t>
            </w:r>
            <w:r w:rsidR="004879E4" w:rsidRPr="00A72677">
              <w:rPr>
                <w:rtl/>
              </w:rPr>
              <w:t>ودا</w:t>
            </w:r>
            <w:r w:rsidR="004879E4" w:rsidRPr="00A72677">
              <w:rPr>
                <w:rStyle w:val="libPoemTiniChar0"/>
                <w:rtl/>
              </w:rPr>
              <w:br/>
              <w:t> </w:t>
            </w:r>
          </w:p>
        </w:tc>
      </w:tr>
      <w:tr w:rsidR="004879E4" w:rsidRPr="00524A24" w:rsidTr="004879E4">
        <w:trPr>
          <w:trHeight w:val="350"/>
        </w:trPr>
        <w:tc>
          <w:tcPr>
            <w:tcW w:w="3902" w:type="dxa"/>
          </w:tcPr>
          <w:p w:rsidR="004879E4" w:rsidRPr="00524A24" w:rsidRDefault="004879E4" w:rsidP="00697162">
            <w:pPr>
              <w:pStyle w:val="libPoem"/>
            </w:pPr>
            <w:r w:rsidRPr="00A72677">
              <w:rPr>
                <w:rtl/>
              </w:rPr>
              <w:t>وأ</w:t>
            </w:r>
            <w:r w:rsidR="00A72677" w:rsidRPr="00A72677">
              <w:rPr>
                <w:rtl/>
              </w:rPr>
              <w:t>حل</w:t>
            </w:r>
            <w:r w:rsidRPr="00A72677">
              <w:rPr>
                <w:rtl/>
              </w:rPr>
              <w:t xml:space="preserve">ّهُ </w:t>
            </w:r>
            <w:r w:rsidR="00A72677" w:rsidRPr="00A72677">
              <w:rPr>
                <w:rtl/>
              </w:rPr>
              <w:t>حي</w:t>
            </w:r>
            <w:r w:rsidRPr="00A72677">
              <w:rPr>
                <w:rtl/>
              </w:rPr>
              <w:t>ثُ ا</w:t>
            </w:r>
            <w:r w:rsidR="00A72677" w:rsidRPr="00A72677">
              <w:rPr>
                <w:rtl/>
              </w:rPr>
              <w:t>ست</w:t>
            </w:r>
            <w:r w:rsidRPr="00A72677">
              <w:rPr>
                <w:rtl/>
              </w:rPr>
              <w:t>حقّ</w:t>
            </w:r>
            <w:r w:rsidR="00677BC4">
              <w:rPr>
                <w:rtl/>
              </w:rPr>
              <w:t>َ</w:t>
            </w:r>
            <w:r w:rsidRPr="00A72677">
              <w:rPr>
                <w:rtl/>
              </w:rPr>
              <w:t xml:space="preserve"> </w:t>
            </w:r>
            <w:r w:rsidR="00A72677" w:rsidRPr="00A72677">
              <w:rPr>
                <w:rtl/>
              </w:rPr>
              <w:t>من</w:t>
            </w:r>
            <w:r w:rsidRPr="00A72677">
              <w:rPr>
                <w:rtl/>
              </w:rPr>
              <w:t xml:space="preserve"> ا</w:t>
            </w:r>
            <w:r w:rsidR="00A72677" w:rsidRPr="00A72677">
              <w:rPr>
                <w:rtl/>
              </w:rPr>
              <w:t>لع</w:t>
            </w:r>
            <w:r w:rsidRPr="00A72677">
              <w:rPr>
                <w:rtl/>
              </w:rPr>
              <w:t>ُلى</w:t>
            </w:r>
            <w:r w:rsidRPr="00A72677">
              <w:rPr>
                <w:rStyle w:val="libPoemTiniChar0"/>
                <w:rtl/>
              </w:rPr>
              <w:br/>
              <w:t> </w:t>
            </w:r>
          </w:p>
        </w:tc>
        <w:tc>
          <w:tcPr>
            <w:tcW w:w="301" w:type="dxa"/>
          </w:tcPr>
          <w:p w:rsidR="004879E4" w:rsidRPr="00A72677" w:rsidRDefault="004879E4" w:rsidP="00697162">
            <w:pPr>
              <w:pStyle w:val="libPoem"/>
              <w:rPr>
                <w:rtl/>
              </w:rPr>
            </w:pPr>
          </w:p>
        </w:tc>
        <w:tc>
          <w:tcPr>
            <w:tcW w:w="3884" w:type="dxa"/>
          </w:tcPr>
          <w:p w:rsidR="004879E4" w:rsidRPr="00A72677" w:rsidRDefault="00A72677" w:rsidP="00697162">
            <w:pPr>
              <w:pStyle w:val="libPoem"/>
            </w:pPr>
            <w:r w:rsidRPr="00A72677">
              <w:rPr>
                <w:rtl/>
              </w:rPr>
              <w:t>حس</w:t>
            </w:r>
            <w:r w:rsidR="004879E4" w:rsidRPr="00A72677">
              <w:rPr>
                <w:rtl/>
              </w:rPr>
              <w:t xml:space="preserve">بٌ </w:t>
            </w:r>
            <w:r w:rsidRPr="00A72677">
              <w:rPr>
                <w:rtl/>
              </w:rPr>
              <w:t>عل</w:t>
            </w:r>
            <w:r w:rsidR="004879E4" w:rsidRPr="00A72677">
              <w:rPr>
                <w:rtl/>
              </w:rPr>
              <w:t>ى الأ</w:t>
            </w:r>
            <w:r w:rsidRPr="00A72677">
              <w:rPr>
                <w:rtl/>
              </w:rPr>
              <w:t>حس</w:t>
            </w:r>
            <w:r w:rsidR="004879E4" w:rsidRPr="00A72677">
              <w:rPr>
                <w:rtl/>
              </w:rPr>
              <w:t xml:space="preserve">ابِ </w:t>
            </w:r>
            <w:r w:rsidRPr="00A72677">
              <w:rPr>
                <w:rtl/>
              </w:rPr>
              <w:t>نا</w:t>
            </w:r>
            <w:r w:rsidR="004879E4" w:rsidRPr="00A72677">
              <w:rPr>
                <w:rtl/>
              </w:rPr>
              <w:t>ل مزيدا</w:t>
            </w:r>
            <w:r w:rsidR="004879E4" w:rsidRPr="00A72677">
              <w:rPr>
                <w:rStyle w:val="libPoemTiniChar0"/>
                <w:rtl/>
              </w:rPr>
              <w:br/>
              <w:t> </w:t>
            </w:r>
          </w:p>
        </w:tc>
      </w:tr>
      <w:tr w:rsidR="004879E4" w:rsidRPr="00524A24" w:rsidTr="004879E4">
        <w:trPr>
          <w:trHeight w:val="350"/>
        </w:trPr>
        <w:tc>
          <w:tcPr>
            <w:tcW w:w="3902" w:type="dxa"/>
          </w:tcPr>
          <w:p w:rsidR="004879E4" w:rsidRPr="00524A24" w:rsidRDefault="00A72677" w:rsidP="00697162">
            <w:pPr>
              <w:pStyle w:val="libPoem"/>
            </w:pPr>
            <w:r w:rsidRPr="00A72677">
              <w:rPr>
                <w:rtl/>
              </w:rPr>
              <w:t>بذ</w:t>
            </w:r>
            <w:r w:rsidR="004879E4" w:rsidRPr="00A72677">
              <w:rPr>
                <w:rtl/>
              </w:rPr>
              <w:t>ل</w:t>
            </w:r>
            <w:r w:rsidR="00677BC4">
              <w:rPr>
                <w:rtl/>
              </w:rPr>
              <w:t>َ</w:t>
            </w:r>
            <w:r w:rsidR="004879E4" w:rsidRPr="00A72677">
              <w:rPr>
                <w:rtl/>
              </w:rPr>
              <w:t xml:space="preserve"> ا</w:t>
            </w:r>
            <w:r w:rsidRPr="00A72677">
              <w:rPr>
                <w:rtl/>
              </w:rPr>
              <w:t>لس</w:t>
            </w:r>
            <w:r w:rsidR="004879E4" w:rsidRPr="00A72677">
              <w:rPr>
                <w:rtl/>
              </w:rPr>
              <w:t>ماح</w:t>
            </w:r>
            <w:r w:rsidR="00677BC4">
              <w:rPr>
                <w:rtl/>
              </w:rPr>
              <w:t>َ</w:t>
            </w:r>
            <w:r w:rsidR="004879E4" w:rsidRPr="00A72677">
              <w:rPr>
                <w:rtl/>
              </w:rPr>
              <w:t xml:space="preserve"> </w:t>
            </w:r>
            <w:r w:rsidRPr="00A72677">
              <w:rPr>
                <w:rtl/>
              </w:rPr>
              <w:t>بذ</w:t>
            </w:r>
            <w:r w:rsidR="004879E4" w:rsidRPr="00A72677">
              <w:rPr>
                <w:rtl/>
              </w:rPr>
              <w:t>ا</w:t>
            </w:r>
            <w:r w:rsidR="004879E4" w:rsidRPr="00A72677">
              <w:rPr>
                <w:rStyle w:val="libFootnotenumChar"/>
                <w:rtl/>
              </w:rPr>
              <w:t>(4)</w:t>
            </w:r>
            <w:r w:rsidR="004879E4" w:rsidRPr="00A72677">
              <w:rPr>
                <w:rtl/>
              </w:rPr>
              <w:t xml:space="preserve"> الزمان وإنّه</w:t>
            </w:r>
            <w:r w:rsidR="004879E4" w:rsidRPr="00A72677">
              <w:rPr>
                <w:rStyle w:val="libPoemTiniChar0"/>
                <w:rtl/>
              </w:rPr>
              <w:br/>
              <w:t> </w:t>
            </w:r>
          </w:p>
        </w:tc>
        <w:tc>
          <w:tcPr>
            <w:tcW w:w="301" w:type="dxa"/>
          </w:tcPr>
          <w:p w:rsidR="004879E4" w:rsidRPr="00A72677" w:rsidRDefault="004879E4" w:rsidP="00697162">
            <w:pPr>
              <w:pStyle w:val="libPoem"/>
              <w:rPr>
                <w:rtl/>
              </w:rPr>
            </w:pPr>
          </w:p>
        </w:tc>
        <w:tc>
          <w:tcPr>
            <w:tcW w:w="3884" w:type="dxa"/>
          </w:tcPr>
          <w:p w:rsidR="004879E4" w:rsidRPr="00A72677" w:rsidRDefault="004879E4" w:rsidP="00697162">
            <w:pPr>
              <w:pStyle w:val="libPoem"/>
            </w:pPr>
            <w:r w:rsidRPr="00A72677">
              <w:rPr>
                <w:rtl/>
              </w:rPr>
              <w:t>لأعزُّ من (بيضِ الأنوق) وجودا</w:t>
            </w:r>
            <w:r w:rsidRPr="00A72677">
              <w:rPr>
                <w:rStyle w:val="libFootnotenumChar"/>
                <w:rtl/>
              </w:rPr>
              <w:t>(5)</w:t>
            </w:r>
            <w:r w:rsidRPr="00A72677">
              <w:rPr>
                <w:rStyle w:val="libPoemTiniChar0"/>
                <w:rtl/>
              </w:rPr>
              <w:br/>
              <w:t> </w:t>
            </w:r>
          </w:p>
        </w:tc>
      </w:tr>
      <w:tr w:rsidR="004879E4" w:rsidRPr="00524A24" w:rsidTr="004879E4">
        <w:trPr>
          <w:trHeight w:val="350"/>
        </w:trPr>
        <w:tc>
          <w:tcPr>
            <w:tcW w:w="3902" w:type="dxa"/>
          </w:tcPr>
          <w:p w:rsidR="004879E4" w:rsidRPr="00524A24" w:rsidRDefault="004879E4" w:rsidP="00697162">
            <w:pPr>
              <w:pStyle w:val="libPoem"/>
            </w:pPr>
            <w:r w:rsidRPr="00A72677">
              <w:rPr>
                <w:rtl/>
              </w:rPr>
              <w:t>و</w:t>
            </w:r>
            <w:r w:rsidR="00A72677" w:rsidRPr="00A72677">
              <w:rPr>
                <w:rtl/>
              </w:rPr>
              <w:t>عل</w:t>
            </w:r>
            <w:r w:rsidRPr="00A72677">
              <w:rPr>
                <w:rtl/>
              </w:rPr>
              <w:t>ى</w:t>
            </w:r>
            <w:r w:rsidR="004C00A8">
              <w:rPr>
                <w:rtl/>
              </w:rPr>
              <w:t xml:space="preserve"> </w:t>
            </w:r>
            <w:r w:rsidR="00A72677" w:rsidRPr="00A72677">
              <w:rPr>
                <w:rtl/>
              </w:rPr>
              <w:t>حي</w:t>
            </w:r>
            <w:r w:rsidRPr="00A72677">
              <w:rPr>
                <w:rtl/>
              </w:rPr>
              <w:t>اض سماحهِ اختلف الورى</w:t>
            </w:r>
            <w:r w:rsidRPr="00A72677">
              <w:rPr>
                <w:rStyle w:val="libPoemTiniChar0"/>
                <w:rtl/>
              </w:rPr>
              <w:br/>
              <w:t> </w:t>
            </w:r>
          </w:p>
        </w:tc>
        <w:tc>
          <w:tcPr>
            <w:tcW w:w="301" w:type="dxa"/>
          </w:tcPr>
          <w:p w:rsidR="004879E4" w:rsidRPr="00A72677" w:rsidRDefault="004879E4" w:rsidP="00697162">
            <w:pPr>
              <w:pStyle w:val="libPoem"/>
              <w:rPr>
                <w:rtl/>
              </w:rPr>
            </w:pPr>
          </w:p>
        </w:tc>
        <w:tc>
          <w:tcPr>
            <w:tcW w:w="3884" w:type="dxa"/>
          </w:tcPr>
          <w:p w:rsidR="004879E4" w:rsidRPr="00A72677" w:rsidRDefault="00A72677" w:rsidP="00697162">
            <w:pPr>
              <w:pStyle w:val="libPoem"/>
            </w:pPr>
            <w:r w:rsidRPr="00A72677">
              <w:rPr>
                <w:rtl/>
              </w:rPr>
              <w:t>شرقا</w:t>
            </w:r>
            <w:r w:rsidR="004879E4" w:rsidRPr="00A72677">
              <w:rPr>
                <w:rtl/>
              </w:rPr>
              <w:t>ً و</w:t>
            </w:r>
            <w:r w:rsidRPr="00A72677">
              <w:rPr>
                <w:rtl/>
              </w:rPr>
              <w:t>غربا</w:t>
            </w:r>
            <w:r w:rsidR="004879E4" w:rsidRPr="00A72677">
              <w:rPr>
                <w:rtl/>
              </w:rPr>
              <w:t xml:space="preserve">ً </w:t>
            </w:r>
            <w:r w:rsidRPr="00A72677">
              <w:rPr>
                <w:rtl/>
              </w:rPr>
              <w:t>مصد</w:t>
            </w:r>
            <w:r w:rsidR="004879E4" w:rsidRPr="00A72677">
              <w:rPr>
                <w:rtl/>
              </w:rPr>
              <w:t>راً وورودا</w:t>
            </w:r>
            <w:r w:rsidR="004879E4" w:rsidRPr="00A72677">
              <w:rPr>
                <w:rStyle w:val="libPoemTiniChar0"/>
                <w:rtl/>
              </w:rPr>
              <w:br/>
              <w:t> </w:t>
            </w:r>
          </w:p>
        </w:tc>
      </w:tr>
      <w:tr w:rsidR="004879E4" w:rsidRPr="00524A24" w:rsidTr="004879E4">
        <w:trPr>
          <w:trHeight w:val="350"/>
        </w:trPr>
        <w:tc>
          <w:tcPr>
            <w:tcW w:w="3902" w:type="dxa"/>
          </w:tcPr>
          <w:p w:rsidR="004879E4" w:rsidRPr="00524A24" w:rsidRDefault="004879E4" w:rsidP="00697162">
            <w:pPr>
              <w:pStyle w:val="libPoem"/>
            </w:pPr>
            <w:r w:rsidRPr="00A72677">
              <w:rPr>
                <w:rtl/>
              </w:rPr>
              <w:t xml:space="preserve">يزداد </w:t>
            </w:r>
            <w:r w:rsidR="00A72677" w:rsidRPr="00A72677">
              <w:rPr>
                <w:rtl/>
              </w:rPr>
              <w:t>منه</w:t>
            </w:r>
            <w:r w:rsidRPr="00A72677">
              <w:rPr>
                <w:rtl/>
              </w:rPr>
              <w:t xml:space="preserve">لُ </w:t>
            </w:r>
            <w:r w:rsidR="00A72677" w:rsidRPr="00A72677">
              <w:rPr>
                <w:rtl/>
              </w:rPr>
              <w:t>عر</w:t>
            </w:r>
            <w:r w:rsidRPr="00A72677">
              <w:rPr>
                <w:rtl/>
              </w:rPr>
              <w:t xml:space="preserve">فه </w:t>
            </w:r>
            <w:r w:rsidR="00A72677" w:rsidRPr="00A72677">
              <w:rPr>
                <w:rtl/>
              </w:rPr>
              <w:t>في</w:t>
            </w:r>
            <w:r w:rsidRPr="00A72677">
              <w:rPr>
                <w:rtl/>
              </w:rPr>
              <w:t>ضاً إذا</w:t>
            </w:r>
            <w:r w:rsidRPr="00A72677">
              <w:rPr>
                <w:rStyle w:val="libPoemTiniChar0"/>
                <w:rtl/>
              </w:rPr>
              <w:br/>
              <w:t> </w:t>
            </w:r>
          </w:p>
        </w:tc>
        <w:tc>
          <w:tcPr>
            <w:tcW w:w="301" w:type="dxa"/>
          </w:tcPr>
          <w:p w:rsidR="004879E4" w:rsidRPr="00A72677" w:rsidRDefault="004879E4" w:rsidP="00697162">
            <w:pPr>
              <w:pStyle w:val="libPoem"/>
              <w:rPr>
                <w:rtl/>
              </w:rPr>
            </w:pPr>
          </w:p>
        </w:tc>
        <w:tc>
          <w:tcPr>
            <w:tcW w:w="3884" w:type="dxa"/>
          </w:tcPr>
          <w:p w:rsidR="004879E4" w:rsidRPr="00A72677" w:rsidRDefault="00A72677" w:rsidP="00697162">
            <w:pPr>
              <w:pStyle w:val="libPoem"/>
            </w:pPr>
            <w:r w:rsidRPr="00A72677">
              <w:rPr>
                <w:rtl/>
              </w:rPr>
              <w:t>جف</w:t>
            </w:r>
            <w:r w:rsidR="004879E4" w:rsidRPr="00A72677">
              <w:rPr>
                <w:rtl/>
              </w:rPr>
              <w:t>ّ</w:t>
            </w:r>
            <w:r w:rsidR="00677BC4">
              <w:rPr>
                <w:rtl/>
              </w:rPr>
              <w:t>َ</w:t>
            </w:r>
            <w:r w:rsidRPr="00A72677">
              <w:rPr>
                <w:rtl/>
              </w:rPr>
              <w:t>ت</w:t>
            </w:r>
            <w:r w:rsidR="004879E4" w:rsidRPr="00A72677">
              <w:rPr>
                <w:rtl/>
              </w:rPr>
              <w:t xml:space="preserve"> </w:t>
            </w:r>
            <w:r w:rsidRPr="00A72677">
              <w:rPr>
                <w:rtl/>
              </w:rPr>
              <w:t>ضر</w:t>
            </w:r>
            <w:r w:rsidR="004879E4" w:rsidRPr="00A72677">
              <w:rPr>
                <w:rtl/>
              </w:rPr>
              <w:t>وعُ ا</w:t>
            </w:r>
            <w:r w:rsidRPr="00A72677">
              <w:rPr>
                <w:rtl/>
              </w:rPr>
              <w:t>لغ</w:t>
            </w:r>
            <w:r w:rsidR="004879E4" w:rsidRPr="00A72677">
              <w:rPr>
                <w:rtl/>
              </w:rPr>
              <w:t xml:space="preserve">اديات </w:t>
            </w:r>
            <w:r w:rsidRPr="00A72677">
              <w:rPr>
                <w:rtl/>
              </w:rPr>
              <w:t>جم</w:t>
            </w:r>
            <w:r w:rsidR="004879E4" w:rsidRPr="00A72677">
              <w:rPr>
                <w:rtl/>
              </w:rPr>
              <w:t>ودا</w:t>
            </w:r>
            <w:r w:rsidR="004879E4" w:rsidRPr="00A72677">
              <w:rPr>
                <w:rStyle w:val="libPoemTiniChar0"/>
                <w:rtl/>
              </w:rPr>
              <w:br/>
              <w:t> </w:t>
            </w:r>
          </w:p>
        </w:tc>
      </w:tr>
      <w:tr w:rsidR="004879E4" w:rsidRPr="00524A24" w:rsidTr="004879E4">
        <w:trPr>
          <w:trHeight w:val="350"/>
        </w:trPr>
        <w:tc>
          <w:tcPr>
            <w:tcW w:w="3902" w:type="dxa"/>
          </w:tcPr>
          <w:p w:rsidR="004879E4" w:rsidRPr="00524A24" w:rsidRDefault="00A72677" w:rsidP="00697162">
            <w:pPr>
              <w:pStyle w:val="libPoem"/>
            </w:pPr>
            <w:r w:rsidRPr="009647FC">
              <w:rPr>
                <w:rtl/>
              </w:rPr>
              <w:t>ما</w:t>
            </w:r>
            <w:r w:rsidR="004879E4">
              <w:rPr>
                <w:rtl/>
              </w:rPr>
              <w:t xml:space="preserve"> </w:t>
            </w:r>
            <w:r w:rsidR="004879E4" w:rsidRPr="009647FC">
              <w:rPr>
                <w:rtl/>
              </w:rPr>
              <w:t>إن</w:t>
            </w:r>
            <w:r w:rsidR="004879E4">
              <w:rPr>
                <w:rtl/>
              </w:rPr>
              <w:t xml:space="preserve"> </w:t>
            </w:r>
            <w:r w:rsidR="004879E4" w:rsidRPr="009647FC">
              <w:rPr>
                <w:rtl/>
              </w:rPr>
              <w:t>غدا</w:t>
            </w:r>
            <w:r w:rsidR="004879E4" w:rsidRPr="004E7EC6">
              <w:rPr>
                <w:rStyle w:val="libFootnotenumChar"/>
                <w:rtl/>
              </w:rPr>
              <w:t>(6)</w:t>
            </w:r>
            <w:r w:rsidR="004879E4">
              <w:rPr>
                <w:rtl/>
              </w:rPr>
              <w:t xml:space="preserve"> </w:t>
            </w:r>
            <w:r w:rsidR="004879E4" w:rsidRPr="009647FC">
              <w:rPr>
                <w:rtl/>
              </w:rPr>
              <w:t>في</w:t>
            </w:r>
            <w:r w:rsidR="004879E4">
              <w:rPr>
                <w:rtl/>
              </w:rPr>
              <w:t xml:space="preserve"> </w:t>
            </w:r>
            <w:r w:rsidR="004879E4" w:rsidRPr="009647FC">
              <w:rPr>
                <w:rtl/>
              </w:rPr>
              <w:t>العرف</w:t>
            </w:r>
            <w:r w:rsidR="004879E4">
              <w:rPr>
                <w:rtl/>
              </w:rPr>
              <w:t xml:space="preserve"> </w:t>
            </w:r>
            <w:r w:rsidR="004879E4" w:rsidRPr="009647FC">
              <w:rPr>
                <w:rtl/>
              </w:rPr>
              <w:t>مبدأ</w:t>
            </w:r>
            <w:r w:rsidR="004879E4">
              <w:rPr>
                <w:rtl/>
              </w:rPr>
              <w:t xml:space="preserve"> </w:t>
            </w:r>
            <w:r w:rsidR="004879E4" w:rsidRPr="009647FC">
              <w:rPr>
                <w:rtl/>
              </w:rPr>
              <w:t>غايةٍ</w:t>
            </w:r>
            <w:r w:rsidR="004879E4" w:rsidRPr="00725071">
              <w:rPr>
                <w:rStyle w:val="libPoemTiniChar0"/>
                <w:rtl/>
              </w:rPr>
              <w:br/>
              <w:t> </w:t>
            </w:r>
          </w:p>
        </w:tc>
        <w:tc>
          <w:tcPr>
            <w:tcW w:w="301" w:type="dxa"/>
          </w:tcPr>
          <w:p w:rsidR="004879E4" w:rsidRDefault="004879E4" w:rsidP="00697162">
            <w:pPr>
              <w:pStyle w:val="libPoem"/>
              <w:rPr>
                <w:rtl/>
              </w:rPr>
            </w:pPr>
          </w:p>
        </w:tc>
        <w:tc>
          <w:tcPr>
            <w:tcW w:w="3884" w:type="dxa"/>
          </w:tcPr>
          <w:p w:rsidR="004879E4" w:rsidRPr="00524A24" w:rsidRDefault="004879E4" w:rsidP="00697162">
            <w:pPr>
              <w:pStyle w:val="libPoem"/>
            </w:pPr>
            <w:r w:rsidRPr="009647FC">
              <w:rPr>
                <w:rtl/>
              </w:rPr>
              <w:t>إلاّ</w:t>
            </w:r>
            <w:r>
              <w:rPr>
                <w:rtl/>
              </w:rPr>
              <w:t xml:space="preserve"> </w:t>
            </w:r>
            <w:r w:rsidR="00A72677" w:rsidRPr="009647FC">
              <w:rPr>
                <w:rtl/>
              </w:rPr>
              <w:t>لها</w:t>
            </w:r>
            <w:r>
              <w:rPr>
                <w:rtl/>
              </w:rPr>
              <w:t xml:space="preserve"> </w:t>
            </w:r>
            <w:r w:rsidRPr="009647FC">
              <w:rPr>
                <w:rtl/>
              </w:rPr>
              <w:t>ابنُ</w:t>
            </w:r>
            <w:r>
              <w:rPr>
                <w:rtl/>
              </w:rPr>
              <w:t xml:space="preserve"> </w:t>
            </w:r>
            <w:r w:rsidRPr="009647FC">
              <w:rPr>
                <w:rtl/>
              </w:rPr>
              <w:t>أ</w:t>
            </w:r>
            <w:r w:rsidR="00A72677" w:rsidRPr="009647FC">
              <w:rPr>
                <w:rtl/>
              </w:rPr>
              <w:t>خي</w:t>
            </w:r>
            <w:r w:rsidRPr="009647FC">
              <w:rPr>
                <w:rtl/>
              </w:rPr>
              <w:t>ه</w:t>
            </w:r>
            <w:r>
              <w:rPr>
                <w:rtl/>
              </w:rPr>
              <w:t xml:space="preserve"> </w:t>
            </w:r>
            <w:r w:rsidR="00A72677" w:rsidRPr="009647FC">
              <w:rPr>
                <w:rtl/>
              </w:rPr>
              <w:t>كا</w:t>
            </w:r>
            <w:r w:rsidRPr="009647FC">
              <w:rPr>
                <w:rtl/>
              </w:rPr>
              <w:t>ن</w:t>
            </w:r>
            <w:r>
              <w:rPr>
                <w:rtl/>
              </w:rPr>
              <w:t xml:space="preserve"> </w:t>
            </w:r>
            <w:r w:rsidR="00A72677" w:rsidRPr="009647FC">
              <w:rPr>
                <w:rtl/>
              </w:rPr>
              <w:t>مع</w:t>
            </w:r>
            <w:r w:rsidRPr="009647FC">
              <w:rPr>
                <w:rtl/>
              </w:rPr>
              <w:t>يدا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الديوان المطبوع</w:t>
      </w:r>
      <w:r w:rsidR="00D769AB">
        <w:rPr>
          <w:rtl/>
        </w:rPr>
        <w:t>:</w:t>
      </w:r>
      <w:r w:rsidRPr="009647FC">
        <w:rPr>
          <w:rtl/>
        </w:rPr>
        <w:t xml:space="preserve"> من</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والأنسب أن يقول</w:t>
      </w:r>
      <w:r w:rsidR="00D769AB">
        <w:rPr>
          <w:rtl/>
        </w:rPr>
        <w:t>:</w:t>
      </w:r>
      <w:r w:rsidRPr="009647FC">
        <w:rPr>
          <w:rtl/>
        </w:rPr>
        <w:t xml:space="preserve"> أمسى</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يقصد به أخاه عبد الكريم</w:t>
      </w:r>
      <w:r w:rsidR="00D769AB">
        <w:rPr>
          <w:rtl/>
        </w:rPr>
        <w:t>.</w:t>
      </w:r>
      <w:r w:rsidRPr="009647FC">
        <w:rPr>
          <w:rtl/>
        </w:rPr>
        <w:t xml:space="preserve"> لا تأتي الواو بعد إلاّ</w:t>
      </w:r>
      <w:r w:rsidR="00D769AB">
        <w:rPr>
          <w:rtl/>
        </w:rPr>
        <w:t>،</w:t>
      </w:r>
      <w:r w:rsidRPr="009647FC">
        <w:rPr>
          <w:rtl/>
        </w:rPr>
        <w:t xml:space="preserve"> والأنسب أن يُقال</w:t>
      </w:r>
      <w:r w:rsidR="00D769AB">
        <w:rPr>
          <w:rtl/>
        </w:rPr>
        <w:t>:</w:t>
      </w:r>
      <w:r w:rsidRPr="009647FC">
        <w:rPr>
          <w:rtl/>
        </w:rPr>
        <w:t xml:space="preserve"> إلاّ أقام له</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مخطوطة الملاّ</w:t>
      </w:r>
      <w:r w:rsidR="00D769AB">
        <w:rPr>
          <w:rtl/>
        </w:rPr>
        <w:t>:</w:t>
      </w:r>
      <w:r w:rsidRPr="009647FC">
        <w:rPr>
          <w:rtl/>
        </w:rPr>
        <w:t xml:space="preserve"> من الزمان</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بيض الأنوق</w:t>
      </w:r>
      <w:r w:rsidR="00D769AB">
        <w:rPr>
          <w:rtl/>
        </w:rPr>
        <w:t>:</w:t>
      </w:r>
      <w:r w:rsidRPr="009647FC">
        <w:rPr>
          <w:rtl/>
        </w:rPr>
        <w:t xml:space="preserve"> مثل يضرب على شي‌ء لا يمكن الحصول عليه</w:t>
      </w:r>
      <w:r w:rsidR="00D769AB">
        <w:rPr>
          <w:rtl/>
        </w:rPr>
        <w:t>.</w:t>
      </w:r>
    </w:p>
    <w:p w:rsidR="009647FC" w:rsidRPr="00524A24" w:rsidRDefault="009647FC" w:rsidP="004E7EC6">
      <w:pPr>
        <w:pStyle w:val="libFootnote0"/>
      </w:pPr>
      <w:r w:rsidRPr="009647FC">
        <w:rPr>
          <w:rtl/>
        </w:rPr>
        <w:t>6</w:t>
      </w:r>
      <w:r w:rsidR="004E7EC6">
        <w:rPr>
          <w:rtl/>
        </w:rPr>
        <w:t xml:space="preserve"> - </w:t>
      </w:r>
      <w:r w:rsidRPr="009647FC">
        <w:rPr>
          <w:rtl/>
        </w:rPr>
        <w:t>في مخطوطة الملاّ</w:t>
      </w:r>
      <w:r w:rsidR="00D769AB">
        <w:rPr>
          <w:rtl/>
        </w:rPr>
        <w:t>:</w:t>
      </w:r>
      <w:r w:rsidRPr="009647FC">
        <w:rPr>
          <w:rtl/>
        </w:rPr>
        <w:t xml:space="preserve"> بدا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697162" w:rsidRPr="00524A24" w:rsidTr="00697162">
        <w:trPr>
          <w:trHeight w:val="350"/>
        </w:trPr>
        <w:tc>
          <w:tcPr>
            <w:tcW w:w="3902" w:type="dxa"/>
          </w:tcPr>
          <w:p w:rsidR="00697162" w:rsidRPr="00524A24" w:rsidRDefault="00A72677" w:rsidP="00697162">
            <w:pPr>
              <w:pStyle w:val="libPoem"/>
            </w:pPr>
            <w:r w:rsidRPr="009647FC">
              <w:rPr>
                <w:rtl/>
              </w:rPr>
              <w:lastRenderedPageBreak/>
              <w:t>لي</w:t>
            </w:r>
            <w:r w:rsidR="00697162" w:rsidRPr="009647FC">
              <w:rPr>
                <w:rtl/>
              </w:rPr>
              <w:t>س</w:t>
            </w:r>
            <w:r w:rsidR="00697162">
              <w:rPr>
                <w:rtl/>
              </w:rPr>
              <w:t xml:space="preserve"> </w:t>
            </w:r>
            <w:r w:rsidR="00697162" w:rsidRPr="009647FC">
              <w:rPr>
                <w:rtl/>
              </w:rPr>
              <w:t>ا</w:t>
            </w:r>
            <w:r w:rsidRPr="009647FC">
              <w:rPr>
                <w:rtl/>
              </w:rPr>
              <w:t>لح</w:t>
            </w:r>
            <w:r w:rsidR="00697162" w:rsidRPr="009647FC">
              <w:rPr>
                <w:rtl/>
              </w:rPr>
              <w:t>يا</w:t>
            </w:r>
            <w:r w:rsidR="00697162">
              <w:rPr>
                <w:rtl/>
              </w:rPr>
              <w:t xml:space="preserve"> </w:t>
            </w:r>
            <w:r w:rsidR="00697162" w:rsidRPr="009647FC">
              <w:rPr>
                <w:rtl/>
              </w:rPr>
              <w:t>ا</w:t>
            </w:r>
            <w:r w:rsidRPr="009647FC">
              <w:rPr>
                <w:rtl/>
              </w:rPr>
              <w:t>لو</w:t>
            </w:r>
            <w:r w:rsidR="00697162" w:rsidRPr="009647FC">
              <w:rPr>
                <w:rtl/>
              </w:rPr>
              <w:t>سميُّ</w:t>
            </w:r>
            <w:r w:rsidR="00697162">
              <w:rPr>
                <w:rtl/>
              </w:rPr>
              <w:t xml:space="preserve"> </w:t>
            </w:r>
            <w:r w:rsidR="00697162" w:rsidRPr="009647FC">
              <w:rPr>
                <w:rtl/>
              </w:rPr>
              <w:t>من</w:t>
            </w:r>
            <w:r w:rsidR="00697162">
              <w:rPr>
                <w:rtl/>
              </w:rPr>
              <w:t xml:space="preserve"> </w:t>
            </w:r>
            <w:r w:rsidR="00697162" w:rsidRPr="009647FC">
              <w:rPr>
                <w:rtl/>
              </w:rPr>
              <w:t>جدوى</w:t>
            </w:r>
            <w:r w:rsidR="00697162">
              <w:rPr>
                <w:rtl/>
              </w:rPr>
              <w:t xml:space="preserve"> </w:t>
            </w:r>
            <w:r w:rsidR="00697162" w:rsidRPr="009647FC">
              <w:rPr>
                <w:rtl/>
              </w:rPr>
              <w:t>محمـ</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دٍ</w:t>
            </w:r>
            <w:r>
              <w:rPr>
                <w:rtl/>
              </w:rPr>
              <w:t xml:space="preserve"> </w:t>
            </w:r>
            <w:r w:rsidRPr="009647FC">
              <w:rPr>
                <w:rtl/>
              </w:rPr>
              <w:t>ا</w:t>
            </w:r>
            <w:r w:rsidR="00A72677" w:rsidRPr="009647FC">
              <w:rPr>
                <w:rtl/>
              </w:rPr>
              <w:t>لر</w:t>
            </w:r>
            <w:r w:rsidRPr="009647FC">
              <w:rPr>
                <w:rtl/>
              </w:rPr>
              <w:t>ضا</w:t>
            </w:r>
            <w:r>
              <w:rPr>
                <w:rtl/>
              </w:rPr>
              <w:t xml:space="preserve"> </w:t>
            </w:r>
            <w:r w:rsidR="00A72677" w:rsidRPr="009647FC">
              <w:rPr>
                <w:rtl/>
              </w:rPr>
              <w:t>في</w:t>
            </w:r>
            <w:r>
              <w:rPr>
                <w:rtl/>
              </w:rPr>
              <w:t xml:space="preserve"> </w:t>
            </w:r>
            <w:r w:rsidRPr="009647FC">
              <w:rPr>
                <w:rtl/>
              </w:rPr>
              <w:t>ا</w:t>
            </w:r>
            <w:r w:rsidR="00A72677" w:rsidRPr="009647FC">
              <w:rPr>
                <w:rtl/>
              </w:rPr>
              <w:t>لم</w:t>
            </w:r>
            <w:r w:rsidRPr="009647FC">
              <w:rPr>
                <w:rtl/>
              </w:rPr>
              <w:t>حلِ</w:t>
            </w:r>
            <w:r>
              <w:rPr>
                <w:rtl/>
              </w:rPr>
              <w:t xml:space="preserve"> </w:t>
            </w:r>
            <w:r w:rsidRPr="009647FC">
              <w:rPr>
                <w:rtl/>
              </w:rPr>
              <w:t>أ</w:t>
            </w:r>
            <w:r w:rsidR="00A72677" w:rsidRPr="009647FC">
              <w:rPr>
                <w:rtl/>
              </w:rPr>
              <w:t>نض</w:t>
            </w:r>
            <w:r w:rsidRPr="009647FC">
              <w:rPr>
                <w:rtl/>
              </w:rPr>
              <w:t>ر</w:t>
            </w:r>
            <w:r>
              <w:rPr>
                <w:rtl/>
              </w:rPr>
              <w:t xml:space="preserve"> </w:t>
            </w:r>
            <w:r w:rsidRPr="009647FC">
              <w:rPr>
                <w:rtl/>
              </w:rPr>
              <w:t>عودا</w:t>
            </w:r>
            <w:r w:rsidRPr="00725071">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قد</w:t>
            </w:r>
            <w:r w:rsidR="00697162">
              <w:rPr>
                <w:rtl/>
              </w:rPr>
              <w:t xml:space="preserve"> </w:t>
            </w:r>
            <w:r w:rsidRPr="009647FC">
              <w:rPr>
                <w:rtl/>
              </w:rPr>
              <w:t>جا</w:t>
            </w:r>
            <w:r w:rsidR="00697162" w:rsidRPr="009647FC">
              <w:rPr>
                <w:rtl/>
              </w:rPr>
              <w:t>وزتْ</w:t>
            </w:r>
            <w:r w:rsidR="00697162">
              <w:rPr>
                <w:rtl/>
              </w:rPr>
              <w:t xml:space="preserve"> </w:t>
            </w:r>
            <w:r w:rsidRPr="009647FC">
              <w:rPr>
                <w:rtl/>
              </w:rPr>
              <w:t>مغ</w:t>
            </w:r>
            <w:r w:rsidR="00697162" w:rsidRPr="009647FC">
              <w:rPr>
                <w:rtl/>
              </w:rPr>
              <w:t>ناهُ</w:t>
            </w:r>
            <w:r w:rsidR="00697162">
              <w:rPr>
                <w:rtl/>
              </w:rPr>
              <w:t xml:space="preserve"> </w:t>
            </w:r>
            <w:r w:rsidR="00697162" w:rsidRPr="009647FC">
              <w:rPr>
                <w:rtl/>
              </w:rPr>
              <w:t>د</w:t>
            </w:r>
            <w:r w:rsidRPr="009647FC">
              <w:rPr>
                <w:rtl/>
              </w:rPr>
              <w:t>جل</w:t>
            </w:r>
            <w:r w:rsidR="00697162" w:rsidRPr="009647FC">
              <w:rPr>
                <w:rtl/>
              </w:rPr>
              <w:t>ة</w:t>
            </w:r>
            <w:r w:rsidR="00697162">
              <w:rPr>
                <w:rtl/>
              </w:rPr>
              <w:t xml:space="preserve"> </w:t>
            </w:r>
            <w:r w:rsidRPr="009647FC">
              <w:rPr>
                <w:rtl/>
              </w:rPr>
              <w:t>فا</w:t>
            </w:r>
            <w:r w:rsidR="00697162" w:rsidRPr="009647FC">
              <w:rPr>
                <w:rtl/>
              </w:rPr>
              <w:t>غتدى</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بند</w:t>
            </w:r>
            <w:r w:rsidR="00697162" w:rsidRPr="009647FC">
              <w:rPr>
                <w:rtl/>
              </w:rPr>
              <w:t>ي</w:t>
            </w:r>
            <w:r w:rsidR="00697162">
              <w:rPr>
                <w:rtl/>
              </w:rPr>
              <w:t xml:space="preserve"> </w:t>
            </w:r>
            <w:r w:rsidRPr="009647FC">
              <w:rPr>
                <w:rtl/>
              </w:rPr>
              <w:t>يديه</w:t>
            </w:r>
            <w:r w:rsidR="00697162">
              <w:rPr>
                <w:rtl/>
              </w:rPr>
              <w:t xml:space="preserve"> </w:t>
            </w:r>
            <w:r w:rsidRPr="009647FC">
              <w:rPr>
                <w:rtl/>
              </w:rPr>
              <w:t>ما</w:t>
            </w:r>
            <w:r w:rsidR="00697162" w:rsidRPr="009647FC">
              <w:rPr>
                <w:rtl/>
              </w:rPr>
              <w:t>ؤ</w:t>
            </w:r>
            <w:r w:rsidRPr="009647FC">
              <w:rPr>
                <w:rtl/>
              </w:rPr>
              <w:t>ها</w:t>
            </w:r>
            <w:r w:rsidR="00697162">
              <w:rPr>
                <w:rtl/>
              </w:rPr>
              <w:t xml:space="preserve"> </w:t>
            </w:r>
            <w:r w:rsidRPr="009647FC">
              <w:rPr>
                <w:rtl/>
              </w:rPr>
              <w:t>ممد</w:t>
            </w:r>
            <w:r w:rsidR="00697162" w:rsidRPr="009647FC">
              <w:rPr>
                <w:rtl/>
              </w:rPr>
              <w:t>ودا</w:t>
            </w:r>
            <w:r w:rsidR="00697162"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A72677">
              <w:rPr>
                <w:rtl/>
              </w:rPr>
              <w:t>وا</w:t>
            </w:r>
            <w:r w:rsidR="00A72677" w:rsidRPr="00A72677">
              <w:rPr>
                <w:rtl/>
              </w:rPr>
              <w:t>لب</w:t>
            </w:r>
            <w:r w:rsidRPr="00A72677">
              <w:rPr>
                <w:rtl/>
              </w:rPr>
              <w:t xml:space="preserve">حر </w:t>
            </w:r>
            <w:r w:rsidR="00A72677" w:rsidRPr="00A72677">
              <w:rPr>
                <w:rtl/>
              </w:rPr>
              <w:t>من</w:t>
            </w:r>
            <w:r w:rsidRPr="00A72677">
              <w:rPr>
                <w:rtl/>
              </w:rPr>
              <w:t xml:space="preserve"> ي</w:t>
            </w:r>
            <w:r w:rsidR="00A72677" w:rsidRPr="00A72677">
              <w:rPr>
                <w:rtl/>
              </w:rPr>
              <w:t>ُم</w:t>
            </w:r>
            <w:r w:rsidRPr="00A72677">
              <w:rPr>
                <w:rtl/>
              </w:rPr>
              <w:t>سي و</w:t>
            </w:r>
            <w:r w:rsidR="00A72677" w:rsidRPr="00A72677">
              <w:rPr>
                <w:rtl/>
              </w:rPr>
              <w:t>يص</w:t>
            </w:r>
            <w:r w:rsidRPr="00A72677">
              <w:rPr>
                <w:rtl/>
              </w:rPr>
              <w:t>بح جاره</w:t>
            </w:r>
            <w:r w:rsidRPr="00A72677">
              <w:rPr>
                <w:rStyle w:val="libPoemTiniChar0"/>
                <w:rtl/>
              </w:rPr>
              <w:br/>
              <w:t> </w:t>
            </w:r>
          </w:p>
        </w:tc>
        <w:tc>
          <w:tcPr>
            <w:tcW w:w="301" w:type="dxa"/>
          </w:tcPr>
          <w:p w:rsidR="00697162" w:rsidRPr="00A72677" w:rsidRDefault="00697162" w:rsidP="00697162">
            <w:pPr>
              <w:pStyle w:val="libPoem"/>
              <w:rPr>
                <w:rtl/>
              </w:rPr>
            </w:pPr>
          </w:p>
        </w:tc>
        <w:tc>
          <w:tcPr>
            <w:tcW w:w="3884" w:type="dxa"/>
          </w:tcPr>
          <w:p w:rsidR="00697162" w:rsidRPr="00A72677" w:rsidRDefault="00697162" w:rsidP="00697162">
            <w:pPr>
              <w:pStyle w:val="libPoem"/>
            </w:pPr>
            <w:r w:rsidRPr="00A72677">
              <w:rPr>
                <w:rtl/>
              </w:rPr>
              <w:t xml:space="preserve">لا بدّ أنْ </w:t>
            </w:r>
            <w:r w:rsidR="00A72677" w:rsidRPr="00A72677">
              <w:rPr>
                <w:rtl/>
              </w:rPr>
              <w:t>يمت</w:t>
            </w:r>
            <w:r w:rsidRPr="00A72677">
              <w:rPr>
                <w:rtl/>
              </w:rPr>
              <w:t xml:space="preserve">اح </w:t>
            </w:r>
            <w:r w:rsidR="00A72677" w:rsidRPr="00A72677">
              <w:rPr>
                <w:rtl/>
              </w:rPr>
              <w:t>منه</w:t>
            </w:r>
            <w:r w:rsidRPr="00A72677">
              <w:rPr>
                <w:rtl/>
              </w:rPr>
              <w:t xml:space="preserve"> ا</w:t>
            </w:r>
            <w:r w:rsidR="00A72677" w:rsidRPr="00A72677">
              <w:rPr>
                <w:rtl/>
              </w:rPr>
              <w:t>لج</w:t>
            </w:r>
            <w:r w:rsidRPr="00A72677">
              <w:rPr>
                <w:rtl/>
              </w:rPr>
              <w:t>ودا</w:t>
            </w:r>
            <w:r w:rsidRPr="00A72677">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جذلان</w:t>
            </w:r>
            <w:r>
              <w:rPr>
                <w:rtl/>
              </w:rPr>
              <w:t xml:space="preserve"> </w:t>
            </w:r>
            <w:r w:rsidR="00A72677" w:rsidRPr="009647FC">
              <w:rPr>
                <w:rtl/>
              </w:rPr>
              <w:t>يشر</w:t>
            </w:r>
            <w:r w:rsidRPr="009647FC">
              <w:rPr>
                <w:rtl/>
              </w:rPr>
              <w:t>ق</w:t>
            </w:r>
            <w:r>
              <w:rPr>
                <w:rtl/>
              </w:rPr>
              <w:t xml:space="preserve"> </w:t>
            </w:r>
            <w:r w:rsidR="00A72677" w:rsidRPr="009647FC">
              <w:rPr>
                <w:rtl/>
              </w:rPr>
              <w:t>للس</w:t>
            </w:r>
            <w:r w:rsidRPr="009647FC">
              <w:rPr>
                <w:rtl/>
              </w:rPr>
              <w:t>ماحة</w:t>
            </w:r>
            <w:r>
              <w:rPr>
                <w:rtl/>
              </w:rPr>
              <w:t xml:space="preserve"> </w:t>
            </w:r>
            <w:r w:rsidR="00A72677" w:rsidRPr="009647FC">
              <w:rPr>
                <w:rtl/>
              </w:rPr>
              <w:t>كل</w:t>
            </w:r>
            <w:r w:rsidRPr="009647FC">
              <w:rPr>
                <w:rtl/>
              </w:rPr>
              <w:t>ّما</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دفع</w:t>
            </w:r>
            <w:r>
              <w:rPr>
                <w:rtl/>
              </w:rPr>
              <w:t xml:space="preserve"> </w:t>
            </w:r>
            <w:r w:rsidRPr="009647FC">
              <w:rPr>
                <w:rtl/>
              </w:rPr>
              <w:t>ا</w:t>
            </w:r>
            <w:r w:rsidR="00A72677" w:rsidRPr="009647FC">
              <w:rPr>
                <w:rtl/>
              </w:rPr>
              <w:t>لظ</w:t>
            </w:r>
            <w:r w:rsidRPr="009647FC">
              <w:rPr>
                <w:rtl/>
              </w:rPr>
              <w:t>لامُ</w:t>
            </w:r>
            <w:r>
              <w:rPr>
                <w:rtl/>
              </w:rPr>
              <w:t xml:space="preserve"> </w:t>
            </w:r>
            <w:r w:rsidR="00A72677" w:rsidRPr="009647FC">
              <w:rPr>
                <w:rtl/>
              </w:rPr>
              <w:t>له</w:t>
            </w:r>
            <w:r>
              <w:rPr>
                <w:rtl/>
              </w:rPr>
              <w:t xml:space="preserve"> </w:t>
            </w:r>
            <w:r w:rsidRPr="009647FC">
              <w:rPr>
                <w:rtl/>
              </w:rPr>
              <w:t>ا</w:t>
            </w:r>
            <w:r w:rsidR="00A72677" w:rsidRPr="009647FC">
              <w:rPr>
                <w:rtl/>
              </w:rPr>
              <w:t>لر</w:t>
            </w:r>
            <w:r w:rsidRPr="009647FC">
              <w:rPr>
                <w:rtl/>
              </w:rPr>
              <w:t>كاب</w:t>
            </w:r>
            <w:r w:rsidR="00677BC4">
              <w:rPr>
                <w:rtl/>
              </w:rPr>
              <w:t>َ</w:t>
            </w:r>
            <w:r>
              <w:rPr>
                <w:rtl/>
              </w:rPr>
              <w:t xml:space="preserve"> </w:t>
            </w:r>
            <w:r w:rsidRPr="009647FC">
              <w:rPr>
                <w:rtl/>
              </w:rPr>
              <w:t>و</w:t>
            </w:r>
            <w:r w:rsidR="00A72677" w:rsidRPr="009647FC">
              <w:rPr>
                <w:rtl/>
              </w:rPr>
              <w:t>فو</w:t>
            </w:r>
            <w:r w:rsidRPr="009647FC">
              <w:rPr>
                <w:rtl/>
              </w:rPr>
              <w:t>دا</w:t>
            </w:r>
            <w:r w:rsidRPr="00725071">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يست</w:t>
            </w:r>
            <w:r w:rsidR="00697162" w:rsidRPr="009647FC">
              <w:rPr>
                <w:rtl/>
              </w:rPr>
              <w:t>رشدون</w:t>
            </w:r>
            <w:r w:rsidR="00697162">
              <w:rPr>
                <w:rtl/>
              </w:rPr>
              <w:t xml:space="preserve"> </w:t>
            </w:r>
            <w:r w:rsidRPr="009647FC">
              <w:rPr>
                <w:rtl/>
              </w:rPr>
              <w:t>بن</w:t>
            </w:r>
            <w:r w:rsidR="00697162" w:rsidRPr="009647FC">
              <w:rPr>
                <w:rtl/>
              </w:rPr>
              <w:t>ور</w:t>
            </w:r>
            <w:r w:rsidR="00697162">
              <w:rPr>
                <w:rtl/>
              </w:rPr>
              <w:t xml:space="preserve"> </w:t>
            </w:r>
            <w:r w:rsidR="00697162" w:rsidRPr="009647FC">
              <w:rPr>
                <w:rtl/>
              </w:rPr>
              <w:t>أ</w:t>
            </w:r>
            <w:r w:rsidRPr="009647FC">
              <w:rPr>
                <w:rtl/>
              </w:rPr>
              <w:t>بل</w:t>
            </w:r>
            <w:r w:rsidR="00697162" w:rsidRPr="009647FC">
              <w:rPr>
                <w:rtl/>
              </w:rPr>
              <w:t>ج</w:t>
            </w:r>
            <w:r w:rsidR="00677BC4">
              <w:rPr>
                <w:rtl/>
              </w:rPr>
              <w:t>َ</w:t>
            </w:r>
            <w:r w:rsidR="00697162">
              <w:rPr>
                <w:rtl/>
              </w:rPr>
              <w:t xml:space="preserve"> </w:t>
            </w:r>
            <w:r w:rsidR="00697162" w:rsidRPr="009647FC">
              <w:rPr>
                <w:rtl/>
              </w:rPr>
              <w:t>إنْ</w:t>
            </w:r>
            <w:r w:rsidR="00697162">
              <w:rPr>
                <w:rtl/>
              </w:rPr>
              <w:t xml:space="preserve"> </w:t>
            </w:r>
            <w:r w:rsidRPr="009647FC">
              <w:rPr>
                <w:rtl/>
              </w:rPr>
              <w:t>خب</w:t>
            </w:r>
            <w:r w:rsidR="00697162" w:rsidRPr="009647FC">
              <w:rPr>
                <w:rtl/>
              </w:rPr>
              <w:t>ا</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ضوءُ</w:t>
            </w:r>
            <w:r>
              <w:rPr>
                <w:rtl/>
              </w:rPr>
              <w:t xml:space="preserve"> </w:t>
            </w:r>
            <w:r w:rsidRPr="009647FC">
              <w:rPr>
                <w:rtl/>
              </w:rPr>
              <w:t>ا</w:t>
            </w:r>
            <w:r w:rsidR="00A72677" w:rsidRPr="009647FC">
              <w:rPr>
                <w:rtl/>
              </w:rPr>
              <w:t>لن</w:t>
            </w:r>
            <w:r w:rsidRPr="009647FC">
              <w:rPr>
                <w:rtl/>
              </w:rPr>
              <w:t>جوم</w:t>
            </w:r>
            <w:r>
              <w:rPr>
                <w:rtl/>
              </w:rPr>
              <w:t xml:space="preserve"> </w:t>
            </w:r>
            <w:r w:rsidR="00A72677" w:rsidRPr="009647FC">
              <w:rPr>
                <w:rtl/>
              </w:rPr>
              <w:t>يز</w:t>
            </w:r>
            <w:r w:rsidRPr="009647FC">
              <w:rPr>
                <w:rtl/>
              </w:rPr>
              <w:t>د</w:t>
            </w:r>
            <w:r>
              <w:rPr>
                <w:rtl/>
              </w:rPr>
              <w:t xml:space="preserve"> </w:t>
            </w:r>
            <w:r w:rsidR="00A72677" w:rsidRPr="009647FC">
              <w:rPr>
                <w:rtl/>
              </w:rPr>
              <w:t>سن</w:t>
            </w:r>
            <w:r w:rsidRPr="009647FC">
              <w:rPr>
                <w:rtl/>
              </w:rPr>
              <w:t>اه</w:t>
            </w:r>
            <w:r>
              <w:rPr>
                <w:rtl/>
              </w:rPr>
              <w:t xml:space="preserve"> </w:t>
            </w:r>
            <w:r w:rsidRPr="009647FC">
              <w:rPr>
                <w:rtl/>
              </w:rPr>
              <w:t>و</w:t>
            </w:r>
            <w:r w:rsidR="00A72677" w:rsidRPr="009647FC">
              <w:rPr>
                <w:rtl/>
              </w:rPr>
              <w:t>قو</w:t>
            </w:r>
            <w:r w:rsidRPr="009647FC">
              <w:rPr>
                <w:rtl/>
              </w:rPr>
              <w:t>دا</w:t>
            </w:r>
            <w:r w:rsidRPr="00725071">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بأ</w:t>
            </w:r>
            <w:r w:rsidR="00697162" w:rsidRPr="009647FC">
              <w:rPr>
                <w:rtl/>
              </w:rPr>
              <w:t>غرّ</w:t>
            </w:r>
            <w:r w:rsidR="00677BC4">
              <w:rPr>
                <w:rtl/>
              </w:rPr>
              <w:t>َ</w:t>
            </w:r>
            <w:r w:rsidR="00697162">
              <w:rPr>
                <w:rtl/>
              </w:rPr>
              <w:t xml:space="preserve"> </w:t>
            </w:r>
            <w:r w:rsidRPr="009647FC">
              <w:rPr>
                <w:rtl/>
              </w:rPr>
              <w:t>يغ</w:t>
            </w:r>
            <w:r w:rsidR="00697162" w:rsidRPr="009647FC">
              <w:rPr>
                <w:rtl/>
              </w:rPr>
              <w:t>لب</w:t>
            </w:r>
            <w:r w:rsidR="00697162">
              <w:rPr>
                <w:rtl/>
              </w:rPr>
              <w:t xml:space="preserve"> </w:t>
            </w:r>
            <w:r w:rsidR="00697162" w:rsidRPr="009647FC">
              <w:rPr>
                <w:rtl/>
              </w:rPr>
              <w:t>و</w:t>
            </w:r>
            <w:r w:rsidRPr="009647FC">
              <w:rPr>
                <w:rtl/>
              </w:rPr>
              <w:t>جه</w:t>
            </w:r>
            <w:r w:rsidR="00697162" w:rsidRPr="009647FC">
              <w:rPr>
                <w:rtl/>
              </w:rPr>
              <w:t>ه</w:t>
            </w:r>
            <w:r w:rsidR="00697162">
              <w:rPr>
                <w:rtl/>
              </w:rPr>
              <w:t xml:space="preserve"> </w:t>
            </w:r>
            <w:r w:rsidRPr="009647FC">
              <w:rPr>
                <w:rtl/>
              </w:rPr>
              <w:t>شم</w:t>
            </w:r>
            <w:r w:rsidR="00697162" w:rsidRPr="009647FC">
              <w:rPr>
                <w:rtl/>
              </w:rPr>
              <w:t>س</w:t>
            </w:r>
            <w:r w:rsidR="00697162">
              <w:rPr>
                <w:rtl/>
              </w:rPr>
              <w:t xml:space="preserve"> </w:t>
            </w:r>
            <w:r w:rsidR="00697162" w:rsidRPr="009647FC">
              <w:rPr>
                <w:rtl/>
              </w:rPr>
              <w:t>الضحى</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بضي</w:t>
            </w:r>
            <w:r w:rsidR="00697162" w:rsidRPr="009647FC">
              <w:rPr>
                <w:rtl/>
              </w:rPr>
              <w:t>ائه</w:t>
            </w:r>
            <w:r w:rsidR="00697162">
              <w:rPr>
                <w:rtl/>
              </w:rPr>
              <w:t xml:space="preserve"> </w:t>
            </w:r>
            <w:r w:rsidRPr="009647FC">
              <w:rPr>
                <w:rtl/>
              </w:rPr>
              <w:t>حتى</w:t>
            </w:r>
            <w:r w:rsidR="00697162">
              <w:rPr>
                <w:rtl/>
              </w:rPr>
              <w:t xml:space="preserve"> </w:t>
            </w:r>
            <w:r w:rsidRPr="009647FC">
              <w:rPr>
                <w:rtl/>
              </w:rPr>
              <w:t>تمو</w:t>
            </w:r>
            <w:r w:rsidR="00697162" w:rsidRPr="009647FC">
              <w:rPr>
                <w:rtl/>
              </w:rPr>
              <w:t>ت</w:t>
            </w:r>
            <w:r w:rsidR="00677BC4">
              <w:rPr>
                <w:rtl/>
              </w:rPr>
              <w:t>َ</w:t>
            </w:r>
            <w:r w:rsidR="00697162">
              <w:rPr>
                <w:rtl/>
              </w:rPr>
              <w:t xml:space="preserve"> </w:t>
            </w:r>
            <w:r w:rsidRPr="009647FC">
              <w:rPr>
                <w:rtl/>
              </w:rPr>
              <w:t>خم</w:t>
            </w:r>
            <w:r w:rsidR="00697162" w:rsidRPr="009647FC">
              <w:rPr>
                <w:rtl/>
              </w:rPr>
              <w:t>ودا</w:t>
            </w:r>
            <w:r w:rsidR="00697162"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A72677">
              <w:rPr>
                <w:rtl/>
              </w:rPr>
              <w:t>ما ا</w:t>
            </w:r>
            <w:r w:rsidR="00A72677" w:rsidRPr="00A72677">
              <w:rPr>
                <w:rtl/>
              </w:rPr>
              <w:t>لمج</w:t>
            </w:r>
            <w:r w:rsidRPr="00A72677">
              <w:rPr>
                <w:rtl/>
              </w:rPr>
              <w:t xml:space="preserve">دُ </w:t>
            </w:r>
            <w:r w:rsidR="00A72677" w:rsidRPr="00A72677">
              <w:rPr>
                <w:rtl/>
              </w:rPr>
              <w:t>من</w:t>
            </w:r>
            <w:r w:rsidRPr="00A72677">
              <w:rPr>
                <w:rtl/>
              </w:rPr>
              <w:t xml:space="preserve">تحلٌ </w:t>
            </w:r>
            <w:r w:rsidR="00A72677" w:rsidRPr="00A72677">
              <w:rPr>
                <w:rtl/>
              </w:rPr>
              <w:t>لد</w:t>
            </w:r>
            <w:r w:rsidRPr="00A72677">
              <w:rPr>
                <w:rtl/>
              </w:rPr>
              <w:t>يه وإن</w:t>
            </w:r>
            <w:r w:rsidR="00A72677" w:rsidRPr="00A72677">
              <w:rPr>
                <w:rtl/>
              </w:rPr>
              <w:t>ّم</w:t>
            </w:r>
            <w:r w:rsidRPr="00A72677">
              <w:rPr>
                <w:rtl/>
              </w:rPr>
              <w:t>ا</w:t>
            </w:r>
            <w:r w:rsidRPr="00A72677">
              <w:rPr>
                <w:rStyle w:val="libPoemTiniChar0"/>
                <w:rtl/>
              </w:rPr>
              <w:br/>
              <w:t> </w:t>
            </w:r>
          </w:p>
        </w:tc>
        <w:tc>
          <w:tcPr>
            <w:tcW w:w="301" w:type="dxa"/>
          </w:tcPr>
          <w:p w:rsidR="00697162" w:rsidRPr="00A72677" w:rsidRDefault="00697162" w:rsidP="00697162">
            <w:pPr>
              <w:pStyle w:val="libPoem"/>
              <w:rPr>
                <w:rtl/>
              </w:rPr>
            </w:pPr>
          </w:p>
        </w:tc>
        <w:tc>
          <w:tcPr>
            <w:tcW w:w="3884" w:type="dxa"/>
          </w:tcPr>
          <w:p w:rsidR="00697162" w:rsidRPr="00A72677" w:rsidRDefault="00697162" w:rsidP="00697162">
            <w:pPr>
              <w:pStyle w:val="libPoem"/>
            </w:pPr>
            <w:r w:rsidRPr="00A72677">
              <w:rPr>
                <w:rtl/>
              </w:rPr>
              <w:t>ولد</w:t>
            </w:r>
            <w:r w:rsidR="00A72677" w:rsidRPr="00A72677">
              <w:rPr>
                <w:rtl/>
              </w:rPr>
              <w:t>ته</w:t>
            </w:r>
            <w:r w:rsidRPr="00A72677">
              <w:rPr>
                <w:rtl/>
              </w:rPr>
              <w:t>ُ أمُّ ا</w:t>
            </w:r>
            <w:r w:rsidR="00A72677" w:rsidRPr="00A72677">
              <w:rPr>
                <w:rtl/>
              </w:rPr>
              <w:t>لمك</w:t>
            </w:r>
            <w:r w:rsidRPr="00A72677">
              <w:rPr>
                <w:rtl/>
              </w:rPr>
              <w:t xml:space="preserve">رماتِ </w:t>
            </w:r>
            <w:r w:rsidR="00A72677" w:rsidRPr="00A72677">
              <w:rPr>
                <w:rtl/>
              </w:rPr>
              <w:t>مجي</w:t>
            </w:r>
            <w:r w:rsidRPr="00A72677">
              <w:rPr>
                <w:rtl/>
              </w:rPr>
              <w:t>دا</w:t>
            </w:r>
            <w:r w:rsidRPr="00A72677">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A72677">
              <w:rPr>
                <w:rtl/>
              </w:rPr>
              <w:t xml:space="preserve">قد </w:t>
            </w:r>
            <w:r w:rsidR="00A72677" w:rsidRPr="00A72677">
              <w:rPr>
                <w:rtl/>
              </w:rPr>
              <w:t>حل</w:t>
            </w:r>
            <w:r w:rsidRPr="00A72677">
              <w:rPr>
                <w:rtl/>
              </w:rPr>
              <w:t>ّ</w:t>
            </w:r>
            <w:r w:rsidR="00677BC4">
              <w:rPr>
                <w:rtl/>
              </w:rPr>
              <w:t>َ</w:t>
            </w:r>
            <w:r w:rsidR="00A72677" w:rsidRPr="00A72677">
              <w:rPr>
                <w:rtl/>
              </w:rPr>
              <w:t>ق</w:t>
            </w:r>
            <w:r w:rsidRPr="00A72677">
              <w:rPr>
                <w:rtl/>
              </w:rPr>
              <w:t xml:space="preserve">تْ </w:t>
            </w:r>
            <w:r w:rsidR="00A72677" w:rsidRPr="00A72677">
              <w:rPr>
                <w:rtl/>
              </w:rPr>
              <w:t>فيه</w:t>
            </w:r>
            <w:r w:rsidRPr="00A72677">
              <w:rPr>
                <w:rtl/>
              </w:rPr>
              <w:t xml:space="preserve"> لأر</w:t>
            </w:r>
            <w:r w:rsidR="00A72677" w:rsidRPr="00A72677">
              <w:rPr>
                <w:rtl/>
              </w:rPr>
              <w:t>فع</w:t>
            </w:r>
            <w:r w:rsidRPr="00A72677">
              <w:rPr>
                <w:rtl/>
              </w:rPr>
              <w:t xml:space="preserve"> ر</w:t>
            </w:r>
            <w:r w:rsidR="00A72677" w:rsidRPr="00A72677">
              <w:rPr>
                <w:rtl/>
              </w:rPr>
              <w:t>تب</w:t>
            </w:r>
            <w:r w:rsidRPr="00A72677">
              <w:rPr>
                <w:rtl/>
              </w:rPr>
              <w:t>ةٍ</w:t>
            </w:r>
            <w:r w:rsidRPr="00A72677">
              <w:rPr>
                <w:rStyle w:val="libPoemTiniChar0"/>
                <w:rtl/>
              </w:rPr>
              <w:br/>
              <w:t> </w:t>
            </w:r>
          </w:p>
        </w:tc>
        <w:tc>
          <w:tcPr>
            <w:tcW w:w="301" w:type="dxa"/>
          </w:tcPr>
          <w:p w:rsidR="00697162" w:rsidRPr="00A72677" w:rsidRDefault="00697162" w:rsidP="00697162">
            <w:pPr>
              <w:pStyle w:val="libPoem"/>
              <w:rPr>
                <w:rtl/>
              </w:rPr>
            </w:pPr>
          </w:p>
        </w:tc>
        <w:tc>
          <w:tcPr>
            <w:tcW w:w="3884" w:type="dxa"/>
          </w:tcPr>
          <w:p w:rsidR="00697162" w:rsidRPr="00A72677" w:rsidRDefault="00A72677" w:rsidP="00697162">
            <w:pPr>
              <w:pStyle w:val="libPoem"/>
            </w:pPr>
            <w:r w:rsidRPr="00A72677">
              <w:rPr>
                <w:rtl/>
              </w:rPr>
              <w:t>همم</w:t>
            </w:r>
            <w:r w:rsidR="00697162" w:rsidRPr="00A72677">
              <w:rPr>
                <w:rtl/>
              </w:rPr>
              <w:t xml:space="preserve">ٌ </w:t>
            </w:r>
            <w:r w:rsidRPr="00A72677">
              <w:rPr>
                <w:rtl/>
              </w:rPr>
              <w:t>تن</w:t>
            </w:r>
            <w:r w:rsidR="00697162" w:rsidRPr="00A72677">
              <w:rPr>
                <w:rtl/>
              </w:rPr>
              <w:t xml:space="preserve">اهتْ </w:t>
            </w:r>
            <w:r w:rsidRPr="00A72677">
              <w:rPr>
                <w:rtl/>
              </w:rPr>
              <w:t>في</w:t>
            </w:r>
            <w:r w:rsidR="00697162" w:rsidRPr="00A72677">
              <w:rPr>
                <w:rtl/>
              </w:rPr>
              <w:t xml:space="preserve"> ا</w:t>
            </w:r>
            <w:r w:rsidRPr="00A72677">
              <w:rPr>
                <w:rtl/>
              </w:rPr>
              <w:t>لع</w:t>
            </w:r>
            <w:r w:rsidR="00697162" w:rsidRPr="00A72677">
              <w:rPr>
                <w:rtl/>
              </w:rPr>
              <w:t xml:space="preserve">لوِّ </w:t>
            </w:r>
            <w:r w:rsidRPr="00A72677">
              <w:rPr>
                <w:rtl/>
              </w:rPr>
              <w:t>صع</w:t>
            </w:r>
            <w:r w:rsidR="00697162" w:rsidRPr="00A72677">
              <w:rPr>
                <w:rtl/>
              </w:rPr>
              <w:t>ودا</w:t>
            </w:r>
            <w:r w:rsidR="00697162" w:rsidRPr="00A72677">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و</w:t>
            </w:r>
            <w:r w:rsidR="00A72677" w:rsidRPr="009647FC">
              <w:rPr>
                <w:rtl/>
              </w:rPr>
              <w:t>حو</w:t>
            </w:r>
            <w:r w:rsidRPr="009647FC">
              <w:rPr>
                <w:rtl/>
              </w:rPr>
              <w:t>تْ</w:t>
            </w:r>
            <w:r>
              <w:rPr>
                <w:rtl/>
              </w:rPr>
              <w:t xml:space="preserve"> </w:t>
            </w:r>
            <w:r w:rsidR="00A72677" w:rsidRPr="009647FC">
              <w:rPr>
                <w:rtl/>
              </w:rPr>
              <w:t>له</w:t>
            </w:r>
            <w:r>
              <w:rPr>
                <w:rtl/>
              </w:rPr>
              <w:t xml:space="preserve"> </w:t>
            </w:r>
            <w:r w:rsidRPr="009647FC">
              <w:rPr>
                <w:rtl/>
              </w:rPr>
              <w:t>ا</w:t>
            </w:r>
            <w:r w:rsidR="00A72677" w:rsidRPr="009647FC">
              <w:rPr>
                <w:rtl/>
              </w:rPr>
              <w:t>لن</w:t>
            </w:r>
            <w:r w:rsidRPr="009647FC">
              <w:rPr>
                <w:rtl/>
              </w:rPr>
              <w:t>فسُ</w:t>
            </w:r>
            <w:r>
              <w:rPr>
                <w:rtl/>
              </w:rPr>
              <w:t xml:space="preserve"> </w:t>
            </w:r>
            <w:r w:rsidRPr="009647FC">
              <w:rPr>
                <w:rtl/>
              </w:rPr>
              <w:t>ا</w:t>
            </w:r>
            <w:r w:rsidR="00A72677" w:rsidRPr="009647FC">
              <w:rPr>
                <w:rtl/>
              </w:rPr>
              <w:t>لك</w:t>
            </w:r>
            <w:r w:rsidRPr="009647FC">
              <w:rPr>
                <w:rtl/>
              </w:rPr>
              <w:t>ريمة</w:t>
            </w:r>
            <w:r>
              <w:rPr>
                <w:rtl/>
              </w:rPr>
              <w:t xml:space="preserve"> </w:t>
            </w:r>
            <w:r w:rsidRPr="009647FC">
              <w:rPr>
                <w:rtl/>
              </w:rPr>
              <w:t>سؤددا</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أ</w:t>
            </w:r>
            <w:r w:rsidR="00A72677" w:rsidRPr="009647FC">
              <w:rPr>
                <w:rtl/>
              </w:rPr>
              <w:t>مسى</w:t>
            </w:r>
            <w:r>
              <w:rPr>
                <w:rtl/>
              </w:rPr>
              <w:t xml:space="preserve"> </w:t>
            </w:r>
            <w:r w:rsidR="00A72677" w:rsidRPr="009647FC">
              <w:rPr>
                <w:rtl/>
              </w:rPr>
              <w:t>بنا</w:t>
            </w:r>
            <w:r w:rsidRPr="009647FC">
              <w:rPr>
                <w:rtl/>
              </w:rPr>
              <w:t>صية</w:t>
            </w:r>
            <w:r>
              <w:rPr>
                <w:rtl/>
              </w:rPr>
              <w:t xml:space="preserve"> </w:t>
            </w:r>
            <w:r w:rsidRPr="009647FC">
              <w:rPr>
                <w:rtl/>
              </w:rPr>
              <w:t>ا</w:t>
            </w:r>
            <w:r w:rsidR="00A72677" w:rsidRPr="009647FC">
              <w:rPr>
                <w:rtl/>
              </w:rPr>
              <w:t>لس</w:t>
            </w:r>
            <w:r w:rsidRPr="009647FC">
              <w:rPr>
                <w:rtl/>
              </w:rPr>
              <w:t>ّهى</w:t>
            </w:r>
            <w:r>
              <w:rPr>
                <w:rtl/>
              </w:rPr>
              <w:t xml:space="preserve"> </w:t>
            </w:r>
            <w:r w:rsidR="00A72677" w:rsidRPr="009647FC">
              <w:rPr>
                <w:rtl/>
              </w:rPr>
              <w:t>مع</w:t>
            </w:r>
            <w:r w:rsidRPr="009647FC">
              <w:rPr>
                <w:rtl/>
              </w:rPr>
              <w:t>قودا</w:t>
            </w:r>
            <w:r w:rsidRPr="00725071">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فإ</w:t>
            </w:r>
            <w:r w:rsidR="00697162" w:rsidRPr="009647FC">
              <w:rPr>
                <w:rtl/>
              </w:rPr>
              <w:t>ذا</w:t>
            </w:r>
            <w:r w:rsidR="00697162">
              <w:rPr>
                <w:rtl/>
              </w:rPr>
              <w:t xml:space="preserve"> </w:t>
            </w:r>
            <w:r w:rsidRPr="009647FC">
              <w:rPr>
                <w:rtl/>
              </w:rPr>
              <w:t>عق</w:t>
            </w:r>
            <w:r w:rsidR="00697162" w:rsidRPr="009647FC">
              <w:rPr>
                <w:rtl/>
              </w:rPr>
              <w:t>ود</w:t>
            </w:r>
            <w:r w:rsidR="00697162">
              <w:rPr>
                <w:rtl/>
              </w:rPr>
              <w:t xml:space="preserve"> </w:t>
            </w:r>
            <w:r w:rsidR="00697162" w:rsidRPr="009647FC">
              <w:rPr>
                <w:rtl/>
              </w:rPr>
              <w:t>المجد</w:t>
            </w:r>
            <w:r w:rsidR="00697162" w:rsidRPr="004E7EC6">
              <w:rPr>
                <w:rStyle w:val="libFootnotenumChar"/>
                <w:rtl/>
              </w:rPr>
              <w:t>(1)</w:t>
            </w:r>
            <w:r w:rsidR="00697162">
              <w:rPr>
                <w:rtl/>
              </w:rPr>
              <w:t xml:space="preserve"> </w:t>
            </w:r>
            <w:r w:rsidR="00697162" w:rsidRPr="009647FC">
              <w:rPr>
                <w:rtl/>
              </w:rPr>
              <w:t>فُصّل</w:t>
            </w:r>
            <w:r w:rsidR="00697162">
              <w:rPr>
                <w:rtl/>
              </w:rPr>
              <w:t xml:space="preserve"> </w:t>
            </w:r>
            <w:r w:rsidR="00697162" w:rsidRPr="009647FC">
              <w:rPr>
                <w:rtl/>
              </w:rPr>
              <w:t>نظمُها</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كا</w:t>
            </w:r>
            <w:r w:rsidR="00A72677" w:rsidRPr="009647FC">
              <w:rPr>
                <w:rtl/>
              </w:rPr>
              <w:t>نت</w:t>
            </w:r>
            <w:r>
              <w:rPr>
                <w:rtl/>
              </w:rPr>
              <w:t xml:space="preserve"> </w:t>
            </w:r>
            <w:r w:rsidR="00A72677" w:rsidRPr="009647FC">
              <w:rPr>
                <w:rtl/>
              </w:rPr>
              <w:t>منا</w:t>
            </w:r>
            <w:r w:rsidRPr="009647FC">
              <w:rPr>
                <w:rtl/>
              </w:rPr>
              <w:t>قبه</w:t>
            </w:r>
            <w:r>
              <w:rPr>
                <w:rtl/>
              </w:rPr>
              <w:t xml:space="preserve"> </w:t>
            </w:r>
            <w:r w:rsidR="00A72677" w:rsidRPr="009647FC">
              <w:rPr>
                <w:rtl/>
              </w:rPr>
              <w:t>لهن</w:t>
            </w:r>
            <w:r w:rsidRPr="009647FC">
              <w:rPr>
                <w:rtl/>
              </w:rPr>
              <w:t>ّ</w:t>
            </w:r>
            <w:r w:rsidR="00677BC4">
              <w:rPr>
                <w:rtl/>
              </w:rPr>
              <w:t>َ</w:t>
            </w:r>
            <w:r>
              <w:rPr>
                <w:rtl/>
              </w:rPr>
              <w:t xml:space="preserve"> </w:t>
            </w:r>
            <w:r w:rsidR="00A72677" w:rsidRPr="009647FC">
              <w:rPr>
                <w:rtl/>
              </w:rPr>
              <w:t>فريد</w:t>
            </w:r>
            <w:r w:rsidRPr="009647FC">
              <w:rPr>
                <w:rtl/>
              </w:rPr>
              <w:t>ا</w:t>
            </w:r>
            <w:r w:rsidRPr="00725071">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هو</w:t>
            </w:r>
            <w:r w:rsidR="00697162">
              <w:rPr>
                <w:rtl/>
              </w:rPr>
              <w:t xml:space="preserve"> </w:t>
            </w:r>
            <w:r w:rsidRPr="009647FC">
              <w:rPr>
                <w:rtl/>
              </w:rPr>
              <w:t>شم</w:t>
            </w:r>
            <w:r w:rsidR="00697162" w:rsidRPr="009647FC">
              <w:rPr>
                <w:rtl/>
              </w:rPr>
              <w:t>س</w:t>
            </w:r>
            <w:r w:rsidR="00697162">
              <w:rPr>
                <w:rtl/>
              </w:rPr>
              <w:t xml:space="preserve"> </w:t>
            </w:r>
            <w:r w:rsidR="00697162" w:rsidRPr="009647FC">
              <w:rPr>
                <w:rtl/>
              </w:rPr>
              <w:t>أفق</w:t>
            </w:r>
            <w:r w:rsidR="00697162">
              <w:rPr>
                <w:rtl/>
              </w:rPr>
              <w:t xml:space="preserve"> </w:t>
            </w:r>
            <w:r w:rsidR="00697162" w:rsidRPr="009647FC">
              <w:rPr>
                <w:rtl/>
              </w:rPr>
              <w:t>المكرماتِ</w:t>
            </w:r>
            <w:r w:rsidR="00697162">
              <w:rPr>
                <w:rtl/>
              </w:rPr>
              <w:t xml:space="preserve"> </w:t>
            </w:r>
            <w:r w:rsidR="00697162" w:rsidRPr="009647FC">
              <w:rPr>
                <w:rtl/>
              </w:rPr>
              <w:t>وبدرها</w:t>
            </w:r>
            <w:r w:rsidR="00697162">
              <w:rPr>
                <w:rtl/>
              </w:rPr>
              <w:t xml:space="preserve"> </w:t>
            </w:r>
            <w:r w:rsidR="00697162" w:rsidRPr="009647FC">
              <w:rPr>
                <w:rtl/>
              </w:rPr>
              <w:t>الـ</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ها</w:t>
            </w:r>
            <w:r w:rsidR="00697162" w:rsidRPr="009647FC">
              <w:rPr>
                <w:rtl/>
              </w:rPr>
              <w:t>دي</w:t>
            </w:r>
            <w:r w:rsidR="004C00A8">
              <w:rPr>
                <w:rtl/>
              </w:rPr>
              <w:t xml:space="preserve"> </w:t>
            </w:r>
            <w:r w:rsidRPr="009647FC">
              <w:rPr>
                <w:rtl/>
              </w:rPr>
              <w:t>لم</w:t>
            </w:r>
            <w:r w:rsidR="00697162" w:rsidRPr="009647FC">
              <w:rPr>
                <w:rtl/>
              </w:rPr>
              <w:t>نْ</w:t>
            </w:r>
            <w:r w:rsidR="00697162">
              <w:rPr>
                <w:rtl/>
              </w:rPr>
              <w:t xml:space="preserve"> </w:t>
            </w:r>
            <w:r w:rsidR="00697162" w:rsidRPr="009647FC">
              <w:rPr>
                <w:rtl/>
              </w:rPr>
              <w:t>أ</w:t>
            </w:r>
            <w:r w:rsidRPr="009647FC">
              <w:rPr>
                <w:rtl/>
              </w:rPr>
              <w:t>مس</w:t>
            </w:r>
            <w:r w:rsidR="00697162" w:rsidRPr="009647FC">
              <w:rPr>
                <w:rtl/>
              </w:rPr>
              <w:t>ى</w:t>
            </w:r>
            <w:r w:rsidR="00697162">
              <w:rPr>
                <w:rtl/>
              </w:rPr>
              <w:t xml:space="preserve"> </w:t>
            </w:r>
            <w:r w:rsidRPr="009647FC">
              <w:rPr>
                <w:rtl/>
              </w:rPr>
              <w:t>يج</w:t>
            </w:r>
            <w:r w:rsidR="00697162" w:rsidRPr="009647FC">
              <w:rPr>
                <w:rtl/>
              </w:rPr>
              <w:t>وب</w:t>
            </w:r>
            <w:r w:rsidR="00697162">
              <w:rPr>
                <w:rtl/>
              </w:rPr>
              <w:t xml:space="preserve"> </w:t>
            </w:r>
            <w:r w:rsidR="00697162" w:rsidRPr="009647FC">
              <w:rPr>
                <w:rtl/>
              </w:rPr>
              <w:t>ا</w:t>
            </w:r>
            <w:r w:rsidRPr="009647FC">
              <w:rPr>
                <w:rtl/>
              </w:rPr>
              <w:t>لب</w:t>
            </w:r>
            <w:r w:rsidR="00697162" w:rsidRPr="009647FC">
              <w:rPr>
                <w:rtl/>
              </w:rPr>
              <w:t>يدا</w:t>
            </w:r>
            <w:r w:rsidR="00697162"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ورث</w:t>
            </w:r>
            <w:r>
              <w:rPr>
                <w:rtl/>
              </w:rPr>
              <w:t xml:space="preserve"> </w:t>
            </w:r>
            <w:r w:rsidRPr="009647FC">
              <w:rPr>
                <w:rtl/>
              </w:rPr>
              <w:t>ا</w:t>
            </w:r>
            <w:r w:rsidR="00A72677" w:rsidRPr="009647FC">
              <w:rPr>
                <w:rtl/>
              </w:rPr>
              <w:t>لس</w:t>
            </w:r>
            <w:r w:rsidRPr="009647FC">
              <w:rPr>
                <w:rtl/>
              </w:rPr>
              <w:t>ماحة</w:t>
            </w:r>
            <w:r>
              <w:rPr>
                <w:rtl/>
              </w:rPr>
              <w:t xml:space="preserve"> </w:t>
            </w:r>
            <w:r w:rsidR="00A72677" w:rsidRPr="009647FC">
              <w:rPr>
                <w:rtl/>
              </w:rPr>
              <w:t>من</w:t>
            </w:r>
            <w:r>
              <w:rPr>
                <w:rtl/>
              </w:rPr>
              <w:t xml:space="preserve"> </w:t>
            </w:r>
            <w:r w:rsidR="00A72677" w:rsidRPr="009647FC">
              <w:rPr>
                <w:rtl/>
              </w:rPr>
              <w:t>خض</w:t>
            </w:r>
            <w:r w:rsidRPr="009647FC">
              <w:rPr>
                <w:rtl/>
              </w:rPr>
              <w:t>مِّ</w:t>
            </w:r>
            <w:r>
              <w:rPr>
                <w:rtl/>
              </w:rPr>
              <w:t xml:space="preserve"> </w:t>
            </w:r>
            <w:r w:rsidR="00A72677" w:rsidRPr="009647FC">
              <w:rPr>
                <w:rtl/>
              </w:rPr>
              <w:t>سم</w:t>
            </w:r>
            <w:r w:rsidRPr="009647FC">
              <w:rPr>
                <w:rtl/>
              </w:rPr>
              <w:t>احةٍ</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فغد</w:t>
            </w:r>
            <w:r w:rsidR="00697162" w:rsidRPr="009647FC">
              <w:rPr>
                <w:rtl/>
              </w:rPr>
              <w:t>ا</w:t>
            </w:r>
            <w:r w:rsidR="00697162">
              <w:rPr>
                <w:rtl/>
              </w:rPr>
              <w:t xml:space="preserve"> </w:t>
            </w:r>
            <w:r w:rsidRPr="009647FC">
              <w:rPr>
                <w:rtl/>
              </w:rPr>
              <w:t>بمج</w:t>
            </w:r>
            <w:r w:rsidR="00697162" w:rsidRPr="009647FC">
              <w:rPr>
                <w:rtl/>
              </w:rPr>
              <w:t>موع</w:t>
            </w:r>
            <w:r w:rsidR="00697162">
              <w:rPr>
                <w:rtl/>
              </w:rPr>
              <w:t xml:space="preserve"> </w:t>
            </w:r>
            <w:r w:rsidR="00697162" w:rsidRPr="009647FC">
              <w:rPr>
                <w:rtl/>
              </w:rPr>
              <w:t>ا</w:t>
            </w:r>
            <w:r w:rsidRPr="009647FC">
              <w:rPr>
                <w:rtl/>
              </w:rPr>
              <w:t>لفخ</w:t>
            </w:r>
            <w:r w:rsidR="00697162" w:rsidRPr="009647FC">
              <w:rPr>
                <w:rtl/>
              </w:rPr>
              <w:t>ار</w:t>
            </w:r>
            <w:r w:rsidR="00697162">
              <w:rPr>
                <w:rtl/>
              </w:rPr>
              <w:t xml:space="preserve"> </w:t>
            </w:r>
            <w:r w:rsidR="00697162" w:rsidRPr="009647FC">
              <w:rPr>
                <w:rtl/>
              </w:rPr>
              <w:t>و</w:t>
            </w:r>
            <w:r w:rsidRPr="009647FC">
              <w:rPr>
                <w:rtl/>
              </w:rPr>
              <w:t>حي</w:t>
            </w:r>
            <w:r w:rsidR="00697162" w:rsidRPr="009647FC">
              <w:rPr>
                <w:rtl/>
              </w:rPr>
              <w:t>دا</w:t>
            </w:r>
            <w:r w:rsidR="00697162"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A72677">
              <w:rPr>
                <w:rtl/>
              </w:rPr>
              <w:t>ذا ا</w:t>
            </w:r>
            <w:r w:rsidR="00A72677" w:rsidRPr="00A72677">
              <w:rPr>
                <w:rtl/>
              </w:rPr>
              <w:t>لشب</w:t>
            </w:r>
            <w:r w:rsidRPr="00A72677">
              <w:rPr>
                <w:rtl/>
              </w:rPr>
              <w:t xml:space="preserve">لُ </w:t>
            </w:r>
            <w:r w:rsidR="00A72677" w:rsidRPr="00A72677">
              <w:rPr>
                <w:rtl/>
              </w:rPr>
              <w:t>من</w:t>
            </w:r>
            <w:r w:rsidRPr="00A72677">
              <w:rPr>
                <w:rtl/>
              </w:rPr>
              <w:t xml:space="preserve"> ذاك ا</w:t>
            </w:r>
            <w:r w:rsidR="00A72677" w:rsidRPr="00A72677">
              <w:rPr>
                <w:rtl/>
              </w:rPr>
              <w:t>له</w:t>
            </w:r>
            <w:r w:rsidRPr="00A72677">
              <w:rPr>
                <w:rtl/>
              </w:rPr>
              <w:t>زبر وإن</w:t>
            </w:r>
            <w:r w:rsidR="00A72677" w:rsidRPr="00A72677">
              <w:rPr>
                <w:rtl/>
              </w:rPr>
              <w:t>ّم</w:t>
            </w:r>
            <w:r w:rsidRPr="00A72677">
              <w:rPr>
                <w:rtl/>
              </w:rPr>
              <w:t>ا</w:t>
            </w:r>
            <w:r w:rsidRPr="00A72677">
              <w:rPr>
                <w:rStyle w:val="libPoemTiniChar0"/>
                <w:rtl/>
              </w:rPr>
              <w:br/>
              <w:t> </w:t>
            </w:r>
          </w:p>
        </w:tc>
        <w:tc>
          <w:tcPr>
            <w:tcW w:w="301" w:type="dxa"/>
          </w:tcPr>
          <w:p w:rsidR="00697162" w:rsidRPr="00A72677" w:rsidRDefault="00697162" w:rsidP="00697162">
            <w:pPr>
              <w:pStyle w:val="libPoem"/>
              <w:rPr>
                <w:rtl/>
              </w:rPr>
            </w:pPr>
          </w:p>
        </w:tc>
        <w:tc>
          <w:tcPr>
            <w:tcW w:w="3884" w:type="dxa"/>
          </w:tcPr>
          <w:p w:rsidR="00697162" w:rsidRPr="00A72677" w:rsidRDefault="00A72677" w:rsidP="00697162">
            <w:pPr>
              <w:pStyle w:val="libPoem"/>
            </w:pPr>
            <w:r w:rsidRPr="00A72677">
              <w:rPr>
                <w:rtl/>
              </w:rPr>
              <w:t>تلد</w:t>
            </w:r>
            <w:r w:rsidR="00697162" w:rsidRPr="00A72677">
              <w:rPr>
                <w:rtl/>
              </w:rPr>
              <w:t xml:space="preserve"> الأسودُ ا</w:t>
            </w:r>
            <w:r w:rsidRPr="00A72677">
              <w:rPr>
                <w:rtl/>
              </w:rPr>
              <w:t>لض</w:t>
            </w:r>
            <w:r w:rsidR="00697162" w:rsidRPr="00A72677">
              <w:rPr>
                <w:rtl/>
              </w:rPr>
              <w:t>اريات أ</w:t>
            </w:r>
            <w:r w:rsidRPr="00A72677">
              <w:rPr>
                <w:rtl/>
              </w:rPr>
              <w:t>سو</w:t>
            </w:r>
            <w:r w:rsidR="00697162" w:rsidRPr="00A72677">
              <w:rPr>
                <w:rtl/>
              </w:rPr>
              <w:t>دا</w:t>
            </w:r>
            <w:r w:rsidR="00697162" w:rsidRPr="00A72677">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يا</w:t>
            </w:r>
            <w:r w:rsidR="00697162">
              <w:rPr>
                <w:rtl/>
              </w:rPr>
              <w:t xml:space="preserve"> </w:t>
            </w:r>
            <w:r w:rsidRPr="009647FC">
              <w:rPr>
                <w:rtl/>
              </w:rPr>
              <w:t>من</w:t>
            </w:r>
            <w:r w:rsidR="00697162" w:rsidRPr="009647FC">
              <w:rPr>
                <w:rtl/>
              </w:rPr>
              <w:t>ْ</w:t>
            </w:r>
            <w:r w:rsidR="00697162">
              <w:rPr>
                <w:rtl/>
              </w:rPr>
              <w:t xml:space="preserve"> </w:t>
            </w:r>
            <w:r w:rsidRPr="009647FC">
              <w:rPr>
                <w:rtl/>
              </w:rPr>
              <w:t>تع</w:t>
            </w:r>
            <w:r w:rsidR="00697162" w:rsidRPr="009647FC">
              <w:rPr>
                <w:rtl/>
              </w:rPr>
              <w:t>ذّ</w:t>
            </w:r>
            <w:r w:rsidR="00677BC4">
              <w:rPr>
                <w:rtl/>
              </w:rPr>
              <w:t>َ</w:t>
            </w:r>
            <w:r w:rsidR="00697162" w:rsidRPr="009647FC">
              <w:rPr>
                <w:rtl/>
              </w:rPr>
              <w:t>ر</w:t>
            </w:r>
            <w:r w:rsidR="00697162">
              <w:rPr>
                <w:rtl/>
              </w:rPr>
              <w:t xml:space="preserve"> </w:t>
            </w:r>
            <w:r w:rsidR="00697162" w:rsidRPr="009647FC">
              <w:rPr>
                <w:rtl/>
              </w:rPr>
              <w:t>أن</w:t>
            </w:r>
            <w:r w:rsidR="00697162">
              <w:rPr>
                <w:rtl/>
              </w:rPr>
              <w:t xml:space="preserve"> </w:t>
            </w:r>
            <w:r w:rsidRPr="009647FC">
              <w:rPr>
                <w:rtl/>
              </w:rPr>
              <w:t>يح</w:t>
            </w:r>
            <w:r w:rsidR="00697162" w:rsidRPr="009647FC">
              <w:rPr>
                <w:rtl/>
              </w:rPr>
              <w:t>يط</w:t>
            </w:r>
            <w:r w:rsidR="00697162">
              <w:rPr>
                <w:rtl/>
              </w:rPr>
              <w:t xml:space="preserve"> </w:t>
            </w:r>
            <w:r w:rsidRPr="009647FC">
              <w:rPr>
                <w:rtl/>
              </w:rPr>
              <w:t>بو</w:t>
            </w:r>
            <w:r w:rsidR="00697162" w:rsidRPr="009647FC">
              <w:rPr>
                <w:rtl/>
              </w:rPr>
              <w:t>صفهم</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نظم</w:t>
            </w:r>
            <w:r w:rsidR="00697162" w:rsidRPr="009647FC">
              <w:rPr>
                <w:rtl/>
              </w:rPr>
              <w:t>ٌ</w:t>
            </w:r>
            <w:r w:rsidR="00697162">
              <w:rPr>
                <w:rtl/>
              </w:rPr>
              <w:t xml:space="preserve"> </w:t>
            </w:r>
            <w:r w:rsidR="00697162" w:rsidRPr="009647FC">
              <w:rPr>
                <w:rtl/>
              </w:rPr>
              <w:t>و</w:t>
            </w:r>
            <w:r w:rsidRPr="009647FC">
              <w:rPr>
                <w:rtl/>
              </w:rPr>
              <w:t>لو</w:t>
            </w:r>
            <w:r w:rsidR="00697162">
              <w:rPr>
                <w:rtl/>
              </w:rPr>
              <w:t xml:space="preserve"> </w:t>
            </w:r>
            <w:r w:rsidRPr="009647FC">
              <w:rPr>
                <w:rtl/>
              </w:rPr>
              <w:t>مل</w:t>
            </w:r>
            <w:r w:rsidR="00697162" w:rsidRPr="009647FC">
              <w:rPr>
                <w:rtl/>
              </w:rPr>
              <w:t>ا</w:t>
            </w:r>
            <w:r w:rsidR="00697162">
              <w:rPr>
                <w:rtl/>
              </w:rPr>
              <w:t xml:space="preserve"> </w:t>
            </w:r>
            <w:r w:rsidR="00697162" w:rsidRPr="009647FC">
              <w:rPr>
                <w:rtl/>
              </w:rPr>
              <w:t>ا</w:t>
            </w:r>
            <w:r w:rsidRPr="009647FC">
              <w:rPr>
                <w:rtl/>
              </w:rPr>
              <w:t>لز</w:t>
            </w:r>
            <w:r w:rsidR="00697162" w:rsidRPr="009647FC">
              <w:rPr>
                <w:rtl/>
              </w:rPr>
              <w:t>مان</w:t>
            </w:r>
            <w:r w:rsidR="00697162">
              <w:rPr>
                <w:rtl/>
              </w:rPr>
              <w:t xml:space="preserve"> </w:t>
            </w:r>
            <w:r w:rsidRPr="009647FC">
              <w:rPr>
                <w:rtl/>
              </w:rPr>
              <w:t>قص</w:t>
            </w:r>
            <w:r w:rsidR="00697162" w:rsidRPr="009647FC">
              <w:rPr>
                <w:rtl/>
              </w:rPr>
              <w:t>يدا</w:t>
            </w:r>
            <w:r w:rsidR="00697162"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وا</w:t>
            </w:r>
            <w:r w:rsidR="00A72677" w:rsidRPr="009647FC">
              <w:rPr>
                <w:rtl/>
              </w:rPr>
              <w:t>لجا</w:t>
            </w:r>
            <w:r w:rsidRPr="009647FC">
              <w:rPr>
                <w:rtl/>
              </w:rPr>
              <w:t>معين</w:t>
            </w:r>
            <w:r>
              <w:rPr>
                <w:rtl/>
              </w:rPr>
              <w:t xml:space="preserve"> </w:t>
            </w:r>
            <w:r w:rsidRPr="009647FC">
              <w:rPr>
                <w:rtl/>
              </w:rPr>
              <w:t>ا</w:t>
            </w:r>
            <w:r w:rsidR="00A72677" w:rsidRPr="009647FC">
              <w:rPr>
                <w:rtl/>
              </w:rPr>
              <w:t>لمك</w:t>
            </w:r>
            <w:r w:rsidRPr="009647FC">
              <w:rPr>
                <w:rtl/>
              </w:rPr>
              <w:t>رمات</w:t>
            </w:r>
            <w:r>
              <w:rPr>
                <w:rtl/>
              </w:rPr>
              <w:t xml:space="preserve"> </w:t>
            </w:r>
            <w:r w:rsidR="00A72677" w:rsidRPr="009647FC">
              <w:rPr>
                <w:rtl/>
              </w:rPr>
              <w:t>بوفر</w:t>
            </w:r>
            <w:r w:rsidRPr="009647FC">
              <w:rPr>
                <w:rtl/>
              </w:rPr>
              <w:t>هم</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مذ</w:t>
            </w:r>
            <w:r>
              <w:rPr>
                <w:rtl/>
              </w:rPr>
              <w:t xml:space="preserve"> </w:t>
            </w:r>
            <w:r w:rsidRPr="009647FC">
              <w:rPr>
                <w:rtl/>
              </w:rPr>
              <w:t>أ</w:t>
            </w:r>
            <w:r w:rsidR="00A72677" w:rsidRPr="009647FC">
              <w:rPr>
                <w:rtl/>
              </w:rPr>
              <w:t>كثر</w:t>
            </w:r>
            <w:r w:rsidRPr="009647FC">
              <w:rPr>
                <w:rtl/>
              </w:rPr>
              <w:t>وا</w:t>
            </w:r>
            <w:r>
              <w:rPr>
                <w:rtl/>
              </w:rPr>
              <w:t xml:space="preserve"> </w:t>
            </w:r>
            <w:r w:rsidR="00A72677" w:rsidRPr="009647FC">
              <w:rPr>
                <w:rtl/>
              </w:rPr>
              <w:t>في</w:t>
            </w:r>
            <w:r>
              <w:rPr>
                <w:rtl/>
              </w:rPr>
              <w:t xml:space="preserve"> </w:t>
            </w:r>
            <w:r w:rsidR="00A72677" w:rsidRPr="009647FC">
              <w:rPr>
                <w:rtl/>
              </w:rPr>
              <w:t>شم</w:t>
            </w:r>
            <w:r w:rsidRPr="009647FC">
              <w:rPr>
                <w:rtl/>
              </w:rPr>
              <w:t>له</w:t>
            </w:r>
            <w:r>
              <w:rPr>
                <w:rtl/>
              </w:rPr>
              <w:t xml:space="preserve"> </w:t>
            </w:r>
            <w:r w:rsidRPr="009647FC">
              <w:rPr>
                <w:rtl/>
              </w:rPr>
              <w:t>ا</w:t>
            </w:r>
            <w:r w:rsidR="00A72677" w:rsidRPr="009647FC">
              <w:rPr>
                <w:rtl/>
              </w:rPr>
              <w:t>لت</w:t>
            </w:r>
            <w:r w:rsidRPr="009647FC">
              <w:rPr>
                <w:rtl/>
              </w:rPr>
              <w:t>بديدا</w:t>
            </w:r>
            <w:r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و</w:t>
            </w:r>
            <w:r w:rsidR="00A72677" w:rsidRPr="009647FC">
              <w:rPr>
                <w:rtl/>
              </w:rPr>
              <w:t>لهم</w:t>
            </w:r>
            <w:r>
              <w:rPr>
                <w:rtl/>
              </w:rPr>
              <w:t xml:space="preserve"> </w:t>
            </w:r>
            <w:r w:rsidR="00A72677" w:rsidRPr="009647FC">
              <w:rPr>
                <w:rtl/>
              </w:rPr>
              <w:t>بأند</w:t>
            </w:r>
            <w:r w:rsidRPr="009647FC">
              <w:rPr>
                <w:rtl/>
              </w:rPr>
              <w:t>ية</w:t>
            </w:r>
            <w:r>
              <w:rPr>
                <w:rtl/>
              </w:rPr>
              <w:t xml:space="preserve"> </w:t>
            </w:r>
            <w:r w:rsidRPr="009647FC">
              <w:rPr>
                <w:rtl/>
              </w:rPr>
              <w:t>ا</w:t>
            </w:r>
            <w:r w:rsidR="00A72677" w:rsidRPr="009647FC">
              <w:rPr>
                <w:rtl/>
              </w:rPr>
              <w:t>لعل</w:t>
            </w:r>
            <w:r w:rsidRPr="009647FC">
              <w:rPr>
                <w:rtl/>
              </w:rPr>
              <w:t>اء</w:t>
            </w:r>
            <w:r>
              <w:rPr>
                <w:rtl/>
              </w:rPr>
              <w:t xml:space="preserve"> </w:t>
            </w:r>
            <w:r w:rsidRPr="009647FC">
              <w:rPr>
                <w:rtl/>
              </w:rPr>
              <w:t>إذا</w:t>
            </w:r>
            <w:r>
              <w:rPr>
                <w:rtl/>
              </w:rPr>
              <w:t xml:space="preserve"> </w:t>
            </w:r>
            <w:r w:rsidR="00A72677" w:rsidRPr="009647FC">
              <w:rPr>
                <w:rtl/>
              </w:rPr>
              <w:t>بد</w:t>
            </w:r>
            <w:r w:rsidRPr="009647FC">
              <w:rPr>
                <w:rtl/>
              </w:rPr>
              <w:t>وا</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تهو</w:t>
            </w:r>
            <w:r w:rsidR="00697162" w:rsidRPr="009647FC">
              <w:rPr>
                <w:rtl/>
              </w:rPr>
              <w:t>ى</w:t>
            </w:r>
            <w:r w:rsidR="00697162">
              <w:rPr>
                <w:rtl/>
              </w:rPr>
              <w:t xml:space="preserve"> </w:t>
            </w:r>
            <w:r w:rsidR="00697162" w:rsidRPr="009647FC">
              <w:rPr>
                <w:rtl/>
              </w:rPr>
              <w:t>الأ</w:t>
            </w:r>
            <w:r w:rsidRPr="009647FC">
              <w:rPr>
                <w:rtl/>
              </w:rPr>
              <w:t>عاظم</w:t>
            </w:r>
            <w:r w:rsidR="00697162">
              <w:rPr>
                <w:rtl/>
              </w:rPr>
              <w:t xml:space="preserve"> </w:t>
            </w:r>
            <w:r w:rsidR="00697162" w:rsidRPr="009647FC">
              <w:rPr>
                <w:rtl/>
              </w:rPr>
              <w:t>ر</w:t>
            </w:r>
            <w:r w:rsidRPr="009647FC">
              <w:rPr>
                <w:rtl/>
              </w:rPr>
              <w:t>كع</w:t>
            </w:r>
            <w:r w:rsidR="00697162" w:rsidRPr="009647FC">
              <w:rPr>
                <w:rtl/>
              </w:rPr>
              <w:t>ّاً</w:t>
            </w:r>
            <w:r w:rsidR="00697162">
              <w:rPr>
                <w:rtl/>
              </w:rPr>
              <w:t xml:space="preserve"> </w:t>
            </w:r>
            <w:r w:rsidR="00697162" w:rsidRPr="009647FC">
              <w:rPr>
                <w:rtl/>
              </w:rPr>
              <w:t>و</w:t>
            </w:r>
            <w:r w:rsidRPr="009647FC">
              <w:rPr>
                <w:rtl/>
              </w:rPr>
              <w:t>سج</w:t>
            </w:r>
            <w:r w:rsidR="00697162" w:rsidRPr="009647FC">
              <w:rPr>
                <w:rtl/>
              </w:rPr>
              <w:t>ودا</w:t>
            </w:r>
            <w:r w:rsidR="00697162"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أ</w:t>
            </w:r>
            <w:r w:rsidR="00A72677" w:rsidRPr="009647FC">
              <w:rPr>
                <w:rtl/>
              </w:rPr>
              <w:t>هد</w:t>
            </w:r>
            <w:r w:rsidRPr="009647FC">
              <w:rPr>
                <w:rtl/>
              </w:rPr>
              <w:t>تْ</w:t>
            </w:r>
            <w:r>
              <w:rPr>
                <w:rtl/>
              </w:rPr>
              <w:t xml:space="preserve"> </w:t>
            </w:r>
            <w:r w:rsidR="00A72677" w:rsidRPr="009647FC">
              <w:rPr>
                <w:rtl/>
              </w:rPr>
              <w:t>لج</w:t>
            </w:r>
            <w:r w:rsidRPr="009647FC">
              <w:rPr>
                <w:rtl/>
              </w:rPr>
              <w:t>يد</w:t>
            </w:r>
            <w:r>
              <w:rPr>
                <w:rtl/>
              </w:rPr>
              <w:t xml:space="preserve"> </w:t>
            </w:r>
            <w:r w:rsidR="00A72677" w:rsidRPr="009647FC">
              <w:rPr>
                <w:rtl/>
              </w:rPr>
              <w:t>عل</w:t>
            </w:r>
            <w:r w:rsidRPr="009647FC">
              <w:rPr>
                <w:rtl/>
              </w:rPr>
              <w:t>اكم</w:t>
            </w:r>
            <w:r>
              <w:rPr>
                <w:rtl/>
              </w:rPr>
              <w:t xml:space="preserve"> </w:t>
            </w:r>
            <w:r w:rsidRPr="009647FC">
              <w:rPr>
                <w:rtl/>
              </w:rPr>
              <w:t>ا</w:t>
            </w:r>
            <w:r w:rsidR="00A72677" w:rsidRPr="009647FC">
              <w:rPr>
                <w:rtl/>
              </w:rPr>
              <w:t>بن</w:t>
            </w:r>
            <w:r w:rsidRPr="009647FC">
              <w:rPr>
                <w:rtl/>
              </w:rPr>
              <w:t>ةُ</w:t>
            </w:r>
            <w:r>
              <w:rPr>
                <w:rtl/>
              </w:rPr>
              <w:t xml:space="preserve"> </w:t>
            </w:r>
            <w:r w:rsidR="00A72677" w:rsidRPr="009647FC">
              <w:rPr>
                <w:rtl/>
              </w:rPr>
              <w:t>فك</w:t>
            </w:r>
            <w:r w:rsidRPr="009647FC">
              <w:rPr>
                <w:rtl/>
              </w:rPr>
              <w:t>رتي</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درر</w:t>
            </w:r>
            <w:r>
              <w:rPr>
                <w:rtl/>
              </w:rPr>
              <w:t xml:space="preserve"> </w:t>
            </w:r>
            <w:r w:rsidRPr="009647FC">
              <w:rPr>
                <w:rtl/>
              </w:rPr>
              <w:t>ا</w:t>
            </w:r>
            <w:r w:rsidR="00A72677" w:rsidRPr="009647FC">
              <w:rPr>
                <w:rtl/>
              </w:rPr>
              <w:t>لثنا</w:t>
            </w:r>
            <w:r w:rsidRPr="009647FC">
              <w:rPr>
                <w:rtl/>
              </w:rPr>
              <w:t>ء</w:t>
            </w:r>
            <w:r>
              <w:rPr>
                <w:rtl/>
              </w:rPr>
              <w:t xml:space="preserve"> </w:t>
            </w:r>
            <w:r w:rsidRPr="009647FC">
              <w:rPr>
                <w:rtl/>
              </w:rPr>
              <w:t>قلا</w:t>
            </w:r>
            <w:r w:rsidR="00A72677" w:rsidRPr="009647FC">
              <w:rPr>
                <w:rtl/>
              </w:rPr>
              <w:t>ئد</w:t>
            </w:r>
            <w:r w:rsidRPr="009647FC">
              <w:rPr>
                <w:rtl/>
              </w:rPr>
              <w:t>اً</w:t>
            </w:r>
            <w:r>
              <w:rPr>
                <w:rtl/>
              </w:rPr>
              <w:t xml:space="preserve"> </w:t>
            </w:r>
            <w:r w:rsidRPr="009647FC">
              <w:rPr>
                <w:rtl/>
              </w:rPr>
              <w:t>و</w:t>
            </w:r>
            <w:r w:rsidR="00A72677" w:rsidRPr="009647FC">
              <w:rPr>
                <w:rtl/>
              </w:rPr>
              <w:t>عقو</w:t>
            </w:r>
            <w:r w:rsidRPr="009647FC">
              <w:rPr>
                <w:rtl/>
              </w:rPr>
              <w:t>دا</w:t>
            </w:r>
            <w:r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A72677">
              <w:rPr>
                <w:rtl/>
              </w:rPr>
              <w:t>ج</w:t>
            </w:r>
            <w:r w:rsidR="00A72677" w:rsidRPr="00A72677">
              <w:rPr>
                <w:rtl/>
              </w:rPr>
              <w:t>ُلي</w:t>
            </w:r>
            <w:r w:rsidRPr="00A72677">
              <w:rPr>
                <w:rtl/>
              </w:rPr>
              <w:t xml:space="preserve">تْ </w:t>
            </w:r>
            <w:r w:rsidR="00A72677" w:rsidRPr="00A72677">
              <w:rPr>
                <w:rtl/>
              </w:rPr>
              <w:t>مح</w:t>
            </w:r>
            <w:r w:rsidRPr="00A72677">
              <w:rPr>
                <w:rtl/>
              </w:rPr>
              <w:t xml:space="preserve">اسنها </w:t>
            </w:r>
            <w:r w:rsidR="00A72677" w:rsidRPr="00A72677">
              <w:rPr>
                <w:rtl/>
              </w:rPr>
              <w:t>عل</w:t>
            </w:r>
            <w:r w:rsidRPr="00A72677">
              <w:rPr>
                <w:rtl/>
              </w:rPr>
              <w:t xml:space="preserve">يكم </w:t>
            </w:r>
            <w:r w:rsidR="00A72677" w:rsidRPr="00A72677">
              <w:rPr>
                <w:rtl/>
              </w:rPr>
              <w:t>فا</w:t>
            </w:r>
            <w:r w:rsidRPr="00A72677">
              <w:rPr>
                <w:rtl/>
              </w:rPr>
              <w:t>جتلوا</w:t>
            </w:r>
            <w:r w:rsidRPr="00A72677">
              <w:rPr>
                <w:rStyle w:val="libPoemTiniChar0"/>
                <w:rtl/>
              </w:rPr>
              <w:br/>
              <w:t> </w:t>
            </w:r>
          </w:p>
        </w:tc>
        <w:tc>
          <w:tcPr>
            <w:tcW w:w="301" w:type="dxa"/>
          </w:tcPr>
          <w:p w:rsidR="00697162" w:rsidRPr="00A72677" w:rsidRDefault="00697162" w:rsidP="00697162">
            <w:pPr>
              <w:pStyle w:val="libPoem"/>
              <w:rPr>
                <w:rtl/>
              </w:rPr>
            </w:pPr>
          </w:p>
        </w:tc>
        <w:tc>
          <w:tcPr>
            <w:tcW w:w="3884" w:type="dxa"/>
          </w:tcPr>
          <w:p w:rsidR="00697162" w:rsidRPr="00A72677" w:rsidRDefault="00A72677" w:rsidP="00697162">
            <w:pPr>
              <w:pStyle w:val="libPoem"/>
            </w:pPr>
            <w:r w:rsidRPr="00A72677">
              <w:rPr>
                <w:rtl/>
              </w:rPr>
              <w:t>منها</w:t>
            </w:r>
            <w:r w:rsidR="00697162" w:rsidRPr="00A72677">
              <w:rPr>
                <w:rtl/>
              </w:rPr>
              <w:t xml:space="preserve"> </w:t>
            </w:r>
            <w:r w:rsidRPr="00A72677">
              <w:rPr>
                <w:rtl/>
              </w:rPr>
              <w:t>لمجد</w:t>
            </w:r>
            <w:r w:rsidR="00697162" w:rsidRPr="00A72677">
              <w:rPr>
                <w:rtl/>
              </w:rPr>
              <w:t xml:space="preserve">كم </w:t>
            </w:r>
            <w:r w:rsidRPr="00A72677">
              <w:rPr>
                <w:rtl/>
              </w:rPr>
              <w:t>كعا</w:t>
            </w:r>
            <w:r w:rsidR="00697162" w:rsidRPr="00A72677">
              <w:rPr>
                <w:rtl/>
              </w:rPr>
              <w:t>باً رودا</w:t>
            </w:r>
            <w:r w:rsidR="00697162" w:rsidRPr="00A72677">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A72677">
              <w:rPr>
                <w:rtl/>
              </w:rPr>
              <w:t>هي</w:t>
            </w:r>
            <w:r w:rsidR="00697162" w:rsidRPr="00A72677">
              <w:rPr>
                <w:rtl/>
              </w:rPr>
              <w:t xml:space="preserve"> نثرةٌ تضفوا</w:t>
            </w:r>
            <w:r w:rsidR="00697162" w:rsidRPr="00A72677">
              <w:rPr>
                <w:rStyle w:val="libFootnotenumChar"/>
                <w:rtl/>
              </w:rPr>
              <w:t>(2)</w:t>
            </w:r>
            <w:r w:rsidR="00697162" w:rsidRPr="00A72677">
              <w:rPr>
                <w:rtl/>
              </w:rPr>
              <w:t xml:space="preserve"> على أحسابكم</w:t>
            </w:r>
            <w:r w:rsidR="00697162" w:rsidRPr="00A72677">
              <w:rPr>
                <w:rStyle w:val="libPoemTiniChar0"/>
                <w:rtl/>
              </w:rPr>
              <w:br/>
              <w:t> </w:t>
            </w:r>
          </w:p>
        </w:tc>
        <w:tc>
          <w:tcPr>
            <w:tcW w:w="301" w:type="dxa"/>
          </w:tcPr>
          <w:p w:rsidR="00697162" w:rsidRPr="00A72677" w:rsidRDefault="00697162" w:rsidP="00697162">
            <w:pPr>
              <w:pStyle w:val="libPoem"/>
              <w:rPr>
                <w:rtl/>
              </w:rPr>
            </w:pPr>
          </w:p>
        </w:tc>
        <w:tc>
          <w:tcPr>
            <w:tcW w:w="3884" w:type="dxa"/>
          </w:tcPr>
          <w:p w:rsidR="00697162" w:rsidRPr="00A72677" w:rsidRDefault="00697162" w:rsidP="00697162">
            <w:pPr>
              <w:pStyle w:val="libPoem"/>
            </w:pPr>
            <w:r w:rsidRPr="00A72677">
              <w:rPr>
                <w:rtl/>
              </w:rPr>
              <w:t xml:space="preserve">زُغفٌ </w:t>
            </w:r>
            <w:r w:rsidR="00A72677" w:rsidRPr="00A72677">
              <w:rPr>
                <w:rtl/>
              </w:rPr>
              <w:t>خلف</w:t>
            </w:r>
            <w:r w:rsidRPr="00A72677">
              <w:rPr>
                <w:rtl/>
              </w:rPr>
              <w:t xml:space="preserve">تُ </w:t>
            </w:r>
            <w:r w:rsidR="00A72677" w:rsidRPr="00A72677">
              <w:rPr>
                <w:rtl/>
              </w:rPr>
              <w:t>بنس</w:t>
            </w:r>
            <w:r w:rsidRPr="00A72677">
              <w:rPr>
                <w:rtl/>
              </w:rPr>
              <w:t>جها داوودا</w:t>
            </w:r>
            <w:r w:rsidRPr="00A72677">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A72677">
              <w:rPr>
                <w:rtl/>
              </w:rPr>
              <w:t xml:space="preserve">قد </w:t>
            </w:r>
            <w:r w:rsidR="00A72677" w:rsidRPr="00A72677">
              <w:rPr>
                <w:rtl/>
              </w:rPr>
              <w:t>خل</w:t>
            </w:r>
            <w:r w:rsidRPr="00A72677">
              <w:rPr>
                <w:rtl/>
              </w:rPr>
              <w:t>ّ</w:t>
            </w:r>
            <w:r w:rsidR="00677BC4">
              <w:rPr>
                <w:rtl/>
              </w:rPr>
              <w:t>َ</w:t>
            </w:r>
            <w:r w:rsidR="00A72677" w:rsidRPr="00A72677">
              <w:rPr>
                <w:rtl/>
              </w:rPr>
              <w:t>د</w:t>
            </w:r>
            <w:r w:rsidRPr="00A72677">
              <w:rPr>
                <w:rtl/>
              </w:rPr>
              <w:t xml:space="preserve">ت </w:t>
            </w:r>
            <w:r w:rsidR="00A72677" w:rsidRPr="00A72677">
              <w:rPr>
                <w:rtl/>
              </w:rPr>
              <w:t>لك</w:t>
            </w:r>
            <w:r w:rsidRPr="00A72677">
              <w:rPr>
                <w:rtl/>
              </w:rPr>
              <w:t>م ا</w:t>
            </w:r>
            <w:r w:rsidR="00A72677" w:rsidRPr="00A72677">
              <w:rPr>
                <w:rtl/>
              </w:rPr>
              <w:t>لث</w:t>
            </w:r>
            <w:r w:rsidRPr="00A72677">
              <w:rPr>
                <w:rtl/>
              </w:rPr>
              <w:t>ناء و</w:t>
            </w:r>
            <w:r w:rsidR="00A72677" w:rsidRPr="00A72677">
              <w:rPr>
                <w:rtl/>
              </w:rPr>
              <w:t>سؤ</w:t>
            </w:r>
            <w:r w:rsidRPr="00A72677">
              <w:rPr>
                <w:rtl/>
              </w:rPr>
              <w:t>لها</w:t>
            </w:r>
            <w:r w:rsidRPr="00A72677">
              <w:rPr>
                <w:rStyle w:val="libPoemTiniChar0"/>
                <w:rtl/>
              </w:rPr>
              <w:br/>
              <w:t> </w:t>
            </w:r>
          </w:p>
        </w:tc>
        <w:tc>
          <w:tcPr>
            <w:tcW w:w="301" w:type="dxa"/>
          </w:tcPr>
          <w:p w:rsidR="00697162" w:rsidRPr="00A72677" w:rsidRDefault="00697162" w:rsidP="00697162">
            <w:pPr>
              <w:pStyle w:val="libPoem"/>
              <w:rPr>
                <w:rtl/>
              </w:rPr>
            </w:pPr>
          </w:p>
        </w:tc>
        <w:tc>
          <w:tcPr>
            <w:tcW w:w="3884" w:type="dxa"/>
          </w:tcPr>
          <w:p w:rsidR="00697162" w:rsidRPr="00A72677" w:rsidRDefault="00697162" w:rsidP="00697162">
            <w:pPr>
              <w:pStyle w:val="libPoem"/>
            </w:pPr>
            <w:r w:rsidRPr="00A72677">
              <w:rPr>
                <w:rtl/>
              </w:rPr>
              <w:t>إنّ</w:t>
            </w:r>
            <w:r w:rsidR="00677BC4">
              <w:rPr>
                <w:rtl/>
              </w:rPr>
              <w:t>َ</w:t>
            </w:r>
            <w:r w:rsidRPr="00A72677">
              <w:rPr>
                <w:rtl/>
              </w:rPr>
              <w:t xml:space="preserve"> ا</w:t>
            </w:r>
            <w:r w:rsidR="00A72677" w:rsidRPr="00A72677">
              <w:rPr>
                <w:rtl/>
              </w:rPr>
              <w:t>لثن</w:t>
            </w:r>
            <w:r w:rsidRPr="00A72677">
              <w:rPr>
                <w:rtl/>
              </w:rPr>
              <w:t xml:space="preserve">اء </w:t>
            </w:r>
            <w:r w:rsidR="00A72677" w:rsidRPr="00A72677">
              <w:rPr>
                <w:rtl/>
              </w:rPr>
              <w:t>لكم</w:t>
            </w:r>
            <w:r w:rsidRPr="00A72677">
              <w:rPr>
                <w:rtl/>
              </w:rPr>
              <w:t xml:space="preserve"> يدوم </w:t>
            </w:r>
            <w:r w:rsidR="00A72677" w:rsidRPr="00A72677">
              <w:rPr>
                <w:rtl/>
              </w:rPr>
              <w:t>خلو</w:t>
            </w:r>
            <w:r w:rsidRPr="00A72677">
              <w:rPr>
                <w:rtl/>
              </w:rPr>
              <w:t>دا</w:t>
            </w:r>
            <w:r w:rsidRPr="00A72677">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A72677">
              <w:rPr>
                <w:rtl/>
              </w:rPr>
              <w:t>فبق</w:t>
            </w:r>
            <w:r w:rsidR="00697162" w:rsidRPr="00A72677">
              <w:rPr>
                <w:rtl/>
              </w:rPr>
              <w:t>يتمُ</w:t>
            </w:r>
            <w:r w:rsidR="004C00A8">
              <w:rPr>
                <w:rtl/>
              </w:rPr>
              <w:t xml:space="preserve"> </w:t>
            </w:r>
            <w:r w:rsidR="00697162" w:rsidRPr="00A72677">
              <w:rPr>
                <w:rtl/>
              </w:rPr>
              <w:t xml:space="preserve">في </w:t>
            </w:r>
            <w:r w:rsidRPr="00A72677">
              <w:rPr>
                <w:rtl/>
              </w:rPr>
              <w:t>غب</w:t>
            </w:r>
            <w:r w:rsidR="00697162" w:rsidRPr="00A72677">
              <w:rPr>
                <w:rtl/>
              </w:rPr>
              <w:t xml:space="preserve">طةٍ </w:t>
            </w:r>
            <w:r w:rsidRPr="00A72677">
              <w:rPr>
                <w:rtl/>
              </w:rPr>
              <w:t>من</w:t>
            </w:r>
            <w:r w:rsidR="00697162" w:rsidRPr="00A72677">
              <w:rPr>
                <w:rtl/>
              </w:rPr>
              <w:t xml:space="preserve"> رب</w:t>
            </w:r>
            <w:r w:rsidRPr="00A72677">
              <w:rPr>
                <w:rtl/>
              </w:rPr>
              <w:t>ّك</w:t>
            </w:r>
            <w:r w:rsidR="00697162" w:rsidRPr="00A72677">
              <w:rPr>
                <w:rtl/>
              </w:rPr>
              <w:t>م</w:t>
            </w:r>
            <w:r w:rsidR="00697162" w:rsidRPr="00A72677">
              <w:rPr>
                <w:rStyle w:val="libPoemTiniChar0"/>
                <w:rtl/>
              </w:rPr>
              <w:br/>
              <w:t> </w:t>
            </w:r>
          </w:p>
        </w:tc>
        <w:tc>
          <w:tcPr>
            <w:tcW w:w="301" w:type="dxa"/>
          </w:tcPr>
          <w:p w:rsidR="00697162" w:rsidRPr="00A72677" w:rsidRDefault="00697162" w:rsidP="00697162">
            <w:pPr>
              <w:pStyle w:val="libPoem"/>
              <w:rPr>
                <w:rtl/>
              </w:rPr>
            </w:pPr>
          </w:p>
        </w:tc>
        <w:tc>
          <w:tcPr>
            <w:tcW w:w="3884" w:type="dxa"/>
          </w:tcPr>
          <w:p w:rsidR="00697162" w:rsidRPr="00524A24" w:rsidRDefault="00A72677" w:rsidP="00697162">
            <w:pPr>
              <w:pStyle w:val="libPoem"/>
            </w:pPr>
            <w:r w:rsidRPr="00A72677">
              <w:rPr>
                <w:rtl/>
              </w:rPr>
              <w:t>لكن</w:t>
            </w:r>
            <w:r w:rsidR="00697162" w:rsidRPr="00A72677">
              <w:rPr>
                <w:rtl/>
              </w:rPr>
              <w:t xml:space="preserve"> </w:t>
            </w:r>
            <w:r w:rsidRPr="00A72677">
              <w:rPr>
                <w:rtl/>
              </w:rPr>
              <w:t>بقا</w:t>
            </w:r>
            <w:r w:rsidR="00697162" w:rsidRPr="00A72677">
              <w:rPr>
                <w:rtl/>
              </w:rPr>
              <w:t xml:space="preserve">ءً لم </w:t>
            </w:r>
            <w:r w:rsidRPr="00A72677">
              <w:rPr>
                <w:rtl/>
              </w:rPr>
              <w:t>يكن</w:t>
            </w:r>
            <w:r w:rsidR="00697162" w:rsidRPr="00A72677">
              <w:rPr>
                <w:rtl/>
              </w:rPr>
              <w:t xml:space="preserve"> </w:t>
            </w:r>
            <w:r w:rsidRPr="00A72677">
              <w:rPr>
                <w:rtl/>
              </w:rPr>
              <w:t>مح</w:t>
            </w:r>
            <w:r w:rsidR="00697162" w:rsidRPr="00A72677">
              <w:rPr>
                <w:rtl/>
              </w:rPr>
              <w:t>دودا</w:t>
            </w:r>
            <w:r w:rsidR="00697162" w:rsidRPr="00A72677">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الديوان المطبوع</w:t>
      </w:r>
      <w:r w:rsidR="00D769AB">
        <w:rPr>
          <w:rtl/>
        </w:rPr>
        <w:t>:</w:t>
      </w:r>
      <w:r w:rsidRPr="009647FC">
        <w:rPr>
          <w:rtl/>
        </w:rPr>
        <w:t xml:space="preserve"> المدح</w:t>
      </w:r>
      <w:r w:rsidR="00D769AB">
        <w:rPr>
          <w:rtl/>
        </w:rPr>
        <w:t>،</w:t>
      </w:r>
      <w:r w:rsidRPr="009647FC">
        <w:rPr>
          <w:rtl/>
        </w:rPr>
        <w:t xml:space="preserve"> وهي الأنسب</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الديوان المطبوع</w:t>
      </w:r>
      <w:r w:rsidR="00D769AB">
        <w:rPr>
          <w:rtl/>
        </w:rPr>
        <w:t>:</w:t>
      </w:r>
      <w:r w:rsidRPr="009647FC">
        <w:rPr>
          <w:rtl/>
        </w:rPr>
        <w:t xml:space="preserve"> تصفو</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وقال مادحاً العلاّمة الكبير السيد مهدي القزويني</w:t>
      </w:r>
      <w:r w:rsidRPr="004E7EC6">
        <w:rPr>
          <w:rStyle w:val="libFootnotenumChar"/>
          <w:rtl/>
        </w:rPr>
        <w:t>(1)</w:t>
      </w:r>
      <w:r w:rsidRPr="004E7EC6">
        <w:rPr>
          <w:rtl/>
        </w:rPr>
        <w:t xml:space="preserve"> وقد تلف بعضها في عهده</w:t>
      </w:r>
      <w:r w:rsidR="00D769AB">
        <w:rPr>
          <w:rtl/>
        </w:rPr>
        <w:t>:</w:t>
      </w:r>
    </w:p>
    <w:tbl>
      <w:tblPr>
        <w:tblStyle w:val="TableGrid"/>
        <w:bidiVisual/>
        <w:tblW w:w="4562" w:type="pct"/>
        <w:tblInd w:w="384" w:type="dxa"/>
        <w:tblLook w:val="04A0"/>
      </w:tblPr>
      <w:tblGrid>
        <w:gridCol w:w="3902"/>
        <w:gridCol w:w="301"/>
        <w:gridCol w:w="3884"/>
      </w:tblGrid>
      <w:tr w:rsidR="00697162" w:rsidRPr="00524A24" w:rsidTr="00697162">
        <w:trPr>
          <w:trHeight w:val="350"/>
        </w:trPr>
        <w:tc>
          <w:tcPr>
            <w:tcW w:w="3902" w:type="dxa"/>
          </w:tcPr>
          <w:p w:rsidR="00697162" w:rsidRPr="00524A24" w:rsidRDefault="00A72677" w:rsidP="00697162">
            <w:pPr>
              <w:pStyle w:val="libPoem"/>
            </w:pPr>
            <w:r w:rsidRPr="00A72677">
              <w:rPr>
                <w:rtl/>
              </w:rPr>
              <w:t>لق</w:t>
            </w:r>
            <w:r w:rsidR="00697162" w:rsidRPr="00A72677">
              <w:rPr>
                <w:rtl/>
              </w:rPr>
              <w:t>د ر</w:t>
            </w:r>
            <w:r w:rsidRPr="00A72677">
              <w:rPr>
                <w:rtl/>
              </w:rPr>
              <w:t>حل</w:t>
            </w:r>
            <w:r w:rsidR="00697162" w:rsidRPr="00A72677">
              <w:rPr>
                <w:rtl/>
              </w:rPr>
              <w:t xml:space="preserve">تْ </w:t>
            </w:r>
            <w:r w:rsidRPr="00A72677">
              <w:rPr>
                <w:rtl/>
              </w:rPr>
              <w:t>عن</w:t>
            </w:r>
            <w:r w:rsidR="00697162" w:rsidRPr="00A72677">
              <w:rPr>
                <w:rtl/>
              </w:rPr>
              <w:t xml:space="preserve"> ودّنا فيه جفوةٌ</w:t>
            </w:r>
            <w:r w:rsidR="00697162" w:rsidRPr="00A72677">
              <w:rPr>
                <w:rStyle w:val="libPoemTiniChar0"/>
                <w:rtl/>
              </w:rPr>
              <w:br/>
              <w:t> </w:t>
            </w:r>
          </w:p>
        </w:tc>
        <w:tc>
          <w:tcPr>
            <w:tcW w:w="301" w:type="dxa"/>
          </w:tcPr>
          <w:p w:rsidR="00697162" w:rsidRPr="00A72677" w:rsidRDefault="00697162" w:rsidP="00697162">
            <w:pPr>
              <w:pStyle w:val="libPoem"/>
              <w:rPr>
                <w:rtl/>
              </w:rPr>
            </w:pPr>
          </w:p>
        </w:tc>
        <w:tc>
          <w:tcPr>
            <w:tcW w:w="3884" w:type="dxa"/>
          </w:tcPr>
          <w:p w:rsidR="00697162" w:rsidRPr="00A72677" w:rsidRDefault="00697162" w:rsidP="00697162">
            <w:pPr>
              <w:pStyle w:val="libPoem"/>
            </w:pPr>
            <w:r w:rsidRPr="00A72677">
              <w:rPr>
                <w:rtl/>
              </w:rPr>
              <w:t>و</w:t>
            </w:r>
            <w:r w:rsidR="00A72677" w:rsidRPr="00A72677">
              <w:rPr>
                <w:rtl/>
              </w:rPr>
              <w:t>بع</w:t>
            </w:r>
            <w:r w:rsidRPr="00A72677">
              <w:rPr>
                <w:rtl/>
              </w:rPr>
              <w:t>د ا</w:t>
            </w:r>
            <w:r w:rsidR="00A72677" w:rsidRPr="00A72677">
              <w:rPr>
                <w:rtl/>
              </w:rPr>
              <w:t>لج</w:t>
            </w:r>
            <w:r w:rsidRPr="00A72677">
              <w:rPr>
                <w:rtl/>
              </w:rPr>
              <w:t xml:space="preserve">فا </w:t>
            </w:r>
            <w:r w:rsidR="00A72677" w:rsidRPr="00A72677">
              <w:rPr>
                <w:rtl/>
              </w:rPr>
              <w:t>في</w:t>
            </w:r>
            <w:r w:rsidRPr="00A72677">
              <w:rPr>
                <w:rtl/>
              </w:rPr>
              <w:t>ه ي</w:t>
            </w:r>
            <w:r w:rsidR="00A72677" w:rsidRPr="00A72677">
              <w:rPr>
                <w:rtl/>
              </w:rPr>
              <w:t>ُر</w:t>
            </w:r>
            <w:r w:rsidRPr="00A72677">
              <w:rPr>
                <w:rtl/>
              </w:rPr>
              <w:t>اجعُ بالودِ</w:t>
            </w:r>
            <w:r w:rsidRPr="00A72677">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فن</w:t>
            </w:r>
            <w:r w:rsidR="00697162" w:rsidRPr="009647FC">
              <w:rPr>
                <w:rtl/>
              </w:rPr>
              <w:t>حن</w:t>
            </w:r>
            <w:r w:rsidR="00697162">
              <w:rPr>
                <w:rtl/>
              </w:rPr>
              <w:t xml:space="preserve"> </w:t>
            </w:r>
            <w:r w:rsidRPr="009647FC">
              <w:rPr>
                <w:rtl/>
              </w:rPr>
              <w:t>عل</w:t>
            </w:r>
            <w:r w:rsidR="00697162" w:rsidRPr="009647FC">
              <w:rPr>
                <w:rtl/>
              </w:rPr>
              <w:t>ى</w:t>
            </w:r>
            <w:r w:rsidR="00697162">
              <w:rPr>
                <w:rtl/>
              </w:rPr>
              <w:t xml:space="preserve"> </w:t>
            </w:r>
            <w:r w:rsidR="00697162" w:rsidRPr="009647FC">
              <w:rPr>
                <w:rtl/>
              </w:rPr>
              <w:t>ما</w:t>
            </w:r>
            <w:r w:rsidR="00697162">
              <w:rPr>
                <w:rtl/>
              </w:rPr>
              <w:t xml:space="preserve"> </w:t>
            </w:r>
            <w:r w:rsidR="00697162" w:rsidRPr="009647FC">
              <w:rPr>
                <w:rtl/>
              </w:rPr>
              <w:t>كان</w:t>
            </w:r>
            <w:r w:rsidR="00697162">
              <w:rPr>
                <w:rtl/>
              </w:rPr>
              <w:t xml:space="preserve"> </w:t>
            </w:r>
            <w:r w:rsidR="00697162" w:rsidRPr="009647FC">
              <w:rPr>
                <w:rtl/>
              </w:rPr>
              <w:t>من</w:t>
            </w:r>
            <w:r w:rsidR="00697162">
              <w:rPr>
                <w:rtl/>
              </w:rPr>
              <w:t xml:space="preserve"> </w:t>
            </w:r>
            <w:r w:rsidR="00697162" w:rsidRPr="009647FC">
              <w:rPr>
                <w:rtl/>
              </w:rPr>
              <w:t>عهد</w:t>
            </w:r>
            <w:r w:rsidR="00697162">
              <w:rPr>
                <w:rtl/>
              </w:rPr>
              <w:t xml:space="preserve"> </w:t>
            </w:r>
            <w:r w:rsidR="00697162" w:rsidRPr="009647FC">
              <w:rPr>
                <w:rtl/>
              </w:rPr>
              <w:t>حبِّه</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أ</w:t>
            </w:r>
            <w:r w:rsidR="00A72677" w:rsidRPr="009647FC">
              <w:rPr>
                <w:rtl/>
              </w:rPr>
              <w:t>قم</w:t>
            </w:r>
            <w:r w:rsidRPr="009647FC">
              <w:rPr>
                <w:rtl/>
              </w:rPr>
              <w:t>نا</w:t>
            </w:r>
            <w:r>
              <w:rPr>
                <w:rtl/>
              </w:rPr>
              <w:t xml:space="preserve"> </w:t>
            </w:r>
            <w:r w:rsidRPr="009647FC">
              <w:rPr>
                <w:rtl/>
              </w:rPr>
              <w:t>و</w:t>
            </w:r>
            <w:r w:rsidR="00A72677" w:rsidRPr="009647FC">
              <w:rPr>
                <w:rtl/>
              </w:rPr>
              <w:t>لم</w:t>
            </w:r>
            <w:r>
              <w:rPr>
                <w:rtl/>
              </w:rPr>
              <w:t xml:space="preserve"> </w:t>
            </w:r>
            <w:r w:rsidRPr="009647FC">
              <w:rPr>
                <w:rtl/>
              </w:rPr>
              <w:t>نعزمْ</w:t>
            </w:r>
            <w:r>
              <w:rPr>
                <w:rtl/>
              </w:rPr>
              <w:t xml:space="preserve"> </w:t>
            </w:r>
            <w:r w:rsidRPr="009647FC">
              <w:rPr>
                <w:rtl/>
              </w:rPr>
              <w:t>رحيلاً</w:t>
            </w:r>
            <w:r>
              <w:rPr>
                <w:rtl/>
              </w:rPr>
              <w:t xml:space="preserve"> </w:t>
            </w:r>
            <w:r w:rsidRPr="009647FC">
              <w:rPr>
                <w:rtl/>
              </w:rPr>
              <w:t>عن</w:t>
            </w:r>
            <w:r>
              <w:rPr>
                <w:rtl/>
              </w:rPr>
              <w:t xml:space="preserve"> </w:t>
            </w:r>
            <w:r w:rsidRPr="009647FC">
              <w:rPr>
                <w:rtl/>
              </w:rPr>
              <w:t>العهدِ</w:t>
            </w:r>
            <w:r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و</w:t>
            </w:r>
            <w:r w:rsidR="00A72677" w:rsidRPr="009647FC">
              <w:rPr>
                <w:rtl/>
              </w:rPr>
              <w:t>كم</w:t>
            </w:r>
            <w:r>
              <w:rPr>
                <w:rtl/>
              </w:rPr>
              <w:t xml:space="preserve"> </w:t>
            </w:r>
            <w:r w:rsidRPr="009647FC">
              <w:rPr>
                <w:rtl/>
              </w:rPr>
              <w:t>ليلةٍ</w:t>
            </w:r>
            <w:r>
              <w:rPr>
                <w:rtl/>
              </w:rPr>
              <w:t xml:space="preserve"> </w:t>
            </w:r>
            <w:r w:rsidRPr="009647FC">
              <w:rPr>
                <w:rtl/>
              </w:rPr>
              <w:t>ليلاء</w:t>
            </w:r>
            <w:r>
              <w:rPr>
                <w:rtl/>
              </w:rPr>
              <w:t xml:space="preserve"> </w:t>
            </w:r>
            <w:r w:rsidRPr="009647FC">
              <w:rPr>
                <w:rtl/>
              </w:rPr>
              <w:t>فيه</w:t>
            </w:r>
            <w:r w:rsidRPr="004E7EC6">
              <w:rPr>
                <w:rStyle w:val="libFootnotenumChar"/>
                <w:rtl/>
              </w:rPr>
              <w:t>(2)</w:t>
            </w:r>
            <w:r>
              <w:rPr>
                <w:rtl/>
              </w:rPr>
              <w:t xml:space="preserve"> </w:t>
            </w:r>
            <w:r w:rsidRPr="009647FC">
              <w:rPr>
                <w:rtl/>
              </w:rPr>
              <w:t>سهرتها</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و</w:t>
            </w:r>
            <w:r w:rsidR="00A72677" w:rsidRPr="009647FC">
              <w:rPr>
                <w:rtl/>
              </w:rPr>
              <w:t>قد</w:t>
            </w:r>
            <w:r>
              <w:rPr>
                <w:rtl/>
              </w:rPr>
              <w:t xml:space="preserve"> </w:t>
            </w:r>
            <w:r w:rsidRPr="009647FC">
              <w:rPr>
                <w:rtl/>
              </w:rPr>
              <w:t>ملّ</w:t>
            </w:r>
            <w:r w:rsidR="00677BC4">
              <w:rPr>
                <w:rtl/>
              </w:rPr>
              <w:t>َ</w:t>
            </w:r>
            <w:r>
              <w:rPr>
                <w:rtl/>
              </w:rPr>
              <w:t xml:space="preserve"> </w:t>
            </w:r>
            <w:r w:rsidRPr="009647FC">
              <w:rPr>
                <w:rtl/>
              </w:rPr>
              <w:t>طرفُ</w:t>
            </w:r>
            <w:r>
              <w:rPr>
                <w:rtl/>
              </w:rPr>
              <w:t xml:space="preserve"> </w:t>
            </w:r>
            <w:r w:rsidRPr="009647FC">
              <w:rPr>
                <w:rtl/>
              </w:rPr>
              <w:t>النجم</w:t>
            </w:r>
            <w:r>
              <w:rPr>
                <w:rtl/>
              </w:rPr>
              <w:t xml:space="preserve"> </w:t>
            </w:r>
            <w:r w:rsidRPr="009647FC">
              <w:rPr>
                <w:rtl/>
              </w:rPr>
              <w:t>فيها</w:t>
            </w:r>
            <w:r>
              <w:rPr>
                <w:rtl/>
              </w:rPr>
              <w:t xml:space="preserve"> </w:t>
            </w:r>
            <w:r w:rsidRPr="009647FC">
              <w:rPr>
                <w:rtl/>
              </w:rPr>
              <w:t>من</w:t>
            </w:r>
            <w:r>
              <w:rPr>
                <w:rtl/>
              </w:rPr>
              <w:t xml:space="preserve"> </w:t>
            </w:r>
            <w:r w:rsidRPr="009647FC">
              <w:rPr>
                <w:rtl/>
              </w:rPr>
              <w:t>السهدِ</w:t>
            </w:r>
            <w:r w:rsidRPr="00725071">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يب</w:t>
            </w:r>
            <w:r w:rsidR="00697162" w:rsidRPr="009647FC">
              <w:rPr>
                <w:rtl/>
              </w:rPr>
              <w:t>يتُ</w:t>
            </w:r>
            <w:r w:rsidR="00697162">
              <w:rPr>
                <w:rtl/>
              </w:rPr>
              <w:t xml:space="preserve"> </w:t>
            </w:r>
            <w:r w:rsidRPr="009647FC">
              <w:rPr>
                <w:rtl/>
              </w:rPr>
              <w:t>خل</w:t>
            </w:r>
            <w:r w:rsidR="00697162" w:rsidRPr="009647FC">
              <w:rPr>
                <w:rtl/>
              </w:rPr>
              <w:t>ياً</w:t>
            </w:r>
            <w:r w:rsidR="00697162">
              <w:rPr>
                <w:rtl/>
              </w:rPr>
              <w:t xml:space="preserve"> </w:t>
            </w:r>
            <w:r w:rsidRPr="009647FC">
              <w:rPr>
                <w:rtl/>
              </w:rPr>
              <w:t>قل</w:t>
            </w:r>
            <w:r w:rsidR="00697162" w:rsidRPr="009647FC">
              <w:rPr>
                <w:rtl/>
              </w:rPr>
              <w:t>بهُ</w:t>
            </w:r>
            <w:r w:rsidR="00697162">
              <w:rPr>
                <w:rtl/>
              </w:rPr>
              <w:t xml:space="preserve"> </w:t>
            </w:r>
            <w:r w:rsidRPr="009647FC">
              <w:rPr>
                <w:rtl/>
              </w:rPr>
              <w:t>من</w:t>
            </w:r>
            <w:r w:rsidR="00697162">
              <w:rPr>
                <w:rtl/>
              </w:rPr>
              <w:t xml:space="preserve"> </w:t>
            </w:r>
            <w:r w:rsidRPr="009647FC">
              <w:rPr>
                <w:rtl/>
              </w:rPr>
              <w:t>صب</w:t>
            </w:r>
            <w:r w:rsidR="00697162" w:rsidRPr="009647FC">
              <w:rPr>
                <w:rtl/>
              </w:rPr>
              <w:t>ابةٍ</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و</w:t>
            </w:r>
            <w:r w:rsidR="00A72677" w:rsidRPr="009647FC">
              <w:rPr>
                <w:rtl/>
              </w:rPr>
              <w:t>لم</w:t>
            </w:r>
            <w:r>
              <w:rPr>
                <w:rtl/>
              </w:rPr>
              <w:t xml:space="preserve"> </w:t>
            </w:r>
            <w:r w:rsidRPr="009647FC">
              <w:rPr>
                <w:rtl/>
              </w:rPr>
              <w:t>يدرِ</w:t>
            </w:r>
            <w:r>
              <w:rPr>
                <w:rtl/>
              </w:rPr>
              <w:t xml:space="preserve"> </w:t>
            </w:r>
            <w:r w:rsidRPr="009647FC">
              <w:rPr>
                <w:rtl/>
              </w:rPr>
              <w:t>من</w:t>
            </w:r>
            <w:r>
              <w:rPr>
                <w:rtl/>
              </w:rPr>
              <w:t xml:space="preserve"> </w:t>
            </w:r>
            <w:r w:rsidRPr="009647FC">
              <w:rPr>
                <w:rtl/>
              </w:rPr>
              <w:t>برحِ</w:t>
            </w:r>
            <w:r>
              <w:rPr>
                <w:rtl/>
              </w:rPr>
              <w:t xml:space="preserve"> </w:t>
            </w:r>
            <w:r w:rsidRPr="009647FC">
              <w:rPr>
                <w:rtl/>
              </w:rPr>
              <w:t>الصبابة</w:t>
            </w:r>
            <w:r>
              <w:rPr>
                <w:rtl/>
              </w:rPr>
              <w:t xml:space="preserve"> </w:t>
            </w:r>
            <w:r w:rsidRPr="009647FC">
              <w:rPr>
                <w:rtl/>
              </w:rPr>
              <w:t>ما</w:t>
            </w:r>
            <w:r>
              <w:rPr>
                <w:rtl/>
              </w:rPr>
              <w:t xml:space="preserve"> </w:t>
            </w:r>
            <w:r w:rsidRPr="009647FC">
              <w:rPr>
                <w:rtl/>
              </w:rPr>
              <w:t>عندي</w:t>
            </w:r>
            <w:r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و</w:t>
            </w:r>
            <w:r w:rsidR="00A72677" w:rsidRPr="009647FC">
              <w:rPr>
                <w:rtl/>
              </w:rPr>
              <w:t>كن</w:t>
            </w:r>
            <w:r w:rsidRPr="009647FC">
              <w:rPr>
                <w:rtl/>
              </w:rPr>
              <w:t>ّا</w:t>
            </w:r>
            <w:r>
              <w:rPr>
                <w:rtl/>
              </w:rPr>
              <w:t xml:space="preserve"> </w:t>
            </w:r>
            <w:r w:rsidRPr="009647FC">
              <w:rPr>
                <w:rtl/>
              </w:rPr>
              <w:t>إذا</w:t>
            </w:r>
            <w:r>
              <w:rPr>
                <w:rtl/>
              </w:rPr>
              <w:t xml:space="preserve"> </w:t>
            </w:r>
            <w:r w:rsidR="00A72677" w:rsidRPr="009647FC">
              <w:rPr>
                <w:rtl/>
              </w:rPr>
              <w:t>شط</w:t>
            </w:r>
            <w:r w:rsidRPr="009647FC">
              <w:rPr>
                <w:rtl/>
              </w:rPr>
              <w:t>ّ</w:t>
            </w:r>
            <w:r w:rsidR="00677BC4">
              <w:rPr>
                <w:rtl/>
              </w:rPr>
              <w:t>َ</w:t>
            </w:r>
            <w:r w:rsidRPr="009647FC">
              <w:rPr>
                <w:rtl/>
              </w:rPr>
              <w:t>تْ</w:t>
            </w:r>
            <w:r>
              <w:rPr>
                <w:rtl/>
              </w:rPr>
              <w:t xml:space="preserve"> </w:t>
            </w:r>
            <w:r w:rsidR="00A72677" w:rsidRPr="009647FC">
              <w:rPr>
                <w:rtl/>
              </w:rPr>
              <w:t>بن</w:t>
            </w:r>
            <w:r w:rsidRPr="009647FC">
              <w:rPr>
                <w:rtl/>
              </w:rPr>
              <w:t>ا</w:t>
            </w:r>
            <w:r>
              <w:rPr>
                <w:rtl/>
              </w:rPr>
              <w:t xml:space="preserve"> </w:t>
            </w:r>
            <w:r w:rsidRPr="009647FC">
              <w:rPr>
                <w:rtl/>
              </w:rPr>
              <w:t>الدار</w:t>
            </w:r>
            <w:r>
              <w:rPr>
                <w:rtl/>
              </w:rPr>
              <w:t xml:space="preserve"> </w:t>
            </w:r>
            <w:r w:rsidRPr="009647FC">
              <w:rPr>
                <w:rtl/>
              </w:rPr>
              <w:t>أودنتْ</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صف</w:t>
            </w:r>
            <w:r w:rsidR="00697162" w:rsidRPr="009647FC">
              <w:rPr>
                <w:rtl/>
              </w:rPr>
              <w:t>يين</w:t>
            </w:r>
            <w:r w:rsidR="00697162">
              <w:rPr>
                <w:rtl/>
              </w:rPr>
              <w:t xml:space="preserve"> </w:t>
            </w:r>
            <w:r w:rsidR="00697162" w:rsidRPr="009647FC">
              <w:rPr>
                <w:rtl/>
              </w:rPr>
              <w:t>ل</w:t>
            </w:r>
            <w:r w:rsidR="00677BC4">
              <w:rPr>
                <w:rtl/>
              </w:rPr>
              <w:t>َ</w:t>
            </w:r>
            <w:r w:rsidR="00697162" w:rsidRPr="009647FC">
              <w:rPr>
                <w:rtl/>
              </w:rPr>
              <w:t>م</w:t>
            </w:r>
            <w:r w:rsidR="00697162">
              <w:rPr>
                <w:rtl/>
              </w:rPr>
              <w:t xml:space="preserve"> </w:t>
            </w:r>
            <w:r w:rsidR="00697162" w:rsidRPr="009647FC">
              <w:rPr>
                <w:rtl/>
              </w:rPr>
              <w:t>نكدرْ</w:t>
            </w:r>
            <w:r w:rsidR="00697162">
              <w:rPr>
                <w:rtl/>
              </w:rPr>
              <w:t xml:space="preserve"> </w:t>
            </w:r>
            <w:r w:rsidR="00697162" w:rsidRPr="009647FC">
              <w:rPr>
                <w:rtl/>
              </w:rPr>
              <w:t>على</w:t>
            </w:r>
            <w:r w:rsidR="00697162">
              <w:rPr>
                <w:rtl/>
              </w:rPr>
              <w:t xml:space="preserve"> </w:t>
            </w:r>
            <w:r w:rsidR="00697162" w:rsidRPr="009647FC">
              <w:rPr>
                <w:rtl/>
              </w:rPr>
              <w:t>القرب</w:t>
            </w:r>
            <w:r w:rsidR="00697162">
              <w:rPr>
                <w:rtl/>
              </w:rPr>
              <w:t xml:space="preserve"> </w:t>
            </w:r>
            <w:r w:rsidR="00697162" w:rsidRPr="009647FC">
              <w:rPr>
                <w:rtl/>
              </w:rPr>
              <w:t>والبعدِ</w:t>
            </w:r>
            <w:r w:rsidR="00697162"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A72677">
              <w:rPr>
                <w:rtl/>
              </w:rPr>
              <w:t>وإن</w:t>
            </w:r>
            <w:r w:rsidR="00A72677" w:rsidRPr="00A72677">
              <w:rPr>
                <w:rtl/>
              </w:rPr>
              <w:t>ّي</w:t>
            </w:r>
            <w:r w:rsidRPr="00A72677">
              <w:rPr>
                <w:rtl/>
              </w:rPr>
              <w:t xml:space="preserve"> </w:t>
            </w:r>
            <w:r w:rsidR="00A72677" w:rsidRPr="00A72677">
              <w:rPr>
                <w:rtl/>
              </w:rPr>
              <w:t>لت</w:t>
            </w:r>
            <w:r w:rsidRPr="00A72677">
              <w:rPr>
                <w:rtl/>
              </w:rPr>
              <w:t>صبيني على النأي والجفا</w:t>
            </w:r>
            <w:r w:rsidRPr="00A72677">
              <w:rPr>
                <w:rStyle w:val="libPoemTiniChar0"/>
                <w:rtl/>
              </w:rPr>
              <w:br/>
              <w:t> </w:t>
            </w:r>
          </w:p>
        </w:tc>
        <w:tc>
          <w:tcPr>
            <w:tcW w:w="301" w:type="dxa"/>
          </w:tcPr>
          <w:p w:rsidR="00697162" w:rsidRPr="00A72677" w:rsidRDefault="00697162" w:rsidP="00697162">
            <w:pPr>
              <w:pStyle w:val="libPoem"/>
              <w:rPr>
                <w:rtl/>
              </w:rPr>
            </w:pPr>
          </w:p>
        </w:tc>
        <w:tc>
          <w:tcPr>
            <w:tcW w:w="3884" w:type="dxa"/>
          </w:tcPr>
          <w:p w:rsidR="00697162" w:rsidRPr="00A72677" w:rsidRDefault="00697162" w:rsidP="00697162">
            <w:pPr>
              <w:pStyle w:val="libPoem"/>
            </w:pPr>
            <w:r w:rsidRPr="00A72677">
              <w:rPr>
                <w:rtl/>
              </w:rPr>
              <w:t>إ</w:t>
            </w:r>
            <w:r w:rsidR="00A72677" w:rsidRPr="00A72677">
              <w:rPr>
                <w:rtl/>
              </w:rPr>
              <w:t>لي</w:t>
            </w:r>
            <w:r w:rsidRPr="00A72677">
              <w:rPr>
                <w:rtl/>
              </w:rPr>
              <w:t xml:space="preserve">ه </w:t>
            </w:r>
            <w:r w:rsidR="00A72677" w:rsidRPr="00A72677">
              <w:rPr>
                <w:rtl/>
              </w:rPr>
              <w:t>سج</w:t>
            </w:r>
            <w:r w:rsidRPr="00A72677">
              <w:rPr>
                <w:rtl/>
              </w:rPr>
              <w:t xml:space="preserve">ايا </w:t>
            </w:r>
            <w:r w:rsidR="00A72677" w:rsidRPr="00A72677">
              <w:rPr>
                <w:rtl/>
              </w:rPr>
              <w:t>من</w:t>
            </w:r>
            <w:r w:rsidRPr="00A72677">
              <w:rPr>
                <w:rtl/>
              </w:rPr>
              <w:t>هُ أحلى من الشهدِ</w:t>
            </w:r>
            <w:r w:rsidRPr="00A72677">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خل</w:t>
            </w:r>
            <w:r w:rsidR="00697162" w:rsidRPr="009647FC">
              <w:rPr>
                <w:rtl/>
              </w:rPr>
              <w:t>يليّ</w:t>
            </w:r>
            <w:r w:rsidR="00677BC4">
              <w:rPr>
                <w:rtl/>
              </w:rPr>
              <w:t>َ</w:t>
            </w:r>
            <w:r w:rsidR="00697162">
              <w:rPr>
                <w:rtl/>
              </w:rPr>
              <w:t xml:space="preserve"> </w:t>
            </w:r>
            <w:r w:rsidRPr="009647FC">
              <w:rPr>
                <w:rtl/>
              </w:rPr>
              <w:t>عن</w:t>
            </w:r>
            <w:r w:rsidR="00697162" w:rsidRPr="009647FC">
              <w:rPr>
                <w:rtl/>
              </w:rPr>
              <w:t>دي</w:t>
            </w:r>
            <w:r w:rsidR="00697162">
              <w:rPr>
                <w:rtl/>
              </w:rPr>
              <w:t xml:space="preserve"> </w:t>
            </w:r>
            <w:r w:rsidR="00697162" w:rsidRPr="009647FC">
              <w:rPr>
                <w:rtl/>
              </w:rPr>
              <w:t>ا</w:t>
            </w:r>
            <w:r w:rsidRPr="009647FC">
              <w:rPr>
                <w:rtl/>
              </w:rPr>
              <w:t>لي</w:t>
            </w:r>
            <w:r w:rsidR="00697162" w:rsidRPr="009647FC">
              <w:rPr>
                <w:rtl/>
              </w:rPr>
              <w:t>وم</w:t>
            </w:r>
            <w:r w:rsidR="00697162">
              <w:rPr>
                <w:rtl/>
              </w:rPr>
              <w:t xml:space="preserve"> </w:t>
            </w:r>
            <w:r w:rsidRPr="009647FC">
              <w:rPr>
                <w:rtl/>
              </w:rPr>
              <w:t>لو</w:t>
            </w:r>
            <w:r w:rsidR="00697162">
              <w:rPr>
                <w:rtl/>
              </w:rPr>
              <w:t xml:space="preserve"> </w:t>
            </w:r>
            <w:r w:rsidR="00697162" w:rsidRPr="009647FC">
              <w:rPr>
                <w:rtl/>
              </w:rPr>
              <w:t>تعلمانهُ</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عج</w:t>
            </w:r>
            <w:r w:rsidR="00697162" w:rsidRPr="009647FC">
              <w:rPr>
                <w:rtl/>
              </w:rPr>
              <w:t>يبُ</w:t>
            </w:r>
            <w:r w:rsidR="00697162">
              <w:rPr>
                <w:rtl/>
              </w:rPr>
              <w:t xml:space="preserve"> </w:t>
            </w:r>
            <w:r w:rsidRPr="009647FC">
              <w:rPr>
                <w:rtl/>
              </w:rPr>
              <w:t>غر</w:t>
            </w:r>
            <w:r w:rsidR="00697162" w:rsidRPr="009647FC">
              <w:rPr>
                <w:rtl/>
              </w:rPr>
              <w:t>امٍ</w:t>
            </w:r>
            <w:r w:rsidR="00697162">
              <w:rPr>
                <w:rtl/>
              </w:rPr>
              <w:t xml:space="preserve"> </w:t>
            </w:r>
            <w:r w:rsidR="00697162" w:rsidRPr="009647FC">
              <w:rPr>
                <w:rtl/>
              </w:rPr>
              <w:t>فاسمعا</w:t>
            </w:r>
            <w:r w:rsidR="00697162">
              <w:rPr>
                <w:rtl/>
              </w:rPr>
              <w:t xml:space="preserve"> </w:t>
            </w:r>
            <w:r w:rsidR="00697162" w:rsidRPr="009647FC">
              <w:rPr>
                <w:rtl/>
              </w:rPr>
              <w:t>منهُ</w:t>
            </w:r>
            <w:r w:rsidR="00697162">
              <w:rPr>
                <w:rtl/>
              </w:rPr>
              <w:t xml:space="preserve"> </w:t>
            </w:r>
            <w:r w:rsidR="00697162" w:rsidRPr="009647FC">
              <w:rPr>
                <w:rtl/>
              </w:rPr>
              <w:t>ما</w:t>
            </w:r>
            <w:r w:rsidR="00697162">
              <w:rPr>
                <w:rtl/>
              </w:rPr>
              <w:t xml:space="preserve"> </w:t>
            </w:r>
            <w:r w:rsidR="00697162" w:rsidRPr="009647FC">
              <w:rPr>
                <w:rtl/>
              </w:rPr>
              <w:t>أبدي</w:t>
            </w:r>
            <w:r w:rsidR="00697162"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أ</w:t>
            </w:r>
            <w:r w:rsidR="00A72677" w:rsidRPr="009647FC">
              <w:rPr>
                <w:rtl/>
              </w:rPr>
              <w:t>لم</w:t>
            </w:r>
            <w:r>
              <w:rPr>
                <w:rtl/>
              </w:rPr>
              <w:t xml:space="preserve"> </w:t>
            </w:r>
            <w:r w:rsidR="00A72677" w:rsidRPr="009647FC">
              <w:rPr>
                <w:rtl/>
              </w:rPr>
              <w:t>يز</w:t>
            </w:r>
            <w:r w:rsidRPr="009647FC">
              <w:rPr>
                <w:rtl/>
              </w:rPr>
              <w:t>عموا</w:t>
            </w:r>
            <w:r>
              <w:rPr>
                <w:rtl/>
              </w:rPr>
              <w:t xml:space="preserve"> </w:t>
            </w:r>
            <w:r w:rsidRPr="009647FC">
              <w:rPr>
                <w:rtl/>
              </w:rPr>
              <w:t>أنّ</w:t>
            </w:r>
            <w:r>
              <w:rPr>
                <w:rtl/>
              </w:rPr>
              <w:t xml:space="preserve"> </w:t>
            </w:r>
            <w:r w:rsidRPr="009647FC">
              <w:rPr>
                <w:rtl/>
              </w:rPr>
              <w:t>ا</w:t>
            </w:r>
            <w:r w:rsidR="00A72677" w:rsidRPr="009647FC">
              <w:rPr>
                <w:rtl/>
              </w:rPr>
              <w:t>لق</w:t>
            </w:r>
            <w:r w:rsidRPr="009647FC">
              <w:rPr>
                <w:rtl/>
              </w:rPr>
              <w:t>لوب</w:t>
            </w:r>
            <w:r>
              <w:rPr>
                <w:rtl/>
              </w:rPr>
              <w:t xml:space="preserve"> </w:t>
            </w:r>
            <w:r w:rsidRPr="009647FC">
              <w:rPr>
                <w:rtl/>
              </w:rPr>
              <w:t>لأ</w:t>
            </w:r>
            <w:r w:rsidR="00A72677" w:rsidRPr="009647FC">
              <w:rPr>
                <w:rtl/>
              </w:rPr>
              <w:t>هل</w:t>
            </w:r>
            <w:r w:rsidRPr="009647FC">
              <w:rPr>
                <w:rtl/>
              </w:rPr>
              <w:t>ها</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شو</w:t>
            </w:r>
            <w:r w:rsidR="00697162" w:rsidRPr="009647FC">
              <w:rPr>
                <w:rtl/>
              </w:rPr>
              <w:t>اهدُ</w:t>
            </w:r>
            <w:r w:rsidR="00697162">
              <w:rPr>
                <w:rtl/>
              </w:rPr>
              <w:t xml:space="preserve"> </w:t>
            </w:r>
            <w:r w:rsidRPr="009647FC">
              <w:rPr>
                <w:rtl/>
              </w:rPr>
              <w:t>من</w:t>
            </w:r>
            <w:r w:rsidR="00697162" w:rsidRPr="009647FC">
              <w:rPr>
                <w:rtl/>
              </w:rPr>
              <w:t>هم</w:t>
            </w:r>
            <w:r w:rsidR="00697162">
              <w:rPr>
                <w:rtl/>
              </w:rPr>
              <w:t xml:space="preserve"> </w:t>
            </w:r>
            <w:r w:rsidRPr="009647FC">
              <w:rPr>
                <w:rtl/>
              </w:rPr>
              <w:t>با</w:t>
            </w:r>
            <w:r w:rsidR="00697162" w:rsidRPr="009647FC">
              <w:rPr>
                <w:rtl/>
              </w:rPr>
              <w:t>لقطيعة</w:t>
            </w:r>
            <w:r w:rsidR="00697162">
              <w:rPr>
                <w:rtl/>
              </w:rPr>
              <w:t xml:space="preserve"> </w:t>
            </w:r>
            <w:r w:rsidR="00697162" w:rsidRPr="009647FC">
              <w:rPr>
                <w:rtl/>
              </w:rPr>
              <w:t>وا</w:t>
            </w:r>
            <w:r w:rsidRPr="009647FC">
              <w:rPr>
                <w:rtl/>
              </w:rPr>
              <w:t>لو</w:t>
            </w:r>
            <w:r w:rsidR="00697162" w:rsidRPr="009647FC">
              <w:rPr>
                <w:rtl/>
              </w:rPr>
              <w:t>ّدِ</w:t>
            </w:r>
            <w:r w:rsidR="00697162" w:rsidRPr="00725071">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فم</w:t>
            </w:r>
            <w:r w:rsidR="00697162" w:rsidRPr="009647FC">
              <w:rPr>
                <w:rtl/>
              </w:rPr>
              <w:t>ا</w:t>
            </w:r>
            <w:r w:rsidR="00697162">
              <w:rPr>
                <w:rtl/>
              </w:rPr>
              <w:t xml:space="preserve"> </w:t>
            </w:r>
            <w:r w:rsidRPr="009647FC">
              <w:rPr>
                <w:rtl/>
              </w:rPr>
              <w:t>با</w:t>
            </w:r>
            <w:r w:rsidR="00697162" w:rsidRPr="009647FC">
              <w:rPr>
                <w:rtl/>
              </w:rPr>
              <w:t>لُ</w:t>
            </w:r>
            <w:r w:rsidR="00697162">
              <w:rPr>
                <w:rtl/>
              </w:rPr>
              <w:t xml:space="preserve"> </w:t>
            </w:r>
            <w:r w:rsidR="00697162" w:rsidRPr="009647FC">
              <w:rPr>
                <w:rtl/>
              </w:rPr>
              <w:t>قلبي</w:t>
            </w:r>
            <w:r w:rsidR="00697162">
              <w:rPr>
                <w:rtl/>
              </w:rPr>
              <w:t xml:space="preserve"> </w:t>
            </w:r>
            <w:r w:rsidR="00697162" w:rsidRPr="009647FC">
              <w:rPr>
                <w:rtl/>
              </w:rPr>
              <w:t>محكماً</w:t>
            </w:r>
            <w:r w:rsidR="00697162">
              <w:rPr>
                <w:rtl/>
              </w:rPr>
              <w:t xml:space="preserve"> </w:t>
            </w:r>
            <w:r w:rsidR="00697162" w:rsidRPr="009647FC">
              <w:rPr>
                <w:rtl/>
              </w:rPr>
              <w:t>عقدة</w:t>
            </w:r>
            <w:r w:rsidR="00697162">
              <w:rPr>
                <w:rtl/>
              </w:rPr>
              <w:t xml:space="preserve"> </w:t>
            </w:r>
            <w:r w:rsidR="00697162" w:rsidRPr="009647FC">
              <w:rPr>
                <w:rtl/>
              </w:rPr>
              <w:t>الهوى</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لم</w:t>
            </w:r>
            <w:r w:rsidR="00677BC4">
              <w:rPr>
                <w:rtl/>
              </w:rPr>
              <w:t>َ</w:t>
            </w:r>
            <w:r w:rsidRPr="009647FC">
              <w:rPr>
                <w:rtl/>
              </w:rPr>
              <w:t>نْ</w:t>
            </w:r>
            <w:r>
              <w:rPr>
                <w:rtl/>
              </w:rPr>
              <w:t xml:space="preserve"> </w:t>
            </w:r>
            <w:r w:rsidRPr="009647FC">
              <w:rPr>
                <w:rtl/>
              </w:rPr>
              <w:t>حلّ</w:t>
            </w:r>
            <w:r w:rsidR="00677BC4">
              <w:rPr>
                <w:rtl/>
              </w:rPr>
              <w:t>َ</w:t>
            </w:r>
            <w:r>
              <w:rPr>
                <w:rtl/>
              </w:rPr>
              <w:t xml:space="preserve"> </w:t>
            </w:r>
            <w:r w:rsidRPr="009647FC">
              <w:rPr>
                <w:rtl/>
              </w:rPr>
              <w:t>من</w:t>
            </w:r>
            <w:r>
              <w:rPr>
                <w:rtl/>
              </w:rPr>
              <w:t xml:space="preserve"> </w:t>
            </w:r>
            <w:r w:rsidRPr="009647FC">
              <w:rPr>
                <w:rtl/>
              </w:rPr>
              <w:t>حبل</w:t>
            </w:r>
            <w:r>
              <w:rPr>
                <w:rtl/>
              </w:rPr>
              <w:t xml:space="preserve"> </w:t>
            </w:r>
            <w:r w:rsidRPr="009647FC">
              <w:rPr>
                <w:rtl/>
              </w:rPr>
              <w:t>الهوى</w:t>
            </w:r>
            <w:r>
              <w:rPr>
                <w:rtl/>
              </w:rPr>
              <w:t xml:space="preserve"> </w:t>
            </w:r>
            <w:r w:rsidRPr="009647FC">
              <w:rPr>
                <w:rtl/>
              </w:rPr>
              <w:t>محكم</w:t>
            </w:r>
            <w:r>
              <w:rPr>
                <w:rtl/>
              </w:rPr>
              <w:t xml:space="preserve"> </w:t>
            </w:r>
            <w:r w:rsidRPr="009647FC">
              <w:rPr>
                <w:rtl/>
              </w:rPr>
              <w:t>العقدِ؟</w:t>
            </w:r>
            <w:r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و</w:t>
            </w:r>
            <w:r w:rsidR="00A72677" w:rsidRPr="009647FC">
              <w:rPr>
                <w:rtl/>
              </w:rPr>
              <w:t>هل</w:t>
            </w:r>
            <w:r>
              <w:rPr>
                <w:rtl/>
              </w:rPr>
              <w:t xml:space="preserve"> </w:t>
            </w:r>
            <w:r w:rsidRPr="009647FC">
              <w:rPr>
                <w:rtl/>
              </w:rPr>
              <w:t>أ</w:t>
            </w:r>
            <w:r w:rsidR="00A72677" w:rsidRPr="009647FC">
              <w:rPr>
                <w:rtl/>
              </w:rPr>
              <w:t>نا</w:t>
            </w:r>
            <w:r>
              <w:rPr>
                <w:rtl/>
              </w:rPr>
              <w:t xml:space="preserve"> </w:t>
            </w:r>
            <w:r w:rsidRPr="009647FC">
              <w:rPr>
                <w:rtl/>
              </w:rPr>
              <w:t>و</w:t>
            </w:r>
            <w:r w:rsidR="00A72677" w:rsidRPr="009647FC">
              <w:rPr>
                <w:rtl/>
              </w:rPr>
              <w:t>حد</w:t>
            </w:r>
            <w:r w:rsidRPr="009647FC">
              <w:rPr>
                <w:rtl/>
              </w:rPr>
              <w:t>ي</w:t>
            </w:r>
            <w:r>
              <w:rPr>
                <w:rtl/>
              </w:rPr>
              <w:t xml:space="preserve"> </w:t>
            </w:r>
            <w:r w:rsidRPr="009647FC">
              <w:rPr>
                <w:rtl/>
              </w:rPr>
              <w:t>يا</w:t>
            </w:r>
            <w:r>
              <w:rPr>
                <w:rtl/>
              </w:rPr>
              <w:t xml:space="preserve"> </w:t>
            </w:r>
            <w:r w:rsidRPr="009647FC">
              <w:rPr>
                <w:rtl/>
              </w:rPr>
              <w:t>خليليّ</w:t>
            </w:r>
            <w:r w:rsidR="00677BC4">
              <w:rPr>
                <w:rtl/>
              </w:rPr>
              <w:t>َ</w:t>
            </w:r>
            <w:r>
              <w:rPr>
                <w:rtl/>
              </w:rPr>
              <w:t xml:space="preserve"> </w:t>
            </w:r>
            <w:r w:rsidRPr="009647FC">
              <w:rPr>
                <w:rtl/>
              </w:rPr>
              <w:t>هكذا</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و</w:t>
            </w:r>
            <w:r w:rsidR="00A72677" w:rsidRPr="009647FC">
              <w:rPr>
                <w:rtl/>
              </w:rPr>
              <w:t>جد</w:t>
            </w:r>
            <w:r w:rsidRPr="009647FC">
              <w:rPr>
                <w:rtl/>
              </w:rPr>
              <w:t>تُ</w:t>
            </w:r>
            <w:r>
              <w:rPr>
                <w:rtl/>
              </w:rPr>
              <w:t xml:space="preserve"> </w:t>
            </w:r>
            <w:r w:rsidR="00A72677" w:rsidRPr="009647FC">
              <w:rPr>
                <w:rtl/>
              </w:rPr>
              <w:t>به</w:t>
            </w:r>
            <w:r w:rsidRPr="009647FC">
              <w:rPr>
                <w:rtl/>
              </w:rPr>
              <w:t>ِ</w:t>
            </w:r>
            <w:r>
              <w:rPr>
                <w:rtl/>
              </w:rPr>
              <w:t xml:space="preserve"> </w:t>
            </w:r>
            <w:r w:rsidRPr="009647FC">
              <w:rPr>
                <w:rtl/>
              </w:rPr>
              <w:t>أم</w:t>
            </w:r>
            <w:r>
              <w:rPr>
                <w:rtl/>
              </w:rPr>
              <w:t xml:space="preserve"> </w:t>
            </w:r>
            <w:r w:rsidRPr="009647FC">
              <w:rPr>
                <w:rtl/>
              </w:rPr>
              <w:t>هكذا</w:t>
            </w:r>
            <w:r>
              <w:rPr>
                <w:rtl/>
              </w:rPr>
              <w:t xml:space="preserve"> </w:t>
            </w:r>
            <w:r w:rsidRPr="009647FC">
              <w:rPr>
                <w:rtl/>
              </w:rPr>
              <w:t>كلّ</w:t>
            </w:r>
            <w:r>
              <w:rPr>
                <w:rtl/>
              </w:rPr>
              <w:t xml:space="preserve"> </w:t>
            </w:r>
            <w:r w:rsidRPr="009647FC">
              <w:rPr>
                <w:rtl/>
              </w:rPr>
              <w:t>ذي</w:t>
            </w:r>
            <w:r>
              <w:rPr>
                <w:rtl/>
              </w:rPr>
              <w:t xml:space="preserve"> </w:t>
            </w:r>
            <w:r w:rsidRPr="009647FC">
              <w:rPr>
                <w:rtl/>
              </w:rPr>
              <w:t>وجدِ؟</w:t>
            </w:r>
            <w:r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و</w:t>
            </w:r>
            <w:r w:rsidR="00A72677" w:rsidRPr="009647FC">
              <w:rPr>
                <w:rtl/>
              </w:rPr>
              <w:t>با</w:t>
            </w:r>
            <w:r w:rsidRPr="009647FC">
              <w:rPr>
                <w:rtl/>
              </w:rPr>
              <w:t>لفرد</w:t>
            </w:r>
            <w:r>
              <w:rPr>
                <w:rtl/>
              </w:rPr>
              <w:t xml:space="preserve"> </w:t>
            </w:r>
            <w:r w:rsidR="00A72677" w:rsidRPr="009647FC">
              <w:rPr>
                <w:rtl/>
              </w:rPr>
              <w:t>من</w:t>
            </w:r>
            <w:r>
              <w:rPr>
                <w:rtl/>
              </w:rPr>
              <w:t xml:space="preserve"> </w:t>
            </w:r>
            <w:r w:rsidRPr="009647FC">
              <w:rPr>
                <w:rtl/>
              </w:rPr>
              <w:t>أعلام</w:t>
            </w:r>
            <w:r>
              <w:rPr>
                <w:rtl/>
              </w:rPr>
              <w:t xml:space="preserve"> </w:t>
            </w:r>
            <w:r w:rsidRPr="009647FC">
              <w:rPr>
                <w:rtl/>
              </w:rPr>
              <w:t>نجدٍ</w:t>
            </w:r>
            <w:r>
              <w:rPr>
                <w:rtl/>
              </w:rPr>
              <w:t xml:space="preserve"> </w:t>
            </w:r>
            <w:r w:rsidRPr="009647FC">
              <w:rPr>
                <w:rtl/>
              </w:rPr>
              <w:t>سقى</w:t>
            </w:r>
            <w:r>
              <w:rPr>
                <w:rtl/>
              </w:rPr>
              <w:t xml:space="preserve"> </w:t>
            </w:r>
            <w:r w:rsidRPr="009647FC">
              <w:rPr>
                <w:rtl/>
              </w:rPr>
              <w:t>الحيا</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عه</w:t>
            </w:r>
            <w:r w:rsidR="00697162" w:rsidRPr="009647FC">
              <w:rPr>
                <w:rtl/>
              </w:rPr>
              <w:t>ود</w:t>
            </w:r>
            <w:r w:rsidR="00677BC4">
              <w:rPr>
                <w:rtl/>
              </w:rPr>
              <w:t>َ</w:t>
            </w:r>
            <w:r w:rsidR="00697162">
              <w:rPr>
                <w:rtl/>
              </w:rPr>
              <w:t xml:space="preserve"> </w:t>
            </w:r>
            <w:r w:rsidRPr="009647FC">
              <w:rPr>
                <w:rtl/>
              </w:rPr>
              <w:t>حم</w:t>
            </w:r>
            <w:r w:rsidR="00697162" w:rsidRPr="009647FC">
              <w:rPr>
                <w:rtl/>
              </w:rPr>
              <w:t>ى</w:t>
            </w:r>
            <w:r w:rsidR="00697162">
              <w:rPr>
                <w:rtl/>
              </w:rPr>
              <w:t xml:space="preserve"> </w:t>
            </w:r>
            <w:r w:rsidR="00697162" w:rsidRPr="009647FC">
              <w:rPr>
                <w:rtl/>
              </w:rPr>
              <w:t>ذ</w:t>
            </w:r>
            <w:r w:rsidRPr="009647FC">
              <w:rPr>
                <w:rtl/>
              </w:rPr>
              <w:t>يا</w:t>
            </w:r>
            <w:r w:rsidR="00697162" w:rsidRPr="009647FC">
              <w:rPr>
                <w:rtl/>
              </w:rPr>
              <w:t>لك</w:t>
            </w:r>
            <w:r w:rsidR="00697162">
              <w:rPr>
                <w:rtl/>
              </w:rPr>
              <w:t xml:space="preserve"> </w:t>
            </w:r>
            <w:r w:rsidR="00697162" w:rsidRPr="009647FC">
              <w:rPr>
                <w:rtl/>
              </w:rPr>
              <w:t>(العلم</w:t>
            </w:r>
            <w:r w:rsidR="00697162">
              <w:rPr>
                <w:rtl/>
              </w:rPr>
              <w:t xml:space="preserve"> </w:t>
            </w:r>
            <w:r w:rsidR="00697162" w:rsidRPr="009647FC">
              <w:rPr>
                <w:rtl/>
              </w:rPr>
              <w:t>الفردِ)</w:t>
            </w:r>
            <w:r w:rsidR="00697162" w:rsidRPr="00725071">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من</w:t>
            </w:r>
            <w:r w:rsidR="00697162" w:rsidRPr="009647FC">
              <w:rPr>
                <w:rtl/>
              </w:rPr>
              <w:t>ازلُ</w:t>
            </w:r>
            <w:r w:rsidR="00697162">
              <w:rPr>
                <w:rtl/>
              </w:rPr>
              <w:t xml:space="preserve"> </w:t>
            </w:r>
            <w:r w:rsidRPr="009647FC">
              <w:rPr>
                <w:rtl/>
              </w:rPr>
              <w:t>يس</w:t>
            </w:r>
            <w:r w:rsidR="00697162" w:rsidRPr="009647FC">
              <w:rPr>
                <w:rtl/>
              </w:rPr>
              <w:t>توقفن</w:t>
            </w:r>
            <w:r w:rsidR="00677BC4">
              <w:rPr>
                <w:rtl/>
              </w:rPr>
              <w:t>َ</w:t>
            </w:r>
            <w:r w:rsidR="00697162">
              <w:rPr>
                <w:rtl/>
              </w:rPr>
              <w:t xml:space="preserve"> </w:t>
            </w:r>
            <w:r w:rsidRPr="009647FC">
              <w:rPr>
                <w:rtl/>
              </w:rPr>
              <w:t>كل</w:t>
            </w:r>
            <w:r w:rsidR="00697162" w:rsidRPr="009647FC">
              <w:rPr>
                <w:rtl/>
              </w:rPr>
              <w:t>ّ</w:t>
            </w:r>
            <w:r w:rsidR="00677BC4">
              <w:rPr>
                <w:rtl/>
              </w:rPr>
              <w:t>َ</w:t>
            </w:r>
            <w:r w:rsidR="00697162">
              <w:rPr>
                <w:rtl/>
              </w:rPr>
              <w:t xml:space="preserve"> </w:t>
            </w:r>
            <w:r w:rsidR="00697162" w:rsidRPr="009647FC">
              <w:rPr>
                <w:rtl/>
              </w:rPr>
              <w:t>أخي</w:t>
            </w:r>
            <w:r w:rsidR="00697162">
              <w:rPr>
                <w:rtl/>
              </w:rPr>
              <w:t xml:space="preserve"> </w:t>
            </w:r>
            <w:r w:rsidR="00697162" w:rsidRPr="009647FC">
              <w:rPr>
                <w:rtl/>
              </w:rPr>
              <w:t>هوىً</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و</w:t>
            </w:r>
            <w:r w:rsidR="00A72677" w:rsidRPr="009647FC">
              <w:rPr>
                <w:rtl/>
              </w:rPr>
              <w:t>يح</w:t>
            </w:r>
            <w:r w:rsidRPr="009647FC">
              <w:rPr>
                <w:rtl/>
              </w:rPr>
              <w:t>بسن</w:t>
            </w:r>
            <w:r w:rsidR="00677BC4">
              <w:rPr>
                <w:rtl/>
              </w:rPr>
              <w:t>َ</w:t>
            </w:r>
            <w:r>
              <w:rPr>
                <w:rtl/>
              </w:rPr>
              <w:t xml:space="preserve"> </w:t>
            </w:r>
            <w:r w:rsidRPr="009647FC">
              <w:rPr>
                <w:rtl/>
              </w:rPr>
              <w:t>أيدي</w:t>
            </w:r>
            <w:r>
              <w:rPr>
                <w:rtl/>
              </w:rPr>
              <w:t xml:space="preserve"> </w:t>
            </w:r>
            <w:r w:rsidRPr="009647FC">
              <w:rPr>
                <w:rtl/>
              </w:rPr>
              <w:t>الواخدات</w:t>
            </w:r>
            <w:r>
              <w:rPr>
                <w:rtl/>
              </w:rPr>
              <w:t xml:space="preserve"> </w:t>
            </w:r>
            <w:r w:rsidRPr="009647FC">
              <w:rPr>
                <w:rtl/>
              </w:rPr>
              <w:t>عن</w:t>
            </w:r>
            <w:r>
              <w:rPr>
                <w:rtl/>
              </w:rPr>
              <w:t xml:space="preserve"> </w:t>
            </w:r>
            <w:r w:rsidRPr="009647FC">
              <w:rPr>
                <w:rtl/>
              </w:rPr>
              <w:t>الوخدِ</w:t>
            </w:r>
            <w:r w:rsidRPr="00725071">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لن</w:t>
            </w:r>
            <w:r w:rsidR="00697162" w:rsidRPr="009647FC">
              <w:rPr>
                <w:rtl/>
              </w:rPr>
              <w:t>ا</w:t>
            </w:r>
            <w:r w:rsidR="00697162">
              <w:rPr>
                <w:rtl/>
              </w:rPr>
              <w:t xml:space="preserve"> </w:t>
            </w:r>
            <w:r w:rsidRPr="009647FC">
              <w:rPr>
                <w:rtl/>
              </w:rPr>
              <w:t>طل</w:t>
            </w:r>
            <w:r w:rsidR="00697162" w:rsidRPr="009647FC">
              <w:rPr>
                <w:rtl/>
              </w:rPr>
              <w:t>عتْ</w:t>
            </w:r>
            <w:r w:rsidR="00697162">
              <w:rPr>
                <w:rtl/>
              </w:rPr>
              <w:t xml:space="preserve"> </w:t>
            </w:r>
            <w:r w:rsidR="00697162" w:rsidRPr="009647FC">
              <w:rPr>
                <w:rtl/>
              </w:rPr>
              <w:t>في</w:t>
            </w:r>
            <w:r w:rsidR="00697162">
              <w:rPr>
                <w:rtl/>
              </w:rPr>
              <w:t xml:space="preserve"> </w:t>
            </w:r>
            <w:r w:rsidR="00697162" w:rsidRPr="009647FC">
              <w:rPr>
                <w:rtl/>
              </w:rPr>
              <w:t>غربها</w:t>
            </w:r>
            <w:r w:rsidR="00697162">
              <w:rPr>
                <w:rtl/>
              </w:rPr>
              <w:t xml:space="preserve"> </w:t>
            </w:r>
            <w:r w:rsidR="00697162" w:rsidRPr="009647FC">
              <w:rPr>
                <w:rtl/>
              </w:rPr>
              <w:t>الشمس</w:t>
            </w:r>
            <w:r w:rsidR="00697162">
              <w:rPr>
                <w:rtl/>
              </w:rPr>
              <w:t xml:space="preserve"> </w:t>
            </w:r>
            <w:r w:rsidR="00697162" w:rsidRPr="009647FC">
              <w:rPr>
                <w:rtl/>
              </w:rPr>
              <w:t>آية</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فقلت</w:t>
            </w:r>
            <w:r w:rsidR="00677BC4">
              <w:rPr>
                <w:rtl/>
              </w:rPr>
              <w:t>َ</w:t>
            </w:r>
            <w:r>
              <w:rPr>
                <w:rtl/>
              </w:rPr>
              <w:t xml:space="preserve"> </w:t>
            </w:r>
            <w:r w:rsidRPr="009647FC">
              <w:rPr>
                <w:rtl/>
              </w:rPr>
              <w:t>لنا</w:t>
            </w:r>
            <w:r>
              <w:rPr>
                <w:rtl/>
              </w:rPr>
              <w:t xml:space="preserve"> </w:t>
            </w:r>
            <w:r w:rsidRPr="009647FC">
              <w:rPr>
                <w:rtl/>
              </w:rPr>
              <w:t>البشرى</w:t>
            </w:r>
            <w:r>
              <w:rPr>
                <w:rtl/>
              </w:rPr>
              <w:t xml:space="preserve"> </w:t>
            </w:r>
            <w:r w:rsidRPr="009647FC">
              <w:rPr>
                <w:rtl/>
              </w:rPr>
              <w:t>بها</w:t>
            </w:r>
            <w:r>
              <w:rPr>
                <w:rtl/>
              </w:rPr>
              <w:t xml:space="preserve"> </w:t>
            </w:r>
            <w:r w:rsidRPr="009647FC">
              <w:rPr>
                <w:rtl/>
              </w:rPr>
              <w:t>ظهر</w:t>
            </w:r>
            <w:r>
              <w:rPr>
                <w:rtl/>
              </w:rPr>
              <w:t xml:space="preserve"> </w:t>
            </w:r>
            <w:r w:rsidRPr="009647FC">
              <w:rPr>
                <w:rtl/>
              </w:rPr>
              <w:t>(المهدي)</w:t>
            </w:r>
            <w:r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أتى</w:t>
            </w:r>
            <w:r>
              <w:rPr>
                <w:rtl/>
              </w:rPr>
              <w:t xml:space="preserve"> </w:t>
            </w:r>
            <w:r w:rsidRPr="009647FC">
              <w:rPr>
                <w:rtl/>
              </w:rPr>
              <w:t>الخلفُ</w:t>
            </w:r>
            <w:r>
              <w:rPr>
                <w:rtl/>
              </w:rPr>
              <w:t xml:space="preserve"> </w:t>
            </w:r>
            <w:r w:rsidRPr="009647FC">
              <w:rPr>
                <w:rtl/>
              </w:rPr>
              <w:t>ابن</w:t>
            </w:r>
            <w:r>
              <w:rPr>
                <w:rtl/>
              </w:rPr>
              <w:t xml:space="preserve"> </w:t>
            </w:r>
            <w:r w:rsidRPr="009647FC">
              <w:rPr>
                <w:rtl/>
              </w:rPr>
              <w:t>المجتبى</w:t>
            </w:r>
            <w:r>
              <w:rPr>
                <w:rtl/>
              </w:rPr>
              <w:t xml:space="preserve"> </w:t>
            </w:r>
            <w:r w:rsidRPr="009647FC">
              <w:rPr>
                <w:rtl/>
              </w:rPr>
              <w:t>الحسن</w:t>
            </w:r>
            <w:r>
              <w:rPr>
                <w:rtl/>
              </w:rPr>
              <w:t xml:space="preserve"> </w:t>
            </w:r>
            <w:r w:rsidRPr="009647FC">
              <w:rPr>
                <w:rtl/>
              </w:rPr>
              <w:t>الذي</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غد</w:t>
            </w:r>
            <w:r w:rsidR="00697162" w:rsidRPr="009647FC">
              <w:rPr>
                <w:rtl/>
              </w:rPr>
              <w:t>ا</w:t>
            </w:r>
            <w:r w:rsidR="00697162">
              <w:rPr>
                <w:rtl/>
              </w:rPr>
              <w:t xml:space="preserve"> </w:t>
            </w:r>
            <w:r w:rsidRPr="009647FC">
              <w:rPr>
                <w:rtl/>
              </w:rPr>
              <w:t>قا</w:t>
            </w:r>
            <w:r w:rsidR="00697162" w:rsidRPr="009647FC">
              <w:rPr>
                <w:rtl/>
              </w:rPr>
              <w:t>ئماً</w:t>
            </w:r>
            <w:r w:rsidR="00697162">
              <w:rPr>
                <w:rtl/>
              </w:rPr>
              <w:t xml:space="preserve"> </w:t>
            </w:r>
            <w:r w:rsidR="00697162" w:rsidRPr="009647FC">
              <w:rPr>
                <w:rtl/>
              </w:rPr>
              <w:t>بالحقِّ</w:t>
            </w:r>
            <w:r w:rsidR="00697162">
              <w:rPr>
                <w:rtl/>
              </w:rPr>
              <w:t xml:space="preserve"> </w:t>
            </w:r>
            <w:r w:rsidR="00697162" w:rsidRPr="009647FC">
              <w:rPr>
                <w:rtl/>
              </w:rPr>
              <w:t>يهدي</w:t>
            </w:r>
            <w:r w:rsidR="00697162">
              <w:rPr>
                <w:rtl/>
              </w:rPr>
              <w:t xml:space="preserve"> </w:t>
            </w:r>
            <w:r w:rsidR="00697162" w:rsidRPr="009647FC">
              <w:rPr>
                <w:rtl/>
              </w:rPr>
              <w:t>إلى</w:t>
            </w:r>
            <w:r w:rsidR="00697162">
              <w:rPr>
                <w:rtl/>
              </w:rPr>
              <w:t xml:space="preserve"> </w:t>
            </w:r>
            <w:r w:rsidR="00697162" w:rsidRPr="009647FC">
              <w:rPr>
                <w:rtl/>
              </w:rPr>
              <w:t>الرشدِ</w:t>
            </w:r>
            <w:r w:rsidR="00697162"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إ</w:t>
            </w:r>
            <w:r w:rsidR="00A72677" w:rsidRPr="009647FC">
              <w:rPr>
                <w:rtl/>
              </w:rPr>
              <w:t>ما</w:t>
            </w:r>
            <w:r w:rsidRPr="009647FC">
              <w:rPr>
                <w:rtl/>
              </w:rPr>
              <w:t>مُ</w:t>
            </w:r>
            <w:r>
              <w:rPr>
                <w:rtl/>
              </w:rPr>
              <w:t xml:space="preserve"> </w:t>
            </w:r>
            <w:r w:rsidR="00A72677" w:rsidRPr="009647FC">
              <w:rPr>
                <w:rtl/>
              </w:rPr>
              <w:t>هد</w:t>
            </w:r>
            <w:r w:rsidRPr="009647FC">
              <w:rPr>
                <w:rtl/>
              </w:rPr>
              <w:t>ىً</w:t>
            </w:r>
            <w:r>
              <w:rPr>
                <w:rtl/>
              </w:rPr>
              <w:t xml:space="preserve"> </w:t>
            </w:r>
            <w:r w:rsidR="00A72677" w:rsidRPr="009647FC">
              <w:rPr>
                <w:rtl/>
              </w:rPr>
              <w:t>نو</w:t>
            </w:r>
            <w:r w:rsidRPr="009647FC">
              <w:rPr>
                <w:rtl/>
              </w:rPr>
              <w:t>رُ</w:t>
            </w:r>
            <w:r>
              <w:rPr>
                <w:rtl/>
              </w:rPr>
              <w:t xml:space="preserve"> </w:t>
            </w:r>
            <w:r w:rsidRPr="009647FC">
              <w:rPr>
                <w:rtl/>
              </w:rPr>
              <w:t>ا</w:t>
            </w:r>
            <w:r w:rsidR="00A72677" w:rsidRPr="009647FC">
              <w:rPr>
                <w:rtl/>
              </w:rPr>
              <w:t>لن</w:t>
            </w:r>
            <w:r w:rsidRPr="009647FC">
              <w:rPr>
                <w:rtl/>
              </w:rPr>
              <w:t>بوّةِ</w:t>
            </w:r>
            <w:r>
              <w:rPr>
                <w:rtl/>
              </w:rPr>
              <w:t xml:space="preserve"> </w:t>
            </w:r>
            <w:r w:rsidRPr="009647FC">
              <w:rPr>
                <w:rtl/>
              </w:rPr>
              <w:t>زا</w:t>
            </w:r>
            <w:r w:rsidR="00A72677" w:rsidRPr="009647FC">
              <w:rPr>
                <w:rtl/>
              </w:rPr>
              <w:t>هر</w:t>
            </w:r>
            <w:r w:rsidRPr="009647FC">
              <w:rPr>
                <w:rtl/>
              </w:rPr>
              <w:t>ٌ</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بطلعةِ</w:t>
            </w:r>
            <w:r w:rsidR="004C00A8">
              <w:rPr>
                <w:rtl/>
              </w:rPr>
              <w:t xml:space="preserve"> </w:t>
            </w:r>
            <w:r w:rsidRPr="009647FC">
              <w:rPr>
                <w:rtl/>
              </w:rPr>
              <w:t>بدرٍ</w:t>
            </w:r>
            <w:r>
              <w:rPr>
                <w:rtl/>
              </w:rPr>
              <w:t xml:space="preserve"> </w:t>
            </w:r>
            <w:r w:rsidRPr="009647FC">
              <w:rPr>
                <w:rtl/>
              </w:rPr>
              <w:t>وهي</w:t>
            </w:r>
            <w:r w:rsidRPr="004E7EC6">
              <w:rPr>
                <w:rStyle w:val="libFootnotenumChar"/>
                <w:rtl/>
              </w:rPr>
              <w:t>(3)</w:t>
            </w:r>
            <w:r>
              <w:rPr>
                <w:rtl/>
              </w:rPr>
              <w:t xml:space="preserve"> </w:t>
            </w:r>
            <w:r w:rsidRPr="009647FC">
              <w:rPr>
                <w:rtl/>
              </w:rPr>
              <w:t>كاملة</w:t>
            </w:r>
            <w:r>
              <w:rPr>
                <w:rtl/>
              </w:rPr>
              <w:t xml:space="preserve"> </w:t>
            </w:r>
            <w:r w:rsidRPr="009647FC">
              <w:rPr>
                <w:rtl/>
              </w:rPr>
              <w:t>السعدِ</w:t>
            </w:r>
            <w:r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و</w:t>
            </w:r>
            <w:r w:rsidR="00A72677" w:rsidRPr="009647FC">
              <w:rPr>
                <w:rtl/>
              </w:rPr>
              <w:t>من</w:t>
            </w:r>
            <w:r>
              <w:rPr>
                <w:rtl/>
              </w:rPr>
              <w:t xml:space="preserve"> </w:t>
            </w:r>
            <w:r w:rsidR="00A72677" w:rsidRPr="009647FC">
              <w:rPr>
                <w:rtl/>
              </w:rPr>
              <w:t>عط</w:t>
            </w:r>
            <w:r w:rsidRPr="009647FC">
              <w:rPr>
                <w:rtl/>
              </w:rPr>
              <w:t>فه</w:t>
            </w:r>
            <w:r>
              <w:rPr>
                <w:rtl/>
              </w:rPr>
              <w:t xml:space="preserve"> </w:t>
            </w:r>
            <w:r w:rsidR="00A72677" w:rsidRPr="009647FC">
              <w:rPr>
                <w:rtl/>
              </w:rPr>
              <w:t>نش</w:t>
            </w:r>
            <w:r w:rsidRPr="009647FC">
              <w:rPr>
                <w:rtl/>
              </w:rPr>
              <w:t>رُ</w:t>
            </w:r>
            <w:r>
              <w:rPr>
                <w:rtl/>
              </w:rPr>
              <w:t xml:space="preserve"> </w:t>
            </w:r>
            <w:r w:rsidRPr="009647FC">
              <w:rPr>
                <w:rtl/>
              </w:rPr>
              <w:t>الإ</w:t>
            </w:r>
            <w:r w:rsidR="00A72677" w:rsidRPr="009647FC">
              <w:rPr>
                <w:rtl/>
              </w:rPr>
              <w:t>ما</w:t>
            </w:r>
            <w:r w:rsidRPr="009647FC">
              <w:rPr>
                <w:rtl/>
              </w:rPr>
              <w:t>مة</w:t>
            </w:r>
            <w:r>
              <w:rPr>
                <w:rtl/>
              </w:rPr>
              <w:t xml:space="preserve"> </w:t>
            </w:r>
            <w:r w:rsidRPr="009647FC">
              <w:rPr>
                <w:rtl/>
              </w:rPr>
              <w:t>فائحٌ</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له</w:t>
            </w:r>
            <w:r w:rsidR="00697162" w:rsidRPr="009647FC">
              <w:rPr>
                <w:rtl/>
              </w:rPr>
              <w:t>ُ</w:t>
            </w:r>
            <w:r w:rsidR="00697162">
              <w:rPr>
                <w:rtl/>
              </w:rPr>
              <w:t xml:space="preserve"> </w:t>
            </w:r>
            <w:r w:rsidR="00697162" w:rsidRPr="009647FC">
              <w:rPr>
                <w:rtl/>
              </w:rPr>
              <w:t>أرجٌ</w:t>
            </w:r>
            <w:r w:rsidR="00697162">
              <w:rPr>
                <w:rtl/>
              </w:rPr>
              <w:t xml:space="preserve"> </w:t>
            </w:r>
            <w:r w:rsidRPr="009647FC">
              <w:rPr>
                <w:rtl/>
              </w:rPr>
              <w:t>يغ</w:t>
            </w:r>
            <w:r w:rsidR="00697162" w:rsidRPr="009647FC">
              <w:rPr>
                <w:rtl/>
              </w:rPr>
              <w:t>نيك</w:t>
            </w:r>
            <w:r w:rsidR="00697162">
              <w:rPr>
                <w:rtl/>
              </w:rPr>
              <w:t xml:space="preserve"> </w:t>
            </w:r>
            <w:r w:rsidRPr="009647FC">
              <w:rPr>
                <w:rtl/>
              </w:rPr>
              <w:t>عن</w:t>
            </w:r>
            <w:r w:rsidR="00697162">
              <w:rPr>
                <w:rtl/>
              </w:rPr>
              <w:t xml:space="preserve"> </w:t>
            </w:r>
            <w:r w:rsidR="00697162" w:rsidRPr="009647FC">
              <w:rPr>
                <w:rtl/>
              </w:rPr>
              <w:t>أرج</w:t>
            </w:r>
            <w:r w:rsidR="00697162">
              <w:rPr>
                <w:rtl/>
              </w:rPr>
              <w:t xml:space="preserve"> </w:t>
            </w:r>
            <w:r w:rsidR="00697162" w:rsidRPr="009647FC">
              <w:rPr>
                <w:rtl/>
              </w:rPr>
              <w:t>ا</w:t>
            </w:r>
            <w:r w:rsidRPr="009647FC">
              <w:rPr>
                <w:rtl/>
              </w:rPr>
              <w:t>لن</w:t>
            </w:r>
            <w:r w:rsidR="00697162" w:rsidRPr="009647FC">
              <w:rPr>
                <w:rtl/>
              </w:rPr>
              <w:t>دِّ</w:t>
            </w:r>
            <w:r w:rsidR="00697162" w:rsidRPr="00725071">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به</w:t>
            </w:r>
            <w:r w:rsidR="00697162">
              <w:rPr>
                <w:rtl/>
              </w:rPr>
              <w:t xml:space="preserve"> </w:t>
            </w:r>
            <w:r w:rsidRPr="009647FC">
              <w:rPr>
                <w:rtl/>
              </w:rPr>
              <w:t>حف</w:t>
            </w:r>
            <w:r w:rsidR="00697162" w:rsidRPr="009647FC">
              <w:rPr>
                <w:rtl/>
              </w:rPr>
              <w:t>ظ</w:t>
            </w:r>
            <w:r w:rsidR="00697162">
              <w:rPr>
                <w:rtl/>
              </w:rPr>
              <w:t xml:space="preserve"> </w:t>
            </w:r>
            <w:r w:rsidR="00697162" w:rsidRPr="009647FC">
              <w:rPr>
                <w:rtl/>
              </w:rPr>
              <w:t>ا</w:t>
            </w:r>
            <w:r w:rsidRPr="009647FC">
              <w:rPr>
                <w:rtl/>
              </w:rPr>
              <w:t>لب</w:t>
            </w:r>
            <w:r w:rsidR="00697162" w:rsidRPr="009647FC">
              <w:rPr>
                <w:rtl/>
              </w:rPr>
              <w:t>اري</w:t>
            </w:r>
            <w:r w:rsidR="00697162">
              <w:rPr>
                <w:rtl/>
              </w:rPr>
              <w:t xml:space="preserve"> </w:t>
            </w:r>
            <w:r w:rsidRPr="009647FC">
              <w:rPr>
                <w:rtl/>
              </w:rPr>
              <w:t>شر</w:t>
            </w:r>
            <w:r w:rsidR="00697162" w:rsidRPr="009647FC">
              <w:rPr>
                <w:rtl/>
              </w:rPr>
              <w:t>يعة</w:t>
            </w:r>
            <w:r w:rsidR="00677BC4">
              <w:rPr>
                <w:rtl/>
              </w:rPr>
              <w:t>َ</w:t>
            </w:r>
            <w:r w:rsidR="00697162">
              <w:rPr>
                <w:rtl/>
              </w:rPr>
              <w:t xml:space="preserve"> </w:t>
            </w:r>
            <w:r w:rsidR="00697162" w:rsidRPr="009647FC">
              <w:rPr>
                <w:rtl/>
              </w:rPr>
              <w:t>جدّه</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و</w:t>
            </w:r>
            <w:r w:rsidR="00A72677" w:rsidRPr="009647FC">
              <w:rPr>
                <w:rtl/>
              </w:rPr>
              <w:t>شي</w:t>
            </w:r>
            <w:r w:rsidRPr="009647FC">
              <w:rPr>
                <w:rtl/>
              </w:rPr>
              <w:t>ّد</w:t>
            </w:r>
            <w:r>
              <w:rPr>
                <w:rtl/>
              </w:rPr>
              <w:t xml:space="preserve"> </w:t>
            </w:r>
            <w:r w:rsidR="00A72677" w:rsidRPr="009647FC">
              <w:rPr>
                <w:rtl/>
              </w:rPr>
              <w:t>من</w:t>
            </w:r>
            <w:r>
              <w:rPr>
                <w:rtl/>
              </w:rPr>
              <w:t xml:space="preserve"> </w:t>
            </w:r>
            <w:r w:rsidRPr="009647FC">
              <w:rPr>
                <w:rtl/>
              </w:rPr>
              <w:t>أر</w:t>
            </w:r>
            <w:r w:rsidR="00A72677" w:rsidRPr="009647FC">
              <w:rPr>
                <w:rtl/>
              </w:rPr>
              <w:t>كا</w:t>
            </w:r>
            <w:r w:rsidRPr="009647FC">
              <w:rPr>
                <w:rtl/>
              </w:rPr>
              <w:t>نِها</w:t>
            </w:r>
            <w:r>
              <w:rPr>
                <w:rtl/>
              </w:rPr>
              <w:t xml:space="preserve"> </w:t>
            </w:r>
            <w:r w:rsidR="00A72677" w:rsidRPr="009647FC">
              <w:rPr>
                <w:rtl/>
              </w:rPr>
              <w:t>كل</w:t>
            </w:r>
            <w:r w:rsidRPr="009647FC">
              <w:rPr>
                <w:rtl/>
              </w:rPr>
              <w:t>ِّ</w:t>
            </w:r>
            <w:r>
              <w:rPr>
                <w:rtl/>
              </w:rPr>
              <w:t xml:space="preserve"> </w:t>
            </w:r>
            <w:r w:rsidR="00A72677" w:rsidRPr="009647FC">
              <w:rPr>
                <w:rtl/>
              </w:rPr>
              <w:t>من</w:t>
            </w:r>
            <w:r w:rsidRPr="009647FC">
              <w:rPr>
                <w:rtl/>
              </w:rPr>
              <w:t>هّدِ</w:t>
            </w:r>
            <w:r w:rsidRPr="00725071">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فق</w:t>
            </w:r>
            <w:r w:rsidR="00697162" w:rsidRPr="009647FC">
              <w:rPr>
                <w:rtl/>
              </w:rPr>
              <w:t>ام</w:t>
            </w:r>
            <w:r w:rsidR="00697162">
              <w:rPr>
                <w:rtl/>
              </w:rPr>
              <w:t xml:space="preserve"> </w:t>
            </w:r>
            <w:r w:rsidRPr="009647FC">
              <w:rPr>
                <w:rtl/>
              </w:rPr>
              <w:t>بم</w:t>
            </w:r>
            <w:r w:rsidR="00697162" w:rsidRPr="009647FC">
              <w:rPr>
                <w:rtl/>
              </w:rPr>
              <w:t>بيّ</w:t>
            </w:r>
            <w:r w:rsidR="00677BC4">
              <w:rPr>
                <w:rtl/>
              </w:rPr>
              <w:t>َ</w:t>
            </w:r>
            <w:r w:rsidR="00697162" w:rsidRPr="009647FC">
              <w:rPr>
                <w:rtl/>
              </w:rPr>
              <w:t>ضٍ</w:t>
            </w:r>
            <w:r w:rsidR="00697162">
              <w:rPr>
                <w:rtl/>
              </w:rPr>
              <w:t xml:space="preserve"> </w:t>
            </w:r>
            <w:r w:rsidRPr="009647FC">
              <w:rPr>
                <w:rtl/>
              </w:rPr>
              <w:t>من</w:t>
            </w:r>
            <w:r w:rsidR="00697162">
              <w:rPr>
                <w:rtl/>
              </w:rPr>
              <w:t xml:space="preserve"> </w:t>
            </w:r>
            <w:r w:rsidR="00697162" w:rsidRPr="009647FC">
              <w:rPr>
                <w:rtl/>
              </w:rPr>
              <w:t>ا</w:t>
            </w:r>
            <w:r w:rsidRPr="009647FC">
              <w:rPr>
                <w:rtl/>
              </w:rPr>
              <w:t>لر</w:t>
            </w:r>
            <w:r w:rsidR="00697162" w:rsidRPr="009647FC">
              <w:rPr>
                <w:rtl/>
              </w:rPr>
              <w:t>شد</w:t>
            </w:r>
            <w:r w:rsidR="00697162">
              <w:rPr>
                <w:rtl/>
              </w:rPr>
              <w:t xml:space="preserve"> </w:t>
            </w:r>
            <w:r w:rsidR="00697162" w:rsidRPr="009647FC">
              <w:rPr>
                <w:rtl/>
              </w:rPr>
              <w:t>هاديا</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Pr="00524A24" w:rsidRDefault="00697162" w:rsidP="00697162">
            <w:pPr>
              <w:pStyle w:val="libPoem"/>
            </w:pPr>
            <w:r w:rsidRPr="009647FC">
              <w:rPr>
                <w:rtl/>
              </w:rPr>
              <w:t>إ</w:t>
            </w:r>
            <w:r w:rsidR="00A72677" w:rsidRPr="009647FC">
              <w:rPr>
                <w:rtl/>
              </w:rPr>
              <w:t>لى</w:t>
            </w:r>
            <w:r>
              <w:rPr>
                <w:rtl/>
              </w:rPr>
              <w:t xml:space="preserve"> </w:t>
            </w:r>
            <w:r w:rsidRPr="009647FC">
              <w:rPr>
                <w:rtl/>
              </w:rPr>
              <w:t>الحقِّ</w:t>
            </w:r>
            <w:r>
              <w:rPr>
                <w:rtl/>
              </w:rPr>
              <w:t xml:space="preserve"> </w:t>
            </w:r>
            <w:r w:rsidRPr="009647FC">
              <w:rPr>
                <w:rtl/>
              </w:rPr>
              <w:t>في</w:t>
            </w:r>
            <w:r>
              <w:rPr>
                <w:rtl/>
              </w:rPr>
              <w:t xml:space="preserve"> </w:t>
            </w:r>
            <w:r w:rsidRPr="009647FC">
              <w:rPr>
                <w:rtl/>
              </w:rPr>
              <w:t>داجٍ</w:t>
            </w:r>
            <w:r>
              <w:rPr>
                <w:rtl/>
              </w:rPr>
              <w:t xml:space="preserve"> </w:t>
            </w:r>
            <w:r w:rsidRPr="009647FC">
              <w:rPr>
                <w:rtl/>
              </w:rPr>
              <w:t>من</w:t>
            </w:r>
            <w:r>
              <w:rPr>
                <w:rtl/>
              </w:rPr>
              <w:t xml:space="preserve"> </w:t>
            </w:r>
            <w:r w:rsidRPr="009647FC">
              <w:rPr>
                <w:rtl/>
              </w:rPr>
              <w:t>الغيِّ</w:t>
            </w:r>
            <w:r>
              <w:rPr>
                <w:rtl/>
              </w:rPr>
              <w:t xml:space="preserve"> </w:t>
            </w:r>
            <w:r w:rsidRPr="009647FC">
              <w:rPr>
                <w:rtl/>
              </w:rPr>
              <w:t>مسودِ</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مرّت ترجمته في الجزء الأوّل من الديوان / 236.</w:t>
      </w:r>
    </w:p>
    <w:p w:rsidR="009647FC" w:rsidRPr="00524A24" w:rsidRDefault="009647FC" w:rsidP="004E7EC6">
      <w:pPr>
        <w:pStyle w:val="libFootnote0"/>
      </w:pPr>
      <w:r w:rsidRPr="009647FC">
        <w:rPr>
          <w:rtl/>
        </w:rPr>
        <w:t>2</w:t>
      </w:r>
      <w:r w:rsidR="004E7EC6">
        <w:rPr>
          <w:rtl/>
        </w:rPr>
        <w:t xml:space="preserve"> - </w:t>
      </w:r>
      <w:r w:rsidRPr="009647FC">
        <w:rPr>
          <w:rtl/>
        </w:rPr>
        <w:t>في مخطوطة الملاّ</w:t>
      </w:r>
      <w:r w:rsidR="00D769AB">
        <w:rPr>
          <w:rtl/>
        </w:rPr>
        <w:t>:</w:t>
      </w:r>
      <w:r w:rsidRPr="009647FC">
        <w:rPr>
          <w:rtl/>
        </w:rPr>
        <w:t xml:space="preserve"> فيها</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الديوان المطبوع</w:t>
      </w:r>
      <w:r w:rsidR="00D769AB">
        <w:rPr>
          <w:rtl/>
        </w:rPr>
        <w:t>:</w:t>
      </w:r>
      <w:r w:rsidRPr="009647FC">
        <w:rPr>
          <w:rtl/>
        </w:rPr>
        <w:t xml:space="preserve"> منه</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697162" w:rsidRPr="00524A24" w:rsidTr="00697162">
        <w:trPr>
          <w:trHeight w:val="350"/>
        </w:trPr>
        <w:tc>
          <w:tcPr>
            <w:tcW w:w="3902" w:type="dxa"/>
          </w:tcPr>
          <w:p w:rsidR="00697162" w:rsidRPr="00524A24" w:rsidRDefault="00A72677" w:rsidP="00697162">
            <w:pPr>
              <w:pStyle w:val="libPoem"/>
            </w:pPr>
            <w:r w:rsidRPr="009647FC">
              <w:rPr>
                <w:rtl/>
              </w:rPr>
              <w:lastRenderedPageBreak/>
              <w:t>بق</w:t>
            </w:r>
            <w:r w:rsidR="00697162" w:rsidRPr="009647FC">
              <w:rPr>
                <w:rtl/>
              </w:rPr>
              <w:t>يةُ</w:t>
            </w:r>
            <w:r w:rsidR="00697162">
              <w:rPr>
                <w:rtl/>
              </w:rPr>
              <w:t xml:space="preserve"> </w:t>
            </w:r>
            <w:r w:rsidR="00697162" w:rsidRPr="009647FC">
              <w:rPr>
                <w:rtl/>
              </w:rPr>
              <w:t>أ</w:t>
            </w:r>
            <w:r w:rsidRPr="009647FC">
              <w:rPr>
                <w:rtl/>
              </w:rPr>
              <w:t>هل</w:t>
            </w:r>
            <w:r w:rsidR="00697162">
              <w:rPr>
                <w:rtl/>
              </w:rPr>
              <w:t xml:space="preserve"> </w:t>
            </w:r>
            <w:r w:rsidR="00697162" w:rsidRPr="009647FC">
              <w:rPr>
                <w:rtl/>
              </w:rPr>
              <w:t>ا</w:t>
            </w:r>
            <w:r w:rsidRPr="009647FC">
              <w:rPr>
                <w:rtl/>
              </w:rPr>
              <w:t>لع</w:t>
            </w:r>
            <w:r w:rsidR="00697162" w:rsidRPr="009647FC">
              <w:rPr>
                <w:rtl/>
              </w:rPr>
              <w:t>لم</w:t>
            </w:r>
            <w:r w:rsidR="00697162">
              <w:rPr>
                <w:rtl/>
              </w:rPr>
              <w:t xml:space="preserve"> </w:t>
            </w:r>
            <w:r w:rsidR="00697162" w:rsidRPr="009647FC">
              <w:rPr>
                <w:rtl/>
              </w:rPr>
              <w:t>والحلم</w:t>
            </w:r>
            <w:r w:rsidR="00697162">
              <w:rPr>
                <w:rtl/>
              </w:rPr>
              <w:t xml:space="preserve"> </w:t>
            </w:r>
            <w:r w:rsidR="00697162" w:rsidRPr="009647FC">
              <w:rPr>
                <w:rtl/>
              </w:rPr>
              <w:t>والحجى</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697162" w:rsidP="00697162">
            <w:pPr>
              <w:pStyle w:val="libPoem"/>
            </w:pPr>
            <w:r w:rsidRPr="009647FC">
              <w:rPr>
                <w:rtl/>
              </w:rPr>
              <w:t>وأ</w:t>
            </w:r>
            <w:r w:rsidR="00A72677" w:rsidRPr="009647FC">
              <w:rPr>
                <w:rtl/>
              </w:rPr>
              <w:t>هل</w:t>
            </w:r>
            <w:r>
              <w:rPr>
                <w:rtl/>
              </w:rPr>
              <w:t xml:space="preserve"> </w:t>
            </w:r>
            <w:r w:rsidRPr="009647FC">
              <w:rPr>
                <w:rtl/>
              </w:rPr>
              <w:t>التقى</w:t>
            </w:r>
            <w:r>
              <w:rPr>
                <w:rtl/>
              </w:rPr>
              <w:t xml:space="preserve"> </w:t>
            </w:r>
            <w:r w:rsidRPr="009647FC">
              <w:rPr>
                <w:rtl/>
              </w:rPr>
              <w:t>والبرِّ</w:t>
            </w:r>
            <w:r>
              <w:rPr>
                <w:rtl/>
              </w:rPr>
              <w:t xml:space="preserve"> </w:t>
            </w:r>
            <w:r w:rsidRPr="009647FC">
              <w:rPr>
                <w:rtl/>
              </w:rPr>
              <w:t>والنسك</w:t>
            </w:r>
            <w:r>
              <w:rPr>
                <w:rtl/>
              </w:rPr>
              <w:t xml:space="preserve"> </w:t>
            </w:r>
            <w:r w:rsidRPr="009647FC">
              <w:rPr>
                <w:rtl/>
              </w:rPr>
              <w:t>والزهدِ</w:t>
            </w:r>
            <w:r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و</w:t>
            </w:r>
            <w:r w:rsidR="00A72677" w:rsidRPr="009647FC">
              <w:rPr>
                <w:rtl/>
              </w:rPr>
              <w:t>لو</w:t>
            </w:r>
            <w:r w:rsidRPr="009647FC">
              <w:rPr>
                <w:rtl/>
              </w:rPr>
              <w:t>لا</w:t>
            </w:r>
            <w:r>
              <w:rPr>
                <w:rtl/>
              </w:rPr>
              <w:t xml:space="preserve"> </w:t>
            </w:r>
            <w:r w:rsidRPr="009647FC">
              <w:rPr>
                <w:rtl/>
              </w:rPr>
              <w:t>ا</w:t>
            </w:r>
            <w:r w:rsidR="00A72677" w:rsidRPr="009647FC">
              <w:rPr>
                <w:rtl/>
              </w:rPr>
              <w:t>حت</w:t>
            </w:r>
            <w:r w:rsidRPr="009647FC">
              <w:rPr>
                <w:rtl/>
              </w:rPr>
              <w:t>رامي</w:t>
            </w:r>
            <w:r>
              <w:rPr>
                <w:rtl/>
              </w:rPr>
              <w:t xml:space="preserve"> </w:t>
            </w:r>
            <w:r w:rsidRPr="009647FC">
              <w:rPr>
                <w:rtl/>
              </w:rPr>
              <w:t>باقر</w:t>
            </w:r>
            <w:r>
              <w:rPr>
                <w:rtl/>
              </w:rPr>
              <w:t xml:space="preserve"> </w:t>
            </w:r>
            <w:r w:rsidRPr="009647FC">
              <w:rPr>
                <w:rtl/>
              </w:rPr>
              <w:t>العلم</w:t>
            </w:r>
            <w:r>
              <w:rPr>
                <w:rtl/>
              </w:rPr>
              <w:t xml:space="preserve"> </w:t>
            </w:r>
            <w:r w:rsidRPr="009647FC">
              <w:rPr>
                <w:rtl/>
              </w:rPr>
              <w:t>قلتُ</w:t>
            </w:r>
            <w:r>
              <w:rPr>
                <w:rtl/>
              </w:rPr>
              <w:t xml:space="preserve"> </w:t>
            </w:r>
            <w:r w:rsidRPr="009647FC">
              <w:rPr>
                <w:rtl/>
              </w:rPr>
              <w:t>ما</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له</w:t>
            </w:r>
            <w:r w:rsidR="00697162">
              <w:rPr>
                <w:rtl/>
              </w:rPr>
              <w:t xml:space="preserve"> </w:t>
            </w:r>
            <w:r w:rsidRPr="009647FC">
              <w:rPr>
                <w:rtl/>
              </w:rPr>
              <w:t>من</w:t>
            </w:r>
            <w:r w:rsidR="00697162">
              <w:rPr>
                <w:rtl/>
              </w:rPr>
              <w:t xml:space="preserve"> </w:t>
            </w:r>
            <w:r w:rsidR="00697162" w:rsidRPr="009647FC">
              <w:rPr>
                <w:rtl/>
              </w:rPr>
              <w:t>ذوي</w:t>
            </w:r>
            <w:r w:rsidR="00697162">
              <w:rPr>
                <w:rtl/>
              </w:rPr>
              <w:t xml:space="preserve"> </w:t>
            </w:r>
            <w:r w:rsidR="00697162" w:rsidRPr="009647FC">
              <w:rPr>
                <w:rtl/>
              </w:rPr>
              <w:t>العلم</w:t>
            </w:r>
            <w:r w:rsidR="00697162">
              <w:rPr>
                <w:rtl/>
              </w:rPr>
              <w:t xml:space="preserve"> </w:t>
            </w:r>
            <w:r w:rsidR="00697162" w:rsidRPr="009647FC">
              <w:rPr>
                <w:rtl/>
              </w:rPr>
              <w:t>الأفاضل</w:t>
            </w:r>
            <w:r w:rsidR="00697162">
              <w:rPr>
                <w:rtl/>
              </w:rPr>
              <w:t xml:space="preserve"> </w:t>
            </w:r>
            <w:r w:rsidR="00697162" w:rsidRPr="009647FC">
              <w:rPr>
                <w:rtl/>
              </w:rPr>
              <w:t>من</w:t>
            </w:r>
            <w:r w:rsidR="00697162">
              <w:rPr>
                <w:rtl/>
              </w:rPr>
              <w:t xml:space="preserve"> </w:t>
            </w:r>
            <w:r w:rsidR="00697162" w:rsidRPr="009647FC">
              <w:rPr>
                <w:rtl/>
              </w:rPr>
              <w:t>ندِّ</w:t>
            </w:r>
            <w:r w:rsidR="00697162" w:rsidRPr="00725071">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فت</w:t>
            </w:r>
            <w:r w:rsidR="00697162" w:rsidRPr="009647FC">
              <w:rPr>
                <w:rtl/>
              </w:rPr>
              <w:t>ىً</w:t>
            </w:r>
            <w:r w:rsidR="00697162">
              <w:rPr>
                <w:rtl/>
              </w:rPr>
              <w:t xml:space="preserve"> </w:t>
            </w:r>
            <w:r w:rsidRPr="009647FC">
              <w:rPr>
                <w:rtl/>
              </w:rPr>
              <w:t>حب</w:t>
            </w:r>
            <w:r w:rsidR="00697162" w:rsidRPr="009647FC">
              <w:rPr>
                <w:rtl/>
              </w:rPr>
              <w:t>بتْه</w:t>
            </w:r>
            <w:r w:rsidR="00697162">
              <w:rPr>
                <w:rtl/>
              </w:rPr>
              <w:t xml:space="preserve"> </w:t>
            </w:r>
            <w:r w:rsidRPr="009647FC">
              <w:rPr>
                <w:rtl/>
              </w:rPr>
              <w:t>في</w:t>
            </w:r>
            <w:r w:rsidR="00697162">
              <w:rPr>
                <w:rtl/>
              </w:rPr>
              <w:t xml:space="preserve"> </w:t>
            </w:r>
            <w:r w:rsidR="00697162" w:rsidRPr="009647FC">
              <w:rPr>
                <w:rtl/>
              </w:rPr>
              <w:t>النفوس</w:t>
            </w:r>
            <w:r w:rsidR="00697162">
              <w:rPr>
                <w:rtl/>
              </w:rPr>
              <w:t xml:space="preserve"> </w:t>
            </w:r>
            <w:r w:rsidR="00697162" w:rsidRPr="009647FC">
              <w:rPr>
                <w:rtl/>
              </w:rPr>
              <w:t>شمائلٌ</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شذ</w:t>
            </w:r>
            <w:r w:rsidR="00697162" w:rsidRPr="009647FC">
              <w:rPr>
                <w:rtl/>
              </w:rPr>
              <w:t>اهنّ</w:t>
            </w:r>
            <w:r w:rsidR="00677BC4">
              <w:rPr>
                <w:rtl/>
              </w:rPr>
              <w:t>َ</w:t>
            </w:r>
            <w:r w:rsidR="00697162">
              <w:rPr>
                <w:rtl/>
              </w:rPr>
              <w:t xml:space="preserve"> </w:t>
            </w:r>
            <w:r w:rsidR="00697162" w:rsidRPr="009647FC">
              <w:rPr>
                <w:rtl/>
              </w:rPr>
              <w:t>أذكى</w:t>
            </w:r>
            <w:r w:rsidR="00697162">
              <w:rPr>
                <w:rtl/>
              </w:rPr>
              <w:t xml:space="preserve"> </w:t>
            </w:r>
            <w:r w:rsidR="00697162" w:rsidRPr="009647FC">
              <w:rPr>
                <w:rtl/>
              </w:rPr>
              <w:t>من</w:t>
            </w:r>
            <w:r w:rsidR="00697162">
              <w:rPr>
                <w:rtl/>
              </w:rPr>
              <w:t xml:space="preserve"> </w:t>
            </w:r>
            <w:r w:rsidR="00697162" w:rsidRPr="009647FC">
              <w:rPr>
                <w:rtl/>
              </w:rPr>
              <w:t>شذ</w:t>
            </w:r>
            <w:r w:rsidR="00697162">
              <w:rPr>
                <w:rtl/>
              </w:rPr>
              <w:t xml:space="preserve"> </w:t>
            </w:r>
            <w:r w:rsidR="00697162" w:rsidRPr="009647FC">
              <w:rPr>
                <w:rtl/>
              </w:rPr>
              <w:t>الشيح</w:t>
            </w:r>
            <w:r w:rsidR="00697162">
              <w:rPr>
                <w:rtl/>
              </w:rPr>
              <w:t xml:space="preserve"> </w:t>
            </w:r>
            <w:r w:rsidR="00697162" w:rsidRPr="009647FC">
              <w:rPr>
                <w:rtl/>
              </w:rPr>
              <w:t>والرندِ</w:t>
            </w:r>
            <w:r w:rsidR="00697162" w:rsidRPr="00725071">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A72677">
              <w:rPr>
                <w:rtl/>
              </w:rPr>
              <w:t>و</w:t>
            </w:r>
            <w:r w:rsidR="00A72677" w:rsidRPr="00A72677">
              <w:rPr>
                <w:rtl/>
              </w:rPr>
              <w:t>طب</w:t>
            </w:r>
            <w:r w:rsidRPr="00A72677">
              <w:rPr>
                <w:rtl/>
              </w:rPr>
              <w:t xml:space="preserve">عٌ </w:t>
            </w:r>
            <w:r w:rsidR="00A72677" w:rsidRPr="00A72677">
              <w:rPr>
                <w:rtl/>
              </w:rPr>
              <w:t>كط</w:t>
            </w:r>
            <w:r w:rsidRPr="00A72677">
              <w:rPr>
                <w:rtl/>
              </w:rPr>
              <w:t>بع الروض رقّ</w:t>
            </w:r>
            <w:r w:rsidR="00677BC4">
              <w:rPr>
                <w:rtl/>
              </w:rPr>
              <w:t>َ</w:t>
            </w:r>
            <w:r w:rsidRPr="00A72677">
              <w:rPr>
                <w:rtl/>
              </w:rPr>
              <w:t xml:space="preserve"> هواؤه</w:t>
            </w:r>
            <w:r w:rsidRPr="00A72677">
              <w:rPr>
                <w:rStyle w:val="libPoemTiniChar0"/>
                <w:rtl/>
              </w:rPr>
              <w:br/>
              <w:t> </w:t>
            </w:r>
          </w:p>
        </w:tc>
        <w:tc>
          <w:tcPr>
            <w:tcW w:w="301" w:type="dxa"/>
          </w:tcPr>
          <w:p w:rsidR="00697162" w:rsidRPr="00A72677" w:rsidRDefault="00697162" w:rsidP="00697162">
            <w:pPr>
              <w:pStyle w:val="libPoem"/>
              <w:rPr>
                <w:rtl/>
              </w:rPr>
            </w:pPr>
          </w:p>
        </w:tc>
        <w:tc>
          <w:tcPr>
            <w:tcW w:w="3884" w:type="dxa"/>
          </w:tcPr>
          <w:p w:rsidR="00697162" w:rsidRPr="00A72677" w:rsidRDefault="00A72677" w:rsidP="00697162">
            <w:pPr>
              <w:pStyle w:val="libPoem"/>
            </w:pPr>
            <w:r w:rsidRPr="00A72677">
              <w:rPr>
                <w:rtl/>
              </w:rPr>
              <w:t>بأ</w:t>
            </w:r>
            <w:r w:rsidR="00697162" w:rsidRPr="00A72677">
              <w:rPr>
                <w:rtl/>
              </w:rPr>
              <w:t>سرار ري</w:t>
            </w:r>
            <w:r w:rsidRPr="00A72677">
              <w:rPr>
                <w:rtl/>
              </w:rPr>
              <w:t>ّا</w:t>
            </w:r>
            <w:r w:rsidR="00697162" w:rsidRPr="00A72677">
              <w:rPr>
                <w:rtl/>
              </w:rPr>
              <w:t xml:space="preserve">ه </w:t>
            </w:r>
            <w:r w:rsidRPr="00A72677">
              <w:rPr>
                <w:rtl/>
              </w:rPr>
              <w:t>تذ</w:t>
            </w:r>
            <w:r w:rsidR="00697162" w:rsidRPr="00A72677">
              <w:rPr>
                <w:rtl/>
              </w:rPr>
              <w:t>يع ص</w:t>
            </w:r>
            <w:r w:rsidR="00677BC4">
              <w:rPr>
                <w:rtl/>
              </w:rPr>
              <w:t>َ</w:t>
            </w:r>
            <w:r w:rsidRPr="00A72677">
              <w:rPr>
                <w:rtl/>
              </w:rPr>
              <w:t>ب</w:t>
            </w:r>
            <w:r w:rsidR="00697162" w:rsidRPr="00A72677">
              <w:rPr>
                <w:rtl/>
              </w:rPr>
              <w:t>ا نجدِ</w:t>
            </w:r>
            <w:r w:rsidR="00697162" w:rsidRPr="00A72677">
              <w:rPr>
                <w:rStyle w:val="libPoemTiniChar0"/>
                <w:rtl/>
              </w:rPr>
              <w:br/>
              <w:t> </w:t>
            </w:r>
          </w:p>
        </w:tc>
      </w:tr>
      <w:tr w:rsidR="00697162" w:rsidRPr="00524A24" w:rsidTr="00697162">
        <w:trPr>
          <w:trHeight w:val="350"/>
        </w:trPr>
        <w:tc>
          <w:tcPr>
            <w:tcW w:w="3902" w:type="dxa"/>
          </w:tcPr>
          <w:p w:rsidR="00697162" w:rsidRPr="00524A24" w:rsidRDefault="00697162" w:rsidP="00697162">
            <w:pPr>
              <w:pStyle w:val="libPoem"/>
            </w:pPr>
            <w:r w:rsidRPr="009647FC">
              <w:rPr>
                <w:rtl/>
              </w:rPr>
              <w:t>و</w:t>
            </w:r>
            <w:r w:rsidR="00A72677" w:rsidRPr="009647FC">
              <w:rPr>
                <w:rtl/>
              </w:rPr>
              <w:t>خل</w:t>
            </w:r>
            <w:r w:rsidRPr="009647FC">
              <w:rPr>
                <w:rtl/>
              </w:rPr>
              <w:t>قٌ</w:t>
            </w:r>
            <w:r>
              <w:rPr>
                <w:rtl/>
              </w:rPr>
              <w:t xml:space="preserve"> </w:t>
            </w:r>
            <w:r w:rsidR="00A72677" w:rsidRPr="009647FC">
              <w:rPr>
                <w:rtl/>
              </w:rPr>
              <w:t>به</w:t>
            </w:r>
            <w:r>
              <w:rPr>
                <w:rtl/>
              </w:rPr>
              <w:t xml:space="preserve"> </w:t>
            </w:r>
            <w:r w:rsidR="00A72677" w:rsidRPr="009647FC">
              <w:rPr>
                <w:rtl/>
              </w:rPr>
              <w:t>لو</w:t>
            </w:r>
            <w:r>
              <w:rPr>
                <w:rtl/>
              </w:rPr>
              <w:t xml:space="preserve"> </w:t>
            </w:r>
            <w:r w:rsidRPr="009647FC">
              <w:rPr>
                <w:rtl/>
              </w:rPr>
              <w:t>يمزج</w:t>
            </w:r>
            <w:r>
              <w:rPr>
                <w:rtl/>
              </w:rPr>
              <w:t xml:space="preserve"> </w:t>
            </w:r>
            <w:r w:rsidRPr="009647FC">
              <w:rPr>
                <w:rtl/>
              </w:rPr>
              <w:t>الماء</w:t>
            </w:r>
            <w:r w:rsidR="00677BC4">
              <w:rPr>
                <w:rtl/>
              </w:rPr>
              <w:t>َ</w:t>
            </w:r>
            <w:r>
              <w:rPr>
                <w:rtl/>
              </w:rPr>
              <w:t xml:space="preserve"> </w:t>
            </w:r>
            <w:r w:rsidRPr="009647FC">
              <w:rPr>
                <w:rtl/>
              </w:rPr>
              <w:t>شاربٌ</w:t>
            </w:r>
            <w:r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Default="00A72677" w:rsidP="00697162">
            <w:pPr>
              <w:pStyle w:val="libPoem"/>
            </w:pPr>
            <w:r w:rsidRPr="009647FC">
              <w:rPr>
                <w:rtl/>
              </w:rPr>
              <w:t>لم</w:t>
            </w:r>
            <w:r w:rsidR="00697162" w:rsidRPr="009647FC">
              <w:rPr>
                <w:rtl/>
              </w:rPr>
              <w:t>ا</w:t>
            </w:r>
            <w:r w:rsidR="00697162">
              <w:rPr>
                <w:rtl/>
              </w:rPr>
              <w:t xml:space="preserve"> </w:t>
            </w:r>
            <w:r w:rsidRPr="009647FC">
              <w:rPr>
                <w:rtl/>
              </w:rPr>
              <w:t>شك</w:t>
            </w:r>
            <w:r w:rsidR="00677BC4">
              <w:rPr>
                <w:rtl/>
              </w:rPr>
              <w:t>َ</w:t>
            </w:r>
            <w:r w:rsidR="00697162">
              <w:rPr>
                <w:rtl/>
              </w:rPr>
              <w:t xml:space="preserve"> </w:t>
            </w:r>
            <w:r w:rsidRPr="009647FC">
              <w:rPr>
                <w:rtl/>
              </w:rPr>
              <w:t>في</w:t>
            </w:r>
            <w:r w:rsidR="00697162" w:rsidRPr="009647FC">
              <w:rPr>
                <w:rtl/>
              </w:rPr>
              <w:t>ه</w:t>
            </w:r>
            <w:r w:rsidR="00697162">
              <w:rPr>
                <w:rtl/>
              </w:rPr>
              <w:t xml:space="preserve"> </w:t>
            </w:r>
            <w:r w:rsidR="00697162" w:rsidRPr="009647FC">
              <w:rPr>
                <w:rtl/>
              </w:rPr>
              <w:t>أنّه</w:t>
            </w:r>
            <w:r w:rsidR="00697162">
              <w:rPr>
                <w:rtl/>
              </w:rPr>
              <w:t xml:space="preserve"> </w:t>
            </w:r>
            <w:r w:rsidR="00697162" w:rsidRPr="009647FC">
              <w:rPr>
                <w:rtl/>
              </w:rPr>
              <w:t>الكوثر</w:t>
            </w:r>
            <w:r w:rsidR="00697162">
              <w:rPr>
                <w:rtl/>
              </w:rPr>
              <w:t xml:space="preserve"> </w:t>
            </w:r>
            <w:r w:rsidR="00697162" w:rsidRPr="009647FC">
              <w:rPr>
                <w:rtl/>
              </w:rPr>
              <w:t>الخلدي</w:t>
            </w:r>
            <w:r w:rsidR="00697162" w:rsidRPr="00725071">
              <w:rPr>
                <w:rStyle w:val="libPoemTiniChar0"/>
                <w:rtl/>
              </w:rPr>
              <w:br/>
              <w:t> </w:t>
            </w:r>
          </w:p>
        </w:tc>
      </w:tr>
      <w:tr w:rsidR="00697162" w:rsidRPr="00524A24" w:rsidTr="00697162">
        <w:trPr>
          <w:trHeight w:val="350"/>
        </w:trPr>
        <w:tc>
          <w:tcPr>
            <w:tcW w:w="3902" w:type="dxa"/>
          </w:tcPr>
          <w:p w:rsidR="00697162" w:rsidRPr="00524A24" w:rsidRDefault="00A72677" w:rsidP="00697162">
            <w:pPr>
              <w:pStyle w:val="libPoem"/>
            </w:pPr>
            <w:r w:rsidRPr="009647FC">
              <w:rPr>
                <w:rtl/>
              </w:rPr>
              <w:t>مع</w:t>
            </w:r>
            <w:r w:rsidR="00697162" w:rsidRPr="009647FC">
              <w:rPr>
                <w:rtl/>
              </w:rPr>
              <w:t>يدٌ</w:t>
            </w:r>
            <w:r w:rsidR="00697162">
              <w:rPr>
                <w:rtl/>
              </w:rPr>
              <w:t xml:space="preserve"> </w:t>
            </w:r>
            <w:r w:rsidRPr="009647FC">
              <w:rPr>
                <w:rtl/>
              </w:rPr>
              <w:t>لم</w:t>
            </w:r>
            <w:r w:rsidR="00697162" w:rsidRPr="009647FC">
              <w:rPr>
                <w:rtl/>
              </w:rPr>
              <w:t>ا</w:t>
            </w:r>
            <w:r w:rsidR="00697162">
              <w:rPr>
                <w:rtl/>
              </w:rPr>
              <w:t xml:space="preserve"> </w:t>
            </w:r>
            <w:r w:rsidR="00697162" w:rsidRPr="009647FC">
              <w:rPr>
                <w:rtl/>
              </w:rPr>
              <w:t>أبداه</w:t>
            </w:r>
            <w:r w:rsidR="00697162">
              <w:rPr>
                <w:rtl/>
              </w:rPr>
              <w:t xml:space="preserve"> </w:t>
            </w:r>
            <w:r w:rsidR="00697162" w:rsidRPr="009647FC">
              <w:rPr>
                <w:rtl/>
              </w:rPr>
              <w:t>في</w:t>
            </w:r>
            <w:r w:rsidR="00697162">
              <w:rPr>
                <w:rtl/>
              </w:rPr>
              <w:t xml:space="preserve"> </w:t>
            </w:r>
            <w:r w:rsidR="00697162" w:rsidRPr="009647FC">
              <w:rPr>
                <w:rtl/>
              </w:rPr>
              <w:t>الجود</w:t>
            </w:r>
            <w:r w:rsidR="00697162">
              <w:rPr>
                <w:rtl/>
              </w:rPr>
              <w:t xml:space="preserve"> </w:t>
            </w:r>
            <w:r w:rsidR="00697162" w:rsidRPr="009647FC">
              <w:rPr>
                <w:rtl/>
              </w:rPr>
              <w:t>لا</w:t>
            </w:r>
            <w:r w:rsidR="00697162">
              <w:rPr>
                <w:rtl/>
              </w:rPr>
              <w:t xml:space="preserve"> </w:t>
            </w:r>
            <w:r w:rsidR="00697162" w:rsidRPr="009647FC">
              <w:rPr>
                <w:rtl/>
              </w:rPr>
              <w:t>كمن</w:t>
            </w:r>
            <w:r w:rsidR="00697162" w:rsidRPr="00725071">
              <w:rPr>
                <w:rStyle w:val="libPoemTiniChar0"/>
                <w:rtl/>
              </w:rPr>
              <w:br/>
              <w:t> </w:t>
            </w:r>
          </w:p>
        </w:tc>
        <w:tc>
          <w:tcPr>
            <w:tcW w:w="301" w:type="dxa"/>
          </w:tcPr>
          <w:p w:rsidR="00697162" w:rsidRDefault="00697162" w:rsidP="00697162">
            <w:pPr>
              <w:pStyle w:val="libPoem"/>
              <w:rPr>
                <w:rtl/>
              </w:rPr>
            </w:pPr>
          </w:p>
        </w:tc>
        <w:tc>
          <w:tcPr>
            <w:tcW w:w="3884" w:type="dxa"/>
          </w:tcPr>
          <w:p w:rsidR="00697162" w:rsidRPr="00524A24" w:rsidRDefault="00697162" w:rsidP="00697162">
            <w:pPr>
              <w:pStyle w:val="libPoem"/>
            </w:pPr>
            <w:r w:rsidRPr="009647FC">
              <w:rPr>
                <w:rtl/>
              </w:rPr>
              <w:t>إذا</w:t>
            </w:r>
            <w:r>
              <w:rPr>
                <w:rtl/>
              </w:rPr>
              <w:t xml:space="preserve"> </w:t>
            </w:r>
            <w:r w:rsidR="00A72677" w:rsidRPr="009647FC">
              <w:rPr>
                <w:rtl/>
              </w:rPr>
              <w:t>جا</w:t>
            </w:r>
            <w:r w:rsidRPr="009647FC">
              <w:rPr>
                <w:rtl/>
              </w:rPr>
              <w:t>ء</w:t>
            </w:r>
            <w:r>
              <w:rPr>
                <w:rtl/>
              </w:rPr>
              <w:t xml:space="preserve"> </w:t>
            </w:r>
            <w:r w:rsidRPr="009647FC">
              <w:rPr>
                <w:rtl/>
              </w:rPr>
              <w:t>لا</w:t>
            </w:r>
            <w:r>
              <w:rPr>
                <w:rtl/>
              </w:rPr>
              <w:t xml:space="preserve"> </w:t>
            </w:r>
            <w:r w:rsidR="00A72677" w:rsidRPr="009647FC">
              <w:rPr>
                <w:rtl/>
              </w:rPr>
              <w:t>يغ</w:t>
            </w:r>
            <w:r w:rsidRPr="009647FC">
              <w:rPr>
                <w:rtl/>
              </w:rPr>
              <w:t>دو</w:t>
            </w:r>
            <w:r>
              <w:rPr>
                <w:rtl/>
              </w:rPr>
              <w:t xml:space="preserve"> </w:t>
            </w:r>
            <w:r w:rsidR="00A72677" w:rsidRPr="009647FC">
              <w:rPr>
                <w:rtl/>
              </w:rPr>
              <w:t>مع</w:t>
            </w:r>
            <w:r w:rsidRPr="009647FC">
              <w:rPr>
                <w:rtl/>
              </w:rPr>
              <w:t>يداً</w:t>
            </w:r>
            <w:r>
              <w:rPr>
                <w:rtl/>
              </w:rPr>
              <w:t xml:space="preserve"> </w:t>
            </w:r>
            <w:r w:rsidRPr="009647FC">
              <w:rPr>
                <w:rtl/>
              </w:rPr>
              <w:t>لما</w:t>
            </w:r>
            <w:r>
              <w:rPr>
                <w:rtl/>
              </w:rPr>
              <w:t xml:space="preserve"> </w:t>
            </w:r>
            <w:r w:rsidRPr="009647FC">
              <w:rPr>
                <w:rtl/>
              </w:rPr>
              <w:t>يبدي</w:t>
            </w:r>
            <w:r w:rsidRPr="00725071">
              <w:rPr>
                <w:rStyle w:val="libPoemTiniChar0"/>
                <w:rtl/>
              </w:rPr>
              <w:br/>
              <w:t> </w:t>
            </w:r>
          </w:p>
        </w:tc>
      </w:tr>
    </w:tbl>
    <w:p w:rsidR="004E7EC6" w:rsidRDefault="004E7EC6" w:rsidP="004E7EC6">
      <w:pPr>
        <w:pStyle w:val="libNormal"/>
        <w:rPr>
          <w:rtl/>
        </w:rPr>
      </w:pPr>
      <w:r>
        <w:rPr>
          <w:rtl/>
        </w:rPr>
        <w:br w:type="page"/>
      </w:r>
    </w:p>
    <w:p w:rsidR="004E7EC6" w:rsidRDefault="004E7EC6" w:rsidP="004E7EC6">
      <w:pPr>
        <w:pStyle w:val="libNormal"/>
        <w:rPr>
          <w:rtl/>
        </w:rPr>
      </w:pPr>
      <w:r>
        <w:rPr>
          <w:rtl/>
        </w:rPr>
        <w:lastRenderedPageBreak/>
        <w:br w:type="page"/>
      </w:r>
    </w:p>
    <w:p w:rsidR="004E7EC6" w:rsidRDefault="004E7EC6" w:rsidP="004E7EC6">
      <w:pPr>
        <w:pStyle w:val="libNormal"/>
        <w:rPr>
          <w:rtl/>
        </w:rPr>
      </w:pPr>
      <w:r>
        <w:rPr>
          <w:rtl/>
        </w:rPr>
        <w:lastRenderedPageBreak/>
        <w:br w:type="page"/>
      </w:r>
    </w:p>
    <w:p w:rsidR="004E7EC6" w:rsidRDefault="004E7EC6" w:rsidP="004E7EC6">
      <w:pPr>
        <w:pStyle w:val="libNormal"/>
        <w:rPr>
          <w:rtl/>
        </w:rPr>
      </w:pPr>
      <w:r>
        <w:rPr>
          <w:rtl/>
        </w:rPr>
        <w:lastRenderedPageBreak/>
        <w:br w:type="page"/>
      </w:r>
    </w:p>
    <w:p w:rsidR="009647FC" w:rsidRPr="00524A24" w:rsidRDefault="009647FC" w:rsidP="004E7EC6">
      <w:pPr>
        <w:pStyle w:val="libNormal"/>
      </w:pPr>
      <w:r w:rsidRPr="009647FC">
        <w:rPr>
          <w:rtl/>
        </w:rPr>
        <w:lastRenderedPageBreak/>
        <w:t>وقال يمدح السيد سلمان النقيب عن لسان بعض رؤساء الحلّة</w:t>
      </w:r>
      <w:r w:rsidR="00D769AB">
        <w:rPr>
          <w:rtl/>
        </w:rPr>
        <w:t>:</w:t>
      </w:r>
    </w:p>
    <w:tbl>
      <w:tblPr>
        <w:tblStyle w:val="TableGrid"/>
        <w:bidiVisual/>
        <w:tblW w:w="4562" w:type="pct"/>
        <w:tblInd w:w="384" w:type="dxa"/>
        <w:tblLook w:val="04A0"/>
      </w:tblPr>
      <w:tblGrid>
        <w:gridCol w:w="3902"/>
        <w:gridCol w:w="301"/>
        <w:gridCol w:w="3884"/>
      </w:tblGrid>
      <w:tr w:rsidR="0093547E" w:rsidRPr="00524A24" w:rsidTr="0093547E">
        <w:trPr>
          <w:trHeight w:val="350"/>
        </w:trPr>
        <w:tc>
          <w:tcPr>
            <w:tcW w:w="3902" w:type="dxa"/>
          </w:tcPr>
          <w:p w:rsidR="0093547E" w:rsidRPr="00524A24" w:rsidRDefault="00A72677" w:rsidP="00693B01">
            <w:pPr>
              <w:pStyle w:val="libPoem"/>
            </w:pPr>
            <w:r w:rsidRPr="009647FC">
              <w:rPr>
                <w:rtl/>
              </w:rPr>
              <w:t>سب</w:t>
            </w:r>
            <w:r w:rsidR="0093547E" w:rsidRPr="009647FC">
              <w:rPr>
                <w:rtl/>
              </w:rPr>
              <w:t>قت</w:t>
            </w:r>
            <w:r w:rsidR="00677BC4">
              <w:rPr>
                <w:rtl/>
              </w:rPr>
              <w:t>َ</w:t>
            </w:r>
            <w:r w:rsidR="0093547E">
              <w:rPr>
                <w:rtl/>
              </w:rPr>
              <w:t xml:space="preserve"> </w:t>
            </w:r>
            <w:r w:rsidR="0093547E" w:rsidRPr="009647FC">
              <w:rPr>
                <w:rtl/>
              </w:rPr>
              <w:t>ا</w:t>
            </w:r>
            <w:r w:rsidRPr="009647FC">
              <w:rPr>
                <w:rtl/>
              </w:rPr>
              <w:t>لو</w:t>
            </w:r>
            <w:r w:rsidR="0093547E" w:rsidRPr="009647FC">
              <w:rPr>
                <w:rtl/>
              </w:rPr>
              <w:t>رى</w:t>
            </w:r>
            <w:r w:rsidR="0093547E">
              <w:rPr>
                <w:rtl/>
              </w:rPr>
              <w:t xml:space="preserve"> </w:t>
            </w:r>
            <w:r w:rsidRPr="009647FC">
              <w:rPr>
                <w:rtl/>
              </w:rPr>
              <w:t>مج</w:t>
            </w:r>
            <w:r w:rsidR="0093547E" w:rsidRPr="009647FC">
              <w:rPr>
                <w:rtl/>
              </w:rPr>
              <w:t>داً</w:t>
            </w:r>
            <w:r w:rsidR="0093547E">
              <w:rPr>
                <w:rtl/>
              </w:rPr>
              <w:t xml:space="preserve"> </w:t>
            </w:r>
            <w:r w:rsidRPr="009647FC">
              <w:rPr>
                <w:rtl/>
              </w:rPr>
              <w:t>يد</w:t>
            </w:r>
            <w:r w:rsidR="0093547E" w:rsidRPr="009647FC">
              <w:rPr>
                <w:rtl/>
              </w:rPr>
              <w:t>وم</w:t>
            </w:r>
            <w:r w:rsidR="0093547E">
              <w:rPr>
                <w:rtl/>
              </w:rPr>
              <w:t xml:space="preserve"> </w:t>
            </w:r>
            <w:r w:rsidRPr="009647FC">
              <w:rPr>
                <w:rtl/>
              </w:rPr>
              <w:t>بل</w:t>
            </w:r>
            <w:r w:rsidR="0093547E" w:rsidRPr="009647FC">
              <w:rPr>
                <w:rtl/>
              </w:rPr>
              <w:t>ا</w:t>
            </w:r>
            <w:r w:rsidR="0093547E">
              <w:rPr>
                <w:rtl/>
              </w:rPr>
              <w:t xml:space="preserve"> </w:t>
            </w:r>
            <w:r w:rsidR="0093547E" w:rsidRPr="009647FC">
              <w:rPr>
                <w:rtl/>
              </w:rPr>
              <w:t>حدِّ</w:t>
            </w:r>
            <w:r w:rsidR="0093547E" w:rsidRPr="00725071">
              <w:rPr>
                <w:rStyle w:val="libPoemTiniChar0"/>
                <w:rtl/>
              </w:rPr>
              <w:br/>
              <w:t> </w:t>
            </w:r>
          </w:p>
        </w:tc>
        <w:tc>
          <w:tcPr>
            <w:tcW w:w="301" w:type="dxa"/>
          </w:tcPr>
          <w:p w:rsidR="0093547E" w:rsidRDefault="0093547E" w:rsidP="00693B01">
            <w:pPr>
              <w:pStyle w:val="libPoem"/>
              <w:rPr>
                <w:rtl/>
              </w:rPr>
            </w:pPr>
          </w:p>
        </w:tc>
        <w:tc>
          <w:tcPr>
            <w:tcW w:w="3884" w:type="dxa"/>
          </w:tcPr>
          <w:p w:rsidR="0093547E" w:rsidRDefault="00A72677" w:rsidP="00693B01">
            <w:pPr>
              <w:pStyle w:val="libPoem"/>
            </w:pPr>
            <w:r w:rsidRPr="009647FC">
              <w:rPr>
                <w:rtl/>
              </w:rPr>
              <w:t>فكا</w:t>
            </w:r>
            <w:r w:rsidR="0093547E" w:rsidRPr="009647FC">
              <w:rPr>
                <w:rtl/>
              </w:rPr>
              <w:t>ن</w:t>
            </w:r>
            <w:r w:rsidR="0093547E">
              <w:rPr>
                <w:rtl/>
              </w:rPr>
              <w:t xml:space="preserve"> </w:t>
            </w:r>
            <w:r w:rsidRPr="009647FC">
              <w:rPr>
                <w:rtl/>
              </w:rPr>
              <w:t>بل</w:t>
            </w:r>
            <w:r w:rsidR="0093547E" w:rsidRPr="009647FC">
              <w:rPr>
                <w:rtl/>
              </w:rPr>
              <w:t>ا</w:t>
            </w:r>
            <w:r w:rsidR="0093547E">
              <w:rPr>
                <w:rtl/>
              </w:rPr>
              <w:t xml:space="preserve"> </w:t>
            </w:r>
            <w:r w:rsidRPr="009647FC">
              <w:rPr>
                <w:rtl/>
              </w:rPr>
              <w:t>قب</w:t>
            </w:r>
            <w:r w:rsidR="0093547E" w:rsidRPr="009647FC">
              <w:rPr>
                <w:rtl/>
              </w:rPr>
              <w:t>لٍ</w:t>
            </w:r>
            <w:r w:rsidR="0093547E">
              <w:rPr>
                <w:rtl/>
              </w:rPr>
              <w:t xml:space="preserve"> </w:t>
            </w:r>
            <w:r w:rsidR="0093547E" w:rsidRPr="009647FC">
              <w:rPr>
                <w:rtl/>
              </w:rPr>
              <w:t>و</w:t>
            </w:r>
            <w:r w:rsidRPr="009647FC">
              <w:rPr>
                <w:rtl/>
              </w:rPr>
              <w:t>يب</w:t>
            </w:r>
            <w:r w:rsidR="0093547E" w:rsidRPr="009647FC">
              <w:rPr>
                <w:rtl/>
              </w:rPr>
              <w:t>قى</w:t>
            </w:r>
            <w:r w:rsidR="0093547E">
              <w:rPr>
                <w:rtl/>
              </w:rPr>
              <w:t xml:space="preserve"> </w:t>
            </w:r>
            <w:r w:rsidRPr="009647FC">
              <w:rPr>
                <w:rtl/>
              </w:rPr>
              <w:t>بل</w:t>
            </w:r>
            <w:r w:rsidR="0093547E" w:rsidRPr="009647FC">
              <w:rPr>
                <w:rtl/>
              </w:rPr>
              <w:t>ا</w:t>
            </w:r>
            <w:r w:rsidR="0093547E">
              <w:rPr>
                <w:rtl/>
              </w:rPr>
              <w:t xml:space="preserve"> </w:t>
            </w:r>
            <w:r w:rsidRPr="009647FC">
              <w:rPr>
                <w:rtl/>
              </w:rPr>
              <w:t>بع</w:t>
            </w:r>
            <w:r w:rsidR="0093547E" w:rsidRPr="009647FC">
              <w:rPr>
                <w:rtl/>
              </w:rPr>
              <w:t>دِ</w:t>
            </w:r>
            <w:r w:rsidR="0093547E" w:rsidRPr="00725071">
              <w:rPr>
                <w:rStyle w:val="libPoemTiniChar0"/>
                <w:rtl/>
              </w:rPr>
              <w:br/>
              <w:t> </w:t>
            </w:r>
          </w:p>
        </w:tc>
      </w:tr>
      <w:tr w:rsidR="0093547E" w:rsidRPr="00524A24" w:rsidTr="0093547E">
        <w:trPr>
          <w:trHeight w:val="350"/>
        </w:trPr>
        <w:tc>
          <w:tcPr>
            <w:tcW w:w="3902" w:type="dxa"/>
          </w:tcPr>
          <w:p w:rsidR="0093547E" w:rsidRPr="00524A24" w:rsidRDefault="00A72677" w:rsidP="00693B01">
            <w:pPr>
              <w:pStyle w:val="libPoem"/>
            </w:pPr>
            <w:r w:rsidRPr="009647FC">
              <w:rPr>
                <w:rtl/>
              </w:rPr>
              <w:t>خلق</w:t>
            </w:r>
            <w:r w:rsidR="0093547E" w:rsidRPr="009647FC">
              <w:rPr>
                <w:rtl/>
              </w:rPr>
              <w:t>ت</w:t>
            </w:r>
            <w:r w:rsidR="00677BC4">
              <w:rPr>
                <w:rtl/>
              </w:rPr>
              <w:t>َ</w:t>
            </w:r>
            <w:r w:rsidR="0093547E">
              <w:rPr>
                <w:rtl/>
              </w:rPr>
              <w:t xml:space="preserve"> </w:t>
            </w:r>
            <w:r w:rsidRPr="009647FC">
              <w:rPr>
                <w:rtl/>
              </w:rPr>
              <w:t>كم</w:t>
            </w:r>
            <w:r w:rsidR="0093547E" w:rsidRPr="009647FC">
              <w:rPr>
                <w:rtl/>
              </w:rPr>
              <w:t>ا</w:t>
            </w:r>
            <w:r w:rsidR="0093547E">
              <w:rPr>
                <w:rtl/>
              </w:rPr>
              <w:t xml:space="preserve"> </w:t>
            </w:r>
            <w:r w:rsidRPr="009647FC">
              <w:rPr>
                <w:rtl/>
              </w:rPr>
              <w:t>شا</w:t>
            </w:r>
            <w:r w:rsidR="0093547E" w:rsidRPr="009647FC">
              <w:rPr>
                <w:rtl/>
              </w:rPr>
              <w:t>ءتْ</w:t>
            </w:r>
            <w:r w:rsidR="0093547E">
              <w:rPr>
                <w:rtl/>
              </w:rPr>
              <w:t xml:space="preserve"> </w:t>
            </w:r>
            <w:r w:rsidRPr="009647FC">
              <w:rPr>
                <w:rtl/>
              </w:rPr>
              <w:t>نق</w:t>
            </w:r>
            <w:r w:rsidR="0093547E" w:rsidRPr="009647FC">
              <w:rPr>
                <w:rtl/>
              </w:rPr>
              <w:t>يبتك</w:t>
            </w:r>
            <w:r w:rsidR="0093547E">
              <w:rPr>
                <w:rtl/>
              </w:rPr>
              <w:t xml:space="preserve"> </w:t>
            </w:r>
            <w:r w:rsidR="0093547E" w:rsidRPr="009647FC">
              <w:rPr>
                <w:rtl/>
              </w:rPr>
              <w:t>ا</w:t>
            </w:r>
            <w:r w:rsidRPr="009647FC">
              <w:rPr>
                <w:rtl/>
              </w:rPr>
              <w:t>لت</w:t>
            </w:r>
            <w:r w:rsidR="0093547E" w:rsidRPr="009647FC">
              <w:rPr>
                <w:rtl/>
              </w:rPr>
              <w:t>ي</w:t>
            </w:r>
            <w:r w:rsidR="0093547E" w:rsidRPr="00725071">
              <w:rPr>
                <w:rStyle w:val="libPoemTiniChar0"/>
                <w:rtl/>
              </w:rPr>
              <w:br/>
              <w:t> </w:t>
            </w:r>
          </w:p>
        </w:tc>
        <w:tc>
          <w:tcPr>
            <w:tcW w:w="301" w:type="dxa"/>
          </w:tcPr>
          <w:p w:rsidR="0093547E" w:rsidRDefault="0093547E" w:rsidP="00693B01">
            <w:pPr>
              <w:pStyle w:val="libPoem"/>
              <w:rPr>
                <w:rtl/>
              </w:rPr>
            </w:pPr>
          </w:p>
        </w:tc>
        <w:tc>
          <w:tcPr>
            <w:tcW w:w="3884" w:type="dxa"/>
          </w:tcPr>
          <w:p w:rsidR="0093547E" w:rsidRDefault="0093547E" w:rsidP="00693B01">
            <w:pPr>
              <w:pStyle w:val="libPoem"/>
            </w:pPr>
            <w:r w:rsidRPr="009647FC">
              <w:rPr>
                <w:rtl/>
              </w:rPr>
              <w:t>أ</w:t>
            </w:r>
            <w:r w:rsidR="00A72677" w:rsidRPr="009647FC">
              <w:rPr>
                <w:rtl/>
              </w:rPr>
              <w:t>تا</w:t>
            </w:r>
            <w:r w:rsidRPr="009647FC">
              <w:rPr>
                <w:rtl/>
              </w:rPr>
              <w:t>ها</w:t>
            </w:r>
            <w:r>
              <w:rPr>
                <w:rtl/>
              </w:rPr>
              <w:t xml:space="preserve"> </w:t>
            </w:r>
            <w:r w:rsidRPr="009647FC">
              <w:rPr>
                <w:rtl/>
              </w:rPr>
              <w:t>ا</w:t>
            </w:r>
            <w:r w:rsidR="00A72677" w:rsidRPr="009647FC">
              <w:rPr>
                <w:rtl/>
              </w:rPr>
              <w:t>لن</w:t>
            </w:r>
            <w:r w:rsidRPr="009647FC">
              <w:rPr>
                <w:rtl/>
              </w:rPr>
              <w:t>دى</w:t>
            </w:r>
            <w:r>
              <w:rPr>
                <w:rtl/>
              </w:rPr>
              <w:t xml:space="preserve"> </w:t>
            </w:r>
            <w:r w:rsidR="00A72677" w:rsidRPr="009647FC">
              <w:rPr>
                <w:rtl/>
              </w:rPr>
              <w:t>كو</w:t>
            </w:r>
            <w:r w:rsidRPr="009647FC">
              <w:rPr>
                <w:rtl/>
              </w:rPr>
              <w:t>ني</w:t>
            </w:r>
            <w:r>
              <w:rPr>
                <w:rtl/>
              </w:rPr>
              <w:t xml:space="preserve"> </w:t>
            </w:r>
            <w:r w:rsidR="00A72677" w:rsidRPr="009647FC">
              <w:rPr>
                <w:rtl/>
              </w:rPr>
              <w:t>فك</w:t>
            </w:r>
            <w:r w:rsidRPr="009647FC">
              <w:rPr>
                <w:rtl/>
              </w:rPr>
              <w:t>انت</w:t>
            </w:r>
            <w:r>
              <w:rPr>
                <w:rtl/>
              </w:rPr>
              <w:t xml:space="preserve"> </w:t>
            </w:r>
            <w:r w:rsidR="00A72677" w:rsidRPr="009647FC">
              <w:rPr>
                <w:rtl/>
              </w:rPr>
              <w:t>بل</w:t>
            </w:r>
            <w:r w:rsidRPr="009647FC">
              <w:rPr>
                <w:rtl/>
              </w:rPr>
              <w:t>ا</w:t>
            </w:r>
            <w:r>
              <w:rPr>
                <w:rtl/>
              </w:rPr>
              <w:t xml:space="preserve"> </w:t>
            </w:r>
            <w:r w:rsidR="00A72677" w:rsidRPr="009647FC">
              <w:rPr>
                <w:rtl/>
              </w:rPr>
              <w:t>ند</w:t>
            </w:r>
            <w:r w:rsidRPr="009647FC">
              <w:rPr>
                <w:rtl/>
              </w:rPr>
              <w:t>ِّ</w:t>
            </w:r>
            <w:r w:rsidRPr="00725071">
              <w:rPr>
                <w:rStyle w:val="libPoemTiniChar0"/>
                <w:rtl/>
              </w:rPr>
              <w:br/>
              <w:t> </w:t>
            </w:r>
          </w:p>
        </w:tc>
      </w:tr>
      <w:tr w:rsidR="0093547E" w:rsidRPr="00524A24" w:rsidTr="0093547E">
        <w:trPr>
          <w:trHeight w:val="350"/>
        </w:trPr>
        <w:tc>
          <w:tcPr>
            <w:tcW w:w="3902" w:type="dxa"/>
          </w:tcPr>
          <w:p w:rsidR="0093547E" w:rsidRPr="00524A24" w:rsidRDefault="0093547E" w:rsidP="00693B01">
            <w:pPr>
              <w:pStyle w:val="libPoem"/>
            </w:pPr>
            <w:r w:rsidRPr="009647FC">
              <w:rPr>
                <w:rtl/>
              </w:rPr>
              <w:t>و</w:t>
            </w:r>
            <w:r w:rsidR="00A72677" w:rsidRPr="009647FC">
              <w:rPr>
                <w:rtl/>
              </w:rPr>
              <w:t>جئ</w:t>
            </w:r>
            <w:r w:rsidRPr="009647FC">
              <w:rPr>
                <w:rtl/>
              </w:rPr>
              <w:t>ت</w:t>
            </w:r>
            <w:r w:rsidR="00677BC4">
              <w:rPr>
                <w:rtl/>
              </w:rPr>
              <w:t>َ</w:t>
            </w:r>
            <w:r>
              <w:rPr>
                <w:rtl/>
              </w:rPr>
              <w:t xml:space="preserve"> </w:t>
            </w:r>
            <w:r w:rsidRPr="009647FC">
              <w:rPr>
                <w:rtl/>
              </w:rPr>
              <w:t>إ</w:t>
            </w:r>
            <w:r w:rsidR="00A72677" w:rsidRPr="009647FC">
              <w:rPr>
                <w:rtl/>
              </w:rPr>
              <w:t>لى</w:t>
            </w:r>
            <w:r>
              <w:rPr>
                <w:rtl/>
              </w:rPr>
              <w:t xml:space="preserve"> </w:t>
            </w:r>
            <w:r w:rsidRPr="009647FC">
              <w:rPr>
                <w:rtl/>
              </w:rPr>
              <w:t>ا</w:t>
            </w:r>
            <w:r w:rsidR="00A72677" w:rsidRPr="009647FC">
              <w:rPr>
                <w:rtl/>
              </w:rPr>
              <w:t>لد</w:t>
            </w:r>
            <w:r w:rsidRPr="009647FC">
              <w:rPr>
                <w:rtl/>
              </w:rPr>
              <w:t>نيا</w:t>
            </w:r>
            <w:r>
              <w:rPr>
                <w:rtl/>
              </w:rPr>
              <w:t xml:space="preserve"> </w:t>
            </w:r>
            <w:r w:rsidR="00A72677" w:rsidRPr="009647FC">
              <w:rPr>
                <w:rtl/>
              </w:rPr>
              <w:t>كم</w:t>
            </w:r>
            <w:r w:rsidRPr="009647FC">
              <w:rPr>
                <w:rtl/>
              </w:rPr>
              <w:t>ا</w:t>
            </w:r>
            <w:r>
              <w:rPr>
                <w:rtl/>
              </w:rPr>
              <w:t xml:space="preserve"> </w:t>
            </w:r>
            <w:r w:rsidRPr="009647FC">
              <w:rPr>
                <w:rtl/>
              </w:rPr>
              <w:t>اشتهت</w:t>
            </w:r>
            <w:r>
              <w:rPr>
                <w:rtl/>
              </w:rPr>
              <w:t xml:space="preserve"> </w:t>
            </w:r>
            <w:r w:rsidRPr="009647FC">
              <w:rPr>
                <w:rtl/>
              </w:rPr>
              <w:t>العُلى</w:t>
            </w:r>
            <w:r w:rsidRPr="00725071">
              <w:rPr>
                <w:rStyle w:val="libPoemTiniChar0"/>
                <w:rtl/>
              </w:rPr>
              <w:br/>
              <w:t> </w:t>
            </w:r>
          </w:p>
        </w:tc>
        <w:tc>
          <w:tcPr>
            <w:tcW w:w="301" w:type="dxa"/>
          </w:tcPr>
          <w:p w:rsidR="0093547E" w:rsidRDefault="0093547E" w:rsidP="00693B01">
            <w:pPr>
              <w:pStyle w:val="libPoem"/>
              <w:rPr>
                <w:rtl/>
              </w:rPr>
            </w:pPr>
          </w:p>
        </w:tc>
        <w:tc>
          <w:tcPr>
            <w:tcW w:w="3884" w:type="dxa"/>
          </w:tcPr>
          <w:p w:rsidR="0093547E" w:rsidRDefault="00A72677" w:rsidP="00693B01">
            <w:pPr>
              <w:pStyle w:val="libPoem"/>
            </w:pPr>
            <w:r w:rsidRPr="009647FC">
              <w:rPr>
                <w:rtl/>
              </w:rPr>
              <w:t>تع</w:t>
            </w:r>
            <w:r w:rsidR="0093547E" w:rsidRPr="009647FC">
              <w:rPr>
                <w:rtl/>
              </w:rPr>
              <w:t>يدُ</w:t>
            </w:r>
            <w:r w:rsidR="0093547E">
              <w:rPr>
                <w:rtl/>
              </w:rPr>
              <w:t xml:space="preserve"> </w:t>
            </w:r>
            <w:r w:rsidRPr="009647FC">
              <w:rPr>
                <w:rtl/>
              </w:rPr>
              <w:t>من</w:t>
            </w:r>
            <w:r w:rsidR="0093547E">
              <w:rPr>
                <w:rtl/>
              </w:rPr>
              <w:t xml:space="preserve"> </w:t>
            </w:r>
            <w:r w:rsidR="0093547E" w:rsidRPr="009647FC">
              <w:rPr>
                <w:rtl/>
              </w:rPr>
              <w:t>ا</w:t>
            </w:r>
            <w:r w:rsidRPr="009647FC">
              <w:rPr>
                <w:rtl/>
              </w:rPr>
              <w:t>لم</w:t>
            </w:r>
            <w:r w:rsidR="0093547E" w:rsidRPr="009647FC">
              <w:rPr>
                <w:rtl/>
              </w:rPr>
              <w:t>عروف</w:t>
            </w:r>
            <w:r w:rsidR="0093547E">
              <w:rPr>
                <w:rtl/>
              </w:rPr>
              <w:t xml:space="preserve"> </w:t>
            </w:r>
            <w:r w:rsidR="0093547E" w:rsidRPr="009647FC">
              <w:rPr>
                <w:rtl/>
              </w:rPr>
              <w:t>أضعاف</w:t>
            </w:r>
            <w:r w:rsidR="0093547E">
              <w:rPr>
                <w:rtl/>
              </w:rPr>
              <w:t xml:space="preserve"> </w:t>
            </w:r>
            <w:r w:rsidR="0093547E" w:rsidRPr="009647FC">
              <w:rPr>
                <w:rtl/>
              </w:rPr>
              <w:t>ما</w:t>
            </w:r>
            <w:r w:rsidR="0093547E">
              <w:rPr>
                <w:rtl/>
              </w:rPr>
              <w:t xml:space="preserve"> </w:t>
            </w:r>
            <w:r w:rsidR="0093547E" w:rsidRPr="009647FC">
              <w:rPr>
                <w:rtl/>
              </w:rPr>
              <w:t>تبدي</w:t>
            </w:r>
            <w:r w:rsidR="0093547E" w:rsidRPr="00725071">
              <w:rPr>
                <w:rStyle w:val="libPoemTiniChar0"/>
                <w:rtl/>
              </w:rPr>
              <w:br/>
              <w:t> </w:t>
            </w:r>
          </w:p>
        </w:tc>
      </w:tr>
      <w:tr w:rsidR="0093547E" w:rsidRPr="00524A24" w:rsidTr="0093547E">
        <w:trPr>
          <w:trHeight w:val="350"/>
        </w:trPr>
        <w:tc>
          <w:tcPr>
            <w:tcW w:w="3902" w:type="dxa"/>
          </w:tcPr>
          <w:p w:rsidR="0093547E" w:rsidRPr="00524A24" w:rsidRDefault="0093547E" w:rsidP="00693B01">
            <w:pPr>
              <w:pStyle w:val="libPoem"/>
            </w:pPr>
            <w:r w:rsidRPr="009647FC">
              <w:rPr>
                <w:rtl/>
              </w:rPr>
              <w:t>و</w:t>
            </w:r>
            <w:r w:rsidR="00A72677" w:rsidRPr="009647FC">
              <w:rPr>
                <w:rtl/>
              </w:rPr>
              <w:t>تبس</w:t>
            </w:r>
            <w:r w:rsidRPr="009647FC">
              <w:rPr>
                <w:rtl/>
              </w:rPr>
              <w:t>ط</w:t>
            </w:r>
            <w:r>
              <w:rPr>
                <w:rtl/>
              </w:rPr>
              <w:t xml:space="preserve"> </w:t>
            </w:r>
            <w:r w:rsidRPr="009647FC">
              <w:rPr>
                <w:rtl/>
              </w:rPr>
              <w:t>أندي</w:t>
            </w:r>
            <w:r>
              <w:rPr>
                <w:rtl/>
              </w:rPr>
              <w:t xml:space="preserve"> </w:t>
            </w:r>
            <w:r w:rsidR="00A72677" w:rsidRPr="009647FC">
              <w:rPr>
                <w:rtl/>
              </w:rPr>
              <w:t>من</w:t>
            </w:r>
            <w:r>
              <w:rPr>
                <w:rtl/>
              </w:rPr>
              <w:t xml:space="preserve"> </w:t>
            </w:r>
            <w:r w:rsidRPr="009647FC">
              <w:rPr>
                <w:rtl/>
              </w:rPr>
              <w:t>أد</w:t>
            </w:r>
            <w:r w:rsidR="00A72677" w:rsidRPr="009647FC">
              <w:rPr>
                <w:rtl/>
              </w:rPr>
              <w:t>يم</w:t>
            </w:r>
            <w:r>
              <w:rPr>
                <w:rtl/>
              </w:rPr>
              <w:t xml:space="preserve"> </w:t>
            </w:r>
            <w:r w:rsidR="00A72677" w:rsidRPr="009647FC">
              <w:rPr>
                <w:rtl/>
              </w:rPr>
              <w:t>غم</w:t>
            </w:r>
            <w:r w:rsidRPr="009647FC">
              <w:rPr>
                <w:rtl/>
              </w:rPr>
              <w:t>امة</w:t>
            </w:r>
            <w:r w:rsidRPr="00725071">
              <w:rPr>
                <w:rStyle w:val="libPoemTiniChar0"/>
                <w:rtl/>
              </w:rPr>
              <w:br/>
              <w:t> </w:t>
            </w:r>
          </w:p>
        </w:tc>
        <w:tc>
          <w:tcPr>
            <w:tcW w:w="301" w:type="dxa"/>
          </w:tcPr>
          <w:p w:rsidR="0093547E" w:rsidRDefault="0093547E" w:rsidP="00693B01">
            <w:pPr>
              <w:pStyle w:val="libPoem"/>
              <w:rPr>
                <w:rtl/>
              </w:rPr>
            </w:pPr>
          </w:p>
        </w:tc>
        <w:tc>
          <w:tcPr>
            <w:tcW w:w="3884" w:type="dxa"/>
          </w:tcPr>
          <w:p w:rsidR="0093547E" w:rsidRDefault="00A72677" w:rsidP="00693B01">
            <w:pPr>
              <w:pStyle w:val="libPoem"/>
            </w:pPr>
            <w:r w:rsidRPr="009647FC">
              <w:rPr>
                <w:rtl/>
              </w:rPr>
              <w:t>بن</w:t>
            </w:r>
            <w:r w:rsidR="0093547E" w:rsidRPr="009647FC">
              <w:rPr>
                <w:rtl/>
              </w:rPr>
              <w:t>اناً</w:t>
            </w:r>
            <w:r w:rsidR="0093547E">
              <w:rPr>
                <w:rtl/>
              </w:rPr>
              <w:t xml:space="preserve"> </w:t>
            </w:r>
            <w:r w:rsidRPr="009647FC">
              <w:rPr>
                <w:rtl/>
              </w:rPr>
              <w:t>يع</w:t>
            </w:r>
            <w:r w:rsidR="0093547E" w:rsidRPr="009647FC">
              <w:rPr>
                <w:rtl/>
              </w:rPr>
              <w:t>لمّن</w:t>
            </w:r>
            <w:r w:rsidR="0093547E">
              <w:rPr>
                <w:rtl/>
              </w:rPr>
              <w:t xml:space="preserve"> </w:t>
            </w:r>
            <w:r w:rsidR="0093547E" w:rsidRPr="009647FC">
              <w:rPr>
                <w:rtl/>
              </w:rPr>
              <w:t>ا</w:t>
            </w:r>
            <w:r w:rsidRPr="009647FC">
              <w:rPr>
                <w:rtl/>
              </w:rPr>
              <w:t>لح</w:t>
            </w:r>
            <w:r w:rsidR="0093547E" w:rsidRPr="009647FC">
              <w:rPr>
                <w:rtl/>
              </w:rPr>
              <w:t>يا</w:t>
            </w:r>
            <w:r w:rsidR="0093547E">
              <w:rPr>
                <w:rtl/>
              </w:rPr>
              <w:t xml:space="preserve"> </w:t>
            </w:r>
            <w:r w:rsidRPr="009647FC">
              <w:rPr>
                <w:rtl/>
              </w:rPr>
              <w:t>كي</w:t>
            </w:r>
            <w:r w:rsidR="0093547E" w:rsidRPr="009647FC">
              <w:rPr>
                <w:rtl/>
              </w:rPr>
              <w:t>ف</w:t>
            </w:r>
            <w:r w:rsidR="0093547E">
              <w:rPr>
                <w:rtl/>
              </w:rPr>
              <w:t xml:space="preserve"> </w:t>
            </w:r>
            <w:r w:rsidRPr="009647FC">
              <w:rPr>
                <w:rtl/>
              </w:rPr>
              <w:t>يس</w:t>
            </w:r>
            <w:r w:rsidR="0093547E" w:rsidRPr="009647FC">
              <w:rPr>
                <w:rtl/>
              </w:rPr>
              <w:t>تجدي</w:t>
            </w:r>
            <w:r w:rsidR="0093547E" w:rsidRPr="00725071">
              <w:rPr>
                <w:rStyle w:val="libPoemTiniChar0"/>
                <w:rtl/>
              </w:rPr>
              <w:br/>
              <w:t> </w:t>
            </w:r>
          </w:p>
        </w:tc>
      </w:tr>
      <w:tr w:rsidR="0093547E" w:rsidRPr="00524A24" w:rsidTr="0093547E">
        <w:trPr>
          <w:trHeight w:val="350"/>
        </w:trPr>
        <w:tc>
          <w:tcPr>
            <w:tcW w:w="3902" w:type="dxa"/>
          </w:tcPr>
          <w:p w:rsidR="0093547E" w:rsidRPr="00524A24" w:rsidRDefault="0093547E" w:rsidP="00693B01">
            <w:pPr>
              <w:pStyle w:val="libPoem"/>
            </w:pPr>
            <w:r w:rsidRPr="00A72677">
              <w:rPr>
                <w:rtl/>
              </w:rPr>
              <w:t>و</w:t>
            </w:r>
            <w:r w:rsidR="00A72677" w:rsidRPr="00A72677">
              <w:rPr>
                <w:rtl/>
              </w:rPr>
              <w:t>في</w:t>
            </w:r>
            <w:r w:rsidRPr="00A72677">
              <w:rPr>
                <w:rtl/>
              </w:rPr>
              <w:t xml:space="preserve"> ا</w:t>
            </w:r>
            <w:r w:rsidR="00A72677" w:rsidRPr="00A72677">
              <w:rPr>
                <w:rtl/>
              </w:rPr>
              <w:t>لن</w:t>
            </w:r>
            <w:r w:rsidRPr="00A72677">
              <w:rPr>
                <w:rtl/>
              </w:rPr>
              <w:t>اسِ م</w:t>
            </w:r>
            <w:r w:rsidR="00677BC4">
              <w:rPr>
                <w:rtl/>
              </w:rPr>
              <w:t>َ</w:t>
            </w:r>
            <w:r w:rsidR="00A72677" w:rsidRPr="00A72677">
              <w:rPr>
                <w:rtl/>
              </w:rPr>
              <w:t>ن</w:t>
            </w:r>
            <w:r w:rsidRPr="00A72677">
              <w:rPr>
                <w:rtl/>
              </w:rPr>
              <w:t xml:space="preserve">ْ </w:t>
            </w:r>
            <w:r w:rsidR="00A72677" w:rsidRPr="00A72677">
              <w:rPr>
                <w:rtl/>
              </w:rPr>
              <w:t>يغ</w:t>
            </w:r>
            <w:r w:rsidRPr="00A72677">
              <w:rPr>
                <w:rtl/>
              </w:rPr>
              <w:t>دو به مستميحهُ</w:t>
            </w:r>
            <w:r w:rsidRPr="00A72677">
              <w:rPr>
                <w:rStyle w:val="libPoemTiniChar0"/>
                <w:rtl/>
              </w:rPr>
              <w:br/>
              <w:t> </w:t>
            </w:r>
          </w:p>
        </w:tc>
        <w:tc>
          <w:tcPr>
            <w:tcW w:w="301" w:type="dxa"/>
          </w:tcPr>
          <w:p w:rsidR="0093547E" w:rsidRPr="00A72677" w:rsidRDefault="0093547E" w:rsidP="00693B01">
            <w:pPr>
              <w:pStyle w:val="libPoem"/>
              <w:rPr>
                <w:rtl/>
              </w:rPr>
            </w:pPr>
          </w:p>
        </w:tc>
        <w:tc>
          <w:tcPr>
            <w:tcW w:w="3884" w:type="dxa"/>
          </w:tcPr>
          <w:p w:rsidR="0093547E" w:rsidRPr="00A72677" w:rsidRDefault="00A72677" w:rsidP="00693B01">
            <w:pPr>
              <w:pStyle w:val="libPoem"/>
            </w:pPr>
            <w:r w:rsidRPr="00A72677">
              <w:rPr>
                <w:rtl/>
              </w:rPr>
              <w:t>كمس</w:t>
            </w:r>
            <w:r w:rsidR="0093547E" w:rsidRPr="00A72677">
              <w:rPr>
                <w:rtl/>
              </w:rPr>
              <w:t xml:space="preserve">تقطرٍ </w:t>
            </w:r>
            <w:r w:rsidRPr="00A72677">
              <w:rPr>
                <w:rtl/>
              </w:rPr>
              <w:t>ما</w:t>
            </w:r>
            <w:r w:rsidR="0093547E" w:rsidRPr="00A72677">
              <w:rPr>
                <w:rtl/>
              </w:rPr>
              <w:t xml:space="preserve">ءً </w:t>
            </w:r>
            <w:r w:rsidRPr="00A72677">
              <w:rPr>
                <w:rtl/>
              </w:rPr>
              <w:t>من</w:t>
            </w:r>
            <w:r w:rsidR="0093547E" w:rsidRPr="00A72677">
              <w:rPr>
                <w:rtl/>
              </w:rPr>
              <w:t xml:space="preserve"> ا</w:t>
            </w:r>
            <w:r w:rsidRPr="00A72677">
              <w:rPr>
                <w:rtl/>
              </w:rPr>
              <w:t>لح</w:t>
            </w:r>
            <w:r w:rsidR="0093547E" w:rsidRPr="00A72677">
              <w:rPr>
                <w:rtl/>
              </w:rPr>
              <w:t>جر ا</w:t>
            </w:r>
            <w:r w:rsidRPr="00A72677">
              <w:rPr>
                <w:rtl/>
              </w:rPr>
              <w:t>لص</w:t>
            </w:r>
            <w:r w:rsidR="0093547E" w:rsidRPr="00A72677">
              <w:rPr>
                <w:rtl/>
              </w:rPr>
              <w:t>لدِ</w:t>
            </w:r>
            <w:r w:rsidR="0093547E" w:rsidRPr="00A72677">
              <w:rPr>
                <w:rStyle w:val="libPoemTiniChar0"/>
                <w:rtl/>
              </w:rPr>
              <w:br/>
              <w:t> </w:t>
            </w:r>
          </w:p>
        </w:tc>
      </w:tr>
      <w:tr w:rsidR="0093547E" w:rsidRPr="00524A24" w:rsidTr="0093547E">
        <w:trPr>
          <w:trHeight w:val="350"/>
        </w:trPr>
        <w:tc>
          <w:tcPr>
            <w:tcW w:w="3902" w:type="dxa"/>
          </w:tcPr>
          <w:p w:rsidR="0093547E" w:rsidRPr="00524A24" w:rsidRDefault="00A72677" w:rsidP="00693B01">
            <w:pPr>
              <w:pStyle w:val="libPoem"/>
            </w:pPr>
            <w:r w:rsidRPr="009647FC">
              <w:rPr>
                <w:rtl/>
              </w:rPr>
              <w:t>فيا</w:t>
            </w:r>
            <w:r w:rsidR="0093547E">
              <w:rPr>
                <w:rtl/>
              </w:rPr>
              <w:t xml:space="preserve"> </w:t>
            </w:r>
            <w:r w:rsidR="0093547E" w:rsidRPr="009647FC">
              <w:rPr>
                <w:rtl/>
              </w:rPr>
              <w:t>لا</w:t>
            </w:r>
            <w:r w:rsidRPr="009647FC">
              <w:rPr>
                <w:rtl/>
              </w:rPr>
              <w:t>بسا</w:t>
            </w:r>
            <w:r w:rsidR="0093547E" w:rsidRPr="009647FC">
              <w:rPr>
                <w:rtl/>
              </w:rPr>
              <w:t>ً</w:t>
            </w:r>
            <w:r w:rsidR="0093547E">
              <w:rPr>
                <w:rtl/>
              </w:rPr>
              <w:t xml:space="preserve"> </w:t>
            </w:r>
            <w:r w:rsidRPr="009647FC">
              <w:rPr>
                <w:rtl/>
              </w:rPr>
              <w:t>بر</w:t>
            </w:r>
            <w:r w:rsidR="0093547E" w:rsidRPr="009647FC">
              <w:rPr>
                <w:rtl/>
              </w:rPr>
              <w:t>د</w:t>
            </w:r>
            <w:r w:rsidR="0093547E">
              <w:rPr>
                <w:rtl/>
              </w:rPr>
              <w:t xml:space="preserve"> </w:t>
            </w:r>
            <w:r w:rsidR="0093547E" w:rsidRPr="009647FC">
              <w:rPr>
                <w:rtl/>
              </w:rPr>
              <w:t>ا</w:t>
            </w:r>
            <w:r w:rsidRPr="009647FC">
              <w:rPr>
                <w:rtl/>
              </w:rPr>
              <w:t>لس</w:t>
            </w:r>
            <w:r w:rsidR="0093547E" w:rsidRPr="009647FC">
              <w:rPr>
                <w:rtl/>
              </w:rPr>
              <w:t>يادة</w:t>
            </w:r>
            <w:r w:rsidR="0093547E">
              <w:rPr>
                <w:rtl/>
              </w:rPr>
              <w:t xml:space="preserve"> </w:t>
            </w:r>
            <w:r w:rsidR="0093547E" w:rsidRPr="009647FC">
              <w:rPr>
                <w:rtl/>
              </w:rPr>
              <w:t>لا</w:t>
            </w:r>
            <w:r w:rsidR="0093547E">
              <w:rPr>
                <w:rtl/>
              </w:rPr>
              <w:t xml:space="preserve"> </w:t>
            </w:r>
            <w:r w:rsidRPr="009647FC">
              <w:rPr>
                <w:rtl/>
              </w:rPr>
              <w:t>شذ</w:t>
            </w:r>
            <w:r w:rsidR="0093547E" w:rsidRPr="009647FC">
              <w:rPr>
                <w:rtl/>
              </w:rPr>
              <w:t>ا</w:t>
            </w:r>
            <w:r w:rsidR="0093547E" w:rsidRPr="00725071">
              <w:rPr>
                <w:rStyle w:val="libPoemTiniChar0"/>
                <w:rtl/>
              </w:rPr>
              <w:br/>
              <w:t> </w:t>
            </w:r>
          </w:p>
        </w:tc>
        <w:tc>
          <w:tcPr>
            <w:tcW w:w="301" w:type="dxa"/>
          </w:tcPr>
          <w:p w:rsidR="0093547E" w:rsidRDefault="0093547E" w:rsidP="00693B01">
            <w:pPr>
              <w:pStyle w:val="libPoem"/>
              <w:rPr>
                <w:rtl/>
              </w:rPr>
            </w:pPr>
          </w:p>
        </w:tc>
        <w:tc>
          <w:tcPr>
            <w:tcW w:w="3884" w:type="dxa"/>
          </w:tcPr>
          <w:p w:rsidR="0093547E" w:rsidRDefault="00A72677" w:rsidP="00693B01">
            <w:pPr>
              <w:pStyle w:val="libPoem"/>
            </w:pPr>
            <w:r w:rsidRPr="009647FC">
              <w:rPr>
                <w:rtl/>
              </w:rPr>
              <w:t>من</w:t>
            </w:r>
            <w:r w:rsidR="0093547E">
              <w:rPr>
                <w:rtl/>
              </w:rPr>
              <w:t xml:space="preserve"> </w:t>
            </w:r>
            <w:r w:rsidR="0093547E" w:rsidRPr="009647FC">
              <w:rPr>
                <w:rtl/>
              </w:rPr>
              <w:t>ا</w:t>
            </w:r>
            <w:r w:rsidRPr="009647FC">
              <w:rPr>
                <w:rtl/>
              </w:rPr>
              <w:t>لف</w:t>
            </w:r>
            <w:r w:rsidR="0093547E" w:rsidRPr="009647FC">
              <w:rPr>
                <w:rtl/>
              </w:rPr>
              <w:t>خر</w:t>
            </w:r>
            <w:r w:rsidR="0093547E">
              <w:rPr>
                <w:rtl/>
              </w:rPr>
              <w:t xml:space="preserve"> </w:t>
            </w:r>
            <w:r w:rsidR="0093547E" w:rsidRPr="009647FC">
              <w:rPr>
                <w:rtl/>
              </w:rPr>
              <w:t>إلاّ</w:t>
            </w:r>
            <w:r w:rsidR="0093547E">
              <w:rPr>
                <w:rtl/>
              </w:rPr>
              <w:t xml:space="preserve"> </w:t>
            </w:r>
            <w:r w:rsidR="0093547E" w:rsidRPr="009647FC">
              <w:rPr>
                <w:rtl/>
              </w:rPr>
              <w:t>و</w:t>
            </w:r>
            <w:r w:rsidRPr="009647FC">
              <w:rPr>
                <w:rtl/>
              </w:rPr>
              <w:t>هو</w:t>
            </w:r>
            <w:r w:rsidR="0093547E">
              <w:rPr>
                <w:rtl/>
              </w:rPr>
              <w:t xml:space="preserve"> </w:t>
            </w:r>
            <w:r w:rsidRPr="009647FC">
              <w:rPr>
                <w:rtl/>
              </w:rPr>
              <w:t>في</w:t>
            </w:r>
            <w:r w:rsidR="0093547E">
              <w:rPr>
                <w:rtl/>
              </w:rPr>
              <w:t xml:space="preserve"> </w:t>
            </w:r>
            <w:r w:rsidR="0093547E" w:rsidRPr="009647FC">
              <w:rPr>
                <w:rtl/>
              </w:rPr>
              <w:t>ذ</w:t>
            </w:r>
            <w:r w:rsidRPr="009647FC">
              <w:rPr>
                <w:rtl/>
              </w:rPr>
              <w:t>لك</w:t>
            </w:r>
            <w:r w:rsidR="0093547E">
              <w:rPr>
                <w:rtl/>
              </w:rPr>
              <w:t xml:space="preserve"> </w:t>
            </w:r>
            <w:r w:rsidR="0093547E" w:rsidRPr="009647FC">
              <w:rPr>
                <w:rtl/>
              </w:rPr>
              <w:t>البردِ</w:t>
            </w:r>
            <w:r w:rsidR="0093547E" w:rsidRPr="00725071">
              <w:rPr>
                <w:rStyle w:val="libPoemTiniChar0"/>
                <w:rtl/>
              </w:rPr>
              <w:br/>
              <w:t> </w:t>
            </w:r>
          </w:p>
        </w:tc>
      </w:tr>
      <w:tr w:rsidR="0093547E" w:rsidRPr="00524A24" w:rsidTr="0093547E">
        <w:trPr>
          <w:trHeight w:val="350"/>
        </w:trPr>
        <w:tc>
          <w:tcPr>
            <w:tcW w:w="3902" w:type="dxa"/>
          </w:tcPr>
          <w:p w:rsidR="0093547E" w:rsidRPr="00524A24" w:rsidRDefault="00A72677" w:rsidP="00693B01">
            <w:pPr>
              <w:pStyle w:val="libPoem"/>
            </w:pPr>
            <w:r w:rsidRPr="00A72677">
              <w:rPr>
                <w:rtl/>
              </w:rPr>
              <w:t>فب</w:t>
            </w:r>
            <w:r w:rsidR="0093547E" w:rsidRPr="00A72677">
              <w:rPr>
                <w:rtl/>
              </w:rPr>
              <w:t>وركت</w:t>
            </w:r>
            <w:r w:rsidR="00677BC4">
              <w:rPr>
                <w:rtl/>
              </w:rPr>
              <w:t>َ</w:t>
            </w:r>
            <w:r w:rsidR="0093547E" w:rsidRPr="00A72677">
              <w:rPr>
                <w:rtl/>
              </w:rPr>
              <w:t xml:space="preserve"> </w:t>
            </w:r>
            <w:r w:rsidRPr="00A72677">
              <w:rPr>
                <w:rtl/>
              </w:rPr>
              <w:t>من</w:t>
            </w:r>
            <w:r w:rsidR="0093547E" w:rsidRPr="00A72677">
              <w:rPr>
                <w:rtl/>
              </w:rPr>
              <w:t xml:space="preserve"> </w:t>
            </w:r>
            <w:r w:rsidRPr="00A72677">
              <w:rPr>
                <w:rtl/>
              </w:rPr>
              <w:t>فر</w:t>
            </w:r>
            <w:r w:rsidR="0093547E" w:rsidRPr="00A72677">
              <w:rPr>
                <w:rtl/>
              </w:rPr>
              <w:t xml:space="preserve">دٍ </w:t>
            </w:r>
            <w:r w:rsidRPr="00A72677">
              <w:rPr>
                <w:rtl/>
              </w:rPr>
              <w:t>حو</w:t>
            </w:r>
            <w:r w:rsidR="0093547E" w:rsidRPr="00A72677">
              <w:rPr>
                <w:rtl/>
              </w:rPr>
              <w:t>ى الدهر كلّه</w:t>
            </w:r>
            <w:r w:rsidR="0093547E" w:rsidRPr="00A72677">
              <w:rPr>
                <w:rStyle w:val="libPoemTiniChar0"/>
                <w:rtl/>
              </w:rPr>
              <w:br/>
              <w:t> </w:t>
            </w:r>
          </w:p>
        </w:tc>
        <w:tc>
          <w:tcPr>
            <w:tcW w:w="301" w:type="dxa"/>
          </w:tcPr>
          <w:p w:rsidR="0093547E" w:rsidRPr="00A72677" w:rsidRDefault="0093547E" w:rsidP="00693B01">
            <w:pPr>
              <w:pStyle w:val="libPoem"/>
              <w:rPr>
                <w:rtl/>
              </w:rPr>
            </w:pPr>
          </w:p>
        </w:tc>
        <w:tc>
          <w:tcPr>
            <w:tcW w:w="3884" w:type="dxa"/>
          </w:tcPr>
          <w:p w:rsidR="0093547E" w:rsidRPr="00A72677" w:rsidRDefault="0093547E" w:rsidP="00693B01">
            <w:pPr>
              <w:pStyle w:val="libPoem"/>
            </w:pPr>
            <w:r w:rsidRPr="00A72677">
              <w:rPr>
                <w:rtl/>
              </w:rPr>
              <w:t>ببرد عُلاً منه طوى الناس في بردِ</w:t>
            </w:r>
            <w:r w:rsidRPr="00A72677">
              <w:rPr>
                <w:rStyle w:val="libFootnotenumChar"/>
                <w:rtl/>
              </w:rPr>
              <w:t>(1)</w:t>
            </w:r>
            <w:r w:rsidRPr="00A72677">
              <w:rPr>
                <w:rStyle w:val="libPoemTiniChar0"/>
                <w:rtl/>
              </w:rPr>
              <w:br/>
              <w:t> </w:t>
            </w:r>
          </w:p>
        </w:tc>
      </w:tr>
      <w:tr w:rsidR="0093547E" w:rsidRPr="00524A24" w:rsidTr="0093547E">
        <w:trPr>
          <w:trHeight w:val="350"/>
        </w:trPr>
        <w:tc>
          <w:tcPr>
            <w:tcW w:w="3902" w:type="dxa"/>
          </w:tcPr>
          <w:p w:rsidR="0093547E" w:rsidRPr="00524A24" w:rsidRDefault="0093547E" w:rsidP="00693B01">
            <w:pPr>
              <w:pStyle w:val="libPoem"/>
            </w:pPr>
            <w:r w:rsidRPr="00A72677">
              <w:rPr>
                <w:rtl/>
              </w:rPr>
              <w:t>زعيم النهى ما عطرت جيبها</w:t>
            </w:r>
            <w:r w:rsidRPr="00A72677">
              <w:rPr>
                <w:rStyle w:val="libFootnotenumChar"/>
                <w:rtl/>
              </w:rPr>
              <w:t>(2)</w:t>
            </w:r>
            <w:r w:rsidRPr="00A72677">
              <w:rPr>
                <w:rtl/>
              </w:rPr>
              <w:t xml:space="preserve"> الص</w:t>
            </w:r>
            <w:r w:rsidR="00677BC4">
              <w:rPr>
                <w:rtl/>
              </w:rPr>
              <w:t>َ</w:t>
            </w:r>
            <w:r w:rsidRPr="00A72677">
              <w:rPr>
                <w:rtl/>
              </w:rPr>
              <w:t>با</w:t>
            </w:r>
            <w:r w:rsidRPr="00A72677">
              <w:rPr>
                <w:rStyle w:val="libPoemTiniChar0"/>
                <w:rtl/>
              </w:rPr>
              <w:br/>
              <w:t> </w:t>
            </w:r>
          </w:p>
        </w:tc>
        <w:tc>
          <w:tcPr>
            <w:tcW w:w="301" w:type="dxa"/>
          </w:tcPr>
          <w:p w:rsidR="0093547E" w:rsidRPr="00A72677" w:rsidRDefault="0093547E" w:rsidP="00693B01">
            <w:pPr>
              <w:pStyle w:val="libPoem"/>
              <w:rPr>
                <w:rtl/>
              </w:rPr>
            </w:pPr>
          </w:p>
        </w:tc>
        <w:tc>
          <w:tcPr>
            <w:tcW w:w="3884" w:type="dxa"/>
          </w:tcPr>
          <w:p w:rsidR="0093547E" w:rsidRPr="00A72677" w:rsidRDefault="00A72677" w:rsidP="00693B01">
            <w:pPr>
              <w:pStyle w:val="libPoem"/>
            </w:pPr>
            <w:r w:rsidRPr="00A72677">
              <w:rPr>
                <w:rtl/>
              </w:rPr>
              <w:t>بأطي</w:t>
            </w:r>
            <w:r w:rsidR="0093547E" w:rsidRPr="00A72677">
              <w:rPr>
                <w:rtl/>
              </w:rPr>
              <w:t xml:space="preserve">ب </w:t>
            </w:r>
            <w:r w:rsidRPr="00A72677">
              <w:rPr>
                <w:rtl/>
              </w:rPr>
              <w:t>نش</w:t>
            </w:r>
            <w:r w:rsidR="0093547E" w:rsidRPr="00A72677">
              <w:rPr>
                <w:rtl/>
              </w:rPr>
              <w:t xml:space="preserve">راً </w:t>
            </w:r>
            <w:r w:rsidRPr="00A72677">
              <w:rPr>
                <w:rtl/>
              </w:rPr>
              <w:t>من</w:t>
            </w:r>
            <w:r w:rsidR="0093547E" w:rsidRPr="00A72677">
              <w:rPr>
                <w:rtl/>
              </w:rPr>
              <w:t xml:space="preserve"> </w:t>
            </w:r>
            <w:r w:rsidRPr="00A72677">
              <w:rPr>
                <w:rtl/>
              </w:rPr>
              <w:t>عب</w:t>
            </w:r>
            <w:r w:rsidR="0093547E" w:rsidRPr="00A72677">
              <w:rPr>
                <w:rtl/>
              </w:rPr>
              <w:t>يرك وا</w:t>
            </w:r>
            <w:r w:rsidRPr="00A72677">
              <w:rPr>
                <w:rtl/>
              </w:rPr>
              <w:t>لن</w:t>
            </w:r>
            <w:r w:rsidR="0093547E" w:rsidRPr="00A72677">
              <w:rPr>
                <w:rtl/>
              </w:rPr>
              <w:t>دّ</w:t>
            </w:r>
            <w:r w:rsidR="0093547E" w:rsidRPr="00A72677">
              <w:rPr>
                <w:rStyle w:val="libPoemTiniChar0"/>
                <w:rtl/>
              </w:rPr>
              <w:br/>
              <w:t> </w:t>
            </w:r>
          </w:p>
        </w:tc>
      </w:tr>
      <w:tr w:rsidR="0093547E" w:rsidRPr="00524A24" w:rsidTr="0093547E">
        <w:trPr>
          <w:trHeight w:val="350"/>
        </w:trPr>
        <w:tc>
          <w:tcPr>
            <w:tcW w:w="3902" w:type="dxa"/>
          </w:tcPr>
          <w:p w:rsidR="0093547E" w:rsidRPr="00524A24" w:rsidRDefault="00A72677" w:rsidP="00693B01">
            <w:pPr>
              <w:pStyle w:val="libPoem"/>
            </w:pPr>
            <w:r w:rsidRPr="00A72677">
              <w:rPr>
                <w:rtl/>
              </w:rPr>
              <w:t>يق</w:t>
            </w:r>
            <w:r w:rsidR="0093547E" w:rsidRPr="00A72677">
              <w:rPr>
                <w:rtl/>
              </w:rPr>
              <w:t xml:space="preserve">ولون </w:t>
            </w:r>
            <w:r w:rsidRPr="00A72677">
              <w:rPr>
                <w:rtl/>
              </w:rPr>
              <w:t>في</w:t>
            </w:r>
            <w:r w:rsidR="0093547E" w:rsidRPr="00A72677">
              <w:rPr>
                <w:rtl/>
              </w:rPr>
              <w:t xml:space="preserve"> ا</w:t>
            </w:r>
            <w:r w:rsidRPr="00A72677">
              <w:rPr>
                <w:rtl/>
              </w:rPr>
              <w:t>لد</w:t>
            </w:r>
            <w:r w:rsidR="0093547E" w:rsidRPr="00A72677">
              <w:rPr>
                <w:rtl/>
              </w:rPr>
              <w:t xml:space="preserve">نيا </w:t>
            </w:r>
            <w:r w:rsidRPr="00A72677">
              <w:rPr>
                <w:rtl/>
              </w:rPr>
              <w:t>بن</w:t>
            </w:r>
            <w:r w:rsidR="0093547E" w:rsidRPr="00A72677">
              <w:rPr>
                <w:rtl/>
              </w:rPr>
              <w:t>تْ دار</w:t>
            </w:r>
            <w:r w:rsidR="00677BC4">
              <w:rPr>
                <w:rtl/>
              </w:rPr>
              <w:t>َ</w:t>
            </w:r>
            <w:r w:rsidR="0093547E" w:rsidRPr="00A72677">
              <w:rPr>
                <w:rtl/>
              </w:rPr>
              <w:t>ك العُلى</w:t>
            </w:r>
            <w:r w:rsidR="0093547E" w:rsidRPr="00A72677">
              <w:rPr>
                <w:rStyle w:val="libPoemTiniChar0"/>
                <w:rtl/>
              </w:rPr>
              <w:br/>
              <w:t> </w:t>
            </w:r>
          </w:p>
        </w:tc>
        <w:tc>
          <w:tcPr>
            <w:tcW w:w="301" w:type="dxa"/>
          </w:tcPr>
          <w:p w:rsidR="0093547E" w:rsidRPr="00A72677" w:rsidRDefault="0093547E" w:rsidP="00693B01">
            <w:pPr>
              <w:pStyle w:val="libPoem"/>
              <w:rPr>
                <w:rtl/>
              </w:rPr>
            </w:pPr>
          </w:p>
        </w:tc>
        <w:tc>
          <w:tcPr>
            <w:tcW w:w="3884" w:type="dxa"/>
          </w:tcPr>
          <w:p w:rsidR="0093547E" w:rsidRPr="00A72677" w:rsidRDefault="00A72677" w:rsidP="00693B01">
            <w:pPr>
              <w:pStyle w:val="libPoem"/>
            </w:pPr>
            <w:r w:rsidRPr="00A72677">
              <w:rPr>
                <w:rtl/>
              </w:rPr>
              <w:t>فق</w:t>
            </w:r>
            <w:r w:rsidR="0093547E" w:rsidRPr="00A72677">
              <w:rPr>
                <w:rtl/>
              </w:rPr>
              <w:t xml:space="preserve">لتُ </w:t>
            </w:r>
            <w:r w:rsidRPr="00A72677">
              <w:rPr>
                <w:rtl/>
              </w:rPr>
              <w:t>بل</w:t>
            </w:r>
            <w:r w:rsidR="0093547E" w:rsidRPr="00A72677">
              <w:rPr>
                <w:rtl/>
              </w:rPr>
              <w:t xml:space="preserve"> الدنيا بها بُنيت عندي</w:t>
            </w:r>
            <w:r w:rsidR="0093547E" w:rsidRPr="00A72677">
              <w:rPr>
                <w:rStyle w:val="libFootnotenumChar"/>
                <w:rtl/>
              </w:rPr>
              <w:t>(3)</w:t>
            </w:r>
            <w:r w:rsidR="0093547E" w:rsidRPr="00A72677">
              <w:rPr>
                <w:rStyle w:val="libPoemTiniChar0"/>
                <w:rtl/>
              </w:rPr>
              <w:br/>
              <w:t> </w:t>
            </w:r>
          </w:p>
        </w:tc>
      </w:tr>
      <w:tr w:rsidR="0093547E" w:rsidRPr="00524A24" w:rsidTr="0093547E">
        <w:trPr>
          <w:trHeight w:val="350"/>
        </w:trPr>
        <w:tc>
          <w:tcPr>
            <w:tcW w:w="3902" w:type="dxa"/>
          </w:tcPr>
          <w:p w:rsidR="0093547E" w:rsidRPr="00524A24" w:rsidRDefault="00A72677" w:rsidP="00693B01">
            <w:pPr>
              <w:pStyle w:val="libPoem"/>
            </w:pPr>
            <w:r w:rsidRPr="00A72677">
              <w:rPr>
                <w:rtl/>
              </w:rPr>
              <w:t>كذ</w:t>
            </w:r>
            <w:r w:rsidR="0093547E" w:rsidRPr="00A72677">
              <w:rPr>
                <w:rtl/>
              </w:rPr>
              <w:t>ب</w:t>
            </w:r>
            <w:r w:rsidRPr="00A72677">
              <w:rPr>
                <w:rtl/>
              </w:rPr>
              <w:t>ْن</w:t>
            </w:r>
            <w:r w:rsidR="0093547E" w:rsidRPr="00A72677">
              <w:rPr>
                <w:rtl/>
              </w:rPr>
              <w:t xml:space="preserve">ا </w:t>
            </w:r>
            <w:r w:rsidRPr="00A72677">
              <w:rPr>
                <w:rtl/>
              </w:rPr>
              <w:t>فذ</w:t>
            </w:r>
            <w:r w:rsidR="0093547E" w:rsidRPr="00A72677">
              <w:rPr>
                <w:rtl/>
              </w:rPr>
              <w:t>ا ر</w:t>
            </w:r>
            <w:r w:rsidRPr="00A72677">
              <w:rPr>
                <w:rtl/>
              </w:rPr>
              <w:t>ضو</w:t>
            </w:r>
            <w:r w:rsidR="0093547E" w:rsidRPr="00A72677">
              <w:rPr>
                <w:rtl/>
              </w:rPr>
              <w:t xml:space="preserve">انُ </w:t>
            </w:r>
            <w:r w:rsidRPr="00A72677">
              <w:rPr>
                <w:rtl/>
              </w:rPr>
              <w:t>بش</w:t>
            </w:r>
            <w:r w:rsidR="0093547E" w:rsidRPr="00A72677">
              <w:rPr>
                <w:rtl/>
              </w:rPr>
              <w:t>رك</w:t>
            </w:r>
            <w:r w:rsidR="00677BC4">
              <w:rPr>
                <w:rtl/>
              </w:rPr>
              <w:t>َ</w:t>
            </w:r>
            <w:r w:rsidR="0093547E" w:rsidRPr="00A72677">
              <w:rPr>
                <w:rtl/>
              </w:rPr>
              <w:t xml:space="preserve"> </w:t>
            </w:r>
            <w:r w:rsidRPr="00A72677">
              <w:rPr>
                <w:rtl/>
              </w:rPr>
              <w:t>مخ</w:t>
            </w:r>
            <w:r w:rsidR="0093547E" w:rsidRPr="00A72677">
              <w:rPr>
                <w:rtl/>
              </w:rPr>
              <w:t>برٌ</w:t>
            </w:r>
            <w:r w:rsidR="0093547E" w:rsidRPr="00A72677">
              <w:rPr>
                <w:rStyle w:val="libPoemTiniChar0"/>
                <w:rtl/>
              </w:rPr>
              <w:br/>
              <w:t> </w:t>
            </w:r>
          </w:p>
        </w:tc>
        <w:tc>
          <w:tcPr>
            <w:tcW w:w="301" w:type="dxa"/>
          </w:tcPr>
          <w:p w:rsidR="0093547E" w:rsidRPr="00A72677" w:rsidRDefault="0093547E" w:rsidP="00693B01">
            <w:pPr>
              <w:pStyle w:val="libPoem"/>
              <w:rPr>
                <w:rtl/>
              </w:rPr>
            </w:pPr>
          </w:p>
        </w:tc>
        <w:tc>
          <w:tcPr>
            <w:tcW w:w="3884" w:type="dxa"/>
          </w:tcPr>
          <w:p w:rsidR="0093547E" w:rsidRPr="00A72677" w:rsidRDefault="00A72677" w:rsidP="00693B01">
            <w:pPr>
              <w:pStyle w:val="libPoem"/>
            </w:pPr>
            <w:r w:rsidRPr="00A72677">
              <w:rPr>
                <w:rtl/>
              </w:rPr>
              <w:t>يحد</w:t>
            </w:r>
            <w:r w:rsidR="0093547E" w:rsidRPr="00A72677">
              <w:rPr>
                <w:rtl/>
              </w:rPr>
              <w:t xml:space="preserve">ّث </w:t>
            </w:r>
            <w:r w:rsidRPr="00A72677">
              <w:rPr>
                <w:rtl/>
              </w:rPr>
              <w:t>عنه</w:t>
            </w:r>
            <w:r w:rsidR="0093547E" w:rsidRPr="00A72677">
              <w:rPr>
                <w:rtl/>
              </w:rPr>
              <w:t>ا أن</w:t>
            </w:r>
            <w:r w:rsidRPr="00A72677">
              <w:rPr>
                <w:rtl/>
              </w:rPr>
              <w:t>ّها</w:t>
            </w:r>
            <w:r w:rsidR="0093547E" w:rsidRPr="00A72677">
              <w:rPr>
                <w:rtl/>
              </w:rPr>
              <w:t xml:space="preserve"> </w:t>
            </w:r>
            <w:r w:rsidRPr="00A72677">
              <w:rPr>
                <w:rtl/>
              </w:rPr>
              <w:t>جن</w:t>
            </w:r>
            <w:r w:rsidR="0093547E" w:rsidRPr="00A72677">
              <w:rPr>
                <w:rtl/>
              </w:rPr>
              <w:t>ّ</w:t>
            </w:r>
            <w:r w:rsidR="00677BC4">
              <w:rPr>
                <w:rtl/>
              </w:rPr>
              <w:t>َ</w:t>
            </w:r>
            <w:r w:rsidR="0093547E" w:rsidRPr="00A72677">
              <w:rPr>
                <w:rtl/>
              </w:rPr>
              <w:t>ةُ ا</w:t>
            </w:r>
            <w:r w:rsidRPr="00A72677">
              <w:rPr>
                <w:rtl/>
              </w:rPr>
              <w:t>لخ</w:t>
            </w:r>
            <w:r w:rsidR="0093547E" w:rsidRPr="00A72677">
              <w:rPr>
                <w:rtl/>
              </w:rPr>
              <w:t>لدِ</w:t>
            </w:r>
            <w:r w:rsidR="0093547E" w:rsidRPr="00A72677">
              <w:rPr>
                <w:rStyle w:val="libPoemTiniChar0"/>
                <w:rtl/>
              </w:rPr>
              <w:br/>
              <w:t> </w:t>
            </w:r>
          </w:p>
        </w:tc>
      </w:tr>
      <w:tr w:rsidR="0093547E" w:rsidRPr="00524A24" w:rsidTr="0093547E">
        <w:trPr>
          <w:trHeight w:val="350"/>
        </w:trPr>
        <w:tc>
          <w:tcPr>
            <w:tcW w:w="3902" w:type="dxa"/>
          </w:tcPr>
          <w:p w:rsidR="0093547E" w:rsidRPr="00524A24" w:rsidRDefault="00A72677" w:rsidP="00693B01">
            <w:pPr>
              <w:pStyle w:val="libPoem"/>
            </w:pPr>
            <w:r w:rsidRPr="00A72677">
              <w:rPr>
                <w:rtl/>
              </w:rPr>
              <w:t>فمن</w:t>
            </w:r>
            <w:r w:rsidR="0093547E" w:rsidRPr="00A72677">
              <w:rPr>
                <w:rtl/>
              </w:rPr>
              <w:t>ك</w:t>
            </w:r>
            <w:r w:rsidR="00677BC4">
              <w:rPr>
                <w:rtl/>
              </w:rPr>
              <w:t>َ</w:t>
            </w:r>
            <w:r w:rsidR="0093547E" w:rsidRPr="00A72677">
              <w:rPr>
                <w:rtl/>
              </w:rPr>
              <w:t xml:space="preserve"> ا</w:t>
            </w:r>
            <w:r w:rsidRPr="00A72677">
              <w:rPr>
                <w:rtl/>
              </w:rPr>
              <w:t>لم</w:t>
            </w:r>
            <w:r w:rsidR="0093547E" w:rsidRPr="00A72677">
              <w:rPr>
                <w:rtl/>
              </w:rPr>
              <w:t xml:space="preserve">زايا </w:t>
            </w:r>
            <w:r w:rsidRPr="00A72677">
              <w:rPr>
                <w:rtl/>
              </w:rPr>
              <w:t>قد</w:t>
            </w:r>
            <w:r w:rsidR="0093547E" w:rsidRPr="00A72677">
              <w:rPr>
                <w:rtl/>
              </w:rPr>
              <w:t xml:space="preserve"> </w:t>
            </w:r>
            <w:r w:rsidRPr="00A72677">
              <w:rPr>
                <w:rtl/>
              </w:rPr>
              <w:t>تق</w:t>
            </w:r>
            <w:r w:rsidR="0093547E" w:rsidRPr="00A72677">
              <w:rPr>
                <w:rtl/>
              </w:rPr>
              <w:t>سّ</w:t>
            </w:r>
            <w:r w:rsidR="00677BC4">
              <w:rPr>
                <w:rtl/>
              </w:rPr>
              <w:t>َ</w:t>
            </w:r>
            <w:r w:rsidR="0093547E" w:rsidRPr="00A72677">
              <w:rPr>
                <w:rtl/>
              </w:rPr>
              <w:t xml:space="preserve">من </w:t>
            </w:r>
            <w:r w:rsidRPr="00A72677">
              <w:rPr>
                <w:rtl/>
              </w:rPr>
              <w:t>فر</w:t>
            </w:r>
            <w:r w:rsidR="0093547E" w:rsidRPr="00A72677">
              <w:rPr>
                <w:rtl/>
              </w:rPr>
              <w:t>د</w:t>
            </w:r>
            <w:r w:rsidR="00677BC4">
              <w:rPr>
                <w:rtl/>
              </w:rPr>
              <w:t>َ</w:t>
            </w:r>
            <w:r w:rsidR="0093547E" w:rsidRPr="00A72677">
              <w:rPr>
                <w:rtl/>
              </w:rPr>
              <w:t>ها</w:t>
            </w:r>
            <w:r w:rsidR="0093547E" w:rsidRPr="00A72677">
              <w:rPr>
                <w:rStyle w:val="libPoemTiniChar0"/>
                <w:rtl/>
              </w:rPr>
              <w:br/>
              <w:t> </w:t>
            </w:r>
          </w:p>
        </w:tc>
        <w:tc>
          <w:tcPr>
            <w:tcW w:w="301" w:type="dxa"/>
          </w:tcPr>
          <w:p w:rsidR="0093547E" w:rsidRPr="00A72677" w:rsidRDefault="0093547E" w:rsidP="00693B01">
            <w:pPr>
              <w:pStyle w:val="libPoem"/>
              <w:rPr>
                <w:rtl/>
              </w:rPr>
            </w:pPr>
          </w:p>
        </w:tc>
        <w:tc>
          <w:tcPr>
            <w:tcW w:w="3884" w:type="dxa"/>
          </w:tcPr>
          <w:p w:rsidR="0093547E" w:rsidRPr="00A72677" w:rsidRDefault="0093547E" w:rsidP="00693B01">
            <w:pPr>
              <w:pStyle w:val="libPoem"/>
            </w:pPr>
            <w:r w:rsidRPr="00A72677">
              <w:rPr>
                <w:rtl/>
              </w:rPr>
              <w:t>وأ</w:t>
            </w:r>
            <w:r w:rsidR="00A72677" w:rsidRPr="00A72677">
              <w:rPr>
                <w:rtl/>
              </w:rPr>
              <w:t>عج</w:t>
            </w:r>
            <w:r w:rsidRPr="00A72677">
              <w:rPr>
                <w:rtl/>
              </w:rPr>
              <w:t xml:space="preserve">بُ </w:t>
            </w:r>
            <w:r w:rsidR="00A72677" w:rsidRPr="00A72677">
              <w:rPr>
                <w:rtl/>
              </w:rPr>
              <w:t>شي</w:t>
            </w:r>
            <w:r w:rsidRPr="00A72677">
              <w:rPr>
                <w:rtl/>
              </w:rPr>
              <w:t xml:space="preserve">ٍ </w:t>
            </w:r>
            <w:r w:rsidR="00A72677" w:rsidRPr="00A72677">
              <w:rPr>
                <w:rtl/>
              </w:rPr>
              <w:t>قس</w:t>
            </w:r>
            <w:r w:rsidRPr="00A72677">
              <w:rPr>
                <w:rtl/>
              </w:rPr>
              <w:t>مة (ا</w:t>
            </w:r>
            <w:r w:rsidR="00A72677" w:rsidRPr="00A72677">
              <w:rPr>
                <w:rtl/>
              </w:rPr>
              <w:t>لج</w:t>
            </w:r>
            <w:r w:rsidRPr="00A72677">
              <w:rPr>
                <w:rtl/>
              </w:rPr>
              <w:t>وهر الفردِ)</w:t>
            </w:r>
            <w:r w:rsidRPr="00A72677">
              <w:rPr>
                <w:rStyle w:val="libPoemTiniChar0"/>
                <w:rtl/>
              </w:rPr>
              <w:br/>
              <w:t> </w:t>
            </w:r>
          </w:p>
        </w:tc>
      </w:tr>
      <w:tr w:rsidR="0093547E" w:rsidRPr="00524A24" w:rsidTr="0093547E">
        <w:trPr>
          <w:trHeight w:val="350"/>
        </w:trPr>
        <w:tc>
          <w:tcPr>
            <w:tcW w:w="3902" w:type="dxa"/>
          </w:tcPr>
          <w:p w:rsidR="0093547E" w:rsidRPr="00524A24" w:rsidRDefault="0093547E" w:rsidP="00693B01">
            <w:pPr>
              <w:pStyle w:val="libPoem"/>
            </w:pPr>
            <w:r w:rsidRPr="00A72677">
              <w:rPr>
                <w:rtl/>
              </w:rPr>
              <w:t>أ</w:t>
            </w:r>
            <w:r w:rsidR="00A72677" w:rsidRPr="00A72677">
              <w:rPr>
                <w:rtl/>
              </w:rPr>
              <w:t>لست</w:t>
            </w:r>
            <w:r w:rsidR="00677BC4">
              <w:rPr>
                <w:rtl/>
              </w:rPr>
              <w:t>َ</w:t>
            </w:r>
            <w:r w:rsidRPr="00A72677">
              <w:rPr>
                <w:rtl/>
              </w:rPr>
              <w:t xml:space="preserve"> من ا</w:t>
            </w:r>
            <w:r w:rsidR="00A72677" w:rsidRPr="00A72677">
              <w:rPr>
                <w:rtl/>
              </w:rPr>
              <w:t>لق</w:t>
            </w:r>
            <w:r w:rsidRPr="00A72677">
              <w:rPr>
                <w:rtl/>
              </w:rPr>
              <w:t>وم ا</w:t>
            </w:r>
            <w:r w:rsidR="00A72677" w:rsidRPr="00A72677">
              <w:rPr>
                <w:rtl/>
              </w:rPr>
              <w:t>لذ</w:t>
            </w:r>
            <w:r w:rsidRPr="00A72677">
              <w:rPr>
                <w:rtl/>
              </w:rPr>
              <w:t>ين و</w:t>
            </w:r>
            <w:r w:rsidR="00A72677" w:rsidRPr="00A72677">
              <w:rPr>
                <w:rtl/>
              </w:rPr>
              <w:t>لي</w:t>
            </w:r>
            <w:r w:rsidRPr="00A72677">
              <w:rPr>
                <w:rtl/>
              </w:rPr>
              <w:t>دهم</w:t>
            </w:r>
            <w:r w:rsidRPr="00A72677">
              <w:rPr>
                <w:rStyle w:val="libPoemTiniChar0"/>
                <w:rtl/>
              </w:rPr>
              <w:br/>
              <w:t> </w:t>
            </w:r>
          </w:p>
        </w:tc>
        <w:tc>
          <w:tcPr>
            <w:tcW w:w="301" w:type="dxa"/>
          </w:tcPr>
          <w:p w:rsidR="0093547E" w:rsidRPr="00A72677" w:rsidRDefault="0093547E" w:rsidP="00693B01">
            <w:pPr>
              <w:pStyle w:val="libPoem"/>
              <w:rPr>
                <w:rtl/>
              </w:rPr>
            </w:pPr>
          </w:p>
        </w:tc>
        <w:tc>
          <w:tcPr>
            <w:tcW w:w="3884" w:type="dxa"/>
          </w:tcPr>
          <w:p w:rsidR="0093547E" w:rsidRPr="00A72677" w:rsidRDefault="00A72677" w:rsidP="00693B01">
            <w:pPr>
              <w:pStyle w:val="libPoem"/>
            </w:pPr>
            <w:r w:rsidRPr="00A72677">
              <w:rPr>
                <w:rtl/>
              </w:rPr>
              <w:t>ير</w:t>
            </w:r>
            <w:r w:rsidR="0093547E" w:rsidRPr="00A72677">
              <w:rPr>
                <w:rtl/>
              </w:rPr>
              <w:t xml:space="preserve">شّح </w:t>
            </w:r>
            <w:r w:rsidRPr="00A72677">
              <w:rPr>
                <w:rtl/>
              </w:rPr>
              <w:t>طف</w:t>
            </w:r>
            <w:r w:rsidR="0093547E" w:rsidRPr="00A72677">
              <w:rPr>
                <w:rtl/>
              </w:rPr>
              <w:t xml:space="preserve">لاً </w:t>
            </w:r>
            <w:r w:rsidRPr="00A72677">
              <w:rPr>
                <w:rtl/>
              </w:rPr>
              <w:t>لل</w:t>
            </w:r>
            <w:r w:rsidR="0093547E" w:rsidRPr="00A72677">
              <w:rPr>
                <w:rtl/>
              </w:rPr>
              <w:t>عُلى و</w:t>
            </w:r>
            <w:r w:rsidRPr="00A72677">
              <w:rPr>
                <w:rtl/>
              </w:rPr>
              <w:t>هو</w:t>
            </w:r>
            <w:r w:rsidR="0093547E" w:rsidRPr="00A72677">
              <w:rPr>
                <w:rtl/>
              </w:rPr>
              <w:t xml:space="preserve"> </w:t>
            </w:r>
            <w:r w:rsidRPr="00A72677">
              <w:rPr>
                <w:rtl/>
              </w:rPr>
              <w:t>في</w:t>
            </w:r>
            <w:r w:rsidR="0093547E" w:rsidRPr="00A72677">
              <w:rPr>
                <w:rtl/>
              </w:rPr>
              <w:t xml:space="preserve"> المهدِ</w:t>
            </w:r>
            <w:r w:rsidR="0093547E" w:rsidRPr="00A72677">
              <w:rPr>
                <w:rStyle w:val="libPoemTiniChar0"/>
                <w:rtl/>
              </w:rPr>
              <w:br/>
              <w:t> </w:t>
            </w:r>
          </w:p>
        </w:tc>
      </w:tr>
      <w:tr w:rsidR="0093547E" w:rsidRPr="00524A24" w:rsidTr="0093547E">
        <w:trPr>
          <w:trHeight w:val="350"/>
        </w:trPr>
        <w:tc>
          <w:tcPr>
            <w:tcW w:w="3902" w:type="dxa"/>
          </w:tcPr>
          <w:p w:rsidR="0093547E" w:rsidRPr="00524A24" w:rsidRDefault="00A72677" w:rsidP="00693B01">
            <w:pPr>
              <w:pStyle w:val="libPoem"/>
            </w:pPr>
            <w:r w:rsidRPr="00A72677">
              <w:rPr>
                <w:rtl/>
              </w:rPr>
              <w:t>فما</w:t>
            </w:r>
            <w:r w:rsidR="0093547E" w:rsidRPr="00A72677">
              <w:rPr>
                <w:rtl/>
              </w:rPr>
              <w:t xml:space="preserve"> </w:t>
            </w:r>
            <w:r w:rsidRPr="00A72677">
              <w:rPr>
                <w:rtl/>
              </w:rPr>
              <w:t>حضن</w:t>
            </w:r>
            <w:r w:rsidR="0093547E" w:rsidRPr="00A72677">
              <w:rPr>
                <w:rtl/>
              </w:rPr>
              <w:t xml:space="preserve">وا إلاّ </w:t>
            </w:r>
            <w:r w:rsidRPr="00A72677">
              <w:rPr>
                <w:rtl/>
              </w:rPr>
              <w:t>بحج</w:t>
            </w:r>
            <w:r w:rsidR="0093547E" w:rsidRPr="00A72677">
              <w:rPr>
                <w:rtl/>
              </w:rPr>
              <w:t xml:space="preserve">ر </w:t>
            </w:r>
            <w:r w:rsidRPr="00A72677">
              <w:rPr>
                <w:rtl/>
              </w:rPr>
              <w:t>نق</w:t>
            </w:r>
            <w:r w:rsidR="0093547E" w:rsidRPr="00A72677">
              <w:rPr>
                <w:rtl/>
              </w:rPr>
              <w:t>ابةٍ</w:t>
            </w:r>
            <w:r w:rsidR="0093547E" w:rsidRPr="00A72677">
              <w:rPr>
                <w:rStyle w:val="libPoemTiniChar0"/>
                <w:rtl/>
              </w:rPr>
              <w:br/>
              <w:t> </w:t>
            </w:r>
          </w:p>
        </w:tc>
        <w:tc>
          <w:tcPr>
            <w:tcW w:w="301" w:type="dxa"/>
          </w:tcPr>
          <w:p w:rsidR="0093547E" w:rsidRPr="00A72677" w:rsidRDefault="0093547E" w:rsidP="00693B01">
            <w:pPr>
              <w:pStyle w:val="libPoem"/>
              <w:rPr>
                <w:rtl/>
              </w:rPr>
            </w:pPr>
          </w:p>
        </w:tc>
        <w:tc>
          <w:tcPr>
            <w:tcW w:w="3884" w:type="dxa"/>
          </w:tcPr>
          <w:p w:rsidR="0093547E" w:rsidRPr="00A72677" w:rsidRDefault="0093547E" w:rsidP="00693B01">
            <w:pPr>
              <w:pStyle w:val="libPoem"/>
            </w:pPr>
            <w:r w:rsidRPr="00A72677">
              <w:rPr>
                <w:rtl/>
              </w:rPr>
              <w:t>ولا ر</w:t>
            </w:r>
            <w:r w:rsidR="00A72677" w:rsidRPr="00A72677">
              <w:rPr>
                <w:rtl/>
              </w:rPr>
              <w:t>ضع</w:t>
            </w:r>
            <w:r w:rsidRPr="00A72677">
              <w:rPr>
                <w:rtl/>
              </w:rPr>
              <w:t xml:space="preserve">وا </w:t>
            </w:r>
            <w:r w:rsidR="00A72677" w:rsidRPr="00A72677">
              <w:rPr>
                <w:rtl/>
              </w:rPr>
              <w:t>يو</w:t>
            </w:r>
            <w:r w:rsidRPr="00A72677">
              <w:rPr>
                <w:rtl/>
              </w:rPr>
              <w:t xml:space="preserve">ماً </w:t>
            </w:r>
            <w:r w:rsidR="00A72677" w:rsidRPr="00A72677">
              <w:rPr>
                <w:rtl/>
              </w:rPr>
              <w:t>سو</w:t>
            </w:r>
            <w:r w:rsidRPr="00A72677">
              <w:rPr>
                <w:rtl/>
              </w:rPr>
              <w:t xml:space="preserve">ى </w:t>
            </w:r>
            <w:r w:rsidR="00A72677" w:rsidRPr="00A72677">
              <w:rPr>
                <w:rtl/>
              </w:rPr>
              <w:t>حل</w:t>
            </w:r>
            <w:r w:rsidRPr="00A72677">
              <w:rPr>
                <w:rtl/>
              </w:rPr>
              <w:t>م الرشدِ</w:t>
            </w:r>
            <w:r w:rsidRPr="00A72677">
              <w:rPr>
                <w:rStyle w:val="libPoemTiniChar0"/>
                <w:rtl/>
              </w:rPr>
              <w:br/>
              <w:t> </w:t>
            </w:r>
          </w:p>
        </w:tc>
      </w:tr>
      <w:tr w:rsidR="0093547E" w:rsidRPr="00524A24" w:rsidTr="0093547E">
        <w:trPr>
          <w:trHeight w:val="350"/>
        </w:trPr>
        <w:tc>
          <w:tcPr>
            <w:tcW w:w="3902" w:type="dxa"/>
          </w:tcPr>
          <w:p w:rsidR="0093547E" w:rsidRPr="00524A24" w:rsidRDefault="00A72677" w:rsidP="00693B01">
            <w:pPr>
              <w:pStyle w:val="libPoem"/>
            </w:pPr>
            <w:r w:rsidRPr="009647FC">
              <w:rPr>
                <w:rtl/>
              </w:rPr>
              <w:t>في</w:t>
            </w:r>
            <w:r w:rsidR="0093547E" w:rsidRPr="009647FC">
              <w:rPr>
                <w:rtl/>
              </w:rPr>
              <w:t>ا</w:t>
            </w:r>
            <w:r w:rsidR="0093547E">
              <w:rPr>
                <w:rtl/>
              </w:rPr>
              <w:t xml:space="preserve"> </w:t>
            </w:r>
            <w:r w:rsidRPr="009647FC">
              <w:rPr>
                <w:rtl/>
              </w:rPr>
              <w:t>قم</w:t>
            </w:r>
            <w:r w:rsidR="0093547E" w:rsidRPr="009647FC">
              <w:rPr>
                <w:rtl/>
              </w:rPr>
              <w:t>م</w:t>
            </w:r>
            <w:r w:rsidR="0093547E">
              <w:rPr>
                <w:rtl/>
              </w:rPr>
              <w:t xml:space="preserve"> </w:t>
            </w:r>
            <w:r w:rsidR="0093547E" w:rsidRPr="009647FC">
              <w:rPr>
                <w:rtl/>
              </w:rPr>
              <w:t>الأ</w:t>
            </w:r>
            <w:r w:rsidRPr="009647FC">
              <w:rPr>
                <w:rtl/>
              </w:rPr>
              <w:t>عد</w:t>
            </w:r>
            <w:r w:rsidR="0093547E" w:rsidRPr="009647FC">
              <w:rPr>
                <w:rtl/>
              </w:rPr>
              <w:t>اء</w:t>
            </w:r>
            <w:r w:rsidR="0093547E">
              <w:rPr>
                <w:rtl/>
              </w:rPr>
              <w:t xml:space="preserve"> </w:t>
            </w:r>
            <w:r w:rsidRPr="009647FC">
              <w:rPr>
                <w:rtl/>
              </w:rPr>
              <w:t>لل</w:t>
            </w:r>
            <w:r w:rsidR="0093547E" w:rsidRPr="009647FC">
              <w:rPr>
                <w:rtl/>
              </w:rPr>
              <w:t>أرض</w:t>
            </w:r>
            <w:r w:rsidR="0093547E">
              <w:rPr>
                <w:rtl/>
              </w:rPr>
              <w:t xml:space="preserve"> </w:t>
            </w:r>
            <w:r w:rsidRPr="009647FC">
              <w:rPr>
                <w:rtl/>
              </w:rPr>
              <w:t>طأ</w:t>
            </w:r>
            <w:r w:rsidR="0093547E" w:rsidRPr="009647FC">
              <w:rPr>
                <w:rtl/>
              </w:rPr>
              <w:t>طئي</w:t>
            </w:r>
            <w:r w:rsidR="0093547E" w:rsidRPr="00725071">
              <w:rPr>
                <w:rStyle w:val="libPoemTiniChar0"/>
                <w:rtl/>
              </w:rPr>
              <w:br/>
              <w:t> </w:t>
            </w:r>
          </w:p>
        </w:tc>
        <w:tc>
          <w:tcPr>
            <w:tcW w:w="301" w:type="dxa"/>
          </w:tcPr>
          <w:p w:rsidR="0093547E" w:rsidRDefault="0093547E" w:rsidP="00693B01">
            <w:pPr>
              <w:pStyle w:val="libPoem"/>
              <w:rPr>
                <w:rtl/>
              </w:rPr>
            </w:pPr>
          </w:p>
        </w:tc>
        <w:tc>
          <w:tcPr>
            <w:tcW w:w="3884" w:type="dxa"/>
          </w:tcPr>
          <w:p w:rsidR="0093547E" w:rsidRPr="00524A24" w:rsidRDefault="0093547E" w:rsidP="00693B01">
            <w:pPr>
              <w:pStyle w:val="libPoem"/>
            </w:pPr>
            <w:r w:rsidRPr="009647FC">
              <w:rPr>
                <w:rtl/>
              </w:rPr>
              <w:t>و</w:t>
            </w:r>
            <w:r w:rsidR="00A72677" w:rsidRPr="009647FC">
              <w:rPr>
                <w:rtl/>
              </w:rPr>
              <w:t>يا</w:t>
            </w:r>
            <w:r>
              <w:rPr>
                <w:rtl/>
              </w:rPr>
              <w:t xml:space="preserve"> </w:t>
            </w:r>
            <w:r w:rsidR="00A72677" w:rsidRPr="009647FC">
              <w:rPr>
                <w:rtl/>
              </w:rPr>
              <w:t>عي</w:t>
            </w:r>
            <w:r w:rsidRPr="009647FC">
              <w:rPr>
                <w:rtl/>
              </w:rPr>
              <w:t>نهم</w:t>
            </w:r>
            <w:r>
              <w:rPr>
                <w:rtl/>
              </w:rPr>
              <w:t xml:space="preserve"> </w:t>
            </w:r>
            <w:r w:rsidR="00A72677" w:rsidRPr="009647FC">
              <w:rPr>
                <w:rtl/>
              </w:rPr>
              <w:t>عو</w:t>
            </w:r>
            <w:r w:rsidRPr="009647FC">
              <w:rPr>
                <w:rtl/>
              </w:rPr>
              <w:t>دي</w:t>
            </w:r>
            <w:r>
              <w:rPr>
                <w:rtl/>
              </w:rPr>
              <w:t xml:space="preserve"> </w:t>
            </w:r>
            <w:r w:rsidRPr="009647FC">
              <w:rPr>
                <w:rtl/>
              </w:rPr>
              <w:t>من</w:t>
            </w:r>
            <w:r>
              <w:rPr>
                <w:rtl/>
              </w:rPr>
              <w:t xml:space="preserve"> </w:t>
            </w:r>
            <w:r w:rsidRPr="009647FC">
              <w:rPr>
                <w:rtl/>
              </w:rPr>
              <w:t>الجفن</w:t>
            </w:r>
            <w:r>
              <w:rPr>
                <w:rtl/>
              </w:rPr>
              <w:t xml:space="preserve"> </w:t>
            </w:r>
            <w:r w:rsidRPr="009647FC">
              <w:rPr>
                <w:rtl/>
              </w:rPr>
              <w:t>في</w:t>
            </w:r>
            <w:r>
              <w:rPr>
                <w:rtl/>
              </w:rPr>
              <w:t xml:space="preserve"> </w:t>
            </w:r>
            <w:r w:rsidRPr="009647FC">
              <w:rPr>
                <w:rtl/>
              </w:rPr>
              <w:t>غمدِ</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وفي الديوان المطبوع</w:t>
      </w:r>
      <w:r w:rsidR="00D769AB">
        <w:rPr>
          <w:rtl/>
        </w:rPr>
        <w:t>:</w:t>
      </w:r>
      <w:r w:rsidRPr="009647FC">
        <w:rPr>
          <w:rtl/>
        </w:rPr>
        <w:t xml:space="preserve"> في فرد</w:t>
      </w:r>
      <w:r w:rsidR="00D769AB">
        <w:rPr>
          <w:rtl/>
        </w:rPr>
        <w:t>.</w:t>
      </w:r>
      <w:r w:rsidRPr="009647FC">
        <w:rPr>
          <w:rtl/>
        </w:rPr>
        <w:t xml:space="preserve"> وفيه</w:t>
      </w:r>
      <w:r w:rsidR="00D769AB">
        <w:rPr>
          <w:rtl/>
        </w:rPr>
        <w:t>:</w:t>
      </w:r>
      <w:r w:rsidRPr="009647FC">
        <w:rPr>
          <w:rtl/>
        </w:rPr>
        <w:t xml:space="preserve"> حوى الفخر</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مخطوطة الملاّ</w:t>
      </w:r>
      <w:r w:rsidR="00D769AB">
        <w:rPr>
          <w:rtl/>
        </w:rPr>
        <w:t>:</w:t>
      </w:r>
      <w:r w:rsidRPr="009647FC">
        <w:rPr>
          <w:rtl/>
        </w:rPr>
        <w:t xml:space="preserve"> جيبه</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أخذه من قول أبي العيناء عندما خاطب المتوكّل العباسي بعد فراغه من بناء قصره المسمى بـ (الجعفري)</w:t>
      </w:r>
      <w:r w:rsidR="00D769AB">
        <w:rPr>
          <w:rtl/>
        </w:rPr>
        <w:t>:</w:t>
      </w:r>
    </w:p>
    <w:tbl>
      <w:tblPr>
        <w:tblStyle w:val="TableGrid"/>
        <w:bidiVisual/>
        <w:tblW w:w="4562" w:type="pct"/>
        <w:tblInd w:w="384" w:type="dxa"/>
        <w:tblLook w:val="04A0"/>
      </w:tblPr>
      <w:tblGrid>
        <w:gridCol w:w="3902"/>
        <w:gridCol w:w="301"/>
        <w:gridCol w:w="3884"/>
      </w:tblGrid>
      <w:tr w:rsidR="0093547E" w:rsidRPr="00524A24" w:rsidTr="00693B01">
        <w:trPr>
          <w:trHeight w:val="350"/>
        </w:trPr>
        <w:tc>
          <w:tcPr>
            <w:tcW w:w="3902" w:type="dxa"/>
          </w:tcPr>
          <w:p w:rsidR="0093547E" w:rsidRPr="00524A24" w:rsidRDefault="0093547E" w:rsidP="0093547E">
            <w:pPr>
              <w:pStyle w:val="libPoemFootnote"/>
            </w:pPr>
            <w:r w:rsidRPr="009647FC">
              <w:rPr>
                <w:rtl/>
              </w:rPr>
              <w:t>الناس يبنون دورهم في الدنيا</w:t>
            </w:r>
            <w:r w:rsidRPr="00725071">
              <w:rPr>
                <w:rStyle w:val="libPoemTiniChar0"/>
                <w:rtl/>
              </w:rPr>
              <w:br/>
              <w:t> </w:t>
            </w:r>
          </w:p>
        </w:tc>
        <w:tc>
          <w:tcPr>
            <w:tcW w:w="301" w:type="dxa"/>
          </w:tcPr>
          <w:p w:rsidR="0093547E" w:rsidRDefault="0093547E" w:rsidP="0093547E">
            <w:pPr>
              <w:pStyle w:val="libPoemFootnote"/>
              <w:rPr>
                <w:rtl/>
              </w:rPr>
            </w:pPr>
          </w:p>
        </w:tc>
        <w:tc>
          <w:tcPr>
            <w:tcW w:w="3884" w:type="dxa"/>
          </w:tcPr>
          <w:p w:rsidR="0093547E" w:rsidRPr="00524A24" w:rsidRDefault="0093547E" w:rsidP="0093547E">
            <w:pPr>
              <w:pStyle w:val="libPoemFootnote"/>
            </w:pPr>
            <w:r w:rsidRPr="009647FC">
              <w:rPr>
                <w:rtl/>
              </w:rPr>
              <w:t>وأنت بنيت الدنيا في دارك</w:t>
            </w:r>
            <w:r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182D68" w:rsidRPr="00524A24" w:rsidTr="00182D68">
        <w:trPr>
          <w:trHeight w:val="350"/>
        </w:trPr>
        <w:tc>
          <w:tcPr>
            <w:tcW w:w="3902" w:type="dxa"/>
          </w:tcPr>
          <w:p w:rsidR="00182D68" w:rsidRPr="00524A24" w:rsidRDefault="00A72677" w:rsidP="00693B01">
            <w:pPr>
              <w:pStyle w:val="libPoem"/>
            </w:pPr>
            <w:r w:rsidRPr="009647FC">
              <w:rPr>
                <w:rtl/>
              </w:rPr>
              <w:lastRenderedPageBreak/>
              <w:t>نضا</w:t>
            </w:r>
            <w:r w:rsidR="004C00A8">
              <w:rPr>
                <w:rtl/>
              </w:rPr>
              <w:t xml:space="preserve"> </w:t>
            </w:r>
            <w:r w:rsidR="00182D68" w:rsidRPr="009647FC">
              <w:rPr>
                <w:rtl/>
              </w:rPr>
              <w:t>اللهُ</w:t>
            </w:r>
            <w:r w:rsidR="00182D68">
              <w:rPr>
                <w:rtl/>
              </w:rPr>
              <w:t xml:space="preserve"> </w:t>
            </w:r>
            <w:r w:rsidRPr="009647FC">
              <w:rPr>
                <w:rtl/>
              </w:rPr>
              <w:t>في</w:t>
            </w:r>
            <w:r w:rsidR="00182D68">
              <w:rPr>
                <w:rtl/>
              </w:rPr>
              <w:t xml:space="preserve"> </w:t>
            </w:r>
            <w:r w:rsidRPr="009647FC">
              <w:rPr>
                <w:rtl/>
              </w:rPr>
              <w:t>كف</w:t>
            </w:r>
            <w:r w:rsidR="00182D68" w:rsidRPr="009647FC">
              <w:rPr>
                <w:rtl/>
              </w:rPr>
              <w:t>ّ</w:t>
            </w:r>
            <w:r w:rsidR="00182D68">
              <w:rPr>
                <w:rtl/>
              </w:rPr>
              <w:t xml:space="preserve"> </w:t>
            </w:r>
            <w:r w:rsidR="00182D68" w:rsidRPr="009647FC">
              <w:rPr>
                <w:rtl/>
              </w:rPr>
              <w:t>ا</w:t>
            </w:r>
            <w:r w:rsidRPr="009647FC">
              <w:rPr>
                <w:rtl/>
              </w:rPr>
              <w:t>لن</w:t>
            </w:r>
            <w:r w:rsidR="00182D68" w:rsidRPr="009647FC">
              <w:rPr>
                <w:rtl/>
              </w:rPr>
              <w:t>قابة</w:t>
            </w:r>
            <w:r w:rsidR="00182D68">
              <w:rPr>
                <w:rtl/>
              </w:rPr>
              <w:t xml:space="preserve"> </w:t>
            </w:r>
            <w:r w:rsidRPr="009647FC">
              <w:rPr>
                <w:rtl/>
              </w:rPr>
              <w:t>سي</w:t>
            </w:r>
            <w:r w:rsidR="00182D68" w:rsidRPr="009647FC">
              <w:rPr>
                <w:rtl/>
              </w:rPr>
              <w:t>فها</w:t>
            </w:r>
            <w:r w:rsidR="00182D68"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182D68" w:rsidP="00693B01">
            <w:pPr>
              <w:pStyle w:val="libPoem"/>
            </w:pPr>
            <w:r w:rsidRPr="009647FC">
              <w:rPr>
                <w:rtl/>
              </w:rPr>
              <w:t>و</w:t>
            </w:r>
            <w:r w:rsidR="00A72677" w:rsidRPr="009647FC">
              <w:rPr>
                <w:rtl/>
              </w:rPr>
              <w:t>قا</w:t>
            </w:r>
            <w:r w:rsidRPr="009647FC">
              <w:rPr>
                <w:rtl/>
              </w:rPr>
              <w:t>ل</w:t>
            </w:r>
            <w:r>
              <w:rPr>
                <w:rtl/>
              </w:rPr>
              <w:t xml:space="preserve"> </w:t>
            </w:r>
            <w:r w:rsidRPr="009647FC">
              <w:rPr>
                <w:rtl/>
              </w:rPr>
              <w:t>ا</w:t>
            </w:r>
            <w:r w:rsidR="00A72677" w:rsidRPr="009647FC">
              <w:rPr>
                <w:rtl/>
              </w:rPr>
              <w:t>حت</w:t>
            </w:r>
            <w:r w:rsidRPr="009647FC">
              <w:rPr>
                <w:rtl/>
              </w:rPr>
              <w:t>كمْ</w:t>
            </w:r>
            <w:r>
              <w:rPr>
                <w:rtl/>
              </w:rPr>
              <w:t xml:space="preserve"> </w:t>
            </w:r>
            <w:r w:rsidR="00A72677" w:rsidRPr="009647FC">
              <w:rPr>
                <w:rtl/>
              </w:rPr>
              <w:t>ما</w:t>
            </w:r>
            <w:r>
              <w:rPr>
                <w:rtl/>
              </w:rPr>
              <w:t xml:space="preserve"> </w:t>
            </w:r>
            <w:r w:rsidR="00A72677" w:rsidRPr="009647FC">
              <w:rPr>
                <w:rtl/>
              </w:rPr>
              <w:t>شئ</w:t>
            </w:r>
            <w:r w:rsidRPr="009647FC">
              <w:rPr>
                <w:rtl/>
              </w:rPr>
              <w:t>ت</w:t>
            </w:r>
            <w:r>
              <w:rPr>
                <w:rtl/>
              </w:rPr>
              <w:t xml:space="preserve"> </w:t>
            </w:r>
            <w:r w:rsidRPr="009647FC">
              <w:rPr>
                <w:rtl/>
              </w:rPr>
              <w:t>يا</w:t>
            </w:r>
            <w:r>
              <w:rPr>
                <w:rtl/>
              </w:rPr>
              <w:t xml:space="preserve"> </w:t>
            </w:r>
            <w:r w:rsidRPr="009647FC">
              <w:rPr>
                <w:rtl/>
              </w:rPr>
              <w:t>فاصل</w:t>
            </w:r>
            <w:r>
              <w:rPr>
                <w:rtl/>
              </w:rPr>
              <w:t xml:space="preserve"> </w:t>
            </w:r>
            <w:r w:rsidRPr="009647FC">
              <w:rPr>
                <w:rtl/>
              </w:rPr>
              <w:t>الحدِّ</w:t>
            </w:r>
            <w:r w:rsidRPr="00725071">
              <w:rPr>
                <w:rStyle w:val="libPoemTiniChar0"/>
                <w:rtl/>
              </w:rPr>
              <w:br/>
              <w:t> </w:t>
            </w:r>
          </w:p>
        </w:tc>
      </w:tr>
      <w:tr w:rsidR="00182D68" w:rsidRPr="00524A24" w:rsidTr="00182D68">
        <w:trPr>
          <w:trHeight w:val="350"/>
        </w:trPr>
        <w:tc>
          <w:tcPr>
            <w:tcW w:w="3902" w:type="dxa"/>
          </w:tcPr>
          <w:p w:rsidR="00182D68" w:rsidRPr="00524A24" w:rsidRDefault="00182D68" w:rsidP="00693B01">
            <w:pPr>
              <w:pStyle w:val="libPoem"/>
            </w:pPr>
            <w:r w:rsidRPr="009647FC">
              <w:rPr>
                <w:rtl/>
              </w:rPr>
              <w:t>و</w:t>
            </w:r>
            <w:r w:rsidR="00A72677" w:rsidRPr="009647FC">
              <w:rPr>
                <w:rtl/>
              </w:rPr>
              <w:t>هاتي</w:t>
            </w:r>
            <w:r w:rsidRPr="009647FC">
              <w:rPr>
                <w:rtl/>
              </w:rPr>
              <w:t>ك</w:t>
            </w:r>
            <w:r w:rsidR="00677BC4">
              <w:rPr>
                <w:rtl/>
              </w:rPr>
              <w:t>َ</w:t>
            </w:r>
            <w:r>
              <w:rPr>
                <w:rtl/>
              </w:rPr>
              <w:t xml:space="preserve"> </w:t>
            </w:r>
            <w:r w:rsidRPr="009647FC">
              <w:rPr>
                <w:rtl/>
              </w:rPr>
              <w:t>أ</w:t>
            </w:r>
            <w:r w:rsidR="00A72677" w:rsidRPr="009647FC">
              <w:rPr>
                <w:rtl/>
              </w:rPr>
              <w:t>بصا</w:t>
            </w:r>
            <w:r w:rsidRPr="009647FC">
              <w:rPr>
                <w:rtl/>
              </w:rPr>
              <w:t>ر</w:t>
            </w:r>
            <w:r w:rsidR="00677BC4">
              <w:rPr>
                <w:rtl/>
              </w:rPr>
              <w:t>َ</w:t>
            </w:r>
            <w:r>
              <w:rPr>
                <w:rtl/>
              </w:rPr>
              <w:t xml:space="preserve"> </w:t>
            </w:r>
            <w:r w:rsidRPr="009647FC">
              <w:rPr>
                <w:rtl/>
              </w:rPr>
              <w:t>ا</w:t>
            </w:r>
            <w:r w:rsidR="00A72677" w:rsidRPr="009647FC">
              <w:rPr>
                <w:rtl/>
              </w:rPr>
              <w:t>لع</w:t>
            </w:r>
            <w:r w:rsidRPr="009647FC">
              <w:rPr>
                <w:rtl/>
              </w:rPr>
              <w:t>دى</w:t>
            </w:r>
            <w:r>
              <w:rPr>
                <w:rtl/>
              </w:rPr>
              <w:t xml:space="preserve"> </w:t>
            </w:r>
            <w:r w:rsidRPr="009647FC">
              <w:rPr>
                <w:rtl/>
              </w:rPr>
              <w:t>و</w:t>
            </w:r>
            <w:r w:rsidR="00A72677" w:rsidRPr="009647FC">
              <w:rPr>
                <w:rtl/>
              </w:rPr>
              <w:t>قل</w:t>
            </w:r>
            <w:r w:rsidRPr="009647FC">
              <w:rPr>
                <w:rtl/>
              </w:rPr>
              <w:t>وبها</w:t>
            </w:r>
            <w:r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A72677" w:rsidP="00693B01">
            <w:pPr>
              <w:pStyle w:val="libPoem"/>
            </w:pPr>
            <w:r w:rsidRPr="009647FC">
              <w:rPr>
                <w:rtl/>
              </w:rPr>
              <w:t>فد</w:t>
            </w:r>
            <w:r w:rsidR="00182D68" w:rsidRPr="009647FC">
              <w:rPr>
                <w:rtl/>
              </w:rPr>
              <w:t>ونك</w:t>
            </w:r>
            <w:r w:rsidR="00182D68">
              <w:rPr>
                <w:rtl/>
              </w:rPr>
              <w:t xml:space="preserve"> </w:t>
            </w:r>
            <w:r w:rsidRPr="009647FC">
              <w:rPr>
                <w:rtl/>
              </w:rPr>
              <w:t>ما</w:t>
            </w:r>
            <w:r w:rsidR="00182D68">
              <w:rPr>
                <w:rtl/>
              </w:rPr>
              <w:t xml:space="preserve"> </w:t>
            </w:r>
            <w:r w:rsidRPr="009647FC">
              <w:rPr>
                <w:rtl/>
              </w:rPr>
              <w:t>تخ</w:t>
            </w:r>
            <w:r w:rsidR="00182D68" w:rsidRPr="009647FC">
              <w:rPr>
                <w:rtl/>
              </w:rPr>
              <w:t>تارهُ</w:t>
            </w:r>
            <w:r w:rsidR="00182D68">
              <w:rPr>
                <w:rtl/>
              </w:rPr>
              <w:t xml:space="preserve"> </w:t>
            </w:r>
            <w:r w:rsidRPr="009647FC">
              <w:rPr>
                <w:rtl/>
              </w:rPr>
              <w:t>من</w:t>
            </w:r>
            <w:r w:rsidR="00182D68">
              <w:rPr>
                <w:rtl/>
              </w:rPr>
              <w:t xml:space="preserve"> </w:t>
            </w:r>
            <w:r w:rsidR="00182D68" w:rsidRPr="009647FC">
              <w:rPr>
                <w:rtl/>
              </w:rPr>
              <w:t>ذوي</w:t>
            </w:r>
            <w:r w:rsidR="00182D68">
              <w:rPr>
                <w:rtl/>
              </w:rPr>
              <w:t xml:space="preserve"> </w:t>
            </w:r>
            <w:r w:rsidR="00182D68" w:rsidRPr="009647FC">
              <w:rPr>
                <w:rtl/>
              </w:rPr>
              <w:t>ا</w:t>
            </w:r>
            <w:r w:rsidRPr="009647FC">
              <w:rPr>
                <w:rtl/>
              </w:rPr>
              <w:t>لح</w:t>
            </w:r>
            <w:r w:rsidR="00182D68" w:rsidRPr="009647FC">
              <w:rPr>
                <w:rtl/>
              </w:rPr>
              <w:t>قدِ</w:t>
            </w:r>
            <w:r w:rsidR="00182D68" w:rsidRPr="00725071">
              <w:rPr>
                <w:rStyle w:val="libPoemTiniChar0"/>
                <w:rtl/>
              </w:rPr>
              <w:br/>
              <w:t> </w:t>
            </w:r>
          </w:p>
        </w:tc>
      </w:tr>
      <w:tr w:rsidR="00182D68" w:rsidRPr="00524A24" w:rsidTr="00182D68">
        <w:trPr>
          <w:trHeight w:val="350"/>
        </w:trPr>
        <w:tc>
          <w:tcPr>
            <w:tcW w:w="3902" w:type="dxa"/>
          </w:tcPr>
          <w:p w:rsidR="00182D68" w:rsidRPr="00524A24" w:rsidRDefault="00182D68" w:rsidP="00693B01">
            <w:pPr>
              <w:pStyle w:val="libPoem"/>
            </w:pPr>
            <w:r w:rsidRPr="009647FC">
              <w:rPr>
                <w:rtl/>
              </w:rPr>
              <w:t>و</w:t>
            </w:r>
            <w:r w:rsidR="00A72677" w:rsidRPr="009647FC">
              <w:rPr>
                <w:rtl/>
              </w:rPr>
              <w:t>مم</w:t>
            </w:r>
            <w:r w:rsidRPr="009647FC">
              <w:rPr>
                <w:rtl/>
              </w:rPr>
              <w:t>ّا</w:t>
            </w:r>
            <w:r>
              <w:rPr>
                <w:rtl/>
              </w:rPr>
              <w:t xml:space="preserve"> </w:t>
            </w:r>
            <w:r w:rsidR="00A72677" w:rsidRPr="009647FC">
              <w:rPr>
                <w:rtl/>
              </w:rPr>
              <w:t>يع</w:t>
            </w:r>
            <w:r w:rsidRPr="009647FC">
              <w:rPr>
                <w:rtl/>
              </w:rPr>
              <w:t>يرُ</w:t>
            </w:r>
            <w:r>
              <w:rPr>
                <w:rtl/>
              </w:rPr>
              <w:t xml:space="preserve"> </w:t>
            </w:r>
            <w:r w:rsidRPr="009647FC">
              <w:rPr>
                <w:rtl/>
              </w:rPr>
              <w:t>الأرض</w:t>
            </w:r>
            <w:r>
              <w:rPr>
                <w:rtl/>
              </w:rPr>
              <w:t xml:space="preserve"> </w:t>
            </w:r>
            <w:r w:rsidR="00A72677" w:rsidRPr="009647FC">
              <w:rPr>
                <w:rtl/>
              </w:rPr>
              <w:t>فخ</w:t>
            </w:r>
            <w:r w:rsidRPr="009647FC">
              <w:rPr>
                <w:rtl/>
              </w:rPr>
              <w:t>راً</w:t>
            </w:r>
            <w:r>
              <w:rPr>
                <w:rtl/>
              </w:rPr>
              <w:t xml:space="preserve"> </w:t>
            </w:r>
            <w:r w:rsidRPr="009647FC">
              <w:rPr>
                <w:rtl/>
              </w:rPr>
              <w:t>على</w:t>
            </w:r>
            <w:r>
              <w:rPr>
                <w:rtl/>
              </w:rPr>
              <w:t xml:space="preserve"> </w:t>
            </w:r>
            <w:r w:rsidRPr="009647FC">
              <w:rPr>
                <w:rtl/>
              </w:rPr>
              <w:t>السما</w:t>
            </w:r>
            <w:r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182D68" w:rsidP="00693B01">
            <w:pPr>
              <w:pStyle w:val="libPoem"/>
            </w:pPr>
            <w:r w:rsidRPr="009647FC">
              <w:rPr>
                <w:rtl/>
              </w:rPr>
              <w:t>و</w:t>
            </w:r>
            <w:r w:rsidR="00A72677" w:rsidRPr="009647FC">
              <w:rPr>
                <w:rtl/>
              </w:rPr>
              <w:t>يب</w:t>
            </w:r>
            <w:r w:rsidRPr="009647FC">
              <w:rPr>
                <w:rtl/>
              </w:rPr>
              <w:t>هي</w:t>
            </w:r>
            <w:r>
              <w:rPr>
                <w:rtl/>
              </w:rPr>
              <w:t xml:space="preserve"> </w:t>
            </w:r>
            <w:r w:rsidRPr="009647FC">
              <w:rPr>
                <w:rtl/>
              </w:rPr>
              <w:t>ا</w:t>
            </w:r>
            <w:r w:rsidR="00A72677" w:rsidRPr="009647FC">
              <w:rPr>
                <w:rtl/>
              </w:rPr>
              <w:t>لح</w:t>
            </w:r>
            <w:r w:rsidRPr="009647FC">
              <w:rPr>
                <w:rtl/>
              </w:rPr>
              <w:t>صا</w:t>
            </w:r>
            <w:r>
              <w:rPr>
                <w:rtl/>
              </w:rPr>
              <w:t xml:space="preserve"> </w:t>
            </w:r>
            <w:r w:rsidR="00A72677" w:rsidRPr="009647FC">
              <w:rPr>
                <w:rtl/>
              </w:rPr>
              <w:t>في</w:t>
            </w:r>
            <w:r w:rsidRPr="009647FC">
              <w:rPr>
                <w:rtl/>
              </w:rPr>
              <w:t>ها</w:t>
            </w:r>
            <w:r>
              <w:rPr>
                <w:rtl/>
              </w:rPr>
              <w:t xml:space="preserve"> </w:t>
            </w:r>
            <w:r w:rsidRPr="009647FC">
              <w:rPr>
                <w:rtl/>
              </w:rPr>
              <w:t>على</w:t>
            </w:r>
            <w:r>
              <w:rPr>
                <w:rtl/>
              </w:rPr>
              <w:t xml:space="preserve"> </w:t>
            </w:r>
            <w:r w:rsidRPr="009647FC">
              <w:rPr>
                <w:rtl/>
              </w:rPr>
              <w:t>أنجم</w:t>
            </w:r>
            <w:r>
              <w:rPr>
                <w:rtl/>
              </w:rPr>
              <w:t xml:space="preserve"> </w:t>
            </w:r>
            <w:r w:rsidRPr="009647FC">
              <w:rPr>
                <w:rtl/>
              </w:rPr>
              <w:t>السعدِ</w:t>
            </w:r>
            <w:r w:rsidRPr="00725071">
              <w:rPr>
                <w:rStyle w:val="libPoemTiniChar0"/>
                <w:rtl/>
              </w:rPr>
              <w:br/>
              <w:t> </w:t>
            </w:r>
          </w:p>
        </w:tc>
      </w:tr>
      <w:tr w:rsidR="00182D68" w:rsidRPr="00524A24" w:rsidTr="00182D68">
        <w:trPr>
          <w:trHeight w:val="350"/>
        </w:trPr>
        <w:tc>
          <w:tcPr>
            <w:tcW w:w="3902" w:type="dxa"/>
          </w:tcPr>
          <w:p w:rsidR="00182D68" w:rsidRPr="00524A24" w:rsidRDefault="00A72677" w:rsidP="00693B01">
            <w:pPr>
              <w:pStyle w:val="libPoem"/>
            </w:pPr>
            <w:r w:rsidRPr="009647FC">
              <w:rPr>
                <w:rtl/>
              </w:rPr>
              <w:t>بيو</w:t>
            </w:r>
            <w:r w:rsidR="00182D68" w:rsidRPr="009647FC">
              <w:rPr>
                <w:rtl/>
              </w:rPr>
              <w:t>تٌ</w:t>
            </w:r>
            <w:r w:rsidR="00182D68">
              <w:rPr>
                <w:rtl/>
              </w:rPr>
              <w:t xml:space="preserve"> </w:t>
            </w:r>
            <w:r w:rsidRPr="009647FC">
              <w:rPr>
                <w:rtl/>
              </w:rPr>
              <w:t>بها</w:t>
            </w:r>
            <w:r w:rsidR="00182D68">
              <w:rPr>
                <w:rtl/>
              </w:rPr>
              <w:t xml:space="preserve"> </w:t>
            </w:r>
            <w:r w:rsidR="00182D68" w:rsidRPr="009647FC">
              <w:rPr>
                <w:rtl/>
              </w:rPr>
              <w:t>قد</w:t>
            </w:r>
            <w:r w:rsidR="00182D68">
              <w:rPr>
                <w:rtl/>
              </w:rPr>
              <w:t xml:space="preserve"> </w:t>
            </w:r>
            <w:r w:rsidR="00182D68" w:rsidRPr="009647FC">
              <w:rPr>
                <w:rtl/>
              </w:rPr>
              <w:t>أودع</w:t>
            </w:r>
            <w:r w:rsidR="00182D68">
              <w:rPr>
                <w:rtl/>
              </w:rPr>
              <w:t xml:space="preserve"> </w:t>
            </w:r>
            <w:r w:rsidR="00182D68" w:rsidRPr="009647FC">
              <w:rPr>
                <w:rtl/>
              </w:rPr>
              <w:t>اللهُ</w:t>
            </w:r>
            <w:r w:rsidR="00182D68">
              <w:rPr>
                <w:rtl/>
              </w:rPr>
              <w:t xml:space="preserve"> </w:t>
            </w:r>
            <w:r w:rsidRPr="009647FC">
              <w:rPr>
                <w:rtl/>
              </w:rPr>
              <w:t>من</w:t>
            </w:r>
            <w:r w:rsidR="00182D68" w:rsidRPr="009647FC">
              <w:rPr>
                <w:rtl/>
              </w:rPr>
              <w:t>كم</w:t>
            </w:r>
            <w:r w:rsidR="00182D68"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182D68" w:rsidP="00693B01">
            <w:pPr>
              <w:pStyle w:val="libPoem"/>
            </w:pPr>
            <w:r w:rsidRPr="009647FC">
              <w:rPr>
                <w:rtl/>
              </w:rPr>
              <w:t>أ</w:t>
            </w:r>
            <w:r w:rsidR="00A72677" w:rsidRPr="009647FC">
              <w:rPr>
                <w:rtl/>
              </w:rPr>
              <w:t>طا</w:t>
            </w:r>
            <w:r w:rsidRPr="009647FC">
              <w:rPr>
                <w:rtl/>
              </w:rPr>
              <w:t>ئب</w:t>
            </w:r>
            <w:r>
              <w:rPr>
                <w:rtl/>
              </w:rPr>
              <w:t xml:space="preserve"> </w:t>
            </w:r>
            <w:r w:rsidR="00A72677" w:rsidRPr="009647FC">
              <w:rPr>
                <w:rtl/>
              </w:rPr>
              <w:t>ما</w:t>
            </w:r>
            <w:r>
              <w:rPr>
                <w:rtl/>
              </w:rPr>
              <w:t xml:space="preserve"> </w:t>
            </w:r>
            <w:r w:rsidRPr="009647FC">
              <w:rPr>
                <w:rtl/>
              </w:rPr>
              <w:t>ا</w:t>
            </w:r>
            <w:r w:rsidR="00A72677" w:rsidRPr="009647FC">
              <w:rPr>
                <w:rtl/>
              </w:rPr>
              <w:t>ست</w:t>
            </w:r>
            <w:r w:rsidRPr="009647FC">
              <w:rPr>
                <w:rtl/>
              </w:rPr>
              <w:t>صفاهُ</w:t>
            </w:r>
            <w:r>
              <w:rPr>
                <w:rtl/>
              </w:rPr>
              <w:t xml:space="preserve"> </w:t>
            </w:r>
            <w:r w:rsidRPr="009647FC">
              <w:rPr>
                <w:rtl/>
              </w:rPr>
              <w:t>من</w:t>
            </w:r>
            <w:r>
              <w:rPr>
                <w:rtl/>
              </w:rPr>
              <w:t xml:space="preserve"> </w:t>
            </w:r>
            <w:r w:rsidRPr="009647FC">
              <w:rPr>
                <w:rtl/>
              </w:rPr>
              <w:t>عترةِ</w:t>
            </w:r>
            <w:r>
              <w:rPr>
                <w:rtl/>
              </w:rPr>
              <w:t xml:space="preserve"> </w:t>
            </w:r>
            <w:r w:rsidRPr="009647FC">
              <w:rPr>
                <w:rtl/>
              </w:rPr>
              <w:t>المجدِ</w:t>
            </w:r>
            <w:r w:rsidRPr="00725071">
              <w:rPr>
                <w:rStyle w:val="libPoemTiniChar0"/>
                <w:rtl/>
              </w:rPr>
              <w:br/>
              <w:t> </w:t>
            </w:r>
          </w:p>
        </w:tc>
      </w:tr>
      <w:tr w:rsidR="00182D68" w:rsidRPr="00524A24" w:rsidTr="00182D68">
        <w:trPr>
          <w:trHeight w:val="350"/>
        </w:trPr>
        <w:tc>
          <w:tcPr>
            <w:tcW w:w="3902" w:type="dxa"/>
          </w:tcPr>
          <w:p w:rsidR="00182D68" w:rsidRPr="00524A24" w:rsidRDefault="00A72677" w:rsidP="00693B01">
            <w:pPr>
              <w:pStyle w:val="libPoem"/>
            </w:pPr>
            <w:r w:rsidRPr="009647FC">
              <w:rPr>
                <w:rtl/>
              </w:rPr>
              <w:t>لكم</w:t>
            </w:r>
            <w:r w:rsidR="00182D68">
              <w:rPr>
                <w:rtl/>
              </w:rPr>
              <w:t xml:space="preserve"> </w:t>
            </w:r>
            <w:r w:rsidR="00182D68" w:rsidRPr="009647FC">
              <w:rPr>
                <w:rtl/>
              </w:rPr>
              <w:t>أذن</w:t>
            </w:r>
            <w:r w:rsidR="00677BC4">
              <w:rPr>
                <w:rtl/>
              </w:rPr>
              <w:t>َ</w:t>
            </w:r>
            <w:r w:rsidR="00182D68">
              <w:rPr>
                <w:rtl/>
              </w:rPr>
              <w:t xml:space="preserve"> </w:t>
            </w:r>
            <w:r w:rsidR="00182D68" w:rsidRPr="009647FC">
              <w:rPr>
                <w:rtl/>
              </w:rPr>
              <w:t>اللهُ</w:t>
            </w:r>
            <w:r w:rsidR="00182D68">
              <w:rPr>
                <w:rtl/>
              </w:rPr>
              <w:t xml:space="preserve"> </w:t>
            </w:r>
            <w:r w:rsidR="00182D68" w:rsidRPr="009647FC">
              <w:rPr>
                <w:rtl/>
              </w:rPr>
              <w:t>ا</w:t>
            </w:r>
            <w:r w:rsidRPr="009647FC">
              <w:rPr>
                <w:rtl/>
              </w:rPr>
              <w:t>لعظي</w:t>
            </w:r>
            <w:r w:rsidR="00182D68" w:rsidRPr="009647FC">
              <w:rPr>
                <w:rtl/>
              </w:rPr>
              <w:t>مُ</w:t>
            </w:r>
            <w:r w:rsidR="00182D68">
              <w:rPr>
                <w:rtl/>
              </w:rPr>
              <w:t xml:space="preserve"> </w:t>
            </w:r>
            <w:r w:rsidRPr="009647FC">
              <w:rPr>
                <w:rtl/>
              </w:rPr>
              <w:t>برفع</w:t>
            </w:r>
            <w:r w:rsidR="00182D68" w:rsidRPr="009647FC">
              <w:rPr>
                <w:rtl/>
              </w:rPr>
              <w:t>ها</w:t>
            </w:r>
            <w:r w:rsidR="00182D68"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182D68" w:rsidP="00693B01">
            <w:pPr>
              <w:pStyle w:val="libPoem"/>
            </w:pPr>
            <w:r w:rsidRPr="009647FC">
              <w:rPr>
                <w:rtl/>
              </w:rPr>
              <w:t>وأ</w:t>
            </w:r>
            <w:r w:rsidR="00A72677" w:rsidRPr="009647FC">
              <w:rPr>
                <w:rtl/>
              </w:rPr>
              <w:t>نت</w:t>
            </w:r>
            <w:r w:rsidRPr="009647FC">
              <w:rPr>
                <w:rtl/>
              </w:rPr>
              <w:t>م</w:t>
            </w:r>
            <w:r>
              <w:rPr>
                <w:rtl/>
              </w:rPr>
              <w:t xml:space="preserve"> </w:t>
            </w:r>
            <w:r w:rsidR="00A72677" w:rsidRPr="009647FC">
              <w:rPr>
                <w:rtl/>
              </w:rPr>
              <w:t>مص</w:t>
            </w:r>
            <w:r w:rsidRPr="009647FC">
              <w:rPr>
                <w:rtl/>
              </w:rPr>
              <w:t>ابيحٌ</w:t>
            </w:r>
            <w:r>
              <w:rPr>
                <w:rtl/>
              </w:rPr>
              <w:t xml:space="preserve"> </w:t>
            </w:r>
            <w:r w:rsidR="00A72677" w:rsidRPr="009647FC">
              <w:rPr>
                <w:rtl/>
              </w:rPr>
              <w:t>به</w:t>
            </w:r>
            <w:r w:rsidRPr="009647FC">
              <w:rPr>
                <w:rtl/>
              </w:rPr>
              <w:t>ا</w:t>
            </w:r>
            <w:r>
              <w:rPr>
                <w:rtl/>
              </w:rPr>
              <w:t xml:space="preserve"> </w:t>
            </w:r>
            <w:r w:rsidRPr="009647FC">
              <w:rPr>
                <w:rtl/>
              </w:rPr>
              <w:t>ا</w:t>
            </w:r>
            <w:r w:rsidR="00A72677" w:rsidRPr="009647FC">
              <w:rPr>
                <w:rtl/>
              </w:rPr>
              <w:t>لن</w:t>
            </w:r>
            <w:r w:rsidRPr="009647FC">
              <w:rPr>
                <w:rtl/>
              </w:rPr>
              <w:t>اس</w:t>
            </w:r>
            <w:r>
              <w:rPr>
                <w:rtl/>
              </w:rPr>
              <w:t xml:space="preserve"> </w:t>
            </w:r>
            <w:r w:rsidRPr="009647FC">
              <w:rPr>
                <w:rtl/>
              </w:rPr>
              <w:t>تستهدي</w:t>
            </w:r>
            <w:r w:rsidRPr="00725071">
              <w:rPr>
                <w:rStyle w:val="libPoemTiniChar0"/>
                <w:rtl/>
              </w:rPr>
              <w:br/>
              <w:t> </w:t>
            </w:r>
          </w:p>
        </w:tc>
      </w:tr>
      <w:tr w:rsidR="00182D68" w:rsidRPr="00524A24" w:rsidTr="00182D68">
        <w:trPr>
          <w:trHeight w:val="350"/>
        </w:trPr>
        <w:tc>
          <w:tcPr>
            <w:tcW w:w="3902" w:type="dxa"/>
          </w:tcPr>
          <w:p w:rsidR="00182D68" w:rsidRPr="00524A24" w:rsidRDefault="00A72677" w:rsidP="00693B01">
            <w:pPr>
              <w:pStyle w:val="libPoem"/>
            </w:pPr>
            <w:r w:rsidRPr="00A72677">
              <w:rPr>
                <w:rtl/>
              </w:rPr>
              <w:t>لو</w:t>
            </w:r>
            <w:r w:rsidR="00182D68" w:rsidRPr="00A72677">
              <w:rPr>
                <w:rtl/>
              </w:rPr>
              <w:t xml:space="preserve">جهك </w:t>
            </w:r>
            <w:r w:rsidRPr="00A72677">
              <w:rPr>
                <w:rtl/>
              </w:rPr>
              <w:t>قد</w:t>
            </w:r>
            <w:r w:rsidR="00182D68" w:rsidRPr="00A72677">
              <w:rPr>
                <w:rtl/>
              </w:rPr>
              <w:t xml:space="preserve"> </w:t>
            </w:r>
            <w:r w:rsidRPr="00A72677">
              <w:rPr>
                <w:rtl/>
              </w:rPr>
              <w:t>صل</w:t>
            </w:r>
            <w:r w:rsidR="00182D68" w:rsidRPr="00A72677">
              <w:rPr>
                <w:rtl/>
              </w:rPr>
              <w:t xml:space="preserve">ّى </w:t>
            </w:r>
            <w:r w:rsidRPr="00A72677">
              <w:rPr>
                <w:rtl/>
              </w:rPr>
              <w:t>به</w:t>
            </w:r>
            <w:r w:rsidR="00182D68" w:rsidRPr="00A72677">
              <w:rPr>
                <w:rtl/>
              </w:rPr>
              <w:t>ا المدح والثنا</w:t>
            </w:r>
            <w:r w:rsidR="00182D68" w:rsidRPr="00A72677">
              <w:rPr>
                <w:rStyle w:val="libPoemTiniChar0"/>
                <w:rtl/>
              </w:rPr>
              <w:br/>
              <w:t> </w:t>
            </w:r>
          </w:p>
        </w:tc>
        <w:tc>
          <w:tcPr>
            <w:tcW w:w="301" w:type="dxa"/>
          </w:tcPr>
          <w:p w:rsidR="00182D68" w:rsidRPr="00A72677" w:rsidRDefault="00182D68" w:rsidP="00693B01">
            <w:pPr>
              <w:pStyle w:val="libPoem"/>
              <w:rPr>
                <w:rtl/>
              </w:rPr>
            </w:pPr>
          </w:p>
        </w:tc>
        <w:tc>
          <w:tcPr>
            <w:tcW w:w="3884" w:type="dxa"/>
          </w:tcPr>
          <w:p w:rsidR="00182D68" w:rsidRPr="00524A24" w:rsidRDefault="00182D68" w:rsidP="00693B01">
            <w:pPr>
              <w:pStyle w:val="libPoem"/>
            </w:pPr>
            <w:r w:rsidRPr="00A72677">
              <w:rPr>
                <w:rtl/>
              </w:rPr>
              <w:t>لأن</w:t>
            </w:r>
            <w:r w:rsidR="00A72677" w:rsidRPr="00A72677">
              <w:rPr>
                <w:rtl/>
              </w:rPr>
              <w:t>ّك</w:t>
            </w:r>
            <w:r w:rsidRPr="00A72677">
              <w:rPr>
                <w:rtl/>
              </w:rPr>
              <w:t xml:space="preserve"> </w:t>
            </w:r>
            <w:r w:rsidR="00A72677" w:rsidRPr="00A72677">
              <w:rPr>
                <w:rtl/>
              </w:rPr>
              <w:t>فيه</w:t>
            </w:r>
            <w:r w:rsidRPr="00A72677">
              <w:rPr>
                <w:rtl/>
              </w:rPr>
              <w:t xml:space="preserve">ا </w:t>
            </w:r>
            <w:r w:rsidR="00A72677" w:rsidRPr="00A72677">
              <w:rPr>
                <w:rtl/>
              </w:rPr>
              <w:t>قب</w:t>
            </w:r>
            <w:r w:rsidRPr="00A72677">
              <w:rPr>
                <w:rtl/>
              </w:rPr>
              <w:t>لةُ ا</w:t>
            </w:r>
            <w:r w:rsidR="00A72677" w:rsidRPr="00A72677">
              <w:rPr>
                <w:rtl/>
              </w:rPr>
              <w:t>لش</w:t>
            </w:r>
            <w:r w:rsidRPr="00A72677">
              <w:rPr>
                <w:rtl/>
              </w:rPr>
              <w:t>كر وا</w:t>
            </w:r>
            <w:r w:rsidR="00A72677" w:rsidRPr="00A72677">
              <w:rPr>
                <w:rtl/>
              </w:rPr>
              <w:t>لح</w:t>
            </w:r>
            <w:r w:rsidRPr="00A72677">
              <w:rPr>
                <w:rtl/>
              </w:rPr>
              <w:t>مدِ</w:t>
            </w:r>
            <w:r w:rsidRPr="00A72677">
              <w:rPr>
                <w:rStyle w:val="libPoemTiniChar0"/>
                <w:rtl/>
              </w:rPr>
              <w:br/>
              <w:t> </w:t>
            </w:r>
          </w:p>
        </w:tc>
      </w:tr>
    </w:tbl>
    <w:p w:rsidR="009647FC" w:rsidRPr="00524A24" w:rsidRDefault="009647FC" w:rsidP="004E7EC6">
      <w:pPr>
        <w:pStyle w:val="libNormal"/>
      </w:pPr>
      <w:r w:rsidRPr="009647FC">
        <w:rPr>
          <w:rtl/>
        </w:rPr>
        <w:t>وقال (رحمه اللّه)</w:t>
      </w:r>
      <w:r w:rsidR="00D769AB">
        <w:rPr>
          <w:rtl/>
        </w:rPr>
        <w:t>،</w:t>
      </w:r>
      <w:r w:rsidRPr="009647FC">
        <w:rPr>
          <w:rtl/>
        </w:rPr>
        <w:t xml:space="preserve"> وقد سأله العلاّمة السيد ميرزا جعفر القزويني ذلك</w:t>
      </w:r>
      <w:r w:rsidR="00D769AB">
        <w:rPr>
          <w:rtl/>
        </w:rPr>
        <w:t>:</w:t>
      </w:r>
    </w:p>
    <w:tbl>
      <w:tblPr>
        <w:tblStyle w:val="TableGrid"/>
        <w:bidiVisual/>
        <w:tblW w:w="4562" w:type="pct"/>
        <w:tblInd w:w="384" w:type="dxa"/>
        <w:tblLook w:val="04A0"/>
      </w:tblPr>
      <w:tblGrid>
        <w:gridCol w:w="3902"/>
        <w:gridCol w:w="301"/>
        <w:gridCol w:w="3884"/>
      </w:tblGrid>
      <w:tr w:rsidR="00182D68" w:rsidRPr="00524A24" w:rsidTr="00182D68">
        <w:trPr>
          <w:trHeight w:val="350"/>
        </w:trPr>
        <w:tc>
          <w:tcPr>
            <w:tcW w:w="3902" w:type="dxa"/>
          </w:tcPr>
          <w:p w:rsidR="00182D68" w:rsidRPr="00524A24" w:rsidRDefault="00A72677" w:rsidP="00693B01">
            <w:pPr>
              <w:pStyle w:val="libPoem"/>
            </w:pPr>
            <w:r w:rsidRPr="00A72677">
              <w:rPr>
                <w:rtl/>
              </w:rPr>
              <w:t>نف</w:t>
            </w:r>
            <w:r w:rsidR="00182D68" w:rsidRPr="00A72677">
              <w:rPr>
                <w:rtl/>
              </w:rPr>
              <w:t xml:space="preserve">سي </w:t>
            </w:r>
            <w:r w:rsidRPr="00A72677">
              <w:rPr>
                <w:rtl/>
              </w:rPr>
              <w:t>بح</w:t>
            </w:r>
            <w:r w:rsidR="00182D68" w:rsidRPr="00A72677">
              <w:rPr>
                <w:rtl/>
              </w:rPr>
              <w:t>بلِ ولاءِ (أ</w:t>
            </w:r>
            <w:r w:rsidRPr="00A72677">
              <w:rPr>
                <w:rtl/>
              </w:rPr>
              <w:t>حم</w:t>
            </w:r>
            <w:r w:rsidR="00182D68" w:rsidRPr="00A72677">
              <w:rPr>
                <w:rtl/>
              </w:rPr>
              <w:t>د) أمسكتْ</w:t>
            </w:r>
            <w:r w:rsidR="00182D68" w:rsidRPr="00A72677">
              <w:rPr>
                <w:rStyle w:val="libPoemTiniChar0"/>
                <w:rtl/>
              </w:rPr>
              <w:br/>
              <w:t> </w:t>
            </w:r>
          </w:p>
        </w:tc>
        <w:tc>
          <w:tcPr>
            <w:tcW w:w="301" w:type="dxa"/>
          </w:tcPr>
          <w:p w:rsidR="00182D68" w:rsidRPr="00A72677" w:rsidRDefault="00182D68" w:rsidP="00693B01">
            <w:pPr>
              <w:pStyle w:val="libPoem"/>
              <w:rPr>
                <w:rtl/>
              </w:rPr>
            </w:pPr>
          </w:p>
        </w:tc>
        <w:tc>
          <w:tcPr>
            <w:tcW w:w="3884" w:type="dxa"/>
          </w:tcPr>
          <w:p w:rsidR="00182D68" w:rsidRPr="00A72677" w:rsidRDefault="00A72677" w:rsidP="00693B01">
            <w:pPr>
              <w:pStyle w:val="libPoem"/>
            </w:pPr>
            <w:r w:rsidRPr="00A72677">
              <w:rPr>
                <w:rtl/>
              </w:rPr>
              <w:t>مذ</w:t>
            </w:r>
            <w:r w:rsidR="00182D68" w:rsidRPr="00A72677">
              <w:rPr>
                <w:rtl/>
              </w:rPr>
              <w:t xml:space="preserve"> أ</w:t>
            </w:r>
            <w:r w:rsidRPr="00A72677">
              <w:rPr>
                <w:rtl/>
              </w:rPr>
              <w:t>حك</w:t>
            </w:r>
            <w:r w:rsidR="00182D68" w:rsidRPr="00A72677">
              <w:rPr>
                <w:rtl/>
              </w:rPr>
              <w:t xml:space="preserve">متْ </w:t>
            </w:r>
            <w:r w:rsidRPr="00A72677">
              <w:rPr>
                <w:rtl/>
              </w:rPr>
              <w:t>بن</w:t>
            </w:r>
            <w:r w:rsidR="00182D68" w:rsidRPr="00A72677">
              <w:rPr>
                <w:rtl/>
              </w:rPr>
              <w:t xml:space="preserve">ياطِ </w:t>
            </w:r>
            <w:r w:rsidRPr="00A72677">
              <w:rPr>
                <w:rtl/>
              </w:rPr>
              <w:t>قل</w:t>
            </w:r>
            <w:r w:rsidR="00182D68" w:rsidRPr="00A72677">
              <w:rPr>
                <w:rtl/>
              </w:rPr>
              <w:t xml:space="preserve">بي </w:t>
            </w:r>
            <w:r w:rsidRPr="00A72677">
              <w:rPr>
                <w:rtl/>
              </w:rPr>
              <w:t>عق</w:t>
            </w:r>
            <w:r w:rsidR="00182D68" w:rsidRPr="00A72677">
              <w:rPr>
                <w:rtl/>
              </w:rPr>
              <w:t>د</w:t>
            </w:r>
            <w:r w:rsidR="00677BC4">
              <w:rPr>
                <w:rtl/>
              </w:rPr>
              <w:t>َ</w:t>
            </w:r>
            <w:r w:rsidR="00182D68" w:rsidRPr="00A72677">
              <w:rPr>
                <w:rtl/>
              </w:rPr>
              <w:t>ه</w:t>
            </w:r>
            <w:r w:rsidR="00182D68" w:rsidRPr="00A72677">
              <w:rPr>
                <w:rStyle w:val="libPoemTiniChar0"/>
                <w:rtl/>
              </w:rPr>
              <w:br/>
              <w:t> </w:t>
            </w:r>
          </w:p>
        </w:tc>
      </w:tr>
      <w:tr w:rsidR="00182D68" w:rsidRPr="00524A24" w:rsidTr="00182D68">
        <w:trPr>
          <w:trHeight w:val="350"/>
        </w:trPr>
        <w:tc>
          <w:tcPr>
            <w:tcW w:w="3902" w:type="dxa"/>
          </w:tcPr>
          <w:p w:rsidR="00182D68" w:rsidRPr="00524A24" w:rsidRDefault="00182D68" w:rsidP="00693B01">
            <w:pPr>
              <w:pStyle w:val="libPoem"/>
            </w:pPr>
            <w:r w:rsidRPr="00A72677">
              <w:rPr>
                <w:rtl/>
              </w:rPr>
              <w:t>أن</w:t>
            </w:r>
            <w:r w:rsidR="00A72677" w:rsidRPr="00A72677">
              <w:rPr>
                <w:rtl/>
              </w:rPr>
              <w:t>ّى</w:t>
            </w:r>
            <w:r w:rsidRPr="00A72677">
              <w:rPr>
                <w:rtl/>
              </w:rPr>
              <w:t xml:space="preserve"> و</w:t>
            </w:r>
            <w:r w:rsidR="00A72677" w:rsidRPr="00A72677">
              <w:rPr>
                <w:rtl/>
              </w:rPr>
              <w:t>فر</w:t>
            </w:r>
            <w:r w:rsidRPr="00A72677">
              <w:rPr>
                <w:rtl/>
              </w:rPr>
              <w:t xml:space="preserve">ضُ </w:t>
            </w:r>
            <w:r w:rsidR="00A72677" w:rsidRPr="00A72677">
              <w:rPr>
                <w:rtl/>
              </w:rPr>
              <w:t>مو</w:t>
            </w:r>
            <w:r w:rsidRPr="00A72677">
              <w:rPr>
                <w:rtl/>
              </w:rPr>
              <w:t xml:space="preserve">دّتي </w:t>
            </w:r>
            <w:r w:rsidR="00A72677" w:rsidRPr="00A72677">
              <w:rPr>
                <w:rtl/>
              </w:rPr>
              <w:t>هي</w:t>
            </w:r>
            <w:r w:rsidRPr="00A72677">
              <w:rPr>
                <w:rtl/>
              </w:rPr>
              <w:t xml:space="preserve"> </w:t>
            </w:r>
            <w:r w:rsidR="00A72677" w:rsidRPr="00A72677">
              <w:rPr>
                <w:rtl/>
              </w:rPr>
              <w:t>في</w:t>
            </w:r>
            <w:r w:rsidRPr="00A72677">
              <w:rPr>
                <w:rtl/>
              </w:rPr>
              <w:t>همُ</w:t>
            </w:r>
            <w:r w:rsidRPr="00A72677">
              <w:rPr>
                <w:rStyle w:val="libPoemTiniChar0"/>
                <w:rtl/>
              </w:rPr>
              <w:br/>
              <w:t> </w:t>
            </w:r>
          </w:p>
        </w:tc>
        <w:tc>
          <w:tcPr>
            <w:tcW w:w="301" w:type="dxa"/>
          </w:tcPr>
          <w:p w:rsidR="00182D68" w:rsidRPr="00A72677" w:rsidRDefault="00182D68" w:rsidP="00693B01">
            <w:pPr>
              <w:pStyle w:val="libPoem"/>
              <w:rPr>
                <w:rtl/>
              </w:rPr>
            </w:pPr>
          </w:p>
        </w:tc>
        <w:tc>
          <w:tcPr>
            <w:tcW w:w="3884" w:type="dxa"/>
          </w:tcPr>
          <w:p w:rsidR="00182D68" w:rsidRPr="00A72677" w:rsidRDefault="00182D68" w:rsidP="00693B01">
            <w:pPr>
              <w:pStyle w:val="libPoem"/>
            </w:pPr>
            <w:r w:rsidRPr="00A72677">
              <w:rPr>
                <w:rtl/>
              </w:rPr>
              <w:t>أ</w:t>
            </w:r>
            <w:r w:rsidR="00A72677" w:rsidRPr="00A72677">
              <w:rPr>
                <w:rtl/>
              </w:rPr>
              <w:t>جر</w:t>
            </w:r>
            <w:r w:rsidRPr="00A72677">
              <w:rPr>
                <w:rtl/>
              </w:rPr>
              <w:t xml:space="preserve"> ا</w:t>
            </w:r>
            <w:r w:rsidR="00A72677" w:rsidRPr="00A72677">
              <w:rPr>
                <w:rtl/>
              </w:rPr>
              <w:t>لر</w:t>
            </w:r>
            <w:r w:rsidRPr="00A72677">
              <w:rPr>
                <w:rtl/>
              </w:rPr>
              <w:t xml:space="preserve">سالةِ </w:t>
            </w:r>
            <w:r w:rsidR="00A72677" w:rsidRPr="00A72677">
              <w:rPr>
                <w:rtl/>
              </w:rPr>
              <w:t>لس</w:t>
            </w:r>
            <w:r w:rsidRPr="00A72677">
              <w:rPr>
                <w:rtl/>
              </w:rPr>
              <w:t>تُ أ</w:t>
            </w:r>
            <w:r w:rsidR="00A72677" w:rsidRPr="00A72677">
              <w:rPr>
                <w:rtl/>
              </w:rPr>
              <w:t>نس</w:t>
            </w:r>
            <w:r w:rsidRPr="00A72677">
              <w:rPr>
                <w:rtl/>
              </w:rPr>
              <w:t>ى عهده</w:t>
            </w:r>
            <w:r w:rsidRPr="00A72677">
              <w:rPr>
                <w:rStyle w:val="libPoemTiniChar0"/>
                <w:rtl/>
              </w:rPr>
              <w:br/>
              <w:t> </w:t>
            </w:r>
          </w:p>
        </w:tc>
      </w:tr>
      <w:tr w:rsidR="00182D68" w:rsidRPr="00524A24" w:rsidTr="00182D68">
        <w:trPr>
          <w:trHeight w:val="350"/>
        </w:trPr>
        <w:tc>
          <w:tcPr>
            <w:tcW w:w="3902" w:type="dxa"/>
          </w:tcPr>
          <w:p w:rsidR="00182D68" w:rsidRPr="00524A24" w:rsidRDefault="00A72677" w:rsidP="00693B01">
            <w:pPr>
              <w:pStyle w:val="libPoem"/>
            </w:pPr>
            <w:r w:rsidRPr="009647FC">
              <w:rPr>
                <w:rtl/>
              </w:rPr>
              <w:t>بل</w:t>
            </w:r>
            <w:r w:rsidR="00182D68">
              <w:rPr>
                <w:rtl/>
              </w:rPr>
              <w:t xml:space="preserve"> </w:t>
            </w:r>
            <w:r w:rsidRPr="009647FC">
              <w:rPr>
                <w:rtl/>
              </w:rPr>
              <w:t>لم</w:t>
            </w:r>
            <w:r w:rsidR="00182D68">
              <w:rPr>
                <w:rtl/>
              </w:rPr>
              <w:t xml:space="preserve"> </w:t>
            </w:r>
            <w:r w:rsidRPr="009647FC">
              <w:rPr>
                <w:rtl/>
              </w:rPr>
              <w:t>تز</w:t>
            </w:r>
            <w:r w:rsidR="00182D68" w:rsidRPr="009647FC">
              <w:rPr>
                <w:rtl/>
              </w:rPr>
              <w:t>لْ</w:t>
            </w:r>
            <w:r w:rsidR="00182D68">
              <w:rPr>
                <w:rtl/>
              </w:rPr>
              <w:t xml:space="preserve"> </w:t>
            </w:r>
            <w:r w:rsidRPr="009647FC">
              <w:rPr>
                <w:rtl/>
              </w:rPr>
              <w:t>كب</w:t>
            </w:r>
            <w:r w:rsidR="00182D68" w:rsidRPr="009647FC">
              <w:rPr>
                <w:rtl/>
              </w:rPr>
              <w:t>دي</w:t>
            </w:r>
            <w:r w:rsidR="00182D68">
              <w:rPr>
                <w:rtl/>
              </w:rPr>
              <w:t xml:space="preserve"> </w:t>
            </w:r>
            <w:r w:rsidR="00182D68" w:rsidRPr="009647FC">
              <w:rPr>
                <w:rtl/>
              </w:rPr>
              <w:t>تروّح</w:t>
            </w:r>
            <w:r w:rsidR="00182D68">
              <w:rPr>
                <w:rtl/>
              </w:rPr>
              <w:t xml:space="preserve"> </w:t>
            </w:r>
            <w:r w:rsidR="00182D68" w:rsidRPr="009647FC">
              <w:rPr>
                <w:rtl/>
              </w:rPr>
              <w:t>وجد</w:t>
            </w:r>
            <w:r w:rsidR="00677BC4">
              <w:rPr>
                <w:rtl/>
              </w:rPr>
              <w:t>َ</w:t>
            </w:r>
            <w:r w:rsidR="00182D68" w:rsidRPr="009647FC">
              <w:rPr>
                <w:rtl/>
              </w:rPr>
              <w:t>ها</w:t>
            </w:r>
            <w:r w:rsidR="00182D68"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A72677" w:rsidP="00693B01">
            <w:pPr>
              <w:pStyle w:val="libPoem"/>
            </w:pPr>
            <w:r w:rsidRPr="009647FC">
              <w:rPr>
                <w:rtl/>
              </w:rPr>
              <w:t>بنس</w:t>
            </w:r>
            <w:r w:rsidR="00182D68" w:rsidRPr="009647FC">
              <w:rPr>
                <w:rtl/>
              </w:rPr>
              <w:t>يم</w:t>
            </w:r>
            <w:r w:rsidR="004C00A8">
              <w:rPr>
                <w:rtl/>
              </w:rPr>
              <w:t xml:space="preserve"> </w:t>
            </w:r>
            <w:r w:rsidR="00182D68" w:rsidRPr="009647FC">
              <w:rPr>
                <w:rtl/>
              </w:rPr>
              <w:t>ذكراه</w:t>
            </w:r>
            <w:r w:rsidR="00182D68">
              <w:rPr>
                <w:rtl/>
              </w:rPr>
              <w:t xml:space="preserve"> </w:t>
            </w:r>
            <w:r w:rsidRPr="009647FC">
              <w:rPr>
                <w:rtl/>
              </w:rPr>
              <w:t>فتل</w:t>
            </w:r>
            <w:r w:rsidR="00182D68" w:rsidRPr="009647FC">
              <w:rPr>
                <w:rtl/>
              </w:rPr>
              <w:t>قى</w:t>
            </w:r>
            <w:r w:rsidR="00182D68">
              <w:rPr>
                <w:rtl/>
              </w:rPr>
              <w:t xml:space="preserve"> </w:t>
            </w:r>
            <w:r w:rsidRPr="009647FC">
              <w:rPr>
                <w:rtl/>
              </w:rPr>
              <w:t>بر</w:t>
            </w:r>
            <w:r w:rsidR="00182D68" w:rsidRPr="009647FC">
              <w:rPr>
                <w:rtl/>
              </w:rPr>
              <w:t>ده</w:t>
            </w:r>
            <w:r w:rsidR="00182D68" w:rsidRPr="00725071">
              <w:rPr>
                <w:rStyle w:val="libPoemTiniChar0"/>
                <w:rtl/>
              </w:rPr>
              <w:br/>
              <w:t> </w:t>
            </w:r>
          </w:p>
        </w:tc>
      </w:tr>
      <w:tr w:rsidR="00182D68" w:rsidRPr="00524A24" w:rsidTr="00182D68">
        <w:trPr>
          <w:trHeight w:val="350"/>
        </w:trPr>
        <w:tc>
          <w:tcPr>
            <w:tcW w:w="3902" w:type="dxa"/>
          </w:tcPr>
          <w:p w:rsidR="00182D68" w:rsidRPr="00524A24" w:rsidRDefault="00A72677" w:rsidP="00693B01">
            <w:pPr>
              <w:pStyle w:val="libPoem"/>
            </w:pPr>
            <w:r w:rsidRPr="009647FC">
              <w:rPr>
                <w:rtl/>
              </w:rPr>
              <w:t>ما</w:t>
            </w:r>
            <w:r w:rsidR="00182D68" w:rsidRPr="009647FC">
              <w:rPr>
                <w:rtl/>
              </w:rPr>
              <w:t>ذا</w:t>
            </w:r>
            <w:r w:rsidR="00182D68">
              <w:rPr>
                <w:rtl/>
              </w:rPr>
              <w:t xml:space="preserve"> </w:t>
            </w:r>
            <w:r w:rsidR="00182D68" w:rsidRPr="009647FC">
              <w:rPr>
                <w:rtl/>
              </w:rPr>
              <w:t>أ</w:t>
            </w:r>
            <w:r w:rsidRPr="009647FC">
              <w:rPr>
                <w:rtl/>
              </w:rPr>
              <w:t>قو</w:t>
            </w:r>
            <w:r w:rsidR="00182D68" w:rsidRPr="009647FC">
              <w:rPr>
                <w:rtl/>
              </w:rPr>
              <w:t>ل</w:t>
            </w:r>
            <w:r w:rsidR="00182D68">
              <w:rPr>
                <w:rtl/>
              </w:rPr>
              <w:t xml:space="preserve"> </w:t>
            </w:r>
            <w:r w:rsidRPr="009647FC">
              <w:rPr>
                <w:rtl/>
              </w:rPr>
              <w:t>عل</w:t>
            </w:r>
            <w:r w:rsidR="00182D68" w:rsidRPr="009647FC">
              <w:rPr>
                <w:rtl/>
              </w:rPr>
              <w:t>ى</w:t>
            </w:r>
            <w:r w:rsidR="00182D68">
              <w:rPr>
                <w:rtl/>
              </w:rPr>
              <w:t xml:space="preserve"> </w:t>
            </w:r>
            <w:r w:rsidR="00182D68" w:rsidRPr="009647FC">
              <w:rPr>
                <w:rtl/>
              </w:rPr>
              <w:t>ا</w:t>
            </w:r>
            <w:r w:rsidRPr="009647FC">
              <w:rPr>
                <w:rtl/>
              </w:rPr>
              <w:t>لب</w:t>
            </w:r>
            <w:r w:rsidR="00182D68" w:rsidRPr="009647FC">
              <w:rPr>
                <w:rtl/>
              </w:rPr>
              <w:t>عاد</w:t>
            </w:r>
            <w:r w:rsidR="00182D68">
              <w:rPr>
                <w:rtl/>
              </w:rPr>
              <w:t xml:space="preserve"> </w:t>
            </w:r>
            <w:r w:rsidRPr="009647FC">
              <w:rPr>
                <w:rtl/>
              </w:rPr>
              <w:t>مح</w:t>
            </w:r>
            <w:r w:rsidR="00182D68" w:rsidRPr="009647FC">
              <w:rPr>
                <w:rtl/>
              </w:rPr>
              <w:t>رّرا</w:t>
            </w:r>
            <w:r w:rsidR="00182D68"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A72677" w:rsidP="00693B01">
            <w:pPr>
              <w:pStyle w:val="libPoem"/>
            </w:pPr>
            <w:r w:rsidRPr="009647FC">
              <w:rPr>
                <w:rtl/>
              </w:rPr>
              <w:t>من</w:t>
            </w:r>
            <w:r w:rsidR="00182D68">
              <w:rPr>
                <w:rtl/>
              </w:rPr>
              <w:t xml:space="preserve"> </w:t>
            </w:r>
            <w:r w:rsidRPr="009647FC">
              <w:rPr>
                <w:rtl/>
              </w:rPr>
              <w:t>نع</w:t>
            </w:r>
            <w:r w:rsidR="00182D68" w:rsidRPr="009647FC">
              <w:rPr>
                <w:rtl/>
              </w:rPr>
              <w:t>ت</w:t>
            </w:r>
            <w:r w:rsidR="00182D68">
              <w:rPr>
                <w:rtl/>
              </w:rPr>
              <w:t xml:space="preserve"> </w:t>
            </w:r>
            <w:r w:rsidRPr="009647FC">
              <w:rPr>
                <w:rtl/>
              </w:rPr>
              <w:t>شو</w:t>
            </w:r>
            <w:r w:rsidR="00182D68" w:rsidRPr="009647FC">
              <w:rPr>
                <w:rtl/>
              </w:rPr>
              <w:t>قٍ</w:t>
            </w:r>
            <w:r w:rsidR="00182D68">
              <w:rPr>
                <w:rtl/>
              </w:rPr>
              <w:t xml:space="preserve"> </w:t>
            </w:r>
            <w:r w:rsidRPr="009647FC">
              <w:rPr>
                <w:rtl/>
              </w:rPr>
              <w:t>في</w:t>
            </w:r>
            <w:r w:rsidR="00182D68" w:rsidRPr="009647FC">
              <w:rPr>
                <w:rtl/>
              </w:rPr>
              <w:t>ه</w:t>
            </w:r>
            <w:r w:rsidR="00182D68">
              <w:rPr>
                <w:rtl/>
              </w:rPr>
              <w:t xml:space="preserve"> </w:t>
            </w:r>
            <w:r w:rsidR="00182D68" w:rsidRPr="009647FC">
              <w:rPr>
                <w:rtl/>
              </w:rPr>
              <w:t>أشكو</w:t>
            </w:r>
            <w:r w:rsidR="00182D68">
              <w:rPr>
                <w:rtl/>
              </w:rPr>
              <w:t xml:space="preserve"> </w:t>
            </w:r>
            <w:r w:rsidR="00182D68" w:rsidRPr="009647FC">
              <w:rPr>
                <w:rtl/>
              </w:rPr>
              <w:t>بعده</w:t>
            </w:r>
            <w:r w:rsidR="00182D68" w:rsidRPr="00725071">
              <w:rPr>
                <w:rStyle w:val="libPoemTiniChar0"/>
                <w:rtl/>
              </w:rPr>
              <w:br/>
              <w:t> </w:t>
            </w:r>
          </w:p>
        </w:tc>
      </w:tr>
      <w:tr w:rsidR="00182D68" w:rsidRPr="00524A24" w:rsidTr="00182D68">
        <w:trPr>
          <w:trHeight w:val="350"/>
        </w:trPr>
        <w:tc>
          <w:tcPr>
            <w:tcW w:w="3902" w:type="dxa"/>
          </w:tcPr>
          <w:p w:rsidR="00182D68" w:rsidRPr="00524A24" w:rsidRDefault="00182D68" w:rsidP="00693B01">
            <w:pPr>
              <w:pStyle w:val="libPoem"/>
            </w:pPr>
            <w:r w:rsidRPr="009647FC">
              <w:rPr>
                <w:rtl/>
              </w:rPr>
              <w:t>و</w:t>
            </w:r>
            <w:r w:rsidR="00A72677" w:rsidRPr="009647FC">
              <w:rPr>
                <w:rtl/>
              </w:rPr>
              <w:t>جمي</w:t>
            </w:r>
            <w:r w:rsidRPr="009647FC">
              <w:rPr>
                <w:rtl/>
              </w:rPr>
              <w:t>ع</w:t>
            </w:r>
            <w:r>
              <w:rPr>
                <w:rtl/>
              </w:rPr>
              <w:t xml:space="preserve"> </w:t>
            </w:r>
            <w:r w:rsidRPr="009647FC">
              <w:rPr>
                <w:rtl/>
              </w:rPr>
              <w:t>أ</w:t>
            </w:r>
            <w:r w:rsidR="00A72677" w:rsidRPr="009647FC">
              <w:rPr>
                <w:rtl/>
              </w:rPr>
              <w:t>قل</w:t>
            </w:r>
            <w:r w:rsidRPr="009647FC">
              <w:rPr>
                <w:rtl/>
              </w:rPr>
              <w:t>ا</w:t>
            </w:r>
            <w:r w:rsidR="00A72677" w:rsidRPr="009647FC">
              <w:rPr>
                <w:rtl/>
              </w:rPr>
              <w:t>مي</w:t>
            </w:r>
            <w:r>
              <w:rPr>
                <w:rtl/>
              </w:rPr>
              <w:t xml:space="preserve"> </w:t>
            </w:r>
            <w:r w:rsidR="00A72677" w:rsidRPr="009647FC">
              <w:rPr>
                <w:rtl/>
              </w:rPr>
              <w:t>يك</w:t>
            </w:r>
            <w:r w:rsidRPr="009647FC">
              <w:rPr>
                <w:rtl/>
              </w:rPr>
              <w:t>لُّ</w:t>
            </w:r>
            <w:r>
              <w:rPr>
                <w:rtl/>
              </w:rPr>
              <w:t xml:space="preserve"> </w:t>
            </w:r>
            <w:r w:rsidR="00A72677" w:rsidRPr="009647FC">
              <w:rPr>
                <w:rtl/>
              </w:rPr>
              <w:t>لس</w:t>
            </w:r>
            <w:r w:rsidRPr="009647FC">
              <w:rPr>
                <w:rtl/>
              </w:rPr>
              <w:t>انها</w:t>
            </w:r>
            <w:r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182D68" w:rsidP="00693B01">
            <w:pPr>
              <w:pStyle w:val="libPoem"/>
            </w:pPr>
            <w:r w:rsidRPr="009647FC">
              <w:rPr>
                <w:rtl/>
              </w:rPr>
              <w:t>عن</w:t>
            </w:r>
            <w:r>
              <w:rPr>
                <w:rtl/>
              </w:rPr>
              <w:t xml:space="preserve"> </w:t>
            </w:r>
            <w:r w:rsidRPr="009647FC">
              <w:rPr>
                <w:rtl/>
              </w:rPr>
              <w:t>أنْ</w:t>
            </w:r>
            <w:r>
              <w:rPr>
                <w:rtl/>
              </w:rPr>
              <w:t xml:space="preserve"> </w:t>
            </w:r>
            <w:r w:rsidR="00A72677" w:rsidRPr="009647FC">
              <w:rPr>
                <w:rtl/>
              </w:rPr>
              <w:t>يح</w:t>
            </w:r>
            <w:r w:rsidRPr="009647FC">
              <w:rPr>
                <w:rtl/>
              </w:rPr>
              <w:t>يط</w:t>
            </w:r>
            <w:r>
              <w:rPr>
                <w:rtl/>
              </w:rPr>
              <w:t xml:space="preserve"> </w:t>
            </w:r>
            <w:r w:rsidR="00A72677" w:rsidRPr="009647FC">
              <w:rPr>
                <w:rtl/>
              </w:rPr>
              <w:t>بو</w:t>
            </w:r>
            <w:r w:rsidRPr="009647FC">
              <w:rPr>
                <w:rtl/>
              </w:rPr>
              <w:t>صفهِ</w:t>
            </w:r>
            <w:r>
              <w:rPr>
                <w:rtl/>
              </w:rPr>
              <w:t xml:space="preserve"> </w:t>
            </w:r>
            <w:r w:rsidR="00A72677" w:rsidRPr="009647FC">
              <w:rPr>
                <w:rtl/>
              </w:rPr>
              <w:t>في</w:t>
            </w:r>
            <w:r w:rsidRPr="009647FC">
              <w:rPr>
                <w:rtl/>
              </w:rPr>
              <w:t>حدّ</w:t>
            </w:r>
            <w:r w:rsidR="00677BC4">
              <w:rPr>
                <w:rtl/>
              </w:rPr>
              <w:t>َ</w:t>
            </w:r>
            <w:r w:rsidRPr="009647FC">
              <w:rPr>
                <w:rtl/>
              </w:rPr>
              <w:t>ه</w:t>
            </w:r>
            <w:r w:rsidRPr="00725071">
              <w:rPr>
                <w:rStyle w:val="libPoemTiniChar0"/>
                <w:rtl/>
              </w:rPr>
              <w:br/>
              <w:t> </w:t>
            </w:r>
          </w:p>
        </w:tc>
      </w:tr>
      <w:tr w:rsidR="00182D68" w:rsidRPr="00524A24" w:rsidTr="00182D68">
        <w:trPr>
          <w:trHeight w:val="350"/>
        </w:trPr>
        <w:tc>
          <w:tcPr>
            <w:tcW w:w="3902" w:type="dxa"/>
          </w:tcPr>
          <w:p w:rsidR="00182D68" w:rsidRPr="00524A24" w:rsidRDefault="00A72677" w:rsidP="00693B01">
            <w:pPr>
              <w:pStyle w:val="libPoem"/>
            </w:pPr>
            <w:r w:rsidRPr="009647FC">
              <w:rPr>
                <w:rtl/>
              </w:rPr>
              <w:t>لكن</w:t>
            </w:r>
            <w:r w:rsidR="00182D68" w:rsidRPr="009647FC">
              <w:rPr>
                <w:rtl/>
              </w:rPr>
              <w:t>ْ</w:t>
            </w:r>
            <w:r w:rsidR="00182D68">
              <w:rPr>
                <w:rtl/>
              </w:rPr>
              <w:t xml:space="preserve"> </w:t>
            </w:r>
            <w:r w:rsidR="00182D68" w:rsidRPr="009647FC">
              <w:rPr>
                <w:rtl/>
              </w:rPr>
              <w:t>إذا</w:t>
            </w:r>
            <w:r w:rsidR="00182D68">
              <w:rPr>
                <w:rtl/>
              </w:rPr>
              <w:t xml:space="preserve"> </w:t>
            </w:r>
            <w:r w:rsidR="00182D68" w:rsidRPr="009647FC">
              <w:rPr>
                <w:rtl/>
              </w:rPr>
              <w:t>سأل</w:t>
            </w:r>
            <w:r w:rsidR="00182D68">
              <w:rPr>
                <w:rtl/>
              </w:rPr>
              <w:t xml:space="preserve"> </w:t>
            </w:r>
            <w:r w:rsidR="00182D68" w:rsidRPr="009647FC">
              <w:rPr>
                <w:rtl/>
              </w:rPr>
              <w:t>ا</w:t>
            </w:r>
            <w:r w:rsidRPr="009647FC">
              <w:rPr>
                <w:rtl/>
              </w:rPr>
              <w:t>لح</w:t>
            </w:r>
            <w:r w:rsidR="00182D68" w:rsidRPr="009647FC">
              <w:rPr>
                <w:rtl/>
              </w:rPr>
              <w:t>بيب</w:t>
            </w:r>
            <w:r w:rsidR="00182D68">
              <w:rPr>
                <w:rtl/>
              </w:rPr>
              <w:t xml:space="preserve"> </w:t>
            </w:r>
            <w:r w:rsidRPr="009647FC">
              <w:rPr>
                <w:rtl/>
              </w:rPr>
              <w:t>فؤ</w:t>
            </w:r>
            <w:r w:rsidR="00182D68" w:rsidRPr="009647FC">
              <w:rPr>
                <w:rtl/>
              </w:rPr>
              <w:t>اده</w:t>
            </w:r>
            <w:r w:rsidR="00182D68"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A72677" w:rsidP="00693B01">
            <w:pPr>
              <w:pStyle w:val="libPoem"/>
            </w:pPr>
            <w:r w:rsidRPr="009647FC">
              <w:rPr>
                <w:rtl/>
              </w:rPr>
              <w:t>عل</w:t>
            </w:r>
            <w:r w:rsidR="00182D68" w:rsidRPr="009647FC">
              <w:rPr>
                <w:rtl/>
              </w:rPr>
              <w:t>م</w:t>
            </w:r>
            <w:r w:rsidR="00677BC4">
              <w:rPr>
                <w:rtl/>
              </w:rPr>
              <w:t>َ</w:t>
            </w:r>
            <w:r w:rsidR="00182D68">
              <w:rPr>
                <w:rtl/>
              </w:rPr>
              <w:t xml:space="preserve"> </w:t>
            </w:r>
            <w:r w:rsidR="00182D68" w:rsidRPr="009647FC">
              <w:rPr>
                <w:rtl/>
              </w:rPr>
              <w:t>ا</w:t>
            </w:r>
            <w:r w:rsidRPr="009647FC">
              <w:rPr>
                <w:rtl/>
              </w:rPr>
              <w:t>لذ</w:t>
            </w:r>
            <w:r w:rsidR="00182D68" w:rsidRPr="009647FC">
              <w:rPr>
                <w:rtl/>
              </w:rPr>
              <w:t>ي</w:t>
            </w:r>
            <w:r w:rsidR="00182D68">
              <w:rPr>
                <w:rtl/>
              </w:rPr>
              <w:t xml:space="preserve"> </w:t>
            </w:r>
            <w:r w:rsidRPr="009647FC">
              <w:rPr>
                <w:rtl/>
              </w:rPr>
              <w:t>عن</w:t>
            </w:r>
            <w:r w:rsidR="00182D68" w:rsidRPr="009647FC">
              <w:rPr>
                <w:rtl/>
              </w:rPr>
              <w:t>دي</w:t>
            </w:r>
            <w:r w:rsidR="00182D68">
              <w:rPr>
                <w:rtl/>
              </w:rPr>
              <w:t xml:space="preserve"> </w:t>
            </w:r>
            <w:r w:rsidRPr="009647FC">
              <w:rPr>
                <w:rtl/>
              </w:rPr>
              <w:t>بم</w:t>
            </w:r>
            <w:r w:rsidR="00182D68" w:rsidRPr="009647FC">
              <w:rPr>
                <w:rtl/>
              </w:rPr>
              <w:t>ا</w:t>
            </w:r>
            <w:r w:rsidR="00182D68">
              <w:rPr>
                <w:rtl/>
              </w:rPr>
              <w:t xml:space="preserve"> </w:t>
            </w:r>
            <w:r w:rsidRPr="009647FC">
              <w:rPr>
                <w:rtl/>
              </w:rPr>
              <w:t>هو</w:t>
            </w:r>
            <w:r w:rsidR="00182D68">
              <w:rPr>
                <w:rtl/>
              </w:rPr>
              <w:t xml:space="preserve"> </w:t>
            </w:r>
            <w:r w:rsidR="00182D68" w:rsidRPr="009647FC">
              <w:rPr>
                <w:rtl/>
              </w:rPr>
              <w:t>عنده</w:t>
            </w:r>
            <w:r w:rsidR="00182D68" w:rsidRPr="00725071">
              <w:rPr>
                <w:rStyle w:val="libPoemTiniChar0"/>
                <w:rtl/>
              </w:rPr>
              <w:br/>
              <w:t> </w:t>
            </w:r>
          </w:p>
        </w:tc>
      </w:tr>
      <w:tr w:rsidR="00182D68" w:rsidRPr="00524A24" w:rsidTr="00182D68">
        <w:trPr>
          <w:trHeight w:val="350"/>
        </w:trPr>
        <w:tc>
          <w:tcPr>
            <w:tcW w:w="3902" w:type="dxa"/>
          </w:tcPr>
          <w:p w:rsidR="00182D68" w:rsidRPr="00524A24" w:rsidRDefault="00A72677" w:rsidP="00693B01">
            <w:pPr>
              <w:pStyle w:val="libPoem"/>
            </w:pPr>
            <w:r w:rsidRPr="009647FC">
              <w:rPr>
                <w:rtl/>
              </w:rPr>
              <w:t>هو</w:t>
            </w:r>
            <w:r w:rsidR="00182D68">
              <w:rPr>
                <w:rtl/>
              </w:rPr>
              <w:t xml:space="preserve"> </w:t>
            </w:r>
            <w:r w:rsidR="00182D68" w:rsidRPr="009647FC">
              <w:rPr>
                <w:rtl/>
              </w:rPr>
              <w:t>ذاك</w:t>
            </w:r>
            <w:r w:rsidR="00182D68">
              <w:rPr>
                <w:rtl/>
              </w:rPr>
              <w:t xml:space="preserve"> </w:t>
            </w:r>
            <w:r w:rsidRPr="009647FC">
              <w:rPr>
                <w:rtl/>
              </w:rPr>
              <w:t>غر</w:t>
            </w:r>
            <w:r w:rsidR="00182D68" w:rsidRPr="009647FC">
              <w:rPr>
                <w:rtl/>
              </w:rPr>
              <w:t>ةُ</w:t>
            </w:r>
            <w:r w:rsidR="00182D68">
              <w:rPr>
                <w:rtl/>
              </w:rPr>
              <w:t xml:space="preserve"> </w:t>
            </w:r>
            <w:r w:rsidRPr="009647FC">
              <w:rPr>
                <w:rtl/>
              </w:rPr>
              <w:t>جب</w:t>
            </w:r>
            <w:r w:rsidR="00182D68" w:rsidRPr="009647FC">
              <w:rPr>
                <w:rtl/>
              </w:rPr>
              <w:t>هة</w:t>
            </w:r>
            <w:r w:rsidR="00182D68">
              <w:rPr>
                <w:rtl/>
              </w:rPr>
              <w:t xml:space="preserve"> </w:t>
            </w:r>
            <w:r w:rsidR="00182D68" w:rsidRPr="009647FC">
              <w:rPr>
                <w:rtl/>
              </w:rPr>
              <w:t>الحسب</w:t>
            </w:r>
            <w:r w:rsidR="00182D68">
              <w:rPr>
                <w:rtl/>
              </w:rPr>
              <w:t xml:space="preserve"> </w:t>
            </w:r>
            <w:r w:rsidR="00182D68" w:rsidRPr="009647FC">
              <w:rPr>
                <w:rtl/>
              </w:rPr>
              <w:t>الذي</w:t>
            </w:r>
            <w:r w:rsidR="00182D68"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A72677" w:rsidP="00693B01">
            <w:pPr>
              <w:pStyle w:val="libPoem"/>
            </w:pPr>
            <w:r w:rsidRPr="009647FC">
              <w:rPr>
                <w:rtl/>
              </w:rPr>
              <w:t>لفخ</w:t>
            </w:r>
            <w:r w:rsidR="00182D68" w:rsidRPr="009647FC">
              <w:rPr>
                <w:rtl/>
              </w:rPr>
              <w:t>اره</w:t>
            </w:r>
            <w:r w:rsidR="00182D68">
              <w:rPr>
                <w:rtl/>
              </w:rPr>
              <w:t xml:space="preserve"> </w:t>
            </w:r>
            <w:r w:rsidR="00182D68" w:rsidRPr="009647FC">
              <w:rPr>
                <w:rtl/>
              </w:rPr>
              <w:t>ا</w:t>
            </w:r>
            <w:r w:rsidRPr="009647FC">
              <w:rPr>
                <w:rtl/>
              </w:rPr>
              <w:t>لسا</w:t>
            </w:r>
            <w:r w:rsidR="00182D68" w:rsidRPr="009647FC">
              <w:rPr>
                <w:rtl/>
              </w:rPr>
              <w:t>مي</w:t>
            </w:r>
            <w:r w:rsidR="00182D68">
              <w:rPr>
                <w:rtl/>
              </w:rPr>
              <w:t xml:space="preserve"> </w:t>
            </w:r>
            <w:r w:rsidR="00182D68" w:rsidRPr="009647FC">
              <w:rPr>
                <w:rtl/>
              </w:rPr>
              <w:t>أعدّ</w:t>
            </w:r>
            <w:r w:rsidR="00677BC4">
              <w:rPr>
                <w:rtl/>
              </w:rPr>
              <w:t>َ</w:t>
            </w:r>
            <w:r w:rsidR="00182D68">
              <w:rPr>
                <w:rtl/>
              </w:rPr>
              <w:t xml:space="preserve"> </w:t>
            </w:r>
            <w:r w:rsidRPr="009647FC">
              <w:rPr>
                <w:rtl/>
              </w:rPr>
              <w:t>مع</w:t>
            </w:r>
            <w:r w:rsidR="00182D68" w:rsidRPr="009647FC">
              <w:rPr>
                <w:rtl/>
              </w:rPr>
              <w:t>دّ</w:t>
            </w:r>
            <w:r w:rsidR="00677BC4">
              <w:rPr>
                <w:rtl/>
              </w:rPr>
              <w:t>َ</w:t>
            </w:r>
            <w:r w:rsidR="00182D68" w:rsidRPr="009647FC">
              <w:rPr>
                <w:rtl/>
              </w:rPr>
              <w:t>ه</w:t>
            </w:r>
            <w:r w:rsidR="00182D68" w:rsidRPr="00725071">
              <w:rPr>
                <w:rStyle w:val="libPoemTiniChar0"/>
                <w:rtl/>
              </w:rPr>
              <w:br/>
              <w:t> </w:t>
            </w:r>
          </w:p>
        </w:tc>
      </w:tr>
      <w:tr w:rsidR="00182D68" w:rsidRPr="00524A24" w:rsidTr="00182D68">
        <w:trPr>
          <w:trHeight w:val="350"/>
        </w:trPr>
        <w:tc>
          <w:tcPr>
            <w:tcW w:w="3902" w:type="dxa"/>
          </w:tcPr>
          <w:p w:rsidR="00182D68" w:rsidRPr="00524A24" w:rsidRDefault="00A72677" w:rsidP="00693B01">
            <w:pPr>
              <w:pStyle w:val="libPoem"/>
            </w:pPr>
            <w:r w:rsidRPr="009647FC">
              <w:rPr>
                <w:rtl/>
              </w:rPr>
              <w:t>من</w:t>
            </w:r>
            <w:r w:rsidR="00182D68">
              <w:rPr>
                <w:rtl/>
              </w:rPr>
              <w:t xml:space="preserve"> </w:t>
            </w:r>
            <w:r w:rsidRPr="009647FC">
              <w:rPr>
                <w:rtl/>
              </w:rPr>
              <w:t>طي</w:t>
            </w:r>
            <w:r w:rsidR="00182D68" w:rsidRPr="009647FC">
              <w:rPr>
                <w:rtl/>
              </w:rPr>
              <w:t>نة</w:t>
            </w:r>
            <w:r w:rsidR="00182D68">
              <w:rPr>
                <w:rtl/>
              </w:rPr>
              <w:t xml:space="preserve"> </w:t>
            </w:r>
            <w:r w:rsidR="00182D68" w:rsidRPr="009647FC">
              <w:rPr>
                <w:rtl/>
              </w:rPr>
              <w:t>الشرف</w:t>
            </w:r>
            <w:r w:rsidR="00182D68">
              <w:rPr>
                <w:rtl/>
              </w:rPr>
              <w:t xml:space="preserve"> </w:t>
            </w:r>
            <w:r w:rsidR="00182D68" w:rsidRPr="009647FC">
              <w:rPr>
                <w:rtl/>
              </w:rPr>
              <w:t>التي</w:t>
            </w:r>
            <w:r w:rsidR="00182D68">
              <w:rPr>
                <w:rtl/>
              </w:rPr>
              <w:t xml:space="preserve"> </w:t>
            </w:r>
            <w:r w:rsidR="00182D68" w:rsidRPr="009647FC">
              <w:rPr>
                <w:rtl/>
              </w:rPr>
              <w:t>من</w:t>
            </w:r>
            <w:r w:rsidR="00182D68">
              <w:rPr>
                <w:rtl/>
              </w:rPr>
              <w:t xml:space="preserve"> </w:t>
            </w:r>
            <w:r w:rsidR="00182D68" w:rsidRPr="009647FC">
              <w:rPr>
                <w:rtl/>
              </w:rPr>
              <w:t>محضها</w:t>
            </w:r>
            <w:r w:rsidR="00182D68"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182D68" w:rsidP="00693B01">
            <w:pPr>
              <w:pStyle w:val="libPoem"/>
            </w:pPr>
            <w:r w:rsidRPr="009647FC">
              <w:rPr>
                <w:rtl/>
              </w:rPr>
              <w:t>باري</w:t>
            </w:r>
            <w:r>
              <w:rPr>
                <w:rtl/>
              </w:rPr>
              <w:t xml:space="preserve"> </w:t>
            </w:r>
            <w:r w:rsidRPr="009647FC">
              <w:rPr>
                <w:rtl/>
              </w:rPr>
              <w:t>الأ</w:t>
            </w:r>
            <w:r w:rsidR="00A72677" w:rsidRPr="009647FC">
              <w:rPr>
                <w:rtl/>
              </w:rPr>
              <w:t>نا</w:t>
            </w:r>
            <w:r w:rsidRPr="009647FC">
              <w:rPr>
                <w:rtl/>
              </w:rPr>
              <w:t>م</w:t>
            </w:r>
            <w:r>
              <w:rPr>
                <w:rtl/>
              </w:rPr>
              <w:t xml:space="preserve"> </w:t>
            </w:r>
            <w:r w:rsidR="00A72677" w:rsidRPr="009647FC">
              <w:rPr>
                <w:rtl/>
              </w:rPr>
              <w:t>بر</w:t>
            </w:r>
            <w:r w:rsidRPr="009647FC">
              <w:rPr>
                <w:rtl/>
              </w:rPr>
              <w:t>ى</w:t>
            </w:r>
            <w:r>
              <w:rPr>
                <w:rtl/>
              </w:rPr>
              <w:t xml:space="preserve"> </w:t>
            </w:r>
            <w:r w:rsidRPr="009647FC">
              <w:rPr>
                <w:rtl/>
              </w:rPr>
              <w:t>أ</w:t>
            </w:r>
            <w:r w:rsidR="00A72677" w:rsidRPr="009647FC">
              <w:rPr>
                <w:rtl/>
              </w:rPr>
              <w:t>با</w:t>
            </w:r>
            <w:r w:rsidRPr="009647FC">
              <w:rPr>
                <w:rtl/>
              </w:rPr>
              <w:t>ه</w:t>
            </w:r>
            <w:r>
              <w:rPr>
                <w:rtl/>
              </w:rPr>
              <w:t xml:space="preserve"> </w:t>
            </w:r>
            <w:r w:rsidRPr="009647FC">
              <w:rPr>
                <w:rtl/>
              </w:rPr>
              <w:t>و</w:t>
            </w:r>
            <w:r w:rsidR="00A72677" w:rsidRPr="009647FC">
              <w:rPr>
                <w:rtl/>
              </w:rPr>
              <w:t>جد</w:t>
            </w:r>
            <w:r w:rsidRPr="009647FC">
              <w:rPr>
                <w:rtl/>
              </w:rPr>
              <w:t>ّ</w:t>
            </w:r>
            <w:r w:rsidR="00677BC4">
              <w:rPr>
                <w:rtl/>
              </w:rPr>
              <w:t>َ</w:t>
            </w:r>
            <w:r w:rsidRPr="009647FC">
              <w:rPr>
                <w:rtl/>
              </w:rPr>
              <w:t>ه</w:t>
            </w:r>
            <w:r w:rsidRPr="00725071">
              <w:rPr>
                <w:rStyle w:val="libPoemTiniChar0"/>
                <w:rtl/>
              </w:rPr>
              <w:br/>
              <w:t> </w:t>
            </w:r>
          </w:p>
        </w:tc>
      </w:tr>
      <w:tr w:rsidR="00182D68" w:rsidRPr="00524A24" w:rsidTr="00182D68">
        <w:trPr>
          <w:trHeight w:val="350"/>
        </w:trPr>
        <w:tc>
          <w:tcPr>
            <w:tcW w:w="3902" w:type="dxa"/>
          </w:tcPr>
          <w:p w:rsidR="00182D68" w:rsidRPr="00524A24" w:rsidRDefault="00A72677" w:rsidP="00693B01">
            <w:pPr>
              <w:pStyle w:val="libPoem"/>
            </w:pPr>
            <w:r w:rsidRPr="009647FC">
              <w:rPr>
                <w:rtl/>
              </w:rPr>
              <w:t>من</w:t>
            </w:r>
            <w:r w:rsidR="00182D68">
              <w:rPr>
                <w:rtl/>
              </w:rPr>
              <w:t xml:space="preserve"> </w:t>
            </w:r>
            <w:r w:rsidRPr="009647FC">
              <w:rPr>
                <w:rtl/>
              </w:rPr>
              <w:t>مع</w:t>
            </w:r>
            <w:r w:rsidR="00182D68" w:rsidRPr="009647FC">
              <w:rPr>
                <w:rtl/>
              </w:rPr>
              <w:t>دن</w:t>
            </w:r>
            <w:r w:rsidR="00182D68">
              <w:rPr>
                <w:rtl/>
              </w:rPr>
              <w:t xml:space="preserve"> </w:t>
            </w:r>
            <w:r w:rsidR="00182D68" w:rsidRPr="009647FC">
              <w:rPr>
                <w:rtl/>
              </w:rPr>
              <w:t>ا</w:t>
            </w:r>
            <w:r w:rsidRPr="009647FC">
              <w:rPr>
                <w:rtl/>
              </w:rPr>
              <w:t>لك</w:t>
            </w:r>
            <w:r w:rsidR="00182D68" w:rsidRPr="009647FC">
              <w:rPr>
                <w:rtl/>
              </w:rPr>
              <w:t>رم</w:t>
            </w:r>
            <w:r w:rsidR="00182D68">
              <w:rPr>
                <w:rtl/>
              </w:rPr>
              <w:t xml:space="preserve"> </w:t>
            </w:r>
            <w:r w:rsidR="00182D68" w:rsidRPr="009647FC">
              <w:rPr>
                <w:rtl/>
              </w:rPr>
              <w:t>الإ</w:t>
            </w:r>
            <w:r w:rsidRPr="009647FC">
              <w:rPr>
                <w:rtl/>
              </w:rPr>
              <w:t>له</w:t>
            </w:r>
            <w:r w:rsidR="00182D68" w:rsidRPr="009647FC">
              <w:rPr>
                <w:rtl/>
              </w:rPr>
              <w:t>يّ</w:t>
            </w:r>
            <w:r w:rsidR="00182D68">
              <w:rPr>
                <w:rtl/>
              </w:rPr>
              <w:t xml:space="preserve"> </w:t>
            </w:r>
            <w:r w:rsidR="00182D68" w:rsidRPr="009647FC">
              <w:rPr>
                <w:rtl/>
              </w:rPr>
              <w:t>ا</w:t>
            </w:r>
            <w:r w:rsidRPr="009647FC">
              <w:rPr>
                <w:rtl/>
              </w:rPr>
              <w:t>لذ</w:t>
            </w:r>
            <w:r w:rsidR="00182D68" w:rsidRPr="009647FC">
              <w:rPr>
                <w:rtl/>
              </w:rPr>
              <w:t>ي</w:t>
            </w:r>
            <w:r w:rsidR="00182D68"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182D68" w:rsidP="00693B01">
            <w:pPr>
              <w:pStyle w:val="libPoem"/>
            </w:pPr>
            <w:r w:rsidRPr="009647FC">
              <w:rPr>
                <w:rtl/>
              </w:rPr>
              <w:t>لا</w:t>
            </w:r>
            <w:r w:rsidR="004C00A8">
              <w:rPr>
                <w:rtl/>
              </w:rPr>
              <w:t xml:space="preserve"> </w:t>
            </w:r>
            <w:r w:rsidR="00A72677" w:rsidRPr="009647FC">
              <w:rPr>
                <w:rtl/>
              </w:rPr>
              <w:t>خلق</w:t>
            </w:r>
            <w:r w:rsidR="00677BC4">
              <w:rPr>
                <w:rtl/>
              </w:rPr>
              <w:t>َ</w:t>
            </w:r>
            <w:r>
              <w:rPr>
                <w:rtl/>
              </w:rPr>
              <w:t xml:space="preserve"> </w:t>
            </w:r>
            <w:r w:rsidRPr="009647FC">
              <w:rPr>
                <w:rtl/>
              </w:rPr>
              <w:t>إلاّ</w:t>
            </w:r>
            <w:r>
              <w:rPr>
                <w:rtl/>
              </w:rPr>
              <w:t xml:space="preserve"> </w:t>
            </w:r>
            <w:r w:rsidRPr="009647FC">
              <w:rPr>
                <w:rtl/>
              </w:rPr>
              <w:t>و</w:t>
            </w:r>
            <w:r w:rsidR="00A72677" w:rsidRPr="009647FC">
              <w:rPr>
                <w:rtl/>
              </w:rPr>
              <w:t>هو</w:t>
            </w:r>
            <w:r>
              <w:rPr>
                <w:rtl/>
              </w:rPr>
              <w:t xml:space="preserve"> </w:t>
            </w:r>
            <w:r w:rsidR="00A72677" w:rsidRPr="009647FC">
              <w:rPr>
                <w:rtl/>
              </w:rPr>
              <w:t>يش</w:t>
            </w:r>
            <w:r w:rsidRPr="009647FC">
              <w:rPr>
                <w:rtl/>
              </w:rPr>
              <w:t>كو</w:t>
            </w:r>
            <w:r>
              <w:rPr>
                <w:rtl/>
              </w:rPr>
              <w:t xml:space="preserve"> </w:t>
            </w:r>
            <w:r w:rsidRPr="009647FC">
              <w:rPr>
                <w:rtl/>
              </w:rPr>
              <w:t>ر</w:t>
            </w:r>
            <w:r w:rsidR="00A72677" w:rsidRPr="009647FC">
              <w:rPr>
                <w:rtl/>
              </w:rPr>
              <w:t>فد</w:t>
            </w:r>
            <w:r w:rsidRPr="009647FC">
              <w:rPr>
                <w:rtl/>
              </w:rPr>
              <w:t>ه</w:t>
            </w:r>
            <w:r w:rsidRPr="00725071">
              <w:rPr>
                <w:rStyle w:val="libPoemTiniChar0"/>
                <w:rtl/>
              </w:rPr>
              <w:br/>
              <w:t> </w:t>
            </w:r>
          </w:p>
        </w:tc>
      </w:tr>
      <w:tr w:rsidR="00182D68" w:rsidRPr="00524A24" w:rsidTr="00182D68">
        <w:trPr>
          <w:trHeight w:val="350"/>
        </w:trPr>
        <w:tc>
          <w:tcPr>
            <w:tcW w:w="3902" w:type="dxa"/>
          </w:tcPr>
          <w:p w:rsidR="00182D68" w:rsidRPr="00524A24" w:rsidRDefault="00A72677" w:rsidP="00693B01">
            <w:pPr>
              <w:pStyle w:val="libPoem"/>
            </w:pPr>
            <w:r w:rsidRPr="009647FC">
              <w:rPr>
                <w:rtl/>
              </w:rPr>
              <w:t>من</w:t>
            </w:r>
            <w:r w:rsidR="00182D68">
              <w:rPr>
                <w:rtl/>
              </w:rPr>
              <w:t xml:space="preserve"> </w:t>
            </w:r>
            <w:r w:rsidRPr="009647FC">
              <w:rPr>
                <w:rtl/>
              </w:rPr>
              <w:t>بي</w:t>
            </w:r>
            <w:r w:rsidR="00182D68" w:rsidRPr="009647FC">
              <w:rPr>
                <w:rtl/>
              </w:rPr>
              <w:t>ت</w:t>
            </w:r>
            <w:r w:rsidR="00182D68">
              <w:rPr>
                <w:rtl/>
              </w:rPr>
              <w:t xml:space="preserve"> </w:t>
            </w:r>
            <w:r w:rsidRPr="009647FC">
              <w:rPr>
                <w:rtl/>
              </w:rPr>
              <w:t>مخ</w:t>
            </w:r>
            <w:r w:rsidR="00182D68" w:rsidRPr="009647FC">
              <w:rPr>
                <w:rtl/>
              </w:rPr>
              <w:t>تلف</w:t>
            </w:r>
            <w:r w:rsidR="00182D68">
              <w:rPr>
                <w:rtl/>
              </w:rPr>
              <w:t xml:space="preserve"> </w:t>
            </w:r>
            <w:r w:rsidR="00182D68" w:rsidRPr="009647FC">
              <w:rPr>
                <w:rtl/>
              </w:rPr>
              <w:t>ا</w:t>
            </w:r>
            <w:r w:rsidRPr="009647FC">
              <w:rPr>
                <w:rtl/>
              </w:rPr>
              <w:t>لم</w:t>
            </w:r>
            <w:r w:rsidR="00182D68" w:rsidRPr="009647FC">
              <w:rPr>
                <w:rtl/>
              </w:rPr>
              <w:t>لائكة</w:t>
            </w:r>
            <w:r w:rsidR="00182D68">
              <w:rPr>
                <w:rtl/>
              </w:rPr>
              <w:t xml:space="preserve"> </w:t>
            </w:r>
            <w:r w:rsidR="00182D68" w:rsidRPr="009647FC">
              <w:rPr>
                <w:rtl/>
              </w:rPr>
              <w:t>الذي</w:t>
            </w:r>
            <w:r w:rsidR="00182D68"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A72677" w:rsidP="00693B01">
            <w:pPr>
              <w:pStyle w:val="libPoem"/>
            </w:pPr>
            <w:r w:rsidRPr="009647FC">
              <w:rPr>
                <w:rtl/>
              </w:rPr>
              <w:t>لل</w:t>
            </w:r>
            <w:r w:rsidR="00182D68" w:rsidRPr="009647FC">
              <w:rPr>
                <w:rtl/>
              </w:rPr>
              <w:t>حق</w:t>
            </w:r>
            <w:r w:rsidR="00182D68">
              <w:rPr>
                <w:rtl/>
              </w:rPr>
              <w:t xml:space="preserve"> </w:t>
            </w:r>
            <w:r w:rsidRPr="009647FC">
              <w:rPr>
                <w:rtl/>
              </w:rPr>
              <w:t>يه</w:t>
            </w:r>
            <w:r w:rsidR="00182D68" w:rsidRPr="009647FC">
              <w:rPr>
                <w:rtl/>
              </w:rPr>
              <w:t>دي</w:t>
            </w:r>
            <w:r w:rsidR="00182D68">
              <w:rPr>
                <w:rtl/>
              </w:rPr>
              <w:t xml:space="preserve"> </w:t>
            </w:r>
            <w:r w:rsidRPr="009647FC">
              <w:rPr>
                <w:rtl/>
              </w:rPr>
              <w:t>من</w:t>
            </w:r>
            <w:r w:rsidR="00182D68">
              <w:rPr>
                <w:rtl/>
              </w:rPr>
              <w:t xml:space="preserve"> </w:t>
            </w:r>
            <w:r w:rsidRPr="009647FC">
              <w:rPr>
                <w:rtl/>
              </w:rPr>
              <w:t>تط</w:t>
            </w:r>
            <w:r w:rsidR="00182D68" w:rsidRPr="009647FC">
              <w:rPr>
                <w:rtl/>
              </w:rPr>
              <w:t>لّ</w:t>
            </w:r>
            <w:r w:rsidR="00677BC4">
              <w:rPr>
                <w:rtl/>
              </w:rPr>
              <w:t>َ</w:t>
            </w:r>
            <w:r w:rsidR="00182D68" w:rsidRPr="009647FC">
              <w:rPr>
                <w:rtl/>
              </w:rPr>
              <w:t>ب</w:t>
            </w:r>
            <w:r w:rsidR="00182D68">
              <w:rPr>
                <w:rtl/>
              </w:rPr>
              <w:t xml:space="preserve"> </w:t>
            </w:r>
            <w:r w:rsidR="00182D68" w:rsidRPr="009647FC">
              <w:rPr>
                <w:rtl/>
              </w:rPr>
              <w:t>ر</w:t>
            </w:r>
            <w:r w:rsidRPr="009647FC">
              <w:rPr>
                <w:rtl/>
              </w:rPr>
              <w:t>شد</w:t>
            </w:r>
            <w:r w:rsidR="00182D68" w:rsidRPr="009647FC">
              <w:rPr>
                <w:rtl/>
              </w:rPr>
              <w:t>ه</w:t>
            </w:r>
            <w:r w:rsidR="00182D68" w:rsidRPr="00725071">
              <w:rPr>
                <w:rStyle w:val="libPoemTiniChar0"/>
                <w:rtl/>
              </w:rPr>
              <w:br/>
              <w:t> </w:t>
            </w:r>
          </w:p>
        </w:tc>
      </w:tr>
      <w:tr w:rsidR="00182D68" w:rsidRPr="00524A24" w:rsidTr="00182D68">
        <w:trPr>
          <w:trHeight w:val="350"/>
        </w:trPr>
        <w:tc>
          <w:tcPr>
            <w:tcW w:w="3902" w:type="dxa"/>
          </w:tcPr>
          <w:p w:rsidR="00182D68" w:rsidRPr="00524A24" w:rsidRDefault="00182D68" w:rsidP="00693B01">
            <w:pPr>
              <w:pStyle w:val="libPoem"/>
            </w:pPr>
            <w:r w:rsidRPr="009647FC">
              <w:rPr>
                <w:rtl/>
              </w:rPr>
              <w:t>من</w:t>
            </w:r>
            <w:r>
              <w:rPr>
                <w:rtl/>
              </w:rPr>
              <w:t xml:space="preserve"> </w:t>
            </w:r>
            <w:r w:rsidRPr="009647FC">
              <w:rPr>
                <w:rtl/>
              </w:rPr>
              <w:t>منبع</w:t>
            </w:r>
            <w:r>
              <w:rPr>
                <w:rtl/>
              </w:rPr>
              <w:t xml:space="preserve"> </w:t>
            </w:r>
            <w:r w:rsidRPr="009647FC">
              <w:rPr>
                <w:rtl/>
              </w:rPr>
              <w:t>الحكم</w:t>
            </w:r>
            <w:r w:rsidRPr="004E7EC6">
              <w:rPr>
                <w:rStyle w:val="libFootnotenumChar"/>
                <w:rtl/>
              </w:rPr>
              <w:t>(1)</w:t>
            </w:r>
            <w:r>
              <w:rPr>
                <w:rtl/>
              </w:rPr>
              <w:t xml:space="preserve"> </w:t>
            </w:r>
            <w:r w:rsidRPr="009647FC">
              <w:rPr>
                <w:rtl/>
              </w:rPr>
              <w:t>الذي</w:t>
            </w:r>
            <w:r>
              <w:rPr>
                <w:rtl/>
              </w:rPr>
              <w:t xml:space="preserve"> </w:t>
            </w:r>
            <w:r w:rsidRPr="009647FC">
              <w:rPr>
                <w:rtl/>
              </w:rPr>
              <w:t>يرد</w:t>
            </w:r>
            <w:r>
              <w:rPr>
                <w:rtl/>
              </w:rPr>
              <w:t xml:space="preserve"> </w:t>
            </w:r>
            <w:r w:rsidRPr="009647FC">
              <w:rPr>
                <w:rtl/>
              </w:rPr>
              <w:t>النهى</w:t>
            </w:r>
            <w:r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A72677" w:rsidP="00693B01">
            <w:pPr>
              <w:pStyle w:val="libPoem"/>
            </w:pPr>
            <w:r w:rsidRPr="009647FC">
              <w:rPr>
                <w:rtl/>
              </w:rPr>
              <w:t>من</w:t>
            </w:r>
            <w:r w:rsidR="00182D68" w:rsidRPr="009647FC">
              <w:rPr>
                <w:rtl/>
              </w:rPr>
              <w:t>هُ</w:t>
            </w:r>
            <w:r w:rsidR="00182D68">
              <w:rPr>
                <w:rtl/>
              </w:rPr>
              <w:t xml:space="preserve"> </w:t>
            </w:r>
            <w:r w:rsidR="00182D68" w:rsidRPr="009647FC">
              <w:rPr>
                <w:rtl/>
              </w:rPr>
              <w:t>ويصدرُ</w:t>
            </w:r>
            <w:r w:rsidR="00182D68">
              <w:rPr>
                <w:rtl/>
              </w:rPr>
              <w:t xml:space="preserve"> </w:t>
            </w:r>
            <w:r w:rsidR="00182D68" w:rsidRPr="009647FC">
              <w:rPr>
                <w:rtl/>
              </w:rPr>
              <w:t>وهو</w:t>
            </w:r>
            <w:r w:rsidR="00182D68">
              <w:rPr>
                <w:rtl/>
              </w:rPr>
              <w:t xml:space="preserve"> </w:t>
            </w:r>
            <w:r w:rsidR="00182D68" w:rsidRPr="009647FC">
              <w:rPr>
                <w:rtl/>
              </w:rPr>
              <w:t>يحمدُ</w:t>
            </w:r>
            <w:r w:rsidR="00182D68">
              <w:rPr>
                <w:rtl/>
              </w:rPr>
              <w:t xml:space="preserve"> </w:t>
            </w:r>
            <w:r w:rsidR="00182D68" w:rsidRPr="009647FC">
              <w:rPr>
                <w:rtl/>
              </w:rPr>
              <w:t>ورده</w:t>
            </w:r>
            <w:r w:rsidR="00182D68" w:rsidRPr="004E7EC6">
              <w:rPr>
                <w:rStyle w:val="libFootnotenumChar"/>
                <w:rtl/>
              </w:rPr>
              <w:t>(2)</w:t>
            </w:r>
            <w:r w:rsidR="00182D68" w:rsidRPr="00725071">
              <w:rPr>
                <w:rStyle w:val="libPoemTiniChar0"/>
                <w:rtl/>
              </w:rPr>
              <w:br/>
              <w:t> </w:t>
            </w:r>
          </w:p>
        </w:tc>
      </w:tr>
      <w:tr w:rsidR="00182D68" w:rsidRPr="00524A24" w:rsidTr="00182D68">
        <w:trPr>
          <w:trHeight w:val="350"/>
        </w:trPr>
        <w:tc>
          <w:tcPr>
            <w:tcW w:w="3902" w:type="dxa"/>
          </w:tcPr>
          <w:p w:rsidR="00182D68" w:rsidRPr="00524A24" w:rsidRDefault="00A72677" w:rsidP="00693B01">
            <w:pPr>
              <w:pStyle w:val="libPoem"/>
            </w:pPr>
            <w:r w:rsidRPr="009647FC">
              <w:rPr>
                <w:rtl/>
              </w:rPr>
              <w:t>من</w:t>
            </w:r>
            <w:r w:rsidR="00182D68">
              <w:rPr>
                <w:rtl/>
              </w:rPr>
              <w:t xml:space="preserve"> </w:t>
            </w:r>
            <w:r w:rsidRPr="009647FC">
              <w:rPr>
                <w:rtl/>
              </w:rPr>
              <w:t>عت</w:t>
            </w:r>
            <w:r w:rsidR="00182D68" w:rsidRPr="009647FC">
              <w:rPr>
                <w:rtl/>
              </w:rPr>
              <w:t>رة</w:t>
            </w:r>
            <w:r w:rsidR="00182D68">
              <w:rPr>
                <w:rtl/>
              </w:rPr>
              <w:t xml:space="preserve"> </w:t>
            </w:r>
            <w:r w:rsidR="00182D68" w:rsidRPr="009647FC">
              <w:rPr>
                <w:rtl/>
              </w:rPr>
              <w:t>ا</w:t>
            </w:r>
            <w:r w:rsidRPr="009647FC">
              <w:rPr>
                <w:rtl/>
              </w:rPr>
              <w:t>لو</w:t>
            </w:r>
            <w:r w:rsidR="00182D68" w:rsidRPr="009647FC">
              <w:rPr>
                <w:rtl/>
              </w:rPr>
              <w:t>حي</w:t>
            </w:r>
            <w:r w:rsidR="00182D68">
              <w:rPr>
                <w:rtl/>
              </w:rPr>
              <w:t xml:space="preserve"> </w:t>
            </w:r>
            <w:r w:rsidR="00182D68" w:rsidRPr="009647FC">
              <w:rPr>
                <w:rtl/>
              </w:rPr>
              <w:t>ا</w:t>
            </w:r>
            <w:r w:rsidRPr="009647FC">
              <w:rPr>
                <w:rtl/>
              </w:rPr>
              <w:t>لذ</w:t>
            </w:r>
            <w:r w:rsidR="00182D68" w:rsidRPr="009647FC">
              <w:rPr>
                <w:rtl/>
              </w:rPr>
              <w:t>ين</w:t>
            </w:r>
            <w:r w:rsidR="00182D68">
              <w:rPr>
                <w:rtl/>
              </w:rPr>
              <w:t xml:space="preserve"> </w:t>
            </w:r>
            <w:r w:rsidR="00182D68" w:rsidRPr="009647FC">
              <w:rPr>
                <w:rtl/>
              </w:rPr>
              <w:t>سما</w:t>
            </w:r>
            <w:r w:rsidR="00182D68">
              <w:rPr>
                <w:rtl/>
              </w:rPr>
              <w:t xml:space="preserve"> </w:t>
            </w:r>
            <w:r w:rsidR="00182D68" w:rsidRPr="009647FC">
              <w:rPr>
                <w:rtl/>
              </w:rPr>
              <w:t>بهم</w:t>
            </w:r>
            <w:r w:rsidR="00182D68" w:rsidRPr="00725071">
              <w:rPr>
                <w:rStyle w:val="libPoemTiniChar0"/>
                <w:rtl/>
              </w:rPr>
              <w:br/>
              <w:t> </w:t>
            </w:r>
          </w:p>
        </w:tc>
        <w:tc>
          <w:tcPr>
            <w:tcW w:w="301" w:type="dxa"/>
          </w:tcPr>
          <w:p w:rsidR="00182D68" w:rsidRDefault="00182D68" w:rsidP="00693B01">
            <w:pPr>
              <w:pStyle w:val="libPoem"/>
              <w:rPr>
                <w:rtl/>
              </w:rPr>
            </w:pPr>
          </w:p>
        </w:tc>
        <w:tc>
          <w:tcPr>
            <w:tcW w:w="3884" w:type="dxa"/>
          </w:tcPr>
          <w:p w:rsidR="00182D68" w:rsidRDefault="00A72677" w:rsidP="00693B01">
            <w:pPr>
              <w:pStyle w:val="libPoem"/>
            </w:pPr>
            <w:r w:rsidRPr="009647FC">
              <w:rPr>
                <w:rtl/>
              </w:rPr>
              <w:t>حس</w:t>
            </w:r>
            <w:r w:rsidR="00182D68" w:rsidRPr="009647FC">
              <w:rPr>
                <w:rtl/>
              </w:rPr>
              <w:t>بٌ</w:t>
            </w:r>
            <w:r w:rsidR="00182D68">
              <w:rPr>
                <w:rtl/>
              </w:rPr>
              <w:t xml:space="preserve"> </w:t>
            </w:r>
            <w:r w:rsidRPr="009647FC">
              <w:rPr>
                <w:rtl/>
              </w:rPr>
              <w:t>له</w:t>
            </w:r>
            <w:r w:rsidR="00182D68">
              <w:rPr>
                <w:rtl/>
              </w:rPr>
              <w:t xml:space="preserve"> </w:t>
            </w:r>
            <w:r w:rsidR="00182D68" w:rsidRPr="009647FC">
              <w:rPr>
                <w:rtl/>
              </w:rPr>
              <w:t>ا</w:t>
            </w:r>
            <w:r w:rsidRPr="009647FC">
              <w:rPr>
                <w:rtl/>
              </w:rPr>
              <w:t>لت</w:t>
            </w:r>
            <w:r w:rsidR="00182D68" w:rsidRPr="009647FC">
              <w:rPr>
                <w:rtl/>
              </w:rPr>
              <w:t>نزيلُ</w:t>
            </w:r>
            <w:r w:rsidR="00182D68">
              <w:rPr>
                <w:rtl/>
              </w:rPr>
              <w:t xml:space="preserve"> </w:t>
            </w:r>
            <w:r w:rsidRPr="009647FC">
              <w:rPr>
                <w:rtl/>
              </w:rPr>
              <w:t>ير</w:t>
            </w:r>
            <w:r w:rsidR="00182D68" w:rsidRPr="009647FC">
              <w:rPr>
                <w:rtl/>
              </w:rPr>
              <w:t>فع</w:t>
            </w:r>
            <w:r w:rsidR="00182D68">
              <w:rPr>
                <w:rtl/>
              </w:rPr>
              <w:t xml:space="preserve"> </w:t>
            </w:r>
            <w:r w:rsidRPr="009647FC">
              <w:rPr>
                <w:rtl/>
              </w:rPr>
              <w:t>مج</w:t>
            </w:r>
            <w:r w:rsidR="00182D68" w:rsidRPr="009647FC">
              <w:rPr>
                <w:rtl/>
              </w:rPr>
              <w:t>ده</w:t>
            </w:r>
            <w:r w:rsidR="00182D68" w:rsidRPr="00725071">
              <w:rPr>
                <w:rStyle w:val="libPoemTiniChar0"/>
                <w:rtl/>
              </w:rPr>
              <w:br/>
              <w:t> </w:t>
            </w:r>
          </w:p>
        </w:tc>
      </w:tr>
      <w:tr w:rsidR="00182D68" w:rsidRPr="00524A24" w:rsidTr="00182D68">
        <w:trPr>
          <w:trHeight w:val="350"/>
        </w:trPr>
        <w:tc>
          <w:tcPr>
            <w:tcW w:w="3902" w:type="dxa"/>
          </w:tcPr>
          <w:p w:rsidR="00182D68" w:rsidRPr="00524A24" w:rsidRDefault="00A72677" w:rsidP="00693B01">
            <w:pPr>
              <w:pStyle w:val="libPoem"/>
            </w:pPr>
            <w:r w:rsidRPr="00A72677">
              <w:rPr>
                <w:rtl/>
              </w:rPr>
              <w:t>ممّن</w:t>
            </w:r>
            <w:r w:rsidR="00182D68" w:rsidRPr="00A72677">
              <w:rPr>
                <w:rtl/>
              </w:rPr>
              <w:t xml:space="preserve"> </w:t>
            </w:r>
            <w:r w:rsidRPr="00A72677">
              <w:rPr>
                <w:rtl/>
              </w:rPr>
              <w:t>بع</w:t>
            </w:r>
            <w:r w:rsidR="00182D68" w:rsidRPr="00A72677">
              <w:rPr>
                <w:rtl/>
              </w:rPr>
              <w:t xml:space="preserve">طف </w:t>
            </w:r>
            <w:r w:rsidRPr="00A72677">
              <w:rPr>
                <w:rtl/>
              </w:rPr>
              <w:t>عل</w:t>
            </w:r>
            <w:r w:rsidR="00182D68" w:rsidRPr="00A72677">
              <w:rPr>
                <w:rtl/>
              </w:rPr>
              <w:t xml:space="preserve">اهُم </w:t>
            </w:r>
            <w:r w:rsidRPr="00A72677">
              <w:rPr>
                <w:rtl/>
              </w:rPr>
              <w:t>مت</w:t>
            </w:r>
            <w:r w:rsidR="00182D68" w:rsidRPr="00A72677">
              <w:rPr>
                <w:rtl/>
              </w:rPr>
              <w:t>ضوّعٌ</w:t>
            </w:r>
            <w:r w:rsidR="00182D68" w:rsidRPr="00A72677">
              <w:rPr>
                <w:rStyle w:val="libPoemTiniChar0"/>
                <w:rtl/>
              </w:rPr>
              <w:br/>
              <w:t> </w:t>
            </w:r>
          </w:p>
        </w:tc>
        <w:tc>
          <w:tcPr>
            <w:tcW w:w="301" w:type="dxa"/>
          </w:tcPr>
          <w:p w:rsidR="00182D68" w:rsidRPr="00A72677" w:rsidRDefault="00182D68" w:rsidP="00693B01">
            <w:pPr>
              <w:pStyle w:val="libPoem"/>
              <w:rPr>
                <w:rtl/>
              </w:rPr>
            </w:pPr>
          </w:p>
        </w:tc>
        <w:tc>
          <w:tcPr>
            <w:tcW w:w="3884" w:type="dxa"/>
          </w:tcPr>
          <w:p w:rsidR="00182D68" w:rsidRPr="00524A24" w:rsidRDefault="00182D68" w:rsidP="00693B01">
            <w:pPr>
              <w:pStyle w:val="libPoem"/>
            </w:pPr>
            <w:r w:rsidRPr="00A72677">
              <w:rPr>
                <w:rtl/>
              </w:rPr>
              <w:t>أرجُ</w:t>
            </w:r>
            <w:r w:rsidR="004C00A8">
              <w:rPr>
                <w:rtl/>
              </w:rPr>
              <w:t xml:space="preserve"> </w:t>
            </w:r>
            <w:r w:rsidRPr="00A72677">
              <w:rPr>
                <w:rtl/>
              </w:rPr>
              <w:t>الإ</w:t>
            </w:r>
            <w:r w:rsidR="00A72677" w:rsidRPr="00A72677">
              <w:rPr>
                <w:rtl/>
              </w:rPr>
              <w:t>مامة</w:t>
            </w:r>
            <w:r w:rsidRPr="00A72677">
              <w:rPr>
                <w:rtl/>
              </w:rPr>
              <w:t xml:space="preserve"> </w:t>
            </w:r>
            <w:r w:rsidR="00A72677" w:rsidRPr="00A72677">
              <w:rPr>
                <w:rtl/>
              </w:rPr>
              <w:t>مهد</w:t>
            </w:r>
            <w:r w:rsidRPr="00A72677">
              <w:rPr>
                <w:rtl/>
              </w:rPr>
              <w:t xml:space="preserve">ياً </w:t>
            </w:r>
            <w:r w:rsidR="00A72677" w:rsidRPr="00A72677">
              <w:rPr>
                <w:rtl/>
              </w:rPr>
              <w:t>لك</w:t>
            </w:r>
            <w:r w:rsidRPr="00A72677">
              <w:rPr>
                <w:rtl/>
              </w:rPr>
              <w:t xml:space="preserve"> </w:t>
            </w:r>
            <w:r w:rsidR="00A72677" w:rsidRPr="00A72677">
              <w:rPr>
                <w:rtl/>
              </w:rPr>
              <w:t>ند</w:t>
            </w:r>
            <w:r w:rsidRPr="00A72677">
              <w:rPr>
                <w:rtl/>
              </w:rPr>
              <w:t>ّ</w:t>
            </w:r>
            <w:r w:rsidR="00677BC4">
              <w:rPr>
                <w:rtl/>
              </w:rPr>
              <w:t>َ</w:t>
            </w:r>
            <w:r w:rsidRPr="00A72677">
              <w:rPr>
                <w:rtl/>
              </w:rPr>
              <w:t>ه</w:t>
            </w:r>
            <w:r w:rsidRPr="00A72677">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الديوان المطبوع</w:t>
      </w:r>
      <w:r w:rsidR="00D769AB">
        <w:rPr>
          <w:rtl/>
        </w:rPr>
        <w:t>:</w:t>
      </w:r>
      <w:r w:rsidRPr="009647FC">
        <w:rPr>
          <w:rtl/>
        </w:rPr>
        <w:t xml:space="preserve"> الحلم</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وفيه أيضاً</w:t>
      </w:r>
      <w:r w:rsidR="00D769AB">
        <w:rPr>
          <w:rtl/>
        </w:rPr>
        <w:t>:</w:t>
      </w:r>
      <w:r w:rsidRPr="009647FC">
        <w:rPr>
          <w:rtl/>
        </w:rPr>
        <w:t xml:space="preserve"> برده</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F6F62" w:rsidRPr="00524A24" w:rsidTr="00DF6F62">
        <w:trPr>
          <w:trHeight w:val="350"/>
        </w:trPr>
        <w:tc>
          <w:tcPr>
            <w:tcW w:w="3902" w:type="dxa"/>
          </w:tcPr>
          <w:p w:rsidR="00DF6F62" w:rsidRPr="00524A24" w:rsidRDefault="00A72677" w:rsidP="00693B01">
            <w:pPr>
              <w:pStyle w:val="libPoem"/>
            </w:pPr>
            <w:r w:rsidRPr="009647FC">
              <w:rPr>
                <w:rtl/>
              </w:rPr>
              <w:lastRenderedPageBreak/>
              <w:t>مم</w:t>
            </w:r>
            <w:r w:rsidR="00DF6F62" w:rsidRPr="009647FC">
              <w:rPr>
                <w:rtl/>
              </w:rPr>
              <w:t>ّنْ</w:t>
            </w:r>
            <w:r w:rsidR="00DF6F62">
              <w:rPr>
                <w:rtl/>
              </w:rPr>
              <w:t xml:space="preserve"> </w:t>
            </w:r>
            <w:r w:rsidRPr="009647FC">
              <w:rPr>
                <w:rtl/>
              </w:rPr>
              <w:t>عل</w:t>
            </w:r>
            <w:r w:rsidR="00DF6F62" w:rsidRPr="009647FC">
              <w:rPr>
                <w:rtl/>
              </w:rPr>
              <w:t>ى</w:t>
            </w:r>
            <w:r w:rsidR="00DF6F62">
              <w:rPr>
                <w:rtl/>
              </w:rPr>
              <w:t xml:space="preserve"> </w:t>
            </w:r>
            <w:r w:rsidR="00DF6F62" w:rsidRPr="009647FC">
              <w:rPr>
                <w:rtl/>
              </w:rPr>
              <w:t>اُو</w:t>
            </w:r>
            <w:r w:rsidRPr="009647FC">
              <w:rPr>
                <w:rtl/>
              </w:rPr>
              <w:t>لى</w:t>
            </w:r>
            <w:r w:rsidR="00DF6F62">
              <w:rPr>
                <w:rtl/>
              </w:rPr>
              <w:t xml:space="preserve"> </w:t>
            </w:r>
            <w:r w:rsidR="00DF6F62" w:rsidRPr="009647FC">
              <w:rPr>
                <w:rtl/>
              </w:rPr>
              <w:t>ا</w:t>
            </w:r>
            <w:r w:rsidRPr="009647FC">
              <w:rPr>
                <w:rtl/>
              </w:rPr>
              <w:t>لز</w:t>
            </w:r>
            <w:r w:rsidR="00DF6F62" w:rsidRPr="009647FC">
              <w:rPr>
                <w:rtl/>
              </w:rPr>
              <w:t>مان</w:t>
            </w:r>
            <w:r w:rsidR="00DF6F62">
              <w:rPr>
                <w:rtl/>
              </w:rPr>
              <w:t xml:space="preserve"> </w:t>
            </w:r>
            <w:r w:rsidRPr="009647FC">
              <w:rPr>
                <w:rtl/>
              </w:rPr>
              <w:t>ند</w:t>
            </w:r>
            <w:r w:rsidR="00DF6F62" w:rsidRPr="009647FC">
              <w:rPr>
                <w:rtl/>
              </w:rPr>
              <w:t>اهم</w:t>
            </w:r>
            <w:r w:rsidR="00DF6F62" w:rsidRPr="00725071">
              <w:rPr>
                <w:rStyle w:val="libPoemTiniChar0"/>
                <w:rtl/>
              </w:rPr>
              <w:br/>
              <w:t> </w:t>
            </w:r>
          </w:p>
        </w:tc>
        <w:tc>
          <w:tcPr>
            <w:tcW w:w="301" w:type="dxa"/>
          </w:tcPr>
          <w:p w:rsidR="00DF6F62" w:rsidRDefault="00DF6F62" w:rsidP="00693B01">
            <w:pPr>
              <w:pStyle w:val="libPoem"/>
              <w:rPr>
                <w:rtl/>
              </w:rPr>
            </w:pPr>
          </w:p>
        </w:tc>
        <w:tc>
          <w:tcPr>
            <w:tcW w:w="3884" w:type="dxa"/>
          </w:tcPr>
          <w:p w:rsidR="00DF6F62" w:rsidRDefault="00A72677" w:rsidP="00693B01">
            <w:pPr>
              <w:pStyle w:val="libPoem"/>
            </w:pPr>
            <w:r w:rsidRPr="009647FC">
              <w:rPr>
                <w:rtl/>
              </w:rPr>
              <w:t>غم</w:t>
            </w:r>
            <w:r w:rsidR="00DF6F62" w:rsidRPr="009647FC">
              <w:rPr>
                <w:rtl/>
              </w:rPr>
              <w:t>روا</w:t>
            </w:r>
            <w:r w:rsidR="00DF6F62">
              <w:rPr>
                <w:rtl/>
              </w:rPr>
              <w:t xml:space="preserve"> </w:t>
            </w:r>
            <w:r w:rsidRPr="009647FC">
              <w:rPr>
                <w:rtl/>
              </w:rPr>
              <w:t>به</w:t>
            </w:r>
            <w:r w:rsidR="00DF6F62">
              <w:rPr>
                <w:rtl/>
              </w:rPr>
              <w:t xml:space="preserve"> </w:t>
            </w:r>
            <w:r w:rsidRPr="009647FC">
              <w:rPr>
                <w:rtl/>
              </w:rPr>
              <w:t>حر</w:t>
            </w:r>
            <w:r w:rsidR="00DF6F62" w:rsidRPr="009647FC">
              <w:rPr>
                <w:rtl/>
              </w:rPr>
              <w:t>ّ</w:t>
            </w:r>
            <w:r w:rsidR="00677BC4">
              <w:rPr>
                <w:rtl/>
              </w:rPr>
              <w:t>َ</w:t>
            </w:r>
            <w:r w:rsidR="00DF6F62">
              <w:rPr>
                <w:rtl/>
              </w:rPr>
              <w:t xml:space="preserve"> </w:t>
            </w:r>
            <w:r w:rsidR="00DF6F62" w:rsidRPr="009647FC">
              <w:rPr>
                <w:rtl/>
              </w:rPr>
              <w:t>ا</w:t>
            </w:r>
            <w:r w:rsidRPr="009647FC">
              <w:rPr>
                <w:rtl/>
              </w:rPr>
              <w:t>لز</w:t>
            </w:r>
            <w:r w:rsidR="00DF6F62" w:rsidRPr="009647FC">
              <w:rPr>
                <w:rtl/>
              </w:rPr>
              <w:t>مان</w:t>
            </w:r>
            <w:r w:rsidR="00DF6F62">
              <w:rPr>
                <w:rtl/>
              </w:rPr>
              <w:t xml:space="preserve"> </w:t>
            </w:r>
            <w:r w:rsidR="00DF6F62" w:rsidRPr="009647FC">
              <w:rPr>
                <w:rtl/>
              </w:rPr>
              <w:t>و</w:t>
            </w:r>
            <w:r w:rsidRPr="009647FC">
              <w:rPr>
                <w:rtl/>
              </w:rPr>
              <w:t>عب</w:t>
            </w:r>
            <w:r w:rsidR="00DF6F62" w:rsidRPr="009647FC">
              <w:rPr>
                <w:rtl/>
              </w:rPr>
              <w:t>ده</w:t>
            </w:r>
            <w:r w:rsidR="00DF6F62" w:rsidRPr="00725071">
              <w:rPr>
                <w:rStyle w:val="libPoemTiniChar0"/>
                <w:rtl/>
              </w:rPr>
              <w:br/>
              <w:t> </w:t>
            </w:r>
          </w:p>
        </w:tc>
      </w:tr>
      <w:tr w:rsidR="00DF6F62" w:rsidRPr="00524A24" w:rsidTr="00DF6F62">
        <w:trPr>
          <w:trHeight w:val="350"/>
        </w:trPr>
        <w:tc>
          <w:tcPr>
            <w:tcW w:w="3902" w:type="dxa"/>
          </w:tcPr>
          <w:p w:rsidR="00DF6F62" w:rsidRPr="00524A24" w:rsidRDefault="00A72677" w:rsidP="00693B01">
            <w:pPr>
              <w:pStyle w:val="libPoem"/>
            </w:pPr>
            <w:r w:rsidRPr="009647FC">
              <w:rPr>
                <w:rtl/>
              </w:rPr>
              <w:t>في</w:t>
            </w:r>
            <w:r w:rsidR="00DF6F62">
              <w:rPr>
                <w:rtl/>
              </w:rPr>
              <w:t xml:space="preserve"> </w:t>
            </w:r>
            <w:r w:rsidRPr="009647FC">
              <w:rPr>
                <w:rtl/>
              </w:rPr>
              <w:t>كل</w:t>
            </w:r>
            <w:r w:rsidR="00DF6F62" w:rsidRPr="009647FC">
              <w:rPr>
                <w:rtl/>
              </w:rPr>
              <w:t>ّ</w:t>
            </w:r>
            <w:r w:rsidR="00DF6F62">
              <w:rPr>
                <w:rtl/>
              </w:rPr>
              <w:t xml:space="preserve"> </w:t>
            </w:r>
            <w:r w:rsidRPr="009647FC">
              <w:rPr>
                <w:rtl/>
              </w:rPr>
              <w:t>عص</w:t>
            </w:r>
            <w:r w:rsidR="00DF6F62" w:rsidRPr="009647FC">
              <w:rPr>
                <w:rtl/>
              </w:rPr>
              <w:t>رٍ</w:t>
            </w:r>
            <w:r w:rsidR="00DF6F62">
              <w:rPr>
                <w:rtl/>
              </w:rPr>
              <w:t xml:space="preserve"> </w:t>
            </w:r>
            <w:r w:rsidRPr="009647FC">
              <w:rPr>
                <w:rtl/>
              </w:rPr>
              <w:t>من</w:t>
            </w:r>
            <w:r w:rsidR="00DF6F62" w:rsidRPr="009647FC">
              <w:rPr>
                <w:rtl/>
              </w:rPr>
              <w:t>هم</w:t>
            </w:r>
            <w:r w:rsidR="00DF6F62">
              <w:rPr>
                <w:rtl/>
              </w:rPr>
              <w:t xml:space="preserve"> </w:t>
            </w:r>
            <w:r w:rsidR="00DF6F62" w:rsidRPr="009647FC">
              <w:rPr>
                <w:rtl/>
              </w:rPr>
              <w:t>ا</w:t>
            </w:r>
            <w:r w:rsidRPr="009647FC">
              <w:rPr>
                <w:rtl/>
              </w:rPr>
              <w:t>بن</w:t>
            </w:r>
            <w:r w:rsidR="00DF6F62" w:rsidRPr="009647FC">
              <w:rPr>
                <w:rtl/>
              </w:rPr>
              <w:t>ُ</w:t>
            </w:r>
            <w:r w:rsidR="00DF6F62">
              <w:rPr>
                <w:rtl/>
              </w:rPr>
              <w:t xml:space="preserve"> </w:t>
            </w:r>
            <w:r w:rsidR="00DF6F62" w:rsidRPr="009647FC">
              <w:rPr>
                <w:rtl/>
              </w:rPr>
              <w:t>نبوّ</w:t>
            </w:r>
            <w:r w:rsidR="00677BC4">
              <w:rPr>
                <w:rtl/>
              </w:rPr>
              <w:t>َ</w:t>
            </w:r>
            <w:r w:rsidR="00DF6F62" w:rsidRPr="009647FC">
              <w:rPr>
                <w:rtl/>
              </w:rPr>
              <w:t>ةٍ</w:t>
            </w:r>
            <w:r w:rsidR="00DF6F62" w:rsidRPr="00725071">
              <w:rPr>
                <w:rStyle w:val="libPoemTiniChar0"/>
                <w:rtl/>
              </w:rPr>
              <w:br/>
              <w:t> </w:t>
            </w:r>
          </w:p>
        </w:tc>
        <w:tc>
          <w:tcPr>
            <w:tcW w:w="301" w:type="dxa"/>
          </w:tcPr>
          <w:p w:rsidR="00DF6F62" w:rsidRDefault="00DF6F62" w:rsidP="00693B01">
            <w:pPr>
              <w:pStyle w:val="libPoem"/>
              <w:rPr>
                <w:rtl/>
              </w:rPr>
            </w:pPr>
          </w:p>
        </w:tc>
        <w:tc>
          <w:tcPr>
            <w:tcW w:w="3884" w:type="dxa"/>
          </w:tcPr>
          <w:p w:rsidR="00DF6F62" w:rsidRDefault="00A72677" w:rsidP="00693B01">
            <w:pPr>
              <w:pStyle w:val="libPoem"/>
            </w:pPr>
            <w:r w:rsidRPr="009647FC">
              <w:rPr>
                <w:rtl/>
              </w:rPr>
              <w:t>جم</w:t>
            </w:r>
            <w:r w:rsidR="00DF6F62" w:rsidRPr="009647FC">
              <w:rPr>
                <w:rtl/>
              </w:rPr>
              <w:t>ع</w:t>
            </w:r>
            <w:r w:rsidR="00DF6F62">
              <w:rPr>
                <w:rtl/>
              </w:rPr>
              <w:t xml:space="preserve"> </w:t>
            </w:r>
            <w:r w:rsidR="00DF6F62" w:rsidRPr="009647FC">
              <w:rPr>
                <w:rtl/>
              </w:rPr>
              <w:t>الإ</w:t>
            </w:r>
            <w:r w:rsidRPr="009647FC">
              <w:rPr>
                <w:rtl/>
              </w:rPr>
              <w:t>له</w:t>
            </w:r>
            <w:r w:rsidR="00DF6F62" w:rsidRPr="009647FC">
              <w:rPr>
                <w:rtl/>
              </w:rPr>
              <w:t>ُ</w:t>
            </w:r>
            <w:r w:rsidR="00DF6F62">
              <w:rPr>
                <w:rtl/>
              </w:rPr>
              <w:t xml:space="preserve"> </w:t>
            </w:r>
            <w:r w:rsidRPr="009647FC">
              <w:rPr>
                <w:rtl/>
              </w:rPr>
              <w:t>به</w:t>
            </w:r>
            <w:r w:rsidR="00DF6F62">
              <w:rPr>
                <w:rtl/>
              </w:rPr>
              <w:t xml:space="preserve"> </w:t>
            </w:r>
            <w:r w:rsidR="00DF6F62" w:rsidRPr="009647FC">
              <w:rPr>
                <w:rtl/>
              </w:rPr>
              <w:t>ا</w:t>
            </w:r>
            <w:r w:rsidRPr="009647FC">
              <w:rPr>
                <w:rtl/>
              </w:rPr>
              <w:t>لم</w:t>
            </w:r>
            <w:r w:rsidR="00DF6F62" w:rsidRPr="009647FC">
              <w:rPr>
                <w:rtl/>
              </w:rPr>
              <w:t>حاسن</w:t>
            </w:r>
            <w:r w:rsidR="00677BC4">
              <w:rPr>
                <w:rtl/>
              </w:rPr>
              <w:t>َ</w:t>
            </w:r>
            <w:r w:rsidR="00DF6F62">
              <w:rPr>
                <w:rtl/>
              </w:rPr>
              <w:t xml:space="preserve"> </w:t>
            </w:r>
            <w:r w:rsidR="00DF6F62" w:rsidRPr="009647FC">
              <w:rPr>
                <w:rtl/>
              </w:rPr>
              <w:t>و</w:t>
            </w:r>
            <w:r w:rsidRPr="009647FC">
              <w:rPr>
                <w:rtl/>
              </w:rPr>
              <w:t>حد</w:t>
            </w:r>
            <w:r w:rsidR="00DF6F62" w:rsidRPr="009647FC">
              <w:rPr>
                <w:rtl/>
              </w:rPr>
              <w:t>ه</w:t>
            </w:r>
            <w:r w:rsidR="00DF6F62" w:rsidRPr="00725071">
              <w:rPr>
                <w:rStyle w:val="libPoemTiniChar0"/>
                <w:rtl/>
              </w:rPr>
              <w:br/>
              <w:t> </w:t>
            </w:r>
          </w:p>
        </w:tc>
      </w:tr>
      <w:tr w:rsidR="00DF6F62" w:rsidRPr="00524A24" w:rsidTr="00DF6F62">
        <w:trPr>
          <w:trHeight w:val="350"/>
        </w:trPr>
        <w:tc>
          <w:tcPr>
            <w:tcW w:w="3902" w:type="dxa"/>
          </w:tcPr>
          <w:p w:rsidR="00DF6F62" w:rsidRPr="00524A24" w:rsidRDefault="00DF6F62" w:rsidP="00693B01">
            <w:pPr>
              <w:pStyle w:val="libPoem"/>
            </w:pPr>
            <w:r w:rsidRPr="009647FC">
              <w:rPr>
                <w:rtl/>
              </w:rPr>
              <w:t>فردٌ</w:t>
            </w:r>
            <w:r>
              <w:rPr>
                <w:rtl/>
              </w:rPr>
              <w:t xml:space="preserve"> </w:t>
            </w:r>
            <w:r w:rsidR="00A72677" w:rsidRPr="009647FC">
              <w:rPr>
                <w:rtl/>
              </w:rPr>
              <w:t>يس</w:t>
            </w:r>
            <w:r w:rsidRPr="009647FC">
              <w:rPr>
                <w:rtl/>
              </w:rPr>
              <w:t>دُّ</w:t>
            </w:r>
            <w:r>
              <w:rPr>
                <w:rtl/>
              </w:rPr>
              <w:t xml:space="preserve"> </w:t>
            </w:r>
            <w:r w:rsidR="00A72677" w:rsidRPr="009647FC">
              <w:rPr>
                <w:rtl/>
              </w:rPr>
              <w:t>مس</w:t>
            </w:r>
            <w:r w:rsidRPr="009647FC">
              <w:rPr>
                <w:rtl/>
              </w:rPr>
              <w:t>دّ</w:t>
            </w:r>
            <w:r w:rsidR="00677BC4">
              <w:rPr>
                <w:rtl/>
              </w:rPr>
              <w:t>َ</w:t>
            </w:r>
            <w:r>
              <w:rPr>
                <w:rtl/>
              </w:rPr>
              <w:t xml:space="preserve"> </w:t>
            </w:r>
            <w:r w:rsidRPr="009647FC">
              <w:rPr>
                <w:rtl/>
              </w:rPr>
              <w:t>أر</w:t>
            </w:r>
            <w:r w:rsidR="00A72677" w:rsidRPr="009647FC">
              <w:rPr>
                <w:rtl/>
              </w:rPr>
              <w:t>با</w:t>
            </w:r>
            <w:r w:rsidRPr="009647FC">
              <w:rPr>
                <w:rtl/>
              </w:rPr>
              <w:t>ب</w:t>
            </w:r>
            <w:r>
              <w:rPr>
                <w:rtl/>
              </w:rPr>
              <w:t xml:space="preserve"> </w:t>
            </w:r>
            <w:r w:rsidRPr="009647FC">
              <w:rPr>
                <w:rtl/>
              </w:rPr>
              <w:t>ا</w:t>
            </w:r>
            <w:r w:rsidR="00A72677" w:rsidRPr="009647FC">
              <w:rPr>
                <w:rtl/>
              </w:rPr>
              <w:t>لن</w:t>
            </w:r>
            <w:r w:rsidRPr="009647FC">
              <w:rPr>
                <w:rtl/>
              </w:rPr>
              <w:t>هى</w:t>
            </w:r>
            <w:r w:rsidRPr="00725071">
              <w:rPr>
                <w:rStyle w:val="libPoemTiniChar0"/>
                <w:rtl/>
              </w:rPr>
              <w:br/>
              <w:t> </w:t>
            </w:r>
          </w:p>
        </w:tc>
        <w:tc>
          <w:tcPr>
            <w:tcW w:w="301" w:type="dxa"/>
          </w:tcPr>
          <w:p w:rsidR="00DF6F62" w:rsidRDefault="00DF6F62" w:rsidP="00693B01">
            <w:pPr>
              <w:pStyle w:val="libPoem"/>
              <w:rPr>
                <w:rtl/>
              </w:rPr>
            </w:pPr>
          </w:p>
        </w:tc>
        <w:tc>
          <w:tcPr>
            <w:tcW w:w="3884" w:type="dxa"/>
          </w:tcPr>
          <w:p w:rsidR="00DF6F62" w:rsidRDefault="00DF6F62" w:rsidP="00693B01">
            <w:pPr>
              <w:pStyle w:val="libPoem"/>
            </w:pPr>
            <w:r w:rsidRPr="009647FC">
              <w:rPr>
                <w:rtl/>
              </w:rPr>
              <w:t>و</w:t>
            </w:r>
            <w:r w:rsidR="00A72677" w:rsidRPr="009647FC">
              <w:rPr>
                <w:rtl/>
              </w:rPr>
              <w:t>جمي</w:t>
            </w:r>
            <w:r w:rsidRPr="009647FC">
              <w:rPr>
                <w:rtl/>
              </w:rPr>
              <w:t>عها</w:t>
            </w:r>
            <w:r w:rsidR="004C00A8">
              <w:rPr>
                <w:rtl/>
              </w:rPr>
              <w:t xml:space="preserve"> </w:t>
            </w:r>
            <w:r w:rsidR="00A72677" w:rsidRPr="009647FC">
              <w:rPr>
                <w:rtl/>
              </w:rPr>
              <w:t>ليس</w:t>
            </w:r>
            <w:r w:rsidRPr="009647FC">
              <w:rPr>
                <w:rtl/>
              </w:rPr>
              <w:t>تْ</w:t>
            </w:r>
            <w:r>
              <w:rPr>
                <w:rtl/>
              </w:rPr>
              <w:t xml:space="preserve"> </w:t>
            </w:r>
            <w:r w:rsidR="00A72677" w:rsidRPr="009647FC">
              <w:rPr>
                <w:rtl/>
              </w:rPr>
              <w:t>تس</w:t>
            </w:r>
            <w:r w:rsidRPr="009647FC">
              <w:rPr>
                <w:rtl/>
              </w:rPr>
              <w:t>دُّ</w:t>
            </w:r>
            <w:r>
              <w:rPr>
                <w:rtl/>
              </w:rPr>
              <w:t xml:space="preserve"> </w:t>
            </w:r>
            <w:r w:rsidR="00A72677" w:rsidRPr="009647FC">
              <w:rPr>
                <w:rtl/>
              </w:rPr>
              <w:t>مس</w:t>
            </w:r>
            <w:r w:rsidRPr="009647FC">
              <w:rPr>
                <w:rtl/>
              </w:rPr>
              <w:t>دّ</w:t>
            </w:r>
            <w:r w:rsidR="00677BC4">
              <w:rPr>
                <w:rtl/>
              </w:rPr>
              <w:t>َ</w:t>
            </w:r>
            <w:r w:rsidRPr="009647FC">
              <w:rPr>
                <w:rtl/>
              </w:rPr>
              <w:t>ه</w:t>
            </w:r>
            <w:r w:rsidRPr="00725071">
              <w:rPr>
                <w:rStyle w:val="libPoemTiniChar0"/>
                <w:rtl/>
              </w:rPr>
              <w:br/>
              <w:t> </w:t>
            </w:r>
          </w:p>
        </w:tc>
      </w:tr>
      <w:tr w:rsidR="00DF6F62" w:rsidRPr="00524A24" w:rsidTr="00DF6F62">
        <w:trPr>
          <w:trHeight w:val="350"/>
        </w:trPr>
        <w:tc>
          <w:tcPr>
            <w:tcW w:w="3902" w:type="dxa"/>
          </w:tcPr>
          <w:p w:rsidR="00DF6F62" w:rsidRPr="00524A24" w:rsidRDefault="00DF6F62" w:rsidP="00693B01">
            <w:pPr>
              <w:pStyle w:val="libPoem"/>
            </w:pPr>
            <w:r w:rsidRPr="009647FC">
              <w:rPr>
                <w:rtl/>
              </w:rPr>
              <w:t>وا</w:t>
            </w:r>
            <w:r w:rsidR="00A72677" w:rsidRPr="009647FC">
              <w:rPr>
                <w:rtl/>
              </w:rPr>
              <w:t>لي</w:t>
            </w:r>
            <w:r w:rsidRPr="009647FC">
              <w:rPr>
                <w:rtl/>
              </w:rPr>
              <w:t>وم</w:t>
            </w:r>
            <w:r>
              <w:rPr>
                <w:rtl/>
              </w:rPr>
              <w:t xml:space="preserve"> </w:t>
            </w:r>
            <w:r w:rsidR="00A72677" w:rsidRPr="009647FC">
              <w:rPr>
                <w:rtl/>
              </w:rPr>
              <w:t>هذ</w:t>
            </w:r>
            <w:r w:rsidRPr="009647FC">
              <w:rPr>
                <w:rtl/>
              </w:rPr>
              <w:t>ا</w:t>
            </w:r>
            <w:r>
              <w:rPr>
                <w:rtl/>
              </w:rPr>
              <w:t xml:space="preserve"> </w:t>
            </w:r>
            <w:r w:rsidRPr="009647FC">
              <w:rPr>
                <w:rtl/>
              </w:rPr>
              <w:t>(أ</w:t>
            </w:r>
            <w:r w:rsidR="00A72677" w:rsidRPr="009647FC">
              <w:rPr>
                <w:rtl/>
              </w:rPr>
              <w:t>حم</w:t>
            </w:r>
            <w:r w:rsidRPr="009647FC">
              <w:rPr>
                <w:rtl/>
              </w:rPr>
              <w:t>دٌ)</w:t>
            </w:r>
            <w:r>
              <w:rPr>
                <w:rtl/>
              </w:rPr>
              <w:t xml:space="preserve"> </w:t>
            </w:r>
            <w:r w:rsidR="00A72677" w:rsidRPr="009647FC">
              <w:rPr>
                <w:rtl/>
              </w:rPr>
              <w:t>في</w:t>
            </w:r>
            <w:r>
              <w:rPr>
                <w:rtl/>
              </w:rPr>
              <w:t xml:space="preserve"> </w:t>
            </w:r>
            <w:r w:rsidR="00A72677" w:rsidRPr="009647FC">
              <w:rPr>
                <w:rtl/>
              </w:rPr>
              <w:t>فض</w:t>
            </w:r>
            <w:r w:rsidRPr="009647FC">
              <w:rPr>
                <w:rtl/>
              </w:rPr>
              <w:t>له</w:t>
            </w:r>
            <w:r w:rsidRPr="00725071">
              <w:rPr>
                <w:rStyle w:val="libPoemTiniChar0"/>
                <w:rtl/>
              </w:rPr>
              <w:br/>
              <w:t> </w:t>
            </w:r>
          </w:p>
        </w:tc>
        <w:tc>
          <w:tcPr>
            <w:tcW w:w="301" w:type="dxa"/>
          </w:tcPr>
          <w:p w:rsidR="00DF6F62" w:rsidRDefault="00DF6F62" w:rsidP="00693B01">
            <w:pPr>
              <w:pStyle w:val="libPoem"/>
              <w:rPr>
                <w:rtl/>
              </w:rPr>
            </w:pPr>
          </w:p>
        </w:tc>
        <w:tc>
          <w:tcPr>
            <w:tcW w:w="3884" w:type="dxa"/>
          </w:tcPr>
          <w:p w:rsidR="00DF6F62" w:rsidRDefault="00A72677" w:rsidP="00693B01">
            <w:pPr>
              <w:pStyle w:val="libPoem"/>
            </w:pPr>
            <w:r w:rsidRPr="009647FC">
              <w:rPr>
                <w:rtl/>
              </w:rPr>
              <w:t>فا</w:t>
            </w:r>
            <w:r w:rsidR="00DF6F62" w:rsidRPr="009647FC">
              <w:rPr>
                <w:rtl/>
              </w:rPr>
              <w:t>ضربْ</w:t>
            </w:r>
            <w:r w:rsidR="004C00A8">
              <w:rPr>
                <w:rtl/>
              </w:rPr>
              <w:t xml:space="preserve"> </w:t>
            </w:r>
            <w:r w:rsidRPr="009647FC">
              <w:rPr>
                <w:rtl/>
              </w:rPr>
              <w:t>بذ</w:t>
            </w:r>
            <w:r w:rsidR="00DF6F62" w:rsidRPr="009647FC">
              <w:rPr>
                <w:rtl/>
              </w:rPr>
              <w:t>هنك</w:t>
            </w:r>
            <w:r w:rsidR="00DF6F62">
              <w:rPr>
                <w:rtl/>
              </w:rPr>
              <w:t xml:space="preserve"> </w:t>
            </w:r>
            <w:r w:rsidR="00DF6F62" w:rsidRPr="009647FC">
              <w:rPr>
                <w:rtl/>
              </w:rPr>
              <w:t>أ</w:t>
            </w:r>
            <w:r w:rsidRPr="009647FC">
              <w:rPr>
                <w:rtl/>
              </w:rPr>
              <w:t>ين</w:t>
            </w:r>
            <w:r w:rsidR="00DF6F62">
              <w:rPr>
                <w:rtl/>
              </w:rPr>
              <w:t xml:space="preserve"> </w:t>
            </w:r>
            <w:r w:rsidRPr="009647FC">
              <w:rPr>
                <w:rtl/>
              </w:rPr>
              <w:t>تل</w:t>
            </w:r>
            <w:r w:rsidR="00DF6F62" w:rsidRPr="009647FC">
              <w:rPr>
                <w:rtl/>
              </w:rPr>
              <w:t>قي</w:t>
            </w:r>
            <w:r w:rsidR="00DF6F62">
              <w:rPr>
                <w:rtl/>
              </w:rPr>
              <w:t xml:space="preserve"> </w:t>
            </w:r>
            <w:r w:rsidR="00DF6F62" w:rsidRPr="009647FC">
              <w:rPr>
                <w:rtl/>
              </w:rPr>
              <w:t>ندّ</w:t>
            </w:r>
            <w:r w:rsidR="00677BC4">
              <w:rPr>
                <w:rtl/>
              </w:rPr>
              <w:t>َ</w:t>
            </w:r>
            <w:r w:rsidR="00DF6F62" w:rsidRPr="009647FC">
              <w:rPr>
                <w:rtl/>
              </w:rPr>
              <w:t>ه؟</w:t>
            </w:r>
            <w:r w:rsidR="00DF6F62" w:rsidRPr="00725071">
              <w:rPr>
                <w:rStyle w:val="libPoemTiniChar0"/>
                <w:rtl/>
              </w:rPr>
              <w:br/>
              <w:t> </w:t>
            </w:r>
          </w:p>
        </w:tc>
      </w:tr>
      <w:tr w:rsidR="00DF6F62" w:rsidRPr="00524A24" w:rsidTr="00DF6F62">
        <w:trPr>
          <w:trHeight w:val="350"/>
        </w:trPr>
        <w:tc>
          <w:tcPr>
            <w:tcW w:w="3902" w:type="dxa"/>
          </w:tcPr>
          <w:p w:rsidR="00DF6F62" w:rsidRPr="00524A24" w:rsidRDefault="00A72677" w:rsidP="00693B01">
            <w:pPr>
              <w:pStyle w:val="libPoem"/>
            </w:pPr>
            <w:r w:rsidRPr="009647FC">
              <w:rPr>
                <w:rtl/>
              </w:rPr>
              <w:t>جا</w:t>
            </w:r>
            <w:r w:rsidR="00DF6F62" w:rsidRPr="009647FC">
              <w:rPr>
                <w:rtl/>
              </w:rPr>
              <w:t>ءت</w:t>
            </w:r>
            <w:r w:rsidR="004C00A8">
              <w:rPr>
                <w:rtl/>
              </w:rPr>
              <w:t xml:space="preserve"> </w:t>
            </w:r>
            <w:r w:rsidR="00DF6F62" w:rsidRPr="009647FC">
              <w:rPr>
                <w:rtl/>
              </w:rPr>
              <w:t>ر</w:t>
            </w:r>
            <w:r w:rsidRPr="009647FC">
              <w:rPr>
                <w:rtl/>
              </w:rPr>
              <w:t>سا</w:t>
            </w:r>
            <w:r w:rsidR="00DF6F62" w:rsidRPr="009647FC">
              <w:rPr>
                <w:rtl/>
              </w:rPr>
              <w:t>لته</w:t>
            </w:r>
            <w:r w:rsidR="00DF6F62">
              <w:rPr>
                <w:rtl/>
              </w:rPr>
              <w:t xml:space="preserve"> </w:t>
            </w:r>
            <w:r w:rsidR="00DF6F62" w:rsidRPr="009647FC">
              <w:rPr>
                <w:rtl/>
              </w:rPr>
              <w:t>إ</w:t>
            </w:r>
            <w:r w:rsidRPr="009647FC">
              <w:rPr>
                <w:rtl/>
              </w:rPr>
              <w:t>لي</w:t>
            </w:r>
            <w:r w:rsidR="00DF6F62" w:rsidRPr="009647FC">
              <w:rPr>
                <w:rtl/>
              </w:rPr>
              <w:t>ّ</w:t>
            </w:r>
            <w:r w:rsidR="00677BC4">
              <w:rPr>
                <w:rtl/>
              </w:rPr>
              <w:t>َ</w:t>
            </w:r>
            <w:r w:rsidR="00DF6F62">
              <w:rPr>
                <w:rtl/>
              </w:rPr>
              <w:t xml:space="preserve"> </w:t>
            </w:r>
            <w:r w:rsidRPr="009647FC">
              <w:rPr>
                <w:rtl/>
              </w:rPr>
              <w:t>فق</w:t>
            </w:r>
            <w:r w:rsidR="00DF6F62" w:rsidRPr="009647FC">
              <w:rPr>
                <w:rtl/>
              </w:rPr>
              <w:t>لتُ،</w:t>
            </w:r>
            <w:r w:rsidR="00DF6F62">
              <w:rPr>
                <w:rtl/>
              </w:rPr>
              <w:t xml:space="preserve"> (</w:t>
            </w:r>
            <w:r w:rsidR="00DF6F62" w:rsidRPr="009647FC">
              <w:rPr>
                <w:rtl/>
              </w:rPr>
              <w:t>ما</w:t>
            </w:r>
            <w:r w:rsidR="00DF6F62" w:rsidRPr="00725071">
              <w:rPr>
                <w:rStyle w:val="libPoemTiniChar0"/>
                <w:rtl/>
              </w:rPr>
              <w:br/>
              <w:t> </w:t>
            </w:r>
          </w:p>
        </w:tc>
        <w:tc>
          <w:tcPr>
            <w:tcW w:w="301" w:type="dxa"/>
          </w:tcPr>
          <w:p w:rsidR="00DF6F62" w:rsidRDefault="00DF6F62" w:rsidP="00693B01">
            <w:pPr>
              <w:pStyle w:val="libPoem"/>
              <w:rPr>
                <w:rtl/>
              </w:rPr>
            </w:pPr>
          </w:p>
        </w:tc>
        <w:tc>
          <w:tcPr>
            <w:tcW w:w="3884" w:type="dxa"/>
          </w:tcPr>
          <w:p w:rsidR="00DF6F62" w:rsidRDefault="00DF6F62" w:rsidP="00693B01">
            <w:pPr>
              <w:pStyle w:val="libPoem"/>
            </w:pPr>
            <w:r w:rsidRPr="009647FC">
              <w:rPr>
                <w:rtl/>
              </w:rPr>
              <w:t>كذب</w:t>
            </w:r>
            <w:r>
              <w:rPr>
                <w:rtl/>
              </w:rPr>
              <w:t xml:space="preserve"> </w:t>
            </w:r>
            <w:r w:rsidRPr="009647FC">
              <w:rPr>
                <w:rtl/>
              </w:rPr>
              <w:t>ا</w:t>
            </w:r>
            <w:r w:rsidR="00A72677" w:rsidRPr="009647FC">
              <w:rPr>
                <w:rtl/>
              </w:rPr>
              <w:t>لف</w:t>
            </w:r>
            <w:r w:rsidRPr="009647FC">
              <w:rPr>
                <w:rtl/>
              </w:rPr>
              <w:t>ؤاد</w:t>
            </w:r>
            <w:r>
              <w:rPr>
                <w:rtl/>
              </w:rPr>
              <w:t xml:space="preserve"> </w:t>
            </w:r>
            <w:r w:rsidR="00A72677" w:rsidRPr="009647FC">
              <w:rPr>
                <w:rtl/>
              </w:rPr>
              <w:t>بم</w:t>
            </w:r>
            <w:r w:rsidRPr="009647FC">
              <w:rPr>
                <w:rtl/>
              </w:rPr>
              <w:t>ا</w:t>
            </w:r>
            <w:r>
              <w:rPr>
                <w:rtl/>
              </w:rPr>
              <w:t xml:space="preserve"> </w:t>
            </w:r>
            <w:r w:rsidRPr="009647FC">
              <w:rPr>
                <w:rtl/>
              </w:rPr>
              <w:t>رأى،</w:t>
            </w:r>
            <w:r>
              <w:rPr>
                <w:rtl/>
              </w:rPr>
              <w:t xml:space="preserve"> </w:t>
            </w:r>
            <w:r w:rsidR="00A72677" w:rsidRPr="009647FC">
              <w:rPr>
                <w:rtl/>
              </w:rPr>
              <w:t>لي</w:t>
            </w:r>
            <w:r>
              <w:rPr>
                <w:rtl/>
              </w:rPr>
              <w:t xml:space="preserve"> </w:t>
            </w:r>
            <w:r w:rsidRPr="009647FC">
              <w:rPr>
                <w:rtl/>
              </w:rPr>
              <w:t>ودّ</w:t>
            </w:r>
            <w:r w:rsidR="00677BC4">
              <w:rPr>
                <w:rtl/>
              </w:rPr>
              <w:t>َ</w:t>
            </w:r>
            <w:r w:rsidRPr="009647FC">
              <w:rPr>
                <w:rtl/>
              </w:rPr>
              <w:t>ه</w:t>
            </w:r>
            <w:r w:rsidRPr="00725071">
              <w:rPr>
                <w:rStyle w:val="libPoemTiniChar0"/>
                <w:rtl/>
              </w:rPr>
              <w:br/>
              <w:t> </w:t>
            </w:r>
          </w:p>
        </w:tc>
      </w:tr>
      <w:tr w:rsidR="00DF6F62" w:rsidRPr="00524A24" w:rsidTr="00DF6F62">
        <w:trPr>
          <w:trHeight w:val="350"/>
        </w:trPr>
        <w:tc>
          <w:tcPr>
            <w:tcW w:w="3902" w:type="dxa"/>
          </w:tcPr>
          <w:p w:rsidR="00DF6F62" w:rsidRPr="00524A24" w:rsidRDefault="00DF6F62" w:rsidP="00693B01">
            <w:pPr>
              <w:pStyle w:val="libPoem"/>
            </w:pPr>
            <w:r w:rsidRPr="009647FC">
              <w:rPr>
                <w:rtl/>
              </w:rPr>
              <w:t>و</w:t>
            </w:r>
            <w:r w:rsidR="00A72677" w:rsidRPr="009647FC">
              <w:rPr>
                <w:rtl/>
              </w:rPr>
              <w:t>نظ</w:t>
            </w:r>
            <w:r w:rsidRPr="009647FC">
              <w:rPr>
                <w:rtl/>
              </w:rPr>
              <w:t>رتُ</w:t>
            </w:r>
            <w:r w:rsidR="004C00A8">
              <w:rPr>
                <w:rtl/>
              </w:rPr>
              <w:t xml:space="preserve"> </w:t>
            </w:r>
            <w:r w:rsidR="00A72677" w:rsidRPr="009647FC">
              <w:rPr>
                <w:rtl/>
              </w:rPr>
              <w:t>في</w:t>
            </w:r>
            <w:r>
              <w:rPr>
                <w:rtl/>
              </w:rPr>
              <w:t xml:space="preserve"> </w:t>
            </w:r>
            <w:r w:rsidRPr="009647FC">
              <w:rPr>
                <w:rtl/>
              </w:rPr>
              <w:t>(معراج)</w:t>
            </w:r>
            <w:r>
              <w:rPr>
                <w:rtl/>
              </w:rPr>
              <w:t xml:space="preserve"> </w:t>
            </w:r>
            <w:r w:rsidRPr="009647FC">
              <w:rPr>
                <w:rtl/>
              </w:rPr>
              <w:t>رحلته</w:t>
            </w:r>
            <w:r>
              <w:rPr>
                <w:rtl/>
              </w:rPr>
              <w:t xml:space="preserve"> </w:t>
            </w:r>
            <w:r w:rsidRPr="009647FC">
              <w:rPr>
                <w:rtl/>
              </w:rPr>
              <w:t>التي</w:t>
            </w:r>
            <w:r w:rsidRPr="00725071">
              <w:rPr>
                <w:rStyle w:val="libPoemTiniChar0"/>
                <w:rtl/>
              </w:rPr>
              <w:br/>
              <w:t> </w:t>
            </w:r>
          </w:p>
        </w:tc>
        <w:tc>
          <w:tcPr>
            <w:tcW w:w="301" w:type="dxa"/>
          </w:tcPr>
          <w:p w:rsidR="00DF6F62" w:rsidRDefault="00DF6F62" w:rsidP="00693B01">
            <w:pPr>
              <w:pStyle w:val="libPoem"/>
              <w:rPr>
                <w:rtl/>
              </w:rPr>
            </w:pPr>
          </w:p>
        </w:tc>
        <w:tc>
          <w:tcPr>
            <w:tcW w:w="3884" w:type="dxa"/>
          </w:tcPr>
          <w:p w:rsidR="00DF6F62" w:rsidRDefault="00A72677" w:rsidP="00693B01">
            <w:pPr>
              <w:pStyle w:val="libPoem"/>
            </w:pPr>
            <w:r w:rsidRPr="009647FC">
              <w:rPr>
                <w:rtl/>
              </w:rPr>
              <w:t>قد</w:t>
            </w:r>
            <w:r w:rsidR="00DF6F62">
              <w:rPr>
                <w:rtl/>
              </w:rPr>
              <w:t xml:space="preserve"> </w:t>
            </w:r>
            <w:r w:rsidRPr="009647FC">
              <w:rPr>
                <w:rtl/>
              </w:rPr>
              <w:t>نا</w:t>
            </w:r>
            <w:r w:rsidR="00DF6F62" w:rsidRPr="009647FC">
              <w:rPr>
                <w:rtl/>
              </w:rPr>
              <w:t>ل</w:t>
            </w:r>
            <w:r w:rsidR="00DF6F62">
              <w:rPr>
                <w:rtl/>
              </w:rPr>
              <w:t xml:space="preserve"> (</w:t>
            </w:r>
            <w:r w:rsidRPr="009647FC">
              <w:rPr>
                <w:rtl/>
              </w:rPr>
              <w:t>با</w:t>
            </w:r>
            <w:r w:rsidR="00DF6F62" w:rsidRPr="009647FC">
              <w:rPr>
                <w:rtl/>
              </w:rPr>
              <w:t>لإسراء</w:t>
            </w:r>
            <w:r w:rsidR="00DF6F62">
              <w:rPr>
                <w:rtl/>
              </w:rPr>
              <w:t xml:space="preserve">) </w:t>
            </w:r>
            <w:r w:rsidRPr="009647FC">
              <w:rPr>
                <w:rtl/>
              </w:rPr>
              <w:t>في</w:t>
            </w:r>
            <w:r w:rsidR="00DF6F62" w:rsidRPr="009647FC">
              <w:rPr>
                <w:rtl/>
              </w:rPr>
              <w:t>ها</w:t>
            </w:r>
            <w:r w:rsidR="00DF6F62">
              <w:rPr>
                <w:rtl/>
              </w:rPr>
              <w:t xml:space="preserve"> </w:t>
            </w:r>
            <w:r w:rsidR="00DF6F62" w:rsidRPr="009647FC">
              <w:rPr>
                <w:rtl/>
              </w:rPr>
              <w:t>قصده</w:t>
            </w:r>
            <w:r w:rsidR="00DF6F62" w:rsidRPr="00725071">
              <w:rPr>
                <w:rStyle w:val="libPoemTiniChar0"/>
                <w:rtl/>
              </w:rPr>
              <w:br/>
              <w:t> </w:t>
            </w:r>
          </w:p>
        </w:tc>
      </w:tr>
      <w:tr w:rsidR="00DF6F62" w:rsidRPr="00524A24" w:rsidTr="00DF6F62">
        <w:trPr>
          <w:trHeight w:val="350"/>
        </w:trPr>
        <w:tc>
          <w:tcPr>
            <w:tcW w:w="3902" w:type="dxa"/>
          </w:tcPr>
          <w:p w:rsidR="00DF6F62" w:rsidRPr="00524A24" w:rsidRDefault="00DF6F62" w:rsidP="00693B01">
            <w:pPr>
              <w:pStyle w:val="libPoem"/>
            </w:pPr>
            <w:r w:rsidRPr="009647FC">
              <w:rPr>
                <w:rtl/>
              </w:rPr>
              <w:t>إذ</w:t>
            </w:r>
            <w:r w:rsidR="004C00A8">
              <w:rPr>
                <w:rtl/>
              </w:rPr>
              <w:t xml:space="preserve"> </w:t>
            </w:r>
            <w:r w:rsidR="00A72677" w:rsidRPr="009647FC">
              <w:rPr>
                <w:rtl/>
              </w:rPr>
              <w:t>سا</w:t>
            </w:r>
            <w:r w:rsidRPr="009647FC">
              <w:rPr>
                <w:rtl/>
              </w:rPr>
              <w:t>ر</w:t>
            </w:r>
            <w:r>
              <w:rPr>
                <w:rtl/>
              </w:rPr>
              <w:t xml:space="preserve"> </w:t>
            </w:r>
            <w:r w:rsidR="00A72677" w:rsidRPr="009647FC">
              <w:rPr>
                <w:rtl/>
              </w:rPr>
              <w:t>مق</w:t>
            </w:r>
            <w:r w:rsidRPr="009647FC">
              <w:rPr>
                <w:rtl/>
              </w:rPr>
              <w:t>تعداً</w:t>
            </w:r>
            <w:r>
              <w:rPr>
                <w:rtl/>
              </w:rPr>
              <w:t xml:space="preserve"> (</w:t>
            </w:r>
            <w:r w:rsidR="00A72677" w:rsidRPr="009647FC">
              <w:rPr>
                <w:rtl/>
              </w:rPr>
              <w:t>بر</w:t>
            </w:r>
            <w:r w:rsidRPr="009647FC">
              <w:rPr>
                <w:rtl/>
              </w:rPr>
              <w:t>اق</w:t>
            </w:r>
            <w:r>
              <w:rPr>
                <w:rtl/>
              </w:rPr>
              <w:t xml:space="preserve">) </w:t>
            </w:r>
            <w:r w:rsidRPr="009647FC">
              <w:rPr>
                <w:rtl/>
              </w:rPr>
              <w:t>عزيمة</w:t>
            </w:r>
            <w:r w:rsidRPr="00725071">
              <w:rPr>
                <w:rStyle w:val="libPoemTiniChar0"/>
                <w:rtl/>
              </w:rPr>
              <w:br/>
              <w:t> </w:t>
            </w:r>
          </w:p>
        </w:tc>
        <w:tc>
          <w:tcPr>
            <w:tcW w:w="301" w:type="dxa"/>
          </w:tcPr>
          <w:p w:rsidR="00DF6F62" w:rsidRDefault="00DF6F62" w:rsidP="00693B01">
            <w:pPr>
              <w:pStyle w:val="libPoem"/>
              <w:rPr>
                <w:rtl/>
              </w:rPr>
            </w:pPr>
          </w:p>
        </w:tc>
        <w:tc>
          <w:tcPr>
            <w:tcW w:w="3884" w:type="dxa"/>
          </w:tcPr>
          <w:p w:rsidR="00DF6F62" w:rsidRDefault="00A72677" w:rsidP="00693B01">
            <w:pPr>
              <w:pStyle w:val="libPoem"/>
            </w:pPr>
            <w:r w:rsidRPr="009647FC">
              <w:rPr>
                <w:rtl/>
              </w:rPr>
              <w:t>قد</w:t>
            </w:r>
            <w:r w:rsidR="004C00A8">
              <w:rPr>
                <w:rtl/>
              </w:rPr>
              <w:t xml:space="preserve"> </w:t>
            </w:r>
            <w:r w:rsidRPr="009647FC">
              <w:rPr>
                <w:rtl/>
              </w:rPr>
              <w:t>قر</w:t>
            </w:r>
            <w:r w:rsidR="00DF6F62" w:rsidRPr="009647FC">
              <w:rPr>
                <w:rtl/>
              </w:rPr>
              <w:t>ِّبت</w:t>
            </w:r>
            <w:r w:rsidR="00DF6F62">
              <w:rPr>
                <w:rtl/>
              </w:rPr>
              <w:t xml:space="preserve"> </w:t>
            </w:r>
            <w:r w:rsidRPr="009647FC">
              <w:rPr>
                <w:rtl/>
              </w:rPr>
              <w:t>من</w:t>
            </w:r>
            <w:r w:rsidR="00DF6F62">
              <w:rPr>
                <w:rtl/>
              </w:rPr>
              <w:t xml:space="preserve"> </w:t>
            </w:r>
            <w:r w:rsidRPr="009647FC">
              <w:rPr>
                <w:rtl/>
              </w:rPr>
              <w:t>كل</w:t>
            </w:r>
            <w:r w:rsidR="00DF6F62">
              <w:rPr>
                <w:rtl/>
              </w:rPr>
              <w:t xml:space="preserve"> </w:t>
            </w:r>
            <w:r w:rsidR="00DF6F62" w:rsidRPr="009647FC">
              <w:rPr>
                <w:rtl/>
              </w:rPr>
              <w:t>أ</w:t>
            </w:r>
            <w:r w:rsidRPr="009647FC">
              <w:rPr>
                <w:rtl/>
              </w:rPr>
              <w:t>فق</w:t>
            </w:r>
            <w:r w:rsidR="00DF6F62" w:rsidRPr="009647FC">
              <w:rPr>
                <w:rtl/>
              </w:rPr>
              <w:t>ٍ</w:t>
            </w:r>
            <w:r w:rsidR="00DF6F62">
              <w:rPr>
                <w:rtl/>
              </w:rPr>
              <w:t xml:space="preserve"> </w:t>
            </w:r>
            <w:r w:rsidRPr="009647FC">
              <w:rPr>
                <w:rtl/>
              </w:rPr>
              <w:t>بع</w:t>
            </w:r>
            <w:r w:rsidR="00DF6F62" w:rsidRPr="009647FC">
              <w:rPr>
                <w:rtl/>
              </w:rPr>
              <w:t>ده</w:t>
            </w:r>
            <w:r w:rsidR="00DF6F62" w:rsidRPr="00725071">
              <w:rPr>
                <w:rStyle w:val="libPoemTiniChar0"/>
                <w:rtl/>
              </w:rPr>
              <w:br/>
              <w:t> </w:t>
            </w:r>
          </w:p>
        </w:tc>
      </w:tr>
      <w:tr w:rsidR="00DF6F62" w:rsidRPr="00524A24" w:rsidTr="00DF6F62">
        <w:trPr>
          <w:trHeight w:val="350"/>
        </w:trPr>
        <w:tc>
          <w:tcPr>
            <w:tcW w:w="3902" w:type="dxa"/>
          </w:tcPr>
          <w:p w:rsidR="00DF6F62" w:rsidRPr="00524A24" w:rsidRDefault="00DF6F62" w:rsidP="00693B01">
            <w:pPr>
              <w:pStyle w:val="libPoem"/>
            </w:pPr>
            <w:r w:rsidRPr="00A72677">
              <w:rPr>
                <w:rtl/>
              </w:rPr>
              <w:t>وأرت</w:t>
            </w:r>
            <w:r w:rsidR="00A72677" w:rsidRPr="00A72677">
              <w:rPr>
                <w:rtl/>
              </w:rPr>
              <w:t>ْه</w:t>
            </w:r>
            <w:r w:rsidR="004C00A8">
              <w:rPr>
                <w:rtl/>
              </w:rPr>
              <w:t xml:space="preserve"> </w:t>
            </w:r>
            <w:r w:rsidR="00A72677" w:rsidRPr="00A72677">
              <w:rPr>
                <w:rtl/>
              </w:rPr>
              <w:t>من</w:t>
            </w:r>
            <w:r w:rsidRPr="00A72677">
              <w:rPr>
                <w:rtl/>
              </w:rPr>
              <w:t xml:space="preserve"> آ</w:t>
            </w:r>
            <w:r w:rsidR="00A72677" w:rsidRPr="00A72677">
              <w:rPr>
                <w:rtl/>
              </w:rPr>
              <w:t>يا</w:t>
            </w:r>
            <w:r w:rsidRPr="00A72677">
              <w:rPr>
                <w:rtl/>
              </w:rPr>
              <w:t xml:space="preserve">ته </w:t>
            </w:r>
            <w:r w:rsidR="00A72677" w:rsidRPr="00A72677">
              <w:rPr>
                <w:rtl/>
              </w:rPr>
              <w:t>ما</w:t>
            </w:r>
            <w:r w:rsidRPr="00A72677">
              <w:rPr>
                <w:rtl/>
              </w:rPr>
              <w:t xml:space="preserve"> لا ي</w:t>
            </w:r>
            <w:r w:rsidR="00677BC4">
              <w:rPr>
                <w:rtl/>
              </w:rPr>
              <w:t>َ</w:t>
            </w:r>
            <w:r w:rsidRPr="00A72677">
              <w:rPr>
                <w:rtl/>
              </w:rPr>
              <w:t>رى ابـ</w:t>
            </w:r>
            <w:r w:rsidRPr="00A72677">
              <w:rPr>
                <w:rStyle w:val="libPoemTiniChar0"/>
                <w:rtl/>
              </w:rPr>
              <w:br/>
              <w:t> </w:t>
            </w:r>
          </w:p>
        </w:tc>
        <w:tc>
          <w:tcPr>
            <w:tcW w:w="301" w:type="dxa"/>
          </w:tcPr>
          <w:p w:rsidR="00DF6F62" w:rsidRPr="00A72677" w:rsidRDefault="00DF6F62" w:rsidP="00693B01">
            <w:pPr>
              <w:pStyle w:val="libPoem"/>
              <w:rPr>
                <w:rtl/>
              </w:rPr>
            </w:pPr>
          </w:p>
        </w:tc>
        <w:tc>
          <w:tcPr>
            <w:tcW w:w="3884" w:type="dxa"/>
          </w:tcPr>
          <w:p w:rsidR="00DF6F62" w:rsidRPr="00A72677" w:rsidRDefault="00DF6F62" w:rsidP="00693B01">
            <w:pPr>
              <w:pStyle w:val="libPoem"/>
            </w:pPr>
            <w:r w:rsidRPr="00A72677">
              <w:rPr>
                <w:rtl/>
              </w:rPr>
              <w:t xml:space="preserve">نُ </w:t>
            </w:r>
            <w:r w:rsidR="00A72677" w:rsidRPr="00A72677">
              <w:rPr>
                <w:rtl/>
              </w:rPr>
              <w:t>مف</w:t>
            </w:r>
            <w:r w:rsidRPr="00A72677">
              <w:rPr>
                <w:rtl/>
              </w:rPr>
              <w:t xml:space="preserve">ازةٍ </w:t>
            </w:r>
            <w:r w:rsidR="00A72677" w:rsidRPr="00A72677">
              <w:rPr>
                <w:rtl/>
              </w:rPr>
              <w:t>لو</w:t>
            </w:r>
            <w:r w:rsidRPr="00A72677">
              <w:rPr>
                <w:rtl/>
              </w:rPr>
              <w:t xml:space="preserve"> كان أعمل</w:t>
            </w:r>
            <w:r w:rsidR="00677BC4">
              <w:rPr>
                <w:rtl/>
              </w:rPr>
              <w:t>َ</w:t>
            </w:r>
            <w:r w:rsidRPr="00A72677">
              <w:rPr>
                <w:rtl/>
              </w:rPr>
              <w:t xml:space="preserve"> جهده</w:t>
            </w:r>
            <w:r w:rsidRPr="00A72677">
              <w:rPr>
                <w:rStyle w:val="libFootnotenumChar"/>
                <w:rtl/>
              </w:rPr>
              <w:t>(1)</w:t>
            </w:r>
            <w:r w:rsidRPr="00A72677">
              <w:rPr>
                <w:rStyle w:val="libPoemTiniChar0"/>
                <w:rtl/>
              </w:rPr>
              <w:br/>
              <w:t> </w:t>
            </w:r>
          </w:p>
        </w:tc>
      </w:tr>
      <w:tr w:rsidR="00DF6F62" w:rsidRPr="00524A24" w:rsidTr="00DF6F62">
        <w:trPr>
          <w:trHeight w:val="350"/>
        </w:trPr>
        <w:tc>
          <w:tcPr>
            <w:tcW w:w="3902" w:type="dxa"/>
          </w:tcPr>
          <w:p w:rsidR="00DF6F62" w:rsidRPr="00524A24" w:rsidRDefault="00A72677" w:rsidP="00693B01">
            <w:pPr>
              <w:pStyle w:val="libPoem"/>
            </w:pPr>
            <w:r w:rsidRPr="00A72677">
              <w:rPr>
                <w:rtl/>
              </w:rPr>
              <w:t>فأ</w:t>
            </w:r>
            <w:r w:rsidR="00DF6F62" w:rsidRPr="00A72677">
              <w:rPr>
                <w:rtl/>
              </w:rPr>
              <w:t>تى</w:t>
            </w:r>
            <w:r w:rsidR="004C00A8">
              <w:rPr>
                <w:rtl/>
              </w:rPr>
              <w:t xml:space="preserve"> </w:t>
            </w:r>
            <w:r w:rsidRPr="00A72677">
              <w:rPr>
                <w:rtl/>
              </w:rPr>
              <w:t>يق</w:t>
            </w:r>
            <w:r w:rsidR="00DF6F62" w:rsidRPr="00A72677">
              <w:rPr>
                <w:rtl/>
              </w:rPr>
              <w:t>صُّ محاسن</w:t>
            </w:r>
            <w:r w:rsidR="00677BC4">
              <w:rPr>
                <w:rtl/>
              </w:rPr>
              <w:t>َ</w:t>
            </w:r>
            <w:r w:rsidR="00DF6F62" w:rsidRPr="00A72677">
              <w:rPr>
                <w:rtl/>
              </w:rPr>
              <w:t xml:space="preserve"> القصص التي</w:t>
            </w:r>
            <w:r w:rsidR="00DF6F62" w:rsidRPr="00A72677">
              <w:rPr>
                <w:rStyle w:val="libPoemTiniChar0"/>
                <w:rtl/>
              </w:rPr>
              <w:br/>
              <w:t> </w:t>
            </w:r>
          </w:p>
        </w:tc>
        <w:tc>
          <w:tcPr>
            <w:tcW w:w="301" w:type="dxa"/>
          </w:tcPr>
          <w:p w:rsidR="00DF6F62" w:rsidRPr="00A72677" w:rsidRDefault="00DF6F62" w:rsidP="00693B01">
            <w:pPr>
              <w:pStyle w:val="libPoem"/>
              <w:rPr>
                <w:rtl/>
              </w:rPr>
            </w:pPr>
          </w:p>
        </w:tc>
        <w:tc>
          <w:tcPr>
            <w:tcW w:w="3884" w:type="dxa"/>
          </w:tcPr>
          <w:p w:rsidR="00DF6F62" w:rsidRPr="00A72677" w:rsidRDefault="00A72677" w:rsidP="00693B01">
            <w:pPr>
              <w:pStyle w:val="libPoem"/>
            </w:pPr>
            <w:r w:rsidRPr="00A72677">
              <w:rPr>
                <w:rtl/>
              </w:rPr>
              <w:t>قد</w:t>
            </w:r>
            <w:r w:rsidR="004C00A8">
              <w:rPr>
                <w:rtl/>
              </w:rPr>
              <w:t xml:space="preserve"> </w:t>
            </w:r>
            <w:r w:rsidR="00DF6F62" w:rsidRPr="00A72677">
              <w:rPr>
                <w:rtl/>
              </w:rPr>
              <w:t>أ</w:t>
            </w:r>
            <w:r w:rsidRPr="00A72677">
              <w:rPr>
                <w:rtl/>
              </w:rPr>
              <w:t>بط</w:t>
            </w:r>
            <w:r w:rsidR="00DF6F62" w:rsidRPr="00A72677">
              <w:rPr>
                <w:rtl/>
              </w:rPr>
              <w:t xml:space="preserve">لتْ </w:t>
            </w:r>
            <w:r w:rsidRPr="00A72677">
              <w:rPr>
                <w:rtl/>
              </w:rPr>
              <w:t>هز</w:t>
            </w:r>
            <w:r w:rsidR="00DF6F62" w:rsidRPr="00A72677">
              <w:rPr>
                <w:rtl/>
              </w:rPr>
              <w:t>ل ا</w:t>
            </w:r>
            <w:r w:rsidRPr="00A72677">
              <w:rPr>
                <w:rtl/>
              </w:rPr>
              <w:t>لك</w:t>
            </w:r>
            <w:r w:rsidR="00DF6F62" w:rsidRPr="00A72677">
              <w:rPr>
                <w:rtl/>
              </w:rPr>
              <w:t>لام و</w:t>
            </w:r>
            <w:r w:rsidRPr="00A72677">
              <w:rPr>
                <w:rtl/>
              </w:rPr>
              <w:t>جد</w:t>
            </w:r>
            <w:r w:rsidR="00DF6F62" w:rsidRPr="00A72677">
              <w:rPr>
                <w:rtl/>
              </w:rPr>
              <w:t>ّ</w:t>
            </w:r>
            <w:r w:rsidR="00677BC4">
              <w:rPr>
                <w:rtl/>
              </w:rPr>
              <w:t>َ</w:t>
            </w:r>
            <w:r w:rsidR="00DF6F62" w:rsidRPr="00A72677">
              <w:rPr>
                <w:rtl/>
              </w:rPr>
              <w:t>ه</w:t>
            </w:r>
            <w:r w:rsidR="00DF6F62" w:rsidRPr="00A72677">
              <w:rPr>
                <w:rStyle w:val="libPoemTiniChar0"/>
                <w:rtl/>
              </w:rPr>
              <w:br/>
              <w:t> </w:t>
            </w:r>
          </w:p>
        </w:tc>
      </w:tr>
      <w:tr w:rsidR="00DF6F62" w:rsidRPr="00524A24" w:rsidTr="00DF6F62">
        <w:trPr>
          <w:trHeight w:val="350"/>
        </w:trPr>
        <w:tc>
          <w:tcPr>
            <w:tcW w:w="3902" w:type="dxa"/>
          </w:tcPr>
          <w:p w:rsidR="00DF6F62" w:rsidRPr="00524A24" w:rsidRDefault="00DF6F62" w:rsidP="00693B01">
            <w:pPr>
              <w:pStyle w:val="libPoem"/>
            </w:pPr>
            <w:r w:rsidRPr="00A72677">
              <w:rPr>
                <w:rtl/>
              </w:rPr>
              <w:t>أ</w:t>
            </w:r>
            <w:r w:rsidR="00A72677" w:rsidRPr="00A72677">
              <w:rPr>
                <w:rtl/>
              </w:rPr>
              <w:t>نبا</w:t>
            </w:r>
            <w:r w:rsidRPr="00A72677">
              <w:rPr>
                <w:rtl/>
              </w:rPr>
              <w:t>ءُ</w:t>
            </w:r>
            <w:r w:rsidR="004C00A8">
              <w:rPr>
                <w:rtl/>
              </w:rPr>
              <w:t xml:space="preserve"> </w:t>
            </w:r>
            <w:r w:rsidR="00A72677" w:rsidRPr="00A72677">
              <w:rPr>
                <w:rtl/>
              </w:rPr>
              <w:t>فض</w:t>
            </w:r>
            <w:r w:rsidRPr="00A72677">
              <w:rPr>
                <w:rtl/>
              </w:rPr>
              <w:t xml:space="preserve">ل </w:t>
            </w:r>
            <w:r w:rsidR="00A72677" w:rsidRPr="00A72677">
              <w:rPr>
                <w:rtl/>
              </w:rPr>
              <w:t>هن</w:t>
            </w:r>
            <w:r w:rsidRPr="00A72677">
              <w:rPr>
                <w:rtl/>
              </w:rPr>
              <w:t>ّ</w:t>
            </w:r>
            <w:r w:rsidR="00677BC4">
              <w:rPr>
                <w:rtl/>
              </w:rPr>
              <w:t>َ</w:t>
            </w:r>
            <w:r w:rsidRPr="00A72677">
              <w:rPr>
                <w:rtl/>
              </w:rPr>
              <w:t xml:space="preserve"> أو</w:t>
            </w:r>
            <w:r w:rsidR="00A72677" w:rsidRPr="00A72677">
              <w:rPr>
                <w:rtl/>
              </w:rPr>
              <w:t>حى</w:t>
            </w:r>
            <w:r w:rsidRPr="00A72677">
              <w:rPr>
                <w:rtl/>
              </w:rPr>
              <w:t xml:space="preserve"> آ</w:t>
            </w:r>
            <w:r w:rsidR="00A72677" w:rsidRPr="00A72677">
              <w:rPr>
                <w:rtl/>
              </w:rPr>
              <w:t>يه</w:t>
            </w:r>
            <w:r w:rsidRPr="00A72677">
              <w:rPr>
                <w:rtl/>
              </w:rPr>
              <w:t>ا</w:t>
            </w:r>
            <w:r w:rsidRPr="00A72677">
              <w:rPr>
                <w:rStyle w:val="libPoemTiniChar0"/>
                <w:rtl/>
              </w:rPr>
              <w:br/>
              <w:t> </w:t>
            </w:r>
          </w:p>
        </w:tc>
        <w:tc>
          <w:tcPr>
            <w:tcW w:w="301" w:type="dxa"/>
          </w:tcPr>
          <w:p w:rsidR="00DF6F62" w:rsidRPr="00A72677" w:rsidRDefault="00DF6F62" w:rsidP="00693B01">
            <w:pPr>
              <w:pStyle w:val="libPoem"/>
              <w:rPr>
                <w:rtl/>
              </w:rPr>
            </w:pPr>
          </w:p>
        </w:tc>
        <w:tc>
          <w:tcPr>
            <w:tcW w:w="3884" w:type="dxa"/>
          </w:tcPr>
          <w:p w:rsidR="00DF6F62" w:rsidRPr="00A72677" w:rsidRDefault="00A72677" w:rsidP="00693B01">
            <w:pPr>
              <w:pStyle w:val="libPoem"/>
            </w:pPr>
            <w:r w:rsidRPr="00A72677">
              <w:rPr>
                <w:rtl/>
              </w:rPr>
              <w:t>من</w:t>
            </w:r>
            <w:r w:rsidR="00DF6F62" w:rsidRPr="00A72677">
              <w:rPr>
                <w:rtl/>
              </w:rPr>
              <w:t xml:space="preserve"> غيب</w:t>
            </w:r>
            <w:r w:rsidR="00DF6F62" w:rsidRPr="00A72677">
              <w:rPr>
                <w:rStyle w:val="libFootnotenumChar"/>
                <w:rtl/>
              </w:rPr>
              <w:t>(2)</w:t>
            </w:r>
            <w:r w:rsidR="00DF6F62" w:rsidRPr="00A72677">
              <w:rPr>
                <w:rtl/>
              </w:rPr>
              <w:t xml:space="preserve"> أسرار البلاغة عنده</w:t>
            </w:r>
            <w:r w:rsidR="00DF6F62" w:rsidRPr="00A72677">
              <w:rPr>
                <w:rStyle w:val="libPoemTiniChar0"/>
                <w:rtl/>
              </w:rPr>
              <w:br/>
              <w:t> </w:t>
            </w:r>
          </w:p>
        </w:tc>
      </w:tr>
      <w:tr w:rsidR="00DF6F62" w:rsidRPr="00524A24" w:rsidTr="00DF6F62">
        <w:trPr>
          <w:trHeight w:val="350"/>
        </w:trPr>
        <w:tc>
          <w:tcPr>
            <w:tcW w:w="3902" w:type="dxa"/>
          </w:tcPr>
          <w:p w:rsidR="00DF6F62" w:rsidRPr="00524A24" w:rsidRDefault="00DF6F62" w:rsidP="00693B01">
            <w:pPr>
              <w:pStyle w:val="libPoem"/>
            </w:pPr>
            <w:r w:rsidRPr="00A72677">
              <w:rPr>
                <w:rtl/>
              </w:rPr>
              <w:t>أ</w:t>
            </w:r>
            <w:r w:rsidR="00A72677" w:rsidRPr="00A72677">
              <w:rPr>
                <w:rtl/>
              </w:rPr>
              <w:t>بغ</w:t>
            </w:r>
            <w:r w:rsidRPr="00A72677">
              <w:rPr>
                <w:rtl/>
              </w:rPr>
              <w:t>ي ا</w:t>
            </w:r>
            <w:r w:rsidR="00A72677" w:rsidRPr="00A72677">
              <w:rPr>
                <w:rtl/>
              </w:rPr>
              <w:t>لخ</w:t>
            </w:r>
            <w:r w:rsidRPr="00A72677">
              <w:rPr>
                <w:rtl/>
              </w:rPr>
              <w:t>طاب</w:t>
            </w:r>
            <w:r w:rsidR="00677BC4">
              <w:rPr>
                <w:rtl/>
              </w:rPr>
              <w:t>َ</w:t>
            </w:r>
            <w:r w:rsidRPr="00A72677">
              <w:rPr>
                <w:rtl/>
              </w:rPr>
              <w:t xml:space="preserve"> </w:t>
            </w:r>
            <w:r w:rsidR="00A72677" w:rsidRPr="00A72677">
              <w:rPr>
                <w:rtl/>
              </w:rPr>
              <w:t>له</w:t>
            </w:r>
            <w:r w:rsidRPr="00A72677">
              <w:rPr>
                <w:rtl/>
              </w:rPr>
              <w:t xml:space="preserve"> بوصفٍ جامعِ</w:t>
            </w:r>
            <w:r w:rsidRPr="00A72677">
              <w:rPr>
                <w:rStyle w:val="libPoemTiniChar0"/>
                <w:rtl/>
              </w:rPr>
              <w:br/>
              <w:t> </w:t>
            </w:r>
          </w:p>
        </w:tc>
        <w:tc>
          <w:tcPr>
            <w:tcW w:w="301" w:type="dxa"/>
          </w:tcPr>
          <w:p w:rsidR="00DF6F62" w:rsidRPr="00A72677" w:rsidRDefault="00DF6F62" w:rsidP="00693B01">
            <w:pPr>
              <w:pStyle w:val="libPoem"/>
              <w:rPr>
                <w:rtl/>
              </w:rPr>
            </w:pPr>
          </w:p>
        </w:tc>
        <w:tc>
          <w:tcPr>
            <w:tcW w:w="3884" w:type="dxa"/>
          </w:tcPr>
          <w:p w:rsidR="00DF6F62" w:rsidRPr="00A72677" w:rsidRDefault="00A72677" w:rsidP="00693B01">
            <w:pPr>
              <w:pStyle w:val="libPoem"/>
            </w:pPr>
            <w:r w:rsidRPr="00A72677">
              <w:rPr>
                <w:rtl/>
              </w:rPr>
              <w:t>لهب</w:t>
            </w:r>
            <w:r w:rsidR="00DF6F62" w:rsidRPr="00A72677">
              <w:rPr>
                <w:rtl/>
              </w:rPr>
              <w:t>اتِه</w:t>
            </w:r>
            <w:r w:rsidR="004C00A8">
              <w:rPr>
                <w:rtl/>
              </w:rPr>
              <w:t xml:space="preserve"> </w:t>
            </w:r>
            <w:r w:rsidRPr="00A72677">
              <w:rPr>
                <w:rtl/>
              </w:rPr>
              <w:t>فيه</w:t>
            </w:r>
            <w:r w:rsidR="00DF6F62" w:rsidRPr="00A72677">
              <w:rPr>
                <w:rtl/>
              </w:rPr>
              <w:t xml:space="preserve"> أ</w:t>
            </w:r>
            <w:r w:rsidRPr="00A72677">
              <w:rPr>
                <w:rtl/>
              </w:rPr>
              <w:t>خاطب</w:t>
            </w:r>
            <w:r w:rsidR="00DF6F62" w:rsidRPr="00A72677">
              <w:rPr>
                <w:rtl/>
              </w:rPr>
              <w:t xml:space="preserve"> </w:t>
            </w:r>
            <w:r w:rsidRPr="00A72677">
              <w:rPr>
                <w:rtl/>
              </w:rPr>
              <w:t>مج</w:t>
            </w:r>
            <w:r w:rsidR="00DF6F62" w:rsidRPr="00A72677">
              <w:rPr>
                <w:rtl/>
              </w:rPr>
              <w:t>ده</w:t>
            </w:r>
            <w:r w:rsidR="00DF6F62" w:rsidRPr="00A72677">
              <w:rPr>
                <w:rStyle w:val="libPoemTiniChar0"/>
                <w:rtl/>
              </w:rPr>
              <w:br/>
              <w:t> </w:t>
            </w:r>
          </w:p>
        </w:tc>
      </w:tr>
      <w:tr w:rsidR="00DF6F62" w:rsidRPr="00524A24" w:rsidTr="00DF6F62">
        <w:trPr>
          <w:trHeight w:val="350"/>
        </w:trPr>
        <w:tc>
          <w:tcPr>
            <w:tcW w:w="3902" w:type="dxa"/>
          </w:tcPr>
          <w:p w:rsidR="00DF6F62" w:rsidRPr="00524A24" w:rsidRDefault="00DF6F62" w:rsidP="00693B01">
            <w:pPr>
              <w:pStyle w:val="libPoem"/>
            </w:pPr>
            <w:r w:rsidRPr="00A72677">
              <w:rPr>
                <w:rtl/>
              </w:rPr>
              <w:t>وأعود</w:t>
            </w:r>
            <w:r w:rsidR="004C00A8">
              <w:rPr>
                <w:rtl/>
              </w:rPr>
              <w:t xml:space="preserve"> </w:t>
            </w:r>
            <w:r w:rsidR="00A72677" w:rsidRPr="00A72677">
              <w:rPr>
                <w:rtl/>
              </w:rPr>
              <w:t>عمّا</w:t>
            </w:r>
            <w:r w:rsidRPr="00A72677">
              <w:rPr>
                <w:rtl/>
              </w:rPr>
              <w:t xml:space="preserve"> ا</w:t>
            </w:r>
            <w:r w:rsidR="00A72677" w:rsidRPr="00A72677">
              <w:rPr>
                <w:rtl/>
              </w:rPr>
              <w:t>بت</w:t>
            </w:r>
            <w:r w:rsidRPr="00A72677">
              <w:rPr>
                <w:rtl/>
              </w:rPr>
              <w:t xml:space="preserve">غي </w:t>
            </w:r>
            <w:r w:rsidR="00A72677" w:rsidRPr="00A72677">
              <w:rPr>
                <w:rtl/>
              </w:rPr>
              <w:t>مت</w:t>
            </w:r>
            <w:r w:rsidRPr="00A72677">
              <w:rPr>
                <w:rtl/>
              </w:rPr>
              <w:t>حيرا</w:t>
            </w:r>
            <w:r w:rsidRPr="00A72677">
              <w:rPr>
                <w:rStyle w:val="libPoemTiniChar0"/>
                <w:rtl/>
              </w:rPr>
              <w:br/>
              <w:t> </w:t>
            </w:r>
          </w:p>
        </w:tc>
        <w:tc>
          <w:tcPr>
            <w:tcW w:w="301" w:type="dxa"/>
          </w:tcPr>
          <w:p w:rsidR="00DF6F62" w:rsidRPr="00A72677" w:rsidRDefault="00DF6F62" w:rsidP="00693B01">
            <w:pPr>
              <w:pStyle w:val="libPoem"/>
              <w:rPr>
                <w:rtl/>
              </w:rPr>
            </w:pPr>
          </w:p>
        </w:tc>
        <w:tc>
          <w:tcPr>
            <w:tcW w:w="3884" w:type="dxa"/>
          </w:tcPr>
          <w:p w:rsidR="00DF6F62" w:rsidRPr="00A72677" w:rsidRDefault="00A72677" w:rsidP="00693B01">
            <w:pPr>
              <w:pStyle w:val="libPoem"/>
            </w:pPr>
            <w:r w:rsidRPr="00A72677">
              <w:rPr>
                <w:rtl/>
              </w:rPr>
              <w:t>ما</w:t>
            </w:r>
            <w:r w:rsidR="00DF6F62" w:rsidRPr="00A72677">
              <w:rPr>
                <w:rtl/>
              </w:rPr>
              <w:t>ذا</w:t>
            </w:r>
            <w:r w:rsidR="004C00A8">
              <w:rPr>
                <w:rtl/>
              </w:rPr>
              <w:t xml:space="preserve"> </w:t>
            </w:r>
            <w:r w:rsidR="00DF6F62" w:rsidRPr="00A72677">
              <w:rPr>
                <w:rtl/>
              </w:rPr>
              <w:t>أقول: ولست أملك وجده</w:t>
            </w:r>
            <w:r w:rsidR="00DF6F62" w:rsidRPr="00A72677">
              <w:rPr>
                <w:rStyle w:val="libFootnotenumChar"/>
                <w:rtl/>
              </w:rPr>
              <w:t>(3)</w:t>
            </w:r>
            <w:r w:rsidR="00DF6F62" w:rsidRPr="00A72677">
              <w:rPr>
                <w:rStyle w:val="libPoemTiniChar0"/>
                <w:rtl/>
              </w:rPr>
              <w:br/>
              <w:t> </w:t>
            </w:r>
          </w:p>
        </w:tc>
      </w:tr>
      <w:tr w:rsidR="00DF6F62" w:rsidRPr="00524A24" w:rsidTr="00DF6F62">
        <w:trPr>
          <w:trHeight w:val="350"/>
        </w:trPr>
        <w:tc>
          <w:tcPr>
            <w:tcW w:w="3902" w:type="dxa"/>
          </w:tcPr>
          <w:p w:rsidR="00DF6F62" w:rsidRPr="00524A24" w:rsidRDefault="00DF6F62" w:rsidP="00693B01">
            <w:pPr>
              <w:pStyle w:val="libPoem"/>
            </w:pPr>
            <w:r w:rsidRPr="00A72677">
              <w:rPr>
                <w:rtl/>
              </w:rPr>
              <w:t xml:space="preserve">إذ </w:t>
            </w:r>
            <w:r w:rsidR="00A72677" w:rsidRPr="00A72677">
              <w:rPr>
                <w:rtl/>
              </w:rPr>
              <w:t>عن</w:t>
            </w:r>
            <w:r w:rsidRPr="00A72677">
              <w:rPr>
                <w:rtl/>
              </w:rPr>
              <w:t>دي (ا</w:t>
            </w:r>
            <w:r w:rsidR="00A72677" w:rsidRPr="00A72677">
              <w:rPr>
                <w:rtl/>
              </w:rPr>
              <w:t>لق</w:t>
            </w:r>
            <w:r w:rsidRPr="00A72677">
              <w:rPr>
                <w:rtl/>
              </w:rPr>
              <w:t>اموس) بعض هباته</w:t>
            </w:r>
            <w:r w:rsidRPr="00A72677">
              <w:rPr>
                <w:rStyle w:val="libPoemTiniChar0"/>
                <w:rtl/>
              </w:rPr>
              <w:br/>
              <w:t> </w:t>
            </w:r>
          </w:p>
        </w:tc>
        <w:tc>
          <w:tcPr>
            <w:tcW w:w="301" w:type="dxa"/>
          </w:tcPr>
          <w:p w:rsidR="00DF6F62" w:rsidRPr="00A72677" w:rsidRDefault="00DF6F62" w:rsidP="00693B01">
            <w:pPr>
              <w:pStyle w:val="libPoem"/>
              <w:rPr>
                <w:rtl/>
              </w:rPr>
            </w:pPr>
          </w:p>
        </w:tc>
        <w:tc>
          <w:tcPr>
            <w:tcW w:w="3884" w:type="dxa"/>
          </w:tcPr>
          <w:p w:rsidR="00DF6F62" w:rsidRPr="00A72677" w:rsidRDefault="00DF6F62" w:rsidP="00693B01">
            <w:pPr>
              <w:pStyle w:val="libPoem"/>
            </w:pPr>
            <w:r w:rsidRPr="00A72677">
              <w:rPr>
                <w:rtl/>
              </w:rPr>
              <w:t>فمتى سوى القاموس يشملُ رفده</w:t>
            </w:r>
            <w:r w:rsidRPr="00A72677">
              <w:rPr>
                <w:rStyle w:val="libFootnotenumChar"/>
                <w:rtl/>
              </w:rPr>
              <w:t>(4)</w:t>
            </w:r>
            <w:r w:rsidRPr="00A72677">
              <w:rPr>
                <w:rStyle w:val="libPoemTiniChar0"/>
                <w:rtl/>
              </w:rPr>
              <w:br/>
              <w:t> </w:t>
            </w:r>
          </w:p>
        </w:tc>
      </w:tr>
      <w:tr w:rsidR="00DF6F62" w:rsidRPr="00524A24" w:rsidTr="00DF6F62">
        <w:trPr>
          <w:trHeight w:val="350"/>
        </w:trPr>
        <w:tc>
          <w:tcPr>
            <w:tcW w:w="3902" w:type="dxa"/>
          </w:tcPr>
          <w:p w:rsidR="00DF6F62" w:rsidRPr="00524A24" w:rsidRDefault="00DF6F62" w:rsidP="00693B01">
            <w:pPr>
              <w:pStyle w:val="libPoem"/>
            </w:pPr>
            <w:r w:rsidRPr="00A72677">
              <w:rPr>
                <w:rtl/>
              </w:rPr>
              <w:t>و</w:t>
            </w:r>
            <w:r w:rsidR="00A72677" w:rsidRPr="00A72677">
              <w:rPr>
                <w:rtl/>
              </w:rPr>
              <w:t>له</w:t>
            </w:r>
            <w:r w:rsidR="004C00A8">
              <w:rPr>
                <w:rtl/>
              </w:rPr>
              <w:t xml:space="preserve"> </w:t>
            </w:r>
            <w:r w:rsidR="00A72677" w:rsidRPr="00A72677">
              <w:rPr>
                <w:rtl/>
              </w:rPr>
              <w:t>لد</w:t>
            </w:r>
            <w:r w:rsidRPr="00A72677">
              <w:rPr>
                <w:rtl/>
              </w:rPr>
              <w:t>يّ</w:t>
            </w:r>
            <w:r w:rsidR="00677BC4">
              <w:rPr>
                <w:rtl/>
              </w:rPr>
              <w:t>َ</w:t>
            </w:r>
            <w:r w:rsidRPr="00A72677">
              <w:rPr>
                <w:rtl/>
              </w:rPr>
              <w:t xml:space="preserve"> </w:t>
            </w:r>
            <w:r w:rsidR="00A72677" w:rsidRPr="00A72677">
              <w:rPr>
                <w:rtl/>
              </w:rPr>
              <w:t>صن</w:t>
            </w:r>
            <w:r w:rsidRPr="00A72677">
              <w:rPr>
                <w:rtl/>
              </w:rPr>
              <w:t xml:space="preserve">يعةٌ </w:t>
            </w:r>
            <w:r w:rsidR="00A72677" w:rsidRPr="00A72677">
              <w:rPr>
                <w:rtl/>
              </w:rPr>
              <w:t>من</w:t>
            </w:r>
            <w:r w:rsidRPr="00A72677">
              <w:rPr>
                <w:rtl/>
              </w:rPr>
              <w:t xml:space="preserve"> معدن الـ</w:t>
            </w:r>
            <w:r w:rsidRPr="00A72677">
              <w:rPr>
                <w:rStyle w:val="libPoemTiniChar0"/>
                <w:rtl/>
              </w:rPr>
              <w:br/>
              <w:t> </w:t>
            </w:r>
          </w:p>
        </w:tc>
        <w:tc>
          <w:tcPr>
            <w:tcW w:w="301" w:type="dxa"/>
          </w:tcPr>
          <w:p w:rsidR="00DF6F62" w:rsidRPr="00A72677" w:rsidRDefault="00DF6F62" w:rsidP="00693B01">
            <w:pPr>
              <w:pStyle w:val="libPoem"/>
              <w:rPr>
                <w:rtl/>
              </w:rPr>
            </w:pPr>
          </w:p>
        </w:tc>
        <w:tc>
          <w:tcPr>
            <w:tcW w:w="3884" w:type="dxa"/>
          </w:tcPr>
          <w:p w:rsidR="00DF6F62" w:rsidRPr="00A72677" w:rsidRDefault="00A72677" w:rsidP="00693B01">
            <w:pPr>
              <w:pStyle w:val="libPoem"/>
            </w:pPr>
            <w:r w:rsidRPr="00A72677">
              <w:rPr>
                <w:rtl/>
              </w:rPr>
              <w:t>جو</w:t>
            </w:r>
            <w:r w:rsidR="00DF6F62" w:rsidRPr="00A72677">
              <w:rPr>
                <w:rtl/>
              </w:rPr>
              <w:t>د ا</w:t>
            </w:r>
            <w:r w:rsidRPr="00A72677">
              <w:rPr>
                <w:rtl/>
              </w:rPr>
              <w:t>لذ</w:t>
            </w:r>
            <w:r w:rsidR="00DF6F62" w:rsidRPr="00A72677">
              <w:rPr>
                <w:rtl/>
              </w:rPr>
              <w:t xml:space="preserve">ي </w:t>
            </w:r>
            <w:r w:rsidRPr="00A72677">
              <w:rPr>
                <w:rtl/>
              </w:rPr>
              <w:t>فر</w:t>
            </w:r>
            <w:r w:rsidR="00DF6F62" w:rsidRPr="00A72677">
              <w:rPr>
                <w:rtl/>
              </w:rPr>
              <w:t>ض ا</w:t>
            </w:r>
            <w:r w:rsidRPr="00A72677">
              <w:rPr>
                <w:rtl/>
              </w:rPr>
              <w:t>لم</w:t>
            </w:r>
            <w:r w:rsidR="00DF6F62" w:rsidRPr="00A72677">
              <w:rPr>
                <w:rtl/>
              </w:rPr>
              <w:t>هيمنُ حمده</w:t>
            </w:r>
            <w:r w:rsidR="00DF6F62" w:rsidRPr="00A72677">
              <w:rPr>
                <w:rStyle w:val="libPoemTiniChar0"/>
                <w:rtl/>
              </w:rPr>
              <w:br/>
              <w:t> </w:t>
            </w:r>
          </w:p>
        </w:tc>
      </w:tr>
      <w:tr w:rsidR="00DF6F62" w:rsidRPr="00524A24" w:rsidTr="00DF6F62">
        <w:trPr>
          <w:trHeight w:val="350"/>
        </w:trPr>
        <w:tc>
          <w:tcPr>
            <w:tcW w:w="3902" w:type="dxa"/>
          </w:tcPr>
          <w:p w:rsidR="00DF6F62" w:rsidRPr="00524A24" w:rsidRDefault="00A72677" w:rsidP="00693B01">
            <w:pPr>
              <w:pStyle w:val="libPoem"/>
            </w:pPr>
            <w:r w:rsidRPr="00A72677">
              <w:rPr>
                <w:rtl/>
              </w:rPr>
              <w:t>بي</w:t>
            </w:r>
            <w:r w:rsidR="00DF6F62" w:rsidRPr="00A72677">
              <w:rPr>
                <w:rtl/>
              </w:rPr>
              <w:t xml:space="preserve">ضاء </w:t>
            </w:r>
            <w:r w:rsidRPr="00A72677">
              <w:rPr>
                <w:rtl/>
              </w:rPr>
              <w:t>صا</w:t>
            </w:r>
            <w:r w:rsidR="00DF6F62" w:rsidRPr="00A72677">
              <w:rPr>
                <w:rtl/>
              </w:rPr>
              <w:t>فية ا</w:t>
            </w:r>
            <w:r w:rsidRPr="00A72677">
              <w:rPr>
                <w:rtl/>
              </w:rPr>
              <w:t>لح</w:t>
            </w:r>
            <w:r w:rsidR="00DF6F62" w:rsidRPr="00A72677">
              <w:rPr>
                <w:rtl/>
              </w:rPr>
              <w:t xml:space="preserve">ديدة </w:t>
            </w:r>
            <w:r w:rsidRPr="00A72677">
              <w:rPr>
                <w:rtl/>
              </w:rPr>
              <w:t>قد</w:t>
            </w:r>
            <w:r w:rsidR="00DF6F62" w:rsidRPr="00A72677">
              <w:rPr>
                <w:rtl/>
              </w:rPr>
              <w:t xml:space="preserve"> حكتْ</w:t>
            </w:r>
            <w:r w:rsidR="00DF6F62" w:rsidRPr="00A72677">
              <w:rPr>
                <w:rStyle w:val="libPoemTiniChar0"/>
                <w:rtl/>
              </w:rPr>
              <w:br/>
              <w:t> </w:t>
            </w:r>
          </w:p>
        </w:tc>
        <w:tc>
          <w:tcPr>
            <w:tcW w:w="301" w:type="dxa"/>
          </w:tcPr>
          <w:p w:rsidR="00DF6F62" w:rsidRPr="00A72677" w:rsidRDefault="00DF6F62" w:rsidP="00693B01">
            <w:pPr>
              <w:pStyle w:val="libPoem"/>
              <w:rPr>
                <w:rtl/>
              </w:rPr>
            </w:pPr>
          </w:p>
        </w:tc>
        <w:tc>
          <w:tcPr>
            <w:tcW w:w="3884" w:type="dxa"/>
          </w:tcPr>
          <w:p w:rsidR="00DF6F62" w:rsidRPr="00A72677" w:rsidRDefault="00A72677" w:rsidP="00693B01">
            <w:pPr>
              <w:pStyle w:val="libPoem"/>
            </w:pPr>
            <w:r w:rsidRPr="00A72677">
              <w:rPr>
                <w:rtl/>
              </w:rPr>
              <w:t>بصف</w:t>
            </w:r>
            <w:r w:rsidR="00DF6F62" w:rsidRPr="00A72677">
              <w:rPr>
                <w:rtl/>
              </w:rPr>
              <w:t xml:space="preserve">اء </w:t>
            </w:r>
            <w:r w:rsidRPr="00A72677">
              <w:rPr>
                <w:rtl/>
              </w:rPr>
              <w:t>جوهر</w:t>
            </w:r>
            <w:r w:rsidR="00DF6F62" w:rsidRPr="00A72677">
              <w:rPr>
                <w:rtl/>
              </w:rPr>
              <w:t xml:space="preserve">ها </w:t>
            </w:r>
            <w:r w:rsidRPr="00A72677">
              <w:rPr>
                <w:rtl/>
              </w:rPr>
              <w:t>لعي</w:t>
            </w:r>
            <w:r w:rsidR="00DF6F62" w:rsidRPr="00A72677">
              <w:rPr>
                <w:rtl/>
              </w:rPr>
              <w:t>ني ودّ</w:t>
            </w:r>
            <w:r w:rsidR="00677BC4">
              <w:rPr>
                <w:rtl/>
              </w:rPr>
              <w:t>َ</w:t>
            </w:r>
            <w:r w:rsidR="00DF6F62" w:rsidRPr="00A72677">
              <w:rPr>
                <w:rtl/>
              </w:rPr>
              <w:t>ه</w:t>
            </w:r>
            <w:r w:rsidR="00DF6F62" w:rsidRPr="00A72677">
              <w:rPr>
                <w:rStyle w:val="libPoemTiniChar0"/>
                <w:rtl/>
              </w:rPr>
              <w:br/>
              <w:t> </w:t>
            </w:r>
          </w:p>
        </w:tc>
      </w:tr>
      <w:tr w:rsidR="00DF6F62" w:rsidRPr="00524A24" w:rsidTr="00DF6F62">
        <w:trPr>
          <w:trHeight w:val="350"/>
        </w:trPr>
        <w:tc>
          <w:tcPr>
            <w:tcW w:w="3902" w:type="dxa"/>
          </w:tcPr>
          <w:p w:rsidR="00DF6F62" w:rsidRPr="00524A24" w:rsidRDefault="00DF6F62" w:rsidP="00693B01">
            <w:pPr>
              <w:pStyle w:val="libPoem"/>
            </w:pPr>
            <w:r w:rsidRPr="00A72677">
              <w:rPr>
                <w:rtl/>
              </w:rPr>
              <w:t>و</w:t>
            </w:r>
            <w:r w:rsidR="00A72677" w:rsidRPr="00A72677">
              <w:rPr>
                <w:rtl/>
              </w:rPr>
              <w:t>كأ</w:t>
            </w:r>
            <w:r w:rsidRPr="00A72677">
              <w:rPr>
                <w:rtl/>
              </w:rPr>
              <w:t>نّ</w:t>
            </w:r>
            <w:r w:rsidR="00677BC4">
              <w:rPr>
                <w:rtl/>
              </w:rPr>
              <w:t>َ</w:t>
            </w:r>
            <w:r w:rsidR="004C00A8">
              <w:rPr>
                <w:rtl/>
              </w:rPr>
              <w:t xml:space="preserve"> </w:t>
            </w:r>
            <w:r w:rsidRPr="00A72677">
              <w:rPr>
                <w:rtl/>
              </w:rPr>
              <w:t>رو</w:t>
            </w:r>
            <w:r w:rsidR="00A72677" w:rsidRPr="00A72677">
              <w:rPr>
                <w:rtl/>
              </w:rPr>
              <w:t>نق</w:t>
            </w:r>
            <w:r w:rsidRPr="00A72677">
              <w:rPr>
                <w:rtl/>
              </w:rPr>
              <w:t xml:space="preserve"> ذ</w:t>
            </w:r>
            <w:r w:rsidR="00A72677" w:rsidRPr="00A72677">
              <w:rPr>
                <w:rtl/>
              </w:rPr>
              <w:t>لك</w:t>
            </w:r>
            <w:r w:rsidRPr="00A72677">
              <w:rPr>
                <w:rtl/>
              </w:rPr>
              <w:t xml:space="preserve"> ا</w:t>
            </w:r>
            <w:r w:rsidR="00A72677" w:rsidRPr="00A72677">
              <w:rPr>
                <w:rtl/>
              </w:rPr>
              <w:t>لح</w:t>
            </w:r>
            <w:r w:rsidRPr="00A72677">
              <w:rPr>
                <w:rtl/>
              </w:rPr>
              <w:t>سب الذي</w:t>
            </w:r>
            <w:r w:rsidRPr="00A72677">
              <w:rPr>
                <w:rStyle w:val="libPoemTiniChar0"/>
                <w:rtl/>
              </w:rPr>
              <w:br/>
              <w:t> </w:t>
            </w:r>
          </w:p>
        </w:tc>
        <w:tc>
          <w:tcPr>
            <w:tcW w:w="301" w:type="dxa"/>
          </w:tcPr>
          <w:p w:rsidR="00DF6F62" w:rsidRPr="00A72677" w:rsidRDefault="00DF6F62" w:rsidP="00693B01">
            <w:pPr>
              <w:pStyle w:val="libPoem"/>
              <w:rPr>
                <w:rtl/>
              </w:rPr>
            </w:pPr>
          </w:p>
        </w:tc>
        <w:tc>
          <w:tcPr>
            <w:tcW w:w="3884" w:type="dxa"/>
          </w:tcPr>
          <w:p w:rsidR="00DF6F62" w:rsidRPr="00A72677" w:rsidRDefault="00A72677" w:rsidP="00693B01">
            <w:pPr>
              <w:pStyle w:val="libPoem"/>
            </w:pPr>
            <w:r w:rsidRPr="00A72677">
              <w:rPr>
                <w:rtl/>
              </w:rPr>
              <w:t>ين</w:t>
            </w:r>
            <w:r w:rsidR="00DF6F62" w:rsidRPr="00A72677">
              <w:rPr>
                <w:rtl/>
              </w:rPr>
              <w:t>هى إ</w:t>
            </w:r>
            <w:r w:rsidRPr="00A72677">
              <w:rPr>
                <w:rtl/>
              </w:rPr>
              <w:t>لي</w:t>
            </w:r>
            <w:r w:rsidR="00DF6F62" w:rsidRPr="00A72677">
              <w:rPr>
                <w:rtl/>
              </w:rPr>
              <w:t xml:space="preserve">ه </w:t>
            </w:r>
            <w:r w:rsidRPr="00A72677">
              <w:rPr>
                <w:rtl/>
              </w:rPr>
              <w:t>به</w:t>
            </w:r>
            <w:r w:rsidR="00DF6F62" w:rsidRPr="00A72677">
              <w:rPr>
                <w:rtl/>
              </w:rPr>
              <w:t>ا</w:t>
            </w:r>
            <w:r w:rsidR="00DF6F62" w:rsidRPr="00A72677">
              <w:rPr>
                <w:rStyle w:val="libFootnotenumChar"/>
                <w:rtl/>
              </w:rPr>
              <w:t>(5)</w:t>
            </w:r>
            <w:r w:rsidR="00DF6F62" w:rsidRPr="00A72677">
              <w:rPr>
                <w:rtl/>
              </w:rPr>
              <w:t xml:space="preserve"> أشاع</w:t>
            </w:r>
            <w:r w:rsidR="00677BC4">
              <w:rPr>
                <w:rtl/>
              </w:rPr>
              <w:t>َ</w:t>
            </w:r>
            <w:r w:rsidR="00DF6F62" w:rsidRPr="00A72677">
              <w:rPr>
                <w:rtl/>
              </w:rPr>
              <w:t xml:space="preserve"> فرنده</w:t>
            </w:r>
            <w:r w:rsidR="00DF6F62" w:rsidRPr="00A72677">
              <w:rPr>
                <w:rStyle w:val="libPoemTiniChar0"/>
                <w:rtl/>
              </w:rPr>
              <w:br/>
              <w:t> </w:t>
            </w:r>
          </w:p>
        </w:tc>
      </w:tr>
      <w:tr w:rsidR="00DF6F62" w:rsidRPr="00524A24" w:rsidTr="00DF6F62">
        <w:trPr>
          <w:trHeight w:val="350"/>
        </w:trPr>
        <w:tc>
          <w:tcPr>
            <w:tcW w:w="3902" w:type="dxa"/>
          </w:tcPr>
          <w:p w:rsidR="00DF6F62" w:rsidRPr="00524A24" w:rsidRDefault="00A72677" w:rsidP="00693B01">
            <w:pPr>
              <w:pStyle w:val="libPoem"/>
            </w:pPr>
            <w:r w:rsidRPr="00A72677">
              <w:rPr>
                <w:rtl/>
              </w:rPr>
              <w:t>مشحو</w:t>
            </w:r>
            <w:r w:rsidR="00DF6F62" w:rsidRPr="00A72677">
              <w:rPr>
                <w:rtl/>
              </w:rPr>
              <w:t>ذةً</w:t>
            </w:r>
            <w:r w:rsidR="004C00A8">
              <w:rPr>
                <w:rtl/>
              </w:rPr>
              <w:t xml:space="preserve"> </w:t>
            </w:r>
            <w:r w:rsidRPr="00A72677">
              <w:rPr>
                <w:rtl/>
              </w:rPr>
              <w:t>كلسا</w:t>
            </w:r>
            <w:r w:rsidR="00DF6F62" w:rsidRPr="00A72677">
              <w:rPr>
                <w:rtl/>
              </w:rPr>
              <w:t xml:space="preserve">نه </w:t>
            </w:r>
            <w:r w:rsidRPr="00A72677">
              <w:rPr>
                <w:rtl/>
              </w:rPr>
              <w:t>فكأ</w:t>
            </w:r>
            <w:r w:rsidR="00DF6F62" w:rsidRPr="00A72677">
              <w:rPr>
                <w:rtl/>
              </w:rPr>
              <w:t>نّه</w:t>
            </w:r>
            <w:r w:rsidR="00DF6F62" w:rsidRPr="00A72677">
              <w:rPr>
                <w:rStyle w:val="libPoemTiniChar0"/>
                <w:rtl/>
              </w:rPr>
              <w:br/>
              <w:t> </w:t>
            </w:r>
          </w:p>
        </w:tc>
        <w:tc>
          <w:tcPr>
            <w:tcW w:w="301" w:type="dxa"/>
          </w:tcPr>
          <w:p w:rsidR="00DF6F62" w:rsidRPr="00A72677" w:rsidRDefault="00DF6F62" w:rsidP="00693B01">
            <w:pPr>
              <w:pStyle w:val="libPoem"/>
              <w:rPr>
                <w:rtl/>
              </w:rPr>
            </w:pPr>
          </w:p>
        </w:tc>
        <w:tc>
          <w:tcPr>
            <w:tcW w:w="3884" w:type="dxa"/>
          </w:tcPr>
          <w:p w:rsidR="00DF6F62" w:rsidRPr="00A72677" w:rsidRDefault="00A72677" w:rsidP="00693B01">
            <w:pPr>
              <w:pStyle w:val="libPoem"/>
            </w:pPr>
            <w:r w:rsidRPr="00A72677">
              <w:rPr>
                <w:rtl/>
              </w:rPr>
              <w:t>فيه</w:t>
            </w:r>
            <w:r w:rsidR="00DF6F62" w:rsidRPr="00A72677">
              <w:rPr>
                <w:rtl/>
              </w:rPr>
              <w:t>ا</w:t>
            </w:r>
            <w:r w:rsidR="004C00A8">
              <w:rPr>
                <w:rtl/>
              </w:rPr>
              <w:t xml:space="preserve"> </w:t>
            </w:r>
            <w:r w:rsidRPr="00A72677">
              <w:rPr>
                <w:rtl/>
              </w:rPr>
              <w:t>مك</w:t>
            </w:r>
            <w:r w:rsidR="00DF6F62" w:rsidRPr="00A72677">
              <w:rPr>
                <w:rtl/>
              </w:rPr>
              <w:t>ان ا</w:t>
            </w:r>
            <w:r w:rsidRPr="00A72677">
              <w:rPr>
                <w:rtl/>
              </w:rPr>
              <w:t>لح</w:t>
            </w:r>
            <w:r w:rsidR="00DF6F62" w:rsidRPr="00A72677">
              <w:rPr>
                <w:rtl/>
              </w:rPr>
              <w:t>دِّ رُك</w:t>
            </w:r>
            <w:r w:rsidRPr="00A72677">
              <w:rPr>
                <w:rtl/>
              </w:rPr>
              <w:t>ّب</w:t>
            </w:r>
            <w:r w:rsidR="00DF6F62" w:rsidRPr="00A72677">
              <w:rPr>
                <w:rtl/>
              </w:rPr>
              <w:t xml:space="preserve"> </w:t>
            </w:r>
            <w:r w:rsidRPr="00A72677">
              <w:rPr>
                <w:rtl/>
              </w:rPr>
              <w:t>حد</w:t>
            </w:r>
            <w:r w:rsidR="00DF6F62" w:rsidRPr="00A72677">
              <w:rPr>
                <w:rtl/>
              </w:rPr>
              <w:t>ه</w:t>
            </w:r>
            <w:r w:rsidR="00DF6F62" w:rsidRPr="00A72677">
              <w:rPr>
                <w:rStyle w:val="libPoemTiniChar0"/>
                <w:rtl/>
              </w:rPr>
              <w:br/>
              <w:t> </w:t>
            </w:r>
          </w:p>
        </w:tc>
      </w:tr>
      <w:tr w:rsidR="00DF6F62" w:rsidRPr="00524A24" w:rsidTr="00DF6F62">
        <w:trPr>
          <w:trHeight w:val="350"/>
        </w:trPr>
        <w:tc>
          <w:tcPr>
            <w:tcW w:w="3902" w:type="dxa"/>
          </w:tcPr>
          <w:p w:rsidR="00DF6F62" w:rsidRPr="00524A24" w:rsidRDefault="00A72677" w:rsidP="00693B01">
            <w:pPr>
              <w:pStyle w:val="libPoem"/>
            </w:pPr>
            <w:r w:rsidRPr="009647FC">
              <w:rPr>
                <w:rtl/>
              </w:rPr>
              <w:t>تر</w:t>
            </w:r>
            <w:r w:rsidR="00DF6F62" w:rsidRPr="009647FC">
              <w:rPr>
                <w:rtl/>
              </w:rPr>
              <w:t>وي</w:t>
            </w:r>
            <w:r w:rsidR="00DF6F62">
              <w:rPr>
                <w:rtl/>
              </w:rPr>
              <w:t xml:space="preserve"> </w:t>
            </w:r>
            <w:r w:rsidRPr="009647FC">
              <w:rPr>
                <w:rtl/>
              </w:rPr>
              <w:t>حد</w:t>
            </w:r>
            <w:r w:rsidR="00DF6F62" w:rsidRPr="009647FC">
              <w:rPr>
                <w:rtl/>
              </w:rPr>
              <w:t>يث</w:t>
            </w:r>
            <w:r w:rsidR="00DF6F62">
              <w:rPr>
                <w:rtl/>
              </w:rPr>
              <w:t xml:space="preserve"> </w:t>
            </w:r>
            <w:r w:rsidR="00DF6F62" w:rsidRPr="009647FC">
              <w:rPr>
                <w:rtl/>
              </w:rPr>
              <w:t>القطع</w:t>
            </w:r>
            <w:r w:rsidR="00DF6F62">
              <w:rPr>
                <w:rtl/>
              </w:rPr>
              <w:t xml:space="preserve"> </w:t>
            </w:r>
            <w:r w:rsidR="00DF6F62" w:rsidRPr="009647FC">
              <w:rPr>
                <w:rtl/>
              </w:rPr>
              <w:t>عن</w:t>
            </w:r>
            <w:r w:rsidR="00DF6F62">
              <w:rPr>
                <w:rtl/>
              </w:rPr>
              <w:t xml:space="preserve"> </w:t>
            </w:r>
            <w:r w:rsidR="00DF6F62" w:rsidRPr="009647FC">
              <w:rPr>
                <w:rtl/>
              </w:rPr>
              <w:t>ذي</w:t>
            </w:r>
            <w:r w:rsidR="00DF6F62">
              <w:rPr>
                <w:rtl/>
              </w:rPr>
              <w:t xml:space="preserve"> </w:t>
            </w:r>
            <w:r w:rsidR="00DF6F62" w:rsidRPr="009647FC">
              <w:rPr>
                <w:rtl/>
              </w:rPr>
              <w:t>رونقٍ</w:t>
            </w:r>
            <w:r w:rsidR="00DF6F62" w:rsidRPr="00725071">
              <w:rPr>
                <w:rStyle w:val="libPoemTiniChar0"/>
                <w:rtl/>
              </w:rPr>
              <w:br/>
              <w:t> </w:t>
            </w:r>
          </w:p>
        </w:tc>
        <w:tc>
          <w:tcPr>
            <w:tcW w:w="301" w:type="dxa"/>
          </w:tcPr>
          <w:p w:rsidR="00DF6F62" w:rsidRDefault="00DF6F62" w:rsidP="00693B01">
            <w:pPr>
              <w:pStyle w:val="libPoem"/>
              <w:rPr>
                <w:rtl/>
              </w:rPr>
            </w:pPr>
          </w:p>
        </w:tc>
        <w:tc>
          <w:tcPr>
            <w:tcW w:w="3884" w:type="dxa"/>
          </w:tcPr>
          <w:p w:rsidR="00DF6F62" w:rsidRPr="00524A24" w:rsidRDefault="00A72677" w:rsidP="00693B01">
            <w:pPr>
              <w:pStyle w:val="libPoem"/>
            </w:pPr>
            <w:r w:rsidRPr="009647FC">
              <w:rPr>
                <w:rtl/>
              </w:rPr>
              <w:t>في</w:t>
            </w:r>
            <w:r w:rsidR="00DF6F62" w:rsidRPr="009647FC">
              <w:rPr>
                <w:rtl/>
              </w:rPr>
              <w:t>ه</w:t>
            </w:r>
            <w:r w:rsidR="00DF6F62">
              <w:rPr>
                <w:rtl/>
              </w:rPr>
              <w:t xml:space="preserve"> </w:t>
            </w:r>
            <w:r w:rsidR="00DF6F62" w:rsidRPr="009647FC">
              <w:rPr>
                <w:rtl/>
              </w:rPr>
              <w:t>ا</w:t>
            </w:r>
            <w:r w:rsidRPr="009647FC">
              <w:rPr>
                <w:rtl/>
              </w:rPr>
              <w:t>لن</w:t>
            </w:r>
            <w:r w:rsidR="00DF6F62" w:rsidRPr="009647FC">
              <w:rPr>
                <w:rtl/>
              </w:rPr>
              <w:t>بيُّ</w:t>
            </w:r>
            <w:r w:rsidR="00DF6F62">
              <w:rPr>
                <w:rtl/>
              </w:rPr>
              <w:t xml:space="preserve"> </w:t>
            </w:r>
            <w:r w:rsidR="00DF6F62" w:rsidRPr="009647FC">
              <w:rPr>
                <w:rtl/>
              </w:rPr>
              <w:t>أ</w:t>
            </w:r>
            <w:r w:rsidRPr="009647FC">
              <w:rPr>
                <w:rtl/>
              </w:rPr>
              <w:t>بو</w:t>
            </w:r>
            <w:r w:rsidR="00DF6F62" w:rsidRPr="009647FC">
              <w:rPr>
                <w:rtl/>
              </w:rPr>
              <w:t>ه</w:t>
            </w:r>
            <w:r w:rsidR="00DF6F62">
              <w:rPr>
                <w:rtl/>
              </w:rPr>
              <w:t xml:space="preserve"> </w:t>
            </w:r>
            <w:r w:rsidR="00DF6F62" w:rsidRPr="009647FC">
              <w:rPr>
                <w:rtl/>
              </w:rPr>
              <w:t>أتحف</w:t>
            </w:r>
            <w:r w:rsidR="00DF6F62">
              <w:rPr>
                <w:rtl/>
              </w:rPr>
              <w:t xml:space="preserve"> </w:t>
            </w:r>
            <w:r w:rsidR="00DF6F62" w:rsidRPr="009647FC">
              <w:rPr>
                <w:rtl/>
              </w:rPr>
              <w:t>جدّ</w:t>
            </w:r>
            <w:r w:rsidR="00677BC4">
              <w:rPr>
                <w:rtl/>
              </w:rPr>
              <w:t>َ</w:t>
            </w:r>
            <w:r w:rsidR="00DF6F62" w:rsidRPr="009647FC">
              <w:rPr>
                <w:rtl/>
              </w:rPr>
              <w:t>ه</w:t>
            </w:r>
            <w:r w:rsidR="00DF6F62" w:rsidRPr="004E7EC6">
              <w:rPr>
                <w:rStyle w:val="libFootnotenumChar"/>
                <w:rtl/>
              </w:rPr>
              <w:t>(6)</w:t>
            </w:r>
            <w:r w:rsidR="00DF6F62"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يصف بالأبيات الثلاثة (رحلة) أهداها إليه ممدوحه قام بها في مختلف البلدان</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مخطوطة الملاّ</w:t>
      </w:r>
      <w:r w:rsidR="00D769AB">
        <w:rPr>
          <w:rtl/>
        </w:rPr>
        <w:t>:</w:t>
      </w:r>
      <w:r w:rsidRPr="009647FC">
        <w:rPr>
          <w:rtl/>
        </w:rPr>
        <w:t xml:space="preserve"> من عيب</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الديوان المخطوط</w:t>
      </w:r>
      <w:r w:rsidR="00D769AB">
        <w:rPr>
          <w:rtl/>
        </w:rPr>
        <w:t>:</w:t>
      </w:r>
      <w:r w:rsidRPr="009647FC">
        <w:rPr>
          <w:rtl/>
        </w:rPr>
        <w:t xml:space="preserve"> حدّه</w:t>
      </w:r>
      <w:r w:rsidR="00D769AB">
        <w:rPr>
          <w:rtl/>
        </w:rPr>
        <w:t>.</w:t>
      </w:r>
      <w:r w:rsidRPr="009647FC">
        <w:rPr>
          <w:rtl/>
        </w:rPr>
        <w:t xml:space="preserve"> وفي المخطوطة</w:t>
      </w:r>
      <w:r w:rsidR="00D769AB">
        <w:rPr>
          <w:rtl/>
        </w:rPr>
        <w:t>:</w:t>
      </w:r>
      <w:r w:rsidRPr="009647FC">
        <w:rPr>
          <w:rtl/>
        </w:rPr>
        <w:t xml:space="preserve"> ممّا ابتغي</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وفيه</w:t>
      </w:r>
      <w:r w:rsidR="00D769AB">
        <w:rPr>
          <w:rtl/>
        </w:rPr>
        <w:t>:</w:t>
      </w:r>
      <w:r w:rsidRPr="009647FC">
        <w:rPr>
          <w:rtl/>
        </w:rPr>
        <w:t xml:space="preserve"> وفده</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وفي المخطوطة</w:t>
      </w:r>
      <w:r w:rsidR="00D769AB">
        <w:rPr>
          <w:rtl/>
        </w:rPr>
        <w:t>:</w:t>
      </w:r>
      <w:r w:rsidRPr="009647FC">
        <w:rPr>
          <w:rtl/>
        </w:rPr>
        <w:t xml:space="preserve"> بما</w:t>
      </w:r>
      <w:r w:rsidR="00D769AB">
        <w:rPr>
          <w:rtl/>
        </w:rPr>
        <w:t>.</w:t>
      </w:r>
    </w:p>
    <w:p w:rsidR="009647FC" w:rsidRPr="00524A24" w:rsidRDefault="009647FC" w:rsidP="004E7EC6">
      <w:pPr>
        <w:pStyle w:val="libFootnote0"/>
      </w:pPr>
      <w:r w:rsidRPr="009647FC">
        <w:rPr>
          <w:rtl/>
        </w:rPr>
        <w:t>6</w:t>
      </w:r>
      <w:r w:rsidR="004E7EC6">
        <w:rPr>
          <w:rtl/>
        </w:rPr>
        <w:t xml:space="preserve"> - </w:t>
      </w:r>
      <w:r w:rsidRPr="009647FC">
        <w:rPr>
          <w:rtl/>
        </w:rPr>
        <w:t>في البيت تورية جميلة في كلمة القطع</w:t>
      </w:r>
      <w:r w:rsidR="00D769AB">
        <w:rPr>
          <w:rtl/>
        </w:rPr>
        <w:t>.</w:t>
      </w:r>
      <w:r w:rsidRPr="009647FC">
        <w:rPr>
          <w:rtl/>
        </w:rPr>
        <w:t xml:space="preserve"> وفيها يشير إلى السيف الذي عبّر عنه بذي </w:t>
      </w:r>
      <w:r w:rsidRPr="004E7EC6">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AE2E85" w:rsidRPr="00524A24" w:rsidTr="00693B01">
        <w:trPr>
          <w:trHeight w:val="350"/>
        </w:trPr>
        <w:tc>
          <w:tcPr>
            <w:tcW w:w="3902" w:type="dxa"/>
          </w:tcPr>
          <w:p w:rsidR="00AE2E85" w:rsidRPr="00524A24" w:rsidRDefault="00A72677" w:rsidP="00693B01">
            <w:pPr>
              <w:pStyle w:val="libPoem"/>
            </w:pPr>
            <w:r w:rsidRPr="00A72677">
              <w:rPr>
                <w:rtl/>
              </w:rPr>
              <w:lastRenderedPageBreak/>
              <w:t>ما</w:t>
            </w:r>
            <w:r w:rsidR="004C00A8">
              <w:rPr>
                <w:rtl/>
              </w:rPr>
              <w:t xml:space="preserve"> </w:t>
            </w:r>
            <w:r w:rsidRPr="00A72677">
              <w:rPr>
                <w:rtl/>
              </w:rPr>
              <w:t>قط</w:t>
            </w:r>
            <w:r w:rsidR="00AE2E85" w:rsidRPr="00A72677">
              <w:rPr>
                <w:rtl/>
              </w:rPr>
              <w:t>ّ</w:t>
            </w:r>
            <w:r w:rsidR="00677BC4">
              <w:rPr>
                <w:rtl/>
              </w:rPr>
              <w:t>َ</w:t>
            </w:r>
            <w:r w:rsidR="00AE2E85" w:rsidRPr="00A72677">
              <w:rPr>
                <w:rtl/>
              </w:rPr>
              <w:t xml:space="preserve"> رأس </w:t>
            </w:r>
            <w:r w:rsidRPr="00A72677">
              <w:rPr>
                <w:rtl/>
              </w:rPr>
              <w:t>ير</w:t>
            </w:r>
            <w:r w:rsidR="00AE2E85" w:rsidRPr="00A72677">
              <w:rPr>
                <w:rtl/>
              </w:rPr>
              <w:t xml:space="preserve">اعةٍ </w:t>
            </w:r>
            <w:r w:rsidRPr="00A72677">
              <w:rPr>
                <w:rtl/>
              </w:rPr>
              <w:t>في</w:t>
            </w:r>
            <w:r w:rsidR="00AE2E85" w:rsidRPr="00A72677">
              <w:rPr>
                <w:rtl/>
              </w:rPr>
              <w:t xml:space="preserve">ها </w:t>
            </w:r>
            <w:r w:rsidRPr="00A72677">
              <w:rPr>
                <w:rtl/>
              </w:rPr>
              <w:t>فت</w:t>
            </w:r>
            <w:r w:rsidR="00AE2E85" w:rsidRPr="00A72677">
              <w:rPr>
                <w:rtl/>
              </w:rPr>
              <w:t>ىً</w:t>
            </w:r>
            <w:r w:rsidR="00AE2E85"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524A24" w:rsidRDefault="00AE2E85" w:rsidP="00693B01">
            <w:pPr>
              <w:pStyle w:val="libPoem"/>
            </w:pPr>
            <w:r w:rsidRPr="00A72677">
              <w:rPr>
                <w:rtl/>
              </w:rPr>
              <w:t>إلاّ</w:t>
            </w:r>
            <w:r w:rsidR="004C00A8">
              <w:rPr>
                <w:rtl/>
              </w:rPr>
              <w:t xml:space="preserve"> </w:t>
            </w:r>
            <w:r w:rsidR="00A72677" w:rsidRPr="00A72677">
              <w:rPr>
                <w:rtl/>
              </w:rPr>
              <w:t>تذ</w:t>
            </w:r>
            <w:r w:rsidRPr="00A72677">
              <w:rPr>
                <w:rtl/>
              </w:rPr>
              <w:t>كّ</w:t>
            </w:r>
            <w:r w:rsidR="00677BC4">
              <w:rPr>
                <w:rtl/>
              </w:rPr>
              <w:t>َ</w:t>
            </w:r>
            <w:r w:rsidR="00A72677" w:rsidRPr="00A72677">
              <w:rPr>
                <w:rtl/>
              </w:rPr>
              <w:t>ر</w:t>
            </w:r>
            <w:r w:rsidRPr="00A72677">
              <w:rPr>
                <w:rtl/>
              </w:rPr>
              <w:t xml:space="preserve"> ذا ا</w:t>
            </w:r>
            <w:r w:rsidR="00A72677" w:rsidRPr="00A72677">
              <w:rPr>
                <w:rtl/>
              </w:rPr>
              <w:t>لف</w:t>
            </w:r>
            <w:r w:rsidRPr="00A72677">
              <w:rPr>
                <w:rtl/>
              </w:rPr>
              <w:t>قار و</w:t>
            </w:r>
            <w:r w:rsidR="00A72677" w:rsidRPr="00A72677">
              <w:rPr>
                <w:rtl/>
              </w:rPr>
              <w:t>قد</w:t>
            </w:r>
            <w:r w:rsidRPr="00A72677">
              <w:rPr>
                <w:rtl/>
              </w:rPr>
              <w:t>ّ</w:t>
            </w:r>
            <w:r w:rsidR="00677BC4">
              <w:rPr>
                <w:rtl/>
              </w:rPr>
              <w:t>َ</w:t>
            </w:r>
            <w:r w:rsidRPr="00A72677">
              <w:rPr>
                <w:rtl/>
              </w:rPr>
              <w:t>ه</w:t>
            </w:r>
            <w:r w:rsidRPr="00A72677">
              <w:rPr>
                <w:rStyle w:val="libFootnotenumChar"/>
                <w:rtl/>
              </w:rPr>
              <w:t>(1)</w:t>
            </w:r>
            <w:r w:rsidRPr="00A72677">
              <w:rPr>
                <w:rStyle w:val="libPoemTiniChar0"/>
                <w:rtl/>
              </w:rPr>
              <w:br/>
              <w:t> </w:t>
            </w:r>
          </w:p>
        </w:tc>
      </w:tr>
    </w:tbl>
    <w:p w:rsidR="009647FC" w:rsidRPr="00524A24" w:rsidRDefault="009647FC" w:rsidP="004E7EC6">
      <w:pPr>
        <w:pStyle w:val="libNormal"/>
      </w:pPr>
      <w:r w:rsidRPr="004E7EC6">
        <w:rPr>
          <w:rtl/>
        </w:rPr>
        <w:t>وقال يمدح العلاّمة الشيخ محمد حسن آل يس الكاظمي</w:t>
      </w:r>
      <w:r w:rsidRPr="004E7EC6">
        <w:rPr>
          <w:rStyle w:val="libFootnotenumChar"/>
          <w:rtl/>
        </w:rPr>
        <w:t>(2)</w:t>
      </w:r>
      <w:r w:rsidR="00D769AB" w:rsidRPr="00AE2E85">
        <w:rPr>
          <w:rtl/>
        </w:rPr>
        <w:t>:</w:t>
      </w:r>
    </w:p>
    <w:tbl>
      <w:tblPr>
        <w:tblStyle w:val="TableGrid"/>
        <w:bidiVisual/>
        <w:tblW w:w="4562" w:type="pct"/>
        <w:tblInd w:w="384" w:type="dxa"/>
        <w:tblLook w:val="04A0"/>
      </w:tblPr>
      <w:tblGrid>
        <w:gridCol w:w="3902"/>
        <w:gridCol w:w="301"/>
        <w:gridCol w:w="3884"/>
      </w:tblGrid>
      <w:tr w:rsidR="00AE2E85" w:rsidRPr="00524A24" w:rsidTr="00AE2E85">
        <w:trPr>
          <w:trHeight w:val="350"/>
        </w:trPr>
        <w:tc>
          <w:tcPr>
            <w:tcW w:w="3902" w:type="dxa"/>
          </w:tcPr>
          <w:p w:rsidR="00AE2E85" w:rsidRPr="00524A24" w:rsidRDefault="00AE2E85" w:rsidP="00693B01">
            <w:pPr>
              <w:pStyle w:val="libPoem"/>
            </w:pPr>
            <w:r w:rsidRPr="00A72677">
              <w:rPr>
                <w:rtl/>
              </w:rPr>
              <w:t>صباحُ الهدى من ضوءِ وجهك</w:t>
            </w:r>
            <w:r w:rsidR="00677BC4">
              <w:rPr>
                <w:rtl/>
              </w:rPr>
              <w:t>َ</w:t>
            </w:r>
            <w:r w:rsidRPr="00A72677">
              <w:rPr>
                <w:rtl/>
              </w:rPr>
              <w:t xml:space="preserve"> مسفرُ</w:t>
            </w:r>
            <w:r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E2E85" w:rsidP="00693B01">
            <w:pPr>
              <w:pStyle w:val="libPoem"/>
            </w:pPr>
            <w:r w:rsidRPr="00A72677">
              <w:rPr>
                <w:rtl/>
              </w:rPr>
              <w:t>و</w:t>
            </w:r>
            <w:r w:rsidR="00A72677" w:rsidRPr="00A72677">
              <w:rPr>
                <w:rtl/>
              </w:rPr>
              <w:t>من</w:t>
            </w:r>
            <w:r w:rsidRPr="00A72677">
              <w:rPr>
                <w:rtl/>
              </w:rPr>
              <w:t xml:space="preserve"> </w:t>
            </w:r>
            <w:r w:rsidR="00A72677" w:rsidRPr="00A72677">
              <w:rPr>
                <w:rtl/>
              </w:rPr>
              <w:t>نو</w:t>
            </w:r>
            <w:r w:rsidRPr="00A72677">
              <w:rPr>
                <w:rtl/>
              </w:rPr>
              <w:t xml:space="preserve">رهِ </w:t>
            </w:r>
            <w:r w:rsidR="00A72677" w:rsidRPr="00A72677">
              <w:rPr>
                <w:rtl/>
              </w:rPr>
              <w:t>لي</w:t>
            </w:r>
            <w:r w:rsidRPr="00A72677">
              <w:rPr>
                <w:rtl/>
              </w:rPr>
              <w:t>لُ ا</w:t>
            </w:r>
            <w:r w:rsidR="00A72677" w:rsidRPr="00A72677">
              <w:rPr>
                <w:rtl/>
              </w:rPr>
              <w:t>لت</w:t>
            </w:r>
            <w:r w:rsidRPr="00A72677">
              <w:rPr>
                <w:rtl/>
              </w:rPr>
              <w:t xml:space="preserve">هجدِ </w:t>
            </w:r>
            <w:r w:rsidR="00A72677" w:rsidRPr="00A72677">
              <w:rPr>
                <w:rtl/>
              </w:rPr>
              <w:t>مق</w:t>
            </w:r>
            <w:r w:rsidRPr="00A72677">
              <w:rPr>
                <w:rtl/>
              </w:rPr>
              <w:t>مرُ</w:t>
            </w:r>
            <w:r w:rsidRPr="00A72677">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A72677">
              <w:rPr>
                <w:rtl/>
              </w:rPr>
              <w:t>خ</w:t>
            </w:r>
            <w:r w:rsidR="00A72677" w:rsidRPr="00A72677">
              <w:rPr>
                <w:rtl/>
              </w:rPr>
              <w:t>ُل</w:t>
            </w:r>
            <w:r w:rsidRPr="00A72677">
              <w:rPr>
                <w:rtl/>
              </w:rPr>
              <w:t>قت</w:t>
            </w:r>
            <w:r w:rsidR="00677BC4">
              <w:rPr>
                <w:rtl/>
              </w:rPr>
              <w:t>َ</w:t>
            </w:r>
            <w:r w:rsidR="004C00A8">
              <w:rPr>
                <w:rtl/>
              </w:rPr>
              <w:t xml:space="preserve"> </w:t>
            </w:r>
            <w:r w:rsidR="00A72677" w:rsidRPr="00A72677">
              <w:rPr>
                <w:rtl/>
              </w:rPr>
              <w:t>كم</w:t>
            </w:r>
            <w:r w:rsidRPr="00A72677">
              <w:rPr>
                <w:rtl/>
              </w:rPr>
              <w:t>ا شاء التقى غير منطوٍ</w:t>
            </w:r>
            <w:r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72677" w:rsidP="00693B01">
            <w:pPr>
              <w:pStyle w:val="libPoem"/>
            </w:pPr>
            <w:r w:rsidRPr="00A72677">
              <w:rPr>
                <w:rtl/>
              </w:rPr>
              <w:t>عل</w:t>
            </w:r>
            <w:r w:rsidR="00AE2E85" w:rsidRPr="00A72677">
              <w:rPr>
                <w:rtl/>
              </w:rPr>
              <w:t>ى ر</w:t>
            </w:r>
            <w:r w:rsidRPr="00A72677">
              <w:rPr>
                <w:rtl/>
              </w:rPr>
              <w:t>يب</w:t>
            </w:r>
            <w:r w:rsidR="00AE2E85" w:rsidRPr="00A72677">
              <w:rPr>
                <w:rtl/>
              </w:rPr>
              <w:t xml:space="preserve">ةٍ </w:t>
            </w:r>
            <w:r w:rsidRPr="00A72677">
              <w:rPr>
                <w:rtl/>
              </w:rPr>
              <w:t>في</w:t>
            </w:r>
            <w:r w:rsidR="00AE2E85" w:rsidRPr="00A72677">
              <w:rPr>
                <w:rtl/>
              </w:rPr>
              <w:t xml:space="preserve">ما </w:t>
            </w:r>
            <w:r w:rsidRPr="00A72677">
              <w:rPr>
                <w:rtl/>
              </w:rPr>
              <w:t>تس</w:t>
            </w:r>
            <w:r w:rsidR="00AE2E85" w:rsidRPr="00A72677">
              <w:rPr>
                <w:rtl/>
              </w:rPr>
              <w:t>رُّ و</w:t>
            </w:r>
            <w:r w:rsidRPr="00A72677">
              <w:rPr>
                <w:rtl/>
              </w:rPr>
              <w:t>تج</w:t>
            </w:r>
            <w:r w:rsidR="00AE2E85" w:rsidRPr="00A72677">
              <w:rPr>
                <w:rtl/>
              </w:rPr>
              <w:t>هرُ</w:t>
            </w:r>
            <w:r w:rsidR="00AE2E85" w:rsidRPr="00A72677">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A72677">
              <w:rPr>
                <w:rtl/>
              </w:rPr>
              <w:t>لك</w:t>
            </w:r>
            <w:r w:rsidR="00677BC4">
              <w:rPr>
                <w:rtl/>
              </w:rPr>
              <w:t>َ</w:t>
            </w:r>
            <w:r w:rsidR="00AE2E85" w:rsidRPr="00A72677">
              <w:rPr>
                <w:rtl/>
              </w:rPr>
              <w:t xml:space="preserve"> ا</w:t>
            </w:r>
            <w:r w:rsidRPr="00A72677">
              <w:rPr>
                <w:rtl/>
              </w:rPr>
              <w:t>نت</w:t>
            </w:r>
            <w:r w:rsidR="00AE2E85" w:rsidRPr="00A72677">
              <w:rPr>
                <w:rtl/>
              </w:rPr>
              <w:t>هت ا</w:t>
            </w:r>
            <w:r w:rsidRPr="00A72677">
              <w:rPr>
                <w:rtl/>
              </w:rPr>
              <w:t>لي</w:t>
            </w:r>
            <w:r w:rsidR="00AE2E85" w:rsidRPr="00A72677">
              <w:rPr>
                <w:rtl/>
              </w:rPr>
              <w:t>وم الرياسة للهدى</w:t>
            </w:r>
            <w:r w:rsidR="00AE2E85"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E2E85" w:rsidP="00693B01">
            <w:pPr>
              <w:pStyle w:val="libPoem"/>
            </w:pPr>
            <w:r w:rsidRPr="00A72677">
              <w:rPr>
                <w:rtl/>
              </w:rPr>
              <w:t>وإن</w:t>
            </w:r>
            <w:r w:rsidR="00A72677" w:rsidRPr="00A72677">
              <w:rPr>
                <w:rtl/>
              </w:rPr>
              <w:t>ّك</w:t>
            </w:r>
            <w:r w:rsidRPr="00A72677">
              <w:rPr>
                <w:rtl/>
              </w:rPr>
              <w:t xml:space="preserve"> </w:t>
            </w:r>
            <w:r w:rsidR="00A72677" w:rsidRPr="00A72677">
              <w:rPr>
                <w:rtl/>
              </w:rPr>
              <w:t>قب</w:t>
            </w:r>
            <w:r w:rsidRPr="00A72677">
              <w:rPr>
                <w:rtl/>
              </w:rPr>
              <w:t>ل ا</w:t>
            </w:r>
            <w:r w:rsidR="00A72677" w:rsidRPr="00A72677">
              <w:rPr>
                <w:rtl/>
              </w:rPr>
              <w:t>لي</w:t>
            </w:r>
            <w:r w:rsidRPr="00A72677">
              <w:rPr>
                <w:rtl/>
              </w:rPr>
              <w:t xml:space="preserve">وم </w:t>
            </w:r>
            <w:r w:rsidR="00A72677" w:rsidRPr="00A72677">
              <w:rPr>
                <w:rtl/>
              </w:rPr>
              <w:t>في</w:t>
            </w:r>
            <w:r w:rsidRPr="00A72677">
              <w:rPr>
                <w:rtl/>
              </w:rPr>
              <w:t>ها لأ</w:t>
            </w:r>
            <w:r w:rsidR="00A72677" w:rsidRPr="00A72677">
              <w:rPr>
                <w:rtl/>
              </w:rPr>
              <w:t>جد</w:t>
            </w:r>
            <w:r w:rsidRPr="00A72677">
              <w:rPr>
                <w:rtl/>
              </w:rPr>
              <w:t>رُ</w:t>
            </w:r>
            <w:r w:rsidRPr="00A72677">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A72677">
              <w:rPr>
                <w:rtl/>
              </w:rPr>
              <w:t>و</w:t>
            </w:r>
            <w:r w:rsidR="00A72677" w:rsidRPr="00A72677">
              <w:rPr>
                <w:rtl/>
              </w:rPr>
              <w:t>لم</w:t>
            </w:r>
            <w:r w:rsidRPr="00A72677">
              <w:rPr>
                <w:rtl/>
              </w:rPr>
              <w:t xml:space="preserve"> أدرِ حتى زار</w:t>
            </w:r>
            <w:r w:rsidR="00677BC4">
              <w:rPr>
                <w:rtl/>
              </w:rPr>
              <w:t>َ</w:t>
            </w:r>
            <w:r w:rsidRPr="00A72677">
              <w:rPr>
                <w:rtl/>
              </w:rPr>
              <w:t xml:space="preserve"> شخصك ناظري</w:t>
            </w:r>
            <w:r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E2E85" w:rsidP="00693B01">
            <w:pPr>
              <w:pStyle w:val="libPoem"/>
            </w:pPr>
            <w:r w:rsidRPr="00A72677">
              <w:rPr>
                <w:rtl/>
              </w:rPr>
              <w:t>بأنّ التقى في الأرض شخصٌ مصوّرُ</w:t>
            </w:r>
            <w:r w:rsidRPr="00A72677">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A72677">
              <w:rPr>
                <w:rtl/>
              </w:rPr>
              <w:t>وأ</w:t>
            </w:r>
            <w:r w:rsidR="00A72677" w:rsidRPr="00A72677">
              <w:rPr>
                <w:rtl/>
              </w:rPr>
              <w:t>عظ</w:t>
            </w:r>
            <w:r w:rsidRPr="00A72677">
              <w:rPr>
                <w:rtl/>
              </w:rPr>
              <w:t xml:space="preserve">م </w:t>
            </w:r>
            <w:r w:rsidR="00A72677" w:rsidRPr="00A72677">
              <w:rPr>
                <w:rtl/>
              </w:rPr>
              <w:t>شي</w:t>
            </w:r>
            <w:r w:rsidRPr="00A72677">
              <w:rPr>
                <w:rtl/>
              </w:rPr>
              <w:t xml:space="preserve">ٍ أنّ </w:t>
            </w:r>
            <w:r w:rsidR="00A72677" w:rsidRPr="00A72677">
              <w:rPr>
                <w:rtl/>
              </w:rPr>
              <w:t>كف</w:t>
            </w:r>
            <w:r w:rsidRPr="00A72677">
              <w:rPr>
                <w:rtl/>
              </w:rPr>
              <w:t>ّ</w:t>
            </w:r>
            <w:r w:rsidR="00677BC4">
              <w:rPr>
                <w:rtl/>
              </w:rPr>
              <w:t>َ</w:t>
            </w:r>
            <w:r w:rsidRPr="00A72677">
              <w:rPr>
                <w:rtl/>
              </w:rPr>
              <w:t xml:space="preserve">ك </w:t>
            </w:r>
            <w:r w:rsidR="00A72677" w:rsidRPr="00A72677">
              <w:rPr>
                <w:rtl/>
              </w:rPr>
              <w:t>لم</w:t>
            </w:r>
            <w:r w:rsidRPr="00A72677">
              <w:rPr>
                <w:rtl/>
              </w:rPr>
              <w:t xml:space="preserve"> </w:t>
            </w:r>
            <w:r w:rsidR="00A72677" w:rsidRPr="00A72677">
              <w:rPr>
                <w:rtl/>
              </w:rPr>
              <w:t>يق</w:t>
            </w:r>
            <w:r w:rsidRPr="00A72677">
              <w:rPr>
                <w:rtl/>
              </w:rPr>
              <w:t>مْ</w:t>
            </w:r>
            <w:r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72677" w:rsidP="00693B01">
            <w:pPr>
              <w:pStyle w:val="libPoem"/>
            </w:pPr>
            <w:r w:rsidRPr="00A72677">
              <w:rPr>
                <w:rtl/>
              </w:rPr>
              <w:t>به</w:t>
            </w:r>
            <w:r w:rsidR="00AE2E85" w:rsidRPr="00A72677">
              <w:rPr>
                <w:rtl/>
              </w:rPr>
              <w:t xml:space="preserve">ا </w:t>
            </w:r>
            <w:r w:rsidRPr="00A72677">
              <w:rPr>
                <w:rtl/>
              </w:rPr>
              <w:t>عر</w:t>
            </w:r>
            <w:r w:rsidR="00AE2E85" w:rsidRPr="00A72677">
              <w:rPr>
                <w:rtl/>
              </w:rPr>
              <w:t>ضُ ا</w:t>
            </w:r>
            <w:r w:rsidRPr="00A72677">
              <w:rPr>
                <w:rtl/>
              </w:rPr>
              <w:t>لد</w:t>
            </w:r>
            <w:r w:rsidR="00AE2E85" w:rsidRPr="00A72677">
              <w:rPr>
                <w:rtl/>
              </w:rPr>
              <w:t>نيا وكلمُك</w:t>
            </w:r>
            <w:r w:rsidR="00677BC4">
              <w:rPr>
                <w:rtl/>
              </w:rPr>
              <w:t>َ</w:t>
            </w:r>
            <w:r w:rsidR="00AE2E85" w:rsidRPr="00A72677">
              <w:rPr>
                <w:rtl/>
              </w:rPr>
              <w:t xml:space="preserve"> جوهرُ</w:t>
            </w:r>
            <w:r w:rsidR="00AE2E85" w:rsidRPr="00A72677">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A72677">
              <w:rPr>
                <w:rtl/>
              </w:rPr>
              <w:t>يقر</w:t>
            </w:r>
            <w:r w:rsidR="00AE2E85" w:rsidRPr="00A72677">
              <w:rPr>
                <w:rtl/>
              </w:rPr>
              <w:t>ُّ</w:t>
            </w:r>
            <w:r w:rsidR="004C00A8">
              <w:rPr>
                <w:rtl/>
              </w:rPr>
              <w:t xml:space="preserve"> </w:t>
            </w:r>
            <w:r w:rsidRPr="00A72677">
              <w:rPr>
                <w:rtl/>
              </w:rPr>
              <w:t>بع</w:t>
            </w:r>
            <w:r w:rsidR="00AE2E85" w:rsidRPr="00A72677">
              <w:rPr>
                <w:rtl/>
              </w:rPr>
              <w:t>ين ا</w:t>
            </w:r>
            <w:r w:rsidRPr="00A72677">
              <w:rPr>
                <w:rtl/>
              </w:rPr>
              <w:t>لد</w:t>
            </w:r>
            <w:r w:rsidR="00AE2E85" w:rsidRPr="00A72677">
              <w:rPr>
                <w:rtl/>
              </w:rPr>
              <w:t>ين أن</w:t>
            </w:r>
            <w:r w:rsidRPr="00A72677">
              <w:rPr>
                <w:rtl/>
              </w:rPr>
              <w:t>ّك</w:t>
            </w:r>
            <w:r w:rsidR="00AE2E85" w:rsidRPr="00A72677">
              <w:rPr>
                <w:rtl/>
              </w:rPr>
              <w:t xml:space="preserve"> </w:t>
            </w:r>
            <w:r w:rsidRPr="00A72677">
              <w:rPr>
                <w:rtl/>
              </w:rPr>
              <w:t>ني</w:t>
            </w:r>
            <w:r w:rsidR="00AE2E85" w:rsidRPr="00A72677">
              <w:rPr>
                <w:rtl/>
              </w:rPr>
              <w:t>ِّرٌ</w:t>
            </w:r>
            <w:r w:rsidR="00AE2E85"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72677" w:rsidP="00693B01">
            <w:pPr>
              <w:pStyle w:val="libPoem"/>
            </w:pPr>
            <w:r w:rsidRPr="00A72677">
              <w:rPr>
                <w:rtl/>
              </w:rPr>
              <w:t>به</w:t>
            </w:r>
            <w:r w:rsidR="00AE2E85" w:rsidRPr="00A72677">
              <w:rPr>
                <w:rtl/>
              </w:rPr>
              <w:t xml:space="preserve"> </w:t>
            </w:r>
            <w:r w:rsidRPr="00A72677">
              <w:rPr>
                <w:rtl/>
              </w:rPr>
              <w:t>حو</w:t>
            </w:r>
            <w:r w:rsidR="00AE2E85" w:rsidRPr="00A72677">
              <w:rPr>
                <w:rtl/>
              </w:rPr>
              <w:t>زةُ الإ</w:t>
            </w:r>
            <w:r w:rsidRPr="00A72677">
              <w:rPr>
                <w:rtl/>
              </w:rPr>
              <w:t>سل</w:t>
            </w:r>
            <w:r w:rsidR="00AE2E85" w:rsidRPr="00A72677">
              <w:rPr>
                <w:rtl/>
              </w:rPr>
              <w:t>ام تزهو وتزهرُ</w:t>
            </w:r>
            <w:r w:rsidR="00AE2E85" w:rsidRPr="00A72677">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و</w:t>
            </w:r>
            <w:r w:rsidR="00A72677" w:rsidRPr="009647FC">
              <w:rPr>
                <w:rtl/>
              </w:rPr>
              <w:t>فر</w:t>
            </w:r>
            <w:r w:rsidRPr="009647FC">
              <w:rPr>
                <w:rtl/>
              </w:rPr>
              <w:t>ّ</w:t>
            </w:r>
            <w:r w:rsidR="00677BC4">
              <w:rPr>
                <w:rtl/>
              </w:rPr>
              <w:t>َ</w:t>
            </w:r>
            <w:r w:rsidRPr="009647FC">
              <w:rPr>
                <w:rtl/>
              </w:rPr>
              <w:t>ج</w:t>
            </w:r>
            <w:r w:rsidR="004C00A8">
              <w:rPr>
                <w:rtl/>
              </w:rPr>
              <w:t xml:space="preserve"> </w:t>
            </w:r>
            <w:r w:rsidR="00A72677" w:rsidRPr="009647FC">
              <w:rPr>
                <w:rtl/>
              </w:rPr>
              <w:t>صد</w:t>
            </w:r>
            <w:r w:rsidRPr="009647FC">
              <w:rPr>
                <w:rtl/>
              </w:rPr>
              <w:t>ري</w:t>
            </w:r>
            <w:r>
              <w:rPr>
                <w:rtl/>
              </w:rPr>
              <w:t xml:space="preserve"> </w:t>
            </w:r>
            <w:r w:rsidRPr="009647FC">
              <w:rPr>
                <w:rtl/>
              </w:rPr>
              <w:t>كون</w:t>
            </w:r>
            <w:r>
              <w:rPr>
                <w:rtl/>
              </w:rPr>
              <w:t xml:space="preserve"> </w:t>
            </w:r>
            <w:r w:rsidRPr="009647FC">
              <w:rPr>
                <w:rtl/>
              </w:rPr>
              <w:t>ناديك</w:t>
            </w:r>
            <w:r>
              <w:rPr>
                <w:rtl/>
              </w:rPr>
              <w:t xml:space="preserve"> </w:t>
            </w:r>
            <w:r w:rsidRPr="009647FC">
              <w:rPr>
                <w:rtl/>
              </w:rPr>
              <w:t>للتقى</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E2E85" w:rsidP="00693B01">
            <w:pPr>
              <w:pStyle w:val="libPoem"/>
            </w:pPr>
            <w:r w:rsidRPr="009647FC">
              <w:rPr>
                <w:rtl/>
              </w:rPr>
              <w:t>وأنّك</w:t>
            </w:r>
            <w:r w:rsidR="004C00A8">
              <w:rPr>
                <w:rtl/>
              </w:rPr>
              <w:t xml:space="preserve"> </w:t>
            </w:r>
            <w:r w:rsidR="00A72677" w:rsidRPr="009647FC">
              <w:rPr>
                <w:rtl/>
              </w:rPr>
              <w:t>لل</w:t>
            </w:r>
            <w:r w:rsidRPr="009647FC">
              <w:rPr>
                <w:rtl/>
              </w:rPr>
              <w:t>أحكام</w:t>
            </w:r>
            <w:r>
              <w:rPr>
                <w:rtl/>
              </w:rPr>
              <w:t xml:space="preserve"> </w:t>
            </w:r>
            <w:r w:rsidR="00A72677" w:rsidRPr="009647FC">
              <w:rPr>
                <w:rtl/>
              </w:rPr>
              <w:t>في</w:t>
            </w:r>
            <w:r w:rsidRPr="009647FC">
              <w:rPr>
                <w:rtl/>
              </w:rPr>
              <w:t>ه</w:t>
            </w:r>
            <w:r>
              <w:rPr>
                <w:rtl/>
              </w:rPr>
              <w:t xml:space="preserve"> </w:t>
            </w:r>
            <w:r w:rsidRPr="009647FC">
              <w:rPr>
                <w:rtl/>
              </w:rPr>
              <w:t>ا</w:t>
            </w:r>
            <w:r w:rsidR="00A72677" w:rsidRPr="009647FC">
              <w:rPr>
                <w:rtl/>
              </w:rPr>
              <w:t>لم</w:t>
            </w:r>
            <w:r w:rsidRPr="009647FC">
              <w:rPr>
                <w:rtl/>
              </w:rPr>
              <w:t>صدِّرُ</w:t>
            </w:r>
            <w:r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فخ</w:t>
            </w:r>
            <w:r w:rsidR="00AE2E85" w:rsidRPr="009647FC">
              <w:rPr>
                <w:rtl/>
              </w:rPr>
              <w:t>اصمتُ</w:t>
            </w:r>
            <w:r w:rsidR="00AE2E85">
              <w:rPr>
                <w:rtl/>
              </w:rPr>
              <w:t xml:space="preserve"> </w:t>
            </w:r>
            <w:r w:rsidRPr="009647FC">
              <w:rPr>
                <w:rtl/>
              </w:rPr>
              <w:t>في</w:t>
            </w:r>
            <w:r w:rsidR="00AE2E85" w:rsidRPr="009647FC">
              <w:rPr>
                <w:rtl/>
              </w:rPr>
              <w:t>ك</w:t>
            </w:r>
            <w:r w:rsidR="00AE2E85">
              <w:rPr>
                <w:rtl/>
              </w:rPr>
              <w:t xml:space="preserve"> </w:t>
            </w:r>
            <w:r w:rsidR="00AE2E85" w:rsidRPr="009647FC">
              <w:rPr>
                <w:rtl/>
              </w:rPr>
              <w:t>البدر</w:t>
            </w:r>
            <w:r w:rsidR="00AE2E85">
              <w:rPr>
                <w:rtl/>
              </w:rPr>
              <w:t xml:space="preserve"> </w:t>
            </w:r>
            <w:r w:rsidR="00AE2E85" w:rsidRPr="009647FC">
              <w:rPr>
                <w:rtl/>
              </w:rPr>
              <w:t>يشرق</w:t>
            </w:r>
            <w:r w:rsidR="00AE2E85">
              <w:rPr>
                <w:rtl/>
              </w:rPr>
              <w:t xml:space="preserve"> </w:t>
            </w:r>
            <w:r w:rsidR="00AE2E85" w:rsidRPr="009647FC">
              <w:rPr>
                <w:rtl/>
              </w:rPr>
              <w:t>نوره</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E2E85" w:rsidP="00693B01">
            <w:pPr>
              <w:pStyle w:val="libPoem"/>
            </w:pPr>
            <w:r w:rsidRPr="009647FC">
              <w:rPr>
                <w:rtl/>
              </w:rPr>
              <w:t>وإنّ</w:t>
            </w:r>
            <w:r w:rsidR="00677BC4">
              <w:rPr>
                <w:rtl/>
              </w:rPr>
              <w:t>َ</w:t>
            </w:r>
            <w:r w:rsidR="004C00A8">
              <w:rPr>
                <w:rtl/>
              </w:rPr>
              <w:t xml:space="preserve"> </w:t>
            </w:r>
            <w:r w:rsidR="00A72677" w:rsidRPr="009647FC">
              <w:rPr>
                <w:rtl/>
              </w:rPr>
              <w:t>علي</w:t>
            </w:r>
            <w:r w:rsidRPr="009647FC">
              <w:rPr>
                <w:rtl/>
              </w:rPr>
              <w:t>ه</w:t>
            </w:r>
            <w:r>
              <w:rPr>
                <w:rtl/>
              </w:rPr>
              <w:t xml:space="preserve"> </w:t>
            </w:r>
            <w:r w:rsidR="00A72677" w:rsidRPr="009647FC">
              <w:rPr>
                <w:rtl/>
              </w:rPr>
              <w:t>حج</w:t>
            </w:r>
            <w:r w:rsidRPr="009647FC">
              <w:rPr>
                <w:rtl/>
              </w:rPr>
              <w:t>ّتي</w:t>
            </w:r>
            <w:r>
              <w:rPr>
                <w:rtl/>
              </w:rPr>
              <w:t xml:space="preserve"> </w:t>
            </w:r>
            <w:r w:rsidR="00A72677" w:rsidRPr="009647FC">
              <w:rPr>
                <w:rtl/>
              </w:rPr>
              <w:t>من</w:t>
            </w:r>
            <w:r w:rsidRPr="009647FC">
              <w:rPr>
                <w:rtl/>
              </w:rPr>
              <w:t>ه</w:t>
            </w:r>
            <w:r>
              <w:rPr>
                <w:rtl/>
              </w:rPr>
              <w:t xml:space="preserve"> </w:t>
            </w:r>
            <w:r w:rsidRPr="009647FC">
              <w:rPr>
                <w:rtl/>
              </w:rPr>
              <w:t>أ</w:t>
            </w:r>
            <w:r w:rsidR="00A72677" w:rsidRPr="009647FC">
              <w:rPr>
                <w:rtl/>
              </w:rPr>
              <w:t>نو</w:t>
            </w:r>
            <w:r w:rsidRPr="009647FC">
              <w:rPr>
                <w:rtl/>
              </w:rPr>
              <w:t>رُ</w:t>
            </w:r>
            <w:r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فق</w:t>
            </w:r>
            <w:r w:rsidR="00AE2E85" w:rsidRPr="009647FC">
              <w:rPr>
                <w:rtl/>
              </w:rPr>
              <w:t>ال:</w:t>
            </w:r>
            <w:r w:rsidR="004C00A8">
              <w:rPr>
                <w:rtl/>
              </w:rPr>
              <w:t xml:space="preserve"> </w:t>
            </w:r>
            <w:r w:rsidRPr="009647FC">
              <w:rPr>
                <w:rtl/>
              </w:rPr>
              <w:t>كل</w:t>
            </w:r>
            <w:r w:rsidR="00AE2E85" w:rsidRPr="009647FC">
              <w:rPr>
                <w:rtl/>
              </w:rPr>
              <w:t>انا</w:t>
            </w:r>
            <w:r w:rsidR="00AE2E85">
              <w:rPr>
                <w:rtl/>
              </w:rPr>
              <w:t xml:space="preserve"> </w:t>
            </w:r>
            <w:r w:rsidR="00AE2E85" w:rsidRPr="009647FC">
              <w:rPr>
                <w:rtl/>
              </w:rPr>
              <w:t>زا</w:t>
            </w:r>
            <w:r w:rsidRPr="009647FC">
              <w:rPr>
                <w:rtl/>
              </w:rPr>
              <w:t>هر</w:t>
            </w:r>
            <w:r w:rsidR="00AE2E85" w:rsidRPr="009647FC">
              <w:rPr>
                <w:rtl/>
              </w:rPr>
              <w:t>ٌ</w:t>
            </w:r>
            <w:r w:rsidR="00AE2E85">
              <w:rPr>
                <w:rtl/>
              </w:rPr>
              <w:t xml:space="preserve"> </w:t>
            </w:r>
            <w:r w:rsidRPr="009647FC">
              <w:rPr>
                <w:rtl/>
              </w:rPr>
              <w:t>في</w:t>
            </w:r>
            <w:r w:rsidR="00AE2E85">
              <w:rPr>
                <w:rtl/>
              </w:rPr>
              <w:t xml:space="preserve"> </w:t>
            </w:r>
            <w:r w:rsidR="00AE2E85" w:rsidRPr="009647FC">
              <w:rPr>
                <w:rtl/>
              </w:rPr>
              <w:t>سمائه</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فق</w:t>
            </w:r>
            <w:r w:rsidR="00AE2E85" w:rsidRPr="009647FC">
              <w:rPr>
                <w:rtl/>
              </w:rPr>
              <w:t>لت:</w:t>
            </w:r>
            <w:r w:rsidR="00AE2E85">
              <w:rPr>
                <w:rtl/>
              </w:rPr>
              <w:t xml:space="preserve"> </w:t>
            </w:r>
            <w:r w:rsidRPr="009647FC">
              <w:rPr>
                <w:rtl/>
              </w:rPr>
              <w:t>نع</w:t>
            </w:r>
            <w:r w:rsidR="00AE2E85" w:rsidRPr="009647FC">
              <w:rPr>
                <w:rtl/>
              </w:rPr>
              <w:t>مْ</w:t>
            </w:r>
            <w:r w:rsidR="00AE2E85">
              <w:rPr>
                <w:rtl/>
              </w:rPr>
              <w:t xml:space="preserve"> </w:t>
            </w:r>
            <w:r w:rsidRPr="009647FC">
              <w:rPr>
                <w:rtl/>
              </w:rPr>
              <w:t>لك</w:t>
            </w:r>
            <w:r w:rsidR="00AE2E85" w:rsidRPr="009647FC">
              <w:rPr>
                <w:rtl/>
              </w:rPr>
              <w:t>نْ</w:t>
            </w:r>
            <w:r w:rsidR="00AE2E85">
              <w:rPr>
                <w:rtl/>
              </w:rPr>
              <w:t xml:space="preserve"> </w:t>
            </w:r>
            <w:r w:rsidRPr="009647FC">
              <w:rPr>
                <w:rtl/>
              </w:rPr>
              <w:t>مح</w:t>
            </w:r>
            <w:r w:rsidR="00AE2E85" w:rsidRPr="009647FC">
              <w:rPr>
                <w:rtl/>
              </w:rPr>
              <w:t>يّاه</w:t>
            </w:r>
            <w:r w:rsidR="00AE2E85">
              <w:rPr>
                <w:rtl/>
              </w:rPr>
              <w:t xml:space="preserve"> </w:t>
            </w:r>
            <w:r w:rsidR="00AE2E85" w:rsidRPr="009647FC">
              <w:rPr>
                <w:rtl/>
              </w:rPr>
              <w:t>أز</w:t>
            </w:r>
            <w:r w:rsidRPr="009647FC">
              <w:rPr>
                <w:rtl/>
              </w:rPr>
              <w:t>هر</w:t>
            </w:r>
            <w:r w:rsidR="00AE2E85" w:rsidRPr="009647FC">
              <w:rPr>
                <w:rtl/>
              </w:rPr>
              <w:t>ُ</w:t>
            </w:r>
            <w:r w:rsidR="00AE2E85"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و</w:t>
            </w:r>
            <w:r w:rsidR="00A72677" w:rsidRPr="009647FC">
              <w:rPr>
                <w:rtl/>
              </w:rPr>
              <w:t>قا</w:t>
            </w:r>
            <w:r w:rsidRPr="009647FC">
              <w:rPr>
                <w:rtl/>
              </w:rPr>
              <w:t>لت</w:t>
            </w:r>
            <w:r w:rsidR="004C00A8">
              <w:rPr>
                <w:rtl/>
              </w:rPr>
              <w:t xml:space="preserve"> </w:t>
            </w:r>
            <w:r w:rsidR="00A72677" w:rsidRPr="009647FC">
              <w:rPr>
                <w:rtl/>
              </w:rPr>
              <w:t>نج</w:t>
            </w:r>
            <w:r w:rsidRPr="009647FC">
              <w:rPr>
                <w:rtl/>
              </w:rPr>
              <w:t>وم</w:t>
            </w:r>
            <w:r>
              <w:rPr>
                <w:rtl/>
              </w:rPr>
              <w:t xml:space="preserve"> </w:t>
            </w:r>
            <w:r w:rsidRPr="009647FC">
              <w:rPr>
                <w:rtl/>
              </w:rPr>
              <w:t>الأ</w:t>
            </w:r>
            <w:r w:rsidR="00A72677" w:rsidRPr="009647FC">
              <w:rPr>
                <w:rtl/>
              </w:rPr>
              <w:t>فق</w:t>
            </w:r>
            <w:r w:rsidRPr="009647FC">
              <w:rPr>
                <w:rtl/>
              </w:rPr>
              <w:t>:</w:t>
            </w:r>
            <w:r>
              <w:rPr>
                <w:rtl/>
              </w:rPr>
              <w:t xml:space="preserve"> </w:t>
            </w:r>
            <w:r w:rsidRPr="009647FC">
              <w:rPr>
                <w:rtl/>
              </w:rPr>
              <w:t>إنّي</w:t>
            </w:r>
            <w:r>
              <w:rPr>
                <w:rtl/>
              </w:rPr>
              <w:t xml:space="preserve"> </w:t>
            </w:r>
            <w:r w:rsidRPr="009647FC">
              <w:rPr>
                <w:rtl/>
              </w:rPr>
              <w:t>كثيرةٌ</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فق</w:t>
            </w:r>
            <w:r w:rsidR="00AE2E85" w:rsidRPr="009647FC">
              <w:rPr>
                <w:rtl/>
              </w:rPr>
              <w:t>لت:</w:t>
            </w:r>
            <w:r w:rsidR="004C00A8">
              <w:rPr>
                <w:rtl/>
              </w:rPr>
              <w:t xml:space="preserve"> </w:t>
            </w:r>
            <w:r w:rsidRPr="009647FC">
              <w:rPr>
                <w:rtl/>
              </w:rPr>
              <w:t>مز</w:t>
            </w:r>
            <w:r w:rsidR="00AE2E85" w:rsidRPr="009647FC">
              <w:rPr>
                <w:rtl/>
              </w:rPr>
              <w:t>ايا</w:t>
            </w:r>
            <w:r w:rsidR="00AE2E85">
              <w:rPr>
                <w:rtl/>
              </w:rPr>
              <w:t xml:space="preserve"> </w:t>
            </w:r>
            <w:r w:rsidRPr="009647FC">
              <w:rPr>
                <w:rtl/>
              </w:rPr>
              <w:t>شي</w:t>
            </w:r>
            <w:r w:rsidR="00AE2E85" w:rsidRPr="009647FC">
              <w:rPr>
                <w:rtl/>
              </w:rPr>
              <w:t>خنا</w:t>
            </w:r>
            <w:r w:rsidR="00AE2E85">
              <w:rPr>
                <w:rtl/>
              </w:rPr>
              <w:t xml:space="preserve"> </w:t>
            </w:r>
            <w:r w:rsidR="00AE2E85" w:rsidRPr="009647FC">
              <w:rPr>
                <w:rtl/>
              </w:rPr>
              <w:t>منكِ</w:t>
            </w:r>
            <w:r w:rsidR="00AE2E85">
              <w:rPr>
                <w:rtl/>
              </w:rPr>
              <w:t xml:space="preserve"> </w:t>
            </w:r>
            <w:r w:rsidR="00AE2E85" w:rsidRPr="009647FC">
              <w:rPr>
                <w:rtl/>
              </w:rPr>
              <w:t>أكثرُ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و</w:t>
            </w:r>
            <w:r w:rsidR="00A72677" w:rsidRPr="009647FC">
              <w:rPr>
                <w:rtl/>
              </w:rPr>
              <w:t>قا</w:t>
            </w:r>
            <w:r w:rsidRPr="009647FC">
              <w:rPr>
                <w:rtl/>
              </w:rPr>
              <w:t>ل</w:t>
            </w:r>
            <w:r>
              <w:rPr>
                <w:rtl/>
              </w:rPr>
              <w:t xml:space="preserve"> </w:t>
            </w:r>
            <w:r w:rsidRPr="009647FC">
              <w:rPr>
                <w:rtl/>
              </w:rPr>
              <w:t>ا</w:t>
            </w:r>
            <w:r w:rsidR="00A72677" w:rsidRPr="009647FC">
              <w:rPr>
                <w:rtl/>
              </w:rPr>
              <w:t>لن</w:t>
            </w:r>
            <w:r w:rsidRPr="009647FC">
              <w:rPr>
                <w:rtl/>
              </w:rPr>
              <w:t>سيم</w:t>
            </w:r>
            <w:r>
              <w:rPr>
                <w:rtl/>
              </w:rPr>
              <w:t xml:space="preserve"> </w:t>
            </w:r>
            <w:r w:rsidRPr="009647FC">
              <w:rPr>
                <w:rtl/>
              </w:rPr>
              <w:t>ا</w:t>
            </w:r>
            <w:r w:rsidR="00A72677" w:rsidRPr="009647FC">
              <w:rPr>
                <w:rtl/>
              </w:rPr>
              <w:t>لغ</w:t>
            </w:r>
            <w:r w:rsidRPr="009647FC">
              <w:rPr>
                <w:rtl/>
              </w:rPr>
              <w:t>ضُّ:</w:t>
            </w:r>
            <w:r>
              <w:rPr>
                <w:rtl/>
              </w:rPr>
              <w:t xml:space="preserve"> </w:t>
            </w:r>
            <w:r w:rsidRPr="009647FC">
              <w:rPr>
                <w:rtl/>
              </w:rPr>
              <w:t>إنّي</w:t>
            </w:r>
            <w:r>
              <w:rPr>
                <w:rtl/>
              </w:rPr>
              <w:t xml:space="preserve"> </w:t>
            </w:r>
            <w:r w:rsidRPr="009647FC">
              <w:rPr>
                <w:rtl/>
              </w:rPr>
              <w:t>لعاطرٌ</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فق</w:t>
            </w:r>
            <w:r w:rsidR="00AE2E85" w:rsidRPr="009647FC">
              <w:rPr>
                <w:rtl/>
              </w:rPr>
              <w:t>لت:</w:t>
            </w:r>
            <w:r w:rsidR="00AE2E85">
              <w:rPr>
                <w:rtl/>
              </w:rPr>
              <w:t xml:space="preserve"> </w:t>
            </w:r>
            <w:r w:rsidRPr="009647FC">
              <w:rPr>
                <w:rtl/>
              </w:rPr>
              <w:t>شذ</w:t>
            </w:r>
            <w:r w:rsidR="00AE2E85" w:rsidRPr="009647FC">
              <w:rPr>
                <w:rtl/>
              </w:rPr>
              <w:t>ا</w:t>
            </w:r>
            <w:r w:rsidR="00AE2E85">
              <w:rPr>
                <w:rtl/>
              </w:rPr>
              <w:t xml:space="preserve"> </w:t>
            </w:r>
            <w:r w:rsidR="00AE2E85" w:rsidRPr="009647FC">
              <w:rPr>
                <w:rtl/>
              </w:rPr>
              <w:t>أ</w:t>
            </w:r>
            <w:r w:rsidRPr="009647FC">
              <w:rPr>
                <w:rtl/>
              </w:rPr>
              <w:t>خل</w:t>
            </w:r>
            <w:r w:rsidR="00AE2E85" w:rsidRPr="009647FC">
              <w:rPr>
                <w:rtl/>
              </w:rPr>
              <w:t>اقه</w:t>
            </w:r>
            <w:r w:rsidR="00AE2E85">
              <w:rPr>
                <w:rtl/>
              </w:rPr>
              <w:t xml:space="preserve"> </w:t>
            </w:r>
            <w:r w:rsidRPr="009647FC">
              <w:rPr>
                <w:rtl/>
              </w:rPr>
              <w:t>من</w:t>
            </w:r>
            <w:r w:rsidR="00AE2E85" w:rsidRPr="009647FC">
              <w:rPr>
                <w:rtl/>
              </w:rPr>
              <w:t>ك</w:t>
            </w:r>
            <w:r w:rsidR="00677BC4">
              <w:rPr>
                <w:rtl/>
              </w:rPr>
              <w:t>َ</w:t>
            </w:r>
            <w:r w:rsidR="00AE2E85">
              <w:rPr>
                <w:rtl/>
              </w:rPr>
              <w:t xml:space="preserve"> </w:t>
            </w:r>
            <w:r w:rsidR="00AE2E85" w:rsidRPr="009647FC">
              <w:rPr>
                <w:rtl/>
              </w:rPr>
              <w:t>أعطرُ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ودعْ</w:t>
            </w:r>
            <w:r>
              <w:rPr>
                <w:rtl/>
              </w:rPr>
              <w:t xml:space="preserve"> </w:t>
            </w:r>
            <w:r w:rsidRPr="009647FC">
              <w:rPr>
                <w:rtl/>
              </w:rPr>
              <w:t>را</w:t>
            </w:r>
            <w:r w:rsidR="00A72677" w:rsidRPr="009647FC">
              <w:rPr>
                <w:rtl/>
              </w:rPr>
              <w:t>حت</w:t>
            </w:r>
            <w:r w:rsidRPr="009647FC">
              <w:rPr>
                <w:rtl/>
              </w:rPr>
              <w:t>يه</w:t>
            </w:r>
            <w:r>
              <w:rPr>
                <w:rtl/>
              </w:rPr>
              <w:t xml:space="preserve"> </w:t>
            </w:r>
            <w:r w:rsidR="00A72677" w:rsidRPr="009647FC">
              <w:rPr>
                <w:rtl/>
              </w:rPr>
              <w:t>يا</w:t>
            </w:r>
            <w:r>
              <w:rPr>
                <w:rtl/>
              </w:rPr>
              <w:t xml:space="preserve"> </w:t>
            </w:r>
            <w:r w:rsidR="00A72677" w:rsidRPr="009647FC">
              <w:rPr>
                <w:rtl/>
              </w:rPr>
              <w:t>سح</w:t>
            </w:r>
            <w:r w:rsidRPr="009647FC">
              <w:rPr>
                <w:rtl/>
              </w:rPr>
              <w:t>ابُ</w:t>
            </w:r>
            <w:r>
              <w:rPr>
                <w:rtl/>
              </w:rPr>
              <w:t xml:space="preserve"> </w:t>
            </w:r>
            <w:r w:rsidR="00A72677" w:rsidRPr="009647FC">
              <w:rPr>
                <w:rtl/>
              </w:rPr>
              <w:t>فم</w:t>
            </w:r>
            <w:r w:rsidRPr="009647FC">
              <w:rPr>
                <w:rtl/>
              </w:rPr>
              <w:t>نهما</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يص</w:t>
            </w:r>
            <w:r w:rsidR="00AE2E85" w:rsidRPr="009647FC">
              <w:rPr>
                <w:rtl/>
              </w:rPr>
              <w:t>وب</w:t>
            </w:r>
            <w:r w:rsidR="00AE2E85">
              <w:rPr>
                <w:rtl/>
              </w:rPr>
              <w:t xml:space="preserve"> </w:t>
            </w:r>
            <w:r w:rsidR="00AE2E85" w:rsidRPr="009647FC">
              <w:rPr>
                <w:rtl/>
              </w:rPr>
              <w:t>ا</w:t>
            </w:r>
            <w:r w:rsidRPr="009647FC">
              <w:rPr>
                <w:rtl/>
              </w:rPr>
              <w:t>لن</w:t>
            </w:r>
            <w:r w:rsidR="00AE2E85" w:rsidRPr="009647FC">
              <w:rPr>
                <w:rtl/>
              </w:rPr>
              <w:t>دى</w:t>
            </w:r>
            <w:r w:rsidR="00AE2E85">
              <w:rPr>
                <w:rtl/>
              </w:rPr>
              <w:t xml:space="preserve"> </w:t>
            </w:r>
            <w:r w:rsidR="00AE2E85" w:rsidRPr="009647FC">
              <w:rPr>
                <w:rtl/>
              </w:rPr>
              <w:t>طبعاً</w:t>
            </w:r>
            <w:r w:rsidR="00AE2E85">
              <w:rPr>
                <w:rtl/>
              </w:rPr>
              <w:t xml:space="preserve"> </w:t>
            </w:r>
            <w:r w:rsidR="00AE2E85" w:rsidRPr="009647FC">
              <w:rPr>
                <w:rtl/>
              </w:rPr>
              <w:t>وأنت</w:t>
            </w:r>
            <w:r w:rsidR="00AE2E85">
              <w:rPr>
                <w:rtl/>
              </w:rPr>
              <w:t xml:space="preserve"> </w:t>
            </w:r>
            <w:r w:rsidR="00AE2E85" w:rsidRPr="009647FC">
              <w:rPr>
                <w:rtl/>
              </w:rPr>
              <w:t>مسخّرُ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لق</w:t>
            </w:r>
            <w:r w:rsidR="00AE2E85" w:rsidRPr="009647FC">
              <w:rPr>
                <w:rtl/>
              </w:rPr>
              <w:t>د</w:t>
            </w:r>
            <w:r w:rsidR="00AE2E85">
              <w:rPr>
                <w:rtl/>
              </w:rPr>
              <w:t xml:space="preserve"> </w:t>
            </w:r>
            <w:r w:rsidRPr="009647FC">
              <w:rPr>
                <w:rtl/>
              </w:rPr>
              <w:t>نش</w:t>
            </w:r>
            <w:r w:rsidR="00AE2E85" w:rsidRPr="009647FC">
              <w:rPr>
                <w:rtl/>
              </w:rPr>
              <w:t>أت</w:t>
            </w:r>
            <w:r w:rsidR="00AE2E85">
              <w:rPr>
                <w:rtl/>
              </w:rPr>
              <w:t xml:space="preserve"> </w:t>
            </w:r>
            <w:r w:rsidRPr="009647FC">
              <w:rPr>
                <w:rtl/>
              </w:rPr>
              <w:t>من</w:t>
            </w:r>
            <w:r w:rsidR="00AE2E85">
              <w:rPr>
                <w:rtl/>
              </w:rPr>
              <w:t xml:space="preserve"> </w:t>
            </w:r>
            <w:r w:rsidR="00AE2E85" w:rsidRPr="009647FC">
              <w:rPr>
                <w:rtl/>
              </w:rPr>
              <w:t>ر</w:t>
            </w:r>
            <w:r w:rsidRPr="009647FC">
              <w:rPr>
                <w:rtl/>
              </w:rPr>
              <w:t>حم</w:t>
            </w:r>
            <w:r w:rsidR="00AE2E85" w:rsidRPr="009647FC">
              <w:rPr>
                <w:rtl/>
              </w:rPr>
              <w:t>ة</w:t>
            </w:r>
            <w:r w:rsidR="00AE2E85">
              <w:rPr>
                <w:rtl/>
              </w:rPr>
              <w:t xml:space="preserve"> </w:t>
            </w:r>
            <w:r w:rsidR="00AE2E85" w:rsidRPr="009647FC">
              <w:rPr>
                <w:rtl/>
              </w:rPr>
              <w:t>الله</w:t>
            </w:r>
            <w:r w:rsidR="00AE2E85">
              <w:rPr>
                <w:rtl/>
              </w:rPr>
              <w:t xml:space="preserve"> </w:t>
            </w:r>
            <w:r w:rsidR="00AE2E85" w:rsidRPr="009647FC">
              <w:rPr>
                <w:rtl/>
              </w:rPr>
              <w:t>فيهما</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سح</w:t>
            </w:r>
            <w:r w:rsidR="00AE2E85" w:rsidRPr="009647FC">
              <w:rPr>
                <w:rtl/>
              </w:rPr>
              <w:t>ائبُ</w:t>
            </w:r>
            <w:r w:rsidR="004C00A8">
              <w:rPr>
                <w:rtl/>
              </w:rPr>
              <w:t xml:space="preserve"> </w:t>
            </w:r>
            <w:r w:rsidRPr="009647FC">
              <w:rPr>
                <w:rtl/>
              </w:rPr>
              <w:t>عش</w:t>
            </w:r>
            <w:r w:rsidR="00AE2E85" w:rsidRPr="009647FC">
              <w:rPr>
                <w:rtl/>
              </w:rPr>
              <w:t>ر</w:t>
            </w:r>
            <w:r w:rsidR="00AE2E85">
              <w:rPr>
                <w:rtl/>
              </w:rPr>
              <w:t xml:space="preserve"> </w:t>
            </w:r>
            <w:r w:rsidRPr="009647FC">
              <w:rPr>
                <w:rtl/>
              </w:rPr>
              <w:t>با</w:t>
            </w:r>
            <w:r w:rsidR="00AE2E85" w:rsidRPr="009647FC">
              <w:rPr>
                <w:rtl/>
              </w:rPr>
              <w:t>لعوارف</w:t>
            </w:r>
            <w:r w:rsidR="00AE2E85">
              <w:rPr>
                <w:rtl/>
              </w:rPr>
              <w:t xml:space="preserve"> </w:t>
            </w:r>
            <w:r w:rsidR="00AE2E85" w:rsidRPr="009647FC">
              <w:rPr>
                <w:rtl/>
              </w:rPr>
              <w:t>تمطرُ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A72677">
              <w:rPr>
                <w:rtl/>
              </w:rPr>
              <w:t>في</w:t>
            </w:r>
            <w:r w:rsidR="00AE2E85" w:rsidRPr="00A72677">
              <w:rPr>
                <w:rtl/>
              </w:rPr>
              <w:t xml:space="preserve">ا </w:t>
            </w:r>
            <w:r w:rsidRPr="00A72677">
              <w:rPr>
                <w:rtl/>
              </w:rPr>
              <w:t>عل</w:t>
            </w:r>
            <w:r w:rsidR="00AE2E85" w:rsidRPr="00A72677">
              <w:rPr>
                <w:rtl/>
              </w:rPr>
              <w:t xml:space="preserve">ماء الأرض </w:t>
            </w:r>
            <w:r w:rsidRPr="00A72677">
              <w:rPr>
                <w:rtl/>
              </w:rPr>
              <w:t>شر</w:t>
            </w:r>
            <w:r w:rsidR="00AE2E85" w:rsidRPr="00A72677">
              <w:rPr>
                <w:rtl/>
              </w:rPr>
              <w:t>قاً ومغربا</w:t>
            </w:r>
            <w:r w:rsidR="00AE2E85"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72677" w:rsidP="00693B01">
            <w:pPr>
              <w:pStyle w:val="libPoem"/>
            </w:pPr>
            <w:r w:rsidRPr="00A72677">
              <w:rPr>
                <w:rtl/>
              </w:rPr>
              <w:t>كذ</w:t>
            </w:r>
            <w:r w:rsidR="00AE2E85" w:rsidRPr="00A72677">
              <w:rPr>
                <w:rtl/>
              </w:rPr>
              <w:t xml:space="preserve">ا </w:t>
            </w:r>
            <w:r w:rsidRPr="00A72677">
              <w:rPr>
                <w:rtl/>
              </w:rPr>
              <w:t>فل</w:t>
            </w:r>
            <w:r w:rsidR="00AE2E85" w:rsidRPr="00A72677">
              <w:rPr>
                <w:rtl/>
              </w:rPr>
              <w:t>يكنْ م</w:t>
            </w:r>
            <w:r w:rsidR="00677BC4">
              <w:rPr>
                <w:rtl/>
              </w:rPr>
              <w:t>َ</w:t>
            </w:r>
            <w:r w:rsidRPr="00A72677">
              <w:rPr>
                <w:rtl/>
              </w:rPr>
              <w:t>ن</w:t>
            </w:r>
            <w:r w:rsidR="00AE2E85" w:rsidRPr="00A72677">
              <w:rPr>
                <w:rtl/>
              </w:rPr>
              <w:t xml:space="preserve">ْ </w:t>
            </w:r>
            <w:r w:rsidRPr="00A72677">
              <w:rPr>
                <w:rtl/>
              </w:rPr>
              <w:t>لل</w:t>
            </w:r>
            <w:r w:rsidR="00AE2E85" w:rsidRPr="00A72677">
              <w:rPr>
                <w:rtl/>
              </w:rPr>
              <w:t xml:space="preserve">هدى </w:t>
            </w:r>
            <w:r w:rsidRPr="00A72677">
              <w:rPr>
                <w:rtl/>
              </w:rPr>
              <w:t>يت</w:t>
            </w:r>
            <w:r w:rsidR="00AE2E85" w:rsidRPr="00A72677">
              <w:rPr>
                <w:rtl/>
              </w:rPr>
              <w:t>خيّرُ</w:t>
            </w:r>
            <w:r w:rsidR="00AE2E85" w:rsidRPr="00A72677">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A72677">
              <w:rPr>
                <w:rtl/>
              </w:rPr>
              <w:t>و</w:t>
            </w:r>
            <w:r w:rsidR="00A72677" w:rsidRPr="00A72677">
              <w:rPr>
                <w:rtl/>
              </w:rPr>
              <w:t>يا</w:t>
            </w:r>
            <w:r w:rsidRPr="00A72677">
              <w:rPr>
                <w:rtl/>
              </w:rPr>
              <w:t xml:space="preserve"> </w:t>
            </w:r>
            <w:r w:rsidR="00A72677" w:rsidRPr="00A72677">
              <w:rPr>
                <w:rtl/>
              </w:rPr>
              <w:t>خي</w:t>
            </w:r>
            <w:r w:rsidRPr="00A72677">
              <w:rPr>
                <w:rtl/>
              </w:rPr>
              <w:t>ر م</w:t>
            </w:r>
            <w:r w:rsidR="00677BC4">
              <w:rPr>
                <w:rtl/>
              </w:rPr>
              <w:t>َ</w:t>
            </w:r>
            <w:r w:rsidR="00A72677" w:rsidRPr="00A72677">
              <w:rPr>
                <w:rtl/>
              </w:rPr>
              <w:t>ن</w:t>
            </w:r>
            <w:r w:rsidRPr="00A72677">
              <w:rPr>
                <w:rtl/>
              </w:rPr>
              <w:t>ْ يرتاده آمل الورى</w:t>
            </w:r>
            <w:r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72677" w:rsidP="00693B01">
            <w:pPr>
              <w:pStyle w:val="libPoem"/>
            </w:pPr>
            <w:r w:rsidRPr="00A72677">
              <w:rPr>
                <w:rtl/>
              </w:rPr>
              <w:t>فم</w:t>
            </w:r>
            <w:r w:rsidR="00AE2E85" w:rsidRPr="00A72677">
              <w:rPr>
                <w:rtl/>
              </w:rPr>
              <w:t xml:space="preserve">نظره </w:t>
            </w:r>
            <w:r w:rsidRPr="00A72677">
              <w:rPr>
                <w:rtl/>
              </w:rPr>
              <w:t>في</w:t>
            </w:r>
            <w:r w:rsidR="00AE2E85" w:rsidRPr="00A72677">
              <w:rPr>
                <w:rtl/>
              </w:rPr>
              <w:t xml:space="preserve"> رو</w:t>
            </w:r>
            <w:r w:rsidRPr="00A72677">
              <w:rPr>
                <w:rtl/>
              </w:rPr>
              <w:t>ضة</w:t>
            </w:r>
            <w:r w:rsidR="00AE2E85" w:rsidRPr="00A72677">
              <w:rPr>
                <w:rtl/>
              </w:rPr>
              <w:t xml:space="preserve">ٍ </w:t>
            </w:r>
            <w:r w:rsidRPr="00A72677">
              <w:rPr>
                <w:rtl/>
              </w:rPr>
              <w:t>من</w:t>
            </w:r>
            <w:r w:rsidR="00AE2E85" w:rsidRPr="00A72677">
              <w:rPr>
                <w:rtl/>
              </w:rPr>
              <w:t>ه يحبرُ</w:t>
            </w:r>
            <w:r w:rsidR="00AE2E85" w:rsidRPr="00A72677">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A72677">
              <w:rPr>
                <w:rtl/>
              </w:rPr>
              <w:t>إذا</w:t>
            </w:r>
            <w:r w:rsidR="004C00A8">
              <w:rPr>
                <w:rtl/>
              </w:rPr>
              <w:t xml:space="preserve"> </w:t>
            </w:r>
            <w:r w:rsidR="00A72677" w:rsidRPr="00A72677">
              <w:rPr>
                <w:rtl/>
              </w:rPr>
              <w:t>قي</w:t>
            </w:r>
            <w:r w:rsidRPr="00A72677">
              <w:rPr>
                <w:rtl/>
              </w:rPr>
              <w:t>ل فيمنْ روضة الفضل تزهر</w:t>
            </w:r>
            <w:r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E2E85" w:rsidP="00693B01">
            <w:pPr>
              <w:pStyle w:val="libPoem"/>
            </w:pPr>
            <w:r w:rsidRPr="00A72677">
              <w:rPr>
                <w:rtl/>
              </w:rPr>
              <w:t xml:space="preserve">وأيُ </w:t>
            </w:r>
            <w:r w:rsidR="00A72677" w:rsidRPr="00A72677">
              <w:rPr>
                <w:rtl/>
              </w:rPr>
              <w:t>بح</w:t>
            </w:r>
            <w:r w:rsidRPr="00A72677">
              <w:rPr>
                <w:rtl/>
              </w:rPr>
              <w:t>ارِ ا</w:t>
            </w:r>
            <w:r w:rsidR="00A72677" w:rsidRPr="00A72677">
              <w:rPr>
                <w:rtl/>
              </w:rPr>
              <w:t>لع</w:t>
            </w:r>
            <w:r w:rsidRPr="00A72677">
              <w:rPr>
                <w:rtl/>
              </w:rPr>
              <w:t>لم أروى وأ</w:t>
            </w:r>
            <w:r w:rsidR="00A72677" w:rsidRPr="00A72677">
              <w:rPr>
                <w:rtl/>
              </w:rPr>
              <w:t>غز</w:t>
            </w:r>
            <w:r w:rsidRPr="00A72677">
              <w:rPr>
                <w:rtl/>
              </w:rPr>
              <w:t>رُ؟</w:t>
            </w:r>
            <w:r w:rsidRPr="00A72677">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إ</w:t>
            </w:r>
            <w:r w:rsidR="00A72677" w:rsidRPr="009647FC">
              <w:rPr>
                <w:rtl/>
              </w:rPr>
              <w:t>لي</w:t>
            </w:r>
            <w:r w:rsidRPr="009647FC">
              <w:rPr>
                <w:rtl/>
              </w:rPr>
              <w:t>ك</w:t>
            </w:r>
            <w:r w:rsidR="00677BC4">
              <w:rPr>
                <w:rtl/>
              </w:rPr>
              <w:t>َ</w:t>
            </w:r>
            <w:r w:rsidR="004C00A8">
              <w:rPr>
                <w:rtl/>
              </w:rPr>
              <w:t xml:space="preserve"> </w:t>
            </w:r>
            <w:r w:rsidR="00A72677" w:rsidRPr="009647FC">
              <w:rPr>
                <w:rtl/>
              </w:rPr>
              <w:t>غد</w:t>
            </w:r>
            <w:r w:rsidRPr="009647FC">
              <w:rPr>
                <w:rtl/>
              </w:rPr>
              <w:t>ت</w:t>
            </w:r>
            <w:r>
              <w:rPr>
                <w:rtl/>
              </w:rPr>
              <w:t xml:space="preserve"> </w:t>
            </w:r>
            <w:r w:rsidRPr="009647FC">
              <w:rPr>
                <w:rtl/>
              </w:rPr>
              <w:t>تومي</w:t>
            </w:r>
            <w:r>
              <w:rPr>
                <w:rtl/>
              </w:rPr>
              <w:t xml:space="preserve"> </w:t>
            </w:r>
            <w:r w:rsidRPr="009647FC">
              <w:rPr>
                <w:rtl/>
              </w:rPr>
              <w:t>الشريعة</w:t>
            </w:r>
            <w:r>
              <w:rPr>
                <w:rtl/>
              </w:rPr>
              <w:t xml:space="preserve"> </w:t>
            </w:r>
            <w:r w:rsidRPr="009647FC">
              <w:rPr>
                <w:rtl/>
              </w:rPr>
              <w:t>لا</w:t>
            </w:r>
            <w:r>
              <w:rPr>
                <w:rtl/>
              </w:rPr>
              <w:t xml:space="preserve"> </w:t>
            </w:r>
            <w:r w:rsidRPr="009647FC">
              <w:rPr>
                <w:rtl/>
              </w:rPr>
              <w:t>إلى</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Pr="00524A24" w:rsidRDefault="00A72677" w:rsidP="00693B01">
            <w:pPr>
              <w:pStyle w:val="libPoem"/>
            </w:pPr>
            <w:r w:rsidRPr="009647FC">
              <w:rPr>
                <w:rtl/>
              </w:rPr>
              <w:t>سو</w:t>
            </w:r>
            <w:r w:rsidR="00AE2E85" w:rsidRPr="009647FC">
              <w:rPr>
                <w:rtl/>
              </w:rPr>
              <w:t>اك</w:t>
            </w:r>
            <w:r w:rsidR="00AE2E85">
              <w:rPr>
                <w:rtl/>
              </w:rPr>
              <w:t xml:space="preserve"> </w:t>
            </w:r>
            <w:r w:rsidR="00AE2E85" w:rsidRPr="009647FC">
              <w:rPr>
                <w:rtl/>
              </w:rPr>
              <w:t>وأ</w:t>
            </w:r>
            <w:r w:rsidRPr="009647FC">
              <w:rPr>
                <w:rtl/>
              </w:rPr>
              <w:t>ثن</w:t>
            </w:r>
            <w:r w:rsidR="00AE2E85" w:rsidRPr="009647FC">
              <w:rPr>
                <w:rtl/>
              </w:rPr>
              <w:t>تْ</w:t>
            </w:r>
            <w:r w:rsidR="00AE2E85">
              <w:rPr>
                <w:rtl/>
              </w:rPr>
              <w:t xml:space="preserve"> </w:t>
            </w:r>
            <w:r w:rsidR="00AE2E85" w:rsidRPr="009647FC">
              <w:rPr>
                <w:rtl/>
              </w:rPr>
              <w:t>وا</w:t>
            </w:r>
            <w:r w:rsidRPr="009647FC">
              <w:rPr>
                <w:rtl/>
              </w:rPr>
              <w:t>نث</w:t>
            </w:r>
            <w:r w:rsidR="00AE2E85" w:rsidRPr="009647FC">
              <w:rPr>
                <w:rtl/>
              </w:rPr>
              <w:t>نت</w:t>
            </w:r>
            <w:r w:rsidR="00AE2E85">
              <w:rPr>
                <w:rtl/>
              </w:rPr>
              <w:t xml:space="preserve"> </w:t>
            </w:r>
            <w:r w:rsidR="00AE2E85" w:rsidRPr="009647FC">
              <w:rPr>
                <w:rtl/>
              </w:rPr>
              <w:t>لك</w:t>
            </w:r>
            <w:r w:rsidR="00AE2E85">
              <w:rPr>
                <w:rtl/>
              </w:rPr>
              <w:t xml:space="preserve"> </w:t>
            </w:r>
            <w:r w:rsidR="00AE2E85" w:rsidRPr="009647FC">
              <w:rPr>
                <w:rtl/>
              </w:rPr>
              <w:t>تشكرُ</w:t>
            </w:r>
            <w:r w:rsidR="00AE2E85"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 رونق</w:t>
      </w:r>
      <w:r w:rsidR="00D769AB">
        <w:rPr>
          <w:rtl/>
        </w:rPr>
        <w:t>،</w:t>
      </w:r>
      <w:r w:rsidRPr="009647FC">
        <w:rPr>
          <w:rtl/>
        </w:rPr>
        <w:t xml:space="preserve"> وهو الذي أهداه الرسول الأعظم (صلّى الله عليه وآله) إلى ابن عمّه الإمام علي (عليه السّلام)</w:t>
      </w:r>
      <w:r w:rsidR="00D769AB">
        <w:rPr>
          <w:rtl/>
        </w:rPr>
        <w:t>،</w:t>
      </w:r>
      <w:r w:rsidRPr="009647FC">
        <w:rPr>
          <w:rtl/>
        </w:rPr>
        <w:t xml:space="preserve"> وهو المعروف بذي الفقار</w:t>
      </w:r>
      <w:r w:rsidR="00D769AB">
        <w:rPr>
          <w:rtl/>
        </w:rPr>
        <w:t>،</w:t>
      </w:r>
      <w:r w:rsidRPr="009647FC">
        <w:rPr>
          <w:rtl/>
        </w:rPr>
        <w:t xml:space="preserve"> وقد وصفه بالبيت الأخير مشيراً إلى الكلمة المأثورة</w:t>
      </w:r>
      <w:r w:rsidR="00D769AB">
        <w:rPr>
          <w:rtl/>
        </w:rPr>
        <w:t>:</w:t>
      </w:r>
      <w:r w:rsidRPr="009647FC">
        <w:rPr>
          <w:rtl/>
        </w:rPr>
        <w:t xml:space="preserve"> إن ضرب عرضاً قط</w:t>
      </w:r>
      <w:r w:rsidR="00D769AB">
        <w:rPr>
          <w:rtl/>
        </w:rPr>
        <w:t>،</w:t>
      </w:r>
      <w:r w:rsidRPr="009647FC">
        <w:rPr>
          <w:rtl/>
        </w:rPr>
        <w:t xml:space="preserve"> وإن ضرب طولاً قد</w:t>
      </w:r>
      <w:r w:rsidR="00D769AB">
        <w:rPr>
          <w:rtl/>
        </w:rPr>
        <w:t>.</w:t>
      </w:r>
    </w:p>
    <w:p w:rsidR="009647FC" w:rsidRPr="00524A24" w:rsidRDefault="009647FC" w:rsidP="004E7EC6">
      <w:pPr>
        <w:pStyle w:val="libFootnote0"/>
      </w:pPr>
      <w:r w:rsidRPr="009647FC">
        <w:rPr>
          <w:rtl/>
        </w:rPr>
        <w:t>1</w:t>
      </w:r>
      <w:r w:rsidR="004E7EC6">
        <w:rPr>
          <w:rtl/>
        </w:rPr>
        <w:t xml:space="preserve"> - </w:t>
      </w:r>
      <w:r w:rsidRPr="009647FC">
        <w:rPr>
          <w:rtl/>
        </w:rPr>
        <w:t>وفي المخطوطتين</w:t>
      </w:r>
      <w:r w:rsidR="00D769AB">
        <w:rPr>
          <w:rtl/>
        </w:rPr>
        <w:t>:</w:t>
      </w:r>
      <w:r w:rsidRPr="009647FC">
        <w:rPr>
          <w:rtl/>
        </w:rPr>
        <w:t xml:space="preserve"> وحده</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مرّت ترجمته في الجزء الأوّل / 185</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AE2E85" w:rsidRPr="00524A24" w:rsidTr="00AE2E85">
        <w:trPr>
          <w:trHeight w:val="350"/>
        </w:trPr>
        <w:tc>
          <w:tcPr>
            <w:tcW w:w="3902" w:type="dxa"/>
          </w:tcPr>
          <w:p w:rsidR="00AE2E85" w:rsidRPr="00524A24" w:rsidRDefault="00AE2E85" w:rsidP="00693B01">
            <w:pPr>
              <w:pStyle w:val="libPoem"/>
            </w:pPr>
            <w:r w:rsidRPr="00A72677">
              <w:rPr>
                <w:rtl/>
              </w:rPr>
              <w:lastRenderedPageBreak/>
              <w:t xml:space="preserve">وإن </w:t>
            </w:r>
            <w:r w:rsidR="00A72677" w:rsidRPr="00A72677">
              <w:rPr>
                <w:rtl/>
              </w:rPr>
              <w:t>قي</w:t>
            </w:r>
            <w:r w:rsidRPr="00A72677">
              <w:rPr>
                <w:rtl/>
              </w:rPr>
              <w:t>ل م</w:t>
            </w:r>
            <w:r w:rsidR="00677BC4">
              <w:rPr>
                <w:rtl/>
              </w:rPr>
              <w:t>َ</w:t>
            </w:r>
            <w:r w:rsidR="00A72677" w:rsidRPr="00A72677">
              <w:rPr>
                <w:rtl/>
              </w:rPr>
              <w:t>ن</w:t>
            </w:r>
            <w:r w:rsidRPr="00A72677">
              <w:rPr>
                <w:rtl/>
              </w:rPr>
              <w:t xml:space="preserve">ْ </w:t>
            </w:r>
            <w:r w:rsidR="00A72677" w:rsidRPr="00A72677">
              <w:rPr>
                <w:rtl/>
              </w:rPr>
              <w:t>لل</w:t>
            </w:r>
            <w:r w:rsidRPr="00A72677">
              <w:rPr>
                <w:rtl/>
              </w:rPr>
              <w:t xml:space="preserve">مشكلات </w:t>
            </w:r>
            <w:r w:rsidR="00A72677" w:rsidRPr="00A72677">
              <w:rPr>
                <w:rtl/>
              </w:rPr>
              <w:t>يح</w:t>
            </w:r>
            <w:r w:rsidRPr="00A72677">
              <w:rPr>
                <w:rtl/>
              </w:rPr>
              <w:t>لّها</w:t>
            </w:r>
            <w:r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E2E85" w:rsidP="00693B01">
            <w:pPr>
              <w:pStyle w:val="libPoem"/>
            </w:pPr>
            <w:r w:rsidRPr="00A72677">
              <w:rPr>
                <w:rtl/>
              </w:rPr>
              <w:t>ذُكرت</w:t>
            </w:r>
            <w:r w:rsidR="00677BC4">
              <w:rPr>
                <w:rtl/>
              </w:rPr>
              <w:t>َ</w:t>
            </w:r>
            <w:r w:rsidRPr="00A72677">
              <w:rPr>
                <w:rtl/>
              </w:rPr>
              <w:t xml:space="preserve"> ولم تُعقد</w:t>
            </w:r>
            <w:r w:rsidRPr="004C00A8">
              <w:rPr>
                <w:rtl/>
              </w:rPr>
              <w:t>ْ</w:t>
            </w:r>
            <w:r w:rsidRPr="00A72677">
              <w:rPr>
                <w:rStyle w:val="libFootnotenumChar"/>
                <w:rtl/>
              </w:rPr>
              <w:t>(1)</w:t>
            </w:r>
            <w:r w:rsidRPr="00A72677">
              <w:rPr>
                <w:rtl/>
              </w:rPr>
              <w:t xml:space="preserve"> بغيرك خنصرُ</w:t>
            </w:r>
            <w:r w:rsidRPr="00A72677">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حل</w:t>
            </w:r>
            <w:r w:rsidR="00AE2E85" w:rsidRPr="009647FC">
              <w:rPr>
                <w:rtl/>
              </w:rPr>
              <w:t>يف</w:t>
            </w:r>
            <w:r w:rsidR="004C00A8">
              <w:rPr>
                <w:rtl/>
              </w:rPr>
              <w:t xml:space="preserve"> </w:t>
            </w:r>
            <w:r w:rsidR="00AE2E85" w:rsidRPr="009647FC">
              <w:rPr>
                <w:rtl/>
              </w:rPr>
              <w:t>التقى</w:t>
            </w:r>
            <w:r w:rsidR="00AE2E85">
              <w:rPr>
                <w:rtl/>
              </w:rPr>
              <w:t xml:space="preserve"> </w:t>
            </w:r>
            <w:r w:rsidR="00AE2E85" w:rsidRPr="009647FC">
              <w:rPr>
                <w:rtl/>
              </w:rPr>
              <w:t>ما</w:t>
            </w:r>
            <w:r w:rsidR="00AE2E85">
              <w:rPr>
                <w:rtl/>
              </w:rPr>
              <w:t xml:space="preserve"> </w:t>
            </w:r>
            <w:r w:rsidR="00AE2E85" w:rsidRPr="009647FC">
              <w:rPr>
                <w:rtl/>
              </w:rPr>
              <w:t>سار</w:t>
            </w:r>
            <w:r w:rsidR="00AE2E85">
              <w:rPr>
                <w:rtl/>
              </w:rPr>
              <w:t xml:space="preserve"> </w:t>
            </w:r>
            <w:r w:rsidR="00AE2E85" w:rsidRPr="009647FC">
              <w:rPr>
                <w:rtl/>
              </w:rPr>
              <w:t>ذكرٌ</w:t>
            </w:r>
            <w:r w:rsidR="00AE2E85">
              <w:rPr>
                <w:rtl/>
              </w:rPr>
              <w:t xml:space="preserve"> </w:t>
            </w:r>
            <w:r w:rsidR="00AE2E85" w:rsidRPr="009647FC">
              <w:rPr>
                <w:rtl/>
              </w:rPr>
              <w:t>لذي</w:t>
            </w:r>
            <w:r w:rsidR="00AE2E85">
              <w:rPr>
                <w:rtl/>
              </w:rPr>
              <w:t xml:space="preserve"> </w:t>
            </w:r>
            <w:r w:rsidR="00AE2E85" w:rsidRPr="009647FC">
              <w:rPr>
                <w:rtl/>
              </w:rPr>
              <w:t>تقىً</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بمنق</w:t>
            </w:r>
            <w:r w:rsidR="00AE2E85" w:rsidRPr="009647FC">
              <w:rPr>
                <w:rtl/>
              </w:rPr>
              <w:t>بةٍ</w:t>
            </w:r>
            <w:r w:rsidR="00AE2E85">
              <w:rPr>
                <w:rtl/>
              </w:rPr>
              <w:t xml:space="preserve"> </w:t>
            </w:r>
            <w:r w:rsidR="00AE2E85" w:rsidRPr="009647FC">
              <w:rPr>
                <w:rtl/>
              </w:rPr>
              <w:t>إلاّ</w:t>
            </w:r>
            <w:r w:rsidR="00AE2E85">
              <w:rPr>
                <w:rtl/>
              </w:rPr>
              <w:t xml:space="preserve"> </w:t>
            </w:r>
            <w:r w:rsidR="00AE2E85" w:rsidRPr="009647FC">
              <w:rPr>
                <w:rtl/>
              </w:rPr>
              <w:t>وذكرك</w:t>
            </w:r>
            <w:r w:rsidR="00AE2E85">
              <w:rPr>
                <w:rtl/>
              </w:rPr>
              <w:t xml:space="preserve"> </w:t>
            </w:r>
            <w:r w:rsidR="00AE2E85" w:rsidRPr="009647FC">
              <w:rPr>
                <w:rtl/>
              </w:rPr>
              <w:t>أ</w:t>
            </w:r>
            <w:r w:rsidRPr="009647FC">
              <w:rPr>
                <w:rtl/>
              </w:rPr>
              <w:t>سير</w:t>
            </w:r>
            <w:r w:rsidR="00AE2E85" w:rsidRPr="009647FC">
              <w:rPr>
                <w:rtl/>
              </w:rPr>
              <w:t>ُ</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لق</w:t>
            </w:r>
            <w:r w:rsidR="00AE2E85" w:rsidRPr="009647FC">
              <w:rPr>
                <w:rtl/>
              </w:rPr>
              <w:t>د</w:t>
            </w:r>
            <w:r w:rsidR="004C00A8">
              <w:rPr>
                <w:rtl/>
              </w:rPr>
              <w:t xml:space="preserve"> </w:t>
            </w:r>
            <w:r w:rsidRPr="009647FC">
              <w:rPr>
                <w:rtl/>
              </w:rPr>
              <w:t>ضم</w:t>
            </w:r>
            <w:r w:rsidR="00AE2E85" w:rsidRPr="009647FC">
              <w:rPr>
                <w:rtl/>
              </w:rPr>
              <w:t>ّ</w:t>
            </w:r>
            <w:r w:rsidR="00677BC4">
              <w:rPr>
                <w:rtl/>
              </w:rPr>
              <w:t>َ</w:t>
            </w:r>
            <w:r w:rsidR="00AE2E85">
              <w:rPr>
                <w:rtl/>
              </w:rPr>
              <w:t xml:space="preserve"> </w:t>
            </w:r>
            <w:r w:rsidR="00AE2E85" w:rsidRPr="009647FC">
              <w:rPr>
                <w:rtl/>
              </w:rPr>
              <w:t>منك</w:t>
            </w:r>
            <w:r w:rsidR="00AE2E85">
              <w:rPr>
                <w:rtl/>
              </w:rPr>
              <w:t xml:space="preserve"> </w:t>
            </w:r>
            <w:r w:rsidR="00AE2E85" w:rsidRPr="009647FC">
              <w:rPr>
                <w:rtl/>
              </w:rPr>
              <w:t>البردُ</w:t>
            </w:r>
            <w:r w:rsidR="00AE2E85">
              <w:rPr>
                <w:rtl/>
              </w:rPr>
              <w:t xml:space="preserve"> </w:t>
            </w:r>
            <w:r w:rsidR="00AE2E85" w:rsidRPr="009647FC">
              <w:rPr>
                <w:rtl/>
              </w:rPr>
              <w:t>والبرد</w:t>
            </w:r>
            <w:r w:rsidR="00AE2E85">
              <w:rPr>
                <w:rtl/>
              </w:rPr>
              <w:t xml:space="preserve"> </w:t>
            </w:r>
            <w:r w:rsidR="00AE2E85" w:rsidRPr="009647FC">
              <w:rPr>
                <w:rtl/>
              </w:rPr>
              <w:t>طاهرٌ</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فت</w:t>
            </w:r>
            <w:r w:rsidR="00AE2E85" w:rsidRPr="009647FC">
              <w:rPr>
                <w:rtl/>
              </w:rPr>
              <w:t>ىً</w:t>
            </w:r>
            <w:r w:rsidR="004C00A8">
              <w:rPr>
                <w:rtl/>
              </w:rPr>
              <w:t xml:space="preserve"> </w:t>
            </w:r>
            <w:r w:rsidRPr="009647FC">
              <w:rPr>
                <w:rtl/>
              </w:rPr>
              <w:t>هو</w:t>
            </w:r>
            <w:r w:rsidR="00AE2E85">
              <w:rPr>
                <w:rtl/>
              </w:rPr>
              <w:t xml:space="preserve"> </w:t>
            </w:r>
            <w:r w:rsidRPr="009647FC">
              <w:rPr>
                <w:rtl/>
              </w:rPr>
              <w:t>من</w:t>
            </w:r>
            <w:r w:rsidR="00AE2E85">
              <w:rPr>
                <w:rtl/>
              </w:rPr>
              <w:t xml:space="preserve"> </w:t>
            </w:r>
            <w:r w:rsidR="00AE2E85" w:rsidRPr="009647FC">
              <w:rPr>
                <w:rtl/>
              </w:rPr>
              <w:t>ماءِ</w:t>
            </w:r>
            <w:r w:rsidR="00AE2E85">
              <w:rPr>
                <w:rtl/>
              </w:rPr>
              <w:t xml:space="preserve"> </w:t>
            </w:r>
            <w:r w:rsidR="00AE2E85" w:rsidRPr="009647FC">
              <w:rPr>
                <w:rtl/>
              </w:rPr>
              <w:t>الغمامةِ</w:t>
            </w:r>
            <w:r w:rsidR="00AE2E85">
              <w:rPr>
                <w:rtl/>
              </w:rPr>
              <w:t xml:space="preserve"> </w:t>
            </w:r>
            <w:r w:rsidR="00AE2E85" w:rsidRPr="009647FC">
              <w:rPr>
                <w:rtl/>
              </w:rPr>
              <w:t>أطهرُ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فت</w:t>
            </w:r>
            <w:r w:rsidR="00AE2E85" w:rsidRPr="009647FC">
              <w:rPr>
                <w:rtl/>
              </w:rPr>
              <w:t>ىً</w:t>
            </w:r>
            <w:r w:rsidR="00AE2E85">
              <w:rPr>
                <w:rtl/>
              </w:rPr>
              <w:t xml:space="preserve"> </w:t>
            </w:r>
            <w:r w:rsidRPr="009647FC">
              <w:rPr>
                <w:rtl/>
              </w:rPr>
              <w:t>حب</w:t>
            </w:r>
            <w:r w:rsidR="00AE2E85" w:rsidRPr="009647FC">
              <w:rPr>
                <w:rtl/>
              </w:rPr>
              <w:t>بتْه</w:t>
            </w:r>
            <w:r w:rsidR="00AE2E85">
              <w:rPr>
                <w:rtl/>
              </w:rPr>
              <w:t xml:space="preserve"> </w:t>
            </w:r>
            <w:r w:rsidRPr="009647FC">
              <w:rPr>
                <w:rtl/>
              </w:rPr>
              <w:t>في</w:t>
            </w:r>
            <w:r w:rsidR="00AE2E85">
              <w:rPr>
                <w:rtl/>
              </w:rPr>
              <w:t xml:space="preserve"> </w:t>
            </w:r>
            <w:r w:rsidR="00AE2E85" w:rsidRPr="009647FC">
              <w:rPr>
                <w:rtl/>
              </w:rPr>
              <w:t>ا</w:t>
            </w:r>
            <w:r w:rsidRPr="009647FC">
              <w:rPr>
                <w:rtl/>
              </w:rPr>
              <w:t>لن</w:t>
            </w:r>
            <w:r w:rsidR="00AE2E85" w:rsidRPr="009647FC">
              <w:rPr>
                <w:rtl/>
              </w:rPr>
              <w:t>فوس</w:t>
            </w:r>
            <w:r w:rsidR="00AE2E85">
              <w:rPr>
                <w:rtl/>
              </w:rPr>
              <w:t xml:space="preserve"> </w:t>
            </w:r>
            <w:r w:rsidR="00AE2E85" w:rsidRPr="009647FC">
              <w:rPr>
                <w:rtl/>
              </w:rPr>
              <w:t>خلائقٌ</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يك</w:t>
            </w:r>
            <w:r w:rsidR="00AE2E85" w:rsidRPr="009647FC">
              <w:rPr>
                <w:rtl/>
              </w:rPr>
              <w:t>ادُ</w:t>
            </w:r>
            <w:r w:rsidR="00AE2E85">
              <w:rPr>
                <w:rtl/>
              </w:rPr>
              <w:t xml:space="preserve"> </w:t>
            </w:r>
            <w:r w:rsidRPr="009647FC">
              <w:rPr>
                <w:rtl/>
              </w:rPr>
              <w:t>به</w:t>
            </w:r>
            <w:r w:rsidR="00AE2E85" w:rsidRPr="009647FC">
              <w:rPr>
                <w:rtl/>
              </w:rPr>
              <w:t>ا</w:t>
            </w:r>
            <w:r w:rsidR="00AE2E85">
              <w:rPr>
                <w:rtl/>
              </w:rPr>
              <w:t xml:space="preserve"> </w:t>
            </w:r>
            <w:r w:rsidRPr="009647FC">
              <w:rPr>
                <w:rtl/>
              </w:rPr>
              <w:t>من</w:t>
            </w:r>
            <w:r w:rsidR="00AE2E85">
              <w:rPr>
                <w:rtl/>
              </w:rPr>
              <w:t xml:space="preserve"> </w:t>
            </w:r>
            <w:r w:rsidR="00AE2E85" w:rsidRPr="009647FC">
              <w:rPr>
                <w:rtl/>
              </w:rPr>
              <w:t>وجههِ</w:t>
            </w:r>
            <w:r w:rsidR="00AE2E85">
              <w:rPr>
                <w:rtl/>
              </w:rPr>
              <w:t xml:space="preserve"> </w:t>
            </w:r>
            <w:r w:rsidR="00AE2E85" w:rsidRPr="009647FC">
              <w:rPr>
                <w:rtl/>
              </w:rPr>
              <w:t>البِشرُ</w:t>
            </w:r>
            <w:r w:rsidR="00AE2E85">
              <w:rPr>
                <w:rtl/>
              </w:rPr>
              <w:t xml:space="preserve"> </w:t>
            </w:r>
            <w:r w:rsidR="00AE2E85" w:rsidRPr="009647FC">
              <w:rPr>
                <w:rtl/>
              </w:rPr>
              <w:t>يقطرُ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فل</w:t>
            </w:r>
            <w:r w:rsidR="00AE2E85" w:rsidRPr="009647FC">
              <w:rPr>
                <w:rtl/>
              </w:rPr>
              <w:t>و</w:t>
            </w:r>
            <w:r w:rsidR="00AE2E85">
              <w:rPr>
                <w:rtl/>
              </w:rPr>
              <w:t xml:space="preserve"> </w:t>
            </w:r>
            <w:r w:rsidRPr="009647FC">
              <w:rPr>
                <w:rtl/>
              </w:rPr>
              <w:t>لم</w:t>
            </w:r>
            <w:r w:rsidR="00AE2E85">
              <w:rPr>
                <w:rtl/>
              </w:rPr>
              <w:t xml:space="preserve"> </w:t>
            </w:r>
            <w:r w:rsidR="00AE2E85" w:rsidRPr="009647FC">
              <w:rPr>
                <w:rtl/>
              </w:rPr>
              <w:t>أ</w:t>
            </w:r>
            <w:r w:rsidRPr="009647FC">
              <w:rPr>
                <w:rtl/>
              </w:rPr>
              <w:t>بت</w:t>
            </w:r>
            <w:r w:rsidR="00AE2E85" w:rsidRPr="009647FC">
              <w:rPr>
                <w:rtl/>
              </w:rPr>
              <w:t>ْ</w:t>
            </w:r>
            <w:r w:rsidR="00AE2E85">
              <w:rPr>
                <w:rtl/>
              </w:rPr>
              <w:t xml:space="preserve"> </w:t>
            </w:r>
            <w:r w:rsidR="00AE2E85" w:rsidRPr="009647FC">
              <w:rPr>
                <w:rtl/>
              </w:rPr>
              <w:t>فيها</w:t>
            </w:r>
            <w:r w:rsidR="00AE2E85">
              <w:rPr>
                <w:rtl/>
              </w:rPr>
              <w:t xml:space="preserve"> </w:t>
            </w:r>
            <w:r w:rsidR="00AE2E85" w:rsidRPr="009647FC">
              <w:rPr>
                <w:rtl/>
              </w:rPr>
              <w:t>من</w:t>
            </w:r>
            <w:r w:rsidR="00AE2E85">
              <w:rPr>
                <w:rtl/>
              </w:rPr>
              <w:t xml:space="preserve"> </w:t>
            </w:r>
            <w:r w:rsidR="00AE2E85" w:rsidRPr="009647FC">
              <w:rPr>
                <w:rtl/>
              </w:rPr>
              <w:t>الهمِّ</w:t>
            </w:r>
            <w:r w:rsidR="00AE2E85">
              <w:rPr>
                <w:rtl/>
              </w:rPr>
              <w:t xml:space="preserve"> </w:t>
            </w:r>
            <w:r w:rsidR="00AE2E85" w:rsidRPr="009647FC">
              <w:rPr>
                <w:rtl/>
              </w:rPr>
              <w:t>صاحيا</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لق</w:t>
            </w:r>
            <w:r w:rsidR="00AE2E85" w:rsidRPr="009647FC">
              <w:rPr>
                <w:rtl/>
              </w:rPr>
              <w:t>لتُ</w:t>
            </w:r>
            <w:r w:rsidR="004C00A8">
              <w:rPr>
                <w:rtl/>
              </w:rPr>
              <w:t xml:space="preserve"> </w:t>
            </w:r>
            <w:r w:rsidR="00AE2E85" w:rsidRPr="009647FC">
              <w:rPr>
                <w:rtl/>
              </w:rPr>
              <w:t>هي</w:t>
            </w:r>
            <w:r w:rsidR="00AE2E85">
              <w:rPr>
                <w:rtl/>
              </w:rPr>
              <w:t xml:space="preserve"> </w:t>
            </w:r>
            <w:r w:rsidR="00AE2E85" w:rsidRPr="009647FC">
              <w:rPr>
                <w:rtl/>
              </w:rPr>
              <w:t>الصهباء</w:t>
            </w:r>
            <w:r w:rsidR="00AE2E85">
              <w:rPr>
                <w:rtl/>
              </w:rPr>
              <w:t xml:space="preserve"> </w:t>
            </w:r>
            <w:r w:rsidR="00AE2E85" w:rsidRPr="009647FC">
              <w:rPr>
                <w:rtl/>
              </w:rPr>
              <w:t>من</w:t>
            </w:r>
            <w:r w:rsidR="00AE2E85">
              <w:rPr>
                <w:rtl/>
              </w:rPr>
              <w:t xml:space="preserve"> </w:t>
            </w:r>
            <w:r w:rsidR="00AE2E85" w:rsidRPr="009647FC">
              <w:rPr>
                <w:rtl/>
              </w:rPr>
              <w:t>حيث</w:t>
            </w:r>
            <w:r w:rsidR="00AE2E85">
              <w:rPr>
                <w:rtl/>
              </w:rPr>
              <w:t xml:space="preserve"> </w:t>
            </w:r>
            <w:r w:rsidR="00AE2E85" w:rsidRPr="009647FC">
              <w:rPr>
                <w:rtl/>
              </w:rPr>
              <w:t>تسكرُ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A72677">
              <w:rPr>
                <w:rtl/>
              </w:rPr>
              <w:t>إ</w:t>
            </w:r>
            <w:r w:rsidR="00A72677" w:rsidRPr="00A72677">
              <w:rPr>
                <w:rtl/>
              </w:rPr>
              <w:t>لي</w:t>
            </w:r>
            <w:r w:rsidRPr="00A72677">
              <w:rPr>
                <w:rtl/>
              </w:rPr>
              <w:t>ك</w:t>
            </w:r>
            <w:r w:rsidR="00677BC4">
              <w:rPr>
                <w:rtl/>
              </w:rPr>
              <w:t>َ</w:t>
            </w:r>
            <w:r w:rsidR="004C00A8">
              <w:rPr>
                <w:rtl/>
              </w:rPr>
              <w:t xml:space="preserve"> </w:t>
            </w:r>
            <w:r w:rsidR="00A72677" w:rsidRPr="00A72677">
              <w:rPr>
                <w:rtl/>
              </w:rPr>
              <w:t>عر</w:t>
            </w:r>
            <w:r w:rsidRPr="00A72677">
              <w:rPr>
                <w:rtl/>
              </w:rPr>
              <w:t>وساً كنتُ أسلفت مهرها</w:t>
            </w:r>
            <w:r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E2E85" w:rsidP="00693B01">
            <w:pPr>
              <w:pStyle w:val="libPoem"/>
            </w:pPr>
            <w:r w:rsidRPr="00A72677">
              <w:rPr>
                <w:rtl/>
              </w:rPr>
              <w:t>و</w:t>
            </w:r>
            <w:r w:rsidR="00A72677" w:rsidRPr="00A72677">
              <w:rPr>
                <w:rtl/>
              </w:rPr>
              <w:t>لم</w:t>
            </w:r>
            <w:r w:rsidRPr="00A72677">
              <w:rPr>
                <w:rtl/>
              </w:rPr>
              <w:t xml:space="preserve"> </w:t>
            </w:r>
            <w:r w:rsidR="00A72677" w:rsidRPr="00A72677">
              <w:rPr>
                <w:rtl/>
              </w:rPr>
              <w:t>تج</w:t>
            </w:r>
            <w:r w:rsidRPr="00A72677">
              <w:rPr>
                <w:rtl/>
              </w:rPr>
              <w:t>ل</w:t>
            </w:r>
            <w:r w:rsidR="00677BC4">
              <w:rPr>
                <w:rtl/>
              </w:rPr>
              <w:t>َ</w:t>
            </w:r>
            <w:r w:rsidRPr="00A72677">
              <w:rPr>
                <w:rtl/>
              </w:rPr>
              <w:t xml:space="preserve"> </w:t>
            </w:r>
            <w:r w:rsidR="00A72677" w:rsidRPr="00A72677">
              <w:rPr>
                <w:rtl/>
              </w:rPr>
              <w:t>لو</w:t>
            </w:r>
            <w:r w:rsidRPr="00A72677">
              <w:rPr>
                <w:rtl/>
              </w:rPr>
              <w:t>لا أن</w:t>
            </w:r>
            <w:r w:rsidR="00A72677" w:rsidRPr="00A72677">
              <w:rPr>
                <w:rtl/>
              </w:rPr>
              <w:t>ّه</w:t>
            </w:r>
            <w:r w:rsidRPr="00A72677">
              <w:rPr>
                <w:rtl/>
              </w:rPr>
              <w:t xml:space="preserve">ا </w:t>
            </w:r>
            <w:r w:rsidR="00A72677" w:rsidRPr="00A72677">
              <w:rPr>
                <w:rtl/>
              </w:rPr>
              <w:t>لك</w:t>
            </w:r>
            <w:r w:rsidRPr="00A72677">
              <w:rPr>
                <w:rtl/>
              </w:rPr>
              <w:t xml:space="preserve"> تُمهرُ</w:t>
            </w:r>
            <w:r w:rsidRPr="00A72677">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A72677">
              <w:rPr>
                <w:rtl/>
              </w:rPr>
              <w:t>شك</w:t>
            </w:r>
            <w:r w:rsidR="00AE2E85" w:rsidRPr="00A72677">
              <w:rPr>
                <w:rtl/>
              </w:rPr>
              <w:t>رتك</w:t>
            </w:r>
            <w:r w:rsidR="00677BC4">
              <w:rPr>
                <w:rtl/>
              </w:rPr>
              <w:t>َ</w:t>
            </w:r>
            <w:r w:rsidR="00AE2E85" w:rsidRPr="00A72677">
              <w:rPr>
                <w:rtl/>
              </w:rPr>
              <w:t xml:space="preserve"> </w:t>
            </w:r>
            <w:r w:rsidRPr="00A72677">
              <w:rPr>
                <w:rtl/>
              </w:rPr>
              <w:t>ما</w:t>
            </w:r>
            <w:r w:rsidR="00AE2E85" w:rsidRPr="00A72677">
              <w:rPr>
                <w:rtl/>
              </w:rPr>
              <w:t xml:space="preserve"> أ</w:t>
            </w:r>
            <w:r w:rsidRPr="00A72677">
              <w:rPr>
                <w:rtl/>
              </w:rPr>
              <w:t>سد</w:t>
            </w:r>
            <w:r w:rsidR="00AE2E85" w:rsidRPr="00A72677">
              <w:rPr>
                <w:rtl/>
              </w:rPr>
              <w:t xml:space="preserve">يته </w:t>
            </w:r>
            <w:r w:rsidRPr="00A72677">
              <w:rPr>
                <w:rtl/>
              </w:rPr>
              <w:t>من</w:t>
            </w:r>
            <w:r w:rsidR="00AE2E85" w:rsidRPr="00A72677">
              <w:rPr>
                <w:rtl/>
              </w:rPr>
              <w:t xml:space="preserve"> صنيعةٍ</w:t>
            </w:r>
            <w:r w:rsidR="00AE2E85"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72677" w:rsidP="00693B01">
            <w:pPr>
              <w:pStyle w:val="libPoem"/>
            </w:pPr>
            <w:r w:rsidRPr="00A72677">
              <w:rPr>
                <w:rtl/>
              </w:rPr>
              <w:t>تق</w:t>
            </w:r>
            <w:r w:rsidR="00AE2E85" w:rsidRPr="00A72677">
              <w:rPr>
                <w:rtl/>
              </w:rPr>
              <w:t>دِّمت</w:t>
            </w:r>
            <w:r w:rsidR="004C00A8">
              <w:rPr>
                <w:rtl/>
              </w:rPr>
              <w:t xml:space="preserve"> </w:t>
            </w:r>
            <w:r w:rsidRPr="00A72677">
              <w:rPr>
                <w:rtl/>
              </w:rPr>
              <w:t>في</w:t>
            </w:r>
            <w:r w:rsidR="00AE2E85" w:rsidRPr="00A72677">
              <w:rPr>
                <w:rtl/>
              </w:rPr>
              <w:t>ها وا</w:t>
            </w:r>
            <w:r w:rsidRPr="00A72677">
              <w:rPr>
                <w:rtl/>
              </w:rPr>
              <w:t>لص</w:t>
            </w:r>
            <w:r w:rsidR="00AE2E85" w:rsidRPr="00A72677">
              <w:rPr>
                <w:rtl/>
              </w:rPr>
              <w:t>نيعة ت</w:t>
            </w:r>
            <w:r w:rsidRPr="00A72677">
              <w:rPr>
                <w:rtl/>
              </w:rPr>
              <w:t>ُش</w:t>
            </w:r>
            <w:r w:rsidR="00AE2E85" w:rsidRPr="00A72677">
              <w:rPr>
                <w:rtl/>
              </w:rPr>
              <w:t>كرُ</w:t>
            </w:r>
            <w:r w:rsidR="00AE2E85" w:rsidRPr="00A72677">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عط</w:t>
            </w:r>
            <w:r w:rsidR="00AE2E85" w:rsidRPr="009647FC">
              <w:rPr>
                <w:rtl/>
              </w:rPr>
              <w:t>ايا</w:t>
            </w:r>
            <w:r w:rsidR="00AE2E85">
              <w:rPr>
                <w:rtl/>
              </w:rPr>
              <w:t xml:space="preserve"> </w:t>
            </w:r>
            <w:r w:rsidR="00AE2E85" w:rsidRPr="009647FC">
              <w:rPr>
                <w:rtl/>
              </w:rPr>
              <w:t>أ</w:t>
            </w:r>
            <w:r w:rsidRPr="009647FC">
              <w:rPr>
                <w:rtl/>
              </w:rPr>
              <w:t>تت</w:t>
            </w:r>
            <w:r w:rsidR="00AE2E85" w:rsidRPr="009647FC">
              <w:rPr>
                <w:rtl/>
              </w:rPr>
              <w:t>ْ</w:t>
            </w:r>
            <w:r w:rsidR="00AE2E85">
              <w:rPr>
                <w:rtl/>
              </w:rPr>
              <w:t xml:space="preserve"> </w:t>
            </w:r>
            <w:r w:rsidRPr="009647FC">
              <w:rPr>
                <w:rtl/>
              </w:rPr>
              <w:t>من</w:t>
            </w:r>
            <w:r w:rsidR="00AE2E85" w:rsidRPr="009647FC">
              <w:rPr>
                <w:rtl/>
              </w:rPr>
              <w:t>ك</w:t>
            </w:r>
            <w:r w:rsidR="00AE2E85">
              <w:rPr>
                <w:rtl/>
              </w:rPr>
              <w:t xml:space="preserve"> </w:t>
            </w:r>
            <w:r w:rsidR="00AE2E85" w:rsidRPr="009647FC">
              <w:rPr>
                <w:rtl/>
              </w:rPr>
              <w:t>ابتداءً</w:t>
            </w:r>
            <w:r w:rsidR="00AE2E85">
              <w:rPr>
                <w:rtl/>
              </w:rPr>
              <w:t xml:space="preserve"> </w:t>
            </w:r>
            <w:r w:rsidR="00AE2E85" w:rsidRPr="009647FC">
              <w:rPr>
                <w:rtl/>
              </w:rPr>
              <w:t>حسابُها</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E2E85" w:rsidP="00693B01">
            <w:pPr>
              <w:pStyle w:val="libPoem"/>
            </w:pPr>
            <w:r w:rsidRPr="009647FC">
              <w:rPr>
                <w:rtl/>
              </w:rPr>
              <w:t>إ</w:t>
            </w:r>
            <w:r w:rsidR="00A72677" w:rsidRPr="009647FC">
              <w:rPr>
                <w:rtl/>
              </w:rPr>
              <w:t>لي</w:t>
            </w:r>
            <w:r w:rsidRPr="009647FC">
              <w:rPr>
                <w:rtl/>
              </w:rPr>
              <w:t>ّ</w:t>
            </w:r>
            <w:r w:rsidR="00677BC4">
              <w:rPr>
                <w:rtl/>
              </w:rPr>
              <w:t>َ</w:t>
            </w:r>
            <w:r>
              <w:rPr>
                <w:rtl/>
              </w:rPr>
              <w:t xml:space="preserve"> </w:t>
            </w:r>
            <w:r w:rsidRPr="009647FC">
              <w:rPr>
                <w:rtl/>
              </w:rPr>
              <w:t>و</w:t>
            </w:r>
            <w:r w:rsidR="00A72677" w:rsidRPr="009647FC">
              <w:rPr>
                <w:rtl/>
              </w:rPr>
              <w:t>ما</w:t>
            </w:r>
            <w:r>
              <w:rPr>
                <w:rtl/>
              </w:rPr>
              <w:t xml:space="preserve"> </w:t>
            </w:r>
            <w:r w:rsidR="00A72677" w:rsidRPr="009647FC">
              <w:rPr>
                <w:rtl/>
              </w:rPr>
              <w:t>كا</w:t>
            </w:r>
            <w:r w:rsidRPr="009647FC">
              <w:rPr>
                <w:rtl/>
              </w:rPr>
              <w:t>نت</w:t>
            </w:r>
            <w:r>
              <w:rPr>
                <w:rtl/>
              </w:rPr>
              <w:t xml:space="preserve"> </w:t>
            </w:r>
            <w:r w:rsidR="00A72677" w:rsidRPr="009647FC">
              <w:rPr>
                <w:rtl/>
              </w:rPr>
              <w:t>بب</w:t>
            </w:r>
            <w:r w:rsidRPr="009647FC">
              <w:rPr>
                <w:rtl/>
              </w:rPr>
              <w:t>الي</w:t>
            </w:r>
            <w:r w:rsidR="00677BC4">
              <w:rPr>
                <w:rtl/>
              </w:rPr>
              <w:t>َ</w:t>
            </w:r>
            <w:r>
              <w:rPr>
                <w:rtl/>
              </w:rPr>
              <w:t xml:space="preserve"> </w:t>
            </w:r>
            <w:r w:rsidR="00A72677" w:rsidRPr="009647FC">
              <w:rPr>
                <w:rtl/>
              </w:rPr>
              <w:t>تخ</w:t>
            </w:r>
            <w:r w:rsidRPr="009647FC">
              <w:rPr>
                <w:rtl/>
              </w:rPr>
              <w:t>طرُ</w:t>
            </w:r>
            <w:r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و</w:t>
            </w:r>
            <w:r w:rsidR="00A72677" w:rsidRPr="009647FC">
              <w:rPr>
                <w:rtl/>
              </w:rPr>
              <w:t>غي</w:t>
            </w:r>
            <w:r w:rsidRPr="009647FC">
              <w:rPr>
                <w:rtl/>
              </w:rPr>
              <w:t>ر</w:t>
            </w:r>
            <w:r w:rsidR="004C00A8">
              <w:rPr>
                <w:rtl/>
              </w:rPr>
              <w:t xml:space="preserve"> </w:t>
            </w:r>
            <w:r w:rsidR="00A72677" w:rsidRPr="009647FC">
              <w:rPr>
                <w:rtl/>
              </w:rPr>
              <w:t>عج</w:t>
            </w:r>
            <w:r w:rsidRPr="009647FC">
              <w:rPr>
                <w:rtl/>
              </w:rPr>
              <w:t>يبٍ</w:t>
            </w:r>
            <w:r>
              <w:rPr>
                <w:rtl/>
              </w:rPr>
              <w:t xml:space="preserve"> </w:t>
            </w:r>
            <w:r w:rsidRPr="009647FC">
              <w:rPr>
                <w:rtl/>
              </w:rPr>
              <w:t>إن</w:t>
            </w:r>
            <w:r>
              <w:rPr>
                <w:rtl/>
              </w:rPr>
              <w:t xml:space="preserve"> </w:t>
            </w:r>
            <w:r w:rsidR="00A72677" w:rsidRPr="009647FC">
              <w:rPr>
                <w:rtl/>
              </w:rPr>
              <w:t>بد</w:t>
            </w:r>
            <w:r w:rsidRPr="009647FC">
              <w:rPr>
                <w:rtl/>
              </w:rPr>
              <w:t>ا</w:t>
            </w:r>
            <w:r>
              <w:rPr>
                <w:rtl/>
              </w:rPr>
              <w:t xml:space="preserve"> </w:t>
            </w:r>
            <w:r w:rsidRPr="009647FC">
              <w:rPr>
                <w:rtl/>
              </w:rPr>
              <w:t>من</w:t>
            </w:r>
            <w:r>
              <w:rPr>
                <w:rtl/>
              </w:rPr>
              <w:t xml:space="preserve"> </w:t>
            </w:r>
            <w:r w:rsidRPr="009647FC">
              <w:rPr>
                <w:rtl/>
              </w:rPr>
              <w:t>محمدٍ</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بم</w:t>
            </w:r>
            <w:r w:rsidR="00AE2E85" w:rsidRPr="009647FC">
              <w:rPr>
                <w:rtl/>
              </w:rPr>
              <w:t>نزلةٍ</w:t>
            </w:r>
            <w:r w:rsidR="00AE2E85">
              <w:rPr>
                <w:rtl/>
              </w:rPr>
              <w:t xml:space="preserve"> </w:t>
            </w:r>
            <w:r w:rsidRPr="009647FC">
              <w:rPr>
                <w:rtl/>
              </w:rPr>
              <w:t>تش</w:t>
            </w:r>
            <w:r w:rsidR="00AE2E85" w:rsidRPr="009647FC">
              <w:rPr>
                <w:rtl/>
              </w:rPr>
              <w:t>جى</w:t>
            </w:r>
            <w:r w:rsidR="00AE2E85">
              <w:rPr>
                <w:rtl/>
              </w:rPr>
              <w:t xml:space="preserve"> </w:t>
            </w:r>
            <w:r w:rsidR="00AE2E85" w:rsidRPr="009647FC">
              <w:rPr>
                <w:rtl/>
              </w:rPr>
              <w:t>ا</w:t>
            </w:r>
            <w:r w:rsidRPr="009647FC">
              <w:rPr>
                <w:rtl/>
              </w:rPr>
              <w:t>لح</w:t>
            </w:r>
            <w:r w:rsidR="00AE2E85" w:rsidRPr="009647FC">
              <w:rPr>
                <w:rtl/>
              </w:rPr>
              <w:t>واسد</w:t>
            </w:r>
            <w:r w:rsidR="00677BC4">
              <w:rPr>
                <w:rtl/>
              </w:rPr>
              <w:t>َ</w:t>
            </w:r>
            <w:r w:rsidR="00AE2E85">
              <w:rPr>
                <w:rtl/>
              </w:rPr>
              <w:t xml:space="preserve"> </w:t>
            </w:r>
            <w:r w:rsidRPr="009647FC">
              <w:rPr>
                <w:rtl/>
              </w:rPr>
              <w:t>حي</w:t>
            </w:r>
            <w:r w:rsidR="00AE2E85" w:rsidRPr="009647FC">
              <w:rPr>
                <w:rtl/>
              </w:rPr>
              <w:t>درُ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فما</w:t>
            </w:r>
            <w:r w:rsidR="00AE2E85">
              <w:rPr>
                <w:rtl/>
              </w:rPr>
              <w:t xml:space="preserve"> </w:t>
            </w:r>
            <w:r w:rsidRPr="009647FC">
              <w:rPr>
                <w:rtl/>
              </w:rPr>
              <w:t>عص</w:t>
            </w:r>
            <w:r w:rsidR="00AE2E85" w:rsidRPr="009647FC">
              <w:rPr>
                <w:rtl/>
              </w:rPr>
              <w:t>رُنا</w:t>
            </w:r>
            <w:r w:rsidR="00AE2E85">
              <w:rPr>
                <w:rtl/>
              </w:rPr>
              <w:t xml:space="preserve"> </w:t>
            </w:r>
            <w:r w:rsidR="00AE2E85" w:rsidRPr="009647FC">
              <w:rPr>
                <w:rtl/>
              </w:rPr>
              <w:t>إلاّ</w:t>
            </w:r>
            <w:r w:rsidR="00AE2E85">
              <w:rPr>
                <w:rtl/>
              </w:rPr>
              <w:t xml:space="preserve"> </w:t>
            </w:r>
            <w:r w:rsidR="00AE2E85" w:rsidRPr="009647FC">
              <w:rPr>
                <w:rtl/>
              </w:rPr>
              <w:t>ا</w:t>
            </w:r>
            <w:r w:rsidRPr="009647FC">
              <w:rPr>
                <w:rtl/>
              </w:rPr>
              <w:t>لق</w:t>
            </w:r>
            <w:r w:rsidR="00AE2E85" w:rsidRPr="009647FC">
              <w:rPr>
                <w:rtl/>
              </w:rPr>
              <w:t>يامة</w:t>
            </w:r>
            <w:r w:rsidR="00AE2E85">
              <w:rPr>
                <w:rtl/>
              </w:rPr>
              <w:t xml:space="preserve"> </w:t>
            </w:r>
            <w:r w:rsidRPr="009647FC">
              <w:rPr>
                <w:rtl/>
              </w:rPr>
              <w:t>شد</w:t>
            </w:r>
            <w:r w:rsidR="00AE2E85" w:rsidRPr="009647FC">
              <w:rPr>
                <w:rtl/>
              </w:rPr>
              <w:t>ّة</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E2E85" w:rsidP="00693B01">
            <w:pPr>
              <w:pStyle w:val="libPoem"/>
            </w:pPr>
            <w:r w:rsidRPr="009647FC">
              <w:rPr>
                <w:rtl/>
              </w:rPr>
              <w:t>و</w:t>
            </w:r>
            <w:r w:rsidR="00A72677" w:rsidRPr="009647FC">
              <w:rPr>
                <w:rtl/>
              </w:rPr>
              <w:t>ما</w:t>
            </w:r>
            <w:r w:rsidR="004C00A8">
              <w:rPr>
                <w:rtl/>
              </w:rPr>
              <w:t xml:space="preserve"> </w:t>
            </w:r>
            <w:r w:rsidR="00A72677" w:rsidRPr="009647FC">
              <w:rPr>
                <w:rtl/>
              </w:rPr>
              <w:t>في</w:t>
            </w:r>
            <w:r w:rsidRPr="009647FC">
              <w:rPr>
                <w:rtl/>
              </w:rPr>
              <w:t>ه</w:t>
            </w:r>
            <w:r>
              <w:rPr>
                <w:rtl/>
              </w:rPr>
              <w:t xml:space="preserve"> </w:t>
            </w:r>
            <w:r w:rsidRPr="009647FC">
              <w:rPr>
                <w:rtl/>
              </w:rPr>
              <w:t>إلاّ</w:t>
            </w:r>
            <w:r>
              <w:rPr>
                <w:rtl/>
              </w:rPr>
              <w:t xml:space="preserve"> </w:t>
            </w:r>
            <w:r w:rsidRPr="009647FC">
              <w:rPr>
                <w:rtl/>
              </w:rPr>
              <w:t>حوض</w:t>
            </w:r>
            <w:r>
              <w:rPr>
                <w:rtl/>
              </w:rPr>
              <w:t xml:space="preserve"> </w:t>
            </w:r>
            <w:r w:rsidRPr="009647FC">
              <w:rPr>
                <w:rtl/>
              </w:rPr>
              <w:t>جدواك</w:t>
            </w:r>
            <w:r>
              <w:rPr>
                <w:rtl/>
              </w:rPr>
              <w:t xml:space="preserve"> </w:t>
            </w:r>
            <w:r w:rsidRPr="009647FC">
              <w:rPr>
                <w:rtl/>
              </w:rPr>
              <w:t>كوثرُ</w:t>
            </w:r>
            <w:r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ر</w:t>
            </w:r>
            <w:r w:rsidR="00A72677" w:rsidRPr="009647FC">
              <w:rPr>
                <w:rtl/>
              </w:rPr>
              <w:t>مت</w:t>
            </w:r>
            <w:r w:rsidRPr="009647FC">
              <w:rPr>
                <w:rtl/>
              </w:rPr>
              <w:t>ْ</w:t>
            </w:r>
            <w:r w:rsidR="004C00A8">
              <w:rPr>
                <w:rtl/>
              </w:rPr>
              <w:t xml:space="preserve"> </w:t>
            </w:r>
            <w:r w:rsidR="00A72677" w:rsidRPr="009647FC">
              <w:rPr>
                <w:rtl/>
              </w:rPr>
              <w:t>عن</w:t>
            </w:r>
            <w:r w:rsidRPr="009647FC">
              <w:rPr>
                <w:rtl/>
              </w:rPr>
              <w:t>ده</w:t>
            </w:r>
            <w:r>
              <w:rPr>
                <w:rtl/>
              </w:rPr>
              <w:t xml:space="preserve"> </w:t>
            </w:r>
            <w:r w:rsidRPr="009647FC">
              <w:rPr>
                <w:rtl/>
              </w:rPr>
              <w:t>ا</w:t>
            </w:r>
            <w:r w:rsidR="00A72677" w:rsidRPr="009647FC">
              <w:rPr>
                <w:rtl/>
              </w:rPr>
              <w:t>لد</w:t>
            </w:r>
            <w:r w:rsidRPr="009647FC">
              <w:rPr>
                <w:rtl/>
              </w:rPr>
              <w:t>نيا</w:t>
            </w:r>
            <w:r>
              <w:rPr>
                <w:rtl/>
              </w:rPr>
              <w:t xml:space="preserve"> </w:t>
            </w:r>
            <w:r w:rsidRPr="009647FC">
              <w:rPr>
                <w:rtl/>
              </w:rPr>
              <w:t>كبار</w:t>
            </w:r>
            <w:r w:rsidR="00677BC4">
              <w:rPr>
                <w:rtl/>
              </w:rPr>
              <w:t>َ</w:t>
            </w:r>
            <w:r>
              <w:rPr>
                <w:rtl/>
              </w:rPr>
              <w:t xml:space="preserve"> </w:t>
            </w:r>
            <w:r w:rsidRPr="009647FC">
              <w:rPr>
                <w:rtl/>
              </w:rPr>
              <w:t>همومها</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E2E85" w:rsidP="00693B01">
            <w:pPr>
              <w:pStyle w:val="libPoem"/>
            </w:pPr>
            <w:r w:rsidRPr="009647FC">
              <w:rPr>
                <w:rtl/>
              </w:rPr>
              <w:t>و</w:t>
            </w:r>
            <w:r w:rsidR="00A72677" w:rsidRPr="009647FC">
              <w:rPr>
                <w:rtl/>
              </w:rPr>
              <w:t>همت</w:t>
            </w:r>
            <w:r w:rsidRPr="009647FC">
              <w:rPr>
                <w:rtl/>
              </w:rPr>
              <w:t>ُّه</w:t>
            </w:r>
            <w:r>
              <w:rPr>
                <w:rtl/>
              </w:rPr>
              <w:t xml:space="preserve"> </w:t>
            </w:r>
            <w:r w:rsidRPr="009647FC">
              <w:rPr>
                <w:rtl/>
              </w:rPr>
              <w:t>ا</w:t>
            </w:r>
            <w:r w:rsidR="00A72677" w:rsidRPr="009647FC">
              <w:rPr>
                <w:rtl/>
              </w:rPr>
              <w:t>لعل</w:t>
            </w:r>
            <w:r w:rsidRPr="009647FC">
              <w:rPr>
                <w:rtl/>
              </w:rPr>
              <w:t>ياء</w:t>
            </w:r>
            <w:r>
              <w:rPr>
                <w:rtl/>
              </w:rPr>
              <w:t xml:space="preserve"> </w:t>
            </w:r>
            <w:r w:rsidR="00A72677" w:rsidRPr="009647FC">
              <w:rPr>
                <w:rtl/>
              </w:rPr>
              <w:t>من</w:t>
            </w:r>
            <w:r w:rsidRPr="009647FC">
              <w:rPr>
                <w:rtl/>
              </w:rPr>
              <w:t>هنّ</w:t>
            </w:r>
            <w:r w:rsidR="00677BC4">
              <w:rPr>
                <w:rtl/>
              </w:rPr>
              <w:t>َ</w:t>
            </w:r>
            <w:r>
              <w:rPr>
                <w:rtl/>
              </w:rPr>
              <w:t xml:space="preserve"> </w:t>
            </w:r>
            <w:r w:rsidRPr="009647FC">
              <w:rPr>
                <w:rtl/>
              </w:rPr>
              <w:t>أ</w:t>
            </w:r>
            <w:r w:rsidR="00A72677" w:rsidRPr="009647FC">
              <w:rPr>
                <w:rtl/>
              </w:rPr>
              <w:t>كب</w:t>
            </w:r>
            <w:r w:rsidRPr="009647FC">
              <w:rPr>
                <w:rtl/>
              </w:rPr>
              <w:t>رُ</w:t>
            </w:r>
            <w:r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و</w:t>
            </w:r>
            <w:r w:rsidR="00A72677" w:rsidRPr="009647FC">
              <w:rPr>
                <w:rtl/>
              </w:rPr>
              <w:t>طا</w:t>
            </w:r>
            <w:r w:rsidRPr="009647FC">
              <w:rPr>
                <w:rtl/>
              </w:rPr>
              <w:t>ف</w:t>
            </w:r>
            <w:r>
              <w:rPr>
                <w:rtl/>
              </w:rPr>
              <w:t xml:space="preserve"> </w:t>
            </w:r>
            <w:r w:rsidRPr="009647FC">
              <w:rPr>
                <w:rtl/>
              </w:rPr>
              <w:t>ر</w:t>
            </w:r>
            <w:r w:rsidR="00A72677" w:rsidRPr="009647FC">
              <w:rPr>
                <w:rtl/>
              </w:rPr>
              <w:t>جا</w:t>
            </w:r>
            <w:r w:rsidRPr="009647FC">
              <w:rPr>
                <w:rtl/>
              </w:rPr>
              <w:t>ها</w:t>
            </w:r>
            <w:r>
              <w:rPr>
                <w:rtl/>
              </w:rPr>
              <w:t xml:space="preserve"> </w:t>
            </w:r>
            <w:r w:rsidR="00A72677" w:rsidRPr="009647FC">
              <w:rPr>
                <w:rtl/>
              </w:rPr>
              <w:t>في</w:t>
            </w:r>
            <w:r>
              <w:rPr>
                <w:rtl/>
              </w:rPr>
              <w:t xml:space="preserve"> </w:t>
            </w:r>
            <w:r w:rsidR="00A72677" w:rsidRPr="009647FC">
              <w:rPr>
                <w:rtl/>
              </w:rPr>
              <w:t>حم</w:t>
            </w:r>
            <w:r w:rsidRPr="009647FC">
              <w:rPr>
                <w:rtl/>
              </w:rPr>
              <w:t>اه</w:t>
            </w:r>
            <w:r>
              <w:rPr>
                <w:rtl/>
              </w:rPr>
              <w:t xml:space="preserve"> </w:t>
            </w:r>
            <w:r w:rsidRPr="009647FC">
              <w:rPr>
                <w:rtl/>
              </w:rPr>
              <w:t>محلّقا</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Pr="00524A24" w:rsidRDefault="00A72677" w:rsidP="00693B01">
            <w:pPr>
              <w:pStyle w:val="libPoem"/>
            </w:pPr>
            <w:r w:rsidRPr="009647FC">
              <w:rPr>
                <w:rtl/>
              </w:rPr>
              <w:t>عن</w:t>
            </w:r>
            <w:r w:rsidR="004C00A8">
              <w:rPr>
                <w:rtl/>
              </w:rPr>
              <w:t xml:space="preserve"> </w:t>
            </w:r>
            <w:r w:rsidR="00AE2E85" w:rsidRPr="009647FC">
              <w:rPr>
                <w:rtl/>
              </w:rPr>
              <w:t>الناس</w:t>
            </w:r>
            <w:r w:rsidR="00AE2E85">
              <w:rPr>
                <w:rtl/>
              </w:rPr>
              <w:t xml:space="preserve"> </w:t>
            </w:r>
            <w:r w:rsidR="00AE2E85" w:rsidRPr="009647FC">
              <w:rPr>
                <w:rtl/>
              </w:rPr>
              <w:t>حيث</w:t>
            </w:r>
            <w:r w:rsidR="00AE2E85">
              <w:rPr>
                <w:rtl/>
              </w:rPr>
              <w:t xml:space="preserve"> </w:t>
            </w:r>
            <w:r w:rsidR="00AE2E85" w:rsidRPr="009647FC">
              <w:rPr>
                <w:rtl/>
              </w:rPr>
              <w:t>الكلُّ</w:t>
            </w:r>
            <w:r w:rsidR="00AE2E85">
              <w:rPr>
                <w:rtl/>
              </w:rPr>
              <w:t xml:space="preserve"> </w:t>
            </w:r>
            <w:r w:rsidR="00AE2E85" w:rsidRPr="009647FC">
              <w:rPr>
                <w:rtl/>
              </w:rPr>
              <w:t>منهم</w:t>
            </w:r>
            <w:r w:rsidR="00AE2E85">
              <w:rPr>
                <w:rtl/>
              </w:rPr>
              <w:t xml:space="preserve"> </w:t>
            </w:r>
            <w:r w:rsidR="00AE2E85" w:rsidRPr="009647FC">
              <w:rPr>
                <w:rtl/>
              </w:rPr>
              <w:t>مقصِّرُ</w:t>
            </w:r>
            <w:r w:rsidR="00AE2E85" w:rsidRPr="00725071">
              <w:rPr>
                <w:rStyle w:val="libPoemTiniChar0"/>
                <w:rtl/>
              </w:rPr>
              <w:br/>
              <w:t> </w:t>
            </w:r>
          </w:p>
        </w:tc>
      </w:tr>
    </w:tbl>
    <w:p w:rsidR="009647FC" w:rsidRPr="00524A24" w:rsidRDefault="009647FC" w:rsidP="004E7EC6">
      <w:pPr>
        <w:pStyle w:val="libNormal"/>
      </w:pPr>
      <w:r w:rsidRPr="009647FC">
        <w:rPr>
          <w:rtl/>
        </w:rPr>
        <w:t>وقال يمدح الحاج محمد صالح كبّه</w:t>
      </w:r>
      <w:r w:rsidR="00D769AB">
        <w:rPr>
          <w:rtl/>
        </w:rPr>
        <w:t>:</w:t>
      </w:r>
    </w:p>
    <w:tbl>
      <w:tblPr>
        <w:tblStyle w:val="TableGrid"/>
        <w:bidiVisual/>
        <w:tblW w:w="4562" w:type="pct"/>
        <w:tblInd w:w="384" w:type="dxa"/>
        <w:tblLook w:val="04A0"/>
      </w:tblPr>
      <w:tblGrid>
        <w:gridCol w:w="3902"/>
        <w:gridCol w:w="301"/>
        <w:gridCol w:w="3884"/>
      </w:tblGrid>
      <w:tr w:rsidR="00AE2E85" w:rsidRPr="00524A24" w:rsidTr="00AE2E85">
        <w:trPr>
          <w:trHeight w:val="350"/>
        </w:trPr>
        <w:tc>
          <w:tcPr>
            <w:tcW w:w="3902" w:type="dxa"/>
          </w:tcPr>
          <w:p w:rsidR="00AE2E85" w:rsidRPr="00524A24" w:rsidRDefault="00A72677" w:rsidP="00693B01">
            <w:pPr>
              <w:pStyle w:val="libPoem"/>
            </w:pPr>
            <w:r w:rsidRPr="009647FC">
              <w:rPr>
                <w:rtl/>
              </w:rPr>
              <w:t>بن</w:t>
            </w:r>
            <w:r w:rsidR="00AE2E85" w:rsidRPr="009647FC">
              <w:rPr>
                <w:rtl/>
              </w:rPr>
              <w:t>ور</w:t>
            </w:r>
            <w:r w:rsidR="00AE2E85">
              <w:rPr>
                <w:rtl/>
              </w:rPr>
              <w:t xml:space="preserve"> </w:t>
            </w:r>
            <w:r w:rsidR="00AE2E85" w:rsidRPr="009647FC">
              <w:rPr>
                <w:rtl/>
              </w:rPr>
              <w:t>و</w:t>
            </w:r>
            <w:r w:rsidRPr="009647FC">
              <w:rPr>
                <w:rtl/>
              </w:rPr>
              <w:t>جه</w:t>
            </w:r>
            <w:r w:rsidR="00AE2E85" w:rsidRPr="009647FC">
              <w:rPr>
                <w:rtl/>
              </w:rPr>
              <w:t>ك</w:t>
            </w:r>
            <w:r w:rsidR="00677BC4">
              <w:rPr>
                <w:rtl/>
              </w:rPr>
              <w:t>َ</w:t>
            </w:r>
            <w:r w:rsidR="00AE2E85">
              <w:rPr>
                <w:rtl/>
              </w:rPr>
              <w:t xml:space="preserve"> </w:t>
            </w:r>
            <w:r w:rsidR="00AE2E85" w:rsidRPr="009647FC">
              <w:rPr>
                <w:rtl/>
              </w:rPr>
              <w:t>لا</w:t>
            </w:r>
            <w:r w:rsidR="00AE2E85">
              <w:rPr>
                <w:rtl/>
              </w:rPr>
              <w:t xml:space="preserve"> </w:t>
            </w:r>
            <w:r w:rsidRPr="009647FC">
              <w:rPr>
                <w:rtl/>
              </w:rPr>
              <w:t>با</w:t>
            </w:r>
            <w:r w:rsidR="00AE2E85" w:rsidRPr="009647FC">
              <w:rPr>
                <w:rtl/>
              </w:rPr>
              <w:t>لشمس</w:t>
            </w:r>
            <w:r w:rsidR="00AE2E85">
              <w:rPr>
                <w:rtl/>
              </w:rPr>
              <w:t xml:space="preserve"> </w:t>
            </w:r>
            <w:r w:rsidR="00AE2E85" w:rsidRPr="009647FC">
              <w:rPr>
                <w:rtl/>
              </w:rPr>
              <w:t>وا</w:t>
            </w:r>
            <w:r w:rsidRPr="009647FC">
              <w:rPr>
                <w:rtl/>
              </w:rPr>
              <w:t>لق</w:t>
            </w:r>
            <w:r w:rsidR="00AE2E85" w:rsidRPr="009647FC">
              <w:rPr>
                <w:rtl/>
              </w:rPr>
              <w:t>مر</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E2E85" w:rsidP="00693B01">
            <w:pPr>
              <w:pStyle w:val="libPoem"/>
            </w:pPr>
            <w:r w:rsidRPr="009647FC">
              <w:rPr>
                <w:rtl/>
              </w:rPr>
              <w:t>أ</w:t>
            </w:r>
            <w:r w:rsidR="00A72677" w:rsidRPr="009647FC">
              <w:rPr>
                <w:rtl/>
              </w:rPr>
              <w:t>ضا</w:t>
            </w:r>
            <w:r w:rsidRPr="009647FC">
              <w:rPr>
                <w:rtl/>
              </w:rPr>
              <w:t>ء</w:t>
            </w:r>
            <w:r w:rsidR="00677BC4">
              <w:rPr>
                <w:rtl/>
              </w:rPr>
              <w:t>َ</w:t>
            </w:r>
            <w:r w:rsidR="004C00A8">
              <w:rPr>
                <w:rtl/>
              </w:rPr>
              <w:t xml:space="preserve"> </w:t>
            </w:r>
            <w:r w:rsidRPr="009647FC">
              <w:rPr>
                <w:rtl/>
              </w:rPr>
              <w:t>أ</w:t>
            </w:r>
            <w:r w:rsidR="00A72677" w:rsidRPr="009647FC">
              <w:rPr>
                <w:rtl/>
              </w:rPr>
              <w:t>فق</w:t>
            </w:r>
            <w:r w:rsidRPr="009647FC">
              <w:rPr>
                <w:rtl/>
              </w:rPr>
              <w:t>ُ</w:t>
            </w:r>
            <w:r>
              <w:rPr>
                <w:rtl/>
              </w:rPr>
              <w:t xml:space="preserve"> </w:t>
            </w:r>
            <w:r w:rsidR="00A72677" w:rsidRPr="009647FC">
              <w:rPr>
                <w:rtl/>
              </w:rPr>
              <w:t>سم</w:t>
            </w:r>
            <w:r w:rsidRPr="009647FC">
              <w:rPr>
                <w:rtl/>
              </w:rPr>
              <w:t>اء</w:t>
            </w:r>
            <w:r>
              <w:rPr>
                <w:rtl/>
              </w:rPr>
              <w:t xml:space="preserve"> </w:t>
            </w:r>
            <w:r w:rsidRPr="009647FC">
              <w:rPr>
                <w:rtl/>
              </w:rPr>
              <w:t>المجد</w:t>
            </w:r>
            <w:r>
              <w:rPr>
                <w:rtl/>
              </w:rPr>
              <w:t xml:space="preserve"> </w:t>
            </w:r>
            <w:r w:rsidRPr="009647FC">
              <w:rPr>
                <w:rtl/>
              </w:rPr>
              <w:t>والخطرِ</w:t>
            </w:r>
            <w:r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و</w:t>
            </w:r>
            <w:r w:rsidR="00A72677" w:rsidRPr="009647FC">
              <w:rPr>
                <w:rtl/>
              </w:rPr>
              <w:t>في</w:t>
            </w:r>
            <w:r>
              <w:rPr>
                <w:rtl/>
              </w:rPr>
              <w:t xml:space="preserve"> </w:t>
            </w:r>
            <w:r w:rsidRPr="009647FC">
              <w:rPr>
                <w:rtl/>
              </w:rPr>
              <w:t>ا</w:t>
            </w:r>
            <w:r w:rsidR="00A72677" w:rsidRPr="009647FC">
              <w:rPr>
                <w:rtl/>
              </w:rPr>
              <w:t>لب</w:t>
            </w:r>
            <w:r w:rsidRPr="009647FC">
              <w:rPr>
                <w:rtl/>
              </w:rPr>
              <w:t>ريّة</w:t>
            </w:r>
            <w:r>
              <w:rPr>
                <w:rtl/>
              </w:rPr>
              <w:t xml:space="preserve"> </w:t>
            </w:r>
            <w:r w:rsidR="00A72677" w:rsidRPr="009647FC">
              <w:rPr>
                <w:rtl/>
              </w:rPr>
              <w:t>من</w:t>
            </w:r>
            <w:r>
              <w:rPr>
                <w:rtl/>
              </w:rPr>
              <w:t xml:space="preserve"> </w:t>
            </w:r>
            <w:r w:rsidRPr="009647FC">
              <w:rPr>
                <w:rtl/>
              </w:rPr>
              <w:t>معروفك</w:t>
            </w:r>
            <w:r>
              <w:rPr>
                <w:rtl/>
              </w:rPr>
              <w:t xml:space="preserve"> </w:t>
            </w:r>
            <w:r w:rsidRPr="009647FC">
              <w:rPr>
                <w:rtl/>
              </w:rPr>
              <w:t>انتشرتْ</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E2E85" w:rsidP="00693B01">
            <w:pPr>
              <w:pStyle w:val="libPoem"/>
            </w:pPr>
            <w:r w:rsidRPr="009647FC">
              <w:rPr>
                <w:rtl/>
              </w:rPr>
              <w:t>روا</w:t>
            </w:r>
            <w:r w:rsidR="00A72677" w:rsidRPr="009647FC">
              <w:rPr>
                <w:rtl/>
              </w:rPr>
              <w:t>ية</w:t>
            </w:r>
            <w:r w:rsidR="004C00A8">
              <w:rPr>
                <w:rtl/>
              </w:rPr>
              <w:t xml:space="preserve"> </w:t>
            </w:r>
            <w:r w:rsidRPr="009647FC">
              <w:rPr>
                <w:rtl/>
              </w:rPr>
              <w:t>ا</w:t>
            </w:r>
            <w:r w:rsidR="00A72677" w:rsidRPr="009647FC">
              <w:rPr>
                <w:rtl/>
              </w:rPr>
              <w:t>لش</w:t>
            </w:r>
            <w:r w:rsidRPr="009647FC">
              <w:rPr>
                <w:rtl/>
              </w:rPr>
              <w:t>اهدين</w:t>
            </w:r>
            <w:r>
              <w:rPr>
                <w:rtl/>
              </w:rPr>
              <w:t xml:space="preserve"> </w:t>
            </w:r>
            <w:r w:rsidRPr="009647FC">
              <w:rPr>
                <w:rtl/>
              </w:rPr>
              <w:t>ا</w:t>
            </w:r>
            <w:r w:rsidR="00A72677" w:rsidRPr="009647FC">
              <w:rPr>
                <w:rtl/>
              </w:rPr>
              <w:t>لس</w:t>
            </w:r>
            <w:r w:rsidRPr="009647FC">
              <w:rPr>
                <w:rtl/>
              </w:rPr>
              <w:t>مع</w:t>
            </w:r>
            <w:r>
              <w:rPr>
                <w:rtl/>
              </w:rPr>
              <w:t xml:space="preserve"> </w:t>
            </w:r>
            <w:r w:rsidRPr="009647FC">
              <w:rPr>
                <w:rtl/>
              </w:rPr>
              <w:t>والبصرِ</w:t>
            </w:r>
            <w:r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تح</w:t>
            </w:r>
            <w:r w:rsidR="00AE2E85" w:rsidRPr="009647FC">
              <w:rPr>
                <w:rtl/>
              </w:rPr>
              <w:t>دّثوا</w:t>
            </w:r>
            <w:r w:rsidR="004C00A8">
              <w:rPr>
                <w:rtl/>
              </w:rPr>
              <w:t xml:space="preserve"> </w:t>
            </w:r>
            <w:r w:rsidRPr="009647FC">
              <w:rPr>
                <w:rtl/>
              </w:rPr>
              <w:t>عن</w:t>
            </w:r>
            <w:r w:rsidR="00AE2E85" w:rsidRPr="009647FC">
              <w:rPr>
                <w:rtl/>
              </w:rPr>
              <w:t>ك</w:t>
            </w:r>
            <w:r w:rsidR="00677BC4">
              <w:rPr>
                <w:rtl/>
              </w:rPr>
              <w:t>َ</w:t>
            </w:r>
            <w:r w:rsidR="00AE2E85">
              <w:rPr>
                <w:rtl/>
              </w:rPr>
              <w:t xml:space="preserve"> </w:t>
            </w:r>
            <w:r w:rsidRPr="009647FC">
              <w:rPr>
                <w:rtl/>
              </w:rPr>
              <w:t>حت</w:t>
            </w:r>
            <w:r w:rsidR="00AE2E85" w:rsidRPr="009647FC">
              <w:rPr>
                <w:rtl/>
              </w:rPr>
              <w:t>ى</w:t>
            </w:r>
            <w:r w:rsidR="00AE2E85">
              <w:rPr>
                <w:rtl/>
              </w:rPr>
              <w:t xml:space="preserve"> </w:t>
            </w:r>
            <w:r w:rsidR="00AE2E85" w:rsidRPr="009647FC">
              <w:rPr>
                <w:rtl/>
              </w:rPr>
              <w:t>أنّ</w:t>
            </w:r>
            <w:r w:rsidR="00AE2E85">
              <w:rPr>
                <w:rtl/>
              </w:rPr>
              <w:t xml:space="preserve"> </w:t>
            </w:r>
            <w:r w:rsidRPr="009647FC">
              <w:rPr>
                <w:rtl/>
              </w:rPr>
              <w:t>كل</w:t>
            </w:r>
            <w:r w:rsidR="00AE2E85" w:rsidRPr="009647FC">
              <w:rPr>
                <w:rtl/>
              </w:rPr>
              <w:t>ّ</w:t>
            </w:r>
            <w:r w:rsidR="00AE2E85">
              <w:rPr>
                <w:rtl/>
              </w:rPr>
              <w:t xml:space="preserve"> </w:t>
            </w:r>
            <w:r w:rsidRPr="009647FC">
              <w:rPr>
                <w:rtl/>
              </w:rPr>
              <w:t>فم</w:t>
            </w:r>
            <w:r w:rsidR="00AE2E85" w:rsidRPr="009647FC">
              <w:rPr>
                <w:rtl/>
              </w:rPr>
              <w:t>ٍ</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به</w:t>
            </w:r>
            <w:r w:rsidR="00AE2E85">
              <w:rPr>
                <w:rtl/>
              </w:rPr>
              <w:t xml:space="preserve"> </w:t>
            </w:r>
            <w:r w:rsidRPr="009647FC">
              <w:rPr>
                <w:rtl/>
              </w:rPr>
              <w:t>عب</w:t>
            </w:r>
            <w:r w:rsidR="00AE2E85" w:rsidRPr="009647FC">
              <w:rPr>
                <w:rtl/>
              </w:rPr>
              <w:t>يرُ</w:t>
            </w:r>
            <w:r w:rsidR="00AE2E85">
              <w:rPr>
                <w:rtl/>
              </w:rPr>
              <w:t xml:space="preserve"> </w:t>
            </w:r>
            <w:r w:rsidRPr="009647FC">
              <w:rPr>
                <w:rtl/>
              </w:rPr>
              <w:t>شذ</w:t>
            </w:r>
            <w:r w:rsidR="00AE2E85" w:rsidRPr="009647FC">
              <w:rPr>
                <w:rtl/>
              </w:rPr>
              <w:t>اً</w:t>
            </w:r>
            <w:r w:rsidR="00AE2E85">
              <w:rPr>
                <w:rtl/>
              </w:rPr>
              <w:t xml:space="preserve"> </w:t>
            </w:r>
            <w:r w:rsidRPr="009647FC">
              <w:rPr>
                <w:rtl/>
              </w:rPr>
              <w:t>من</w:t>
            </w:r>
            <w:r w:rsidR="00AE2E85">
              <w:rPr>
                <w:rtl/>
              </w:rPr>
              <w:t xml:space="preserve"> </w:t>
            </w:r>
            <w:r w:rsidR="00AE2E85" w:rsidRPr="009647FC">
              <w:rPr>
                <w:rtl/>
              </w:rPr>
              <w:t>نشرك</w:t>
            </w:r>
            <w:r w:rsidR="00AE2E85">
              <w:rPr>
                <w:rtl/>
              </w:rPr>
              <w:t xml:space="preserve"> </w:t>
            </w:r>
            <w:r w:rsidR="00AE2E85" w:rsidRPr="009647FC">
              <w:rPr>
                <w:rtl/>
              </w:rPr>
              <w:t>العطرِ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فذ</w:t>
            </w:r>
            <w:r w:rsidR="00AE2E85" w:rsidRPr="009647FC">
              <w:rPr>
                <w:rtl/>
              </w:rPr>
              <w:t>كرُك</w:t>
            </w:r>
            <w:r w:rsidR="00AE2E85">
              <w:rPr>
                <w:rtl/>
              </w:rPr>
              <w:t xml:space="preserve"> </w:t>
            </w:r>
            <w:r w:rsidR="00AE2E85" w:rsidRPr="009647FC">
              <w:rPr>
                <w:rtl/>
              </w:rPr>
              <w:t>ا</w:t>
            </w:r>
            <w:r w:rsidRPr="009647FC">
              <w:rPr>
                <w:rtl/>
              </w:rPr>
              <w:t>لم</w:t>
            </w:r>
            <w:r w:rsidR="00AE2E85" w:rsidRPr="009647FC">
              <w:rPr>
                <w:rtl/>
              </w:rPr>
              <w:t>سك</w:t>
            </w:r>
            <w:r w:rsidR="00AE2E85">
              <w:rPr>
                <w:rtl/>
              </w:rPr>
              <w:t xml:space="preserve"> </w:t>
            </w:r>
            <w:r w:rsidR="00AE2E85" w:rsidRPr="009647FC">
              <w:rPr>
                <w:rtl/>
              </w:rPr>
              <w:t>بين</w:t>
            </w:r>
            <w:r w:rsidR="00AE2E85">
              <w:rPr>
                <w:rtl/>
              </w:rPr>
              <w:t xml:space="preserve"> </w:t>
            </w:r>
            <w:r w:rsidR="00AE2E85" w:rsidRPr="009647FC">
              <w:rPr>
                <w:rtl/>
              </w:rPr>
              <w:t>الناس</w:t>
            </w:r>
            <w:r w:rsidR="00AE2E85">
              <w:rPr>
                <w:rtl/>
              </w:rPr>
              <w:t xml:space="preserve"> </w:t>
            </w:r>
            <w:r w:rsidR="00AE2E85" w:rsidRPr="009647FC">
              <w:rPr>
                <w:rtl/>
              </w:rPr>
              <w:t>يسحق</w:t>
            </w:r>
            <w:r w:rsidR="00AE2E85">
              <w:rPr>
                <w:rtl/>
              </w:rPr>
              <w:t xml:space="preserve"> </w:t>
            </w:r>
            <w:r w:rsidR="00AE2E85" w:rsidRPr="009647FC">
              <w:rPr>
                <w:rtl/>
              </w:rPr>
              <w:t>با</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لل</w:t>
            </w:r>
            <w:r w:rsidR="00AE2E85" w:rsidRPr="009647FC">
              <w:rPr>
                <w:rtl/>
              </w:rPr>
              <w:t>سان</w:t>
            </w:r>
            <w:r w:rsidR="004C00A8">
              <w:rPr>
                <w:rtl/>
              </w:rPr>
              <w:t xml:space="preserve"> </w:t>
            </w:r>
            <w:r w:rsidR="00AE2E85" w:rsidRPr="009647FC">
              <w:rPr>
                <w:rtl/>
              </w:rPr>
              <w:t>وا</w:t>
            </w:r>
            <w:r w:rsidRPr="009647FC">
              <w:rPr>
                <w:rtl/>
              </w:rPr>
              <w:t>لف</w:t>
            </w:r>
            <w:r w:rsidR="00AE2E85" w:rsidRPr="009647FC">
              <w:rPr>
                <w:rtl/>
              </w:rPr>
              <w:t>م</w:t>
            </w:r>
            <w:r w:rsidR="00AE2E85">
              <w:rPr>
                <w:rtl/>
              </w:rPr>
              <w:t xml:space="preserve"> </w:t>
            </w:r>
            <w:r w:rsidR="00AE2E85" w:rsidRPr="009647FC">
              <w:rPr>
                <w:rtl/>
              </w:rPr>
              <w:t>لا</w:t>
            </w:r>
            <w:r w:rsidR="00AE2E85">
              <w:rPr>
                <w:rtl/>
              </w:rPr>
              <w:t xml:space="preserve"> </w:t>
            </w:r>
            <w:r w:rsidRPr="009647FC">
              <w:rPr>
                <w:rtl/>
              </w:rPr>
              <w:t>با</w:t>
            </w:r>
            <w:r w:rsidR="00AE2E85" w:rsidRPr="009647FC">
              <w:rPr>
                <w:rtl/>
              </w:rPr>
              <w:t>لفهر</w:t>
            </w:r>
            <w:r w:rsidR="00AE2E85">
              <w:rPr>
                <w:rtl/>
              </w:rPr>
              <w:t xml:space="preserve"> </w:t>
            </w:r>
            <w:r w:rsidR="00AE2E85" w:rsidRPr="009647FC">
              <w:rPr>
                <w:rtl/>
              </w:rPr>
              <w:t>وا</w:t>
            </w:r>
            <w:r w:rsidRPr="009647FC">
              <w:rPr>
                <w:rtl/>
              </w:rPr>
              <w:t>لح</w:t>
            </w:r>
            <w:r w:rsidR="00AE2E85" w:rsidRPr="009647FC">
              <w:rPr>
                <w:rtl/>
              </w:rPr>
              <w:t>جرِ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وخلقُك</w:t>
            </w:r>
            <w:r>
              <w:rPr>
                <w:rtl/>
              </w:rPr>
              <w:t xml:space="preserve"> </w:t>
            </w:r>
            <w:r w:rsidRPr="009647FC">
              <w:rPr>
                <w:rtl/>
              </w:rPr>
              <w:t>الروضة</w:t>
            </w:r>
            <w:r>
              <w:rPr>
                <w:rtl/>
              </w:rPr>
              <w:t xml:space="preserve"> </w:t>
            </w:r>
            <w:r w:rsidRPr="009647FC">
              <w:rPr>
                <w:rtl/>
              </w:rPr>
              <w:t>الغنّاء</w:t>
            </w:r>
            <w:r>
              <w:rPr>
                <w:rtl/>
              </w:rPr>
              <w:t xml:space="preserve"> </w:t>
            </w:r>
            <w:r w:rsidRPr="009647FC">
              <w:rPr>
                <w:rtl/>
              </w:rPr>
              <w:t>ترهم</w:t>
            </w:r>
            <w:r w:rsidRPr="004E7EC6">
              <w:rPr>
                <w:rStyle w:val="libFootnotenumChar"/>
                <w:rtl/>
              </w:rPr>
              <w:t>(2)</w:t>
            </w:r>
            <w:r>
              <w:rPr>
                <w:rtl/>
              </w:rPr>
              <w:t xml:space="preserve"> </w:t>
            </w:r>
            <w:r w:rsidRPr="009647FC">
              <w:rPr>
                <w:rtl/>
              </w:rPr>
              <w:t>في</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نط</w:t>
            </w:r>
            <w:r w:rsidR="00AE2E85" w:rsidRPr="009647FC">
              <w:rPr>
                <w:rtl/>
              </w:rPr>
              <w:t>اف</w:t>
            </w:r>
            <w:r w:rsidR="004C00A8">
              <w:rPr>
                <w:rtl/>
              </w:rPr>
              <w:t xml:space="preserve"> </w:t>
            </w:r>
            <w:r w:rsidRPr="009647FC">
              <w:rPr>
                <w:rtl/>
              </w:rPr>
              <w:t>بش</w:t>
            </w:r>
            <w:r w:rsidR="00AE2E85" w:rsidRPr="009647FC">
              <w:rPr>
                <w:rtl/>
              </w:rPr>
              <w:t>رِك</w:t>
            </w:r>
            <w:r w:rsidR="00AE2E85">
              <w:rPr>
                <w:rtl/>
              </w:rPr>
              <w:t xml:space="preserve"> </w:t>
            </w:r>
            <w:r w:rsidR="00AE2E85" w:rsidRPr="009647FC">
              <w:rPr>
                <w:rtl/>
              </w:rPr>
              <w:t>لا</w:t>
            </w:r>
            <w:r w:rsidR="00AE2E85">
              <w:rPr>
                <w:rtl/>
              </w:rPr>
              <w:t xml:space="preserve"> </w:t>
            </w:r>
            <w:r w:rsidRPr="009647FC">
              <w:rPr>
                <w:rtl/>
              </w:rPr>
              <w:t>في</w:t>
            </w:r>
            <w:r w:rsidR="00AE2E85">
              <w:rPr>
                <w:rtl/>
              </w:rPr>
              <w:t xml:space="preserve"> </w:t>
            </w:r>
            <w:r w:rsidR="00AE2E85" w:rsidRPr="009647FC">
              <w:rPr>
                <w:rtl/>
              </w:rPr>
              <w:t>ريّق</w:t>
            </w:r>
            <w:r w:rsidR="00AE2E85">
              <w:rPr>
                <w:rtl/>
              </w:rPr>
              <w:t xml:space="preserve"> </w:t>
            </w:r>
            <w:r w:rsidR="00AE2E85" w:rsidRPr="009647FC">
              <w:rPr>
                <w:rtl/>
              </w:rPr>
              <w:t>المطرِ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و</w:t>
            </w:r>
            <w:r w:rsidR="00A72677" w:rsidRPr="009647FC">
              <w:rPr>
                <w:rtl/>
              </w:rPr>
              <w:t>كف</w:t>
            </w:r>
            <w:r w:rsidRPr="009647FC">
              <w:rPr>
                <w:rtl/>
              </w:rPr>
              <w:t>ُّك</w:t>
            </w:r>
            <w:r>
              <w:rPr>
                <w:rtl/>
              </w:rPr>
              <w:t xml:space="preserve"> </w:t>
            </w:r>
            <w:r w:rsidRPr="009647FC">
              <w:rPr>
                <w:rtl/>
              </w:rPr>
              <w:t>ا</w:t>
            </w:r>
            <w:r w:rsidR="00A72677" w:rsidRPr="009647FC">
              <w:rPr>
                <w:rtl/>
              </w:rPr>
              <w:t>لب</w:t>
            </w:r>
            <w:r w:rsidRPr="009647FC">
              <w:rPr>
                <w:rtl/>
              </w:rPr>
              <w:t>حر</w:t>
            </w:r>
            <w:r>
              <w:rPr>
                <w:rtl/>
              </w:rPr>
              <w:t xml:space="preserve"> </w:t>
            </w:r>
            <w:r w:rsidR="00A72677" w:rsidRPr="009647FC">
              <w:rPr>
                <w:rtl/>
              </w:rPr>
              <w:t>ما</w:t>
            </w:r>
            <w:r>
              <w:rPr>
                <w:rtl/>
              </w:rPr>
              <w:t xml:space="preserve"> </w:t>
            </w:r>
            <w:r w:rsidRPr="009647FC">
              <w:rPr>
                <w:rtl/>
              </w:rPr>
              <w:t>غاض</w:t>
            </w:r>
            <w:r>
              <w:rPr>
                <w:rtl/>
              </w:rPr>
              <w:t xml:space="preserve"> </w:t>
            </w:r>
            <w:r w:rsidRPr="009647FC">
              <w:rPr>
                <w:rtl/>
              </w:rPr>
              <w:t>الرجاء</w:t>
            </w:r>
            <w:r>
              <w:rPr>
                <w:rtl/>
              </w:rPr>
              <w:t xml:space="preserve"> </w:t>
            </w:r>
            <w:r w:rsidRPr="009647FC">
              <w:rPr>
                <w:rtl/>
              </w:rPr>
              <w:t>به</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E2E85" w:rsidP="00693B01">
            <w:pPr>
              <w:pStyle w:val="libPoem"/>
            </w:pPr>
            <w:r w:rsidRPr="009647FC">
              <w:rPr>
                <w:rtl/>
              </w:rPr>
              <w:t>إلاّ</w:t>
            </w:r>
            <w:r>
              <w:rPr>
                <w:rtl/>
              </w:rPr>
              <w:t xml:space="preserve"> </w:t>
            </w:r>
            <w:r w:rsidRPr="009647FC">
              <w:rPr>
                <w:rtl/>
              </w:rPr>
              <w:t>وأبرز</w:t>
            </w:r>
            <w:r>
              <w:rPr>
                <w:rtl/>
              </w:rPr>
              <w:t xml:space="preserve"> </w:t>
            </w:r>
            <w:r w:rsidR="00A72677" w:rsidRPr="009647FC">
              <w:rPr>
                <w:rtl/>
              </w:rPr>
              <w:t>منه</w:t>
            </w:r>
            <w:r>
              <w:rPr>
                <w:rtl/>
              </w:rPr>
              <w:t xml:space="preserve"> </w:t>
            </w:r>
            <w:r w:rsidRPr="009647FC">
              <w:rPr>
                <w:rtl/>
              </w:rPr>
              <w:t>أ</w:t>
            </w:r>
            <w:r w:rsidR="00A72677" w:rsidRPr="009647FC">
              <w:rPr>
                <w:rtl/>
              </w:rPr>
              <w:t>نف</w:t>
            </w:r>
            <w:r w:rsidRPr="009647FC">
              <w:rPr>
                <w:rtl/>
              </w:rPr>
              <w:t>س</w:t>
            </w:r>
            <w:r w:rsidR="00677BC4">
              <w:rPr>
                <w:rtl/>
              </w:rPr>
              <w:t>َ</w:t>
            </w:r>
            <w:r>
              <w:rPr>
                <w:rtl/>
              </w:rPr>
              <w:t xml:space="preserve"> </w:t>
            </w:r>
            <w:r w:rsidRPr="009647FC">
              <w:rPr>
                <w:rtl/>
              </w:rPr>
              <w:t>ا</w:t>
            </w:r>
            <w:r w:rsidR="00A72677" w:rsidRPr="009647FC">
              <w:rPr>
                <w:rtl/>
              </w:rPr>
              <w:t>لد</w:t>
            </w:r>
            <w:r w:rsidRPr="009647FC">
              <w:rPr>
                <w:rtl/>
              </w:rPr>
              <w:t>ررِ</w:t>
            </w:r>
            <w:r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ودارُ</w:t>
            </w:r>
            <w:r>
              <w:rPr>
                <w:rtl/>
              </w:rPr>
              <w:t xml:space="preserve"> </w:t>
            </w:r>
            <w:r w:rsidRPr="009647FC">
              <w:rPr>
                <w:rtl/>
              </w:rPr>
              <w:t>عزّك</w:t>
            </w:r>
            <w:r>
              <w:rPr>
                <w:rtl/>
              </w:rPr>
              <w:t xml:space="preserve"> </w:t>
            </w:r>
            <w:r w:rsidR="00A72677" w:rsidRPr="009647FC">
              <w:rPr>
                <w:rtl/>
              </w:rPr>
              <w:t>تغ</w:t>
            </w:r>
            <w:r w:rsidRPr="009647FC">
              <w:rPr>
                <w:rtl/>
              </w:rPr>
              <w:t>دو</w:t>
            </w:r>
            <w:r>
              <w:rPr>
                <w:rtl/>
              </w:rPr>
              <w:t xml:space="preserve"> </w:t>
            </w:r>
            <w:r w:rsidRPr="009647FC">
              <w:rPr>
                <w:rtl/>
              </w:rPr>
              <w:t>ا</w:t>
            </w:r>
            <w:r w:rsidR="00A72677" w:rsidRPr="009647FC">
              <w:rPr>
                <w:rtl/>
              </w:rPr>
              <w:t>لو</w:t>
            </w:r>
            <w:r w:rsidRPr="009647FC">
              <w:rPr>
                <w:rtl/>
              </w:rPr>
              <w:t>فد</w:t>
            </w:r>
            <w:r>
              <w:rPr>
                <w:rtl/>
              </w:rPr>
              <w:t xml:space="preserve"> </w:t>
            </w:r>
            <w:r w:rsidR="00A72677" w:rsidRPr="009647FC">
              <w:rPr>
                <w:rtl/>
              </w:rPr>
              <w:t>نا</w:t>
            </w:r>
            <w:r w:rsidRPr="009647FC">
              <w:rPr>
                <w:rtl/>
              </w:rPr>
              <w:t>عمةً</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في</w:t>
            </w:r>
            <w:r w:rsidR="00AE2E85" w:rsidRPr="009647FC">
              <w:rPr>
                <w:rtl/>
              </w:rPr>
              <w:t>ها</w:t>
            </w:r>
            <w:r w:rsidR="00AE2E85">
              <w:rPr>
                <w:rtl/>
              </w:rPr>
              <w:t xml:space="preserve"> </w:t>
            </w:r>
            <w:r w:rsidRPr="009647FC">
              <w:rPr>
                <w:rtl/>
              </w:rPr>
              <w:t>بأ</w:t>
            </w:r>
            <w:r w:rsidR="00AE2E85" w:rsidRPr="009647FC">
              <w:rPr>
                <w:rtl/>
              </w:rPr>
              <w:t>رغد</w:t>
            </w:r>
            <w:r w:rsidR="00AE2E85">
              <w:rPr>
                <w:rtl/>
              </w:rPr>
              <w:t xml:space="preserve"> </w:t>
            </w:r>
            <w:r w:rsidRPr="009647FC">
              <w:rPr>
                <w:rtl/>
              </w:rPr>
              <w:t>عي</w:t>
            </w:r>
            <w:r w:rsidR="00AE2E85" w:rsidRPr="009647FC">
              <w:rPr>
                <w:rtl/>
              </w:rPr>
              <w:t>شٍ</w:t>
            </w:r>
            <w:r w:rsidR="00AE2E85">
              <w:rPr>
                <w:rtl/>
              </w:rPr>
              <w:t xml:space="preserve"> </w:t>
            </w:r>
            <w:r w:rsidRPr="009647FC">
              <w:rPr>
                <w:rtl/>
              </w:rPr>
              <w:t>نا</w:t>
            </w:r>
            <w:r w:rsidR="00AE2E85" w:rsidRPr="009647FC">
              <w:rPr>
                <w:rtl/>
              </w:rPr>
              <w:t>عمٍ</w:t>
            </w:r>
            <w:r w:rsidR="00AE2E85">
              <w:rPr>
                <w:rtl/>
              </w:rPr>
              <w:t xml:space="preserve"> </w:t>
            </w:r>
            <w:r w:rsidRPr="009647FC">
              <w:rPr>
                <w:rtl/>
              </w:rPr>
              <w:t>نض</w:t>
            </w:r>
            <w:r w:rsidR="00AE2E85" w:rsidRPr="009647FC">
              <w:rPr>
                <w:rtl/>
              </w:rPr>
              <w:t>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به</w:t>
            </w:r>
            <w:r w:rsidR="00AE2E85" w:rsidRPr="009647FC">
              <w:rPr>
                <w:rtl/>
              </w:rPr>
              <w:t>ا</w:t>
            </w:r>
            <w:r w:rsidR="00AE2E85">
              <w:rPr>
                <w:rtl/>
              </w:rPr>
              <w:t xml:space="preserve"> </w:t>
            </w:r>
            <w:r w:rsidR="00AE2E85" w:rsidRPr="009647FC">
              <w:rPr>
                <w:rtl/>
              </w:rPr>
              <w:t>ا</w:t>
            </w:r>
            <w:r w:rsidRPr="009647FC">
              <w:rPr>
                <w:rtl/>
              </w:rPr>
              <w:t>لض</w:t>
            </w:r>
            <w:r w:rsidR="00AE2E85" w:rsidRPr="009647FC">
              <w:rPr>
                <w:rtl/>
              </w:rPr>
              <w:t>يوفُ</w:t>
            </w:r>
            <w:r w:rsidR="00AE2E85">
              <w:rPr>
                <w:rtl/>
              </w:rPr>
              <w:t xml:space="preserve"> </w:t>
            </w:r>
            <w:r w:rsidRPr="009647FC">
              <w:rPr>
                <w:rtl/>
              </w:rPr>
              <w:t>تح</w:t>
            </w:r>
            <w:r w:rsidR="00AE2E85" w:rsidRPr="009647FC">
              <w:rPr>
                <w:rtl/>
              </w:rPr>
              <w:t>ي</w:t>
            </w:r>
            <w:r w:rsidR="00AE2E85">
              <w:rPr>
                <w:rtl/>
              </w:rPr>
              <w:t xml:space="preserve"> </w:t>
            </w:r>
            <w:r w:rsidR="00AE2E85" w:rsidRPr="009647FC">
              <w:rPr>
                <w:rtl/>
              </w:rPr>
              <w:t>منك</w:t>
            </w:r>
            <w:r w:rsidR="00AE2E85">
              <w:rPr>
                <w:rtl/>
              </w:rPr>
              <w:t xml:space="preserve"> </w:t>
            </w:r>
            <w:r w:rsidR="00AE2E85" w:rsidRPr="009647FC">
              <w:rPr>
                <w:rtl/>
              </w:rPr>
              <w:t>أكرم</w:t>
            </w:r>
            <w:r w:rsidR="00AE2E85">
              <w:rPr>
                <w:rtl/>
              </w:rPr>
              <w:t xml:space="preserve"> </w:t>
            </w:r>
            <w:r w:rsidR="00AE2E85" w:rsidRPr="009647FC">
              <w:rPr>
                <w:rtl/>
              </w:rPr>
              <w:t>م</w:t>
            </w:r>
            <w:r w:rsidR="00677BC4">
              <w:rPr>
                <w:rtl/>
              </w:rPr>
              <w:t>َ</w:t>
            </w:r>
            <w:r w:rsidR="00AE2E85" w:rsidRPr="009647FC">
              <w:rPr>
                <w:rtl/>
              </w:rPr>
              <w:t>نْ</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Pr="00524A24" w:rsidRDefault="00A72677" w:rsidP="00693B01">
            <w:pPr>
              <w:pStyle w:val="libPoem"/>
            </w:pPr>
            <w:r w:rsidRPr="009647FC">
              <w:rPr>
                <w:rtl/>
              </w:rPr>
              <w:t>يع</w:t>
            </w:r>
            <w:r w:rsidR="00AE2E85" w:rsidRPr="009647FC">
              <w:rPr>
                <w:rtl/>
              </w:rPr>
              <w:t>طى</w:t>
            </w:r>
            <w:r w:rsidR="004C00A8">
              <w:rPr>
                <w:rtl/>
              </w:rPr>
              <w:t xml:space="preserve"> </w:t>
            </w:r>
            <w:r w:rsidR="00AE2E85" w:rsidRPr="009647FC">
              <w:rPr>
                <w:rtl/>
              </w:rPr>
              <w:t>الرغائب</w:t>
            </w:r>
            <w:r w:rsidR="00AE2E85">
              <w:rPr>
                <w:rtl/>
              </w:rPr>
              <w:t xml:space="preserve"> </w:t>
            </w:r>
            <w:r w:rsidR="00AE2E85" w:rsidRPr="009647FC">
              <w:rPr>
                <w:rtl/>
              </w:rPr>
              <w:t>من</w:t>
            </w:r>
            <w:r w:rsidR="00AE2E85">
              <w:rPr>
                <w:rtl/>
              </w:rPr>
              <w:t xml:space="preserve"> </w:t>
            </w:r>
            <w:r w:rsidR="00AE2E85" w:rsidRPr="009647FC">
              <w:rPr>
                <w:rtl/>
              </w:rPr>
              <w:t>بدوٍ</w:t>
            </w:r>
            <w:r w:rsidR="00AE2E85">
              <w:rPr>
                <w:rtl/>
              </w:rPr>
              <w:t xml:space="preserve"> </w:t>
            </w:r>
            <w:r w:rsidR="00AE2E85" w:rsidRPr="009647FC">
              <w:rPr>
                <w:rtl/>
              </w:rPr>
              <w:t>ومن</w:t>
            </w:r>
            <w:r w:rsidR="00AE2E85">
              <w:rPr>
                <w:rtl/>
              </w:rPr>
              <w:t xml:space="preserve"> </w:t>
            </w:r>
            <w:r w:rsidR="00AE2E85" w:rsidRPr="009647FC">
              <w:rPr>
                <w:rtl/>
              </w:rPr>
              <w:t>حضرِ</w:t>
            </w:r>
            <w:r w:rsidR="00AE2E85"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المخطوطة</w:t>
      </w:r>
      <w:r w:rsidR="00D769AB">
        <w:rPr>
          <w:rtl/>
        </w:rPr>
        <w:t>:</w:t>
      </w:r>
      <w:r w:rsidRPr="009647FC">
        <w:rPr>
          <w:rtl/>
        </w:rPr>
        <w:t xml:space="preserve"> يعقد</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الرهمة</w:t>
      </w:r>
      <w:r w:rsidR="00D769AB">
        <w:rPr>
          <w:rtl/>
        </w:rPr>
        <w:t>:</w:t>
      </w:r>
      <w:r w:rsidRPr="009647FC">
        <w:rPr>
          <w:rtl/>
        </w:rPr>
        <w:t xml:space="preserve"> المطر الخفيف الدائم</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AE2E85" w:rsidRPr="00524A24" w:rsidTr="00AE2E85">
        <w:trPr>
          <w:trHeight w:val="350"/>
        </w:trPr>
        <w:tc>
          <w:tcPr>
            <w:tcW w:w="3902" w:type="dxa"/>
          </w:tcPr>
          <w:p w:rsidR="00AE2E85" w:rsidRPr="00524A24" w:rsidRDefault="00A72677" w:rsidP="00693B01">
            <w:pPr>
              <w:pStyle w:val="libPoem"/>
            </w:pPr>
            <w:r w:rsidRPr="009647FC">
              <w:rPr>
                <w:rtl/>
              </w:rPr>
              <w:lastRenderedPageBreak/>
              <w:t>حي</w:t>
            </w:r>
            <w:r w:rsidR="00AE2E85" w:rsidRPr="009647FC">
              <w:rPr>
                <w:rtl/>
              </w:rPr>
              <w:t>ثُ</w:t>
            </w:r>
            <w:r w:rsidR="00AE2E85">
              <w:rPr>
                <w:rtl/>
              </w:rPr>
              <w:t xml:space="preserve"> </w:t>
            </w:r>
            <w:r w:rsidR="00AE2E85" w:rsidRPr="009647FC">
              <w:rPr>
                <w:rtl/>
              </w:rPr>
              <w:t>ا</w:t>
            </w:r>
            <w:r w:rsidRPr="009647FC">
              <w:rPr>
                <w:rtl/>
              </w:rPr>
              <w:t>لج</w:t>
            </w:r>
            <w:r w:rsidR="00AE2E85" w:rsidRPr="009647FC">
              <w:rPr>
                <w:rtl/>
              </w:rPr>
              <w:t>نان</w:t>
            </w:r>
            <w:r w:rsidR="00AE2E85">
              <w:rPr>
                <w:rtl/>
              </w:rPr>
              <w:t xml:space="preserve"> </w:t>
            </w:r>
            <w:r w:rsidRPr="009647FC">
              <w:rPr>
                <w:rtl/>
              </w:rPr>
              <w:t>عل</w:t>
            </w:r>
            <w:r w:rsidR="00AE2E85" w:rsidRPr="009647FC">
              <w:rPr>
                <w:rtl/>
              </w:rPr>
              <w:t>ى</w:t>
            </w:r>
            <w:r w:rsidR="00AE2E85">
              <w:rPr>
                <w:rtl/>
              </w:rPr>
              <w:t xml:space="preserve"> </w:t>
            </w:r>
            <w:r w:rsidR="00AE2E85" w:rsidRPr="009647FC">
              <w:rPr>
                <w:rtl/>
              </w:rPr>
              <w:t>بعدٍ</w:t>
            </w:r>
            <w:r w:rsidR="00AE2E85">
              <w:rPr>
                <w:rtl/>
              </w:rPr>
              <w:t xml:space="preserve"> </w:t>
            </w:r>
            <w:r w:rsidR="00AE2E85" w:rsidRPr="009647FC">
              <w:rPr>
                <w:rtl/>
              </w:rPr>
              <w:t>تضيءُ</w:t>
            </w:r>
            <w:r w:rsidR="00AE2E85">
              <w:rPr>
                <w:rtl/>
              </w:rPr>
              <w:t xml:space="preserve"> </w:t>
            </w:r>
            <w:r w:rsidR="00AE2E85" w:rsidRPr="009647FC">
              <w:rPr>
                <w:rtl/>
              </w:rPr>
              <w:t>بها</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للط</w:t>
            </w:r>
            <w:r w:rsidR="00AE2E85" w:rsidRPr="009647FC">
              <w:rPr>
                <w:rtl/>
              </w:rPr>
              <w:t>ارقين</w:t>
            </w:r>
            <w:r w:rsidR="00677BC4">
              <w:rPr>
                <w:rtl/>
              </w:rPr>
              <w:t>َ</w:t>
            </w:r>
            <w:r w:rsidR="00AE2E85">
              <w:rPr>
                <w:rtl/>
              </w:rPr>
              <w:t xml:space="preserve"> </w:t>
            </w:r>
            <w:r w:rsidRPr="009647FC">
              <w:rPr>
                <w:rtl/>
              </w:rPr>
              <w:t>ضي</w:t>
            </w:r>
            <w:r w:rsidR="00AE2E85" w:rsidRPr="009647FC">
              <w:rPr>
                <w:rtl/>
              </w:rPr>
              <w:t>اء</w:t>
            </w:r>
            <w:r w:rsidR="00677BC4">
              <w:rPr>
                <w:rtl/>
              </w:rPr>
              <w:t>َ</w:t>
            </w:r>
            <w:r w:rsidR="00AE2E85">
              <w:rPr>
                <w:rtl/>
              </w:rPr>
              <w:t xml:space="preserve"> </w:t>
            </w:r>
            <w:r w:rsidR="00AE2E85" w:rsidRPr="009647FC">
              <w:rPr>
                <w:rtl/>
              </w:rPr>
              <w:t>الأ</w:t>
            </w:r>
            <w:r w:rsidRPr="009647FC">
              <w:rPr>
                <w:rtl/>
              </w:rPr>
              <w:t>نج</w:t>
            </w:r>
            <w:r w:rsidR="00AE2E85" w:rsidRPr="009647FC">
              <w:rPr>
                <w:rtl/>
              </w:rPr>
              <w:t>مِ</w:t>
            </w:r>
            <w:r w:rsidR="00AE2E85">
              <w:rPr>
                <w:rtl/>
              </w:rPr>
              <w:t xml:space="preserve"> </w:t>
            </w:r>
            <w:r w:rsidR="00AE2E85" w:rsidRPr="009647FC">
              <w:rPr>
                <w:rtl/>
              </w:rPr>
              <w:t>ا</w:t>
            </w:r>
            <w:r w:rsidRPr="009647FC">
              <w:rPr>
                <w:rtl/>
              </w:rPr>
              <w:t>لز</w:t>
            </w:r>
            <w:r w:rsidR="00AE2E85" w:rsidRPr="009647FC">
              <w:rPr>
                <w:rtl/>
              </w:rPr>
              <w:t>هرِ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لق</w:t>
            </w:r>
            <w:r w:rsidR="00AE2E85" w:rsidRPr="009647FC">
              <w:rPr>
                <w:rtl/>
              </w:rPr>
              <w:t>د</w:t>
            </w:r>
            <w:r w:rsidR="00AE2E85">
              <w:rPr>
                <w:rtl/>
              </w:rPr>
              <w:t xml:space="preserve"> </w:t>
            </w:r>
            <w:r w:rsidRPr="009647FC">
              <w:rPr>
                <w:rtl/>
              </w:rPr>
              <w:t>غد</w:t>
            </w:r>
            <w:r w:rsidR="00AE2E85" w:rsidRPr="009647FC">
              <w:rPr>
                <w:rtl/>
              </w:rPr>
              <w:t>ا</w:t>
            </w:r>
            <w:r w:rsidR="00AE2E85">
              <w:rPr>
                <w:rtl/>
              </w:rPr>
              <w:t xml:space="preserve"> </w:t>
            </w:r>
            <w:r w:rsidR="00AE2E85" w:rsidRPr="009647FC">
              <w:rPr>
                <w:rtl/>
              </w:rPr>
              <w:t>الأ</w:t>
            </w:r>
            <w:r w:rsidRPr="009647FC">
              <w:rPr>
                <w:rtl/>
              </w:rPr>
              <w:t>فق</w:t>
            </w:r>
            <w:r w:rsidR="00AE2E85" w:rsidRPr="009647FC">
              <w:rPr>
                <w:rtl/>
              </w:rPr>
              <w:t>ُ</w:t>
            </w:r>
            <w:r w:rsidR="00AE2E85">
              <w:rPr>
                <w:rtl/>
              </w:rPr>
              <w:t xml:space="preserve"> </w:t>
            </w:r>
            <w:r w:rsidR="00AE2E85" w:rsidRPr="009647FC">
              <w:rPr>
                <w:rtl/>
              </w:rPr>
              <w:t>ا</w:t>
            </w:r>
            <w:r w:rsidRPr="009647FC">
              <w:rPr>
                <w:rtl/>
              </w:rPr>
              <w:t>لع</w:t>
            </w:r>
            <w:r w:rsidR="00AE2E85" w:rsidRPr="009647FC">
              <w:rPr>
                <w:rtl/>
              </w:rPr>
              <w:t>لويُّ</w:t>
            </w:r>
            <w:r w:rsidR="00AE2E85">
              <w:rPr>
                <w:rtl/>
              </w:rPr>
              <w:t xml:space="preserve"> </w:t>
            </w:r>
            <w:r w:rsidR="00AE2E85" w:rsidRPr="009647FC">
              <w:rPr>
                <w:rtl/>
              </w:rPr>
              <w:t>يحسدها</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عل</w:t>
            </w:r>
            <w:r w:rsidR="00AE2E85" w:rsidRPr="009647FC">
              <w:rPr>
                <w:rtl/>
              </w:rPr>
              <w:t>ى</w:t>
            </w:r>
            <w:r w:rsidR="00AE2E85">
              <w:rPr>
                <w:rtl/>
              </w:rPr>
              <w:t xml:space="preserve"> </w:t>
            </w:r>
            <w:r w:rsidRPr="009647FC">
              <w:rPr>
                <w:rtl/>
              </w:rPr>
              <w:t>مو</w:t>
            </w:r>
            <w:r w:rsidR="00AE2E85" w:rsidRPr="009647FC">
              <w:rPr>
                <w:rtl/>
              </w:rPr>
              <w:t>اقدها</w:t>
            </w:r>
            <w:r w:rsidR="00AE2E85">
              <w:rPr>
                <w:rtl/>
              </w:rPr>
              <w:t xml:space="preserve"> </w:t>
            </w:r>
            <w:r w:rsidRPr="009647FC">
              <w:rPr>
                <w:rtl/>
              </w:rPr>
              <w:t>في</w:t>
            </w:r>
            <w:r w:rsidR="00AE2E85">
              <w:rPr>
                <w:rtl/>
              </w:rPr>
              <w:t xml:space="preserve"> </w:t>
            </w:r>
            <w:r w:rsidRPr="009647FC">
              <w:rPr>
                <w:rtl/>
              </w:rPr>
              <w:t>سا</w:t>
            </w:r>
            <w:r w:rsidR="00AE2E85" w:rsidRPr="009647FC">
              <w:rPr>
                <w:rtl/>
              </w:rPr>
              <w:t>لفِ</w:t>
            </w:r>
            <w:r w:rsidR="00AE2E85">
              <w:rPr>
                <w:rtl/>
              </w:rPr>
              <w:t xml:space="preserve"> </w:t>
            </w:r>
            <w:r w:rsidR="00AE2E85" w:rsidRPr="009647FC">
              <w:rPr>
                <w:rtl/>
              </w:rPr>
              <w:t>العُصرِ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A72677">
              <w:rPr>
                <w:rtl/>
              </w:rPr>
              <w:t>وودّ</w:t>
            </w:r>
            <w:r w:rsidR="00677BC4">
              <w:rPr>
                <w:rtl/>
              </w:rPr>
              <w:t>َ</w:t>
            </w:r>
            <w:r w:rsidRPr="00A72677">
              <w:rPr>
                <w:rtl/>
              </w:rPr>
              <w:t xml:space="preserve"> لو أن</w:t>
            </w:r>
            <w:r w:rsidR="00A72677" w:rsidRPr="00A72677">
              <w:rPr>
                <w:rtl/>
              </w:rPr>
              <w:t>ّه</w:t>
            </w:r>
            <w:r w:rsidRPr="00A72677">
              <w:rPr>
                <w:rtl/>
              </w:rPr>
              <w:t xml:space="preserve">ا </w:t>
            </w:r>
            <w:r w:rsidR="00A72677" w:rsidRPr="00A72677">
              <w:rPr>
                <w:rtl/>
              </w:rPr>
              <w:t>كا</w:t>
            </w:r>
            <w:r w:rsidRPr="00A72677">
              <w:rPr>
                <w:rtl/>
              </w:rPr>
              <w:t xml:space="preserve">نت </w:t>
            </w:r>
            <w:r w:rsidR="00A72677" w:rsidRPr="00A72677">
              <w:rPr>
                <w:rtl/>
              </w:rPr>
              <w:t>به</w:t>
            </w:r>
            <w:r w:rsidRPr="00A72677">
              <w:rPr>
                <w:rtl/>
              </w:rPr>
              <w:t xml:space="preserve"> </w:t>
            </w:r>
            <w:r w:rsidR="00A72677" w:rsidRPr="00A72677">
              <w:rPr>
                <w:rtl/>
              </w:rPr>
              <w:t>بد</w:t>
            </w:r>
            <w:r w:rsidRPr="00A72677">
              <w:rPr>
                <w:rtl/>
              </w:rPr>
              <w:t>لا</w:t>
            </w:r>
            <w:r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72677" w:rsidP="00693B01">
            <w:pPr>
              <w:pStyle w:val="libPoem"/>
            </w:pPr>
            <w:r w:rsidRPr="00A72677">
              <w:rPr>
                <w:rtl/>
              </w:rPr>
              <w:t>من</w:t>
            </w:r>
            <w:r w:rsidR="00AE2E85" w:rsidRPr="00A72677">
              <w:rPr>
                <w:rtl/>
              </w:rPr>
              <w:t xml:space="preserve"> ا</w:t>
            </w:r>
            <w:r w:rsidRPr="00A72677">
              <w:rPr>
                <w:rtl/>
              </w:rPr>
              <w:t>لك</w:t>
            </w:r>
            <w:r w:rsidR="00AE2E85" w:rsidRPr="00A72677">
              <w:rPr>
                <w:rtl/>
              </w:rPr>
              <w:t xml:space="preserve">واكبِ </w:t>
            </w:r>
            <w:r w:rsidRPr="00A72677">
              <w:rPr>
                <w:rtl/>
              </w:rPr>
              <w:t>حت</w:t>
            </w:r>
            <w:r w:rsidR="00AE2E85" w:rsidRPr="00A72677">
              <w:rPr>
                <w:rtl/>
              </w:rPr>
              <w:t>ى الشمسِ والقمرِ</w:t>
            </w:r>
            <w:r w:rsidR="00AE2E85" w:rsidRPr="00A72677">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فالشهبُ</w:t>
            </w:r>
            <w:r>
              <w:rPr>
                <w:rtl/>
              </w:rPr>
              <w:t xml:space="preserve"> </w:t>
            </w:r>
            <w:r w:rsidRPr="009647FC">
              <w:rPr>
                <w:rtl/>
              </w:rPr>
              <w:t>والبدرُ</w:t>
            </w:r>
            <w:r>
              <w:rPr>
                <w:rtl/>
              </w:rPr>
              <w:t xml:space="preserve"> </w:t>
            </w:r>
            <w:r w:rsidRPr="009647FC">
              <w:rPr>
                <w:rtl/>
              </w:rPr>
              <w:t>يطفي</w:t>
            </w:r>
            <w:r>
              <w:rPr>
                <w:rtl/>
              </w:rPr>
              <w:t xml:space="preserve"> </w:t>
            </w:r>
            <w:r w:rsidRPr="009647FC">
              <w:rPr>
                <w:rtl/>
              </w:rPr>
              <w:t>الصبحُ</w:t>
            </w:r>
            <w:r>
              <w:rPr>
                <w:rtl/>
              </w:rPr>
              <w:t xml:space="preserve"> </w:t>
            </w:r>
            <w:r w:rsidRPr="009647FC">
              <w:rPr>
                <w:rtl/>
              </w:rPr>
              <w:t>ضوءهُما</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E2E85" w:rsidP="00693B01">
            <w:pPr>
              <w:pStyle w:val="libPoem"/>
            </w:pPr>
            <w:r w:rsidRPr="009647FC">
              <w:rPr>
                <w:rtl/>
              </w:rPr>
              <w:t>وا</w:t>
            </w:r>
            <w:r w:rsidR="00A72677" w:rsidRPr="009647FC">
              <w:rPr>
                <w:rtl/>
              </w:rPr>
              <w:t>لش</w:t>
            </w:r>
            <w:r w:rsidRPr="009647FC">
              <w:rPr>
                <w:rtl/>
              </w:rPr>
              <w:t>مسُ</w:t>
            </w:r>
            <w:r w:rsidR="004C00A8">
              <w:rPr>
                <w:rtl/>
              </w:rPr>
              <w:t xml:space="preserve"> </w:t>
            </w:r>
            <w:r w:rsidRPr="009647FC">
              <w:rPr>
                <w:rtl/>
              </w:rPr>
              <w:t>في</w:t>
            </w:r>
            <w:r>
              <w:rPr>
                <w:rtl/>
              </w:rPr>
              <w:t xml:space="preserve"> </w:t>
            </w:r>
            <w:r w:rsidRPr="009647FC">
              <w:rPr>
                <w:rtl/>
              </w:rPr>
              <w:t>الليل</w:t>
            </w:r>
            <w:r>
              <w:rPr>
                <w:rtl/>
              </w:rPr>
              <w:t xml:space="preserve"> </w:t>
            </w:r>
            <w:r w:rsidRPr="009647FC">
              <w:rPr>
                <w:rtl/>
              </w:rPr>
              <w:t>لم</w:t>
            </w:r>
            <w:r>
              <w:rPr>
                <w:rtl/>
              </w:rPr>
              <w:t xml:space="preserve"> </w:t>
            </w:r>
            <w:r w:rsidRPr="009647FC">
              <w:rPr>
                <w:rtl/>
              </w:rPr>
              <w:t>تشرقْ</w:t>
            </w:r>
            <w:r>
              <w:rPr>
                <w:rtl/>
              </w:rPr>
              <w:t xml:space="preserve"> </w:t>
            </w:r>
            <w:r w:rsidRPr="009647FC">
              <w:rPr>
                <w:rtl/>
              </w:rPr>
              <w:t>ولم</w:t>
            </w:r>
            <w:r>
              <w:rPr>
                <w:rtl/>
              </w:rPr>
              <w:t xml:space="preserve"> </w:t>
            </w:r>
            <w:r w:rsidRPr="009647FC">
              <w:rPr>
                <w:rtl/>
              </w:rPr>
              <w:t>تنرِ</w:t>
            </w:r>
            <w:r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لكن</w:t>
            </w:r>
            <w:r w:rsidR="00AE2E85" w:rsidRPr="009647FC">
              <w:rPr>
                <w:rtl/>
              </w:rPr>
              <w:t>ّ</w:t>
            </w:r>
            <w:r w:rsidR="00677BC4">
              <w:rPr>
                <w:rtl/>
              </w:rPr>
              <w:t>َ</w:t>
            </w:r>
            <w:r w:rsidR="00AE2E85">
              <w:rPr>
                <w:rtl/>
              </w:rPr>
              <w:t xml:space="preserve"> </w:t>
            </w:r>
            <w:r w:rsidR="00AE2E85" w:rsidRPr="009647FC">
              <w:rPr>
                <w:rtl/>
              </w:rPr>
              <w:t>دارك</w:t>
            </w:r>
            <w:r w:rsidR="00AE2E85">
              <w:rPr>
                <w:rtl/>
              </w:rPr>
              <w:t xml:space="preserve"> </w:t>
            </w:r>
            <w:r w:rsidRPr="009647FC">
              <w:rPr>
                <w:rtl/>
              </w:rPr>
              <w:t>لم</w:t>
            </w:r>
            <w:r w:rsidR="00AE2E85">
              <w:rPr>
                <w:rtl/>
              </w:rPr>
              <w:t xml:space="preserve"> </w:t>
            </w:r>
            <w:r w:rsidRPr="009647FC">
              <w:rPr>
                <w:rtl/>
              </w:rPr>
              <w:t>تب</w:t>
            </w:r>
            <w:r w:rsidR="00AE2E85" w:rsidRPr="009647FC">
              <w:rPr>
                <w:rtl/>
              </w:rPr>
              <w:t>رحْ</w:t>
            </w:r>
            <w:r w:rsidR="00AE2E85">
              <w:rPr>
                <w:rtl/>
              </w:rPr>
              <w:t xml:space="preserve"> </w:t>
            </w:r>
            <w:r w:rsidRPr="009647FC">
              <w:rPr>
                <w:rtl/>
              </w:rPr>
              <w:t>مو</w:t>
            </w:r>
            <w:r w:rsidR="00AE2E85" w:rsidRPr="009647FC">
              <w:rPr>
                <w:rtl/>
              </w:rPr>
              <w:t>اقدُها</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مض</w:t>
            </w:r>
            <w:r w:rsidR="00AE2E85" w:rsidRPr="009647FC">
              <w:rPr>
                <w:rtl/>
              </w:rPr>
              <w:t>يئة</w:t>
            </w:r>
            <w:r w:rsidR="00677BC4">
              <w:rPr>
                <w:rtl/>
              </w:rPr>
              <w:t>َ</w:t>
            </w:r>
            <w:r w:rsidR="00AE2E85">
              <w:rPr>
                <w:rtl/>
              </w:rPr>
              <w:t xml:space="preserve"> </w:t>
            </w:r>
            <w:r w:rsidRPr="009647FC">
              <w:rPr>
                <w:rtl/>
              </w:rPr>
              <w:t>تص</w:t>
            </w:r>
            <w:r w:rsidR="00AE2E85" w:rsidRPr="009647FC">
              <w:rPr>
                <w:rtl/>
              </w:rPr>
              <w:t>لُ</w:t>
            </w:r>
            <w:r w:rsidR="00AE2E85">
              <w:rPr>
                <w:rtl/>
              </w:rPr>
              <w:t xml:space="preserve"> </w:t>
            </w:r>
            <w:r w:rsidR="00AE2E85" w:rsidRPr="009647FC">
              <w:rPr>
                <w:rtl/>
              </w:rPr>
              <w:t>الإ</w:t>
            </w:r>
            <w:r w:rsidRPr="009647FC">
              <w:rPr>
                <w:rtl/>
              </w:rPr>
              <w:t>صب</w:t>
            </w:r>
            <w:r w:rsidR="00AE2E85" w:rsidRPr="009647FC">
              <w:rPr>
                <w:rtl/>
              </w:rPr>
              <w:t>اح</w:t>
            </w:r>
            <w:r w:rsidR="00677BC4">
              <w:rPr>
                <w:rtl/>
              </w:rPr>
              <w:t>َ</w:t>
            </w:r>
            <w:r w:rsidR="00AE2E85">
              <w:rPr>
                <w:rtl/>
              </w:rPr>
              <w:t xml:space="preserve"> </w:t>
            </w:r>
            <w:r w:rsidRPr="009647FC">
              <w:rPr>
                <w:rtl/>
              </w:rPr>
              <w:t>با</w:t>
            </w:r>
            <w:r w:rsidR="00AE2E85" w:rsidRPr="009647FC">
              <w:rPr>
                <w:rtl/>
              </w:rPr>
              <w:t>لسحرِ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ما</w:t>
            </w:r>
            <w:r w:rsidR="00AE2E85" w:rsidRPr="009647FC">
              <w:rPr>
                <w:rtl/>
              </w:rPr>
              <w:t>زلت</w:t>
            </w:r>
            <w:r w:rsidR="00677BC4">
              <w:rPr>
                <w:rtl/>
              </w:rPr>
              <w:t>َ</w:t>
            </w:r>
            <w:r w:rsidR="00AE2E85">
              <w:rPr>
                <w:rtl/>
              </w:rPr>
              <w:t xml:space="preserve"> </w:t>
            </w:r>
            <w:r w:rsidRPr="009647FC">
              <w:rPr>
                <w:rtl/>
              </w:rPr>
              <w:t>تر</w:t>
            </w:r>
            <w:r w:rsidR="00AE2E85" w:rsidRPr="009647FC">
              <w:rPr>
                <w:rtl/>
              </w:rPr>
              <w:t>فعُ</w:t>
            </w:r>
            <w:r w:rsidR="00AE2E85">
              <w:rPr>
                <w:rtl/>
              </w:rPr>
              <w:t xml:space="preserve"> </w:t>
            </w:r>
            <w:r w:rsidRPr="009647FC">
              <w:rPr>
                <w:rtl/>
              </w:rPr>
              <w:t>في</w:t>
            </w:r>
            <w:r w:rsidR="00AE2E85" w:rsidRPr="009647FC">
              <w:rPr>
                <w:rtl/>
              </w:rPr>
              <w:t>ها</w:t>
            </w:r>
            <w:r w:rsidR="00AE2E85">
              <w:rPr>
                <w:rtl/>
              </w:rPr>
              <w:t xml:space="preserve"> </w:t>
            </w:r>
            <w:r w:rsidRPr="009647FC">
              <w:rPr>
                <w:rtl/>
              </w:rPr>
              <w:t>لل</w:t>
            </w:r>
            <w:r w:rsidR="00AE2E85" w:rsidRPr="009647FC">
              <w:rPr>
                <w:rtl/>
              </w:rPr>
              <w:t>قِرى</w:t>
            </w:r>
            <w:r w:rsidR="00AE2E85">
              <w:rPr>
                <w:rtl/>
              </w:rPr>
              <w:t xml:space="preserve"> </w:t>
            </w:r>
            <w:r w:rsidR="00AE2E85" w:rsidRPr="009647FC">
              <w:rPr>
                <w:rtl/>
              </w:rPr>
              <w:t>كرما</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نا</w:t>
            </w:r>
            <w:r w:rsidR="00AE2E85" w:rsidRPr="009647FC">
              <w:rPr>
                <w:rtl/>
              </w:rPr>
              <w:t>راً</w:t>
            </w:r>
            <w:r w:rsidR="004C00A8">
              <w:rPr>
                <w:rtl/>
              </w:rPr>
              <w:t xml:space="preserve"> </w:t>
            </w:r>
            <w:r w:rsidRPr="009647FC">
              <w:rPr>
                <w:rtl/>
              </w:rPr>
              <w:t>شك</w:t>
            </w:r>
            <w:r w:rsidR="00AE2E85" w:rsidRPr="009647FC">
              <w:rPr>
                <w:rtl/>
              </w:rPr>
              <w:t>ا</w:t>
            </w:r>
            <w:r w:rsidR="00AE2E85">
              <w:rPr>
                <w:rtl/>
              </w:rPr>
              <w:t xml:space="preserve"> </w:t>
            </w:r>
            <w:r w:rsidR="00AE2E85" w:rsidRPr="009647FC">
              <w:rPr>
                <w:rtl/>
              </w:rPr>
              <w:t>الأ</w:t>
            </w:r>
            <w:r w:rsidRPr="009647FC">
              <w:rPr>
                <w:rtl/>
              </w:rPr>
              <w:t>فق</w:t>
            </w:r>
            <w:r w:rsidR="00AE2E85" w:rsidRPr="009647FC">
              <w:rPr>
                <w:rtl/>
              </w:rPr>
              <w:t>ُ</w:t>
            </w:r>
            <w:r w:rsidR="00AE2E85">
              <w:rPr>
                <w:rtl/>
              </w:rPr>
              <w:t xml:space="preserve"> </w:t>
            </w:r>
            <w:r w:rsidR="00AE2E85" w:rsidRPr="009647FC">
              <w:rPr>
                <w:rtl/>
              </w:rPr>
              <w:t>منها</w:t>
            </w:r>
            <w:r w:rsidR="00AE2E85">
              <w:rPr>
                <w:rtl/>
              </w:rPr>
              <w:t xml:space="preserve"> </w:t>
            </w:r>
            <w:r w:rsidR="00AE2E85" w:rsidRPr="009647FC">
              <w:rPr>
                <w:rtl/>
              </w:rPr>
              <w:t>لافح</w:t>
            </w:r>
            <w:r w:rsidR="00677BC4">
              <w:rPr>
                <w:rtl/>
              </w:rPr>
              <w:t>َ</w:t>
            </w:r>
            <w:r w:rsidR="00AE2E85">
              <w:rPr>
                <w:rtl/>
              </w:rPr>
              <w:t xml:space="preserve"> </w:t>
            </w:r>
            <w:r w:rsidR="00AE2E85" w:rsidRPr="009647FC">
              <w:rPr>
                <w:rtl/>
              </w:rPr>
              <w:t>الشررِ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يا</w:t>
            </w:r>
            <w:r>
              <w:rPr>
                <w:rtl/>
              </w:rPr>
              <w:t xml:space="preserve"> </w:t>
            </w:r>
            <w:r w:rsidRPr="009647FC">
              <w:rPr>
                <w:rtl/>
              </w:rPr>
              <w:t>مقرض</w:t>
            </w:r>
            <w:r w:rsidR="00677BC4">
              <w:rPr>
                <w:rtl/>
              </w:rPr>
              <w:t>َ</w:t>
            </w:r>
            <w:r>
              <w:rPr>
                <w:rtl/>
              </w:rPr>
              <w:t xml:space="preserve"> </w:t>
            </w:r>
            <w:r w:rsidRPr="009647FC">
              <w:rPr>
                <w:rtl/>
              </w:rPr>
              <w:t>الأرض</w:t>
            </w:r>
            <w:r>
              <w:rPr>
                <w:rtl/>
              </w:rPr>
              <w:t xml:space="preserve"> </w:t>
            </w:r>
            <w:r w:rsidRPr="009647FC">
              <w:rPr>
                <w:rtl/>
              </w:rPr>
              <w:t>في</w:t>
            </w:r>
            <w:r>
              <w:rPr>
                <w:rtl/>
              </w:rPr>
              <w:t xml:space="preserve"> </w:t>
            </w:r>
            <w:r w:rsidRPr="009647FC">
              <w:rPr>
                <w:rtl/>
              </w:rPr>
              <w:t>عصرٍ</w:t>
            </w:r>
            <w:r>
              <w:rPr>
                <w:rtl/>
              </w:rPr>
              <w:t xml:space="preserve"> </w:t>
            </w:r>
            <w:r w:rsidRPr="009647FC">
              <w:rPr>
                <w:rtl/>
              </w:rPr>
              <w:t>به</w:t>
            </w:r>
            <w:r>
              <w:rPr>
                <w:rtl/>
              </w:rPr>
              <w:t xml:space="preserve"> </w:t>
            </w:r>
            <w:r w:rsidRPr="009647FC">
              <w:rPr>
                <w:rtl/>
              </w:rPr>
              <w:t>وثقت</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بن</w:t>
            </w:r>
            <w:r w:rsidR="00AE2E85" w:rsidRPr="009647FC">
              <w:rPr>
                <w:rtl/>
              </w:rPr>
              <w:t>و</w:t>
            </w:r>
            <w:r w:rsidR="00AE2E85">
              <w:rPr>
                <w:rtl/>
              </w:rPr>
              <w:t xml:space="preserve"> </w:t>
            </w:r>
            <w:r w:rsidR="00AE2E85" w:rsidRPr="009647FC">
              <w:rPr>
                <w:rtl/>
              </w:rPr>
              <w:t>ا</w:t>
            </w:r>
            <w:r w:rsidRPr="009647FC">
              <w:rPr>
                <w:rtl/>
              </w:rPr>
              <w:t>لز</w:t>
            </w:r>
            <w:r w:rsidR="00AE2E85" w:rsidRPr="009647FC">
              <w:rPr>
                <w:rtl/>
              </w:rPr>
              <w:t>مان</w:t>
            </w:r>
            <w:r w:rsidR="00AE2E85">
              <w:rPr>
                <w:rtl/>
              </w:rPr>
              <w:t xml:space="preserve"> </w:t>
            </w:r>
            <w:r w:rsidRPr="009647FC">
              <w:rPr>
                <w:rtl/>
              </w:rPr>
              <w:t>بك</w:t>
            </w:r>
            <w:r w:rsidR="00AE2E85" w:rsidRPr="009647FC">
              <w:rPr>
                <w:rtl/>
              </w:rPr>
              <w:t>نزِ</w:t>
            </w:r>
            <w:r w:rsidR="00AE2E85">
              <w:rPr>
                <w:rtl/>
              </w:rPr>
              <w:t xml:space="preserve"> </w:t>
            </w:r>
            <w:r w:rsidR="00AE2E85" w:rsidRPr="009647FC">
              <w:rPr>
                <w:rtl/>
              </w:rPr>
              <w:t>البيضِ</w:t>
            </w:r>
            <w:r w:rsidR="00AE2E85">
              <w:rPr>
                <w:rtl/>
              </w:rPr>
              <w:t xml:space="preserve"> </w:t>
            </w:r>
            <w:r w:rsidR="00AE2E85" w:rsidRPr="009647FC">
              <w:rPr>
                <w:rtl/>
              </w:rPr>
              <w:t>والصفرِ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كأ</w:t>
            </w:r>
            <w:r w:rsidR="00AE2E85" w:rsidRPr="009647FC">
              <w:rPr>
                <w:rtl/>
              </w:rPr>
              <w:t>نّما</w:t>
            </w:r>
            <w:r w:rsidR="00AE2E85">
              <w:rPr>
                <w:rtl/>
              </w:rPr>
              <w:t xml:space="preserve"> </w:t>
            </w:r>
            <w:r w:rsidR="00AE2E85" w:rsidRPr="009647FC">
              <w:rPr>
                <w:rtl/>
              </w:rPr>
              <w:t>اللهُ</w:t>
            </w:r>
            <w:r w:rsidR="00AE2E85">
              <w:rPr>
                <w:rtl/>
              </w:rPr>
              <w:t xml:space="preserve"> </w:t>
            </w:r>
            <w:r w:rsidRPr="009647FC">
              <w:rPr>
                <w:rtl/>
              </w:rPr>
              <w:t>لم</w:t>
            </w:r>
            <w:r w:rsidR="00AE2E85">
              <w:rPr>
                <w:rtl/>
              </w:rPr>
              <w:t xml:space="preserve"> </w:t>
            </w:r>
            <w:r w:rsidRPr="009647FC">
              <w:rPr>
                <w:rtl/>
              </w:rPr>
              <w:t>ين</w:t>
            </w:r>
            <w:r w:rsidR="00AE2E85" w:rsidRPr="009647FC">
              <w:rPr>
                <w:rtl/>
              </w:rPr>
              <w:t>دبْ</w:t>
            </w:r>
            <w:r w:rsidR="00AE2E85">
              <w:rPr>
                <w:rtl/>
              </w:rPr>
              <w:t xml:space="preserve"> </w:t>
            </w:r>
            <w:r w:rsidRPr="009647FC">
              <w:rPr>
                <w:rtl/>
              </w:rPr>
              <w:t>سو</w:t>
            </w:r>
            <w:r w:rsidR="00AE2E85" w:rsidRPr="009647FC">
              <w:rPr>
                <w:rtl/>
              </w:rPr>
              <w:t>اك</w:t>
            </w:r>
            <w:r w:rsidR="00677BC4">
              <w:rPr>
                <w:rtl/>
              </w:rPr>
              <w:t>َ</w:t>
            </w:r>
            <w:r w:rsidR="00AE2E85">
              <w:rPr>
                <w:rtl/>
              </w:rPr>
              <w:t xml:space="preserve"> </w:t>
            </w:r>
            <w:r w:rsidR="00AE2E85" w:rsidRPr="009647FC">
              <w:rPr>
                <w:rtl/>
              </w:rPr>
              <w:t>إ</w:t>
            </w:r>
            <w:r w:rsidRPr="009647FC">
              <w:rPr>
                <w:rtl/>
              </w:rPr>
              <w:t>لى</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قر</w:t>
            </w:r>
            <w:r w:rsidR="00AE2E85" w:rsidRPr="009647FC">
              <w:rPr>
                <w:rtl/>
              </w:rPr>
              <w:t>ضٍ</w:t>
            </w:r>
            <w:r w:rsidR="004C00A8">
              <w:rPr>
                <w:rtl/>
              </w:rPr>
              <w:t xml:space="preserve"> </w:t>
            </w:r>
            <w:r w:rsidRPr="009647FC">
              <w:rPr>
                <w:rtl/>
              </w:rPr>
              <w:t>يض</w:t>
            </w:r>
            <w:r w:rsidR="00AE2E85" w:rsidRPr="009647FC">
              <w:rPr>
                <w:rtl/>
              </w:rPr>
              <w:t>اعفهُ</w:t>
            </w:r>
            <w:r w:rsidR="00AE2E85">
              <w:rPr>
                <w:rtl/>
              </w:rPr>
              <w:t xml:space="preserve"> </w:t>
            </w:r>
            <w:r w:rsidRPr="009647FC">
              <w:rPr>
                <w:rtl/>
              </w:rPr>
              <w:t>في</w:t>
            </w:r>
            <w:r w:rsidR="00AE2E85">
              <w:rPr>
                <w:rtl/>
              </w:rPr>
              <w:t xml:space="preserve"> </w:t>
            </w:r>
            <w:r w:rsidR="00AE2E85" w:rsidRPr="009647FC">
              <w:rPr>
                <w:rtl/>
              </w:rPr>
              <w:t>محكم</w:t>
            </w:r>
            <w:r w:rsidR="00AE2E85">
              <w:rPr>
                <w:rtl/>
              </w:rPr>
              <w:t xml:space="preserve"> </w:t>
            </w:r>
            <w:r w:rsidR="00AE2E85" w:rsidRPr="009647FC">
              <w:rPr>
                <w:rtl/>
              </w:rPr>
              <w:t>السورِ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فل</w:t>
            </w:r>
            <w:r w:rsidR="00AE2E85" w:rsidRPr="009647FC">
              <w:rPr>
                <w:rtl/>
              </w:rPr>
              <w:t>م</w:t>
            </w:r>
            <w:r w:rsidR="00AE2E85">
              <w:rPr>
                <w:rtl/>
              </w:rPr>
              <w:t xml:space="preserve"> </w:t>
            </w:r>
            <w:r w:rsidRPr="009647FC">
              <w:rPr>
                <w:rtl/>
              </w:rPr>
              <w:t>تك</w:t>
            </w:r>
            <w:r w:rsidR="00AE2E85" w:rsidRPr="009647FC">
              <w:rPr>
                <w:rtl/>
              </w:rPr>
              <w:t>نْ</w:t>
            </w:r>
            <w:r w:rsidR="00AE2E85">
              <w:rPr>
                <w:rtl/>
              </w:rPr>
              <w:t xml:space="preserve"> </w:t>
            </w:r>
            <w:r w:rsidRPr="009647FC">
              <w:rPr>
                <w:rtl/>
              </w:rPr>
              <w:t>بش</w:t>
            </w:r>
            <w:r w:rsidR="00AE2E85" w:rsidRPr="009647FC">
              <w:rPr>
                <w:rtl/>
              </w:rPr>
              <w:t>راً</w:t>
            </w:r>
            <w:r w:rsidR="00AE2E85">
              <w:rPr>
                <w:rtl/>
              </w:rPr>
              <w:t xml:space="preserve"> </w:t>
            </w:r>
            <w:r w:rsidR="00AE2E85" w:rsidRPr="009647FC">
              <w:rPr>
                <w:rtl/>
              </w:rPr>
              <w:t>بل</w:t>
            </w:r>
            <w:r w:rsidR="00AE2E85">
              <w:rPr>
                <w:rtl/>
              </w:rPr>
              <w:t xml:space="preserve"> </w:t>
            </w:r>
            <w:r w:rsidR="00AE2E85" w:rsidRPr="009647FC">
              <w:rPr>
                <w:rtl/>
              </w:rPr>
              <w:t>أنت</w:t>
            </w:r>
            <w:r w:rsidR="00677BC4">
              <w:rPr>
                <w:rtl/>
              </w:rPr>
              <w:t>َ</w:t>
            </w:r>
            <w:r w:rsidR="00AE2E85">
              <w:rPr>
                <w:rtl/>
              </w:rPr>
              <w:t xml:space="preserve"> </w:t>
            </w:r>
            <w:r w:rsidR="00AE2E85" w:rsidRPr="009647FC">
              <w:rPr>
                <w:rtl/>
              </w:rPr>
              <w:t>روحُ</w:t>
            </w:r>
            <w:r w:rsidR="00AE2E85">
              <w:rPr>
                <w:rtl/>
              </w:rPr>
              <w:t xml:space="preserve"> </w:t>
            </w:r>
            <w:r w:rsidR="00AE2E85" w:rsidRPr="009647FC">
              <w:rPr>
                <w:rtl/>
              </w:rPr>
              <w:t>ندىً</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لل</w:t>
            </w:r>
            <w:r w:rsidR="00AE2E85" w:rsidRPr="009647FC">
              <w:rPr>
                <w:rtl/>
              </w:rPr>
              <w:t>عالمين</w:t>
            </w:r>
            <w:r w:rsidR="00AE2E85">
              <w:rPr>
                <w:rtl/>
              </w:rPr>
              <w:t xml:space="preserve"> </w:t>
            </w:r>
            <w:r w:rsidRPr="009647FC">
              <w:rPr>
                <w:rtl/>
              </w:rPr>
              <w:t>بد</w:t>
            </w:r>
            <w:r w:rsidR="00AE2E85" w:rsidRPr="009647FC">
              <w:rPr>
                <w:rtl/>
              </w:rPr>
              <w:t>تْ</w:t>
            </w:r>
            <w:r w:rsidR="00AE2E85">
              <w:rPr>
                <w:rtl/>
              </w:rPr>
              <w:t xml:space="preserve"> </w:t>
            </w:r>
            <w:r w:rsidRPr="009647FC">
              <w:rPr>
                <w:rtl/>
              </w:rPr>
              <w:t>في</w:t>
            </w:r>
            <w:r w:rsidR="00AE2E85">
              <w:rPr>
                <w:rtl/>
              </w:rPr>
              <w:t xml:space="preserve"> </w:t>
            </w:r>
            <w:r w:rsidRPr="009647FC">
              <w:rPr>
                <w:rtl/>
              </w:rPr>
              <w:t>صو</w:t>
            </w:r>
            <w:r w:rsidR="00AE2E85" w:rsidRPr="009647FC">
              <w:rPr>
                <w:rtl/>
              </w:rPr>
              <w:t>رةِ</w:t>
            </w:r>
            <w:r w:rsidR="00AE2E85">
              <w:rPr>
                <w:rtl/>
              </w:rPr>
              <w:t xml:space="preserve"> </w:t>
            </w:r>
            <w:r w:rsidR="00AE2E85" w:rsidRPr="009647FC">
              <w:rPr>
                <w:rtl/>
              </w:rPr>
              <w:t>البشرِ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A72677">
              <w:rPr>
                <w:rtl/>
              </w:rPr>
              <w:t>يف</w:t>
            </w:r>
            <w:r w:rsidR="00AE2E85" w:rsidRPr="00A72677">
              <w:rPr>
                <w:rtl/>
              </w:rPr>
              <w:t xml:space="preserve">دي </w:t>
            </w:r>
            <w:r w:rsidRPr="00A72677">
              <w:rPr>
                <w:rtl/>
              </w:rPr>
              <w:t>يد</w:t>
            </w:r>
            <w:r w:rsidR="00AE2E85" w:rsidRPr="00A72677">
              <w:rPr>
                <w:rtl/>
              </w:rPr>
              <w:t>يك</w:t>
            </w:r>
            <w:r w:rsidR="00677BC4">
              <w:rPr>
                <w:rtl/>
              </w:rPr>
              <w:t>َ</w:t>
            </w:r>
            <w:r w:rsidR="00AE2E85" w:rsidRPr="00A72677">
              <w:rPr>
                <w:rtl/>
              </w:rPr>
              <w:t xml:space="preserve"> ابنُ حرصٍ لا حياء له</w:t>
            </w:r>
            <w:r w:rsidR="00AE2E85"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72677" w:rsidP="00693B01">
            <w:pPr>
              <w:pStyle w:val="libPoem"/>
            </w:pPr>
            <w:r w:rsidRPr="00A72677">
              <w:rPr>
                <w:rtl/>
              </w:rPr>
              <w:t>يل</w:t>
            </w:r>
            <w:r w:rsidR="00AE2E85" w:rsidRPr="00A72677">
              <w:rPr>
                <w:rtl/>
              </w:rPr>
              <w:t>قي ا</w:t>
            </w:r>
            <w:r w:rsidRPr="00A72677">
              <w:rPr>
                <w:rtl/>
              </w:rPr>
              <w:t>لع</w:t>
            </w:r>
            <w:r w:rsidR="00AE2E85" w:rsidRPr="00A72677">
              <w:rPr>
                <w:rtl/>
              </w:rPr>
              <w:t>فاة</w:t>
            </w:r>
            <w:r w:rsidR="00677BC4">
              <w:rPr>
                <w:rtl/>
              </w:rPr>
              <w:t>َ</w:t>
            </w:r>
            <w:r w:rsidR="00AE2E85" w:rsidRPr="00A72677">
              <w:rPr>
                <w:rtl/>
              </w:rPr>
              <w:t xml:space="preserve"> </w:t>
            </w:r>
            <w:r w:rsidRPr="00A72677">
              <w:rPr>
                <w:rtl/>
              </w:rPr>
              <w:t>بو</w:t>
            </w:r>
            <w:r w:rsidR="00AE2E85" w:rsidRPr="00A72677">
              <w:rPr>
                <w:rtl/>
              </w:rPr>
              <w:t>جهٍ ق</w:t>
            </w:r>
            <w:r w:rsidRPr="00A72677">
              <w:rPr>
                <w:rtl/>
              </w:rPr>
              <w:t>ُد</w:t>
            </w:r>
            <w:r w:rsidR="00AE2E85" w:rsidRPr="00A72677">
              <w:rPr>
                <w:rtl/>
              </w:rPr>
              <w:t>ِّ من حجرِ</w:t>
            </w:r>
            <w:r w:rsidR="00AE2E85" w:rsidRPr="00A72677">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جر</w:t>
            </w:r>
            <w:r w:rsidR="00AE2E85" w:rsidRPr="009647FC">
              <w:rPr>
                <w:rtl/>
              </w:rPr>
              <w:t>ى</w:t>
            </w:r>
            <w:r w:rsidR="00AE2E85">
              <w:rPr>
                <w:rtl/>
              </w:rPr>
              <w:t xml:space="preserve"> </w:t>
            </w:r>
            <w:r w:rsidRPr="009647FC">
              <w:rPr>
                <w:rtl/>
              </w:rPr>
              <w:t>لع</w:t>
            </w:r>
            <w:r w:rsidR="00AE2E85" w:rsidRPr="009647FC">
              <w:rPr>
                <w:rtl/>
              </w:rPr>
              <w:t>لياك</w:t>
            </w:r>
            <w:r w:rsidR="00677BC4">
              <w:rPr>
                <w:rtl/>
              </w:rPr>
              <w:t>َ</w:t>
            </w:r>
            <w:r w:rsidR="00AE2E85">
              <w:rPr>
                <w:rtl/>
              </w:rPr>
              <w:t xml:space="preserve"> </w:t>
            </w:r>
            <w:r w:rsidRPr="009647FC">
              <w:rPr>
                <w:rtl/>
              </w:rPr>
              <w:t>من</w:t>
            </w:r>
            <w:r w:rsidR="00AE2E85">
              <w:rPr>
                <w:rtl/>
              </w:rPr>
              <w:t xml:space="preserve"> </w:t>
            </w:r>
            <w:r w:rsidR="00AE2E85" w:rsidRPr="009647FC">
              <w:rPr>
                <w:rtl/>
              </w:rPr>
              <w:t>جهلٍ</w:t>
            </w:r>
            <w:r w:rsidR="00AE2E85">
              <w:rPr>
                <w:rtl/>
              </w:rPr>
              <w:t xml:space="preserve"> </w:t>
            </w:r>
            <w:r w:rsidR="00AE2E85" w:rsidRPr="009647FC">
              <w:rPr>
                <w:rtl/>
              </w:rPr>
              <w:t>فقلتُ</w:t>
            </w:r>
            <w:r w:rsidR="00AE2E85">
              <w:rPr>
                <w:rtl/>
              </w:rPr>
              <w:t xml:space="preserve"> </w:t>
            </w:r>
            <w:r w:rsidR="00AE2E85" w:rsidRPr="009647FC">
              <w:rPr>
                <w:rtl/>
              </w:rPr>
              <w:t>له:</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لق</w:t>
            </w:r>
            <w:r w:rsidR="00AE2E85" w:rsidRPr="009647FC">
              <w:rPr>
                <w:rtl/>
              </w:rPr>
              <w:t>د</w:t>
            </w:r>
            <w:r w:rsidR="00AE2E85">
              <w:rPr>
                <w:rtl/>
              </w:rPr>
              <w:t xml:space="preserve"> </w:t>
            </w:r>
            <w:r w:rsidRPr="009647FC">
              <w:rPr>
                <w:rtl/>
              </w:rPr>
              <w:t>جر</w:t>
            </w:r>
            <w:r w:rsidR="00AE2E85" w:rsidRPr="009647FC">
              <w:rPr>
                <w:rtl/>
              </w:rPr>
              <w:t>يت</w:t>
            </w:r>
            <w:r w:rsidR="00677BC4">
              <w:rPr>
                <w:rtl/>
              </w:rPr>
              <w:t>َ</w:t>
            </w:r>
            <w:r w:rsidR="00AE2E85">
              <w:rPr>
                <w:rtl/>
              </w:rPr>
              <w:t xml:space="preserve"> </w:t>
            </w:r>
            <w:r w:rsidR="00AE2E85" w:rsidRPr="009647FC">
              <w:rPr>
                <w:rtl/>
              </w:rPr>
              <w:t>و</w:t>
            </w:r>
            <w:r w:rsidRPr="009647FC">
              <w:rPr>
                <w:rtl/>
              </w:rPr>
              <w:t>لك</w:t>
            </w:r>
            <w:r w:rsidR="00AE2E85" w:rsidRPr="009647FC">
              <w:rPr>
                <w:rtl/>
              </w:rPr>
              <w:t>نْ</w:t>
            </w:r>
            <w:r w:rsidR="00AE2E85">
              <w:rPr>
                <w:rtl/>
              </w:rPr>
              <w:t xml:space="preserve"> </w:t>
            </w:r>
            <w:r w:rsidRPr="009647FC">
              <w:rPr>
                <w:rtl/>
              </w:rPr>
              <w:t>جر</w:t>
            </w:r>
            <w:r w:rsidR="00AE2E85" w:rsidRPr="009647FC">
              <w:rPr>
                <w:rtl/>
              </w:rPr>
              <w:t>ْى</w:t>
            </w:r>
            <w:r w:rsidR="00AE2E85">
              <w:rPr>
                <w:rtl/>
              </w:rPr>
              <w:t xml:space="preserve"> </w:t>
            </w:r>
            <w:r w:rsidR="00AE2E85" w:rsidRPr="009647FC">
              <w:rPr>
                <w:rtl/>
              </w:rPr>
              <w:t>منحدرِ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سم</w:t>
            </w:r>
            <w:r w:rsidR="00AE2E85" w:rsidRPr="009647FC">
              <w:rPr>
                <w:rtl/>
              </w:rPr>
              <w:t>ا</w:t>
            </w:r>
            <w:r w:rsidR="00AE2E85">
              <w:rPr>
                <w:rtl/>
              </w:rPr>
              <w:t xml:space="preserve"> </w:t>
            </w:r>
            <w:r w:rsidRPr="009647FC">
              <w:rPr>
                <w:rtl/>
              </w:rPr>
              <w:t>بك</w:t>
            </w:r>
            <w:r w:rsidR="00AE2E85">
              <w:rPr>
                <w:rtl/>
              </w:rPr>
              <w:t xml:space="preserve"> </w:t>
            </w:r>
            <w:r w:rsidR="00AE2E85" w:rsidRPr="009647FC">
              <w:rPr>
                <w:rtl/>
              </w:rPr>
              <w:t>الحظُ</w:t>
            </w:r>
            <w:r w:rsidR="00AE2E85">
              <w:rPr>
                <w:rtl/>
              </w:rPr>
              <w:t xml:space="preserve"> </w:t>
            </w:r>
            <w:r w:rsidR="00AE2E85" w:rsidRPr="009647FC">
              <w:rPr>
                <w:rtl/>
              </w:rPr>
              <w:t>إلاّ</w:t>
            </w:r>
            <w:r w:rsidR="00AE2E85">
              <w:rPr>
                <w:rtl/>
              </w:rPr>
              <w:t xml:space="preserve"> </w:t>
            </w:r>
            <w:r w:rsidR="00AE2E85" w:rsidRPr="009647FC">
              <w:rPr>
                <w:rtl/>
              </w:rPr>
              <w:t>عن</w:t>
            </w:r>
            <w:r w:rsidR="00AE2E85">
              <w:rPr>
                <w:rtl/>
              </w:rPr>
              <w:t xml:space="preserve"> </w:t>
            </w:r>
            <w:r w:rsidR="00AE2E85" w:rsidRPr="009647FC">
              <w:rPr>
                <w:rtl/>
              </w:rPr>
              <w:t>علاء</w:t>
            </w:r>
            <w:r w:rsidR="00AE2E85">
              <w:rPr>
                <w:rtl/>
              </w:rPr>
              <w:t xml:space="preserve"> </w:t>
            </w:r>
            <w:r w:rsidR="00AE2E85" w:rsidRPr="009647FC">
              <w:rPr>
                <w:rtl/>
              </w:rPr>
              <w:t>أبي</w:t>
            </w:r>
            <w:r w:rsidR="00AE2E85">
              <w:rPr>
                <w:rtl/>
              </w:rPr>
              <w:t xml:space="preserve"> </w:t>
            </w:r>
            <w:r w:rsidR="00AE2E85" w:rsidRPr="009647FC">
              <w:rPr>
                <w:rtl/>
              </w:rPr>
              <w:t>الـ</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مه</w:t>
            </w:r>
            <w:r w:rsidR="00AE2E85" w:rsidRPr="009647FC">
              <w:rPr>
                <w:rtl/>
              </w:rPr>
              <w:t>دي</w:t>
            </w:r>
            <w:r w:rsidR="00AE2E85">
              <w:rPr>
                <w:rtl/>
              </w:rPr>
              <w:t xml:space="preserve"> </w:t>
            </w:r>
            <w:r w:rsidRPr="009647FC">
              <w:rPr>
                <w:rtl/>
              </w:rPr>
              <w:t>حط</w:t>
            </w:r>
            <w:r w:rsidR="00AE2E85" w:rsidRPr="009647FC">
              <w:rPr>
                <w:rtl/>
              </w:rPr>
              <w:t>ّ</w:t>
            </w:r>
            <w:r w:rsidR="00677BC4">
              <w:rPr>
                <w:rtl/>
              </w:rPr>
              <w:t>َ</w:t>
            </w:r>
            <w:r w:rsidR="00AE2E85" w:rsidRPr="009647FC">
              <w:rPr>
                <w:rtl/>
              </w:rPr>
              <w:t>ك</w:t>
            </w:r>
            <w:r w:rsidR="00AE2E85">
              <w:rPr>
                <w:rtl/>
              </w:rPr>
              <w:t xml:space="preserve"> </w:t>
            </w:r>
            <w:r w:rsidR="00AE2E85" w:rsidRPr="009647FC">
              <w:rPr>
                <w:rtl/>
              </w:rPr>
              <w:t>ذلُ</w:t>
            </w:r>
            <w:r w:rsidR="00AE2E85">
              <w:rPr>
                <w:rtl/>
              </w:rPr>
              <w:t xml:space="preserve"> </w:t>
            </w:r>
            <w:r w:rsidR="00AE2E85" w:rsidRPr="009647FC">
              <w:rPr>
                <w:rtl/>
              </w:rPr>
              <w:t>ا</w:t>
            </w:r>
            <w:r w:rsidRPr="009647FC">
              <w:rPr>
                <w:rtl/>
              </w:rPr>
              <w:t>لع</w:t>
            </w:r>
            <w:r w:rsidR="00AE2E85" w:rsidRPr="009647FC">
              <w:rPr>
                <w:rtl/>
              </w:rPr>
              <w:t>جزِ</w:t>
            </w:r>
            <w:r w:rsidR="00AE2E85">
              <w:rPr>
                <w:rtl/>
              </w:rPr>
              <w:t xml:space="preserve"> </w:t>
            </w:r>
            <w:r w:rsidR="00AE2E85" w:rsidRPr="009647FC">
              <w:rPr>
                <w:rtl/>
              </w:rPr>
              <w:t>وا</w:t>
            </w:r>
            <w:r w:rsidRPr="009647FC">
              <w:rPr>
                <w:rtl/>
              </w:rPr>
              <w:t>لخ</w:t>
            </w:r>
            <w:r w:rsidR="00AE2E85" w:rsidRPr="009647FC">
              <w:rPr>
                <w:rtl/>
              </w:rPr>
              <w:t>ورِ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أ</w:t>
            </w:r>
            <w:r w:rsidR="00A72677" w:rsidRPr="009647FC">
              <w:rPr>
                <w:rtl/>
              </w:rPr>
              <w:t>نت</w:t>
            </w:r>
            <w:r w:rsidR="00677BC4">
              <w:rPr>
                <w:rtl/>
              </w:rPr>
              <w:t>َ</w:t>
            </w:r>
            <w:r>
              <w:rPr>
                <w:rtl/>
              </w:rPr>
              <w:t xml:space="preserve"> </w:t>
            </w:r>
            <w:r w:rsidRPr="009647FC">
              <w:rPr>
                <w:rtl/>
              </w:rPr>
              <w:t>ا</w:t>
            </w:r>
            <w:r w:rsidR="00A72677" w:rsidRPr="009647FC">
              <w:rPr>
                <w:rtl/>
              </w:rPr>
              <w:t>لم</w:t>
            </w:r>
            <w:r w:rsidRPr="009647FC">
              <w:rPr>
                <w:rtl/>
              </w:rPr>
              <w:t>عذّبُ</w:t>
            </w:r>
            <w:r>
              <w:rPr>
                <w:rtl/>
              </w:rPr>
              <w:t xml:space="preserve"> </w:t>
            </w:r>
            <w:r w:rsidR="00A72677" w:rsidRPr="009647FC">
              <w:rPr>
                <w:rtl/>
              </w:rPr>
              <w:t>با</w:t>
            </w:r>
            <w:r w:rsidRPr="009647FC">
              <w:rPr>
                <w:rtl/>
              </w:rPr>
              <w:t>لأموالِ</w:t>
            </w:r>
            <w:r>
              <w:rPr>
                <w:rtl/>
              </w:rPr>
              <w:t xml:space="preserve"> </w:t>
            </w:r>
            <w:r w:rsidR="00A72677" w:rsidRPr="009647FC">
              <w:rPr>
                <w:rtl/>
              </w:rPr>
              <w:t>تج</w:t>
            </w:r>
            <w:r w:rsidRPr="009647FC">
              <w:rPr>
                <w:rtl/>
              </w:rPr>
              <w:t>معها</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خو</w:t>
            </w:r>
            <w:r w:rsidR="00AE2E85" w:rsidRPr="009647FC">
              <w:rPr>
                <w:rtl/>
              </w:rPr>
              <w:t>ف</w:t>
            </w:r>
            <w:r w:rsidR="00677BC4">
              <w:rPr>
                <w:rtl/>
              </w:rPr>
              <w:t>َ</w:t>
            </w:r>
            <w:r w:rsidR="00AE2E85">
              <w:rPr>
                <w:rtl/>
              </w:rPr>
              <w:t xml:space="preserve"> </w:t>
            </w:r>
            <w:r w:rsidR="00AE2E85" w:rsidRPr="009647FC">
              <w:rPr>
                <w:rtl/>
              </w:rPr>
              <w:t>البغيضين</w:t>
            </w:r>
            <w:r w:rsidR="00AE2E85">
              <w:rPr>
                <w:rtl/>
              </w:rPr>
              <w:t xml:space="preserve"> </w:t>
            </w:r>
            <w:r w:rsidR="00AE2E85" w:rsidRPr="009647FC">
              <w:rPr>
                <w:rtl/>
              </w:rPr>
              <w:t>من</w:t>
            </w:r>
            <w:r w:rsidR="00AE2E85">
              <w:rPr>
                <w:rtl/>
              </w:rPr>
              <w:t xml:space="preserve"> </w:t>
            </w:r>
            <w:r w:rsidR="00AE2E85" w:rsidRPr="009647FC">
              <w:rPr>
                <w:rtl/>
              </w:rPr>
              <w:t>فقرٍ</w:t>
            </w:r>
            <w:r w:rsidR="00AE2E85">
              <w:rPr>
                <w:rtl/>
              </w:rPr>
              <w:t xml:space="preserve"> </w:t>
            </w:r>
            <w:r w:rsidR="00AE2E85" w:rsidRPr="009647FC">
              <w:rPr>
                <w:rtl/>
              </w:rPr>
              <w:t>ومن</w:t>
            </w:r>
            <w:r w:rsidR="00AE2E85">
              <w:rPr>
                <w:rtl/>
              </w:rPr>
              <w:t xml:space="preserve"> </w:t>
            </w:r>
            <w:r w:rsidR="00AE2E85" w:rsidRPr="009647FC">
              <w:rPr>
                <w:rtl/>
              </w:rPr>
              <w:t>عسرِ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و</w:t>
            </w:r>
            <w:r w:rsidR="00A72677" w:rsidRPr="009647FC">
              <w:rPr>
                <w:rtl/>
              </w:rPr>
              <w:t>هو</w:t>
            </w:r>
            <w:r>
              <w:rPr>
                <w:rtl/>
              </w:rPr>
              <w:t xml:space="preserve"> </w:t>
            </w:r>
            <w:r w:rsidRPr="009647FC">
              <w:rPr>
                <w:rtl/>
              </w:rPr>
              <w:t>ا</w:t>
            </w:r>
            <w:r w:rsidR="00A72677" w:rsidRPr="009647FC">
              <w:rPr>
                <w:rtl/>
              </w:rPr>
              <w:t>لم</w:t>
            </w:r>
            <w:r w:rsidRPr="009647FC">
              <w:rPr>
                <w:rtl/>
              </w:rPr>
              <w:t>فرِّقُ</w:t>
            </w:r>
            <w:r>
              <w:rPr>
                <w:rtl/>
              </w:rPr>
              <w:t xml:space="preserve"> </w:t>
            </w:r>
            <w:r w:rsidR="00A72677" w:rsidRPr="009647FC">
              <w:rPr>
                <w:rtl/>
              </w:rPr>
              <w:t>ما</w:t>
            </w:r>
            <w:r>
              <w:rPr>
                <w:rtl/>
              </w:rPr>
              <w:t xml:space="preserve"> </w:t>
            </w:r>
            <w:r w:rsidR="00A72677" w:rsidRPr="009647FC">
              <w:rPr>
                <w:rtl/>
              </w:rPr>
              <w:t>يح</w:t>
            </w:r>
            <w:r w:rsidRPr="009647FC">
              <w:rPr>
                <w:rtl/>
              </w:rPr>
              <w:t>ويه</w:t>
            </w:r>
            <w:r>
              <w:rPr>
                <w:rtl/>
              </w:rPr>
              <w:t xml:space="preserve"> </w:t>
            </w:r>
            <w:r w:rsidRPr="009647FC">
              <w:rPr>
                <w:rtl/>
              </w:rPr>
              <w:t>مدّخرا</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كن</w:t>
            </w:r>
            <w:r w:rsidR="00AE2E85" w:rsidRPr="009647FC">
              <w:rPr>
                <w:rtl/>
              </w:rPr>
              <w:t>ز</w:t>
            </w:r>
            <w:r w:rsidR="00677BC4">
              <w:rPr>
                <w:rtl/>
              </w:rPr>
              <w:t>َ</w:t>
            </w:r>
            <w:r w:rsidR="00AE2E85">
              <w:rPr>
                <w:rtl/>
              </w:rPr>
              <w:t xml:space="preserve"> </w:t>
            </w:r>
            <w:r w:rsidR="00AE2E85" w:rsidRPr="009647FC">
              <w:rPr>
                <w:rtl/>
              </w:rPr>
              <w:t>ا</w:t>
            </w:r>
            <w:r w:rsidRPr="009647FC">
              <w:rPr>
                <w:rtl/>
              </w:rPr>
              <w:t>لخ</w:t>
            </w:r>
            <w:r w:rsidR="00AE2E85" w:rsidRPr="009647FC">
              <w:rPr>
                <w:rtl/>
              </w:rPr>
              <w:t>طيرين</w:t>
            </w:r>
            <w:r w:rsidR="00AE2E85">
              <w:rPr>
                <w:rtl/>
              </w:rPr>
              <w:t xml:space="preserve"> </w:t>
            </w:r>
            <w:r w:rsidR="00AE2E85" w:rsidRPr="009647FC">
              <w:rPr>
                <w:rtl/>
              </w:rPr>
              <w:t>من</w:t>
            </w:r>
            <w:r w:rsidR="00AE2E85">
              <w:rPr>
                <w:rtl/>
              </w:rPr>
              <w:t xml:space="preserve"> </w:t>
            </w:r>
            <w:r w:rsidR="00AE2E85" w:rsidRPr="009647FC">
              <w:rPr>
                <w:rtl/>
              </w:rPr>
              <w:t>حمدٍ</w:t>
            </w:r>
            <w:r w:rsidR="00AE2E85">
              <w:rPr>
                <w:rtl/>
              </w:rPr>
              <w:t xml:space="preserve"> </w:t>
            </w:r>
            <w:r w:rsidR="00AE2E85" w:rsidRPr="009647FC">
              <w:rPr>
                <w:rtl/>
              </w:rPr>
              <w:t>ومن</w:t>
            </w:r>
            <w:r w:rsidR="00AE2E85">
              <w:rPr>
                <w:rtl/>
              </w:rPr>
              <w:t xml:space="preserve"> </w:t>
            </w:r>
            <w:r w:rsidR="00AE2E85" w:rsidRPr="009647FC">
              <w:rPr>
                <w:rtl/>
              </w:rPr>
              <w:t>شكرِ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ما</w:t>
            </w:r>
            <w:r w:rsidR="00AE2E85">
              <w:rPr>
                <w:rtl/>
              </w:rPr>
              <w:t xml:space="preserve"> </w:t>
            </w:r>
            <w:r w:rsidR="00AE2E85" w:rsidRPr="009647FC">
              <w:rPr>
                <w:rtl/>
              </w:rPr>
              <w:t>د</w:t>
            </w:r>
            <w:r w:rsidRPr="009647FC">
              <w:rPr>
                <w:rtl/>
              </w:rPr>
              <w:t>يم</w:t>
            </w:r>
            <w:r w:rsidR="00AE2E85" w:rsidRPr="009647FC">
              <w:rPr>
                <w:rtl/>
              </w:rPr>
              <w:t>ةُ</w:t>
            </w:r>
            <w:r w:rsidR="00AE2E85">
              <w:rPr>
                <w:rtl/>
              </w:rPr>
              <w:t xml:space="preserve"> </w:t>
            </w:r>
            <w:r w:rsidR="00AE2E85" w:rsidRPr="009647FC">
              <w:rPr>
                <w:rtl/>
              </w:rPr>
              <w:t>ا</w:t>
            </w:r>
            <w:r w:rsidRPr="009647FC">
              <w:rPr>
                <w:rtl/>
              </w:rPr>
              <w:t>لق</w:t>
            </w:r>
            <w:r w:rsidR="00AE2E85" w:rsidRPr="009647FC">
              <w:rPr>
                <w:rtl/>
              </w:rPr>
              <w:t>طرِ</w:t>
            </w:r>
            <w:r w:rsidR="00AE2E85">
              <w:rPr>
                <w:rtl/>
              </w:rPr>
              <w:t xml:space="preserve"> </w:t>
            </w:r>
            <w:r w:rsidR="00AE2E85" w:rsidRPr="009647FC">
              <w:rPr>
                <w:rtl/>
              </w:rPr>
              <w:t>من</w:t>
            </w:r>
            <w:r w:rsidR="00AE2E85">
              <w:rPr>
                <w:rtl/>
              </w:rPr>
              <w:t xml:space="preserve"> </w:t>
            </w:r>
            <w:r w:rsidR="00AE2E85" w:rsidRPr="009647FC">
              <w:rPr>
                <w:rtl/>
              </w:rPr>
              <w:t>صغرى</w:t>
            </w:r>
            <w:r w:rsidR="00AE2E85">
              <w:rPr>
                <w:rtl/>
              </w:rPr>
              <w:t xml:space="preserve"> </w:t>
            </w:r>
            <w:r w:rsidR="00AE2E85" w:rsidRPr="009647FC">
              <w:rPr>
                <w:rtl/>
              </w:rPr>
              <w:t>أنامله</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لل</w:t>
            </w:r>
            <w:r w:rsidR="00AE2E85" w:rsidRPr="009647FC">
              <w:rPr>
                <w:rtl/>
              </w:rPr>
              <w:t>محل</w:t>
            </w:r>
            <w:r w:rsidR="00AE2E85">
              <w:rPr>
                <w:rtl/>
              </w:rPr>
              <w:t xml:space="preserve"> </w:t>
            </w:r>
            <w:r w:rsidR="00AE2E85" w:rsidRPr="009647FC">
              <w:rPr>
                <w:rtl/>
              </w:rPr>
              <w:t>أ</w:t>
            </w:r>
            <w:r w:rsidRPr="009647FC">
              <w:rPr>
                <w:rtl/>
              </w:rPr>
              <w:t>قت</w:t>
            </w:r>
            <w:r w:rsidR="00AE2E85" w:rsidRPr="009647FC">
              <w:rPr>
                <w:rtl/>
              </w:rPr>
              <w:t>لُ</w:t>
            </w:r>
            <w:r w:rsidR="00AE2E85">
              <w:rPr>
                <w:rtl/>
              </w:rPr>
              <w:t xml:space="preserve"> </w:t>
            </w:r>
            <w:r w:rsidRPr="009647FC">
              <w:rPr>
                <w:rtl/>
              </w:rPr>
              <w:t>في</w:t>
            </w:r>
            <w:r w:rsidR="00AE2E85">
              <w:rPr>
                <w:rtl/>
              </w:rPr>
              <w:t xml:space="preserve"> </w:t>
            </w:r>
            <w:r w:rsidR="00AE2E85" w:rsidRPr="009647FC">
              <w:rPr>
                <w:rtl/>
              </w:rPr>
              <w:t>أ</w:t>
            </w:r>
            <w:r w:rsidRPr="009647FC">
              <w:rPr>
                <w:rtl/>
              </w:rPr>
              <w:t>عو</w:t>
            </w:r>
            <w:r w:rsidR="00AE2E85" w:rsidRPr="009647FC">
              <w:rPr>
                <w:rtl/>
              </w:rPr>
              <w:t>امهِ</w:t>
            </w:r>
            <w:r w:rsidR="00AE2E85">
              <w:rPr>
                <w:rtl/>
              </w:rPr>
              <w:t xml:space="preserve"> </w:t>
            </w:r>
            <w:r w:rsidR="00AE2E85" w:rsidRPr="009647FC">
              <w:rPr>
                <w:rtl/>
              </w:rPr>
              <w:t>ا</w:t>
            </w:r>
            <w:r w:rsidRPr="009647FC">
              <w:rPr>
                <w:rtl/>
              </w:rPr>
              <w:t>لغ</w:t>
            </w:r>
            <w:r w:rsidR="00AE2E85" w:rsidRPr="009647FC">
              <w:rPr>
                <w:rtl/>
              </w:rPr>
              <w:t>ُبرِ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يا</w:t>
            </w:r>
            <w:r w:rsidR="00AE2E85">
              <w:rPr>
                <w:rtl/>
              </w:rPr>
              <w:t xml:space="preserve"> </w:t>
            </w:r>
            <w:r w:rsidRPr="009647FC">
              <w:rPr>
                <w:rtl/>
              </w:rPr>
              <w:t>نا</w:t>
            </w:r>
            <w:r w:rsidR="00AE2E85" w:rsidRPr="009647FC">
              <w:rPr>
                <w:rtl/>
              </w:rPr>
              <w:t>ظراً</w:t>
            </w:r>
            <w:r w:rsidR="00AE2E85">
              <w:rPr>
                <w:rtl/>
              </w:rPr>
              <w:t xml:space="preserve"> </w:t>
            </w:r>
            <w:r w:rsidRPr="009647FC">
              <w:rPr>
                <w:rtl/>
              </w:rPr>
              <w:t>سي</w:t>
            </w:r>
            <w:r w:rsidR="00AE2E85" w:rsidRPr="009647FC">
              <w:rPr>
                <w:rtl/>
              </w:rPr>
              <w:t>ر</w:t>
            </w:r>
            <w:r w:rsidR="00677BC4">
              <w:rPr>
                <w:rtl/>
              </w:rPr>
              <w:t>َ</w:t>
            </w:r>
            <w:r w:rsidR="00AE2E85">
              <w:rPr>
                <w:rtl/>
              </w:rPr>
              <w:t xml:space="preserve"> </w:t>
            </w:r>
            <w:r w:rsidR="00AE2E85" w:rsidRPr="009647FC">
              <w:rPr>
                <w:rtl/>
              </w:rPr>
              <w:t>الأمجاد</w:t>
            </w:r>
            <w:r w:rsidR="00AE2E85">
              <w:rPr>
                <w:rtl/>
              </w:rPr>
              <w:t xml:space="preserve"> </w:t>
            </w:r>
            <w:r w:rsidR="00AE2E85" w:rsidRPr="009647FC">
              <w:rPr>
                <w:rtl/>
              </w:rPr>
              <w:t>دونك</w:t>
            </w:r>
            <w:r w:rsidR="00AE2E85">
              <w:rPr>
                <w:rtl/>
              </w:rPr>
              <w:t xml:space="preserve"> </w:t>
            </w:r>
            <w:r w:rsidR="00AE2E85" w:rsidRPr="009647FC">
              <w:rPr>
                <w:rtl/>
              </w:rPr>
              <w:t>خذْ</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من</w:t>
            </w:r>
            <w:r w:rsidR="00AE2E85" w:rsidRPr="009647FC">
              <w:rPr>
                <w:rtl/>
              </w:rPr>
              <w:t>ه</w:t>
            </w:r>
            <w:r w:rsidR="00AE2E85">
              <w:rPr>
                <w:rtl/>
              </w:rPr>
              <w:t xml:space="preserve"> </w:t>
            </w:r>
            <w:r w:rsidR="00AE2E85" w:rsidRPr="009647FC">
              <w:rPr>
                <w:rtl/>
              </w:rPr>
              <w:t>ا</w:t>
            </w:r>
            <w:r w:rsidRPr="009647FC">
              <w:rPr>
                <w:rtl/>
              </w:rPr>
              <w:t>لع</w:t>
            </w:r>
            <w:r w:rsidR="00AE2E85" w:rsidRPr="009647FC">
              <w:rPr>
                <w:rtl/>
              </w:rPr>
              <w:t>يان</w:t>
            </w:r>
            <w:r w:rsidR="00677BC4">
              <w:rPr>
                <w:rtl/>
              </w:rPr>
              <w:t>َ</w:t>
            </w:r>
            <w:r w:rsidR="00AE2E85">
              <w:rPr>
                <w:rtl/>
              </w:rPr>
              <w:t xml:space="preserve"> </w:t>
            </w:r>
            <w:r w:rsidR="00AE2E85" w:rsidRPr="009647FC">
              <w:rPr>
                <w:rtl/>
              </w:rPr>
              <w:t>ودع</w:t>
            </w:r>
            <w:r w:rsidR="00AE2E85">
              <w:rPr>
                <w:rtl/>
              </w:rPr>
              <w:t xml:space="preserve"> </w:t>
            </w:r>
            <w:r w:rsidR="00AE2E85" w:rsidRPr="009647FC">
              <w:rPr>
                <w:rtl/>
              </w:rPr>
              <w:t>ما</w:t>
            </w:r>
            <w:r w:rsidR="00AE2E85">
              <w:rPr>
                <w:rtl/>
              </w:rPr>
              <w:t xml:space="preserve"> </w:t>
            </w:r>
            <w:r w:rsidR="00AE2E85" w:rsidRPr="009647FC">
              <w:rPr>
                <w:rtl/>
              </w:rPr>
              <w:t>جاء</w:t>
            </w:r>
            <w:r w:rsidR="00AE2E85">
              <w:rPr>
                <w:rtl/>
              </w:rPr>
              <w:t xml:space="preserve"> </w:t>
            </w:r>
            <w:r w:rsidR="00AE2E85" w:rsidRPr="009647FC">
              <w:rPr>
                <w:rtl/>
              </w:rPr>
              <w:t>في</w:t>
            </w:r>
            <w:r w:rsidR="00AE2E85">
              <w:rPr>
                <w:rtl/>
              </w:rPr>
              <w:t xml:space="preserve"> </w:t>
            </w:r>
            <w:r w:rsidR="00AE2E85" w:rsidRPr="009647FC">
              <w:rPr>
                <w:rtl/>
              </w:rPr>
              <w:t>السي</w:t>
            </w:r>
            <w:r w:rsidR="00677BC4">
              <w:rPr>
                <w:rtl/>
              </w:rPr>
              <w:t>َ</w:t>
            </w:r>
            <w:r w:rsidR="00AE2E85" w:rsidRPr="009647FC">
              <w:rPr>
                <w:rtl/>
              </w:rPr>
              <w:t>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تج</w:t>
            </w:r>
            <w:r w:rsidR="00AE2E85" w:rsidRPr="009647FC">
              <w:rPr>
                <w:rtl/>
              </w:rPr>
              <w:t>دْ</w:t>
            </w:r>
            <w:r w:rsidR="00AE2E85">
              <w:rPr>
                <w:rtl/>
              </w:rPr>
              <w:t xml:space="preserve"> </w:t>
            </w:r>
            <w:r w:rsidRPr="009647FC">
              <w:rPr>
                <w:rtl/>
              </w:rPr>
              <w:t>به</w:t>
            </w:r>
            <w:r w:rsidR="00AE2E85">
              <w:rPr>
                <w:rtl/>
              </w:rPr>
              <w:t xml:space="preserve"> </w:t>
            </w:r>
            <w:r w:rsidRPr="009647FC">
              <w:rPr>
                <w:rtl/>
              </w:rPr>
              <w:t>من</w:t>
            </w:r>
            <w:r w:rsidR="00AE2E85">
              <w:rPr>
                <w:rtl/>
              </w:rPr>
              <w:t xml:space="preserve"> </w:t>
            </w:r>
            <w:r w:rsidR="00AE2E85" w:rsidRPr="009647FC">
              <w:rPr>
                <w:rtl/>
              </w:rPr>
              <w:t>أ</w:t>
            </w:r>
            <w:r w:rsidRPr="009647FC">
              <w:rPr>
                <w:rtl/>
              </w:rPr>
              <w:t>بي</w:t>
            </w:r>
            <w:r w:rsidR="00AE2E85" w:rsidRPr="009647FC">
              <w:rPr>
                <w:rtl/>
              </w:rPr>
              <w:t>هِ</w:t>
            </w:r>
            <w:r w:rsidR="00AE2E85">
              <w:rPr>
                <w:rtl/>
              </w:rPr>
              <w:t xml:space="preserve"> </w:t>
            </w:r>
            <w:r w:rsidRPr="009647FC">
              <w:rPr>
                <w:rtl/>
              </w:rPr>
              <w:t>كل</w:t>
            </w:r>
            <w:r w:rsidR="00AE2E85" w:rsidRPr="009647FC">
              <w:rPr>
                <w:rtl/>
              </w:rPr>
              <w:t>ّ</w:t>
            </w:r>
            <w:r w:rsidR="00677BC4">
              <w:rPr>
                <w:rtl/>
              </w:rPr>
              <w:t>َ</w:t>
            </w:r>
            <w:r w:rsidR="00AE2E85">
              <w:rPr>
                <w:rtl/>
              </w:rPr>
              <w:t xml:space="preserve"> </w:t>
            </w:r>
            <w:r w:rsidRPr="009647FC">
              <w:rPr>
                <w:rtl/>
              </w:rPr>
              <w:t>مأ</w:t>
            </w:r>
            <w:r w:rsidR="00AE2E85" w:rsidRPr="009647FC">
              <w:rPr>
                <w:rtl/>
              </w:rPr>
              <w:t>ثرةٍ</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ما</w:t>
            </w:r>
            <w:r w:rsidR="00AE2E85">
              <w:rPr>
                <w:rtl/>
              </w:rPr>
              <w:t xml:space="preserve"> </w:t>
            </w:r>
            <w:r w:rsidRPr="009647FC">
              <w:rPr>
                <w:rtl/>
              </w:rPr>
              <w:t>لل</w:t>
            </w:r>
            <w:r w:rsidR="00AE2E85" w:rsidRPr="009647FC">
              <w:rPr>
                <w:rtl/>
              </w:rPr>
              <w:t>حيا</w:t>
            </w:r>
            <w:r w:rsidR="00AE2E85">
              <w:rPr>
                <w:rtl/>
              </w:rPr>
              <w:t xml:space="preserve"> </w:t>
            </w:r>
            <w:r w:rsidRPr="009647FC">
              <w:rPr>
                <w:rtl/>
              </w:rPr>
              <w:t>مث</w:t>
            </w:r>
            <w:r w:rsidR="00AE2E85" w:rsidRPr="009647FC">
              <w:rPr>
                <w:rtl/>
              </w:rPr>
              <w:t>لها</w:t>
            </w:r>
            <w:r w:rsidR="00AE2E85">
              <w:rPr>
                <w:rtl/>
              </w:rPr>
              <w:t xml:space="preserve"> </w:t>
            </w:r>
            <w:r w:rsidR="00AE2E85" w:rsidRPr="009647FC">
              <w:rPr>
                <w:rtl/>
              </w:rPr>
              <w:t>في</w:t>
            </w:r>
            <w:r w:rsidR="00AE2E85">
              <w:rPr>
                <w:rtl/>
              </w:rPr>
              <w:t xml:space="preserve"> </w:t>
            </w:r>
            <w:r w:rsidR="00AE2E85" w:rsidRPr="009647FC">
              <w:rPr>
                <w:rtl/>
              </w:rPr>
              <w:t>الجودِ</w:t>
            </w:r>
            <w:r w:rsidR="00AE2E85">
              <w:rPr>
                <w:rtl/>
              </w:rPr>
              <w:t xml:space="preserve"> </w:t>
            </w:r>
            <w:r w:rsidR="00AE2E85" w:rsidRPr="009647FC">
              <w:rPr>
                <w:rtl/>
              </w:rPr>
              <w:t>من</w:t>
            </w:r>
            <w:r w:rsidR="00AE2E85">
              <w:rPr>
                <w:rtl/>
              </w:rPr>
              <w:t xml:space="preserve"> </w:t>
            </w:r>
            <w:r w:rsidR="00AE2E85" w:rsidRPr="009647FC">
              <w:rPr>
                <w:rtl/>
              </w:rPr>
              <w:t>أثرِ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A72677">
              <w:rPr>
                <w:rtl/>
              </w:rPr>
              <w:t>ير</w:t>
            </w:r>
            <w:r w:rsidR="00AE2E85" w:rsidRPr="00A72677">
              <w:rPr>
                <w:rtl/>
              </w:rPr>
              <w:t xml:space="preserve">يكها </w:t>
            </w:r>
            <w:r w:rsidRPr="00A72677">
              <w:rPr>
                <w:rtl/>
              </w:rPr>
              <w:t>هو</w:t>
            </w:r>
            <w:r w:rsidR="00AE2E85" w:rsidRPr="00A72677">
              <w:rPr>
                <w:rtl/>
              </w:rPr>
              <w:t xml:space="preserve"> أو (</w:t>
            </w:r>
            <w:r w:rsidRPr="00A72677">
              <w:rPr>
                <w:rtl/>
              </w:rPr>
              <w:t>عب</w:t>
            </w:r>
            <w:r w:rsidR="00AE2E85" w:rsidRPr="00A72677">
              <w:rPr>
                <w:rtl/>
              </w:rPr>
              <w:t>دُ ا</w:t>
            </w:r>
            <w:r w:rsidRPr="00A72677">
              <w:rPr>
                <w:rtl/>
              </w:rPr>
              <w:t>لك</w:t>
            </w:r>
            <w:r w:rsidR="00AE2E85" w:rsidRPr="00A72677">
              <w:rPr>
                <w:rtl/>
              </w:rPr>
              <w:t>ريم) بلا</w:t>
            </w:r>
            <w:r w:rsidR="00AE2E85"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E2E85" w:rsidP="00693B01">
            <w:pPr>
              <w:pStyle w:val="libPoem"/>
            </w:pPr>
            <w:r w:rsidRPr="00A72677">
              <w:rPr>
                <w:rtl/>
              </w:rPr>
              <w:t>شكٍ وأيّ</w:t>
            </w:r>
            <w:r w:rsidR="00A72677" w:rsidRPr="00A72677">
              <w:rPr>
                <w:rtl/>
              </w:rPr>
              <w:t>ُه</w:t>
            </w:r>
            <w:r w:rsidRPr="00A72677">
              <w:rPr>
                <w:rtl/>
              </w:rPr>
              <w:t xml:space="preserve">ما إنْ </w:t>
            </w:r>
            <w:r w:rsidR="00A72677" w:rsidRPr="00A72677">
              <w:rPr>
                <w:rtl/>
              </w:rPr>
              <w:t>شئ</w:t>
            </w:r>
            <w:r w:rsidRPr="00A72677">
              <w:rPr>
                <w:rtl/>
              </w:rPr>
              <w:t>ت</w:t>
            </w:r>
            <w:r w:rsidR="00677BC4">
              <w:rPr>
                <w:rtl/>
              </w:rPr>
              <w:t>َ</w:t>
            </w:r>
            <w:r w:rsidRPr="00A72677">
              <w:rPr>
                <w:rtl/>
              </w:rPr>
              <w:t xml:space="preserve"> </w:t>
            </w:r>
            <w:r w:rsidR="00A72677" w:rsidRPr="00A72677">
              <w:rPr>
                <w:rtl/>
              </w:rPr>
              <w:t>فا</w:t>
            </w:r>
            <w:r w:rsidRPr="00A72677">
              <w:rPr>
                <w:rtl/>
              </w:rPr>
              <w:t>ختبرِ</w:t>
            </w:r>
            <w:r w:rsidRPr="00A72677">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A72677">
              <w:rPr>
                <w:rtl/>
              </w:rPr>
              <w:t xml:space="preserve">لا </w:t>
            </w:r>
            <w:r w:rsidR="00A72677" w:rsidRPr="00A72677">
              <w:rPr>
                <w:rtl/>
              </w:rPr>
              <w:t>تطل</w:t>
            </w:r>
            <w:r w:rsidRPr="00A72677">
              <w:rPr>
                <w:rtl/>
              </w:rPr>
              <w:t>بنّ</w:t>
            </w:r>
            <w:r w:rsidR="00677BC4">
              <w:rPr>
                <w:rtl/>
              </w:rPr>
              <w:t>َ</w:t>
            </w:r>
            <w:r w:rsidRPr="00A72677">
              <w:rPr>
                <w:rtl/>
              </w:rPr>
              <w:t xml:space="preserve"> </w:t>
            </w:r>
            <w:r w:rsidR="00A72677" w:rsidRPr="00A72677">
              <w:rPr>
                <w:rtl/>
              </w:rPr>
              <w:t>به</w:t>
            </w:r>
            <w:r w:rsidRPr="00A72677">
              <w:rPr>
                <w:rtl/>
              </w:rPr>
              <w:t xml:space="preserve">ا </w:t>
            </w:r>
            <w:r w:rsidR="00A72677" w:rsidRPr="00A72677">
              <w:rPr>
                <w:rtl/>
              </w:rPr>
              <w:t>من</w:t>
            </w:r>
            <w:r w:rsidRPr="00A72677">
              <w:rPr>
                <w:rtl/>
              </w:rPr>
              <w:t xml:space="preserve"> </w:t>
            </w:r>
            <w:r w:rsidR="00A72677" w:rsidRPr="00A72677">
              <w:rPr>
                <w:rtl/>
              </w:rPr>
              <w:t>ثا</w:t>
            </w:r>
            <w:r w:rsidRPr="00A72677">
              <w:rPr>
                <w:rtl/>
              </w:rPr>
              <w:t xml:space="preserve">لثٍ </w:t>
            </w:r>
            <w:r w:rsidR="00A72677" w:rsidRPr="00A72677">
              <w:rPr>
                <w:rtl/>
              </w:rPr>
              <w:t>له</w:t>
            </w:r>
            <w:r w:rsidRPr="00A72677">
              <w:rPr>
                <w:rtl/>
              </w:rPr>
              <w:t>ما</w:t>
            </w:r>
            <w:r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72677" w:rsidP="00693B01">
            <w:pPr>
              <w:pStyle w:val="libPoem"/>
            </w:pPr>
            <w:r w:rsidRPr="00A72677">
              <w:rPr>
                <w:rtl/>
              </w:rPr>
              <w:t>هل</w:t>
            </w:r>
            <w:r w:rsidR="00AE2E85" w:rsidRPr="00A72677">
              <w:rPr>
                <w:rtl/>
              </w:rPr>
              <w:t xml:space="preserve"> </w:t>
            </w:r>
            <w:r w:rsidRPr="00A72677">
              <w:rPr>
                <w:rtl/>
              </w:rPr>
              <w:t>ثا</w:t>
            </w:r>
            <w:r w:rsidR="00AE2E85" w:rsidRPr="00A72677">
              <w:rPr>
                <w:rtl/>
              </w:rPr>
              <w:t xml:space="preserve">لثٌ </w:t>
            </w:r>
            <w:r w:rsidRPr="00A72677">
              <w:rPr>
                <w:rtl/>
              </w:rPr>
              <w:t>شا</w:t>
            </w:r>
            <w:r w:rsidR="00AE2E85" w:rsidRPr="00A72677">
              <w:rPr>
                <w:rtl/>
              </w:rPr>
              <w:t>رك</w:t>
            </w:r>
            <w:r w:rsidR="00677BC4">
              <w:rPr>
                <w:rtl/>
              </w:rPr>
              <w:t>َ</w:t>
            </w:r>
            <w:r w:rsidR="00AE2E85" w:rsidRPr="00A72677">
              <w:rPr>
                <w:rtl/>
              </w:rPr>
              <w:t xml:space="preserve"> العينين بالنظرِ</w:t>
            </w:r>
            <w:r w:rsidR="00AE2E85" w:rsidRPr="00A72677">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A72677">
              <w:rPr>
                <w:rtl/>
              </w:rPr>
              <w:t>تف</w:t>
            </w:r>
            <w:r w:rsidR="00AE2E85" w:rsidRPr="00A72677">
              <w:rPr>
                <w:rtl/>
              </w:rPr>
              <w:t>رّ</w:t>
            </w:r>
            <w:r w:rsidR="00677BC4">
              <w:rPr>
                <w:rtl/>
              </w:rPr>
              <w:t>َ</w:t>
            </w:r>
            <w:r w:rsidR="00AE2E85" w:rsidRPr="00A72677">
              <w:rPr>
                <w:rtl/>
              </w:rPr>
              <w:t xml:space="preserve">عا </w:t>
            </w:r>
            <w:r w:rsidRPr="00A72677">
              <w:rPr>
                <w:rtl/>
              </w:rPr>
              <w:t>لل</w:t>
            </w:r>
            <w:r w:rsidR="00AE2E85" w:rsidRPr="00A72677">
              <w:rPr>
                <w:rtl/>
              </w:rPr>
              <w:t xml:space="preserve">عُلى </w:t>
            </w:r>
            <w:r w:rsidRPr="00A72677">
              <w:rPr>
                <w:rtl/>
              </w:rPr>
              <w:t>من</w:t>
            </w:r>
            <w:r w:rsidR="00AE2E85" w:rsidRPr="00A72677">
              <w:rPr>
                <w:rtl/>
              </w:rPr>
              <w:t xml:space="preserve"> دو</w:t>
            </w:r>
            <w:r w:rsidRPr="00A72677">
              <w:rPr>
                <w:rtl/>
              </w:rPr>
              <w:t>حة</w:t>
            </w:r>
            <w:r w:rsidR="00AE2E85" w:rsidRPr="00A72677">
              <w:rPr>
                <w:rtl/>
              </w:rPr>
              <w:t>ٍ س</w:t>
            </w:r>
            <w:r w:rsidRPr="00A72677">
              <w:rPr>
                <w:rtl/>
              </w:rPr>
              <w:t>ُق</w:t>
            </w:r>
            <w:r w:rsidR="00AE2E85" w:rsidRPr="00A72677">
              <w:rPr>
                <w:rtl/>
              </w:rPr>
              <w:t>يتْ</w:t>
            </w:r>
            <w:r w:rsidR="00AE2E85" w:rsidRPr="00A72677">
              <w:rPr>
                <w:rStyle w:val="libPoemTiniChar0"/>
                <w:rtl/>
              </w:rPr>
              <w:br/>
              <w:t> </w:t>
            </w:r>
          </w:p>
        </w:tc>
        <w:tc>
          <w:tcPr>
            <w:tcW w:w="301" w:type="dxa"/>
          </w:tcPr>
          <w:p w:rsidR="00AE2E85" w:rsidRPr="00A72677" w:rsidRDefault="00AE2E85" w:rsidP="00693B01">
            <w:pPr>
              <w:pStyle w:val="libPoem"/>
              <w:rPr>
                <w:rtl/>
              </w:rPr>
            </w:pPr>
          </w:p>
        </w:tc>
        <w:tc>
          <w:tcPr>
            <w:tcW w:w="3884" w:type="dxa"/>
          </w:tcPr>
          <w:p w:rsidR="00AE2E85" w:rsidRPr="00A72677" w:rsidRDefault="00A72677" w:rsidP="00693B01">
            <w:pPr>
              <w:pStyle w:val="libPoem"/>
            </w:pPr>
            <w:r w:rsidRPr="00A72677">
              <w:rPr>
                <w:rtl/>
              </w:rPr>
              <w:t>ما</w:t>
            </w:r>
            <w:r w:rsidR="00AE2E85" w:rsidRPr="00A72677">
              <w:rPr>
                <w:rtl/>
              </w:rPr>
              <w:t>ء</w:t>
            </w:r>
            <w:r w:rsidR="00677BC4">
              <w:rPr>
                <w:rtl/>
              </w:rPr>
              <w:t>َ</w:t>
            </w:r>
            <w:r w:rsidR="00AE2E85" w:rsidRPr="00A72677">
              <w:rPr>
                <w:rtl/>
              </w:rPr>
              <w:t xml:space="preserve"> ا</w:t>
            </w:r>
            <w:r w:rsidRPr="00A72677">
              <w:rPr>
                <w:rtl/>
              </w:rPr>
              <w:t>لت</w:t>
            </w:r>
            <w:r w:rsidR="00AE2E85" w:rsidRPr="00A72677">
              <w:rPr>
                <w:rtl/>
              </w:rPr>
              <w:t xml:space="preserve">قى </w:t>
            </w:r>
            <w:r w:rsidRPr="00A72677">
              <w:rPr>
                <w:rtl/>
              </w:rPr>
              <w:t>فز</w:t>
            </w:r>
            <w:r w:rsidR="00AE2E85" w:rsidRPr="00A72677">
              <w:rPr>
                <w:rtl/>
              </w:rPr>
              <w:t>كتْ في أوّل العصرِ</w:t>
            </w:r>
            <w:r w:rsidR="00AE2E85" w:rsidRPr="00A72677">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و</w:t>
            </w:r>
            <w:r w:rsidR="00A72677" w:rsidRPr="009647FC">
              <w:rPr>
                <w:rtl/>
              </w:rPr>
              <w:t>قد</w:t>
            </w:r>
            <w:r>
              <w:rPr>
                <w:rtl/>
              </w:rPr>
              <w:t xml:space="preserve"> </w:t>
            </w:r>
            <w:r w:rsidR="00A72677" w:rsidRPr="009647FC">
              <w:rPr>
                <w:rtl/>
              </w:rPr>
              <w:t>سم</w:t>
            </w:r>
            <w:r w:rsidRPr="009647FC">
              <w:rPr>
                <w:rtl/>
              </w:rPr>
              <w:t>ا</w:t>
            </w:r>
            <w:r>
              <w:rPr>
                <w:rtl/>
              </w:rPr>
              <w:t xml:space="preserve"> </w:t>
            </w:r>
            <w:r w:rsidR="00A72677" w:rsidRPr="009647FC">
              <w:rPr>
                <w:rtl/>
              </w:rPr>
              <w:t>فر</w:t>
            </w:r>
            <w:r w:rsidRPr="009647FC">
              <w:rPr>
                <w:rtl/>
              </w:rPr>
              <w:t>عها</w:t>
            </w:r>
            <w:r>
              <w:rPr>
                <w:rtl/>
              </w:rPr>
              <w:t xml:space="preserve"> </w:t>
            </w:r>
            <w:r w:rsidRPr="009647FC">
              <w:rPr>
                <w:rtl/>
              </w:rPr>
              <w:t>الأعلى</w:t>
            </w:r>
            <w:r>
              <w:rPr>
                <w:rtl/>
              </w:rPr>
              <w:t xml:space="preserve"> </w:t>
            </w:r>
            <w:r w:rsidRPr="009647FC">
              <w:rPr>
                <w:rtl/>
              </w:rPr>
              <w:t>فأثمر</w:t>
            </w:r>
            <w:r w:rsidR="00677BC4">
              <w:rPr>
                <w:rtl/>
              </w:rPr>
              <w:t>َ</w:t>
            </w:r>
            <w:r>
              <w:rPr>
                <w:rtl/>
              </w:rPr>
              <w:t xml:space="preserve"> </w:t>
            </w:r>
            <w:r w:rsidRPr="009647FC">
              <w:rPr>
                <w:rtl/>
              </w:rPr>
              <w:t>ما</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72677" w:rsidP="00693B01">
            <w:pPr>
              <w:pStyle w:val="libPoem"/>
            </w:pPr>
            <w:r w:rsidRPr="009647FC">
              <w:rPr>
                <w:rtl/>
              </w:rPr>
              <w:t>بي</w:t>
            </w:r>
            <w:r w:rsidR="00AE2E85" w:rsidRPr="009647FC">
              <w:rPr>
                <w:rtl/>
              </w:rPr>
              <w:t>ن</w:t>
            </w:r>
            <w:r w:rsidR="00AE2E85">
              <w:rPr>
                <w:rtl/>
              </w:rPr>
              <w:t xml:space="preserve"> </w:t>
            </w:r>
            <w:r w:rsidR="00AE2E85" w:rsidRPr="009647FC">
              <w:rPr>
                <w:rtl/>
              </w:rPr>
              <w:t>ا</w:t>
            </w:r>
            <w:r w:rsidRPr="009647FC">
              <w:rPr>
                <w:rtl/>
              </w:rPr>
              <w:t>لن</w:t>
            </w:r>
            <w:r w:rsidR="00AE2E85" w:rsidRPr="009647FC">
              <w:rPr>
                <w:rtl/>
              </w:rPr>
              <w:t>جومِ</w:t>
            </w:r>
            <w:r w:rsidR="00AE2E85">
              <w:rPr>
                <w:rtl/>
              </w:rPr>
              <w:t xml:space="preserve"> </w:t>
            </w:r>
            <w:r w:rsidRPr="009647FC">
              <w:rPr>
                <w:rtl/>
              </w:rPr>
              <w:t>بم</w:t>
            </w:r>
            <w:r w:rsidR="00AE2E85" w:rsidRPr="009647FC">
              <w:rPr>
                <w:rtl/>
              </w:rPr>
              <w:t>ثل</w:t>
            </w:r>
            <w:r w:rsidR="00AE2E85">
              <w:rPr>
                <w:rtl/>
              </w:rPr>
              <w:t xml:space="preserve"> </w:t>
            </w:r>
            <w:r w:rsidR="00AE2E85" w:rsidRPr="009647FC">
              <w:rPr>
                <w:rtl/>
              </w:rPr>
              <w:t>الأ</w:t>
            </w:r>
            <w:r w:rsidRPr="009647FC">
              <w:rPr>
                <w:rtl/>
              </w:rPr>
              <w:t>نج</w:t>
            </w:r>
            <w:r w:rsidR="00AE2E85" w:rsidRPr="009647FC">
              <w:rPr>
                <w:rtl/>
              </w:rPr>
              <w:t>مِ</w:t>
            </w:r>
            <w:r w:rsidR="00AE2E85">
              <w:rPr>
                <w:rtl/>
              </w:rPr>
              <w:t xml:space="preserve"> </w:t>
            </w:r>
            <w:r w:rsidR="00AE2E85" w:rsidRPr="009647FC">
              <w:rPr>
                <w:rtl/>
              </w:rPr>
              <w:t>الزهرِ</w:t>
            </w:r>
            <w:r w:rsidR="00AE2E85"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بك</w:t>
            </w:r>
            <w:r w:rsidR="00AE2E85" w:rsidRPr="009647FC">
              <w:rPr>
                <w:rtl/>
              </w:rPr>
              <w:t>لّ</w:t>
            </w:r>
            <w:r w:rsidR="00AE2E85">
              <w:rPr>
                <w:rtl/>
              </w:rPr>
              <w:t xml:space="preserve"> </w:t>
            </w:r>
            <w:r w:rsidRPr="009647FC">
              <w:rPr>
                <w:rtl/>
              </w:rPr>
              <w:t>صا</w:t>
            </w:r>
            <w:r w:rsidR="00AE2E85" w:rsidRPr="009647FC">
              <w:rPr>
                <w:rtl/>
              </w:rPr>
              <w:t>في</w:t>
            </w:r>
            <w:r w:rsidR="00AE2E85">
              <w:rPr>
                <w:rtl/>
              </w:rPr>
              <w:t xml:space="preserve"> </w:t>
            </w:r>
            <w:r w:rsidR="00AE2E85" w:rsidRPr="009647FC">
              <w:rPr>
                <w:rtl/>
              </w:rPr>
              <w:t>ا</w:t>
            </w:r>
            <w:r w:rsidRPr="009647FC">
              <w:rPr>
                <w:rtl/>
              </w:rPr>
              <w:t>لم</w:t>
            </w:r>
            <w:r w:rsidR="00AE2E85" w:rsidRPr="009647FC">
              <w:rPr>
                <w:rtl/>
              </w:rPr>
              <w:t>حيّا</w:t>
            </w:r>
            <w:r w:rsidR="00AE2E85">
              <w:rPr>
                <w:rtl/>
              </w:rPr>
              <w:t xml:space="preserve"> </w:t>
            </w:r>
            <w:r w:rsidRPr="009647FC">
              <w:rPr>
                <w:rtl/>
              </w:rPr>
              <w:t>بش</w:t>
            </w:r>
            <w:r w:rsidR="00AE2E85" w:rsidRPr="009647FC">
              <w:rPr>
                <w:rtl/>
              </w:rPr>
              <w:t>رُه</w:t>
            </w:r>
            <w:r w:rsidR="00AE2E85">
              <w:rPr>
                <w:rtl/>
              </w:rPr>
              <w:t xml:space="preserve"> </w:t>
            </w:r>
            <w:r w:rsidRPr="009647FC">
              <w:rPr>
                <w:rtl/>
              </w:rPr>
              <w:t>كر</w:t>
            </w:r>
            <w:r w:rsidR="00AE2E85" w:rsidRPr="009647FC">
              <w:rPr>
                <w:rtl/>
              </w:rPr>
              <w:t>مٌ</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E2E85" w:rsidP="00693B01">
            <w:pPr>
              <w:pStyle w:val="libPoem"/>
            </w:pPr>
            <w:r w:rsidRPr="009647FC">
              <w:rPr>
                <w:rtl/>
              </w:rPr>
              <w:t>وكلُ</w:t>
            </w:r>
            <w:r>
              <w:rPr>
                <w:rtl/>
              </w:rPr>
              <w:t xml:space="preserve"> </w:t>
            </w:r>
            <w:r w:rsidRPr="009647FC">
              <w:rPr>
                <w:rtl/>
              </w:rPr>
              <w:t>أ</w:t>
            </w:r>
            <w:r w:rsidR="00A72677" w:rsidRPr="009647FC">
              <w:rPr>
                <w:rtl/>
              </w:rPr>
              <w:t>خل</w:t>
            </w:r>
            <w:r w:rsidRPr="009647FC">
              <w:rPr>
                <w:rtl/>
              </w:rPr>
              <w:t>اقه</w:t>
            </w:r>
            <w:r>
              <w:rPr>
                <w:rtl/>
              </w:rPr>
              <w:t xml:space="preserve"> </w:t>
            </w:r>
            <w:r w:rsidR="00A72677" w:rsidRPr="009647FC">
              <w:rPr>
                <w:rtl/>
              </w:rPr>
              <w:t>صف</w:t>
            </w:r>
            <w:r w:rsidRPr="009647FC">
              <w:rPr>
                <w:rtl/>
              </w:rPr>
              <w:t>وٌ</w:t>
            </w:r>
            <w:r>
              <w:rPr>
                <w:rtl/>
              </w:rPr>
              <w:t xml:space="preserve"> </w:t>
            </w:r>
            <w:r w:rsidR="00A72677" w:rsidRPr="009647FC">
              <w:rPr>
                <w:rtl/>
              </w:rPr>
              <w:t>بل</w:t>
            </w:r>
            <w:r w:rsidRPr="009647FC">
              <w:rPr>
                <w:rtl/>
              </w:rPr>
              <w:t>ا</w:t>
            </w:r>
            <w:r>
              <w:rPr>
                <w:rtl/>
              </w:rPr>
              <w:t xml:space="preserve"> </w:t>
            </w:r>
            <w:r w:rsidR="00A72677" w:rsidRPr="009647FC">
              <w:rPr>
                <w:rtl/>
              </w:rPr>
              <w:t>كد</w:t>
            </w:r>
            <w:r w:rsidRPr="009647FC">
              <w:rPr>
                <w:rtl/>
              </w:rPr>
              <w:t>رِ</w:t>
            </w:r>
            <w:r w:rsidRPr="00725071">
              <w:rPr>
                <w:rStyle w:val="libPoemTiniChar0"/>
                <w:rtl/>
              </w:rPr>
              <w:br/>
              <w:t> </w:t>
            </w:r>
          </w:p>
        </w:tc>
      </w:tr>
      <w:tr w:rsidR="00AE2E85" w:rsidRPr="00524A24" w:rsidTr="00AE2E85">
        <w:trPr>
          <w:trHeight w:val="350"/>
        </w:trPr>
        <w:tc>
          <w:tcPr>
            <w:tcW w:w="3902" w:type="dxa"/>
          </w:tcPr>
          <w:p w:rsidR="00AE2E85" w:rsidRPr="00524A24" w:rsidRDefault="00AE2E85" w:rsidP="00693B01">
            <w:pPr>
              <w:pStyle w:val="libPoem"/>
            </w:pPr>
            <w:r w:rsidRPr="009647FC">
              <w:rPr>
                <w:rtl/>
              </w:rPr>
              <w:t>ما</w:t>
            </w:r>
            <w:r>
              <w:rPr>
                <w:rtl/>
              </w:rPr>
              <w:t xml:space="preserve"> </w:t>
            </w:r>
            <w:r w:rsidRPr="009647FC">
              <w:rPr>
                <w:rtl/>
              </w:rPr>
              <w:t>أ</w:t>
            </w:r>
            <w:r w:rsidR="00A72677" w:rsidRPr="009647FC">
              <w:rPr>
                <w:rtl/>
              </w:rPr>
              <w:t>حد</w:t>
            </w:r>
            <w:r w:rsidRPr="009647FC">
              <w:rPr>
                <w:rtl/>
              </w:rPr>
              <w:t>قوا</w:t>
            </w:r>
            <w:r>
              <w:rPr>
                <w:rtl/>
              </w:rPr>
              <w:t xml:space="preserve"> </w:t>
            </w:r>
            <w:r w:rsidR="00A72677" w:rsidRPr="009647FC">
              <w:rPr>
                <w:rtl/>
              </w:rPr>
              <w:t>با</w:t>
            </w:r>
            <w:r w:rsidRPr="009647FC">
              <w:rPr>
                <w:rtl/>
              </w:rPr>
              <w:t>لرضا</w:t>
            </w:r>
            <w:r>
              <w:rPr>
                <w:rtl/>
              </w:rPr>
              <w:t xml:space="preserve"> </w:t>
            </w:r>
            <w:r w:rsidRPr="009647FC">
              <w:rPr>
                <w:rtl/>
              </w:rPr>
              <w:t>إلاّ</w:t>
            </w:r>
            <w:r>
              <w:rPr>
                <w:rtl/>
              </w:rPr>
              <w:t xml:space="preserve"> </w:t>
            </w:r>
            <w:r w:rsidRPr="009647FC">
              <w:rPr>
                <w:rtl/>
              </w:rPr>
              <w:t>و</w:t>
            </w:r>
            <w:r w:rsidR="00A72677" w:rsidRPr="009647FC">
              <w:rPr>
                <w:rtl/>
              </w:rPr>
              <w:t>خل</w:t>
            </w:r>
            <w:r w:rsidRPr="009647FC">
              <w:rPr>
                <w:rtl/>
              </w:rPr>
              <w:t>تهمُ</w:t>
            </w:r>
            <w:r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Pr="00524A24" w:rsidRDefault="00A72677" w:rsidP="00693B01">
            <w:pPr>
              <w:pStyle w:val="libPoem"/>
            </w:pPr>
            <w:r w:rsidRPr="009647FC">
              <w:rPr>
                <w:rtl/>
              </w:rPr>
              <w:t>كو</w:t>
            </w:r>
            <w:r w:rsidR="00AE2E85" w:rsidRPr="009647FC">
              <w:rPr>
                <w:rtl/>
              </w:rPr>
              <w:t>اكباً</w:t>
            </w:r>
            <w:r w:rsidR="004C00A8">
              <w:rPr>
                <w:rtl/>
              </w:rPr>
              <w:t xml:space="preserve"> </w:t>
            </w:r>
            <w:r w:rsidRPr="009647FC">
              <w:rPr>
                <w:rtl/>
              </w:rPr>
              <w:t>تس</w:t>
            </w:r>
            <w:r w:rsidR="00AE2E85" w:rsidRPr="009647FC">
              <w:rPr>
                <w:rtl/>
              </w:rPr>
              <w:t>تمدُ</w:t>
            </w:r>
            <w:r w:rsidR="00AE2E85">
              <w:rPr>
                <w:rtl/>
              </w:rPr>
              <w:t xml:space="preserve"> </w:t>
            </w:r>
            <w:r w:rsidR="00AE2E85" w:rsidRPr="009647FC">
              <w:rPr>
                <w:rtl/>
              </w:rPr>
              <w:t>ا</w:t>
            </w:r>
            <w:r w:rsidRPr="009647FC">
              <w:rPr>
                <w:rtl/>
              </w:rPr>
              <w:t>لن</w:t>
            </w:r>
            <w:r w:rsidR="00AE2E85" w:rsidRPr="009647FC">
              <w:rPr>
                <w:rtl/>
              </w:rPr>
              <w:t>ور</w:t>
            </w:r>
            <w:r w:rsidR="00677BC4">
              <w:rPr>
                <w:rtl/>
              </w:rPr>
              <w:t>َ</w:t>
            </w:r>
            <w:r w:rsidR="00AE2E85">
              <w:rPr>
                <w:rtl/>
              </w:rPr>
              <w:t xml:space="preserve"> </w:t>
            </w:r>
            <w:r w:rsidRPr="009647FC">
              <w:rPr>
                <w:rtl/>
              </w:rPr>
              <w:t>من</w:t>
            </w:r>
            <w:r w:rsidR="00AE2E85">
              <w:rPr>
                <w:rtl/>
              </w:rPr>
              <w:t xml:space="preserve"> </w:t>
            </w:r>
            <w:r w:rsidRPr="009647FC">
              <w:rPr>
                <w:rtl/>
              </w:rPr>
              <w:t>قم</w:t>
            </w:r>
            <w:r w:rsidR="00AE2E85" w:rsidRPr="009647FC">
              <w:rPr>
                <w:rtl/>
              </w:rPr>
              <w:t>رِ</w:t>
            </w:r>
            <w:r w:rsidR="00AE2E85"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CC75C1" w:rsidRPr="00524A24" w:rsidTr="00CC75C1">
        <w:trPr>
          <w:trHeight w:val="350"/>
        </w:trPr>
        <w:tc>
          <w:tcPr>
            <w:tcW w:w="3902" w:type="dxa"/>
          </w:tcPr>
          <w:p w:rsidR="00CC75C1" w:rsidRPr="00524A24" w:rsidRDefault="00A72677" w:rsidP="00693B01">
            <w:pPr>
              <w:pStyle w:val="libPoem"/>
            </w:pPr>
            <w:r w:rsidRPr="00A72677">
              <w:rPr>
                <w:rtl/>
              </w:rPr>
              <w:lastRenderedPageBreak/>
              <w:t>مهذ</w:t>
            </w:r>
            <w:r w:rsidR="00CC75C1" w:rsidRPr="00A72677">
              <w:rPr>
                <w:rtl/>
              </w:rPr>
              <w:t>ّبٌ ي</w:t>
            </w:r>
            <w:r w:rsidRPr="00A72677">
              <w:rPr>
                <w:rtl/>
              </w:rPr>
              <w:t>ُتب</w:t>
            </w:r>
            <w:r w:rsidR="00CC75C1" w:rsidRPr="00A72677">
              <w:rPr>
                <w:rtl/>
              </w:rPr>
              <w:t>عُ ا</w:t>
            </w:r>
            <w:r w:rsidRPr="00A72677">
              <w:rPr>
                <w:rtl/>
              </w:rPr>
              <w:t>لنع</w:t>
            </w:r>
            <w:r w:rsidR="00CC75C1" w:rsidRPr="00A72677">
              <w:rPr>
                <w:rtl/>
              </w:rPr>
              <w:t xml:space="preserve">مى </w:t>
            </w:r>
            <w:r w:rsidRPr="00A72677">
              <w:rPr>
                <w:rtl/>
              </w:rPr>
              <w:t>بث</w:t>
            </w:r>
            <w:r w:rsidR="00CC75C1" w:rsidRPr="00A72677">
              <w:rPr>
                <w:rtl/>
              </w:rPr>
              <w:t>انيةٍ</w:t>
            </w:r>
            <w:r w:rsidR="00CC75C1" w:rsidRPr="00A72677">
              <w:rPr>
                <w:rStyle w:val="libPoemTiniChar0"/>
                <w:rtl/>
              </w:rPr>
              <w:br/>
              <w:t> </w:t>
            </w:r>
          </w:p>
        </w:tc>
        <w:tc>
          <w:tcPr>
            <w:tcW w:w="301" w:type="dxa"/>
          </w:tcPr>
          <w:p w:rsidR="00CC75C1" w:rsidRPr="00A72677" w:rsidRDefault="00CC75C1" w:rsidP="00693B01">
            <w:pPr>
              <w:pStyle w:val="libPoem"/>
              <w:rPr>
                <w:rtl/>
              </w:rPr>
            </w:pPr>
          </w:p>
        </w:tc>
        <w:tc>
          <w:tcPr>
            <w:tcW w:w="3884" w:type="dxa"/>
          </w:tcPr>
          <w:p w:rsidR="00CC75C1" w:rsidRPr="00A72677" w:rsidRDefault="00CC75C1" w:rsidP="00693B01">
            <w:pPr>
              <w:pStyle w:val="libPoem"/>
            </w:pPr>
            <w:r w:rsidRPr="00A72677">
              <w:rPr>
                <w:rtl/>
              </w:rPr>
              <w:t>دأ</w:t>
            </w:r>
            <w:r w:rsidR="00A72677" w:rsidRPr="00A72677">
              <w:rPr>
                <w:rtl/>
              </w:rPr>
              <w:t>با</w:t>
            </w:r>
            <w:r w:rsidRPr="00A72677">
              <w:rPr>
                <w:rtl/>
              </w:rPr>
              <w:t>ً و</w:t>
            </w:r>
            <w:r w:rsidR="00A72677" w:rsidRPr="00A72677">
              <w:rPr>
                <w:rtl/>
              </w:rPr>
              <w:t>جو</w:t>
            </w:r>
            <w:r w:rsidRPr="00A72677">
              <w:rPr>
                <w:rtl/>
              </w:rPr>
              <w:t xml:space="preserve">دُ </w:t>
            </w:r>
            <w:r w:rsidR="00A72677" w:rsidRPr="00A72677">
              <w:rPr>
                <w:rtl/>
              </w:rPr>
              <w:t>سو</w:t>
            </w:r>
            <w:r w:rsidRPr="00A72677">
              <w:rPr>
                <w:rtl/>
              </w:rPr>
              <w:t xml:space="preserve">اه </w:t>
            </w:r>
            <w:r w:rsidR="00A72677" w:rsidRPr="00A72677">
              <w:rPr>
                <w:rtl/>
              </w:rPr>
              <w:t>بي</w:t>
            </w:r>
            <w:r w:rsidRPr="00A72677">
              <w:rPr>
                <w:rtl/>
              </w:rPr>
              <w:t>ضةُ ا</w:t>
            </w:r>
            <w:r w:rsidR="00A72677" w:rsidRPr="00A72677">
              <w:rPr>
                <w:rtl/>
              </w:rPr>
              <w:t>لع</w:t>
            </w:r>
            <w:r w:rsidRPr="00A72677">
              <w:rPr>
                <w:rtl/>
              </w:rPr>
              <w:t>قرِ</w:t>
            </w:r>
            <w:r w:rsidRPr="00A72677">
              <w:rPr>
                <w:rStyle w:val="libPoemTiniChar0"/>
                <w:rtl/>
              </w:rPr>
              <w:br/>
              <w:t> </w:t>
            </w:r>
          </w:p>
        </w:tc>
      </w:tr>
      <w:tr w:rsidR="00CC75C1" w:rsidRPr="00524A24" w:rsidTr="00CC75C1">
        <w:trPr>
          <w:trHeight w:val="350"/>
        </w:trPr>
        <w:tc>
          <w:tcPr>
            <w:tcW w:w="3902" w:type="dxa"/>
          </w:tcPr>
          <w:p w:rsidR="00CC75C1" w:rsidRPr="00524A24" w:rsidRDefault="00CC75C1" w:rsidP="00693B01">
            <w:pPr>
              <w:pStyle w:val="libPoem"/>
            </w:pPr>
            <w:r w:rsidRPr="009647FC">
              <w:rPr>
                <w:rtl/>
              </w:rPr>
              <w:t>لهُ</w:t>
            </w:r>
            <w:r>
              <w:rPr>
                <w:rtl/>
              </w:rPr>
              <w:t xml:space="preserve"> </w:t>
            </w:r>
            <w:r w:rsidR="00A72677" w:rsidRPr="009647FC">
              <w:rPr>
                <w:rtl/>
              </w:rPr>
              <w:t>منا</w:t>
            </w:r>
            <w:r w:rsidRPr="009647FC">
              <w:rPr>
                <w:rtl/>
              </w:rPr>
              <w:t>قبُ</w:t>
            </w:r>
            <w:r>
              <w:rPr>
                <w:rtl/>
              </w:rPr>
              <w:t xml:space="preserve"> </w:t>
            </w:r>
            <w:r w:rsidR="00A72677" w:rsidRPr="009647FC">
              <w:rPr>
                <w:rtl/>
              </w:rPr>
              <w:t>مج</w:t>
            </w:r>
            <w:r w:rsidRPr="009647FC">
              <w:rPr>
                <w:rtl/>
              </w:rPr>
              <w:t>دٍ</w:t>
            </w:r>
            <w:r>
              <w:rPr>
                <w:rtl/>
              </w:rPr>
              <w:t xml:space="preserve"> </w:t>
            </w:r>
            <w:r w:rsidR="00A72677" w:rsidRPr="009647FC">
              <w:rPr>
                <w:rtl/>
              </w:rPr>
              <w:t>كل</w:t>
            </w:r>
            <w:r w:rsidRPr="009647FC">
              <w:rPr>
                <w:rtl/>
              </w:rPr>
              <w:t>ّها</w:t>
            </w:r>
            <w:r>
              <w:rPr>
                <w:rtl/>
              </w:rPr>
              <w:t xml:space="preserve"> </w:t>
            </w:r>
            <w:r w:rsidR="00A72677" w:rsidRPr="009647FC">
              <w:rPr>
                <w:rtl/>
              </w:rPr>
              <w:t>غر</w:t>
            </w:r>
            <w:r w:rsidRPr="009647FC">
              <w:rPr>
                <w:rtl/>
              </w:rPr>
              <w:t>رٌ</w:t>
            </w:r>
            <w:r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A72677" w:rsidP="00693B01">
            <w:pPr>
              <w:pStyle w:val="libPoem"/>
            </w:pPr>
            <w:r w:rsidRPr="009647FC">
              <w:rPr>
                <w:rtl/>
              </w:rPr>
              <w:t>في</w:t>
            </w:r>
            <w:r w:rsidR="00CC75C1">
              <w:rPr>
                <w:rtl/>
              </w:rPr>
              <w:t xml:space="preserve"> </w:t>
            </w:r>
            <w:r w:rsidRPr="009647FC">
              <w:rPr>
                <w:rtl/>
              </w:rPr>
              <w:t>جب</w:t>
            </w:r>
            <w:r w:rsidR="00CC75C1" w:rsidRPr="009647FC">
              <w:rPr>
                <w:rtl/>
              </w:rPr>
              <w:t>هةِ</w:t>
            </w:r>
            <w:r w:rsidR="00CC75C1">
              <w:rPr>
                <w:rtl/>
              </w:rPr>
              <w:t xml:space="preserve"> </w:t>
            </w:r>
            <w:r w:rsidR="00CC75C1" w:rsidRPr="009647FC">
              <w:rPr>
                <w:rtl/>
              </w:rPr>
              <w:t>الدهرِ</w:t>
            </w:r>
            <w:r w:rsidR="00CC75C1">
              <w:rPr>
                <w:rtl/>
              </w:rPr>
              <w:t xml:space="preserve"> </w:t>
            </w:r>
            <w:r w:rsidR="00CC75C1" w:rsidRPr="009647FC">
              <w:rPr>
                <w:rtl/>
              </w:rPr>
              <w:t>بل</w:t>
            </w:r>
            <w:r w:rsidR="00CC75C1">
              <w:rPr>
                <w:rtl/>
              </w:rPr>
              <w:t xml:space="preserve"> </w:t>
            </w:r>
            <w:r w:rsidR="00CC75C1" w:rsidRPr="009647FC">
              <w:rPr>
                <w:rtl/>
              </w:rPr>
              <w:t>أبهى</w:t>
            </w:r>
            <w:r w:rsidR="00CC75C1">
              <w:rPr>
                <w:rtl/>
              </w:rPr>
              <w:t xml:space="preserve"> </w:t>
            </w:r>
            <w:r w:rsidR="00CC75C1" w:rsidRPr="009647FC">
              <w:rPr>
                <w:rtl/>
              </w:rPr>
              <w:t>من</w:t>
            </w:r>
            <w:r w:rsidR="00CC75C1">
              <w:rPr>
                <w:rtl/>
              </w:rPr>
              <w:t xml:space="preserve"> </w:t>
            </w:r>
            <w:r w:rsidR="00CC75C1" w:rsidRPr="009647FC">
              <w:rPr>
                <w:rtl/>
              </w:rPr>
              <w:t>الغررِ</w:t>
            </w:r>
            <w:r w:rsidR="00CC75C1" w:rsidRPr="00725071">
              <w:rPr>
                <w:rStyle w:val="libPoemTiniChar0"/>
                <w:rtl/>
              </w:rPr>
              <w:br/>
              <w:t> </w:t>
            </w:r>
          </w:p>
        </w:tc>
      </w:tr>
      <w:tr w:rsidR="00CC75C1" w:rsidRPr="00524A24" w:rsidTr="00CC75C1">
        <w:trPr>
          <w:trHeight w:val="350"/>
        </w:trPr>
        <w:tc>
          <w:tcPr>
            <w:tcW w:w="3902" w:type="dxa"/>
          </w:tcPr>
          <w:p w:rsidR="00CC75C1" w:rsidRPr="00524A24" w:rsidRDefault="00CC75C1" w:rsidP="00693B01">
            <w:pPr>
              <w:pStyle w:val="libPoem"/>
            </w:pPr>
            <w:r w:rsidRPr="009647FC">
              <w:rPr>
                <w:rtl/>
              </w:rPr>
              <w:t>زوا</w:t>
            </w:r>
            <w:r w:rsidR="00A72677" w:rsidRPr="009647FC">
              <w:rPr>
                <w:rtl/>
              </w:rPr>
              <w:t>هر</w:t>
            </w:r>
            <w:r w:rsidRPr="009647FC">
              <w:rPr>
                <w:rtl/>
              </w:rPr>
              <w:t>ٌ</w:t>
            </w:r>
            <w:r>
              <w:rPr>
                <w:rtl/>
              </w:rPr>
              <w:t xml:space="preserve"> </w:t>
            </w:r>
            <w:r w:rsidR="00A72677" w:rsidRPr="009647FC">
              <w:rPr>
                <w:rtl/>
              </w:rPr>
              <w:t>في</w:t>
            </w:r>
            <w:r>
              <w:rPr>
                <w:rtl/>
              </w:rPr>
              <w:t xml:space="preserve"> </w:t>
            </w:r>
            <w:r w:rsidR="00A72677" w:rsidRPr="009647FC">
              <w:rPr>
                <w:rtl/>
              </w:rPr>
              <w:t>سم</w:t>
            </w:r>
            <w:r w:rsidRPr="009647FC">
              <w:rPr>
                <w:rtl/>
              </w:rPr>
              <w:t>اءِ</w:t>
            </w:r>
            <w:r>
              <w:rPr>
                <w:rtl/>
              </w:rPr>
              <w:t xml:space="preserve"> </w:t>
            </w:r>
            <w:r w:rsidRPr="009647FC">
              <w:rPr>
                <w:rtl/>
              </w:rPr>
              <w:t>ا</w:t>
            </w:r>
            <w:r w:rsidR="00A72677" w:rsidRPr="009647FC">
              <w:rPr>
                <w:rtl/>
              </w:rPr>
              <w:t>لف</w:t>
            </w:r>
            <w:r w:rsidRPr="009647FC">
              <w:rPr>
                <w:rtl/>
              </w:rPr>
              <w:t>ضلِ</w:t>
            </w:r>
            <w:r>
              <w:rPr>
                <w:rtl/>
              </w:rPr>
              <w:t xml:space="preserve"> </w:t>
            </w:r>
            <w:r w:rsidRPr="009647FC">
              <w:rPr>
                <w:rtl/>
              </w:rPr>
              <w:t>دائرةٌ</w:t>
            </w:r>
            <w:r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A72677" w:rsidP="00693B01">
            <w:pPr>
              <w:pStyle w:val="libPoem"/>
            </w:pPr>
            <w:r w:rsidRPr="009647FC">
              <w:rPr>
                <w:rtl/>
              </w:rPr>
              <w:t>بم</w:t>
            </w:r>
            <w:r w:rsidR="00CC75C1" w:rsidRPr="009647FC">
              <w:rPr>
                <w:rtl/>
              </w:rPr>
              <w:t>ثلها</w:t>
            </w:r>
            <w:r w:rsidR="004C00A8">
              <w:rPr>
                <w:rtl/>
              </w:rPr>
              <w:t xml:space="preserve"> </w:t>
            </w:r>
            <w:r w:rsidRPr="009647FC">
              <w:rPr>
                <w:rtl/>
              </w:rPr>
              <w:t>فل</w:t>
            </w:r>
            <w:r w:rsidR="00CC75C1" w:rsidRPr="009647FC">
              <w:rPr>
                <w:rtl/>
              </w:rPr>
              <w:t>كُ</w:t>
            </w:r>
            <w:r w:rsidR="00CC75C1">
              <w:rPr>
                <w:rtl/>
              </w:rPr>
              <w:t xml:space="preserve"> </w:t>
            </w:r>
            <w:r w:rsidR="00CC75C1" w:rsidRPr="009647FC">
              <w:rPr>
                <w:rtl/>
              </w:rPr>
              <w:t>ا</w:t>
            </w:r>
            <w:r w:rsidRPr="009647FC">
              <w:rPr>
                <w:rtl/>
              </w:rPr>
              <w:t>لخ</w:t>
            </w:r>
            <w:r w:rsidR="00CC75C1" w:rsidRPr="009647FC">
              <w:rPr>
                <w:rtl/>
              </w:rPr>
              <w:t>ضراءِ</w:t>
            </w:r>
            <w:r w:rsidR="00CC75C1">
              <w:rPr>
                <w:rtl/>
              </w:rPr>
              <w:t xml:space="preserve"> </w:t>
            </w:r>
            <w:r w:rsidRPr="009647FC">
              <w:rPr>
                <w:rtl/>
              </w:rPr>
              <w:t>لم</w:t>
            </w:r>
            <w:r w:rsidR="00CC75C1">
              <w:rPr>
                <w:rtl/>
              </w:rPr>
              <w:t xml:space="preserve"> </w:t>
            </w:r>
            <w:r w:rsidRPr="009647FC">
              <w:rPr>
                <w:rtl/>
              </w:rPr>
              <w:t>يد</w:t>
            </w:r>
            <w:r w:rsidR="00CC75C1" w:rsidRPr="009647FC">
              <w:rPr>
                <w:rtl/>
              </w:rPr>
              <w:t>رِ</w:t>
            </w:r>
            <w:r w:rsidR="00CC75C1" w:rsidRPr="00725071">
              <w:rPr>
                <w:rStyle w:val="libPoemTiniChar0"/>
                <w:rtl/>
              </w:rPr>
              <w:br/>
              <w:t> </w:t>
            </w:r>
          </w:p>
        </w:tc>
      </w:tr>
      <w:tr w:rsidR="00CC75C1" w:rsidRPr="00524A24" w:rsidTr="00CC75C1">
        <w:trPr>
          <w:trHeight w:val="350"/>
        </w:trPr>
        <w:tc>
          <w:tcPr>
            <w:tcW w:w="3902" w:type="dxa"/>
          </w:tcPr>
          <w:p w:rsidR="00CC75C1" w:rsidRPr="00524A24" w:rsidRDefault="00CC75C1" w:rsidP="00693B01">
            <w:pPr>
              <w:pStyle w:val="libPoem"/>
            </w:pPr>
            <w:r w:rsidRPr="009647FC">
              <w:rPr>
                <w:rtl/>
              </w:rPr>
              <w:t>رأى</w:t>
            </w:r>
            <w:r>
              <w:rPr>
                <w:rtl/>
              </w:rPr>
              <w:t xml:space="preserve"> </w:t>
            </w:r>
            <w:r w:rsidRPr="009647FC">
              <w:rPr>
                <w:rtl/>
              </w:rPr>
              <w:t>ا</w:t>
            </w:r>
            <w:r w:rsidR="00A72677" w:rsidRPr="009647FC">
              <w:rPr>
                <w:rtl/>
              </w:rPr>
              <w:t>لثن</w:t>
            </w:r>
            <w:r w:rsidRPr="009647FC">
              <w:rPr>
                <w:rtl/>
              </w:rPr>
              <w:t>اء</w:t>
            </w:r>
            <w:r w:rsidR="00677BC4">
              <w:rPr>
                <w:rtl/>
              </w:rPr>
              <w:t>َ</w:t>
            </w:r>
            <w:r>
              <w:rPr>
                <w:rtl/>
              </w:rPr>
              <w:t xml:space="preserve"> </w:t>
            </w:r>
            <w:r w:rsidR="00A72677" w:rsidRPr="009647FC">
              <w:rPr>
                <w:rtl/>
              </w:rPr>
              <w:t>لب</w:t>
            </w:r>
            <w:r w:rsidRPr="009647FC">
              <w:rPr>
                <w:rtl/>
              </w:rPr>
              <w:t>اس</w:t>
            </w:r>
            <w:r w:rsidR="00677BC4">
              <w:rPr>
                <w:rtl/>
              </w:rPr>
              <w:t>َ</w:t>
            </w:r>
            <w:r>
              <w:rPr>
                <w:rtl/>
              </w:rPr>
              <w:t xml:space="preserve"> </w:t>
            </w:r>
            <w:r w:rsidRPr="009647FC">
              <w:rPr>
                <w:rtl/>
              </w:rPr>
              <w:t>ا</w:t>
            </w:r>
            <w:r w:rsidR="00A72677" w:rsidRPr="009647FC">
              <w:rPr>
                <w:rtl/>
              </w:rPr>
              <w:t>لف</w:t>
            </w:r>
            <w:r w:rsidRPr="009647FC">
              <w:rPr>
                <w:rtl/>
              </w:rPr>
              <w:t>خرِ</w:t>
            </w:r>
            <w:r>
              <w:rPr>
                <w:rtl/>
              </w:rPr>
              <w:t xml:space="preserve"> </w:t>
            </w:r>
            <w:r w:rsidR="00A72677" w:rsidRPr="009647FC">
              <w:rPr>
                <w:rtl/>
              </w:rPr>
              <w:t>تن</w:t>
            </w:r>
            <w:r w:rsidRPr="009647FC">
              <w:rPr>
                <w:rtl/>
              </w:rPr>
              <w:t>سجُه</w:t>
            </w:r>
            <w:r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A72677" w:rsidP="00693B01">
            <w:pPr>
              <w:pStyle w:val="libPoem"/>
            </w:pPr>
            <w:r w:rsidRPr="009647FC">
              <w:rPr>
                <w:rtl/>
              </w:rPr>
              <w:t>يد</w:t>
            </w:r>
            <w:r w:rsidR="00CC75C1" w:rsidRPr="009647FC">
              <w:rPr>
                <w:rtl/>
              </w:rPr>
              <w:t>ُ</w:t>
            </w:r>
            <w:r w:rsidR="004C00A8">
              <w:rPr>
                <w:rtl/>
              </w:rPr>
              <w:t xml:space="preserve"> </w:t>
            </w:r>
            <w:r w:rsidR="00CC75C1" w:rsidRPr="009647FC">
              <w:rPr>
                <w:rtl/>
              </w:rPr>
              <w:t>ا</w:t>
            </w:r>
            <w:r w:rsidRPr="009647FC">
              <w:rPr>
                <w:rtl/>
              </w:rPr>
              <w:t>لن</w:t>
            </w:r>
            <w:r w:rsidR="00CC75C1" w:rsidRPr="009647FC">
              <w:rPr>
                <w:rtl/>
              </w:rPr>
              <w:t>دى</w:t>
            </w:r>
            <w:r w:rsidR="00CC75C1">
              <w:rPr>
                <w:rtl/>
              </w:rPr>
              <w:t xml:space="preserve"> </w:t>
            </w:r>
            <w:r w:rsidRPr="009647FC">
              <w:rPr>
                <w:rtl/>
              </w:rPr>
              <w:t>لذ</w:t>
            </w:r>
            <w:r w:rsidR="00CC75C1" w:rsidRPr="009647FC">
              <w:rPr>
                <w:rtl/>
              </w:rPr>
              <w:t>وي</w:t>
            </w:r>
            <w:r w:rsidR="00CC75C1">
              <w:rPr>
                <w:rtl/>
              </w:rPr>
              <w:t xml:space="preserve"> </w:t>
            </w:r>
            <w:r w:rsidR="00CC75C1" w:rsidRPr="009647FC">
              <w:rPr>
                <w:rtl/>
              </w:rPr>
              <w:t>ا</w:t>
            </w:r>
            <w:r w:rsidRPr="009647FC">
              <w:rPr>
                <w:rtl/>
              </w:rPr>
              <w:t>لع</w:t>
            </w:r>
            <w:r w:rsidR="00CC75C1" w:rsidRPr="009647FC">
              <w:rPr>
                <w:rtl/>
              </w:rPr>
              <w:t>لياء</w:t>
            </w:r>
            <w:r w:rsidR="00CC75C1">
              <w:rPr>
                <w:rtl/>
              </w:rPr>
              <w:t xml:space="preserve"> </w:t>
            </w:r>
            <w:r w:rsidR="00CC75C1" w:rsidRPr="009647FC">
              <w:rPr>
                <w:rtl/>
              </w:rPr>
              <w:t>والخطرِ</w:t>
            </w:r>
            <w:r w:rsidR="00CC75C1" w:rsidRPr="00725071">
              <w:rPr>
                <w:rStyle w:val="libPoemTiniChar0"/>
                <w:rtl/>
              </w:rPr>
              <w:br/>
              <w:t> </w:t>
            </w:r>
          </w:p>
        </w:tc>
      </w:tr>
      <w:tr w:rsidR="00CC75C1" w:rsidRPr="00524A24" w:rsidTr="00CC75C1">
        <w:trPr>
          <w:trHeight w:val="350"/>
        </w:trPr>
        <w:tc>
          <w:tcPr>
            <w:tcW w:w="3902" w:type="dxa"/>
          </w:tcPr>
          <w:p w:rsidR="00CC75C1" w:rsidRPr="00524A24" w:rsidRDefault="00A72677" w:rsidP="00693B01">
            <w:pPr>
              <w:pStyle w:val="libPoem"/>
            </w:pPr>
            <w:r w:rsidRPr="009647FC">
              <w:rPr>
                <w:rtl/>
              </w:rPr>
              <w:t>فج</w:t>
            </w:r>
            <w:r w:rsidR="00CC75C1" w:rsidRPr="009647FC">
              <w:rPr>
                <w:rtl/>
              </w:rPr>
              <w:t>اد</w:t>
            </w:r>
            <w:r w:rsidR="00CC75C1">
              <w:rPr>
                <w:rtl/>
              </w:rPr>
              <w:t xml:space="preserve"> </w:t>
            </w:r>
            <w:r w:rsidRPr="009647FC">
              <w:rPr>
                <w:rtl/>
              </w:rPr>
              <w:t>حت</w:t>
            </w:r>
            <w:r w:rsidR="00CC75C1" w:rsidRPr="009647FC">
              <w:rPr>
                <w:rtl/>
              </w:rPr>
              <w:t>ى</w:t>
            </w:r>
            <w:r w:rsidR="00CC75C1">
              <w:rPr>
                <w:rtl/>
              </w:rPr>
              <w:t xml:space="preserve"> </w:t>
            </w:r>
            <w:r w:rsidR="00CC75C1" w:rsidRPr="009647FC">
              <w:rPr>
                <w:rtl/>
              </w:rPr>
              <w:t>د</w:t>
            </w:r>
            <w:r w:rsidRPr="009647FC">
              <w:rPr>
                <w:rtl/>
              </w:rPr>
              <w:t>عا</w:t>
            </w:r>
            <w:r w:rsidR="00CC75C1" w:rsidRPr="009647FC">
              <w:rPr>
                <w:rtl/>
              </w:rPr>
              <w:t>ه</w:t>
            </w:r>
            <w:r w:rsidR="00CC75C1">
              <w:rPr>
                <w:rtl/>
              </w:rPr>
              <w:t xml:space="preserve"> </w:t>
            </w:r>
            <w:r w:rsidR="00CC75C1" w:rsidRPr="009647FC">
              <w:rPr>
                <w:rtl/>
              </w:rPr>
              <w:t>البحرُ</w:t>
            </w:r>
            <w:r w:rsidR="00CC75C1">
              <w:rPr>
                <w:rtl/>
              </w:rPr>
              <w:t xml:space="preserve"> </w:t>
            </w:r>
            <w:r w:rsidR="00CC75C1" w:rsidRPr="009647FC">
              <w:rPr>
                <w:rtl/>
              </w:rPr>
              <w:t>حسبك</w:t>
            </w:r>
            <w:r w:rsidR="00CC75C1">
              <w:rPr>
                <w:rtl/>
              </w:rPr>
              <w:t xml:space="preserve"> </w:t>
            </w:r>
            <w:r w:rsidR="00CC75C1" w:rsidRPr="009647FC">
              <w:rPr>
                <w:rtl/>
              </w:rPr>
              <w:t>ما</w:t>
            </w:r>
            <w:r w:rsidR="00CC75C1"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CC75C1" w:rsidP="00693B01">
            <w:pPr>
              <w:pStyle w:val="libPoem"/>
            </w:pPr>
            <w:r w:rsidRPr="009647FC">
              <w:rPr>
                <w:rtl/>
              </w:rPr>
              <w:t>أ</w:t>
            </w:r>
            <w:r w:rsidR="00A72677" w:rsidRPr="009647FC">
              <w:rPr>
                <w:rtl/>
              </w:rPr>
              <w:t>بق</w:t>
            </w:r>
            <w:r w:rsidRPr="009647FC">
              <w:rPr>
                <w:rtl/>
              </w:rPr>
              <w:t>ى</w:t>
            </w:r>
            <w:r>
              <w:rPr>
                <w:rtl/>
              </w:rPr>
              <w:t xml:space="preserve"> </w:t>
            </w:r>
            <w:r w:rsidR="00A72677" w:rsidRPr="009647FC">
              <w:rPr>
                <w:rtl/>
              </w:rPr>
              <w:t>سم</w:t>
            </w:r>
            <w:r w:rsidRPr="009647FC">
              <w:rPr>
                <w:rtl/>
              </w:rPr>
              <w:t>احُك</w:t>
            </w:r>
            <w:r>
              <w:rPr>
                <w:rtl/>
              </w:rPr>
              <w:t xml:space="preserve"> </w:t>
            </w:r>
            <w:r w:rsidRPr="009647FC">
              <w:rPr>
                <w:rtl/>
              </w:rPr>
              <w:t>لي</w:t>
            </w:r>
            <w:r>
              <w:rPr>
                <w:rtl/>
              </w:rPr>
              <w:t xml:space="preserve"> </w:t>
            </w:r>
            <w:r w:rsidRPr="009647FC">
              <w:rPr>
                <w:rtl/>
              </w:rPr>
              <w:t>فضلاً</w:t>
            </w:r>
            <w:r>
              <w:rPr>
                <w:rtl/>
              </w:rPr>
              <w:t xml:space="preserve"> </w:t>
            </w:r>
            <w:r w:rsidRPr="009647FC">
              <w:rPr>
                <w:rtl/>
              </w:rPr>
              <w:t>على</w:t>
            </w:r>
            <w:r>
              <w:rPr>
                <w:rtl/>
              </w:rPr>
              <w:t xml:space="preserve"> </w:t>
            </w:r>
            <w:r w:rsidRPr="009647FC">
              <w:rPr>
                <w:rtl/>
              </w:rPr>
              <w:t>البشرِ</w:t>
            </w:r>
            <w:r w:rsidRPr="00725071">
              <w:rPr>
                <w:rStyle w:val="libPoemTiniChar0"/>
                <w:rtl/>
              </w:rPr>
              <w:br/>
              <w:t> </w:t>
            </w:r>
          </w:p>
        </w:tc>
      </w:tr>
      <w:tr w:rsidR="00CC75C1" w:rsidRPr="00524A24" w:rsidTr="00CC75C1">
        <w:trPr>
          <w:trHeight w:val="350"/>
        </w:trPr>
        <w:tc>
          <w:tcPr>
            <w:tcW w:w="3902" w:type="dxa"/>
          </w:tcPr>
          <w:p w:rsidR="00CC75C1" w:rsidRPr="00524A24" w:rsidRDefault="00CC75C1" w:rsidP="00693B01">
            <w:pPr>
              <w:pStyle w:val="libPoem"/>
            </w:pPr>
            <w:r w:rsidRPr="009647FC">
              <w:rPr>
                <w:rtl/>
              </w:rPr>
              <w:t>و</w:t>
            </w:r>
            <w:r w:rsidR="00A72677" w:rsidRPr="009647FC">
              <w:rPr>
                <w:rtl/>
              </w:rPr>
              <w:t>كل</w:t>
            </w:r>
            <w:r w:rsidRPr="009647FC">
              <w:rPr>
                <w:rtl/>
              </w:rPr>
              <w:t>ّ</w:t>
            </w:r>
            <w:r w:rsidR="00677BC4">
              <w:rPr>
                <w:rtl/>
              </w:rPr>
              <w:t>َ</w:t>
            </w:r>
            <w:r>
              <w:rPr>
                <w:rtl/>
              </w:rPr>
              <w:t xml:space="preserve"> </w:t>
            </w:r>
            <w:r w:rsidR="00A72677" w:rsidRPr="009647FC">
              <w:rPr>
                <w:rtl/>
              </w:rPr>
              <w:t>عن</w:t>
            </w:r>
            <w:r w:rsidRPr="009647FC">
              <w:rPr>
                <w:rtl/>
              </w:rPr>
              <w:t>هُ</w:t>
            </w:r>
            <w:r>
              <w:rPr>
                <w:rtl/>
              </w:rPr>
              <w:t xml:space="preserve"> </w:t>
            </w:r>
            <w:r w:rsidR="00A72677" w:rsidRPr="009647FC">
              <w:rPr>
                <w:rtl/>
              </w:rPr>
              <w:t>لس</w:t>
            </w:r>
            <w:r w:rsidRPr="009647FC">
              <w:rPr>
                <w:rtl/>
              </w:rPr>
              <w:t>انُ</w:t>
            </w:r>
            <w:r>
              <w:rPr>
                <w:rtl/>
              </w:rPr>
              <w:t xml:space="preserve"> </w:t>
            </w:r>
            <w:r w:rsidRPr="009647FC">
              <w:rPr>
                <w:rtl/>
              </w:rPr>
              <w:t>ا</w:t>
            </w:r>
            <w:r w:rsidR="00A72677" w:rsidRPr="009647FC">
              <w:rPr>
                <w:rtl/>
              </w:rPr>
              <w:t>لب</w:t>
            </w:r>
            <w:r w:rsidRPr="009647FC">
              <w:rPr>
                <w:rtl/>
              </w:rPr>
              <w:t>رقِ</w:t>
            </w:r>
            <w:r>
              <w:rPr>
                <w:rtl/>
              </w:rPr>
              <w:t xml:space="preserve"> </w:t>
            </w:r>
            <w:r w:rsidR="00A72677" w:rsidRPr="009647FC">
              <w:rPr>
                <w:rtl/>
              </w:rPr>
              <w:t>ثم</w:t>
            </w:r>
            <w:r w:rsidRPr="009647FC">
              <w:rPr>
                <w:rtl/>
              </w:rPr>
              <w:t>ّ</w:t>
            </w:r>
            <w:r>
              <w:rPr>
                <w:rtl/>
              </w:rPr>
              <w:t xml:space="preserve"> </w:t>
            </w:r>
            <w:r w:rsidRPr="009647FC">
              <w:rPr>
                <w:rtl/>
              </w:rPr>
              <w:t>دعا</w:t>
            </w:r>
            <w:r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A72677" w:rsidP="00693B01">
            <w:pPr>
              <w:pStyle w:val="libPoem"/>
            </w:pPr>
            <w:r w:rsidRPr="009647FC">
              <w:rPr>
                <w:rtl/>
              </w:rPr>
              <w:t>با</w:t>
            </w:r>
            <w:r w:rsidR="00CC75C1" w:rsidRPr="009647FC">
              <w:rPr>
                <w:rtl/>
              </w:rPr>
              <w:t>لرعدِ</w:t>
            </w:r>
            <w:r w:rsidR="004C00A8">
              <w:rPr>
                <w:rtl/>
              </w:rPr>
              <w:t xml:space="preserve"> </w:t>
            </w:r>
            <w:r w:rsidR="00CC75C1" w:rsidRPr="009647FC">
              <w:rPr>
                <w:rtl/>
              </w:rPr>
              <w:t>أ</w:t>
            </w:r>
            <w:r w:rsidRPr="009647FC">
              <w:rPr>
                <w:rtl/>
              </w:rPr>
              <w:t>كر</w:t>
            </w:r>
            <w:r w:rsidR="00CC75C1" w:rsidRPr="009647FC">
              <w:rPr>
                <w:rtl/>
              </w:rPr>
              <w:t>مت</w:t>
            </w:r>
            <w:r w:rsidR="00677BC4">
              <w:rPr>
                <w:rtl/>
              </w:rPr>
              <w:t>َ</w:t>
            </w:r>
            <w:r w:rsidR="00CC75C1">
              <w:rPr>
                <w:rtl/>
              </w:rPr>
              <w:t xml:space="preserve"> </w:t>
            </w:r>
            <w:r w:rsidR="00CC75C1" w:rsidRPr="009647FC">
              <w:rPr>
                <w:rtl/>
              </w:rPr>
              <w:t>إنّي</w:t>
            </w:r>
            <w:r w:rsidR="00CC75C1">
              <w:rPr>
                <w:rtl/>
              </w:rPr>
              <w:t xml:space="preserve"> </w:t>
            </w:r>
            <w:r w:rsidR="00CC75C1" w:rsidRPr="009647FC">
              <w:rPr>
                <w:rtl/>
              </w:rPr>
              <w:t>عنك</w:t>
            </w:r>
            <w:r w:rsidR="00CC75C1">
              <w:rPr>
                <w:rtl/>
              </w:rPr>
              <w:t xml:space="preserve"> </w:t>
            </w:r>
            <w:r w:rsidR="00CC75C1" w:rsidRPr="009647FC">
              <w:rPr>
                <w:rtl/>
              </w:rPr>
              <w:t>ذو</w:t>
            </w:r>
            <w:r w:rsidR="00CC75C1">
              <w:rPr>
                <w:rtl/>
              </w:rPr>
              <w:t xml:space="preserve"> </w:t>
            </w:r>
            <w:r w:rsidR="00CC75C1" w:rsidRPr="009647FC">
              <w:rPr>
                <w:rtl/>
              </w:rPr>
              <w:t>قصرِ</w:t>
            </w:r>
            <w:r w:rsidR="00CC75C1" w:rsidRPr="00725071">
              <w:rPr>
                <w:rStyle w:val="libPoemTiniChar0"/>
                <w:rtl/>
              </w:rPr>
              <w:br/>
              <w:t> </w:t>
            </w:r>
          </w:p>
        </w:tc>
      </w:tr>
      <w:tr w:rsidR="00CC75C1" w:rsidRPr="00524A24" w:rsidTr="00CC75C1">
        <w:trPr>
          <w:trHeight w:val="350"/>
        </w:trPr>
        <w:tc>
          <w:tcPr>
            <w:tcW w:w="3902" w:type="dxa"/>
          </w:tcPr>
          <w:p w:rsidR="00CC75C1" w:rsidRPr="00524A24" w:rsidRDefault="00CC75C1" w:rsidP="00693B01">
            <w:pPr>
              <w:pStyle w:val="libPoem"/>
            </w:pPr>
            <w:r w:rsidRPr="00A72677">
              <w:rPr>
                <w:rtl/>
              </w:rPr>
              <w:t>ي</w:t>
            </w:r>
            <w:r w:rsidR="00A72677" w:rsidRPr="00A72677">
              <w:rPr>
                <w:rtl/>
              </w:rPr>
              <w:t>ُن</w:t>
            </w:r>
            <w:r w:rsidRPr="00A72677">
              <w:rPr>
                <w:rtl/>
              </w:rPr>
              <w:t>مي إلى طيّبي الأعراقِ م</w:t>
            </w:r>
            <w:r w:rsidR="00677BC4">
              <w:rPr>
                <w:rtl/>
              </w:rPr>
              <w:t>َ</w:t>
            </w:r>
            <w:r w:rsidRPr="00A72677">
              <w:rPr>
                <w:rtl/>
              </w:rPr>
              <w:t>نْ عقدوا</w:t>
            </w:r>
            <w:r w:rsidRPr="00A72677">
              <w:rPr>
                <w:rStyle w:val="libPoemTiniChar0"/>
                <w:rtl/>
              </w:rPr>
              <w:br/>
              <w:t> </w:t>
            </w:r>
          </w:p>
        </w:tc>
        <w:tc>
          <w:tcPr>
            <w:tcW w:w="301" w:type="dxa"/>
          </w:tcPr>
          <w:p w:rsidR="00CC75C1" w:rsidRPr="00A72677" w:rsidRDefault="00CC75C1" w:rsidP="00693B01">
            <w:pPr>
              <w:pStyle w:val="libPoem"/>
              <w:rPr>
                <w:rtl/>
              </w:rPr>
            </w:pPr>
          </w:p>
        </w:tc>
        <w:tc>
          <w:tcPr>
            <w:tcW w:w="3884" w:type="dxa"/>
          </w:tcPr>
          <w:p w:rsidR="00CC75C1" w:rsidRPr="00A72677" w:rsidRDefault="00A72677" w:rsidP="00693B01">
            <w:pPr>
              <w:pStyle w:val="libPoem"/>
            </w:pPr>
            <w:r w:rsidRPr="00A72677">
              <w:rPr>
                <w:rtl/>
              </w:rPr>
              <w:t>عل</w:t>
            </w:r>
            <w:r w:rsidR="00CC75C1" w:rsidRPr="00A72677">
              <w:rPr>
                <w:rtl/>
              </w:rPr>
              <w:t>ى ا</w:t>
            </w:r>
            <w:r w:rsidRPr="00A72677">
              <w:rPr>
                <w:rtl/>
              </w:rPr>
              <w:t>لع</w:t>
            </w:r>
            <w:r w:rsidR="00CC75C1" w:rsidRPr="00A72677">
              <w:rPr>
                <w:rtl/>
              </w:rPr>
              <w:t xml:space="preserve">فافِ </w:t>
            </w:r>
            <w:r w:rsidRPr="00A72677">
              <w:rPr>
                <w:rtl/>
              </w:rPr>
              <w:t>قد</w:t>
            </w:r>
            <w:r w:rsidR="00CC75C1" w:rsidRPr="00A72677">
              <w:rPr>
                <w:rtl/>
              </w:rPr>
              <w:t xml:space="preserve">يماً </w:t>
            </w:r>
            <w:r w:rsidRPr="00A72677">
              <w:rPr>
                <w:rtl/>
              </w:rPr>
              <w:t>طا</w:t>
            </w:r>
            <w:r w:rsidR="00CC75C1" w:rsidRPr="00A72677">
              <w:rPr>
                <w:rtl/>
              </w:rPr>
              <w:t>هر</w:t>
            </w:r>
            <w:r w:rsidR="00677BC4">
              <w:rPr>
                <w:rtl/>
              </w:rPr>
              <w:t>َ</w:t>
            </w:r>
            <w:r w:rsidR="00CC75C1" w:rsidRPr="00A72677">
              <w:rPr>
                <w:rtl/>
              </w:rPr>
              <w:t xml:space="preserve"> الأزرِ</w:t>
            </w:r>
            <w:r w:rsidR="00CC75C1" w:rsidRPr="00A72677">
              <w:rPr>
                <w:rStyle w:val="libPoemTiniChar0"/>
                <w:rtl/>
              </w:rPr>
              <w:br/>
              <w:t> </w:t>
            </w:r>
          </w:p>
        </w:tc>
      </w:tr>
      <w:tr w:rsidR="00CC75C1" w:rsidRPr="00524A24" w:rsidTr="00CC75C1">
        <w:trPr>
          <w:trHeight w:val="350"/>
        </w:trPr>
        <w:tc>
          <w:tcPr>
            <w:tcW w:w="3902" w:type="dxa"/>
          </w:tcPr>
          <w:p w:rsidR="00CC75C1" w:rsidRPr="00524A24" w:rsidRDefault="00CC75C1" w:rsidP="00693B01">
            <w:pPr>
              <w:pStyle w:val="libPoem"/>
            </w:pPr>
            <w:r w:rsidRPr="009647FC">
              <w:rPr>
                <w:rtl/>
              </w:rPr>
              <w:t>أ</w:t>
            </w:r>
            <w:r w:rsidR="00A72677" w:rsidRPr="009647FC">
              <w:rPr>
                <w:rtl/>
              </w:rPr>
              <w:t>عز</w:t>
            </w:r>
            <w:r w:rsidRPr="009647FC">
              <w:rPr>
                <w:rtl/>
              </w:rPr>
              <w:t>ّ</w:t>
            </w:r>
            <w:r w:rsidR="00677BC4">
              <w:rPr>
                <w:rtl/>
              </w:rPr>
              <w:t>َ</w:t>
            </w:r>
            <w:r w:rsidRPr="009647FC">
              <w:rPr>
                <w:rtl/>
              </w:rPr>
              <w:t>ةٌ</w:t>
            </w:r>
            <w:r>
              <w:rPr>
                <w:rtl/>
              </w:rPr>
              <w:t xml:space="preserve"> </w:t>
            </w:r>
            <w:r w:rsidR="00A72677" w:rsidRPr="009647FC">
              <w:rPr>
                <w:rtl/>
              </w:rPr>
              <w:t>نو</w:t>
            </w:r>
            <w:r w:rsidRPr="009647FC">
              <w:rPr>
                <w:rtl/>
              </w:rPr>
              <w:t>رُهم</w:t>
            </w:r>
            <w:r>
              <w:rPr>
                <w:rtl/>
              </w:rPr>
              <w:t xml:space="preserve"> </w:t>
            </w:r>
            <w:r w:rsidR="00A72677" w:rsidRPr="009647FC">
              <w:rPr>
                <w:rtl/>
              </w:rPr>
              <w:t>ها</w:t>
            </w:r>
            <w:r w:rsidRPr="009647FC">
              <w:rPr>
                <w:rtl/>
              </w:rPr>
              <w:t>دٍ</w:t>
            </w:r>
            <w:r>
              <w:rPr>
                <w:rtl/>
              </w:rPr>
              <w:t xml:space="preserve"> </w:t>
            </w:r>
            <w:r w:rsidRPr="009647FC">
              <w:rPr>
                <w:rtl/>
              </w:rPr>
              <w:t>وو</w:t>
            </w:r>
            <w:r w:rsidR="00A72677" w:rsidRPr="009647FC">
              <w:rPr>
                <w:rtl/>
              </w:rPr>
              <w:t>جه</w:t>
            </w:r>
            <w:r w:rsidRPr="009647FC">
              <w:rPr>
                <w:rtl/>
              </w:rPr>
              <w:t>ُ</w:t>
            </w:r>
            <w:r>
              <w:rPr>
                <w:rtl/>
              </w:rPr>
              <w:t xml:space="preserve"> </w:t>
            </w:r>
            <w:r w:rsidR="00A72677" w:rsidRPr="009647FC">
              <w:rPr>
                <w:rtl/>
              </w:rPr>
              <w:t>مس</w:t>
            </w:r>
            <w:r w:rsidRPr="009647FC">
              <w:rPr>
                <w:rtl/>
              </w:rPr>
              <w:t>ا</w:t>
            </w:r>
            <w:r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A72677" w:rsidP="00693B01">
            <w:pPr>
              <w:pStyle w:val="libPoem"/>
            </w:pPr>
            <w:r w:rsidRPr="009647FC">
              <w:rPr>
                <w:rtl/>
              </w:rPr>
              <w:t>عي</w:t>
            </w:r>
            <w:r w:rsidR="00CC75C1" w:rsidRPr="009647FC">
              <w:rPr>
                <w:rtl/>
              </w:rPr>
              <w:t>هم</w:t>
            </w:r>
            <w:r w:rsidR="004C00A8">
              <w:rPr>
                <w:rtl/>
              </w:rPr>
              <w:t xml:space="preserve"> </w:t>
            </w:r>
            <w:r w:rsidRPr="009647FC">
              <w:rPr>
                <w:rtl/>
              </w:rPr>
              <w:t>حس</w:t>
            </w:r>
            <w:r w:rsidR="00CC75C1" w:rsidRPr="009647FC">
              <w:rPr>
                <w:rtl/>
              </w:rPr>
              <w:t>ينٌ</w:t>
            </w:r>
            <w:r w:rsidR="00CC75C1">
              <w:rPr>
                <w:rtl/>
              </w:rPr>
              <w:t xml:space="preserve"> </w:t>
            </w:r>
            <w:r w:rsidRPr="009647FC">
              <w:rPr>
                <w:rtl/>
              </w:rPr>
              <w:t>بل</w:t>
            </w:r>
            <w:r w:rsidR="00CC75C1" w:rsidRPr="009647FC">
              <w:rPr>
                <w:rtl/>
              </w:rPr>
              <w:t>يلِ</w:t>
            </w:r>
            <w:r w:rsidR="00CC75C1">
              <w:rPr>
                <w:rtl/>
              </w:rPr>
              <w:t xml:space="preserve"> </w:t>
            </w:r>
            <w:r w:rsidR="00CC75C1" w:rsidRPr="009647FC">
              <w:rPr>
                <w:rtl/>
              </w:rPr>
              <w:t>الحادثِ</w:t>
            </w:r>
            <w:r w:rsidR="00CC75C1">
              <w:rPr>
                <w:rtl/>
              </w:rPr>
              <w:t xml:space="preserve"> </w:t>
            </w:r>
            <w:r w:rsidR="00CC75C1" w:rsidRPr="009647FC">
              <w:rPr>
                <w:rtl/>
              </w:rPr>
              <w:t>النكرِ</w:t>
            </w:r>
            <w:r w:rsidR="00CC75C1" w:rsidRPr="00725071">
              <w:rPr>
                <w:rStyle w:val="libPoemTiniChar0"/>
                <w:rtl/>
              </w:rPr>
              <w:br/>
              <w:t> </w:t>
            </w:r>
          </w:p>
        </w:tc>
      </w:tr>
      <w:tr w:rsidR="00CC75C1" w:rsidRPr="00524A24" w:rsidTr="00CC75C1">
        <w:trPr>
          <w:trHeight w:val="350"/>
        </w:trPr>
        <w:tc>
          <w:tcPr>
            <w:tcW w:w="3902" w:type="dxa"/>
          </w:tcPr>
          <w:p w:rsidR="00CC75C1" w:rsidRPr="00524A24" w:rsidRDefault="00CC75C1" w:rsidP="00693B01">
            <w:pPr>
              <w:pStyle w:val="libPoem"/>
            </w:pPr>
            <w:r w:rsidRPr="009647FC">
              <w:rPr>
                <w:rtl/>
              </w:rPr>
              <w:t>ا</w:t>
            </w:r>
            <w:r w:rsidR="00A72677" w:rsidRPr="009647FC">
              <w:rPr>
                <w:rtl/>
              </w:rPr>
              <w:t>لو</w:t>
            </w:r>
            <w:r w:rsidRPr="009647FC">
              <w:rPr>
                <w:rtl/>
              </w:rPr>
              <w:t>ارثانِ</w:t>
            </w:r>
            <w:r w:rsidR="004C00A8">
              <w:rPr>
                <w:rtl/>
              </w:rPr>
              <w:t xml:space="preserve"> </w:t>
            </w:r>
            <w:r w:rsidR="00A72677" w:rsidRPr="009647FC">
              <w:rPr>
                <w:rtl/>
              </w:rPr>
              <w:t>من</w:t>
            </w:r>
            <w:r>
              <w:rPr>
                <w:rtl/>
              </w:rPr>
              <w:t xml:space="preserve"> </w:t>
            </w:r>
            <w:r w:rsidRPr="009647FC">
              <w:rPr>
                <w:rtl/>
              </w:rPr>
              <w:t>ا</w:t>
            </w:r>
            <w:r w:rsidR="00A72677" w:rsidRPr="009647FC">
              <w:rPr>
                <w:rtl/>
              </w:rPr>
              <w:t>لم</w:t>
            </w:r>
            <w:r w:rsidRPr="009647FC">
              <w:rPr>
                <w:rtl/>
              </w:rPr>
              <w:t>هديِّ</w:t>
            </w:r>
            <w:r>
              <w:rPr>
                <w:rtl/>
              </w:rPr>
              <w:t xml:space="preserve"> </w:t>
            </w:r>
            <w:r w:rsidR="00A72677" w:rsidRPr="009647FC">
              <w:rPr>
                <w:rtl/>
              </w:rPr>
              <w:t>كل</w:t>
            </w:r>
            <w:r w:rsidRPr="009647FC">
              <w:rPr>
                <w:rtl/>
              </w:rPr>
              <w:t>ّ</w:t>
            </w:r>
            <w:r w:rsidR="00677BC4">
              <w:rPr>
                <w:rtl/>
              </w:rPr>
              <w:t>َ</w:t>
            </w:r>
            <w:r>
              <w:rPr>
                <w:rtl/>
              </w:rPr>
              <w:t xml:space="preserve"> </w:t>
            </w:r>
            <w:r w:rsidRPr="009647FC">
              <w:rPr>
                <w:rtl/>
              </w:rPr>
              <w:t>عُلاً</w:t>
            </w:r>
            <w:r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CC75C1" w:rsidP="00693B01">
            <w:pPr>
              <w:pStyle w:val="libPoem"/>
            </w:pPr>
            <w:r w:rsidRPr="009647FC">
              <w:rPr>
                <w:rtl/>
              </w:rPr>
              <w:t>لا</w:t>
            </w:r>
            <w:r w:rsidR="00A72677" w:rsidRPr="009647FC">
              <w:rPr>
                <w:rtl/>
              </w:rPr>
              <w:t>فق</w:t>
            </w:r>
            <w:r w:rsidRPr="009647FC">
              <w:rPr>
                <w:rtl/>
              </w:rPr>
              <w:t>ها</w:t>
            </w:r>
            <w:r>
              <w:rPr>
                <w:rtl/>
              </w:rPr>
              <w:t xml:space="preserve"> </w:t>
            </w:r>
            <w:r w:rsidR="00A72677" w:rsidRPr="009647FC">
              <w:rPr>
                <w:rtl/>
              </w:rPr>
              <w:t>طا</w:t>
            </w:r>
            <w:r w:rsidRPr="009647FC">
              <w:rPr>
                <w:rtl/>
              </w:rPr>
              <w:t>هرُ</w:t>
            </w:r>
            <w:r>
              <w:rPr>
                <w:rtl/>
              </w:rPr>
              <w:t xml:space="preserve"> </w:t>
            </w:r>
            <w:r w:rsidRPr="009647FC">
              <w:rPr>
                <w:rtl/>
              </w:rPr>
              <w:t>الأو</w:t>
            </w:r>
            <w:r w:rsidR="00A72677" w:rsidRPr="009647FC">
              <w:rPr>
                <w:rtl/>
              </w:rPr>
              <w:t>ها</w:t>
            </w:r>
            <w:r w:rsidRPr="009647FC">
              <w:rPr>
                <w:rtl/>
              </w:rPr>
              <w:t>م</w:t>
            </w:r>
            <w:r>
              <w:rPr>
                <w:rtl/>
              </w:rPr>
              <w:t xml:space="preserve"> </w:t>
            </w:r>
            <w:r w:rsidR="00A72677" w:rsidRPr="009647FC">
              <w:rPr>
                <w:rtl/>
              </w:rPr>
              <w:t>لم</w:t>
            </w:r>
            <w:r>
              <w:rPr>
                <w:rtl/>
              </w:rPr>
              <w:t xml:space="preserve"> </w:t>
            </w:r>
            <w:r w:rsidR="00A72677" w:rsidRPr="009647FC">
              <w:rPr>
                <w:rtl/>
              </w:rPr>
              <w:t>يط</w:t>
            </w:r>
            <w:r w:rsidRPr="009647FC">
              <w:rPr>
                <w:rtl/>
              </w:rPr>
              <w:t>رِ</w:t>
            </w:r>
            <w:r w:rsidRPr="00725071">
              <w:rPr>
                <w:rStyle w:val="libPoemTiniChar0"/>
                <w:rtl/>
              </w:rPr>
              <w:br/>
              <w:t> </w:t>
            </w:r>
          </w:p>
        </w:tc>
      </w:tr>
      <w:tr w:rsidR="00CC75C1" w:rsidRPr="00524A24" w:rsidTr="00CC75C1">
        <w:trPr>
          <w:trHeight w:val="350"/>
        </w:trPr>
        <w:tc>
          <w:tcPr>
            <w:tcW w:w="3902" w:type="dxa"/>
          </w:tcPr>
          <w:p w:rsidR="00CC75C1" w:rsidRPr="00524A24" w:rsidRDefault="00CC75C1" w:rsidP="00693B01">
            <w:pPr>
              <w:pStyle w:val="libPoem"/>
            </w:pPr>
            <w:r w:rsidRPr="009647FC">
              <w:rPr>
                <w:rtl/>
              </w:rPr>
              <w:t>وا</w:t>
            </w:r>
            <w:r w:rsidR="00A72677" w:rsidRPr="009647FC">
              <w:rPr>
                <w:rtl/>
              </w:rPr>
              <w:t>لب</w:t>
            </w:r>
            <w:r w:rsidRPr="009647FC">
              <w:rPr>
                <w:rtl/>
              </w:rPr>
              <w:t>اسطانِ</w:t>
            </w:r>
            <w:r>
              <w:rPr>
                <w:rtl/>
              </w:rPr>
              <w:t xml:space="preserve"> </w:t>
            </w:r>
            <w:r w:rsidR="00A72677" w:rsidRPr="009647FC">
              <w:rPr>
                <w:rtl/>
              </w:rPr>
              <w:t>لد</w:t>
            </w:r>
            <w:r w:rsidRPr="009647FC">
              <w:rPr>
                <w:rtl/>
              </w:rPr>
              <w:t>ى</w:t>
            </w:r>
            <w:r>
              <w:rPr>
                <w:rtl/>
              </w:rPr>
              <w:t xml:space="preserve"> </w:t>
            </w:r>
            <w:r w:rsidRPr="009647FC">
              <w:rPr>
                <w:rtl/>
              </w:rPr>
              <w:t>ا</w:t>
            </w:r>
            <w:r w:rsidR="00A72677" w:rsidRPr="009647FC">
              <w:rPr>
                <w:rtl/>
              </w:rPr>
              <w:t>لج</w:t>
            </w:r>
            <w:r w:rsidRPr="009647FC">
              <w:rPr>
                <w:rtl/>
              </w:rPr>
              <w:t>دوى</w:t>
            </w:r>
            <w:r>
              <w:rPr>
                <w:rtl/>
              </w:rPr>
              <w:t xml:space="preserve"> </w:t>
            </w:r>
            <w:r w:rsidRPr="009647FC">
              <w:rPr>
                <w:rtl/>
              </w:rPr>
              <w:t>أ</w:t>
            </w:r>
            <w:r w:rsidR="00A72677" w:rsidRPr="009647FC">
              <w:rPr>
                <w:rtl/>
              </w:rPr>
              <w:t>كف</w:t>
            </w:r>
            <w:r w:rsidRPr="009647FC">
              <w:rPr>
                <w:rtl/>
              </w:rPr>
              <w:t>ّ</w:t>
            </w:r>
            <w:r w:rsidR="00677BC4">
              <w:rPr>
                <w:rtl/>
              </w:rPr>
              <w:t>َ</w:t>
            </w:r>
            <w:r w:rsidRPr="009647FC">
              <w:rPr>
                <w:rtl/>
              </w:rPr>
              <w:t>هما</w:t>
            </w:r>
            <w:r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A72677" w:rsidP="00693B01">
            <w:pPr>
              <w:pStyle w:val="libPoem"/>
            </w:pPr>
            <w:r w:rsidRPr="009647FC">
              <w:rPr>
                <w:rtl/>
              </w:rPr>
              <w:t>سحا</w:t>
            </w:r>
            <w:r w:rsidR="00CC75C1" w:rsidRPr="009647FC">
              <w:rPr>
                <w:rtl/>
              </w:rPr>
              <w:t>ئباً</w:t>
            </w:r>
            <w:r w:rsidR="004C00A8">
              <w:rPr>
                <w:rtl/>
              </w:rPr>
              <w:t xml:space="preserve"> </w:t>
            </w:r>
            <w:r w:rsidRPr="009647FC">
              <w:rPr>
                <w:rtl/>
              </w:rPr>
              <w:t>تم</w:t>
            </w:r>
            <w:r w:rsidR="00CC75C1" w:rsidRPr="009647FC">
              <w:rPr>
                <w:rtl/>
              </w:rPr>
              <w:t>طرُ</w:t>
            </w:r>
            <w:r w:rsidR="00CC75C1">
              <w:rPr>
                <w:rtl/>
              </w:rPr>
              <w:t xml:space="preserve"> </w:t>
            </w:r>
            <w:r w:rsidR="00CC75C1" w:rsidRPr="009647FC">
              <w:rPr>
                <w:rtl/>
              </w:rPr>
              <w:t>ا</w:t>
            </w:r>
            <w:r w:rsidRPr="009647FC">
              <w:rPr>
                <w:rtl/>
              </w:rPr>
              <w:t>لع</w:t>
            </w:r>
            <w:r w:rsidR="00CC75C1" w:rsidRPr="009647FC">
              <w:rPr>
                <w:rtl/>
              </w:rPr>
              <w:t>افين</w:t>
            </w:r>
            <w:r w:rsidR="00677BC4">
              <w:rPr>
                <w:rtl/>
              </w:rPr>
              <w:t>َ</w:t>
            </w:r>
            <w:r w:rsidR="00CC75C1">
              <w:rPr>
                <w:rtl/>
              </w:rPr>
              <w:t xml:space="preserve"> </w:t>
            </w:r>
            <w:r w:rsidRPr="009647FC">
              <w:rPr>
                <w:rtl/>
              </w:rPr>
              <w:t>با</w:t>
            </w:r>
            <w:r w:rsidR="00CC75C1" w:rsidRPr="009647FC">
              <w:rPr>
                <w:rtl/>
              </w:rPr>
              <w:t>لبدرِ</w:t>
            </w:r>
            <w:r w:rsidR="00CC75C1" w:rsidRPr="00725071">
              <w:rPr>
                <w:rStyle w:val="libPoemTiniChar0"/>
                <w:rtl/>
              </w:rPr>
              <w:br/>
              <w:t> </w:t>
            </w:r>
          </w:p>
        </w:tc>
      </w:tr>
      <w:tr w:rsidR="00CC75C1" w:rsidRPr="00524A24" w:rsidTr="00CC75C1">
        <w:trPr>
          <w:trHeight w:val="350"/>
        </w:trPr>
        <w:tc>
          <w:tcPr>
            <w:tcW w:w="3902" w:type="dxa"/>
          </w:tcPr>
          <w:p w:rsidR="00CC75C1" w:rsidRPr="00524A24" w:rsidRDefault="00CC75C1" w:rsidP="00693B01">
            <w:pPr>
              <w:pStyle w:val="libPoem"/>
            </w:pPr>
            <w:r w:rsidRPr="009647FC">
              <w:rPr>
                <w:rtl/>
              </w:rPr>
              <w:t>وا</w:t>
            </w:r>
            <w:r w:rsidR="00A72677" w:rsidRPr="009647FC">
              <w:rPr>
                <w:rtl/>
              </w:rPr>
              <w:t>لغ</w:t>
            </w:r>
            <w:r w:rsidRPr="009647FC">
              <w:rPr>
                <w:rtl/>
              </w:rPr>
              <w:t>البانِ</w:t>
            </w:r>
            <w:r>
              <w:rPr>
                <w:rtl/>
              </w:rPr>
              <w:t xml:space="preserve"> </w:t>
            </w:r>
            <w:r w:rsidR="00A72677" w:rsidRPr="009647FC">
              <w:rPr>
                <w:rtl/>
              </w:rPr>
              <w:t>عل</w:t>
            </w:r>
            <w:r w:rsidRPr="009647FC">
              <w:rPr>
                <w:rtl/>
              </w:rPr>
              <w:t>ى</w:t>
            </w:r>
            <w:r>
              <w:rPr>
                <w:rtl/>
              </w:rPr>
              <w:t xml:space="preserve"> </w:t>
            </w:r>
            <w:r w:rsidRPr="009647FC">
              <w:rPr>
                <w:rtl/>
              </w:rPr>
              <w:t>ا</w:t>
            </w:r>
            <w:r w:rsidR="00A72677" w:rsidRPr="009647FC">
              <w:rPr>
                <w:rtl/>
              </w:rPr>
              <w:t>لف</w:t>
            </w:r>
            <w:r w:rsidRPr="009647FC">
              <w:rPr>
                <w:rtl/>
              </w:rPr>
              <w:t>خرِ</w:t>
            </w:r>
            <w:r>
              <w:rPr>
                <w:rtl/>
              </w:rPr>
              <w:t xml:space="preserve"> </w:t>
            </w:r>
            <w:r w:rsidRPr="009647FC">
              <w:rPr>
                <w:rtl/>
              </w:rPr>
              <w:t>الكرامِ</w:t>
            </w:r>
            <w:r>
              <w:rPr>
                <w:rtl/>
              </w:rPr>
              <w:t xml:space="preserve"> </w:t>
            </w:r>
            <w:r w:rsidRPr="009647FC">
              <w:rPr>
                <w:rtl/>
              </w:rPr>
              <w:t>معا</w:t>
            </w:r>
            <w:r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A72677" w:rsidP="00693B01">
            <w:pPr>
              <w:pStyle w:val="libPoem"/>
            </w:pPr>
            <w:r w:rsidRPr="009647FC">
              <w:rPr>
                <w:rtl/>
              </w:rPr>
              <w:t>بح</w:t>
            </w:r>
            <w:r w:rsidR="00CC75C1" w:rsidRPr="009647FC">
              <w:rPr>
                <w:rtl/>
              </w:rPr>
              <w:t>يثُ</w:t>
            </w:r>
            <w:r w:rsidR="00CC75C1">
              <w:rPr>
                <w:rtl/>
              </w:rPr>
              <w:t xml:space="preserve"> </w:t>
            </w:r>
            <w:r w:rsidRPr="009647FC">
              <w:rPr>
                <w:rtl/>
              </w:rPr>
              <w:t>لم</w:t>
            </w:r>
            <w:r w:rsidR="00CC75C1">
              <w:rPr>
                <w:rtl/>
              </w:rPr>
              <w:t xml:space="preserve"> </w:t>
            </w:r>
            <w:r w:rsidRPr="009647FC">
              <w:rPr>
                <w:rtl/>
              </w:rPr>
              <w:t>يد</w:t>
            </w:r>
            <w:r w:rsidR="00CC75C1" w:rsidRPr="009647FC">
              <w:rPr>
                <w:rtl/>
              </w:rPr>
              <w:t>عا</w:t>
            </w:r>
            <w:r w:rsidR="00CC75C1">
              <w:rPr>
                <w:rtl/>
              </w:rPr>
              <w:t xml:space="preserve"> </w:t>
            </w:r>
            <w:r w:rsidRPr="009647FC">
              <w:rPr>
                <w:rtl/>
              </w:rPr>
              <w:t>فخ</w:t>
            </w:r>
            <w:r w:rsidR="00CC75C1" w:rsidRPr="009647FC">
              <w:rPr>
                <w:rtl/>
              </w:rPr>
              <w:t>راً</w:t>
            </w:r>
            <w:r w:rsidR="00CC75C1">
              <w:rPr>
                <w:rtl/>
              </w:rPr>
              <w:t xml:space="preserve"> </w:t>
            </w:r>
            <w:r w:rsidRPr="009647FC">
              <w:rPr>
                <w:rtl/>
              </w:rPr>
              <w:t>لم</w:t>
            </w:r>
            <w:r w:rsidR="00CC75C1" w:rsidRPr="009647FC">
              <w:rPr>
                <w:rtl/>
              </w:rPr>
              <w:t>فتخرِ</w:t>
            </w:r>
            <w:r w:rsidR="00CC75C1" w:rsidRPr="00725071">
              <w:rPr>
                <w:rStyle w:val="libPoemTiniChar0"/>
                <w:rtl/>
              </w:rPr>
              <w:br/>
              <w:t> </w:t>
            </w:r>
          </w:p>
        </w:tc>
      </w:tr>
      <w:tr w:rsidR="00CC75C1" w:rsidRPr="00524A24" w:rsidTr="00CC75C1">
        <w:trPr>
          <w:trHeight w:val="350"/>
        </w:trPr>
        <w:tc>
          <w:tcPr>
            <w:tcW w:w="3902" w:type="dxa"/>
          </w:tcPr>
          <w:p w:rsidR="00CC75C1" w:rsidRPr="00524A24" w:rsidRDefault="00A72677" w:rsidP="00693B01">
            <w:pPr>
              <w:pStyle w:val="libPoem"/>
            </w:pPr>
            <w:r w:rsidRPr="009647FC">
              <w:rPr>
                <w:rtl/>
              </w:rPr>
              <w:t>يا</w:t>
            </w:r>
            <w:r w:rsidR="00CC75C1">
              <w:rPr>
                <w:rtl/>
              </w:rPr>
              <w:t xml:space="preserve"> </w:t>
            </w:r>
            <w:r w:rsidRPr="009647FC">
              <w:rPr>
                <w:rtl/>
              </w:rPr>
              <w:t>طي</w:t>
            </w:r>
            <w:r w:rsidR="00CC75C1" w:rsidRPr="009647FC">
              <w:rPr>
                <w:rtl/>
              </w:rPr>
              <w:t>ب</w:t>
            </w:r>
            <w:r w:rsidR="00677BC4">
              <w:rPr>
                <w:rtl/>
              </w:rPr>
              <w:t>َ</w:t>
            </w:r>
            <w:r w:rsidR="00CC75C1">
              <w:rPr>
                <w:rtl/>
              </w:rPr>
              <w:t xml:space="preserve"> </w:t>
            </w:r>
            <w:r w:rsidRPr="009647FC">
              <w:rPr>
                <w:rtl/>
              </w:rPr>
              <w:t>فر</w:t>
            </w:r>
            <w:r w:rsidR="00CC75C1" w:rsidRPr="009647FC">
              <w:rPr>
                <w:rtl/>
              </w:rPr>
              <w:t>عِ</w:t>
            </w:r>
            <w:r w:rsidR="00CC75C1">
              <w:rPr>
                <w:rtl/>
              </w:rPr>
              <w:t xml:space="preserve"> </w:t>
            </w:r>
            <w:r w:rsidRPr="009647FC">
              <w:rPr>
                <w:rtl/>
              </w:rPr>
              <w:t>سم</w:t>
            </w:r>
            <w:r w:rsidR="00CC75C1" w:rsidRPr="009647FC">
              <w:rPr>
                <w:rtl/>
              </w:rPr>
              <w:t>احٍ</w:t>
            </w:r>
            <w:r w:rsidR="00CC75C1">
              <w:rPr>
                <w:rtl/>
              </w:rPr>
              <w:t xml:space="preserve"> </w:t>
            </w:r>
            <w:r w:rsidR="00CC75C1" w:rsidRPr="009647FC">
              <w:rPr>
                <w:rtl/>
              </w:rPr>
              <w:t>مثمرٍ</w:t>
            </w:r>
            <w:r w:rsidR="00CC75C1">
              <w:rPr>
                <w:rtl/>
              </w:rPr>
              <w:t xml:space="preserve"> </w:t>
            </w:r>
            <w:r w:rsidR="00CC75C1" w:rsidRPr="009647FC">
              <w:rPr>
                <w:rtl/>
              </w:rPr>
              <w:t>بهما</w:t>
            </w:r>
            <w:r w:rsidR="00CC75C1"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A72677" w:rsidP="00693B01">
            <w:pPr>
              <w:pStyle w:val="libPoem"/>
            </w:pPr>
            <w:r w:rsidRPr="009647FC">
              <w:rPr>
                <w:rtl/>
              </w:rPr>
              <w:t>ما</w:t>
            </w:r>
            <w:r w:rsidR="004C00A8">
              <w:rPr>
                <w:rtl/>
              </w:rPr>
              <w:t xml:space="preserve"> </w:t>
            </w:r>
            <w:r w:rsidRPr="009647FC">
              <w:rPr>
                <w:rtl/>
              </w:rPr>
              <w:t>كل</w:t>
            </w:r>
            <w:r w:rsidR="00CC75C1" w:rsidRPr="009647FC">
              <w:rPr>
                <w:rtl/>
              </w:rPr>
              <w:t>ُّ</w:t>
            </w:r>
            <w:r w:rsidR="00CC75C1">
              <w:rPr>
                <w:rtl/>
              </w:rPr>
              <w:t xml:space="preserve"> </w:t>
            </w:r>
            <w:r w:rsidRPr="009647FC">
              <w:rPr>
                <w:rtl/>
              </w:rPr>
              <w:t>فر</w:t>
            </w:r>
            <w:r w:rsidR="00CC75C1" w:rsidRPr="009647FC">
              <w:rPr>
                <w:rtl/>
              </w:rPr>
              <w:t>عِ</w:t>
            </w:r>
            <w:r w:rsidR="00CC75C1">
              <w:rPr>
                <w:rtl/>
              </w:rPr>
              <w:t xml:space="preserve"> </w:t>
            </w:r>
            <w:r w:rsidRPr="009647FC">
              <w:rPr>
                <w:rtl/>
              </w:rPr>
              <w:t>سم</w:t>
            </w:r>
            <w:r w:rsidR="00CC75C1" w:rsidRPr="009647FC">
              <w:rPr>
                <w:rtl/>
              </w:rPr>
              <w:t>احٍ</w:t>
            </w:r>
            <w:r w:rsidR="00CC75C1">
              <w:rPr>
                <w:rtl/>
              </w:rPr>
              <w:t xml:space="preserve"> </w:t>
            </w:r>
            <w:r w:rsidR="00CC75C1" w:rsidRPr="009647FC">
              <w:rPr>
                <w:rtl/>
              </w:rPr>
              <w:t>طيّبُ</w:t>
            </w:r>
            <w:r w:rsidR="00CC75C1">
              <w:rPr>
                <w:rtl/>
              </w:rPr>
              <w:t xml:space="preserve"> </w:t>
            </w:r>
            <w:r w:rsidR="00CC75C1" w:rsidRPr="009647FC">
              <w:rPr>
                <w:rtl/>
              </w:rPr>
              <w:t>الثمرِ</w:t>
            </w:r>
            <w:r w:rsidR="00CC75C1" w:rsidRPr="00725071">
              <w:rPr>
                <w:rStyle w:val="libPoemTiniChar0"/>
                <w:rtl/>
              </w:rPr>
              <w:br/>
              <w:t> </w:t>
            </w:r>
          </w:p>
        </w:tc>
      </w:tr>
      <w:tr w:rsidR="00CC75C1" w:rsidRPr="00524A24" w:rsidTr="00CC75C1">
        <w:trPr>
          <w:trHeight w:val="350"/>
        </w:trPr>
        <w:tc>
          <w:tcPr>
            <w:tcW w:w="3902" w:type="dxa"/>
          </w:tcPr>
          <w:p w:rsidR="00CC75C1" w:rsidRPr="00524A24" w:rsidRDefault="00A72677" w:rsidP="00693B01">
            <w:pPr>
              <w:pStyle w:val="libPoem"/>
            </w:pPr>
            <w:r w:rsidRPr="009647FC">
              <w:rPr>
                <w:rtl/>
              </w:rPr>
              <w:t>لم</w:t>
            </w:r>
            <w:r w:rsidR="00CC75C1">
              <w:rPr>
                <w:rtl/>
              </w:rPr>
              <w:t xml:space="preserve"> </w:t>
            </w:r>
            <w:r w:rsidRPr="009647FC">
              <w:rPr>
                <w:rtl/>
              </w:rPr>
              <w:t>يط</w:t>
            </w:r>
            <w:r w:rsidR="00CC75C1" w:rsidRPr="009647FC">
              <w:rPr>
                <w:rtl/>
              </w:rPr>
              <w:t>لعا</w:t>
            </w:r>
            <w:r w:rsidR="00CC75C1">
              <w:rPr>
                <w:rtl/>
              </w:rPr>
              <w:t xml:space="preserve"> </w:t>
            </w:r>
            <w:r w:rsidRPr="009647FC">
              <w:rPr>
                <w:rtl/>
              </w:rPr>
              <w:t>غا</w:t>
            </w:r>
            <w:r w:rsidR="00CC75C1" w:rsidRPr="009647FC">
              <w:rPr>
                <w:rtl/>
              </w:rPr>
              <w:t>يةً</w:t>
            </w:r>
            <w:r w:rsidR="00CC75C1">
              <w:rPr>
                <w:rtl/>
              </w:rPr>
              <w:t xml:space="preserve"> </w:t>
            </w:r>
            <w:r w:rsidRPr="009647FC">
              <w:rPr>
                <w:rtl/>
              </w:rPr>
              <w:t>لل</w:t>
            </w:r>
            <w:r w:rsidR="00CC75C1" w:rsidRPr="009647FC">
              <w:rPr>
                <w:rtl/>
              </w:rPr>
              <w:t>فخرِ</w:t>
            </w:r>
            <w:r w:rsidR="00CC75C1">
              <w:rPr>
                <w:rtl/>
              </w:rPr>
              <w:t xml:space="preserve"> </w:t>
            </w:r>
            <w:r w:rsidR="00CC75C1" w:rsidRPr="009647FC">
              <w:rPr>
                <w:rtl/>
              </w:rPr>
              <w:t>ليس</w:t>
            </w:r>
            <w:r w:rsidR="00CC75C1">
              <w:rPr>
                <w:rtl/>
              </w:rPr>
              <w:t xml:space="preserve"> </w:t>
            </w:r>
            <w:r w:rsidR="00CC75C1" w:rsidRPr="009647FC">
              <w:rPr>
                <w:rtl/>
              </w:rPr>
              <w:t>ترى</w:t>
            </w:r>
            <w:r w:rsidR="00CC75C1"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A72677" w:rsidP="00693B01">
            <w:pPr>
              <w:pStyle w:val="libPoem"/>
            </w:pPr>
            <w:r w:rsidRPr="009647FC">
              <w:rPr>
                <w:rtl/>
              </w:rPr>
              <w:t>شأ</w:t>
            </w:r>
            <w:r w:rsidR="00CC75C1" w:rsidRPr="009647FC">
              <w:rPr>
                <w:rtl/>
              </w:rPr>
              <w:t>واً</w:t>
            </w:r>
            <w:r w:rsidR="004C00A8">
              <w:rPr>
                <w:rtl/>
              </w:rPr>
              <w:t xml:space="preserve"> </w:t>
            </w:r>
            <w:r w:rsidRPr="009647FC">
              <w:rPr>
                <w:rtl/>
              </w:rPr>
              <w:t>به</w:t>
            </w:r>
            <w:r w:rsidR="00CC75C1" w:rsidRPr="009647FC">
              <w:rPr>
                <w:rtl/>
              </w:rPr>
              <w:t>ا</w:t>
            </w:r>
            <w:r w:rsidR="00CC75C1">
              <w:rPr>
                <w:rtl/>
              </w:rPr>
              <w:t xml:space="preserve"> </w:t>
            </w:r>
            <w:r w:rsidRPr="009647FC">
              <w:rPr>
                <w:rtl/>
              </w:rPr>
              <w:t>لم</w:t>
            </w:r>
            <w:r w:rsidR="00CC75C1" w:rsidRPr="009647FC">
              <w:rPr>
                <w:rtl/>
              </w:rPr>
              <w:t>جيدٍ</w:t>
            </w:r>
            <w:r w:rsidR="00CC75C1">
              <w:rPr>
                <w:rtl/>
              </w:rPr>
              <w:t xml:space="preserve"> </w:t>
            </w:r>
            <w:r w:rsidRPr="009647FC">
              <w:rPr>
                <w:rtl/>
              </w:rPr>
              <w:t>غي</w:t>
            </w:r>
            <w:r w:rsidR="00CC75C1" w:rsidRPr="009647FC">
              <w:rPr>
                <w:rtl/>
              </w:rPr>
              <w:t>ر</w:t>
            </w:r>
            <w:r w:rsidR="00CC75C1">
              <w:rPr>
                <w:rtl/>
              </w:rPr>
              <w:t xml:space="preserve"> </w:t>
            </w:r>
            <w:r w:rsidRPr="009647FC">
              <w:rPr>
                <w:rtl/>
              </w:rPr>
              <w:t>من</w:t>
            </w:r>
            <w:r w:rsidR="00CC75C1" w:rsidRPr="009647FC">
              <w:rPr>
                <w:rtl/>
              </w:rPr>
              <w:t>حسرِ</w:t>
            </w:r>
            <w:r w:rsidR="00CC75C1" w:rsidRPr="00725071">
              <w:rPr>
                <w:rStyle w:val="libPoemTiniChar0"/>
                <w:rtl/>
              </w:rPr>
              <w:br/>
              <w:t> </w:t>
            </w:r>
          </w:p>
        </w:tc>
      </w:tr>
      <w:tr w:rsidR="00CC75C1" w:rsidRPr="00524A24" w:rsidTr="00CC75C1">
        <w:trPr>
          <w:trHeight w:val="350"/>
        </w:trPr>
        <w:tc>
          <w:tcPr>
            <w:tcW w:w="3902" w:type="dxa"/>
          </w:tcPr>
          <w:p w:rsidR="00CC75C1" w:rsidRPr="00524A24" w:rsidRDefault="00CC75C1" w:rsidP="00693B01">
            <w:pPr>
              <w:pStyle w:val="libPoem"/>
            </w:pPr>
            <w:r w:rsidRPr="009647FC">
              <w:rPr>
                <w:rtl/>
              </w:rPr>
              <w:t>إلاّ</w:t>
            </w:r>
            <w:r>
              <w:rPr>
                <w:rtl/>
              </w:rPr>
              <w:t xml:space="preserve"> </w:t>
            </w:r>
            <w:r w:rsidRPr="009647FC">
              <w:rPr>
                <w:rtl/>
              </w:rPr>
              <w:t>و</w:t>
            </w:r>
            <w:r w:rsidR="00A72677" w:rsidRPr="009647FC">
              <w:rPr>
                <w:rtl/>
              </w:rPr>
              <w:t>للم</w:t>
            </w:r>
            <w:r w:rsidRPr="009647FC">
              <w:rPr>
                <w:rtl/>
              </w:rPr>
              <w:t>صطفى</w:t>
            </w:r>
            <w:r>
              <w:rPr>
                <w:rtl/>
              </w:rPr>
              <w:t xml:space="preserve"> </w:t>
            </w:r>
            <w:r w:rsidRPr="009647FC">
              <w:rPr>
                <w:rtl/>
              </w:rPr>
              <w:t>أ</w:t>
            </w:r>
            <w:r w:rsidR="00A72677" w:rsidRPr="009647FC">
              <w:rPr>
                <w:rtl/>
              </w:rPr>
              <w:t>بص</w:t>
            </w:r>
            <w:r w:rsidRPr="009647FC">
              <w:rPr>
                <w:rtl/>
              </w:rPr>
              <w:t>رت</w:t>
            </w:r>
            <w:r w:rsidR="00677BC4">
              <w:rPr>
                <w:rtl/>
              </w:rPr>
              <w:t>َ</w:t>
            </w:r>
            <w:r>
              <w:rPr>
                <w:rtl/>
              </w:rPr>
              <w:t xml:space="preserve"> </w:t>
            </w:r>
            <w:r w:rsidR="00A72677" w:rsidRPr="009647FC">
              <w:rPr>
                <w:rtl/>
              </w:rPr>
              <w:t>ما</w:t>
            </w:r>
            <w:r w:rsidRPr="009647FC">
              <w:rPr>
                <w:rtl/>
              </w:rPr>
              <w:t>لهما</w:t>
            </w:r>
            <w:r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A72677" w:rsidP="00693B01">
            <w:pPr>
              <w:pStyle w:val="libPoem"/>
            </w:pPr>
            <w:r w:rsidRPr="009647FC">
              <w:rPr>
                <w:rtl/>
              </w:rPr>
              <w:t>يو</w:t>
            </w:r>
            <w:r w:rsidR="00CC75C1" w:rsidRPr="009647FC">
              <w:rPr>
                <w:rtl/>
              </w:rPr>
              <w:t>م</w:t>
            </w:r>
            <w:r w:rsidR="00CC75C1">
              <w:rPr>
                <w:rtl/>
              </w:rPr>
              <w:t xml:space="preserve"> </w:t>
            </w:r>
            <w:r w:rsidR="00CC75C1" w:rsidRPr="009647FC">
              <w:rPr>
                <w:rtl/>
              </w:rPr>
              <w:t>ا</w:t>
            </w:r>
            <w:r w:rsidRPr="009647FC">
              <w:rPr>
                <w:rtl/>
              </w:rPr>
              <w:t>لر</w:t>
            </w:r>
            <w:r w:rsidR="00CC75C1" w:rsidRPr="009647FC">
              <w:rPr>
                <w:rtl/>
              </w:rPr>
              <w:t>هانِ</w:t>
            </w:r>
            <w:r w:rsidR="00CC75C1">
              <w:rPr>
                <w:rtl/>
              </w:rPr>
              <w:t xml:space="preserve"> </w:t>
            </w:r>
            <w:r w:rsidRPr="009647FC">
              <w:rPr>
                <w:rtl/>
              </w:rPr>
              <w:t>من</w:t>
            </w:r>
            <w:r w:rsidR="00CC75C1">
              <w:rPr>
                <w:rtl/>
              </w:rPr>
              <w:t xml:space="preserve"> </w:t>
            </w:r>
            <w:r w:rsidR="00CC75C1" w:rsidRPr="009647FC">
              <w:rPr>
                <w:rtl/>
              </w:rPr>
              <w:t>الإيرادِ</w:t>
            </w:r>
            <w:r w:rsidR="00CC75C1">
              <w:rPr>
                <w:rtl/>
              </w:rPr>
              <w:t xml:space="preserve"> </w:t>
            </w:r>
            <w:r w:rsidR="00CC75C1" w:rsidRPr="009647FC">
              <w:rPr>
                <w:rtl/>
              </w:rPr>
              <w:t>والصدرِ</w:t>
            </w:r>
            <w:r w:rsidR="00CC75C1" w:rsidRPr="00725071">
              <w:rPr>
                <w:rStyle w:val="libPoemTiniChar0"/>
                <w:rtl/>
              </w:rPr>
              <w:br/>
              <w:t> </w:t>
            </w:r>
          </w:p>
        </w:tc>
      </w:tr>
      <w:tr w:rsidR="00CC75C1" w:rsidRPr="00524A24" w:rsidTr="00CC75C1">
        <w:trPr>
          <w:trHeight w:val="350"/>
        </w:trPr>
        <w:tc>
          <w:tcPr>
            <w:tcW w:w="3902" w:type="dxa"/>
          </w:tcPr>
          <w:p w:rsidR="00CC75C1" w:rsidRPr="00524A24" w:rsidRDefault="00CC75C1" w:rsidP="00693B01">
            <w:pPr>
              <w:pStyle w:val="libPoem"/>
            </w:pPr>
            <w:r w:rsidRPr="009647FC">
              <w:rPr>
                <w:rtl/>
              </w:rPr>
              <w:t>أ</w:t>
            </w:r>
            <w:r w:rsidR="00A72677" w:rsidRPr="009647FC">
              <w:rPr>
                <w:rtl/>
              </w:rPr>
              <w:t>غر</w:t>
            </w:r>
            <w:r w:rsidRPr="009647FC">
              <w:rPr>
                <w:rtl/>
              </w:rPr>
              <w:t>ُّ</w:t>
            </w:r>
            <w:r>
              <w:rPr>
                <w:rtl/>
              </w:rPr>
              <w:t xml:space="preserve"> </w:t>
            </w:r>
            <w:r w:rsidR="00A72677" w:rsidRPr="009647FC">
              <w:rPr>
                <w:rtl/>
              </w:rPr>
              <w:t>ما</w:t>
            </w:r>
            <w:r>
              <w:rPr>
                <w:rtl/>
              </w:rPr>
              <w:t xml:space="preserve"> </w:t>
            </w:r>
            <w:r w:rsidRPr="009647FC">
              <w:rPr>
                <w:rtl/>
              </w:rPr>
              <w:t>ز</w:t>
            </w:r>
            <w:r w:rsidR="00A72677" w:rsidRPr="009647FC">
              <w:rPr>
                <w:rtl/>
              </w:rPr>
              <w:t>هر</w:t>
            </w:r>
            <w:r w:rsidRPr="009647FC">
              <w:rPr>
                <w:rtl/>
              </w:rPr>
              <w:t>ت</w:t>
            </w:r>
            <w:r>
              <w:rPr>
                <w:rtl/>
              </w:rPr>
              <w:t xml:space="preserve"> </w:t>
            </w:r>
            <w:r w:rsidR="00A72677" w:rsidRPr="009647FC">
              <w:rPr>
                <w:rtl/>
              </w:rPr>
              <w:t>لل</w:t>
            </w:r>
            <w:r w:rsidRPr="009647FC">
              <w:rPr>
                <w:rtl/>
              </w:rPr>
              <w:t>شهبِ</w:t>
            </w:r>
            <w:r>
              <w:rPr>
                <w:rtl/>
              </w:rPr>
              <w:t xml:space="preserve"> </w:t>
            </w:r>
            <w:r w:rsidRPr="009647FC">
              <w:rPr>
                <w:rtl/>
              </w:rPr>
              <w:t>طلعته</w:t>
            </w:r>
            <w:r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CC75C1" w:rsidP="00693B01">
            <w:pPr>
              <w:pStyle w:val="libPoem"/>
            </w:pPr>
            <w:r w:rsidRPr="009647FC">
              <w:rPr>
                <w:rtl/>
              </w:rPr>
              <w:t>إلاّ</w:t>
            </w:r>
            <w:r>
              <w:rPr>
                <w:rtl/>
              </w:rPr>
              <w:t xml:space="preserve"> </w:t>
            </w:r>
            <w:r w:rsidRPr="009647FC">
              <w:rPr>
                <w:rtl/>
              </w:rPr>
              <w:t>و</w:t>
            </w:r>
            <w:r w:rsidR="00A72677" w:rsidRPr="009647FC">
              <w:rPr>
                <w:rtl/>
              </w:rPr>
              <w:t>غضت</w:t>
            </w:r>
            <w:r w:rsidRPr="009647FC">
              <w:rPr>
                <w:rtl/>
              </w:rPr>
              <w:t>ْ</w:t>
            </w:r>
            <w:r>
              <w:rPr>
                <w:rtl/>
              </w:rPr>
              <w:t xml:space="preserve"> </w:t>
            </w:r>
            <w:r w:rsidR="00A72677" w:rsidRPr="009647FC">
              <w:rPr>
                <w:rtl/>
              </w:rPr>
              <w:t>حي</w:t>
            </w:r>
            <w:r w:rsidRPr="009647FC">
              <w:rPr>
                <w:rtl/>
              </w:rPr>
              <w:t>اءً</w:t>
            </w:r>
            <w:r>
              <w:rPr>
                <w:rtl/>
              </w:rPr>
              <w:t xml:space="preserve"> </w:t>
            </w:r>
            <w:r w:rsidRPr="009647FC">
              <w:rPr>
                <w:rtl/>
              </w:rPr>
              <w:t>و</w:t>
            </w:r>
            <w:r w:rsidR="00A72677" w:rsidRPr="009647FC">
              <w:rPr>
                <w:rtl/>
              </w:rPr>
              <w:t>جه</w:t>
            </w:r>
            <w:r w:rsidRPr="009647FC">
              <w:rPr>
                <w:rtl/>
              </w:rPr>
              <w:t>ُ</w:t>
            </w:r>
            <w:r>
              <w:rPr>
                <w:rtl/>
              </w:rPr>
              <w:t xml:space="preserve"> </w:t>
            </w:r>
            <w:r w:rsidR="00A72677" w:rsidRPr="009647FC">
              <w:rPr>
                <w:rtl/>
              </w:rPr>
              <w:t>من</w:t>
            </w:r>
            <w:r w:rsidRPr="009647FC">
              <w:rPr>
                <w:rtl/>
              </w:rPr>
              <w:t>سترِ</w:t>
            </w:r>
            <w:r w:rsidRPr="00725071">
              <w:rPr>
                <w:rStyle w:val="libPoemTiniChar0"/>
                <w:rtl/>
              </w:rPr>
              <w:br/>
              <w:t> </w:t>
            </w:r>
          </w:p>
        </w:tc>
      </w:tr>
      <w:tr w:rsidR="00CC75C1" w:rsidRPr="00524A24" w:rsidTr="00CC75C1">
        <w:trPr>
          <w:trHeight w:val="350"/>
        </w:trPr>
        <w:tc>
          <w:tcPr>
            <w:tcW w:w="3902" w:type="dxa"/>
          </w:tcPr>
          <w:p w:rsidR="00CC75C1" w:rsidRPr="00524A24" w:rsidRDefault="00A72677" w:rsidP="00693B01">
            <w:pPr>
              <w:pStyle w:val="libPoem"/>
            </w:pPr>
            <w:r w:rsidRPr="009647FC">
              <w:rPr>
                <w:rtl/>
              </w:rPr>
              <w:t>خذ</w:t>
            </w:r>
            <w:r w:rsidR="00CC75C1" w:rsidRPr="009647FC">
              <w:rPr>
                <w:rtl/>
              </w:rPr>
              <w:t>وا</w:t>
            </w:r>
            <w:r w:rsidR="004C00A8">
              <w:rPr>
                <w:rtl/>
              </w:rPr>
              <w:t xml:space="preserve"> </w:t>
            </w:r>
            <w:r w:rsidRPr="009647FC">
              <w:rPr>
                <w:rtl/>
              </w:rPr>
              <w:t>بن</w:t>
            </w:r>
            <w:r w:rsidR="00CC75C1" w:rsidRPr="009647FC">
              <w:rPr>
                <w:rtl/>
              </w:rPr>
              <w:t>ي</w:t>
            </w:r>
            <w:r w:rsidR="00CC75C1">
              <w:rPr>
                <w:rtl/>
              </w:rPr>
              <w:t xml:space="preserve"> </w:t>
            </w:r>
            <w:r w:rsidR="00CC75C1" w:rsidRPr="009647FC">
              <w:rPr>
                <w:rtl/>
              </w:rPr>
              <w:t>الشرفِ</w:t>
            </w:r>
            <w:r w:rsidR="00CC75C1">
              <w:rPr>
                <w:rtl/>
              </w:rPr>
              <w:t xml:space="preserve"> </w:t>
            </w:r>
            <w:r w:rsidR="00CC75C1" w:rsidRPr="009647FC">
              <w:rPr>
                <w:rtl/>
              </w:rPr>
              <w:t>الوضّاحِ</w:t>
            </w:r>
            <w:r w:rsidR="00CC75C1">
              <w:rPr>
                <w:rtl/>
              </w:rPr>
              <w:t xml:space="preserve"> </w:t>
            </w:r>
            <w:r w:rsidR="00CC75C1" w:rsidRPr="009647FC">
              <w:rPr>
                <w:rtl/>
              </w:rPr>
              <w:t>كاعبةً</w:t>
            </w:r>
            <w:r w:rsidR="00CC75C1"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A72677" w:rsidP="00693B01">
            <w:pPr>
              <w:pStyle w:val="libPoem"/>
            </w:pPr>
            <w:r w:rsidRPr="009647FC">
              <w:rPr>
                <w:rtl/>
              </w:rPr>
              <w:t>مو</w:t>
            </w:r>
            <w:r w:rsidR="00CC75C1" w:rsidRPr="009647FC">
              <w:rPr>
                <w:rtl/>
              </w:rPr>
              <w:t>لودة</w:t>
            </w:r>
            <w:r w:rsidR="00677BC4">
              <w:rPr>
                <w:rtl/>
              </w:rPr>
              <w:t>َ</w:t>
            </w:r>
            <w:r w:rsidR="004C00A8">
              <w:rPr>
                <w:rtl/>
              </w:rPr>
              <w:t xml:space="preserve"> </w:t>
            </w:r>
            <w:r w:rsidR="00CC75C1" w:rsidRPr="009647FC">
              <w:rPr>
                <w:rtl/>
              </w:rPr>
              <w:t>ا</w:t>
            </w:r>
            <w:r w:rsidRPr="009647FC">
              <w:rPr>
                <w:rtl/>
              </w:rPr>
              <w:t>لح</w:t>
            </w:r>
            <w:r w:rsidR="00CC75C1" w:rsidRPr="009647FC">
              <w:rPr>
                <w:rtl/>
              </w:rPr>
              <w:t>سنِ</w:t>
            </w:r>
            <w:r w:rsidR="00CC75C1">
              <w:rPr>
                <w:rtl/>
              </w:rPr>
              <w:t xml:space="preserve"> </w:t>
            </w:r>
            <w:r w:rsidR="00CC75C1" w:rsidRPr="009647FC">
              <w:rPr>
                <w:rtl/>
              </w:rPr>
              <w:t>بين</w:t>
            </w:r>
            <w:r w:rsidR="00CC75C1">
              <w:rPr>
                <w:rtl/>
              </w:rPr>
              <w:t xml:space="preserve"> </w:t>
            </w:r>
            <w:r w:rsidR="00CC75C1" w:rsidRPr="009647FC">
              <w:rPr>
                <w:rtl/>
              </w:rPr>
              <w:t>البدو</w:t>
            </w:r>
            <w:r w:rsidR="00CC75C1">
              <w:rPr>
                <w:rtl/>
              </w:rPr>
              <w:t xml:space="preserve"> </w:t>
            </w:r>
            <w:r w:rsidR="00CC75C1" w:rsidRPr="009647FC">
              <w:rPr>
                <w:rtl/>
              </w:rPr>
              <w:t>والحضرِ</w:t>
            </w:r>
            <w:r w:rsidR="00CC75C1" w:rsidRPr="00725071">
              <w:rPr>
                <w:rStyle w:val="libPoemTiniChar0"/>
                <w:rtl/>
              </w:rPr>
              <w:br/>
              <w:t> </w:t>
            </w:r>
          </w:p>
        </w:tc>
      </w:tr>
      <w:tr w:rsidR="00CC75C1" w:rsidRPr="00524A24" w:rsidTr="00CC75C1">
        <w:trPr>
          <w:trHeight w:val="350"/>
        </w:trPr>
        <w:tc>
          <w:tcPr>
            <w:tcW w:w="3902" w:type="dxa"/>
          </w:tcPr>
          <w:p w:rsidR="00CC75C1" w:rsidRPr="00524A24" w:rsidRDefault="00A72677" w:rsidP="00693B01">
            <w:pPr>
              <w:pStyle w:val="libPoem"/>
            </w:pPr>
            <w:r w:rsidRPr="009647FC">
              <w:rPr>
                <w:rtl/>
              </w:rPr>
              <w:t>لم</w:t>
            </w:r>
            <w:r w:rsidR="00CC75C1">
              <w:rPr>
                <w:rtl/>
              </w:rPr>
              <w:t xml:space="preserve"> </w:t>
            </w:r>
            <w:r w:rsidRPr="009647FC">
              <w:rPr>
                <w:rtl/>
              </w:rPr>
              <w:t>تج</w:t>
            </w:r>
            <w:r w:rsidR="00CC75C1" w:rsidRPr="009647FC">
              <w:rPr>
                <w:rtl/>
              </w:rPr>
              <w:t>ل</w:t>
            </w:r>
            <w:r w:rsidR="00CC75C1">
              <w:rPr>
                <w:rtl/>
              </w:rPr>
              <w:t xml:space="preserve"> </w:t>
            </w:r>
            <w:r w:rsidRPr="009647FC">
              <w:rPr>
                <w:rtl/>
              </w:rPr>
              <w:t>في</w:t>
            </w:r>
            <w:r w:rsidR="00CC75C1">
              <w:rPr>
                <w:rtl/>
              </w:rPr>
              <w:t xml:space="preserve"> </w:t>
            </w:r>
            <w:r w:rsidRPr="009647FC">
              <w:rPr>
                <w:rtl/>
              </w:rPr>
              <w:t>مج</w:t>
            </w:r>
            <w:r w:rsidR="00CC75C1" w:rsidRPr="009647FC">
              <w:rPr>
                <w:rtl/>
              </w:rPr>
              <w:t>لسٍ</w:t>
            </w:r>
            <w:r w:rsidR="00CC75C1">
              <w:rPr>
                <w:rtl/>
              </w:rPr>
              <w:t xml:space="preserve"> </w:t>
            </w:r>
            <w:r w:rsidR="00CC75C1" w:rsidRPr="009647FC">
              <w:rPr>
                <w:rtl/>
              </w:rPr>
              <w:t>إلاّ</w:t>
            </w:r>
            <w:r w:rsidR="00CC75C1">
              <w:rPr>
                <w:rtl/>
              </w:rPr>
              <w:t xml:space="preserve"> </w:t>
            </w:r>
            <w:r w:rsidR="00CC75C1" w:rsidRPr="009647FC">
              <w:rPr>
                <w:rtl/>
              </w:rPr>
              <w:t>بوصفكم</w:t>
            </w:r>
            <w:r w:rsidR="00CC75C1"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Default="00A72677" w:rsidP="00693B01">
            <w:pPr>
              <w:pStyle w:val="libPoem"/>
            </w:pPr>
            <w:r w:rsidRPr="009647FC">
              <w:rPr>
                <w:rtl/>
              </w:rPr>
              <w:t>تب</w:t>
            </w:r>
            <w:r w:rsidR="00CC75C1" w:rsidRPr="009647FC">
              <w:rPr>
                <w:rtl/>
              </w:rPr>
              <w:t>سّمتْ</w:t>
            </w:r>
            <w:r w:rsidR="00CC75C1">
              <w:rPr>
                <w:rtl/>
              </w:rPr>
              <w:t xml:space="preserve"> </w:t>
            </w:r>
            <w:r w:rsidRPr="009647FC">
              <w:rPr>
                <w:rtl/>
              </w:rPr>
              <w:t>كا</w:t>
            </w:r>
            <w:r w:rsidR="00CC75C1" w:rsidRPr="009647FC">
              <w:rPr>
                <w:rtl/>
              </w:rPr>
              <w:t>بتسامِ</w:t>
            </w:r>
            <w:r w:rsidR="00CC75C1">
              <w:rPr>
                <w:rtl/>
              </w:rPr>
              <w:t xml:space="preserve"> </w:t>
            </w:r>
            <w:r w:rsidR="00CC75C1" w:rsidRPr="009647FC">
              <w:rPr>
                <w:rtl/>
              </w:rPr>
              <w:t>ا</w:t>
            </w:r>
            <w:r w:rsidRPr="009647FC">
              <w:rPr>
                <w:rtl/>
              </w:rPr>
              <w:t>لر</w:t>
            </w:r>
            <w:r w:rsidR="00CC75C1" w:rsidRPr="009647FC">
              <w:rPr>
                <w:rtl/>
              </w:rPr>
              <w:t>وضِ</w:t>
            </w:r>
            <w:r w:rsidR="00CC75C1">
              <w:rPr>
                <w:rtl/>
              </w:rPr>
              <w:t xml:space="preserve"> </w:t>
            </w:r>
            <w:r w:rsidR="00CC75C1" w:rsidRPr="009647FC">
              <w:rPr>
                <w:rtl/>
              </w:rPr>
              <w:t>بالزهرِ</w:t>
            </w:r>
            <w:r w:rsidR="00CC75C1" w:rsidRPr="00725071">
              <w:rPr>
                <w:rStyle w:val="libPoemTiniChar0"/>
                <w:rtl/>
              </w:rPr>
              <w:br/>
              <w:t> </w:t>
            </w:r>
          </w:p>
        </w:tc>
      </w:tr>
      <w:tr w:rsidR="00CC75C1" w:rsidRPr="00524A24" w:rsidTr="00CC75C1">
        <w:trPr>
          <w:trHeight w:val="350"/>
        </w:trPr>
        <w:tc>
          <w:tcPr>
            <w:tcW w:w="3902" w:type="dxa"/>
          </w:tcPr>
          <w:p w:rsidR="00CC75C1" w:rsidRPr="00524A24" w:rsidRDefault="00CC75C1" w:rsidP="00693B01">
            <w:pPr>
              <w:pStyle w:val="libPoem"/>
            </w:pPr>
            <w:r w:rsidRPr="00A72677">
              <w:rPr>
                <w:rtl/>
              </w:rPr>
              <w:t>إن ي</w:t>
            </w:r>
            <w:r w:rsidR="00A72677" w:rsidRPr="00A72677">
              <w:rPr>
                <w:rtl/>
              </w:rPr>
              <w:t>ُص</w:t>
            </w:r>
            <w:r w:rsidRPr="00A72677">
              <w:rPr>
                <w:rtl/>
              </w:rPr>
              <w:t xml:space="preserve">دِ </w:t>
            </w:r>
            <w:r w:rsidR="00A72677" w:rsidRPr="00A72677">
              <w:rPr>
                <w:rtl/>
              </w:rPr>
              <w:t>نق</w:t>
            </w:r>
            <w:r w:rsidRPr="00A72677">
              <w:rPr>
                <w:rtl/>
              </w:rPr>
              <w:t>صُ أ</w:t>
            </w:r>
            <w:r w:rsidR="00A72677" w:rsidRPr="00A72677">
              <w:rPr>
                <w:rtl/>
              </w:rPr>
              <w:t>نا</w:t>
            </w:r>
            <w:r w:rsidRPr="00A72677">
              <w:rPr>
                <w:rtl/>
              </w:rPr>
              <w:t>سٍ فكر</w:t>
            </w:r>
            <w:r w:rsidR="00677BC4">
              <w:rPr>
                <w:rtl/>
              </w:rPr>
              <w:t>َ</w:t>
            </w:r>
            <w:r w:rsidRPr="00A72677">
              <w:rPr>
                <w:rtl/>
              </w:rPr>
              <w:t xml:space="preserve"> مادحهم</w:t>
            </w:r>
            <w:r w:rsidRPr="00A72677">
              <w:rPr>
                <w:rStyle w:val="libPoemTiniChar0"/>
                <w:rtl/>
              </w:rPr>
              <w:br/>
              <w:t> </w:t>
            </w:r>
          </w:p>
        </w:tc>
        <w:tc>
          <w:tcPr>
            <w:tcW w:w="301" w:type="dxa"/>
          </w:tcPr>
          <w:p w:rsidR="00CC75C1" w:rsidRPr="00A72677" w:rsidRDefault="00CC75C1" w:rsidP="00693B01">
            <w:pPr>
              <w:pStyle w:val="libPoem"/>
              <w:rPr>
                <w:rtl/>
              </w:rPr>
            </w:pPr>
          </w:p>
        </w:tc>
        <w:tc>
          <w:tcPr>
            <w:tcW w:w="3884" w:type="dxa"/>
          </w:tcPr>
          <w:p w:rsidR="00CC75C1" w:rsidRPr="00A72677" w:rsidRDefault="00A72677" w:rsidP="00693B01">
            <w:pPr>
              <w:pStyle w:val="libPoem"/>
            </w:pPr>
            <w:r w:rsidRPr="00A72677">
              <w:rPr>
                <w:rtl/>
              </w:rPr>
              <w:t>فف</w:t>
            </w:r>
            <w:r w:rsidR="00CC75C1" w:rsidRPr="00A72677">
              <w:rPr>
                <w:rtl/>
              </w:rPr>
              <w:t xml:space="preserve">ضلكم </w:t>
            </w:r>
            <w:r w:rsidRPr="00A72677">
              <w:rPr>
                <w:rtl/>
              </w:rPr>
              <w:t>صي</w:t>
            </w:r>
            <w:r w:rsidR="00CC75C1" w:rsidRPr="00A72677">
              <w:rPr>
                <w:rtl/>
              </w:rPr>
              <w:t>قلُ الأ</w:t>
            </w:r>
            <w:r w:rsidRPr="00A72677">
              <w:rPr>
                <w:rtl/>
              </w:rPr>
              <w:t>لب</w:t>
            </w:r>
            <w:r w:rsidR="00CC75C1" w:rsidRPr="00A72677">
              <w:rPr>
                <w:rtl/>
              </w:rPr>
              <w:t>ابِ وا</w:t>
            </w:r>
            <w:r w:rsidRPr="00A72677">
              <w:rPr>
                <w:rtl/>
              </w:rPr>
              <w:t>لف</w:t>
            </w:r>
            <w:r w:rsidR="00CC75C1" w:rsidRPr="00A72677">
              <w:rPr>
                <w:rtl/>
              </w:rPr>
              <w:t>كرِ</w:t>
            </w:r>
            <w:r w:rsidR="00CC75C1" w:rsidRPr="00A72677">
              <w:rPr>
                <w:rStyle w:val="libPoemTiniChar0"/>
                <w:rtl/>
              </w:rPr>
              <w:br/>
              <w:t> </w:t>
            </w:r>
          </w:p>
        </w:tc>
      </w:tr>
      <w:tr w:rsidR="00CC75C1" w:rsidRPr="00524A24" w:rsidTr="00CC75C1">
        <w:trPr>
          <w:trHeight w:val="350"/>
        </w:trPr>
        <w:tc>
          <w:tcPr>
            <w:tcW w:w="3902" w:type="dxa"/>
          </w:tcPr>
          <w:p w:rsidR="00CC75C1" w:rsidRPr="00524A24" w:rsidRDefault="00CC75C1" w:rsidP="00693B01">
            <w:pPr>
              <w:pStyle w:val="libPoem"/>
            </w:pPr>
            <w:r w:rsidRPr="009647FC">
              <w:rPr>
                <w:rtl/>
              </w:rPr>
              <w:t>لا</w:t>
            </w:r>
            <w:r>
              <w:rPr>
                <w:rtl/>
              </w:rPr>
              <w:t xml:space="preserve"> </w:t>
            </w:r>
            <w:r w:rsidRPr="009647FC">
              <w:rPr>
                <w:rtl/>
              </w:rPr>
              <w:t>زال</w:t>
            </w:r>
            <w:r>
              <w:rPr>
                <w:rtl/>
              </w:rPr>
              <w:t xml:space="preserve"> </w:t>
            </w:r>
            <w:r w:rsidR="00A72677" w:rsidRPr="009647FC">
              <w:rPr>
                <w:rtl/>
              </w:rPr>
              <w:t>بي</w:t>
            </w:r>
            <w:r w:rsidRPr="009647FC">
              <w:rPr>
                <w:rtl/>
              </w:rPr>
              <w:t>تُ</w:t>
            </w:r>
            <w:r>
              <w:rPr>
                <w:rtl/>
              </w:rPr>
              <w:t xml:space="preserve"> </w:t>
            </w:r>
            <w:r w:rsidR="00A72677" w:rsidRPr="009647FC">
              <w:rPr>
                <w:rtl/>
              </w:rPr>
              <w:t>عل</w:t>
            </w:r>
            <w:r w:rsidRPr="009647FC">
              <w:rPr>
                <w:rtl/>
              </w:rPr>
              <w:t>اكم</w:t>
            </w:r>
            <w:r>
              <w:rPr>
                <w:rtl/>
              </w:rPr>
              <w:t xml:space="preserve"> </w:t>
            </w:r>
            <w:r w:rsidR="00A72677" w:rsidRPr="009647FC">
              <w:rPr>
                <w:rtl/>
              </w:rPr>
              <w:t>لل</w:t>
            </w:r>
            <w:r w:rsidRPr="009647FC">
              <w:rPr>
                <w:rtl/>
              </w:rPr>
              <w:t>ورى</w:t>
            </w:r>
            <w:r>
              <w:rPr>
                <w:rtl/>
              </w:rPr>
              <w:t xml:space="preserve"> </w:t>
            </w:r>
            <w:r w:rsidRPr="009647FC">
              <w:rPr>
                <w:rtl/>
              </w:rPr>
              <w:t>حرما</w:t>
            </w:r>
            <w:r w:rsidRPr="00725071">
              <w:rPr>
                <w:rStyle w:val="libPoemTiniChar0"/>
                <w:rtl/>
              </w:rPr>
              <w:br/>
              <w:t> </w:t>
            </w:r>
          </w:p>
        </w:tc>
        <w:tc>
          <w:tcPr>
            <w:tcW w:w="301" w:type="dxa"/>
          </w:tcPr>
          <w:p w:rsidR="00CC75C1" w:rsidRDefault="00CC75C1" w:rsidP="00693B01">
            <w:pPr>
              <w:pStyle w:val="libPoem"/>
              <w:rPr>
                <w:rtl/>
              </w:rPr>
            </w:pPr>
          </w:p>
        </w:tc>
        <w:tc>
          <w:tcPr>
            <w:tcW w:w="3884" w:type="dxa"/>
          </w:tcPr>
          <w:p w:rsidR="00CC75C1" w:rsidRPr="00524A24" w:rsidRDefault="00A72677" w:rsidP="00693B01">
            <w:pPr>
              <w:pStyle w:val="libPoem"/>
            </w:pPr>
            <w:r w:rsidRPr="009647FC">
              <w:rPr>
                <w:rtl/>
              </w:rPr>
              <w:t>يح</w:t>
            </w:r>
            <w:r w:rsidR="00CC75C1" w:rsidRPr="009647FC">
              <w:rPr>
                <w:rtl/>
              </w:rPr>
              <w:t>جّه</w:t>
            </w:r>
            <w:r w:rsidR="00CC75C1">
              <w:rPr>
                <w:rtl/>
              </w:rPr>
              <w:t xml:space="preserve"> </w:t>
            </w:r>
            <w:r w:rsidR="00CC75C1" w:rsidRPr="009647FC">
              <w:rPr>
                <w:rtl/>
              </w:rPr>
              <w:t>ا</w:t>
            </w:r>
            <w:r w:rsidRPr="009647FC">
              <w:rPr>
                <w:rtl/>
              </w:rPr>
              <w:t>لو</w:t>
            </w:r>
            <w:r w:rsidR="00CC75C1" w:rsidRPr="009647FC">
              <w:rPr>
                <w:rtl/>
              </w:rPr>
              <w:t>فدُ</w:t>
            </w:r>
            <w:r w:rsidR="00CC75C1">
              <w:rPr>
                <w:rtl/>
              </w:rPr>
              <w:t xml:space="preserve"> </w:t>
            </w:r>
            <w:r w:rsidRPr="009647FC">
              <w:rPr>
                <w:rtl/>
              </w:rPr>
              <w:t>مأ</w:t>
            </w:r>
            <w:r w:rsidR="00CC75C1" w:rsidRPr="009647FC">
              <w:rPr>
                <w:rtl/>
              </w:rPr>
              <w:t>موناً</w:t>
            </w:r>
            <w:r w:rsidR="00CC75C1">
              <w:rPr>
                <w:rtl/>
              </w:rPr>
              <w:t xml:space="preserve"> </w:t>
            </w:r>
            <w:r w:rsidRPr="009647FC">
              <w:rPr>
                <w:rtl/>
              </w:rPr>
              <w:t>من</w:t>
            </w:r>
            <w:r w:rsidR="00CC75C1">
              <w:rPr>
                <w:rtl/>
              </w:rPr>
              <w:t xml:space="preserve"> </w:t>
            </w:r>
            <w:r w:rsidR="00CC75C1" w:rsidRPr="009647FC">
              <w:rPr>
                <w:rtl/>
              </w:rPr>
              <w:t>ا</w:t>
            </w:r>
            <w:r w:rsidRPr="009647FC">
              <w:rPr>
                <w:rtl/>
              </w:rPr>
              <w:t>لغ</w:t>
            </w:r>
            <w:r w:rsidR="00CC75C1" w:rsidRPr="009647FC">
              <w:rPr>
                <w:rtl/>
              </w:rPr>
              <w:t>يرِ</w:t>
            </w:r>
            <w:r w:rsidR="00CC75C1" w:rsidRPr="00725071">
              <w:rPr>
                <w:rStyle w:val="libPoemTiniChar0"/>
                <w:rtl/>
              </w:rPr>
              <w:br/>
              <w:t> </w:t>
            </w:r>
          </w:p>
        </w:tc>
      </w:tr>
    </w:tbl>
    <w:p w:rsidR="009647FC" w:rsidRPr="00524A24" w:rsidRDefault="009647FC" w:rsidP="004E7EC6">
      <w:pPr>
        <w:pStyle w:val="libNormal"/>
      </w:pPr>
      <w:r w:rsidRPr="009647FC">
        <w:rPr>
          <w:rtl/>
        </w:rPr>
        <w:t>وقال يمدح السيد عبد الرحمن النقيب في ضمن كتاب عن لسان بعض الأشراف</w:t>
      </w:r>
      <w:r w:rsidR="00D769AB">
        <w:rPr>
          <w:rtl/>
        </w:rPr>
        <w:t>:</w:t>
      </w:r>
    </w:p>
    <w:tbl>
      <w:tblPr>
        <w:tblStyle w:val="TableGrid"/>
        <w:bidiVisual/>
        <w:tblW w:w="4562" w:type="pct"/>
        <w:tblInd w:w="384" w:type="dxa"/>
        <w:tblLook w:val="04A0"/>
      </w:tblPr>
      <w:tblGrid>
        <w:gridCol w:w="3902"/>
        <w:gridCol w:w="301"/>
        <w:gridCol w:w="3884"/>
      </w:tblGrid>
      <w:tr w:rsidR="00AE2E85" w:rsidRPr="00524A24" w:rsidTr="00AE2E85">
        <w:trPr>
          <w:trHeight w:val="350"/>
        </w:trPr>
        <w:tc>
          <w:tcPr>
            <w:tcW w:w="3902" w:type="dxa"/>
          </w:tcPr>
          <w:p w:rsidR="00AE2E85" w:rsidRPr="00524A24" w:rsidRDefault="00A72677" w:rsidP="00693B01">
            <w:pPr>
              <w:pStyle w:val="libPoem"/>
            </w:pPr>
            <w:r w:rsidRPr="009647FC">
              <w:rPr>
                <w:rtl/>
              </w:rPr>
              <w:t>يا</w:t>
            </w:r>
            <w:r w:rsidR="004C00A8">
              <w:rPr>
                <w:rtl/>
              </w:rPr>
              <w:t xml:space="preserve"> </w:t>
            </w:r>
            <w:r w:rsidRPr="009647FC">
              <w:rPr>
                <w:rtl/>
              </w:rPr>
              <w:t>هم</w:t>
            </w:r>
            <w:r w:rsidR="00AE2E85" w:rsidRPr="009647FC">
              <w:rPr>
                <w:rtl/>
              </w:rPr>
              <w:t>اماً</w:t>
            </w:r>
            <w:r w:rsidR="00AE2E85">
              <w:rPr>
                <w:rtl/>
              </w:rPr>
              <w:t xml:space="preserve"> </w:t>
            </w:r>
            <w:r w:rsidR="00AE2E85" w:rsidRPr="009647FC">
              <w:rPr>
                <w:rtl/>
              </w:rPr>
              <w:t>لفضله</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Default="00AE2E85" w:rsidP="00693B01">
            <w:pPr>
              <w:pStyle w:val="libPoem"/>
            </w:pPr>
            <w:r w:rsidRPr="009647FC">
              <w:rPr>
                <w:rtl/>
              </w:rPr>
              <w:t>يشهدُ</w:t>
            </w:r>
            <w:r>
              <w:rPr>
                <w:rtl/>
              </w:rPr>
              <w:t xml:space="preserve"> </w:t>
            </w:r>
            <w:r w:rsidRPr="009647FC">
              <w:rPr>
                <w:rtl/>
              </w:rPr>
              <w:t>السمعُ</w:t>
            </w:r>
            <w:r>
              <w:rPr>
                <w:rtl/>
              </w:rPr>
              <w:t xml:space="preserve"> </w:t>
            </w:r>
            <w:r w:rsidRPr="009647FC">
              <w:rPr>
                <w:rtl/>
              </w:rPr>
              <w:t>والبصر</w:t>
            </w:r>
            <w:r w:rsidRPr="00725071">
              <w:rPr>
                <w:rStyle w:val="libPoemTiniChar0"/>
                <w:rtl/>
              </w:rPr>
              <w:br/>
              <w:t> </w:t>
            </w:r>
          </w:p>
        </w:tc>
      </w:tr>
      <w:tr w:rsidR="00AE2E85" w:rsidRPr="00524A24" w:rsidTr="00AE2E85">
        <w:trPr>
          <w:trHeight w:val="350"/>
        </w:trPr>
        <w:tc>
          <w:tcPr>
            <w:tcW w:w="3902" w:type="dxa"/>
          </w:tcPr>
          <w:p w:rsidR="00AE2E85" w:rsidRPr="00524A24" w:rsidRDefault="00A72677" w:rsidP="00693B01">
            <w:pPr>
              <w:pStyle w:val="libPoem"/>
            </w:pPr>
            <w:r w:rsidRPr="009647FC">
              <w:rPr>
                <w:rtl/>
              </w:rPr>
              <w:t>كل</w:t>
            </w:r>
            <w:r w:rsidR="00AE2E85" w:rsidRPr="009647FC">
              <w:rPr>
                <w:rtl/>
              </w:rPr>
              <w:t>ُّ</w:t>
            </w:r>
            <w:r w:rsidR="00AE2E85">
              <w:rPr>
                <w:rtl/>
              </w:rPr>
              <w:t xml:space="preserve"> </w:t>
            </w:r>
            <w:r w:rsidRPr="009647FC">
              <w:rPr>
                <w:rtl/>
              </w:rPr>
              <w:t>مع</w:t>
            </w:r>
            <w:r w:rsidR="00AE2E85" w:rsidRPr="009647FC">
              <w:rPr>
                <w:rtl/>
              </w:rPr>
              <w:t>نىً</w:t>
            </w:r>
            <w:r w:rsidR="00AE2E85">
              <w:rPr>
                <w:rtl/>
              </w:rPr>
              <w:t xml:space="preserve"> </w:t>
            </w:r>
            <w:r w:rsidR="00AE2E85" w:rsidRPr="009647FC">
              <w:rPr>
                <w:rtl/>
              </w:rPr>
              <w:t>مهذِّبٌ</w:t>
            </w:r>
            <w:r w:rsidR="00AE2E85" w:rsidRPr="00725071">
              <w:rPr>
                <w:rStyle w:val="libPoemTiniChar0"/>
                <w:rtl/>
              </w:rPr>
              <w:br/>
              <w:t> </w:t>
            </w:r>
          </w:p>
        </w:tc>
        <w:tc>
          <w:tcPr>
            <w:tcW w:w="301" w:type="dxa"/>
          </w:tcPr>
          <w:p w:rsidR="00AE2E85" w:rsidRDefault="00AE2E85" w:rsidP="00693B01">
            <w:pPr>
              <w:pStyle w:val="libPoem"/>
              <w:rPr>
                <w:rtl/>
              </w:rPr>
            </w:pPr>
          </w:p>
        </w:tc>
        <w:tc>
          <w:tcPr>
            <w:tcW w:w="3884" w:type="dxa"/>
          </w:tcPr>
          <w:p w:rsidR="00AE2E85" w:rsidRPr="00524A24" w:rsidRDefault="00A72677" w:rsidP="00693B01">
            <w:pPr>
              <w:pStyle w:val="libPoem"/>
            </w:pPr>
            <w:r w:rsidRPr="009647FC">
              <w:rPr>
                <w:rtl/>
              </w:rPr>
              <w:t>من</w:t>
            </w:r>
            <w:r w:rsidR="00AE2E85">
              <w:rPr>
                <w:rtl/>
              </w:rPr>
              <w:t xml:space="preserve"> </w:t>
            </w:r>
            <w:r w:rsidR="00AE2E85" w:rsidRPr="009647FC">
              <w:rPr>
                <w:rtl/>
              </w:rPr>
              <w:t>معانيك</w:t>
            </w:r>
            <w:r w:rsidR="00677BC4">
              <w:rPr>
                <w:rtl/>
              </w:rPr>
              <w:t>َ</w:t>
            </w:r>
            <w:r w:rsidR="00AE2E85">
              <w:rPr>
                <w:rtl/>
              </w:rPr>
              <w:t xml:space="preserve"> </w:t>
            </w:r>
            <w:r w:rsidR="00AE2E85" w:rsidRPr="009647FC">
              <w:rPr>
                <w:rtl/>
              </w:rPr>
              <w:t>مبتكر</w:t>
            </w:r>
            <w:r w:rsidR="00AE2E85"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9F7CA8" w:rsidRPr="00524A24" w:rsidTr="009F7CA8">
        <w:trPr>
          <w:trHeight w:val="350"/>
        </w:trPr>
        <w:tc>
          <w:tcPr>
            <w:tcW w:w="3902" w:type="dxa"/>
          </w:tcPr>
          <w:p w:rsidR="009F7CA8" w:rsidRPr="00524A24" w:rsidRDefault="009F7CA8" w:rsidP="00693B01">
            <w:pPr>
              <w:pStyle w:val="libPoem"/>
            </w:pPr>
            <w:r w:rsidRPr="009647FC">
              <w:rPr>
                <w:rtl/>
              </w:rPr>
              <w:lastRenderedPageBreak/>
              <w:t>أ</w:t>
            </w:r>
            <w:r w:rsidR="00A72677" w:rsidRPr="009647FC">
              <w:rPr>
                <w:rtl/>
              </w:rPr>
              <w:t>نت</w:t>
            </w:r>
            <w:r w:rsidR="00677BC4">
              <w:rPr>
                <w:rtl/>
              </w:rPr>
              <w:t>َ</w:t>
            </w:r>
            <w:r>
              <w:rPr>
                <w:rtl/>
              </w:rPr>
              <w:t xml:space="preserve"> </w:t>
            </w:r>
            <w:r w:rsidRPr="009647FC">
              <w:rPr>
                <w:rtl/>
              </w:rPr>
              <w:t>للفضلِ</w:t>
            </w:r>
            <w:r>
              <w:rPr>
                <w:rtl/>
              </w:rPr>
              <w:t xml:space="preserve"> </w:t>
            </w:r>
            <w:r w:rsidRPr="009647FC">
              <w:rPr>
                <w:rtl/>
              </w:rPr>
              <w:t>روحُه</w:t>
            </w:r>
            <w:r w:rsidRPr="00725071">
              <w:rPr>
                <w:rStyle w:val="libPoemTiniChar0"/>
                <w:rtl/>
              </w:rPr>
              <w:br/>
              <w:t> </w:t>
            </w:r>
          </w:p>
        </w:tc>
        <w:tc>
          <w:tcPr>
            <w:tcW w:w="301" w:type="dxa"/>
          </w:tcPr>
          <w:p w:rsidR="009F7CA8" w:rsidRDefault="009F7CA8" w:rsidP="00693B01">
            <w:pPr>
              <w:pStyle w:val="libPoem"/>
              <w:rPr>
                <w:rtl/>
              </w:rPr>
            </w:pPr>
          </w:p>
        </w:tc>
        <w:tc>
          <w:tcPr>
            <w:tcW w:w="3884" w:type="dxa"/>
          </w:tcPr>
          <w:p w:rsidR="009F7CA8" w:rsidRDefault="009F7CA8" w:rsidP="00693B01">
            <w:pPr>
              <w:pStyle w:val="libPoem"/>
            </w:pPr>
            <w:r w:rsidRPr="009647FC">
              <w:rPr>
                <w:rtl/>
              </w:rPr>
              <w:t>وجميعُ</w:t>
            </w:r>
            <w:r>
              <w:rPr>
                <w:rtl/>
              </w:rPr>
              <w:t xml:space="preserve"> </w:t>
            </w:r>
            <w:r w:rsidRPr="009647FC">
              <w:rPr>
                <w:rtl/>
              </w:rPr>
              <w:t>الورى</w:t>
            </w:r>
            <w:r>
              <w:rPr>
                <w:rtl/>
              </w:rPr>
              <w:t xml:space="preserve"> </w:t>
            </w:r>
            <w:r w:rsidRPr="009647FC">
              <w:rPr>
                <w:rtl/>
              </w:rPr>
              <w:t>صور</w:t>
            </w:r>
            <w:r w:rsidRPr="00725071">
              <w:rPr>
                <w:rStyle w:val="libPoemTiniChar0"/>
                <w:rtl/>
              </w:rPr>
              <w:br/>
              <w:t> </w:t>
            </w:r>
          </w:p>
        </w:tc>
      </w:tr>
      <w:tr w:rsidR="009F7CA8" w:rsidRPr="00524A24" w:rsidTr="009F7CA8">
        <w:trPr>
          <w:trHeight w:val="350"/>
        </w:trPr>
        <w:tc>
          <w:tcPr>
            <w:tcW w:w="3902" w:type="dxa"/>
          </w:tcPr>
          <w:p w:rsidR="009F7CA8" w:rsidRPr="00524A24" w:rsidRDefault="009F7CA8" w:rsidP="00693B01">
            <w:pPr>
              <w:pStyle w:val="libPoem"/>
            </w:pPr>
            <w:r w:rsidRPr="009647FC">
              <w:rPr>
                <w:rtl/>
              </w:rPr>
              <w:t>و</w:t>
            </w:r>
            <w:r w:rsidR="00A72677" w:rsidRPr="009647FC">
              <w:rPr>
                <w:rtl/>
              </w:rPr>
              <w:t>كذ</w:t>
            </w:r>
            <w:r w:rsidRPr="009647FC">
              <w:rPr>
                <w:rtl/>
              </w:rPr>
              <w:t>ا</w:t>
            </w:r>
            <w:r w:rsidR="004C00A8">
              <w:rPr>
                <w:rtl/>
              </w:rPr>
              <w:t xml:space="preserve"> </w:t>
            </w:r>
            <w:r w:rsidRPr="009647FC">
              <w:rPr>
                <w:rtl/>
              </w:rPr>
              <w:t>أ</w:t>
            </w:r>
            <w:r w:rsidR="00A72677" w:rsidRPr="009647FC">
              <w:rPr>
                <w:rtl/>
              </w:rPr>
              <w:t>نت</w:t>
            </w:r>
            <w:r w:rsidR="00677BC4">
              <w:rPr>
                <w:rtl/>
              </w:rPr>
              <w:t>َ</w:t>
            </w:r>
            <w:r>
              <w:rPr>
                <w:rtl/>
              </w:rPr>
              <w:t xml:space="preserve"> </w:t>
            </w:r>
            <w:r w:rsidRPr="009647FC">
              <w:rPr>
                <w:rtl/>
              </w:rPr>
              <w:t>للزما</w:t>
            </w:r>
            <w:r w:rsidRPr="00725071">
              <w:rPr>
                <w:rStyle w:val="libPoemTiniChar0"/>
                <w:rtl/>
              </w:rPr>
              <w:br/>
              <w:t> </w:t>
            </w:r>
          </w:p>
        </w:tc>
        <w:tc>
          <w:tcPr>
            <w:tcW w:w="301" w:type="dxa"/>
          </w:tcPr>
          <w:p w:rsidR="009F7CA8" w:rsidRDefault="009F7CA8" w:rsidP="00693B01">
            <w:pPr>
              <w:pStyle w:val="libPoem"/>
              <w:rPr>
                <w:rtl/>
              </w:rPr>
            </w:pPr>
          </w:p>
        </w:tc>
        <w:tc>
          <w:tcPr>
            <w:tcW w:w="3884" w:type="dxa"/>
          </w:tcPr>
          <w:p w:rsidR="009F7CA8" w:rsidRDefault="009F7CA8" w:rsidP="00693B01">
            <w:pPr>
              <w:pStyle w:val="libPoem"/>
            </w:pPr>
            <w:r w:rsidRPr="009647FC">
              <w:rPr>
                <w:rtl/>
              </w:rPr>
              <w:t>نِ</w:t>
            </w:r>
            <w:r>
              <w:rPr>
                <w:rtl/>
              </w:rPr>
              <w:t xml:space="preserve"> </w:t>
            </w:r>
            <w:r w:rsidR="00A72677" w:rsidRPr="009647FC">
              <w:rPr>
                <w:rtl/>
              </w:rPr>
              <w:t>مق</w:t>
            </w:r>
            <w:r w:rsidRPr="009647FC">
              <w:rPr>
                <w:rtl/>
              </w:rPr>
              <w:t>يلٌ</w:t>
            </w:r>
            <w:r>
              <w:rPr>
                <w:rtl/>
              </w:rPr>
              <w:t xml:space="preserve"> </w:t>
            </w:r>
            <w:r w:rsidRPr="009647FC">
              <w:rPr>
                <w:rtl/>
              </w:rPr>
              <w:t>إذا</w:t>
            </w:r>
            <w:r>
              <w:rPr>
                <w:rtl/>
              </w:rPr>
              <w:t xml:space="preserve"> </w:t>
            </w:r>
            <w:r w:rsidR="00A72677" w:rsidRPr="009647FC">
              <w:rPr>
                <w:rtl/>
              </w:rPr>
              <w:t>عث</w:t>
            </w:r>
            <w:r w:rsidRPr="009647FC">
              <w:rPr>
                <w:rtl/>
              </w:rPr>
              <w:t>ر</w:t>
            </w:r>
            <w:r w:rsidRPr="00725071">
              <w:rPr>
                <w:rStyle w:val="libPoemTiniChar0"/>
                <w:rtl/>
              </w:rPr>
              <w:br/>
              <w:t> </w:t>
            </w:r>
          </w:p>
        </w:tc>
      </w:tr>
      <w:tr w:rsidR="009F7CA8" w:rsidRPr="00524A24" w:rsidTr="009F7CA8">
        <w:trPr>
          <w:trHeight w:val="350"/>
        </w:trPr>
        <w:tc>
          <w:tcPr>
            <w:tcW w:w="3902" w:type="dxa"/>
          </w:tcPr>
          <w:p w:rsidR="009F7CA8" w:rsidRPr="00524A24" w:rsidRDefault="009F7CA8" w:rsidP="00693B01">
            <w:pPr>
              <w:pStyle w:val="libPoem"/>
            </w:pPr>
            <w:r w:rsidRPr="009647FC">
              <w:rPr>
                <w:rtl/>
              </w:rPr>
              <w:t>فاقبلنْ</w:t>
            </w:r>
            <w:r w:rsidR="004C00A8">
              <w:rPr>
                <w:rtl/>
              </w:rPr>
              <w:t xml:space="preserve"> </w:t>
            </w:r>
            <w:r w:rsidRPr="009647FC">
              <w:rPr>
                <w:rtl/>
              </w:rPr>
              <w:t>عذر</w:t>
            </w:r>
            <w:r w:rsidR="00677BC4">
              <w:rPr>
                <w:rtl/>
              </w:rPr>
              <w:t>َ</w:t>
            </w:r>
            <w:r>
              <w:rPr>
                <w:rtl/>
              </w:rPr>
              <w:t xml:space="preserve"> </w:t>
            </w:r>
            <w:r w:rsidRPr="009647FC">
              <w:rPr>
                <w:rtl/>
              </w:rPr>
              <w:t>م</w:t>
            </w:r>
            <w:r w:rsidR="00677BC4">
              <w:rPr>
                <w:rtl/>
              </w:rPr>
              <w:t>َ</w:t>
            </w:r>
            <w:r w:rsidRPr="009647FC">
              <w:rPr>
                <w:rtl/>
              </w:rPr>
              <w:t>نْ</w:t>
            </w:r>
            <w:r>
              <w:rPr>
                <w:rtl/>
              </w:rPr>
              <w:t xml:space="preserve"> </w:t>
            </w:r>
            <w:r w:rsidRPr="009647FC">
              <w:rPr>
                <w:rtl/>
              </w:rPr>
              <w:t>أسا</w:t>
            </w:r>
            <w:r w:rsidRPr="00725071">
              <w:rPr>
                <w:rStyle w:val="libPoemTiniChar0"/>
                <w:rtl/>
              </w:rPr>
              <w:br/>
              <w:t> </w:t>
            </w:r>
          </w:p>
        </w:tc>
        <w:tc>
          <w:tcPr>
            <w:tcW w:w="301" w:type="dxa"/>
          </w:tcPr>
          <w:p w:rsidR="009F7CA8" w:rsidRDefault="009F7CA8" w:rsidP="00693B01">
            <w:pPr>
              <w:pStyle w:val="libPoem"/>
              <w:rPr>
                <w:rtl/>
              </w:rPr>
            </w:pPr>
          </w:p>
        </w:tc>
        <w:tc>
          <w:tcPr>
            <w:tcW w:w="3884" w:type="dxa"/>
          </w:tcPr>
          <w:p w:rsidR="009F7CA8" w:rsidRPr="00524A24" w:rsidRDefault="00A72677" w:rsidP="00693B01">
            <w:pPr>
              <w:pStyle w:val="libPoem"/>
            </w:pPr>
            <w:r w:rsidRPr="009647FC">
              <w:rPr>
                <w:rtl/>
              </w:rPr>
              <w:t>ما</w:t>
            </w:r>
            <w:r w:rsidR="009F7CA8">
              <w:rPr>
                <w:rtl/>
              </w:rPr>
              <w:t xml:space="preserve"> </w:t>
            </w:r>
            <w:r w:rsidR="009F7CA8" w:rsidRPr="009647FC">
              <w:rPr>
                <w:rtl/>
              </w:rPr>
              <w:t>مسيٌ</w:t>
            </w:r>
            <w:r w:rsidR="009F7CA8">
              <w:rPr>
                <w:rtl/>
              </w:rPr>
              <w:t xml:space="preserve"> </w:t>
            </w:r>
            <w:r w:rsidR="009F7CA8" w:rsidRPr="009647FC">
              <w:rPr>
                <w:rtl/>
              </w:rPr>
              <w:t>م</w:t>
            </w:r>
            <w:r w:rsidR="00677BC4">
              <w:rPr>
                <w:rtl/>
              </w:rPr>
              <w:t>َ</w:t>
            </w:r>
            <w:r w:rsidR="009F7CA8" w:rsidRPr="009647FC">
              <w:rPr>
                <w:rtl/>
              </w:rPr>
              <w:t>نْ</w:t>
            </w:r>
            <w:r w:rsidR="009F7CA8">
              <w:rPr>
                <w:rtl/>
              </w:rPr>
              <w:t xml:space="preserve"> </w:t>
            </w:r>
            <w:r w:rsidR="009F7CA8" w:rsidRPr="009647FC">
              <w:rPr>
                <w:rtl/>
              </w:rPr>
              <w:t>اعتذر</w:t>
            </w:r>
            <w:r w:rsidR="009F7CA8" w:rsidRPr="00725071">
              <w:rPr>
                <w:rStyle w:val="libPoemTiniChar0"/>
                <w:rtl/>
              </w:rPr>
              <w:br/>
              <w:t> </w:t>
            </w:r>
          </w:p>
        </w:tc>
      </w:tr>
    </w:tbl>
    <w:p w:rsidR="009647FC" w:rsidRPr="00524A24" w:rsidRDefault="009647FC" w:rsidP="004E7EC6">
      <w:pPr>
        <w:pStyle w:val="libNormal"/>
      </w:pPr>
      <w:r w:rsidRPr="004E7EC6">
        <w:rPr>
          <w:rtl/>
        </w:rPr>
        <w:t>وقال يمدح الصدر الأعظم</w:t>
      </w:r>
      <w:r w:rsidRPr="004E7EC6">
        <w:rPr>
          <w:rStyle w:val="libFootnotenumChar"/>
          <w:rtl/>
        </w:rPr>
        <w:t>(1)</w:t>
      </w:r>
      <w:r w:rsidRPr="004E7EC6">
        <w:rPr>
          <w:rtl/>
        </w:rPr>
        <w:t xml:space="preserve"> عن لسان العلاّمة السيد ميرزا جعفر القزويني</w:t>
      </w:r>
      <w:r w:rsidR="00D769AB">
        <w:rPr>
          <w:rtl/>
        </w:rPr>
        <w:t>:</w:t>
      </w:r>
    </w:p>
    <w:tbl>
      <w:tblPr>
        <w:tblStyle w:val="TableGrid"/>
        <w:bidiVisual/>
        <w:tblW w:w="4562" w:type="pct"/>
        <w:tblInd w:w="384" w:type="dxa"/>
        <w:tblLook w:val="04A0"/>
      </w:tblPr>
      <w:tblGrid>
        <w:gridCol w:w="3902"/>
        <w:gridCol w:w="301"/>
        <w:gridCol w:w="3884"/>
      </w:tblGrid>
      <w:tr w:rsidR="00D50B82" w:rsidRPr="00524A24" w:rsidTr="00D50B82">
        <w:trPr>
          <w:trHeight w:val="350"/>
        </w:trPr>
        <w:tc>
          <w:tcPr>
            <w:tcW w:w="3902" w:type="dxa"/>
          </w:tcPr>
          <w:p w:rsidR="00D50B82" w:rsidRPr="00524A24" w:rsidRDefault="00D50B82" w:rsidP="00693B01">
            <w:pPr>
              <w:pStyle w:val="libPoem"/>
            </w:pPr>
            <w:r w:rsidRPr="00A72677">
              <w:rPr>
                <w:rtl/>
              </w:rPr>
              <w:t>أ</w:t>
            </w:r>
            <w:r w:rsidR="00A72677" w:rsidRPr="00A72677">
              <w:rPr>
                <w:rtl/>
              </w:rPr>
              <w:t>حق</w:t>
            </w:r>
            <w:r w:rsidRPr="00A72677">
              <w:rPr>
                <w:rtl/>
              </w:rPr>
              <w:t xml:space="preserve">ُّ </w:t>
            </w:r>
            <w:r w:rsidR="00A72677" w:rsidRPr="00A72677">
              <w:rPr>
                <w:rtl/>
              </w:rPr>
              <w:t>با</w:t>
            </w:r>
            <w:r w:rsidRPr="00A72677">
              <w:rPr>
                <w:rtl/>
              </w:rPr>
              <w:t>لعزّ م</w:t>
            </w:r>
            <w:r w:rsidR="00677BC4">
              <w:rPr>
                <w:rtl/>
              </w:rPr>
              <w:t>َ</w:t>
            </w:r>
            <w:r w:rsidR="00A72677" w:rsidRPr="00A72677">
              <w:rPr>
                <w:rtl/>
              </w:rPr>
              <w:t>ن</w:t>
            </w:r>
            <w:r w:rsidRPr="00A72677">
              <w:rPr>
                <w:rtl/>
              </w:rPr>
              <w:t>ْ لا يرهبُ الخطرا</w:t>
            </w:r>
            <w:r w:rsidRPr="00A72677">
              <w:rPr>
                <w:rStyle w:val="libPoemTiniChar0"/>
                <w:rtl/>
              </w:rPr>
              <w:br/>
              <w:t> </w:t>
            </w:r>
          </w:p>
        </w:tc>
        <w:tc>
          <w:tcPr>
            <w:tcW w:w="301" w:type="dxa"/>
          </w:tcPr>
          <w:p w:rsidR="00D50B82" w:rsidRPr="00A72677" w:rsidRDefault="00D50B82" w:rsidP="00693B01">
            <w:pPr>
              <w:pStyle w:val="libPoem"/>
              <w:rPr>
                <w:rtl/>
              </w:rPr>
            </w:pPr>
          </w:p>
        </w:tc>
        <w:tc>
          <w:tcPr>
            <w:tcW w:w="3884" w:type="dxa"/>
          </w:tcPr>
          <w:p w:rsidR="00D50B82" w:rsidRPr="00A72677" w:rsidRDefault="00D50B82" w:rsidP="00693B01">
            <w:pPr>
              <w:pStyle w:val="libPoem"/>
            </w:pPr>
            <w:r w:rsidRPr="00A72677">
              <w:rPr>
                <w:rtl/>
              </w:rPr>
              <w:t>ولا</w:t>
            </w:r>
            <w:r w:rsidR="004C00A8">
              <w:rPr>
                <w:rtl/>
              </w:rPr>
              <w:t xml:space="preserve"> </w:t>
            </w:r>
            <w:r w:rsidR="00A72677" w:rsidRPr="00A72677">
              <w:rPr>
                <w:rtl/>
              </w:rPr>
              <w:t>يعا</w:t>
            </w:r>
            <w:r w:rsidRPr="00A72677">
              <w:rPr>
                <w:rtl/>
              </w:rPr>
              <w:t>قدُ إلاّ ا</w:t>
            </w:r>
            <w:r w:rsidR="00A72677" w:rsidRPr="00A72677">
              <w:rPr>
                <w:rtl/>
              </w:rPr>
              <w:t>لب</w:t>
            </w:r>
            <w:r w:rsidRPr="00A72677">
              <w:rPr>
                <w:rtl/>
              </w:rPr>
              <w:t>يض</w:t>
            </w:r>
            <w:r w:rsidR="00677BC4">
              <w:rPr>
                <w:rtl/>
              </w:rPr>
              <w:t>َ</w:t>
            </w:r>
            <w:r w:rsidRPr="00A72677">
              <w:rPr>
                <w:rtl/>
              </w:rPr>
              <w:t xml:space="preserve"> وا</w:t>
            </w:r>
            <w:r w:rsidR="00A72677" w:rsidRPr="00A72677">
              <w:rPr>
                <w:rtl/>
              </w:rPr>
              <w:t>لس</w:t>
            </w:r>
            <w:r w:rsidRPr="00A72677">
              <w:rPr>
                <w:rtl/>
              </w:rPr>
              <w:t>مرا</w:t>
            </w:r>
            <w:r w:rsidRPr="00A72677">
              <w:rPr>
                <w:rStyle w:val="libPoemTiniChar0"/>
                <w:rtl/>
              </w:rPr>
              <w:br/>
              <w:t> </w:t>
            </w:r>
          </w:p>
        </w:tc>
      </w:tr>
      <w:tr w:rsidR="00D50B82" w:rsidRPr="00524A24" w:rsidTr="00D50B82">
        <w:trPr>
          <w:trHeight w:val="350"/>
        </w:trPr>
        <w:tc>
          <w:tcPr>
            <w:tcW w:w="3902" w:type="dxa"/>
          </w:tcPr>
          <w:p w:rsidR="00D50B82" w:rsidRPr="00524A24" w:rsidRDefault="00D50B82" w:rsidP="00693B01">
            <w:pPr>
              <w:pStyle w:val="libPoem"/>
            </w:pPr>
            <w:r w:rsidRPr="00A72677">
              <w:rPr>
                <w:rtl/>
              </w:rPr>
              <w:t>وا</w:t>
            </w:r>
            <w:r w:rsidR="00A72677" w:rsidRPr="00A72677">
              <w:rPr>
                <w:rtl/>
              </w:rPr>
              <w:t>لس</w:t>
            </w:r>
            <w:r w:rsidRPr="00A72677">
              <w:rPr>
                <w:rtl/>
              </w:rPr>
              <w:t>يفُ أ</w:t>
            </w:r>
            <w:r w:rsidR="00A72677" w:rsidRPr="00A72677">
              <w:rPr>
                <w:rtl/>
              </w:rPr>
              <w:t>جد</w:t>
            </w:r>
            <w:r w:rsidRPr="00A72677">
              <w:rPr>
                <w:rtl/>
              </w:rPr>
              <w:t xml:space="preserve">رُ أن </w:t>
            </w:r>
            <w:r w:rsidR="00A72677" w:rsidRPr="00A72677">
              <w:rPr>
                <w:rtl/>
              </w:rPr>
              <w:t>يس</w:t>
            </w:r>
            <w:r w:rsidRPr="00A72677">
              <w:rPr>
                <w:rtl/>
              </w:rPr>
              <w:t>تلّ</w:t>
            </w:r>
            <w:r w:rsidR="00677BC4">
              <w:rPr>
                <w:rtl/>
              </w:rPr>
              <w:t>َ</w:t>
            </w:r>
            <w:r w:rsidRPr="00A72677">
              <w:rPr>
                <w:rtl/>
              </w:rPr>
              <w:t xml:space="preserve">ه </w:t>
            </w:r>
            <w:r w:rsidR="00A72677" w:rsidRPr="00A72677">
              <w:rPr>
                <w:rtl/>
              </w:rPr>
              <w:t>لو</w:t>
            </w:r>
            <w:r w:rsidRPr="00A72677">
              <w:rPr>
                <w:rtl/>
              </w:rPr>
              <w:t>غىً</w:t>
            </w:r>
            <w:r w:rsidRPr="00A72677">
              <w:rPr>
                <w:rStyle w:val="libPoemTiniChar0"/>
                <w:rtl/>
              </w:rPr>
              <w:br/>
              <w:t> </w:t>
            </w:r>
          </w:p>
        </w:tc>
        <w:tc>
          <w:tcPr>
            <w:tcW w:w="301" w:type="dxa"/>
          </w:tcPr>
          <w:p w:rsidR="00D50B82" w:rsidRPr="00A72677" w:rsidRDefault="00D50B82" w:rsidP="00693B01">
            <w:pPr>
              <w:pStyle w:val="libPoem"/>
              <w:rPr>
                <w:rtl/>
              </w:rPr>
            </w:pPr>
          </w:p>
        </w:tc>
        <w:tc>
          <w:tcPr>
            <w:tcW w:w="3884" w:type="dxa"/>
          </w:tcPr>
          <w:p w:rsidR="00D50B82" w:rsidRPr="00A72677" w:rsidRDefault="00D50B82" w:rsidP="00693B01">
            <w:pPr>
              <w:pStyle w:val="libPoem"/>
            </w:pPr>
            <w:r w:rsidRPr="00A72677">
              <w:rPr>
                <w:rtl/>
              </w:rPr>
              <w:t>م</w:t>
            </w:r>
            <w:r w:rsidR="00677BC4">
              <w:rPr>
                <w:rtl/>
              </w:rPr>
              <w:t>َ</w:t>
            </w:r>
            <w:r w:rsidR="00A72677" w:rsidRPr="00A72677">
              <w:rPr>
                <w:rtl/>
              </w:rPr>
              <w:t>ن</w:t>
            </w:r>
            <w:r w:rsidRPr="00A72677">
              <w:rPr>
                <w:rtl/>
              </w:rPr>
              <w:t>ْ</w:t>
            </w:r>
            <w:r w:rsidR="004C00A8">
              <w:rPr>
                <w:rtl/>
              </w:rPr>
              <w:t xml:space="preserve"> </w:t>
            </w:r>
            <w:r w:rsidR="00A72677" w:rsidRPr="00A72677">
              <w:rPr>
                <w:rtl/>
              </w:rPr>
              <w:t>لي</w:t>
            </w:r>
            <w:r w:rsidRPr="00A72677">
              <w:rPr>
                <w:rtl/>
              </w:rPr>
              <w:t>س</w:t>
            </w:r>
            <w:r w:rsidR="00677BC4">
              <w:rPr>
                <w:rtl/>
              </w:rPr>
              <w:t>َ</w:t>
            </w:r>
            <w:r w:rsidRPr="00A72677">
              <w:rPr>
                <w:rtl/>
              </w:rPr>
              <w:t xml:space="preserve"> </w:t>
            </w:r>
            <w:r w:rsidR="00A72677" w:rsidRPr="00A72677">
              <w:rPr>
                <w:rtl/>
              </w:rPr>
              <w:t>يغ</w:t>
            </w:r>
            <w:r w:rsidRPr="00A72677">
              <w:rPr>
                <w:rtl/>
              </w:rPr>
              <w:t>مدُه أو يدركُ الظفرا</w:t>
            </w:r>
            <w:r w:rsidRPr="00A72677">
              <w:rPr>
                <w:rStyle w:val="libPoemTiniChar0"/>
                <w:rtl/>
              </w:rPr>
              <w:br/>
              <w:t> </w:t>
            </w:r>
          </w:p>
        </w:tc>
      </w:tr>
      <w:tr w:rsidR="00D50B82" w:rsidRPr="00524A24" w:rsidTr="00D50B82">
        <w:trPr>
          <w:trHeight w:val="350"/>
        </w:trPr>
        <w:tc>
          <w:tcPr>
            <w:tcW w:w="3902" w:type="dxa"/>
          </w:tcPr>
          <w:p w:rsidR="00D50B82" w:rsidRPr="00524A24" w:rsidRDefault="00D50B82" w:rsidP="00693B01">
            <w:pPr>
              <w:pStyle w:val="libPoem"/>
            </w:pPr>
            <w:r w:rsidRPr="009647FC">
              <w:rPr>
                <w:rtl/>
              </w:rPr>
              <w:t>وأ</w:t>
            </w:r>
            <w:r w:rsidR="00A72677" w:rsidRPr="009647FC">
              <w:rPr>
                <w:rtl/>
              </w:rPr>
              <w:t>بي</w:t>
            </w:r>
            <w:r w:rsidRPr="009647FC">
              <w:rPr>
                <w:rtl/>
              </w:rPr>
              <w:t>ضُ</w:t>
            </w:r>
            <w:r>
              <w:rPr>
                <w:rtl/>
              </w:rPr>
              <w:t xml:space="preserve"> </w:t>
            </w:r>
            <w:r w:rsidRPr="009647FC">
              <w:rPr>
                <w:rtl/>
              </w:rPr>
              <w:t>العرض</w:t>
            </w:r>
            <w:r>
              <w:rPr>
                <w:rtl/>
              </w:rPr>
              <w:t xml:space="preserve"> </w:t>
            </w:r>
            <w:r w:rsidRPr="009647FC">
              <w:rPr>
                <w:rtl/>
              </w:rPr>
              <w:t>م</w:t>
            </w:r>
            <w:r w:rsidR="00677BC4">
              <w:rPr>
                <w:rtl/>
              </w:rPr>
              <w:t>َ</w:t>
            </w:r>
            <w:r w:rsidRPr="009647FC">
              <w:rPr>
                <w:rtl/>
              </w:rPr>
              <w:t>نْ</w:t>
            </w:r>
            <w:r>
              <w:rPr>
                <w:rtl/>
              </w:rPr>
              <w:t xml:space="preserve"> </w:t>
            </w:r>
            <w:r w:rsidRPr="009647FC">
              <w:rPr>
                <w:rtl/>
              </w:rPr>
              <w:t>في</w:t>
            </w:r>
            <w:r>
              <w:rPr>
                <w:rtl/>
              </w:rPr>
              <w:t xml:space="preserve"> </w:t>
            </w:r>
            <w:r w:rsidRPr="009647FC">
              <w:rPr>
                <w:rtl/>
              </w:rPr>
              <w:t>كفّهِ</w:t>
            </w:r>
            <w:r>
              <w:rPr>
                <w:rtl/>
              </w:rPr>
              <w:t xml:space="preserve"> </w:t>
            </w:r>
            <w:r w:rsidRPr="009647FC">
              <w:rPr>
                <w:rtl/>
              </w:rPr>
              <w:t>صدرتْ</w:t>
            </w:r>
            <w:r w:rsidRPr="00725071">
              <w:rPr>
                <w:rStyle w:val="libPoemTiniChar0"/>
                <w:rtl/>
              </w:rPr>
              <w:br/>
              <w:t> </w:t>
            </w:r>
          </w:p>
        </w:tc>
        <w:tc>
          <w:tcPr>
            <w:tcW w:w="301" w:type="dxa"/>
          </w:tcPr>
          <w:p w:rsidR="00D50B82" w:rsidRDefault="00D50B82" w:rsidP="00693B01">
            <w:pPr>
              <w:pStyle w:val="libPoem"/>
              <w:rPr>
                <w:rtl/>
              </w:rPr>
            </w:pPr>
          </w:p>
        </w:tc>
        <w:tc>
          <w:tcPr>
            <w:tcW w:w="3884" w:type="dxa"/>
          </w:tcPr>
          <w:p w:rsidR="00D50B82" w:rsidRDefault="00A72677" w:rsidP="00693B01">
            <w:pPr>
              <w:pStyle w:val="libPoem"/>
            </w:pPr>
            <w:r w:rsidRPr="009647FC">
              <w:rPr>
                <w:rtl/>
              </w:rPr>
              <w:t>بي</w:t>
            </w:r>
            <w:r w:rsidR="00D50B82" w:rsidRPr="009647FC">
              <w:rPr>
                <w:rtl/>
              </w:rPr>
              <w:t>ضُ</w:t>
            </w:r>
            <w:r w:rsidR="00D50B82">
              <w:rPr>
                <w:rtl/>
              </w:rPr>
              <w:t xml:space="preserve"> </w:t>
            </w:r>
            <w:r w:rsidR="00D50B82" w:rsidRPr="009647FC">
              <w:rPr>
                <w:rtl/>
              </w:rPr>
              <w:t>القواضب</w:t>
            </w:r>
            <w:r w:rsidR="00D50B82">
              <w:rPr>
                <w:rtl/>
              </w:rPr>
              <w:t xml:space="preserve"> </w:t>
            </w:r>
            <w:r w:rsidR="00D50B82" w:rsidRPr="009647FC">
              <w:rPr>
                <w:rtl/>
              </w:rPr>
              <w:t>من</w:t>
            </w:r>
            <w:r w:rsidR="00D50B82">
              <w:rPr>
                <w:rtl/>
              </w:rPr>
              <w:t xml:space="preserve"> </w:t>
            </w:r>
            <w:r w:rsidR="00D50B82" w:rsidRPr="009647FC">
              <w:rPr>
                <w:rtl/>
              </w:rPr>
              <w:t>وردِ</w:t>
            </w:r>
            <w:r w:rsidR="00D50B82">
              <w:rPr>
                <w:rtl/>
              </w:rPr>
              <w:t xml:space="preserve"> </w:t>
            </w:r>
            <w:r w:rsidR="00D50B82" w:rsidRPr="009647FC">
              <w:rPr>
                <w:rtl/>
              </w:rPr>
              <w:t>الدما</w:t>
            </w:r>
            <w:r w:rsidR="00D50B82">
              <w:rPr>
                <w:rtl/>
              </w:rPr>
              <w:t xml:space="preserve"> </w:t>
            </w:r>
            <w:r w:rsidR="00D50B82" w:rsidRPr="009647FC">
              <w:rPr>
                <w:rtl/>
              </w:rPr>
              <w:t>حمرا</w:t>
            </w:r>
            <w:r w:rsidR="00D50B82" w:rsidRPr="00725071">
              <w:rPr>
                <w:rStyle w:val="libPoemTiniChar0"/>
                <w:rtl/>
              </w:rPr>
              <w:br/>
              <w:t> </w:t>
            </w:r>
          </w:p>
        </w:tc>
      </w:tr>
      <w:tr w:rsidR="00D50B82" w:rsidRPr="00524A24" w:rsidTr="00D50B82">
        <w:trPr>
          <w:trHeight w:val="350"/>
        </w:trPr>
        <w:tc>
          <w:tcPr>
            <w:tcW w:w="3902" w:type="dxa"/>
          </w:tcPr>
          <w:p w:rsidR="00D50B82" w:rsidRPr="00524A24" w:rsidRDefault="00A72677" w:rsidP="00693B01">
            <w:pPr>
              <w:pStyle w:val="libPoem"/>
            </w:pPr>
            <w:r w:rsidRPr="009647FC">
              <w:rPr>
                <w:rtl/>
              </w:rPr>
              <w:t>لم</w:t>
            </w:r>
            <w:r w:rsidR="00D50B82">
              <w:rPr>
                <w:rtl/>
              </w:rPr>
              <w:t xml:space="preserve"> </w:t>
            </w:r>
            <w:r w:rsidR="00D50B82" w:rsidRPr="009647FC">
              <w:rPr>
                <w:rtl/>
              </w:rPr>
              <w:t>تقضِ</w:t>
            </w:r>
            <w:r w:rsidR="00D50B82">
              <w:rPr>
                <w:rtl/>
              </w:rPr>
              <w:t xml:space="preserve"> </w:t>
            </w:r>
            <w:r w:rsidR="00D50B82" w:rsidRPr="009647FC">
              <w:rPr>
                <w:rtl/>
              </w:rPr>
              <w:t>من</w:t>
            </w:r>
            <w:r w:rsidR="00D50B82">
              <w:rPr>
                <w:rtl/>
              </w:rPr>
              <w:t xml:space="preserve"> </w:t>
            </w:r>
            <w:r w:rsidR="00D50B82" w:rsidRPr="009647FC">
              <w:rPr>
                <w:rtl/>
              </w:rPr>
              <w:t>وصلهِ</w:t>
            </w:r>
            <w:r w:rsidR="00D50B82">
              <w:rPr>
                <w:rtl/>
              </w:rPr>
              <w:t xml:space="preserve"> </w:t>
            </w:r>
            <w:r w:rsidR="00D50B82" w:rsidRPr="009647FC">
              <w:rPr>
                <w:rtl/>
              </w:rPr>
              <w:t>بكرُ</w:t>
            </w:r>
            <w:r w:rsidR="00D50B82">
              <w:rPr>
                <w:rtl/>
              </w:rPr>
              <w:t xml:space="preserve"> </w:t>
            </w:r>
            <w:r w:rsidR="00D50B82" w:rsidRPr="009647FC">
              <w:rPr>
                <w:rtl/>
              </w:rPr>
              <w:t>العُلى</w:t>
            </w:r>
            <w:r w:rsidR="00D50B82">
              <w:rPr>
                <w:rtl/>
              </w:rPr>
              <w:t xml:space="preserve"> </w:t>
            </w:r>
            <w:r w:rsidR="00D50B82" w:rsidRPr="009647FC">
              <w:rPr>
                <w:rtl/>
              </w:rPr>
              <w:t>وطرا</w:t>
            </w:r>
            <w:r w:rsidR="00D50B82" w:rsidRPr="00725071">
              <w:rPr>
                <w:rStyle w:val="libPoemTiniChar0"/>
                <w:rtl/>
              </w:rPr>
              <w:br/>
              <w:t> </w:t>
            </w:r>
          </w:p>
        </w:tc>
        <w:tc>
          <w:tcPr>
            <w:tcW w:w="301" w:type="dxa"/>
          </w:tcPr>
          <w:p w:rsidR="00D50B82" w:rsidRDefault="00D50B82" w:rsidP="00693B01">
            <w:pPr>
              <w:pStyle w:val="libPoem"/>
              <w:rPr>
                <w:rtl/>
              </w:rPr>
            </w:pPr>
          </w:p>
        </w:tc>
        <w:tc>
          <w:tcPr>
            <w:tcW w:w="3884" w:type="dxa"/>
          </w:tcPr>
          <w:p w:rsidR="00D50B82" w:rsidRDefault="00A72677" w:rsidP="00693B01">
            <w:pPr>
              <w:pStyle w:val="libPoem"/>
            </w:pPr>
            <w:r w:rsidRPr="009647FC">
              <w:rPr>
                <w:rtl/>
              </w:rPr>
              <w:t>حت</w:t>
            </w:r>
            <w:r w:rsidR="00D50B82" w:rsidRPr="009647FC">
              <w:rPr>
                <w:rtl/>
              </w:rPr>
              <w:t>ى</w:t>
            </w:r>
            <w:r w:rsidR="004C00A8">
              <w:rPr>
                <w:rtl/>
              </w:rPr>
              <w:t xml:space="preserve"> </w:t>
            </w:r>
            <w:r w:rsidRPr="009647FC">
              <w:rPr>
                <w:rtl/>
              </w:rPr>
              <w:t>من</w:t>
            </w:r>
            <w:r w:rsidR="00D50B82">
              <w:rPr>
                <w:rtl/>
              </w:rPr>
              <w:t xml:space="preserve"> </w:t>
            </w:r>
            <w:r w:rsidR="00D50B82" w:rsidRPr="009647FC">
              <w:rPr>
                <w:rtl/>
              </w:rPr>
              <w:t>الهامِ</w:t>
            </w:r>
            <w:r w:rsidR="00D50B82">
              <w:rPr>
                <w:rtl/>
              </w:rPr>
              <w:t xml:space="preserve"> </w:t>
            </w:r>
            <w:r w:rsidR="00D50B82" w:rsidRPr="009647FC">
              <w:rPr>
                <w:rtl/>
              </w:rPr>
              <w:t>يقضي</w:t>
            </w:r>
            <w:r w:rsidR="00D50B82">
              <w:rPr>
                <w:rtl/>
              </w:rPr>
              <w:t xml:space="preserve"> </w:t>
            </w:r>
            <w:r w:rsidR="00D50B82" w:rsidRPr="009647FC">
              <w:rPr>
                <w:rtl/>
              </w:rPr>
              <w:t>سيفُه</w:t>
            </w:r>
            <w:r w:rsidR="00D50B82">
              <w:rPr>
                <w:rtl/>
              </w:rPr>
              <w:t xml:space="preserve"> </w:t>
            </w:r>
            <w:r w:rsidR="00D50B82" w:rsidRPr="009647FC">
              <w:rPr>
                <w:rtl/>
              </w:rPr>
              <w:t>وطرا</w:t>
            </w:r>
            <w:r w:rsidR="00D50B82" w:rsidRPr="00725071">
              <w:rPr>
                <w:rStyle w:val="libPoemTiniChar0"/>
                <w:rtl/>
              </w:rPr>
              <w:br/>
              <w:t> </w:t>
            </w:r>
          </w:p>
        </w:tc>
      </w:tr>
      <w:tr w:rsidR="00D50B82" w:rsidRPr="00524A24" w:rsidTr="00D50B82">
        <w:trPr>
          <w:trHeight w:val="350"/>
        </w:trPr>
        <w:tc>
          <w:tcPr>
            <w:tcW w:w="3902" w:type="dxa"/>
          </w:tcPr>
          <w:p w:rsidR="00D50B82" w:rsidRPr="00524A24" w:rsidRDefault="00D50B82" w:rsidP="00693B01">
            <w:pPr>
              <w:pStyle w:val="libPoem"/>
            </w:pPr>
            <w:r w:rsidRPr="00A72677">
              <w:rPr>
                <w:rtl/>
              </w:rPr>
              <w:t>و</w:t>
            </w:r>
            <w:r w:rsidR="00A72677" w:rsidRPr="00A72677">
              <w:rPr>
                <w:rtl/>
              </w:rPr>
              <w:t>حو</w:t>
            </w:r>
            <w:r w:rsidRPr="00A72677">
              <w:rPr>
                <w:rtl/>
              </w:rPr>
              <w:t>زةُ</w:t>
            </w:r>
            <w:r w:rsidR="004C00A8">
              <w:rPr>
                <w:rtl/>
              </w:rPr>
              <w:t xml:space="preserve"> </w:t>
            </w:r>
            <w:r w:rsidRPr="00A72677">
              <w:rPr>
                <w:rtl/>
              </w:rPr>
              <w:t>ا</w:t>
            </w:r>
            <w:r w:rsidR="00A72677" w:rsidRPr="00A72677">
              <w:rPr>
                <w:rtl/>
              </w:rPr>
              <w:t>لم</w:t>
            </w:r>
            <w:r w:rsidRPr="00A72677">
              <w:rPr>
                <w:rtl/>
              </w:rPr>
              <w:t>لكِ أو</w:t>
            </w:r>
            <w:r w:rsidR="00A72677" w:rsidRPr="00A72677">
              <w:rPr>
                <w:rtl/>
              </w:rPr>
              <w:t>لى</w:t>
            </w:r>
            <w:r w:rsidRPr="00A72677">
              <w:rPr>
                <w:rtl/>
              </w:rPr>
              <w:t xml:space="preserve"> في حياطتها</w:t>
            </w:r>
            <w:r w:rsidRPr="00A72677">
              <w:rPr>
                <w:rStyle w:val="libPoemTiniChar0"/>
                <w:rtl/>
              </w:rPr>
              <w:br/>
              <w:t> </w:t>
            </w:r>
          </w:p>
        </w:tc>
        <w:tc>
          <w:tcPr>
            <w:tcW w:w="301" w:type="dxa"/>
          </w:tcPr>
          <w:p w:rsidR="00D50B82" w:rsidRPr="00A72677" w:rsidRDefault="00D50B82" w:rsidP="00693B01">
            <w:pPr>
              <w:pStyle w:val="libPoem"/>
              <w:rPr>
                <w:rtl/>
              </w:rPr>
            </w:pPr>
          </w:p>
        </w:tc>
        <w:tc>
          <w:tcPr>
            <w:tcW w:w="3884" w:type="dxa"/>
          </w:tcPr>
          <w:p w:rsidR="00D50B82" w:rsidRPr="00A72677" w:rsidRDefault="00D50B82" w:rsidP="00693B01">
            <w:pPr>
              <w:pStyle w:val="libPoem"/>
            </w:pPr>
            <w:r w:rsidRPr="00A72677">
              <w:rPr>
                <w:rtl/>
              </w:rPr>
              <w:t>م</w:t>
            </w:r>
            <w:r w:rsidR="00677BC4">
              <w:rPr>
                <w:rtl/>
              </w:rPr>
              <w:t>َ</w:t>
            </w:r>
            <w:r w:rsidR="00A72677" w:rsidRPr="00A72677">
              <w:rPr>
                <w:rtl/>
              </w:rPr>
              <w:t>ن</w:t>
            </w:r>
            <w:r w:rsidRPr="00A72677">
              <w:rPr>
                <w:rtl/>
              </w:rPr>
              <w:t>ْ</w:t>
            </w:r>
            <w:r w:rsidR="004C00A8">
              <w:rPr>
                <w:rtl/>
              </w:rPr>
              <w:t xml:space="preserve"> </w:t>
            </w:r>
            <w:r w:rsidRPr="00A72677">
              <w:rPr>
                <w:rtl/>
              </w:rPr>
              <w:t>بات في حفظها يستعذُب السهرا</w:t>
            </w:r>
            <w:r w:rsidRPr="00A72677">
              <w:rPr>
                <w:rStyle w:val="libPoemTiniChar0"/>
                <w:rtl/>
              </w:rPr>
              <w:br/>
              <w:t> </w:t>
            </w:r>
          </w:p>
        </w:tc>
      </w:tr>
      <w:tr w:rsidR="00D50B82" w:rsidRPr="00524A24" w:rsidTr="00D50B82">
        <w:trPr>
          <w:trHeight w:val="350"/>
        </w:trPr>
        <w:tc>
          <w:tcPr>
            <w:tcW w:w="3902" w:type="dxa"/>
          </w:tcPr>
          <w:p w:rsidR="00D50B82" w:rsidRPr="00524A24" w:rsidRDefault="00D50B82" w:rsidP="00693B01">
            <w:pPr>
              <w:pStyle w:val="libPoem"/>
            </w:pPr>
            <w:r w:rsidRPr="00A72677">
              <w:rPr>
                <w:rtl/>
              </w:rPr>
              <w:t>وذي</w:t>
            </w:r>
            <w:r w:rsidR="004C00A8">
              <w:rPr>
                <w:rtl/>
              </w:rPr>
              <w:t xml:space="preserve"> </w:t>
            </w:r>
            <w:r w:rsidRPr="00A72677">
              <w:rPr>
                <w:rtl/>
              </w:rPr>
              <w:t>ا</w:t>
            </w:r>
            <w:r w:rsidR="00A72677" w:rsidRPr="00A72677">
              <w:rPr>
                <w:rtl/>
              </w:rPr>
              <w:t>لر</w:t>
            </w:r>
            <w:r w:rsidRPr="00A72677">
              <w:rPr>
                <w:rtl/>
              </w:rPr>
              <w:t>عيّ</w:t>
            </w:r>
            <w:r w:rsidR="00677BC4">
              <w:rPr>
                <w:rtl/>
              </w:rPr>
              <w:t>َ</w:t>
            </w:r>
            <w:r w:rsidRPr="00A72677">
              <w:rPr>
                <w:rtl/>
              </w:rPr>
              <w:t>ة أ</w:t>
            </w:r>
            <w:r w:rsidR="00A72677" w:rsidRPr="00A72677">
              <w:rPr>
                <w:rtl/>
              </w:rPr>
              <w:t>حر</w:t>
            </w:r>
            <w:r w:rsidRPr="00A72677">
              <w:rPr>
                <w:rtl/>
              </w:rPr>
              <w:t xml:space="preserve">ى </w:t>
            </w:r>
            <w:r w:rsidR="00A72677" w:rsidRPr="00A72677">
              <w:rPr>
                <w:rtl/>
              </w:rPr>
              <w:t>في</w:t>
            </w:r>
            <w:r w:rsidRPr="00A72677">
              <w:rPr>
                <w:rtl/>
              </w:rPr>
              <w:t xml:space="preserve"> سياستها</w:t>
            </w:r>
            <w:r w:rsidRPr="00A72677">
              <w:rPr>
                <w:rStyle w:val="libPoemTiniChar0"/>
                <w:rtl/>
              </w:rPr>
              <w:br/>
              <w:t> </w:t>
            </w:r>
          </w:p>
        </w:tc>
        <w:tc>
          <w:tcPr>
            <w:tcW w:w="301" w:type="dxa"/>
          </w:tcPr>
          <w:p w:rsidR="00D50B82" w:rsidRPr="00A72677" w:rsidRDefault="00D50B82" w:rsidP="00693B01">
            <w:pPr>
              <w:pStyle w:val="libPoem"/>
              <w:rPr>
                <w:rtl/>
              </w:rPr>
            </w:pPr>
          </w:p>
        </w:tc>
        <w:tc>
          <w:tcPr>
            <w:tcW w:w="3884" w:type="dxa"/>
          </w:tcPr>
          <w:p w:rsidR="00D50B82" w:rsidRPr="00A72677" w:rsidRDefault="00D50B82" w:rsidP="00693B01">
            <w:pPr>
              <w:pStyle w:val="libPoem"/>
            </w:pPr>
            <w:r w:rsidRPr="00A72677">
              <w:rPr>
                <w:rtl/>
              </w:rPr>
              <w:t>م</w:t>
            </w:r>
            <w:r w:rsidR="00677BC4">
              <w:rPr>
                <w:rtl/>
              </w:rPr>
              <w:t>َ</w:t>
            </w:r>
            <w:r w:rsidR="00A72677" w:rsidRPr="00A72677">
              <w:rPr>
                <w:rtl/>
              </w:rPr>
              <w:t>ن</w:t>
            </w:r>
            <w:r w:rsidRPr="00A72677">
              <w:rPr>
                <w:rtl/>
              </w:rPr>
              <w:t xml:space="preserve">ْ </w:t>
            </w:r>
            <w:r w:rsidR="00A72677" w:rsidRPr="00A72677">
              <w:rPr>
                <w:rtl/>
              </w:rPr>
              <w:t>با</w:t>
            </w:r>
            <w:r w:rsidRPr="00A72677">
              <w:rPr>
                <w:rtl/>
              </w:rPr>
              <w:t>لتجاربِ غور</w:t>
            </w:r>
            <w:r w:rsidR="00677BC4">
              <w:rPr>
                <w:rtl/>
              </w:rPr>
              <w:t>َ</w:t>
            </w:r>
            <w:r w:rsidRPr="00A72677">
              <w:rPr>
                <w:rtl/>
              </w:rPr>
              <w:t xml:space="preserve"> الدهرِ قد سبرا</w:t>
            </w:r>
            <w:r w:rsidRPr="00A72677">
              <w:rPr>
                <w:rStyle w:val="libPoemTiniChar0"/>
                <w:rtl/>
              </w:rPr>
              <w:br/>
              <w:t> </w:t>
            </w:r>
          </w:p>
        </w:tc>
      </w:tr>
      <w:tr w:rsidR="00D50B82" w:rsidRPr="00524A24" w:rsidTr="00D50B82">
        <w:trPr>
          <w:trHeight w:val="350"/>
        </w:trPr>
        <w:tc>
          <w:tcPr>
            <w:tcW w:w="3902" w:type="dxa"/>
          </w:tcPr>
          <w:p w:rsidR="00D50B82" w:rsidRPr="00524A24" w:rsidRDefault="00D50B82" w:rsidP="00693B01">
            <w:pPr>
              <w:pStyle w:val="libPoem"/>
            </w:pPr>
            <w:r w:rsidRPr="00A72677">
              <w:rPr>
                <w:rtl/>
              </w:rPr>
              <w:t>و</w:t>
            </w:r>
            <w:r w:rsidR="00A72677" w:rsidRPr="00A72677">
              <w:rPr>
                <w:rtl/>
              </w:rPr>
              <w:t>ليس</w:t>
            </w:r>
            <w:r w:rsidR="00677BC4">
              <w:rPr>
                <w:rtl/>
              </w:rPr>
              <w:t>َ</w:t>
            </w:r>
            <w:r w:rsidR="004C00A8">
              <w:rPr>
                <w:rtl/>
              </w:rPr>
              <w:t xml:space="preserve"> </w:t>
            </w:r>
            <w:r w:rsidR="00A72677" w:rsidRPr="00A72677">
              <w:rPr>
                <w:rtl/>
              </w:rPr>
              <w:t>يم</w:t>
            </w:r>
            <w:r w:rsidRPr="00A72677">
              <w:rPr>
                <w:rtl/>
              </w:rPr>
              <w:t xml:space="preserve">لكُ </w:t>
            </w:r>
            <w:r w:rsidR="00A72677" w:rsidRPr="00A72677">
              <w:rPr>
                <w:rtl/>
              </w:rPr>
              <w:t>يو</w:t>
            </w:r>
            <w:r w:rsidRPr="00A72677">
              <w:rPr>
                <w:rtl/>
              </w:rPr>
              <w:t>ماً رقّ</w:t>
            </w:r>
            <w:r w:rsidR="00677BC4">
              <w:rPr>
                <w:rtl/>
              </w:rPr>
              <w:t>َ</w:t>
            </w:r>
            <w:r w:rsidRPr="00A72677">
              <w:rPr>
                <w:rtl/>
              </w:rPr>
              <w:t xml:space="preserve"> </w:t>
            </w:r>
            <w:r w:rsidR="00A72677" w:rsidRPr="00A72677">
              <w:rPr>
                <w:rtl/>
              </w:rPr>
              <w:t>مم</w:t>
            </w:r>
            <w:r w:rsidRPr="00A72677">
              <w:rPr>
                <w:rtl/>
              </w:rPr>
              <w:t>لكةٍ</w:t>
            </w:r>
            <w:r w:rsidRPr="00A72677">
              <w:rPr>
                <w:rStyle w:val="libPoemTiniChar0"/>
                <w:rtl/>
              </w:rPr>
              <w:br/>
              <w:t> </w:t>
            </w:r>
          </w:p>
        </w:tc>
        <w:tc>
          <w:tcPr>
            <w:tcW w:w="301" w:type="dxa"/>
          </w:tcPr>
          <w:p w:rsidR="00D50B82" w:rsidRPr="00A72677" w:rsidRDefault="00D50B82" w:rsidP="00693B01">
            <w:pPr>
              <w:pStyle w:val="libPoem"/>
              <w:rPr>
                <w:rtl/>
              </w:rPr>
            </w:pPr>
          </w:p>
        </w:tc>
        <w:tc>
          <w:tcPr>
            <w:tcW w:w="3884" w:type="dxa"/>
          </w:tcPr>
          <w:p w:rsidR="00D50B82" w:rsidRPr="00A72677" w:rsidRDefault="00D50B82" w:rsidP="00693B01">
            <w:pPr>
              <w:pStyle w:val="libPoem"/>
            </w:pPr>
            <w:r w:rsidRPr="00A72677">
              <w:rPr>
                <w:rtl/>
              </w:rPr>
              <w:t>م</w:t>
            </w:r>
            <w:r w:rsidR="00677BC4">
              <w:rPr>
                <w:rtl/>
              </w:rPr>
              <w:t>َ</w:t>
            </w:r>
            <w:r w:rsidR="00A72677" w:rsidRPr="00A72677">
              <w:rPr>
                <w:rtl/>
              </w:rPr>
              <w:t>ن</w:t>
            </w:r>
            <w:r w:rsidRPr="00A72677">
              <w:rPr>
                <w:rtl/>
              </w:rPr>
              <w:t xml:space="preserve">ْ </w:t>
            </w:r>
            <w:r w:rsidR="00A72677" w:rsidRPr="00A72677">
              <w:rPr>
                <w:rtl/>
              </w:rPr>
              <w:t>لي</w:t>
            </w:r>
            <w:r w:rsidRPr="00A72677">
              <w:rPr>
                <w:rtl/>
              </w:rPr>
              <w:t>س يملأ منها السمع</w:t>
            </w:r>
            <w:r w:rsidR="00677BC4">
              <w:rPr>
                <w:rtl/>
              </w:rPr>
              <w:t>َ</w:t>
            </w:r>
            <w:r w:rsidRPr="00A72677">
              <w:rPr>
                <w:rtl/>
              </w:rPr>
              <w:t xml:space="preserve"> والبصرا</w:t>
            </w:r>
            <w:r w:rsidRPr="00A72677">
              <w:rPr>
                <w:rStyle w:val="libPoemTiniChar0"/>
                <w:rtl/>
              </w:rPr>
              <w:br/>
              <w:t> </w:t>
            </w:r>
          </w:p>
        </w:tc>
      </w:tr>
      <w:tr w:rsidR="00D50B82" w:rsidRPr="00524A24" w:rsidTr="00D50B82">
        <w:trPr>
          <w:trHeight w:val="350"/>
        </w:trPr>
        <w:tc>
          <w:tcPr>
            <w:tcW w:w="3902" w:type="dxa"/>
          </w:tcPr>
          <w:p w:rsidR="00D50B82" w:rsidRPr="00524A24" w:rsidRDefault="00D50B82" w:rsidP="00693B01">
            <w:pPr>
              <w:pStyle w:val="libPoem"/>
            </w:pPr>
            <w:r w:rsidRPr="00A72677">
              <w:rPr>
                <w:rtl/>
              </w:rPr>
              <w:t>ولا تُراضُ أ</w:t>
            </w:r>
            <w:r w:rsidR="00A72677" w:rsidRPr="00A72677">
              <w:rPr>
                <w:rtl/>
              </w:rPr>
              <w:t>قا</w:t>
            </w:r>
            <w:r w:rsidRPr="00A72677">
              <w:rPr>
                <w:rtl/>
              </w:rPr>
              <w:t>ليمُ ا</w:t>
            </w:r>
            <w:r w:rsidR="00A72677" w:rsidRPr="00A72677">
              <w:rPr>
                <w:rtl/>
              </w:rPr>
              <w:t>لب</w:t>
            </w:r>
            <w:r w:rsidRPr="00A72677">
              <w:rPr>
                <w:rtl/>
              </w:rPr>
              <w:t xml:space="preserve">لادِ </w:t>
            </w:r>
            <w:r w:rsidR="00A72677" w:rsidRPr="00A72677">
              <w:rPr>
                <w:rtl/>
              </w:rPr>
              <w:t>بم</w:t>
            </w:r>
            <w:r w:rsidR="00677BC4">
              <w:rPr>
                <w:rtl/>
              </w:rPr>
              <w:t>َ</w:t>
            </w:r>
            <w:r w:rsidRPr="00A72677">
              <w:rPr>
                <w:rtl/>
              </w:rPr>
              <w:t>نْ</w:t>
            </w:r>
            <w:r w:rsidRPr="00A72677">
              <w:rPr>
                <w:rStyle w:val="libPoemTiniChar0"/>
                <w:rtl/>
              </w:rPr>
              <w:br/>
              <w:t> </w:t>
            </w:r>
          </w:p>
        </w:tc>
        <w:tc>
          <w:tcPr>
            <w:tcW w:w="301" w:type="dxa"/>
          </w:tcPr>
          <w:p w:rsidR="00D50B82" w:rsidRPr="00A72677" w:rsidRDefault="00D50B82" w:rsidP="00693B01">
            <w:pPr>
              <w:pStyle w:val="libPoem"/>
              <w:rPr>
                <w:rtl/>
              </w:rPr>
            </w:pPr>
          </w:p>
        </w:tc>
        <w:tc>
          <w:tcPr>
            <w:tcW w:w="3884" w:type="dxa"/>
          </w:tcPr>
          <w:p w:rsidR="00D50B82" w:rsidRPr="00A72677" w:rsidRDefault="00A72677" w:rsidP="00693B01">
            <w:pPr>
              <w:pStyle w:val="libPoem"/>
            </w:pPr>
            <w:r w:rsidRPr="00A72677">
              <w:rPr>
                <w:rtl/>
              </w:rPr>
              <w:t>لم</w:t>
            </w:r>
            <w:r w:rsidR="004C00A8">
              <w:rPr>
                <w:rtl/>
              </w:rPr>
              <w:t xml:space="preserve"> </w:t>
            </w:r>
            <w:r w:rsidRPr="00A72677">
              <w:rPr>
                <w:rtl/>
              </w:rPr>
              <w:t>تس</w:t>
            </w:r>
            <w:r w:rsidR="00D50B82" w:rsidRPr="00A72677">
              <w:rPr>
                <w:rtl/>
              </w:rPr>
              <w:t>قِ من خُلق</w:t>
            </w:r>
            <w:r w:rsidR="00677BC4">
              <w:rPr>
                <w:rtl/>
              </w:rPr>
              <w:t>َ</w:t>
            </w:r>
            <w:r w:rsidR="00D50B82" w:rsidRPr="00A72677">
              <w:rPr>
                <w:rtl/>
              </w:rPr>
              <w:t>يه الصفو والكدرا</w:t>
            </w:r>
            <w:r w:rsidR="00D50B82" w:rsidRPr="00A72677">
              <w:rPr>
                <w:rStyle w:val="libPoemTiniChar0"/>
                <w:rtl/>
              </w:rPr>
              <w:br/>
              <w:t> </w:t>
            </w:r>
          </w:p>
        </w:tc>
      </w:tr>
      <w:tr w:rsidR="00D50B82" w:rsidRPr="00524A24" w:rsidTr="00D50B82">
        <w:trPr>
          <w:trHeight w:val="350"/>
        </w:trPr>
        <w:tc>
          <w:tcPr>
            <w:tcW w:w="3902" w:type="dxa"/>
          </w:tcPr>
          <w:p w:rsidR="00D50B82" w:rsidRPr="00524A24" w:rsidRDefault="00D50B82" w:rsidP="00693B01">
            <w:pPr>
              <w:pStyle w:val="libPoem"/>
            </w:pPr>
            <w:r w:rsidRPr="00A72677">
              <w:rPr>
                <w:rtl/>
              </w:rPr>
              <w:t>وا</w:t>
            </w:r>
            <w:r w:rsidR="00A72677" w:rsidRPr="00A72677">
              <w:rPr>
                <w:rtl/>
              </w:rPr>
              <w:t>لح</w:t>
            </w:r>
            <w:r w:rsidRPr="00A72677">
              <w:rPr>
                <w:rtl/>
              </w:rPr>
              <w:t>لُ</w:t>
            </w:r>
            <w:r w:rsidR="004C00A8">
              <w:rPr>
                <w:rtl/>
              </w:rPr>
              <w:t xml:space="preserve"> </w:t>
            </w:r>
            <w:r w:rsidRPr="00A72677">
              <w:rPr>
                <w:rtl/>
              </w:rPr>
              <w:t>وا</w:t>
            </w:r>
            <w:r w:rsidR="00A72677" w:rsidRPr="00A72677">
              <w:rPr>
                <w:rtl/>
              </w:rPr>
              <w:t>لع</w:t>
            </w:r>
            <w:r w:rsidRPr="00A72677">
              <w:rPr>
                <w:rtl/>
              </w:rPr>
              <w:t xml:space="preserve">قدُ </w:t>
            </w:r>
            <w:r w:rsidR="00A72677" w:rsidRPr="00A72677">
              <w:rPr>
                <w:rtl/>
              </w:rPr>
              <w:t>لم</w:t>
            </w:r>
            <w:r w:rsidRPr="00A72677">
              <w:rPr>
                <w:rtl/>
              </w:rPr>
              <w:t xml:space="preserve"> يورد صوابهما</w:t>
            </w:r>
            <w:r w:rsidRPr="00A72677">
              <w:rPr>
                <w:rStyle w:val="libPoemTiniChar0"/>
                <w:rtl/>
              </w:rPr>
              <w:br/>
              <w:t> </w:t>
            </w:r>
          </w:p>
        </w:tc>
        <w:tc>
          <w:tcPr>
            <w:tcW w:w="301" w:type="dxa"/>
          </w:tcPr>
          <w:p w:rsidR="00D50B82" w:rsidRPr="00A72677" w:rsidRDefault="00D50B82" w:rsidP="00693B01">
            <w:pPr>
              <w:pStyle w:val="libPoem"/>
              <w:rPr>
                <w:rtl/>
              </w:rPr>
            </w:pPr>
          </w:p>
        </w:tc>
        <w:tc>
          <w:tcPr>
            <w:tcW w:w="3884" w:type="dxa"/>
          </w:tcPr>
          <w:p w:rsidR="00D50B82" w:rsidRPr="00A72677" w:rsidRDefault="00D50B82" w:rsidP="00693B01">
            <w:pPr>
              <w:pStyle w:val="libPoem"/>
            </w:pPr>
            <w:r w:rsidRPr="00A72677">
              <w:rPr>
                <w:rtl/>
              </w:rPr>
              <w:t>إلاّ ا</w:t>
            </w:r>
            <w:r w:rsidR="00A72677" w:rsidRPr="00A72677">
              <w:rPr>
                <w:rtl/>
              </w:rPr>
              <w:t>لذ</w:t>
            </w:r>
            <w:r w:rsidRPr="00A72677">
              <w:rPr>
                <w:rtl/>
              </w:rPr>
              <w:t xml:space="preserve">ي </w:t>
            </w:r>
            <w:r w:rsidR="00A72677" w:rsidRPr="00A72677">
              <w:rPr>
                <w:rtl/>
              </w:rPr>
              <w:t>ثق</w:t>
            </w:r>
            <w:r w:rsidRPr="00A72677">
              <w:rPr>
                <w:rtl/>
              </w:rPr>
              <w:t xml:space="preserve">ة </w:t>
            </w:r>
            <w:r w:rsidR="00A72677" w:rsidRPr="00A72677">
              <w:rPr>
                <w:rtl/>
              </w:rPr>
              <w:t>عن</w:t>
            </w:r>
            <w:r w:rsidRPr="00A72677">
              <w:rPr>
                <w:rtl/>
              </w:rPr>
              <w:t xml:space="preserve"> رأ</w:t>
            </w:r>
            <w:r w:rsidR="00A72677" w:rsidRPr="00A72677">
              <w:rPr>
                <w:rtl/>
              </w:rPr>
              <w:t>يه</w:t>
            </w:r>
            <w:r w:rsidRPr="00A72677">
              <w:rPr>
                <w:rtl/>
              </w:rPr>
              <w:t xml:space="preserve">ِ </w:t>
            </w:r>
            <w:r w:rsidR="00A72677" w:rsidRPr="00A72677">
              <w:rPr>
                <w:rtl/>
              </w:rPr>
              <w:t>صد</w:t>
            </w:r>
            <w:r w:rsidRPr="00A72677">
              <w:rPr>
                <w:rtl/>
              </w:rPr>
              <w:t>را</w:t>
            </w:r>
            <w:r w:rsidRPr="00A72677">
              <w:rPr>
                <w:rStyle w:val="libPoemTiniChar0"/>
                <w:rtl/>
              </w:rPr>
              <w:br/>
              <w:t> </w:t>
            </w:r>
          </w:p>
        </w:tc>
      </w:tr>
      <w:tr w:rsidR="00D50B82" w:rsidRPr="00524A24" w:rsidTr="00D50B82">
        <w:trPr>
          <w:trHeight w:val="350"/>
        </w:trPr>
        <w:tc>
          <w:tcPr>
            <w:tcW w:w="3902" w:type="dxa"/>
          </w:tcPr>
          <w:p w:rsidR="00D50B82" w:rsidRPr="00524A24" w:rsidRDefault="00D50B82" w:rsidP="00693B01">
            <w:pPr>
              <w:pStyle w:val="libPoem"/>
            </w:pPr>
            <w:r w:rsidRPr="00A72677">
              <w:rPr>
                <w:rtl/>
              </w:rPr>
              <w:t xml:space="preserve">ولا </w:t>
            </w:r>
            <w:r w:rsidR="00A72677" w:rsidRPr="00A72677">
              <w:rPr>
                <w:rtl/>
              </w:rPr>
              <w:t>تنا</w:t>
            </w:r>
            <w:r w:rsidRPr="00A72677">
              <w:rPr>
                <w:rtl/>
              </w:rPr>
              <w:t>طُ أ</w:t>
            </w:r>
            <w:r w:rsidR="00A72677" w:rsidRPr="00A72677">
              <w:rPr>
                <w:rtl/>
              </w:rPr>
              <w:t>مو</w:t>
            </w:r>
            <w:r w:rsidRPr="00A72677">
              <w:rPr>
                <w:rtl/>
              </w:rPr>
              <w:t>رُ ا</w:t>
            </w:r>
            <w:r w:rsidR="00A72677" w:rsidRPr="00A72677">
              <w:rPr>
                <w:rtl/>
              </w:rPr>
              <w:t>لم</w:t>
            </w:r>
            <w:r w:rsidRPr="00A72677">
              <w:rPr>
                <w:rtl/>
              </w:rPr>
              <w:t>لكِ أ</w:t>
            </w:r>
            <w:r w:rsidR="00A72677" w:rsidRPr="00A72677">
              <w:rPr>
                <w:rtl/>
              </w:rPr>
              <w:t>جم</w:t>
            </w:r>
            <w:r w:rsidRPr="00A72677">
              <w:rPr>
                <w:rtl/>
              </w:rPr>
              <w:t>عها</w:t>
            </w:r>
            <w:r w:rsidRPr="00A72677">
              <w:rPr>
                <w:rStyle w:val="libPoemTiniChar0"/>
                <w:rtl/>
              </w:rPr>
              <w:br/>
              <w:t> </w:t>
            </w:r>
          </w:p>
        </w:tc>
        <w:tc>
          <w:tcPr>
            <w:tcW w:w="301" w:type="dxa"/>
          </w:tcPr>
          <w:p w:rsidR="00D50B82" w:rsidRPr="00A72677" w:rsidRDefault="00D50B82" w:rsidP="00693B01">
            <w:pPr>
              <w:pStyle w:val="libPoem"/>
              <w:rPr>
                <w:rtl/>
              </w:rPr>
            </w:pPr>
          </w:p>
        </w:tc>
        <w:tc>
          <w:tcPr>
            <w:tcW w:w="3884" w:type="dxa"/>
          </w:tcPr>
          <w:p w:rsidR="00D50B82" w:rsidRPr="00A72677" w:rsidRDefault="00D50B82" w:rsidP="00693B01">
            <w:pPr>
              <w:pStyle w:val="libPoem"/>
            </w:pPr>
            <w:r w:rsidRPr="00A72677">
              <w:rPr>
                <w:rtl/>
              </w:rPr>
              <w:t xml:space="preserve">إلا </w:t>
            </w:r>
            <w:r w:rsidR="00A72677" w:rsidRPr="00A72677">
              <w:rPr>
                <w:rtl/>
              </w:rPr>
              <w:t>بم</w:t>
            </w:r>
            <w:r w:rsidR="00677BC4">
              <w:rPr>
                <w:rtl/>
              </w:rPr>
              <w:t>َ</w:t>
            </w:r>
            <w:r w:rsidR="00A72677" w:rsidRPr="00A72677">
              <w:rPr>
                <w:rtl/>
              </w:rPr>
              <w:t>ن</w:t>
            </w:r>
            <w:r w:rsidRPr="00A72677">
              <w:rPr>
                <w:rtl/>
              </w:rPr>
              <w:t>ْ قارع</w:t>
            </w:r>
            <w:r w:rsidR="00677BC4">
              <w:rPr>
                <w:rtl/>
              </w:rPr>
              <w:t>َ</w:t>
            </w:r>
            <w:r w:rsidRPr="00A72677">
              <w:rPr>
                <w:rtl/>
              </w:rPr>
              <w:t xml:space="preserve"> الأ</w:t>
            </w:r>
            <w:r w:rsidR="00A72677" w:rsidRPr="00A72677">
              <w:rPr>
                <w:rtl/>
              </w:rPr>
              <w:t>يا</w:t>
            </w:r>
            <w:r w:rsidRPr="00A72677">
              <w:rPr>
                <w:rtl/>
              </w:rPr>
              <w:t>م</w:t>
            </w:r>
            <w:r w:rsidR="00677BC4">
              <w:rPr>
                <w:rtl/>
              </w:rPr>
              <w:t>َ</w:t>
            </w:r>
            <w:r w:rsidRPr="00A72677">
              <w:rPr>
                <w:rtl/>
              </w:rPr>
              <w:t xml:space="preserve"> </w:t>
            </w:r>
            <w:r w:rsidR="00A72677" w:rsidRPr="00A72677">
              <w:rPr>
                <w:rtl/>
              </w:rPr>
              <w:t>مق</w:t>
            </w:r>
            <w:r w:rsidRPr="00A72677">
              <w:rPr>
                <w:rtl/>
              </w:rPr>
              <w:t>تدرا</w:t>
            </w:r>
            <w:r w:rsidRPr="00A72677">
              <w:rPr>
                <w:rStyle w:val="libPoemTiniChar0"/>
                <w:rtl/>
              </w:rPr>
              <w:br/>
              <w:t> </w:t>
            </w:r>
          </w:p>
        </w:tc>
      </w:tr>
      <w:tr w:rsidR="00D50B82" w:rsidRPr="00524A24" w:rsidTr="00D50B82">
        <w:trPr>
          <w:trHeight w:val="350"/>
        </w:trPr>
        <w:tc>
          <w:tcPr>
            <w:tcW w:w="3902" w:type="dxa"/>
          </w:tcPr>
          <w:p w:rsidR="00D50B82" w:rsidRPr="00524A24" w:rsidRDefault="00D50B82" w:rsidP="00693B01">
            <w:pPr>
              <w:pStyle w:val="libPoem"/>
            </w:pPr>
            <w:r w:rsidRPr="00A72677">
              <w:rPr>
                <w:rtl/>
              </w:rPr>
              <w:t>أ</w:t>
            </w:r>
            <w:r w:rsidR="00A72677" w:rsidRPr="00A72677">
              <w:rPr>
                <w:rtl/>
              </w:rPr>
              <w:t>ما</w:t>
            </w:r>
            <w:r w:rsidRPr="00A72677">
              <w:rPr>
                <w:rtl/>
              </w:rPr>
              <w:t xml:space="preserve"> </w:t>
            </w:r>
            <w:r w:rsidR="00A72677" w:rsidRPr="00A72677">
              <w:rPr>
                <w:rtl/>
              </w:rPr>
              <w:t>نظ</w:t>
            </w:r>
            <w:r w:rsidRPr="00A72677">
              <w:rPr>
                <w:rtl/>
              </w:rPr>
              <w:t>رت</w:t>
            </w:r>
            <w:r w:rsidR="00677BC4">
              <w:rPr>
                <w:rtl/>
              </w:rPr>
              <w:t>َ</w:t>
            </w:r>
            <w:r w:rsidRPr="00A72677">
              <w:rPr>
                <w:rtl/>
              </w:rPr>
              <w:t xml:space="preserve"> </w:t>
            </w:r>
            <w:r w:rsidR="00A72677" w:rsidRPr="00A72677">
              <w:rPr>
                <w:rtl/>
              </w:rPr>
              <w:t>لس</w:t>
            </w:r>
            <w:r w:rsidRPr="00A72677">
              <w:rPr>
                <w:rtl/>
              </w:rPr>
              <w:t>لطانِ ا</w:t>
            </w:r>
            <w:r w:rsidR="00A72677" w:rsidRPr="00A72677">
              <w:rPr>
                <w:rtl/>
              </w:rPr>
              <w:t>لب</w:t>
            </w:r>
            <w:r w:rsidRPr="00A72677">
              <w:rPr>
                <w:rtl/>
              </w:rPr>
              <w:t>ريةِ من</w:t>
            </w:r>
            <w:r w:rsidRPr="00A72677">
              <w:rPr>
                <w:rStyle w:val="libPoemTiniChar0"/>
                <w:rtl/>
              </w:rPr>
              <w:br/>
              <w:t> </w:t>
            </w:r>
          </w:p>
        </w:tc>
        <w:tc>
          <w:tcPr>
            <w:tcW w:w="301" w:type="dxa"/>
          </w:tcPr>
          <w:p w:rsidR="00D50B82" w:rsidRPr="00A72677" w:rsidRDefault="00D50B82" w:rsidP="00693B01">
            <w:pPr>
              <w:pStyle w:val="libPoem"/>
              <w:rPr>
                <w:rtl/>
              </w:rPr>
            </w:pPr>
          </w:p>
        </w:tc>
        <w:tc>
          <w:tcPr>
            <w:tcW w:w="3884" w:type="dxa"/>
          </w:tcPr>
          <w:p w:rsidR="00D50B82" w:rsidRPr="00A72677" w:rsidRDefault="00A72677" w:rsidP="00693B01">
            <w:pPr>
              <w:pStyle w:val="libPoem"/>
            </w:pPr>
            <w:r w:rsidRPr="00A72677">
              <w:rPr>
                <w:rtl/>
              </w:rPr>
              <w:t>عل</w:t>
            </w:r>
            <w:r w:rsidR="00D50B82" w:rsidRPr="00A72677">
              <w:rPr>
                <w:rtl/>
              </w:rPr>
              <w:t>ا</w:t>
            </w:r>
            <w:r w:rsidR="004C00A8">
              <w:rPr>
                <w:rtl/>
              </w:rPr>
              <w:t xml:space="preserve"> </w:t>
            </w:r>
            <w:r w:rsidR="00D50B82" w:rsidRPr="00A72677">
              <w:rPr>
                <w:rtl/>
              </w:rPr>
              <w:t>ا</w:t>
            </w:r>
            <w:r w:rsidRPr="00A72677">
              <w:rPr>
                <w:rtl/>
              </w:rPr>
              <w:t>لر</w:t>
            </w:r>
            <w:r w:rsidR="00D50B82" w:rsidRPr="00A72677">
              <w:rPr>
                <w:rtl/>
              </w:rPr>
              <w:t>عية</w:t>
            </w:r>
            <w:r w:rsidR="00677BC4">
              <w:rPr>
                <w:rtl/>
              </w:rPr>
              <w:t>َ</w:t>
            </w:r>
            <w:r w:rsidR="00D50B82" w:rsidRPr="00A72677">
              <w:rPr>
                <w:rtl/>
              </w:rPr>
              <w:t xml:space="preserve"> </w:t>
            </w:r>
            <w:r w:rsidRPr="00A72677">
              <w:rPr>
                <w:rtl/>
              </w:rPr>
              <w:t>ظل</w:t>
            </w:r>
            <w:r w:rsidR="00D50B82" w:rsidRPr="00A72677">
              <w:rPr>
                <w:rtl/>
              </w:rPr>
              <w:t>ّ</w:t>
            </w:r>
            <w:r w:rsidR="00677BC4">
              <w:rPr>
                <w:rtl/>
              </w:rPr>
              <w:t>َ</w:t>
            </w:r>
            <w:r w:rsidR="00D50B82" w:rsidRPr="00A72677">
              <w:rPr>
                <w:rtl/>
              </w:rPr>
              <w:t xml:space="preserve"> العدلِ قد نشرا</w:t>
            </w:r>
            <w:r w:rsidR="00D50B82" w:rsidRPr="00A72677">
              <w:rPr>
                <w:rStyle w:val="libPoemTiniChar0"/>
                <w:rtl/>
              </w:rPr>
              <w:br/>
              <w:t> </w:t>
            </w:r>
          </w:p>
        </w:tc>
      </w:tr>
      <w:tr w:rsidR="00D50B82" w:rsidRPr="00524A24" w:rsidTr="00D50B82">
        <w:trPr>
          <w:trHeight w:val="350"/>
        </w:trPr>
        <w:tc>
          <w:tcPr>
            <w:tcW w:w="3902" w:type="dxa"/>
          </w:tcPr>
          <w:p w:rsidR="00D50B82" w:rsidRPr="00524A24" w:rsidRDefault="00D50B82" w:rsidP="00693B01">
            <w:pPr>
              <w:pStyle w:val="libPoem"/>
            </w:pPr>
            <w:r w:rsidRPr="00A72677">
              <w:rPr>
                <w:rtl/>
              </w:rPr>
              <w:t>م</w:t>
            </w:r>
            <w:r w:rsidR="00677BC4">
              <w:rPr>
                <w:rtl/>
              </w:rPr>
              <w:t>َ</w:t>
            </w:r>
            <w:r w:rsidR="00A72677" w:rsidRPr="00A72677">
              <w:rPr>
                <w:rtl/>
              </w:rPr>
              <w:t>ن</w:t>
            </w:r>
            <w:r w:rsidRPr="00A72677">
              <w:rPr>
                <w:rtl/>
              </w:rPr>
              <w:t>ْ ودّت الشهبُ لو في ربعهِ هبطتْ</w:t>
            </w:r>
            <w:r w:rsidRPr="00A72677">
              <w:rPr>
                <w:rStyle w:val="libPoemTiniChar0"/>
                <w:rtl/>
              </w:rPr>
              <w:br/>
              <w:t> </w:t>
            </w:r>
          </w:p>
        </w:tc>
        <w:tc>
          <w:tcPr>
            <w:tcW w:w="301" w:type="dxa"/>
          </w:tcPr>
          <w:p w:rsidR="00D50B82" w:rsidRPr="00A72677" w:rsidRDefault="00D50B82" w:rsidP="00693B01">
            <w:pPr>
              <w:pStyle w:val="libPoem"/>
              <w:rPr>
                <w:rtl/>
              </w:rPr>
            </w:pPr>
          </w:p>
        </w:tc>
        <w:tc>
          <w:tcPr>
            <w:tcW w:w="3884" w:type="dxa"/>
          </w:tcPr>
          <w:p w:rsidR="00D50B82" w:rsidRPr="00A72677" w:rsidRDefault="00A72677" w:rsidP="00693B01">
            <w:pPr>
              <w:pStyle w:val="libPoem"/>
            </w:pPr>
            <w:r w:rsidRPr="00A72677">
              <w:rPr>
                <w:rtl/>
              </w:rPr>
              <w:t>فقب</w:t>
            </w:r>
            <w:r w:rsidR="00D50B82" w:rsidRPr="00A72677">
              <w:rPr>
                <w:rtl/>
              </w:rPr>
              <w:t>ّلته و</w:t>
            </w:r>
            <w:r w:rsidRPr="00A72677">
              <w:rPr>
                <w:rtl/>
              </w:rPr>
              <w:t>شمّت</w:t>
            </w:r>
            <w:r w:rsidR="00D50B82" w:rsidRPr="00A72677">
              <w:rPr>
                <w:rtl/>
              </w:rPr>
              <w:t xml:space="preserve"> </w:t>
            </w:r>
            <w:r w:rsidRPr="00A72677">
              <w:rPr>
                <w:rtl/>
              </w:rPr>
              <w:t>تر</w:t>
            </w:r>
            <w:r w:rsidR="00D50B82" w:rsidRPr="00A72677">
              <w:rPr>
                <w:rtl/>
              </w:rPr>
              <w:t>ب</w:t>
            </w:r>
            <w:r w:rsidR="00677BC4">
              <w:rPr>
                <w:rtl/>
              </w:rPr>
              <w:t>َ</w:t>
            </w:r>
            <w:r w:rsidR="00D50B82" w:rsidRPr="00A72677">
              <w:rPr>
                <w:rtl/>
              </w:rPr>
              <w:t>هُ ا</w:t>
            </w:r>
            <w:r w:rsidRPr="00A72677">
              <w:rPr>
                <w:rtl/>
              </w:rPr>
              <w:t>لع</w:t>
            </w:r>
            <w:r w:rsidR="00D50B82" w:rsidRPr="00A72677">
              <w:rPr>
                <w:rtl/>
              </w:rPr>
              <w:t>طرا</w:t>
            </w:r>
            <w:r w:rsidR="00D50B82" w:rsidRPr="00A72677">
              <w:rPr>
                <w:rStyle w:val="libPoemTiniChar0"/>
                <w:rtl/>
              </w:rPr>
              <w:br/>
              <w:t> </w:t>
            </w:r>
          </w:p>
        </w:tc>
      </w:tr>
      <w:tr w:rsidR="00D50B82" w:rsidRPr="00524A24" w:rsidTr="00D50B82">
        <w:trPr>
          <w:trHeight w:val="350"/>
        </w:trPr>
        <w:tc>
          <w:tcPr>
            <w:tcW w:w="3902" w:type="dxa"/>
          </w:tcPr>
          <w:p w:rsidR="00D50B82" w:rsidRPr="00524A24" w:rsidRDefault="00A72677" w:rsidP="00693B01">
            <w:pPr>
              <w:pStyle w:val="libPoem"/>
            </w:pPr>
            <w:r w:rsidRPr="009647FC">
              <w:rPr>
                <w:rtl/>
              </w:rPr>
              <w:t>كي</w:t>
            </w:r>
            <w:r w:rsidR="00D50B82" w:rsidRPr="009647FC">
              <w:rPr>
                <w:rtl/>
              </w:rPr>
              <w:t>ف</w:t>
            </w:r>
            <w:r w:rsidR="004C00A8">
              <w:rPr>
                <w:rtl/>
              </w:rPr>
              <w:t xml:space="preserve"> </w:t>
            </w:r>
            <w:r w:rsidR="00D50B82" w:rsidRPr="009647FC">
              <w:rPr>
                <w:rtl/>
              </w:rPr>
              <w:t>اغتدي</w:t>
            </w:r>
            <w:r w:rsidR="00D50B82">
              <w:rPr>
                <w:rtl/>
              </w:rPr>
              <w:t xml:space="preserve"> </w:t>
            </w:r>
            <w:r w:rsidR="00D50B82" w:rsidRPr="009647FC">
              <w:rPr>
                <w:rtl/>
              </w:rPr>
              <w:t>مودّعاً</w:t>
            </w:r>
            <w:r w:rsidR="00D50B82">
              <w:rPr>
                <w:rtl/>
              </w:rPr>
              <w:t xml:space="preserve"> </w:t>
            </w:r>
            <w:r w:rsidR="00D50B82" w:rsidRPr="009647FC">
              <w:rPr>
                <w:rtl/>
              </w:rPr>
              <w:t>أسرار</w:t>
            </w:r>
            <w:r w:rsidR="00677BC4">
              <w:rPr>
                <w:rtl/>
              </w:rPr>
              <w:t>َ</w:t>
            </w:r>
            <w:r w:rsidR="00D50B82">
              <w:rPr>
                <w:rtl/>
              </w:rPr>
              <w:t xml:space="preserve"> </w:t>
            </w:r>
            <w:r w:rsidR="00D50B82" w:rsidRPr="009647FC">
              <w:rPr>
                <w:rtl/>
              </w:rPr>
              <w:t>حضرته</w:t>
            </w:r>
            <w:r w:rsidR="00D50B82" w:rsidRPr="00725071">
              <w:rPr>
                <w:rStyle w:val="libPoemTiniChar0"/>
                <w:rtl/>
              </w:rPr>
              <w:br/>
              <w:t> </w:t>
            </w:r>
          </w:p>
        </w:tc>
        <w:tc>
          <w:tcPr>
            <w:tcW w:w="301" w:type="dxa"/>
          </w:tcPr>
          <w:p w:rsidR="00D50B82" w:rsidRDefault="00D50B82" w:rsidP="00693B01">
            <w:pPr>
              <w:pStyle w:val="libPoem"/>
              <w:rPr>
                <w:rtl/>
              </w:rPr>
            </w:pPr>
          </w:p>
        </w:tc>
        <w:tc>
          <w:tcPr>
            <w:tcW w:w="3884" w:type="dxa"/>
          </w:tcPr>
          <w:p w:rsidR="00D50B82" w:rsidRDefault="00A72677" w:rsidP="00693B01">
            <w:pPr>
              <w:pStyle w:val="libPoem"/>
            </w:pPr>
            <w:r w:rsidRPr="009647FC">
              <w:rPr>
                <w:rtl/>
              </w:rPr>
              <w:t>صد</w:t>
            </w:r>
            <w:r w:rsidR="00D50B82" w:rsidRPr="009647FC">
              <w:rPr>
                <w:rtl/>
              </w:rPr>
              <w:t>راً</w:t>
            </w:r>
            <w:r w:rsidR="00D50B82">
              <w:rPr>
                <w:rtl/>
              </w:rPr>
              <w:t xml:space="preserve"> </w:t>
            </w:r>
            <w:r w:rsidR="00D50B82" w:rsidRPr="009647FC">
              <w:rPr>
                <w:rtl/>
              </w:rPr>
              <w:t>أ</w:t>
            </w:r>
            <w:r w:rsidRPr="009647FC">
              <w:rPr>
                <w:rtl/>
              </w:rPr>
              <w:t>حا</w:t>
            </w:r>
            <w:r w:rsidR="00D50B82" w:rsidRPr="009647FC">
              <w:rPr>
                <w:rtl/>
              </w:rPr>
              <w:t>ط</w:t>
            </w:r>
            <w:r w:rsidR="00D50B82">
              <w:rPr>
                <w:rtl/>
              </w:rPr>
              <w:t xml:space="preserve"> </w:t>
            </w:r>
            <w:r w:rsidRPr="009647FC">
              <w:rPr>
                <w:rtl/>
              </w:rPr>
              <w:t>بأ</w:t>
            </w:r>
            <w:r w:rsidR="00D50B82" w:rsidRPr="009647FC">
              <w:rPr>
                <w:rtl/>
              </w:rPr>
              <w:t>سرارِ</w:t>
            </w:r>
            <w:r w:rsidR="00D50B82">
              <w:rPr>
                <w:rtl/>
              </w:rPr>
              <w:t xml:space="preserve"> </w:t>
            </w:r>
            <w:r w:rsidR="00D50B82" w:rsidRPr="009647FC">
              <w:rPr>
                <w:rtl/>
              </w:rPr>
              <w:t>النهى</w:t>
            </w:r>
            <w:r w:rsidR="00D50B82">
              <w:rPr>
                <w:rtl/>
              </w:rPr>
              <w:t xml:space="preserve"> </w:t>
            </w:r>
            <w:r w:rsidR="00D50B82" w:rsidRPr="009647FC">
              <w:rPr>
                <w:rtl/>
              </w:rPr>
              <w:t>خبرا</w:t>
            </w:r>
            <w:r w:rsidR="00D50B82" w:rsidRPr="00725071">
              <w:rPr>
                <w:rStyle w:val="libPoemTiniChar0"/>
                <w:rtl/>
              </w:rPr>
              <w:br/>
              <w:t> </w:t>
            </w:r>
          </w:p>
        </w:tc>
      </w:tr>
      <w:tr w:rsidR="00D50B82" w:rsidRPr="00524A24" w:rsidTr="00D50B82">
        <w:trPr>
          <w:trHeight w:val="350"/>
        </w:trPr>
        <w:tc>
          <w:tcPr>
            <w:tcW w:w="3902" w:type="dxa"/>
          </w:tcPr>
          <w:p w:rsidR="00D50B82" w:rsidRPr="00524A24" w:rsidRDefault="00D50B82" w:rsidP="00693B01">
            <w:pPr>
              <w:pStyle w:val="libPoem"/>
            </w:pPr>
            <w:r w:rsidRPr="009647FC">
              <w:rPr>
                <w:rtl/>
              </w:rPr>
              <w:t>و</w:t>
            </w:r>
            <w:r w:rsidR="00A72677" w:rsidRPr="009647FC">
              <w:rPr>
                <w:rtl/>
              </w:rPr>
              <w:t>كيف</w:t>
            </w:r>
            <w:r>
              <w:rPr>
                <w:rtl/>
              </w:rPr>
              <w:t xml:space="preserve"> </w:t>
            </w:r>
            <w:r w:rsidRPr="009647FC">
              <w:rPr>
                <w:rtl/>
              </w:rPr>
              <w:t>أ</w:t>
            </w:r>
            <w:r w:rsidR="00A72677" w:rsidRPr="009647FC">
              <w:rPr>
                <w:rtl/>
              </w:rPr>
              <w:t>نزله</w:t>
            </w:r>
            <w:r w:rsidRPr="009647FC">
              <w:rPr>
                <w:rtl/>
              </w:rPr>
              <w:t>ُ</w:t>
            </w:r>
            <w:r>
              <w:rPr>
                <w:rtl/>
              </w:rPr>
              <w:t xml:space="preserve"> </w:t>
            </w:r>
            <w:r w:rsidR="00A72677" w:rsidRPr="009647FC">
              <w:rPr>
                <w:rtl/>
              </w:rPr>
              <w:t>منه</w:t>
            </w:r>
            <w:r w:rsidRPr="009647FC">
              <w:rPr>
                <w:rtl/>
              </w:rPr>
              <w:t>ُ</w:t>
            </w:r>
            <w:r>
              <w:rPr>
                <w:rtl/>
              </w:rPr>
              <w:t xml:space="preserve"> </w:t>
            </w:r>
            <w:r w:rsidR="00A72677" w:rsidRPr="009647FC">
              <w:rPr>
                <w:rtl/>
              </w:rPr>
              <w:t>بم</w:t>
            </w:r>
            <w:r w:rsidRPr="009647FC">
              <w:rPr>
                <w:rtl/>
              </w:rPr>
              <w:t>نزلةٍ</w:t>
            </w:r>
            <w:r w:rsidRPr="00725071">
              <w:rPr>
                <w:rStyle w:val="libPoemTiniChar0"/>
                <w:rtl/>
              </w:rPr>
              <w:br/>
              <w:t> </w:t>
            </w:r>
          </w:p>
        </w:tc>
        <w:tc>
          <w:tcPr>
            <w:tcW w:w="301" w:type="dxa"/>
          </w:tcPr>
          <w:p w:rsidR="00D50B82" w:rsidRDefault="00D50B82" w:rsidP="00693B01">
            <w:pPr>
              <w:pStyle w:val="libPoem"/>
              <w:rPr>
                <w:rtl/>
              </w:rPr>
            </w:pPr>
          </w:p>
        </w:tc>
        <w:tc>
          <w:tcPr>
            <w:tcW w:w="3884" w:type="dxa"/>
          </w:tcPr>
          <w:p w:rsidR="00D50B82" w:rsidRDefault="00A72677" w:rsidP="00693B01">
            <w:pPr>
              <w:pStyle w:val="libPoem"/>
            </w:pPr>
            <w:r w:rsidRPr="009647FC">
              <w:rPr>
                <w:rtl/>
              </w:rPr>
              <w:t>لو</w:t>
            </w:r>
            <w:r w:rsidR="00D50B82">
              <w:rPr>
                <w:rtl/>
              </w:rPr>
              <w:t xml:space="preserve"> </w:t>
            </w:r>
            <w:r w:rsidRPr="009647FC">
              <w:rPr>
                <w:rtl/>
              </w:rPr>
              <w:t>ين</w:t>
            </w:r>
            <w:r w:rsidR="00D50B82" w:rsidRPr="009647FC">
              <w:rPr>
                <w:rtl/>
              </w:rPr>
              <w:t>زلُ</w:t>
            </w:r>
            <w:r w:rsidR="00D50B82">
              <w:rPr>
                <w:rtl/>
              </w:rPr>
              <w:t xml:space="preserve"> </w:t>
            </w:r>
            <w:r w:rsidR="00D50B82" w:rsidRPr="009647FC">
              <w:rPr>
                <w:rtl/>
              </w:rPr>
              <w:t>ا</w:t>
            </w:r>
            <w:r w:rsidRPr="009647FC">
              <w:rPr>
                <w:rtl/>
              </w:rPr>
              <w:t>لب</w:t>
            </w:r>
            <w:r w:rsidR="00D50B82" w:rsidRPr="009647FC">
              <w:rPr>
                <w:rtl/>
              </w:rPr>
              <w:t>درُ</w:t>
            </w:r>
            <w:r w:rsidR="00D50B82">
              <w:rPr>
                <w:rtl/>
              </w:rPr>
              <w:t xml:space="preserve"> </w:t>
            </w:r>
            <w:r w:rsidRPr="009647FC">
              <w:rPr>
                <w:rtl/>
              </w:rPr>
              <w:t>في</w:t>
            </w:r>
            <w:r w:rsidR="00D50B82" w:rsidRPr="009647FC">
              <w:rPr>
                <w:rtl/>
              </w:rPr>
              <w:t>ها</w:t>
            </w:r>
            <w:r w:rsidR="00D50B82">
              <w:rPr>
                <w:rtl/>
              </w:rPr>
              <w:t xml:space="preserve"> </w:t>
            </w:r>
            <w:r w:rsidR="00D50B82" w:rsidRPr="009647FC">
              <w:rPr>
                <w:rtl/>
              </w:rPr>
              <w:t>تاه</w:t>
            </w:r>
            <w:r w:rsidR="00D50B82">
              <w:rPr>
                <w:rtl/>
              </w:rPr>
              <w:t xml:space="preserve"> </w:t>
            </w:r>
            <w:r w:rsidR="00D50B82" w:rsidRPr="009647FC">
              <w:rPr>
                <w:rtl/>
              </w:rPr>
              <w:t>وافتخرا</w:t>
            </w:r>
            <w:r w:rsidR="00D50B82" w:rsidRPr="00725071">
              <w:rPr>
                <w:rStyle w:val="libPoemTiniChar0"/>
                <w:rtl/>
              </w:rPr>
              <w:br/>
              <w:t> </w:t>
            </w:r>
          </w:p>
        </w:tc>
      </w:tr>
      <w:tr w:rsidR="00D50B82" w:rsidRPr="00524A24" w:rsidTr="00D50B82">
        <w:trPr>
          <w:trHeight w:val="350"/>
        </w:trPr>
        <w:tc>
          <w:tcPr>
            <w:tcW w:w="3902" w:type="dxa"/>
          </w:tcPr>
          <w:p w:rsidR="00D50B82" w:rsidRPr="00524A24" w:rsidRDefault="00D50B82" w:rsidP="00693B01">
            <w:pPr>
              <w:pStyle w:val="libPoem"/>
            </w:pPr>
            <w:r w:rsidRPr="009647FC">
              <w:rPr>
                <w:rtl/>
              </w:rPr>
              <w:t>لم</w:t>
            </w:r>
            <w:r>
              <w:rPr>
                <w:rtl/>
              </w:rPr>
              <w:t xml:space="preserve"> </w:t>
            </w:r>
            <w:r w:rsidR="00A72677" w:rsidRPr="009647FC">
              <w:rPr>
                <w:rtl/>
              </w:rPr>
              <w:t>يبل</w:t>
            </w:r>
            <w:r w:rsidRPr="009647FC">
              <w:rPr>
                <w:rtl/>
              </w:rPr>
              <w:t>ِ</w:t>
            </w:r>
            <w:r>
              <w:rPr>
                <w:rtl/>
              </w:rPr>
              <w:t xml:space="preserve"> </w:t>
            </w:r>
            <w:r w:rsidRPr="009647FC">
              <w:rPr>
                <w:rtl/>
              </w:rPr>
              <w:t>أ</w:t>
            </w:r>
            <w:r w:rsidR="00A72677" w:rsidRPr="009647FC">
              <w:rPr>
                <w:rtl/>
              </w:rPr>
              <w:t>خب</w:t>
            </w:r>
            <w:r w:rsidRPr="009647FC">
              <w:rPr>
                <w:rtl/>
              </w:rPr>
              <w:t>ار</w:t>
            </w:r>
            <w:r w:rsidR="00677BC4">
              <w:rPr>
                <w:rtl/>
              </w:rPr>
              <w:t>َ</w:t>
            </w:r>
            <w:r w:rsidRPr="009647FC">
              <w:rPr>
                <w:rtl/>
              </w:rPr>
              <w:t>هُ</w:t>
            </w:r>
            <w:r>
              <w:rPr>
                <w:rtl/>
              </w:rPr>
              <w:t xml:space="preserve"> </w:t>
            </w:r>
            <w:r w:rsidRPr="009647FC">
              <w:rPr>
                <w:rtl/>
              </w:rPr>
              <w:t>إلاّ</w:t>
            </w:r>
            <w:r>
              <w:rPr>
                <w:rtl/>
              </w:rPr>
              <w:t xml:space="preserve"> </w:t>
            </w:r>
            <w:r w:rsidRPr="009647FC">
              <w:rPr>
                <w:rtl/>
              </w:rPr>
              <w:t>رأى</w:t>
            </w:r>
            <w:r>
              <w:rPr>
                <w:rtl/>
              </w:rPr>
              <w:t xml:space="preserve"> </w:t>
            </w:r>
            <w:r w:rsidR="00A72677" w:rsidRPr="009647FC">
              <w:rPr>
                <w:rtl/>
              </w:rPr>
              <w:t>ثق</w:t>
            </w:r>
            <w:r w:rsidRPr="009647FC">
              <w:rPr>
                <w:rtl/>
              </w:rPr>
              <w:t>ةً</w:t>
            </w:r>
            <w:r w:rsidRPr="00725071">
              <w:rPr>
                <w:rStyle w:val="libPoemTiniChar0"/>
                <w:rtl/>
              </w:rPr>
              <w:br/>
              <w:t> </w:t>
            </w:r>
          </w:p>
        </w:tc>
        <w:tc>
          <w:tcPr>
            <w:tcW w:w="301" w:type="dxa"/>
          </w:tcPr>
          <w:p w:rsidR="00D50B82" w:rsidRDefault="00D50B82" w:rsidP="00693B01">
            <w:pPr>
              <w:pStyle w:val="libPoem"/>
              <w:rPr>
                <w:rtl/>
              </w:rPr>
            </w:pPr>
          </w:p>
        </w:tc>
        <w:tc>
          <w:tcPr>
            <w:tcW w:w="3884" w:type="dxa"/>
          </w:tcPr>
          <w:p w:rsidR="00D50B82" w:rsidRDefault="00A72677" w:rsidP="00693B01">
            <w:pPr>
              <w:pStyle w:val="libPoem"/>
            </w:pPr>
            <w:r w:rsidRPr="009647FC">
              <w:rPr>
                <w:rtl/>
              </w:rPr>
              <w:t>لل</w:t>
            </w:r>
            <w:r w:rsidR="00D50B82" w:rsidRPr="009647FC">
              <w:rPr>
                <w:rtl/>
              </w:rPr>
              <w:t>ملكِ</w:t>
            </w:r>
            <w:r w:rsidR="004C00A8">
              <w:rPr>
                <w:rtl/>
              </w:rPr>
              <w:t xml:space="preserve"> </w:t>
            </w:r>
            <w:r w:rsidRPr="009647FC">
              <w:rPr>
                <w:rtl/>
              </w:rPr>
              <w:t>صد</w:t>
            </w:r>
            <w:r w:rsidR="00D50B82" w:rsidRPr="009647FC">
              <w:rPr>
                <w:rtl/>
              </w:rPr>
              <w:t>ّ</w:t>
            </w:r>
            <w:r w:rsidR="00677BC4">
              <w:rPr>
                <w:rtl/>
              </w:rPr>
              <w:t>َ</w:t>
            </w:r>
            <w:r w:rsidR="00D50B82" w:rsidRPr="009647FC">
              <w:rPr>
                <w:rtl/>
              </w:rPr>
              <w:t>ق</w:t>
            </w:r>
            <w:r w:rsidR="00D50B82">
              <w:rPr>
                <w:rtl/>
              </w:rPr>
              <w:t xml:space="preserve"> </w:t>
            </w:r>
            <w:r w:rsidRPr="009647FC">
              <w:rPr>
                <w:rtl/>
              </w:rPr>
              <w:t>من</w:t>
            </w:r>
            <w:r w:rsidR="00D50B82" w:rsidRPr="009647FC">
              <w:rPr>
                <w:rtl/>
              </w:rPr>
              <w:t>هُ</w:t>
            </w:r>
            <w:r w:rsidR="00D50B82">
              <w:rPr>
                <w:rtl/>
              </w:rPr>
              <w:t xml:space="preserve"> </w:t>
            </w:r>
            <w:r w:rsidR="00D50B82" w:rsidRPr="009647FC">
              <w:rPr>
                <w:rtl/>
              </w:rPr>
              <w:t>المخبر</w:t>
            </w:r>
            <w:r w:rsidR="00677BC4">
              <w:rPr>
                <w:rtl/>
              </w:rPr>
              <w:t>َ</w:t>
            </w:r>
            <w:r w:rsidR="00D50B82">
              <w:rPr>
                <w:rtl/>
              </w:rPr>
              <w:t xml:space="preserve"> </w:t>
            </w:r>
            <w:r w:rsidR="00D50B82" w:rsidRPr="009647FC">
              <w:rPr>
                <w:rtl/>
              </w:rPr>
              <w:t>الخبرا</w:t>
            </w:r>
            <w:r w:rsidR="00D50B82" w:rsidRPr="00725071">
              <w:rPr>
                <w:rStyle w:val="libPoemTiniChar0"/>
                <w:rtl/>
              </w:rPr>
              <w:br/>
              <w:t> </w:t>
            </w:r>
          </w:p>
        </w:tc>
      </w:tr>
      <w:tr w:rsidR="00D50B82" w:rsidRPr="00524A24" w:rsidTr="00D50B82">
        <w:trPr>
          <w:trHeight w:val="350"/>
        </w:trPr>
        <w:tc>
          <w:tcPr>
            <w:tcW w:w="3902" w:type="dxa"/>
          </w:tcPr>
          <w:p w:rsidR="00D50B82" w:rsidRPr="00524A24" w:rsidRDefault="00A72677" w:rsidP="00693B01">
            <w:pPr>
              <w:pStyle w:val="libPoem"/>
            </w:pPr>
            <w:r w:rsidRPr="009647FC">
              <w:rPr>
                <w:rtl/>
              </w:rPr>
              <w:t>فق</w:t>
            </w:r>
            <w:r w:rsidR="00D50B82" w:rsidRPr="009647FC">
              <w:rPr>
                <w:rtl/>
              </w:rPr>
              <w:t>ال</w:t>
            </w:r>
            <w:r w:rsidR="00D50B82">
              <w:rPr>
                <w:rtl/>
              </w:rPr>
              <w:t xml:space="preserve"> </w:t>
            </w:r>
            <w:r w:rsidRPr="009647FC">
              <w:rPr>
                <w:rtl/>
              </w:rPr>
              <w:t>خذ</w:t>
            </w:r>
            <w:r w:rsidR="00D50B82" w:rsidRPr="009647FC">
              <w:rPr>
                <w:rtl/>
              </w:rPr>
              <w:t>ْ</w:t>
            </w:r>
            <w:r w:rsidR="00D50B82">
              <w:rPr>
                <w:rtl/>
              </w:rPr>
              <w:t xml:space="preserve"> </w:t>
            </w:r>
            <w:r w:rsidRPr="009647FC">
              <w:rPr>
                <w:rtl/>
              </w:rPr>
              <w:t>من</w:t>
            </w:r>
            <w:r w:rsidR="00D50B82" w:rsidRPr="009647FC">
              <w:rPr>
                <w:rtl/>
              </w:rPr>
              <w:t>صباً</w:t>
            </w:r>
            <w:r w:rsidR="00D50B82">
              <w:rPr>
                <w:rtl/>
              </w:rPr>
              <w:t xml:space="preserve"> </w:t>
            </w:r>
            <w:r w:rsidR="00D50B82" w:rsidRPr="009647FC">
              <w:rPr>
                <w:rtl/>
              </w:rPr>
              <w:t>أمُّ</w:t>
            </w:r>
            <w:r w:rsidR="00D50B82">
              <w:rPr>
                <w:rtl/>
              </w:rPr>
              <w:t xml:space="preserve"> </w:t>
            </w:r>
            <w:r w:rsidR="00D50B82" w:rsidRPr="009647FC">
              <w:rPr>
                <w:rtl/>
              </w:rPr>
              <w:t>العُلى</w:t>
            </w:r>
            <w:r w:rsidR="00D50B82">
              <w:rPr>
                <w:rtl/>
              </w:rPr>
              <w:t xml:space="preserve"> </w:t>
            </w:r>
            <w:r w:rsidR="00D50B82" w:rsidRPr="009647FC">
              <w:rPr>
                <w:rtl/>
              </w:rPr>
              <w:t>نصبتْ</w:t>
            </w:r>
            <w:r w:rsidR="00D50B82" w:rsidRPr="00725071">
              <w:rPr>
                <w:rStyle w:val="libPoemTiniChar0"/>
                <w:rtl/>
              </w:rPr>
              <w:br/>
              <w:t> </w:t>
            </w:r>
          </w:p>
        </w:tc>
        <w:tc>
          <w:tcPr>
            <w:tcW w:w="301" w:type="dxa"/>
          </w:tcPr>
          <w:p w:rsidR="00D50B82" w:rsidRDefault="00D50B82" w:rsidP="00693B01">
            <w:pPr>
              <w:pStyle w:val="libPoem"/>
              <w:rPr>
                <w:rtl/>
              </w:rPr>
            </w:pPr>
          </w:p>
        </w:tc>
        <w:tc>
          <w:tcPr>
            <w:tcW w:w="3884" w:type="dxa"/>
          </w:tcPr>
          <w:p w:rsidR="00D50B82" w:rsidRDefault="00D50B82" w:rsidP="00693B01">
            <w:pPr>
              <w:pStyle w:val="libPoem"/>
            </w:pPr>
            <w:r w:rsidRPr="009647FC">
              <w:rPr>
                <w:rtl/>
              </w:rPr>
              <w:t>أ</w:t>
            </w:r>
            <w:r w:rsidR="00A72677" w:rsidRPr="009647FC">
              <w:rPr>
                <w:rtl/>
              </w:rPr>
              <w:t>سر</w:t>
            </w:r>
            <w:r w:rsidRPr="009647FC">
              <w:rPr>
                <w:rtl/>
              </w:rPr>
              <w:t>ةً</w:t>
            </w:r>
            <w:r w:rsidR="004C00A8">
              <w:rPr>
                <w:rtl/>
              </w:rPr>
              <w:t xml:space="preserve"> </w:t>
            </w:r>
            <w:r w:rsidR="00A72677" w:rsidRPr="009647FC">
              <w:rPr>
                <w:rtl/>
              </w:rPr>
              <w:t>لك</w:t>
            </w:r>
            <w:r w:rsidR="00677BC4">
              <w:rPr>
                <w:rtl/>
              </w:rPr>
              <w:t>َ</w:t>
            </w:r>
            <w:r>
              <w:rPr>
                <w:rtl/>
              </w:rPr>
              <w:t xml:space="preserve"> </w:t>
            </w:r>
            <w:r w:rsidR="00A72677" w:rsidRPr="009647FC">
              <w:rPr>
                <w:rtl/>
              </w:rPr>
              <w:t>في</w:t>
            </w:r>
            <w:r w:rsidRPr="009647FC">
              <w:rPr>
                <w:rtl/>
              </w:rPr>
              <w:t>هِ</w:t>
            </w:r>
            <w:r>
              <w:rPr>
                <w:rtl/>
              </w:rPr>
              <w:t xml:space="preserve"> </w:t>
            </w:r>
            <w:r w:rsidRPr="009647FC">
              <w:rPr>
                <w:rtl/>
              </w:rPr>
              <w:t>الأ</w:t>
            </w:r>
            <w:r w:rsidR="00A72677" w:rsidRPr="009647FC">
              <w:rPr>
                <w:rtl/>
              </w:rPr>
              <w:t>نج</w:t>
            </w:r>
            <w:r w:rsidRPr="009647FC">
              <w:rPr>
                <w:rtl/>
              </w:rPr>
              <w:t>م</w:t>
            </w:r>
            <w:r w:rsidR="00677BC4">
              <w:rPr>
                <w:rtl/>
              </w:rPr>
              <w:t>َ</w:t>
            </w:r>
            <w:r>
              <w:rPr>
                <w:rtl/>
              </w:rPr>
              <w:t xml:space="preserve"> </w:t>
            </w:r>
            <w:r w:rsidRPr="009647FC">
              <w:rPr>
                <w:rtl/>
              </w:rPr>
              <w:t>ا</w:t>
            </w:r>
            <w:r w:rsidR="00A72677" w:rsidRPr="009647FC">
              <w:rPr>
                <w:rtl/>
              </w:rPr>
              <w:t>لز</w:t>
            </w:r>
            <w:r w:rsidRPr="009647FC">
              <w:rPr>
                <w:rtl/>
              </w:rPr>
              <w:t>هرا</w:t>
            </w:r>
            <w:r w:rsidRPr="00725071">
              <w:rPr>
                <w:rStyle w:val="libPoemTiniChar0"/>
                <w:rtl/>
              </w:rPr>
              <w:br/>
              <w:t> </w:t>
            </w:r>
          </w:p>
        </w:tc>
      </w:tr>
      <w:tr w:rsidR="00D50B82" w:rsidRPr="00524A24" w:rsidTr="00D50B82">
        <w:trPr>
          <w:trHeight w:val="350"/>
        </w:trPr>
        <w:tc>
          <w:tcPr>
            <w:tcW w:w="3902" w:type="dxa"/>
          </w:tcPr>
          <w:p w:rsidR="00D50B82" w:rsidRPr="00524A24" w:rsidRDefault="00A72677" w:rsidP="00693B01">
            <w:pPr>
              <w:pStyle w:val="libPoem"/>
            </w:pPr>
            <w:r w:rsidRPr="009647FC">
              <w:rPr>
                <w:rtl/>
              </w:rPr>
              <w:t>هذ</w:t>
            </w:r>
            <w:r w:rsidR="00D50B82" w:rsidRPr="009647FC">
              <w:rPr>
                <w:rtl/>
              </w:rPr>
              <w:t>ي</w:t>
            </w:r>
            <w:r w:rsidR="00D50B82">
              <w:rPr>
                <w:rtl/>
              </w:rPr>
              <w:t xml:space="preserve"> </w:t>
            </w:r>
            <w:r w:rsidR="00D50B82" w:rsidRPr="009647FC">
              <w:rPr>
                <w:rtl/>
              </w:rPr>
              <w:t>ا</w:t>
            </w:r>
            <w:r w:rsidRPr="009647FC">
              <w:rPr>
                <w:rtl/>
              </w:rPr>
              <w:t>لو</w:t>
            </w:r>
            <w:r w:rsidR="00D50B82" w:rsidRPr="009647FC">
              <w:rPr>
                <w:rtl/>
              </w:rPr>
              <w:t>زارةُ</w:t>
            </w:r>
            <w:r w:rsidR="00D50B82">
              <w:rPr>
                <w:rtl/>
              </w:rPr>
              <w:t xml:space="preserve"> </w:t>
            </w:r>
            <w:r w:rsidRPr="009647FC">
              <w:rPr>
                <w:rtl/>
              </w:rPr>
              <w:t>فا</w:t>
            </w:r>
            <w:r w:rsidR="00D50B82" w:rsidRPr="009647FC">
              <w:rPr>
                <w:rtl/>
              </w:rPr>
              <w:t>حللْ</w:t>
            </w:r>
            <w:r w:rsidR="00D50B82">
              <w:rPr>
                <w:rtl/>
              </w:rPr>
              <w:t xml:space="preserve"> </w:t>
            </w:r>
            <w:r w:rsidR="00D50B82" w:rsidRPr="009647FC">
              <w:rPr>
                <w:rtl/>
              </w:rPr>
              <w:t>في</w:t>
            </w:r>
            <w:r w:rsidR="00D50B82">
              <w:rPr>
                <w:rtl/>
              </w:rPr>
              <w:t xml:space="preserve"> </w:t>
            </w:r>
            <w:r w:rsidR="00D50B82" w:rsidRPr="009647FC">
              <w:rPr>
                <w:rtl/>
              </w:rPr>
              <w:t>ذوائبها</w:t>
            </w:r>
            <w:r w:rsidR="00D50B82" w:rsidRPr="00725071">
              <w:rPr>
                <w:rStyle w:val="libPoemTiniChar0"/>
                <w:rtl/>
              </w:rPr>
              <w:br/>
              <w:t> </w:t>
            </w:r>
          </w:p>
        </w:tc>
        <w:tc>
          <w:tcPr>
            <w:tcW w:w="301" w:type="dxa"/>
          </w:tcPr>
          <w:p w:rsidR="00D50B82" w:rsidRDefault="00D50B82" w:rsidP="00693B01">
            <w:pPr>
              <w:pStyle w:val="libPoem"/>
              <w:rPr>
                <w:rtl/>
              </w:rPr>
            </w:pPr>
          </w:p>
        </w:tc>
        <w:tc>
          <w:tcPr>
            <w:tcW w:w="3884" w:type="dxa"/>
          </w:tcPr>
          <w:p w:rsidR="00D50B82" w:rsidRPr="00524A24" w:rsidRDefault="00A72677" w:rsidP="00693B01">
            <w:pPr>
              <w:pStyle w:val="libPoem"/>
            </w:pPr>
            <w:r w:rsidRPr="009647FC">
              <w:rPr>
                <w:rtl/>
              </w:rPr>
              <w:t>فا</w:t>
            </w:r>
            <w:r w:rsidR="00D50B82" w:rsidRPr="009647FC">
              <w:rPr>
                <w:rtl/>
              </w:rPr>
              <w:t>لحزم</w:t>
            </w:r>
            <w:r w:rsidR="004C00A8">
              <w:rPr>
                <w:rtl/>
              </w:rPr>
              <w:t xml:space="preserve"> </w:t>
            </w:r>
            <w:r w:rsidRPr="009647FC">
              <w:rPr>
                <w:rtl/>
              </w:rPr>
              <w:t>لل</w:t>
            </w:r>
            <w:r w:rsidR="00D50B82" w:rsidRPr="009647FC">
              <w:rPr>
                <w:rtl/>
              </w:rPr>
              <w:t>شمسِ</w:t>
            </w:r>
            <w:r w:rsidR="00D50B82">
              <w:rPr>
                <w:rtl/>
              </w:rPr>
              <w:t xml:space="preserve"> </w:t>
            </w:r>
            <w:r w:rsidR="00D50B82" w:rsidRPr="009647FC">
              <w:rPr>
                <w:rtl/>
              </w:rPr>
              <w:t>أن</w:t>
            </w:r>
            <w:r w:rsidR="00D50B82">
              <w:rPr>
                <w:rtl/>
              </w:rPr>
              <w:t xml:space="preserve"> </w:t>
            </w:r>
            <w:r w:rsidR="00D50B82" w:rsidRPr="009647FC">
              <w:rPr>
                <w:rtl/>
              </w:rPr>
              <w:t>تستوزر</w:t>
            </w:r>
            <w:r w:rsidR="00677BC4">
              <w:rPr>
                <w:rtl/>
              </w:rPr>
              <w:t>َ</w:t>
            </w:r>
            <w:r w:rsidR="00D50B82">
              <w:rPr>
                <w:rtl/>
              </w:rPr>
              <w:t xml:space="preserve"> </w:t>
            </w:r>
            <w:r w:rsidR="00D50B82" w:rsidRPr="009647FC">
              <w:rPr>
                <w:rtl/>
              </w:rPr>
              <w:t>القمرا</w:t>
            </w:r>
            <w:r w:rsidR="00D50B82"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يرى الأستاذ إبراهيم الوائلي في كتابه (الشعر السياسي العراقي) إنّها قد تكون قيلت في مدحت باشا راجع / 220 ح 48</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7E55D8" w:rsidRPr="00524A24" w:rsidTr="007E55D8">
        <w:trPr>
          <w:trHeight w:val="350"/>
        </w:trPr>
        <w:tc>
          <w:tcPr>
            <w:tcW w:w="3902" w:type="dxa"/>
          </w:tcPr>
          <w:p w:rsidR="007E55D8" w:rsidRPr="00524A24" w:rsidRDefault="00A72677" w:rsidP="00693B01">
            <w:pPr>
              <w:pStyle w:val="libPoem"/>
            </w:pPr>
            <w:r w:rsidRPr="009647FC">
              <w:rPr>
                <w:rtl/>
              </w:rPr>
              <w:lastRenderedPageBreak/>
              <w:t>فق</w:t>
            </w:r>
            <w:r w:rsidR="007E55D8" w:rsidRPr="009647FC">
              <w:rPr>
                <w:rtl/>
              </w:rPr>
              <w:t>ال</w:t>
            </w:r>
            <w:r w:rsidR="007E55D8">
              <w:rPr>
                <w:rtl/>
              </w:rPr>
              <w:t xml:space="preserve"> </w:t>
            </w:r>
            <w:r w:rsidRPr="009647FC">
              <w:rPr>
                <w:rtl/>
              </w:rPr>
              <w:t>في</w:t>
            </w:r>
            <w:r w:rsidR="007E55D8">
              <w:rPr>
                <w:rtl/>
              </w:rPr>
              <w:t xml:space="preserve"> </w:t>
            </w:r>
            <w:r w:rsidR="007E55D8" w:rsidRPr="009647FC">
              <w:rPr>
                <w:rtl/>
              </w:rPr>
              <w:t>رأ</w:t>
            </w:r>
            <w:r w:rsidRPr="009647FC">
              <w:rPr>
                <w:rtl/>
              </w:rPr>
              <w:t>يه</w:t>
            </w:r>
            <w:r w:rsidR="007E55D8" w:rsidRPr="009647FC">
              <w:rPr>
                <w:rtl/>
              </w:rPr>
              <w:t>ِ</w:t>
            </w:r>
            <w:r w:rsidR="007E55D8">
              <w:rPr>
                <w:rtl/>
              </w:rPr>
              <w:t xml:space="preserve"> </w:t>
            </w:r>
            <w:r w:rsidR="007E55D8" w:rsidRPr="009647FC">
              <w:rPr>
                <w:rtl/>
              </w:rPr>
              <w:t>والسيف</w:t>
            </w:r>
            <w:r w:rsidR="007E55D8">
              <w:rPr>
                <w:rtl/>
              </w:rPr>
              <w:t xml:space="preserve"> </w:t>
            </w:r>
            <w:r w:rsidR="007E55D8" w:rsidRPr="009647FC">
              <w:rPr>
                <w:rtl/>
              </w:rPr>
              <w:t>يُجمعُ</w:t>
            </w:r>
            <w:r w:rsidR="007E55D8">
              <w:rPr>
                <w:rtl/>
              </w:rPr>
              <w:t xml:space="preserve"> </w:t>
            </w:r>
            <w:r w:rsidR="007E55D8" w:rsidRPr="009647FC">
              <w:rPr>
                <w:rtl/>
              </w:rPr>
              <w:t>من</w:t>
            </w:r>
            <w:r w:rsidR="007E55D8"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7E55D8" w:rsidP="00693B01">
            <w:pPr>
              <w:pStyle w:val="libPoem"/>
            </w:pPr>
            <w:r w:rsidRPr="009647FC">
              <w:rPr>
                <w:rtl/>
              </w:rPr>
              <w:t>أ</w:t>
            </w:r>
            <w:r w:rsidR="00A72677" w:rsidRPr="009647FC">
              <w:rPr>
                <w:rtl/>
              </w:rPr>
              <w:t>طر</w:t>
            </w:r>
            <w:r w:rsidRPr="009647FC">
              <w:rPr>
                <w:rtl/>
              </w:rPr>
              <w:t>افِ</w:t>
            </w:r>
            <w:r>
              <w:rPr>
                <w:rtl/>
              </w:rPr>
              <w:t xml:space="preserve"> </w:t>
            </w:r>
            <w:r w:rsidR="00A72677" w:rsidRPr="009647FC">
              <w:rPr>
                <w:rtl/>
              </w:rPr>
              <w:t>مم</w:t>
            </w:r>
            <w:r w:rsidRPr="009647FC">
              <w:rPr>
                <w:rtl/>
              </w:rPr>
              <w:t>لكةِ</w:t>
            </w:r>
            <w:r>
              <w:rPr>
                <w:rtl/>
              </w:rPr>
              <w:t xml:space="preserve"> </w:t>
            </w:r>
            <w:r w:rsidRPr="009647FC">
              <w:rPr>
                <w:rtl/>
              </w:rPr>
              <w:t>الإ</w:t>
            </w:r>
            <w:r w:rsidR="00A72677" w:rsidRPr="009647FC">
              <w:rPr>
                <w:rtl/>
              </w:rPr>
              <w:t>سل</w:t>
            </w:r>
            <w:r w:rsidRPr="009647FC">
              <w:rPr>
                <w:rtl/>
              </w:rPr>
              <w:t>ام</w:t>
            </w:r>
            <w:r>
              <w:rPr>
                <w:rtl/>
              </w:rPr>
              <w:t xml:space="preserve"> </w:t>
            </w:r>
            <w:r w:rsidRPr="009647FC">
              <w:rPr>
                <w:rtl/>
              </w:rPr>
              <w:t>ما</w:t>
            </w:r>
            <w:r>
              <w:rPr>
                <w:rtl/>
              </w:rPr>
              <w:t xml:space="preserve"> </w:t>
            </w:r>
            <w:r w:rsidRPr="009647FC">
              <w:rPr>
                <w:rtl/>
              </w:rPr>
              <w:t>انتشرا</w:t>
            </w:r>
            <w:r w:rsidRPr="00725071">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A72677">
              <w:rPr>
                <w:rtl/>
              </w:rPr>
              <w:t>مؤ</w:t>
            </w:r>
            <w:r w:rsidR="007E55D8" w:rsidRPr="00A72677">
              <w:rPr>
                <w:rtl/>
              </w:rPr>
              <w:t>ي</w:t>
            </w:r>
            <w:r w:rsidRPr="00A72677">
              <w:rPr>
                <w:rtl/>
              </w:rPr>
              <w:t>ّد</w:t>
            </w:r>
            <w:r w:rsidR="007E55D8" w:rsidRPr="00A72677">
              <w:rPr>
                <w:rtl/>
              </w:rPr>
              <w:t>اً</w:t>
            </w:r>
            <w:r w:rsidR="004C00A8">
              <w:rPr>
                <w:rtl/>
              </w:rPr>
              <w:t xml:space="preserve"> </w:t>
            </w:r>
            <w:r w:rsidRPr="00A72677">
              <w:rPr>
                <w:rtl/>
              </w:rPr>
              <w:t>بجن</w:t>
            </w:r>
            <w:r w:rsidR="007E55D8" w:rsidRPr="00A72677">
              <w:rPr>
                <w:rtl/>
              </w:rPr>
              <w:t xml:space="preserve">ودٍ من </w:t>
            </w:r>
            <w:r w:rsidRPr="00A72677">
              <w:rPr>
                <w:rtl/>
              </w:rPr>
              <w:t>مه</w:t>
            </w:r>
            <w:r w:rsidR="007E55D8" w:rsidRPr="00A72677">
              <w:rPr>
                <w:rtl/>
              </w:rPr>
              <w:t>ابته</w:t>
            </w:r>
            <w:r w:rsidR="007E55D8" w:rsidRPr="00A72677">
              <w:rPr>
                <w:rStyle w:val="libPoemTiniChar0"/>
                <w:rtl/>
              </w:rPr>
              <w:br/>
              <w:t> </w:t>
            </w:r>
          </w:p>
        </w:tc>
        <w:tc>
          <w:tcPr>
            <w:tcW w:w="301" w:type="dxa"/>
          </w:tcPr>
          <w:p w:rsidR="007E55D8" w:rsidRPr="00A72677" w:rsidRDefault="007E55D8" w:rsidP="00693B01">
            <w:pPr>
              <w:pStyle w:val="libPoem"/>
              <w:rPr>
                <w:rtl/>
              </w:rPr>
            </w:pPr>
          </w:p>
        </w:tc>
        <w:tc>
          <w:tcPr>
            <w:tcW w:w="3884" w:type="dxa"/>
          </w:tcPr>
          <w:p w:rsidR="007E55D8" w:rsidRPr="00A72677" w:rsidRDefault="007E55D8" w:rsidP="00693B01">
            <w:pPr>
              <w:pStyle w:val="libPoem"/>
            </w:pPr>
            <w:r w:rsidRPr="00A72677">
              <w:rPr>
                <w:rtl/>
              </w:rPr>
              <w:t>قد ا</w:t>
            </w:r>
            <w:r w:rsidR="00A72677" w:rsidRPr="00A72677">
              <w:rPr>
                <w:rtl/>
              </w:rPr>
              <w:t>نتض</w:t>
            </w:r>
            <w:r w:rsidRPr="00A72677">
              <w:rPr>
                <w:rtl/>
              </w:rPr>
              <w:t xml:space="preserve">ى </w:t>
            </w:r>
            <w:r w:rsidR="00A72677" w:rsidRPr="00A72677">
              <w:rPr>
                <w:rtl/>
              </w:rPr>
              <w:t>مع</w:t>
            </w:r>
            <w:r w:rsidRPr="00A72677">
              <w:rPr>
                <w:rtl/>
              </w:rPr>
              <w:t>هُ آراءه ز</w:t>
            </w:r>
            <w:r w:rsidR="00A72677" w:rsidRPr="00A72677">
              <w:rPr>
                <w:rtl/>
              </w:rPr>
              <w:t>بر</w:t>
            </w:r>
            <w:r w:rsidRPr="00A72677">
              <w:rPr>
                <w:rtl/>
              </w:rPr>
              <w:t>ا</w:t>
            </w:r>
            <w:r w:rsidRPr="00A72677">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9647FC">
              <w:rPr>
                <w:rtl/>
              </w:rPr>
              <w:t>وبات</w:t>
            </w:r>
            <w:r>
              <w:rPr>
                <w:rtl/>
              </w:rPr>
              <w:t xml:space="preserve"> </w:t>
            </w:r>
            <w:r w:rsidRPr="009647FC">
              <w:rPr>
                <w:rtl/>
              </w:rPr>
              <w:t>وا</w:t>
            </w:r>
            <w:r w:rsidR="00A72677" w:rsidRPr="009647FC">
              <w:rPr>
                <w:rtl/>
              </w:rPr>
              <w:t>لد</w:t>
            </w:r>
            <w:r w:rsidRPr="009647FC">
              <w:rPr>
                <w:rtl/>
              </w:rPr>
              <w:t>ولة</w:t>
            </w:r>
            <w:r>
              <w:rPr>
                <w:rtl/>
              </w:rPr>
              <w:t xml:space="preserve"> </w:t>
            </w:r>
            <w:r w:rsidRPr="009647FC">
              <w:rPr>
                <w:rtl/>
              </w:rPr>
              <w:t>ا</w:t>
            </w:r>
            <w:r w:rsidR="00A72677" w:rsidRPr="009647FC">
              <w:rPr>
                <w:rtl/>
              </w:rPr>
              <w:t>لغ</w:t>
            </w:r>
            <w:r w:rsidRPr="009647FC">
              <w:rPr>
                <w:rtl/>
              </w:rPr>
              <w:t>راء</w:t>
            </w:r>
            <w:r>
              <w:rPr>
                <w:rtl/>
              </w:rPr>
              <w:t xml:space="preserve"> </w:t>
            </w:r>
            <w:r w:rsidR="00A72677" w:rsidRPr="009647FC">
              <w:rPr>
                <w:rtl/>
              </w:rPr>
              <w:t>يك</w:t>
            </w:r>
            <w:r w:rsidRPr="009647FC">
              <w:rPr>
                <w:rtl/>
              </w:rPr>
              <w:t>لؤها</w:t>
            </w:r>
            <w:r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A72677" w:rsidP="00693B01">
            <w:pPr>
              <w:pStyle w:val="libPoem"/>
            </w:pPr>
            <w:r w:rsidRPr="009647FC">
              <w:rPr>
                <w:rtl/>
              </w:rPr>
              <w:t>بع</w:t>
            </w:r>
            <w:r w:rsidR="007E55D8" w:rsidRPr="009647FC">
              <w:rPr>
                <w:rtl/>
              </w:rPr>
              <w:t>ين</w:t>
            </w:r>
            <w:r w:rsidR="007E55D8">
              <w:rPr>
                <w:rtl/>
              </w:rPr>
              <w:t xml:space="preserve"> </w:t>
            </w:r>
            <w:r w:rsidRPr="009647FC">
              <w:rPr>
                <w:rtl/>
              </w:rPr>
              <w:t>مس</w:t>
            </w:r>
            <w:r w:rsidR="007E55D8" w:rsidRPr="009647FC">
              <w:rPr>
                <w:rtl/>
              </w:rPr>
              <w:t>تيقظٍ</w:t>
            </w:r>
            <w:r w:rsidR="007E55D8">
              <w:rPr>
                <w:rtl/>
              </w:rPr>
              <w:t xml:space="preserve"> </w:t>
            </w:r>
            <w:r w:rsidR="007E55D8" w:rsidRPr="009647FC">
              <w:rPr>
                <w:rtl/>
              </w:rPr>
              <w:t>لا</w:t>
            </w:r>
            <w:r w:rsidR="007E55D8">
              <w:rPr>
                <w:rtl/>
              </w:rPr>
              <w:t xml:space="preserve"> </w:t>
            </w:r>
            <w:r w:rsidRPr="009647FC">
              <w:rPr>
                <w:rtl/>
              </w:rPr>
              <w:t>ير</w:t>
            </w:r>
            <w:r w:rsidR="007E55D8" w:rsidRPr="009647FC">
              <w:rPr>
                <w:rtl/>
              </w:rPr>
              <w:t>كبُ</w:t>
            </w:r>
            <w:r w:rsidR="007E55D8">
              <w:rPr>
                <w:rtl/>
              </w:rPr>
              <w:t xml:space="preserve"> </w:t>
            </w:r>
            <w:r w:rsidR="007E55D8" w:rsidRPr="009647FC">
              <w:rPr>
                <w:rtl/>
              </w:rPr>
              <w:t>ا</w:t>
            </w:r>
            <w:r w:rsidRPr="009647FC">
              <w:rPr>
                <w:rtl/>
              </w:rPr>
              <w:t>لغ</w:t>
            </w:r>
            <w:r w:rsidR="007E55D8" w:rsidRPr="009647FC">
              <w:rPr>
                <w:rtl/>
              </w:rPr>
              <w:t>ررا</w:t>
            </w:r>
            <w:r w:rsidR="007E55D8" w:rsidRPr="00725071">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9647FC">
              <w:rPr>
                <w:rtl/>
              </w:rPr>
              <w:t>إن</w:t>
            </w:r>
            <w:r>
              <w:rPr>
                <w:rtl/>
              </w:rPr>
              <w:t xml:space="preserve"> </w:t>
            </w:r>
            <w:r w:rsidR="00A72677" w:rsidRPr="009647FC">
              <w:rPr>
                <w:rtl/>
              </w:rPr>
              <w:t>يج</w:t>
            </w:r>
            <w:r w:rsidRPr="009647FC">
              <w:rPr>
                <w:rtl/>
              </w:rPr>
              <w:t>رِ</w:t>
            </w:r>
            <w:r>
              <w:rPr>
                <w:rtl/>
              </w:rPr>
              <w:t xml:space="preserve"> </w:t>
            </w:r>
            <w:r w:rsidR="00A72677" w:rsidRPr="009647FC">
              <w:rPr>
                <w:rtl/>
              </w:rPr>
              <w:t>في</w:t>
            </w:r>
            <w:r>
              <w:rPr>
                <w:rtl/>
              </w:rPr>
              <w:t xml:space="preserve"> </w:t>
            </w:r>
            <w:r w:rsidR="00A72677" w:rsidRPr="009647FC">
              <w:rPr>
                <w:rtl/>
              </w:rPr>
              <w:t>حل</w:t>
            </w:r>
            <w:r w:rsidRPr="009647FC">
              <w:rPr>
                <w:rtl/>
              </w:rPr>
              <w:t>بات</w:t>
            </w:r>
            <w:r>
              <w:rPr>
                <w:rtl/>
              </w:rPr>
              <w:t xml:space="preserve"> </w:t>
            </w:r>
            <w:r w:rsidRPr="009647FC">
              <w:rPr>
                <w:rtl/>
              </w:rPr>
              <w:t>الرأي</w:t>
            </w:r>
            <w:r>
              <w:rPr>
                <w:rtl/>
              </w:rPr>
              <w:t xml:space="preserve"> </w:t>
            </w:r>
            <w:r w:rsidRPr="009647FC">
              <w:rPr>
                <w:rtl/>
              </w:rPr>
              <w:t>مبتدرا</w:t>
            </w:r>
            <w:r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A72677" w:rsidP="00693B01">
            <w:pPr>
              <w:pStyle w:val="libPoem"/>
            </w:pPr>
            <w:r w:rsidRPr="009647FC">
              <w:rPr>
                <w:rtl/>
              </w:rPr>
              <w:t>خل</w:t>
            </w:r>
            <w:r w:rsidR="007E55D8" w:rsidRPr="009647FC">
              <w:rPr>
                <w:rtl/>
              </w:rPr>
              <w:t>ّ</w:t>
            </w:r>
            <w:r w:rsidR="00677BC4">
              <w:rPr>
                <w:rtl/>
              </w:rPr>
              <w:t>َ</w:t>
            </w:r>
            <w:r w:rsidR="007E55D8" w:rsidRPr="009647FC">
              <w:rPr>
                <w:rtl/>
              </w:rPr>
              <w:t>ت</w:t>
            </w:r>
            <w:r w:rsidR="004C00A8">
              <w:rPr>
                <w:rtl/>
              </w:rPr>
              <w:t xml:space="preserve"> </w:t>
            </w:r>
            <w:r w:rsidRPr="009647FC">
              <w:rPr>
                <w:rtl/>
              </w:rPr>
              <w:t>له</w:t>
            </w:r>
            <w:r w:rsidR="007E55D8">
              <w:rPr>
                <w:rtl/>
              </w:rPr>
              <w:t xml:space="preserve"> </w:t>
            </w:r>
            <w:r w:rsidR="007E55D8" w:rsidRPr="009647FC">
              <w:rPr>
                <w:rtl/>
              </w:rPr>
              <w:t>ا</w:t>
            </w:r>
            <w:r w:rsidRPr="009647FC">
              <w:rPr>
                <w:rtl/>
              </w:rPr>
              <w:t>لو</w:t>
            </w:r>
            <w:r w:rsidR="007E55D8" w:rsidRPr="009647FC">
              <w:rPr>
                <w:rtl/>
              </w:rPr>
              <w:t>زراءُ</w:t>
            </w:r>
            <w:r w:rsidR="007E55D8">
              <w:rPr>
                <w:rtl/>
              </w:rPr>
              <w:t xml:space="preserve"> </w:t>
            </w:r>
            <w:r w:rsidR="007E55D8" w:rsidRPr="009647FC">
              <w:rPr>
                <w:rtl/>
              </w:rPr>
              <w:t>الورد</w:t>
            </w:r>
            <w:r w:rsidR="00677BC4">
              <w:rPr>
                <w:rtl/>
              </w:rPr>
              <w:t>َ</w:t>
            </w:r>
            <w:r w:rsidR="007E55D8">
              <w:rPr>
                <w:rtl/>
              </w:rPr>
              <w:t xml:space="preserve"> </w:t>
            </w:r>
            <w:r w:rsidR="007E55D8" w:rsidRPr="009647FC">
              <w:rPr>
                <w:rtl/>
              </w:rPr>
              <w:t>والصدرا</w:t>
            </w:r>
            <w:r w:rsidR="007E55D8" w:rsidRPr="00725071">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9647FC">
              <w:rPr>
                <w:rtl/>
              </w:rPr>
              <w:t>رأته</w:t>
            </w:r>
            <w:r>
              <w:rPr>
                <w:rtl/>
              </w:rPr>
              <w:t xml:space="preserve"> </w:t>
            </w:r>
            <w:r w:rsidRPr="009647FC">
              <w:rPr>
                <w:rtl/>
              </w:rPr>
              <w:t>أو</w:t>
            </w:r>
            <w:r w:rsidR="00A72677" w:rsidRPr="009647FC">
              <w:rPr>
                <w:rtl/>
              </w:rPr>
              <w:t>سع</w:t>
            </w:r>
            <w:r w:rsidRPr="009647FC">
              <w:rPr>
                <w:rtl/>
              </w:rPr>
              <w:t>ها</w:t>
            </w:r>
            <w:r>
              <w:rPr>
                <w:rtl/>
              </w:rPr>
              <w:t xml:space="preserve"> </w:t>
            </w:r>
            <w:r w:rsidR="00A72677" w:rsidRPr="009647FC">
              <w:rPr>
                <w:rtl/>
              </w:rPr>
              <w:t>صد</w:t>
            </w:r>
            <w:r w:rsidRPr="009647FC">
              <w:rPr>
                <w:rtl/>
              </w:rPr>
              <w:t>راً</w:t>
            </w:r>
            <w:r>
              <w:rPr>
                <w:rtl/>
              </w:rPr>
              <w:t xml:space="preserve"> </w:t>
            </w:r>
            <w:r w:rsidRPr="009647FC">
              <w:rPr>
                <w:rtl/>
              </w:rPr>
              <w:t>وأ</w:t>
            </w:r>
            <w:r w:rsidR="00A72677" w:rsidRPr="009647FC">
              <w:rPr>
                <w:rtl/>
              </w:rPr>
              <w:t>جم</w:t>
            </w:r>
            <w:r w:rsidRPr="009647FC">
              <w:rPr>
                <w:rtl/>
              </w:rPr>
              <w:t>عها</w:t>
            </w:r>
            <w:r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A72677" w:rsidP="00693B01">
            <w:pPr>
              <w:pStyle w:val="libPoem"/>
            </w:pPr>
            <w:r w:rsidRPr="009647FC">
              <w:rPr>
                <w:rtl/>
              </w:rPr>
              <w:t>فك</w:t>
            </w:r>
            <w:r w:rsidR="007E55D8" w:rsidRPr="009647FC">
              <w:rPr>
                <w:rtl/>
              </w:rPr>
              <w:t>راً</w:t>
            </w:r>
            <w:r w:rsidR="007E55D8">
              <w:rPr>
                <w:rtl/>
              </w:rPr>
              <w:t xml:space="preserve"> </w:t>
            </w:r>
            <w:r w:rsidR="007E55D8" w:rsidRPr="009647FC">
              <w:rPr>
                <w:rtl/>
              </w:rPr>
              <w:t>وأ</w:t>
            </w:r>
            <w:r w:rsidRPr="009647FC">
              <w:rPr>
                <w:rtl/>
              </w:rPr>
              <w:t>صد</w:t>
            </w:r>
            <w:r w:rsidR="007E55D8" w:rsidRPr="009647FC">
              <w:rPr>
                <w:rtl/>
              </w:rPr>
              <w:t>قها</w:t>
            </w:r>
            <w:r w:rsidR="007E55D8">
              <w:rPr>
                <w:rtl/>
              </w:rPr>
              <w:t xml:space="preserve"> </w:t>
            </w:r>
            <w:r w:rsidR="007E55D8" w:rsidRPr="009647FC">
              <w:rPr>
                <w:rtl/>
              </w:rPr>
              <w:t>إن</w:t>
            </w:r>
            <w:r w:rsidR="007E55D8">
              <w:rPr>
                <w:rtl/>
              </w:rPr>
              <w:t xml:space="preserve"> </w:t>
            </w:r>
            <w:r w:rsidRPr="009647FC">
              <w:rPr>
                <w:rtl/>
              </w:rPr>
              <w:t>شؤ</w:t>
            </w:r>
            <w:r w:rsidR="007E55D8" w:rsidRPr="009647FC">
              <w:rPr>
                <w:rtl/>
              </w:rPr>
              <w:t>ورت</w:t>
            </w:r>
            <w:r w:rsidR="007E55D8">
              <w:rPr>
                <w:rtl/>
              </w:rPr>
              <w:t xml:space="preserve"> </w:t>
            </w:r>
            <w:r w:rsidR="007E55D8" w:rsidRPr="009647FC">
              <w:rPr>
                <w:rtl/>
              </w:rPr>
              <w:t>نظرا</w:t>
            </w:r>
            <w:r w:rsidR="007E55D8" w:rsidRPr="00725071">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9647FC">
              <w:rPr>
                <w:rtl/>
              </w:rPr>
              <w:t>فسل</w:t>
            </w:r>
            <w:r w:rsidR="007E55D8" w:rsidRPr="009647FC">
              <w:rPr>
                <w:rtl/>
              </w:rPr>
              <w:t>ّ</w:t>
            </w:r>
            <w:r w:rsidR="00677BC4">
              <w:rPr>
                <w:rtl/>
              </w:rPr>
              <w:t>َ</w:t>
            </w:r>
            <w:r w:rsidR="007E55D8" w:rsidRPr="009647FC">
              <w:rPr>
                <w:rtl/>
              </w:rPr>
              <w:t>متْ</w:t>
            </w:r>
            <w:r w:rsidR="007E55D8">
              <w:rPr>
                <w:rtl/>
              </w:rPr>
              <w:t xml:space="preserve"> </w:t>
            </w:r>
            <w:r w:rsidRPr="009647FC">
              <w:rPr>
                <w:rtl/>
              </w:rPr>
              <w:t>لعل</w:t>
            </w:r>
            <w:r w:rsidR="007E55D8" w:rsidRPr="009647FC">
              <w:rPr>
                <w:rtl/>
              </w:rPr>
              <w:t>اه</w:t>
            </w:r>
            <w:r w:rsidR="007E55D8">
              <w:rPr>
                <w:rtl/>
              </w:rPr>
              <w:t xml:space="preserve"> </w:t>
            </w:r>
            <w:r w:rsidR="007E55D8" w:rsidRPr="009647FC">
              <w:rPr>
                <w:rtl/>
              </w:rPr>
              <w:t>الأ</w:t>
            </w:r>
            <w:r w:rsidRPr="009647FC">
              <w:rPr>
                <w:rtl/>
              </w:rPr>
              <w:t>مر</w:t>
            </w:r>
            <w:r w:rsidR="00677BC4">
              <w:rPr>
                <w:rtl/>
              </w:rPr>
              <w:t>َ</w:t>
            </w:r>
            <w:r w:rsidR="007E55D8">
              <w:rPr>
                <w:rtl/>
              </w:rPr>
              <w:t xml:space="preserve"> </w:t>
            </w:r>
            <w:r w:rsidRPr="009647FC">
              <w:rPr>
                <w:rtl/>
              </w:rPr>
              <w:t>مذ</w:t>
            </w:r>
            <w:r w:rsidR="007E55D8" w:rsidRPr="009647FC">
              <w:rPr>
                <w:rtl/>
              </w:rPr>
              <w:t>عنةً</w:t>
            </w:r>
            <w:r w:rsidR="007E55D8"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A72677" w:rsidP="00693B01">
            <w:pPr>
              <w:pStyle w:val="libPoem"/>
            </w:pPr>
            <w:r w:rsidRPr="009647FC">
              <w:rPr>
                <w:rtl/>
              </w:rPr>
              <w:t>لم</w:t>
            </w:r>
            <w:r w:rsidR="007E55D8" w:rsidRPr="009647FC">
              <w:rPr>
                <w:rtl/>
              </w:rPr>
              <w:t>ا</w:t>
            </w:r>
            <w:r w:rsidR="007E55D8">
              <w:rPr>
                <w:rtl/>
              </w:rPr>
              <w:t xml:space="preserve"> </w:t>
            </w:r>
            <w:r w:rsidRPr="009647FC">
              <w:rPr>
                <w:rtl/>
              </w:rPr>
              <w:t>يق</w:t>
            </w:r>
            <w:r w:rsidR="007E55D8" w:rsidRPr="009647FC">
              <w:rPr>
                <w:rtl/>
              </w:rPr>
              <w:t>ولُ</w:t>
            </w:r>
            <w:r w:rsidR="007E55D8">
              <w:rPr>
                <w:rtl/>
              </w:rPr>
              <w:t xml:space="preserve"> </w:t>
            </w:r>
            <w:r w:rsidRPr="009647FC">
              <w:rPr>
                <w:rtl/>
              </w:rPr>
              <w:t>نه</w:t>
            </w:r>
            <w:r w:rsidR="007E55D8" w:rsidRPr="009647FC">
              <w:rPr>
                <w:rtl/>
              </w:rPr>
              <w:t>ى</w:t>
            </w:r>
            <w:r w:rsidR="007E55D8">
              <w:rPr>
                <w:rtl/>
              </w:rPr>
              <w:t xml:space="preserve"> </w:t>
            </w:r>
            <w:r w:rsidR="007E55D8" w:rsidRPr="009647FC">
              <w:rPr>
                <w:rtl/>
              </w:rPr>
              <w:t>إن</w:t>
            </w:r>
            <w:r w:rsidR="007E55D8">
              <w:rPr>
                <w:rtl/>
              </w:rPr>
              <w:t xml:space="preserve"> </w:t>
            </w:r>
            <w:r w:rsidRPr="009647FC">
              <w:rPr>
                <w:rtl/>
              </w:rPr>
              <w:t>شا</w:t>
            </w:r>
            <w:r w:rsidR="007E55D8" w:rsidRPr="009647FC">
              <w:rPr>
                <w:rtl/>
              </w:rPr>
              <w:t>ء</w:t>
            </w:r>
            <w:r w:rsidR="007E55D8">
              <w:rPr>
                <w:rtl/>
              </w:rPr>
              <w:t xml:space="preserve"> </w:t>
            </w:r>
            <w:r w:rsidR="007E55D8" w:rsidRPr="009647FC">
              <w:rPr>
                <w:rtl/>
              </w:rPr>
              <w:t>أو</w:t>
            </w:r>
            <w:r w:rsidR="007E55D8">
              <w:rPr>
                <w:rtl/>
              </w:rPr>
              <w:t xml:space="preserve"> </w:t>
            </w:r>
            <w:r w:rsidR="007E55D8" w:rsidRPr="009647FC">
              <w:rPr>
                <w:rtl/>
              </w:rPr>
              <w:t>أمرا</w:t>
            </w:r>
            <w:r w:rsidR="007E55D8" w:rsidRPr="00725071">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9647FC">
              <w:rPr>
                <w:rtl/>
              </w:rPr>
              <w:t>فه</w:t>
            </w:r>
            <w:r w:rsidR="007E55D8" w:rsidRPr="009647FC">
              <w:rPr>
                <w:rtl/>
              </w:rPr>
              <w:t>ل</w:t>
            </w:r>
            <w:r w:rsidR="004C00A8">
              <w:rPr>
                <w:rtl/>
              </w:rPr>
              <w:t xml:space="preserve"> </w:t>
            </w:r>
            <w:r w:rsidRPr="009647FC">
              <w:rPr>
                <w:rtl/>
              </w:rPr>
              <w:t>تض</w:t>
            </w:r>
            <w:r w:rsidR="007E55D8" w:rsidRPr="009647FC">
              <w:rPr>
                <w:rtl/>
              </w:rPr>
              <w:t>يقُ</w:t>
            </w:r>
            <w:r w:rsidR="007E55D8">
              <w:rPr>
                <w:rtl/>
              </w:rPr>
              <w:t xml:space="preserve"> </w:t>
            </w:r>
            <w:r w:rsidR="007E55D8" w:rsidRPr="009647FC">
              <w:rPr>
                <w:rtl/>
              </w:rPr>
              <w:t>بخطبٍ</w:t>
            </w:r>
            <w:r w:rsidR="007E55D8">
              <w:rPr>
                <w:rtl/>
              </w:rPr>
              <w:t xml:space="preserve"> </w:t>
            </w:r>
            <w:r w:rsidR="007E55D8" w:rsidRPr="009647FC">
              <w:rPr>
                <w:rtl/>
              </w:rPr>
              <w:t>جاء</w:t>
            </w:r>
            <w:r w:rsidR="007E55D8">
              <w:rPr>
                <w:rtl/>
              </w:rPr>
              <w:t xml:space="preserve"> </w:t>
            </w:r>
            <w:r w:rsidR="007E55D8" w:rsidRPr="009647FC">
              <w:rPr>
                <w:rtl/>
              </w:rPr>
              <w:t>من</w:t>
            </w:r>
            <w:r w:rsidR="007E55D8">
              <w:rPr>
                <w:rtl/>
              </w:rPr>
              <w:t xml:space="preserve"> </w:t>
            </w:r>
            <w:r w:rsidR="007E55D8" w:rsidRPr="009647FC">
              <w:rPr>
                <w:rtl/>
              </w:rPr>
              <w:t>بشرٍ</w:t>
            </w:r>
            <w:r w:rsidR="007E55D8"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7E55D8" w:rsidP="00693B01">
            <w:pPr>
              <w:pStyle w:val="libPoem"/>
            </w:pPr>
            <w:r w:rsidRPr="009647FC">
              <w:rPr>
                <w:rtl/>
              </w:rPr>
              <w:t>ذر</w:t>
            </w:r>
            <w:r w:rsidR="00A72677" w:rsidRPr="009647FC">
              <w:rPr>
                <w:rtl/>
              </w:rPr>
              <w:t>عا</w:t>
            </w:r>
            <w:r w:rsidRPr="009647FC">
              <w:rPr>
                <w:rtl/>
              </w:rPr>
              <w:t>ً</w:t>
            </w:r>
            <w:r w:rsidR="004C00A8">
              <w:rPr>
                <w:rtl/>
              </w:rPr>
              <w:t xml:space="preserve"> </w:t>
            </w:r>
            <w:r w:rsidRPr="009647FC">
              <w:rPr>
                <w:rtl/>
              </w:rPr>
              <w:t>وإن</w:t>
            </w:r>
            <w:r>
              <w:rPr>
                <w:rtl/>
              </w:rPr>
              <w:t xml:space="preserve"> </w:t>
            </w:r>
            <w:r w:rsidRPr="009647FC">
              <w:rPr>
                <w:rtl/>
              </w:rPr>
              <w:t>جلّ</w:t>
            </w:r>
            <w:r w:rsidR="00677BC4">
              <w:rPr>
                <w:rtl/>
              </w:rPr>
              <w:t>َ</w:t>
            </w:r>
            <w:r>
              <w:rPr>
                <w:rtl/>
              </w:rPr>
              <w:t xml:space="preserve"> </w:t>
            </w:r>
            <w:r w:rsidRPr="009647FC">
              <w:rPr>
                <w:rtl/>
              </w:rPr>
              <w:t>ذاك</w:t>
            </w:r>
            <w:r>
              <w:rPr>
                <w:rtl/>
              </w:rPr>
              <w:t xml:space="preserve"> </w:t>
            </w:r>
            <w:r w:rsidRPr="009647FC">
              <w:rPr>
                <w:rtl/>
              </w:rPr>
              <w:t>الخطب</w:t>
            </w:r>
            <w:r>
              <w:rPr>
                <w:rtl/>
              </w:rPr>
              <w:t xml:space="preserve"> </w:t>
            </w:r>
            <w:r w:rsidRPr="009647FC">
              <w:rPr>
                <w:rtl/>
              </w:rPr>
              <w:t>أو</w:t>
            </w:r>
            <w:r>
              <w:rPr>
                <w:rtl/>
              </w:rPr>
              <w:t xml:space="preserve"> </w:t>
            </w:r>
            <w:r w:rsidRPr="009647FC">
              <w:rPr>
                <w:rtl/>
              </w:rPr>
              <w:t>كبرا</w:t>
            </w:r>
            <w:r w:rsidRPr="00725071">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9647FC">
              <w:rPr>
                <w:rtl/>
              </w:rPr>
              <w:t>و</w:t>
            </w:r>
            <w:r w:rsidR="00A72677" w:rsidRPr="009647FC">
              <w:rPr>
                <w:rtl/>
              </w:rPr>
              <w:t>صد</w:t>
            </w:r>
            <w:r w:rsidRPr="009647FC">
              <w:rPr>
                <w:rtl/>
              </w:rPr>
              <w:t>رُها</w:t>
            </w:r>
            <w:r w:rsidR="004C00A8">
              <w:rPr>
                <w:rtl/>
              </w:rPr>
              <w:t xml:space="preserve"> </w:t>
            </w:r>
            <w:r w:rsidRPr="009647FC">
              <w:rPr>
                <w:rtl/>
              </w:rPr>
              <w:t>الأعظمُ</w:t>
            </w:r>
            <w:r>
              <w:rPr>
                <w:rtl/>
              </w:rPr>
              <w:t xml:space="preserve"> </w:t>
            </w:r>
            <w:r w:rsidRPr="009647FC">
              <w:rPr>
                <w:rtl/>
              </w:rPr>
              <w:t>السامي</w:t>
            </w:r>
            <w:r>
              <w:rPr>
                <w:rtl/>
              </w:rPr>
              <w:t xml:space="preserve"> </w:t>
            </w:r>
            <w:r w:rsidRPr="009647FC">
              <w:rPr>
                <w:rtl/>
              </w:rPr>
              <w:t>الذي</w:t>
            </w:r>
            <w:r>
              <w:rPr>
                <w:rtl/>
              </w:rPr>
              <w:t xml:space="preserve"> </w:t>
            </w:r>
            <w:r w:rsidRPr="009647FC">
              <w:rPr>
                <w:rtl/>
              </w:rPr>
              <w:t>تسعُ</w:t>
            </w:r>
            <w:r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7E55D8" w:rsidP="00693B01">
            <w:pPr>
              <w:pStyle w:val="libPoem"/>
            </w:pPr>
            <w:r w:rsidRPr="009647FC">
              <w:rPr>
                <w:rtl/>
              </w:rPr>
              <w:t>ا</w:t>
            </w:r>
            <w:r w:rsidR="00A72677" w:rsidRPr="009647FC">
              <w:rPr>
                <w:rtl/>
              </w:rPr>
              <w:t>لدني</w:t>
            </w:r>
            <w:r w:rsidRPr="009647FC">
              <w:rPr>
                <w:rtl/>
              </w:rPr>
              <w:t>ا</w:t>
            </w:r>
            <w:r>
              <w:rPr>
                <w:rtl/>
              </w:rPr>
              <w:t xml:space="preserve"> </w:t>
            </w:r>
            <w:r w:rsidR="00A72677" w:rsidRPr="009647FC">
              <w:rPr>
                <w:rtl/>
              </w:rPr>
              <w:t>به</w:t>
            </w:r>
            <w:r w:rsidRPr="009647FC">
              <w:rPr>
                <w:rtl/>
              </w:rPr>
              <w:t>مته</w:t>
            </w:r>
            <w:r>
              <w:rPr>
                <w:rtl/>
              </w:rPr>
              <w:t xml:space="preserve"> </w:t>
            </w:r>
            <w:r w:rsidRPr="009647FC">
              <w:rPr>
                <w:rtl/>
              </w:rPr>
              <w:t>أ</w:t>
            </w:r>
            <w:r w:rsidR="00A72677" w:rsidRPr="009647FC">
              <w:rPr>
                <w:rtl/>
              </w:rPr>
              <w:t>عظ</w:t>
            </w:r>
            <w:r w:rsidRPr="009647FC">
              <w:rPr>
                <w:rtl/>
              </w:rPr>
              <w:t>مْ</w:t>
            </w:r>
            <w:r>
              <w:rPr>
                <w:rtl/>
              </w:rPr>
              <w:t xml:space="preserve"> </w:t>
            </w:r>
            <w:r w:rsidR="00A72677" w:rsidRPr="009647FC">
              <w:rPr>
                <w:rtl/>
              </w:rPr>
              <w:t>به</w:t>
            </w:r>
            <w:r>
              <w:rPr>
                <w:rtl/>
              </w:rPr>
              <w:t xml:space="preserve"> </w:t>
            </w:r>
            <w:r w:rsidR="00A72677" w:rsidRPr="009647FC">
              <w:rPr>
                <w:rtl/>
              </w:rPr>
              <w:t>بش</w:t>
            </w:r>
            <w:r w:rsidRPr="009647FC">
              <w:rPr>
                <w:rtl/>
              </w:rPr>
              <w:t>را</w:t>
            </w:r>
            <w:r w:rsidRPr="00725071">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9647FC">
              <w:rPr>
                <w:rtl/>
              </w:rPr>
              <w:t>ذو</w:t>
            </w:r>
            <w:r w:rsidR="004C00A8">
              <w:rPr>
                <w:rtl/>
              </w:rPr>
              <w:t xml:space="preserve"> </w:t>
            </w:r>
            <w:r w:rsidR="00A72677" w:rsidRPr="009647FC">
              <w:rPr>
                <w:rtl/>
              </w:rPr>
              <w:t>عز</w:t>
            </w:r>
            <w:r w:rsidRPr="009647FC">
              <w:rPr>
                <w:rtl/>
              </w:rPr>
              <w:t>مةٍ</w:t>
            </w:r>
            <w:r>
              <w:rPr>
                <w:rtl/>
              </w:rPr>
              <w:t xml:space="preserve"> </w:t>
            </w:r>
            <w:r w:rsidR="00A72677" w:rsidRPr="009647FC">
              <w:rPr>
                <w:rtl/>
              </w:rPr>
              <w:t>مث</w:t>
            </w:r>
            <w:r w:rsidRPr="009647FC">
              <w:rPr>
                <w:rtl/>
              </w:rPr>
              <w:t>ل</w:t>
            </w:r>
            <w:r w:rsidR="00677BC4">
              <w:rPr>
                <w:rtl/>
              </w:rPr>
              <w:t>َ</w:t>
            </w:r>
            <w:r>
              <w:rPr>
                <w:rtl/>
              </w:rPr>
              <w:t xml:space="preserve"> </w:t>
            </w:r>
            <w:r w:rsidRPr="009647FC">
              <w:rPr>
                <w:rtl/>
              </w:rPr>
              <w:t>صدر</w:t>
            </w:r>
            <w:r>
              <w:rPr>
                <w:rtl/>
              </w:rPr>
              <w:t xml:space="preserve"> </w:t>
            </w:r>
            <w:r w:rsidRPr="009647FC">
              <w:rPr>
                <w:rtl/>
              </w:rPr>
              <w:t>السيفِ</w:t>
            </w:r>
            <w:r>
              <w:rPr>
                <w:rtl/>
              </w:rPr>
              <w:t xml:space="preserve"> </w:t>
            </w:r>
            <w:r w:rsidRPr="009647FC">
              <w:rPr>
                <w:rtl/>
              </w:rPr>
              <w:t>باترةٍ</w:t>
            </w:r>
            <w:r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A72677" w:rsidP="00693B01">
            <w:pPr>
              <w:pStyle w:val="libPoem"/>
            </w:pPr>
            <w:r w:rsidRPr="009647FC">
              <w:rPr>
                <w:rtl/>
              </w:rPr>
              <w:t>لو</w:t>
            </w:r>
            <w:r w:rsidR="007E55D8">
              <w:rPr>
                <w:rtl/>
              </w:rPr>
              <w:t xml:space="preserve"> </w:t>
            </w:r>
            <w:r w:rsidR="007E55D8" w:rsidRPr="009647FC">
              <w:rPr>
                <w:rtl/>
              </w:rPr>
              <w:t>لا</w:t>
            </w:r>
            <w:r w:rsidRPr="009647FC">
              <w:rPr>
                <w:rtl/>
              </w:rPr>
              <w:t>قت</w:t>
            </w:r>
            <w:r w:rsidR="007E55D8">
              <w:rPr>
                <w:rtl/>
              </w:rPr>
              <w:t xml:space="preserve"> </w:t>
            </w:r>
            <w:r w:rsidR="007E55D8" w:rsidRPr="009647FC">
              <w:rPr>
                <w:rtl/>
              </w:rPr>
              <w:t>ا</w:t>
            </w:r>
            <w:r w:rsidRPr="009647FC">
              <w:rPr>
                <w:rtl/>
              </w:rPr>
              <w:t>لد</w:t>
            </w:r>
            <w:r w:rsidR="007E55D8" w:rsidRPr="009647FC">
              <w:rPr>
                <w:rtl/>
              </w:rPr>
              <w:t>هر</w:t>
            </w:r>
            <w:r w:rsidR="00677BC4">
              <w:rPr>
                <w:rtl/>
              </w:rPr>
              <w:t>َ</w:t>
            </w:r>
            <w:r w:rsidR="007E55D8">
              <w:rPr>
                <w:rtl/>
              </w:rPr>
              <w:t xml:space="preserve"> </w:t>
            </w:r>
            <w:r w:rsidR="007E55D8" w:rsidRPr="009647FC">
              <w:rPr>
                <w:rtl/>
              </w:rPr>
              <w:t>قرناً</w:t>
            </w:r>
            <w:r w:rsidR="007E55D8">
              <w:rPr>
                <w:rtl/>
              </w:rPr>
              <w:t xml:space="preserve"> </w:t>
            </w:r>
            <w:r w:rsidR="007E55D8" w:rsidRPr="009647FC">
              <w:rPr>
                <w:rtl/>
              </w:rPr>
              <w:t>عمرُه</w:t>
            </w:r>
            <w:r w:rsidR="007E55D8">
              <w:rPr>
                <w:rtl/>
              </w:rPr>
              <w:t xml:space="preserve"> </w:t>
            </w:r>
            <w:r w:rsidR="007E55D8" w:rsidRPr="009647FC">
              <w:rPr>
                <w:rtl/>
              </w:rPr>
              <w:t>انبترا</w:t>
            </w:r>
            <w:r w:rsidR="007E55D8" w:rsidRPr="00725071">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9647FC">
              <w:rPr>
                <w:rtl/>
              </w:rPr>
              <w:t>ر</w:t>
            </w:r>
            <w:r w:rsidR="00A72677" w:rsidRPr="009647FC">
              <w:rPr>
                <w:rtl/>
              </w:rPr>
              <w:t>عى</w:t>
            </w:r>
            <w:r>
              <w:rPr>
                <w:rtl/>
              </w:rPr>
              <w:t xml:space="preserve"> </w:t>
            </w:r>
            <w:r w:rsidRPr="009647FC">
              <w:rPr>
                <w:rtl/>
              </w:rPr>
              <w:t>ا</w:t>
            </w:r>
            <w:r w:rsidR="00A72677" w:rsidRPr="009647FC">
              <w:rPr>
                <w:rtl/>
              </w:rPr>
              <w:t>لم</w:t>
            </w:r>
            <w:r w:rsidRPr="009647FC">
              <w:rPr>
                <w:rtl/>
              </w:rPr>
              <w:t>حبّين</w:t>
            </w:r>
            <w:r>
              <w:rPr>
                <w:rtl/>
              </w:rPr>
              <w:t xml:space="preserve"> </w:t>
            </w:r>
            <w:r w:rsidRPr="009647FC">
              <w:rPr>
                <w:rtl/>
              </w:rPr>
              <w:t>فيها</w:t>
            </w:r>
            <w:r>
              <w:rPr>
                <w:rtl/>
              </w:rPr>
              <w:t xml:space="preserve"> </w:t>
            </w:r>
            <w:r w:rsidRPr="009647FC">
              <w:rPr>
                <w:rtl/>
              </w:rPr>
              <w:t>البدو</w:t>
            </w:r>
            <w:r w:rsidR="00677BC4">
              <w:rPr>
                <w:rtl/>
              </w:rPr>
              <w:t>َ</w:t>
            </w:r>
            <w:r>
              <w:rPr>
                <w:rtl/>
              </w:rPr>
              <w:t xml:space="preserve"> </w:t>
            </w:r>
            <w:r w:rsidRPr="009647FC">
              <w:rPr>
                <w:rtl/>
              </w:rPr>
              <w:t>والحضرا</w:t>
            </w:r>
            <w:r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7E55D8" w:rsidP="00693B01">
            <w:pPr>
              <w:pStyle w:val="libPoem"/>
            </w:pPr>
            <w:r w:rsidRPr="009647FC">
              <w:rPr>
                <w:rtl/>
              </w:rPr>
              <w:t>وروّ</w:t>
            </w:r>
            <w:r w:rsidR="00677BC4">
              <w:rPr>
                <w:rtl/>
              </w:rPr>
              <w:t>َ</w:t>
            </w:r>
            <w:r w:rsidRPr="009647FC">
              <w:rPr>
                <w:rtl/>
              </w:rPr>
              <w:t>ع</w:t>
            </w:r>
            <w:r>
              <w:rPr>
                <w:rtl/>
              </w:rPr>
              <w:t xml:space="preserve"> </w:t>
            </w:r>
            <w:r w:rsidRPr="009647FC">
              <w:rPr>
                <w:rtl/>
              </w:rPr>
              <w:t>ا</w:t>
            </w:r>
            <w:r w:rsidR="00A72677" w:rsidRPr="009647FC">
              <w:rPr>
                <w:rtl/>
              </w:rPr>
              <w:t>لم</w:t>
            </w:r>
            <w:r w:rsidRPr="009647FC">
              <w:rPr>
                <w:rtl/>
              </w:rPr>
              <w:t>بغضين</w:t>
            </w:r>
            <w:r w:rsidR="00677BC4">
              <w:rPr>
                <w:rtl/>
              </w:rPr>
              <w:t>َ</w:t>
            </w:r>
            <w:r>
              <w:rPr>
                <w:rtl/>
              </w:rPr>
              <w:t xml:space="preserve"> </w:t>
            </w:r>
            <w:r w:rsidRPr="009647FC">
              <w:rPr>
                <w:rtl/>
              </w:rPr>
              <w:t>ا</w:t>
            </w:r>
            <w:r w:rsidR="00A72677" w:rsidRPr="009647FC">
              <w:rPr>
                <w:rtl/>
              </w:rPr>
              <w:t>لر</w:t>
            </w:r>
            <w:r w:rsidRPr="009647FC">
              <w:rPr>
                <w:rtl/>
              </w:rPr>
              <w:t>وم</w:t>
            </w:r>
            <w:r w:rsidR="00677BC4">
              <w:rPr>
                <w:rtl/>
              </w:rPr>
              <w:t>َ</w:t>
            </w:r>
            <w:r>
              <w:rPr>
                <w:rtl/>
              </w:rPr>
              <w:t xml:space="preserve"> </w:t>
            </w:r>
            <w:r w:rsidRPr="009647FC">
              <w:rPr>
                <w:rtl/>
              </w:rPr>
              <w:t>وا</w:t>
            </w:r>
            <w:r w:rsidR="00A72677" w:rsidRPr="009647FC">
              <w:rPr>
                <w:rtl/>
              </w:rPr>
              <w:t>لخ</w:t>
            </w:r>
            <w:r w:rsidRPr="009647FC">
              <w:rPr>
                <w:rtl/>
              </w:rPr>
              <w:t>زرا</w:t>
            </w:r>
            <w:r w:rsidRPr="00725071">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9647FC">
              <w:rPr>
                <w:rtl/>
              </w:rPr>
              <w:t>قد</w:t>
            </w:r>
            <w:r w:rsidR="004C00A8">
              <w:rPr>
                <w:rtl/>
              </w:rPr>
              <w:t xml:space="preserve"> </w:t>
            </w:r>
            <w:r w:rsidRPr="009647FC">
              <w:rPr>
                <w:rtl/>
              </w:rPr>
              <w:t>قل</w:t>
            </w:r>
            <w:r w:rsidR="007E55D8" w:rsidRPr="009647FC">
              <w:rPr>
                <w:rtl/>
              </w:rPr>
              <w:t>ّ</w:t>
            </w:r>
            <w:r w:rsidR="00677BC4">
              <w:rPr>
                <w:rtl/>
              </w:rPr>
              <w:t>َ</w:t>
            </w:r>
            <w:r w:rsidR="007E55D8" w:rsidRPr="009647FC">
              <w:rPr>
                <w:rtl/>
              </w:rPr>
              <w:t>د</w:t>
            </w:r>
            <w:r w:rsidR="007E55D8">
              <w:rPr>
                <w:rtl/>
              </w:rPr>
              <w:t xml:space="preserve"> </w:t>
            </w:r>
            <w:r w:rsidR="007E55D8" w:rsidRPr="009647FC">
              <w:rPr>
                <w:rtl/>
              </w:rPr>
              <w:t>ا</w:t>
            </w:r>
            <w:r w:rsidRPr="009647FC">
              <w:rPr>
                <w:rtl/>
              </w:rPr>
              <w:t>لم</w:t>
            </w:r>
            <w:r w:rsidR="007E55D8" w:rsidRPr="009647FC">
              <w:rPr>
                <w:rtl/>
              </w:rPr>
              <w:t>لك</w:t>
            </w:r>
            <w:r w:rsidR="00677BC4">
              <w:rPr>
                <w:rtl/>
              </w:rPr>
              <w:t>َ</w:t>
            </w:r>
            <w:r w:rsidR="007E55D8">
              <w:rPr>
                <w:rtl/>
              </w:rPr>
              <w:t xml:space="preserve"> </w:t>
            </w:r>
            <w:r w:rsidRPr="009647FC">
              <w:rPr>
                <w:rtl/>
              </w:rPr>
              <w:t>من</w:t>
            </w:r>
            <w:r w:rsidR="007E55D8" w:rsidRPr="009647FC">
              <w:rPr>
                <w:rtl/>
              </w:rPr>
              <w:t>هُ</w:t>
            </w:r>
            <w:r w:rsidR="007E55D8">
              <w:rPr>
                <w:rtl/>
              </w:rPr>
              <w:t xml:space="preserve"> </w:t>
            </w:r>
            <w:r w:rsidR="007E55D8" w:rsidRPr="009647FC">
              <w:rPr>
                <w:rtl/>
              </w:rPr>
              <w:t>سيفُ</w:t>
            </w:r>
            <w:r w:rsidR="007E55D8">
              <w:rPr>
                <w:rtl/>
              </w:rPr>
              <w:t xml:space="preserve"> </w:t>
            </w:r>
            <w:r w:rsidR="007E55D8" w:rsidRPr="009647FC">
              <w:rPr>
                <w:rtl/>
              </w:rPr>
              <w:t>ملحمةٍ</w:t>
            </w:r>
            <w:r w:rsidR="007E55D8"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A72677" w:rsidP="00693B01">
            <w:pPr>
              <w:pStyle w:val="libPoem"/>
            </w:pPr>
            <w:r w:rsidRPr="009647FC">
              <w:rPr>
                <w:rtl/>
              </w:rPr>
              <w:t>لو</w:t>
            </w:r>
            <w:r w:rsidR="007E55D8">
              <w:rPr>
                <w:rtl/>
              </w:rPr>
              <w:t xml:space="preserve"> </w:t>
            </w:r>
            <w:r w:rsidRPr="009647FC">
              <w:rPr>
                <w:rtl/>
              </w:rPr>
              <w:t>يق</w:t>
            </w:r>
            <w:r w:rsidR="007E55D8" w:rsidRPr="009647FC">
              <w:rPr>
                <w:rtl/>
              </w:rPr>
              <w:t>رعُ</w:t>
            </w:r>
            <w:r w:rsidR="007E55D8">
              <w:rPr>
                <w:rtl/>
              </w:rPr>
              <w:t xml:space="preserve"> </w:t>
            </w:r>
            <w:r w:rsidR="007E55D8" w:rsidRPr="009647FC">
              <w:rPr>
                <w:rtl/>
              </w:rPr>
              <w:t>الصخر</w:t>
            </w:r>
            <w:r w:rsidR="00677BC4">
              <w:rPr>
                <w:rtl/>
              </w:rPr>
              <w:t>َ</w:t>
            </w:r>
            <w:r w:rsidR="007E55D8">
              <w:rPr>
                <w:rtl/>
              </w:rPr>
              <w:t xml:space="preserve"> </w:t>
            </w:r>
            <w:r w:rsidR="007E55D8" w:rsidRPr="009647FC">
              <w:rPr>
                <w:rtl/>
              </w:rPr>
              <w:t>يوماً</w:t>
            </w:r>
            <w:r w:rsidR="007E55D8">
              <w:rPr>
                <w:rtl/>
              </w:rPr>
              <w:t xml:space="preserve"> </w:t>
            </w:r>
            <w:r w:rsidR="007E55D8" w:rsidRPr="009647FC">
              <w:rPr>
                <w:rtl/>
              </w:rPr>
              <w:t>بالدم</w:t>
            </w:r>
            <w:r w:rsidR="007E55D8">
              <w:rPr>
                <w:rtl/>
              </w:rPr>
              <w:t xml:space="preserve"> </w:t>
            </w:r>
            <w:r w:rsidR="007E55D8" w:rsidRPr="009647FC">
              <w:rPr>
                <w:rtl/>
              </w:rPr>
              <w:t>انفجرا</w:t>
            </w:r>
            <w:r w:rsidR="007E55D8" w:rsidRPr="00725071">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9647FC">
              <w:rPr>
                <w:rtl/>
              </w:rPr>
              <w:t>إذا</w:t>
            </w:r>
            <w:r w:rsidR="004C00A8">
              <w:rPr>
                <w:rtl/>
              </w:rPr>
              <w:t xml:space="preserve"> </w:t>
            </w:r>
            <w:r w:rsidRPr="009647FC">
              <w:rPr>
                <w:rtl/>
              </w:rPr>
              <w:t>ا</w:t>
            </w:r>
            <w:r w:rsidR="00A72677" w:rsidRPr="009647FC">
              <w:rPr>
                <w:rtl/>
              </w:rPr>
              <w:t>لج</w:t>
            </w:r>
            <w:r w:rsidRPr="009647FC">
              <w:rPr>
                <w:rtl/>
              </w:rPr>
              <w:t>باهُ</w:t>
            </w:r>
            <w:r>
              <w:rPr>
                <w:rtl/>
              </w:rPr>
              <w:t xml:space="preserve"> </w:t>
            </w:r>
            <w:r w:rsidR="00A72677" w:rsidRPr="009647FC">
              <w:rPr>
                <w:rtl/>
              </w:rPr>
              <w:t>بذ</w:t>
            </w:r>
            <w:r w:rsidRPr="009647FC">
              <w:rPr>
                <w:rtl/>
              </w:rPr>
              <w:t>لِّ</w:t>
            </w:r>
            <w:r>
              <w:rPr>
                <w:rtl/>
              </w:rPr>
              <w:t xml:space="preserve"> </w:t>
            </w:r>
            <w:r w:rsidRPr="009647FC">
              <w:rPr>
                <w:rtl/>
              </w:rPr>
              <w:t>ا</w:t>
            </w:r>
            <w:r w:rsidR="00A72677" w:rsidRPr="009647FC">
              <w:rPr>
                <w:rtl/>
              </w:rPr>
              <w:t>لع</w:t>
            </w:r>
            <w:r w:rsidRPr="009647FC">
              <w:rPr>
                <w:rtl/>
              </w:rPr>
              <w:t>جزِ</w:t>
            </w:r>
            <w:r>
              <w:rPr>
                <w:rtl/>
              </w:rPr>
              <w:t xml:space="preserve"> </w:t>
            </w:r>
            <w:r w:rsidRPr="009647FC">
              <w:rPr>
                <w:rtl/>
              </w:rPr>
              <w:t>قد</w:t>
            </w:r>
            <w:r>
              <w:rPr>
                <w:rtl/>
              </w:rPr>
              <w:t xml:space="preserve"> </w:t>
            </w:r>
            <w:r w:rsidRPr="009647FC">
              <w:rPr>
                <w:rtl/>
              </w:rPr>
              <w:t>وُسمتْ</w:t>
            </w:r>
            <w:r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A72677" w:rsidP="00693B01">
            <w:pPr>
              <w:pStyle w:val="libPoem"/>
            </w:pPr>
            <w:r w:rsidRPr="009647FC">
              <w:rPr>
                <w:rtl/>
              </w:rPr>
              <w:t>في</w:t>
            </w:r>
            <w:r w:rsidR="004C00A8">
              <w:rPr>
                <w:rtl/>
              </w:rPr>
              <w:t xml:space="preserve"> </w:t>
            </w:r>
            <w:r w:rsidRPr="009647FC">
              <w:rPr>
                <w:rtl/>
              </w:rPr>
              <w:t>جب</w:t>
            </w:r>
            <w:r w:rsidR="007E55D8" w:rsidRPr="009647FC">
              <w:rPr>
                <w:rtl/>
              </w:rPr>
              <w:t>هةِ</w:t>
            </w:r>
            <w:r w:rsidR="007E55D8">
              <w:rPr>
                <w:rtl/>
              </w:rPr>
              <w:t xml:space="preserve"> </w:t>
            </w:r>
            <w:r w:rsidR="007E55D8" w:rsidRPr="009647FC">
              <w:rPr>
                <w:rtl/>
              </w:rPr>
              <w:t>ا</w:t>
            </w:r>
            <w:r w:rsidRPr="009647FC">
              <w:rPr>
                <w:rtl/>
              </w:rPr>
              <w:t>لم</w:t>
            </w:r>
            <w:r w:rsidR="007E55D8" w:rsidRPr="009647FC">
              <w:rPr>
                <w:rtl/>
              </w:rPr>
              <w:t>وتِ</w:t>
            </w:r>
            <w:r w:rsidR="007E55D8">
              <w:rPr>
                <w:rtl/>
              </w:rPr>
              <w:t xml:space="preserve"> </w:t>
            </w:r>
            <w:r w:rsidR="007E55D8" w:rsidRPr="009647FC">
              <w:rPr>
                <w:rtl/>
              </w:rPr>
              <w:t>أبقى</w:t>
            </w:r>
            <w:r w:rsidR="007E55D8">
              <w:rPr>
                <w:rtl/>
              </w:rPr>
              <w:t xml:space="preserve"> </w:t>
            </w:r>
            <w:r w:rsidR="007E55D8" w:rsidRPr="009647FC">
              <w:rPr>
                <w:rtl/>
              </w:rPr>
              <w:t>حدّ</w:t>
            </w:r>
            <w:r w:rsidR="00677BC4">
              <w:rPr>
                <w:rtl/>
              </w:rPr>
              <w:t>َ</w:t>
            </w:r>
            <w:r w:rsidR="007E55D8" w:rsidRPr="009647FC">
              <w:rPr>
                <w:rtl/>
              </w:rPr>
              <w:t>ه</w:t>
            </w:r>
            <w:r w:rsidR="007E55D8">
              <w:rPr>
                <w:rtl/>
              </w:rPr>
              <w:t xml:space="preserve"> </w:t>
            </w:r>
            <w:r w:rsidR="007E55D8" w:rsidRPr="009647FC">
              <w:rPr>
                <w:rtl/>
              </w:rPr>
              <w:t>أثرا</w:t>
            </w:r>
            <w:r w:rsidR="007E55D8" w:rsidRPr="00725071">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9647FC">
              <w:rPr>
                <w:rtl/>
              </w:rPr>
              <w:t>يس</w:t>
            </w:r>
            <w:r w:rsidR="007E55D8" w:rsidRPr="009647FC">
              <w:rPr>
                <w:rtl/>
              </w:rPr>
              <w:t>تصغرُ</w:t>
            </w:r>
            <w:r w:rsidR="007E55D8">
              <w:rPr>
                <w:rtl/>
              </w:rPr>
              <w:t xml:space="preserve"> </w:t>
            </w:r>
            <w:r w:rsidR="007E55D8" w:rsidRPr="009647FC">
              <w:rPr>
                <w:rtl/>
              </w:rPr>
              <w:t>ا</w:t>
            </w:r>
            <w:r w:rsidRPr="009647FC">
              <w:rPr>
                <w:rtl/>
              </w:rPr>
              <w:t>لح</w:t>
            </w:r>
            <w:r w:rsidR="007E55D8" w:rsidRPr="009647FC">
              <w:rPr>
                <w:rtl/>
              </w:rPr>
              <w:t>رب</w:t>
            </w:r>
            <w:r w:rsidR="00677BC4">
              <w:rPr>
                <w:rtl/>
              </w:rPr>
              <w:t>َ</w:t>
            </w:r>
            <w:r w:rsidR="007E55D8">
              <w:rPr>
                <w:rtl/>
              </w:rPr>
              <w:t xml:space="preserve"> </w:t>
            </w:r>
            <w:r w:rsidR="007E55D8" w:rsidRPr="009647FC">
              <w:rPr>
                <w:rtl/>
              </w:rPr>
              <w:t>حتى</w:t>
            </w:r>
            <w:r w:rsidR="007E55D8">
              <w:rPr>
                <w:rtl/>
              </w:rPr>
              <w:t xml:space="preserve"> </w:t>
            </w:r>
            <w:r w:rsidR="007E55D8" w:rsidRPr="009647FC">
              <w:rPr>
                <w:rtl/>
              </w:rPr>
              <w:t>ما</w:t>
            </w:r>
            <w:r w:rsidR="007E55D8">
              <w:rPr>
                <w:rtl/>
              </w:rPr>
              <w:t xml:space="preserve"> </w:t>
            </w:r>
            <w:r w:rsidR="007E55D8" w:rsidRPr="009647FC">
              <w:rPr>
                <w:rtl/>
              </w:rPr>
              <w:t>يباشرها</w:t>
            </w:r>
            <w:r w:rsidR="007E55D8"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A72677" w:rsidP="00693B01">
            <w:pPr>
              <w:pStyle w:val="libPoem"/>
            </w:pPr>
            <w:r w:rsidRPr="009647FC">
              <w:rPr>
                <w:rtl/>
              </w:rPr>
              <w:t>بنف</w:t>
            </w:r>
            <w:r w:rsidR="007E55D8" w:rsidRPr="009647FC">
              <w:rPr>
                <w:rtl/>
              </w:rPr>
              <w:t>سه</w:t>
            </w:r>
            <w:r w:rsidR="004C00A8">
              <w:rPr>
                <w:rtl/>
              </w:rPr>
              <w:t xml:space="preserve"> </w:t>
            </w:r>
            <w:r w:rsidR="007E55D8" w:rsidRPr="009647FC">
              <w:rPr>
                <w:rtl/>
              </w:rPr>
              <w:t>و</w:t>
            </w:r>
            <w:r w:rsidRPr="009647FC">
              <w:rPr>
                <w:rtl/>
              </w:rPr>
              <w:t>له</w:t>
            </w:r>
            <w:r w:rsidR="007E55D8" w:rsidRPr="009647FC">
              <w:rPr>
                <w:rtl/>
              </w:rPr>
              <w:t>ا</w:t>
            </w:r>
            <w:r w:rsidR="007E55D8">
              <w:rPr>
                <w:rtl/>
              </w:rPr>
              <w:t xml:space="preserve"> </w:t>
            </w:r>
            <w:r w:rsidR="007E55D8" w:rsidRPr="009647FC">
              <w:rPr>
                <w:rtl/>
              </w:rPr>
              <w:t>إن</w:t>
            </w:r>
            <w:r w:rsidR="007E55D8">
              <w:rPr>
                <w:rtl/>
              </w:rPr>
              <w:t xml:space="preserve"> </w:t>
            </w:r>
            <w:r w:rsidRPr="009647FC">
              <w:rPr>
                <w:rtl/>
              </w:rPr>
              <w:t>با</w:t>
            </w:r>
            <w:r w:rsidR="007E55D8" w:rsidRPr="009647FC">
              <w:rPr>
                <w:rtl/>
              </w:rPr>
              <w:t>شر</w:t>
            </w:r>
            <w:r w:rsidR="00677BC4">
              <w:rPr>
                <w:rtl/>
              </w:rPr>
              <w:t>َ</w:t>
            </w:r>
            <w:r w:rsidR="007E55D8">
              <w:rPr>
                <w:rtl/>
              </w:rPr>
              <w:t xml:space="preserve"> </w:t>
            </w:r>
            <w:r w:rsidR="007E55D8" w:rsidRPr="009647FC">
              <w:rPr>
                <w:rtl/>
              </w:rPr>
              <w:t>ا</w:t>
            </w:r>
            <w:r w:rsidRPr="009647FC">
              <w:rPr>
                <w:rtl/>
              </w:rPr>
              <w:t>لس</w:t>
            </w:r>
            <w:r w:rsidR="007E55D8" w:rsidRPr="009647FC">
              <w:rPr>
                <w:rtl/>
              </w:rPr>
              <w:t>فرا</w:t>
            </w:r>
            <w:r w:rsidR="007E55D8" w:rsidRPr="00725071">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9647FC">
              <w:rPr>
                <w:rtl/>
              </w:rPr>
              <w:t>لجا</w:t>
            </w:r>
            <w:r w:rsidR="007E55D8" w:rsidRPr="009647FC">
              <w:rPr>
                <w:rtl/>
              </w:rPr>
              <w:t>ء</w:t>
            </w:r>
            <w:r w:rsidR="00677BC4">
              <w:rPr>
                <w:rtl/>
              </w:rPr>
              <w:t>َ</w:t>
            </w:r>
            <w:r w:rsidR="004C00A8">
              <w:rPr>
                <w:rtl/>
              </w:rPr>
              <w:t xml:space="preserve"> </w:t>
            </w:r>
            <w:r w:rsidR="007E55D8" w:rsidRPr="009647FC">
              <w:rPr>
                <w:rtl/>
              </w:rPr>
              <w:t>وا</w:t>
            </w:r>
            <w:r w:rsidRPr="009647FC">
              <w:rPr>
                <w:rtl/>
              </w:rPr>
              <w:t>له</w:t>
            </w:r>
            <w:r w:rsidR="007E55D8" w:rsidRPr="009647FC">
              <w:rPr>
                <w:rtl/>
              </w:rPr>
              <w:t>مّة</w:t>
            </w:r>
            <w:r w:rsidR="007E55D8">
              <w:rPr>
                <w:rtl/>
              </w:rPr>
              <w:t xml:space="preserve"> </w:t>
            </w:r>
            <w:r w:rsidR="007E55D8" w:rsidRPr="009647FC">
              <w:rPr>
                <w:rtl/>
              </w:rPr>
              <w:t>ا</w:t>
            </w:r>
            <w:r w:rsidRPr="009647FC">
              <w:rPr>
                <w:rtl/>
              </w:rPr>
              <w:t>لع</w:t>
            </w:r>
            <w:r w:rsidR="007E55D8" w:rsidRPr="009647FC">
              <w:rPr>
                <w:rtl/>
              </w:rPr>
              <w:t>لياءُ</w:t>
            </w:r>
            <w:r w:rsidR="007E55D8">
              <w:rPr>
                <w:rtl/>
              </w:rPr>
              <w:t xml:space="preserve"> </w:t>
            </w:r>
            <w:r w:rsidRPr="009647FC">
              <w:rPr>
                <w:rtl/>
              </w:rPr>
              <w:t>في</w:t>
            </w:r>
            <w:r w:rsidR="007E55D8" w:rsidRPr="009647FC">
              <w:rPr>
                <w:rtl/>
              </w:rPr>
              <w:t>ه</w:t>
            </w:r>
            <w:r w:rsidR="007E55D8">
              <w:rPr>
                <w:rtl/>
              </w:rPr>
              <w:t xml:space="preserve"> </w:t>
            </w:r>
            <w:r w:rsidR="007E55D8" w:rsidRPr="009647FC">
              <w:rPr>
                <w:rtl/>
              </w:rPr>
              <w:t>أ</w:t>
            </w:r>
            <w:r w:rsidRPr="009647FC">
              <w:rPr>
                <w:rtl/>
              </w:rPr>
              <w:t>تت</w:t>
            </w:r>
            <w:r w:rsidR="007E55D8" w:rsidRPr="009647FC">
              <w:rPr>
                <w:rtl/>
              </w:rPr>
              <w:t>ْ</w:t>
            </w:r>
            <w:r w:rsidR="007E55D8"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A72677" w:rsidP="00693B01">
            <w:pPr>
              <w:pStyle w:val="libPoem"/>
            </w:pPr>
            <w:r w:rsidRPr="009647FC">
              <w:rPr>
                <w:rtl/>
              </w:rPr>
              <w:t>كا</w:t>
            </w:r>
            <w:r w:rsidR="007E55D8" w:rsidRPr="009647FC">
              <w:rPr>
                <w:rtl/>
              </w:rPr>
              <w:t>لسيلِ</w:t>
            </w:r>
            <w:r w:rsidR="004C00A8">
              <w:rPr>
                <w:rtl/>
              </w:rPr>
              <w:t xml:space="preserve"> </w:t>
            </w:r>
            <w:r w:rsidRPr="009647FC">
              <w:rPr>
                <w:rtl/>
              </w:rPr>
              <w:t>من</w:t>
            </w:r>
            <w:r w:rsidR="007E55D8">
              <w:rPr>
                <w:rtl/>
              </w:rPr>
              <w:t xml:space="preserve"> </w:t>
            </w:r>
            <w:r w:rsidRPr="009647FC">
              <w:rPr>
                <w:rtl/>
              </w:rPr>
              <w:t>قل</w:t>
            </w:r>
            <w:r w:rsidR="007E55D8" w:rsidRPr="009647FC">
              <w:rPr>
                <w:rtl/>
              </w:rPr>
              <w:t>لِ</w:t>
            </w:r>
            <w:r w:rsidR="007E55D8">
              <w:rPr>
                <w:rtl/>
              </w:rPr>
              <w:t xml:space="preserve"> </w:t>
            </w:r>
            <w:r w:rsidR="007E55D8" w:rsidRPr="009647FC">
              <w:rPr>
                <w:rtl/>
              </w:rPr>
              <w:t>الأجبال</w:t>
            </w:r>
            <w:r w:rsidR="007E55D8">
              <w:rPr>
                <w:rtl/>
              </w:rPr>
              <w:t xml:space="preserve"> </w:t>
            </w:r>
            <w:r w:rsidR="007E55D8" w:rsidRPr="009647FC">
              <w:rPr>
                <w:rtl/>
              </w:rPr>
              <w:t>منحدرا</w:t>
            </w:r>
            <w:r w:rsidR="007E55D8" w:rsidRPr="00725071">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9647FC">
              <w:rPr>
                <w:rtl/>
              </w:rPr>
              <w:t>في</w:t>
            </w:r>
            <w:r w:rsidR="004C00A8">
              <w:rPr>
                <w:rtl/>
              </w:rPr>
              <w:t xml:space="preserve"> </w:t>
            </w:r>
            <w:r w:rsidRPr="009647FC">
              <w:rPr>
                <w:rtl/>
              </w:rPr>
              <w:t>جح</w:t>
            </w:r>
            <w:r w:rsidR="007E55D8" w:rsidRPr="009647FC">
              <w:rPr>
                <w:rtl/>
              </w:rPr>
              <w:t>فل</w:t>
            </w:r>
            <w:r w:rsidR="007E55D8">
              <w:rPr>
                <w:rtl/>
              </w:rPr>
              <w:t xml:space="preserve"> </w:t>
            </w:r>
            <w:r w:rsidR="007E55D8" w:rsidRPr="009647FC">
              <w:rPr>
                <w:rtl/>
              </w:rPr>
              <w:t>إن</w:t>
            </w:r>
            <w:r w:rsidR="007E55D8">
              <w:rPr>
                <w:rtl/>
              </w:rPr>
              <w:t xml:space="preserve"> </w:t>
            </w:r>
            <w:r w:rsidR="007E55D8" w:rsidRPr="009647FC">
              <w:rPr>
                <w:rtl/>
              </w:rPr>
              <w:t>سرى</w:t>
            </w:r>
            <w:r w:rsidR="007E55D8">
              <w:rPr>
                <w:rtl/>
              </w:rPr>
              <w:t xml:space="preserve"> </w:t>
            </w:r>
            <w:r w:rsidR="007E55D8" w:rsidRPr="009647FC">
              <w:rPr>
                <w:rtl/>
              </w:rPr>
              <w:t>ضاقت</w:t>
            </w:r>
            <w:r w:rsidR="007E55D8">
              <w:rPr>
                <w:rtl/>
              </w:rPr>
              <w:t xml:space="preserve"> </w:t>
            </w:r>
            <w:r w:rsidR="007E55D8" w:rsidRPr="009647FC">
              <w:rPr>
                <w:rtl/>
              </w:rPr>
              <w:t>بأوّله</w:t>
            </w:r>
            <w:r w:rsidR="007E55D8"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7E55D8" w:rsidP="00693B01">
            <w:pPr>
              <w:pStyle w:val="libPoem"/>
            </w:pPr>
            <w:r w:rsidRPr="009647FC">
              <w:rPr>
                <w:rtl/>
              </w:rPr>
              <w:t>ا</w:t>
            </w:r>
            <w:r w:rsidR="00A72677" w:rsidRPr="009647FC">
              <w:rPr>
                <w:rtl/>
              </w:rPr>
              <w:t>لد</w:t>
            </w:r>
            <w:r w:rsidRPr="009647FC">
              <w:rPr>
                <w:rtl/>
              </w:rPr>
              <w:t>نيا</w:t>
            </w:r>
            <w:r>
              <w:rPr>
                <w:rtl/>
              </w:rPr>
              <w:t xml:space="preserve"> </w:t>
            </w:r>
            <w:r w:rsidRPr="009647FC">
              <w:rPr>
                <w:rtl/>
              </w:rPr>
              <w:t>وآ</w:t>
            </w:r>
            <w:r w:rsidR="00A72677" w:rsidRPr="009647FC">
              <w:rPr>
                <w:rtl/>
              </w:rPr>
              <w:t>خر</w:t>
            </w:r>
            <w:r w:rsidRPr="009647FC">
              <w:rPr>
                <w:rtl/>
              </w:rPr>
              <w:t>ه</w:t>
            </w:r>
            <w:r>
              <w:rPr>
                <w:rtl/>
              </w:rPr>
              <w:t xml:space="preserve"> </w:t>
            </w:r>
            <w:r w:rsidR="00A72677" w:rsidRPr="009647FC">
              <w:rPr>
                <w:rtl/>
              </w:rPr>
              <w:t>لم</w:t>
            </w:r>
            <w:r>
              <w:rPr>
                <w:rtl/>
              </w:rPr>
              <w:t xml:space="preserve"> </w:t>
            </w:r>
            <w:r w:rsidR="00A72677" w:rsidRPr="009647FC">
              <w:rPr>
                <w:rtl/>
              </w:rPr>
              <w:t>يد</w:t>
            </w:r>
            <w:r w:rsidRPr="009647FC">
              <w:rPr>
                <w:rtl/>
              </w:rPr>
              <w:t>رِ</w:t>
            </w:r>
            <w:r>
              <w:rPr>
                <w:rtl/>
              </w:rPr>
              <w:t xml:space="preserve"> </w:t>
            </w:r>
            <w:r w:rsidRPr="009647FC">
              <w:rPr>
                <w:rtl/>
              </w:rPr>
              <w:t>أين</w:t>
            </w:r>
            <w:r>
              <w:rPr>
                <w:rtl/>
              </w:rPr>
              <w:t xml:space="preserve"> </w:t>
            </w:r>
            <w:r w:rsidRPr="009647FC">
              <w:rPr>
                <w:rtl/>
              </w:rPr>
              <w:t>سرى</w:t>
            </w:r>
            <w:r w:rsidRPr="00725071">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9647FC">
              <w:rPr>
                <w:rtl/>
              </w:rPr>
              <w:t>و</w:t>
            </w:r>
            <w:r w:rsidR="00A72677" w:rsidRPr="009647FC">
              <w:rPr>
                <w:rtl/>
              </w:rPr>
              <w:t>خا</w:t>
            </w:r>
            <w:r w:rsidRPr="009647FC">
              <w:rPr>
                <w:rtl/>
              </w:rPr>
              <w:t>ض</w:t>
            </w:r>
            <w:r w:rsidR="004C00A8">
              <w:rPr>
                <w:rtl/>
              </w:rPr>
              <w:t xml:space="preserve"> </w:t>
            </w:r>
            <w:r w:rsidRPr="009647FC">
              <w:rPr>
                <w:rtl/>
              </w:rPr>
              <w:t>بحر</w:t>
            </w:r>
            <w:r w:rsidR="00677BC4">
              <w:rPr>
                <w:rtl/>
              </w:rPr>
              <w:t>َ</w:t>
            </w:r>
            <w:r>
              <w:rPr>
                <w:rtl/>
              </w:rPr>
              <w:t xml:space="preserve"> </w:t>
            </w:r>
            <w:r w:rsidRPr="009647FC">
              <w:rPr>
                <w:rtl/>
              </w:rPr>
              <w:t>الوغى</w:t>
            </w:r>
            <w:r>
              <w:rPr>
                <w:rtl/>
              </w:rPr>
              <w:t xml:space="preserve"> </w:t>
            </w:r>
            <w:r w:rsidRPr="009647FC">
              <w:rPr>
                <w:rtl/>
              </w:rPr>
              <w:t>بالحزم</w:t>
            </w:r>
            <w:r>
              <w:rPr>
                <w:rtl/>
              </w:rPr>
              <w:t xml:space="preserve"> </w:t>
            </w:r>
            <w:r w:rsidRPr="009647FC">
              <w:rPr>
                <w:rtl/>
              </w:rPr>
              <w:t>محتزما</w:t>
            </w:r>
            <w:r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A72677" w:rsidP="00693B01">
            <w:pPr>
              <w:pStyle w:val="libPoem"/>
            </w:pPr>
            <w:r w:rsidRPr="009647FC">
              <w:rPr>
                <w:rtl/>
              </w:rPr>
              <w:t>بالن</w:t>
            </w:r>
            <w:r w:rsidR="007E55D8" w:rsidRPr="009647FC">
              <w:rPr>
                <w:rtl/>
              </w:rPr>
              <w:t>قع</w:t>
            </w:r>
            <w:r w:rsidR="004C00A8">
              <w:rPr>
                <w:rtl/>
              </w:rPr>
              <w:t xml:space="preserve"> </w:t>
            </w:r>
            <w:r w:rsidRPr="009647FC">
              <w:rPr>
                <w:rtl/>
              </w:rPr>
              <w:t>مل</w:t>
            </w:r>
            <w:r w:rsidR="007E55D8" w:rsidRPr="009647FC">
              <w:rPr>
                <w:rtl/>
              </w:rPr>
              <w:t>تئماً</w:t>
            </w:r>
            <w:r w:rsidR="007E55D8">
              <w:rPr>
                <w:rtl/>
              </w:rPr>
              <w:t xml:space="preserve"> </w:t>
            </w:r>
            <w:r w:rsidRPr="009647FC">
              <w:rPr>
                <w:rtl/>
              </w:rPr>
              <w:t>با</w:t>
            </w:r>
            <w:r w:rsidR="007E55D8" w:rsidRPr="009647FC">
              <w:rPr>
                <w:rtl/>
              </w:rPr>
              <w:t>لصبر</w:t>
            </w:r>
            <w:r w:rsidR="007E55D8">
              <w:rPr>
                <w:rtl/>
              </w:rPr>
              <w:t xml:space="preserve"> </w:t>
            </w:r>
            <w:r w:rsidRPr="009647FC">
              <w:rPr>
                <w:rtl/>
              </w:rPr>
              <w:t>مت</w:t>
            </w:r>
            <w:r w:rsidR="007E55D8" w:rsidRPr="009647FC">
              <w:rPr>
                <w:rtl/>
              </w:rPr>
              <w:t>زرا</w:t>
            </w:r>
            <w:r w:rsidR="007E55D8" w:rsidRPr="00725071">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9647FC">
              <w:rPr>
                <w:rtl/>
              </w:rPr>
              <w:t>حت</w:t>
            </w:r>
            <w:r w:rsidR="007E55D8" w:rsidRPr="009647FC">
              <w:rPr>
                <w:rtl/>
              </w:rPr>
              <w:t>ى</w:t>
            </w:r>
            <w:r w:rsidR="004C00A8">
              <w:rPr>
                <w:rtl/>
              </w:rPr>
              <w:t xml:space="preserve"> </w:t>
            </w:r>
            <w:r w:rsidRPr="009647FC">
              <w:rPr>
                <w:rtl/>
              </w:rPr>
              <w:t>تض</w:t>
            </w:r>
            <w:r w:rsidR="007E55D8" w:rsidRPr="009647FC">
              <w:rPr>
                <w:rtl/>
              </w:rPr>
              <w:t>ج</w:t>
            </w:r>
            <w:r w:rsidR="007E55D8">
              <w:rPr>
                <w:rtl/>
              </w:rPr>
              <w:t xml:space="preserve"> </w:t>
            </w:r>
            <w:r w:rsidRPr="009647FC">
              <w:rPr>
                <w:rtl/>
              </w:rPr>
              <w:t>مل</w:t>
            </w:r>
            <w:r w:rsidR="007E55D8" w:rsidRPr="009647FC">
              <w:rPr>
                <w:rtl/>
              </w:rPr>
              <w:t>وكُ</w:t>
            </w:r>
            <w:r w:rsidR="007E55D8">
              <w:rPr>
                <w:rtl/>
              </w:rPr>
              <w:t xml:space="preserve"> </w:t>
            </w:r>
            <w:r w:rsidR="007E55D8" w:rsidRPr="009647FC">
              <w:rPr>
                <w:rtl/>
              </w:rPr>
              <w:t>الأرض</w:t>
            </w:r>
            <w:r w:rsidR="007E55D8">
              <w:rPr>
                <w:rtl/>
              </w:rPr>
              <w:t xml:space="preserve"> </w:t>
            </w:r>
            <w:r w:rsidR="007E55D8" w:rsidRPr="009647FC">
              <w:rPr>
                <w:rtl/>
              </w:rPr>
              <w:t>قائلةً</w:t>
            </w:r>
            <w:r w:rsidR="007E55D8"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A72677" w:rsidP="00693B01">
            <w:pPr>
              <w:pStyle w:val="libPoem"/>
            </w:pPr>
            <w:r w:rsidRPr="009647FC">
              <w:rPr>
                <w:rtl/>
              </w:rPr>
              <w:t>كذ</w:t>
            </w:r>
            <w:r w:rsidR="007E55D8" w:rsidRPr="009647FC">
              <w:rPr>
                <w:rtl/>
              </w:rPr>
              <w:t>ا</w:t>
            </w:r>
            <w:r w:rsidR="007E55D8">
              <w:rPr>
                <w:rtl/>
              </w:rPr>
              <w:t xml:space="preserve"> </w:t>
            </w:r>
            <w:r w:rsidRPr="009647FC">
              <w:rPr>
                <w:rtl/>
              </w:rPr>
              <w:t>بن</w:t>
            </w:r>
            <w:r w:rsidR="007E55D8" w:rsidRPr="009647FC">
              <w:rPr>
                <w:rtl/>
              </w:rPr>
              <w:t>ي</w:t>
            </w:r>
            <w:r w:rsidR="007E55D8">
              <w:rPr>
                <w:rtl/>
              </w:rPr>
              <w:t xml:space="preserve"> </w:t>
            </w:r>
            <w:r w:rsidR="007E55D8" w:rsidRPr="009647FC">
              <w:rPr>
                <w:rtl/>
              </w:rPr>
              <w:t>الملك</w:t>
            </w:r>
            <w:r w:rsidR="007E55D8">
              <w:rPr>
                <w:rtl/>
              </w:rPr>
              <w:t xml:space="preserve"> </w:t>
            </w:r>
            <w:r w:rsidR="007E55D8" w:rsidRPr="009647FC">
              <w:rPr>
                <w:rtl/>
              </w:rPr>
              <w:t>فلينصره</w:t>
            </w:r>
            <w:r w:rsidR="007E55D8">
              <w:rPr>
                <w:rtl/>
              </w:rPr>
              <w:t xml:space="preserve"> </w:t>
            </w:r>
            <w:r w:rsidR="007E55D8" w:rsidRPr="009647FC">
              <w:rPr>
                <w:rtl/>
              </w:rPr>
              <w:t>م</w:t>
            </w:r>
            <w:r w:rsidR="00677BC4">
              <w:rPr>
                <w:rtl/>
              </w:rPr>
              <w:t>َ</w:t>
            </w:r>
            <w:r w:rsidR="007E55D8" w:rsidRPr="009647FC">
              <w:rPr>
                <w:rtl/>
              </w:rPr>
              <w:t>نْ</w:t>
            </w:r>
            <w:r w:rsidR="007E55D8">
              <w:rPr>
                <w:rtl/>
              </w:rPr>
              <w:t xml:space="preserve"> </w:t>
            </w:r>
            <w:r w:rsidR="007E55D8" w:rsidRPr="009647FC">
              <w:rPr>
                <w:rtl/>
              </w:rPr>
              <w:t>نصرا</w:t>
            </w:r>
            <w:r w:rsidR="007E55D8" w:rsidRPr="00725071">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A72677">
              <w:rPr>
                <w:rtl/>
              </w:rPr>
              <w:t>هي</w:t>
            </w:r>
            <w:r w:rsidR="007E55D8" w:rsidRPr="00A72677">
              <w:rPr>
                <w:rtl/>
              </w:rPr>
              <w:t>هات</w:t>
            </w:r>
            <w:r w:rsidR="004C00A8">
              <w:rPr>
                <w:rtl/>
              </w:rPr>
              <w:t xml:space="preserve"> </w:t>
            </w:r>
            <w:r w:rsidRPr="00A72677">
              <w:rPr>
                <w:rtl/>
              </w:rPr>
              <w:t>هذ</w:t>
            </w:r>
            <w:r w:rsidR="007E55D8" w:rsidRPr="00A72677">
              <w:rPr>
                <w:rtl/>
              </w:rPr>
              <w:t xml:space="preserve">ي </w:t>
            </w:r>
            <w:r w:rsidRPr="00A72677">
              <w:rPr>
                <w:rtl/>
              </w:rPr>
              <w:t>فع</w:t>
            </w:r>
            <w:r w:rsidR="007E55D8" w:rsidRPr="00A72677">
              <w:rPr>
                <w:rtl/>
              </w:rPr>
              <w:t xml:space="preserve">الٌ لا </w:t>
            </w:r>
            <w:r w:rsidRPr="00A72677">
              <w:rPr>
                <w:rtl/>
              </w:rPr>
              <w:t>يق</w:t>
            </w:r>
            <w:r w:rsidR="007E55D8" w:rsidRPr="00A72677">
              <w:rPr>
                <w:rtl/>
              </w:rPr>
              <w:t>وم لها</w:t>
            </w:r>
            <w:r w:rsidR="007E55D8" w:rsidRPr="00A72677">
              <w:rPr>
                <w:rStyle w:val="libPoemTiniChar0"/>
                <w:rtl/>
              </w:rPr>
              <w:br/>
              <w:t> </w:t>
            </w:r>
          </w:p>
        </w:tc>
        <w:tc>
          <w:tcPr>
            <w:tcW w:w="301" w:type="dxa"/>
          </w:tcPr>
          <w:p w:rsidR="007E55D8" w:rsidRPr="00A72677" w:rsidRDefault="007E55D8" w:rsidP="00693B01">
            <w:pPr>
              <w:pStyle w:val="libPoem"/>
              <w:rPr>
                <w:rtl/>
              </w:rPr>
            </w:pPr>
          </w:p>
        </w:tc>
        <w:tc>
          <w:tcPr>
            <w:tcW w:w="3884" w:type="dxa"/>
          </w:tcPr>
          <w:p w:rsidR="007E55D8" w:rsidRPr="00A72677" w:rsidRDefault="007E55D8" w:rsidP="00693B01">
            <w:pPr>
              <w:pStyle w:val="libPoem"/>
            </w:pPr>
            <w:r w:rsidRPr="00A72677">
              <w:rPr>
                <w:rtl/>
              </w:rPr>
              <w:t>م</w:t>
            </w:r>
            <w:r w:rsidR="00677BC4">
              <w:rPr>
                <w:rtl/>
              </w:rPr>
              <w:t>َ</w:t>
            </w:r>
            <w:r w:rsidR="00A72677" w:rsidRPr="00A72677">
              <w:rPr>
                <w:rtl/>
              </w:rPr>
              <w:t>ن</w:t>
            </w:r>
            <w:r w:rsidRPr="00A72677">
              <w:rPr>
                <w:rtl/>
              </w:rPr>
              <w:t>ْ</w:t>
            </w:r>
            <w:r w:rsidR="004C00A8">
              <w:rPr>
                <w:rtl/>
              </w:rPr>
              <w:t xml:space="preserve"> </w:t>
            </w:r>
            <w:r w:rsidR="00A72677" w:rsidRPr="00A72677">
              <w:rPr>
                <w:rtl/>
              </w:rPr>
              <w:t>قد</w:t>
            </w:r>
            <w:r w:rsidRPr="00A72677">
              <w:rPr>
                <w:rtl/>
              </w:rPr>
              <w:t xml:space="preserve"> قضى منهمُ قدماً وم</w:t>
            </w:r>
            <w:r w:rsidR="00677BC4">
              <w:rPr>
                <w:rtl/>
              </w:rPr>
              <w:t>َ</w:t>
            </w:r>
            <w:r w:rsidRPr="00A72677">
              <w:rPr>
                <w:rtl/>
              </w:rPr>
              <w:t>نْ غبرا</w:t>
            </w:r>
            <w:r w:rsidRPr="00A72677">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A72677">
              <w:rPr>
                <w:rtl/>
              </w:rPr>
              <w:t>لو</w:t>
            </w:r>
            <w:r w:rsidR="004C00A8">
              <w:rPr>
                <w:rtl/>
              </w:rPr>
              <w:t xml:space="preserve"> </w:t>
            </w:r>
            <w:r w:rsidRPr="00A72677">
              <w:rPr>
                <w:rtl/>
              </w:rPr>
              <w:t>مد</w:t>
            </w:r>
            <w:r w:rsidR="007E55D8" w:rsidRPr="00A72677">
              <w:rPr>
                <w:rtl/>
              </w:rPr>
              <w:t>ّ</w:t>
            </w:r>
            <w:r w:rsidR="00677BC4">
              <w:rPr>
                <w:rtl/>
              </w:rPr>
              <w:t>َ</w:t>
            </w:r>
            <w:r w:rsidR="007E55D8" w:rsidRPr="00A72677">
              <w:rPr>
                <w:rtl/>
              </w:rPr>
              <w:t xml:space="preserve"> </w:t>
            </w:r>
            <w:r w:rsidRPr="00A72677">
              <w:rPr>
                <w:rtl/>
              </w:rPr>
              <w:t>قي</w:t>
            </w:r>
            <w:r w:rsidR="007E55D8" w:rsidRPr="00A72677">
              <w:rPr>
                <w:rtl/>
              </w:rPr>
              <w:t>صرُ باعاً نحوها قصرا</w:t>
            </w:r>
            <w:r w:rsidR="007E55D8" w:rsidRPr="00A72677">
              <w:rPr>
                <w:rStyle w:val="libPoemTiniChar0"/>
                <w:rtl/>
              </w:rPr>
              <w:br/>
              <w:t> </w:t>
            </w:r>
          </w:p>
        </w:tc>
        <w:tc>
          <w:tcPr>
            <w:tcW w:w="301" w:type="dxa"/>
          </w:tcPr>
          <w:p w:rsidR="007E55D8" w:rsidRPr="00A72677" w:rsidRDefault="007E55D8" w:rsidP="00693B01">
            <w:pPr>
              <w:pStyle w:val="libPoem"/>
              <w:rPr>
                <w:rtl/>
              </w:rPr>
            </w:pPr>
          </w:p>
        </w:tc>
        <w:tc>
          <w:tcPr>
            <w:tcW w:w="3884" w:type="dxa"/>
          </w:tcPr>
          <w:p w:rsidR="007E55D8" w:rsidRPr="00A72677" w:rsidRDefault="007E55D8" w:rsidP="00693B01">
            <w:pPr>
              <w:pStyle w:val="libPoem"/>
            </w:pPr>
            <w:r w:rsidRPr="00A72677">
              <w:rPr>
                <w:rtl/>
              </w:rPr>
              <w:t>أورا</w:t>
            </w:r>
            <w:r w:rsidR="00A72677" w:rsidRPr="00A72677">
              <w:rPr>
                <w:rtl/>
              </w:rPr>
              <w:t>مه</w:t>
            </w:r>
            <w:r w:rsidRPr="00A72677">
              <w:rPr>
                <w:rtl/>
              </w:rPr>
              <w:t>ا قبلُ كسرى الفرس لانكسرا</w:t>
            </w:r>
            <w:r w:rsidRPr="00A72677">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A72677">
              <w:rPr>
                <w:rtl/>
              </w:rPr>
              <w:t>فعا</w:t>
            </w:r>
            <w:r w:rsidR="007E55D8" w:rsidRPr="00A72677">
              <w:rPr>
                <w:rtl/>
              </w:rPr>
              <w:t xml:space="preserve">لُ </w:t>
            </w:r>
            <w:r w:rsidRPr="00A72677">
              <w:rPr>
                <w:rtl/>
              </w:rPr>
              <w:t>منت</w:t>
            </w:r>
            <w:r w:rsidR="007E55D8" w:rsidRPr="00A72677">
              <w:rPr>
                <w:rtl/>
              </w:rPr>
              <w:t xml:space="preserve">صرٍ </w:t>
            </w:r>
            <w:r w:rsidRPr="00A72677">
              <w:rPr>
                <w:rtl/>
              </w:rPr>
              <w:t>لل</w:t>
            </w:r>
            <w:r w:rsidR="007E55D8" w:rsidRPr="00A72677">
              <w:rPr>
                <w:rtl/>
              </w:rPr>
              <w:t xml:space="preserve">ه </w:t>
            </w:r>
            <w:r w:rsidRPr="00A72677">
              <w:rPr>
                <w:rtl/>
              </w:rPr>
              <w:t>قا</w:t>
            </w:r>
            <w:r w:rsidR="007E55D8" w:rsidRPr="00A72677">
              <w:rPr>
                <w:rtl/>
              </w:rPr>
              <w:t xml:space="preserve">م </w:t>
            </w:r>
            <w:r w:rsidRPr="00A72677">
              <w:rPr>
                <w:rtl/>
              </w:rPr>
              <w:t>به</w:t>
            </w:r>
            <w:r w:rsidR="007E55D8" w:rsidRPr="00A72677">
              <w:rPr>
                <w:rtl/>
              </w:rPr>
              <w:t>ا</w:t>
            </w:r>
            <w:r w:rsidR="007E55D8" w:rsidRPr="00A72677">
              <w:rPr>
                <w:rStyle w:val="libPoemTiniChar0"/>
                <w:rtl/>
              </w:rPr>
              <w:br/>
              <w:t> </w:t>
            </w:r>
          </w:p>
        </w:tc>
        <w:tc>
          <w:tcPr>
            <w:tcW w:w="301" w:type="dxa"/>
          </w:tcPr>
          <w:p w:rsidR="007E55D8" w:rsidRPr="00A72677" w:rsidRDefault="007E55D8" w:rsidP="00693B01">
            <w:pPr>
              <w:pStyle w:val="libPoem"/>
              <w:rPr>
                <w:rtl/>
              </w:rPr>
            </w:pPr>
          </w:p>
        </w:tc>
        <w:tc>
          <w:tcPr>
            <w:tcW w:w="3884" w:type="dxa"/>
          </w:tcPr>
          <w:p w:rsidR="007E55D8" w:rsidRPr="00A72677" w:rsidRDefault="007E55D8" w:rsidP="00693B01">
            <w:pPr>
              <w:pStyle w:val="libPoem"/>
            </w:pPr>
            <w:r w:rsidRPr="00A72677">
              <w:rPr>
                <w:rtl/>
              </w:rPr>
              <w:t xml:space="preserve">في الله </w:t>
            </w:r>
            <w:r w:rsidR="00A72677" w:rsidRPr="00A72677">
              <w:rPr>
                <w:rtl/>
              </w:rPr>
              <w:t>منت</w:t>
            </w:r>
            <w:r w:rsidRPr="00A72677">
              <w:rPr>
                <w:rtl/>
              </w:rPr>
              <w:t xml:space="preserve">هياً </w:t>
            </w:r>
            <w:r w:rsidR="00A72677" w:rsidRPr="00A72677">
              <w:rPr>
                <w:rtl/>
              </w:rPr>
              <w:t>لله</w:t>
            </w:r>
            <w:r w:rsidRPr="00A72677">
              <w:rPr>
                <w:rtl/>
              </w:rPr>
              <w:t xml:space="preserve"> </w:t>
            </w:r>
            <w:r w:rsidR="00A72677" w:rsidRPr="00A72677">
              <w:rPr>
                <w:rtl/>
              </w:rPr>
              <w:t>مؤ</w:t>
            </w:r>
            <w:r w:rsidRPr="00A72677">
              <w:rPr>
                <w:rtl/>
              </w:rPr>
              <w:t>تمرا</w:t>
            </w:r>
            <w:r w:rsidRPr="00A72677">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A72677">
              <w:rPr>
                <w:rtl/>
              </w:rPr>
              <w:t>إنْ</w:t>
            </w:r>
            <w:r w:rsidR="004C00A8">
              <w:rPr>
                <w:rtl/>
              </w:rPr>
              <w:t xml:space="preserve"> </w:t>
            </w:r>
            <w:r w:rsidR="00A72677" w:rsidRPr="00A72677">
              <w:rPr>
                <w:rtl/>
              </w:rPr>
              <w:t>ينت</w:t>
            </w:r>
            <w:r w:rsidRPr="00A72677">
              <w:rPr>
                <w:rtl/>
              </w:rPr>
              <w:t xml:space="preserve">قمْ </w:t>
            </w:r>
            <w:r w:rsidR="00A72677" w:rsidRPr="00A72677">
              <w:rPr>
                <w:rtl/>
              </w:rPr>
              <w:t>فحق</w:t>
            </w:r>
            <w:r w:rsidRPr="00A72677">
              <w:rPr>
                <w:rtl/>
              </w:rPr>
              <w:t xml:space="preserve">وق الله </w:t>
            </w:r>
            <w:r w:rsidR="00A72677" w:rsidRPr="00A72677">
              <w:rPr>
                <w:rtl/>
              </w:rPr>
              <w:t>يأ</w:t>
            </w:r>
            <w:r w:rsidRPr="00A72677">
              <w:rPr>
                <w:rtl/>
              </w:rPr>
              <w:t>خذها</w:t>
            </w:r>
            <w:r w:rsidRPr="00A72677">
              <w:rPr>
                <w:rStyle w:val="libPoemTiniChar0"/>
                <w:rtl/>
              </w:rPr>
              <w:br/>
              <w:t> </w:t>
            </w:r>
          </w:p>
        </w:tc>
        <w:tc>
          <w:tcPr>
            <w:tcW w:w="301" w:type="dxa"/>
          </w:tcPr>
          <w:p w:rsidR="007E55D8" w:rsidRPr="00A72677" w:rsidRDefault="007E55D8" w:rsidP="00693B01">
            <w:pPr>
              <w:pStyle w:val="libPoem"/>
              <w:rPr>
                <w:rtl/>
              </w:rPr>
            </w:pPr>
          </w:p>
        </w:tc>
        <w:tc>
          <w:tcPr>
            <w:tcW w:w="3884" w:type="dxa"/>
          </w:tcPr>
          <w:p w:rsidR="007E55D8" w:rsidRPr="00A72677" w:rsidRDefault="007E55D8" w:rsidP="00693B01">
            <w:pPr>
              <w:pStyle w:val="libPoem"/>
            </w:pPr>
            <w:r w:rsidRPr="00A72677">
              <w:rPr>
                <w:rtl/>
              </w:rPr>
              <w:t>و</w:t>
            </w:r>
            <w:r w:rsidR="00A72677" w:rsidRPr="00A72677">
              <w:rPr>
                <w:rtl/>
              </w:rPr>
              <w:t>لي</w:t>
            </w:r>
            <w:r w:rsidRPr="00A72677">
              <w:rPr>
                <w:rtl/>
              </w:rPr>
              <w:t>س</w:t>
            </w:r>
            <w:r w:rsidR="004C00A8">
              <w:rPr>
                <w:rtl/>
              </w:rPr>
              <w:t xml:space="preserve"> </w:t>
            </w:r>
            <w:r w:rsidR="00A72677" w:rsidRPr="00A72677">
              <w:rPr>
                <w:rtl/>
              </w:rPr>
              <w:t>يل</w:t>
            </w:r>
            <w:r w:rsidRPr="00A72677">
              <w:rPr>
                <w:rtl/>
              </w:rPr>
              <w:t xml:space="preserve">غى </w:t>
            </w:r>
            <w:r w:rsidR="00A72677" w:rsidRPr="00A72677">
              <w:rPr>
                <w:rtl/>
              </w:rPr>
              <w:t>حق</w:t>
            </w:r>
            <w:r w:rsidRPr="00A72677">
              <w:rPr>
                <w:rtl/>
              </w:rPr>
              <w:t>وق</w:t>
            </w:r>
            <w:r w:rsidR="00677BC4">
              <w:rPr>
                <w:rtl/>
              </w:rPr>
              <w:t>َ</w:t>
            </w:r>
            <w:r w:rsidRPr="00A72677">
              <w:rPr>
                <w:rtl/>
              </w:rPr>
              <w:t xml:space="preserve"> الله إنْ غفرا</w:t>
            </w:r>
            <w:r w:rsidRPr="00A72677">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A72677">
              <w:rPr>
                <w:rtl/>
              </w:rPr>
              <w:t>حل</w:t>
            </w:r>
            <w:r w:rsidR="007E55D8" w:rsidRPr="00A72677">
              <w:rPr>
                <w:rtl/>
              </w:rPr>
              <w:t>وُ ا</w:t>
            </w:r>
            <w:r w:rsidRPr="00A72677">
              <w:rPr>
                <w:rtl/>
              </w:rPr>
              <w:t>لس</w:t>
            </w:r>
            <w:r w:rsidR="007E55D8" w:rsidRPr="00A72677">
              <w:rPr>
                <w:rtl/>
              </w:rPr>
              <w:t>جايا ر</w:t>
            </w:r>
            <w:r w:rsidRPr="00A72677">
              <w:rPr>
                <w:rtl/>
              </w:rPr>
              <w:t>قي</w:t>
            </w:r>
            <w:r w:rsidR="007E55D8" w:rsidRPr="00A72677">
              <w:rPr>
                <w:rtl/>
              </w:rPr>
              <w:t xml:space="preserve">قٌ </w:t>
            </w:r>
            <w:r w:rsidRPr="00A72677">
              <w:rPr>
                <w:rtl/>
              </w:rPr>
              <w:t>طب</w:t>
            </w:r>
            <w:r w:rsidR="007E55D8" w:rsidRPr="00A72677">
              <w:rPr>
                <w:rtl/>
              </w:rPr>
              <w:t>عهُ عذبٌ</w:t>
            </w:r>
            <w:r w:rsidR="007E55D8" w:rsidRPr="00A72677">
              <w:rPr>
                <w:rStyle w:val="libPoemTiniChar0"/>
                <w:rtl/>
              </w:rPr>
              <w:br/>
              <w:t> </w:t>
            </w:r>
          </w:p>
        </w:tc>
        <w:tc>
          <w:tcPr>
            <w:tcW w:w="301" w:type="dxa"/>
          </w:tcPr>
          <w:p w:rsidR="007E55D8" w:rsidRPr="00A72677" w:rsidRDefault="007E55D8" w:rsidP="00693B01">
            <w:pPr>
              <w:pStyle w:val="libPoem"/>
              <w:rPr>
                <w:rtl/>
              </w:rPr>
            </w:pPr>
          </w:p>
        </w:tc>
        <w:tc>
          <w:tcPr>
            <w:tcW w:w="3884" w:type="dxa"/>
          </w:tcPr>
          <w:p w:rsidR="007E55D8" w:rsidRPr="00A72677" w:rsidRDefault="00A72677" w:rsidP="00693B01">
            <w:pPr>
              <w:pStyle w:val="libPoem"/>
            </w:pPr>
            <w:r w:rsidRPr="00A72677">
              <w:rPr>
                <w:rtl/>
              </w:rPr>
              <w:t>له</w:t>
            </w:r>
            <w:r w:rsidR="007E55D8" w:rsidRPr="00A72677">
              <w:rPr>
                <w:rtl/>
              </w:rPr>
              <w:t xml:space="preserve">ُ </w:t>
            </w:r>
            <w:r w:rsidRPr="00A72677">
              <w:rPr>
                <w:rtl/>
              </w:rPr>
              <w:t>خل</w:t>
            </w:r>
            <w:r w:rsidR="007E55D8" w:rsidRPr="00A72677">
              <w:rPr>
                <w:rtl/>
              </w:rPr>
              <w:t xml:space="preserve">ائقُ </w:t>
            </w:r>
            <w:r w:rsidRPr="00A72677">
              <w:rPr>
                <w:rtl/>
              </w:rPr>
              <w:t>ين</w:t>
            </w:r>
            <w:r w:rsidR="007E55D8" w:rsidRPr="00A72677">
              <w:rPr>
                <w:rtl/>
              </w:rPr>
              <w:t xml:space="preserve">فى </w:t>
            </w:r>
            <w:r w:rsidRPr="00A72677">
              <w:rPr>
                <w:rtl/>
              </w:rPr>
              <w:t>صف</w:t>
            </w:r>
            <w:r w:rsidR="007E55D8" w:rsidRPr="00A72677">
              <w:rPr>
                <w:rtl/>
              </w:rPr>
              <w:t>وها الكدرا</w:t>
            </w:r>
            <w:r w:rsidR="007E55D8" w:rsidRPr="00A72677">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A72677">
              <w:rPr>
                <w:rtl/>
              </w:rPr>
              <w:t>خل</w:t>
            </w:r>
            <w:r w:rsidR="007E55D8" w:rsidRPr="00A72677">
              <w:rPr>
                <w:rtl/>
              </w:rPr>
              <w:t>ا</w:t>
            </w:r>
            <w:r w:rsidRPr="00A72677">
              <w:rPr>
                <w:rtl/>
              </w:rPr>
              <w:t>ئق</w:t>
            </w:r>
            <w:r w:rsidR="007E55D8" w:rsidRPr="00A72677">
              <w:rPr>
                <w:rtl/>
              </w:rPr>
              <w:t>ٌ</w:t>
            </w:r>
            <w:r w:rsidR="004C00A8">
              <w:rPr>
                <w:rtl/>
              </w:rPr>
              <w:t xml:space="preserve"> </w:t>
            </w:r>
            <w:r w:rsidRPr="00A72677">
              <w:rPr>
                <w:rtl/>
              </w:rPr>
              <w:t>كالح</w:t>
            </w:r>
            <w:r w:rsidR="007E55D8" w:rsidRPr="00A72677">
              <w:rPr>
                <w:rtl/>
              </w:rPr>
              <w:t xml:space="preserve">ميّا </w:t>
            </w:r>
            <w:r w:rsidRPr="00A72677">
              <w:rPr>
                <w:rtl/>
              </w:rPr>
              <w:t>لو</w:t>
            </w:r>
            <w:r w:rsidR="007E55D8" w:rsidRPr="00A72677">
              <w:rPr>
                <w:rtl/>
              </w:rPr>
              <w:t xml:space="preserve"> </w:t>
            </w:r>
            <w:r w:rsidRPr="00A72677">
              <w:rPr>
                <w:rtl/>
              </w:rPr>
              <w:t>تر</w:t>
            </w:r>
            <w:r w:rsidR="007E55D8" w:rsidRPr="00A72677">
              <w:rPr>
                <w:rtl/>
              </w:rPr>
              <w:t>شِّفها</w:t>
            </w:r>
            <w:r w:rsidR="007E55D8" w:rsidRPr="00A72677">
              <w:rPr>
                <w:rStyle w:val="libPoemTiniChar0"/>
                <w:rtl/>
              </w:rPr>
              <w:br/>
              <w:t> </w:t>
            </w:r>
          </w:p>
        </w:tc>
        <w:tc>
          <w:tcPr>
            <w:tcW w:w="301" w:type="dxa"/>
          </w:tcPr>
          <w:p w:rsidR="007E55D8" w:rsidRPr="00A72677" w:rsidRDefault="007E55D8" w:rsidP="00693B01">
            <w:pPr>
              <w:pStyle w:val="libPoem"/>
              <w:rPr>
                <w:rtl/>
              </w:rPr>
            </w:pPr>
          </w:p>
        </w:tc>
        <w:tc>
          <w:tcPr>
            <w:tcW w:w="3884" w:type="dxa"/>
          </w:tcPr>
          <w:p w:rsidR="007E55D8" w:rsidRPr="00A72677" w:rsidRDefault="007E55D8" w:rsidP="00693B01">
            <w:pPr>
              <w:pStyle w:val="libPoem"/>
            </w:pPr>
            <w:r w:rsidRPr="00A72677">
              <w:rPr>
                <w:rtl/>
              </w:rPr>
              <w:t>م</w:t>
            </w:r>
            <w:r w:rsidR="00677BC4">
              <w:rPr>
                <w:rtl/>
              </w:rPr>
              <w:t>َ</w:t>
            </w:r>
            <w:r w:rsidR="00A72677" w:rsidRPr="00A72677">
              <w:rPr>
                <w:rtl/>
              </w:rPr>
              <w:t>ن</w:t>
            </w:r>
            <w:r w:rsidRPr="00A72677">
              <w:rPr>
                <w:rtl/>
              </w:rPr>
              <w:t xml:space="preserve">ْ </w:t>
            </w:r>
            <w:r w:rsidR="00A72677" w:rsidRPr="00A72677">
              <w:rPr>
                <w:rtl/>
              </w:rPr>
              <w:t>كا</w:t>
            </w:r>
            <w:r w:rsidRPr="00A72677">
              <w:rPr>
                <w:rtl/>
              </w:rPr>
              <w:t xml:space="preserve">ن </w:t>
            </w:r>
            <w:r w:rsidR="00A72677" w:rsidRPr="00A72677">
              <w:rPr>
                <w:rtl/>
              </w:rPr>
              <w:t>يب</w:t>
            </w:r>
            <w:r w:rsidRPr="00A72677">
              <w:rPr>
                <w:rtl/>
              </w:rPr>
              <w:t xml:space="preserve">غضهُ </w:t>
            </w:r>
            <w:r w:rsidR="00A72677" w:rsidRPr="00A72677">
              <w:rPr>
                <w:rtl/>
              </w:rPr>
              <w:t>في</w:t>
            </w:r>
            <w:r w:rsidRPr="00A72677">
              <w:rPr>
                <w:rtl/>
              </w:rPr>
              <w:t xml:space="preserve"> حبّه سكرا</w:t>
            </w:r>
            <w:r w:rsidRPr="00A72677">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9647FC">
              <w:rPr>
                <w:rtl/>
              </w:rPr>
              <w:t>آ</w:t>
            </w:r>
            <w:r w:rsidR="00A72677" w:rsidRPr="009647FC">
              <w:rPr>
                <w:rtl/>
              </w:rPr>
              <w:t>نس</w:t>
            </w:r>
            <w:r w:rsidRPr="009647FC">
              <w:rPr>
                <w:rtl/>
              </w:rPr>
              <w:t>تِ</w:t>
            </w:r>
            <w:r w:rsidR="004C00A8">
              <w:rPr>
                <w:rtl/>
              </w:rPr>
              <w:t xml:space="preserve"> </w:t>
            </w:r>
            <w:r w:rsidR="00A72677" w:rsidRPr="009647FC">
              <w:rPr>
                <w:rtl/>
              </w:rPr>
              <w:t>يا</w:t>
            </w:r>
            <w:r>
              <w:rPr>
                <w:rtl/>
              </w:rPr>
              <w:t xml:space="preserve"> </w:t>
            </w:r>
            <w:r w:rsidRPr="009647FC">
              <w:rPr>
                <w:rtl/>
              </w:rPr>
              <w:t>و</w:t>
            </w:r>
            <w:r w:rsidR="00A72677" w:rsidRPr="009647FC">
              <w:rPr>
                <w:rtl/>
              </w:rPr>
              <w:t>حش</w:t>
            </w:r>
            <w:r w:rsidRPr="009647FC">
              <w:rPr>
                <w:rtl/>
              </w:rPr>
              <w:t>ة</w:t>
            </w:r>
            <w:r>
              <w:rPr>
                <w:rtl/>
              </w:rPr>
              <w:t xml:space="preserve"> </w:t>
            </w:r>
            <w:r w:rsidRPr="009647FC">
              <w:rPr>
                <w:rtl/>
              </w:rPr>
              <w:t>الدنيا</w:t>
            </w:r>
            <w:r>
              <w:rPr>
                <w:rtl/>
              </w:rPr>
              <w:t xml:space="preserve"> </w:t>
            </w:r>
            <w:r w:rsidRPr="009647FC">
              <w:rPr>
                <w:rtl/>
              </w:rPr>
              <w:t>بذي</w:t>
            </w:r>
            <w:r>
              <w:rPr>
                <w:rtl/>
              </w:rPr>
              <w:t xml:space="preserve"> </w:t>
            </w:r>
            <w:r w:rsidRPr="009647FC">
              <w:rPr>
                <w:rtl/>
              </w:rPr>
              <w:t>كرم</w:t>
            </w:r>
            <w:r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Pr="00524A24" w:rsidRDefault="007E55D8" w:rsidP="00693B01">
            <w:pPr>
              <w:pStyle w:val="libPoem"/>
            </w:pPr>
            <w:r w:rsidRPr="009647FC">
              <w:rPr>
                <w:rtl/>
              </w:rPr>
              <w:t>أ</w:t>
            </w:r>
            <w:r w:rsidR="00A72677" w:rsidRPr="009647FC">
              <w:rPr>
                <w:rtl/>
              </w:rPr>
              <w:t>حي</w:t>
            </w:r>
            <w:r w:rsidRPr="009647FC">
              <w:rPr>
                <w:rtl/>
              </w:rPr>
              <w:t>ا</w:t>
            </w:r>
            <w:r w:rsidR="004C00A8">
              <w:rPr>
                <w:rtl/>
              </w:rPr>
              <w:t xml:space="preserve"> </w:t>
            </w:r>
            <w:r w:rsidR="00A72677" w:rsidRPr="009647FC">
              <w:rPr>
                <w:rtl/>
              </w:rPr>
              <w:t>بج</w:t>
            </w:r>
            <w:r w:rsidRPr="009647FC">
              <w:rPr>
                <w:rtl/>
              </w:rPr>
              <w:t>دواه</w:t>
            </w:r>
            <w:r>
              <w:rPr>
                <w:rtl/>
              </w:rPr>
              <w:t xml:space="preserve"> </w:t>
            </w:r>
            <w:r w:rsidR="00A72677" w:rsidRPr="009647FC">
              <w:rPr>
                <w:rtl/>
              </w:rPr>
              <w:t>مي</w:t>
            </w:r>
            <w:r w:rsidRPr="009647FC">
              <w:rPr>
                <w:rtl/>
              </w:rPr>
              <w:t>ت</w:t>
            </w:r>
            <w:r w:rsidR="00677BC4">
              <w:rPr>
                <w:rtl/>
              </w:rPr>
              <w:t>َ</w:t>
            </w:r>
            <w:r>
              <w:rPr>
                <w:rtl/>
              </w:rPr>
              <w:t xml:space="preserve"> </w:t>
            </w:r>
            <w:r w:rsidRPr="009647FC">
              <w:rPr>
                <w:rtl/>
              </w:rPr>
              <w:t>الجودِ</w:t>
            </w:r>
            <w:r>
              <w:rPr>
                <w:rtl/>
              </w:rPr>
              <w:t xml:space="preserve"> </w:t>
            </w:r>
            <w:r w:rsidRPr="009647FC">
              <w:rPr>
                <w:rtl/>
              </w:rPr>
              <w:t>فانتشرا</w:t>
            </w:r>
            <w:r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7E55D8" w:rsidRPr="00524A24" w:rsidTr="007E55D8">
        <w:trPr>
          <w:trHeight w:val="350"/>
        </w:trPr>
        <w:tc>
          <w:tcPr>
            <w:tcW w:w="3902" w:type="dxa"/>
          </w:tcPr>
          <w:p w:rsidR="007E55D8" w:rsidRPr="00524A24" w:rsidRDefault="00A72677" w:rsidP="00693B01">
            <w:pPr>
              <w:pStyle w:val="libPoem"/>
            </w:pPr>
            <w:r w:rsidRPr="009647FC">
              <w:rPr>
                <w:rtl/>
              </w:rPr>
              <w:lastRenderedPageBreak/>
              <w:t>لي</w:t>
            </w:r>
            <w:r w:rsidR="007E55D8" w:rsidRPr="009647FC">
              <w:rPr>
                <w:rtl/>
              </w:rPr>
              <w:t>س</w:t>
            </w:r>
            <w:r w:rsidR="00677BC4">
              <w:rPr>
                <w:rtl/>
              </w:rPr>
              <w:t>َ</w:t>
            </w:r>
            <w:r w:rsidR="007E55D8">
              <w:rPr>
                <w:rtl/>
              </w:rPr>
              <w:t xml:space="preserve"> </w:t>
            </w:r>
            <w:r w:rsidR="007E55D8" w:rsidRPr="009647FC">
              <w:rPr>
                <w:rtl/>
              </w:rPr>
              <w:t>ا</w:t>
            </w:r>
            <w:r w:rsidRPr="009647FC">
              <w:rPr>
                <w:rtl/>
              </w:rPr>
              <w:t>لس</w:t>
            </w:r>
            <w:r w:rsidR="007E55D8" w:rsidRPr="009647FC">
              <w:rPr>
                <w:rtl/>
              </w:rPr>
              <w:t>حائبُ</w:t>
            </w:r>
            <w:r w:rsidR="007E55D8">
              <w:rPr>
                <w:rtl/>
              </w:rPr>
              <w:t xml:space="preserve"> </w:t>
            </w:r>
            <w:r w:rsidRPr="009647FC">
              <w:rPr>
                <w:rtl/>
              </w:rPr>
              <w:t>تح</w:t>
            </w:r>
            <w:r w:rsidR="007E55D8" w:rsidRPr="009647FC">
              <w:rPr>
                <w:rtl/>
              </w:rPr>
              <w:t>كيهِ</w:t>
            </w:r>
            <w:r w:rsidR="007E55D8">
              <w:rPr>
                <w:rtl/>
              </w:rPr>
              <w:t xml:space="preserve"> </w:t>
            </w:r>
            <w:r w:rsidR="007E55D8" w:rsidRPr="009647FC">
              <w:rPr>
                <w:rtl/>
              </w:rPr>
              <w:t>وقد</w:t>
            </w:r>
            <w:r w:rsidR="007E55D8">
              <w:rPr>
                <w:rtl/>
              </w:rPr>
              <w:t xml:space="preserve"> </w:t>
            </w:r>
            <w:r w:rsidR="007E55D8" w:rsidRPr="009647FC">
              <w:rPr>
                <w:rtl/>
              </w:rPr>
              <w:t>علمتْ</w:t>
            </w:r>
            <w:r w:rsidR="007E55D8"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A72677" w:rsidP="00693B01">
            <w:pPr>
              <w:pStyle w:val="libPoem"/>
            </w:pPr>
            <w:r w:rsidRPr="009647FC">
              <w:rPr>
                <w:rtl/>
              </w:rPr>
              <w:t>من</w:t>
            </w:r>
            <w:r w:rsidR="007E55D8">
              <w:rPr>
                <w:rtl/>
              </w:rPr>
              <w:t xml:space="preserve"> </w:t>
            </w:r>
            <w:r w:rsidRPr="009647FC">
              <w:rPr>
                <w:rtl/>
              </w:rPr>
              <w:t>كف</w:t>
            </w:r>
            <w:r w:rsidR="007E55D8" w:rsidRPr="009647FC">
              <w:rPr>
                <w:rtl/>
              </w:rPr>
              <w:t>ّهِ</w:t>
            </w:r>
            <w:r w:rsidR="007E55D8">
              <w:rPr>
                <w:rtl/>
              </w:rPr>
              <w:t xml:space="preserve"> </w:t>
            </w:r>
            <w:r w:rsidRPr="009647FC">
              <w:rPr>
                <w:rtl/>
              </w:rPr>
              <w:t>ما</w:t>
            </w:r>
            <w:r w:rsidR="007E55D8" w:rsidRPr="009647FC">
              <w:rPr>
                <w:rtl/>
              </w:rPr>
              <w:t>ؤها</w:t>
            </w:r>
            <w:r w:rsidR="007E55D8">
              <w:rPr>
                <w:rtl/>
              </w:rPr>
              <w:t xml:space="preserve"> </w:t>
            </w:r>
            <w:r w:rsidRPr="009647FC">
              <w:rPr>
                <w:rtl/>
              </w:rPr>
              <w:t>قد</w:t>
            </w:r>
            <w:r w:rsidR="007E55D8">
              <w:rPr>
                <w:rtl/>
              </w:rPr>
              <w:t xml:space="preserve"> </w:t>
            </w:r>
            <w:r w:rsidR="007E55D8" w:rsidRPr="009647FC">
              <w:rPr>
                <w:rtl/>
              </w:rPr>
              <w:t>كان</w:t>
            </w:r>
            <w:r w:rsidR="00677BC4">
              <w:rPr>
                <w:rtl/>
              </w:rPr>
              <w:t>َ</w:t>
            </w:r>
            <w:r w:rsidR="007E55D8">
              <w:rPr>
                <w:rtl/>
              </w:rPr>
              <w:t xml:space="preserve"> </w:t>
            </w:r>
            <w:r w:rsidR="007E55D8" w:rsidRPr="009647FC">
              <w:rPr>
                <w:rtl/>
              </w:rPr>
              <w:t>معتصرا</w:t>
            </w:r>
            <w:r w:rsidR="007E55D8" w:rsidRPr="00725071">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9647FC">
              <w:rPr>
                <w:rtl/>
              </w:rPr>
              <w:t>ولا</w:t>
            </w:r>
            <w:r w:rsidR="004C00A8">
              <w:rPr>
                <w:rtl/>
              </w:rPr>
              <w:t xml:space="preserve"> </w:t>
            </w:r>
            <w:r w:rsidRPr="009647FC">
              <w:rPr>
                <w:rtl/>
              </w:rPr>
              <w:t>ا</w:t>
            </w:r>
            <w:r w:rsidR="00A72677" w:rsidRPr="009647FC">
              <w:rPr>
                <w:rtl/>
              </w:rPr>
              <w:t>لب</w:t>
            </w:r>
            <w:r w:rsidRPr="009647FC">
              <w:rPr>
                <w:rtl/>
              </w:rPr>
              <w:t>حارُ</w:t>
            </w:r>
            <w:r>
              <w:rPr>
                <w:rtl/>
              </w:rPr>
              <w:t xml:space="preserve"> </w:t>
            </w:r>
            <w:r w:rsidR="00A72677" w:rsidRPr="009647FC">
              <w:rPr>
                <w:rtl/>
              </w:rPr>
              <w:t>تض</w:t>
            </w:r>
            <w:r w:rsidRPr="009647FC">
              <w:rPr>
                <w:rtl/>
              </w:rPr>
              <w:t>اهيهِ</w:t>
            </w:r>
            <w:r>
              <w:rPr>
                <w:rtl/>
              </w:rPr>
              <w:t xml:space="preserve"> </w:t>
            </w:r>
            <w:r w:rsidRPr="009647FC">
              <w:rPr>
                <w:rtl/>
              </w:rPr>
              <w:t>و</w:t>
            </w:r>
            <w:r w:rsidR="00A72677" w:rsidRPr="009647FC">
              <w:rPr>
                <w:rtl/>
              </w:rPr>
              <w:t>قد</w:t>
            </w:r>
            <w:r>
              <w:rPr>
                <w:rtl/>
              </w:rPr>
              <w:t xml:space="preserve"> </w:t>
            </w:r>
            <w:r w:rsidRPr="009647FC">
              <w:rPr>
                <w:rtl/>
              </w:rPr>
              <w:t>طمحتْ</w:t>
            </w:r>
            <w:r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7E55D8" w:rsidP="00693B01">
            <w:pPr>
              <w:pStyle w:val="libPoem"/>
            </w:pPr>
            <w:r w:rsidRPr="009647FC">
              <w:rPr>
                <w:rtl/>
              </w:rPr>
              <w:t>أ</w:t>
            </w:r>
            <w:r w:rsidR="00A72677" w:rsidRPr="009647FC">
              <w:rPr>
                <w:rtl/>
              </w:rPr>
              <w:t>مو</w:t>
            </w:r>
            <w:r w:rsidRPr="009647FC">
              <w:rPr>
                <w:rtl/>
              </w:rPr>
              <w:t>اجها</w:t>
            </w:r>
            <w:r>
              <w:rPr>
                <w:rtl/>
              </w:rPr>
              <w:t xml:space="preserve"> </w:t>
            </w:r>
            <w:r w:rsidR="00A72677" w:rsidRPr="009647FC">
              <w:rPr>
                <w:rtl/>
              </w:rPr>
              <w:t>فه</w:t>
            </w:r>
            <w:r w:rsidRPr="009647FC">
              <w:rPr>
                <w:rtl/>
              </w:rPr>
              <w:t>ي</w:t>
            </w:r>
            <w:r>
              <w:rPr>
                <w:rtl/>
              </w:rPr>
              <w:t xml:space="preserve"> </w:t>
            </w:r>
            <w:r w:rsidR="00A72677" w:rsidRPr="009647FC">
              <w:rPr>
                <w:rtl/>
              </w:rPr>
              <w:t>بخ</w:t>
            </w:r>
            <w:r w:rsidRPr="009647FC">
              <w:rPr>
                <w:rtl/>
              </w:rPr>
              <w:t>لاً</w:t>
            </w:r>
            <w:r>
              <w:rPr>
                <w:rtl/>
              </w:rPr>
              <w:t xml:space="preserve"> </w:t>
            </w:r>
            <w:r w:rsidRPr="009647FC">
              <w:rPr>
                <w:rtl/>
              </w:rPr>
              <w:t>تحرز</w:t>
            </w:r>
            <w:r>
              <w:rPr>
                <w:rtl/>
              </w:rPr>
              <w:t xml:space="preserve"> </w:t>
            </w:r>
            <w:r w:rsidRPr="009647FC">
              <w:rPr>
                <w:rtl/>
              </w:rPr>
              <w:t>الدررا</w:t>
            </w:r>
            <w:r w:rsidRPr="00725071">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9647FC">
              <w:rPr>
                <w:rtl/>
              </w:rPr>
              <w:t>لم</w:t>
            </w:r>
            <w:r w:rsidR="007E55D8">
              <w:rPr>
                <w:rtl/>
              </w:rPr>
              <w:t xml:space="preserve"> </w:t>
            </w:r>
            <w:r w:rsidR="007E55D8" w:rsidRPr="009647FC">
              <w:rPr>
                <w:rtl/>
              </w:rPr>
              <w:t>يجرِ</w:t>
            </w:r>
            <w:r w:rsidR="007E55D8">
              <w:rPr>
                <w:rtl/>
              </w:rPr>
              <w:t xml:space="preserve"> </w:t>
            </w:r>
            <w:r w:rsidR="007E55D8" w:rsidRPr="009647FC">
              <w:rPr>
                <w:rtl/>
              </w:rPr>
              <w:t>حاتمُ</w:t>
            </w:r>
            <w:r w:rsidR="007E55D8">
              <w:rPr>
                <w:rtl/>
              </w:rPr>
              <w:t xml:space="preserve"> </w:t>
            </w:r>
            <w:r w:rsidR="007E55D8" w:rsidRPr="009647FC">
              <w:rPr>
                <w:rtl/>
              </w:rPr>
              <w:t>طيٍّ</w:t>
            </w:r>
            <w:r w:rsidR="007E55D8">
              <w:rPr>
                <w:rtl/>
              </w:rPr>
              <w:t xml:space="preserve"> </w:t>
            </w:r>
            <w:r w:rsidR="007E55D8" w:rsidRPr="009647FC">
              <w:rPr>
                <w:rtl/>
              </w:rPr>
              <w:t>أو</w:t>
            </w:r>
            <w:r w:rsidR="007E55D8">
              <w:rPr>
                <w:rtl/>
              </w:rPr>
              <w:t xml:space="preserve"> </w:t>
            </w:r>
            <w:r w:rsidR="007E55D8" w:rsidRPr="009647FC">
              <w:rPr>
                <w:rtl/>
              </w:rPr>
              <w:t>أبو</w:t>
            </w:r>
            <w:r w:rsidR="007E55D8">
              <w:rPr>
                <w:rtl/>
              </w:rPr>
              <w:t xml:space="preserve"> </w:t>
            </w:r>
            <w:r w:rsidR="007E55D8" w:rsidRPr="009647FC">
              <w:rPr>
                <w:rtl/>
              </w:rPr>
              <w:t>دلفٍ</w:t>
            </w:r>
            <w:r w:rsidR="007E55D8" w:rsidRPr="004E7EC6">
              <w:rPr>
                <w:rStyle w:val="libFootnotenumChar"/>
                <w:rtl/>
              </w:rPr>
              <w:t>(1)</w:t>
            </w:r>
            <w:r w:rsidR="007E55D8"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7E55D8" w:rsidP="00693B01">
            <w:pPr>
              <w:pStyle w:val="libPoem"/>
            </w:pPr>
            <w:r w:rsidRPr="009647FC">
              <w:rPr>
                <w:rtl/>
              </w:rPr>
              <w:t>إلاّ</w:t>
            </w:r>
            <w:r w:rsidR="004C00A8">
              <w:rPr>
                <w:rtl/>
              </w:rPr>
              <w:t xml:space="preserve"> </w:t>
            </w:r>
            <w:r w:rsidRPr="009647FC">
              <w:rPr>
                <w:rtl/>
              </w:rPr>
              <w:t>و</w:t>
            </w:r>
            <w:r w:rsidR="00A72677" w:rsidRPr="009647FC">
              <w:rPr>
                <w:rtl/>
              </w:rPr>
              <w:t>عن</w:t>
            </w:r>
            <w:r>
              <w:rPr>
                <w:rtl/>
              </w:rPr>
              <w:t xml:space="preserve"> </w:t>
            </w:r>
            <w:r w:rsidR="00A72677" w:rsidRPr="009647FC">
              <w:rPr>
                <w:rtl/>
              </w:rPr>
              <w:t>شأ</w:t>
            </w:r>
            <w:r w:rsidRPr="009647FC">
              <w:rPr>
                <w:rtl/>
              </w:rPr>
              <w:t>وهِ</w:t>
            </w:r>
            <w:r>
              <w:rPr>
                <w:rtl/>
              </w:rPr>
              <w:t xml:space="preserve"> </w:t>
            </w:r>
            <w:r w:rsidR="00A72677" w:rsidRPr="009647FC">
              <w:rPr>
                <w:rtl/>
              </w:rPr>
              <w:t>با</w:t>
            </w:r>
            <w:r w:rsidRPr="009647FC">
              <w:rPr>
                <w:rtl/>
              </w:rPr>
              <w:t>لجودِ</w:t>
            </w:r>
            <w:r>
              <w:rPr>
                <w:rtl/>
              </w:rPr>
              <w:t xml:space="preserve"> </w:t>
            </w:r>
            <w:r w:rsidRPr="009647FC">
              <w:rPr>
                <w:rtl/>
              </w:rPr>
              <w:t>قد</w:t>
            </w:r>
            <w:r>
              <w:rPr>
                <w:rtl/>
              </w:rPr>
              <w:t xml:space="preserve"> </w:t>
            </w:r>
            <w:r w:rsidRPr="009647FC">
              <w:rPr>
                <w:rtl/>
              </w:rPr>
              <w:t>حسرا</w:t>
            </w:r>
            <w:r w:rsidRPr="00725071">
              <w:rPr>
                <w:rStyle w:val="libPoemTiniChar0"/>
                <w:rtl/>
              </w:rPr>
              <w:br/>
              <w:t> </w:t>
            </w:r>
          </w:p>
        </w:tc>
      </w:tr>
      <w:tr w:rsidR="007E55D8" w:rsidRPr="00524A24" w:rsidTr="007E55D8">
        <w:trPr>
          <w:trHeight w:val="350"/>
        </w:trPr>
        <w:tc>
          <w:tcPr>
            <w:tcW w:w="3902" w:type="dxa"/>
          </w:tcPr>
          <w:p w:rsidR="007E55D8" w:rsidRPr="00524A24" w:rsidRDefault="007E55D8" w:rsidP="007E55D8">
            <w:pPr>
              <w:pStyle w:val="libPoem"/>
            </w:pPr>
            <w:r w:rsidRPr="009647FC">
              <w:rPr>
                <w:rtl/>
              </w:rPr>
              <w:t>وإن</w:t>
            </w:r>
            <w:r w:rsidR="00677BC4">
              <w:rPr>
                <w:rtl/>
              </w:rPr>
              <w:t>َ</w:t>
            </w:r>
            <w:r>
              <w:rPr>
                <w:rtl/>
              </w:rPr>
              <w:t xml:space="preserve"> </w:t>
            </w:r>
            <w:r w:rsidRPr="009647FC">
              <w:rPr>
                <w:rtl/>
              </w:rPr>
              <w:t>(معناً)</w:t>
            </w:r>
            <w:r w:rsidRPr="004E7EC6">
              <w:rPr>
                <w:rStyle w:val="libFootnotenumChar"/>
                <w:rtl/>
              </w:rPr>
              <w:t>(2)</w:t>
            </w:r>
            <w:r w:rsidRPr="004C00A8">
              <w:rPr>
                <w:rFonts w:hint="cs"/>
                <w:rtl/>
              </w:rPr>
              <w:t xml:space="preserve"> </w:t>
            </w:r>
            <w:r w:rsidRPr="009647FC">
              <w:rPr>
                <w:rtl/>
              </w:rPr>
              <w:t>على</w:t>
            </w:r>
            <w:r>
              <w:rPr>
                <w:rtl/>
              </w:rPr>
              <w:t xml:space="preserve"> </w:t>
            </w:r>
            <w:r w:rsidRPr="009647FC">
              <w:rPr>
                <w:rtl/>
              </w:rPr>
              <w:t>ما</w:t>
            </w:r>
            <w:r>
              <w:rPr>
                <w:rtl/>
              </w:rPr>
              <w:t xml:space="preserve"> </w:t>
            </w:r>
            <w:r w:rsidRPr="009647FC">
              <w:rPr>
                <w:rtl/>
              </w:rPr>
              <w:t>فيهِ</w:t>
            </w:r>
            <w:r>
              <w:rPr>
                <w:rtl/>
              </w:rPr>
              <w:t xml:space="preserve"> </w:t>
            </w:r>
            <w:r w:rsidRPr="009647FC">
              <w:rPr>
                <w:rtl/>
              </w:rPr>
              <w:t>من</w:t>
            </w:r>
            <w:r>
              <w:rPr>
                <w:rtl/>
              </w:rPr>
              <w:t xml:space="preserve"> </w:t>
            </w:r>
            <w:r w:rsidRPr="009647FC">
              <w:rPr>
                <w:rtl/>
              </w:rPr>
              <w:t>كرمٍ</w:t>
            </w:r>
            <w:r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Default="00A72677" w:rsidP="00693B01">
            <w:pPr>
              <w:pStyle w:val="libPoem"/>
            </w:pPr>
            <w:r w:rsidRPr="009647FC">
              <w:rPr>
                <w:rtl/>
              </w:rPr>
              <w:t>لو</w:t>
            </w:r>
            <w:r w:rsidR="007E55D8">
              <w:rPr>
                <w:rtl/>
              </w:rPr>
              <w:t xml:space="preserve"> </w:t>
            </w:r>
            <w:r w:rsidRPr="009647FC">
              <w:rPr>
                <w:rtl/>
              </w:rPr>
              <w:t>كا</w:t>
            </w:r>
            <w:r w:rsidR="007E55D8" w:rsidRPr="009647FC">
              <w:rPr>
                <w:rtl/>
              </w:rPr>
              <w:t>ن</w:t>
            </w:r>
            <w:r w:rsidR="007E55D8">
              <w:rPr>
                <w:rtl/>
              </w:rPr>
              <w:t xml:space="preserve"> </w:t>
            </w:r>
            <w:r w:rsidR="007E55D8" w:rsidRPr="009647FC">
              <w:rPr>
                <w:rtl/>
              </w:rPr>
              <w:t>عاصرهُ</w:t>
            </w:r>
            <w:r w:rsidR="007E55D8">
              <w:rPr>
                <w:rtl/>
              </w:rPr>
              <w:t xml:space="preserve"> </w:t>
            </w:r>
            <w:r w:rsidR="007E55D8" w:rsidRPr="009647FC">
              <w:rPr>
                <w:rtl/>
              </w:rPr>
              <w:t>في</w:t>
            </w:r>
            <w:r w:rsidR="007E55D8">
              <w:rPr>
                <w:rtl/>
              </w:rPr>
              <w:t xml:space="preserve"> </w:t>
            </w:r>
            <w:r w:rsidR="007E55D8" w:rsidRPr="009647FC">
              <w:rPr>
                <w:rtl/>
              </w:rPr>
              <w:t>الجودِ</w:t>
            </w:r>
            <w:r w:rsidR="007E55D8">
              <w:rPr>
                <w:rtl/>
              </w:rPr>
              <w:t xml:space="preserve"> </w:t>
            </w:r>
            <w:r w:rsidR="007E55D8" w:rsidRPr="009647FC">
              <w:rPr>
                <w:rtl/>
              </w:rPr>
              <w:t>ما</w:t>
            </w:r>
            <w:r w:rsidR="007E55D8">
              <w:rPr>
                <w:rtl/>
              </w:rPr>
              <w:t xml:space="preserve"> </w:t>
            </w:r>
            <w:r w:rsidR="007E55D8" w:rsidRPr="009647FC">
              <w:rPr>
                <w:rtl/>
              </w:rPr>
              <w:t>ذكرا</w:t>
            </w:r>
            <w:r w:rsidR="007E55D8" w:rsidRPr="00725071">
              <w:rPr>
                <w:rStyle w:val="libPoemTiniChar0"/>
                <w:rtl/>
              </w:rPr>
              <w:br/>
              <w:t> </w:t>
            </w:r>
          </w:p>
        </w:tc>
      </w:tr>
      <w:tr w:rsidR="007E55D8" w:rsidRPr="00524A24" w:rsidTr="007E55D8">
        <w:trPr>
          <w:trHeight w:val="350"/>
        </w:trPr>
        <w:tc>
          <w:tcPr>
            <w:tcW w:w="3902" w:type="dxa"/>
          </w:tcPr>
          <w:p w:rsidR="007E55D8" w:rsidRPr="00524A24" w:rsidRDefault="00A72677" w:rsidP="00693B01">
            <w:pPr>
              <w:pStyle w:val="libPoem"/>
            </w:pPr>
            <w:r w:rsidRPr="00A72677">
              <w:rPr>
                <w:rtl/>
              </w:rPr>
              <w:t>يا</w:t>
            </w:r>
            <w:r w:rsidR="007E55D8" w:rsidRPr="00A72677">
              <w:rPr>
                <w:rtl/>
              </w:rPr>
              <w:t xml:space="preserve"> م</w:t>
            </w:r>
            <w:r w:rsidR="00677BC4">
              <w:rPr>
                <w:rtl/>
              </w:rPr>
              <w:t>َ</w:t>
            </w:r>
            <w:r w:rsidRPr="00A72677">
              <w:rPr>
                <w:rtl/>
              </w:rPr>
              <w:t>ن</w:t>
            </w:r>
            <w:r w:rsidR="007E55D8" w:rsidRPr="00A72677">
              <w:rPr>
                <w:rtl/>
              </w:rPr>
              <w:t>ْ ترى الناس</w:t>
            </w:r>
            <w:r w:rsidR="00677BC4">
              <w:rPr>
                <w:rtl/>
              </w:rPr>
              <w:t>َ</w:t>
            </w:r>
            <w:r w:rsidR="007E55D8" w:rsidRPr="00A72677">
              <w:rPr>
                <w:rtl/>
              </w:rPr>
              <w:t xml:space="preserve"> أنّى غاب</w:t>
            </w:r>
            <w:r w:rsidR="00677BC4">
              <w:rPr>
                <w:rtl/>
              </w:rPr>
              <w:t>َ</w:t>
            </w:r>
            <w:r w:rsidR="007E55D8" w:rsidRPr="00A72677">
              <w:rPr>
                <w:rtl/>
              </w:rPr>
              <w:t xml:space="preserve"> غائبةً</w:t>
            </w:r>
            <w:r w:rsidR="007E55D8" w:rsidRPr="00A72677">
              <w:rPr>
                <w:rStyle w:val="libPoemTiniChar0"/>
                <w:rtl/>
              </w:rPr>
              <w:br/>
              <w:t> </w:t>
            </w:r>
          </w:p>
        </w:tc>
        <w:tc>
          <w:tcPr>
            <w:tcW w:w="301" w:type="dxa"/>
          </w:tcPr>
          <w:p w:rsidR="007E55D8" w:rsidRPr="00A72677" w:rsidRDefault="007E55D8" w:rsidP="00693B01">
            <w:pPr>
              <w:pStyle w:val="libPoem"/>
              <w:rPr>
                <w:rtl/>
              </w:rPr>
            </w:pPr>
          </w:p>
        </w:tc>
        <w:tc>
          <w:tcPr>
            <w:tcW w:w="3884" w:type="dxa"/>
          </w:tcPr>
          <w:p w:rsidR="007E55D8" w:rsidRPr="00A72677" w:rsidRDefault="00A72677" w:rsidP="00693B01">
            <w:pPr>
              <w:pStyle w:val="libPoem"/>
            </w:pPr>
            <w:r w:rsidRPr="00A72677">
              <w:rPr>
                <w:rtl/>
              </w:rPr>
              <w:t>جم</w:t>
            </w:r>
            <w:r w:rsidR="007E55D8" w:rsidRPr="00A72677">
              <w:rPr>
                <w:rtl/>
              </w:rPr>
              <w:t>يعها و</w:t>
            </w:r>
            <w:r w:rsidRPr="00A72677">
              <w:rPr>
                <w:rtl/>
              </w:rPr>
              <w:t>حض</w:t>
            </w:r>
            <w:r w:rsidR="007E55D8" w:rsidRPr="00A72677">
              <w:rPr>
                <w:rtl/>
              </w:rPr>
              <w:t>وراً أي</w:t>
            </w:r>
            <w:r w:rsidRPr="00A72677">
              <w:rPr>
                <w:rtl/>
              </w:rPr>
              <w:t>ّن</w:t>
            </w:r>
            <w:r w:rsidR="007E55D8" w:rsidRPr="00A72677">
              <w:rPr>
                <w:rtl/>
              </w:rPr>
              <w:t xml:space="preserve">ما </w:t>
            </w:r>
            <w:r w:rsidRPr="00A72677">
              <w:rPr>
                <w:rtl/>
              </w:rPr>
              <w:t>حض</w:t>
            </w:r>
            <w:r w:rsidR="007E55D8" w:rsidRPr="00A72677">
              <w:rPr>
                <w:rtl/>
              </w:rPr>
              <w:t>را</w:t>
            </w:r>
            <w:r w:rsidR="007E55D8" w:rsidRPr="00A72677">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A72677">
              <w:rPr>
                <w:rtl/>
              </w:rPr>
              <w:t>أ</w:t>
            </w:r>
            <w:r w:rsidR="00A72677" w:rsidRPr="00A72677">
              <w:rPr>
                <w:rtl/>
              </w:rPr>
              <w:t>مج</w:t>
            </w:r>
            <w:r w:rsidRPr="00A72677">
              <w:rPr>
                <w:rtl/>
              </w:rPr>
              <w:t>لساً</w:t>
            </w:r>
            <w:r w:rsidR="004C00A8">
              <w:rPr>
                <w:rtl/>
              </w:rPr>
              <w:t xml:space="preserve"> </w:t>
            </w:r>
            <w:r w:rsidRPr="00A72677">
              <w:rPr>
                <w:rtl/>
              </w:rPr>
              <w:t>لك هدى الأرض قد جُمعتْ</w:t>
            </w:r>
            <w:r w:rsidRPr="00A72677">
              <w:rPr>
                <w:rStyle w:val="libPoemTiniChar0"/>
                <w:rtl/>
              </w:rPr>
              <w:br/>
              <w:t> </w:t>
            </w:r>
          </w:p>
        </w:tc>
        <w:tc>
          <w:tcPr>
            <w:tcW w:w="301" w:type="dxa"/>
          </w:tcPr>
          <w:p w:rsidR="007E55D8" w:rsidRPr="00A72677" w:rsidRDefault="007E55D8" w:rsidP="00693B01">
            <w:pPr>
              <w:pStyle w:val="libPoem"/>
              <w:rPr>
                <w:rtl/>
              </w:rPr>
            </w:pPr>
          </w:p>
        </w:tc>
        <w:tc>
          <w:tcPr>
            <w:tcW w:w="3884" w:type="dxa"/>
          </w:tcPr>
          <w:p w:rsidR="007E55D8" w:rsidRPr="00A72677" w:rsidRDefault="007E55D8" w:rsidP="00693B01">
            <w:pPr>
              <w:pStyle w:val="libPoem"/>
            </w:pPr>
            <w:r w:rsidRPr="00A72677">
              <w:rPr>
                <w:rtl/>
              </w:rPr>
              <w:t>أم أ</w:t>
            </w:r>
            <w:r w:rsidR="00A72677" w:rsidRPr="00A72677">
              <w:rPr>
                <w:rtl/>
              </w:rPr>
              <w:t>نت</w:t>
            </w:r>
            <w:r w:rsidR="00677BC4">
              <w:rPr>
                <w:rtl/>
              </w:rPr>
              <w:t>َ</w:t>
            </w:r>
            <w:r w:rsidRPr="00A72677">
              <w:rPr>
                <w:rtl/>
              </w:rPr>
              <w:t xml:space="preserve"> </w:t>
            </w:r>
            <w:r w:rsidR="00A72677" w:rsidRPr="00A72677">
              <w:rPr>
                <w:rtl/>
              </w:rPr>
              <w:t>قد</w:t>
            </w:r>
            <w:r w:rsidRPr="00A72677">
              <w:rPr>
                <w:rtl/>
              </w:rPr>
              <w:t xml:space="preserve"> </w:t>
            </w:r>
            <w:r w:rsidR="00A72677" w:rsidRPr="00A72677">
              <w:rPr>
                <w:rtl/>
              </w:rPr>
              <w:t>ضم</w:t>
            </w:r>
            <w:r w:rsidRPr="00A72677">
              <w:rPr>
                <w:rtl/>
              </w:rPr>
              <w:t>نتْ أبرادُك البشرا</w:t>
            </w:r>
            <w:r w:rsidRPr="00A72677">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A72677">
              <w:rPr>
                <w:rtl/>
              </w:rPr>
              <w:t>إنّ</w:t>
            </w:r>
            <w:r w:rsidR="004C00A8">
              <w:rPr>
                <w:rtl/>
              </w:rPr>
              <w:t xml:space="preserve"> </w:t>
            </w:r>
            <w:r w:rsidRPr="00A72677">
              <w:rPr>
                <w:rtl/>
              </w:rPr>
              <w:t>ا</w:t>
            </w:r>
            <w:r w:rsidR="00A72677" w:rsidRPr="00A72677">
              <w:rPr>
                <w:rtl/>
              </w:rPr>
              <w:t>لص</w:t>
            </w:r>
            <w:r w:rsidRPr="00A72677">
              <w:rPr>
                <w:rtl/>
              </w:rPr>
              <w:t xml:space="preserve">دارة </w:t>
            </w:r>
            <w:r w:rsidR="00A72677" w:rsidRPr="00A72677">
              <w:rPr>
                <w:rtl/>
              </w:rPr>
              <w:t>لم</w:t>
            </w:r>
            <w:r w:rsidRPr="00A72677">
              <w:rPr>
                <w:rtl/>
              </w:rPr>
              <w:t xml:space="preserve"> </w:t>
            </w:r>
            <w:r w:rsidR="00A72677" w:rsidRPr="00A72677">
              <w:rPr>
                <w:rtl/>
              </w:rPr>
              <w:t>يص</w:t>
            </w:r>
            <w:r w:rsidRPr="00A72677">
              <w:rPr>
                <w:rtl/>
              </w:rPr>
              <w:t>لحْ سواك لها</w:t>
            </w:r>
            <w:r w:rsidRPr="00A72677">
              <w:rPr>
                <w:rStyle w:val="libPoemTiniChar0"/>
                <w:rtl/>
              </w:rPr>
              <w:br/>
              <w:t> </w:t>
            </w:r>
          </w:p>
        </w:tc>
        <w:tc>
          <w:tcPr>
            <w:tcW w:w="301" w:type="dxa"/>
          </w:tcPr>
          <w:p w:rsidR="007E55D8" w:rsidRPr="00A72677" w:rsidRDefault="007E55D8" w:rsidP="00693B01">
            <w:pPr>
              <w:pStyle w:val="libPoem"/>
              <w:rPr>
                <w:rtl/>
              </w:rPr>
            </w:pPr>
          </w:p>
        </w:tc>
        <w:tc>
          <w:tcPr>
            <w:tcW w:w="3884" w:type="dxa"/>
          </w:tcPr>
          <w:p w:rsidR="007E55D8" w:rsidRPr="00A72677" w:rsidRDefault="00A72677" w:rsidP="00693B01">
            <w:pPr>
              <w:pStyle w:val="libPoem"/>
            </w:pPr>
            <w:r w:rsidRPr="00A72677">
              <w:rPr>
                <w:rtl/>
              </w:rPr>
              <w:t>كأ</w:t>
            </w:r>
            <w:r w:rsidR="007E55D8" w:rsidRPr="00A72677">
              <w:rPr>
                <w:rtl/>
              </w:rPr>
              <w:t>ن</w:t>
            </w:r>
            <w:r w:rsidRPr="00A72677">
              <w:rPr>
                <w:rtl/>
              </w:rPr>
              <w:t>ّه</w:t>
            </w:r>
            <w:r w:rsidR="007E55D8" w:rsidRPr="00A72677">
              <w:rPr>
                <w:rtl/>
              </w:rPr>
              <w:t>ا أ</w:t>
            </w:r>
            <w:r w:rsidRPr="00A72677">
              <w:rPr>
                <w:rtl/>
              </w:rPr>
              <w:t>بد</w:t>
            </w:r>
            <w:r w:rsidR="007E55D8" w:rsidRPr="00A72677">
              <w:rPr>
                <w:rtl/>
              </w:rPr>
              <w:t xml:space="preserve">اً </w:t>
            </w:r>
            <w:r w:rsidRPr="00A72677">
              <w:rPr>
                <w:rtl/>
              </w:rPr>
              <w:t>عي</w:t>
            </w:r>
            <w:r w:rsidR="007E55D8" w:rsidRPr="00A72677">
              <w:rPr>
                <w:rtl/>
              </w:rPr>
              <w:t>نٌ وأ</w:t>
            </w:r>
            <w:r w:rsidRPr="00A72677">
              <w:rPr>
                <w:rtl/>
              </w:rPr>
              <w:t>نت</w:t>
            </w:r>
            <w:r w:rsidR="00677BC4">
              <w:rPr>
                <w:rtl/>
              </w:rPr>
              <w:t>َ</w:t>
            </w:r>
            <w:r w:rsidR="007E55D8" w:rsidRPr="00A72677">
              <w:rPr>
                <w:rtl/>
              </w:rPr>
              <w:t xml:space="preserve"> </w:t>
            </w:r>
            <w:r w:rsidRPr="00A72677">
              <w:rPr>
                <w:rtl/>
              </w:rPr>
              <w:t>كر</w:t>
            </w:r>
            <w:r w:rsidR="007E55D8" w:rsidRPr="00A72677">
              <w:rPr>
                <w:rtl/>
              </w:rPr>
              <w:t>ى</w:t>
            </w:r>
            <w:r w:rsidR="007E55D8" w:rsidRPr="00A72677">
              <w:rPr>
                <w:rStyle w:val="libPoemTiniChar0"/>
                <w:rtl/>
              </w:rPr>
              <w:br/>
              <w:t> </w:t>
            </w:r>
          </w:p>
        </w:tc>
      </w:tr>
      <w:tr w:rsidR="007E55D8" w:rsidRPr="00524A24" w:rsidTr="007E55D8">
        <w:trPr>
          <w:trHeight w:val="350"/>
        </w:trPr>
        <w:tc>
          <w:tcPr>
            <w:tcW w:w="3902" w:type="dxa"/>
          </w:tcPr>
          <w:p w:rsidR="007E55D8" w:rsidRPr="00524A24" w:rsidRDefault="007E55D8" w:rsidP="00693B01">
            <w:pPr>
              <w:pStyle w:val="libPoem"/>
            </w:pPr>
            <w:r w:rsidRPr="009647FC">
              <w:rPr>
                <w:rtl/>
              </w:rPr>
              <w:t>لا</w:t>
            </w:r>
            <w:r w:rsidR="004C00A8">
              <w:rPr>
                <w:rtl/>
              </w:rPr>
              <w:t xml:space="preserve"> </w:t>
            </w:r>
            <w:r w:rsidRPr="009647FC">
              <w:rPr>
                <w:rtl/>
              </w:rPr>
              <w:t>زال</w:t>
            </w:r>
            <w:r w:rsidR="00677BC4">
              <w:rPr>
                <w:rtl/>
              </w:rPr>
              <w:t>َ</w:t>
            </w:r>
            <w:r>
              <w:rPr>
                <w:rtl/>
              </w:rPr>
              <w:t xml:space="preserve"> </w:t>
            </w:r>
            <w:r w:rsidR="00A72677" w:rsidRPr="009647FC">
              <w:rPr>
                <w:rtl/>
              </w:rPr>
              <w:t>سعد</w:t>
            </w:r>
            <w:r w:rsidRPr="009647FC">
              <w:rPr>
                <w:rtl/>
              </w:rPr>
              <w:t>ُك</w:t>
            </w:r>
            <w:r>
              <w:rPr>
                <w:rtl/>
              </w:rPr>
              <w:t xml:space="preserve"> </w:t>
            </w:r>
            <w:r w:rsidR="00A72677" w:rsidRPr="009647FC">
              <w:rPr>
                <w:rtl/>
              </w:rPr>
              <w:t>با</w:t>
            </w:r>
            <w:r w:rsidRPr="009647FC">
              <w:rPr>
                <w:rtl/>
              </w:rPr>
              <w:t>لإقبال</w:t>
            </w:r>
            <w:r>
              <w:rPr>
                <w:rtl/>
              </w:rPr>
              <w:t xml:space="preserve"> </w:t>
            </w:r>
            <w:r w:rsidR="00A72677" w:rsidRPr="009647FC">
              <w:rPr>
                <w:rtl/>
              </w:rPr>
              <w:t>مق</w:t>
            </w:r>
            <w:r w:rsidRPr="009647FC">
              <w:rPr>
                <w:rtl/>
              </w:rPr>
              <w:t>ترنا</w:t>
            </w:r>
            <w:r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Pr="00524A24" w:rsidRDefault="00A72677" w:rsidP="00693B01">
            <w:pPr>
              <w:pStyle w:val="libPoem"/>
            </w:pPr>
            <w:r w:rsidRPr="009647FC">
              <w:rPr>
                <w:rtl/>
              </w:rPr>
              <w:t>يس</w:t>
            </w:r>
            <w:r w:rsidR="007E55D8" w:rsidRPr="009647FC">
              <w:rPr>
                <w:rtl/>
              </w:rPr>
              <w:t>تخدم</w:t>
            </w:r>
            <w:r w:rsidR="004C00A8">
              <w:rPr>
                <w:rtl/>
              </w:rPr>
              <w:t xml:space="preserve"> </w:t>
            </w:r>
            <w:r w:rsidR="007E55D8" w:rsidRPr="009647FC">
              <w:rPr>
                <w:rtl/>
              </w:rPr>
              <w:t>ا</w:t>
            </w:r>
            <w:r w:rsidRPr="009647FC">
              <w:rPr>
                <w:rtl/>
              </w:rPr>
              <w:t>لم</w:t>
            </w:r>
            <w:r w:rsidR="007E55D8" w:rsidRPr="009647FC">
              <w:rPr>
                <w:rtl/>
              </w:rPr>
              <w:t>بهجين</w:t>
            </w:r>
            <w:r w:rsidR="007E55D8">
              <w:rPr>
                <w:rtl/>
              </w:rPr>
              <w:t xml:space="preserve"> </w:t>
            </w:r>
            <w:r w:rsidR="007E55D8" w:rsidRPr="009647FC">
              <w:rPr>
                <w:rtl/>
              </w:rPr>
              <w:t>النصر</w:t>
            </w:r>
            <w:r w:rsidR="00677BC4">
              <w:rPr>
                <w:rtl/>
              </w:rPr>
              <w:t>َ</w:t>
            </w:r>
            <w:r w:rsidR="007E55D8">
              <w:rPr>
                <w:rtl/>
              </w:rPr>
              <w:t xml:space="preserve"> </w:t>
            </w:r>
            <w:r w:rsidR="007E55D8" w:rsidRPr="009647FC">
              <w:rPr>
                <w:rtl/>
              </w:rPr>
              <w:t>والظفرا</w:t>
            </w:r>
            <w:r w:rsidR="007E55D8" w:rsidRPr="00725071">
              <w:rPr>
                <w:rStyle w:val="libPoemTiniChar0"/>
                <w:rtl/>
              </w:rPr>
              <w:br/>
              <w:t> </w:t>
            </w:r>
          </w:p>
        </w:tc>
      </w:tr>
    </w:tbl>
    <w:p w:rsidR="009647FC" w:rsidRPr="00524A24" w:rsidRDefault="009647FC" w:rsidP="004E7EC6">
      <w:pPr>
        <w:pStyle w:val="libNormal"/>
      </w:pPr>
      <w:r w:rsidRPr="004E7EC6">
        <w:rPr>
          <w:rtl/>
        </w:rPr>
        <w:t>وقال مادحاً مدحت باشا</w:t>
      </w:r>
      <w:r w:rsidRPr="004E7EC6">
        <w:rPr>
          <w:rStyle w:val="libFootnotenumChar"/>
          <w:rtl/>
        </w:rPr>
        <w:t>(3)</w:t>
      </w:r>
      <w:r w:rsidRPr="004E7EC6">
        <w:rPr>
          <w:rtl/>
        </w:rPr>
        <w:t xml:space="preserve"> بالتماس من الحاج مصطفى كبّه</w:t>
      </w:r>
      <w:r w:rsidR="00D769AB">
        <w:rPr>
          <w:rtl/>
        </w:rPr>
        <w:t>:</w:t>
      </w:r>
    </w:p>
    <w:tbl>
      <w:tblPr>
        <w:tblStyle w:val="TableGrid"/>
        <w:bidiVisual/>
        <w:tblW w:w="4562" w:type="pct"/>
        <w:tblInd w:w="384" w:type="dxa"/>
        <w:tblLook w:val="04A0"/>
      </w:tblPr>
      <w:tblGrid>
        <w:gridCol w:w="3902"/>
        <w:gridCol w:w="301"/>
        <w:gridCol w:w="3884"/>
      </w:tblGrid>
      <w:tr w:rsidR="007E55D8" w:rsidRPr="00524A24" w:rsidTr="00693B01">
        <w:trPr>
          <w:trHeight w:val="350"/>
        </w:trPr>
        <w:tc>
          <w:tcPr>
            <w:tcW w:w="3902" w:type="dxa"/>
          </w:tcPr>
          <w:p w:rsidR="007E55D8" w:rsidRPr="00524A24" w:rsidRDefault="007E55D8" w:rsidP="00693B01">
            <w:pPr>
              <w:pStyle w:val="libPoem"/>
            </w:pPr>
            <w:r w:rsidRPr="009647FC">
              <w:rPr>
                <w:rtl/>
              </w:rPr>
              <w:t>رواقك</w:t>
            </w:r>
            <w:r>
              <w:rPr>
                <w:rtl/>
              </w:rPr>
              <w:t xml:space="preserve"> </w:t>
            </w:r>
            <w:r w:rsidRPr="009647FC">
              <w:rPr>
                <w:rtl/>
              </w:rPr>
              <w:t>ذا</w:t>
            </w:r>
            <w:r>
              <w:rPr>
                <w:rtl/>
              </w:rPr>
              <w:t xml:space="preserve"> </w:t>
            </w:r>
            <w:r w:rsidRPr="009647FC">
              <w:rPr>
                <w:rtl/>
              </w:rPr>
              <w:t>لا</w:t>
            </w:r>
            <w:r>
              <w:rPr>
                <w:rtl/>
              </w:rPr>
              <w:t xml:space="preserve"> </w:t>
            </w:r>
            <w:r w:rsidR="00A72677" w:rsidRPr="009647FC">
              <w:rPr>
                <w:rtl/>
              </w:rPr>
              <w:t>بل</w:t>
            </w:r>
            <w:r>
              <w:rPr>
                <w:rtl/>
              </w:rPr>
              <w:t xml:space="preserve"> </w:t>
            </w:r>
            <w:r w:rsidRPr="009647FC">
              <w:rPr>
                <w:rtl/>
              </w:rPr>
              <w:t>و</w:t>
            </w:r>
            <w:r w:rsidR="00A72677" w:rsidRPr="009647FC">
              <w:rPr>
                <w:rtl/>
              </w:rPr>
              <w:t>لي</w:t>
            </w:r>
            <w:r w:rsidRPr="009647FC">
              <w:rPr>
                <w:rtl/>
              </w:rPr>
              <w:t>جةُ</w:t>
            </w:r>
            <w:r>
              <w:rPr>
                <w:rtl/>
              </w:rPr>
              <w:t xml:space="preserve"> </w:t>
            </w:r>
            <w:r w:rsidR="00A72677" w:rsidRPr="009647FC">
              <w:rPr>
                <w:rtl/>
              </w:rPr>
              <w:t>خا</w:t>
            </w:r>
            <w:r w:rsidRPr="009647FC">
              <w:rPr>
                <w:rtl/>
              </w:rPr>
              <w:t>درِ</w:t>
            </w:r>
            <w:r w:rsidRPr="00725071">
              <w:rPr>
                <w:rStyle w:val="libPoemTiniChar0"/>
                <w:rtl/>
              </w:rPr>
              <w:br/>
              <w:t> </w:t>
            </w:r>
          </w:p>
        </w:tc>
        <w:tc>
          <w:tcPr>
            <w:tcW w:w="301" w:type="dxa"/>
          </w:tcPr>
          <w:p w:rsidR="007E55D8" w:rsidRDefault="007E55D8" w:rsidP="00693B01">
            <w:pPr>
              <w:pStyle w:val="libPoem"/>
              <w:rPr>
                <w:rtl/>
              </w:rPr>
            </w:pPr>
          </w:p>
        </w:tc>
        <w:tc>
          <w:tcPr>
            <w:tcW w:w="3884" w:type="dxa"/>
          </w:tcPr>
          <w:p w:rsidR="007E55D8" w:rsidRPr="00524A24" w:rsidRDefault="00A72677" w:rsidP="00693B01">
            <w:pPr>
              <w:pStyle w:val="libPoem"/>
            </w:pPr>
            <w:r w:rsidRPr="009647FC">
              <w:rPr>
                <w:rtl/>
              </w:rPr>
              <w:t>بل</w:t>
            </w:r>
            <w:r w:rsidR="004C00A8">
              <w:rPr>
                <w:rtl/>
              </w:rPr>
              <w:t xml:space="preserve"> </w:t>
            </w:r>
            <w:r w:rsidR="007E55D8" w:rsidRPr="009647FC">
              <w:rPr>
                <w:rtl/>
              </w:rPr>
              <w:t>ا</w:t>
            </w:r>
            <w:r w:rsidRPr="009647FC">
              <w:rPr>
                <w:rtl/>
              </w:rPr>
              <w:t>لل</w:t>
            </w:r>
            <w:r w:rsidR="007E55D8" w:rsidRPr="009647FC">
              <w:rPr>
                <w:rtl/>
              </w:rPr>
              <w:t>يثُ</w:t>
            </w:r>
            <w:r w:rsidR="007E55D8">
              <w:rPr>
                <w:rtl/>
              </w:rPr>
              <w:t xml:space="preserve"> </w:t>
            </w:r>
            <w:r w:rsidR="007E55D8" w:rsidRPr="009647FC">
              <w:rPr>
                <w:rtl/>
              </w:rPr>
              <w:t>يخطو</w:t>
            </w:r>
            <w:r w:rsidR="007E55D8">
              <w:rPr>
                <w:rtl/>
              </w:rPr>
              <w:t xml:space="preserve"> </w:t>
            </w:r>
            <w:r w:rsidR="007E55D8" w:rsidRPr="009647FC">
              <w:rPr>
                <w:rtl/>
              </w:rPr>
              <w:t>دونهُ</w:t>
            </w:r>
            <w:r w:rsidR="007E55D8">
              <w:rPr>
                <w:rtl/>
              </w:rPr>
              <w:t xml:space="preserve"> </w:t>
            </w:r>
            <w:r w:rsidR="007E55D8" w:rsidRPr="009647FC">
              <w:rPr>
                <w:rtl/>
              </w:rPr>
              <w:t>خطو</w:t>
            </w:r>
            <w:r w:rsidR="00677BC4">
              <w:rPr>
                <w:rtl/>
              </w:rPr>
              <w:t>َ</w:t>
            </w:r>
            <w:r w:rsidR="007E55D8">
              <w:rPr>
                <w:rtl/>
              </w:rPr>
              <w:t xml:space="preserve"> </w:t>
            </w:r>
            <w:r w:rsidR="007E55D8" w:rsidRPr="009647FC">
              <w:rPr>
                <w:rtl/>
              </w:rPr>
              <w:t>قاصرِ</w:t>
            </w:r>
            <w:r w:rsidR="007E55D8"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هو أبو دلف القاسم بن عيسى بن إدريس بن معقل</w:t>
      </w:r>
      <w:r w:rsidR="00D769AB">
        <w:rPr>
          <w:rtl/>
        </w:rPr>
        <w:t>،</w:t>
      </w:r>
      <w:r w:rsidRPr="009647FC">
        <w:rPr>
          <w:rtl/>
        </w:rPr>
        <w:t xml:space="preserve"> من بني عجل بن لجيم</w:t>
      </w:r>
      <w:r w:rsidR="00D769AB">
        <w:rPr>
          <w:rtl/>
        </w:rPr>
        <w:t>،</w:t>
      </w:r>
      <w:r w:rsidRPr="009647FC">
        <w:rPr>
          <w:rtl/>
        </w:rPr>
        <w:t xml:space="preserve"> أمير الكرخ</w:t>
      </w:r>
      <w:r w:rsidR="00D769AB">
        <w:rPr>
          <w:rtl/>
        </w:rPr>
        <w:t>،</w:t>
      </w:r>
      <w:r w:rsidRPr="009647FC">
        <w:rPr>
          <w:rtl/>
        </w:rPr>
        <w:t xml:space="preserve"> وسيّد قومه</w:t>
      </w:r>
      <w:r w:rsidR="00D769AB">
        <w:rPr>
          <w:rtl/>
        </w:rPr>
        <w:t>.</w:t>
      </w:r>
      <w:r w:rsidRPr="009647FC">
        <w:rPr>
          <w:rtl/>
        </w:rPr>
        <w:t xml:space="preserve"> قلّده الرشيد أعمال (الجبل) ثمّ صار أحد قادة جيش المأمون</w:t>
      </w:r>
      <w:r w:rsidR="00D769AB">
        <w:rPr>
          <w:rtl/>
        </w:rPr>
        <w:t>.</w:t>
      </w:r>
      <w:r w:rsidRPr="009647FC">
        <w:rPr>
          <w:rtl/>
        </w:rPr>
        <w:t xml:space="preserve"> توفّي ببغداد عام 226 هـ</w:t>
      </w:r>
      <w:r w:rsidR="004C00A8">
        <w:rPr>
          <w:rtl/>
        </w:rPr>
        <w:t xml:space="preserve"> </w:t>
      </w:r>
      <w:r w:rsidR="004E7EC6">
        <w:rPr>
          <w:rtl/>
        </w:rPr>
        <w:t xml:space="preserve">- </w:t>
      </w:r>
      <w:r w:rsidRPr="009647FC">
        <w:rPr>
          <w:rtl/>
        </w:rPr>
        <w:t>840 م</w:t>
      </w:r>
      <w:r w:rsidR="00D769AB">
        <w:rPr>
          <w:rtl/>
        </w:rPr>
        <w:t>.</w:t>
      </w:r>
      <w:r w:rsidRPr="009647FC">
        <w:rPr>
          <w:rtl/>
        </w:rPr>
        <w:t xml:space="preserve"> </w:t>
      </w:r>
    </w:p>
    <w:p w:rsidR="009647FC" w:rsidRPr="00524A24" w:rsidRDefault="009647FC" w:rsidP="004E7EC6">
      <w:pPr>
        <w:pStyle w:val="libFootnote0"/>
      </w:pPr>
      <w:r w:rsidRPr="009647FC">
        <w:rPr>
          <w:rtl/>
        </w:rPr>
        <w:t>له كتب منها</w:t>
      </w:r>
      <w:r w:rsidR="00D769AB">
        <w:rPr>
          <w:rtl/>
        </w:rPr>
        <w:t>:</w:t>
      </w:r>
      <w:r w:rsidRPr="009647FC">
        <w:rPr>
          <w:rtl/>
        </w:rPr>
        <w:t xml:space="preserve"> </w:t>
      </w:r>
      <w:r w:rsidR="007E55D8">
        <w:rPr>
          <w:rtl/>
        </w:rPr>
        <w:t>«</w:t>
      </w:r>
      <w:r w:rsidRPr="009647FC">
        <w:rPr>
          <w:rtl/>
        </w:rPr>
        <w:t>سياسة الملوك</w:t>
      </w:r>
      <w:r w:rsidR="007E55D8">
        <w:rPr>
          <w:rtl/>
        </w:rPr>
        <w:t>»</w:t>
      </w:r>
      <w:r w:rsidR="00D769AB">
        <w:rPr>
          <w:rtl/>
        </w:rPr>
        <w:t>،</w:t>
      </w:r>
      <w:r w:rsidRPr="009647FC">
        <w:rPr>
          <w:rtl/>
        </w:rPr>
        <w:t xml:space="preserve"> و</w:t>
      </w:r>
      <w:r w:rsidR="007E55D8">
        <w:rPr>
          <w:rtl/>
        </w:rPr>
        <w:t>«</w:t>
      </w:r>
      <w:r w:rsidRPr="009647FC">
        <w:rPr>
          <w:rtl/>
        </w:rPr>
        <w:t>البزاة والصيد</w:t>
      </w:r>
      <w:r w:rsidR="007E55D8">
        <w:rPr>
          <w:rtl/>
        </w:rPr>
        <w:t>»</w:t>
      </w:r>
      <w:r w:rsidR="00D769AB">
        <w:rPr>
          <w:rtl/>
        </w:rPr>
        <w:t>،</w:t>
      </w:r>
      <w:r w:rsidRPr="009647FC">
        <w:rPr>
          <w:rtl/>
        </w:rPr>
        <w:t xml:space="preserve"> وقد قال الشعر ولحّنه</w:t>
      </w:r>
      <w:r w:rsidR="00D769AB">
        <w:rPr>
          <w:rtl/>
        </w:rPr>
        <w:t>.</w:t>
      </w:r>
      <w:r w:rsidRPr="009647FC">
        <w:rPr>
          <w:rtl/>
        </w:rPr>
        <w:t xml:space="preserve"> ترجمت له في كتابي </w:t>
      </w:r>
      <w:r w:rsidR="007E55D8">
        <w:rPr>
          <w:rtl/>
        </w:rPr>
        <w:t>«</w:t>
      </w:r>
      <w:r w:rsidRPr="009647FC">
        <w:rPr>
          <w:rtl/>
        </w:rPr>
        <w:t>شعراء بغداد</w:t>
      </w:r>
      <w:r w:rsidR="007E55D8">
        <w:rPr>
          <w:rtl/>
        </w:rPr>
        <w:t>»</w:t>
      </w:r>
      <w:r w:rsidRPr="009647FC">
        <w:rPr>
          <w:rtl/>
        </w:rPr>
        <w:t xml:space="preserve"> ج 9</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هو أبو الوليد معن بن زائدة بن عبد اللّه بن مطر الشيباني</w:t>
      </w:r>
      <w:r w:rsidR="00D769AB">
        <w:rPr>
          <w:rtl/>
        </w:rPr>
        <w:t>،</w:t>
      </w:r>
      <w:r w:rsidRPr="009647FC">
        <w:rPr>
          <w:rtl/>
        </w:rPr>
        <w:t xml:space="preserve"> من مشاهير أجواد العرب</w:t>
      </w:r>
      <w:r w:rsidR="00D769AB">
        <w:rPr>
          <w:rtl/>
        </w:rPr>
        <w:t>،</w:t>
      </w:r>
      <w:r w:rsidRPr="009647FC">
        <w:rPr>
          <w:rtl/>
        </w:rPr>
        <w:t xml:space="preserve"> وأحد الشجعان الفصحاء</w:t>
      </w:r>
      <w:r w:rsidR="00D769AB">
        <w:rPr>
          <w:rtl/>
        </w:rPr>
        <w:t>،</w:t>
      </w:r>
      <w:r w:rsidRPr="009647FC">
        <w:rPr>
          <w:rtl/>
        </w:rPr>
        <w:t xml:space="preserve"> أدرك العصرين الأموي والعباسي</w:t>
      </w:r>
      <w:r w:rsidR="00D769AB">
        <w:rPr>
          <w:rtl/>
        </w:rPr>
        <w:t>،</w:t>
      </w:r>
      <w:r w:rsidRPr="009647FC">
        <w:rPr>
          <w:rtl/>
        </w:rPr>
        <w:t xml:space="preserve"> ولاّه المنصور على اليمن</w:t>
      </w:r>
      <w:r w:rsidR="00D769AB">
        <w:rPr>
          <w:rtl/>
        </w:rPr>
        <w:t>،</w:t>
      </w:r>
      <w:r w:rsidRPr="009647FC">
        <w:rPr>
          <w:rtl/>
        </w:rPr>
        <w:t xml:space="preserve"> ثمّ ولاه سجستان</w:t>
      </w:r>
      <w:r w:rsidR="00D769AB">
        <w:rPr>
          <w:rtl/>
        </w:rPr>
        <w:t>،</w:t>
      </w:r>
      <w:r w:rsidRPr="009647FC">
        <w:rPr>
          <w:rtl/>
        </w:rPr>
        <w:t xml:space="preserve"> قُتل غبلة عام 151 هـ</w:t>
      </w:r>
      <w:r w:rsidR="004E7EC6">
        <w:rPr>
          <w:rtl/>
        </w:rPr>
        <w:t xml:space="preserve"> - </w:t>
      </w:r>
      <w:r w:rsidRPr="009647FC">
        <w:rPr>
          <w:rtl/>
        </w:rPr>
        <w:t>768 م</w:t>
      </w:r>
      <w:r w:rsidR="00D769AB">
        <w:rPr>
          <w:rtl/>
        </w:rPr>
        <w:t>،</w:t>
      </w:r>
      <w:r w:rsidRPr="009647FC">
        <w:rPr>
          <w:rtl/>
        </w:rPr>
        <w:t xml:space="preserve"> ورثاه شعراء عصره بأخلد الشعر</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مدحت باشا</w:t>
      </w:r>
      <w:r w:rsidR="00D769AB">
        <w:rPr>
          <w:rtl/>
        </w:rPr>
        <w:t>،</w:t>
      </w:r>
      <w:r w:rsidRPr="009647FC">
        <w:rPr>
          <w:rtl/>
        </w:rPr>
        <w:t xml:space="preserve"> أشهر والي جاء بغداد</w:t>
      </w:r>
      <w:r w:rsidR="00D769AB">
        <w:rPr>
          <w:rtl/>
        </w:rPr>
        <w:t>،</w:t>
      </w:r>
      <w:r w:rsidRPr="009647FC">
        <w:rPr>
          <w:rtl/>
        </w:rPr>
        <w:t xml:space="preserve"> وعُرف بإصلاحاته وتفكيره واتصاله بمختلف أعلام العراق وأدبائه</w:t>
      </w:r>
      <w:r w:rsidR="00D769AB">
        <w:rPr>
          <w:rtl/>
        </w:rPr>
        <w:t>.</w:t>
      </w:r>
      <w:r w:rsidRPr="009647FC">
        <w:rPr>
          <w:rtl/>
        </w:rPr>
        <w:t xml:space="preserve"> ولد في اسطنبول 1238 هـ</w:t>
      </w:r>
      <w:r w:rsidR="00D769AB">
        <w:rPr>
          <w:rtl/>
        </w:rPr>
        <w:t>،</w:t>
      </w:r>
      <w:r w:rsidRPr="009647FC">
        <w:rPr>
          <w:rtl/>
        </w:rPr>
        <w:t xml:space="preserve"> وتغلّب في عدّة مناصب فكان قبل مجيئه والياً على الدانوب</w:t>
      </w:r>
      <w:r w:rsidR="00D769AB">
        <w:rPr>
          <w:rtl/>
        </w:rPr>
        <w:t>،</w:t>
      </w:r>
      <w:r w:rsidRPr="009647FC">
        <w:rPr>
          <w:rtl/>
        </w:rPr>
        <w:t xml:space="preserve"> ثمّّ رئيساً لمجلس شورى الدولة</w:t>
      </w:r>
      <w:r w:rsidR="00D769AB">
        <w:rPr>
          <w:rtl/>
        </w:rPr>
        <w:t>،</w:t>
      </w:r>
      <w:r w:rsidRPr="009647FC">
        <w:rPr>
          <w:rtl/>
        </w:rPr>
        <w:t xml:space="preserve"> ثمّ جاء بغداد فأصلح كثيراً من الأمور</w:t>
      </w:r>
      <w:r w:rsidR="00D769AB">
        <w:rPr>
          <w:rtl/>
        </w:rPr>
        <w:t>،</w:t>
      </w:r>
      <w:r w:rsidRPr="009647FC">
        <w:rPr>
          <w:rtl/>
        </w:rPr>
        <w:t xml:space="preserve"> ووسّع الإدارة</w:t>
      </w:r>
      <w:r w:rsidR="00D769AB">
        <w:rPr>
          <w:rtl/>
        </w:rPr>
        <w:t>،</w:t>
      </w:r>
      <w:r w:rsidRPr="009647FC">
        <w:rPr>
          <w:rtl/>
        </w:rPr>
        <w:t xml:space="preserve"> وأحسن التصرّف في تعديل الطرق والمواصلات</w:t>
      </w:r>
      <w:r w:rsidR="00D769AB">
        <w:rPr>
          <w:rtl/>
        </w:rPr>
        <w:t>،</w:t>
      </w:r>
      <w:r w:rsidRPr="009647FC">
        <w:rPr>
          <w:rtl/>
        </w:rPr>
        <w:t xml:space="preserve"> وقام بفتح بلاد نجد وإخماد فتنة عبد الكريم الجربا</w:t>
      </w:r>
      <w:r w:rsidR="00D769AB">
        <w:rPr>
          <w:rtl/>
        </w:rPr>
        <w:t>،</w:t>
      </w:r>
      <w:r w:rsidRPr="009647FC">
        <w:rPr>
          <w:rtl/>
        </w:rPr>
        <w:t xml:space="preserve"> وعودة عشيرة شمر إلى الاستقرار</w:t>
      </w:r>
      <w:r w:rsidR="00D769AB">
        <w:rPr>
          <w:rtl/>
        </w:rPr>
        <w:t>،</w:t>
      </w:r>
      <w:r w:rsidRPr="009647FC">
        <w:rPr>
          <w:rtl/>
        </w:rPr>
        <w:t xml:space="preserve"> ثمّ عيّن صدراً أعظم</w:t>
      </w:r>
      <w:r w:rsidR="00D769AB">
        <w:rPr>
          <w:rtl/>
        </w:rPr>
        <w:t>،</w:t>
      </w:r>
      <w:r w:rsidRPr="009647FC">
        <w:rPr>
          <w:rtl/>
        </w:rPr>
        <w:t xml:space="preserve"> وأخيراً نقم عليه السلطان عبد الحميد فسجنه مدّة واتّهمه باتّهامات كان يبغي من ورائها القضاء عليه</w:t>
      </w:r>
      <w:r w:rsidR="00D769AB">
        <w:rPr>
          <w:rtl/>
        </w:rPr>
        <w:t>،</w:t>
      </w:r>
      <w:r w:rsidRPr="009647FC">
        <w:rPr>
          <w:rtl/>
        </w:rPr>
        <w:t xml:space="preserve"> فكان ما أراد في عام 1301 هـ</w:t>
      </w:r>
      <w:r w:rsidR="00D769AB">
        <w:rPr>
          <w:rtl/>
        </w:rPr>
        <w:t>.</w:t>
      </w:r>
      <w:r w:rsidRPr="009647FC">
        <w:rPr>
          <w:rtl/>
        </w:rPr>
        <w:t xml:space="preserve"> كتب عنه كتاباً خاصاً الأستاذ صديق الدملوجي</w:t>
      </w:r>
      <w:r w:rsidR="00D769AB">
        <w:rPr>
          <w:rtl/>
        </w:rPr>
        <w:t>.</w:t>
      </w:r>
    </w:p>
    <w:p w:rsidR="009647FC" w:rsidRPr="00524A24" w:rsidRDefault="009647FC" w:rsidP="004E7EC6">
      <w:pPr>
        <w:pStyle w:val="libFootnote0"/>
      </w:pPr>
      <w:r w:rsidRPr="009647FC">
        <w:rPr>
          <w:rtl/>
        </w:rPr>
        <w:t xml:space="preserve">ولقد تحدّث الدكتور يوسف عزّ الدين في كتابه </w:t>
      </w:r>
      <w:r w:rsidR="007E55D8">
        <w:rPr>
          <w:rtl/>
        </w:rPr>
        <w:t>«</w:t>
      </w:r>
      <w:r w:rsidRPr="009647FC">
        <w:rPr>
          <w:rtl/>
        </w:rPr>
        <w:t>الشعر العراقي</w:t>
      </w:r>
      <w:r w:rsidR="007E55D8">
        <w:rPr>
          <w:rtl/>
        </w:rPr>
        <w:t>»</w:t>
      </w:r>
      <w:r w:rsidRPr="009647FC">
        <w:rPr>
          <w:rtl/>
        </w:rPr>
        <w:t xml:space="preserve"> خصائصه وأهدافه</w:t>
      </w:r>
      <w:r w:rsidR="00D769AB">
        <w:rPr>
          <w:rtl/>
        </w:rPr>
        <w:t>،</w:t>
      </w:r>
      <w:r w:rsidRPr="009647FC">
        <w:rPr>
          <w:rtl/>
        </w:rPr>
        <w:t xml:space="preserve"> =</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5A3C3B" w:rsidRPr="00524A24" w:rsidTr="005A3C3B">
        <w:trPr>
          <w:trHeight w:val="350"/>
        </w:trPr>
        <w:tc>
          <w:tcPr>
            <w:tcW w:w="3902" w:type="dxa"/>
          </w:tcPr>
          <w:p w:rsidR="005A3C3B" w:rsidRPr="00524A24" w:rsidRDefault="00A72677" w:rsidP="00693B01">
            <w:pPr>
              <w:pStyle w:val="libPoem"/>
            </w:pPr>
            <w:r w:rsidRPr="009647FC">
              <w:rPr>
                <w:rtl/>
              </w:rPr>
              <w:lastRenderedPageBreak/>
              <w:t>لك</w:t>
            </w:r>
            <w:r w:rsidR="00677BC4">
              <w:rPr>
                <w:rtl/>
              </w:rPr>
              <w:t>َ</w:t>
            </w:r>
            <w:r w:rsidR="004C00A8">
              <w:rPr>
                <w:rtl/>
              </w:rPr>
              <w:t xml:space="preserve"> </w:t>
            </w:r>
            <w:r w:rsidR="005A3C3B" w:rsidRPr="009647FC">
              <w:rPr>
                <w:rtl/>
              </w:rPr>
              <w:t>ا</w:t>
            </w:r>
            <w:r w:rsidRPr="009647FC">
              <w:rPr>
                <w:rtl/>
              </w:rPr>
              <w:t>لع</w:t>
            </w:r>
            <w:r w:rsidR="005A3C3B" w:rsidRPr="009647FC">
              <w:rPr>
                <w:rtl/>
              </w:rPr>
              <w:t>سكرُ</w:t>
            </w:r>
            <w:r w:rsidR="005A3C3B">
              <w:rPr>
                <w:rtl/>
              </w:rPr>
              <w:t xml:space="preserve"> </w:t>
            </w:r>
            <w:r w:rsidR="005A3C3B" w:rsidRPr="009647FC">
              <w:rPr>
                <w:rtl/>
              </w:rPr>
              <w:t>ا</w:t>
            </w:r>
            <w:r w:rsidRPr="009647FC">
              <w:rPr>
                <w:rtl/>
              </w:rPr>
              <w:t>لج</w:t>
            </w:r>
            <w:r w:rsidR="005A3C3B" w:rsidRPr="009647FC">
              <w:rPr>
                <w:rtl/>
              </w:rPr>
              <w:t>رّار</w:t>
            </w:r>
            <w:r w:rsidR="005A3C3B">
              <w:rPr>
                <w:rtl/>
              </w:rPr>
              <w:t xml:space="preserve"> </w:t>
            </w:r>
            <w:r w:rsidR="005A3C3B" w:rsidRPr="009647FC">
              <w:rPr>
                <w:rtl/>
              </w:rPr>
              <w:t>والهيبة</w:t>
            </w:r>
            <w:r w:rsidR="005A3C3B">
              <w:rPr>
                <w:rtl/>
              </w:rPr>
              <w:t xml:space="preserve"> </w:t>
            </w:r>
            <w:r w:rsidR="005A3C3B" w:rsidRPr="009647FC">
              <w:rPr>
                <w:rtl/>
              </w:rPr>
              <w:t>التي</w:t>
            </w:r>
            <w:r w:rsidR="005A3C3B"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Default="00A72677" w:rsidP="00693B01">
            <w:pPr>
              <w:pStyle w:val="libPoem"/>
            </w:pPr>
            <w:r w:rsidRPr="009647FC">
              <w:rPr>
                <w:rtl/>
              </w:rPr>
              <w:t>مخا</w:t>
            </w:r>
            <w:r w:rsidR="005A3C3B" w:rsidRPr="009647FC">
              <w:rPr>
                <w:rtl/>
              </w:rPr>
              <w:t>فتُها</w:t>
            </w:r>
            <w:r w:rsidR="005A3C3B">
              <w:rPr>
                <w:rtl/>
              </w:rPr>
              <w:t xml:space="preserve"> </w:t>
            </w:r>
            <w:r w:rsidRPr="009647FC">
              <w:rPr>
                <w:rtl/>
              </w:rPr>
              <w:t>تكف</w:t>
            </w:r>
            <w:r w:rsidR="005A3C3B" w:rsidRPr="009647FC">
              <w:rPr>
                <w:rtl/>
              </w:rPr>
              <w:t>يك</w:t>
            </w:r>
            <w:r w:rsidR="005A3C3B">
              <w:rPr>
                <w:rtl/>
              </w:rPr>
              <w:t xml:space="preserve"> </w:t>
            </w:r>
            <w:r w:rsidRPr="009647FC">
              <w:rPr>
                <w:rtl/>
              </w:rPr>
              <w:t>جر</w:t>
            </w:r>
            <w:r w:rsidR="005A3C3B" w:rsidRPr="009647FC">
              <w:rPr>
                <w:rtl/>
              </w:rPr>
              <w:t>ّ</w:t>
            </w:r>
            <w:r w:rsidR="00677BC4">
              <w:rPr>
                <w:rtl/>
              </w:rPr>
              <w:t>َ</w:t>
            </w:r>
            <w:r w:rsidR="005A3C3B">
              <w:rPr>
                <w:rtl/>
              </w:rPr>
              <w:t xml:space="preserve"> </w:t>
            </w:r>
            <w:r w:rsidR="005A3C3B" w:rsidRPr="009647FC">
              <w:rPr>
                <w:rtl/>
              </w:rPr>
              <w:t>ا</w:t>
            </w:r>
            <w:r w:rsidRPr="009647FC">
              <w:rPr>
                <w:rtl/>
              </w:rPr>
              <w:t>لع</w:t>
            </w:r>
            <w:r w:rsidR="005A3C3B" w:rsidRPr="009647FC">
              <w:rPr>
                <w:rtl/>
              </w:rPr>
              <w:t>ساكرِ</w:t>
            </w:r>
            <w:r w:rsidR="005A3C3B" w:rsidRPr="00725071">
              <w:rPr>
                <w:rStyle w:val="libPoemTiniChar0"/>
                <w:rtl/>
              </w:rPr>
              <w:br/>
              <w:t> </w:t>
            </w:r>
          </w:p>
        </w:tc>
      </w:tr>
      <w:tr w:rsidR="005A3C3B" w:rsidRPr="00524A24" w:rsidTr="005A3C3B">
        <w:trPr>
          <w:trHeight w:val="350"/>
        </w:trPr>
        <w:tc>
          <w:tcPr>
            <w:tcW w:w="3902" w:type="dxa"/>
          </w:tcPr>
          <w:p w:rsidR="005A3C3B" w:rsidRPr="00524A24" w:rsidRDefault="005A3C3B" w:rsidP="00693B01">
            <w:pPr>
              <w:pStyle w:val="libPoem"/>
            </w:pPr>
            <w:r w:rsidRPr="009647FC">
              <w:rPr>
                <w:rtl/>
              </w:rPr>
              <w:t>خطبت</w:t>
            </w:r>
            <w:r w:rsidR="00677BC4">
              <w:rPr>
                <w:rtl/>
              </w:rPr>
              <w:t>َ</w:t>
            </w:r>
            <w:r w:rsidR="004C00A8">
              <w:rPr>
                <w:rtl/>
              </w:rPr>
              <w:t xml:space="preserve"> </w:t>
            </w:r>
            <w:r w:rsidRPr="009647FC">
              <w:rPr>
                <w:rtl/>
              </w:rPr>
              <w:t>الوغى</w:t>
            </w:r>
            <w:r>
              <w:rPr>
                <w:rtl/>
              </w:rPr>
              <w:t xml:space="preserve"> </w:t>
            </w:r>
            <w:r w:rsidRPr="009647FC">
              <w:rPr>
                <w:rtl/>
              </w:rPr>
              <w:t>بالرمح</w:t>
            </w:r>
            <w:r>
              <w:rPr>
                <w:rtl/>
              </w:rPr>
              <w:t xml:space="preserve"> </w:t>
            </w:r>
            <w:r w:rsidRPr="009647FC">
              <w:rPr>
                <w:rtl/>
              </w:rPr>
              <w:t>والسيف</w:t>
            </w:r>
            <w:r>
              <w:rPr>
                <w:rtl/>
              </w:rPr>
              <w:t xml:space="preserve"> </w:t>
            </w:r>
            <w:r w:rsidRPr="009647FC">
              <w:rPr>
                <w:rtl/>
              </w:rPr>
              <w:t>شاغلا</w:t>
            </w:r>
            <w:r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Default="00A72677" w:rsidP="00693B01">
            <w:pPr>
              <w:pStyle w:val="libPoem"/>
            </w:pPr>
            <w:r w:rsidRPr="009647FC">
              <w:rPr>
                <w:rtl/>
              </w:rPr>
              <w:t>لسا</w:t>
            </w:r>
            <w:r w:rsidR="005A3C3B" w:rsidRPr="009647FC">
              <w:rPr>
                <w:rtl/>
              </w:rPr>
              <w:t>نيهما</w:t>
            </w:r>
            <w:r w:rsidR="004C00A8">
              <w:rPr>
                <w:rtl/>
              </w:rPr>
              <w:t xml:space="preserve"> </w:t>
            </w:r>
            <w:r w:rsidRPr="009647FC">
              <w:rPr>
                <w:rtl/>
              </w:rPr>
              <w:t>بي</w:t>
            </w:r>
            <w:r w:rsidR="005A3C3B" w:rsidRPr="009647FC">
              <w:rPr>
                <w:rtl/>
              </w:rPr>
              <w:t>ن</w:t>
            </w:r>
            <w:r w:rsidR="005A3C3B">
              <w:rPr>
                <w:rtl/>
              </w:rPr>
              <w:t xml:space="preserve"> </w:t>
            </w:r>
            <w:r w:rsidR="005A3C3B" w:rsidRPr="009647FC">
              <w:rPr>
                <w:rtl/>
              </w:rPr>
              <w:t>ا</w:t>
            </w:r>
            <w:r w:rsidRPr="009647FC">
              <w:rPr>
                <w:rtl/>
              </w:rPr>
              <w:t>لك</w:t>
            </w:r>
            <w:r w:rsidR="005A3C3B" w:rsidRPr="009647FC">
              <w:rPr>
                <w:rtl/>
              </w:rPr>
              <w:t>لى</w:t>
            </w:r>
            <w:r w:rsidR="005A3C3B">
              <w:rPr>
                <w:rtl/>
              </w:rPr>
              <w:t xml:space="preserve"> </w:t>
            </w:r>
            <w:r w:rsidR="005A3C3B" w:rsidRPr="009647FC">
              <w:rPr>
                <w:rtl/>
              </w:rPr>
              <w:t>وا</w:t>
            </w:r>
            <w:r w:rsidRPr="009647FC">
              <w:rPr>
                <w:rtl/>
              </w:rPr>
              <w:t>لم</w:t>
            </w:r>
            <w:r w:rsidR="005A3C3B" w:rsidRPr="009647FC">
              <w:rPr>
                <w:rtl/>
              </w:rPr>
              <w:t>غافرِ</w:t>
            </w:r>
            <w:r w:rsidR="005A3C3B" w:rsidRPr="00725071">
              <w:rPr>
                <w:rStyle w:val="libPoemTiniChar0"/>
                <w:rtl/>
              </w:rPr>
              <w:br/>
              <w:t> </w:t>
            </w:r>
          </w:p>
        </w:tc>
      </w:tr>
      <w:tr w:rsidR="005A3C3B" w:rsidRPr="00524A24" w:rsidTr="005A3C3B">
        <w:trPr>
          <w:trHeight w:val="350"/>
        </w:trPr>
        <w:tc>
          <w:tcPr>
            <w:tcW w:w="3902" w:type="dxa"/>
          </w:tcPr>
          <w:p w:rsidR="005A3C3B" w:rsidRPr="00524A24" w:rsidRDefault="00A72677" w:rsidP="00693B01">
            <w:pPr>
              <w:pStyle w:val="libPoem"/>
            </w:pPr>
            <w:r w:rsidRPr="009647FC">
              <w:rPr>
                <w:rtl/>
              </w:rPr>
              <w:t>فسي</w:t>
            </w:r>
            <w:r w:rsidR="005A3C3B" w:rsidRPr="009647FC">
              <w:rPr>
                <w:rtl/>
              </w:rPr>
              <w:t>فُك</w:t>
            </w:r>
            <w:r w:rsidR="00677BC4">
              <w:rPr>
                <w:rtl/>
              </w:rPr>
              <w:t>َ</w:t>
            </w:r>
            <w:r w:rsidR="005A3C3B">
              <w:rPr>
                <w:rtl/>
              </w:rPr>
              <w:t xml:space="preserve"> </w:t>
            </w:r>
            <w:r w:rsidRPr="009647FC">
              <w:rPr>
                <w:rtl/>
              </w:rPr>
              <w:t>في</w:t>
            </w:r>
            <w:r w:rsidR="005A3C3B" w:rsidRPr="009647FC">
              <w:rPr>
                <w:rtl/>
              </w:rPr>
              <w:t>ها</w:t>
            </w:r>
            <w:r w:rsidR="005A3C3B">
              <w:rPr>
                <w:rtl/>
              </w:rPr>
              <w:t xml:space="preserve"> </w:t>
            </w:r>
            <w:r w:rsidRPr="009647FC">
              <w:rPr>
                <w:rtl/>
              </w:rPr>
              <w:t>نا</w:t>
            </w:r>
            <w:r w:rsidR="005A3C3B" w:rsidRPr="009647FC">
              <w:rPr>
                <w:rtl/>
              </w:rPr>
              <w:t>ثرٌ</w:t>
            </w:r>
            <w:r w:rsidR="005A3C3B">
              <w:rPr>
                <w:rtl/>
              </w:rPr>
              <w:t xml:space="preserve"> </w:t>
            </w:r>
            <w:r w:rsidRPr="009647FC">
              <w:rPr>
                <w:rtl/>
              </w:rPr>
              <w:t>غي</w:t>
            </w:r>
            <w:r w:rsidR="005A3C3B" w:rsidRPr="009647FC">
              <w:rPr>
                <w:rtl/>
              </w:rPr>
              <w:t>ر</w:t>
            </w:r>
            <w:r w:rsidR="005A3C3B">
              <w:rPr>
                <w:rtl/>
              </w:rPr>
              <w:t xml:space="preserve"> </w:t>
            </w:r>
            <w:r w:rsidRPr="009647FC">
              <w:rPr>
                <w:rtl/>
              </w:rPr>
              <w:t>نا</w:t>
            </w:r>
            <w:r w:rsidR="005A3C3B" w:rsidRPr="009647FC">
              <w:rPr>
                <w:rtl/>
              </w:rPr>
              <w:t>ظمِ</w:t>
            </w:r>
            <w:r w:rsidR="005A3C3B"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Default="005A3C3B" w:rsidP="00693B01">
            <w:pPr>
              <w:pStyle w:val="libPoem"/>
            </w:pPr>
            <w:r w:rsidRPr="009647FC">
              <w:rPr>
                <w:rtl/>
              </w:rPr>
              <w:t>ور</w:t>
            </w:r>
            <w:r w:rsidR="00A72677" w:rsidRPr="009647FC">
              <w:rPr>
                <w:rtl/>
              </w:rPr>
              <w:t>مح</w:t>
            </w:r>
            <w:r w:rsidRPr="009647FC">
              <w:rPr>
                <w:rtl/>
              </w:rPr>
              <w:t>ُك</w:t>
            </w:r>
            <w:r w:rsidR="004C00A8">
              <w:rPr>
                <w:rtl/>
              </w:rPr>
              <w:t xml:space="preserve"> </w:t>
            </w:r>
            <w:r w:rsidR="00A72677" w:rsidRPr="009647FC">
              <w:rPr>
                <w:rtl/>
              </w:rPr>
              <w:t>في</w:t>
            </w:r>
            <w:r w:rsidRPr="009647FC">
              <w:rPr>
                <w:rtl/>
              </w:rPr>
              <w:t>ها</w:t>
            </w:r>
            <w:r>
              <w:rPr>
                <w:rtl/>
              </w:rPr>
              <w:t xml:space="preserve"> </w:t>
            </w:r>
            <w:r w:rsidR="00A72677" w:rsidRPr="009647FC">
              <w:rPr>
                <w:rtl/>
              </w:rPr>
              <w:t>نا</w:t>
            </w:r>
            <w:r w:rsidRPr="009647FC">
              <w:rPr>
                <w:rtl/>
              </w:rPr>
              <w:t>ظمٌ</w:t>
            </w:r>
            <w:r>
              <w:rPr>
                <w:rtl/>
              </w:rPr>
              <w:t xml:space="preserve"> </w:t>
            </w:r>
            <w:r w:rsidR="00A72677" w:rsidRPr="009647FC">
              <w:rPr>
                <w:rtl/>
              </w:rPr>
              <w:t>غي</w:t>
            </w:r>
            <w:r w:rsidRPr="009647FC">
              <w:rPr>
                <w:rtl/>
              </w:rPr>
              <w:t>ر</w:t>
            </w:r>
            <w:r>
              <w:rPr>
                <w:rtl/>
              </w:rPr>
              <w:t xml:space="preserve"> </w:t>
            </w:r>
            <w:r w:rsidR="00A72677" w:rsidRPr="009647FC">
              <w:rPr>
                <w:rtl/>
              </w:rPr>
              <w:t>نا</w:t>
            </w:r>
            <w:r w:rsidRPr="009647FC">
              <w:rPr>
                <w:rtl/>
              </w:rPr>
              <w:t>ثرِ</w:t>
            </w:r>
            <w:r w:rsidRPr="00725071">
              <w:rPr>
                <w:rStyle w:val="libPoemTiniChar0"/>
                <w:rtl/>
              </w:rPr>
              <w:br/>
              <w:t> </w:t>
            </w:r>
          </w:p>
        </w:tc>
      </w:tr>
      <w:tr w:rsidR="005A3C3B" w:rsidRPr="00524A24" w:rsidTr="005A3C3B">
        <w:trPr>
          <w:trHeight w:val="350"/>
        </w:trPr>
        <w:tc>
          <w:tcPr>
            <w:tcW w:w="3902" w:type="dxa"/>
          </w:tcPr>
          <w:p w:rsidR="005A3C3B" w:rsidRPr="00524A24" w:rsidRDefault="005A3C3B" w:rsidP="00693B01">
            <w:pPr>
              <w:pStyle w:val="libPoem"/>
            </w:pPr>
            <w:r w:rsidRPr="009647FC">
              <w:rPr>
                <w:rtl/>
              </w:rPr>
              <w:t>و</w:t>
            </w:r>
            <w:r w:rsidR="00A72677" w:rsidRPr="009647FC">
              <w:rPr>
                <w:rtl/>
              </w:rPr>
              <w:t>كم</w:t>
            </w:r>
            <w:r w:rsidR="004C00A8">
              <w:rPr>
                <w:rtl/>
              </w:rPr>
              <w:t xml:space="preserve"> </w:t>
            </w:r>
            <w:r w:rsidR="00A72677" w:rsidRPr="009647FC">
              <w:rPr>
                <w:rtl/>
              </w:rPr>
              <w:t>من</w:t>
            </w:r>
            <w:r>
              <w:rPr>
                <w:rtl/>
              </w:rPr>
              <w:t xml:space="preserve"> </w:t>
            </w:r>
            <w:r w:rsidR="00A72677" w:rsidRPr="009647FC">
              <w:rPr>
                <w:rtl/>
              </w:rPr>
              <w:t>عد</w:t>
            </w:r>
            <w:r w:rsidRPr="009647FC">
              <w:rPr>
                <w:rtl/>
              </w:rPr>
              <w:t>وّ</w:t>
            </w:r>
            <w:r>
              <w:rPr>
                <w:rtl/>
              </w:rPr>
              <w:t xml:space="preserve"> </w:t>
            </w:r>
            <w:r w:rsidR="00A72677" w:rsidRPr="009647FC">
              <w:rPr>
                <w:rtl/>
              </w:rPr>
              <w:t>قد</w:t>
            </w:r>
            <w:r>
              <w:rPr>
                <w:rtl/>
              </w:rPr>
              <w:t xml:space="preserve"> </w:t>
            </w:r>
            <w:r w:rsidR="00A72677" w:rsidRPr="009647FC">
              <w:rPr>
                <w:rtl/>
              </w:rPr>
              <w:t>خل</w:t>
            </w:r>
            <w:r w:rsidRPr="009647FC">
              <w:rPr>
                <w:rtl/>
              </w:rPr>
              <w:t>قت</w:t>
            </w:r>
            <w:r w:rsidR="00677BC4">
              <w:rPr>
                <w:rtl/>
              </w:rPr>
              <w:t>َ</w:t>
            </w:r>
            <w:r>
              <w:rPr>
                <w:rtl/>
              </w:rPr>
              <w:t xml:space="preserve"> </w:t>
            </w:r>
            <w:r w:rsidRPr="009647FC">
              <w:rPr>
                <w:rtl/>
              </w:rPr>
              <w:t>لقلبه</w:t>
            </w:r>
            <w:r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Default="00A72677" w:rsidP="00693B01">
            <w:pPr>
              <w:pStyle w:val="libPoem"/>
            </w:pPr>
            <w:r w:rsidRPr="009647FC">
              <w:rPr>
                <w:rtl/>
              </w:rPr>
              <w:t>جن</w:t>
            </w:r>
            <w:r w:rsidR="005A3C3B" w:rsidRPr="009647FC">
              <w:rPr>
                <w:rtl/>
              </w:rPr>
              <w:t>احين</w:t>
            </w:r>
            <w:r w:rsidR="004C00A8">
              <w:rPr>
                <w:rtl/>
              </w:rPr>
              <w:t xml:space="preserve"> </w:t>
            </w:r>
            <w:r w:rsidRPr="009647FC">
              <w:rPr>
                <w:rtl/>
              </w:rPr>
              <w:t>من</w:t>
            </w:r>
            <w:r w:rsidR="005A3C3B">
              <w:rPr>
                <w:rtl/>
              </w:rPr>
              <w:t xml:space="preserve"> </w:t>
            </w:r>
            <w:r w:rsidR="005A3C3B" w:rsidRPr="009647FC">
              <w:rPr>
                <w:rtl/>
              </w:rPr>
              <w:t>ذ</w:t>
            </w:r>
            <w:r w:rsidRPr="009647FC">
              <w:rPr>
                <w:rtl/>
              </w:rPr>
              <w:t>عر</w:t>
            </w:r>
            <w:r w:rsidR="005A3C3B" w:rsidRPr="009647FC">
              <w:rPr>
                <w:rtl/>
              </w:rPr>
              <w:t>ٍ</w:t>
            </w:r>
            <w:r w:rsidR="005A3C3B">
              <w:rPr>
                <w:rtl/>
              </w:rPr>
              <w:t xml:space="preserve"> </w:t>
            </w:r>
            <w:r w:rsidR="005A3C3B" w:rsidRPr="009647FC">
              <w:rPr>
                <w:rtl/>
              </w:rPr>
              <w:t>ورعبٍ</w:t>
            </w:r>
            <w:r w:rsidR="005A3C3B">
              <w:rPr>
                <w:rtl/>
              </w:rPr>
              <w:t xml:space="preserve"> </w:t>
            </w:r>
            <w:r w:rsidR="005A3C3B" w:rsidRPr="009647FC">
              <w:rPr>
                <w:rtl/>
              </w:rPr>
              <w:t>مخامرِ</w:t>
            </w:r>
            <w:r w:rsidR="005A3C3B" w:rsidRPr="00725071">
              <w:rPr>
                <w:rStyle w:val="libPoemTiniChar0"/>
                <w:rtl/>
              </w:rPr>
              <w:br/>
              <w:t> </w:t>
            </w:r>
          </w:p>
        </w:tc>
      </w:tr>
      <w:tr w:rsidR="005A3C3B" w:rsidRPr="00524A24" w:rsidTr="005A3C3B">
        <w:trPr>
          <w:trHeight w:val="350"/>
        </w:trPr>
        <w:tc>
          <w:tcPr>
            <w:tcW w:w="3902" w:type="dxa"/>
          </w:tcPr>
          <w:p w:rsidR="005A3C3B" w:rsidRPr="00524A24" w:rsidRDefault="00A72677" w:rsidP="00693B01">
            <w:pPr>
              <w:pStyle w:val="libPoem"/>
            </w:pPr>
            <w:r w:rsidRPr="009647FC">
              <w:rPr>
                <w:rtl/>
              </w:rPr>
              <w:t>فه</w:t>
            </w:r>
            <w:r w:rsidR="005A3C3B" w:rsidRPr="009647FC">
              <w:rPr>
                <w:rtl/>
              </w:rPr>
              <w:t>ابك</w:t>
            </w:r>
            <w:r w:rsidR="00677BC4">
              <w:rPr>
                <w:rtl/>
              </w:rPr>
              <w:t>َ</w:t>
            </w:r>
            <w:r w:rsidR="005A3C3B">
              <w:rPr>
                <w:rtl/>
              </w:rPr>
              <w:t xml:space="preserve"> </w:t>
            </w:r>
            <w:r w:rsidRPr="009647FC">
              <w:rPr>
                <w:rtl/>
              </w:rPr>
              <w:t>حت</w:t>
            </w:r>
            <w:r w:rsidR="005A3C3B" w:rsidRPr="009647FC">
              <w:rPr>
                <w:rtl/>
              </w:rPr>
              <w:t>ى</w:t>
            </w:r>
            <w:r w:rsidR="005A3C3B">
              <w:rPr>
                <w:rtl/>
              </w:rPr>
              <w:t xml:space="preserve"> </w:t>
            </w:r>
            <w:r w:rsidRPr="009647FC">
              <w:rPr>
                <w:rtl/>
              </w:rPr>
              <w:t>سا</w:t>
            </w:r>
            <w:r w:rsidR="005A3C3B" w:rsidRPr="009647FC">
              <w:rPr>
                <w:rtl/>
              </w:rPr>
              <w:t>عةً</w:t>
            </w:r>
            <w:r w:rsidR="005A3C3B">
              <w:rPr>
                <w:rtl/>
              </w:rPr>
              <w:t xml:space="preserve"> </w:t>
            </w:r>
            <w:r w:rsidR="005A3C3B" w:rsidRPr="009647FC">
              <w:rPr>
                <w:rtl/>
              </w:rPr>
              <w:t>ا</w:t>
            </w:r>
            <w:r w:rsidRPr="009647FC">
              <w:rPr>
                <w:rtl/>
              </w:rPr>
              <w:t>لس</w:t>
            </w:r>
            <w:r w:rsidR="005A3C3B" w:rsidRPr="009647FC">
              <w:rPr>
                <w:rtl/>
              </w:rPr>
              <w:t>لم</w:t>
            </w:r>
            <w:r w:rsidR="005A3C3B">
              <w:rPr>
                <w:rtl/>
              </w:rPr>
              <w:t xml:space="preserve"> </w:t>
            </w:r>
            <w:r w:rsidR="005A3C3B" w:rsidRPr="009647FC">
              <w:rPr>
                <w:rtl/>
              </w:rPr>
              <w:t>لم</w:t>
            </w:r>
            <w:r w:rsidR="005A3C3B">
              <w:rPr>
                <w:rtl/>
              </w:rPr>
              <w:t xml:space="preserve"> </w:t>
            </w:r>
            <w:r w:rsidR="005A3C3B" w:rsidRPr="009647FC">
              <w:rPr>
                <w:rtl/>
              </w:rPr>
              <w:t>يكن</w:t>
            </w:r>
            <w:r w:rsidR="005A3C3B"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Default="00A72677" w:rsidP="00693B01">
            <w:pPr>
              <w:pStyle w:val="libPoem"/>
            </w:pPr>
            <w:r w:rsidRPr="009647FC">
              <w:rPr>
                <w:rtl/>
              </w:rPr>
              <w:t>لي</w:t>
            </w:r>
            <w:r w:rsidR="005A3C3B" w:rsidRPr="009647FC">
              <w:rPr>
                <w:rtl/>
              </w:rPr>
              <w:t>لقاك</w:t>
            </w:r>
            <w:r w:rsidR="005A3C3B">
              <w:rPr>
                <w:rtl/>
              </w:rPr>
              <w:t xml:space="preserve"> </w:t>
            </w:r>
            <w:r w:rsidR="005A3C3B" w:rsidRPr="009647FC">
              <w:rPr>
                <w:rtl/>
              </w:rPr>
              <w:t>إلاّ</w:t>
            </w:r>
            <w:r w:rsidR="005A3C3B">
              <w:rPr>
                <w:rtl/>
              </w:rPr>
              <w:t xml:space="preserve"> </w:t>
            </w:r>
            <w:r w:rsidRPr="009647FC">
              <w:rPr>
                <w:rtl/>
              </w:rPr>
              <w:t>في</w:t>
            </w:r>
            <w:r w:rsidR="005A3C3B">
              <w:rPr>
                <w:rtl/>
              </w:rPr>
              <w:t xml:space="preserve"> </w:t>
            </w:r>
            <w:r w:rsidRPr="009647FC">
              <w:rPr>
                <w:rtl/>
              </w:rPr>
              <w:t>حش</w:t>
            </w:r>
            <w:r w:rsidR="005A3C3B" w:rsidRPr="009647FC">
              <w:rPr>
                <w:rtl/>
              </w:rPr>
              <w:t>ا</w:t>
            </w:r>
            <w:r w:rsidR="005A3C3B">
              <w:rPr>
                <w:rtl/>
              </w:rPr>
              <w:t xml:space="preserve"> </w:t>
            </w:r>
            <w:r w:rsidRPr="009647FC">
              <w:rPr>
                <w:rtl/>
              </w:rPr>
              <w:t>من</w:t>
            </w:r>
            <w:r w:rsidR="005A3C3B" w:rsidRPr="009647FC">
              <w:rPr>
                <w:rtl/>
              </w:rPr>
              <w:t>ك</w:t>
            </w:r>
            <w:r w:rsidR="00677BC4">
              <w:rPr>
                <w:rtl/>
              </w:rPr>
              <w:t>َ</w:t>
            </w:r>
            <w:r w:rsidR="005A3C3B">
              <w:rPr>
                <w:rtl/>
              </w:rPr>
              <w:t xml:space="preserve"> </w:t>
            </w:r>
            <w:r w:rsidRPr="009647FC">
              <w:rPr>
                <w:rtl/>
              </w:rPr>
              <w:t>طا</w:t>
            </w:r>
            <w:r w:rsidR="005A3C3B" w:rsidRPr="009647FC">
              <w:rPr>
                <w:rtl/>
              </w:rPr>
              <w:t>ئرِ</w:t>
            </w:r>
            <w:r w:rsidR="005A3C3B" w:rsidRPr="00725071">
              <w:rPr>
                <w:rStyle w:val="libPoemTiniChar0"/>
                <w:rtl/>
              </w:rPr>
              <w:br/>
              <w:t> </w:t>
            </w:r>
          </w:p>
        </w:tc>
      </w:tr>
      <w:tr w:rsidR="005A3C3B" w:rsidRPr="00524A24" w:rsidTr="005A3C3B">
        <w:trPr>
          <w:trHeight w:val="350"/>
        </w:trPr>
        <w:tc>
          <w:tcPr>
            <w:tcW w:w="3902" w:type="dxa"/>
          </w:tcPr>
          <w:p w:rsidR="005A3C3B" w:rsidRPr="00524A24" w:rsidRDefault="005A3C3B" w:rsidP="00693B01">
            <w:pPr>
              <w:pStyle w:val="libPoem"/>
            </w:pPr>
            <w:r w:rsidRPr="009647FC">
              <w:rPr>
                <w:rtl/>
              </w:rPr>
              <w:t>و</w:t>
            </w:r>
            <w:r w:rsidR="00A72677" w:rsidRPr="009647FC">
              <w:rPr>
                <w:rtl/>
              </w:rPr>
              <w:t>خا</w:t>
            </w:r>
            <w:r w:rsidRPr="009647FC">
              <w:rPr>
                <w:rtl/>
              </w:rPr>
              <w:t>فك</w:t>
            </w:r>
            <w:r w:rsidR="00677BC4">
              <w:rPr>
                <w:rtl/>
              </w:rPr>
              <w:t>َ</w:t>
            </w:r>
            <w:r>
              <w:rPr>
                <w:rtl/>
              </w:rPr>
              <w:t xml:space="preserve"> </w:t>
            </w:r>
            <w:r w:rsidR="00A72677" w:rsidRPr="009647FC">
              <w:rPr>
                <w:rtl/>
              </w:rPr>
              <w:t>حت</w:t>
            </w:r>
            <w:r w:rsidRPr="009647FC">
              <w:rPr>
                <w:rtl/>
              </w:rPr>
              <w:t>ى</w:t>
            </w:r>
            <w:r>
              <w:rPr>
                <w:rtl/>
              </w:rPr>
              <w:t xml:space="preserve"> </w:t>
            </w:r>
            <w:r w:rsidR="00A72677" w:rsidRPr="009647FC">
              <w:rPr>
                <w:rtl/>
              </w:rPr>
              <w:t>لي</w:t>
            </w:r>
            <w:r w:rsidRPr="009647FC">
              <w:rPr>
                <w:rtl/>
              </w:rPr>
              <w:t>س</w:t>
            </w:r>
            <w:r>
              <w:rPr>
                <w:rtl/>
              </w:rPr>
              <w:t xml:space="preserve"> </w:t>
            </w:r>
            <w:r w:rsidR="00A72677" w:rsidRPr="009647FC">
              <w:rPr>
                <w:rtl/>
              </w:rPr>
              <w:t>يخ</w:t>
            </w:r>
            <w:r w:rsidRPr="009647FC">
              <w:rPr>
                <w:rtl/>
              </w:rPr>
              <w:t>لو</w:t>
            </w:r>
            <w:r>
              <w:rPr>
                <w:rtl/>
              </w:rPr>
              <w:t xml:space="preserve"> </w:t>
            </w:r>
            <w:r w:rsidR="00A72677" w:rsidRPr="009647FC">
              <w:rPr>
                <w:rtl/>
              </w:rPr>
              <w:t>بس</w:t>
            </w:r>
            <w:r w:rsidRPr="009647FC">
              <w:rPr>
                <w:rtl/>
              </w:rPr>
              <w:t>رِّه</w:t>
            </w:r>
            <w:r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Default="00A72677" w:rsidP="00693B01">
            <w:pPr>
              <w:pStyle w:val="libPoem"/>
            </w:pPr>
            <w:r w:rsidRPr="009647FC">
              <w:rPr>
                <w:rtl/>
              </w:rPr>
              <w:t>كأ</w:t>
            </w:r>
            <w:r w:rsidR="005A3C3B" w:rsidRPr="009647FC">
              <w:rPr>
                <w:rtl/>
              </w:rPr>
              <w:t>نّ</w:t>
            </w:r>
            <w:r w:rsidR="00677BC4">
              <w:rPr>
                <w:rtl/>
              </w:rPr>
              <w:t>َ</w:t>
            </w:r>
            <w:r w:rsidR="005A3C3B">
              <w:rPr>
                <w:rtl/>
              </w:rPr>
              <w:t xml:space="preserve"> </w:t>
            </w:r>
            <w:r w:rsidR="005A3C3B" w:rsidRPr="009647FC">
              <w:rPr>
                <w:rtl/>
              </w:rPr>
              <w:t>ر</w:t>
            </w:r>
            <w:r w:rsidRPr="009647FC">
              <w:rPr>
                <w:rtl/>
              </w:rPr>
              <w:t>قي</w:t>
            </w:r>
            <w:r w:rsidR="005A3C3B" w:rsidRPr="009647FC">
              <w:rPr>
                <w:rtl/>
              </w:rPr>
              <w:t>باً</w:t>
            </w:r>
            <w:r w:rsidR="005A3C3B">
              <w:rPr>
                <w:rtl/>
              </w:rPr>
              <w:t xml:space="preserve"> </w:t>
            </w:r>
            <w:r w:rsidRPr="009647FC">
              <w:rPr>
                <w:rtl/>
              </w:rPr>
              <w:t>من</w:t>
            </w:r>
            <w:r w:rsidR="005A3C3B" w:rsidRPr="009647FC">
              <w:rPr>
                <w:rtl/>
              </w:rPr>
              <w:t>ك</w:t>
            </w:r>
            <w:r w:rsidR="005A3C3B">
              <w:rPr>
                <w:rtl/>
              </w:rPr>
              <w:t xml:space="preserve"> </w:t>
            </w:r>
            <w:r w:rsidRPr="009647FC">
              <w:rPr>
                <w:rtl/>
              </w:rPr>
              <w:t>خل</w:t>
            </w:r>
            <w:r w:rsidR="005A3C3B" w:rsidRPr="009647FC">
              <w:rPr>
                <w:rtl/>
              </w:rPr>
              <w:t>ف</w:t>
            </w:r>
            <w:r w:rsidR="005A3C3B">
              <w:rPr>
                <w:rtl/>
              </w:rPr>
              <w:t xml:space="preserve"> </w:t>
            </w:r>
            <w:r w:rsidR="005A3C3B" w:rsidRPr="009647FC">
              <w:rPr>
                <w:rtl/>
              </w:rPr>
              <w:t>ا</w:t>
            </w:r>
            <w:r w:rsidRPr="009647FC">
              <w:rPr>
                <w:rtl/>
              </w:rPr>
              <w:t>لس</w:t>
            </w:r>
            <w:r w:rsidR="005A3C3B" w:rsidRPr="009647FC">
              <w:rPr>
                <w:rtl/>
              </w:rPr>
              <w:t>رائرِ</w:t>
            </w:r>
            <w:r w:rsidR="005A3C3B" w:rsidRPr="00725071">
              <w:rPr>
                <w:rStyle w:val="libPoemTiniChar0"/>
                <w:rtl/>
              </w:rPr>
              <w:br/>
              <w:t> </w:t>
            </w:r>
          </w:p>
        </w:tc>
      </w:tr>
      <w:tr w:rsidR="005A3C3B" w:rsidRPr="00524A24" w:rsidTr="005A3C3B">
        <w:trPr>
          <w:trHeight w:val="350"/>
        </w:trPr>
        <w:tc>
          <w:tcPr>
            <w:tcW w:w="3902" w:type="dxa"/>
          </w:tcPr>
          <w:p w:rsidR="005A3C3B" w:rsidRPr="00524A24" w:rsidRDefault="00A72677" w:rsidP="00693B01">
            <w:pPr>
              <w:pStyle w:val="libPoem"/>
            </w:pPr>
            <w:r w:rsidRPr="009647FC">
              <w:rPr>
                <w:rtl/>
              </w:rPr>
              <w:t>طلع</w:t>
            </w:r>
            <w:r w:rsidR="005A3C3B" w:rsidRPr="009647FC">
              <w:rPr>
                <w:rtl/>
              </w:rPr>
              <w:t>ت</w:t>
            </w:r>
            <w:r w:rsidR="00677BC4">
              <w:rPr>
                <w:rtl/>
              </w:rPr>
              <w:t>َ</w:t>
            </w:r>
            <w:r w:rsidR="004C00A8">
              <w:rPr>
                <w:rtl/>
              </w:rPr>
              <w:t xml:space="preserve"> </w:t>
            </w:r>
            <w:r w:rsidRPr="009647FC">
              <w:rPr>
                <w:rtl/>
              </w:rPr>
              <w:t>ثن</w:t>
            </w:r>
            <w:r w:rsidR="005A3C3B" w:rsidRPr="009647FC">
              <w:rPr>
                <w:rtl/>
              </w:rPr>
              <w:t>يات</w:t>
            </w:r>
            <w:r w:rsidR="005A3C3B">
              <w:rPr>
                <w:rtl/>
              </w:rPr>
              <w:t xml:space="preserve"> </w:t>
            </w:r>
            <w:r w:rsidR="005A3C3B" w:rsidRPr="009647FC">
              <w:rPr>
                <w:rtl/>
              </w:rPr>
              <w:t>ا</w:t>
            </w:r>
            <w:r w:rsidRPr="009647FC">
              <w:rPr>
                <w:rtl/>
              </w:rPr>
              <w:t>لت</w:t>
            </w:r>
            <w:r w:rsidR="005A3C3B" w:rsidRPr="009647FC">
              <w:rPr>
                <w:rtl/>
              </w:rPr>
              <w:t>جارب</w:t>
            </w:r>
            <w:r w:rsidR="005A3C3B">
              <w:rPr>
                <w:rtl/>
              </w:rPr>
              <w:t xml:space="preserve"> </w:t>
            </w:r>
            <w:r w:rsidRPr="009647FC">
              <w:rPr>
                <w:rtl/>
              </w:rPr>
              <w:t>كل</w:t>
            </w:r>
            <w:r w:rsidR="005A3C3B" w:rsidRPr="009647FC">
              <w:rPr>
                <w:rtl/>
              </w:rPr>
              <w:t>ّها</w:t>
            </w:r>
            <w:r w:rsidR="005A3C3B"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Default="005A3C3B" w:rsidP="00693B01">
            <w:pPr>
              <w:pStyle w:val="libPoem"/>
            </w:pPr>
            <w:r w:rsidRPr="009647FC">
              <w:rPr>
                <w:rtl/>
              </w:rPr>
              <w:t>فصرت</w:t>
            </w:r>
            <w:r w:rsidR="00677BC4">
              <w:rPr>
                <w:rtl/>
              </w:rPr>
              <w:t>َ</w:t>
            </w:r>
            <w:r>
              <w:rPr>
                <w:rtl/>
              </w:rPr>
              <w:t xml:space="preserve"> </w:t>
            </w:r>
            <w:r w:rsidRPr="009647FC">
              <w:rPr>
                <w:rtl/>
              </w:rPr>
              <w:t>ترى</w:t>
            </w:r>
            <w:r>
              <w:rPr>
                <w:rtl/>
              </w:rPr>
              <w:t xml:space="preserve"> </w:t>
            </w:r>
            <w:r w:rsidRPr="009647FC">
              <w:rPr>
                <w:rtl/>
              </w:rPr>
              <w:t>في</w:t>
            </w:r>
            <w:r>
              <w:rPr>
                <w:rtl/>
              </w:rPr>
              <w:t xml:space="preserve"> </w:t>
            </w:r>
            <w:r w:rsidRPr="009647FC">
              <w:rPr>
                <w:rtl/>
              </w:rPr>
              <w:t>الورد</w:t>
            </w:r>
            <w:r>
              <w:rPr>
                <w:rtl/>
              </w:rPr>
              <w:t xml:space="preserve"> </w:t>
            </w:r>
            <w:r w:rsidRPr="009647FC">
              <w:rPr>
                <w:rtl/>
              </w:rPr>
              <w:t>ما</w:t>
            </w:r>
            <w:r>
              <w:rPr>
                <w:rtl/>
              </w:rPr>
              <w:t xml:space="preserve"> </w:t>
            </w:r>
            <w:r w:rsidRPr="009647FC">
              <w:rPr>
                <w:rtl/>
              </w:rPr>
              <w:t>في</w:t>
            </w:r>
            <w:r>
              <w:rPr>
                <w:rtl/>
              </w:rPr>
              <w:t xml:space="preserve"> </w:t>
            </w:r>
            <w:r w:rsidRPr="009647FC">
              <w:rPr>
                <w:rtl/>
              </w:rPr>
              <w:t>المصادرِ</w:t>
            </w:r>
            <w:r w:rsidRPr="00725071">
              <w:rPr>
                <w:rStyle w:val="libPoemTiniChar0"/>
                <w:rtl/>
              </w:rPr>
              <w:br/>
              <w:t> </w:t>
            </w:r>
          </w:p>
        </w:tc>
      </w:tr>
      <w:tr w:rsidR="005A3C3B" w:rsidRPr="00524A24" w:rsidTr="005A3C3B">
        <w:trPr>
          <w:trHeight w:val="350"/>
        </w:trPr>
        <w:tc>
          <w:tcPr>
            <w:tcW w:w="3902" w:type="dxa"/>
          </w:tcPr>
          <w:p w:rsidR="005A3C3B" w:rsidRPr="00524A24" w:rsidRDefault="005A3C3B" w:rsidP="00693B01">
            <w:pPr>
              <w:pStyle w:val="libPoem"/>
            </w:pPr>
            <w:r w:rsidRPr="009647FC">
              <w:rPr>
                <w:rtl/>
              </w:rPr>
              <w:t>رو</w:t>
            </w:r>
            <w:r w:rsidR="00A72677" w:rsidRPr="009647FC">
              <w:rPr>
                <w:rtl/>
              </w:rPr>
              <w:t>يد</w:t>
            </w:r>
            <w:r w:rsidR="00677BC4">
              <w:rPr>
                <w:rtl/>
              </w:rPr>
              <w:t>َ</w:t>
            </w:r>
            <w:r>
              <w:rPr>
                <w:rtl/>
              </w:rPr>
              <w:t xml:space="preserve"> </w:t>
            </w:r>
            <w:r w:rsidRPr="009647FC">
              <w:rPr>
                <w:rtl/>
              </w:rPr>
              <w:t>الأ</w:t>
            </w:r>
            <w:r w:rsidR="00A72677" w:rsidRPr="009647FC">
              <w:rPr>
                <w:rtl/>
              </w:rPr>
              <w:t>عا</w:t>
            </w:r>
            <w:r w:rsidRPr="009647FC">
              <w:rPr>
                <w:rtl/>
              </w:rPr>
              <w:t>دي</w:t>
            </w:r>
            <w:r>
              <w:rPr>
                <w:rtl/>
              </w:rPr>
              <w:t xml:space="preserve"> </w:t>
            </w:r>
            <w:r w:rsidRPr="009647FC">
              <w:rPr>
                <w:rtl/>
              </w:rPr>
              <w:t>إنّ</w:t>
            </w:r>
            <w:r>
              <w:rPr>
                <w:rtl/>
              </w:rPr>
              <w:t xml:space="preserve"> </w:t>
            </w:r>
            <w:r w:rsidR="00A72677" w:rsidRPr="009647FC">
              <w:rPr>
                <w:rtl/>
              </w:rPr>
              <w:t>حز</w:t>
            </w:r>
            <w:r w:rsidRPr="009647FC">
              <w:rPr>
                <w:rtl/>
              </w:rPr>
              <w:t>مك</w:t>
            </w:r>
            <w:r>
              <w:rPr>
                <w:rtl/>
              </w:rPr>
              <w:t xml:space="preserve"> </w:t>
            </w:r>
            <w:r w:rsidR="00A72677" w:rsidRPr="009647FC">
              <w:rPr>
                <w:rtl/>
              </w:rPr>
              <w:t>عو</w:t>
            </w:r>
            <w:r w:rsidRPr="009647FC">
              <w:rPr>
                <w:rtl/>
              </w:rPr>
              <w:t>دُه</w:t>
            </w:r>
            <w:r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Default="00A72677" w:rsidP="00693B01">
            <w:pPr>
              <w:pStyle w:val="libPoem"/>
            </w:pPr>
            <w:r w:rsidRPr="009647FC">
              <w:rPr>
                <w:rtl/>
              </w:rPr>
              <w:t>عل</w:t>
            </w:r>
            <w:r w:rsidR="005A3C3B" w:rsidRPr="009647FC">
              <w:rPr>
                <w:rtl/>
              </w:rPr>
              <w:t>ى</w:t>
            </w:r>
            <w:r w:rsidR="004C00A8">
              <w:rPr>
                <w:rtl/>
              </w:rPr>
              <w:t xml:space="preserve"> </w:t>
            </w:r>
            <w:r w:rsidR="005A3C3B" w:rsidRPr="009647FC">
              <w:rPr>
                <w:rtl/>
              </w:rPr>
              <w:t>ا</w:t>
            </w:r>
            <w:r w:rsidRPr="009647FC">
              <w:rPr>
                <w:rtl/>
              </w:rPr>
              <w:t>لغ</w:t>
            </w:r>
            <w:r w:rsidR="005A3C3B" w:rsidRPr="009647FC">
              <w:rPr>
                <w:rtl/>
              </w:rPr>
              <w:t>مز</w:t>
            </w:r>
            <w:r w:rsidR="005A3C3B">
              <w:rPr>
                <w:rtl/>
              </w:rPr>
              <w:t xml:space="preserve"> </w:t>
            </w:r>
            <w:r w:rsidRPr="009647FC">
              <w:rPr>
                <w:rtl/>
              </w:rPr>
              <w:t>يو</w:t>
            </w:r>
            <w:r w:rsidR="005A3C3B" w:rsidRPr="009647FC">
              <w:rPr>
                <w:rtl/>
              </w:rPr>
              <w:t>ماً</w:t>
            </w:r>
            <w:r w:rsidR="005A3C3B">
              <w:rPr>
                <w:rtl/>
              </w:rPr>
              <w:t xml:space="preserve"> </w:t>
            </w:r>
            <w:r w:rsidR="005A3C3B" w:rsidRPr="009647FC">
              <w:rPr>
                <w:rtl/>
              </w:rPr>
              <w:t>لا</w:t>
            </w:r>
            <w:r w:rsidR="005A3C3B">
              <w:rPr>
                <w:rtl/>
              </w:rPr>
              <w:t xml:space="preserve"> </w:t>
            </w:r>
            <w:r w:rsidR="005A3C3B" w:rsidRPr="009647FC">
              <w:rPr>
                <w:rtl/>
              </w:rPr>
              <w:t>يلينُ</w:t>
            </w:r>
            <w:r w:rsidR="005A3C3B">
              <w:rPr>
                <w:rtl/>
              </w:rPr>
              <w:t xml:space="preserve"> </w:t>
            </w:r>
            <w:r w:rsidR="005A3C3B" w:rsidRPr="009647FC">
              <w:rPr>
                <w:rtl/>
              </w:rPr>
              <w:t>لهاصرِ</w:t>
            </w:r>
            <w:r w:rsidR="005A3C3B" w:rsidRPr="00725071">
              <w:rPr>
                <w:rStyle w:val="libPoemTiniChar0"/>
                <w:rtl/>
              </w:rPr>
              <w:br/>
              <w:t> </w:t>
            </w:r>
          </w:p>
        </w:tc>
      </w:tr>
      <w:tr w:rsidR="005A3C3B" w:rsidRPr="00524A24" w:rsidTr="005A3C3B">
        <w:trPr>
          <w:trHeight w:val="350"/>
        </w:trPr>
        <w:tc>
          <w:tcPr>
            <w:tcW w:w="3902" w:type="dxa"/>
          </w:tcPr>
          <w:p w:rsidR="005A3C3B" w:rsidRPr="00524A24" w:rsidRDefault="005A3C3B" w:rsidP="00693B01">
            <w:pPr>
              <w:pStyle w:val="libPoem"/>
            </w:pPr>
            <w:r w:rsidRPr="009647FC">
              <w:rPr>
                <w:rtl/>
              </w:rPr>
              <w:t>وإنْ</w:t>
            </w:r>
            <w:r>
              <w:rPr>
                <w:rtl/>
              </w:rPr>
              <w:t xml:space="preserve"> </w:t>
            </w:r>
            <w:r w:rsidR="00A72677" w:rsidRPr="009647FC">
              <w:rPr>
                <w:rtl/>
              </w:rPr>
              <w:t>جه</w:t>
            </w:r>
            <w:r w:rsidRPr="009647FC">
              <w:rPr>
                <w:rtl/>
              </w:rPr>
              <w:t>لتْ</w:t>
            </w:r>
            <w:r>
              <w:rPr>
                <w:rtl/>
              </w:rPr>
              <w:t xml:space="preserve"> </w:t>
            </w:r>
            <w:r w:rsidR="00A72677" w:rsidRPr="009647FC">
              <w:rPr>
                <w:rtl/>
              </w:rPr>
              <w:t>يو</w:t>
            </w:r>
            <w:r w:rsidRPr="009647FC">
              <w:rPr>
                <w:rtl/>
              </w:rPr>
              <w:t>ماً</w:t>
            </w:r>
            <w:r>
              <w:rPr>
                <w:rtl/>
              </w:rPr>
              <w:t xml:space="preserve"> </w:t>
            </w:r>
            <w:r w:rsidR="00A72677" w:rsidRPr="009647FC">
              <w:rPr>
                <w:rtl/>
              </w:rPr>
              <w:t>حس</w:t>
            </w:r>
            <w:r w:rsidRPr="009647FC">
              <w:rPr>
                <w:rtl/>
              </w:rPr>
              <w:t>امك</w:t>
            </w:r>
            <w:r w:rsidR="00677BC4">
              <w:rPr>
                <w:rtl/>
              </w:rPr>
              <w:t>َ</w:t>
            </w:r>
            <w:r>
              <w:rPr>
                <w:rtl/>
              </w:rPr>
              <w:t xml:space="preserve"> </w:t>
            </w:r>
            <w:r w:rsidR="00A72677" w:rsidRPr="009647FC">
              <w:rPr>
                <w:rtl/>
              </w:rPr>
              <w:t>فل</w:t>
            </w:r>
            <w:r w:rsidRPr="009647FC">
              <w:rPr>
                <w:rtl/>
              </w:rPr>
              <w:t>تسلْ</w:t>
            </w:r>
            <w:r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Default="00A72677" w:rsidP="00693B01">
            <w:pPr>
              <w:pStyle w:val="libPoem"/>
            </w:pPr>
            <w:r w:rsidRPr="009647FC">
              <w:rPr>
                <w:rtl/>
              </w:rPr>
              <w:t>به</w:t>
            </w:r>
            <w:r w:rsidR="005A3C3B" w:rsidRPr="009647FC">
              <w:rPr>
                <w:rtl/>
              </w:rPr>
              <w:t>ا</w:t>
            </w:r>
            <w:r w:rsidR="004C00A8">
              <w:rPr>
                <w:rtl/>
              </w:rPr>
              <w:t xml:space="preserve"> </w:t>
            </w:r>
            <w:r w:rsidRPr="009647FC">
              <w:rPr>
                <w:rtl/>
              </w:rPr>
              <w:t>ها</w:t>
            </w:r>
            <w:r w:rsidR="005A3C3B" w:rsidRPr="009647FC">
              <w:rPr>
                <w:rtl/>
              </w:rPr>
              <w:t>م</w:t>
            </w:r>
            <w:r w:rsidR="00677BC4">
              <w:rPr>
                <w:rtl/>
              </w:rPr>
              <w:t>َ</w:t>
            </w:r>
            <w:r w:rsidR="005A3C3B" w:rsidRPr="009647FC">
              <w:rPr>
                <w:rtl/>
              </w:rPr>
              <w:t>ها</w:t>
            </w:r>
            <w:r w:rsidR="005A3C3B">
              <w:rPr>
                <w:rtl/>
              </w:rPr>
              <w:t xml:space="preserve"> </w:t>
            </w:r>
            <w:r w:rsidRPr="009647FC">
              <w:rPr>
                <w:rtl/>
              </w:rPr>
              <w:t>عن</w:t>
            </w:r>
            <w:r w:rsidR="005A3C3B">
              <w:rPr>
                <w:rtl/>
              </w:rPr>
              <w:t xml:space="preserve"> </w:t>
            </w:r>
            <w:r w:rsidRPr="009647FC">
              <w:rPr>
                <w:rtl/>
              </w:rPr>
              <w:t>عه</w:t>
            </w:r>
            <w:r w:rsidR="005A3C3B" w:rsidRPr="009647FC">
              <w:rPr>
                <w:rtl/>
              </w:rPr>
              <w:t>دها</w:t>
            </w:r>
            <w:r w:rsidR="005A3C3B">
              <w:rPr>
                <w:rtl/>
              </w:rPr>
              <w:t xml:space="preserve"> </w:t>
            </w:r>
            <w:r w:rsidR="005A3C3B" w:rsidRPr="009647FC">
              <w:rPr>
                <w:rtl/>
              </w:rPr>
              <w:t>بالمغافرِ</w:t>
            </w:r>
            <w:r w:rsidR="005A3C3B" w:rsidRPr="00725071">
              <w:rPr>
                <w:rStyle w:val="libPoemTiniChar0"/>
                <w:rtl/>
              </w:rPr>
              <w:br/>
              <w:t> </w:t>
            </w:r>
          </w:p>
        </w:tc>
      </w:tr>
      <w:tr w:rsidR="005A3C3B" w:rsidRPr="00524A24" w:rsidTr="005A3C3B">
        <w:trPr>
          <w:trHeight w:val="350"/>
        </w:trPr>
        <w:tc>
          <w:tcPr>
            <w:tcW w:w="3902" w:type="dxa"/>
          </w:tcPr>
          <w:p w:rsidR="005A3C3B" w:rsidRPr="00524A24" w:rsidRDefault="00A72677" w:rsidP="00693B01">
            <w:pPr>
              <w:pStyle w:val="libPoem"/>
            </w:pPr>
            <w:r w:rsidRPr="009647FC">
              <w:rPr>
                <w:rtl/>
              </w:rPr>
              <w:t>لك</w:t>
            </w:r>
            <w:r w:rsidR="004C00A8">
              <w:rPr>
                <w:rtl/>
              </w:rPr>
              <w:t xml:space="preserve"> </w:t>
            </w:r>
            <w:r w:rsidR="005A3C3B" w:rsidRPr="009647FC">
              <w:rPr>
                <w:rtl/>
              </w:rPr>
              <w:t>ا</w:t>
            </w:r>
            <w:r w:rsidRPr="009647FC">
              <w:rPr>
                <w:rtl/>
              </w:rPr>
              <w:t>لق</w:t>
            </w:r>
            <w:r w:rsidR="005A3C3B" w:rsidRPr="009647FC">
              <w:rPr>
                <w:rtl/>
              </w:rPr>
              <w:t>لمُ</w:t>
            </w:r>
            <w:r w:rsidR="005A3C3B">
              <w:rPr>
                <w:rtl/>
              </w:rPr>
              <w:t xml:space="preserve"> </w:t>
            </w:r>
            <w:r w:rsidR="005A3C3B" w:rsidRPr="009647FC">
              <w:rPr>
                <w:rtl/>
              </w:rPr>
              <w:t>ا</w:t>
            </w:r>
            <w:r w:rsidRPr="009647FC">
              <w:rPr>
                <w:rtl/>
              </w:rPr>
              <w:t>لن</w:t>
            </w:r>
            <w:r w:rsidR="005A3C3B" w:rsidRPr="009647FC">
              <w:rPr>
                <w:rtl/>
              </w:rPr>
              <w:t>فّاث</w:t>
            </w:r>
            <w:r w:rsidR="005A3C3B">
              <w:rPr>
                <w:rtl/>
              </w:rPr>
              <w:t xml:space="preserve"> </w:t>
            </w:r>
            <w:r w:rsidRPr="009647FC">
              <w:rPr>
                <w:rtl/>
              </w:rPr>
              <w:t>في</w:t>
            </w:r>
            <w:r w:rsidR="005A3C3B">
              <w:rPr>
                <w:rtl/>
              </w:rPr>
              <w:t xml:space="preserve"> </w:t>
            </w:r>
            <w:r w:rsidR="005A3C3B" w:rsidRPr="009647FC">
              <w:rPr>
                <w:rtl/>
              </w:rPr>
              <w:t>عقد</w:t>
            </w:r>
            <w:r w:rsidR="005A3C3B">
              <w:rPr>
                <w:rtl/>
              </w:rPr>
              <w:t xml:space="preserve"> </w:t>
            </w:r>
            <w:r w:rsidR="005A3C3B" w:rsidRPr="009647FC">
              <w:rPr>
                <w:rtl/>
              </w:rPr>
              <w:t>النهى</w:t>
            </w:r>
            <w:r w:rsidR="005A3C3B"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Default="00A72677" w:rsidP="00693B01">
            <w:pPr>
              <w:pStyle w:val="libPoem"/>
            </w:pPr>
            <w:r w:rsidRPr="009647FC">
              <w:rPr>
                <w:rtl/>
              </w:rPr>
              <w:t>بد</w:t>
            </w:r>
            <w:r w:rsidR="005A3C3B" w:rsidRPr="009647FC">
              <w:rPr>
                <w:rtl/>
              </w:rPr>
              <w:t>يعُ</w:t>
            </w:r>
            <w:r w:rsidR="004C00A8">
              <w:rPr>
                <w:rtl/>
              </w:rPr>
              <w:t xml:space="preserve"> </w:t>
            </w:r>
            <w:r w:rsidRPr="009647FC">
              <w:rPr>
                <w:rtl/>
              </w:rPr>
              <w:t>بي</w:t>
            </w:r>
            <w:r w:rsidR="005A3C3B" w:rsidRPr="009647FC">
              <w:rPr>
                <w:rtl/>
              </w:rPr>
              <w:t>انٍ</w:t>
            </w:r>
            <w:r w:rsidR="005A3C3B">
              <w:rPr>
                <w:rtl/>
              </w:rPr>
              <w:t xml:space="preserve"> </w:t>
            </w:r>
            <w:r w:rsidRPr="009647FC">
              <w:rPr>
                <w:rtl/>
              </w:rPr>
              <w:t>من</w:t>
            </w:r>
            <w:r w:rsidR="005A3C3B">
              <w:rPr>
                <w:rtl/>
              </w:rPr>
              <w:t xml:space="preserve"> </w:t>
            </w:r>
            <w:r w:rsidRPr="009647FC">
              <w:rPr>
                <w:rtl/>
              </w:rPr>
              <w:t>مع</w:t>
            </w:r>
            <w:r w:rsidR="005A3C3B" w:rsidRPr="009647FC">
              <w:rPr>
                <w:rtl/>
              </w:rPr>
              <w:t>انٍ</w:t>
            </w:r>
            <w:r w:rsidR="005A3C3B">
              <w:rPr>
                <w:rtl/>
              </w:rPr>
              <w:t xml:space="preserve"> </w:t>
            </w:r>
            <w:r w:rsidRPr="009647FC">
              <w:rPr>
                <w:rtl/>
              </w:rPr>
              <w:t>سو</w:t>
            </w:r>
            <w:r w:rsidR="005A3C3B" w:rsidRPr="009647FC">
              <w:rPr>
                <w:rtl/>
              </w:rPr>
              <w:t>احرِ</w:t>
            </w:r>
            <w:r w:rsidR="005A3C3B" w:rsidRPr="00725071">
              <w:rPr>
                <w:rStyle w:val="libPoemTiniChar0"/>
                <w:rtl/>
              </w:rPr>
              <w:br/>
              <w:t> </w:t>
            </w:r>
          </w:p>
        </w:tc>
      </w:tr>
      <w:tr w:rsidR="005A3C3B" w:rsidRPr="00524A24" w:rsidTr="005A3C3B">
        <w:trPr>
          <w:trHeight w:val="350"/>
        </w:trPr>
        <w:tc>
          <w:tcPr>
            <w:tcW w:w="3902" w:type="dxa"/>
          </w:tcPr>
          <w:p w:rsidR="005A3C3B" w:rsidRPr="00524A24" w:rsidRDefault="00A72677" w:rsidP="00693B01">
            <w:pPr>
              <w:pStyle w:val="libPoem"/>
            </w:pPr>
            <w:r w:rsidRPr="009647FC">
              <w:rPr>
                <w:rtl/>
              </w:rPr>
              <w:t>فو</w:t>
            </w:r>
            <w:r w:rsidR="005A3C3B" w:rsidRPr="009647FC">
              <w:rPr>
                <w:rtl/>
              </w:rPr>
              <w:t>الله</w:t>
            </w:r>
            <w:r w:rsidR="004C00A8">
              <w:rPr>
                <w:rtl/>
              </w:rPr>
              <w:t xml:space="preserve"> </w:t>
            </w:r>
            <w:r w:rsidRPr="009647FC">
              <w:rPr>
                <w:rtl/>
              </w:rPr>
              <w:t>ما</w:t>
            </w:r>
            <w:r w:rsidR="005A3C3B">
              <w:rPr>
                <w:rtl/>
              </w:rPr>
              <w:t xml:space="preserve"> </w:t>
            </w:r>
            <w:r w:rsidR="005A3C3B" w:rsidRPr="009647FC">
              <w:rPr>
                <w:rtl/>
              </w:rPr>
              <w:t>أدري</w:t>
            </w:r>
            <w:r w:rsidR="005A3C3B">
              <w:rPr>
                <w:rtl/>
              </w:rPr>
              <w:t xml:space="preserve"> </w:t>
            </w:r>
            <w:r w:rsidR="005A3C3B" w:rsidRPr="009647FC">
              <w:rPr>
                <w:rtl/>
              </w:rPr>
              <w:t>أ</w:t>
            </w:r>
            <w:r w:rsidRPr="009647FC">
              <w:rPr>
                <w:rtl/>
              </w:rPr>
              <w:t>هل</w:t>
            </w:r>
            <w:r w:rsidR="005A3C3B" w:rsidRPr="009647FC">
              <w:rPr>
                <w:rtl/>
              </w:rPr>
              <w:t>ْ</w:t>
            </w:r>
            <w:r w:rsidR="005A3C3B">
              <w:rPr>
                <w:rtl/>
              </w:rPr>
              <w:t xml:space="preserve"> </w:t>
            </w:r>
            <w:r w:rsidRPr="009647FC">
              <w:rPr>
                <w:rtl/>
              </w:rPr>
              <w:t>نث</w:t>
            </w:r>
            <w:r w:rsidR="005A3C3B" w:rsidRPr="009647FC">
              <w:rPr>
                <w:rtl/>
              </w:rPr>
              <w:t>رُ</w:t>
            </w:r>
            <w:r w:rsidR="005A3C3B">
              <w:rPr>
                <w:rtl/>
              </w:rPr>
              <w:t xml:space="preserve"> </w:t>
            </w:r>
            <w:r w:rsidR="005A3C3B" w:rsidRPr="009647FC">
              <w:rPr>
                <w:rtl/>
              </w:rPr>
              <w:t>ساحر</w:t>
            </w:r>
            <w:r w:rsidR="005A3C3B"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Default="005A3C3B" w:rsidP="00693B01">
            <w:pPr>
              <w:pStyle w:val="libPoem"/>
            </w:pPr>
            <w:r w:rsidRPr="009647FC">
              <w:rPr>
                <w:rtl/>
              </w:rPr>
              <w:t>على</w:t>
            </w:r>
            <w:r w:rsidR="004C00A8">
              <w:rPr>
                <w:rtl/>
              </w:rPr>
              <w:t xml:space="preserve"> </w:t>
            </w:r>
            <w:r w:rsidRPr="009647FC">
              <w:rPr>
                <w:rtl/>
              </w:rPr>
              <w:t>الطرس</w:t>
            </w:r>
            <w:r>
              <w:rPr>
                <w:rtl/>
              </w:rPr>
              <w:t xml:space="preserve"> </w:t>
            </w:r>
            <w:r w:rsidRPr="009647FC">
              <w:rPr>
                <w:rtl/>
              </w:rPr>
              <w:t>يبدو</w:t>
            </w:r>
            <w:r>
              <w:rPr>
                <w:rtl/>
              </w:rPr>
              <w:t xml:space="preserve"> </w:t>
            </w:r>
            <w:r w:rsidRPr="009647FC">
              <w:rPr>
                <w:rtl/>
              </w:rPr>
              <w:t>منه</w:t>
            </w:r>
            <w:r>
              <w:rPr>
                <w:rtl/>
              </w:rPr>
              <w:t xml:space="preserve"> </w:t>
            </w:r>
            <w:r w:rsidRPr="009647FC">
              <w:rPr>
                <w:rtl/>
              </w:rPr>
              <w:t>أو</w:t>
            </w:r>
            <w:r>
              <w:rPr>
                <w:rtl/>
              </w:rPr>
              <w:t xml:space="preserve"> </w:t>
            </w:r>
            <w:r w:rsidRPr="009647FC">
              <w:rPr>
                <w:rtl/>
              </w:rPr>
              <w:t>سحر</w:t>
            </w:r>
            <w:r>
              <w:rPr>
                <w:rtl/>
              </w:rPr>
              <w:t xml:space="preserve"> </w:t>
            </w:r>
            <w:r w:rsidRPr="009647FC">
              <w:rPr>
                <w:rtl/>
              </w:rPr>
              <w:t>ناثرِ؟</w:t>
            </w:r>
            <w:r w:rsidRPr="00725071">
              <w:rPr>
                <w:rStyle w:val="libPoemTiniChar0"/>
                <w:rtl/>
              </w:rPr>
              <w:br/>
              <w:t> </w:t>
            </w:r>
          </w:p>
        </w:tc>
      </w:tr>
      <w:tr w:rsidR="005A3C3B" w:rsidRPr="00524A24" w:rsidTr="005A3C3B">
        <w:trPr>
          <w:trHeight w:val="350"/>
        </w:trPr>
        <w:tc>
          <w:tcPr>
            <w:tcW w:w="3902" w:type="dxa"/>
          </w:tcPr>
          <w:p w:rsidR="005A3C3B" w:rsidRPr="00524A24" w:rsidRDefault="005A3C3B" w:rsidP="00693B01">
            <w:pPr>
              <w:pStyle w:val="libPoem"/>
            </w:pPr>
            <w:r w:rsidRPr="00A72677">
              <w:rPr>
                <w:rtl/>
              </w:rPr>
              <w:t>و</w:t>
            </w:r>
            <w:r w:rsidR="00A72677" w:rsidRPr="00A72677">
              <w:rPr>
                <w:rtl/>
              </w:rPr>
              <w:t>فكر</w:t>
            </w:r>
            <w:r w:rsidRPr="00A72677">
              <w:rPr>
                <w:rtl/>
              </w:rPr>
              <w:t>ُك</w:t>
            </w:r>
            <w:r w:rsidR="00677BC4">
              <w:rPr>
                <w:rtl/>
              </w:rPr>
              <w:t>َ</w:t>
            </w:r>
            <w:r w:rsidR="004C00A8">
              <w:rPr>
                <w:rtl/>
              </w:rPr>
              <w:t xml:space="preserve"> </w:t>
            </w:r>
            <w:r w:rsidR="00A72677" w:rsidRPr="00A72677">
              <w:rPr>
                <w:rtl/>
              </w:rPr>
              <w:t>يو</w:t>
            </w:r>
            <w:r w:rsidRPr="00A72677">
              <w:rPr>
                <w:rtl/>
              </w:rPr>
              <w:t>حي أيّ</w:t>
            </w:r>
            <w:r w:rsidR="00677BC4">
              <w:rPr>
                <w:rtl/>
              </w:rPr>
              <w:t>َ</w:t>
            </w:r>
            <w:r w:rsidRPr="00A72677">
              <w:rPr>
                <w:rtl/>
              </w:rPr>
              <w:t xml:space="preserve"> </w:t>
            </w:r>
            <w:r w:rsidR="00A72677" w:rsidRPr="00A72677">
              <w:rPr>
                <w:rtl/>
              </w:rPr>
              <w:t>نظ</w:t>
            </w:r>
            <w:r w:rsidRPr="00A72677">
              <w:rPr>
                <w:rtl/>
              </w:rPr>
              <w:t>مٍ وإن</w:t>
            </w:r>
            <w:r w:rsidR="00A72677" w:rsidRPr="00A72677">
              <w:rPr>
                <w:rtl/>
              </w:rPr>
              <w:t>ّه</w:t>
            </w:r>
            <w:r w:rsidRPr="00A72677">
              <w:rPr>
                <w:rtl/>
              </w:rPr>
              <w:t>ا</w:t>
            </w:r>
            <w:r w:rsidRPr="00A72677">
              <w:rPr>
                <w:rStyle w:val="libPoemTiniChar0"/>
                <w:rtl/>
              </w:rPr>
              <w:br/>
              <w:t> </w:t>
            </w:r>
          </w:p>
        </w:tc>
        <w:tc>
          <w:tcPr>
            <w:tcW w:w="301" w:type="dxa"/>
          </w:tcPr>
          <w:p w:rsidR="005A3C3B" w:rsidRPr="00A72677" w:rsidRDefault="005A3C3B" w:rsidP="00693B01">
            <w:pPr>
              <w:pStyle w:val="libPoem"/>
              <w:rPr>
                <w:rtl/>
              </w:rPr>
            </w:pPr>
          </w:p>
        </w:tc>
        <w:tc>
          <w:tcPr>
            <w:tcW w:w="3884" w:type="dxa"/>
          </w:tcPr>
          <w:p w:rsidR="005A3C3B" w:rsidRPr="00524A24" w:rsidRDefault="00A72677" w:rsidP="00693B01">
            <w:pPr>
              <w:pStyle w:val="libPoem"/>
            </w:pPr>
            <w:r w:rsidRPr="00A72677">
              <w:rPr>
                <w:rtl/>
              </w:rPr>
              <w:t>لق</w:t>
            </w:r>
            <w:r w:rsidR="005A3C3B" w:rsidRPr="00A72677">
              <w:rPr>
                <w:rtl/>
              </w:rPr>
              <w:t xml:space="preserve">ولُ </w:t>
            </w:r>
            <w:r w:rsidRPr="00A72677">
              <w:rPr>
                <w:rtl/>
              </w:rPr>
              <w:t>كر</w:t>
            </w:r>
            <w:r w:rsidR="005A3C3B" w:rsidRPr="00A72677">
              <w:rPr>
                <w:rtl/>
              </w:rPr>
              <w:t xml:space="preserve">يم </w:t>
            </w:r>
            <w:r w:rsidRPr="00A72677">
              <w:rPr>
                <w:rtl/>
              </w:rPr>
              <w:t>جل</w:t>
            </w:r>
            <w:r w:rsidR="005A3C3B" w:rsidRPr="00A72677">
              <w:rPr>
                <w:rtl/>
              </w:rPr>
              <w:t>ّ</w:t>
            </w:r>
            <w:r w:rsidR="00677BC4">
              <w:rPr>
                <w:rtl/>
              </w:rPr>
              <w:t>َ</w:t>
            </w:r>
            <w:r w:rsidR="005A3C3B" w:rsidRPr="00A72677">
              <w:rPr>
                <w:rtl/>
              </w:rPr>
              <w:t xml:space="preserve"> لا </w:t>
            </w:r>
            <w:r w:rsidRPr="00A72677">
              <w:rPr>
                <w:rtl/>
              </w:rPr>
              <w:t>قو</w:t>
            </w:r>
            <w:r w:rsidR="005A3C3B" w:rsidRPr="00A72677">
              <w:rPr>
                <w:rtl/>
              </w:rPr>
              <w:t xml:space="preserve">لُ </w:t>
            </w:r>
            <w:r w:rsidRPr="00A72677">
              <w:rPr>
                <w:rtl/>
              </w:rPr>
              <w:t>شا</w:t>
            </w:r>
            <w:r w:rsidR="005A3C3B" w:rsidRPr="00A72677">
              <w:rPr>
                <w:rtl/>
              </w:rPr>
              <w:t>عرِ</w:t>
            </w:r>
            <w:r w:rsidR="005A3C3B" w:rsidRPr="00A72677">
              <w:rPr>
                <w:rStyle w:val="libPoemTiniChar0"/>
                <w:rtl/>
              </w:rPr>
              <w:br/>
              <w:t> </w:t>
            </w:r>
          </w:p>
        </w:tc>
      </w:tr>
    </w:tbl>
    <w:p w:rsidR="009647FC" w:rsidRPr="00524A24" w:rsidRDefault="009647FC" w:rsidP="004E7EC6">
      <w:pPr>
        <w:pStyle w:val="libNormal"/>
      </w:pPr>
      <w:r w:rsidRPr="009647FC">
        <w:rPr>
          <w:rtl/>
        </w:rPr>
        <w:t>وقال يمدح نسب الحاج محمّد حسن كبّه</w:t>
      </w:r>
      <w:r w:rsidR="00D769AB">
        <w:rPr>
          <w:rtl/>
        </w:rPr>
        <w:t>:</w:t>
      </w:r>
    </w:p>
    <w:tbl>
      <w:tblPr>
        <w:tblStyle w:val="TableGrid"/>
        <w:bidiVisual/>
        <w:tblW w:w="4562" w:type="pct"/>
        <w:tblInd w:w="384" w:type="dxa"/>
        <w:tblLook w:val="04A0"/>
      </w:tblPr>
      <w:tblGrid>
        <w:gridCol w:w="3902"/>
        <w:gridCol w:w="301"/>
        <w:gridCol w:w="3884"/>
      </w:tblGrid>
      <w:tr w:rsidR="005A3C3B" w:rsidRPr="00524A24" w:rsidTr="005A3C3B">
        <w:trPr>
          <w:trHeight w:val="350"/>
        </w:trPr>
        <w:tc>
          <w:tcPr>
            <w:tcW w:w="3902" w:type="dxa"/>
          </w:tcPr>
          <w:p w:rsidR="005A3C3B" w:rsidRPr="00524A24" w:rsidRDefault="005A3C3B" w:rsidP="00693B01">
            <w:pPr>
              <w:pStyle w:val="libPoem"/>
            </w:pPr>
            <w:r w:rsidRPr="00A72677">
              <w:rPr>
                <w:rtl/>
              </w:rPr>
              <w:t>نسبٌ أناف على الأنامِ به</w:t>
            </w:r>
            <w:r w:rsidRPr="00A72677">
              <w:rPr>
                <w:rStyle w:val="libPoemTiniChar0"/>
                <w:rtl/>
              </w:rPr>
              <w:br/>
              <w:t> </w:t>
            </w:r>
          </w:p>
        </w:tc>
        <w:tc>
          <w:tcPr>
            <w:tcW w:w="301" w:type="dxa"/>
          </w:tcPr>
          <w:p w:rsidR="005A3C3B" w:rsidRPr="00A72677" w:rsidRDefault="005A3C3B" w:rsidP="00693B01">
            <w:pPr>
              <w:pStyle w:val="libPoem"/>
              <w:rPr>
                <w:rtl/>
              </w:rPr>
            </w:pPr>
          </w:p>
        </w:tc>
        <w:tc>
          <w:tcPr>
            <w:tcW w:w="3884" w:type="dxa"/>
          </w:tcPr>
          <w:p w:rsidR="005A3C3B" w:rsidRPr="00A72677" w:rsidRDefault="005A3C3B" w:rsidP="00693B01">
            <w:pPr>
              <w:pStyle w:val="libPoem"/>
            </w:pPr>
            <w:r w:rsidRPr="00A72677">
              <w:rPr>
                <w:rtl/>
              </w:rPr>
              <w:t>شرفاً فطال</w:t>
            </w:r>
            <w:r w:rsidR="00677BC4">
              <w:rPr>
                <w:rtl/>
              </w:rPr>
              <w:t>َ</w:t>
            </w:r>
            <w:r w:rsidRPr="00A72677">
              <w:rPr>
                <w:rtl/>
              </w:rPr>
              <w:t xml:space="preserve"> به على قِصره</w:t>
            </w:r>
            <w:r w:rsidRPr="00A72677">
              <w:rPr>
                <w:rStyle w:val="libPoemTiniChar0"/>
                <w:rtl/>
              </w:rPr>
              <w:br/>
              <w:t> </w:t>
            </w:r>
          </w:p>
        </w:tc>
      </w:tr>
      <w:tr w:rsidR="005A3C3B" w:rsidRPr="00524A24" w:rsidTr="005A3C3B">
        <w:trPr>
          <w:trHeight w:val="350"/>
        </w:trPr>
        <w:tc>
          <w:tcPr>
            <w:tcW w:w="3902" w:type="dxa"/>
          </w:tcPr>
          <w:p w:rsidR="005A3C3B" w:rsidRPr="00524A24" w:rsidRDefault="005A3C3B" w:rsidP="00693B01">
            <w:pPr>
              <w:pStyle w:val="libPoem"/>
            </w:pPr>
            <w:r w:rsidRPr="00A72677">
              <w:rPr>
                <w:rtl/>
              </w:rPr>
              <w:t>هو عقدُ فضلٍ لم يزل أبدا</w:t>
            </w:r>
            <w:r w:rsidRPr="00A72677">
              <w:rPr>
                <w:rStyle w:val="libPoemTiniChar0"/>
                <w:rtl/>
              </w:rPr>
              <w:br/>
              <w:t> </w:t>
            </w:r>
          </w:p>
        </w:tc>
        <w:tc>
          <w:tcPr>
            <w:tcW w:w="301" w:type="dxa"/>
          </w:tcPr>
          <w:p w:rsidR="005A3C3B" w:rsidRPr="00A72677" w:rsidRDefault="005A3C3B" w:rsidP="00693B01">
            <w:pPr>
              <w:pStyle w:val="libPoem"/>
              <w:rPr>
                <w:rtl/>
              </w:rPr>
            </w:pPr>
          </w:p>
        </w:tc>
        <w:tc>
          <w:tcPr>
            <w:tcW w:w="3884" w:type="dxa"/>
          </w:tcPr>
          <w:p w:rsidR="005A3C3B" w:rsidRPr="00524A24" w:rsidRDefault="005A3C3B" w:rsidP="00693B01">
            <w:pPr>
              <w:pStyle w:val="libPoem"/>
            </w:pPr>
            <w:r w:rsidRPr="00A72677">
              <w:rPr>
                <w:rtl/>
              </w:rPr>
              <w:t>تتزّين العلياءُ في درره</w:t>
            </w:r>
            <w:r w:rsidRPr="00A72677">
              <w:rPr>
                <w:rStyle w:val="libPoemTiniChar0"/>
                <w:rtl/>
              </w:rPr>
              <w:br/>
              <w:t> </w:t>
            </w:r>
          </w:p>
        </w:tc>
      </w:tr>
    </w:tbl>
    <w:p w:rsidR="009647FC" w:rsidRPr="00524A24" w:rsidRDefault="009647FC" w:rsidP="004E7EC6">
      <w:pPr>
        <w:pStyle w:val="libNormal"/>
      </w:pPr>
      <w:r w:rsidRPr="009647FC">
        <w:rPr>
          <w:rtl/>
        </w:rPr>
        <w:t>وقال مراسلاً بعض إخوانه</w:t>
      </w:r>
      <w:r w:rsidR="00D769AB">
        <w:rPr>
          <w:rtl/>
        </w:rPr>
        <w:t>:</w:t>
      </w:r>
    </w:p>
    <w:tbl>
      <w:tblPr>
        <w:tblStyle w:val="TableGrid"/>
        <w:bidiVisual/>
        <w:tblW w:w="4562" w:type="pct"/>
        <w:tblInd w:w="384" w:type="dxa"/>
        <w:tblLook w:val="04A0"/>
      </w:tblPr>
      <w:tblGrid>
        <w:gridCol w:w="3902"/>
        <w:gridCol w:w="301"/>
        <w:gridCol w:w="3884"/>
      </w:tblGrid>
      <w:tr w:rsidR="005A3C3B" w:rsidRPr="00524A24" w:rsidTr="005A3C3B">
        <w:trPr>
          <w:trHeight w:val="350"/>
        </w:trPr>
        <w:tc>
          <w:tcPr>
            <w:tcW w:w="3902" w:type="dxa"/>
          </w:tcPr>
          <w:p w:rsidR="005A3C3B" w:rsidRPr="00524A24" w:rsidRDefault="005A3C3B" w:rsidP="00693B01">
            <w:pPr>
              <w:pStyle w:val="libPoem"/>
            </w:pPr>
            <w:r w:rsidRPr="00A72677">
              <w:rPr>
                <w:rtl/>
              </w:rPr>
              <w:t>إ</w:t>
            </w:r>
            <w:r w:rsidR="00A72677" w:rsidRPr="00A72677">
              <w:rPr>
                <w:rtl/>
              </w:rPr>
              <w:t>لى</w:t>
            </w:r>
            <w:r w:rsidRPr="00A72677">
              <w:rPr>
                <w:rtl/>
              </w:rPr>
              <w:t xml:space="preserve"> م</w:t>
            </w:r>
            <w:r w:rsidR="00677BC4">
              <w:rPr>
                <w:rtl/>
              </w:rPr>
              <w:t>َ</w:t>
            </w:r>
            <w:r w:rsidR="00A72677" w:rsidRPr="00A72677">
              <w:rPr>
                <w:rtl/>
              </w:rPr>
              <w:t>ن</w:t>
            </w:r>
            <w:r w:rsidRPr="00A72677">
              <w:rPr>
                <w:rtl/>
              </w:rPr>
              <w:t xml:space="preserve">ْ </w:t>
            </w:r>
            <w:r w:rsidR="00A72677" w:rsidRPr="00A72677">
              <w:rPr>
                <w:rtl/>
              </w:rPr>
              <w:t>من</w:t>
            </w:r>
            <w:r w:rsidRPr="00A72677">
              <w:rPr>
                <w:rtl/>
              </w:rPr>
              <w:t>اقبهُ ا</w:t>
            </w:r>
            <w:r w:rsidR="00A72677" w:rsidRPr="00A72677">
              <w:rPr>
                <w:rtl/>
              </w:rPr>
              <w:t>لز</w:t>
            </w:r>
            <w:r w:rsidRPr="00A72677">
              <w:rPr>
                <w:rtl/>
              </w:rPr>
              <w:t>اهراتُ</w:t>
            </w:r>
            <w:r w:rsidRPr="00A72677">
              <w:rPr>
                <w:rStyle w:val="libPoemTiniChar0"/>
                <w:rtl/>
              </w:rPr>
              <w:br/>
              <w:t> </w:t>
            </w:r>
          </w:p>
        </w:tc>
        <w:tc>
          <w:tcPr>
            <w:tcW w:w="301" w:type="dxa"/>
          </w:tcPr>
          <w:p w:rsidR="005A3C3B" w:rsidRPr="00A72677" w:rsidRDefault="005A3C3B" w:rsidP="00693B01">
            <w:pPr>
              <w:pStyle w:val="libPoem"/>
              <w:rPr>
                <w:rtl/>
              </w:rPr>
            </w:pPr>
          </w:p>
        </w:tc>
        <w:tc>
          <w:tcPr>
            <w:tcW w:w="3884" w:type="dxa"/>
          </w:tcPr>
          <w:p w:rsidR="005A3C3B" w:rsidRPr="00A72677" w:rsidRDefault="005A3C3B" w:rsidP="00693B01">
            <w:pPr>
              <w:pStyle w:val="libPoem"/>
            </w:pPr>
            <w:r w:rsidRPr="00A72677">
              <w:rPr>
                <w:rtl/>
              </w:rPr>
              <w:t>بدتْ أنجماً في سما الفضل زُهرا</w:t>
            </w:r>
            <w:r w:rsidRPr="00A72677">
              <w:rPr>
                <w:rStyle w:val="libPoemTiniChar0"/>
                <w:rtl/>
              </w:rPr>
              <w:br/>
              <w:t> </w:t>
            </w:r>
          </w:p>
        </w:tc>
      </w:tr>
      <w:tr w:rsidR="005A3C3B" w:rsidRPr="00524A24" w:rsidTr="005A3C3B">
        <w:trPr>
          <w:trHeight w:val="350"/>
        </w:trPr>
        <w:tc>
          <w:tcPr>
            <w:tcW w:w="3902" w:type="dxa"/>
          </w:tcPr>
          <w:p w:rsidR="005A3C3B" w:rsidRPr="00524A24" w:rsidRDefault="00A72677" w:rsidP="00693B01">
            <w:pPr>
              <w:pStyle w:val="libPoem"/>
            </w:pPr>
            <w:r w:rsidRPr="009647FC">
              <w:rPr>
                <w:rtl/>
              </w:rPr>
              <w:t>فت</w:t>
            </w:r>
            <w:r w:rsidR="005A3C3B" w:rsidRPr="009647FC">
              <w:rPr>
                <w:rtl/>
              </w:rPr>
              <w:t>ىً</w:t>
            </w:r>
            <w:r w:rsidR="005A3C3B">
              <w:rPr>
                <w:rtl/>
              </w:rPr>
              <w:t xml:space="preserve"> </w:t>
            </w:r>
            <w:r w:rsidR="005A3C3B" w:rsidRPr="009647FC">
              <w:rPr>
                <w:rtl/>
              </w:rPr>
              <w:t>ورث</w:t>
            </w:r>
            <w:r w:rsidR="005A3C3B">
              <w:rPr>
                <w:rtl/>
              </w:rPr>
              <w:t xml:space="preserve"> </w:t>
            </w:r>
            <w:r w:rsidR="005A3C3B" w:rsidRPr="009647FC">
              <w:rPr>
                <w:rtl/>
              </w:rPr>
              <w:t>ا</w:t>
            </w:r>
            <w:r w:rsidRPr="009647FC">
              <w:rPr>
                <w:rtl/>
              </w:rPr>
              <w:t>لم</w:t>
            </w:r>
            <w:r w:rsidR="005A3C3B" w:rsidRPr="009647FC">
              <w:rPr>
                <w:rtl/>
              </w:rPr>
              <w:t>جد</w:t>
            </w:r>
            <w:r w:rsidR="00677BC4">
              <w:rPr>
                <w:rtl/>
              </w:rPr>
              <w:t>َ</w:t>
            </w:r>
            <w:r w:rsidR="005A3C3B">
              <w:rPr>
                <w:rtl/>
              </w:rPr>
              <w:t xml:space="preserve"> </w:t>
            </w:r>
            <w:r w:rsidRPr="009647FC">
              <w:rPr>
                <w:rtl/>
              </w:rPr>
              <w:t>من</w:t>
            </w:r>
            <w:r w:rsidR="005A3C3B">
              <w:rPr>
                <w:rtl/>
              </w:rPr>
              <w:t xml:space="preserve"> </w:t>
            </w:r>
            <w:r w:rsidR="005A3C3B" w:rsidRPr="009647FC">
              <w:rPr>
                <w:rtl/>
              </w:rPr>
              <w:t>هاشمٍ</w:t>
            </w:r>
            <w:r w:rsidR="005A3C3B"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Default="00A72677" w:rsidP="00693B01">
            <w:pPr>
              <w:pStyle w:val="libPoem"/>
            </w:pPr>
            <w:r w:rsidRPr="009647FC">
              <w:rPr>
                <w:rtl/>
              </w:rPr>
              <w:t>فك</w:t>
            </w:r>
            <w:r w:rsidR="005A3C3B" w:rsidRPr="009647FC">
              <w:rPr>
                <w:rtl/>
              </w:rPr>
              <w:t>ان</w:t>
            </w:r>
            <w:r w:rsidR="004C00A8">
              <w:rPr>
                <w:rtl/>
              </w:rPr>
              <w:t xml:space="preserve"> </w:t>
            </w:r>
            <w:r w:rsidRPr="009647FC">
              <w:rPr>
                <w:rtl/>
              </w:rPr>
              <w:t>به</w:t>
            </w:r>
            <w:r w:rsidR="005A3C3B">
              <w:rPr>
                <w:rtl/>
              </w:rPr>
              <w:t xml:space="preserve"> </w:t>
            </w:r>
            <w:r w:rsidR="005A3C3B" w:rsidRPr="009647FC">
              <w:rPr>
                <w:rtl/>
              </w:rPr>
              <w:t>أر</w:t>
            </w:r>
            <w:r w:rsidRPr="009647FC">
              <w:rPr>
                <w:rtl/>
              </w:rPr>
              <w:t>فع</w:t>
            </w:r>
            <w:r w:rsidR="005A3C3B" w:rsidRPr="009647FC">
              <w:rPr>
                <w:rtl/>
              </w:rPr>
              <w:t>ُ</w:t>
            </w:r>
            <w:r w:rsidR="005A3C3B">
              <w:rPr>
                <w:rtl/>
              </w:rPr>
              <w:t xml:space="preserve"> </w:t>
            </w:r>
            <w:r w:rsidR="005A3C3B" w:rsidRPr="009647FC">
              <w:rPr>
                <w:rtl/>
              </w:rPr>
              <w:t>الناسِ</w:t>
            </w:r>
            <w:r w:rsidR="005A3C3B">
              <w:rPr>
                <w:rtl/>
              </w:rPr>
              <w:t xml:space="preserve"> </w:t>
            </w:r>
            <w:r w:rsidR="005A3C3B" w:rsidRPr="009647FC">
              <w:rPr>
                <w:rtl/>
              </w:rPr>
              <w:t>قدرا</w:t>
            </w:r>
            <w:r w:rsidR="005A3C3B" w:rsidRPr="00725071">
              <w:rPr>
                <w:rStyle w:val="libPoemTiniChar0"/>
                <w:rtl/>
              </w:rPr>
              <w:br/>
              <w:t> </w:t>
            </w:r>
          </w:p>
        </w:tc>
      </w:tr>
      <w:tr w:rsidR="005A3C3B" w:rsidRPr="00524A24" w:rsidTr="005A3C3B">
        <w:trPr>
          <w:trHeight w:val="350"/>
        </w:trPr>
        <w:tc>
          <w:tcPr>
            <w:tcW w:w="3902" w:type="dxa"/>
          </w:tcPr>
          <w:p w:rsidR="005A3C3B" w:rsidRPr="00524A24" w:rsidRDefault="00A72677" w:rsidP="00693B01">
            <w:pPr>
              <w:pStyle w:val="libPoem"/>
            </w:pPr>
            <w:r w:rsidRPr="009647FC">
              <w:rPr>
                <w:rtl/>
              </w:rPr>
              <w:t>فأ</w:t>
            </w:r>
            <w:r w:rsidR="005A3C3B" w:rsidRPr="009647FC">
              <w:rPr>
                <w:rtl/>
              </w:rPr>
              <w:t>خلاقهُ</w:t>
            </w:r>
            <w:r w:rsidR="004C00A8">
              <w:rPr>
                <w:rtl/>
              </w:rPr>
              <w:t xml:space="preserve"> </w:t>
            </w:r>
            <w:r w:rsidR="005A3C3B" w:rsidRPr="009647FC">
              <w:rPr>
                <w:rtl/>
              </w:rPr>
              <w:t>(</w:t>
            </w:r>
            <w:r w:rsidRPr="009647FC">
              <w:rPr>
                <w:rtl/>
              </w:rPr>
              <w:t>عي</w:t>
            </w:r>
            <w:r w:rsidR="005A3C3B" w:rsidRPr="009647FC">
              <w:rPr>
                <w:rtl/>
              </w:rPr>
              <w:t>نُ</w:t>
            </w:r>
            <w:r w:rsidR="005A3C3B">
              <w:rPr>
                <w:rtl/>
              </w:rPr>
              <w:t xml:space="preserve"> </w:t>
            </w:r>
            <w:r w:rsidRPr="009647FC">
              <w:rPr>
                <w:rtl/>
              </w:rPr>
              <w:t>ما</w:t>
            </w:r>
            <w:r w:rsidR="005A3C3B" w:rsidRPr="009647FC">
              <w:rPr>
                <w:rtl/>
              </w:rPr>
              <w:t>ءِ</w:t>
            </w:r>
            <w:r w:rsidR="005A3C3B">
              <w:rPr>
                <w:rtl/>
              </w:rPr>
              <w:t xml:space="preserve"> </w:t>
            </w:r>
            <w:r w:rsidR="005A3C3B" w:rsidRPr="009647FC">
              <w:rPr>
                <w:rtl/>
              </w:rPr>
              <w:t>الحياة)</w:t>
            </w:r>
            <w:r w:rsidR="005A3C3B"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Default="005A3C3B" w:rsidP="00693B01">
            <w:pPr>
              <w:pStyle w:val="libPoem"/>
            </w:pPr>
            <w:r w:rsidRPr="009647FC">
              <w:rPr>
                <w:rtl/>
              </w:rPr>
              <w:t>بها</w:t>
            </w:r>
            <w:r w:rsidR="004C00A8">
              <w:rPr>
                <w:rtl/>
              </w:rPr>
              <w:t xml:space="preserve"> </w:t>
            </w:r>
            <w:r w:rsidRPr="009647FC">
              <w:rPr>
                <w:rtl/>
              </w:rPr>
              <w:t>صرتُ</w:t>
            </w:r>
            <w:r>
              <w:rPr>
                <w:rtl/>
              </w:rPr>
              <w:t xml:space="preserve"> </w:t>
            </w:r>
            <w:r w:rsidRPr="009647FC">
              <w:rPr>
                <w:rtl/>
              </w:rPr>
              <w:t>والحمدُ</w:t>
            </w:r>
            <w:r>
              <w:rPr>
                <w:rtl/>
              </w:rPr>
              <w:t xml:space="preserve"> </w:t>
            </w:r>
            <w:r w:rsidRPr="009647FC">
              <w:rPr>
                <w:rtl/>
              </w:rPr>
              <w:t>لله</w:t>
            </w:r>
            <w:r>
              <w:rPr>
                <w:rtl/>
              </w:rPr>
              <w:t xml:space="preserve"> </w:t>
            </w:r>
            <w:r w:rsidRPr="009647FC">
              <w:rPr>
                <w:rtl/>
              </w:rPr>
              <w:t>(خضرا)</w:t>
            </w:r>
            <w:r w:rsidRPr="00725071">
              <w:rPr>
                <w:rStyle w:val="libPoemTiniChar0"/>
                <w:rtl/>
              </w:rPr>
              <w:br/>
              <w:t> </w:t>
            </w:r>
          </w:p>
        </w:tc>
      </w:tr>
      <w:tr w:rsidR="005A3C3B" w:rsidRPr="00524A24" w:rsidTr="005A3C3B">
        <w:trPr>
          <w:trHeight w:val="350"/>
        </w:trPr>
        <w:tc>
          <w:tcPr>
            <w:tcW w:w="3902" w:type="dxa"/>
          </w:tcPr>
          <w:p w:rsidR="005A3C3B" w:rsidRPr="00524A24" w:rsidRDefault="00A72677" w:rsidP="00693B01">
            <w:pPr>
              <w:pStyle w:val="libPoem"/>
            </w:pPr>
            <w:r w:rsidRPr="009647FC">
              <w:rPr>
                <w:rtl/>
              </w:rPr>
              <w:t>جر</w:t>
            </w:r>
            <w:r w:rsidR="005A3C3B" w:rsidRPr="009647FC">
              <w:rPr>
                <w:rtl/>
              </w:rPr>
              <w:t>ى</w:t>
            </w:r>
            <w:r w:rsidR="004C00A8">
              <w:rPr>
                <w:rtl/>
              </w:rPr>
              <w:t xml:space="preserve"> </w:t>
            </w:r>
            <w:r w:rsidRPr="009647FC">
              <w:rPr>
                <w:rtl/>
              </w:rPr>
              <w:t>قل</w:t>
            </w:r>
            <w:r w:rsidR="005A3C3B" w:rsidRPr="009647FC">
              <w:rPr>
                <w:rtl/>
              </w:rPr>
              <w:t>مُ</w:t>
            </w:r>
            <w:r w:rsidR="005A3C3B">
              <w:rPr>
                <w:rtl/>
              </w:rPr>
              <w:t xml:space="preserve"> </w:t>
            </w:r>
            <w:r w:rsidR="005A3C3B" w:rsidRPr="009647FC">
              <w:rPr>
                <w:rtl/>
              </w:rPr>
              <w:t>الحبِّ</w:t>
            </w:r>
            <w:r w:rsidR="005A3C3B">
              <w:rPr>
                <w:rtl/>
              </w:rPr>
              <w:t xml:space="preserve"> </w:t>
            </w:r>
            <w:r w:rsidR="005A3C3B" w:rsidRPr="009647FC">
              <w:rPr>
                <w:rtl/>
              </w:rPr>
              <w:t>في</w:t>
            </w:r>
            <w:r w:rsidR="005A3C3B">
              <w:rPr>
                <w:rtl/>
              </w:rPr>
              <w:t xml:space="preserve"> </w:t>
            </w:r>
            <w:r w:rsidR="005A3C3B" w:rsidRPr="009647FC">
              <w:rPr>
                <w:rtl/>
              </w:rPr>
              <w:t>مهجتي</w:t>
            </w:r>
            <w:r w:rsidR="005A3C3B" w:rsidRPr="00725071">
              <w:rPr>
                <w:rStyle w:val="libPoemTiniChar0"/>
                <w:rtl/>
              </w:rPr>
              <w:br/>
              <w:t> </w:t>
            </w:r>
          </w:p>
        </w:tc>
        <w:tc>
          <w:tcPr>
            <w:tcW w:w="301" w:type="dxa"/>
          </w:tcPr>
          <w:p w:rsidR="005A3C3B" w:rsidRDefault="005A3C3B" w:rsidP="00693B01">
            <w:pPr>
              <w:pStyle w:val="libPoem"/>
              <w:rPr>
                <w:rtl/>
              </w:rPr>
            </w:pPr>
          </w:p>
        </w:tc>
        <w:tc>
          <w:tcPr>
            <w:tcW w:w="3884" w:type="dxa"/>
          </w:tcPr>
          <w:p w:rsidR="005A3C3B" w:rsidRPr="00524A24" w:rsidRDefault="00A72677" w:rsidP="00693B01">
            <w:pPr>
              <w:pStyle w:val="libPoem"/>
            </w:pPr>
            <w:r w:rsidRPr="009647FC">
              <w:rPr>
                <w:rtl/>
              </w:rPr>
              <w:t>فأ</w:t>
            </w:r>
            <w:r w:rsidR="005A3C3B" w:rsidRPr="009647FC">
              <w:rPr>
                <w:rtl/>
              </w:rPr>
              <w:t>ثبت</w:t>
            </w:r>
            <w:r w:rsidR="00677BC4">
              <w:rPr>
                <w:rtl/>
              </w:rPr>
              <w:t>َ</w:t>
            </w:r>
            <w:r w:rsidR="004C00A8">
              <w:rPr>
                <w:rtl/>
              </w:rPr>
              <w:t xml:space="preserve"> </w:t>
            </w:r>
            <w:r w:rsidRPr="009647FC">
              <w:rPr>
                <w:rtl/>
              </w:rPr>
              <w:t>في</w:t>
            </w:r>
            <w:r w:rsidR="005A3C3B" w:rsidRPr="009647FC">
              <w:rPr>
                <w:rtl/>
              </w:rPr>
              <w:t>ها</w:t>
            </w:r>
            <w:r w:rsidR="005A3C3B">
              <w:rPr>
                <w:rtl/>
              </w:rPr>
              <w:t xml:space="preserve"> </w:t>
            </w:r>
            <w:r w:rsidRPr="009647FC">
              <w:rPr>
                <w:rtl/>
              </w:rPr>
              <w:t>له</w:t>
            </w:r>
            <w:r w:rsidR="005A3C3B" w:rsidRPr="009647FC">
              <w:rPr>
                <w:rtl/>
              </w:rPr>
              <w:t>ُ</w:t>
            </w:r>
            <w:r w:rsidR="005A3C3B">
              <w:rPr>
                <w:rtl/>
              </w:rPr>
              <w:t xml:space="preserve"> </w:t>
            </w:r>
            <w:r w:rsidR="005A3C3B" w:rsidRPr="009647FC">
              <w:rPr>
                <w:rtl/>
              </w:rPr>
              <w:t>الودّ</w:t>
            </w:r>
            <w:r w:rsidR="00677BC4">
              <w:rPr>
                <w:rtl/>
              </w:rPr>
              <w:t>َ</w:t>
            </w:r>
            <w:r w:rsidR="005A3C3B">
              <w:rPr>
                <w:rtl/>
              </w:rPr>
              <w:t xml:space="preserve"> </w:t>
            </w:r>
            <w:r w:rsidR="005A3C3B" w:rsidRPr="009647FC">
              <w:rPr>
                <w:rtl/>
              </w:rPr>
              <w:t>سطرا</w:t>
            </w:r>
            <w:r w:rsidR="005A3C3B"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 في القرن التاسع عشر عن مناسبة نظم الشاعر لهذه القصيدة في ص 61</w:t>
      </w:r>
      <w:r w:rsidR="004E7EC6">
        <w:rPr>
          <w:rtl/>
        </w:rPr>
        <w:t xml:space="preserve"> - </w:t>
      </w:r>
      <w:r w:rsidRPr="009647FC">
        <w:rPr>
          <w:rtl/>
        </w:rPr>
        <w:t>62</w:t>
      </w:r>
      <w:r w:rsidR="00D769AB">
        <w:rPr>
          <w:rtl/>
        </w:rPr>
        <w:t>،</w:t>
      </w:r>
      <w:r w:rsidRPr="009647FC">
        <w:rPr>
          <w:rtl/>
        </w:rPr>
        <w:t xml:space="preserve"> كما تحدّث في مواضع أخرى من الكتاب عن خواطر الشاعر وميزاته</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C404A" w:rsidRPr="00524A24" w:rsidTr="00DC404A">
        <w:trPr>
          <w:trHeight w:val="350"/>
        </w:trPr>
        <w:tc>
          <w:tcPr>
            <w:tcW w:w="3902" w:type="dxa"/>
          </w:tcPr>
          <w:p w:rsidR="00DC404A" w:rsidRPr="00524A24" w:rsidRDefault="00A72677" w:rsidP="00693B01">
            <w:pPr>
              <w:pStyle w:val="libPoem"/>
            </w:pPr>
            <w:r w:rsidRPr="009647FC">
              <w:rPr>
                <w:rtl/>
              </w:rPr>
              <w:lastRenderedPageBreak/>
              <w:t>يم</w:t>
            </w:r>
            <w:r w:rsidR="00DC404A" w:rsidRPr="009647FC">
              <w:rPr>
                <w:rtl/>
              </w:rPr>
              <w:t>ثلّهُ</w:t>
            </w:r>
            <w:r w:rsidR="00DC404A">
              <w:rPr>
                <w:rtl/>
              </w:rPr>
              <w:t xml:space="preserve"> </w:t>
            </w:r>
            <w:r w:rsidR="00DC404A" w:rsidRPr="009647FC">
              <w:rPr>
                <w:rtl/>
              </w:rPr>
              <w:t>ا</w:t>
            </w:r>
            <w:r w:rsidRPr="009647FC">
              <w:rPr>
                <w:rtl/>
              </w:rPr>
              <w:t>لش</w:t>
            </w:r>
            <w:r w:rsidR="00DC404A" w:rsidRPr="009647FC">
              <w:rPr>
                <w:rtl/>
              </w:rPr>
              <w:t>وقُ</w:t>
            </w:r>
            <w:r w:rsidR="00DC404A">
              <w:rPr>
                <w:rtl/>
              </w:rPr>
              <w:t xml:space="preserve"> </w:t>
            </w:r>
            <w:r w:rsidRPr="009647FC">
              <w:rPr>
                <w:rtl/>
              </w:rPr>
              <w:t>في</w:t>
            </w:r>
            <w:r w:rsidR="00DC404A">
              <w:rPr>
                <w:rtl/>
              </w:rPr>
              <w:t xml:space="preserve"> </w:t>
            </w:r>
            <w:r w:rsidRPr="009647FC">
              <w:rPr>
                <w:rtl/>
              </w:rPr>
              <w:t>نا</w:t>
            </w:r>
            <w:r w:rsidR="00DC404A" w:rsidRPr="009647FC">
              <w:rPr>
                <w:rtl/>
              </w:rPr>
              <w:t>ظري</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فأ</w:t>
            </w:r>
            <w:r w:rsidR="00DC404A" w:rsidRPr="009647FC">
              <w:rPr>
                <w:rtl/>
              </w:rPr>
              <w:t>نظرُ</w:t>
            </w:r>
            <w:r w:rsidR="00DC404A">
              <w:rPr>
                <w:rtl/>
              </w:rPr>
              <w:t xml:space="preserve"> </w:t>
            </w:r>
            <w:r w:rsidRPr="009647FC">
              <w:rPr>
                <w:rtl/>
              </w:rPr>
              <w:t>من</w:t>
            </w:r>
            <w:r w:rsidR="00DC404A" w:rsidRPr="009647FC">
              <w:rPr>
                <w:rtl/>
              </w:rPr>
              <w:t>ه</w:t>
            </w:r>
            <w:r w:rsidR="00DC404A">
              <w:rPr>
                <w:rtl/>
              </w:rPr>
              <w:t xml:space="preserve"> </w:t>
            </w:r>
            <w:r w:rsidR="00DC404A" w:rsidRPr="009647FC">
              <w:rPr>
                <w:rtl/>
              </w:rPr>
              <w:t>ا</w:t>
            </w:r>
            <w:r w:rsidRPr="009647FC">
              <w:rPr>
                <w:rtl/>
              </w:rPr>
              <w:t>لم</w:t>
            </w:r>
            <w:r w:rsidR="00DC404A" w:rsidRPr="009647FC">
              <w:rPr>
                <w:rtl/>
              </w:rPr>
              <w:t>حيّا</w:t>
            </w:r>
            <w:r w:rsidR="00DC404A">
              <w:rPr>
                <w:rtl/>
              </w:rPr>
              <w:t xml:space="preserve"> </w:t>
            </w:r>
            <w:r w:rsidR="00DC404A" w:rsidRPr="009647FC">
              <w:rPr>
                <w:rtl/>
              </w:rPr>
              <w:t>الأ</w:t>
            </w:r>
            <w:r w:rsidRPr="009647FC">
              <w:rPr>
                <w:rtl/>
              </w:rPr>
              <w:t>غر</w:t>
            </w:r>
            <w:r w:rsidR="00DC404A" w:rsidRPr="009647FC">
              <w:rPr>
                <w:rtl/>
              </w:rPr>
              <w:t>ّا</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A72677">
              <w:rPr>
                <w:rtl/>
              </w:rPr>
              <w:t xml:space="preserve">أراه </w:t>
            </w:r>
            <w:r w:rsidR="00A72677" w:rsidRPr="00A72677">
              <w:rPr>
                <w:rtl/>
              </w:rPr>
              <w:t>قريب</w:t>
            </w:r>
            <w:r w:rsidRPr="00A72677">
              <w:rPr>
                <w:rtl/>
              </w:rPr>
              <w:t xml:space="preserve">اً </w:t>
            </w:r>
            <w:r w:rsidR="00A72677" w:rsidRPr="00A72677">
              <w:rPr>
                <w:rtl/>
              </w:rPr>
              <w:t>بعي</w:t>
            </w:r>
            <w:r w:rsidRPr="00A72677">
              <w:rPr>
                <w:rtl/>
              </w:rPr>
              <w:t>ن ا</w:t>
            </w:r>
            <w:r w:rsidR="00A72677" w:rsidRPr="00A72677">
              <w:rPr>
                <w:rtl/>
              </w:rPr>
              <w:t>له</w:t>
            </w:r>
            <w:r w:rsidRPr="00A72677">
              <w:rPr>
                <w:rtl/>
              </w:rPr>
              <w:t>وى</w:t>
            </w:r>
            <w:r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A72677" w:rsidP="00693B01">
            <w:pPr>
              <w:pStyle w:val="libPoem"/>
            </w:pPr>
            <w:r w:rsidRPr="00A72677">
              <w:rPr>
                <w:rtl/>
              </w:rPr>
              <w:t>على</w:t>
            </w:r>
            <w:r w:rsidR="004C00A8">
              <w:rPr>
                <w:rtl/>
              </w:rPr>
              <w:t xml:space="preserve"> </w:t>
            </w:r>
            <w:r w:rsidR="00DC404A" w:rsidRPr="00A72677">
              <w:rPr>
                <w:rtl/>
              </w:rPr>
              <w:t>ب</w:t>
            </w:r>
            <w:r w:rsidRPr="00A72677">
              <w:rPr>
                <w:rtl/>
              </w:rPr>
              <w:t>ُع</w:t>
            </w:r>
            <w:r w:rsidR="00DC404A" w:rsidRPr="00A72677">
              <w:rPr>
                <w:rtl/>
              </w:rPr>
              <w:t xml:space="preserve">ده </w:t>
            </w:r>
            <w:r w:rsidRPr="00A72677">
              <w:rPr>
                <w:rtl/>
              </w:rPr>
              <w:t>فأ</w:t>
            </w:r>
            <w:r w:rsidR="00DC404A" w:rsidRPr="00A72677">
              <w:rPr>
                <w:rtl/>
              </w:rPr>
              <w:t xml:space="preserve">حيِّيه </w:t>
            </w:r>
            <w:r w:rsidRPr="00A72677">
              <w:rPr>
                <w:rtl/>
              </w:rPr>
              <w:t>بد</w:t>
            </w:r>
            <w:r w:rsidR="00DC404A" w:rsidRPr="00A72677">
              <w:rPr>
                <w:rtl/>
              </w:rPr>
              <w:t>را</w:t>
            </w:r>
            <w:r w:rsidR="00DC404A"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هم</w:t>
            </w:r>
            <w:r w:rsidR="00DC404A" w:rsidRPr="00A72677">
              <w:rPr>
                <w:rtl/>
              </w:rPr>
              <w:t>امٌ</w:t>
            </w:r>
            <w:r w:rsidR="004C00A8">
              <w:rPr>
                <w:rtl/>
              </w:rPr>
              <w:t xml:space="preserve"> </w:t>
            </w:r>
            <w:r w:rsidRPr="00A72677">
              <w:rPr>
                <w:rtl/>
              </w:rPr>
              <w:t>تض</w:t>
            </w:r>
            <w:r w:rsidR="00DC404A" w:rsidRPr="00A72677">
              <w:rPr>
                <w:rtl/>
              </w:rPr>
              <w:t>وّ</w:t>
            </w:r>
            <w:r w:rsidR="00677BC4">
              <w:rPr>
                <w:rtl/>
              </w:rPr>
              <w:t>َ</w:t>
            </w:r>
            <w:r w:rsidR="00DC404A" w:rsidRPr="00A72677">
              <w:rPr>
                <w:rtl/>
              </w:rPr>
              <w:t xml:space="preserve">ع </w:t>
            </w:r>
            <w:r w:rsidRPr="00A72677">
              <w:rPr>
                <w:rtl/>
              </w:rPr>
              <w:t>من</w:t>
            </w:r>
            <w:r w:rsidR="00DC404A" w:rsidRPr="00A72677">
              <w:rPr>
                <w:rtl/>
              </w:rPr>
              <w:t xml:space="preserve"> ع</w:t>
            </w:r>
            <w:r w:rsidRPr="00A72677">
              <w:rPr>
                <w:rtl/>
              </w:rPr>
              <w:t>ِط</w:t>
            </w:r>
            <w:r w:rsidR="00DC404A" w:rsidRPr="00A72677">
              <w:rPr>
                <w:rtl/>
              </w:rPr>
              <w:t>فه</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A72677" w:rsidP="00693B01">
            <w:pPr>
              <w:pStyle w:val="libPoem"/>
            </w:pPr>
            <w:r w:rsidRPr="00A72677">
              <w:rPr>
                <w:rtl/>
              </w:rPr>
              <w:t>عب</w:t>
            </w:r>
            <w:r w:rsidR="00DC404A" w:rsidRPr="00A72677">
              <w:rPr>
                <w:rtl/>
              </w:rPr>
              <w:t>يرُ</w:t>
            </w:r>
            <w:r w:rsidR="004C00A8">
              <w:rPr>
                <w:rtl/>
              </w:rPr>
              <w:t xml:space="preserve"> </w:t>
            </w:r>
            <w:r w:rsidR="00DC404A" w:rsidRPr="00A72677">
              <w:rPr>
                <w:rtl/>
              </w:rPr>
              <w:t>نهىً طبّ</w:t>
            </w:r>
            <w:r w:rsidR="00677BC4">
              <w:rPr>
                <w:rtl/>
              </w:rPr>
              <w:t>َ</w:t>
            </w:r>
            <w:r w:rsidR="00DC404A" w:rsidRPr="00A72677">
              <w:rPr>
                <w:rtl/>
              </w:rPr>
              <w:t>ق الكون عطرا</w:t>
            </w:r>
            <w:r w:rsidR="00DC404A"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لذ</w:t>
            </w:r>
            <w:r w:rsidR="00DC404A" w:rsidRPr="009647FC">
              <w:rPr>
                <w:rtl/>
              </w:rPr>
              <w:t>كرك</w:t>
            </w:r>
            <w:r w:rsidR="00677BC4">
              <w:rPr>
                <w:rtl/>
              </w:rPr>
              <w:t>َ</w:t>
            </w:r>
            <w:r w:rsidR="00DC404A">
              <w:rPr>
                <w:rtl/>
              </w:rPr>
              <w:t xml:space="preserve"> </w:t>
            </w:r>
            <w:r w:rsidRPr="009647FC">
              <w:rPr>
                <w:rtl/>
              </w:rPr>
              <w:t>فر</w:t>
            </w:r>
            <w:r w:rsidR="00DC404A" w:rsidRPr="009647FC">
              <w:rPr>
                <w:rtl/>
              </w:rPr>
              <w:t>ّ</w:t>
            </w:r>
            <w:r w:rsidR="00677BC4">
              <w:rPr>
                <w:rtl/>
              </w:rPr>
              <w:t>َ</w:t>
            </w:r>
            <w:r w:rsidR="00DC404A" w:rsidRPr="009647FC">
              <w:rPr>
                <w:rtl/>
              </w:rPr>
              <w:t>غتُ</w:t>
            </w:r>
            <w:r w:rsidR="00DC404A">
              <w:rPr>
                <w:rtl/>
              </w:rPr>
              <w:t xml:space="preserve"> </w:t>
            </w:r>
            <w:r w:rsidRPr="009647FC">
              <w:rPr>
                <w:rtl/>
              </w:rPr>
              <w:t>شط</w:t>
            </w:r>
            <w:r w:rsidR="00DC404A" w:rsidRPr="009647FC">
              <w:rPr>
                <w:rtl/>
              </w:rPr>
              <w:t>ر</w:t>
            </w:r>
            <w:r w:rsidR="00677BC4">
              <w:rPr>
                <w:rtl/>
              </w:rPr>
              <w:t>َ</w:t>
            </w:r>
            <w:r w:rsidR="00DC404A">
              <w:rPr>
                <w:rtl/>
              </w:rPr>
              <w:t xml:space="preserve"> </w:t>
            </w:r>
            <w:r w:rsidR="00DC404A" w:rsidRPr="009647FC">
              <w:rPr>
                <w:rtl/>
              </w:rPr>
              <w:t>الفؤاد</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Pr="00524A24" w:rsidRDefault="00DC404A" w:rsidP="00693B01">
            <w:pPr>
              <w:pStyle w:val="libPoem"/>
            </w:pPr>
            <w:r w:rsidRPr="009647FC">
              <w:rPr>
                <w:rtl/>
              </w:rPr>
              <w:t>و</w:t>
            </w:r>
            <w:r w:rsidR="00A72677" w:rsidRPr="009647FC">
              <w:rPr>
                <w:rtl/>
              </w:rPr>
              <w:t>من</w:t>
            </w:r>
            <w:r w:rsidRPr="009647FC">
              <w:rPr>
                <w:rtl/>
              </w:rPr>
              <w:t>ه</w:t>
            </w:r>
            <w:r w:rsidR="004C00A8">
              <w:rPr>
                <w:rtl/>
              </w:rPr>
              <w:t xml:space="preserve"> </w:t>
            </w:r>
            <w:r w:rsidRPr="009647FC">
              <w:rPr>
                <w:rtl/>
              </w:rPr>
              <w:t>ا</w:t>
            </w:r>
            <w:r w:rsidR="00A72677" w:rsidRPr="009647FC">
              <w:rPr>
                <w:rtl/>
              </w:rPr>
              <w:t>لش</w:t>
            </w:r>
            <w:r w:rsidRPr="009647FC">
              <w:rPr>
                <w:rtl/>
              </w:rPr>
              <w:t>واغل</w:t>
            </w:r>
            <w:r>
              <w:rPr>
                <w:rtl/>
              </w:rPr>
              <w:t xml:space="preserve"> </w:t>
            </w:r>
            <w:r w:rsidRPr="009647FC">
              <w:rPr>
                <w:rtl/>
              </w:rPr>
              <w:t>يملان</w:t>
            </w:r>
            <w:r w:rsidR="00677BC4">
              <w:rPr>
                <w:rtl/>
              </w:rPr>
              <w:t>َ</w:t>
            </w:r>
            <w:r>
              <w:rPr>
                <w:rtl/>
              </w:rPr>
              <w:t xml:space="preserve"> </w:t>
            </w:r>
            <w:r w:rsidRPr="009647FC">
              <w:rPr>
                <w:rtl/>
              </w:rPr>
              <w:t>شطرا</w:t>
            </w:r>
            <w:r w:rsidRPr="00725071">
              <w:rPr>
                <w:rStyle w:val="libPoemTiniChar0"/>
                <w:rtl/>
              </w:rPr>
              <w:br/>
              <w:t> </w:t>
            </w:r>
          </w:p>
        </w:tc>
      </w:tr>
    </w:tbl>
    <w:p w:rsidR="009647FC" w:rsidRPr="00524A24" w:rsidRDefault="009647FC" w:rsidP="004E7EC6">
      <w:pPr>
        <w:pStyle w:val="libNormal"/>
      </w:pPr>
      <w:r w:rsidRPr="009647FC">
        <w:rPr>
          <w:rtl/>
        </w:rPr>
        <w:t>وقال يمدح النقيب حين سار إلى الحج بالتماس بعض الأكابر</w:t>
      </w:r>
      <w:r w:rsidR="00D769AB">
        <w:rPr>
          <w:rtl/>
        </w:rPr>
        <w:t>:</w:t>
      </w:r>
    </w:p>
    <w:tbl>
      <w:tblPr>
        <w:tblStyle w:val="TableGrid"/>
        <w:bidiVisual/>
        <w:tblW w:w="4562" w:type="pct"/>
        <w:tblInd w:w="384" w:type="dxa"/>
        <w:tblLook w:val="04A0"/>
      </w:tblPr>
      <w:tblGrid>
        <w:gridCol w:w="3902"/>
        <w:gridCol w:w="301"/>
        <w:gridCol w:w="3884"/>
      </w:tblGrid>
      <w:tr w:rsidR="00DC404A" w:rsidRPr="00524A24" w:rsidTr="00DC404A">
        <w:trPr>
          <w:trHeight w:val="350"/>
        </w:trPr>
        <w:tc>
          <w:tcPr>
            <w:tcW w:w="3902" w:type="dxa"/>
          </w:tcPr>
          <w:p w:rsidR="00DC404A" w:rsidRPr="00524A24" w:rsidRDefault="00DC404A" w:rsidP="00693B01">
            <w:pPr>
              <w:pStyle w:val="libPoem"/>
            </w:pPr>
            <w:r w:rsidRPr="009647FC">
              <w:rPr>
                <w:rtl/>
              </w:rPr>
              <w:t>يا</w:t>
            </w:r>
            <w:r w:rsidR="004C00A8">
              <w:rPr>
                <w:rtl/>
              </w:rPr>
              <w:t xml:space="preserve"> </w:t>
            </w:r>
            <w:r w:rsidR="00A72677" w:rsidRPr="009647FC">
              <w:rPr>
                <w:rtl/>
              </w:rPr>
              <w:t>مل</w:t>
            </w:r>
            <w:r w:rsidRPr="009647FC">
              <w:rPr>
                <w:rtl/>
              </w:rPr>
              <w:t>يكاً</w:t>
            </w:r>
            <w:r>
              <w:rPr>
                <w:rtl/>
              </w:rPr>
              <w:t xml:space="preserve"> </w:t>
            </w:r>
            <w:r w:rsidR="00A72677" w:rsidRPr="009647FC">
              <w:rPr>
                <w:rtl/>
              </w:rPr>
              <w:t>به</w:t>
            </w:r>
            <w:r>
              <w:rPr>
                <w:rtl/>
              </w:rPr>
              <w:t xml:space="preserve"> </w:t>
            </w:r>
            <w:r w:rsidRPr="009647FC">
              <w:rPr>
                <w:rtl/>
              </w:rPr>
              <w:t>ا</w:t>
            </w:r>
            <w:r w:rsidR="00A72677" w:rsidRPr="009647FC">
              <w:rPr>
                <w:rtl/>
              </w:rPr>
              <w:t>لم</w:t>
            </w:r>
            <w:r w:rsidRPr="009647FC">
              <w:rPr>
                <w:rtl/>
              </w:rPr>
              <w:t>لوك</w:t>
            </w:r>
            <w:r>
              <w:rPr>
                <w:rtl/>
              </w:rPr>
              <w:t xml:space="preserve"> </w:t>
            </w:r>
            <w:r w:rsidRPr="009647FC">
              <w:rPr>
                <w:rtl/>
              </w:rPr>
              <w:t>أ</w:t>
            </w:r>
            <w:r w:rsidR="00A72677" w:rsidRPr="009647FC">
              <w:rPr>
                <w:rtl/>
              </w:rPr>
              <w:t>طا</w:t>
            </w:r>
            <w:r w:rsidRPr="009647FC">
              <w:rPr>
                <w:rtl/>
              </w:rPr>
              <w:t>فوا</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بُتْ</w:t>
            </w:r>
            <w:r>
              <w:rPr>
                <w:rtl/>
              </w:rPr>
              <w:t xml:space="preserve"> </w:t>
            </w:r>
            <w:r w:rsidR="00A72677" w:rsidRPr="009647FC">
              <w:rPr>
                <w:rtl/>
              </w:rPr>
              <w:t>معا</w:t>
            </w:r>
            <w:r w:rsidRPr="009647FC">
              <w:rPr>
                <w:rtl/>
              </w:rPr>
              <w:t>فاً</w:t>
            </w:r>
            <w:r>
              <w:rPr>
                <w:rtl/>
              </w:rPr>
              <w:t xml:space="preserve"> </w:t>
            </w:r>
            <w:r w:rsidR="00A72677" w:rsidRPr="009647FC">
              <w:rPr>
                <w:rtl/>
              </w:rPr>
              <w:t>تحف</w:t>
            </w:r>
            <w:r w:rsidRPr="009647FC">
              <w:rPr>
                <w:rtl/>
              </w:rPr>
              <w:t>ّ</w:t>
            </w:r>
            <w:r w:rsidR="00677BC4">
              <w:rPr>
                <w:rtl/>
              </w:rPr>
              <w:t>َ</w:t>
            </w:r>
            <w:r w:rsidRPr="009647FC">
              <w:rPr>
                <w:rtl/>
              </w:rPr>
              <w:t>ك</w:t>
            </w:r>
            <w:r>
              <w:rPr>
                <w:rtl/>
              </w:rPr>
              <w:t xml:space="preserve"> </w:t>
            </w:r>
            <w:r w:rsidRPr="009647FC">
              <w:rPr>
                <w:rtl/>
              </w:rPr>
              <w:t>الأ</w:t>
            </w:r>
            <w:r w:rsidR="00A72677" w:rsidRPr="009647FC">
              <w:rPr>
                <w:rtl/>
              </w:rPr>
              <w:t>لط</w:t>
            </w:r>
            <w:r w:rsidRPr="009647FC">
              <w:rPr>
                <w:rtl/>
              </w:rPr>
              <w:t>افُ</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للم</w:t>
            </w:r>
            <w:r w:rsidR="00DC404A" w:rsidRPr="009647FC">
              <w:rPr>
                <w:rtl/>
              </w:rPr>
              <w:t>نى</w:t>
            </w:r>
            <w:r w:rsidR="004C00A8">
              <w:rPr>
                <w:rtl/>
              </w:rPr>
              <w:t xml:space="preserve"> </w:t>
            </w:r>
            <w:r w:rsidR="00DC404A" w:rsidRPr="009647FC">
              <w:rPr>
                <w:rtl/>
              </w:rPr>
              <w:t>أين</w:t>
            </w:r>
            <w:r w:rsidR="00DC404A">
              <w:rPr>
                <w:rtl/>
              </w:rPr>
              <w:t xml:space="preserve"> </w:t>
            </w:r>
            <w:r w:rsidRPr="009647FC">
              <w:rPr>
                <w:rtl/>
              </w:rPr>
              <w:t>ما</w:t>
            </w:r>
            <w:r w:rsidR="00DC404A">
              <w:rPr>
                <w:rtl/>
              </w:rPr>
              <w:t xml:space="preserve"> </w:t>
            </w:r>
            <w:r w:rsidR="00DC404A" w:rsidRPr="009647FC">
              <w:rPr>
                <w:rtl/>
              </w:rPr>
              <w:t>أ</w:t>
            </w:r>
            <w:r w:rsidRPr="009647FC">
              <w:rPr>
                <w:rtl/>
              </w:rPr>
              <w:t>قم</w:t>
            </w:r>
            <w:r w:rsidR="00DC404A" w:rsidRPr="009647FC">
              <w:rPr>
                <w:rtl/>
              </w:rPr>
              <w:t>ت</w:t>
            </w:r>
            <w:r w:rsidR="00677BC4">
              <w:rPr>
                <w:rtl/>
              </w:rPr>
              <w:t>َ</w:t>
            </w:r>
            <w:r w:rsidR="00DC404A">
              <w:rPr>
                <w:rtl/>
              </w:rPr>
              <w:t xml:space="preserve"> </w:t>
            </w:r>
            <w:r w:rsidRPr="009647FC">
              <w:rPr>
                <w:rtl/>
              </w:rPr>
              <w:t>مق</w:t>
            </w:r>
            <w:r w:rsidR="00DC404A" w:rsidRPr="009647FC">
              <w:rPr>
                <w:rtl/>
              </w:rPr>
              <w:t>امٌ</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w:t>
            </w:r>
            <w:r w:rsidR="00A72677" w:rsidRPr="009647FC">
              <w:rPr>
                <w:rtl/>
              </w:rPr>
              <w:t>له</w:t>
            </w:r>
            <w:r>
              <w:rPr>
                <w:rtl/>
              </w:rPr>
              <w:t xml:space="preserve"> </w:t>
            </w:r>
            <w:r w:rsidRPr="009647FC">
              <w:rPr>
                <w:rtl/>
              </w:rPr>
              <w:t>أ</w:t>
            </w:r>
            <w:r w:rsidR="00A72677" w:rsidRPr="009647FC">
              <w:rPr>
                <w:rtl/>
              </w:rPr>
              <w:t>ين</w:t>
            </w:r>
            <w:r>
              <w:rPr>
                <w:rtl/>
              </w:rPr>
              <w:t xml:space="preserve"> </w:t>
            </w:r>
            <w:r w:rsidR="00A72677" w:rsidRPr="009647FC">
              <w:rPr>
                <w:rtl/>
              </w:rPr>
              <w:t>ما</w:t>
            </w:r>
            <w:r>
              <w:rPr>
                <w:rtl/>
              </w:rPr>
              <w:t xml:space="preserve"> </w:t>
            </w:r>
            <w:r w:rsidRPr="009647FC">
              <w:rPr>
                <w:rtl/>
              </w:rPr>
              <w:t>ا</w:t>
            </w:r>
            <w:r w:rsidR="00A72677" w:rsidRPr="009647FC">
              <w:rPr>
                <w:rtl/>
              </w:rPr>
              <w:t>نص</w:t>
            </w:r>
            <w:r w:rsidRPr="009647FC">
              <w:rPr>
                <w:rtl/>
              </w:rPr>
              <w:t>رفت</w:t>
            </w:r>
            <w:r w:rsidR="00677BC4">
              <w:rPr>
                <w:rtl/>
              </w:rPr>
              <w:t>َ</w:t>
            </w:r>
            <w:r>
              <w:rPr>
                <w:rtl/>
              </w:rPr>
              <w:t xml:space="preserve"> </w:t>
            </w:r>
            <w:r w:rsidRPr="009647FC">
              <w:rPr>
                <w:rtl/>
              </w:rPr>
              <w:t>انصرافُ</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غي</w:t>
            </w:r>
            <w:r w:rsidR="00DC404A" w:rsidRPr="00A72677">
              <w:rPr>
                <w:rtl/>
              </w:rPr>
              <w:t xml:space="preserve">ر </w:t>
            </w:r>
            <w:r w:rsidRPr="00A72677">
              <w:rPr>
                <w:rtl/>
              </w:rPr>
              <w:t>بد</w:t>
            </w:r>
            <w:r w:rsidR="00DC404A" w:rsidRPr="00A72677">
              <w:rPr>
                <w:rtl/>
              </w:rPr>
              <w:t xml:space="preserve">عِ </w:t>
            </w:r>
            <w:r w:rsidRPr="00A72677">
              <w:rPr>
                <w:rtl/>
              </w:rPr>
              <w:t>بأ</w:t>
            </w:r>
            <w:r w:rsidR="00DC404A" w:rsidRPr="00A72677">
              <w:rPr>
                <w:rtl/>
              </w:rPr>
              <w:t>ن ت</w:t>
            </w:r>
            <w:r w:rsidRPr="00A72677">
              <w:rPr>
                <w:rtl/>
              </w:rPr>
              <w:t>ُخ</w:t>
            </w:r>
            <w:r w:rsidR="00DC404A" w:rsidRPr="00A72677">
              <w:rPr>
                <w:rtl/>
              </w:rPr>
              <w:t>اف</w:t>
            </w:r>
            <w:r w:rsidR="00677BC4">
              <w:rPr>
                <w:rtl/>
              </w:rPr>
              <w:t>َ</w:t>
            </w:r>
            <w:r w:rsidR="00DC404A" w:rsidRPr="00A72677">
              <w:rPr>
                <w:rtl/>
              </w:rPr>
              <w:t xml:space="preserve"> وت</w:t>
            </w:r>
            <w:r w:rsidRPr="00A72677">
              <w:rPr>
                <w:rtl/>
              </w:rPr>
              <w:t>ُر</w:t>
            </w:r>
            <w:r w:rsidR="00DC404A" w:rsidRPr="00A72677">
              <w:rPr>
                <w:rtl/>
              </w:rPr>
              <w:t>جى</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A72677" w:rsidP="00693B01">
            <w:pPr>
              <w:pStyle w:val="libPoem"/>
            </w:pPr>
            <w:r w:rsidRPr="00A72677">
              <w:rPr>
                <w:rtl/>
              </w:rPr>
              <w:t>سيد</w:t>
            </w:r>
            <w:r w:rsidR="00DC404A" w:rsidRPr="00A72677">
              <w:rPr>
                <w:rtl/>
              </w:rPr>
              <w:t>ُ</w:t>
            </w:r>
            <w:r w:rsidR="004C00A8">
              <w:rPr>
                <w:rtl/>
              </w:rPr>
              <w:t xml:space="preserve"> </w:t>
            </w:r>
            <w:r w:rsidR="00DC404A" w:rsidRPr="00A72677">
              <w:rPr>
                <w:rtl/>
              </w:rPr>
              <w:t>ا</w:t>
            </w:r>
            <w:r w:rsidRPr="00A72677">
              <w:rPr>
                <w:rtl/>
              </w:rPr>
              <w:t>لقو</w:t>
            </w:r>
            <w:r w:rsidR="00DC404A" w:rsidRPr="00A72677">
              <w:rPr>
                <w:rtl/>
              </w:rPr>
              <w:t>م ي</w:t>
            </w:r>
            <w:r w:rsidRPr="00A72677">
              <w:rPr>
                <w:rtl/>
              </w:rPr>
              <w:t>ُر</w:t>
            </w:r>
            <w:r w:rsidR="00DC404A" w:rsidRPr="00A72677">
              <w:rPr>
                <w:rtl/>
              </w:rPr>
              <w:t>تجى وي</w:t>
            </w:r>
            <w:r w:rsidRPr="00A72677">
              <w:rPr>
                <w:rtl/>
              </w:rPr>
              <w:t>ُخ</w:t>
            </w:r>
            <w:r w:rsidR="00DC404A" w:rsidRPr="00A72677">
              <w:rPr>
                <w:rtl/>
              </w:rPr>
              <w:t>افُ</w:t>
            </w:r>
            <w:r w:rsidR="00DC404A" w:rsidRPr="00A72677">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A72677">
              <w:rPr>
                <w:rtl/>
              </w:rPr>
              <w:t>أيُّ</w:t>
            </w:r>
            <w:r w:rsidR="004C00A8">
              <w:rPr>
                <w:rtl/>
              </w:rPr>
              <w:t xml:space="preserve"> </w:t>
            </w:r>
            <w:r w:rsidRPr="00A72677">
              <w:rPr>
                <w:rtl/>
              </w:rPr>
              <w:t xml:space="preserve">أرضٍ </w:t>
            </w:r>
            <w:r w:rsidR="00A72677" w:rsidRPr="00A72677">
              <w:rPr>
                <w:rtl/>
              </w:rPr>
              <w:t>حلل</w:t>
            </w:r>
            <w:r w:rsidRPr="00A72677">
              <w:rPr>
                <w:rtl/>
              </w:rPr>
              <w:t xml:space="preserve">تها </w:t>
            </w:r>
            <w:r w:rsidR="00A72677" w:rsidRPr="00A72677">
              <w:rPr>
                <w:rtl/>
              </w:rPr>
              <w:t>فهي</w:t>
            </w:r>
            <w:r w:rsidRPr="00A72677">
              <w:rPr>
                <w:rtl/>
              </w:rPr>
              <w:t xml:space="preserve"> روضٌ</w:t>
            </w:r>
            <w:r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DC404A" w:rsidP="00693B01">
            <w:pPr>
              <w:pStyle w:val="libPoem"/>
            </w:pPr>
            <w:r w:rsidRPr="00A72677">
              <w:rPr>
                <w:rtl/>
              </w:rPr>
              <w:t>لأنُوفِ ا</w:t>
            </w:r>
            <w:r w:rsidR="00A72677" w:rsidRPr="00A72677">
              <w:rPr>
                <w:rtl/>
              </w:rPr>
              <w:t>لمل</w:t>
            </w:r>
            <w:r w:rsidRPr="00A72677">
              <w:rPr>
                <w:rtl/>
              </w:rPr>
              <w:t xml:space="preserve">وكِ </w:t>
            </w:r>
            <w:r w:rsidR="00A72677" w:rsidRPr="00A72677">
              <w:rPr>
                <w:rtl/>
              </w:rPr>
              <w:t>في</w:t>
            </w:r>
            <w:r w:rsidRPr="00A72677">
              <w:rPr>
                <w:rtl/>
              </w:rPr>
              <w:t>ه ا</w:t>
            </w:r>
            <w:r w:rsidR="00A72677" w:rsidRPr="00A72677">
              <w:rPr>
                <w:rtl/>
              </w:rPr>
              <w:t>ست</w:t>
            </w:r>
            <w:r w:rsidRPr="00A72677">
              <w:rPr>
                <w:rtl/>
              </w:rPr>
              <w:t>يافُ</w:t>
            </w:r>
            <w:r w:rsidRPr="00A72677">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A72677">
              <w:rPr>
                <w:rtl/>
              </w:rPr>
              <w:t xml:space="preserve">يا </w:t>
            </w:r>
            <w:r w:rsidR="00A72677" w:rsidRPr="00A72677">
              <w:rPr>
                <w:rtl/>
              </w:rPr>
              <w:t>نق</w:t>
            </w:r>
            <w:r w:rsidRPr="00A72677">
              <w:rPr>
                <w:rtl/>
              </w:rPr>
              <w:t>يب الأ</w:t>
            </w:r>
            <w:r w:rsidR="00A72677" w:rsidRPr="00A72677">
              <w:rPr>
                <w:rtl/>
              </w:rPr>
              <w:t>شر</w:t>
            </w:r>
            <w:r w:rsidRPr="00A72677">
              <w:rPr>
                <w:rtl/>
              </w:rPr>
              <w:t>اف و</w:t>
            </w:r>
            <w:r w:rsidR="00A72677" w:rsidRPr="00A72677">
              <w:rPr>
                <w:rtl/>
              </w:rPr>
              <w:t>هو</w:t>
            </w:r>
            <w:r w:rsidRPr="00A72677">
              <w:rPr>
                <w:rtl/>
              </w:rPr>
              <w:t xml:space="preserve"> </w:t>
            </w:r>
            <w:r w:rsidR="00A72677" w:rsidRPr="00A72677">
              <w:rPr>
                <w:rtl/>
              </w:rPr>
              <w:t>ند</w:t>
            </w:r>
            <w:r w:rsidRPr="00A72677">
              <w:rPr>
                <w:rtl/>
              </w:rPr>
              <w:t>اءٌ</w:t>
            </w:r>
            <w:r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DC404A" w:rsidP="00693B01">
            <w:pPr>
              <w:pStyle w:val="libPoem"/>
            </w:pPr>
            <w:r w:rsidRPr="00A72677">
              <w:rPr>
                <w:rtl/>
              </w:rPr>
              <w:t xml:space="preserve">لك </w:t>
            </w:r>
            <w:r w:rsidR="00A72677" w:rsidRPr="00A72677">
              <w:rPr>
                <w:rtl/>
              </w:rPr>
              <w:t>تعل</w:t>
            </w:r>
            <w:r w:rsidRPr="00A72677">
              <w:rPr>
                <w:rtl/>
              </w:rPr>
              <w:t xml:space="preserve">و </w:t>
            </w:r>
            <w:r w:rsidR="00A72677" w:rsidRPr="00A72677">
              <w:rPr>
                <w:rtl/>
              </w:rPr>
              <w:t>بذكر</w:t>
            </w:r>
            <w:r w:rsidRPr="00A72677">
              <w:rPr>
                <w:rtl/>
              </w:rPr>
              <w:t>ه الأ</w:t>
            </w:r>
            <w:r w:rsidR="00A72677" w:rsidRPr="00A72677">
              <w:rPr>
                <w:rtl/>
              </w:rPr>
              <w:t>شر</w:t>
            </w:r>
            <w:r w:rsidRPr="00A72677">
              <w:rPr>
                <w:rtl/>
              </w:rPr>
              <w:t>افُ</w:t>
            </w:r>
            <w:r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نفح</w:t>
            </w:r>
            <w:r w:rsidR="00DC404A" w:rsidRPr="00A72677">
              <w:rPr>
                <w:rtl/>
              </w:rPr>
              <w:t>تْ</w:t>
            </w:r>
            <w:r w:rsidR="004C00A8">
              <w:rPr>
                <w:rtl/>
              </w:rPr>
              <w:t xml:space="preserve"> </w:t>
            </w:r>
            <w:r w:rsidRPr="00A72677">
              <w:rPr>
                <w:rtl/>
              </w:rPr>
              <w:t>منه</w:t>
            </w:r>
            <w:r w:rsidR="00DC404A" w:rsidRPr="00A72677">
              <w:rPr>
                <w:rtl/>
              </w:rPr>
              <w:t xml:space="preserve">م </w:t>
            </w:r>
            <w:r w:rsidRPr="00A72677">
              <w:rPr>
                <w:rtl/>
              </w:rPr>
              <w:t>بنش</w:t>
            </w:r>
            <w:r w:rsidR="00DC404A" w:rsidRPr="00A72677">
              <w:rPr>
                <w:rtl/>
              </w:rPr>
              <w:t>رٍ و</w:t>
            </w:r>
            <w:r w:rsidRPr="00A72677">
              <w:rPr>
                <w:rtl/>
              </w:rPr>
              <w:t>لك</w:t>
            </w:r>
            <w:r w:rsidR="00DC404A" w:rsidRPr="00A72677">
              <w:rPr>
                <w:rtl/>
              </w:rPr>
              <w:t>ن</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DC404A" w:rsidP="00693B01">
            <w:pPr>
              <w:pStyle w:val="libPoem"/>
            </w:pPr>
            <w:r w:rsidRPr="00A72677">
              <w:rPr>
                <w:rtl/>
              </w:rPr>
              <w:t xml:space="preserve">من </w:t>
            </w:r>
            <w:r w:rsidR="00A72677" w:rsidRPr="00A72677">
              <w:rPr>
                <w:rtl/>
              </w:rPr>
              <w:t>غو</w:t>
            </w:r>
            <w:r w:rsidRPr="00A72677">
              <w:rPr>
                <w:rtl/>
              </w:rPr>
              <w:t xml:space="preserve">الي </w:t>
            </w:r>
            <w:r w:rsidR="00A72677" w:rsidRPr="00A72677">
              <w:rPr>
                <w:rtl/>
              </w:rPr>
              <w:t>فخ</w:t>
            </w:r>
            <w:r w:rsidRPr="00A72677">
              <w:rPr>
                <w:rtl/>
              </w:rPr>
              <w:t>ارك</w:t>
            </w:r>
            <w:r w:rsidR="00677BC4">
              <w:rPr>
                <w:rtl/>
              </w:rPr>
              <w:t>َ</w:t>
            </w:r>
            <w:r w:rsidRPr="00A72677">
              <w:rPr>
                <w:rtl/>
              </w:rPr>
              <w:t xml:space="preserve"> الأ</w:t>
            </w:r>
            <w:r w:rsidR="00A72677" w:rsidRPr="00A72677">
              <w:rPr>
                <w:rtl/>
              </w:rPr>
              <w:t>عط</w:t>
            </w:r>
            <w:r w:rsidRPr="00A72677">
              <w:rPr>
                <w:rtl/>
              </w:rPr>
              <w:t>افُ</w:t>
            </w:r>
            <w:r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بك</w:t>
            </w:r>
            <w:r w:rsidR="004C00A8">
              <w:rPr>
                <w:rtl/>
              </w:rPr>
              <w:t xml:space="preserve"> </w:t>
            </w:r>
            <w:r w:rsidRPr="00A72677">
              <w:rPr>
                <w:rtl/>
              </w:rPr>
              <w:t>طا</w:t>
            </w:r>
            <w:r w:rsidR="00DC404A" w:rsidRPr="00A72677">
              <w:rPr>
                <w:rtl/>
              </w:rPr>
              <w:t>بوا و</w:t>
            </w:r>
            <w:r w:rsidRPr="00A72677">
              <w:rPr>
                <w:rtl/>
              </w:rPr>
              <w:t>يك</w:t>
            </w:r>
            <w:r w:rsidR="00DC404A" w:rsidRPr="00A72677">
              <w:rPr>
                <w:rtl/>
              </w:rPr>
              <w:t>سب ا</w:t>
            </w:r>
            <w:r w:rsidRPr="00A72677">
              <w:rPr>
                <w:rtl/>
              </w:rPr>
              <w:t>لم</w:t>
            </w:r>
            <w:r w:rsidR="00DC404A" w:rsidRPr="00A72677">
              <w:rPr>
                <w:rtl/>
              </w:rPr>
              <w:t xml:space="preserve">اءُ </w:t>
            </w:r>
            <w:r w:rsidRPr="00A72677">
              <w:rPr>
                <w:rtl/>
              </w:rPr>
              <w:t>طي</w:t>
            </w:r>
            <w:r w:rsidR="00DC404A" w:rsidRPr="00A72677">
              <w:rPr>
                <w:rtl/>
              </w:rPr>
              <w:t>با</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A72677" w:rsidP="00693B01">
            <w:pPr>
              <w:pStyle w:val="libPoem"/>
            </w:pPr>
            <w:r w:rsidRPr="00A72677">
              <w:rPr>
                <w:rtl/>
              </w:rPr>
              <w:t>حي</w:t>
            </w:r>
            <w:r w:rsidR="00DC404A" w:rsidRPr="00A72677">
              <w:rPr>
                <w:rtl/>
              </w:rPr>
              <w:t>ن</w:t>
            </w:r>
            <w:r w:rsidR="004C00A8">
              <w:rPr>
                <w:rtl/>
              </w:rPr>
              <w:t xml:space="preserve"> </w:t>
            </w:r>
            <w:r w:rsidRPr="00A72677">
              <w:rPr>
                <w:rtl/>
              </w:rPr>
              <w:t>يغ</w:t>
            </w:r>
            <w:r w:rsidR="00DC404A" w:rsidRPr="00A72677">
              <w:rPr>
                <w:rtl/>
              </w:rPr>
              <w:t xml:space="preserve">دو </w:t>
            </w:r>
            <w:r w:rsidRPr="00A72677">
              <w:rPr>
                <w:rtl/>
              </w:rPr>
              <w:t>لل</w:t>
            </w:r>
            <w:r w:rsidR="00DC404A" w:rsidRPr="00A72677">
              <w:rPr>
                <w:rtl/>
              </w:rPr>
              <w:t>ورد و</w:t>
            </w:r>
            <w:r w:rsidRPr="00A72677">
              <w:rPr>
                <w:rtl/>
              </w:rPr>
              <w:t>هو</w:t>
            </w:r>
            <w:r w:rsidR="00DC404A" w:rsidRPr="00A72677">
              <w:rPr>
                <w:rtl/>
              </w:rPr>
              <w:t xml:space="preserve"> مضافُ</w:t>
            </w:r>
            <w:r w:rsidR="00DC404A" w:rsidRPr="00A72677">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A72677">
              <w:rPr>
                <w:rtl/>
              </w:rPr>
              <w:t>أفرش</w:t>
            </w:r>
            <w:r w:rsidR="00677BC4">
              <w:rPr>
                <w:rtl/>
              </w:rPr>
              <w:t>َ</w:t>
            </w:r>
            <w:r w:rsidRPr="00A72677">
              <w:rPr>
                <w:rtl/>
              </w:rPr>
              <w:t xml:space="preserve"> اللهُ أ</w:t>
            </w:r>
            <w:r w:rsidR="00A72677" w:rsidRPr="00A72677">
              <w:rPr>
                <w:rtl/>
              </w:rPr>
              <w:t>خمص</w:t>
            </w:r>
            <w:r w:rsidRPr="00A72677">
              <w:rPr>
                <w:rtl/>
              </w:rPr>
              <w:t>يك</w:t>
            </w:r>
            <w:r w:rsidR="00677BC4">
              <w:rPr>
                <w:rtl/>
              </w:rPr>
              <w:t>َ</w:t>
            </w:r>
            <w:r w:rsidRPr="00A72677">
              <w:rPr>
                <w:rtl/>
              </w:rPr>
              <w:t xml:space="preserve"> خدودا</w:t>
            </w:r>
            <w:r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DC404A" w:rsidP="00693B01">
            <w:pPr>
              <w:pStyle w:val="libPoem"/>
            </w:pPr>
            <w:r w:rsidRPr="00A72677">
              <w:rPr>
                <w:rtl/>
              </w:rPr>
              <w:t>م</w:t>
            </w:r>
            <w:r w:rsidR="00677BC4">
              <w:rPr>
                <w:rtl/>
              </w:rPr>
              <w:t>َ</w:t>
            </w:r>
            <w:r w:rsidRPr="00A72677">
              <w:rPr>
                <w:rtl/>
              </w:rPr>
              <w:t>نْ عدا عنك قد زواها انحرافُ</w:t>
            </w:r>
            <w:r w:rsidRPr="00A72677">
              <w:rPr>
                <w:rStyle w:val="libFootnotenumChar"/>
                <w:rtl/>
              </w:rPr>
              <w:t>(1)</w:t>
            </w:r>
            <w:r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ضل</w:t>
            </w:r>
            <w:r w:rsidR="00DC404A" w:rsidRPr="00A72677">
              <w:rPr>
                <w:rtl/>
              </w:rPr>
              <w:t>ّ</w:t>
            </w:r>
            <w:r w:rsidR="00677BC4">
              <w:rPr>
                <w:rtl/>
              </w:rPr>
              <w:t>َ</w:t>
            </w:r>
            <w:r w:rsidR="00DC404A" w:rsidRPr="00A72677">
              <w:rPr>
                <w:rtl/>
              </w:rPr>
              <w:t xml:space="preserve"> م</w:t>
            </w:r>
            <w:r w:rsidR="00677BC4">
              <w:rPr>
                <w:rtl/>
              </w:rPr>
              <w:t>َ</w:t>
            </w:r>
            <w:r w:rsidRPr="00A72677">
              <w:rPr>
                <w:rtl/>
              </w:rPr>
              <w:t>ن</w:t>
            </w:r>
            <w:r w:rsidR="00DC404A" w:rsidRPr="00A72677">
              <w:rPr>
                <w:rtl/>
              </w:rPr>
              <w:t xml:space="preserve">ْ </w:t>
            </w:r>
            <w:r w:rsidRPr="00A72677">
              <w:rPr>
                <w:rtl/>
              </w:rPr>
              <w:t>في</w:t>
            </w:r>
            <w:r w:rsidR="00DC404A" w:rsidRPr="00A72677">
              <w:rPr>
                <w:rtl/>
              </w:rPr>
              <w:t xml:space="preserve">ك </w:t>
            </w:r>
            <w:r w:rsidRPr="00A72677">
              <w:rPr>
                <w:rtl/>
              </w:rPr>
              <w:t>قا</w:t>
            </w:r>
            <w:r w:rsidR="00DC404A" w:rsidRPr="00A72677">
              <w:rPr>
                <w:rtl/>
              </w:rPr>
              <w:t>سها حيث منها</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A72677" w:rsidP="00693B01">
            <w:pPr>
              <w:pStyle w:val="libPoem"/>
            </w:pPr>
            <w:r w:rsidRPr="00A72677">
              <w:rPr>
                <w:rtl/>
              </w:rPr>
              <w:t>لم</w:t>
            </w:r>
            <w:r w:rsidR="004C00A8">
              <w:rPr>
                <w:rtl/>
              </w:rPr>
              <w:t xml:space="preserve"> </w:t>
            </w:r>
            <w:r w:rsidRPr="00A72677">
              <w:rPr>
                <w:rtl/>
              </w:rPr>
              <w:t>تن</w:t>
            </w:r>
            <w:r w:rsidR="00DC404A" w:rsidRPr="00A72677">
              <w:rPr>
                <w:rtl/>
              </w:rPr>
              <w:t xml:space="preserve">لْ </w:t>
            </w:r>
            <w:r w:rsidRPr="00A72677">
              <w:rPr>
                <w:rtl/>
              </w:rPr>
              <w:t>كع</w:t>
            </w:r>
            <w:r w:rsidR="00DC404A" w:rsidRPr="00A72677">
              <w:rPr>
                <w:rtl/>
              </w:rPr>
              <w:t>ب ر</w:t>
            </w:r>
            <w:r w:rsidRPr="00A72677">
              <w:rPr>
                <w:rtl/>
              </w:rPr>
              <w:t>جل</w:t>
            </w:r>
            <w:r w:rsidR="00DC404A" w:rsidRPr="00A72677">
              <w:rPr>
                <w:rtl/>
              </w:rPr>
              <w:t>ك</w:t>
            </w:r>
            <w:r w:rsidR="00677BC4">
              <w:rPr>
                <w:rtl/>
              </w:rPr>
              <w:t>َ</w:t>
            </w:r>
            <w:r w:rsidR="00DC404A" w:rsidRPr="00A72677">
              <w:rPr>
                <w:rtl/>
              </w:rPr>
              <w:t xml:space="preserve"> الأ</w:t>
            </w:r>
            <w:r w:rsidRPr="00A72677">
              <w:rPr>
                <w:rtl/>
              </w:rPr>
              <w:t>كت</w:t>
            </w:r>
            <w:r w:rsidR="00DC404A" w:rsidRPr="00A72677">
              <w:rPr>
                <w:rtl/>
              </w:rPr>
              <w:t>افُ</w:t>
            </w:r>
            <w:r w:rsidR="00DC404A"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فطأ</w:t>
            </w:r>
            <w:r w:rsidR="00DC404A" w:rsidRPr="00A72677">
              <w:rPr>
                <w:rtl/>
              </w:rPr>
              <w:t xml:space="preserve"> ا</w:t>
            </w:r>
            <w:r w:rsidRPr="00A72677">
              <w:rPr>
                <w:rtl/>
              </w:rPr>
              <w:t>لي</w:t>
            </w:r>
            <w:r w:rsidR="00DC404A" w:rsidRPr="00A72677">
              <w:rPr>
                <w:rtl/>
              </w:rPr>
              <w:t>وم أي</w:t>
            </w:r>
            <w:r w:rsidRPr="00A72677">
              <w:rPr>
                <w:rtl/>
              </w:rPr>
              <w:t>ّن</w:t>
            </w:r>
            <w:r w:rsidR="00DC404A" w:rsidRPr="00A72677">
              <w:rPr>
                <w:rtl/>
              </w:rPr>
              <w:t xml:space="preserve">ما </w:t>
            </w:r>
            <w:r w:rsidRPr="00A72677">
              <w:rPr>
                <w:rtl/>
              </w:rPr>
              <w:t>شئ</w:t>
            </w:r>
            <w:r w:rsidR="00DC404A" w:rsidRPr="00A72677">
              <w:rPr>
                <w:rtl/>
              </w:rPr>
              <w:t>ت</w:t>
            </w:r>
            <w:r w:rsidR="00677BC4">
              <w:rPr>
                <w:rtl/>
              </w:rPr>
              <w:t>َ</w:t>
            </w:r>
            <w:r w:rsidR="00DC404A" w:rsidRPr="00A72677">
              <w:rPr>
                <w:rtl/>
              </w:rPr>
              <w:t xml:space="preserve"> </w:t>
            </w:r>
            <w:r w:rsidRPr="00A72677">
              <w:rPr>
                <w:rtl/>
              </w:rPr>
              <w:t>فخ</w:t>
            </w:r>
            <w:r w:rsidR="00DC404A" w:rsidRPr="00A72677">
              <w:rPr>
                <w:rtl/>
              </w:rPr>
              <w:t>را</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DC404A" w:rsidP="00693B01">
            <w:pPr>
              <w:pStyle w:val="libPoem"/>
            </w:pPr>
            <w:r w:rsidRPr="00A72677">
              <w:rPr>
                <w:rtl/>
              </w:rPr>
              <w:t>ر</w:t>
            </w:r>
            <w:r w:rsidR="00A72677" w:rsidRPr="00A72677">
              <w:rPr>
                <w:rtl/>
              </w:rPr>
              <w:t>غمت</w:t>
            </w:r>
            <w:r w:rsidRPr="00A72677">
              <w:rPr>
                <w:rtl/>
              </w:rPr>
              <w:t xml:space="preserve">ْ </w:t>
            </w:r>
            <w:r w:rsidR="00A72677" w:rsidRPr="00A72677">
              <w:rPr>
                <w:rtl/>
              </w:rPr>
              <w:t>تحت</w:t>
            </w:r>
            <w:r w:rsidRPr="00A72677">
              <w:rPr>
                <w:rtl/>
              </w:rPr>
              <w:t xml:space="preserve"> </w:t>
            </w:r>
            <w:r w:rsidR="00A72677" w:rsidRPr="00A72677">
              <w:rPr>
                <w:rtl/>
              </w:rPr>
              <w:t>نع</w:t>
            </w:r>
            <w:r w:rsidRPr="00A72677">
              <w:rPr>
                <w:rtl/>
              </w:rPr>
              <w:t>لك</w:t>
            </w:r>
            <w:r w:rsidR="00677BC4">
              <w:rPr>
                <w:rtl/>
              </w:rPr>
              <w:t>َ</w:t>
            </w:r>
            <w:r w:rsidRPr="00A72677">
              <w:rPr>
                <w:rtl/>
              </w:rPr>
              <w:t xml:space="preserve"> الآ</w:t>
            </w:r>
            <w:r w:rsidR="00A72677" w:rsidRPr="00A72677">
              <w:rPr>
                <w:rtl/>
              </w:rPr>
              <w:t>نا</w:t>
            </w:r>
            <w:r w:rsidRPr="00A72677">
              <w:rPr>
                <w:rtl/>
              </w:rPr>
              <w:t>فُ</w:t>
            </w:r>
            <w:r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لك</w:t>
            </w:r>
            <w:r w:rsidR="00DC404A">
              <w:rPr>
                <w:rtl/>
              </w:rPr>
              <w:t xml:space="preserve"> </w:t>
            </w:r>
            <w:r w:rsidR="00DC404A" w:rsidRPr="009647FC">
              <w:rPr>
                <w:rtl/>
              </w:rPr>
              <w:t>و</w:t>
            </w:r>
            <w:r w:rsidRPr="009647FC">
              <w:rPr>
                <w:rtl/>
              </w:rPr>
              <w:t>جه</w:t>
            </w:r>
            <w:r w:rsidR="00DC404A" w:rsidRPr="009647FC">
              <w:rPr>
                <w:rtl/>
              </w:rPr>
              <w:t>ٌ</w:t>
            </w:r>
            <w:r w:rsidR="00DC404A">
              <w:rPr>
                <w:rtl/>
              </w:rPr>
              <w:t xml:space="preserve"> </w:t>
            </w:r>
            <w:r w:rsidRPr="009647FC">
              <w:rPr>
                <w:rtl/>
              </w:rPr>
              <w:t>لو</w:t>
            </w:r>
            <w:r w:rsidR="00DC404A">
              <w:rPr>
                <w:rtl/>
              </w:rPr>
              <w:t xml:space="preserve"> </w:t>
            </w:r>
            <w:r w:rsidRPr="009647FC">
              <w:rPr>
                <w:rtl/>
              </w:rPr>
              <w:t>با</w:t>
            </w:r>
            <w:r w:rsidR="00DC404A" w:rsidRPr="009647FC">
              <w:rPr>
                <w:rtl/>
              </w:rPr>
              <w:t>هل</w:t>
            </w:r>
            <w:r w:rsidR="00677BC4">
              <w:rPr>
                <w:rtl/>
              </w:rPr>
              <w:t>َ</w:t>
            </w:r>
            <w:r w:rsidR="00DC404A">
              <w:rPr>
                <w:rtl/>
              </w:rPr>
              <w:t xml:space="preserve"> </w:t>
            </w:r>
            <w:r w:rsidR="00DC404A" w:rsidRPr="009647FC">
              <w:rPr>
                <w:rtl/>
              </w:rPr>
              <w:t>الشمس</w:t>
            </w:r>
            <w:r w:rsidR="00DC404A">
              <w:rPr>
                <w:rtl/>
              </w:rPr>
              <w:t xml:space="preserve"> </w:t>
            </w:r>
            <w:r w:rsidR="00DC404A" w:rsidRPr="009647FC">
              <w:rPr>
                <w:rtl/>
              </w:rPr>
              <w:t>يوما</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لعر</w:t>
            </w:r>
            <w:r w:rsidR="00DC404A" w:rsidRPr="009647FC">
              <w:rPr>
                <w:rtl/>
              </w:rPr>
              <w:t>ا</w:t>
            </w:r>
            <w:r w:rsidR="004C00A8">
              <w:rPr>
                <w:rtl/>
              </w:rPr>
              <w:t xml:space="preserve"> </w:t>
            </w:r>
            <w:r w:rsidR="00DC404A" w:rsidRPr="009647FC">
              <w:rPr>
                <w:rtl/>
              </w:rPr>
              <w:t>و</w:t>
            </w:r>
            <w:r w:rsidRPr="009647FC">
              <w:rPr>
                <w:rtl/>
              </w:rPr>
              <w:t>جه</w:t>
            </w:r>
            <w:r w:rsidR="00DC404A" w:rsidRPr="009647FC">
              <w:rPr>
                <w:rtl/>
              </w:rPr>
              <w:t>ها</w:t>
            </w:r>
            <w:r w:rsidR="00DC404A">
              <w:rPr>
                <w:rtl/>
              </w:rPr>
              <w:t xml:space="preserve"> </w:t>
            </w:r>
            <w:r w:rsidR="00DC404A" w:rsidRPr="009647FC">
              <w:rPr>
                <w:rtl/>
              </w:rPr>
              <w:t>ا</w:t>
            </w:r>
            <w:r w:rsidRPr="009647FC">
              <w:rPr>
                <w:rtl/>
              </w:rPr>
              <w:t>لم</w:t>
            </w:r>
            <w:r w:rsidR="00DC404A" w:rsidRPr="009647FC">
              <w:rPr>
                <w:rtl/>
              </w:rPr>
              <w:t>نير</w:t>
            </w:r>
            <w:r w:rsidR="00677BC4">
              <w:rPr>
                <w:rtl/>
              </w:rPr>
              <w:t>َ</w:t>
            </w:r>
            <w:r w:rsidR="00DC404A">
              <w:rPr>
                <w:rtl/>
              </w:rPr>
              <w:t xml:space="preserve"> </w:t>
            </w:r>
            <w:r w:rsidR="00DC404A" w:rsidRPr="009647FC">
              <w:rPr>
                <w:rtl/>
              </w:rPr>
              <w:t>ا</w:t>
            </w:r>
            <w:r w:rsidRPr="009647FC">
              <w:rPr>
                <w:rtl/>
              </w:rPr>
              <w:t>نك</w:t>
            </w:r>
            <w:r w:rsidR="00DC404A" w:rsidRPr="009647FC">
              <w:rPr>
                <w:rtl/>
              </w:rPr>
              <w:t>سافُ</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شف</w:t>
            </w:r>
            <w:r w:rsidR="00DC404A" w:rsidRPr="009647FC">
              <w:rPr>
                <w:rtl/>
              </w:rPr>
              <w:t>ّ</w:t>
            </w:r>
            <w:r w:rsidR="00677BC4">
              <w:rPr>
                <w:rtl/>
              </w:rPr>
              <w:t>َ</w:t>
            </w:r>
            <w:r w:rsidR="004C00A8">
              <w:rPr>
                <w:rtl/>
              </w:rPr>
              <w:t xml:space="preserve"> </w:t>
            </w:r>
            <w:r w:rsidRPr="009647FC">
              <w:rPr>
                <w:rtl/>
              </w:rPr>
              <w:t>تو</w:t>
            </w:r>
            <w:r w:rsidR="00DC404A" w:rsidRPr="009647FC">
              <w:rPr>
                <w:rtl/>
              </w:rPr>
              <w:t>ديعك</w:t>
            </w:r>
            <w:r w:rsidR="00DC404A">
              <w:rPr>
                <w:rtl/>
              </w:rPr>
              <w:t xml:space="preserve"> </w:t>
            </w:r>
            <w:r w:rsidR="00DC404A" w:rsidRPr="009647FC">
              <w:rPr>
                <w:rtl/>
              </w:rPr>
              <w:t>ا</w:t>
            </w:r>
            <w:r w:rsidRPr="009647FC">
              <w:rPr>
                <w:rtl/>
              </w:rPr>
              <w:t>لو</w:t>
            </w:r>
            <w:r w:rsidR="00DC404A" w:rsidRPr="009647FC">
              <w:rPr>
                <w:rtl/>
              </w:rPr>
              <w:t>رى</w:t>
            </w:r>
            <w:r w:rsidR="00DC404A">
              <w:rPr>
                <w:rtl/>
              </w:rPr>
              <w:t xml:space="preserve"> </w:t>
            </w:r>
            <w:r w:rsidR="00DC404A" w:rsidRPr="009647FC">
              <w:rPr>
                <w:rtl/>
              </w:rPr>
              <w:t>حين</w:t>
            </w:r>
            <w:r w:rsidR="00DC404A">
              <w:rPr>
                <w:rtl/>
              </w:rPr>
              <w:t xml:space="preserve"> </w:t>
            </w:r>
            <w:r w:rsidR="00DC404A" w:rsidRPr="009647FC">
              <w:rPr>
                <w:rtl/>
              </w:rPr>
              <w:t>قالوا:</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مزمع</w:t>
            </w:r>
            <w:r w:rsidR="00DC404A" w:rsidRPr="009647FC">
              <w:rPr>
                <w:rtl/>
              </w:rPr>
              <w:t>ٌ</w:t>
            </w:r>
            <w:r w:rsidR="004C00A8">
              <w:rPr>
                <w:rtl/>
              </w:rPr>
              <w:t xml:space="preserve"> </w:t>
            </w:r>
            <w:r w:rsidRPr="009647FC">
              <w:rPr>
                <w:rtl/>
              </w:rPr>
              <w:t>جو</w:t>
            </w:r>
            <w:r w:rsidR="00DC404A" w:rsidRPr="009647FC">
              <w:rPr>
                <w:rtl/>
              </w:rPr>
              <w:t>هر</w:t>
            </w:r>
            <w:r w:rsidR="00DC404A">
              <w:rPr>
                <w:rtl/>
              </w:rPr>
              <w:t xml:space="preserve"> </w:t>
            </w:r>
            <w:r w:rsidR="00DC404A" w:rsidRPr="009647FC">
              <w:rPr>
                <w:rtl/>
              </w:rPr>
              <w:t>ا</w:t>
            </w:r>
            <w:r w:rsidRPr="009647FC">
              <w:rPr>
                <w:rtl/>
              </w:rPr>
              <w:t>لع</w:t>
            </w:r>
            <w:r w:rsidR="00DC404A" w:rsidRPr="009647FC">
              <w:rPr>
                <w:rtl/>
              </w:rPr>
              <w:t>ُلى</w:t>
            </w:r>
            <w:r w:rsidR="00DC404A">
              <w:rPr>
                <w:rtl/>
              </w:rPr>
              <w:t xml:space="preserve"> </w:t>
            </w:r>
            <w:r w:rsidR="00DC404A" w:rsidRPr="009647FC">
              <w:rPr>
                <w:rtl/>
              </w:rPr>
              <w:t>ا</w:t>
            </w:r>
            <w:r w:rsidRPr="009647FC">
              <w:rPr>
                <w:rtl/>
              </w:rPr>
              <w:t>لش</w:t>
            </w:r>
            <w:r w:rsidR="00DC404A" w:rsidRPr="009647FC">
              <w:rPr>
                <w:rtl/>
              </w:rPr>
              <w:t>فافُ</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ودّ</w:t>
            </w:r>
            <w:r w:rsidR="00677BC4">
              <w:rPr>
                <w:rtl/>
              </w:rPr>
              <w:t>َ</w:t>
            </w:r>
            <w:r w:rsidR="00A72677" w:rsidRPr="009647FC">
              <w:rPr>
                <w:rtl/>
              </w:rPr>
              <w:t>عت</w:t>
            </w:r>
            <w:r w:rsidRPr="009647FC">
              <w:rPr>
                <w:rtl/>
              </w:rPr>
              <w:t>ْ</w:t>
            </w:r>
            <w:r>
              <w:rPr>
                <w:rtl/>
              </w:rPr>
              <w:t xml:space="preserve"> </w:t>
            </w:r>
            <w:r w:rsidR="00A72677" w:rsidRPr="009647FC">
              <w:rPr>
                <w:rtl/>
              </w:rPr>
              <w:t>من</w:t>
            </w:r>
            <w:r w:rsidRPr="009647FC">
              <w:rPr>
                <w:rtl/>
              </w:rPr>
              <w:t>ك</w:t>
            </w:r>
            <w:r>
              <w:rPr>
                <w:rtl/>
              </w:rPr>
              <w:t xml:space="preserve"> </w:t>
            </w:r>
            <w:r w:rsidR="00A72677" w:rsidRPr="009647FC">
              <w:rPr>
                <w:rtl/>
              </w:rPr>
              <w:t>من</w:t>
            </w:r>
            <w:r w:rsidRPr="009647FC">
              <w:rPr>
                <w:rtl/>
              </w:rPr>
              <w:t>صفاً</w:t>
            </w:r>
            <w:r>
              <w:rPr>
                <w:rtl/>
              </w:rPr>
              <w:t xml:space="preserve"> </w:t>
            </w:r>
            <w:r w:rsidR="00A72677" w:rsidRPr="009647FC">
              <w:rPr>
                <w:rtl/>
              </w:rPr>
              <w:t>فه</w:t>
            </w:r>
            <w:r w:rsidRPr="009647FC">
              <w:rPr>
                <w:rtl/>
              </w:rPr>
              <w:t>ي</w:t>
            </w:r>
            <w:r>
              <w:rPr>
                <w:rtl/>
              </w:rPr>
              <w:t xml:space="preserve"> </w:t>
            </w:r>
            <w:r w:rsidRPr="009647FC">
              <w:rPr>
                <w:rtl/>
              </w:rPr>
              <w:t>تدعو</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سر</w:t>
            </w:r>
            <w:r w:rsidR="00DC404A" w:rsidRPr="009647FC">
              <w:rPr>
                <w:rtl/>
              </w:rPr>
              <w:t>ْ</w:t>
            </w:r>
            <w:r w:rsidR="004C00A8">
              <w:rPr>
                <w:rtl/>
              </w:rPr>
              <w:t xml:space="preserve"> </w:t>
            </w:r>
            <w:r w:rsidRPr="009647FC">
              <w:rPr>
                <w:rtl/>
              </w:rPr>
              <w:t>عل</w:t>
            </w:r>
            <w:r w:rsidR="00DC404A" w:rsidRPr="009647FC">
              <w:rPr>
                <w:rtl/>
              </w:rPr>
              <w:t>ى</w:t>
            </w:r>
            <w:r w:rsidR="00DC404A">
              <w:rPr>
                <w:rtl/>
              </w:rPr>
              <w:t xml:space="preserve"> </w:t>
            </w:r>
            <w:r w:rsidR="00DC404A" w:rsidRPr="009647FC">
              <w:rPr>
                <w:rtl/>
              </w:rPr>
              <w:t>ا</w:t>
            </w:r>
            <w:r w:rsidRPr="009647FC">
              <w:rPr>
                <w:rtl/>
              </w:rPr>
              <w:t>لي</w:t>
            </w:r>
            <w:r w:rsidR="00DC404A" w:rsidRPr="009647FC">
              <w:rPr>
                <w:rtl/>
              </w:rPr>
              <w:t>مُن</w:t>
            </w:r>
            <w:r w:rsidR="00DC404A">
              <w:rPr>
                <w:rtl/>
              </w:rPr>
              <w:t xml:space="preserve"> </w:t>
            </w:r>
            <w:r w:rsidR="00DC404A" w:rsidRPr="009647FC">
              <w:rPr>
                <w:rtl/>
              </w:rPr>
              <w:t>أنت</w:t>
            </w:r>
            <w:r w:rsidR="00DC404A">
              <w:rPr>
                <w:rtl/>
              </w:rPr>
              <w:t xml:space="preserve"> </w:t>
            </w:r>
            <w:r w:rsidR="00DC404A" w:rsidRPr="009647FC">
              <w:rPr>
                <w:rtl/>
              </w:rPr>
              <w:t>والإنصافُ</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A72677">
              <w:rPr>
                <w:rtl/>
              </w:rPr>
              <w:t xml:space="preserve">لا </w:t>
            </w:r>
            <w:r w:rsidR="00A72677" w:rsidRPr="00A72677">
              <w:rPr>
                <w:rtl/>
              </w:rPr>
              <w:t>تسل</w:t>
            </w:r>
            <w:r w:rsidRPr="00A72677">
              <w:rPr>
                <w:rtl/>
              </w:rPr>
              <w:t xml:space="preserve">ْ عن </w:t>
            </w:r>
            <w:r w:rsidR="00A72677" w:rsidRPr="00A72677">
              <w:rPr>
                <w:rtl/>
              </w:rPr>
              <w:t>قل</w:t>
            </w:r>
            <w:r w:rsidRPr="00A72677">
              <w:rPr>
                <w:rtl/>
              </w:rPr>
              <w:t xml:space="preserve">وبنا </w:t>
            </w:r>
            <w:r w:rsidR="00A72677" w:rsidRPr="00A72677">
              <w:rPr>
                <w:rtl/>
              </w:rPr>
              <w:t>فل</w:t>
            </w:r>
            <w:r w:rsidRPr="00A72677">
              <w:rPr>
                <w:rtl/>
              </w:rPr>
              <w:t>عمري</w:t>
            </w:r>
            <w:r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A72677" w:rsidP="00693B01">
            <w:pPr>
              <w:pStyle w:val="libPoem"/>
            </w:pPr>
            <w:r w:rsidRPr="00A72677">
              <w:rPr>
                <w:rtl/>
              </w:rPr>
              <w:t>كل</w:t>
            </w:r>
            <w:r w:rsidR="00DC404A" w:rsidRPr="00A72677">
              <w:rPr>
                <w:rtl/>
              </w:rPr>
              <w:t>ّ</w:t>
            </w:r>
            <w:r w:rsidRPr="00A72677">
              <w:rPr>
                <w:rtl/>
              </w:rPr>
              <w:t>ُه</w:t>
            </w:r>
            <w:r w:rsidR="00DC404A" w:rsidRPr="00A72677">
              <w:rPr>
                <w:rtl/>
              </w:rPr>
              <w:t>ا</w:t>
            </w:r>
            <w:r w:rsidR="004C00A8">
              <w:rPr>
                <w:rtl/>
              </w:rPr>
              <w:t xml:space="preserve"> </w:t>
            </w:r>
            <w:r w:rsidR="00DC404A" w:rsidRPr="00A72677">
              <w:rPr>
                <w:rtl/>
              </w:rPr>
              <w:t xml:space="preserve">في </w:t>
            </w:r>
            <w:r w:rsidRPr="00A72677">
              <w:rPr>
                <w:rtl/>
              </w:rPr>
              <w:t>غد</w:t>
            </w:r>
            <w:r w:rsidR="00DC404A" w:rsidRPr="00A72677">
              <w:rPr>
                <w:rtl/>
              </w:rPr>
              <w:t>ٍ إ</w:t>
            </w:r>
            <w:r w:rsidRPr="00A72677">
              <w:rPr>
                <w:rtl/>
              </w:rPr>
              <w:t>لي</w:t>
            </w:r>
            <w:r w:rsidR="00DC404A" w:rsidRPr="00A72677">
              <w:rPr>
                <w:rtl/>
              </w:rPr>
              <w:t xml:space="preserve">ك </w:t>
            </w:r>
            <w:r w:rsidRPr="00A72677">
              <w:rPr>
                <w:rtl/>
              </w:rPr>
              <w:t>له</w:t>
            </w:r>
            <w:r w:rsidR="00DC404A" w:rsidRPr="00A72677">
              <w:rPr>
                <w:rtl/>
              </w:rPr>
              <w:t>افُ</w:t>
            </w:r>
            <w:r w:rsidR="00DC404A"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كلّم</w:t>
            </w:r>
            <w:r w:rsidR="00DC404A" w:rsidRPr="00A72677">
              <w:rPr>
                <w:rtl/>
              </w:rPr>
              <w:t>ا جدّ</w:t>
            </w:r>
            <w:r w:rsidR="00677BC4">
              <w:rPr>
                <w:rtl/>
              </w:rPr>
              <w:t>َ</w:t>
            </w:r>
            <w:r w:rsidR="00DC404A" w:rsidRPr="00A72677">
              <w:rPr>
                <w:rtl/>
              </w:rPr>
              <w:t xml:space="preserve"> </w:t>
            </w:r>
            <w:r w:rsidRPr="00A72677">
              <w:rPr>
                <w:rtl/>
              </w:rPr>
              <w:t>في</w:t>
            </w:r>
            <w:r w:rsidR="00DC404A" w:rsidRPr="00A72677">
              <w:rPr>
                <w:rtl/>
              </w:rPr>
              <w:t xml:space="preserve"> ر</w:t>
            </w:r>
            <w:r w:rsidRPr="00A72677">
              <w:rPr>
                <w:rtl/>
              </w:rPr>
              <w:t>كا</w:t>
            </w:r>
            <w:r w:rsidR="00DC404A" w:rsidRPr="00A72677">
              <w:rPr>
                <w:rtl/>
              </w:rPr>
              <w:t xml:space="preserve">بك </w:t>
            </w:r>
            <w:r w:rsidRPr="00A72677">
              <w:rPr>
                <w:rtl/>
              </w:rPr>
              <w:t>سي</w:t>
            </w:r>
            <w:r w:rsidR="00DC404A" w:rsidRPr="00A72677">
              <w:rPr>
                <w:rtl/>
              </w:rPr>
              <w:t>رٌ</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DC404A" w:rsidP="00693B01">
            <w:pPr>
              <w:pStyle w:val="libPoem"/>
            </w:pPr>
            <w:r w:rsidRPr="00A72677">
              <w:rPr>
                <w:rtl/>
              </w:rPr>
              <w:t>جدّ</w:t>
            </w:r>
            <w:r w:rsidR="00677BC4">
              <w:rPr>
                <w:rtl/>
              </w:rPr>
              <w:t>َ</w:t>
            </w:r>
            <w:r w:rsidRPr="00A72677">
              <w:rPr>
                <w:rtl/>
              </w:rPr>
              <w:t xml:space="preserve"> </w:t>
            </w:r>
            <w:r w:rsidR="00A72677" w:rsidRPr="00A72677">
              <w:rPr>
                <w:rtl/>
              </w:rPr>
              <w:t>لل</w:t>
            </w:r>
            <w:r w:rsidRPr="00A72677">
              <w:rPr>
                <w:rtl/>
              </w:rPr>
              <w:t>ا</w:t>
            </w:r>
            <w:r w:rsidR="00A72677" w:rsidRPr="00A72677">
              <w:rPr>
                <w:rtl/>
              </w:rPr>
              <w:t>شت</w:t>
            </w:r>
            <w:r w:rsidRPr="00A72677">
              <w:rPr>
                <w:rtl/>
              </w:rPr>
              <w:t xml:space="preserve">ياق </w:t>
            </w:r>
            <w:r w:rsidR="00A72677" w:rsidRPr="00A72677">
              <w:rPr>
                <w:rtl/>
              </w:rPr>
              <w:t>في</w:t>
            </w:r>
            <w:r w:rsidRPr="00A72677">
              <w:rPr>
                <w:rtl/>
              </w:rPr>
              <w:t>ها ا</w:t>
            </w:r>
            <w:r w:rsidR="00A72677" w:rsidRPr="00A72677">
              <w:rPr>
                <w:rtl/>
              </w:rPr>
              <w:t>عت</w:t>
            </w:r>
            <w:r w:rsidRPr="00A72677">
              <w:rPr>
                <w:rtl/>
              </w:rPr>
              <w:t>سافُ</w:t>
            </w:r>
            <w:r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بو</w:t>
            </w:r>
            <w:r w:rsidR="00DC404A" w:rsidRPr="00A72677">
              <w:rPr>
                <w:rtl/>
              </w:rPr>
              <w:t>ر</w:t>
            </w:r>
            <w:r w:rsidRPr="00A72677">
              <w:rPr>
                <w:rtl/>
              </w:rPr>
              <w:t>كت</w:t>
            </w:r>
            <w:r w:rsidR="00DC404A" w:rsidRPr="00A72677">
              <w:rPr>
                <w:rtl/>
              </w:rPr>
              <w:t xml:space="preserve">ْ </w:t>
            </w:r>
            <w:r w:rsidRPr="00A72677">
              <w:rPr>
                <w:rtl/>
              </w:rPr>
              <w:t>نيّة</w:t>
            </w:r>
            <w:r w:rsidR="00DC404A" w:rsidRPr="00A72677">
              <w:rPr>
                <w:rtl/>
              </w:rPr>
              <w:t>ٌ د</w:t>
            </w:r>
            <w:r w:rsidRPr="00A72677">
              <w:rPr>
                <w:rtl/>
              </w:rPr>
              <w:t>عتك</w:t>
            </w:r>
            <w:r w:rsidR="00677BC4">
              <w:rPr>
                <w:rtl/>
              </w:rPr>
              <w:t>َ</w:t>
            </w:r>
            <w:r w:rsidR="00DC404A" w:rsidRPr="00A72677">
              <w:rPr>
                <w:rtl/>
              </w:rPr>
              <w:t xml:space="preserve"> </w:t>
            </w:r>
            <w:r w:rsidRPr="00A72677">
              <w:rPr>
                <w:rtl/>
              </w:rPr>
              <w:t>لب</w:t>
            </w:r>
            <w:r w:rsidR="00DC404A" w:rsidRPr="00A72677">
              <w:rPr>
                <w:rtl/>
              </w:rPr>
              <w:t>يتٍ</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524A24" w:rsidRDefault="00A72677" w:rsidP="00693B01">
            <w:pPr>
              <w:pStyle w:val="libPoem"/>
            </w:pPr>
            <w:r w:rsidRPr="00A72677">
              <w:rPr>
                <w:rtl/>
              </w:rPr>
              <w:t>لعل</w:t>
            </w:r>
            <w:r w:rsidR="00DC404A" w:rsidRPr="00A72677">
              <w:rPr>
                <w:rtl/>
              </w:rPr>
              <w:t>اه آ</w:t>
            </w:r>
            <w:r w:rsidRPr="00A72677">
              <w:rPr>
                <w:rtl/>
              </w:rPr>
              <w:t>با</w:t>
            </w:r>
            <w:r w:rsidR="00DC404A" w:rsidRPr="00A72677">
              <w:rPr>
                <w:rtl/>
              </w:rPr>
              <w:t xml:space="preserve">ك </w:t>
            </w:r>
            <w:r w:rsidRPr="00A72677">
              <w:rPr>
                <w:rtl/>
              </w:rPr>
              <w:t>قد</w:t>
            </w:r>
            <w:r w:rsidR="00DC404A" w:rsidRPr="00A72677">
              <w:rPr>
                <w:rtl/>
              </w:rPr>
              <w:t>ماً أ</w:t>
            </w:r>
            <w:r w:rsidRPr="00A72677">
              <w:rPr>
                <w:rtl/>
              </w:rPr>
              <w:t>نا</w:t>
            </w:r>
            <w:r w:rsidR="00DC404A" w:rsidRPr="00A72677">
              <w:rPr>
                <w:rtl/>
              </w:rPr>
              <w:t>فوا</w:t>
            </w:r>
            <w:r w:rsidR="00DC404A" w:rsidRPr="00A72677">
              <w:rPr>
                <w:rStyle w:val="libFootnotenumChar"/>
                <w:rtl/>
              </w:rPr>
              <w:t>(2)</w:t>
            </w:r>
            <w:r w:rsidR="00DC404A" w:rsidRPr="00A72677">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كذا جاء في المخطوطة</w:t>
      </w:r>
      <w:r w:rsidR="00D769AB">
        <w:rPr>
          <w:rtl/>
        </w:rPr>
        <w:t>.</w:t>
      </w:r>
      <w:r w:rsidRPr="009647FC">
        <w:rPr>
          <w:rtl/>
        </w:rPr>
        <w:t xml:space="preserve"> وفي المطبوع</w:t>
      </w:r>
      <w:r w:rsidR="00D769AB">
        <w:rPr>
          <w:rtl/>
        </w:rPr>
        <w:t>:</w:t>
      </w:r>
      <w:r w:rsidRPr="009647FC">
        <w:rPr>
          <w:rtl/>
        </w:rPr>
        <w:t xml:space="preserve"> قد رواها</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بعلاه</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C404A" w:rsidRPr="00524A24" w:rsidTr="00DC404A">
        <w:trPr>
          <w:trHeight w:val="350"/>
        </w:trPr>
        <w:tc>
          <w:tcPr>
            <w:tcW w:w="3902" w:type="dxa"/>
          </w:tcPr>
          <w:p w:rsidR="00DC404A" w:rsidRPr="00524A24" w:rsidRDefault="00A72677" w:rsidP="00693B01">
            <w:pPr>
              <w:pStyle w:val="libPoem"/>
            </w:pPr>
            <w:r w:rsidRPr="009647FC">
              <w:rPr>
                <w:rtl/>
              </w:rPr>
              <w:lastRenderedPageBreak/>
              <w:t>ست</w:t>
            </w:r>
            <w:r w:rsidR="00DC404A" w:rsidRPr="009647FC">
              <w:rPr>
                <w:rtl/>
              </w:rPr>
              <w:t>ؤدي</w:t>
            </w:r>
            <w:r w:rsidR="004C00A8">
              <w:rPr>
                <w:rtl/>
              </w:rPr>
              <w:t xml:space="preserve"> </w:t>
            </w:r>
            <w:r w:rsidRPr="009647FC">
              <w:rPr>
                <w:rtl/>
              </w:rPr>
              <w:t>فر</w:t>
            </w:r>
            <w:r w:rsidR="00DC404A" w:rsidRPr="009647FC">
              <w:rPr>
                <w:rtl/>
              </w:rPr>
              <w:t>ض</w:t>
            </w:r>
            <w:r w:rsidR="00677BC4">
              <w:rPr>
                <w:rtl/>
              </w:rPr>
              <w:t>َ</w:t>
            </w:r>
            <w:r w:rsidR="00DC404A">
              <w:rPr>
                <w:rtl/>
              </w:rPr>
              <w:t xml:space="preserve"> </w:t>
            </w:r>
            <w:r w:rsidR="00DC404A" w:rsidRPr="009647FC">
              <w:rPr>
                <w:rtl/>
              </w:rPr>
              <w:t>ا</w:t>
            </w:r>
            <w:r w:rsidRPr="009647FC">
              <w:rPr>
                <w:rtl/>
              </w:rPr>
              <w:t>لط</w:t>
            </w:r>
            <w:r w:rsidR="00DC404A" w:rsidRPr="009647FC">
              <w:rPr>
                <w:rtl/>
              </w:rPr>
              <w:t>واف</w:t>
            </w:r>
            <w:r w:rsidR="00DC404A">
              <w:rPr>
                <w:rtl/>
              </w:rPr>
              <w:t xml:space="preserve"> </w:t>
            </w:r>
            <w:r w:rsidR="00DC404A" w:rsidRPr="009647FC">
              <w:rPr>
                <w:rtl/>
              </w:rPr>
              <w:t>و</w:t>
            </w:r>
            <w:r w:rsidRPr="009647FC">
              <w:rPr>
                <w:rtl/>
              </w:rPr>
              <w:t>تأ</w:t>
            </w:r>
            <w:r w:rsidR="00DC404A" w:rsidRPr="009647FC">
              <w:rPr>
                <w:rtl/>
              </w:rPr>
              <w:t>تي</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لحم</w:t>
            </w:r>
            <w:r w:rsidR="00DC404A" w:rsidRPr="009647FC">
              <w:rPr>
                <w:rtl/>
              </w:rPr>
              <w:t>ىً</w:t>
            </w:r>
            <w:r w:rsidR="004C00A8">
              <w:rPr>
                <w:rtl/>
              </w:rPr>
              <w:t xml:space="preserve"> </w:t>
            </w:r>
            <w:r w:rsidRPr="009647FC">
              <w:rPr>
                <w:rtl/>
              </w:rPr>
              <w:t>فيه</w:t>
            </w:r>
            <w:r w:rsidR="00DC404A">
              <w:rPr>
                <w:rtl/>
              </w:rPr>
              <w:t xml:space="preserve"> </w:t>
            </w:r>
            <w:r w:rsidRPr="009647FC">
              <w:rPr>
                <w:rtl/>
              </w:rPr>
              <w:t>لل</w:t>
            </w:r>
            <w:r w:rsidR="00DC404A" w:rsidRPr="009647FC">
              <w:rPr>
                <w:rtl/>
              </w:rPr>
              <w:t>سرور</w:t>
            </w:r>
            <w:r w:rsidR="00DC404A">
              <w:rPr>
                <w:rtl/>
              </w:rPr>
              <w:t xml:space="preserve"> </w:t>
            </w:r>
            <w:r w:rsidRPr="009647FC">
              <w:rPr>
                <w:rtl/>
              </w:rPr>
              <w:t>مط</w:t>
            </w:r>
            <w:r w:rsidR="00DC404A" w:rsidRPr="009647FC">
              <w:rPr>
                <w:rtl/>
              </w:rPr>
              <w:t>افُ</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ثمّ</w:t>
            </w:r>
            <w:r>
              <w:rPr>
                <w:rtl/>
              </w:rPr>
              <w:t xml:space="preserve"> </w:t>
            </w:r>
            <w:r w:rsidRPr="009647FC">
              <w:rPr>
                <w:rtl/>
              </w:rPr>
              <w:t>أهدى</w:t>
            </w:r>
            <w:r>
              <w:rPr>
                <w:rtl/>
              </w:rPr>
              <w:t xml:space="preserve"> </w:t>
            </w:r>
            <w:r w:rsidRPr="009647FC">
              <w:rPr>
                <w:rtl/>
              </w:rPr>
              <w:t>إ</w:t>
            </w:r>
            <w:r w:rsidR="00A72677" w:rsidRPr="009647FC">
              <w:rPr>
                <w:rtl/>
              </w:rPr>
              <w:t>لي</w:t>
            </w:r>
            <w:r w:rsidRPr="009647FC">
              <w:rPr>
                <w:rtl/>
              </w:rPr>
              <w:t>ك</w:t>
            </w:r>
            <w:r w:rsidR="00677BC4">
              <w:rPr>
                <w:rtl/>
              </w:rPr>
              <w:t>َ</w:t>
            </w:r>
            <w:r>
              <w:rPr>
                <w:rtl/>
              </w:rPr>
              <w:t xml:space="preserve"> </w:t>
            </w:r>
            <w:r w:rsidR="00A72677" w:rsidRPr="009647FC">
              <w:rPr>
                <w:rtl/>
              </w:rPr>
              <w:t>تح</w:t>
            </w:r>
            <w:r w:rsidRPr="009647FC">
              <w:rPr>
                <w:rtl/>
              </w:rPr>
              <w:t>فة</w:t>
            </w:r>
            <w:r w:rsidR="00677BC4">
              <w:rPr>
                <w:rtl/>
              </w:rPr>
              <w:t>َ</w:t>
            </w:r>
            <w:r>
              <w:rPr>
                <w:rtl/>
              </w:rPr>
              <w:t xml:space="preserve"> </w:t>
            </w:r>
            <w:r w:rsidR="00A72677" w:rsidRPr="009647FC">
              <w:rPr>
                <w:rtl/>
              </w:rPr>
              <w:t>بش</w:t>
            </w:r>
            <w:r w:rsidRPr="009647FC">
              <w:rPr>
                <w:rtl/>
              </w:rPr>
              <w:t>رٍ</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ما</w:t>
            </w:r>
            <w:r w:rsidR="004C00A8">
              <w:rPr>
                <w:rtl/>
              </w:rPr>
              <w:t xml:space="preserve"> </w:t>
            </w:r>
            <w:r w:rsidRPr="009647FC">
              <w:rPr>
                <w:rtl/>
              </w:rPr>
              <w:t>حو</w:t>
            </w:r>
            <w:r w:rsidR="00DC404A" w:rsidRPr="009647FC">
              <w:rPr>
                <w:rtl/>
              </w:rPr>
              <w:t>تْ</w:t>
            </w:r>
            <w:r w:rsidR="00DC404A">
              <w:rPr>
                <w:rtl/>
              </w:rPr>
              <w:t xml:space="preserve"> </w:t>
            </w:r>
            <w:r w:rsidRPr="009647FC">
              <w:rPr>
                <w:rtl/>
              </w:rPr>
              <w:t>مث</w:t>
            </w:r>
            <w:r w:rsidR="00DC404A" w:rsidRPr="009647FC">
              <w:rPr>
                <w:rtl/>
              </w:rPr>
              <w:t>ل</w:t>
            </w:r>
            <w:r w:rsidR="00677BC4">
              <w:rPr>
                <w:rtl/>
              </w:rPr>
              <w:t>َ</w:t>
            </w:r>
            <w:r w:rsidR="00DC404A">
              <w:rPr>
                <w:rtl/>
              </w:rPr>
              <w:t xml:space="preserve"> </w:t>
            </w:r>
            <w:r w:rsidR="00DC404A" w:rsidRPr="009647FC">
              <w:rPr>
                <w:rtl/>
              </w:rPr>
              <w:t>درِّ</w:t>
            </w:r>
            <w:r w:rsidRPr="009647FC">
              <w:rPr>
                <w:rtl/>
              </w:rPr>
              <w:t>ها</w:t>
            </w:r>
            <w:r w:rsidR="00DC404A">
              <w:rPr>
                <w:rtl/>
              </w:rPr>
              <w:t xml:space="preserve"> </w:t>
            </w:r>
            <w:r w:rsidR="00DC404A" w:rsidRPr="009647FC">
              <w:rPr>
                <w:rtl/>
              </w:rPr>
              <w:t>الأصدافُ</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في</w:t>
            </w:r>
            <w:r>
              <w:rPr>
                <w:rtl/>
              </w:rPr>
              <w:t xml:space="preserve"> </w:t>
            </w:r>
            <w:r w:rsidR="00A72677" w:rsidRPr="009647FC">
              <w:rPr>
                <w:rtl/>
              </w:rPr>
              <w:t>ته</w:t>
            </w:r>
            <w:r w:rsidRPr="009647FC">
              <w:rPr>
                <w:rtl/>
              </w:rPr>
              <w:t>انٍ</w:t>
            </w:r>
            <w:r>
              <w:rPr>
                <w:rtl/>
              </w:rPr>
              <w:t xml:space="preserve"> </w:t>
            </w:r>
            <w:r w:rsidR="00A72677" w:rsidRPr="009647FC">
              <w:rPr>
                <w:rtl/>
              </w:rPr>
              <w:t>له</w:t>
            </w:r>
            <w:r w:rsidRPr="009647FC">
              <w:rPr>
                <w:rtl/>
              </w:rPr>
              <w:t>ا</w:t>
            </w:r>
            <w:r>
              <w:rPr>
                <w:rtl/>
              </w:rPr>
              <w:t xml:space="preserve"> </w:t>
            </w:r>
            <w:r w:rsidRPr="009647FC">
              <w:rPr>
                <w:rtl/>
              </w:rPr>
              <w:t>إ</w:t>
            </w:r>
            <w:r w:rsidR="00A72677" w:rsidRPr="009647FC">
              <w:rPr>
                <w:rtl/>
              </w:rPr>
              <w:t>لي</w:t>
            </w:r>
            <w:r w:rsidRPr="009647FC">
              <w:rPr>
                <w:rtl/>
              </w:rPr>
              <w:t>ك</w:t>
            </w:r>
            <w:r>
              <w:rPr>
                <w:rtl/>
              </w:rPr>
              <w:t xml:space="preserve"> </w:t>
            </w:r>
            <w:r w:rsidRPr="009647FC">
              <w:rPr>
                <w:rtl/>
              </w:rPr>
              <w:t>ا</w:t>
            </w:r>
            <w:r w:rsidR="00A72677" w:rsidRPr="009647FC">
              <w:rPr>
                <w:rtl/>
              </w:rPr>
              <w:t>خت</w:t>
            </w:r>
            <w:r w:rsidRPr="009647FC">
              <w:rPr>
                <w:rtl/>
              </w:rPr>
              <w:t>لافٌ</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w:t>
            </w:r>
            <w:r w:rsidR="00A72677" w:rsidRPr="009647FC">
              <w:rPr>
                <w:rtl/>
              </w:rPr>
              <w:t>سعو</w:t>
            </w:r>
            <w:r w:rsidRPr="009647FC">
              <w:rPr>
                <w:rtl/>
              </w:rPr>
              <w:t>دٍ</w:t>
            </w:r>
            <w:r>
              <w:rPr>
                <w:rtl/>
              </w:rPr>
              <w:t xml:space="preserve"> </w:t>
            </w:r>
            <w:r w:rsidR="00A72677" w:rsidRPr="009647FC">
              <w:rPr>
                <w:rtl/>
              </w:rPr>
              <w:t>لها</w:t>
            </w:r>
            <w:r>
              <w:rPr>
                <w:rtl/>
              </w:rPr>
              <w:t xml:space="preserve"> </w:t>
            </w:r>
            <w:r w:rsidR="00A72677" w:rsidRPr="009647FC">
              <w:rPr>
                <w:rtl/>
              </w:rPr>
              <w:t>علي</w:t>
            </w:r>
            <w:r w:rsidRPr="009647FC">
              <w:rPr>
                <w:rtl/>
              </w:rPr>
              <w:t>ك</w:t>
            </w:r>
            <w:r w:rsidR="00677BC4">
              <w:rPr>
                <w:rtl/>
              </w:rPr>
              <w:t>َ</w:t>
            </w:r>
            <w:r>
              <w:rPr>
                <w:rtl/>
              </w:rPr>
              <w:t xml:space="preserve"> </w:t>
            </w:r>
            <w:r w:rsidRPr="009647FC">
              <w:rPr>
                <w:rtl/>
              </w:rPr>
              <w:t>ا</w:t>
            </w:r>
            <w:r w:rsidR="00A72677" w:rsidRPr="009647FC">
              <w:rPr>
                <w:rtl/>
              </w:rPr>
              <w:t>ئت</w:t>
            </w:r>
            <w:r w:rsidRPr="009647FC">
              <w:rPr>
                <w:rtl/>
              </w:rPr>
              <w:t>لافُ</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كريا</w:t>
            </w:r>
            <w:r w:rsidR="00DC404A" w:rsidRPr="009647FC">
              <w:rPr>
                <w:rtl/>
              </w:rPr>
              <w:t>ضِ</w:t>
            </w:r>
            <w:r w:rsidR="004C00A8">
              <w:rPr>
                <w:rtl/>
              </w:rPr>
              <w:t xml:space="preserve"> </w:t>
            </w:r>
            <w:r w:rsidR="00DC404A" w:rsidRPr="009647FC">
              <w:rPr>
                <w:rtl/>
              </w:rPr>
              <w:t>ا</w:t>
            </w:r>
            <w:r w:rsidRPr="009647FC">
              <w:rPr>
                <w:rtl/>
              </w:rPr>
              <w:t>لر</w:t>
            </w:r>
            <w:r w:rsidR="00DC404A" w:rsidRPr="009647FC">
              <w:rPr>
                <w:rtl/>
              </w:rPr>
              <w:t>بيع</w:t>
            </w:r>
            <w:r w:rsidR="00DC404A">
              <w:rPr>
                <w:rtl/>
              </w:rPr>
              <w:t xml:space="preserve"> </w:t>
            </w:r>
            <w:r w:rsidRPr="009647FC">
              <w:rPr>
                <w:rtl/>
              </w:rPr>
              <w:t>تو</w:t>
            </w:r>
            <w:r w:rsidR="00DC404A" w:rsidRPr="009647FC">
              <w:rPr>
                <w:rtl/>
              </w:rPr>
              <w:t>نق</w:t>
            </w:r>
            <w:r w:rsidR="00DC404A">
              <w:rPr>
                <w:rtl/>
              </w:rPr>
              <w:t xml:space="preserve"> </w:t>
            </w:r>
            <w:r w:rsidR="00DC404A" w:rsidRPr="009647FC">
              <w:rPr>
                <w:rtl/>
              </w:rPr>
              <w:t>ز</w:t>
            </w:r>
            <w:r w:rsidRPr="009647FC">
              <w:rPr>
                <w:rtl/>
              </w:rPr>
              <w:t>هر</w:t>
            </w:r>
            <w:r w:rsidR="00DC404A" w:rsidRPr="009647FC">
              <w:rPr>
                <w:rtl/>
              </w:rPr>
              <w:t>ا</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Pr="00524A24" w:rsidRDefault="00DC404A" w:rsidP="00693B01">
            <w:pPr>
              <w:pStyle w:val="libPoem"/>
            </w:pPr>
            <w:r w:rsidRPr="009647FC">
              <w:rPr>
                <w:rtl/>
              </w:rPr>
              <w:t>راق</w:t>
            </w:r>
            <w:r w:rsidR="00677BC4">
              <w:rPr>
                <w:rtl/>
              </w:rPr>
              <w:t>َ</w:t>
            </w:r>
            <w:r w:rsidR="004C00A8">
              <w:rPr>
                <w:rtl/>
              </w:rPr>
              <w:t xml:space="preserve"> </w:t>
            </w:r>
            <w:r w:rsidR="00A72677" w:rsidRPr="009647FC">
              <w:rPr>
                <w:rtl/>
              </w:rPr>
              <w:t>للن</w:t>
            </w:r>
            <w:r w:rsidRPr="009647FC">
              <w:rPr>
                <w:rtl/>
              </w:rPr>
              <w:t>اظرين</w:t>
            </w:r>
            <w:r>
              <w:rPr>
                <w:rtl/>
              </w:rPr>
              <w:t xml:space="preserve"> </w:t>
            </w:r>
            <w:r w:rsidR="00A72677" w:rsidRPr="009647FC">
              <w:rPr>
                <w:rtl/>
              </w:rPr>
              <w:t>منه</w:t>
            </w:r>
            <w:r w:rsidRPr="009647FC">
              <w:rPr>
                <w:rtl/>
              </w:rPr>
              <w:t>ا</w:t>
            </w:r>
            <w:r>
              <w:rPr>
                <w:rtl/>
              </w:rPr>
              <w:t xml:space="preserve"> </w:t>
            </w:r>
            <w:r w:rsidRPr="009647FC">
              <w:rPr>
                <w:rtl/>
              </w:rPr>
              <w:t>ا</w:t>
            </w:r>
            <w:r w:rsidR="00A72677" w:rsidRPr="009647FC">
              <w:rPr>
                <w:rtl/>
              </w:rPr>
              <w:t>قت</w:t>
            </w:r>
            <w:r w:rsidRPr="009647FC">
              <w:rPr>
                <w:rtl/>
              </w:rPr>
              <w:t>طافُ</w:t>
            </w:r>
            <w:r w:rsidRPr="00725071">
              <w:rPr>
                <w:rStyle w:val="libPoemTiniChar0"/>
                <w:rtl/>
              </w:rPr>
              <w:br/>
              <w:t> </w:t>
            </w:r>
          </w:p>
        </w:tc>
      </w:tr>
    </w:tbl>
    <w:p w:rsidR="009647FC" w:rsidRPr="00524A24" w:rsidRDefault="009647FC" w:rsidP="004E7EC6">
      <w:pPr>
        <w:pStyle w:val="libNormal"/>
      </w:pPr>
      <w:r w:rsidRPr="009647FC">
        <w:rPr>
          <w:rtl/>
        </w:rPr>
        <w:t>وقال مادحاً بعضهم</w:t>
      </w:r>
      <w:r w:rsidR="00D769AB">
        <w:rPr>
          <w:rtl/>
        </w:rPr>
        <w:t>:</w:t>
      </w:r>
    </w:p>
    <w:tbl>
      <w:tblPr>
        <w:tblStyle w:val="TableGrid"/>
        <w:bidiVisual/>
        <w:tblW w:w="4562" w:type="pct"/>
        <w:tblInd w:w="384" w:type="dxa"/>
        <w:tblLook w:val="04A0"/>
      </w:tblPr>
      <w:tblGrid>
        <w:gridCol w:w="3902"/>
        <w:gridCol w:w="301"/>
        <w:gridCol w:w="3884"/>
      </w:tblGrid>
      <w:tr w:rsidR="00DC404A" w:rsidRPr="00524A24" w:rsidTr="00DC404A">
        <w:trPr>
          <w:trHeight w:val="350"/>
        </w:trPr>
        <w:tc>
          <w:tcPr>
            <w:tcW w:w="3902" w:type="dxa"/>
          </w:tcPr>
          <w:p w:rsidR="00DC404A" w:rsidRPr="00524A24" w:rsidRDefault="00DC404A" w:rsidP="00693B01">
            <w:pPr>
              <w:pStyle w:val="libPoem"/>
            </w:pPr>
            <w:r w:rsidRPr="00A72677">
              <w:rPr>
                <w:rtl/>
              </w:rPr>
              <w:t>أ</w:t>
            </w:r>
            <w:r w:rsidR="00A72677" w:rsidRPr="00A72677">
              <w:rPr>
                <w:rtl/>
              </w:rPr>
              <w:t>هد</w:t>
            </w:r>
            <w:r w:rsidRPr="00A72677">
              <w:rPr>
                <w:rtl/>
              </w:rPr>
              <w:t>ي</w:t>
            </w:r>
            <w:r w:rsidR="004C00A8">
              <w:rPr>
                <w:rtl/>
              </w:rPr>
              <w:t xml:space="preserve"> </w:t>
            </w:r>
            <w:r w:rsidRPr="00A72677">
              <w:rPr>
                <w:rtl/>
              </w:rPr>
              <w:t>إليك</w:t>
            </w:r>
            <w:r w:rsidR="00677BC4">
              <w:rPr>
                <w:rtl/>
              </w:rPr>
              <w:t>َ</w:t>
            </w:r>
            <w:r w:rsidRPr="00A72677">
              <w:rPr>
                <w:rtl/>
              </w:rPr>
              <w:t xml:space="preserve"> أخا الفخار تحيةً</w:t>
            </w:r>
            <w:r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DC404A" w:rsidP="00693B01">
            <w:pPr>
              <w:pStyle w:val="libPoem"/>
            </w:pPr>
            <w:r w:rsidRPr="00A72677">
              <w:rPr>
                <w:rtl/>
              </w:rPr>
              <w:t>رقّ</w:t>
            </w:r>
            <w:r w:rsidR="00677BC4">
              <w:rPr>
                <w:rtl/>
              </w:rPr>
              <w:t>َ</w:t>
            </w:r>
            <w:r w:rsidR="00A72677" w:rsidRPr="00A72677">
              <w:rPr>
                <w:rtl/>
              </w:rPr>
              <w:t>ت</w:t>
            </w:r>
            <w:r w:rsidRPr="00A72677">
              <w:rPr>
                <w:rtl/>
              </w:rPr>
              <w:t xml:space="preserve"> </w:t>
            </w:r>
            <w:r w:rsidR="00A72677" w:rsidRPr="00A72677">
              <w:rPr>
                <w:rtl/>
              </w:rPr>
              <w:t>كر</w:t>
            </w:r>
            <w:r w:rsidRPr="00A72677">
              <w:rPr>
                <w:rtl/>
              </w:rPr>
              <w:t>قة طبعك</w:t>
            </w:r>
            <w:r w:rsidR="00677BC4">
              <w:rPr>
                <w:rtl/>
              </w:rPr>
              <w:t>َ</w:t>
            </w:r>
            <w:r w:rsidRPr="00A72677">
              <w:rPr>
                <w:rtl/>
              </w:rPr>
              <w:t xml:space="preserve"> الشفافِ</w:t>
            </w:r>
            <w:r w:rsidRPr="00A72677">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A72677">
              <w:rPr>
                <w:rtl/>
              </w:rPr>
              <w:t>وا</w:t>
            </w:r>
            <w:r w:rsidR="00A72677" w:rsidRPr="00A72677">
              <w:rPr>
                <w:rtl/>
              </w:rPr>
              <w:t>فت</w:t>
            </w:r>
            <w:r w:rsidRPr="00A72677">
              <w:rPr>
                <w:rtl/>
              </w:rPr>
              <w:t>ك</w:t>
            </w:r>
            <w:r w:rsidR="00677BC4">
              <w:rPr>
                <w:rtl/>
              </w:rPr>
              <w:t>َ</w:t>
            </w:r>
            <w:r w:rsidRPr="00A72677">
              <w:rPr>
                <w:rtl/>
              </w:rPr>
              <w:t xml:space="preserve"> </w:t>
            </w:r>
            <w:r w:rsidR="00A72677" w:rsidRPr="00A72677">
              <w:rPr>
                <w:rtl/>
              </w:rPr>
              <w:t>تح</w:t>
            </w:r>
            <w:r w:rsidRPr="00A72677">
              <w:rPr>
                <w:rtl/>
              </w:rPr>
              <w:t>سب أن</w:t>
            </w:r>
            <w:r w:rsidR="00A72677" w:rsidRPr="00A72677">
              <w:rPr>
                <w:rtl/>
              </w:rPr>
              <w:t>ّه</w:t>
            </w:r>
            <w:r w:rsidRPr="00A72677">
              <w:rPr>
                <w:rtl/>
              </w:rPr>
              <w:t>ا داريّ</w:t>
            </w:r>
            <w:r w:rsidR="00677BC4">
              <w:rPr>
                <w:rtl/>
              </w:rPr>
              <w:t>َ</w:t>
            </w:r>
            <w:r w:rsidRPr="00A72677">
              <w:rPr>
                <w:rtl/>
              </w:rPr>
              <w:t>ةٌ</w:t>
            </w:r>
            <w:r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A72677" w:rsidP="00693B01">
            <w:pPr>
              <w:pStyle w:val="libPoem"/>
            </w:pPr>
            <w:r w:rsidRPr="00A72677">
              <w:rPr>
                <w:rtl/>
              </w:rPr>
              <w:t>حم</w:t>
            </w:r>
            <w:r w:rsidR="00DC404A" w:rsidRPr="00A72677">
              <w:rPr>
                <w:rtl/>
              </w:rPr>
              <w:t>لتْ شذاك لأنفك المستافِ</w:t>
            </w:r>
            <w:r w:rsidR="00DC404A" w:rsidRPr="00A72677">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فد</w:t>
            </w:r>
            <w:r>
              <w:rPr>
                <w:rtl/>
              </w:rPr>
              <w:t xml:space="preserve"> </w:t>
            </w:r>
            <w:r w:rsidRPr="009647FC">
              <w:rPr>
                <w:rtl/>
              </w:rPr>
              <w:t>السرورُ</w:t>
            </w:r>
            <w:r>
              <w:rPr>
                <w:rtl/>
              </w:rPr>
              <w:t xml:space="preserve"> </w:t>
            </w:r>
            <w:r w:rsidRPr="009647FC">
              <w:rPr>
                <w:rtl/>
              </w:rPr>
              <w:t>بها</w:t>
            </w:r>
            <w:r>
              <w:rPr>
                <w:rtl/>
              </w:rPr>
              <w:t xml:space="preserve"> </w:t>
            </w:r>
            <w:r w:rsidRPr="009647FC">
              <w:rPr>
                <w:rtl/>
              </w:rPr>
              <w:t>لتهنئة</w:t>
            </w:r>
            <w:r>
              <w:rPr>
                <w:rtl/>
              </w:rPr>
              <w:t xml:space="preserve"> </w:t>
            </w:r>
            <w:r w:rsidRPr="009647FC">
              <w:rPr>
                <w:rtl/>
              </w:rPr>
              <w:t>العُلى</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في</w:t>
            </w:r>
            <w:r w:rsidR="00DC404A" w:rsidRPr="009647FC">
              <w:rPr>
                <w:rtl/>
              </w:rPr>
              <w:t>ما</w:t>
            </w:r>
            <w:r w:rsidR="004C00A8">
              <w:rPr>
                <w:rtl/>
              </w:rPr>
              <w:t xml:space="preserve"> </w:t>
            </w:r>
            <w:r w:rsidR="00DC404A" w:rsidRPr="009647FC">
              <w:rPr>
                <w:rtl/>
              </w:rPr>
              <w:t>حبيت</w:t>
            </w:r>
            <w:r w:rsidR="00677BC4">
              <w:rPr>
                <w:rtl/>
              </w:rPr>
              <w:t>َ</w:t>
            </w:r>
            <w:r w:rsidR="00DC404A">
              <w:rPr>
                <w:rtl/>
              </w:rPr>
              <w:t xml:space="preserve"> </w:t>
            </w:r>
            <w:r w:rsidR="00DC404A" w:rsidRPr="009647FC">
              <w:rPr>
                <w:rtl/>
              </w:rPr>
              <w:t>به</w:t>
            </w:r>
            <w:r w:rsidR="00DC404A">
              <w:rPr>
                <w:rtl/>
              </w:rPr>
              <w:t xml:space="preserve"> </w:t>
            </w:r>
            <w:r w:rsidR="00DC404A" w:rsidRPr="009647FC">
              <w:rPr>
                <w:rtl/>
              </w:rPr>
              <w:t>من</w:t>
            </w:r>
            <w:r w:rsidR="00DC404A">
              <w:rPr>
                <w:rtl/>
              </w:rPr>
              <w:t xml:space="preserve"> </w:t>
            </w:r>
            <w:r w:rsidR="00DC404A" w:rsidRPr="009647FC">
              <w:rPr>
                <w:rtl/>
              </w:rPr>
              <w:t>الألطافِ</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أ</w:t>
            </w:r>
            <w:r w:rsidR="00A72677" w:rsidRPr="009647FC">
              <w:rPr>
                <w:rtl/>
              </w:rPr>
              <w:t>نت</w:t>
            </w:r>
            <w:r w:rsidR="004C00A8">
              <w:rPr>
                <w:rtl/>
              </w:rPr>
              <w:t xml:space="preserve"> </w:t>
            </w:r>
            <w:r w:rsidRPr="009647FC">
              <w:rPr>
                <w:rtl/>
              </w:rPr>
              <w:t>الذي</w:t>
            </w:r>
            <w:r>
              <w:rPr>
                <w:rtl/>
              </w:rPr>
              <w:t xml:space="preserve"> </w:t>
            </w:r>
            <w:r w:rsidRPr="009647FC">
              <w:rPr>
                <w:rtl/>
              </w:rPr>
              <w:t>عكف</w:t>
            </w:r>
            <w:r w:rsidR="00677BC4">
              <w:rPr>
                <w:rtl/>
              </w:rPr>
              <w:t>َ</w:t>
            </w:r>
            <w:r>
              <w:rPr>
                <w:rtl/>
              </w:rPr>
              <w:t xml:space="preserve"> </w:t>
            </w:r>
            <w:r w:rsidRPr="009647FC">
              <w:rPr>
                <w:rtl/>
              </w:rPr>
              <w:t>الثناءُ</w:t>
            </w:r>
            <w:r>
              <w:rPr>
                <w:rtl/>
              </w:rPr>
              <w:t xml:space="preserve"> </w:t>
            </w:r>
            <w:r w:rsidRPr="009647FC">
              <w:rPr>
                <w:rtl/>
              </w:rPr>
              <w:t>بربعه</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وأ</w:t>
            </w:r>
            <w:r w:rsidR="00A72677" w:rsidRPr="009647FC">
              <w:rPr>
                <w:rtl/>
              </w:rPr>
              <w:t>طا</w:t>
            </w:r>
            <w:r w:rsidRPr="009647FC">
              <w:rPr>
                <w:rtl/>
              </w:rPr>
              <w:t>ف</w:t>
            </w:r>
            <w:r>
              <w:rPr>
                <w:rtl/>
              </w:rPr>
              <w:t xml:space="preserve"> </w:t>
            </w:r>
            <w:r w:rsidRPr="009647FC">
              <w:rPr>
                <w:rtl/>
              </w:rPr>
              <w:t>فيه</w:t>
            </w:r>
            <w:r>
              <w:rPr>
                <w:rtl/>
              </w:rPr>
              <w:t xml:space="preserve"> </w:t>
            </w:r>
            <w:r w:rsidRPr="009647FC">
              <w:rPr>
                <w:rtl/>
              </w:rPr>
              <w:t>الحمدُ</w:t>
            </w:r>
            <w:r>
              <w:rPr>
                <w:rtl/>
              </w:rPr>
              <w:t xml:space="preserve"> </w:t>
            </w:r>
            <w:r w:rsidRPr="009647FC">
              <w:rPr>
                <w:rtl/>
              </w:rPr>
              <w:t>أيّ</w:t>
            </w:r>
            <w:r w:rsidR="00677BC4">
              <w:rPr>
                <w:rtl/>
              </w:rPr>
              <w:t>َ</w:t>
            </w:r>
            <w:r>
              <w:rPr>
                <w:rtl/>
              </w:rPr>
              <w:t xml:space="preserve"> </w:t>
            </w:r>
            <w:r w:rsidRPr="009647FC">
              <w:rPr>
                <w:rtl/>
              </w:rPr>
              <w:t>مطافِ</w:t>
            </w:r>
            <w:r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شهدتْ</w:t>
            </w:r>
            <w:r>
              <w:rPr>
                <w:rtl/>
              </w:rPr>
              <w:t xml:space="preserve"> </w:t>
            </w:r>
            <w:r w:rsidRPr="009647FC">
              <w:rPr>
                <w:rtl/>
              </w:rPr>
              <w:t>لك</w:t>
            </w:r>
            <w:r>
              <w:rPr>
                <w:rtl/>
              </w:rPr>
              <w:t xml:space="preserve"> </w:t>
            </w:r>
            <w:r w:rsidRPr="009647FC">
              <w:rPr>
                <w:rtl/>
              </w:rPr>
              <w:t>(الفيحاء)</w:t>
            </w:r>
            <w:r>
              <w:rPr>
                <w:rtl/>
              </w:rPr>
              <w:t xml:space="preserve"> </w:t>
            </w:r>
            <w:r w:rsidRPr="009647FC">
              <w:rPr>
                <w:rtl/>
              </w:rPr>
              <w:t>أنّك</w:t>
            </w:r>
            <w:r>
              <w:rPr>
                <w:rtl/>
              </w:rPr>
              <w:t xml:space="preserve"> </w:t>
            </w:r>
            <w:r w:rsidRPr="009647FC">
              <w:rPr>
                <w:rtl/>
              </w:rPr>
              <w:t>زدتها</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شر</w:t>
            </w:r>
            <w:r w:rsidR="00DC404A" w:rsidRPr="009647FC">
              <w:rPr>
                <w:rtl/>
              </w:rPr>
              <w:t>فاً</w:t>
            </w:r>
            <w:r w:rsidR="004C00A8">
              <w:rPr>
                <w:rtl/>
              </w:rPr>
              <w:t xml:space="preserve"> </w:t>
            </w:r>
            <w:r w:rsidR="00DC404A" w:rsidRPr="009647FC">
              <w:rPr>
                <w:rtl/>
              </w:rPr>
              <w:t>لأنّك</w:t>
            </w:r>
            <w:r w:rsidR="00DC404A">
              <w:rPr>
                <w:rtl/>
              </w:rPr>
              <w:t xml:space="preserve"> </w:t>
            </w:r>
            <w:r w:rsidR="00DC404A" w:rsidRPr="009647FC">
              <w:rPr>
                <w:rtl/>
              </w:rPr>
              <w:t>صفوةُ</w:t>
            </w:r>
            <w:r w:rsidR="00DC404A">
              <w:rPr>
                <w:rtl/>
              </w:rPr>
              <w:t xml:space="preserve"> </w:t>
            </w:r>
            <w:r w:rsidR="00DC404A" w:rsidRPr="009647FC">
              <w:rPr>
                <w:rtl/>
              </w:rPr>
              <w:t>الأشرافِ</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به</w:t>
            </w:r>
            <w:r w:rsidRPr="009647FC">
              <w:rPr>
                <w:rtl/>
              </w:rPr>
              <w:t>ا</w:t>
            </w:r>
            <w:r>
              <w:rPr>
                <w:rtl/>
              </w:rPr>
              <w:t xml:space="preserve"> </w:t>
            </w:r>
            <w:r w:rsidRPr="009647FC">
              <w:rPr>
                <w:rtl/>
              </w:rPr>
              <w:t>لك</w:t>
            </w:r>
            <w:r>
              <w:rPr>
                <w:rtl/>
              </w:rPr>
              <w:t xml:space="preserve"> </w:t>
            </w:r>
            <w:r w:rsidRPr="009647FC">
              <w:rPr>
                <w:rtl/>
              </w:rPr>
              <w:t>انتهت</w:t>
            </w:r>
            <w:r>
              <w:rPr>
                <w:rtl/>
              </w:rPr>
              <w:t xml:space="preserve"> </w:t>
            </w:r>
            <w:r w:rsidRPr="009647FC">
              <w:rPr>
                <w:rtl/>
              </w:rPr>
              <w:t>الرياسة</w:t>
            </w:r>
            <w:r>
              <w:rPr>
                <w:rtl/>
              </w:rPr>
              <w:t xml:space="preserve"> </w:t>
            </w:r>
            <w:r w:rsidRPr="009647FC">
              <w:rPr>
                <w:rtl/>
              </w:rPr>
              <w:t>كلُّها</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فر</w:t>
            </w:r>
            <w:r w:rsidR="00DC404A" w:rsidRPr="009647FC">
              <w:rPr>
                <w:rtl/>
              </w:rPr>
              <w:t>فلت</w:t>
            </w:r>
            <w:r w:rsidR="00677BC4">
              <w:rPr>
                <w:rtl/>
              </w:rPr>
              <w:t>َ</w:t>
            </w:r>
            <w:r w:rsidR="004C00A8">
              <w:rPr>
                <w:rtl/>
              </w:rPr>
              <w:t xml:space="preserve"> </w:t>
            </w:r>
            <w:r w:rsidR="00DC404A" w:rsidRPr="009647FC">
              <w:rPr>
                <w:rtl/>
              </w:rPr>
              <w:t>في</w:t>
            </w:r>
            <w:r w:rsidR="00DC404A">
              <w:rPr>
                <w:rtl/>
              </w:rPr>
              <w:t xml:space="preserve"> </w:t>
            </w:r>
            <w:r w:rsidR="00DC404A" w:rsidRPr="009647FC">
              <w:rPr>
                <w:rtl/>
              </w:rPr>
              <w:t>حبراتها</w:t>
            </w:r>
            <w:r w:rsidR="00DC404A">
              <w:rPr>
                <w:rtl/>
              </w:rPr>
              <w:t xml:space="preserve"> </w:t>
            </w:r>
            <w:r w:rsidR="00DC404A" w:rsidRPr="009647FC">
              <w:rPr>
                <w:rtl/>
              </w:rPr>
              <w:t>الأفوافِ</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به</w:t>
            </w:r>
            <w:r w:rsidRPr="009647FC">
              <w:rPr>
                <w:rtl/>
              </w:rPr>
              <w:t>ا</w:t>
            </w:r>
            <w:r w:rsidR="004C00A8">
              <w:rPr>
                <w:rtl/>
              </w:rPr>
              <w:t xml:space="preserve"> </w:t>
            </w:r>
            <w:r w:rsidRPr="009647FC">
              <w:rPr>
                <w:rtl/>
              </w:rPr>
              <w:t>قدمت</w:t>
            </w:r>
            <w:r w:rsidR="00677BC4">
              <w:rPr>
                <w:rtl/>
              </w:rPr>
              <w:t>َ</w:t>
            </w:r>
            <w:r>
              <w:rPr>
                <w:rtl/>
              </w:rPr>
              <w:t xml:space="preserve"> </w:t>
            </w:r>
            <w:r w:rsidRPr="009647FC">
              <w:rPr>
                <w:rtl/>
              </w:rPr>
              <w:t>فكان</w:t>
            </w:r>
            <w:r>
              <w:rPr>
                <w:rtl/>
              </w:rPr>
              <w:t xml:space="preserve"> </w:t>
            </w:r>
            <w:r w:rsidRPr="009647FC">
              <w:rPr>
                <w:rtl/>
              </w:rPr>
              <w:t>أيمنُ</w:t>
            </w:r>
            <w:r>
              <w:rPr>
                <w:rtl/>
              </w:rPr>
              <w:t xml:space="preserve"> </w:t>
            </w:r>
            <w:r w:rsidRPr="009647FC">
              <w:rPr>
                <w:rtl/>
              </w:rPr>
              <w:t>مقدمٍ</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طر</w:t>
            </w:r>
            <w:r w:rsidR="00DC404A" w:rsidRPr="009647FC">
              <w:rPr>
                <w:rtl/>
              </w:rPr>
              <w:t>ق</w:t>
            </w:r>
            <w:r w:rsidR="00677BC4">
              <w:rPr>
                <w:rtl/>
              </w:rPr>
              <w:t>َ</w:t>
            </w:r>
            <w:r w:rsidR="00DC404A">
              <w:rPr>
                <w:rtl/>
              </w:rPr>
              <w:t xml:space="preserve"> </w:t>
            </w:r>
            <w:r w:rsidR="00DC404A" w:rsidRPr="009647FC">
              <w:rPr>
                <w:rtl/>
              </w:rPr>
              <w:t>ا</w:t>
            </w:r>
            <w:r w:rsidRPr="009647FC">
              <w:rPr>
                <w:rtl/>
              </w:rPr>
              <w:t>لع</w:t>
            </w:r>
            <w:r w:rsidR="00DC404A" w:rsidRPr="009647FC">
              <w:rPr>
                <w:rtl/>
              </w:rPr>
              <w:t>داة</w:t>
            </w:r>
            <w:r w:rsidR="00DC404A">
              <w:rPr>
                <w:rtl/>
              </w:rPr>
              <w:t xml:space="preserve"> </w:t>
            </w:r>
            <w:r w:rsidR="00DC404A" w:rsidRPr="009647FC">
              <w:rPr>
                <w:rtl/>
              </w:rPr>
              <w:t>بمرغم</w:t>
            </w:r>
            <w:r w:rsidR="00DC404A">
              <w:rPr>
                <w:rtl/>
              </w:rPr>
              <w:t xml:space="preserve"> </w:t>
            </w:r>
            <w:r w:rsidR="00DC404A" w:rsidRPr="009647FC">
              <w:rPr>
                <w:rtl/>
              </w:rPr>
              <w:t>الآنافِ</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كا</w:t>
            </w:r>
            <w:r w:rsidR="00DC404A" w:rsidRPr="009647FC">
              <w:rPr>
                <w:rtl/>
              </w:rPr>
              <w:t>نت</w:t>
            </w:r>
            <w:r w:rsidR="004C00A8">
              <w:rPr>
                <w:rtl/>
              </w:rPr>
              <w:t xml:space="preserve"> </w:t>
            </w:r>
            <w:r w:rsidR="00DC404A" w:rsidRPr="009647FC">
              <w:rPr>
                <w:rtl/>
              </w:rPr>
              <w:t>أ</w:t>
            </w:r>
            <w:r w:rsidRPr="009647FC">
              <w:rPr>
                <w:rtl/>
              </w:rPr>
              <w:t>ما</w:t>
            </w:r>
            <w:r w:rsidR="00DC404A" w:rsidRPr="009647FC">
              <w:rPr>
                <w:rtl/>
              </w:rPr>
              <w:t>ني</w:t>
            </w:r>
            <w:r w:rsidR="00DC404A">
              <w:rPr>
                <w:rtl/>
              </w:rPr>
              <w:t xml:space="preserve"> </w:t>
            </w:r>
            <w:r w:rsidR="00DC404A" w:rsidRPr="009647FC">
              <w:rPr>
                <w:rtl/>
              </w:rPr>
              <w:t>أنفسِ</w:t>
            </w:r>
            <w:r w:rsidR="00DC404A">
              <w:rPr>
                <w:rtl/>
              </w:rPr>
              <w:t xml:space="preserve"> </w:t>
            </w:r>
            <w:r w:rsidR="00DC404A" w:rsidRPr="009647FC">
              <w:rPr>
                <w:rtl/>
              </w:rPr>
              <w:t>مكذوبةٍ</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Pr="00524A24" w:rsidRDefault="00DC404A" w:rsidP="00693B01">
            <w:pPr>
              <w:pStyle w:val="libPoem"/>
            </w:pPr>
            <w:r w:rsidRPr="009647FC">
              <w:rPr>
                <w:rtl/>
              </w:rPr>
              <w:t>د</w:t>
            </w:r>
            <w:r w:rsidR="00A72677" w:rsidRPr="009647FC">
              <w:rPr>
                <w:rtl/>
              </w:rPr>
              <w:t>عت</w:t>
            </w:r>
            <w:r>
              <w:rPr>
                <w:rtl/>
              </w:rPr>
              <w:t xml:space="preserve"> </w:t>
            </w:r>
            <w:r w:rsidRPr="009647FC">
              <w:rPr>
                <w:rtl/>
              </w:rPr>
              <w:t>الحسود</w:t>
            </w:r>
            <w:r>
              <w:rPr>
                <w:rtl/>
              </w:rPr>
              <w:t xml:space="preserve"> </w:t>
            </w:r>
            <w:r w:rsidRPr="009647FC">
              <w:rPr>
                <w:rtl/>
              </w:rPr>
              <w:t>لقلّة</w:t>
            </w:r>
            <w:r>
              <w:rPr>
                <w:rtl/>
              </w:rPr>
              <w:t xml:space="preserve"> </w:t>
            </w:r>
            <w:r w:rsidRPr="009647FC">
              <w:rPr>
                <w:rtl/>
              </w:rPr>
              <w:t>الإنصافِ</w:t>
            </w:r>
            <w:r w:rsidRPr="00725071">
              <w:rPr>
                <w:rStyle w:val="libPoemTiniChar0"/>
                <w:rtl/>
              </w:rPr>
              <w:br/>
              <w:t> </w:t>
            </w:r>
          </w:p>
        </w:tc>
      </w:tr>
    </w:tbl>
    <w:p w:rsidR="009647FC" w:rsidRPr="00524A24" w:rsidRDefault="009647FC" w:rsidP="004E7EC6">
      <w:pPr>
        <w:pStyle w:val="libNormal"/>
      </w:pPr>
      <w:r w:rsidRPr="009647FC">
        <w:rPr>
          <w:rtl/>
        </w:rPr>
        <w:t>وقال يمدح السيد سلمان النقيب</w:t>
      </w:r>
      <w:r w:rsidR="00D769AB">
        <w:rPr>
          <w:rtl/>
        </w:rPr>
        <w:t>،</w:t>
      </w:r>
      <w:r w:rsidRPr="009647FC">
        <w:rPr>
          <w:rtl/>
        </w:rPr>
        <w:t xml:space="preserve"> وقد التمسه الحاج مصطفى كبّه</w:t>
      </w:r>
      <w:r w:rsidR="00D769AB">
        <w:rPr>
          <w:rtl/>
        </w:rPr>
        <w:t>،</w:t>
      </w:r>
      <w:r w:rsidRPr="009647FC">
        <w:rPr>
          <w:rtl/>
        </w:rPr>
        <w:t xml:space="preserve"> وذلك ببغداد سنة 1295 هـ</w:t>
      </w:r>
      <w:r w:rsidR="00D769AB">
        <w:rPr>
          <w:rtl/>
        </w:rPr>
        <w:t>:</w:t>
      </w:r>
    </w:p>
    <w:tbl>
      <w:tblPr>
        <w:tblStyle w:val="TableGrid"/>
        <w:bidiVisual/>
        <w:tblW w:w="4562" w:type="pct"/>
        <w:tblInd w:w="384" w:type="dxa"/>
        <w:tblLook w:val="04A0"/>
      </w:tblPr>
      <w:tblGrid>
        <w:gridCol w:w="3902"/>
        <w:gridCol w:w="301"/>
        <w:gridCol w:w="3884"/>
      </w:tblGrid>
      <w:tr w:rsidR="00DC404A" w:rsidRPr="00524A24" w:rsidTr="00DC404A">
        <w:trPr>
          <w:trHeight w:val="350"/>
        </w:trPr>
        <w:tc>
          <w:tcPr>
            <w:tcW w:w="3902" w:type="dxa"/>
          </w:tcPr>
          <w:p w:rsidR="00DC404A" w:rsidRPr="00524A24" w:rsidRDefault="00A72677" w:rsidP="00693B01">
            <w:pPr>
              <w:pStyle w:val="libPoem"/>
            </w:pPr>
            <w:r w:rsidRPr="00A72677">
              <w:rPr>
                <w:rtl/>
              </w:rPr>
              <w:t>بن</w:t>
            </w:r>
            <w:r w:rsidR="00DC404A" w:rsidRPr="00A72677">
              <w:rPr>
                <w:rtl/>
              </w:rPr>
              <w:t>ى</w:t>
            </w:r>
            <w:r w:rsidR="004C00A8">
              <w:rPr>
                <w:rtl/>
              </w:rPr>
              <w:t xml:space="preserve"> </w:t>
            </w:r>
            <w:r w:rsidR="00DC404A" w:rsidRPr="00A72677">
              <w:rPr>
                <w:rtl/>
              </w:rPr>
              <w:t>العشقُ ما أحلى إليّ كلّ عاشقِ</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DC404A" w:rsidP="00693B01">
            <w:pPr>
              <w:pStyle w:val="libPoem"/>
            </w:pPr>
            <w:r w:rsidRPr="00A72677">
              <w:rPr>
                <w:rtl/>
              </w:rPr>
              <w:t>ط</w:t>
            </w:r>
            <w:r w:rsidR="00A72677" w:rsidRPr="00A72677">
              <w:rPr>
                <w:rtl/>
              </w:rPr>
              <w:t>ِل</w:t>
            </w:r>
            <w:r w:rsidRPr="00A72677">
              <w:rPr>
                <w:rtl/>
              </w:rPr>
              <w:t>اً</w:t>
            </w:r>
            <w:r w:rsidR="004C00A8">
              <w:rPr>
                <w:rtl/>
              </w:rPr>
              <w:t xml:space="preserve"> </w:t>
            </w:r>
            <w:r w:rsidR="00A72677" w:rsidRPr="00A72677">
              <w:rPr>
                <w:rtl/>
              </w:rPr>
              <w:t>لم</w:t>
            </w:r>
            <w:r w:rsidRPr="00A72677">
              <w:rPr>
                <w:rtl/>
              </w:rPr>
              <w:t>شوقٍ زف</w:t>
            </w:r>
            <w:r w:rsidR="00A72677" w:rsidRPr="00A72677">
              <w:rPr>
                <w:rtl/>
              </w:rPr>
              <w:t>ّه</w:t>
            </w:r>
            <w:r w:rsidRPr="00A72677">
              <w:rPr>
                <w:rtl/>
              </w:rPr>
              <w:t xml:space="preserve">ا </w:t>
            </w:r>
            <w:r w:rsidR="00A72677" w:rsidRPr="00A72677">
              <w:rPr>
                <w:rtl/>
              </w:rPr>
              <w:t>كف</w:t>
            </w:r>
            <w:r w:rsidRPr="00A72677">
              <w:rPr>
                <w:rtl/>
              </w:rPr>
              <w:t>ُّ شائقِ</w:t>
            </w:r>
            <w:r w:rsidRPr="00A72677">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لم</w:t>
            </w:r>
            <w:r w:rsidR="004C00A8">
              <w:rPr>
                <w:rtl/>
              </w:rPr>
              <w:t xml:space="preserve"> </w:t>
            </w:r>
            <w:r w:rsidRPr="009647FC">
              <w:rPr>
                <w:rtl/>
              </w:rPr>
              <w:t>أر</w:t>
            </w:r>
            <w:r w:rsidR="00677BC4">
              <w:rPr>
                <w:rtl/>
              </w:rPr>
              <w:t>َ</w:t>
            </w:r>
            <w:r>
              <w:rPr>
                <w:rtl/>
              </w:rPr>
              <w:t xml:space="preserve"> </w:t>
            </w:r>
            <w:r w:rsidR="00A72677" w:rsidRPr="009647FC">
              <w:rPr>
                <w:rtl/>
              </w:rPr>
              <w:t>في</w:t>
            </w:r>
            <w:r>
              <w:rPr>
                <w:rtl/>
              </w:rPr>
              <w:t xml:space="preserve"> </w:t>
            </w:r>
            <w:r w:rsidRPr="009647FC">
              <w:rPr>
                <w:rtl/>
              </w:rPr>
              <w:t>الأحشاء</w:t>
            </w:r>
            <w:r>
              <w:rPr>
                <w:rtl/>
              </w:rPr>
              <w:t xml:space="preserve"> </w:t>
            </w:r>
            <w:r w:rsidRPr="009647FC">
              <w:rPr>
                <w:rtl/>
              </w:rPr>
              <w:t>ألطف</w:t>
            </w:r>
            <w:r w:rsidR="00677BC4">
              <w:rPr>
                <w:rtl/>
              </w:rPr>
              <w:t>َ</w:t>
            </w:r>
            <w:r>
              <w:rPr>
                <w:rtl/>
              </w:rPr>
              <w:t xml:space="preserve"> </w:t>
            </w:r>
            <w:r w:rsidRPr="009647FC">
              <w:rPr>
                <w:rtl/>
              </w:rPr>
              <w:t>موقعا</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وأر</w:t>
            </w:r>
            <w:r w:rsidR="00A72677" w:rsidRPr="009647FC">
              <w:rPr>
                <w:rtl/>
              </w:rPr>
              <w:t>شق</w:t>
            </w:r>
            <w:r w:rsidR="00677BC4">
              <w:rPr>
                <w:rtl/>
              </w:rPr>
              <w:t>َ</w:t>
            </w:r>
            <w:r w:rsidR="004C00A8">
              <w:rPr>
                <w:rtl/>
              </w:rPr>
              <w:t xml:space="preserve"> </w:t>
            </w:r>
            <w:r w:rsidR="00A72677" w:rsidRPr="009647FC">
              <w:rPr>
                <w:rtl/>
              </w:rPr>
              <w:t>من</w:t>
            </w:r>
            <w:r>
              <w:rPr>
                <w:rtl/>
              </w:rPr>
              <w:t xml:space="preserve"> </w:t>
            </w:r>
            <w:r w:rsidRPr="009647FC">
              <w:rPr>
                <w:rtl/>
              </w:rPr>
              <w:t>نبلِ</w:t>
            </w:r>
            <w:r>
              <w:rPr>
                <w:rtl/>
              </w:rPr>
              <w:t xml:space="preserve"> </w:t>
            </w:r>
            <w:r w:rsidRPr="009647FC">
              <w:rPr>
                <w:rtl/>
              </w:rPr>
              <w:t>العيون</w:t>
            </w:r>
            <w:r>
              <w:rPr>
                <w:rtl/>
              </w:rPr>
              <w:t xml:space="preserve"> </w:t>
            </w:r>
            <w:r w:rsidRPr="009647FC">
              <w:rPr>
                <w:rtl/>
              </w:rPr>
              <w:t>الرواشقِ</w:t>
            </w:r>
            <w:r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وأ</w:t>
            </w:r>
            <w:r w:rsidR="00A72677" w:rsidRPr="009647FC">
              <w:rPr>
                <w:rtl/>
              </w:rPr>
              <w:t>غر</w:t>
            </w:r>
            <w:r w:rsidRPr="009647FC">
              <w:rPr>
                <w:rtl/>
              </w:rPr>
              <w:t>ق</w:t>
            </w:r>
            <w:r>
              <w:rPr>
                <w:rtl/>
              </w:rPr>
              <w:t xml:space="preserve"> </w:t>
            </w:r>
            <w:r w:rsidRPr="009647FC">
              <w:rPr>
                <w:rtl/>
              </w:rPr>
              <w:t>أهلُ</w:t>
            </w:r>
            <w:r>
              <w:rPr>
                <w:rtl/>
              </w:rPr>
              <w:t xml:space="preserve"> </w:t>
            </w:r>
            <w:r w:rsidRPr="009647FC">
              <w:rPr>
                <w:rtl/>
              </w:rPr>
              <w:t>الحبّ</w:t>
            </w:r>
            <w:r>
              <w:rPr>
                <w:rtl/>
              </w:rPr>
              <w:t xml:space="preserve"> </w:t>
            </w:r>
            <w:r w:rsidRPr="009647FC">
              <w:rPr>
                <w:rtl/>
              </w:rPr>
              <w:t>في</w:t>
            </w:r>
            <w:r>
              <w:rPr>
                <w:rtl/>
              </w:rPr>
              <w:t xml:space="preserve"> </w:t>
            </w:r>
            <w:r w:rsidRPr="009647FC">
              <w:rPr>
                <w:rtl/>
              </w:rPr>
              <w:t>الحبّ</w:t>
            </w:r>
            <w:r>
              <w:rPr>
                <w:rtl/>
              </w:rPr>
              <w:t xml:space="preserve"> </w:t>
            </w:r>
            <w:r w:rsidRPr="009647FC">
              <w:rPr>
                <w:rtl/>
              </w:rPr>
              <w:t>مهجةً</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بك</w:t>
            </w:r>
            <w:r w:rsidR="00DC404A" w:rsidRPr="009647FC">
              <w:rPr>
                <w:rtl/>
              </w:rPr>
              <w:t>لّ</w:t>
            </w:r>
            <w:r w:rsidR="00DC404A">
              <w:rPr>
                <w:rtl/>
              </w:rPr>
              <w:t xml:space="preserve"> </w:t>
            </w:r>
            <w:r w:rsidRPr="009647FC">
              <w:rPr>
                <w:rtl/>
              </w:rPr>
              <w:t>غر</w:t>
            </w:r>
            <w:r w:rsidR="00DC404A" w:rsidRPr="009647FC">
              <w:rPr>
                <w:rtl/>
              </w:rPr>
              <w:t>يرٍ</w:t>
            </w:r>
            <w:r w:rsidR="00DC404A">
              <w:rPr>
                <w:rtl/>
              </w:rPr>
              <w:t xml:space="preserve"> </w:t>
            </w:r>
            <w:r w:rsidRPr="009647FC">
              <w:rPr>
                <w:rtl/>
              </w:rPr>
              <w:t>في</w:t>
            </w:r>
            <w:r w:rsidR="00DC404A">
              <w:rPr>
                <w:rtl/>
              </w:rPr>
              <w:t xml:space="preserve"> </w:t>
            </w:r>
            <w:r w:rsidR="00DC404A" w:rsidRPr="009647FC">
              <w:rPr>
                <w:rtl/>
              </w:rPr>
              <w:t>ا</w:t>
            </w:r>
            <w:r w:rsidRPr="009647FC">
              <w:rPr>
                <w:rtl/>
              </w:rPr>
              <w:t>لم</w:t>
            </w:r>
            <w:r w:rsidR="00DC404A" w:rsidRPr="009647FC">
              <w:rPr>
                <w:rtl/>
              </w:rPr>
              <w:t>حاسن</w:t>
            </w:r>
            <w:r w:rsidR="00DC404A">
              <w:rPr>
                <w:rtl/>
              </w:rPr>
              <w:t xml:space="preserve"> </w:t>
            </w:r>
            <w:r w:rsidR="00DC404A" w:rsidRPr="009647FC">
              <w:rPr>
                <w:rtl/>
              </w:rPr>
              <w:t>فائقِ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أ</w:t>
            </w:r>
            <w:r w:rsidR="00A72677" w:rsidRPr="009647FC">
              <w:rPr>
                <w:rtl/>
              </w:rPr>
              <w:t>ظن</w:t>
            </w:r>
            <w:r w:rsidRPr="009647FC">
              <w:rPr>
                <w:rtl/>
              </w:rPr>
              <w:t>ُّهم</w:t>
            </w:r>
            <w:r>
              <w:rPr>
                <w:rtl/>
              </w:rPr>
              <w:t xml:space="preserve"> </w:t>
            </w:r>
            <w:r w:rsidR="00A72677" w:rsidRPr="009647FC">
              <w:rPr>
                <w:rtl/>
              </w:rPr>
              <w:t>حت</w:t>
            </w:r>
            <w:r w:rsidRPr="009647FC">
              <w:rPr>
                <w:rtl/>
              </w:rPr>
              <w:t>ى</w:t>
            </w:r>
            <w:r>
              <w:rPr>
                <w:rtl/>
              </w:rPr>
              <w:t xml:space="preserve"> </w:t>
            </w:r>
            <w:r w:rsidR="00A72677" w:rsidRPr="009647FC">
              <w:rPr>
                <w:rtl/>
              </w:rPr>
              <w:t>عل</w:t>
            </w:r>
            <w:r w:rsidRPr="009647FC">
              <w:rPr>
                <w:rtl/>
              </w:rPr>
              <w:t>ى</w:t>
            </w:r>
            <w:r>
              <w:rPr>
                <w:rtl/>
              </w:rPr>
              <w:t xml:space="preserve"> </w:t>
            </w:r>
            <w:r w:rsidR="00A72677" w:rsidRPr="009647FC">
              <w:rPr>
                <w:rtl/>
              </w:rPr>
              <w:t>لح</w:t>
            </w:r>
            <w:r w:rsidRPr="009647FC">
              <w:rPr>
                <w:rtl/>
              </w:rPr>
              <w:t>ظ</w:t>
            </w:r>
            <w:r>
              <w:rPr>
                <w:rtl/>
              </w:rPr>
              <w:t xml:space="preserve"> </w:t>
            </w:r>
            <w:r w:rsidR="00A72677" w:rsidRPr="009647FC">
              <w:rPr>
                <w:rtl/>
              </w:rPr>
              <w:t>عي</w:t>
            </w:r>
            <w:r w:rsidRPr="009647FC">
              <w:rPr>
                <w:rtl/>
              </w:rPr>
              <w:t>نه</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بم</w:t>
            </w:r>
            <w:r w:rsidR="00DC404A" w:rsidRPr="009647FC">
              <w:rPr>
                <w:rtl/>
              </w:rPr>
              <w:t>ا</w:t>
            </w:r>
            <w:r w:rsidR="004C00A8">
              <w:rPr>
                <w:rtl/>
              </w:rPr>
              <w:t xml:space="preserve"> </w:t>
            </w:r>
            <w:r w:rsidR="00DC404A" w:rsidRPr="009647FC">
              <w:rPr>
                <w:rtl/>
              </w:rPr>
              <w:t>ا</w:t>
            </w:r>
            <w:r w:rsidRPr="009647FC">
              <w:rPr>
                <w:rtl/>
              </w:rPr>
              <w:t>حم</w:t>
            </w:r>
            <w:r w:rsidR="00DC404A" w:rsidRPr="009647FC">
              <w:rPr>
                <w:rtl/>
              </w:rPr>
              <w:t>رّ</w:t>
            </w:r>
            <w:r w:rsidR="00677BC4">
              <w:rPr>
                <w:rtl/>
              </w:rPr>
              <w:t>َ</w:t>
            </w:r>
            <w:r w:rsidR="00DC404A">
              <w:rPr>
                <w:rtl/>
              </w:rPr>
              <w:t xml:space="preserve"> </w:t>
            </w:r>
            <w:r w:rsidRPr="009647FC">
              <w:rPr>
                <w:rtl/>
              </w:rPr>
              <w:t>من</w:t>
            </w:r>
            <w:r w:rsidR="00DC404A">
              <w:rPr>
                <w:rtl/>
              </w:rPr>
              <w:t xml:space="preserve"> </w:t>
            </w:r>
            <w:r w:rsidR="00DC404A" w:rsidRPr="009647FC">
              <w:rPr>
                <w:rtl/>
              </w:rPr>
              <w:t>وردٍ</w:t>
            </w:r>
            <w:r w:rsidR="00DC404A">
              <w:rPr>
                <w:rtl/>
              </w:rPr>
              <w:t xml:space="preserve"> </w:t>
            </w:r>
            <w:r w:rsidR="00DC404A" w:rsidRPr="009647FC">
              <w:rPr>
                <w:rtl/>
              </w:rPr>
              <w:t>بخديه</w:t>
            </w:r>
            <w:r w:rsidR="00DC404A">
              <w:rPr>
                <w:rtl/>
              </w:rPr>
              <w:t xml:space="preserve"> </w:t>
            </w:r>
            <w:r w:rsidR="00DC404A" w:rsidRPr="009647FC">
              <w:rPr>
                <w:rtl/>
              </w:rPr>
              <w:t>رائقِ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ما</w:t>
            </w:r>
            <w:r>
              <w:rPr>
                <w:rtl/>
              </w:rPr>
              <w:t xml:space="preserve"> </w:t>
            </w:r>
            <w:r w:rsidRPr="009647FC">
              <w:rPr>
                <w:rtl/>
              </w:rPr>
              <w:t>ا</w:t>
            </w:r>
            <w:r w:rsidR="00A72677" w:rsidRPr="009647FC">
              <w:rPr>
                <w:rtl/>
              </w:rPr>
              <w:t>لع</w:t>
            </w:r>
            <w:r w:rsidRPr="009647FC">
              <w:rPr>
                <w:rtl/>
              </w:rPr>
              <w:t>مرُ</w:t>
            </w:r>
            <w:r>
              <w:rPr>
                <w:rtl/>
              </w:rPr>
              <w:t xml:space="preserve"> </w:t>
            </w:r>
            <w:r w:rsidR="00A72677" w:rsidRPr="009647FC">
              <w:rPr>
                <w:rtl/>
              </w:rPr>
              <w:t>عن</w:t>
            </w:r>
            <w:r w:rsidRPr="009647FC">
              <w:rPr>
                <w:rtl/>
              </w:rPr>
              <w:t>دي</w:t>
            </w:r>
            <w:r>
              <w:rPr>
                <w:rtl/>
              </w:rPr>
              <w:t xml:space="preserve"> </w:t>
            </w:r>
            <w:r w:rsidRPr="009647FC">
              <w:rPr>
                <w:rtl/>
              </w:rPr>
              <w:t>كلمُّه</w:t>
            </w:r>
            <w:r>
              <w:rPr>
                <w:rtl/>
              </w:rPr>
              <w:t xml:space="preserve"> </w:t>
            </w:r>
            <w:r w:rsidRPr="009647FC">
              <w:rPr>
                <w:rtl/>
              </w:rPr>
              <w:t>غير</w:t>
            </w:r>
            <w:r>
              <w:rPr>
                <w:rtl/>
              </w:rPr>
              <w:t xml:space="preserve"> </w:t>
            </w:r>
            <w:r w:rsidRPr="009647FC">
              <w:rPr>
                <w:rtl/>
              </w:rPr>
              <w:t>ليلةٍ</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يب</w:t>
            </w:r>
            <w:r w:rsidR="00DC404A" w:rsidRPr="009647FC">
              <w:rPr>
                <w:rtl/>
              </w:rPr>
              <w:t>يتُ</w:t>
            </w:r>
            <w:r w:rsidR="00DC404A">
              <w:rPr>
                <w:rtl/>
              </w:rPr>
              <w:t xml:space="preserve"> </w:t>
            </w:r>
            <w:r w:rsidR="00DC404A" w:rsidRPr="009647FC">
              <w:rPr>
                <w:rtl/>
              </w:rPr>
              <w:t>ر</w:t>
            </w:r>
            <w:r w:rsidRPr="009647FC">
              <w:rPr>
                <w:rtl/>
              </w:rPr>
              <w:t>هي</w:t>
            </w:r>
            <w:r w:rsidR="00DC404A" w:rsidRPr="009647FC">
              <w:rPr>
                <w:rtl/>
              </w:rPr>
              <w:t>فُ</w:t>
            </w:r>
            <w:r w:rsidR="00DC404A">
              <w:rPr>
                <w:rtl/>
              </w:rPr>
              <w:t xml:space="preserve"> </w:t>
            </w:r>
            <w:r w:rsidR="00DC404A" w:rsidRPr="009647FC">
              <w:rPr>
                <w:rtl/>
              </w:rPr>
              <w:t>الخصر</w:t>
            </w:r>
            <w:r w:rsidR="00DC404A">
              <w:rPr>
                <w:rtl/>
              </w:rPr>
              <w:t xml:space="preserve"> </w:t>
            </w:r>
            <w:r w:rsidR="00DC404A" w:rsidRPr="009647FC">
              <w:rPr>
                <w:rtl/>
              </w:rPr>
              <w:t>فيها</w:t>
            </w:r>
            <w:r w:rsidR="00DC404A">
              <w:rPr>
                <w:rtl/>
              </w:rPr>
              <w:t xml:space="preserve"> </w:t>
            </w:r>
            <w:r w:rsidR="00DC404A" w:rsidRPr="009647FC">
              <w:rPr>
                <w:rtl/>
              </w:rPr>
              <w:t>معانقي</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تر</w:t>
            </w:r>
            <w:r w:rsidR="00DC404A" w:rsidRPr="009647FC">
              <w:rPr>
                <w:rtl/>
              </w:rPr>
              <w:t>فُّ</w:t>
            </w:r>
            <w:r w:rsidR="004C00A8">
              <w:rPr>
                <w:rtl/>
              </w:rPr>
              <w:t xml:space="preserve"> </w:t>
            </w:r>
            <w:r w:rsidRPr="009647FC">
              <w:rPr>
                <w:rtl/>
              </w:rPr>
              <w:t>عل</w:t>
            </w:r>
            <w:r w:rsidR="00DC404A" w:rsidRPr="009647FC">
              <w:rPr>
                <w:rtl/>
              </w:rPr>
              <w:t>ى</w:t>
            </w:r>
            <w:r w:rsidR="00DC404A">
              <w:rPr>
                <w:rtl/>
              </w:rPr>
              <w:t xml:space="preserve"> </w:t>
            </w:r>
            <w:r w:rsidR="00DC404A" w:rsidRPr="009647FC">
              <w:rPr>
                <w:rtl/>
              </w:rPr>
              <w:t>صدري</w:t>
            </w:r>
            <w:r w:rsidR="00DC404A">
              <w:rPr>
                <w:rtl/>
              </w:rPr>
              <w:t xml:space="preserve"> </w:t>
            </w:r>
            <w:r w:rsidR="00DC404A" w:rsidRPr="009647FC">
              <w:rPr>
                <w:rtl/>
              </w:rPr>
              <w:t>خوافقُ</w:t>
            </w:r>
            <w:r w:rsidR="00DC404A">
              <w:rPr>
                <w:rtl/>
              </w:rPr>
              <w:t xml:space="preserve"> </w:t>
            </w:r>
            <w:r w:rsidR="00DC404A" w:rsidRPr="009647FC">
              <w:rPr>
                <w:rtl/>
              </w:rPr>
              <w:t>فرعه</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Pr="00524A24" w:rsidRDefault="00DC404A" w:rsidP="00693B01">
            <w:pPr>
              <w:pStyle w:val="libPoem"/>
            </w:pPr>
            <w:r w:rsidRPr="009647FC">
              <w:rPr>
                <w:rtl/>
              </w:rPr>
              <w:t>ر</w:t>
            </w:r>
            <w:r w:rsidR="00A72677" w:rsidRPr="009647FC">
              <w:rPr>
                <w:rtl/>
              </w:rPr>
              <w:t>في</w:t>
            </w:r>
            <w:r w:rsidRPr="009647FC">
              <w:rPr>
                <w:rtl/>
              </w:rPr>
              <w:t>ف</w:t>
            </w:r>
            <w:r w:rsidR="00677BC4">
              <w:rPr>
                <w:rtl/>
              </w:rPr>
              <w:t>َ</w:t>
            </w:r>
            <w:r w:rsidR="004C00A8">
              <w:rPr>
                <w:rtl/>
              </w:rPr>
              <w:t xml:space="preserve"> </w:t>
            </w:r>
            <w:r w:rsidRPr="009647FC">
              <w:rPr>
                <w:rtl/>
              </w:rPr>
              <w:t>حشاً</w:t>
            </w:r>
            <w:r>
              <w:rPr>
                <w:rtl/>
              </w:rPr>
              <w:t xml:space="preserve"> </w:t>
            </w:r>
            <w:r w:rsidRPr="009647FC">
              <w:rPr>
                <w:rtl/>
              </w:rPr>
              <w:t>منّي</w:t>
            </w:r>
            <w:r>
              <w:rPr>
                <w:rtl/>
              </w:rPr>
              <w:t xml:space="preserve"> </w:t>
            </w:r>
            <w:r w:rsidRPr="009647FC">
              <w:rPr>
                <w:rtl/>
              </w:rPr>
              <w:t>على</w:t>
            </w:r>
            <w:r>
              <w:rPr>
                <w:rtl/>
              </w:rPr>
              <w:t xml:space="preserve"> </w:t>
            </w:r>
            <w:r w:rsidRPr="009647FC">
              <w:rPr>
                <w:rtl/>
              </w:rPr>
              <w:t>الشوق</w:t>
            </w:r>
            <w:r>
              <w:rPr>
                <w:rtl/>
              </w:rPr>
              <w:t xml:space="preserve"> </w:t>
            </w:r>
            <w:r w:rsidRPr="009647FC">
              <w:rPr>
                <w:rtl/>
              </w:rPr>
              <w:t>خافقِ</w:t>
            </w:r>
            <w:r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C404A" w:rsidRPr="00524A24" w:rsidTr="00DC404A">
        <w:trPr>
          <w:trHeight w:val="350"/>
        </w:trPr>
        <w:tc>
          <w:tcPr>
            <w:tcW w:w="3902" w:type="dxa"/>
          </w:tcPr>
          <w:p w:rsidR="00DC404A" w:rsidRPr="00524A24" w:rsidRDefault="00DC404A" w:rsidP="00693B01">
            <w:pPr>
              <w:pStyle w:val="libPoem"/>
            </w:pPr>
            <w:r w:rsidRPr="009647FC">
              <w:rPr>
                <w:rtl/>
              </w:rPr>
              <w:lastRenderedPageBreak/>
              <w:t>كأنّ</w:t>
            </w:r>
            <w:r w:rsidR="00677BC4">
              <w:rPr>
                <w:rtl/>
              </w:rPr>
              <w:t>َ</w:t>
            </w:r>
            <w:r w:rsidR="004C00A8">
              <w:rPr>
                <w:rtl/>
              </w:rPr>
              <w:t xml:space="preserve"> </w:t>
            </w:r>
            <w:r w:rsidRPr="009647FC">
              <w:rPr>
                <w:rtl/>
              </w:rPr>
              <w:t>ا</w:t>
            </w:r>
            <w:r w:rsidR="00A72677" w:rsidRPr="009647FC">
              <w:rPr>
                <w:rtl/>
              </w:rPr>
              <w:t>لثر</w:t>
            </w:r>
            <w:r w:rsidRPr="009647FC">
              <w:rPr>
                <w:rtl/>
              </w:rPr>
              <w:t>يّا</w:t>
            </w:r>
            <w:r>
              <w:rPr>
                <w:rtl/>
              </w:rPr>
              <w:t xml:space="preserve"> </w:t>
            </w:r>
            <w:r w:rsidR="00A72677" w:rsidRPr="009647FC">
              <w:rPr>
                <w:rtl/>
              </w:rPr>
              <w:t>طو</w:t>
            </w:r>
            <w:r w:rsidRPr="009647FC">
              <w:rPr>
                <w:rtl/>
              </w:rPr>
              <w:t>قته</w:t>
            </w:r>
            <w:r>
              <w:rPr>
                <w:rtl/>
              </w:rPr>
              <w:t xml:space="preserve"> </w:t>
            </w:r>
            <w:r w:rsidR="00A72677" w:rsidRPr="009647FC">
              <w:rPr>
                <w:rtl/>
              </w:rPr>
              <w:t>هل</w:t>
            </w:r>
            <w:r w:rsidRPr="009647FC">
              <w:rPr>
                <w:rtl/>
              </w:rPr>
              <w:t>الها</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w:t>
            </w:r>
            <w:r w:rsidR="00A72677" w:rsidRPr="009647FC">
              <w:rPr>
                <w:rtl/>
              </w:rPr>
              <w:t>من</w:t>
            </w:r>
            <w:r w:rsidR="004C00A8">
              <w:rPr>
                <w:rtl/>
              </w:rPr>
              <w:t xml:space="preserve"> </w:t>
            </w:r>
            <w:r w:rsidR="00A72677" w:rsidRPr="009647FC">
              <w:rPr>
                <w:rtl/>
              </w:rPr>
              <w:t>حس</w:t>
            </w:r>
            <w:r w:rsidRPr="009647FC">
              <w:rPr>
                <w:rtl/>
              </w:rPr>
              <w:t>دٍ</w:t>
            </w:r>
            <w:r>
              <w:rPr>
                <w:rtl/>
              </w:rPr>
              <w:t xml:space="preserve"> </w:t>
            </w:r>
            <w:r w:rsidR="00A72677" w:rsidRPr="009647FC">
              <w:rPr>
                <w:rtl/>
              </w:rPr>
              <w:t>مد</w:t>
            </w:r>
            <w:r w:rsidRPr="009647FC">
              <w:rPr>
                <w:rtl/>
              </w:rPr>
              <w:t>ّتْ</w:t>
            </w:r>
            <w:r>
              <w:rPr>
                <w:rtl/>
              </w:rPr>
              <w:t xml:space="preserve"> </w:t>
            </w:r>
            <w:r w:rsidRPr="009647FC">
              <w:rPr>
                <w:rtl/>
              </w:rPr>
              <w:t>له</w:t>
            </w:r>
            <w:r>
              <w:rPr>
                <w:rtl/>
              </w:rPr>
              <w:t xml:space="preserve"> </w:t>
            </w:r>
            <w:r w:rsidRPr="009647FC">
              <w:rPr>
                <w:rtl/>
              </w:rPr>
              <w:t>كفّ</w:t>
            </w:r>
            <w:r w:rsidR="00677BC4">
              <w:rPr>
                <w:rtl/>
              </w:rPr>
              <w:t>َ</w:t>
            </w:r>
            <w:r>
              <w:rPr>
                <w:rtl/>
              </w:rPr>
              <w:t xml:space="preserve"> </w:t>
            </w:r>
            <w:r w:rsidRPr="009647FC">
              <w:rPr>
                <w:rtl/>
              </w:rPr>
              <w:t>سارقِ</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من</w:t>
            </w:r>
            <w:r w:rsidR="00DC404A">
              <w:rPr>
                <w:rtl/>
              </w:rPr>
              <w:t xml:space="preserve"> </w:t>
            </w:r>
            <w:r w:rsidR="00DC404A" w:rsidRPr="009647FC">
              <w:rPr>
                <w:rtl/>
              </w:rPr>
              <w:t>الريم</w:t>
            </w:r>
            <w:r w:rsidR="00DC404A">
              <w:rPr>
                <w:rtl/>
              </w:rPr>
              <w:t xml:space="preserve"> </w:t>
            </w:r>
            <w:r w:rsidR="00DC404A" w:rsidRPr="009647FC">
              <w:rPr>
                <w:rtl/>
              </w:rPr>
              <w:t>لم</w:t>
            </w:r>
            <w:r w:rsidR="00DC404A">
              <w:rPr>
                <w:rtl/>
              </w:rPr>
              <w:t xml:space="preserve"> </w:t>
            </w:r>
            <w:r w:rsidR="00DC404A" w:rsidRPr="009647FC">
              <w:rPr>
                <w:rtl/>
              </w:rPr>
              <w:t>يألفْ</w:t>
            </w:r>
            <w:r w:rsidR="00DC404A">
              <w:rPr>
                <w:rtl/>
              </w:rPr>
              <w:t xml:space="preserve"> </w:t>
            </w:r>
            <w:r w:rsidR="00DC404A" w:rsidRPr="009647FC">
              <w:rPr>
                <w:rtl/>
              </w:rPr>
              <w:t>سوى</w:t>
            </w:r>
            <w:r w:rsidR="00DC404A">
              <w:rPr>
                <w:rtl/>
              </w:rPr>
              <w:t xml:space="preserve"> </w:t>
            </w:r>
            <w:r w:rsidR="00DC404A" w:rsidRPr="009647FC">
              <w:rPr>
                <w:rtl/>
              </w:rPr>
              <w:t>الرمل</w:t>
            </w:r>
            <w:r w:rsidR="00DC404A">
              <w:rPr>
                <w:rtl/>
              </w:rPr>
              <w:t xml:space="preserve"> </w:t>
            </w:r>
            <w:r w:rsidR="00DC404A" w:rsidRPr="009647FC">
              <w:rPr>
                <w:rtl/>
              </w:rPr>
              <w:t>ملعبا</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ولم</w:t>
            </w:r>
            <w:r w:rsidR="004C00A8">
              <w:rPr>
                <w:rtl/>
              </w:rPr>
              <w:t xml:space="preserve"> </w:t>
            </w:r>
            <w:r w:rsidR="00A72677" w:rsidRPr="009647FC">
              <w:rPr>
                <w:rtl/>
              </w:rPr>
              <w:t>ير</w:t>
            </w:r>
            <w:r w:rsidRPr="009647FC">
              <w:rPr>
                <w:rtl/>
              </w:rPr>
              <w:t>تبعْ</w:t>
            </w:r>
            <w:r>
              <w:rPr>
                <w:rtl/>
              </w:rPr>
              <w:t xml:space="preserve"> </w:t>
            </w:r>
            <w:r w:rsidRPr="009647FC">
              <w:rPr>
                <w:rtl/>
              </w:rPr>
              <w:t>إلاّ</w:t>
            </w:r>
            <w:r>
              <w:rPr>
                <w:rtl/>
              </w:rPr>
              <w:t xml:space="preserve"> </w:t>
            </w:r>
            <w:r w:rsidR="00A72677" w:rsidRPr="009647FC">
              <w:rPr>
                <w:rtl/>
              </w:rPr>
              <w:t>بأ</w:t>
            </w:r>
            <w:r w:rsidRPr="009647FC">
              <w:rPr>
                <w:rtl/>
              </w:rPr>
              <w:t>حناء</w:t>
            </w:r>
            <w:r>
              <w:rPr>
                <w:rtl/>
              </w:rPr>
              <w:t xml:space="preserve"> </w:t>
            </w:r>
            <w:r w:rsidR="00A72677" w:rsidRPr="009647FC">
              <w:rPr>
                <w:rtl/>
              </w:rPr>
              <w:t>با</w:t>
            </w:r>
            <w:r w:rsidRPr="009647FC">
              <w:rPr>
                <w:rtl/>
              </w:rPr>
              <w:t>رقِ</w:t>
            </w:r>
            <w:r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نش</w:t>
            </w:r>
            <w:r w:rsidRPr="009647FC">
              <w:rPr>
                <w:rtl/>
              </w:rPr>
              <w:t>وان</w:t>
            </w:r>
            <w:r w:rsidR="00677BC4">
              <w:rPr>
                <w:rtl/>
              </w:rPr>
              <w:t>َ</w:t>
            </w:r>
            <w:r>
              <w:rPr>
                <w:rtl/>
              </w:rPr>
              <w:t xml:space="preserve"> </w:t>
            </w:r>
            <w:r w:rsidR="00A72677" w:rsidRPr="009647FC">
              <w:rPr>
                <w:rtl/>
              </w:rPr>
              <w:t>من</w:t>
            </w:r>
            <w:r>
              <w:rPr>
                <w:rtl/>
              </w:rPr>
              <w:t xml:space="preserve"> </w:t>
            </w:r>
            <w:r w:rsidR="00A72677" w:rsidRPr="009647FC">
              <w:rPr>
                <w:rtl/>
              </w:rPr>
              <w:t>مش</w:t>
            </w:r>
            <w:r w:rsidRPr="009647FC">
              <w:rPr>
                <w:rtl/>
              </w:rPr>
              <w:t>مولة</w:t>
            </w:r>
            <w:r>
              <w:rPr>
                <w:rtl/>
              </w:rPr>
              <w:t xml:space="preserve"> </w:t>
            </w:r>
            <w:r w:rsidRPr="009647FC">
              <w:rPr>
                <w:rtl/>
              </w:rPr>
              <w:t>ا</w:t>
            </w:r>
            <w:r w:rsidR="00A72677" w:rsidRPr="009647FC">
              <w:rPr>
                <w:rtl/>
              </w:rPr>
              <w:t>لد</w:t>
            </w:r>
            <w:r w:rsidRPr="009647FC">
              <w:rPr>
                <w:rtl/>
              </w:rPr>
              <w:t>لِّ</w:t>
            </w:r>
            <w:r>
              <w:rPr>
                <w:rtl/>
              </w:rPr>
              <w:t xml:space="preserve"> </w:t>
            </w:r>
            <w:r w:rsidRPr="009647FC">
              <w:rPr>
                <w:rtl/>
              </w:rPr>
              <w:t>قدُّه</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أرقُّ</w:t>
            </w:r>
            <w:r w:rsidR="004C00A8">
              <w:rPr>
                <w:rtl/>
              </w:rPr>
              <w:t xml:space="preserve"> </w:t>
            </w:r>
            <w:r w:rsidR="00A72677" w:rsidRPr="009647FC">
              <w:rPr>
                <w:rtl/>
              </w:rPr>
              <w:t>من</w:t>
            </w:r>
            <w:r>
              <w:rPr>
                <w:rtl/>
              </w:rPr>
              <w:t xml:space="preserve"> </w:t>
            </w:r>
            <w:r w:rsidRPr="009647FC">
              <w:rPr>
                <w:rtl/>
              </w:rPr>
              <w:t>ا</w:t>
            </w:r>
            <w:r w:rsidR="00A72677" w:rsidRPr="009647FC">
              <w:rPr>
                <w:rtl/>
              </w:rPr>
              <w:t>لغ</w:t>
            </w:r>
            <w:r w:rsidRPr="009647FC">
              <w:rPr>
                <w:rtl/>
              </w:rPr>
              <w:t>صن</w:t>
            </w:r>
            <w:r>
              <w:rPr>
                <w:rtl/>
              </w:rPr>
              <w:t xml:space="preserve"> </w:t>
            </w:r>
            <w:r w:rsidRPr="009647FC">
              <w:rPr>
                <w:rtl/>
              </w:rPr>
              <w:t>ا</w:t>
            </w:r>
            <w:r w:rsidR="00A72677" w:rsidRPr="009647FC">
              <w:rPr>
                <w:rtl/>
              </w:rPr>
              <w:t>نع</w:t>
            </w:r>
            <w:r w:rsidRPr="009647FC">
              <w:rPr>
                <w:rtl/>
              </w:rPr>
              <w:t>طافاً</w:t>
            </w:r>
            <w:r>
              <w:rPr>
                <w:rtl/>
              </w:rPr>
              <w:t xml:space="preserve"> </w:t>
            </w:r>
            <w:r w:rsidRPr="009647FC">
              <w:rPr>
                <w:rtl/>
              </w:rPr>
              <w:t>لوامقِ</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مو</w:t>
            </w:r>
            <w:r w:rsidR="00DC404A" w:rsidRPr="009647FC">
              <w:rPr>
                <w:rtl/>
              </w:rPr>
              <w:t>رّدُ</w:t>
            </w:r>
            <w:r w:rsidR="00DC404A">
              <w:rPr>
                <w:rtl/>
              </w:rPr>
              <w:t xml:space="preserve"> </w:t>
            </w:r>
            <w:r w:rsidRPr="009647FC">
              <w:rPr>
                <w:rtl/>
              </w:rPr>
              <w:t>ما</w:t>
            </w:r>
            <w:r w:rsidR="00DC404A">
              <w:rPr>
                <w:rtl/>
              </w:rPr>
              <w:t xml:space="preserve"> </w:t>
            </w:r>
            <w:r w:rsidRPr="009647FC">
              <w:rPr>
                <w:rtl/>
              </w:rPr>
              <w:t>بي</w:t>
            </w:r>
            <w:r w:rsidR="00DC404A" w:rsidRPr="009647FC">
              <w:rPr>
                <w:rtl/>
              </w:rPr>
              <w:t>ن</w:t>
            </w:r>
            <w:r w:rsidR="00DC404A">
              <w:rPr>
                <w:rtl/>
              </w:rPr>
              <w:t xml:space="preserve"> </w:t>
            </w:r>
            <w:r w:rsidR="00DC404A" w:rsidRPr="009647FC">
              <w:rPr>
                <w:rtl/>
              </w:rPr>
              <w:t>ا</w:t>
            </w:r>
            <w:r w:rsidRPr="009647FC">
              <w:rPr>
                <w:rtl/>
              </w:rPr>
              <w:t>لع</w:t>
            </w:r>
            <w:r w:rsidR="00DC404A" w:rsidRPr="009647FC">
              <w:rPr>
                <w:rtl/>
              </w:rPr>
              <w:t>ذارين</w:t>
            </w:r>
            <w:r w:rsidR="00DC404A">
              <w:rPr>
                <w:rtl/>
              </w:rPr>
              <w:t xml:space="preserve"> </w:t>
            </w:r>
            <w:r w:rsidR="00DC404A" w:rsidRPr="009647FC">
              <w:rPr>
                <w:rtl/>
              </w:rPr>
              <w:t>زارني</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فنز</w:t>
            </w:r>
            <w:r w:rsidR="00DC404A" w:rsidRPr="009647FC">
              <w:rPr>
                <w:rtl/>
              </w:rPr>
              <w:t>ّ</w:t>
            </w:r>
            <w:r w:rsidR="00677BC4">
              <w:rPr>
                <w:rtl/>
              </w:rPr>
              <w:t>َ</w:t>
            </w:r>
            <w:r w:rsidR="00DC404A" w:rsidRPr="009647FC">
              <w:rPr>
                <w:rtl/>
              </w:rPr>
              <w:t>ه</w:t>
            </w:r>
            <w:r w:rsidR="004C00A8">
              <w:rPr>
                <w:rtl/>
              </w:rPr>
              <w:t xml:space="preserve"> </w:t>
            </w:r>
            <w:r w:rsidR="00DC404A" w:rsidRPr="009647FC">
              <w:rPr>
                <w:rtl/>
              </w:rPr>
              <w:t>أ</w:t>
            </w:r>
            <w:r w:rsidRPr="009647FC">
              <w:rPr>
                <w:rtl/>
              </w:rPr>
              <w:t>حد</w:t>
            </w:r>
            <w:r w:rsidR="00DC404A" w:rsidRPr="009647FC">
              <w:rPr>
                <w:rtl/>
              </w:rPr>
              <w:t>اقي</w:t>
            </w:r>
            <w:r w:rsidR="00DC404A">
              <w:rPr>
                <w:rtl/>
              </w:rPr>
              <w:t xml:space="preserve"> </w:t>
            </w:r>
            <w:r w:rsidRPr="009647FC">
              <w:rPr>
                <w:rtl/>
              </w:rPr>
              <w:t>بل</w:t>
            </w:r>
            <w:r w:rsidR="00DC404A" w:rsidRPr="009647FC">
              <w:rPr>
                <w:rtl/>
              </w:rPr>
              <w:t>ون</w:t>
            </w:r>
            <w:r w:rsidR="00DC404A">
              <w:rPr>
                <w:rtl/>
              </w:rPr>
              <w:t xml:space="preserve"> </w:t>
            </w:r>
            <w:r w:rsidR="00DC404A" w:rsidRPr="009647FC">
              <w:rPr>
                <w:rtl/>
              </w:rPr>
              <w:t>ا</w:t>
            </w:r>
            <w:r w:rsidRPr="009647FC">
              <w:rPr>
                <w:rtl/>
              </w:rPr>
              <w:t>لح</w:t>
            </w:r>
            <w:r w:rsidR="00DC404A" w:rsidRPr="009647FC">
              <w:rPr>
                <w:rtl/>
              </w:rPr>
              <w:t>دائقِ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قل</w:t>
            </w:r>
            <w:r w:rsidRPr="009647FC">
              <w:rPr>
                <w:rtl/>
              </w:rPr>
              <w:t>تُ</w:t>
            </w:r>
            <w:r w:rsidR="004C00A8">
              <w:rPr>
                <w:rtl/>
              </w:rPr>
              <w:t xml:space="preserve"> </w:t>
            </w:r>
            <w:r w:rsidRPr="009647FC">
              <w:rPr>
                <w:rtl/>
              </w:rPr>
              <w:t>وقد</w:t>
            </w:r>
            <w:r>
              <w:rPr>
                <w:rtl/>
              </w:rPr>
              <w:t xml:space="preserve"> </w:t>
            </w:r>
            <w:r w:rsidRPr="009647FC">
              <w:rPr>
                <w:rtl/>
              </w:rPr>
              <w:t>أرخى</w:t>
            </w:r>
            <w:r>
              <w:rPr>
                <w:rtl/>
              </w:rPr>
              <w:t xml:space="preserve"> </w:t>
            </w:r>
            <w:r w:rsidRPr="009647FC">
              <w:rPr>
                <w:rtl/>
              </w:rPr>
              <w:t>على</w:t>
            </w:r>
            <w:r>
              <w:rPr>
                <w:rtl/>
              </w:rPr>
              <w:t xml:space="preserve"> </w:t>
            </w:r>
            <w:r w:rsidRPr="009647FC">
              <w:rPr>
                <w:rtl/>
              </w:rPr>
              <w:t>الخدّ</w:t>
            </w:r>
            <w:r>
              <w:rPr>
                <w:rtl/>
              </w:rPr>
              <w:t xml:space="preserve"> </w:t>
            </w:r>
            <w:r w:rsidRPr="009647FC">
              <w:rPr>
                <w:rtl/>
              </w:rPr>
              <w:t>صدغه</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لق</w:t>
            </w:r>
            <w:r w:rsidR="00DC404A" w:rsidRPr="009647FC">
              <w:rPr>
                <w:rtl/>
              </w:rPr>
              <w:t>د</w:t>
            </w:r>
            <w:r w:rsidR="00DC404A">
              <w:rPr>
                <w:rtl/>
              </w:rPr>
              <w:t xml:space="preserve"> </w:t>
            </w:r>
            <w:r w:rsidRPr="009647FC">
              <w:rPr>
                <w:rtl/>
              </w:rPr>
              <w:t>سل</w:t>
            </w:r>
            <w:r w:rsidR="00DC404A" w:rsidRPr="009647FC">
              <w:rPr>
                <w:rtl/>
              </w:rPr>
              <w:t>سل</w:t>
            </w:r>
            <w:r w:rsidR="00677BC4">
              <w:rPr>
                <w:rtl/>
              </w:rPr>
              <w:t>َ</w:t>
            </w:r>
            <w:r w:rsidR="00DC404A">
              <w:rPr>
                <w:rtl/>
              </w:rPr>
              <w:t xml:space="preserve"> </w:t>
            </w:r>
            <w:r w:rsidR="00DC404A" w:rsidRPr="009647FC">
              <w:rPr>
                <w:rtl/>
              </w:rPr>
              <w:t>ا</w:t>
            </w:r>
            <w:r w:rsidRPr="009647FC">
              <w:rPr>
                <w:rtl/>
              </w:rPr>
              <w:t>لر</w:t>
            </w:r>
            <w:r w:rsidR="00DC404A" w:rsidRPr="009647FC">
              <w:rPr>
                <w:rtl/>
              </w:rPr>
              <w:t>يحان</w:t>
            </w:r>
            <w:r w:rsidR="00DC404A">
              <w:rPr>
                <w:rtl/>
              </w:rPr>
              <w:t xml:space="preserve"> </w:t>
            </w:r>
            <w:r w:rsidR="00DC404A" w:rsidRPr="009647FC">
              <w:rPr>
                <w:rtl/>
              </w:rPr>
              <w:t>فوق</w:t>
            </w:r>
            <w:r w:rsidR="00677BC4">
              <w:rPr>
                <w:rtl/>
              </w:rPr>
              <w:t>َ</w:t>
            </w:r>
            <w:r w:rsidR="00DC404A">
              <w:rPr>
                <w:rtl/>
              </w:rPr>
              <w:t xml:space="preserve"> </w:t>
            </w:r>
            <w:r w:rsidR="00DC404A" w:rsidRPr="009647FC">
              <w:rPr>
                <w:rtl/>
              </w:rPr>
              <w:t>الشقائقِ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أ</w:t>
            </w:r>
            <w:r w:rsidR="00A72677" w:rsidRPr="009647FC">
              <w:rPr>
                <w:rtl/>
              </w:rPr>
              <w:t>قبل</w:t>
            </w:r>
            <w:r w:rsidRPr="009647FC">
              <w:rPr>
                <w:rtl/>
              </w:rPr>
              <w:t>ُّ</w:t>
            </w:r>
            <w:r>
              <w:rPr>
                <w:rtl/>
              </w:rPr>
              <w:t xml:space="preserve"> </w:t>
            </w:r>
            <w:r w:rsidR="00A72677" w:rsidRPr="009647FC">
              <w:rPr>
                <w:rtl/>
              </w:rPr>
              <w:t>طو</w:t>
            </w:r>
            <w:r w:rsidRPr="009647FC">
              <w:rPr>
                <w:rtl/>
              </w:rPr>
              <w:t>راً</w:t>
            </w:r>
            <w:r>
              <w:rPr>
                <w:rtl/>
              </w:rPr>
              <w:t xml:space="preserve"> </w:t>
            </w:r>
            <w:r w:rsidRPr="009647FC">
              <w:rPr>
                <w:rtl/>
              </w:rPr>
              <w:t>ورد</w:t>
            </w:r>
            <w:r w:rsidR="00677BC4">
              <w:rPr>
                <w:rtl/>
              </w:rPr>
              <w:t>َ</w:t>
            </w:r>
            <w:r>
              <w:rPr>
                <w:rtl/>
              </w:rPr>
              <w:t xml:space="preserve"> </w:t>
            </w:r>
            <w:r w:rsidR="00A72677" w:rsidRPr="009647FC">
              <w:rPr>
                <w:rtl/>
              </w:rPr>
              <w:t>خد</w:t>
            </w:r>
            <w:r w:rsidRPr="009647FC">
              <w:rPr>
                <w:rtl/>
              </w:rPr>
              <w:t>يه</w:t>
            </w:r>
            <w:r>
              <w:rPr>
                <w:rtl/>
              </w:rPr>
              <w:t xml:space="preserve"> </w:t>
            </w:r>
            <w:r w:rsidR="00A72677" w:rsidRPr="009647FC">
              <w:rPr>
                <w:rtl/>
              </w:rPr>
              <w:t>نا</w:t>
            </w:r>
            <w:r w:rsidRPr="009647FC">
              <w:rPr>
                <w:rtl/>
              </w:rPr>
              <w:t>شقا</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عب</w:t>
            </w:r>
            <w:r w:rsidR="00DC404A" w:rsidRPr="009647FC">
              <w:rPr>
                <w:rtl/>
              </w:rPr>
              <w:t>ير</w:t>
            </w:r>
            <w:r w:rsidR="00677BC4">
              <w:rPr>
                <w:rtl/>
              </w:rPr>
              <w:t>َ</w:t>
            </w:r>
            <w:r w:rsidR="004C00A8">
              <w:rPr>
                <w:rtl/>
              </w:rPr>
              <w:t xml:space="preserve"> </w:t>
            </w:r>
            <w:r w:rsidRPr="009647FC">
              <w:rPr>
                <w:rtl/>
              </w:rPr>
              <w:t>شذ</w:t>
            </w:r>
            <w:r w:rsidR="00DC404A" w:rsidRPr="009647FC">
              <w:rPr>
                <w:rtl/>
              </w:rPr>
              <w:t>ىً</w:t>
            </w:r>
            <w:r w:rsidR="00DC404A">
              <w:rPr>
                <w:rtl/>
              </w:rPr>
              <w:t xml:space="preserve"> </w:t>
            </w:r>
            <w:r w:rsidR="00DC404A" w:rsidRPr="009647FC">
              <w:rPr>
                <w:rtl/>
              </w:rPr>
              <w:t>ما</w:t>
            </w:r>
            <w:r w:rsidR="00DC404A">
              <w:rPr>
                <w:rtl/>
              </w:rPr>
              <w:t xml:space="preserve"> </w:t>
            </w:r>
            <w:r w:rsidR="00DC404A" w:rsidRPr="009647FC">
              <w:rPr>
                <w:rtl/>
              </w:rPr>
              <w:t>شق</w:t>
            </w:r>
            <w:r w:rsidR="00677BC4">
              <w:rPr>
                <w:rtl/>
              </w:rPr>
              <w:t>َ</w:t>
            </w:r>
            <w:r w:rsidR="00DC404A">
              <w:rPr>
                <w:rtl/>
              </w:rPr>
              <w:t xml:space="preserve"> </w:t>
            </w:r>
            <w:r w:rsidR="00DC404A" w:rsidRPr="009647FC">
              <w:rPr>
                <w:rtl/>
              </w:rPr>
              <w:t>عرنين</w:t>
            </w:r>
            <w:r w:rsidR="00DC404A">
              <w:rPr>
                <w:rtl/>
              </w:rPr>
              <w:t xml:space="preserve"> </w:t>
            </w:r>
            <w:r w:rsidR="00DC404A" w:rsidRPr="009647FC">
              <w:rPr>
                <w:rtl/>
              </w:rPr>
              <w:t>ناشقِ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وأ</w:t>
            </w:r>
            <w:r w:rsidR="00A72677" w:rsidRPr="009647FC">
              <w:rPr>
                <w:rtl/>
              </w:rPr>
              <w:t>لث</w:t>
            </w:r>
            <w:r w:rsidRPr="009647FC">
              <w:rPr>
                <w:rtl/>
              </w:rPr>
              <w:t>مُ</w:t>
            </w:r>
            <w:r w:rsidR="004C00A8">
              <w:rPr>
                <w:rtl/>
              </w:rPr>
              <w:t xml:space="preserve"> </w:t>
            </w:r>
            <w:r w:rsidR="00A72677" w:rsidRPr="009647FC">
              <w:rPr>
                <w:rtl/>
              </w:rPr>
              <w:t>طو</w:t>
            </w:r>
            <w:r w:rsidRPr="009647FC">
              <w:rPr>
                <w:rtl/>
              </w:rPr>
              <w:t>راً</w:t>
            </w:r>
            <w:r>
              <w:rPr>
                <w:rtl/>
              </w:rPr>
              <w:t xml:space="preserve"> </w:t>
            </w:r>
            <w:r w:rsidR="00A72677" w:rsidRPr="009647FC">
              <w:rPr>
                <w:rtl/>
              </w:rPr>
              <w:t>ثغ</w:t>
            </w:r>
            <w:r w:rsidRPr="009647FC">
              <w:rPr>
                <w:rtl/>
              </w:rPr>
              <w:t>ره</w:t>
            </w:r>
            <w:r>
              <w:rPr>
                <w:rtl/>
              </w:rPr>
              <w:t xml:space="preserve"> </w:t>
            </w:r>
            <w:r w:rsidRPr="009647FC">
              <w:rPr>
                <w:rtl/>
              </w:rPr>
              <w:t>العذب</w:t>
            </w:r>
            <w:r w:rsidR="00677BC4">
              <w:rPr>
                <w:rtl/>
              </w:rPr>
              <w:t>َ</w:t>
            </w:r>
            <w:r>
              <w:rPr>
                <w:rtl/>
              </w:rPr>
              <w:t xml:space="preserve"> </w:t>
            </w:r>
            <w:r w:rsidRPr="009647FC">
              <w:rPr>
                <w:rtl/>
              </w:rPr>
              <w:t>راشفا</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سل</w:t>
            </w:r>
            <w:r w:rsidR="00DC404A" w:rsidRPr="009647FC">
              <w:rPr>
                <w:rtl/>
              </w:rPr>
              <w:t>افة</w:t>
            </w:r>
            <w:r w:rsidR="004C00A8">
              <w:rPr>
                <w:rtl/>
              </w:rPr>
              <w:t xml:space="preserve"> </w:t>
            </w:r>
            <w:r w:rsidRPr="009647FC">
              <w:rPr>
                <w:rtl/>
              </w:rPr>
              <w:t>خم</w:t>
            </w:r>
            <w:r w:rsidR="00DC404A" w:rsidRPr="009647FC">
              <w:rPr>
                <w:rtl/>
              </w:rPr>
              <w:t>رٍ</w:t>
            </w:r>
            <w:r w:rsidR="00DC404A">
              <w:rPr>
                <w:rtl/>
              </w:rPr>
              <w:t xml:space="preserve"> </w:t>
            </w:r>
            <w:r w:rsidRPr="009647FC">
              <w:rPr>
                <w:rtl/>
              </w:rPr>
              <w:t>لم</w:t>
            </w:r>
            <w:r w:rsidR="00DC404A">
              <w:rPr>
                <w:rtl/>
              </w:rPr>
              <w:t xml:space="preserve"> </w:t>
            </w:r>
            <w:r w:rsidRPr="009647FC">
              <w:rPr>
                <w:rtl/>
              </w:rPr>
              <w:t>تد</w:t>
            </w:r>
            <w:r w:rsidR="00DC404A" w:rsidRPr="009647FC">
              <w:rPr>
                <w:rtl/>
              </w:rPr>
              <w:t>نّسْ</w:t>
            </w:r>
            <w:r w:rsidR="00DC404A">
              <w:rPr>
                <w:rtl/>
              </w:rPr>
              <w:t xml:space="preserve"> </w:t>
            </w:r>
            <w:r w:rsidRPr="009647FC">
              <w:rPr>
                <w:rtl/>
              </w:rPr>
              <w:t>بذ</w:t>
            </w:r>
            <w:r w:rsidR="00DC404A" w:rsidRPr="009647FC">
              <w:rPr>
                <w:rtl/>
              </w:rPr>
              <w:t>ائقِ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خل</w:t>
            </w:r>
            <w:r w:rsidR="00DC404A" w:rsidRPr="00A72677">
              <w:rPr>
                <w:rtl/>
              </w:rPr>
              <w:t>وتُ و</w:t>
            </w:r>
            <w:r w:rsidRPr="00A72677">
              <w:rPr>
                <w:rtl/>
              </w:rPr>
              <w:t>ما</w:t>
            </w:r>
            <w:r w:rsidR="00DC404A" w:rsidRPr="00A72677">
              <w:rPr>
                <w:rtl/>
              </w:rPr>
              <w:t xml:space="preserve"> </w:t>
            </w:r>
            <w:r w:rsidRPr="00A72677">
              <w:rPr>
                <w:rtl/>
              </w:rPr>
              <w:t>بي</w:t>
            </w:r>
            <w:r w:rsidR="00DC404A" w:rsidRPr="00A72677">
              <w:rPr>
                <w:rtl/>
              </w:rPr>
              <w:t xml:space="preserve"> ريبةٌ غير نظرةٍ</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A72677" w:rsidP="00693B01">
            <w:pPr>
              <w:pStyle w:val="libPoem"/>
            </w:pPr>
            <w:r w:rsidRPr="00A72677">
              <w:rPr>
                <w:rtl/>
              </w:rPr>
              <w:t>تز</w:t>
            </w:r>
            <w:r w:rsidR="00DC404A" w:rsidRPr="00A72677">
              <w:rPr>
                <w:rtl/>
              </w:rPr>
              <w:t>وّ</w:t>
            </w:r>
            <w:r w:rsidR="00677BC4">
              <w:rPr>
                <w:rtl/>
              </w:rPr>
              <w:t>َ</w:t>
            </w:r>
            <w:r w:rsidR="00DC404A" w:rsidRPr="00A72677">
              <w:rPr>
                <w:rtl/>
              </w:rPr>
              <w:t>د</w:t>
            </w:r>
            <w:r w:rsidRPr="00A72677">
              <w:rPr>
                <w:rtl/>
              </w:rPr>
              <w:t>ته</w:t>
            </w:r>
            <w:r w:rsidR="00DC404A" w:rsidRPr="00A72677">
              <w:rPr>
                <w:rtl/>
              </w:rPr>
              <w:t>ا</w:t>
            </w:r>
            <w:r w:rsidR="004C00A8">
              <w:rPr>
                <w:rtl/>
              </w:rPr>
              <w:t xml:space="preserve"> </w:t>
            </w:r>
            <w:r w:rsidRPr="00A72677">
              <w:rPr>
                <w:rtl/>
              </w:rPr>
              <w:t>من</w:t>
            </w:r>
            <w:r w:rsidR="00DC404A" w:rsidRPr="00A72677">
              <w:rPr>
                <w:rtl/>
              </w:rPr>
              <w:t xml:space="preserve">هُ </w:t>
            </w:r>
            <w:r w:rsidRPr="00A72677">
              <w:rPr>
                <w:rtl/>
              </w:rPr>
              <w:t>بع</w:t>
            </w:r>
            <w:r w:rsidR="00DC404A" w:rsidRPr="00A72677">
              <w:rPr>
                <w:rtl/>
              </w:rPr>
              <w:t>يني م</w:t>
            </w:r>
            <w:r w:rsidRPr="00A72677">
              <w:rPr>
                <w:rtl/>
              </w:rPr>
              <w:t>ُس</w:t>
            </w:r>
            <w:r w:rsidR="00DC404A" w:rsidRPr="00A72677">
              <w:rPr>
                <w:rtl/>
              </w:rPr>
              <w:t>ارقِ</w:t>
            </w:r>
            <w:r w:rsidR="00DC404A" w:rsidRPr="00A72677">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وراود</w:t>
            </w:r>
            <w:r w:rsidR="00A72677" w:rsidRPr="009647FC">
              <w:rPr>
                <w:rtl/>
              </w:rPr>
              <w:t>ته</w:t>
            </w:r>
            <w:r>
              <w:rPr>
                <w:rtl/>
              </w:rPr>
              <w:t xml:space="preserve"> </w:t>
            </w:r>
            <w:r w:rsidR="00A72677" w:rsidRPr="009647FC">
              <w:rPr>
                <w:rtl/>
              </w:rPr>
              <w:t>لك</w:t>
            </w:r>
            <w:r w:rsidRPr="009647FC">
              <w:rPr>
                <w:rtl/>
              </w:rPr>
              <w:t>نْ</w:t>
            </w:r>
            <w:r>
              <w:rPr>
                <w:rtl/>
              </w:rPr>
              <w:t xml:space="preserve"> </w:t>
            </w:r>
            <w:r w:rsidR="00A72677" w:rsidRPr="009647FC">
              <w:rPr>
                <w:rtl/>
              </w:rPr>
              <w:t>من</w:t>
            </w:r>
            <w:r>
              <w:rPr>
                <w:rtl/>
              </w:rPr>
              <w:t xml:space="preserve"> </w:t>
            </w:r>
            <w:r w:rsidRPr="009647FC">
              <w:rPr>
                <w:rtl/>
              </w:rPr>
              <w:t>ا</w:t>
            </w:r>
            <w:r w:rsidR="00A72677" w:rsidRPr="009647FC">
              <w:rPr>
                <w:rtl/>
              </w:rPr>
              <w:t>لث</w:t>
            </w:r>
            <w:r w:rsidRPr="009647FC">
              <w:rPr>
                <w:rtl/>
              </w:rPr>
              <w:t>غر</w:t>
            </w:r>
            <w:r>
              <w:rPr>
                <w:rtl/>
              </w:rPr>
              <w:t xml:space="preserve"> </w:t>
            </w:r>
            <w:r w:rsidR="00A72677" w:rsidRPr="009647FC">
              <w:rPr>
                <w:rtl/>
              </w:rPr>
              <w:t>قب</w:t>
            </w:r>
            <w:r w:rsidRPr="009647FC">
              <w:rPr>
                <w:rtl/>
              </w:rPr>
              <w:t>لةً</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أ</w:t>
            </w:r>
            <w:r w:rsidR="00A72677" w:rsidRPr="009647FC">
              <w:rPr>
                <w:rtl/>
              </w:rPr>
              <w:t>لذ</w:t>
            </w:r>
            <w:r w:rsidRPr="009647FC">
              <w:rPr>
                <w:rtl/>
              </w:rPr>
              <w:t>ّ</w:t>
            </w:r>
            <w:r w:rsidR="00677BC4">
              <w:rPr>
                <w:rtl/>
              </w:rPr>
              <w:t>َ</w:t>
            </w:r>
            <w:r>
              <w:rPr>
                <w:rtl/>
              </w:rPr>
              <w:t xml:space="preserve"> </w:t>
            </w:r>
            <w:r w:rsidRPr="009647FC">
              <w:rPr>
                <w:rtl/>
              </w:rPr>
              <w:t>وأ</w:t>
            </w:r>
            <w:r w:rsidR="00A72677" w:rsidRPr="009647FC">
              <w:rPr>
                <w:rtl/>
              </w:rPr>
              <w:t>شه</w:t>
            </w:r>
            <w:r w:rsidRPr="009647FC">
              <w:rPr>
                <w:rtl/>
              </w:rPr>
              <w:t>ى</w:t>
            </w:r>
            <w:r>
              <w:rPr>
                <w:rtl/>
              </w:rPr>
              <w:t xml:space="preserve"> </w:t>
            </w:r>
            <w:r w:rsidR="00A72677" w:rsidRPr="009647FC">
              <w:rPr>
                <w:rtl/>
              </w:rPr>
              <w:t>من</w:t>
            </w:r>
            <w:r>
              <w:rPr>
                <w:rtl/>
              </w:rPr>
              <w:t xml:space="preserve"> </w:t>
            </w:r>
            <w:r w:rsidR="00A72677" w:rsidRPr="009647FC">
              <w:rPr>
                <w:rtl/>
              </w:rPr>
              <w:t>غب</w:t>
            </w:r>
            <w:r w:rsidRPr="009647FC">
              <w:rPr>
                <w:rtl/>
              </w:rPr>
              <w:t>وقٍ</w:t>
            </w:r>
            <w:r>
              <w:rPr>
                <w:rtl/>
              </w:rPr>
              <w:t xml:space="preserve"> </w:t>
            </w:r>
            <w:r w:rsidR="00A72677" w:rsidRPr="009647FC">
              <w:rPr>
                <w:rtl/>
              </w:rPr>
              <w:t>لغ</w:t>
            </w:r>
            <w:r w:rsidRPr="009647FC">
              <w:rPr>
                <w:rtl/>
              </w:rPr>
              <w:t>ابقِ</w:t>
            </w:r>
            <w:r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وأ</w:t>
            </w:r>
            <w:r w:rsidR="00A72677" w:rsidRPr="009647FC">
              <w:rPr>
                <w:rtl/>
              </w:rPr>
              <w:t>عر</w:t>
            </w:r>
            <w:r w:rsidRPr="009647FC">
              <w:rPr>
                <w:rtl/>
              </w:rPr>
              <w:t>ضتُ</w:t>
            </w:r>
            <w:r>
              <w:rPr>
                <w:rtl/>
              </w:rPr>
              <w:t xml:space="preserve"> </w:t>
            </w:r>
            <w:r w:rsidR="00A72677" w:rsidRPr="009647FC">
              <w:rPr>
                <w:rtl/>
              </w:rPr>
              <w:t>عم</w:t>
            </w:r>
            <w:r w:rsidRPr="009647FC">
              <w:rPr>
                <w:rtl/>
              </w:rPr>
              <w:t>ّا</w:t>
            </w:r>
            <w:r>
              <w:rPr>
                <w:rtl/>
              </w:rPr>
              <w:t xml:space="preserve"> </w:t>
            </w:r>
            <w:r w:rsidRPr="009647FC">
              <w:rPr>
                <w:rtl/>
              </w:rPr>
              <w:t>دون</w:t>
            </w:r>
            <w:r>
              <w:rPr>
                <w:rtl/>
              </w:rPr>
              <w:t xml:space="preserve"> </w:t>
            </w:r>
            <w:r w:rsidR="00A72677" w:rsidRPr="009647FC">
              <w:rPr>
                <w:rtl/>
              </w:rPr>
              <w:t>عق</w:t>
            </w:r>
            <w:r w:rsidRPr="009647FC">
              <w:rPr>
                <w:rtl/>
              </w:rPr>
              <w:t>د</w:t>
            </w:r>
            <w:r>
              <w:rPr>
                <w:rtl/>
              </w:rPr>
              <w:t xml:space="preserve"> </w:t>
            </w:r>
            <w:r w:rsidRPr="009647FC">
              <w:rPr>
                <w:rtl/>
              </w:rPr>
              <w:t>أزاره</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عف</w:t>
            </w:r>
            <w:r w:rsidR="00DC404A" w:rsidRPr="009647FC">
              <w:rPr>
                <w:rtl/>
              </w:rPr>
              <w:t>افاً</w:t>
            </w:r>
            <w:r w:rsidR="004C00A8">
              <w:rPr>
                <w:rtl/>
              </w:rPr>
              <w:t xml:space="preserve"> </w:t>
            </w:r>
            <w:r w:rsidR="00DC404A" w:rsidRPr="009647FC">
              <w:rPr>
                <w:rtl/>
              </w:rPr>
              <w:t>و</w:t>
            </w:r>
            <w:r w:rsidRPr="009647FC">
              <w:rPr>
                <w:rtl/>
              </w:rPr>
              <w:t>قد</w:t>
            </w:r>
            <w:r w:rsidR="00DC404A">
              <w:rPr>
                <w:rtl/>
              </w:rPr>
              <w:t xml:space="preserve"> </w:t>
            </w:r>
            <w:r w:rsidR="00DC404A" w:rsidRPr="009647FC">
              <w:rPr>
                <w:rtl/>
              </w:rPr>
              <w:t>زا</w:t>
            </w:r>
            <w:r w:rsidRPr="009647FC">
              <w:rPr>
                <w:rtl/>
              </w:rPr>
              <w:t>لت</w:t>
            </w:r>
            <w:r w:rsidR="00DC404A" w:rsidRPr="009647FC">
              <w:rPr>
                <w:rtl/>
              </w:rPr>
              <w:t>ْ</w:t>
            </w:r>
            <w:r w:rsidR="00DC404A">
              <w:rPr>
                <w:rtl/>
              </w:rPr>
              <w:t xml:space="preserve"> </w:t>
            </w:r>
            <w:r w:rsidR="00DC404A" w:rsidRPr="009647FC">
              <w:rPr>
                <w:rtl/>
              </w:rPr>
              <w:t>جميع</w:t>
            </w:r>
            <w:r w:rsidR="00DC404A">
              <w:rPr>
                <w:rtl/>
              </w:rPr>
              <w:t xml:space="preserve"> </w:t>
            </w:r>
            <w:r w:rsidR="00DC404A" w:rsidRPr="009647FC">
              <w:rPr>
                <w:rtl/>
              </w:rPr>
              <w:t>العوائقِ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حس</w:t>
            </w:r>
            <w:r w:rsidRPr="009647FC">
              <w:rPr>
                <w:rtl/>
              </w:rPr>
              <w:t>بُك</w:t>
            </w:r>
            <w:r w:rsidR="00677BC4">
              <w:rPr>
                <w:rtl/>
              </w:rPr>
              <w:t>َ</w:t>
            </w:r>
            <w:r>
              <w:rPr>
                <w:rtl/>
              </w:rPr>
              <w:t xml:space="preserve"> </w:t>
            </w:r>
            <w:r w:rsidR="00A72677" w:rsidRPr="009647FC">
              <w:rPr>
                <w:rtl/>
              </w:rPr>
              <w:t>من</w:t>
            </w:r>
            <w:r w:rsidRPr="009647FC">
              <w:rPr>
                <w:rtl/>
              </w:rPr>
              <w:t>ّي</w:t>
            </w:r>
            <w:r>
              <w:rPr>
                <w:rtl/>
              </w:rPr>
              <w:t xml:space="preserve"> </w:t>
            </w:r>
            <w:r w:rsidR="00A72677" w:rsidRPr="009647FC">
              <w:rPr>
                <w:rtl/>
              </w:rPr>
              <w:t>شي</w:t>
            </w:r>
            <w:r w:rsidRPr="009647FC">
              <w:rPr>
                <w:rtl/>
              </w:rPr>
              <w:t>مةً</w:t>
            </w:r>
            <w:r>
              <w:rPr>
                <w:rtl/>
              </w:rPr>
              <w:t xml:space="preserve"> </w:t>
            </w:r>
            <w:r w:rsidR="00A72677" w:rsidRPr="009647FC">
              <w:rPr>
                <w:rtl/>
              </w:rPr>
              <w:t>قد</w:t>
            </w:r>
            <w:r>
              <w:rPr>
                <w:rtl/>
              </w:rPr>
              <w:t xml:space="preserve"> </w:t>
            </w:r>
            <w:r w:rsidRPr="009647FC">
              <w:rPr>
                <w:rtl/>
              </w:rPr>
              <w:t>ورثتُها</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من</w:t>
            </w:r>
            <w:r w:rsidR="004C00A8">
              <w:rPr>
                <w:rtl/>
              </w:rPr>
              <w:t xml:space="preserve"> </w:t>
            </w:r>
            <w:r w:rsidR="00DC404A" w:rsidRPr="009647FC">
              <w:rPr>
                <w:rtl/>
              </w:rPr>
              <w:t>ا</w:t>
            </w:r>
            <w:r w:rsidRPr="009647FC">
              <w:rPr>
                <w:rtl/>
              </w:rPr>
              <w:t>لغ</w:t>
            </w:r>
            <w:r w:rsidR="00DC404A" w:rsidRPr="009647FC">
              <w:rPr>
                <w:rtl/>
              </w:rPr>
              <w:t>البيين</w:t>
            </w:r>
            <w:r w:rsidR="00DC404A">
              <w:rPr>
                <w:rtl/>
              </w:rPr>
              <w:t xml:space="preserve"> </w:t>
            </w:r>
            <w:r w:rsidR="00DC404A" w:rsidRPr="009647FC">
              <w:rPr>
                <w:rtl/>
              </w:rPr>
              <w:t>ا</w:t>
            </w:r>
            <w:r w:rsidRPr="009647FC">
              <w:rPr>
                <w:rtl/>
              </w:rPr>
              <w:t>لك</w:t>
            </w:r>
            <w:r w:rsidR="00DC404A" w:rsidRPr="009647FC">
              <w:rPr>
                <w:rtl/>
              </w:rPr>
              <w:t>رام</w:t>
            </w:r>
            <w:r w:rsidR="00DC404A">
              <w:rPr>
                <w:rtl/>
              </w:rPr>
              <w:t xml:space="preserve"> </w:t>
            </w:r>
            <w:r w:rsidR="00DC404A" w:rsidRPr="009647FC">
              <w:rPr>
                <w:rtl/>
              </w:rPr>
              <w:t>ا</w:t>
            </w:r>
            <w:r w:rsidRPr="009647FC">
              <w:rPr>
                <w:rtl/>
              </w:rPr>
              <w:t>لم</w:t>
            </w:r>
            <w:r w:rsidR="00DC404A" w:rsidRPr="009647FC">
              <w:rPr>
                <w:rtl/>
              </w:rPr>
              <w:t>عارقِ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خل</w:t>
            </w:r>
            <w:r w:rsidR="00DC404A" w:rsidRPr="009647FC">
              <w:rPr>
                <w:rtl/>
              </w:rPr>
              <w:t>يليّ</w:t>
            </w:r>
            <w:r w:rsidR="00DC404A">
              <w:rPr>
                <w:rtl/>
              </w:rPr>
              <w:t xml:space="preserve"> </w:t>
            </w:r>
            <w:r w:rsidRPr="009647FC">
              <w:rPr>
                <w:rtl/>
              </w:rPr>
              <w:t>ما</w:t>
            </w:r>
            <w:r w:rsidR="00DC404A">
              <w:rPr>
                <w:rtl/>
              </w:rPr>
              <w:t xml:space="preserve"> </w:t>
            </w:r>
            <w:r w:rsidRPr="009647FC">
              <w:rPr>
                <w:rtl/>
              </w:rPr>
              <w:t>لل</w:t>
            </w:r>
            <w:r w:rsidR="00DC404A" w:rsidRPr="009647FC">
              <w:rPr>
                <w:rtl/>
              </w:rPr>
              <w:t>كأس</w:t>
            </w:r>
            <w:r w:rsidR="00DC404A">
              <w:rPr>
                <w:rtl/>
              </w:rPr>
              <w:t xml:space="preserve"> </w:t>
            </w:r>
            <w:r w:rsidRPr="009647FC">
              <w:rPr>
                <w:rtl/>
              </w:rPr>
              <w:t>كف</w:t>
            </w:r>
            <w:r w:rsidR="00DC404A" w:rsidRPr="009647FC">
              <w:rPr>
                <w:rtl/>
              </w:rPr>
              <w:t>ّي</w:t>
            </w:r>
            <w:r w:rsidR="00DC404A">
              <w:rPr>
                <w:rtl/>
              </w:rPr>
              <w:t xml:space="preserve"> </w:t>
            </w:r>
            <w:r w:rsidR="00DC404A" w:rsidRPr="009647FC">
              <w:rPr>
                <w:rtl/>
              </w:rPr>
              <w:t>ولا</w:t>
            </w:r>
            <w:r w:rsidR="00DC404A">
              <w:rPr>
                <w:rtl/>
              </w:rPr>
              <w:t xml:space="preserve"> </w:t>
            </w:r>
            <w:r w:rsidR="00DC404A" w:rsidRPr="009647FC">
              <w:rPr>
                <w:rtl/>
              </w:rPr>
              <w:t>فمي</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ولا</w:t>
            </w:r>
            <w:r>
              <w:rPr>
                <w:rtl/>
              </w:rPr>
              <w:t xml:space="preserve"> </w:t>
            </w:r>
            <w:r w:rsidR="00A72677" w:rsidRPr="009647FC">
              <w:rPr>
                <w:rtl/>
              </w:rPr>
              <w:t>كبد</w:t>
            </w:r>
            <w:r w:rsidRPr="009647FC">
              <w:rPr>
                <w:rtl/>
              </w:rPr>
              <w:t>ي</w:t>
            </w:r>
            <w:r>
              <w:rPr>
                <w:rtl/>
              </w:rPr>
              <w:t xml:space="preserve"> </w:t>
            </w:r>
            <w:r w:rsidR="00A72677" w:rsidRPr="009647FC">
              <w:rPr>
                <w:rtl/>
              </w:rPr>
              <w:t>للن</w:t>
            </w:r>
            <w:r w:rsidRPr="009647FC">
              <w:rPr>
                <w:rtl/>
              </w:rPr>
              <w:t>اهدات</w:t>
            </w:r>
            <w:r>
              <w:rPr>
                <w:rtl/>
              </w:rPr>
              <w:t xml:space="preserve"> </w:t>
            </w:r>
            <w:r w:rsidRPr="009647FC">
              <w:rPr>
                <w:rtl/>
              </w:rPr>
              <w:t>ا</w:t>
            </w:r>
            <w:r w:rsidR="00A72677" w:rsidRPr="009647FC">
              <w:rPr>
                <w:rtl/>
              </w:rPr>
              <w:t>لع</w:t>
            </w:r>
            <w:r w:rsidRPr="009647FC">
              <w:rPr>
                <w:rtl/>
              </w:rPr>
              <w:t>وانقِ</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نس</w:t>
            </w:r>
            <w:r w:rsidR="00DC404A" w:rsidRPr="009647FC">
              <w:rPr>
                <w:rtl/>
              </w:rPr>
              <w:t>يتُ</w:t>
            </w:r>
            <w:r w:rsidR="00DC404A">
              <w:rPr>
                <w:rtl/>
              </w:rPr>
              <w:t xml:space="preserve"> </w:t>
            </w:r>
            <w:r w:rsidR="00DC404A" w:rsidRPr="009647FC">
              <w:rPr>
                <w:rtl/>
              </w:rPr>
              <w:t>و</w:t>
            </w:r>
            <w:r w:rsidRPr="009647FC">
              <w:rPr>
                <w:rtl/>
              </w:rPr>
              <w:t>ما</w:t>
            </w:r>
            <w:r w:rsidR="00DC404A">
              <w:rPr>
                <w:rtl/>
              </w:rPr>
              <w:t xml:space="preserve"> </w:t>
            </w:r>
            <w:r w:rsidRPr="009647FC">
              <w:rPr>
                <w:rtl/>
              </w:rPr>
              <w:t>بي</w:t>
            </w:r>
            <w:r w:rsidR="00DC404A">
              <w:rPr>
                <w:rtl/>
              </w:rPr>
              <w:t xml:space="preserve"> </w:t>
            </w:r>
            <w:r w:rsidRPr="009647FC">
              <w:rPr>
                <w:rtl/>
              </w:rPr>
              <w:t>يع</w:t>
            </w:r>
            <w:r w:rsidR="00DC404A" w:rsidRPr="009647FC">
              <w:rPr>
                <w:rtl/>
              </w:rPr>
              <w:t>لمُ</w:t>
            </w:r>
            <w:r w:rsidR="00DC404A">
              <w:rPr>
                <w:rtl/>
              </w:rPr>
              <w:t xml:space="preserve"> </w:t>
            </w:r>
            <w:r w:rsidR="00DC404A" w:rsidRPr="009647FC">
              <w:rPr>
                <w:rtl/>
              </w:rPr>
              <w:t>الله</w:t>
            </w:r>
            <w:r w:rsidR="00DC404A">
              <w:rPr>
                <w:rtl/>
              </w:rPr>
              <w:t xml:space="preserve"> </w:t>
            </w:r>
            <w:r w:rsidR="00DC404A" w:rsidRPr="009647FC">
              <w:rPr>
                <w:rtl/>
              </w:rPr>
              <w:t>صبوةٌ</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ولا</w:t>
            </w:r>
            <w:r w:rsidR="004C00A8">
              <w:rPr>
                <w:rtl/>
              </w:rPr>
              <w:t xml:space="preserve"> </w:t>
            </w:r>
            <w:r w:rsidRPr="009647FC">
              <w:rPr>
                <w:rtl/>
              </w:rPr>
              <w:t>ا</w:t>
            </w:r>
            <w:r w:rsidR="00A72677" w:rsidRPr="009647FC">
              <w:rPr>
                <w:rtl/>
              </w:rPr>
              <w:t>جت</w:t>
            </w:r>
            <w:r w:rsidRPr="009647FC">
              <w:rPr>
                <w:rtl/>
              </w:rPr>
              <w:t>ذبتْ</w:t>
            </w:r>
            <w:r>
              <w:rPr>
                <w:rtl/>
              </w:rPr>
              <w:t xml:space="preserve"> </w:t>
            </w:r>
            <w:r w:rsidRPr="009647FC">
              <w:rPr>
                <w:rtl/>
              </w:rPr>
              <w:t>أحشاي</w:t>
            </w:r>
            <w:r>
              <w:rPr>
                <w:rtl/>
              </w:rPr>
              <w:t xml:space="preserve"> </w:t>
            </w:r>
            <w:r w:rsidRPr="009647FC">
              <w:rPr>
                <w:rtl/>
              </w:rPr>
              <w:t>بعض</w:t>
            </w:r>
            <w:r>
              <w:rPr>
                <w:rtl/>
              </w:rPr>
              <w:t xml:space="preserve"> </w:t>
            </w:r>
            <w:r w:rsidRPr="009647FC">
              <w:rPr>
                <w:rtl/>
              </w:rPr>
              <w:t>العلائقِ</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عش</w:t>
            </w:r>
            <w:r w:rsidR="00DC404A" w:rsidRPr="009647FC">
              <w:rPr>
                <w:rtl/>
              </w:rPr>
              <w:t>قتُ</w:t>
            </w:r>
            <w:r w:rsidR="004C00A8">
              <w:rPr>
                <w:rtl/>
              </w:rPr>
              <w:t xml:space="preserve"> </w:t>
            </w:r>
            <w:r w:rsidR="00DC404A" w:rsidRPr="009647FC">
              <w:rPr>
                <w:rtl/>
              </w:rPr>
              <w:t>و</w:t>
            </w:r>
            <w:r w:rsidRPr="009647FC">
              <w:rPr>
                <w:rtl/>
              </w:rPr>
              <w:t>لك</w:t>
            </w:r>
            <w:r w:rsidR="00DC404A" w:rsidRPr="009647FC">
              <w:rPr>
                <w:rtl/>
              </w:rPr>
              <w:t>ن</w:t>
            </w:r>
            <w:r w:rsidR="00DC404A">
              <w:rPr>
                <w:rtl/>
              </w:rPr>
              <w:t xml:space="preserve"> </w:t>
            </w:r>
            <w:r w:rsidRPr="009647FC">
              <w:rPr>
                <w:rtl/>
              </w:rPr>
              <w:t>غي</w:t>
            </w:r>
            <w:r w:rsidR="00DC404A" w:rsidRPr="009647FC">
              <w:rPr>
                <w:rtl/>
              </w:rPr>
              <w:t>ر</w:t>
            </w:r>
            <w:r w:rsidR="00677BC4">
              <w:rPr>
                <w:rtl/>
              </w:rPr>
              <w:t>َ</w:t>
            </w:r>
            <w:r w:rsidR="00DC404A">
              <w:rPr>
                <w:rtl/>
              </w:rPr>
              <w:t xml:space="preserve"> </w:t>
            </w:r>
            <w:r w:rsidR="00DC404A" w:rsidRPr="009647FC">
              <w:rPr>
                <w:rtl/>
              </w:rPr>
              <w:t>جارية</w:t>
            </w:r>
            <w:r w:rsidR="00DC404A">
              <w:rPr>
                <w:rtl/>
              </w:rPr>
              <w:t xml:space="preserve"> </w:t>
            </w:r>
            <w:r w:rsidR="00DC404A" w:rsidRPr="009647FC">
              <w:rPr>
                <w:rtl/>
              </w:rPr>
              <w:t>المها</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w:t>
            </w:r>
            <w:r w:rsidR="00A72677" w:rsidRPr="009647FC">
              <w:rPr>
                <w:rtl/>
              </w:rPr>
              <w:t>ما</w:t>
            </w:r>
            <w:r w:rsidR="004C00A8">
              <w:rPr>
                <w:rtl/>
              </w:rPr>
              <w:t xml:space="preserve"> </w:t>
            </w:r>
            <w:r w:rsidRPr="009647FC">
              <w:rPr>
                <w:rtl/>
              </w:rPr>
              <w:t>ا</w:t>
            </w:r>
            <w:r w:rsidR="00A72677" w:rsidRPr="009647FC">
              <w:rPr>
                <w:rtl/>
              </w:rPr>
              <w:t>لع</w:t>
            </w:r>
            <w:r w:rsidRPr="009647FC">
              <w:rPr>
                <w:rtl/>
              </w:rPr>
              <w:t>يشُ</w:t>
            </w:r>
            <w:r>
              <w:rPr>
                <w:rtl/>
              </w:rPr>
              <w:t xml:space="preserve"> </w:t>
            </w:r>
            <w:r w:rsidRPr="009647FC">
              <w:rPr>
                <w:rtl/>
              </w:rPr>
              <w:t>إلاّ</w:t>
            </w:r>
            <w:r>
              <w:rPr>
                <w:rtl/>
              </w:rPr>
              <w:t xml:space="preserve"> </w:t>
            </w:r>
            <w:r w:rsidR="00A72677" w:rsidRPr="009647FC">
              <w:rPr>
                <w:rtl/>
              </w:rPr>
              <w:t>لل</w:t>
            </w:r>
            <w:r w:rsidRPr="009647FC">
              <w:rPr>
                <w:rtl/>
              </w:rPr>
              <w:t>معالي</w:t>
            </w:r>
            <w:r>
              <w:rPr>
                <w:rtl/>
              </w:rPr>
              <w:t xml:space="preserve"> </w:t>
            </w:r>
            <w:r w:rsidR="00A72677" w:rsidRPr="009647FC">
              <w:rPr>
                <w:rtl/>
              </w:rPr>
              <w:t>بل</w:t>
            </w:r>
            <w:r w:rsidRPr="009647FC">
              <w:rPr>
                <w:rtl/>
              </w:rPr>
              <w:t>ائقِ</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خذ</w:t>
            </w:r>
            <w:r w:rsidR="00DC404A" w:rsidRPr="009647FC">
              <w:rPr>
                <w:rtl/>
              </w:rPr>
              <w:t>ا</w:t>
            </w:r>
            <w:r w:rsidR="00DC404A">
              <w:rPr>
                <w:rtl/>
              </w:rPr>
              <w:t xml:space="preserve"> </w:t>
            </w:r>
            <w:r w:rsidR="00DC404A" w:rsidRPr="009647FC">
              <w:rPr>
                <w:rtl/>
              </w:rPr>
              <w:t>من</w:t>
            </w:r>
            <w:r w:rsidR="00DC404A">
              <w:rPr>
                <w:rtl/>
              </w:rPr>
              <w:t xml:space="preserve"> </w:t>
            </w:r>
            <w:r w:rsidR="00DC404A" w:rsidRPr="009647FC">
              <w:rPr>
                <w:rtl/>
              </w:rPr>
              <w:t>لساني</w:t>
            </w:r>
            <w:r w:rsidR="00DC404A">
              <w:rPr>
                <w:rtl/>
              </w:rPr>
              <w:t xml:space="preserve"> </w:t>
            </w:r>
            <w:r w:rsidR="00DC404A" w:rsidRPr="009647FC">
              <w:rPr>
                <w:rtl/>
              </w:rPr>
              <w:t>ما</w:t>
            </w:r>
            <w:r w:rsidR="00DC404A">
              <w:rPr>
                <w:rtl/>
              </w:rPr>
              <w:t xml:space="preserve"> </w:t>
            </w:r>
            <w:r w:rsidR="00DC404A" w:rsidRPr="009647FC">
              <w:rPr>
                <w:rtl/>
              </w:rPr>
              <w:t>يروقُ</w:t>
            </w:r>
            <w:r w:rsidR="00DC404A">
              <w:rPr>
                <w:rtl/>
              </w:rPr>
              <w:t xml:space="preserve"> </w:t>
            </w:r>
            <w:r w:rsidR="00DC404A" w:rsidRPr="009647FC">
              <w:rPr>
                <w:rtl/>
              </w:rPr>
              <w:t>ذوي</w:t>
            </w:r>
            <w:r w:rsidR="00DC404A">
              <w:rPr>
                <w:rtl/>
              </w:rPr>
              <w:t xml:space="preserve"> </w:t>
            </w:r>
            <w:r w:rsidR="00DC404A" w:rsidRPr="009647FC">
              <w:rPr>
                <w:rtl/>
              </w:rPr>
              <w:t>النهى</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w:t>
            </w:r>
            <w:r w:rsidR="00A72677" w:rsidRPr="009647FC">
              <w:rPr>
                <w:rtl/>
              </w:rPr>
              <w:t>يت</w:t>
            </w:r>
            <w:r w:rsidRPr="009647FC">
              <w:rPr>
                <w:rtl/>
              </w:rPr>
              <w:t>رك</w:t>
            </w:r>
            <w:r>
              <w:rPr>
                <w:rtl/>
              </w:rPr>
              <w:t xml:space="preserve"> </w:t>
            </w:r>
            <w:r w:rsidRPr="009647FC">
              <w:rPr>
                <w:rtl/>
              </w:rPr>
              <w:t>أ</w:t>
            </w:r>
            <w:r w:rsidR="00A72677" w:rsidRPr="009647FC">
              <w:rPr>
                <w:rtl/>
              </w:rPr>
              <w:t>هل</w:t>
            </w:r>
            <w:r w:rsidR="00677BC4">
              <w:rPr>
                <w:rtl/>
              </w:rPr>
              <w:t>َ</w:t>
            </w:r>
            <w:r>
              <w:rPr>
                <w:rtl/>
              </w:rPr>
              <w:t xml:space="preserve"> </w:t>
            </w:r>
            <w:r w:rsidRPr="009647FC">
              <w:rPr>
                <w:rtl/>
              </w:rPr>
              <w:t>النظم</w:t>
            </w:r>
            <w:r>
              <w:rPr>
                <w:rtl/>
              </w:rPr>
              <w:t xml:space="preserve"> </w:t>
            </w:r>
            <w:r w:rsidRPr="009647FC">
              <w:rPr>
                <w:rtl/>
              </w:rPr>
              <w:t>خرس</w:t>
            </w:r>
            <w:r w:rsidR="00677BC4">
              <w:rPr>
                <w:rtl/>
              </w:rPr>
              <w:t>َ</w:t>
            </w:r>
            <w:r>
              <w:rPr>
                <w:rtl/>
              </w:rPr>
              <w:t xml:space="preserve"> </w:t>
            </w:r>
            <w:r w:rsidRPr="009647FC">
              <w:rPr>
                <w:rtl/>
              </w:rPr>
              <w:t>الشقاشقِ</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مد</w:t>
            </w:r>
            <w:r w:rsidR="00DC404A" w:rsidRPr="009647FC">
              <w:rPr>
                <w:rtl/>
              </w:rPr>
              <w:t>يحاً</w:t>
            </w:r>
            <w:r w:rsidR="004C00A8">
              <w:rPr>
                <w:rtl/>
              </w:rPr>
              <w:t xml:space="preserve"> </w:t>
            </w:r>
            <w:r w:rsidRPr="009647FC">
              <w:rPr>
                <w:rtl/>
              </w:rPr>
              <w:t>له</w:t>
            </w:r>
            <w:r w:rsidR="00DC404A">
              <w:rPr>
                <w:rtl/>
              </w:rPr>
              <w:t xml:space="preserve"> </w:t>
            </w:r>
            <w:r w:rsidRPr="009647FC">
              <w:rPr>
                <w:rtl/>
              </w:rPr>
              <w:t>تج</w:t>
            </w:r>
            <w:r w:rsidR="00DC404A" w:rsidRPr="009647FC">
              <w:rPr>
                <w:rtl/>
              </w:rPr>
              <w:t>لو</w:t>
            </w:r>
            <w:r w:rsidR="00DC404A">
              <w:rPr>
                <w:rtl/>
              </w:rPr>
              <w:t xml:space="preserve"> </w:t>
            </w:r>
            <w:r w:rsidRPr="009647FC">
              <w:rPr>
                <w:rtl/>
              </w:rPr>
              <w:t>مف</w:t>
            </w:r>
            <w:r w:rsidR="00DC404A" w:rsidRPr="009647FC">
              <w:rPr>
                <w:rtl/>
              </w:rPr>
              <w:t>ارقُها</w:t>
            </w:r>
            <w:r w:rsidR="00DC404A">
              <w:rPr>
                <w:rtl/>
              </w:rPr>
              <w:t xml:space="preserve"> </w:t>
            </w:r>
            <w:r w:rsidR="00DC404A" w:rsidRPr="009647FC">
              <w:rPr>
                <w:rtl/>
              </w:rPr>
              <w:t>العُلى</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w:t>
            </w:r>
            <w:r w:rsidR="00A72677" w:rsidRPr="009647FC">
              <w:rPr>
                <w:rtl/>
              </w:rPr>
              <w:t>سل</w:t>
            </w:r>
            <w:r w:rsidRPr="009647FC">
              <w:rPr>
                <w:rtl/>
              </w:rPr>
              <w:t>مانُ</w:t>
            </w:r>
            <w:r>
              <w:rPr>
                <w:rtl/>
              </w:rPr>
              <w:t xml:space="preserve"> </w:t>
            </w:r>
            <w:r w:rsidR="00A72677" w:rsidRPr="009647FC">
              <w:rPr>
                <w:rtl/>
              </w:rPr>
              <w:t>من</w:t>
            </w:r>
            <w:r w:rsidRPr="009647FC">
              <w:rPr>
                <w:rtl/>
              </w:rPr>
              <w:t>ها</w:t>
            </w:r>
            <w:r>
              <w:rPr>
                <w:rtl/>
              </w:rPr>
              <w:t xml:space="preserve"> </w:t>
            </w:r>
            <w:r w:rsidR="00A72677" w:rsidRPr="009647FC">
              <w:rPr>
                <w:rtl/>
              </w:rPr>
              <w:t>غر</w:t>
            </w:r>
            <w:r w:rsidRPr="009647FC">
              <w:rPr>
                <w:rtl/>
              </w:rPr>
              <w:t>ةٌ</w:t>
            </w:r>
            <w:r>
              <w:rPr>
                <w:rtl/>
              </w:rPr>
              <w:t xml:space="preserve"> </w:t>
            </w:r>
            <w:r w:rsidR="00A72677" w:rsidRPr="009647FC">
              <w:rPr>
                <w:rtl/>
              </w:rPr>
              <w:t>في</w:t>
            </w:r>
            <w:r>
              <w:rPr>
                <w:rtl/>
              </w:rPr>
              <w:t xml:space="preserve"> </w:t>
            </w:r>
            <w:r w:rsidRPr="009647FC">
              <w:rPr>
                <w:rtl/>
              </w:rPr>
              <w:t>المفارقِ</w:t>
            </w:r>
            <w:r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قو</w:t>
            </w:r>
            <w:r w:rsidRPr="009647FC">
              <w:rPr>
                <w:rtl/>
              </w:rPr>
              <w:t>رٌ</w:t>
            </w:r>
            <w:r w:rsidR="004C00A8">
              <w:rPr>
                <w:rtl/>
              </w:rPr>
              <w:t xml:space="preserve"> </w:t>
            </w:r>
            <w:r w:rsidR="00A72677" w:rsidRPr="009647FC">
              <w:rPr>
                <w:rtl/>
              </w:rPr>
              <w:t>عل</w:t>
            </w:r>
            <w:r w:rsidRPr="009647FC">
              <w:rPr>
                <w:rtl/>
              </w:rPr>
              <w:t>ى</w:t>
            </w:r>
            <w:r>
              <w:rPr>
                <w:rtl/>
              </w:rPr>
              <w:t xml:space="preserve"> </w:t>
            </w:r>
            <w:r w:rsidRPr="009647FC">
              <w:rPr>
                <w:rtl/>
              </w:rPr>
              <w:t>الأ</w:t>
            </w:r>
            <w:r w:rsidR="00A72677" w:rsidRPr="009647FC">
              <w:rPr>
                <w:rtl/>
              </w:rPr>
              <w:t>حد</w:t>
            </w:r>
            <w:r w:rsidRPr="009647FC">
              <w:rPr>
                <w:rtl/>
              </w:rPr>
              <w:t>اث</w:t>
            </w:r>
            <w:r>
              <w:rPr>
                <w:rtl/>
              </w:rPr>
              <w:t xml:space="preserve"> </w:t>
            </w:r>
            <w:r w:rsidRPr="009647FC">
              <w:rPr>
                <w:rtl/>
              </w:rPr>
              <w:t>لا</w:t>
            </w:r>
            <w:r>
              <w:rPr>
                <w:rtl/>
              </w:rPr>
              <w:t xml:space="preserve"> </w:t>
            </w:r>
            <w:r w:rsidRPr="009647FC">
              <w:rPr>
                <w:rtl/>
              </w:rPr>
              <w:t>تستخفه</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إذا</w:t>
            </w:r>
            <w:r>
              <w:rPr>
                <w:rtl/>
              </w:rPr>
              <w:t xml:space="preserve"> </w:t>
            </w:r>
            <w:r w:rsidR="00A72677" w:rsidRPr="009647FC">
              <w:rPr>
                <w:rtl/>
              </w:rPr>
              <w:t>طر</w:t>
            </w:r>
            <w:r w:rsidRPr="009647FC">
              <w:rPr>
                <w:rtl/>
              </w:rPr>
              <w:t>قتْ</w:t>
            </w:r>
            <w:r>
              <w:rPr>
                <w:rtl/>
              </w:rPr>
              <w:t xml:space="preserve"> </w:t>
            </w:r>
            <w:r w:rsidRPr="009647FC">
              <w:rPr>
                <w:rtl/>
              </w:rPr>
              <w:t>في</w:t>
            </w:r>
            <w:r>
              <w:rPr>
                <w:rtl/>
              </w:rPr>
              <w:t xml:space="preserve"> </w:t>
            </w:r>
            <w:r w:rsidRPr="009647FC">
              <w:rPr>
                <w:rtl/>
              </w:rPr>
              <w:t>الدهر</w:t>
            </w:r>
            <w:r>
              <w:rPr>
                <w:rtl/>
              </w:rPr>
              <w:t xml:space="preserve"> </w:t>
            </w:r>
            <w:r w:rsidRPr="009647FC">
              <w:rPr>
                <w:rtl/>
              </w:rPr>
              <w:t>إحدى</w:t>
            </w:r>
            <w:r>
              <w:rPr>
                <w:rtl/>
              </w:rPr>
              <w:t xml:space="preserve"> </w:t>
            </w:r>
            <w:r w:rsidRPr="009647FC">
              <w:rPr>
                <w:rtl/>
              </w:rPr>
              <w:t>السوابقِ</w:t>
            </w:r>
            <w:r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A72677">
              <w:rPr>
                <w:rtl/>
              </w:rPr>
              <w:t>وم</w:t>
            </w:r>
            <w:r w:rsidR="00677BC4">
              <w:rPr>
                <w:rtl/>
              </w:rPr>
              <w:t>َ</w:t>
            </w:r>
            <w:r w:rsidR="00A72677" w:rsidRPr="00A72677">
              <w:rPr>
                <w:rtl/>
              </w:rPr>
              <w:t>ن</w:t>
            </w:r>
            <w:r w:rsidRPr="00A72677">
              <w:rPr>
                <w:rtl/>
              </w:rPr>
              <w:t xml:space="preserve">ْ </w:t>
            </w:r>
            <w:r w:rsidR="00A72677" w:rsidRPr="00A72677">
              <w:rPr>
                <w:rtl/>
              </w:rPr>
              <w:t>كع</w:t>
            </w:r>
            <w:r w:rsidRPr="00A72677">
              <w:rPr>
                <w:rtl/>
              </w:rPr>
              <w:t>ليِّ ا</w:t>
            </w:r>
            <w:r w:rsidR="00A72677" w:rsidRPr="00A72677">
              <w:rPr>
                <w:rtl/>
              </w:rPr>
              <w:t>لق</w:t>
            </w:r>
            <w:r w:rsidRPr="00A72677">
              <w:rPr>
                <w:rtl/>
              </w:rPr>
              <w:t xml:space="preserve">در </w:t>
            </w:r>
            <w:r w:rsidR="00A72677" w:rsidRPr="00A72677">
              <w:rPr>
                <w:rtl/>
              </w:rPr>
              <w:t>كا</w:t>
            </w:r>
            <w:r w:rsidRPr="00A72677">
              <w:rPr>
                <w:rtl/>
              </w:rPr>
              <w:t>ن أ</w:t>
            </w:r>
            <w:r w:rsidR="00A72677" w:rsidRPr="00A72677">
              <w:rPr>
                <w:rtl/>
              </w:rPr>
              <w:t>با</w:t>
            </w:r>
            <w:r w:rsidRPr="00A72677">
              <w:rPr>
                <w:rtl/>
              </w:rPr>
              <w:t>ً له</w:t>
            </w:r>
            <w:r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A72677" w:rsidP="00693B01">
            <w:pPr>
              <w:pStyle w:val="libPoem"/>
            </w:pPr>
            <w:r w:rsidRPr="00A72677">
              <w:rPr>
                <w:rtl/>
              </w:rPr>
              <w:t>يز</w:t>
            </w:r>
            <w:r w:rsidR="00DC404A" w:rsidRPr="00A72677">
              <w:rPr>
                <w:rtl/>
              </w:rPr>
              <w:t xml:space="preserve">نُ </w:t>
            </w:r>
            <w:r w:rsidRPr="00A72677">
              <w:rPr>
                <w:rtl/>
              </w:rPr>
              <w:t>بح</w:t>
            </w:r>
            <w:r w:rsidR="00DC404A" w:rsidRPr="00A72677">
              <w:rPr>
                <w:rtl/>
              </w:rPr>
              <w:t>جاهُ را</w:t>
            </w:r>
            <w:r w:rsidRPr="00A72677">
              <w:rPr>
                <w:rtl/>
              </w:rPr>
              <w:t>سي</w:t>
            </w:r>
            <w:r w:rsidR="00DC404A" w:rsidRPr="00A72677">
              <w:rPr>
                <w:rtl/>
              </w:rPr>
              <w:t>ات ا</w:t>
            </w:r>
            <w:r w:rsidRPr="00A72677">
              <w:rPr>
                <w:rtl/>
              </w:rPr>
              <w:t>لش</w:t>
            </w:r>
            <w:r w:rsidR="00DC404A" w:rsidRPr="00A72677">
              <w:rPr>
                <w:rtl/>
              </w:rPr>
              <w:t>واهقِ</w:t>
            </w:r>
            <w:r w:rsidR="00DC404A"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نق</w:t>
            </w:r>
            <w:r w:rsidR="00DC404A" w:rsidRPr="00A72677">
              <w:rPr>
                <w:rtl/>
              </w:rPr>
              <w:t xml:space="preserve">يبُ </w:t>
            </w:r>
            <w:r w:rsidRPr="00A72677">
              <w:rPr>
                <w:rtl/>
              </w:rPr>
              <w:t>بن</w:t>
            </w:r>
            <w:r w:rsidR="00DC404A" w:rsidRPr="00A72677">
              <w:rPr>
                <w:rtl/>
              </w:rPr>
              <w:t>ي الأشراف أعلى كرامهم</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A72677" w:rsidP="00693B01">
            <w:pPr>
              <w:pStyle w:val="libPoem"/>
            </w:pPr>
            <w:r w:rsidRPr="00A72677">
              <w:rPr>
                <w:rtl/>
              </w:rPr>
              <w:t>عما</w:t>
            </w:r>
            <w:r w:rsidR="00DC404A" w:rsidRPr="00A72677">
              <w:rPr>
                <w:rtl/>
              </w:rPr>
              <w:t>داً وأ</w:t>
            </w:r>
            <w:r w:rsidRPr="00A72677">
              <w:rPr>
                <w:rtl/>
              </w:rPr>
              <w:t>سنا</w:t>
            </w:r>
            <w:r w:rsidR="00DC404A" w:rsidRPr="00A72677">
              <w:rPr>
                <w:rtl/>
              </w:rPr>
              <w:t xml:space="preserve">هم </w:t>
            </w:r>
            <w:r w:rsidRPr="00A72677">
              <w:rPr>
                <w:rtl/>
              </w:rPr>
              <w:t>فن</w:t>
            </w:r>
            <w:r w:rsidR="00DC404A" w:rsidRPr="00A72677">
              <w:rPr>
                <w:rtl/>
              </w:rPr>
              <w:t xml:space="preserve">اءً </w:t>
            </w:r>
            <w:r w:rsidRPr="00A72677">
              <w:rPr>
                <w:rtl/>
              </w:rPr>
              <w:t>لط</w:t>
            </w:r>
            <w:r w:rsidR="00DC404A" w:rsidRPr="00A72677">
              <w:rPr>
                <w:rtl/>
              </w:rPr>
              <w:t>ارقِ</w:t>
            </w:r>
            <w:r w:rsidR="00DC404A"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فما</w:t>
            </w:r>
            <w:r w:rsidR="00DC404A" w:rsidRPr="00A72677">
              <w:rPr>
                <w:rtl/>
              </w:rPr>
              <w:t xml:space="preserve"> </w:t>
            </w:r>
            <w:r w:rsidRPr="00A72677">
              <w:rPr>
                <w:rtl/>
              </w:rPr>
              <w:t>قلب</w:t>
            </w:r>
            <w:r w:rsidR="00DC404A" w:rsidRPr="00A72677">
              <w:rPr>
                <w:rtl/>
              </w:rPr>
              <w:t>تْ أمُّ ا</w:t>
            </w:r>
            <w:r w:rsidRPr="00A72677">
              <w:rPr>
                <w:rtl/>
              </w:rPr>
              <w:t>لنق</w:t>
            </w:r>
            <w:r w:rsidR="00DC404A" w:rsidRPr="00A72677">
              <w:rPr>
                <w:rtl/>
              </w:rPr>
              <w:t xml:space="preserve">ابة </w:t>
            </w:r>
            <w:r w:rsidRPr="00A72677">
              <w:rPr>
                <w:rtl/>
              </w:rPr>
              <w:t>قب</w:t>
            </w:r>
            <w:r w:rsidR="00DC404A" w:rsidRPr="00A72677">
              <w:rPr>
                <w:rtl/>
              </w:rPr>
              <w:t>له</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DC404A" w:rsidP="00693B01">
            <w:pPr>
              <w:pStyle w:val="libPoem"/>
            </w:pPr>
            <w:r w:rsidRPr="00A72677">
              <w:rPr>
                <w:rtl/>
              </w:rPr>
              <w:t>ولا</w:t>
            </w:r>
            <w:r w:rsidR="004C00A8">
              <w:rPr>
                <w:rtl/>
              </w:rPr>
              <w:t xml:space="preserve"> </w:t>
            </w:r>
            <w:r w:rsidR="00A72677" w:rsidRPr="00A72677">
              <w:rPr>
                <w:rtl/>
              </w:rPr>
              <w:t>بع</w:t>
            </w:r>
            <w:r w:rsidRPr="00A72677">
              <w:rPr>
                <w:rtl/>
              </w:rPr>
              <w:t xml:space="preserve">ده </w:t>
            </w:r>
            <w:r w:rsidR="00A72677" w:rsidRPr="00A72677">
              <w:rPr>
                <w:rtl/>
              </w:rPr>
              <w:t>في</w:t>
            </w:r>
            <w:r w:rsidRPr="00A72677">
              <w:rPr>
                <w:rtl/>
              </w:rPr>
              <w:t xml:space="preserve"> </w:t>
            </w:r>
            <w:r w:rsidR="00A72677" w:rsidRPr="00A72677">
              <w:rPr>
                <w:rtl/>
              </w:rPr>
              <w:t>مث</w:t>
            </w:r>
            <w:r w:rsidRPr="00A72677">
              <w:rPr>
                <w:rtl/>
              </w:rPr>
              <w:t>لهِ طرف</w:t>
            </w:r>
            <w:r w:rsidR="00677BC4">
              <w:rPr>
                <w:rtl/>
              </w:rPr>
              <w:t>َ</w:t>
            </w:r>
            <w:r w:rsidRPr="00A72677">
              <w:rPr>
                <w:rtl/>
              </w:rPr>
              <w:t xml:space="preserve"> رامقِ</w:t>
            </w:r>
            <w:r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فت</w:t>
            </w:r>
            <w:r w:rsidR="00DC404A" w:rsidRPr="00A72677">
              <w:rPr>
                <w:rtl/>
              </w:rPr>
              <w:t xml:space="preserve">ىً إن </w:t>
            </w:r>
            <w:r w:rsidRPr="00A72677">
              <w:rPr>
                <w:rtl/>
              </w:rPr>
              <w:t>سر</w:t>
            </w:r>
            <w:r w:rsidR="00DC404A" w:rsidRPr="00A72677">
              <w:rPr>
                <w:rtl/>
              </w:rPr>
              <w:t>ى يوماً لإحراز مفخرٍ</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A72677" w:rsidP="00693B01">
            <w:pPr>
              <w:pStyle w:val="libPoem"/>
            </w:pPr>
            <w:r w:rsidRPr="00A72677">
              <w:rPr>
                <w:rtl/>
              </w:rPr>
              <w:t>فل</w:t>
            </w:r>
            <w:r w:rsidR="00DC404A" w:rsidRPr="00A72677">
              <w:rPr>
                <w:rtl/>
              </w:rPr>
              <w:t>يس</w:t>
            </w:r>
            <w:r w:rsidR="004C00A8">
              <w:rPr>
                <w:rtl/>
              </w:rPr>
              <w:t xml:space="preserve"> </w:t>
            </w:r>
            <w:r w:rsidRPr="00A72677">
              <w:rPr>
                <w:rtl/>
              </w:rPr>
              <w:t>له</w:t>
            </w:r>
            <w:r w:rsidR="00DC404A" w:rsidRPr="00A72677">
              <w:rPr>
                <w:rtl/>
              </w:rPr>
              <w:t xml:space="preserve"> </w:t>
            </w:r>
            <w:r w:rsidRPr="00A72677">
              <w:rPr>
                <w:rtl/>
              </w:rPr>
              <w:t>غي</w:t>
            </w:r>
            <w:r w:rsidR="00DC404A" w:rsidRPr="00A72677">
              <w:rPr>
                <w:rtl/>
              </w:rPr>
              <w:t>رُ العُلى من مرافقِ</w:t>
            </w:r>
            <w:r w:rsidR="00DC404A"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لق</w:t>
            </w:r>
            <w:r w:rsidR="00DC404A" w:rsidRPr="00A72677">
              <w:rPr>
                <w:rtl/>
              </w:rPr>
              <w:t>د</w:t>
            </w:r>
            <w:r w:rsidR="004C00A8">
              <w:rPr>
                <w:rtl/>
              </w:rPr>
              <w:t xml:space="preserve"> </w:t>
            </w:r>
            <w:r w:rsidRPr="00A72677">
              <w:rPr>
                <w:rtl/>
              </w:rPr>
              <w:t>غد</w:t>
            </w:r>
            <w:r w:rsidR="00DC404A" w:rsidRPr="00A72677">
              <w:rPr>
                <w:rtl/>
              </w:rPr>
              <w:t>ت ا</w:t>
            </w:r>
            <w:r w:rsidRPr="00A72677">
              <w:rPr>
                <w:rtl/>
              </w:rPr>
              <w:t>لد</w:t>
            </w:r>
            <w:r w:rsidR="00DC404A" w:rsidRPr="00A72677">
              <w:rPr>
                <w:rtl/>
              </w:rPr>
              <w:t xml:space="preserve">نيا </w:t>
            </w:r>
            <w:r w:rsidRPr="00A72677">
              <w:rPr>
                <w:rtl/>
              </w:rPr>
              <w:t>عل</w:t>
            </w:r>
            <w:r w:rsidR="00DC404A" w:rsidRPr="00A72677">
              <w:rPr>
                <w:rtl/>
              </w:rPr>
              <w:t>يه جميعُها</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A72677" w:rsidP="00693B01">
            <w:pPr>
              <w:pStyle w:val="libPoem"/>
            </w:pPr>
            <w:r w:rsidRPr="00A72677">
              <w:rPr>
                <w:rtl/>
              </w:rPr>
              <w:t>مغا</w:t>
            </w:r>
            <w:r w:rsidR="00DC404A" w:rsidRPr="00A72677">
              <w:rPr>
                <w:rtl/>
              </w:rPr>
              <w:t>ربها ت</w:t>
            </w:r>
            <w:r w:rsidRPr="00A72677">
              <w:rPr>
                <w:rtl/>
              </w:rPr>
              <w:t>ُثن</w:t>
            </w:r>
            <w:r w:rsidR="00DC404A" w:rsidRPr="00A72677">
              <w:rPr>
                <w:rtl/>
              </w:rPr>
              <w:t xml:space="preserve">ى </w:t>
            </w:r>
            <w:r w:rsidRPr="00A72677">
              <w:rPr>
                <w:rtl/>
              </w:rPr>
              <w:t>ثن</w:t>
            </w:r>
            <w:r w:rsidR="00DC404A" w:rsidRPr="00A72677">
              <w:rPr>
                <w:rtl/>
              </w:rPr>
              <w:t>اء</w:t>
            </w:r>
            <w:r w:rsidR="00677BC4">
              <w:rPr>
                <w:rtl/>
              </w:rPr>
              <w:t>َ</w:t>
            </w:r>
            <w:r w:rsidR="00DC404A" w:rsidRPr="00A72677">
              <w:rPr>
                <w:rtl/>
              </w:rPr>
              <w:t xml:space="preserve"> ا</w:t>
            </w:r>
            <w:r w:rsidRPr="00A72677">
              <w:rPr>
                <w:rtl/>
              </w:rPr>
              <w:t>لم</w:t>
            </w:r>
            <w:r w:rsidR="00DC404A" w:rsidRPr="00A72677">
              <w:rPr>
                <w:rtl/>
              </w:rPr>
              <w:t>شارقِ</w:t>
            </w:r>
            <w:r w:rsidR="00DC404A"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تط</w:t>
            </w:r>
            <w:r w:rsidR="00DC404A" w:rsidRPr="00A72677">
              <w:rPr>
                <w:rtl/>
              </w:rPr>
              <w:t>رّ</w:t>
            </w:r>
            <w:r w:rsidR="00677BC4">
              <w:rPr>
                <w:rtl/>
              </w:rPr>
              <w:t>َ</w:t>
            </w:r>
            <w:r w:rsidR="00DC404A" w:rsidRPr="00A72677">
              <w:rPr>
                <w:rtl/>
              </w:rPr>
              <w:t>ق</w:t>
            </w:r>
            <w:r w:rsidR="004C00A8">
              <w:rPr>
                <w:rtl/>
              </w:rPr>
              <w:t xml:space="preserve"> </w:t>
            </w:r>
            <w:r w:rsidR="00DC404A" w:rsidRPr="00A72677">
              <w:rPr>
                <w:rtl/>
              </w:rPr>
              <w:t>أمّ</w:t>
            </w:r>
            <w:r w:rsidR="00677BC4">
              <w:rPr>
                <w:rtl/>
              </w:rPr>
              <w:t>َ</w:t>
            </w:r>
            <w:r w:rsidR="00DC404A" w:rsidRPr="00A72677">
              <w:rPr>
                <w:rtl/>
              </w:rPr>
              <w:t xml:space="preserve"> ا</w:t>
            </w:r>
            <w:r w:rsidRPr="00A72677">
              <w:rPr>
                <w:rtl/>
              </w:rPr>
              <w:t>لم</w:t>
            </w:r>
            <w:r w:rsidR="00DC404A" w:rsidRPr="00A72677">
              <w:rPr>
                <w:rtl/>
              </w:rPr>
              <w:t xml:space="preserve">جد </w:t>
            </w:r>
            <w:r w:rsidRPr="00A72677">
              <w:rPr>
                <w:rtl/>
              </w:rPr>
              <w:t>في</w:t>
            </w:r>
            <w:r w:rsidR="00DC404A" w:rsidRPr="00A72677">
              <w:rPr>
                <w:rtl/>
              </w:rPr>
              <w:t xml:space="preserve"> بيت سؤددٍ</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524A24" w:rsidRDefault="00A72677" w:rsidP="00693B01">
            <w:pPr>
              <w:pStyle w:val="libPoem"/>
            </w:pPr>
            <w:r w:rsidRPr="00A72677">
              <w:rPr>
                <w:rtl/>
              </w:rPr>
              <w:t>يظ</w:t>
            </w:r>
            <w:r w:rsidR="00DC404A" w:rsidRPr="00A72677">
              <w:rPr>
                <w:rtl/>
              </w:rPr>
              <w:t>ل</w:t>
            </w:r>
            <w:r w:rsidRPr="00A72677">
              <w:rPr>
                <w:rtl/>
              </w:rPr>
              <w:t>ّل</w:t>
            </w:r>
            <w:r w:rsidR="00DC404A" w:rsidRPr="00A72677">
              <w:rPr>
                <w:rtl/>
              </w:rPr>
              <w:t xml:space="preserve">ُ </w:t>
            </w:r>
            <w:r w:rsidRPr="00A72677">
              <w:rPr>
                <w:rtl/>
              </w:rPr>
              <w:t>عز</w:t>
            </w:r>
            <w:r w:rsidR="00DC404A" w:rsidRPr="00A72677">
              <w:rPr>
                <w:rtl/>
              </w:rPr>
              <w:t xml:space="preserve">ّاً </w:t>
            </w:r>
            <w:r w:rsidRPr="00A72677">
              <w:rPr>
                <w:rtl/>
              </w:rPr>
              <w:t>با</w:t>
            </w:r>
            <w:r w:rsidR="00DC404A" w:rsidRPr="00A72677">
              <w:rPr>
                <w:rtl/>
              </w:rPr>
              <w:t>لبنود ا</w:t>
            </w:r>
            <w:r w:rsidRPr="00A72677">
              <w:rPr>
                <w:rtl/>
              </w:rPr>
              <w:t>لخ</w:t>
            </w:r>
            <w:r w:rsidR="00DC404A" w:rsidRPr="00A72677">
              <w:rPr>
                <w:rtl/>
              </w:rPr>
              <w:t>وافقِ</w:t>
            </w:r>
            <w:r w:rsidR="00DC404A" w:rsidRPr="00A72677">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C404A" w:rsidRPr="00524A24" w:rsidTr="00DC404A">
        <w:trPr>
          <w:trHeight w:val="350"/>
        </w:trPr>
        <w:tc>
          <w:tcPr>
            <w:tcW w:w="3902" w:type="dxa"/>
          </w:tcPr>
          <w:p w:rsidR="00DC404A" w:rsidRPr="00524A24" w:rsidRDefault="00A72677" w:rsidP="00693B01">
            <w:pPr>
              <w:pStyle w:val="libPoem"/>
            </w:pPr>
            <w:r w:rsidRPr="009647FC">
              <w:rPr>
                <w:rtl/>
              </w:rPr>
              <w:lastRenderedPageBreak/>
              <w:t>فأ</w:t>
            </w:r>
            <w:r w:rsidR="00DC404A" w:rsidRPr="009647FC">
              <w:rPr>
                <w:rtl/>
              </w:rPr>
              <w:t>نجب</w:t>
            </w:r>
            <w:r w:rsidR="00677BC4">
              <w:rPr>
                <w:rtl/>
              </w:rPr>
              <w:t>َ</w:t>
            </w:r>
            <w:r w:rsidR="004C00A8">
              <w:rPr>
                <w:rtl/>
              </w:rPr>
              <w:t xml:space="preserve"> </w:t>
            </w:r>
            <w:r w:rsidRPr="009647FC">
              <w:rPr>
                <w:rtl/>
              </w:rPr>
              <w:t>من</w:t>
            </w:r>
            <w:r w:rsidR="00DC404A">
              <w:rPr>
                <w:rtl/>
              </w:rPr>
              <w:t xml:space="preserve"> </w:t>
            </w:r>
            <w:r w:rsidR="00DC404A" w:rsidRPr="009647FC">
              <w:rPr>
                <w:rtl/>
              </w:rPr>
              <w:t>سلمان</w:t>
            </w:r>
            <w:r w:rsidR="00DC404A">
              <w:rPr>
                <w:rtl/>
              </w:rPr>
              <w:t xml:space="preserve"> </w:t>
            </w:r>
            <w:r w:rsidR="00DC404A" w:rsidRPr="009647FC">
              <w:rPr>
                <w:rtl/>
              </w:rPr>
              <w:t>وهو</w:t>
            </w:r>
            <w:r w:rsidR="00DC404A">
              <w:rPr>
                <w:rtl/>
              </w:rPr>
              <w:t xml:space="preserve"> </w:t>
            </w:r>
            <w:r w:rsidR="00DC404A" w:rsidRPr="009647FC">
              <w:rPr>
                <w:rtl/>
              </w:rPr>
              <w:t>ذكا</w:t>
            </w:r>
            <w:r w:rsidR="00DC404A">
              <w:rPr>
                <w:rtl/>
              </w:rPr>
              <w:t xml:space="preserve"> </w:t>
            </w:r>
            <w:r w:rsidR="00DC404A" w:rsidRPr="009647FC">
              <w:rPr>
                <w:rtl/>
              </w:rPr>
              <w:t>العُلى</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بب</w:t>
            </w:r>
            <w:r w:rsidR="00DC404A" w:rsidRPr="009647FC">
              <w:rPr>
                <w:rtl/>
              </w:rPr>
              <w:t>درِ</w:t>
            </w:r>
            <w:r w:rsidR="004C00A8">
              <w:rPr>
                <w:rtl/>
              </w:rPr>
              <w:t xml:space="preserve"> </w:t>
            </w:r>
            <w:r w:rsidRPr="009647FC">
              <w:rPr>
                <w:rtl/>
              </w:rPr>
              <w:t>نه</w:t>
            </w:r>
            <w:r w:rsidR="00DC404A" w:rsidRPr="009647FC">
              <w:rPr>
                <w:rtl/>
              </w:rPr>
              <w:t>ىً</w:t>
            </w:r>
            <w:r w:rsidR="00DC404A">
              <w:rPr>
                <w:rtl/>
              </w:rPr>
              <w:t xml:space="preserve"> </w:t>
            </w:r>
            <w:r w:rsidRPr="009647FC">
              <w:rPr>
                <w:rtl/>
              </w:rPr>
              <w:t>يج</w:t>
            </w:r>
            <w:r w:rsidR="00DC404A" w:rsidRPr="009647FC">
              <w:rPr>
                <w:rtl/>
              </w:rPr>
              <w:t>لو</w:t>
            </w:r>
            <w:r w:rsidR="00DC404A">
              <w:rPr>
                <w:rtl/>
              </w:rPr>
              <w:t xml:space="preserve"> </w:t>
            </w:r>
            <w:r w:rsidR="00DC404A" w:rsidRPr="009647FC">
              <w:rPr>
                <w:rtl/>
              </w:rPr>
              <w:t>ظلام</w:t>
            </w:r>
            <w:r w:rsidR="00DC404A">
              <w:rPr>
                <w:rtl/>
              </w:rPr>
              <w:t xml:space="preserve"> </w:t>
            </w:r>
            <w:r w:rsidR="00DC404A" w:rsidRPr="009647FC">
              <w:rPr>
                <w:rtl/>
              </w:rPr>
              <w:t>الغواسقِ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هما</w:t>
            </w:r>
            <w:r w:rsidR="00DC404A" w:rsidRPr="009647FC">
              <w:rPr>
                <w:rtl/>
              </w:rPr>
              <w:t>مٌ</w:t>
            </w:r>
            <w:r w:rsidR="004C00A8">
              <w:rPr>
                <w:rtl/>
              </w:rPr>
              <w:t xml:space="preserve"> </w:t>
            </w:r>
            <w:r w:rsidRPr="009647FC">
              <w:rPr>
                <w:rtl/>
              </w:rPr>
              <w:t>نمت</w:t>
            </w:r>
            <w:r w:rsidR="00DC404A" w:rsidRPr="009647FC">
              <w:rPr>
                <w:rtl/>
              </w:rPr>
              <w:t>هُ</w:t>
            </w:r>
            <w:r w:rsidR="00DC404A">
              <w:rPr>
                <w:rtl/>
              </w:rPr>
              <w:t xml:space="preserve"> </w:t>
            </w:r>
            <w:r w:rsidR="00DC404A" w:rsidRPr="009647FC">
              <w:rPr>
                <w:rtl/>
              </w:rPr>
              <w:t>دوحةٌ</w:t>
            </w:r>
            <w:r w:rsidR="00DC404A">
              <w:rPr>
                <w:rtl/>
              </w:rPr>
              <w:t xml:space="preserve"> </w:t>
            </w:r>
            <w:r w:rsidRPr="009647FC">
              <w:rPr>
                <w:rtl/>
              </w:rPr>
              <w:t>نب</w:t>
            </w:r>
            <w:r w:rsidR="00DC404A" w:rsidRPr="009647FC">
              <w:rPr>
                <w:rtl/>
              </w:rPr>
              <w:t>وية</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إ</w:t>
            </w:r>
            <w:r w:rsidR="00A72677" w:rsidRPr="009647FC">
              <w:rPr>
                <w:rtl/>
              </w:rPr>
              <w:t>لى</w:t>
            </w:r>
            <w:r w:rsidR="004C00A8">
              <w:rPr>
                <w:rtl/>
              </w:rPr>
              <w:t xml:space="preserve"> </w:t>
            </w:r>
            <w:r w:rsidR="00A72677" w:rsidRPr="009647FC">
              <w:rPr>
                <w:rtl/>
              </w:rPr>
              <w:t>مث</w:t>
            </w:r>
            <w:r w:rsidRPr="009647FC">
              <w:rPr>
                <w:rtl/>
              </w:rPr>
              <w:t>مرٍ</w:t>
            </w:r>
            <w:r>
              <w:rPr>
                <w:rtl/>
              </w:rPr>
              <w:t xml:space="preserve"> </w:t>
            </w:r>
            <w:r w:rsidRPr="009647FC">
              <w:rPr>
                <w:rtl/>
              </w:rPr>
              <w:t>في</w:t>
            </w:r>
            <w:r>
              <w:rPr>
                <w:rtl/>
              </w:rPr>
              <w:t xml:space="preserve"> </w:t>
            </w:r>
            <w:r w:rsidRPr="009647FC">
              <w:rPr>
                <w:rtl/>
              </w:rPr>
              <w:t>المجدِ</w:t>
            </w:r>
            <w:r>
              <w:rPr>
                <w:rtl/>
              </w:rPr>
              <w:t xml:space="preserve"> </w:t>
            </w:r>
            <w:r w:rsidRPr="009647FC">
              <w:rPr>
                <w:rtl/>
              </w:rPr>
              <w:t>منها</w:t>
            </w:r>
            <w:r>
              <w:rPr>
                <w:rtl/>
              </w:rPr>
              <w:t xml:space="preserve"> </w:t>
            </w:r>
            <w:r w:rsidRPr="009647FC">
              <w:rPr>
                <w:rtl/>
              </w:rPr>
              <w:t>ووارقِ</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له</w:t>
            </w:r>
            <w:r w:rsidR="00DC404A" w:rsidRPr="009647FC">
              <w:rPr>
                <w:rtl/>
              </w:rPr>
              <w:t>ُ</w:t>
            </w:r>
            <w:r w:rsidR="004C00A8">
              <w:rPr>
                <w:rtl/>
              </w:rPr>
              <w:t xml:space="preserve"> </w:t>
            </w:r>
            <w:r w:rsidR="00DC404A" w:rsidRPr="009647FC">
              <w:rPr>
                <w:rtl/>
              </w:rPr>
              <w:t>النسبُ</w:t>
            </w:r>
            <w:r w:rsidR="00DC404A">
              <w:rPr>
                <w:rtl/>
              </w:rPr>
              <w:t xml:space="preserve"> </w:t>
            </w:r>
            <w:r w:rsidR="00DC404A" w:rsidRPr="009647FC">
              <w:rPr>
                <w:rtl/>
              </w:rPr>
              <w:t>الوضّاحُ</w:t>
            </w:r>
            <w:r w:rsidR="00DC404A">
              <w:rPr>
                <w:rtl/>
              </w:rPr>
              <w:t xml:space="preserve"> </w:t>
            </w:r>
            <w:r w:rsidR="00DC404A" w:rsidRPr="009647FC">
              <w:rPr>
                <w:rtl/>
              </w:rPr>
              <w:t>في</w:t>
            </w:r>
            <w:r w:rsidR="00DC404A">
              <w:rPr>
                <w:rtl/>
              </w:rPr>
              <w:t xml:space="preserve"> </w:t>
            </w:r>
            <w:r w:rsidR="00DC404A" w:rsidRPr="009647FC">
              <w:rPr>
                <w:rtl/>
              </w:rPr>
              <w:t>جبهة</w:t>
            </w:r>
            <w:r w:rsidR="00DC404A">
              <w:rPr>
                <w:rtl/>
              </w:rPr>
              <w:t xml:space="preserve"> </w:t>
            </w:r>
            <w:r w:rsidR="00DC404A" w:rsidRPr="009647FC">
              <w:rPr>
                <w:rtl/>
              </w:rPr>
              <w:t>العُلى</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مع</w:t>
            </w:r>
            <w:r w:rsidR="00DC404A">
              <w:rPr>
                <w:rtl/>
              </w:rPr>
              <w:t xml:space="preserve"> </w:t>
            </w:r>
            <w:r w:rsidR="00DC404A" w:rsidRPr="009647FC">
              <w:rPr>
                <w:rtl/>
              </w:rPr>
              <w:t>ا</w:t>
            </w:r>
            <w:r w:rsidRPr="009647FC">
              <w:rPr>
                <w:rtl/>
              </w:rPr>
              <w:t>لح</w:t>
            </w:r>
            <w:r w:rsidR="00DC404A" w:rsidRPr="009647FC">
              <w:rPr>
                <w:rtl/>
              </w:rPr>
              <w:t>سبِ</w:t>
            </w:r>
            <w:r w:rsidR="00DC404A">
              <w:rPr>
                <w:rtl/>
              </w:rPr>
              <w:t xml:space="preserve"> </w:t>
            </w:r>
            <w:r w:rsidR="00DC404A" w:rsidRPr="009647FC">
              <w:rPr>
                <w:rtl/>
              </w:rPr>
              <w:t>السامي</w:t>
            </w:r>
            <w:r w:rsidR="00DC404A">
              <w:rPr>
                <w:rtl/>
              </w:rPr>
              <w:t xml:space="preserve"> </w:t>
            </w:r>
            <w:r w:rsidR="00DC404A" w:rsidRPr="009647FC">
              <w:rPr>
                <w:rtl/>
              </w:rPr>
              <w:t>جميع</w:t>
            </w:r>
            <w:r w:rsidR="00DC404A">
              <w:rPr>
                <w:rtl/>
              </w:rPr>
              <w:t xml:space="preserve"> </w:t>
            </w:r>
            <w:r w:rsidR="00DC404A" w:rsidRPr="009647FC">
              <w:rPr>
                <w:rtl/>
              </w:rPr>
              <w:t>الخلائقِ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يعد</w:t>
            </w:r>
            <w:r w:rsidR="00DC404A" w:rsidRPr="009647FC">
              <w:rPr>
                <w:rtl/>
              </w:rPr>
              <w:t>ُّ</w:t>
            </w:r>
            <w:r w:rsidR="004C00A8">
              <w:rPr>
                <w:rtl/>
              </w:rPr>
              <w:t xml:space="preserve"> </w:t>
            </w:r>
            <w:r w:rsidR="00DC404A" w:rsidRPr="009647FC">
              <w:rPr>
                <w:rtl/>
              </w:rPr>
              <w:t>ر</w:t>
            </w:r>
            <w:r w:rsidRPr="009647FC">
              <w:rPr>
                <w:rtl/>
              </w:rPr>
              <w:t>سو</w:t>
            </w:r>
            <w:r w:rsidR="00DC404A" w:rsidRPr="009647FC">
              <w:rPr>
                <w:rtl/>
              </w:rPr>
              <w:t>ل</w:t>
            </w:r>
            <w:r w:rsidR="00DC404A">
              <w:rPr>
                <w:rtl/>
              </w:rPr>
              <w:t xml:space="preserve"> </w:t>
            </w:r>
            <w:r w:rsidR="00DC404A" w:rsidRPr="009647FC">
              <w:rPr>
                <w:rtl/>
              </w:rPr>
              <w:t>الله</w:t>
            </w:r>
            <w:r w:rsidR="00DC404A">
              <w:rPr>
                <w:rtl/>
              </w:rPr>
              <w:t xml:space="preserve"> </w:t>
            </w:r>
            <w:r w:rsidRPr="009647FC">
              <w:rPr>
                <w:rtl/>
              </w:rPr>
              <w:t>فخ</w:t>
            </w:r>
            <w:r w:rsidR="00DC404A" w:rsidRPr="009647FC">
              <w:rPr>
                <w:rtl/>
              </w:rPr>
              <w:t>راً</w:t>
            </w:r>
            <w:r w:rsidR="00DC404A">
              <w:rPr>
                <w:rtl/>
              </w:rPr>
              <w:t xml:space="preserve"> </w:t>
            </w:r>
            <w:r w:rsidRPr="009647FC">
              <w:rPr>
                <w:rtl/>
              </w:rPr>
              <w:t>لم</w:t>
            </w:r>
            <w:r w:rsidR="00DC404A" w:rsidRPr="009647FC">
              <w:rPr>
                <w:rtl/>
              </w:rPr>
              <w:t>جده</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w:t>
            </w:r>
            <w:r w:rsidR="00A72677" w:rsidRPr="009647FC">
              <w:rPr>
                <w:rtl/>
              </w:rPr>
              <w:t>حس</w:t>
            </w:r>
            <w:r w:rsidRPr="009647FC">
              <w:rPr>
                <w:rtl/>
              </w:rPr>
              <w:t>بك</w:t>
            </w:r>
            <w:r w:rsidR="004C00A8">
              <w:rPr>
                <w:rtl/>
              </w:rPr>
              <w:t xml:space="preserve"> </w:t>
            </w:r>
            <w:r w:rsidRPr="009647FC">
              <w:rPr>
                <w:rtl/>
              </w:rPr>
              <w:t>مجداً</w:t>
            </w:r>
            <w:r>
              <w:rPr>
                <w:rtl/>
              </w:rPr>
              <w:t xml:space="preserve"> </w:t>
            </w:r>
            <w:r w:rsidRPr="009647FC">
              <w:rPr>
                <w:rtl/>
              </w:rPr>
              <w:t>في</w:t>
            </w:r>
            <w:r>
              <w:rPr>
                <w:rtl/>
              </w:rPr>
              <w:t xml:space="preserve"> </w:t>
            </w:r>
            <w:r w:rsidRPr="009647FC">
              <w:rPr>
                <w:rtl/>
              </w:rPr>
              <w:t>الذرى</w:t>
            </w:r>
            <w:r>
              <w:rPr>
                <w:rtl/>
              </w:rPr>
              <w:t xml:space="preserve"> </w:t>
            </w:r>
            <w:r w:rsidRPr="009647FC">
              <w:rPr>
                <w:rtl/>
              </w:rPr>
              <w:t>والشواهقِ</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تضو</w:t>
            </w:r>
            <w:r w:rsidR="00DC404A" w:rsidRPr="009647FC">
              <w:rPr>
                <w:rtl/>
              </w:rPr>
              <w:t>عُ</w:t>
            </w:r>
            <w:r w:rsidR="00DC404A">
              <w:rPr>
                <w:rtl/>
              </w:rPr>
              <w:t xml:space="preserve"> </w:t>
            </w:r>
            <w:r w:rsidRPr="009647FC">
              <w:rPr>
                <w:rtl/>
              </w:rPr>
              <w:t>بع</w:t>
            </w:r>
            <w:r w:rsidR="00DC404A" w:rsidRPr="009647FC">
              <w:rPr>
                <w:rtl/>
              </w:rPr>
              <w:t>طفيه</w:t>
            </w:r>
            <w:r w:rsidR="00DC404A">
              <w:rPr>
                <w:rtl/>
              </w:rPr>
              <w:t xml:space="preserve"> </w:t>
            </w:r>
            <w:r w:rsidR="00DC404A" w:rsidRPr="009647FC">
              <w:rPr>
                <w:rtl/>
              </w:rPr>
              <w:t>ا</w:t>
            </w:r>
            <w:r w:rsidRPr="009647FC">
              <w:rPr>
                <w:rtl/>
              </w:rPr>
              <w:t>لس</w:t>
            </w:r>
            <w:r w:rsidR="00DC404A" w:rsidRPr="009647FC">
              <w:rPr>
                <w:rtl/>
              </w:rPr>
              <w:t>يادة</w:t>
            </w:r>
            <w:r w:rsidR="00DC404A">
              <w:rPr>
                <w:rtl/>
              </w:rPr>
              <w:t xml:space="preserve"> </w:t>
            </w:r>
            <w:r w:rsidRPr="009647FC">
              <w:rPr>
                <w:rtl/>
              </w:rPr>
              <w:t>مث</w:t>
            </w:r>
            <w:r w:rsidR="00DC404A" w:rsidRPr="009647FC">
              <w:rPr>
                <w:rtl/>
              </w:rPr>
              <w:t>لما</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تض</w:t>
            </w:r>
            <w:r w:rsidR="00DC404A" w:rsidRPr="009647FC">
              <w:rPr>
                <w:rtl/>
              </w:rPr>
              <w:t>وّ</w:t>
            </w:r>
            <w:r w:rsidR="00677BC4">
              <w:rPr>
                <w:rtl/>
              </w:rPr>
              <w:t>َ</w:t>
            </w:r>
            <w:r w:rsidR="00DC404A" w:rsidRPr="009647FC">
              <w:rPr>
                <w:rtl/>
              </w:rPr>
              <w:t>ع</w:t>
            </w:r>
            <w:r w:rsidR="004C00A8">
              <w:rPr>
                <w:rtl/>
              </w:rPr>
              <w:t xml:space="preserve"> </w:t>
            </w:r>
            <w:r w:rsidRPr="009647FC">
              <w:rPr>
                <w:rtl/>
              </w:rPr>
              <w:t>عر</w:t>
            </w:r>
            <w:r w:rsidR="00DC404A" w:rsidRPr="009647FC">
              <w:rPr>
                <w:rtl/>
              </w:rPr>
              <w:t>ف</w:t>
            </w:r>
            <w:r w:rsidR="00DC404A">
              <w:rPr>
                <w:rtl/>
              </w:rPr>
              <w:t xml:space="preserve"> </w:t>
            </w:r>
            <w:r w:rsidR="00DC404A" w:rsidRPr="009647FC">
              <w:rPr>
                <w:rtl/>
              </w:rPr>
              <w:t>المسكِ</w:t>
            </w:r>
            <w:r w:rsidR="00DC404A">
              <w:rPr>
                <w:rtl/>
              </w:rPr>
              <w:t xml:space="preserve"> </w:t>
            </w:r>
            <w:r w:rsidR="00DC404A" w:rsidRPr="009647FC">
              <w:rPr>
                <w:rtl/>
              </w:rPr>
              <w:t>طيباً</w:t>
            </w:r>
            <w:r w:rsidR="00DC404A">
              <w:rPr>
                <w:rtl/>
              </w:rPr>
              <w:t xml:space="preserve"> </w:t>
            </w:r>
            <w:r w:rsidR="00DC404A" w:rsidRPr="009647FC">
              <w:rPr>
                <w:rtl/>
              </w:rPr>
              <w:t>لناشقِ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به</w:t>
            </w:r>
            <w:r w:rsidR="004C00A8">
              <w:rPr>
                <w:rtl/>
              </w:rPr>
              <w:t xml:space="preserve"> </w:t>
            </w:r>
            <w:r w:rsidR="00DC404A" w:rsidRPr="009647FC">
              <w:rPr>
                <w:rtl/>
              </w:rPr>
              <w:t>ا</w:t>
            </w:r>
            <w:r w:rsidRPr="009647FC">
              <w:rPr>
                <w:rtl/>
              </w:rPr>
              <w:t>قت</w:t>
            </w:r>
            <w:r w:rsidR="00DC404A" w:rsidRPr="009647FC">
              <w:rPr>
                <w:rtl/>
              </w:rPr>
              <w:t>دحتْ</w:t>
            </w:r>
            <w:r w:rsidR="00DC404A">
              <w:rPr>
                <w:rtl/>
              </w:rPr>
              <w:t xml:space="preserve"> </w:t>
            </w:r>
            <w:r w:rsidR="00DC404A" w:rsidRPr="009647FC">
              <w:rPr>
                <w:rtl/>
              </w:rPr>
              <w:t>ز</w:t>
            </w:r>
            <w:r w:rsidRPr="009647FC">
              <w:rPr>
                <w:rtl/>
              </w:rPr>
              <w:t>ند</w:t>
            </w:r>
            <w:r w:rsidR="00DC404A">
              <w:rPr>
                <w:rtl/>
              </w:rPr>
              <w:t xml:space="preserve"> </w:t>
            </w:r>
            <w:r w:rsidR="00DC404A" w:rsidRPr="009647FC">
              <w:rPr>
                <w:rtl/>
              </w:rPr>
              <w:t>ا</w:t>
            </w:r>
            <w:r w:rsidRPr="009647FC">
              <w:rPr>
                <w:rtl/>
              </w:rPr>
              <w:t>لن</w:t>
            </w:r>
            <w:r w:rsidR="00DC404A" w:rsidRPr="009647FC">
              <w:rPr>
                <w:rtl/>
              </w:rPr>
              <w:t>جابة</w:t>
            </w:r>
            <w:r w:rsidR="00DC404A">
              <w:rPr>
                <w:rtl/>
              </w:rPr>
              <w:t xml:space="preserve"> </w:t>
            </w:r>
            <w:r w:rsidR="00DC404A" w:rsidRPr="009647FC">
              <w:rPr>
                <w:rtl/>
              </w:rPr>
              <w:t>هاشمٌ</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فف</w:t>
            </w:r>
            <w:r w:rsidR="00DC404A" w:rsidRPr="009647FC">
              <w:rPr>
                <w:rtl/>
              </w:rPr>
              <w:t>ي</w:t>
            </w:r>
            <w:r w:rsidR="00DC404A">
              <w:rPr>
                <w:rtl/>
              </w:rPr>
              <w:t xml:space="preserve"> </w:t>
            </w:r>
            <w:r w:rsidR="00DC404A" w:rsidRPr="009647FC">
              <w:rPr>
                <w:rtl/>
              </w:rPr>
              <w:t>و</w:t>
            </w:r>
            <w:r w:rsidRPr="009647FC">
              <w:rPr>
                <w:rtl/>
              </w:rPr>
              <w:t>جه</w:t>
            </w:r>
            <w:r w:rsidR="00DC404A" w:rsidRPr="009647FC">
              <w:rPr>
                <w:rtl/>
              </w:rPr>
              <w:t>ه</w:t>
            </w:r>
            <w:r w:rsidR="00DC404A">
              <w:rPr>
                <w:rtl/>
              </w:rPr>
              <w:t xml:space="preserve"> </w:t>
            </w:r>
            <w:r w:rsidRPr="009647FC">
              <w:rPr>
                <w:rtl/>
              </w:rPr>
              <w:t>من</w:t>
            </w:r>
            <w:r w:rsidR="00DC404A">
              <w:rPr>
                <w:rtl/>
              </w:rPr>
              <w:t xml:space="preserve"> </w:t>
            </w:r>
            <w:r w:rsidR="00DC404A" w:rsidRPr="009647FC">
              <w:rPr>
                <w:rtl/>
              </w:rPr>
              <w:t>نورها</w:t>
            </w:r>
            <w:r w:rsidR="00DC404A">
              <w:rPr>
                <w:rtl/>
              </w:rPr>
              <w:t xml:space="preserve"> </w:t>
            </w:r>
            <w:r w:rsidR="00DC404A" w:rsidRPr="009647FC">
              <w:rPr>
                <w:rtl/>
              </w:rPr>
              <w:t>لمعُ</w:t>
            </w:r>
            <w:r w:rsidR="00DC404A">
              <w:rPr>
                <w:rtl/>
              </w:rPr>
              <w:t xml:space="preserve"> </w:t>
            </w:r>
            <w:r w:rsidR="00DC404A" w:rsidRPr="009647FC">
              <w:rPr>
                <w:rtl/>
              </w:rPr>
              <w:t>بارقِ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سم</w:t>
            </w:r>
            <w:r w:rsidR="00DC404A" w:rsidRPr="009647FC">
              <w:rPr>
                <w:rtl/>
              </w:rPr>
              <w:t>ا</w:t>
            </w:r>
            <w:r w:rsidR="00DC404A">
              <w:rPr>
                <w:rtl/>
              </w:rPr>
              <w:t xml:space="preserve"> </w:t>
            </w:r>
            <w:r w:rsidRPr="009647FC">
              <w:rPr>
                <w:rtl/>
              </w:rPr>
              <w:t>في</w:t>
            </w:r>
            <w:r w:rsidR="00DC404A">
              <w:rPr>
                <w:rtl/>
              </w:rPr>
              <w:t xml:space="preserve"> </w:t>
            </w:r>
            <w:r w:rsidR="00DC404A" w:rsidRPr="009647FC">
              <w:rPr>
                <w:rtl/>
              </w:rPr>
              <w:t>ا</w:t>
            </w:r>
            <w:r w:rsidRPr="009647FC">
              <w:rPr>
                <w:rtl/>
              </w:rPr>
              <w:t>لم</w:t>
            </w:r>
            <w:r w:rsidR="00DC404A" w:rsidRPr="009647FC">
              <w:rPr>
                <w:rtl/>
              </w:rPr>
              <w:t>عالي</w:t>
            </w:r>
            <w:r w:rsidR="00DC404A">
              <w:rPr>
                <w:rtl/>
              </w:rPr>
              <w:t xml:space="preserve"> </w:t>
            </w:r>
            <w:r w:rsidR="00DC404A" w:rsidRPr="009647FC">
              <w:rPr>
                <w:rtl/>
              </w:rPr>
              <w:t>طالباً</w:t>
            </w:r>
            <w:r w:rsidR="00DC404A">
              <w:rPr>
                <w:rtl/>
              </w:rPr>
              <w:t xml:space="preserve"> </w:t>
            </w:r>
            <w:r w:rsidR="00DC404A" w:rsidRPr="009647FC">
              <w:rPr>
                <w:rtl/>
              </w:rPr>
              <w:t>قدر</w:t>
            </w:r>
            <w:r w:rsidR="00677BC4">
              <w:rPr>
                <w:rtl/>
              </w:rPr>
              <w:t>َ</w:t>
            </w:r>
            <w:r w:rsidR="00DC404A">
              <w:rPr>
                <w:rtl/>
              </w:rPr>
              <w:t xml:space="preserve"> </w:t>
            </w:r>
            <w:r w:rsidR="00DC404A" w:rsidRPr="009647FC">
              <w:rPr>
                <w:rtl/>
              </w:rPr>
              <w:t>نفسه</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إ</w:t>
            </w:r>
            <w:r w:rsidR="00A72677" w:rsidRPr="009647FC">
              <w:rPr>
                <w:rtl/>
              </w:rPr>
              <w:t>لى</w:t>
            </w:r>
            <w:r w:rsidR="004C00A8">
              <w:rPr>
                <w:rtl/>
              </w:rPr>
              <w:t xml:space="preserve"> </w:t>
            </w:r>
            <w:r w:rsidR="00A72677" w:rsidRPr="009647FC">
              <w:rPr>
                <w:rtl/>
              </w:rPr>
              <w:t>شر</w:t>
            </w:r>
            <w:r w:rsidRPr="009647FC">
              <w:rPr>
                <w:rtl/>
              </w:rPr>
              <w:t>فٍ</w:t>
            </w:r>
            <w:r>
              <w:rPr>
                <w:rtl/>
              </w:rPr>
              <w:t xml:space="preserve"> </w:t>
            </w:r>
            <w:r w:rsidR="00A72677" w:rsidRPr="009647FC">
              <w:rPr>
                <w:rtl/>
              </w:rPr>
              <w:t>فو</w:t>
            </w:r>
            <w:r w:rsidRPr="009647FC">
              <w:rPr>
                <w:rtl/>
              </w:rPr>
              <w:t>ق</w:t>
            </w:r>
            <w:r>
              <w:rPr>
                <w:rtl/>
              </w:rPr>
              <w:t xml:space="preserve"> </w:t>
            </w:r>
            <w:r w:rsidRPr="009647FC">
              <w:rPr>
                <w:rtl/>
              </w:rPr>
              <w:t>الكواكب</w:t>
            </w:r>
            <w:r>
              <w:rPr>
                <w:rtl/>
              </w:rPr>
              <w:t xml:space="preserve"> </w:t>
            </w:r>
            <w:r w:rsidRPr="009647FC">
              <w:rPr>
                <w:rtl/>
              </w:rPr>
              <w:t>باسقِ</w:t>
            </w:r>
            <w:r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فا</w:t>
            </w:r>
            <w:r w:rsidRPr="009647FC">
              <w:rPr>
                <w:rtl/>
              </w:rPr>
              <w:t>ت</w:t>
            </w:r>
            <w:r w:rsidR="00677BC4">
              <w:rPr>
                <w:rtl/>
              </w:rPr>
              <w:t>َ</w:t>
            </w:r>
            <w:r>
              <w:rPr>
                <w:rtl/>
              </w:rPr>
              <w:t xml:space="preserve"> </w:t>
            </w:r>
            <w:r w:rsidR="00A72677" w:rsidRPr="009647FC">
              <w:rPr>
                <w:rtl/>
              </w:rPr>
              <w:t>جم</w:t>
            </w:r>
            <w:r w:rsidRPr="009647FC">
              <w:rPr>
                <w:rtl/>
              </w:rPr>
              <w:t>يع</w:t>
            </w:r>
            <w:r w:rsidR="00677BC4">
              <w:rPr>
                <w:rtl/>
              </w:rPr>
              <w:t>َ</w:t>
            </w:r>
            <w:r>
              <w:rPr>
                <w:rtl/>
              </w:rPr>
              <w:t xml:space="preserve"> </w:t>
            </w:r>
            <w:r w:rsidRPr="009647FC">
              <w:rPr>
                <w:rtl/>
              </w:rPr>
              <w:t>ا</w:t>
            </w:r>
            <w:r w:rsidR="00A72677" w:rsidRPr="009647FC">
              <w:rPr>
                <w:rtl/>
              </w:rPr>
              <w:t>لس</w:t>
            </w:r>
            <w:r w:rsidRPr="009647FC">
              <w:rPr>
                <w:rtl/>
              </w:rPr>
              <w:t>ابقين</w:t>
            </w:r>
            <w:r>
              <w:rPr>
                <w:rtl/>
              </w:rPr>
              <w:t xml:space="preserve"> </w:t>
            </w:r>
            <w:r w:rsidRPr="009647FC">
              <w:rPr>
                <w:rtl/>
              </w:rPr>
              <w:t>إلى</w:t>
            </w:r>
            <w:r>
              <w:rPr>
                <w:rtl/>
              </w:rPr>
              <w:t xml:space="preserve"> </w:t>
            </w:r>
            <w:r w:rsidRPr="009647FC">
              <w:rPr>
                <w:rtl/>
              </w:rPr>
              <w:t>العُلى</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فق</w:t>
            </w:r>
            <w:r w:rsidR="00DC404A" w:rsidRPr="009647FC">
              <w:rPr>
                <w:rtl/>
              </w:rPr>
              <w:t>صّر</w:t>
            </w:r>
            <w:r w:rsidR="004C00A8">
              <w:rPr>
                <w:rtl/>
              </w:rPr>
              <w:t xml:space="preserve"> </w:t>
            </w:r>
            <w:r w:rsidRPr="009647FC">
              <w:rPr>
                <w:rtl/>
              </w:rPr>
              <w:t>عن</w:t>
            </w:r>
            <w:r w:rsidR="00DC404A">
              <w:rPr>
                <w:rtl/>
              </w:rPr>
              <w:t xml:space="preserve"> </w:t>
            </w:r>
            <w:r w:rsidR="00DC404A" w:rsidRPr="009647FC">
              <w:rPr>
                <w:rtl/>
              </w:rPr>
              <w:t>إدرا</w:t>
            </w:r>
            <w:r w:rsidRPr="009647FC">
              <w:rPr>
                <w:rtl/>
              </w:rPr>
              <w:t>كه</w:t>
            </w:r>
            <w:r w:rsidR="00DC404A">
              <w:rPr>
                <w:rtl/>
              </w:rPr>
              <w:t xml:space="preserve"> </w:t>
            </w:r>
            <w:r w:rsidRPr="009647FC">
              <w:rPr>
                <w:rtl/>
              </w:rPr>
              <w:t>كل</w:t>
            </w:r>
            <w:r w:rsidR="00DC404A" w:rsidRPr="009647FC">
              <w:rPr>
                <w:rtl/>
              </w:rPr>
              <w:t>ُّ</w:t>
            </w:r>
            <w:r w:rsidR="00DC404A">
              <w:rPr>
                <w:rtl/>
              </w:rPr>
              <w:t xml:space="preserve"> </w:t>
            </w:r>
            <w:r w:rsidR="00DC404A" w:rsidRPr="009647FC">
              <w:rPr>
                <w:rtl/>
              </w:rPr>
              <w:t>سابقِ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قا</w:t>
            </w:r>
            <w:r w:rsidRPr="009647FC">
              <w:rPr>
                <w:rtl/>
              </w:rPr>
              <w:t>لوا:</w:t>
            </w:r>
            <w:r w:rsidR="004C00A8">
              <w:rPr>
                <w:rtl/>
              </w:rPr>
              <w:t xml:space="preserve"> </w:t>
            </w:r>
            <w:r w:rsidRPr="009647FC">
              <w:rPr>
                <w:rtl/>
              </w:rPr>
              <w:t>رو</w:t>
            </w:r>
            <w:r w:rsidR="00A72677" w:rsidRPr="009647FC">
              <w:rPr>
                <w:rtl/>
              </w:rPr>
              <w:t>يد</w:t>
            </w:r>
            <w:r w:rsidRPr="009647FC">
              <w:rPr>
                <w:rtl/>
              </w:rPr>
              <w:t>اً</w:t>
            </w:r>
            <w:r>
              <w:rPr>
                <w:rtl/>
              </w:rPr>
              <w:t xml:space="preserve"> </w:t>
            </w:r>
            <w:r w:rsidRPr="009647FC">
              <w:rPr>
                <w:rtl/>
              </w:rPr>
              <w:t>حكّ</w:t>
            </w:r>
            <w:r w:rsidR="00677BC4">
              <w:rPr>
                <w:rtl/>
              </w:rPr>
              <w:t>َ</w:t>
            </w:r>
            <w:r>
              <w:rPr>
                <w:rtl/>
              </w:rPr>
              <w:t xml:space="preserve"> </w:t>
            </w:r>
            <w:r w:rsidRPr="009647FC">
              <w:rPr>
                <w:rtl/>
              </w:rPr>
              <w:t>عاتقك</w:t>
            </w:r>
            <w:r w:rsidR="00677BC4">
              <w:rPr>
                <w:rtl/>
              </w:rPr>
              <w:t>َ</w:t>
            </w:r>
            <w:r>
              <w:rPr>
                <w:rtl/>
              </w:rPr>
              <w:t xml:space="preserve"> </w:t>
            </w:r>
            <w:r w:rsidRPr="009647FC">
              <w:rPr>
                <w:rtl/>
              </w:rPr>
              <w:t>السهى</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فق</w:t>
            </w:r>
            <w:r w:rsidR="00DC404A" w:rsidRPr="009647FC">
              <w:rPr>
                <w:rtl/>
              </w:rPr>
              <w:t>ال:</w:t>
            </w:r>
            <w:r w:rsidR="004C00A8">
              <w:rPr>
                <w:rtl/>
              </w:rPr>
              <w:t xml:space="preserve"> </w:t>
            </w:r>
            <w:r w:rsidR="00DC404A" w:rsidRPr="009647FC">
              <w:rPr>
                <w:rtl/>
              </w:rPr>
              <w:t>و</w:t>
            </w:r>
            <w:r w:rsidRPr="009647FC">
              <w:rPr>
                <w:rtl/>
              </w:rPr>
              <w:t>ما</w:t>
            </w:r>
            <w:r w:rsidR="00DC404A">
              <w:rPr>
                <w:rtl/>
              </w:rPr>
              <w:t xml:space="preserve"> </w:t>
            </w:r>
            <w:r w:rsidR="00DC404A" w:rsidRPr="009647FC">
              <w:rPr>
                <w:rtl/>
              </w:rPr>
              <w:t>قدرُ</w:t>
            </w:r>
            <w:r w:rsidR="00DC404A">
              <w:rPr>
                <w:rtl/>
              </w:rPr>
              <w:t xml:space="preserve"> </w:t>
            </w:r>
            <w:r w:rsidR="00DC404A" w:rsidRPr="009647FC">
              <w:rPr>
                <w:rtl/>
              </w:rPr>
              <w:t>السهى</w:t>
            </w:r>
            <w:r w:rsidR="00DC404A">
              <w:rPr>
                <w:rtl/>
              </w:rPr>
              <w:t xml:space="preserve"> </w:t>
            </w:r>
            <w:r w:rsidR="00DC404A" w:rsidRPr="009647FC">
              <w:rPr>
                <w:rtl/>
              </w:rPr>
              <w:t>حكُّ</w:t>
            </w:r>
            <w:r w:rsidR="00DC404A">
              <w:rPr>
                <w:rtl/>
              </w:rPr>
              <w:t xml:space="preserve"> </w:t>
            </w:r>
            <w:r w:rsidR="00DC404A" w:rsidRPr="009647FC">
              <w:rPr>
                <w:rtl/>
              </w:rPr>
              <w:t>عاتقي</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تم</w:t>
            </w:r>
            <w:r w:rsidR="00DC404A" w:rsidRPr="009647FC">
              <w:rPr>
                <w:rtl/>
              </w:rPr>
              <w:t>نطق</w:t>
            </w:r>
            <w:r w:rsidR="004C00A8">
              <w:rPr>
                <w:rtl/>
              </w:rPr>
              <w:t xml:space="preserve"> </w:t>
            </w:r>
            <w:r w:rsidRPr="009647FC">
              <w:rPr>
                <w:rtl/>
              </w:rPr>
              <w:t>طف</w:t>
            </w:r>
            <w:r w:rsidR="00DC404A" w:rsidRPr="009647FC">
              <w:rPr>
                <w:rtl/>
              </w:rPr>
              <w:t>لاً</w:t>
            </w:r>
            <w:r w:rsidR="00DC404A">
              <w:rPr>
                <w:rtl/>
              </w:rPr>
              <w:t xml:space="preserve"> </w:t>
            </w:r>
            <w:r w:rsidRPr="009647FC">
              <w:rPr>
                <w:rtl/>
              </w:rPr>
              <w:t>با</w:t>
            </w:r>
            <w:r w:rsidR="00DC404A" w:rsidRPr="009647FC">
              <w:rPr>
                <w:rtl/>
              </w:rPr>
              <w:t>لرياسة</w:t>
            </w:r>
            <w:r w:rsidR="00DC404A">
              <w:rPr>
                <w:rtl/>
              </w:rPr>
              <w:t xml:space="preserve"> </w:t>
            </w:r>
            <w:r w:rsidR="00DC404A" w:rsidRPr="009647FC">
              <w:rPr>
                <w:rtl/>
              </w:rPr>
              <w:t>واحتذى</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بأ</w:t>
            </w:r>
            <w:r w:rsidR="00DC404A" w:rsidRPr="009647FC">
              <w:rPr>
                <w:rtl/>
              </w:rPr>
              <w:t>خمصها</w:t>
            </w:r>
            <w:r w:rsidR="00DC404A">
              <w:rPr>
                <w:rtl/>
              </w:rPr>
              <w:t xml:space="preserve"> </w:t>
            </w:r>
            <w:r w:rsidRPr="009647FC">
              <w:rPr>
                <w:rtl/>
              </w:rPr>
              <w:t>تي</w:t>
            </w:r>
            <w:r w:rsidR="00DC404A" w:rsidRPr="009647FC">
              <w:rPr>
                <w:rtl/>
              </w:rPr>
              <w:t>جان</w:t>
            </w:r>
            <w:r w:rsidR="00677BC4">
              <w:rPr>
                <w:rtl/>
              </w:rPr>
              <w:t>َ</w:t>
            </w:r>
            <w:r w:rsidR="00DC404A">
              <w:rPr>
                <w:rtl/>
              </w:rPr>
              <w:t xml:space="preserve"> </w:t>
            </w:r>
            <w:r w:rsidR="00DC404A" w:rsidRPr="009647FC">
              <w:rPr>
                <w:rtl/>
              </w:rPr>
              <w:t>أ</w:t>
            </w:r>
            <w:r w:rsidRPr="009647FC">
              <w:rPr>
                <w:rtl/>
              </w:rPr>
              <w:t>هل</w:t>
            </w:r>
            <w:r w:rsidR="00DC404A">
              <w:rPr>
                <w:rtl/>
              </w:rPr>
              <w:t xml:space="preserve"> </w:t>
            </w:r>
            <w:r w:rsidR="00DC404A" w:rsidRPr="009647FC">
              <w:rPr>
                <w:rtl/>
              </w:rPr>
              <w:t>ا</w:t>
            </w:r>
            <w:r w:rsidRPr="009647FC">
              <w:rPr>
                <w:rtl/>
              </w:rPr>
              <w:t>لم</w:t>
            </w:r>
            <w:r w:rsidR="00DC404A" w:rsidRPr="009647FC">
              <w:rPr>
                <w:rtl/>
              </w:rPr>
              <w:t>ناطقِ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إ</w:t>
            </w:r>
            <w:r w:rsidR="00A72677" w:rsidRPr="009647FC">
              <w:rPr>
                <w:rtl/>
              </w:rPr>
              <w:t>لي</w:t>
            </w:r>
            <w:r w:rsidRPr="009647FC">
              <w:rPr>
                <w:rtl/>
              </w:rPr>
              <w:t>كم</w:t>
            </w:r>
            <w:r>
              <w:rPr>
                <w:rtl/>
              </w:rPr>
              <w:t xml:space="preserve"> </w:t>
            </w:r>
            <w:r w:rsidRPr="009647FC">
              <w:rPr>
                <w:rtl/>
              </w:rPr>
              <w:t>ملوك</w:t>
            </w:r>
            <w:r w:rsidR="00677BC4">
              <w:rPr>
                <w:rtl/>
              </w:rPr>
              <w:t>َ</w:t>
            </w:r>
            <w:r>
              <w:rPr>
                <w:rtl/>
              </w:rPr>
              <w:t xml:space="preserve"> </w:t>
            </w:r>
            <w:r w:rsidRPr="009647FC">
              <w:rPr>
                <w:rtl/>
              </w:rPr>
              <w:t>الأرضِ</w:t>
            </w:r>
            <w:r>
              <w:rPr>
                <w:rtl/>
              </w:rPr>
              <w:t xml:space="preserve"> </w:t>
            </w:r>
            <w:r w:rsidRPr="009647FC">
              <w:rPr>
                <w:rtl/>
              </w:rPr>
              <w:t>عن</w:t>
            </w:r>
            <w:r>
              <w:rPr>
                <w:rtl/>
              </w:rPr>
              <w:t xml:space="preserve"> </w:t>
            </w:r>
            <w:r w:rsidRPr="009647FC">
              <w:rPr>
                <w:rtl/>
              </w:rPr>
              <w:t>ذي</w:t>
            </w:r>
            <w:r>
              <w:rPr>
                <w:rtl/>
              </w:rPr>
              <w:t xml:space="preserve"> </w:t>
            </w:r>
            <w:r w:rsidRPr="009647FC">
              <w:rPr>
                <w:rtl/>
              </w:rPr>
              <w:t>سرادقٍ</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تج</w:t>
            </w:r>
            <w:r w:rsidR="00DC404A" w:rsidRPr="009647FC">
              <w:rPr>
                <w:rtl/>
              </w:rPr>
              <w:t>معت</w:t>
            </w:r>
            <w:r w:rsidR="00DC404A">
              <w:rPr>
                <w:rtl/>
              </w:rPr>
              <w:t xml:space="preserve"> </w:t>
            </w:r>
            <w:r w:rsidR="00DC404A" w:rsidRPr="009647FC">
              <w:rPr>
                <w:rtl/>
              </w:rPr>
              <w:t>ا</w:t>
            </w:r>
            <w:r w:rsidRPr="009647FC">
              <w:rPr>
                <w:rtl/>
              </w:rPr>
              <w:t>لد</w:t>
            </w:r>
            <w:r w:rsidR="00DC404A" w:rsidRPr="009647FC">
              <w:rPr>
                <w:rtl/>
              </w:rPr>
              <w:t>نيا</w:t>
            </w:r>
            <w:r w:rsidR="00DC404A">
              <w:rPr>
                <w:rtl/>
              </w:rPr>
              <w:t xml:space="preserve"> </w:t>
            </w:r>
            <w:r w:rsidRPr="009647FC">
              <w:rPr>
                <w:rtl/>
              </w:rPr>
              <w:t>به</w:t>
            </w:r>
            <w:r w:rsidR="00DC404A">
              <w:rPr>
                <w:rtl/>
              </w:rPr>
              <w:t xml:space="preserve"> </w:t>
            </w:r>
            <w:r w:rsidRPr="009647FC">
              <w:rPr>
                <w:rtl/>
              </w:rPr>
              <w:t>في</w:t>
            </w:r>
            <w:r w:rsidR="00DC404A">
              <w:rPr>
                <w:rtl/>
              </w:rPr>
              <w:t xml:space="preserve"> </w:t>
            </w:r>
            <w:r w:rsidR="00DC404A" w:rsidRPr="009647FC">
              <w:rPr>
                <w:rtl/>
              </w:rPr>
              <w:t>السرادقِ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تق</w:t>
            </w:r>
            <w:r w:rsidR="00DC404A" w:rsidRPr="009647FC">
              <w:rPr>
                <w:rtl/>
              </w:rPr>
              <w:t>بِّل</w:t>
            </w:r>
            <w:r w:rsidR="004C00A8">
              <w:rPr>
                <w:rtl/>
              </w:rPr>
              <w:t xml:space="preserve"> </w:t>
            </w:r>
            <w:r w:rsidR="00DC404A" w:rsidRPr="009647FC">
              <w:rPr>
                <w:rtl/>
              </w:rPr>
              <w:t>أ</w:t>
            </w:r>
            <w:r w:rsidRPr="009647FC">
              <w:rPr>
                <w:rtl/>
              </w:rPr>
              <w:t>هل</w:t>
            </w:r>
            <w:r w:rsidR="00DC404A" w:rsidRPr="009647FC">
              <w:rPr>
                <w:rtl/>
              </w:rPr>
              <w:t>ُ</w:t>
            </w:r>
            <w:r w:rsidR="00DC404A">
              <w:rPr>
                <w:rtl/>
              </w:rPr>
              <w:t xml:space="preserve"> </w:t>
            </w:r>
            <w:r w:rsidR="00DC404A" w:rsidRPr="009647FC">
              <w:rPr>
                <w:rtl/>
              </w:rPr>
              <w:t>ا</w:t>
            </w:r>
            <w:r w:rsidRPr="009647FC">
              <w:rPr>
                <w:rtl/>
              </w:rPr>
              <w:t>لف</w:t>
            </w:r>
            <w:r w:rsidR="00DC404A" w:rsidRPr="009647FC">
              <w:rPr>
                <w:rtl/>
              </w:rPr>
              <w:t>خر</w:t>
            </w:r>
            <w:r w:rsidR="00DC404A">
              <w:rPr>
                <w:rtl/>
              </w:rPr>
              <w:t xml:space="preserve"> </w:t>
            </w:r>
            <w:r w:rsidR="00DC404A" w:rsidRPr="009647FC">
              <w:rPr>
                <w:rtl/>
              </w:rPr>
              <w:t>أ</w:t>
            </w:r>
            <w:r w:rsidRPr="009647FC">
              <w:rPr>
                <w:rtl/>
              </w:rPr>
              <w:t>عت</w:t>
            </w:r>
            <w:r w:rsidR="00DC404A" w:rsidRPr="009647FC">
              <w:rPr>
                <w:rtl/>
              </w:rPr>
              <w:t>اب</w:t>
            </w:r>
            <w:r w:rsidR="00677BC4">
              <w:rPr>
                <w:rtl/>
              </w:rPr>
              <w:t>َ</w:t>
            </w:r>
            <w:r w:rsidR="00DC404A">
              <w:rPr>
                <w:rtl/>
              </w:rPr>
              <w:t xml:space="preserve"> </w:t>
            </w:r>
            <w:r w:rsidR="00DC404A" w:rsidRPr="009647FC">
              <w:rPr>
                <w:rtl/>
              </w:rPr>
              <w:t>داره</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في</w:t>
            </w:r>
            <w:r w:rsidR="00DC404A" w:rsidRPr="009647FC">
              <w:rPr>
                <w:rtl/>
              </w:rPr>
              <w:t>أرج</w:t>
            </w:r>
            <w:r w:rsidR="00DC404A">
              <w:rPr>
                <w:rtl/>
              </w:rPr>
              <w:t xml:space="preserve"> </w:t>
            </w:r>
            <w:r w:rsidRPr="009647FC">
              <w:rPr>
                <w:rtl/>
              </w:rPr>
              <w:t>من</w:t>
            </w:r>
            <w:r w:rsidR="00DC404A" w:rsidRPr="009647FC">
              <w:rPr>
                <w:rtl/>
              </w:rPr>
              <w:t>ها</w:t>
            </w:r>
            <w:r w:rsidR="00DC404A">
              <w:rPr>
                <w:rtl/>
              </w:rPr>
              <w:t xml:space="preserve"> </w:t>
            </w:r>
            <w:r w:rsidRPr="009647FC">
              <w:rPr>
                <w:rtl/>
              </w:rPr>
              <w:t>طي</w:t>
            </w:r>
            <w:r w:rsidR="00DC404A" w:rsidRPr="009647FC">
              <w:rPr>
                <w:rtl/>
              </w:rPr>
              <w:t>بُها</w:t>
            </w:r>
            <w:r w:rsidR="00DC404A">
              <w:rPr>
                <w:rtl/>
              </w:rPr>
              <w:t xml:space="preserve"> </w:t>
            </w:r>
            <w:r w:rsidRPr="009647FC">
              <w:rPr>
                <w:rtl/>
              </w:rPr>
              <w:t>في</w:t>
            </w:r>
            <w:r w:rsidR="00DC404A">
              <w:rPr>
                <w:rtl/>
              </w:rPr>
              <w:t xml:space="preserve"> </w:t>
            </w:r>
            <w:r w:rsidR="00DC404A" w:rsidRPr="009647FC">
              <w:rPr>
                <w:rtl/>
              </w:rPr>
              <w:t>المفارقِ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فد</w:t>
            </w:r>
            <w:r w:rsidR="00DC404A" w:rsidRPr="009647FC">
              <w:rPr>
                <w:rtl/>
              </w:rPr>
              <w:t>اء</w:t>
            </w:r>
            <w:r w:rsidR="00DC404A">
              <w:rPr>
                <w:rtl/>
              </w:rPr>
              <w:t xml:space="preserve"> </w:t>
            </w:r>
            <w:r w:rsidRPr="009647FC">
              <w:rPr>
                <w:rtl/>
              </w:rPr>
              <w:t>مف</w:t>
            </w:r>
            <w:r w:rsidR="00DC404A" w:rsidRPr="009647FC">
              <w:rPr>
                <w:rtl/>
              </w:rPr>
              <w:t>اتيح</w:t>
            </w:r>
            <w:r w:rsidR="00DC404A">
              <w:rPr>
                <w:rtl/>
              </w:rPr>
              <w:t xml:space="preserve"> </w:t>
            </w:r>
            <w:r w:rsidR="00DC404A" w:rsidRPr="009647FC">
              <w:rPr>
                <w:rtl/>
              </w:rPr>
              <w:t>ا</w:t>
            </w:r>
            <w:r w:rsidRPr="009647FC">
              <w:rPr>
                <w:rtl/>
              </w:rPr>
              <w:t>لن</w:t>
            </w:r>
            <w:r w:rsidR="00DC404A" w:rsidRPr="009647FC">
              <w:rPr>
                <w:rtl/>
              </w:rPr>
              <w:t>دى</w:t>
            </w:r>
            <w:r w:rsidR="00DC404A">
              <w:rPr>
                <w:rtl/>
              </w:rPr>
              <w:t xml:space="preserve"> </w:t>
            </w:r>
            <w:r w:rsidRPr="009647FC">
              <w:rPr>
                <w:rtl/>
              </w:rPr>
              <w:t>من</w:t>
            </w:r>
            <w:r w:rsidR="00DC404A">
              <w:rPr>
                <w:rtl/>
              </w:rPr>
              <w:t xml:space="preserve"> </w:t>
            </w:r>
            <w:r w:rsidRPr="009647FC">
              <w:rPr>
                <w:rtl/>
              </w:rPr>
              <w:t>بن</w:t>
            </w:r>
            <w:r w:rsidR="00DC404A" w:rsidRPr="009647FC">
              <w:rPr>
                <w:rtl/>
              </w:rPr>
              <w:t>انه</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أكفُّ</w:t>
            </w:r>
            <w:r w:rsidR="004C00A8">
              <w:rPr>
                <w:rtl/>
              </w:rPr>
              <w:t xml:space="preserve"> </w:t>
            </w:r>
            <w:r w:rsidR="00A72677" w:rsidRPr="009647FC">
              <w:rPr>
                <w:rtl/>
              </w:rPr>
              <w:t>عل</w:t>
            </w:r>
            <w:r w:rsidRPr="009647FC">
              <w:rPr>
                <w:rtl/>
              </w:rPr>
              <w:t>ى</w:t>
            </w:r>
            <w:r>
              <w:rPr>
                <w:rtl/>
              </w:rPr>
              <w:t xml:space="preserve"> </w:t>
            </w:r>
            <w:r w:rsidRPr="009647FC">
              <w:rPr>
                <w:rtl/>
              </w:rPr>
              <w:t>أ</w:t>
            </w:r>
            <w:r w:rsidR="00A72677" w:rsidRPr="009647FC">
              <w:rPr>
                <w:rtl/>
              </w:rPr>
              <w:t>مو</w:t>
            </w:r>
            <w:r w:rsidRPr="009647FC">
              <w:rPr>
                <w:rtl/>
              </w:rPr>
              <w:t>الها</w:t>
            </w:r>
            <w:r>
              <w:rPr>
                <w:rtl/>
              </w:rPr>
              <w:t xml:space="preserve"> </w:t>
            </w:r>
            <w:r w:rsidR="00A72677" w:rsidRPr="009647FC">
              <w:rPr>
                <w:rtl/>
              </w:rPr>
              <w:t>كا</w:t>
            </w:r>
            <w:r w:rsidRPr="009647FC">
              <w:rPr>
                <w:rtl/>
              </w:rPr>
              <w:t>لمغالقِ</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تعل</w:t>
            </w:r>
            <w:r w:rsidR="00DC404A" w:rsidRPr="009647FC">
              <w:rPr>
                <w:rtl/>
              </w:rPr>
              <w:t>لّ</w:t>
            </w:r>
            <w:r w:rsidR="004C00A8">
              <w:rPr>
                <w:rtl/>
              </w:rPr>
              <w:t xml:space="preserve"> </w:t>
            </w:r>
            <w:r w:rsidR="00DC404A" w:rsidRPr="009647FC">
              <w:rPr>
                <w:rtl/>
              </w:rPr>
              <w:t>را</w:t>
            </w:r>
            <w:r w:rsidRPr="009647FC">
              <w:rPr>
                <w:rtl/>
              </w:rPr>
              <w:t>جي</w:t>
            </w:r>
            <w:r w:rsidR="00DC404A" w:rsidRPr="009647FC">
              <w:rPr>
                <w:rtl/>
              </w:rPr>
              <w:t>ها</w:t>
            </w:r>
            <w:r w:rsidR="00DC404A">
              <w:rPr>
                <w:rtl/>
              </w:rPr>
              <w:t xml:space="preserve"> </w:t>
            </w:r>
            <w:r w:rsidR="00DC404A" w:rsidRPr="009647FC">
              <w:rPr>
                <w:rtl/>
              </w:rPr>
              <w:t>إذا</w:t>
            </w:r>
            <w:r w:rsidR="00DC404A">
              <w:rPr>
                <w:rtl/>
              </w:rPr>
              <w:t xml:space="preserve"> </w:t>
            </w:r>
            <w:r w:rsidR="00DC404A" w:rsidRPr="009647FC">
              <w:rPr>
                <w:rtl/>
              </w:rPr>
              <w:t>أ</w:t>
            </w:r>
            <w:r w:rsidRPr="009647FC">
              <w:rPr>
                <w:rtl/>
              </w:rPr>
              <w:t>سو</w:t>
            </w:r>
            <w:r w:rsidR="00DC404A" w:rsidRPr="009647FC">
              <w:rPr>
                <w:rtl/>
              </w:rPr>
              <w:t>دّ</w:t>
            </w:r>
            <w:r w:rsidR="00677BC4">
              <w:rPr>
                <w:rtl/>
              </w:rPr>
              <w:t>َ</w:t>
            </w:r>
            <w:r w:rsidR="00DC404A">
              <w:rPr>
                <w:rtl/>
              </w:rPr>
              <w:t xml:space="preserve"> </w:t>
            </w:r>
            <w:r w:rsidRPr="009647FC">
              <w:rPr>
                <w:rtl/>
              </w:rPr>
              <w:t>لي</w:t>
            </w:r>
            <w:r w:rsidR="00DC404A" w:rsidRPr="009647FC">
              <w:rPr>
                <w:rtl/>
              </w:rPr>
              <w:t>له</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بك</w:t>
            </w:r>
            <w:r w:rsidR="00DC404A" w:rsidRPr="009647FC">
              <w:rPr>
                <w:rtl/>
              </w:rPr>
              <w:t>اذب</w:t>
            </w:r>
            <w:r w:rsidR="00DC404A">
              <w:rPr>
                <w:rtl/>
              </w:rPr>
              <w:t xml:space="preserve"> </w:t>
            </w:r>
            <w:r w:rsidR="00DC404A" w:rsidRPr="009647FC">
              <w:rPr>
                <w:rtl/>
              </w:rPr>
              <w:t>و</w:t>
            </w:r>
            <w:r w:rsidRPr="009647FC">
              <w:rPr>
                <w:rtl/>
              </w:rPr>
              <w:t>عد</w:t>
            </w:r>
            <w:r w:rsidR="00DC404A" w:rsidRPr="009647FC">
              <w:rPr>
                <w:rtl/>
              </w:rPr>
              <w:t>ٍ</w:t>
            </w:r>
            <w:r w:rsidR="00DC404A">
              <w:rPr>
                <w:rtl/>
              </w:rPr>
              <w:t xml:space="preserve"> </w:t>
            </w:r>
            <w:r w:rsidRPr="009647FC">
              <w:rPr>
                <w:rtl/>
              </w:rPr>
              <w:t>فج</w:t>
            </w:r>
            <w:r w:rsidR="00DC404A" w:rsidRPr="009647FC">
              <w:rPr>
                <w:rtl/>
              </w:rPr>
              <w:t>رُه</w:t>
            </w:r>
            <w:r w:rsidR="00DC404A">
              <w:rPr>
                <w:rtl/>
              </w:rPr>
              <w:t xml:space="preserve"> </w:t>
            </w:r>
            <w:r w:rsidRPr="009647FC">
              <w:rPr>
                <w:rtl/>
              </w:rPr>
              <w:t>غي</w:t>
            </w:r>
            <w:r w:rsidR="00DC404A" w:rsidRPr="009647FC">
              <w:rPr>
                <w:rtl/>
              </w:rPr>
              <w:t>ر</w:t>
            </w:r>
            <w:r w:rsidR="00DC404A">
              <w:rPr>
                <w:rtl/>
              </w:rPr>
              <w:t xml:space="preserve"> </w:t>
            </w:r>
            <w:r w:rsidR="00DC404A" w:rsidRPr="009647FC">
              <w:rPr>
                <w:rtl/>
              </w:rPr>
              <w:t>صادقِ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ند</w:t>
            </w:r>
            <w:r w:rsidR="00DC404A" w:rsidRPr="009647FC">
              <w:rPr>
                <w:rtl/>
              </w:rPr>
              <w:t>ىُّ</w:t>
            </w:r>
            <w:r w:rsidR="004C00A8">
              <w:rPr>
                <w:rtl/>
              </w:rPr>
              <w:t xml:space="preserve"> </w:t>
            </w:r>
            <w:r w:rsidRPr="009647FC">
              <w:rPr>
                <w:rtl/>
              </w:rPr>
              <w:t>بن</w:t>
            </w:r>
            <w:r w:rsidR="00DC404A" w:rsidRPr="009647FC">
              <w:rPr>
                <w:rtl/>
              </w:rPr>
              <w:t>ان</w:t>
            </w:r>
            <w:r w:rsidR="00DC404A">
              <w:rPr>
                <w:rtl/>
              </w:rPr>
              <w:t xml:space="preserve"> </w:t>
            </w:r>
            <w:r w:rsidR="00DC404A" w:rsidRPr="009647FC">
              <w:rPr>
                <w:rtl/>
              </w:rPr>
              <w:t>ا</w:t>
            </w:r>
            <w:r w:rsidRPr="009647FC">
              <w:rPr>
                <w:rtl/>
              </w:rPr>
              <w:t>لك</w:t>
            </w:r>
            <w:r w:rsidR="00DC404A" w:rsidRPr="009647FC">
              <w:rPr>
                <w:rtl/>
              </w:rPr>
              <w:t>فِّ</w:t>
            </w:r>
            <w:r w:rsidR="00DC404A">
              <w:rPr>
                <w:rtl/>
              </w:rPr>
              <w:t xml:space="preserve"> </w:t>
            </w:r>
            <w:r w:rsidRPr="009647FC">
              <w:rPr>
                <w:rtl/>
              </w:rPr>
              <w:t>في</w:t>
            </w:r>
            <w:r w:rsidR="00DC404A">
              <w:rPr>
                <w:rtl/>
              </w:rPr>
              <w:t xml:space="preserve"> </w:t>
            </w:r>
            <w:r w:rsidR="00DC404A" w:rsidRPr="009647FC">
              <w:rPr>
                <w:rtl/>
              </w:rPr>
              <w:t>كلّ</w:t>
            </w:r>
            <w:r w:rsidR="00DC404A">
              <w:rPr>
                <w:rtl/>
              </w:rPr>
              <w:t xml:space="preserve"> </w:t>
            </w:r>
            <w:r w:rsidR="00DC404A" w:rsidRPr="009647FC">
              <w:rPr>
                <w:rtl/>
              </w:rPr>
              <w:t>شتوةٍ</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يج</w:t>
            </w:r>
            <w:r w:rsidR="00DC404A" w:rsidRPr="009647FC">
              <w:rPr>
                <w:rtl/>
              </w:rPr>
              <w:t>فُّ</w:t>
            </w:r>
            <w:r w:rsidR="00DC404A">
              <w:rPr>
                <w:rtl/>
              </w:rPr>
              <w:t xml:space="preserve"> </w:t>
            </w:r>
            <w:r w:rsidRPr="009647FC">
              <w:rPr>
                <w:rtl/>
              </w:rPr>
              <w:t>به</w:t>
            </w:r>
            <w:r w:rsidR="00DC404A" w:rsidRPr="009647FC">
              <w:rPr>
                <w:rtl/>
              </w:rPr>
              <w:t>ا</w:t>
            </w:r>
            <w:r w:rsidR="00DC404A">
              <w:rPr>
                <w:rtl/>
              </w:rPr>
              <w:t xml:space="preserve"> </w:t>
            </w:r>
            <w:r w:rsidRPr="009647FC">
              <w:rPr>
                <w:rtl/>
              </w:rPr>
              <w:t>ضر</w:t>
            </w:r>
            <w:r w:rsidR="00DC404A" w:rsidRPr="009647FC">
              <w:rPr>
                <w:rtl/>
              </w:rPr>
              <w:t>عُ</w:t>
            </w:r>
            <w:r w:rsidR="00DC404A">
              <w:rPr>
                <w:rtl/>
              </w:rPr>
              <w:t xml:space="preserve"> </w:t>
            </w:r>
            <w:r w:rsidR="00DC404A" w:rsidRPr="009647FC">
              <w:rPr>
                <w:rtl/>
              </w:rPr>
              <w:t>الغيوم</w:t>
            </w:r>
            <w:r w:rsidR="00DC404A">
              <w:rPr>
                <w:rtl/>
              </w:rPr>
              <w:t xml:space="preserve"> </w:t>
            </w:r>
            <w:r w:rsidR="00DC404A" w:rsidRPr="009647FC">
              <w:rPr>
                <w:rtl/>
              </w:rPr>
              <w:t>الدوافقِ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فح</w:t>
            </w:r>
            <w:r w:rsidR="00DC404A" w:rsidRPr="009647FC">
              <w:rPr>
                <w:rtl/>
              </w:rPr>
              <w:t>ين</w:t>
            </w:r>
            <w:r w:rsidR="004C00A8">
              <w:rPr>
                <w:rtl/>
              </w:rPr>
              <w:t xml:space="preserve"> </w:t>
            </w:r>
            <w:r w:rsidRPr="009647FC">
              <w:rPr>
                <w:rtl/>
              </w:rPr>
              <w:t>تش</w:t>
            </w:r>
            <w:r w:rsidR="00DC404A" w:rsidRPr="009647FC">
              <w:rPr>
                <w:rtl/>
              </w:rPr>
              <w:t>يمُ</w:t>
            </w:r>
            <w:r w:rsidR="00DC404A">
              <w:rPr>
                <w:rtl/>
              </w:rPr>
              <w:t xml:space="preserve"> </w:t>
            </w:r>
            <w:r w:rsidR="00DC404A" w:rsidRPr="009647FC">
              <w:rPr>
                <w:rtl/>
              </w:rPr>
              <w:t>ا</w:t>
            </w:r>
            <w:r w:rsidRPr="009647FC">
              <w:rPr>
                <w:rtl/>
              </w:rPr>
              <w:t>لم</w:t>
            </w:r>
            <w:r w:rsidR="00DC404A" w:rsidRPr="009647FC">
              <w:rPr>
                <w:rtl/>
              </w:rPr>
              <w:t>جدبون</w:t>
            </w:r>
            <w:r w:rsidR="00DC404A">
              <w:rPr>
                <w:rtl/>
              </w:rPr>
              <w:t xml:space="preserve"> </w:t>
            </w:r>
            <w:r w:rsidRPr="009647FC">
              <w:rPr>
                <w:rtl/>
              </w:rPr>
              <w:t>بو</w:t>
            </w:r>
            <w:r w:rsidR="00DC404A" w:rsidRPr="009647FC">
              <w:rPr>
                <w:rtl/>
              </w:rPr>
              <w:t>ارقا</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تم</w:t>
            </w:r>
            <w:r w:rsidR="00DC404A" w:rsidRPr="009647FC">
              <w:rPr>
                <w:rtl/>
              </w:rPr>
              <w:t>نّ</w:t>
            </w:r>
            <w:r w:rsidR="00677BC4">
              <w:rPr>
                <w:rtl/>
              </w:rPr>
              <w:t>َ</w:t>
            </w:r>
            <w:r w:rsidR="00DC404A" w:rsidRPr="009647FC">
              <w:rPr>
                <w:rtl/>
              </w:rPr>
              <w:t>وا</w:t>
            </w:r>
            <w:r w:rsidR="004C00A8">
              <w:rPr>
                <w:rtl/>
              </w:rPr>
              <w:t xml:space="preserve"> </w:t>
            </w:r>
            <w:r w:rsidRPr="009647FC">
              <w:rPr>
                <w:rtl/>
              </w:rPr>
              <w:t>ند</w:t>
            </w:r>
            <w:r w:rsidR="00DC404A" w:rsidRPr="009647FC">
              <w:rPr>
                <w:rtl/>
              </w:rPr>
              <w:t>اه</w:t>
            </w:r>
            <w:r w:rsidR="00DC404A">
              <w:rPr>
                <w:rtl/>
              </w:rPr>
              <w:t xml:space="preserve"> </w:t>
            </w:r>
            <w:r w:rsidRPr="009647FC">
              <w:rPr>
                <w:rtl/>
              </w:rPr>
              <w:t>غي</w:t>
            </w:r>
            <w:r w:rsidR="00DC404A" w:rsidRPr="009647FC">
              <w:rPr>
                <w:rtl/>
              </w:rPr>
              <w:t>ث</w:t>
            </w:r>
            <w:r w:rsidR="00DC404A">
              <w:rPr>
                <w:rtl/>
              </w:rPr>
              <w:t xml:space="preserve"> </w:t>
            </w:r>
            <w:r w:rsidRPr="009647FC">
              <w:rPr>
                <w:rtl/>
              </w:rPr>
              <w:t>تل</w:t>
            </w:r>
            <w:r w:rsidR="00DC404A" w:rsidRPr="009647FC">
              <w:rPr>
                <w:rtl/>
              </w:rPr>
              <w:t>ك</w:t>
            </w:r>
            <w:r w:rsidR="00DC404A">
              <w:rPr>
                <w:rtl/>
              </w:rPr>
              <w:t xml:space="preserve"> </w:t>
            </w:r>
            <w:r w:rsidR="00DC404A" w:rsidRPr="009647FC">
              <w:rPr>
                <w:rtl/>
              </w:rPr>
              <w:t>البوارقِ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ضي</w:t>
            </w:r>
            <w:r w:rsidRPr="009647FC">
              <w:rPr>
                <w:rtl/>
              </w:rPr>
              <w:t>ءُ</w:t>
            </w:r>
            <w:r w:rsidR="004C00A8">
              <w:rPr>
                <w:rtl/>
              </w:rPr>
              <w:t xml:space="preserve"> </w:t>
            </w:r>
            <w:r w:rsidRPr="009647FC">
              <w:rPr>
                <w:rtl/>
              </w:rPr>
              <w:t>ا</w:t>
            </w:r>
            <w:r w:rsidR="00A72677" w:rsidRPr="009647FC">
              <w:rPr>
                <w:rtl/>
              </w:rPr>
              <w:t>لم</w:t>
            </w:r>
            <w:r w:rsidRPr="009647FC">
              <w:rPr>
                <w:rtl/>
              </w:rPr>
              <w:t>جالي</w:t>
            </w:r>
            <w:r>
              <w:rPr>
                <w:rtl/>
              </w:rPr>
              <w:t xml:space="preserve"> </w:t>
            </w:r>
            <w:r w:rsidRPr="009647FC">
              <w:rPr>
                <w:rtl/>
              </w:rPr>
              <w:t>وا</w:t>
            </w:r>
            <w:r w:rsidR="00A72677" w:rsidRPr="009647FC">
              <w:rPr>
                <w:rtl/>
              </w:rPr>
              <w:t>لم</w:t>
            </w:r>
            <w:r w:rsidRPr="009647FC">
              <w:rPr>
                <w:rtl/>
              </w:rPr>
              <w:t>عالي</w:t>
            </w:r>
            <w:r>
              <w:rPr>
                <w:rtl/>
              </w:rPr>
              <w:t xml:space="preserve"> </w:t>
            </w:r>
            <w:r w:rsidRPr="009647FC">
              <w:rPr>
                <w:rtl/>
              </w:rPr>
              <w:t>كليهما</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w:t>
            </w:r>
            <w:r w:rsidR="00A72677" w:rsidRPr="009647FC">
              <w:rPr>
                <w:rtl/>
              </w:rPr>
              <w:t>عذ</w:t>
            </w:r>
            <w:r w:rsidRPr="009647FC">
              <w:rPr>
                <w:rtl/>
              </w:rPr>
              <w:t>بُ</w:t>
            </w:r>
            <w:r w:rsidR="004C00A8">
              <w:rPr>
                <w:rtl/>
              </w:rPr>
              <w:t xml:space="preserve"> </w:t>
            </w:r>
            <w:r w:rsidRPr="009647FC">
              <w:rPr>
                <w:rtl/>
              </w:rPr>
              <w:t>ا</w:t>
            </w:r>
            <w:r w:rsidR="00A72677" w:rsidRPr="009647FC">
              <w:rPr>
                <w:rtl/>
              </w:rPr>
              <w:t>لس</w:t>
            </w:r>
            <w:r w:rsidRPr="009647FC">
              <w:rPr>
                <w:rtl/>
              </w:rPr>
              <w:t>جايا</w:t>
            </w:r>
            <w:r>
              <w:rPr>
                <w:rtl/>
              </w:rPr>
              <w:t xml:space="preserve"> </w:t>
            </w:r>
            <w:r w:rsidRPr="009647FC">
              <w:rPr>
                <w:rtl/>
              </w:rPr>
              <w:t>والندى</w:t>
            </w:r>
            <w:r>
              <w:rPr>
                <w:rtl/>
              </w:rPr>
              <w:t xml:space="preserve"> </w:t>
            </w:r>
            <w:r w:rsidRPr="009647FC">
              <w:rPr>
                <w:rtl/>
              </w:rPr>
              <w:t>والخلائقِ</w:t>
            </w:r>
            <w:r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أ</w:t>
            </w:r>
            <w:r w:rsidR="00A72677" w:rsidRPr="009647FC">
              <w:rPr>
                <w:rtl/>
              </w:rPr>
              <w:t>خف</w:t>
            </w:r>
            <w:r w:rsidRPr="009647FC">
              <w:rPr>
                <w:rtl/>
              </w:rPr>
              <w:t>ُّ</w:t>
            </w:r>
            <w:r>
              <w:rPr>
                <w:rtl/>
              </w:rPr>
              <w:t xml:space="preserve"> </w:t>
            </w:r>
            <w:r w:rsidRPr="009647FC">
              <w:rPr>
                <w:rtl/>
              </w:rPr>
              <w:t>على</w:t>
            </w:r>
            <w:r>
              <w:rPr>
                <w:rtl/>
              </w:rPr>
              <w:t xml:space="preserve"> </w:t>
            </w:r>
            <w:r w:rsidRPr="009647FC">
              <w:rPr>
                <w:rtl/>
              </w:rPr>
              <w:t>الأرواح</w:t>
            </w:r>
            <w:r>
              <w:rPr>
                <w:rtl/>
              </w:rPr>
              <w:t xml:space="preserve"> </w:t>
            </w:r>
            <w:r w:rsidRPr="009647FC">
              <w:rPr>
                <w:rtl/>
              </w:rPr>
              <w:t>طبعاً</w:t>
            </w:r>
            <w:r>
              <w:rPr>
                <w:rtl/>
              </w:rPr>
              <w:t xml:space="preserve"> </w:t>
            </w:r>
            <w:r w:rsidRPr="009647FC">
              <w:rPr>
                <w:rtl/>
              </w:rPr>
              <w:t>من</w:t>
            </w:r>
            <w:r>
              <w:rPr>
                <w:rtl/>
              </w:rPr>
              <w:t xml:space="preserve"> </w:t>
            </w:r>
            <w:r w:rsidRPr="009647FC">
              <w:rPr>
                <w:rtl/>
              </w:rPr>
              <w:t>الهوى</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w:t>
            </w:r>
            <w:r w:rsidR="00A72677" w:rsidRPr="009647FC">
              <w:rPr>
                <w:rtl/>
              </w:rPr>
              <w:t>لك</w:t>
            </w:r>
            <w:r w:rsidRPr="009647FC">
              <w:rPr>
                <w:rtl/>
              </w:rPr>
              <w:t>نّ</w:t>
            </w:r>
            <w:r w:rsidR="00677BC4">
              <w:rPr>
                <w:rtl/>
              </w:rPr>
              <w:t>َ</w:t>
            </w:r>
            <w:r w:rsidRPr="009647FC">
              <w:rPr>
                <w:rtl/>
              </w:rPr>
              <w:t>ه</w:t>
            </w:r>
            <w:r>
              <w:rPr>
                <w:rtl/>
              </w:rPr>
              <w:t xml:space="preserve"> </w:t>
            </w:r>
            <w:r w:rsidR="00A72677" w:rsidRPr="009647FC">
              <w:rPr>
                <w:rtl/>
              </w:rPr>
              <w:t>في</w:t>
            </w:r>
            <w:r>
              <w:rPr>
                <w:rtl/>
              </w:rPr>
              <w:t xml:space="preserve"> </w:t>
            </w:r>
            <w:r w:rsidRPr="009647FC">
              <w:rPr>
                <w:rtl/>
              </w:rPr>
              <w:t>ا</w:t>
            </w:r>
            <w:r w:rsidR="00A72677" w:rsidRPr="009647FC">
              <w:rPr>
                <w:rtl/>
              </w:rPr>
              <w:t>لح</w:t>
            </w:r>
            <w:r w:rsidRPr="009647FC">
              <w:rPr>
                <w:rtl/>
              </w:rPr>
              <w:t>لم</w:t>
            </w:r>
            <w:r>
              <w:rPr>
                <w:rtl/>
              </w:rPr>
              <w:t xml:space="preserve"> </w:t>
            </w:r>
            <w:r w:rsidR="00A72677" w:rsidRPr="009647FC">
              <w:rPr>
                <w:rtl/>
              </w:rPr>
              <w:t>هض</w:t>
            </w:r>
            <w:r w:rsidRPr="009647FC">
              <w:rPr>
                <w:rtl/>
              </w:rPr>
              <w:t>بة</w:t>
            </w:r>
            <w:r>
              <w:rPr>
                <w:rtl/>
              </w:rPr>
              <w:t xml:space="preserve"> </w:t>
            </w:r>
            <w:r w:rsidRPr="009647FC">
              <w:rPr>
                <w:rtl/>
              </w:rPr>
              <w:t>شاهقِ</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فم</w:t>
            </w:r>
            <w:r w:rsidR="00DC404A" w:rsidRPr="009647FC">
              <w:rPr>
                <w:rtl/>
              </w:rPr>
              <w:t>ا</w:t>
            </w:r>
            <w:r w:rsidR="00DC404A">
              <w:rPr>
                <w:rtl/>
              </w:rPr>
              <w:t xml:space="preserve"> </w:t>
            </w:r>
            <w:r w:rsidRPr="009647FC">
              <w:rPr>
                <w:rtl/>
              </w:rPr>
              <w:t>طل</w:t>
            </w:r>
            <w:r w:rsidR="00DC404A" w:rsidRPr="009647FC">
              <w:rPr>
                <w:rtl/>
              </w:rPr>
              <w:t>عةُ</w:t>
            </w:r>
            <w:r w:rsidR="00DC404A">
              <w:rPr>
                <w:rtl/>
              </w:rPr>
              <w:t xml:space="preserve"> </w:t>
            </w:r>
            <w:r w:rsidR="00DC404A" w:rsidRPr="009647FC">
              <w:rPr>
                <w:rtl/>
              </w:rPr>
              <w:t>ا</w:t>
            </w:r>
            <w:r w:rsidRPr="009647FC">
              <w:rPr>
                <w:rtl/>
              </w:rPr>
              <w:t>لب</w:t>
            </w:r>
            <w:r w:rsidR="00DC404A" w:rsidRPr="009647FC">
              <w:rPr>
                <w:rtl/>
              </w:rPr>
              <w:t>در</w:t>
            </w:r>
            <w:r w:rsidR="00DC404A">
              <w:rPr>
                <w:rtl/>
              </w:rPr>
              <w:t xml:space="preserve"> </w:t>
            </w:r>
            <w:r w:rsidR="00DC404A" w:rsidRPr="009647FC">
              <w:rPr>
                <w:rtl/>
              </w:rPr>
              <w:t>ا</w:t>
            </w:r>
            <w:r w:rsidRPr="009647FC">
              <w:rPr>
                <w:rtl/>
              </w:rPr>
              <w:t>لم</w:t>
            </w:r>
            <w:r w:rsidR="00DC404A" w:rsidRPr="009647FC">
              <w:rPr>
                <w:rtl/>
              </w:rPr>
              <w:t>نير</w:t>
            </w:r>
            <w:r w:rsidR="00DC404A">
              <w:rPr>
                <w:rtl/>
              </w:rPr>
              <w:t xml:space="preserve"> </w:t>
            </w:r>
            <w:r w:rsidR="00DC404A" w:rsidRPr="009647FC">
              <w:rPr>
                <w:rtl/>
              </w:rPr>
              <w:t>مضيئة</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كط</w:t>
            </w:r>
            <w:r w:rsidR="00DC404A" w:rsidRPr="009647FC">
              <w:rPr>
                <w:rtl/>
              </w:rPr>
              <w:t>لعته</w:t>
            </w:r>
            <w:r w:rsidR="00DC404A">
              <w:rPr>
                <w:rtl/>
              </w:rPr>
              <w:t xml:space="preserve"> </w:t>
            </w:r>
            <w:r w:rsidR="00DC404A" w:rsidRPr="009647FC">
              <w:rPr>
                <w:rtl/>
              </w:rPr>
              <w:t>ا</w:t>
            </w:r>
            <w:r w:rsidRPr="009647FC">
              <w:rPr>
                <w:rtl/>
              </w:rPr>
              <w:t>لغ</w:t>
            </w:r>
            <w:r w:rsidR="00DC404A" w:rsidRPr="009647FC">
              <w:rPr>
                <w:rtl/>
              </w:rPr>
              <w:t>راء</w:t>
            </w:r>
            <w:r w:rsidR="00DC404A">
              <w:rPr>
                <w:rtl/>
              </w:rPr>
              <w:t xml:space="preserve"> </w:t>
            </w:r>
            <w:r w:rsidRPr="009647FC">
              <w:rPr>
                <w:rtl/>
              </w:rPr>
              <w:t>في</w:t>
            </w:r>
            <w:r w:rsidR="00DC404A">
              <w:rPr>
                <w:rtl/>
              </w:rPr>
              <w:t xml:space="preserve"> </w:t>
            </w:r>
            <w:r w:rsidRPr="009647FC">
              <w:rPr>
                <w:rtl/>
              </w:rPr>
              <w:t>كل</w:t>
            </w:r>
            <w:r w:rsidR="00DC404A" w:rsidRPr="009647FC">
              <w:rPr>
                <w:rtl/>
              </w:rPr>
              <w:t>ّ</w:t>
            </w:r>
            <w:r w:rsidR="00DC404A">
              <w:rPr>
                <w:rtl/>
              </w:rPr>
              <w:t xml:space="preserve"> </w:t>
            </w:r>
            <w:r w:rsidR="00DC404A" w:rsidRPr="009647FC">
              <w:rPr>
                <w:rtl/>
              </w:rPr>
              <w:t>غاسقِ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مه</w:t>
            </w:r>
            <w:r w:rsidR="00DC404A" w:rsidRPr="009647FC">
              <w:rPr>
                <w:rtl/>
              </w:rPr>
              <w:t>يبٌ</w:t>
            </w:r>
            <w:r w:rsidR="00DC404A">
              <w:rPr>
                <w:rtl/>
              </w:rPr>
              <w:t xml:space="preserve"> </w:t>
            </w:r>
            <w:r w:rsidRPr="009647FC">
              <w:rPr>
                <w:rtl/>
              </w:rPr>
              <w:t>فل</w:t>
            </w:r>
            <w:r w:rsidR="00DC404A" w:rsidRPr="009647FC">
              <w:rPr>
                <w:rtl/>
              </w:rPr>
              <w:t>ولا</w:t>
            </w:r>
            <w:r w:rsidR="00DC404A">
              <w:rPr>
                <w:rtl/>
              </w:rPr>
              <w:t xml:space="preserve"> </w:t>
            </w:r>
            <w:r w:rsidRPr="009647FC">
              <w:rPr>
                <w:rtl/>
              </w:rPr>
              <w:t>ما</w:t>
            </w:r>
            <w:r w:rsidR="00DC404A">
              <w:rPr>
                <w:rtl/>
              </w:rPr>
              <w:t xml:space="preserve"> </w:t>
            </w:r>
            <w:r w:rsidRPr="009647FC">
              <w:rPr>
                <w:rtl/>
              </w:rPr>
              <w:t>به</w:t>
            </w:r>
            <w:r w:rsidR="00DC404A">
              <w:rPr>
                <w:rtl/>
              </w:rPr>
              <w:t xml:space="preserve"> </w:t>
            </w:r>
            <w:r w:rsidRPr="009647FC">
              <w:rPr>
                <w:rtl/>
              </w:rPr>
              <w:t>من</w:t>
            </w:r>
            <w:r w:rsidR="00DC404A">
              <w:rPr>
                <w:rtl/>
              </w:rPr>
              <w:t xml:space="preserve"> </w:t>
            </w:r>
            <w:r w:rsidR="00DC404A" w:rsidRPr="009647FC">
              <w:rPr>
                <w:rtl/>
              </w:rPr>
              <w:t>تكرُّمٍ</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لم</w:t>
            </w:r>
            <w:r w:rsidR="00DC404A" w:rsidRPr="009647FC">
              <w:rPr>
                <w:rtl/>
              </w:rPr>
              <w:t>ا</w:t>
            </w:r>
            <w:r w:rsidR="004C00A8">
              <w:rPr>
                <w:rtl/>
              </w:rPr>
              <w:t xml:space="preserve"> </w:t>
            </w:r>
            <w:r w:rsidRPr="009647FC">
              <w:rPr>
                <w:rtl/>
              </w:rPr>
              <w:t>لم</w:t>
            </w:r>
            <w:r w:rsidR="00DC404A" w:rsidRPr="009647FC">
              <w:rPr>
                <w:rtl/>
              </w:rPr>
              <w:t>حته</w:t>
            </w:r>
            <w:r w:rsidR="00DC404A">
              <w:rPr>
                <w:rtl/>
              </w:rPr>
              <w:t xml:space="preserve"> </w:t>
            </w:r>
            <w:r w:rsidRPr="009647FC">
              <w:rPr>
                <w:rtl/>
              </w:rPr>
              <w:t>هي</w:t>
            </w:r>
            <w:r w:rsidR="00DC404A" w:rsidRPr="009647FC">
              <w:rPr>
                <w:rtl/>
              </w:rPr>
              <w:t>بةً</w:t>
            </w:r>
            <w:r w:rsidR="00DC404A">
              <w:rPr>
                <w:rtl/>
              </w:rPr>
              <w:t xml:space="preserve"> </w:t>
            </w:r>
            <w:r w:rsidRPr="009647FC">
              <w:rPr>
                <w:rtl/>
              </w:rPr>
              <w:t>عي</w:t>
            </w:r>
            <w:r w:rsidR="00DC404A" w:rsidRPr="009647FC">
              <w:rPr>
                <w:rtl/>
              </w:rPr>
              <w:t>نُ</w:t>
            </w:r>
            <w:r w:rsidR="00DC404A">
              <w:rPr>
                <w:rtl/>
              </w:rPr>
              <w:t xml:space="preserve"> </w:t>
            </w:r>
            <w:r w:rsidR="00DC404A" w:rsidRPr="009647FC">
              <w:rPr>
                <w:rtl/>
              </w:rPr>
              <w:t>را</w:t>
            </w:r>
            <w:r w:rsidRPr="009647FC">
              <w:rPr>
                <w:rtl/>
              </w:rPr>
              <w:t>مق</w:t>
            </w:r>
            <w:r w:rsidR="00DC404A" w:rsidRPr="009647FC">
              <w:rPr>
                <w:rtl/>
              </w:rPr>
              <w:t>ِ</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فم</w:t>
            </w:r>
            <w:r w:rsidR="00DC404A" w:rsidRPr="009647FC">
              <w:rPr>
                <w:rtl/>
              </w:rPr>
              <w:t>ا</w:t>
            </w:r>
            <w:r w:rsidR="004C00A8">
              <w:rPr>
                <w:rtl/>
              </w:rPr>
              <w:t xml:space="preserve"> </w:t>
            </w:r>
            <w:r w:rsidRPr="009647FC">
              <w:rPr>
                <w:rtl/>
              </w:rPr>
              <w:t>هي</w:t>
            </w:r>
            <w:r w:rsidR="00DC404A" w:rsidRPr="009647FC">
              <w:rPr>
                <w:rtl/>
              </w:rPr>
              <w:t>بةُ</w:t>
            </w:r>
            <w:r w:rsidR="00DC404A">
              <w:rPr>
                <w:rtl/>
              </w:rPr>
              <w:t xml:space="preserve"> </w:t>
            </w:r>
            <w:r w:rsidR="00DC404A" w:rsidRPr="009647FC">
              <w:rPr>
                <w:rtl/>
              </w:rPr>
              <w:t>ا</w:t>
            </w:r>
            <w:r w:rsidRPr="009647FC">
              <w:rPr>
                <w:rtl/>
              </w:rPr>
              <w:t>لض</w:t>
            </w:r>
            <w:r w:rsidR="00DC404A" w:rsidRPr="009647FC">
              <w:rPr>
                <w:rtl/>
              </w:rPr>
              <w:t>رغام</w:t>
            </w:r>
            <w:r w:rsidR="00DC404A">
              <w:rPr>
                <w:rtl/>
              </w:rPr>
              <w:t xml:space="preserve"> </w:t>
            </w:r>
            <w:r w:rsidR="00DC404A" w:rsidRPr="009647FC">
              <w:rPr>
                <w:rtl/>
              </w:rPr>
              <w:t>دون</w:t>
            </w:r>
            <w:r w:rsidR="00DC404A">
              <w:rPr>
                <w:rtl/>
              </w:rPr>
              <w:t xml:space="preserve"> </w:t>
            </w:r>
            <w:r w:rsidR="00DC404A" w:rsidRPr="009647FC">
              <w:rPr>
                <w:rtl/>
              </w:rPr>
              <w:t>عرينه</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كهي</w:t>
            </w:r>
            <w:r w:rsidR="00DC404A" w:rsidRPr="009647FC">
              <w:rPr>
                <w:rtl/>
              </w:rPr>
              <w:t>بته</w:t>
            </w:r>
            <w:r w:rsidR="004C00A8">
              <w:rPr>
                <w:rtl/>
              </w:rPr>
              <w:t xml:space="preserve"> </w:t>
            </w:r>
            <w:r w:rsidR="00DC404A" w:rsidRPr="009647FC">
              <w:rPr>
                <w:rtl/>
              </w:rPr>
              <w:t>ا</w:t>
            </w:r>
            <w:r w:rsidRPr="009647FC">
              <w:rPr>
                <w:rtl/>
              </w:rPr>
              <w:t>لق</w:t>
            </w:r>
            <w:r w:rsidR="00DC404A" w:rsidRPr="009647FC">
              <w:rPr>
                <w:rtl/>
              </w:rPr>
              <w:t>عساء</w:t>
            </w:r>
            <w:r w:rsidR="00DC404A">
              <w:rPr>
                <w:rtl/>
              </w:rPr>
              <w:t xml:space="preserve"> </w:t>
            </w:r>
            <w:r w:rsidR="00DC404A" w:rsidRPr="009647FC">
              <w:rPr>
                <w:rtl/>
              </w:rPr>
              <w:t>دون</w:t>
            </w:r>
            <w:r w:rsidR="00DC404A">
              <w:rPr>
                <w:rtl/>
              </w:rPr>
              <w:t xml:space="preserve"> </w:t>
            </w:r>
            <w:r w:rsidR="00DC404A" w:rsidRPr="009647FC">
              <w:rPr>
                <w:rtl/>
              </w:rPr>
              <w:t>ا</w:t>
            </w:r>
            <w:r w:rsidRPr="009647FC">
              <w:rPr>
                <w:rtl/>
              </w:rPr>
              <w:t>لس</w:t>
            </w:r>
            <w:r w:rsidR="00DC404A" w:rsidRPr="009647FC">
              <w:rPr>
                <w:rtl/>
              </w:rPr>
              <w:t>رادقِ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لق</w:t>
            </w:r>
            <w:r w:rsidR="00DC404A" w:rsidRPr="009647FC">
              <w:rPr>
                <w:rtl/>
              </w:rPr>
              <w:t>د</w:t>
            </w:r>
            <w:r w:rsidR="00DC404A">
              <w:rPr>
                <w:rtl/>
              </w:rPr>
              <w:t xml:space="preserve"> </w:t>
            </w:r>
            <w:r w:rsidRPr="009647FC">
              <w:rPr>
                <w:rtl/>
              </w:rPr>
              <w:t>كت</w:t>
            </w:r>
            <w:r w:rsidR="00DC404A" w:rsidRPr="009647FC">
              <w:rPr>
                <w:rtl/>
              </w:rPr>
              <w:t>ب</w:t>
            </w:r>
            <w:r w:rsidR="00DC404A">
              <w:rPr>
                <w:rtl/>
              </w:rPr>
              <w:t xml:space="preserve"> </w:t>
            </w:r>
            <w:r w:rsidR="00DC404A" w:rsidRPr="009647FC">
              <w:rPr>
                <w:rtl/>
              </w:rPr>
              <w:t>اللهُ</w:t>
            </w:r>
            <w:r w:rsidR="00DC404A">
              <w:rPr>
                <w:rtl/>
              </w:rPr>
              <w:t xml:space="preserve"> </w:t>
            </w:r>
            <w:r w:rsidR="00DC404A" w:rsidRPr="009647FC">
              <w:rPr>
                <w:rtl/>
              </w:rPr>
              <w:t>ا</w:t>
            </w:r>
            <w:r w:rsidRPr="009647FC">
              <w:rPr>
                <w:rtl/>
              </w:rPr>
              <w:t>لف</w:t>
            </w:r>
            <w:r w:rsidR="00DC404A" w:rsidRPr="009647FC">
              <w:rPr>
                <w:rtl/>
              </w:rPr>
              <w:t>خار</w:t>
            </w:r>
            <w:r w:rsidR="00677BC4">
              <w:rPr>
                <w:rtl/>
              </w:rPr>
              <w:t>َ</w:t>
            </w:r>
            <w:r w:rsidR="00DC404A">
              <w:rPr>
                <w:rtl/>
              </w:rPr>
              <w:t xml:space="preserve"> </w:t>
            </w:r>
            <w:r w:rsidRPr="009647FC">
              <w:rPr>
                <w:rtl/>
              </w:rPr>
              <w:t>له</w:t>
            </w:r>
            <w:r w:rsidR="00DC404A">
              <w:rPr>
                <w:rtl/>
              </w:rPr>
              <w:t xml:space="preserve"> </w:t>
            </w:r>
            <w:r w:rsidRPr="009647FC">
              <w:rPr>
                <w:rtl/>
              </w:rPr>
              <w:t>عل</w:t>
            </w:r>
            <w:r w:rsidR="00DC404A" w:rsidRPr="009647FC">
              <w:rPr>
                <w:rtl/>
              </w:rPr>
              <w:t>ى</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لو</w:t>
            </w:r>
            <w:r w:rsidR="00DC404A" w:rsidRPr="009647FC">
              <w:rPr>
                <w:rtl/>
              </w:rPr>
              <w:t>اء</w:t>
            </w:r>
            <w:r w:rsidR="00DC404A">
              <w:rPr>
                <w:rtl/>
              </w:rPr>
              <w:t xml:space="preserve"> </w:t>
            </w:r>
            <w:r w:rsidR="00DC404A" w:rsidRPr="009647FC">
              <w:rPr>
                <w:rtl/>
              </w:rPr>
              <w:t>عُلىً</w:t>
            </w:r>
            <w:r w:rsidR="00DC404A">
              <w:rPr>
                <w:rtl/>
              </w:rPr>
              <w:t xml:space="preserve"> </w:t>
            </w:r>
            <w:r w:rsidR="00DC404A" w:rsidRPr="009647FC">
              <w:rPr>
                <w:rtl/>
              </w:rPr>
              <w:t>في</w:t>
            </w:r>
            <w:r w:rsidR="00DC404A">
              <w:rPr>
                <w:rtl/>
              </w:rPr>
              <w:t xml:space="preserve"> </w:t>
            </w:r>
            <w:r w:rsidR="00DC404A" w:rsidRPr="009647FC">
              <w:rPr>
                <w:rtl/>
              </w:rPr>
              <w:t>الغرب</w:t>
            </w:r>
            <w:r w:rsidR="00DC404A">
              <w:rPr>
                <w:rtl/>
              </w:rPr>
              <w:t xml:space="preserve"> </w:t>
            </w:r>
            <w:r w:rsidR="00DC404A" w:rsidRPr="009647FC">
              <w:rPr>
                <w:rtl/>
              </w:rPr>
              <w:t>والشرق</w:t>
            </w:r>
            <w:r w:rsidR="00DC404A">
              <w:rPr>
                <w:rtl/>
              </w:rPr>
              <w:t xml:space="preserve"> </w:t>
            </w:r>
            <w:r w:rsidR="00DC404A" w:rsidRPr="009647FC">
              <w:rPr>
                <w:rtl/>
              </w:rPr>
              <w:t>خافقِ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A72677">
              <w:rPr>
                <w:rtl/>
              </w:rPr>
              <w:t>تض</w:t>
            </w:r>
            <w:r w:rsidR="00DC404A" w:rsidRPr="00A72677">
              <w:rPr>
                <w:rtl/>
              </w:rPr>
              <w:t>ايقت</w:t>
            </w:r>
            <w:r w:rsidR="004C00A8">
              <w:rPr>
                <w:rtl/>
              </w:rPr>
              <w:t xml:space="preserve"> </w:t>
            </w:r>
            <w:r w:rsidR="00DC404A" w:rsidRPr="00A72677">
              <w:rPr>
                <w:rtl/>
              </w:rPr>
              <w:t>ا</w:t>
            </w:r>
            <w:r w:rsidRPr="00A72677">
              <w:rPr>
                <w:rtl/>
              </w:rPr>
              <w:t>لد</w:t>
            </w:r>
            <w:r w:rsidR="00DC404A" w:rsidRPr="00A72677">
              <w:rPr>
                <w:rtl/>
              </w:rPr>
              <w:t xml:space="preserve">نيا </w:t>
            </w:r>
            <w:r w:rsidRPr="00A72677">
              <w:rPr>
                <w:rtl/>
              </w:rPr>
              <w:t>بب</w:t>
            </w:r>
            <w:r w:rsidR="00DC404A" w:rsidRPr="00A72677">
              <w:rPr>
                <w:rtl/>
              </w:rPr>
              <w:t xml:space="preserve">عض </w:t>
            </w:r>
            <w:r w:rsidRPr="00A72677">
              <w:rPr>
                <w:rtl/>
              </w:rPr>
              <w:t>فخ</w:t>
            </w:r>
            <w:r w:rsidR="00DC404A" w:rsidRPr="00A72677">
              <w:rPr>
                <w:rtl/>
              </w:rPr>
              <w:t>اره</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524A24" w:rsidRDefault="00A72677" w:rsidP="00693B01">
            <w:pPr>
              <w:pStyle w:val="libPoem"/>
            </w:pPr>
            <w:r w:rsidRPr="00A72677">
              <w:rPr>
                <w:rtl/>
              </w:rPr>
              <w:t>عل</w:t>
            </w:r>
            <w:r w:rsidR="00DC404A" w:rsidRPr="00A72677">
              <w:rPr>
                <w:rtl/>
              </w:rPr>
              <w:t>ى أن</w:t>
            </w:r>
            <w:r w:rsidRPr="00A72677">
              <w:rPr>
                <w:rtl/>
              </w:rPr>
              <w:t>ّه</w:t>
            </w:r>
            <w:r w:rsidR="00DC404A" w:rsidRPr="00A72677">
              <w:rPr>
                <w:rtl/>
              </w:rPr>
              <w:t xml:space="preserve"> </w:t>
            </w:r>
            <w:r w:rsidRPr="00A72677">
              <w:rPr>
                <w:rtl/>
              </w:rPr>
              <w:t>فر</w:t>
            </w:r>
            <w:r w:rsidR="00DC404A" w:rsidRPr="00A72677">
              <w:rPr>
                <w:rtl/>
              </w:rPr>
              <w:t xml:space="preserve">ّاجُ </w:t>
            </w:r>
            <w:r w:rsidRPr="00A72677">
              <w:rPr>
                <w:rtl/>
              </w:rPr>
              <w:t>كل</w:t>
            </w:r>
            <w:r w:rsidR="00DC404A" w:rsidRPr="00A72677">
              <w:rPr>
                <w:rtl/>
              </w:rPr>
              <w:t>ّ ا</w:t>
            </w:r>
            <w:r w:rsidRPr="00A72677">
              <w:rPr>
                <w:rtl/>
              </w:rPr>
              <w:t>لم</w:t>
            </w:r>
            <w:r w:rsidR="00DC404A" w:rsidRPr="00A72677">
              <w:rPr>
                <w:rtl/>
              </w:rPr>
              <w:t>ضايقِ</w:t>
            </w:r>
            <w:r w:rsidR="00DC404A" w:rsidRPr="00A72677">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C404A" w:rsidRPr="00524A24" w:rsidTr="00DC404A">
        <w:trPr>
          <w:trHeight w:val="350"/>
        </w:trPr>
        <w:tc>
          <w:tcPr>
            <w:tcW w:w="3902" w:type="dxa"/>
          </w:tcPr>
          <w:p w:rsidR="00DC404A" w:rsidRPr="00524A24" w:rsidRDefault="00DC404A" w:rsidP="00693B01">
            <w:pPr>
              <w:pStyle w:val="libPoem"/>
            </w:pPr>
            <w:r w:rsidRPr="009647FC">
              <w:rPr>
                <w:rtl/>
              </w:rPr>
              <w:lastRenderedPageBreak/>
              <w:t>يضيع</w:t>
            </w:r>
            <w:r>
              <w:rPr>
                <w:rtl/>
              </w:rPr>
              <w:t xml:space="preserve"> </w:t>
            </w:r>
            <w:r w:rsidRPr="009647FC">
              <w:rPr>
                <w:rtl/>
              </w:rPr>
              <w:t>فضاءُ</w:t>
            </w:r>
            <w:r>
              <w:rPr>
                <w:rtl/>
              </w:rPr>
              <w:t xml:space="preserve"> </w:t>
            </w:r>
            <w:r w:rsidRPr="009647FC">
              <w:rPr>
                <w:rtl/>
              </w:rPr>
              <w:t>الأرض</w:t>
            </w:r>
            <w:r>
              <w:rPr>
                <w:rtl/>
              </w:rPr>
              <w:t xml:space="preserve"> </w:t>
            </w:r>
            <w:r w:rsidRPr="009647FC">
              <w:rPr>
                <w:rtl/>
              </w:rPr>
              <w:t>في</w:t>
            </w:r>
            <w:r>
              <w:rPr>
                <w:rtl/>
              </w:rPr>
              <w:t xml:space="preserve"> </w:t>
            </w:r>
            <w:r w:rsidRPr="009647FC">
              <w:rPr>
                <w:rtl/>
              </w:rPr>
              <w:t>رحب</w:t>
            </w:r>
            <w:r>
              <w:rPr>
                <w:rtl/>
              </w:rPr>
              <w:t xml:space="preserve"> </w:t>
            </w:r>
            <w:r w:rsidRPr="009647FC">
              <w:rPr>
                <w:rtl/>
              </w:rPr>
              <w:t>صدره</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إذا</w:t>
            </w:r>
            <w:r>
              <w:rPr>
                <w:rtl/>
              </w:rPr>
              <w:t xml:space="preserve"> </w:t>
            </w:r>
            <w:r w:rsidRPr="009647FC">
              <w:rPr>
                <w:rtl/>
              </w:rPr>
              <w:t>هي</w:t>
            </w:r>
            <w:r>
              <w:rPr>
                <w:rtl/>
              </w:rPr>
              <w:t xml:space="preserve"> </w:t>
            </w:r>
            <w:r w:rsidRPr="009647FC">
              <w:rPr>
                <w:rtl/>
              </w:rPr>
              <w:t>غصتْ</w:t>
            </w:r>
            <w:r>
              <w:rPr>
                <w:rtl/>
              </w:rPr>
              <w:t xml:space="preserve"> </w:t>
            </w:r>
            <w:r w:rsidRPr="009647FC">
              <w:rPr>
                <w:rtl/>
              </w:rPr>
              <w:t>في</w:t>
            </w:r>
            <w:r>
              <w:rPr>
                <w:rtl/>
              </w:rPr>
              <w:t xml:space="preserve"> </w:t>
            </w:r>
            <w:r w:rsidRPr="009647FC">
              <w:rPr>
                <w:rtl/>
              </w:rPr>
              <w:t>الخطوبِ</w:t>
            </w:r>
            <w:r>
              <w:rPr>
                <w:rtl/>
              </w:rPr>
              <w:t xml:space="preserve"> </w:t>
            </w:r>
            <w:r w:rsidRPr="009647FC">
              <w:rPr>
                <w:rtl/>
              </w:rPr>
              <w:t>الطوارقِ</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من</w:t>
            </w:r>
            <w:r w:rsidR="00DC404A">
              <w:rPr>
                <w:rtl/>
              </w:rPr>
              <w:t xml:space="preserve"> </w:t>
            </w:r>
            <w:r w:rsidR="00DC404A" w:rsidRPr="009647FC">
              <w:rPr>
                <w:rtl/>
              </w:rPr>
              <w:t>ا</w:t>
            </w:r>
            <w:r w:rsidRPr="009647FC">
              <w:rPr>
                <w:rtl/>
              </w:rPr>
              <w:t>لف</w:t>
            </w:r>
            <w:r w:rsidR="00DC404A" w:rsidRPr="009647FC">
              <w:rPr>
                <w:rtl/>
              </w:rPr>
              <w:t>اطميين</w:t>
            </w:r>
            <w:r w:rsidR="00DC404A">
              <w:rPr>
                <w:rtl/>
              </w:rPr>
              <w:t xml:space="preserve"> </w:t>
            </w:r>
            <w:r w:rsidR="00DC404A" w:rsidRPr="009647FC">
              <w:rPr>
                <w:rtl/>
              </w:rPr>
              <w:t>ا</w:t>
            </w:r>
            <w:r w:rsidRPr="009647FC">
              <w:rPr>
                <w:rtl/>
              </w:rPr>
              <w:t>لذ</w:t>
            </w:r>
            <w:r w:rsidR="00DC404A" w:rsidRPr="009647FC">
              <w:rPr>
                <w:rtl/>
              </w:rPr>
              <w:t>ين</w:t>
            </w:r>
            <w:r w:rsidR="00DC404A">
              <w:rPr>
                <w:rtl/>
              </w:rPr>
              <w:t xml:space="preserve"> </w:t>
            </w:r>
            <w:r w:rsidRPr="009647FC">
              <w:rPr>
                <w:rtl/>
              </w:rPr>
              <w:t>تر</w:t>
            </w:r>
            <w:r w:rsidR="00DC404A" w:rsidRPr="009647FC">
              <w:rPr>
                <w:rtl/>
              </w:rPr>
              <w:t>اضعتْ</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قن</w:t>
            </w:r>
            <w:r w:rsidR="00DC404A" w:rsidRPr="009647FC">
              <w:rPr>
                <w:rtl/>
              </w:rPr>
              <w:t>اهم</w:t>
            </w:r>
            <w:r w:rsidR="004C00A8">
              <w:rPr>
                <w:rtl/>
              </w:rPr>
              <w:t xml:space="preserve"> </w:t>
            </w:r>
            <w:r w:rsidRPr="009647FC">
              <w:rPr>
                <w:rtl/>
              </w:rPr>
              <w:t>طل</w:t>
            </w:r>
            <w:r w:rsidR="00DC404A" w:rsidRPr="009647FC">
              <w:rPr>
                <w:rtl/>
              </w:rPr>
              <w:t>ى</w:t>
            </w:r>
            <w:r w:rsidR="00DC404A">
              <w:rPr>
                <w:rtl/>
              </w:rPr>
              <w:t xml:space="preserve"> </w:t>
            </w:r>
            <w:r w:rsidR="00DC404A" w:rsidRPr="009647FC">
              <w:rPr>
                <w:rtl/>
              </w:rPr>
              <w:t>الأعداء</w:t>
            </w:r>
            <w:r w:rsidR="00DC404A">
              <w:rPr>
                <w:rtl/>
              </w:rPr>
              <w:t xml:space="preserve"> </w:t>
            </w:r>
            <w:r w:rsidR="00DC404A" w:rsidRPr="009647FC">
              <w:rPr>
                <w:rtl/>
              </w:rPr>
              <w:t>في</w:t>
            </w:r>
            <w:r w:rsidR="00DC404A">
              <w:rPr>
                <w:rtl/>
              </w:rPr>
              <w:t xml:space="preserve"> </w:t>
            </w:r>
            <w:r w:rsidR="00DC404A" w:rsidRPr="009647FC">
              <w:rPr>
                <w:rtl/>
              </w:rPr>
              <w:t>كلّ</w:t>
            </w:r>
            <w:r w:rsidR="00DC404A">
              <w:rPr>
                <w:rtl/>
              </w:rPr>
              <w:t xml:space="preserve"> </w:t>
            </w:r>
            <w:r w:rsidR="00DC404A" w:rsidRPr="009647FC">
              <w:rPr>
                <w:rtl/>
              </w:rPr>
              <w:t>مازقِ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هم</w:t>
            </w:r>
            <w:r w:rsidR="00DC404A" w:rsidRPr="009647FC">
              <w:rPr>
                <w:rtl/>
              </w:rPr>
              <w:t>ُ</w:t>
            </w:r>
            <w:r w:rsidR="004C00A8">
              <w:rPr>
                <w:rtl/>
              </w:rPr>
              <w:t xml:space="preserve"> </w:t>
            </w:r>
            <w:r w:rsidRPr="009647FC">
              <w:rPr>
                <w:rtl/>
              </w:rPr>
              <w:t>تو</w:t>
            </w:r>
            <w:r w:rsidR="00DC404A" w:rsidRPr="009647FC">
              <w:rPr>
                <w:rtl/>
              </w:rPr>
              <w:t>ّجوا</w:t>
            </w:r>
            <w:r w:rsidR="00DC404A">
              <w:rPr>
                <w:rtl/>
              </w:rPr>
              <w:t xml:space="preserve"> </w:t>
            </w:r>
            <w:r w:rsidRPr="009647FC">
              <w:rPr>
                <w:rtl/>
              </w:rPr>
              <w:t>ها</w:t>
            </w:r>
            <w:r w:rsidR="00DC404A" w:rsidRPr="009647FC">
              <w:rPr>
                <w:rtl/>
              </w:rPr>
              <w:t>م</w:t>
            </w:r>
            <w:r w:rsidR="00677BC4">
              <w:rPr>
                <w:rtl/>
              </w:rPr>
              <w:t>َ</w:t>
            </w:r>
            <w:r w:rsidR="00DC404A">
              <w:rPr>
                <w:rtl/>
              </w:rPr>
              <w:t xml:space="preserve"> </w:t>
            </w:r>
            <w:r w:rsidR="00DC404A" w:rsidRPr="009647FC">
              <w:rPr>
                <w:rtl/>
              </w:rPr>
              <w:t>الملوك</w:t>
            </w:r>
            <w:r w:rsidR="00DC404A">
              <w:rPr>
                <w:rtl/>
              </w:rPr>
              <w:t xml:space="preserve"> </w:t>
            </w:r>
            <w:r w:rsidR="00DC404A" w:rsidRPr="009647FC">
              <w:rPr>
                <w:rtl/>
              </w:rPr>
              <w:t>ببيضهم</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ودا</w:t>
            </w:r>
            <w:r w:rsidR="00A72677" w:rsidRPr="009647FC">
              <w:rPr>
                <w:rtl/>
              </w:rPr>
              <w:t>سو</w:t>
            </w:r>
            <w:r w:rsidRPr="009647FC">
              <w:rPr>
                <w:rtl/>
              </w:rPr>
              <w:t>ا</w:t>
            </w:r>
            <w:r w:rsidR="004C00A8">
              <w:rPr>
                <w:rtl/>
              </w:rPr>
              <w:t xml:space="preserve"> </w:t>
            </w:r>
            <w:r w:rsidR="00A72677" w:rsidRPr="009647FC">
              <w:rPr>
                <w:rtl/>
              </w:rPr>
              <w:t>عل</w:t>
            </w:r>
            <w:r w:rsidRPr="009647FC">
              <w:rPr>
                <w:rtl/>
              </w:rPr>
              <w:t>ى</w:t>
            </w:r>
            <w:r>
              <w:rPr>
                <w:rtl/>
              </w:rPr>
              <w:t xml:space="preserve"> </w:t>
            </w:r>
            <w:r w:rsidRPr="009647FC">
              <w:rPr>
                <w:rtl/>
              </w:rPr>
              <w:t>أ</w:t>
            </w:r>
            <w:r w:rsidR="00A72677" w:rsidRPr="009647FC">
              <w:rPr>
                <w:rtl/>
              </w:rPr>
              <w:t>نم</w:t>
            </w:r>
            <w:r w:rsidRPr="009647FC">
              <w:rPr>
                <w:rtl/>
              </w:rPr>
              <w:t>اطهم</w:t>
            </w:r>
            <w:r>
              <w:rPr>
                <w:rtl/>
              </w:rPr>
              <w:t xml:space="preserve"> </w:t>
            </w:r>
            <w:r w:rsidRPr="009647FC">
              <w:rPr>
                <w:rtl/>
              </w:rPr>
              <w:t>بالسوابقِ</w:t>
            </w:r>
            <w:r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إذا</w:t>
            </w:r>
            <w:r>
              <w:rPr>
                <w:rtl/>
              </w:rPr>
              <w:t xml:space="preserve"> </w:t>
            </w:r>
            <w:r w:rsidR="00A72677" w:rsidRPr="009647FC">
              <w:rPr>
                <w:rtl/>
              </w:rPr>
              <w:t>نز</w:t>
            </w:r>
            <w:r w:rsidRPr="009647FC">
              <w:rPr>
                <w:rtl/>
              </w:rPr>
              <w:t>لوا</w:t>
            </w:r>
            <w:r>
              <w:rPr>
                <w:rtl/>
              </w:rPr>
              <w:t xml:space="preserve"> </w:t>
            </w:r>
            <w:r w:rsidR="00A72677" w:rsidRPr="009647FC">
              <w:rPr>
                <w:rtl/>
              </w:rPr>
              <w:t>كا</w:t>
            </w:r>
            <w:r w:rsidRPr="009647FC">
              <w:rPr>
                <w:rtl/>
              </w:rPr>
              <w:t>نوا</w:t>
            </w:r>
            <w:r>
              <w:rPr>
                <w:rtl/>
              </w:rPr>
              <w:t xml:space="preserve"> </w:t>
            </w:r>
            <w:r w:rsidRPr="009647FC">
              <w:rPr>
                <w:rtl/>
              </w:rPr>
              <w:t>ر</w:t>
            </w:r>
            <w:r w:rsidR="00A72677" w:rsidRPr="009647FC">
              <w:rPr>
                <w:rtl/>
              </w:rPr>
              <w:t>بي</w:t>
            </w:r>
            <w:r w:rsidRPr="009647FC">
              <w:rPr>
                <w:rtl/>
              </w:rPr>
              <w:t>ع</w:t>
            </w:r>
            <w:r w:rsidR="00677BC4">
              <w:rPr>
                <w:rtl/>
              </w:rPr>
              <w:t>َ</w:t>
            </w:r>
            <w:r>
              <w:rPr>
                <w:rtl/>
              </w:rPr>
              <w:t xml:space="preserve"> </w:t>
            </w:r>
            <w:r w:rsidRPr="009647FC">
              <w:rPr>
                <w:rtl/>
              </w:rPr>
              <w:t>بني</w:t>
            </w:r>
            <w:r>
              <w:rPr>
                <w:rtl/>
              </w:rPr>
              <w:t xml:space="preserve"> </w:t>
            </w:r>
            <w:r w:rsidRPr="009647FC">
              <w:rPr>
                <w:rtl/>
              </w:rPr>
              <w:t>المنى</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وإن</w:t>
            </w:r>
            <w:r w:rsidR="004C00A8">
              <w:rPr>
                <w:rtl/>
              </w:rPr>
              <w:t xml:space="preserve"> </w:t>
            </w:r>
            <w:r w:rsidRPr="009647FC">
              <w:rPr>
                <w:rtl/>
              </w:rPr>
              <w:t>ر</w:t>
            </w:r>
            <w:r w:rsidR="00A72677" w:rsidRPr="009647FC">
              <w:rPr>
                <w:rtl/>
              </w:rPr>
              <w:t>كب</w:t>
            </w:r>
            <w:r w:rsidRPr="009647FC">
              <w:rPr>
                <w:rtl/>
              </w:rPr>
              <w:t>وا</w:t>
            </w:r>
            <w:r>
              <w:rPr>
                <w:rtl/>
              </w:rPr>
              <w:t xml:space="preserve"> </w:t>
            </w:r>
            <w:r w:rsidR="00A72677" w:rsidRPr="009647FC">
              <w:rPr>
                <w:rtl/>
              </w:rPr>
              <w:t>كا</w:t>
            </w:r>
            <w:r w:rsidRPr="009647FC">
              <w:rPr>
                <w:rtl/>
              </w:rPr>
              <w:t>نوا</w:t>
            </w:r>
            <w:r>
              <w:rPr>
                <w:rtl/>
              </w:rPr>
              <w:t xml:space="preserve"> </w:t>
            </w:r>
            <w:r w:rsidR="00A72677" w:rsidRPr="009647FC">
              <w:rPr>
                <w:rtl/>
              </w:rPr>
              <w:t>حم</w:t>
            </w:r>
            <w:r w:rsidRPr="009647FC">
              <w:rPr>
                <w:rtl/>
              </w:rPr>
              <w:t>اة</w:t>
            </w:r>
            <w:r w:rsidR="00677BC4">
              <w:rPr>
                <w:rtl/>
              </w:rPr>
              <w:t>َ</w:t>
            </w:r>
            <w:r>
              <w:rPr>
                <w:rtl/>
              </w:rPr>
              <w:t xml:space="preserve"> </w:t>
            </w:r>
            <w:r w:rsidRPr="009647FC">
              <w:rPr>
                <w:rtl/>
              </w:rPr>
              <w:t>الحقائقِ</w:t>
            </w:r>
            <w:r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تع</w:t>
            </w:r>
            <w:r w:rsidR="00DC404A" w:rsidRPr="009647FC">
              <w:rPr>
                <w:rtl/>
              </w:rPr>
              <w:t>انق</w:t>
            </w:r>
            <w:r w:rsidR="004C00A8">
              <w:rPr>
                <w:rtl/>
              </w:rPr>
              <w:t xml:space="preserve"> </w:t>
            </w:r>
            <w:r w:rsidRPr="009647FC">
              <w:rPr>
                <w:rtl/>
              </w:rPr>
              <w:t>فو</w:t>
            </w:r>
            <w:r w:rsidR="00DC404A" w:rsidRPr="009647FC">
              <w:rPr>
                <w:rtl/>
              </w:rPr>
              <w:t>ق</w:t>
            </w:r>
            <w:r w:rsidR="00DC404A">
              <w:rPr>
                <w:rtl/>
              </w:rPr>
              <w:t xml:space="preserve"> </w:t>
            </w:r>
            <w:r w:rsidR="00DC404A" w:rsidRPr="009647FC">
              <w:rPr>
                <w:rtl/>
              </w:rPr>
              <w:t>ا</w:t>
            </w:r>
            <w:r w:rsidRPr="009647FC">
              <w:rPr>
                <w:rtl/>
              </w:rPr>
              <w:t>لخ</w:t>
            </w:r>
            <w:r w:rsidR="00DC404A" w:rsidRPr="009647FC">
              <w:rPr>
                <w:rtl/>
              </w:rPr>
              <w:t>يل</w:t>
            </w:r>
            <w:r w:rsidR="00DC404A">
              <w:rPr>
                <w:rtl/>
              </w:rPr>
              <w:t xml:space="preserve"> </w:t>
            </w:r>
            <w:r w:rsidRPr="009647FC">
              <w:rPr>
                <w:rtl/>
              </w:rPr>
              <w:t>عا</w:t>
            </w:r>
            <w:r w:rsidR="00DC404A" w:rsidRPr="009647FC">
              <w:rPr>
                <w:rtl/>
              </w:rPr>
              <w:t>ليةُ</w:t>
            </w:r>
            <w:r w:rsidR="00DC404A">
              <w:rPr>
                <w:rtl/>
              </w:rPr>
              <w:t xml:space="preserve"> </w:t>
            </w:r>
            <w:r w:rsidR="00DC404A" w:rsidRPr="009647FC">
              <w:rPr>
                <w:rtl/>
              </w:rPr>
              <w:t>القنا</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عن</w:t>
            </w:r>
            <w:r w:rsidR="00DC404A" w:rsidRPr="009647FC">
              <w:rPr>
                <w:rtl/>
              </w:rPr>
              <w:t>اق</w:t>
            </w:r>
            <w:r w:rsidR="00677BC4">
              <w:rPr>
                <w:rtl/>
              </w:rPr>
              <w:t>َ</w:t>
            </w:r>
            <w:r w:rsidR="00DC404A">
              <w:rPr>
                <w:rtl/>
              </w:rPr>
              <w:t xml:space="preserve"> </w:t>
            </w:r>
            <w:r w:rsidRPr="009647FC">
              <w:rPr>
                <w:rtl/>
              </w:rPr>
              <w:t>سو</w:t>
            </w:r>
            <w:r w:rsidR="00DC404A" w:rsidRPr="009647FC">
              <w:rPr>
                <w:rtl/>
              </w:rPr>
              <w:t>اها</w:t>
            </w:r>
            <w:r w:rsidR="00DC404A">
              <w:rPr>
                <w:rtl/>
              </w:rPr>
              <w:t xml:space="preserve"> </w:t>
            </w:r>
            <w:r w:rsidR="00DC404A" w:rsidRPr="009647FC">
              <w:rPr>
                <w:rtl/>
              </w:rPr>
              <w:t>ا</w:t>
            </w:r>
            <w:r w:rsidRPr="009647FC">
              <w:rPr>
                <w:rtl/>
              </w:rPr>
              <w:t>لغ</w:t>
            </w:r>
            <w:r w:rsidR="00DC404A" w:rsidRPr="009647FC">
              <w:rPr>
                <w:rtl/>
              </w:rPr>
              <w:t>يد</w:t>
            </w:r>
            <w:r w:rsidR="00DC404A">
              <w:rPr>
                <w:rtl/>
              </w:rPr>
              <w:t xml:space="preserve"> </w:t>
            </w:r>
            <w:r w:rsidR="00DC404A" w:rsidRPr="009647FC">
              <w:rPr>
                <w:rtl/>
              </w:rPr>
              <w:t>فوق</w:t>
            </w:r>
            <w:r w:rsidR="00DC404A">
              <w:rPr>
                <w:rtl/>
              </w:rPr>
              <w:t xml:space="preserve"> </w:t>
            </w:r>
            <w:r w:rsidR="00DC404A" w:rsidRPr="009647FC">
              <w:rPr>
                <w:rtl/>
              </w:rPr>
              <w:t>النمارقِ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هم</w:t>
            </w:r>
            <w:r w:rsidR="004C00A8">
              <w:rPr>
                <w:rtl/>
              </w:rPr>
              <w:t xml:space="preserve"> </w:t>
            </w:r>
            <w:r w:rsidR="00DC404A" w:rsidRPr="009647FC">
              <w:rPr>
                <w:rtl/>
              </w:rPr>
              <w:t>ا</w:t>
            </w:r>
            <w:r w:rsidRPr="009647FC">
              <w:rPr>
                <w:rtl/>
              </w:rPr>
              <w:t>لق</w:t>
            </w:r>
            <w:r w:rsidR="00DC404A" w:rsidRPr="009647FC">
              <w:rPr>
                <w:rtl/>
              </w:rPr>
              <w:t>ومُ</w:t>
            </w:r>
            <w:r w:rsidR="00DC404A">
              <w:rPr>
                <w:rtl/>
              </w:rPr>
              <w:t xml:space="preserve"> </w:t>
            </w:r>
            <w:r w:rsidRPr="009647FC">
              <w:rPr>
                <w:rtl/>
              </w:rPr>
              <w:t>ما</w:t>
            </w:r>
            <w:r w:rsidR="00DC404A">
              <w:rPr>
                <w:rtl/>
              </w:rPr>
              <w:t xml:space="preserve"> </w:t>
            </w:r>
            <w:r w:rsidR="00DC404A" w:rsidRPr="009647FC">
              <w:rPr>
                <w:rtl/>
              </w:rPr>
              <w:t>للشيخ</w:t>
            </w:r>
            <w:r w:rsidR="00DC404A">
              <w:rPr>
                <w:rtl/>
              </w:rPr>
              <w:t xml:space="preserve"> </w:t>
            </w:r>
            <w:r w:rsidR="00DC404A" w:rsidRPr="009647FC">
              <w:rPr>
                <w:rtl/>
              </w:rPr>
              <w:t>منهم</w:t>
            </w:r>
            <w:r w:rsidR="00DC404A">
              <w:rPr>
                <w:rtl/>
              </w:rPr>
              <w:t xml:space="preserve"> </w:t>
            </w:r>
            <w:r w:rsidR="00DC404A" w:rsidRPr="009647FC">
              <w:rPr>
                <w:rtl/>
              </w:rPr>
              <w:t>لكهلهم</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w:t>
            </w:r>
            <w:r w:rsidR="00A72677" w:rsidRPr="009647FC">
              <w:rPr>
                <w:rtl/>
              </w:rPr>
              <w:t>ما</w:t>
            </w:r>
            <w:r w:rsidR="004C00A8">
              <w:rPr>
                <w:rtl/>
              </w:rPr>
              <w:t xml:space="preserve"> </w:t>
            </w:r>
            <w:r w:rsidR="00A72677" w:rsidRPr="009647FC">
              <w:rPr>
                <w:rtl/>
              </w:rPr>
              <w:t>من</w:t>
            </w:r>
            <w:r w:rsidRPr="009647FC">
              <w:rPr>
                <w:rtl/>
              </w:rPr>
              <w:t>هم</w:t>
            </w:r>
            <w:r>
              <w:rPr>
                <w:rtl/>
              </w:rPr>
              <w:t xml:space="preserve"> </w:t>
            </w:r>
            <w:r w:rsidR="00A72677" w:rsidRPr="009647FC">
              <w:rPr>
                <w:rtl/>
              </w:rPr>
              <w:t>في</w:t>
            </w:r>
            <w:r>
              <w:rPr>
                <w:rtl/>
              </w:rPr>
              <w:t xml:space="preserve"> </w:t>
            </w:r>
            <w:r w:rsidR="00A72677" w:rsidRPr="009647FC">
              <w:rPr>
                <w:rtl/>
              </w:rPr>
              <w:t>كه</w:t>
            </w:r>
            <w:r w:rsidRPr="009647FC">
              <w:rPr>
                <w:rtl/>
              </w:rPr>
              <w:t>لهم</w:t>
            </w:r>
            <w:r>
              <w:rPr>
                <w:rtl/>
              </w:rPr>
              <w:t xml:space="preserve"> </w:t>
            </w:r>
            <w:r w:rsidRPr="009647FC">
              <w:rPr>
                <w:rtl/>
              </w:rPr>
              <w:t>للمراهقِ</w:t>
            </w:r>
            <w:r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هذ</w:t>
            </w:r>
            <w:r w:rsidRPr="009647FC">
              <w:rPr>
                <w:rtl/>
              </w:rPr>
              <w:t>ا</w:t>
            </w:r>
            <w:r>
              <w:rPr>
                <w:rtl/>
              </w:rPr>
              <w:t xml:space="preserve"> </w:t>
            </w:r>
            <w:r w:rsidRPr="009647FC">
              <w:rPr>
                <w:rtl/>
              </w:rPr>
              <w:t>ا</w:t>
            </w:r>
            <w:r w:rsidR="00A72677" w:rsidRPr="009647FC">
              <w:rPr>
                <w:rtl/>
              </w:rPr>
              <w:t>بن</w:t>
            </w:r>
            <w:r w:rsidRPr="009647FC">
              <w:rPr>
                <w:rtl/>
              </w:rPr>
              <w:t>هم</w:t>
            </w:r>
            <w:r>
              <w:rPr>
                <w:rtl/>
              </w:rPr>
              <w:t xml:space="preserve"> </w:t>
            </w:r>
            <w:r w:rsidR="00A72677" w:rsidRPr="009647FC">
              <w:rPr>
                <w:rtl/>
              </w:rPr>
              <w:t>سل</w:t>
            </w:r>
            <w:r w:rsidRPr="009647FC">
              <w:rPr>
                <w:rtl/>
              </w:rPr>
              <w:t>مانُ</w:t>
            </w:r>
            <w:r>
              <w:rPr>
                <w:rtl/>
              </w:rPr>
              <w:t xml:space="preserve"> </w:t>
            </w:r>
            <w:r w:rsidRPr="009647FC">
              <w:rPr>
                <w:rtl/>
              </w:rPr>
              <w:t>والفرع</w:t>
            </w:r>
            <w:r>
              <w:rPr>
                <w:rtl/>
              </w:rPr>
              <w:t xml:space="preserve"> </w:t>
            </w:r>
            <w:r w:rsidRPr="009647FC">
              <w:rPr>
                <w:rtl/>
              </w:rPr>
              <w:t>طيبه</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يج</w:t>
            </w:r>
            <w:r w:rsidR="00DC404A" w:rsidRPr="009647FC">
              <w:rPr>
                <w:rtl/>
              </w:rPr>
              <w:t>يءُ</w:t>
            </w:r>
            <w:r w:rsidR="00DC404A">
              <w:rPr>
                <w:rtl/>
              </w:rPr>
              <w:t xml:space="preserve"> </w:t>
            </w:r>
            <w:r w:rsidRPr="009647FC">
              <w:rPr>
                <w:rtl/>
              </w:rPr>
              <w:t>عل</w:t>
            </w:r>
            <w:r w:rsidR="00DC404A" w:rsidRPr="009647FC">
              <w:rPr>
                <w:rtl/>
              </w:rPr>
              <w:t>ى</w:t>
            </w:r>
            <w:r w:rsidR="00DC404A">
              <w:rPr>
                <w:rtl/>
              </w:rPr>
              <w:t xml:space="preserve"> </w:t>
            </w:r>
            <w:r w:rsidRPr="009647FC">
              <w:rPr>
                <w:rtl/>
              </w:rPr>
              <w:t>مق</w:t>
            </w:r>
            <w:r w:rsidR="00DC404A" w:rsidRPr="009647FC">
              <w:rPr>
                <w:rtl/>
              </w:rPr>
              <w:t>دار</w:t>
            </w:r>
            <w:r w:rsidR="00DC404A">
              <w:rPr>
                <w:rtl/>
              </w:rPr>
              <w:t xml:space="preserve"> </w:t>
            </w:r>
            <w:r w:rsidR="00DC404A" w:rsidRPr="009647FC">
              <w:rPr>
                <w:rtl/>
              </w:rPr>
              <w:t>طيب</w:t>
            </w:r>
            <w:r w:rsidR="00DC404A">
              <w:rPr>
                <w:rtl/>
              </w:rPr>
              <w:t xml:space="preserve"> </w:t>
            </w:r>
            <w:r w:rsidR="00DC404A" w:rsidRPr="009647FC">
              <w:rPr>
                <w:rtl/>
              </w:rPr>
              <w:t>المعارقِ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إذا</w:t>
            </w:r>
            <w:r w:rsidR="004C00A8">
              <w:rPr>
                <w:rtl/>
              </w:rPr>
              <w:t xml:space="preserve"> </w:t>
            </w:r>
            <w:r w:rsidR="00A72677" w:rsidRPr="009647FC">
              <w:rPr>
                <w:rtl/>
              </w:rPr>
              <w:t>مس</w:t>
            </w:r>
            <w:r w:rsidRPr="009647FC">
              <w:rPr>
                <w:rtl/>
              </w:rPr>
              <w:t>حتْ</w:t>
            </w:r>
            <w:r>
              <w:rPr>
                <w:rtl/>
              </w:rPr>
              <w:t xml:space="preserve"> </w:t>
            </w:r>
            <w:r w:rsidR="00A72677" w:rsidRPr="009647FC">
              <w:rPr>
                <w:rtl/>
              </w:rPr>
              <w:t>من</w:t>
            </w:r>
            <w:r w:rsidRPr="009647FC">
              <w:rPr>
                <w:rtl/>
              </w:rPr>
              <w:t>ه</w:t>
            </w:r>
            <w:r>
              <w:rPr>
                <w:rtl/>
              </w:rPr>
              <w:t xml:space="preserve"> </w:t>
            </w:r>
            <w:r w:rsidRPr="009647FC">
              <w:rPr>
                <w:rtl/>
              </w:rPr>
              <w:t>العُلى</w:t>
            </w:r>
            <w:r>
              <w:rPr>
                <w:rtl/>
              </w:rPr>
              <w:t xml:space="preserve"> </w:t>
            </w:r>
            <w:r w:rsidRPr="009647FC">
              <w:rPr>
                <w:rtl/>
              </w:rPr>
              <w:t>وجه</w:t>
            </w:r>
            <w:r w:rsidR="00677BC4">
              <w:rPr>
                <w:rtl/>
              </w:rPr>
              <w:t>َ</w:t>
            </w:r>
            <w:r>
              <w:rPr>
                <w:rtl/>
              </w:rPr>
              <w:t xml:space="preserve"> </w:t>
            </w:r>
            <w:r w:rsidRPr="009647FC">
              <w:rPr>
                <w:rtl/>
              </w:rPr>
              <w:t>سابق</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جل</w:t>
            </w:r>
            <w:r w:rsidR="00DC404A" w:rsidRPr="009647FC">
              <w:rPr>
                <w:rtl/>
              </w:rPr>
              <w:t>تْ</w:t>
            </w:r>
            <w:r w:rsidR="004C00A8">
              <w:rPr>
                <w:rtl/>
              </w:rPr>
              <w:t xml:space="preserve"> </w:t>
            </w:r>
            <w:r w:rsidRPr="009647FC">
              <w:rPr>
                <w:rtl/>
              </w:rPr>
              <w:t>من</w:t>
            </w:r>
            <w:r w:rsidR="00DC404A">
              <w:rPr>
                <w:rtl/>
              </w:rPr>
              <w:t xml:space="preserve"> </w:t>
            </w:r>
            <w:r w:rsidR="00DC404A" w:rsidRPr="009647FC">
              <w:rPr>
                <w:rtl/>
              </w:rPr>
              <w:t>أبي</w:t>
            </w:r>
            <w:r w:rsidR="00DC404A">
              <w:rPr>
                <w:rtl/>
              </w:rPr>
              <w:t xml:space="preserve"> </w:t>
            </w:r>
            <w:r w:rsidR="00DC404A" w:rsidRPr="009647FC">
              <w:rPr>
                <w:rtl/>
              </w:rPr>
              <w:t>محمود</w:t>
            </w:r>
            <w:r w:rsidR="00DC404A">
              <w:rPr>
                <w:rtl/>
              </w:rPr>
              <w:t xml:space="preserve"> </w:t>
            </w:r>
            <w:r w:rsidR="00DC404A" w:rsidRPr="009647FC">
              <w:rPr>
                <w:rtl/>
              </w:rPr>
              <w:t>غرّة</w:t>
            </w:r>
            <w:r w:rsidR="00DC404A">
              <w:rPr>
                <w:rtl/>
              </w:rPr>
              <w:t xml:space="preserve"> </w:t>
            </w:r>
            <w:r w:rsidR="00DC404A" w:rsidRPr="009647FC">
              <w:rPr>
                <w:rtl/>
              </w:rPr>
              <w:t>لاحقِ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فت</w:t>
            </w:r>
            <w:r w:rsidR="00DC404A" w:rsidRPr="009647FC">
              <w:rPr>
                <w:rtl/>
              </w:rPr>
              <w:t>ىً</w:t>
            </w:r>
            <w:r w:rsidR="00DC404A">
              <w:rPr>
                <w:rtl/>
              </w:rPr>
              <w:t xml:space="preserve"> </w:t>
            </w:r>
            <w:r w:rsidRPr="009647FC">
              <w:rPr>
                <w:rtl/>
              </w:rPr>
              <w:t>عل</w:t>
            </w:r>
            <w:r w:rsidR="00DC404A" w:rsidRPr="009647FC">
              <w:rPr>
                <w:rtl/>
              </w:rPr>
              <w:t>مه</w:t>
            </w:r>
            <w:r w:rsidR="00DC404A">
              <w:rPr>
                <w:rtl/>
              </w:rPr>
              <w:t xml:space="preserve"> </w:t>
            </w:r>
            <w:r w:rsidRPr="009647FC">
              <w:rPr>
                <w:rtl/>
              </w:rPr>
              <w:t>يح</w:t>
            </w:r>
            <w:r w:rsidR="00DC404A" w:rsidRPr="009647FC">
              <w:rPr>
                <w:rtl/>
              </w:rPr>
              <w:t>كي</w:t>
            </w:r>
            <w:r w:rsidR="00DC404A">
              <w:rPr>
                <w:rtl/>
              </w:rPr>
              <w:t xml:space="preserve"> </w:t>
            </w:r>
            <w:r w:rsidRPr="009647FC">
              <w:rPr>
                <w:rtl/>
              </w:rPr>
              <w:t>غز</w:t>
            </w:r>
            <w:r w:rsidR="00DC404A" w:rsidRPr="009647FC">
              <w:rPr>
                <w:rtl/>
              </w:rPr>
              <w:t>ارة</w:t>
            </w:r>
            <w:r w:rsidR="00677BC4">
              <w:rPr>
                <w:rtl/>
              </w:rPr>
              <w:t>َ</w:t>
            </w:r>
            <w:r w:rsidR="00DC404A">
              <w:rPr>
                <w:rtl/>
              </w:rPr>
              <w:t xml:space="preserve"> </w:t>
            </w:r>
            <w:r w:rsidR="00DC404A" w:rsidRPr="009647FC">
              <w:rPr>
                <w:rtl/>
              </w:rPr>
              <w:t>جوده</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DC404A" w:rsidP="00693B01">
            <w:pPr>
              <w:pStyle w:val="libPoem"/>
            </w:pPr>
            <w:r w:rsidRPr="009647FC">
              <w:rPr>
                <w:rtl/>
              </w:rPr>
              <w:t>و</w:t>
            </w:r>
            <w:r w:rsidR="00A72677" w:rsidRPr="009647FC">
              <w:rPr>
                <w:rtl/>
              </w:rPr>
              <w:t>ما</w:t>
            </w:r>
            <w:r>
              <w:rPr>
                <w:rtl/>
              </w:rPr>
              <w:t xml:space="preserve"> </w:t>
            </w:r>
            <w:r w:rsidR="00A72677" w:rsidRPr="009647FC">
              <w:rPr>
                <w:rtl/>
              </w:rPr>
              <w:t>عل</w:t>
            </w:r>
            <w:r w:rsidRPr="009647FC">
              <w:rPr>
                <w:rtl/>
              </w:rPr>
              <w:t>مُ</w:t>
            </w:r>
            <w:r>
              <w:rPr>
                <w:rtl/>
              </w:rPr>
              <w:t xml:space="preserve"> </w:t>
            </w:r>
            <w:r w:rsidRPr="009647FC">
              <w:rPr>
                <w:rtl/>
              </w:rPr>
              <w:t>قومٍ</w:t>
            </w:r>
            <w:r>
              <w:rPr>
                <w:rtl/>
              </w:rPr>
              <w:t xml:space="preserve"> </w:t>
            </w:r>
            <w:r w:rsidRPr="009647FC">
              <w:rPr>
                <w:rtl/>
              </w:rPr>
              <w:t>غير</w:t>
            </w:r>
            <w:r>
              <w:rPr>
                <w:rtl/>
              </w:rPr>
              <w:t xml:space="preserve"> </w:t>
            </w:r>
            <w:r w:rsidRPr="009647FC">
              <w:rPr>
                <w:rtl/>
              </w:rPr>
              <w:t>محض</w:t>
            </w:r>
            <w:r>
              <w:rPr>
                <w:rtl/>
              </w:rPr>
              <w:t xml:space="preserve"> </w:t>
            </w:r>
            <w:r w:rsidRPr="009647FC">
              <w:rPr>
                <w:rtl/>
              </w:rPr>
              <w:t>التشادقِ</w:t>
            </w:r>
            <w:r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قد</w:t>
            </w:r>
            <w:r w:rsidR="004C00A8">
              <w:rPr>
                <w:rtl/>
              </w:rPr>
              <w:t xml:space="preserve"> </w:t>
            </w:r>
            <w:r w:rsidR="00A72677" w:rsidRPr="009647FC">
              <w:rPr>
                <w:rtl/>
              </w:rPr>
              <w:t>قو</w:t>
            </w:r>
            <w:r w:rsidRPr="009647FC">
              <w:rPr>
                <w:rtl/>
              </w:rPr>
              <w:t>ّمت</w:t>
            </w:r>
            <w:r>
              <w:rPr>
                <w:rtl/>
              </w:rPr>
              <w:t xml:space="preserve"> </w:t>
            </w:r>
            <w:r w:rsidR="00A72677" w:rsidRPr="009647FC">
              <w:rPr>
                <w:rtl/>
              </w:rPr>
              <w:t>من</w:t>
            </w:r>
            <w:r w:rsidRPr="009647FC">
              <w:rPr>
                <w:rtl/>
              </w:rPr>
              <w:t>ه</w:t>
            </w:r>
            <w:r>
              <w:rPr>
                <w:rtl/>
              </w:rPr>
              <w:t xml:space="preserve"> </w:t>
            </w:r>
            <w:r w:rsidRPr="009647FC">
              <w:rPr>
                <w:rtl/>
              </w:rPr>
              <w:t>الإ</w:t>
            </w:r>
            <w:r w:rsidR="00A72677" w:rsidRPr="009647FC">
              <w:rPr>
                <w:rtl/>
              </w:rPr>
              <w:t>صا</w:t>
            </w:r>
            <w:r w:rsidRPr="009647FC">
              <w:rPr>
                <w:rtl/>
              </w:rPr>
              <w:t>بة</w:t>
            </w:r>
            <w:r>
              <w:rPr>
                <w:rtl/>
              </w:rPr>
              <w:t xml:space="preserve"> </w:t>
            </w:r>
            <w:r w:rsidRPr="009647FC">
              <w:rPr>
                <w:rtl/>
              </w:rPr>
              <w:t>رأيه</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فك</w:t>
            </w:r>
            <w:r w:rsidR="00DC404A" w:rsidRPr="009647FC">
              <w:rPr>
                <w:rtl/>
              </w:rPr>
              <w:t>ان</w:t>
            </w:r>
            <w:r w:rsidR="004C00A8">
              <w:rPr>
                <w:rtl/>
              </w:rPr>
              <w:t xml:space="preserve"> </w:t>
            </w:r>
            <w:r w:rsidRPr="009647FC">
              <w:rPr>
                <w:rtl/>
              </w:rPr>
              <w:t>لف</w:t>
            </w:r>
            <w:r w:rsidR="00DC404A" w:rsidRPr="009647FC">
              <w:rPr>
                <w:rtl/>
              </w:rPr>
              <w:t>تق</w:t>
            </w:r>
            <w:r w:rsidR="00DC404A">
              <w:rPr>
                <w:rtl/>
              </w:rPr>
              <w:t xml:space="preserve"> </w:t>
            </w:r>
            <w:r w:rsidR="00DC404A" w:rsidRPr="009647FC">
              <w:rPr>
                <w:rtl/>
              </w:rPr>
              <w:t>ا</w:t>
            </w:r>
            <w:r w:rsidRPr="009647FC">
              <w:rPr>
                <w:rtl/>
              </w:rPr>
              <w:t>لد</w:t>
            </w:r>
            <w:r w:rsidR="00DC404A" w:rsidRPr="009647FC">
              <w:rPr>
                <w:rtl/>
              </w:rPr>
              <w:t>هر</w:t>
            </w:r>
            <w:r w:rsidR="00DC404A">
              <w:rPr>
                <w:rtl/>
              </w:rPr>
              <w:t xml:space="preserve"> </w:t>
            </w:r>
            <w:r w:rsidR="00DC404A" w:rsidRPr="009647FC">
              <w:rPr>
                <w:rtl/>
              </w:rPr>
              <w:t>أ</w:t>
            </w:r>
            <w:r w:rsidRPr="009647FC">
              <w:rPr>
                <w:rtl/>
              </w:rPr>
              <w:t>حز</w:t>
            </w:r>
            <w:r w:rsidR="00DC404A" w:rsidRPr="009647FC">
              <w:rPr>
                <w:rtl/>
              </w:rPr>
              <w:t>م</w:t>
            </w:r>
            <w:r w:rsidR="00DC404A">
              <w:rPr>
                <w:rtl/>
              </w:rPr>
              <w:t xml:space="preserve"> </w:t>
            </w:r>
            <w:r w:rsidR="00DC404A" w:rsidRPr="009647FC">
              <w:rPr>
                <w:rtl/>
              </w:rPr>
              <w:t>راتقِ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من</w:t>
            </w:r>
            <w:r w:rsidRPr="009647FC">
              <w:rPr>
                <w:rtl/>
              </w:rPr>
              <w:t>طيقُ</w:t>
            </w:r>
            <w:r>
              <w:rPr>
                <w:rtl/>
              </w:rPr>
              <w:t xml:space="preserve"> </w:t>
            </w:r>
            <w:r w:rsidR="00A72677" w:rsidRPr="009647FC">
              <w:rPr>
                <w:rtl/>
              </w:rPr>
              <w:t>فص</w:t>
            </w:r>
            <w:r w:rsidRPr="009647FC">
              <w:rPr>
                <w:rtl/>
              </w:rPr>
              <w:t>لٍ</w:t>
            </w:r>
            <w:r>
              <w:rPr>
                <w:rtl/>
              </w:rPr>
              <w:t xml:space="preserve"> </w:t>
            </w:r>
            <w:r w:rsidR="00A72677" w:rsidRPr="009647FC">
              <w:rPr>
                <w:rtl/>
              </w:rPr>
              <w:t>لو</w:t>
            </w:r>
            <w:r>
              <w:rPr>
                <w:rtl/>
              </w:rPr>
              <w:t xml:space="preserve"> </w:t>
            </w:r>
            <w:r w:rsidR="00A72677" w:rsidRPr="009647FC">
              <w:rPr>
                <w:rtl/>
              </w:rPr>
              <w:t>يش</w:t>
            </w:r>
            <w:r w:rsidRPr="009647FC">
              <w:rPr>
                <w:rtl/>
              </w:rPr>
              <w:t>اء</w:t>
            </w:r>
            <w:r>
              <w:rPr>
                <w:rtl/>
              </w:rPr>
              <w:t xml:space="preserve"> </w:t>
            </w:r>
            <w:r w:rsidRPr="009647FC">
              <w:rPr>
                <w:rtl/>
              </w:rPr>
              <w:t>لسانه</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لف</w:t>
            </w:r>
            <w:r w:rsidR="00DC404A" w:rsidRPr="009647FC">
              <w:rPr>
                <w:rtl/>
              </w:rPr>
              <w:t>لّ</w:t>
            </w:r>
            <w:r w:rsidR="00677BC4">
              <w:rPr>
                <w:rtl/>
              </w:rPr>
              <w:t>َ</w:t>
            </w:r>
            <w:r w:rsidR="00DC404A">
              <w:rPr>
                <w:rtl/>
              </w:rPr>
              <w:t xml:space="preserve"> </w:t>
            </w:r>
            <w:r w:rsidRPr="009647FC">
              <w:rPr>
                <w:rtl/>
              </w:rPr>
              <w:t>حد</w:t>
            </w:r>
            <w:r w:rsidR="00DC404A" w:rsidRPr="009647FC">
              <w:rPr>
                <w:rtl/>
              </w:rPr>
              <w:t>ود</w:t>
            </w:r>
            <w:r w:rsidR="00677BC4">
              <w:rPr>
                <w:rtl/>
              </w:rPr>
              <w:t>َ</w:t>
            </w:r>
            <w:r w:rsidR="00DC404A">
              <w:rPr>
                <w:rtl/>
              </w:rPr>
              <w:t xml:space="preserve"> </w:t>
            </w:r>
            <w:r w:rsidR="00DC404A" w:rsidRPr="009647FC">
              <w:rPr>
                <w:rtl/>
              </w:rPr>
              <w:t>ا</w:t>
            </w:r>
            <w:r w:rsidRPr="009647FC">
              <w:rPr>
                <w:rtl/>
              </w:rPr>
              <w:t>لف</w:t>
            </w:r>
            <w:r w:rsidR="00DC404A" w:rsidRPr="009647FC">
              <w:rPr>
                <w:rtl/>
              </w:rPr>
              <w:t>اصلات</w:t>
            </w:r>
            <w:r w:rsidR="00DC404A">
              <w:rPr>
                <w:rtl/>
              </w:rPr>
              <w:t xml:space="preserve"> </w:t>
            </w:r>
            <w:r w:rsidR="00DC404A" w:rsidRPr="009647FC">
              <w:rPr>
                <w:rtl/>
              </w:rPr>
              <w:t>ا</w:t>
            </w:r>
            <w:r w:rsidRPr="009647FC">
              <w:rPr>
                <w:rtl/>
              </w:rPr>
              <w:t>لب</w:t>
            </w:r>
            <w:r w:rsidR="00DC404A" w:rsidRPr="009647FC">
              <w:rPr>
                <w:rtl/>
              </w:rPr>
              <w:t>وارقِ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يح</w:t>
            </w:r>
            <w:r w:rsidR="00DC404A" w:rsidRPr="009647FC">
              <w:rPr>
                <w:rtl/>
              </w:rPr>
              <w:t>اكي</w:t>
            </w:r>
            <w:r w:rsidR="00DC404A">
              <w:rPr>
                <w:rtl/>
              </w:rPr>
              <w:t xml:space="preserve"> </w:t>
            </w:r>
            <w:r w:rsidRPr="009647FC">
              <w:rPr>
                <w:rtl/>
              </w:rPr>
              <w:t>بق</w:t>
            </w:r>
            <w:r w:rsidR="00DC404A" w:rsidRPr="009647FC">
              <w:rPr>
                <w:rtl/>
              </w:rPr>
              <w:t>طع</w:t>
            </w:r>
            <w:r w:rsidR="00DC404A">
              <w:rPr>
                <w:rtl/>
              </w:rPr>
              <w:t xml:space="preserve"> </w:t>
            </w:r>
            <w:r w:rsidR="00DC404A" w:rsidRPr="009647FC">
              <w:rPr>
                <w:rtl/>
              </w:rPr>
              <w:t>الخصم</w:t>
            </w:r>
            <w:r w:rsidR="00DC404A">
              <w:rPr>
                <w:rtl/>
              </w:rPr>
              <w:t xml:space="preserve"> </w:t>
            </w:r>
            <w:r w:rsidR="00DC404A" w:rsidRPr="009647FC">
              <w:rPr>
                <w:rtl/>
              </w:rPr>
              <w:t>أسياف</w:t>
            </w:r>
            <w:r w:rsidR="00DC404A">
              <w:rPr>
                <w:rtl/>
              </w:rPr>
              <w:t xml:space="preserve"> </w:t>
            </w:r>
            <w:r w:rsidR="00DC404A" w:rsidRPr="009647FC">
              <w:rPr>
                <w:rtl/>
              </w:rPr>
              <w:t>قومه</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في</w:t>
            </w:r>
            <w:r w:rsidR="00DC404A" w:rsidRPr="009647FC">
              <w:rPr>
                <w:rtl/>
              </w:rPr>
              <w:t>مضى</w:t>
            </w:r>
            <w:r w:rsidR="00DC404A">
              <w:rPr>
                <w:rtl/>
              </w:rPr>
              <w:t xml:space="preserve"> </w:t>
            </w:r>
            <w:r w:rsidR="00DC404A" w:rsidRPr="009647FC">
              <w:rPr>
                <w:rtl/>
              </w:rPr>
              <w:t>مضاها</w:t>
            </w:r>
            <w:r w:rsidR="00DC404A">
              <w:rPr>
                <w:rtl/>
              </w:rPr>
              <w:t xml:space="preserve"> </w:t>
            </w:r>
            <w:r w:rsidR="00DC404A" w:rsidRPr="009647FC">
              <w:rPr>
                <w:rtl/>
              </w:rPr>
              <w:t>في</w:t>
            </w:r>
            <w:r w:rsidR="00DC404A">
              <w:rPr>
                <w:rtl/>
              </w:rPr>
              <w:t xml:space="preserve"> </w:t>
            </w:r>
            <w:r w:rsidR="00DC404A" w:rsidRPr="009647FC">
              <w:rPr>
                <w:rtl/>
              </w:rPr>
              <w:t>الطلى</w:t>
            </w:r>
            <w:r w:rsidR="00DC404A">
              <w:rPr>
                <w:rtl/>
              </w:rPr>
              <w:t xml:space="preserve"> </w:t>
            </w:r>
            <w:r w:rsidR="00DC404A" w:rsidRPr="009647FC">
              <w:rPr>
                <w:rtl/>
              </w:rPr>
              <w:t>والمرافقِ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و</w:t>
            </w:r>
            <w:r w:rsidR="00A72677" w:rsidRPr="009647FC">
              <w:rPr>
                <w:rtl/>
              </w:rPr>
              <w:t>يطع</w:t>
            </w:r>
            <w:r w:rsidRPr="009647FC">
              <w:rPr>
                <w:rtl/>
              </w:rPr>
              <w:t>نه</w:t>
            </w:r>
            <w:r w:rsidR="004C00A8">
              <w:rPr>
                <w:rtl/>
              </w:rPr>
              <w:t xml:space="preserve"> </w:t>
            </w:r>
            <w:r w:rsidRPr="009647FC">
              <w:rPr>
                <w:rtl/>
              </w:rPr>
              <w:t>في</w:t>
            </w:r>
            <w:r>
              <w:rPr>
                <w:rtl/>
              </w:rPr>
              <w:t xml:space="preserve"> </w:t>
            </w:r>
            <w:r w:rsidR="00A72677" w:rsidRPr="009647FC">
              <w:rPr>
                <w:rtl/>
              </w:rPr>
              <w:t>قلب</w:t>
            </w:r>
            <w:r w:rsidRPr="009647FC">
              <w:rPr>
                <w:rtl/>
              </w:rPr>
              <w:t>ه</w:t>
            </w:r>
            <w:r>
              <w:rPr>
                <w:rtl/>
              </w:rPr>
              <w:t xml:space="preserve"> </w:t>
            </w:r>
            <w:r w:rsidR="00A72677" w:rsidRPr="009647FC">
              <w:rPr>
                <w:rtl/>
              </w:rPr>
              <w:t>بن</w:t>
            </w:r>
            <w:r w:rsidRPr="009647FC">
              <w:rPr>
                <w:rtl/>
              </w:rPr>
              <w:t>وافذٍ</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نف</w:t>
            </w:r>
            <w:r w:rsidR="00DC404A" w:rsidRPr="009647FC">
              <w:rPr>
                <w:rtl/>
              </w:rPr>
              <w:t>وذ</w:t>
            </w:r>
            <w:r w:rsidR="00677BC4">
              <w:rPr>
                <w:rtl/>
              </w:rPr>
              <w:t>َ</w:t>
            </w:r>
            <w:r w:rsidR="00DC404A">
              <w:rPr>
                <w:rtl/>
              </w:rPr>
              <w:t xml:space="preserve"> </w:t>
            </w:r>
            <w:r w:rsidRPr="009647FC">
              <w:rPr>
                <w:rtl/>
              </w:rPr>
              <w:t>قن</w:t>
            </w:r>
            <w:r w:rsidR="00DC404A" w:rsidRPr="009647FC">
              <w:rPr>
                <w:rtl/>
              </w:rPr>
              <w:t>اهم</w:t>
            </w:r>
            <w:r w:rsidR="00DC404A">
              <w:rPr>
                <w:rtl/>
              </w:rPr>
              <w:t xml:space="preserve"> </w:t>
            </w:r>
            <w:r w:rsidRPr="009647FC">
              <w:rPr>
                <w:rtl/>
              </w:rPr>
              <w:t>في</w:t>
            </w:r>
            <w:r w:rsidR="00DC404A">
              <w:rPr>
                <w:rtl/>
              </w:rPr>
              <w:t xml:space="preserve"> </w:t>
            </w:r>
            <w:r w:rsidRPr="009647FC">
              <w:rPr>
                <w:rtl/>
              </w:rPr>
              <w:t>قل</w:t>
            </w:r>
            <w:r w:rsidR="00DC404A" w:rsidRPr="009647FC">
              <w:rPr>
                <w:rtl/>
              </w:rPr>
              <w:t>وب</w:t>
            </w:r>
            <w:r w:rsidR="00DC404A">
              <w:rPr>
                <w:rtl/>
              </w:rPr>
              <w:t xml:space="preserve"> </w:t>
            </w:r>
            <w:r w:rsidR="00DC404A" w:rsidRPr="009647FC">
              <w:rPr>
                <w:rtl/>
              </w:rPr>
              <w:t>ا</w:t>
            </w:r>
            <w:r w:rsidRPr="009647FC">
              <w:rPr>
                <w:rtl/>
              </w:rPr>
              <w:t>لف</w:t>
            </w:r>
            <w:r w:rsidR="00DC404A" w:rsidRPr="009647FC">
              <w:rPr>
                <w:rtl/>
              </w:rPr>
              <w:t>يالقِ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أبا</w:t>
            </w:r>
            <w:r>
              <w:rPr>
                <w:rtl/>
              </w:rPr>
              <w:t xml:space="preserve"> </w:t>
            </w:r>
            <w:r w:rsidRPr="009647FC">
              <w:rPr>
                <w:rtl/>
              </w:rPr>
              <w:t>المصطفى</w:t>
            </w:r>
            <w:r>
              <w:rPr>
                <w:rtl/>
              </w:rPr>
              <w:t xml:space="preserve"> </w:t>
            </w:r>
            <w:r w:rsidRPr="009647FC">
              <w:rPr>
                <w:rtl/>
              </w:rPr>
              <w:t>أرغمت</w:t>
            </w:r>
            <w:r>
              <w:rPr>
                <w:rtl/>
              </w:rPr>
              <w:t xml:space="preserve"> </w:t>
            </w:r>
            <w:r w:rsidRPr="009647FC">
              <w:rPr>
                <w:rtl/>
              </w:rPr>
              <w:t>أنت</w:t>
            </w:r>
            <w:r w:rsidR="00677BC4">
              <w:rPr>
                <w:rtl/>
              </w:rPr>
              <w:t>َ</w:t>
            </w:r>
            <w:r>
              <w:rPr>
                <w:rtl/>
              </w:rPr>
              <w:t xml:space="preserve"> </w:t>
            </w:r>
            <w:r w:rsidRPr="009647FC">
              <w:rPr>
                <w:rtl/>
              </w:rPr>
              <w:t>وذو</w:t>
            </w:r>
            <w:r>
              <w:rPr>
                <w:rtl/>
              </w:rPr>
              <w:t xml:space="preserve"> </w:t>
            </w:r>
            <w:r w:rsidRPr="009647FC">
              <w:rPr>
                <w:rtl/>
              </w:rPr>
              <w:t>النهى</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شق</w:t>
            </w:r>
            <w:r w:rsidR="00DC404A" w:rsidRPr="009647FC">
              <w:rPr>
                <w:rtl/>
              </w:rPr>
              <w:t>يقك</w:t>
            </w:r>
            <w:r w:rsidR="00DC404A">
              <w:rPr>
                <w:rtl/>
              </w:rPr>
              <w:t xml:space="preserve"> </w:t>
            </w:r>
            <w:r w:rsidRPr="009647FC">
              <w:rPr>
                <w:rtl/>
              </w:rPr>
              <w:t>في</w:t>
            </w:r>
            <w:r w:rsidR="00DC404A">
              <w:rPr>
                <w:rtl/>
              </w:rPr>
              <w:t xml:space="preserve"> </w:t>
            </w:r>
            <w:r w:rsidR="00DC404A" w:rsidRPr="009647FC">
              <w:rPr>
                <w:rtl/>
              </w:rPr>
              <w:t>ا</w:t>
            </w:r>
            <w:r w:rsidRPr="009647FC">
              <w:rPr>
                <w:rtl/>
              </w:rPr>
              <w:t>لع</w:t>
            </w:r>
            <w:r w:rsidR="00DC404A" w:rsidRPr="009647FC">
              <w:rPr>
                <w:rtl/>
              </w:rPr>
              <w:t>لياء</w:t>
            </w:r>
            <w:r w:rsidR="00DC404A">
              <w:rPr>
                <w:rtl/>
              </w:rPr>
              <w:t xml:space="preserve"> </w:t>
            </w:r>
            <w:r w:rsidRPr="009647FC">
              <w:rPr>
                <w:rtl/>
              </w:rPr>
              <w:t>شم</w:t>
            </w:r>
            <w:r w:rsidR="00DC404A" w:rsidRPr="009647FC">
              <w:rPr>
                <w:rtl/>
              </w:rPr>
              <w:t>ّ</w:t>
            </w:r>
            <w:r w:rsidR="00677BC4">
              <w:rPr>
                <w:rtl/>
              </w:rPr>
              <w:t>َ</w:t>
            </w:r>
            <w:r w:rsidR="00DC404A">
              <w:rPr>
                <w:rtl/>
              </w:rPr>
              <w:t xml:space="preserve"> </w:t>
            </w:r>
            <w:r w:rsidR="00DC404A" w:rsidRPr="009647FC">
              <w:rPr>
                <w:rtl/>
              </w:rPr>
              <w:t>المناشقِ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لق</w:t>
            </w:r>
            <w:r w:rsidR="00DC404A" w:rsidRPr="009647FC">
              <w:rPr>
                <w:rtl/>
              </w:rPr>
              <w:t>د</w:t>
            </w:r>
            <w:r w:rsidR="004C00A8">
              <w:rPr>
                <w:rtl/>
              </w:rPr>
              <w:t xml:space="preserve"> </w:t>
            </w:r>
            <w:r w:rsidR="00DC404A" w:rsidRPr="009647FC">
              <w:rPr>
                <w:rtl/>
              </w:rPr>
              <w:t>ز</w:t>
            </w:r>
            <w:r w:rsidRPr="009647FC">
              <w:rPr>
                <w:rtl/>
              </w:rPr>
              <w:t>نت</w:t>
            </w:r>
            <w:r w:rsidR="00DC404A" w:rsidRPr="009647FC">
              <w:rPr>
                <w:rtl/>
              </w:rPr>
              <w:t>ما</w:t>
            </w:r>
            <w:r w:rsidR="00DC404A">
              <w:rPr>
                <w:rtl/>
              </w:rPr>
              <w:t xml:space="preserve"> </w:t>
            </w:r>
            <w:r w:rsidRPr="009647FC">
              <w:rPr>
                <w:rtl/>
              </w:rPr>
              <w:t>جي</w:t>
            </w:r>
            <w:r w:rsidR="00DC404A" w:rsidRPr="009647FC">
              <w:rPr>
                <w:rtl/>
              </w:rPr>
              <w:t>د</w:t>
            </w:r>
            <w:r w:rsidR="00DC404A">
              <w:rPr>
                <w:rtl/>
              </w:rPr>
              <w:t xml:space="preserve"> </w:t>
            </w:r>
            <w:r w:rsidR="00DC404A" w:rsidRPr="009647FC">
              <w:rPr>
                <w:rtl/>
              </w:rPr>
              <w:t>العُلى</w:t>
            </w:r>
            <w:r w:rsidR="00DC404A">
              <w:rPr>
                <w:rtl/>
              </w:rPr>
              <w:t xml:space="preserve"> </w:t>
            </w:r>
            <w:r w:rsidR="00DC404A" w:rsidRPr="009647FC">
              <w:rPr>
                <w:rtl/>
              </w:rPr>
              <w:t>من</w:t>
            </w:r>
            <w:r w:rsidR="00DC404A">
              <w:rPr>
                <w:rtl/>
              </w:rPr>
              <w:t xml:space="preserve"> </w:t>
            </w:r>
            <w:r w:rsidR="00DC404A" w:rsidRPr="009647FC">
              <w:rPr>
                <w:rtl/>
              </w:rPr>
              <w:t>بنيكما</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بس</w:t>
            </w:r>
            <w:r w:rsidR="00DC404A" w:rsidRPr="009647FC">
              <w:rPr>
                <w:rtl/>
              </w:rPr>
              <w:t>مطي</w:t>
            </w:r>
            <w:r w:rsidR="00DC404A">
              <w:rPr>
                <w:rtl/>
              </w:rPr>
              <w:t xml:space="preserve"> </w:t>
            </w:r>
            <w:r w:rsidRPr="009647FC">
              <w:rPr>
                <w:rtl/>
              </w:rPr>
              <w:t>فر</w:t>
            </w:r>
            <w:r w:rsidR="00DC404A" w:rsidRPr="009647FC">
              <w:rPr>
                <w:rtl/>
              </w:rPr>
              <w:t>يدٍ</w:t>
            </w:r>
            <w:r w:rsidR="00DC404A">
              <w:rPr>
                <w:rtl/>
              </w:rPr>
              <w:t xml:space="preserve"> </w:t>
            </w:r>
            <w:r w:rsidRPr="009647FC">
              <w:rPr>
                <w:rtl/>
              </w:rPr>
              <w:t>في</w:t>
            </w:r>
            <w:r w:rsidR="00DC404A">
              <w:rPr>
                <w:rtl/>
              </w:rPr>
              <w:t xml:space="preserve"> </w:t>
            </w:r>
            <w:r w:rsidR="00DC404A" w:rsidRPr="009647FC">
              <w:rPr>
                <w:rtl/>
              </w:rPr>
              <w:t>العُلى</w:t>
            </w:r>
            <w:r w:rsidR="00DC404A">
              <w:rPr>
                <w:rtl/>
              </w:rPr>
              <w:t xml:space="preserve"> </w:t>
            </w:r>
            <w:r w:rsidR="00DC404A" w:rsidRPr="009647FC">
              <w:rPr>
                <w:rtl/>
              </w:rPr>
              <w:t>متناسقِ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في</w:t>
            </w:r>
            <w:r w:rsidR="00DC404A" w:rsidRPr="009647FC">
              <w:rPr>
                <w:rtl/>
              </w:rPr>
              <w:t>ا</w:t>
            </w:r>
            <w:r w:rsidR="00DC404A">
              <w:rPr>
                <w:rtl/>
              </w:rPr>
              <w:t xml:space="preserve"> </w:t>
            </w:r>
            <w:r w:rsidRPr="009647FC">
              <w:rPr>
                <w:rtl/>
              </w:rPr>
              <w:t>قم</w:t>
            </w:r>
            <w:r w:rsidR="00DC404A" w:rsidRPr="009647FC">
              <w:rPr>
                <w:rtl/>
              </w:rPr>
              <w:t>راً</w:t>
            </w:r>
            <w:r w:rsidR="00DC404A">
              <w:rPr>
                <w:rtl/>
              </w:rPr>
              <w:t xml:space="preserve"> </w:t>
            </w:r>
            <w:r w:rsidRPr="009647FC">
              <w:rPr>
                <w:rtl/>
              </w:rPr>
              <w:t>سا</w:t>
            </w:r>
            <w:r w:rsidR="00DC404A" w:rsidRPr="009647FC">
              <w:rPr>
                <w:rtl/>
              </w:rPr>
              <w:t>رت</w:t>
            </w:r>
            <w:r w:rsidR="00DC404A">
              <w:rPr>
                <w:rtl/>
              </w:rPr>
              <w:t xml:space="preserve"> </w:t>
            </w:r>
            <w:r w:rsidRPr="009647FC">
              <w:rPr>
                <w:rtl/>
              </w:rPr>
              <w:t>بذ</w:t>
            </w:r>
            <w:r w:rsidR="00DC404A" w:rsidRPr="009647FC">
              <w:rPr>
                <w:rtl/>
              </w:rPr>
              <w:t>كر</w:t>
            </w:r>
            <w:r w:rsidR="00DC404A">
              <w:rPr>
                <w:rtl/>
              </w:rPr>
              <w:t xml:space="preserve"> </w:t>
            </w:r>
            <w:r w:rsidRPr="009647FC">
              <w:rPr>
                <w:rtl/>
              </w:rPr>
              <w:t>عل</w:t>
            </w:r>
            <w:r w:rsidR="00DC404A" w:rsidRPr="009647FC">
              <w:rPr>
                <w:rtl/>
              </w:rPr>
              <w:t>ائه</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نج</w:t>
            </w:r>
            <w:r w:rsidR="00DC404A" w:rsidRPr="009647FC">
              <w:rPr>
                <w:rtl/>
              </w:rPr>
              <w:t>ومُ</w:t>
            </w:r>
            <w:r w:rsidR="00DC404A">
              <w:rPr>
                <w:rtl/>
              </w:rPr>
              <w:t xml:space="preserve"> </w:t>
            </w:r>
            <w:r w:rsidR="00DC404A" w:rsidRPr="009647FC">
              <w:rPr>
                <w:rtl/>
              </w:rPr>
              <w:t>ا</w:t>
            </w:r>
            <w:r w:rsidRPr="009647FC">
              <w:rPr>
                <w:rtl/>
              </w:rPr>
              <w:t>لق</w:t>
            </w:r>
            <w:r w:rsidR="00DC404A" w:rsidRPr="009647FC">
              <w:rPr>
                <w:rtl/>
              </w:rPr>
              <w:t>وافي</w:t>
            </w:r>
            <w:r w:rsidR="00DC404A">
              <w:rPr>
                <w:rtl/>
              </w:rPr>
              <w:t xml:space="preserve"> </w:t>
            </w:r>
            <w:r w:rsidRPr="009647FC">
              <w:rPr>
                <w:rtl/>
              </w:rPr>
              <w:t>في</w:t>
            </w:r>
            <w:r w:rsidR="00DC404A">
              <w:rPr>
                <w:rtl/>
              </w:rPr>
              <w:t xml:space="preserve"> </w:t>
            </w:r>
            <w:r w:rsidR="00DC404A" w:rsidRPr="009647FC">
              <w:rPr>
                <w:rtl/>
              </w:rPr>
              <w:t>سماء</w:t>
            </w:r>
            <w:r w:rsidR="00DC404A">
              <w:rPr>
                <w:rtl/>
              </w:rPr>
              <w:t xml:space="preserve"> </w:t>
            </w:r>
            <w:r w:rsidR="00DC404A" w:rsidRPr="009647FC">
              <w:rPr>
                <w:rtl/>
              </w:rPr>
              <w:t>المهارقِ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DC404A" w:rsidP="00693B01">
            <w:pPr>
              <w:pStyle w:val="libPoem"/>
            </w:pPr>
            <w:r w:rsidRPr="009647FC">
              <w:rPr>
                <w:rtl/>
              </w:rPr>
              <w:t>إ</w:t>
            </w:r>
            <w:r w:rsidR="00A72677" w:rsidRPr="009647FC">
              <w:rPr>
                <w:rtl/>
              </w:rPr>
              <w:t>لي</w:t>
            </w:r>
            <w:r w:rsidRPr="009647FC">
              <w:rPr>
                <w:rtl/>
              </w:rPr>
              <w:t>ك</w:t>
            </w:r>
            <w:r w:rsidR="00677BC4">
              <w:rPr>
                <w:rtl/>
              </w:rPr>
              <w:t>َ</w:t>
            </w:r>
            <w:r>
              <w:rPr>
                <w:rtl/>
              </w:rPr>
              <w:t xml:space="preserve"> </w:t>
            </w:r>
            <w:r w:rsidR="00A72677" w:rsidRPr="009647FC">
              <w:rPr>
                <w:rtl/>
              </w:rPr>
              <w:t>تع</w:t>
            </w:r>
            <w:r w:rsidRPr="009647FC">
              <w:rPr>
                <w:rtl/>
              </w:rPr>
              <w:t>دتْ</w:t>
            </w:r>
            <w:r>
              <w:rPr>
                <w:rtl/>
              </w:rPr>
              <w:t xml:space="preserve"> </w:t>
            </w:r>
            <w:r w:rsidR="00A72677" w:rsidRPr="009647FC">
              <w:rPr>
                <w:rtl/>
              </w:rPr>
              <w:t>فك</w:t>
            </w:r>
            <w:r w:rsidRPr="009647FC">
              <w:rPr>
                <w:rtl/>
              </w:rPr>
              <w:t>رتي</w:t>
            </w:r>
            <w:r>
              <w:rPr>
                <w:rtl/>
              </w:rPr>
              <w:t xml:space="preserve"> </w:t>
            </w:r>
            <w:r w:rsidR="00A72677" w:rsidRPr="009647FC">
              <w:rPr>
                <w:rtl/>
              </w:rPr>
              <w:t>كل</w:t>
            </w:r>
            <w:r w:rsidRPr="009647FC">
              <w:rPr>
                <w:rtl/>
              </w:rPr>
              <w:t>ّ</w:t>
            </w:r>
            <w:r w:rsidR="00677BC4">
              <w:rPr>
                <w:rtl/>
              </w:rPr>
              <w:t>َ</w:t>
            </w:r>
            <w:r>
              <w:rPr>
                <w:rtl/>
              </w:rPr>
              <w:t xml:space="preserve"> </w:t>
            </w:r>
            <w:r w:rsidR="00A72677" w:rsidRPr="009647FC">
              <w:rPr>
                <w:rtl/>
              </w:rPr>
              <w:t>فك</w:t>
            </w:r>
            <w:r w:rsidRPr="009647FC">
              <w:rPr>
                <w:rtl/>
              </w:rPr>
              <w:t>رةٍ</w:t>
            </w:r>
            <w:r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لم</w:t>
            </w:r>
            <w:r w:rsidR="00DC404A" w:rsidRPr="009647FC">
              <w:rPr>
                <w:rtl/>
              </w:rPr>
              <w:t>ا</w:t>
            </w:r>
            <w:r w:rsidR="004C00A8">
              <w:rPr>
                <w:rtl/>
              </w:rPr>
              <w:t xml:space="preserve"> </w:t>
            </w:r>
            <w:r w:rsidRPr="009647FC">
              <w:rPr>
                <w:rtl/>
              </w:rPr>
              <w:t>لم</w:t>
            </w:r>
            <w:r w:rsidR="00DC404A">
              <w:rPr>
                <w:rtl/>
              </w:rPr>
              <w:t xml:space="preserve"> </w:t>
            </w:r>
            <w:r w:rsidRPr="009647FC">
              <w:rPr>
                <w:rtl/>
              </w:rPr>
              <w:t>يك</w:t>
            </w:r>
            <w:r w:rsidR="00DC404A" w:rsidRPr="009647FC">
              <w:rPr>
                <w:rtl/>
              </w:rPr>
              <w:t>نْ</w:t>
            </w:r>
            <w:r w:rsidR="00DC404A">
              <w:rPr>
                <w:rtl/>
              </w:rPr>
              <w:t xml:space="preserve"> </w:t>
            </w:r>
            <w:r w:rsidRPr="009647FC">
              <w:rPr>
                <w:rtl/>
              </w:rPr>
              <w:t>في</w:t>
            </w:r>
            <w:r w:rsidR="00DC404A" w:rsidRPr="009647FC">
              <w:rPr>
                <w:rtl/>
              </w:rPr>
              <w:t>ه</w:t>
            </w:r>
            <w:r w:rsidR="00DC404A">
              <w:rPr>
                <w:rtl/>
              </w:rPr>
              <w:t xml:space="preserve"> </w:t>
            </w:r>
            <w:r w:rsidR="00DC404A" w:rsidRPr="009647FC">
              <w:rPr>
                <w:rtl/>
              </w:rPr>
              <w:t>مجالُ</w:t>
            </w:r>
            <w:r w:rsidR="00DC404A">
              <w:rPr>
                <w:rtl/>
              </w:rPr>
              <w:t xml:space="preserve"> </w:t>
            </w:r>
            <w:r w:rsidR="00DC404A" w:rsidRPr="009647FC">
              <w:rPr>
                <w:rtl/>
              </w:rPr>
              <w:t>محاذقِ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فج</w:t>
            </w:r>
            <w:r w:rsidR="00DC404A" w:rsidRPr="009647FC">
              <w:rPr>
                <w:rtl/>
              </w:rPr>
              <w:t>اءتْ</w:t>
            </w:r>
            <w:r w:rsidR="004C00A8">
              <w:rPr>
                <w:rtl/>
              </w:rPr>
              <w:t xml:space="preserve"> </w:t>
            </w:r>
            <w:r w:rsidR="00DC404A" w:rsidRPr="009647FC">
              <w:rPr>
                <w:rtl/>
              </w:rPr>
              <w:t>من</w:t>
            </w:r>
            <w:r w:rsidR="00DC404A">
              <w:rPr>
                <w:rtl/>
              </w:rPr>
              <w:t xml:space="preserve"> </w:t>
            </w:r>
            <w:r w:rsidR="00DC404A" w:rsidRPr="009647FC">
              <w:rPr>
                <w:rtl/>
              </w:rPr>
              <w:t>القول</w:t>
            </w:r>
            <w:r w:rsidR="00DC404A">
              <w:rPr>
                <w:rtl/>
              </w:rPr>
              <w:t xml:space="preserve"> </w:t>
            </w:r>
            <w:r w:rsidR="00DC404A" w:rsidRPr="009647FC">
              <w:rPr>
                <w:rtl/>
              </w:rPr>
              <w:t>الذي</w:t>
            </w:r>
            <w:r w:rsidR="00DC404A">
              <w:rPr>
                <w:rtl/>
              </w:rPr>
              <w:t xml:space="preserve"> </w:t>
            </w:r>
            <w:r w:rsidR="00DC404A" w:rsidRPr="009647FC">
              <w:rPr>
                <w:rtl/>
              </w:rPr>
              <w:t>انفردتْ</w:t>
            </w:r>
            <w:r w:rsidR="00DC404A">
              <w:rPr>
                <w:rtl/>
              </w:rPr>
              <w:t xml:space="preserve"> </w:t>
            </w:r>
            <w:r w:rsidR="00DC404A" w:rsidRPr="009647FC">
              <w:rPr>
                <w:rtl/>
              </w:rPr>
              <w:t>به</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بآ</w:t>
            </w:r>
            <w:r w:rsidR="00DC404A" w:rsidRPr="009647FC">
              <w:rPr>
                <w:rtl/>
              </w:rPr>
              <w:t>يات</w:t>
            </w:r>
            <w:r w:rsidR="004C00A8">
              <w:rPr>
                <w:rtl/>
              </w:rPr>
              <w:t xml:space="preserve"> </w:t>
            </w:r>
            <w:r w:rsidRPr="009647FC">
              <w:rPr>
                <w:rtl/>
              </w:rPr>
              <w:t>نظ</w:t>
            </w:r>
            <w:r w:rsidR="00DC404A" w:rsidRPr="009647FC">
              <w:rPr>
                <w:rtl/>
              </w:rPr>
              <w:t>مٍ</w:t>
            </w:r>
            <w:r w:rsidR="00DC404A">
              <w:rPr>
                <w:rtl/>
              </w:rPr>
              <w:t xml:space="preserve"> </w:t>
            </w:r>
            <w:r w:rsidR="00DC404A" w:rsidRPr="009647FC">
              <w:rPr>
                <w:rtl/>
              </w:rPr>
              <w:t>أ</w:t>
            </w:r>
            <w:r w:rsidRPr="009647FC">
              <w:rPr>
                <w:rtl/>
              </w:rPr>
              <w:t>فح</w:t>
            </w:r>
            <w:r w:rsidR="00DC404A" w:rsidRPr="009647FC">
              <w:rPr>
                <w:rtl/>
              </w:rPr>
              <w:t>متْ</w:t>
            </w:r>
            <w:r w:rsidR="00DC404A">
              <w:rPr>
                <w:rtl/>
              </w:rPr>
              <w:t xml:space="preserve"> </w:t>
            </w:r>
            <w:r w:rsidRPr="009647FC">
              <w:rPr>
                <w:rtl/>
              </w:rPr>
              <w:t>كل</w:t>
            </w:r>
            <w:r w:rsidR="00DC404A" w:rsidRPr="009647FC">
              <w:rPr>
                <w:rtl/>
              </w:rPr>
              <w:t>ّ</w:t>
            </w:r>
            <w:r w:rsidR="00DC404A">
              <w:rPr>
                <w:rtl/>
              </w:rPr>
              <w:t xml:space="preserve"> </w:t>
            </w:r>
            <w:r w:rsidR="00DC404A" w:rsidRPr="009647FC">
              <w:rPr>
                <w:rtl/>
              </w:rPr>
              <w:t>ناطقِ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سل</w:t>
            </w:r>
            <w:r w:rsidR="00DC404A" w:rsidRPr="009647FC">
              <w:rPr>
                <w:rtl/>
              </w:rPr>
              <w:t>مت</w:t>
            </w:r>
            <w:r w:rsidR="00677BC4">
              <w:rPr>
                <w:rtl/>
              </w:rPr>
              <w:t>َ</w:t>
            </w:r>
            <w:r w:rsidR="004C00A8">
              <w:rPr>
                <w:rtl/>
              </w:rPr>
              <w:t xml:space="preserve"> </w:t>
            </w:r>
            <w:r w:rsidRPr="009647FC">
              <w:rPr>
                <w:rtl/>
              </w:rPr>
              <w:t>عل</w:t>
            </w:r>
            <w:r w:rsidR="00DC404A" w:rsidRPr="009647FC">
              <w:rPr>
                <w:rtl/>
              </w:rPr>
              <w:t>ى</w:t>
            </w:r>
            <w:r w:rsidR="00DC404A">
              <w:rPr>
                <w:rtl/>
              </w:rPr>
              <w:t xml:space="preserve"> </w:t>
            </w:r>
            <w:r w:rsidR="00DC404A" w:rsidRPr="009647FC">
              <w:rPr>
                <w:rtl/>
              </w:rPr>
              <w:t>الدنيا</w:t>
            </w:r>
            <w:r w:rsidR="00DC404A">
              <w:rPr>
                <w:rtl/>
              </w:rPr>
              <w:t xml:space="preserve"> </w:t>
            </w:r>
            <w:r w:rsidR="00DC404A" w:rsidRPr="009647FC">
              <w:rPr>
                <w:rtl/>
              </w:rPr>
              <w:t>وفخرُك</w:t>
            </w:r>
            <w:r w:rsidR="00DC404A">
              <w:rPr>
                <w:rtl/>
              </w:rPr>
              <w:t xml:space="preserve"> </w:t>
            </w:r>
            <w:r w:rsidR="00DC404A" w:rsidRPr="009647FC">
              <w:rPr>
                <w:rtl/>
              </w:rPr>
              <w:t>مشرقٌ</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Default="00A72677" w:rsidP="00693B01">
            <w:pPr>
              <w:pStyle w:val="libPoem"/>
            </w:pPr>
            <w:r w:rsidRPr="009647FC">
              <w:rPr>
                <w:rtl/>
              </w:rPr>
              <w:t>يض</w:t>
            </w:r>
            <w:r w:rsidR="00DC404A" w:rsidRPr="009647FC">
              <w:rPr>
                <w:rtl/>
              </w:rPr>
              <w:t>يُ</w:t>
            </w:r>
            <w:r w:rsidR="00DC404A">
              <w:rPr>
                <w:rtl/>
              </w:rPr>
              <w:t xml:space="preserve"> </w:t>
            </w:r>
            <w:r w:rsidRPr="009647FC">
              <w:rPr>
                <w:rtl/>
              </w:rPr>
              <w:t>ضي</w:t>
            </w:r>
            <w:r w:rsidR="00DC404A" w:rsidRPr="009647FC">
              <w:rPr>
                <w:rtl/>
              </w:rPr>
              <w:t>اء</w:t>
            </w:r>
            <w:r w:rsidR="00677BC4">
              <w:rPr>
                <w:rtl/>
              </w:rPr>
              <w:t>َ</w:t>
            </w:r>
            <w:r w:rsidR="00DC404A">
              <w:rPr>
                <w:rtl/>
              </w:rPr>
              <w:t xml:space="preserve"> </w:t>
            </w:r>
            <w:r w:rsidR="00DC404A" w:rsidRPr="009647FC">
              <w:rPr>
                <w:rtl/>
              </w:rPr>
              <w:t>الشمس</w:t>
            </w:r>
            <w:r w:rsidR="00DC404A">
              <w:rPr>
                <w:rtl/>
              </w:rPr>
              <w:t xml:space="preserve"> </w:t>
            </w:r>
            <w:r w:rsidR="00DC404A" w:rsidRPr="009647FC">
              <w:rPr>
                <w:rtl/>
              </w:rPr>
              <w:t>في</w:t>
            </w:r>
            <w:r w:rsidR="00DC404A">
              <w:rPr>
                <w:rtl/>
              </w:rPr>
              <w:t xml:space="preserve"> </w:t>
            </w:r>
            <w:r w:rsidR="00DC404A" w:rsidRPr="009647FC">
              <w:rPr>
                <w:rtl/>
              </w:rPr>
              <w:t>كلّ</w:t>
            </w:r>
            <w:r w:rsidR="00DC404A">
              <w:rPr>
                <w:rtl/>
              </w:rPr>
              <w:t xml:space="preserve"> </w:t>
            </w:r>
            <w:r w:rsidR="00DC404A" w:rsidRPr="009647FC">
              <w:rPr>
                <w:rtl/>
              </w:rPr>
              <w:t>شارقِ</w:t>
            </w:r>
            <w:r w:rsidR="00DC404A" w:rsidRPr="00725071">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لك</w:t>
            </w:r>
            <w:r w:rsidR="00DC404A">
              <w:rPr>
                <w:rtl/>
              </w:rPr>
              <w:t xml:space="preserve"> </w:t>
            </w:r>
            <w:r w:rsidR="00DC404A" w:rsidRPr="009647FC">
              <w:rPr>
                <w:rtl/>
              </w:rPr>
              <w:t>ا</w:t>
            </w:r>
            <w:r w:rsidRPr="009647FC">
              <w:rPr>
                <w:rtl/>
              </w:rPr>
              <w:t>لد</w:t>
            </w:r>
            <w:r w:rsidR="00DC404A" w:rsidRPr="009647FC">
              <w:rPr>
                <w:rtl/>
              </w:rPr>
              <w:t>هر</w:t>
            </w:r>
            <w:r w:rsidR="00DC404A">
              <w:rPr>
                <w:rtl/>
              </w:rPr>
              <w:t xml:space="preserve"> </w:t>
            </w:r>
            <w:r w:rsidR="00DC404A" w:rsidRPr="009647FC">
              <w:rPr>
                <w:rtl/>
              </w:rPr>
              <w:t>عبدٌ</w:t>
            </w:r>
            <w:r w:rsidR="00DC404A">
              <w:rPr>
                <w:rtl/>
              </w:rPr>
              <w:t xml:space="preserve"> </w:t>
            </w:r>
            <w:r w:rsidR="00DC404A" w:rsidRPr="009647FC">
              <w:rPr>
                <w:rtl/>
              </w:rPr>
              <w:t>لا</w:t>
            </w:r>
            <w:r w:rsidR="00DC404A">
              <w:rPr>
                <w:rtl/>
              </w:rPr>
              <w:t xml:space="preserve"> </w:t>
            </w:r>
            <w:r w:rsidR="00DC404A" w:rsidRPr="009647FC">
              <w:rPr>
                <w:rtl/>
              </w:rPr>
              <w:t>يرى</w:t>
            </w:r>
            <w:r w:rsidR="00DC404A">
              <w:rPr>
                <w:rtl/>
              </w:rPr>
              <w:t xml:space="preserve"> </w:t>
            </w:r>
            <w:r w:rsidR="00DC404A" w:rsidRPr="009647FC">
              <w:rPr>
                <w:rtl/>
              </w:rPr>
              <w:t>المجدُ</w:t>
            </w:r>
            <w:r w:rsidR="00DC404A">
              <w:rPr>
                <w:rtl/>
              </w:rPr>
              <w:t xml:space="preserve"> </w:t>
            </w:r>
            <w:r w:rsidR="00DC404A" w:rsidRPr="009647FC">
              <w:rPr>
                <w:rtl/>
              </w:rPr>
              <w:t>عتقه</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Pr="00524A24" w:rsidRDefault="00DC404A" w:rsidP="00693B01">
            <w:pPr>
              <w:pStyle w:val="libPoem"/>
            </w:pPr>
            <w:r w:rsidRPr="009647FC">
              <w:rPr>
                <w:rtl/>
              </w:rPr>
              <w:t>ولا</w:t>
            </w:r>
            <w:r w:rsidR="004C00A8">
              <w:rPr>
                <w:rtl/>
              </w:rPr>
              <w:t xml:space="preserve"> </w:t>
            </w:r>
            <w:r w:rsidR="00A72677" w:rsidRPr="009647FC">
              <w:rPr>
                <w:rtl/>
              </w:rPr>
              <w:t>هو</w:t>
            </w:r>
            <w:r>
              <w:rPr>
                <w:rtl/>
              </w:rPr>
              <w:t xml:space="preserve"> </w:t>
            </w:r>
            <w:r w:rsidR="00A72677" w:rsidRPr="009647FC">
              <w:rPr>
                <w:rtl/>
              </w:rPr>
              <w:t>يل</w:t>
            </w:r>
            <w:r w:rsidRPr="009647FC">
              <w:rPr>
                <w:rtl/>
              </w:rPr>
              <w:t>وي</w:t>
            </w:r>
            <w:r>
              <w:rPr>
                <w:rtl/>
              </w:rPr>
              <w:t xml:space="preserve"> </w:t>
            </w:r>
            <w:r w:rsidR="00A72677" w:rsidRPr="009647FC">
              <w:rPr>
                <w:rtl/>
              </w:rPr>
              <w:t>عن</w:t>
            </w:r>
            <w:r w:rsidRPr="009647FC">
              <w:rPr>
                <w:rtl/>
              </w:rPr>
              <w:t>كمُ</w:t>
            </w:r>
            <w:r>
              <w:rPr>
                <w:rtl/>
              </w:rPr>
              <w:t xml:space="preserve"> </w:t>
            </w:r>
            <w:r w:rsidR="00A72677" w:rsidRPr="009647FC">
              <w:rPr>
                <w:rtl/>
              </w:rPr>
              <w:t>جي</w:t>
            </w:r>
            <w:r w:rsidRPr="009647FC">
              <w:rPr>
                <w:rtl/>
              </w:rPr>
              <w:t>د</w:t>
            </w:r>
            <w:r w:rsidR="00677BC4">
              <w:rPr>
                <w:rtl/>
              </w:rPr>
              <w:t>َ</w:t>
            </w:r>
            <w:r>
              <w:rPr>
                <w:rtl/>
              </w:rPr>
              <w:t xml:space="preserve"> </w:t>
            </w:r>
            <w:r w:rsidRPr="009647FC">
              <w:rPr>
                <w:rtl/>
              </w:rPr>
              <w:t>آبقِ</w:t>
            </w:r>
            <w:r w:rsidRPr="00725071">
              <w:rPr>
                <w:rStyle w:val="libPoemTiniChar0"/>
                <w:rtl/>
              </w:rPr>
              <w:br/>
              <w:t> </w:t>
            </w:r>
          </w:p>
        </w:tc>
      </w:tr>
    </w:tbl>
    <w:p w:rsidR="009647FC" w:rsidRPr="00524A24" w:rsidRDefault="009647FC" w:rsidP="004E7EC6">
      <w:pPr>
        <w:pStyle w:val="libNormal"/>
      </w:pPr>
      <w:r w:rsidRPr="009647FC">
        <w:rPr>
          <w:rtl/>
        </w:rPr>
        <w:t>وقال في مدح بعض الأشراف</w:t>
      </w:r>
      <w:r w:rsidR="00D769AB">
        <w:rPr>
          <w:rtl/>
        </w:rPr>
        <w:t>:</w:t>
      </w:r>
    </w:p>
    <w:tbl>
      <w:tblPr>
        <w:tblStyle w:val="TableGrid"/>
        <w:bidiVisual/>
        <w:tblW w:w="4562" w:type="pct"/>
        <w:tblInd w:w="384" w:type="dxa"/>
        <w:tblLook w:val="04A0"/>
      </w:tblPr>
      <w:tblGrid>
        <w:gridCol w:w="3902"/>
        <w:gridCol w:w="301"/>
        <w:gridCol w:w="3884"/>
      </w:tblGrid>
      <w:tr w:rsidR="00DC404A" w:rsidRPr="00524A24" w:rsidTr="00DC404A">
        <w:trPr>
          <w:trHeight w:val="350"/>
        </w:trPr>
        <w:tc>
          <w:tcPr>
            <w:tcW w:w="3902" w:type="dxa"/>
          </w:tcPr>
          <w:p w:rsidR="00DC404A" w:rsidRPr="00524A24" w:rsidRDefault="00A72677" w:rsidP="00693B01">
            <w:pPr>
              <w:pStyle w:val="libPoem"/>
            </w:pPr>
            <w:r w:rsidRPr="00A72677">
              <w:rPr>
                <w:rtl/>
              </w:rPr>
              <w:t>بق</w:t>
            </w:r>
            <w:r w:rsidR="00DC404A" w:rsidRPr="00A72677">
              <w:rPr>
                <w:rtl/>
              </w:rPr>
              <w:t>ّ</w:t>
            </w:r>
            <w:r w:rsidRPr="00A72677">
              <w:rPr>
                <w:rtl/>
              </w:rPr>
              <w:t>ِي</w:t>
            </w:r>
            <w:r w:rsidR="00DC404A" w:rsidRPr="00A72677">
              <w:rPr>
                <w:rtl/>
              </w:rPr>
              <w:t>تي</w:t>
            </w:r>
            <w:r w:rsidR="004C00A8">
              <w:rPr>
                <w:rtl/>
              </w:rPr>
              <w:t xml:space="preserve"> </w:t>
            </w:r>
            <w:r w:rsidRPr="00A72677">
              <w:rPr>
                <w:rtl/>
              </w:rPr>
              <w:t>هي</w:t>
            </w:r>
            <w:r w:rsidR="00DC404A" w:rsidRPr="00A72677">
              <w:rPr>
                <w:rtl/>
              </w:rPr>
              <w:t xml:space="preserve"> </w:t>
            </w:r>
            <w:r w:rsidRPr="00A72677">
              <w:rPr>
                <w:rtl/>
              </w:rPr>
              <w:t>بي</w:t>
            </w:r>
            <w:r w:rsidR="00DC404A" w:rsidRPr="00A72677">
              <w:rPr>
                <w:rtl/>
              </w:rPr>
              <w:t>ن ا</w:t>
            </w:r>
            <w:r w:rsidRPr="00A72677">
              <w:rPr>
                <w:rtl/>
              </w:rPr>
              <w:t>لش</w:t>
            </w:r>
            <w:r w:rsidR="00DC404A" w:rsidRPr="00A72677">
              <w:rPr>
                <w:rtl/>
              </w:rPr>
              <w:t>وق والأرقِ</w:t>
            </w:r>
            <w:r w:rsidR="00DC404A" w:rsidRPr="00A72677">
              <w:rPr>
                <w:rStyle w:val="libPoemTiniChar0"/>
                <w:rtl/>
              </w:rPr>
              <w:br/>
              <w:t> </w:t>
            </w:r>
          </w:p>
        </w:tc>
        <w:tc>
          <w:tcPr>
            <w:tcW w:w="301" w:type="dxa"/>
          </w:tcPr>
          <w:p w:rsidR="00DC404A" w:rsidRPr="00A72677" w:rsidRDefault="00DC404A" w:rsidP="00693B01">
            <w:pPr>
              <w:pStyle w:val="libPoem"/>
              <w:rPr>
                <w:rtl/>
              </w:rPr>
            </w:pPr>
          </w:p>
        </w:tc>
        <w:tc>
          <w:tcPr>
            <w:tcW w:w="3884" w:type="dxa"/>
          </w:tcPr>
          <w:p w:rsidR="00DC404A" w:rsidRPr="00A72677" w:rsidRDefault="00A72677" w:rsidP="00693B01">
            <w:pPr>
              <w:pStyle w:val="libPoem"/>
            </w:pPr>
            <w:r w:rsidRPr="00A72677">
              <w:rPr>
                <w:rtl/>
              </w:rPr>
              <w:t>حش</w:t>
            </w:r>
            <w:r w:rsidR="00DC404A" w:rsidRPr="00A72677">
              <w:rPr>
                <w:rtl/>
              </w:rPr>
              <w:t xml:space="preserve">اً </w:t>
            </w:r>
            <w:r w:rsidRPr="00A72677">
              <w:rPr>
                <w:rtl/>
              </w:rPr>
              <w:t>تذ</w:t>
            </w:r>
            <w:r w:rsidR="00DC404A" w:rsidRPr="00A72677">
              <w:rPr>
                <w:rtl/>
              </w:rPr>
              <w:t>وب و</w:t>
            </w:r>
            <w:r w:rsidRPr="00A72677">
              <w:rPr>
                <w:rtl/>
              </w:rPr>
              <w:t>جف</w:t>
            </w:r>
            <w:r w:rsidR="00DC404A" w:rsidRPr="00A72677">
              <w:rPr>
                <w:rtl/>
              </w:rPr>
              <w:t xml:space="preserve">نٌ </w:t>
            </w:r>
            <w:r w:rsidRPr="00A72677">
              <w:rPr>
                <w:rtl/>
              </w:rPr>
              <w:t>غي</w:t>
            </w:r>
            <w:r w:rsidR="00DC404A" w:rsidRPr="00A72677">
              <w:rPr>
                <w:rtl/>
              </w:rPr>
              <w:t xml:space="preserve">ر </w:t>
            </w:r>
            <w:r w:rsidRPr="00A72677">
              <w:rPr>
                <w:rtl/>
              </w:rPr>
              <w:t>من</w:t>
            </w:r>
            <w:r w:rsidR="00DC404A" w:rsidRPr="00A72677">
              <w:rPr>
                <w:rtl/>
              </w:rPr>
              <w:t>طبقِ</w:t>
            </w:r>
            <w:r w:rsidR="00DC404A" w:rsidRPr="00A72677">
              <w:rPr>
                <w:rStyle w:val="libPoemTiniChar0"/>
                <w:rtl/>
              </w:rPr>
              <w:br/>
              <w:t> </w:t>
            </w:r>
          </w:p>
        </w:tc>
      </w:tr>
      <w:tr w:rsidR="00DC404A" w:rsidRPr="00524A24" w:rsidTr="00DC404A">
        <w:trPr>
          <w:trHeight w:val="350"/>
        </w:trPr>
        <w:tc>
          <w:tcPr>
            <w:tcW w:w="3902" w:type="dxa"/>
          </w:tcPr>
          <w:p w:rsidR="00DC404A" w:rsidRPr="00524A24" w:rsidRDefault="00A72677" w:rsidP="00693B01">
            <w:pPr>
              <w:pStyle w:val="libPoem"/>
            </w:pPr>
            <w:r w:rsidRPr="009647FC">
              <w:rPr>
                <w:rtl/>
              </w:rPr>
              <w:t>قد</w:t>
            </w:r>
            <w:r w:rsidR="004C00A8">
              <w:rPr>
                <w:rtl/>
              </w:rPr>
              <w:t xml:space="preserve"> </w:t>
            </w:r>
            <w:r w:rsidRPr="009647FC">
              <w:rPr>
                <w:rtl/>
              </w:rPr>
              <w:t>لو</w:t>
            </w:r>
            <w:r w:rsidR="00DC404A" w:rsidRPr="009647FC">
              <w:rPr>
                <w:rtl/>
              </w:rPr>
              <w:t>ّ</w:t>
            </w:r>
            <w:r w:rsidR="00677BC4">
              <w:rPr>
                <w:rtl/>
              </w:rPr>
              <w:t>َ</w:t>
            </w:r>
            <w:r w:rsidR="00DC404A" w:rsidRPr="009647FC">
              <w:rPr>
                <w:rtl/>
              </w:rPr>
              <w:t>ن</w:t>
            </w:r>
            <w:r w:rsidR="00DC404A">
              <w:rPr>
                <w:rtl/>
              </w:rPr>
              <w:t xml:space="preserve"> </w:t>
            </w:r>
            <w:r w:rsidR="00DC404A" w:rsidRPr="009647FC">
              <w:rPr>
                <w:rtl/>
              </w:rPr>
              <w:t>ا</w:t>
            </w:r>
            <w:r w:rsidRPr="009647FC">
              <w:rPr>
                <w:rtl/>
              </w:rPr>
              <w:t>لد</w:t>
            </w:r>
            <w:r w:rsidR="00DC404A" w:rsidRPr="009647FC">
              <w:rPr>
                <w:rtl/>
              </w:rPr>
              <w:t>هرُ</w:t>
            </w:r>
            <w:r w:rsidR="00DC404A">
              <w:rPr>
                <w:rtl/>
              </w:rPr>
              <w:t xml:space="preserve"> </w:t>
            </w:r>
            <w:r w:rsidR="00DC404A" w:rsidRPr="009647FC">
              <w:rPr>
                <w:rtl/>
              </w:rPr>
              <w:t>د</w:t>
            </w:r>
            <w:r w:rsidRPr="009647FC">
              <w:rPr>
                <w:rtl/>
              </w:rPr>
              <w:t>مع</w:t>
            </w:r>
            <w:r w:rsidR="00DC404A" w:rsidRPr="009647FC">
              <w:rPr>
                <w:rtl/>
              </w:rPr>
              <w:t>ي</w:t>
            </w:r>
            <w:r w:rsidR="00DC404A">
              <w:rPr>
                <w:rtl/>
              </w:rPr>
              <w:t xml:space="preserve"> </w:t>
            </w:r>
            <w:r w:rsidRPr="009647FC">
              <w:rPr>
                <w:rtl/>
              </w:rPr>
              <w:t>في</w:t>
            </w:r>
            <w:r w:rsidR="00DC404A">
              <w:rPr>
                <w:rtl/>
              </w:rPr>
              <w:t xml:space="preserve"> </w:t>
            </w:r>
            <w:r w:rsidR="00DC404A" w:rsidRPr="009647FC">
              <w:rPr>
                <w:rtl/>
              </w:rPr>
              <w:t>تلونه</w:t>
            </w:r>
            <w:r w:rsidR="00DC404A" w:rsidRPr="00725071">
              <w:rPr>
                <w:rStyle w:val="libPoemTiniChar0"/>
                <w:rtl/>
              </w:rPr>
              <w:br/>
              <w:t> </w:t>
            </w:r>
          </w:p>
        </w:tc>
        <w:tc>
          <w:tcPr>
            <w:tcW w:w="301" w:type="dxa"/>
          </w:tcPr>
          <w:p w:rsidR="00DC404A" w:rsidRDefault="00DC404A" w:rsidP="00693B01">
            <w:pPr>
              <w:pStyle w:val="libPoem"/>
              <w:rPr>
                <w:rtl/>
              </w:rPr>
            </w:pPr>
          </w:p>
        </w:tc>
        <w:tc>
          <w:tcPr>
            <w:tcW w:w="3884" w:type="dxa"/>
          </w:tcPr>
          <w:p w:rsidR="00DC404A" w:rsidRPr="00524A24" w:rsidRDefault="00A72677" w:rsidP="00693B01">
            <w:pPr>
              <w:pStyle w:val="libPoem"/>
            </w:pPr>
            <w:r w:rsidRPr="009647FC">
              <w:rPr>
                <w:rtl/>
              </w:rPr>
              <w:t>فا</w:t>
            </w:r>
            <w:r w:rsidR="00DC404A" w:rsidRPr="009647FC">
              <w:rPr>
                <w:rtl/>
              </w:rPr>
              <w:t>نهلّ</w:t>
            </w:r>
            <w:r w:rsidR="00677BC4">
              <w:rPr>
                <w:rtl/>
              </w:rPr>
              <w:t>َ</w:t>
            </w:r>
            <w:r w:rsidR="004C00A8">
              <w:rPr>
                <w:rtl/>
              </w:rPr>
              <w:t xml:space="preserve"> </w:t>
            </w:r>
            <w:r w:rsidRPr="009647FC">
              <w:rPr>
                <w:rtl/>
              </w:rPr>
              <w:t>من</w:t>
            </w:r>
            <w:r w:rsidR="00DC404A">
              <w:rPr>
                <w:rtl/>
              </w:rPr>
              <w:t xml:space="preserve"> </w:t>
            </w:r>
            <w:r w:rsidR="00DC404A" w:rsidRPr="009647FC">
              <w:rPr>
                <w:rtl/>
              </w:rPr>
              <w:t>أ</w:t>
            </w:r>
            <w:r w:rsidRPr="009647FC">
              <w:rPr>
                <w:rtl/>
              </w:rPr>
              <w:t>حم</w:t>
            </w:r>
            <w:r w:rsidR="00DC404A" w:rsidRPr="009647FC">
              <w:rPr>
                <w:rtl/>
              </w:rPr>
              <w:t>ر</w:t>
            </w:r>
            <w:r w:rsidR="00DC404A">
              <w:rPr>
                <w:rtl/>
              </w:rPr>
              <w:t xml:space="preserve"> </w:t>
            </w:r>
            <w:r w:rsidRPr="009647FC">
              <w:rPr>
                <w:rtl/>
              </w:rPr>
              <w:t>قا</w:t>
            </w:r>
            <w:r w:rsidR="00DC404A" w:rsidRPr="009647FC">
              <w:rPr>
                <w:rtl/>
              </w:rPr>
              <w:t>نِ</w:t>
            </w:r>
            <w:r w:rsidR="00DC404A">
              <w:rPr>
                <w:rtl/>
              </w:rPr>
              <w:t xml:space="preserve"> </w:t>
            </w:r>
            <w:r w:rsidR="00DC404A" w:rsidRPr="009647FC">
              <w:rPr>
                <w:rtl/>
              </w:rPr>
              <w:t>و</w:t>
            </w:r>
            <w:r w:rsidRPr="009647FC">
              <w:rPr>
                <w:rtl/>
              </w:rPr>
              <w:t>من</w:t>
            </w:r>
            <w:r w:rsidR="00DC404A">
              <w:rPr>
                <w:rtl/>
              </w:rPr>
              <w:t xml:space="preserve"> </w:t>
            </w:r>
            <w:r w:rsidR="00DC404A" w:rsidRPr="009647FC">
              <w:rPr>
                <w:rtl/>
              </w:rPr>
              <w:t>يققِ</w:t>
            </w:r>
            <w:r w:rsidR="00DC404A"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063FD6" w:rsidRPr="00524A24" w:rsidTr="00063FD6">
        <w:trPr>
          <w:trHeight w:val="350"/>
        </w:trPr>
        <w:tc>
          <w:tcPr>
            <w:tcW w:w="3902" w:type="dxa"/>
          </w:tcPr>
          <w:p w:rsidR="00063FD6" w:rsidRPr="00524A24" w:rsidRDefault="00063FD6" w:rsidP="00693B01">
            <w:pPr>
              <w:pStyle w:val="libPoem"/>
            </w:pPr>
            <w:r w:rsidRPr="009647FC">
              <w:rPr>
                <w:rtl/>
              </w:rPr>
              <w:lastRenderedPageBreak/>
              <w:t>و</w:t>
            </w:r>
            <w:r w:rsidR="00A72677" w:rsidRPr="009647FC">
              <w:rPr>
                <w:rtl/>
              </w:rPr>
              <w:t>قيد</w:t>
            </w:r>
            <w:r w:rsidRPr="009647FC">
              <w:rPr>
                <w:rtl/>
              </w:rPr>
              <w:t>تني</w:t>
            </w:r>
            <w:r w:rsidR="004C00A8">
              <w:rPr>
                <w:rtl/>
              </w:rPr>
              <w:t xml:space="preserve"> </w:t>
            </w:r>
            <w:r w:rsidRPr="009647FC">
              <w:rPr>
                <w:rtl/>
              </w:rPr>
              <w:t>عن</w:t>
            </w:r>
            <w:r>
              <w:rPr>
                <w:rtl/>
              </w:rPr>
              <w:t xml:space="preserve"> </w:t>
            </w:r>
            <w:r w:rsidRPr="009647FC">
              <w:rPr>
                <w:rtl/>
              </w:rPr>
              <w:t>شأوٍ</w:t>
            </w:r>
            <w:r>
              <w:rPr>
                <w:rtl/>
              </w:rPr>
              <w:t xml:space="preserve"> </w:t>
            </w:r>
            <w:r w:rsidR="00A72677" w:rsidRPr="009647FC">
              <w:rPr>
                <w:rtl/>
              </w:rPr>
              <w:t>حو</w:t>
            </w:r>
            <w:r w:rsidRPr="009647FC">
              <w:rPr>
                <w:rtl/>
              </w:rPr>
              <w:t>ادثه</w:t>
            </w:r>
            <w:r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Default="00063FD6" w:rsidP="00693B01">
            <w:pPr>
              <w:pStyle w:val="libPoem"/>
            </w:pPr>
            <w:r w:rsidRPr="009647FC">
              <w:rPr>
                <w:rtl/>
              </w:rPr>
              <w:t>و</w:t>
            </w:r>
            <w:r w:rsidR="00A72677" w:rsidRPr="009647FC">
              <w:rPr>
                <w:rtl/>
              </w:rPr>
              <w:t>قلن</w:t>
            </w:r>
            <w:r w:rsidR="00677BC4">
              <w:rPr>
                <w:rtl/>
              </w:rPr>
              <w:t>َ</w:t>
            </w:r>
            <w:r>
              <w:rPr>
                <w:rtl/>
              </w:rPr>
              <w:t xml:space="preserve"> </w:t>
            </w:r>
            <w:r w:rsidRPr="009647FC">
              <w:rPr>
                <w:rtl/>
              </w:rPr>
              <w:t>دونك</w:t>
            </w:r>
            <w:r>
              <w:rPr>
                <w:rtl/>
              </w:rPr>
              <w:t xml:space="preserve"> </w:t>
            </w:r>
            <w:r w:rsidRPr="009647FC">
              <w:rPr>
                <w:rtl/>
              </w:rPr>
              <w:t>وا</w:t>
            </w:r>
            <w:r w:rsidR="00A72677" w:rsidRPr="009647FC">
              <w:rPr>
                <w:rtl/>
              </w:rPr>
              <w:t>لغ</w:t>
            </w:r>
            <w:r w:rsidRPr="009647FC">
              <w:rPr>
                <w:rtl/>
              </w:rPr>
              <w:t>ايات</w:t>
            </w:r>
            <w:r>
              <w:rPr>
                <w:rtl/>
              </w:rPr>
              <w:t xml:space="preserve"> </w:t>
            </w:r>
            <w:r w:rsidR="00A72677" w:rsidRPr="009647FC">
              <w:rPr>
                <w:rtl/>
              </w:rPr>
              <w:t>فا</w:t>
            </w:r>
            <w:r w:rsidRPr="009647FC">
              <w:rPr>
                <w:rtl/>
              </w:rPr>
              <w:t>ستبقِ</w:t>
            </w:r>
            <w:r w:rsidRPr="00725071">
              <w:rPr>
                <w:rStyle w:val="libPoemTiniChar0"/>
                <w:rtl/>
              </w:rPr>
              <w:br/>
              <w:t> </w:t>
            </w:r>
          </w:p>
        </w:tc>
      </w:tr>
      <w:tr w:rsidR="00063FD6" w:rsidRPr="00524A24" w:rsidTr="00063FD6">
        <w:trPr>
          <w:trHeight w:val="350"/>
        </w:trPr>
        <w:tc>
          <w:tcPr>
            <w:tcW w:w="3902" w:type="dxa"/>
          </w:tcPr>
          <w:p w:rsidR="00063FD6" w:rsidRPr="00524A24" w:rsidRDefault="00A72677" w:rsidP="00693B01">
            <w:pPr>
              <w:pStyle w:val="libPoem"/>
            </w:pPr>
            <w:r w:rsidRPr="00A72677">
              <w:rPr>
                <w:rtl/>
              </w:rPr>
              <w:t>فك</w:t>
            </w:r>
            <w:r w:rsidR="00063FD6" w:rsidRPr="00A72677">
              <w:rPr>
                <w:rtl/>
              </w:rPr>
              <w:t xml:space="preserve">يف </w:t>
            </w:r>
            <w:r w:rsidRPr="00A72677">
              <w:rPr>
                <w:rtl/>
              </w:rPr>
              <w:t>يس</w:t>
            </w:r>
            <w:r w:rsidR="00063FD6" w:rsidRPr="00A72677">
              <w:rPr>
                <w:rtl/>
              </w:rPr>
              <w:t>بقُ م</w:t>
            </w:r>
            <w:r w:rsidR="00677BC4">
              <w:rPr>
                <w:rtl/>
              </w:rPr>
              <w:t>َ</w:t>
            </w:r>
            <w:r w:rsidRPr="00A72677">
              <w:rPr>
                <w:rtl/>
              </w:rPr>
              <w:t>ن</w:t>
            </w:r>
            <w:r w:rsidR="00063FD6" w:rsidRPr="00A72677">
              <w:rPr>
                <w:rtl/>
              </w:rPr>
              <w:t xml:space="preserve">ْ </w:t>
            </w:r>
            <w:r w:rsidRPr="00A72677">
              <w:rPr>
                <w:rtl/>
              </w:rPr>
              <w:t>كا</w:t>
            </w:r>
            <w:r w:rsidR="00063FD6" w:rsidRPr="00A72677">
              <w:rPr>
                <w:rtl/>
              </w:rPr>
              <w:t>ن</w:t>
            </w:r>
            <w:r w:rsidR="00677BC4">
              <w:rPr>
                <w:rtl/>
              </w:rPr>
              <w:t>َ</w:t>
            </w:r>
            <w:r w:rsidR="00063FD6" w:rsidRPr="00A72677">
              <w:rPr>
                <w:rtl/>
              </w:rPr>
              <w:t xml:space="preserve"> ا</w:t>
            </w:r>
            <w:r w:rsidRPr="00A72677">
              <w:rPr>
                <w:rtl/>
              </w:rPr>
              <w:t>لز</w:t>
            </w:r>
            <w:r w:rsidR="00063FD6" w:rsidRPr="00A72677">
              <w:rPr>
                <w:rtl/>
              </w:rPr>
              <w:t>مانُ له</w:t>
            </w:r>
            <w:r w:rsidR="00063FD6" w:rsidRPr="00A72677">
              <w:rPr>
                <w:rStyle w:val="libPoemTiniChar0"/>
                <w:rtl/>
              </w:rPr>
              <w:br/>
              <w:t> </w:t>
            </w:r>
          </w:p>
        </w:tc>
        <w:tc>
          <w:tcPr>
            <w:tcW w:w="301" w:type="dxa"/>
          </w:tcPr>
          <w:p w:rsidR="00063FD6" w:rsidRPr="00A72677" w:rsidRDefault="00063FD6" w:rsidP="00693B01">
            <w:pPr>
              <w:pStyle w:val="libPoem"/>
              <w:rPr>
                <w:rtl/>
              </w:rPr>
            </w:pPr>
          </w:p>
        </w:tc>
        <w:tc>
          <w:tcPr>
            <w:tcW w:w="3884" w:type="dxa"/>
          </w:tcPr>
          <w:p w:rsidR="00063FD6" w:rsidRPr="00A72677" w:rsidRDefault="00A72677" w:rsidP="00693B01">
            <w:pPr>
              <w:pStyle w:val="libPoem"/>
            </w:pPr>
            <w:r w:rsidRPr="00A72677">
              <w:rPr>
                <w:rtl/>
              </w:rPr>
              <w:t>قيد</w:t>
            </w:r>
            <w:r w:rsidR="00063FD6" w:rsidRPr="00A72677">
              <w:rPr>
                <w:rtl/>
              </w:rPr>
              <w:t>اً</w:t>
            </w:r>
            <w:r w:rsidR="004C00A8">
              <w:rPr>
                <w:rtl/>
              </w:rPr>
              <w:t xml:space="preserve"> </w:t>
            </w:r>
            <w:r w:rsidRPr="00A72677">
              <w:rPr>
                <w:rtl/>
              </w:rPr>
              <w:t>يج</w:t>
            </w:r>
            <w:r w:rsidR="00063FD6" w:rsidRPr="00A72677">
              <w:rPr>
                <w:rtl/>
              </w:rPr>
              <w:t xml:space="preserve">اذبهُ </w:t>
            </w:r>
            <w:r w:rsidRPr="00A72677">
              <w:rPr>
                <w:rtl/>
              </w:rPr>
              <w:t>عن</w:t>
            </w:r>
            <w:r w:rsidR="00063FD6" w:rsidRPr="00A72677">
              <w:rPr>
                <w:rtl/>
              </w:rPr>
              <w:t xml:space="preserve"> ر</w:t>
            </w:r>
            <w:r w:rsidRPr="00A72677">
              <w:rPr>
                <w:rtl/>
              </w:rPr>
              <w:t>سن</w:t>
            </w:r>
            <w:r w:rsidR="00063FD6" w:rsidRPr="00A72677">
              <w:rPr>
                <w:rtl/>
              </w:rPr>
              <w:t>هِ ا</w:t>
            </w:r>
            <w:r w:rsidRPr="00A72677">
              <w:rPr>
                <w:rtl/>
              </w:rPr>
              <w:t>لغ</w:t>
            </w:r>
            <w:r w:rsidR="00063FD6" w:rsidRPr="00A72677">
              <w:rPr>
                <w:rtl/>
              </w:rPr>
              <w:t>لقِ</w:t>
            </w:r>
            <w:r w:rsidR="00063FD6" w:rsidRPr="00A72677">
              <w:rPr>
                <w:rStyle w:val="libPoemTiniChar0"/>
                <w:rtl/>
              </w:rPr>
              <w:br/>
              <w:t> </w:t>
            </w:r>
          </w:p>
        </w:tc>
      </w:tr>
      <w:tr w:rsidR="00063FD6" w:rsidRPr="00524A24" w:rsidTr="00063FD6">
        <w:trPr>
          <w:trHeight w:val="350"/>
        </w:trPr>
        <w:tc>
          <w:tcPr>
            <w:tcW w:w="3902" w:type="dxa"/>
          </w:tcPr>
          <w:p w:rsidR="00063FD6" w:rsidRPr="00524A24" w:rsidRDefault="00063FD6" w:rsidP="00693B01">
            <w:pPr>
              <w:pStyle w:val="libPoem"/>
            </w:pPr>
            <w:r w:rsidRPr="00A72677">
              <w:rPr>
                <w:rtl/>
              </w:rPr>
              <w:t xml:space="preserve">وهل يؤدّي </w:t>
            </w:r>
            <w:r w:rsidR="00A72677" w:rsidRPr="00A72677">
              <w:rPr>
                <w:rtl/>
              </w:rPr>
              <w:t>لخ</w:t>
            </w:r>
            <w:r w:rsidRPr="00A72677">
              <w:rPr>
                <w:rtl/>
              </w:rPr>
              <w:t xml:space="preserve">لِّ </w:t>
            </w:r>
            <w:r w:rsidR="00A72677" w:rsidRPr="00A72677">
              <w:rPr>
                <w:rtl/>
              </w:rPr>
              <w:t>حق</w:t>
            </w:r>
            <w:r w:rsidR="00677BC4">
              <w:rPr>
                <w:rtl/>
              </w:rPr>
              <w:t>َ</w:t>
            </w:r>
            <w:r w:rsidRPr="00A72677">
              <w:rPr>
                <w:rtl/>
              </w:rPr>
              <w:t xml:space="preserve"> </w:t>
            </w:r>
            <w:r w:rsidR="00A72677" w:rsidRPr="00A72677">
              <w:rPr>
                <w:rtl/>
              </w:rPr>
              <w:t>خل</w:t>
            </w:r>
            <w:r w:rsidRPr="00A72677">
              <w:rPr>
                <w:rtl/>
              </w:rPr>
              <w:t>ّ</w:t>
            </w:r>
            <w:r w:rsidR="00677BC4">
              <w:rPr>
                <w:rtl/>
              </w:rPr>
              <w:t>َ</w:t>
            </w:r>
            <w:r w:rsidRPr="00A72677">
              <w:rPr>
                <w:rtl/>
              </w:rPr>
              <w:t>ته</w:t>
            </w:r>
            <w:r w:rsidRPr="00A72677">
              <w:rPr>
                <w:rStyle w:val="libPoemTiniChar0"/>
                <w:rtl/>
              </w:rPr>
              <w:br/>
              <w:t> </w:t>
            </w:r>
          </w:p>
        </w:tc>
        <w:tc>
          <w:tcPr>
            <w:tcW w:w="301" w:type="dxa"/>
          </w:tcPr>
          <w:p w:rsidR="00063FD6" w:rsidRPr="00A72677" w:rsidRDefault="00063FD6" w:rsidP="00693B01">
            <w:pPr>
              <w:pStyle w:val="libPoem"/>
              <w:rPr>
                <w:rtl/>
              </w:rPr>
            </w:pPr>
          </w:p>
        </w:tc>
        <w:tc>
          <w:tcPr>
            <w:tcW w:w="3884" w:type="dxa"/>
          </w:tcPr>
          <w:p w:rsidR="00063FD6" w:rsidRPr="00A72677" w:rsidRDefault="00063FD6" w:rsidP="00693B01">
            <w:pPr>
              <w:pStyle w:val="libPoem"/>
            </w:pPr>
            <w:r w:rsidRPr="00A72677">
              <w:rPr>
                <w:rtl/>
              </w:rPr>
              <w:t>........</w:t>
            </w:r>
            <w:r w:rsidRPr="00A72677">
              <w:rPr>
                <w:rFonts w:hint="cs"/>
                <w:rtl/>
              </w:rPr>
              <w:t>......</w:t>
            </w:r>
            <w:r w:rsidRPr="00A72677">
              <w:rPr>
                <w:rtl/>
              </w:rPr>
              <w:t>.........................</w:t>
            </w:r>
            <w:r w:rsidRPr="00A72677">
              <w:rPr>
                <w:rStyle w:val="libFootnotenumChar"/>
                <w:rtl/>
              </w:rPr>
              <w:t>(1)</w:t>
            </w:r>
            <w:r w:rsidRPr="00A72677">
              <w:rPr>
                <w:rStyle w:val="libPoemTiniChar0"/>
                <w:rtl/>
              </w:rPr>
              <w:br/>
              <w:t> </w:t>
            </w:r>
          </w:p>
        </w:tc>
      </w:tr>
      <w:tr w:rsidR="00063FD6" w:rsidRPr="00524A24" w:rsidTr="00063FD6">
        <w:trPr>
          <w:trHeight w:val="350"/>
        </w:trPr>
        <w:tc>
          <w:tcPr>
            <w:tcW w:w="3902" w:type="dxa"/>
          </w:tcPr>
          <w:p w:rsidR="00063FD6" w:rsidRPr="00524A24" w:rsidRDefault="00A72677" w:rsidP="00693B01">
            <w:pPr>
              <w:pStyle w:val="libPoem"/>
            </w:pPr>
            <w:r w:rsidRPr="00A72677">
              <w:rPr>
                <w:rtl/>
              </w:rPr>
              <w:t>يا</w:t>
            </w:r>
            <w:r w:rsidR="00063FD6" w:rsidRPr="00A72677">
              <w:rPr>
                <w:rtl/>
              </w:rPr>
              <w:t xml:space="preserve"> م</w:t>
            </w:r>
            <w:r w:rsidR="00677BC4">
              <w:rPr>
                <w:rtl/>
              </w:rPr>
              <w:t>َ</w:t>
            </w:r>
            <w:r w:rsidRPr="00A72677">
              <w:rPr>
                <w:rtl/>
              </w:rPr>
              <w:t>ن</w:t>
            </w:r>
            <w:r w:rsidR="00063FD6" w:rsidRPr="00A72677">
              <w:rPr>
                <w:rtl/>
              </w:rPr>
              <w:t xml:space="preserve">ْ </w:t>
            </w:r>
            <w:r w:rsidRPr="00A72677">
              <w:rPr>
                <w:rtl/>
              </w:rPr>
              <w:t>تعو</w:t>
            </w:r>
            <w:r w:rsidR="00063FD6" w:rsidRPr="00A72677">
              <w:rPr>
                <w:rtl/>
              </w:rPr>
              <w:t xml:space="preserve">ِّذُه </w:t>
            </w:r>
            <w:r w:rsidRPr="00A72677">
              <w:rPr>
                <w:rtl/>
              </w:rPr>
              <w:t>في</w:t>
            </w:r>
            <w:r w:rsidR="00063FD6" w:rsidRPr="00A72677">
              <w:rPr>
                <w:rtl/>
              </w:rPr>
              <w:t xml:space="preserve"> </w:t>
            </w:r>
            <w:r w:rsidRPr="00A72677">
              <w:rPr>
                <w:rtl/>
              </w:rPr>
              <w:t>كل</w:t>
            </w:r>
            <w:r w:rsidR="00063FD6" w:rsidRPr="00A72677">
              <w:rPr>
                <w:rtl/>
              </w:rPr>
              <w:t xml:space="preserve">ّ </w:t>
            </w:r>
            <w:r w:rsidRPr="00A72677">
              <w:rPr>
                <w:rtl/>
              </w:rPr>
              <w:t>شا</w:t>
            </w:r>
            <w:r w:rsidR="00063FD6" w:rsidRPr="00A72677">
              <w:rPr>
                <w:rtl/>
              </w:rPr>
              <w:t>رقةٍ</w:t>
            </w:r>
            <w:r w:rsidR="00063FD6" w:rsidRPr="00A72677">
              <w:rPr>
                <w:rStyle w:val="libPoemTiniChar0"/>
                <w:rtl/>
              </w:rPr>
              <w:br/>
              <w:t> </w:t>
            </w:r>
          </w:p>
        </w:tc>
        <w:tc>
          <w:tcPr>
            <w:tcW w:w="301" w:type="dxa"/>
          </w:tcPr>
          <w:p w:rsidR="00063FD6" w:rsidRPr="00A72677" w:rsidRDefault="00063FD6" w:rsidP="00693B01">
            <w:pPr>
              <w:pStyle w:val="libPoem"/>
              <w:rPr>
                <w:rtl/>
              </w:rPr>
            </w:pPr>
          </w:p>
        </w:tc>
        <w:tc>
          <w:tcPr>
            <w:tcW w:w="3884" w:type="dxa"/>
          </w:tcPr>
          <w:p w:rsidR="00063FD6" w:rsidRPr="00A72677" w:rsidRDefault="00063FD6" w:rsidP="00693B01">
            <w:pPr>
              <w:pStyle w:val="libPoem"/>
            </w:pPr>
            <w:r w:rsidRPr="00A72677">
              <w:rPr>
                <w:rtl/>
              </w:rPr>
              <w:t>أمُّ</w:t>
            </w:r>
            <w:r w:rsidR="004C00A8">
              <w:rPr>
                <w:rtl/>
              </w:rPr>
              <w:t xml:space="preserve"> </w:t>
            </w:r>
            <w:r w:rsidRPr="00A72677">
              <w:rPr>
                <w:rtl/>
              </w:rPr>
              <w:t>ا</w:t>
            </w:r>
            <w:r w:rsidR="00A72677" w:rsidRPr="00A72677">
              <w:rPr>
                <w:rtl/>
              </w:rPr>
              <w:t>لسم</w:t>
            </w:r>
            <w:r w:rsidRPr="00A72677">
              <w:rPr>
                <w:rtl/>
              </w:rPr>
              <w:t xml:space="preserve">اح </w:t>
            </w:r>
            <w:r w:rsidR="00A72677" w:rsidRPr="00A72677">
              <w:rPr>
                <w:rtl/>
              </w:rPr>
              <w:t>بر</w:t>
            </w:r>
            <w:r w:rsidRPr="00A72677">
              <w:rPr>
                <w:rtl/>
              </w:rPr>
              <w:t>بِّ ا</w:t>
            </w:r>
            <w:r w:rsidR="00A72677" w:rsidRPr="00A72677">
              <w:rPr>
                <w:rtl/>
              </w:rPr>
              <w:t>لن</w:t>
            </w:r>
            <w:r w:rsidRPr="00A72677">
              <w:rPr>
                <w:rtl/>
              </w:rPr>
              <w:t>اسِ وا</w:t>
            </w:r>
            <w:r w:rsidR="00A72677" w:rsidRPr="00A72677">
              <w:rPr>
                <w:rtl/>
              </w:rPr>
              <w:t>لف</w:t>
            </w:r>
            <w:r w:rsidRPr="00A72677">
              <w:rPr>
                <w:rtl/>
              </w:rPr>
              <w:t>لقِ</w:t>
            </w:r>
            <w:r w:rsidRPr="00A72677">
              <w:rPr>
                <w:rStyle w:val="libPoemTiniChar0"/>
                <w:rtl/>
              </w:rPr>
              <w:br/>
              <w:t> </w:t>
            </w:r>
          </w:p>
        </w:tc>
      </w:tr>
      <w:tr w:rsidR="00063FD6" w:rsidRPr="00524A24" w:rsidTr="00063FD6">
        <w:trPr>
          <w:trHeight w:val="350"/>
        </w:trPr>
        <w:tc>
          <w:tcPr>
            <w:tcW w:w="3902" w:type="dxa"/>
          </w:tcPr>
          <w:p w:rsidR="00063FD6" w:rsidRPr="00524A24" w:rsidRDefault="00A72677" w:rsidP="00693B01">
            <w:pPr>
              <w:pStyle w:val="libPoem"/>
            </w:pPr>
            <w:r w:rsidRPr="009647FC">
              <w:rPr>
                <w:rtl/>
              </w:rPr>
              <w:t>عذ</w:t>
            </w:r>
            <w:r w:rsidR="00063FD6" w:rsidRPr="009647FC">
              <w:rPr>
                <w:rtl/>
              </w:rPr>
              <w:t>راً</w:t>
            </w:r>
            <w:r w:rsidR="00063FD6">
              <w:rPr>
                <w:rtl/>
              </w:rPr>
              <w:t xml:space="preserve"> </w:t>
            </w:r>
            <w:r w:rsidRPr="009647FC">
              <w:rPr>
                <w:rtl/>
              </w:rPr>
              <w:t>فد</w:t>
            </w:r>
            <w:r w:rsidR="00063FD6" w:rsidRPr="009647FC">
              <w:rPr>
                <w:rtl/>
              </w:rPr>
              <w:t>اؤك</w:t>
            </w:r>
            <w:r w:rsidR="00063FD6">
              <w:rPr>
                <w:rtl/>
              </w:rPr>
              <w:t xml:space="preserve"> </w:t>
            </w:r>
            <w:r w:rsidRPr="009647FC">
              <w:rPr>
                <w:rtl/>
              </w:rPr>
              <w:t>في</w:t>
            </w:r>
            <w:r w:rsidR="00063FD6">
              <w:rPr>
                <w:rtl/>
              </w:rPr>
              <w:t xml:space="preserve"> </w:t>
            </w:r>
            <w:r w:rsidRPr="009647FC">
              <w:rPr>
                <w:rtl/>
              </w:rPr>
              <w:t>طر</w:t>
            </w:r>
            <w:r w:rsidR="00063FD6" w:rsidRPr="009647FC">
              <w:rPr>
                <w:rtl/>
              </w:rPr>
              <w:t>ق</w:t>
            </w:r>
            <w:r w:rsidR="00063FD6">
              <w:rPr>
                <w:rtl/>
              </w:rPr>
              <w:t xml:space="preserve"> </w:t>
            </w:r>
            <w:r w:rsidR="00063FD6" w:rsidRPr="009647FC">
              <w:rPr>
                <w:rtl/>
              </w:rPr>
              <w:t>الندى</w:t>
            </w:r>
            <w:r w:rsidR="00063FD6">
              <w:rPr>
                <w:rtl/>
              </w:rPr>
              <w:t xml:space="preserve"> </w:t>
            </w:r>
            <w:r w:rsidR="00063FD6" w:rsidRPr="009647FC">
              <w:rPr>
                <w:rtl/>
              </w:rPr>
              <w:t>فئةٌ</w:t>
            </w:r>
            <w:r w:rsidR="00063FD6"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Default="00063FD6" w:rsidP="00693B01">
            <w:pPr>
              <w:pStyle w:val="libPoem"/>
            </w:pPr>
            <w:r w:rsidRPr="009647FC">
              <w:rPr>
                <w:rtl/>
              </w:rPr>
              <w:t>أرى</w:t>
            </w:r>
            <w:r>
              <w:rPr>
                <w:rtl/>
              </w:rPr>
              <w:t xml:space="preserve"> </w:t>
            </w:r>
            <w:r w:rsidRPr="009647FC">
              <w:rPr>
                <w:rtl/>
              </w:rPr>
              <w:t>ا</w:t>
            </w:r>
            <w:r w:rsidR="00A72677" w:rsidRPr="009647FC">
              <w:rPr>
                <w:rtl/>
              </w:rPr>
              <w:t>لم</w:t>
            </w:r>
            <w:r w:rsidRPr="009647FC">
              <w:rPr>
                <w:rtl/>
              </w:rPr>
              <w:t>كارم</w:t>
            </w:r>
            <w:r w:rsidR="00677BC4">
              <w:rPr>
                <w:rtl/>
              </w:rPr>
              <w:t>َ</w:t>
            </w:r>
            <w:r>
              <w:rPr>
                <w:rtl/>
              </w:rPr>
              <w:t xml:space="preserve"> </w:t>
            </w:r>
            <w:r w:rsidR="00A72677" w:rsidRPr="009647FC">
              <w:rPr>
                <w:rtl/>
              </w:rPr>
              <w:t>في</w:t>
            </w:r>
            <w:r w:rsidRPr="009647FC">
              <w:rPr>
                <w:rtl/>
              </w:rPr>
              <w:t>هم</w:t>
            </w:r>
            <w:r>
              <w:rPr>
                <w:rtl/>
              </w:rPr>
              <w:t xml:space="preserve"> </w:t>
            </w:r>
            <w:r w:rsidRPr="009647FC">
              <w:rPr>
                <w:rtl/>
              </w:rPr>
              <w:t>و</w:t>
            </w:r>
            <w:r w:rsidR="00A72677" w:rsidRPr="009647FC">
              <w:rPr>
                <w:rtl/>
              </w:rPr>
              <w:t>حش</w:t>
            </w:r>
            <w:r w:rsidRPr="009647FC">
              <w:rPr>
                <w:rtl/>
              </w:rPr>
              <w:t>ة</w:t>
            </w:r>
            <w:r>
              <w:rPr>
                <w:rtl/>
              </w:rPr>
              <w:t xml:space="preserve"> </w:t>
            </w:r>
            <w:r w:rsidRPr="009647FC">
              <w:rPr>
                <w:rtl/>
              </w:rPr>
              <w:t>ا</w:t>
            </w:r>
            <w:r w:rsidR="00A72677" w:rsidRPr="009647FC">
              <w:rPr>
                <w:rtl/>
              </w:rPr>
              <w:t>لط</w:t>
            </w:r>
            <w:r w:rsidRPr="009647FC">
              <w:rPr>
                <w:rtl/>
              </w:rPr>
              <w:t>رقِ</w:t>
            </w:r>
            <w:r w:rsidRPr="00725071">
              <w:rPr>
                <w:rStyle w:val="libPoemTiniChar0"/>
                <w:rtl/>
              </w:rPr>
              <w:br/>
              <w:t> </w:t>
            </w:r>
          </w:p>
        </w:tc>
      </w:tr>
      <w:tr w:rsidR="00063FD6" w:rsidRPr="00524A24" w:rsidTr="00063FD6">
        <w:trPr>
          <w:trHeight w:val="350"/>
        </w:trPr>
        <w:tc>
          <w:tcPr>
            <w:tcW w:w="3902" w:type="dxa"/>
          </w:tcPr>
          <w:p w:rsidR="00063FD6" w:rsidRPr="00524A24" w:rsidRDefault="00A72677" w:rsidP="00693B01">
            <w:pPr>
              <w:pStyle w:val="libPoem"/>
            </w:pPr>
            <w:r w:rsidRPr="009647FC">
              <w:rPr>
                <w:rtl/>
              </w:rPr>
              <w:t>ما</w:t>
            </w:r>
            <w:r w:rsidR="00063FD6">
              <w:rPr>
                <w:rtl/>
              </w:rPr>
              <w:t xml:space="preserve"> </w:t>
            </w:r>
            <w:r w:rsidR="00063FD6" w:rsidRPr="009647FC">
              <w:rPr>
                <w:rtl/>
              </w:rPr>
              <w:t>أ</w:t>
            </w:r>
            <w:r w:rsidRPr="009647FC">
              <w:rPr>
                <w:rtl/>
              </w:rPr>
              <w:t>بط</w:t>
            </w:r>
            <w:r w:rsidR="00063FD6" w:rsidRPr="009647FC">
              <w:rPr>
                <w:rtl/>
              </w:rPr>
              <w:t>أتْ</w:t>
            </w:r>
            <w:r w:rsidR="00063FD6">
              <w:rPr>
                <w:rtl/>
              </w:rPr>
              <w:t xml:space="preserve"> </w:t>
            </w:r>
            <w:r w:rsidRPr="009647FC">
              <w:rPr>
                <w:rtl/>
              </w:rPr>
              <w:t>عن</w:t>
            </w:r>
            <w:r w:rsidR="00063FD6" w:rsidRPr="009647FC">
              <w:rPr>
                <w:rtl/>
              </w:rPr>
              <w:t>ك</w:t>
            </w:r>
            <w:r w:rsidR="00063FD6">
              <w:rPr>
                <w:rtl/>
              </w:rPr>
              <w:t xml:space="preserve"> </w:t>
            </w:r>
            <w:r w:rsidR="00063FD6" w:rsidRPr="009647FC">
              <w:rPr>
                <w:rtl/>
              </w:rPr>
              <w:t>لا</w:t>
            </w:r>
            <w:r w:rsidR="00063FD6">
              <w:rPr>
                <w:rtl/>
              </w:rPr>
              <w:t xml:space="preserve"> </w:t>
            </w:r>
            <w:r w:rsidRPr="009647FC">
              <w:rPr>
                <w:rtl/>
              </w:rPr>
              <w:t>صد</w:t>
            </w:r>
            <w:r w:rsidR="00063FD6" w:rsidRPr="009647FC">
              <w:rPr>
                <w:rtl/>
              </w:rPr>
              <w:t>ّاً</w:t>
            </w:r>
            <w:r w:rsidR="00063FD6">
              <w:rPr>
                <w:rtl/>
              </w:rPr>
              <w:t xml:space="preserve"> </w:t>
            </w:r>
            <w:r w:rsidR="00063FD6" w:rsidRPr="009647FC">
              <w:rPr>
                <w:rtl/>
              </w:rPr>
              <w:t>ولا</w:t>
            </w:r>
            <w:r w:rsidR="00063FD6">
              <w:rPr>
                <w:rtl/>
              </w:rPr>
              <w:t xml:space="preserve"> </w:t>
            </w:r>
            <w:r w:rsidR="00063FD6" w:rsidRPr="009647FC">
              <w:rPr>
                <w:rtl/>
              </w:rPr>
              <w:t>مللا</w:t>
            </w:r>
            <w:r w:rsidR="00063FD6"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Default="00063FD6" w:rsidP="00693B01">
            <w:pPr>
              <w:pStyle w:val="libPoem"/>
            </w:pPr>
            <w:r w:rsidRPr="009647FC">
              <w:rPr>
                <w:rtl/>
              </w:rPr>
              <w:t>آ</w:t>
            </w:r>
            <w:r w:rsidR="00A72677" w:rsidRPr="009647FC">
              <w:rPr>
                <w:rtl/>
              </w:rPr>
              <w:t>يا</w:t>
            </w:r>
            <w:r w:rsidRPr="009647FC">
              <w:rPr>
                <w:rtl/>
              </w:rPr>
              <w:t>تُ</w:t>
            </w:r>
            <w:r w:rsidR="004C00A8">
              <w:rPr>
                <w:rtl/>
              </w:rPr>
              <w:t xml:space="preserve"> </w:t>
            </w:r>
            <w:r w:rsidR="00A72677" w:rsidRPr="009647FC">
              <w:rPr>
                <w:rtl/>
              </w:rPr>
              <w:t>شو</w:t>
            </w:r>
            <w:r w:rsidRPr="009647FC">
              <w:rPr>
                <w:rtl/>
              </w:rPr>
              <w:t>قٍ</w:t>
            </w:r>
            <w:r>
              <w:rPr>
                <w:rtl/>
              </w:rPr>
              <w:t xml:space="preserve"> </w:t>
            </w:r>
            <w:r w:rsidRPr="009647FC">
              <w:rPr>
                <w:rtl/>
              </w:rPr>
              <w:t>ولا</w:t>
            </w:r>
            <w:r>
              <w:rPr>
                <w:rtl/>
              </w:rPr>
              <w:t xml:space="preserve"> </w:t>
            </w:r>
            <w:r w:rsidRPr="009647FC">
              <w:rPr>
                <w:rtl/>
              </w:rPr>
              <w:t>الإعراضُ</w:t>
            </w:r>
            <w:r>
              <w:rPr>
                <w:rtl/>
              </w:rPr>
              <w:t xml:space="preserve"> </w:t>
            </w:r>
            <w:r w:rsidRPr="009647FC">
              <w:rPr>
                <w:rtl/>
              </w:rPr>
              <w:t>من</w:t>
            </w:r>
            <w:r>
              <w:rPr>
                <w:rtl/>
              </w:rPr>
              <w:t xml:space="preserve"> </w:t>
            </w:r>
            <w:r w:rsidRPr="009647FC">
              <w:rPr>
                <w:rtl/>
              </w:rPr>
              <w:t>خلقي</w:t>
            </w:r>
            <w:r w:rsidRPr="00725071">
              <w:rPr>
                <w:rStyle w:val="libPoemTiniChar0"/>
                <w:rtl/>
              </w:rPr>
              <w:br/>
              <w:t> </w:t>
            </w:r>
          </w:p>
        </w:tc>
      </w:tr>
      <w:tr w:rsidR="00063FD6" w:rsidRPr="00524A24" w:rsidTr="00063FD6">
        <w:trPr>
          <w:trHeight w:val="350"/>
        </w:trPr>
        <w:tc>
          <w:tcPr>
            <w:tcW w:w="3902" w:type="dxa"/>
          </w:tcPr>
          <w:p w:rsidR="00063FD6" w:rsidRPr="00524A24" w:rsidRDefault="00063FD6" w:rsidP="00693B01">
            <w:pPr>
              <w:pStyle w:val="libPoem"/>
            </w:pPr>
            <w:r w:rsidRPr="009647FC">
              <w:rPr>
                <w:rtl/>
              </w:rPr>
              <w:t>و</w:t>
            </w:r>
            <w:r w:rsidR="00A72677" w:rsidRPr="009647FC">
              <w:rPr>
                <w:rtl/>
              </w:rPr>
              <w:t>كي</w:t>
            </w:r>
            <w:r w:rsidRPr="009647FC">
              <w:rPr>
                <w:rtl/>
              </w:rPr>
              <w:t>ف</w:t>
            </w:r>
            <w:r w:rsidR="004C00A8">
              <w:rPr>
                <w:rtl/>
              </w:rPr>
              <w:t xml:space="preserve"> </w:t>
            </w:r>
            <w:r w:rsidRPr="009647FC">
              <w:rPr>
                <w:rtl/>
              </w:rPr>
              <w:t>أ</w:t>
            </w:r>
            <w:r w:rsidR="00A72677" w:rsidRPr="009647FC">
              <w:rPr>
                <w:rtl/>
              </w:rPr>
              <w:t>غف</w:t>
            </w:r>
            <w:r w:rsidRPr="009647FC">
              <w:rPr>
                <w:rtl/>
              </w:rPr>
              <w:t>لُ</w:t>
            </w:r>
            <w:r>
              <w:rPr>
                <w:rtl/>
              </w:rPr>
              <w:t xml:space="preserve"> </w:t>
            </w:r>
            <w:r w:rsidR="00A72677" w:rsidRPr="009647FC">
              <w:rPr>
                <w:rtl/>
              </w:rPr>
              <w:t>حق</w:t>
            </w:r>
            <w:r w:rsidRPr="009647FC">
              <w:rPr>
                <w:rtl/>
              </w:rPr>
              <w:t>اً</w:t>
            </w:r>
            <w:r>
              <w:rPr>
                <w:rtl/>
              </w:rPr>
              <w:t xml:space="preserve"> </w:t>
            </w:r>
            <w:r w:rsidRPr="009647FC">
              <w:rPr>
                <w:rtl/>
              </w:rPr>
              <w:t>أ</w:t>
            </w:r>
            <w:r w:rsidR="00A72677" w:rsidRPr="009647FC">
              <w:rPr>
                <w:rtl/>
              </w:rPr>
              <w:t>نت</w:t>
            </w:r>
            <w:r>
              <w:rPr>
                <w:rtl/>
              </w:rPr>
              <w:t xml:space="preserve"> </w:t>
            </w:r>
            <w:r w:rsidR="00A72677" w:rsidRPr="009647FC">
              <w:rPr>
                <w:rtl/>
              </w:rPr>
              <w:t>صا</w:t>
            </w:r>
            <w:r w:rsidRPr="009647FC">
              <w:rPr>
                <w:rtl/>
              </w:rPr>
              <w:t>حبه</w:t>
            </w:r>
            <w:r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Pr="00524A24" w:rsidRDefault="00063FD6" w:rsidP="00693B01">
            <w:pPr>
              <w:pStyle w:val="libPoem"/>
            </w:pPr>
            <w:r w:rsidRPr="009647FC">
              <w:rPr>
                <w:rtl/>
              </w:rPr>
              <w:t>و</w:t>
            </w:r>
            <w:r w:rsidR="00A72677" w:rsidRPr="009647FC">
              <w:rPr>
                <w:rtl/>
              </w:rPr>
              <w:t>كا</w:t>
            </w:r>
            <w:r w:rsidRPr="009647FC">
              <w:rPr>
                <w:rtl/>
              </w:rPr>
              <w:t>ن</w:t>
            </w:r>
            <w:r w:rsidR="004C00A8">
              <w:rPr>
                <w:rtl/>
              </w:rPr>
              <w:t xml:space="preserve"> </w:t>
            </w:r>
            <w:r w:rsidRPr="009647FC">
              <w:rPr>
                <w:rtl/>
              </w:rPr>
              <w:t>ذ</w:t>
            </w:r>
            <w:r w:rsidR="00A72677" w:rsidRPr="009647FC">
              <w:rPr>
                <w:rtl/>
              </w:rPr>
              <w:t>لك</w:t>
            </w:r>
            <w:r>
              <w:rPr>
                <w:rtl/>
              </w:rPr>
              <w:t xml:space="preserve"> </w:t>
            </w:r>
            <w:r w:rsidR="00A72677" w:rsidRPr="009647FC">
              <w:rPr>
                <w:rtl/>
              </w:rPr>
              <w:t>فر</w:t>
            </w:r>
            <w:r w:rsidRPr="009647FC">
              <w:rPr>
                <w:rtl/>
              </w:rPr>
              <w:t>ضاً</w:t>
            </w:r>
            <w:r>
              <w:rPr>
                <w:rtl/>
              </w:rPr>
              <w:t xml:space="preserve"> </w:t>
            </w:r>
            <w:r w:rsidRPr="009647FC">
              <w:rPr>
                <w:rtl/>
              </w:rPr>
              <w:t>لاز</w:t>
            </w:r>
            <w:r w:rsidR="00A72677" w:rsidRPr="009647FC">
              <w:rPr>
                <w:rtl/>
              </w:rPr>
              <w:t>ما</w:t>
            </w:r>
            <w:r w:rsidRPr="009647FC">
              <w:rPr>
                <w:rtl/>
              </w:rPr>
              <w:t>ً</w:t>
            </w:r>
            <w:r>
              <w:rPr>
                <w:rtl/>
              </w:rPr>
              <w:t xml:space="preserve"> </w:t>
            </w:r>
            <w:r w:rsidR="00A72677" w:rsidRPr="009647FC">
              <w:rPr>
                <w:rtl/>
              </w:rPr>
              <w:t>عن</w:t>
            </w:r>
            <w:r w:rsidRPr="009647FC">
              <w:rPr>
                <w:rtl/>
              </w:rPr>
              <w:t>قي</w:t>
            </w:r>
            <w:r w:rsidRPr="00725071">
              <w:rPr>
                <w:rStyle w:val="libPoemTiniChar0"/>
                <w:rtl/>
              </w:rPr>
              <w:br/>
              <w:t> </w:t>
            </w:r>
          </w:p>
        </w:tc>
      </w:tr>
    </w:tbl>
    <w:p w:rsidR="009647FC" w:rsidRPr="00524A24" w:rsidRDefault="009647FC" w:rsidP="004E7EC6">
      <w:pPr>
        <w:pStyle w:val="libNormal"/>
      </w:pPr>
      <w:r w:rsidRPr="009647FC">
        <w:rPr>
          <w:rtl/>
        </w:rPr>
        <w:t>وقال يمدح بيت الحاج محمد صالح كبّه</w:t>
      </w:r>
      <w:r w:rsidR="00D769AB">
        <w:rPr>
          <w:rtl/>
        </w:rPr>
        <w:t>:</w:t>
      </w:r>
    </w:p>
    <w:tbl>
      <w:tblPr>
        <w:tblStyle w:val="TableGrid"/>
        <w:bidiVisual/>
        <w:tblW w:w="4562" w:type="pct"/>
        <w:tblInd w:w="384" w:type="dxa"/>
        <w:tblLook w:val="04A0"/>
      </w:tblPr>
      <w:tblGrid>
        <w:gridCol w:w="3902"/>
        <w:gridCol w:w="301"/>
        <w:gridCol w:w="3884"/>
      </w:tblGrid>
      <w:tr w:rsidR="00063FD6" w:rsidRPr="00524A24" w:rsidTr="00063FD6">
        <w:trPr>
          <w:trHeight w:val="350"/>
        </w:trPr>
        <w:tc>
          <w:tcPr>
            <w:tcW w:w="3902" w:type="dxa"/>
          </w:tcPr>
          <w:p w:rsidR="00063FD6" w:rsidRPr="00524A24" w:rsidRDefault="00063FD6" w:rsidP="00693B01">
            <w:pPr>
              <w:pStyle w:val="libPoem"/>
            </w:pPr>
            <w:r w:rsidRPr="009647FC">
              <w:rPr>
                <w:rtl/>
              </w:rPr>
              <w:t>بيتُ مجدٍ إن حوى شكر</w:t>
            </w:r>
            <w:r w:rsidR="00677BC4">
              <w:rPr>
                <w:rtl/>
              </w:rPr>
              <w:t>َ</w:t>
            </w:r>
            <w:r w:rsidRPr="009647FC">
              <w:rPr>
                <w:rtl/>
              </w:rPr>
              <w:t xml:space="preserve"> الورى</w:t>
            </w:r>
            <w:r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Default="00063FD6" w:rsidP="00693B01">
            <w:pPr>
              <w:pStyle w:val="libPoem"/>
            </w:pPr>
            <w:r w:rsidRPr="009647FC">
              <w:rPr>
                <w:rtl/>
              </w:rPr>
              <w:t>فعلى معروفهِ كانوا عيالا</w:t>
            </w:r>
            <w:r w:rsidRPr="00725071">
              <w:rPr>
                <w:rStyle w:val="libPoemTiniChar0"/>
                <w:rtl/>
              </w:rPr>
              <w:br/>
              <w:t> </w:t>
            </w:r>
          </w:p>
        </w:tc>
      </w:tr>
      <w:tr w:rsidR="00063FD6" w:rsidRPr="00524A24" w:rsidTr="00063FD6">
        <w:trPr>
          <w:trHeight w:val="350"/>
        </w:trPr>
        <w:tc>
          <w:tcPr>
            <w:tcW w:w="3902" w:type="dxa"/>
          </w:tcPr>
          <w:p w:rsidR="00063FD6" w:rsidRPr="00524A24" w:rsidRDefault="00063FD6" w:rsidP="00693B01">
            <w:pPr>
              <w:pStyle w:val="libPoem"/>
            </w:pPr>
            <w:r w:rsidRPr="009647FC">
              <w:rPr>
                <w:rtl/>
              </w:rPr>
              <w:t>لم يكنْ للجودِ إلاّ مطلعا</w:t>
            </w:r>
            <w:r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Pr="00524A24" w:rsidRDefault="00063FD6" w:rsidP="00693B01">
            <w:pPr>
              <w:pStyle w:val="libPoem"/>
            </w:pPr>
            <w:r w:rsidRPr="009647FC">
              <w:rPr>
                <w:rtl/>
              </w:rPr>
              <w:t>يملأ العين</w:t>
            </w:r>
            <w:r w:rsidR="00677BC4">
              <w:rPr>
                <w:rtl/>
              </w:rPr>
              <w:t>َ</w:t>
            </w:r>
            <w:r w:rsidRPr="009647FC">
              <w:rPr>
                <w:rtl/>
              </w:rPr>
              <w:t xml:space="preserve"> هلالاً فهلالا</w:t>
            </w:r>
            <w:r w:rsidRPr="00725071">
              <w:rPr>
                <w:rStyle w:val="libPoemTiniChar0"/>
                <w:rtl/>
              </w:rPr>
              <w:br/>
              <w:t> </w:t>
            </w:r>
          </w:p>
        </w:tc>
      </w:tr>
    </w:tbl>
    <w:p w:rsidR="009647FC" w:rsidRPr="00524A24" w:rsidRDefault="009647FC" w:rsidP="004E7EC6">
      <w:pPr>
        <w:pStyle w:val="libNormal"/>
      </w:pPr>
      <w:r w:rsidRPr="009647FC">
        <w:rPr>
          <w:rtl/>
        </w:rPr>
        <w:t>وقال يمدح مدحت باشا وقد سأله ذلك الحاج مصطفى كبّه</w:t>
      </w:r>
      <w:r w:rsidR="00D769AB">
        <w:rPr>
          <w:rtl/>
        </w:rPr>
        <w:t>:</w:t>
      </w:r>
    </w:p>
    <w:tbl>
      <w:tblPr>
        <w:tblStyle w:val="TableGrid"/>
        <w:bidiVisual/>
        <w:tblW w:w="4562" w:type="pct"/>
        <w:tblInd w:w="384" w:type="dxa"/>
        <w:tblLook w:val="04A0"/>
      </w:tblPr>
      <w:tblGrid>
        <w:gridCol w:w="3902"/>
        <w:gridCol w:w="301"/>
        <w:gridCol w:w="3884"/>
      </w:tblGrid>
      <w:tr w:rsidR="00063FD6" w:rsidRPr="00524A24" w:rsidTr="00063FD6">
        <w:trPr>
          <w:trHeight w:val="350"/>
        </w:trPr>
        <w:tc>
          <w:tcPr>
            <w:tcW w:w="3902" w:type="dxa"/>
          </w:tcPr>
          <w:p w:rsidR="00063FD6" w:rsidRPr="00524A24" w:rsidRDefault="00063FD6" w:rsidP="00693B01">
            <w:pPr>
              <w:pStyle w:val="libPoem"/>
            </w:pPr>
            <w:r w:rsidRPr="009647FC">
              <w:rPr>
                <w:rtl/>
              </w:rPr>
              <w:t>أ</w:t>
            </w:r>
            <w:r w:rsidR="00A72677" w:rsidRPr="009647FC">
              <w:rPr>
                <w:rtl/>
              </w:rPr>
              <w:t>ثن</w:t>
            </w:r>
            <w:r w:rsidRPr="009647FC">
              <w:rPr>
                <w:rtl/>
              </w:rPr>
              <w:t>تْ</w:t>
            </w:r>
            <w:r w:rsidR="004C00A8">
              <w:rPr>
                <w:rtl/>
              </w:rPr>
              <w:t xml:space="preserve"> </w:t>
            </w:r>
            <w:r w:rsidR="00A72677" w:rsidRPr="009647FC">
              <w:rPr>
                <w:rtl/>
              </w:rPr>
              <w:t>عل</w:t>
            </w:r>
            <w:r w:rsidRPr="009647FC">
              <w:rPr>
                <w:rtl/>
              </w:rPr>
              <w:t>يك</w:t>
            </w:r>
            <w:r>
              <w:rPr>
                <w:rtl/>
              </w:rPr>
              <w:t xml:space="preserve"> </w:t>
            </w:r>
            <w:r w:rsidRPr="009647FC">
              <w:rPr>
                <w:rtl/>
              </w:rPr>
              <w:t>بأسرها</w:t>
            </w:r>
            <w:r>
              <w:rPr>
                <w:rtl/>
              </w:rPr>
              <w:t xml:space="preserve"> </w:t>
            </w:r>
            <w:r w:rsidRPr="009647FC">
              <w:rPr>
                <w:rtl/>
              </w:rPr>
              <w:t>الدولُ</w:t>
            </w:r>
            <w:r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Default="00063FD6" w:rsidP="00693B01">
            <w:pPr>
              <w:pStyle w:val="libPoem"/>
            </w:pPr>
            <w:r w:rsidRPr="009647FC">
              <w:rPr>
                <w:rtl/>
              </w:rPr>
              <w:t>و</w:t>
            </w:r>
            <w:r w:rsidR="00A72677" w:rsidRPr="009647FC">
              <w:rPr>
                <w:rtl/>
              </w:rPr>
              <w:t>تش</w:t>
            </w:r>
            <w:r w:rsidRPr="009647FC">
              <w:rPr>
                <w:rtl/>
              </w:rPr>
              <w:t>وقتك</w:t>
            </w:r>
            <w:r w:rsidR="00677BC4">
              <w:rPr>
                <w:rtl/>
              </w:rPr>
              <w:t>َ</w:t>
            </w:r>
            <w:r w:rsidR="004C00A8">
              <w:rPr>
                <w:rtl/>
              </w:rPr>
              <w:t xml:space="preserve"> </w:t>
            </w:r>
            <w:r w:rsidRPr="009647FC">
              <w:rPr>
                <w:rtl/>
              </w:rPr>
              <w:t>الأ</w:t>
            </w:r>
            <w:r w:rsidR="00A72677" w:rsidRPr="009647FC">
              <w:rPr>
                <w:rtl/>
              </w:rPr>
              <w:t>عص</w:t>
            </w:r>
            <w:r w:rsidRPr="009647FC">
              <w:rPr>
                <w:rtl/>
              </w:rPr>
              <w:t>رُ</w:t>
            </w:r>
            <w:r>
              <w:rPr>
                <w:rtl/>
              </w:rPr>
              <w:t xml:space="preserve"> </w:t>
            </w:r>
            <w:r w:rsidRPr="009647FC">
              <w:rPr>
                <w:rtl/>
              </w:rPr>
              <w:t>الأولُ</w:t>
            </w:r>
            <w:r w:rsidRPr="00725071">
              <w:rPr>
                <w:rStyle w:val="libPoemTiniChar0"/>
                <w:rtl/>
              </w:rPr>
              <w:br/>
              <w:t> </w:t>
            </w:r>
          </w:p>
        </w:tc>
      </w:tr>
      <w:tr w:rsidR="00063FD6" w:rsidRPr="00524A24" w:rsidTr="00063FD6">
        <w:trPr>
          <w:trHeight w:val="350"/>
        </w:trPr>
        <w:tc>
          <w:tcPr>
            <w:tcW w:w="3902" w:type="dxa"/>
          </w:tcPr>
          <w:p w:rsidR="00063FD6" w:rsidRPr="00524A24" w:rsidRDefault="00063FD6" w:rsidP="00693B01">
            <w:pPr>
              <w:pStyle w:val="libPoem"/>
            </w:pPr>
            <w:r w:rsidRPr="009647FC">
              <w:rPr>
                <w:rtl/>
              </w:rPr>
              <w:t>وأعدت</w:t>
            </w:r>
            <w:r w:rsidR="00677BC4">
              <w:rPr>
                <w:rtl/>
              </w:rPr>
              <w:t>َ</w:t>
            </w:r>
            <w:r>
              <w:rPr>
                <w:rtl/>
              </w:rPr>
              <w:t xml:space="preserve"> </w:t>
            </w:r>
            <w:r w:rsidR="00A72677" w:rsidRPr="009647FC">
              <w:rPr>
                <w:rtl/>
              </w:rPr>
              <w:t>لل</w:t>
            </w:r>
            <w:r w:rsidRPr="009647FC">
              <w:rPr>
                <w:rtl/>
              </w:rPr>
              <w:t>أ</w:t>
            </w:r>
            <w:r w:rsidR="00A72677" w:rsidRPr="009647FC">
              <w:rPr>
                <w:rtl/>
              </w:rPr>
              <w:t>يا</w:t>
            </w:r>
            <w:r w:rsidRPr="009647FC">
              <w:rPr>
                <w:rtl/>
              </w:rPr>
              <w:t>مِ</w:t>
            </w:r>
            <w:r>
              <w:rPr>
                <w:rtl/>
              </w:rPr>
              <w:t xml:space="preserve"> </w:t>
            </w:r>
            <w:r w:rsidR="00A72677" w:rsidRPr="009647FC">
              <w:rPr>
                <w:rtl/>
              </w:rPr>
              <w:t>جد</w:t>
            </w:r>
            <w:r w:rsidRPr="009647FC">
              <w:rPr>
                <w:rtl/>
              </w:rPr>
              <w:t>ّ</w:t>
            </w:r>
            <w:r w:rsidR="00677BC4">
              <w:rPr>
                <w:rtl/>
              </w:rPr>
              <w:t>َ</w:t>
            </w:r>
            <w:r w:rsidRPr="009647FC">
              <w:rPr>
                <w:rtl/>
              </w:rPr>
              <w:t>تها</w:t>
            </w:r>
            <w:r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Default="00A72677" w:rsidP="00693B01">
            <w:pPr>
              <w:pStyle w:val="libPoem"/>
            </w:pPr>
            <w:r w:rsidRPr="009647FC">
              <w:rPr>
                <w:rtl/>
              </w:rPr>
              <w:t>فا</w:t>
            </w:r>
            <w:r w:rsidR="00063FD6" w:rsidRPr="009647FC">
              <w:rPr>
                <w:rtl/>
              </w:rPr>
              <w:t>ليوم</w:t>
            </w:r>
            <w:r w:rsidR="00063FD6">
              <w:rPr>
                <w:rtl/>
              </w:rPr>
              <w:t xml:space="preserve"> </w:t>
            </w:r>
            <w:r w:rsidRPr="009647FC">
              <w:rPr>
                <w:rtl/>
              </w:rPr>
              <w:t>عم</w:t>
            </w:r>
            <w:r w:rsidR="00063FD6" w:rsidRPr="009647FC">
              <w:rPr>
                <w:rtl/>
              </w:rPr>
              <w:t>رُ</w:t>
            </w:r>
            <w:r w:rsidR="00063FD6">
              <w:rPr>
                <w:rtl/>
              </w:rPr>
              <w:t xml:space="preserve"> </w:t>
            </w:r>
            <w:r w:rsidR="00063FD6" w:rsidRPr="009647FC">
              <w:rPr>
                <w:rtl/>
              </w:rPr>
              <w:t>ا</w:t>
            </w:r>
            <w:r w:rsidRPr="009647FC">
              <w:rPr>
                <w:rtl/>
              </w:rPr>
              <w:t>لد</w:t>
            </w:r>
            <w:r w:rsidR="00063FD6" w:rsidRPr="009647FC">
              <w:rPr>
                <w:rtl/>
              </w:rPr>
              <w:t>هرِ</w:t>
            </w:r>
            <w:r w:rsidR="00063FD6">
              <w:rPr>
                <w:rtl/>
              </w:rPr>
              <w:t xml:space="preserve"> </w:t>
            </w:r>
            <w:r w:rsidR="00063FD6" w:rsidRPr="009647FC">
              <w:rPr>
                <w:rtl/>
              </w:rPr>
              <w:t>مقتبلُ</w:t>
            </w:r>
            <w:r w:rsidR="00063FD6" w:rsidRPr="00725071">
              <w:rPr>
                <w:rStyle w:val="libPoemTiniChar0"/>
                <w:rtl/>
              </w:rPr>
              <w:br/>
              <w:t> </w:t>
            </w:r>
          </w:p>
        </w:tc>
      </w:tr>
      <w:tr w:rsidR="00063FD6" w:rsidRPr="00524A24" w:rsidTr="00063FD6">
        <w:trPr>
          <w:trHeight w:val="350"/>
        </w:trPr>
        <w:tc>
          <w:tcPr>
            <w:tcW w:w="3902" w:type="dxa"/>
          </w:tcPr>
          <w:p w:rsidR="00063FD6" w:rsidRPr="00524A24" w:rsidRDefault="00063FD6" w:rsidP="00693B01">
            <w:pPr>
              <w:pStyle w:val="libPoem"/>
            </w:pPr>
            <w:r w:rsidRPr="009647FC">
              <w:rPr>
                <w:rtl/>
              </w:rPr>
              <w:t>وأرى</w:t>
            </w:r>
            <w:r>
              <w:rPr>
                <w:rtl/>
              </w:rPr>
              <w:t xml:space="preserve"> </w:t>
            </w:r>
            <w:r w:rsidRPr="009647FC">
              <w:rPr>
                <w:rtl/>
              </w:rPr>
              <w:t>ا</w:t>
            </w:r>
            <w:r w:rsidR="00A72677" w:rsidRPr="009647FC">
              <w:rPr>
                <w:rtl/>
              </w:rPr>
              <w:t>لم</w:t>
            </w:r>
            <w:r w:rsidRPr="009647FC">
              <w:rPr>
                <w:rtl/>
              </w:rPr>
              <w:t>مالك</w:t>
            </w:r>
            <w:r>
              <w:rPr>
                <w:rtl/>
              </w:rPr>
              <w:t xml:space="preserve"> </w:t>
            </w:r>
            <w:r w:rsidRPr="009647FC">
              <w:rPr>
                <w:rtl/>
              </w:rPr>
              <w:t>يا</w:t>
            </w:r>
            <w:r>
              <w:rPr>
                <w:rtl/>
              </w:rPr>
              <w:t xml:space="preserve"> </w:t>
            </w:r>
            <w:r w:rsidRPr="009647FC">
              <w:rPr>
                <w:rtl/>
              </w:rPr>
              <w:t>ابن</w:t>
            </w:r>
            <w:r>
              <w:rPr>
                <w:rtl/>
              </w:rPr>
              <w:t xml:space="preserve"> </w:t>
            </w:r>
            <w:r w:rsidRPr="009647FC">
              <w:rPr>
                <w:rtl/>
              </w:rPr>
              <w:t>بجدتها</w:t>
            </w:r>
            <w:r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Default="00A72677" w:rsidP="00693B01">
            <w:pPr>
              <w:pStyle w:val="libPoem"/>
            </w:pPr>
            <w:r w:rsidRPr="009647FC">
              <w:rPr>
                <w:rtl/>
              </w:rPr>
              <w:t>لك</w:t>
            </w:r>
            <w:r w:rsidR="00677BC4">
              <w:rPr>
                <w:rtl/>
              </w:rPr>
              <w:t>َ</w:t>
            </w:r>
            <w:r w:rsidR="00063FD6">
              <w:rPr>
                <w:rtl/>
              </w:rPr>
              <w:t xml:space="preserve"> </w:t>
            </w:r>
            <w:r w:rsidRPr="009647FC">
              <w:rPr>
                <w:rtl/>
              </w:rPr>
              <w:t>شك</w:t>
            </w:r>
            <w:r w:rsidR="00063FD6" w:rsidRPr="009647FC">
              <w:rPr>
                <w:rtl/>
              </w:rPr>
              <w:t>رُها</w:t>
            </w:r>
            <w:r w:rsidR="00063FD6">
              <w:rPr>
                <w:rtl/>
              </w:rPr>
              <w:t xml:space="preserve"> </w:t>
            </w:r>
            <w:r w:rsidRPr="009647FC">
              <w:rPr>
                <w:rtl/>
              </w:rPr>
              <w:t>كن</w:t>
            </w:r>
            <w:r w:rsidR="00063FD6" w:rsidRPr="009647FC">
              <w:rPr>
                <w:rtl/>
              </w:rPr>
              <w:t>داك</w:t>
            </w:r>
            <w:r w:rsidR="00063FD6">
              <w:rPr>
                <w:rtl/>
              </w:rPr>
              <w:t xml:space="preserve"> </w:t>
            </w:r>
            <w:r w:rsidR="00063FD6" w:rsidRPr="009647FC">
              <w:rPr>
                <w:rtl/>
              </w:rPr>
              <w:t>متصلُ</w:t>
            </w:r>
            <w:r w:rsidR="00063FD6" w:rsidRPr="00725071">
              <w:rPr>
                <w:rStyle w:val="libPoemTiniChar0"/>
                <w:rtl/>
              </w:rPr>
              <w:br/>
              <w:t> </w:t>
            </w:r>
          </w:p>
        </w:tc>
      </w:tr>
      <w:tr w:rsidR="00063FD6" w:rsidRPr="00524A24" w:rsidTr="00063FD6">
        <w:trPr>
          <w:trHeight w:val="350"/>
        </w:trPr>
        <w:tc>
          <w:tcPr>
            <w:tcW w:w="3902" w:type="dxa"/>
          </w:tcPr>
          <w:p w:rsidR="00063FD6" w:rsidRPr="00524A24" w:rsidRDefault="00063FD6" w:rsidP="00693B01">
            <w:pPr>
              <w:pStyle w:val="libPoem"/>
            </w:pPr>
            <w:r w:rsidRPr="009647FC">
              <w:rPr>
                <w:rtl/>
              </w:rPr>
              <w:t>أو</w:t>
            </w:r>
            <w:r w:rsidR="00A72677" w:rsidRPr="009647FC">
              <w:rPr>
                <w:rtl/>
              </w:rPr>
              <w:t>سع</w:t>
            </w:r>
            <w:r w:rsidRPr="009647FC">
              <w:rPr>
                <w:rtl/>
              </w:rPr>
              <w:t>تها</w:t>
            </w:r>
            <w:r w:rsidR="004C00A8">
              <w:rPr>
                <w:rtl/>
              </w:rPr>
              <w:t xml:space="preserve"> </w:t>
            </w:r>
            <w:r w:rsidRPr="009647FC">
              <w:rPr>
                <w:rtl/>
              </w:rPr>
              <w:t>و</w:t>
            </w:r>
            <w:r w:rsidR="00A72677" w:rsidRPr="009647FC">
              <w:rPr>
                <w:rtl/>
              </w:rPr>
              <w:t>فض</w:t>
            </w:r>
            <w:r w:rsidRPr="009647FC">
              <w:rPr>
                <w:rtl/>
              </w:rPr>
              <w:t>لتها</w:t>
            </w:r>
            <w:r>
              <w:rPr>
                <w:rtl/>
              </w:rPr>
              <w:t xml:space="preserve"> </w:t>
            </w:r>
            <w:r w:rsidR="00A72677" w:rsidRPr="009647FC">
              <w:rPr>
                <w:rtl/>
              </w:rPr>
              <w:t>كر</w:t>
            </w:r>
            <w:r w:rsidRPr="009647FC">
              <w:rPr>
                <w:rtl/>
              </w:rPr>
              <w:t>ما</w:t>
            </w:r>
            <w:r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Default="00A72677" w:rsidP="00693B01">
            <w:pPr>
              <w:pStyle w:val="libPoem"/>
            </w:pPr>
            <w:r w:rsidRPr="009647FC">
              <w:rPr>
                <w:rtl/>
              </w:rPr>
              <w:t>عن</w:t>
            </w:r>
            <w:r w:rsidR="00063FD6" w:rsidRPr="009647FC">
              <w:rPr>
                <w:rtl/>
              </w:rPr>
              <w:t>هُ</w:t>
            </w:r>
            <w:r w:rsidR="00063FD6">
              <w:rPr>
                <w:rtl/>
              </w:rPr>
              <w:t xml:space="preserve"> </w:t>
            </w:r>
            <w:r w:rsidRPr="009647FC">
              <w:rPr>
                <w:rtl/>
              </w:rPr>
              <w:t>يض</w:t>
            </w:r>
            <w:r w:rsidR="00063FD6" w:rsidRPr="009647FC">
              <w:rPr>
                <w:rtl/>
              </w:rPr>
              <w:t>يقُ</w:t>
            </w:r>
            <w:r w:rsidR="00063FD6">
              <w:rPr>
                <w:rtl/>
              </w:rPr>
              <w:t xml:space="preserve"> </w:t>
            </w:r>
            <w:r w:rsidR="00063FD6" w:rsidRPr="009647FC">
              <w:rPr>
                <w:rtl/>
              </w:rPr>
              <w:t>السهلُ</w:t>
            </w:r>
            <w:r w:rsidR="00063FD6">
              <w:rPr>
                <w:rtl/>
              </w:rPr>
              <w:t xml:space="preserve"> </w:t>
            </w:r>
            <w:r w:rsidR="00063FD6" w:rsidRPr="009647FC">
              <w:rPr>
                <w:rtl/>
              </w:rPr>
              <w:t>والجبلُ</w:t>
            </w:r>
            <w:r w:rsidR="00063FD6" w:rsidRPr="00725071">
              <w:rPr>
                <w:rStyle w:val="libPoemTiniChar0"/>
                <w:rtl/>
              </w:rPr>
              <w:br/>
              <w:t> </w:t>
            </w:r>
          </w:p>
        </w:tc>
      </w:tr>
      <w:tr w:rsidR="00063FD6" w:rsidRPr="00524A24" w:rsidTr="00063FD6">
        <w:trPr>
          <w:trHeight w:val="350"/>
        </w:trPr>
        <w:tc>
          <w:tcPr>
            <w:tcW w:w="3902" w:type="dxa"/>
          </w:tcPr>
          <w:p w:rsidR="00063FD6" w:rsidRPr="00524A24" w:rsidRDefault="00063FD6" w:rsidP="00693B01">
            <w:pPr>
              <w:pStyle w:val="libPoem"/>
            </w:pPr>
            <w:r w:rsidRPr="009647FC">
              <w:rPr>
                <w:rtl/>
              </w:rPr>
              <w:t>و</w:t>
            </w:r>
            <w:r w:rsidR="00A72677" w:rsidRPr="009647FC">
              <w:rPr>
                <w:rtl/>
              </w:rPr>
              <w:t>سب</w:t>
            </w:r>
            <w:r w:rsidRPr="009647FC">
              <w:rPr>
                <w:rtl/>
              </w:rPr>
              <w:t>رت</w:t>
            </w:r>
            <w:r w:rsidR="00677BC4">
              <w:rPr>
                <w:rtl/>
              </w:rPr>
              <w:t>َ</w:t>
            </w:r>
            <w:r w:rsidR="004C00A8">
              <w:rPr>
                <w:rtl/>
              </w:rPr>
              <w:t xml:space="preserve"> </w:t>
            </w:r>
            <w:r w:rsidR="00A72677" w:rsidRPr="009647FC">
              <w:rPr>
                <w:rtl/>
              </w:rPr>
              <w:t>غو</w:t>
            </w:r>
            <w:r w:rsidRPr="009647FC">
              <w:rPr>
                <w:rtl/>
              </w:rPr>
              <w:t>ر</w:t>
            </w:r>
            <w:r>
              <w:rPr>
                <w:rtl/>
              </w:rPr>
              <w:t xml:space="preserve"> </w:t>
            </w:r>
            <w:r w:rsidRPr="009647FC">
              <w:rPr>
                <w:rtl/>
              </w:rPr>
              <w:t>زمانها</w:t>
            </w:r>
            <w:r>
              <w:rPr>
                <w:rtl/>
              </w:rPr>
              <w:t xml:space="preserve"> </w:t>
            </w:r>
            <w:r w:rsidRPr="009647FC">
              <w:rPr>
                <w:rtl/>
              </w:rPr>
              <w:t>فغدا</w:t>
            </w:r>
            <w:r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Default="00063FD6" w:rsidP="00693B01">
            <w:pPr>
              <w:pStyle w:val="libPoem"/>
            </w:pPr>
            <w:r w:rsidRPr="009647FC">
              <w:rPr>
                <w:rtl/>
              </w:rPr>
              <w:t>لا</w:t>
            </w:r>
            <w:r w:rsidR="004C00A8">
              <w:rPr>
                <w:rtl/>
              </w:rPr>
              <w:t xml:space="preserve"> </w:t>
            </w:r>
            <w:r w:rsidR="00A72677" w:rsidRPr="009647FC">
              <w:rPr>
                <w:rtl/>
              </w:rPr>
              <w:t>جر</w:t>
            </w:r>
            <w:r w:rsidRPr="009647FC">
              <w:rPr>
                <w:rtl/>
              </w:rPr>
              <w:t>ح</w:t>
            </w:r>
            <w:r w:rsidR="00677BC4">
              <w:rPr>
                <w:rtl/>
              </w:rPr>
              <w:t>َ</w:t>
            </w:r>
            <w:r>
              <w:rPr>
                <w:rtl/>
              </w:rPr>
              <w:t xml:space="preserve"> </w:t>
            </w:r>
            <w:r w:rsidRPr="009647FC">
              <w:rPr>
                <w:rtl/>
              </w:rPr>
              <w:t>إلاّ</w:t>
            </w:r>
            <w:r>
              <w:rPr>
                <w:rtl/>
              </w:rPr>
              <w:t xml:space="preserve"> </w:t>
            </w:r>
            <w:r w:rsidRPr="009647FC">
              <w:rPr>
                <w:rtl/>
              </w:rPr>
              <w:t>و</w:t>
            </w:r>
            <w:r w:rsidR="00A72677" w:rsidRPr="009647FC">
              <w:rPr>
                <w:rtl/>
              </w:rPr>
              <w:t>هو</w:t>
            </w:r>
            <w:r>
              <w:rPr>
                <w:rtl/>
              </w:rPr>
              <w:t xml:space="preserve"> </w:t>
            </w:r>
            <w:r w:rsidR="00A72677" w:rsidRPr="009647FC">
              <w:rPr>
                <w:rtl/>
              </w:rPr>
              <w:t>من</w:t>
            </w:r>
            <w:r w:rsidRPr="009647FC">
              <w:rPr>
                <w:rtl/>
              </w:rPr>
              <w:t>دملُ</w:t>
            </w:r>
            <w:r w:rsidRPr="00725071">
              <w:rPr>
                <w:rStyle w:val="libPoemTiniChar0"/>
                <w:rtl/>
              </w:rPr>
              <w:br/>
              <w:t> </w:t>
            </w:r>
          </w:p>
        </w:tc>
      </w:tr>
      <w:tr w:rsidR="00063FD6" w:rsidRPr="00524A24" w:rsidTr="00063FD6">
        <w:trPr>
          <w:trHeight w:val="350"/>
        </w:trPr>
        <w:tc>
          <w:tcPr>
            <w:tcW w:w="3902" w:type="dxa"/>
          </w:tcPr>
          <w:p w:rsidR="00063FD6" w:rsidRPr="00524A24" w:rsidRDefault="00A72677" w:rsidP="00693B01">
            <w:pPr>
              <w:pStyle w:val="libPoem"/>
            </w:pPr>
            <w:r w:rsidRPr="009647FC">
              <w:rPr>
                <w:rtl/>
              </w:rPr>
              <w:t>ما</w:t>
            </w:r>
            <w:r w:rsidR="004C00A8">
              <w:rPr>
                <w:rtl/>
              </w:rPr>
              <w:t xml:space="preserve"> </w:t>
            </w:r>
            <w:r w:rsidRPr="009647FC">
              <w:rPr>
                <w:rtl/>
              </w:rPr>
              <w:t>في</w:t>
            </w:r>
            <w:r w:rsidR="00063FD6">
              <w:rPr>
                <w:rtl/>
              </w:rPr>
              <w:t xml:space="preserve"> </w:t>
            </w:r>
            <w:r w:rsidR="00063FD6" w:rsidRPr="009647FC">
              <w:rPr>
                <w:rtl/>
              </w:rPr>
              <w:t>ا</w:t>
            </w:r>
            <w:r w:rsidRPr="009647FC">
              <w:rPr>
                <w:rtl/>
              </w:rPr>
              <w:t>لح</w:t>
            </w:r>
            <w:r w:rsidR="00063FD6" w:rsidRPr="009647FC">
              <w:rPr>
                <w:rtl/>
              </w:rPr>
              <w:t>ياة</w:t>
            </w:r>
            <w:r w:rsidR="00063FD6">
              <w:rPr>
                <w:rtl/>
              </w:rPr>
              <w:t xml:space="preserve"> </w:t>
            </w:r>
            <w:r w:rsidR="00063FD6" w:rsidRPr="009647FC">
              <w:rPr>
                <w:rtl/>
              </w:rPr>
              <w:t>لخالعٍ</w:t>
            </w:r>
            <w:r w:rsidR="00063FD6">
              <w:rPr>
                <w:rtl/>
              </w:rPr>
              <w:t xml:space="preserve"> </w:t>
            </w:r>
            <w:r w:rsidR="00063FD6" w:rsidRPr="009647FC">
              <w:rPr>
                <w:rtl/>
              </w:rPr>
              <w:t>أملٌ</w:t>
            </w:r>
            <w:r w:rsidR="00063FD6"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Default="00063FD6" w:rsidP="00693B01">
            <w:pPr>
              <w:pStyle w:val="libPoem"/>
            </w:pPr>
            <w:r w:rsidRPr="009647FC">
              <w:rPr>
                <w:rtl/>
              </w:rPr>
              <w:t>أ</w:t>
            </w:r>
            <w:r w:rsidR="00A72677" w:rsidRPr="009647FC">
              <w:rPr>
                <w:rtl/>
              </w:rPr>
              <w:t>نت</w:t>
            </w:r>
            <w:r w:rsidR="00677BC4">
              <w:rPr>
                <w:rtl/>
              </w:rPr>
              <w:t>َ</w:t>
            </w:r>
            <w:r w:rsidR="004C00A8">
              <w:rPr>
                <w:rtl/>
              </w:rPr>
              <w:t xml:space="preserve"> </w:t>
            </w:r>
            <w:r w:rsidRPr="009647FC">
              <w:rPr>
                <w:rtl/>
              </w:rPr>
              <w:t>ا</w:t>
            </w:r>
            <w:r w:rsidR="00A72677" w:rsidRPr="009647FC">
              <w:rPr>
                <w:rtl/>
              </w:rPr>
              <w:t>لح</w:t>
            </w:r>
            <w:r w:rsidRPr="009647FC">
              <w:rPr>
                <w:rtl/>
              </w:rPr>
              <w:t>مامُ</w:t>
            </w:r>
            <w:r>
              <w:rPr>
                <w:rtl/>
              </w:rPr>
              <w:t xml:space="preserve"> </w:t>
            </w:r>
            <w:r w:rsidRPr="009647FC">
              <w:rPr>
                <w:rtl/>
              </w:rPr>
              <w:t>وسيفك</w:t>
            </w:r>
            <w:r>
              <w:rPr>
                <w:rtl/>
              </w:rPr>
              <w:t xml:space="preserve"> </w:t>
            </w:r>
            <w:r w:rsidRPr="009647FC">
              <w:rPr>
                <w:rtl/>
              </w:rPr>
              <w:t>الأجل</w:t>
            </w:r>
            <w:r w:rsidRPr="00725071">
              <w:rPr>
                <w:rStyle w:val="libPoemTiniChar0"/>
                <w:rtl/>
              </w:rPr>
              <w:br/>
              <w:t> </w:t>
            </w:r>
          </w:p>
        </w:tc>
      </w:tr>
      <w:tr w:rsidR="00063FD6" w:rsidRPr="00524A24" w:rsidTr="00063FD6">
        <w:trPr>
          <w:trHeight w:val="350"/>
        </w:trPr>
        <w:tc>
          <w:tcPr>
            <w:tcW w:w="3902" w:type="dxa"/>
          </w:tcPr>
          <w:p w:rsidR="00063FD6" w:rsidRPr="00524A24" w:rsidRDefault="00063FD6" w:rsidP="00693B01">
            <w:pPr>
              <w:pStyle w:val="libPoem"/>
            </w:pPr>
            <w:r w:rsidRPr="00A72677">
              <w:rPr>
                <w:rtl/>
              </w:rPr>
              <w:t>م</w:t>
            </w:r>
            <w:r w:rsidR="00677BC4">
              <w:rPr>
                <w:rtl/>
              </w:rPr>
              <w:t>َ</w:t>
            </w:r>
            <w:r w:rsidR="00A72677" w:rsidRPr="00A72677">
              <w:rPr>
                <w:rtl/>
              </w:rPr>
              <w:t>ن</w:t>
            </w:r>
            <w:r w:rsidR="004C00A8">
              <w:rPr>
                <w:rtl/>
              </w:rPr>
              <w:t xml:space="preserve"> </w:t>
            </w:r>
            <w:r w:rsidRPr="00A72677">
              <w:rPr>
                <w:rtl/>
              </w:rPr>
              <w:t xml:space="preserve">ذا </w:t>
            </w:r>
            <w:r w:rsidR="00A72677" w:rsidRPr="00A72677">
              <w:rPr>
                <w:rtl/>
              </w:rPr>
              <w:t>ير</w:t>
            </w:r>
            <w:r w:rsidRPr="00A72677">
              <w:rPr>
                <w:rtl/>
              </w:rPr>
              <w:t xml:space="preserve">دُّ </w:t>
            </w:r>
            <w:r w:rsidR="00A72677" w:rsidRPr="00A72677">
              <w:rPr>
                <w:rtl/>
              </w:rPr>
              <w:t>لع</w:t>
            </w:r>
            <w:r w:rsidRPr="00A72677">
              <w:rPr>
                <w:rtl/>
              </w:rPr>
              <w:t>زمتيك</w:t>
            </w:r>
            <w:r w:rsidR="00677BC4">
              <w:rPr>
                <w:rtl/>
              </w:rPr>
              <w:t>َ</w:t>
            </w:r>
            <w:r w:rsidRPr="00A72677">
              <w:rPr>
                <w:rtl/>
              </w:rPr>
              <w:t xml:space="preserve"> شبا</w:t>
            </w:r>
            <w:r w:rsidRPr="00A72677">
              <w:rPr>
                <w:rStyle w:val="libPoemTiniChar0"/>
                <w:rtl/>
              </w:rPr>
              <w:br/>
              <w:t> </w:t>
            </w:r>
          </w:p>
        </w:tc>
        <w:tc>
          <w:tcPr>
            <w:tcW w:w="301" w:type="dxa"/>
          </w:tcPr>
          <w:p w:rsidR="00063FD6" w:rsidRPr="00A72677" w:rsidRDefault="00063FD6" w:rsidP="00693B01">
            <w:pPr>
              <w:pStyle w:val="libPoem"/>
              <w:rPr>
                <w:rtl/>
              </w:rPr>
            </w:pPr>
          </w:p>
        </w:tc>
        <w:tc>
          <w:tcPr>
            <w:tcW w:w="3884" w:type="dxa"/>
          </w:tcPr>
          <w:p w:rsidR="00063FD6" w:rsidRPr="00A72677" w:rsidRDefault="00063FD6" w:rsidP="00693B01">
            <w:pPr>
              <w:pStyle w:val="libPoem"/>
            </w:pPr>
            <w:r w:rsidRPr="00A72677">
              <w:rPr>
                <w:rtl/>
              </w:rPr>
              <w:t>و</w:t>
            </w:r>
            <w:r w:rsidR="00A72677" w:rsidRPr="00A72677">
              <w:rPr>
                <w:rtl/>
              </w:rPr>
              <w:t>شب</w:t>
            </w:r>
            <w:r w:rsidRPr="00A72677">
              <w:rPr>
                <w:rtl/>
              </w:rPr>
              <w:t>اك</w:t>
            </w:r>
            <w:r w:rsidR="00677BC4">
              <w:rPr>
                <w:rtl/>
              </w:rPr>
              <w:t>َ</w:t>
            </w:r>
            <w:r w:rsidRPr="00A72677">
              <w:rPr>
                <w:rtl/>
              </w:rPr>
              <w:t xml:space="preserve"> </w:t>
            </w:r>
            <w:r w:rsidR="00A72677" w:rsidRPr="00A72677">
              <w:rPr>
                <w:rtl/>
              </w:rPr>
              <w:t>يق</w:t>
            </w:r>
            <w:r w:rsidRPr="00A72677">
              <w:rPr>
                <w:rtl/>
              </w:rPr>
              <w:t>طع قبل</w:t>
            </w:r>
            <w:r w:rsidR="00677BC4">
              <w:rPr>
                <w:rtl/>
              </w:rPr>
              <w:t>َ</w:t>
            </w:r>
            <w:r w:rsidRPr="00A72677">
              <w:rPr>
                <w:rtl/>
              </w:rPr>
              <w:t xml:space="preserve"> ما يصلُ</w:t>
            </w:r>
            <w:r w:rsidRPr="00A72677">
              <w:rPr>
                <w:rStyle w:val="libPoemTiniChar0"/>
                <w:rtl/>
              </w:rPr>
              <w:br/>
              <w:t> </w:t>
            </w:r>
          </w:p>
        </w:tc>
      </w:tr>
      <w:tr w:rsidR="00063FD6" w:rsidRPr="00524A24" w:rsidTr="00063FD6">
        <w:trPr>
          <w:trHeight w:val="350"/>
        </w:trPr>
        <w:tc>
          <w:tcPr>
            <w:tcW w:w="3902" w:type="dxa"/>
          </w:tcPr>
          <w:p w:rsidR="00063FD6" w:rsidRPr="00524A24" w:rsidRDefault="00063FD6" w:rsidP="00693B01">
            <w:pPr>
              <w:pStyle w:val="libPoem"/>
            </w:pPr>
            <w:r w:rsidRPr="009647FC">
              <w:rPr>
                <w:rtl/>
              </w:rPr>
              <w:t>إن</w:t>
            </w:r>
            <w:r>
              <w:rPr>
                <w:rtl/>
              </w:rPr>
              <w:t xml:space="preserve"> </w:t>
            </w:r>
            <w:r w:rsidR="00A72677" w:rsidRPr="009647FC">
              <w:rPr>
                <w:rtl/>
              </w:rPr>
              <w:t>تن</w:t>
            </w:r>
            <w:r w:rsidRPr="009647FC">
              <w:rPr>
                <w:rtl/>
              </w:rPr>
              <w:t>تعلْ</w:t>
            </w:r>
            <w:r>
              <w:rPr>
                <w:rtl/>
              </w:rPr>
              <w:t xml:space="preserve"> </w:t>
            </w:r>
            <w:r w:rsidR="00A72677" w:rsidRPr="009647FC">
              <w:rPr>
                <w:rtl/>
              </w:rPr>
              <w:t>قم</w:t>
            </w:r>
            <w:r w:rsidRPr="009647FC">
              <w:rPr>
                <w:rtl/>
              </w:rPr>
              <w:t>م</w:t>
            </w:r>
            <w:r w:rsidR="00677BC4">
              <w:rPr>
                <w:rtl/>
              </w:rPr>
              <w:t>َ</w:t>
            </w:r>
            <w:r>
              <w:rPr>
                <w:rtl/>
              </w:rPr>
              <w:t xml:space="preserve"> </w:t>
            </w:r>
            <w:r w:rsidRPr="009647FC">
              <w:rPr>
                <w:rtl/>
              </w:rPr>
              <w:t>ا</w:t>
            </w:r>
            <w:r w:rsidR="00A72677" w:rsidRPr="009647FC">
              <w:rPr>
                <w:rtl/>
              </w:rPr>
              <w:t>لم</w:t>
            </w:r>
            <w:r w:rsidRPr="009647FC">
              <w:rPr>
                <w:rtl/>
              </w:rPr>
              <w:t>لوك</w:t>
            </w:r>
            <w:r>
              <w:rPr>
                <w:rtl/>
              </w:rPr>
              <w:t xml:space="preserve"> </w:t>
            </w:r>
            <w:r w:rsidRPr="009647FC">
              <w:rPr>
                <w:rtl/>
              </w:rPr>
              <w:t>فقد</w:t>
            </w:r>
            <w:r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Default="00A72677" w:rsidP="00693B01">
            <w:pPr>
              <w:pStyle w:val="libPoem"/>
            </w:pPr>
            <w:r w:rsidRPr="009647FC">
              <w:rPr>
                <w:rtl/>
              </w:rPr>
              <w:t>تو</w:t>
            </w:r>
            <w:r w:rsidR="00063FD6" w:rsidRPr="009647FC">
              <w:rPr>
                <w:rtl/>
              </w:rPr>
              <w:t>ّجتهم</w:t>
            </w:r>
            <w:r w:rsidR="00063FD6">
              <w:rPr>
                <w:rtl/>
              </w:rPr>
              <w:t xml:space="preserve"> </w:t>
            </w:r>
            <w:r w:rsidRPr="009647FC">
              <w:rPr>
                <w:rtl/>
              </w:rPr>
              <w:t>با</w:t>
            </w:r>
            <w:r w:rsidR="00063FD6" w:rsidRPr="009647FC">
              <w:rPr>
                <w:rtl/>
              </w:rPr>
              <w:t>لفخر</w:t>
            </w:r>
            <w:r w:rsidR="00063FD6">
              <w:rPr>
                <w:rtl/>
              </w:rPr>
              <w:t xml:space="preserve"> </w:t>
            </w:r>
            <w:r w:rsidRPr="009647FC">
              <w:rPr>
                <w:rtl/>
              </w:rPr>
              <w:t>لو</w:t>
            </w:r>
            <w:r w:rsidR="00063FD6">
              <w:rPr>
                <w:rtl/>
              </w:rPr>
              <w:t xml:space="preserve"> </w:t>
            </w:r>
            <w:r w:rsidR="00063FD6" w:rsidRPr="009647FC">
              <w:rPr>
                <w:rtl/>
              </w:rPr>
              <w:t>عقلوا</w:t>
            </w:r>
            <w:r w:rsidR="00063FD6" w:rsidRPr="00725071">
              <w:rPr>
                <w:rStyle w:val="libPoemTiniChar0"/>
                <w:rtl/>
              </w:rPr>
              <w:br/>
              <w:t> </w:t>
            </w:r>
          </w:p>
        </w:tc>
      </w:tr>
      <w:tr w:rsidR="00063FD6" w:rsidRPr="00524A24" w:rsidTr="00063FD6">
        <w:trPr>
          <w:trHeight w:val="350"/>
        </w:trPr>
        <w:tc>
          <w:tcPr>
            <w:tcW w:w="3902" w:type="dxa"/>
          </w:tcPr>
          <w:p w:rsidR="00063FD6" w:rsidRPr="00524A24" w:rsidRDefault="00063FD6" w:rsidP="00693B01">
            <w:pPr>
              <w:pStyle w:val="libPoem"/>
            </w:pPr>
            <w:r w:rsidRPr="009647FC">
              <w:rPr>
                <w:rtl/>
              </w:rPr>
              <w:t>و</w:t>
            </w:r>
            <w:r w:rsidR="00A72677" w:rsidRPr="009647FC">
              <w:rPr>
                <w:rtl/>
              </w:rPr>
              <w:t>طأ</w:t>
            </w:r>
            <w:r w:rsidRPr="009647FC">
              <w:rPr>
                <w:rtl/>
              </w:rPr>
              <w:t>تْ</w:t>
            </w:r>
            <w:r>
              <w:rPr>
                <w:rtl/>
              </w:rPr>
              <w:t xml:space="preserve"> </w:t>
            </w:r>
            <w:r w:rsidR="00A72677" w:rsidRPr="009647FC">
              <w:rPr>
                <w:rtl/>
              </w:rPr>
              <w:t>لك</w:t>
            </w:r>
            <w:r>
              <w:rPr>
                <w:rtl/>
              </w:rPr>
              <w:t xml:space="preserve"> </w:t>
            </w:r>
            <w:r w:rsidRPr="009647FC">
              <w:rPr>
                <w:rtl/>
              </w:rPr>
              <w:t>الدنيا</w:t>
            </w:r>
            <w:r>
              <w:rPr>
                <w:rtl/>
              </w:rPr>
              <w:t xml:space="preserve"> </w:t>
            </w:r>
            <w:r w:rsidRPr="009647FC">
              <w:rPr>
                <w:rtl/>
              </w:rPr>
              <w:t>بأخمصها</w:t>
            </w:r>
            <w:r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Default="00A72677" w:rsidP="00693B01">
            <w:pPr>
              <w:pStyle w:val="libPoem"/>
            </w:pPr>
            <w:r w:rsidRPr="009647FC">
              <w:rPr>
                <w:rtl/>
              </w:rPr>
              <w:t>هم</w:t>
            </w:r>
            <w:r w:rsidR="00063FD6" w:rsidRPr="009647FC">
              <w:rPr>
                <w:rtl/>
              </w:rPr>
              <w:t>مٌ</w:t>
            </w:r>
            <w:r w:rsidR="00063FD6">
              <w:rPr>
                <w:rtl/>
              </w:rPr>
              <w:t xml:space="preserve"> </w:t>
            </w:r>
            <w:r w:rsidRPr="009647FC">
              <w:rPr>
                <w:rtl/>
              </w:rPr>
              <w:t>بس</w:t>
            </w:r>
            <w:r w:rsidR="00063FD6" w:rsidRPr="009647FC">
              <w:rPr>
                <w:rtl/>
              </w:rPr>
              <w:t>اطُ</w:t>
            </w:r>
            <w:r w:rsidR="00063FD6">
              <w:rPr>
                <w:rtl/>
              </w:rPr>
              <w:t xml:space="preserve"> </w:t>
            </w:r>
            <w:r w:rsidRPr="009647FC">
              <w:rPr>
                <w:rtl/>
              </w:rPr>
              <w:t>نع</w:t>
            </w:r>
            <w:r w:rsidR="00063FD6" w:rsidRPr="009647FC">
              <w:rPr>
                <w:rtl/>
              </w:rPr>
              <w:t>الها</w:t>
            </w:r>
            <w:r w:rsidR="00063FD6">
              <w:rPr>
                <w:rtl/>
              </w:rPr>
              <w:t xml:space="preserve"> </w:t>
            </w:r>
            <w:r w:rsidR="00063FD6" w:rsidRPr="009647FC">
              <w:rPr>
                <w:rtl/>
              </w:rPr>
              <w:t>ا</w:t>
            </w:r>
            <w:r w:rsidRPr="009647FC">
              <w:rPr>
                <w:rtl/>
              </w:rPr>
              <w:t>لق</w:t>
            </w:r>
            <w:r w:rsidR="00063FD6" w:rsidRPr="009647FC">
              <w:rPr>
                <w:rtl/>
              </w:rPr>
              <w:t>للُ</w:t>
            </w:r>
            <w:r w:rsidR="00063FD6" w:rsidRPr="00725071">
              <w:rPr>
                <w:rStyle w:val="libPoemTiniChar0"/>
                <w:rtl/>
              </w:rPr>
              <w:br/>
              <w:t> </w:t>
            </w:r>
          </w:p>
        </w:tc>
      </w:tr>
      <w:tr w:rsidR="00063FD6" w:rsidRPr="00524A24" w:rsidTr="00063FD6">
        <w:trPr>
          <w:trHeight w:val="350"/>
        </w:trPr>
        <w:tc>
          <w:tcPr>
            <w:tcW w:w="3902" w:type="dxa"/>
          </w:tcPr>
          <w:p w:rsidR="00063FD6" w:rsidRPr="00524A24" w:rsidRDefault="00063FD6" w:rsidP="00693B01">
            <w:pPr>
              <w:pStyle w:val="libPoem"/>
            </w:pPr>
            <w:r w:rsidRPr="009647FC">
              <w:rPr>
                <w:rtl/>
              </w:rPr>
              <w:t>و</w:t>
            </w:r>
            <w:r w:rsidR="00A72677" w:rsidRPr="009647FC">
              <w:rPr>
                <w:rtl/>
              </w:rPr>
              <w:t>لئ</w:t>
            </w:r>
            <w:r w:rsidRPr="009647FC">
              <w:rPr>
                <w:rtl/>
              </w:rPr>
              <w:t>ن</w:t>
            </w:r>
            <w:r w:rsidR="004C00A8">
              <w:rPr>
                <w:rtl/>
              </w:rPr>
              <w:t xml:space="preserve"> </w:t>
            </w:r>
            <w:r w:rsidRPr="009647FC">
              <w:rPr>
                <w:rtl/>
              </w:rPr>
              <w:t>أقمت</w:t>
            </w:r>
            <w:r w:rsidR="00677BC4">
              <w:rPr>
                <w:rtl/>
              </w:rPr>
              <w:t>َ</w:t>
            </w:r>
            <w:r>
              <w:rPr>
                <w:rtl/>
              </w:rPr>
              <w:t xml:space="preserve"> </w:t>
            </w:r>
            <w:r w:rsidRPr="009647FC">
              <w:rPr>
                <w:rtl/>
              </w:rPr>
              <w:t>بحيث</w:t>
            </w:r>
            <w:r>
              <w:rPr>
                <w:rtl/>
              </w:rPr>
              <w:t xml:space="preserve"> </w:t>
            </w:r>
            <w:r w:rsidRPr="009647FC">
              <w:rPr>
                <w:rtl/>
              </w:rPr>
              <w:t>أنت</w:t>
            </w:r>
            <w:r>
              <w:rPr>
                <w:rtl/>
              </w:rPr>
              <w:t xml:space="preserve"> </w:t>
            </w:r>
            <w:r w:rsidRPr="009647FC">
              <w:rPr>
                <w:rtl/>
              </w:rPr>
              <w:t>وقد</w:t>
            </w:r>
            <w:r w:rsidRPr="00725071">
              <w:rPr>
                <w:rStyle w:val="libPoemTiniChar0"/>
                <w:rtl/>
              </w:rPr>
              <w:br/>
              <w:t> </w:t>
            </w:r>
          </w:p>
        </w:tc>
        <w:tc>
          <w:tcPr>
            <w:tcW w:w="301" w:type="dxa"/>
          </w:tcPr>
          <w:p w:rsidR="00063FD6" w:rsidRDefault="00063FD6" w:rsidP="00693B01">
            <w:pPr>
              <w:pStyle w:val="libPoem"/>
              <w:rPr>
                <w:rtl/>
              </w:rPr>
            </w:pPr>
          </w:p>
        </w:tc>
        <w:tc>
          <w:tcPr>
            <w:tcW w:w="3884" w:type="dxa"/>
          </w:tcPr>
          <w:p w:rsidR="00063FD6" w:rsidRPr="00524A24" w:rsidRDefault="00063FD6" w:rsidP="00693B01">
            <w:pPr>
              <w:pStyle w:val="libPoem"/>
            </w:pPr>
            <w:r w:rsidRPr="009647FC">
              <w:rPr>
                <w:rtl/>
              </w:rPr>
              <w:t>أ</w:t>
            </w:r>
            <w:r w:rsidR="00A72677" w:rsidRPr="009647FC">
              <w:rPr>
                <w:rtl/>
              </w:rPr>
              <w:t>من</w:t>
            </w:r>
            <w:r w:rsidRPr="009647FC">
              <w:rPr>
                <w:rtl/>
              </w:rPr>
              <w:t>ت</w:t>
            </w:r>
            <w:r w:rsidR="004C00A8">
              <w:rPr>
                <w:rtl/>
              </w:rPr>
              <w:t xml:space="preserve"> </w:t>
            </w:r>
            <w:r w:rsidR="00A72677" w:rsidRPr="009647FC">
              <w:rPr>
                <w:rtl/>
              </w:rPr>
              <w:t>بك</w:t>
            </w:r>
            <w:r>
              <w:rPr>
                <w:rtl/>
              </w:rPr>
              <w:t xml:space="preserve"> </w:t>
            </w:r>
            <w:r w:rsidRPr="009647FC">
              <w:rPr>
                <w:rtl/>
              </w:rPr>
              <w:t>الأقطارُ</w:t>
            </w:r>
            <w:r>
              <w:rPr>
                <w:rtl/>
              </w:rPr>
              <w:t xml:space="preserve"> </w:t>
            </w:r>
            <w:r w:rsidRPr="009647FC">
              <w:rPr>
                <w:rtl/>
              </w:rPr>
              <w:t>والسبلُ</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بياض</w:t>
      </w:r>
      <w:r w:rsidR="00D769AB">
        <w:rPr>
          <w:rtl/>
        </w:rPr>
        <w:t>:</w:t>
      </w:r>
      <w:r w:rsidRPr="009647FC">
        <w:rPr>
          <w:rtl/>
        </w:rPr>
        <w:t xml:space="preserve"> في المخطوطتين والمطبوعتين</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68644B" w:rsidRPr="00524A24" w:rsidTr="0068644B">
        <w:trPr>
          <w:trHeight w:val="350"/>
        </w:trPr>
        <w:tc>
          <w:tcPr>
            <w:tcW w:w="3902" w:type="dxa"/>
          </w:tcPr>
          <w:p w:rsidR="0068644B" w:rsidRPr="00524A24" w:rsidRDefault="00A72677" w:rsidP="00693B01">
            <w:pPr>
              <w:pStyle w:val="libPoem"/>
            </w:pPr>
            <w:r w:rsidRPr="009647FC">
              <w:rPr>
                <w:rtl/>
              </w:rPr>
              <w:lastRenderedPageBreak/>
              <w:t>فا</w:t>
            </w:r>
            <w:r w:rsidR="0068644B" w:rsidRPr="009647FC">
              <w:rPr>
                <w:rtl/>
              </w:rPr>
              <w:t>لأرض</w:t>
            </w:r>
            <w:r w:rsidR="0068644B">
              <w:rPr>
                <w:rtl/>
              </w:rPr>
              <w:t xml:space="preserve"> </w:t>
            </w:r>
            <w:r w:rsidRPr="009647FC">
              <w:rPr>
                <w:rtl/>
              </w:rPr>
              <w:t>حي</w:t>
            </w:r>
            <w:r w:rsidR="0068644B" w:rsidRPr="009647FC">
              <w:rPr>
                <w:rtl/>
              </w:rPr>
              <w:t>ث</w:t>
            </w:r>
            <w:r w:rsidR="0068644B">
              <w:rPr>
                <w:rtl/>
              </w:rPr>
              <w:t xml:space="preserve"> </w:t>
            </w:r>
            <w:r w:rsidR="0068644B" w:rsidRPr="009647FC">
              <w:rPr>
                <w:rtl/>
              </w:rPr>
              <w:t>تجوسها</w:t>
            </w:r>
            <w:r w:rsidR="0068644B">
              <w:rPr>
                <w:rtl/>
              </w:rPr>
              <w:t xml:space="preserve"> </w:t>
            </w:r>
            <w:r w:rsidR="0068644B" w:rsidRPr="009647FC">
              <w:rPr>
                <w:rtl/>
              </w:rPr>
              <w:t>بلدٌ</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وا</w:t>
            </w:r>
            <w:r w:rsidR="00A72677" w:rsidRPr="009647FC">
              <w:rPr>
                <w:rtl/>
              </w:rPr>
              <w:t>لن</w:t>
            </w:r>
            <w:r w:rsidRPr="009647FC">
              <w:rPr>
                <w:rtl/>
              </w:rPr>
              <w:t>اسُ</w:t>
            </w:r>
            <w:r w:rsidR="004C00A8">
              <w:rPr>
                <w:rtl/>
              </w:rPr>
              <w:t xml:space="preserve"> </w:t>
            </w:r>
            <w:r w:rsidRPr="009647FC">
              <w:rPr>
                <w:rtl/>
              </w:rPr>
              <w:t>حيث</w:t>
            </w:r>
            <w:r>
              <w:rPr>
                <w:rtl/>
              </w:rPr>
              <w:t xml:space="preserve"> </w:t>
            </w:r>
            <w:r w:rsidRPr="009647FC">
              <w:rPr>
                <w:rtl/>
              </w:rPr>
              <w:t>تسوسها</w:t>
            </w:r>
            <w:r>
              <w:rPr>
                <w:rtl/>
              </w:rPr>
              <w:t xml:space="preserve"> </w:t>
            </w:r>
            <w:r w:rsidRPr="009647FC">
              <w:rPr>
                <w:rtl/>
              </w:rPr>
              <w:t>رجلُ</w:t>
            </w:r>
            <w:r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وإذا</w:t>
            </w:r>
            <w:r w:rsidR="004C00A8">
              <w:rPr>
                <w:rtl/>
              </w:rPr>
              <w:t xml:space="preserve"> </w:t>
            </w:r>
            <w:r w:rsidRPr="009647FC">
              <w:rPr>
                <w:rtl/>
              </w:rPr>
              <w:t>الصواهل</w:t>
            </w:r>
            <w:r>
              <w:rPr>
                <w:rtl/>
              </w:rPr>
              <w:t xml:space="preserve"> </w:t>
            </w:r>
            <w:r w:rsidRPr="009647FC">
              <w:rPr>
                <w:rtl/>
              </w:rPr>
              <w:t>أرعدتْ</w:t>
            </w:r>
            <w:r>
              <w:rPr>
                <w:rtl/>
              </w:rPr>
              <w:t xml:space="preserve"> </w:t>
            </w:r>
            <w:r w:rsidRPr="009647FC">
              <w:rPr>
                <w:rtl/>
              </w:rPr>
              <w:t>وعلى</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بر</w:t>
            </w:r>
            <w:r w:rsidR="0068644B" w:rsidRPr="009647FC">
              <w:rPr>
                <w:rtl/>
              </w:rPr>
              <w:t>ق</w:t>
            </w:r>
            <w:r w:rsidR="004C00A8">
              <w:rPr>
                <w:rtl/>
              </w:rPr>
              <w:t xml:space="preserve"> </w:t>
            </w:r>
            <w:r w:rsidR="0068644B" w:rsidRPr="009647FC">
              <w:rPr>
                <w:rtl/>
              </w:rPr>
              <w:t>الصوارم</w:t>
            </w:r>
            <w:r w:rsidR="0068644B">
              <w:rPr>
                <w:rtl/>
              </w:rPr>
              <w:t xml:space="preserve"> </w:t>
            </w:r>
            <w:r w:rsidR="0068644B" w:rsidRPr="009647FC">
              <w:rPr>
                <w:rtl/>
              </w:rPr>
              <w:t>أمطر</w:t>
            </w:r>
            <w:r w:rsidR="0068644B">
              <w:rPr>
                <w:rtl/>
              </w:rPr>
              <w:t xml:space="preserve"> </w:t>
            </w:r>
            <w:r w:rsidR="0068644B" w:rsidRPr="009647FC">
              <w:rPr>
                <w:rtl/>
              </w:rPr>
              <w:t>الأسلُ</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w:t>
            </w:r>
            <w:r w:rsidR="00A72677" w:rsidRPr="009647FC">
              <w:rPr>
                <w:rtl/>
              </w:rPr>
              <w:t>عل</w:t>
            </w:r>
            <w:r w:rsidRPr="009647FC">
              <w:rPr>
                <w:rtl/>
              </w:rPr>
              <w:t>تْ</w:t>
            </w:r>
            <w:r>
              <w:rPr>
                <w:rtl/>
              </w:rPr>
              <w:t xml:space="preserve"> </w:t>
            </w:r>
            <w:r w:rsidRPr="009647FC">
              <w:rPr>
                <w:rtl/>
              </w:rPr>
              <w:t>ر</w:t>
            </w:r>
            <w:r w:rsidR="00A72677" w:rsidRPr="009647FC">
              <w:rPr>
                <w:rtl/>
              </w:rPr>
              <w:t>يا</w:t>
            </w:r>
            <w:r w:rsidRPr="009647FC">
              <w:rPr>
                <w:rtl/>
              </w:rPr>
              <w:t>ح</w:t>
            </w:r>
            <w:r>
              <w:rPr>
                <w:rtl/>
              </w:rPr>
              <w:t xml:space="preserve"> </w:t>
            </w:r>
            <w:r w:rsidRPr="009647FC">
              <w:rPr>
                <w:rtl/>
              </w:rPr>
              <w:t>الموت</w:t>
            </w:r>
            <w:r>
              <w:rPr>
                <w:rtl/>
              </w:rPr>
              <w:t xml:space="preserve"> </w:t>
            </w:r>
            <w:r w:rsidRPr="009647FC">
              <w:rPr>
                <w:rtl/>
              </w:rPr>
              <w:t>خافقةً</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بأ</w:t>
            </w:r>
            <w:r w:rsidR="0068644B" w:rsidRPr="009647FC">
              <w:rPr>
                <w:rtl/>
              </w:rPr>
              <w:t>جش</w:t>
            </w:r>
            <w:r w:rsidR="004C00A8">
              <w:rPr>
                <w:rtl/>
              </w:rPr>
              <w:t xml:space="preserve"> </w:t>
            </w:r>
            <w:r w:rsidRPr="009647FC">
              <w:rPr>
                <w:rtl/>
              </w:rPr>
              <w:t>قس</w:t>
            </w:r>
            <w:r w:rsidR="0068644B" w:rsidRPr="009647FC">
              <w:rPr>
                <w:rtl/>
              </w:rPr>
              <w:t>طله</w:t>
            </w:r>
            <w:r w:rsidR="0068644B">
              <w:rPr>
                <w:rtl/>
              </w:rPr>
              <w:t xml:space="preserve"> </w:t>
            </w:r>
            <w:r w:rsidRPr="009647FC">
              <w:rPr>
                <w:rtl/>
              </w:rPr>
              <w:t>له</w:t>
            </w:r>
            <w:r w:rsidR="0068644B" w:rsidRPr="009647FC">
              <w:rPr>
                <w:rtl/>
              </w:rPr>
              <w:t>ا</w:t>
            </w:r>
            <w:r w:rsidR="0068644B">
              <w:rPr>
                <w:rtl/>
              </w:rPr>
              <w:t xml:space="preserve"> </w:t>
            </w:r>
            <w:r w:rsidR="0068644B" w:rsidRPr="009647FC">
              <w:rPr>
                <w:rtl/>
              </w:rPr>
              <w:t>زجلُ</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خض</w:t>
            </w:r>
            <w:r w:rsidR="0068644B" w:rsidRPr="009647FC">
              <w:rPr>
                <w:rtl/>
              </w:rPr>
              <w:t>ت</w:t>
            </w:r>
            <w:r w:rsidR="00677BC4">
              <w:rPr>
                <w:rtl/>
              </w:rPr>
              <w:t>َ</w:t>
            </w:r>
            <w:r w:rsidR="004C00A8">
              <w:rPr>
                <w:rtl/>
              </w:rPr>
              <w:t xml:space="preserve"> </w:t>
            </w:r>
            <w:r w:rsidR="0068644B" w:rsidRPr="009647FC">
              <w:rPr>
                <w:rtl/>
              </w:rPr>
              <w:t>السيوف</w:t>
            </w:r>
            <w:r w:rsidR="00677BC4">
              <w:rPr>
                <w:rtl/>
              </w:rPr>
              <w:t>َ</w:t>
            </w:r>
            <w:r w:rsidR="0068644B">
              <w:rPr>
                <w:rtl/>
              </w:rPr>
              <w:t xml:space="preserve"> </w:t>
            </w:r>
            <w:r w:rsidR="0068644B" w:rsidRPr="009647FC">
              <w:rPr>
                <w:rtl/>
              </w:rPr>
              <w:t>وكلُها</w:t>
            </w:r>
            <w:r w:rsidR="0068644B">
              <w:rPr>
                <w:rtl/>
              </w:rPr>
              <w:t xml:space="preserve"> </w:t>
            </w:r>
            <w:r w:rsidR="0068644B" w:rsidRPr="009647FC">
              <w:rPr>
                <w:rtl/>
              </w:rPr>
              <w:t>لججٌ</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تح</w:t>
            </w:r>
            <w:r w:rsidR="0068644B" w:rsidRPr="009647FC">
              <w:rPr>
                <w:rtl/>
              </w:rPr>
              <w:t>ت</w:t>
            </w:r>
            <w:r w:rsidR="0068644B">
              <w:rPr>
                <w:rtl/>
              </w:rPr>
              <w:t xml:space="preserve"> </w:t>
            </w:r>
            <w:r w:rsidR="0068644B" w:rsidRPr="009647FC">
              <w:rPr>
                <w:rtl/>
              </w:rPr>
              <w:t>ا</w:t>
            </w:r>
            <w:r w:rsidRPr="009647FC">
              <w:rPr>
                <w:rtl/>
              </w:rPr>
              <w:t>لر</w:t>
            </w:r>
            <w:r w:rsidR="0068644B" w:rsidRPr="009647FC">
              <w:rPr>
                <w:rtl/>
              </w:rPr>
              <w:t>ماح</w:t>
            </w:r>
            <w:r w:rsidR="0068644B">
              <w:rPr>
                <w:rtl/>
              </w:rPr>
              <w:t xml:space="preserve"> </w:t>
            </w:r>
            <w:r w:rsidR="0068644B" w:rsidRPr="009647FC">
              <w:rPr>
                <w:rtl/>
              </w:rPr>
              <w:t>و</w:t>
            </w:r>
            <w:r w:rsidRPr="009647FC">
              <w:rPr>
                <w:rtl/>
              </w:rPr>
              <w:t>كل</w:t>
            </w:r>
            <w:r w:rsidR="0068644B" w:rsidRPr="009647FC">
              <w:rPr>
                <w:rtl/>
              </w:rPr>
              <w:t>ُها</w:t>
            </w:r>
            <w:r w:rsidR="0068644B">
              <w:rPr>
                <w:rtl/>
              </w:rPr>
              <w:t xml:space="preserve"> </w:t>
            </w:r>
            <w:r w:rsidR="0068644B" w:rsidRPr="009647FC">
              <w:rPr>
                <w:rtl/>
              </w:rPr>
              <w:t>ظللُ</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w:t>
            </w:r>
            <w:r w:rsidR="00A72677" w:rsidRPr="009647FC">
              <w:rPr>
                <w:rtl/>
              </w:rPr>
              <w:t>جن</w:t>
            </w:r>
            <w:r w:rsidRPr="009647FC">
              <w:rPr>
                <w:rtl/>
              </w:rPr>
              <w:t>يت</w:t>
            </w:r>
            <w:r w:rsidR="00677BC4">
              <w:rPr>
                <w:rtl/>
              </w:rPr>
              <w:t>َ</w:t>
            </w:r>
            <w:r w:rsidR="004C00A8">
              <w:rPr>
                <w:rtl/>
              </w:rPr>
              <w:t xml:space="preserve"> </w:t>
            </w:r>
            <w:r w:rsidR="00A72677" w:rsidRPr="009647FC">
              <w:rPr>
                <w:rtl/>
              </w:rPr>
              <w:t>عز</w:t>
            </w:r>
            <w:r w:rsidRPr="009647FC">
              <w:rPr>
                <w:rtl/>
              </w:rPr>
              <w:t>ّ</w:t>
            </w:r>
            <w:r w:rsidR="00677BC4">
              <w:rPr>
                <w:rtl/>
              </w:rPr>
              <w:t>َ</w:t>
            </w:r>
            <w:r>
              <w:rPr>
                <w:rtl/>
              </w:rPr>
              <w:t xml:space="preserve"> </w:t>
            </w:r>
            <w:r w:rsidRPr="009647FC">
              <w:rPr>
                <w:rtl/>
              </w:rPr>
              <w:t>الملك</w:t>
            </w:r>
            <w:r>
              <w:rPr>
                <w:rtl/>
              </w:rPr>
              <w:t xml:space="preserve"> </w:t>
            </w:r>
            <w:r w:rsidRPr="009647FC">
              <w:rPr>
                <w:rtl/>
              </w:rPr>
              <w:t>محتكما</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من</w:t>
            </w:r>
            <w:r>
              <w:rPr>
                <w:rtl/>
              </w:rPr>
              <w:t xml:space="preserve"> </w:t>
            </w:r>
            <w:r w:rsidRPr="009647FC">
              <w:rPr>
                <w:rtl/>
              </w:rPr>
              <w:t>حيث</w:t>
            </w:r>
            <w:r>
              <w:rPr>
                <w:rtl/>
              </w:rPr>
              <w:t xml:space="preserve"> </w:t>
            </w:r>
            <w:r w:rsidRPr="009647FC">
              <w:rPr>
                <w:rtl/>
              </w:rPr>
              <w:t>تنبت</w:t>
            </w:r>
            <w:r>
              <w:rPr>
                <w:rtl/>
              </w:rPr>
              <w:t xml:space="preserve"> </w:t>
            </w:r>
            <w:r w:rsidRPr="009647FC">
              <w:rPr>
                <w:rtl/>
              </w:rPr>
              <w:t>في</w:t>
            </w:r>
            <w:r>
              <w:rPr>
                <w:rtl/>
              </w:rPr>
              <w:t xml:space="preserve"> </w:t>
            </w:r>
            <w:r w:rsidRPr="009647FC">
              <w:rPr>
                <w:rtl/>
              </w:rPr>
              <w:t>الكلى</w:t>
            </w:r>
            <w:r>
              <w:rPr>
                <w:rtl/>
              </w:rPr>
              <w:t xml:space="preserve"> </w:t>
            </w:r>
            <w:r w:rsidRPr="009647FC">
              <w:rPr>
                <w:rtl/>
              </w:rPr>
              <w:t>الذُبلُ</w:t>
            </w:r>
            <w:r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ولديك</w:t>
            </w:r>
            <w:r w:rsidR="00677BC4">
              <w:rPr>
                <w:rtl/>
              </w:rPr>
              <w:t>َ</w:t>
            </w:r>
            <w:r>
              <w:rPr>
                <w:rtl/>
              </w:rPr>
              <w:t xml:space="preserve"> </w:t>
            </w:r>
            <w:r w:rsidRPr="009647FC">
              <w:rPr>
                <w:rtl/>
              </w:rPr>
              <w:t>آراءٌ</w:t>
            </w:r>
            <w:r>
              <w:rPr>
                <w:rtl/>
              </w:rPr>
              <w:t xml:space="preserve"> </w:t>
            </w:r>
            <w:r w:rsidR="00A72677" w:rsidRPr="009647FC">
              <w:rPr>
                <w:rtl/>
              </w:rPr>
              <w:t>مثقف</w:t>
            </w:r>
            <w:r w:rsidRPr="009647FC">
              <w:rPr>
                <w:rtl/>
              </w:rPr>
              <w:t>ةٌ</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ما</w:t>
            </w:r>
            <w:r w:rsidR="0068644B">
              <w:rPr>
                <w:rtl/>
              </w:rPr>
              <w:t xml:space="preserve"> </w:t>
            </w:r>
            <w:r w:rsidRPr="009647FC">
              <w:rPr>
                <w:rtl/>
              </w:rPr>
              <w:t>مس</w:t>
            </w:r>
            <w:r w:rsidR="0068644B" w:rsidRPr="009647FC">
              <w:rPr>
                <w:rtl/>
              </w:rPr>
              <w:t>ها</w:t>
            </w:r>
            <w:r w:rsidR="0068644B">
              <w:rPr>
                <w:rtl/>
              </w:rPr>
              <w:t xml:space="preserve"> </w:t>
            </w:r>
            <w:r w:rsidRPr="009647FC">
              <w:rPr>
                <w:rtl/>
              </w:rPr>
              <w:t>كم</w:t>
            </w:r>
            <w:r w:rsidR="0068644B" w:rsidRPr="009647FC">
              <w:rPr>
                <w:rtl/>
              </w:rPr>
              <w:t>ثقفٍ</w:t>
            </w:r>
            <w:r w:rsidR="0068644B">
              <w:rPr>
                <w:rtl/>
              </w:rPr>
              <w:t xml:space="preserve"> </w:t>
            </w:r>
            <w:r w:rsidRPr="009647FC">
              <w:rPr>
                <w:rtl/>
              </w:rPr>
              <w:t>خط</w:t>
            </w:r>
            <w:r w:rsidR="0068644B" w:rsidRPr="009647FC">
              <w:rPr>
                <w:rtl/>
              </w:rPr>
              <w:t>لُ</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فإذا</w:t>
            </w:r>
            <w:r w:rsidR="004C00A8">
              <w:rPr>
                <w:rtl/>
              </w:rPr>
              <w:t xml:space="preserve"> </w:t>
            </w:r>
            <w:r w:rsidRPr="009647FC">
              <w:rPr>
                <w:rtl/>
              </w:rPr>
              <w:t>طعنت</w:t>
            </w:r>
            <w:r w:rsidR="00677BC4">
              <w:rPr>
                <w:rtl/>
              </w:rPr>
              <w:t>َ</w:t>
            </w:r>
            <w:r>
              <w:rPr>
                <w:rtl/>
              </w:rPr>
              <w:t xml:space="preserve"> </w:t>
            </w:r>
            <w:r w:rsidRPr="009647FC">
              <w:rPr>
                <w:rtl/>
              </w:rPr>
              <w:t>بها</w:t>
            </w:r>
            <w:r>
              <w:rPr>
                <w:rtl/>
              </w:rPr>
              <w:t xml:space="preserve"> </w:t>
            </w:r>
            <w:r w:rsidRPr="009647FC">
              <w:rPr>
                <w:rtl/>
              </w:rPr>
              <w:t>العدى</w:t>
            </w:r>
            <w:r>
              <w:rPr>
                <w:rtl/>
              </w:rPr>
              <w:t xml:space="preserve"> </w:t>
            </w:r>
            <w:r w:rsidRPr="009647FC">
              <w:rPr>
                <w:rtl/>
              </w:rPr>
              <w:t>وصلتْ</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من</w:t>
            </w:r>
            <w:r w:rsidR="0068644B" w:rsidRPr="009647FC">
              <w:rPr>
                <w:rtl/>
              </w:rPr>
              <w:t>هم</w:t>
            </w:r>
            <w:r w:rsidR="004C00A8">
              <w:rPr>
                <w:rtl/>
              </w:rPr>
              <w:t xml:space="preserve"> </w:t>
            </w:r>
            <w:r w:rsidR="0068644B" w:rsidRPr="009647FC">
              <w:rPr>
                <w:rtl/>
              </w:rPr>
              <w:t>لحيث</w:t>
            </w:r>
            <w:r w:rsidR="0068644B">
              <w:rPr>
                <w:rtl/>
              </w:rPr>
              <w:t xml:space="preserve"> </w:t>
            </w:r>
            <w:r w:rsidR="0068644B" w:rsidRPr="009647FC">
              <w:rPr>
                <w:rtl/>
              </w:rPr>
              <w:t>السمرُ</w:t>
            </w:r>
            <w:r w:rsidR="0068644B">
              <w:rPr>
                <w:rtl/>
              </w:rPr>
              <w:t xml:space="preserve"> </w:t>
            </w:r>
            <w:r w:rsidR="0068644B" w:rsidRPr="009647FC">
              <w:rPr>
                <w:rtl/>
              </w:rPr>
              <w:t>لا</w:t>
            </w:r>
            <w:r w:rsidR="0068644B">
              <w:rPr>
                <w:rtl/>
              </w:rPr>
              <w:t xml:space="preserve"> </w:t>
            </w:r>
            <w:r w:rsidR="0068644B" w:rsidRPr="009647FC">
              <w:rPr>
                <w:rtl/>
              </w:rPr>
              <w:t>تصلُ</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w:t>
            </w:r>
            <w:r w:rsidR="00A72677" w:rsidRPr="009647FC">
              <w:rPr>
                <w:rtl/>
              </w:rPr>
              <w:t>عز</w:t>
            </w:r>
            <w:r w:rsidRPr="009647FC">
              <w:rPr>
                <w:rtl/>
              </w:rPr>
              <w:t>ا</w:t>
            </w:r>
            <w:r w:rsidR="00A72677" w:rsidRPr="009647FC">
              <w:rPr>
                <w:rtl/>
              </w:rPr>
              <w:t>ئم</w:t>
            </w:r>
            <w:r w:rsidRPr="009647FC">
              <w:rPr>
                <w:rtl/>
              </w:rPr>
              <w:t>ٌ</w:t>
            </w:r>
            <w:r w:rsidR="004C00A8">
              <w:rPr>
                <w:rtl/>
              </w:rPr>
              <w:t xml:space="preserve"> </w:t>
            </w:r>
            <w:r w:rsidR="00A72677" w:rsidRPr="009647FC">
              <w:rPr>
                <w:rtl/>
              </w:rPr>
              <w:t>كا</w:t>
            </w:r>
            <w:r w:rsidRPr="009647FC">
              <w:rPr>
                <w:rtl/>
              </w:rPr>
              <w:t>لشهب</w:t>
            </w:r>
            <w:r>
              <w:rPr>
                <w:rtl/>
              </w:rPr>
              <w:t xml:space="preserve"> </w:t>
            </w:r>
            <w:r w:rsidR="00A72677" w:rsidRPr="009647FC">
              <w:rPr>
                <w:rtl/>
              </w:rPr>
              <w:t>ثا</w:t>
            </w:r>
            <w:r w:rsidRPr="009647FC">
              <w:rPr>
                <w:rtl/>
              </w:rPr>
              <w:t>قبةٌ</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في</w:t>
            </w:r>
            <w:r w:rsidR="0068644B">
              <w:rPr>
                <w:rtl/>
              </w:rPr>
              <w:t xml:space="preserve"> </w:t>
            </w:r>
            <w:r w:rsidRPr="009647FC">
              <w:rPr>
                <w:rtl/>
              </w:rPr>
              <w:t>كل</w:t>
            </w:r>
            <w:r w:rsidR="0068644B" w:rsidRPr="009647FC">
              <w:rPr>
                <w:rtl/>
              </w:rPr>
              <w:t>ّ</w:t>
            </w:r>
            <w:r w:rsidR="0068644B">
              <w:rPr>
                <w:rtl/>
              </w:rPr>
              <w:t xml:space="preserve"> </w:t>
            </w:r>
            <w:r w:rsidRPr="009647FC">
              <w:rPr>
                <w:rtl/>
              </w:rPr>
              <w:t>نا</w:t>
            </w:r>
            <w:r w:rsidR="0068644B" w:rsidRPr="009647FC">
              <w:rPr>
                <w:rtl/>
              </w:rPr>
              <w:t>حيةٍ</w:t>
            </w:r>
            <w:r w:rsidR="0068644B">
              <w:rPr>
                <w:rtl/>
              </w:rPr>
              <w:t xml:space="preserve"> </w:t>
            </w:r>
            <w:r w:rsidRPr="009647FC">
              <w:rPr>
                <w:rtl/>
              </w:rPr>
              <w:t>له</w:t>
            </w:r>
            <w:r w:rsidR="0068644B" w:rsidRPr="009647FC">
              <w:rPr>
                <w:rtl/>
              </w:rPr>
              <w:t>ا</w:t>
            </w:r>
            <w:r w:rsidR="0068644B">
              <w:rPr>
                <w:rtl/>
              </w:rPr>
              <w:t xml:space="preserve"> </w:t>
            </w:r>
            <w:r w:rsidR="0068644B" w:rsidRPr="009647FC">
              <w:rPr>
                <w:rtl/>
              </w:rPr>
              <w:t>شعلُ</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قلْ</w:t>
            </w:r>
            <w:r w:rsidR="004C00A8">
              <w:rPr>
                <w:rtl/>
              </w:rPr>
              <w:t xml:space="preserve"> </w:t>
            </w:r>
            <w:r w:rsidR="00A72677" w:rsidRPr="009647FC">
              <w:rPr>
                <w:rtl/>
              </w:rPr>
              <w:t>للق</w:t>
            </w:r>
            <w:r w:rsidRPr="009647FC">
              <w:rPr>
                <w:rtl/>
              </w:rPr>
              <w:t>بائل</w:t>
            </w:r>
            <w:r>
              <w:rPr>
                <w:rtl/>
              </w:rPr>
              <w:t xml:space="preserve"> </w:t>
            </w:r>
            <w:r w:rsidRPr="009647FC">
              <w:rPr>
                <w:rtl/>
              </w:rPr>
              <w:t>لا</w:t>
            </w:r>
            <w:r>
              <w:rPr>
                <w:rtl/>
              </w:rPr>
              <w:t xml:space="preserve"> </w:t>
            </w:r>
            <w:r w:rsidR="00A72677" w:rsidRPr="009647FC">
              <w:rPr>
                <w:rtl/>
              </w:rPr>
              <w:t>نع</w:t>
            </w:r>
            <w:r w:rsidRPr="009647FC">
              <w:rPr>
                <w:rtl/>
              </w:rPr>
              <w:t>دُّكم</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جم</w:t>
            </w:r>
            <w:r w:rsidR="0068644B" w:rsidRPr="009647FC">
              <w:rPr>
                <w:rtl/>
              </w:rPr>
              <w:t>ع</w:t>
            </w:r>
            <w:r w:rsidR="00677BC4">
              <w:rPr>
                <w:rtl/>
              </w:rPr>
              <w:t>َ</w:t>
            </w:r>
            <w:r w:rsidR="0068644B">
              <w:rPr>
                <w:rtl/>
              </w:rPr>
              <w:t xml:space="preserve"> </w:t>
            </w:r>
            <w:r w:rsidR="0068644B" w:rsidRPr="009647FC">
              <w:rPr>
                <w:rtl/>
              </w:rPr>
              <w:t>ا</w:t>
            </w:r>
            <w:r w:rsidRPr="009647FC">
              <w:rPr>
                <w:rtl/>
              </w:rPr>
              <w:t>لق</w:t>
            </w:r>
            <w:r w:rsidR="0068644B" w:rsidRPr="009647FC">
              <w:rPr>
                <w:rtl/>
              </w:rPr>
              <w:t>بائل</w:t>
            </w:r>
            <w:r w:rsidR="0068644B">
              <w:rPr>
                <w:rtl/>
              </w:rPr>
              <w:t xml:space="preserve"> </w:t>
            </w:r>
            <w:r w:rsidRPr="009647FC">
              <w:rPr>
                <w:rtl/>
              </w:rPr>
              <w:t>كل</w:t>
            </w:r>
            <w:r w:rsidR="0068644B" w:rsidRPr="009647FC">
              <w:rPr>
                <w:rtl/>
              </w:rPr>
              <w:t>ّها</w:t>
            </w:r>
            <w:r w:rsidR="0068644B">
              <w:rPr>
                <w:rtl/>
              </w:rPr>
              <w:t xml:space="preserve"> </w:t>
            </w:r>
            <w:r w:rsidR="0068644B" w:rsidRPr="009647FC">
              <w:rPr>
                <w:rtl/>
              </w:rPr>
              <w:t>ر</w:t>
            </w:r>
            <w:r w:rsidRPr="009647FC">
              <w:rPr>
                <w:rtl/>
              </w:rPr>
              <w:t>جل</w:t>
            </w:r>
            <w:r w:rsidR="0068644B" w:rsidRPr="009647FC">
              <w:rPr>
                <w:rtl/>
              </w:rPr>
              <w:t>ُ</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أ</w:t>
            </w:r>
            <w:r w:rsidR="00A72677" w:rsidRPr="009647FC">
              <w:rPr>
                <w:rtl/>
              </w:rPr>
              <w:t>سد</w:t>
            </w:r>
            <w:r w:rsidRPr="009647FC">
              <w:rPr>
                <w:rtl/>
              </w:rPr>
              <w:t>ٌ</w:t>
            </w:r>
            <w:r>
              <w:rPr>
                <w:rtl/>
              </w:rPr>
              <w:t xml:space="preserve"> </w:t>
            </w:r>
            <w:r w:rsidR="00A72677" w:rsidRPr="009647FC">
              <w:rPr>
                <w:rtl/>
              </w:rPr>
              <w:t>قل</w:t>
            </w:r>
            <w:r w:rsidRPr="009647FC">
              <w:rPr>
                <w:rtl/>
              </w:rPr>
              <w:t>وبُ</w:t>
            </w:r>
            <w:r>
              <w:rPr>
                <w:rtl/>
              </w:rPr>
              <w:t xml:space="preserve"> </w:t>
            </w:r>
            <w:r w:rsidR="00A72677" w:rsidRPr="009647FC">
              <w:rPr>
                <w:rtl/>
              </w:rPr>
              <w:t>عد</w:t>
            </w:r>
            <w:r w:rsidRPr="009647FC">
              <w:rPr>
                <w:rtl/>
              </w:rPr>
              <w:t>اه</w:t>
            </w:r>
            <w:r>
              <w:rPr>
                <w:rtl/>
              </w:rPr>
              <w:t xml:space="preserve"> </w:t>
            </w:r>
            <w:r w:rsidRPr="009647FC">
              <w:rPr>
                <w:rtl/>
              </w:rPr>
              <w:t>من</w:t>
            </w:r>
            <w:r>
              <w:rPr>
                <w:rtl/>
              </w:rPr>
              <w:t xml:space="preserve"> </w:t>
            </w:r>
            <w:r w:rsidRPr="009647FC">
              <w:rPr>
                <w:rtl/>
              </w:rPr>
              <w:t>فرقٍ</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ذ</w:t>
            </w:r>
            <w:r w:rsidR="00A72677" w:rsidRPr="009647FC">
              <w:rPr>
                <w:rtl/>
              </w:rPr>
              <w:t>هل</w:t>
            </w:r>
            <w:r w:rsidRPr="009647FC">
              <w:rPr>
                <w:rtl/>
              </w:rPr>
              <w:t>ٌ</w:t>
            </w:r>
            <w:r w:rsidR="004C00A8">
              <w:rPr>
                <w:rtl/>
              </w:rPr>
              <w:t xml:space="preserve"> </w:t>
            </w:r>
            <w:r w:rsidRPr="009647FC">
              <w:rPr>
                <w:rtl/>
              </w:rPr>
              <w:t>و</w:t>
            </w:r>
            <w:r w:rsidR="00A72677" w:rsidRPr="009647FC">
              <w:rPr>
                <w:rtl/>
              </w:rPr>
              <w:t>نا</w:t>
            </w:r>
            <w:r w:rsidRPr="009647FC">
              <w:rPr>
                <w:rtl/>
              </w:rPr>
              <w:t>بلُ</w:t>
            </w:r>
            <w:r>
              <w:rPr>
                <w:rtl/>
              </w:rPr>
              <w:t xml:space="preserve"> </w:t>
            </w:r>
            <w:r w:rsidR="00A72677" w:rsidRPr="009647FC">
              <w:rPr>
                <w:rtl/>
              </w:rPr>
              <w:t>فك</w:t>
            </w:r>
            <w:r w:rsidRPr="009647FC">
              <w:rPr>
                <w:rtl/>
              </w:rPr>
              <w:t>ره</w:t>
            </w:r>
            <w:r>
              <w:rPr>
                <w:rtl/>
              </w:rPr>
              <w:t xml:space="preserve"> </w:t>
            </w:r>
            <w:r w:rsidR="00A72677" w:rsidRPr="009647FC">
              <w:rPr>
                <w:rtl/>
              </w:rPr>
              <w:t>ثع</w:t>
            </w:r>
            <w:r w:rsidRPr="009647FC">
              <w:rPr>
                <w:rtl/>
              </w:rPr>
              <w:t>لُ</w:t>
            </w:r>
            <w:r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فا</w:t>
            </w:r>
            <w:r w:rsidR="0068644B" w:rsidRPr="009647FC">
              <w:rPr>
                <w:rtl/>
              </w:rPr>
              <w:t>طرحْ</w:t>
            </w:r>
            <w:r w:rsidR="004C00A8">
              <w:rPr>
                <w:rtl/>
              </w:rPr>
              <w:t xml:space="preserve"> </w:t>
            </w:r>
            <w:r w:rsidR="0068644B" w:rsidRPr="009647FC">
              <w:rPr>
                <w:rtl/>
              </w:rPr>
              <w:t>أ</w:t>
            </w:r>
            <w:r w:rsidRPr="009647FC">
              <w:rPr>
                <w:rtl/>
              </w:rPr>
              <w:t>حا</w:t>
            </w:r>
            <w:r w:rsidR="0068644B" w:rsidRPr="009647FC">
              <w:rPr>
                <w:rtl/>
              </w:rPr>
              <w:t>ديث</w:t>
            </w:r>
            <w:r w:rsidR="00677BC4">
              <w:rPr>
                <w:rtl/>
              </w:rPr>
              <w:t>َ</w:t>
            </w:r>
            <w:r w:rsidR="0068644B">
              <w:rPr>
                <w:rtl/>
              </w:rPr>
              <w:t xml:space="preserve"> </w:t>
            </w:r>
            <w:r w:rsidR="0068644B" w:rsidRPr="009647FC">
              <w:rPr>
                <w:rtl/>
              </w:rPr>
              <w:t>الكرام</w:t>
            </w:r>
            <w:r w:rsidR="0068644B">
              <w:rPr>
                <w:rtl/>
              </w:rPr>
              <w:t xml:space="preserve"> </w:t>
            </w:r>
            <w:r w:rsidR="0068644B" w:rsidRPr="009647FC">
              <w:rPr>
                <w:rtl/>
              </w:rPr>
              <w:t>له</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فيه</w:t>
            </w:r>
            <w:r w:rsidR="0068644B">
              <w:rPr>
                <w:rtl/>
              </w:rPr>
              <w:t xml:space="preserve"> </w:t>
            </w:r>
            <w:r w:rsidRPr="009647FC">
              <w:rPr>
                <w:rtl/>
              </w:rPr>
              <w:t>لكل</w:t>
            </w:r>
            <w:r w:rsidR="0068644B" w:rsidRPr="009647FC">
              <w:rPr>
                <w:rtl/>
              </w:rPr>
              <w:t>ٍّ</w:t>
            </w:r>
            <w:r w:rsidR="0068644B">
              <w:rPr>
                <w:rtl/>
              </w:rPr>
              <w:t xml:space="preserve"> </w:t>
            </w:r>
            <w:r w:rsidRPr="009647FC">
              <w:rPr>
                <w:rtl/>
              </w:rPr>
              <w:t>من</w:t>
            </w:r>
            <w:r w:rsidR="0068644B" w:rsidRPr="009647FC">
              <w:rPr>
                <w:rtl/>
              </w:rPr>
              <w:t>هم</w:t>
            </w:r>
            <w:r w:rsidR="0068644B">
              <w:rPr>
                <w:rtl/>
              </w:rPr>
              <w:t xml:space="preserve"> </w:t>
            </w:r>
            <w:r w:rsidRPr="009647FC">
              <w:rPr>
                <w:rtl/>
              </w:rPr>
              <w:t>مث</w:t>
            </w:r>
            <w:r w:rsidR="0068644B" w:rsidRPr="009647FC">
              <w:rPr>
                <w:rtl/>
              </w:rPr>
              <w:t>لُ</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وا</w:t>
            </w:r>
            <w:r w:rsidR="00A72677" w:rsidRPr="009647FC">
              <w:rPr>
                <w:rtl/>
              </w:rPr>
              <w:t>تر</w:t>
            </w:r>
            <w:r w:rsidRPr="009647FC">
              <w:rPr>
                <w:rtl/>
              </w:rPr>
              <w:t>كْ</w:t>
            </w:r>
            <w:r>
              <w:rPr>
                <w:rtl/>
              </w:rPr>
              <w:t xml:space="preserve"> </w:t>
            </w:r>
            <w:r w:rsidR="00A72677" w:rsidRPr="009647FC">
              <w:rPr>
                <w:rtl/>
              </w:rPr>
              <w:t>تف</w:t>
            </w:r>
            <w:r w:rsidRPr="009647FC">
              <w:rPr>
                <w:rtl/>
              </w:rPr>
              <w:t>اصيل</w:t>
            </w:r>
            <w:r w:rsidR="00677BC4">
              <w:rPr>
                <w:rtl/>
              </w:rPr>
              <w:t>َ</w:t>
            </w:r>
            <w:r>
              <w:rPr>
                <w:rtl/>
              </w:rPr>
              <w:t xml:space="preserve"> </w:t>
            </w:r>
            <w:r w:rsidRPr="009647FC">
              <w:rPr>
                <w:rtl/>
              </w:rPr>
              <w:t>الملوك</w:t>
            </w:r>
            <w:r>
              <w:rPr>
                <w:rtl/>
              </w:rPr>
              <w:t xml:space="preserve"> </w:t>
            </w:r>
            <w:r w:rsidRPr="009647FC">
              <w:rPr>
                <w:rtl/>
              </w:rPr>
              <w:t>فقد</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أ</w:t>
            </w:r>
            <w:r w:rsidR="00A72677" w:rsidRPr="009647FC">
              <w:rPr>
                <w:rtl/>
              </w:rPr>
              <w:t>غن</w:t>
            </w:r>
            <w:r w:rsidRPr="009647FC">
              <w:rPr>
                <w:rtl/>
              </w:rPr>
              <w:t>تك</w:t>
            </w:r>
            <w:r w:rsidR="00677BC4">
              <w:rPr>
                <w:rtl/>
              </w:rPr>
              <w:t>َ</w:t>
            </w:r>
            <w:r w:rsidR="004C00A8">
              <w:rPr>
                <w:rtl/>
              </w:rPr>
              <w:t xml:space="preserve"> </w:t>
            </w:r>
            <w:r w:rsidR="00A72677" w:rsidRPr="009647FC">
              <w:rPr>
                <w:rtl/>
              </w:rPr>
              <w:t>عن</w:t>
            </w:r>
            <w:r w:rsidRPr="009647FC">
              <w:rPr>
                <w:rtl/>
              </w:rPr>
              <w:t>ها</w:t>
            </w:r>
            <w:r>
              <w:rPr>
                <w:rtl/>
              </w:rPr>
              <w:t xml:space="preserve"> </w:t>
            </w:r>
            <w:r w:rsidR="00A72677" w:rsidRPr="009647FC">
              <w:rPr>
                <w:rtl/>
              </w:rPr>
              <w:t>هذ</w:t>
            </w:r>
            <w:r w:rsidRPr="009647FC">
              <w:rPr>
                <w:rtl/>
              </w:rPr>
              <w:t>ه</w:t>
            </w:r>
            <w:r>
              <w:rPr>
                <w:rtl/>
              </w:rPr>
              <w:t xml:space="preserve"> </w:t>
            </w:r>
            <w:r w:rsidRPr="009647FC">
              <w:rPr>
                <w:rtl/>
              </w:rPr>
              <w:t>الجملُ</w:t>
            </w:r>
            <w:r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يا</w:t>
            </w:r>
            <w:r w:rsidR="004C00A8">
              <w:rPr>
                <w:rtl/>
              </w:rPr>
              <w:t xml:space="preserve"> </w:t>
            </w:r>
            <w:r w:rsidR="0068644B" w:rsidRPr="009647FC">
              <w:rPr>
                <w:rtl/>
              </w:rPr>
              <w:t>ابن</w:t>
            </w:r>
            <w:r w:rsidR="0068644B">
              <w:rPr>
                <w:rtl/>
              </w:rPr>
              <w:t xml:space="preserve"> </w:t>
            </w:r>
            <w:r w:rsidR="0068644B" w:rsidRPr="009647FC">
              <w:rPr>
                <w:rtl/>
              </w:rPr>
              <w:t>الوزارة</w:t>
            </w:r>
            <w:r w:rsidR="0068644B">
              <w:rPr>
                <w:rtl/>
              </w:rPr>
              <w:t xml:space="preserve"> </w:t>
            </w:r>
            <w:r w:rsidR="0068644B" w:rsidRPr="009647FC">
              <w:rPr>
                <w:rtl/>
              </w:rPr>
              <w:t>أنت</w:t>
            </w:r>
            <w:r w:rsidR="0068644B">
              <w:rPr>
                <w:rtl/>
              </w:rPr>
              <w:t xml:space="preserve"> </w:t>
            </w:r>
            <w:r w:rsidR="0068644B" w:rsidRPr="009647FC">
              <w:rPr>
                <w:rtl/>
              </w:rPr>
              <w:t>أوحدُها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لا</w:t>
            </w:r>
            <w:r>
              <w:rPr>
                <w:rtl/>
              </w:rPr>
              <w:t xml:space="preserve"> </w:t>
            </w:r>
            <w:r w:rsidRPr="009647FC">
              <w:rPr>
                <w:rtl/>
              </w:rPr>
              <w:t>را</w:t>
            </w:r>
            <w:r w:rsidR="00A72677" w:rsidRPr="009647FC">
              <w:rPr>
                <w:rtl/>
              </w:rPr>
              <w:t>عها</w:t>
            </w:r>
            <w:r>
              <w:rPr>
                <w:rtl/>
              </w:rPr>
              <w:t xml:space="preserve"> </w:t>
            </w:r>
            <w:r w:rsidR="00A72677" w:rsidRPr="009647FC">
              <w:rPr>
                <w:rtl/>
              </w:rPr>
              <w:t>بف</w:t>
            </w:r>
            <w:r w:rsidRPr="009647FC">
              <w:rPr>
                <w:rtl/>
              </w:rPr>
              <w:t>راقك</w:t>
            </w:r>
            <w:r>
              <w:rPr>
                <w:rtl/>
              </w:rPr>
              <w:t xml:space="preserve"> </w:t>
            </w:r>
            <w:r w:rsidRPr="009647FC">
              <w:rPr>
                <w:rtl/>
              </w:rPr>
              <w:t>ا</w:t>
            </w:r>
            <w:r w:rsidR="00A72677" w:rsidRPr="009647FC">
              <w:rPr>
                <w:rtl/>
              </w:rPr>
              <w:t>لث</w:t>
            </w:r>
            <w:r w:rsidRPr="009647FC">
              <w:rPr>
                <w:rtl/>
              </w:rPr>
              <w:t>كلُ</w:t>
            </w:r>
            <w:r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A72677">
              <w:rPr>
                <w:rtl/>
              </w:rPr>
              <w:t>وم</w:t>
            </w:r>
            <w:r w:rsidR="00677BC4">
              <w:rPr>
                <w:rtl/>
              </w:rPr>
              <w:t>َ</w:t>
            </w:r>
            <w:r w:rsidR="00A72677" w:rsidRPr="00A72677">
              <w:rPr>
                <w:rtl/>
              </w:rPr>
              <w:t>ن</w:t>
            </w:r>
            <w:r w:rsidRPr="00A72677">
              <w:rPr>
                <w:rtl/>
              </w:rPr>
              <w:t xml:space="preserve"> ادّعى للعين ليس سوى</w:t>
            </w:r>
            <w:r w:rsidRPr="00A72677">
              <w:rPr>
                <w:rStyle w:val="libPoemTiniChar0"/>
                <w:rtl/>
              </w:rPr>
              <w:br/>
              <w:t> </w:t>
            </w:r>
          </w:p>
        </w:tc>
        <w:tc>
          <w:tcPr>
            <w:tcW w:w="301" w:type="dxa"/>
          </w:tcPr>
          <w:p w:rsidR="0068644B" w:rsidRPr="00A72677" w:rsidRDefault="0068644B" w:rsidP="00693B01">
            <w:pPr>
              <w:pStyle w:val="libPoem"/>
              <w:rPr>
                <w:rtl/>
              </w:rPr>
            </w:pPr>
          </w:p>
        </w:tc>
        <w:tc>
          <w:tcPr>
            <w:tcW w:w="3884" w:type="dxa"/>
          </w:tcPr>
          <w:p w:rsidR="0068644B" w:rsidRPr="00A72677" w:rsidRDefault="0068644B" w:rsidP="00693B01">
            <w:pPr>
              <w:pStyle w:val="libPoem"/>
            </w:pPr>
            <w:r w:rsidRPr="00A72677">
              <w:rPr>
                <w:rtl/>
              </w:rPr>
              <w:t>إ</w:t>
            </w:r>
            <w:r w:rsidR="00A72677" w:rsidRPr="00A72677">
              <w:rPr>
                <w:rtl/>
              </w:rPr>
              <w:t>نس</w:t>
            </w:r>
            <w:r w:rsidRPr="00A72677">
              <w:rPr>
                <w:rtl/>
              </w:rPr>
              <w:t>انها</w:t>
            </w:r>
            <w:r w:rsidR="004C00A8">
              <w:rPr>
                <w:rtl/>
              </w:rPr>
              <w:t xml:space="preserve"> </w:t>
            </w:r>
            <w:r w:rsidRPr="00A72677">
              <w:rPr>
                <w:rtl/>
              </w:rPr>
              <w:t>ا</w:t>
            </w:r>
            <w:r w:rsidR="00A72677" w:rsidRPr="00A72677">
              <w:rPr>
                <w:rtl/>
              </w:rPr>
              <w:t>بن</w:t>
            </w:r>
            <w:r w:rsidRPr="00A72677">
              <w:rPr>
                <w:rtl/>
              </w:rPr>
              <w:t xml:space="preserve">ٌ </w:t>
            </w:r>
            <w:r w:rsidR="00A72677" w:rsidRPr="00A72677">
              <w:rPr>
                <w:rtl/>
              </w:rPr>
              <w:t>تش</w:t>
            </w:r>
            <w:r w:rsidRPr="00A72677">
              <w:rPr>
                <w:rtl/>
              </w:rPr>
              <w:t>هدُ المقلُ</w:t>
            </w:r>
            <w:r w:rsidRPr="00A72677">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فأ</w:t>
            </w:r>
            <w:r w:rsidR="0068644B" w:rsidRPr="009647FC">
              <w:rPr>
                <w:rtl/>
              </w:rPr>
              <w:t>قم</w:t>
            </w:r>
            <w:r w:rsidR="004C00A8">
              <w:rPr>
                <w:rtl/>
              </w:rPr>
              <w:t xml:space="preserve"> </w:t>
            </w:r>
            <w:r w:rsidR="0068644B" w:rsidRPr="009647FC">
              <w:rPr>
                <w:rtl/>
              </w:rPr>
              <w:t>و</w:t>
            </w:r>
            <w:r w:rsidRPr="009647FC">
              <w:rPr>
                <w:rtl/>
              </w:rPr>
              <w:t>بد</w:t>
            </w:r>
            <w:r w:rsidR="0068644B" w:rsidRPr="009647FC">
              <w:rPr>
                <w:rtl/>
              </w:rPr>
              <w:t>رُك</w:t>
            </w:r>
            <w:r w:rsidR="0068644B">
              <w:rPr>
                <w:rtl/>
              </w:rPr>
              <w:t xml:space="preserve"> </w:t>
            </w:r>
            <w:r w:rsidRPr="009647FC">
              <w:rPr>
                <w:rtl/>
              </w:rPr>
              <w:t>كا</w:t>
            </w:r>
            <w:r w:rsidR="0068644B" w:rsidRPr="009647FC">
              <w:rPr>
                <w:rtl/>
              </w:rPr>
              <w:t>ملٌ</w:t>
            </w:r>
            <w:r w:rsidR="0068644B">
              <w:rPr>
                <w:rtl/>
              </w:rPr>
              <w:t xml:space="preserve"> </w:t>
            </w:r>
            <w:r w:rsidR="0068644B" w:rsidRPr="009647FC">
              <w:rPr>
                <w:rtl/>
              </w:rPr>
              <w:t>أ</w:t>
            </w:r>
            <w:r w:rsidRPr="009647FC">
              <w:rPr>
                <w:rtl/>
              </w:rPr>
              <w:t>بد</w:t>
            </w:r>
            <w:r w:rsidR="0068644B" w:rsidRPr="009647FC">
              <w:rPr>
                <w:rtl/>
              </w:rPr>
              <w:t>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وا</w:t>
            </w:r>
            <w:r w:rsidR="00A72677" w:rsidRPr="009647FC">
              <w:rPr>
                <w:rtl/>
              </w:rPr>
              <w:t>لب</w:t>
            </w:r>
            <w:r w:rsidRPr="009647FC">
              <w:rPr>
                <w:rtl/>
              </w:rPr>
              <w:t>درُ</w:t>
            </w:r>
            <w:r w:rsidR="004C00A8">
              <w:rPr>
                <w:rtl/>
              </w:rPr>
              <w:t xml:space="preserve"> </w:t>
            </w:r>
            <w:r w:rsidR="00A72677" w:rsidRPr="009647FC">
              <w:rPr>
                <w:rtl/>
              </w:rPr>
              <w:t>من</w:t>
            </w:r>
            <w:r w:rsidRPr="009647FC">
              <w:rPr>
                <w:rtl/>
              </w:rPr>
              <w:t>تقصٌ</w:t>
            </w:r>
            <w:r>
              <w:rPr>
                <w:rtl/>
              </w:rPr>
              <w:t xml:space="preserve"> </w:t>
            </w:r>
            <w:r w:rsidRPr="009647FC">
              <w:rPr>
                <w:rtl/>
              </w:rPr>
              <w:t>و</w:t>
            </w:r>
            <w:r w:rsidR="00A72677" w:rsidRPr="009647FC">
              <w:rPr>
                <w:rtl/>
              </w:rPr>
              <w:t>مك</w:t>
            </w:r>
            <w:r w:rsidRPr="009647FC">
              <w:rPr>
                <w:rtl/>
              </w:rPr>
              <w:t>تملُ</w:t>
            </w:r>
            <w:r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في</w:t>
            </w:r>
            <w:r w:rsidR="004C00A8">
              <w:rPr>
                <w:rtl/>
              </w:rPr>
              <w:t xml:space="preserve"> </w:t>
            </w:r>
            <w:r w:rsidR="0068644B" w:rsidRPr="009647FC">
              <w:rPr>
                <w:rtl/>
              </w:rPr>
              <w:t>دو</w:t>
            </w:r>
            <w:r w:rsidRPr="009647FC">
              <w:rPr>
                <w:rtl/>
              </w:rPr>
              <w:t>لة</w:t>
            </w:r>
            <w:r w:rsidR="0068644B" w:rsidRPr="009647FC">
              <w:rPr>
                <w:rtl/>
              </w:rPr>
              <w:t>ٍ</w:t>
            </w:r>
            <w:r w:rsidR="0068644B">
              <w:rPr>
                <w:rtl/>
              </w:rPr>
              <w:t xml:space="preserve"> </w:t>
            </w:r>
            <w:r w:rsidR="0068644B" w:rsidRPr="009647FC">
              <w:rPr>
                <w:rtl/>
              </w:rPr>
              <w:t>صلحتْ</w:t>
            </w:r>
            <w:r w:rsidR="0068644B">
              <w:rPr>
                <w:rtl/>
              </w:rPr>
              <w:t xml:space="preserve"> </w:t>
            </w:r>
            <w:r w:rsidR="0068644B" w:rsidRPr="009647FC">
              <w:rPr>
                <w:rtl/>
              </w:rPr>
              <w:t>وزارتها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Pr="00524A24" w:rsidRDefault="00A72677" w:rsidP="00693B01">
            <w:pPr>
              <w:pStyle w:val="libPoem"/>
            </w:pPr>
            <w:r w:rsidRPr="009647FC">
              <w:rPr>
                <w:rtl/>
              </w:rPr>
              <w:t>لك</w:t>
            </w:r>
            <w:r w:rsidR="00677BC4">
              <w:rPr>
                <w:rtl/>
              </w:rPr>
              <w:t>َ</w:t>
            </w:r>
            <w:r w:rsidR="0068644B">
              <w:rPr>
                <w:rtl/>
              </w:rPr>
              <w:t xml:space="preserve"> </w:t>
            </w:r>
            <w:r w:rsidRPr="009647FC">
              <w:rPr>
                <w:rtl/>
              </w:rPr>
              <w:t>فه</w:t>
            </w:r>
            <w:r w:rsidR="0068644B" w:rsidRPr="009647FC">
              <w:rPr>
                <w:rtl/>
              </w:rPr>
              <w:t>ي</w:t>
            </w:r>
            <w:r w:rsidR="0068644B">
              <w:rPr>
                <w:rtl/>
              </w:rPr>
              <w:t xml:space="preserve"> </w:t>
            </w:r>
            <w:r w:rsidR="0068644B" w:rsidRPr="009647FC">
              <w:rPr>
                <w:rtl/>
              </w:rPr>
              <w:t>تحسدُها</w:t>
            </w:r>
            <w:r w:rsidR="0068644B">
              <w:rPr>
                <w:rtl/>
              </w:rPr>
              <w:t xml:space="preserve"> </w:t>
            </w:r>
            <w:r w:rsidR="0068644B" w:rsidRPr="009647FC">
              <w:rPr>
                <w:rtl/>
              </w:rPr>
              <w:t>بك</w:t>
            </w:r>
            <w:r w:rsidR="0068644B">
              <w:rPr>
                <w:rtl/>
              </w:rPr>
              <w:t xml:space="preserve"> </w:t>
            </w:r>
            <w:r w:rsidR="0068644B" w:rsidRPr="009647FC">
              <w:rPr>
                <w:rtl/>
              </w:rPr>
              <w:t>الدولُ</w:t>
            </w:r>
            <w:r w:rsidR="0068644B" w:rsidRPr="00725071">
              <w:rPr>
                <w:rStyle w:val="libPoemTiniChar0"/>
                <w:rtl/>
              </w:rPr>
              <w:br/>
              <w:t> </w:t>
            </w:r>
          </w:p>
        </w:tc>
      </w:tr>
    </w:tbl>
    <w:p w:rsidR="009647FC" w:rsidRPr="00524A24" w:rsidRDefault="009647FC" w:rsidP="004E7EC6">
      <w:pPr>
        <w:pStyle w:val="libNormal"/>
      </w:pPr>
      <w:r w:rsidRPr="009647FC">
        <w:rPr>
          <w:rtl/>
        </w:rPr>
        <w:t>وقال يمدح الحاج محمد رضا كبّه في ضمن عتاب</w:t>
      </w:r>
      <w:r w:rsidR="00D769AB">
        <w:rPr>
          <w:rtl/>
        </w:rPr>
        <w:t>:</w:t>
      </w:r>
    </w:p>
    <w:tbl>
      <w:tblPr>
        <w:tblStyle w:val="TableGrid"/>
        <w:bidiVisual/>
        <w:tblW w:w="4562" w:type="pct"/>
        <w:tblInd w:w="384" w:type="dxa"/>
        <w:tblLook w:val="04A0"/>
      </w:tblPr>
      <w:tblGrid>
        <w:gridCol w:w="3902"/>
        <w:gridCol w:w="301"/>
        <w:gridCol w:w="3884"/>
      </w:tblGrid>
      <w:tr w:rsidR="0068644B" w:rsidRPr="00524A24" w:rsidTr="0068644B">
        <w:trPr>
          <w:trHeight w:val="350"/>
        </w:trPr>
        <w:tc>
          <w:tcPr>
            <w:tcW w:w="3902" w:type="dxa"/>
          </w:tcPr>
          <w:p w:rsidR="0068644B" w:rsidRPr="00524A24" w:rsidRDefault="00A72677" w:rsidP="00693B01">
            <w:pPr>
              <w:pStyle w:val="libPoem"/>
            </w:pPr>
            <w:r w:rsidRPr="00A72677">
              <w:rPr>
                <w:rtl/>
              </w:rPr>
              <w:t>يا</w:t>
            </w:r>
            <w:r w:rsidR="004C00A8">
              <w:rPr>
                <w:rtl/>
              </w:rPr>
              <w:t xml:space="preserve"> </w:t>
            </w:r>
            <w:r w:rsidR="0068644B" w:rsidRPr="00A72677">
              <w:rPr>
                <w:rtl/>
              </w:rPr>
              <w:t>أ</w:t>
            </w:r>
            <w:r w:rsidRPr="00A72677">
              <w:rPr>
                <w:rtl/>
              </w:rPr>
              <w:t>مج</w:t>
            </w:r>
            <w:r w:rsidR="0068644B" w:rsidRPr="00A72677">
              <w:rPr>
                <w:rtl/>
              </w:rPr>
              <w:t>د الناسِ فرعا</w:t>
            </w:r>
            <w:r w:rsidR="0068644B" w:rsidRPr="00A72677">
              <w:rPr>
                <w:rStyle w:val="libPoemTiniChar0"/>
                <w:rtl/>
              </w:rPr>
              <w:br/>
              <w:t> </w:t>
            </w:r>
          </w:p>
        </w:tc>
        <w:tc>
          <w:tcPr>
            <w:tcW w:w="301" w:type="dxa"/>
          </w:tcPr>
          <w:p w:rsidR="0068644B" w:rsidRPr="00A72677" w:rsidRDefault="0068644B" w:rsidP="00693B01">
            <w:pPr>
              <w:pStyle w:val="libPoem"/>
              <w:rPr>
                <w:rtl/>
              </w:rPr>
            </w:pPr>
          </w:p>
        </w:tc>
        <w:tc>
          <w:tcPr>
            <w:tcW w:w="3884" w:type="dxa"/>
          </w:tcPr>
          <w:p w:rsidR="0068644B" w:rsidRPr="00A72677" w:rsidRDefault="0068644B" w:rsidP="00693B01">
            <w:pPr>
              <w:pStyle w:val="libPoem"/>
            </w:pPr>
            <w:r w:rsidRPr="00A72677">
              <w:rPr>
                <w:rtl/>
              </w:rPr>
              <w:t>ي</w:t>
            </w:r>
            <w:r w:rsidR="00A72677" w:rsidRPr="00A72677">
              <w:rPr>
                <w:rtl/>
              </w:rPr>
              <w:t>ُن</w:t>
            </w:r>
            <w:r w:rsidRPr="00A72677">
              <w:rPr>
                <w:rtl/>
              </w:rPr>
              <w:t>مي</w:t>
            </w:r>
            <w:r w:rsidR="004C00A8">
              <w:rPr>
                <w:rtl/>
              </w:rPr>
              <w:t xml:space="preserve"> </w:t>
            </w:r>
            <w:r w:rsidRPr="00A72677">
              <w:rPr>
                <w:rtl/>
              </w:rPr>
              <w:t>لأ</w:t>
            </w:r>
            <w:r w:rsidR="00A72677" w:rsidRPr="00A72677">
              <w:rPr>
                <w:rtl/>
              </w:rPr>
              <w:t>مج</w:t>
            </w:r>
            <w:r w:rsidRPr="00A72677">
              <w:rPr>
                <w:rtl/>
              </w:rPr>
              <w:t>د أ</w:t>
            </w:r>
            <w:r w:rsidR="00A72677" w:rsidRPr="00A72677">
              <w:rPr>
                <w:rtl/>
              </w:rPr>
              <w:t>صل</w:t>
            </w:r>
            <w:r w:rsidRPr="00A72677">
              <w:rPr>
                <w:rtl/>
              </w:rPr>
              <w:t>ِ</w:t>
            </w:r>
            <w:r w:rsidRPr="00A72677">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w:t>
            </w:r>
            <w:r w:rsidR="00A72677" w:rsidRPr="009647FC">
              <w:rPr>
                <w:rtl/>
              </w:rPr>
              <w:t>قا</w:t>
            </w:r>
            <w:r w:rsidRPr="009647FC">
              <w:rPr>
                <w:rtl/>
              </w:rPr>
              <w:t>تل</w:t>
            </w:r>
            <w:r w:rsidR="00677BC4">
              <w:rPr>
                <w:rtl/>
              </w:rPr>
              <w:t>َ</w:t>
            </w:r>
            <w:r>
              <w:rPr>
                <w:rtl/>
              </w:rPr>
              <w:t xml:space="preserve"> </w:t>
            </w:r>
            <w:r w:rsidRPr="009647FC">
              <w:rPr>
                <w:rtl/>
              </w:rPr>
              <w:t>ا</w:t>
            </w:r>
            <w:r w:rsidR="00A72677" w:rsidRPr="009647FC">
              <w:rPr>
                <w:rtl/>
              </w:rPr>
              <w:t>لم</w:t>
            </w:r>
            <w:r w:rsidRPr="009647FC">
              <w:rPr>
                <w:rtl/>
              </w:rPr>
              <w:t>حل</w:t>
            </w:r>
            <w:r>
              <w:rPr>
                <w:rtl/>
              </w:rPr>
              <w:t xml:space="preserve"> </w:t>
            </w:r>
            <w:r w:rsidR="00A72677" w:rsidRPr="009647FC">
              <w:rPr>
                <w:rtl/>
              </w:rPr>
              <w:t>جو</w:t>
            </w:r>
            <w:r w:rsidRPr="009647FC">
              <w:rPr>
                <w:rtl/>
              </w:rPr>
              <w:t>دا</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في</w:t>
            </w:r>
            <w:r w:rsidR="004C00A8">
              <w:rPr>
                <w:rtl/>
              </w:rPr>
              <w:t xml:space="preserve"> </w:t>
            </w:r>
            <w:r w:rsidRPr="009647FC">
              <w:rPr>
                <w:rtl/>
              </w:rPr>
              <w:t>كل</w:t>
            </w:r>
            <w:r w:rsidR="0068644B" w:rsidRPr="009647FC">
              <w:rPr>
                <w:rtl/>
              </w:rPr>
              <w:t>ّ</w:t>
            </w:r>
            <w:r w:rsidR="0068644B">
              <w:rPr>
                <w:rtl/>
              </w:rPr>
              <w:t xml:space="preserve"> </w:t>
            </w:r>
            <w:r w:rsidR="0068644B" w:rsidRPr="009647FC">
              <w:rPr>
                <w:rtl/>
              </w:rPr>
              <w:t>أز</w:t>
            </w:r>
            <w:r w:rsidRPr="009647FC">
              <w:rPr>
                <w:rtl/>
              </w:rPr>
              <w:t>مة</w:t>
            </w:r>
            <w:r w:rsidR="0068644B">
              <w:rPr>
                <w:rtl/>
              </w:rPr>
              <w:t xml:space="preserve"> </w:t>
            </w:r>
            <w:r w:rsidR="0068644B" w:rsidRPr="009647FC">
              <w:rPr>
                <w:rtl/>
              </w:rPr>
              <w:t>محلِ</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وا</w:t>
            </w:r>
            <w:r w:rsidR="00A72677" w:rsidRPr="009647FC">
              <w:rPr>
                <w:rtl/>
              </w:rPr>
              <w:t>بن</w:t>
            </w:r>
            <w:r>
              <w:rPr>
                <w:rtl/>
              </w:rPr>
              <w:t xml:space="preserve"> </w:t>
            </w:r>
            <w:r w:rsidRPr="009647FC">
              <w:rPr>
                <w:rtl/>
              </w:rPr>
              <w:t>ا</w:t>
            </w:r>
            <w:r w:rsidR="00A72677" w:rsidRPr="009647FC">
              <w:rPr>
                <w:rtl/>
              </w:rPr>
              <w:t>لق</w:t>
            </w:r>
            <w:r w:rsidRPr="009647FC">
              <w:rPr>
                <w:rtl/>
              </w:rPr>
              <w:t>ِرى</w:t>
            </w:r>
            <w:r>
              <w:rPr>
                <w:rtl/>
              </w:rPr>
              <w:t xml:space="preserve"> </w:t>
            </w:r>
            <w:r w:rsidRPr="009647FC">
              <w:rPr>
                <w:rtl/>
              </w:rPr>
              <w:t>ولعمري</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أبوك</w:t>
            </w:r>
            <w:r w:rsidR="004C00A8">
              <w:rPr>
                <w:rtl/>
              </w:rPr>
              <w:t xml:space="preserve"> </w:t>
            </w:r>
            <w:r w:rsidRPr="009647FC">
              <w:rPr>
                <w:rtl/>
              </w:rPr>
              <w:t>زادُ</w:t>
            </w:r>
            <w:r>
              <w:rPr>
                <w:rtl/>
              </w:rPr>
              <w:t xml:space="preserve"> </w:t>
            </w:r>
            <w:r w:rsidRPr="009647FC">
              <w:rPr>
                <w:rtl/>
              </w:rPr>
              <w:t>ا</w:t>
            </w:r>
            <w:r w:rsidR="00A72677" w:rsidRPr="009647FC">
              <w:rPr>
                <w:rtl/>
              </w:rPr>
              <w:t>لمق</w:t>
            </w:r>
            <w:r w:rsidRPr="009647FC">
              <w:rPr>
                <w:rtl/>
              </w:rPr>
              <w:t>لِّ</w:t>
            </w:r>
            <w:r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لا</w:t>
            </w:r>
            <w:r w:rsidR="004C00A8">
              <w:rPr>
                <w:rtl/>
              </w:rPr>
              <w:t xml:space="preserve"> </w:t>
            </w:r>
            <w:r w:rsidR="00A72677" w:rsidRPr="009647FC">
              <w:rPr>
                <w:rtl/>
              </w:rPr>
              <w:t>يست</w:t>
            </w:r>
            <w:r w:rsidRPr="009647FC">
              <w:rPr>
                <w:rtl/>
              </w:rPr>
              <w:t>شارُ</w:t>
            </w:r>
            <w:r>
              <w:rPr>
                <w:rtl/>
              </w:rPr>
              <w:t xml:space="preserve"> </w:t>
            </w:r>
            <w:r w:rsidRPr="009647FC">
              <w:rPr>
                <w:rtl/>
              </w:rPr>
              <w:t>سواه</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في</w:t>
            </w:r>
            <w:r w:rsidR="0068644B">
              <w:rPr>
                <w:rtl/>
              </w:rPr>
              <w:t xml:space="preserve"> </w:t>
            </w:r>
            <w:r w:rsidRPr="009647FC">
              <w:rPr>
                <w:rtl/>
              </w:rPr>
              <w:t>كل</w:t>
            </w:r>
            <w:r w:rsidR="0068644B" w:rsidRPr="009647FC">
              <w:rPr>
                <w:rtl/>
              </w:rPr>
              <w:t>ّ</w:t>
            </w:r>
            <w:r w:rsidR="0068644B">
              <w:rPr>
                <w:rtl/>
              </w:rPr>
              <w:t xml:space="preserve"> </w:t>
            </w:r>
            <w:r w:rsidRPr="009647FC">
              <w:rPr>
                <w:rtl/>
              </w:rPr>
              <w:t>عق</w:t>
            </w:r>
            <w:r w:rsidR="0068644B" w:rsidRPr="009647FC">
              <w:rPr>
                <w:rtl/>
              </w:rPr>
              <w:t>دٍ</w:t>
            </w:r>
            <w:r w:rsidR="0068644B">
              <w:rPr>
                <w:rtl/>
              </w:rPr>
              <w:t xml:space="preserve"> </w:t>
            </w:r>
            <w:r w:rsidR="0068644B" w:rsidRPr="009647FC">
              <w:rPr>
                <w:rtl/>
              </w:rPr>
              <w:t>و</w:t>
            </w:r>
            <w:r w:rsidRPr="009647FC">
              <w:rPr>
                <w:rtl/>
              </w:rPr>
              <w:t>حل</w:t>
            </w:r>
            <w:r w:rsidR="0068644B" w:rsidRPr="009647FC">
              <w:rPr>
                <w:rtl/>
              </w:rPr>
              <w:t>ِّ</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وا</w:t>
            </w:r>
            <w:r w:rsidR="00A72677" w:rsidRPr="009647FC">
              <w:rPr>
                <w:rtl/>
              </w:rPr>
              <w:t>لمو</w:t>
            </w:r>
            <w:r w:rsidRPr="009647FC">
              <w:rPr>
                <w:rtl/>
              </w:rPr>
              <w:t>قدُ</w:t>
            </w:r>
            <w:r>
              <w:rPr>
                <w:rtl/>
              </w:rPr>
              <w:t xml:space="preserve"> </w:t>
            </w:r>
            <w:r w:rsidRPr="009647FC">
              <w:rPr>
                <w:rtl/>
              </w:rPr>
              <w:t>ا</w:t>
            </w:r>
            <w:r w:rsidR="00A72677" w:rsidRPr="009647FC">
              <w:rPr>
                <w:rtl/>
              </w:rPr>
              <w:t>لن</w:t>
            </w:r>
            <w:r w:rsidRPr="009647FC">
              <w:rPr>
                <w:rtl/>
              </w:rPr>
              <w:t>ار</w:t>
            </w:r>
            <w:r w:rsidR="00677BC4">
              <w:rPr>
                <w:rtl/>
              </w:rPr>
              <w:t>َ</w:t>
            </w:r>
            <w:r>
              <w:rPr>
                <w:rtl/>
              </w:rPr>
              <w:t xml:space="preserve"> </w:t>
            </w:r>
            <w:r w:rsidR="00A72677" w:rsidRPr="009647FC">
              <w:rPr>
                <w:rtl/>
              </w:rPr>
              <w:t>لي</w:t>
            </w:r>
            <w:r w:rsidRPr="009647FC">
              <w:rPr>
                <w:rtl/>
              </w:rPr>
              <w:t>لا</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Pr="00524A24" w:rsidRDefault="00A72677" w:rsidP="00693B01">
            <w:pPr>
              <w:pStyle w:val="libPoem"/>
            </w:pPr>
            <w:r w:rsidRPr="009647FC">
              <w:rPr>
                <w:rtl/>
              </w:rPr>
              <w:t>للط</w:t>
            </w:r>
            <w:r w:rsidR="0068644B" w:rsidRPr="009647FC">
              <w:rPr>
                <w:rtl/>
              </w:rPr>
              <w:t>ارقِ</w:t>
            </w:r>
            <w:r w:rsidR="0068644B">
              <w:rPr>
                <w:rtl/>
              </w:rPr>
              <w:t xml:space="preserve"> </w:t>
            </w:r>
            <w:r w:rsidR="0068644B" w:rsidRPr="009647FC">
              <w:rPr>
                <w:rtl/>
              </w:rPr>
              <w:t>ا</w:t>
            </w:r>
            <w:r w:rsidRPr="009647FC">
              <w:rPr>
                <w:rtl/>
              </w:rPr>
              <w:t>لمس</w:t>
            </w:r>
            <w:r w:rsidR="0068644B" w:rsidRPr="009647FC">
              <w:rPr>
                <w:rtl/>
              </w:rPr>
              <w:t>تدلِّ</w:t>
            </w:r>
            <w:r w:rsidR="0068644B"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68644B" w:rsidRPr="00524A24" w:rsidTr="0068644B">
        <w:trPr>
          <w:trHeight w:val="350"/>
        </w:trPr>
        <w:tc>
          <w:tcPr>
            <w:tcW w:w="3902" w:type="dxa"/>
          </w:tcPr>
          <w:p w:rsidR="0068644B" w:rsidRPr="00524A24" w:rsidRDefault="00A72677" w:rsidP="00693B01">
            <w:pPr>
              <w:pStyle w:val="libPoem"/>
            </w:pPr>
            <w:r w:rsidRPr="009647FC">
              <w:rPr>
                <w:rtl/>
              </w:rPr>
              <w:lastRenderedPageBreak/>
              <w:t>مرفو</w:t>
            </w:r>
            <w:r w:rsidR="0068644B" w:rsidRPr="009647FC">
              <w:rPr>
                <w:rtl/>
              </w:rPr>
              <w:t>عةً</w:t>
            </w:r>
            <w:r w:rsidR="004C00A8">
              <w:rPr>
                <w:rtl/>
              </w:rPr>
              <w:t xml:space="preserve"> </w:t>
            </w:r>
            <w:r w:rsidR="0068644B" w:rsidRPr="009647FC">
              <w:rPr>
                <w:rtl/>
              </w:rPr>
              <w:t>و</w:t>
            </w:r>
            <w:r w:rsidRPr="009647FC">
              <w:rPr>
                <w:rtl/>
              </w:rPr>
              <w:t>علي</w:t>
            </w:r>
            <w:r w:rsidR="0068644B" w:rsidRPr="009647FC">
              <w:rPr>
                <w:rtl/>
              </w:rPr>
              <w:t>ها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مراجلُ</w:t>
            </w:r>
            <w:r w:rsidRPr="004E7EC6">
              <w:rPr>
                <w:rStyle w:val="libFootnotenumChar"/>
                <w:rtl/>
              </w:rPr>
              <w:t>(1)</w:t>
            </w:r>
            <w:r>
              <w:rPr>
                <w:rtl/>
              </w:rPr>
              <w:t xml:space="preserve"> </w:t>
            </w:r>
            <w:r w:rsidRPr="009647FC">
              <w:rPr>
                <w:rtl/>
              </w:rPr>
              <w:t>الزاد</w:t>
            </w:r>
            <w:r>
              <w:rPr>
                <w:rtl/>
              </w:rPr>
              <w:t xml:space="preserve"> </w:t>
            </w:r>
            <w:r w:rsidRPr="009647FC">
              <w:rPr>
                <w:rtl/>
              </w:rPr>
              <w:t>تغلي</w:t>
            </w:r>
            <w:r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يمت</w:t>
            </w:r>
            <w:r w:rsidR="0068644B" w:rsidRPr="009647FC">
              <w:rPr>
                <w:rtl/>
              </w:rPr>
              <w:t>دُّ</w:t>
            </w:r>
            <w:r w:rsidR="0068644B">
              <w:rPr>
                <w:rtl/>
              </w:rPr>
              <w:t xml:space="preserve"> </w:t>
            </w:r>
            <w:r w:rsidRPr="009647FC">
              <w:rPr>
                <w:rtl/>
              </w:rPr>
              <w:t>منه</w:t>
            </w:r>
            <w:r w:rsidR="0068644B" w:rsidRPr="009647FC">
              <w:rPr>
                <w:rtl/>
              </w:rPr>
              <w:t>ا</w:t>
            </w:r>
            <w:r w:rsidR="0068644B">
              <w:rPr>
                <w:rtl/>
              </w:rPr>
              <w:t xml:space="preserve"> </w:t>
            </w:r>
            <w:r w:rsidRPr="009647FC">
              <w:rPr>
                <w:rtl/>
              </w:rPr>
              <w:t>لس</w:t>
            </w:r>
            <w:r w:rsidR="0068644B" w:rsidRPr="009647FC">
              <w:rPr>
                <w:rtl/>
              </w:rPr>
              <w:t>انٌ</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إلى</w:t>
            </w:r>
            <w:r>
              <w:rPr>
                <w:rtl/>
              </w:rPr>
              <w:t xml:space="preserve"> </w:t>
            </w:r>
            <w:r w:rsidRPr="009647FC">
              <w:rPr>
                <w:rtl/>
              </w:rPr>
              <w:t>ا</w:t>
            </w:r>
            <w:r w:rsidR="00A72677" w:rsidRPr="009647FC">
              <w:rPr>
                <w:rtl/>
              </w:rPr>
              <w:t>لس</w:t>
            </w:r>
            <w:r w:rsidRPr="009647FC">
              <w:rPr>
                <w:rtl/>
              </w:rPr>
              <w:t>ما</w:t>
            </w:r>
            <w:r>
              <w:rPr>
                <w:rtl/>
              </w:rPr>
              <w:t xml:space="preserve"> </w:t>
            </w:r>
            <w:r w:rsidR="00A72677" w:rsidRPr="009647FC">
              <w:rPr>
                <w:rtl/>
              </w:rPr>
              <w:t>مت</w:t>
            </w:r>
            <w:r w:rsidRPr="009647FC">
              <w:rPr>
                <w:rtl/>
              </w:rPr>
              <w:t>جلي</w:t>
            </w:r>
            <w:r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حتى</w:t>
            </w:r>
            <w:r w:rsidR="004C00A8">
              <w:rPr>
                <w:rtl/>
              </w:rPr>
              <w:t xml:space="preserve"> </w:t>
            </w:r>
            <w:r w:rsidRPr="009647FC">
              <w:rPr>
                <w:rtl/>
              </w:rPr>
              <w:t>يض</w:t>
            </w:r>
            <w:r w:rsidR="0068644B" w:rsidRPr="009647FC">
              <w:rPr>
                <w:rtl/>
              </w:rPr>
              <w:t>يء</w:t>
            </w:r>
            <w:r w:rsidR="00677BC4">
              <w:rPr>
                <w:rtl/>
              </w:rPr>
              <w:t>َ</w:t>
            </w:r>
            <w:r w:rsidR="0068644B">
              <w:rPr>
                <w:rtl/>
              </w:rPr>
              <w:t xml:space="preserve"> </w:t>
            </w:r>
            <w:r w:rsidRPr="009647FC">
              <w:rPr>
                <w:rtl/>
              </w:rPr>
              <w:t>سن</w:t>
            </w:r>
            <w:r w:rsidR="0068644B" w:rsidRPr="009647FC">
              <w:rPr>
                <w:rtl/>
              </w:rPr>
              <w:t>اه</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في</w:t>
            </w:r>
            <w:r w:rsidR="004C00A8">
              <w:rPr>
                <w:rtl/>
              </w:rPr>
              <w:t xml:space="preserve"> </w:t>
            </w:r>
            <w:r w:rsidRPr="009647FC">
              <w:rPr>
                <w:rtl/>
              </w:rPr>
              <w:t>كل</w:t>
            </w:r>
            <w:r w:rsidR="0068644B" w:rsidRPr="009647FC">
              <w:rPr>
                <w:rtl/>
              </w:rPr>
              <w:t>ّ</w:t>
            </w:r>
            <w:r w:rsidR="0068644B">
              <w:rPr>
                <w:rtl/>
              </w:rPr>
              <w:t xml:space="preserve"> </w:t>
            </w:r>
            <w:r w:rsidR="0068644B" w:rsidRPr="009647FC">
              <w:rPr>
                <w:rtl/>
              </w:rPr>
              <w:t>ح</w:t>
            </w:r>
            <w:r w:rsidR="00677BC4">
              <w:rPr>
                <w:rtl/>
              </w:rPr>
              <w:t>َ</w:t>
            </w:r>
            <w:r w:rsidR="0068644B" w:rsidRPr="009647FC">
              <w:rPr>
                <w:rtl/>
              </w:rPr>
              <w:t>زنٍ</w:t>
            </w:r>
            <w:r w:rsidR="0068644B">
              <w:rPr>
                <w:rtl/>
              </w:rPr>
              <w:t xml:space="preserve"> </w:t>
            </w:r>
            <w:r w:rsidR="0068644B" w:rsidRPr="009647FC">
              <w:rPr>
                <w:rtl/>
              </w:rPr>
              <w:t>وسهلِ</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يد</w:t>
            </w:r>
            <w:r w:rsidR="0068644B" w:rsidRPr="009647FC">
              <w:rPr>
                <w:rtl/>
              </w:rPr>
              <w:t>عو</w:t>
            </w:r>
            <w:r w:rsidR="004C00A8">
              <w:rPr>
                <w:rtl/>
              </w:rPr>
              <w:t xml:space="preserve"> </w:t>
            </w:r>
            <w:r w:rsidR="0068644B" w:rsidRPr="009647FC">
              <w:rPr>
                <w:rtl/>
              </w:rPr>
              <w:t>الضيوف</w:t>
            </w:r>
            <w:r w:rsidR="0068644B">
              <w:rPr>
                <w:rtl/>
              </w:rPr>
              <w:t xml:space="preserve"> </w:t>
            </w:r>
            <w:r w:rsidR="0068644B" w:rsidRPr="009647FC">
              <w:rPr>
                <w:rtl/>
              </w:rPr>
              <w:t>هلمُّوا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إ</w:t>
            </w:r>
            <w:r w:rsidR="00A72677" w:rsidRPr="009647FC">
              <w:rPr>
                <w:rtl/>
              </w:rPr>
              <w:t>لى</w:t>
            </w:r>
            <w:r>
              <w:rPr>
                <w:rtl/>
              </w:rPr>
              <w:t xml:space="preserve"> </w:t>
            </w:r>
            <w:r w:rsidRPr="009647FC">
              <w:rPr>
                <w:rtl/>
              </w:rPr>
              <w:t>ا</w:t>
            </w:r>
            <w:r w:rsidR="00A72677" w:rsidRPr="009647FC">
              <w:rPr>
                <w:rtl/>
              </w:rPr>
              <w:t>لق</w:t>
            </w:r>
            <w:r w:rsidRPr="009647FC">
              <w:rPr>
                <w:rtl/>
              </w:rPr>
              <w:t>ِرى،</w:t>
            </w:r>
            <w:r>
              <w:rPr>
                <w:rtl/>
              </w:rPr>
              <w:t xml:space="preserve"> </w:t>
            </w:r>
            <w:r w:rsidR="00A72677" w:rsidRPr="009647FC">
              <w:rPr>
                <w:rtl/>
              </w:rPr>
              <w:t>لم</w:t>
            </w:r>
            <w:r w:rsidRPr="009647FC">
              <w:rPr>
                <w:rtl/>
              </w:rPr>
              <w:t>حلّي</w:t>
            </w:r>
            <w:r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فيهت</w:t>
            </w:r>
            <w:r w:rsidR="0068644B" w:rsidRPr="009647FC">
              <w:rPr>
                <w:rtl/>
              </w:rPr>
              <w:t>دي</w:t>
            </w:r>
            <w:r w:rsidR="0068644B">
              <w:rPr>
                <w:rtl/>
              </w:rPr>
              <w:t xml:space="preserve"> </w:t>
            </w:r>
            <w:r w:rsidRPr="009647FC">
              <w:rPr>
                <w:rtl/>
              </w:rPr>
              <w:t>بسنا</w:t>
            </w:r>
            <w:r w:rsidR="0068644B" w:rsidRPr="009647FC">
              <w:rPr>
                <w:rtl/>
              </w:rPr>
              <w:t>ه</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إ</w:t>
            </w:r>
            <w:r w:rsidR="00A72677" w:rsidRPr="009647FC">
              <w:rPr>
                <w:rtl/>
              </w:rPr>
              <w:t>ليه</w:t>
            </w:r>
            <w:r w:rsidR="004C00A8">
              <w:rPr>
                <w:rtl/>
              </w:rPr>
              <w:t xml:space="preserve"> </w:t>
            </w:r>
            <w:r w:rsidRPr="009647FC">
              <w:rPr>
                <w:rtl/>
              </w:rPr>
              <w:t>كلُّ</w:t>
            </w:r>
            <w:r>
              <w:rPr>
                <w:rtl/>
              </w:rPr>
              <w:t xml:space="preserve"> </w:t>
            </w:r>
            <w:r w:rsidR="00A72677" w:rsidRPr="009647FC">
              <w:rPr>
                <w:rtl/>
              </w:rPr>
              <w:t>مض</w:t>
            </w:r>
            <w:r w:rsidRPr="009647FC">
              <w:rPr>
                <w:rtl/>
              </w:rPr>
              <w:t>لّ</w:t>
            </w:r>
            <w:r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أ</w:t>
            </w:r>
            <w:r w:rsidR="00A72677" w:rsidRPr="009647FC">
              <w:rPr>
                <w:rtl/>
              </w:rPr>
              <w:t>كر</w:t>
            </w:r>
            <w:r w:rsidRPr="009647FC">
              <w:rPr>
                <w:rtl/>
              </w:rPr>
              <w:t>م</w:t>
            </w:r>
            <w:r>
              <w:rPr>
                <w:rtl/>
              </w:rPr>
              <w:t xml:space="preserve"> </w:t>
            </w:r>
            <w:r w:rsidR="00A72677" w:rsidRPr="009647FC">
              <w:rPr>
                <w:rtl/>
              </w:rPr>
              <w:t>به</w:t>
            </w:r>
            <w:r>
              <w:rPr>
                <w:rtl/>
              </w:rPr>
              <w:t xml:space="preserve"> </w:t>
            </w:r>
            <w:r w:rsidR="00A72677" w:rsidRPr="009647FC">
              <w:rPr>
                <w:rtl/>
              </w:rPr>
              <w:t>من</w:t>
            </w:r>
            <w:r>
              <w:rPr>
                <w:rtl/>
              </w:rPr>
              <w:t xml:space="preserve"> </w:t>
            </w:r>
            <w:r w:rsidR="00A72677" w:rsidRPr="009647FC">
              <w:rPr>
                <w:rtl/>
              </w:rPr>
              <w:t>كر</w:t>
            </w:r>
            <w:r w:rsidRPr="009647FC">
              <w:rPr>
                <w:rtl/>
              </w:rPr>
              <w:t>يمِ</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له</w:t>
            </w:r>
            <w:r w:rsidR="0068644B">
              <w:rPr>
                <w:rtl/>
              </w:rPr>
              <w:t xml:space="preserve"> </w:t>
            </w:r>
            <w:r w:rsidR="0068644B" w:rsidRPr="009647FC">
              <w:rPr>
                <w:rtl/>
              </w:rPr>
              <w:t>ا</w:t>
            </w:r>
            <w:r w:rsidRPr="009647FC">
              <w:rPr>
                <w:rtl/>
              </w:rPr>
              <w:t>نت</w:t>
            </w:r>
            <w:r w:rsidR="0068644B" w:rsidRPr="009647FC">
              <w:rPr>
                <w:rtl/>
              </w:rPr>
              <w:t>هى</w:t>
            </w:r>
            <w:r w:rsidR="0068644B">
              <w:rPr>
                <w:rtl/>
              </w:rPr>
              <w:t xml:space="preserve"> </w:t>
            </w:r>
            <w:r w:rsidRPr="009647FC">
              <w:rPr>
                <w:rtl/>
              </w:rPr>
              <w:t>كل</w:t>
            </w:r>
            <w:r w:rsidR="0068644B" w:rsidRPr="009647FC">
              <w:rPr>
                <w:rtl/>
              </w:rPr>
              <w:t>ُّ</w:t>
            </w:r>
            <w:r w:rsidR="0068644B">
              <w:rPr>
                <w:rtl/>
              </w:rPr>
              <w:t xml:space="preserve"> </w:t>
            </w:r>
            <w:r w:rsidR="0068644B" w:rsidRPr="009647FC">
              <w:rPr>
                <w:rtl/>
              </w:rPr>
              <w:t>فضلِ</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وا</w:t>
            </w:r>
            <w:r w:rsidR="00A72677" w:rsidRPr="009647FC">
              <w:rPr>
                <w:rtl/>
              </w:rPr>
              <w:t>لخ</w:t>
            </w:r>
            <w:r w:rsidRPr="009647FC">
              <w:rPr>
                <w:rtl/>
              </w:rPr>
              <w:t>لقُ</w:t>
            </w:r>
            <w:r w:rsidR="004C00A8">
              <w:rPr>
                <w:rtl/>
              </w:rPr>
              <w:t xml:space="preserve"> </w:t>
            </w:r>
            <w:r w:rsidR="00A72677" w:rsidRPr="009647FC">
              <w:rPr>
                <w:rtl/>
              </w:rPr>
              <w:t>من</w:t>
            </w:r>
            <w:r w:rsidRPr="009647FC">
              <w:rPr>
                <w:rtl/>
              </w:rPr>
              <w:t>ك</w:t>
            </w:r>
            <w:r>
              <w:rPr>
                <w:rtl/>
              </w:rPr>
              <w:t xml:space="preserve"> </w:t>
            </w:r>
            <w:r w:rsidRPr="009647FC">
              <w:rPr>
                <w:rtl/>
              </w:rPr>
              <w:t>و</w:t>
            </w:r>
            <w:r w:rsidR="00A72677" w:rsidRPr="009647FC">
              <w:rPr>
                <w:rtl/>
              </w:rPr>
              <w:t>من</w:t>
            </w:r>
            <w:r w:rsidRPr="009647FC">
              <w:rPr>
                <w:rtl/>
              </w:rPr>
              <w:t>ه</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مث</w:t>
            </w:r>
            <w:r w:rsidR="0068644B" w:rsidRPr="009647FC">
              <w:rPr>
                <w:rtl/>
              </w:rPr>
              <w:t>لان</w:t>
            </w:r>
            <w:r w:rsidR="004C00A8">
              <w:rPr>
                <w:rtl/>
              </w:rPr>
              <w:t xml:space="preserve"> </w:t>
            </w:r>
            <w:r w:rsidRPr="009647FC">
              <w:rPr>
                <w:rtl/>
              </w:rPr>
              <w:t>في</w:t>
            </w:r>
            <w:r w:rsidR="0068644B">
              <w:rPr>
                <w:rtl/>
              </w:rPr>
              <w:t xml:space="preserve"> </w:t>
            </w:r>
            <w:r w:rsidR="0068644B" w:rsidRPr="009647FC">
              <w:rPr>
                <w:rtl/>
              </w:rPr>
              <w:t>غير</w:t>
            </w:r>
            <w:r w:rsidR="0068644B">
              <w:rPr>
                <w:rtl/>
              </w:rPr>
              <w:t xml:space="preserve"> </w:t>
            </w:r>
            <w:r w:rsidR="0068644B" w:rsidRPr="009647FC">
              <w:rPr>
                <w:rtl/>
              </w:rPr>
              <w:t>مثلِ</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هذا</w:t>
            </w:r>
            <w:r w:rsidR="004C00A8">
              <w:rPr>
                <w:rtl/>
              </w:rPr>
              <w:t xml:space="preserve"> </w:t>
            </w:r>
            <w:r w:rsidRPr="009647FC">
              <w:rPr>
                <w:rtl/>
              </w:rPr>
              <w:t>مجاجةُ</w:t>
            </w:r>
            <w:r w:rsidRPr="004E7EC6">
              <w:rPr>
                <w:rStyle w:val="libFootnotenumChar"/>
                <w:rtl/>
              </w:rPr>
              <w:t>(2)</w:t>
            </w:r>
            <w:r>
              <w:rPr>
                <w:rtl/>
              </w:rPr>
              <w:t xml:space="preserve"> </w:t>
            </w:r>
            <w:r w:rsidRPr="009647FC">
              <w:rPr>
                <w:rtl/>
              </w:rPr>
              <w:t>مسكٍ</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وذاك</w:t>
            </w:r>
            <w:r w:rsidR="004C00A8">
              <w:rPr>
                <w:rtl/>
              </w:rPr>
              <w:t xml:space="preserve"> </w:t>
            </w:r>
            <w:r w:rsidR="00A72677" w:rsidRPr="009647FC">
              <w:rPr>
                <w:rtl/>
              </w:rPr>
              <w:t>شهد</w:t>
            </w:r>
            <w:r w:rsidRPr="009647FC">
              <w:rPr>
                <w:rtl/>
              </w:rPr>
              <w:t>ةُ</w:t>
            </w:r>
            <w:r>
              <w:rPr>
                <w:rtl/>
              </w:rPr>
              <w:t xml:space="preserve"> </w:t>
            </w:r>
            <w:r w:rsidR="00A72677" w:rsidRPr="009647FC">
              <w:rPr>
                <w:rtl/>
              </w:rPr>
              <w:t>نحل</w:t>
            </w:r>
            <w:r w:rsidRPr="009647FC">
              <w:rPr>
                <w:rtl/>
              </w:rPr>
              <w:t>ِ</w:t>
            </w:r>
            <w:r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يف</w:t>
            </w:r>
            <w:r w:rsidR="0068644B" w:rsidRPr="009647FC">
              <w:rPr>
                <w:rtl/>
              </w:rPr>
              <w:t>دي</w:t>
            </w:r>
            <w:r w:rsidR="0068644B">
              <w:rPr>
                <w:rtl/>
              </w:rPr>
              <w:t xml:space="preserve"> </w:t>
            </w:r>
            <w:r w:rsidR="0068644B" w:rsidRPr="009647FC">
              <w:rPr>
                <w:rtl/>
              </w:rPr>
              <w:t>عُلاك</w:t>
            </w:r>
            <w:r w:rsidR="0068644B">
              <w:rPr>
                <w:rtl/>
              </w:rPr>
              <w:t xml:space="preserve"> </w:t>
            </w:r>
            <w:r w:rsidR="0068644B" w:rsidRPr="009647FC">
              <w:rPr>
                <w:rtl/>
              </w:rPr>
              <w:t>ابنُ</w:t>
            </w:r>
            <w:r w:rsidR="0068644B">
              <w:rPr>
                <w:rtl/>
              </w:rPr>
              <w:t xml:space="preserve"> </w:t>
            </w:r>
            <w:r w:rsidR="0068644B" w:rsidRPr="009647FC">
              <w:rPr>
                <w:rtl/>
              </w:rPr>
              <w:t>خفضٍ</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سا</w:t>
            </w:r>
            <w:r w:rsidR="0068644B" w:rsidRPr="009647FC">
              <w:rPr>
                <w:rtl/>
              </w:rPr>
              <w:t>رٍ</w:t>
            </w:r>
            <w:r w:rsidR="0068644B">
              <w:rPr>
                <w:rtl/>
              </w:rPr>
              <w:t xml:space="preserve"> </w:t>
            </w:r>
            <w:r w:rsidRPr="009647FC">
              <w:rPr>
                <w:rtl/>
              </w:rPr>
              <w:t>بر</w:t>
            </w:r>
            <w:r w:rsidR="0068644B" w:rsidRPr="009647FC">
              <w:rPr>
                <w:rtl/>
              </w:rPr>
              <w:t>جل</w:t>
            </w:r>
            <w:r w:rsidR="0068644B">
              <w:rPr>
                <w:rtl/>
              </w:rPr>
              <w:t xml:space="preserve"> </w:t>
            </w:r>
            <w:r w:rsidR="0068644B" w:rsidRPr="009647FC">
              <w:rPr>
                <w:rtl/>
              </w:rPr>
              <w:t>ا</w:t>
            </w:r>
            <w:r w:rsidRPr="009647FC">
              <w:rPr>
                <w:rtl/>
              </w:rPr>
              <w:t>بن</w:t>
            </w:r>
            <w:r w:rsidR="0068644B">
              <w:rPr>
                <w:rtl/>
              </w:rPr>
              <w:t xml:space="preserve"> </w:t>
            </w:r>
            <w:r w:rsidR="0068644B" w:rsidRPr="009647FC">
              <w:rPr>
                <w:rtl/>
              </w:rPr>
              <w:t>ذلِّ</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يب</w:t>
            </w:r>
            <w:r w:rsidR="0068644B" w:rsidRPr="009647FC">
              <w:rPr>
                <w:rtl/>
              </w:rPr>
              <w:t>غي</w:t>
            </w:r>
            <w:r w:rsidR="004C00A8">
              <w:rPr>
                <w:rtl/>
              </w:rPr>
              <w:t xml:space="preserve"> </w:t>
            </w:r>
            <w:r w:rsidR="0068644B" w:rsidRPr="009647FC">
              <w:rPr>
                <w:rtl/>
              </w:rPr>
              <w:t>العُلى</w:t>
            </w:r>
            <w:r w:rsidR="0068644B">
              <w:rPr>
                <w:rtl/>
              </w:rPr>
              <w:t xml:space="preserve"> </w:t>
            </w:r>
            <w:r w:rsidR="0068644B" w:rsidRPr="009647FC">
              <w:rPr>
                <w:rtl/>
              </w:rPr>
              <w:t>وهو</w:t>
            </w:r>
            <w:r w:rsidR="0068644B">
              <w:rPr>
                <w:rtl/>
              </w:rPr>
              <w:t xml:space="preserve"> </w:t>
            </w:r>
            <w:r w:rsidR="0068644B" w:rsidRPr="009647FC">
              <w:rPr>
                <w:rtl/>
              </w:rPr>
              <w:t>شيخٌ</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همُّ</w:t>
            </w:r>
            <w:r w:rsidR="004C00A8">
              <w:rPr>
                <w:rtl/>
              </w:rPr>
              <w:t xml:space="preserve"> </w:t>
            </w:r>
            <w:r w:rsidR="00A72677" w:rsidRPr="009647FC">
              <w:rPr>
                <w:rtl/>
              </w:rPr>
              <w:t>بهم</w:t>
            </w:r>
            <w:r w:rsidRPr="009647FC">
              <w:rPr>
                <w:rtl/>
              </w:rPr>
              <w:t>ة</w:t>
            </w:r>
            <w:r>
              <w:rPr>
                <w:rtl/>
              </w:rPr>
              <w:t xml:space="preserve"> </w:t>
            </w:r>
            <w:r w:rsidR="00A72677" w:rsidRPr="009647FC">
              <w:rPr>
                <w:rtl/>
              </w:rPr>
              <w:t>طف</w:t>
            </w:r>
            <w:r w:rsidRPr="009647FC">
              <w:rPr>
                <w:rtl/>
              </w:rPr>
              <w:t>لِ</w:t>
            </w:r>
            <w:r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وهل</w:t>
            </w:r>
            <w:r w:rsidR="004C00A8">
              <w:rPr>
                <w:rtl/>
              </w:rPr>
              <w:t xml:space="preserve"> </w:t>
            </w:r>
            <w:r w:rsidR="00A72677" w:rsidRPr="009647FC">
              <w:rPr>
                <w:rtl/>
              </w:rPr>
              <w:t>تن</w:t>
            </w:r>
            <w:r w:rsidRPr="009647FC">
              <w:rPr>
                <w:rtl/>
              </w:rPr>
              <w:t>ال</w:t>
            </w:r>
            <w:r>
              <w:rPr>
                <w:rtl/>
              </w:rPr>
              <w:t xml:space="preserve"> </w:t>
            </w:r>
            <w:r w:rsidRPr="009647FC">
              <w:rPr>
                <w:rtl/>
              </w:rPr>
              <w:t>ا</w:t>
            </w:r>
            <w:r w:rsidR="00A72677" w:rsidRPr="009647FC">
              <w:rPr>
                <w:rtl/>
              </w:rPr>
              <w:t>لث</w:t>
            </w:r>
            <w:r w:rsidRPr="009647FC">
              <w:rPr>
                <w:rtl/>
              </w:rPr>
              <w:t>ريّا</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عفو</w:t>
            </w:r>
            <w:r w:rsidR="0068644B" w:rsidRPr="009647FC">
              <w:rPr>
                <w:rtl/>
              </w:rPr>
              <w:t>اً</w:t>
            </w:r>
            <w:r w:rsidR="0068644B">
              <w:rPr>
                <w:rtl/>
              </w:rPr>
              <w:t xml:space="preserve"> </w:t>
            </w:r>
            <w:r w:rsidRPr="009647FC">
              <w:rPr>
                <w:rtl/>
              </w:rPr>
              <w:t>ببا</w:t>
            </w:r>
            <w:r w:rsidR="0068644B" w:rsidRPr="009647FC">
              <w:rPr>
                <w:rtl/>
              </w:rPr>
              <w:t>ع</w:t>
            </w:r>
            <w:r w:rsidR="0068644B">
              <w:rPr>
                <w:rtl/>
              </w:rPr>
              <w:t xml:space="preserve"> </w:t>
            </w:r>
            <w:r w:rsidR="0068644B" w:rsidRPr="009647FC">
              <w:rPr>
                <w:rtl/>
              </w:rPr>
              <w:t>أ</w:t>
            </w:r>
            <w:r w:rsidRPr="009647FC">
              <w:rPr>
                <w:rtl/>
              </w:rPr>
              <w:t>شل</w:t>
            </w:r>
            <w:r w:rsidR="0068644B" w:rsidRPr="009647FC">
              <w:rPr>
                <w:rtl/>
              </w:rPr>
              <w:t>ِّ</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w:t>
            </w:r>
            <w:r w:rsidR="00A72677" w:rsidRPr="009647FC">
              <w:rPr>
                <w:rtl/>
              </w:rPr>
              <w:t>ما</w:t>
            </w:r>
            <w:r>
              <w:rPr>
                <w:rtl/>
              </w:rPr>
              <w:t xml:space="preserve"> </w:t>
            </w:r>
            <w:r w:rsidR="00A72677" w:rsidRPr="009647FC">
              <w:rPr>
                <w:rtl/>
              </w:rPr>
              <w:t>له</w:t>
            </w:r>
            <w:r>
              <w:rPr>
                <w:rtl/>
              </w:rPr>
              <w:t xml:space="preserve"> </w:t>
            </w:r>
            <w:r w:rsidRPr="009647FC">
              <w:rPr>
                <w:rtl/>
              </w:rPr>
              <w:t>في</w:t>
            </w:r>
            <w:r>
              <w:rPr>
                <w:rtl/>
              </w:rPr>
              <w:t xml:space="preserve"> </w:t>
            </w:r>
            <w:r w:rsidRPr="009647FC">
              <w:rPr>
                <w:rtl/>
              </w:rPr>
              <w:t>طريق</w:t>
            </w:r>
            <w:r>
              <w:rPr>
                <w:rtl/>
              </w:rPr>
              <w:t xml:space="preserve"> </w:t>
            </w:r>
            <w:r w:rsidRPr="009647FC">
              <w:rPr>
                <w:rtl/>
              </w:rPr>
              <w:t>الـ</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عل</w:t>
            </w:r>
            <w:r w:rsidR="0068644B" w:rsidRPr="009647FC">
              <w:rPr>
                <w:rtl/>
              </w:rPr>
              <w:t>ياء</w:t>
            </w:r>
            <w:r w:rsidR="0068644B">
              <w:rPr>
                <w:rtl/>
              </w:rPr>
              <w:t xml:space="preserve"> </w:t>
            </w:r>
            <w:r w:rsidRPr="009647FC">
              <w:rPr>
                <w:rtl/>
              </w:rPr>
              <w:t>مو</w:t>
            </w:r>
            <w:r w:rsidR="0068644B" w:rsidRPr="009647FC">
              <w:rPr>
                <w:rtl/>
              </w:rPr>
              <w:t>طئُ</w:t>
            </w:r>
            <w:r w:rsidR="0068644B">
              <w:rPr>
                <w:rtl/>
              </w:rPr>
              <w:t xml:space="preserve"> </w:t>
            </w:r>
            <w:r w:rsidR="0068644B" w:rsidRPr="009647FC">
              <w:rPr>
                <w:rtl/>
              </w:rPr>
              <w:t>ر</w:t>
            </w:r>
            <w:r w:rsidRPr="009647FC">
              <w:rPr>
                <w:rtl/>
              </w:rPr>
              <w:t>جل</w:t>
            </w:r>
            <w:r w:rsidR="0068644B" w:rsidRPr="009647FC">
              <w:rPr>
                <w:rtl/>
              </w:rPr>
              <w:t>ِ</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ولا</w:t>
            </w:r>
            <w:r>
              <w:rPr>
                <w:rtl/>
              </w:rPr>
              <w:t xml:space="preserve"> </w:t>
            </w:r>
            <w:r w:rsidR="00A72677" w:rsidRPr="009647FC">
              <w:rPr>
                <w:rtl/>
              </w:rPr>
              <w:t>له</w:t>
            </w:r>
            <w:r>
              <w:rPr>
                <w:rtl/>
              </w:rPr>
              <w:t xml:space="preserve"> </w:t>
            </w:r>
            <w:r w:rsidR="00A72677" w:rsidRPr="009647FC">
              <w:rPr>
                <w:rtl/>
              </w:rPr>
              <w:t>حو</w:t>
            </w:r>
            <w:r w:rsidRPr="009647FC">
              <w:rPr>
                <w:rtl/>
              </w:rPr>
              <w:t>ضُ</w:t>
            </w:r>
            <w:r>
              <w:rPr>
                <w:rtl/>
              </w:rPr>
              <w:t xml:space="preserve"> </w:t>
            </w:r>
            <w:r w:rsidR="00A72677" w:rsidRPr="009647FC">
              <w:rPr>
                <w:rtl/>
              </w:rPr>
              <w:t>جو</w:t>
            </w:r>
            <w:r w:rsidRPr="009647FC">
              <w:rPr>
                <w:rtl/>
              </w:rPr>
              <w:t>دٍ</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يرجى</w:t>
            </w:r>
            <w:r w:rsidR="0068644B">
              <w:rPr>
                <w:rtl/>
              </w:rPr>
              <w:t xml:space="preserve"> </w:t>
            </w:r>
            <w:r w:rsidRPr="009647FC">
              <w:rPr>
                <w:rtl/>
              </w:rPr>
              <w:t>لع</w:t>
            </w:r>
            <w:r w:rsidR="0068644B" w:rsidRPr="009647FC">
              <w:rPr>
                <w:rtl/>
              </w:rPr>
              <w:t>لٍ</w:t>
            </w:r>
            <w:r w:rsidR="0068644B">
              <w:rPr>
                <w:rtl/>
              </w:rPr>
              <w:t xml:space="preserve"> </w:t>
            </w:r>
            <w:r w:rsidR="0068644B" w:rsidRPr="009647FC">
              <w:rPr>
                <w:rtl/>
              </w:rPr>
              <w:t>و</w:t>
            </w:r>
            <w:r w:rsidRPr="009647FC">
              <w:rPr>
                <w:rtl/>
              </w:rPr>
              <w:t>نه</w:t>
            </w:r>
            <w:r w:rsidR="0068644B" w:rsidRPr="009647FC">
              <w:rPr>
                <w:rtl/>
              </w:rPr>
              <w:t>لِ</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إلاّ</w:t>
            </w:r>
            <w:r>
              <w:rPr>
                <w:rtl/>
              </w:rPr>
              <w:t xml:space="preserve"> </w:t>
            </w:r>
            <w:r w:rsidR="00A72677" w:rsidRPr="009647FC">
              <w:rPr>
                <w:rtl/>
              </w:rPr>
              <w:t>حقيق</w:t>
            </w:r>
            <w:r w:rsidRPr="009647FC">
              <w:rPr>
                <w:rtl/>
              </w:rPr>
              <w:t>ةُ</w:t>
            </w:r>
            <w:r>
              <w:rPr>
                <w:rtl/>
              </w:rPr>
              <w:t xml:space="preserve"> </w:t>
            </w:r>
            <w:r w:rsidR="00A72677" w:rsidRPr="009647FC">
              <w:rPr>
                <w:rtl/>
              </w:rPr>
              <w:t>بخل</w:t>
            </w:r>
            <w:r w:rsidRPr="009647FC">
              <w:rPr>
                <w:rtl/>
              </w:rPr>
              <w:t>ٍ</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Pr="00524A24" w:rsidRDefault="00A72677" w:rsidP="00693B01">
            <w:pPr>
              <w:pStyle w:val="libPoem"/>
            </w:pPr>
            <w:r w:rsidRPr="009647FC">
              <w:rPr>
                <w:rtl/>
              </w:rPr>
              <w:t>تبد</w:t>
            </w:r>
            <w:r w:rsidR="0068644B" w:rsidRPr="009647FC">
              <w:rPr>
                <w:rtl/>
              </w:rPr>
              <w:t>و</w:t>
            </w:r>
            <w:r w:rsidR="0068644B">
              <w:rPr>
                <w:rtl/>
              </w:rPr>
              <w:t xml:space="preserve"> </w:t>
            </w:r>
            <w:r w:rsidRPr="009647FC">
              <w:rPr>
                <w:rtl/>
              </w:rPr>
              <w:t>بص</w:t>
            </w:r>
            <w:r w:rsidR="0068644B" w:rsidRPr="009647FC">
              <w:rPr>
                <w:rtl/>
              </w:rPr>
              <w:t>ورة</w:t>
            </w:r>
            <w:r w:rsidR="0068644B">
              <w:rPr>
                <w:rtl/>
              </w:rPr>
              <w:t xml:space="preserve"> </w:t>
            </w:r>
            <w:r w:rsidRPr="009647FC">
              <w:rPr>
                <w:rtl/>
              </w:rPr>
              <w:t>بذ</w:t>
            </w:r>
            <w:r w:rsidR="0068644B" w:rsidRPr="009647FC">
              <w:rPr>
                <w:rtl/>
              </w:rPr>
              <w:t>لِ</w:t>
            </w:r>
            <w:r w:rsidR="0068644B" w:rsidRPr="00725071">
              <w:rPr>
                <w:rStyle w:val="libPoemTiniChar0"/>
                <w:rtl/>
              </w:rPr>
              <w:br/>
              <w:t> </w:t>
            </w:r>
          </w:p>
        </w:tc>
      </w:tr>
    </w:tbl>
    <w:p w:rsidR="009647FC" w:rsidRPr="00524A24" w:rsidRDefault="009647FC" w:rsidP="004E7EC6">
      <w:pPr>
        <w:pStyle w:val="libNormal"/>
      </w:pPr>
      <w:r w:rsidRPr="009647FC">
        <w:rPr>
          <w:rtl/>
        </w:rPr>
        <w:t>وقال يمدح العلاّمة الشيخ محمد حسن الكاظمي</w:t>
      </w:r>
      <w:r w:rsidR="00D769AB">
        <w:rPr>
          <w:rtl/>
        </w:rPr>
        <w:t>:</w:t>
      </w:r>
    </w:p>
    <w:tbl>
      <w:tblPr>
        <w:tblStyle w:val="TableGrid"/>
        <w:bidiVisual/>
        <w:tblW w:w="4562" w:type="pct"/>
        <w:tblInd w:w="384" w:type="dxa"/>
        <w:tblLook w:val="04A0"/>
      </w:tblPr>
      <w:tblGrid>
        <w:gridCol w:w="3902"/>
        <w:gridCol w:w="301"/>
        <w:gridCol w:w="3884"/>
      </w:tblGrid>
      <w:tr w:rsidR="0068644B" w:rsidRPr="00524A24" w:rsidTr="0068644B">
        <w:trPr>
          <w:trHeight w:val="350"/>
        </w:trPr>
        <w:tc>
          <w:tcPr>
            <w:tcW w:w="3902" w:type="dxa"/>
          </w:tcPr>
          <w:p w:rsidR="0068644B" w:rsidRPr="00524A24" w:rsidRDefault="00A72677" w:rsidP="00693B01">
            <w:pPr>
              <w:pStyle w:val="libPoem"/>
            </w:pPr>
            <w:r w:rsidRPr="009647FC">
              <w:rPr>
                <w:rtl/>
              </w:rPr>
              <w:t>قد</w:t>
            </w:r>
            <w:r w:rsidR="0068644B" w:rsidRPr="009647FC">
              <w:rPr>
                <w:rtl/>
              </w:rPr>
              <w:t>ّ</w:t>
            </w:r>
            <w:r w:rsidR="00677BC4">
              <w:rPr>
                <w:rtl/>
              </w:rPr>
              <w:t>َ</w:t>
            </w:r>
            <w:r w:rsidR="0068644B" w:rsidRPr="009647FC">
              <w:rPr>
                <w:rtl/>
              </w:rPr>
              <w:t>متك</w:t>
            </w:r>
            <w:r w:rsidR="004C00A8">
              <w:rPr>
                <w:rtl/>
              </w:rPr>
              <w:t xml:space="preserve"> </w:t>
            </w:r>
            <w:r w:rsidR="0068644B" w:rsidRPr="009647FC">
              <w:rPr>
                <w:rtl/>
              </w:rPr>
              <w:t>ا</w:t>
            </w:r>
            <w:r w:rsidRPr="009647FC">
              <w:rPr>
                <w:rtl/>
              </w:rPr>
              <w:t>لع</w:t>
            </w:r>
            <w:r w:rsidR="0068644B" w:rsidRPr="009647FC">
              <w:rPr>
                <w:rtl/>
              </w:rPr>
              <w:t>ُلى</w:t>
            </w:r>
            <w:r w:rsidR="0068644B">
              <w:rPr>
                <w:rtl/>
              </w:rPr>
              <w:t xml:space="preserve"> </w:t>
            </w:r>
            <w:r w:rsidR="0068644B" w:rsidRPr="009647FC">
              <w:rPr>
                <w:rtl/>
              </w:rPr>
              <w:t>وكنت</w:t>
            </w:r>
            <w:r w:rsidR="00677BC4">
              <w:rPr>
                <w:rtl/>
              </w:rPr>
              <w:t>َ</w:t>
            </w:r>
            <w:r w:rsidR="0068644B">
              <w:rPr>
                <w:rtl/>
              </w:rPr>
              <w:t xml:space="preserve"> </w:t>
            </w:r>
            <w:r w:rsidR="0068644B" w:rsidRPr="009647FC">
              <w:rPr>
                <w:rtl/>
              </w:rPr>
              <w:t>زعيما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و</w:t>
            </w:r>
            <w:r w:rsidR="00A72677" w:rsidRPr="009647FC">
              <w:rPr>
                <w:rtl/>
              </w:rPr>
              <w:t>قص</w:t>
            </w:r>
            <w:r w:rsidRPr="009647FC">
              <w:rPr>
                <w:rtl/>
              </w:rPr>
              <w:t>ارى</w:t>
            </w:r>
            <w:r>
              <w:rPr>
                <w:rtl/>
              </w:rPr>
              <w:t xml:space="preserve"> </w:t>
            </w:r>
            <w:r w:rsidRPr="009647FC">
              <w:rPr>
                <w:rtl/>
              </w:rPr>
              <w:t>ر</w:t>
            </w:r>
            <w:r w:rsidR="00A72677" w:rsidRPr="009647FC">
              <w:rPr>
                <w:rtl/>
              </w:rPr>
              <w:t>جا</w:t>
            </w:r>
            <w:r w:rsidRPr="009647FC">
              <w:rPr>
                <w:rtl/>
              </w:rPr>
              <w:t>ئها</w:t>
            </w:r>
            <w:r>
              <w:rPr>
                <w:rtl/>
              </w:rPr>
              <w:t xml:space="preserve"> </w:t>
            </w:r>
            <w:r w:rsidRPr="009647FC">
              <w:rPr>
                <w:rtl/>
              </w:rPr>
              <w:t>أن</w:t>
            </w:r>
            <w:r>
              <w:rPr>
                <w:rtl/>
              </w:rPr>
              <w:t xml:space="preserve"> </w:t>
            </w:r>
            <w:r w:rsidRPr="009647FC">
              <w:rPr>
                <w:rtl/>
              </w:rPr>
              <w:t>يدوما</w:t>
            </w:r>
            <w:r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وا</w:t>
            </w:r>
            <w:r w:rsidR="00A72677" w:rsidRPr="009647FC">
              <w:rPr>
                <w:rtl/>
              </w:rPr>
              <w:t>ست</w:t>
            </w:r>
            <w:r w:rsidRPr="009647FC">
              <w:rPr>
                <w:rtl/>
              </w:rPr>
              <w:t>نابتك</w:t>
            </w:r>
            <w:r>
              <w:rPr>
                <w:rtl/>
              </w:rPr>
              <w:t xml:space="preserve"> </w:t>
            </w:r>
            <w:r w:rsidR="00A72677" w:rsidRPr="009647FC">
              <w:rPr>
                <w:rtl/>
              </w:rPr>
              <w:t>عن</w:t>
            </w:r>
            <w:r>
              <w:rPr>
                <w:rtl/>
              </w:rPr>
              <w:t xml:space="preserve"> </w:t>
            </w:r>
            <w:r w:rsidRPr="009647FC">
              <w:rPr>
                <w:rtl/>
              </w:rPr>
              <w:t>أ</w:t>
            </w:r>
            <w:r w:rsidR="00A72677" w:rsidRPr="009647FC">
              <w:rPr>
                <w:rtl/>
              </w:rPr>
              <w:t>كا</w:t>
            </w:r>
            <w:r w:rsidRPr="009647FC">
              <w:rPr>
                <w:rtl/>
              </w:rPr>
              <w:t>رم</w:t>
            </w:r>
            <w:r w:rsidR="00677BC4">
              <w:rPr>
                <w:rtl/>
              </w:rPr>
              <w:t>َ</w:t>
            </w:r>
            <w:r>
              <w:rPr>
                <w:rtl/>
              </w:rPr>
              <w:t xml:space="preserve"> </w:t>
            </w:r>
            <w:r w:rsidRPr="009647FC">
              <w:rPr>
                <w:rtl/>
              </w:rPr>
              <w:t>تقفو</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هد</w:t>
            </w:r>
            <w:r w:rsidR="0068644B" w:rsidRPr="009647FC">
              <w:rPr>
                <w:rtl/>
              </w:rPr>
              <w:t>ي</w:t>
            </w:r>
            <w:r w:rsidR="00677BC4">
              <w:rPr>
                <w:rtl/>
              </w:rPr>
              <w:t>َ</w:t>
            </w:r>
            <w:r w:rsidR="0068644B" w:rsidRPr="009647FC">
              <w:rPr>
                <w:rtl/>
              </w:rPr>
              <w:t>هم</w:t>
            </w:r>
            <w:r w:rsidR="0068644B">
              <w:rPr>
                <w:rtl/>
              </w:rPr>
              <w:t xml:space="preserve"> </w:t>
            </w:r>
            <w:r w:rsidR="0068644B" w:rsidRPr="009647FC">
              <w:rPr>
                <w:rtl/>
              </w:rPr>
              <w:t>وا</w:t>
            </w:r>
            <w:r w:rsidRPr="009647FC">
              <w:rPr>
                <w:rtl/>
              </w:rPr>
              <w:t>لك</w:t>
            </w:r>
            <w:r w:rsidR="0068644B" w:rsidRPr="009647FC">
              <w:rPr>
                <w:rtl/>
              </w:rPr>
              <w:t>ريمُ</w:t>
            </w:r>
            <w:r w:rsidR="0068644B">
              <w:rPr>
                <w:rtl/>
              </w:rPr>
              <w:t xml:space="preserve"> </w:t>
            </w:r>
            <w:r w:rsidR="0068644B" w:rsidRPr="009647FC">
              <w:rPr>
                <w:rtl/>
              </w:rPr>
              <w:t>يقفو</w:t>
            </w:r>
            <w:r w:rsidR="0068644B">
              <w:rPr>
                <w:rtl/>
              </w:rPr>
              <w:t xml:space="preserve"> </w:t>
            </w:r>
            <w:r w:rsidR="0068644B" w:rsidRPr="009647FC">
              <w:rPr>
                <w:rtl/>
              </w:rPr>
              <w:t>الكريما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لم</w:t>
            </w:r>
            <w:r w:rsidR="004C00A8">
              <w:rPr>
                <w:rtl/>
              </w:rPr>
              <w:t xml:space="preserve"> </w:t>
            </w:r>
            <w:r w:rsidRPr="009647FC">
              <w:rPr>
                <w:rtl/>
              </w:rPr>
              <w:t>يز</w:t>
            </w:r>
            <w:r w:rsidR="0068644B" w:rsidRPr="009647FC">
              <w:rPr>
                <w:rtl/>
              </w:rPr>
              <w:t>دك</w:t>
            </w:r>
            <w:r w:rsidR="00677BC4">
              <w:rPr>
                <w:rtl/>
              </w:rPr>
              <w:t>َ</w:t>
            </w:r>
            <w:r w:rsidR="0068644B">
              <w:rPr>
                <w:rtl/>
              </w:rPr>
              <w:t xml:space="preserve"> </w:t>
            </w:r>
            <w:r w:rsidR="0068644B" w:rsidRPr="009647FC">
              <w:rPr>
                <w:rtl/>
              </w:rPr>
              <w:t>التعظيمُ</w:t>
            </w:r>
            <w:r w:rsidR="0068644B">
              <w:rPr>
                <w:rtl/>
              </w:rPr>
              <w:t xml:space="preserve"> </w:t>
            </w:r>
            <w:r w:rsidR="0068644B" w:rsidRPr="009647FC">
              <w:rPr>
                <w:rtl/>
              </w:rPr>
              <w:t>منّا</w:t>
            </w:r>
            <w:r w:rsidR="0068644B">
              <w:rPr>
                <w:rtl/>
              </w:rPr>
              <w:t xml:space="preserve"> </w:t>
            </w:r>
            <w:r w:rsidR="0068644B" w:rsidRPr="009647FC">
              <w:rPr>
                <w:rtl/>
              </w:rPr>
              <w:t>جلالا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إذ</w:t>
            </w:r>
            <w:r>
              <w:rPr>
                <w:rtl/>
              </w:rPr>
              <w:t xml:space="preserve"> </w:t>
            </w:r>
            <w:r w:rsidRPr="009647FC">
              <w:rPr>
                <w:rtl/>
              </w:rPr>
              <w:t>لدى</w:t>
            </w:r>
            <w:r>
              <w:rPr>
                <w:rtl/>
              </w:rPr>
              <w:t xml:space="preserve"> </w:t>
            </w:r>
            <w:r w:rsidRPr="009647FC">
              <w:rPr>
                <w:rtl/>
              </w:rPr>
              <w:t>ذي</w:t>
            </w:r>
            <w:r>
              <w:rPr>
                <w:rtl/>
              </w:rPr>
              <w:t xml:space="preserve"> </w:t>
            </w:r>
            <w:r w:rsidRPr="009647FC">
              <w:rPr>
                <w:rtl/>
              </w:rPr>
              <w:t>الجلال</w:t>
            </w:r>
            <w:r w:rsidR="00677BC4">
              <w:rPr>
                <w:rtl/>
              </w:rPr>
              <w:t>َ</w:t>
            </w:r>
            <w:r>
              <w:rPr>
                <w:rtl/>
              </w:rPr>
              <w:t xml:space="preserve"> </w:t>
            </w:r>
            <w:r w:rsidRPr="009647FC">
              <w:rPr>
                <w:rtl/>
              </w:rPr>
              <w:t>كنت</w:t>
            </w:r>
            <w:r>
              <w:rPr>
                <w:rtl/>
              </w:rPr>
              <w:t xml:space="preserve"> </w:t>
            </w:r>
            <w:r w:rsidRPr="009647FC">
              <w:rPr>
                <w:rtl/>
              </w:rPr>
              <w:t>عظيما</w:t>
            </w:r>
            <w:r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لك</w:t>
            </w:r>
            <w:r w:rsidR="0068644B">
              <w:rPr>
                <w:rtl/>
              </w:rPr>
              <w:t xml:space="preserve"> </w:t>
            </w:r>
            <w:r w:rsidRPr="009647FC">
              <w:rPr>
                <w:rtl/>
              </w:rPr>
              <w:t>فو</w:t>
            </w:r>
            <w:r w:rsidR="0068644B" w:rsidRPr="009647FC">
              <w:rPr>
                <w:rtl/>
              </w:rPr>
              <w:t>ق</w:t>
            </w:r>
            <w:r w:rsidR="0068644B">
              <w:rPr>
                <w:rtl/>
              </w:rPr>
              <w:t xml:space="preserve"> </w:t>
            </w:r>
            <w:r w:rsidR="0068644B" w:rsidRPr="009647FC">
              <w:rPr>
                <w:rtl/>
              </w:rPr>
              <w:t>الأ</w:t>
            </w:r>
            <w:r w:rsidRPr="009647FC">
              <w:rPr>
                <w:rtl/>
              </w:rPr>
              <w:t>نا</w:t>
            </w:r>
            <w:r w:rsidR="0068644B" w:rsidRPr="009647FC">
              <w:rPr>
                <w:rtl/>
              </w:rPr>
              <w:t>م</w:t>
            </w:r>
            <w:r w:rsidR="0068644B">
              <w:rPr>
                <w:rtl/>
              </w:rPr>
              <w:t xml:space="preserve"> </w:t>
            </w:r>
            <w:r w:rsidR="0068644B" w:rsidRPr="009647FC">
              <w:rPr>
                <w:rtl/>
              </w:rPr>
              <w:t>طودُ</w:t>
            </w:r>
            <w:r w:rsidR="0068644B">
              <w:rPr>
                <w:rtl/>
              </w:rPr>
              <w:t xml:space="preserve"> </w:t>
            </w:r>
            <w:r w:rsidR="0068644B" w:rsidRPr="009647FC">
              <w:rPr>
                <w:rtl/>
              </w:rPr>
              <w:t>جلالٍ</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طا</w:t>
            </w:r>
            <w:r w:rsidR="0068644B" w:rsidRPr="009647FC">
              <w:rPr>
                <w:rtl/>
              </w:rPr>
              <w:t>ئرُ</w:t>
            </w:r>
            <w:r w:rsidR="004C00A8">
              <w:rPr>
                <w:rtl/>
              </w:rPr>
              <w:t xml:space="preserve"> </w:t>
            </w:r>
            <w:r w:rsidR="0068644B" w:rsidRPr="009647FC">
              <w:rPr>
                <w:rtl/>
              </w:rPr>
              <w:t>الوهم</w:t>
            </w:r>
            <w:r w:rsidR="0068644B">
              <w:rPr>
                <w:rtl/>
              </w:rPr>
              <w:t xml:space="preserve"> </w:t>
            </w:r>
            <w:r w:rsidR="0068644B" w:rsidRPr="009647FC">
              <w:rPr>
                <w:rtl/>
              </w:rPr>
              <w:t>حوله</w:t>
            </w:r>
            <w:r w:rsidR="0068644B">
              <w:rPr>
                <w:rtl/>
              </w:rPr>
              <w:t xml:space="preserve"> </w:t>
            </w:r>
            <w:r w:rsidR="0068644B" w:rsidRPr="009647FC">
              <w:rPr>
                <w:rtl/>
              </w:rPr>
              <w:t>لنْ</w:t>
            </w:r>
            <w:r w:rsidR="0068644B">
              <w:rPr>
                <w:rtl/>
              </w:rPr>
              <w:t xml:space="preserve"> </w:t>
            </w:r>
            <w:r w:rsidR="0068644B" w:rsidRPr="009647FC">
              <w:rPr>
                <w:rtl/>
              </w:rPr>
              <w:t>يحوما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ما</w:t>
            </w:r>
            <w:r w:rsidR="004C00A8">
              <w:rPr>
                <w:rtl/>
              </w:rPr>
              <w:t xml:space="preserve"> </w:t>
            </w:r>
            <w:r w:rsidRPr="009647FC">
              <w:rPr>
                <w:rtl/>
              </w:rPr>
              <w:t>تج</w:t>
            </w:r>
            <w:r w:rsidR="0068644B" w:rsidRPr="009647FC">
              <w:rPr>
                <w:rtl/>
              </w:rPr>
              <w:t>لى</w:t>
            </w:r>
            <w:r w:rsidR="0068644B">
              <w:rPr>
                <w:rtl/>
              </w:rPr>
              <w:t xml:space="preserve"> </w:t>
            </w:r>
            <w:r w:rsidRPr="009647FC">
              <w:rPr>
                <w:rtl/>
              </w:rPr>
              <w:t>به</w:t>
            </w:r>
            <w:r w:rsidR="0068644B">
              <w:rPr>
                <w:rtl/>
              </w:rPr>
              <w:t xml:space="preserve"> </w:t>
            </w:r>
            <w:r w:rsidR="0068644B" w:rsidRPr="009647FC">
              <w:rPr>
                <w:rtl/>
              </w:rPr>
              <w:t>لك</w:t>
            </w:r>
            <w:r w:rsidR="0068644B">
              <w:rPr>
                <w:rtl/>
              </w:rPr>
              <w:t xml:space="preserve"> </w:t>
            </w:r>
            <w:r w:rsidR="0068644B" w:rsidRPr="009647FC">
              <w:rPr>
                <w:rtl/>
              </w:rPr>
              <w:t>الحقُّ</w:t>
            </w:r>
            <w:r w:rsidR="0068644B">
              <w:rPr>
                <w:rtl/>
              </w:rPr>
              <w:t xml:space="preserve"> </w:t>
            </w:r>
            <w:r w:rsidR="0068644B" w:rsidRPr="009647FC">
              <w:rPr>
                <w:rtl/>
              </w:rPr>
              <w:t>إلاّ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و</w:t>
            </w:r>
            <w:r w:rsidR="00A72677" w:rsidRPr="009647FC">
              <w:rPr>
                <w:rtl/>
              </w:rPr>
              <w:t>غد</w:t>
            </w:r>
            <w:r w:rsidRPr="009647FC">
              <w:rPr>
                <w:rtl/>
              </w:rPr>
              <w:t>ا</w:t>
            </w:r>
            <w:r w:rsidR="004C00A8">
              <w:rPr>
                <w:rtl/>
              </w:rPr>
              <w:t xml:space="preserve"> </w:t>
            </w:r>
            <w:r w:rsidRPr="009647FC">
              <w:rPr>
                <w:rtl/>
              </w:rPr>
              <w:t>يصفقُ</w:t>
            </w:r>
            <w:r>
              <w:rPr>
                <w:rtl/>
              </w:rPr>
              <w:t xml:space="preserve"> </w:t>
            </w:r>
            <w:r w:rsidRPr="009647FC">
              <w:rPr>
                <w:rtl/>
              </w:rPr>
              <w:t>الحسود</w:t>
            </w:r>
            <w:r w:rsidR="00677BC4">
              <w:rPr>
                <w:rtl/>
              </w:rPr>
              <w:t>َ</w:t>
            </w:r>
            <w:r>
              <w:rPr>
                <w:rtl/>
              </w:rPr>
              <w:t xml:space="preserve"> </w:t>
            </w:r>
            <w:r w:rsidRPr="009647FC">
              <w:rPr>
                <w:rtl/>
              </w:rPr>
              <w:t>وجوما</w:t>
            </w:r>
            <w:r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فا</w:t>
            </w:r>
            <w:r w:rsidR="0068644B" w:rsidRPr="009647FC">
              <w:rPr>
                <w:rtl/>
              </w:rPr>
              <w:t>لعجيب</w:t>
            </w:r>
            <w:r w:rsidR="004C00A8">
              <w:rPr>
                <w:rtl/>
              </w:rPr>
              <w:t xml:space="preserve"> </w:t>
            </w:r>
            <w:r w:rsidR="0068644B" w:rsidRPr="009647FC">
              <w:rPr>
                <w:rtl/>
              </w:rPr>
              <w:t>العجاب</w:t>
            </w:r>
            <w:r w:rsidR="0068644B">
              <w:rPr>
                <w:rtl/>
              </w:rPr>
              <w:t xml:space="preserve"> </w:t>
            </w:r>
            <w:r w:rsidR="0068644B" w:rsidRPr="009647FC">
              <w:rPr>
                <w:rtl/>
              </w:rPr>
              <w:t>أنّك</w:t>
            </w:r>
            <w:r w:rsidR="0068644B">
              <w:rPr>
                <w:rtl/>
              </w:rPr>
              <w:t xml:space="preserve"> </w:t>
            </w:r>
            <w:r w:rsidR="0068644B" w:rsidRPr="009647FC">
              <w:rPr>
                <w:rtl/>
              </w:rPr>
              <w:t>موسى</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Pr="00524A24" w:rsidRDefault="0068644B" w:rsidP="00693B01">
            <w:pPr>
              <w:pStyle w:val="libPoem"/>
            </w:pPr>
            <w:r w:rsidRPr="009647FC">
              <w:rPr>
                <w:rtl/>
              </w:rPr>
              <w:t>و</w:t>
            </w:r>
            <w:r w:rsidR="00A72677" w:rsidRPr="009647FC">
              <w:rPr>
                <w:rtl/>
              </w:rPr>
              <w:t>نر</w:t>
            </w:r>
            <w:r w:rsidRPr="009647FC">
              <w:rPr>
                <w:rtl/>
              </w:rPr>
              <w:t>ى</w:t>
            </w:r>
            <w:r w:rsidR="004C00A8">
              <w:rPr>
                <w:rtl/>
              </w:rPr>
              <w:t xml:space="preserve"> </w:t>
            </w:r>
            <w:r w:rsidRPr="009647FC">
              <w:rPr>
                <w:rtl/>
              </w:rPr>
              <w:t>م</w:t>
            </w:r>
            <w:r w:rsidR="00677BC4">
              <w:rPr>
                <w:rtl/>
              </w:rPr>
              <w:t>َ</w:t>
            </w:r>
            <w:r w:rsidRPr="009647FC">
              <w:rPr>
                <w:rtl/>
              </w:rPr>
              <w:t>نْ</w:t>
            </w:r>
            <w:r>
              <w:rPr>
                <w:rtl/>
              </w:rPr>
              <w:t xml:space="preserve"> </w:t>
            </w:r>
            <w:r w:rsidRPr="009647FC">
              <w:rPr>
                <w:rtl/>
              </w:rPr>
              <w:t>سواك</w:t>
            </w:r>
            <w:r>
              <w:rPr>
                <w:rtl/>
              </w:rPr>
              <w:t xml:space="preserve"> </w:t>
            </w:r>
            <w:r w:rsidRPr="009647FC">
              <w:rPr>
                <w:rtl/>
              </w:rPr>
              <w:t>كان</w:t>
            </w:r>
            <w:r>
              <w:rPr>
                <w:rtl/>
              </w:rPr>
              <w:t xml:space="preserve"> </w:t>
            </w:r>
            <w:r w:rsidRPr="009647FC">
              <w:rPr>
                <w:rtl/>
              </w:rPr>
              <w:t>الكليما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المراجل</w:t>
      </w:r>
      <w:r w:rsidR="00D769AB">
        <w:rPr>
          <w:rtl/>
        </w:rPr>
        <w:t>:</w:t>
      </w:r>
      <w:r w:rsidRPr="009647FC">
        <w:rPr>
          <w:rtl/>
        </w:rPr>
        <w:t xml:space="preserve"> القدور</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المجاجة</w:t>
      </w:r>
      <w:r w:rsidR="00D769AB">
        <w:rPr>
          <w:rtl/>
        </w:rPr>
        <w:t>:</w:t>
      </w:r>
      <w:r w:rsidRPr="009647FC">
        <w:rPr>
          <w:rtl/>
        </w:rPr>
        <w:t xml:space="preserve"> العصارة</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68644B" w:rsidRPr="00524A24" w:rsidTr="0068644B">
        <w:trPr>
          <w:trHeight w:val="350"/>
        </w:trPr>
        <w:tc>
          <w:tcPr>
            <w:tcW w:w="3902" w:type="dxa"/>
          </w:tcPr>
          <w:p w:rsidR="0068644B" w:rsidRPr="00524A24" w:rsidRDefault="00A72677" w:rsidP="00693B01">
            <w:pPr>
              <w:pStyle w:val="libPoem"/>
            </w:pPr>
            <w:r w:rsidRPr="009647FC">
              <w:rPr>
                <w:rtl/>
              </w:rPr>
              <w:lastRenderedPageBreak/>
              <w:t>با</w:t>
            </w:r>
            <w:r w:rsidR="0068644B" w:rsidRPr="009647FC">
              <w:rPr>
                <w:rtl/>
              </w:rPr>
              <w:t>سطاً</w:t>
            </w:r>
            <w:r w:rsidR="0068644B">
              <w:rPr>
                <w:rtl/>
              </w:rPr>
              <w:t xml:space="preserve"> </w:t>
            </w:r>
            <w:r w:rsidRPr="009647FC">
              <w:rPr>
                <w:rtl/>
              </w:rPr>
              <w:t>با</w:t>
            </w:r>
            <w:r w:rsidR="0068644B" w:rsidRPr="009647FC">
              <w:rPr>
                <w:rtl/>
              </w:rPr>
              <w:t>لندى</w:t>
            </w:r>
            <w:r w:rsidR="0068644B">
              <w:rPr>
                <w:rtl/>
              </w:rPr>
              <w:t xml:space="preserve"> </w:t>
            </w:r>
            <w:r w:rsidR="0068644B" w:rsidRPr="009647FC">
              <w:rPr>
                <w:rtl/>
              </w:rPr>
              <w:t>بنان</w:t>
            </w:r>
            <w:r w:rsidR="00677BC4">
              <w:rPr>
                <w:rtl/>
              </w:rPr>
              <w:t>َ</w:t>
            </w:r>
            <w:r w:rsidR="0068644B">
              <w:rPr>
                <w:rtl/>
              </w:rPr>
              <w:t xml:space="preserve"> </w:t>
            </w:r>
            <w:r w:rsidR="0068644B" w:rsidRPr="009647FC">
              <w:rPr>
                <w:rtl/>
              </w:rPr>
              <w:t>يدٍ</w:t>
            </w:r>
            <w:r w:rsidR="0068644B">
              <w:rPr>
                <w:rtl/>
              </w:rPr>
              <w:t xml:space="preserve"> </w:t>
            </w:r>
            <w:r w:rsidR="0068644B" w:rsidRPr="009647FC">
              <w:rPr>
                <w:rtl/>
              </w:rPr>
              <w:t>بيضا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لم</w:t>
            </w:r>
            <w:r w:rsidR="004C00A8">
              <w:rPr>
                <w:rtl/>
              </w:rPr>
              <w:t xml:space="preserve"> </w:t>
            </w:r>
            <w:r w:rsidRPr="009647FC">
              <w:rPr>
                <w:rtl/>
              </w:rPr>
              <w:t>يغ</w:t>
            </w:r>
            <w:r w:rsidR="0068644B" w:rsidRPr="009647FC">
              <w:rPr>
                <w:rtl/>
              </w:rPr>
              <w:t>دُ</w:t>
            </w:r>
            <w:r w:rsidR="0068644B">
              <w:rPr>
                <w:rtl/>
              </w:rPr>
              <w:t xml:space="preserve"> </w:t>
            </w:r>
            <w:r w:rsidRPr="009647FC">
              <w:rPr>
                <w:rtl/>
              </w:rPr>
              <w:t>طر</w:t>
            </w:r>
            <w:r w:rsidR="0068644B" w:rsidRPr="009647FC">
              <w:rPr>
                <w:rtl/>
              </w:rPr>
              <w:t>فة</w:t>
            </w:r>
            <w:r w:rsidR="0068644B">
              <w:rPr>
                <w:rtl/>
              </w:rPr>
              <w:t xml:space="preserve"> </w:t>
            </w:r>
            <w:r w:rsidRPr="009647FC">
              <w:rPr>
                <w:rtl/>
              </w:rPr>
              <w:t>مض</w:t>
            </w:r>
            <w:r w:rsidR="0068644B" w:rsidRPr="009647FC">
              <w:rPr>
                <w:rtl/>
              </w:rPr>
              <w:t>موما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هي</w:t>
            </w:r>
            <w:r w:rsidR="0068644B">
              <w:rPr>
                <w:rtl/>
              </w:rPr>
              <w:t xml:space="preserve"> </w:t>
            </w:r>
            <w:r w:rsidRPr="009647FC">
              <w:rPr>
                <w:rtl/>
              </w:rPr>
              <w:t>شك</w:t>
            </w:r>
            <w:r w:rsidR="0068644B" w:rsidRPr="009647FC">
              <w:rPr>
                <w:rtl/>
              </w:rPr>
              <w:t>لٌ</w:t>
            </w:r>
            <w:r w:rsidR="0068644B">
              <w:rPr>
                <w:rtl/>
              </w:rPr>
              <w:t xml:space="preserve"> </w:t>
            </w:r>
            <w:r w:rsidRPr="009647FC">
              <w:rPr>
                <w:rtl/>
              </w:rPr>
              <w:t>لل</w:t>
            </w:r>
            <w:r w:rsidR="0068644B" w:rsidRPr="009647FC">
              <w:rPr>
                <w:rtl/>
              </w:rPr>
              <w:t>جودِ</w:t>
            </w:r>
            <w:r w:rsidR="0068644B">
              <w:rPr>
                <w:rtl/>
              </w:rPr>
              <w:t xml:space="preserve"> </w:t>
            </w:r>
            <w:r w:rsidR="0068644B" w:rsidRPr="009647FC">
              <w:rPr>
                <w:rtl/>
              </w:rPr>
              <w:t>ينتجُ</w:t>
            </w:r>
            <w:r w:rsidR="0068644B">
              <w:rPr>
                <w:rtl/>
              </w:rPr>
              <w:t xml:space="preserve"> </w:t>
            </w:r>
            <w:r w:rsidR="0068644B" w:rsidRPr="009647FC">
              <w:rPr>
                <w:rtl/>
              </w:rPr>
              <w:t>دأبا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و</w:t>
            </w:r>
            <w:r w:rsidR="00A72677" w:rsidRPr="009647FC">
              <w:rPr>
                <w:rtl/>
              </w:rPr>
              <w:t>سو</w:t>
            </w:r>
            <w:r w:rsidRPr="009647FC">
              <w:rPr>
                <w:rtl/>
              </w:rPr>
              <w:t>اها</w:t>
            </w:r>
            <w:r>
              <w:rPr>
                <w:rtl/>
              </w:rPr>
              <w:t xml:space="preserve"> </w:t>
            </w:r>
            <w:r w:rsidR="00A72677" w:rsidRPr="009647FC">
              <w:rPr>
                <w:rtl/>
              </w:rPr>
              <w:t>قد</w:t>
            </w:r>
            <w:r>
              <w:rPr>
                <w:rtl/>
              </w:rPr>
              <w:t xml:space="preserve"> </w:t>
            </w:r>
            <w:r w:rsidRPr="009647FC">
              <w:rPr>
                <w:rtl/>
              </w:rPr>
              <w:t>جاء</w:t>
            </w:r>
            <w:r>
              <w:rPr>
                <w:rtl/>
              </w:rPr>
              <w:t xml:space="preserve"> </w:t>
            </w:r>
            <w:r w:rsidRPr="009647FC">
              <w:rPr>
                <w:rtl/>
              </w:rPr>
              <w:t>شكلاً</w:t>
            </w:r>
            <w:r>
              <w:rPr>
                <w:rtl/>
              </w:rPr>
              <w:t xml:space="preserve"> </w:t>
            </w:r>
            <w:r w:rsidRPr="009647FC">
              <w:rPr>
                <w:rtl/>
              </w:rPr>
              <w:t>عقيما</w:t>
            </w:r>
            <w:r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A72677">
              <w:rPr>
                <w:rtl/>
              </w:rPr>
              <w:t>أي</w:t>
            </w:r>
            <w:r w:rsidR="00A72677" w:rsidRPr="00A72677">
              <w:rPr>
                <w:rtl/>
              </w:rPr>
              <w:t>ّه</w:t>
            </w:r>
            <w:r w:rsidRPr="00A72677">
              <w:rPr>
                <w:rtl/>
              </w:rPr>
              <w:t>ا</w:t>
            </w:r>
            <w:r w:rsidR="004C00A8">
              <w:rPr>
                <w:rtl/>
              </w:rPr>
              <w:t xml:space="preserve"> </w:t>
            </w:r>
            <w:r w:rsidRPr="00A72677">
              <w:rPr>
                <w:rtl/>
              </w:rPr>
              <w:t>ا</w:t>
            </w:r>
            <w:r w:rsidR="00A72677" w:rsidRPr="00A72677">
              <w:rPr>
                <w:rtl/>
              </w:rPr>
              <w:t>لم</w:t>
            </w:r>
            <w:r w:rsidRPr="00A72677">
              <w:rPr>
                <w:rtl/>
              </w:rPr>
              <w:t>سقمُ الحواسد</w:t>
            </w:r>
            <w:r w:rsidR="00677BC4">
              <w:rPr>
                <w:rtl/>
              </w:rPr>
              <w:t>َ</w:t>
            </w:r>
            <w:r w:rsidRPr="00A72677">
              <w:rPr>
                <w:rtl/>
              </w:rPr>
              <w:t xml:space="preserve"> غيظا</w:t>
            </w:r>
            <w:r w:rsidRPr="00A72677">
              <w:rPr>
                <w:rStyle w:val="libPoemTiniChar0"/>
                <w:rtl/>
              </w:rPr>
              <w:br/>
              <w:t> </w:t>
            </w:r>
          </w:p>
        </w:tc>
        <w:tc>
          <w:tcPr>
            <w:tcW w:w="301" w:type="dxa"/>
          </w:tcPr>
          <w:p w:rsidR="0068644B" w:rsidRPr="00A72677" w:rsidRDefault="0068644B" w:rsidP="00693B01">
            <w:pPr>
              <w:pStyle w:val="libPoem"/>
              <w:rPr>
                <w:rtl/>
              </w:rPr>
            </w:pPr>
          </w:p>
        </w:tc>
        <w:tc>
          <w:tcPr>
            <w:tcW w:w="3884" w:type="dxa"/>
          </w:tcPr>
          <w:p w:rsidR="0068644B" w:rsidRPr="00A72677" w:rsidRDefault="00A72677" w:rsidP="00693B01">
            <w:pPr>
              <w:pStyle w:val="libPoem"/>
            </w:pPr>
            <w:r w:rsidRPr="00A72677">
              <w:rPr>
                <w:rtl/>
              </w:rPr>
              <w:t>با</w:t>
            </w:r>
            <w:r w:rsidR="0068644B" w:rsidRPr="00A72677">
              <w:rPr>
                <w:rtl/>
              </w:rPr>
              <w:t>لنُهى</w:t>
            </w:r>
            <w:r w:rsidR="004C00A8">
              <w:rPr>
                <w:rtl/>
              </w:rPr>
              <w:t xml:space="preserve"> </w:t>
            </w:r>
            <w:r w:rsidR="0068644B" w:rsidRPr="00A72677">
              <w:rPr>
                <w:rtl/>
              </w:rPr>
              <w:t>كم شفيت</w:t>
            </w:r>
            <w:r w:rsidR="00677BC4">
              <w:rPr>
                <w:rtl/>
              </w:rPr>
              <w:t>َ</w:t>
            </w:r>
            <w:r w:rsidR="0068644B" w:rsidRPr="00A72677">
              <w:rPr>
                <w:rtl/>
              </w:rPr>
              <w:t xml:space="preserve"> فكراً سقيما</w:t>
            </w:r>
            <w:r w:rsidR="0068644B" w:rsidRPr="00A72677">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أنت</w:t>
            </w:r>
            <w:r>
              <w:rPr>
                <w:rtl/>
              </w:rPr>
              <w:t xml:space="preserve"> </w:t>
            </w:r>
            <w:r w:rsidRPr="009647FC">
              <w:rPr>
                <w:rtl/>
              </w:rPr>
              <w:t>لطفٌ</w:t>
            </w:r>
            <w:r>
              <w:rPr>
                <w:rtl/>
              </w:rPr>
              <w:t xml:space="preserve"> </w:t>
            </w:r>
            <w:r w:rsidRPr="009647FC">
              <w:rPr>
                <w:rtl/>
              </w:rPr>
              <w:t>لكنْ</w:t>
            </w:r>
            <w:r>
              <w:rPr>
                <w:rtl/>
              </w:rPr>
              <w:t xml:space="preserve"> </w:t>
            </w:r>
            <w:r w:rsidRPr="009647FC">
              <w:rPr>
                <w:rtl/>
              </w:rPr>
              <w:t>تجسمت</w:t>
            </w:r>
            <w:r>
              <w:rPr>
                <w:rtl/>
              </w:rPr>
              <w:t xml:space="preserve"> </w:t>
            </w:r>
            <w:r w:rsidRPr="009647FC">
              <w:rPr>
                <w:rtl/>
              </w:rPr>
              <w:t>شخصا</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فغ</w:t>
            </w:r>
            <w:r w:rsidR="0068644B" w:rsidRPr="009647FC">
              <w:rPr>
                <w:rtl/>
              </w:rPr>
              <w:t>دا</w:t>
            </w:r>
            <w:r w:rsidR="004C00A8">
              <w:rPr>
                <w:rtl/>
              </w:rPr>
              <w:t xml:space="preserve"> </w:t>
            </w:r>
            <w:r w:rsidRPr="009647FC">
              <w:rPr>
                <w:rtl/>
              </w:rPr>
              <w:t>من</w:t>
            </w:r>
            <w:r w:rsidR="0068644B" w:rsidRPr="009647FC">
              <w:rPr>
                <w:rtl/>
              </w:rPr>
              <w:t>ُّك</w:t>
            </w:r>
            <w:r w:rsidR="0068644B">
              <w:rPr>
                <w:rtl/>
              </w:rPr>
              <w:t xml:space="preserve"> </w:t>
            </w:r>
            <w:r w:rsidR="0068644B" w:rsidRPr="009647FC">
              <w:rPr>
                <w:rtl/>
              </w:rPr>
              <w:t>ا</w:t>
            </w:r>
            <w:r w:rsidRPr="009647FC">
              <w:rPr>
                <w:rtl/>
              </w:rPr>
              <w:t>لج</w:t>
            </w:r>
            <w:r w:rsidR="0068644B" w:rsidRPr="009647FC">
              <w:rPr>
                <w:rtl/>
              </w:rPr>
              <w:t>سيم</w:t>
            </w:r>
            <w:r w:rsidR="0068644B">
              <w:rPr>
                <w:rtl/>
              </w:rPr>
              <w:t xml:space="preserve"> </w:t>
            </w:r>
            <w:r w:rsidR="0068644B" w:rsidRPr="009647FC">
              <w:rPr>
                <w:rtl/>
              </w:rPr>
              <w:t>جسيما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كم</w:t>
            </w:r>
            <w:r w:rsidR="0068644B">
              <w:rPr>
                <w:rtl/>
              </w:rPr>
              <w:t xml:space="preserve"> </w:t>
            </w:r>
            <w:r w:rsidRPr="009647FC">
              <w:rPr>
                <w:rtl/>
              </w:rPr>
              <w:t>لع</w:t>
            </w:r>
            <w:r w:rsidR="0068644B" w:rsidRPr="009647FC">
              <w:rPr>
                <w:rtl/>
              </w:rPr>
              <w:t>امٍ</w:t>
            </w:r>
            <w:r w:rsidR="0068644B">
              <w:rPr>
                <w:rtl/>
              </w:rPr>
              <w:t xml:space="preserve"> </w:t>
            </w:r>
            <w:r w:rsidR="0068644B" w:rsidRPr="009647FC">
              <w:rPr>
                <w:rtl/>
              </w:rPr>
              <w:t>مسحت</w:t>
            </w:r>
            <w:r w:rsidR="00677BC4">
              <w:rPr>
                <w:rtl/>
              </w:rPr>
              <w:t>َ</w:t>
            </w:r>
            <w:r w:rsidR="0068644B">
              <w:rPr>
                <w:rtl/>
              </w:rPr>
              <w:t xml:space="preserve"> </w:t>
            </w:r>
            <w:r w:rsidR="0068644B" w:rsidRPr="009647FC">
              <w:rPr>
                <w:rtl/>
              </w:rPr>
              <w:t>وجهاً</w:t>
            </w:r>
            <w:r w:rsidR="0068644B">
              <w:rPr>
                <w:rtl/>
              </w:rPr>
              <w:t xml:space="preserve"> </w:t>
            </w:r>
            <w:r w:rsidR="0068644B" w:rsidRPr="009647FC">
              <w:rPr>
                <w:rtl/>
              </w:rPr>
              <w:t>بأندي</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من</w:t>
            </w:r>
            <w:r w:rsidR="0068644B">
              <w:rPr>
                <w:rtl/>
              </w:rPr>
              <w:t xml:space="preserve"> </w:t>
            </w:r>
            <w:r w:rsidR="0068644B" w:rsidRPr="009647FC">
              <w:rPr>
                <w:rtl/>
              </w:rPr>
              <w:t>وجوه</w:t>
            </w:r>
            <w:r w:rsidR="0068644B">
              <w:rPr>
                <w:rtl/>
              </w:rPr>
              <w:t xml:space="preserve"> </w:t>
            </w:r>
            <w:r w:rsidR="0068644B" w:rsidRPr="009647FC">
              <w:rPr>
                <w:rtl/>
              </w:rPr>
              <w:t>الغرّ</w:t>
            </w:r>
            <w:r w:rsidR="0068644B">
              <w:rPr>
                <w:rtl/>
              </w:rPr>
              <w:t xml:space="preserve"> </w:t>
            </w:r>
            <w:r w:rsidR="0068644B" w:rsidRPr="009647FC">
              <w:rPr>
                <w:rtl/>
              </w:rPr>
              <w:t>الغوادي</w:t>
            </w:r>
            <w:r w:rsidR="0068644B">
              <w:rPr>
                <w:rtl/>
              </w:rPr>
              <w:t xml:space="preserve"> </w:t>
            </w:r>
            <w:r w:rsidR="0068644B" w:rsidRPr="009647FC">
              <w:rPr>
                <w:rtl/>
              </w:rPr>
              <w:t>أديما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تل</w:t>
            </w:r>
            <w:r w:rsidR="0068644B" w:rsidRPr="009647FC">
              <w:rPr>
                <w:rtl/>
              </w:rPr>
              <w:t>ك</w:t>
            </w:r>
            <w:r w:rsidR="00677BC4">
              <w:rPr>
                <w:rtl/>
              </w:rPr>
              <w:t>َ</w:t>
            </w:r>
            <w:r w:rsidR="004C00A8">
              <w:rPr>
                <w:rtl/>
              </w:rPr>
              <w:t xml:space="preserve"> </w:t>
            </w:r>
            <w:r w:rsidR="0068644B" w:rsidRPr="009647FC">
              <w:rPr>
                <w:rtl/>
              </w:rPr>
              <w:t>راحٌ</w:t>
            </w:r>
            <w:r w:rsidR="0068644B">
              <w:rPr>
                <w:rtl/>
              </w:rPr>
              <w:t xml:space="preserve"> </w:t>
            </w:r>
            <w:r w:rsidRPr="009647FC">
              <w:rPr>
                <w:rtl/>
              </w:rPr>
              <w:t>كم</w:t>
            </w:r>
            <w:r w:rsidR="0068644B">
              <w:rPr>
                <w:rtl/>
              </w:rPr>
              <w:t xml:space="preserve"> </w:t>
            </w:r>
            <w:r w:rsidR="0068644B" w:rsidRPr="009647FC">
              <w:rPr>
                <w:rtl/>
              </w:rPr>
              <w:t>روحتّنا</w:t>
            </w:r>
            <w:r w:rsidR="0068644B">
              <w:rPr>
                <w:rtl/>
              </w:rPr>
              <w:t xml:space="preserve"> </w:t>
            </w:r>
            <w:r w:rsidR="0068644B" w:rsidRPr="009647FC">
              <w:rPr>
                <w:rtl/>
              </w:rPr>
              <w:t>وكفٌ</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كم</w:t>
            </w:r>
            <w:r w:rsidR="0068644B">
              <w:rPr>
                <w:rtl/>
              </w:rPr>
              <w:t xml:space="preserve"> </w:t>
            </w:r>
            <w:r w:rsidRPr="009647FC">
              <w:rPr>
                <w:rtl/>
              </w:rPr>
              <w:t>به</w:t>
            </w:r>
            <w:r w:rsidR="0068644B" w:rsidRPr="009647FC">
              <w:rPr>
                <w:rtl/>
              </w:rPr>
              <w:t>ا</w:t>
            </w:r>
            <w:r w:rsidR="0068644B">
              <w:rPr>
                <w:rtl/>
              </w:rPr>
              <w:t xml:space="preserve"> </w:t>
            </w:r>
            <w:r w:rsidR="0068644B" w:rsidRPr="009647FC">
              <w:rPr>
                <w:rtl/>
              </w:rPr>
              <w:t>اللهُ</w:t>
            </w:r>
            <w:r w:rsidR="0068644B">
              <w:rPr>
                <w:rtl/>
              </w:rPr>
              <w:t xml:space="preserve"> </w:t>
            </w:r>
            <w:r w:rsidR="0068644B" w:rsidRPr="009647FC">
              <w:rPr>
                <w:rtl/>
              </w:rPr>
              <w:t>كفّ</w:t>
            </w:r>
            <w:r w:rsidR="00677BC4">
              <w:rPr>
                <w:rtl/>
              </w:rPr>
              <w:t>َ</w:t>
            </w:r>
            <w:r w:rsidR="0068644B">
              <w:rPr>
                <w:rtl/>
              </w:rPr>
              <w:t xml:space="preserve"> </w:t>
            </w:r>
            <w:r w:rsidR="0068644B" w:rsidRPr="009647FC">
              <w:rPr>
                <w:rtl/>
              </w:rPr>
              <w:t>عنّا</w:t>
            </w:r>
            <w:r w:rsidR="0068644B">
              <w:rPr>
                <w:rtl/>
              </w:rPr>
              <w:t xml:space="preserve"> </w:t>
            </w:r>
            <w:r w:rsidR="0068644B" w:rsidRPr="009647FC">
              <w:rPr>
                <w:rtl/>
              </w:rPr>
              <w:t>الهموما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عل</w:t>
            </w:r>
            <w:r w:rsidR="0068644B" w:rsidRPr="009647FC">
              <w:rPr>
                <w:rtl/>
              </w:rPr>
              <w:t>متْنا</w:t>
            </w:r>
            <w:r w:rsidR="0068644B">
              <w:rPr>
                <w:rtl/>
              </w:rPr>
              <w:t xml:space="preserve"> </w:t>
            </w:r>
            <w:r w:rsidRPr="009647FC">
              <w:rPr>
                <w:rtl/>
              </w:rPr>
              <w:t>هي</w:t>
            </w:r>
            <w:r w:rsidR="0068644B">
              <w:rPr>
                <w:rtl/>
              </w:rPr>
              <w:t xml:space="preserve"> </w:t>
            </w:r>
            <w:r w:rsidR="0068644B" w:rsidRPr="009647FC">
              <w:rPr>
                <w:rtl/>
              </w:rPr>
              <w:t>ا</w:t>
            </w:r>
            <w:r w:rsidRPr="009647FC">
              <w:rPr>
                <w:rtl/>
              </w:rPr>
              <w:t>لث</w:t>
            </w:r>
            <w:r w:rsidR="0068644B" w:rsidRPr="009647FC">
              <w:rPr>
                <w:rtl/>
              </w:rPr>
              <w:t>نا</w:t>
            </w:r>
            <w:r w:rsidR="0068644B">
              <w:rPr>
                <w:rtl/>
              </w:rPr>
              <w:t xml:space="preserve"> </w:t>
            </w:r>
            <w:r w:rsidRPr="009647FC">
              <w:rPr>
                <w:rtl/>
              </w:rPr>
              <w:t>فا</w:t>
            </w:r>
            <w:r w:rsidR="0068644B" w:rsidRPr="009647FC">
              <w:rPr>
                <w:rtl/>
              </w:rPr>
              <w:t>نتقينا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من</w:t>
            </w:r>
            <w:r w:rsidR="0068644B">
              <w:rPr>
                <w:rtl/>
              </w:rPr>
              <w:t xml:space="preserve"> </w:t>
            </w:r>
            <w:r w:rsidRPr="009647FC">
              <w:rPr>
                <w:rtl/>
              </w:rPr>
              <w:t>مز</w:t>
            </w:r>
            <w:r w:rsidR="0068644B" w:rsidRPr="009647FC">
              <w:rPr>
                <w:rtl/>
              </w:rPr>
              <w:t>ايا</w:t>
            </w:r>
            <w:r w:rsidR="0068644B">
              <w:rPr>
                <w:rtl/>
              </w:rPr>
              <w:t xml:space="preserve"> </w:t>
            </w:r>
            <w:r w:rsidRPr="009647FC">
              <w:rPr>
                <w:rtl/>
              </w:rPr>
              <w:t>عل</w:t>
            </w:r>
            <w:r w:rsidR="0068644B" w:rsidRPr="009647FC">
              <w:rPr>
                <w:rtl/>
              </w:rPr>
              <w:t>اك</w:t>
            </w:r>
            <w:r w:rsidR="00677BC4">
              <w:rPr>
                <w:rtl/>
              </w:rPr>
              <w:t>َ</w:t>
            </w:r>
            <w:r w:rsidR="0068644B">
              <w:rPr>
                <w:rtl/>
              </w:rPr>
              <w:t xml:space="preserve"> </w:t>
            </w:r>
            <w:r w:rsidR="0068644B" w:rsidRPr="009647FC">
              <w:rPr>
                <w:rtl/>
              </w:rPr>
              <w:t>درّاً</w:t>
            </w:r>
            <w:r w:rsidR="0068644B">
              <w:rPr>
                <w:rtl/>
              </w:rPr>
              <w:t xml:space="preserve"> </w:t>
            </w:r>
            <w:r w:rsidR="0068644B" w:rsidRPr="009647FC">
              <w:rPr>
                <w:rtl/>
              </w:rPr>
              <w:t>يتيما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فل</w:t>
            </w:r>
            <w:r w:rsidR="0068644B" w:rsidRPr="009647FC">
              <w:rPr>
                <w:rtl/>
              </w:rPr>
              <w:t>ك</w:t>
            </w:r>
            <w:r w:rsidR="0068644B">
              <w:rPr>
                <w:rtl/>
              </w:rPr>
              <w:t xml:space="preserve"> </w:t>
            </w:r>
            <w:r w:rsidR="0068644B" w:rsidRPr="009647FC">
              <w:rPr>
                <w:rtl/>
              </w:rPr>
              <w:t>ا</w:t>
            </w:r>
            <w:r w:rsidRPr="009647FC">
              <w:rPr>
                <w:rtl/>
              </w:rPr>
              <w:t>لف</w:t>
            </w:r>
            <w:r w:rsidR="0068644B" w:rsidRPr="009647FC">
              <w:rPr>
                <w:rtl/>
              </w:rPr>
              <w:t>ضلُ</w:t>
            </w:r>
            <w:r w:rsidR="0068644B">
              <w:rPr>
                <w:rtl/>
              </w:rPr>
              <w:t xml:space="preserve"> </w:t>
            </w:r>
            <w:r w:rsidR="0068644B" w:rsidRPr="009647FC">
              <w:rPr>
                <w:rtl/>
              </w:rPr>
              <w:t>إنْ</w:t>
            </w:r>
            <w:r w:rsidR="0068644B">
              <w:rPr>
                <w:rtl/>
              </w:rPr>
              <w:t xml:space="preserve"> </w:t>
            </w:r>
            <w:r w:rsidRPr="009647FC">
              <w:rPr>
                <w:rtl/>
              </w:rPr>
              <w:t>نظ</w:t>
            </w:r>
            <w:r w:rsidR="0068644B" w:rsidRPr="009647FC">
              <w:rPr>
                <w:rtl/>
              </w:rPr>
              <w:t>منا</w:t>
            </w:r>
            <w:r w:rsidR="0068644B">
              <w:rPr>
                <w:rtl/>
              </w:rPr>
              <w:t xml:space="preserve"> </w:t>
            </w:r>
            <w:r w:rsidR="0068644B" w:rsidRPr="009647FC">
              <w:rPr>
                <w:rtl/>
              </w:rPr>
              <w:t>لأنا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من</w:t>
            </w:r>
            <w:r w:rsidR="0068644B" w:rsidRPr="009647FC">
              <w:rPr>
                <w:rtl/>
              </w:rPr>
              <w:t>ك</w:t>
            </w:r>
            <w:r w:rsidR="0068644B">
              <w:rPr>
                <w:rtl/>
              </w:rPr>
              <w:t xml:space="preserve"> </w:t>
            </w:r>
            <w:r w:rsidRPr="009647FC">
              <w:rPr>
                <w:rtl/>
              </w:rPr>
              <w:t>نه</w:t>
            </w:r>
            <w:r w:rsidR="0068644B" w:rsidRPr="009647FC">
              <w:rPr>
                <w:rtl/>
              </w:rPr>
              <w:t>دي</w:t>
            </w:r>
            <w:r w:rsidR="0068644B">
              <w:rPr>
                <w:rtl/>
              </w:rPr>
              <w:t xml:space="preserve"> </w:t>
            </w:r>
            <w:r w:rsidR="0068644B" w:rsidRPr="009647FC">
              <w:rPr>
                <w:rtl/>
              </w:rPr>
              <w:t>إليك</w:t>
            </w:r>
            <w:r w:rsidR="0068644B">
              <w:rPr>
                <w:rtl/>
              </w:rPr>
              <w:t xml:space="preserve"> </w:t>
            </w:r>
            <w:r w:rsidR="0068644B" w:rsidRPr="009647FC">
              <w:rPr>
                <w:rtl/>
              </w:rPr>
              <w:t>عقداً</w:t>
            </w:r>
            <w:r w:rsidR="0068644B">
              <w:rPr>
                <w:rtl/>
              </w:rPr>
              <w:t xml:space="preserve"> </w:t>
            </w:r>
            <w:r w:rsidR="0068644B" w:rsidRPr="009647FC">
              <w:rPr>
                <w:rtl/>
              </w:rPr>
              <w:t>نظيما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عص</w:t>
            </w:r>
            <w:r w:rsidR="0068644B" w:rsidRPr="009647FC">
              <w:rPr>
                <w:rtl/>
              </w:rPr>
              <w:t>م</w:t>
            </w:r>
            <w:r w:rsidR="0068644B">
              <w:rPr>
                <w:rtl/>
              </w:rPr>
              <w:t xml:space="preserve"> </w:t>
            </w:r>
            <w:r w:rsidR="0068644B" w:rsidRPr="009647FC">
              <w:rPr>
                <w:rtl/>
              </w:rPr>
              <w:t>اللهُ</w:t>
            </w:r>
            <w:r w:rsidR="0068644B">
              <w:rPr>
                <w:rtl/>
              </w:rPr>
              <w:t xml:space="preserve"> </w:t>
            </w:r>
            <w:r w:rsidR="0068644B" w:rsidRPr="009647FC">
              <w:rPr>
                <w:rtl/>
              </w:rPr>
              <w:t>د</w:t>
            </w:r>
            <w:r w:rsidRPr="009647FC">
              <w:rPr>
                <w:rtl/>
              </w:rPr>
              <w:t>ين</w:t>
            </w:r>
            <w:r w:rsidR="0068644B" w:rsidRPr="009647FC">
              <w:rPr>
                <w:rtl/>
              </w:rPr>
              <w:t>ه</w:t>
            </w:r>
            <w:r w:rsidR="0068644B">
              <w:rPr>
                <w:rtl/>
              </w:rPr>
              <w:t xml:space="preserve"> </w:t>
            </w:r>
            <w:r w:rsidRPr="009647FC">
              <w:rPr>
                <w:rtl/>
              </w:rPr>
              <w:t>بك</w:t>
            </w:r>
            <w:r w:rsidR="0068644B">
              <w:rPr>
                <w:rtl/>
              </w:rPr>
              <w:t xml:space="preserve"> </w:t>
            </w:r>
            <w:r w:rsidR="0068644B" w:rsidRPr="009647FC">
              <w:rPr>
                <w:rtl/>
              </w:rPr>
              <w:t>يا</w:t>
            </w:r>
            <w:r w:rsidR="0068644B">
              <w:rPr>
                <w:rtl/>
              </w:rPr>
              <w:t xml:space="preserve"> </w:t>
            </w:r>
            <w:r w:rsidR="0068644B" w:rsidRPr="009647FC">
              <w:rPr>
                <w:rtl/>
              </w:rPr>
              <w:t>م</w:t>
            </w:r>
            <w:r w:rsidR="00677BC4">
              <w:rPr>
                <w:rtl/>
              </w:rPr>
              <w:t>َ</w:t>
            </w:r>
            <w:r w:rsidR="0068644B" w:rsidRPr="009647FC">
              <w:rPr>
                <w:rtl/>
              </w:rPr>
              <w:t>نْ</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كا</w:t>
            </w:r>
            <w:r w:rsidR="0068644B" w:rsidRPr="009647FC">
              <w:rPr>
                <w:rtl/>
              </w:rPr>
              <w:t>ن</w:t>
            </w:r>
            <w:r w:rsidR="004C00A8">
              <w:rPr>
                <w:rtl/>
              </w:rPr>
              <w:t xml:space="preserve"> </w:t>
            </w:r>
            <w:r w:rsidRPr="009647FC">
              <w:rPr>
                <w:rtl/>
              </w:rPr>
              <w:t>من</w:t>
            </w:r>
            <w:r w:rsidR="0068644B">
              <w:rPr>
                <w:rtl/>
              </w:rPr>
              <w:t xml:space="preserve"> </w:t>
            </w:r>
            <w:r w:rsidR="0068644B" w:rsidRPr="009647FC">
              <w:rPr>
                <w:rtl/>
              </w:rPr>
              <w:t>كلّ</w:t>
            </w:r>
            <w:r w:rsidR="0068644B">
              <w:rPr>
                <w:rtl/>
              </w:rPr>
              <w:t xml:space="preserve"> </w:t>
            </w:r>
            <w:r w:rsidR="0068644B" w:rsidRPr="009647FC">
              <w:rPr>
                <w:rtl/>
              </w:rPr>
              <w:t>مأثم</w:t>
            </w:r>
            <w:r w:rsidR="0068644B">
              <w:rPr>
                <w:rtl/>
              </w:rPr>
              <w:t xml:space="preserve"> </w:t>
            </w:r>
            <w:r w:rsidR="0068644B" w:rsidRPr="009647FC">
              <w:rPr>
                <w:rtl/>
              </w:rPr>
              <w:t>معصوما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لا</w:t>
            </w:r>
            <w:r w:rsidR="004C00A8">
              <w:rPr>
                <w:rtl/>
              </w:rPr>
              <w:t xml:space="preserve"> </w:t>
            </w:r>
            <w:r w:rsidRPr="009647FC">
              <w:rPr>
                <w:rtl/>
              </w:rPr>
              <w:t>أرى</w:t>
            </w:r>
            <w:r>
              <w:rPr>
                <w:rtl/>
              </w:rPr>
              <w:t xml:space="preserve"> </w:t>
            </w:r>
            <w:r w:rsidRPr="009647FC">
              <w:rPr>
                <w:rtl/>
              </w:rPr>
              <w:t>يملك</w:t>
            </w:r>
            <w:r>
              <w:rPr>
                <w:rtl/>
              </w:rPr>
              <w:t xml:space="preserve"> </w:t>
            </w:r>
            <w:r w:rsidRPr="009647FC">
              <w:rPr>
                <w:rtl/>
              </w:rPr>
              <w:t>الحسودُ</w:t>
            </w:r>
            <w:r>
              <w:rPr>
                <w:rtl/>
              </w:rPr>
              <w:t xml:space="preserve"> </w:t>
            </w:r>
            <w:r w:rsidRPr="009647FC">
              <w:rPr>
                <w:rtl/>
              </w:rPr>
              <w:t>سوى</w:t>
            </w:r>
            <w:r>
              <w:rPr>
                <w:rtl/>
              </w:rPr>
              <w:t xml:space="preserve"> </w:t>
            </w:r>
            <w:r w:rsidRPr="009647FC">
              <w:rPr>
                <w:rtl/>
              </w:rPr>
              <w:t>ما</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إنْ</w:t>
            </w:r>
            <w:r w:rsidR="004C00A8">
              <w:rPr>
                <w:rtl/>
              </w:rPr>
              <w:t xml:space="preserve"> </w:t>
            </w:r>
            <w:r w:rsidR="00A72677" w:rsidRPr="009647FC">
              <w:rPr>
                <w:rtl/>
              </w:rPr>
              <w:t>عد</w:t>
            </w:r>
            <w:r w:rsidRPr="009647FC">
              <w:rPr>
                <w:rtl/>
              </w:rPr>
              <w:t>دناه</w:t>
            </w:r>
            <w:r>
              <w:rPr>
                <w:rtl/>
              </w:rPr>
              <w:t xml:space="preserve"> </w:t>
            </w:r>
            <w:r w:rsidR="00A72677" w:rsidRPr="009647FC">
              <w:rPr>
                <w:rtl/>
              </w:rPr>
              <w:t>كا</w:t>
            </w:r>
            <w:r w:rsidRPr="009647FC">
              <w:rPr>
                <w:rtl/>
              </w:rPr>
              <w:t>ن</w:t>
            </w:r>
            <w:r>
              <w:rPr>
                <w:rtl/>
              </w:rPr>
              <w:t xml:space="preserve"> </w:t>
            </w:r>
            <w:r w:rsidR="00A72677" w:rsidRPr="009647FC">
              <w:rPr>
                <w:rtl/>
              </w:rPr>
              <w:t>في</w:t>
            </w:r>
            <w:r w:rsidRPr="009647FC">
              <w:rPr>
                <w:rtl/>
              </w:rPr>
              <w:t>ه</w:t>
            </w:r>
            <w:r>
              <w:rPr>
                <w:rtl/>
              </w:rPr>
              <w:t xml:space="preserve"> </w:t>
            </w:r>
            <w:r w:rsidRPr="009647FC">
              <w:rPr>
                <w:rtl/>
              </w:rPr>
              <w:t>ذميما</w:t>
            </w:r>
            <w:r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بص</w:t>
            </w:r>
            <w:r w:rsidR="0068644B" w:rsidRPr="009647FC">
              <w:rPr>
                <w:rtl/>
              </w:rPr>
              <w:t>راً</w:t>
            </w:r>
            <w:r w:rsidR="0068644B">
              <w:rPr>
                <w:rtl/>
              </w:rPr>
              <w:t xml:space="preserve"> </w:t>
            </w:r>
            <w:r w:rsidRPr="009647FC">
              <w:rPr>
                <w:rtl/>
              </w:rPr>
              <w:t>خا</w:t>
            </w:r>
            <w:r w:rsidR="0068644B" w:rsidRPr="009647FC">
              <w:rPr>
                <w:rtl/>
              </w:rPr>
              <w:t>سئاً</w:t>
            </w:r>
            <w:r w:rsidR="0068644B">
              <w:rPr>
                <w:rtl/>
              </w:rPr>
              <w:t xml:space="preserve"> </w:t>
            </w:r>
            <w:r w:rsidR="0068644B" w:rsidRPr="009647FC">
              <w:rPr>
                <w:rtl/>
              </w:rPr>
              <w:t>و</w:t>
            </w:r>
            <w:r w:rsidRPr="009647FC">
              <w:rPr>
                <w:rtl/>
              </w:rPr>
              <w:t>كف</w:t>
            </w:r>
            <w:r w:rsidR="0068644B" w:rsidRPr="009647FC">
              <w:rPr>
                <w:rtl/>
              </w:rPr>
              <w:t>ّاً</w:t>
            </w:r>
            <w:r w:rsidR="0068644B">
              <w:rPr>
                <w:rtl/>
              </w:rPr>
              <w:t xml:space="preserve"> </w:t>
            </w:r>
            <w:r w:rsidR="0068644B" w:rsidRPr="009647FC">
              <w:rPr>
                <w:rtl/>
              </w:rPr>
              <w:t>أ</w:t>
            </w:r>
            <w:r w:rsidRPr="009647FC">
              <w:rPr>
                <w:rtl/>
              </w:rPr>
              <w:t>شل</w:t>
            </w:r>
            <w:r w:rsidR="0068644B" w:rsidRPr="009647FC">
              <w:rPr>
                <w:rtl/>
              </w:rPr>
              <w:t>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و</w:t>
            </w:r>
            <w:r w:rsidR="00A72677" w:rsidRPr="009647FC">
              <w:rPr>
                <w:rtl/>
              </w:rPr>
              <w:t>حش</w:t>
            </w:r>
            <w:r w:rsidRPr="009647FC">
              <w:rPr>
                <w:rtl/>
              </w:rPr>
              <w:t>اً</w:t>
            </w:r>
            <w:r>
              <w:rPr>
                <w:rtl/>
              </w:rPr>
              <w:t xml:space="preserve"> </w:t>
            </w:r>
            <w:r w:rsidRPr="009647FC">
              <w:rPr>
                <w:rtl/>
              </w:rPr>
              <w:t>ذا</w:t>
            </w:r>
            <w:r w:rsidR="00A72677" w:rsidRPr="009647FC">
              <w:rPr>
                <w:rtl/>
              </w:rPr>
              <w:t>عر</w:t>
            </w:r>
            <w:r w:rsidRPr="009647FC">
              <w:rPr>
                <w:rtl/>
              </w:rPr>
              <w:t>اً</w:t>
            </w:r>
            <w:r>
              <w:rPr>
                <w:rtl/>
              </w:rPr>
              <w:t xml:space="preserve"> </w:t>
            </w:r>
            <w:r w:rsidRPr="009647FC">
              <w:rPr>
                <w:rtl/>
              </w:rPr>
              <w:t>وأ</w:t>
            </w:r>
            <w:r w:rsidR="00A72677" w:rsidRPr="009647FC">
              <w:rPr>
                <w:rtl/>
              </w:rPr>
              <w:t>نف</w:t>
            </w:r>
            <w:r w:rsidRPr="009647FC">
              <w:rPr>
                <w:rtl/>
              </w:rPr>
              <w:t>اً</w:t>
            </w:r>
            <w:r>
              <w:rPr>
                <w:rtl/>
              </w:rPr>
              <w:t xml:space="preserve"> </w:t>
            </w:r>
            <w:r w:rsidRPr="009647FC">
              <w:rPr>
                <w:rtl/>
              </w:rPr>
              <w:t>رغيما</w:t>
            </w:r>
            <w:r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قد</w:t>
            </w:r>
            <w:r w:rsidR="004C00A8">
              <w:rPr>
                <w:rtl/>
              </w:rPr>
              <w:t xml:space="preserve"> </w:t>
            </w:r>
            <w:r w:rsidRPr="009647FC">
              <w:rPr>
                <w:rtl/>
              </w:rPr>
              <w:t>تق</w:t>
            </w:r>
            <w:r w:rsidR="0068644B" w:rsidRPr="009647FC">
              <w:rPr>
                <w:rtl/>
              </w:rPr>
              <w:t>لدتها</w:t>
            </w:r>
            <w:r w:rsidR="0068644B">
              <w:rPr>
                <w:rtl/>
              </w:rPr>
              <w:t xml:space="preserve"> </w:t>
            </w:r>
            <w:r w:rsidR="0068644B" w:rsidRPr="009647FC">
              <w:rPr>
                <w:rtl/>
              </w:rPr>
              <w:t>إ</w:t>
            </w:r>
            <w:r w:rsidRPr="009647FC">
              <w:rPr>
                <w:rtl/>
              </w:rPr>
              <w:t>ما</w:t>
            </w:r>
            <w:r w:rsidR="0068644B" w:rsidRPr="009647FC">
              <w:rPr>
                <w:rtl/>
              </w:rPr>
              <w:t>مة</w:t>
            </w:r>
            <w:r w:rsidR="00677BC4">
              <w:rPr>
                <w:rtl/>
              </w:rPr>
              <w:t>َ</w:t>
            </w:r>
            <w:r w:rsidR="0068644B">
              <w:rPr>
                <w:rtl/>
              </w:rPr>
              <w:t xml:space="preserve"> </w:t>
            </w:r>
            <w:r w:rsidRPr="009647FC">
              <w:rPr>
                <w:rtl/>
              </w:rPr>
              <w:t>عص</w:t>
            </w:r>
            <w:r w:rsidR="0068644B" w:rsidRPr="009647FC">
              <w:rPr>
                <w:rtl/>
              </w:rPr>
              <w:t>رٍ</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سد</w:t>
            </w:r>
            <w:r w:rsidR="0068644B" w:rsidRPr="009647FC">
              <w:rPr>
                <w:rtl/>
              </w:rPr>
              <w:t>ت</w:t>
            </w:r>
            <w:r w:rsidR="00677BC4">
              <w:rPr>
                <w:rtl/>
              </w:rPr>
              <w:t>َ</w:t>
            </w:r>
            <w:r w:rsidR="004C00A8">
              <w:rPr>
                <w:rtl/>
              </w:rPr>
              <w:t xml:space="preserve"> </w:t>
            </w:r>
            <w:r w:rsidRPr="009647FC">
              <w:rPr>
                <w:rtl/>
              </w:rPr>
              <w:t>في</w:t>
            </w:r>
            <w:r w:rsidR="0068644B" w:rsidRPr="009647FC">
              <w:rPr>
                <w:rtl/>
              </w:rPr>
              <w:t>ها</w:t>
            </w:r>
            <w:r w:rsidR="0068644B">
              <w:rPr>
                <w:rtl/>
              </w:rPr>
              <w:t xml:space="preserve"> </w:t>
            </w:r>
            <w:r w:rsidR="0068644B" w:rsidRPr="009647FC">
              <w:rPr>
                <w:rtl/>
              </w:rPr>
              <w:t>الإمام</w:t>
            </w:r>
            <w:r w:rsidR="00677BC4">
              <w:rPr>
                <w:rtl/>
              </w:rPr>
              <w:t>َ</w:t>
            </w:r>
            <w:r w:rsidR="0068644B">
              <w:rPr>
                <w:rtl/>
              </w:rPr>
              <w:t xml:space="preserve"> </w:t>
            </w:r>
            <w:r w:rsidR="0068644B" w:rsidRPr="009647FC">
              <w:rPr>
                <w:rtl/>
              </w:rPr>
              <w:t>والمأموما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قدمتْ</w:t>
            </w:r>
            <w:r>
              <w:rPr>
                <w:rtl/>
              </w:rPr>
              <w:t xml:space="preserve"> </w:t>
            </w:r>
            <w:r w:rsidRPr="009647FC">
              <w:rPr>
                <w:rtl/>
              </w:rPr>
              <w:t>منك</w:t>
            </w:r>
            <w:r>
              <w:rPr>
                <w:rtl/>
              </w:rPr>
              <w:t xml:space="preserve"> </w:t>
            </w:r>
            <w:r w:rsidRPr="009647FC">
              <w:rPr>
                <w:rtl/>
              </w:rPr>
              <w:t>واحد</w:t>
            </w:r>
            <w:r w:rsidR="00677BC4">
              <w:rPr>
                <w:rtl/>
              </w:rPr>
              <w:t>َ</w:t>
            </w:r>
            <w:r>
              <w:rPr>
                <w:rtl/>
              </w:rPr>
              <w:t xml:space="preserve"> </w:t>
            </w:r>
            <w:r w:rsidRPr="009647FC">
              <w:rPr>
                <w:rtl/>
              </w:rPr>
              <w:t>العصر</w:t>
            </w:r>
            <w:r>
              <w:rPr>
                <w:rtl/>
              </w:rPr>
              <w:t xml:space="preserve"> </w:t>
            </w:r>
            <w:r w:rsidRPr="009647FC">
              <w:rPr>
                <w:rtl/>
              </w:rPr>
              <w:t>يا</w:t>
            </w:r>
            <w:r>
              <w:rPr>
                <w:rtl/>
              </w:rPr>
              <w:t xml:space="preserve"> </w:t>
            </w:r>
            <w:r w:rsidRPr="009647FC">
              <w:rPr>
                <w:rtl/>
              </w:rPr>
              <w:t>م</w:t>
            </w:r>
            <w:r w:rsidR="00677BC4">
              <w:rPr>
                <w:rtl/>
              </w:rPr>
              <w:t>َ</w:t>
            </w:r>
            <w:r w:rsidRPr="009647FC">
              <w:rPr>
                <w:rtl/>
              </w:rPr>
              <w:t>ن</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عا</w:t>
            </w:r>
            <w:r w:rsidR="0068644B" w:rsidRPr="009647FC">
              <w:rPr>
                <w:rtl/>
              </w:rPr>
              <w:t>د</w:t>
            </w:r>
            <w:r w:rsidR="004C00A8">
              <w:rPr>
                <w:rtl/>
              </w:rPr>
              <w:t xml:space="preserve"> </w:t>
            </w:r>
            <w:r w:rsidRPr="009647FC">
              <w:rPr>
                <w:rtl/>
              </w:rPr>
              <w:t>نه</w:t>
            </w:r>
            <w:r w:rsidR="0068644B" w:rsidRPr="009647FC">
              <w:rPr>
                <w:rtl/>
              </w:rPr>
              <w:t>جُ</w:t>
            </w:r>
            <w:r w:rsidR="0068644B">
              <w:rPr>
                <w:rtl/>
              </w:rPr>
              <w:t xml:space="preserve"> </w:t>
            </w:r>
            <w:r w:rsidR="0068644B" w:rsidRPr="009647FC">
              <w:rPr>
                <w:rtl/>
              </w:rPr>
              <w:t>الرشاد</w:t>
            </w:r>
            <w:r w:rsidR="0068644B">
              <w:rPr>
                <w:rtl/>
              </w:rPr>
              <w:t xml:space="preserve"> </w:t>
            </w:r>
            <w:r w:rsidR="0068644B" w:rsidRPr="009647FC">
              <w:rPr>
                <w:rtl/>
              </w:rPr>
              <w:t>فيه</w:t>
            </w:r>
            <w:r w:rsidR="0068644B">
              <w:rPr>
                <w:rtl/>
              </w:rPr>
              <w:t xml:space="preserve"> </w:t>
            </w:r>
            <w:r w:rsidR="0068644B" w:rsidRPr="009647FC">
              <w:rPr>
                <w:rtl/>
              </w:rPr>
              <w:t>قويما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قد</w:t>
            </w:r>
            <w:r w:rsidR="0068644B" w:rsidRPr="009647FC">
              <w:rPr>
                <w:rtl/>
              </w:rPr>
              <w:t>ّمتْ</w:t>
            </w:r>
            <w:r w:rsidR="004C00A8">
              <w:rPr>
                <w:rtl/>
              </w:rPr>
              <w:t xml:space="preserve"> </w:t>
            </w:r>
            <w:r w:rsidRPr="009647FC">
              <w:rPr>
                <w:rtl/>
              </w:rPr>
              <w:t>في</w:t>
            </w:r>
            <w:r w:rsidR="0068644B" w:rsidRPr="009647FC">
              <w:rPr>
                <w:rtl/>
              </w:rPr>
              <w:t>ك</w:t>
            </w:r>
            <w:r w:rsidR="00677BC4">
              <w:rPr>
                <w:rtl/>
              </w:rPr>
              <w:t>َ</w:t>
            </w:r>
            <w:r w:rsidR="0068644B">
              <w:rPr>
                <w:rtl/>
              </w:rPr>
              <w:t xml:space="preserve"> </w:t>
            </w:r>
            <w:r w:rsidR="0068644B" w:rsidRPr="009647FC">
              <w:rPr>
                <w:rtl/>
              </w:rPr>
              <w:t>ثاني</w:t>
            </w:r>
            <w:r w:rsidR="0068644B">
              <w:rPr>
                <w:rtl/>
              </w:rPr>
              <w:t xml:space="preserve"> </w:t>
            </w:r>
            <w:r w:rsidR="0068644B" w:rsidRPr="009647FC">
              <w:rPr>
                <w:rtl/>
              </w:rPr>
              <w:t>الغيثِ</w:t>
            </w:r>
            <w:r w:rsidR="0068644B">
              <w:rPr>
                <w:rtl/>
              </w:rPr>
              <w:t xml:space="preserve"> </w:t>
            </w:r>
            <w:r w:rsidR="0068644B" w:rsidRPr="009647FC">
              <w:rPr>
                <w:rtl/>
              </w:rPr>
              <w:t>كفّا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ثا</w:t>
            </w:r>
            <w:r w:rsidR="0068644B" w:rsidRPr="009647FC">
              <w:rPr>
                <w:rtl/>
              </w:rPr>
              <w:t>لث</w:t>
            </w:r>
            <w:r w:rsidR="00677BC4">
              <w:rPr>
                <w:rtl/>
              </w:rPr>
              <w:t>َ</w:t>
            </w:r>
            <w:r w:rsidR="004C00A8">
              <w:rPr>
                <w:rtl/>
              </w:rPr>
              <w:t xml:space="preserve"> </w:t>
            </w:r>
            <w:r w:rsidR="0068644B" w:rsidRPr="009647FC">
              <w:rPr>
                <w:rtl/>
              </w:rPr>
              <w:t>ا</w:t>
            </w:r>
            <w:r w:rsidRPr="009647FC">
              <w:rPr>
                <w:rtl/>
              </w:rPr>
              <w:t>لن</w:t>
            </w:r>
            <w:r w:rsidR="0068644B" w:rsidRPr="009647FC">
              <w:rPr>
                <w:rtl/>
              </w:rPr>
              <w:t>يّرين</w:t>
            </w:r>
            <w:r w:rsidR="0068644B">
              <w:rPr>
                <w:rtl/>
              </w:rPr>
              <w:t xml:space="preserve"> </w:t>
            </w:r>
            <w:r w:rsidR="0068644B" w:rsidRPr="009647FC">
              <w:rPr>
                <w:rtl/>
              </w:rPr>
              <w:t>وجهاً</w:t>
            </w:r>
            <w:r w:rsidR="0068644B">
              <w:rPr>
                <w:rtl/>
              </w:rPr>
              <w:t xml:space="preserve"> </w:t>
            </w:r>
            <w:r w:rsidR="0068644B" w:rsidRPr="009647FC">
              <w:rPr>
                <w:rtl/>
              </w:rPr>
              <w:t>وسيما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قد</w:t>
            </w:r>
            <w:r w:rsidR="0068644B" w:rsidRPr="009647FC">
              <w:rPr>
                <w:rtl/>
              </w:rPr>
              <w:t>ّمت</w:t>
            </w:r>
            <w:r w:rsidR="0068644B">
              <w:rPr>
                <w:rtl/>
              </w:rPr>
              <w:t xml:space="preserve"> </w:t>
            </w:r>
            <w:r w:rsidRPr="009647FC">
              <w:rPr>
                <w:rtl/>
              </w:rPr>
              <w:t>من</w:t>
            </w:r>
            <w:r w:rsidR="0068644B" w:rsidRPr="009647FC">
              <w:rPr>
                <w:rtl/>
              </w:rPr>
              <w:t>ك</w:t>
            </w:r>
            <w:r w:rsidR="0068644B">
              <w:rPr>
                <w:rtl/>
              </w:rPr>
              <w:t xml:space="preserve"> </w:t>
            </w:r>
            <w:r w:rsidR="0068644B" w:rsidRPr="009647FC">
              <w:rPr>
                <w:rtl/>
              </w:rPr>
              <w:t>يا</w:t>
            </w:r>
            <w:r w:rsidR="0068644B">
              <w:rPr>
                <w:rtl/>
              </w:rPr>
              <w:t xml:space="preserve"> </w:t>
            </w:r>
            <w:r w:rsidR="0068644B" w:rsidRPr="009647FC">
              <w:rPr>
                <w:rtl/>
              </w:rPr>
              <w:t>أدلّ</w:t>
            </w:r>
            <w:r w:rsidR="0068644B">
              <w:rPr>
                <w:rtl/>
              </w:rPr>
              <w:t xml:space="preserve"> </w:t>
            </w:r>
            <w:r w:rsidR="0068644B" w:rsidRPr="009647FC">
              <w:rPr>
                <w:rtl/>
              </w:rPr>
              <w:t>على</w:t>
            </w:r>
            <w:r w:rsidR="0068644B">
              <w:rPr>
                <w:rtl/>
              </w:rPr>
              <w:t xml:space="preserve"> </w:t>
            </w:r>
            <w:r w:rsidR="0068644B" w:rsidRPr="009647FC">
              <w:rPr>
                <w:rtl/>
              </w:rPr>
              <w:t>الله</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عل</w:t>
            </w:r>
            <w:r w:rsidR="0068644B" w:rsidRPr="009647FC">
              <w:rPr>
                <w:rtl/>
              </w:rPr>
              <w:t>يماً</w:t>
            </w:r>
            <w:r w:rsidR="004C00A8">
              <w:rPr>
                <w:rtl/>
              </w:rPr>
              <w:t xml:space="preserve"> </w:t>
            </w:r>
            <w:r w:rsidRPr="009647FC">
              <w:rPr>
                <w:rtl/>
              </w:rPr>
              <w:t>نا</w:t>
            </w:r>
            <w:r w:rsidR="0068644B" w:rsidRPr="009647FC">
              <w:rPr>
                <w:rtl/>
              </w:rPr>
              <w:t>هيك</w:t>
            </w:r>
            <w:r w:rsidR="0068644B">
              <w:rPr>
                <w:rtl/>
              </w:rPr>
              <w:t xml:space="preserve"> </w:t>
            </w:r>
            <w:r w:rsidRPr="009647FC">
              <w:rPr>
                <w:rtl/>
              </w:rPr>
              <w:t>في</w:t>
            </w:r>
            <w:r w:rsidR="0068644B" w:rsidRPr="009647FC">
              <w:rPr>
                <w:rtl/>
              </w:rPr>
              <w:t>ه</w:t>
            </w:r>
            <w:r w:rsidR="0068644B">
              <w:rPr>
                <w:rtl/>
              </w:rPr>
              <w:t xml:space="preserve"> </w:t>
            </w:r>
            <w:r w:rsidRPr="009647FC">
              <w:rPr>
                <w:rtl/>
              </w:rPr>
              <w:t>عل</w:t>
            </w:r>
            <w:r w:rsidR="0068644B" w:rsidRPr="009647FC">
              <w:rPr>
                <w:rtl/>
              </w:rPr>
              <w:t>يما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قد</w:t>
            </w:r>
            <w:r w:rsidR="0068644B" w:rsidRPr="009647FC">
              <w:rPr>
                <w:rtl/>
              </w:rPr>
              <w:t>ّمتْ</w:t>
            </w:r>
            <w:r w:rsidR="0068644B">
              <w:rPr>
                <w:rtl/>
              </w:rPr>
              <w:t xml:space="preserve"> </w:t>
            </w:r>
            <w:r w:rsidRPr="009647FC">
              <w:rPr>
                <w:rtl/>
              </w:rPr>
              <w:t>يا</w:t>
            </w:r>
            <w:r w:rsidR="0068644B">
              <w:rPr>
                <w:rtl/>
              </w:rPr>
              <w:t xml:space="preserve"> </w:t>
            </w:r>
            <w:r w:rsidR="0068644B" w:rsidRPr="009647FC">
              <w:rPr>
                <w:rtl/>
              </w:rPr>
              <w:t>أجسُّ</w:t>
            </w:r>
            <w:r w:rsidR="0068644B">
              <w:rPr>
                <w:rtl/>
              </w:rPr>
              <w:t xml:space="preserve"> </w:t>
            </w:r>
            <w:r w:rsidR="0068644B" w:rsidRPr="009647FC">
              <w:rPr>
                <w:rtl/>
              </w:rPr>
              <w:t>للحكم</w:t>
            </w:r>
            <w:r w:rsidR="0068644B">
              <w:rPr>
                <w:rtl/>
              </w:rPr>
              <w:t xml:space="preserve"> </w:t>
            </w:r>
            <w:r w:rsidR="0068644B" w:rsidRPr="009647FC">
              <w:rPr>
                <w:rtl/>
              </w:rPr>
              <w:t>نبضا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من</w:t>
            </w:r>
            <w:r w:rsidR="0068644B" w:rsidRPr="009647FC">
              <w:rPr>
                <w:rtl/>
              </w:rPr>
              <w:t>ك</w:t>
            </w:r>
            <w:r w:rsidR="004C00A8">
              <w:rPr>
                <w:rtl/>
              </w:rPr>
              <w:t xml:space="preserve"> </w:t>
            </w:r>
            <w:r w:rsidR="0068644B" w:rsidRPr="009647FC">
              <w:rPr>
                <w:rtl/>
              </w:rPr>
              <w:t>طبّاً</w:t>
            </w:r>
            <w:r w:rsidR="0068644B">
              <w:rPr>
                <w:rtl/>
              </w:rPr>
              <w:t xml:space="preserve"> </w:t>
            </w:r>
            <w:r w:rsidR="0068644B" w:rsidRPr="009647FC">
              <w:rPr>
                <w:rtl/>
              </w:rPr>
              <w:t>بالمعضلات</w:t>
            </w:r>
            <w:r w:rsidR="0068644B">
              <w:rPr>
                <w:rtl/>
              </w:rPr>
              <w:t xml:space="preserve"> </w:t>
            </w:r>
            <w:r w:rsidR="0068644B" w:rsidRPr="009647FC">
              <w:rPr>
                <w:rtl/>
              </w:rPr>
              <w:t>حكيما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قد</w:t>
            </w:r>
            <w:r w:rsidR="0068644B">
              <w:rPr>
                <w:rtl/>
              </w:rPr>
              <w:t xml:space="preserve"> </w:t>
            </w:r>
            <w:r w:rsidRPr="009647FC">
              <w:rPr>
                <w:rtl/>
              </w:rPr>
              <w:t>نظ</w:t>
            </w:r>
            <w:r w:rsidR="0068644B" w:rsidRPr="009647FC">
              <w:rPr>
                <w:rtl/>
              </w:rPr>
              <w:t>رنا</w:t>
            </w:r>
            <w:r w:rsidR="0068644B">
              <w:rPr>
                <w:rtl/>
              </w:rPr>
              <w:t xml:space="preserve"> </w:t>
            </w:r>
            <w:r w:rsidRPr="009647FC">
              <w:rPr>
                <w:rtl/>
              </w:rPr>
              <w:t>بك</w:t>
            </w:r>
            <w:r w:rsidR="0068644B">
              <w:rPr>
                <w:rtl/>
              </w:rPr>
              <w:t xml:space="preserve"> </w:t>
            </w:r>
            <w:r w:rsidR="0068644B" w:rsidRPr="009647FC">
              <w:rPr>
                <w:rtl/>
              </w:rPr>
              <w:t>الأئمة</w:t>
            </w:r>
            <w:r w:rsidR="0068644B">
              <w:rPr>
                <w:rtl/>
              </w:rPr>
              <w:t xml:space="preserve"> </w:t>
            </w:r>
            <w:r w:rsidR="0068644B" w:rsidRPr="009647FC">
              <w:rPr>
                <w:rtl/>
              </w:rPr>
              <w:t>حلما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و</w:t>
            </w:r>
            <w:r w:rsidR="00A72677" w:rsidRPr="009647FC">
              <w:rPr>
                <w:rtl/>
              </w:rPr>
              <w:t>حج</w:t>
            </w:r>
            <w:r w:rsidRPr="009647FC">
              <w:rPr>
                <w:rtl/>
              </w:rPr>
              <w:t>ّى</w:t>
            </w:r>
            <w:r>
              <w:rPr>
                <w:rtl/>
              </w:rPr>
              <w:t xml:space="preserve"> </w:t>
            </w:r>
            <w:r w:rsidRPr="009647FC">
              <w:rPr>
                <w:rtl/>
              </w:rPr>
              <w:t>راسخاً</w:t>
            </w:r>
            <w:r>
              <w:rPr>
                <w:rtl/>
              </w:rPr>
              <w:t xml:space="preserve"> </w:t>
            </w:r>
            <w:r w:rsidRPr="009647FC">
              <w:rPr>
                <w:rtl/>
              </w:rPr>
              <w:t>وفضلاً</w:t>
            </w:r>
            <w:r>
              <w:rPr>
                <w:rtl/>
              </w:rPr>
              <w:t xml:space="preserve"> </w:t>
            </w:r>
            <w:r w:rsidRPr="009647FC">
              <w:rPr>
                <w:rtl/>
              </w:rPr>
              <w:t>عميما</w:t>
            </w:r>
            <w:r w:rsidRPr="00725071">
              <w:rPr>
                <w:rStyle w:val="libPoemTiniChar0"/>
                <w:rtl/>
              </w:rPr>
              <w:br/>
              <w:t> </w:t>
            </w:r>
          </w:p>
        </w:tc>
      </w:tr>
      <w:tr w:rsidR="0068644B" w:rsidRPr="00524A24" w:rsidTr="0068644B">
        <w:trPr>
          <w:trHeight w:val="350"/>
        </w:trPr>
        <w:tc>
          <w:tcPr>
            <w:tcW w:w="3902" w:type="dxa"/>
          </w:tcPr>
          <w:p w:rsidR="0068644B" w:rsidRPr="00524A24" w:rsidRDefault="0068644B" w:rsidP="00693B01">
            <w:pPr>
              <w:pStyle w:val="libPoem"/>
            </w:pPr>
            <w:r w:rsidRPr="009647FC">
              <w:rPr>
                <w:rtl/>
              </w:rPr>
              <w:t>ورو</w:t>
            </w:r>
            <w:r w:rsidR="00A72677" w:rsidRPr="009647FC">
              <w:rPr>
                <w:rtl/>
              </w:rPr>
              <w:t>ين</w:t>
            </w:r>
            <w:r w:rsidRPr="009647FC">
              <w:rPr>
                <w:rtl/>
              </w:rPr>
              <w:t>ا</w:t>
            </w:r>
            <w:r w:rsidR="004C00A8">
              <w:rPr>
                <w:rtl/>
              </w:rPr>
              <w:t xml:space="preserve"> </w:t>
            </w:r>
            <w:r w:rsidR="00A72677" w:rsidRPr="009647FC">
              <w:rPr>
                <w:rtl/>
              </w:rPr>
              <w:t>في</w:t>
            </w:r>
            <w:r w:rsidRPr="009647FC">
              <w:rPr>
                <w:rtl/>
              </w:rPr>
              <w:t>الدين</w:t>
            </w:r>
            <w:r>
              <w:rPr>
                <w:rtl/>
              </w:rPr>
              <w:t xml:space="preserve"> </w:t>
            </w:r>
            <w:r w:rsidRPr="009647FC">
              <w:rPr>
                <w:rtl/>
              </w:rPr>
              <w:t>عنك</w:t>
            </w:r>
            <w:r>
              <w:rPr>
                <w:rtl/>
              </w:rPr>
              <w:t xml:space="preserve"> </w:t>
            </w:r>
            <w:r w:rsidRPr="009647FC">
              <w:rPr>
                <w:rtl/>
              </w:rPr>
              <w:t>حديثا</w:t>
            </w:r>
            <w:r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ما</w:t>
            </w:r>
            <w:r w:rsidR="0068644B">
              <w:rPr>
                <w:rtl/>
              </w:rPr>
              <w:t xml:space="preserve"> </w:t>
            </w:r>
            <w:r w:rsidR="0068644B" w:rsidRPr="009647FC">
              <w:rPr>
                <w:rtl/>
              </w:rPr>
              <w:t>روينا</w:t>
            </w:r>
            <w:r w:rsidR="0068644B">
              <w:rPr>
                <w:rtl/>
              </w:rPr>
              <w:t xml:space="preserve"> </w:t>
            </w:r>
            <w:r w:rsidR="0068644B" w:rsidRPr="009647FC">
              <w:rPr>
                <w:rtl/>
              </w:rPr>
              <w:t>في</w:t>
            </w:r>
            <w:r w:rsidR="0068644B">
              <w:rPr>
                <w:rtl/>
              </w:rPr>
              <w:t xml:space="preserve"> </w:t>
            </w:r>
            <w:r w:rsidR="0068644B" w:rsidRPr="009647FC">
              <w:rPr>
                <w:rtl/>
              </w:rPr>
              <w:t>الدين</w:t>
            </w:r>
            <w:r w:rsidR="0068644B">
              <w:rPr>
                <w:rtl/>
              </w:rPr>
              <w:t xml:space="preserve"> </w:t>
            </w:r>
            <w:r w:rsidR="0068644B" w:rsidRPr="009647FC">
              <w:rPr>
                <w:rtl/>
              </w:rPr>
              <w:t>عنك</w:t>
            </w:r>
            <w:r w:rsidR="0068644B">
              <w:rPr>
                <w:rtl/>
              </w:rPr>
              <w:t xml:space="preserve"> </w:t>
            </w:r>
            <w:r w:rsidR="0068644B" w:rsidRPr="009647FC">
              <w:rPr>
                <w:rtl/>
              </w:rPr>
              <w:t>قديما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بك</w:t>
            </w:r>
            <w:r w:rsidR="00677BC4">
              <w:rPr>
                <w:rtl/>
              </w:rPr>
              <w:t>َ</w:t>
            </w:r>
            <w:r w:rsidR="0068644B">
              <w:rPr>
                <w:rtl/>
              </w:rPr>
              <w:t xml:space="preserve"> </w:t>
            </w:r>
            <w:r w:rsidRPr="009647FC">
              <w:rPr>
                <w:rtl/>
              </w:rPr>
              <w:t>من</w:t>
            </w:r>
            <w:r w:rsidR="0068644B" w:rsidRPr="009647FC">
              <w:rPr>
                <w:rtl/>
              </w:rPr>
              <w:t>هم</w:t>
            </w:r>
            <w:r w:rsidR="0068644B">
              <w:rPr>
                <w:rtl/>
              </w:rPr>
              <w:t xml:space="preserve"> </w:t>
            </w:r>
            <w:r w:rsidRPr="009647FC">
              <w:rPr>
                <w:rtl/>
              </w:rPr>
              <w:t>بد</w:t>
            </w:r>
            <w:r w:rsidR="0068644B" w:rsidRPr="009647FC">
              <w:rPr>
                <w:rtl/>
              </w:rPr>
              <w:t>ت</w:t>
            </w:r>
            <w:r w:rsidR="0068644B">
              <w:rPr>
                <w:rtl/>
              </w:rPr>
              <w:t xml:space="preserve"> </w:t>
            </w:r>
            <w:r w:rsidR="0068644B" w:rsidRPr="009647FC">
              <w:rPr>
                <w:rtl/>
              </w:rPr>
              <w:t>مناقب</w:t>
            </w:r>
            <w:r w:rsidR="0068644B">
              <w:rPr>
                <w:rtl/>
              </w:rPr>
              <w:t xml:space="preserve"> </w:t>
            </w:r>
            <w:r w:rsidR="0068644B" w:rsidRPr="009647FC">
              <w:rPr>
                <w:rtl/>
              </w:rPr>
              <w:t>غرّ</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في</w:t>
            </w:r>
            <w:r w:rsidR="0068644B">
              <w:rPr>
                <w:rtl/>
              </w:rPr>
              <w:t xml:space="preserve"> </w:t>
            </w:r>
            <w:r w:rsidR="0068644B" w:rsidRPr="009647FC">
              <w:rPr>
                <w:rtl/>
              </w:rPr>
              <w:t>سماء</w:t>
            </w:r>
            <w:r w:rsidR="0068644B">
              <w:rPr>
                <w:rtl/>
              </w:rPr>
              <w:t xml:space="preserve"> </w:t>
            </w:r>
            <w:r w:rsidR="0068644B" w:rsidRPr="009647FC">
              <w:rPr>
                <w:rtl/>
              </w:rPr>
              <w:t>الهدى</w:t>
            </w:r>
            <w:r w:rsidR="0068644B">
              <w:rPr>
                <w:rtl/>
              </w:rPr>
              <w:t xml:space="preserve"> </w:t>
            </w:r>
            <w:r w:rsidR="0068644B" w:rsidRPr="009647FC">
              <w:rPr>
                <w:rtl/>
              </w:rPr>
              <w:t>طلعن</w:t>
            </w:r>
            <w:r w:rsidR="00677BC4">
              <w:rPr>
                <w:rtl/>
              </w:rPr>
              <w:t>َ</w:t>
            </w:r>
            <w:r w:rsidR="0068644B">
              <w:rPr>
                <w:rtl/>
              </w:rPr>
              <w:t xml:space="preserve"> </w:t>
            </w:r>
            <w:r w:rsidR="0068644B" w:rsidRPr="009647FC">
              <w:rPr>
                <w:rtl/>
              </w:rPr>
              <w:t>نجوما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هي</w:t>
            </w:r>
            <w:r w:rsidR="0068644B">
              <w:rPr>
                <w:rtl/>
              </w:rPr>
              <w:t xml:space="preserve"> </w:t>
            </w:r>
            <w:r w:rsidRPr="009647FC">
              <w:rPr>
                <w:rtl/>
              </w:rPr>
              <w:t>طو</w:t>
            </w:r>
            <w:r w:rsidR="0068644B" w:rsidRPr="009647FC">
              <w:rPr>
                <w:rtl/>
              </w:rPr>
              <w:t>را</w:t>
            </w:r>
            <w:r w:rsidR="0068644B">
              <w:rPr>
                <w:rtl/>
              </w:rPr>
              <w:t xml:space="preserve"> </w:t>
            </w:r>
            <w:r w:rsidR="0068644B" w:rsidRPr="009647FC">
              <w:rPr>
                <w:rtl/>
              </w:rPr>
              <w:t>تكونُ</w:t>
            </w:r>
            <w:r w:rsidR="0068644B">
              <w:rPr>
                <w:rtl/>
              </w:rPr>
              <w:t xml:space="preserve"> </w:t>
            </w:r>
            <w:r w:rsidR="0068644B" w:rsidRPr="009647FC">
              <w:rPr>
                <w:rtl/>
              </w:rPr>
              <w:t>رشداً</w:t>
            </w:r>
            <w:r w:rsidR="0068644B">
              <w:rPr>
                <w:rtl/>
              </w:rPr>
              <w:t xml:space="preserve"> </w:t>
            </w:r>
            <w:r w:rsidR="0068644B" w:rsidRPr="009647FC">
              <w:rPr>
                <w:rtl/>
              </w:rPr>
              <w:t>لقومٍ</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68644B" w:rsidP="00693B01">
            <w:pPr>
              <w:pStyle w:val="libPoem"/>
            </w:pPr>
            <w:r w:rsidRPr="009647FC">
              <w:rPr>
                <w:rtl/>
              </w:rPr>
              <w:t>و</w:t>
            </w:r>
            <w:r w:rsidR="00A72677" w:rsidRPr="009647FC">
              <w:rPr>
                <w:rtl/>
              </w:rPr>
              <w:t>لق</w:t>
            </w:r>
            <w:r w:rsidRPr="009647FC">
              <w:rPr>
                <w:rtl/>
              </w:rPr>
              <w:t>ومٍ</w:t>
            </w:r>
            <w:r w:rsidR="004C00A8">
              <w:rPr>
                <w:rtl/>
              </w:rPr>
              <w:t xml:space="preserve"> </w:t>
            </w:r>
            <w:r w:rsidR="00A72677" w:rsidRPr="009647FC">
              <w:rPr>
                <w:rtl/>
              </w:rPr>
              <w:t>تك</w:t>
            </w:r>
            <w:r w:rsidRPr="009647FC">
              <w:rPr>
                <w:rtl/>
              </w:rPr>
              <w:t>ون</w:t>
            </w:r>
            <w:r>
              <w:rPr>
                <w:rtl/>
              </w:rPr>
              <w:t xml:space="preserve"> </w:t>
            </w:r>
            <w:r w:rsidRPr="009647FC">
              <w:rPr>
                <w:rtl/>
              </w:rPr>
              <w:t>طوراً</w:t>
            </w:r>
            <w:r>
              <w:rPr>
                <w:rtl/>
              </w:rPr>
              <w:t xml:space="preserve"> </w:t>
            </w:r>
            <w:r w:rsidRPr="009647FC">
              <w:rPr>
                <w:rtl/>
              </w:rPr>
              <w:t>رجوما</w:t>
            </w:r>
            <w:r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فأ</w:t>
            </w:r>
            <w:r w:rsidR="0068644B" w:rsidRPr="009647FC">
              <w:rPr>
                <w:rtl/>
              </w:rPr>
              <w:t>قمْ</w:t>
            </w:r>
            <w:r w:rsidR="004C00A8">
              <w:rPr>
                <w:rtl/>
              </w:rPr>
              <w:t xml:space="preserve"> </w:t>
            </w:r>
            <w:r w:rsidRPr="009647FC">
              <w:rPr>
                <w:rtl/>
              </w:rPr>
              <w:t>في</w:t>
            </w:r>
            <w:r w:rsidR="0068644B">
              <w:rPr>
                <w:rtl/>
              </w:rPr>
              <w:t xml:space="preserve"> </w:t>
            </w:r>
            <w:r w:rsidR="0068644B" w:rsidRPr="009647FC">
              <w:rPr>
                <w:rtl/>
              </w:rPr>
              <w:t>عُلىً</w:t>
            </w:r>
            <w:r w:rsidR="0068644B">
              <w:rPr>
                <w:rtl/>
              </w:rPr>
              <w:t xml:space="preserve"> </w:t>
            </w:r>
            <w:r w:rsidR="0068644B" w:rsidRPr="009647FC">
              <w:rPr>
                <w:rtl/>
              </w:rPr>
              <w:t>ترى</w:t>
            </w:r>
            <w:r w:rsidR="0068644B">
              <w:rPr>
                <w:rtl/>
              </w:rPr>
              <w:t xml:space="preserve"> </w:t>
            </w:r>
            <w:r w:rsidR="0068644B" w:rsidRPr="009647FC">
              <w:rPr>
                <w:rtl/>
              </w:rPr>
              <w:t>كل</w:t>
            </w:r>
            <w:r w:rsidR="00677BC4">
              <w:rPr>
                <w:rtl/>
              </w:rPr>
              <w:t>َ</w:t>
            </w:r>
            <w:r w:rsidR="0068644B">
              <w:rPr>
                <w:rtl/>
              </w:rPr>
              <w:t xml:space="preserve"> </w:t>
            </w:r>
            <w:r w:rsidR="0068644B" w:rsidRPr="009647FC">
              <w:rPr>
                <w:rtl/>
              </w:rPr>
              <w:t>آنٍ</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مق</w:t>
            </w:r>
            <w:r w:rsidR="0068644B" w:rsidRPr="009647FC">
              <w:rPr>
                <w:rtl/>
              </w:rPr>
              <w:t>عداً</w:t>
            </w:r>
            <w:r w:rsidR="004C00A8">
              <w:rPr>
                <w:rtl/>
              </w:rPr>
              <w:t xml:space="preserve"> </w:t>
            </w:r>
            <w:r w:rsidRPr="009647FC">
              <w:rPr>
                <w:rtl/>
              </w:rPr>
              <w:t>لل</w:t>
            </w:r>
            <w:r w:rsidR="0068644B" w:rsidRPr="009647FC">
              <w:rPr>
                <w:rtl/>
              </w:rPr>
              <w:t>عدوّ</w:t>
            </w:r>
            <w:r w:rsidR="0068644B">
              <w:rPr>
                <w:rtl/>
              </w:rPr>
              <w:t xml:space="preserve"> </w:t>
            </w:r>
            <w:r w:rsidRPr="009647FC">
              <w:rPr>
                <w:rtl/>
              </w:rPr>
              <w:t>من</w:t>
            </w:r>
            <w:r w:rsidR="0068644B" w:rsidRPr="009647FC">
              <w:rPr>
                <w:rtl/>
              </w:rPr>
              <w:t>ها</w:t>
            </w:r>
            <w:r w:rsidR="0068644B">
              <w:rPr>
                <w:rtl/>
              </w:rPr>
              <w:t xml:space="preserve"> </w:t>
            </w:r>
            <w:r w:rsidRPr="009647FC">
              <w:rPr>
                <w:rtl/>
              </w:rPr>
              <w:t>مق</w:t>
            </w:r>
            <w:r w:rsidR="0068644B" w:rsidRPr="009647FC">
              <w:rPr>
                <w:rtl/>
              </w:rPr>
              <w:t>يما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لم</w:t>
            </w:r>
            <w:r w:rsidR="004C00A8">
              <w:rPr>
                <w:rtl/>
              </w:rPr>
              <w:t xml:space="preserve"> </w:t>
            </w:r>
            <w:r w:rsidRPr="009647FC">
              <w:rPr>
                <w:rtl/>
              </w:rPr>
              <w:t>يك</w:t>
            </w:r>
            <w:r w:rsidR="0068644B" w:rsidRPr="009647FC">
              <w:rPr>
                <w:rtl/>
              </w:rPr>
              <w:t>نْ</w:t>
            </w:r>
            <w:r w:rsidR="0068644B">
              <w:rPr>
                <w:rtl/>
              </w:rPr>
              <w:t xml:space="preserve"> </w:t>
            </w:r>
            <w:r w:rsidR="0068644B" w:rsidRPr="009647FC">
              <w:rPr>
                <w:rtl/>
              </w:rPr>
              <w:t>ودُّ</w:t>
            </w:r>
            <w:r w:rsidRPr="009647FC">
              <w:rPr>
                <w:rtl/>
              </w:rPr>
              <w:t>نا</w:t>
            </w:r>
            <w:r w:rsidR="0068644B">
              <w:rPr>
                <w:rtl/>
              </w:rPr>
              <w:t xml:space="preserve"> </w:t>
            </w:r>
            <w:r w:rsidR="0068644B" w:rsidRPr="009647FC">
              <w:rPr>
                <w:rtl/>
              </w:rPr>
              <w:t>مقالاً</w:t>
            </w:r>
            <w:r w:rsidR="0068644B">
              <w:rPr>
                <w:rtl/>
              </w:rPr>
              <w:t xml:space="preserve"> </w:t>
            </w:r>
            <w:r w:rsidR="0068644B" w:rsidRPr="009647FC">
              <w:rPr>
                <w:rtl/>
              </w:rPr>
              <w:t>علكناهُ</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Default="00A72677" w:rsidP="00693B01">
            <w:pPr>
              <w:pStyle w:val="libPoem"/>
            </w:pPr>
            <w:r w:rsidRPr="009647FC">
              <w:rPr>
                <w:rtl/>
              </w:rPr>
              <w:t>كم</w:t>
            </w:r>
            <w:r w:rsidR="0068644B" w:rsidRPr="009647FC">
              <w:rPr>
                <w:rtl/>
              </w:rPr>
              <w:t>ا</w:t>
            </w:r>
            <w:r w:rsidR="004C00A8">
              <w:rPr>
                <w:rtl/>
              </w:rPr>
              <w:t xml:space="preserve"> </w:t>
            </w:r>
            <w:r w:rsidRPr="009647FC">
              <w:rPr>
                <w:rtl/>
              </w:rPr>
              <w:t>يع</w:t>
            </w:r>
            <w:r w:rsidR="0068644B" w:rsidRPr="009647FC">
              <w:rPr>
                <w:rtl/>
              </w:rPr>
              <w:t>لك</w:t>
            </w:r>
            <w:r w:rsidR="0068644B">
              <w:rPr>
                <w:rtl/>
              </w:rPr>
              <w:t xml:space="preserve"> </w:t>
            </w:r>
            <w:r w:rsidR="0068644B" w:rsidRPr="009647FC">
              <w:rPr>
                <w:rtl/>
              </w:rPr>
              <w:t>ا</w:t>
            </w:r>
            <w:r w:rsidRPr="009647FC">
              <w:rPr>
                <w:rtl/>
              </w:rPr>
              <w:t>لج</w:t>
            </w:r>
            <w:r w:rsidR="0068644B" w:rsidRPr="009647FC">
              <w:rPr>
                <w:rtl/>
              </w:rPr>
              <w:t>وادُ</w:t>
            </w:r>
            <w:r w:rsidR="0068644B">
              <w:rPr>
                <w:rtl/>
              </w:rPr>
              <w:t xml:space="preserve"> </w:t>
            </w:r>
            <w:r w:rsidR="0068644B" w:rsidRPr="009647FC">
              <w:rPr>
                <w:rtl/>
              </w:rPr>
              <w:t>الشكيما</w:t>
            </w:r>
            <w:r w:rsidR="0068644B" w:rsidRPr="00725071">
              <w:rPr>
                <w:rStyle w:val="libPoemTiniChar0"/>
                <w:rtl/>
              </w:rPr>
              <w:br/>
              <w:t> </w:t>
            </w:r>
          </w:p>
        </w:tc>
      </w:tr>
      <w:tr w:rsidR="0068644B" w:rsidRPr="00524A24" w:rsidTr="0068644B">
        <w:trPr>
          <w:trHeight w:val="350"/>
        </w:trPr>
        <w:tc>
          <w:tcPr>
            <w:tcW w:w="3902" w:type="dxa"/>
          </w:tcPr>
          <w:p w:rsidR="0068644B" w:rsidRPr="00524A24" w:rsidRDefault="00A72677" w:rsidP="00693B01">
            <w:pPr>
              <w:pStyle w:val="libPoem"/>
            </w:pPr>
            <w:r w:rsidRPr="009647FC">
              <w:rPr>
                <w:rtl/>
              </w:rPr>
              <w:t>بل</w:t>
            </w:r>
            <w:r w:rsidR="0068644B">
              <w:rPr>
                <w:rtl/>
              </w:rPr>
              <w:t xml:space="preserve"> </w:t>
            </w:r>
            <w:r w:rsidR="0068644B" w:rsidRPr="009647FC">
              <w:rPr>
                <w:rtl/>
              </w:rPr>
              <w:t>و</w:t>
            </w:r>
            <w:r w:rsidRPr="009647FC">
              <w:rPr>
                <w:rtl/>
              </w:rPr>
              <w:t>جد</w:t>
            </w:r>
            <w:r w:rsidR="0068644B" w:rsidRPr="009647FC">
              <w:rPr>
                <w:rtl/>
              </w:rPr>
              <w:t>ناك</w:t>
            </w:r>
            <w:r w:rsidR="00677BC4">
              <w:rPr>
                <w:rtl/>
              </w:rPr>
              <w:t>َ</w:t>
            </w:r>
            <w:r w:rsidR="0068644B">
              <w:rPr>
                <w:rtl/>
              </w:rPr>
              <w:t xml:space="preserve"> </w:t>
            </w:r>
            <w:r w:rsidRPr="009647FC">
              <w:rPr>
                <w:rtl/>
              </w:rPr>
              <w:t>حج</w:t>
            </w:r>
            <w:r w:rsidR="0068644B" w:rsidRPr="009647FC">
              <w:rPr>
                <w:rtl/>
              </w:rPr>
              <w:t>ة</w:t>
            </w:r>
            <w:r w:rsidR="0068644B">
              <w:rPr>
                <w:rtl/>
              </w:rPr>
              <w:t xml:space="preserve"> </w:t>
            </w:r>
            <w:r w:rsidR="0068644B" w:rsidRPr="009647FC">
              <w:rPr>
                <w:rtl/>
              </w:rPr>
              <w:t>الله</w:t>
            </w:r>
            <w:r w:rsidR="0068644B">
              <w:rPr>
                <w:rtl/>
              </w:rPr>
              <w:t xml:space="preserve"> </w:t>
            </w:r>
            <w:r w:rsidR="0068644B" w:rsidRPr="009647FC">
              <w:rPr>
                <w:rtl/>
              </w:rPr>
              <w:t>فينا</w:t>
            </w:r>
            <w:r w:rsidR="0068644B" w:rsidRPr="00725071">
              <w:rPr>
                <w:rStyle w:val="libPoemTiniChar0"/>
                <w:rtl/>
              </w:rPr>
              <w:br/>
              <w:t> </w:t>
            </w:r>
          </w:p>
        </w:tc>
        <w:tc>
          <w:tcPr>
            <w:tcW w:w="301" w:type="dxa"/>
          </w:tcPr>
          <w:p w:rsidR="0068644B" w:rsidRDefault="0068644B" w:rsidP="00693B01">
            <w:pPr>
              <w:pStyle w:val="libPoem"/>
              <w:rPr>
                <w:rtl/>
              </w:rPr>
            </w:pPr>
          </w:p>
        </w:tc>
        <w:tc>
          <w:tcPr>
            <w:tcW w:w="3884" w:type="dxa"/>
          </w:tcPr>
          <w:p w:rsidR="0068644B" w:rsidRPr="00524A24" w:rsidRDefault="00A72677" w:rsidP="00693B01">
            <w:pPr>
              <w:pStyle w:val="libPoem"/>
            </w:pPr>
            <w:r w:rsidRPr="009647FC">
              <w:rPr>
                <w:rtl/>
              </w:rPr>
              <w:t>فن</w:t>
            </w:r>
            <w:r w:rsidR="0068644B" w:rsidRPr="009647FC">
              <w:rPr>
                <w:rtl/>
              </w:rPr>
              <w:t>هجْنا</w:t>
            </w:r>
            <w:r w:rsidR="004C00A8">
              <w:rPr>
                <w:rtl/>
              </w:rPr>
              <w:t xml:space="preserve"> </w:t>
            </w:r>
            <w:r w:rsidRPr="009647FC">
              <w:rPr>
                <w:rtl/>
              </w:rPr>
              <w:t>صر</w:t>
            </w:r>
            <w:r w:rsidR="0068644B" w:rsidRPr="009647FC">
              <w:rPr>
                <w:rtl/>
              </w:rPr>
              <w:t>اطك</w:t>
            </w:r>
            <w:r w:rsidR="00677BC4">
              <w:rPr>
                <w:rtl/>
              </w:rPr>
              <w:t>َ</w:t>
            </w:r>
            <w:r w:rsidR="0068644B">
              <w:rPr>
                <w:rtl/>
              </w:rPr>
              <w:t xml:space="preserve"> </w:t>
            </w:r>
            <w:r w:rsidR="0068644B" w:rsidRPr="009647FC">
              <w:rPr>
                <w:rtl/>
              </w:rPr>
              <w:t>المستقيما</w:t>
            </w:r>
            <w:r w:rsidR="0068644B"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5616E1" w:rsidRPr="00524A24" w:rsidTr="00693B01">
        <w:trPr>
          <w:trHeight w:val="350"/>
        </w:trPr>
        <w:tc>
          <w:tcPr>
            <w:tcW w:w="3902" w:type="dxa"/>
          </w:tcPr>
          <w:p w:rsidR="005616E1" w:rsidRPr="00524A24" w:rsidRDefault="005616E1" w:rsidP="00693B01">
            <w:pPr>
              <w:pStyle w:val="libPoem"/>
            </w:pPr>
            <w:r w:rsidRPr="009647FC">
              <w:rPr>
                <w:rtl/>
              </w:rPr>
              <w:lastRenderedPageBreak/>
              <w:t>ولنا</w:t>
            </w:r>
            <w:r>
              <w:rPr>
                <w:rtl/>
              </w:rPr>
              <w:t xml:space="preserve"> </w:t>
            </w:r>
            <w:r w:rsidRPr="009647FC">
              <w:rPr>
                <w:rtl/>
              </w:rPr>
              <w:t>اليوم</w:t>
            </w:r>
            <w:r>
              <w:rPr>
                <w:rtl/>
              </w:rPr>
              <w:t xml:space="preserve"> </w:t>
            </w:r>
            <w:r w:rsidRPr="009647FC">
              <w:rPr>
                <w:rtl/>
              </w:rPr>
              <w:t>أنت</w:t>
            </w:r>
            <w:r w:rsidR="00677BC4">
              <w:rPr>
                <w:rtl/>
              </w:rPr>
              <w:t>َ</w:t>
            </w:r>
            <w:r>
              <w:rPr>
                <w:rtl/>
              </w:rPr>
              <w:t xml:space="preserve"> </w:t>
            </w:r>
            <w:r w:rsidRPr="009647FC">
              <w:rPr>
                <w:rtl/>
              </w:rPr>
              <w:t>في</w:t>
            </w:r>
            <w:r>
              <w:rPr>
                <w:rtl/>
              </w:rPr>
              <w:t xml:space="preserve"> </w:t>
            </w:r>
            <w:r w:rsidRPr="009647FC">
              <w:rPr>
                <w:rtl/>
              </w:rPr>
              <w:t>الأرضِ</w:t>
            </w:r>
            <w:r>
              <w:rPr>
                <w:rtl/>
              </w:rPr>
              <w:t xml:space="preserve"> </w:t>
            </w:r>
            <w:r w:rsidRPr="009647FC">
              <w:rPr>
                <w:rtl/>
              </w:rPr>
              <w:t>ظلٌ</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Pr="00524A24" w:rsidRDefault="005616E1" w:rsidP="00693B01">
            <w:pPr>
              <w:pStyle w:val="libPoem"/>
            </w:pPr>
            <w:r w:rsidRPr="009647FC">
              <w:rPr>
                <w:rtl/>
              </w:rPr>
              <w:t>و</w:t>
            </w:r>
            <w:r w:rsidR="00A72677" w:rsidRPr="009647FC">
              <w:rPr>
                <w:rtl/>
              </w:rPr>
              <w:t>غد</w:t>
            </w:r>
            <w:r w:rsidRPr="009647FC">
              <w:rPr>
                <w:rtl/>
              </w:rPr>
              <w:t>اً</w:t>
            </w:r>
            <w:r>
              <w:rPr>
                <w:rtl/>
              </w:rPr>
              <w:t xml:space="preserve"> </w:t>
            </w:r>
            <w:r w:rsidR="00A72677" w:rsidRPr="009647FC">
              <w:rPr>
                <w:rtl/>
              </w:rPr>
              <w:t>نس</w:t>
            </w:r>
            <w:r w:rsidRPr="009647FC">
              <w:rPr>
                <w:rtl/>
              </w:rPr>
              <w:t>تظلُ</w:t>
            </w:r>
            <w:r>
              <w:rPr>
                <w:rtl/>
              </w:rPr>
              <w:t xml:space="preserve"> </w:t>
            </w:r>
            <w:r w:rsidR="00A72677" w:rsidRPr="009647FC">
              <w:rPr>
                <w:rtl/>
              </w:rPr>
              <w:t>في</w:t>
            </w:r>
            <w:r w:rsidRPr="009647FC">
              <w:rPr>
                <w:rtl/>
              </w:rPr>
              <w:t>ك</w:t>
            </w:r>
            <w:r>
              <w:rPr>
                <w:rtl/>
              </w:rPr>
              <w:t xml:space="preserve"> </w:t>
            </w:r>
            <w:r w:rsidRPr="009647FC">
              <w:rPr>
                <w:rtl/>
              </w:rPr>
              <w:t>النعيما</w:t>
            </w:r>
            <w:r w:rsidRPr="00725071">
              <w:rPr>
                <w:rStyle w:val="libPoemTiniChar0"/>
                <w:rtl/>
              </w:rPr>
              <w:br/>
              <w:t> </w:t>
            </w:r>
          </w:p>
        </w:tc>
      </w:tr>
    </w:tbl>
    <w:p w:rsidR="009647FC" w:rsidRPr="00524A24" w:rsidRDefault="009647FC" w:rsidP="004E7EC6">
      <w:pPr>
        <w:pStyle w:val="libNormal"/>
      </w:pPr>
      <w:r w:rsidRPr="009647FC">
        <w:rPr>
          <w:rtl/>
        </w:rPr>
        <w:t>وقال يمدحه أيضاً ويعزّيه بوفاة ولديه الشيخ علي والشيخ باقر</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5616E1" w:rsidRPr="00524A24" w:rsidTr="005616E1">
        <w:trPr>
          <w:trHeight w:val="350"/>
        </w:trPr>
        <w:tc>
          <w:tcPr>
            <w:tcW w:w="3902" w:type="dxa"/>
          </w:tcPr>
          <w:p w:rsidR="005616E1" w:rsidRPr="00524A24" w:rsidRDefault="005616E1" w:rsidP="00693B01">
            <w:pPr>
              <w:pStyle w:val="libPoem"/>
            </w:pPr>
            <w:r w:rsidRPr="009647FC">
              <w:rPr>
                <w:rtl/>
              </w:rPr>
              <w:t>إ</w:t>
            </w:r>
            <w:r w:rsidR="00A72677" w:rsidRPr="009647FC">
              <w:rPr>
                <w:rtl/>
              </w:rPr>
              <w:t>لي</w:t>
            </w:r>
            <w:r w:rsidRPr="009647FC">
              <w:rPr>
                <w:rtl/>
              </w:rPr>
              <w:t>ك</w:t>
            </w:r>
            <w:r w:rsidR="00677BC4">
              <w:rPr>
                <w:rtl/>
              </w:rPr>
              <w:t>َ</w:t>
            </w:r>
            <w:r w:rsidR="004C00A8">
              <w:rPr>
                <w:rtl/>
              </w:rPr>
              <w:t xml:space="preserve"> </w:t>
            </w:r>
            <w:r w:rsidRPr="009647FC">
              <w:rPr>
                <w:rtl/>
              </w:rPr>
              <w:t>و</w:t>
            </w:r>
            <w:r w:rsidR="00A72677" w:rsidRPr="009647FC">
              <w:rPr>
                <w:rtl/>
              </w:rPr>
              <w:t>قد</w:t>
            </w:r>
            <w:r>
              <w:rPr>
                <w:rtl/>
              </w:rPr>
              <w:t xml:space="preserve"> </w:t>
            </w:r>
            <w:r w:rsidR="00A72677" w:rsidRPr="009647FC">
              <w:rPr>
                <w:rtl/>
              </w:rPr>
              <w:t>كل</w:t>
            </w:r>
            <w:r w:rsidRPr="009647FC">
              <w:rPr>
                <w:rtl/>
              </w:rPr>
              <w:t>ّ</w:t>
            </w:r>
            <w:r w:rsidR="00677BC4">
              <w:rPr>
                <w:rtl/>
              </w:rPr>
              <w:t>َ</w:t>
            </w:r>
            <w:r w:rsidRPr="009647FC">
              <w:rPr>
                <w:rtl/>
              </w:rPr>
              <w:t>تْ</w:t>
            </w:r>
            <w:r>
              <w:rPr>
                <w:rtl/>
              </w:rPr>
              <w:t xml:space="preserve"> </w:t>
            </w:r>
            <w:r w:rsidR="00A72677" w:rsidRPr="009647FC">
              <w:rPr>
                <w:rtl/>
              </w:rPr>
              <w:t>عل</w:t>
            </w:r>
            <w:r w:rsidRPr="009647FC">
              <w:rPr>
                <w:rtl/>
              </w:rPr>
              <w:t>ينا</w:t>
            </w:r>
            <w:r>
              <w:rPr>
                <w:rtl/>
              </w:rPr>
              <w:t xml:space="preserve"> </w:t>
            </w:r>
            <w:r w:rsidRPr="009647FC">
              <w:rPr>
                <w:rtl/>
              </w:rPr>
              <w:t>العزائمُ</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A72677" w:rsidP="00693B01">
            <w:pPr>
              <w:pStyle w:val="libPoem"/>
            </w:pPr>
            <w:r w:rsidRPr="009647FC">
              <w:rPr>
                <w:rtl/>
              </w:rPr>
              <w:t>سر</w:t>
            </w:r>
            <w:r w:rsidR="005616E1" w:rsidRPr="009647FC">
              <w:rPr>
                <w:rtl/>
              </w:rPr>
              <w:t>تْ</w:t>
            </w:r>
            <w:r w:rsidR="005616E1">
              <w:rPr>
                <w:rtl/>
              </w:rPr>
              <w:t xml:space="preserve"> </w:t>
            </w:r>
            <w:r w:rsidRPr="009647FC">
              <w:rPr>
                <w:rtl/>
              </w:rPr>
              <w:t>بت</w:t>
            </w:r>
            <w:r w:rsidR="005616E1" w:rsidRPr="009647FC">
              <w:rPr>
                <w:rtl/>
              </w:rPr>
              <w:t>حيات</w:t>
            </w:r>
            <w:r w:rsidR="005616E1">
              <w:rPr>
                <w:rtl/>
              </w:rPr>
              <w:t xml:space="preserve"> </w:t>
            </w:r>
            <w:r w:rsidR="005616E1" w:rsidRPr="009647FC">
              <w:rPr>
                <w:rtl/>
              </w:rPr>
              <w:t>ا</w:t>
            </w:r>
            <w:r w:rsidRPr="009647FC">
              <w:rPr>
                <w:rtl/>
              </w:rPr>
              <w:t>لم</w:t>
            </w:r>
            <w:r w:rsidR="005616E1" w:rsidRPr="009647FC">
              <w:rPr>
                <w:rtl/>
              </w:rPr>
              <w:t>شوقِ</w:t>
            </w:r>
            <w:r w:rsidR="005616E1">
              <w:rPr>
                <w:rtl/>
              </w:rPr>
              <w:t xml:space="preserve"> </w:t>
            </w:r>
            <w:r w:rsidR="005616E1" w:rsidRPr="009647FC">
              <w:rPr>
                <w:rtl/>
              </w:rPr>
              <w:t>النسائمُ</w:t>
            </w:r>
            <w:r w:rsidR="005616E1" w:rsidRPr="00725071">
              <w:rPr>
                <w:rStyle w:val="libPoemTiniChar0"/>
                <w:rtl/>
              </w:rPr>
              <w:br/>
              <w:t> </w:t>
            </w:r>
          </w:p>
        </w:tc>
      </w:tr>
      <w:tr w:rsidR="005616E1" w:rsidRPr="00524A24" w:rsidTr="005616E1">
        <w:trPr>
          <w:trHeight w:val="350"/>
        </w:trPr>
        <w:tc>
          <w:tcPr>
            <w:tcW w:w="3902" w:type="dxa"/>
          </w:tcPr>
          <w:p w:rsidR="005616E1" w:rsidRPr="00524A24" w:rsidRDefault="00A72677" w:rsidP="00693B01">
            <w:pPr>
              <w:pStyle w:val="libPoem"/>
            </w:pPr>
            <w:r w:rsidRPr="009647FC">
              <w:rPr>
                <w:rtl/>
              </w:rPr>
              <w:t>تح</w:t>
            </w:r>
            <w:r w:rsidR="005616E1" w:rsidRPr="009647FC">
              <w:rPr>
                <w:rtl/>
              </w:rPr>
              <w:t>اكمن</w:t>
            </w:r>
            <w:r w:rsidR="00677BC4">
              <w:rPr>
                <w:rtl/>
              </w:rPr>
              <w:t>َ</w:t>
            </w:r>
            <w:r w:rsidR="005616E1">
              <w:rPr>
                <w:rtl/>
              </w:rPr>
              <w:t xml:space="preserve"> </w:t>
            </w:r>
            <w:r w:rsidRPr="009647FC">
              <w:rPr>
                <w:rtl/>
              </w:rPr>
              <w:t>في</w:t>
            </w:r>
            <w:r w:rsidR="005616E1">
              <w:rPr>
                <w:rtl/>
              </w:rPr>
              <w:t xml:space="preserve"> </w:t>
            </w:r>
            <w:r w:rsidR="005616E1" w:rsidRPr="009647FC">
              <w:rPr>
                <w:rtl/>
              </w:rPr>
              <w:t>دعوى</w:t>
            </w:r>
            <w:r w:rsidR="005616E1">
              <w:rPr>
                <w:rtl/>
              </w:rPr>
              <w:t xml:space="preserve"> </w:t>
            </w:r>
            <w:r w:rsidR="005616E1" w:rsidRPr="009647FC">
              <w:rPr>
                <w:rtl/>
              </w:rPr>
              <w:t>التفوُّق</w:t>
            </w:r>
            <w:r w:rsidR="005616E1">
              <w:rPr>
                <w:rtl/>
              </w:rPr>
              <w:t xml:space="preserve"> </w:t>
            </w:r>
            <w:r w:rsidR="005616E1" w:rsidRPr="009647FC">
              <w:rPr>
                <w:rtl/>
              </w:rPr>
              <w:t>بالشذا</w:t>
            </w:r>
            <w:r w:rsidR="005616E1"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5616E1" w:rsidP="00693B01">
            <w:pPr>
              <w:pStyle w:val="libPoem"/>
            </w:pPr>
            <w:r w:rsidRPr="009647FC">
              <w:rPr>
                <w:rtl/>
              </w:rPr>
              <w:t>إ</w:t>
            </w:r>
            <w:r w:rsidR="00A72677" w:rsidRPr="009647FC">
              <w:rPr>
                <w:rtl/>
              </w:rPr>
              <w:t>ليك</w:t>
            </w:r>
            <w:r>
              <w:rPr>
                <w:rtl/>
              </w:rPr>
              <w:t xml:space="preserve"> </w:t>
            </w:r>
            <w:r w:rsidRPr="009647FC">
              <w:rPr>
                <w:rtl/>
              </w:rPr>
              <w:t>وكلٌ</w:t>
            </w:r>
            <w:r>
              <w:rPr>
                <w:rtl/>
              </w:rPr>
              <w:t xml:space="preserve"> </w:t>
            </w:r>
            <w:r w:rsidR="00A72677" w:rsidRPr="009647FC">
              <w:rPr>
                <w:rtl/>
              </w:rPr>
              <w:t>طي</w:t>
            </w:r>
            <w:r w:rsidRPr="009647FC">
              <w:rPr>
                <w:rtl/>
              </w:rPr>
              <w:t>باتٌ</w:t>
            </w:r>
            <w:r>
              <w:rPr>
                <w:rtl/>
              </w:rPr>
              <w:t xml:space="preserve"> </w:t>
            </w:r>
            <w:r w:rsidR="00A72677" w:rsidRPr="009647FC">
              <w:rPr>
                <w:rtl/>
              </w:rPr>
              <w:t>نو</w:t>
            </w:r>
            <w:r w:rsidRPr="009647FC">
              <w:rPr>
                <w:rtl/>
              </w:rPr>
              <w:t>اعمُ</w:t>
            </w:r>
            <w:r w:rsidRPr="00725071">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9647FC">
              <w:rPr>
                <w:rtl/>
              </w:rPr>
              <w:t>ولا</w:t>
            </w:r>
            <w:r>
              <w:rPr>
                <w:rtl/>
              </w:rPr>
              <w:t xml:space="preserve"> </w:t>
            </w:r>
            <w:r w:rsidR="00A72677" w:rsidRPr="009647FC">
              <w:rPr>
                <w:rtl/>
              </w:rPr>
              <w:t>مد</w:t>
            </w:r>
            <w:r w:rsidRPr="009647FC">
              <w:rPr>
                <w:rtl/>
              </w:rPr>
              <w:t>ّعٍ</w:t>
            </w:r>
            <w:r>
              <w:rPr>
                <w:rtl/>
              </w:rPr>
              <w:t xml:space="preserve"> </w:t>
            </w:r>
            <w:r w:rsidRPr="009647FC">
              <w:rPr>
                <w:rtl/>
              </w:rPr>
              <w:t>عنّي</w:t>
            </w:r>
            <w:r>
              <w:rPr>
                <w:rtl/>
              </w:rPr>
              <w:t xml:space="preserve"> </w:t>
            </w:r>
            <w:r w:rsidRPr="009647FC">
              <w:rPr>
                <w:rtl/>
              </w:rPr>
              <w:t>سوى</w:t>
            </w:r>
            <w:r>
              <w:rPr>
                <w:rtl/>
              </w:rPr>
              <w:t xml:space="preserve"> </w:t>
            </w:r>
            <w:r w:rsidRPr="009647FC">
              <w:rPr>
                <w:rtl/>
              </w:rPr>
              <w:t>خالص</w:t>
            </w:r>
            <w:r>
              <w:rPr>
                <w:rtl/>
              </w:rPr>
              <w:t xml:space="preserve"> </w:t>
            </w:r>
            <w:r w:rsidRPr="009647FC">
              <w:rPr>
                <w:rtl/>
              </w:rPr>
              <w:t>الهوى</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5616E1" w:rsidP="00693B01">
            <w:pPr>
              <w:pStyle w:val="libPoem"/>
            </w:pPr>
            <w:r w:rsidRPr="009647FC">
              <w:rPr>
                <w:rtl/>
              </w:rPr>
              <w:t>ولا</w:t>
            </w:r>
            <w:r>
              <w:rPr>
                <w:rtl/>
              </w:rPr>
              <w:t xml:space="preserve"> </w:t>
            </w:r>
            <w:r w:rsidR="00A72677" w:rsidRPr="009647FC">
              <w:rPr>
                <w:rtl/>
              </w:rPr>
              <w:t>شاهد</w:t>
            </w:r>
            <w:r w:rsidRPr="009647FC">
              <w:rPr>
                <w:rtl/>
              </w:rPr>
              <w:t>ٌ</w:t>
            </w:r>
            <w:r>
              <w:rPr>
                <w:rtl/>
              </w:rPr>
              <w:t xml:space="preserve"> </w:t>
            </w:r>
            <w:r w:rsidRPr="009647FC">
              <w:rPr>
                <w:rtl/>
              </w:rPr>
              <w:t>إلاّ</w:t>
            </w:r>
            <w:r>
              <w:rPr>
                <w:rtl/>
              </w:rPr>
              <w:t xml:space="preserve"> </w:t>
            </w:r>
            <w:r w:rsidRPr="009647FC">
              <w:rPr>
                <w:rtl/>
              </w:rPr>
              <w:t>ا</w:t>
            </w:r>
            <w:r w:rsidR="00A72677" w:rsidRPr="009647FC">
              <w:rPr>
                <w:rtl/>
              </w:rPr>
              <w:t>لع</w:t>
            </w:r>
            <w:r w:rsidRPr="009647FC">
              <w:rPr>
                <w:rtl/>
              </w:rPr>
              <w:t>ُلى</w:t>
            </w:r>
            <w:r>
              <w:rPr>
                <w:rtl/>
              </w:rPr>
              <w:t xml:space="preserve"> </w:t>
            </w:r>
            <w:r w:rsidRPr="009647FC">
              <w:rPr>
                <w:rtl/>
              </w:rPr>
              <w:t>وا</w:t>
            </w:r>
            <w:r w:rsidR="00A72677" w:rsidRPr="009647FC">
              <w:rPr>
                <w:rtl/>
              </w:rPr>
              <w:t>لم</w:t>
            </w:r>
            <w:r w:rsidRPr="009647FC">
              <w:rPr>
                <w:rtl/>
              </w:rPr>
              <w:t>كارمُ</w:t>
            </w:r>
            <w:r w:rsidRPr="00725071">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A72677">
              <w:rPr>
                <w:rtl/>
              </w:rPr>
              <w:t>وأ</w:t>
            </w:r>
            <w:r w:rsidR="00A72677" w:rsidRPr="00A72677">
              <w:rPr>
                <w:rtl/>
              </w:rPr>
              <w:t>غل</w:t>
            </w:r>
            <w:r w:rsidRPr="00A72677">
              <w:rPr>
                <w:rtl/>
              </w:rPr>
              <w:t>بُ</w:t>
            </w:r>
            <w:r w:rsidR="004C00A8">
              <w:rPr>
                <w:rtl/>
              </w:rPr>
              <w:t xml:space="preserve"> </w:t>
            </w:r>
            <w:r w:rsidRPr="00A72677">
              <w:rPr>
                <w:rtl/>
              </w:rPr>
              <w:t>ظ</w:t>
            </w:r>
            <w:r w:rsidR="00A72677" w:rsidRPr="00A72677">
              <w:rPr>
                <w:rtl/>
              </w:rPr>
              <w:t>ّن</w:t>
            </w:r>
            <w:r w:rsidRPr="00A72677">
              <w:rPr>
                <w:rtl/>
              </w:rPr>
              <w:t xml:space="preserve">ّي أن </w:t>
            </w:r>
            <w:r w:rsidR="00A72677" w:rsidRPr="00A72677">
              <w:rPr>
                <w:rtl/>
              </w:rPr>
              <w:t>خل</w:t>
            </w:r>
            <w:r w:rsidRPr="00A72677">
              <w:rPr>
                <w:rtl/>
              </w:rPr>
              <w:t>قك</w:t>
            </w:r>
            <w:r w:rsidR="00677BC4">
              <w:rPr>
                <w:rtl/>
              </w:rPr>
              <w:t>َ</w:t>
            </w:r>
            <w:r w:rsidRPr="00A72677">
              <w:rPr>
                <w:rtl/>
              </w:rPr>
              <w:t xml:space="preserve"> </w:t>
            </w:r>
            <w:r w:rsidR="00A72677" w:rsidRPr="00A72677">
              <w:rPr>
                <w:rtl/>
              </w:rPr>
              <w:t>لل</w:t>
            </w:r>
            <w:r w:rsidRPr="00A72677">
              <w:rPr>
                <w:rtl/>
              </w:rPr>
              <w:t>تي</w:t>
            </w:r>
            <w:r w:rsidRPr="00A72677">
              <w:rPr>
                <w:rStyle w:val="libPoemTiniChar0"/>
                <w:rtl/>
              </w:rPr>
              <w:br/>
              <w:t> </w:t>
            </w:r>
          </w:p>
        </w:tc>
        <w:tc>
          <w:tcPr>
            <w:tcW w:w="301" w:type="dxa"/>
          </w:tcPr>
          <w:p w:rsidR="005616E1" w:rsidRPr="00A72677" w:rsidRDefault="005616E1" w:rsidP="00693B01">
            <w:pPr>
              <w:pStyle w:val="libPoem"/>
              <w:rPr>
                <w:rtl/>
              </w:rPr>
            </w:pPr>
          </w:p>
        </w:tc>
        <w:tc>
          <w:tcPr>
            <w:tcW w:w="3884" w:type="dxa"/>
          </w:tcPr>
          <w:p w:rsidR="005616E1" w:rsidRPr="00A72677" w:rsidRDefault="00A72677" w:rsidP="00693B01">
            <w:pPr>
              <w:pStyle w:val="libPoem"/>
            </w:pPr>
            <w:r w:rsidRPr="00A72677">
              <w:rPr>
                <w:rtl/>
              </w:rPr>
              <w:t>حك</w:t>
            </w:r>
            <w:r w:rsidR="005616E1" w:rsidRPr="00A72677">
              <w:rPr>
                <w:rtl/>
              </w:rPr>
              <w:t>تْ</w:t>
            </w:r>
            <w:r w:rsidR="004C00A8">
              <w:rPr>
                <w:rtl/>
              </w:rPr>
              <w:t xml:space="preserve"> </w:t>
            </w:r>
            <w:r w:rsidRPr="00A72677">
              <w:rPr>
                <w:rtl/>
              </w:rPr>
              <w:t>طي</w:t>
            </w:r>
            <w:r w:rsidR="005616E1" w:rsidRPr="00A72677">
              <w:rPr>
                <w:rtl/>
              </w:rPr>
              <w:t>به وهي التحيات حاكمُ</w:t>
            </w:r>
            <w:r w:rsidR="005616E1" w:rsidRPr="00A72677">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9647FC">
              <w:rPr>
                <w:rtl/>
              </w:rPr>
              <w:t>أ</w:t>
            </w:r>
            <w:r w:rsidR="00A72677" w:rsidRPr="009647FC">
              <w:rPr>
                <w:rtl/>
              </w:rPr>
              <w:t>ما</w:t>
            </w:r>
            <w:r w:rsidR="004C00A8">
              <w:rPr>
                <w:rtl/>
              </w:rPr>
              <w:t xml:space="preserve"> </w:t>
            </w:r>
            <w:r w:rsidRPr="009647FC">
              <w:rPr>
                <w:rtl/>
              </w:rPr>
              <w:t>وأ</w:t>
            </w:r>
            <w:r w:rsidR="00A72677" w:rsidRPr="009647FC">
              <w:rPr>
                <w:rtl/>
              </w:rPr>
              <w:t>يا</w:t>
            </w:r>
            <w:r w:rsidRPr="009647FC">
              <w:rPr>
                <w:rtl/>
              </w:rPr>
              <w:t>دٍ</w:t>
            </w:r>
            <w:r>
              <w:rPr>
                <w:rtl/>
              </w:rPr>
              <w:t xml:space="preserve"> </w:t>
            </w:r>
            <w:r w:rsidRPr="009647FC">
              <w:rPr>
                <w:rtl/>
              </w:rPr>
              <w:t>أو</w:t>
            </w:r>
            <w:r w:rsidR="00A72677" w:rsidRPr="009647FC">
              <w:rPr>
                <w:rtl/>
              </w:rPr>
              <w:t>جب</w:t>
            </w:r>
            <w:r>
              <w:rPr>
                <w:rtl/>
              </w:rPr>
              <w:t xml:space="preserve"> </w:t>
            </w:r>
            <w:r w:rsidRPr="009647FC">
              <w:rPr>
                <w:rtl/>
              </w:rPr>
              <w:t>المجدُ</w:t>
            </w:r>
            <w:r>
              <w:rPr>
                <w:rtl/>
              </w:rPr>
              <w:t xml:space="preserve"> </w:t>
            </w:r>
            <w:r w:rsidRPr="009647FC">
              <w:rPr>
                <w:rtl/>
              </w:rPr>
              <w:t>شكر</w:t>
            </w:r>
            <w:r w:rsidR="00677BC4">
              <w:rPr>
                <w:rtl/>
              </w:rPr>
              <w:t>َ</w:t>
            </w:r>
            <w:r w:rsidRPr="009647FC">
              <w:rPr>
                <w:rtl/>
              </w:rPr>
              <w:t>ها</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A72677" w:rsidP="00693B01">
            <w:pPr>
              <w:pStyle w:val="libPoem"/>
            </w:pPr>
            <w:r w:rsidRPr="009647FC">
              <w:rPr>
                <w:rtl/>
              </w:rPr>
              <w:t>به</w:t>
            </w:r>
            <w:r w:rsidR="005616E1" w:rsidRPr="009647FC">
              <w:rPr>
                <w:rtl/>
              </w:rPr>
              <w:t>ا</w:t>
            </w:r>
            <w:r w:rsidR="004C00A8">
              <w:rPr>
                <w:rtl/>
              </w:rPr>
              <w:t xml:space="preserve"> </w:t>
            </w:r>
            <w:r w:rsidRPr="009647FC">
              <w:rPr>
                <w:rtl/>
              </w:rPr>
              <w:t>لم</w:t>
            </w:r>
            <w:r w:rsidR="005616E1">
              <w:rPr>
                <w:rtl/>
              </w:rPr>
              <w:t xml:space="preserve"> </w:t>
            </w:r>
            <w:r w:rsidR="005616E1" w:rsidRPr="009647FC">
              <w:rPr>
                <w:rtl/>
              </w:rPr>
              <w:t>تنبْ</w:t>
            </w:r>
            <w:r w:rsidR="005616E1">
              <w:rPr>
                <w:rtl/>
              </w:rPr>
              <w:t xml:space="preserve"> </w:t>
            </w:r>
            <w:r w:rsidR="005616E1" w:rsidRPr="009647FC">
              <w:rPr>
                <w:rtl/>
              </w:rPr>
              <w:t>عن</w:t>
            </w:r>
            <w:r w:rsidR="005616E1">
              <w:rPr>
                <w:rtl/>
              </w:rPr>
              <w:t xml:space="preserve"> </w:t>
            </w:r>
            <w:r w:rsidR="005616E1" w:rsidRPr="009647FC">
              <w:rPr>
                <w:rtl/>
              </w:rPr>
              <w:t>راحتيك</w:t>
            </w:r>
            <w:r w:rsidR="00677BC4">
              <w:rPr>
                <w:rtl/>
              </w:rPr>
              <w:t>َ</w:t>
            </w:r>
            <w:r w:rsidR="005616E1">
              <w:rPr>
                <w:rtl/>
              </w:rPr>
              <w:t xml:space="preserve"> </w:t>
            </w:r>
            <w:r w:rsidR="005616E1" w:rsidRPr="009647FC">
              <w:rPr>
                <w:rtl/>
              </w:rPr>
              <w:t>الغمائمُ</w:t>
            </w:r>
            <w:r w:rsidR="005616E1" w:rsidRPr="00725071">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9647FC">
              <w:rPr>
                <w:rtl/>
              </w:rPr>
              <w:t>لأ</w:t>
            </w:r>
            <w:r w:rsidR="00A72677" w:rsidRPr="009647FC">
              <w:rPr>
                <w:rtl/>
              </w:rPr>
              <w:t>نت</w:t>
            </w:r>
            <w:r w:rsidR="00677BC4">
              <w:rPr>
                <w:rtl/>
              </w:rPr>
              <w:t>َ</w:t>
            </w:r>
            <w:r>
              <w:rPr>
                <w:rtl/>
              </w:rPr>
              <w:t xml:space="preserve"> </w:t>
            </w:r>
            <w:r w:rsidRPr="009647FC">
              <w:rPr>
                <w:rtl/>
              </w:rPr>
              <w:t>ا</w:t>
            </w:r>
            <w:r w:rsidR="00A72677" w:rsidRPr="009647FC">
              <w:rPr>
                <w:rtl/>
              </w:rPr>
              <w:t>لذ</w:t>
            </w:r>
            <w:r w:rsidRPr="009647FC">
              <w:rPr>
                <w:rtl/>
              </w:rPr>
              <w:t>ي</w:t>
            </w:r>
            <w:r>
              <w:rPr>
                <w:rtl/>
              </w:rPr>
              <w:t xml:space="preserve"> </w:t>
            </w:r>
            <w:r w:rsidR="00A72677" w:rsidRPr="009647FC">
              <w:rPr>
                <w:rtl/>
              </w:rPr>
              <w:t>من</w:t>
            </w:r>
            <w:r w:rsidRPr="009647FC">
              <w:rPr>
                <w:rtl/>
              </w:rPr>
              <w:t>ه</w:t>
            </w:r>
            <w:r>
              <w:rPr>
                <w:rtl/>
              </w:rPr>
              <w:t xml:space="preserve"> </w:t>
            </w:r>
            <w:r w:rsidR="00A72677" w:rsidRPr="009647FC">
              <w:rPr>
                <w:rtl/>
              </w:rPr>
              <w:t>تر</w:t>
            </w:r>
            <w:r w:rsidRPr="009647FC">
              <w:rPr>
                <w:rtl/>
              </w:rPr>
              <w:t>دُّ</w:t>
            </w:r>
            <w:r>
              <w:rPr>
                <w:rtl/>
              </w:rPr>
              <w:t xml:space="preserve"> </w:t>
            </w:r>
            <w:r w:rsidRPr="009647FC">
              <w:rPr>
                <w:rtl/>
              </w:rPr>
              <w:t>أ</w:t>
            </w:r>
            <w:r w:rsidR="00A72677" w:rsidRPr="009647FC">
              <w:rPr>
                <w:rtl/>
              </w:rPr>
              <w:t>مو</w:t>
            </w:r>
            <w:r w:rsidRPr="009647FC">
              <w:rPr>
                <w:rtl/>
              </w:rPr>
              <w:t>رنا</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5616E1" w:rsidP="00693B01">
            <w:pPr>
              <w:pStyle w:val="libPoem"/>
            </w:pPr>
            <w:r w:rsidRPr="009647FC">
              <w:rPr>
                <w:rtl/>
              </w:rPr>
              <w:t>إ</w:t>
            </w:r>
            <w:r w:rsidR="00A72677" w:rsidRPr="009647FC">
              <w:rPr>
                <w:rtl/>
              </w:rPr>
              <w:t>لى</w:t>
            </w:r>
            <w:r w:rsidR="004C00A8">
              <w:rPr>
                <w:rtl/>
              </w:rPr>
              <w:t xml:space="preserve"> </w:t>
            </w:r>
            <w:r w:rsidR="00A72677" w:rsidRPr="009647FC">
              <w:rPr>
                <w:rtl/>
              </w:rPr>
              <w:t>عا</w:t>
            </w:r>
            <w:r w:rsidRPr="009647FC">
              <w:rPr>
                <w:rtl/>
              </w:rPr>
              <w:t>لمٍ</w:t>
            </w:r>
            <w:r>
              <w:rPr>
                <w:rtl/>
              </w:rPr>
              <w:t xml:space="preserve"> </w:t>
            </w:r>
            <w:r w:rsidR="00A72677" w:rsidRPr="009647FC">
              <w:rPr>
                <w:rtl/>
              </w:rPr>
              <w:t>ما</w:t>
            </w:r>
            <w:r>
              <w:rPr>
                <w:rtl/>
              </w:rPr>
              <w:t xml:space="preserve"> </w:t>
            </w:r>
            <w:r w:rsidR="00A72677" w:rsidRPr="009647FC">
              <w:rPr>
                <w:rtl/>
              </w:rPr>
              <w:t>فو</w:t>
            </w:r>
            <w:r w:rsidRPr="009647FC">
              <w:rPr>
                <w:rtl/>
              </w:rPr>
              <w:t>قه</w:t>
            </w:r>
            <w:r>
              <w:rPr>
                <w:rtl/>
              </w:rPr>
              <w:t xml:space="preserve"> </w:t>
            </w:r>
            <w:r w:rsidRPr="009647FC">
              <w:rPr>
                <w:rtl/>
              </w:rPr>
              <w:t>اليوم</w:t>
            </w:r>
            <w:r>
              <w:rPr>
                <w:rtl/>
              </w:rPr>
              <w:t xml:space="preserve"> </w:t>
            </w:r>
            <w:r w:rsidRPr="009647FC">
              <w:rPr>
                <w:rtl/>
              </w:rPr>
              <w:t>عالمُ</w:t>
            </w:r>
            <w:r w:rsidRPr="00725071">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9647FC">
              <w:rPr>
                <w:rtl/>
              </w:rPr>
              <w:t>إ</w:t>
            </w:r>
            <w:r w:rsidR="00A72677" w:rsidRPr="009647FC">
              <w:rPr>
                <w:rtl/>
              </w:rPr>
              <w:t>لى</w:t>
            </w:r>
            <w:r>
              <w:rPr>
                <w:rtl/>
              </w:rPr>
              <w:t xml:space="preserve"> </w:t>
            </w:r>
            <w:r w:rsidR="00A72677" w:rsidRPr="009647FC">
              <w:rPr>
                <w:rtl/>
              </w:rPr>
              <w:t>قا</w:t>
            </w:r>
            <w:r w:rsidRPr="009647FC">
              <w:rPr>
                <w:rtl/>
              </w:rPr>
              <w:t>ئمٍ</w:t>
            </w:r>
            <w:r>
              <w:rPr>
                <w:rtl/>
              </w:rPr>
              <w:t xml:space="preserve"> </w:t>
            </w:r>
            <w:r w:rsidR="00A72677" w:rsidRPr="009647FC">
              <w:rPr>
                <w:rtl/>
              </w:rPr>
              <w:t>با</w:t>
            </w:r>
            <w:r w:rsidRPr="009647FC">
              <w:rPr>
                <w:rtl/>
              </w:rPr>
              <w:t>لحقّ</w:t>
            </w:r>
            <w:r>
              <w:rPr>
                <w:rtl/>
              </w:rPr>
              <w:t xml:space="preserve"> </w:t>
            </w:r>
            <w:r w:rsidRPr="009647FC">
              <w:rPr>
                <w:rtl/>
              </w:rPr>
              <w:t>داعٍ</w:t>
            </w:r>
            <w:r>
              <w:rPr>
                <w:rtl/>
              </w:rPr>
              <w:t xml:space="preserve"> </w:t>
            </w:r>
            <w:r w:rsidRPr="009647FC">
              <w:rPr>
                <w:rtl/>
              </w:rPr>
              <w:t>إلى</w:t>
            </w:r>
            <w:r>
              <w:rPr>
                <w:rtl/>
              </w:rPr>
              <w:t xml:space="preserve"> </w:t>
            </w:r>
            <w:r w:rsidRPr="009647FC">
              <w:rPr>
                <w:rtl/>
              </w:rPr>
              <w:t>الهدى</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5616E1" w:rsidP="00693B01">
            <w:pPr>
              <w:pStyle w:val="libPoem"/>
            </w:pPr>
            <w:r w:rsidRPr="009647FC">
              <w:rPr>
                <w:rtl/>
              </w:rPr>
              <w:t>له</w:t>
            </w:r>
            <w:r>
              <w:rPr>
                <w:rtl/>
              </w:rPr>
              <w:t xml:space="preserve"> </w:t>
            </w:r>
            <w:r w:rsidRPr="009647FC">
              <w:rPr>
                <w:rtl/>
              </w:rPr>
              <w:t>اللهُ</w:t>
            </w:r>
            <w:r>
              <w:rPr>
                <w:rtl/>
              </w:rPr>
              <w:t xml:space="preserve"> </w:t>
            </w:r>
            <w:r w:rsidR="00A72677" w:rsidRPr="009647FC">
              <w:rPr>
                <w:rtl/>
              </w:rPr>
              <w:t>عم</w:t>
            </w:r>
            <w:r w:rsidRPr="009647FC">
              <w:rPr>
                <w:rtl/>
              </w:rPr>
              <w:t>ّا</w:t>
            </w:r>
            <w:r>
              <w:rPr>
                <w:rtl/>
              </w:rPr>
              <w:t xml:space="preserve"> </w:t>
            </w:r>
            <w:r w:rsidR="00A72677" w:rsidRPr="009647FC">
              <w:rPr>
                <w:rtl/>
              </w:rPr>
              <w:t>يك</w:t>
            </w:r>
            <w:r w:rsidRPr="009647FC">
              <w:rPr>
                <w:rtl/>
              </w:rPr>
              <w:t>ره</w:t>
            </w:r>
            <w:r>
              <w:rPr>
                <w:rtl/>
              </w:rPr>
              <w:t xml:space="preserve"> </w:t>
            </w:r>
            <w:r w:rsidRPr="009647FC">
              <w:rPr>
                <w:rtl/>
              </w:rPr>
              <w:t>الله</w:t>
            </w:r>
            <w:r>
              <w:rPr>
                <w:rtl/>
              </w:rPr>
              <w:t xml:space="preserve"> </w:t>
            </w:r>
            <w:r w:rsidR="00A72677" w:rsidRPr="009647FC">
              <w:rPr>
                <w:rtl/>
              </w:rPr>
              <w:t>عا</w:t>
            </w:r>
            <w:r w:rsidRPr="009647FC">
              <w:rPr>
                <w:rtl/>
              </w:rPr>
              <w:t>صمُ</w:t>
            </w:r>
            <w:r w:rsidRPr="00725071">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A72677">
              <w:rPr>
                <w:rtl/>
              </w:rPr>
              <w:t>إ</w:t>
            </w:r>
            <w:r w:rsidR="00A72677" w:rsidRPr="00A72677">
              <w:rPr>
                <w:rtl/>
              </w:rPr>
              <w:t>لى</w:t>
            </w:r>
            <w:r w:rsidRPr="00A72677">
              <w:rPr>
                <w:rtl/>
              </w:rPr>
              <w:t xml:space="preserve"> </w:t>
            </w:r>
            <w:r w:rsidR="00A72677" w:rsidRPr="00A72677">
              <w:rPr>
                <w:rtl/>
              </w:rPr>
              <w:t>خي</w:t>
            </w:r>
            <w:r w:rsidRPr="00A72677">
              <w:rPr>
                <w:rtl/>
              </w:rPr>
              <w:t>ر أهل الأرض بِرّاً ونائلا</w:t>
            </w:r>
            <w:r w:rsidRPr="00A72677">
              <w:rPr>
                <w:rStyle w:val="libPoemTiniChar0"/>
                <w:rtl/>
              </w:rPr>
              <w:br/>
              <w:t> </w:t>
            </w:r>
          </w:p>
        </w:tc>
        <w:tc>
          <w:tcPr>
            <w:tcW w:w="301" w:type="dxa"/>
          </w:tcPr>
          <w:p w:rsidR="005616E1" w:rsidRPr="00A72677" w:rsidRDefault="005616E1" w:rsidP="00693B01">
            <w:pPr>
              <w:pStyle w:val="libPoem"/>
              <w:rPr>
                <w:rtl/>
              </w:rPr>
            </w:pPr>
          </w:p>
        </w:tc>
        <w:tc>
          <w:tcPr>
            <w:tcW w:w="3884" w:type="dxa"/>
          </w:tcPr>
          <w:p w:rsidR="005616E1" w:rsidRPr="00A72677" w:rsidRDefault="005616E1" w:rsidP="00693B01">
            <w:pPr>
              <w:pStyle w:val="libPoem"/>
            </w:pPr>
            <w:r w:rsidRPr="00A72677">
              <w:rPr>
                <w:rtl/>
              </w:rPr>
              <w:t>وأ</w:t>
            </w:r>
            <w:r w:rsidR="00A72677" w:rsidRPr="00A72677">
              <w:rPr>
                <w:rtl/>
              </w:rPr>
              <w:t>كر</w:t>
            </w:r>
            <w:r w:rsidRPr="00A72677">
              <w:rPr>
                <w:rtl/>
              </w:rPr>
              <w:t>م م</w:t>
            </w:r>
            <w:r w:rsidR="00677BC4">
              <w:rPr>
                <w:rtl/>
              </w:rPr>
              <w:t>َ</w:t>
            </w:r>
            <w:r w:rsidR="00A72677" w:rsidRPr="00A72677">
              <w:rPr>
                <w:rtl/>
              </w:rPr>
              <w:t>ن</w:t>
            </w:r>
            <w:r w:rsidRPr="00A72677">
              <w:rPr>
                <w:rtl/>
              </w:rPr>
              <w:t xml:space="preserve"> </w:t>
            </w:r>
            <w:r w:rsidR="00A72677" w:rsidRPr="00A72677">
              <w:rPr>
                <w:rtl/>
              </w:rPr>
              <w:t>تث</w:t>
            </w:r>
            <w:r w:rsidRPr="00A72677">
              <w:rPr>
                <w:rtl/>
              </w:rPr>
              <w:t xml:space="preserve">نى </w:t>
            </w:r>
            <w:r w:rsidR="00A72677" w:rsidRPr="00A72677">
              <w:rPr>
                <w:rtl/>
              </w:rPr>
              <w:t>عل</w:t>
            </w:r>
            <w:r w:rsidRPr="00A72677">
              <w:rPr>
                <w:rtl/>
              </w:rPr>
              <w:t>يه الأكارمُ</w:t>
            </w:r>
            <w:r w:rsidRPr="00A72677">
              <w:rPr>
                <w:rStyle w:val="libPoemTiniChar0"/>
                <w:rtl/>
              </w:rPr>
              <w:br/>
              <w:t> </w:t>
            </w:r>
          </w:p>
        </w:tc>
      </w:tr>
      <w:tr w:rsidR="005616E1" w:rsidRPr="00524A24" w:rsidTr="005616E1">
        <w:trPr>
          <w:trHeight w:val="350"/>
        </w:trPr>
        <w:tc>
          <w:tcPr>
            <w:tcW w:w="3902" w:type="dxa"/>
          </w:tcPr>
          <w:p w:rsidR="005616E1" w:rsidRPr="00524A24" w:rsidRDefault="00A72677" w:rsidP="00693B01">
            <w:pPr>
              <w:pStyle w:val="libPoem"/>
            </w:pPr>
            <w:r w:rsidRPr="009647FC">
              <w:rPr>
                <w:rtl/>
              </w:rPr>
              <w:t>من</w:t>
            </w:r>
            <w:r w:rsidR="005616E1" w:rsidRPr="009647FC">
              <w:rPr>
                <w:rtl/>
              </w:rPr>
              <w:t>ارُ</w:t>
            </w:r>
            <w:r w:rsidR="004C00A8">
              <w:rPr>
                <w:rtl/>
              </w:rPr>
              <w:t xml:space="preserve"> </w:t>
            </w:r>
            <w:r w:rsidRPr="009647FC">
              <w:rPr>
                <w:rtl/>
              </w:rPr>
              <w:t>هد</w:t>
            </w:r>
            <w:r w:rsidR="005616E1" w:rsidRPr="009647FC">
              <w:rPr>
                <w:rtl/>
              </w:rPr>
              <w:t>ىً</w:t>
            </w:r>
            <w:r w:rsidR="005616E1">
              <w:rPr>
                <w:rtl/>
              </w:rPr>
              <w:t xml:space="preserve"> </w:t>
            </w:r>
            <w:r w:rsidR="005616E1" w:rsidRPr="009647FC">
              <w:rPr>
                <w:rtl/>
              </w:rPr>
              <w:t>لولاه</w:t>
            </w:r>
            <w:r w:rsidR="005616E1">
              <w:rPr>
                <w:rtl/>
              </w:rPr>
              <w:t xml:space="preserve"> </w:t>
            </w:r>
            <w:r w:rsidR="005616E1" w:rsidRPr="009647FC">
              <w:rPr>
                <w:rtl/>
              </w:rPr>
              <w:t>لاغتدت</w:t>
            </w:r>
            <w:r w:rsidR="005616E1">
              <w:rPr>
                <w:rtl/>
              </w:rPr>
              <w:t xml:space="preserve"> </w:t>
            </w:r>
            <w:r w:rsidR="005616E1" w:rsidRPr="009647FC">
              <w:rPr>
                <w:rtl/>
              </w:rPr>
              <w:t>الورى</w:t>
            </w:r>
            <w:r w:rsidR="005616E1"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A72677" w:rsidP="00693B01">
            <w:pPr>
              <w:pStyle w:val="libPoem"/>
            </w:pPr>
            <w:r w:rsidRPr="009647FC">
              <w:rPr>
                <w:rtl/>
              </w:rPr>
              <w:t>بم</w:t>
            </w:r>
            <w:r w:rsidR="005616E1" w:rsidRPr="009647FC">
              <w:rPr>
                <w:rtl/>
              </w:rPr>
              <w:t>جهل</w:t>
            </w:r>
            <w:r w:rsidR="005616E1">
              <w:rPr>
                <w:rtl/>
              </w:rPr>
              <w:t xml:space="preserve"> </w:t>
            </w:r>
            <w:r w:rsidRPr="009647FC">
              <w:rPr>
                <w:rtl/>
              </w:rPr>
              <w:t>غي</w:t>
            </w:r>
            <w:r w:rsidR="005616E1" w:rsidRPr="009647FC">
              <w:rPr>
                <w:rtl/>
              </w:rPr>
              <w:t>ٍّ</w:t>
            </w:r>
            <w:r w:rsidR="005616E1">
              <w:rPr>
                <w:rtl/>
              </w:rPr>
              <w:t xml:space="preserve"> </w:t>
            </w:r>
            <w:r w:rsidRPr="009647FC">
              <w:rPr>
                <w:rtl/>
              </w:rPr>
              <w:t>ضم</w:t>
            </w:r>
            <w:r w:rsidR="005616E1" w:rsidRPr="009647FC">
              <w:rPr>
                <w:rtl/>
              </w:rPr>
              <w:t>ّها</w:t>
            </w:r>
            <w:r w:rsidR="005616E1">
              <w:rPr>
                <w:rtl/>
              </w:rPr>
              <w:t xml:space="preserve"> </w:t>
            </w:r>
            <w:r w:rsidR="005616E1" w:rsidRPr="009647FC">
              <w:rPr>
                <w:rtl/>
              </w:rPr>
              <w:t>و</w:t>
            </w:r>
            <w:r w:rsidRPr="009647FC">
              <w:rPr>
                <w:rtl/>
              </w:rPr>
              <w:t>هو</w:t>
            </w:r>
            <w:r w:rsidR="005616E1">
              <w:rPr>
                <w:rtl/>
              </w:rPr>
              <w:t xml:space="preserve"> </w:t>
            </w:r>
            <w:r w:rsidR="005616E1" w:rsidRPr="009647FC">
              <w:rPr>
                <w:rtl/>
              </w:rPr>
              <w:t>قاتمُ</w:t>
            </w:r>
            <w:r w:rsidR="005616E1" w:rsidRPr="00725071">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9647FC">
              <w:rPr>
                <w:rtl/>
              </w:rPr>
              <w:t>و</w:t>
            </w:r>
            <w:r w:rsidR="00A72677" w:rsidRPr="009647FC">
              <w:rPr>
                <w:rtl/>
              </w:rPr>
              <w:t>سي</w:t>
            </w:r>
            <w:r w:rsidRPr="009647FC">
              <w:rPr>
                <w:rtl/>
              </w:rPr>
              <w:t>ف</w:t>
            </w:r>
            <w:r w:rsidR="004C00A8">
              <w:rPr>
                <w:rtl/>
              </w:rPr>
              <w:t xml:space="preserve"> </w:t>
            </w:r>
            <w:r w:rsidR="00A72677" w:rsidRPr="009647FC">
              <w:rPr>
                <w:rtl/>
              </w:rPr>
              <w:t>هد</w:t>
            </w:r>
            <w:r w:rsidRPr="009647FC">
              <w:rPr>
                <w:rtl/>
              </w:rPr>
              <w:t>ىً</w:t>
            </w:r>
            <w:r>
              <w:rPr>
                <w:rtl/>
              </w:rPr>
              <w:t xml:space="preserve"> </w:t>
            </w:r>
            <w:r w:rsidRPr="009647FC">
              <w:rPr>
                <w:rtl/>
              </w:rPr>
              <w:t>يمحو</w:t>
            </w:r>
            <w:r>
              <w:rPr>
                <w:rtl/>
              </w:rPr>
              <w:t xml:space="preserve"> </w:t>
            </w:r>
            <w:r w:rsidRPr="009647FC">
              <w:rPr>
                <w:rtl/>
              </w:rPr>
              <w:t>الضلالة</w:t>
            </w:r>
            <w:r>
              <w:rPr>
                <w:rtl/>
              </w:rPr>
              <w:t xml:space="preserve"> </w:t>
            </w:r>
            <w:r w:rsidRPr="009647FC">
              <w:rPr>
                <w:rtl/>
              </w:rPr>
              <w:t>حدُّه</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5616E1" w:rsidP="00693B01">
            <w:pPr>
              <w:pStyle w:val="libPoem"/>
            </w:pPr>
            <w:r w:rsidRPr="009647FC">
              <w:rPr>
                <w:rtl/>
              </w:rPr>
              <w:t>و</w:t>
            </w:r>
            <w:r w:rsidR="00A72677" w:rsidRPr="009647FC">
              <w:rPr>
                <w:rtl/>
              </w:rPr>
              <w:t>يث</w:t>
            </w:r>
            <w:r w:rsidRPr="009647FC">
              <w:rPr>
                <w:rtl/>
              </w:rPr>
              <w:t>بت</w:t>
            </w:r>
            <w:r w:rsidR="004C00A8">
              <w:rPr>
                <w:rtl/>
              </w:rPr>
              <w:t xml:space="preserve"> </w:t>
            </w:r>
            <w:r w:rsidR="00A72677" w:rsidRPr="009647FC">
              <w:rPr>
                <w:rtl/>
              </w:rPr>
              <w:t>من</w:t>
            </w:r>
            <w:r w:rsidRPr="009647FC">
              <w:rPr>
                <w:rtl/>
              </w:rPr>
              <w:t>ه</w:t>
            </w:r>
            <w:r>
              <w:rPr>
                <w:rtl/>
              </w:rPr>
              <w:t xml:space="preserve"> </w:t>
            </w:r>
            <w:r w:rsidR="00A72677" w:rsidRPr="009647FC">
              <w:rPr>
                <w:rtl/>
              </w:rPr>
              <w:t>في</w:t>
            </w:r>
            <w:r>
              <w:rPr>
                <w:rtl/>
              </w:rPr>
              <w:t xml:space="preserve"> </w:t>
            </w:r>
            <w:r w:rsidR="00A72677" w:rsidRPr="009647FC">
              <w:rPr>
                <w:rtl/>
              </w:rPr>
              <w:t>يد</w:t>
            </w:r>
            <w:r>
              <w:rPr>
                <w:rtl/>
              </w:rPr>
              <w:t xml:space="preserve"> </w:t>
            </w:r>
            <w:r w:rsidRPr="009647FC">
              <w:rPr>
                <w:rtl/>
              </w:rPr>
              <w:t>الدين</w:t>
            </w:r>
            <w:r>
              <w:rPr>
                <w:rtl/>
              </w:rPr>
              <w:t xml:space="preserve"> </w:t>
            </w:r>
            <w:r w:rsidRPr="009647FC">
              <w:rPr>
                <w:rtl/>
              </w:rPr>
              <w:t>قائمُ</w:t>
            </w:r>
            <w:r w:rsidRPr="00725071">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9647FC">
              <w:rPr>
                <w:rtl/>
              </w:rPr>
              <w:t>و</w:t>
            </w:r>
            <w:r w:rsidR="00A72677" w:rsidRPr="009647FC">
              <w:rPr>
                <w:rtl/>
              </w:rPr>
              <w:t>عا</w:t>
            </w:r>
            <w:r w:rsidRPr="009647FC">
              <w:rPr>
                <w:rtl/>
              </w:rPr>
              <w:t>ر</w:t>
            </w:r>
            <w:r>
              <w:rPr>
                <w:rtl/>
              </w:rPr>
              <w:t xml:space="preserve"> </w:t>
            </w:r>
            <w:r w:rsidR="00A72677" w:rsidRPr="009647FC">
              <w:rPr>
                <w:rtl/>
              </w:rPr>
              <w:t>من</w:t>
            </w:r>
            <w:r>
              <w:rPr>
                <w:rtl/>
              </w:rPr>
              <w:t xml:space="preserve"> </w:t>
            </w:r>
            <w:r w:rsidRPr="009647FC">
              <w:rPr>
                <w:rtl/>
              </w:rPr>
              <w:t>الآ</w:t>
            </w:r>
            <w:r w:rsidR="00A72677" w:rsidRPr="009647FC">
              <w:rPr>
                <w:rtl/>
              </w:rPr>
              <w:t>ثا</w:t>
            </w:r>
            <w:r w:rsidRPr="009647FC">
              <w:rPr>
                <w:rtl/>
              </w:rPr>
              <w:t>م</w:t>
            </w:r>
            <w:r>
              <w:rPr>
                <w:rtl/>
              </w:rPr>
              <w:t xml:space="preserve"> </w:t>
            </w:r>
            <w:r w:rsidR="00A72677" w:rsidRPr="009647FC">
              <w:rPr>
                <w:rtl/>
              </w:rPr>
              <w:t>عف</w:t>
            </w:r>
            <w:r w:rsidRPr="009647FC">
              <w:rPr>
                <w:rtl/>
              </w:rPr>
              <w:t>ّ</w:t>
            </w:r>
            <w:r w:rsidR="00677BC4">
              <w:rPr>
                <w:rtl/>
              </w:rPr>
              <w:t>َ</w:t>
            </w:r>
            <w:r>
              <w:rPr>
                <w:rtl/>
              </w:rPr>
              <w:t xml:space="preserve"> </w:t>
            </w:r>
            <w:r w:rsidRPr="009647FC">
              <w:rPr>
                <w:rtl/>
              </w:rPr>
              <w:t>ضميره</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5616E1" w:rsidP="00693B01">
            <w:pPr>
              <w:pStyle w:val="libPoem"/>
            </w:pPr>
            <w:r w:rsidRPr="009647FC">
              <w:rPr>
                <w:rtl/>
              </w:rPr>
              <w:t>و</w:t>
            </w:r>
            <w:r w:rsidR="00A72677" w:rsidRPr="009647FC">
              <w:rPr>
                <w:rtl/>
              </w:rPr>
              <w:t>كأ</w:t>
            </w:r>
            <w:r w:rsidRPr="009647FC">
              <w:rPr>
                <w:rtl/>
              </w:rPr>
              <w:t>سٌ</w:t>
            </w:r>
            <w:r w:rsidR="004C00A8">
              <w:rPr>
                <w:rtl/>
              </w:rPr>
              <w:t xml:space="preserve"> </w:t>
            </w:r>
            <w:r w:rsidRPr="009647FC">
              <w:rPr>
                <w:rtl/>
              </w:rPr>
              <w:t>من</w:t>
            </w:r>
            <w:r>
              <w:rPr>
                <w:rtl/>
              </w:rPr>
              <w:t xml:space="preserve"> </w:t>
            </w:r>
            <w:r w:rsidRPr="009647FC">
              <w:rPr>
                <w:rtl/>
              </w:rPr>
              <w:t>التقوى</w:t>
            </w:r>
            <w:r>
              <w:rPr>
                <w:rtl/>
              </w:rPr>
              <w:t xml:space="preserve"> </w:t>
            </w:r>
            <w:r w:rsidRPr="009647FC">
              <w:rPr>
                <w:rtl/>
              </w:rPr>
              <w:t>من</w:t>
            </w:r>
            <w:r>
              <w:rPr>
                <w:rtl/>
              </w:rPr>
              <w:t xml:space="preserve"> </w:t>
            </w:r>
            <w:r w:rsidRPr="009647FC">
              <w:rPr>
                <w:rtl/>
              </w:rPr>
              <w:t>الذكر</w:t>
            </w:r>
            <w:r>
              <w:rPr>
                <w:rtl/>
              </w:rPr>
              <w:t xml:space="preserve"> </w:t>
            </w:r>
            <w:r w:rsidRPr="009647FC">
              <w:rPr>
                <w:rtl/>
              </w:rPr>
              <w:t>طاعمُ</w:t>
            </w:r>
            <w:r w:rsidRPr="00725071">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9647FC">
              <w:rPr>
                <w:rtl/>
              </w:rPr>
              <w:t>و</w:t>
            </w:r>
            <w:r w:rsidR="00A72677" w:rsidRPr="009647FC">
              <w:rPr>
                <w:rtl/>
              </w:rPr>
              <w:t>جد</w:t>
            </w:r>
            <w:r w:rsidRPr="009647FC">
              <w:rPr>
                <w:rtl/>
              </w:rPr>
              <w:t>ناه</w:t>
            </w:r>
            <w:r>
              <w:rPr>
                <w:rtl/>
              </w:rPr>
              <w:t xml:space="preserve"> </w:t>
            </w:r>
            <w:r w:rsidR="00A72677" w:rsidRPr="009647FC">
              <w:rPr>
                <w:rtl/>
              </w:rPr>
              <w:t>ما</w:t>
            </w:r>
            <w:r>
              <w:rPr>
                <w:rtl/>
              </w:rPr>
              <w:t xml:space="preserve"> </w:t>
            </w:r>
            <w:r w:rsidR="00A72677" w:rsidRPr="009647FC">
              <w:rPr>
                <w:rtl/>
              </w:rPr>
              <w:t>يأ</w:t>
            </w:r>
            <w:r w:rsidRPr="009647FC">
              <w:rPr>
                <w:rtl/>
              </w:rPr>
              <w:t>تي</w:t>
            </w:r>
            <w:r>
              <w:rPr>
                <w:rtl/>
              </w:rPr>
              <w:t xml:space="preserve"> </w:t>
            </w:r>
            <w:r w:rsidRPr="009647FC">
              <w:rPr>
                <w:rtl/>
              </w:rPr>
              <w:t>ا</w:t>
            </w:r>
            <w:r w:rsidR="00A72677" w:rsidRPr="009647FC">
              <w:rPr>
                <w:rtl/>
              </w:rPr>
              <w:t>لز</w:t>
            </w:r>
            <w:r w:rsidRPr="009647FC">
              <w:rPr>
                <w:rtl/>
              </w:rPr>
              <w:t>مان</w:t>
            </w:r>
            <w:r>
              <w:rPr>
                <w:rtl/>
              </w:rPr>
              <w:t xml:space="preserve"> </w:t>
            </w:r>
            <w:r w:rsidRPr="009647FC">
              <w:rPr>
                <w:rtl/>
              </w:rPr>
              <w:t>بمثله</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5616E1" w:rsidP="00693B01">
            <w:pPr>
              <w:pStyle w:val="libPoem"/>
            </w:pPr>
            <w:r w:rsidRPr="009647FC">
              <w:rPr>
                <w:rtl/>
              </w:rPr>
              <w:t>و</w:t>
            </w:r>
            <w:r w:rsidR="00A72677" w:rsidRPr="009647FC">
              <w:rPr>
                <w:rtl/>
              </w:rPr>
              <w:t>هل</w:t>
            </w:r>
            <w:r>
              <w:rPr>
                <w:rtl/>
              </w:rPr>
              <w:t xml:space="preserve"> </w:t>
            </w:r>
            <w:r w:rsidR="00A72677" w:rsidRPr="009647FC">
              <w:rPr>
                <w:rtl/>
              </w:rPr>
              <w:t>تل</w:t>
            </w:r>
            <w:r w:rsidRPr="009647FC">
              <w:rPr>
                <w:rtl/>
              </w:rPr>
              <w:t>د</w:t>
            </w:r>
            <w:r>
              <w:rPr>
                <w:rtl/>
              </w:rPr>
              <w:t xml:space="preserve"> </w:t>
            </w:r>
            <w:r w:rsidRPr="009647FC">
              <w:rPr>
                <w:rtl/>
              </w:rPr>
              <w:t>الأ</w:t>
            </w:r>
            <w:r w:rsidR="00A72677" w:rsidRPr="009647FC">
              <w:rPr>
                <w:rtl/>
              </w:rPr>
              <w:t>يا</w:t>
            </w:r>
            <w:r w:rsidRPr="009647FC">
              <w:rPr>
                <w:rtl/>
              </w:rPr>
              <w:t>مُ</w:t>
            </w:r>
            <w:r>
              <w:rPr>
                <w:rtl/>
              </w:rPr>
              <w:t xml:space="preserve"> </w:t>
            </w:r>
            <w:r w:rsidRPr="009647FC">
              <w:rPr>
                <w:rtl/>
              </w:rPr>
              <w:t>و</w:t>
            </w:r>
            <w:r w:rsidR="00A72677" w:rsidRPr="009647FC">
              <w:rPr>
                <w:rtl/>
              </w:rPr>
              <w:t>هي</w:t>
            </w:r>
            <w:r>
              <w:rPr>
                <w:rtl/>
              </w:rPr>
              <w:t xml:space="preserve"> </w:t>
            </w:r>
            <w:r w:rsidR="00A72677" w:rsidRPr="009647FC">
              <w:rPr>
                <w:rtl/>
              </w:rPr>
              <w:t>عق</w:t>
            </w:r>
            <w:r w:rsidRPr="009647FC">
              <w:rPr>
                <w:rtl/>
              </w:rPr>
              <w:t>ائمُ</w:t>
            </w:r>
            <w:r w:rsidRPr="00725071">
              <w:rPr>
                <w:rStyle w:val="libPoemTiniChar0"/>
                <w:rtl/>
              </w:rPr>
              <w:br/>
              <w:t> </w:t>
            </w:r>
          </w:p>
        </w:tc>
      </w:tr>
      <w:tr w:rsidR="005616E1" w:rsidRPr="00524A24" w:rsidTr="005616E1">
        <w:trPr>
          <w:trHeight w:val="350"/>
        </w:trPr>
        <w:tc>
          <w:tcPr>
            <w:tcW w:w="3902" w:type="dxa"/>
          </w:tcPr>
          <w:p w:rsidR="005616E1" w:rsidRPr="00524A24" w:rsidRDefault="00A72677" w:rsidP="00693B01">
            <w:pPr>
              <w:pStyle w:val="libPoem"/>
            </w:pPr>
            <w:r w:rsidRPr="009647FC">
              <w:rPr>
                <w:rtl/>
              </w:rPr>
              <w:t>فت</w:t>
            </w:r>
            <w:r w:rsidR="005616E1" w:rsidRPr="009647FC">
              <w:rPr>
                <w:rtl/>
              </w:rPr>
              <w:t>ىً</w:t>
            </w:r>
            <w:r w:rsidR="004C00A8">
              <w:rPr>
                <w:rtl/>
              </w:rPr>
              <w:t xml:space="preserve"> </w:t>
            </w:r>
            <w:r w:rsidR="005616E1" w:rsidRPr="009647FC">
              <w:rPr>
                <w:rtl/>
              </w:rPr>
              <w:t>أ</w:t>
            </w:r>
            <w:r w:rsidRPr="009647FC">
              <w:rPr>
                <w:rtl/>
              </w:rPr>
              <w:t>ظه</w:t>
            </w:r>
            <w:r w:rsidR="005616E1" w:rsidRPr="009647FC">
              <w:rPr>
                <w:rtl/>
              </w:rPr>
              <w:t>ر</w:t>
            </w:r>
            <w:r w:rsidR="005616E1">
              <w:rPr>
                <w:rtl/>
              </w:rPr>
              <w:t xml:space="preserve"> </w:t>
            </w:r>
            <w:r w:rsidR="005616E1" w:rsidRPr="009647FC">
              <w:rPr>
                <w:rtl/>
              </w:rPr>
              <w:t>اللهُ</w:t>
            </w:r>
            <w:r w:rsidR="005616E1">
              <w:rPr>
                <w:rtl/>
              </w:rPr>
              <w:t xml:space="preserve"> </w:t>
            </w:r>
            <w:r w:rsidR="005616E1" w:rsidRPr="009647FC">
              <w:rPr>
                <w:rtl/>
              </w:rPr>
              <w:t>ا</w:t>
            </w:r>
            <w:r w:rsidRPr="009647FC">
              <w:rPr>
                <w:rtl/>
              </w:rPr>
              <w:t>لع</w:t>
            </w:r>
            <w:r w:rsidR="005616E1" w:rsidRPr="009647FC">
              <w:rPr>
                <w:rtl/>
              </w:rPr>
              <w:t>ظيم</w:t>
            </w:r>
            <w:r w:rsidR="005616E1">
              <w:rPr>
                <w:rtl/>
              </w:rPr>
              <w:t xml:space="preserve"> </w:t>
            </w:r>
            <w:r w:rsidRPr="009647FC">
              <w:rPr>
                <w:rtl/>
              </w:rPr>
              <w:t>جل</w:t>
            </w:r>
            <w:r w:rsidR="005616E1" w:rsidRPr="009647FC">
              <w:rPr>
                <w:rtl/>
              </w:rPr>
              <w:t>اله</w:t>
            </w:r>
            <w:r w:rsidR="005616E1"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5616E1" w:rsidP="00693B01">
            <w:pPr>
              <w:pStyle w:val="libPoem"/>
            </w:pPr>
            <w:r w:rsidRPr="009647FC">
              <w:rPr>
                <w:rtl/>
              </w:rPr>
              <w:t>و</w:t>
            </w:r>
            <w:r w:rsidR="00A72677" w:rsidRPr="009647FC">
              <w:rPr>
                <w:rtl/>
              </w:rPr>
              <w:t>لي</w:t>
            </w:r>
            <w:r w:rsidRPr="009647FC">
              <w:rPr>
                <w:rtl/>
              </w:rPr>
              <w:t>س</w:t>
            </w:r>
            <w:r w:rsidR="004C00A8">
              <w:rPr>
                <w:rtl/>
              </w:rPr>
              <w:t xml:space="preserve"> </w:t>
            </w:r>
            <w:r w:rsidR="00A72677" w:rsidRPr="009647FC">
              <w:rPr>
                <w:rtl/>
              </w:rPr>
              <w:t>لم</w:t>
            </w:r>
            <w:r w:rsidRPr="009647FC">
              <w:rPr>
                <w:rtl/>
              </w:rPr>
              <w:t>ا</w:t>
            </w:r>
            <w:r>
              <w:rPr>
                <w:rtl/>
              </w:rPr>
              <w:t xml:space="preserve"> </w:t>
            </w:r>
            <w:r w:rsidR="00A72677" w:rsidRPr="009647FC">
              <w:rPr>
                <w:rtl/>
              </w:rPr>
              <w:t>قد</w:t>
            </w:r>
            <w:r>
              <w:rPr>
                <w:rtl/>
              </w:rPr>
              <w:t xml:space="preserve"> </w:t>
            </w:r>
            <w:r w:rsidRPr="009647FC">
              <w:rPr>
                <w:rtl/>
              </w:rPr>
              <w:t>أ</w:t>
            </w:r>
            <w:r w:rsidR="00A72677" w:rsidRPr="009647FC">
              <w:rPr>
                <w:rtl/>
              </w:rPr>
              <w:t>ظه</w:t>
            </w:r>
            <w:r w:rsidRPr="009647FC">
              <w:rPr>
                <w:rtl/>
              </w:rPr>
              <w:t>ر</w:t>
            </w:r>
            <w:r>
              <w:rPr>
                <w:rtl/>
              </w:rPr>
              <w:t xml:space="preserve"> </w:t>
            </w:r>
            <w:r w:rsidRPr="009647FC">
              <w:rPr>
                <w:rtl/>
              </w:rPr>
              <w:t>اللهُ</w:t>
            </w:r>
            <w:r>
              <w:rPr>
                <w:rtl/>
              </w:rPr>
              <w:t xml:space="preserve"> </w:t>
            </w:r>
            <w:r w:rsidRPr="009647FC">
              <w:rPr>
                <w:rtl/>
              </w:rPr>
              <w:t>كاتمُ</w:t>
            </w:r>
            <w:r w:rsidRPr="00725071">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9647FC">
              <w:rPr>
                <w:rtl/>
              </w:rPr>
              <w:t>و</w:t>
            </w:r>
            <w:r w:rsidR="00A72677" w:rsidRPr="009647FC">
              <w:rPr>
                <w:rtl/>
              </w:rPr>
              <w:t>شا</w:t>
            </w:r>
            <w:r w:rsidRPr="009647FC">
              <w:rPr>
                <w:rtl/>
              </w:rPr>
              <w:t>د</w:t>
            </w:r>
            <w:r w:rsidR="00677BC4">
              <w:rPr>
                <w:rtl/>
              </w:rPr>
              <w:t>َ</w:t>
            </w:r>
            <w:r>
              <w:rPr>
                <w:rtl/>
              </w:rPr>
              <w:t xml:space="preserve"> </w:t>
            </w:r>
            <w:r w:rsidR="00A72677" w:rsidRPr="009647FC">
              <w:rPr>
                <w:rtl/>
              </w:rPr>
              <w:t>بر</w:t>
            </w:r>
            <w:r w:rsidRPr="009647FC">
              <w:rPr>
                <w:rtl/>
              </w:rPr>
              <w:t>غم</w:t>
            </w:r>
            <w:r>
              <w:rPr>
                <w:rtl/>
              </w:rPr>
              <w:t xml:space="preserve"> </w:t>
            </w:r>
            <w:r w:rsidRPr="009647FC">
              <w:rPr>
                <w:rtl/>
              </w:rPr>
              <w:t>ا</w:t>
            </w:r>
            <w:r w:rsidR="00A72677" w:rsidRPr="009647FC">
              <w:rPr>
                <w:rtl/>
              </w:rPr>
              <w:t>لح</w:t>
            </w:r>
            <w:r w:rsidRPr="009647FC">
              <w:rPr>
                <w:rtl/>
              </w:rPr>
              <w:t>اسدين</w:t>
            </w:r>
            <w:r>
              <w:rPr>
                <w:rtl/>
              </w:rPr>
              <w:t xml:space="preserve"> </w:t>
            </w:r>
            <w:r w:rsidR="00A72677" w:rsidRPr="009647FC">
              <w:rPr>
                <w:rtl/>
              </w:rPr>
              <w:t>عل</w:t>
            </w:r>
            <w:r w:rsidRPr="009647FC">
              <w:rPr>
                <w:rtl/>
              </w:rPr>
              <w:t>اءه</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5616E1" w:rsidP="00693B01">
            <w:pPr>
              <w:pStyle w:val="libPoem"/>
            </w:pPr>
            <w:r w:rsidRPr="009647FC">
              <w:rPr>
                <w:rtl/>
              </w:rPr>
              <w:t>و</w:t>
            </w:r>
            <w:r w:rsidR="00A72677" w:rsidRPr="009647FC">
              <w:rPr>
                <w:rtl/>
              </w:rPr>
              <w:t>لي</w:t>
            </w:r>
            <w:r w:rsidRPr="009647FC">
              <w:rPr>
                <w:rtl/>
              </w:rPr>
              <w:t>س</w:t>
            </w:r>
            <w:r>
              <w:rPr>
                <w:rtl/>
              </w:rPr>
              <w:t xml:space="preserve"> </w:t>
            </w:r>
            <w:r w:rsidR="00A72677" w:rsidRPr="009647FC">
              <w:rPr>
                <w:rtl/>
              </w:rPr>
              <w:t>لم</w:t>
            </w:r>
            <w:r w:rsidRPr="009647FC">
              <w:rPr>
                <w:rtl/>
              </w:rPr>
              <w:t>ا</w:t>
            </w:r>
            <w:r>
              <w:rPr>
                <w:rtl/>
              </w:rPr>
              <w:t xml:space="preserve"> </w:t>
            </w:r>
            <w:r w:rsidR="00A72677" w:rsidRPr="009647FC">
              <w:rPr>
                <w:rtl/>
              </w:rPr>
              <w:t>قد</w:t>
            </w:r>
            <w:r>
              <w:rPr>
                <w:rtl/>
              </w:rPr>
              <w:t xml:space="preserve"> </w:t>
            </w:r>
            <w:r w:rsidR="00A72677" w:rsidRPr="009647FC">
              <w:rPr>
                <w:rtl/>
              </w:rPr>
              <w:t>شا</w:t>
            </w:r>
            <w:r w:rsidRPr="009647FC">
              <w:rPr>
                <w:rtl/>
              </w:rPr>
              <w:t>ده</w:t>
            </w:r>
            <w:r>
              <w:rPr>
                <w:rtl/>
              </w:rPr>
              <w:t xml:space="preserve"> </w:t>
            </w:r>
            <w:r w:rsidRPr="009647FC">
              <w:rPr>
                <w:rtl/>
              </w:rPr>
              <w:t>اللهُ</w:t>
            </w:r>
            <w:r>
              <w:rPr>
                <w:rtl/>
              </w:rPr>
              <w:t xml:space="preserve"> </w:t>
            </w:r>
            <w:r w:rsidR="00A72677" w:rsidRPr="009647FC">
              <w:rPr>
                <w:rtl/>
              </w:rPr>
              <w:t>ها</w:t>
            </w:r>
            <w:r w:rsidRPr="009647FC">
              <w:rPr>
                <w:rtl/>
              </w:rPr>
              <w:t>دمُ</w:t>
            </w:r>
            <w:r w:rsidRPr="00725071">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9647FC">
              <w:rPr>
                <w:rtl/>
              </w:rPr>
              <w:t>وذو</w:t>
            </w:r>
            <w:r w:rsidR="004C00A8">
              <w:rPr>
                <w:rtl/>
              </w:rPr>
              <w:t xml:space="preserve"> </w:t>
            </w:r>
            <w:r w:rsidR="00A72677" w:rsidRPr="009647FC">
              <w:rPr>
                <w:rtl/>
              </w:rPr>
              <w:t>هي</w:t>
            </w:r>
            <w:r w:rsidRPr="009647FC">
              <w:rPr>
                <w:rtl/>
              </w:rPr>
              <w:t>بةٍ</w:t>
            </w:r>
            <w:r>
              <w:rPr>
                <w:rtl/>
              </w:rPr>
              <w:t xml:space="preserve"> </w:t>
            </w:r>
            <w:r w:rsidR="00A72677" w:rsidRPr="009647FC">
              <w:rPr>
                <w:rtl/>
              </w:rPr>
              <w:t>لو</w:t>
            </w:r>
            <w:r>
              <w:rPr>
                <w:rtl/>
              </w:rPr>
              <w:t xml:space="preserve"> </w:t>
            </w:r>
            <w:r w:rsidRPr="009647FC">
              <w:rPr>
                <w:rtl/>
              </w:rPr>
              <w:t>اُشعِر</w:t>
            </w:r>
            <w:r>
              <w:rPr>
                <w:rtl/>
              </w:rPr>
              <w:t xml:space="preserve"> </w:t>
            </w:r>
            <w:r w:rsidRPr="009647FC">
              <w:rPr>
                <w:rtl/>
              </w:rPr>
              <w:t>الليثُ</w:t>
            </w:r>
            <w:r>
              <w:rPr>
                <w:rtl/>
              </w:rPr>
              <w:t xml:space="preserve"> </w:t>
            </w:r>
            <w:r w:rsidRPr="009647FC">
              <w:rPr>
                <w:rtl/>
              </w:rPr>
              <w:t>خوفها</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A72677" w:rsidP="00693B01">
            <w:pPr>
              <w:pStyle w:val="libPoem"/>
            </w:pPr>
            <w:r w:rsidRPr="009647FC">
              <w:rPr>
                <w:rtl/>
              </w:rPr>
              <w:t>لم</w:t>
            </w:r>
            <w:r w:rsidR="005616E1" w:rsidRPr="009647FC">
              <w:rPr>
                <w:rtl/>
              </w:rPr>
              <w:t>ا</w:t>
            </w:r>
            <w:r w:rsidR="005616E1">
              <w:rPr>
                <w:rtl/>
              </w:rPr>
              <w:t xml:space="preserve"> </w:t>
            </w:r>
            <w:r w:rsidRPr="009647FC">
              <w:rPr>
                <w:rtl/>
              </w:rPr>
              <w:t>ثب</w:t>
            </w:r>
            <w:r w:rsidR="005616E1" w:rsidRPr="009647FC">
              <w:rPr>
                <w:rtl/>
              </w:rPr>
              <w:t>تتْ</w:t>
            </w:r>
            <w:r w:rsidR="005616E1">
              <w:rPr>
                <w:rtl/>
              </w:rPr>
              <w:t xml:space="preserve"> </w:t>
            </w:r>
            <w:r w:rsidR="005616E1" w:rsidRPr="009647FC">
              <w:rPr>
                <w:rtl/>
              </w:rPr>
              <w:t>في</w:t>
            </w:r>
            <w:r w:rsidR="005616E1">
              <w:rPr>
                <w:rtl/>
              </w:rPr>
              <w:t xml:space="preserve"> </w:t>
            </w:r>
            <w:r w:rsidR="005616E1" w:rsidRPr="009647FC">
              <w:rPr>
                <w:rtl/>
              </w:rPr>
              <w:t>الأرض</w:t>
            </w:r>
            <w:r w:rsidR="005616E1">
              <w:rPr>
                <w:rtl/>
              </w:rPr>
              <w:t xml:space="preserve"> </w:t>
            </w:r>
            <w:r w:rsidR="005616E1" w:rsidRPr="009647FC">
              <w:rPr>
                <w:rtl/>
              </w:rPr>
              <w:t>منه</w:t>
            </w:r>
            <w:r w:rsidR="005616E1">
              <w:rPr>
                <w:rtl/>
              </w:rPr>
              <w:t xml:space="preserve"> </w:t>
            </w:r>
            <w:r w:rsidR="005616E1" w:rsidRPr="009647FC">
              <w:rPr>
                <w:rtl/>
              </w:rPr>
              <w:t>القوائمُ</w:t>
            </w:r>
            <w:r w:rsidR="005616E1" w:rsidRPr="00725071">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9647FC">
              <w:rPr>
                <w:rtl/>
              </w:rPr>
              <w:t>وأرد</w:t>
            </w:r>
            <w:r w:rsidR="00A72677" w:rsidRPr="009647FC">
              <w:rPr>
                <w:rtl/>
              </w:rPr>
              <w:t>فه</w:t>
            </w:r>
            <w:r w:rsidRPr="009647FC">
              <w:rPr>
                <w:rtl/>
              </w:rPr>
              <w:t>ا</w:t>
            </w:r>
            <w:r w:rsidR="004C00A8">
              <w:rPr>
                <w:rtl/>
              </w:rPr>
              <w:t xml:space="preserve"> </w:t>
            </w:r>
            <w:r w:rsidRPr="009647FC">
              <w:rPr>
                <w:rtl/>
              </w:rPr>
              <w:t>أ</w:t>
            </w:r>
            <w:r w:rsidR="00A72677" w:rsidRPr="009647FC">
              <w:rPr>
                <w:rtl/>
              </w:rPr>
              <w:t>خر</w:t>
            </w:r>
            <w:r w:rsidRPr="009647FC">
              <w:rPr>
                <w:rtl/>
              </w:rPr>
              <w:t>ى</w:t>
            </w:r>
            <w:r>
              <w:rPr>
                <w:rtl/>
              </w:rPr>
              <w:t xml:space="preserve"> </w:t>
            </w:r>
            <w:r w:rsidR="00A72677" w:rsidRPr="009647FC">
              <w:rPr>
                <w:rtl/>
              </w:rPr>
              <w:t>فك</w:t>
            </w:r>
            <w:r w:rsidRPr="009647FC">
              <w:rPr>
                <w:rtl/>
              </w:rPr>
              <w:t>انت</w:t>
            </w:r>
            <w:r>
              <w:rPr>
                <w:rtl/>
              </w:rPr>
              <w:t xml:space="preserve"> </w:t>
            </w:r>
            <w:r w:rsidRPr="009647FC">
              <w:rPr>
                <w:rtl/>
              </w:rPr>
              <w:t>عظيمةً</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A72677" w:rsidP="00693B01">
            <w:pPr>
              <w:pStyle w:val="libPoem"/>
            </w:pPr>
            <w:r w:rsidRPr="009647FC">
              <w:rPr>
                <w:rtl/>
              </w:rPr>
              <w:t>ته</w:t>
            </w:r>
            <w:r w:rsidR="005616E1" w:rsidRPr="009647FC">
              <w:rPr>
                <w:rtl/>
              </w:rPr>
              <w:t>ون</w:t>
            </w:r>
            <w:r w:rsidR="005616E1">
              <w:rPr>
                <w:rtl/>
              </w:rPr>
              <w:t xml:space="preserve"> </w:t>
            </w:r>
            <w:r w:rsidRPr="009647FC">
              <w:rPr>
                <w:rtl/>
              </w:rPr>
              <w:t>لد</w:t>
            </w:r>
            <w:r w:rsidR="005616E1" w:rsidRPr="009647FC">
              <w:rPr>
                <w:rtl/>
              </w:rPr>
              <w:t>يها</w:t>
            </w:r>
            <w:r w:rsidR="005616E1">
              <w:rPr>
                <w:rtl/>
              </w:rPr>
              <w:t xml:space="preserve"> </w:t>
            </w:r>
            <w:r w:rsidRPr="009647FC">
              <w:rPr>
                <w:rtl/>
              </w:rPr>
              <w:t>في</w:t>
            </w:r>
            <w:r w:rsidR="005616E1">
              <w:rPr>
                <w:rtl/>
              </w:rPr>
              <w:t xml:space="preserve"> </w:t>
            </w:r>
            <w:r w:rsidR="005616E1" w:rsidRPr="009647FC">
              <w:rPr>
                <w:rtl/>
              </w:rPr>
              <w:t>الزمان</w:t>
            </w:r>
            <w:r w:rsidR="005616E1">
              <w:rPr>
                <w:rtl/>
              </w:rPr>
              <w:t xml:space="preserve"> </w:t>
            </w:r>
            <w:r w:rsidR="005616E1" w:rsidRPr="009647FC">
              <w:rPr>
                <w:rtl/>
              </w:rPr>
              <w:t>العظائمُ</w:t>
            </w:r>
            <w:r w:rsidR="005616E1" w:rsidRPr="00725071">
              <w:rPr>
                <w:rStyle w:val="libPoemTiniChar0"/>
                <w:rtl/>
              </w:rPr>
              <w:br/>
              <w:t> </w:t>
            </w:r>
          </w:p>
        </w:tc>
      </w:tr>
      <w:tr w:rsidR="005616E1" w:rsidRPr="00524A24" w:rsidTr="005616E1">
        <w:trPr>
          <w:trHeight w:val="350"/>
        </w:trPr>
        <w:tc>
          <w:tcPr>
            <w:tcW w:w="3902" w:type="dxa"/>
          </w:tcPr>
          <w:p w:rsidR="005616E1" w:rsidRPr="00524A24" w:rsidRDefault="00A72677" w:rsidP="00693B01">
            <w:pPr>
              <w:pStyle w:val="libPoem"/>
            </w:pPr>
            <w:r w:rsidRPr="009647FC">
              <w:rPr>
                <w:rtl/>
              </w:rPr>
              <w:t>فص</w:t>
            </w:r>
            <w:r w:rsidR="005616E1" w:rsidRPr="009647FC">
              <w:rPr>
                <w:rtl/>
              </w:rPr>
              <w:t>ابرتها</w:t>
            </w:r>
            <w:r w:rsidR="005616E1">
              <w:rPr>
                <w:rtl/>
              </w:rPr>
              <w:t xml:space="preserve"> </w:t>
            </w:r>
            <w:r w:rsidRPr="009647FC">
              <w:rPr>
                <w:rtl/>
              </w:rPr>
              <w:t>في</w:t>
            </w:r>
            <w:r w:rsidR="005616E1">
              <w:rPr>
                <w:rtl/>
              </w:rPr>
              <w:t xml:space="preserve"> </w:t>
            </w:r>
            <w:r w:rsidR="005616E1" w:rsidRPr="009647FC">
              <w:rPr>
                <w:rtl/>
              </w:rPr>
              <w:t>الله</w:t>
            </w:r>
            <w:r w:rsidR="005616E1">
              <w:rPr>
                <w:rtl/>
              </w:rPr>
              <w:t xml:space="preserve"> </w:t>
            </w:r>
            <w:r w:rsidR="005616E1" w:rsidRPr="009647FC">
              <w:rPr>
                <w:rtl/>
              </w:rPr>
              <w:t>و</w:t>
            </w:r>
            <w:r w:rsidRPr="009647FC">
              <w:rPr>
                <w:rtl/>
              </w:rPr>
              <w:t>هي</w:t>
            </w:r>
            <w:r w:rsidR="005616E1">
              <w:rPr>
                <w:rtl/>
              </w:rPr>
              <w:t xml:space="preserve"> </w:t>
            </w:r>
            <w:r w:rsidR="005616E1" w:rsidRPr="009647FC">
              <w:rPr>
                <w:rtl/>
              </w:rPr>
              <w:t>عظيمةٌ</w:t>
            </w:r>
            <w:r w:rsidR="005616E1"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5616E1" w:rsidP="00693B01">
            <w:pPr>
              <w:pStyle w:val="libPoem"/>
            </w:pPr>
            <w:r w:rsidRPr="009647FC">
              <w:rPr>
                <w:rtl/>
              </w:rPr>
              <w:t>أُ</w:t>
            </w:r>
            <w:r w:rsidR="00A72677" w:rsidRPr="009647FC">
              <w:rPr>
                <w:rtl/>
              </w:rPr>
              <w:t>قي</w:t>
            </w:r>
            <w:r w:rsidRPr="009647FC">
              <w:rPr>
                <w:rtl/>
              </w:rPr>
              <w:t>مت</w:t>
            </w:r>
            <w:r>
              <w:rPr>
                <w:rtl/>
              </w:rPr>
              <w:t xml:space="preserve"> </w:t>
            </w:r>
            <w:r w:rsidR="00A72677" w:rsidRPr="009647FC">
              <w:rPr>
                <w:rtl/>
              </w:rPr>
              <w:t>له</w:t>
            </w:r>
            <w:r w:rsidRPr="009647FC">
              <w:rPr>
                <w:rtl/>
              </w:rPr>
              <w:t>ا</w:t>
            </w:r>
            <w:r>
              <w:rPr>
                <w:rtl/>
              </w:rPr>
              <w:t xml:space="preserve"> </w:t>
            </w:r>
            <w:r w:rsidR="00A72677" w:rsidRPr="009647FC">
              <w:rPr>
                <w:rtl/>
              </w:rPr>
              <w:t>فو</w:t>
            </w:r>
            <w:r w:rsidRPr="009647FC">
              <w:rPr>
                <w:rtl/>
              </w:rPr>
              <w:t>ق</w:t>
            </w:r>
            <w:r>
              <w:rPr>
                <w:rtl/>
              </w:rPr>
              <w:t xml:space="preserve"> </w:t>
            </w:r>
            <w:r w:rsidRPr="009647FC">
              <w:rPr>
                <w:rtl/>
              </w:rPr>
              <w:t>ا</w:t>
            </w:r>
            <w:r w:rsidR="00A72677" w:rsidRPr="009647FC">
              <w:rPr>
                <w:rtl/>
              </w:rPr>
              <w:t>لس</w:t>
            </w:r>
            <w:r w:rsidRPr="009647FC">
              <w:rPr>
                <w:rtl/>
              </w:rPr>
              <w:t>ماء</w:t>
            </w:r>
            <w:r>
              <w:rPr>
                <w:rtl/>
              </w:rPr>
              <w:t xml:space="preserve"> </w:t>
            </w:r>
            <w:r w:rsidRPr="009647FC">
              <w:rPr>
                <w:rtl/>
              </w:rPr>
              <w:t>المآتمُ</w:t>
            </w:r>
            <w:r w:rsidRPr="00725071">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9647FC">
              <w:rPr>
                <w:rtl/>
              </w:rPr>
              <w:t>و</w:t>
            </w:r>
            <w:r w:rsidR="00A72677" w:rsidRPr="009647FC">
              <w:rPr>
                <w:rtl/>
              </w:rPr>
              <w:t>حز</w:t>
            </w:r>
            <w:r w:rsidRPr="009647FC">
              <w:rPr>
                <w:rtl/>
              </w:rPr>
              <w:t>ت</w:t>
            </w:r>
            <w:r w:rsidR="00677BC4">
              <w:rPr>
                <w:rtl/>
              </w:rPr>
              <w:t>َ</w:t>
            </w:r>
            <w:r>
              <w:rPr>
                <w:rtl/>
              </w:rPr>
              <w:t xml:space="preserve"> </w:t>
            </w:r>
            <w:r w:rsidR="00A72677" w:rsidRPr="009647FC">
              <w:rPr>
                <w:rtl/>
              </w:rPr>
              <w:t>ثو</w:t>
            </w:r>
            <w:r w:rsidRPr="009647FC">
              <w:rPr>
                <w:rtl/>
              </w:rPr>
              <w:t>اباً</w:t>
            </w:r>
            <w:r>
              <w:rPr>
                <w:rtl/>
              </w:rPr>
              <w:t xml:space="preserve"> </w:t>
            </w:r>
            <w:r w:rsidRPr="009647FC">
              <w:rPr>
                <w:rtl/>
              </w:rPr>
              <w:t>لو</w:t>
            </w:r>
            <w:r>
              <w:rPr>
                <w:rtl/>
              </w:rPr>
              <w:t xml:space="preserve"> </w:t>
            </w:r>
            <w:r w:rsidRPr="009647FC">
              <w:rPr>
                <w:rtl/>
              </w:rPr>
              <w:t>يقسّ</w:t>
            </w:r>
            <w:r w:rsidR="00677BC4">
              <w:rPr>
                <w:rtl/>
              </w:rPr>
              <w:t>َ</w:t>
            </w:r>
            <w:r w:rsidRPr="009647FC">
              <w:rPr>
                <w:rtl/>
              </w:rPr>
              <w:t>م</w:t>
            </w:r>
            <w:r>
              <w:rPr>
                <w:rtl/>
              </w:rPr>
              <w:t xml:space="preserve"> </w:t>
            </w:r>
            <w:r w:rsidRPr="009647FC">
              <w:rPr>
                <w:rtl/>
              </w:rPr>
              <w:t>في</w:t>
            </w:r>
            <w:r>
              <w:rPr>
                <w:rtl/>
              </w:rPr>
              <w:t xml:space="preserve"> </w:t>
            </w:r>
            <w:r w:rsidRPr="009647FC">
              <w:rPr>
                <w:rtl/>
              </w:rPr>
              <w:t>الورى</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Default="00A72677" w:rsidP="00693B01">
            <w:pPr>
              <w:pStyle w:val="libPoem"/>
            </w:pPr>
            <w:r w:rsidRPr="009647FC">
              <w:rPr>
                <w:rtl/>
              </w:rPr>
              <w:t>لح</w:t>
            </w:r>
            <w:r w:rsidR="005616E1" w:rsidRPr="009647FC">
              <w:rPr>
                <w:rtl/>
              </w:rPr>
              <w:t>طتْ</w:t>
            </w:r>
            <w:r w:rsidR="005616E1">
              <w:rPr>
                <w:rtl/>
              </w:rPr>
              <w:t xml:space="preserve"> </w:t>
            </w:r>
            <w:r w:rsidR="005616E1" w:rsidRPr="009647FC">
              <w:rPr>
                <w:rtl/>
              </w:rPr>
              <w:t>به</w:t>
            </w:r>
            <w:r w:rsidR="005616E1">
              <w:rPr>
                <w:rtl/>
              </w:rPr>
              <w:t xml:space="preserve"> </w:t>
            </w:r>
            <w:r w:rsidR="005616E1" w:rsidRPr="009647FC">
              <w:rPr>
                <w:rtl/>
              </w:rPr>
              <w:t>في</w:t>
            </w:r>
            <w:r w:rsidR="005616E1">
              <w:rPr>
                <w:rtl/>
              </w:rPr>
              <w:t xml:space="preserve"> </w:t>
            </w:r>
            <w:r w:rsidR="005616E1" w:rsidRPr="009647FC">
              <w:rPr>
                <w:rtl/>
              </w:rPr>
              <w:t>الحشر</w:t>
            </w:r>
            <w:r w:rsidR="005616E1">
              <w:rPr>
                <w:rtl/>
              </w:rPr>
              <w:t xml:space="preserve"> </w:t>
            </w:r>
            <w:r w:rsidR="005616E1" w:rsidRPr="009647FC">
              <w:rPr>
                <w:rtl/>
              </w:rPr>
              <w:t>منها</w:t>
            </w:r>
            <w:r w:rsidR="005616E1">
              <w:rPr>
                <w:rtl/>
              </w:rPr>
              <w:t xml:space="preserve"> </w:t>
            </w:r>
            <w:r w:rsidR="005616E1" w:rsidRPr="009647FC">
              <w:rPr>
                <w:rtl/>
              </w:rPr>
              <w:t>الجرائمُ</w:t>
            </w:r>
            <w:r w:rsidR="005616E1" w:rsidRPr="00725071">
              <w:rPr>
                <w:rStyle w:val="libPoemTiniChar0"/>
                <w:rtl/>
              </w:rPr>
              <w:br/>
              <w:t> </w:t>
            </w:r>
          </w:p>
        </w:tc>
      </w:tr>
      <w:tr w:rsidR="005616E1" w:rsidRPr="00524A24" w:rsidTr="005616E1">
        <w:trPr>
          <w:trHeight w:val="350"/>
        </w:trPr>
        <w:tc>
          <w:tcPr>
            <w:tcW w:w="3902" w:type="dxa"/>
          </w:tcPr>
          <w:p w:rsidR="005616E1" w:rsidRPr="00524A24" w:rsidRDefault="00A72677" w:rsidP="00693B01">
            <w:pPr>
              <w:pStyle w:val="libPoem"/>
            </w:pPr>
            <w:r w:rsidRPr="00A72677">
              <w:rPr>
                <w:rtl/>
              </w:rPr>
              <w:t>فأ</w:t>
            </w:r>
            <w:r w:rsidR="005616E1" w:rsidRPr="00A72677">
              <w:rPr>
                <w:rtl/>
              </w:rPr>
              <w:t>نت</w:t>
            </w:r>
            <w:r w:rsidR="004C00A8">
              <w:rPr>
                <w:rtl/>
              </w:rPr>
              <w:t xml:space="preserve"> </w:t>
            </w:r>
            <w:r w:rsidRPr="00A72677">
              <w:rPr>
                <w:rtl/>
              </w:rPr>
              <w:t>لع</w:t>
            </w:r>
            <w:r w:rsidR="005616E1" w:rsidRPr="00A72677">
              <w:rPr>
                <w:rtl/>
              </w:rPr>
              <w:t>مري أصلبُ الناس كلّها</w:t>
            </w:r>
            <w:r w:rsidR="005616E1" w:rsidRPr="00A72677">
              <w:rPr>
                <w:rStyle w:val="libPoemTiniChar0"/>
                <w:rtl/>
              </w:rPr>
              <w:br/>
              <w:t> </w:t>
            </w:r>
          </w:p>
        </w:tc>
        <w:tc>
          <w:tcPr>
            <w:tcW w:w="301" w:type="dxa"/>
          </w:tcPr>
          <w:p w:rsidR="005616E1" w:rsidRPr="00A72677" w:rsidRDefault="005616E1" w:rsidP="00693B01">
            <w:pPr>
              <w:pStyle w:val="libPoem"/>
              <w:rPr>
                <w:rtl/>
              </w:rPr>
            </w:pPr>
          </w:p>
        </w:tc>
        <w:tc>
          <w:tcPr>
            <w:tcW w:w="3884" w:type="dxa"/>
          </w:tcPr>
          <w:p w:rsidR="005616E1" w:rsidRPr="00A72677" w:rsidRDefault="00A72677" w:rsidP="00693B01">
            <w:pPr>
              <w:pStyle w:val="libPoem"/>
            </w:pPr>
            <w:r w:rsidRPr="00A72677">
              <w:rPr>
                <w:rtl/>
              </w:rPr>
              <w:t>قن</w:t>
            </w:r>
            <w:r w:rsidR="005616E1" w:rsidRPr="00A72677">
              <w:rPr>
                <w:rtl/>
              </w:rPr>
              <w:t>اة</w:t>
            </w:r>
            <w:r w:rsidR="00677BC4">
              <w:rPr>
                <w:rtl/>
              </w:rPr>
              <w:t>َ</w:t>
            </w:r>
            <w:r w:rsidR="004C00A8">
              <w:rPr>
                <w:rtl/>
              </w:rPr>
              <w:t xml:space="preserve"> </w:t>
            </w:r>
            <w:r w:rsidR="005616E1" w:rsidRPr="00A72677">
              <w:rPr>
                <w:rtl/>
              </w:rPr>
              <w:t>ع</w:t>
            </w:r>
            <w:r w:rsidRPr="00A72677">
              <w:rPr>
                <w:rtl/>
              </w:rPr>
              <w:t>ُل</w:t>
            </w:r>
            <w:r w:rsidR="005616E1" w:rsidRPr="00A72677">
              <w:rPr>
                <w:rtl/>
              </w:rPr>
              <w:t xml:space="preserve">اً </w:t>
            </w:r>
            <w:r w:rsidRPr="00A72677">
              <w:rPr>
                <w:rtl/>
              </w:rPr>
              <w:t>لم</w:t>
            </w:r>
            <w:r w:rsidR="005616E1" w:rsidRPr="00A72677">
              <w:rPr>
                <w:rtl/>
              </w:rPr>
              <w:t xml:space="preserve"> </w:t>
            </w:r>
            <w:r w:rsidRPr="00A72677">
              <w:rPr>
                <w:rtl/>
              </w:rPr>
              <w:t>تس</w:t>
            </w:r>
            <w:r w:rsidR="005616E1" w:rsidRPr="00A72677">
              <w:rPr>
                <w:rtl/>
              </w:rPr>
              <w:t>تلنها العواجمُ</w:t>
            </w:r>
            <w:r w:rsidR="005616E1" w:rsidRPr="00A72677">
              <w:rPr>
                <w:rStyle w:val="libPoemTiniChar0"/>
                <w:rtl/>
              </w:rPr>
              <w:br/>
              <w:t> </w:t>
            </w:r>
          </w:p>
        </w:tc>
      </w:tr>
      <w:tr w:rsidR="005616E1" w:rsidRPr="00524A24" w:rsidTr="005616E1">
        <w:trPr>
          <w:trHeight w:val="350"/>
        </w:trPr>
        <w:tc>
          <w:tcPr>
            <w:tcW w:w="3902" w:type="dxa"/>
          </w:tcPr>
          <w:p w:rsidR="005616E1" w:rsidRPr="00524A24" w:rsidRDefault="005616E1" w:rsidP="00693B01">
            <w:pPr>
              <w:pStyle w:val="libPoem"/>
            </w:pPr>
            <w:r w:rsidRPr="009647FC">
              <w:rPr>
                <w:rtl/>
              </w:rPr>
              <w:t>وأوسع</w:t>
            </w:r>
            <w:r>
              <w:rPr>
                <w:rtl/>
              </w:rPr>
              <w:t xml:space="preserve"> </w:t>
            </w:r>
            <w:r w:rsidRPr="009647FC">
              <w:rPr>
                <w:rtl/>
              </w:rPr>
              <w:t>أهل</w:t>
            </w:r>
            <w:r>
              <w:rPr>
                <w:rtl/>
              </w:rPr>
              <w:t xml:space="preserve"> </w:t>
            </w:r>
            <w:r w:rsidRPr="009647FC">
              <w:rPr>
                <w:rtl/>
              </w:rPr>
              <w:t>الأرض</w:t>
            </w:r>
            <w:r>
              <w:rPr>
                <w:rtl/>
              </w:rPr>
              <w:t xml:space="preserve"> </w:t>
            </w:r>
            <w:r w:rsidRPr="009647FC">
              <w:rPr>
                <w:rtl/>
              </w:rPr>
              <w:t>حلماً</w:t>
            </w:r>
            <w:r>
              <w:rPr>
                <w:rtl/>
              </w:rPr>
              <w:t xml:space="preserve"> </w:t>
            </w:r>
            <w:r w:rsidRPr="009647FC">
              <w:rPr>
                <w:rtl/>
              </w:rPr>
              <w:t>متى</w:t>
            </w:r>
            <w:r>
              <w:rPr>
                <w:rtl/>
              </w:rPr>
              <w:t xml:space="preserve"> </w:t>
            </w:r>
            <w:r w:rsidRPr="009647FC">
              <w:rPr>
                <w:rtl/>
              </w:rPr>
              <w:t>تضقْ</w:t>
            </w:r>
            <w:r w:rsidRPr="00725071">
              <w:rPr>
                <w:rStyle w:val="libPoemTiniChar0"/>
                <w:rtl/>
              </w:rPr>
              <w:br/>
              <w:t> </w:t>
            </w:r>
          </w:p>
        </w:tc>
        <w:tc>
          <w:tcPr>
            <w:tcW w:w="301" w:type="dxa"/>
          </w:tcPr>
          <w:p w:rsidR="005616E1" w:rsidRDefault="005616E1" w:rsidP="00693B01">
            <w:pPr>
              <w:pStyle w:val="libPoem"/>
              <w:rPr>
                <w:rtl/>
              </w:rPr>
            </w:pPr>
          </w:p>
        </w:tc>
        <w:tc>
          <w:tcPr>
            <w:tcW w:w="3884" w:type="dxa"/>
          </w:tcPr>
          <w:p w:rsidR="005616E1" w:rsidRPr="00524A24" w:rsidRDefault="005616E1" w:rsidP="00693B01">
            <w:pPr>
              <w:pStyle w:val="libPoem"/>
            </w:pPr>
            <w:r w:rsidRPr="009647FC">
              <w:rPr>
                <w:rtl/>
              </w:rPr>
              <w:t>لدى</w:t>
            </w:r>
            <w:r>
              <w:rPr>
                <w:rtl/>
              </w:rPr>
              <w:t xml:space="preserve"> </w:t>
            </w:r>
            <w:r w:rsidRPr="009647FC">
              <w:rPr>
                <w:rtl/>
              </w:rPr>
              <w:t>الخطب</w:t>
            </w:r>
            <w:r>
              <w:rPr>
                <w:rtl/>
              </w:rPr>
              <w:t xml:space="preserve"> </w:t>
            </w:r>
            <w:r w:rsidRPr="009647FC">
              <w:rPr>
                <w:rtl/>
              </w:rPr>
              <w:t>من</w:t>
            </w:r>
            <w:r>
              <w:rPr>
                <w:rtl/>
              </w:rPr>
              <w:t xml:space="preserve"> </w:t>
            </w:r>
            <w:r w:rsidRPr="009647FC">
              <w:rPr>
                <w:rtl/>
              </w:rPr>
              <w:t>أهل</w:t>
            </w:r>
            <w:r>
              <w:rPr>
                <w:rtl/>
              </w:rPr>
              <w:t xml:space="preserve"> </w:t>
            </w:r>
            <w:r w:rsidRPr="009647FC">
              <w:rPr>
                <w:rtl/>
              </w:rPr>
              <w:t>الحلوم</w:t>
            </w:r>
            <w:r>
              <w:rPr>
                <w:rtl/>
              </w:rPr>
              <w:t xml:space="preserve"> </w:t>
            </w:r>
            <w:r w:rsidRPr="009647FC">
              <w:rPr>
                <w:rtl/>
              </w:rPr>
              <w:t>الحيازمُ</w:t>
            </w:r>
            <w:r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811B70" w:rsidRPr="00524A24" w:rsidTr="00811B70">
        <w:trPr>
          <w:trHeight w:val="350"/>
        </w:trPr>
        <w:tc>
          <w:tcPr>
            <w:tcW w:w="3902" w:type="dxa"/>
          </w:tcPr>
          <w:p w:rsidR="00811B70" w:rsidRPr="00524A24" w:rsidRDefault="00A72677" w:rsidP="00693B01">
            <w:pPr>
              <w:pStyle w:val="libPoem"/>
            </w:pPr>
            <w:r w:rsidRPr="009647FC">
              <w:rPr>
                <w:rtl/>
              </w:rPr>
              <w:lastRenderedPageBreak/>
              <w:t>عن</w:t>
            </w:r>
            <w:r w:rsidR="00811B70" w:rsidRPr="009647FC">
              <w:rPr>
                <w:rtl/>
              </w:rPr>
              <w:t>ت</w:t>
            </w:r>
            <w:r w:rsidR="004C00A8">
              <w:rPr>
                <w:rtl/>
              </w:rPr>
              <w:t xml:space="preserve"> </w:t>
            </w:r>
            <w:r w:rsidRPr="009647FC">
              <w:rPr>
                <w:rtl/>
              </w:rPr>
              <w:t>لك</w:t>
            </w:r>
            <w:r w:rsidR="00811B70">
              <w:rPr>
                <w:rtl/>
              </w:rPr>
              <w:t xml:space="preserve"> </w:t>
            </w:r>
            <w:r w:rsidR="00811B70" w:rsidRPr="009647FC">
              <w:rPr>
                <w:rtl/>
              </w:rPr>
              <w:t>أ</w:t>
            </w:r>
            <w:r w:rsidRPr="009647FC">
              <w:rPr>
                <w:rtl/>
              </w:rPr>
              <w:t>هل</w:t>
            </w:r>
            <w:r w:rsidR="00811B70" w:rsidRPr="009647FC">
              <w:rPr>
                <w:rtl/>
              </w:rPr>
              <w:t>ُ</w:t>
            </w:r>
            <w:r w:rsidR="00811B70">
              <w:rPr>
                <w:rtl/>
              </w:rPr>
              <w:t xml:space="preserve"> </w:t>
            </w:r>
            <w:r w:rsidR="00811B70" w:rsidRPr="009647FC">
              <w:rPr>
                <w:rtl/>
              </w:rPr>
              <w:t>الكبرياء</w:t>
            </w:r>
            <w:r w:rsidR="00811B70">
              <w:rPr>
                <w:rtl/>
              </w:rPr>
              <w:t xml:space="preserve"> </w:t>
            </w:r>
            <w:r w:rsidR="00811B70" w:rsidRPr="009647FC">
              <w:rPr>
                <w:rtl/>
              </w:rPr>
              <w:t>وقبّلتْ</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A72677" w:rsidP="00693B01">
            <w:pPr>
              <w:pStyle w:val="libPoem"/>
            </w:pPr>
            <w:r w:rsidRPr="009647FC">
              <w:rPr>
                <w:rtl/>
              </w:rPr>
              <w:t>ثر</w:t>
            </w:r>
            <w:r w:rsidR="00811B70" w:rsidRPr="009647FC">
              <w:rPr>
                <w:rtl/>
              </w:rPr>
              <w:t>ى</w:t>
            </w:r>
            <w:r w:rsidR="004C00A8">
              <w:rPr>
                <w:rtl/>
              </w:rPr>
              <w:t xml:space="preserve"> </w:t>
            </w:r>
            <w:r w:rsidRPr="009647FC">
              <w:rPr>
                <w:rtl/>
              </w:rPr>
              <w:t>نع</w:t>
            </w:r>
            <w:r w:rsidR="00811B70" w:rsidRPr="009647FC">
              <w:rPr>
                <w:rtl/>
              </w:rPr>
              <w:t>لك</w:t>
            </w:r>
            <w:r w:rsidR="00811B70">
              <w:rPr>
                <w:rtl/>
              </w:rPr>
              <w:t xml:space="preserve"> </w:t>
            </w:r>
            <w:r w:rsidR="00811B70" w:rsidRPr="009647FC">
              <w:rPr>
                <w:rtl/>
              </w:rPr>
              <w:t>الحساد</w:t>
            </w:r>
            <w:r w:rsidR="00811B70">
              <w:rPr>
                <w:rtl/>
              </w:rPr>
              <w:t xml:space="preserve"> </w:t>
            </w:r>
            <w:r w:rsidR="00811B70" w:rsidRPr="009647FC">
              <w:rPr>
                <w:rtl/>
              </w:rPr>
              <w:t>والأنف</w:t>
            </w:r>
            <w:r w:rsidR="00811B70">
              <w:rPr>
                <w:rtl/>
              </w:rPr>
              <w:t xml:space="preserve"> </w:t>
            </w:r>
            <w:r w:rsidR="00811B70" w:rsidRPr="009647FC">
              <w:rPr>
                <w:rtl/>
              </w:rPr>
              <w:t>راغمُ</w:t>
            </w:r>
            <w:r w:rsidR="00811B70" w:rsidRPr="00725071">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9647FC">
              <w:rPr>
                <w:rtl/>
              </w:rPr>
              <w:t>نر</w:t>
            </w:r>
            <w:r w:rsidR="00811B70" w:rsidRPr="009647FC">
              <w:rPr>
                <w:rtl/>
              </w:rPr>
              <w:t>ى</w:t>
            </w:r>
            <w:r w:rsidR="004C00A8">
              <w:rPr>
                <w:rtl/>
              </w:rPr>
              <w:t xml:space="preserve"> </w:t>
            </w:r>
            <w:r w:rsidRPr="009647FC">
              <w:rPr>
                <w:rtl/>
              </w:rPr>
              <w:t>عل</w:t>
            </w:r>
            <w:r w:rsidR="00811B70" w:rsidRPr="009647FC">
              <w:rPr>
                <w:rtl/>
              </w:rPr>
              <w:t>ماء</w:t>
            </w:r>
            <w:r w:rsidR="00811B70">
              <w:rPr>
                <w:rtl/>
              </w:rPr>
              <w:t xml:space="preserve"> </w:t>
            </w:r>
            <w:r w:rsidR="00811B70" w:rsidRPr="009647FC">
              <w:rPr>
                <w:rtl/>
              </w:rPr>
              <w:t>ا</w:t>
            </w:r>
            <w:r w:rsidRPr="009647FC">
              <w:rPr>
                <w:rtl/>
              </w:rPr>
              <w:t>لد</w:t>
            </w:r>
            <w:r w:rsidR="00811B70" w:rsidRPr="009647FC">
              <w:rPr>
                <w:rtl/>
              </w:rPr>
              <w:t>ين</w:t>
            </w:r>
            <w:r w:rsidR="00811B70">
              <w:rPr>
                <w:rtl/>
              </w:rPr>
              <w:t xml:space="preserve"> </w:t>
            </w:r>
            <w:r w:rsidR="00811B70" w:rsidRPr="009647FC">
              <w:rPr>
                <w:rtl/>
              </w:rPr>
              <w:t>حتفاً</w:t>
            </w:r>
            <w:r w:rsidR="00811B70">
              <w:rPr>
                <w:rtl/>
              </w:rPr>
              <w:t xml:space="preserve"> </w:t>
            </w:r>
            <w:r w:rsidR="00811B70" w:rsidRPr="009647FC">
              <w:rPr>
                <w:rtl/>
              </w:rPr>
              <w:t>تتابعوا</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811B70" w:rsidP="00693B01">
            <w:pPr>
              <w:pStyle w:val="libPoem"/>
            </w:pPr>
            <w:r w:rsidRPr="009647FC">
              <w:rPr>
                <w:rtl/>
              </w:rPr>
              <w:t>و</w:t>
            </w:r>
            <w:r w:rsidR="00A72677" w:rsidRPr="009647FC">
              <w:rPr>
                <w:rtl/>
              </w:rPr>
              <w:t>حس</w:t>
            </w:r>
            <w:r w:rsidRPr="009647FC">
              <w:rPr>
                <w:rtl/>
              </w:rPr>
              <w:t>ب</w:t>
            </w:r>
            <w:r>
              <w:rPr>
                <w:rtl/>
              </w:rPr>
              <w:t xml:space="preserve"> </w:t>
            </w:r>
            <w:r w:rsidRPr="009647FC">
              <w:rPr>
                <w:rtl/>
              </w:rPr>
              <w:t>ا</w:t>
            </w:r>
            <w:r w:rsidR="00A72677" w:rsidRPr="009647FC">
              <w:rPr>
                <w:rtl/>
              </w:rPr>
              <w:t>له</w:t>
            </w:r>
            <w:r w:rsidRPr="009647FC">
              <w:rPr>
                <w:rtl/>
              </w:rPr>
              <w:t>دى</w:t>
            </w:r>
            <w:r>
              <w:rPr>
                <w:rtl/>
              </w:rPr>
              <w:t xml:space="preserve"> </w:t>
            </w:r>
            <w:r w:rsidR="00A72677" w:rsidRPr="009647FC">
              <w:rPr>
                <w:rtl/>
              </w:rPr>
              <w:t>عن</w:t>
            </w:r>
            <w:r w:rsidRPr="009647FC">
              <w:rPr>
                <w:rtl/>
              </w:rPr>
              <w:t>هم</w:t>
            </w:r>
            <w:r>
              <w:rPr>
                <w:rtl/>
              </w:rPr>
              <w:t xml:space="preserve"> </w:t>
            </w:r>
            <w:r w:rsidRPr="009647FC">
              <w:rPr>
                <w:rtl/>
              </w:rPr>
              <w:t>بأنّك</w:t>
            </w:r>
            <w:r>
              <w:rPr>
                <w:rtl/>
              </w:rPr>
              <w:t xml:space="preserve"> </w:t>
            </w:r>
            <w:r w:rsidRPr="009647FC">
              <w:rPr>
                <w:rtl/>
              </w:rPr>
              <w:t>سالمُ</w:t>
            </w:r>
            <w:r w:rsidRPr="00725071">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9647FC">
              <w:rPr>
                <w:rtl/>
              </w:rPr>
              <w:t>فأ</w:t>
            </w:r>
            <w:r w:rsidR="00811B70" w:rsidRPr="009647FC">
              <w:rPr>
                <w:rtl/>
              </w:rPr>
              <w:t>نت</w:t>
            </w:r>
            <w:r w:rsidR="004C00A8">
              <w:rPr>
                <w:rtl/>
              </w:rPr>
              <w:t xml:space="preserve"> </w:t>
            </w:r>
            <w:r w:rsidRPr="009647FC">
              <w:rPr>
                <w:rtl/>
              </w:rPr>
              <w:t>به</w:t>
            </w:r>
            <w:r w:rsidR="00811B70" w:rsidRPr="009647FC">
              <w:rPr>
                <w:rtl/>
              </w:rPr>
              <w:t>ذا</w:t>
            </w:r>
            <w:r w:rsidR="00811B70">
              <w:rPr>
                <w:rtl/>
              </w:rPr>
              <w:t xml:space="preserve"> </w:t>
            </w:r>
            <w:r w:rsidR="00811B70" w:rsidRPr="009647FC">
              <w:rPr>
                <w:rtl/>
              </w:rPr>
              <w:t>ا</w:t>
            </w:r>
            <w:r w:rsidRPr="009647FC">
              <w:rPr>
                <w:rtl/>
              </w:rPr>
              <w:t>لع</w:t>
            </w:r>
            <w:r w:rsidR="00811B70" w:rsidRPr="009647FC">
              <w:rPr>
                <w:rtl/>
              </w:rPr>
              <w:t>صر</w:t>
            </w:r>
            <w:r w:rsidR="00811B70">
              <w:rPr>
                <w:rtl/>
              </w:rPr>
              <w:t xml:space="preserve"> </w:t>
            </w:r>
            <w:r w:rsidR="00811B70" w:rsidRPr="009647FC">
              <w:rPr>
                <w:rtl/>
              </w:rPr>
              <w:t>للخير</w:t>
            </w:r>
            <w:r w:rsidR="00811B70">
              <w:rPr>
                <w:rtl/>
              </w:rPr>
              <w:t xml:space="preserve"> </w:t>
            </w:r>
            <w:r w:rsidR="00811B70" w:rsidRPr="009647FC">
              <w:rPr>
                <w:rtl/>
              </w:rPr>
              <w:t>فاتحٌ</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811B70" w:rsidP="00693B01">
            <w:pPr>
              <w:pStyle w:val="libPoem"/>
            </w:pPr>
            <w:r w:rsidRPr="009647FC">
              <w:rPr>
                <w:rtl/>
              </w:rPr>
              <w:t>وأ</w:t>
            </w:r>
            <w:r w:rsidR="00A72677" w:rsidRPr="009647FC">
              <w:rPr>
                <w:rtl/>
              </w:rPr>
              <w:t>نت</w:t>
            </w:r>
            <w:r>
              <w:rPr>
                <w:rtl/>
              </w:rPr>
              <w:t xml:space="preserve"> </w:t>
            </w:r>
            <w:r w:rsidR="00A72677" w:rsidRPr="009647FC">
              <w:rPr>
                <w:rtl/>
              </w:rPr>
              <w:t>به</w:t>
            </w:r>
            <w:r>
              <w:rPr>
                <w:rtl/>
              </w:rPr>
              <w:t xml:space="preserve"> </w:t>
            </w:r>
            <w:r w:rsidR="00A72677" w:rsidRPr="009647FC">
              <w:rPr>
                <w:rtl/>
              </w:rPr>
              <w:t>لل</w:t>
            </w:r>
            <w:r w:rsidRPr="009647FC">
              <w:rPr>
                <w:rtl/>
              </w:rPr>
              <w:t>علم</w:t>
            </w:r>
            <w:r>
              <w:rPr>
                <w:rtl/>
              </w:rPr>
              <w:t xml:space="preserve"> </w:t>
            </w:r>
            <w:r w:rsidRPr="009647FC">
              <w:rPr>
                <w:rtl/>
              </w:rPr>
              <w:t>وا</w:t>
            </w:r>
            <w:r w:rsidR="00A72677" w:rsidRPr="009647FC">
              <w:rPr>
                <w:rtl/>
              </w:rPr>
              <w:t>لح</w:t>
            </w:r>
            <w:r w:rsidRPr="009647FC">
              <w:rPr>
                <w:rtl/>
              </w:rPr>
              <w:t>لم</w:t>
            </w:r>
            <w:r>
              <w:rPr>
                <w:rtl/>
              </w:rPr>
              <w:t xml:space="preserve"> </w:t>
            </w:r>
            <w:r w:rsidR="00A72677" w:rsidRPr="009647FC">
              <w:rPr>
                <w:rtl/>
              </w:rPr>
              <w:t>خا</w:t>
            </w:r>
            <w:r w:rsidRPr="009647FC">
              <w:rPr>
                <w:rtl/>
              </w:rPr>
              <w:t>تمُ</w:t>
            </w:r>
            <w:r w:rsidRPr="00725071">
              <w:rPr>
                <w:rStyle w:val="libPoemTiniChar0"/>
                <w:rtl/>
              </w:rPr>
              <w:br/>
              <w:t> </w:t>
            </w:r>
          </w:p>
        </w:tc>
      </w:tr>
      <w:tr w:rsidR="00811B70" w:rsidRPr="00524A24" w:rsidTr="00811B70">
        <w:trPr>
          <w:trHeight w:val="350"/>
        </w:trPr>
        <w:tc>
          <w:tcPr>
            <w:tcW w:w="3902" w:type="dxa"/>
          </w:tcPr>
          <w:p w:rsidR="00811B70" w:rsidRPr="00524A24" w:rsidRDefault="00811B70" w:rsidP="00693B01">
            <w:pPr>
              <w:pStyle w:val="libPoem"/>
            </w:pPr>
            <w:r w:rsidRPr="009647FC">
              <w:rPr>
                <w:rtl/>
              </w:rPr>
              <w:t>وأ</w:t>
            </w:r>
            <w:r w:rsidR="00A72677" w:rsidRPr="009647FC">
              <w:rPr>
                <w:rtl/>
              </w:rPr>
              <w:t>نت</w:t>
            </w:r>
            <w:r>
              <w:rPr>
                <w:rtl/>
              </w:rPr>
              <w:t xml:space="preserve"> </w:t>
            </w:r>
            <w:r w:rsidR="00A72677" w:rsidRPr="009647FC">
              <w:rPr>
                <w:rtl/>
              </w:rPr>
              <w:t>لع</w:t>
            </w:r>
            <w:r w:rsidRPr="009647FC">
              <w:rPr>
                <w:rtl/>
              </w:rPr>
              <w:t>مري</w:t>
            </w:r>
            <w:r>
              <w:rPr>
                <w:rtl/>
              </w:rPr>
              <w:t xml:space="preserve"> </w:t>
            </w:r>
            <w:r w:rsidRPr="009647FC">
              <w:rPr>
                <w:rtl/>
              </w:rPr>
              <w:t>البحرُ</w:t>
            </w:r>
            <w:r>
              <w:rPr>
                <w:rtl/>
              </w:rPr>
              <w:t xml:space="preserve"> </w:t>
            </w:r>
            <w:r w:rsidRPr="009647FC">
              <w:rPr>
                <w:rtl/>
              </w:rPr>
              <w:t>جوداً</w:t>
            </w:r>
            <w:r>
              <w:rPr>
                <w:rtl/>
              </w:rPr>
              <w:t xml:space="preserve"> </w:t>
            </w:r>
            <w:r w:rsidRPr="009647FC">
              <w:rPr>
                <w:rtl/>
              </w:rPr>
              <w:t>ونائلا</w:t>
            </w:r>
            <w:r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811B70" w:rsidP="00693B01">
            <w:pPr>
              <w:pStyle w:val="libPoem"/>
            </w:pPr>
            <w:r w:rsidRPr="009647FC">
              <w:rPr>
                <w:rtl/>
              </w:rPr>
              <w:t>وأ</w:t>
            </w:r>
            <w:r w:rsidR="00A72677" w:rsidRPr="009647FC">
              <w:rPr>
                <w:rtl/>
              </w:rPr>
              <w:t>نم</w:t>
            </w:r>
            <w:r w:rsidRPr="009647FC">
              <w:rPr>
                <w:rtl/>
              </w:rPr>
              <w:t>لك</w:t>
            </w:r>
            <w:r>
              <w:rPr>
                <w:rtl/>
              </w:rPr>
              <w:t xml:space="preserve"> </w:t>
            </w:r>
            <w:r w:rsidRPr="009647FC">
              <w:rPr>
                <w:rtl/>
              </w:rPr>
              <w:t>ا</w:t>
            </w:r>
            <w:r w:rsidR="00A72677" w:rsidRPr="009647FC">
              <w:rPr>
                <w:rtl/>
              </w:rPr>
              <w:t>لع</w:t>
            </w:r>
            <w:r w:rsidRPr="009647FC">
              <w:rPr>
                <w:rtl/>
              </w:rPr>
              <w:t>شرُ</w:t>
            </w:r>
            <w:r>
              <w:rPr>
                <w:rtl/>
              </w:rPr>
              <w:t xml:space="preserve"> </w:t>
            </w:r>
            <w:r w:rsidRPr="009647FC">
              <w:rPr>
                <w:rtl/>
              </w:rPr>
              <w:t>ا</w:t>
            </w:r>
            <w:r w:rsidR="00A72677" w:rsidRPr="009647FC">
              <w:rPr>
                <w:rtl/>
              </w:rPr>
              <w:t>لغ</w:t>
            </w:r>
            <w:r w:rsidRPr="009647FC">
              <w:rPr>
                <w:rtl/>
              </w:rPr>
              <w:t>يوث</w:t>
            </w:r>
            <w:r>
              <w:rPr>
                <w:rtl/>
              </w:rPr>
              <w:t xml:space="preserve"> </w:t>
            </w:r>
            <w:r w:rsidRPr="009647FC">
              <w:rPr>
                <w:rtl/>
              </w:rPr>
              <w:t>السواجمُ</w:t>
            </w:r>
            <w:r w:rsidRPr="00725071">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A72677">
              <w:rPr>
                <w:rtl/>
              </w:rPr>
              <w:t>فيا</w:t>
            </w:r>
            <w:r w:rsidR="00811B70" w:rsidRPr="00A72677">
              <w:rPr>
                <w:rtl/>
              </w:rPr>
              <w:t xml:space="preserve"> </w:t>
            </w:r>
            <w:r w:rsidRPr="00A72677">
              <w:rPr>
                <w:rtl/>
              </w:rPr>
              <w:t>من</w:t>
            </w:r>
            <w:r w:rsidR="00811B70" w:rsidRPr="00A72677">
              <w:rPr>
                <w:rtl/>
              </w:rPr>
              <w:t xml:space="preserve">فقاً </w:t>
            </w:r>
            <w:r w:rsidRPr="00A72677">
              <w:rPr>
                <w:rtl/>
              </w:rPr>
              <w:t>با</w:t>
            </w:r>
            <w:r w:rsidR="00811B70" w:rsidRPr="00A72677">
              <w:rPr>
                <w:rtl/>
              </w:rPr>
              <w:t>لصالحات ز</w:t>
            </w:r>
            <w:r w:rsidRPr="00A72677">
              <w:rPr>
                <w:rtl/>
              </w:rPr>
              <w:t>ما</w:t>
            </w:r>
            <w:r w:rsidR="00811B70" w:rsidRPr="00A72677">
              <w:rPr>
                <w:rtl/>
              </w:rPr>
              <w:t>نه</w:t>
            </w:r>
            <w:r w:rsidR="00811B70" w:rsidRPr="00A72677">
              <w:rPr>
                <w:rStyle w:val="libPoemTiniChar0"/>
                <w:rtl/>
              </w:rPr>
              <w:br/>
              <w:t> </w:t>
            </w:r>
          </w:p>
        </w:tc>
        <w:tc>
          <w:tcPr>
            <w:tcW w:w="301" w:type="dxa"/>
          </w:tcPr>
          <w:p w:rsidR="00811B70" w:rsidRPr="00A72677" w:rsidRDefault="00811B70" w:rsidP="00693B01">
            <w:pPr>
              <w:pStyle w:val="libPoem"/>
              <w:rPr>
                <w:rtl/>
              </w:rPr>
            </w:pPr>
          </w:p>
        </w:tc>
        <w:tc>
          <w:tcPr>
            <w:tcW w:w="3884" w:type="dxa"/>
          </w:tcPr>
          <w:p w:rsidR="00811B70" w:rsidRPr="00A72677" w:rsidRDefault="00A72677" w:rsidP="00693B01">
            <w:pPr>
              <w:pStyle w:val="libPoem"/>
            </w:pPr>
            <w:r w:rsidRPr="00A72677">
              <w:rPr>
                <w:rtl/>
              </w:rPr>
              <w:t>فد</w:t>
            </w:r>
            <w:r w:rsidR="00811B70" w:rsidRPr="00A72677">
              <w:rPr>
                <w:rtl/>
              </w:rPr>
              <w:t>اً</w:t>
            </w:r>
            <w:r w:rsidR="004C00A8">
              <w:rPr>
                <w:rtl/>
              </w:rPr>
              <w:t xml:space="preserve"> </w:t>
            </w:r>
            <w:r w:rsidRPr="00A72677">
              <w:rPr>
                <w:rtl/>
              </w:rPr>
              <w:t>لك</w:t>
            </w:r>
            <w:r w:rsidR="00811B70" w:rsidRPr="00A72677">
              <w:rPr>
                <w:rtl/>
              </w:rPr>
              <w:t xml:space="preserve"> م</w:t>
            </w:r>
            <w:r w:rsidR="00677BC4">
              <w:rPr>
                <w:rtl/>
              </w:rPr>
              <w:t>َ</w:t>
            </w:r>
            <w:r w:rsidRPr="00A72677">
              <w:rPr>
                <w:rtl/>
              </w:rPr>
              <w:t>ن</w:t>
            </w:r>
            <w:r w:rsidR="00811B70" w:rsidRPr="00A72677">
              <w:rPr>
                <w:rtl/>
              </w:rPr>
              <w:t xml:space="preserve">ْ </w:t>
            </w:r>
            <w:r w:rsidRPr="00A72677">
              <w:rPr>
                <w:rtl/>
              </w:rPr>
              <w:t>تف</w:t>
            </w:r>
            <w:r w:rsidR="00811B70" w:rsidRPr="00A72677">
              <w:rPr>
                <w:rtl/>
              </w:rPr>
              <w:t>نى سنيه المآثمُ</w:t>
            </w:r>
            <w:r w:rsidR="00811B70" w:rsidRPr="00A72677">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9647FC">
              <w:rPr>
                <w:rtl/>
              </w:rPr>
              <w:t>بقي</w:t>
            </w:r>
            <w:r w:rsidR="00811B70" w:rsidRPr="009647FC">
              <w:rPr>
                <w:rtl/>
              </w:rPr>
              <w:t>ت</w:t>
            </w:r>
            <w:r w:rsidR="00677BC4">
              <w:rPr>
                <w:rtl/>
              </w:rPr>
              <w:t>َ</w:t>
            </w:r>
            <w:r w:rsidR="004C00A8">
              <w:rPr>
                <w:rtl/>
              </w:rPr>
              <w:t xml:space="preserve"> </w:t>
            </w:r>
            <w:r w:rsidRPr="009647FC">
              <w:rPr>
                <w:rtl/>
              </w:rPr>
              <w:t>بقا</w:t>
            </w:r>
            <w:r w:rsidR="00811B70" w:rsidRPr="009647FC">
              <w:rPr>
                <w:rtl/>
              </w:rPr>
              <w:t>ءً</w:t>
            </w:r>
            <w:r w:rsidR="00811B70">
              <w:rPr>
                <w:rtl/>
              </w:rPr>
              <w:t xml:space="preserve"> </w:t>
            </w:r>
            <w:r w:rsidR="00811B70" w:rsidRPr="009647FC">
              <w:rPr>
                <w:rtl/>
              </w:rPr>
              <w:t>لا</w:t>
            </w:r>
            <w:r w:rsidR="00811B70">
              <w:rPr>
                <w:rtl/>
              </w:rPr>
              <w:t xml:space="preserve"> </w:t>
            </w:r>
            <w:r w:rsidRPr="009647FC">
              <w:rPr>
                <w:rtl/>
              </w:rPr>
              <w:t>يحد</w:t>
            </w:r>
            <w:r w:rsidR="00811B70" w:rsidRPr="009647FC">
              <w:rPr>
                <w:rtl/>
              </w:rPr>
              <w:t>ُّ</w:t>
            </w:r>
            <w:r w:rsidR="00811B70">
              <w:rPr>
                <w:rtl/>
              </w:rPr>
              <w:t xml:space="preserve"> </w:t>
            </w:r>
            <w:r w:rsidRPr="009647FC">
              <w:rPr>
                <w:rtl/>
              </w:rPr>
              <w:t>بغ</w:t>
            </w:r>
            <w:r w:rsidR="00811B70" w:rsidRPr="009647FC">
              <w:rPr>
                <w:rtl/>
              </w:rPr>
              <w:t>ايةٍ</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811B70" w:rsidP="00693B01">
            <w:pPr>
              <w:pStyle w:val="libPoem"/>
            </w:pPr>
            <w:r w:rsidRPr="009647FC">
              <w:rPr>
                <w:rtl/>
              </w:rPr>
              <w:t>وأ</w:t>
            </w:r>
            <w:r w:rsidR="00A72677" w:rsidRPr="009647FC">
              <w:rPr>
                <w:rtl/>
              </w:rPr>
              <w:t>نت</w:t>
            </w:r>
            <w:r w:rsidR="004C00A8">
              <w:rPr>
                <w:rtl/>
              </w:rPr>
              <w:t xml:space="preserve"> </w:t>
            </w:r>
            <w:r w:rsidR="00A72677" w:rsidRPr="009647FC">
              <w:rPr>
                <w:rtl/>
              </w:rPr>
              <w:t>عل</w:t>
            </w:r>
            <w:r w:rsidRPr="009647FC">
              <w:rPr>
                <w:rtl/>
              </w:rPr>
              <w:t>ى</w:t>
            </w:r>
            <w:r>
              <w:rPr>
                <w:rtl/>
              </w:rPr>
              <w:t xml:space="preserve"> </w:t>
            </w:r>
            <w:r w:rsidR="00A72677" w:rsidRPr="009647FC">
              <w:rPr>
                <w:rtl/>
              </w:rPr>
              <w:t>حف</w:t>
            </w:r>
            <w:r w:rsidRPr="009647FC">
              <w:rPr>
                <w:rtl/>
              </w:rPr>
              <w:t>ظ</w:t>
            </w:r>
            <w:r>
              <w:rPr>
                <w:rtl/>
              </w:rPr>
              <w:t xml:space="preserve"> </w:t>
            </w:r>
            <w:r w:rsidRPr="009647FC">
              <w:rPr>
                <w:rtl/>
              </w:rPr>
              <w:t>الشريعة</w:t>
            </w:r>
            <w:r>
              <w:rPr>
                <w:rtl/>
              </w:rPr>
              <w:t xml:space="preserve"> </w:t>
            </w:r>
            <w:r w:rsidRPr="009647FC">
              <w:rPr>
                <w:rtl/>
              </w:rPr>
              <w:t>قائمُ</w:t>
            </w:r>
            <w:r w:rsidRPr="00725071">
              <w:rPr>
                <w:rStyle w:val="libPoemTiniChar0"/>
                <w:rtl/>
              </w:rPr>
              <w:br/>
              <w:t> </w:t>
            </w:r>
          </w:p>
        </w:tc>
      </w:tr>
      <w:tr w:rsidR="00811B70" w:rsidRPr="00524A24" w:rsidTr="00811B70">
        <w:trPr>
          <w:trHeight w:val="350"/>
        </w:trPr>
        <w:tc>
          <w:tcPr>
            <w:tcW w:w="3902" w:type="dxa"/>
          </w:tcPr>
          <w:p w:rsidR="00811B70" w:rsidRPr="00524A24" w:rsidRDefault="00811B70" w:rsidP="00693B01">
            <w:pPr>
              <w:pStyle w:val="libPoem"/>
            </w:pPr>
            <w:r w:rsidRPr="009647FC">
              <w:rPr>
                <w:rtl/>
              </w:rPr>
              <w:t>ولو</w:t>
            </w:r>
            <w:r w:rsidR="004C00A8">
              <w:rPr>
                <w:rtl/>
              </w:rPr>
              <w:t xml:space="preserve"> </w:t>
            </w:r>
            <w:r w:rsidRPr="009647FC">
              <w:rPr>
                <w:rtl/>
              </w:rPr>
              <w:t>قلتُ</w:t>
            </w:r>
            <w:r>
              <w:rPr>
                <w:rtl/>
              </w:rPr>
              <w:t xml:space="preserve"> </w:t>
            </w:r>
            <w:r w:rsidRPr="009647FC">
              <w:rPr>
                <w:rtl/>
              </w:rPr>
              <w:t>عمر</w:t>
            </w:r>
            <w:r>
              <w:rPr>
                <w:rtl/>
              </w:rPr>
              <w:t xml:space="preserve"> </w:t>
            </w:r>
            <w:r w:rsidRPr="009647FC">
              <w:rPr>
                <w:rtl/>
              </w:rPr>
              <w:t>الدهر</w:t>
            </w:r>
            <w:r>
              <w:rPr>
                <w:rtl/>
              </w:rPr>
              <w:t xml:space="preserve"> </w:t>
            </w:r>
            <w:r w:rsidRPr="009647FC">
              <w:rPr>
                <w:rtl/>
              </w:rPr>
              <w:t>عمّ</w:t>
            </w:r>
            <w:r w:rsidR="00677BC4">
              <w:rPr>
                <w:rtl/>
              </w:rPr>
              <w:t>َ</w:t>
            </w:r>
            <w:r w:rsidRPr="009647FC">
              <w:rPr>
                <w:rtl/>
              </w:rPr>
              <w:t>رت</w:t>
            </w:r>
            <w:r w:rsidR="00677BC4">
              <w:rPr>
                <w:rtl/>
              </w:rPr>
              <w:t>َ</w:t>
            </w:r>
            <w:r>
              <w:rPr>
                <w:rtl/>
              </w:rPr>
              <w:t xml:space="preserve"> </w:t>
            </w:r>
            <w:r w:rsidRPr="009647FC">
              <w:rPr>
                <w:rtl/>
              </w:rPr>
              <w:t>خلت</w:t>
            </w:r>
            <w:r w:rsidR="00677BC4">
              <w:rPr>
                <w:rtl/>
              </w:rPr>
              <w:t>َ</w:t>
            </w:r>
            <w:r w:rsidRPr="009647FC">
              <w:rPr>
                <w:rtl/>
              </w:rPr>
              <w:t>ني</w:t>
            </w:r>
            <w:r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811B70" w:rsidP="00693B01">
            <w:pPr>
              <w:pStyle w:val="libPoem"/>
            </w:pPr>
            <w:r w:rsidRPr="009647FC">
              <w:rPr>
                <w:rtl/>
              </w:rPr>
              <w:t>أ</w:t>
            </w:r>
            <w:r w:rsidR="00A72677" w:rsidRPr="009647FC">
              <w:rPr>
                <w:rtl/>
              </w:rPr>
              <w:t>سأ</w:t>
            </w:r>
            <w:r w:rsidRPr="009647FC">
              <w:rPr>
                <w:rtl/>
              </w:rPr>
              <w:t>تُ</w:t>
            </w:r>
            <w:r>
              <w:rPr>
                <w:rtl/>
              </w:rPr>
              <w:t xml:space="preserve"> </w:t>
            </w:r>
            <w:r w:rsidR="00A72677" w:rsidRPr="009647FC">
              <w:rPr>
                <w:rtl/>
              </w:rPr>
              <w:t>مق</w:t>
            </w:r>
            <w:r w:rsidRPr="009647FC">
              <w:rPr>
                <w:rtl/>
              </w:rPr>
              <w:t>الي</w:t>
            </w:r>
            <w:r>
              <w:rPr>
                <w:rtl/>
              </w:rPr>
              <w:t xml:space="preserve"> </w:t>
            </w:r>
            <w:r w:rsidRPr="009647FC">
              <w:rPr>
                <w:rtl/>
              </w:rPr>
              <w:t>ذ</w:t>
            </w:r>
            <w:r w:rsidR="00A72677" w:rsidRPr="009647FC">
              <w:rPr>
                <w:rtl/>
              </w:rPr>
              <w:t>لك</w:t>
            </w:r>
            <w:r>
              <w:rPr>
                <w:rtl/>
              </w:rPr>
              <w:t xml:space="preserve"> </w:t>
            </w:r>
            <w:r w:rsidRPr="009647FC">
              <w:rPr>
                <w:rtl/>
              </w:rPr>
              <w:t>ا</w:t>
            </w:r>
            <w:r w:rsidR="00A72677" w:rsidRPr="009647FC">
              <w:rPr>
                <w:rtl/>
              </w:rPr>
              <w:t>لد</w:t>
            </w:r>
            <w:r w:rsidRPr="009647FC">
              <w:rPr>
                <w:rtl/>
              </w:rPr>
              <w:t>هر</w:t>
            </w:r>
            <w:r>
              <w:rPr>
                <w:rtl/>
              </w:rPr>
              <w:t xml:space="preserve"> </w:t>
            </w:r>
            <w:r w:rsidRPr="009647FC">
              <w:rPr>
                <w:rtl/>
              </w:rPr>
              <w:t>خادمُ</w:t>
            </w:r>
            <w:r w:rsidRPr="00725071">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9647FC">
              <w:rPr>
                <w:rtl/>
              </w:rPr>
              <w:t>تن</w:t>
            </w:r>
            <w:r w:rsidR="00811B70" w:rsidRPr="009647FC">
              <w:rPr>
                <w:rtl/>
              </w:rPr>
              <w:t>بّه</w:t>
            </w:r>
            <w:r w:rsidR="00677BC4">
              <w:rPr>
                <w:rtl/>
              </w:rPr>
              <w:t>َ</w:t>
            </w:r>
            <w:r w:rsidR="00811B70">
              <w:rPr>
                <w:rtl/>
              </w:rPr>
              <w:t xml:space="preserve"> </w:t>
            </w:r>
            <w:r w:rsidRPr="009647FC">
              <w:rPr>
                <w:rtl/>
              </w:rPr>
              <w:t>لي</w:t>
            </w:r>
            <w:r w:rsidR="00811B70">
              <w:rPr>
                <w:rtl/>
              </w:rPr>
              <w:t xml:space="preserve"> </w:t>
            </w:r>
            <w:r w:rsidRPr="009647FC">
              <w:rPr>
                <w:rtl/>
              </w:rPr>
              <w:t>طر</w:t>
            </w:r>
            <w:r w:rsidR="00811B70" w:rsidRPr="009647FC">
              <w:rPr>
                <w:rtl/>
              </w:rPr>
              <w:t>فُ</w:t>
            </w:r>
            <w:r w:rsidR="00811B70">
              <w:rPr>
                <w:rtl/>
              </w:rPr>
              <w:t xml:space="preserve"> </w:t>
            </w:r>
            <w:r w:rsidR="00811B70" w:rsidRPr="009647FC">
              <w:rPr>
                <w:rtl/>
              </w:rPr>
              <w:t>ا</w:t>
            </w:r>
            <w:r w:rsidRPr="009647FC">
              <w:rPr>
                <w:rtl/>
              </w:rPr>
              <w:t>لت</w:t>
            </w:r>
            <w:r w:rsidR="00811B70" w:rsidRPr="009647FC">
              <w:rPr>
                <w:rtl/>
              </w:rPr>
              <w:t>فاتك</w:t>
            </w:r>
            <w:r w:rsidR="00811B70">
              <w:rPr>
                <w:rtl/>
              </w:rPr>
              <w:t xml:space="preserve"> </w:t>
            </w:r>
            <w:r w:rsidR="00811B70" w:rsidRPr="009647FC">
              <w:rPr>
                <w:rtl/>
              </w:rPr>
              <w:t>ناظرا</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811B70" w:rsidP="00693B01">
            <w:pPr>
              <w:pStyle w:val="libPoem"/>
            </w:pPr>
            <w:r w:rsidRPr="009647FC">
              <w:rPr>
                <w:rtl/>
              </w:rPr>
              <w:t>إ</w:t>
            </w:r>
            <w:r w:rsidR="00A72677" w:rsidRPr="009647FC">
              <w:rPr>
                <w:rtl/>
              </w:rPr>
              <w:t>لي</w:t>
            </w:r>
            <w:r w:rsidRPr="009647FC">
              <w:rPr>
                <w:rtl/>
              </w:rPr>
              <w:t>ّ</w:t>
            </w:r>
            <w:r w:rsidR="00677BC4">
              <w:rPr>
                <w:rtl/>
              </w:rPr>
              <w:t>َ</w:t>
            </w:r>
            <w:r>
              <w:rPr>
                <w:rtl/>
              </w:rPr>
              <w:t xml:space="preserve"> </w:t>
            </w:r>
            <w:r w:rsidRPr="009647FC">
              <w:rPr>
                <w:rtl/>
              </w:rPr>
              <w:t>و</w:t>
            </w:r>
            <w:r w:rsidR="00A72677" w:rsidRPr="009647FC">
              <w:rPr>
                <w:rtl/>
              </w:rPr>
              <w:t>طر</w:t>
            </w:r>
            <w:r w:rsidRPr="009647FC">
              <w:rPr>
                <w:rtl/>
              </w:rPr>
              <w:t>ف</w:t>
            </w:r>
            <w:r>
              <w:rPr>
                <w:rtl/>
              </w:rPr>
              <w:t xml:space="preserve"> </w:t>
            </w:r>
            <w:r w:rsidRPr="009647FC">
              <w:rPr>
                <w:rtl/>
              </w:rPr>
              <w:t>ا</w:t>
            </w:r>
            <w:r w:rsidR="00A72677" w:rsidRPr="009647FC">
              <w:rPr>
                <w:rtl/>
              </w:rPr>
              <w:t>لد</w:t>
            </w:r>
            <w:r w:rsidRPr="009647FC">
              <w:rPr>
                <w:rtl/>
              </w:rPr>
              <w:t>هر</w:t>
            </w:r>
            <w:r>
              <w:rPr>
                <w:rtl/>
              </w:rPr>
              <w:t xml:space="preserve"> </w:t>
            </w:r>
            <w:r w:rsidR="00A72677" w:rsidRPr="009647FC">
              <w:rPr>
                <w:rtl/>
              </w:rPr>
              <w:t>عن</w:t>
            </w:r>
            <w:r w:rsidRPr="009647FC">
              <w:rPr>
                <w:rtl/>
              </w:rPr>
              <w:t>ّي</w:t>
            </w:r>
            <w:r>
              <w:rPr>
                <w:rtl/>
              </w:rPr>
              <w:t xml:space="preserve"> </w:t>
            </w:r>
            <w:r w:rsidRPr="009647FC">
              <w:rPr>
                <w:rtl/>
              </w:rPr>
              <w:t>نائمُ</w:t>
            </w:r>
            <w:r w:rsidRPr="00725071">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9647FC">
              <w:rPr>
                <w:rtl/>
              </w:rPr>
              <w:t>فأ</w:t>
            </w:r>
            <w:r w:rsidR="00811B70" w:rsidRPr="009647FC">
              <w:rPr>
                <w:rtl/>
              </w:rPr>
              <w:t>دعو</w:t>
            </w:r>
            <w:r w:rsidR="004C00A8">
              <w:rPr>
                <w:rtl/>
              </w:rPr>
              <w:t xml:space="preserve"> </w:t>
            </w:r>
            <w:r w:rsidRPr="009647FC">
              <w:rPr>
                <w:rtl/>
              </w:rPr>
              <w:t>لن</w:t>
            </w:r>
            <w:r w:rsidR="00811B70" w:rsidRPr="009647FC">
              <w:rPr>
                <w:rtl/>
              </w:rPr>
              <w:t>فسي</w:t>
            </w:r>
            <w:r w:rsidR="00811B70">
              <w:rPr>
                <w:rtl/>
              </w:rPr>
              <w:t xml:space="preserve"> </w:t>
            </w:r>
            <w:r w:rsidR="00811B70" w:rsidRPr="009647FC">
              <w:rPr>
                <w:rtl/>
              </w:rPr>
              <w:t>إن</w:t>
            </w:r>
            <w:r w:rsidR="00811B70">
              <w:rPr>
                <w:rtl/>
              </w:rPr>
              <w:t xml:space="preserve"> </w:t>
            </w:r>
            <w:r w:rsidR="00811B70" w:rsidRPr="009647FC">
              <w:rPr>
                <w:rtl/>
              </w:rPr>
              <w:t>أ</w:t>
            </w:r>
            <w:r w:rsidRPr="009647FC">
              <w:rPr>
                <w:rtl/>
              </w:rPr>
              <w:t>قل</w:t>
            </w:r>
            <w:r w:rsidR="00811B70">
              <w:rPr>
                <w:rtl/>
              </w:rPr>
              <w:t xml:space="preserve"> </w:t>
            </w:r>
            <w:r w:rsidR="00811B70" w:rsidRPr="009647FC">
              <w:rPr>
                <w:rtl/>
              </w:rPr>
              <w:t>دمٌ</w:t>
            </w:r>
            <w:r w:rsidR="00811B70">
              <w:rPr>
                <w:rtl/>
              </w:rPr>
              <w:t xml:space="preserve"> </w:t>
            </w:r>
            <w:r w:rsidR="00811B70" w:rsidRPr="009647FC">
              <w:rPr>
                <w:rtl/>
              </w:rPr>
              <w:t>لأنّني</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811B70" w:rsidP="00693B01">
            <w:pPr>
              <w:pStyle w:val="libPoem"/>
            </w:pPr>
            <w:r w:rsidRPr="009647FC">
              <w:rPr>
                <w:rtl/>
              </w:rPr>
              <w:t>تدوم</w:t>
            </w:r>
            <w:r>
              <w:rPr>
                <w:rtl/>
              </w:rPr>
              <w:t xml:space="preserve"> </w:t>
            </w:r>
            <w:r w:rsidR="00A72677" w:rsidRPr="009647FC">
              <w:rPr>
                <w:rtl/>
              </w:rPr>
              <w:t>لي</w:t>
            </w:r>
            <w:r>
              <w:rPr>
                <w:rtl/>
              </w:rPr>
              <w:t xml:space="preserve"> </w:t>
            </w:r>
            <w:r w:rsidRPr="009647FC">
              <w:rPr>
                <w:rtl/>
              </w:rPr>
              <w:t>ا</w:t>
            </w:r>
            <w:r w:rsidR="00A72677" w:rsidRPr="009647FC">
              <w:rPr>
                <w:rtl/>
              </w:rPr>
              <w:t>لن</w:t>
            </w:r>
            <w:r w:rsidRPr="009647FC">
              <w:rPr>
                <w:rtl/>
              </w:rPr>
              <w:t>عما</w:t>
            </w:r>
            <w:r>
              <w:rPr>
                <w:rtl/>
              </w:rPr>
              <w:t xml:space="preserve"> </w:t>
            </w:r>
            <w:r w:rsidR="00A72677" w:rsidRPr="009647FC">
              <w:rPr>
                <w:rtl/>
              </w:rPr>
              <w:t>بأ</w:t>
            </w:r>
            <w:r w:rsidRPr="009647FC">
              <w:rPr>
                <w:rtl/>
              </w:rPr>
              <w:t>نّك</w:t>
            </w:r>
            <w:r>
              <w:rPr>
                <w:rtl/>
              </w:rPr>
              <w:t xml:space="preserve"> </w:t>
            </w:r>
            <w:r w:rsidRPr="009647FC">
              <w:rPr>
                <w:rtl/>
              </w:rPr>
              <w:t>دا</w:t>
            </w:r>
            <w:r w:rsidR="00A72677" w:rsidRPr="009647FC">
              <w:rPr>
                <w:rtl/>
              </w:rPr>
              <w:t>ئم</w:t>
            </w:r>
            <w:r w:rsidRPr="009647FC">
              <w:rPr>
                <w:rtl/>
              </w:rPr>
              <w:t>ُ</w:t>
            </w:r>
            <w:r w:rsidRPr="00725071">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9647FC">
              <w:rPr>
                <w:rtl/>
              </w:rPr>
              <w:t>فم</w:t>
            </w:r>
            <w:r w:rsidR="00811B70" w:rsidRPr="009647FC">
              <w:rPr>
                <w:rtl/>
              </w:rPr>
              <w:t>ا</w:t>
            </w:r>
            <w:r w:rsidR="004C00A8">
              <w:rPr>
                <w:rtl/>
              </w:rPr>
              <w:t xml:space="preserve"> </w:t>
            </w:r>
            <w:r w:rsidR="00811B70" w:rsidRPr="009647FC">
              <w:rPr>
                <w:rtl/>
              </w:rPr>
              <w:t>أ</w:t>
            </w:r>
            <w:r w:rsidRPr="009647FC">
              <w:rPr>
                <w:rtl/>
              </w:rPr>
              <w:t>نا</w:t>
            </w:r>
            <w:r w:rsidR="00811B70">
              <w:rPr>
                <w:rtl/>
              </w:rPr>
              <w:t xml:space="preserve"> </w:t>
            </w:r>
            <w:r w:rsidRPr="009647FC">
              <w:rPr>
                <w:rtl/>
              </w:rPr>
              <w:t>لو</w:t>
            </w:r>
            <w:r w:rsidR="00811B70" w:rsidRPr="009647FC">
              <w:rPr>
                <w:rtl/>
              </w:rPr>
              <w:t>لا</w:t>
            </w:r>
            <w:r w:rsidR="00811B70">
              <w:rPr>
                <w:rtl/>
              </w:rPr>
              <w:t xml:space="preserve"> </w:t>
            </w:r>
            <w:r w:rsidR="00811B70" w:rsidRPr="009647FC">
              <w:rPr>
                <w:rtl/>
              </w:rPr>
              <w:t>روض</w:t>
            </w:r>
            <w:r w:rsidR="00811B70">
              <w:rPr>
                <w:rtl/>
              </w:rPr>
              <w:t xml:space="preserve"> </w:t>
            </w:r>
            <w:r w:rsidR="00811B70" w:rsidRPr="009647FC">
              <w:rPr>
                <w:rtl/>
              </w:rPr>
              <w:t>خلقِك</w:t>
            </w:r>
            <w:r w:rsidR="00811B70">
              <w:rPr>
                <w:rtl/>
              </w:rPr>
              <w:t xml:space="preserve"> </w:t>
            </w:r>
            <w:r w:rsidR="00811B70" w:rsidRPr="009647FC">
              <w:rPr>
                <w:rtl/>
              </w:rPr>
              <w:t>رائدٌ</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811B70" w:rsidP="00693B01">
            <w:pPr>
              <w:pStyle w:val="libPoem"/>
            </w:pPr>
            <w:r w:rsidRPr="009647FC">
              <w:rPr>
                <w:rtl/>
              </w:rPr>
              <w:t>ولا</w:t>
            </w:r>
            <w:r>
              <w:rPr>
                <w:rtl/>
              </w:rPr>
              <w:t xml:space="preserve"> </w:t>
            </w:r>
            <w:r w:rsidRPr="009647FC">
              <w:rPr>
                <w:rtl/>
              </w:rPr>
              <w:t>أ</w:t>
            </w:r>
            <w:r w:rsidR="00A72677" w:rsidRPr="009647FC">
              <w:rPr>
                <w:rtl/>
              </w:rPr>
              <w:t>نا</w:t>
            </w:r>
            <w:r>
              <w:rPr>
                <w:rtl/>
              </w:rPr>
              <w:t xml:space="preserve"> </w:t>
            </w:r>
            <w:r w:rsidR="00A72677" w:rsidRPr="009647FC">
              <w:rPr>
                <w:rtl/>
              </w:rPr>
              <w:t>لو</w:t>
            </w:r>
            <w:r w:rsidRPr="009647FC">
              <w:rPr>
                <w:rtl/>
              </w:rPr>
              <w:t>لا</w:t>
            </w:r>
            <w:r>
              <w:rPr>
                <w:rtl/>
              </w:rPr>
              <w:t xml:space="preserve"> </w:t>
            </w:r>
            <w:r w:rsidR="00A72677" w:rsidRPr="009647FC">
              <w:rPr>
                <w:rtl/>
              </w:rPr>
              <w:t>بر</w:t>
            </w:r>
            <w:r w:rsidRPr="009647FC">
              <w:rPr>
                <w:rtl/>
              </w:rPr>
              <w:t>قُ</w:t>
            </w:r>
            <w:r>
              <w:rPr>
                <w:rtl/>
              </w:rPr>
              <w:t xml:space="preserve"> </w:t>
            </w:r>
            <w:r w:rsidR="00A72677" w:rsidRPr="009647FC">
              <w:rPr>
                <w:rtl/>
              </w:rPr>
              <w:t>بش</w:t>
            </w:r>
            <w:r w:rsidRPr="009647FC">
              <w:rPr>
                <w:rtl/>
              </w:rPr>
              <w:t>رِك</w:t>
            </w:r>
            <w:r>
              <w:rPr>
                <w:rtl/>
              </w:rPr>
              <w:t xml:space="preserve"> </w:t>
            </w:r>
            <w:r w:rsidRPr="009647FC">
              <w:rPr>
                <w:rtl/>
              </w:rPr>
              <w:t>شائمُ</w:t>
            </w:r>
            <w:r w:rsidRPr="00725071">
              <w:rPr>
                <w:rStyle w:val="libPoemTiniChar0"/>
                <w:rtl/>
              </w:rPr>
              <w:br/>
              <w:t> </w:t>
            </w:r>
          </w:p>
        </w:tc>
      </w:tr>
      <w:tr w:rsidR="00811B70" w:rsidRPr="00524A24" w:rsidTr="00811B70">
        <w:trPr>
          <w:trHeight w:val="350"/>
        </w:trPr>
        <w:tc>
          <w:tcPr>
            <w:tcW w:w="3902" w:type="dxa"/>
          </w:tcPr>
          <w:p w:rsidR="00811B70" w:rsidRPr="00524A24" w:rsidRDefault="00811B70" w:rsidP="00693B01">
            <w:pPr>
              <w:pStyle w:val="libPoem"/>
            </w:pPr>
            <w:r w:rsidRPr="009647FC">
              <w:rPr>
                <w:rtl/>
              </w:rPr>
              <w:t>ودو</w:t>
            </w:r>
            <w:r w:rsidR="00A72677" w:rsidRPr="009647FC">
              <w:rPr>
                <w:rtl/>
              </w:rPr>
              <w:t>نكه</w:t>
            </w:r>
            <w:r w:rsidRPr="009647FC">
              <w:rPr>
                <w:rtl/>
              </w:rPr>
              <w:t>ا</w:t>
            </w:r>
            <w:r w:rsidR="004C00A8">
              <w:rPr>
                <w:rtl/>
              </w:rPr>
              <w:t xml:space="preserve"> </w:t>
            </w:r>
            <w:r w:rsidR="00A72677" w:rsidRPr="009647FC">
              <w:rPr>
                <w:rtl/>
              </w:rPr>
              <w:t>غر</w:t>
            </w:r>
            <w:r w:rsidRPr="009647FC">
              <w:rPr>
                <w:rtl/>
              </w:rPr>
              <w:t>اء</w:t>
            </w:r>
            <w:r>
              <w:rPr>
                <w:rtl/>
              </w:rPr>
              <w:t xml:space="preserve"> </w:t>
            </w:r>
            <w:r w:rsidR="00A72677" w:rsidRPr="009647FC">
              <w:rPr>
                <w:rtl/>
              </w:rPr>
              <w:t>تب</w:t>
            </w:r>
            <w:r w:rsidRPr="009647FC">
              <w:rPr>
                <w:rtl/>
              </w:rPr>
              <w:t>سم</w:t>
            </w:r>
            <w:r>
              <w:rPr>
                <w:rtl/>
              </w:rPr>
              <w:t xml:space="preserve"> </w:t>
            </w:r>
            <w:r w:rsidR="00A72677" w:rsidRPr="009647FC">
              <w:rPr>
                <w:rtl/>
              </w:rPr>
              <w:t>لؤ</w:t>
            </w:r>
            <w:r w:rsidRPr="009647FC">
              <w:rPr>
                <w:rtl/>
              </w:rPr>
              <w:t>لؤا</w:t>
            </w:r>
            <w:r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A72677" w:rsidP="00693B01">
            <w:pPr>
              <w:pStyle w:val="libPoem"/>
            </w:pPr>
            <w:r w:rsidRPr="009647FC">
              <w:rPr>
                <w:rtl/>
              </w:rPr>
              <w:t>من</w:t>
            </w:r>
            <w:r w:rsidR="00811B70">
              <w:rPr>
                <w:rtl/>
              </w:rPr>
              <w:t xml:space="preserve"> </w:t>
            </w:r>
            <w:r w:rsidR="00811B70" w:rsidRPr="009647FC">
              <w:rPr>
                <w:rtl/>
              </w:rPr>
              <w:t>ا</w:t>
            </w:r>
            <w:r w:rsidRPr="009647FC">
              <w:rPr>
                <w:rtl/>
              </w:rPr>
              <w:t>لق</w:t>
            </w:r>
            <w:r w:rsidR="00811B70" w:rsidRPr="009647FC">
              <w:rPr>
                <w:rtl/>
              </w:rPr>
              <w:t>ول</w:t>
            </w:r>
            <w:r w:rsidR="00811B70">
              <w:rPr>
                <w:rtl/>
              </w:rPr>
              <w:t xml:space="preserve"> </w:t>
            </w:r>
            <w:r w:rsidRPr="009647FC">
              <w:rPr>
                <w:rtl/>
              </w:rPr>
              <w:t>لم</w:t>
            </w:r>
            <w:r w:rsidR="00811B70">
              <w:rPr>
                <w:rtl/>
              </w:rPr>
              <w:t xml:space="preserve"> </w:t>
            </w:r>
            <w:r w:rsidR="00811B70" w:rsidRPr="009647FC">
              <w:rPr>
                <w:rtl/>
              </w:rPr>
              <w:t>يلفظه</w:t>
            </w:r>
            <w:r w:rsidR="00811B70">
              <w:rPr>
                <w:rtl/>
              </w:rPr>
              <w:t xml:space="preserve"> </w:t>
            </w:r>
            <w:r w:rsidR="00811B70" w:rsidRPr="009647FC">
              <w:rPr>
                <w:rtl/>
              </w:rPr>
              <w:t>بالفكر</w:t>
            </w:r>
            <w:r w:rsidR="00811B70">
              <w:rPr>
                <w:rtl/>
              </w:rPr>
              <w:t xml:space="preserve"> </w:t>
            </w:r>
            <w:r w:rsidR="00811B70" w:rsidRPr="009647FC">
              <w:rPr>
                <w:rtl/>
              </w:rPr>
              <w:t>ناظمُ</w:t>
            </w:r>
            <w:r w:rsidR="00811B70" w:rsidRPr="00725071">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9647FC">
              <w:rPr>
                <w:rtl/>
              </w:rPr>
              <w:t>فر</w:t>
            </w:r>
            <w:r w:rsidR="00811B70" w:rsidRPr="009647FC">
              <w:rPr>
                <w:rtl/>
              </w:rPr>
              <w:t>ائدُ</w:t>
            </w:r>
            <w:r w:rsidR="004C00A8">
              <w:rPr>
                <w:rtl/>
              </w:rPr>
              <w:t xml:space="preserve"> </w:t>
            </w:r>
            <w:r w:rsidRPr="009647FC">
              <w:rPr>
                <w:rtl/>
              </w:rPr>
              <w:t>من</w:t>
            </w:r>
            <w:r w:rsidR="00811B70">
              <w:rPr>
                <w:rtl/>
              </w:rPr>
              <w:t xml:space="preserve"> </w:t>
            </w:r>
            <w:r w:rsidRPr="009647FC">
              <w:rPr>
                <w:rtl/>
              </w:rPr>
              <w:t>لف</w:t>
            </w:r>
            <w:r w:rsidR="00811B70" w:rsidRPr="009647FC">
              <w:rPr>
                <w:rtl/>
              </w:rPr>
              <w:t>ظٍ</w:t>
            </w:r>
            <w:r w:rsidR="00811B70">
              <w:rPr>
                <w:rtl/>
              </w:rPr>
              <w:t xml:space="preserve"> </w:t>
            </w:r>
            <w:r w:rsidRPr="009647FC">
              <w:rPr>
                <w:rtl/>
              </w:rPr>
              <w:t>عج</w:t>
            </w:r>
            <w:r w:rsidR="00811B70" w:rsidRPr="009647FC">
              <w:rPr>
                <w:rtl/>
              </w:rPr>
              <w:t>بتُ</w:t>
            </w:r>
            <w:r w:rsidR="00811B70">
              <w:rPr>
                <w:rtl/>
              </w:rPr>
              <w:t xml:space="preserve"> </w:t>
            </w:r>
            <w:r w:rsidR="00811B70" w:rsidRPr="009647FC">
              <w:rPr>
                <w:rtl/>
              </w:rPr>
              <w:t>بأنّني</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811B70" w:rsidP="00693B01">
            <w:pPr>
              <w:pStyle w:val="libPoem"/>
            </w:pPr>
            <w:r w:rsidRPr="009647FC">
              <w:rPr>
                <w:rtl/>
              </w:rPr>
              <w:t>أ</w:t>
            </w:r>
            <w:r w:rsidR="00A72677" w:rsidRPr="009647FC">
              <w:rPr>
                <w:rtl/>
              </w:rPr>
              <w:t>با</w:t>
            </w:r>
            <w:r w:rsidR="004C00A8">
              <w:rPr>
                <w:rtl/>
              </w:rPr>
              <w:t xml:space="preserve"> </w:t>
            </w:r>
            <w:r w:rsidR="00A72677" w:rsidRPr="009647FC">
              <w:rPr>
                <w:rtl/>
              </w:rPr>
              <w:t>عذ</w:t>
            </w:r>
            <w:r w:rsidRPr="009647FC">
              <w:rPr>
                <w:rtl/>
              </w:rPr>
              <w:t>رها</w:t>
            </w:r>
            <w:r>
              <w:rPr>
                <w:rtl/>
              </w:rPr>
              <w:t xml:space="preserve"> </w:t>
            </w:r>
            <w:r w:rsidRPr="009647FC">
              <w:rPr>
                <w:rtl/>
              </w:rPr>
              <w:t>اُد</w:t>
            </w:r>
            <w:r w:rsidR="00A72677" w:rsidRPr="009647FC">
              <w:rPr>
                <w:rtl/>
              </w:rPr>
              <w:t>عى</w:t>
            </w:r>
            <w:r>
              <w:rPr>
                <w:rtl/>
              </w:rPr>
              <w:t xml:space="preserve"> </w:t>
            </w:r>
            <w:r w:rsidRPr="009647FC">
              <w:rPr>
                <w:rtl/>
              </w:rPr>
              <w:t>و</w:t>
            </w:r>
            <w:r w:rsidR="00A72677" w:rsidRPr="009647FC">
              <w:rPr>
                <w:rtl/>
              </w:rPr>
              <w:t>هن</w:t>
            </w:r>
            <w:r>
              <w:rPr>
                <w:rtl/>
              </w:rPr>
              <w:t xml:space="preserve"> </w:t>
            </w:r>
            <w:r w:rsidRPr="009647FC">
              <w:rPr>
                <w:rtl/>
              </w:rPr>
              <w:t>يتائمُ</w:t>
            </w:r>
            <w:r w:rsidRPr="00725071">
              <w:rPr>
                <w:rStyle w:val="libPoemTiniChar0"/>
                <w:rtl/>
              </w:rPr>
              <w:br/>
              <w:t> </w:t>
            </w:r>
          </w:p>
        </w:tc>
      </w:tr>
      <w:tr w:rsidR="00811B70" w:rsidRPr="00524A24" w:rsidTr="00811B70">
        <w:trPr>
          <w:trHeight w:val="350"/>
        </w:trPr>
        <w:tc>
          <w:tcPr>
            <w:tcW w:w="3902" w:type="dxa"/>
          </w:tcPr>
          <w:p w:rsidR="00811B70" w:rsidRPr="00524A24" w:rsidRDefault="00811B70" w:rsidP="00693B01">
            <w:pPr>
              <w:pStyle w:val="libPoem"/>
            </w:pPr>
            <w:r w:rsidRPr="009647FC">
              <w:rPr>
                <w:rtl/>
              </w:rPr>
              <w:t>ومدره</w:t>
            </w:r>
            <w:r w:rsidR="004C00A8">
              <w:rPr>
                <w:rtl/>
              </w:rPr>
              <w:t xml:space="preserve"> </w:t>
            </w:r>
            <w:r w:rsidR="00A72677" w:rsidRPr="009647FC">
              <w:rPr>
                <w:rtl/>
              </w:rPr>
              <w:t>قو</w:t>
            </w:r>
            <w:r w:rsidRPr="009647FC">
              <w:rPr>
                <w:rtl/>
              </w:rPr>
              <w:t>لٍ</w:t>
            </w:r>
            <w:r>
              <w:rPr>
                <w:rtl/>
              </w:rPr>
              <w:t xml:space="preserve"> </w:t>
            </w:r>
            <w:r w:rsidR="00A72677" w:rsidRPr="009647FC">
              <w:rPr>
                <w:rtl/>
              </w:rPr>
              <w:t>يغ</w:t>
            </w:r>
            <w:r w:rsidRPr="009647FC">
              <w:rPr>
                <w:rtl/>
              </w:rPr>
              <w:t>تدي</w:t>
            </w:r>
            <w:r>
              <w:rPr>
                <w:rtl/>
              </w:rPr>
              <w:t xml:space="preserve"> </w:t>
            </w:r>
            <w:r w:rsidRPr="009647FC">
              <w:rPr>
                <w:rtl/>
              </w:rPr>
              <w:t>و</w:t>
            </w:r>
            <w:r w:rsidR="00A72677" w:rsidRPr="009647FC">
              <w:rPr>
                <w:rtl/>
              </w:rPr>
              <w:t>لس</w:t>
            </w:r>
            <w:r w:rsidRPr="009647FC">
              <w:rPr>
                <w:rtl/>
              </w:rPr>
              <w:t>انه</w:t>
            </w:r>
            <w:r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A72677" w:rsidP="00693B01">
            <w:pPr>
              <w:pStyle w:val="libPoem"/>
            </w:pPr>
            <w:r w:rsidRPr="009647FC">
              <w:rPr>
                <w:rtl/>
              </w:rPr>
              <w:t>لو</w:t>
            </w:r>
            <w:r w:rsidR="00811B70" w:rsidRPr="009647FC">
              <w:rPr>
                <w:rtl/>
              </w:rPr>
              <w:t>جه</w:t>
            </w:r>
            <w:r w:rsidR="00811B70">
              <w:rPr>
                <w:rtl/>
              </w:rPr>
              <w:t xml:space="preserve"> </w:t>
            </w:r>
            <w:r w:rsidR="00811B70" w:rsidRPr="009647FC">
              <w:rPr>
                <w:rtl/>
              </w:rPr>
              <w:t>ا</w:t>
            </w:r>
            <w:r w:rsidRPr="009647FC">
              <w:rPr>
                <w:rtl/>
              </w:rPr>
              <w:t>لخ</w:t>
            </w:r>
            <w:r w:rsidR="00811B70" w:rsidRPr="009647FC">
              <w:rPr>
                <w:rtl/>
              </w:rPr>
              <w:t>صوم</w:t>
            </w:r>
            <w:r w:rsidR="00811B70">
              <w:rPr>
                <w:rtl/>
              </w:rPr>
              <w:t xml:space="preserve"> </w:t>
            </w:r>
            <w:r w:rsidR="00811B70" w:rsidRPr="009647FC">
              <w:rPr>
                <w:rtl/>
              </w:rPr>
              <w:t>اللد</w:t>
            </w:r>
            <w:r w:rsidR="00811B70">
              <w:rPr>
                <w:rtl/>
              </w:rPr>
              <w:t xml:space="preserve"> </w:t>
            </w:r>
            <w:r w:rsidR="00811B70" w:rsidRPr="009647FC">
              <w:rPr>
                <w:rtl/>
              </w:rPr>
              <w:t>بالخزي</w:t>
            </w:r>
            <w:r w:rsidR="00811B70">
              <w:rPr>
                <w:rtl/>
              </w:rPr>
              <w:t xml:space="preserve"> </w:t>
            </w:r>
            <w:r w:rsidR="00811B70" w:rsidRPr="009647FC">
              <w:rPr>
                <w:rtl/>
              </w:rPr>
              <w:t>واسمُ</w:t>
            </w:r>
            <w:r w:rsidR="00811B70" w:rsidRPr="00725071">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9647FC">
              <w:rPr>
                <w:rtl/>
              </w:rPr>
              <w:t>ينا</w:t>
            </w:r>
            <w:r w:rsidR="00811B70" w:rsidRPr="009647FC">
              <w:rPr>
                <w:rtl/>
              </w:rPr>
              <w:t>ل</w:t>
            </w:r>
            <w:r w:rsidR="00811B70">
              <w:rPr>
                <w:rtl/>
              </w:rPr>
              <w:t xml:space="preserve"> </w:t>
            </w:r>
            <w:r w:rsidRPr="009647FC">
              <w:rPr>
                <w:rtl/>
              </w:rPr>
              <w:t>بأ</w:t>
            </w:r>
            <w:r w:rsidR="00811B70" w:rsidRPr="009647FC">
              <w:rPr>
                <w:rtl/>
              </w:rPr>
              <w:t>طراف</w:t>
            </w:r>
            <w:r w:rsidR="00811B70">
              <w:rPr>
                <w:rtl/>
              </w:rPr>
              <w:t xml:space="preserve"> </w:t>
            </w:r>
            <w:r w:rsidR="00811B70" w:rsidRPr="009647FC">
              <w:rPr>
                <w:rtl/>
              </w:rPr>
              <w:t>ا</w:t>
            </w:r>
            <w:r w:rsidRPr="009647FC">
              <w:rPr>
                <w:rtl/>
              </w:rPr>
              <w:t>لي</w:t>
            </w:r>
            <w:r w:rsidR="00811B70" w:rsidRPr="009647FC">
              <w:rPr>
                <w:rtl/>
              </w:rPr>
              <w:t>راع</w:t>
            </w:r>
            <w:r w:rsidR="00811B70">
              <w:rPr>
                <w:rtl/>
              </w:rPr>
              <w:t xml:space="preserve"> </w:t>
            </w:r>
            <w:r w:rsidRPr="009647FC">
              <w:rPr>
                <w:rtl/>
              </w:rPr>
              <w:t>بن</w:t>
            </w:r>
            <w:r w:rsidR="00811B70" w:rsidRPr="009647FC">
              <w:rPr>
                <w:rtl/>
              </w:rPr>
              <w:t>انه</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A72677" w:rsidP="00693B01">
            <w:pPr>
              <w:pStyle w:val="libPoem"/>
            </w:pPr>
            <w:r w:rsidRPr="009647FC">
              <w:rPr>
                <w:rtl/>
              </w:rPr>
              <w:t>من</w:t>
            </w:r>
            <w:r w:rsidR="00811B70">
              <w:rPr>
                <w:rtl/>
              </w:rPr>
              <w:t xml:space="preserve"> </w:t>
            </w:r>
            <w:r w:rsidR="00811B70" w:rsidRPr="009647FC">
              <w:rPr>
                <w:rtl/>
              </w:rPr>
              <w:t>ا</w:t>
            </w:r>
            <w:r w:rsidRPr="009647FC">
              <w:rPr>
                <w:rtl/>
              </w:rPr>
              <w:t>لخ</w:t>
            </w:r>
            <w:r w:rsidR="00811B70" w:rsidRPr="009647FC">
              <w:rPr>
                <w:rtl/>
              </w:rPr>
              <w:t>صم</w:t>
            </w:r>
            <w:r w:rsidR="00811B70">
              <w:rPr>
                <w:rtl/>
              </w:rPr>
              <w:t xml:space="preserve"> </w:t>
            </w:r>
            <w:r w:rsidR="00811B70" w:rsidRPr="009647FC">
              <w:rPr>
                <w:rtl/>
              </w:rPr>
              <w:t>ما</w:t>
            </w:r>
            <w:r w:rsidR="00811B70">
              <w:rPr>
                <w:rtl/>
              </w:rPr>
              <w:t xml:space="preserve"> </w:t>
            </w:r>
            <w:r w:rsidR="00811B70" w:rsidRPr="009647FC">
              <w:rPr>
                <w:rtl/>
              </w:rPr>
              <w:t>ليست</w:t>
            </w:r>
            <w:r w:rsidR="00811B70">
              <w:rPr>
                <w:rtl/>
              </w:rPr>
              <w:t xml:space="preserve"> </w:t>
            </w:r>
            <w:r w:rsidR="00811B70" w:rsidRPr="009647FC">
              <w:rPr>
                <w:rtl/>
              </w:rPr>
              <w:t>تنال</w:t>
            </w:r>
            <w:r w:rsidR="00811B70">
              <w:rPr>
                <w:rtl/>
              </w:rPr>
              <w:t xml:space="preserve"> </w:t>
            </w:r>
            <w:r w:rsidR="00811B70" w:rsidRPr="009647FC">
              <w:rPr>
                <w:rtl/>
              </w:rPr>
              <w:t>اللهاذمُ</w:t>
            </w:r>
            <w:r w:rsidR="00811B70" w:rsidRPr="00725071">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9647FC">
              <w:rPr>
                <w:rtl/>
              </w:rPr>
              <w:t>فأ</w:t>
            </w:r>
            <w:r w:rsidR="00D53C75" w:rsidRPr="009647FC">
              <w:rPr>
                <w:rtl/>
              </w:rPr>
              <w:t>قلامه</w:t>
            </w:r>
            <w:r w:rsidR="00D53C75">
              <w:rPr>
                <w:rtl/>
              </w:rPr>
              <w:t xml:space="preserve"> </w:t>
            </w:r>
            <w:r w:rsidRPr="009647FC">
              <w:rPr>
                <w:rtl/>
              </w:rPr>
              <w:t>حق</w:t>
            </w:r>
            <w:r w:rsidR="00D53C75" w:rsidRPr="009647FC">
              <w:rPr>
                <w:rtl/>
              </w:rPr>
              <w:t>ّاً</w:t>
            </w:r>
            <w:r w:rsidR="00D53C75">
              <w:rPr>
                <w:rtl/>
              </w:rPr>
              <w:t xml:space="preserve"> </w:t>
            </w:r>
            <w:r w:rsidRPr="009647FC">
              <w:rPr>
                <w:rtl/>
              </w:rPr>
              <w:t>قن</w:t>
            </w:r>
            <w:r w:rsidR="00D53C75" w:rsidRPr="009647FC">
              <w:rPr>
                <w:rtl/>
              </w:rPr>
              <w:t>ا</w:t>
            </w:r>
            <w:r w:rsidR="00D53C75">
              <w:rPr>
                <w:rtl/>
              </w:rPr>
              <w:t xml:space="preserve"> </w:t>
            </w:r>
            <w:r w:rsidR="00D53C75" w:rsidRPr="009647FC">
              <w:rPr>
                <w:rtl/>
              </w:rPr>
              <w:t>ا</w:t>
            </w:r>
            <w:r w:rsidRPr="009647FC">
              <w:rPr>
                <w:rtl/>
              </w:rPr>
              <w:t>لخ</w:t>
            </w:r>
            <w:r w:rsidR="00D53C75" w:rsidRPr="009647FC">
              <w:rPr>
                <w:rtl/>
              </w:rPr>
              <w:t>ط</w:t>
            </w:r>
            <w:r w:rsidR="00D53C75">
              <w:rPr>
                <w:rtl/>
              </w:rPr>
              <w:t xml:space="preserve"> </w:t>
            </w:r>
            <w:r w:rsidR="00D53C75" w:rsidRPr="009647FC">
              <w:rPr>
                <w:rtl/>
              </w:rPr>
              <w:t>لا</w:t>
            </w:r>
            <w:r w:rsidR="00D53C75">
              <w:rPr>
                <w:rtl/>
              </w:rPr>
              <w:t xml:space="preserve"> </w:t>
            </w:r>
            <w:r w:rsidR="00D53C75" w:rsidRPr="009647FC">
              <w:rPr>
                <w:rtl/>
              </w:rPr>
              <w:t>القنا</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D53C75" w:rsidP="00693B01">
            <w:pPr>
              <w:pStyle w:val="libPoem"/>
            </w:pPr>
            <w:r w:rsidRPr="009647FC">
              <w:rPr>
                <w:rtl/>
              </w:rPr>
              <w:t>وآراؤه</w:t>
            </w:r>
            <w:r w:rsidR="004C00A8">
              <w:rPr>
                <w:rtl/>
              </w:rPr>
              <w:t xml:space="preserve"> </w:t>
            </w:r>
            <w:r w:rsidRPr="009647FC">
              <w:rPr>
                <w:rtl/>
              </w:rPr>
              <w:t>لا</w:t>
            </w:r>
            <w:r>
              <w:rPr>
                <w:rtl/>
              </w:rPr>
              <w:t xml:space="preserve"> </w:t>
            </w:r>
            <w:r w:rsidRPr="009647FC">
              <w:rPr>
                <w:rtl/>
              </w:rPr>
              <w:t>ا</w:t>
            </w:r>
            <w:r w:rsidR="00A72677" w:rsidRPr="009647FC">
              <w:rPr>
                <w:rtl/>
              </w:rPr>
              <w:t>لمر</w:t>
            </w:r>
            <w:r w:rsidRPr="009647FC">
              <w:rPr>
                <w:rtl/>
              </w:rPr>
              <w:t>هفات</w:t>
            </w:r>
            <w:r>
              <w:rPr>
                <w:rtl/>
              </w:rPr>
              <w:t xml:space="preserve"> </w:t>
            </w:r>
            <w:r w:rsidRPr="009647FC">
              <w:rPr>
                <w:rtl/>
              </w:rPr>
              <w:t>ا</w:t>
            </w:r>
            <w:r w:rsidR="00A72677" w:rsidRPr="009647FC">
              <w:rPr>
                <w:rtl/>
              </w:rPr>
              <w:t>لص</w:t>
            </w:r>
            <w:r w:rsidRPr="009647FC">
              <w:rPr>
                <w:rtl/>
              </w:rPr>
              <w:t>وارمُ</w:t>
            </w:r>
            <w:r w:rsidR="00811B70" w:rsidRPr="00725071">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9647FC">
              <w:rPr>
                <w:rtl/>
              </w:rPr>
              <w:t>حم</w:t>
            </w:r>
            <w:r w:rsidR="00D53C75" w:rsidRPr="009647FC">
              <w:rPr>
                <w:rtl/>
              </w:rPr>
              <w:t>ى</w:t>
            </w:r>
            <w:r w:rsidR="00D53C75">
              <w:rPr>
                <w:rtl/>
              </w:rPr>
              <w:t xml:space="preserve"> </w:t>
            </w:r>
            <w:r w:rsidR="00D53C75" w:rsidRPr="009647FC">
              <w:rPr>
                <w:rtl/>
              </w:rPr>
              <w:t>الله</w:t>
            </w:r>
            <w:r w:rsidR="00D53C75">
              <w:rPr>
                <w:rtl/>
              </w:rPr>
              <w:t xml:space="preserve"> </w:t>
            </w:r>
            <w:r w:rsidR="00D53C75" w:rsidRPr="009647FC">
              <w:rPr>
                <w:rtl/>
              </w:rPr>
              <w:t>فيه</w:t>
            </w:r>
            <w:r w:rsidR="00D53C75">
              <w:rPr>
                <w:rtl/>
              </w:rPr>
              <w:t xml:space="preserve"> </w:t>
            </w:r>
            <w:r w:rsidR="00D53C75" w:rsidRPr="009647FC">
              <w:rPr>
                <w:rtl/>
              </w:rPr>
              <w:t>حوزة</w:t>
            </w:r>
            <w:r w:rsidR="00D53C75">
              <w:rPr>
                <w:rtl/>
              </w:rPr>
              <w:t xml:space="preserve"> </w:t>
            </w:r>
            <w:r w:rsidR="00D53C75" w:rsidRPr="009647FC">
              <w:rPr>
                <w:rtl/>
              </w:rPr>
              <w:t>الدين</w:t>
            </w:r>
            <w:r w:rsidR="00D53C75">
              <w:rPr>
                <w:rtl/>
              </w:rPr>
              <w:t xml:space="preserve"> </w:t>
            </w:r>
            <w:r w:rsidR="00D53C75" w:rsidRPr="009647FC">
              <w:rPr>
                <w:rtl/>
              </w:rPr>
              <w:t>واغتدت</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A72677" w:rsidP="00693B01">
            <w:pPr>
              <w:pStyle w:val="libPoem"/>
            </w:pPr>
            <w:r w:rsidRPr="009647FC">
              <w:rPr>
                <w:rtl/>
              </w:rPr>
              <w:t>تص</w:t>
            </w:r>
            <w:r w:rsidR="00D53C75" w:rsidRPr="009647FC">
              <w:rPr>
                <w:rtl/>
              </w:rPr>
              <w:t>انُ</w:t>
            </w:r>
            <w:r w:rsidR="00D53C75">
              <w:rPr>
                <w:rtl/>
              </w:rPr>
              <w:t xml:space="preserve"> </w:t>
            </w:r>
            <w:r w:rsidR="00D53C75" w:rsidRPr="009647FC">
              <w:rPr>
                <w:rtl/>
              </w:rPr>
              <w:t>لأ</w:t>
            </w:r>
            <w:r w:rsidRPr="009647FC">
              <w:rPr>
                <w:rtl/>
              </w:rPr>
              <w:t>هل</w:t>
            </w:r>
            <w:r w:rsidR="00D53C75">
              <w:rPr>
                <w:rtl/>
              </w:rPr>
              <w:t xml:space="preserve"> </w:t>
            </w:r>
            <w:r w:rsidR="00D53C75" w:rsidRPr="009647FC">
              <w:rPr>
                <w:rtl/>
              </w:rPr>
              <w:t>ا</w:t>
            </w:r>
            <w:r w:rsidRPr="009647FC">
              <w:rPr>
                <w:rtl/>
              </w:rPr>
              <w:t>لح</w:t>
            </w:r>
            <w:r w:rsidR="00D53C75" w:rsidRPr="009647FC">
              <w:rPr>
                <w:rtl/>
              </w:rPr>
              <w:t>ق</w:t>
            </w:r>
            <w:r w:rsidR="00D53C75">
              <w:rPr>
                <w:rtl/>
              </w:rPr>
              <w:t xml:space="preserve"> </w:t>
            </w:r>
            <w:r w:rsidR="00D53C75" w:rsidRPr="009647FC">
              <w:rPr>
                <w:rtl/>
              </w:rPr>
              <w:t>فيه</w:t>
            </w:r>
            <w:r w:rsidR="00D53C75">
              <w:rPr>
                <w:rtl/>
              </w:rPr>
              <w:t xml:space="preserve"> </w:t>
            </w:r>
            <w:r w:rsidR="00D53C75" w:rsidRPr="009647FC">
              <w:rPr>
                <w:rtl/>
              </w:rPr>
              <w:t>المحارمُ</w:t>
            </w:r>
            <w:r w:rsidR="00811B70" w:rsidRPr="00725071">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9647FC">
              <w:rPr>
                <w:rtl/>
              </w:rPr>
              <w:t>في</w:t>
            </w:r>
            <w:r w:rsidR="00D53C75" w:rsidRPr="009647FC">
              <w:rPr>
                <w:rtl/>
              </w:rPr>
              <w:t>ا</w:t>
            </w:r>
            <w:r w:rsidR="00D53C75">
              <w:rPr>
                <w:rtl/>
              </w:rPr>
              <w:t xml:space="preserve"> </w:t>
            </w:r>
            <w:r w:rsidRPr="009647FC">
              <w:rPr>
                <w:rtl/>
              </w:rPr>
              <w:t>من</w:t>
            </w:r>
            <w:r w:rsidR="00D53C75" w:rsidRPr="009647FC">
              <w:rPr>
                <w:rtl/>
              </w:rPr>
              <w:t>سياً</w:t>
            </w:r>
            <w:r w:rsidR="00D53C75">
              <w:rPr>
                <w:rtl/>
              </w:rPr>
              <w:t xml:space="preserve"> </w:t>
            </w:r>
            <w:r w:rsidRPr="009647FC">
              <w:rPr>
                <w:rtl/>
              </w:rPr>
              <w:t>با</w:t>
            </w:r>
            <w:r w:rsidR="00D53C75" w:rsidRPr="009647FC">
              <w:rPr>
                <w:rtl/>
              </w:rPr>
              <w:t>لجود</w:t>
            </w:r>
            <w:r w:rsidR="00D53C75">
              <w:rPr>
                <w:rtl/>
              </w:rPr>
              <w:t xml:space="preserve"> </w:t>
            </w:r>
            <w:r w:rsidRPr="009647FC">
              <w:rPr>
                <w:rtl/>
              </w:rPr>
              <w:t>مع</w:t>
            </w:r>
            <w:r w:rsidR="00D53C75" w:rsidRPr="009647FC">
              <w:rPr>
                <w:rtl/>
              </w:rPr>
              <w:t>ناً</w:t>
            </w:r>
            <w:r w:rsidR="00D53C75">
              <w:rPr>
                <w:rtl/>
              </w:rPr>
              <w:t xml:space="preserve"> </w:t>
            </w:r>
            <w:r w:rsidR="00D53C75" w:rsidRPr="009647FC">
              <w:rPr>
                <w:rtl/>
              </w:rPr>
              <w:t>وحاتما</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D53C75" w:rsidP="00693B01">
            <w:pPr>
              <w:pStyle w:val="libPoem"/>
            </w:pPr>
            <w:r w:rsidRPr="009647FC">
              <w:rPr>
                <w:rtl/>
              </w:rPr>
              <w:t>ألاّ</w:t>
            </w:r>
            <w:r w:rsidR="004C00A8">
              <w:rPr>
                <w:rtl/>
              </w:rPr>
              <w:t xml:space="preserve"> </w:t>
            </w:r>
            <w:r w:rsidRPr="009647FC">
              <w:rPr>
                <w:rtl/>
              </w:rPr>
              <w:t>إنّ</w:t>
            </w:r>
            <w:r>
              <w:rPr>
                <w:rtl/>
              </w:rPr>
              <w:t xml:space="preserve"> </w:t>
            </w:r>
            <w:r w:rsidR="00A72677" w:rsidRPr="009647FC">
              <w:rPr>
                <w:rtl/>
              </w:rPr>
              <w:t>مع</w:t>
            </w:r>
            <w:r w:rsidRPr="009647FC">
              <w:rPr>
                <w:rtl/>
              </w:rPr>
              <w:t>نىً</w:t>
            </w:r>
            <w:r>
              <w:rPr>
                <w:rtl/>
              </w:rPr>
              <w:t xml:space="preserve"> </w:t>
            </w:r>
            <w:r w:rsidR="00A72677" w:rsidRPr="009647FC">
              <w:rPr>
                <w:rtl/>
              </w:rPr>
              <w:t>من</w:t>
            </w:r>
            <w:r>
              <w:rPr>
                <w:rtl/>
              </w:rPr>
              <w:t xml:space="preserve"> </w:t>
            </w:r>
            <w:r w:rsidR="00A72677" w:rsidRPr="009647FC">
              <w:rPr>
                <w:rtl/>
              </w:rPr>
              <w:t>مع</w:t>
            </w:r>
            <w:r w:rsidRPr="009647FC">
              <w:rPr>
                <w:rtl/>
              </w:rPr>
              <w:t>انيك</w:t>
            </w:r>
            <w:r>
              <w:rPr>
                <w:rtl/>
              </w:rPr>
              <w:t xml:space="preserve"> </w:t>
            </w:r>
            <w:r w:rsidRPr="009647FC">
              <w:rPr>
                <w:rtl/>
              </w:rPr>
              <w:t>حاتمُ</w:t>
            </w:r>
            <w:r w:rsidR="00811B70" w:rsidRPr="00725071">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9647FC">
              <w:rPr>
                <w:rtl/>
              </w:rPr>
              <w:t>مح</w:t>
            </w:r>
            <w:r w:rsidR="00D53C75" w:rsidRPr="009647FC">
              <w:rPr>
                <w:rtl/>
              </w:rPr>
              <w:t>يّاك</w:t>
            </w:r>
            <w:r w:rsidR="00677BC4">
              <w:rPr>
                <w:rtl/>
              </w:rPr>
              <w:t>َ</w:t>
            </w:r>
            <w:r w:rsidR="004C00A8">
              <w:rPr>
                <w:rtl/>
              </w:rPr>
              <w:t xml:space="preserve"> </w:t>
            </w:r>
            <w:r w:rsidRPr="009647FC">
              <w:rPr>
                <w:rtl/>
              </w:rPr>
              <w:t>صا</w:t>
            </w:r>
            <w:r w:rsidR="00D53C75" w:rsidRPr="009647FC">
              <w:rPr>
                <w:rtl/>
              </w:rPr>
              <w:t>حٍ</w:t>
            </w:r>
            <w:r w:rsidR="00D53C75">
              <w:rPr>
                <w:rtl/>
              </w:rPr>
              <w:t xml:space="preserve"> </w:t>
            </w:r>
            <w:r w:rsidR="00D53C75" w:rsidRPr="009647FC">
              <w:rPr>
                <w:rtl/>
              </w:rPr>
              <w:t>يمطر</w:t>
            </w:r>
            <w:r w:rsidR="00D53C75">
              <w:rPr>
                <w:rtl/>
              </w:rPr>
              <w:t xml:space="preserve"> </w:t>
            </w:r>
            <w:r w:rsidR="00D53C75" w:rsidRPr="009647FC">
              <w:rPr>
                <w:rtl/>
              </w:rPr>
              <w:t>البشر</w:t>
            </w:r>
            <w:r w:rsidR="00677BC4">
              <w:rPr>
                <w:rtl/>
              </w:rPr>
              <w:t>َ</w:t>
            </w:r>
            <w:r w:rsidR="00D53C75">
              <w:rPr>
                <w:rtl/>
              </w:rPr>
              <w:t xml:space="preserve"> </w:t>
            </w:r>
            <w:r w:rsidR="00D53C75" w:rsidRPr="009647FC">
              <w:rPr>
                <w:rtl/>
              </w:rPr>
              <w:t>دائما</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D53C75" w:rsidP="00693B01">
            <w:pPr>
              <w:pStyle w:val="libPoem"/>
            </w:pPr>
            <w:r w:rsidRPr="009647FC">
              <w:rPr>
                <w:rtl/>
              </w:rPr>
              <w:t>و</w:t>
            </w:r>
            <w:r w:rsidR="00A72677" w:rsidRPr="009647FC">
              <w:rPr>
                <w:rtl/>
              </w:rPr>
              <w:t>كف</w:t>
            </w:r>
            <w:r w:rsidRPr="009647FC">
              <w:rPr>
                <w:rtl/>
              </w:rPr>
              <w:t>ُّك</w:t>
            </w:r>
            <w:r>
              <w:rPr>
                <w:rtl/>
              </w:rPr>
              <w:t xml:space="preserve"> </w:t>
            </w:r>
            <w:r w:rsidR="00A72677" w:rsidRPr="009647FC">
              <w:rPr>
                <w:rtl/>
              </w:rPr>
              <w:t>با</w:t>
            </w:r>
            <w:r w:rsidRPr="009647FC">
              <w:rPr>
                <w:rtl/>
              </w:rPr>
              <w:t>لجدوى</w:t>
            </w:r>
            <w:r>
              <w:rPr>
                <w:rtl/>
              </w:rPr>
              <w:t xml:space="preserve"> </w:t>
            </w:r>
            <w:r w:rsidR="00A72677" w:rsidRPr="009647FC">
              <w:rPr>
                <w:rtl/>
              </w:rPr>
              <w:t>لر</w:t>
            </w:r>
            <w:r w:rsidRPr="009647FC">
              <w:rPr>
                <w:rtl/>
              </w:rPr>
              <w:t>اجيك</w:t>
            </w:r>
            <w:r>
              <w:rPr>
                <w:rtl/>
              </w:rPr>
              <w:t xml:space="preserve"> </w:t>
            </w:r>
            <w:r w:rsidR="00A72677" w:rsidRPr="009647FC">
              <w:rPr>
                <w:rtl/>
              </w:rPr>
              <w:t>غا</w:t>
            </w:r>
            <w:r w:rsidRPr="009647FC">
              <w:rPr>
                <w:rtl/>
              </w:rPr>
              <w:t>ئمُ</w:t>
            </w:r>
            <w:r w:rsidR="00811B70" w:rsidRPr="00725071">
              <w:rPr>
                <w:rStyle w:val="libPoemTiniChar0"/>
                <w:rtl/>
              </w:rPr>
              <w:br/>
              <w:t> </w:t>
            </w:r>
          </w:p>
        </w:tc>
      </w:tr>
      <w:tr w:rsidR="00811B70" w:rsidRPr="00524A24" w:rsidTr="00811B70">
        <w:trPr>
          <w:trHeight w:val="350"/>
        </w:trPr>
        <w:tc>
          <w:tcPr>
            <w:tcW w:w="3902" w:type="dxa"/>
          </w:tcPr>
          <w:p w:rsidR="00811B70" w:rsidRPr="00524A24" w:rsidRDefault="00D53C75" w:rsidP="00693B01">
            <w:pPr>
              <w:pStyle w:val="libPoem"/>
            </w:pPr>
            <w:r w:rsidRPr="009647FC">
              <w:rPr>
                <w:rtl/>
              </w:rPr>
              <w:t>و</w:t>
            </w:r>
            <w:r w:rsidR="00A72677" w:rsidRPr="009647FC">
              <w:rPr>
                <w:rtl/>
              </w:rPr>
              <w:t>تخ</w:t>
            </w:r>
            <w:r w:rsidRPr="009647FC">
              <w:rPr>
                <w:rtl/>
              </w:rPr>
              <w:t>فض</w:t>
            </w:r>
            <w:r w:rsidR="004C00A8">
              <w:rPr>
                <w:rtl/>
              </w:rPr>
              <w:t xml:space="preserve"> </w:t>
            </w:r>
            <w:r w:rsidRPr="009647FC">
              <w:rPr>
                <w:rtl/>
              </w:rPr>
              <w:t>جنحاً</w:t>
            </w:r>
            <w:r>
              <w:rPr>
                <w:rtl/>
              </w:rPr>
              <w:t xml:space="preserve"> </w:t>
            </w:r>
            <w:r w:rsidRPr="009647FC">
              <w:rPr>
                <w:rtl/>
              </w:rPr>
              <w:t>قد</w:t>
            </w:r>
            <w:r>
              <w:rPr>
                <w:rtl/>
              </w:rPr>
              <w:t xml:space="preserve"> </w:t>
            </w:r>
            <w:r w:rsidRPr="009647FC">
              <w:rPr>
                <w:rtl/>
              </w:rPr>
              <w:t>سما</w:t>
            </w:r>
            <w:r>
              <w:rPr>
                <w:rtl/>
              </w:rPr>
              <w:t xml:space="preserve"> </w:t>
            </w:r>
            <w:r w:rsidRPr="009647FC">
              <w:rPr>
                <w:rtl/>
              </w:rPr>
              <w:t>بك</w:t>
            </w:r>
            <w:r>
              <w:rPr>
                <w:rtl/>
              </w:rPr>
              <w:t xml:space="preserve"> </w:t>
            </w:r>
            <w:r w:rsidRPr="009647FC">
              <w:rPr>
                <w:rtl/>
              </w:rPr>
              <w:t>فارتقى</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D53C75" w:rsidP="00693B01">
            <w:pPr>
              <w:pStyle w:val="libPoem"/>
            </w:pPr>
            <w:r w:rsidRPr="009647FC">
              <w:rPr>
                <w:rtl/>
              </w:rPr>
              <w:t>إ</w:t>
            </w:r>
            <w:r w:rsidR="00A72677" w:rsidRPr="009647FC">
              <w:rPr>
                <w:rtl/>
              </w:rPr>
              <w:t>لى</w:t>
            </w:r>
            <w:r>
              <w:rPr>
                <w:rtl/>
              </w:rPr>
              <w:t xml:space="preserve"> </w:t>
            </w:r>
            <w:r w:rsidR="00A72677" w:rsidRPr="009647FC">
              <w:rPr>
                <w:rtl/>
              </w:rPr>
              <w:t>حي</w:t>
            </w:r>
            <w:r w:rsidRPr="009647FC">
              <w:rPr>
                <w:rtl/>
              </w:rPr>
              <w:t>ث</w:t>
            </w:r>
            <w:r>
              <w:rPr>
                <w:rtl/>
              </w:rPr>
              <w:t xml:space="preserve"> </w:t>
            </w:r>
            <w:r w:rsidRPr="009647FC">
              <w:rPr>
                <w:rtl/>
              </w:rPr>
              <w:t>لا</w:t>
            </w:r>
            <w:r>
              <w:rPr>
                <w:rtl/>
              </w:rPr>
              <w:t xml:space="preserve"> </w:t>
            </w:r>
            <w:r w:rsidRPr="009647FC">
              <w:rPr>
                <w:rtl/>
              </w:rPr>
              <w:t>بالنسر</w:t>
            </w:r>
            <w:r>
              <w:rPr>
                <w:rtl/>
              </w:rPr>
              <w:t xml:space="preserve"> </w:t>
            </w:r>
            <w:r w:rsidRPr="009647FC">
              <w:rPr>
                <w:rtl/>
              </w:rPr>
              <w:t>تسمو</w:t>
            </w:r>
            <w:r>
              <w:rPr>
                <w:rtl/>
              </w:rPr>
              <w:t xml:space="preserve"> </w:t>
            </w:r>
            <w:r w:rsidRPr="009647FC">
              <w:rPr>
                <w:rtl/>
              </w:rPr>
              <w:t>القوادمُ</w:t>
            </w:r>
            <w:r w:rsidR="00811B70" w:rsidRPr="00725071">
              <w:rPr>
                <w:rStyle w:val="libPoemTiniChar0"/>
                <w:rtl/>
              </w:rPr>
              <w:br/>
              <w:t> </w:t>
            </w:r>
          </w:p>
        </w:tc>
      </w:tr>
      <w:tr w:rsidR="00811B70" w:rsidRPr="00524A24" w:rsidTr="00811B70">
        <w:trPr>
          <w:trHeight w:val="350"/>
        </w:trPr>
        <w:tc>
          <w:tcPr>
            <w:tcW w:w="3902" w:type="dxa"/>
          </w:tcPr>
          <w:p w:rsidR="00811B70" w:rsidRPr="00524A24" w:rsidRDefault="00D53C75" w:rsidP="00693B01">
            <w:pPr>
              <w:pStyle w:val="libPoem"/>
            </w:pPr>
            <w:r w:rsidRPr="009647FC">
              <w:rPr>
                <w:rtl/>
              </w:rPr>
              <w:t>تدارك</w:t>
            </w:r>
            <w:r>
              <w:rPr>
                <w:rtl/>
              </w:rPr>
              <w:t xml:space="preserve"> </w:t>
            </w:r>
            <w:r w:rsidR="00A72677" w:rsidRPr="009647FC">
              <w:rPr>
                <w:rtl/>
              </w:rPr>
              <w:t>فيه</w:t>
            </w:r>
            <w:r>
              <w:rPr>
                <w:rtl/>
              </w:rPr>
              <w:t xml:space="preserve"> </w:t>
            </w:r>
            <w:r w:rsidRPr="009647FC">
              <w:rPr>
                <w:rtl/>
              </w:rPr>
              <w:t>اللهُ</w:t>
            </w:r>
            <w:r>
              <w:rPr>
                <w:rtl/>
              </w:rPr>
              <w:t xml:space="preserve"> </w:t>
            </w:r>
            <w:r w:rsidRPr="009647FC">
              <w:rPr>
                <w:rtl/>
              </w:rPr>
              <w:t>أ</w:t>
            </w:r>
            <w:r w:rsidR="00A72677" w:rsidRPr="009647FC">
              <w:rPr>
                <w:rtl/>
              </w:rPr>
              <w:t>حك</w:t>
            </w:r>
            <w:r w:rsidRPr="009647FC">
              <w:rPr>
                <w:rtl/>
              </w:rPr>
              <w:t>ام</w:t>
            </w:r>
            <w:r w:rsidR="00677BC4">
              <w:rPr>
                <w:rtl/>
              </w:rPr>
              <w:t>َ</w:t>
            </w:r>
            <w:r>
              <w:rPr>
                <w:rtl/>
              </w:rPr>
              <w:t xml:space="preserve"> </w:t>
            </w:r>
            <w:r w:rsidR="00A72677" w:rsidRPr="009647FC">
              <w:rPr>
                <w:rtl/>
              </w:rPr>
              <w:t>مل</w:t>
            </w:r>
            <w:r w:rsidRPr="009647FC">
              <w:rPr>
                <w:rtl/>
              </w:rPr>
              <w:t>ّةٍ</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A72677" w:rsidP="00693B01">
            <w:pPr>
              <w:pStyle w:val="libPoem"/>
            </w:pPr>
            <w:r w:rsidRPr="009647FC">
              <w:rPr>
                <w:rtl/>
              </w:rPr>
              <w:t>قد</w:t>
            </w:r>
            <w:r w:rsidR="00D53C75">
              <w:rPr>
                <w:rtl/>
              </w:rPr>
              <w:t xml:space="preserve"> </w:t>
            </w:r>
            <w:r w:rsidR="00D53C75" w:rsidRPr="009647FC">
              <w:rPr>
                <w:rtl/>
              </w:rPr>
              <w:t>ا</w:t>
            </w:r>
            <w:r w:rsidRPr="009647FC">
              <w:rPr>
                <w:rtl/>
              </w:rPr>
              <w:t>ند</w:t>
            </w:r>
            <w:r w:rsidR="00D53C75" w:rsidRPr="009647FC">
              <w:rPr>
                <w:rtl/>
              </w:rPr>
              <w:t>رستْ</w:t>
            </w:r>
            <w:r w:rsidR="00D53C75">
              <w:rPr>
                <w:rtl/>
              </w:rPr>
              <w:t xml:space="preserve"> </w:t>
            </w:r>
            <w:r w:rsidRPr="009647FC">
              <w:rPr>
                <w:rtl/>
              </w:rPr>
              <w:t>لو</w:t>
            </w:r>
            <w:r w:rsidR="00D53C75" w:rsidRPr="009647FC">
              <w:rPr>
                <w:rtl/>
              </w:rPr>
              <w:t>لاك</w:t>
            </w:r>
            <w:r w:rsidR="00677BC4">
              <w:rPr>
                <w:rtl/>
              </w:rPr>
              <w:t>َ</w:t>
            </w:r>
            <w:r w:rsidR="00D53C75">
              <w:rPr>
                <w:rtl/>
              </w:rPr>
              <w:t xml:space="preserve"> </w:t>
            </w:r>
            <w:r w:rsidR="00D53C75" w:rsidRPr="009647FC">
              <w:rPr>
                <w:rtl/>
              </w:rPr>
              <w:t>منها</w:t>
            </w:r>
            <w:r w:rsidR="00D53C75">
              <w:rPr>
                <w:rtl/>
              </w:rPr>
              <w:t xml:space="preserve"> </w:t>
            </w:r>
            <w:r w:rsidR="00D53C75" w:rsidRPr="009647FC">
              <w:rPr>
                <w:rtl/>
              </w:rPr>
              <w:t>المعالمُ</w:t>
            </w:r>
            <w:r w:rsidR="00811B70" w:rsidRPr="00725071">
              <w:rPr>
                <w:rStyle w:val="libPoemTiniChar0"/>
                <w:rtl/>
              </w:rPr>
              <w:br/>
              <w:t> </w:t>
            </w:r>
          </w:p>
        </w:tc>
      </w:tr>
      <w:tr w:rsidR="00811B70" w:rsidRPr="00524A24" w:rsidTr="00811B70">
        <w:trPr>
          <w:trHeight w:val="350"/>
        </w:trPr>
        <w:tc>
          <w:tcPr>
            <w:tcW w:w="3902" w:type="dxa"/>
          </w:tcPr>
          <w:p w:rsidR="00811B70" w:rsidRPr="00524A24" w:rsidRDefault="00D53C75" w:rsidP="00693B01">
            <w:pPr>
              <w:pStyle w:val="libPoem"/>
            </w:pPr>
            <w:r w:rsidRPr="009647FC">
              <w:rPr>
                <w:rtl/>
              </w:rPr>
              <w:t>ألا</w:t>
            </w:r>
            <w:r w:rsidR="004C00A8">
              <w:rPr>
                <w:rtl/>
              </w:rPr>
              <w:t xml:space="preserve"> </w:t>
            </w:r>
            <w:r w:rsidRPr="009647FC">
              <w:rPr>
                <w:rtl/>
              </w:rPr>
              <w:t>إنّ</w:t>
            </w:r>
            <w:r>
              <w:rPr>
                <w:rtl/>
              </w:rPr>
              <w:t xml:space="preserve"> </w:t>
            </w:r>
            <w:r w:rsidR="00A72677" w:rsidRPr="009647FC">
              <w:rPr>
                <w:rtl/>
              </w:rPr>
              <w:t>عي</w:t>
            </w:r>
            <w:r w:rsidRPr="009647FC">
              <w:rPr>
                <w:rtl/>
              </w:rPr>
              <w:t>ن</w:t>
            </w:r>
            <w:r w:rsidR="00677BC4">
              <w:rPr>
                <w:rtl/>
              </w:rPr>
              <w:t>َ</w:t>
            </w:r>
            <w:r>
              <w:rPr>
                <w:rtl/>
              </w:rPr>
              <w:t xml:space="preserve"> </w:t>
            </w:r>
            <w:r w:rsidRPr="009647FC">
              <w:rPr>
                <w:rtl/>
              </w:rPr>
              <w:t>ا</w:t>
            </w:r>
            <w:r w:rsidR="00A72677" w:rsidRPr="009647FC">
              <w:rPr>
                <w:rtl/>
              </w:rPr>
              <w:t>لد</w:t>
            </w:r>
            <w:r w:rsidRPr="009647FC">
              <w:rPr>
                <w:rtl/>
              </w:rPr>
              <w:t>ين</w:t>
            </w:r>
            <w:r>
              <w:rPr>
                <w:rtl/>
              </w:rPr>
              <w:t xml:space="preserve"> </w:t>
            </w:r>
            <w:r w:rsidRPr="009647FC">
              <w:rPr>
                <w:rtl/>
              </w:rPr>
              <w:t>أنت</w:t>
            </w:r>
            <w:r>
              <w:rPr>
                <w:rtl/>
              </w:rPr>
              <w:t xml:space="preserve"> </w:t>
            </w:r>
            <w:r w:rsidRPr="009647FC">
              <w:rPr>
                <w:rtl/>
              </w:rPr>
              <w:t>ضياؤها</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Default="00D53C75" w:rsidP="00693B01">
            <w:pPr>
              <w:pStyle w:val="libPoem"/>
            </w:pPr>
            <w:r w:rsidRPr="009647FC">
              <w:rPr>
                <w:rtl/>
              </w:rPr>
              <w:t>وأ</w:t>
            </w:r>
            <w:r w:rsidR="00A72677" w:rsidRPr="009647FC">
              <w:rPr>
                <w:rtl/>
              </w:rPr>
              <w:t>نت</w:t>
            </w:r>
            <w:r w:rsidR="004C00A8">
              <w:rPr>
                <w:rtl/>
              </w:rPr>
              <w:t xml:space="preserve"> </w:t>
            </w:r>
            <w:r w:rsidRPr="009647FC">
              <w:rPr>
                <w:rtl/>
              </w:rPr>
              <w:t>لها</w:t>
            </w:r>
            <w:r>
              <w:rPr>
                <w:rtl/>
              </w:rPr>
              <w:t xml:space="preserve"> </w:t>
            </w:r>
            <w:r w:rsidRPr="009647FC">
              <w:rPr>
                <w:rtl/>
              </w:rPr>
              <w:t>من</w:t>
            </w:r>
            <w:r>
              <w:rPr>
                <w:rtl/>
              </w:rPr>
              <w:t xml:space="preserve"> </w:t>
            </w:r>
            <w:r w:rsidRPr="009647FC">
              <w:rPr>
                <w:rtl/>
              </w:rPr>
              <w:t>عائر</w:t>
            </w:r>
            <w:r>
              <w:rPr>
                <w:rtl/>
              </w:rPr>
              <w:t xml:space="preserve"> </w:t>
            </w:r>
            <w:r w:rsidRPr="009647FC">
              <w:rPr>
                <w:rtl/>
              </w:rPr>
              <w:t>الشرك</w:t>
            </w:r>
            <w:r>
              <w:rPr>
                <w:rtl/>
              </w:rPr>
              <w:t xml:space="preserve"> </w:t>
            </w:r>
            <w:r w:rsidRPr="009647FC">
              <w:rPr>
                <w:rtl/>
              </w:rPr>
              <w:t>عاصمُ</w:t>
            </w:r>
            <w:r w:rsidR="00811B70" w:rsidRPr="00725071">
              <w:rPr>
                <w:rStyle w:val="libPoemTiniChar0"/>
                <w:rtl/>
              </w:rPr>
              <w:br/>
              <w:t> </w:t>
            </w:r>
          </w:p>
        </w:tc>
      </w:tr>
      <w:tr w:rsidR="00811B70" w:rsidRPr="00524A24" w:rsidTr="00811B70">
        <w:trPr>
          <w:trHeight w:val="350"/>
        </w:trPr>
        <w:tc>
          <w:tcPr>
            <w:tcW w:w="3902" w:type="dxa"/>
          </w:tcPr>
          <w:p w:rsidR="00811B70" w:rsidRPr="00524A24" w:rsidRDefault="00A72677" w:rsidP="00693B01">
            <w:pPr>
              <w:pStyle w:val="libPoem"/>
            </w:pPr>
            <w:r w:rsidRPr="00A72677">
              <w:rPr>
                <w:rtl/>
              </w:rPr>
              <w:t>شه</w:t>
            </w:r>
            <w:r w:rsidR="00D53C75" w:rsidRPr="00A72677">
              <w:rPr>
                <w:rtl/>
              </w:rPr>
              <w:t>دتُ لأ</w:t>
            </w:r>
            <w:r w:rsidRPr="00A72677">
              <w:rPr>
                <w:rtl/>
              </w:rPr>
              <w:t>هل</w:t>
            </w:r>
            <w:r w:rsidR="00D53C75" w:rsidRPr="00A72677">
              <w:rPr>
                <w:rtl/>
              </w:rPr>
              <w:t xml:space="preserve"> الفضل أنّك خيرُهم</w:t>
            </w:r>
            <w:r w:rsidR="00811B70" w:rsidRPr="00A72677">
              <w:rPr>
                <w:rStyle w:val="libPoemTiniChar0"/>
                <w:rtl/>
              </w:rPr>
              <w:br/>
              <w:t> </w:t>
            </w:r>
          </w:p>
        </w:tc>
        <w:tc>
          <w:tcPr>
            <w:tcW w:w="301" w:type="dxa"/>
          </w:tcPr>
          <w:p w:rsidR="00811B70" w:rsidRPr="00A72677" w:rsidRDefault="00811B70" w:rsidP="00693B01">
            <w:pPr>
              <w:pStyle w:val="libPoem"/>
              <w:rPr>
                <w:rtl/>
              </w:rPr>
            </w:pPr>
          </w:p>
        </w:tc>
        <w:tc>
          <w:tcPr>
            <w:tcW w:w="3884" w:type="dxa"/>
          </w:tcPr>
          <w:p w:rsidR="00811B70" w:rsidRPr="00A72677" w:rsidRDefault="00A72677" w:rsidP="00693B01">
            <w:pPr>
              <w:pStyle w:val="libPoem"/>
            </w:pPr>
            <w:r w:rsidRPr="00A72677">
              <w:rPr>
                <w:rtl/>
              </w:rPr>
              <w:t>شه</w:t>
            </w:r>
            <w:r w:rsidR="00D53C75" w:rsidRPr="00A72677">
              <w:rPr>
                <w:rtl/>
              </w:rPr>
              <w:t>ادة</w:t>
            </w:r>
            <w:r w:rsidR="00677BC4">
              <w:rPr>
                <w:rtl/>
              </w:rPr>
              <w:t>َ</w:t>
            </w:r>
            <w:r w:rsidR="004C00A8">
              <w:rPr>
                <w:rtl/>
              </w:rPr>
              <w:t xml:space="preserve"> </w:t>
            </w:r>
            <w:r w:rsidR="00D53C75" w:rsidRPr="00A72677">
              <w:rPr>
                <w:rtl/>
              </w:rPr>
              <w:t>م</w:t>
            </w:r>
            <w:r w:rsidR="00677BC4">
              <w:rPr>
                <w:rtl/>
              </w:rPr>
              <w:t>َ</w:t>
            </w:r>
            <w:r w:rsidRPr="00A72677">
              <w:rPr>
                <w:rtl/>
              </w:rPr>
              <w:t>ن</w:t>
            </w:r>
            <w:r w:rsidR="00D53C75" w:rsidRPr="00A72677">
              <w:rPr>
                <w:rtl/>
              </w:rPr>
              <w:t xml:space="preserve">ْ </w:t>
            </w:r>
            <w:r w:rsidRPr="00A72677">
              <w:rPr>
                <w:rtl/>
              </w:rPr>
              <w:t>لم</w:t>
            </w:r>
            <w:r w:rsidR="00D53C75" w:rsidRPr="00A72677">
              <w:rPr>
                <w:rtl/>
              </w:rPr>
              <w:t xml:space="preserve"> </w:t>
            </w:r>
            <w:r w:rsidRPr="00A72677">
              <w:rPr>
                <w:rtl/>
              </w:rPr>
              <w:t>تت</w:t>
            </w:r>
            <w:r w:rsidR="00D53C75" w:rsidRPr="00A72677">
              <w:rPr>
                <w:rtl/>
              </w:rPr>
              <w:t>بعه ا</w:t>
            </w:r>
            <w:r w:rsidRPr="00A72677">
              <w:rPr>
                <w:rtl/>
              </w:rPr>
              <w:t>لل</w:t>
            </w:r>
            <w:r w:rsidR="00D53C75" w:rsidRPr="00A72677">
              <w:rPr>
                <w:rtl/>
              </w:rPr>
              <w:t>وائمُ</w:t>
            </w:r>
            <w:r w:rsidR="00811B70" w:rsidRPr="00A72677">
              <w:rPr>
                <w:rStyle w:val="libPoemTiniChar0"/>
                <w:rtl/>
              </w:rPr>
              <w:br/>
              <w:t> </w:t>
            </w:r>
          </w:p>
        </w:tc>
      </w:tr>
      <w:tr w:rsidR="00811B70" w:rsidRPr="00524A24" w:rsidTr="00811B70">
        <w:trPr>
          <w:trHeight w:val="350"/>
        </w:trPr>
        <w:tc>
          <w:tcPr>
            <w:tcW w:w="3902" w:type="dxa"/>
          </w:tcPr>
          <w:p w:rsidR="00811B70" w:rsidRPr="00524A24" w:rsidRDefault="00D53C75" w:rsidP="00693B01">
            <w:pPr>
              <w:pStyle w:val="libPoem"/>
            </w:pPr>
            <w:r w:rsidRPr="009647FC">
              <w:rPr>
                <w:rtl/>
              </w:rPr>
              <w:t>وإنّك</w:t>
            </w:r>
            <w:r>
              <w:rPr>
                <w:rtl/>
              </w:rPr>
              <w:t xml:space="preserve"> </w:t>
            </w:r>
            <w:r w:rsidR="00A72677" w:rsidRPr="009647FC">
              <w:rPr>
                <w:rtl/>
              </w:rPr>
              <w:t>ظل</w:t>
            </w:r>
            <w:r w:rsidRPr="009647FC">
              <w:rPr>
                <w:rtl/>
              </w:rPr>
              <w:t>ُ</w:t>
            </w:r>
            <w:r>
              <w:rPr>
                <w:rtl/>
              </w:rPr>
              <w:t xml:space="preserve"> </w:t>
            </w:r>
            <w:r w:rsidRPr="009647FC">
              <w:rPr>
                <w:rtl/>
              </w:rPr>
              <w:t>الله</w:t>
            </w:r>
            <w:r>
              <w:rPr>
                <w:rtl/>
              </w:rPr>
              <w:t xml:space="preserve"> </w:t>
            </w:r>
            <w:r w:rsidRPr="009647FC">
              <w:rPr>
                <w:rtl/>
              </w:rPr>
              <w:t>وا</w:t>
            </w:r>
            <w:r w:rsidR="00A72677" w:rsidRPr="009647FC">
              <w:rPr>
                <w:rtl/>
              </w:rPr>
              <w:t>لح</w:t>
            </w:r>
            <w:r w:rsidRPr="009647FC">
              <w:rPr>
                <w:rtl/>
              </w:rPr>
              <w:t>جة</w:t>
            </w:r>
            <w:r>
              <w:rPr>
                <w:rtl/>
              </w:rPr>
              <w:t xml:space="preserve"> </w:t>
            </w:r>
            <w:r w:rsidRPr="009647FC">
              <w:rPr>
                <w:rtl/>
              </w:rPr>
              <w:t>ا</w:t>
            </w:r>
            <w:r w:rsidR="00A72677" w:rsidRPr="009647FC">
              <w:rPr>
                <w:rtl/>
              </w:rPr>
              <w:t>لت</w:t>
            </w:r>
            <w:r w:rsidRPr="009647FC">
              <w:rPr>
                <w:rtl/>
              </w:rPr>
              <w:t>ي</w:t>
            </w:r>
            <w:r w:rsidR="00811B70" w:rsidRPr="00725071">
              <w:rPr>
                <w:rStyle w:val="libPoemTiniChar0"/>
                <w:rtl/>
              </w:rPr>
              <w:br/>
              <w:t> </w:t>
            </w:r>
          </w:p>
        </w:tc>
        <w:tc>
          <w:tcPr>
            <w:tcW w:w="301" w:type="dxa"/>
          </w:tcPr>
          <w:p w:rsidR="00811B70" w:rsidRDefault="00811B70" w:rsidP="00693B01">
            <w:pPr>
              <w:pStyle w:val="libPoem"/>
              <w:rPr>
                <w:rtl/>
              </w:rPr>
            </w:pPr>
          </w:p>
        </w:tc>
        <w:tc>
          <w:tcPr>
            <w:tcW w:w="3884" w:type="dxa"/>
          </w:tcPr>
          <w:p w:rsidR="00811B70" w:rsidRPr="00524A24" w:rsidRDefault="00A72677" w:rsidP="00693B01">
            <w:pPr>
              <w:pStyle w:val="libPoem"/>
            </w:pPr>
            <w:r w:rsidRPr="009647FC">
              <w:rPr>
                <w:rtl/>
              </w:rPr>
              <w:t>تدين</w:t>
            </w:r>
            <w:r w:rsidR="00D53C75">
              <w:rPr>
                <w:rtl/>
              </w:rPr>
              <w:t xml:space="preserve"> </w:t>
            </w:r>
            <w:r w:rsidRPr="009647FC">
              <w:rPr>
                <w:rtl/>
              </w:rPr>
              <w:t>له</w:t>
            </w:r>
            <w:r w:rsidR="00D53C75" w:rsidRPr="009647FC">
              <w:rPr>
                <w:rtl/>
              </w:rPr>
              <w:t>ا</w:t>
            </w:r>
            <w:r w:rsidR="00D53C75">
              <w:rPr>
                <w:rtl/>
              </w:rPr>
              <w:t xml:space="preserve"> </w:t>
            </w:r>
            <w:r w:rsidR="00D53C75" w:rsidRPr="009647FC">
              <w:rPr>
                <w:rtl/>
              </w:rPr>
              <w:t>أ</w:t>
            </w:r>
            <w:r w:rsidRPr="009647FC">
              <w:rPr>
                <w:rtl/>
              </w:rPr>
              <w:t>عر</w:t>
            </w:r>
            <w:r w:rsidR="00D53C75" w:rsidRPr="009647FC">
              <w:rPr>
                <w:rtl/>
              </w:rPr>
              <w:t>ابها</w:t>
            </w:r>
            <w:r w:rsidR="00D53C75">
              <w:rPr>
                <w:rtl/>
              </w:rPr>
              <w:t xml:space="preserve"> </w:t>
            </w:r>
            <w:r w:rsidR="00D53C75" w:rsidRPr="009647FC">
              <w:rPr>
                <w:rtl/>
              </w:rPr>
              <w:t>والأ</w:t>
            </w:r>
            <w:r w:rsidRPr="009647FC">
              <w:rPr>
                <w:rtl/>
              </w:rPr>
              <w:t>عا</w:t>
            </w:r>
            <w:r w:rsidR="00D53C75" w:rsidRPr="009647FC">
              <w:rPr>
                <w:rtl/>
              </w:rPr>
              <w:t>جمُ</w:t>
            </w:r>
            <w:r w:rsidR="00811B70"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53C75" w:rsidRPr="00524A24" w:rsidTr="00D53C75">
        <w:trPr>
          <w:trHeight w:val="350"/>
        </w:trPr>
        <w:tc>
          <w:tcPr>
            <w:tcW w:w="3902" w:type="dxa"/>
          </w:tcPr>
          <w:p w:rsidR="00D53C75" w:rsidRPr="00524A24" w:rsidRDefault="00D53C75" w:rsidP="00693B01">
            <w:pPr>
              <w:pStyle w:val="libPoem"/>
            </w:pPr>
            <w:r w:rsidRPr="009647FC">
              <w:rPr>
                <w:rtl/>
              </w:rPr>
              <w:lastRenderedPageBreak/>
              <w:t>و</w:t>
            </w:r>
            <w:r w:rsidR="00A72677" w:rsidRPr="009647FC">
              <w:rPr>
                <w:rtl/>
              </w:rPr>
              <w:t>عن</w:t>
            </w:r>
            <w:r w:rsidRPr="009647FC">
              <w:rPr>
                <w:rtl/>
              </w:rPr>
              <w:t>دك</w:t>
            </w:r>
            <w:r>
              <w:rPr>
                <w:rtl/>
              </w:rPr>
              <w:t xml:space="preserve"> </w:t>
            </w:r>
            <w:r w:rsidR="00A72677" w:rsidRPr="009647FC">
              <w:rPr>
                <w:rtl/>
              </w:rPr>
              <w:t>جو</w:t>
            </w:r>
            <w:r w:rsidRPr="009647FC">
              <w:rPr>
                <w:rtl/>
              </w:rPr>
              <w:t>دٌ</w:t>
            </w:r>
            <w:r>
              <w:rPr>
                <w:rtl/>
              </w:rPr>
              <w:t xml:space="preserve"> </w:t>
            </w:r>
            <w:r w:rsidR="00A72677" w:rsidRPr="009647FC">
              <w:rPr>
                <w:rtl/>
              </w:rPr>
              <w:t>يش</w:t>
            </w:r>
            <w:r w:rsidRPr="009647FC">
              <w:rPr>
                <w:rtl/>
              </w:rPr>
              <w:t>هد</w:t>
            </w:r>
            <w:r>
              <w:rPr>
                <w:rtl/>
              </w:rPr>
              <w:t xml:space="preserve"> </w:t>
            </w:r>
            <w:r w:rsidRPr="009647FC">
              <w:rPr>
                <w:rtl/>
              </w:rPr>
              <w:t>ا</w:t>
            </w:r>
            <w:r w:rsidR="00A72677" w:rsidRPr="009647FC">
              <w:rPr>
                <w:rtl/>
              </w:rPr>
              <w:t>لغ</w:t>
            </w:r>
            <w:r w:rsidRPr="009647FC">
              <w:rPr>
                <w:rtl/>
              </w:rPr>
              <w:t>يثُ</w:t>
            </w:r>
            <w:r>
              <w:rPr>
                <w:rtl/>
              </w:rPr>
              <w:t xml:space="preserve"> </w:t>
            </w:r>
            <w:r w:rsidRPr="009647FC">
              <w:rPr>
                <w:rtl/>
              </w:rPr>
              <w:t>أنّه</w:t>
            </w:r>
            <w:r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Default="00A72677" w:rsidP="00693B01">
            <w:pPr>
              <w:pStyle w:val="libPoem"/>
            </w:pPr>
            <w:r w:rsidRPr="009647FC">
              <w:rPr>
                <w:rtl/>
              </w:rPr>
              <w:t>هو</w:t>
            </w:r>
            <w:r w:rsidR="00D53C75">
              <w:rPr>
                <w:rtl/>
              </w:rPr>
              <w:t xml:space="preserve"> </w:t>
            </w:r>
            <w:r w:rsidR="00D53C75" w:rsidRPr="009647FC">
              <w:rPr>
                <w:rtl/>
              </w:rPr>
              <w:t>ا</w:t>
            </w:r>
            <w:r w:rsidRPr="009647FC">
              <w:rPr>
                <w:rtl/>
              </w:rPr>
              <w:t>لغ</w:t>
            </w:r>
            <w:r w:rsidR="00D53C75" w:rsidRPr="009647FC">
              <w:rPr>
                <w:rtl/>
              </w:rPr>
              <w:t>يث</w:t>
            </w:r>
            <w:r w:rsidR="00D53C75">
              <w:rPr>
                <w:rtl/>
              </w:rPr>
              <w:t xml:space="preserve"> </w:t>
            </w:r>
            <w:r w:rsidR="00D53C75" w:rsidRPr="009647FC">
              <w:rPr>
                <w:rtl/>
              </w:rPr>
              <w:t>لا</w:t>
            </w:r>
            <w:r w:rsidR="00D53C75">
              <w:rPr>
                <w:rtl/>
              </w:rPr>
              <w:t xml:space="preserve"> </w:t>
            </w:r>
            <w:r w:rsidR="00D53C75" w:rsidRPr="009647FC">
              <w:rPr>
                <w:rtl/>
              </w:rPr>
              <w:t>ما جدن</w:t>
            </w:r>
            <w:r w:rsidR="00677BC4">
              <w:rPr>
                <w:rtl/>
              </w:rPr>
              <w:t>َ</w:t>
            </w:r>
            <w:r w:rsidR="00D53C75">
              <w:rPr>
                <w:rtl/>
              </w:rPr>
              <w:t xml:space="preserve"> </w:t>
            </w:r>
            <w:r w:rsidR="00D53C75" w:rsidRPr="009647FC">
              <w:rPr>
                <w:rtl/>
              </w:rPr>
              <w:t>فيه</w:t>
            </w:r>
            <w:r w:rsidR="00D53C75">
              <w:rPr>
                <w:rtl/>
              </w:rPr>
              <w:t xml:space="preserve"> </w:t>
            </w:r>
            <w:r w:rsidR="00D53C75" w:rsidRPr="009647FC">
              <w:rPr>
                <w:rtl/>
              </w:rPr>
              <w:t>الغمائمُ</w:t>
            </w:r>
            <w:r w:rsidR="00D53C75" w:rsidRPr="00725071">
              <w:rPr>
                <w:rStyle w:val="libPoemTiniChar0"/>
                <w:rtl/>
              </w:rPr>
              <w:br/>
              <w:t> </w:t>
            </w:r>
          </w:p>
        </w:tc>
      </w:tr>
      <w:tr w:rsidR="00D53C75" w:rsidRPr="00524A24" w:rsidTr="00D53C75">
        <w:trPr>
          <w:trHeight w:val="350"/>
        </w:trPr>
        <w:tc>
          <w:tcPr>
            <w:tcW w:w="3902" w:type="dxa"/>
          </w:tcPr>
          <w:p w:rsidR="00D53C75" w:rsidRPr="00524A24" w:rsidRDefault="00A72677" w:rsidP="00693B01">
            <w:pPr>
              <w:pStyle w:val="libPoem"/>
            </w:pPr>
            <w:r w:rsidRPr="009647FC">
              <w:rPr>
                <w:rtl/>
              </w:rPr>
              <w:t>يط</w:t>
            </w:r>
            <w:r w:rsidR="00D53C75" w:rsidRPr="009647FC">
              <w:rPr>
                <w:rtl/>
              </w:rPr>
              <w:t>بُّ</w:t>
            </w:r>
            <w:r w:rsidR="004C00A8">
              <w:rPr>
                <w:rtl/>
              </w:rPr>
              <w:t xml:space="preserve"> </w:t>
            </w:r>
            <w:r w:rsidRPr="009647FC">
              <w:rPr>
                <w:rtl/>
              </w:rPr>
              <w:t>به</w:t>
            </w:r>
            <w:r w:rsidR="00D53C75">
              <w:rPr>
                <w:rtl/>
              </w:rPr>
              <w:t xml:space="preserve"> </w:t>
            </w:r>
            <w:r w:rsidR="00D53C75" w:rsidRPr="009647FC">
              <w:rPr>
                <w:rtl/>
              </w:rPr>
              <w:t>الأعداء</w:t>
            </w:r>
            <w:r w:rsidR="00D53C75">
              <w:rPr>
                <w:rtl/>
              </w:rPr>
              <w:t xml:space="preserve"> </w:t>
            </w:r>
            <w:r w:rsidR="00D53C75" w:rsidRPr="009647FC">
              <w:rPr>
                <w:rtl/>
              </w:rPr>
              <w:t>والداء</w:t>
            </w:r>
            <w:r w:rsidR="00D53C75">
              <w:rPr>
                <w:rtl/>
              </w:rPr>
              <w:t xml:space="preserve"> </w:t>
            </w:r>
            <w:r w:rsidR="00D53C75" w:rsidRPr="009647FC">
              <w:rPr>
                <w:rtl/>
              </w:rPr>
              <w:t>معضلٌ</w:t>
            </w:r>
            <w:r w:rsidR="00D53C75"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Default="00D53C75" w:rsidP="00693B01">
            <w:pPr>
              <w:pStyle w:val="libPoem"/>
            </w:pPr>
            <w:r w:rsidRPr="009647FC">
              <w:rPr>
                <w:rtl/>
              </w:rPr>
              <w:t>و</w:t>
            </w:r>
            <w:r w:rsidR="00A72677" w:rsidRPr="009647FC">
              <w:rPr>
                <w:rtl/>
              </w:rPr>
              <w:t>تر</w:t>
            </w:r>
            <w:r w:rsidRPr="009647FC">
              <w:rPr>
                <w:rtl/>
              </w:rPr>
              <w:t>قى</w:t>
            </w:r>
            <w:r w:rsidR="004C00A8">
              <w:rPr>
                <w:rtl/>
              </w:rPr>
              <w:t xml:space="preserve"> </w:t>
            </w:r>
            <w:r w:rsidR="00A72677" w:rsidRPr="009647FC">
              <w:rPr>
                <w:rtl/>
              </w:rPr>
              <w:t>به</w:t>
            </w:r>
            <w:r>
              <w:rPr>
                <w:rtl/>
              </w:rPr>
              <w:t xml:space="preserve"> </w:t>
            </w:r>
            <w:r w:rsidRPr="009647FC">
              <w:rPr>
                <w:rtl/>
              </w:rPr>
              <w:t>الأ</w:t>
            </w:r>
            <w:r w:rsidR="00A72677" w:rsidRPr="009647FC">
              <w:rPr>
                <w:rtl/>
              </w:rPr>
              <w:t>يا</w:t>
            </w:r>
            <w:r w:rsidRPr="009647FC">
              <w:rPr>
                <w:rtl/>
              </w:rPr>
              <w:t>م</w:t>
            </w:r>
            <w:r>
              <w:rPr>
                <w:rtl/>
              </w:rPr>
              <w:t xml:space="preserve"> </w:t>
            </w:r>
            <w:r w:rsidRPr="009647FC">
              <w:rPr>
                <w:rtl/>
              </w:rPr>
              <w:t>و</w:t>
            </w:r>
            <w:r w:rsidR="00A72677" w:rsidRPr="009647FC">
              <w:rPr>
                <w:rtl/>
              </w:rPr>
              <w:t>هي</w:t>
            </w:r>
            <w:r>
              <w:rPr>
                <w:rtl/>
              </w:rPr>
              <w:t xml:space="preserve"> </w:t>
            </w:r>
            <w:r w:rsidRPr="009647FC">
              <w:rPr>
                <w:rtl/>
              </w:rPr>
              <w:t>أراقمُ</w:t>
            </w:r>
            <w:r w:rsidRPr="00725071">
              <w:rPr>
                <w:rStyle w:val="libPoemTiniChar0"/>
                <w:rtl/>
              </w:rPr>
              <w:br/>
              <w:t> </w:t>
            </w:r>
          </w:p>
        </w:tc>
      </w:tr>
      <w:tr w:rsidR="00D53C75" w:rsidRPr="00524A24" w:rsidTr="00D53C75">
        <w:trPr>
          <w:trHeight w:val="350"/>
        </w:trPr>
        <w:tc>
          <w:tcPr>
            <w:tcW w:w="3902" w:type="dxa"/>
          </w:tcPr>
          <w:p w:rsidR="00D53C75" w:rsidRPr="00524A24" w:rsidRDefault="00A72677" w:rsidP="00693B01">
            <w:pPr>
              <w:pStyle w:val="libPoem"/>
            </w:pPr>
            <w:r w:rsidRPr="009647FC">
              <w:rPr>
                <w:rtl/>
              </w:rPr>
              <w:t>سب</w:t>
            </w:r>
            <w:r w:rsidR="00D53C75" w:rsidRPr="009647FC">
              <w:rPr>
                <w:rtl/>
              </w:rPr>
              <w:t>قت</w:t>
            </w:r>
            <w:r w:rsidR="00677BC4">
              <w:rPr>
                <w:rtl/>
              </w:rPr>
              <w:t>َ</w:t>
            </w:r>
            <w:r w:rsidR="00D53C75">
              <w:rPr>
                <w:rtl/>
              </w:rPr>
              <w:t xml:space="preserve"> </w:t>
            </w:r>
            <w:r w:rsidRPr="009647FC">
              <w:rPr>
                <w:rtl/>
              </w:rPr>
              <w:t>لت</w:t>
            </w:r>
            <w:r w:rsidR="00D53C75" w:rsidRPr="009647FC">
              <w:rPr>
                <w:rtl/>
              </w:rPr>
              <w:t>فريج</w:t>
            </w:r>
            <w:r w:rsidR="00D53C75">
              <w:rPr>
                <w:rtl/>
              </w:rPr>
              <w:t xml:space="preserve"> </w:t>
            </w:r>
            <w:r w:rsidR="00D53C75" w:rsidRPr="009647FC">
              <w:rPr>
                <w:rtl/>
              </w:rPr>
              <w:t>العظائم</w:t>
            </w:r>
            <w:r w:rsidR="00D53C75">
              <w:rPr>
                <w:rtl/>
              </w:rPr>
              <w:t xml:space="preserve"> </w:t>
            </w:r>
            <w:r w:rsidR="00D53C75" w:rsidRPr="009647FC">
              <w:rPr>
                <w:rtl/>
              </w:rPr>
              <w:t>في</w:t>
            </w:r>
            <w:r w:rsidR="00D53C75">
              <w:rPr>
                <w:rtl/>
              </w:rPr>
              <w:t xml:space="preserve"> </w:t>
            </w:r>
            <w:r w:rsidR="00D53C75" w:rsidRPr="009647FC">
              <w:rPr>
                <w:rtl/>
              </w:rPr>
              <w:t>الورى</w:t>
            </w:r>
            <w:r w:rsidR="00D53C75"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Default="00A72677" w:rsidP="00693B01">
            <w:pPr>
              <w:pStyle w:val="libPoem"/>
            </w:pPr>
            <w:r w:rsidRPr="009647FC">
              <w:rPr>
                <w:rtl/>
              </w:rPr>
              <w:t>فخ</w:t>
            </w:r>
            <w:r w:rsidR="00D53C75" w:rsidRPr="009647FC">
              <w:rPr>
                <w:rtl/>
              </w:rPr>
              <w:t>رت</w:t>
            </w:r>
            <w:r w:rsidR="00677BC4">
              <w:rPr>
                <w:rtl/>
              </w:rPr>
              <w:t>َ</w:t>
            </w:r>
            <w:r w:rsidR="004C00A8">
              <w:rPr>
                <w:rtl/>
              </w:rPr>
              <w:t xml:space="preserve"> </w:t>
            </w:r>
            <w:r w:rsidRPr="009647FC">
              <w:rPr>
                <w:rtl/>
              </w:rPr>
              <w:t>ثن</w:t>
            </w:r>
            <w:r w:rsidR="00D53C75" w:rsidRPr="009647FC">
              <w:rPr>
                <w:rtl/>
              </w:rPr>
              <w:t>اها</w:t>
            </w:r>
            <w:r w:rsidR="00D53C75">
              <w:rPr>
                <w:rtl/>
              </w:rPr>
              <w:t xml:space="preserve"> </w:t>
            </w:r>
            <w:r w:rsidR="00D53C75" w:rsidRPr="009647FC">
              <w:rPr>
                <w:rtl/>
              </w:rPr>
              <w:t>وا</w:t>
            </w:r>
            <w:r w:rsidRPr="009647FC">
              <w:rPr>
                <w:rtl/>
              </w:rPr>
              <w:t>قت</w:t>
            </w:r>
            <w:r w:rsidR="00D53C75" w:rsidRPr="009647FC">
              <w:rPr>
                <w:rtl/>
              </w:rPr>
              <w:t>فتك</w:t>
            </w:r>
            <w:r w:rsidR="00D53C75">
              <w:rPr>
                <w:rtl/>
              </w:rPr>
              <w:t xml:space="preserve"> </w:t>
            </w:r>
            <w:r w:rsidR="00D53C75" w:rsidRPr="009647FC">
              <w:rPr>
                <w:rtl/>
              </w:rPr>
              <w:t>الأعاظمُ</w:t>
            </w:r>
            <w:r w:rsidR="00D53C75" w:rsidRPr="00725071">
              <w:rPr>
                <w:rStyle w:val="libPoemTiniChar0"/>
                <w:rtl/>
              </w:rPr>
              <w:br/>
              <w:t> </w:t>
            </w:r>
          </w:p>
        </w:tc>
      </w:tr>
      <w:tr w:rsidR="00D53C75" w:rsidRPr="00524A24" w:rsidTr="00D53C75">
        <w:trPr>
          <w:trHeight w:val="350"/>
        </w:trPr>
        <w:tc>
          <w:tcPr>
            <w:tcW w:w="3902" w:type="dxa"/>
          </w:tcPr>
          <w:p w:rsidR="00D53C75" w:rsidRPr="00524A24" w:rsidRDefault="00D53C75" w:rsidP="00693B01">
            <w:pPr>
              <w:pStyle w:val="libPoem"/>
            </w:pPr>
            <w:r w:rsidRPr="009647FC">
              <w:rPr>
                <w:rtl/>
              </w:rPr>
              <w:t>و</w:t>
            </w:r>
            <w:r w:rsidR="00A72677" w:rsidRPr="009647FC">
              <w:rPr>
                <w:rtl/>
              </w:rPr>
              <w:t>صا</w:t>
            </w:r>
            <w:r w:rsidRPr="009647FC">
              <w:rPr>
                <w:rtl/>
              </w:rPr>
              <w:t>دمت</w:t>
            </w:r>
            <w:r w:rsidR="004C00A8">
              <w:rPr>
                <w:rtl/>
              </w:rPr>
              <w:t xml:space="preserve"> </w:t>
            </w:r>
            <w:r w:rsidRPr="009647FC">
              <w:rPr>
                <w:rtl/>
              </w:rPr>
              <w:t>ا</w:t>
            </w:r>
            <w:r w:rsidR="00A72677" w:rsidRPr="009647FC">
              <w:rPr>
                <w:rtl/>
              </w:rPr>
              <w:t>لج</w:t>
            </w:r>
            <w:r w:rsidRPr="009647FC">
              <w:rPr>
                <w:rtl/>
              </w:rPr>
              <w:t>ُلى</w:t>
            </w:r>
            <w:r>
              <w:rPr>
                <w:rtl/>
              </w:rPr>
              <w:t xml:space="preserve"> </w:t>
            </w:r>
            <w:r w:rsidRPr="009647FC">
              <w:rPr>
                <w:rtl/>
              </w:rPr>
              <w:t>حشاك</w:t>
            </w:r>
            <w:r>
              <w:rPr>
                <w:rtl/>
              </w:rPr>
              <w:t xml:space="preserve"> </w:t>
            </w:r>
            <w:r w:rsidRPr="009647FC">
              <w:rPr>
                <w:rtl/>
              </w:rPr>
              <w:t>فلم</w:t>
            </w:r>
            <w:r>
              <w:rPr>
                <w:rtl/>
              </w:rPr>
              <w:t xml:space="preserve"> </w:t>
            </w:r>
            <w:r w:rsidRPr="009647FC">
              <w:rPr>
                <w:rtl/>
              </w:rPr>
              <w:t>يكن</w:t>
            </w:r>
            <w:r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Default="00A72677" w:rsidP="00693B01">
            <w:pPr>
              <w:pStyle w:val="libPoem"/>
            </w:pPr>
            <w:r w:rsidRPr="009647FC">
              <w:rPr>
                <w:rtl/>
              </w:rPr>
              <w:t>ليأ</w:t>
            </w:r>
            <w:r w:rsidR="00D53C75" w:rsidRPr="009647FC">
              <w:rPr>
                <w:rtl/>
              </w:rPr>
              <w:t>خذ</w:t>
            </w:r>
            <w:r w:rsidR="00677BC4">
              <w:rPr>
                <w:rtl/>
              </w:rPr>
              <w:t>َ</w:t>
            </w:r>
            <w:r w:rsidR="004C00A8">
              <w:rPr>
                <w:rtl/>
              </w:rPr>
              <w:t xml:space="preserve"> </w:t>
            </w:r>
            <w:r w:rsidRPr="009647FC">
              <w:rPr>
                <w:rtl/>
              </w:rPr>
              <w:t>من</w:t>
            </w:r>
            <w:r w:rsidR="00D53C75" w:rsidRPr="009647FC">
              <w:rPr>
                <w:rtl/>
              </w:rPr>
              <w:t>ها</w:t>
            </w:r>
            <w:r w:rsidR="00D53C75">
              <w:rPr>
                <w:rtl/>
              </w:rPr>
              <w:t xml:space="preserve"> </w:t>
            </w:r>
            <w:r w:rsidRPr="009647FC">
              <w:rPr>
                <w:rtl/>
              </w:rPr>
              <w:t>خط</w:t>
            </w:r>
            <w:r w:rsidR="00D53C75" w:rsidRPr="009647FC">
              <w:rPr>
                <w:rtl/>
              </w:rPr>
              <w:t>بُها</w:t>
            </w:r>
            <w:r w:rsidR="00D53C75">
              <w:rPr>
                <w:rtl/>
              </w:rPr>
              <w:t xml:space="preserve"> </w:t>
            </w:r>
            <w:r w:rsidR="00D53C75" w:rsidRPr="009647FC">
              <w:rPr>
                <w:rtl/>
              </w:rPr>
              <w:t>ا</w:t>
            </w:r>
            <w:r w:rsidRPr="009647FC">
              <w:rPr>
                <w:rtl/>
              </w:rPr>
              <w:t>لم</w:t>
            </w:r>
            <w:r w:rsidR="00D53C75" w:rsidRPr="009647FC">
              <w:rPr>
                <w:rtl/>
              </w:rPr>
              <w:t>تفاقمُ</w:t>
            </w:r>
            <w:r w:rsidR="00D53C75" w:rsidRPr="00725071">
              <w:rPr>
                <w:rStyle w:val="libPoemTiniChar0"/>
                <w:rtl/>
              </w:rPr>
              <w:br/>
              <w:t> </w:t>
            </w:r>
          </w:p>
        </w:tc>
      </w:tr>
      <w:tr w:rsidR="00D53C75" w:rsidRPr="00524A24" w:rsidTr="00D53C75">
        <w:trPr>
          <w:trHeight w:val="350"/>
        </w:trPr>
        <w:tc>
          <w:tcPr>
            <w:tcW w:w="3902" w:type="dxa"/>
          </w:tcPr>
          <w:p w:rsidR="00D53C75" w:rsidRPr="00524A24" w:rsidRDefault="00A72677" w:rsidP="00693B01">
            <w:pPr>
              <w:pStyle w:val="libPoem"/>
            </w:pPr>
            <w:r w:rsidRPr="009647FC">
              <w:rPr>
                <w:rtl/>
              </w:rPr>
              <w:t>فل</w:t>
            </w:r>
            <w:r w:rsidR="00D53C75" w:rsidRPr="009647FC">
              <w:rPr>
                <w:rtl/>
              </w:rPr>
              <w:t>و</w:t>
            </w:r>
            <w:r w:rsidR="00D53C75">
              <w:rPr>
                <w:rtl/>
              </w:rPr>
              <w:t xml:space="preserve"> </w:t>
            </w:r>
            <w:r w:rsidRPr="009647FC">
              <w:rPr>
                <w:rtl/>
              </w:rPr>
              <w:t>لم</w:t>
            </w:r>
            <w:r w:rsidR="00D53C75">
              <w:rPr>
                <w:rtl/>
              </w:rPr>
              <w:t xml:space="preserve"> </w:t>
            </w:r>
            <w:r w:rsidRPr="009647FC">
              <w:rPr>
                <w:rtl/>
              </w:rPr>
              <w:t>يك</w:t>
            </w:r>
            <w:r w:rsidR="00D53C75" w:rsidRPr="009647FC">
              <w:rPr>
                <w:rtl/>
              </w:rPr>
              <w:t>ن</w:t>
            </w:r>
            <w:r w:rsidR="00D53C75">
              <w:rPr>
                <w:rtl/>
              </w:rPr>
              <w:t xml:space="preserve"> </w:t>
            </w:r>
            <w:r w:rsidR="00D53C75" w:rsidRPr="009647FC">
              <w:rPr>
                <w:rtl/>
              </w:rPr>
              <w:t>من</w:t>
            </w:r>
            <w:r w:rsidR="00D53C75">
              <w:rPr>
                <w:rtl/>
              </w:rPr>
              <w:t xml:space="preserve"> </w:t>
            </w:r>
            <w:r w:rsidR="00D53C75" w:rsidRPr="009647FC">
              <w:rPr>
                <w:rtl/>
              </w:rPr>
              <w:t>رقّةٍ</w:t>
            </w:r>
            <w:r w:rsidR="00D53C75">
              <w:rPr>
                <w:rtl/>
              </w:rPr>
              <w:t xml:space="preserve"> </w:t>
            </w:r>
            <w:r w:rsidR="00D53C75" w:rsidRPr="009647FC">
              <w:rPr>
                <w:rtl/>
              </w:rPr>
              <w:t>قلتُ</w:t>
            </w:r>
            <w:r w:rsidR="00D53C75">
              <w:rPr>
                <w:rtl/>
              </w:rPr>
              <w:t xml:space="preserve"> </w:t>
            </w:r>
            <w:r w:rsidR="00D53C75" w:rsidRPr="009647FC">
              <w:rPr>
                <w:rtl/>
              </w:rPr>
              <w:t>مقسما</w:t>
            </w:r>
            <w:r w:rsidR="00D53C75"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Default="00A72677" w:rsidP="00693B01">
            <w:pPr>
              <w:pStyle w:val="libPoem"/>
            </w:pPr>
            <w:r w:rsidRPr="009647FC">
              <w:rPr>
                <w:rtl/>
              </w:rPr>
              <w:t>لق</w:t>
            </w:r>
            <w:r w:rsidR="00D53C75" w:rsidRPr="009647FC">
              <w:rPr>
                <w:rtl/>
              </w:rPr>
              <w:t>د</w:t>
            </w:r>
            <w:r w:rsidR="004C00A8">
              <w:rPr>
                <w:rtl/>
              </w:rPr>
              <w:t xml:space="preserve"> </w:t>
            </w:r>
            <w:r w:rsidRPr="009647FC">
              <w:rPr>
                <w:rtl/>
              </w:rPr>
              <w:t>قر</w:t>
            </w:r>
            <w:r w:rsidR="00D53C75" w:rsidRPr="009647FC">
              <w:rPr>
                <w:rtl/>
              </w:rPr>
              <w:t>ع</w:t>
            </w:r>
            <w:r w:rsidR="00D53C75">
              <w:rPr>
                <w:rtl/>
              </w:rPr>
              <w:t xml:space="preserve"> </w:t>
            </w:r>
            <w:r w:rsidR="00D53C75" w:rsidRPr="009647FC">
              <w:rPr>
                <w:rtl/>
              </w:rPr>
              <w:t>ا</w:t>
            </w:r>
            <w:r w:rsidRPr="009647FC">
              <w:rPr>
                <w:rtl/>
              </w:rPr>
              <w:t>لص</w:t>
            </w:r>
            <w:r w:rsidR="00D53C75" w:rsidRPr="009647FC">
              <w:rPr>
                <w:rtl/>
              </w:rPr>
              <w:t>لد</w:t>
            </w:r>
            <w:r w:rsidR="00677BC4">
              <w:rPr>
                <w:rtl/>
              </w:rPr>
              <w:t>َ</w:t>
            </w:r>
            <w:r w:rsidR="00D53C75">
              <w:rPr>
                <w:rtl/>
              </w:rPr>
              <w:t xml:space="preserve"> </w:t>
            </w:r>
            <w:r w:rsidR="00D53C75" w:rsidRPr="009647FC">
              <w:rPr>
                <w:rtl/>
              </w:rPr>
              <w:t>الملُّم</w:t>
            </w:r>
            <w:r w:rsidR="00D53C75">
              <w:rPr>
                <w:rtl/>
              </w:rPr>
              <w:t xml:space="preserve"> </w:t>
            </w:r>
            <w:r w:rsidR="00D53C75" w:rsidRPr="009647FC">
              <w:rPr>
                <w:rtl/>
              </w:rPr>
              <w:t>المصادمُ</w:t>
            </w:r>
            <w:r w:rsidR="00D53C75" w:rsidRPr="00725071">
              <w:rPr>
                <w:rStyle w:val="libPoemTiniChar0"/>
                <w:rtl/>
              </w:rPr>
              <w:br/>
              <w:t> </w:t>
            </w:r>
          </w:p>
        </w:tc>
      </w:tr>
      <w:tr w:rsidR="00D53C75" w:rsidRPr="00524A24" w:rsidTr="00D53C75">
        <w:trPr>
          <w:trHeight w:val="350"/>
        </w:trPr>
        <w:tc>
          <w:tcPr>
            <w:tcW w:w="3902" w:type="dxa"/>
          </w:tcPr>
          <w:p w:rsidR="00D53C75" w:rsidRPr="00524A24" w:rsidRDefault="00D53C75" w:rsidP="00693B01">
            <w:pPr>
              <w:pStyle w:val="libPoem"/>
            </w:pPr>
            <w:r w:rsidRPr="009647FC">
              <w:rPr>
                <w:rtl/>
              </w:rPr>
              <w:t>و</w:t>
            </w:r>
            <w:r w:rsidR="00A72677" w:rsidRPr="009647FC">
              <w:rPr>
                <w:rtl/>
              </w:rPr>
              <w:t>با</w:t>
            </w:r>
            <w:r w:rsidRPr="009647FC">
              <w:rPr>
                <w:rtl/>
              </w:rPr>
              <w:t>لأمس</w:t>
            </w:r>
            <w:r>
              <w:rPr>
                <w:rtl/>
              </w:rPr>
              <w:t xml:space="preserve"> </w:t>
            </w:r>
            <w:r w:rsidR="00A72677" w:rsidRPr="009647FC">
              <w:rPr>
                <w:rtl/>
              </w:rPr>
              <w:t>لم</w:t>
            </w:r>
            <w:r w:rsidRPr="009647FC">
              <w:rPr>
                <w:rtl/>
              </w:rPr>
              <w:t>ّا</w:t>
            </w:r>
            <w:r>
              <w:rPr>
                <w:rtl/>
              </w:rPr>
              <w:t xml:space="preserve"> </w:t>
            </w:r>
            <w:r w:rsidRPr="009647FC">
              <w:rPr>
                <w:rtl/>
              </w:rPr>
              <w:t>أ</w:t>
            </w:r>
            <w:r w:rsidR="00A72677" w:rsidRPr="009647FC">
              <w:rPr>
                <w:rtl/>
              </w:rPr>
              <w:t>حد</w:t>
            </w:r>
            <w:r w:rsidRPr="009647FC">
              <w:rPr>
                <w:rtl/>
              </w:rPr>
              <w:t>ث</w:t>
            </w:r>
            <w:r>
              <w:rPr>
                <w:rtl/>
              </w:rPr>
              <w:t xml:space="preserve"> </w:t>
            </w:r>
            <w:r w:rsidRPr="009647FC">
              <w:rPr>
                <w:rtl/>
              </w:rPr>
              <w:t>الدهرُ</w:t>
            </w:r>
            <w:r>
              <w:rPr>
                <w:rtl/>
              </w:rPr>
              <w:t xml:space="preserve"> </w:t>
            </w:r>
            <w:r w:rsidRPr="009647FC">
              <w:rPr>
                <w:rtl/>
              </w:rPr>
              <w:t>نكبةً</w:t>
            </w:r>
            <w:r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Default="00D53C75" w:rsidP="00693B01">
            <w:pPr>
              <w:pStyle w:val="libPoem"/>
            </w:pPr>
            <w:r w:rsidRPr="009647FC">
              <w:rPr>
                <w:rtl/>
              </w:rPr>
              <w:t>إ</w:t>
            </w:r>
            <w:r w:rsidR="00A72677" w:rsidRPr="009647FC">
              <w:rPr>
                <w:rtl/>
              </w:rPr>
              <w:t>لى</w:t>
            </w:r>
            <w:r w:rsidR="004C00A8">
              <w:rPr>
                <w:rtl/>
              </w:rPr>
              <w:t xml:space="preserve"> </w:t>
            </w:r>
            <w:r w:rsidRPr="009647FC">
              <w:rPr>
                <w:rtl/>
              </w:rPr>
              <w:t>الآن</w:t>
            </w:r>
            <w:r>
              <w:rPr>
                <w:rtl/>
              </w:rPr>
              <w:t xml:space="preserve"> </w:t>
            </w:r>
            <w:r w:rsidRPr="009647FC">
              <w:rPr>
                <w:rtl/>
              </w:rPr>
              <w:t>منها</w:t>
            </w:r>
            <w:r>
              <w:rPr>
                <w:rtl/>
              </w:rPr>
              <w:t xml:space="preserve"> </w:t>
            </w:r>
            <w:r w:rsidRPr="009647FC">
              <w:rPr>
                <w:rtl/>
              </w:rPr>
              <w:t>مدمعُ</w:t>
            </w:r>
            <w:r>
              <w:rPr>
                <w:rtl/>
              </w:rPr>
              <w:t xml:space="preserve"> </w:t>
            </w:r>
            <w:r w:rsidRPr="009647FC">
              <w:rPr>
                <w:rtl/>
              </w:rPr>
              <w:t>الفضل</w:t>
            </w:r>
            <w:r>
              <w:rPr>
                <w:rtl/>
              </w:rPr>
              <w:t xml:space="preserve"> </w:t>
            </w:r>
            <w:r w:rsidRPr="009647FC">
              <w:rPr>
                <w:rtl/>
              </w:rPr>
              <w:t>ساجمُ</w:t>
            </w:r>
            <w:r w:rsidRPr="00725071">
              <w:rPr>
                <w:rStyle w:val="libPoemTiniChar0"/>
                <w:rtl/>
              </w:rPr>
              <w:br/>
              <w:t> </w:t>
            </w:r>
          </w:p>
        </w:tc>
      </w:tr>
      <w:tr w:rsidR="00D53C75" w:rsidRPr="00524A24" w:rsidTr="00D53C75">
        <w:trPr>
          <w:trHeight w:val="350"/>
        </w:trPr>
        <w:tc>
          <w:tcPr>
            <w:tcW w:w="3902" w:type="dxa"/>
          </w:tcPr>
          <w:p w:rsidR="00D53C75" w:rsidRPr="00524A24" w:rsidRDefault="00A72677" w:rsidP="00693B01">
            <w:pPr>
              <w:pStyle w:val="libPoem"/>
            </w:pPr>
            <w:r w:rsidRPr="009647FC">
              <w:rPr>
                <w:rtl/>
              </w:rPr>
              <w:t>تل</w:t>
            </w:r>
            <w:r w:rsidR="00D53C75" w:rsidRPr="009647FC">
              <w:rPr>
                <w:rtl/>
              </w:rPr>
              <w:t>قيت</w:t>
            </w:r>
            <w:r w:rsidR="00677BC4">
              <w:rPr>
                <w:rtl/>
              </w:rPr>
              <w:t>َ</w:t>
            </w:r>
            <w:r w:rsidR="00D53C75" w:rsidRPr="009647FC">
              <w:rPr>
                <w:rtl/>
              </w:rPr>
              <w:t>ها</w:t>
            </w:r>
            <w:r w:rsidR="00D53C75">
              <w:rPr>
                <w:rtl/>
              </w:rPr>
              <w:t xml:space="preserve"> </w:t>
            </w:r>
            <w:r w:rsidRPr="009647FC">
              <w:rPr>
                <w:rtl/>
              </w:rPr>
              <w:t>با</w:t>
            </w:r>
            <w:r w:rsidR="00D53C75" w:rsidRPr="009647FC">
              <w:rPr>
                <w:rtl/>
              </w:rPr>
              <w:t>لحلم</w:t>
            </w:r>
            <w:r w:rsidR="00D53C75">
              <w:rPr>
                <w:rtl/>
              </w:rPr>
              <w:t xml:space="preserve"> </w:t>
            </w:r>
            <w:r w:rsidR="00D53C75" w:rsidRPr="009647FC">
              <w:rPr>
                <w:rtl/>
              </w:rPr>
              <w:t>لا</w:t>
            </w:r>
            <w:r w:rsidR="00D53C75">
              <w:rPr>
                <w:rtl/>
              </w:rPr>
              <w:t xml:space="preserve"> </w:t>
            </w:r>
            <w:r w:rsidR="00D53C75" w:rsidRPr="009647FC">
              <w:rPr>
                <w:rtl/>
              </w:rPr>
              <w:t>ا</w:t>
            </w:r>
            <w:r w:rsidRPr="009647FC">
              <w:rPr>
                <w:rtl/>
              </w:rPr>
              <w:t>لص</w:t>
            </w:r>
            <w:r w:rsidR="00D53C75" w:rsidRPr="009647FC">
              <w:rPr>
                <w:rtl/>
              </w:rPr>
              <w:t>درُ</w:t>
            </w:r>
            <w:r w:rsidR="00D53C75">
              <w:rPr>
                <w:rtl/>
              </w:rPr>
              <w:t xml:space="preserve"> </w:t>
            </w:r>
            <w:r w:rsidR="00D53C75" w:rsidRPr="009647FC">
              <w:rPr>
                <w:rtl/>
              </w:rPr>
              <w:t>ضائقٌ</w:t>
            </w:r>
            <w:r w:rsidR="00D53C75"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Pr="00524A24" w:rsidRDefault="00D53C75" w:rsidP="00693B01">
            <w:pPr>
              <w:pStyle w:val="libPoem"/>
            </w:pPr>
            <w:r w:rsidRPr="009647FC">
              <w:rPr>
                <w:rtl/>
              </w:rPr>
              <w:t>وإن</w:t>
            </w:r>
            <w:r w:rsidR="004C00A8">
              <w:rPr>
                <w:rtl/>
              </w:rPr>
              <w:t xml:space="preserve"> </w:t>
            </w:r>
            <w:r w:rsidR="00A72677" w:rsidRPr="009647FC">
              <w:rPr>
                <w:rtl/>
              </w:rPr>
              <w:t>كب</w:t>
            </w:r>
            <w:r w:rsidRPr="009647FC">
              <w:rPr>
                <w:rtl/>
              </w:rPr>
              <w:t>رتْ</w:t>
            </w:r>
            <w:r>
              <w:rPr>
                <w:rtl/>
              </w:rPr>
              <w:t xml:space="preserve"> </w:t>
            </w:r>
            <w:r w:rsidR="00A72677" w:rsidRPr="009647FC">
              <w:rPr>
                <w:rtl/>
              </w:rPr>
              <w:t>في</w:t>
            </w:r>
            <w:r w:rsidRPr="009647FC">
              <w:rPr>
                <w:rtl/>
              </w:rPr>
              <w:t>ه</w:t>
            </w:r>
            <w:r>
              <w:rPr>
                <w:rtl/>
              </w:rPr>
              <w:t xml:space="preserve"> </w:t>
            </w:r>
            <w:r w:rsidRPr="009647FC">
              <w:rPr>
                <w:rtl/>
              </w:rPr>
              <w:t>ولا</w:t>
            </w:r>
            <w:r>
              <w:rPr>
                <w:rtl/>
              </w:rPr>
              <w:t xml:space="preserve"> </w:t>
            </w:r>
            <w:r w:rsidRPr="009647FC">
              <w:rPr>
                <w:rtl/>
              </w:rPr>
              <w:t>القلب</w:t>
            </w:r>
            <w:r>
              <w:rPr>
                <w:rtl/>
              </w:rPr>
              <w:t xml:space="preserve"> </w:t>
            </w:r>
            <w:r w:rsidRPr="009647FC">
              <w:rPr>
                <w:rtl/>
              </w:rPr>
              <w:t>واجمُ</w:t>
            </w:r>
            <w:r w:rsidRPr="00725071">
              <w:rPr>
                <w:rStyle w:val="libPoemTiniChar0"/>
                <w:rtl/>
              </w:rPr>
              <w:br/>
              <w:t> </w:t>
            </w:r>
          </w:p>
        </w:tc>
      </w:tr>
    </w:tbl>
    <w:p w:rsidR="009647FC" w:rsidRPr="00524A24" w:rsidRDefault="009647FC" w:rsidP="004E7EC6">
      <w:pPr>
        <w:pStyle w:val="libNormal"/>
      </w:pPr>
      <w:r w:rsidRPr="004E7EC6">
        <w:rPr>
          <w:rtl/>
        </w:rPr>
        <w:t>وقال يمدح السيد عبد الرحمن النقيب</w:t>
      </w:r>
      <w:r w:rsidRPr="004E7EC6">
        <w:rPr>
          <w:rStyle w:val="libFootnotenumChar"/>
          <w:rtl/>
        </w:rPr>
        <w:t>(1)</w:t>
      </w:r>
      <w:r w:rsidRPr="004E7EC6">
        <w:rPr>
          <w:rtl/>
        </w:rPr>
        <w:t xml:space="preserve"> ضمن كتاب</w:t>
      </w:r>
      <w:r w:rsidR="00D769AB">
        <w:rPr>
          <w:rtl/>
        </w:rPr>
        <w:t>:</w:t>
      </w:r>
    </w:p>
    <w:tbl>
      <w:tblPr>
        <w:tblStyle w:val="TableGrid"/>
        <w:bidiVisual/>
        <w:tblW w:w="4562" w:type="pct"/>
        <w:tblInd w:w="384" w:type="dxa"/>
        <w:tblLook w:val="04A0"/>
      </w:tblPr>
      <w:tblGrid>
        <w:gridCol w:w="3902"/>
        <w:gridCol w:w="301"/>
        <w:gridCol w:w="3884"/>
      </w:tblGrid>
      <w:tr w:rsidR="00D53C75" w:rsidRPr="00524A24" w:rsidTr="00D53C75">
        <w:trPr>
          <w:trHeight w:val="350"/>
        </w:trPr>
        <w:tc>
          <w:tcPr>
            <w:tcW w:w="3902" w:type="dxa"/>
          </w:tcPr>
          <w:p w:rsidR="00D53C75" w:rsidRPr="00524A24" w:rsidRDefault="00A72677" w:rsidP="00693B01">
            <w:pPr>
              <w:pStyle w:val="libPoem"/>
            </w:pPr>
            <w:r w:rsidRPr="009647FC">
              <w:rPr>
                <w:rtl/>
              </w:rPr>
              <w:t>لي</w:t>
            </w:r>
            <w:r w:rsidR="004C00A8">
              <w:rPr>
                <w:rtl/>
              </w:rPr>
              <w:t xml:space="preserve"> </w:t>
            </w:r>
            <w:r w:rsidR="00D53C75" w:rsidRPr="009647FC">
              <w:rPr>
                <w:rtl/>
              </w:rPr>
              <w:t>ا</w:t>
            </w:r>
            <w:r w:rsidRPr="009647FC">
              <w:rPr>
                <w:rtl/>
              </w:rPr>
              <w:t>لع</w:t>
            </w:r>
            <w:r w:rsidR="00D53C75" w:rsidRPr="009647FC">
              <w:rPr>
                <w:rtl/>
              </w:rPr>
              <w:t>ذرُ</w:t>
            </w:r>
            <w:r w:rsidR="00D53C75">
              <w:rPr>
                <w:rtl/>
              </w:rPr>
              <w:t xml:space="preserve"> </w:t>
            </w:r>
            <w:r w:rsidRPr="009647FC">
              <w:rPr>
                <w:rtl/>
              </w:rPr>
              <w:t>كل</w:t>
            </w:r>
            <w:r w:rsidR="00D53C75" w:rsidRPr="009647FC">
              <w:rPr>
                <w:rtl/>
              </w:rPr>
              <w:t>ّ</w:t>
            </w:r>
            <w:r w:rsidR="00677BC4">
              <w:rPr>
                <w:rtl/>
              </w:rPr>
              <w:t>َ</w:t>
            </w:r>
            <w:r w:rsidR="00D53C75">
              <w:rPr>
                <w:rtl/>
              </w:rPr>
              <w:t xml:space="preserve"> </w:t>
            </w:r>
            <w:r w:rsidR="00D53C75" w:rsidRPr="009647FC">
              <w:rPr>
                <w:rtl/>
              </w:rPr>
              <w:t>لسانُ</w:t>
            </w:r>
            <w:r w:rsidR="00D53C75">
              <w:rPr>
                <w:rtl/>
              </w:rPr>
              <w:t xml:space="preserve"> </w:t>
            </w:r>
            <w:r w:rsidR="00D53C75" w:rsidRPr="009647FC">
              <w:rPr>
                <w:rtl/>
              </w:rPr>
              <w:t>القلمْ</w:t>
            </w:r>
            <w:r w:rsidR="00D53C75"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Default="00D53C75" w:rsidP="00693B01">
            <w:pPr>
              <w:pStyle w:val="libPoem"/>
            </w:pPr>
            <w:r w:rsidRPr="009647FC">
              <w:rPr>
                <w:rtl/>
              </w:rPr>
              <w:t>و</w:t>
            </w:r>
            <w:r w:rsidR="00A72677" w:rsidRPr="009647FC">
              <w:rPr>
                <w:rtl/>
              </w:rPr>
              <w:t>جف</w:t>
            </w:r>
            <w:r w:rsidRPr="009647FC">
              <w:rPr>
                <w:rtl/>
              </w:rPr>
              <w:t>ّ</w:t>
            </w:r>
            <w:r w:rsidR="00677BC4">
              <w:rPr>
                <w:rtl/>
              </w:rPr>
              <w:t>َ</w:t>
            </w:r>
            <w:r>
              <w:rPr>
                <w:rtl/>
              </w:rPr>
              <w:t xml:space="preserve"> </w:t>
            </w:r>
            <w:r w:rsidRPr="009647FC">
              <w:rPr>
                <w:rtl/>
              </w:rPr>
              <w:t>بما</w:t>
            </w:r>
            <w:r>
              <w:rPr>
                <w:rtl/>
              </w:rPr>
              <w:t xml:space="preserve"> </w:t>
            </w:r>
            <w:r w:rsidRPr="009647FC">
              <w:rPr>
                <w:rtl/>
              </w:rPr>
              <w:t>فوق</w:t>
            </w:r>
            <w:r>
              <w:rPr>
                <w:rtl/>
              </w:rPr>
              <w:t xml:space="preserve"> </w:t>
            </w:r>
            <w:r w:rsidRPr="009647FC">
              <w:rPr>
                <w:rtl/>
              </w:rPr>
              <w:t>طرسي</w:t>
            </w:r>
            <w:r>
              <w:rPr>
                <w:rtl/>
              </w:rPr>
              <w:t xml:space="preserve"> </w:t>
            </w:r>
            <w:r w:rsidRPr="009647FC">
              <w:rPr>
                <w:rtl/>
              </w:rPr>
              <w:t>رُسمْ</w:t>
            </w:r>
            <w:r w:rsidRPr="00725071">
              <w:rPr>
                <w:rStyle w:val="libPoemTiniChar0"/>
                <w:rtl/>
              </w:rPr>
              <w:br/>
              <w:t> </w:t>
            </w:r>
          </w:p>
        </w:tc>
      </w:tr>
      <w:tr w:rsidR="00D53C75" w:rsidRPr="00524A24" w:rsidTr="00D53C75">
        <w:trPr>
          <w:trHeight w:val="350"/>
        </w:trPr>
        <w:tc>
          <w:tcPr>
            <w:tcW w:w="3902" w:type="dxa"/>
          </w:tcPr>
          <w:p w:rsidR="00D53C75" w:rsidRPr="00524A24" w:rsidRDefault="00D53C75" w:rsidP="00693B01">
            <w:pPr>
              <w:pStyle w:val="libPoem"/>
            </w:pPr>
            <w:r w:rsidRPr="00A72677">
              <w:rPr>
                <w:rtl/>
              </w:rPr>
              <w:t>و</w:t>
            </w:r>
            <w:r w:rsidR="00A72677" w:rsidRPr="00A72677">
              <w:rPr>
                <w:rtl/>
              </w:rPr>
              <w:t>عن</w:t>
            </w:r>
            <w:r w:rsidRPr="00A72677">
              <w:rPr>
                <w:rtl/>
              </w:rPr>
              <w:t xml:space="preserve">دي ولا </w:t>
            </w:r>
            <w:r w:rsidR="00A72677" w:rsidRPr="00A72677">
              <w:rPr>
                <w:rtl/>
              </w:rPr>
              <w:t>عر</w:t>
            </w:r>
            <w:r w:rsidRPr="00A72677">
              <w:rPr>
                <w:rtl/>
              </w:rPr>
              <w:t xml:space="preserve">بيُّ </w:t>
            </w:r>
            <w:r w:rsidR="00A72677" w:rsidRPr="00A72677">
              <w:rPr>
                <w:rtl/>
              </w:rPr>
              <w:t>سو</w:t>
            </w:r>
            <w:r w:rsidRPr="00A72677">
              <w:rPr>
                <w:rtl/>
              </w:rPr>
              <w:t>اه</w:t>
            </w:r>
            <w:r w:rsidRPr="00A72677">
              <w:rPr>
                <w:rStyle w:val="libPoemTiniChar0"/>
                <w:rtl/>
              </w:rPr>
              <w:br/>
              <w:t> </w:t>
            </w:r>
          </w:p>
        </w:tc>
        <w:tc>
          <w:tcPr>
            <w:tcW w:w="301" w:type="dxa"/>
          </w:tcPr>
          <w:p w:rsidR="00D53C75" w:rsidRPr="00A72677" w:rsidRDefault="00D53C75" w:rsidP="00693B01">
            <w:pPr>
              <w:pStyle w:val="libPoem"/>
              <w:rPr>
                <w:rtl/>
              </w:rPr>
            </w:pPr>
          </w:p>
        </w:tc>
        <w:tc>
          <w:tcPr>
            <w:tcW w:w="3884" w:type="dxa"/>
          </w:tcPr>
          <w:p w:rsidR="00D53C75" w:rsidRPr="00A72677" w:rsidRDefault="00A72677" w:rsidP="00693B01">
            <w:pPr>
              <w:pStyle w:val="libPoem"/>
            </w:pPr>
            <w:r w:rsidRPr="00A72677">
              <w:rPr>
                <w:rtl/>
              </w:rPr>
              <w:t>لس</w:t>
            </w:r>
            <w:r w:rsidR="00D53C75" w:rsidRPr="00A72677">
              <w:rPr>
                <w:rtl/>
              </w:rPr>
              <w:t xml:space="preserve">انٌ </w:t>
            </w:r>
            <w:r w:rsidRPr="00A72677">
              <w:rPr>
                <w:rtl/>
              </w:rPr>
              <w:t>به</w:t>
            </w:r>
            <w:r w:rsidR="00D53C75" w:rsidRPr="00A72677">
              <w:rPr>
                <w:rtl/>
              </w:rPr>
              <w:t>ذا ا</w:t>
            </w:r>
            <w:r w:rsidRPr="00A72677">
              <w:rPr>
                <w:rtl/>
              </w:rPr>
              <w:t>لم</w:t>
            </w:r>
            <w:r w:rsidR="00D53C75" w:rsidRPr="00A72677">
              <w:rPr>
                <w:rtl/>
              </w:rPr>
              <w:t>قام ا</w:t>
            </w:r>
            <w:r w:rsidRPr="00A72677">
              <w:rPr>
                <w:rtl/>
              </w:rPr>
              <w:t>لع</w:t>
            </w:r>
            <w:r w:rsidR="00D53C75" w:rsidRPr="00A72677">
              <w:rPr>
                <w:rtl/>
              </w:rPr>
              <w:t>جم</w:t>
            </w:r>
            <w:r w:rsidR="00D53C75" w:rsidRPr="00A72677">
              <w:rPr>
                <w:rStyle w:val="libPoemTiniChar0"/>
                <w:rtl/>
              </w:rPr>
              <w:br/>
              <w:t> </w:t>
            </w:r>
          </w:p>
        </w:tc>
      </w:tr>
      <w:tr w:rsidR="00D53C75" w:rsidRPr="00524A24" w:rsidTr="00D53C75">
        <w:trPr>
          <w:trHeight w:val="350"/>
        </w:trPr>
        <w:tc>
          <w:tcPr>
            <w:tcW w:w="3902" w:type="dxa"/>
          </w:tcPr>
          <w:p w:rsidR="00D53C75" w:rsidRPr="00524A24" w:rsidRDefault="00D53C75" w:rsidP="00693B01">
            <w:pPr>
              <w:pStyle w:val="libPoem"/>
            </w:pPr>
            <w:r w:rsidRPr="00A72677">
              <w:rPr>
                <w:rtl/>
              </w:rPr>
              <w:t>أ</w:t>
            </w:r>
            <w:r w:rsidR="00A72677" w:rsidRPr="00A72677">
              <w:rPr>
                <w:rtl/>
              </w:rPr>
              <w:t>كل</w:t>
            </w:r>
            <w:r w:rsidRPr="00A72677">
              <w:rPr>
                <w:rtl/>
              </w:rPr>
              <w:t>فُه</w:t>
            </w:r>
            <w:r w:rsidR="004C00A8">
              <w:rPr>
                <w:rtl/>
              </w:rPr>
              <w:t xml:space="preserve"> </w:t>
            </w:r>
            <w:r w:rsidR="00A72677" w:rsidRPr="00A72677">
              <w:rPr>
                <w:rtl/>
              </w:rPr>
              <w:t>نع</w:t>
            </w:r>
            <w:r w:rsidRPr="00A72677">
              <w:rPr>
                <w:rtl/>
              </w:rPr>
              <w:t>ت</w:t>
            </w:r>
            <w:r w:rsidR="00677BC4">
              <w:rPr>
                <w:rtl/>
              </w:rPr>
              <w:t>َ</w:t>
            </w:r>
            <w:r w:rsidRPr="00A72677">
              <w:rPr>
                <w:rtl/>
              </w:rPr>
              <w:t xml:space="preserve"> </w:t>
            </w:r>
            <w:r w:rsidR="00A72677" w:rsidRPr="00A72677">
              <w:rPr>
                <w:rtl/>
              </w:rPr>
              <w:t>سع</w:t>
            </w:r>
            <w:r w:rsidRPr="00A72677">
              <w:rPr>
                <w:rtl/>
              </w:rPr>
              <w:t>د السعود</w:t>
            </w:r>
            <w:r w:rsidRPr="00A72677">
              <w:rPr>
                <w:rStyle w:val="libPoemTiniChar0"/>
                <w:rtl/>
              </w:rPr>
              <w:br/>
              <w:t> </w:t>
            </w:r>
          </w:p>
        </w:tc>
        <w:tc>
          <w:tcPr>
            <w:tcW w:w="301" w:type="dxa"/>
          </w:tcPr>
          <w:p w:rsidR="00D53C75" w:rsidRPr="00A72677" w:rsidRDefault="00D53C75" w:rsidP="00693B01">
            <w:pPr>
              <w:pStyle w:val="libPoem"/>
              <w:rPr>
                <w:rtl/>
              </w:rPr>
            </w:pPr>
          </w:p>
        </w:tc>
        <w:tc>
          <w:tcPr>
            <w:tcW w:w="3884" w:type="dxa"/>
          </w:tcPr>
          <w:p w:rsidR="00D53C75" w:rsidRPr="00A72677" w:rsidRDefault="00D53C75" w:rsidP="00693B01">
            <w:pPr>
              <w:pStyle w:val="libPoem"/>
            </w:pPr>
            <w:r w:rsidRPr="00A72677">
              <w:rPr>
                <w:rtl/>
              </w:rPr>
              <w:t>وم</w:t>
            </w:r>
            <w:r w:rsidR="00677BC4">
              <w:rPr>
                <w:rtl/>
              </w:rPr>
              <w:t>َ</w:t>
            </w:r>
            <w:r w:rsidR="00A72677" w:rsidRPr="00A72677">
              <w:rPr>
                <w:rtl/>
              </w:rPr>
              <w:t>ن</w:t>
            </w:r>
            <w:r w:rsidRPr="00A72677">
              <w:rPr>
                <w:rtl/>
              </w:rPr>
              <w:t xml:space="preserve"> </w:t>
            </w:r>
            <w:r w:rsidR="00A72677" w:rsidRPr="00A72677">
              <w:rPr>
                <w:rtl/>
              </w:rPr>
              <w:t>لل</w:t>
            </w:r>
            <w:r w:rsidRPr="00A72677">
              <w:rPr>
                <w:rtl/>
              </w:rPr>
              <w:t xml:space="preserve">ثريّا </w:t>
            </w:r>
            <w:r w:rsidR="00A72677" w:rsidRPr="00A72677">
              <w:rPr>
                <w:rtl/>
              </w:rPr>
              <w:t>به</w:t>
            </w:r>
            <w:r w:rsidRPr="00A72677">
              <w:rPr>
                <w:rtl/>
              </w:rPr>
              <w:t xml:space="preserve"> و</w:t>
            </w:r>
            <w:r w:rsidR="00A72677" w:rsidRPr="00A72677">
              <w:rPr>
                <w:rtl/>
              </w:rPr>
              <w:t>هو</w:t>
            </w:r>
            <w:r w:rsidRPr="00A72677">
              <w:rPr>
                <w:rtl/>
              </w:rPr>
              <w:t xml:space="preserve"> فم</w:t>
            </w:r>
            <w:r w:rsidRPr="00A72677">
              <w:rPr>
                <w:rStyle w:val="libPoemTiniChar0"/>
                <w:rtl/>
              </w:rPr>
              <w:br/>
              <w:t> </w:t>
            </w:r>
          </w:p>
        </w:tc>
      </w:tr>
      <w:tr w:rsidR="00D53C75" w:rsidRPr="00524A24" w:rsidTr="00D53C75">
        <w:trPr>
          <w:trHeight w:val="350"/>
        </w:trPr>
        <w:tc>
          <w:tcPr>
            <w:tcW w:w="3902" w:type="dxa"/>
          </w:tcPr>
          <w:p w:rsidR="00D53C75" w:rsidRPr="00524A24" w:rsidRDefault="00D53C75" w:rsidP="00693B01">
            <w:pPr>
              <w:pStyle w:val="libPoem"/>
            </w:pPr>
            <w:r w:rsidRPr="009647FC">
              <w:rPr>
                <w:rtl/>
              </w:rPr>
              <w:t>و</w:t>
            </w:r>
            <w:r w:rsidR="00A72677" w:rsidRPr="009647FC">
              <w:rPr>
                <w:rtl/>
              </w:rPr>
              <w:t>غا</w:t>
            </w:r>
            <w:r w:rsidRPr="009647FC">
              <w:rPr>
                <w:rtl/>
              </w:rPr>
              <w:t>ية</w:t>
            </w:r>
            <w:r w:rsidR="004C00A8">
              <w:rPr>
                <w:rtl/>
              </w:rPr>
              <w:t xml:space="preserve"> </w:t>
            </w:r>
            <w:r w:rsidRPr="009647FC">
              <w:rPr>
                <w:rtl/>
              </w:rPr>
              <w:t>وصفي</w:t>
            </w:r>
            <w:r>
              <w:rPr>
                <w:rtl/>
              </w:rPr>
              <w:t xml:space="preserve"> </w:t>
            </w:r>
            <w:r w:rsidRPr="009647FC">
              <w:rPr>
                <w:rtl/>
              </w:rPr>
              <w:t>له</w:t>
            </w:r>
            <w:r>
              <w:rPr>
                <w:rtl/>
              </w:rPr>
              <w:t xml:space="preserve"> </w:t>
            </w:r>
            <w:r w:rsidRPr="009647FC">
              <w:rPr>
                <w:rtl/>
              </w:rPr>
              <w:t>أن</w:t>
            </w:r>
            <w:r>
              <w:rPr>
                <w:rtl/>
              </w:rPr>
              <w:t xml:space="preserve"> </w:t>
            </w:r>
            <w:r w:rsidRPr="009647FC">
              <w:rPr>
                <w:rtl/>
              </w:rPr>
              <w:t>أقول:</w:t>
            </w:r>
            <w:r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Default="00D53C75" w:rsidP="00693B01">
            <w:pPr>
              <w:pStyle w:val="libPoem"/>
            </w:pPr>
            <w:r w:rsidRPr="009647FC">
              <w:rPr>
                <w:rtl/>
              </w:rPr>
              <w:t>يا</w:t>
            </w:r>
            <w:r>
              <w:rPr>
                <w:rtl/>
              </w:rPr>
              <w:t xml:space="preserve"> </w:t>
            </w:r>
            <w:r w:rsidR="00A72677" w:rsidRPr="009647FC">
              <w:rPr>
                <w:rtl/>
              </w:rPr>
              <w:t>علم</w:t>
            </w:r>
            <w:r w:rsidRPr="009647FC">
              <w:rPr>
                <w:rtl/>
              </w:rPr>
              <w:t>اً</w:t>
            </w:r>
            <w:r>
              <w:rPr>
                <w:rtl/>
              </w:rPr>
              <w:t xml:space="preserve"> </w:t>
            </w:r>
            <w:r w:rsidRPr="009647FC">
              <w:rPr>
                <w:rtl/>
              </w:rPr>
              <w:t>و</w:t>
            </w:r>
            <w:r w:rsidR="00A72677" w:rsidRPr="009647FC">
              <w:rPr>
                <w:rtl/>
              </w:rPr>
              <w:t>يق</w:t>
            </w:r>
            <w:r w:rsidRPr="009647FC">
              <w:rPr>
                <w:rtl/>
              </w:rPr>
              <w:t>لُّ</w:t>
            </w:r>
            <w:r>
              <w:rPr>
                <w:rtl/>
              </w:rPr>
              <w:t xml:space="preserve"> </w:t>
            </w:r>
            <w:r w:rsidRPr="009647FC">
              <w:rPr>
                <w:rtl/>
              </w:rPr>
              <w:t>ا</w:t>
            </w:r>
            <w:r w:rsidR="00A72677" w:rsidRPr="009647FC">
              <w:rPr>
                <w:rtl/>
              </w:rPr>
              <w:t>لع</w:t>
            </w:r>
            <w:r w:rsidRPr="009647FC">
              <w:rPr>
                <w:rtl/>
              </w:rPr>
              <w:t>لم</w:t>
            </w:r>
            <w:r w:rsidRPr="00725071">
              <w:rPr>
                <w:rStyle w:val="libPoemTiniChar0"/>
                <w:rtl/>
              </w:rPr>
              <w:br/>
              <w:t> </w:t>
            </w:r>
          </w:p>
        </w:tc>
      </w:tr>
      <w:tr w:rsidR="00D53C75" w:rsidRPr="00524A24" w:rsidTr="00D53C75">
        <w:trPr>
          <w:trHeight w:val="350"/>
        </w:trPr>
        <w:tc>
          <w:tcPr>
            <w:tcW w:w="3902" w:type="dxa"/>
          </w:tcPr>
          <w:p w:rsidR="00D53C75" w:rsidRPr="00524A24" w:rsidRDefault="00A72677" w:rsidP="00693B01">
            <w:pPr>
              <w:pStyle w:val="libPoem"/>
            </w:pPr>
            <w:r w:rsidRPr="009647FC">
              <w:rPr>
                <w:rtl/>
              </w:rPr>
              <w:t>تر</w:t>
            </w:r>
            <w:r w:rsidR="00D53C75" w:rsidRPr="009647FC">
              <w:rPr>
                <w:rtl/>
              </w:rPr>
              <w:t>كتُ</w:t>
            </w:r>
            <w:r w:rsidR="004C00A8">
              <w:rPr>
                <w:rtl/>
              </w:rPr>
              <w:t xml:space="preserve"> </w:t>
            </w:r>
            <w:r w:rsidRPr="009647FC">
              <w:rPr>
                <w:rtl/>
              </w:rPr>
              <w:t>لن</w:t>
            </w:r>
            <w:r w:rsidR="00D53C75" w:rsidRPr="009647FC">
              <w:rPr>
                <w:rtl/>
              </w:rPr>
              <w:t>اديه</w:t>
            </w:r>
            <w:r w:rsidR="00D53C75">
              <w:rPr>
                <w:rtl/>
              </w:rPr>
              <w:t xml:space="preserve"> </w:t>
            </w:r>
            <w:r w:rsidRPr="009647FC">
              <w:rPr>
                <w:rtl/>
              </w:rPr>
              <w:t>عد</w:t>
            </w:r>
            <w:r w:rsidR="00D53C75" w:rsidRPr="009647FC">
              <w:rPr>
                <w:rtl/>
              </w:rPr>
              <w:t>ّ</w:t>
            </w:r>
            <w:r w:rsidR="00677BC4">
              <w:rPr>
                <w:rtl/>
              </w:rPr>
              <w:t>َ</w:t>
            </w:r>
            <w:r w:rsidR="00D53C75">
              <w:rPr>
                <w:rtl/>
              </w:rPr>
              <w:t xml:space="preserve"> </w:t>
            </w:r>
            <w:r w:rsidR="00D53C75" w:rsidRPr="009647FC">
              <w:rPr>
                <w:rtl/>
              </w:rPr>
              <w:t>البقاع</w:t>
            </w:r>
            <w:r w:rsidR="00D53C75"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Default="00D53C75" w:rsidP="00693B01">
            <w:pPr>
              <w:pStyle w:val="libPoem"/>
            </w:pPr>
            <w:r w:rsidRPr="009647FC">
              <w:rPr>
                <w:rtl/>
              </w:rPr>
              <w:t>و</w:t>
            </w:r>
            <w:r w:rsidR="00A72677" w:rsidRPr="009647FC">
              <w:rPr>
                <w:rtl/>
              </w:rPr>
              <w:t>عد</w:t>
            </w:r>
            <w:r w:rsidRPr="009647FC">
              <w:rPr>
                <w:rtl/>
              </w:rPr>
              <w:t>يتُ</w:t>
            </w:r>
            <w:r>
              <w:rPr>
                <w:rtl/>
              </w:rPr>
              <w:t xml:space="preserve"> </w:t>
            </w:r>
            <w:r w:rsidRPr="009647FC">
              <w:rPr>
                <w:rtl/>
              </w:rPr>
              <w:t>عن</w:t>
            </w:r>
            <w:r>
              <w:rPr>
                <w:rtl/>
              </w:rPr>
              <w:t xml:space="preserve"> </w:t>
            </w:r>
            <w:r w:rsidRPr="009647FC">
              <w:rPr>
                <w:rtl/>
              </w:rPr>
              <w:t>قول</w:t>
            </w:r>
            <w:r>
              <w:rPr>
                <w:rtl/>
              </w:rPr>
              <w:t xml:space="preserve"> </w:t>
            </w:r>
            <w:r w:rsidRPr="009647FC">
              <w:rPr>
                <w:rtl/>
              </w:rPr>
              <w:t>هذا</w:t>
            </w:r>
            <w:r>
              <w:rPr>
                <w:rtl/>
              </w:rPr>
              <w:t xml:space="preserve"> </w:t>
            </w:r>
            <w:r w:rsidRPr="009647FC">
              <w:rPr>
                <w:rtl/>
              </w:rPr>
              <w:t>الحرم</w:t>
            </w:r>
            <w:r w:rsidRPr="00725071">
              <w:rPr>
                <w:rStyle w:val="libPoemTiniChar0"/>
                <w:rtl/>
              </w:rPr>
              <w:br/>
              <w:t> </w:t>
            </w:r>
          </w:p>
        </w:tc>
      </w:tr>
      <w:tr w:rsidR="00D53C75" w:rsidRPr="00524A24" w:rsidTr="00D53C75">
        <w:trPr>
          <w:trHeight w:val="350"/>
        </w:trPr>
        <w:tc>
          <w:tcPr>
            <w:tcW w:w="3902" w:type="dxa"/>
          </w:tcPr>
          <w:p w:rsidR="00D53C75" w:rsidRPr="00524A24" w:rsidRDefault="00A72677" w:rsidP="00693B01">
            <w:pPr>
              <w:pStyle w:val="libPoem"/>
            </w:pPr>
            <w:r w:rsidRPr="009647FC">
              <w:rPr>
                <w:rtl/>
              </w:rPr>
              <w:t>كت</w:t>
            </w:r>
            <w:r w:rsidR="00D53C75" w:rsidRPr="009647FC">
              <w:rPr>
                <w:rtl/>
              </w:rPr>
              <w:t>ركي</w:t>
            </w:r>
            <w:r w:rsidR="004C00A8">
              <w:rPr>
                <w:rtl/>
              </w:rPr>
              <w:t xml:space="preserve"> </w:t>
            </w:r>
            <w:r w:rsidRPr="009647FC">
              <w:rPr>
                <w:rtl/>
              </w:rPr>
              <w:t>له</w:t>
            </w:r>
            <w:r w:rsidR="00D53C75">
              <w:rPr>
                <w:rtl/>
              </w:rPr>
              <w:t xml:space="preserve"> </w:t>
            </w:r>
            <w:r w:rsidRPr="009647FC">
              <w:rPr>
                <w:rtl/>
              </w:rPr>
              <w:t>عد</w:t>
            </w:r>
            <w:r w:rsidR="00D53C75" w:rsidRPr="009647FC">
              <w:rPr>
                <w:rtl/>
              </w:rPr>
              <w:t>ّ</w:t>
            </w:r>
            <w:r w:rsidR="00677BC4">
              <w:rPr>
                <w:rtl/>
              </w:rPr>
              <w:t>َ</w:t>
            </w:r>
            <w:r w:rsidR="00D53C75">
              <w:rPr>
                <w:rtl/>
              </w:rPr>
              <w:t xml:space="preserve"> </w:t>
            </w:r>
            <w:r w:rsidR="00D53C75" w:rsidRPr="009647FC">
              <w:rPr>
                <w:rtl/>
              </w:rPr>
              <w:t>أ</w:t>
            </w:r>
            <w:r w:rsidRPr="009647FC">
              <w:rPr>
                <w:rtl/>
              </w:rPr>
              <w:t>فر</w:t>
            </w:r>
            <w:r w:rsidR="00D53C75" w:rsidRPr="009647FC">
              <w:rPr>
                <w:rtl/>
              </w:rPr>
              <w:t>ادها</w:t>
            </w:r>
            <w:r w:rsidR="00D53C75"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Default="00D53C75" w:rsidP="00693B01">
            <w:pPr>
              <w:pStyle w:val="libPoem"/>
            </w:pPr>
            <w:r w:rsidRPr="009647FC">
              <w:rPr>
                <w:rtl/>
              </w:rPr>
              <w:t>و</w:t>
            </w:r>
            <w:r w:rsidR="00A72677" w:rsidRPr="009647FC">
              <w:rPr>
                <w:rtl/>
              </w:rPr>
              <w:t>كي</w:t>
            </w:r>
            <w:r w:rsidRPr="009647FC">
              <w:rPr>
                <w:rtl/>
              </w:rPr>
              <w:t>ف</w:t>
            </w:r>
            <w:r>
              <w:rPr>
                <w:rtl/>
              </w:rPr>
              <w:t xml:space="preserve"> </w:t>
            </w:r>
            <w:r w:rsidR="00A72677" w:rsidRPr="009647FC">
              <w:rPr>
                <w:rtl/>
              </w:rPr>
              <w:t>بت</w:t>
            </w:r>
            <w:r w:rsidRPr="009647FC">
              <w:rPr>
                <w:rtl/>
              </w:rPr>
              <w:t>عداد</w:t>
            </w:r>
            <w:r>
              <w:rPr>
                <w:rtl/>
              </w:rPr>
              <w:t xml:space="preserve"> </w:t>
            </w:r>
            <w:r w:rsidR="00A72677" w:rsidRPr="009647FC">
              <w:rPr>
                <w:rtl/>
              </w:rPr>
              <w:t>خي</w:t>
            </w:r>
            <w:r w:rsidRPr="009647FC">
              <w:rPr>
                <w:rtl/>
              </w:rPr>
              <w:t>ر</w:t>
            </w:r>
            <w:r>
              <w:rPr>
                <w:rtl/>
              </w:rPr>
              <w:t xml:space="preserve"> </w:t>
            </w:r>
            <w:r w:rsidRPr="009647FC">
              <w:rPr>
                <w:rtl/>
              </w:rPr>
              <w:t>النسم</w:t>
            </w:r>
            <w:r w:rsidRPr="00725071">
              <w:rPr>
                <w:rStyle w:val="libPoemTiniChar0"/>
                <w:rtl/>
              </w:rPr>
              <w:br/>
              <w:t> </w:t>
            </w:r>
          </w:p>
        </w:tc>
      </w:tr>
      <w:tr w:rsidR="00D53C75" w:rsidRPr="00524A24" w:rsidTr="00D53C75">
        <w:trPr>
          <w:trHeight w:val="350"/>
        </w:trPr>
        <w:tc>
          <w:tcPr>
            <w:tcW w:w="3902" w:type="dxa"/>
          </w:tcPr>
          <w:p w:rsidR="00D53C75" w:rsidRPr="00524A24" w:rsidRDefault="00D53C75" w:rsidP="00693B01">
            <w:pPr>
              <w:pStyle w:val="libPoem"/>
            </w:pPr>
            <w:r w:rsidRPr="009647FC">
              <w:rPr>
                <w:rtl/>
              </w:rPr>
              <w:t>وقلتُ</w:t>
            </w:r>
            <w:r>
              <w:rPr>
                <w:rtl/>
              </w:rPr>
              <w:t xml:space="preserve"> </w:t>
            </w:r>
            <w:r w:rsidRPr="009647FC">
              <w:rPr>
                <w:rtl/>
              </w:rPr>
              <w:t>أرى</w:t>
            </w:r>
            <w:r>
              <w:rPr>
                <w:rtl/>
              </w:rPr>
              <w:t xml:space="preserve"> </w:t>
            </w:r>
            <w:r w:rsidRPr="009647FC">
              <w:rPr>
                <w:rtl/>
              </w:rPr>
              <w:t>الأرض</w:t>
            </w:r>
            <w:r>
              <w:rPr>
                <w:rtl/>
              </w:rPr>
              <w:t xml:space="preserve"> </w:t>
            </w:r>
            <w:r w:rsidRPr="009647FC">
              <w:rPr>
                <w:rtl/>
              </w:rPr>
              <w:t>في</w:t>
            </w:r>
            <w:r>
              <w:rPr>
                <w:rtl/>
              </w:rPr>
              <w:t xml:space="preserve"> </w:t>
            </w:r>
            <w:r w:rsidRPr="009647FC">
              <w:rPr>
                <w:rtl/>
              </w:rPr>
              <w:t>مجلسٍ</w:t>
            </w:r>
            <w:r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Default="00A72677" w:rsidP="00693B01">
            <w:pPr>
              <w:pStyle w:val="libPoem"/>
            </w:pPr>
            <w:r w:rsidRPr="009647FC">
              <w:rPr>
                <w:rtl/>
              </w:rPr>
              <w:t>لم</w:t>
            </w:r>
            <w:r w:rsidR="00D53C75" w:rsidRPr="009647FC">
              <w:rPr>
                <w:rtl/>
              </w:rPr>
              <w:t>ن</w:t>
            </w:r>
            <w:r w:rsidR="004C00A8">
              <w:rPr>
                <w:rtl/>
              </w:rPr>
              <w:t xml:space="preserve"> </w:t>
            </w:r>
            <w:r w:rsidRPr="009647FC">
              <w:rPr>
                <w:rtl/>
              </w:rPr>
              <w:t>تح</w:t>
            </w:r>
            <w:r w:rsidR="00D53C75" w:rsidRPr="009647FC">
              <w:rPr>
                <w:rtl/>
              </w:rPr>
              <w:t>ت</w:t>
            </w:r>
            <w:r w:rsidR="00D53C75">
              <w:rPr>
                <w:rtl/>
              </w:rPr>
              <w:t xml:space="preserve"> </w:t>
            </w:r>
            <w:r w:rsidR="00D53C75" w:rsidRPr="009647FC">
              <w:rPr>
                <w:rtl/>
              </w:rPr>
              <w:t>طيٍ</w:t>
            </w:r>
            <w:r w:rsidR="00D53C75">
              <w:rPr>
                <w:rtl/>
              </w:rPr>
              <w:t xml:space="preserve"> </w:t>
            </w:r>
            <w:r w:rsidR="00D53C75" w:rsidRPr="009647FC">
              <w:rPr>
                <w:rtl/>
              </w:rPr>
              <w:t>رداه</w:t>
            </w:r>
            <w:r w:rsidR="00D53C75">
              <w:rPr>
                <w:rtl/>
              </w:rPr>
              <w:t xml:space="preserve"> </w:t>
            </w:r>
            <w:r w:rsidR="00D53C75" w:rsidRPr="009647FC">
              <w:rPr>
                <w:rtl/>
              </w:rPr>
              <w:t>الأمم</w:t>
            </w:r>
            <w:r w:rsidR="00D53C75" w:rsidRPr="00725071">
              <w:rPr>
                <w:rStyle w:val="libPoemTiniChar0"/>
                <w:rtl/>
              </w:rPr>
              <w:br/>
              <w:t> </w:t>
            </w:r>
          </w:p>
        </w:tc>
      </w:tr>
      <w:tr w:rsidR="00D53C75" w:rsidRPr="00524A24" w:rsidTr="00D53C75">
        <w:trPr>
          <w:trHeight w:val="350"/>
        </w:trPr>
        <w:tc>
          <w:tcPr>
            <w:tcW w:w="3902" w:type="dxa"/>
          </w:tcPr>
          <w:p w:rsidR="00D53C75" w:rsidRPr="00524A24" w:rsidRDefault="00A72677" w:rsidP="00693B01">
            <w:pPr>
              <w:pStyle w:val="libPoem"/>
            </w:pPr>
            <w:r w:rsidRPr="00A72677">
              <w:rPr>
                <w:rtl/>
              </w:rPr>
              <w:t>هو</w:t>
            </w:r>
            <w:r w:rsidR="004C00A8">
              <w:rPr>
                <w:rtl/>
              </w:rPr>
              <w:t xml:space="preserve"> </w:t>
            </w:r>
            <w:r w:rsidR="00D53C75" w:rsidRPr="00A72677">
              <w:rPr>
                <w:rtl/>
              </w:rPr>
              <w:t>ا</w:t>
            </w:r>
            <w:r w:rsidRPr="00A72677">
              <w:rPr>
                <w:rtl/>
              </w:rPr>
              <w:t>لب</w:t>
            </w:r>
            <w:r w:rsidR="00D53C75" w:rsidRPr="00A72677">
              <w:rPr>
                <w:rtl/>
              </w:rPr>
              <w:t xml:space="preserve">در </w:t>
            </w:r>
            <w:r w:rsidRPr="00A72677">
              <w:rPr>
                <w:rtl/>
              </w:rPr>
              <w:t>لك</w:t>
            </w:r>
            <w:r w:rsidR="00D53C75" w:rsidRPr="00A72677">
              <w:rPr>
                <w:rtl/>
              </w:rPr>
              <w:t xml:space="preserve">نّه </w:t>
            </w:r>
            <w:r w:rsidRPr="00A72677">
              <w:rPr>
                <w:rtl/>
              </w:rPr>
              <w:t>لل</w:t>
            </w:r>
            <w:r w:rsidR="00D53C75" w:rsidRPr="00A72677">
              <w:rPr>
                <w:rtl/>
              </w:rPr>
              <w:t>كمال</w:t>
            </w:r>
            <w:r w:rsidR="00D53C75" w:rsidRPr="00A72677">
              <w:rPr>
                <w:rStyle w:val="libPoemTiniChar0"/>
                <w:rtl/>
              </w:rPr>
              <w:br/>
              <w:t> </w:t>
            </w:r>
          </w:p>
        </w:tc>
        <w:tc>
          <w:tcPr>
            <w:tcW w:w="301" w:type="dxa"/>
          </w:tcPr>
          <w:p w:rsidR="00D53C75" w:rsidRPr="00A72677" w:rsidRDefault="00D53C75" w:rsidP="00693B01">
            <w:pPr>
              <w:pStyle w:val="libPoem"/>
              <w:rPr>
                <w:rtl/>
              </w:rPr>
            </w:pPr>
          </w:p>
        </w:tc>
        <w:tc>
          <w:tcPr>
            <w:tcW w:w="3884" w:type="dxa"/>
          </w:tcPr>
          <w:p w:rsidR="00D53C75" w:rsidRPr="00A72677" w:rsidRDefault="00D53C75" w:rsidP="00693B01">
            <w:pPr>
              <w:pStyle w:val="libPoem"/>
            </w:pPr>
            <w:r w:rsidRPr="00A72677">
              <w:rPr>
                <w:rtl/>
              </w:rPr>
              <w:t>و</w:t>
            </w:r>
            <w:r w:rsidR="00A72677" w:rsidRPr="00A72677">
              <w:rPr>
                <w:rtl/>
              </w:rPr>
              <w:t>بد</w:t>
            </w:r>
            <w:r w:rsidRPr="00A72677">
              <w:rPr>
                <w:rtl/>
              </w:rPr>
              <w:t>رُ ا</w:t>
            </w:r>
            <w:r w:rsidR="00A72677" w:rsidRPr="00A72677">
              <w:rPr>
                <w:rtl/>
              </w:rPr>
              <w:t>لس</w:t>
            </w:r>
            <w:r w:rsidRPr="00A72677">
              <w:rPr>
                <w:rtl/>
              </w:rPr>
              <w:t>ما بين نقصٍ وتم</w:t>
            </w:r>
            <w:r w:rsidRPr="00A72677">
              <w:rPr>
                <w:rStyle w:val="libPoemTiniChar0"/>
                <w:rtl/>
              </w:rPr>
              <w:br/>
              <w:t> </w:t>
            </w:r>
          </w:p>
        </w:tc>
      </w:tr>
      <w:tr w:rsidR="00D53C75" w:rsidRPr="00524A24" w:rsidTr="00D53C75">
        <w:trPr>
          <w:trHeight w:val="350"/>
        </w:trPr>
        <w:tc>
          <w:tcPr>
            <w:tcW w:w="3902" w:type="dxa"/>
          </w:tcPr>
          <w:p w:rsidR="00D53C75" w:rsidRPr="00524A24" w:rsidRDefault="00D53C75" w:rsidP="00693B01">
            <w:pPr>
              <w:pStyle w:val="libPoem"/>
            </w:pPr>
            <w:r w:rsidRPr="00A72677">
              <w:rPr>
                <w:rtl/>
              </w:rPr>
              <w:t>م</w:t>
            </w:r>
            <w:r w:rsidR="00A72677" w:rsidRPr="00A72677">
              <w:rPr>
                <w:rtl/>
              </w:rPr>
              <w:t>ِن</w:t>
            </w:r>
            <w:r w:rsidR="004C00A8">
              <w:rPr>
                <w:rtl/>
              </w:rPr>
              <w:t xml:space="preserve"> </w:t>
            </w:r>
            <w:r w:rsidRPr="00A72677">
              <w:rPr>
                <w:rtl/>
              </w:rPr>
              <w:t>ا</w:t>
            </w:r>
            <w:r w:rsidR="00A72677" w:rsidRPr="00A72677">
              <w:rPr>
                <w:rtl/>
              </w:rPr>
              <w:t>لم</w:t>
            </w:r>
            <w:r w:rsidRPr="00A72677">
              <w:rPr>
                <w:rtl/>
              </w:rPr>
              <w:t>اثلين بصدر الندىّ</w:t>
            </w:r>
            <w:r w:rsidRPr="00A72677">
              <w:rPr>
                <w:rStyle w:val="libPoemTiniChar0"/>
                <w:rtl/>
              </w:rPr>
              <w:br/>
              <w:t> </w:t>
            </w:r>
          </w:p>
        </w:tc>
        <w:tc>
          <w:tcPr>
            <w:tcW w:w="301" w:type="dxa"/>
          </w:tcPr>
          <w:p w:rsidR="00D53C75" w:rsidRPr="00A72677" w:rsidRDefault="00D53C75" w:rsidP="00693B01">
            <w:pPr>
              <w:pStyle w:val="libPoem"/>
              <w:rPr>
                <w:rtl/>
              </w:rPr>
            </w:pPr>
          </w:p>
        </w:tc>
        <w:tc>
          <w:tcPr>
            <w:tcW w:w="3884" w:type="dxa"/>
          </w:tcPr>
          <w:p w:rsidR="00D53C75" w:rsidRPr="00A72677" w:rsidRDefault="00D53C75" w:rsidP="00693B01">
            <w:pPr>
              <w:pStyle w:val="libPoem"/>
            </w:pPr>
            <w:r w:rsidRPr="00A72677">
              <w:rPr>
                <w:rtl/>
              </w:rPr>
              <w:t>رزان</w:t>
            </w:r>
            <w:r w:rsidR="004C00A8">
              <w:rPr>
                <w:rtl/>
              </w:rPr>
              <w:t xml:space="preserve"> </w:t>
            </w:r>
            <w:r w:rsidRPr="00A72677">
              <w:rPr>
                <w:rtl/>
              </w:rPr>
              <w:t>ا</w:t>
            </w:r>
            <w:r w:rsidR="00A72677" w:rsidRPr="00A72677">
              <w:rPr>
                <w:rtl/>
              </w:rPr>
              <w:t>لح</w:t>
            </w:r>
            <w:r w:rsidRPr="00A72677">
              <w:rPr>
                <w:rtl/>
              </w:rPr>
              <w:t>لوم رزان ا</w:t>
            </w:r>
            <w:r w:rsidR="00A72677" w:rsidRPr="00A72677">
              <w:rPr>
                <w:rtl/>
              </w:rPr>
              <w:t>لق</w:t>
            </w:r>
            <w:r w:rsidRPr="00A72677">
              <w:rPr>
                <w:rtl/>
              </w:rPr>
              <w:t>مم</w:t>
            </w:r>
            <w:r w:rsidRPr="00A72677">
              <w:rPr>
                <w:rStyle w:val="libPoemTiniChar0"/>
                <w:rtl/>
              </w:rPr>
              <w:br/>
              <w:t> </w:t>
            </w:r>
          </w:p>
        </w:tc>
      </w:tr>
      <w:tr w:rsidR="00D53C75" w:rsidRPr="00524A24" w:rsidTr="00D53C75">
        <w:trPr>
          <w:trHeight w:val="350"/>
        </w:trPr>
        <w:tc>
          <w:tcPr>
            <w:tcW w:w="3902" w:type="dxa"/>
          </w:tcPr>
          <w:p w:rsidR="00D53C75" w:rsidRPr="00524A24" w:rsidRDefault="00D53C75" w:rsidP="00693B01">
            <w:pPr>
              <w:pStyle w:val="libPoem"/>
            </w:pPr>
            <w:r w:rsidRPr="009647FC">
              <w:rPr>
                <w:rtl/>
              </w:rPr>
              <w:t>فيا</w:t>
            </w:r>
            <w:r>
              <w:rPr>
                <w:rtl/>
              </w:rPr>
              <w:t xml:space="preserve"> </w:t>
            </w:r>
            <w:r w:rsidRPr="009647FC">
              <w:rPr>
                <w:rtl/>
              </w:rPr>
              <w:t>منْ</w:t>
            </w:r>
            <w:r>
              <w:rPr>
                <w:rtl/>
              </w:rPr>
              <w:t xml:space="preserve"> </w:t>
            </w:r>
            <w:r w:rsidRPr="009647FC">
              <w:rPr>
                <w:rtl/>
              </w:rPr>
              <w:t>إذا</w:t>
            </w:r>
            <w:r>
              <w:rPr>
                <w:rtl/>
              </w:rPr>
              <w:t xml:space="preserve"> </w:t>
            </w:r>
            <w:r w:rsidRPr="009647FC">
              <w:rPr>
                <w:rtl/>
              </w:rPr>
              <w:t>غاب</w:t>
            </w:r>
            <w:r>
              <w:rPr>
                <w:rtl/>
              </w:rPr>
              <w:t xml:space="preserve"> </w:t>
            </w:r>
            <w:r w:rsidRPr="009647FC">
              <w:rPr>
                <w:rtl/>
              </w:rPr>
              <w:t>قال</w:t>
            </w:r>
            <w:r>
              <w:rPr>
                <w:rtl/>
              </w:rPr>
              <w:t xml:space="preserve"> </w:t>
            </w:r>
            <w:r w:rsidRPr="009647FC">
              <w:rPr>
                <w:rtl/>
              </w:rPr>
              <w:t>الحضور:</w:t>
            </w:r>
            <w:r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Default="00D53C75" w:rsidP="00693B01">
            <w:pPr>
              <w:pStyle w:val="libPoem"/>
            </w:pPr>
            <w:r w:rsidRPr="009647FC">
              <w:rPr>
                <w:rtl/>
              </w:rPr>
              <w:t>وإن</w:t>
            </w:r>
            <w:r w:rsidR="004C00A8">
              <w:rPr>
                <w:rtl/>
              </w:rPr>
              <w:t xml:space="preserve"> </w:t>
            </w:r>
            <w:r w:rsidR="00A72677" w:rsidRPr="009647FC">
              <w:rPr>
                <w:rtl/>
              </w:rPr>
              <w:t>حض</w:t>
            </w:r>
            <w:r w:rsidRPr="009647FC">
              <w:rPr>
                <w:rtl/>
              </w:rPr>
              <w:t>ر</w:t>
            </w:r>
            <w:r>
              <w:rPr>
                <w:rtl/>
              </w:rPr>
              <w:t xml:space="preserve"> </w:t>
            </w:r>
            <w:r w:rsidRPr="009647FC">
              <w:rPr>
                <w:rtl/>
              </w:rPr>
              <w:t>ا</w:t>
            </w:r>
            <w:r w:rsidR="00A72677" w:rsidRPr="009647FC">
              <w:rPr>
                <w:rtl/>
              </w:rPr>
              <w:t>لق</w:t>
            </w:r>
            <w:r w:rsidRPr="009647FC">
              <w:rPr>
                <w:rtl/>
              </w:rPr>
              <w:t>ولُ</w:t>
            </w:r>
            <w:r>
              <w:rPr>
                <w:rtl/>
              </w:rPr>
              <w:t xml:space="preserve"> </w:t>
            </w:r>
            <w:r w:rsidRPr="009647FC">
              <w:rPr>
                <w:rtl/>
              </w:rPr>
              <w:t>كلُّ</w:t>
            </w:r>
            <w:r>
              <w:rPr>
                <w:rtl/>
              </w:rPr>
              <w:t xml:space="preserve"> </w:t>
            </w:r>
            <w:r w:rsidRPr="009647FC">
              <w:rPr>
                <w:rtl/>
              </w:rPr>
              <w:t>أرم</w:t>
            </w:r>
            <w:r w:rsidRPr="00725071">
              <w:rPr>
                <w:rStyle w:val="libPoemTiniChar0"/>
                <w:rtl/>
              </w:rPr>
              <w:br/>
              <w:t> </w:t>
            </w:r>
          </w:p>
        </w:tc>
      </w:tr>
      <w:tr w:rsidR="00D53C75" w:rsidRPr="00524A24" w:rsidTr="00D53C75">
        <w:trPr>
          <w:trHeight w:val="350"/>
        </w:trPr>
        <w:tc>
          <w:tcPr>
            <w:tcW w:w="3902" w:type="dxa"/>
          </w:tcPr>
          <w:p w:rsidR="00D53C75" w:rsidRPr="00524A24" w:rsidRDefault="00A72677" w:rsidP="00693B01">
            <w:pPr>
              <w:pStyle w:val="libPoem"/>
            </w:pPr>
            <w:r w:rsidRPr="009647FC">
              <w:rPr>
                <w:rtl/>
              </w:rPr>
              <w:t>من</w:t>
            </w:r>
            <w:r w:rsidR="00D53C75" w:rsidRPr="009647FC">
              <w:rPr>
                <w:rtl/>
              </w:rPr>
              <w:t>يت</w:t>
            </w:r>
            <w:r w:rsidR="00677BC4">
              <w:rPr>
                <w:rtl/>
              </w:rPr>
              <w:t>َ</w:t>
            </w:r>
            <w:r w:rsidR="00D53C75">
              <w:rPr>
                <w:rtl/>
              </w:rPr>
              <w:t xml:space="preserve"> </w:t>
            </w:r>
            <w:r w:rsidR="00D53C75" w:rsidRPr="009647FC">
              <w:rPr>
                <w:rtl/>
              </w:rPr>
              <w:t>ا</w:t>
            </w:r>
            <w:r w:rsidRPr="009647FC">
              <w:rPr>
                <w:rtl/>
              </w:rPr>
              <w:t>بت</w:t>
            </w:r>
            <w:r w:rsidR="00D53C75" w:rsidRPr="009647FC">
              <w:rPr>
                <w:rtl/>
              </w:rPr>
              <w:t>داءً</w:t>
            </w:r>
            <w:r w:rsidR="00D53C75">
              <w:rPr>
                <w:rtl/>
              </w:rPr>
              <w:t xml:space="preserve"> </w:t>
            </w:r>
            <w:r w:rsidRPr="009647FC">
              <w:rPr>
                <w:rtl/>
              </w:rPr>
              <w:t>بد</w:t>
            </w:r>
            <w:r w:rsidR="00D53C75" w:rsidRPr="009647FC">
              <w:rPr>
                <w:rtl/>
              </w:rPr>
              <w:t>رّ</w:t>
            </w:r>
            <w:r w:rsidR="00D53C75">
              <w:rPr>
                <w:rtl/>
              </w:rPr>
              <w:t xml:space="preserve"> </w:t>
            </w:r>
            <w:r w:rsidR="00D53C75" w:rsidRPr="009647FC">
              <w:rPr>
                <w:rtl/>
              </w:rPr>
              <w:t>المقال</w:t>
            </w:r>
            <w:r w:rsidR="00D53C75" w:rsidRPr="00725071">
              <w:rPr>
                <w:rStyle w:val="libPoemTiniChar0"/>
                <w:rtl/>
              </w:rPr>
              <w:br/>
              <w:t> </w:t>
            </w:r>
          </w:p>
        </w:tc>
        <w:tc>
          <w:tcPr>
            <w:tcW w:w="301" w:type="dxa"/>
          </w:tcPr>
          <w:p w:rsidR="00D53C75" w:rsidRDefault="00D53C75" w:rsidP="00693B01">
            <w:pPr>
              <w:pStyle w:val="libPoem"/>
              <w:rPr>
                <w:rtl/>
              </w:rPr>
            </w:pPr>
          </w:p>
        </w:tc>
        <w:tc>
          <w:tcPr>
            <w:tcW w:w="3884" w:type="dxa"/>
          </w:tcPr>
          <w:p w:rsidR="00D53C75" w:rsidRPr="00524A24" w:rsidRDefault="00D53C75" w:rsidP="00693B01">
            <w:pPr>
              <w:pStyle w:val="libPoem"/>
            </w:pPr>
            <w:r w:rsidRPr="009647FC">
              <w:rPr>
                <w:rtl/>
              </w:rPr>
              <w:t>و</w:t>
            </w:r>
            <w:r w:rsidR="00A72677" w:rsidRPr="009647FC">
              <w:rPr>
                <w:rtl/>
              </w:rPr>
              <w:t>يا</w:t>
            </w:r>
            <w:r w:rsidR="004C00A8">
              <w:rPr>
                <w:rtl/>
              </w:rPr>
              <w:t xml:space="preserve"> </w:t>
            </w:r>
            <w:r w:rsidRPr="009647FC">
              <w:rPr>
                <w:rtl/>
              </w:rPr>
              <w:t>بحرُ</w:t>
            </w:r>
            <w:r>
              <w:rPr>
                <w:rtl/>
              </w:rPr>
              <w:t xml:space="preserve"> </w:t>
            </w:r>
            <w:r w:rsidRPr="009647FC">
              <w:rPr>
                <w:rtl/>
              </w:rPr>
              <w:t>بالطبع</w:t>
            </w:r>
            <w:r>
              <w:rPr>
                <w:rtl/>
              </w:rPr>
              <w:t xml:space="preserve"> </w:t>
            </w:r>
            <w:r w:rsidRPr="009647FC">
              <w:rPr>
                <w:rtl/>
              </w:rPr>
              <w:t>منك</w:t>
            </w:r>
            <w:r>
              <w:rPr>
                <w:rtl/>
              </w:rPr>
              <w:t xml:space="preserve"> </w:t>
            </w:r>
            <w:r w:rsidRPr="009647FC">
              <w:rPr>
                <w:rtl/>
              </w:rPr>
              <w:t>الكرم</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السيد عبد الرحمن ابن السيد علي ابن السيد سلمان النقيب الكيلاني</w:t>
      </w:r>
      <w:r w:rsidR="00D769AB">
        <w:rPr>
          <w:rtl/>
        </w:rPr>
        <w:t>،</w:t>
      </w:r>
      <w:r w:rsidRPr="009647FC">
        <w:rPr>
          <w:rtl/>
        </w:rPr>
        <w:t xml:space="preserve"> تقلّد النقابة بعد أخيه عام 1915</w:t>
      </w:r>
      <w:r w:rsidR="00D769AB">
        <w:rPr>
          <w:rtl/>
        </w:rPr>
        <w:t>،</w:t>
      </w:r>
      <w:r w:rsidRPr="009647FC">
        <w:rPr>
          <w:rtl/>
        </w:rPr>
        <w:t xml:space="preserve"> وكان من سراة القوم ومشاهيرهم</w:t>
      </w:r>
      <w:r w:rsidR="00D769AB">
        <w:rPr>
          <w:rtl/>
        </w:rPr>
        <w:t>،</w:t>
      </w:r>
      <w:r w:rsidRPr="009647FC">
        <w:rPr>
          <w:rtl/>
        </w:rPr>
        <w:t xml:space="preserve"> له إحاطة بكثير من العلوم والفنون</w:t>
      </w:r>
      <w:r w:rsidR="00D769AB">
        <w:rPr>
          <w:rtl/>
        </w:rPr>
        <w:t>،</w:t>
      </w:r>
      <w:r w:rsidRPr="009647FC">
        <w:rPr>
          <w:rtl/>
        </w:rPr>
        <w:t xml:space="preserve"> وكانت لديه مكتبة واسعة ضمّت النوادر من الكتب</w:t>
      </w:r>
      <w:r w:rsidR="00D769AB">
        <w:rPr>
          <w:rtl/>
        </w:rPr>
        <w:t>،</w:t>
      </w:r>
      <w:r w:rsidRPr="009647FC">
        <w:rPr>
          <w:rtl/>
        </w:rPr>
        <w:t xml:space="preserve"> وقد ألّف أوّل وزارة عراقية</w:t>
      </w:r>
      <w:r w:rsidR="00D769AB">
        <w:rPr>
          <w:rtl/>
        </w:rPr>
        <w:t>.</w:t>
      </w:r>
      <w:r w:rsidRPr="009647FC">
        <w:rPr>
          <w:rtl/>
        </w:rPr>
        <w:t xml:space="preserve"> توفّي عام 1945 هـ</w:t>
      </w:r>
      <w:r w:rsidR="00D769AB">
        <w:rPr>
          <w:rtl/>
        </w:rPr>
        <w:t>،</w:t>
      </w:r>
      <w:r w:rsidRPr="009647FC">
        <w:rPr>
          <w:rtl/>
        </w:rPr>
        <w:t xml:space="preserve"> وخلف أولاداً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693B01" w:rsidRPr="00524A24" w:rsidTr="00693B01">
        <w:trPr>
          <w:trHeight w:val="350"/>
        </w:trPr>
        <w:tc>
          <w:tcPr>
            <w:tcW w:w="3902" w:type="dxa"/>
          </w:tcPr>
          <w:p w:rsidR="00693B01" w:rsidRPr="00524A24" w:rsidRDefault="00693B01" w:rsidP="00693B01">
            <w:pPr>
              <w:pStyle w:val="libPoem"/>
            </w:pPr>
            <w:r w:rsidRPr="009647FC">
              <w:rPr>
                <w:rtl/>
              </w:rPr>
              <w:lastRenderedPageBreak/>
              <w:t>نعم</w:t>
            </w:r>
            <w:r w:rsidR="004C00A8">
              <w:rPr>
                <w:rtl/>
              </w:rPr>
              <w:t xml:space="preserve"> </w:t>
            </w:r>
            <w:r w:rsidRPr="009647FC">
              <w:rPr>
                <w:rtl/>
              </w:rPr>
              <w:t>حقّ</w:t>
            </w:r>
            <w:r w:rsidR="00677BC4">
              <w:rPr>
                <w:rtl/>
              </w:rPr>
              <w:t>َ</w:t>
            </w:r>
            <w:r>
              <w:rPr>
                <w:rtl/>
              </w:rPr>
              <w:t xml:space="preserve"> </w:t>
            </w:r>
            <w:r w:rsidRPr="009647FC">
              <w:rPr>
                <w:rtl/>
              </w:rPr>
              <w:t>لي</w:t>
            </w:r>
            <w:r>
              <w:rPr>
                <w:rtl/>
              </w:rPr>
              <w:t xml:space="preserve"> </w:t>
            </w:r>
            <w:r w:rsidRPr="009647FC">
              <w:rPr>
                <w:rtl/>
              </w:rPr>
              <w:t>فيك</w:t>
            </w:r>
            <w:r>
              <w:rPr>
                <w:rtl/>
              </w:rPr>
              <w:t xml:space="preserve"> </w:t>
            </w:r>
            <w:r w:rsidRPr="009647FC">
              <w:rPr>
                <w:rtl/>
              </w:rPr>
              <w:t>شكرُ</w:t>
            </w:r>
            <w:r>
              <w:rPr>
                <w:rtl/>
              </w:rPr>
              <w:t xml:space="preserve"> </w:t>
            </w:r>
            <w:r w:rsidRPr="009647FC">
              <w:rPr>
                <w:rtl/>
              </w:rPr>
              <w:t>الزمان</w:t>
            </w:r>
            <w:r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فح</w:t>
            </w:r>
            <w:r w:rsidR="00693B01" w:rsidRPr="009647FC">
              <w:rPr>
                <w:rtl/>
              </w:rPr>
              <w:t>سنُ</w:t>
            </w:r>
            <w:r w:rsidR="00693B01">
              <w:rPr>
                <w:rtl/>
              </w:rPr>
              <w:t xml:space="preserve"> </w:t>
            </w:r>
            <w:r w:rsidR="00693B01" w:rsidRPr="009647FC">
              <w:rPr>
                <w:rtl/>
              </w:rPr>
              <w:t>ا</w:t>
            </w:r>
            <w:r w:rsidRPr="009647FC">
              <w:rPr>
                <w:rtl/>
              </w:rPr>
              <w:t>عت</w:t>
            </w:r>
            <w:r w:rsidR="00693B01" w:rsidRPr="009647FC">
              <w:rPr>
                <w:rtl/>
              </w:rPr>
              <w:t>نائك</w:t>
            </w:r>
            <w:r w:rsidR="00693B01">
              <w:rPr>
                <w:rtl/>
              </w:rPr>
              <w:t xml:space="preserve"> </w:t>
            </w:r>
            <w:r w:rsidR="00693B01" w:rsidRPr="009647FC">
              <w:rPr>
                <w:rtl/>
              </w:rPr>
              <w:t>أعلى</w:t>
            </w:r>
            <w:r w:rsidR="00693B01">
              <w:rPr>
                <w:rtl/>
              </w:rPr>
              <w:t xml:space="preserve"> </w:t>
            </w:r>
            <w:r w:rsidR="00693B01" w:rsidRPr="009647FC">
              <w:rPr>
                <w:rtl/>
              </w:rPr>
              <w:t>النعم</w:t>
            </w:r>
            <w:r w:rsidR="00693B01" w:rsidRPr="00725071">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9647FC">
              <w:rPr>
                <w:rtl/>
              </w:rPr>
              <w:t>و</w:t>
            </w:r>
            <w:r w:rsidR="00A72677" w:rsidRPr="009647FC">
              <w:rPr>
                <w:rtl/>
              </w:rPr>
              <w:t>لك</w:t>
            </w:r>
            <w:r w:rsidRPr="009647FC">
              <w:rPr>
                <w:rtl/>
              </w:rPr>
              <w:t>ن</w:t>
            </w:r>
            <w:r w:rsidR="004C00A8">
              <w:rPr>
                <w:rtl/>
              </w:rPr>
              <w:t xml:space="preserve"> </w:t>
            </w:r>
            <w:r w:rsidR="00A72677" w:rsidRPr="009647FC">
              <w:rPr>
                <w:rtl/>
              </w:rPr>
              <w:t>عج</w:t>
            </w:r>
            <w:r w:rsidRPr="009647FC">
              <w:rPr>
                <w:rtl/>
              </w:rPr>
              <w:t>زت</w:t>
            </w:r>
            <w:r>
              <w:rPr>
                <w:rtl/>
              </w:rPr>
              <w:t xml:space="preserve"> </w:t>
            </w:r>
            <w:r w:rsidR="00A72677" w:rsidRPr="009647FC">
              <w:rPr>
                <w:rtl/>
              </w:rPr>
              <w:t>فم</w:t>
            </w:r>
            <w:r w:rsidRPr="009647FC">
              <w:rPr>
                <w:rtl/>
              </w:rPr>
              <w:t>الي</w:t>
            </w:r>
            <w:r>
              <w:rPr>
                <w:rtl/>
              </w:rPr>
              <w:t xml:space="preserve"> </w:t>
            </w:r>
            <w:r w:rsidRPr="009647FC">
              <w:rPr>
                <w:rtl/>
              </w:rPr>
              <w:t>يدٌ</w:t>
            </w:r>
            <w:r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Pr="00524A24" w:rsidRDefault="00A72677" w:rsidP="00693B01">
            <w:pPr>
              <w:pStyle w:val="libPoem"/>
            </w:pPr>
            <w:r w:rsidRPr="009647FC">
              <w:rPr>
                <w:rtl/>
              </w:rPr>
              <w:t>بم</w:t>
            </w:r>
            <w:r w:rsidR="00693B01" w:rsidRPr="009647FC">
              <w:rPr>
                <w:rtl/>
              </w:rPr>
              <w:t>ا</w:t>
            </w:r>
            <w:r w:rsidR="00693B01">
              <w:rPr>
                <w:rtl/>
              </w:rPr>
              <w:t xml:space="preserve"> </w:t>
            </w:r>
            <w:r w:rsidRPr="009647FC">
              <w:rPr>
                <w:rtl/>
              </w:rPr>
              <w:t>يس</w:t>
            </w:r>
            <w:r w:rsidR="00693B01" w:rsidRPr="009647FC">
              <w:rPr>
                <w:rtl/>
              </w:rPr>
              <w:t>تقلُّ</w:t>
            </w:r>
            <w:r w:rsidR="00693B01">
              <w:rPr>
                <w:rtl/>
              </w:rPr>
              <w:t xml:space="preserve"> </w:t>
            </w:r>
            <w:r w:rsidRPr="009647FC">
              <w:rPr>
                <w:rtl/>
              </w:rPr>
              <w:t>به</w:t>
            </w:r>
            <w:r w:rsidR="00693B01" w:rsidRPr="009647FC">
              <w:rPr>
                <w:rtl/>
              </w:rPr>
              <w:t>دى</w:t>
            </w:r>
            <w:r w:rsidR="00693B01">
              <w:rPr>
                <w:rtl/>
              </w:rPr>
              <w:t xml:space="preserve"> </w:t>
            </w:r>
            <w:r w:rsidR="00693B01" w:rsidRPr="009647FC">
              <w:rPr>
                <w:rtl/>
              </w:rPr>
              <w:t>ا</w:t>
            </w:r>
            <w:r w:rsidRPr="009647FC">
              <w:rPr>
                <w:rtl/>
              </w:rPr>
              <w:t>لح</w:t>
            </w:r>
            <w:r w:rsidR="00693B01" w:rsidRPr="009647FC">
              <w:rPr>
                <w:rtl/>
              </w:rPr>
              <w:t>كم</w:t>
            </w:r>
            <w:r w:rsidR="00693B01" w:rsidRPr="00725071">
              <w:rPr>
                <w:rStyle w:val="libPoemTiniChar0"/>
                <w:rtl/>
              </w:rPr>
              <w:br/>
              <w:t> </w:t>
            </w:r>
          </w:p>
        </w:tc>
      </w:tr>
    </w:tbl>
    <w:p w:rsidR="009647FC" w:rsidRPr="00524A24" w:rsidRDefault="009647FC" w:rsidP="004E7EC6">
      <w:pPr>
        <w:pStyle w:val="libNormal"/>
      </w:pPr>
      <w:r w:rsidRPr="009647FC">
        <w:rPr>
          <w:rtl/>
        </w:rPr>
        <w:t>وقال يمدح بعض الأجلاّء</w:t>
      </w:r>
      <w:r w:rsidR="00D769AB">
        <w:rPr>
          <w:rtl/>
        </w:rPr>
        <w:t>:</w:t>
      </w:r>
    </w:p>
    <w:tbl>
      <w:tblPr>
        <w:tblStyle w:val="TableGrid"/>
        <w:bidiVisual/>
        <w:tblW w:w="4562" w:type="pct"/>
        <w:tblInd w:w="384" w:type="dxa"/>
        <w:tblLook w:val="04A0"/>
      </w:tblPr>
      <w:tblGrid>
        <w:gridCol w:w="3902"/>
        <w:gridCol w:w="301"/>
        <w:gridCol w:w="3884"/>
      </w:tblGrid>
      <w:tr w:rsidR="00693B01" w:rsidRPr="00524A24" w:rsidTr="00693B01">
        <w:trPr>
          <w:trHeight w:val="350"/>
        </w:trPr>
        <w:tc>
          <w:tcPr>
            <w:tcW w:w="3902" w:type="dxa"/>
          </w:tcPr>
          <w:p w:rsidR="00693B01" w:rsidRPr="00524A24" w:rsidRDefault="00693B01" w:rsidP="00693B01">
            <w:pPr>
              <w:pStyle w:val="libPoem"/>
            </w:pPr>
            <w:r w:rsidRPr="009647FC">
              <w:rPr>
                <w:rtl/>
              </w:rPr>
              <w:t>قد</w:t>
            </w:r>
            <w:r>
              <w:rPr>
                <w:rtl/>
              </w:rPr>
              <w:t xml:space="preserve"> </w:t>
            </w:r>
            <w:r w:rsidRPr="009647FC">
              <w:rPr>
                <w:rtl/>
              </w:rPr>
              <w:t>أصبح</w:t>
            </w:r>
            <w:r>
              <w:rPr>
                <w:rtl/>
              </w:rPr>
              <w:t xml:space="preserve"> </w:t>
            </w:r>
            <w:r w:rsidRPr="009647FC">
              <w:rPr>
                <w:rtl/>
              </w:rPr>
              <w:t>الدهرُ</w:t>
            </w:r>
            <w:r>
              <w:rPr>
                <w:rtl/>
              </w:rPr>
              <w:t xml:space="preserve"> </w:t>
            </w:r>
            <w:r w:rsidRPr="009647FC">
              <w:rPr>
                <w:rtl/>
              </w:rPr>
              <w:t>يجلو</w:t>
            </w:r>
            <w:r>
              <w:rPr>
                <w:rtl/>
              </w:rPr>
              <w:t xml:space="preserve"> </w:t>
            </w:r>
            <w:r w:rsidRPr="009647FC">
              <w:rPr>
                <w:rtl/>
              </w:rPr>
              <w:t>منظراً</w:t>
            </w:r>
            <w:r>
              <w:rPr>
                <w:rtl/>
              </w:rPr>
              <w:t xml:space="preserve"> </w:t>
            </w:r>
            <w:r w:rsidRPr="009647FC">
              <w:rPr>
                <w:rtl/>
              </w:rPr>
              <w:t>حسنا</w:t>
            </w:r>
            <w:r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من</w:t>
            </w:r>
            <w:r w:rsidR="004C00A8">
              <w:rPr>
                <w:rtl/>
              </w:rPr>
              <w:t xml:space="preserve"> </w:t>
            </w:r>
            <w:r w:rsidR="00693B01" w:rsidRPr="009647FC">
              <w:rPr>
                <w:rtl/>
              </w:rPr>
              <w:t>ليلةٍ</w:t>
            </w:r>
            <w:r w:rsidR="00693B01">
              <w:rPr>
                <w:rtl/>
              </w:rPr>
              <w:t xml:space="preserve"> </w:t>
            </w:r>
            <w:r w:rsidR="00693B01" w:rsidRPr="009647FC">
              <w:rPr>
                <w:rtl/>
              </w:rPr>
              <w:t>طوقّتْ</w:t>
            </w:r>
            <w:r w:rsidR="00693B01">
              <w:rPr>
                <w:rtl/>
              </w:rPr>
              <w:t xml:space="preserve"> </w:t>
            </w:r>
            <w:r w:rsidR="00693B01" w:rsidRPr="009647FC">
              <w:rPr>
                <w:rtl/>
              </w:rPr>
              <w:t>جيد</w:t>
            </w:r>
            <w:r w:rsidR="00677BC4">
              <w:rPr>
                <w:rtl/>
              </w:rPr>
              <w:t>َ</w:t>
            </w:r>
            <w:r w:rsidR="00693B01">
              <w:rPr>
                <w:rtl/>
              </w:rPr>
              <w:t xml:space="preserve"> </w:t>
            </w:r>
            <w:r w:rsidR="00693B01" w:rsidRPr="009647FC">
              <w:rPr>
                <w:rtl/>
              </w:rPr>
              <w:t>العُلى</w:t>
            </w:r>
            <w:r w:rsidR="00693B01">
              <w:rPr>
                <w:rtl/>
              </w:rPr>
              <w:t xml:space="preserve"> </w:t>
            </w:r>
            <w:r w:rsidR="00693B01" w:rsidRPr="009647FC">
              <w:rPr>
                <w:rtl/>
              </w:rPr>
              <w:t>مننا</w:t>
            </w:r>
            <w:r w:rsidR="00693B01" w:rsidRPr="00725071">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9647FC">
              <w:rPr>
                <w:rtl/>
              </w:rPr>
              <w:t>إ</w:t>
            </w:r>
            <w:r w:rsidR="00A72677" w:rsidRPr="009647FC">
              <w:rPr>
                <w:rtl/>
              </w:rPr>
              <w:t>لى</w:t>
            </w:r>
            <w:r>
              <w:rPr>
                <w:rtl/>
              </w:rPr>
              <w:t xml:space="preserve"> </w:t>
            </w:r>
            <w:r w:rsidR="00A72677" w:rsidRPr="009647FC">
              <w:rPr>
                <w:rtl/>
              </w:rPr>
              <w:t>كر</w:t>
            </w:r>
            <w:r w:rsidRPr="009647FC">
              <w:rPr>
                <w:rtl/>
              </w:rPr>
              <w:t>يمك</w:t>
            </w:r>
            <w:r w:rsidR="00677BC4">
              <w:rPr>
                <w:rtl/>
              </w:rPr>
              <w:t>َ</w:t>
            </w:r>
            <w:r>
              <w:rPr>
                <w:rtl/>
              </w:rPr>
              <w:t xml:space="preserve"> </w:t>
            </w:r>
            <w:r w:rsidR="00A72677" w:rsidRPr="009647FC">
              <w:rPr>
                <w:rtl/>
              </w:rPr>
              <w:t>قد</w:t>
            </w:r>
            <w:r>
              <w:rPr>
                <w:rtl/>
              </w:rPr>
              <w:t xml:space="preserve"> </w:t>
            </w:r>
            <w:r w:rsidRPr="009647FC">
              <w:rPr>
                <w:rtl/>
              </w:rPr>
              <w:t>زفّتْ</w:t>
            </w:r>
            <w:r>
              <w:rPr>
                <w:rtl/>
              </w:rPr>
              <w:t xml:space="preserve"> </w:t>
            </w:r>
            <w:r w:rsidRPr="009647FC">
              <w:rPr>
                <w:rtl/>
              </w:rPr>
              <w:t>كريمتُه</w:t>
            </w:r>
            <w:r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فز</w:t>
            </w:r>
            <w:r w:rsidR="00693B01" w:rsidRPr="009647FC">
              <w:rPr>
                <w:rtl/>
              </w:rPr>
              <w:t>فّت</w:t>
            </w:r>
            <w:r w:rsidR="004C00A8">
              <w:rPr>
                <w:rtl/>
              </w:rPr>
              <w:t xml:space="preserve"> </w:t>
            </w:r>
            <w:r w:rsidR="00693B01" w:rsidRPr="009647FC">
              <w:rPr>
                <w:rtl/>
              </w:rPr>
              <w:t>ا</w:t>
            </w:r>
            <w:r w:rsidRPr="009647FC">
              <w:rPr>
                <w:rtl/>
              </w:rPr>
              <w:t>لد</w:t>
            </w:r>
            <w:r w:rsidR="00693B01" w:rsidRPr="009647FC">
              <w:rPr>
                <w:rtl/>
              </w:rPr>
              <w:t>هر</w:t>
            </w:r>
            <w:r w:rsidR="00677BC4">
              <w:rPr>
                <w:rtl/>
              </w:rPr>
              <w:t>َ</w:t>
            </w:r>
            <w:r w:rsidR="00693B01">
              <w:rPr>
                <w:rtl/>
              </w:rPr>
              <w:t xml:space="preserve"> </w:t>
            </w:r>
            <w:r w:rsidR="00693B01" w:rsidRPr="009647FC">
              <w:rPr>
                <w:rtl/>
              </w:rPr>
              <w:t>والإقبال</w:t>
            </w:r>
            <w:r w:rsidR="00677BC4">
              <w:rPr>
                <w:rtl/>
              </w:rPr>
              <w:t>َ</w:t>
            </w:r>
            <w:r w:rsidR="00693B01">
              <w:rPr>
                <w:rtl/>
              </w:rPr>
              <w:t xml:space="preserve"> </w:t>
            </w:r>
            <w:r w:rsidR="00693B01" w:rsidRPr="009647FC">
              <w:rPr>
                <w:rtl/>
              </w:rPr>
              <w:t>واليمنا</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لق</w:t>
            </w:r>
            <w:r w:rsidR="00693B01" w:rsidRPr="009647FC">
              <w:rPr>
                <w:rtl/>
              </w:rPr>
              <w:t>د</w:t>
            </w:r>
            <w:r w:rsidR="004C00A8">
              <w:rPr>
                <w:rtl/>
              </w:rPr>
              <w:t xml:space="preserve"> </w:t>
            </w:r>
            <w:r w:rsidR="00693B01" w:rsidRPr="009647FC">
              <w:rPr>
                <w:rtl/>
              </w:rPr>
              <w:t>غدتْ</w:t>
            </w:r>
            <w:r w:rsidR="00693B01">
              <w:rPr>
                <w:rtl/>
              </w:rPr>
              <w:t xml:space="preserve"> </w:t>
            </w:r>
            <w:r w:rsidR="00693B01" w:rsidRPr="009647FC">
              <w:rPr>
                <w:rtl/>
              </w:rPr>
              <w:t>بهم</w:t>
            </w:r>
            <w:r w:rsidR="00693B01">
              <w:rPr>
                <w:rtl/>
              </w:rPr>
              <w:t xml:space="preserve"> </w:t>
            </w:r>
            <w:r w:rsidR="00693B01" w:rsidRPr="009647FC">
              <w:rPr>
                <w:rtl/>
              </w:rPr>
              <w:t>(الزوراء)</w:t>
            </w:r>
            <w:r w:rsidR="00693B01">
              <w:rPr>
                <w:rtl/>
              </w:rPr>
              <w:t xml:space="preserve"> </w:t>
            </w:r>
            <w:r w:rsidR="00693B01" w:rsidRPr="009647FC">
              <w:rPr>
                <w:rtl/>
              </w:rPr>
              <w:t>لابسةً</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693B01" w:rsidP="00693B01">
            <w:pPr>
              <w:pStyle w:val="libPoem"/>
            </w:pPr>
            <w:r w:rsidRPr="009647FC">
              <w:rPr>
                <w:rtl/>
              </w:rPr>
              <w:t>ثوباً</w:t>
            </w:r>
            <w:r>
              <w:rPr>
                <w:rtl/>
              </w:rPr>
              <w:t xml:space="preserve"> </w:t>
            </w:r>
            <w:r w:rsidRPr="009647FC">
              <w:rPr>
                <w:rtl/>
              </w:rPr>
              <w:t>من</w:t>
            </w:r>
            <w:r>
              <w:rPr>
                <w:rtl/>
              </w:rPr>
              <w:t xml:space="preserve"> </w:t>
            </w:r>
            <w:r w:rsidRPr="009647FC">
              <w:rPr>
                <w:rtl/>
              </w:rPr>
              <w:t>الزهو</w:t>
            </w:r>
            <w:r>
              <w:rPr>
                <w:rtl/>
              </w:rPr>
              <w:t xml:space="preserve"> </w:t>
            </w:r>
            <w:r w:rsidRPr="009647FC">
              <w:rPr>
                <w:rtl/>
              </w:rPr>
              <w:t>فيه</w:t>
            </w:r>
            <w:r>
              <w:rPr>
                <w:rtl/>
              </w:rPr>
              <w:t xml:space="preserve"> </w:t>
            </w:r>
            <w:r w:rsidRPr="009647FC">
              <w:rPr>
                <w:rtl/>
              </w:rPr>
              <w:t>فاخرتْ</w:t>
            </w:r>
            <w:r>
              <w:rPr>
                <w:rtl/>
              </w:rPr>
              <w:t xml:space="preserve"> </w:t>
            </w:r>
            <w:r w:rsidRPr="009647FC">
              <w:rPr>
                <w:rtl/>
              </w:rPr>
              <w:t>(عدنا)</w:t>
            </w:r>
            <w:r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يا</w:t>
            </w:r>
            <w:r w:rsidR="00693B01">
              <w:rPr>
                <w:rtl/>
              </w:rPr>
              <w:t xml:space="preserve"> </w:t>
            </w:r>
            <w:r w:rsidR="00693B01" w:rsidRPr="009647FC">
              <w:rPr>
                <w:rtl/>
              </w:rPr>
              <w:t>بن</w:t>
            </w:r>
            <w:r w:rsidR="00693B01">
              <w:rPr>
                <w:rtl/>
              </w:rPr>
              <w:t xml:space="preserve"> </w:t>
            </w:r>
            <w:r w:rsidR="00693B01" w:rsidRPr="009647FC">
              <w:rPr>
                <w:rtl/>
              </w:rPr>
              <w:t>الذين</w:t>
            </w:r>
            <w:r w:rsidR="00693B01">
              <w:rPr>
                <w:rtl/>
              </w:rPr>
              <w:t xml:space="preserve"> </w:t>
            </w:r>
            <w:r w:rsidR="00693B01" w:rsidRPr="009647FC">
              <w:rPr>
                <w:rtl/>
              </w:rPr>
              <w:t>يبارون</w:t>
            </w:r>
            <w:r w:rsidR="00693B01">
              <w:rPr>
                <w:rtl/>
              </w:rPr>
              <w:t xml:space="preserve"> </w:t>
            </w:r>
            <w:r w:rsidR="00693B01" w:rsidRPr="009647FC">
              <w:rPr>
                <w:rtl/>
              </w:rPr>
              <w:t>الص</w:t>
            </w:r>
            <w:r w:rsidR="00677BC4">
              <w:rPr>
                <w:rtl/>
              </w:rPr>
              <w:t>َ</w:t>
            </w:r>
            <w:r w:rsidR="00693B01" w:rsidRPr="009647FC">
              <w:rPr>
                <w:rtl/>
              </w:rPr>
              <w:t>با</w:t>
            </w:r>
            <w:r w:rsidR="00693B01">
              <w:rPr>
                <w:rtl/>
              </w:rPr>
              <w:t xml:space="preserve"> </w:t>
            </w:r>
            <w:r w:rsidR="00693B01" w:rsidRPr="009647FC">
              <w:rPr>
                <w:rtl/>
              </w:rPr>
              <w:t>كرما</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Pr="00524A24" w:rsidRDefault="00693B01" w:rsidP="00693B01">
            <w:pPr>
              <w:pStyle w:val="libPoem"/>
            </w:pPr>
            <w:r w:rsidRPr="009647FC">
              <w:rPr>
                <w:rtl/>
              </w:rPr>
              <w:t>والروض</w:t>
            </w:r>
            <w:r w:rsidR="00677BC4">
              <w:rPr>
                <w:rtl/>
              </w:rPr>
              <w:t>َ</w:t>
            </w:r>
            <w:r>
              <w:rPr>
                <w:rtl/>
              </w:rPr>
              <w:t xml:space="preserve"> </w:t>
            </w:r>
            <w:r w:rsidRPr="009647FC">
              <w:rPr>
                <w:rtl/>
              </w:rPr>
              <w:t>خلقاً</w:t>
            </w:r>
            <w:r>
              <w:rPr>
                <w:rtl/>
              </w:rPr>
              <w:t xml:space="preserve"> </w:t>
            </w:r>
            <w:r w:rsidRPr="009647FC">
              <w:rPr>
                <w:rtl/>
              </w:rPr>
              <w:t>وأطراف</w:t>
            </w:r>
            <w:r>
              <w:rPr>
                <w:rtl/>
              </w:rPr>
              <w:t xml:space="preserve"> </w:t>
            </w:r>
            <w:r w:rsidRPr="009647FC">
              <w:rPr>
                <w:rtl/>
              </w:rPr>
              <w:t>القنا</w:t>
            </w:r>
            <w:r>
              <w:rPr>
                <w:rtl/>
              </w:rPr>
              <w:t xml:space="preserve"> </w:t>
            </w:r>
            <w:r w:rsidRPr="009647FC">
              <w:rPr>
                <w:rtl/>
              </w:rPr>
              <w:t>لسنا</w:t>
            </w:r>
            <w:r w:rsidRPr="00725071">
              <w:rPr>
                <w:rStyle w:val="libPoemTiniChar0"/>
                <w:rtl/>
              </w:rPr>
              <w:br/>
              <w:t> </w:t>
            </w:r>
          </w:p>
        </w:tc>
      </w:tr>
    </w:tbl>
    <w:p w:rsidR="009647FC" w:rsidRPr="00524A24" w:rsidRDefault="009647FC" w:rsidP="004E7EC6">
      <w:pPr>
        <w:pStyle w:val="libNormal"/>
      </w:pPr>
      <w:r w:rsidRPr="009647FC">
        <w:rPr>
          <w:rtl/>
        </w:rPr>
        <w:t>وقال يمدح العلاّمة الكبير السيد مهدي القزويني وأنجاله</w:t>
      </w:r>
      <w:r w:rsidR="00D769AB">
        <w:rPr>
          <w:rtl/>
        </w:rPr>
        <w:t>:</w:t>
      </w:r>
    </w:p>
    <w:tbl>
      <w:tblPr>
        <w:tblStyle w:val="TableGrid"/>
        <w:bidiVisual/>
        <w:tblW w:w="4562" w:type="pct"/>
        <w:tblInd w:w="384" w:type="dxa"/>
        <w:tblLook w:val="04A0"/>
      </w:tblPr>
      <w:tblGrid>
        <w:gridCol w:w="3902"/>
        <w:gridCol w:w="301"/>
        <w:gridCol w:w="3884"/>
      </w:tblGrid>
      <w:tr w:rsidR="00693B01" w:rsidRPr="00524A24" w:rsidTr="00693B01">
        <w:trPr>
          <w:trHeight w:val="350"/>
        </w:trPr>
        <w:tc>
          <w:tcPr>
            <w:tcW w:w="3902" w:type="dxa"/>
          </w:tcPr>
          <w:p w:rsidR="00693B01" w:rsidRPr="00524A24" w:rsidRDefault="00A72677" w:rsidP="00693B01">
            <w:pPr>
              <w:pStyle w:val="libPoem"/>
            </w:pPr>
            <w:r w:rsidRPr="009647FC">
              <w:rPr>
                <w:rtl/>
              </w:rPr>
              <w:t>حي</w:t>
            </w:r>
            <w:r w:rsidR="00693B01" w:rsidRPr="009647FC">
              <w:rPr>
                <w:rtl/>
              </w:rPr>
              <w:t>تْك</w:t>
            </w:r>
            <w:r w:rsidR="00677BC4">
              <w:rPr>
                <w:rtl/>
              </w:rPr>
              <w:t>َ</w:t>
            </w:r>
            <w:r w:rsidR="004C00A8">
              <w:rPr>
                <w:rtl/>
              </w:rPr>
              <w:t xml:space="preserve"> </w:t>
            </w:r>
            <w:r w:rsidRPr="009647FC">
              <w:rPr>
                <w:rtl/>
              </w:rPr>
              <w:t>بك</w:t>
            </w:r>
            <w:r w:rsidR="00693B01" w:rsidRPr="009647FC">
              <w:rPr>
                <w:rtl/>
              </w:rPr>
              <w:t>رُ</w:t>
            </w:r>
            <w:r w:rsidR="00693B01">
              <w:rPr>
                <w:rtl/>
              </w:rPr>
              <w:t xml:space="preserve"> </w:t>
            </w:r>
            <w:r w:rsidR="00693B01" w:rsidRPr="009647FC">
              <w:rPr>
                <w:rtl/>
              </w:rPr>
              <w:t>النظم</w:t>
            </w:r>
            <w:r w:rsidR="00693B01">
              <w:rPr>
                <w:rtl/>
              </w:rPr>
              <w:t xml:space="preserve"> </w:t>
            </w:r>
            <w:r w:rsidR="00693B01" w:rsidRPr="009647FC">
              <w:rPr>
                <w:rtl/>
              </w:rPr>
              <w:t>غدوه</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تج</w:t>
            </w:r>
            <w:r w:rsidR="00693B01" w:rsidRPr="009647FC">
              <w:rPr>
                <w:rtl/>
              </w:rPr>
              <w:t>لو</w:t>
            </w:r>
            <w:r w:rsidR="00693B01">
              <w:rPr>
                <w:rtl/>
              </w:rPr>
              <w:t xml:space="preserve"> </w:t>
            </w:r>
            <w:r w:rsidR="00693B01" w:rsidRPr="009647FC">
              <w:rPr>
                <w:rtl/>
              </w:rPr>
              <w:t>ا</w:t>
            </w:r>
            <w:r w:rsidRPr="009647FC">
              <w:rPr>
                <w:rtl/>
              </w:rPr>
              <w:t>لث</w:t>
            </w:r>
            <w:r w:rsidR="00693B01" w:rsidRPr="009647FC">
              <w:rPr>
                <w:rtl/>
              </w:rPr>
              <w:t>نا</w:t>
            </w:r>
            <w:r w:rsidR="00693B01">
              <w:rPr>
                <w:rtl/>
              </w:rPr>
              <w:t xml:space="preserve"> </w:t>
            </w:r>
            <w:r w:rsidR="00693B01" w:rsidRPr="009647FC">
              <w:rPr>
                <w:rtl/>
              </w:rPr>
              <w:t>شغفاً</w:t>
            </w:r>
            <w:r w:rsidR="00693B01">
              <w:rPr>
                <w:rtl/>
              </w:rPr>
              <w:t xml:space="preserve"> </w:t>
            </w:r>
            <w:r w:rsidR="00693B01" w:rsidRPr="009647FC">
              <w:rPr>
                <w:rtl/>
              </w:rPr>
              <w:t>وصبوه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بنو</w:t>
            </w:r>
            <w:r w:rsidR="00693B01" w:rsidRPr="009647FC">
              <w:rPr>
                <w:rtl/>
              </w:rPr>
              <w:t>اصع</w:t>
            </w:r>
            <w:r w:rsidR="004C00A8">
              <w:rPr>
                <w:rtl/>
              </w:rPr>
              <w:t xml:space="preserve"> </w:t>
            </w:r>
            <w:r w:rsidRPr="009647FC">
              <w:rPr>
                <w:rtl/>
              </w:rPr>
              <w:t>من</w:t>
            </w:r>
            <w:r w:rsidR="00693B01">
              <w:rPr>
                <w:rtl/>
              </w:rPr>
              <w:t xml:space="preserve"> </w:t>
            </w:r>
            <w:r w:rsidRPr="009647FC">
              <w:rPr>
                <w:rtl/>
              </w:rPr>
              <w:t>لف</w:t>
            </w:r>
            <w:r w:rsidR="00693B01" w:rsidRPr="009647FC">
              <w:rPr>
                <w:rtl/>
              </w:rPr>
              <w:t>ظها</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693B01" w:rsidP="00693B01">
            <w:pPr>
              <w:pStyle w:val="libPoem"/>
            </w:pPr>
            <w:r w:rsidRPr="009647FC">
              <w:rPr>
                <w:rtl/>
              </w:rPr>
              <w:t>مثل</w:t>
            </w:r>
            <w:r>
              <w:rPr>
                <w:rtl/>
              </w:rPr>
              <w:t xml:space="preserve"> </w:t>
            </w:r>
            <w:r w:rsidRPr="009647FC">
              <w:rPr>
                <w:rtl/>
              </w:rPr>
              <w:t>الشموس</w:t>
            </w:r>
            <w:r>
              <w:rPr>
                <w:rtl/>
              </w:rPr>
              <w:t xml:space="preserve"> </w:t>
            </w:r>
            <w:r w:rsidRPr="009647FC">
              <w:rPr>
                <w:rtl/>
              </w:rPr>
              <w:t>بزغن</w:t>
            </w:r>
            <w:r w:rsidR="00677BC4">
              <w:rPr>
                <w:rtl/>
              </w:rPr>
              <w:t>َ</w:t>
            </w:r>
            <w:r>
              <w:rPr>
                <w:rtl/>
              </w:rPr>
              <w:t xml:space="preserve"> </w:t>
            </w:r>
            <w:r w:rsidRPr="009647FC">
              <w:rPr>
                <w:rtl/>
              </w:rPr>
              <w:t>ضحوه</w:t>
            </w:r>
            <w:r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طر</w:t>
            </w:r>
            <w:r w:rsidR="00693B01" w:rsidRPr="009647FC">
              <w:rPr>
                <w:rtl/>
              </w:rPr>
              <w:t>بتْ</w:t>
            </w:r>
            <w:r w:rsidR="004C00A8">
              <w:rPr>
                <w:rtl/>
              </w:rPr>
              <w:t xml:space="preserve"> </w:t>
            </w:r>
            <w:r w:rsidRPr="009647FC">
              <w:rPr>
                <w:rtl/>
              </w:rPr>
              <w:t>لم</w:t>
            </w:r>
            <w:r w:rsidR="00693B01" w:rsidRPr="009647FC">
              <w:rPr>
                <w:rtl/>
              </w:rPr>
              <w:t>دحك</w:t>
            </w:r>
            <w:r w:rsidR="00677BC4">
              <w:rPr>
                <w:rtl/>
              </w:rPr>
              <w:t>َ</w:t>
            </w:r>
            <w:r w:rsidR="00693B01">
              <w:rPr>
                <w:rtl/>
              </w:rPr>
              <w:t xml:space="preserve"> </w:t>
            </w:r>
            <w:r w:rsidRPr="009647FC">
              <w:rPr>
                <w:rtl/>
              </w:rPr>
              <w:t>هي</w:t>
            </w:r>
            <w:r w:rsidR="00693B01" w:rsidRPr="009647FC">
              <w:rPr>
                <w:rtl/>
              </w:rPr>
              <w:t>فُها</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فث</w:t>
            </w:r>
            <w:r w:rsidR="00693B01" w:rsidRPr="009647FC">
              <w:rPr>
                <w:rtl/>
              </w:rPr>
              <w:t>نتْ</w:t>
            </w:r>
            <w:r w:rsidR="004C00A8">
              <w:rPr>
                <w:rtl/>
              </w:rPr>
              <w:t xml:space="preserve"> </w:t>
            </w:r>
            <w:r w:rsidR="00693B01" w:rsidRPr="009647FC">
              <w:rPr>
                <w:rtl/>
              </w:rPr>
              <w:t>معاطف</w:t>
            </w:r>
            <w:r w:rsidR="00677BC4">
              <w:rPr>
                <w:rtl/>
              </w:rPr>
              <w:t>َ</w:t>
            </w:r>
            <w:r w:rsidR="00693B01">
              <w:rPr>
                <w:rtl/>
              </w:rPr>
              <w:t xml:space="preserve"> </w:t>
            </w:r>
            <w:r w:rsidR="00693B01" w:rsidRPr="009647FC">
              <w:rPr>
                <w:rtl/>
              </w:rPr>
              <w:t>ذات</w:t>
            </w:r>
            <w:r w:rsidR="00693B01">
              <w:rPr>
                <w:rtl/>
              </w:rPr>
              <w:t xml:space="preserve"> </w:t>
            </w:r>
            <w:r w:rsidR="00693B01" w:rsidRPr="009647FC">
              <w:rPr>
                <w:rtl/>
              </w:rPr>
              <w:t>نشوه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جا</w:t>
            </w:r>
            <w:r w:rsidR="00693B01" w:rsidRPr="009647FC">
              <w:rPr>
                <w:rtl/>
              </w:rPr>
              <w:t>ء</w:t>
            </w:r>
            <w:r w:rsidRPr="009647FC">
              <w:rPr>
                <w:rtl/>
              </w:rPr>
              <w:t>تك</w:t>
            </w:r>
            <w:r w:rsidR="00677BC4">
              <w:rPr>
                <w:rtl/>
              </w:rPr>
              <w:t>َ</w:t>
            </w:r>
            <w:r w:rsidR="004C00A8">
              <w:rPr>
                <w:rtl/>
              </w:rPr>
              <w:t xml:space="preserve"> </w:t>
            </w:r>
            <w:r w:rsidRPr="009647FC">
              <w:rPr>
                <w:rtl/>
              </w:rPr>
              <w:t>تش</w:t>
            </w:r>
            <w:r w:rsidR="00693B01" w:rsidRPr="009647FC">
              <w:rPr>
                <w:rtl/>
              </w:rPr>
              <w:t>كرُ</w:t>
            </w:r>
            <w:r w:rsidR="00693B01">
              <w:rPr>
                <w:rtl/>
              </w:rPr>
              <w:t xml:space="preserve"> </w:t>
            </w:r>
            <w:r w:rsidR="00693B01" w:rsidRPr="009647FC">
              <w:rPr>
                <w:rtl/>
              </w:rPr>
              <w:t>أ</w:t>
            </w:r>
            <w:r w:rsidRPr="009647FC">
              <w:rPr>
                <w:rtl/>
              </w:rPr>
              <w:t>نع</w:t>
            </w:r>
            <w:r w:rsidR="00693B01" w:rsidRPr="009647FC">
              <w:rPr>
                <w:rtl/>
              </w:rPr>
              <w:t>ما</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سب</w:t>
            </w:r>
            <w:r w:rsidR="00693B01" w:rsidRPr="009647FC">
              <w:rPr>
                <w:rtl/>
              </w:rPr>
              <w:t>قتْ</w:t>
            </w:r>
            <w:r w:rsidR="00693B01">
              <w:rPr>
                <w:rtl/>
              </w:rPr>
              <w:t xml:space="preserve"> </w:t>
            </w:r>
            <w:r w:rsidR="00693B01" w:rsidRPr="009647FC">
              <w:rPr>
                <w:rtl/>
              </w:rPr>
              <w:t>إ</w:t>
            </w:r>
            <w:r w:rsidRPr="009647FC">
              <w:rPr>
                <w:rtl/>
              </w:rPr>
              <w:t>لي</w:t>
            </w:r>
            <w:r w:rsidR="00693B01" w:rsidRPr="009647FC">
              <w:rPr>
                <w:rtl/>
              </w:rPr>
              <w:t>ها</w:t>
            </w:r>
            <w:r w:rsidR="00693B01">
              <w:rPr>
                <w:rtl/>
              </w:rPr>
              <w:t xml:space="preserve"> </w:t>
            </w:r>
            <w:r w:rsidRPr="009647FC">
              <w:rPr>
                <w:rtl/>
              </w:rPr>
              <w:t>من</w:t>
            </w:r>
            <w:r w:rsidR="00693B01" w:rsidRPr="009647FC">
              <w:rPr>
                <w:rtl/>
              </w:rPr>
              <w:t>ك</w:t>
            </w:r>
            <w:r w:rsidR="00693B01">
              <w:rPr>
                <w:rtl/>
              </w:rPr>
              <w:t xml:space="preserve"> </w:t>
            </w:r>
            <w:r w:rsidR="00693B01" w:rsidRPr="009647FC">
              <w:rPr>
                <w:rtl/>
              </w:rPr>
              <w:t>حلوه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9647FC">
              <w:rPr>
                <w:rtl/>
              </w:rPr>
              <w:t>أو</w:t>
            </w:r>
            <w:r w:rsidR="00A72677" w:rsidRPr="009647FC">
              <w:rPr>
                <w:rtl/>
              </w:rPr>
              <w:t>قرته</w:t>
            </w:r>
            <w:r w:rsidRPr="009647FC">
              <w:rPr>
                <w:rtl/>
              </w:rPr>
              <w:t>ا</w:t>
            </w:r>
            <w:r>
              <w:rPr>
                <w:rtl/>
              </w:rPr>
              <w:t xml:space="preserve"> </w:t>
            </w:r>
            <w:r w:rsidR="00A72677" w:rsidRPr="009647FC">
              <w:rPr>
                <w:rtl/>
              </w:rPr>
              <w:t>منن</w:t>
            </w:r>
            <w:r w:rsidRPr="009647FC">
              <w:rPr>
                <w:rtl/>
              </w:rPr>
              <w:t>اً</w:t>
            </w:r>
            <w:r>
              <w:rPr>
                <w:rtl/>
              </w:rPr>
              <w:t xml:space="preserve"> </w:t>
            </w:r>
            <w:r w:rsidRPr="009647FC">
              <w:rPr>
                <w:rtl/>
              </w:rPr>
              <w:t>أ</w:t>
            </w:r>
            <w:r w:rsidR="00A72677" w:rsidRPr="009647FC">
              <w:rPr>
                <w:rtl/>
              </w:rPr>
              <w:t>تت</w:t>
            </w:r>
            <w:r w:rsidRPr="009647FC">
              <w:rPr>
                <w:rtl/>
              </w:rPr>
              <w:t>ْ</w:t>
            </w:r>
            <w:r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من</w:t>
            </w:r>
            <w:r w:rsidR="00693B01" w:rsidRPr="009647FC">
              <w:rPr>
                <w:rtl/>
              </w:rPr>
              <w:t>ك</w:t>
            </w:r>
            <w:r w:rsidR="004C00A8">
              <w:rPr>
                <w:rtl/>
              </w:rPr>
              <w:t xml:space="preserve"> </w:t>
            </w:r>
            <w:r w:rsidR="00693B01" w:rsidRPr="009647FC">
              <w:rPr>
                <w:rtl/>
              </w:rPr>
              <w:t>ا</w:t>
            </w:r>
            <w:r w:rsidRPr="009647FC">
              <w:rPr>
                <w:rtl/>
              </w:rPr>
              <w:t>بت</w:t>
            </w:r>
            <w:r w:rsidR="00693B01" w:rsidRPr="009647FC">
              <w:rPr>
                <w:rtl/>
              </w:rPr>
              <w:t>داءً</w:t>
            </w:r>
            <w:r w:rsidR="00693B01">
              <w:rPr>
                <w:rtl/>
              </w:rPr>
              <w:t xml:space="preserve"> </w:t>
            </w:r>
            <w:r w:rsidR="00693B01" w:rsidRPr="009647FC">
              <w:rPr>
                <w:rtl/>
              </w:rPr>
              <w:t>لا</w:t>
            </w:r>
            <w:r w:rsidR="00693B01">
              <w:rPr>
                <w:rtl/>
              </w:rPr>
              <w:t xml:space="preserve"> </w:t>
            </w:r>
            <w:r w:rsidRPr="009647FC">
              <w:rPr>
                <w:rtl/>
              </w:rPr>
              <w:t>بد</w:t>
            </w:r>
            <w:r w:rsidR="00693B01" w:rsidRPr="009647FC">
              <w:rPr>
                <w:rtl/>
              </w:rPr>
              <w:t>عوه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عن</w:t>
            </w:r>
            <w:r w:rsidR="00693B01">
              <w:rPr>
                <w:rtl/>
              </w:rPr>
              <w:t xml:space="preserve"> </w:t>
            </w:r>
            <w:r w:rsidRPr="009647FC">
              <w:rPr>
                <w:rtl/>
              </w:rPr>
              <w:t>حم</w:t>
            </w:r>
            <w:r w:rsidR="00693B01" w:rsidRPr="009647FC">
              <w:rPr>
                <w:rtl/>
              </w:rPr>
              <w:t>لها</w:t>
            </w:r>
            <w:r w:rsidR="00693B01">
              <w:rPr>
                <w:rtl/>
              </w:rPr>
              <w:t xml:space="preserve"> </w:t>
            </w:r>
            <w:r w:rsidR="00693B01" w:rsidRPr="009647FC">
              <w:rPr>
                <w:rtl/>
              </w:rPr>
              <w:t>ضعفت</w:t>
            </w:r>
            <w:r w:rsidR="00693B01">
              <w:rPr>
                <w:rtl/>
              </w:rPr>
              <w:t xml:space="preserve"> </w:t>
            </w:r>
            <w:r w:rsidR="00693B01" w:rsidRPr="009647FC">
              <w:rPr>
                <w:rtl/>
              </w:rPr>
              <w:t>وفي</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ها</w:t>
            </w:r>
            <w:r w:rsidR="004C00A8">
              <w:rPr>
                <w:rtl/>
              </w:rPr>
              <w:t xml:space="preserve"> </w:t>
            </w:r>
            <w:r w:rsidR="00693B01" w:rsidRPr="009647FC">
              <w:rPr>
                <w:rtl/>
              </w:rPr>
              <w:t>اُ</w:t>
            </w:r>
            <w:r w:rsidRPr="009647FC">
              <w:rPr>
                <w:rtl/>
              </w:rPr>
              <w:t>عط</w:t>
            </w:r>
            <w:r w:rsidR="00693B01" w:rsidRPr="009647FC">
              <w:rPr>
                <w:rtl/>
              </w:rPr>
              <w:t>يتْ</w:t>
            </w:r>
            <w:r w:rsidR="00693B01">
              <w:rPr>
                <w:rtl/>
              </w:rPr>
              <w:t xml:space="preserve"> </w:t>
            </w:r>
            <w:r w:rsidR="00693B01" w:rsidRPr="009647FC">
              <w:rPr>
                <w:rtl/>
              </w:rPr>
              <w:t>للسعي</w:t>
            </w:r>
            <w:r w:rsidR="00693B01">
              <w:rPr>
                <w:rtl/>
              </w:rPr>
              <w:t xml:space="preserve"> </w:t>
            </w:r>
            <w:r w:rsidR="00693B01" w:rsidRPr="009647FC">
              <w:rPr>
                <w:rtl/>
              </w:rPr>
              <w:t>قوّ</w:t>
            </w:r>
            <w:r w:rsidR="00677BC4">
              <w:rPr>
                <w:rtl/>
              </w:rPr>
              <w:t>َ</w:t>
            </w:r>
            <w:r w:rsidR="00693B01" w:rsidRPr="009647FC">
              <w:rPr>
                <w:rtl/>
              </w:rPr>
              <w:t>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فأ</w:t>
            </w:r>
            <w:r w:rsidR="00693B01" w:rsidRPr="009647FC">
              <w:rPr>
                <w:rtl/>
              </w:rPr>
              <w:t>تتْ</w:t>
            </w:r>
            <w:r w:rsidR="004C00A8">
              <w:rPr>
                <w:rtl/>
              </w:rPr>
              <w:t xml:space="preserve"> </w:t>
            </w:r>
            <w:r w:rsidR="00693B01" w:rsidRPr="009647FC">
              <w:rPr>
                <w:rtl/>
              </w:rPr>
              <w:t>تقاصرُ</w:t>
            </w:r>
            <w:r w:rsidR="00693B01">
              <w:rPr>
                <w:rtl/>
              </w:rPr>
              <w:t xml:space="preserve"> </w:t>
            </w:r>
            <w:r w:rsidR="00693B01" w:rsidRPr="009647FC">
              <w:rPr>
                <w:rtl/>
              </w:rPr>
              <w:t>عن</w:t>
            </w:r>
            <w:r w:rsidR="00693B01">
              <w:rPr>
                <w:rtl/>
              </w:rPr>
              <w:t xml:space="preserve"> </w:t>
            </w:r>
            <w:r w:rsidR="00693B01" w:rsidRPr="009647FC">
              <w:rPr>
                <w:rtl/>
              </w:rPr>
              <w:t>خُطاها</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خطو</w:t>
            </w:r>
            <w:r w:rsidR="00693B01" w:rsidRPr="009647FC">
              <w:rPr>
                <w:rtl/>
              </w:rPr>
              <w:t>ةً</w:t>
            </w:r>
            <w:r w:rsidR="00693B01">
              <w:rPr>
                <w:rtl/>
              </w:rPr>
              <w:t xml:space="preserve"> </w:t>
            </w:r>
            <w:r w:rsidRPr="009647FC">
              <w:rPr>
                <w:rtl/>
              </w:rPr>
              <w:t>ثق</w:t>
            </w:r>
            <w:r w:rsidR="00693B01" w:rsidRPr="009647FC">
              <w:rPr>
                <w:rtl/>
              </w:rPr>
              <w:t>لتْ</w:t>
            </w:r>
            <w:r w:rsidR="00693B01">
              <w:rPr>
                <w:rtl/>
              </w:rPr>
              <w:t xml:space="preserve"> </w:t>
            </w:r>
            <w:r w:rsidRPr="009647FC">
              <w:rPr>
                <w:rtl/>
              </w:rPr>
              <w:t>فخ</w:t>
            </w:r>
            <w:r w:rsidR="00693B01" w:rsidRPr="009647FC">
              <w:rPr>
                <w:rtl/>
              </w:rPr>
              <w:t>طوه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A72677">
              <w:rPr>
                <w:rtl/>
              </w:rPr>
              <w:t>ود</w:t>
            </w:r>
            <w:r w:rsidR="00A72677" w:rsidRPr="00A72677">
              <w:rPr>
                <w:rtl/>
              </w:rPr>
              <w:t>عت</w:t>
            </w:r>
            <w:r w:rsidRPr="00A72677">
              <w:rPr>
                <w:rtl/>
              </w:rPr>
              <w:t>ْك</w:t>
            </w:r>
            <w:r w:rsidR="004C00A8">
              <w:rPr>
                <w:rtl/>
              </w:rPr>
              <w:t xml:space="preserve"> </w:t>
            </w:r>
            <w:r w:rsidRPr="00A72677">
              <w:rPr>
                <w:rtl/>
              </w:rPr>
              <w:t>يا منْ ليس يحنو</w:t>
            </w:r>
            <w:r w:rsidRPr="00A72677">
              <w:rPr>
                <w:rStyle w:val="libPoemTiniChar0"/>
                <w:rtl/>
              </w:rPr>
              <w:br/>
              <w:t> </w:t>
            </w:r>
          </w:p>
        </w:tc>
        <w:tc>
          <w:tcPr>
            <w:tcW w:w="301" w:type="dxa"/>
          </w:tcPr>
          <w:p w:rsidR="00693B01" w:rsidRPr="00A72677" w:rsidRDefault="00693B01" w:rsidP="00693B01">
            <w:pPr>
              <w:pStyle w:val="libPoem"/>
              <w:rPr>
                <w:rtl/>
              </w:rPr>
            </w:pPr>
          </w:p>
        </w:tc>
        <w:tc>
          <w:tcPr>
            <w:tcW w:w="3884" w:type="dxa"/>
          </w:tcPr>
          <w:p w:rsidR="00693B01" w:rsidRPr="00A72677" w:rsidRDefault="00693B01" w:rsidP="00693B01">
            <w:pPr>
              <w:pStyle w:val="libPoem"/>
            </w:pPr>
            <w:r w:rsidRPr="00A72677">
              <w:rPr>
                <w:rtl/>
              </w:rPr>
              <w:t>والدٌ</w:t>
            </w:r>
            <w:r w:rsidR="004C00A8">
              <w:rPr>
                <w:rtl/>
              </w:rPr>
              <w:t xml:space="preserve"> </w:t>
            </w:r>
            <w:r w:rsidRPr="00A72677">
              <w:rPr>
                <w:rtl/>
              </w:rPr>
              <w:t xml:space="preserve">أبداً </w:t>
            </w:r>
            <w:r w:rsidR="00A72677" w:rsidRPr="00A72677">
              <w:rPr>
                <w:rtl/>
              </w:rPr>
              <w:t>حنّو</w:t>
            </w:r>
            <w:r w:rsidRPr="00A72677">
              <w:rPr>
                <w:rtl/>
              </w:rPr>
              <w:t>ه</w:t>
            </w:r>
            <w:r w:rsidRPr="00A72677">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A72677">
              <w:rPr>
                <w:rtl/>
              </w:rPr>
              <w:t>ما</w:t>
            </w:r>
            <w:r w:rsidR="00693B01" w:rsidRPr="00A72677">
              <w:rPr>
                <w:rtl/>
              </w:rPr>
              <w:t>ذا أ</w:t>
            </w:r>
            <w:r w:rsidRPr="00A72677">
              <w:rPr>
                <w:rtl/>
              </w:rPr>
              <w:t>قو</w:t>
            </w:r>
            <w:r w:rsidR="00693B01" w:rsidRPr="00A72677">
              <w:rPr>
                <w:rtl/>
              </w:rPr>
              <w:t xml:space="preserve">لُ </w:t>
            </w:r>
            <w:r w:rsidRPr="00A72677">
              <w:rPr>
                <w:rtl/>
              </w:rPr>
              <w:t>بم</w:t>
            </w:r>
            <w:r w:rsidR="00693B01" w:rsidRPr="00A72677">
              <w:rPr>
                <w:rtl/>
              </w:rPr>
              <w:t>دح م</w:t>
            </w:r>
            <w:r w:rsidR="00677BC4">
              <w:rPr>
                <w:rtl/>
              </w:rPr>
              <w:t>َ</w:t>
            </w:r>
            <w:r w:rsidRPr="00A72677">
              <w:rPr>
                <w:rtl/>
              </w:rPr>
              <w:t>ن</w:t>
            </w:r>
            <w:r w:rsidR="00693B01" w:rsidRPr="00A72677">
              <w:rPr>
                <w:rtl/>
              </w:rPr>
              <w:t>ْ</w:t>
            </w:r>
            <w:r w:rsidR="00693B01" w:rsidRPr="00A72677">
              <w:rPr>
                <w:rStyle w:val="libPoemTiniChar0"/>
                <w:rtl/>
              </w:rPr>
              <w:br/>
              <w:t> </w:t>
            </w:r>
          </w:p>
        </w:tc>
        <w:tc>
          <w:tcPr>
            <w:tcW w:w="301" w:type="dxa"/>
          </w:tcPr>
          <w:p w:rsidR="00693B01" w:rsidRPr="00A72677" w:rsidRDefault="00693B01" w:rsidP="00693B01">
            <w:pPr>
              <w:pStyle w:val="libPoem"/>
              <w:rPr>
                <w:rtl/>
              </w:rPr>
            </w:pPr>
          </w:p>
        </w:tc>
        <w:tc>
          <w:tcPr>
            <w:tcW w:w="3884" w:type="dxa"/>
          </w:tcPr>
          <w:p w:rsidR="00693B01" w:rsidRPr="00A72677" w:rsidRDefault="00A72677" w:rsidP="00693B01">
            <w:pPr>
              <w:pStyle w:val="libPoem"/>
            </w:pPr>
            <w:r w:rsidRPr="00A72677">
              <w:rPr>
                <w:rtl/>
              </w:rPr>
              <w:t>فيه</w:t>
            </w:r>
            <w:r w:rsidR="00693B01" w:rsidRPr="00A72677">
              <w:rPr>
                <w:rtl/>
              </w:rPr>
              <w:t xml:space="preserve"> </w:t>
            </w:r>
            <w:r w:rsidRPr="00A72677">
              <w:rPr>
                <w:rtl/>
              </w:rPr>
              <w:t>كتا</w:t>
            </w:r>
            <w:r w:rsidR="00693B01" w:rsidRPr="00A72677">
              <w:rPr>
                <w:rtl/>
              </w:rPr>
              <w:t xml:space="preserve">بُ الله </w:t>
            </w:r>
            <w:r w:rsidRPr="00A72677">
              <w:rPr>
                <w:rtl/>
              </w:rPr>
              <w:t>نو</w:t>
            </w:r>
            <w:r w:rsidR="00693B01" w:rsidRPr="00A72677">
              <w:rPr>
                <w:rtl/>
              </w:rPr>
              <w:t>ّه</w:t>
            </w:r>
            <w:r w:rsidR="00693B01" w:rsidRPr="00A72677">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A72677">
              <w:rPr>
                <w:rtl/>
              </w:rPr>
              <w:t>عل</w:t>
            </w:r>
            <w:r w:rsidR="00693B01" w:rsidRPr="00A72677">
              <w:rPr>
                <w:rtl/>
              </w:rPr>
              <w:t>مُ ا</w:t>
            </w:r>
            <w:r w:rsidRPr="00A72677">
              <w:rPr>
                <w:rtl/>
              </w:rPr>
              <w:t>له</w:t>
            </w:r>
            <w:r w:rsidR="00693B01" w:rsidRPr="00A72677">
              <w:rPr>
                <w:rtl/>
              </w:rPr>
              <w:t>دى السامي الذي</w:t>
            </w:r>
            <w:r w:rsidR="00693B01" w:rsidRPr="00A72677">
              <w:rPr>
                <w:rStyle w:val="libPoemTiniChar0"/>
                <w:rtl/>
              </w:rPr>
              <w:br/>
              <w:t> </w:t>
            </w:r>
          </w:p>
        </w:tc>
        <w:tc>
          <w:tcPr>
            <w:tcW w:w="301" w:type="dxa"/>
          </w:tcPr>
          <w:p w:rsidR="00693B01" w:rsidRPr="00A72677" w:rsidRDefault="00693B01" w:rsidP="00693B01">
            <w:pPr>
              <w:pStyle w:val="libPoem"/>
              <w:rPr>
                <w:rtl/>
              </w:rPr>
            </w:pPr>
          </w:p>
        </w:tc>
        <w:tc>
          <w:tcPr>
            <w:tcW w:w="3884" w:type="dxa"/>
          </w:tcPr>
          <w:p w:rsidR="00693B01" w:rsidRPr="00A72677" w:rsidRDefault="00693B01" w:rsidP="00693B01">
            <w:pPr>
              <w:pStyle w:val="libPoem"/>
            </w:pPr>
            <w:r w:rsidRPr="00A72677">
              <w:rPr>
                <w:rtl/>
              </w:rPr>
              <w:t xml:space="preserve">لا </w:t>
            </w:r>
            <w:r w:rsidR="00A72677" w:rsidRPr="00A72677">
              <w:rPr>
                <w:rtl/>
              </w:rPr>
              <w:t>تلح</w:t>
            </w:r>
            <w:r w:rsidRPr="00A72677">
              <w:rPr>
                <w:rtl/>
              </w:rPr>
              <w:t>ق ا</w:t>
            </w:r>
            <w:r w:rsidR="00A72677" w:rsidRPr="00A72677">
              <w:rPr>
                <w:rtl/>
              </w:rPr>
              <w:t>لع</w:t>
            </w:r>
            <w:r w:rsidRPr="00A72677">
              <w:rPr>
                <w:rtl/>
              </w:rPr>
              <w:t xml:space="preserve">لماءُ </w:t>
            </w:r>
            <w:r w:rsidR="00A72677" w:rsidRPr="00A72677">
              <w:rPr>
                <w:rtl/>
              </w:rPr>
              <w:t>شأ</w:t>
            </w:r>
            <w:r w:rsidRPr="00A72677">
              <w:rPr>
                <w:rtl/>
              </w:rPr>
              <w:t>وه</w:t>
            </w:r>
            <w:r w:rsidRPr="00A72677">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A72677">
              <w:rPr>
                <w:rtl/>
              </w:rPr>
              <w:t>ورث</w:t>
            </w:r>
            <w:r w:rsidR="00677BC4">
              <w:rPr>
                <w:rtl/>
              </w:rPr>
              <w:t>َ</w:t>
            </w:r>
            <w:r w:rsidRPr="00A72677">
              <w:rPr>
                <w:rtl/>
              </w:rPr>
              <w:t xml:space="preserve"> الأئ</w:t>
            </w:r>
            <w:r w:rsidR="00A72677" w:rsidRPr="00A72677">
              <w:rPr>
                <w:rtl/>
              </w:rPr>
              <w:t>مة</w:t>
            </w:r>
            <w:r w:rsidRPr="00A72677">
              <w:rPr>
                <w:rtl/>
              </w:rPr>
              <w:t xml:space="preserve"> </w:t>
            </w:r>
            <w:r w:rsidR="00A72677" w:rsidRPr="00A72677">
              <w:rPr>
                <w:rtl/>
              </w:rPr>
              <w:t>كلّم</w:t>
            </w:r>
            <w:r w:rsidRPr="00A72677">
              <w:rPr>
                <w:rtl/>
              </w:rPr>
              <w:t>ا</w:t>
            </w:r>
            <w:r w:rsidRPr="00A72677">
              <w:rPr>
                <w:rStyle w:val="libPoemTiniChar0"/>
                <w:rtl/>
              </w:rPr>
              <w:br/>
              <w:t> </w:t>
            </w:r>
          </w:p>
        </w:tc>
        <w:tc>
          <w:tcPr>
            <w:tcW w:w="301" w:type="dxa"/>
          </w:tcPr>
          <w:p w:rsidR="00693B01" w:rsidRPr="00A72677" w:rsidRDefault="00693B01" w:rsidP="00693B01">
            <w:pPr>
              <w:pStyle w:val="libPoem"/>
              <w:rPr>
                <w:rtl/>
              </w:rPr>
            </w:pPr>
          </w:p>
        </w:tc>
        <w:tc>
          <w:tcPr>
            <w:tcW w:w="3884" w:type="dxa"/>
          </w:tcPr>
          <w:p w:rsidR="00693B01" w:rsidRPr="00A72677" w:rsidRDefault="00A72677" w:rsidP="00693B01">
            <w:pPr>
              <w:pStyle w:val="libPoem"/>
            </w:pPr>
            <w:r w:rsidRPr="00A72677">
              <w:rPr>
                <w:rtl/>
              </w:rPr>
              <w:t>قد</w:t>
            </w:r>
            <w:r w:rsidR="004C00A8">
              <w:rPr>
                <w:rtl/>
              </w:rPr>
              <w:t xml:space="preserve"> </w:t>
            </w:r>
            <w:r w:rsidR="00693B01" w:rsidRPr="00A72677">
              <w:rPr>
                <w:rtl/>
              </w:rPr>
              <w:t>ورثوا من غير صفوه</w:t>
            </w:r>
            <w:r w:rsidR="00693B01" w:rsidRPr="00A72677">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A72677">
              <w:rPr>
                <w:rtl/>
              </w:rPr>
              <w:t>فح</w:t>
            </w:r>
            <w:r w:rsidR="00693B01" w:rsidRPr="00A72677">
              <w:rPr>
                <w:rtl/>
              </w:rPr>
              <w:t xml:space="preserve">وى </w:t>
            </w:r>
            <w:r w:rsidRPr="00A72677">
              <w:rPr>
                <w:rtl/>
              </w:rPr>
              <w:t>جم</w:t>
            </w:r>
            <w:r w:rsidR="00693B01" w:rsidRPr="00A72677">
              <w:rPr>
                <w:rtl/>
              </w:rPr>
              <w:t>يع</w:t>
            </w:r>
            <w:r w:rsidR="00677BC4">
              <w:rPr>
                <w:rtl/>
              </w:rPr>
              <w:t>َ</w:t>
            </w:r>
            <w:r w:rsidR="00693B01" w:rsidRPr="00A72677">
              <w:rPr>
                <w:rtl/>
              </w:rPr>
              <w:t xml:space="preserve"> </w:t>
            </w:r>
            <w:r w:rsidRPr="00A72677">
              <w:rPr>
                <w:rtl/>
              </w:rPr>
              <w:t>خص</w:t>
            </w:r>
            <w:r w:rsidR="00693B01" w:rsidRPr="00A72677">
              <w:rPr>
                <w:rtl/>
              </w:rPr>
              <w:t>الهم</w:t>
            </w:r>
            <w:r w:rsidR="00693B01" w:rsidRPr="00A72677">
              <w:rPr>
                <w:rStyle w:val="libPoemTiniChar0"/>
                <w:rtl/>
              </w:rPr>
              <w:br/>
              <w:t> </w:t>
            </w:r>
          </w:p>
        </w:tc>
        <w:tc>
          <w:tcPr>
            <w:tcW w:w="301" w:type="dxa"/>
          </w:tcPr>
          <w:p w:rsidR="00693B01" w:rsidRPr="00A72677" w:rsidRDefault="00693B01" w:rsidP="00693B01">
            <w:pPr>
              <w:pStyle w:val="libPoem"/>
              <w:rPr>
                <w:rtl/>
              </w:rPr>
            </w:pPr>
          </w:p>
        </w:tc>
        <w:tc>
          <w:tcPr>
            <w:tcW w:w="3884" w:type="dxa"/>
          </w:tcPr>
          <w:p w:rsidR="00693B01" w:rsidRPr="00A72677" w:rsidRDefault="00693B01" w:rsidP="00693B01">
            <w:pPr>
              <w:pStyle w:val="libPoem"/>
            </w:pPr>
            <w:r w:rsidRPr="00A72677">
              <w:rPr>
                <w:rtl/>
              </w:rPr>
              <w:t>إلاّ</w:t>
            </w:r>
            <w:r w:rsidR="004C00A8">
              <w:rPr>
                <w:rtl/>
              </w:rPr>
              <w:t xml:space="preserve"> </w:t>
            </w:r>
            <w:r w:rsidRPr="00A72677">
              <w:rPr>
                <w:rtl/>
              </w:rPr>
              <w:t>الإ</w:t>
            </w:r>
            <w:r w:rsidR="00A72677" w:rsidRPr="00A72677">
              <w:rPr>
                <w:rtl/>
              </w:rPr>
              <w:t>مامة</w:t>
            </w:r>
            <w:r w:rsidRPr="00A72677">
              <w:rPr>
                <w:rtl/>
              </w:rPr>
              <w:t xml:space="preserve"> وا</w:t>
            </w:r>
            <w:r w:rsidR="00A72677" w:rsidRPr="00A72677">
              <w:rPr>
                <w:rtl/>
              </w:rPr>
              <w:t>لنب</w:t>
            </w:r>
            <w:r w:rsidRPr="00A72677">
              <w:rPr>
                <w:rtl/>
              </w:rPr>
              <w:t>وّه</w:t>
            </w:r>
            <w:r w:rsidRPr="00A72677">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A72677">
              <w:rPr>
                <w:rtl/>
              </w:rPr>
              <w:t>أ</w:t>
            </w:r>
            <w:r w:rsidR="00A72677" w:rsidRPr="00A72677">
              <w:rPr>
                <w:rtl/>
              </w:rPr>
              <w:t>منا</w:t>
            </w:r>
            <w:r w:rsidRPr="00A72677">
              <w:rPr>
                <w:rtl/>
              </w:rPr>
              <w:t>ز</w:t>
            </w:r>
            <w:r w:rsidR="00A72677" w:rsidRPr="00A72677">
              <w:rPr>
                <w:rtl/>
              </w:rPr>
              <w:t>عي</w:t>
            </w:r>
            <w:r w:rsidRPr="00A72677">
              <w:rPr>
                <w:rtl/>
              </w:rPr>
              <w:t>ه</w:t>
            </w:r>
            <w:r w:rsidR="004C00A8">
              <w:rPr>
                <w:rtl/>
              </w:rPr>
              <w:t xml:space="preserve"> </w:t>
            </w:r>
            <w:r w:rsidRPr="00A72677">
              <w:rPr>
                <w:rtl/>
              </w:rPr>
              <w:t>ر</w:t>
            </w:r>
            <w:r w:rsidR="00A72677" w:rsidRPr="00A72677">
              <w:rPr>
                <w:rtl/>
              </w:rPr>
              <w:t>ياسة</w:t>
            </w:r>
            <w:r w:rsidRPr="00A72677">
              <w:rPr>
                <w:rtl/>
              </w:rPr>
              <w:t>ً</w:t>
            </w:r>
            <w:r w:rsidRPr="00A72677">
              <w:rPr>
                <w:rStyle w:val="libPoemTiniChar0"/>
                <w:rtl/>
              </w:rPr>
              <w:br/>
              <w:t> </w:t>
            </w:r>
          </w:p>
        </w:tc>
        <w:tc>
          <w:tcPr>
            <w:tcW w:w="301" w:type="dxa"/>
          </w:tcPr>
          <w:p w:rsidR="00693B01" w:rsidRPr="00A72677" w:rsidRDefault="00693B01" w:rsidP="00693B01">
            <w:pPr>
              <w:pStyle w:val="libPoem"/>
              <w:rPr>
                <w:rtl/>
              </w:rPr>
            </w:pPr>
          </w:p>
        </w:tc>
        <w:tc>
          <w:tcPr>
            <w:tcW w:w="3884" w:type="dxa"/>
          </w:tcPr>
          <w:p w:rsidR="00693B01" w:rsidRPr="00A72677" w:rsidRDefault="00A72677" w:rsidP="00693B01">
            <w:pPr>
              <w:pStyle w:val="libPoem"/>
            </w:pPr>
            <w:r w:rsidRPr="00A72677">
              <w:rPr>
                <w:rtl/>
              </w:rPr>
              <w:t>كل</w:t>
            </w:r>
            <w:r w:rsidR="00693B01" w:rsidRPr="00A72677">
              <w:rPr>
                <w:rtl/>
              </w:rPr>
              <w:t>ُّ</w:t>
            </w:r>
            <w:r w:rsidR="004C00A8">
              <w:rPr>
                <w:rtl/>
              </w:rPr>
              <w:t xml:space="preserve"> </w:t>
            </w:r>
            <w:r w:rsidRPr="00A72677">
              <w:rPr>
                <w:rtl/>
              </w:rPr>
              <w:t>به</w:t>
            </w:r>
            <w:r w:rsidR="00693B01" w:rsidRPr="00A72677">
              <w:rPr>
                <w:rtl/>
              </w:rPr>
              <w:t xml:space="preserve">ا </w:t>
            </w:r>
            <w:r w:rsidRPr="00A72677">
              <w:rPr>
                <w:rtl/>
              </w:rPr>
              <w:t>يب</w:t>
            </w:r>
            <w:r w:rsidR="00693B01" w:rsidRPr="00A72677">
              <w:rPr>
                <w:rtl/>
              </w:rPr>
              <w:t xml:space="preserve">غي </w:t>
            </w:r>
            <w:r w:rsidRPr="00A72677">
              <w:rPr>
                <w:rtl/>
              </w:rPr>
              <w:t>عل</w:t>
            </w:r>
            <w:r w:rsidR="00693B01" w:rsidRPr="00A72677">
              <w:rPr>
                <w:rtl/>
              </w:rPr>
              <w:t>وّ</w:t>
            </w:r>
            <w:r w:rsidR="00677BC4">
              <w:rPr>
                <w:rtl/>
              </w:rPr>
              <w:t>َ</w:t>
            </w:r>
            <w:r w:rsidR="00693B01" w:rsidRPr="00A72677">
              <w:rPr>
                <w:rtl/>
              </w:rPr>
              <w:t>ه</w:t>
            </w:r>
            <w:r w:rsidR="00693B01" w:rsidRPr="00A72677">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A72677">
              <w:rPr>
                <w:rtl/>
              </w:rPr>
              <w:t>مِن</w:t>
            </w:r>
            <w:r w:rsidR="004C00A8">
              <w:rPr>
                <w:rtl/>
              </w:rPr>
              <w:t xml:space="preserve"> </w:t>
            </w:r>
            <w:r w:rsidRPr="00A72677">
              <w:rPr>
                <w:rtl/>
              </w:rPr>
              <w:t>أ</w:t>
            </w:r>
            <w:r w:rsidR="00A72677" w:rsidRPr="00A72677">
              <w:rPr>
                <w:rtl/>
              </w:rPr>
              <w:t>ين</w:t>
            </w:r>
            <w:r w:rsidRPr="00A72677">
              <w:rPr>
                <w:rtl/>
              </w:rPr>
              <w:t xml:space="preserve"> أ</w:t>
            </w:r>
            <w:r w:rsidR="00A72677" w:rsidRPr="00A72677">
              <w:rPr>
                <w:rtl/>
              </w:rPr>
              <w:t>نت</w:t>
            </w:r>
            <w:r w:rsidRPr="00A72677">
              <w:rPr>
                <w:rtl/>
              </w:rPr>
              <w:t>م إن</w:t>
            </w:r>
            <w:r w:rsidR="00A72677" w:rsidRPr="00A72677">
              <w:rPr>
                <w:rtl/>
              </w:rPr>
              <w:t>ّم</w:t>
            </w:r>
            <w:r w:rsidRPr="00A72677">
              <w:rPr>
                <w:rtl/>
              </w:rPr>
              <w:t>ا</w:t>
            </w:r>
            <w:r w:rsidRPr="00A72677">
              <w:rPr>
                <w:rStyle w:val="libPoemTiniChar0"/>
                <w:rtl/>
              </w:rPr>
              <w:br/>
              <w:t> </w:t>
            </w:r>
          </w:p>
        </w:tc>
        <w:tc>
          <w:tcPr>
            <w:tcW w:w="301" w:type="dxa"/>
          </w:tcPr>
          <w:p w:rsidR="00693B01" w:rsidRPr="00A72677" w:rsidRDefault="00693B01" w:rsidP="00693B01">
            <w:pPr>
              <w:pStyle w:val="libPoem"/>
              <w:rPr>
                <w:rtl/>
              </w:rPr>
            </w:pPr>
          </w:p>
        </w:tc>
        <w:tc>
          <w:tcPr>
            <w:tcW w:w="3884" w:type="dxa"/>
          </w:tcPr>
          <w:p w:rsidR="00693B01" w:rsidRPr="00524A24" w:rsidRDefault="00693B01" w:rsidP="00693B01">
            <w:pPr>
              <w:pStyle w:val="libPoem"/>
            </w:pPr>
            <w:r w:rsidRPr="00A72677">
              <w:rPr>
                <w:rtl/>
              </w:rPr>
              <w:t>إرثُ الأ</w:t>
            </w:r>
            <w:r w:rsidR="00A72677" w:rsidRPr="00A72677">
              <w:rPr>
                <w:rtl/>
              </w:rPr>
              <w:t>بو</w:t>
            </w:r>
            <w:r w:rsidRPr="00A72677">
              <w:rPr>
                <w:rtl/>
              </w:rPr>
              <w:t xml:space="preserve">ة </w:t>
            </w:r>
            <w:r w:rsidR="00A72677" w:rsidRPr="00A72677">
              <w:rPr>
                <w:rtl/>
              </w:rPr>
              <w:t>للب</w:t>
            </w:r>
            <w:r w:rsidRPr="00A72677">
              <w:rPr>
                <w:rtl/>
              </w:rPr>
              <w:t>نوّه</w:t>
            </w:r>
            <w:r w:rsidRPr="00A72677">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693B01" w:rsidRPr="00524A24" w:rsidTr="00693B01">
        <w:trPr>
          <w:trHeight w:val="350"/>
        </w:trPr>
        <w:tc>
          <w:tcPr>
            <w:tcW w:w="3902" w:type="dxa"/>
          </w:tcPr>
          <w:p w:rsidR="00693B01" w:rsidRPr="00524A24" w:rsidRDefault="00A72677" w:rsidP="00693B01">
            <w:pPr>
              <w:pStyle w:val="libPoem"/>
            </w:pPr>
            <w:r w:rsidRPr="009647FC">
              <w:rPr>
                <w:rtl/>
              </w:rPr>
              <w:lastRenderedPageBreak/>
              <w:t>بل</w:t>
            </w:r>
            <w:r w:rsidR="00693B01">
              <w:rPr>
                <w:rtl/>
              </w:rPr>
              <w:t xml:space="preserve"> </w:t>
            </w:r>
            <w:r w:rsidRPr="009647FC">
              <w:rPr>
                <w:rtl/>
              </w:rPr>
              <w:t>ما</w:t>
            </w:r>
            <w:r w:rsidR="00693B01" w:rsidRPr="009647FC">
              <w:rPr>
                <w:rtl/>
              </w:rPr>
              <w:t xml:space="preserve"> لكم</w:t>
            </w:r>
            <w:r w:rsidR="00693B01">
              <w:rPr>
                <w:rtl/>
              </w:rPr>
              <w:t xml:space="preserve"> </w:t>
            </w:r>
            <w:r w:rsidR="00693B01" w:rsidRPr="009647FC">
              <w:rPr>
                <w:rtl/>
              </w:rPr>
              <w:t>في</w:t>
            </w:r>
            <w:r w:rsidR="00693B01">
              <w:rPr>
                <w:rtl/>
              </w:rPr>
              <w:t xml:space="preserve"> </w:t>
            </w:r>
            <w:r w:rsidR="00693B01" w:rsidRPr="009647FC">
              <w:rPr>
                <w:rtl/>
              </w:rPr>
              <w:t>الاشتراكِ</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مع</w:t>
            </w:r>
            <w:r w:rsidR="00693B01">
              <w:rPr>
                <w:rtl/>
              </w:rPr>
              <w:t xml:space="preserve"> </w:t>
            </w:r>
            <w:r w:rsidR="00693B01" w:rsidRPr="009647FC">
              <w:rPr>
                <w:rtl/>
              </w:rPr>
              <w:t>ا</w:t>
            </w:r>
            <w:r w:rsidRPr="009647FC">
              <w:rPr>
                <w:rtl/>
              </w:rPr>
              <w:t>بن</w:t>
            </w:r>
            <w:r w:rsidR="00693B01">
              <w:rPr>
                <w:rtl/>
              </w:rPr>
              <w:t xml:space="preserve"> </w:t>
            </w:r>
            <w:r w:rsidR="00693B01" w:rsidRPr="009647FC">
              <w:rPr>
                <w:rtl/>
              </w:rPr>
              <w:t>وحيِ</w:t>
            </w:r>
            <w:r w:rsidR="00693B01">
              <w:rPr>
                <w:rtl/>
              </w:rPr>
              <w:t xml:space="preserve"> </w:t>
            </w:r>
            <w:r w:rsidR="00693B01" w:rsidRPr="009647FC">
              <w:rPr>
                <w:rtl/>
              </w:rPr>
              <w:t>الله</w:t>
            </w:r>
            <w:r w:rsidR="00693B01">
              <w:rPr>
                <w:rtl/>
              </w:rPr>
              <w:t xml:space="preserve"> </w:t>
            </w:r>
            <w:r w:rsidR="00693B01" w:rsidRPr="009647FC">
              <w:rPr>
                <w:rtl/>
              </w:rPr>
              <w:t>حظوه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حي</w:t>
            </w:r>
            <w:r w:rsidR="00693B01" w:rsidRPr="009647FC">
              <w:rPr>
                <w:rtl/>
              </w:rPr>
              <w:t>ث</w:t>
            </w:r>
            <w:r w:rsidR="00693B01">
              <w:rPr>
                <w:rtl/>
              </w:rPr>
              <w:t xml:space="preserve"> </w:t>
            </w:r>
            <w:r w:rsidR="00693B01" w:rsidRPr="009647FC">
              <w:rPr>
                <w:rtl/>
              </w:rPr>
              <w:t>الإ</w:t>
            </w:r>
            <w:r w:rsidRPr="009647FC">
              <w:rPr>
                <w:rtl/>
              </w:rPr>
              <w:t>ما</w:t>
            </w:r>
            <w:r w:rsidR="00693B01" w:rsidRPr="009647FC">
              <w:rPr>
                <w:rtl/>
              </w:rPr>
              <w:t>مُ</w:t>
            </w:r>
            <w:r w:rsidR="00693B01">
              <w:rPr>
                <w:rtl/>
              </w:rPr>
              <w:t xml:space="preserve"> </w:t>
            </w:r>
            <w:r w:rsidR="00693B01" w:rsidRPr="009647FC">
              <w:rPr>
                <w:rtl/>
              </w:rPr>
              <w:t>بكلّ</w:t>
            </w:r>
            <w:r w:rsidR="00693B01">
              <w:rPr>
                <w:rtl/>
              </w:rPr>
              <w:t xml:space="preserve"> </w:t>
            </w:r>
            <w:r w:rsidR="00693B01" w:rsidRPr="009647FC">
              <w:rPr>
                <w:rtl/>
              </w:rPr>
              <w:t>عصرٍ</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693B01" w:rsidP="00693B01">
            <w:pPr>
              <w:pStyle w:val="libPoem"/>
            </w:pPr>
            <w:r w:rsidRPr="009647FC">
              <w:rPr>
                <w:rtl/>
              </w:rPr>
              <w:t>وا</w:t>
            </w:r>
            <w:r w:rsidR="00A72677" w:rsidRPr="009647FC">
              <w:rPr>
                <w:rtl/>
              </w:rPr>
              <w:t>حد</w:t>
            </w:r>
            <w:r w:rsidRPr="009647FC">
              <w:rPr>
                <w:rtl/>
              </w:rPr>
              <w:t>ٌ</w:t>
            </w:r>
            <w:r w:rsidR="004C00A8">
              <w:rPr>
                <w:rtl/>
              </w:rPr>
              <w:t xml:space="preserve"> </w:t>
            </w:r>
            <w:r w:rsidR="00A72677" w:rsidRPr="009647FC">
              <w:rPr>
                <w:rtl/>
              </w:rPr>
              <w:t>هو</w:t>
            </w:r>
            <w:r>
              <w:rPr>
                <w:rtl/>
              </w:rPr>
              <w:t xml:space="preserve"> </w:t>
            </w:r>
            <w:r w:rsidR="00A72677" w:rsidRPr="009647FC">
              <w:rPr>
                <w:rtl/>
              </w:rPr>
              <w:t>في</w:t>
            </w:r>
            <w:r w:rsidRPr="009647FC">
              <w:rPr>
                <w:rtl/>
              </w:rPr>
              <w:t>ه</w:t>
            </w:r>
            <w:r>
              <w:rPr>
                <w:rtl/>
              </w:rPr>
              <w:t xml:space="preserve"> </w:t>
            </w:r>
            <w:r w:rsidR="00A72677" w:rsidRPr="009647FC">
              <w:rPr>
                <w:rtl/>
              </w:rPr>
              <w:t>قد</w:t>
            </w:r>
            <w:r w:rsidRPr="009647FC">
              <w:rPr>
                <w:rtl/>
              </w:rPr>
              <w:t>وه</w:t>
            </w:r>
            <w:r w:rsidRPr="00725071">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9647FC">
              <w:rPr>
                <w:rtl/>
              </w:rPr>
              <w:t>وإ</w:t>
            </w:r>
            <w:r w:rsidR="00A72677" w:rsidRPr="009647FC">
              <w:rPr>
                <w:rtl/>
              </w:rPr>
              <w:t>ما</w:t>
            </w:r>
            <w:r w:rsidRPr="009647FC">
              <w:rPr>
                <w:rtl/>
              </w:rPr>
              <w:t>مُنا</w:t>
            </w:r>
            <w:r>
              <w:rPr>
                <w:rtl/>
              </w:rPr>
              <w:t xml:space="preserve"> </w:t>
            </w:r>
            <w:r w:rsidRPr="009647FC">
              <w:rPr>
                <w:rtl/>
              </w:rPr>
              <w:t>مهديُّ</w:t>
            </w:r>
            <w:r>
              <w:rPr>
                <w:rtl/>
              </w:rPr>
              <w:t xml:space="preserve"> </w:t>
            </w:r>
            <w:r w:rsidR="00A72677" w:rsidRPr="009647FC">
              <w:rPr>
                <w:rtl/>
              </w:rPr>
              <w:t>هذ</w:t>
            </w:r>
            <w:r w:rsidRPr="009647FC">
              <w:rPr>
                <w:rtl/>
              </w:rPr>
              <w:t>ا</w:t>
            </w:r>
            <w:r>
              <w:rPr>
                <w:rtl/>
              </w:rPr>
              <w:t xml:space="preserve"> </w:t>
            </w:r>
            <w:r w:rsidRPr="009647FC">
              <w:rPr>
                <w:rtl/>
              </w:rPr>
              <w:t>الـ</w:t>
            </w:r>
            <w:r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عص</w:t>
            </w:r>
            <w:r w:rsidR="00693B01" w:rsidRPr="009647FC">
              <w:rPr>
                <w:rtl/>
              </w:rPr>
              <w:t>رِ</w:t>
            </w:r>
            <w:r w:rsidR="004C00A8">
              <w:rPr>
                <w:rtl/>
              </w:rPr>
              <w:t xml:space="preserve"> </w:t>
            </w:r>
            <w:r w:rsidRPr="009647FC">
              <w:rPr>
                <w:rtl/>
              </w:rPr>
              <w:t>نل</w:t>
            </w:r>
            <w:r w:rsidR="00693B01" w:rsidRPr="009647FC">
              <w:rPr>
                <w:rtl/>
              </w:rPr>
              <w:t>جأ</w:t>
            </w:r>
            <w:r w:rsidR="00693B01">
              <w:rPr>
                <w:rtl/>
              </w:rPr>
              <w:t xml:space="preserve"> </w:t>
            </w:r>
            <w:r w:rsidRPr="009647FC">
              <w:rPr>
                <w:rtl/>
              </w:rPr>
              <w:t>في</w:t>
            </w:r>
            <w:r w:rsidR="00693B01" w:rsidRPr="009647FC">
              <w:rPr>
                <w:rtl/>
              </w:rPr>
              <w:t>ه</w:t>
            </w:r>
            <w:r w:rsidR="00693B01">
              <w:rPr>
                <w:rtl/>
              </w:rPr>
              <w:t xml:space="preserve"> </w:t>
            </w:r>
            <w:r w:rsidR="00693B01" w:rsidRPr="009647FC">
              <w:rPr>
                <w:rtl/>
              </w:rPr>
              <w:t>نحوه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هذ</w:t>
            </w:r>
            <w:r w:rsidR="00693B01" w:rsidRPr="009647FC">
              <w:rPr>
                <w:rtl/>
              </w:rPr>
              <w:t>ا</w:t>
            </w:r>
            <w:r w:rsidR="00693B01">
              <w:rPr>
                <w:rtl/>
              </w:rPr>
              <w:t xml:space="preserve"> </w:t>
            </w:r>
            <w:r w:rsidRPr="009647FC">
              <w:rPr>
                <w:rtl/>
              </w:rPr>
              <w:t>بقي</w:t>
            </w:r>
            <w:r w:rsidR="00693B01" w:rsidRPr="009647FC">
              <w:rPr>
                <w:rtl/>
              </w:rPr>
              <w:t>ّ</w:t>
            </w:r>
            <w:r w:rsidR="00677BC4">
              <w:rPr>
                <w:rtl/>
              </w:rPr>
              <w:t>َ</w:t>
            </w:r>
            <w:r w:rsidR="00693B01" w:rsidRPr="009647FC">
              <w:rPr>
                <w:rtl/>
              </w:rPr>
              <w:t>ةُ</w:t>
            </w:r>
            <w:r w:rsidR="00693B01">
              <w:rPr>
                <w:rtl/>
              </w:rPr>
              <w:t xml:space="preserve"> </w:t>
            </w:r>
            <w:r w:rsidR="00693B01" w:rsidRPr="009647FC">
              <w:rPr>
                <w:rtl/>
              </w:rPr>
              <w:t>جدّهِ</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هل</w:t>
            </w:r>
            <w:r w:rsidR="00693B01">
              <w:rPr>
                <w:rtl/>
              </w:rPr>
              <w:t xml:space="preserve"> </w:t>
            </w:r>
            <w:r w:rsidRPr="009647FC">
              <w:rPr>
                <w:rtl/>
              </w:rPr>
              <w:t>في</w:t>
            </w:r>
            <w:r w:rsidR="00693B01" w:rsidRPr="009647FC">
              <w:rPr>
                <w:rtl/>
              </w:rPr>
              <w:t>كمُ</w:t>
            </w:r>
            <w:r w:rsidR="00693B01">
              <w:rPr>
                <w:rtl/>
              </w:rPr>
              <w:t xml:space="preserve"> </w:t>
            </w:r>
            <w:r w:rsidRPr="009647FC">
              <w:rPr>
                <w:rtl/>
              </w:rPr>
              <w:t>تج</w:t>
            </w:r>
            <w:r w:rsidR="00693B01" w:rsidRPr="009647FC">
              <w:rPr>
                <w:rtl/>
              </w:rPr>
              <w:t>دون</w:t>
            </w:r>
            <w:r w:rsidR="00693B01">
              <w:rPr>
                <w:rtl/>
              </w:rPr>
              <w:t xml:space="preserve"> </w:t>
            </w:r>
            <w:r w:rsidR="00693B01" w:rsidRPr="009647FC">
              <w:rPr>
                <w:rtl/>
              </w:rPr>
              <w:t>كفوه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9647FC">
              <w:rPr>
                <w:rtl/>
              </w:rPr>
              <w:t>ورعٌ</w:t>
            </w:r>
            <w:r w:rsidR="004C00A8">
              <w:rPr>
                <w:rtl/>
              </w:rPr>
              <w:t xml:space="preserve"> </w:t>
            </w:r>
            <w:r w:rsidR="00A72677" w:rsidRPr="009647FC">
              <w:rPr>
                <w:rtl/>
              </w:rPr>
              <w:t>جميع</w:t>
            </w:r>
            <w:r w:rsidRPr="009647FC">
              <w:rPr>
                <w:rtl/>
              </w:rPr>
              <w:t>ُ</w:t>
            </w:r>
            <w:r>
              <w:rPr>
                <w:rtl/>
              </w:rPr>
              <w:t xml:space="preserve"> </w:t>
            </w:r>
            <w:r w:rsidR="00A72677" w:rsidRPr="009647FC">
              <w:rPr>
                <w:rtl/>
              </w:rPr>
              <w:t>فعا</w:t>
            </w:r>
            <w:r w:rsidRPr="009647FC">
              <w:rPr>
                <w:rtl/>
              </w:rPr>
              <w:t>له</w:t>
            </w:r>
            <w:r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لله</w:t>
            </w:r>
            <w:r w:rsidR="00693B01" w:rsidRPr="009647FC">
              <w:rPr>
                <w:rtl/>
              </w:rPr>
              <w:t>ِ</w:t>
            </w:r>
            <w:r w:rsidR="00693B01">
              <w:rPr>
                <w:rtl/>
              </w:rPr>
              <w:t xml:space="preserve"> </w:t>
            </w:r>
            <w:r w:rsidR="00693B01" w:rsidRPr="009647FC">
              <w:rPr>
                <w:rtl/>
              </w:rPr>
              <w:t>لا</w:t>
            </w:r>
            <w:r w:rsidR="00693B01">
              <w:rPr>
                <w:rtl/>
              </w:rPr>
              <w:t xml:space="preserve"> </w:t>
            </w:r>
            <w:r w:rsidRPr="009647FC">
              <w:rPr>
                <w:rtl/>
              </w:rPr>
              <w:t>له</w:t>
            </w:r>
            <w:r w:rsidR="00693B01" w:rsidRPr="009647FC">
              <w:rPr>
                <w:rtl/>
              </w:rPr>
              <w:t>وىً</w:t>
            </w:r>
            <w:r w:rsidR="00693B01">
              <w:rPr>
                <w:rtl/>
              </w:rPr>
              <w:t xml:space="preserve"> </w:t>
            </w:r>
            <w:r w:rsidR="00693B01" w:rsidRPr="009647FC">
              <w:rPr>
                <w:rtl/>
              </w:rPr>
              <w:t>و</w:t>
            </w:r>
            <w:r w:rsidRPr="009647FC">
              <w:rPr>
                <w:rtl/>
              </w:rPr>
              <w:t>شه</w:t>
            </w:r>
            <w:r w:rsidR="00693B01" w:rsidRPr="009647FC">
              <w:rPr>
                <w:rtl/>
              </w:rPr>
              <w:t>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9647FC">
              <w:rPr>
                <w:rtl/>
              </w:rPr>
              <w:t>لا</w:t>
            </w:r>
            <w:r w:rsidR="004C00A8">
              <w:rPr>
                <w:rtl/>
              </w:rPr>
              <w:t xml:space="preserve"> </w:t>
            </w:r>
            <w:r w:rsidR="00A72677" w:rsidRPr="009647FC">
              <w:rPr>
                <w:rtl/>
              </w:rPr>
              <w:t>مض</w:t>
            </w:r>
            <w:r w:rsidRPr="009647FC">
              <w:rPr>
                <w:rtl/>
              </w:rPr>
              <w:t>مراً</w:t>
            </w:r>
            <w:r>
              <w:rPr>
                <w:rtl/>
              </w:rPr>
              <w:t xml:space="preserve"> </w:t>
            </w:r>
            <w:r w:rsidR="00A72677" w:rsidRPr="009647FC">
              <w:rPr>
                <w:rtl/>
              </w:rPr>
              <w:t>غش</w:t>
            </w:r>
            <w:r w:rsidRPr="009647FC">
              <w:rPr>
                <w:rtl/>
              </w:rPr>
              <w:t>ّاً</w:t>
            </w:r>
            <w:r>
              <w:rPr>
                <w:rtl/>
              </w:rPr>
              <w:t xml:space="preserve"> </w:t>
            </w:r>
            <w:r w:rsidR="00A72677" w:rsidRPr="009647FC">
              <w:rPr>
                <w:rtl/>
              </w:rPr>
              <w:t>عل</w:t>
            </w:r>
            <w:r w:rsidRPr="009647FC">
              <w:rPr>
                <w:rtl/>
              </w:rPr>
              <w:t>يه</w:t>
            </w:r>
            <w:r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بز</w:t>
            </w:r>
            <w:r w:rsidR="00693B01" w:rsidRPr="009647FC">
              <w:rPr>
                <w:rtl/>
              </w:rPr>
              <w:t>برج</w:t>
            </w:r>
            <w:r w:rsidR="004C00A8">
              <w:rPr>
                <w:rtl/>
              </w:rPr>
              <w:t xml:space="preserve"> </w:t>
            </w:r>
            <w:r w:rsidR="00693B01" w:rsidRPr="009647FC">
              <w:rPr>
                <w:rtl/>
              </w:rPr>
              <w:t>ا</w:t>
            </w:r>
            <w:r w:rsidRPr="009647FC">
              <w:rPr>
                <w:rtl/>
              </w:rPr>
              <w:t>لت</w:t>
            </w:r>
            <w:r w:rsidR="00693B01" w:rsidRPr="009647FC">
              <w:rPr>
                <w:rtl/>
              </w:rPr>
              <w:t>قوى</w:t>
            </w:r>
            <w:r w:rsidR="00693B01">
              <w:rPr>
                <w:rtl/>
              </w:rPr>
              <w:t xml:space="preserve"> </w:t>
            </w:r>
            <w:r w:rsidRPr="009647FC">
              <w:rPr>
                <w:rtl/>
              </w:rPr>
              <w:t>مم</w:t>
            </w:r>
            <w:r w:rsidR="00693B01" w:rsidRPr="009647FC">
              <w:rPr>
                <w:rtl/>
              </w:rPr>
              <w:t>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لكن</w:t>
            </w:r>
            <w:r w:rsidR="00693B01">
              <w:rPr>
                <w:rtl/>
              </w:rPr>
              <w:t xml:space="preserve"> </w:t>
            </w:r>
            <w:r w:rsidRPr="009647FC">
              <w:rPr>
                <w:rtl/>
              </w:rPr>
              <w:t>تمح</w:t>
            </w:r>
            <w:r w:rsidR="00693B01" w:rsidRPr="009647FC">
              <w:rPr>
                <w:rtl/>
              </w:rPr>
              <w:t>ّ</w:t>
            </w:r>
            <w:r w:rsidR="00677BC4">
              <w:rPr>
                <w:rtl/>
              </w:rPr>
              <w:t>َ</w:t>
            </w:r>
            <w:r w:rsidR="00693B01" w:rsidRPr="009647FC">
              <w:rPr>
                <w:rtl/>
              </w:rPr>
              <w:t>ض</w:t>
            </w:r>
            <w:r w:rsidR="00693B01">
              <w:rPr>
                <w:rtl/>
              </w:rPr>
              <w:t xml:space="preserve"> </w:t>
            </w:r>
            <w:r w:rsidRPr="009647FC">
              <w:rPr>
                <w:rtl/>
              </w:rPr>
              <w:t>لل</w:t>
            </w:r>
            <w:r w:rsidR="00693B01" w:rsidRPr="009647FC">
              <w:rPr>
                <w:rtl/>
              </w:rPr>
              <w:t>إلهِ</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تقى</w:t>
            </w:r>
            <w:r w:rsidR="00693B01" w:rsidRPr="009647FC">
              <w:rPr>
                <w:rtl/>
              </w:rPr>
              <w:t>ً</w:t>
            </w:r>
            <w:r w:rsidR="004C00A8">
              <w:rPr>
                <w:rtl/>
              </w:rPr>
              <w:t xml:space="preserve"> </w:t>
            </w:r>
            <w:r w:rsidRPr="009647FC">
              <w:rPr>
                <w:rtl/>
              </w:rPr>
              <w:t>بك</w:t>
            </w:r>
            <w:r w:rsidR="00693B01" w:rsidRPr="009647FC">
              <w:rPr>
                <w:rtl/>
              </w:rPr>
              <w:t>لّ</w:t>
            </w:r>
            <w:r w:rsidR="00693B01">
              <w:rPr>
                <w:rtl/>
              </w:rPr>
              <w:t xml:space="preserve"> </w:t>
            </w:r>
            <w:r w:rsidRPr="009647FC">
              <w:rPr>
                <w:rtl/>
              </w:rPr>
              <w:t>مل</w:t>
            </w:r>
            <w:r w:rsidR="00693B01" w:rsidRPr="009647FC">
              <w:rPr>
                <w:rtl/>
              </w:rPr>
              <w:t>اً وخلوه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جا</w:t>
            </w:r>
            <w:r w:rsidR="00693B01" w:rsidRPr="009647FC">
              <w:rPr>
                <w:rtl/>
              </w:rPr>
              <w:t>رٍ</w:t>
            </w:r>
            <w:r w:rsidR="004C00A8">
              <w:rPr>
                <w:rtl/>
              </w:rPr>
              <w:t xml:space="preserve"> </w:t>
            </w:r>
            <w:r w:rsidRPr="009647FC">
              <w:rPr>
                <w:rtl/>
              </w:rPr>
              <w:t>عل</w:t>
            </w:r>
            <w:r w:rsidR="00693B01" w:rsidRPr="009647FC">
              <w:rPr>
                <w:rtl/>
              </w:rPr>
              <w:t>ى</w:t>
            </w:r>
            <w:r w:rsidR="00693B01">
              <w:rPr>
                <w:rtl/>
              </w:rPr>
              <w:t xml:space="preserve"> </w:t>
            </w:r>
            <w:r w:rsidRPr="009647FC">
              <w:rPr>
                <w:rtl/>
              </w:rPr>
              <w:t>حا</w:t>
            </w:r>
            <w:r w:rsidR="00693B01" w:rsidRPr="009647FC">
              <w:rPr>
                <w:rtl/>
              </w:rPr>
              <w:t>لٍ</w:t>
            </w:r>
            <w:r w:rsidR="00693B01">
              <w:rPr>
                <w:rtl/>
              </w:rPr>
              <w:t xml:space="preserve"> </w:t>
            </w:r>
            <w:r w:rsidRPr="009647FC">
              <w:rPr>
                <w:rtl/>
              </w:rPr>
              <w:t>به</w:t>
            </w:r>
            <w:r w:rsidR="00693B01" w:rsidRPr="009647FC">
              <w:rPr>
                <w:rtl/>
              </w:rPr>
              <w:t>ا</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693B01" w:rsidP="00693B01">
            <w:pPr>
              <w:pStyle w:val="libPoem"/>
            </w:pPr>
            <w:r w:rsidRPr="009647FC">
              <w:rPr>
                <w:rtl/>
              </w:rPr>
              <w:t>أ</w:t>
            </w:r>
            <w:r w:rsidR="00A72677" w:rsidRPr="009647FC">
              <w:rPr>
                <w:rtl/>
              </w:rPr>
              <w:t>ضح</w:t>
            </w:r>
            <w:r w:rsidRPr="009647FC">
              <w:rPr>
                <w:rtl/>
              </w:rPr>
              <w:t>ى</w:t>
            </w:r>
            <w:r w:rsidR="004C00A8">
              <w:rPr>
                <w:rtl/>
              </w:rPr>
              <w:t xml:space="preserve"> </w:t>
            </w:r>
            <w:r w:rsidRPr="009647FC">
              <w:rPr>
                <w:rtl/>
              </w:rPr>
              <w:t>لأهل</w:t>
            </w:r>
            <w:r>
              <w:rPr>
                <w:rtl/>
              </w:rPr>
              <w:t xml:space="preserve"> </w:t>
            </w:r>
            <w:r w:rsidRPr="009647FC">
              <w:rPr>
                <w:rtl/>
              </w:rPr>
              <w:t>الدين</w:t>
            </w:r>
            <w:r>
              <w:rPr>
                <w:rtl/>
              </w:rPr>
              <w:t xml:space="preserve"> </w:t>
            </w:r>
            <w:r w:rsidRPr="009647FC">
              <w:rPr>
                <w:rtl/>
              </w:rPr>
              <w:t>أسوه</w:t>
            </w:r>
            <w:r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فاشد</w:t>
            </w:r>
            <w:r w:rsidR="00693B01" w:rsidRPr="009647FC">
              <w:rPr>
                <w:rtl/>
              </w:rPr>
              <w:t>دْ</w:t>
            </w:r>
            <w:r w:rsidR="00693B01">
              <w:rPr>
                <w:rtl/>
              </w:rPr>
              <w:t xml:space="preserve"> </w:t>
            </w:r>
            <w:r w:rsidRPr="009647FC">
              <w:rPr>
                <w:rtl/>
              </w:rPr>
              <w:t>يد</w:t>
            </w:r>
            <w:r w:rsidR="00693B01" w:rsidRPr="009647FC">
              <w:rPr>
                <w:rtl/>
              </w:rPr>
              <w:t>ك</w:t>
            </w:r>
            <w:r w:rsidR="00693B01">
              <w:rPr>
                <w:rtl/>
              </w:rPr>
              <w:t xml:space="preserve"> </w:t>
            </w:r>
            <w:r w:rsidRPr="009647FC">
              <w:rPr>
                <w:rtl/>
              </w:rPr>
              <w:t>به</w:t>
            </w:r>
            <w:r w:rsidR="00693B01">
              <w:rPr>
                <w:rtl/>
              </w:rPr>
              <w:t xml:space="preserve"> </w:t>
            </w:r>
            <w:r w:rsidRPr="009647FC">
              <w:rPr>
                <w:rtl/>
              </w:rPr>
              <w:t>فم</w:t>
            </w:r>
            <w:r w:rsidR="00693B01" w:rsidRPr="009647FC">
              <w:rPr>
                <w:rtl/>
              </w:rPr>
              <w:t>ا</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لل</w:t>
            </w:r>
            <w:r w:rsidR="00693B01" w:rsidRPr="009647FC">
              <w:rPr>
                <w:rtl/>
              </w:rPr>
              <w:t>دين</w:t>
            </w:r>
            <w:r w:rsidR="00693B01">
              <w:rPr>
                <w:rtl/>
              </w:rPr>
              <w:t xml:space="preserve"> </w:t>
            </w:r>
            <w:r w:rsidR="00693B01" w:rsidRPr="009647FC">
              <w:rPr>
                <w:rtl/>
              </w:rPr>
              <w:t>أو</w:t>
            </w:r>
            <w:r w:rsidRPr="009647FC">
              <w:rPr>
                <w:rtl/>
              </w:rPr>
              <w:t>ثق</w:t>
            </w:r>
            <w:r w:rsidR="00693B01">
              <w:rPr>
                <w:rtl/>
              </w:rPr>
              <w:t xml:space="preserve"> </w:t>
            </w:r>
            <w:r w:rsidRPr="009647FC">
              <w:rPr>
                <w:rtl/>
              </w:rPr>
              <w:t>من</w:t>
            </w:r>
            <w:r w:rsidR="00693B01" w:rsidRPr="009647FC">
              <w:rPr>
                <w:rtl/>
              </w:rPr>
              <w:t>ه</w:t>
            </w:r>
            <w:r w:rsidR="00693B01">
              <w:rPr>
                <w:rtl/>
              </w:rPr>
              <w:t xml:space="preserve"> </w:t>
            </w:r>
            <w:r w:rsidR="00693B01" w:rsidRPr="009647FC">
              <w:rPr>
                <w:rtl/>
              </w:rPr>
              <w:t>عروه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كم</w:t>
            </w:r>
            <w:r w:rsidR="00693B01">
              <w:rPr>
                <w:rtl/>
              </w:rPr>
              <w:t xml:space="preserve"> </w:t>
            </w:r>
            <w:r w:rsidRPr="009647FC">
              <w:rPr>
                <w:rtl/>
              </w:rPr>
              <w:t>فك</w:t>
            </w:r>
            <w:r w:rsidR="00693B01" w:rsidRPr="009647FC">
              <w:rPr>
                <w:rtl/>
              </w:rPr>
              <w:t>ّ</w:t>
            </w:r>
            <w:r w:rsidR="00677BC4">
              <w:rPr>
                <w:rtl/>
              </w:rPr>
              <w:t>َ</w:t>
            </w:r>
            <w:r w:rsidR="00693B01">
              <w:rPr>
                <w:rtl/>
              </w:rPr>
              <w:t xml:space="preserve"> </w:t>
            </w:r>
            <w:r w:rsidRPr="009647FC">
              <w:rPr>
                <w:rtl/>
              </w:rPr>
              <w:t>من</w:t>
            </w:r>
            <w:r w:rsidR="00693B01">
              <w:rPr>
                <w:rtl/>
              </w:rPr>
              <w:t xml:space="preserve"> </w:t>
            </w:r>
            <w:r w:rsidRPr="009647FC">
              <w:rPr>
                <w:rtl/>
              </w:rPr>
              <w:t>عا</w:t>
            </w:r>
            <w:r w:rsidR="00693B01" w:rsidRPr="009647FC">
              <w:rPr>
                <w:rtl/>
              </w:rPr>
              <w:t>نٍ</w:t>
            </w:r>
            <w:r w:rsidR="00693B01">
              <w:rPr>
                <w:rtl/>
              </w:rPr>
              <w:t xml:space="preserve"> </w:t>
            </w:r>
            <w:r w:rsidR="00693B01" w:rsidRPr="009647FC">
              <w:rPr>
                <w:rtl/>
              </w:rPr>
              <w:t>وكم</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قد</w:t>
            </w:r>
            <w:r w:rsidR="00693B01">
              <w:rPr>
                <w:rtl/>
              </w:rPr>
              <w:t xml:space="preserve"> </w:t>
            </w:r>
            <w:r w:rsidR="00693B01" w:rsidRPr="009647FC">
              <w:rPr>
                <w:rtl/>
              </w:rPr>
              <w:t>راش</w:t>
            </w:r>
            <w:r w:rsidR="00677BC4">
              <w:rPr>
                <w:rtl/>
              </w:rPr>
              <w:t>َ</w:t>
            </w:r>
            <w:r w:rsidR="00693B01">
              <w:rPr>
                <w:rtl/>
              </w:rPr>
              <w:t xml:space="preserve"> </w:t>
            </w:r>
            <w:r w:rsidR="00693B01" w:rsidRPr="009647FC">
              <w:rPr>
                <w:rtl/>
              </w:rPr>
              <w:t>محصوصاً</w:t>
            </w:r>
            <w:r w:rsidR="00693B01">
              <w:rPr>
                <w:rtl/>
              </w:rPr>
              <w:t xml:space="preserve"> </w:t>
            </w:r>
            <w:r w:rsidR="00693B01" w:rsidRPr="009647FC">
              <w:rPr>
                <w:rtl/>
              </w:rPr>
              <w:t>بثروه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9647FC">
              <w:rPr>
                <w:rtl/>
              </w:rPr>
              <w:t>و</w:t>
            </w:r>
            <w:r w:rsidR="00A72677" w:rsidRPr="009647FC">
              <w:rPr>
                <w:rtl/>
              </w:rPr>
              <w:t>صع</w:t>
            </w:r>
            <w:r w:rsidRPr="009647FC">
              <w:rPr>
                <w:rtl/>
              </w:rPr>
              <w:t>ابِ</w:t>
            </w:r>
            <w:r>
              <w:rPr>
                <w:rtl/>
              </w:rPr>
              <w:t xml:space="preserve"> </w:t>
            </w:r>
            <w:r w:rsidRPr="009647FC">
              <w:rPr>
                <w:rtl/>
              </w:rPr>
              <w:t>أ</w:t>
            </w:r>
            <w:r w:rsidR="00A72677" w:rsidRPr="009647FC">
              <w:rPr>
                <w:rtl/>
              </w:rPr>
              <w:t>مر</w:t>
            </w:r>
            <w:r w:rsidRPr="009647FC">
              <w:rPr>
                <w:rtl/>
              </w:rPr>
              <w:t>ٍ</w:t>
            </w:r>
            <w:r>
              <w:rPr>
                <w:rtl/>
              </w:rPr>
              <w:t xml:space="preserve"> </w:t>
            </w:r>
            <w:r w:rsidRPr="009647FC">
              <w:rPr>
                <w:rtl/>
              </w:rPr>
              <w:t>أ</w:t>
            </w:r>
            <w:r w:rsidR="00A72677" w:rsidRPr="009647FC">
              <w:rPr>
                <w:rtl/>
              </w:rPr>
              <w:t>سل</w:t>
            </w:r>
            <w:r w:rsidRPr="009647FC">
              <w:rPr>
                <w:rtl/>
              </w:rPr>
              <w:t>ستْ</w:t>
            </w:r>
            <w:r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مذ</w:t>
            </w:r>
            <w:r w:rsidR="004C00A8">
              <w:rPr>
                <w:rtl/>
              </w:rPr>
              <w:t xml:space="preserve"> </w:t>
            </w:r>
            <w:r w:rsidR="00693B01" w:rsidRPr="009647FC">
              <w:rPr>
                <w:rtl/>
              </w:rPr>
              <w:t>راض</w:t>
            </w:r>
            <w:r w:rsidR="00677BC4">
              <w:rPr>
                <w:rtl/>
              </w:rPr>
              <w:t>َ</w:t>
            </w:r>
            <w:r w:rsidR="00693B01" w:rsidRPr="009647FC">
              <w:rPr>
                <w:rtl/>
              </w:rPr>
              <w:t>ها</w:t>
            </w:r>
            <w:r w:rsidR="00693B01">
              <w:rPr>
                <w:rtl/>
              </w:rPr>
              <w:t xml:space="preserve"> </w:t>
            </w:r>
            <w:r w:rsidR="00693B01" w:rsidRPr="009647FC">
              <w:rPr>
                <w:rtl/>
              </w:rPr>
              <w:t>من</w:t>
            </w:r>
            <w:r w:rsidR="00693B01">
              <w:rPr>
                <w:rtl/>
              </w:rPr>
              <w:t xml:space="preserve"> </w:t>
            </w:r>
            <w:r w:rsidR="00693B01" w:rsidRPr="009647FC">
              <w:rPr>
                <w:rtl/>
              </w:rPr>
              <w:t>بعد</w:t>
            </w:r>
            <w:r w:rsidR="00693B01">
              <w:rPr>
                <w:rtl/>
              </w:rPr>
              <w:t xml:space="preserve"> </w:t>
            </w:r>
            <w:r w:rsidR="00693B01" w:rsidRPr="009647FC">
              <w:rPr>
                <w:rtl/>
              </w:rPr>
              <w:t>نخوه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فه</w:t>
            </w:r>
            <w:r w:rsidR="00693B01" w:rsidRPr="009647FC">
              <w:rPr>
                <w:rtl/>
              </w:rPr>
              <w:t>و</w:t>
            </w:r>
            <w:r w:rsidR="004C00A8">
              <w:rPr>
                <w:rtl/>
              </w:rPr>
              <w:t xml:space="preserve"> </w:t>
            </w:r>
            <w:r w:rsidR="00693B01" w:rsidRPr="009647FC">
              <w:rPr>
                <w:rtl/>
              </w:rPr>
              <w:t>ا</w:t>
            </w:r>
            <w:r w:rsidRPr="009647FC">
              <w:rPr>
                <w:rtl/>
              </w:rPr>
              <w:t>بن</w:t>
            </w:r>
            <w:r w:rsidR="00693B01" w:rsidRPr="009647FC">
              <w:rPr>
                <w:rtl/>
              </w:rPr>
              <w:t>ُ</w:t>
            </w:r>
            <w:r w:rsidR="00693B01">
              <w:rPr>
                <w:rtl/>
              </w:rPr>
              <w:t xml:space="preserve"> </w:t>
            </w:r>
            <w:r w:rsidRPr="009647FC">
              <w:rPr>
                <w:rtl/>
              </w:rPr>
              <w:t>قو</w:t>
            </w:r>
            <w:r w:rsidR="00693B01" w:rsidRPr="009647FC">
              <w:rPr>
                <w:rtl/>
              </w:rPr>
              <w:t>مٍ</w:t>
            </w:r>
            <w:r w:rsidR="00693B01">
              <w:rPr>
                <w:rtl/>
              </w:rPr>
              <w:t xml:space="preserve"> </w:t>
            </w:r>
            <w:r w:rsidR="00693B01" w:rsidRPr="009647FC">
              <w:rPr>
                <w:rtl/>
              </w:rPr>
              <w:t>لا</w:t>
            </w:r>
            <w:r w:rsidR="00693B01">
              <w:rPr>
                <w:rtl/>
              </w:rPr>
              <w:t xml:space="preserve"> </w:t>
            </w:r>
            <w:r w:rsidR="00693B01" w:rsidRPr="009647FC">
              <w:rPr>
                <w:rtl/>
              </w:rPr>
              <w:t>تحلُّ</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له</w:t>
            </w:r>
            <w:r w:rsidR="00693B01" w:rsidRPr="009647FC">
              <w:rPr>
                <w:rtl/>
              </w:rPr>
              <w:t>م</w:t>
            </w:r>
            <w:r w:rsidR="00693B01">
              <w:rPr>
                <w:rtl/>
              </w:rPr>
              <w:t xml:space="preserve"> </w:t>
            </w:r>
            <w:r w:rsidRPr="009647FC">
              <w:rPr>
                <w:rtl/>
              </w:rPr>
              <w:t>يد</w:t>
            </w:r>
            <w:r w:rsidR="00693B01" w:rsidRPr="009647FC">
              <w:rPr>
                <w:rtl/>
              </w:rPr>
              <w:t>ُ</w:t>
            </w:r>
            <w:r w:rsidR="00693B01">
              <w:rPr>
                <w:rtl/>
              </w:rPr>
              <w:t xml:space="preserve"> </w:t>
            </w:r>
            <w:r w:rsidR="00693B01" w:rsidRPr="009647FC">
              <w:rPr>
                <w:rtl/>
              </w:rPr>
              <w:t>ا</w:t>
            </w:r>
            <w:r w:rsidRPr="009647FC">
              <w:rPr>
                <w:rtl/>
              </w:rPr>
              <w:t>لل</w:t>
            </w:r>
            <w:r w:rsidR="00693B01" w:rsidRPr="009647FC">
              <w:rPr>
                <w:rtl/>
              </w:rPr>
              <w:t>اواء</w:t>
            </w:r>
            <w:r w:rsidR="00693B01">
              <w:rPr>
                <w:rtl/>
              </w:rPr>
              <w:t xml:space="preserve"> </w:t>
            </w:r>
            <w:r w:rsidRPr="009647FC">
              <w:rPr>
                <w:rtl/>
              </w:rPr>
              <w:t>حب</w:t>
            </w:r>
            <w:r w:rsidR="00693B01" w:rsidRPr="009647FC">
              <w:rPr>
                <w:rtl/>
              </w:rPr>
              <w:t>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9647FC">
              <w:rPr>
                <w:rtl/>
              </w:rPr>
              <w:t>وأ</w:t>
            </w:r>
            <w:r w:rsidR="00A72677" w:rsidRPr="009647FC">
              <w:rPr>
                <w:rtl/>
              </w:rPr>
              <w:t>بو</w:t>
            </w:r>
            <w:r w:rsidR="004C00A8">
              <w:rPr>
                <w:rtl/>
              </w:rPr>
              <w:t xml:space="preserve"> </w:t>
            </w:r>
            <w:r w:rsidRPr="009647FC">
              <w:rPr>
                <w:rtl/>
              </w:rPr>
              <w:t>أ</w:t>
            </w:r>
            <w:r w:rsidR="00A72677" w:rsidRPr="009647FC">
              <w:rPr>
                <w:rtl/>
              </w:rPr>
              <w:t>طا</w:t>
            </w:r>
            <w:r w:rsidRPr="009647FC">
              <w:rPr>
                <w:rtl/>
              </w:rPr>
              <w:t>يب</w:t>
            </w:r>
            <w:r w:rsidR="00677BC4">
              <w:rPr>
                <w:rtl/>
              </w:rPr>
              <w:t>َ</w:t>
            </w:r>
            <w:r>
              <w:rPr>
                <w:rtl/>
              </w:rPr>
              <w:t xml:space="preserve"> </w:t>
            </w:r>
            <w:r w:rsidR="00A72677" w:rsidRPr="009647FC">
              <w:rPr>
                <w:rtl/>
              </w:rPr>
              <w:t>لم</w:t>
            </w:r>
            <w:r>
              <w:rPr>
                <w:rtl/>
              </w:rPr>
              <w:t xml:space="preserve"> </w:t>
            </w:r>
            <w:r w:rsidR="00A72677" w:rsidRPr="009647FC">
              <w:rPr>
                <w:rtl/>
              </w:rPr>
              <w:t>تق</w:t>
            </w:r>
            <w:r w:rsidRPr="009647FC">
              <w:rPr>
                <w:rtl/>
              </w:rPr>
              <w:t>مْ</w:t>
            </w:r>
            <w:r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عن</w:t>
            </w:r>
            <w:r w:rsidR="00693B01">
              <w:rPr>
                <w:rtl/>
              </w:rPr>
              <w:t xml:space="preserve"> </w:t>
            </w:r>
            <w:r w:rsidR="00693B01" w:rsidRPr="009647FC">
              <w:rPr>
                <w:rtl/>
              </w:rPr>
              <w:t>مثلهم</w:t>
            </w:r>
            <w:r w:rsidR="00693B01">
              <w:rPr>
                <w:rtl/>
              </w:rPr>
              <w:t xml:space="preserve"> </w:t>
            </w:r>
            <w:r w:rsidR="00693B01" w:rsidRPr="009647FC">
              <w:rPr>
                <w:rtl/>
              </w:rPr>
              <w:t>في</w:t>
            </w:r>
            <w:r w:rsidR="00693B01">
              <w:rPr>
                <w:rtl/>
              </w:rPr>
              <w:t xml:space="preserve"> </w:t>
            </w:r>
            <w:r w:rsidR="00693B01" w:rsidRPr="009647FC">
              <w:rPr>
                <w:rtl/>
              </w:rPr>
              <w:t>الدهر</w:t>
            </w:r>
            <w:r w:rsidR="00693B01">
              <w:rPr>
                <w:rtl/>
              </w:rPr>
              <w:t xml:space="preserve"> </w:t>
            </w:r>
            <w:r w:rsidR="00693B01" w:rsidRPr="009647FC">
              <w:rPr>
                <w:rtl/>
              </w:rPr>
              <w:t>نسوه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قمر</w:t>
            </w:r>
            <w:r w:rsidR="00693B01" w:rsidRPr="009647FC">
              <w:rPr>
                <w:rtl/>
              </w:rPr>
              <w:t>ُ</w:t>
            </w:r>
            <w:r w:rsidR="00693B01">
              <w:rPr>
                <w:rtl/>
              </w:rPr>
              <w:t xml:space="preserve"> </w:t>
            </w:r>
            <w:r w:rsidR="00693B01" w:rsidRPr="009647FC">
              <w:rPr>
                <w:rtl/>
              </w:rPr>
              <w:t>ا</w:t>
            </w:r>
            <w:r w:rsidRPr="009647FC">
              <w:rPr>
                <w:rtl/>
              </w:rPr>
              <w:t>لسم</w:t>
            </w:r>
            <w:r w:rsidR="00693B01" w:rsidRPr="009647FC">
              <w:rPr>
                <w:rtl/>
              </w:rPr>
              <w:t>اء</w:t>
            </w:r>
            <w:r w:rsidR="00693B01">
              <w:rPr>
                <w:rtl/>
              </w:rPr>
              <w:t xml:space="preserve"> </w:t>
            </w:r>
            <w:r w:rsidR="00693B01" w:rsidRPr="009647FC">
              <w:rPr>
                <w:rtl/>
              </w:rPr>
              <w:t>أ</w:t>
            </w:r>
            <w:r w:rsidRPr="009647FC">
              <w:rPr>
                <w:rtl/>
              </w:rPr>
              <w:t>بو</w:t>
            </w:r>
            <w:r w:rsidR="00693B01" w:rsidRPr="009647FC">
              <w:rPr>
                <w:rtl/>
              </w:rPr>
              <w:t>هُم</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شر</w:t>
            </w:r>
            <w:r w:rsidR="00693B01" w:rsidRPr="009647FC">
              <w:rPr>
                <w:rtl/>
              </w:rPr>
              <w:t>فا</w:t>
            </w:r>
            <w:r w:rsidR="004C00A8">
              <w:rPr>
                <w:rtl/>
              </w:rPr>
              <w:t xml:space="preserve"> </w:t>
            </w:r>
            <w:r w:rsidR="00693B01" w:rsidRPr="009647FC">
              <w:rPr>
                <w:rtl/>
              </w:rPr>
              <w:t>وهم</w:t>
            </w:r>
            <w:r w:rsidR="00693B01">
              <w:rPr>
                <w:rtl/>
              </w:rPr>
              <w:t xml:space="preserve"> </w:t>
            </w:r>
            <w:r w:rsidR="00693B01" w:rsidRPr="009647FC">
              <w:rPr>
                <w:rtl/>
              </w:rPr>
              <w:t>والشهبُ</w:t>
            </w:r>
            <w:r w:rsidR="00693B01">
              <w:rPr>
                <w:rtl/>
              </w:rPr>
              <w:t xml:space="preserve"> </w:t>
            </w:r>
            <w:r w:rsidR="00693B01" w:rsidRPr="009647FC">
              <w:rPr>
                <w:rtl/>
              </w:rPr>
              <w:t>أخوه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A72677">
              <w:rPr>
                <w:rtl/>
              </w:rPr>
              <w:t>ول</w:t>
            </w:r>
            <w:r w:rsidR="00A72677" w:rsidRPr="00A72677">
              <w:rPr>
                <w:rtl/>
              </w:rPr>
              <w:t>ِد</w:t>
            </w:r>
            <w:r w:rsidRPr="00A72677">
              <w:rPr>
                <w:rtl/>
              </w:rPr>
              <w:t xml:space="preserve">وا </w:t>
            </w:r>
            <w:r w:rsidR="00A72677" w:rsidRPr="00A72677">
              <w:rPr>
                <w:rtl/>
              </w:rPr>
              <w:t>بب</w:t>
            </w:r>
            <w:r w:rsidRPr="00A72677">
              <w:rPr>
                <w:rtl/>
              </w:rPr>
              <w:t xml:space="preserve">يتٍ </w:t>
            </w:r>
            <w:r w:rsidR="00A72677" w:rsidRPr="00A72677">
              <w:rPr>
                <w:rtl/>
              </w:rPr>
              <w:t>من</w:t>
            </w:r>
            <w:r w:rsidRPr="00A72677">
              <w:rPr>
                <w:rtl/>
              </w:rPr>
              <w:t xml:space="preserve"> </w:t>
            </w:r>
            <w:r w:rsidR="00A72677" w:rsidRPr="00A72677">
              <w:rPr>
                <w:rtl/>
              </w:rPr>
              <w:t>بي</w:t>
            </w:r>
            <w:r w:rsidRPr="00A72677">
              <w:rPr>
                <w:rtl/>
              </w:rPr>
              <w:t>و</w:t>
            </w:r>
            <w:r w:rsidRPr="00A72677">
              <w:rPr>
                <w:rStyle w:val="libPoemTiniChar0"/>
                <w:rtl/>
              </w:rPr>
              <w:br/>
              <w:t> </w:t>
            </w:r>
          </w:p>
        </w:tc>
        <w:tc>
          <w:tcPr>
            <w:tcW w:w="301" w:type="dxa"/>
          </w:tcPr>
          <w:p w:rsidR="00693B01" w:rsidRPr="00A72677" w:rsidRDefault="00693B01" w:rsidP="00693B01">
            <w:pPr>
              <w:pStyle w:val="libPoem"/>
              <w:rPr>
                <w:rtl/>
              </w:rPr>
            </w:pPr>
          </w:p>
        </w:tc>
        <w:tc>
          <w:tcPr>
            <w:tcW w:w="3884" w:type="dxa"/>
          </w:tcPr>
          <w:p w:rsidR="00693B01" w:rsidRPr="00A72677" w:rsidRDefault="00693B01" w:rsidP="00693B01">
            <w:pPr>
              <w:pStyle w:val="libPoem"/>
            </w:pPr>
            <w:r w:rsidRPr="00A72677">
              <w:rPr>
                <w:rtl/>
              </w:rPr>
              <w:t>ت</w:t>
            </w:r>
            <w:r w:rsidR="004C00A8">
              <w:rPr>
                <w:rtl/>
              </w:rPr>
              <w:t xml:space="preserve"> </w:t>
            </w:r>
            <w:r w:rsidRPr="00A72677">
              <w:rPr>
                <w:rtl/>
              </w:rPr>
              <w:t>ا</w:t>
            </w:r>
            <w:r w:rsidR="00A72677" w:rsidRPr="00A72677">
              <w:rPr>
                <w:rtl/>
              </w:rPr>
              <w:t>لو</w:t>
            </w:r>
            <w:r w:rsidRPr="00A72677">
              <w:rPr>
                <w:rtl/>
              </w:rPr>
              <w:t>حي أعلاهنّ</w:t>
            </w:r>
            <w:r w:rsidR="00677BC4">
              <w:rPr>
                <w:rtl/>
              </w:rPr>
              <w:t>َ</w:t>
            </w:r>
            <w:r w:rsidRPr="00A72677">
              <w:rPr>
                <w:rtl/>
              </w:rPr>
              <w:t xml:space="preserve"> ذروه</w:t>
            </w:r>
            <w:r w:rsidRPr="00A72677">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9647FC">
              <w:rPr>
                <w:rtl/>
              </w:rPr>
              <w:t>و</w:t>
            </w:r>
            <w:r w:rsidR="00A72677" w:rsidRPr="009647FC">
              <w:rPr>
                <w:rtl/>
              </w:rPr>
              <w:t>تر</w:t>
            </w:r>
            <w:r w:rsidRPr="009647FC">
              <w:rPr>
                <w:rtl/>
              </w:rPr>
              <w:t>اضعوا</w:t>
            </w:r>
            <w:r w:rsidR="004C00A8">
              <w:rPr>
                <w:rtl/>
              </w:rPr>
              <w:t xml:space="preserve"> </w:t>
            </w:r>
            <w:r w:rsidR="00A72677" w:rsidRPr="009647FC">
              <w:rPr>
                <w:rtl/>
              </w:rPr>
              <w:t>لب</w:t>
            </w:r>
            <w:r w:rsidRPr="009647FC">
              <w:rPr>
                <w:rtl/>
              </w:rPr>
              <w:t>ن</w:t>
            </w:r>
            <w:r w:rsidR="00677BC4">
              <w:rPr>
                <w:rtl/>
              </w:rPr>
              <w:t>َ</w:t>
            </w:r>
            <w:r>
              <w:rPr>
                <w:rtl/>
              </w:rPr>
              <w:t xml:space="preserve"> </w:t>
            </w:r>
            <w:r w:rsidRPr="009647FC">
              <w:rPr>
                <w:rtl/>
              </w:rPr>
              <w:t>الإ</w:t>
            </w:r>
            <w:r w:rsidR="00A72677" w:rsidRPr="009647FC">
              <w:rPr>
                <w:rtl/>
              </w:rPr>
              <w:t>ما</w:t>
            </w:r>
            <w:r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مة</w:t>
            </w:r>
            <w:r w:rsidR="00693B01">
              <w:rPr>
                <w:rtl/>
              </w:rPr>
              <w:t xml:space="preserve"> </w:t>
            </w:r>
            <w:r w:rsidRPr="009647FC">
              <w:rPr>
                <w:rtl/>
              </w:rPr>
              <w:t>في</w:t>
            </w:r>
            <w:r w:rsidR="00693B01" w:rsidRPr="009647FC">
              <w:rPr>
                <w:rtl/>
              </w:rPr>
              <w:t>ه</w:t>
            </w:r>
            <w:r w:rsidR="00693B01">
              <w:rPr>
                <w:rtl/>
              </w:rPr>
              <w:t xml:space="preserve"> </w:t>
            </w:r>
            <w:r w:rsidRPr="009647FC">
              <w:rPr>
                <w:rtl/>
              </w:rPr>
              <w:t>من</w:t>
            </w:r>
            <w:r w:rsidR="00693B01">
              <w:rPr>
                <w:rtl/>
              </w:rPr>
              <w:t xml:space="preserve"> </w:t>
            </w:r>
            <w:r w:rsidR="00693B01" w:rsidRPr="009647FC">
              <w:rPr>
                <w:rtl/>
              </w:rPr>
              <w:t>ثديِ</w:t>
            </w:r>
            <w:r w:rsidR="00693B01">
              <w:rPr>
                <w:rtl/>
              </w:rPr>
              <w:t xml:space="preserve"> </w:t>
            </w:r>
            <w:r w:rsidR="00693B01" w:rsidRPr="009647FC">
              <w:rPr>
                <w:rtl/>
              </w:rPr>
              <w:t>النبوّة</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بيت</w:t>
            </w:r>
            <w:r w:rsidR="00693B01" w:rsidRPr="009647FC">
              <w:rPr>
                <w:rtl/>
              </w:rPr>
              <w:t>ٌ</w:t>
            </w:r>
            <w:r w:rsidR="004C00A8">
              <w:rPr>
                <w:rtl/>
              </w:rPr>
              <w:t xml:space="preserve"> </w:t>
            </w:r>
            <w:r w:rsidR="00693B01" w:rsidRPr="009647FC">
              <w:rPr>
                <w:rtl/>
              </w:rPr>
              <w:t>لأ</w:t>
            </w:r>
            <w:r w:rsidRPr="009647FC">
              <w:rPr>
                <w:rtl/>
              </w:rPr>
              <w:t>بكا</w:t>
            </w:r>
            <w:r w:rsidR="00693B01" w:rsidRPr="009647FC">
              <w:rPr>
                <w:rtl/>
              </w:rPr>
              <w:t>ر</w:t>
            </w:r>
            <w:r w:rsidR="00693B01">
              <w:rPr>
                <w:rtl/>
              </w:rPr>
              <w:t xml:space="preserve"> </w:t>
            </w:r>
            <w:r w:rsidR="00693B01" w:rsidRPr="009647FC">
              <w:rPr>
                <w:rtl/>
              </w:rPr>
              <w:t>ا</w:t>
            </w:r>
            <w:r w:rsidRPr="009647FC">
              <w:rPr>
                <w:rtl/>
              </w:rPr>
              <w:t>لم</w:t>
            </w:r>
            <w:r w:rsidR="00693B01" w:rsidRPr="009647FC">
              <w:rPr>
                <w:rtl/>
              </w:rPr>
              <w:t>كا</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693B01" w:rsidP="00693B01">
            <w:pPr>
              <w:pStyle w:val="libPoem"/>
            </w:pPr>
            <w:r w:rsidRPr="009647FC">
              <w:rPr>
                <w:rtl/>
              </w:rPr>
              <w:t>رم</w:t>
            </w:r>
            <w:r w:rsidR="004C00A8">
              <w:rPr>
                <w:rtl/>
              </w:rPr>
              <w:t xml:space="preserve"> </w:t>
            </w:r>
            <w:r w:rsidR="00A72677" w:rsidRPr="009647FC">
              <w:rPr>
                <w:rtl/>
              </w:rPr>
              <w:t>كل</w:t>
            </w:r>
            <w:r>
              <w:rPr>
                <w:rtl/>
              </w:rPr>
              <w:t xml:space="preserve"> </w:t>
            </w:r>
            <w:r w:rsidR="00A72677" w:rsidRPr="009647FC">
              <w:rPr>
                <w:rtl/>
              </w:rPr>
              <w:t>يو</w:t>
            </w:r>
            <w:r w:rsidRPr="009647FC">
              <w:rPr>
                <w:rtl/>
              </w:rPr>
              <w:t>م</w:t>
            </w:r>
            <w:r>
              <w:rPr>
                <w:rtl/>
              </w:rPr>
              <w:t xml:space="preserve"> </w:t>
            </w:r>
            <w:r w:rsidR="00A72677" w:rsidRPr="009647FC">
              <w:rPr>
                <w:rtl/>
              </w:rPr>
              <w:t>في</w:t>
            </w:r>
            <w:r w:rsidRPr="009647FC">
              <w:rPr>
                <w:rtl/>
              </w:rPr>
              <w:t>ه</w:t>
            </w:r>
            <w:r>
              <w:rPr>
                <w:rtl/>
              </w:rPr>
              <w:t xml:space="preserve"> </w:t>
            </w:r>
            <w:r w:rsidRPr="009647FC">
              <w:rPr>
                <w:rtl/>
              </w:rPr>
              <w:t>جلوه</w:t>
            </w:r>
            <w:r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هو</w:t>
            </w:r>
            <w:r w:rsidR="00693B01">
              <w:rPr>
                <w:rtl/>
              </w:rPr>
              <w:t xml:space="preserve"> </w:t>
            </w:r>
            <w:r w:rsidRPr="009647FC">
              <w:rPr>
                <w:rtl/>
              </w:rPr>
              <w:t>كع</w:t>
            </w:r>
            <w:r w:rsidR="00693B01" w:rsidRPr="009647FC">
              <w:rPr>
                <w:rtl/>
              </w:rPr>
              <w:t>بةٌ</w:t>
            </w:r>
            <w:r w:rsidR="00693B01">
              <w:rPr>
                <w:rtl/>
              </w:rPr>
              <w:t xml:space="preserve"> </w:t>
            </w:r>
            <w:r w:rsidR="00693B01" w:rsidRPr="009647FC">
              <w:rPr>
                <w:rtl/>
              </w:rPr>
              <w:t>وا</w:t>
            </w:r>
            <w:r w:rsidRPr="009647FC">
              <w:rPr>
                <w:rtl/>
              </w:rPr>
              <w:t>لج</w:t>
            </w:r>
            <w:r w:rsidR="00693B01" w:rsidRPr="009647FC">
              <w:rPr>
                <w:rtl/>
              </w:rPr>
              <w:t>ودُ</w:t>
            </w:r>
            <w:r w:rsidR="00693B01">
              <w:rPr>
                <w:rtl/>
              </w:rPr>
              <w:t xml:space="preserve"> </w:t>
            </w:r>
            <w:r w:rsidR="00693B01" w:rsidRPr="009647FC">
              <w:rPr>
                <w:rtl/>
              </w:rPr>
              <w:t>مشـ</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عر</w:t>
            </w:r>
            <w:r w:rsidR="00693B01" w:rsidRPr="009647FC">
              <w:rPr>
                <w:rtl/>
              </w:rPr>
              <w:t>هُ</w:t>
            </w:r>
            <w:r w:rsidR="004C00A8">
              <w:rPr>
                <w:rtl/>
              </w:rPr>
              <w:t xml:space="preserve"> </w:t>
            </w:r>
            <w:r w:rsidR="00693B01" w:rsidRPr="009647FC">
              <w:rPr>
                <w:rtl/>
              </w:rPr>
              <w:t>و</w:t>
            </w:r>
            <w:r w:rsidRPr="009647FC">
              <w:rPr>
                <w:rtl/>
              </w:rPr>
              <w:t>مر</w:t>
            </w:r>
            <w:r w:rsidR="00693B01" w:rsidRPr="009647FC">
              <w:rPr>
                <w:rtl/>
              </w:rPr>
              <w:t>وته</w:t>
            </w:r>
            <w:r w:rsidR="00693B01">
              <w:rPr>
                <w:rtl/>
              </w:rPr>
              <w:t xml:space="preserve"> </w:t>
            </w:r>
            <w:r w:rsidR="00693B01" w:rsidRPr="009647FC">
              <w:rPr>
                <w:rtl/>
              </w:rPr>
              <w:t>ا</w:t>
            </w:r>
            <w:r w:rsidRPr="009647FC">
              <w:rPr>
                <w:rtl/>
              </w:rPr>
              <w:t>لم</w:t>
            </w:r>
            <w:r w:rsidR="00693B01" w:rsidRPr="009647FC">
              <w:rPr>
                <w:rtl/>
              </w:rPr>
              <w:t>روّه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نع</w:t>
            </w:r>
            <w:r w:rsidR="00693B01" w:rsidRPr="009647FC">
              <w:rPr>
                <w:rtl/>
              </w:rPr>
              <w:t>ْم</w:t>
            </w:r>
            <w:r w:rsidR="00677BC4">
              <w:rPr>
                <w:rtl/>
              </w:rPr>
              <w:t>َ</w:t>
            </w:r>
            <w:r w:rsidR="00693B01">
              <w:rPr>
                <w:rtl/>
              </w:rPr>
              <w:t xml:space="preserve"> </w:t>
            </w:r>
            <w:r w:rsidR="00693B01" w:rsidRPr="009647FC">
              <w:rPr>
                <w:rtl/>
              </w:rPr>
              <w:t>ا</w:t>
            </w:r>
            <w:r w:rsidRPr="009647FC">
              <w:rPr>
                <w:rtl/>
              </w:rPr>
              <w:t>لم</w:t>
            </w:r>
            <w:r w:rsidR="00693B01" w:rsidRPr="009647FC">
              <w:rPr>
                <w:rtl/>
              </w:rPr>
              <w:t>ناخُ</w:t>
            </w:r>
            <w:r w:rsidR="00693B01">
              <w:rPr>
                <w:rtl/>
              </w:rPr>
              <w:t xml:space="preserve"> </w:t>
            </w:r>
            <w:r w:rsidRPr="009647FC">
              <w:rPr>
                <w:rtl/>
              </w:rPr>
              <w:t>بي</w:t>
            </w:r>
            <w:r w:rsidR="00693B01" w:rsidRPr="009647FC">
              <w:rPr>
                <w:rtl/>
              </w:rPr>
              <w:t>وم</w:t>
            </w:r>
            <w:r w:rsidR="00693B01">
              <w:rPr>
                <w:rtl/>
              </w:rPr>
              <w:t xml:space="preserve"> </w:t>
            </w:r>
            <w:r w:rsidR="00693B01" w:rsidRPr="009647FC">
              <w:rPr>
                <w:rtl/>
              </w:rPr>
              <w:t>ضيـ</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قة</w:t>
            </w:r>
            <w:r w:rsidR="00693B01" w:rsidRPr="009647FC">
              <w:rPr>
                <w:rtl/>
              </w:rPr>
              <w:t>ِ</w:t>
            </w:r>
            <w:r w:rsidR="00693B01">
              <w:rPr>
                <w:rtl/>
              </w:rPr>
              <w:t xml:space="preserve"> </w:t>
            </w:r>
            <w:r w:rsidRPr="009647FC">
              <w:rPr>
                <w:rtl/>
              </w:rPr>
              <w:t>فا</w:t>
            </w:r>
            <w:r w:rsidR="00693B01" w:rsidRPr="009647FC">
              <w:rPr>
                <w:rtl/>
              </w:rPr>
              <w:t>قةٍ</w:t>
            </w:r>
            <w:r w:rsidR="00693B01">
              <w:rPr>
                <w:rtl/>
              </w:rPr>
              <w:t xml:space="preserve"> </w:t>
            </w:r>
            <w:r w:rsidR="00693B01" w:rsidRPr="009647FC">
              <w:rPr>
                <w:rtl/>
              </w:rPr>
              <w:t>و</w:t>
            </w:r>
            <w:r w:rsidRPr="009647FC">
              <w:rPr>
                <w:rtl/>
              </w:rPr>
              <w:t>بل</w:t>
            </w:r>
            <w:r w:rsidR="00693B01" w:rsidRPr="009647FC">
              <w:rPr>
                <w:rtl/>
              </w:rPr>
              <w:t>يل</w:t>
            </w:r>
            <w:r w:rsidR="00693B01">
              <w:rPr>
                <w:rtl/>
              </w:rPr>
              <w:t xml:space="preserve"> </w:t>
            </w:r>
            <w:r w:rsidRPr="009647FC">
              <w:rPr>
                <w:rtl/>
              </w:rPr>
              <w:t>شت</w:t>
            </w:r>
            <w:r w:rsidR="00693B01" w:rsidRPr="009647FC">
              <w:rPr>
                <w:rtl/>
              </w:rPr>
              <w:t>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فا</w:t>
            </w:r>
            <w:r w:rsidR="00693B01" w:rsidRPr="009647FC">
              <w:rPr>
                <w:rtl/>
              </w:rPr>
              <w:t>زرعْ</w:t>
            </w:r>
            <w:r w:rsidR="00693B01">
              <w:rPr>
                <w:rtl/>
              </w:rPr>
              <w:t xml:space="preserve"> </w:t>
            </w:r>
            <w:r w:rsidR="00693B01" w:rsidRPr="009647FC">
              <w:rPr>
                <w:rtl/>
              </w:rPr>
              <w:t>ر</w:t>
            </w:r>
            <w:r w:rsidRPr="009647FC">
              <w:rPr>
                <w:rtl/>
              </w:rPr>
              <w:t>جا</w:t>
            </w:r>
            <w:r w:rsidR="00693B01" w:rsidRPr="009647FC">
              <w:rPr>
                <w:rtl/>
              </w:rPr>
              <w:t>ك</w:t>
            </w:r>
            <w:r w:rsidR="00677BC4">
              <w:rPr>
                <w:rtl/>
              </w:rPr>
              <w:t>َ</w:t>
            </w:r>
            <w:r w:rsidR="00693B01">
              <w:rPr>
                <w:rtl/>
              </w:rPr>
              <w:t xml:space="preserve"> </w:t>
            </w:r>
            <w:r w:rsidRPr="009647FC">
              <w:rPr>
                <w:rtl/>
              </w:rPr>
              <w:t>به</w:t>
            </w:r>
            <w:r w:rsidR="00693B01">
              <w:rPr>
                <w:rtl/>
              </w:rPr>
              <w:t xml:space="preserve"> </w:t>
            </w:r>
            <w:r w:rsidR="00693B01" w:rsidRPr="009647FC">
              <w:rPr>
                <w:rtl/>
              </w:rPr>
              <w:t>تجدْ</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693B01" w:rsidP="00693B01">
            <w:pPr>
              <w:pStyle w:val="libPoem"/>
            </w:pPr>
            <w:r w:rsidRPr="009647FC">
              <w:rPr>
                <w:rtl/>
              </w:rPr>
              <w:t>ه</w:t>
            </w:r>
            <w:r>
              <w:rPr>
                <w:rtl/>
              </w:rPr>
              <w:t xml:space="preserve"> </w:t>
            </w:r>
            <w:r w:rsidR="00A72677" w:rsidRPr="009647FC">
              <w:rPr>
                <w:rtl/>
              </w:rPr>
              <w:t>كح</w:t>
            </w:r>
            <w:r w:rsidRPr="009647FC">
              <w:rPr>
                <w:rtl/>
              </w:rPr>
              <w:t>بّ</w:t>
            </w:r>
            <w:r w:rsidR="00677BC4">
              <w:rPr>
                <w:rtl/>
              </w:rPr>
              <w:t>َ</w:t>
            </w:r>
            <w:r w:rsidRPr="009647FC">
              <w:rPr>
                <w:rtl/>
              </w:rPr>
              <w:t>ةِ</w:t>
            </w:r>
            <w:r>
              <w:rPr>
                <w:rtl/>
              </w:rPr>
              <w:t xml:space="preserve"> </w:t>
            </w:r>
            <w:r w:rsidR="00A72677" w:rsidRPr="009647FC">
              <w:rPr>
                <w:rtl/>
              </w:rPr>
              <w:t>نب</w:t>
            </w:r>
            <w:r w:rsidRPr="009647FC">
              <w:rPr>
                <w:rtl/>
              </w:rPr>
              <w:t>تتْ</w:t>
            </w:r>
            <w:r>
              <w:rPr>
                <w:rtl/>
              </w:rPr>
              <w:t xml:space="preserve"> </w:t>
            </w:r>
            <w:r w:rsidR="00A72677" w:rsidRPr="009647FC">
              <w:rPr>
                <w:rtl/>
              </w:rPr>
              <w:t>بر</w:t>
            </w:r>
            <w:r w:rsidRPr="009647FC">
              <w:rPr>
                <w:rtl/>
              </w:rPr>
              <w:t>بوه</w:t>
            </w:r>
            <w:r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للج</w:t>
            </w:r>
            <w:r w:rsidR="00693B01" w:rsidRPr="009647FC">
              <w:rPr>
                <w:rtl/>
              </w:rPr>
              <w:t>ود</w:t>
            </w:r>
            <w:r w:rsidR="004C00A8">
              <w:rPr>
                <w:rtl/>
              </w:rPr>
              <w:t xml:space="preserve"> </w:t>
            </w:r>
            <w:r w:rsidRPr="009647FC">
              <w:rPr>
                <w:rtl/>
              </w:rPr>
              <w:t>فيه</w:t>
            </w:r>
            <w:r w:rsidR="00693B01">
              <w:rPr>
                <w:rtl/>
              </w:rPr>
              <w:t xml:space="preserve"> </w:t>
            </w:r>
            <w:r w:rsidRPr="009647FC">
              <w:rPr>
                <w:rtl/>
              </w:rPr>
              <w:t>جع</w:t>
            </w:r>
            <w:r w:rsidR="00693B01" w:rsidRPr="009647FC">
              <w:rPr>
                <w:rtl/>
              </w:rPr>
              <w:t>فرٌ</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A72677" w:rsidP="00693B01">
            <w:pPr>
              <w:pStyle w:val="libPoem"/>
            </w:pPr>
            <w:r w:rsidRPr="009647FC">
              <w:rPr>
                <w:rtl/>
              </w:rPr>
              <w:t>كر</w:t>
            </w:r>
            <w:r w:rsidR="00693B01" w:rsidRPr="009647FC">
              <w:rPr>
                <w:rtl/>
              </w:rPr>
              <w:t>ماً</w:t>
            </w:r>
            <w:r w:rsidR="004C00A8">
              <w:rPr>
                <w:rtl/>
              </w:rPr>
              <w:t xml:space="preserve"> </w:t>
            </w:r>
            <w:r w:rsidRPr="009647FC">
              <w:rPr>
                <w:rtl/>
              </w:rPr>
              <w:t>يع</w:t>
            </w:r>
            <w:r w:rsidR="00693B01" w:rsidRPr="009647FC">
              <w:rPr>
                <w:rtl/>
              </w:rPr>
              <w:t>دُ</w:t>
            </w:r>
            <w:r w:rsidR="00693B01">
              <w:rPr>
                <w:rtl/>
              </w:rPr>
              <w:t xml:space="preserve"> </w:t>
            </w:r>
            <w:r w:rsidR="00693B01" w:rsidRPr="009647FC">
              <w:rPr>
                <w:rtl/>
              </w:rPr>
              <w:t>البحر</w:t>
            </w:r>
            <w:r w:rsidR="00677BC4">
              <w:rPr>
                <w:rtl/>
              </w:rPr>
              <w:t>َ</w:t>
            </w:r>
            <w:r w:rsidR="00693B01">
              <w:rPr>
                <w:rtl/>
              </w:rPr>
              <w:t xml:space="preserve"> </w:t>
            </w:r>
            <w:r w:rsidR="00693B01" w:rsidRPr="009647FC">
              <w:rPr>
                <w:rtl/>
              </w:rPr>
              <w:t>حسوه</w:t>
            </w:r>
            <w:r w:rsidR="00693B01" w:rsidRPr="00725071">
              <w:rPr>
                <w:rStyle w:val="libPoemTiniChar0"/>
                <w:rtl/>
              </w:rPr>
              <w:br/>
              <w:t> </w:t>
            </w:r>
          </w:p>
        </w:tc>
      </w:tr>
      <w:tr w:rsidR="00693B01" w:rsidRPr="00524A24" w:rsidTr="00693B01">
        <w:trPr>
          <w:trHeight w:val="350"/>
        </w:trPr>
        <w:tc>
          <w:tcPr>
            <w:tcW w:w="3902" w:type="dxa"/>
          </w:tcPr>
          <w:p w:rsidR="00693B01" w:rsidRPr="00524A24" w:rsidRDefault="00693B01" w:rsidP="00693B01">
            <w:pPr>
              <w:pStyle w:val="libPoem"/>
            </w:pPr>
            <w:r w:rsidRPr="009647FC">
              <w:rPr>
                <w:rtl/>
              </w:rPr>
              <w:t>و</w:t>
            </w:r>
            <w:r w:rsidR="00A72677" w:rsidRPr="009647FC">
              <w:rPr>
                <w:rtl/>
              </w:rPr>
              <w:t>ير</w:t>
            </w:r>
            <w:r w:rsidRPr="009647FC">
              <w:rPr>
                <w:rtl/>
              </w:rPr>
              <w:t>يك</w:t>
            </w:r>
            <w:r w:rsidR="00677BC4">
              <w:rPr>
                <w:rtl/>
              </w:rPr>
              <w:t>َ</w:t>
            </w:r>
            <w:r w:rsidR="004C00A8">
              <w:rPr>
                <w:rtl/>
              </w:rPr>
              <w:t xml:space="preserve"> </w:t>
            </w:r>
            <w:r w:rsidR="00A72677" w:rsidRPr="009647FC">
              <w:rPr>
                <w:rtl/>
              </w:rPr>
              <w:t>لي</w:t>
            </w:r>
            <w:r w:rsidRPr="009647FC">
              <w:rPr>
                <w:rtl/>
              </w:rPr>
              <w:t>نُ</w:t>
            </w:r>
            <w:r>
              <w:rPr>
                <w:rtl/>
              </w:rPr>
              <w:t xml:space="preserve"> </w:t>
            </w:r>
            <w:r w:rsidR="00A72677" w:rsidRPr="009647FC">
              <w:rPr>
                <w:rtl/>
              </w:rPr>
              <w:t>يد</w:t>
            </w:r>
            <w:r w:rsidRPr="009647FC">
              <w:rPr>
                <w:rtl/>
              </w:rPr>
              <w:t>يه</w:t>
            </w:r>
            <w:r>
              <w:rPr>
                <w:rtl/>
              </w:rPr>
              <w:t xml:space="preserve"> </w:t>
            </w:r>
            <w:r w:rsidRPr="009647FC">
              <w:rPr>
                <w:rtl/>
              </w:rPr>
              <w:t>رقـ</w:t>
            </w:r>
            <w:r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Default="00693B01" w:rsidP="00693B01">
            <w:pPr>
              <w:pStyle w:val="libPoem"/>
            </w:pPr>
            <w:r>
              <w:rPr>
                <w:rFonts w:hint="cs"/>
                <w:rtl/>
              </w:rPr>
              <w:t>ـ</w:t>
            </w:r>
            <w:r w:rsidRPr="009647FC">
              <w:rPr>
                <w:rtl/>
              </w:rPr>
              <w:t>ة</w:t>
            </w:r>
            <w:r>
              <w:rPr>
                <w:rtl/>
              </w:rPr>
              <w:t xml:space="preserve"> </w:t>
            </w:r>
            <w:r w:rsidR="00A72677" w:rsidRPr="009647FC">
              <w:rPr>
                <w:rtl/>
              </w:rPr>
              <w:t>غا</w:t>
            </w:r>
            <w:r w:rsidRPr="009647FC">
              <w:rPr>
                <w:rtl/>
              </w:rPr>
              <w:t>ديات</w:t>
            </w:r>
            <w:r>
              <w:rPr>
                <w:rtl/>
              </w:rPr>
              <w:t xml:space="preserve"> </w:t>
            </w:r>
            <w:r w:rsidRPr="009647FC">
              <w:rPr>
                <w:rtl/>
              </w:rPr>
              <w:t>ا</w:t>
            </w:r>
            <w:r w:rsidR="00A72677" w:rsidRPr="009647FC">
              <w:rPr>
                <w:rtl/>
              </w:rPr>
              <w:t>لس</w:t>
            </w:r>
            <w:r w:rsidRPr="009647FC">
              <w:rPr>
                <w:rtl/>
              </w:rPr>
              <w:t>حب</w:t>
            </w:r>
            <w:r>
              <w:rPr>
                <w:rtl/>
              </w:rPr>
              <w:t xml:space="preserve"> </w:t>
            </w:r>
            <w:r w:rsidRPr="009647FC">
              <w:rPr>
                <w:rtl/>
              </w:rPr>
              <w:t>قسوه</w:t>
            </w:r>
            <w:r w:rsidRPr="00725071">
              <w:rPr>
                <w:rStyle w:val="libPoemTiniChar0"/>
                <w:rtl/>
              </w:rPr>
              <w:br/>
              <w:t> </w:t>
            </w:r>
          </w:p>
        </w:tc>
      </w:tr>
      <w:tr w:rsidR="00693B01" w:rsidRPr="00524A24" w:rsidTr="00693B01">
        <w:trPr>
          <w:trHeight w:val="350"/>
        </w:trPr>
        <w:tc>
          <w:tcPr>
            <w:tcW w:w="3902" w:type="dxa"/>
          </w:tcPr>
          <w:p w:rsidR="00693B01" w:rsidRPr="00524A24" w:rsidRDefault="00A72677" w:rsidP="00693B01">
            <w:pPr>
              <w:pStyle w:val="libPoem"/>
            </w:pPr>
            <w:r w:rsidRPr="009647FC">
              <w:rPr>
                <w:rtl/>
              </w:rPr>
              <w:t>في</w:t>
            </w:r>
            <w:r w:rsidR="004C00A8">
              <w:rPr>
                <w:rtl/>
              </w:rPr>
              <w:t xml:space="preserve"> </w:t>
            </w:r>
            <w:r w:rsidRPr="009647FC">
              <w:rPr>
                <w:rtl/>
              </w:rPr>
              <w:t>كل</w:t>
            </w:r>
            <w:r w:rsidR="00693B01" w:rsidRPr="009647FC">
              <w:rPr>
                <w:rtl/>
              </w:rPr>
              <w:t>ّ</w:t>
            </w:r>
            <w:r w:rsidR="00693B01">
              <w:rPr>
                <w:rtl/>
              </w:rPr>
              <w:t xml:space="preserve"> </w:t>
            </w:r>
            <w:r w:rsidRPr="009647FC">
              <w:rPr>
                <w:rtl/>
              </w:rPr>
              <w:t>يو</w:t>
            </w:r>
            <w:r w:rsidR="00693B01" w:rsidRPr="009647FC">
              <w:rPr>
                <w:rtl/>
              </w:rPr>
              <w:t>مٍ</w:t>
            </w:r>
            <w:r w:rsidR="00693B01">
              <w:rPr>
                <w:rtl/>
              </w:rPr>
              <w:t xml:space="preserve"> </w:t>
            </w:r>
            <w:r w:rsidR="00693B01" w:rsidRPr="009647FC">
              <w:rPr>
                <w:rtl/>
              </w:rPr>
              <w:t>في</w:t>
            </w:r>
            <w:r w:rsidR="00693B01">
              <w:rPr>
                <w:rtl/>
              </w:rPr>
              <w:t xml:space="preserve"> </w:t>
            </w:r>
            <w:r w:rsidR="00693B01" w:rsidRPr="009647FC">
              <w:rPr>
                <w:rtl/>
              </w:rPr>
              <w:t>حماه</w:t>
            </w:r>
            <w:r w:rsidR="00693B01" w:rsidRPr="00725071">
              <w:rPr>
                <w:rStyle w:val="libPoemTiniChar0"/>
                <w:rtl/>
              </w:rPr>
              <w:br/>
              <w:t> </w:t>
            </w:r>
          </w:p>
        </w:tc>
        <w:tc>
          <w:tcPr>
            <w:tcW w:w="301" w:type="dxa"/>
          </w:tcPr>
          <w:p w:rsidR="00693B01" w:rsidRDefault="00693B01" w:rsidP="00693B01">
            <w:pPr>
              <w:pStyle w:val="libPoem"/>
              <w:rPr>
                <w:rtl/>
              </w:rPr>
            </w:pPr>
          </w:p>
        </w:tc>
        <w:tc>
          <w:tcPr>
            <w:tcW w:w="3884" w:type="dxa"/>
          </w:tcPr>
          <w:p w:rsidR="00693B01" w:rsidRPr="00524A24" w:rsidRDefault="00A72677" w:rsidP="00693B01">
            <w:pPr>
              <w:pStyle w:val="libPoem"/>
            </w:pPr>
            <w:r w:rsidRPr="009647FC">
              <w:rPr>
                <w:rtl/>
              </w:rPr>
              <w:t>لغا</w:t>
            </w:r>
            <w:r w:rsidR="00693B01" w:rsidRPr="009647FC">
              <w:rPr>
                <w:rtl/>
              </w:rPr>
              <w:t>رة</w:t>
            </w:r>
            <w:r w:rsidR="004C00A8">
              <w:rPr>
                <w:rtl/>
              </w:rPr>
              <w:t xml:space="preserve"> </w:t>
            </w:r>
            <w:r w:rsidR="00693B01" w:rsidRPr="009647FC">
              <w:rPr>
                <w:rtl/>
              </w:rPr>
              <w:t>الآ</w:t>
            </w:r>
            <w:r w:rsidRPr="009647FC">
              <w:rPr>
                <w:rtl/>
              </w:rPr>
              <w:t>ما</w:t>
            </w:r>
            <w:r w:rsidR="00693B01" w:rsidRPr="009647FC">
              <w:rPr>
                <w:rtl/>
              </w:rPr>
              <w:t>ل</w:t>
            </w:r>
            <w:r w:rsidR="00693B01">
              <w:rPr>
                <w:rtl/>
              </w:rPr>
              <w:t xml:space="preserve"> </w:t>
            </w:r>
            <w:r w:rsidRPr="009647FC">
              <w:rPr>
                <w:rtl/>
              </w:rPr>
              <w:t>غز</w:t>
            </w:r>
            <w:r w:rsidR="00693B01" w:rsidRPr="009647FC">
              <w:rPr>
                <w:rtl/>
              </w:rPr>
              <w:t>وه</w:t>
            </w:r>
            <w:r w:rsidR="00693B01"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C558AD" w:rsidRPr="00524A24" w:rsidTr="00C558AD">
        <w:trPr>
          <w:trHeight w:val="350"/>
        </w:trPr>
        <w:tc>
          <w:tcPr>
            <w:tcW w:w="3902" w:type="dxa"/>
          </w:tcPr>
          <w:p w:rsidR="00C558AD" w:rsidRPr="00524A24" w:rsidRDefault="00C558AD" w:rsidP="00BA6469">
            <w:pPr>
              <w:pStyle w:val="libPoem"/>
            </w:pPr>
            <w:r w:rsidRPr="00A72677">
              <w:rPr>
                <w:rtl/>
              </w:rPr>
              <w:lastRenderedPageBreak/>
              <w:t>ت</w:t>
            </w:r>
            <w:r w:rsidR="00A72677" w:rsidRPr="00A72677">
              <w:rPr>
                <w:rtl/>
              </w:rPr>
              <w:t>ُسب</w:t>
            </w:r>
            <w:r w:rsidRPr="00A72677">
              <w:rPr>
                <w:rtl/>
              </w:rPr>
              <w:t xml:space="preserve">ي </w:t>
            </w:r>
            <w:r w:rsidR="00A72677" w:rsidRPr="00A72677">
              <w:rPr>
                <w:rtl/>
              </w:rPr>
              <w:t>مو</w:t>
            </w:r>
            <w:r w:rsidRPr="00A72677">
              <w:rPr>
                <w:rtl/>
              </w:rPr>
              <w:t>ا</w:t>
            </w:r>
            <w:r w:rsidR="00A72677" w:rsidRPr="00A72677">
              <w:rPr>
                <w:rtl/>
              </w:rPr>
              <w:t>هب</w:t>
            </w:r>
            <w:r w:rsidRPr="00A72677">
              <w:rPr>
                <w:rtl/>
              </w:rPr>
              <w:t xml:space="preserve">ُه </w:t>
            </w:r>
            <w:r w:rsidR="00A72677" w:rsidRPr="00A72677">
              <w:rPr>
                <w:rtl/>
              </w:rPr>
              <w:t>به</w:t>
            </w:r>
            <w:r w:rsidRPr="00A72677">
              <w:rPr>
                <w:rtl/>
              </w:rPr>
              <w:t>ا</w:t>
            </w:r>
            <w:r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C558AD" w:rsidP="00BA6469">
            <w:pPr>
              <w:pStyle w:val="libPoem"/>
            </w:pPr>
            <w:r w:rsidRPr="00A72677">
              <w:rPr>
                <w:rtl/>
              </w:rPr>
              <w:t>وي</w:t>
            </w:r>
            <w:r w:rsidR="00A72677" w:rsidRPr="00A72677">
              <w:rPr>
                <w:rtl/>
              </w:rPr>
              <w:t>ُس</w:t>
            </w:r>
            <w:r w:rsidRPr="00A72677">
              <w:rPr>
                <w:rtl/>
              </w:rPr>
              <w:t xml:space="preserve">رُّ إذ </w:t>
            </w:r>
            <w:r w:rsidR="00A72677" w:rsidRPr="00A72677">
              <w:rPr>
                <w:rtl/>
              </w:rPr>
              <w:t>يؤ</w:t>
            </w:r>
            <w:r w:rsidRPr="00A72677">
              <w:rPr>
                <w:rtl/>
              </w:rPr>
              <w:t>خذْن</w:t>
            </w:r>
            <w:r w:rsidR="00677BC4">
              <w:rPr>
                <w:rtl/>
              </w:rPr>
              <w:t>َ</w:t>
            </w:r>
            <w:r w:rsidRPr="00A72677">
              <w:rPr>
                <w:rtl/>
              </w:rPr>
              <w:t xml:space="preserve"> </w:t>
            </w:r>
            <w:r w:rsidR="00A72677" w:rsidRPr="00A72677">
              <w:rPr>
                <w:rtl/>
              </w:rPr>
              <w:t>عن</w:t>
            </w:r>
            <w:r w:rsidRPr="00A72677">
              <w:rPr>
                <w:rtl/>
              </w:rPr>
              <w:t>وه</w:t>
            </w:r>
            <w:r w:rsidRPr="00A72677">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A72677">
              <w:rPr>
                <w:rtl/>
              </w:rPr>
              <w:t>كم</w:t>
            </w:r>
            <w:r w:rsidR="004C00A8">
              <w:rPr>
                <w:rtl/>
              </w:rPr>
              <w:t xml:space="preserve"> </w:t>
            </w:r>
            <w:r w:rsidRPr="00A72677">
              <w:rPr>
                <w:rtl/>
              </w:rPr>
              <w:t>فا</w:t>
            </w:r>
            <w:r w:rsidR="00C558AD" w:rsidRPr="00A72677">
              <w:rPr>
                <w:rtl/>
              </w:rPr>
              <w:t>ح</w:t>
            </w:r>
            <w:r w:rsidR="00677BC4">
              <w:rPr>
                <w:rtl/>
              </w:rPr>
              <w:t>َ</w:t>
            </w:r>
            <w:r w:rsidR="00C558AD" w:rsidRPr="00A72677">
              <w:rPr>
                <w:rtl/>
              </w:rPr>
              <w:t xml:space="preserve"> </w:t>
            </w:r>
            <w:r w:rsidRPr="00A72677">
              <w:rPr>
                <w:rtl/>
              </w:rPr>
              <w:t>من</w:t>
            </w:r>
            <w:r w:rsidR="00C558AD" w:rsidRPr="00A72677">
              <w:rPr>
                <w:rtl/>
              </w:rPr>
              <w:t xml:space="preserve"> أ</w:t>
            </w:r>
            <w:r w:rsidRPr="00A72677">
              <w:rPr>
                <w:rtl/>
              </w:rPr>
              <w:t>عط</w:t>
            </w:r>
            <w:r w:rsidR="00C558AD" w:rsidRPr="00A72677">
              <w:rPr>
                <w:rtl/>
              </w:rPr>
              <w:t>افه</w:t>
            </w:r>
            <w:r w:rsidR="00C558AD"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C558AD" w:rsidP="00BA6469">
            <w:pPr>
              <w:pStyle w:val="libPoem"/>
            </w:pPr>
            <w:r w:rsidRPr="00A72677">
              <w:rPr>
                <w:rtl/>
              </w:rPr>
              <w:t>أرجُ ا</w:t>
            </w:r>
            <w:r w:rsidR="00A72677" w:rsidRPr="00A72677">
              <w:rPr>
                <w:rtl/>
              </w:rPr>
              <w:t>لف</w:t>
            </w:r>
            <w:r w:rsidRPr="00A72677">
              <w:rPr>
                <w:rtl/>
              </w:rPr>
              <w:t xml:space="preserve">خار </w:t>
            </w:r>
            <w:r w:rsidR="00A72677" w:rsidRPr="00A72677">
              <w:rPr>
                <w:rtl/>
              </w:rPr>
              <w:t>بد</w:t>
            </w:r>
            <w:r w:rsidRPr="00A72677">
              <w:rPr>
                <w:rtl/>
              </w:rPr>
              <w:t xml:space="preserve">ار </w:t>
            </w:r>
            <w:r w:rsidR="00A72677" w:rsidRPr="00A72677">
              <w:rPr>
                <w:rtl/>
              </w:rPr>
              <w:t>ند</w:t>
            </w:r>
            <w:r w:rsidRPr="00A72677">
              <w:rPr>
                <w:rtl/>
              </w:rPr>
              <w:t>وه</w:t>
            </w:r>
            <w:r w:rsidRPr="00A72677">
              <w:rPr>
                <w:rStyle w:val="libPoemTiniChar0"/>
                <w:rtl/>
              </w:rPr>
              <w:br/>
              <w:t> </w:t>
            </w:r>
          </w:p>
        </w:tc>
      </w:tr>
      <w:tr w:rsidR="00C558AD" w:rsidRPr="00524A24" w:rsidTr="00C558AD">
        <w:trPr>
          <w:trHeight w:val="350"/>
        </w:trPr>
        <w:tc>
          <w:tcPr>
            <w:tcW w:w="3902" w:type="dxa"/>
          </w:tcPr>
          <w:p w:rsidR="00C558AD" w:rsidRPr="00524A24" w:rsidRDefault="00C558AD" w:rsidP="00BA6469">
            <w:pPr>
              <w:pStyle w:val="libPoem"/>
            </w:pPr>
            <w:r w:rsidRPr="00A72677">
              <w:rPr>
                <w:rtl/>
              </w:rPr>
              <w:t>و</w:t>
            </w:r>
            <w:r w:rsidR="00A72677" w:rsidRPr="00A72677">
              <w:rPr>
                <w:rtl/>
              </w:rPr>
              <w:t>لك</w:t>
            </w:r>
            <w:r w:rsidRPr="00A72677">
              <w:rPr>
                <w:rtl/>
              </w:rPr>
              <w:t>مْ إ</w:t>
            </w:r>
            <w:r w:rsidR="00A72677" w:rsidRPr="00A72677">
              <w:rPr>
                <w:rtl/>
              </w:rPr>
              <w:t>لى</w:t>
            </w:r>
            <w:r w:rsidRPr="00A72677">
              <w:rPr>
                <w:rtl/>
              </w:rPr>
              <w:t xml:space="preserve"> </w:t>
            </w:r>
            <w:r w:rsidR="00A72677" w:rsidRPr="00A72677">
              <w:rPr>
                <w:rtl/>
              </w:rPr>
              <w:t>شر</w:t>
            </w:r>
            <w:r w:rsidRPr="00A72677">
              <w:rPr>
                <w:rtl/>
              </w:rPr>
              <w:t>فٍ جرى</w:t>
            </w:r>
            <w:r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C558AD" w:rsidP="00BA6469">
            <w:pPr>
              <w:pStyle w:val="libPoem"/>
            </w:pPr>
            <w:r w:rsidRPr="00A72677">
              <w:rPr>
                <w:rtl/>
              </w:rPr>
              <w:t>و</w:t>
            </w:r>
            <w:r w:rsidR="00A72677" w:rsidRPr="00A72677">
              <w:rPr>
                <w:rtl/>
              </w:rPr>
              <w:t>جر</w:t>
            </w:r>
            <w:r w:rsidRPr="00A72677">
              <w:rPr>
                <w:rtl/>
              </w:rPr>
              <w:t xml:space="preserve">تْ </w:t>
            </w:r>
            <w:r w:rsidR="00A72677" w:rsidRPr="00A72677">
              <w:rPr>
                <w:rtl/>
              </w:rPr>
              <w:t>بن</w:t>
            </w:r>
            <w:r w:rsidRPr="00A72677">
              <w:rPr>
                <w:rtl/>
              </w:rPr>
              <w:t>و العلياء تلوه</w:t>
            </w:r>
            <w:r w:rsidRPr="00A72677">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A72677">
              <w:rPr>
                <w:rtl/>
              </w:rPr>
              <w:t>فه</w:t>
            </w:r>
            <w:r w:rsidR="00C558AD" w:rsidRPr="00A72677">
              <w:rPr>
                <w:rtl/>
              </w:rPr>
              <w:t>وو</w:t>
            </w:r>
            <w:r w:rsidR="00677BC4">
              <w:rPr>
                <w:rtl/>
              </w:rPr>
              <w:t>َ</w:t>
            </w:r>
            <w:r w:rsidR="00C558AD" w:rsidRPr="00A72677">
              <w:rPr>
                <w:rtl/>
              </w:rPr>
              <w:t>ا</w:t>
            </w:r>
            <w:r w:rsidR="004C00A8">
              <w:rPr>
                <w:rtl/>
              </w:rPr>
              <w:t xml:space="preserve"> </w:t>
            </w:r>
            <w:r w:rsidR="00C558AD" w:rsidRPr="00A72677">
              <w:rPr>
                <w:rtl/>
              </w:rPr>
              <w:t>و</w:t>
            </w:r>
            <w:r w:rsidRPr="00A72677">
              <w:rPr>
                <w:rtl/>
              </w:rPr>
              <w:t>حل</w:t>
            </w:r>
            <w:r w:rsidR="00C558AD" w:rsidRPr="00A72677">
              <w:rPr>
                <w:rtl/>
              </w:rPr>
              <w:t>ّ</w:t>
            </w:r>
            <w:r w:rsidR="00677BC4">
              <w:rPr>
                <w:rtl/>
              </w:rPr>
              <w:t>َ</w:t>
            </w:r>
            <w:r w:rsidR="00C558AD" w:rsidRPr="00A72677">
              <w:rPr>
                <w:rtl/>
              </w:rPr>
              <w:t>ق</w:t>
            </w:r>
            <w:r w:rsidR="00677BC4">
              <w:rPr>
                <w:rtl/>
              </w:rPr>
              <w:t>َ</w:t>
            </w:r>
            <w:r w:rsidR="00C558AD" w:rsidRPr="00A72677">
              <w:rPr>
                <w:rtl/>
              </w:rPr>
              <w:t xml:space="preserve"> يركبُ الـ</w:t>
            </w:r>
            <w:r w:rsidR="00C558AD"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A72677" w:rsidP="00BA6469">
            <w:pPr>
              <w:pStyle w:val="libPoem"/>
            </w:pPr>
            <w:r w:rsidRPr="00A72677">
              <w:rPr>
                <w:rtl/>
              </w:rPr>
              <w:t>شع</w:t>
            </w:r>
            <w:r w:rsidR="00C558AD" w:rsidRPr="00A72677">
              <w:rPr>
                <w:rtl/>
              </w:rPr>
              <w:t>رى العبور</w:t>
            </w:r>
            <w:r w:rsidR="00677BC4">
              <w:rPr>
                <w:rtl/>
              </w:rPr>
              <w:t>َ</w:t>
            </w:r>
            <w:r w:rsidR="00C558AD" w:rsidRPr="00A72677">
              <w:rPr>
                <w:rtl/>
              </w:rPr>
              <w:t xml:space="preserve"> إليه صهوه</w:t>
            </w:r>
            <w:r w:rsidR="00C558AD" w:rsidRPr="00A72677">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A72677">
              <w:rPr>
                <w:rtl/>
              </w:rPr>
              <w:t>بشر</w:t>
            </w:r>
            <w:r w:rsidR="00C558AD" w:rsidRPr="00A72677">
              <w:rPr>
                <w:rtl/>
              </w:rPr>
              <w:t xml:space="preserve">اكِ </w:t>
            </w:r>
            <w:r w:rsidRPr="00A72677">
              <w:rPr>
                <w:rtl/>
              </w:rPr>
              <w:t>سا</w:t>
            </w:r>
            <w:r w:rsidR="00C558AD" w:rsidRPr="00A72677">
              <w:rPr>
                <w:rtl/>
              </w:rPr>
              <w:t>ئمة ا</w:t>
            </w:r>
            <w:r w:rsidRPr="00A72677">
              <w:rPr>
                <w:rtl/>
              </w:rPr>
              <w:t>لر</w:t>
            </w:r>
            <w:r w:rsidR="00C558AD" w:rsidRPr="00A72677">
              <w:rPr>
                <w:rtl/>
              </w:rPr>
              <w:t>جاءِ</w:t>
            </w:r>
            <w:r w:rsidR="00C558AD"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A72677" w:rsidP="00BA6469">
            <w:pPr>
              <w:pStyle w:val="libPoem"/>
            </w:pPr>
            <w:r w:rsidRPr="00A72677">
              <w:rPr>
                <w:rtl/>
              </w:rPr>
              <w:t>فل</w:t>
            </w:r>
            <w:r w:rsidR="00C558AD" w:rsidRPr="00A72677">
              <w:rPr>
                <w:rtl/>
              </w:rPr>
              <w:t xml:space="preserve">م </w:t>
            </w:r>
            <w:r w:rsidRPr="00A72677">
              <w:rPr>
                <w:rtl/>
              </w:rPr>
              <w:t>تر</w:t>
            </w:r>
            <w:r w:rsidR="00C558AD" w:rsidRPr="00A72677">
              <w:rPr>
                <w:rtl/>
              </w:rPr>
              <w:t>ىْ ما عشتِ جفوه</w:t>
            </w:r>
            <w:r w:rsidR="00C558AD" w:rsidRPr="00A72677">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A72677">
              <w:rPr>
                <w:rtl/>
              </w:rPr>
              <w:t>قد</w:t>
            </w:r>
            <w:r w:rsidR="00C558AD" w:rsidRPr="00A72677">
              <w:rPr>
                <w:rtl/>
              </w:rPr>
              <w:t xml:space="preserve"> </w:t>
            </w:r>
            <w:r w:rsidRPr="00A72677">
              <w:rPr>
                <w:rtl/>
              </w:rPr>
              <w:t>جا</w:t>
            </w:r>
            <w:r w:rsidR="00C558AD" w:rsidRPr="00A72677">
              <w:rPr>
                <w:rtl/>
              </w:rPr>
              <w:t>ء أ</w:t>
            </w:r>
            <w:r w:rsidRPr="00A72677">
              <w:rPr>
                <w:rtl/>
              </w:rPr>
              <w:t>كر</w:t>
            </w:r>
            <w:r w:rsidR="00C558AD" w:rsidRPr="00A72677">
              <w:rPr>
                <w:rtl/>
              </w:rPr>
              <w:t>مُ م</w:t>
            </w:r>
            <w:r w:rsidR="00677BC4">
              <w:rPr>
                <w:rtl/>
              </w:rPr>
              <w:t>َ</w:t>
            </w:r>
            <w:r w:rsidRPr="00A72677">
              <w:rPr>
                <w:rtl/>
              </w:rPr>
              <w:t>ن</w:t>
            </w:r>
            <w:r w:rsidR="00C558AD" w:rsidRPr="00A72677">
              <w:rPr>
                <w:rtl/>
              </w:rPr>
              <w:t xml:space="preserve"> به</w:t>
            </w:r>
            <w:r w:rsidR="00C558AD"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C558AD" w:rsidP="00BA6469">
            <w:pPr>
              <w:pStyle w:val="libPoem"/>
            </w:pPr>
            <w:r w:rsidRPr="00A72677">
              <w:rPr>
                <w:rtl/>
              </w:rPr>
              <w:t>أ</w:t>
            </w:r>
            <w:r w:rsidR="00A72677" w:rsidRPr="00A72677">
              <w:rPr>
                <w:rtl/>
              </w:rPr>
              <w:t>مل</w:t>
            </w:r>
            <w:r w:rsidRPr="00A72677">
              <w:rPr>
                <w:rtl/>
              </w:rPr>
              <w:t>ُ ا</w:t>
            </w:r>
            <w:r w:rsidR="00A72677" w:rsidRPr="00A72677">
              <w:rPr>
                <w:rtl/>
              </w:rPr>
              <w:t>لع</w:t>
            </w:r>
            <w:r w:rsidRPr="00A72677">
              <w:rPr>
                <w:rtl/>
              </w:rPr>
              <w:t>فاة أ</w:t>
            </w:r>
            <w:r w:rsidR="00A72677" w:rsidRPr="00A72677">
              <w:rPr>
                <w:rtl/>
              </w:rPr>
              <w:t>نا</w:t>
            </w:r>
            <w:r w:rsidRPr="00A72677">
              <w:rPr>
                <w:rtl/>
              </w:rPr>
              <w:t>خ</w:t>
            </w:r>
            <w:r w:rsidR="00677BC4">
              <w:rPr>
                <w:rtl/>
              </w:rPr>
              <w:t>َ</w:t>
            </w:r>
            <w:r w:rsidRPr="00A72677">
              <w:rPr>
                <w:rtl/>
              </w:rPr>
              <w:t xml:space="preserve"> نضوه</w:t>
            </w:r>
            <w:r w:rsidRPr="00A72677">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لق</w:t>
            </w:r>
            <w:r w:rsidR="00C558AD" w:rsidRPr="009647FC">
              <w:rPr>
                <w:rtl/>
              </w:rPr>
              <w:t>يتْ</w:t>
            </w:r>
            <w:r w:rsidR="00C558AD">
              <w:rPr>
                <w:rtl/>
              </w:rPr>
              <w:t xml:space="preserve"> </w:t>
            </w:r>
            <w:r w:rsidR="00C558AD" w:rsidRPr="009647FC">
              <w:rPr>
                <w:rtl/>
              </w:rPr>
              <w:t>أ</w:t>
            </w:r>
            <w:r w:rsidRPr="009647FC">
              <w:rPr>
                <w:rtl/>
              </w:rPr>
              <w:t>خا</w:t>
            </w:r>
            <w:r w:rsidR="00C558AD" w:rsidRPr="009647FC">
              <w:rPr>
                <w:rtl/>
              </w:rPr>
              <w:t>ها</w:t>
            </w:r>
            <w:r w:rsidR="00C558AD">
              <w:rPr>
                <w:rtl/>
              </w:rPr>
              <w:t xml:space="preserve"> </w:t>
            </w:r>
            <w:r w:rsidR="00C558AD" w:rsidRPr="009647FC">
              <w:rPr>
                <w:rtl/>
              </w:rPr>
              <w:t>ا</w:t>
            </w:r>
            <w:r w:rsidRPr="009647FC">
              <w:rPr>
                <w:rtl/>
              </w:rPr>
              <w:t>لم</w:t>
            </w:r>
            <w:r w:rsidR="00C558AD" w:rsidRPr="009647FC">
              <w:rPr>
                <w:rtl/>
              </w:rPr>
              <w:t>كرماتُ</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A72677" w:rsidP="00BA6469">
            <w:pPr>
              <w:pStyle w:val="libPoem"/>
            </w:pPr>
            <w:r w:rsidRPr="009647FC">
              <w:rPr>
                <w:rtl/>
              </w:rPr>
              <w:t>فل</w:t>
            </w:r>
            <w:r w:rsidR="00C558AD" w:rsidRPr="009647FC">
              <w:rPr>
                <w:rtl/>
              </w:rPr>
              <w:t>م</w:t>
            </w:r>
            <w:r w:rsidR="004C00A8">
              <w:rPr>
                <w:rtl/>
              </w:rPr>
              <w:t xml:space="preserve"> </w:t>
            </w:r>
            <w:r w:rsidRPr="009647FC">
              <w:rPr>
                <w:rtl/>
              </w:rPr>
              <w:t>تخ</w:t>
            </w:r>
            <w:r w:rsidR="00C558AD" w:rsidRPr="009647FC">
              <w:rPr>
                <w:rtl/>
              </w:rPr>
              <w:t>فْ</w:t>
            </w:r>
            <w:r w:rsidR="00C558AD">
              <w:rPr>
                <w:rtl/>
              </w:rPr>
              <w:t xml:space="preserve"> </w:t>
            </w:r>
            <w:r w:rsidR="00C558AD" w:rsidRPr="009647FC">
              <w:rPr>
                <w:rtl/>
              </w:rPr>
              <w:t>للبخل</w:t>
            </w:r>
            <w:r w:rsidR="00C558AD">
              <w:rPr>
                <w:rtl/>
              </w:rPr>
              <w:t xml:space="preserve"> </w:t>
            </w:r>
            <w:r w:rsidR="00C558AD" w:rsidRPr="009647FC">
              <w:rPr>
                <w:rtl/>
              </w:rPr>
              <w:t>سطوه</w:t>
            </w:r>
            <w:r w:rsidR="00C558AD" w:rsidRPr="00725071">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هو</w:t>
            </w:r>
            <w:r w:rsidR="004C00A8">
              <w:rPr>
                <w:rtl/>
              </w:rPr>
              <w:t xml:space="preserve"> </w:t>
            </w:r>
            <w:r w:rsidR="00C558AD" w:rsidRPr="009647FC">
              <w:rPr>
                <w:rtl/>
              </w:rPr>
              <w:t>ذاك</w:t>
            </w:r>
            <w:r w:rsidR="00C558AD">
              <w:rPr>
                <w:rtl/>
              </w:rPr>
              <w:t xml:space="preserve"> </w:t>
            </w:r>
            <w:r w:rsidRPr="009647FC">
              <w:rPr>
                <w:rtl/>
              </w:rPr>
              <w:t>نع</w:t>
            </w:r>
            <w:r w:rsidR="00C558AD" w:rsidRPr="009647FC">
              <w:rPr>
                <w:rtl/>
              </w:rPr>
              <w:t>ْم</w:t>
            </w:r>
            <w:r w:rsidR="00677BC4">
              <w:rPr>
                <w:rtl/>
              </w:rPr>
              <w:t>َ</w:t>
            </w:r>
            <w:r w:rsidR="00C558AD">
              <w:rPr>
                <w:rtl/>
              </w:rPr>
              <w:t xml:space="preserve"> </w:t>
            </w:r>
            <w:r w:rsidR="00C558AD" w:rsidRPr="009647FC">
              <w:rPr>
                <w:rtl/>
              </w:rPr>
              <w:t>فتى</w:t>
            </w:r>
            <w:r w:rsidR="00C558AD">
              <w:rPr>
                <w:rtl/>
              </w:rPr>
              <w:t xml:space="preserve"> </w:t>
            </w:r>
            <w:r w:rsidR="00C558AD" w:rsidRPr="009647FC">
              <w:rPr>
                <w:rtl/>
              </w:rPr>
              <w:t>السما</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A72677" w:rsidP="00BA6469">
            <w:pPr>
              <w:pStyle w:val="libPoem"/>
            </w:pPr>
            <w:r w:rsidRPr="009647FC">
              <w:rPr>
                <w:rtl/>
              </w:rPr>
              <w:t>حة</w:t>
            </w:r>
            <w:r w:rsidR="00C558AD" w:rsidRPr="009647FC">
              <w:rPr>
                <w:rtl/>
              </w:rPr>
              <w:t>ِ</w:t>
            </w:r>
            <w:r w:rsidR="00C558AD">
              <w:rPr>
                <w:rtl/>
              </w:rPr>
              <w:t xml:space="preserve"> </w:t>
            </w:r>
            <w:r w:rsidR="00C558AD" w:rsidRPr="009647FC">
              <w:rPr>
                <w:rtl/>
              </w:rPr>
              <w:t>وا</w:t>
            </w:r>
            <w:r w:rsidRPr="009647FC">
              <w:rPr>
                <w:rtl/>
              </w:rPr>
              <w:t>لس</w:t>
            </w:r>
            <w:r w:rsidR="00C558AD" w:rsidRPr="009647FC">
              <w:rPr>
                <w:rtl/>
              </w:rPr>
              <w:t>جاحة</w:t>
            </w:r>
            <w:r w:rsidR="00C558AD">
              <w:rPr>
                <w:rtl/>
              </w:rPr>
              <w:t xml:space="preserve"> </w:t>
            </w:r>
            <w:r w:rsidR="00C558AD" w:rsidRPr="009647FC">
              <w:rPr>
                <w:rtl/>
              </w:rPr>
              <w:t>وا</w:t>
            </w:r>
            <w:r w:rsidRPr="009647FC">
              <w:rPr>
                <w:rtl/>
              </w:rPr>
              <w:t>لف</w:t>
            </w:r>
            <w:r w:rsidR="00C558AD" w:rsidRPr="009647FC">
              <w:rPr>
                <w:rtl/>
              </w:rPr>
              <w:t>تّوه</w:t>
            </w:r>
            <w:r w:rsidR="00C558AD" w:rsidRPr="00725071">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ما</w:t>
            </w:r>
            <w:r w:rsidR="00C558AD" w:rsidRPr="009647FC">
              <w:rPr>
                <w:rtl/>
              </w:rPr>
              <w:t>ءُ</w:t>
            </w:r>
            <w:r w:rsidR="004C00A8">
              <w:rPr>
                <w:rtl/>
              </w:rPr>
              <w:t xml:space="preserve"> </w:t>
            </w:r>
            <w:r w:rsidR="00C558AD" w:rsidRPr="009647FC">
              <w:rPr>
                <w:rtl/>
              </w:rPr>
              <w:t>ا</w:t>
            </w:r>
            <w:r w:rsidRPr="009647FC">
              <w:rPr>
                <w:rtl/>
              </w:rPr>
              <w:t>لح</w:t>
            </w:r>
            <w:r w:rsidR="00C558AD" w:rsidRPr="009647FC">
              <w:rPr>
                <w:rtl/>
              </w:rPr>
              <w:t>ياة</w:t>
            </w:r>
            <w:r w:rsidR="00C558AD">
              <w:rPr>
                <w:rtl/>
              </w:rPr>
              <w:t xml:space="preserve"> </w:t>
            </w:r>
            <w:r w:rsidRPr="009647FC">
              <w:rPr>
                <w:rtl/>
              </w:rPr>
              <w:t>لذ</w:t>
            </w:r>
            <w:r w:rsidR="00C558AD" w:rsidRPr="009647FC">
              <w:rPr>
                <w:rtl/>
              </w:rPr>
              <w:t>ي</w:t>
            </w:r>
            <w:r w:rsidR="00C558AD">
              <w:rPr>
                <w:rtl/>
              </w:rPr>
              <w:t xml:space="preserve"> </w:t>
            </w:r>
            <w:r w:rsidR="00C558AD" w:rsidRPr="009647FC">
              <w:rPr>
                <w:rtl/>
              </w:rPr>
              <w:t>الهوى</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C558AD" w:rsidP="00BA6469">
            <w:pPr>
              <w:pStyle w:val="libPoem"/>
            </w:pPr>
            <w:r w:rsidRPr="009647FC">
              <w:rPr>
                <w:rtl/>
              </w:rPr>
              <w:t>و</w:t>
            </w:r>
            <w:r w:rsidR="00A72677" w:rsidRPr="009647FC">
              <w:rPr>
                <w:rtl/>
              </w:rPr>
              <w:t>لق</w:t>
            </w:r>
            <w:r w:rsidRPr="009647FC">
              <w:rPr>
                <w:rtl/>
              </w:rPr>
              <w:t>لبِ</w:t>
            </w:r>
            <w:r>
              <w:rPr>
                <w:rtl/>
              </w:rPr>
              <w:t xml:space="preserve"> </w:t>
            </w:r>
            <w:r w:rsidRPr="009647FC">
              <w:rPr>
                <w:rtl/>
              </w:rPr>
              <w:t>ذي</w:t>
            </w:r>
            <w:r>
              <w:rPr>
                <w:rtl/>
              </w:rPr>
              <w:t xml:space="preserve"> </w:t>
            </w:r>
            <w:r w:rsidRPr="009647FC">
              <w:rPr>
                <w:rtl/>
              </w:rPr>
              <w:t>ا</w:t>
            </w:r>
            <w:r w:rsidR="00A72677" w:rsidRPr="009647FC">
              <w:rPr>
                <w:rtl/>
              </w:rPr>
              <w:t>لش</w:t>
            </w:r>
            <w:r w:rsidRPr="009647FC">
              <w:rPr>
                <w:rtl/>
              </w:rPr>
              <w:t>حناء</w:t>
            </w:r>
            <w:r>
              <w:rPr>
                <w:rtl/>
              </w:rPr>
              <w:t xml:space="preserve"> </w:t>
            </w:r>
            <w:r w:rsidRPr="009647FC">
              <w:rPr>
                <w:rtl/>
              </w:rPr>
              <w:t>جذوه</w:t>
            </w:r>
            <w:r w:rsidRPr="00725071">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ما</w:t>
            </w:r>
            <w:r w:rsidR="00C558AD">
              <w:rPr>
                <w:rtl/>
              </w:rPr>
              <w:t xml:space="preserve"> </w:t>
            </w:r>
            <w:r w:rsidR="00C558AD" w:rsidRPr="009647FC">
              <w:rPr>
                <w:rtl/>
              </w:rPr>
              <w:t>إن</w:t>
            </w:r>
            <w:r w:rsidR="00C558AD">
              <w:rPr>
                <w:rtl/>
              </w:rPr>
              <w:t xml:space="preserve"> </w:t>
            </w:r>
            <w:r w:rsidRPr="009647FC">
              <w:rPr>
                <w:rtl/>
              </w:rPr>
              <w:t>سم</w:t>
            </w:r>
            <w:r w:rsidR="00C558AD" w:rsidRPr="009647FC">
              <w:rPr>
                <w:rtl/>
              </w:rPr>
              <w:t>ا</w:t>
            </w:r>
            <w:r w:rsidR="00C558AD">
              <w:rPr>
                <w:rtl/>
              </w:rPr>
              <w:t xml:space="preserve"> </w:t>
            </w:r>
            <w:r w:rsidRPr="009647FC">
              <w:rPr>
                <w:rtl/>
              </w:rPr>
              <w:t>لع</w:t>
            </w:r>
            <w:r w:rsidR="00C558AD" w:rsidRPr="009647FC">
              <w:rPr>
                <w:rtl/>
              </w:rPr>
              <w:t>ُلىً</w:t>
            </w:r>
            <w:r w:rsidR="00C558AD">
              <w:rPr>
                <w:rtl/>
              </w:rPr>
              <w:t xml:space="preserve"> </w:t>
            </w:r>
            <w:r w:rsidRPr="009647FC">
              <w:rPr>
                <w:rtl/>
              </w:rPr>
              <w:t>تو</w:t>
            </w:r>
            <w:r w:rsidR="00C558AD" w:rsidRPr="009647FC">
              <w:rPr>
                <w:rtl/>
              </w:rPr>
              <w:t>دُّ</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C558AD" w:rsidP="00BA6469">
            <w:pPr>
              <w:pStyle w:val="libPoem"/>
            </w:pPr>
            <w:r w:rsidRPr="009647FC">
              <w:rPr>
                <w:rtl/>
              </w:rPr>
              <w:t>ا</w:t>
            </w:r>
            <w:r w:rsidR="00A72677" w:rsidRPr="009647FC">
              <w:rPr>
                <w:rtl/>
              </w:rPr>
              <w:t>لني</w:t>
            </w:r>
            <w:r w:rsidRPr="009647FC">
              <w:rPr>
                <w:rtl/>
              </w:rPr>
              <w:t>ّراتُ</w:t>
            </w:r>
            <w:r>
              <w:rPr>
                <w:rtl/>
              </w:rPr>
              <w:t xml:space="preserve"> </w:t>
            </w:r>
            <w:r w:rsidR="00A72677" w:rsidRPr="009647FC">
              <w:rPr>
                <w:rtl/>
              </w:rPr>
              <w:t>بها</w:t>
            </w:r>
            <w:r>
              <w:rPr>
                <w:rtl/>
              </w:rPr>
              <w:t xml:space="preserve"> </w:t>
            </w:r>
            <w:r w:rsidR="00A72677" w:rsidRPr="009647FC">
              <w:rPr>
                <w:rtl/>
              </w:rPr>
              <w:t>عل</w:t>
            </w:r>
            <w:r w:rsidRPr="009647FC">
              <w:rPr>
                <w:rtl/>
              </w:rPr>
              <w:t>وّه</w:t>
            </w:r>
            <w:r w:rsidRPr="00725071">
              <w:rPr>
                <w:rStyle w:val="libPoemTiniChar0"/>
                <w:rtl/>
              </w:rPr>
              <w:br/>
              <w:t> </w:t>
            </w:r>
          </w:p>
        </w:tc>
      </w:tr>
      <w:tr w:rsidR="00C558AD" w:rsidRPr="00524A24" w:rsidTr="00C558AD">
        <w:trPr>
          <w:trHeight w:val="350"/>
        </w:trPr>
        <w:tc>
          <w:tcPr>
            <w:tcW w:w="3902" w:type="dxa"/>
          </w:tcPr>
          <w:p w:rsidR="00C558AD" w:rsidRPr="00524A24" w:rsidRDefault="00C558AD" w:rsidP="00BA6469">
            <w:pPr>
              <w:pStyle w:val="libPoem"/>
            </w:pPr>
            <w:r w:rsidRPr="009647FC">
              <w:rPr>
                <w:rtl/>
              </w:rPr>
              <w:t>إلاّ</w:t>
            </w:r>
            <w:r w:rsidR="004C00A8">
              <w:rPr>
                <w:rtl/>
              </w:rPr>
              <w:t xml:space="preserve"> </w:t>
            </w:r>
            <w:r w:rsidRPr="009647FC">
              <w:rPr>
                <w:rtl/>
              </w:rPr>
              <w:t>ا</w:t>
            </w:r>
            <w:r w:rsidR="00A72677" w:rsidRPr="009647FC">
              <w:rPr>
                <w:rtl/>
              </w:rPr>
              <w:t>لتق</w:t>
            </w:r>
            <w:r w:rsidRPr="009647FC">
              <w:rPr>
                <w:rtl/>
              </w:rPr>
              <w:t>ى</w:t>
            </w:r>
            <w:r>
              <w:rPr>
                <w:rtl/>
              </w:rPr>
              <w:t xml:space="preserve"> </w:t>
            </w:r>
            <w:r w:rsidR="00A72677" w:rsidRPr="009647FC">
              <w:rPr>
                <w:rtl/>
              </w:rPr>
              <w:t>مع</w:t>
            </w:r>
            <w:r w:rsidRPr="009647FC">
              <w:rPr>
                <w:rtl/>
              </w:rPr>
              <w:t>ه</w:t>
            </w:r>
            <w:r>
              <w:rPr>
                <w:rtl/>
              </w:rPr>
              <w:t xml:space="preserve"> </w:t>
            </w:r>
            <w:r w:rsidRPr="009647FC">
              <w:rPr>
                <w:rtl/>
              </w:rPr>
              <w:t>أ</w:t>
            </w:r>
            <w:r w:rsidR="00A72677" w:rsidRPr="009647FC">
              <w:rPr>
                <w:rtl/>
              </w:rPr>
              <w:t>خو</w:t>
            </w:r>
            <w:r w:rsidRPr="009647FC">
              <w:rPr>
                <w:rtl/>
              </w:rPr>
              <w:t>ه</w:t>
            </w:r>
            <w:r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C558AD" w:rsidP="00BA6469">
            <w:pPr>
              <w:pStyle w:val="libPoem"/>
            </w:pPr>
            <w:r w:rsidRPr="009647FC">
              <w:rPr>
                <w:rtl/>
              </w:rPr>
              <w:t>(</w:t>
            </w:r>
            <w:r w:rsidR="00A72677" w:rsidRPr="009647FC">
              <w:rPr>
                <w:rtl/>
              </w:rPr>
              <w:t>صالح</w:t>
            </w:r>
            <w:r w:rsidRPr="009647FC">
              <w:rPr>
                <w:rtl/>
              </w:rPr>
              <w:t>ٌ)</w:t>
            </w:r>
            <w:r>
              <w:rPr>
                <w:rtl/>
              </w:rPr>
              <w:t xml:space="preserve"> </w:t>
            </w:r>
            <w:r w:rsidR="00A72677" w:rsidRPr="009647FC">
              <w:rPr>
                <w:rtl/>
              </w:rPr>
              <w:t>من</w:t>
            </w:r>
            <w:r w:rsidRPr="009647FC">
              <w:rPr>
                <w:rtl/>
              </w:rPr>
              <w:t>ها</w:t>
            </w:r>
            <w:r>
              <w:rPr>
                <w:rtl/>
              </w:rPr>
              <w:t xml:space="preserve"> </w:t>
            </w:r>
            <w:r w:rsidR="00A72677" w:rsidRPr="009647FC">
              <w:rPr>
                <w:rtl/>
              </w:rPr>
              <w:t>بذ</w:t>
            </w:r>
            <w:r w:rsidRPr="009647FC">
              <w:rPr>
                <w:rtl/>
              </w:rPr>
              <w:t>روه</w:t>
            </w:r>
            <w:r w:rsidRPr="00725071">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هذ</w:t>
            </w:r>
            <w:r w:rsidR="00C558AD" w:rsidRPr="009647FC">
              <w:rPr>
                <w:rtl/>
              </w:rPr>
              <w:t>ا</w:t>
            </w:r>
            <w:r w:rsidR="00C558AD">
              <w:rPr>
                <w:rtl/>
              </w:rPr>
              <w:t xml:space="preserve"> </w:t>
            </w:r>
            <w:r w:rsidR="00C558AD" w:rsidRPr="009647FC">
              <w:rPr>
                <w:rtl/>
              </w:rPr>
              <w:t>ا</w:t>
            </w:r>
            <w:r w:rsidRPr="009647FC">
              <w:rPr>
                <w:rtl/>
              </w:rPr>
              <w:t>لم</w:t>
            </w:r>
            <w:r w:rsidR="00C558AD" w:rsidRPr="009647FC">
              <w:rPr>
                <w:rtl/>
              </w:rPr>
              <w:t>نوّهُ</w:t>
            </w:r>
            <w:r w:rsidR="00C558AD">
              <w:rPr>
                <w:rtl/>
              </w:rPr>
              <w:t xml:space="preserve"> </w:t>
            </w:r>
            <w:r w:rsidRPr="009647FC">
              <w:rPr>
                <w:rtl/>
              </w:rPr>
              <w:t>في</w:t>
            </w:r>
            <w:r w:rsidR="00C558AD">
              <w:rPr>
                <w:rtl/>
              </w:rPr>
              <w:t xml:space="preserve"> </w:t>
            </w:r>
            <w:r w:rsidR="00C558AD" w:rsidRPr="009647FC">
              <w:rPr>
                <w:rtl/>
              </w:rPr>
              <w:t>المعالي</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A72677" w:rsidP="00BA6469">
            <w:pPr>
              <w:pStyle w:val="libPoem"/>
            </w:pPr>
            <w:r w:rsidRPr="009647FC">
              <w:rPr>
                <w:rtl/>
              </w:rPr>
              <w:t>باسم</w:t>
            </w:r>
            <w:r w:rsidR="00C558AD" w:rsidRPr="009647FC">
              <w:rPr>
                <w:rtl/>
              </w:rPr>
              <w:t>ه</w:t>
            </w:r>
            <w:r w:rsidR="004C00A8">
              <w:rPr>
                <w:rtl/>
              </w:rPr>
              <w:t xml:space="preserve"> </w:t>
            </w:r>
            <w:r w:rsidR="00C558AD" w:rsidRPr="009647FC">
              <w:rPr>
                <w:rtl/>
              </w:rPr>
              <w:t>هذا</w:t>
            </w:r>
            <w:r w:rsidR="00C558AD">
              <w:rPr>
                <w:rtl/>
              </w:rPr>
              <w:t xml:space="preserve"> </w:t>
            </w:r>
            <w:r w:rsidR="00C558AD" w:rsidRPr="009647FC">
              <w:rPr>
                <w:rtl/>
              </w:rPr>
              <w:t>ا</w:t>
            </w:r>
            <w:r w:rsidRPr="009647FC">
              <w:rPr>
                <w:rtl/>
              </w:rPr>
              <w:t>لم</w:t>
            </w:r>
            <w:r w:rsidR="00C558AD" w:rsidRPr="009647FC">
              <w:rPr>
                <w:rtl/>
              </w:rPr>
              <w:t>نوّه</w:t>
            </w:r>
            <w:r w:rsidR="00C558AD" w:rsidRPr="00725071">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غيظ</w:t>
            </w:r>
            <w:r w:rsidR="00C558AD" w:rsidRPr="009647FC">
              <w:rPr>
                <w:rtl/>
              </w:rPr>
              <w:t>ُ</w:t>
            </w:r>
            <w:r w:rsidR="00C558AD">
              <w:rPr>
                <w:rtl/>
              </w:rPr>
              <w:t xml:space="preserve"> </w:t>
            </w:r>
            <w:r w:rsidR="00C558AD" w:rsidRPr="009647FC">
              <w:rPr>
                <w:rtl/>
              </w:rPr>
              <w:t>ا</w:t>
            </w:r>
            <w:r w:rsidRPr="009647FC">
              <w:rPr>
                <w:rtl/>
              </w:rPr>
              <w:t>لح</w:t>
            </w:r>
            <w:r w:rsidR="00C558AD" w:rsidRPr="009647FC">
              <w:rPr>
                <w:rtl/>
              </w:rPr>
              <w:t>سود</w:t>
            </w:r>
            <w:r w:rsidR="00C558AD">
              <w:rPr>
                <w:rtl/>
              </w:rPr>
              <w:t xml:space="preserve"> </w:t>
            </w:r>
            <w:r w:rsidR="00C558AD" w:rsidRPr="009647FC">
              <w:rPr>
                <w:rtl/>
              </w:rPr>
              <w:t>إذا</w:t>
            </w:r>
            <w:r w:rsidR="00C558AD">
              <w:rPr>
                <w:rtl/>
              </w:rPr>
              <w:t xml:space="preserve"> </w:t>
            </w:r>
            <w:r w:rsidRPr="009647FC">
              <w:rPr>
                <w:rtl/>
              </w:rPr>
              <w:t>بد</w:t>
            </w:r>
            <w:r w:rsidR="00C558AD" w:rsidRPr="009647FC">
              <w:rPr>
                <w:rtl/>
              </w:rPr>
              <w:t>ا</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A72677" w:rsidP="00BA6469">
            <w:pPr>
              <w:pStyle w:val="libPoem"/>
            </w:pPr>
            <w:r w:rsidRPr="009647FC">
              <w:rPr>
                <w:rtl/>
              </w:rPr>
              <w:t>شر</w:t>
            </w:r>
            <w:r w:rsidR="00C558AD" w:rsidRPr="009647FC">
              <w:rPr>
                <w:rtl/>
              </w:rPr>
              <w:t>قُ</w:t>
            </w:r>
            <w:r w:rsidR="004C00A8">
              <w:rPr>
                <w:rtl/>
              </w:rPr>
              <w:t xml:space="preserve"> </w:t>
            </w:r>
            <w:r w:rsidR="00C558AD" w:rsidRPr="009647FC">
              <w:rPr>
                <w:rtl/>
              </w:rPr>
              <w:t>ا</w:t>
            </w:r>
            <w:r w:rsidRPr="009647FC">
              <w:rPr>
                <w:rtl/>
              </w:rPr>
              <w:t>لخ</w:t>
            </w:r>
            <w:r w:rsidR="00C558AD" w:rsidRPr="009647FC">
              <w:rPr>
                <w:rtl/>
              </w:rPr>
              <w:t>صيم</w:t>
            </w:r>
            <w:r w:rsidR="00C558AD">
              <w:rPr>
                <w:rtl/>
              </w:rPr>
              <w:t xml:space="preserve"> </w:t>
            </w:r>
            <w:r w:rsidR="00C558AD" w:rsidRPr="009647FC">
              <w:rPr>
                <w:rtl/>
              </w:rPr>
              <w:t>إذا</w:t>
            </w:r>
            <w:r w:rsidR="00C558AD">
              <w:rPr>
                <w:rtl/>
              </w:rPr>
              <w:t xml:space="preserve"> </w:t>
            </w:r>
            <w:r w:rsidR="00C558AD" w:rsidRPr="009647FC">
              <w:rPr>
                <w:rtl/>
              </w:rPr>
              <w:t>تفوّه</w:t>
            </w:r>
            <w:r w:rsidR="00C558AD" w:rsidRPr="00725071">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A72677">
              <w:rPr>
                <w:rtl/>
              </w:rPr>
              <w:t>في</w:t>
            </w:r>
            <w:r w:rsidR="00C558AD" w:rsidRPr="00A72677">
              <w:rPr>
                <w:rtl/>
              </w:rPr>
              <w:t xml:space="preserve">ه </w:t>
            </w:r>
            <w:r w:rsidRPr="00A72677">
              <w:rPr>
                <w:rtl/>
              </w:rPr>
              <w:t>سم</w:t>
            </w:r>
            <w:r w:rsidR="00C558AD" w:rsidRPr="00A72677">
              <w:rPr>
                <w:rtl/>
              </w:rPr>
              <w:t>اتُ الفضل تشهدُ</w:t>
            </w:r>
            <w:r w:rsidR="00C558AD"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C558AD" w:rsidP="00BA6469">
            <w:pPr>
              <w:pStyle w:val="libPoem"/>
            </w:pPr>
            <w:r w:rsidRPr="00A72677">
              <w:rPr>
                <w:rtl/>
              </w:rPr>
              <w:t>أن</w:t>
            </w:r>
            <w:r w:rsidR="00A72677" w:rsidRPr="00A72677">
              <w:rPr>
                <w:rtl/>
              </w:rPr>
              <w:t>ّه</w:t>
            </w:r>
            <w:r w:rsidRPr="00A72677">
              <w:rPr>
                <w:rtl/>
              </w:rPr>
              <w:t xml:space="preserve"> </w:t>
            </w:r>
            <w:r w:rsidR="00A72677" w:rsidRPr="00A72677">
              <w:rPr>
                <w:rtl/>
              </w:rPr>
              <w:t>في</w:t>
            </w:r>
            <w:r w:rsidRPr="00A72677">
              <w:rPr>
                <w:rtl/>
              </w:rPr>
              <w:t xml:space="preserve"> ا</w:t>
            </w:r>
            <w:r w:rsidR="00A72677" w:rsidRPr="00A72677">
              <w:rPr>
                <w:rtl/>
              </w:rPr>
              <w:t>لف</w:t>
            </w:r>
            <w:r w:rsidRPr="00A72677">
              <w:rPr>
                <w:rtl/>
              </w:rPr>
              <w:t xml:space="preserve">ضل </w:t>
            </w:r>
            <w:r w:rsidR="00A72677" w:rsidRPr="00A72677">
              <w:rPr>
                <w:rtl/>
              </w:rPr>
              <w:t>قد</w:t>
            </w:r>
            <w:r w:rsidRPr="00A72677">
              <w:rPr>
                <w:rtl/>
              </w:rPr>
              <w:t>وه</w:t>
            </w:r>
            <w:r w:rsidRPr="00A72677">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A72677">
              <w:rPr>
                <w:rtl/>
              </w:rPr>
              <w:t>تحك</w:t>
            </w:r>
            <w:r w:rsidR="00C558AD" w:rsidRPr="00A72677">
              <w:rPr>
                <w:rtl/>
              </w:rPr>
              <w:t xml:space="preserve">ى </w:t>
            </w:r>
            <w:r w:rsidRPr="00A72677">
              <w:rPr>
                <w:rtl/>
              </w:rPr>
              <w:t>شما</w:t>
            </w:r>
            <w:r w:rsidR="00C558AD" w:rsidRPr="00A72677">
              <w:rPr>
                <w:rtl/>
              </w:rPr>
              <w:t xml:space="preserve">ئله </w:t>
            </w:r>
            <w:r w:rsidRPr="00A72677">
              <w:rPr>
                <w:rtl/>
              </w:rPr>
              <w:t>شم</w:t>
            </w:r>
            <w:r w:rsidR="00C558AD" w:rsidRPr="00A72677">
              <w:rPr>
                <w:rtl/>
              </w:rPr>
              <w:t>ا</w:t>
            </w:r>
            <w:r w:rsidR="00C558AD"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C558AD" w:rsidP="00BA6469">
            <w:pPr>
              <w:pStyle w:val="libPoem"/>
            </w:pPr>
            <w:r w:rsidRPr="00A72677">
              <w:rPr>
                <w:rtl/>
              </w:rPr>
              <w:t>ئل</w:t>
            </w:r>
            <w:r w:rsidR="00677BC4">
              <w:rPr>
                <w:rtl/>
              </w:rPr>
              <w:t>َ</w:t>
            </w:r>
            <w:r w:rsidRPr="00A72677">
              <w:rPr>
                <w:rtl/>
              </w:rPr>
              <w:t xml:space="preserve"> م</w:t>
            </w:r>
            <w:r w:rsidR="00677BC4">
              <w:rPr>
                <w:rtl/>
              </w:rPr>
              <w:t>َ</w:t>
            </w:r>
            <w:r w:rsidRPr="00A72677">
              <w:rPr>
                <w:rtl/>
              </w:rPr>
              <w:t>نْ غدا في المجد صنوه</w:t>
            </w:r>
            <w:r w:rsidRPr="00A72677">
              <w:rPr>
                <w:rStyle w:val="libPoemTiniChar0"/>
                <w:rtl/>
              </w:rPr>
              <w:br/>
              <w:t> </w:t>
            </w:r>
          </w:p>
        </w:tc>
      </w:tr>
      <w:tr w:rsidR="00C558AD" w:rsidRPr="00524A24" w:rsidTr="00C558AD">
        <w:trPr>
          <w:trHeight w:val="350"/>
        </w:trPr>
        <w:tc>
          <w:tcPr>
            <w:tcW w:w="3902" w:type="dxa"/>
          </w:tcPr>
          <w:p w:rsidR="00C558AD" w:rsidRPr="00524A24" w:rsidRDefault="00C558AD" w:rsidP="00BA6469">
            <w:pPr>
              <w:pStyle w:val="libPoem"/>
            </w:pPr>
            <w:r w:rsidRPr="00A72677">
              <w:rPr>
                <w:rtl/>
              </w:rPr>
              <w:t>روحُ</w:t>
            </w:r>
            <w:r w:rsidR="004C00A8">
              <w:rPr>
                <w:rtl/>
              </w:rPr>
              <w:t xml:space="preserve"> </w:t>
            </w:r>
            <w:r w:rsidRPr="00A72677">
              <w:rPr>
                <w:rtl/>
              </w:rPr>
              <w:t>ا</w:t>
            </w:r>
            <w:r w:rsidR="00A72677" w:rsidRPr="00A72677">
              <w:rPr>
                <w:rtl/>
              </w:rPr>
              <w:t>لكم</w:t>
            </w:r>
            <w:r w:rsidRPr="00A72677">
              <w:rPr>
                <w:rtl/>
              </w:rPr>
              <w:t>ال (</w:t>
            </w:r>
            <w:r w:rsidR="00A72677" w:rsidRPr="00A72677">
              <w:rPr>
                <w:rtl/>
              </w:rPr>
              <w:t>مح</w:t>
            </w:r>
            <w:r w:rsidRPr="00A72677">
              <w:rPr>
                <w:rtl/>
              </w:rPr>
              <w:t>مدٌ)</w:t>
            </w:r>
            <w:r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C558AD" w:rsidP="00BA6469">
            <w:pPr>
              <w:pStyle w:val="libPoem"/>
            </w:pPr>
            <w:r w:rsidRPr="00A72677">
              <w:rPr>
                <w:rtl/>
              </w:rPr>
              <w:t>أ</w:t>
            </w:r>
            <w:r w:rsidR="00A72677" w:rsidRPr="00A72677">
              <w:rPr>
                <w:rtl/>
              </w:rPr>
              <w:t>كر</w:t>
            </w:r>
            <w:r w:rsidRPr="00A72677">
              <w:rPr>
                <w:rtl/>
              </w:rPr>
              <w:t>مْ</w:t>
            </w:r>
            <w:r w:rsidR="004C00A8">
              <w:rPr>
                <w:rtl/>
              </w:rPr>
              <w:t xml:space="preserve"> </w:t>
            </w:r>
            <w:r w:rsidR="00A72677" w:rsidRPr="00A72677">
              <w:rPr>
                <w:rtl/>
              </w:rPr>
              <w:t>به</w:t>
            </w:r>
            <w:r w:rsidRPr="00A72677">
              <w:rPr>
                <w:rtl/>
              </w:rPr>
              <w:t xml:space="preserve"> </w:t>
            </w:r>
            <w:r w:rsidR="00A72677" w:rsidRPr="00A72677">
              <w:rPr>
                <w:rtl/>
              </w:rPr>
              <w:t>لل</w:t>
            </w:r>
            <w:r w:rsidRPr="00A72677">
              <w:rPr>
                <w:rtl/>
              </w:rPr>
              <w:t>مجد صفوه</w:t>
            </w:r>
            <w:r w:rsidRPr="00A72677">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A72677">
              <w:rPr>
                <w:rtl/>
              </w:rPr>
              <w:t>هو</w:t>
            </w:r>
            <w:r w:rsidR="004C00A8">
              <w:rPr>
                <w:rtl/>
              </w:rPr>
              <w:t xml:space="preserve"> </w:t>
            </w:r>
            <w:r w:rsidR="00C558AD" w:rsidRPr="00A72677">
              <w:rPr>
                <w:rtl/>
              </w:rPr>
              <w:t>و(الحسين) من العُلا</w:t>
            </w:r>
            <w:r w:rsidR="00C558AD"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A72677" w:rsidP="00BA6469">
            <w:pPr>
              <w:pStyle w:val="libPoem"/>
            </w:pPr>
            <w:r w:rsidRPr="00A72677">
              <w:rPr>
                <w:rtl/>
              </w:rPr>
              <w:t>كل</w:t>
            </w:r>
            <w:r w:rsidR="00C558AD" w:rsidRPr="00A72677">
              <w:rPr>
                <w:rtl/>
              </w:rPr>
              <w:t>اهما</w:t>
            </w:r>
            <w:r w:rsidR="004C00A8">
              <w:rPr>
                <w:rtl/>
              </w:rPr>
              <w:t xml:space="preserve"> </w:t>
            </w:r>
            <w:r w:rsidRPr="00A72677">
              <w:rPr>
                <w:rtl/>
              </w:rPr>
              <w:t>عن</w:t>
            </w:r>
            <w:r w:rsidR="00C558AD" w:rsidRPr="00A72677">
              <w:rPr>
                <w:rtl/>
              </w:rPr>
              <w:t>قٌ و</w:t>
            </w:r>
            <w:r w:rsidRPr="00A72677">
              <w:rPr>
                <w:rtl/>
              </w:rPr>
              <w:t>صه</w:t>
            </w:r>
            <w:r w:rsidR="00C558AD" w:rsidRPr="00A72677">
              <w:rPr>
                <w:rtl/>
              </w:rPr>
              <w:t>وه</w:t>
            </w:r>
            <w:r w:rsidR="00C558AD" w:rsidRPr="00A72677">
              <w:rPr>
                <w:rStyle w:val="libPoemTiniChar0"/>
                <w:rtl/>
              </w:rPr>
              <w:br/>
              <w:t> </w:t>
            </w:r>
          </w:p>
        </w:tc>
      </w:tr>
      <w:tr w:rsidR="00C558AD" w:rsidRPr="00524A24" w:rsidTr="00C558AD">
        <w:trPr>
          <w:trHeight w:val="350"/>
        </w:trPr>
        <w:tc>
          <w:tcPr>
            <w:tcW w:w="3902" w:type="dxa"/>
          </w:tcPr>
          <w:p w:rsidR="00C558AD" w:rsidRPr="00524A24" w:rsidRDefault="00C558AD" w:rsidP="00BA6469">
            <w:pPr>
              <w:pStyle w:val="libPoem"/>
            </w:pPr>
            <w:r w:rsidRPr="00A72677">
              <w:rPr>
                <w:rtl/>
              </w:rPr>
              <w:t>ر</w:t>
            </w:r>
            <w:r w:rsidR="00A72677" w:rsidRPr="00A72677">
              <w:rPr>
                <w:rtl/>
              </w:rPr>
              <w:t>يح</w:t>
            </w:r>
            <w:r w:rsidRPr="00A72677">
              <w:rPr>
                <w:rtl/>
              </w:rPr>
              <w:t>انتا</w:t>
            </w:r>
            <w:r w:rsidR="004C00A8">
              <w:rPr>
                <w:rtl/>
              </w:rPr>
              <w:t xml:space="preserve"> </w:t>
            </w:r>
            <w:r w:rsidR="00A72677" w:rsidRPr="00A72677">
              <w:rPr>
                <w:rtl/>
              </w:rPr>
              <w:t>شر</w:t>
            </w:r>
            <w:r w:rsidRPr="00A72677">
              <w:rPr>
                <w:rtl/>
              </w:rPr>
              <w:t xml:space="preserve">فٍ </w:t>
            </w:r>
            <w:r w:rsidR="00A72677" w:rsidRPr="00A72677">
              <w:rPr>
                <w:rtl/>
              </w:rPr>
              <w:t>تض</w:t>
            </w:r>
            <w:r w:rsidRPr="00A72677">
              <w:rPr>
                <w:rtl/>
              </w:rPr>
              <w:t>وّ</w:t>
            </w:r>
            <w:r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C558AD" w:rsidP="00BA6469">
            <w:pPr>
              <w:pStyle w:val="libPoem"/>
            </w:pPr>
            <w:r w:rsidRPr="00A72677">
              <w:rPr>
                <w:rtl/>
              </w:rPr>
              <w:t>ع</w:t>
            </w:r>
            <w:r w:rsidR="00677BC4">
              <w:rPr>
                <w:rtl/>
              </w:rPr>
              <w:t>َ</w:t>
            </w:r>
            <w:r w:rsidRPr="00A72677">
              <w:rPr>
                <w:rtl/>
              </w:rPr>
              <w:t xml:space="preserve"> </w:t>
            </w:r>
            <w:r w:rsidR="00A72677" w:rsidRPr="00A72677">
              <w:rPr>
                <w:rtl/>
              </w:rPr>
              <w:t>منه</w:t>
            </w:r>
            <w:r w:rsidRPr="00A72677">
              <w:rPr>
                <w:rtl/>
              </w:rPr>
              <w:t>ما أرجُ ا</w:t>
            </w:r>
            <w:r w:rsidR="00A72677" w:rsidRPr="00A72677">
              <w:rPr>
                <w:rtl/>
              </w:rPr>
              <w:t>لنب</w:t>
            </w:r>
            <w:r w:rsidRPr="00A72677">
              <w:rPr>
                <w:rtl/>
              </w:rPr>
              <w:t>وّه</w:t>
            </w:r>
            <w:r w:rsidRPr="00A72677">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A72677">
              <w:rPr>
                <w:rtl/>
              </w:rPr>
              <w:t>يا</w:t>
            </w:r>
            <w:r w:rsidR="004C00A8">
              <w:rPr>
                <w:rtl/>
              </w:rPr>
              <w:t xml:space="preserve"> </w:t>
            </w:r>
            <w:r w:rsidR="00C558AD" w:rsidRPr="00A72677">
              <w:rPr>
                <w:rtl/>
              </w:rPr>
              <w:t>أ</w:t>
            </w:r>
            <w:r w:rsidRPr="00A72677">
              <w:rPr>
                <w:rtl/>
              </w:rPr>
              <w:t>خو</w:t>
            </w:r>
            <w:r w:rsidR="00C558AD" w:rsidRPr="00A72677">
              <w:rPr>
                <w:rtl/>
              </w:rPr>
              <w:t>ة</w:t>
            </w:r>
            <w:r w:rsidR="00677BC4">
              <w:rPr>
                <w:rtl/>
              </w:rPr>
              <w:t>َ</w:t>
            </w:r>
            <w:r w:rsidR="00C558AD" w:rsidRPr="00A72677">
              <w:rPr>
                <w:rtl/>
              </w:rPr>
              <w:t xml:space="preserve"> الشرف الرفيع</w:t>
            </w:r>
            <w:r w:rsidR="00C558AD"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C558AD" w:rsidP="00BA6469">
            <w:pPr>
              <w:pStyle w:val="libPoem"/>
            </w:pPr>
            <w:r w:rsidRPr="00A72677">
              <w:rPr>
                <w:rtl/>
              </w:rPr>
              <w:t>و</w:t>
            </w:r>
            <w:r w:rsidR="00A72677" w:rsidRPr="00A72677">
              <w:rPr>
                <w:rtl/>
              </w:rPr>
              <w:t>بو</w:t>
            </w:r>
            <w:r w:rsidRPr="00A72677">
              <w:rPr>
                <w:rtl/>
              </w:rPr>
              <w:t>ركتّ</w:t>
            </w:r>
            <w:r w:rsidR="004C00A8">
              <w:rPr>
                <w:rtl/>
              </w:rPr>
              <w:t xml:space="preserve"> </w:t>
            </w:r>
            <w:r w:rsidR="00A72677" w:rsidRPr="00A72677">
              <w:rPr>
                <w:rtl/>
              </w:rPr>
              <w:t>تل</w:t>
            </w:r>
            <w:r w:rsidRPr="00A72677">
              <w:rPr>
                <w:rtl/>
              </w:rPr>
              <w:t>ك الأ</w:t>
            </w:r>
            <w:r w:rsidR="00A72677" w:rsidRPr="00A72677">
              <w:rPr>
                <w:rtl/>
              </w:rPr>
              <w:t>خو</w:t>
            </w:r>
            <w:r w:rsidRPr="00A72677">
              <w:rPr>
                <w:rtl/>
              </w:rPr>
              <w:t>ّه</w:t>
            </w:r>
            <w:r w:rsidRPr="00A72677">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A72677">
              <w:rPr>
                <w:rtl/>
              </w:rPr>
              <w:t>حيتكُم</w:t>
            </w:r>
            <w:r w:rsidR="00C558AD" w:rsidRPr="00A72677">
              <w:rPr>
                <w:rtl/>
              </w:rPr>
              <w:t>ُ</w:t>
            </w:r>
            <w:r w:rsidR="004C00A8">
              <w:rPr>
                <w:rtl/>
              </w:rPr>
              <w:t xml:space="preserve"> </w:t>
            </w:r>
            <w:r w:rsidR="00C558AD" w:rsidRPr="00A72677">
              <w:rPr>
                <w:rtl/>
              </w:rPr>
              <w:t>بدويّ</w:t>
            </w:r>
            <w:r w:rsidR="00677BC4">
              <w:rPr>
                <w:rtl/>
              </w:rPr>
              <w:t>َ</w:t>
            </w:r>
            <w:r w:rsidRPr="00A72677">
              <w:rPr>
                <w:rtl/>
              </w:rPr>
              <w:t>ة</w:t>
            </w:r>
            <w:r w:rsidR="00C558AD" w:rsidRPr="00A72677">
              <w:rPr>
                <w:rtl/>
              </w:rPr>
              <w:t>ٌ</w:t>
            </w:r>
            <w:r w:rsidR="00C558AD"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A72677" w:rsidP="00BA6469">
            <w:pPr>
              <w:pStyle w:val="libPoem"/>
            </w:pPr>
            <w:r w:rsidRPr="00A72677">
              <w:rPr>
                <w:rtl/>
              </w:rPr>
              <w:t>هي</w:t>
            </w:r>
            <w:r w:rsidR="00C558AD" w:rsidRPr="00A72677">
              <w:rPr>
                <w:rtl/>
              </w:rPr>
              <w:t xml:space="preserve"> عن سواكمْ ذاتُ نبوه</w:t>
            </w:r>
            <w:r w:rsidR="00C558AD" w:rsidRPr="00A72677">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مخض</w:t>
            </w:r>
            <w:r w:rsidR="00C558AD" w:rsidRPr="009647FC">
              <w:rPr>
                <w:rtl/>
              </w:rPr>
              <w:t>تْ</w:t>
            </w:r>
            <w:r w:rsidR="00C558AD">
              <w:rPr>
                <w:rtl/>
              </w:rPr>
              <w:t xml:space="preserve"> </w:t>
            </w:r>
            <w:r w:rsidRPr="009647FC">
              <w:rPr>
                <w:rtl/>
              </w:rPr>
              <w:t>ثم</w:t>
            </w:r>
            <w:r w:rsidR="00C558AD" w:rsidRPr="009647FC">
              <w:rPr>
                <w:rtl/>
              </w:rPr>
              <w:t>يلتها</w:t>
            </w:r>
            <w:r w:rsidR="00C558AD">
              <w:rPr>
                <w:rtl/>
              </w:rPr>
              <w:t xml:space="preserve"> </w:t>
            </w:r>
            <w:r w:rsidRPr="009647FC">
              <w:rPr>
                <w:rtl/>
              </w:rPr>
              <w:t>لك</w:t>
            </w:r>
            <w:r w:rsidR="00C558AD" w:rsidRPr="009647FC">
              <w:rPr>
                <w:rtl/>
              </w:rPr>
              <w:t>م</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A72677" w:rsidP="00BA6469">
            <w:pPr>
              <w:pStyle w:val="libPoem"/>
            </w:pPr>
            <w:r w:rsidRPr="009647FC">
              <w:rPr>
                <w:rtl/>
              </w:rPr>
              <w:t>حل</w:t>
            </w:r>
            <w:r w:rsidR="00C558AD" w:rsidRPr="009647FC">
              <w:rPr>
                <w:rtl/>
              </w:rPr>
              <w:t>ب</w:t>
            </w:r>
            <w:r w:rsidR="00677BC4">
              <w:rPr>
                <w:rtl/>
              </w:rPr>
              <w:t>َ</w:t>
            </w:r>
            <w:r w:rsidR="00C558AD">
              <w:rPr>
                <w:rtl/>
              </w:rPr>
              <w:t xml:space="preserve"> </w:t>
            </w:r>
            <w:r w:rsidR="00C558AD" w:rsidRPr="009647FC">
              <w:rPr>
                <w:rtl/>
              </w:rPr>
              <w:t>الثناء</w:t>
            </w:r>
            <w:r w:rsidR="00C558AD">
              <w:rPr>
                <w:rtl/>
              </w:rPr>
              <w:t xml:space="preserve"> </w:t>
            </w:r>
            <w:r w:rsidR="00C558AD" w:rsidRPr="009647FC">
              <w:rPr>
                <w:rtl/>
              </w:rPr>
              <w:t>صريح</w:t>
            </w:r>
            <w:r w:rsidR="00677BC4">
              <w:rPr>
                <w:rtl/>
              </w:rPr>
              <w:t>َ</w:t>
            </w:r>
            <w:r w:rsidR="00C558AD">
              <w:rPr>
                <w:rtl/>
              </w:rPr>
              <w:t xml:space="preserve"> </w:t>
            </w:r>
            <w:r w:rsidR="00C558AD" w:rsidRPr="009647FC">
              <w:rPr>
                <w:rtl/>
              </w:rPr>
              <w:t>رغوه</w:t>
            </w:r>
            <w:r w:rsidR="00C558AD" w:rsidRPr="00725071">
              <w:rPr>
                <w:rStyle w:val="libPoemTiniChar0"/>
                <w:rtl/>
              </w:rPr>
              <w:br/>
              <w:t> </w:t>
            </w:r>
          </w:p>
        </w:tc>
      </w:tr>
      <w:tr w:rsidR="00C558AD" w:rsidRPr="00524A24" w:rsidTr="00C558AD">
        <w:trPr>
          <w:trHeight w:val="350"/>
        </w:trPr>
        <w:tc>
          <w:tcPr>
            <w:tcW w:w="3902" w:type="dxa"/>
          </w:tcPr>
          <w:p w:rsidR="00C558AD" w:rsidRPr="00524A24" w:rsidRDefault="00C558AD" w:rsidP="00BA6469">
            <w:pPr>
              <w:pStyle w:val="libPoem"/>
            </w:pPr>
            <w:r w:rsidRPr="009647FC">
              <w:rPr>
                <w:rtl/>
              </w:rPr>
              <w:t>و</w:t>
            </w:r>
            <w:r w:rsidR="00A72677" w:rsidRPr="009647FC">
              <w:rPr>
                <w:rtl/>
              </w:rPr>
              <w:t>سقت</w:t>
            </w:r>
            <w:r w:rsidRPr="009647FC">
              <w:rPr>
                <w:rtl/>
              </w:rPr>
              <w:t>كمُ</w:t>
            </w:r>
            <w:r w:rsidR="004C00A8">
              <w:rPr>
                <w:rtl/>
              </w:rPr>
              <w:t xml:space="preserve"> </w:t>
            </w:r>
            <w:r w:rsidR="00A72677" w:rsidRPr="009647FC">
              <w:rPr>
                <w:rtl/>
              </w:rPr>
              <w:t>منه</w:t>
            </w:r>
            <w:r w:rsidRPr="009647FC">
              <w:rPr>
                <w:rtl/>
              </w:rPr>
              <w:t>ا</w:t>
            </w:r>
            <w:r>
              <w:rPr>
                <w:rtl/>
              </w:rPr>
              <w:t xml:space="preserve"> </w:t>
            </w:r>
            <w:r w:rsidR="00A72677" w:rsidRPr="009647FC">
              <w:rPr>
                <w:rtl/>
              </w:rPr>
              <w:t>مك</w:t>
            </w:r>
            <w:r w:rsidRPr="009647FC">
              <w:rPr>
                <w:rtl/>
              </w:rPr>
              <w:t>ا</w:t>
            </w:r>
            <w:r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A72677" w:rsidP="00BA6469">
            <w:pPr>
              <w:pStyle w:val="libPoem"/>
            </w:pPr>
            <w:r w:rsidRPr="009647FC">
              <w:rPr>
                <w:rtl/>
              </w:rPr>
              <w:t>فئ</w:t>
            </w:r>
            <w:r w:rsidR="00C558AD" w:rsidRPr="009647FC">
              <w:rPr>
                <w:rtl/>
              </w:rPr>
              <w:t>ة</w:t>
            </w:r>
            <w:r w:rsidR="00677BC4">
              <w:rPr>
                <w:rtl/>
              </w:rPr>
              <w:t>َ</w:t>
            </w:r>
            <w:r w:rsidR="004C00A8">
              <w:rPr>
                <w:rtl/>
              </w:rPr>
              <w:t xml:space="preserve"> </w:t>
            </w:r>
            <w:r w:rsidR="00C558AD" w:rsidRPr="009647FC">
              <w:rPr>
                <w:rtl/>
              </w:rPr>
              <w:t>على</w:t>
            </w:r>
            <w:r w:rsidR="00C558AD">
              <w:rPr>
                <w:rtl/>
              </w:rPr>
              <w:t xml:space="preserve"> </w:t>
            </w:r>
            <w:r w:rsidR="00C558AD" w:rsidRPr="009647FC">
              <w:rPr>
                <w:rtl/>
              </w:rPr>
              <w:t>الإحسان</w:t>
            </w:r>
            <w:r w:rsidR="00C558AD">
              <w:rPr>
                <w:rtl/>
              </w:rPr>
              <w:t xml:space="preserve"> </w:t>
            </w:r>
            <w:r w:rsidR="00C558AD" w:rsidRPr="009647FC">
              <w:rPr>
                <w:rtl/>
              </w:rPr>
              <w:t>صفوه</w:t>
            </w:r>
            <w:r w:rsidR="00C558AD" w:rsidRPr="00725071">
              <w:rPr>
                <w:rStyle w:val="libPoemTiniChar0"/>
                <w:rtl/>
              </w:rPr>
              <w:br/>
              <w:t> </w:t>
            </w:r>
          </w:p>
        </w:tc>
      </w:tr>
      <w:tr w:rsidR="00C558AD" w:rsidRPr="00524A24" w:rsidTr="00C558AD">
        <w:trPr>
          <w:trHeight w:val="350"/>
        </w:trPr>
        <w:tc>
          <w:tcPr>
            <w:tcW w:w="3902" w:type="dxa"/>
          </w:tcPr>
          <w:p w:rsidR="00C558AD" w:rsidRPr="00524A24" w:rsidRDefault="00C558AD" w:rsidP="00BA6469">
            <w:pPr>
              <w:pStyle w:val="libPoem"/>
            </w:pPr>
            <w:r w:rsidRPr="009647FC">
              <w:rPr>
                <w:rtl/>
              </w:rPr>
              <w:t>وإذا</w:t>
            </w:r>
            <w:r w:rsidR="004C00A8">
              <w:rPr>
                <w:rtl/>
              </w:rPr>
              <w:t xml:space="preserve"> </w:t>
            </w:r>
            <w:r w:rsidRPr="009647FC">
              <w:rPr>
                <w:rtl/>
              </w:rPr>
              <w:t>ا</w:t>
            </w:r>
            <w:r w:rsidR="00A72677" w:rsidRPr="009647FC">
              <w:rPr>
                <w:rtl/>
              </w:rPr>
              <w:t>كت</w:t>
            </w:r>
            <w:r w:rsidRPr="009647FC">
              <w:rPr>
                <w:rtl/>
              </w:rPr>
              <w:t>ستْ</w:t>
            </w:r>
            <w:r>
              <w:rPr>
                <w:rtl/>
              </w:rPr>
              <w:t xml:space="preserve"> </w:t>
            </w:r>
            <w:r w:rsidR="00A72677" w:rsidRPr="009647FC">
              <w:rPr>
                <w:rtl/>
              </w:rPr>
              <w:t>حل</w:t>
            </w:r>
            <w:r w:rsidRPr="009647FC">
              <w:rPr>
                <w:rtl/>
              </w:rPr>
              <w:t>لُ</w:t>
            </w:r>
            <w:r>
              <w:rPr>
                <w:rtl/>
              </w:rPr>
              <w:t xml:space="preserve"> </w:t>
            </w:r>
            <w:r w:rsidRPr="009647FC">
              <w:rPr>
                <w:rtl/>
              </w:rPr>
              <w:t>القبو</w:t>
            </w:r>
            <w:r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Pr="00524A24" w:rsidRDefault="00C558AD" w:rsidP="00BA6469">
            <w:pPr>
              <w:pStyle w:val="libPoem"/>
            </w:pPr>
            <w:r w:rsidRPr="009647FC">
              <w:rPr>
                <w:rtl/>
              </w:rPr>
              <w:t>ل</w:t>
            </w:r>
            <w:r>
              <w:rPr>
                <w:rtl/>
              </w:rPr>
              <w:t xml:space="preserve"> </w:t>
            </w:r>
            <w:r w:rsidR="00A72677" w:rsidRPr="009647FC">
              <w:rPr>
                <w:rtl/>
              </w:rPr>
              <w:t>فح</w:t>
            </w:r>
            <w:r w:rsidRPr="009647FC">
              <w:rPr>
                <w:rtl/>
              </w:rPr>
              <w:t>ق</w:t>
            </w:r>
            <w:r w:rsidR="00677BC4">
              <w:rPr>
                <w:rtl/>
              </w:rPr>
              <w:t>َ</w:t>
            </w:r>
            <w:r>
              <w:rPr>
                <w:rtl/>
              </w:rPr>
              <w:t xml:space="preserve"> </w:t>
            </w:r>
            <w:r w:rsidRPr="009647FC">
              <w:rPr>
                <w:rtl/>
              </w:rPr>
              <w:t>أنْ</w:t>
            </w:r>
            <w:r>
              <w:rPr>
                <w:rtl/>
              </w:rPr>
              <w:t xml:space="preserve"> </w:t>
            </w:r>
            <w:r w:rsidR="00A72677" w:rsidRPr="009647FC">
              <w:rPr>
                <w:rtl/>
              </w:rPr>
              <w:t>تخ</w:t>
            </w:r>
            <w:r w:rsidRPr="009647FC">
              <w:rPr>
                <w:rtl/>
              </w:rPr>
              <w:t>تال</w:t>
            </w:r>
            <w:r w:rsidR="00677BC4">
              <w:rPr>
                <w:rtl/>
              </w:rPr>
              <w:t>َ</w:t>
            </w:r>
            <w:r>
              <w:rPr>
                <w:rtl/>
              </w:rPr>
              <w:t xml:space="preserve"> </w:t>
            </w:r>
            <w:r w:rsidRPr="009647FC">
              <w:rPr>
                <w:rtl/>
              </w:rPr>
              <w:t>زهوه</w:t>
            </w:r>
            <w:r w:rsidRPr="00725071">
              <w:rPr>
                <w:rStyle w:val="libPoemTiniChar0"/>
                <w:rtl/>
              </w:rPr>
              <w:br/>
              <w:t> </w:t>
            </w:r>
          </w:p>
        </w:tc>
      </w:tr>
    </w:tbl>
    <w:p w:rsidR="004E7EC6" w:rsidRDefault="004E7EC6" w:rsidP="004E7EC6">
      <w:pPr>
        <w:pStyle w:val="libNormal"/>
        <w:rPr>
          <w:rtl/>
        </w:rPr>
      </w:pPr>
      <w:r>
        <w:rPr>
          <w:rtl/>
        </w:rPr>
        <w:br w:type="page"/>
      </w:r>
    </w:p>
    <w:p w:rsidR="004E7EC6" w:rsidRDefault="004E7EC6" w:rsidP="004E7EC6">
      <w:pPr>
        <w:pStyle w:val="libNormal"/>
        <w:rPr>
          <w:rtl/>
        </w:rPr>
      </w:pPr>
      <w:r>
        <w:rPr>
          <w:rtl/>
        </w:rPr>
        <w:lastRenderedPageBreak/>
        <w:br w:type="page"/>
      </w:r>
    </w:p>
    <w:p w:rsidR="009647FC" w:rsidRPr="00524A24" w:rsidRDefault="009647FC" w:rsidP="004E7EC6">
      <w:pPr>
        <w:pStyle w:val="Heading2Center"/>
      </w:pPr>
      <w:bookmarkStart w:id="4" w:name="_Toc430170484"/>
      <w:r w:rsidRPr="009647FC">
        <w:rPr>
          <w:rtl/>
        </w:rPr>
        <w:lastRenderedPageBreak/>
        <w:t>المراثي</w:t>
      </w:r>
      <w:bookmarkStart w:id="5" w:name="المراثي"/>
      <w:bookmarkEnd w:id="5"/>
      <w:bookmarkEnd w:id="4"/>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قال (رحمه اللّه) يرثي الحاج مهدي كبّه</w:t>
      </w:r>
      <w:r w:rsidRPr="004E7EC6">
        <w:rPr>
          <w:rStyle w:val="libFootnotenumChar"/>
          <w:rtl/>
        </w:rPr>
        <w:t>(1)</w:t>
      </w:r>
      <w:r w:rsidR="00D769AB">
        <w:rPr>
          <w:rtl/>
        </w:rPr>
        <w:t>،</w:t>
      </w:r>
      <w:r w:rsidRPr="004E7EC6">
        <w:rPr>
          <w:rtl/>
        </w:rPr>
        <w:t xml:space="preserve"> ويعزّي أباه الحاج محمد صالح</w:t>
      </w:r>
      <w:r w:rsidR="00D769AB">
        <w:rPr>
          <w:rtl/>
        </w:rPr>
        <w:t>:</w:t>
      </w:r>
    </w:p>
    <w:tbl>
      <w:tblPr>
        <w:tblStyle w:val="TableGrid"/>
        <w:bidiVisual/>
        <w:tblW w:w="4562" w:type="pct"/>
        <w:tblInd w:w="384" w:type="dxa"/>
        <w:tblLook w:val="04A0"/>
      </w:tblPr>
      <w:tblGrid>
        <w:gridCol w:w="3902"/>
        <w:gridCol w:w="301"/>
        <w:gridCol w:w="3884"/>
      </w:tblGrid>
      <w:tr w:rsidR="00C558AD" w:rsidRPr="00524A24" w:rsidTr="00C558AD">
        <w:trPr>
          <w:trHeight w:val="350"/>
        </w:trPr>
        <w:tc>
          <w:tcPr>
            <w:tcW w:w="3902" w:type="dxa"/>
          </w:tcPr>
          <w:p w:rsidR="00C558AD" w:rsidRPr="00524A24" w:rsidRDefault="00A72677" w:rsidP="00BA6469">
            <w:pPr>
              <w:pStyle w:val="libPoem"/>
            </w:pPr>
            <w:r w:rsidRPr="009647FC">
              <w:rPr>
                <w:rtl/>
              </w:rPr>
              <w:t>غمضت</w:t>
            </w:r>
            <w:r w:rsidR="00C558AD">
              <w:rPr>
                <w:rtl/>
              </w:rPr>
              <w:t xml:space="preserve"> </w:t>
            </w:r>
            <w:r w:rsidRPr="009647FC">
              <w:rPr>
                <w:rtl/>
              </w:rPr>
              <w:t>بغت</w:t>
            </w:r>
            <w:r w:rsidR="00C558AD" w:rsidRPr="009647FC">
              <w:rPr>
                <w:rtl/>
              </w:rPr>
              <w:t>ةً</w:t>
            </w:r>
            <w:r w:rsidR="00C558AD">
              <w:rPr>
                <w:rtl/>
              </w:rPr>
              <w:t xml:space="preserve"> </w:t>
            </w:r>
            <w:r w:rsidRPr="009647FC">
              <w:rPr>
                <w:rtl/>
              </w:rPr>
              <w:t>جفو</w:t>
            </w:r>
            <w:r w:rsidR="00C558AD" w:rsidRPr="009647FC">
              <w:rPr>
                <w:rtl/>
              </w:rPr>
              <w:t>نُ</w:t>
            </w:r>
            <w:r w:rsidR="00C558AD">
              <w:rPr>
                <w:rtl/>
              </w:rPr>
              <w:t xml:space="preserve"> </w:t>
            </w:r>
            <w:r w:rsidR="00C558AD" w:rsidRPr="009647FC">
              <w:rPr>
                <w:rtl/>
              </w:rPr>
              <w:t>ا</w:t>
            </w:r>
            <w:r w:rsidRPr="009647FC">
              <w:rPr>
                <w:rtl/>
              </w:rPr>
              <w:t>لفن</w:t>
            </w:r>
            <w:r w:rsidR="00C558AD" w:rsidRPr="009647FC">
              <w:rPr>
                <w:rtl/>
              </w:rPr>
              <w:t>اءِ</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A72677" w:rsidP="00BA6469">
            <w:pPr>
              <w:pStyle w:val="libPoem"/>
            </w:pPr>
            <w:r w:rsidRPr="009647FC">
              <w:rPr>
                <w:rtl/>
              </w:rPr>
              <w:t>فو</w:t>
            </w:r>
            <w:r w:rsidR="00C558AD" w:rsidRPr="009647FC">
              <w:rPr>
                <w:rtl/>
              </w:rPr>
              <w:t>ق</w:t>
            </w:r>
            <w:r w:rsidR="004C00A8">
              <w:rPr>
                <w:rtl/>
              </w:rPr>
              <w:t xml:space="preserve"> </w:t>
            </w:r>
            <w:r w:rsidR="00C558AD" w:rsidRPr="009647FC">
              <w:rPr>
                <w:rtl/>
              </w:rPr>
              <w:t>إن</w:t>
            </w:r>
            <w:r w:rsidRPr="009647FC">
              <w:rPr>
                <w:rtl/>
              </w:rPr>
              <w:t>سا</w:t>
            </w:r>
            <w:r w:rsidR="00C558AD" w:rsidRPr="009647FC">
              <w:rPr>
                <w:rtl/>
              </w:rPr>
              <w:t>نِ</w:t>
            </w:r>
            <w:r w:rsidR="00C558AD">
              <w:rPr>
                <w:rtl/>
              </w:rPr>
              <w:t xml:space="preserve"> </w:t>
            </w:r>
            <w:r w:rsidRPr="009647FC">
              <w:rPr>
                <w:rtl/>
              </w:rPr>
              <w:t>مقل</w:t>
            </w:r>
            <w:r w:rsidR="00C558AD" w:rsidRPr="009647FC">
              <w:rPr>
                <w:rtl/>
              </w:rPr>
              <w:t>ة</w:t>
            </w:r>
            <w:r w:rsidR="00C558AD">
              <w:rPr>
                <w:rtl/>
              </w:rPr>
              <w:t xml:space="preserve"> </w:t>
            </w:r>
            <w:r w:rsidR="00C558AD" w:rsidRPr="009647FC">
              <w:rPr>
                <w:rtl/>
              </w:rPr>
              <w:t>ا</w:t>
            </w:r>
            <w:r w:rsidRPr="009647FC">
              <w:rPr>
                <w:rtl/>
              </w:rPr>
              <w:t>لعل</w:t>
            </w:r>
            <w:r w:rsidR="00C558AD" w:rsidRPr="009647FC">
              <w:rPr>
                <w:rtl/>
              </w:rPr>
              <w:t>ياءِ</w:t>
            </w:r>
            <w:r w:rsidR="00C558AD" w:rsidRPr="00725071">
              <w:rPr>
                <w:rStyle w:val="libPoemTiniChar0"/>
                <w:rtl/>
              </w:rPr>
              <w:br/>
              <w:t> </w:t>
            </w:r>
          </w:p>
        </w:tc>
      </w:tr>
      <w:tr w:rsidR="00C558AD" w:rsidRPr="00524A24" w:rsidTr="00C558AD">
        <w:trPr>
          <w:trHeight w:val="350"/>
        </w:trPr>
        <w:tc>
          <w:tcPr>
            <w:tcW w:w="3902" w:type="dxa"/>
          </w:tcPr>
          <w:p w:rsidR="00C558AD" w:rsidRPr="00524A24" w:rsidRDefault="00C558AD" w:rsidP="00BA6469">
            <w:pPr>
              <w:pStyle w:val="libPoem"/>
            </w:pPr>
            <w:r w:rsidRPr="009647FC">
              <w:rPr>
                <w:rtl/>
              </w:rPr>
              <w:t>و</w:t>
            </w:r>
            <w:r w:rsidR="00A72677" w:rsidRPr="009647FC">
              <w:rPr>
                <w:rtl/>
              </w:rPr>
              <w:t>له</w:t>
            </w:r>
            <w:r>
              <w:rPr>
                <w:rtl/>
              </w:rPr>
              <w:t xml:space="preserve"> </w:t>
            </w:r>
            <w:r w:rsidR="00A72677" w:rsidRPr="009647FC">
              <w:rPr>
                <w:rtl/>
              </w:rPr>
              <w:t>نقب</w:t>
            </w:r>
            <w:r w:rsidRPr="009647FC">
              <w:rPr>
                <w:rtl/>
              </w:rPr>
              <w:t>ّت</w:t>
            </w:r>
            <w:r>
              <w:rPr>
                <w:rtl/>
              </w:rPr>
              <w:t xml:space="preserve"> </w:t>
            </w:r>
            <w:r w:rsidR="00A72677" w:rsidRPr="009647FC">
              <w:rPr>
                <w:rtl/>
              </w:rPr>
              <w:t>بغا</w:t>
            </w:r>
            <w:r w:rsidRPr="009647FC">
              <w:rPr>
                <w:rtl/>
              </w:rPr>
              <w:t>شية</w:t>
            </w:r>
            <w:r>
              <w:rPr>
                <w:rtl/>
              </w:rPr>
              <w:t xml:space="preserve"> </w:t>
            </w:r>
            <w:r w:rsidRPr="009647FC">
              <w:rPr>
                <w:rtl/>
              </w:rPr>
              <w:t>ا</w:t>
            </w:r>
            <w:r w:rsidR="00A72677" w:rsidRPr="009647FC">
              <w:rPr>
                <w:rtl/>
              </w:rPr>
              <w:t>لحز</w:t>
            </w:r>
            <w:r w:rsidRPr="009647FC">
              <w:rPr>
                <w:rtl/>
              </w:rPr>
              <w:t>ن</w:t>
            </w:r>
            <w:r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A72677" w:rsidP="00BA6469">
            <w:pPr>
              <w:pStyle w:val="libPoem"/>
            </w:pPr>
            <w:r w:rsidRPr="009647FC">
              <w:rPr>
                <w:rtl/>
              </w:rPr>
              <w:t>محي</w:t>
            </w:r>
            <w:r w:rsidR="00C558AD" w:rsidRPr="009647FC">
              <w:rPr>
                <w:rtl/>
              </w:rPr>
              <w:t>ّا</w:t>
            </w:r>
            <w:r w:rsidR="004C00A8">
              <w:rPr>
                <w:rtl/>
              </w:rPr>
              <w:t xml:space="preserve"> </w:t>
            </w:r>
            <w:r w:rsidR="00C558AD" w:rsidRPr="009647FC">
              <w:rPr>
                <w:rtl/>
              </w:rPr>
              <w:t>ا</w:t>
            </w:r>
            <w:r w:rsidRPr="009647FC">
              <w:rPr>
                <w:rtl/>
              </w:rPr>
              <w:t>لدني</w:t>
            </w:r>
            <w:r w:rsidR="00C558AD" w:rsidRPr="009647FC">
              <w:rPr>
                <w:rtl/>
              </w:rPr>
              <w:t>ا</w:t>
            </w:r>
            <w:r w:rsidR="00C558AD">
              <w:rPr>
                <w:rtl/>
              </w:rPr>
              <w:t xml:space="preserve"> </w:t>
            </w:r>
            <w:r w:rsidR="00C558AD" w:rsidRPr="009647FC">
              <w:rPr>
                <w:rtl/>
              </w:rPr>
              <w:t>يدُ</w:t>
            </w:r>
            <w:r w:rsidR="00C558AD">
              <w:rPr>
                <w:rtl/>
              </w:rPr>
              <w:t xml:space="preserve"> </w:t>
            </w:r>
            <w:r w:rsidR="00C558AD" w:rsidRPr="009647FC">
              <w:rPr>
                <w:rtl/>
              </w:rPr>
              <w:t>ا</w:t>
            </w:r>
            <w:r w:rsidRPr="009647FC">
              <w:rPr>
                <w:rtl/>
              </w:rPr>
              <w:t>لن</w:t>
            </w:r>
            <w:r w:rsidR="00C558AD" w:rsidRPr="009647FC">
              <w:rPr>
                <w:rtl/>
              </w:rPr>
              <w:t>كباءِ</w:t>
            </w:r>
            <w:r w:rsidR="00C558AD" w:rsidRPr="004E7EC6">
              <w:rPr>
                <w:rStyle w:val="libFootnotenumChar"/>
                <w:rtl/>
              </w:rPr>
              <w:t>(2)</w:t>
            </w:r>
            <w:r w:rsidR="00C558AD" w:rsidRPr="00725071">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A72677">
              <w:rPr>
                <w:rtl/>
              </w:rPr>
              <w:t>حمّل</w:t>
            </w:r>
            <w:r w:rsidR="00C558AD" w:rsidRPr="00A72677">
              <w:rPr>
                <w:rtl/>
              </w:rPr>
              <w:t>ت</w:t>
            </w:r>
            <w:r w:rsidR="004C00A8">
              <w:rPr>
                <w:rtl/>
              </w:rPr>
              <w:t xml:space="preserve"> </w:t>
            </w:r>
            <w:r w:rsidR="00C558AD" w:rsidRPr="00A72677">
              <w:rPr>
                <w:rtl/>
              </w:rPr>
              <w:t xml:space="preserve">وقر </w:t>
            </w:r>
            <w:r w:rsidRPr="00A72677">
              <w:rPr>
                <w:rtl/>
              </w:rPr>
              <w:t>عب</w:t>
            </w:r>
            <w:r w:rsidR="00C558AD" w:rsidRPr="00A72677">
              <w:rPr>
                <w:rtl/>
              </w:rPr>
              <w:t xml:space="preserve">ئها </w:t>
            </w:r>
            <w:r w:rsidRPr="00A72677">
              <w:rPr>
                <w:rtl/>
              </w:rPr>
              <w:t>كا</w:t>
            </w:r>
            <w:r w:rsidR="00C558AD" w:rsidRPr="00A72677">
              <w:rPr>
                <w:rtl/>
              </w:rPr>
              <w:t>هل</w:t>
            </w:r>
            <w:r w:rsidR="00677BC4">
              <w:rPr>
                <w:rtl/>
              </w:rPr>
              <w:t>َ</w:t>
            </w:r>
            <w:r w:rsidR="00C558AD" w:rsidRPr="00A72677">
              <w:rPr>
                <w:rtl/>
              </w:rPr>
              <w:t xml:space="preserve"> ا</w:t>
            </w:r>
            <w:r w:rsidRPr="00A72677">
              <w:rPr>
                <w:rtl/>
              </w:rPr>
              <w:t>لد</w:t>
            </w:r>
            <w:r w:rsidR="00C558AD" w:rsidRPr="00A72677">
              <w:rPr>
                <w:rtl/>
              </w:rPr>
              <w:t>ه</w:t>
            </w:r>
            <w:r w:rsidR="00C558AD" w:rsidRPr="00A72677">
              <w:rPr>
                <w:rFonts w:hint="cs"/>
                <w:rtl/>
              </w:rPr>
              <w:t>ـ</w:t>
            </w:r>
            <w:r w:rsidR="00C558AD" w:rsidRPr="00A72677">
              <w:rPr>
                <w:rStyle w:val="libPoemTiniChar0"/>
                <w:rtl/>
              </w:rPr>
              <w:br/>
              <w:t> </w:t>
            </w:r>
          </w:p>
        </w:tc>
        <w:tc>
          <w:tcPr>
            <w:tcW w:w="301" w:type="dxa"/>
          </w:tcPr>
          <w:p w:rsidR="00C558AD" w:rsidRPr="00A72677" w:rsidRDefault="00C558AD" w:rsidP="00BA6469">
            <w:pPr>
              <w:pStyle w:val="libPoem"/>
              <w:rPr>
                <w:rtl/>
              </w:rPr>
            </w:pPr>
          </w:p>
        </w:tc>
        <w:tc>
          <w:tcPr>
            <w:tcW w:w="3884" w:type="dxa"/>
          </w:tcPr>
          <w:p w:rsidR="00C558AD" w:rsidRPr="00A72677" w:rsidRDefault="00C558AD" w:rsidP="00BA6469">
            <w:pPr>
              <w:pStyle w:val="libPoem"/>
            </w:pPr>
            <w:r w:rsidRPr="00A72677">
              <w:rPr>
                <w:rtl/>
              </w:rPr>
              <w:t xml:space="preserve">رِ </w:t>
            </w:r>
            <w:r w:rsidR="00A72677" w:rsidRPr="00A72677">
              <w:rPr>
                <w:rtl/>
              </w:rPr>
              <w:t>فأ</w:t>
            </w:r>
            <w:r w:rsidRPr="00A72677">
              <w:rPr>
                <w:rtl/>
              </w:rPr>
              <w:t xml:space="preserve">مسى </w:t>
            </w:r>
            <w:r w:rsidR="00A72677" w:rsidRPr="00A72677">
              <w:rPr>
                <w:rtl/>
              </w:rPr>
              <w:t>ير</w:t>
            </w:r>
            <w:r w:rsidRPr="00A72677">
              <w:rPr>
                <w:rtl/>
              </w:rPr>
              <w:t>غو</w:t>
            </w:r>
            <w:r w:rsidRPr="00A72677">
              <w:rPr>
                <w:rStyle w:val="libFootnotenumChar"/>
                <w:rtl/>
              </w:rPr>
              <w:t>(3)</w:t>
            </w:r>
            <w:r w:rsidRPr="00A72677">
              <w:rPr>
                <w:rtl/>
              </w:rPr>
              <w:t xml:space="preserve"> </w:t>
            </w:r>
            <w:r w:rsidR="00A72677" w:rsidRPr="00A72677">
              <w:rPr>
                <w:rtl/>
              </w:rPr>
              <w:t>من</w:t>
            </w:r>
            <w:r w:rsidRPr="00A72677">
              <w:rPr>
                <w:rtl/>
              </w:rPr>
              <w:t xml:space="preserve"> الإ</w:t>
            </w:r>
            <w:r w:rsidR="00A72677" w:rsidRPr="00A72677">
              <w:rPr>
                <w:rtl/>
              </w:rPr>
              <w:t>عي</w:t>
            </w:r>
            <w:r w:rsidRPr="00A72677">
              <w:rPr>
                <w:rtl/>
              </w:rPr>
              <w:t>اءِ</w:t>
            </w:r>
            <w:r w:rsidRPr="00A72677">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نكب</w:t>
            </w:r>
            <w:r w:rsidR="00C558AD" w:rsidRPr="009647FC">
              <w:rPr>
                <w:rtl/>
              </w:rPr>
              <w:t>ةٌ</w:t>
            </w:r>
            <w:r w:rsidR="00C558AD">
              <w:rPr>
                <w:rtl/>
              </w:rPr>
              <w:t xml:space="preserve"> </w:t>
            </w:r>
            <w:r w:rsidRPr="009647FC">
              <w:rPr>
                <w:rtl/>
              </w:rPr>
              <w:t>لم</w:t>
            </w:r>
            <w:r w:rsidR="00C558AD">
              <w:rPr>
                <w:rtl/>
              </w:rPr>
              <w:t xml:space="preserve"> </w:t>
            </w:r>
            <w:r w:rsidRPr="009647FC">
              <w:rPr>
                <w:rtl/>
              </w:rPr>
              <w:t>تد</w:t>
            </w:r>
            <w:r w:rsidR="00C558AD" w:rsidRPr="009647FC">
              <w:rPr>
                <w:rtl/>
              </w:rPr>
              <w:t>عْ</w:t>
            </w:r>
            <w:r w:rsidR="00C558AD">
              <w:rPr>
                <w:rtl/>
              </w:rPr>
              <w:t xml:space="preserve"> </w:t>
            </w:r>
            <w:r w:rsidRPr="009647FC">
              <w:rPr>
                <w:rtl/>
              </w:rPr>
              <w:t>جل</w:t>
            </w:r>
            <w:r w:rsidR="00C558AD" w:rsidRPr="009647FC">
              <w:rPr>
                <w:rtl/>
              </w:rPr>
              <w:t>يداً</w:t>
            </w:r>
            <w:r w:rsidR="00C558AD">
              <w:rPr>
                <w:rtl/>
              </w:rPr>
              <w:t xml:space="preserve"> </w:t>
            </w:r>
            <w:r w:rsidRPr="009647FC">
              <w:rPr>
                <w:rtl/>
              </w:rPr>
              <w:t>عل</w:t>
            </w:r>
            <w:r w:rsidR="00C558AD" w:rsidRPr="009647FC">
              <w:rPr>
                <w:rtl/>
              </w:rPr>
              <w:t>ى</w:t>
            </w:r>
            <w:r w:rsidR="00C558AD">
              <w:rPr>
                <w:rtl/>
              </w:rPr>
              <w:t xml:space="preserve"> </w:t>
            </w:r>
            <w:r w:rsidR="00C558AD" w:rsidRPr="009647FC">
              <w:rPr>
                <w:rtl/>
              </w:rPr>
              <w:t>ا</w:t>
            </w:r>
            <w:r w:rsidRPr="009647FC">
              <w:rPr>
                <w:rtl/>
              </w:rPr>
              <w:t>لو</w:t>
            </w:r>
            <w:r w:rsidR="00C558AD" w:rsidRPr="009647FC">
              <w:rPr>
                <w:rtl/>
              </w:rPr>
              <w:t>جـ</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C558AD" w:rsidP="00BA6469">
            <w:pPr>
              <w:pStyle w:val="libPoem"/>
            </w:pPr>
            <w:r w:rsidRPr="009647FC">
              <w:rPr>
                <w:rtl/>
              </w:rPr>
              <w:t>د</w:t>
            </w:r>
            <w:r w:rsidR="00677BC4">
              <w:rPr>
                <w:rtl/>
              </w:rPr>
              <w:t>َ</w:t>
            </w:r>
            <w:r w:rsidRPr="004E7EC6">
              <w:rPr>
                <w:rStyle w:val="libFootnotenumChar"/>
                <w:rtl/>
              </w:rPr>
              <w:t>(4)</w:t>
            </w:r>
            <w:r>
              <w:rPr>
                <w:rtl/>
              </w:rPr>
              <w:t xml:space="preserve"> </w:t>
            </w:r>
            <w:r w:rsidRPr="009647FC">
              <w:rPr>
                <w:rtl/>
              </w:rPr>
              <w:t>ولا</w:t>
            </w:r>
            <w:r>
              <w:rPr>
                <w:rtl/>
              </w:rPr>
              <w:t xml:space="preserve"> </w:t>
            </w:r>
            <w:r w:rsidR="00A72677" w:rsidRPr="009647FC">
              <w:rPr>
                <w:rtl/>
              </w:rPr>
              <w:t>صابر</w:t>
            </w:r>
            <w:r w:rsidRPr="009647FC">
              <w:rPr>
                <w:rtl/>
              </w:rPr>
              <w:t>اً</w:t>
            </w:r>
            <w:r>
              <w:rPr>
                <w:rtl/>
              </w:rPr>
              <w:t xml:space="preserve"> </w:t>
            </w:r>
            <w:r w:rsidR="00A72677" w:rsidRPr="009647FC">
              <w:rPr>
                <w:rtl/>
              </w:rPr>
              <w:t>على</w:t>
            </w:r>
            <w:r>
              <w:rPr>
                <w:rtl/>
              </w:rPr>
              <w:t xml:space="preserve"> </w:t>
            </w:r>
            <w:r w:rsidRPr="009647FC">
              <w:rPr>
                <w:rtl/>
              </w:rPr>
              <w:t>ا</w:t>
            </w:r>
            <w:r w:rsidR="00A72677" w:rsidRPr="009647FC">
              <w:rPr>
                <w:rtl/>
              </w:rPr>
              <w:t>لل</w:t>
            </w:r>
            <w:r w:rsidRPr="009647FC">
              <w:rPr>
                <w:rtl/>
              </w:rPr>
              <w:t>أواءِ</w:t>
            </w:r>
            <w:r w:rsidRPr="00725071">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ليت</w:t>
            </w:r>
            <w:r w:rsidR="00C558AD">
              <w:rPr>
                <w:rtl/>
              </w:rPr>
              <w:t xml:space="preserve"> </w:t>
            </w:r>
            <w:r w:rsidR="00C558AD" w:rsidRPr="009647FC">
              <w:rPr>
                <w:rtl/>
              </w:rPr>
              <w:t>أمّ</w:t>
            </w:r>
            <w:r w:rsidR="00C558AD">
              <w:rPr>
                <w:rtl/>
              </w:rPr>
              <w:t xml:space="preserve"> </w:t>
            </w:r>
            <w:r w:rsidR="00C558AD" w:rsidRPr="009647FC">
              <w:rPr>
                <w:rtl/>
              </w:rPr>
              <w:t>ا</w:t>
            </w:r>
            <w:r w:rsidRPr="009647FC">
              <w:rPr>
                <w:rtl/>
              </w:rPr>
              <w:t>لخط</w:t>
            </w:r>
            <w:r w:rsidR="00C558AD" w:rsidRPr="009647FC">
              <w:rPr>
                <w:rtl/>
              </w:rPr>
              <w:t>وب</w:t>
            </w:r>
            <w:r w:rsidR="00C558AD">
              <w:rPr>
                <w:rtl/>
              </w:rPr>
              <w:t xml:space="preserve"> </w:t>
            </w:r>
            <w:r w:rsidRPr="009647FC">
              <w:rPr>
                <w:rtl/>
              </w:rPr>
              <w:t>تعق</w:t>
            </w:r>
            <w:r w:rsidR="00C558AD" w:rsidRPr="009647FC">
              <w:rPr>
                <w:rtl/>
              </w:rPr>
              <w:t>مُ</w:t>
            </w:r>
            <w:r w:rsidR="00C558AD">
              <w:rPr>
                <w:rtl/>
              </w:rPr>
              <w:t xml:space="preserve"> </w:t>
            </w:r>
            <w:r w:rsidR="00C558AD" w:rsidRPr="009647FC">
              <w:rPr>
                <w:rtl/>
              </w:rPr>
              <w:t>ماذا</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C558AD" w:rsidP="00BA6469">
            <w:pPr>
              <w:pStyle w:val="libPoem"/>
            </w:pPr>
            <w:r w:rsidRPr="009647FC">
              <w:rPr>
                <w:rtl/>
              </w:rPr>
              <w:t>أ</w:t>
            </w:r>
            <w:r w:rsidR="00A72677" w:rsidRPr="009647FC">
              <w:rPr>
                <w:rtl/>
              </w:rPr>
              <w:t>نتجت</w:t>
            </w:r>
            <w:r>
              <w:rPr>
                <w:rtl/>
              </w:rPr>
              <w:t xml:space="preserve"> </w:t>
            </w:r>
            <w:r w:rsidR="00A72677" w:rsidRPr="009647FC">
              <w:rPr>
                <w:rtl/>
              </w:rPr>
              <w:t>بغتة</w:t>
            </w:r>
            <w:r>
              <w:rPr>
                <w:rtl/>
              </w:rPr>
              <w:t xml:space="preserve"> </w:t>
            </w:r>
            <w:r w:rsidRPr="009647FC">
              <w:rPr>
                <w:rtl/>
              </w:rPr>
              <w:t>من</w:t>
            </w:r>
            <w:r>
              <w:rPr>
                <w:rtl/>
              </w:rPr>
              <w:t xml:space="preserve"> </w:t>
            </w:r>
            <w:r w:rsidRPr="009647FC">
              <w:rPr>
                <w:rtl/>
              </w:rPr>
              <w:t>الأرزاءِ؟!</w:t>
            </w:r>
            <w:r w:rsidRPr="00725071">
              <w:rPr>
                <w:rStyle w:val="libPoemTiniChar0"/>
                <w:rtl/>
              </w:rPr>
              <w:br/>
              <w:t> </w:t>
            </w:r>
          </w:p>
        </w:tc>
      </w:tr>
      <w:tr w:rsidR="00C558AD" w:rsidRPr="00524A24" w:rsidTr="00C558AD">
        <w:trPr>
          <w:trHeight w:val="350"/>
        </w:trPr>
        <w:tc>
          <w:tcPr>
            <w:tcW w:w="3902" w:type="dxa"/>
          </w:tcPr>
          <w:p w:rsidR="00C558AD" w:rsidRPr="00524A24" w:rsidRDefault="00C558AD" w:rsidP="00BA6469">
            <w:pPr>
              <w:pStyle w:val="libPoem"/>
            </w:pPr>
            <w:r w:rsidRPr="009647FC">
              <w:rPr>
                <w:rtl/>
              </w:rPr>
              <w:t>و</w:t>
            </w:r>
            <w:r w:rsidR="00A72677" w:rsidRPr="009647FC">
              <w:rPr>
                <w:rtl/>
              </w:rPr>
              <w:t>لد</w:t>
            </w:r>
            <w:r w:rsidRPr="009647FC">
              <w:rPr>
                <w:rtl/>
              </w:rPr>
              <w:t>ت</w:t>
            </w:r>
            <w:r w:rsidR="004C00A8">
              <w:rPr>
                <w:rtl/>
              </w:rPr>
              <w:t xml:space="preserve"> </w:t>
            </w:r>
            <w:r w:rsidR="00A72677" w:rsidRPr="009647FC">
              <w:rPr>
                <w:rtl/>
              </w:rPr>
              <w:t>حي</w:t>
            </w:r>
            <w:r w:rsidRPr="009647FC">
              <w:rPr>
                <w:rtl/>
              </w:rPr>
              <w:t>ن</w:t>
            </w:r>
            <w:r>
              <w:rPr>
                <w:rtl/>
              </w:rPr>
              <w:t xml:space="preserve"> </w:t>
            </w:r>
            <w:r w:rsidR="00A72677" w:rsidRPr="009647FC">
              <w:rPr>
                <w:rtl/>
              </w:rPr>
              <w:t>عن</w:t>
            </w:r>
            <w:r w:rsidRPr="009647FC">
              <w:rPr>
                <w:rtl/>
              </w:rPr>
              <w:t>ّ</w:t>
            </w:r>
            <w:r w:rsidR="00677BC4">
              <w:rPr>
                <w:rtl/>
              </w:rPr>
              <w:t>َ</w:t>
            </w:r>
            <w:r w:rsidRPr="009647FC">
              <w:rPr>
                <w:rtl/>
              </w:rPr>
              <w:t>ست</w:t>
            </w:r>
            <w:r w:rsidRPr="004E7EC6">
              <w:rPr>
                <w:rStyle w:val="libFootnotenumChar"/>
                <w:rtl/>
              </w:rPr>
              <w:t>(5)</w:t>
            </w:r>
            <w:r>
              <w:rPr>
                <w:rtl/>
              </w:rPr>
              <w:t xml:space="preserve"> </w:t>
            </w:r>
            <w:r w:rsidR="00A72677" w:rsidRPr="009647FC">
              <w:rPr>
                <w:rtl/>
              </w:rPr>
              <w:t>هر</w:t>
            </w:r>
            <w:r w:rsidRPr="009647FC">
              <w:rPr>
                <w:rtl/>
              </w:rPr>
              <w:t>ماً ما</w:t>
            </w:r>
            <w:r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C558AD" w:rsidP="00BA6469">
            <w:pPr>
              <w:pStyle w:val="libPoem"/>
            </w:pPr>
            <w:r w:rsidRPr="009647FC">
              <w:rPr>
                <w:rtl/>
              </w:rPr>
              <w:t>لم</w:t>
            </w:r>
            <w:r>
              <w:rPr>
                <w:rtl/>
              </w:rPr>
              <w:t xml:space="preserve"> </w:t>
            </w:r>
            <w:r w:rsidR="00A72677" w:rsidRPr="009647FC">
              <w:rPr>
                <w:rtl/>
              </w:rPr>
              <w:t>تلد</w:t>
            </w:r>
            <w:r w:rsidRPr="009647FC">
              <w:rPr>
                <w:rtl/>
              </w:rPr>
              <w:t>ْ</w:t>
            </w:r>
            <w:r>
              <w:rPr>
                <w:rtl/>
              </w:rPr>
              <w:t xml:space="preserve"> </w:t>
            </w:r>
            <w:r w:rsidR="00A72677" w:rsidRPr="009647FC">
              <w:rPr>
                <w:rtl/>
              </w:rPr>
              <w:t>مثل</w:t>
            </w:r>
            <w:r w:rsidRPr="009647FC">
              <w:rPr>
                <w:rtl/>
              </w:rPr>
              <w:t>ه</w:t>
            </w:r>
            <w:r>
              <w:rPr>
                <w:rtl/>
              </w:rPr>
              <w:t xml:space="preserve"> </w:t>
            </w:r>
            <w:r w:rsidR="00A72677" w:rsidRPr="009647FC">
              <w:rPr>
                <w:rtl/>
              </w:rPr>
              <w:t>بوقت</w:t>
            </w:r>
            <w:r>
              <w:rPr>
                <w:rtl/>
              </w:rPr>
              <w:t xml:space="preserve"> </w:t>
            </w:r>
            <w:r w:rsidRPr="009647FC">
              <w:rPr>
                <w:rtl/>
              </w:rPr>
              <w:t>ا</w:t>
            </w:r>
            <w:r w:rsidR="00A72677" w:rsidRPr="009647FC">
              <w:rPr>
                <w:rtl/>
              </w:rPr>
              <w:t>لص</w:t>
            </w:r>
            <w:r w:rsidRPr="009647FC">
              <w:rPr>
                <w:rtl/>
              </w:rPr>
              <w:t>باءِ</w:t>
            </w:r>
            <w:r w:rsidRPr="00725071">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فأصا</w:t>
            </w:r>
            <w:r w:rsidR="00C558AD" w:rsidRPr="009647FC">
              <w:rPr>
                <w:rtl/>
              </w:rPr>
              <w:t>بت</w:t>
            </w:r>
            <w:r w:rsidR="00C558AD">
              <w:rPr>
                <w:rtl/>
              </w:rPr>
              <w:t xml:space="preserve"> </w:t>
            </w:r>
            <w:r w:rsidR="00C558AD" w:rsidRPr="009647FC">
              <w:rPr>
                <w:rtl/>
              </w:rPr>
              <w:t>يداه</w:t>
            </w:r>
            <w:r w:rsidR="00C558AD">
              <w:rPr>
                <w:rtl/>
              </w:rPr>
              <w:t xml:space="preserve"> </w:t>
            </w:r>
            <w:r w:rsidRPr="009647FC">
              <w:rPr>
                <w:rtl/>
              </w:rPr>
              <w:t>في</w:t>
            </w:r>
            <w:r w:rsidR="00C558AD">
              <w:rPr>
                <w:rtl/>
              </w:rPr>
              <w:t xml:space="preserve"> </w:t>
            </w:r>
            <w:r w:rsidRPr="009647FC">
              <w:rPr>
                <w:rtl/>
              </w:rPr>
              <w:t>حر</w:t>
            </w:r>
            <w:r w:rsidR="00C558AD" w:rsidRPr="009647FC">
              <w:rPr>
                <w:rtl/>
              </w:rPr>
              <w:t>م</w:t>
            </w:r>
            <w:r w:rsidR="00C558AD">
              <w:rPr>
                <w:rtl/>
              </w:rPr>
              <w:t xml:space="preserve"> </w:t>
            </w:r>
            <w:r w:rsidR="00C558AD" w:rsidRPr="009647FC">
              <w:rPr>
                <w:rtl/>
              </w:rPr>
              <w:t>ا</w:t>
            </w:r>
            <w:r w:rsidRPr="009647FC">
              <w:rPr>
                <w:rtl/>
              </w:rPr>
              <w:t>لم</w:t>
            </w:r>
            <w:r w:rsidR="00C558AD" w:rsidRPr="009647FC">
              <w:rPr>
                <w:rtl/>
              </w:rPr>
              <w:t>جدِ</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C558AD" w:rsidP="00BA6469">
            <w:pPr>
              <w:pStyle w:val="libPoem"/>
            </w:pPr>
            <w:r w:rsidRPr="009647FC">
              <w:rPr>
                <w:rtl/>
              </w:rPr>
              <w:t>فؤاد</w:t>
            </w:r>
            <w:r w:rsidR="00677BC4">
              <w:rPr>
                <w:rtl/>
              </w:rPr>
              <w:t>َ</w:t>
            </w:r>
            <w:r>
              <w:rPr>
                <w:rtl/>
              </w:rPr>
              <w:t xml:space="preserve"> </w:t>
            </w:r>
            <w:r w:rsidRPr="009647FC">
              <w:rPr>
                <w:rtl/>
              </w:rPr>
              <w:t>ا</w:t>
            </w:r>
            <w:r w:rsidR="00A72677" w:rsidRPr="009647FC">
              <w:rPr>
                <w:rtl/>
              </w:rPr>
              <w:t>لعل</w:t>
            </w:r>
            <w:r w:rsidRPr="009647FC">
              <w:rPr>
                <w:rtl/>
              </w:rPr>
              <w:t>يا</w:t>
            </w:r>
            <w:r w:rsidRPr="004E7EC6">
              <w:rPr>
                <w:rStyle w:val="libFootnotenumChar"/>
                <w:rtl/>
              </w:rPr>
              <w:t>(6)</w:t>
            </w:r>
            <w:r>
              <w:rPr>
                <w:rtl/>
              </w:rPr>
              <w:t xml:space="preserve"> </w:t>
            </w:r>
            <w:r w:rsidR="00A72677" w:rsidRPr="009647FC">
              <w:rPr>
                <w:rtl/>
              </w:rPr>
              <w:t>بس</w:t>
            </w:r>
            <w:r w:rsidRPr="009647FC">
              <w:rPr>
                <w:rtl/>
              </w:rPr>
              <w:t>هم</w:t>
            </w:r>
            <w:r>
              <w:rPr>
                <w:rtl/>
              </w:rPr>
              <w:t xml:space="preserve"> </w:t>
            </w:r>
            <w:r w:rsidRPr="009647FC">
              <w:rPr>
                <w:rtl/>
              </w:rPr>
              <w:t>ا</w:t>
            </w:r>
            <w:r w:rsidR="00A72677" w:rsidRPr="009647FC">
              <w:rPr>
                <w:rtl/>
              </w:rPr>
              <w:t>لق</w:t>
            </w:r>
            <w:r w:rsidRPr="009647FC">
              <w:rPr>
                <w:rtl/>
              </w:rPr>
              <w:t>ضاءِ</w:t>
            </w:r>
            <w:r w:rsidRPr="00725071">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فقض</w:t>
            </w:r>
            <w:r w:rsidR="00C558AD" w:rsidRPr="009647FC">
              <w:rPr>
                <w:rtl/>
              </w:rPr>
              <w:t>ت</w:t>
            </w:r>
            <w:r w:rsidR="00C558AD">
              <w:rPr>
                <w:rtl/>
              </w:rPr>
              <w:t xml:space="preserve"> </w:t>
            </w:r>
            <w:r w:rsidRPr="009647FC">
              <w:rPr>
                <w:rtl/>
              </w:rPr>
              <w:t>نحب</w:t>
            </w:r>
            <w:r w:rsidR="00C558AD" w:rsidRPr="009647FC">
              <w:rPr>
                <w:rtl/>
              </w:rPr>
              <w:t>ها،</w:t>
            </w:r>
            <w:r w:rsidR="00C558AD">
              <w:rPr>
                <w:rtl/>
              </w:rPr>
              <w:t xml:space="preserve"> </w:t>
            </w:r>
            <w:r w:rsidR="00C558AD" w:rsidRPr="009647FC">
              <w:rPr>
                <w:rtl/>
              </w:rPr>
              <w:t>و</w:t>
            </w:r>
            <w:r w:rsidRPr="009647FC">
              <w:rPr>
                <w:rtl/>
              </w:rPr>
              <w:t>غير</w:t>
            </w:r>
            <w:r w:rsidR="00C558AD" w:rsidRPr="009647FC">
              <w:rPr>
                <w:rtl/>
              </w:rPr>
              <w:t>ُ</w:t>
            </w:r>
            <w:r w:rsidR="00C558AD">
              <w:rPr>
                <w:rtl/>
              </w:rPr>
              <w:t xml:space="preserve"> </w:t>
            </w:r>
            <w:r w:rsidRPr="009647FC">
              <w:rPr>
                <w:rtl/>
              </w:rPr>
              <w:t>عج</w:t>
            </w:r>
            <w:r w:rsidR="00C558AD" w:rsidRPr="009647FC">
              <w:rPr>
                <w:rtl/>
              </w:rPr>
              <w:t>يبٍ</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C558AD" w:rsidP="00BA6469">
            <w:pPr>
              <w:pStyle w:val="libPoem"/>
            </w:pPr>
            <w:r w:rsidRPr="009647FC">
              <w:rPr>
                <w:rtl/>
              </w:rPr>
              <w:t>قد</w:t>
            </w:r>
            <w:r w:rsidR="004C00A8">
              <w:rPr>
                <w:rtl/>
              </w:rPr>
              <w:t xml:space="preserve"> </w:t>
            </w:r>
            <w:r w:rsidRPr="009647FC">
              <w:rPr>
                <w:rtl/>
              </w:rPr>
              <w:t>أُ</w:t>
            </w:r>
            <w:r w:rsidR="00A72677" w:rsidRPr="009647FC">
              <w:rPr>
                <w:rtl/>
              </w:rPr>
              <w:t>صيب</w:t>
            </w:r>
            <w:r w:rsidRPr="009647FC">
              <w:rPr>
                <w:rtl/>
              </w:rPr>
              <w:t>ت</w:t>
            </w:r>
            <w:r>
              <w:rPr>
                <w:rtl/>
              </w:rPr>
              <w:t xml:space="preserve"> </w:t>
            </w:r>
            <w:r w:rsidRPr="009647FC">
              <w:rPr>
                <w:rtl/>
              </w:rPr>
              <w:t>بأرأس</w:t>
            </w:r>
            <w:r>
              <w:rPr>
                <w:rtl/>
              </w:rPr>
              <w:t xml:space="preserve"> </w:t>
            </w:r>
            <w:r w:rsidRPr="009647FC">
              <w:rPr>
                <w:rtl/>
              </w:rPr>
              <w:t>الأ</w:t>
            </w:r>
            <w:r w:rsidR="00A72677" w:rsidRPr="009647FC">
              <w:rPr>
                <w:rtl/>
              </w:rPr>
              <w:t>عض</w:t>
            </w:r>
            <w:r w:rsidRPr="009647FC">
              <w:rPr>
                <w:rtl/>
              </w:rPr>
              <w:t>اءِ</w:t>
            </w:r>
            <w:r w:rsidRPr="00725071">
              <w:rPr>
                <w:rStyle w:val="libPoemTiniChar0"/>
                <w:rtl/>
              </w:rPr>
              <w:br/>
              <w:t> </w:t>
            </w:r>
          </w:p>
        </w:tc>
      </w:tr>
      <w:tr w:rsidR="00C558AD" w:rsidRPr="00524A24" w:rsidTr="00C558AD">
        <w:trPr>
          <w:trHeight w:val="350"/>
        </w:trPr>
        <w:tc>
          <w:tcPr>
            <w:tcW w:w="3902" w:type="dxa"/>
          </w:tcPr>
          <w:p w:rsidR="00C558AD" w:rsidRPr="00524A24" w:rsidRDefault="00C558AD" w:rsidP="00BA6469">
            <w:pPr>
              <w:pStyle w:val="libPoem"/>
            </w:pPr>
            <w:r w:rsidRPr="009647FC">
              <w:rPr>
                <w:rtl/>
              </w:rPr>
              <w:t>يا</w:t>
            </w:r>
            <w:r>
              <w:rPr>
                <w:rtl/>
              </w:rPr>
              <w:t xml:space="preserve"> </w:t>
            </w:r>
            <w:r w:rsidR="00A72677" w:rsidRPr="009647FC">
              <w:rPr>
                <w:rtl/>
              </w:rPr>
              <w:t>صريع</w:t>
            </w:r>
            <w:r w:rsidR="00677BC4">
              <w:rPr>
                <w:rtl/>
              </w:rPr>
              <w:t>َ</w:t>
            </w:r>
            <w:r>
              <w:rPr>
                <w:rtl/>
              </w:rPr>
              <w:t xml:space="preserve"> </w:t>
            </w:r>
            <w:r w:rsidRPr="009647FC">
              <w:rPr>
                <w:rtl/>
              </w:rPr>
              <w:t>ا</w:t>
            </w:r>
            <w:r w:rsidR="00A72677" w:rsidRPr="009647FC">
              <w:rPr>
                <w:rtl/>
              </w:rPr>
              <w:t>لح</w:t>
            </w:r>
            <w:r w:rsidRPr="009647FC">
              <w:rPr>
                <w:rtl/>
              </w:rPr>
              <w:t>مام</w:t>
            </w:r>
            <w:r>
              <w:rPr>
                <w:rtl/>
              </w:rPr>
              <w:t xml:space="preserve"> </w:t>
            </w:r>
            <w:r w:rsidR="00A72677" w:rsidRPr="009647FC">
              <w:rPr>
                <w:rtl/>
              </w:rPr>
              <w:t>صل</w:t>
            </w:r>
            <w:r w:rsidRPr="009647FC">
              <w:rPr>
                <w:rtl/>
              </w:rPr>
              <w:t>ّى</w:t>
            </w:r>
            <w:r>
              <w:rPr>
                <w:rtl/>
              </w:rPr>
              <w:t xml:space="preserve"> </w:t>
            </w:r>
            <w:r w:rsidR="00A72677" w:rsidRPr="009647FC">
              <w:rPr>
                <w:rtl/>
              </w:rPr>
              <w:t>عل</w:t>
            </w:r>
            <w:r w:rsidRPr="009647FC">
              <w:rPr>
                <w:rtl/>
              </w:rPr>
              <w:t>يك</w:t>
            </w:r>
            <w:r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C558AD" w:rsidP="00BA6469">
            <w:pPr>
              <w:pStyle w:val="libPoem"/>
            </w:pPr>
            <w:r w:rsidRPr="009647FC">
              <w:rPr>
                <w:rtl/>
              </w:rPr>
              <w:t>اللهُ</w:t>
            </w:r>
            <w:r>
              <w:rPr>
                <w:rtl/>
              </w:rPr>
              <w:t xml:space="preserve"> </w:t>
            </w:r>
            <w:r w:rsidR="00A72677" w:rsidRPr="009647FC">
              <w:rPr>
                <w:rtl/>
              </w:rPr>
              <w:t>من</w:t>
            </w:r>
            <w:r>
              <w:rPr>
                <w:rtl/>
              </w:rPr>
              <w:t xml:space="preserve"> </w:t>
            </w:r>
            <w:r w:rsidRPr="009647FC">
              <w:rPr>
                <w:rtl/>
              </w:rPr>
              <w:t>نازلٍ</w:t>
            </w:r>
            <w:r>
              <w:rPr>
                <w:rtl/>
              </w:rPr>
              <w:t xml:space="preserve"> </w:t>
            </w:r>
            <w:r w:rsidR="00A72677" w:rsidRPr="009647FC">
              <w:rPr>
                <w:rtl/>
              </w:rPr>
              <w:t>بربع</w:t>
            </w:r>
            <w:r>
              <w:rPr>
                <w:rtl/>
              </w:rPr>
              <w:t xml:space="preserve"> </w:t>
            </w:r>
            <w:r w:rsidRPr="009647FC">
              <w:rPr>
                <w:rtl/>
              </w:rPr>
              <w:t>ا</w:t>
            </w:r>
            <w:r w:rsidR="00A72677" w:rsidRPr="009647FC">
              <w:rPr>
                <w:rtl/>
              </w:rPr>
              <w:t>لفن</w:t>
            </w:r>
            <w:r w:rsidRPr="009647FC">
              <w:rPr>
                <w:rtl/>
              </w:rPr>
              <w:t>اءِ</w:t>
            </w:r>
            <w:r w:rsidRPr="00725071">
              <w:rPr>
                <w:rStyle w:val="libPoemTiniChar0"/>
                <w:rtl/>
              </w:rPr>
              <w:br/>
              <w:t> </w:t>
            </w:r>
          </w:p>
        </w:tc>
      </w:tr>
      <w:tr w:rsidR="00C558AD" w:rsidRPr="00524A24" w:rsidTr="00C558AD">
        <w:trPr>
          <w:trHeight w:val="350"/>
        </w:trPr>
        <w:tc>
          <w:tcPr>
            <w:tcW w:w="3902" w:type="dxa"/>
          </w:tcPr>
          <w:p w:rsidR="00C558AD" w:rsidRPr="00524A24" w:rsidRDefault="00C558AD" w:rsidP="00BA6469">
            <w:pPr>
              <w:pStyle w:val="libPoem"/>
            </w:pPr>
            <w:r w:rsidRPr="009647FC">
              <w:rPr>
                <w:rtl/>
              </w:rPr>
              <w:t>و</w:t>
            </w:r>
            <w:r w:rsidR="00A72677" w:rsidRPr="009647FC">
              <w:rPr>
                <w:rtl/>
              </w:rPr>
              <w:t>سقى</w:t>
            </w:r>
            <w:r w:rsidR="004C00A8">
              <w:rPr>
                <w:rtl/>
              </w:rPr>
              <w:t xml:space="preserve"> </w:t>
            </w:r>
            <w:r w:rsidR="00A72677" w:rsidRPr="009647FC">
              <w:rPr>
                <w:rtl/>
              </w:rPr>
              <w:t>من</w:t>
            </w:r>
            <w:r w:rsidRPr="009647FC">
              <w:rPr>
                <w:rtl/>
              </w:rPr>
              <w:t>ه</w:t>
            </w:r>
            <w:r>
              <w:rPr>
                <w:rtl/>
              </w:rPr>
              <w:t xml:space="preserve"> </w:t>
            </w:r>
            <w:r w:rsidR="00A72677" w:rsidRPr="009647FC">
              <w:rPr>
                <w:rtl/>
              </w:rPr>
              <w:t>تر</w:t>
            </w:r>
            <w:r w:rsidRPr="009647FC">
              <w:rPr>
                <w:rtl/>
              </w:rPr>
              <w:t>بةً</w:t>
            </w:r>
            <w:r>
              <w:rPr>
                <w:rtl/>
              </w:rPr>
              <w:t xml:space="preserve"> </w:t>
            </w:r>
            <w:r w:rsidR="00A72677" w:rsidRPr="009647FC">
              <w:rPr>
                <w:rtl/>
              </w:rPr>
              <w:t>ضم</w:t>
            </w:r>
            <w:r w:rsidRPr="009647FC">
              <w:rPr>
                <w:rtl/>
              </w:rPr>
              <w:t>نت</w:t>
            </w:r>
            <w:r>
              <w:rPr>
                <w:rtl/>
              </w:rPr>
              <w:t xml:space="preserve"> </w:t>
            </w:r>
            <w:r w:rsidR="00A72677" w:rsidRPr="009647FC">
              <w:rPr>
                <w:rtl/>
              </w:rPr>
              <w:t>جس</w:t>
            </w:r>
            <w:r w:rsidRPr="009647FC">
              <w:rPr>
                <w:rtl/>
              </w:rPr>
              <w:t>م</w:t>
            </w:r>
            <w:r w:rsidR="00677BC4">
              <w:rPr>
                <w:rtl/>
              </w:rPr>
              <w:t>َ</w:t>
            </w:r>
            <w:r w:rsidRPr="009647FC">
              <w:rPr>
                <w:rtl/>
              </w:rPr>
              <w:t>ـ</w:t>
            </w:r>
            <w:r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C558AD" w:rsidP="00BA6469">
            <w:pPr>
              <w:pStyle w:val="libPoem"/>
            </w:pPr>
            <w:r w:rsidRPr="009647FC">
              <w:rPr>
                <w:rtl/>
              </w:rPr>
              <w:t>ك</w:t>
            </w:r>
            <w:r w:rsidR="004C00A8">
              <w:rPr>
                <w:rtl/>
              </w:rPr>
              <w:t xml:space="preserve"> </w:t>
            </w:r>
            <w:r w:rsidRPr="009647FC">
              <w:rPr>
                <w:rtl/>
              </w:rPr>
              <w:t>غ</w:t>
            </w:r>
            <w:r w:rsidR="00A72677" w:rsidRPr="009647FC">
              <w:rPr>
                <w:rtl/>
              </w:rPr>
              <w:t>يث</w:t>
            </w:r>
            <w:r>
              <w:rPr>
                <w:rtl/>
              </w:rPr>
              <w:t xml:space="preserve"> </w:t>
            </w:r>
            <w:r w:rsidRPr="009647FC">
              <w:rPr>
                <w:rtl/>
              </w:rPr>
              <w:t>ا</w:t>
            </w:r>
            <w:r w:rsidR="00A72677" w:rsidRPr="009647FC">
              <w:rPr>
                <w:rtl/>
              </w:rPr>
              <w:t>لغفر</w:t>
            </w:r>
            <w:r w:rsidRPr="009647FC">
              <w:rPr>
                <w:rtl/>
              </w:rPr>
              <w:t>ان</w:t>
            </w:r>
            <w:r>
              <w:rPr>
                <w:rtl/>
              </w:rPr>
              <w:t xml:space="preserve"> </w:t>
            </w:r>
            <w:r w:rsidRPr="009647FC">
              <w:rPr>
                <w:rtl/>
              </w:rPr>
              <w:t>وا</w:t>
            </w:r>
            <w:r w:rsidR="00A72677" w:rsidRPr="009647FC">
              <w:rPr>
                <w:rtl/>
              </w:rPr>
              <w:t>لنع</w:t>
            </w:r>
            <w:r w:rsidRPr="009647FC">
              <w:rPr>
                <w:rtl/>
              </w:rPr>
              <w:t>ماءِ</w:t>
            </w:r>
            <w:r w:rsidRPr="00725071">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فحق</w:t>
            </w:r>
            <w:r w:rsidR="00C558AD" w:rsidRPr="009647FC">
              <w:rPr>
                <w:rtl/>
              </w:rPr>
              <w:t>يرٌ</w:t>
            </w:r>
            <w:r w:rsidR="00C558AD">
              <w:rPr>
                <w:rtl/>
              </w:rPr>
              <w:t xml:space="preserve"> </w:t>
            </w:r>
            <w:r w:rsidR="00C558AD" w:rsidRPr="009647FC">
              <w:rPr>
                <w:rtl/>
              </w:rPr>
              <w:t>نؤُ</w:t>
            </w:r>
            <w:r w:rsidR="00C558AD">
              <w:rPr>
                <w:rtl/>
              </w:rPr>
              <w:t xml:space="preserve"> </w:t>
            </w:r>
            <w:r w:rsidR="00C558AD" w:rsidRPr="009647FC">
              <w:rPr>
                <w:rtl/>
              </w:rPr>
              <w:t>ا</w:t>
            </w:r>
            <w:r w:rsidRPr="009647FC">
              <w:rPr>
                <w:rtl/>
              </w:rPr>
              <w:t>لجف</w:t>
            </w:r>
            <w:r w:rsidR="00C558AD" w:rsidRPr="009647FC">
              <w:rPr>
                <w:rtl/>
              </w:rPr>
              <w:t>ون</w:t>
            </w:r>
            <w:r w:rsidR="00C558AD">
              <w:rPr>
                <w:rtl/>
              </w:rPr>
              <w:t xml:space="preserve"> </w:t>
            </w:r>
            <w:r w:rsidR="00C558AD" w:rsidRPr="009647FC">
              <w:rPr>
                <w:rtl/>
              </w:rPr>
              <w:t>وما</w:t>
            </w:r>
            <w:r w:rsidR="00C558AD">
              <w:rPr>
                <w:rtl/>
              </w:rPr>
              <w:t xml:space="preserve"> </w:t>
            </w:r>
            <w:r w:rsidRPr="009647FC">
              <w:rPr>
                <w:rtl/>
              </w:rPr>
              <w:t>قد</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C558AD" w:rsidP="00BA6469">
            <w:pPr>
              <w:pStyle w:val="libPoem"/>
            </w:pPr>
            <w:r w:rsidRPr="009647FC">
              <w:rPr>
                <w:rtl/>
              </w:rPr>
              <w:t>رُ</w:t>
            </w:r>
            <w:r>
              <w:rPr>
                <w:rtl/>
              </w:rPr>
              <w:t xml:space="preserve"> </w:t>
            </w:r>
            <w:r w:rsidRPr="009647FC">
              <w:rPr>
                <w:rtl/>
              </w:rPr>
              <w:t>ج</w:t>
            </w:r>
            <w:r w:rsidR="00A72677" w:rsidRPr="009647FC">
              <w:rPr>
                <w:rtl/>
              </w:rPr>
              <w:t>فو</w:t>
            </w:r>
            <w:r w:rsidRPr="009647FC">
              <w:rPr>
                <w:rtl/>
              </w:rPr>
              <w:t>ن</w:t>
            </w:r>
            <w:r>
              <w:rPr>
                <w:rtl/>
              </w:rPr>
              <w:t xml:space="preserve"> </w:t>
            </w:r>
            <w:r w:rsidRPr="009647FC">
              <w:rPr>
                <w:rtl/>
              </w:rPr>
              <w:t>ا</w:t>
            </w:r>
            <w:r w:rsidR="00A72677" w:rsidRPr="009647FC">
              <w:rPr>
                <w:rtl/>
              </w:rPr>
              <w:t>لسحا</w:t>
            </w:r>
            <w:r w:rsidRPr="009647FC">
              <w:rPr>
                <w:rtl/>
              </w:rPr>
              <w:t>ب</w:t>
            </w:r>
            <w:r>
              <w:rPr>
                <w:rtl/>
              </w:rPr>
              <w:t xml:space="preserve"> </w:t>
            </w:r>
            <w:r w:rsidRPr="009647FC">
              <w:rPr>
                <w:rtl/>
              </w:rPr>
              <w:t>والأ</w:t>
            </w:r>
            <w:r w:rsidR="00A72677" w:rsidRPr="009647FC">
              <w:rPr>
                <w:rtl/>
              </w:rPr>
              <w:t>نو</w:t>
            </w:r>
            <w:r w:rsidRPr="009647FC">
              <w:rPr>
                <w:rtl/>
              </w:rPr>
              <w:t>اءِ</w:t>
            </w:r>
            <w:r w:rsidRPr="00725071">
              <w:rPr>
                <w:rStyle w:val="libPoemTiniChar0"/>
                <w:rtl/>
              </w:rPr>
              <w:br/>
              <w:t> </w:t>
            </w:r>
          </w:p>
        </w:tc>
      </w:tr>
      <w:tr w:rsidR="00C558AD" w:rsidRPr="00524A24" w:rsidTr="00C558AD">
        <w:trPr>
          <w:trHeight w:val="350"/>
        </w:trPr>
        <w:tc>
          <w:tcPr>
            <w:tcW w:w="3902" w:type="dxa"/>
          </w:tcPr>
          <w:p w:rsidR="00C558AD" w:rsidRPr="00524A24" w:rsidRDefault="00C558AD" w:rsidP="00BA6469">
            <w:pPr>
              <w:pStyle w:val="libPoem"/>
            </w:pPr>
            <w:r w:rsidRPr="009647FC">
              <w:rPr>
                <w:rtl/>
              </w:rPr>
              <w:t>أ</w:t>
            </w:r>
            <w:r w:rsidR="00A72677" w:rsidRPr="009647FC">
              <w:rPr>
                <w:rtl/>
              </w:rPr>
              <w:t>ين</w:t>
            </w:r>
            <w:r>
              <w:rPr>
                <w:rtl/>
              </w:rPr>
              <w:t xml:space="preserve"> </w:t>
            </w:r>
            <w:r w:rsidR="00A72677" w:rsidRPr="009647FC">
              <w:rPr>
                <w:rtl/>
              </w:rPr>
              <w:t>عي</w:t>
            </w:r>
            <w:r w:rsidRPr="009647FC">
              <w:rPr>
                <w:rtl/>
              </w:rPr>
              <w:t>س</w:t>
            </w:r>
            <w:r>
              <w:rPr>
                <w:rtl/>
              </w:rPr>
              <w:t xml:space="preserve"> </w:t>
            </w:r>
            <w:r w:rsidRPr="009647FC">
              <w:rPr>
                <w:rtl/>
              </w:rPr>
              <w:t>ا</w:t>
            </w:r>
            <w:r w:rsidR="00A72677" w:rsidRPr="009647FC">
              <w:rPr>
                <w:rtl/>
              </w:rPr>
              <w:t>لم</w:t>
            </w:r>
            <w:r w:rsidRPr="009647FC">
              <w:rPr>
                <w:rtl/>
              </w:rPr>
              <w:t>نون</w:t>
            </w:r>
            <w:r>
              <w:rPr>
                <w:rtl/>
              </w:rPr>
              <w:t xml:space="preserve"> </w:t>
            </w:r>
            <w:r w:rsidRPr="009647FC">
              <w:rPr>
                <w:rtl/>
              </w:rPr>
              <w:t>فيك</w:t>
            </w:r>
            <w:r w:rsidRPr="004E7EC6">
              <w:rPr>
                <w:rStyle w:val="libFootnotenumChar"/>
                <w:rtl/>
              </w:rPr>
              <w:t>(7)</w:t>
            </w:r>
            <w:r>
              <w:rPr>
                <w:rtl/>
              </w:rPr>
              <w:t xml:space="preserve"> </w:t>
            </w:r>
            <w:r w:rsidRPr="009647FC">
              <w:rPr>
                <w:rtl/>
              </w:rPr>
              <w:t>استقلت</w:t>
            </w:r>
            <w:r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A72677" w:rsidP="00BA6469">
            <w:pPr>
              <w:pStyle w:val="libPoem"/>
            </w:pPr>
            <w:r w:rsidRPr="009647FC">
              <w:rPr>
                <w:rtl/>
              </w:rPr>
              <w:t>بالحص</w:t>
            </w:r>
            <w:r w:rsidR="00C558AD" w:rsidRPr="009647FC">
              <w:rPr>
                <w:rtl/>
              </w:rPr>
              <w:t>يف</w:t>
            </w:r>
            <w:r w:rsidR="00C558AD">
              <w:rPr>
                <w:rtl/>
              </w:rPr>
              <w:t xml:space="preserve"> </w:t>
            </w:r>
            <w:r w:rsidR="00C558AD" w:rsidRPr="009647FC">
              <w:rPr>
                <w:rtl/>
              </w:rPr>
              <w:t>ا</w:t>
            </w:r>
            <w:r w:rsidRPr="009647FC">
              <w:rPr>
                <w:rtl/>
              </w:rPr>
              <w:t>لمض</w:t>
            </w:r>
            <w:r w:rsidR="00C558AD" w:rsidRPr="009647FC">
              <w:rPr>
                <w:rtl/>
              </w:rPr>
              <w:t>فّر</w:t>
            </w:r>
            <w:r w:rsidR="00C558AD" w:rsidRPr="004E7EC6">
              <w:rPr>
                <w:rStyle w:val="libFootnotenumChar"/>
                <w:rtl/>
              </w:rPr>
              <w:t>(8)</w:t>
            </w:r>
            <w:r w:rsidR="00C558AD">
              <w:rPr>
                <w:rtl/>
              </w:rPr>
              <w:t xml:space="preserve"> </w:t>
            </w:r>
            <w:r w:rsidR="00C558AD" w:rsidRPr="009647FC">
              <w:rPr>
                <w:rtl/>
              </w:rPr>
              <w:t>الآراءِ</w:t>
            </w:r>
            <w:r w:rsidR="00C558AD" w:rsidRPr="00725071">
              <w:rPr>
                <w:rStyle w:val="libPoemTiniChar0"/>
                <w:rtl/>
              </w:rPr>
              <w:br/>
              <w:t> </w:t>
            </w:r>
          </w:p>
        </w:tc>
      </w:tr>
      <w:tr w:rsidR="00C558AD" w:rsidRPr="00524A24" w:rsidTr="00C558AD">
        <w:trPr>
          <w:trHeight w:val="350"/>
        </w:trPr>
        <w:tc>
          <w:tcPr>
            <w:tcW w:w="3902" w:type="dxa"/>
          </w:tcPr>
          <w:p w:rsidR="00C558AD" w:rsidRPr="00524A24" w:rsidRDefault="00C558AD" w:rsidP="00BA6469">
            <w:pPr>
              <w:pStyle w:val="libPoem"/>
            </w:pPr>
            <w:r w:rsidRPr="009647FC">
              <w:rPr>
                <w:rtl/>
              </w:rPr>
              <w:t>ذ</w:t>
            </w:r>
            <w:r w:rsidR="00A72677" w:rsidRPr="009647FC">
              <w:rPr>
                <w:rtl/>
              </w:rPr>
              <w:t>هبت</w:t>
            </w:r>
            <w:r w:rsidR="004C00A8">
              <w:rPr>
                <w:rtl/>
              </w:rPr>
              <w:t xml:space="preserve"> </w:t>
            </w:r>
            <w:r w:rsidR="00A72677" w:rsidRPr="009647FC">
              <w:rPr>
                <w:rtl/>
              </w:rPr>
              <w:t>في</w:t>
            </w:r>
            <w:r>
              <w:rPr>
                <w:rtl/>
              </w:rPr>
              <w:t xml:space="preserve"> </w:t>
            </w:r>
            <w:r w:rsidR="00A72677" w:rsidRPr="009647FC">
              <w:rPr>
                <w:rtl/>
              </w:rPr>
              <w:t>مع</w:t>
            </w:r>
            <w:r w:rsidRPr="009647FC">
              <w:rPr>
                <w:rtl/>
              </w:rPr>
              <w:t>رس</w:t>
            </w:r>
            <w:r>
              <w:rPr>
                <w:rtl/>
              </w:rPr>
              <w:t xml:space="preserve"> </w:t>
            </w:r>
            <w:r w:rsidRPr="009647FC">
              <w:rPr>
                <w:rtl/>
              </w:rPr>
              <w:t>ا</w:t>
            </w:r>
            <w:r w:rsidR="00A72677" w:rsidRPr="009647FC">
              <w:rPr>
                <w:rtl/>
              </w:rPr>
              <w:t>لس</w:t>
            </w:r>
            <w:r w:rsidRPr="009647FC">
              <w:rPr>
                <w:rtl/>
              </w:rPr>
              <w:t>فر</w:t>
            </w:r>
            <w:r>
              <w:rPr>
                <w:rtl/>
              </w:rPr>
              <w:t xml:space="preserve"> </w:t>
            </w:r>
            <w:r w:rsidR="00A72677" w:rsidRPr="009647FC">
              <w:rPr>
                <w:rtl/>
              </w:rPr>
              <w:t>جو</w:t>
            </w:r>
            <w:r w:rsidRPr="009647FC">
              <w:rPr>
                <w:rtl/>
              </w:rPr>
              <w:t>دا</w:t>
            </w:r>
            <w:r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C558AD" w:rsidP="00BA6469">
            <w:pPr>
              <w:pStyle w:val="libPoem"/>
            </w:pPr>
            <w:r w:rsidRPr="009647FC">
              <w:rPr>
                <w:rtl/>
              </w:rPr>
              <w:t>وروى</w:t>
            </w:r>
            <w:r w:rsidR="004C00A8">
              <w:rPr>
                <w:rtl/>
              </w:rPr>
              <w:t xml:space="preserve"> </w:t>
            </w:r>
            <w:r w:rsidR="00A72677" w:rsidRPr="009647FC">
              <w:rPr>
                <w:rtl/>
              </w:rPr>
              <w:t>حو</w:t>
            </w:r>
            <w:r w:rsidRPr="009647FC">
              <w:rPr>
                <w:rtl/>
              </w:rPr>
              <w:t>ّ</w:t>
            </w:r>
            <w:r w:rsidR="00677BC4">
              <w:rPr>
                <w:rtl/>
              </w:rPr>
              <w:t>َ</w:t>
            </w:r>
            <w:r w:rsidRPr="009647FC">
              <w:rPr>
                <w:rtl/>
              </w:rPr>
              <w:t>م</w:t>
            </w:r>
            <w:r>
              <w:rPr>
                <w:rtl/>
              </w:rPr>
              <w:t xml:space="preserve"> </w:t>
            </w:r>
            <w:r w:rsidRPr="009647FC">
              <w:rPr>
                <w:rtl/>
              </w:rPr>
              <w:t>الأ</w:t>
            </w:r>
            <w:r w:rsidR="00A72677" w:rsidRPr="009647FC">
              <w:rPr>
                <w:rtl/>
              </w:rPr>
              <w:t>ماني</w:t>
            </w:r>
            <w:r>
              <w:rPr>
                <w:rtl/>
              </w:rPr>
              <w:t xml:space="preserve"> </w:t>
            </w:r>
            <w:r w:rsidRPr="009647FC">
              <w:rPr>
                <w:rtl/>
              </w:rPr>
              <w:t>ا</w:t>
            </w:r>
            <w:r w:rsidR="00A72677" w:rsidRPr="009647FC">
              <w:rPr>
                <w:rtl/>
              </w:rPr>
              <w:t>لظم</w:t>
            </w:r>
            <w:r w:rsidRPr="009647FC">
              <w:rPr>
                <w:rtl/>
              </w:rPr>
              <w:t>اءِ</w:t>
            </w:r>
            <w:r w:rsidRPr="00725071">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نعم</w:t>
            </w:r>
            <w:r w:rsidR="00C558AD">
              <w:rPr>
                <w:rtl/>
              </w:rPr>
              <w:t xml:space="preserve"> </w:t>
            </w:r>
            <w:r w:rsidR="00C558AD" w:rsidRPr="009647FC">
              <w:rPr>
                <w:rtl/>
              </w:rPr>
              <w:t>ربُّ</w:t>
            </w:r>
            <w:r w:rsidR="00C558AD">
              <w:rPr>
                <w:rtl/>
              </w:rPr>
              <w:t xml:space="preserve"> </w:t>
            </w:r>
            <w:r w:rsidR="00C558AD" w:rsidRPr="009647FC">
              <w:rPr>
                <w:rtl/>
              </w:rPr>
              <w:t>ا</w:t>
            </w:r>
            <w:r w:rsidRPr="009647FC">
              <w:rPr>
                <w:rtl/>
              </w:rPr>
              <w:t>لند</w:t>
            </w:r>
            <w:r w:rsidR="00C558AD" w:rsidRPr="009647FC">
              <w:rPr>
                <w:rtl/>
              </w:rPr>
              <w:t>ىِّ</w:t>
            </w:r>
            <w:r w:rsidR="00C558AD">
              <w:rPr>
                <w:rtl/>
              </w:rPr>
              <w:t xml:space="preserve"> </w:t>
            </w:r>
            <w:r w:rsidRPr="009647FC">
              <w:rPr>
                <w:rtl/>
              </w:rPr>
              <w:t>حلم</w:t>
            </w:r>
            <w:r w:rsidR="00C558AD" w:rsidRPr="009647FC">
              <w:rPr>
                <w:rtl/>
              </w:rPr>
              <w:t>اً</w:t>
            </w:r>
            <w:r w:rsidR="00C558AD">
              <w:rPr>
                <w:rtl/>
              </w:rPr>
              <w:t xml:space="preserve"> </w:t>
            </w:r>
            <w:r w:rsidR="00C558AD" w:rsidRPr="009647FC">
              <w:rPr>
                <w:rtl/>
              </w:rPr>
              <w:t>إذا</w:t>
            </w:r>
            <w:r w:rsidR="00C558AD">
              <w:rPr>
                <w:rtl/>
              </w:rPr>
              <w:t xml:space="preserve"> </w:t>
            </w:r>
            <w:r w:rsidR="00C558AD" w:rsidRPr="009647FC">
              <w:rPr>
                <w:rtl/>
              </w:rPr>
              <w:t>ا</w:t>
            </w:r>
            <w:r w:rsidRPr="009647FC">
              <w:rPr>
                <w:rtl/>
              </w:rPr>
              <w:t>لن</w:t>
            </w:r>
            <w:r w:rsidR="00C558AD" w:rsidRPr="009647FC">
              <w:rPr>
                <w:rtl/>
              </w:rPr>
              <w:t>كـ</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Default="00A72677" w:rsidP="00BA6469">
            <w:pPr>
              <w:pStyle w:val="libPoem"/>
            </w:pPr>
            <w:r w:rsidRPr="009647FC">
              <w:rPr>
                <w:rtl/>
              </w:rPr>
              <w:t>با</w:t>
            </w:r>
            <w:r w:rsidR="00C558AD" w:rsidRPr="009647FC">
              <w:rPr>
                <w:rtl/>
              </w:rPr>
              <w:t>ءُ</w:t>
            </w:r>
            <w:r w:rsidR="00C558AD">
              <w:rPr>
                <w:rtl/>
              </w:rPr>
              <w:t xml:space="preserve"> </w:t>
            </w:r>
            <w:r w:rsidRPr="009647FC">
              <w:rPr>
                <w:rtl/>
              </w:rPr>
              <w:t>طا</w:t>
            </w:r>
            <w:r w:rsidR="00C558AD" w:rsidRPr="009647FC">
              <w:rPr>
                <w:rtl/>
              </w:rPr>
              <w:t>رت</w:t>
            </w:r>
            <w:r w:rsidR="00C558AD">
              <w:rPr>
                <w:rtl/>
              </w:rPr>
              <w:t xml:space="preserve"> </w:t>
            </w:r>
            <w:r w:rsidRPr="009647FC">
              <w:rPr>
                <w:rtl/>
              </w:rPr>
              <w:t>بحو</w:t>
            </w:r>
            <w:r w:rsidR="00C558AD" w:rsidRPr="009647FC">
              <w:rPr>
                <w:rtl/>
              </w:rPr>
              <w:t>بة</w:t>
            </w:r>
            <w:r w:rsidR="00C558AD">
              <w:rPr>
                <w:rtl/>
              </w:rPr>
              <w:t xml:space="preserve"> </w:t>
            </w:r>
            <w:r w:rsidR="00C558AD" w:rsidRPr="009647FC">
              <w:rPr>
                <w:rtl/>
              </w:rPr>
              <w:t>ا</w:t>
            </w:r>
            <w:r w:rsidRPr="009647FC">
              <w:rPr>
                <w:rtl/>
              </w:rPr>
              <w:t>لحل</w:t>
            </w:r>
            <w:r w:rsidR="00C558AD" w:rsidRPr="009647FC">
              <w:rPr>
                <w:rtl/>
              </w:rPr>
              <w:t>ماءِ</w:t>
            </w:r>
            <w:r w:rsidR="00C558AD" w:rsidRPr="00725071">
              <w:rPr>
                <w:rStyle w:val="libPoemTiniChar0"/>
                <w:rtl/>
              </w:rPr>
              <w:br/>
              <w:t> </w:t>
            </w:r>
          </w:p>
        </w:tc>
      </w:tr>
      <w:tr w:rsidR="00C558AD" w:rsidRPr="00524A24" w:rsidTr="00C558AD">
        <w:trPr>
          <w:trHeight w:val="350"/>
        </w:trPr>
        <w:tc>
          <w:tcPr>
            <w:tcW w:w="3902" w:type="dxa"/>
          </w:tcPr>
          <w:p w:rsidR="00C558AD" w:rsidRPr="00524A24" w:rsidRDefault="00A72677" w:rsidP="00BA6469">
            <w:pPr>
              <w:pStyle w:val="libPoem"/>
            </w:pPr>
            <w:r w:rsidRPr="009647FC">
              <w:rPr>
                <w:rtl/>
              </w:rPr>
              <w:t>نعم</w:t>
            </w:r>
            <w:r w:rsidR="004C00A8">
              <w:rPr>
                <w:rtl/>
              </w:rPr>
              <w:t xml:space="preserve"> </w:t>
            </w:r>
            <w:r w:rsidR="00C558AD" w:rsidRPr="009647FC">
              <w:rPr>
                <w:rtl/>
              </w:rPr>
              <w:t>ربُّ</w:t>
            </w:r>
            <w:r w:rsidR="00C558AD">
              <w:rPr>
                <w:rtl/>
              </w:rPr>
              <w:t xml:space="preserve"> </w:t>
            </w:r>
            <w:r w:rsidR="00C558AD" w:rsidRPr="009647FC">
              <w:rPr>
                <w:rtl/>
              </w:rPr>
              <w:t>ا</w:t>
            </w:r>
            <w:r w:rsidRPr="009647FC">
              <w:rPr>
                <w:rtl/>
              </w:rPr>
              <w:t>لحج</w:t>
            </w:r>
            <w:r w:rsidR="00C558AD" w:rsidRPr="009647FC">
              <w:rPr>
                <w:rtl/>
              </w:rPr>
              <w:t>ى</w:t>
            </w:r>
            <w:r w:rsidR="00C558AD">
              <w:rPr>
                <w:rtl/>
              </w:rPr>
              <w:t xml:space="preserve"> </w:t>
            </w:r>
            <w:r w:rsidR="00C558AD" w:rsidRPr="009647FC">
              <w:rPr>
                <w:rtl/>
              </w:rPr>
              <w:t>إذا</w:t>
            </w:r>
            <w:r w:rsidR="00C558AD">
              <w:rPr>
                <w:rtl/>
              </w:rPr>
              <w:t xml:space="preserve"> </w:t>
            </w:r>
            <w:r w:rsidR="00C558AD" w:rsidRPr="009647FC">
              <w:rPr>
                <w:rtl/>
              </w:rPr>
              <w:t>أ</w:t>
            </w:r>
            <w:r w:rsidRPr="009647FC">
              <w:rPr>
                <w:rtl/>
              </w:rPr>
              <w:t>كل</w:t>
            </w:r>
            <w:r w:rsidR="00C558AD">
              <w:rPr>
                <w:rtl/>
              </w:rPr>
              <w:t xml:space="preserve"> </w:t>
            </w:r>
            <w:r w:rsidR="00C558AD" w:rsidRPr="009647FC">
              <w:rPr>
                <w:rtl/>
              </w:rPr>
              <w:t>ا</w:t>
            </w:r>
            <w:r w:rsidRPr="009647FC">
              <w:rPr>
                <w:rtl/>
              </w:rPr>
              <w:t>لط</w:t>
            </w:r>
            <w:r w:rsidR="00C558AD" w:rsidRPr="009647FC">
              <w:rPr>
                <w:rtl/>
              </w:rPr>
              <w:t>يـ</w:t>
            </w:r>
            <w:r w:rsidR="00C558AD" w:rsidRPr="00725071">
              <w:rPr>
                <w:rStyle w:val="libPoemTiniChar0"/>
                <w:rtl/>
              </w:rPr>
              <w:br/>
              <w:t> </w:t>
            </w:r>
          </w:p>
        </w:tc>
        <w:tc>
          <w:tcPr>
            <w:tcW w:w="301" w:type="dxa"/>
          </w:tcPr>
          <w:p w:rsidR="00C558AD" w:rsidRDefault="00C558AD" w:rsidP="00BA6469">
            <w:pPr>
              <w:pStyle w:val="libPoem"/>
              <w:rPr>
                <w:rtl/>
              </w:rPr>
            </w:pPr>
          </w:p>
        </w:tc>
        <w:tc>
          <w:tcPr>
            <w:tcW w:w="3884" w:type="dxa"/>
          </w:tcPr>
          <w:p w:rsidR="00C558AD" w:rsidRPr="00524A24" w:rsidRDefault="00C558AD" w:rsidP="00BA6469">
            <w:pPr>
              <w:pStyle w:val="libPoem"/>
            </w:pPr>
            <w:r w:rsidRPr="009647FC">
              <w:rPr>
                <w:rtl/>
              </w:rPr>
              <w:t>شُ</w:t>
            </w:r>
            <w:r>
              <w:rPr>
                <w:rtl/>
              </w:rPr>
              <w:t xml:space="preserve"> </w:t>
            </w:r>
            <w:r w:rsidR="00A72677" w:rsidRPr="009647FC">
              <w:rPr>
                <w:rtl/>
              </w:rPr>
              <w:t>حجى</w:t>
            </w:r>
            <w:r>
              <w:rPr>
                <w:rtl/>
              </w:rPr>
              <w:t xml:space="preserve"> </w:t>
            </w:r>
            <w:r w:rsidRPr="009647FC">
              <w:rPr>
                <w:rtl/>
              </w:rPr>
              <w:t>ا</w:t>
            </w:r>
            <w:r w:rsidR="00A72677" w:rsidRPr="009647FC">
              <w:rPr>
                <w:rtl/>
              </w:rPr>
              <w:t>لحا</w:t>
            </w:r>
            <w:r w:rsidRPr="009647FC">
              <w:rPr>
                <w:rtl/>
              </w:rPr>
              <w:t>زمين</w:t>
            </w:r>
            <w:r>
              <w:rPr>
                <w:rtl/>
              </w:rPr>
              <w:t xml:space="preserve"> </w:t>
            </w:r>
            <w:r w:rsidR="00A72677" w:rsidRPr="009647FC">
              <w:rPr>
                <w:rtl/>
              </w:rPr>
              <w:t>في</w:t>
            </w:r>
            <w:r>
              <w:rPr>
                <w:rtl/>
              </w:rPr>
              <w:t xml:space="preserve"> </w:t>
            </w:r>
            <w:r w:rsidRPr="009647FC">
              <w:rPr>
                <w:rtl/>
              </w:rPr>
              <w:t>ا</w:t>
            </w:r>
            <w:r w:rsidR="00A72677" w:rsidRPr="009647FC">
              <w:rPr>
                <w:rtl/>
              </w:rPr>
              <w:t>لل</w:t>
            </w:r>
            <w:r w:rsidRPr="009647FC">
              <w:rPr>
                <w:rtl/>
              </w:rPr>
              <w:t>أواءِ</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أكبر أولاد أبيه</w:t>
      </w:r>
      <w:r w:rsidR="00D769AB">
        <w:rPr>
          <w:rtl/>
        </w:rPr>
        <w:t>،</w:t>
      </w:r>
      <w:r w:rsidRPr="009647FC">
        <w:rPr>
          <w:rtl/>
        </w:rPr>
        <w:t xml:space="preserve"> وممّن ذكره الشاعر في العقد المفصل فقال</w:t>
      </w:r>
      <w:r w:rsidR="00D769AB">
        <w:rPr>
          <w:rtl/>
        </w:rPr>
        <w:t>:</w:t>
      </w:r>
      <w:r w:rsidRPr="009647FC">
        <w:rPr>
          <w:rtl/>
        </w:rPr>
        <w:t xml:space="preserve"> كان مذ ترعرع فريد زمانه في كرمه وإحسانه</w:t>
      </w:r>
      <w:r w:rsidR="00D769AB">
        <w:rPr>
          <w:rtl/>
        </w:rPr>
        <w:t>،</w:t>
      </w:r>
      <w:r w:rsidRPr="009647FC">
        <w:rPr>
          <w:rtl/>
        </w:rPr>
        <w:t xml:space="preserve"> وواحد عصره في شرف نفسه وفخره</w:t>
      </w:r>
      <w:r w:rsidR="00D769AB">
        <w:rPr>
          <w:rtl/>
        </w:rPr>
        <w:t>،</w:t>
      </w:r>
      <w:r w:rsidRPr="009647FC">
        <w:rPr>
          <w:rtl/>
        </w:rPr>
        <w:t xml:space="preserve"> قد برع في البلاغة والفصاحة</w:t>
      </w:r>
      <w:r w:rsidR="00D769AB">
        <w:rPr>
          <w:rtl/>
        </w:rPr>
        <w:t>،</w:t>
      </w:r>
      <w:r w:rsidRPr="009647FC">
        <w:rPr>
          <w:rtl/>
        </w:rPr>
        <w:t xml:space="preserve"> واشتهر من كرم أخلاقه بالسجاحة والسماحة</w:t>
      </w:r>
      <w:r w:rsidR="00D769AB">
        <w:rPr>
          <w:rtl/>
        </w:rPr>
        <w:t>،</w:t>
      </w:r>
      <w:r w:rsidRPr="009647FC">
        <w:rPr>
          <w:rtl/>
        </w:rPr>
        <w:t xml:space="preserve"> جامعاً بين نباهة الفكر وجلالة القدر</w:t>
      </w:r>
      <w:r w:rsidR="00D769AB">
        <w:rPr>
          <w:rtl/>
        </w:rPr>
        <w:t>،</w:t>
      </w:r>
      <w:r w:rsidRPr="009647FC">
        <w:rPr>
          <w:rtl/>
        </w:rPr>
        <w:t xml:space="preserve"> ولد عام 1219 هـ</w:t>
      </w:r>
      <w:r w:rsidR="00D769AB">
        <w:rPr>
          <w:rtl/>
        </w:rPr>
        <w:t>.</w:t>
      </w:r>
      <w:r w:rsidRPr="009647FC">
        <w:rPr>
          <w:rtl/>
        </w:rPr>
        <w:t xml:space="preserve"> وتوفّي في إيران عام 1271 هـ</w:t>
      </w:r>
      <w:r w:rsidR="00D769AB">
        <w:rPr>
          <w:rtl/>
        </w:rPr>
        <w:t>،</w:t>
      </w:r>
      <w:r w:rsidRPr="009647FC">
        <w:rPr>
          <w:rtl/>
        </w:rPr>
        <w:t xml:space="preserve"> وحُمل جثمانه إلى النجف</w:t>
      </w:r>
      <w:r w:rsidR="00D769AB">
        <w:rPr>
          <w:rtl/>
        </w:rPr>
        <w:t>،</w:t>
      </w:r>
      <w:r w:rsidRPr="009647FC">
        <w:rPr>
          <w:rtl/>
        </w:rPr>
        <w:t xml:space="preserve"> وقد أثبتنا تأريخ وفاته في باب التاريخيات</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الديوان المطبوع</w:t>
      </w:r>
      <w:r w:rsidR="00D769AB">
        <w:rPr>
          <w:rtl/>
        </w:rPr>
        <w:t>:</w:t>
      </w:r>
      <w:r w:rsidRPr="009647FC">
        <w:rPr>
          <w:rtl/>
        </w:rPr>
        <w:t xml:space="preserve"> الغماء</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وفيه</w:t>
      </w:r>
      <w:r w:rsidR="00D769AB">
        <w:rPr>
          <w:rtl/>
        </w:rPr>
        <w:t>:</w:t>
      </w:r>
      <w:r w:rsidRPr="009647FC">
        <w:rPr>
          <w:rtl/>
        </w:rPr>
        <w:t xml:space="preserve"> يزغو</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وفي العقد المفصل</w:t>
      </w:r>
      <w:r w:rsidR="00D769AB">
        <w:rPr>
          <w:rtl/>
        </w:rPr>
        <w:t>:</w:t>
      </w:r>
      <w:r w:rsidRPr="009647FC">
        <w:rPr>
          <w:rtl/>
        </w:rPr>
        <w:t xml:space="preserve"> على الخطب</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وفي المطبوع</w:t>
      </w:r>
      <w:r w:rsidR="00D769AB">
        <w:rPr>
          <w:rtl/>
        </w:rPr>
        <w:t>:</w:t>
      </w:r>
      <w:r w:rsidRPr="009647FC">
        <w:rPr>
          <w:rtl/>
        </w:rPr>
        <w:t xml:space="preserve"> غلت</w:t>
      </w:r>
      <w:r w:rsidR="00D769AB">
        <w:rPr>
          <w:rtl/>
        </w:rPr>
        <w:t>.</w:t>
      </w:r>
    </w:p>
    <w:p w:rsidR="009647FC" w:rsidRPr="00524A24" w:rsidRDefault="009647FC" w:rsidP="004E7EC6">
      <w:pPr>
        <w:pStyle w:val="libFootnote0"/>
      </w:pPr>
      <w:r w:rsidRPr="009647FC">
        <w:rPr>
          <w:rtl/>
        </w:rPr>
        <w:t>6</w:t>
      </w:r>
      <w:r w:rsidR="004E7EC6">
        <w:rPr>
          <w:rtl/>
        </w:rPr>
        <w:t xml:space="preserve"> - </w:t>
      </w:r>
      <w:r w:rsidRPr="009647FC">
        <w:rPr>
          <w:rtl/>
        </w:rPr>
        <w:t>وفي نسخة</w:t>
      </w:r>
      <w:r w:rsidR="00D769AB">
        <w:rPr>
          <w:rtl/>
        </w:rPr>
        <w:t>:</w:t>
      </w:r>
      <w:r w:rsidRPr="009647FC">
        <w:rPr>
          <w:rtl/>
        </w:rPr>
        <w:t xml:space="preserve"> العُلى</w:t>
      </w:r>
      <w:r w:rsidR="00D769AB">
        <w:rPr>
          <w:rtl/>
        </w:rPr>
        <w:t>.</w:t>
      </w:r>
    </w:p>
    <w:p w:rsidR="009647FC" w:rsidRPr="00524A24" w:rsidRDefault="009647FC" w:rsidP="004E7EC6">
      <w:pPr>
        <w:pStyle w:val="libFootnote0"/>
      </w:pPr>
      <w:r w:rsidRPr="009647FC">
        <w:rPr>
          <w:rtl/>
        </w:rPr>
        <w:t>7</w:t>
      </w:r>
      <w:r w:rsidR="004E7EC6">
        <w:rPr>
          <w:rtl/>
        </w:rPr>
        <w:t xml:space="preserve"> - </w:t>
      </w:r>
      <w:r w:rsidRPr="009647FC">
        <w:rPr>
          <w:rtl/>
        </w:rPr>
        <w:t>وفي نسخة</w:t>
      </w:r>
      <w:r w:rsidR="00D769AB">
        <w:rPr>
          <w:rtl/>
        </w:rPr>
        <w:t>:</w:t>
      </w:r>
      <w:r w:rsidRPr="009647FC">
        <w:rPr>
          <w:rtl/>
        </w:rPr>
        <w:t xml:space="preserve"> منك</w:t>
      </w:r>
      <w:r w:rsidR="00D769AB">
        <w:rPr>
          <w:rtl/>
        </w:rPr>
        <w:t>.</w:t>
      </w:r>
    </w:p>
    <w:p w:rsidR="009647FC" w:rsidRPr="00524A24" w:rsidRDefault="009647FC" w:rsidP="004E7EC6">
      <w:pPr>
        <w:pStyle w:val="libFootnote0"/>
      </w:pPr>
      <w:r w:rsidRPr="009647FC">
        <w:rPr>
          <w:rtl/>
        </w:rPr>
        <w:t>8</w:t>
      </w:r>
      <w:r w:rsidR="004E7EC6">
        <w:rPr>
          <w:rtl/>
        </w:rPr>
        <w:t xml:space="preserve"> - </w:t>
      </w:r>
      <w:r w:rsidRPr="009647FC">
        <w:rPr>
          <w:rtl/>
        </w:rPr>
        <w:t>كذا في الأصل</w:t>
      </w:r>
      <w:r w:rsidR="00D769AB">
        <w:rPr>
          <w:rtl/>
        </w:rPr>
        <w:t>،</w:t>
      </w:r>
      <w:r w:rsidRPr="009647FC">
        <w:rPr>
          <w:rtl/>
        </w:rPr>
        <w:t xml:space="preserve"> ولعلّه يريد المحكم الرأي من ضفر بمعنى شدّ وأحكم</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BA6469" w:rsidRPr="00524A24" w:rsidTr="00BA6469">
        <w:trPr>
          <w:trHeight w:val="350"/>
        </w:trPr>
        <w:tc>
          <w:tcPr>
            <w:tcW w:w="3902" w:type="dxa"/>
          </w:tcPr>
          <w:p w:rsidR="00BA6469" w:rsidRPr="00524A24" w:rsidRDefault="00A72677" w:rsidP="00BA6469">
            <w:pPr>
              <w:pStyle w:val="libPoem"/>
            </w:pPr>
            <w:r w:rsidRPr="009647FC">
              <w:rPr>
                <w:rtl/>
              </w:rPr>
              <w:lastRenderedPageBreak/>
              <w:t>نع</w:t>
            </w:r>
            <w:r w:rsidR="00BA6469" w:rsidRPr="009647FC">
              <w:rPr>
                <w:rtl/>
              </w:rPr>
              <w:t>م</w:t>
            </w:r>
            <w:r w:rsidR="004C00A8">
              <w:rPr>
                <w:rtl/>
              </w:rPr>
              <w:t xml:space="preserve"> </w:t>
            </w:r>
            <w:r w:rsidR="00BA6469" w:rsidRPr="009647FC">
              <w:rPr>
                <w:rtl/>
              </w:rPr>
              <w:t>ربُّ</w:t>
            </w:r>
            <w:r w:rsidR="00BA6469">
              <w:rPr>
                <w:rtl/>
              </w:rPr>
              <w:t xml:space="preserve"> </w:t>
            </w:r>
            <w:r w:rsidR="00BA6469" w:rsidRPr="009647FC">
              <w:rPr>
                <w:rtl/>
              </w:rPr>
              <w:t>ا</w:t>
            </w:r>
            <w:r w:rsidRPr="009647FC">
              <w:rPr>
                <w:rtl/>
              </w:rPr>
              <w:t>لن</w:t>
            </w:r>
            <w:r w:rsidR="00BA6469" w:rsidRPr="009647FC">
              <w:rPr>
                <w:rtl/>
              </w:rPr>
              <w:t>دى</w:t>
            </w:r>
            <w:r w:rsidR="00BA6469">
              <w:rPr>
                <w:rtl/>
              </w:rPr>
              <w:t xml:space="preserve"> </w:t>
            </w:r>
            <w:r w:rsidR="00BA6469" w:rsidRPr="009647FC">
              <w:rPr>
                <w:rtl/>
              </w:rPr>
              <w:t>إذا</w:t>
            </w:r>
            <w:r w:rsidR="00BA6469">
              <w:rPr>
                <w:rtl/>
              </w:rPr>
              <w:t xml:space="preserve"> </w:t>
            </w:r>
            <w:r w:rsidR="00BA6469" w:rsidRPr="009647FC">
              <w:rPr>
                <w:rtl/>
              </w:rPr>
              <w:t>كسع</w:t>
            </w:r>
            <w:r w:rsidR="00BA6469" w:rsidRPr="004E7EC6">
              <w:rPr>
                <w:rStyle w:val="libFootnotenumChar"/>
                <w:rtl/>
              </w:rPr>
              <w:t>(1)</w:t>
            </w:r>
            <w:r w:rsidR="00BA6469">
              <w:rPr>
                <w:rtl/>
              </w:rPr>
              <w:t xml:space="preserve"> </w:t>
            </w:r>
            <w:r w:rsidR="00BA6469" w:rsidRPr="009647FC">
              <w:rPr>
                <w:rtl/>
              </w:rPr>
              <w:t>الشولُ</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A72677" w:rsidP="00BA6469">
            <w:pPr>
              <w:pStyle w:val="libPoem"/>
            </w:pPr>
            <w:r w:rsidRPr="009647FC">
              <w:rPr>
                <w:rtl/>
              </w:rPr>
              <w:t>بأغبا</w:t>
            </w:r>
            <w:r w:rsidR="00BA6469" w:rsidRPr="009647FC">
              <w:rPr>
                <w:rtl/>
              </w:rPr>
              <w:t>ر</w:t>
            </w:r>
            <w:r w:rsidRPr="009647FC">
              <w:rPr>
                <w:rtl/>
              </w:rPr>
              <w:t>ها</w:t>
            </w:r>
            <w:r w:rsidR="004C00A8">
              <w:rPr>
                <w:rtl/>
              </w:rPr>
              <w:t xml:space="preserve"> </w:t>
            </w:r>
            <w:r w:rsidR="00BA6469" w:rsidRPr="009647FC">
              <w:rPr>
                <w:rtl/>
              </w:rPr>
              <w:t>ع</w:t>
            </w:r>
            <w:r w:rsidRPr="009647FC">
              <w:rPr>
                <w:rtl/>
              </w:rPr>
              <w:t>يا</w:t>
            </w:r>
            <w:r w:rsidR="00BA6469" w:rsidRPr="009647FC">
              <w:rPr>
                <w:rtl/>
              </w:rPr>
              <w:t>ل</w:t>
            </w:r>
            <w:r w:rsidR="00677BC4">
              <w:rPr>
                <w:rtl/>
              </w:rPr>
              <w:t>َ</w:t>
            </w:r>
            <w:r w:rsidR="00BA6469">
              <w:rPr>
                <w:rtl/>
              </w:rPr>
              <w:t xml:space="preserve"> </w:t>
            </w:r>
            <w:r w:rsidR="00BA6469" w:rsidRPr="009647FC">
              <w:rPr>
                <w:rtl/>
              </w:rPr>
              <w:t>ا</w:t>
            </w:r>
            <w:r w:rsidRPr="009647FC">
              <w:rPr>
                <w:rtl/>
              </w:rPr>
              <w:t>لشتا</w:t>
            </w:r>
            <w:r w:rsidR="00BA6469" w:rsidRPr="009647FC">
              <w:rPr>
                <w:rtl/>
              </w:rPr>
              <w:t>ءِ</w:t>
            </w:r>
            <w:r w:rsidR="00BA6469"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A72677">
              <w:rPr>
                <w:rtl/>
              </w:rPr>
              <w:t>نعم</w:t>
            </w:r>
            <w:r w:rsidR="00BA6469" w:rsidRPr="00A72677">
              <w:rPr>
                <w:rtl/>
              </w:rPr>
              <w:t xml:space="preserve"> ربُّ ا</w:t>
            </w:r>
            <w:r w:rsidRPr="00A72677">
              <w:rPr>
                <w:rtl/>
              </w:rPr>
              <w:t>لقِر</w:t>
            </w:r>
            <w:r w:rsidR="00BA6469" w:rsidRPr="00A72677">
              <w:rPr>
                <w:rtl/>
              </w:rPr>
              <w:t xml:space="preserve">ى إذا </w:t>
            </w:r>
            <w:r w:rsidRPr="00A72677">
              <w:rPr>
                <w:rtl/>
              </w:rPr>
              <w:t>هب</w:t>
            </w:r>
            <w:r w:rsidR="00BA6469" w:rsidRPr="00A72677">
              <w:rPr>
                <w:rtl/>
              </w:rPr>
              <w:t>ّ</w:t>
            </w:r>
            <w:r w:rsidR="00677BC4">
              <w:rPr>
                <w:rtl/>
              </w:rPr>
              <w:t>َ</w:t>
            </w:r>
            <w:r w:rsidR="00BA6469" w:rsidRPr="00A72677">
              <w:rPr>
                <w:rtl/>
              </w:rPr>
              <w:t>ت ا</w:t>
            </w:r>
            <w:r w:rsidRPr="00A72677">
              <w:rPr>
                <w:rtl/>
              </w:rPr>
              <w:t>لر</w:t>
            </w:r>
            <w:r w:rsidR="00BA6469" w:rsidRPr="00A72677">
              <w:rPr>
                <w:rtl/>
              </w:rPr>
              <w:t>يـ</w:t>
            </w:r>
            <w:r w:rsidR="00BA6469"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حُ</w:t>
            </w:r>
            <w:r w:rsidR="004C00A8">
              <w:rPr>
                <w:rtl/>
              </w:rPr>
              <w:t xml:space="preserve"> </w:t>
            </w:r>
            <w:r w:rsidR="00A72677" w:rsidRPr="00A72677">
              <w:rPr>
                <w:rtl/>
              </w:rPr>
              <w:t>شما</w:t>
            </w:r>
            <w:r w:rsidRPr="00A72677">
              <w:rPr>
                <w:rtl/>
              </w:rPr>
              <w:t>لاً في ا</w:t>
            </w:r>
            <w:r w:rsidR="00A72677" w:rsidRPr="00A72677">
              <w:rPr>
                <w:rtl/>
              </w:rPr>
              <w:t>لشت</w:t>
            </w:r>
            <w:r w:rsidRPr="00A72677">
              <w:rPr>
                <w:rtl/>
              </w:rPr>
              <w:t>وةِ ا</w:t>
            </w:r>
            <w:r w:rsidR="00A72677" w:rsidRPr="00A72677">
              <w:rPr>
                <w:rtl/>
              </w:rPr>
              <w:t>لغ</w:t>
            </w:r>
            <w:r w:rsidRPr="00A72677">
              <w:rPr>
                <w:rtl/>
              </w:rPr>
              <w:t>براءِ</w:t>
            </w:r>
            <w:r w:rsidRPr="00A72677">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A72677">
              <w:rPr>
                <w:rtl/>
              </w:rPr>
              <w:t>نعم</w:t>
            </w:r>
            <w:r w:rsidR="00BA6469" w:rsidRPr="00A72677">
              <w:rPr>
                <w:rtl/>
              </w:rPr>
              <w:t xml:space="preserve"> ربُّ ا</w:t>
            </w:r>
            <w:r w:rsidRPr="00A72677">
              <w:rPr>
                <w:rtl/>
              </w:rPr>
              <w:t>لجف</w:t>
            </w:r>
            <w:r w:rsidR="00BA6469" w:rsidRPr="00A72677">
              <w:rPr>
                <w:rtl/>
              </w:rPr>
              <w:t xml:space="preserve">ان </w:t>
            </w:r>
            <w:r w:rsidRPr="00A72677">
              <w:rPr>
                <w:rtl/>
              </w:rPr>
              <w:t>ليل</w:t>
            </w:r>
            <w:r w:rsidR="00BA6469" w:rsidRPr="00A72677">
              <w:rPr>
                <w:rtl/>
              </w:rPr>
              <w:t>ة</w:t>
            </w:r>
            <w:r w:rsidR="00677BC4">
              <w:rPr>
                <w:rtl/>
              </w:rPr>
              <w:t>َ</w:t>
            </w:r>
            <w:r w:rsidR="00BA6469" w:rsidRPr="00A72677">
              <w:rPr>
                <w:rtl/>
              </w:rPr>
              <w:t xml:space="preserve"> ي</w:t>
            </w:r>
            <w:r w:rsidRPr="00A72677">
              <w:rPr>
                <w:rtl/>
              </w:rPr>
              <w:t>ُمس</w:t>
            </w:r>
            <w:r w:rsidR="00BA6469" w:rsidRPr="00A72677">
              <w:rPr>
                <w:rtl/>
              </w:rPr>
              <w:t>ى</w:t>
            </w:r>
            <w:r w:rsidR="00BA6469"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A72677" w:rsidP="00BA6469">
            <w:pPr>
              <w:pStyle w:val="libPoem"/>
            </w:pPr>
            <w:r w:rsidRPr="00A72677">
              <w:rPr>
                <w:rtl/>
              </w:rPr>
              <w:t>بضياهن</w:t>
            </w:r>
            <w:r w:rsidR="00BA6469" w:rsidRPr="00A72677">
              <w:rPr>
                <w:rtl/>
              </w:rPr>
              <w:t>ّ</w:t>
            </w:r>
            <w:r w:rsidR="00677BC4">
              <w:rPr>
                <w:rtl/>
              </w:rPr>
              <w:t>َ</w:t>
            </w:r>
            <w:r w:rsidR="00BA6469" w:rsidRPr="00A72677">
              <w:rPr>
                <w:rtl/>
              </w:rPr>
              <w:t xml:space="preserve"> </w:t>
            </w:r>
            <w:r w:rsidRPr="00A72677">
              <w:rPr>
                <w:rtl/>
              </w:rPr>
              <w:t>مقمر</w:t>
            </w:r>
            <w:r w:rsidR="00BA6469" w:rsidRPr="00A72677">
              <w:rPr>
                <w:rtl/>
              </w:rPr>
              <w:t>ُ ا</w:t>
            </w:r>
            <w:r w:rsidRPr="00A72677">
              <w:rPr>
                <w:rtl/>
              </w:rPr>
              <w:t>لظلم</w:t>
            </w:r>
            <w:r w:rsidR="00BA6469" w:rsidRPr="00A72677">
              <w:rPr>
                <w:rtl/>
              </w:rPr>
              <w:t>اءِ</w:t>
            </w:r>
            <w:r w:rsidR="00BA6469"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يا</w:t>
            </w:r>
            <w:r>
              <w:rPr>
                <w:rtl/>
              </w:rPr>
              <w:t xml:space="preserve"> </w:t>
            </w:r>
            <w:r w:rsidR="00A72677" w:rsidRPr="009647FC">
              <w:rPr>
                <w:rtl/>
              </w:rPr>
              <w:t>عفا</w:t>
            </w:r>
            <w:r w:rsidRPr="009647FC">
              <w:rPr>
                <w:rtl/>
              </w:rPr>
              <w:t>ء</w:t>
            </w:r>
            <w:r>
              <w:rPr>
                <w:rtl/>
              </w:rPr>
              <w:t xml:space="preserve"> </w:t>
            </w:r>
            <w:r w:rsidRPr="009647FC">
              <w:rPr>
                <w:rtl/>
              </w:rPr>
              <w:t>الأنامِ</w:t>
            </w:r>
            <w:r>
              <w:rPr>
                <w:rtl/>
              </w:rPr>
              <w:t xml:space="preserve"> </w:t>
            </w:r>
            <w:r w:rsidR="00A72677" w:rsidRPr="009647FC">
              <w:rPr>
                <w:rtl/>
              </w:rPr>
              <w:t>شر</w:t>
            </w:r>
            <w:r w:rsidRPr="009647FC">
              <w:rPr>
                <w:rtl/>
              </w:rPr>
              <w:t>قاً</w:t>
            </w:r>
            <w:r>
              <w:rPr>
                <w:rtl/>
              </w:rPr>
              <w:t xml:space="preserve"> </w:t>
            </w:r>
            <w:r w:rsidRPr="009647FC">
              <w:rPr>
                <w:rtl/>
              </w:rPr>
              <w:t>و</w:t>
            </w:r>
            <w:r w:rsidR="00A72677" w:rsidRPr="009647FC">
              <w:rPr>
                <w:rtl/>
              </w:rPr>
              <w:t>غر</w:t>
            </w:r>
            <w:r w:rsidRPr="009647FC">
              <w:rPr>
                <w:rtl/>
              </w:rPr>
              <w:t>با</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دو</w:t>
            </w:r>
            <w:r w:rsidR="00A72677" w:rsidRPr="009647FC">
              <w:rPr>
                <w:rtl/>
              </w:rPr>
              <w:t>نكم</w:t>
            </w:r>
            <w:r>
              <w:rPr>
                <w:rtl/>
              </w:rPr>
              <w:t xml:space="preserve"> </w:t>
            </w:r>
            <w:r w:rsidR="00A72677" w:rsidRPr="009647FC">
              <w:rPr>
                <w:rtl/>
              </w:rPr>
              <w:t>فاحت</w:t>
            </w:r>
            <w:r w:rsidRPr="009647FC">
              <w:rPr>
                <w:rtl/>
              </w:rPr>
              <w:t>بوا</w:t>
            </w:r>
            <w:r>
              <w:rPr>
                <w:rtl/>
              </w:rPr>
              <w:t xml:space="preserve"> </w:t>
            </w:r>
            <w:r w:rsidR="00A72677" w:rsidRPr="009647FC">
              <w:rPr>
                <w:rtl/>
              </w:rPr>
              <w:t>بثو</w:t>
            </w:r>
            <w:r w:rsidRPr="009647FC">
              <w:rPr>
                <w:rtl/>
              </w:rPr>
              <w:t>بِ</w:t>
            </w:r>
            <w:r>
              <w:rPr>
                <w:rtl/>
              </w:rPr>
              <w:t xml:space="preserve"> </w:t>
            </w:r>
            <w:r w:rsidRPr="009647FC">
              <w:rPr>
                <w:rtl/>
              </w:rPr>
              <w:t>ا</w:t>
            </w:r>
            <w:r w:rsidR="00A72677" w:rsidRPr="009647FC">
              <w:rPr>
                <w:rtl/>
              </w:rPr>
              <w:t>لعف</w:t>
            </w:r>
            <w:r w:rsidRPr="009647FC">
              <w:rPr>
                <w:rtl/>
              </w:rPr>
              <w:t>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وا</w:t>
            </w:r>
            <w:r w:rsidR="00A72677" w:rsidRPr="009647FC">
              <w:rPr>
                <w:rtl/>
              </w:rPr>
              <w:t>قصر</w:t>
            </w:r>
            <w:r w:rsidRPr="009647FC">
              <w:rPr>
                <w:rtl/>
              </w:rPr>
              <w:t>وا</w:t>
            </w:r>
            <w:r w:rsidR="004C00A8">
              <w:rPr>
                <w:rtl/>
              </w:rPr>
              <w:t xml:space="preserve"> </w:t>
            </w:r>
            <w:r w:rsidRPr="009647FC">
              <w:rPr>
                <w:rtl/>
              </w:rPr>
              <w:t>أ</w:t>
            </w:r>
            <w:r w:rsidR="00A72677" w:rsidRPr="009647FC">
              <w:rPr>
                <w:rtl/>
              </w:rPr>
              <w:t>عين</w:t>
            </w:r>
            <w:r w:rsidR="00677BC4">
              <w:rPr>
                <w:rtl/>
              </w:rPr>
              <w:t>َ</w:t>
            </w:r>
            <w:r>
              <w:rPr>
                <w:rtl/>
              </w:rPr>
              <w:t xml:space="preserve"> </w:t>
            </w:r>
            <w:r w:rsidRPr="009647FC">
              <w:rPr>
                <w:rtl/>
              </w:rPr>
              <w:t>ا</w:t>
            </w:r>
            <w:r w:rsidR="00A72677" w:rsidRPr="009647FC">
              <w:rPr>
                <w:rtl/>
              </w:rPr>
              <w:t>لر</w:t>
            </w:r>
            <w:r w:rsidRPr="009647FC">
              <w:rPr>
                <w:rtl/>
              </w:rPr>
              <w:t>جاء</w:t>
            </w:r>
            <w:r>
              <w:rPr>
                <w:rtl/>
              </w:rPr>
              <w:t xml:space="preserve"> </w:t>
            </w:r>
            <w:r w:rsidR="00A72677" w:rsidRPr="009647FC">
              <w:rPr>
                <w:rtl/>
              </w:rPr>
              <w:t>قن</w:t>
            </w:r>
            <w:r w:rsidRPr="009647FC">
              <w:rPr>
                <w:rtl/>
              </w:rPr>
              <w:t>وطا</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م</w:t>
            </w:r>
            <w:r w:rsidR="00677BC4">
              <w:rPr>
                <w:rtl/>
              </w:rPr>
              <w:t>َ</w:t>
            </w:r>
            <w:r w:rsidRPr="009647FC">
              <w:rPr>
                <w:rtl/>
              </w:rPr>
              <w:t>نْ</w:t>
            </w:r>
            <w:r>
              <w:rPr>
                <w:rtl/>
              </w:rPr>
              <w:t xml:space="preserve"> </w:t>
            </w:r>
            <w:r w:rsidRPr="009647FC">
              <w:rPr>
                <w:rtl/>
              </w:rPr>
              <w:t>إ</w:t>
            </w:r>
            <w:r w:rsidR="00A72677" w:rsidRPr="009647FC">
              <w:rPr>
                <w:rtl/>
              </w:rPr>
              <w:t>ليه</w:t>
            </w:r>
            <w:r w:rsidRPr="009647FC">
              <w:rPr>
                <w:rtl/>
              </w:rPr>
              <w:t>ِ</w:t>
            </w:r>
            <w:r>
              <w:rPr>
                <w:rtl/>
              </w:rPr>
              <w:t xml:space="preserve"> </w:t>
            </w:r>
            <w:r w:rsidR="00A72677" w:rsidRPr="009647FC">
              <w:rPr>
                <w:rtl/>
              </w:rPr>
              <w:t>تمت</w:t>
            </w:r>
            <w:r w:rsidRPr="009647FC">
              <w:rPr>
                <w:rtl/>
              </w:rPr>
              <w:t>دُّ</w:t>
            </w:r>
            <w:r>
              <w:rPr>
                <w:rtl/>
              </w:rPr>
              <w:t xml:space="preserve"> </w:t>
            </w:r>
            <w:r w:rsidR="00A72677" w:rsidRPr="009647FC">
              <w:rPr>
                <w:rtl/>
              </w:rPr>
              <w:t>في</w:t>
            </w:r>
            <w:r>
              <w:rPr>
                <w:rtl/>
              </w:rPr>
              <w:t xml:space="preserve"> </w:t>
            </w:r>
            <w:r w:rsidRPr="009647FC">
              <w:rPr>
                <w:rtl/>
              </w:rPr>
              <w:t>ا</w:t>
            </w:r>
            <w:r w:rsidR="00A72677" w:rsidRPr="009647FC">
              <w:rPr>
                <w:rtl/>
              </w:rPr>
              <w:t>لب</w:t>
            </w:r>
            <w:r w:rsidRPr="009647FC">
              <w:rPr>
                <w:rtl/>
              </w:rPr>
              <w:t>أساءِ؟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وا</w:t>
            </w:r>
            <w:r w:rsidR="00A72677" w:rsidRPr="009647FC">
              <w:rPr>
                <w:rtl/>
              </w:rPr>
              <w:t>نح</w:t>
            </w:r>
            <w:r w:rsidRPr="009647FC">
              <w:rPr>
                <w:rtl/>
              </w:rPr>
              <w:t>بوا</w:t>
            </w:r>
            <w:r w:rsidR="004C00A8">
              <w:rPr>
                <w:rtl/>
              </w:rPr>
              <w:t xml:space="preserve"> </w:t>
            </w:r>
            <w:r w:rsidR="00A72677" w:rsidRPr="009647FC">
              <w:rPr>
                <w:rtl/>
              </w:rPr>
              <w:t>عن</w:t>
            </w:r>
            <w:r>
              <w:rPr>
                <w:rtl/>
              </w:rPr>
              <w:t xml:space="preserve"> </w:t>
            </w:r>
            <w:r w:rsidR="00A72677" w:rsidRPr="009647FC">
              <w:rPr>
                <w:rtl/>
              </w:rPr>
              <w:t>حر</w:t>
            </w:r>
            <w:r w:rsidRPr="009647FC">
              <w:rPr>
                <w:rtl/>
              </w:rPr>
              <w:t>يقِ</w:t>
            </w:r>
            <w:r>
              <w:rPr>
                <w:rtl/>
              </w:rPr>
              <w:t xml:space="preserve"> </w:t>
            </w:r>
            <w:r w:rsidRPr="009647FC">
              <w:rPr>
                <w:rtl/>
              </w:rPr>
              <w:t>و</w:t>
            </w:r>
            <w:r w:rsidR="00A72677" w:rsidRPr="009647FC">
              <w:rPr>
                <w:rtl/>
              </w:rPr>
              <w:t>جد</w:t>
            </w:r>
            <w:r w:rsidRPr="009647FC">
              <w:rPr>
                <w:rtl/>
              </w:rPr>
              <w:t>ٍ</w:t>
            </w:r>
            <w:r>
              <w:rPr>
                <w:rtl/>
              </w:rPr>
              <w:t xml:space="preserve"> </w:t>
            </w:r>
            <w:r w:rsidRPr="009647FC">
              <w:rPr>
                <w:rtl/>
              </w:rPr>
              <w:t>لم</w:t>
            </w:r>
            <w:r w:rsidR="00677BC4">
              <w:rPr>
                <w:rtl/>
              </w:rPr>
              <w:t>َ</w:t>
            </w:r>
            <w:r w:rsidRPr="009647FC">
              <w:rPr>
                <w:rtl/>
              </w:rPr>
              <w:t>نْ</w:t>
            </w:r>
            <w:r>
              <w:rPr>
                <w:rtl/>
              </w:rPr>
              <w:t xml:space="preserve"> </w:t>
            </w:r>
            <w:r w:rsidRPr="009647FC">
              <w:rPr>
                <w:rtl/>
              </w:rPr>
              <w:t>كا</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ن</w:t>
            </w:r>
            <w:r>
              <w:rPr>
                <w:rtl/>
              </w:rPr>
              <w:t xml:space="preserve"> </w:t>
            </w:r>
            <w:r w:rsidR="00A72677" w:rsidRPr="009647FC">
              <w:rPr>
                <w:rtl/>
              </w:rPr>
              <w:t>عليك</w:t>
            </w:r>
            <w:r w:rsidRPr="009647FC">
              <w:rPr>
                <w:rtl/>
              </w:rPr>
              <w:t>م</w:t>
            </w:r>
            <w:r>
              <w:rPr>
                <w:rtl/>
              </w:rPr>
              <w:t xml:space="preserve"> </w:t>
            </w:r>
            <w:r w:rsidRPr="009647FC">
              <w:rPr>
                <w:rtl/>
              </w:rPr>
              <w:t>أ</w:t>
            </w:r>
            <w:r w:rsidR="00A72677" w:rsidRPr="009647FC">
              <w:rPr>
                <w:rtl/>
              </w:rPr>
              <w:t>حنى</w:t>
            </w:r>
            <w:r>
              <w:rPr>
                <w:rtl/>
              </w:rPr>
              <w:t xml:space="preserve"> </w:t>
            </w:r>
            <w:r w:rsidRPr="009647FC">
              <w:rPr>
                <w:rtl/>
              </w:rPr>
              <w:t>من</w:t>
            </w:r>
            <w:r>
              <w:rPr>
                <w:rtl/>
              </w:rPr>
              <w:t xml:space="preserve"> </w:t>
            </w:r>
            <w:r w:rsidRPr="009647FC">
              <w:rPr>
                <w:rtl/>
              </w:rPr>
              <w:t>الآباءِ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Pr>
                <w:rtl/>
              </w:rPr>
              <w:t>(</w:t>
            </w:r>
            <w:r w:rsidR="00A72677" w:rsidRPr="009647FC">
              <w:rPr>
                <w:rtl/>
              </w:rPr>
              <w:t>يست</w:t>
            </w:r>
            <w:r w:rsidRPr="009647FC">
              <w:rPr>
                <w:rtl/>
              </w:rPr>
              <w:t>قلُ</w:t>
            </w:r>
            <w:r w:rsidR="004C00A8">
              <w:rPr>
                <w:rtl/>
              </w:rPr>
              <w:t xml:space="preserve"> </w:t>
            </w:r>
            <w:r w:rsidRPr="009647FC">
              <w:rPr>
                <w:rtl/>
              </w:rPr>
              <w:t>ا</w:t>
            </w:r>
            <w:r w:rsidR="00A72677" w:rsidRPr="009647FC">
              <w:rPr>
                <w:rtl/>
              </w:rPr>
              <w:t>لحب</w:t>
            </w:r>
            <w:r w:rsidRPr="009647FC">
              <w:rPr>
                <w:rtl/>
              </w:rPr>
              <w:t>ا</w:t>
            </w:r>
            <w:r>
              <w:rPr>
                <w:rtl/>
              </w:rPr>
              <w:t xml:space="preserve"> </w:t>
            </w:r>
            <w:r w:rsidR="00A72677" w:rsidRPr="009647FC">
              <w:rPr>
                <w:rtl/>
              </w:rPr>
              <w:t>لكم</w:t>
            </w:r>
            <w:r>
              <w:rPr>
                <w:rtl/>
              </w:rPr>
              <w:t xml:space="preserve"> </w:t>
            </w:r>
            <w:r w:rsidRPr="009647FC">
              <w:rPr>
                <w:rtl/>
              </w:rPr>
              <w:t>إن</w:t>
            </w:r>
            <w:r>
              <w:rPr>
                <w:rtl/>
              </w:rPr>
              <w:t xml:space="preserve"> </w:t>
            </w:r>
            <w:r w:rsidRPr="009647FC">
              <w:rPr>
                <w:rtl/>
              </w:rPr>
              <w:t>و</w:t>
            </w:r>
            <w:r w:rsidR="00A72677" w:rsidRPr="009647FC">
              <w:rPr>
                <w:rtl/>
              </w:rPr>
              <w:t>فد</w:t>
            </w:r>
            <w:r w:rsidRPr="009647FC">
              <w:rPr>
                <w:rtl/>
              </w:rPr>
              <w:t>تم</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و</w:t>
            </w:r>
            <w:r w:rsidR="00A72677" w:rsidRPr="009647FC">
              <w:rPr>
                <w:rtl/>
              </w:rPr>
              <w:t>لو</w:t>
            </w:r>
            <w:r>
              <w:rPr>
                <w:rtl/>
              </w:rPr>
              <w:t xml:space="preserve"> </w:t>
            </w:r>
            <w:r w:rsidRPr="009647FC">
              <w:rPr>
                <w:rtl/>
              </w:rPr>
              <w:t>ا</w:t>
            </w:r>
            <w:r w:rsidR="00A72677" w:rsidRPr="009647FC">
              <w:rPr>
                <w:rtl/>
              </w:rPr>
              <w:t>لم</w:t>
            </w:r>
            <w:r w:rsidRPr="009647FC">
              <w:rPr>
                <w:rtl/>
              </w:rPr>
              <w:t>شرقان</w:t>
            </w:r>
            <w:r>
              <w:rPr>
                <w:rtl/>
              </w:rPr>
              <w:t xml:space="preserve"> </w:t>
            </w:r>
            <w:r w:rsidR="00A72677" w:rsidRPr="009647FC">
              <w:rPr>
                <w:rtl/>
              </w:rPr>
              <w:t>بع</w:t>
            </w:r>
            <w:r w:rsidRPr="009647FC">
              <w:rPr>
                <w:rtl/>
              </w:rPr>
              <w:t>ضُ</w:t>
            </w:r>
            <w:r>
              <w:rPr>
                <w:rtl/>
              </w:rPr>
              <w:t xml:space="preserve"> </w:t>
            </w:r>
            <w:r w:rsidRPr="009647FC">
              <w:rPr>
                <w:rtl/>
              </w:rPr>
              <w:t>الحباءِ</w:t>
            </w:r>
            <w:r>
              <w:rPr>
                <w:rtl/>
              </w:rPr>
              <w:t>)</w:t>
            </w:r>
            <w:r w:rsidRPr="004E7EC6">
              <w:rPr>
                <w:rStyle w:val="libFootnotenumChar"/>
                <w:rtl/>
              </w:rPr>
              <w:t>(2)</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لو</w:t>
            </w:r>
            <w:r w:rsidR="004C00A8">
              <w:rPr>
                <w:rtl/>
              </w:rPr>
              <w:t xml:space="preserve"> </w:t>
            </w:r>
            <w:r w:rsidR="00A72677" w:rsidRPr="009647FC">
              <w:rPr>
                <w:rtl/>
              </w:rPr>
              <w:t>بكت</w:t>
            </w:r>
            <w:r w:rsidRPr="009647FC">
              <w:rPr>
                <w:rtl/>
              </w:rPr>
              <w:t>هُ</w:t>
            </w:r>
            <w:r>
              <w:rPr>
                <w:rtl/>
              </w:rPr>
              <w:t xml:space="preserve"> </w:t>
            </w:r>
            <w:r w:rsidR="00A72677" w:rsidRPr="009647FC">
              <w:rPr>
                <w:rtl/>
              </w:rPr>
              <w:t>عيو</w:t>
            </w:r>
            <w:r w:rsidRPr="009647FC">
              <w:rPr>
                <w:rtl/>
              </w:rPr>
              <w:t>نكم</w:t>
            </w:r>
            <w:r>
              <w:rPr>
                <w:rtl/>
              </w:rPr>
              <w:t xml:space="preserve"> </w:t>
            </w:r>
            <w:r w:rsidRPr="009647FC">
              <w:rPr>
                <w:rtl/>
              </w:rPr>
              <w:t>وأ</w:t>
            </w:r>
            <w:r w:rsidR="00A72677" w:rsidRPr="009647FC">
              <w:rPr>
                <w:rtl/>
              </w:rPr>
              <w:t>فض</w:t>
            </w:r>
            <w:r w:rsidRPr="009647FC">
              <w:rPr>
                <w:rtl/>
              </w:rPr>
              <w:t>ن</w:t>
            </w:r>
            <w:r>
              <w:rPr>
                <w:rtl/>
              </w:rPr>
              <w:t xml:space="preserve"> </w:t>
            </w:r>
            <w:r w:rsidRPr="009647FC">
              <w:rPr>
                <w:rtl/>
              </w:rPr>
              <w:t>الأ</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A72677" w:rsidP="00BA6469">
            <w:pPr>
              <w:pStyle w:val="libPoem"/>
            </w:pPr>
            <w:r w:rsidRPr="009647FC">
              <w:rPr>
                <w:rtl/>
              </w:rPr>
              <w:t>بحر</w:t>
            </w:r>
            <w:r w:rsidR="00BA6469" w:rsidRPr="009647FC">
              <w:rPr>
                <w:rtl/>
              </w:rPr>
              <w:t>ُ</w:t>
            </w:r>
            <w:r w:rsidR="004C00A8">
              <w:rPr>
                <w:rtl/>
              </w:rPr>
              <w:t xml:space="preserve"> </w:t>
            </w:r>
            <w:r w:rsidR="00BA6469" w:rsidRPr="009647FC">
              <w:rPr>
                <w:rtl/>
              </w:rPr>
              <w:t>ا</w:t>
            </w:r>
            <w:r w:rsidRPr="009647FC">
              <w:rPr>
                <w:rtl/>
              </w:rPr>
              <w:t>لسب</w:t>
            </w:r>
            <w:r w:rsidR="00BA6469" w:rsidRPr="009647FC">
              <w:rPr>
                <w:rtl/>
              </w:rPr>
              <w:t>ع</w:t>
            </w:r>
            <w:r w:rsidR="00BA6469">
              <w:rPr>
                <w:rtl/>
              </w:rPr>
              <w:t xml:space="preserve"> </w:t>
            </w:r>
            <w:r w:rsidR="00BA6469" w:rsidRPr="009647FC">
              <w:rPr>
                <w:rtl/>
              </w:rPr>
              <w:t>وا</w:t>
            </w:r>
            <w:r w:rsidRPr="009647FC">
              <w:rPr>
                <w:rtl/>
              </w:rPr>
              <w:t>لح</w:t>
            </w:r>
            <w:r w:rsidR="00BA6469" w:rsidRPr="009647FC">
              <w:rPr>
                <w:rtl/>
              </w:rPr>
              <w:t>يا</w:t>
            </w:r>
            <w:r w:rsidR="00BA6469">
              <w:rPr>
                <w:rtl/>
              </w:rPr>
              <w:t xml:space="preserve"> </w:t>
            </w:r>
            <w:r w:rsidRPr="009647FC">
              <w:rPr>
                <w:rtl/>
              </w:rPr>
              <w:t>في</w:t>
            </w:r>
            <w:r w:rsidR="00BA6469">
              <w:rPr>
                <w:rtl/>
              </w:rPr>
              <w:t xml:space="preserve"> </w:t>
            </w:r>
            <w:r w:rsidR="00BA6469" w:rsidRPr="009647FC">
              <w:rPr>
                <w:rtl/>
              </w:rPr>
              <w:t>ا</w:t>
            </w:r>
            <w:r w:rsidRPr="009647FC">
              <w:rPr>
                <w:rtl/>
              </w:rPr>
              <w:t>لب</w:t>
            </w:r>
            <w:r w:rsidR="00BA6469" w:rsidRPr="009647FC">
              <w:rPr>
                <w:rtl/>
              </w:rPr>
              <w:t>كاءِ</w:t>
            </w:r>
            <w:r w:rsidR="00BA6469"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 xml:space="preserve">لم </w:t>
            </w:r>
            <w:r w:rsidR="00A72677" w:rsidRPr="00A72677">
              <w:rPr>
                <w:rtl/>
              </w:rPr>
              <w:t>تف</w:t>
            </w:r>
            <w:r w:rsidRPr="00A72677">
              <w:rPr>
                <w:rtl/>
              </w:rPr>
              <w:t xml:space="preserve">وّه </w:t>
            </w:r>
            <w:r w:rsidR="00A72677" w:rsidRPr="00A72677">
              <w:rPr>
                <w:rtl/>
              </w:rPr>
              <w:t>مع</w:t>
            </w:r>
            <w:r w:rsidRPr="00A72677">
              <w:rPr>
                <w:rtl/>
              </w:rPr>
              <w:t>شار</w:t>
            </w:r>
            <w:r w:rsidR="00677BC4">
              <w:rPr>
                <w:rtl/>
              </w:rPr>
              <w:t>َ</w:t>
            </w:r>
            <w:r w:rsidRPr="00A72677">
              <w:rPr>
                <w:rtl/>
              </w:rPr>
              <w:t xml:space="preserve"> </w:t>
            </w:r>
            <w:r w:rsidR="00A72677" w:rsidRPr="00A72677">
              <w:rPr>
                <w:rtl/>
              </w:rPr>
              <w:t>ما</w:t>
            </w:r>
            <w:r w:rsidRPr="00A72677">
              <w:rPr>
                <w:rtl/>
              </w:rPr>
              <w:t xml:space="preserve"> </w:t>
            </w:r>
            <w:r w:rsidR="00A72677" w:rsidRPr="00A72677">
              <w:rPr>
                <w:rtl/>
              </w:rPr>
              <w:t>قد</w:t>
            </w:r>
            <w:r w:rsidRPr="00A72677">
              <w:rPr>
                <w:rtl/>
              </w:rPr>
              <w:t xml:space="preserve"> أ</w:t>
            </w:r>
            <w:r w:rsidR="00A72677" w:rsidRPr="00A72677">
              <w:rPr>
                <w:rtl/>
              </w:rPr>
              <w:t>فا</w:t>
            </w:r>
            <w:r w:rsidRPr="00A72677">
              <w:rPr>
                <w:rtl/>
              </w:rPr>
              <w:t>ضت</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لكم</w:t>
            </w:r>
            <w:r w:rsidR="004C00A8">
              <w:rPr>
                <w:rtl/>
              </w:rPr>
              <w:t xml:space="preserve"> </w:t>
            </w:r>
            <w:r w:rsidRPr="00A72677">
              <w:rPr>
                <w:rtl/>
              </w:rPr>
              <w:t>راحُ كف</w:t>
            </w:r>
            <w:r w:rsidR="00A72677" w:rsidRPr="00A72677">
              <w:rPr>
                <w:rtl/>
              </w:rPr>
              <w:t>ّه</w:t>
            </w:r>
            <w:r w:rsidRPr="00A72677">
              <w:rPr>
                <w:rtl/>
              </w:rPr>
              <w:t>ِ ا</w:t>
            </w:r>
            <w:r w:rsidR="00A72677" w:rsidRPr="00A72677">
              <w:rPr>
                <w:rtl/>
              </w:rPr>
              <w:t>لبيض</w:t>
            </w:r>
            <w:r w:rsidRPr="00A72677">
              <w:rPr>
                <w:rtl/>
              </w:rPr>
              <w:t>اءِ</w:t>
            </w:r>
            <w:r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رح</w:t>
            </w:r>
            <w:r w:rsidR="00A72677" w:rsidRPr="00A72677">
              <w:rPr>
                <w:rtl/>
              </w:rPr>
              <w:t>ّلو</w:t>
            </w:r>
            <w:r w:rsidRPr="00A72677">
              <w:rPr>
                <w:rtl/>
              </w:rPr>
              <w:t>ا ا</w:t>
            </w:r>
            <w:r w:rsidR="00A72677" w:rsidRPr="00A72677">
              <w:rPr>
                <w:rtl/>
              </w:rPr>
              <w:t>لعي</w:t>
            </w:r>
            <w:r w:rsidRPr="00A72677">
              <w:rPr>
                <w:rtl/>
              </w:rPr>
              <w:t xml:space="preserve">س </w:t>
            </w:r>
            <w:r w:rsidR="00A72677" w:rsidRPr="00A72677">
              <w:rPr>
                <w:rtl/>
              </w:rPr>
              <w:t>قا</w:t>
            </w:r>
            <w:r w:rsidRPr="00A72677">
              <w:rPr>
                <w:rtl/>
              </w:rPr>
              <w:t xml:space="preserve">صدين </w:t>
            </w:r>
            <w:r w:rsidR="00A72677" w:rsidRPr="00A72677">
              <w:rPr>
                <w:rtl/>
              </w:rPr>
              <w:t>ضر</w:t>
            </w:r>
            <w:r w:rsidRPr="00A72677">
              <w:rPr>
                <w:rtl/>
              </w:rPr>
              <w:t>يحا</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A72677" w:rsidP="00BA6469">
            <w:pPr>
              <w:pStyle w:val="libPoem"/>
            </w:pPr>
            <w:r w:rsidRPr="00A72677">
              <w:rPr>
                <w:rtl/>
              </w:rPr>
              <w:t>فيه</w:t>
            </w:r>
            <w:r w:rsidR="00BA6469" w:rsidRPr="00A72677">
              <w:rPr>
                <w:rtl/>
              </w:rPr>
              <w:t xml:space="preserve"> ما </w:t>
            </w:r>
            <w:r w:rsidRPr="00A72677">
              <w:rPr>
                <w:rtl/>
              </w:rPr>
              <w:t>في</w:t>
            </w:r>
            <w:r w:rsidR="00BA6469" w:rsidRPr="00A72677">
              <w:rPr>
                <w:rtl/>
              </w:rPr>
              <w:t xml:space="preserve">هِ </w:t>
            </w:r>
            <w:r w:rsidRPr="00A72677">
              <w:rPr>
                <w:rtl/>
              </w:rPr>
              <w:t>من</w:t>
            </w:r>
            <w:r w:rsidR="00BA6469" w:rsidRPr="00A72677">
              <w:rPr>
                <w:rtl/>
              </w:rPr>
              <w:t xml:space="preserve"> ع</w:t>
            </w:r>
            <w:r w:rsidRPr="00A72677">
              <w:rPr>
                <w:rtl/>
              </w:rPr>
              <w:t>ُل</w:t>
            </w:r>
            <w:r w:rsidR="00BA6469" w:rsidRPr="00A72677">
              <w:rPr>
                <w:rtl/>
              </w:rPr>
              <w:t>اً و</w:t>
            </w:r>
            <w:r w:rsidRPr="00A72677">
              <w:rPr>
                <w:rtl/>
              </w:rPr>
              <w:t>سخ</w:t>
            </w:r>
            <w:r w:rsidR="00BA6469" w:rsidRPr="00A72677">
              <w:rPr>
                <w:rtl/>
              </w:rPr>
              <w:t>اءِ</w:t>
            </w:r>
            <w:r w:rsidR="00BA6469"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وا</w:t>
            </w:r>
            <w:r w:rsidR="00A72677" w:rsidRPr="00A72677">
              <w:rPr>
                <w:rtl/>
              </w:rPr>
              <w:t>عقِر</w:t>
            </w:r>
            <w:r w:rsidRPr="00A72677">
              <w:rPr>
                <w:rtl/>
              </w:rPr>
              <w:t>وا</w:t>
            </w:r>
            <w:r w:rsidR="004C00A8">
              <w:rPr>
                <w:rtl/>
              </w:rPr>
              <w:t xml:space="preserve"> </w:t>
            </w:r>
            <w:r w:rsidR="00A72677" w:rsidRPr="00A72677">
              <w:rPr>
                <w:rtl/>
              </w:rPr>
              <w:t>عن</w:t>
            </w:r>
            <w:r w:rsidRPr="00A72677">
              <w:rPr>
                <w:rtl/>
              </w:rPr>
              <w:t>دهُ و</w:t>
            </w:r>
            <w:r w:rsidR="00A72677" w:rsidRPr="00A72677">
              <w:rPr>
                <w:rtl/>
              </w:rPr>
              <w:t>جل</w:t>
            </w:r>
            <w:r w:rsidRPr="00A72677">
              <w:rPr>
                <w:rtl/>
              </w:rPr>
              <w:t>ّ</w:t>
            </w:r>
            <w:r w:rsidR="00677BC4">
              <w:rPr>
                <w:rtl/>
              </w:rPr>
              <w:t>َ</w:t>
            </w:r>
            <w:r w:rsidRPr="00A72677">
              <w:rPr>
                <w:rtl/>
              </w:rPr>
              <w:t xml:space="preserve"> </w:t>
            </w:r>
            <w:r w:rsidR="00A72677" w:rsidRPr="00A72677">
              <w:rPr>
                <w:rtl/>
              </w:rPr>
              <w:t>عن</w:t>
            </w:r>
            <w:r w:rsidRPr="00A72677">
              <w:rPr>
                <w:rtl/>
              </w:rPr>
              <w:t xml:space="preserve"> ا</w:t>
            </w:r>
            <w:r w:rsidR="00A72677" w:rsidRPr="00A72677">
              <w:rPr>
                <w:rtl/>
              </w:rPr>
              <w:t>لع</w:t>
            </w:r>
            <w:r w:rsidRPr="00A72677">
              <w:rPr>
                <w:rtl/>
              </w:rPr>
              <w:t>قر</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ق</w:t>
            </w:r>
            <w:r w:rsidR="00A72677" w:rsidRPr="00A72677">
              <w:rPr>
                <w:rtl/>
              </w:rPr>
              <w:t>لوبا</w:t>
            </w:r>
            <w:r w:rsidRPr="00A72677">
              <w:rPr>
                <w:rtl/>
              </w:rPr>
              <w:t>ً</w:t>
            </w:r>
            <w:r w:rsidR="004C00A8">
              <w:rPr>
                <w:rtl/>
              </w:rPr>
              <w:t xml:space="preserve"> </w:t>
            </w:r>
            <w:r w:rsidR="00A72677" w:rsidRPr="00A72677">
              <w:rPr>
                <w:rtl/>
              </w:rPr>
              <w:t>مطلو</w:t>
            </w:r>
            <w:r w:rsidRPr="00A72677">
              <w:rPr>
                <w:rtl/>
              </w:rPr>
              <w:t>لة ال</w:t>
            </w:r>
            <w:r w:rsidR="00A72677" w:rsidRPr="00A72677">
              <w:rPr>
                <w:rtl/>
              </w:rPr>
              <w:t>سو</w:t>
            </w:r>
            <w:r w:rsidRPr="00A72677">
              <w:rPr>
                <w:rtl/>
              </w:rPr>
              <w:t>داءِ</w:t>
            </w:r>
            <w:r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جدثٌ</w:t>
            </w:r>
            <w:r w:rsidR="004C00A8">
              <w:rPr>
                <w:rtl/>
              </w:rPr>
              <w:t xml:space="preserve"> </w:t>
            </w:r>
            <w:r w:rsidRPr="00A72677">
              <w:rPr>
                <w:rtl/>
              </w:rPr>
              <w:t xml:space="preserve">ماءُ </w:t>
            </w:r>
            <w:r w:rsidR="00A72677" w:rsidRPr="00A72677">
              <w:rPr>
                <w:rtl/>
              </w:rPr>
              <w:t>عي</w:t>
            </w:r>
            <w:r w:rsidRPr="00A72677">
              <w:rPr>
                <w:rtl/>
              </w:rPr>
              <w:t xml:space="preserve">شكم </w:t>
            </w:r>
            <w:r w:rsidR="00A72677" w:rsidRPr="00A72677">
              <w:rPr>
                <w:rtl/>
              </w:rPr>
              <w:t>غا</w:t>
            </w:r>
            <w:r w:rsidRPr="00A72677">
              <w:rPr>
                <w:rtl/>
              </w:rPr>
              <w:t xml:space="preserve">ض </w:t>
            </w:r>
            <w:r w:rsidR="00A72677" w:rsidRPr="00A72677">
              <w:rPr>
                <w:rtl/>
              </w:rPr>
              <w:t>في</w:t>
            </w:r>
            <w:r w:rsidRPr="00A72677">
              <w:rPr>
                <w:rtl/>
              </w:rPr>
              <w:t>ه</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A72677" w:rsidP="00BA6469">
            <w:pPr>
              <w:pStyle w:val="libPoem"/>
            </w:pPr>
            <w:r w:rsidRPr="00A72677">
              <w:rPr>
                <w:rtl/>
              </w:rPr>
              <w:t>فانضح</w:t>
            </w:r>
            <w:r w:rsidR="00BA6469" w:rsidRPr="00A72677">
              <w:rPr>
                <w:rtl/>
              </w:rPr>
              <w:t>وا فو</w:t>
            </w:r>
            <w:r w:rsidRPr="00A72677">
              <w:rPr>
                <w:rtl/>
              </w:rPr>
              <w:t>قه</w:t>
            </w:r>
            <w:r w:rsidR="00BA6469" w:rsidRPr="00A72677">
              <w:rPr>
                <w:rtl/>
              </w:rPr>
              <w:t>ُ دم</w:t>
            </w:r>
            <w:r w:rsidR="00677BC4">
              <w:rPr>
                <w:rtl/>
              </w:rPr>
              <w:t>َ</w:t>
            </w:r>
            <w:r w:rsidR="00BA6469" w:rsidRPr="00A72677">
              <w:rPr>
                <w:rtl/>
              </w:rPr>
              <w:t xml:space="preserve"> الأ</w:t>
            </w:r>
            <w:r w:rsidRPr="00A72677">
              <w:rPr>
                <w:rtl/>
              </w:rPr>
              <w:t>حشا</w:t>
            </w:r>
            <w:r w:rsidR="00BA6469" w:rsidRPr="00A72677">
              <w:rPr>
                <w:rtl/>
              </w:rPr>
              <w:t>ءِ</w:t>
            </w:r>
            <w:r w:rsidR="00BA6469" w:rsidRPr="00A72677">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A72677">
              <w:rPr>
                <w:rtl/>
              </w:rPr>
              <w:t>حل</w:t>
            </w:r>
            <w:r w:rsidR="00BA6469" w:rsidRPr="00A72677">
              <w:rPr>
                <w:rtl/>
              </w:rPr>
              <w:t>ّ</w:t>
            </w:r>
            <w:r w:rsidR="00677BC4">
              <w:rPr>
                <w:rtl/>
              </w:rPr>
              <w:t>َ</w:t>
            </w:r>
            <w:r w:rsidR="004C00A8">
              <w:rPr>
                <w:rtl/>
              </w:rPr>
              <w:t xml:space="preserve"> </w:t>
            </w:r>
            <w:r w:rsidRPr="00A72677">
              <w:rPr>
                <w:rtl/>
              </w:rPr>
              <w:t>في</w:t>
            </w:r>
            <w:r w:rsidR="00BA6469" w:rsidRPr="00A72677">
              <w:rPr>
                <w:rtl/>
              </w:rPr>
              <w:t xml:space="preserve">ه </w:t>
            </w:r>
            <w:r w:rsidRPr="00A72677">
              <w:rPr>
                <w:rtl/>
              </w:rPr>
              <w:t>من</w:t>
            </w:r>
            <w:r w:rsidR="00BA6469" w:rsidRPr="00A72677">
              <w:rPr>
                <w:rtl/>
              </w:rPr>
              <w:t xml:space="preserve">ْ </w:t>
            </w:r>
            <w:r w:rsidRPr="00A72677">
              <w:rPr>
                <w:rtl/>
              </w:rPr>
              <w:t>قد</w:t>
            </w:r>
            <w:r w:rsidR="00BA6469" w:rsidRPr="00A72677">
              <w:rPr>
                <w:rtl/>
              </w:rPr>
              <w:t xml:space="preserve"> </w:t>
            </w:r>
            <w:r w:rsidRPr="00A72677">
              <w:rPr>
                <w:rtl/>
              </w:rPr>
              <w:t>كف</w:t>
            </w:r>
            <w:r w:rsidR="00BA6469" w:rsidRPr="00A72677">
              <w:rPr>
                <w:rtl/>
              </w:rPr>
              <w:t>ى (آد</w:t>
            </w:r>
            <w:r w:rsidRPr="00A72677">
              <w:rPr>
                <w:rtl/>
              </w:rPr>
              <w:t>ما</w:t>
            </w:r>
            <w:r w:rsidR="00BA6469" w:rsidRPr="00A72677">
              <w:rPr>
                <w:rtl/>
              </w:rPr>
              <w:t>ً) في</w:t>
            </w:r>
            <w:r w:rsidR="00BA6469"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غ</w:t>
            </w:r>
            <w:r w:rsidR="00A72677" w:rsidRPr="00A72677">
              <w:rPr>
                <w:rtl/>
              </w:rPr>
              <w:t>يث</w:t>
            </w:r>
            <w:r w:rsidRPr="00A72677">
              <w:rPr>
                <w:rtl/>
              </w:rPr>
              <w:t xml:space="preserve"> جدواهُ </w:t>
            </w:r>
            <w:r w:rsidR="00A72677" w:rsidRPr="00A72677">
              <w:rPr>
                <w:rtl/>
              </w:rPr>
              <w:t>عيل</w:t>
            </w:r>
            <w:r w:rsidRPr="00A72677">
              <w:rPr>
                <w:rtl/>
              </w:rPr>
              <w:t>ة الأ</w:t>
            </w:r>
            <w:r w:rsidR="00A72677" w:rsidRPr="00A72677">
              <w:rPr>
                <w:rtl/>
              </w:rPr>
              <w:t>بنا</w:t>
            </w:r>
            <w:r w:rsidRPr="00A72677">
              <w:rPr>
                <w:rtl/>
              </w:rPr>
              <w:t>ءِ</w:t>
            </w:r>
            <w:r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w:t>
            </w:r>
            <w:r w:rsidR="00A72677" w:rsidRPr="00A72677">
              <w:rPr>
                <w:rtl/>
              </w:rPr>
              <w:t>لي</w:t>
            </w:r>
            <w:r w:rsidRPr="00A72677">
              <w:rPr>
                <w:rtl/>
              </w:rPr>
              <w:t>ت</w:t>
            </w:r>
            <w:r w:rsidR="00677BC4">
              <w:rPr>
                <w:rtl/>
              </w:rPr>
              <w:t>َ</w:t>
            </w:r>
            <w:r w:rsidR="004C00A8">
              <w:rPr>
                <w:rtl/>
              </w:rPr>
              <w:t xml:space="preserve"> </w:t>
            </w:r>
            <w:r w:rsidR="00A72677" w:rsidRPr="00A72677">
              <w:rPr>
                <w:rtl/>
              </w:rPr>
              <w:t>شع</w:t>
            </w:r>
            <w:r w:rsidRPr="00A72677">
              <w:rPr>
                <w:rtl/>
              </w:rPr>
              <w:t>ري أن</w:t>
            </w:r>
            <w:r w:rsidR="00A72677" w:rsidRPr="00A72677">
              <w:rPr>
                <w:rtl/>
              </w:rPr>
              <w:t>ّى</w:t>
            </w:r>
            <w:r w:rsidRPr="00A72677">
              <w:rPr>
                <w:rtl/>
              </w:rPr>
              <w:t xml:space="preserve"> د</w:t>
            </w:r>
            <w:r w:rsidR="00A72677" w:rsidRPr="00A72677">
              <w:rPr>
                <w:rtl/>
              </w:rPr>
              <w:t>نا</w:t>
            </w:r>
            <w:r w:rsidRPr="00A72677">
              <w:rPr>
                <w:rtl/>
              </w:rPr>
              <w:t xml:space="preserve"> الموتُ منه</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و</w:t>
            </w:r>
            <w:r w:rsidR="00A72677" w:rsidRPr="00A72677">
              <w:rPr>
                <w:rtl/>
              </w:rPr>
              <w:t>هو</w:t>
            </w:r>
            <w:r w:rsidRPr="00A72677">
              <w:rPr>
                <w:rtl/>
              </w:rPr>
              <w:t xml:space="preserve"> </w:t>
            </w:r>
            <w:r w:rsidR="00A72677" w:rsidRPr="00A72677">
              <w:rPr>
                <w:rtl/>
              </w:rPr>
              <w:t>في</w:t>
            </w:r>
            <w:r w:rsidRPr="00A72677">
              <w:rPr>
                <w:rtl/>
              </w:rPr>
              <w:t xml:space="preserve"> ر</w:t>
            </w:r>
            <w:r w:rsidR="00A72677" w:rsidRPr="00A72677">
              <w:rPr>
                <w:rtl/>
              </w:rPr>
              <w:t>بع</w:t>
            </w:r>
            <w:r w:rsidRPr="00A72677">
              <w:rPr>
                <w:rtl/>
              </w:rPr>
              <w:t xml:space="preserve"> </w:t>
            </w:r>
            <w:r w:rsidR="00A72677" w:rsidRPr="00A72677">
              <w:rPr>
                <w:rtl/>
              </w:rPr>
              <w:t>عز</w:t>
            </w:r>
            <w:r w:rsidRPr="00A72677">
              <w:rPr>
                <w:rtl/>
              </w:rPr>
              <w:t>ّةٍ قعساءِ)</w:t>
            </w:r>
            <w:r w:rsidRPr="00A72677">
              <w:rPr>
                <w:rStyle w:val="libFootnotenumChar"/>
                <w:rtl/>
              </w:rPr>
              <w:t>(3)</w:t>
            </w:r>
            <w:r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Pr>
                <w:rtl/>
              </w:rPr>
              <w:t>(</w:t>
            </w:r>
            <w:r w:rsidRPr="009647FC">
              <w:rPr>
                <w:rtl/>
              </w:rPr>
              <w:t>هل</w:t>
            </w:r>
            <w:r>
              <w:rPr>
                <w:rtl/>
              </w:rPr>
              <w:t xml:space="preserve"> </w:t>
            </w:r>
            <w:r w:rsidRPr="009647FC">
              <w:rPr>
                <w:rtl/>
              </w:rPr>
              <w:t>أ</w:t>
            </w:r>
            <w:r w:rsidR="00A72677" w:rsidRPr="009647FC">
              <w:rPr>
                <w:rtl/>
              </w:rPr>
              <w:t>تا</w:t>
            </w:r>
            <w:r w:rsidRPr="009647FC">
              <w:rPr>
                <w:rtl/>
              </w:rPr>
              <w:t>هُ</w:t>
            </w:r>
            <w:r>
              <w:rPr>
                <w:rtl/>
              </w:rPr>
              <w:t xml:space="preserve"> </w:t>
            </w:r>
            <w:r w:rsidR="00A72677" w:rsidRPr="009647FC">
              <w:rPr>
                <w:rtl/>
              </w:rPr>
              <w:t>مس</w:t>
            </w:r>
            <w:r w:rsidRPr="009647FC">
              <w:rPr>
                <w:rtl/>
              </w:rPr>
              <w:t>ترفداً</w:t>
            </w:r>
            <w:r>
              <w:rPr>
                <w:rtl/>
              </w:rPr>
              <w:t xml:space="preserve"> </w:t>
            </w:r>
            <w:r w:rsidR="00A72677" w:rsidRPr="009647FC">
              <w:rPr>
                <w:rtl/>
              </w:rPr>
              <w:t>حي</w:t>
            </w:r>
            <w:r w:rsidRPr="009647FC">
              <w:rPr>
                <w:rtl/>
              </w:rPr>
              <w:t>ن</w:t>
            </w:r>
            <w:r>
              <w:rPr>
                <w:rtl/>
              </w:rPr>
              <w:t xml:space="preserve"> </w:t>
            </w:r>
            <w:r w:rsidRPr="009647FC">
              <w:rPr>
                <w:rtl/>
              </w:rPr>
              <w:t>أ</w:t>
            </w:r>
            <w:r w:rsidR="00A72677" w:rsidRPr="009647FC">
              <w:rPr>
                <w:rtl/>
              </w:rPr>
              <w:t>عط</w:t>
            </w:r>
            <w:r w:rsidRPr="009647FC">
              <w:rPr>
                <w:rtl/>
              </w:rPr>
              <w:t>ى</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ما</w:t>
            </w:r>
            <w:r w:rsidR="004C00A8">
              <w:rPr>
                <w:rtl/>
              </w:rPr>
              <w:t xml:space="preserve"> </w:t>
            </w:r>
            <w:r w:rsidR="00A72677" w:rsidRPr="009647FC">
              <w:rPr>
                <w:rtl/>
              </w:rPr>
              <w:t>حوته</w:t>
            </w:r>
            <w:r>
              <w:rPr>
                <w:rtl/>
              </w:rPr>
              <w:t xml:space="preserve"> </w:t>
            </w:r>
            <w:r w:rsidR="00A72677" w:rsidRPr="009647FC">
              <w:rPr>
                <w:rtl/>
              </w:rPr>
              <w:t>يد</w:t>
            </w:r>
            <w:r w:rsidRPr="009647FC">
              <w:rPr>
                <w:rtl/>
              </w:rPr>
              <w:t>اهُ</w:t>
            </w:r>
            <w:r>
              <w:rPr>
                <w:rtl/>
              </w:rPr>
              <w:t xml:space="preserve"> </w:t>
            </w:r>
            <w:r w:rsidR="00A72677" w:rsidRPr="009647FC">
              <w:rPr>
                <w:rtl/>
              </w:rPr>
              <w:t>لل</w:t>
            </w:r>
            <w:r w:rsidRPr="009647FC">
              <w:rPr>
                <w:rtl/>
              </w:rPr>
              <w:t>فقراءِ</w:t>
            </w:r>
            <w:r>
              <w:rPr>
                <w:rtl/>
              </w:rPr>
              <w:t>)</w:t>
            </w:r>
            <w:r w:rsidRPr="004E7EC6">
              <w:rPr>
                <w:rStyle w:val="libFootnotenumChar"/>
                <w:rtl/>
              </w:rPr>
              <w:t>(4)</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ودّ</w:t>
            </w:r>
            <w:r w:rsidR="00677BC4">
              <w:rPr>
                <w:rtl/>
              </w:rPr>
              <w:t>َ</w:t>
            </w:r>
            <w:r w:rsidRPr="009647FC">
              <w:rPr>
                <w:rtl/>
              </w:rPr>
              <w:t>ت</w:t>
            </w:r>
            <w:r w:rsidR="004C00A8">
              <w:rPr>
                <w:rtl/>
              </w:rPr>
              <w:t xml:space="preserve"> </w:t>
            </w:r>
            <w:r w:rsidRPr="009647FC">
              <w:rPr>
                <w:rtl/>
              </w:rPr>
              <w:t>ا</w:t>
            </w:r>
            <w:r w:rsidR="00A72677" w:rsidRPr="009647FC">
              <w:rPr>
                <w:rtl/>
              </w:rPr>
              <w:t>لمكرما</w:t>
            </w:r>
            <w:r w:rsidRPr="009647FC">
              <w:rPr>
                <w:rtl/>
              </w:rPr>
              <w:t>تُ</w:t>
            </w:r>
            <w:r>
              <w:rPr>
                <w:rtl/>
              </w:rPr>
              <w:t xml:space="preserve"> </w:t>
            </w:r>
            <w:r w:rsidRPr="009647FC">
              <w:rPr>
                <w:rtl/>
              </w:rPr>
              <w:t>أن</w:t>
            </w:r>
            <w:r>
              <w:rPr>
                <w:rtl/>
              </w:rPr>
              <w:t xml:space="preserve"> </w:t>
            </w:r>
            <w:r w:rsidR="00A72677" w:rsidRPr="009647FC">
              <w:rPr>
                <w:rtl/>
              </w:rPr>
              <w:t>تفتديه</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A72677" w:rsidP="00BA6469">
            <w:pPr>
              <w:pStyle w:val="libPoem"/>
            </w:pPr>
            <w:r w:rsidRPr="009647FC">
              <w:rPr>
                <w:rtl/>
              </w:rPr>
              <w:t>ببنيه</w:t>
            </w:r>
            <w:r w:rsidR="00BA6469" w:rsidRPr="009647FC">
              <w:rPr>
                <w:rtl/>
              </w:rPr>
              <w:t>ا</w:t>
            </w:r>
            <w:r w:rsidR="004C00A8">
              <w:rPr>
                <w:rtl/>
              </w:rPr>
              <w:t xml:space="preserve"> </w:t>
            </w:r>
            <w:r w:rsidR="00BA6469" w:rsidRPr="009647FC">
              <w:rPr>
                <w:rtl/>
              </w:rPr>
              <w:t>الأما</w:t>
            </w:r>
            <w:r w:rsidRPr="009647FC">
              <w:rPr>
                <w:rtl/>
              </w:rPr>
              <w:t>جد</w:t>
            </w:r>
            <w:r w:rsidR="00677BC4">
              <w:rPr>
                <w:rtl/>
              </w:rPr>
              <w:t>َ</w:t>
            </w:r>
            <w:r w:rsidR="00BA6469">
              <w:rPr>
                <w:rtl/>
              </w:rPr>
              <w:t xml:space="preserve"> </w:t>
            </w:r>
            <w:r w:rsidR="00BA6469" w:rsidRPr="009647FC">
              <w:rPr>
                <w:rtl/>
              </w:rPr>
              <w:t>ا</w:t>
            </w:r>
            <w:r w:rsidRPr="009647FC">
              <w:rPr>
                <w:rtl/>
              </w:rPr>
              <w:t>لكرما</w:t>
            </w:r>
            <w:r w:rsidR="00BA6469" w:rsidRPr="009647FC">
              <w:rPr>
                <w:rtl/>
              </w:rPr>
              <w:t>ءِ</w:t>
            </w:r>
            <w:r w:rsidR="00BA6469"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هم</w:t>
            </w:r>
            <w:r w:rsidR="004C00A8">
              <w:rPr>
                <w:rtl/>
              </w:rPr>
              <w:t xml:space="preserve"> </w:t>
            </w:r>
            <w:r w:rsidR="00A72677" w:rsidRPr="009647FC">
              <w:rPr>
                <w:rtl/>
              </w:rPr>
              <w:t>مكا</w:t>
            </w:r>
            <w:r w:rsidRPr="009647FC">
              <w:rPr>
                <w:rtl/>
              </w:rPr>
              <w:t>نُ</w:t>
            </w:r>
            <w:r>
              <w:rPr>
                <w:rtl/>
              </w:rPr>
              <w:t xml:space="preserve"> </w:t>
            </w:r>
            <w:r w:rsidRPr="009647FC">
              <w:rPr>
                <w:rtl/>
              </w:rPr>
              <w:t>ا</w:t>
            </w:r>
            <w:r w:rsidR="00A72677" w:rsidRPr="009647FC">
              <w:rPr>
                <w:rtl/>
              </w:rPr>
              <w:t>لج</w:t>
            </w:r>
            <w:r w:rsidRPr="009647FC">
              <w:rPr>
                <w:rtl/>
              </w:rPr>
              <w:t>فون</w:t>
            </w:r>
            <w:r>
              <w:rPr>
                <w:rtl/>
              </w:rPr>
              <w:t xml:space="preserve"> </w:t>
            </w:r>
            <w:r w:rsidR="00A72677" w:rsidRPr="009647FC">
              <w:rPr>
                <w:rtl/>
              </w:rPr>
              <w:t>من</w:t>
            </w:r>
            <w:r w:rsidRPr="009647FC">
              <w:rPr>
                <w:rtl/>
              </w:rPr>
              <w:t>ها</w:t>
            </w:r>
            <w:r>
              <w:rPr>
                <w:rtl/>
              </w:rPr>
              <w:t xml:space="preserve"> </w:t>
            </w:r>
            <w:r w:rsidRPr="009647FC">
              <w:rPr>
                <w:rtl/>
              </w:rPr>
              <w:t>و</w:t>
            </w:r>
            <w:r w:rsidR="00A72677" w:rsidRPr="009647FC">
              <w:rPr>
                <w:rtl/>
              </w:rPr>
              <w:t>لك</w:t>
            </w:r>
            <w:r w:rsidRPr="009647FC">
              <w:rPr>
                <w:rtl/>
              </w:rPr>
              <w:t>ن</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A72677" w:rsidP="00BA6469">
            <w:pPr>
              <w:pStyle w:val="libPoem"/>
            </w:pPr>
            <w:r w:rsidRPr="009647FC">
              <w:rPr>
                <w:rtl/>
              </w:rPr>
              <w:t>هو</w:t>
            </w:r>
            <w:r w:rsidR="004C00A8">
              <w:rPr>
                <w:rtl/>
              </w:rPr>
              <w:t xml:space="preserve"> </w:t>
            </w:r>
            <w:r w:rsidRPr="009647FC">
              <w:rPr>
                <w:rtl/>
              </w:rPr>
              <w:t>في</w:t>
            </w:r>
            <w:r w:rsidR="00BA6469" w:rsidRPr="004E7EC6">
              <w:rPr>
                <w:rStyle w:val="libFootnotenumChar"/>
                <w:rtl/>
              </w:rPr>
              <w:t>(5)</w:t>
            </w:r>
            <w:r w:rsidR="00BA6469">
              <w:rPr>
                <w:rtl/>
              </w:rPr>
              <w:t xml:space="preserve"> </w:t>
            </w:r>
            <w:r w:rsidRPr="009647FC">
              <w:rPr>
                <w:rtl/>
              </w:rPr>
              <w:t>عي</w:t>
            </w:r>
            <w:r w:rsidR="00BA6469" w:rsidRPr="009647FC">
              <w:rPr>
                <w:rtl/>
              </w:rPr>
              <w:t>نها</w:t>
            </w:r>
            <w:r w:rsidR="00BA6469">
              <w:rPr>
                <w:rtl/>
              </w:rPr>
              <w:t xml:space="preserve"> </w:t>
            </w:r>
            <w:r w:rsidRPr="009647FC">
              <w:rPr>
                <w:rtl/>
              </w:rPr>
              <w:t>مك</w:t>
            </w:r>
            <w:r w:rsidR="00BA6469" w:rsidRPr="009647FC">
              <w:rPr>
                <w:rtl/>
              </w:rPr>
              <w:t>انُ</w:t>
            </w:r>
            <w:r w:rsidR="00BA6469">
              <w:rPr>
                <w:rtl/>
              </w:rPr>
              <w:t xml:space="preserve"> </w:t>
            </w:r>
            <w:r w:rsidR="00BA6469" w:rsidRPr="009647FC">
              <w:rPr>
                <w:rtl/>
              </w:rPr>
              <w:t>الضياءِ</w:t>
            </w:r>
            <w:r w:rsidR="00BA6469"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وهم</w:t>
            </w:r>
            <w:r>
              <w:rPr>
                <w:rtl/>
              </w:rPr>
              <w:t xml:space="preserve"> </w:t>
            </w:r>
            <w:r w:rsidRPr="009647FC">
              <w:rPr>
                <w:rtl/>
              </w:rPr>
              <w:t>في</w:t>
            </w:r>
            <w:r>
              <w:rPr>
                <w:rtl/>
              </w:rPr>
              <w:t xml:space="preserve"> </w:t>
            </w:r>
            <w:r w:rsidRPr="009647FC">
              <w:rPr>
                <w:rtl/>
              </w:rPr>
              <w:t>ا</w:t>
            </w:r>
            <w:r w:rsidR="00A72677" w:rsidRPr="009647FC">
              <w:rPr>
                <w:rtl/>
              </w:rPr>
              <w:t>لحي</w:t>
            </w:r>
            <w:r w:rsidRPr="009647FC">
              <w:rPr>
                <w:rtl/>
              </w:rPr>
              <w:t>اة</w:t>
            </w:r>
            <w:r>
              <w:rPr>
                <w:rtl/>
              </w:rPr>
              <w:t xml:space="preserve"> </w:t>
            </w:r>
            <w:r w:rsidR="00A72677" w:rsidRPr="009647FC">
              <w:rPr>
                <w:rtl/>
              </w:rPr>
              <w:t>مو</w:t>
            </w:r>
            <w:r w:rsidRPr="009647FC">
              <w:rPr>
                <w:rtl/>
              </w:rPr>
              <w:t>تى</w:t>
            </w:r>
            <w:r>
              <w:rPr>
                <w:rtl/>
              </w:rPr>
              <w:t xml:space="preserve"> </w:t>
            </w:r>
            <w:r w:rsidRPr="009647FC">
              <w:rPr>
                <w:rtl/>
              </w:rPr>
              <w:t>و</w:t>
            </w:r>
            <w:r w:rsidR="00A72677" w:rsidRPr="009647FC">
              <w:rPr>
                <w:rtl/>
              </w:rPr>
              <w:t>لك</w:t>
            </w:r>
            <w:r w:rsidRPr="009647FC">
              <w:rPr>
                <w:rtl/>
              </w:rPr>
              <w:t>ن</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هو</w:t>
            </w:r>
            <w:r>
              <w:rPr>
                <w:rtl/>
              </w:rPr>
              <w:t xml:space="preserve"> </w:t>
            </w:r>
            <w:r w:rsidR="00A72677" w:rsidRPr="009647FC">
              <w:rPr>
                <w:rtl/>
              </w:rPr>
              <w:t>ميت</w:t>
            </w:r>
            <w:r w:rsidRPr="009647FC">
              <w:rPr>
                <w:rtl/>
              </w:rPr>
              <w:t>ٌ</w:t>
            </w:r>
            <w:r>
              <w:rPr>
                <w:rtl/>
              </w:rPr>
              <w:t xml:space="preserve"> </w:t>
            </w:r>
            <w:r w:rsidR="00A72677" w:rsidRPr="009647FC">
              <w:rPr>
                <w:rtl/>
              </w:rPr>
              <w:t>يعد</w:t>
            </w:r>
            <w:r w:rsidRPr="009647FC">
              <w:rPr>
                <w:rtl/>
              </w:rPr>
              <w:t>ُّ</w:t>
            </w:r>
            <w:r>
              <w:rPr>
                <w:rtl/>
              </w:rPr>
              <w:t xml:space="preserve"> </w:t>
            </w:r>
            <w:r w:rsidRPr="009647FC">
              <w:rPr>
                <w:rtl/>
              </w:rPr>
              <w:t>في</w:t>
            </w:r>
            <w:r>
              <w:rPr>
                <w:rtl/>
              </w:rPr>
              <w:t xml:space="preserve"> </w:t>
            </w:r>
            <w:r w:rsidRPr="009647FC">
              <w:rPr>
                <w:rtl/>
              </w:rPr>
              <w:t>الأ</w:t>
            </w:r>
            <w:r w:rsidR="00A72677" w:rsidRPr="009647FC">
              <w:rPr>
                <w:rtl/>
              </w:rPr>
              <w:t>حي</w:t>
            </w:r>
            <w:r w:rsidRPr="009647FC">
              <w:rPr>
                <w:rtl/>
              </w:rPr>
              <w:t>اءِ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فحب</w:t>
            </w:r>
            <w:r w:rsidR="00BA6469" w:rsidRPr="009647FC">
              <w:rPr>
                <w:rtl/>
              </w:rPr>
              <w:t>ا</w:t>
            </w:r>
            <w:r w:rsidR="00BA6469">
              <w:rPr>
                <w:rtl/>
              </w:rPr>
              <w:t xml:space="preserve"> </w:t>
            </w:r>
            <w:r w:rsidRPr="009647FC">
              <w:rPr>
                <w:rtl/>
              </w:rPr>
              <w:t>نفس</w:t>
            </w:r>
            <w:r w:rsidR="00677BC4">
              <w:rPr>
                <w:rtl/>
              </w:rPr>
              <w:t>َ</w:t>
            </w:r>
            <w:r w:rsidR="00BA6469" w:rsidRPr="009647FC">
              <w:rPr>
                <w:rtl/>
              </w:rPr>
              <w:t>هُ</w:t>
            </w:r>
            <w:r w:rsidR="00BA6469">
              <w:rPr>
                <w:rtl/>
              </w:rPr>
              <w:t xml:space="preserve"> </w:t>
            </w:r>
            <w:r w:rsidR="00BA6469" w:rsidRPr="009647FC">
              <w:rPr>
                <w:rtl/>
              </w:rPr>
              <w:t>ا</w:t>
            </w:r>
            <w:r w:rsidRPr="009647FC">
              <w:rPr>
                <w:rtl/>
              </w:rPr>
              <w:t>لر</w:t>
            </w:r>
            <w:r w:rsidR="00BA6469" w:rsidRPr="009647FC">
              <w:rPr>
                <w:rtl/>
              </w:rPr>
              <w:t>دى</w:t>
            </w:r>
            <w:r w:rsidR="00BA6469">
              <w:rPr>
                <w:rtl/>
              </w:rPr>
              <w:t xml:space="preserve"> </w:t>
            </w:r>
            <w:r w:rsidR="00BA6469" w:rsidRPr="009647FC">
              <w:rPr>
                <w:rtl/>
              </w:rPr>
              <w:t>إذ</w:t>
            </w:r>
            <w:r w:rsidR="00BA6469" w:rsidRPr="004E7EC6">
              <w:rPr>
                <w:rStyle w:val="libFootnotenumChar"/>
                <w:rtl/>
              </w:rPr>
              <w:t>(6)</w:t>
            </w:r>
            <w:r w:rsidR="00BA6469">
              <w:rPr>
                <w:rtl/>
              </w:rPr>
              <w:t xml:space="preserve"> </w:t>
            </w:r>
            <w:r w:rsidR="00BA6469" w:rsidRPr="009647FC">
              <w:rPr>
                <w:rtl/>
              </w:rPr>
              <w:t>أ</w:t>
            </w:r>
            <w:r w:rsidRPr="009647FC">
              <w:rPr>
                <w:rtl/>
              </w:rPr>
              <w:t>تا</w:t>
            </w:r>
            <w:r w:rsidR="00BA6469" w:rsidRPr="009647FC">
              <w:rPr>
                <w:rtl/>
              </w:rPr>
              <w:t>ه</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A72677" w:rsidP="00BA6469">
            <w:pPr>
              <w:pStyle w:val="libPoem"/>
            </w:pPr>
            <w:r w:rsidRPr="009647FC">
              <w:rPr>
                <w:rtl/>
              </w:rPr>
              <w:t>مست</w:t>
            </w:r>
            <w:r w:rsidR="00BA6469" w:rsidRPr="009647FC">
              <w:rPr>
                <w:rtl/>
              </w:rPr>
              <w:t>ميحاً</w:t>
            </w:r>
            <w:r w:rsidR="004C00A8">
              <w:rPr>
                <w:rtl/>
              </w:rPr>
              <w:t xml:space="preserve"> </w:t>
            </w:r>
            <w:r w:rsidRPr="009647FC">
              <w:rPr>
                <w:rtl/>
              </w:rPr>
              <w:t>يمش</w:t>
            </w:r>
            <w:r w:rsidR="00BA6469" w:rsidRPr="009647FC">
              <w:rPr>
                <w:rtl/>
              </w:rPr>
              <w:t>ي</w:t>
            </w:r>
            <w:r w:rsidR="00BA6469">
              <w:rPr>
                <w:rtl/>
              </w:rPr>
              <w:t xml:space="preserve"> </w:t>
            </w:r>
            <w:r w:rsidRPr="009647FC">
              <w:rPr>
                <w:rtl/>
              </w:rPr>
              <w:t>عل</w:t>
            </w:r>
            <w:r w:rsidR="00BA6469" w:rsidRPr="009647FC">
              <w:rPr>
                <w:rtl/>
              </w:rPr>
              <w:t>ى</w:t>
            </w:r>
            <w:r w:rsidR="00BA6469">
              <w:rPr>
                <w:rtl/>
              </w:rPr>
              <w:t xml:space="preserve"> </w:t>
            </w:r>
            <w:r w:rsidR="00BA6469" w:rsidRPr="009647FC">
              <w:rPr>
                <w:rtl/>
              </w:rPr>
              <w:t>ا</w:t>
            </w:r>
            <w:r w:rsidRPr="009647FC">
              <w:rPr>
                <w:rtl/>
              </w:rPr>
              <w:t>ست</w:t>
            </w:r>
            <w:r w:rsidR="00BA6469" w:rsidRPr="009647FC">
              <w:rPr>
                <w:rtl/>
              </w:rPr>
              <w:t>حياءِ</w:t>
            </w:r>
            <w:r w:rsidR="00BA6469"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بعد</w:t>
            </w:r>
            <w:r w:rsidR="004C00A8">
              <w:rPr>
                <w:rtl/>
              </w:rPr>
              <w:t xml:space="preserve"> </w:t>
            </w:r>
            <w:r w:rsidR="00BA6469" w:rsidRPr="009647FC">
              <w:rPr>
                <w:rtl/>
              </w:rPr>
              <w:t>ما</w:t>
            </w:r>
            <w:r w:rsidR="00BA6469">
              <w:rPr>
                <w:rtl/>
              </w:rPr>
              <w:t xml:space="preserve"> </w:t>
            </w:r>
            <w:r w:rsidRPr="009647FC">
              <w:rPr>
                <w:rtl/>
              </w:rPr>
              <w:t>عاشت</w:t>
            </w:r>
            <w:r w:rsidR="00BA6469">
              <w:rPr>
                <w:rtl/>
              </w:rPr>
              <w:t xml:space="preserve"> </w:t>
            </w:r>
            <w:r w:rsidR="00BA6469" w:rsidRPr="009647FC">
              <w:rPr>
                <w:rtl/>
              </w:rPr>
              <w:t>ا</w:t>
            </w:r>
            <w:r w:rsidRPr="009647FC">
              <w:rPr>
                <w:rtl/>
              </w:rPr>
              <w:t>لع</w:t>
            </w:r>
            <w:r w:rsidR="00BA6469" w:rsidRPr="009647FC">
              <w:rPr>
                <w:rtl/>
              </w:rPr>
              <w:t>فاةُ</w:t>
            </w:r>
            <w:r w:rsidR="00BA6469">
              <w:rPr>
                <w:rtl/>
              </w:rPr>
              <w:t xml:space="preserve"> </w:t>
            </w:r>
            <w:r w:rsidR="00BA6469" w:rsidRPr="009647FC">
              <w:rPr>
                <w:rtl/>
              </w:rPr>
              <w:t>ز</w:t>
            </w:r>
            <w:r w:rsidRPr="009647FC">
              <w:rPr>
                <w:rtl/>
              </w:rPr>
              <w:t>ما</w:t>
            </w:r>
            <w:r w:rsidR="00BA6469" w:rsidRPr="009647FC">
              <w:rPr>
                <w:rtl/>
              </w:rPr>
              <w:t>نا</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Pr="00524A24" w:rsidRDefault="00BA6469" w:rsidP="00BA6469">
            <w:pPr>
              <w:pStyle w:val="libPoem"/>
            </w:pPr>
            <w:r w:rsidRPr="009647FC">
              <w:rPr>
                <w:rtl/>
              </w:rPr>
              <w:t>من</w:t>
            </w:r>
            <w:r>
              <w:rPr>
                <w:rtl/>
              </w:rPr>
              <w:t xml:space="preserve"> </w:t>
            </w:r>
            <w:r w:rsidRPr="009647FC">
              <w:rPr>
                <w:rtl/>
              </w:rPr>
              <w:t>نداهُ</w:t>
            </w:r>
            <w:r>
              <w:rPr>
                <w:rtl/>
              </w:rPr>
              <w:t xml:space="preserve"> </w:t>
            </w:r>
            <w:r w:rsidRPr="009647FC">
              <w:rPr>
                <w:rtl/>
              </w:rPr>
              <w:t>في</w:t>
            </w:r>
            <w:r>
              <w:rPr>
                <w:rtl/>
              </w:rPr>
              <w:t xml:space="preserve"> </w:t>
            </w:r>
            <w:r w:rsidRPr="009647FC">
              <w:rPr>
                <w:rtl/>
              </w:rPr>
              <w:t>أ</w:t>
            </w:r>
            <w:r w:rsidR="00A72677" w:rsidRPr="009647FC">
              <w:rPr>
                <w:rtl/>
              </w:rPr>
              <w:t>سبغ</w:t>
            </w:r>
            <w:r w:rsidRPr="009647FC">
              <w:rPr>
                <w:rtl/>
              </w:rPr>
              <w:t>ِ</w:t>
            </w:r>
            <w:r>
              <w:rPr>
                <w:rtl/>
              </w:rPr>
              <w:t xml:space="preserve"> </w:t>
            </w:r>
            <w:r w:rsidRPr="009647FC">
              <w:rPr>
                <w:rtl/>
              </w:rPr>
              <w:t>ا</w:t>
            </w:r>
            <w:r w:rsidR="00A72677" w:rsidRPr="009647FC">
              <w:rPr>
                <w:rtl/>
              </w:rPr>
              <w:t>لن</w:t>
            </w:r>
            <w:r w:rsidRPr="009647FC">
              <w:rPr>
                <w:rtl/>
              </w:rPr>
              <w:t>عماءِ</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كسع الناقة بنيرها</w:t>
      </w:r>
      <w:r w:rsidR="00D769AB">
        <w:rPr>
          <w:rtl/>
        </w:rPr>
        <w:t>،</w:t>
      </w:r>
      <w:r w:rsidRPr="009647FC">
        <w:rPr>
          <w:rtl/>
        </w:rPr>
        <w:t xml:space="preserve"> ترك في ضرعها بقية من اللبن</w:t>
      </w:r>
      <w:r w:rsidR="00D769AB">
        <w:rPr>
          <w:rtl/>
        </w:rPr>
        <w:t>،</w:t>
      </w:r>
      <w:r w:rsidRPr="009647FC">
        <w:rPr>
          <w:rtl/>
        </w:rPr>
        <w:t xml:space="preserve"> والشول</w:t>
      </w:r>
      <w:r w:rsidR="00D769AB">
        <w:rPr>
          <w:rtl/>
        </w:rPr>
        <w:t>:</w:t>
      </w:r>
      <w:r w:rsidRPr="009647FC">
        <w:rPr>
          <w:rtl/>
        </w:rPr>
        <w:t xml:space="preserve"> جمع شائلة</w:t>
      </w:r>
      <w:r w:rsidR="00D769AB">
        <w:rPr>
          <w:rtl/>
        </w:rPr>
        <w:t>،</w:t>
      </w:r>
      <w:r w:rsidRPr="009647FC">
        <w:rPr>
          <w:rtl/>
        </w:rPr>
        <w:t xml:space="preserve"> وهي من الإبل التي خفّ لبنها بعد مرور مدّة على حملها ووضعها</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هذه الأبيات من زيادات العقد المفصل</w:t>
      </w:r>
      <w:r w:rsidR="00D769AB">
        <w:rPr>
          <w:rtl/>
        </w:rPr>
        <w:t>.</w:t>
      </w:r>
    </w:p>
    <w:p w:rsidR="009647FC" w:rsidRPr="00524A24" w:rsidRDefault="009647FC" w:rsidP="00BA6469">
      <w:pPr>
        <w:pStyle w:val="libFootnote0"/>
      </w:pPr>
      <w:r w:rsidRPr="009647FC">
        <w:rPr>
          <w:rtl/>
        </w:rPr>
        <w:t>3</w:t>
      </w:r>
      <w:r w:rsidR="004E7EC6">
        <w:rPr>
          <w:rtl/>
        </w:rPr>
        <w:t xml:space="preserve"> - </w:t>
      </w:r>
      <w:r w:rsidRPr="009647FC">
        <w:rPr>
          <w:rtl/>
        </w:rPr>
        <w:t>المصدر نفسه</w:t>
      </w:r>
      <w:r w:rsidR="00D769AB">
        <w:rPr>
          <w:rtl/>
        </w:rPr>
        <w:t>.</w:t>
      </w:r>
      <w:r w:rsidR="00BA6469">
        <w:rPr>
          <w:rFonts w:hint="cs"/>
          <w:rtl/>
        </w:rPr>
        <w:tab/>
      </w:r>
      <w:r w:rsidR="00BA6469">
        <w:rPr>
          <w:rFonts w:hint="cs"/>
          <w:rtl/>
        </w:rPr>
        <w:tab/>
      </w:r>
      <w:r w:rsidR="00BA6469">
        <w:rPr>
          <w:rFonts w:hint="cs"/>
          <w:rtl/>
        </w:rPr>
        <w:tab/>
      </w:r>
      <w:r w:rsidR="00BA6469">
        <w:rPr>
          <w:rFonts w:hint="cs"/>
          <w:rtl/>
        </w:rPr>
        <w:tab/>
      </w:r>
      <w:r w:rsidRPr="009647FC">
        <w:rPr>
          <w:rtl/>
        </w:rPr>
        <w:t>4</w:t>
      </w:r>
      <w:r w:rsidR="004E7EC6">
        <w:rPr>
          <w:rtl/>
        </w:rPr>
        <w:t xml:space="preserve"> - </w:t>
      </w:r>
      <w:r w:rsidRPr="009647FC">
        <w:rPr>
          <w:rtl/>
        </w:rPr>
        <w:t>المصدر نفسه</w:t>
      </w:r>
      <w:r w:rsidR="00D769AB">
        <w:rPr>
          <w:rtl/>
        </w:rPr>
        <w:t>.</w:t>
      </w:r>
    </w:p>
    <w:p w:rsidR="009647FC" w:rsidRPr="00524A24" w:rsidRDefault="009647FC" w:rsidP="00BA6469">
      <w:pPr>
        <w:pStyle w:val="libFootnote0"/>
      </w:pPr>
      <w:r w:rsidRPr="009647FC">
        <w:rPr>
          <w:rtl/>
        </w:rPr>
        <w:t>5</w:t>
      </w:r>
      <w:r w:rsidR="004E7EC6">
        <w:rPr>
          <w:rtl/>
        </w:rPr>
        <w:t xml:space="preserve"> - </w:t>
      </w:r>
      <w:r w:rsidRPr="009647FC">
        <w:rPr>
          <w:rtl/>
        </w:rPr>
        <w:t>وفي نسخة</w:t>
      </w:r>
      <w:r w:rsidR="00D769AB">
        <w:rPr>
          <w:rtl/>
        </w:rPr>
        <w:t>:</w:t>
      </w:r>
      <w:r w:rsidRPr="009647FC">
        <w:rPr>
          <w:rtl/>
        </w:rPr>
        <w:t xml:space="preserve"> من</w:t>
      </w:r>
      <w:r w:rsidR="00D769AB">
        <w:rPr>
          <w:rtl/>
        </w:rPr>
        <w:t>.</w:t>
      </w:r>
      <w:r w:rsidR="00BA6469">
        <w:rPr>
          <w:rFonts w:hint="cs"/>
          <w:rtl/>
        </w:rPr>
        <w:tab/>
      </w:r>
      <w:r w:rsidR="00BA6469">
        <w:rPr>
          <w:rFonts w:hint="cs"/>
          <w:rtl/>
        </w:rPr>
        <w:tab/>
      </w:r>
      <w:r w:rsidR="00BA6469">
        <w:rPr>
          <w:rFonts w:hint="cs"/>
          <w:rtl/>
        </w:rPr>
        <w:tab/>
      </w:r>
      <w:r w:rsidR="00BA6469">
        <w:rPr>
          <w:rFonts w:hint="cs"/>
          <w:rtl/>
        </w:rPr>
        <w:tab/>
      </w:r>
      <w:r w:rsidRPr="009647FC">
        <w:rPr>
          <w:rtl/>
        </w:rPr>
        <w:t>6</w:t>
      </w:r>
      <w:r w:rsidR="004E7EC6">
        <w:rPr>
          <w:rtl/>
        </w:rPr>
        <w:t xml:space="preserve"> - </w:t>
      </w:r>
      <w:r w:rsidRPr="009647FC">
        <w:rPr>
          <w:rtl/>
        </w:rPr>
        <w:t>وفي نسخة</w:t>
      </w:r>
      <w:r w:rsidR="00D769AB">
        <w:rPr>
          <w:rtl/>
        </w:rPr>
        <w:t>:</w:t>
      </w:r>
      <w:r w:rsidRPr="009647FC">
        <w:rPr>
          <w:rtl/>
        </w:rPr>
        <w:t xml:space="preserve"> مذ</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BA6469" w:rsidRPr="00524A24" w:rsidTr="00BA6469">
        <w:trPr>
          <w:trHeight w:val="350"/>
        </w:trPr>
        <w:tc>
          <w:tcPr>
            <w:tcW w:w="3902" w:type="dxa"/>
          </w:tcPr>
          <w:p w:rsidR="00BA6469" w:rsidRPr="00524A24" w:rsidRDefault="00A72677" w:rsidP="00BA6469">
            <w:pPr>
              <w:pStyle w:val="libPoem"/>
            </w:pPr>
            <w:r w:rsidRPr="009647FC">
              <w:rPr>
                <w:rtl/>
              </w:rPr>
              <w:lastRenderedPageBreak/>
              <w:t>علمت</w:t>
            </w:r>
            <w:r w:rsidR="004C00A8">
              <w:rPr>
                <w:rtl/>
              </w:rPr>
              <w:t xml:space="preserve"> </w:t>
            </w:r>
            <w:r w:rsidRPr="009647FC">
              <w:rPr>
                <w:rtl/>
              </w:rPr>
              <w:t>فقر</w:t>
            </w:r>
            <w:r w:rsidR="00677BC4">
              <w:rPr>
                <w:rtl/>
              </w:rPr>
              <w:t>َ</w:t>
            </w:r>
            <w:r w:rsidRPr="009647FC">
              <w:rPr>
                <w:rtl/>
              </w:rPr>
              <w:t>ها</w:t>
            </w:r>
            <w:r w:rsidR="00BA6469">
              <w:rPr>
                <w:rtl/>
              </w:rPr>
              <w:t xml:space="preserve"> </w:t>
            </w:r>
            <w:r w:rsidR="00BA6469" w:rsidRPr="009647FC">
              <w:rPr>
                <w:rtl/>
              </w:rPr>
              <w:t>ولم</w:t>
            </w:r>
            <w:r w:rsidR="00BA6469">
              <w:rPr>
                <w:rtl/>
              </w:rPr>
              <w:t xml:space="preserve"> </w:t>
            </w:r>
            <w:r w:rsidRPr="009647FC">
              <w:rPr>
                <w:rtl/>
              </w:rPr>
              <w:t>تعل</w:t>
            </w:r>
            <w:r w:rsidR="00BA6469" w:rsidRPr="009647FC">
              <w:rPr>
                <w:rtl/>
              </w:rPr>
              <w:t>م</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إل</w:t>
            </w:r>
            <w:r w:rsidR="00A72677" w:rsidRPr="009647FC">
              <w:rPr>
                <w:rtl/>
              </w:rPr>
              <w:t>يه</w:t>
            </w:r>
            <w:r>
              <w:rPr>
                <w:rtl/>
              </w:rPr>
              <w:t xml:space="preserve"> </w:t>
            </w:r>
            <w:r w:rsidRPr="009647FC">
              <w:rPr>
                <w:rtl/>
              </w:rPr>
              <w:t>ا</w:t>
            </w:r>
            <w:r w:rsidR="00A72677" w:rsidRPr="009647FC">
              <w:rPr>
                <w:rtl/>
              </w:rPr>
              <w:t>لر</w:t>
            </w:r>
            <w:r w:rsidRPr="009647FC">
              <w:rPr>
                <w:rtl/>
              </w:rPr>
              <w:t>دى</w:t>
            </w:r>
            <w:r>
              <w:rPr>
                <w:rtl/>
              </w:rPr>
              <w:t xml:space="preserve"> </w:t>
            </w:r>
            <w:r w:rsidRPr="009647FC">
              <w:rPr>
                <w:rtl/>
              </w:rPr>
              <w:t>من</w:t>
            </w:r>
            <w:r>
              <w:rPr>
                <w:rtl/>
              </w:rPr>
              <w:t xml:space="preserve"> </w:t>
            </w:r>
            <w:r w:rsidRPr="009647FC">
              <w:rPr>
                <w:rtl/>
              </w:rPr>
              <w:t>ا</w:t>
            </w:r>
            <w:r w:rsidR="00A72677" w:rsidRPr="009647FC">
              <w:rPr>
                <w:rtl/>
              </w:rPr>
              <w:t>لفق</w:t>
            </w:r>
            <w:r w:rsidRPr="009647FC">
              <w:rPr>
                <w:rtl/>
              </w:rPr>
              <w:t>راءِ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يا</w:t>
            </w:r>
            <w:r w:rsidR="004C00A8">
              <w:rPr>
                <w:rtl/>
              </w:rPr>
              <w:t xml:space="preserve"> </w:t>
            </w:r>
            <w:r w:rsidR="00BA6469" w:rsidRPr="009647FC">
              <w:rPr>
                <w:rtl/>
              </w:rPr>
              <w:t>عقيدي</w:t>
            </w:r>
            <w:r w:rsidR="00BA6469">
              <w:rPr>
                <w:rtl/>
              </w:rPr>
              <w:t xml:space="preserve"> </w:t>
            </w:r>
            <w:r w:rsidR="00BA6469" w:rsidRPr="009647FC">
              <w:rPr>
                <w:rtl/>
              </w:rPr>
              <w:t>على</w:t>
            </w:r>
            <w:r w:rsidR="00BA6469">
              <w:rPr>
                <w:rtl/>
              </w:rPr>
              <w:t xml:space="preserve"> </w:t>
            </w:r>
            <w:r w:rsidR="00BA6469" w:rsidRPr="009647FC">
              <w:rPr>
                <w:rtl/>
              </w:rPr>
              <w:t>الجوى</w:t>
            </w:r>
            <w:r w:rsidR="00BA6469">
              <w:rPr>
                <w:rtl/>
              </w:rPr>
              <w:t xml:space="preserve"> </w:t>
            </w:r>
            <w:r w:rsidR="00BA6469" w:rsidRPr="009647FC">
              <w:rPr>
                <w:rtl/>
              </w:rPr>
              <w:t>كبر</w:t>
            </w:r>
            <w:r w:rsidR="00BA6469" w:rsidRPr="004E7EC6">
              <w:rPr>
                <w:rStyle w:val="libFootnotenumChar"/>
                <w:rtl/>
              </w:rPr>
              <w:t>(1)</w:t>
            </w:r>
            <w:r w:rsidR="00BA6469">
              <w:rPr>
                <w:rtl/>
              </w:rPr>
              <w:t xml:space="preserve"> </w:t>
            </w:r>
            <w:r w:rsidR="00BA6469" w:rsidRPr="009647FC">
              <w:rPr>
                <w:rtl/>
              </w:rPr>
              <w:t>الخط</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بُ</w:t>
            </w:r>
            <w:r>
              <w:rPr>
                <w:rtl/>
              </w:rPr>
              <w:t xml:space="preserve"> </w:t>
            </w:r>
            <w:r w:rsidRPr="009647FC">
              <w:rPr>
                <w:rtl/>
              </w:rPr>
              <w:t>فأ</w:t>
            </w:r>
            <w:r w:rsidR="00A72677" w:rsidRPr="009647FC">
              <w:rPr>
                <w:rtl/>
              </w:rPr>
              <w:t>هو</w:t>
            </w:r>
            <w:r w:rsidRPr="009647FC">
              <w:rPr>
                <w:rtl/>
              </w:rPr>
              <w:t>ن</w:t>
            </w:r>
            <w:r>
              <w:rPr>
                <w:rtl/>
              </w:rPr>
              <w:t xml:space="preserve"> </w:t>
            </w:r>
            <w:r w:rsidR="00A72677" w:rsidRPr="009647FC">
              <w:rPr>
                <w:rtl/>
              </w:rPr>
              <w:t>بالدمع</w:t>
            </w:r>
            <w:r w:rsidRPr="009647FC">
              <w:rPr>
                <w:rtl/>
              </w:rPr>
              <w:t>ةِ</w:t>
            </w:r>
            <w:r>
              <w:rPr>
                <w:rtl/>
              </w:rPr>
              <w:t xml:space="preserve"> </w:t>
            </w:r>
            <w:r w:rsidRPr="009647FC">
              <w:rPr>
                <w:rtl/>
              </w:rPr>
              <w:t>ا</w:t>
            </w:r>
            <w:r w:rsidR="00A72677" w:rsidRPr="009647FC">
              <w:rPr>
                <w:rtl/>
              </w:rPr>
              <w:t>لبي</w:t>
            </w:r>
            <w:r w:rsidRPr="009647FC">
              <w:rPr>
                <w:rtl/>
              </w:rPr>
              <w:t>ضاءِ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أ</w:t>
            </w:r>
            <w:r w:rsidR="00A72677" w:rsidRPr="009647FC">
              <w:rPr>
                <w:rtl/>
              </w:rPr>
              <w:t>جر</w:t>
            </w:r>
            <w:r w:rsidRPr="009647FC">
              <w:rPr>
                <w:rtl/>
              </w:rPr>
              <w:t>ِ</w:t>
            </w:r>
            <w:r>
              <w:rPr>
                <w:rtl/>
              </w:rPr>
              <w:t xml:space="preserve"> </w:t>
            </w:r>
            <w:r w:rsidR="00A72677" w:rsidRPr="009647FC">
              <w:rPr>
                <w:rtl/>
              </w:rPr>
              <w:t>من</w:t>
            </w:r>
            <w:r>
              <w:rPr>
                <w:rtl/>
              </w:rPr>
              <w:t xml:space="preserve"> </w:t>
            </w:r>
            <w:r w:rsidRPr="009647FC">
              <w:rPr>
                <w:rtl/>
              </w:rPr>
              <w:t>ذوب</w:t>
            </w:r>
            <w:r>
              <w:rPr>
                <w:rtl/>
              </w:rPr>
              <w:t xml:space="preserve"> </w:t>
            </w:r>
            <w:r w:rsidR="00A72677" w:rsidRPr="009647FC">
              <w:rPr>
                <w:rtl/>
              </w:rPr>
              <w:t>قل</w:t>
            </w:r>
            <w:r w:rsidRPr="009647FC">
              <w:rPr>
                <w:rtl/>
              </w:rPr>
              <w:t>بك</w:t>
            </w:r>
            <w:r w:rsidR="00677BC4">
              <w:rPr>
                <w:rtl/>
              </w:rPr>
              <w:t>َ</w:t>
            </w:r>
            <w:r>
              <w:rPr>
                <w:rtl/>
              </w:rPr>
              <w:t xml:space="preserve"> </w:t>
            </w:r>
            <w:r w:rsidRPr="009647FC">
              <w:rPr>
                <w:rtl/>
              </w:rPr>
              <w:t>ا</w:t>
            </w:r>
            <w:r w:rsidR="00A72677" w:rsidRPr="009647FC">
              <w:rPr>
                <w:rtl/>
              </w:rPr>
              <w:t>لد</w:t>
            </w:r>
            <w:r w:rsidRPr="009647FC">
              <w:rPr>
                <w:rtl/>
              </w:rPr>
              <w:t>معةِ</w:t>
            </w:r>
            <w:r>
              <w:rPr>
                <w:rtl/>
              </w:rPr>
              <w:t xml:space="preserve"> </w:t>
            </w:r>
            <w:r w:rsidRPr="009647FC">
              <w:rPr>
                <w:rtl/>
              </w:rPr>
              <w:t>ا</w:t>
            </w:r>
            <w:r w:rsidR="00A72677" w:rsidRPr="009647FC">
              <w:rPr>
                <w:rtl/>
              </w:rPr>
              <w:t>لح</w:t>
            </w:r>
            <w:r w:rsidRPr="009647FC">
              <w:rPr>
                <w:rtl/>
              </w:rPr>
              <w:t>مـ</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راء</w:t>
            </w:r>
            <w:r>
              <w:rPr>
                <w:rtl/>
              </w:rPr>
              <w:t xml:space="preserve"> </w:t>
            </w:r>
            <w:r w:rsidR="00A72677" w:rsidRPr="009647FC">
              <w:rPr>
                <w:rtl/>
              </w:rPr>
              <w:t>حزنا</w:t>
            </w:r>
            <w:r w:rsidRPr="009647FC">
              <w:rPr>
                <w:rtl/>
              </w:rPr>
              <w:t>ً</w:t>
            </w:r>
            <w:r>
              <w:rPr>
                <w:rtl/>
              </w:rPr>
              <w:t xml:space="preserve"> </w:t>
            </w:r>
            <w:r w:rsidRPr="009647FC">
              <w:rPr>
                <w:rtl/>
              </w:rPr>
              <w:t>في</w:t>
            </w:r>
            <w:r>
              <w:rPr>
                <w:rtl/>
              </w:rPr>
              <w:t xml:space="preserve"> </w:t>
            </w:r>
            <w:r w:rsidRPr="009647FC">
              <w:rPr>
                <w:rtl/>
              </w:rPr>
              <w:t>ا</w:t>
            </w:r>
            <w:r w:rsidR="00A72677" w:rsidRPr="009647FC">
              <w:rPr>
                <w:rtl/>
              </w:rPr>
              <w:t>لو</w:t>
            </w:r>
            <w:r w:rsidRPr="009647FC">
              <w:rPr>
                <w:rtl/>
              </w:rPr>
              <w:t>جنةِ</w:t>
            </w:r>
            <w:r>
              <w:rPr>
                <w:rtl/>
              </w:rPr>
              <w:t xml:space="preserve"> </w:t>
            </w:r>
            <w:r w:rsidRPr="009647FC">
              <w:rPr>
                <w:rtl/>
              </w:rPr>
              <w:t>ا</w:t>
            </w:r>
            <w:r w:rsidR="00A72677" w:rsidRPr="009647FC">
              <w:rPr>
                <w:rtl/>
              </w:rPr>
              <w:t>لص</w:t>
            </w:r>
            <w:r w:rsidRPr="009647FC">
              <w:rPr>
                <w:rtl/>
              </w:rPr>
              <w:t>فراءِ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عو</w:t>
            </w:r>
            <w:r w:rsidR="00BA6469" w:rsidRPr="009647FC">
              <w:rPr>
                <w:rtl/>
              </w:rPr>
              <w:t>دُ</w:t>
            </w:r>
            <w:r w:rsidR="004C00A8">
              <w:rPr>
                <w:rtl/>
              </w:rPr>
              <w:t xml:space="preserve"> </w:t>
            </w:r>
            <w:r w:rsidRPr="009647FC">
              <w:rPr>
                <w:rtl/>
              </w:rPr>
              <w:t>صب</w:t>
            </w:r>
            <w:r w:rsidR="00BA6469" w:rsidRPr="009647FC">
              <w:rPr>
                <w:rtl/>
              </w:rPr>
              <w:t>ري</w:t>
            </w:r>
            <w:r w:rsidR="00BA6469">
              <w:rPr>
                <w:rtl/>
              </w:rPr>
              <w:t xml:space="preserve"> </w:t>
            </w:r>
            <w:r w:rsidRPr="009647FC">
              <w:rPr>
                <w:rtl/>
              </w:rPr>
              <w:t>من</w:t>
            </w:r>
            <w:r w:rsidR="00BA6469">
              <w:rPr>
                <w:rtl/>
              </w:rPr>
              <w:t xml:space="preserve"> </w:t>
            </w:r>
            <w:r w:rsidR="00BA6469" w:rsidRPr="009647FC">
              <w:rPr>
                <w:rtl/>
              </w:rPr>
              <w:t>ا</w:t>
            </w:r>
            <w:r w:rsidRPr="009647FC">
              <w:rPr>
                <w:rtl/>
              </w:rPr>
              <w:t>لل</w:t>
            </w:r>
            <w:r w:rsidR="00BA6469" w:rsidRPr="009647FC">
              <w:rPr>
                <w:rtl/>
              </w:rPr>
              <w:t>حا</w:t>
            </w:r>
            <w:r w:rsidR="00BA6469">
              <w:rPr>
                <w:rtl/>
              </w:rPr>
              <w:t xml:space="preserve"> </w:t>
            </w:r>
            <w:r w:rsidRPr="009647FC">
              <w:rPr>
                <w:rtl/>
              </w:rPr>
              <w:t>قد</w:t>
            </w:r>
            <w:r w:rsidR="00BA6469">
              <w:rPr>
                <w:rtl/>
              </w:rPr>
              <w:t xml:space="preserve"> </w:t>
            </w:r>
            <w:r w:rsidR="00BA6469" w:rsidRPr="009647FC">
              <w:rPr>
                <w:rtl/>
              </w:rPr>
              <w:t>تعرّى</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A72677" w:rsidP="00BA6469">
            <w:pPr>
              <w:pStyle w:val="libPoem"/>
            </w:pPr>
            <w:r w:rsidRPr="009647FC">
              <w:rPr>
                <w:rtl/>
              </w:rPr>
              <w:t>فا</w:t>
            </w:r>
            <w:r w:rsidR="00BA6469" w:rsidRPr="009647FC">
              <w:rPr>
                <w:rtl/>
              </w:rPr>
              <w:t>نبذ</w:t>
            </w:r>
            <w:r w:rsidR="004C00A8">
              <w:rPr>
                <w:rtl/>
              </w:rPr>
              <w:t xml:space="preserve"> </w:t>
            </w:r>
            <w:r w:rsidR="00BA6469" w:rsidRPr="009647FC">
              <w:rPr>
                <w:rtl/>
              </w:rPr>
              <w:t>ا</w:t>
            </w:r>
            <w:r w:rsidRPr="009647FC">
              <w:rPr>
                <w:rtl/>
              </w:rPr>
              <w:t>لص</w:t>
            </w:r>
            <w:r w:rsidR="00BA6469" w:rsidRPr="009647FC">
              <w:rPr>
                <w:rtl/>
              </w:rPr>
              <w:t>بر</w:t>
            </w:r>
            <w:r w:rsidR="00677BC4">
              <w:rPr>
                <w:rtl/>
              </w:rPr>
              <w:t>َ</w:t>
            </w:r>
            <w:r w:rsidR="00BA6469">
              <w:rPr>
                <w:rtl/>
              </w:rPr>
              <w:t xml:space="preserve"> </w:t>
            </w:r>
            <w:r w:rsidRPr="009647FC">
              <w:rPr>
                <w:rtl/>
              </w:rPr>
              <w:t>لو</w:t>
            </w:r>
            <w:r w:rsidR="00BA6469" w:rsidRPr="009647FC">
              <w:rPr>
                <w:rtl/>
              </w:rPr>
              <w:t>عةً</w:t>
            </w:r>
            <w:r w:rsidR="00BA6469">
              <w:rPr>
                <w:rtl/>
              </w:rPr>
              <w:t xml:space="preserve"> </w:t>
            </w:r>
            <w:r w:rsidR="00BA6469" w:rsidRPr="009647FC">
              <w:rPr>
                <w:rtl/>
              </w:rPr>
              <w:t>في</w:t>
            </w:r>
            <w:r w:rsidR="00BA6469">
              <w:rPr>
                <w:rtl/>
              </w:rPr>
              <w:t xml:space="preserve"> </w:t>
            </w:r>
            <w:r w:rsidR="00BA6469" w:rsidRPr="009647FC">
              <w:rPr>
                <w:rtl/>
              </w:rPr>
              <w:t>العراءِ</w:t>
            </w:r>
            <w:r w:rsidR="00BA6469" w:rsidRPr="004E7EC6">
              <w:rPr>
                <w:rStyle w:val="libFootnotenumChar"/>
                <w:rtl/>
              </w:rPr>
              <w:t>(2)</w:t>
            </w:r>
            <w:r w:rsidR="00BA6469"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 xml:space="preserve">إن </w:t>
            </w:r>
            <w:r w:rsidR="00A72677" w:rsidRPr="00A72677">
              <w:rPr>
                <w:rtl/>
              </w:rPr>
              <w:t>تسل</w:t>
            </w:r>
            <w:r w:rsidRPr="00A72677">
              <w:rPr>
                <w:rtl/>
              </w:rPr>
              <w:t xml:space="preserve">ني </w:t>
            </w:r>
            <w:r w:rsidR="00A72677" w:rsidRPr="00A72677">
              <w:rPr>
                <w:rtl/>
              </w:rPr>
              <w:t>عن</w:t>
            </w:r>
            <w:r w:rsidRPr="00A72677">
              <w:rPr>
                <w:rtl/>
              </w:rPr>
              <w:t xml:space="preserve"> </w:t>
            </w:r>
            <w:r w:rsidR="00A72677" w:rsidRPr="00A72677">
              <w:rPr>
                <w:rtl/>
              </w:rPr>
              <w:t>ظل</w:t>
            </w:r>
            <w:r w:rsidRPr="00A72677">
              <w:rPr>
                <w:rtl/>
              </w:rPr>
              <w:t>مة ا</w:t>
            </w:r>
            <w:r w:rsidR="00A72677" w:rsidRPr="00A72677">
              <w:rPr>
                <w:rtl/>
              </w:rPr>
              <w:t>لك</w:t>
            </w:r>
            <w:r w:rsidRPr="00A72677">
              <w:rPr>
                <w:rtl/>
              </w:rPr>
              <w:t xml:space="preserve">ون </w:t>
            </w:r>
            <w:r w:rsidR="00A72677" w:rsidRPr="00A72677">
              <w:rPr>
                <w:rtl/>
              </w:rPr>
              <w:t>لم</w:t>
            </w:r>
            <w:r w:rsidRPr="00A72677">
              <w:rPr>
                <w:rtl/>
              </w:rPr>
              <w:t>ّا</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ح</w:t>
            </w:r>
            <w:r w:rsidR="00A72677" w:rsidRPr="00A72677">
              <w:rPr>
                <w:rtl/>
              </w:rPr>
              <w:t>ُلن</w:t>
            </w:r>
            <w:r w:rsidRPr="00A72677">
              <w:rPr>
                <w:rtl/>
              </w:rPr>
              <w:t xml:space="preserve"> أنوار</w:t>
            </w:r>
            <w:r w:rsidR="00677BC4">
              <w:rPr>
                <w:rtl/>
              </w:rPr>
              <w:t>َ</w:t>
            </w:r>
            <w:r w:rsidRPr="00A72677">
              <w:rPr>
                <w:rtl/>
              </w:rPr>
              <w:t xml:space="preserve"> أرضه وا</w:t>
            </w:r>
            <w:r w:rsidR="00A72677" w:rsidRPr="00A72677">
              <w:rPr>
                <w:rtl/>
              </w:rPr>
              <w:t>لسم</w:t>
            </w:r>
            <w:r w:rsidRPr="00A72677">
              <w:rPr>
                <w:rtl/>
              </w:rPr>
              <w:t>اءِ</w:t>
            </w:r>
            <w:r w:rsidRPr="00A72677">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فهو</w:t>
            </w:r>
            <w:r w:rsidR="00BA6469">
              <w:rPr>
                <w:rtl/>
              </w:rPr>
              <w:t xml:space="preserve"> </w:t>
            </w:r>
            <w:r w:rsidR="00BA6469" w:rsidRPr="009647FC">
              <w:rPr>
                <w:rtl/>
              </w:rPr>
              <w:t>أثوابُ</w:t>
            </w:r>
            <w:r w:rsidR="00BA6469">
              <w:rPr>
                <w:rtl/>
              </w:rPr>
              <w:t xml:space="preserve"> </w:t>
            </w:r>
            <w:r w:rsidRPr="009647FC">
              <w:rPr>
                <w:rtl/>
              </w:rPr>
              <w:t>ليل</w:t>
            </w:r>
            <w:r w:rsidR="00BA6469" w:rsidRPr="009647FC">
              <w:rPr>
                <w:rtl/>
              </w:rPr>
              <w:t>ِ</w:t>
            </w:r>
            <w:r w:rsidR="00BA6469">
              <w:rPr>
                <w:rtl/>
              </w:rPr>
              <w:t xml:space="preserve"> </w:t>
            </w:r>
            <w:r w:rsidRPr="009647FC">
              <w:rPr>
                <w:rtl/>
              </w:rPr>
              <w:t>حز</w:t>
            </w:r>
            <w:r w:rsidR="00BA6469" w:rsidRPr="009647FC">
              <w:rPr>
                <w:rtl/>
              </w:rPr>
              <w:t>ن</w:t>
            </w:r>
            <w:r w:rsidR="00BA6469">
              <w:rPr>
                <w:rtl/>
              </w:rPr>
              <w:t xml:space="preserve"> </w:t>
            </w:r>
            <w:r w:rsidR="00BA6469" w:rsidRPr="009647FC">
              <w:rPr>
                <w:rtl/>
              </w:rPr>
              <w:t>د</w:t>
            </w:r>
            <w:r w:rsidRPr="009647FC">
              <w:rPr>
                <w:rtl/>
              </w:rPr>
              <w:t>جا</w:t>
            </w:r>
            <w:r w:rsidR="00BA6469" w:rsidRPr="009647FC">
              <w:rPr>
                <w:rtl/>
              </w:rPr>
              <w:t>ه</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طبّق</w:t>
            </w:r>
            <w:r>
              <w:rPr>
                <w:rtl/>
              </w:rPr>
              <w:t xml:space="preserve"> </w:t>
            </w:r>
            <w:r w:rsidRPr="009647FC">
              <w:rPr>
                <w:rtl/>
              </w:rPr>
              <w:t>ا</w:t>
            </w:r>
            <w:r w:rsidR="00A72677" w:rsidRPr="009647FC">
              <w:rPr>
                <w:rtl/>
              </w:rPr>
              <w:t>لخافق</w:t>
            </w:r>
            <w:r w:rsidRPr="009647FC">
              <w:rPr>
                <w:rtl/>
              </w:rPr>
              <w:t>ين</w:t>
            </w:r>
            <w:r>
              <w:rPr>
                <w:rtl/>
              </w:rPr>
              <w:t xml:space="preserve"> </w:t>
            </w:r>
            <w:r w:rsidR="00A72677" w:rsidRPr="009647FC">
              <w:rPr>
                <w:rtl/>
              </w:rPr>
              <w:t>بالظل</w:t>
            </w:r>
            <w:r w:rsidRPr="009647FC">
              <w:rPr>
                <w:rtl/>
              </w:rPr>
              <w:t>ماءِ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قد</w:t>
            </w:r>
            <w:r w:rsidR="004C00A8">
              <w:rPr>
                <w:rtl/>
              </w:rPr>
              <w:t xml:space="preserve"> </w:t>
            </w:r>
            <w:r w:rsidR="00A72677" w:rsidRPr="009647FC">
              <w:rPr>
                <w:rtl/>
              </w:rPr>
              <w:t>خفق</w:t>
            </w:r>
            <w:r w:rsidRPr="009647FC">
              <w:rPr>
                <w:rtl/>
              </w:rPr>
              <w:t>ن</w:t>
            </w:r>
            <w:r>
              <w:rPr>
                <w:rtl/>
              </w:rPr>
              <w:t xml:space="preserve"> </w:t>
            </w:r>
            <w:r w:rsidRPr="009647FC">
              <w:rPr>
                <w:rtl/>
              </w:rPr>
              <w:t>ا</w:t>
            </w:r>
            <w:r w:rsidR="00A72677" w:rsidRPr="009647FC">
              <w:rPr>
                <w:rtl/>
              </w:rPr>
              <w:t>لنج</w:t>
            </w:r>
            <w:r w:rsidRPr="009647FC">
              <w:rPr>
                <w:rtl/>
              </w:rPr>
              <w:t>وم</w:t>
            </w:r>
            <w:r>
              <w:rPr>
                <w:rtl/>
              </w:rPr>
              <w:t xml:space="preserve"> </w:t>
            </w:r>
            <w:r w:rsidR="00A72677" w:rsidRPr="009647FC">
              <w:rPr>
                <w:rtl/>
              </w:rPr>
              <w:t>من</w:t>
            </w:r>
            <w:r w:rsidRPr="009647FC">
              <w:rPr>
                <w:rtl/>
              </w:rPr>
              <w:t>هُ</w:t>
            </w:r>
            <w:r>
              <w:rPr>
                <w:rtl/>
              </w:rPr>
              <w:t xml:space="preserve"> </w:t>
            </w:r>
            <w:r w:rsidR="00A72677" w:rsidRPr="009647FC">
              <w:rPr>
                <w:rtl/>
              </w:rPr>
              <w:t>بج</w:t>
            </w:r>
            <w:r w:rsidRPr="009647FC">
              <w:rPr>
                <w:rtl/>
              </w:rPr>
              <w:t>نحٍ</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سام</w:t>
            </w:r>
            <w:r w:rsidR="00677BC4">
              <w:rPr>
                <w:rtl/>
              </w:rPr>
              <w:t>َ</w:t>
            </w:r>
            <w:r>
              <w:rPr>
                <w:rtl/>
              </w:rPr>
              <w:t xml:space="preserve"> </w:t>
            </w:r>
            <w:r w:rsidRPr="009647FC">
              <w:rPr>
                <w:rtl/>
              </w:rPr>
              <w:t>أنوار</w:t>
            </w:r>
            <w:r w:rsidR="00677BC4">
              <w:rPr>
                <w:rtl/>
              </w:rPr>
              <w:t>َ</w:t>
            </w:r>
            <w:r w:rsidR="00A72677" w:rsidRPr="009647FC">
              <w:rPr>
                <w:rtl/>
              </w:rPr>
              <w:t>هن</w:t>
            </w:r>
            <w:r>
              <w:rPr>
                <w:rtl/>
              </w:rPr>
              <w:t xml:space="preserve"> </w:t>
            </w:r>
            <w:r w:rsidR="00A72677" w:rsidRPr="009647FC">
              <w:rPr>
                <w:rtl/>
              </w:rPr>
              <w:t>با</w:t>
            </w:r>
            <w:r w:rsidRPr="009647FC">
              <w:rPr>
                <w:rtl/>
              </w:rPr>
              <w:t>لإ</w:t>
            </w:r>
            <w:r w:rsidR="00A72677" w:rsidRPr="009647FC">
              <w:rPr>
                <w:rtl/>
              </w:rPr>
              <w:t>طفا</w:t>
            </w:r>
            <w:r w:rsidRPr="009647FC">
              <w:rPr>
                <w:rtl/>
              </w:rPr>
              <w:t>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ول</w:t>
            </w:r>
            <w:r w:rsidR="00A72677" w:rsidRPr="009647FC">
              <w:rPr>
                <w:rtl/>
              </w:rPr>
              <w:t>بد</w:t>
            </w:r>
            <w:r w:rsidRPr="009647FC">
              <w:rPr>
                <w:rtl/>
              </w:rPr>
              <w:t>ر</w:t>
            </w:r>
            <w:r>
              <w:rPr>
                <w:rtl/>
              </w:rPr>
              <w:t xml:space="preserve"> </w:t>
            </w:r>
            <w:r w:rsidRPr="009647FC">
              <w:rPr>
                <w:rtl/>
              </w:rPr>
              <w:t>ا</w:t>
            </w:r>
            <w:r w:rsidR="00A72677" w:rsidRPr="009647FC">
              <w:rPr>
                <w:rtl/>
              </w:rPr>
              <w:t>لغب</w:t>
            </w:r>
            <w:r w:rsidRPr="009647FC">
              <w:rPr>
                <w:rtl/>
              </w:rPr>
              <w:t>راءِ</w:t>
            </w:r>
            <w:r>
              <w:rPr>
                <w:rtl/>
              </w:rPr>
              <w:t xml:space="preserve"> </w:t>
            </w:r>
            <w:r w:rsidRPr="009647FC">
              <w:rPr>
                <w:rtl/>
              </w:rPr>
              <w:t>حال</w:t>
            </w:r>
            <w:r>
              <w:rPr>
                <w:rtl/>
              </w:rPr>
              <w:t xml:space="preserve"> </w:t>
            </w:r>
            <w:r w:rsidRPr="009647FC">
              <w:rPr>
                <w:rtl/>
              </w:rPr>
              <w:t>أخوه</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بدرُ</w:t>
            </w:r>
            <w:r>
              <w:rPr>
                <w:rtl/>
              </w:rPr>
              <w:t xml:space="preserve"> </w:t>
            </w:r>
            <w:r w:rsidRPr="009647FC">
              <w:rPr>
                <w:rtl/>
              </w:rPr>
              <w:t>أهل</w:t>
            </w:r>
            <w:r>
              <w:rPr>
                <w:rtl/>
              </w:rPr>
              <w:t xml:space="preserve"> </w:t>
            </w:r>
            <w:r w:rsidRPr="009647FC">
              <w:rPr>
                <w:rtl/>
              </w:rPr>
              <w:t>ا</w:t>
            </w:r>
            <w:r w:rsidR="00A72677" w:rsidRPr="009647FC">
              <w:rPr>
                <w:rtl/>
              </w:rPr>
              <w:t>لغب</w:t>
            </w:r>
            <w:r w:rsidRPr="009647FC">
              <w:rPr>
                <w:rtl/>
              </w:rPr>
              <w:t>راءِ</w:t>
            </w:r>
            <w:r>
              <w:rPr>
                <w:rtl/>
              </w:rPr>
              <w:t xml:space="preserve"> </w:t>
            </w:r>
            <w:r w:rsidRPr="009647FC">
              <w:rPr>
                <w:rtl/>
              </w:rPr>
              <w:t>وا</w:t>
            </w:r>
            <w:r w:rsidR="00A72677" w:rsidRPr="009647FC">
              <w:rPr>
                <w:rtl/>
              </w:rPr>
              <w:t>لخ</w:t>
            </w:r>
            <w:r w:rsidRPr="009647FC">
              <w:rPr>
                <w:rtl/>
              </w:rPr>
              <w:t>ضراءِ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وإلى</w:t>
            </w:r>
            <w:r w:rsidR="004C00A8">
              <w:rPr>
                <w:rtl/>
              </w:rPr>
              <w:t xml:space="preserve"> </w:t>
            </w:r>
            <w:r w:rsidRPr="009647FC">
              <w:rPr>
                <w:rtl/>
              </w:rPr>
              <w:t>ا</w:t>
            </w:r>
            <w:r w:rsidR="00A72677" w:rsidRPr="009647FC">
              <w:rPr>
                <w:rtl/>
              </w:rPr>
              <w:t>لشم</w:t>
            </w:r>
            <w:r w:rsidRPr="009647FC">
              <w:rPr>
                <w:rtl/>
              </w:rPr>
              <w:t>سِ</w:t>
            </w:r>
            <w:r>
              <w:rPr>
                <w:rtl/>
              </w:rPr>
              <w:t xml:space="preserve"> </w:t>
            </w:r>
            <w:r w:rsidR="00A72677" w:rsidRPr="009647FC">
              <w:rPr>
                <w:rtl/>
              </w:rPr>
              <w:t>قد</w:t>
            </w:r>
            <w:r>
              <w:rPr>
                <w:rtl/>
              </w:rPr>
              <w:t xml:space="preserve"> </w:t>
            </w:r>
            <w:r w:rsidR="00A72677" w:rsidRPr="009647FC">
              <w:rPr>
                <w:rtl/>
              </w:rPr>
              <w:t>نع</w:t>
            </w:r>
            <w:r w:rsidRPr="009647FC">
              <w:rPr>
                <w:rtl/>
              </w:rPr>
              <w:t>وه</w:t>
            </w:r>
            <w:r>
              <w:rPr>
                <w:rtl/>
              </w:rPr>
              <w:t xml:space="preserve"> </w:t>
            </w:r>
            <w:r w:rsidR="00A72677" w:rsidRPr="009647FC">
              <w:rPr>
                <w:rtl/>
              </w:rPr>
              <w:t>فم</w:t>
            </w:r>
            <w:r w:rsidRPr="009647FC">
              <w:rPr>
                <w:rtl/>
              </w:rPr>
              <w:t>اتت</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A72677" w:rsidP="00BA6469">
            <w:pPr>
              <w:pStyle w:val="libPoem"/>
            </w:pPr>
            <w:r w:rsidRPr="009647FC">
              <w:rPr>
                <w:rtl/>
              </w:rPr>
              <w:t>جزعا</w:t>
            </w:r>
            <w:r w:rsidR="00BA6469" w:rsidRPr="009647FC">
              <w:rPr>
                <w:rtl/>
              </w:rPr>
              <w:t>ً</w:t>
            </w:r>
            <w:r w:rsidR="004C00A8">
              <w:rPr>
                <w:rtl/>
              </w:rPr>
              <w:t xml:space="preserve"> </w:t>
            </w:r>
            <w:r w:rsidRPr="009647FC">
              <w:rPr>
                <w:rtl/>
              </w:rPr>
              <w:t>من</w:t>
            </w:r>
            <w:r w:rsidR="00BA6469">
              <w:rPr>
                <w:rtl/>
              </w:rPr>
              <w:t xml:space="preserve"> </w:t>
            </w:r>
            <w:r w:rsidRPr="009647FC">
              <w:rPr>
                <w:rtl/>
              </w:rPr>
              <w:t>سم</w:t>
            </w:r>
            <w:r w:rsidR="00BA6469" w:rsidRPr="009647FC">
              <w:rPr>
                <w:rtl/>
              </w:rPr>
              <w:t>اع</w:t>
            </w:r>
            <w:r w:rsidR="00BA6469">
              <w:rPr>
                <w:rtl/>
              </w:rPr>
              <w:t xml:space="preserve"> </w:t>
            </w:r>
            <w:r w:rsidRPr="009647FC">
              <w:rPr>
                <w:rtl/>
              </w:rPr>
              <w:t>صو</w:t>
            </w:r>
            <w:r w:rsidR="00BA6469" w:rsidRPr="009647FC">
              <w:rPr>
                <w:rtl/>
              </w:rPr>
              <w:t>تِ</w:t>
            </w:r>
            <w:r w:rsidR="00BA6469">
              <w:rPr>
                <w:rtl/>
              </w:rPr>
              <w:t xml:space="preserve"> </w:t>
            </w:r>
            <w:r w:rsidR="00BA6469" w:rsidRPr="009647FC">
              <w:rPr>
                <w:rtl/>
              </w:rPr>
              <w:t>ا</w:t>
            </w:r>
            <w:r w:rsidRPr="009647FC">
              <w:rPr>
                <w:rtl/>
              </w:rPr>
              <w:t>لن</w:t>
            </w:r>
            <w:r w:rsidR="00BA6469" w:rsidRPr="009647FC">
              <w:rPr>
                <w:rtl/>
              </w:rPr>
              <w:t>عاءِ</w:t>
            </w:r>
            <w:r w:rsidR="00BA6469"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و</w:t>
            </w:r>
            <w:r w:rsidR="00A72677" w:rsidRPr="00A72677">
              <w:rPr>
                <w:rtl/>
              </w:rPr>
              <w:t>له</w:t>
            </w:r>
            <w:r w:rsidRPr="00A72677">
              <w:rPr>
                <w:rtl/>
              </w:rPr>
              <w:t>ُ غصّ</w:t>
            </w:r>
            <w:r w:rsidR="00677BC4">
              <w:rPr>
                <w:rtl/>
              </w:rPr>
              <w:t>َ</w:t>
            </w:r>
            <w:r w:rsidRPr="00A72677">
              <w:rPr>
                <w:rtl/>
              </w:rPr>
              <w:t xml:space="preserve"> </w:t>
            </w:r>
            <w:r w:rsidR="00A72677" w:rsidRPr="00A72677">
              <w:rPr>
                <w:rtl/>
              </w:rPr>
              <w:t>بالم</w:t>
            </w:r>
            <w:r w:rsidRPr="00A72677">
              <w:rPr>
                <w:rtl/>
              </w:rPr>
              <w:t>صاب و</w:t>
            </w:r>
            <w:r w:rsidR="00A72677" w:rsidRPr="00A72677">
              <w:rPr>
                <w:rtl/>
              </w:rPr>
              <w:t>لمّا</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A72677" w:rsidP="00BA6469">
            <w:pPr>
              <w:pStyle w:val="libPoem"/>
            </w:pPr>
            <w:r w:rsidRPr="00A72677">
              <w:rPr>
                <w:rtl/>
              </w:rPr>
              <w:t>يتن</w:t>
            </w:r>
            <w:r w:rsidR="00BA6469" w:rsidRPr="00A72677">
              <w:rPr>
                <w:rtl/>
              </w:rPr>
              <w:t>فّس</w:t>
            </w:r>
            <w:r w:rsidR="004C00A8">
              <w:rPr>
                <w:rtl/>
              </w:rPr>
              <w:t xml:space="preserve"> </w:t>
            </w:r>
            <w:r w:rsidRPr="00A72677">
              <w:rPr>
                <w:rtl/>
              </w:rPr>
              <w:t>حتى</w:t>
            </w:r>
            <w:r w:rsidR="00BA6469" w:rsidRPr="00A72677">
              <w:rPr>
                <w:rtl/>
              </w:rPr>
              <w:t xml:space="preserve"> </w:t>
            </w:r>
            <w:r w:rsidRPr="00A72677">
              <w:rPr>
                <w:rtl/>
              </w:rPr>
              <w:t>قض</w:t>
            </w:r>
            <w:r w:rsidR="00BA6469" w:rsidRPr="00A72677">
              <w:rPr>
                <w:rtl/>
              </w:rPr>
              <w:t>ى ا</w:t>
            </w:r>
            <w:r w:rsidRPr="00A72677">
              <w:rPr>
                <w:rtl/>
              </w:rPr>
              <w:t>بن</w:t>
            </w:r>
            <w:r w:rsidR="00BA6469" w:rsidRPr="00A72677">
              <w:rPr>
                <w:rtl/>
              </w:rPr>
              <w:t xml:space="preserve"> ذُ</w:t>
            </w:r>
            <w:r w:rsidRPr="00A72677">
              <w:rPr>
                <w:rtl/>
              </w:rPr>
              <w:t>كا</w:t>
            </w:r>
            <w:r w:rsidR="00BA6469" w:rsidRPr="00A72677">
              <w:rPr>
                <w:rtl/>
              </w:rPr>
              <w:t>ءِ</w:t>
            </w:r>
            <w:r w:rsidR="00BA6469"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وقف</w:t>
            </w:r>
            <w:r w:rsidR="004C00A8">
              <w:rPr>
                <w:rtl/>
              </w:rPr>
              <w:t xml:space="preserve"> </w:t>
            </w:r>
            <w:r w:rsidRPr="009647FC">
              <w:rPr>
                <w:rtl/>
              </w:rPr>
              <w:t>ا</w:t>
            </w:r>
            <w:r w:rsidR="00A72677" w:rsidRPr="009647FC">
              <w:rPr>
                <w:rtl/>
              </w:rPr>
              <w:t>لمج</w:t>
            </w:r>
            <w:r w:rsidRPr="009647FC">
              <w:rPr>
                <w:rtl/>
              </w:rPr>
              <w:t>دُ</w:t>
            </w:r>
            <w:r>
              <w:rPr>
                <w:rtl/>
              </w:rPr>
              <w:t xml:space="preserve"> </w:t>
            </w:r>
            <w:r w:rsidR="00A72677" w:rsidRPr="009647FC">
              <w:rPr>
                <w:rtl/>
              </w:rPr>
              <w:t>ناشد</w:t>
            </w:r>
            <w:r w:rsidRPr="009647FC">
              <w:rPr>
                <w:rtl/>
              </w:rPr>
              <w:t>اً</w:t>
            </w:r>
            <w:r>
              <w:rPr>
                <w:rtl/>
              </w:rPr>
              <w:t xml:space="preserve"> </w:t>
            </w:r>
            <w:r w:rsidR="00A72677" w:rsidRPr="009647FC">
              <w:rPr>
                <w:rtl/>
              </w:rPr>
              <w:t>يو</w:t>
            </w:r>
            <w:r w:rsidRPr="009647FC">
              <w:rPr>
                <w:rtl/>
              </w:rPr>
              <w:t>م</w:t>
            </w:r>
            <w:r w:rsidR="00677BC4">
              <w:rPr>
                <w:rtl/>
              </w:rPr>
              <w:t>َ</w:t>
            </w:r>
            <w:r>
              <w:rPr>
                <w:rtl/>
              </w:rPr>
              <w:t xml:space="preserve"> </w:t>
            </w:r>
            <w:r w:rsidRPr="009647FC">
              <w:rPr>
                <w:rtl/>
              </w:rPr>
              <w:t>أودي</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A72677" w:rsidP="00BA6469">
            <w:pPr>
              <w:pStyle w:val="libPoem"/>
            </w:pPr>
            <w:r w:rsidRPr="009647FC">
              <w:rPr>
                <w:rtl/>
              </w:rPr>
              <w:t>شاحب</w:t>
            </w:r>
            <w:r w:rsidR="00677BC4">
              <w:rPr>
                <w:rtl/>
              </w:rPr>
              <w:t>َ</w:t>
            </w:r>
            <w:r w:rsidR="004C00A8">
              <w:rPr>
                <w:rtl/>
              </w:rPr>
              <w:t xml:space="preserve"> </w:t>
            </w:r>
            <w:r w:rsidR="00BA6469" w:rsidRPr="009647FC">
              <w:rPr>
                <w:rtl/>
              </w:rPr>
              <w:t>ا</w:t>
            </w:r>
            <w:r w:rsidRPr="009647FC">
              <w:rPr>
                <w:rtl/>
              </w:rPr>
              <w:t>لوجه</w:t>
            </w:r>
            <w:r w:rsidR="00BA6469">
              <w:rPr>
                <w:rtl/>
              </w:rPr>
              <w:t xml:space="preserve"> </w:t>
            </w:r>
            <w:r w:rsidRPr="009647FC">
              <w:rPr>
                <w:rtl/>
              </w:rPr>
              <w:t>كا</w:t>
            </w:r>
            <w:r w:rsidR="00BA6469" w:rsidRPr="009647FC">
              <w:rPr>
                <w:rtl/>
              </w:rPr>
              <w:t>سف</w:t>
            </w:r>
            <w:r w:rsidR="00677BC4">
              <w:rPr>
                <w:rtl/>
              </w:rPr>
              <w:t>َ</w:t>
            </w:r>
            <w:r w:rsidR="00BA6469">
              <w:rPr>
                <w:rtl/>
              </w:rPr>
              <w:t xml:space="preserve"> </w:t>
            </w:r>
            <w:r w:rsidR="00BA6469" w:rsidRPr="009647FC">
              <w:rPr>
                <w:rtl/>
              </w:rPr>
              <w:t>الأ</w:t>
            </w:r>
            <w:r w:rsidRPr="009647FC">
              <w:rPr>
                <w:rtl/>
              </w:rPr>
              <w:t>ضو</w:t>
            </w:r>
            <w:r w:rsidR="00BA6469" w:rsidRPr="009647FC">
              <w:rPr>
                <w:rtl/>
              </w:rPr>
              <w:t>اءِ</w:t>
            </w:r>
            <w:r w:rsidR="00BA6469"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هل</w:t>
            </w:r>
            <w:r w:rsidR="004C00A8">
              <w:rPr>
                <w:rtl/>
              </w:rPr>
              <w:t xml:space="preserve"> </w:t>
            </w:r>
            <w:r w:rsidRPr="009647FC">
              <w:rPr>
                <w:rtl/>
              </w:rPr>
              <w:t>تر</w:t>
            </w:r>
            <w:r w:rsidR="00BA6469" w:rsidRPr="009647FC">
              <w:rPr>
                <w:rtl/>
              </w:rPr>
              <w:t>ى</w:t>
            </w:r>
            <w:r w:rsidR="00BA6469">
              <w:rPr>
                <w:rtl/>
              </w:rPr>
              <w:t xml:space="preserve"> </w:t>
            </w:r>
            <w:r w:rsidR="00BA6469" w:rsidRPr="009647FC">
              <w:rPr>
                <w:rtl/>
              </w:rPr>
              <w:t>(</w:t>
            </w:r>
            <w:r w:rsidRPr="009647FC">
              <w:rPr>
                <w:rtl/>
              </w:rPr>
              <w:t>صا</w:t>
            </w:r>
            <w:r w:rsidR="00BA6469" w:rsidRPr="009647FC">
              <w:rPr>
                <w:rtl/>
              </w:rPr>
              <w:t>لحاً)</w:t>
            </w:r>
            <w:r w:rsidR="00BA6469">
              <w:rPr>
                <w:rtl/>
              </w:rPr>
              <w:t xml:space="preserve"> </w:t>
            </w:r>
            <w:r w:rsidR="00BA6469" w:rsidRPr="009647FC">
              <w:rPr>
                <w:rtl/>
              </w:rPr>
              <w:t>على</w:t>
            </w:r>
            <w:r w:rsidR="00BA6469">
              <w:rPr>
                <w:rtl/>
              </w:rPr>
              <w:t xml:space="preserve"> </w:t>
            </w:r>
            <w:r w:rsidR="00BA6469" w:rsidRPr="009647FC">
              <w:rPr>
                <w:rtl/>
              </w:rPr>
              <w:t>الأرضِ</w:t>
            </w:r>
            <w:r w:rsidR="00BA6469">
              <w:rPr>
                <w:rtl/>
              </w:rPr>
              <w:t xml:space="preserve"> </w:t>
            </w:r>
            <w:r w:rsidR="00BA6469" w:rsidRPr="009647FC">
              <w:rPr>
                <w:rtl/>
              </w:rPr>
              <w:t>لمّا</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غاب</w:t>
            </w:r>
            <w:r>
              <w:rPr>
                <w:rtl/>
              </w:rPr>
              <w:t xml:space="preserve"> </w:t>
            </w:r>
            <w:r w:rsidR="00A72677" w:rsidRPr="009647FC">
              <w:rPr>
                <w:rtl/>
              </w:rPr>
              <w:t>في</w:t>
            </w:r>
            <w:r w:rsidRPr="009647FC">
              <w:rPr>
                <w:rtl/>
              </w:rPr>
              <w:t>ها</w:t>
            </w:r>
            <w:r>
              <w:rPr>
                <w:rtl/>
              </w:rPr>
              <w:t xml:space="preserve"> </w:t>
            </w:r>
            <w:r w:rsidRPr="009647FC">
              <w:rPr>
                <w:rtl/>
              </w:rPr>
              <w:t>(ا</w:t>
            </w:r>
            <w:r w:rsidR="00A72677" w:rsidRPr="009647FC">
              <w:rPr>
                <w:rtl/>
              </w:rPr>
              <w:t>لم</w:t>
            </w:r>
            <w:r w:rsidRPr="009647FC">
              <w:rPr>
                <w:rtl/>
              </w:rPr>
              <w:t>هديُّ)</w:t>
            </w:r>
            <w:r>
              <w:rPr>
                <w:rtl/>
              </w:rPr>
              <w:t xml:space="preserve"> </w:t>
            </w:r>
            <w:r w:rsidR="00A72677" w:rsidRPr="009647FC">
              <w:rPr>
                <w:rtl/>
              </w:rPr>
              <w:t>بد</w:t>
            </w:r>
            <w:r w:rsidRPr="009647FC">
              <w:rPr>
                <w:rtl/>
              </w:rPr>
              <w:t>رُ</w:t>
            </w:r>
            <w:r>
              <w:rPr>
                <w:rtl/>
              </w:rPr>
              <w:t xml:space="preserve"> </w:t>
            </w:r>
            <w:r w:rsidRPr="009647FC">
              <w:rPr>
                <w:rtl/>
              </w:rPr>
              <w:t>ا</w:t>
            </w:r>
            <w:r w:rsidR="00A72677" w:rsidRPr="009647FC">
              <w:rPr>
                <w:rtl/>
              </w:rPr>
              <w:t>لع</w:t>
            </w:r>
            <w:r w:rsidRPr="009647FC">
              <w:rPr>
                <w:rtl/>
              </w:rPr>
              <w:t>لاءِ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قل</w:t>
            </w:r>
            <w:r w:rsidR="00BA6469" w:rsidRPr="009647FC">
              <w:rPr>
                <w:rtl/>
              </w:rPr>
              <w:t>ت</w:t>
            </w:r>
            <w:r w:rsidR="004C00A8">
              <w:rPr>
                <w:rtl/>
              </w:rPr>
              <w:t xml:space="preserve"> </w:t>
            </w:r>
            <w:r w:rsidRPr="009647FC">
              <w:rPr>
                <w:rtl/>
              </w:rPr>
              <w:t>خف</w:t>
            </w:r>
            <w:r w:rsidR="00BA6469" w:rsidRPr="009647FC">
              <w:rPr>
                <w:rtl/>
              </w:rPr>
              <w:t>ّض</w:t>
            </w:r>
            <w:r w:rsidR="00BA6469">
              <w:rPr>
                <w:rtl/>
              </w:rPr>
              <w:t xml:space="preserve"> </w:t>
            </w:r>
            <w:r w:rsidRPr="009647FC">
              <w:rPr>
                <w:rtl/>
              </w:rPr>
              <w:t>عل</w:t>
            </w:r>
            <w:r w:rsidR="00BA6469" w:rsidRPr="009647FC">
              <w:rPr>
                <w:rtl/>
              </w:rPr>
              <w:t>يك</w:t>
            </w:r>
            <w:r w:rsidR="00BA6469">
              <w:rPr>
                <w:rtl/>
              </w:rPr>
              <w:t xml:space="preserve"> </w:t>
            </w:r>
            <w:r w:rsidRPr="009647FC">
              <w:rPr>
                <w:rtl/>
              </w:rPr>
              <w:t>من</w:t>
            </w:r>
            <w:r w:rsidR="00BA6469">
              <w:rPr>
                <w:rtl/>
              </w:rPr>
              <w:t xml:space="preserve"> </w:t>
            </w:r>
            <w:r w:rsidRPr="009647FC">
              <w:rPr>
                <w:rtl/>
              </w:rPr>
              <w:t>عظ</w:t>
            </w:r>
            <w:r w:rsidR="00BA6469" w:rsidRPr="009647FC">
              <w:rPr>
                <w:rtl/>
              </w:rPr>
              <w:t>م</w:t>
            </w:r>
            <w:r w:rsidR="00BA6469">
              <w:rPr>
                <w:rtl/>
              </w:rPr>
              <w:t xml:space="preserve"> </w:t>
            </w:r>
            <w:r w:rsidR="00BA6469" w:rsidRPr="009647FC">
              <w:rPr>
                <w:rtl/>
              </w:rPr>
              <w:t>الأمـ</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ر</w:t>
            </w:r>
            <w:r>
              <w:rPr>
                <w:rtl/>
              </w:rPr>
              <w:t xml:space="preserve"> </w:t>
            </w:r>
            <w:r w:rsidRPr="009647FC">
              <w:rPr>
                <w:rtl/>
              </w:rPr>
              <w:t>و</w:t>
            </w:r>
            <w:r w:rsidR="00A72677" w:rsidRPr="009647FC">
              <w:rPr>
                <w:rtl/>
              </w:rPr>
              <w:t>نهن</w:t>
            </w:r>
            <w:r w:rsidRPr="009647FC">
              <w:rPr>
                <w:rtl/>
              </w:rPr>
              <w:t>ه</w:t>
            </w:r>
            <w:r>
              <w:rPr>
                <w:rtl/>
              </w:rPr>
              <w:t xml:space="preserve"> </w:t>
            </w:r>
            <w:r w:rsidRPr="009647FC">
              <w:rPr>
                <w:rtl/>
              </w:rPr>
              <w:t>من</w:t>
            </w:r>
            <w:r>
              <w:rPr>
                <w:rtl/>
              </w:rPr>
              <w:t xml:space="preserve"> </w:t>
            </w:r>
            <w:r w:rsidR="00A72677" w:rsidRPr="009647FC">
              <w:rPr>
                <w:rtl/>
              </w:rPr>
              <w:t>لوعة</w:t>
            </w:r>
            <w:r w:rsidRPr="009647FC">
              <w:rPr>
                <w:rtl/>
              </w:rPr>
              <w:t>ِ</w:t>
            </w:r>
            <w:r>
              <w:rPr>
                <w:rtl/>
              </w:rPr>
              <w:t xml:space="preserve"> </w:t>
            </w:r>
            <w:r w:rsidRPr="009647FC">
              <w:rPr>
                <w:rtl/>
              </w:rPr>
              <w:t>ا</w:t>
            </w:r>
            <w:r w:rsidR="00A72677" w:rsidRPr="009647FC">
              <w:rPr>
                <w:rtl/>
              </w:rPr>
              <w:t>لبر</w:t>
            </w:r>
            <w:r w:rsidRPr="009647FC">
              <w:rPr>
                <w:rtl/>
              </w:rPr>
              <w:t>حاءِ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ليس</w:t>
            </w:r>
            <w:r w:rsidR="00BA6469">
              <w:rPr>
                <w:rtl/>
              </w:rPr>
              <w:t xml:space="preserve"> </w:t>
            </w:r>
            <w:r w:rsidR="00BA6469" w:rsidRPr="009647FC">
              <w:rPr>
                <w:rtl/>
              </w:rPr>
              <w:t>إلاّ</w:t>
            </w:r>
            <w:r w:rsidR="00BA6469">
              <w:rPr>
                <w:rtl/>
              </w:rPr>
              <w:t xml:space="preserve"> </w:t>
            </w:r>
            <w:r w:rsidR="00BA6469" w:rsidRPr="009647FC">
              <w:rPr>
                <w:rtl/>
              </w:rPr>
              <w:t>(</w:t>
            </w:r>
            <w:r w:rsidRPr="009647FC">
              <w:rPr>
                <w:rtl/>
              </w:rPr>
              <w:t>محم</w:t>
            </w:r>
            <w:r w:rsidR="00BA6469" w:rsidRPr="009647FC">
              <w:rPr>
                <w:rtl/>
              </w:rPr>
              <w:t>دٌ</w:t>
            </w:r>
            <w:r w:rsidR="00BA6469">
              <w:rPr>
                <w:rtl/>
              </w:rPr>
              <w:t xml:space="preserve"> </w:t>
            </w:r>
            <w:r w:rsidRPr="009647FC">
              <w:rPr>
                <w:rtl/>
              </w:rPr>
              <w:t>صالح</w:t>
            </w:r>
            <w:r w:rsidR="00BA6469" w:rsidRPr="009647FC">
              <w:rPr>
                <w:rtl/>
              </w:rPr>
              <w:t>ٌ)</w:t>
            </w:r>
            <w:r w:rsidR="00BA6469">
              <w:rPr>
                <w:rtl/>
              </w:rPr>
              <w:t xml:space="preserve"> </w:t>
            </w:r>
            <w:r w:rsidRPr="009647FC">
              <w:rPr>
                <w:rtl/>
              </w:rPr>
              <w:t>يو</w:t>
            </w:r>
            <w:r w:rsidR="00BA6469" w:rsidRPr="009647FC">
              <w:rPr>
                <w:rtl/>
              </w:rPr>
              <w:t>جد</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في</w:t>
            </w:r>
            <w:r>
              <w:rPr>
                <w:rtl/>
              </w:rPr>
              <w:t xml:space="preserve"> </w:t>
            </w:r>
            <w:r w:rsidRPr="009647FC">
              <w:rPr>
                <w:rtl/>
              </w:rPr>
              <w:t>الأرضِ</w:t>
            </w:r>
            <w:r>
              <w:rPr>
                <w:rtl/>
              </w:rPr>
              <w:t xml:space="preserve"> </w:t>
            </w:r>
            <w:r w:rsidRPr="009647FC">
              <w:rPr>
                <w:rtl/>
              </w:rPr>
              <w:t>من</w:t>
            </w:r>
            <w:r>
              <w:rPr>
                <w:rtl/>
              </w:rPr>
              <w:t xml:space="preserve"> </w:t>
            </w:r>
            <w:r w:rsidR="00A72677" w:rsidRPr="009647FC">
              <w:rPr>
                <w:rtl/>
              </w:rPr>
              <w:t>بني</w:t>
            </w:r>
            <w:r>
              <w:rPr>
                <w:rtl/>
              </w:rPr>
              <w:t xml:space="preserve"> </w:t>
            </w:r>
            <w:r w:rsidRPr="009647FC">
              <w:rPr>
                <w:rtl/>
              </w:rPr>
              <w:t>حواءِ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في</w:t>
            </w:r>
            <w:r>
              <w:rPr>
                <w:rtl/>
              </w:rPr>
              <w:t xml:space="preserve"> </w:t>
            </w:r>
            <w:r w:rsidRPr="009647FC">
              <w:rPr>
                <w:rtl/>
              </w:rPr>
              <w:t>التقى</w:t>
            </w:r>
            <w:r w:rsidRPr="004E7EC6">
              <w:rPr>
                <w:rStyle w:val="libFootnotenumChar"/>
                <w:rtl/>
              </w:rPr>
              <w:t>(3)</w:t>
            </w:r>
            <w:r>
              <w:rPr>
                <w:rtl/>
              </w:rPr>
              <w:t xml:space="preserve"> </w:t>
            </w:r>
            <w:r w:rsidRPr="009647FC">
              <w:rPr>
                <w:rtl/>
              </w:rPr>
              <w:t>والصلاح</w:t>
            </w:r>
            <w:r>
              <w:rPr>
                <w:rtl/>
              </w:rPr>
              <w:t xml:space="preserve"> </w:t>
            </w:r>
            <w:r w:rsidRPr="009647FC">
              <w:rPr>
                <w:rtl/>
              </w:rPr>
              <w:t>والزهد</w:t>
            </w:r>
            <w:r>
              <w:rPr>
                <w:rtl/>
              </w:rPr>
              <w:t xml:space="preserve"> </w:t>
            </w:r>
            <w:r w:rsidRPr="009647FC">
              <w:rPr>
                <w:rtl/>
              </w:rPr>
              <w:t>والخشية</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وا</w:t>
            </w:r>
            <w:r w:rsidR="00A72677" w:rsidRPr="009647FC">
              <w:rPr>
                <w:rtl/>
              </w:rPr>
              <w:t>لنس</w:t>
            </w:r>
            <w:r w:rsidRPr="009647FC">
              <w:rPr>
                <w:rtl/>
              </w:rPr>
              <w:t>كِ</w:t>
            </w:r>
            <w:r>
              <w:rPr>
                <w:rtl/>
              </w:rPr>
              <w:t xml:space="preserve"> </w:t>
            </w:r>
            <w:r w:rsidRPr="009647FC">
              <w:rPr>
                <w:rtl/>
              </w:rPr>
              <w:t>بل</w:t>
            </w:r>
            <w:r>
              <w:rPr>
                <w:rtl/>
              </w:rPr>
              <w:t xml:space="preserve"> </w:t>
            </w:r>
            <w:r w:rsidRPr="009647FC">
              <w:rPr>
                <w:rtl/>
              </w:rPr>
              <w:t>و</w:t>
            </w:r>
            <w:r w:rsidR="00A72677" w:rsidRPr="009647FC">
              <w:rPr>
                <w:rtl/>
              </w:rPr>
              <w:t>حسن</w:t>
            </w:r>
            <w:r w:rsidRPr="009647FC">
              <w:rPr>
                <w:rtl/>
              </w:rPr>
              <w:t>ِ</w:t>
            </w:r>
            <w:r>
              <w:rPr>
                <w:rtl/>
              </w:rPr>
              <w:t xml:space="preserve"> </w:t>
            </w:r>
            <w:r w:rsidRPr="009647FC">
              <w:rPr>
                <w:rtl/>
              </w:rPr>
              <w:t>ا</w:t>
            </w:r>
            <w:r w:rsidR="00A72677" w:rsidRPr="009647FC">
              <w:rPr>
                <w:rtl/>
              </w:rPr>
              <w:t>لرجا</w:t>
            </w:r>
            <w:r w:rsidRPr="009647FC">
              <w:rPr>
                <w:rtl/>
              </w:rPr>
              <w:t>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هي</w:t>
            </w:r>
            <w:r w:rsidR="004C00A8">
              <w:rPr>
                <w:rtl/>
              </w:rPr>
              <w:t xml:space="preserve"> </w:t>
            </w:r>
            <w:r w:rsidRPr="009647FC">
              <w:rPr>
                <w:rtl/>
              </w:rPr>
              <w:t>في</w:t>
            </w:r>
            <w:r>
              <w:rPr>
                <w:rtl/>
              </w:rPr>
              <w:t xml:space="preserve"> </w:t>
            </w:r>
            <w:r w:rsidRPr="009647FC">
              <w:rPr>
                <w:rtl/>
              </w:rPr>
              <w:t>ا</w:t>
            </w:r>
            <w:r w:rsidR="00A72677" w:rsidRPr="009647FC">
              <w:rPr>
                <w:rtl/>
              </w:rPr>
              <w:t>لع</w:t>
            </w:r>
            <w:r w:rsidRPr="009647FC">
              <w:rPr>
                <w:rtl/>
              </w:rPr>
              <w:t>المين</w:t>
            </w:r>
            <w:r>
              <w:rPr>
                <w:rtl/>
              </w:rPr>
              <w:t xml:space="preserve"> </w:t>
            </w:r>
            <w:r w:rsidRPr="009647FC">
              <w:rPr>
                <w:rtl/>
              </w:rPr>
              <w:t>أ</w:t>
            </w:r>
            <w:r w:rsidR="00A72677" w:rsidRPr="009647FC">
              <w:rPr>
                <w:rtl/>
              </w:rPr>
              <w:t>جز</w:t>
            </w:r>
            <w:r w:rsidRPr="009647FC">
              <w:rPr>
                <w:rtl/>
              </w:rPr>
              <w:t>اء</w:t>
            </w:r>
            <w:r>
              <w:rPr>
                <w:rtl/>
              </w:rPr>
              <w:t xml:space="preserve"> </w:t>
            </w:r>
            <w:r w:rsidR="00A72677" w:rsidRPr="009647FC">
              <w:rPr>
                <w:rtl/>
              </w:rPr>
              <w:t>لك</w:t>
            </w:r>
            <w:r w:rsidRPr="009647FC">
              <w:rPr>
                <w:rtl/>
              </w:rPr>
              <w:t>ن</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A72677" w:rsidP="00BA6469">
            <w:pPr>
              <w:pStyle w:val="libPoem"/>
            </w:pPr>
            <w:r w:rsidRPr="009647FC">
              <w:rPr>
                <w:rtl/>
              </w:rPr>
              <w:t>هو</w:t>
            </w:r>
            <w:r w:rsidR="00BA6469">
              <w:rPr>
                <w:rtl/>
              </w:rPr>
              <w:t xml:space="preserve"> </w:t>
            </w:r>
            <w:r w:rsidRPr="009647FC">
              <w:rPr>
                <w:rtl/>
              </w:rPr>
              <w:t>كل</w:t>
            </w:r>
            <w:r w:rsidR="00BA6469" w:rsidRPr="009647FC">
              <w:rPr>
                <w:rtl/>
              </w:rPr>
              <w:t>ُّ</w:t>
            </w:r>
            <w:r w:rsidR="00BA6469">
              <w:rPr>
                <w:rtl/>
              </w:rPr>
              <w:t xml:space="preserve"> </w:t>
            </w:r>
            <w:r w:rsidR="00BA6469" w:rsidRPr="009647FC">
              <w:rPr>
                <w:rtl/>
              </w:rPr>
              <w:t>ل</w:t>
            </w:r>
            <w:r w:rsidRPr="009647FC">
              <w:rPr>
                <w:rtl/>
              </w:rPr>
              <w:t>هذ</w:t>
            </w:r>
            <w:r w:rsidR="00BA6469" w:rsidRPr="009647FC">
              <w:rPr>
                <w:rtl/>
              </w:rPr>
              <w:t>ه</w:t>
            </w:r>
            <w:r w:rsidR="00BA6469">
              <w:rPr>
                <w:rtl/>
              </w:rPr>
              <w:t xml:space="preserve"> </w:t>
            </w:r>
            <w:r w:rsidR="00BA6469" w:rsidRPr="009647FC">
              <w:rPr>
                <w:rtl/>
              </w:rPr>
              <w:t>الأجزاءِ</w:t>
            </w:r>
            <w:r w:rsidR="00BA6469"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w:t>
            </w:r>
            <w:r w:rsidR="00A72677" w:rsidRPr="009647FC">
              <w:rPr>
                <w:rtl/>
              </w:rPr>
              <w:t>بيو</w:t>
            </w:r>
            <w:r w:rsidRPr="009647FC">
              <w:rPr>
                <w:rtl/>
              </w:rPr>
              <w:t>م</w:t>
            </w:r>
            <w:r w:rsidR="004C00A8">
              <w:rPr>
                <w:rtl/>
              </w:rPr>
              <w:t xml:space="preserve"> </w:t>
            </w:r>
            <w:r w:rsidRPr="009647FC">
              <w:rPr>
                <w:rtl/>
              </w:rPr>
              <w:t>ا</w:t>
            </w:r>
            <w:r w:rsidR="00A72677" w:rsidRPr="009647FC">
              <w:rPr>
                <w:rtl/>
              </w:rPr>
              <w:t>لمع</w:t>
            </w:r>
            <w:r w:rsidRPr="009647FC">
              <w:rPr>
                <w:rtl/>
              </w:rPr>
              <w:t>ادِ</w:t>
            </w:r>
            <w:r>
              <w:rPr>
                <w:rtl/>
              </w:rPr>
              <w:t xml:space="preserve"> </w:t>
            </w:r>
            <w:r w:rsidRPr="009647FC">
              <w:rPr>
                <w:rtl/>
              </w:rPr>
              <w:t>لو</w:t>
            </w:r>
            <w:r>
              <w:rPr>
                <w:rtl/>
              </w:rPr>
              <w:t xml:space="preserve"> </w:t>
            </w:r>
            <w:r w:rsidR="00A72677" w:rsidRPr="009647FC">
              <w:rPr>
                <w:rtl/>
              </w:rPr>
              <w:t>لق</w:t>
            </w:r>
            <w:r w:rsidR="00677BC4">
              <w:rPr>
                <w:rtl/>
              </w:rPr>
              <w:t>َ</w:t>
            </w:r>
            <w:r w:rsidRPr="009647FC">
              <w:rPr>
                <w:rtl/>
              </w:rPr>
              <w:t>ى</w:t>
            </w:r>
            <w:r>
              <w:rPr>
                <w:rtl/>
              </w:rPr>
              <w:t xml:space="preserve"> </w:t>
            </w:r>
            <w:r w:rsidRPr="009647FC">
              <w:rPr>
                <w:rtl/>
              </w:rPr>
              <w:t>ا</w:t>
            </w:r>
            <w:r w:rsidR="00A72677" w:rsidRPr="009647FC">
              <w:rPr>
                <w:rtl/>
              </w:rPr>
              <w:t>لخ</w:t>
            </w:r>
            <w:r w:rsidRPr="009647FC">
              <w:rPr>
                <w:rtl/>
              </w:rPr>
              <w:t>لـ</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ق</w:t>
            </w:r>
            <w:r w:rsidR="00677BC4">
              <w:rPr>
                <w:rtl/>
              </w:rPr>
              <w:t>َ</w:t>
            </w:r>
            <w:r w:rsidR="004C00A8">
              <w:rPr>
                <w:rtl/>
              </w:rPr>
              <w:t xml:space="preserve"> </w:t>
            </w:r>
            <w:r w:rsidR="00A72677" w:rsidRPr="009647FC">
              <w:rPr>
                <w:rtl/>
              </w:rPr>
              <w:t>بأعماله</w:t>
            </w:r>
            <w:r w:rsidRPr="009647FC">
              <w:rPr>
                <w:rtl/>
              </w:rPr>
              <w:t>ِ</w:t>
            </w:r>
            <w:r>
              <w:rPr>
                <w:rtl/>
              </w:rPr>
              <w:t xml:space="preserve"> </w:t>
            </w:r>
            <w:r w:rsidRPr="009647FC">
              <w:rPr>
                <w:rtl/>
              </w:rPr>
              <w:t>إ</w:t>
            </w:r>
            <w:r w:rsidR="00A72677" w:rsidRPr="009647FC">
              <w:rPr>
                <w:rtl/>
              </w:rPr>
              <w:t>له</w:t>
            </w:r>
            <w:r w:rsidRPr="009647FC">
              <w:rPr>
                <w:rtl/>
              </w:rPr>
              <w:t>ُ</w:t>
            </w:r>
            <w:r>
              <w:rPr>
                <w:rtl/>
              </w:rPr>
              <w:t xml:space="preserve"> </w:t>
            </w:r>
            <w:r w:rsidRPr="009647FC">
              <w:rPr>
                <w:rtl/>
              </w:rPr>
              <w:t>ا</w:t>
            </w:r>
            <w:r w:rsidR="00A72677" w:rsidRPr="009647FC">
              <w:rPr>
                <w:rtl/>
              </w:rPr>
              <w:t>لسما</w:t>
            </w:r>
            <w:r w:rsidRPr="009647FC">
              <w:rPr>
                <w:rtl/>
              </w:rPr>
              <w:t>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كان</w:t>
            </w:r>
            <w:r w:rsidR="004C00A8">
              <w:rPr>
                <w:rtl/>
              </w:rPr>
              <w:t xml:space="preserve"> </w:t>
            </w:r>
            <w:r w:rsidR="00A72677" w:rsidRPr="00A72677">
              <w:rPr>
                <w:rtl/>
              </w:rPr>
              <w:t>حق</w:t>
            </w:r>
            <w:r w:rsidRPr="00A72677">
              <w:rPr>
                <w:rtl/>
              </w:rPr>
              <w:t xml:space="preserve">ّاً أن </w:t>
            </w:r>
            <w:r w:rsidR="00A72677" w:rsidRPr="00A72677">
              <w:rPr>
                <w:rtl/>
              </w:rPr>
              <w:t>يع</w:t>
            </w:r>
            <w:r w:rsidRPr="00A72677">
              <w:rPr>
                <w:rtl/>
              </w:rPr>
              <w:t>دم ا</w:t>
            </w:r>
            <w:r w:rsidR="00A72677" w:rsidRPr="00A72677">
              <w:rPr>
                <w:rtl/>
              </w:rPr>
              <w:t>لن</w:t>
            </w:r>
            <w:r w:rsidRPr="00A72677">
              <w:rPr>
                <w:rtl/>
              </w:rPr>
              <w:t>ار</w:t>
            </w:r>
            <w:r w:rsidR="00677BC4">
              <w:rPr>
                <w:rtl/>
              </w:rPr>
              <w:t>َ</w:t>
            </w:r>
            <w:r w:rsidRPr="00A72677">
              <w:rPr>
                <w:rtl/>
              </w:rPr>
              <w:t xml:space="preserve"> إذ </w:t>
            </w:r>
            <w:r w:rsidR="00A72677" w:rsidRPr="00A72677">
              <w:rPr>
                <w:rtl/>
              </w:rPr>
              <w:t>لي</w:t>
            </w:r>
            <w:r w:rsidRPr="00A72677">
              <w:rPr>
                <w:rtl/>
              </w:rPr>
              <w:t>س</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A72677" w:rsidP="00BA6469">
            <w:pPr>
              <w:pStyle w:val="libPoem"/>
            </w:pPr>
            <w:r w:rsidRPr="00A72677">
              <w:rPr>
                <w:rtl/>
              </w:rPr>
              <w:t>نصيب</w:t>
            </w:r>
            <w:r w:rsidR="00BA6469" w:rsidRPr="00A72677">
              <w:rPr>
                <w:rtl/>
              </w:rPr>
              <w:t xml:space="preserve">ٌ </w:t>
            </w:r>
            <w:r w:rsidRPr="00A72677">
              <w:rPr>
                <w:rtl/>
              </w:rPr>
              <w:t>للن</w:t>
            </w:r>
            <w:r w:rsidR="00BA6469" w:rsidRPr="00A72677">
              <w:rPr>
                <w:rtl/>
              </w:rPr>
              <w:t>ارِ في الأ</w:t>
            </w:r>
            <w:r w:rsidRPr="00A72677">
              <w:rPr>
                <w:rtl/>
              </w:rPr>
              <w:t>تقي</w:t>
            </w:r>
            <w:r w:rsidR="00BA6469" w:rsidRPr="00A72677">
              <w:rPr>
                <w:rtl/>
              </w:rPr>
              <w:t>اءِ</w:t>
            </w:r>
            <w:r w:rsidR="00BA6469"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ل</w:t>
            </w:r>
            <w:r w:rsidR="00A72677" w:rsidRPr="00A72677">
              <w:rPr>
                <w:rtl/>
              </w:rPr>
              <w:t>يس</w:t>
            </w:r>
            <w:r w:rsidR="004C00A8">
              <w:rPr>
                <w:rtl/>
              </w:rPr>
              <w:t xml:space="preserve"> </w:t>
            </w:r>
            <w:r w:rsidR="00A72677" w:rsidRPr="00A72677">
              <w:rPr>
                <w:rtl/>
              </w:rPr>
              <w:t>ينف</w:t>
            </w:r>
            <w:r w:rsidRPr="00A72677">
              <w:rPr>
                <w:rtl/>
              </w:rPr>
              <w:t xml:space="preserve">كّ </w:t>
            </w:r>
            <w:r w:rsidR="00A72677" w:rsidRPr="00A72677">
              <w:rPr>
                <w:rtl/>
              </w:rPr>
              <w:t>للج</w:t>
            </w:r>
            <w:r w:rsidRPr="00A72677">
              <w:rPr>
                <w:rtl/>
              </w:rPr>
              <w:t xml:space="preserve">ميلِ </w:t>
            </w:r>
            <w:r w:rsidR="00A72677" w:rsidRPr="00A72677">
              <w:rPr>
                <w:rtl/>
              </w:rPr>
              <w:t>قريب</w:t>
            </w:r>
            <w:r w:rsidRPr="00A72677">
              <w:rPr>
                <w:rtl/>
              </w:rPr>
              <w:t>ا</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و</w:t>
            </w:r>
            <w:r w:rsidR="00A72677" w:rsidRPr="00A72677">
              <w:rPr>
                <w:rtl/>
              </w:rPr>
              <w:t>بعي</w:t>
            </w:r>
            <w:r w:rsidRPr="00A72677">
              <w:rPr>
                <w:rtl/>
              </w:rPr>
              <w:t>داً</w:t>
            </w:r>
            <w:r w:rsidR="004C00A8">
              <w:rPr>
                <w:rtl/>
              </w:rPr>
              <w:t xml:space="preserve"> </w:t>
            </w:r>
            <w:r w:rsidRPr="00A72677">
              <w:rPr>
                <w:rtl/>
              </w:rPr>
              <w:t xml:space="preserve">عن </w:t>
            </w:r>
            <w:r w:rsidR="00A72677" w:rsidRPr="00A72677">
              <w:rPr>
                <w:rtl/>
              </w:rPr>
              <w:t>خطّة</w:t>
            </w:r>
            <w:r w:rsidRPr="00A72677">
              <w:rPr>
                <w:rtl/>
              </w:rPr>
              <w:t>ِ ا</w:t>
            </w:r>
            <w:r w:rsidR="00A72677" w:rsidRPr="00A72677">
              <w:rPr>
                <w:rtl/>
              </w:rPr>
              <w:t>لفح</w:t>
            </w:r>
            <w:r w:rsidRPr="00A72677">
              <w:rPr>
                <w:rtl/>
              </w:rPr>
              <w:t>شاءِ</w:t>
            </w:r>
            <w:r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w:t>
            </w:r>
            <w:r w:rsidR="00A72677" w:rsidRPr="009647FC">
              <w:rPr>
                <w:rtl/>
              </w:rPr>
              <w:t>مها</w:t>
            </w:r>
            <w:r w:rsidRPr="009647FC">
              <w:rPr>
                <w:rtl/>
              </w:rPr>
              <w:t>باً</w:t>
            </w:r>
            <w:r>
              <w:rPr>
                <w:rtl/>
              </w:rPr>
              <w:t xml:space="preserve"> </w:t>
            </w:r>
            <w:r w:rsidRPr="009647FC">
              <w:rPr>
                <w:rtl/>
              </w:rPr>
              <w:t>له</w:t>
            </w:r>
            <w:r>
              <w:rPr>
                <w:rtl/>
              </w:rPr>
              <w:t xml:space="preserve"> </w:t>
            </w:r>
            <w:r w:rsidR="00A72677" w:rsidRPr="009647FC">
              <w:rPr>
                <w:rtl/>
              </w:rPr>
              <w:t>على</w:t>
            </w:r>
            <w:r>
              <w:rPr>
                <w:rtl/>
              </w:rPr>
              <w:t xml:space="preserve"> </w:t>
            </w:r>
            <w:r w:rsidRPr="009647FC">
              <w:rPr>
                <w:rtl/>
              </w:rPr>
              <w:t>أ</w:t>
            </w:r>
            <w:r w:rsidR="00A72677" w:rsidRPr="009647FC">
              <w:rPr>
                <w:rtl/>
              </w:rPr>
              <w:t>عي</w:t>
            </w:r>
            <w:r w:rsidRPr="009647FC">
              <w:rPr>
                <w:rtl/>
              </w:rPr>
              <w:t>ن</w:t>
            </w:r>
            <w:r>
              <w:rPr>
                <w:rtl/>
              </w:rPr>
              <w:t xml:space="preserve"> </w:t>
            </w:r>
            <w:r w:rsidRPr="009647FC">
              <w:rPr>
                <w:rtl/>
              </w:rPr>
              <w:t>ا</w:t>
            </w:r>
            <w:r w:rsidR="00A72677" w:rsidRPr="009647FC">
              <w:rPr>
                <w:rtl/>
              </w:rPr>
              <w:t>لد</w:t>
            </w:r>
            <w:r w:rsidRPr="009647FC">
              <w:rPr>
                <w:rtl/>
              </w:rPr>
              <w:t>هرِ</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قضى</w:t>
            </w:r>
            <w:r>
              <w:rPr>
                <w:rtl/>
              </w:rPr>
              <w:t xml:space="preserve"> </w:t>
            </w:r>
            <w:r w:rsidRPr="009647FC">
              <w:rPr>
                <w:rtl/>
              </w:rPr>
              <w:t>ا</w:t>
            </w:r>
            <w:r w:rsidR="00A72677" w:rsidRPr="009647FC">
              <w:rPr>
                <w:rtl/>
              </w:rPr>
              <w:t>لكبر</w:t>
            </w:r>
            <w:r w:rsidRPr="009647FC">
              <w:rPr>
                <w:rtl/>
              </w:rPr>
              <w:t>ياء</w:t>
            </w:r>
            <w:r w:rsidR="00677BC4">
              <w:rPr>
                <w:rtl/>
              </w:rPr>
              <w:t>َ</w:t>
            </w:r>
            <w:r>
              <w:rPr>
                <w:rtl/>
              </w:rPr>
              <w:t xml:space="preserve"> </w:t>
            </w:r>
            <w:r w:rsidR="00A72677" w:rsidRPr="009647FC">
              <w:rPr>
                <w:rtl/>
              </w:rPr>
              <w:t>با</w:t>
            </w:r>
            <w:r w:rsidRPr="009647FC">
              <w:rPr>
                <w:rtl/>
              </w:rPr>
              <w:t>لإ</w:t>
            </w:r>
            <w:r w:rsidR="00A72677" w:rsidRPr="009647FC">
              <w:rPr>
                <w:rtl/>
              </w:rPr>
              <w:t>غضا</w:t>
            </w:r>
            <w:r w:rsidRPr="009647FC">
              <w:rPr>
                <w:rtl/>
              </w:rPr>
              <w:t>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w:t>
            </w:r>
            <w:r w:rsidR="00A72677" w:rsidRPr="009647FC">
              <w:rPr>
                <w:rtl/>
              </w:rPr>
              <w:t>بليغ</w:t>
            </w:r>
            <w:r w:rsidRPr="009647FC">
              <w:rPr>
                <w:rtl/>
              </w:rPr>
              <w:t>اً</w:t>
            </w:r>
            <w:r w:rsidR="004C00A8">
              <w:rPr>
                <w:rtl/>
              </w:rPr>
              <w:t xml:space="preserve"> </w:t>
            </w:r>
            <w:r w:rsidRPr="009647FC">
              <w:rPr>
                <w:rtl/>
              </w:rPr>
              <w:t>قد</w:t>
            </w:r>
            <w:r>
              <w:rPr>
                <w:rtl/>
              </w:rPr>
              <w:t xml:space="preserve"> </w:t>
            </w:r>
            <w:r w:rsidRPr="009647FC">
              <w:rPr>
                <w:rtl/>
              </w:rPr>
              <w:t>ا</w:t>
            </w:r>
            <w:r w:rsidR="00A72677" w:rsidRPr="009647FC">
              <w:rPr>
                <w:rtl/>
              </w:rPr>
              <w:t>نتظ</w:t>
            </w:r>
            <w:r w:rsidRPr="009647FC">
              <w:rPr>
                <w:rtl/>
              </w:rPr>
              <w:t>من</w:t>
            </w:r>
            <w:r>
              <w:rPr>
                <w:rtl/>
              </w:rPr>
              <w:t xml:space="preserve"> </w:t>
            </w:r>
            <w:r w:rsidR="00A72677" w:rsidRPr="009647FC">
              <w:rPr>
                <w:rtl/>
              </w:rPr>
              <w:t>معا</w:t>
            </w:r>
            <w:r w:rsidRPr="009647FC">
              <w:rPr>
                <w:rtl/>
              </w:rPr>
              <w:t>نيـ</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Pr="00524A24" w:rsidRDefault="00BA6469" w:rsidP="00BA6469">
            <w:pPr>
              <w:pStyle w:val="libPoem"/>
            </w:pPr>
            <w:r w:rsidRPr="009647FC">
              <w:rPr>
                <w:rtl/>
              </w:rPr>
              <w:t>ه</w:t>
            </w:r>
            <w:r w:rsidRPr="004E7EC6">
              <w:rPr>
                <w:rStyle w:val="libFootnotenumChar"/>
                <w:rtl/>
              </w:rPr>
              <w:t>(4)</w:t>
            </w:r>
            <w:r>
              <w:rPr>
                <w:rtl/>
              </w:rPr>
              <w:t xml:space="preserve"> </w:t>
            </w:r>
            <w:r w:rsidR="00A72677" w:rsidRPr="009647FC">
              <w:rPr>
                <w:rtl/>
              </w:rPr>
              <w:t>بسل</w:t>
            </w:r>
            <w:r w:rsidRPr="009647FC">
              <w:rPr>
                <w:rtl/>
              </w:rPr>
              <w:t>كِ</w:t>
            </w:r>
            <w:r>
              <w:rPr>
                <w:rtl/>
              </w:rPr>
              <w:t xml:space="preserve"> </w:t>
            </w:r>
            <w:r w:rsidRPr="009647FC">
              <w:rPr>
                <w:rtl/>
              </w:rPr>
              <w:t>الإ</w:t>
            </w:r>
            <w:r w:rsidR="00A72677" w:rsidRPr="009647FC">
              <w:rPr>
                <w:rtl/>
              </w:rPr>
              <w:t>عجا</w:t>
            </w:r>
            <w:r w:rsidRPr="009647FC">
              <w:rPr>
                <w:rtl/>
              </w:rPr>
              <w:t>ز</w:t>
            </w:r>
            <w:r>
              <w:rPr>
                <w:rtl/>
              </w:rPr>
              <w:t xml:space="preserve"> </w:t>
            </w:r>
            <w:r w:rsidR="00A72677" w:rsidRPr="009647FC">
              <w:rPr>
                <w:rtl/>
              </w:rPr>
              <w:t>للب</w:t>
            </w:r>
            <w:r w:rsidRPr="009647FC">
              <w:rPr>
                <w:rtl/>
              </w:rPr>
              <w:t>لغاءِ</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وفي نسخة</w:t>
      </w:r>
      <w:r w:rsidR="00D769AB">
        <w:rPr>
          <w:rtl/>
        </w:rPr>
        <w:t>:</w:t>
      </w:r>
      <w:r w:rsidRPr="009647FC">
        <w:rPr>
          <w:rtl/>
        </w:rPr>
        <w:t xml:space="preserve"> عظم الخطب</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 نسخة</w:t>
      </w:r>
      <w:r w:rsidR="00D769AB">
        <w:rPr>
          <w:rtl/>
        </w:rPr>
        <w:t>:</w:t>
      </w:r>
      <w:r w:rsidRPr="009647FC">
        <w:rPr>
          <w:rtl/>
        </w:rPr>
        <w:t xml:space="preserve"> بالعراء</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نسخة</w:t>
      </w:r>
      <w:r w:rsidR="00D769AB">
        <w:rPr>
          <w:rtl/>
        </w:rPr>
        <w:t>:</w:t>
      </w:r>
      <w:r w:rsidRPr="009647FC">
        <w:rPr>
          <w:rtl/>
        </w:rPr>
        <w:t xml:space="preserve"> فالتقى</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وفي نسخة</w:t>
      </w:r>
      <w:r w:rsidR="00D769AB">
        <w:rPr>
          <w:rtl/>
        </w:rPr>
        <w:t>:</w:t>
      </w:r>
      <w:r w:rsidRPr="009647FC">
        <w:rPr>
          <w:rtl/>
        </w:rPr>
        <w:t xml:space="preserve"> معاليه</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BA6469" w:rsidRPr="00524A24" w:rsidTr="00BA6469">
        <w:trPr>
          <w:trHeight w:val="350"/>
        </w:trPr>
        <w:tc>
          <w:tcPr>
            <w:tcW w:w="3902" w:type="dxa"/>
          </w:tcPr>
          <w:p w:rsidR="00BA6469" w:rsidRPr="00524A24" w:rsidRDefault="00BA6469" w:rsidP="00BA6469">
            <w:pPr>
              <w:pStyle w:val="libPoem"/>
            </w:pPr>
            <w:r w:rsidRPr="009647FC">
              <w:rPr>
                <w:rtl/>
              </w:rPr>
              <w:lastRenderedPageBreak/>
              <w:t>و</w:t>
            </w:r>
            <w:r w:rsidR="00A72677" w:rsidRPr="009647FC">
              <w:rPr>
                <w:rtl/>
              </w:rPr>
              <w:t>فصي</w:t>
            </w:r>
            <w:r w:rsidRPr="009647FC">
              <w:rPr>
                <w:rtl/>
              </w:rPr>
              <w:t>حاً</w:t>
            </w:r>
            <w:r w:rsidR="004C00A8">
              <w:rPr>
                <w:rtl/>
              </w:rPr>
              <w:t xml:space="preserve"> </w:t>
            </w:r>
            <w:r w:rsidR="00A72677" w:rsidRPr="009647FC">
              <w:rPr>
                <w:rtl/>
              </w:rPr>
              <w:t>بن</w:t>
            </w:r>
            <w:r w:rsidRPr="009647FC">
              <w:rPr>
                <w:rtl/>
              </w:rPr>
              <w:t>طقه</w:t>
            </w:r>
            <w:r>
              <w:rPr>
                <w:rtl/>
              </w:rPr>
              <w:t xml:space="preserve"> </w:t>
            </w:r>
            <w:r w:rsidR="00A72677" w:rsidRPr="009647FC">
              <w:rPr>
                <w:rtl/>
              </w:rPr>
              <w:t>يخ</w:t>
            </w:r>
            <w:r w:rsidRPr="009647FC">
              <w:rPr>
                <w:rtl/>
              </w:rPr>
              <w:t>رس</w:t>
            </w:r>
            <w:r w:rsidRPr="004E7EC6">
              <w:rPr>
                <w:rStyle w:val="libFootnotenumChar"/>
                <w:rtl/>
              </w:rPr>
              <w:t>(1)</w:t>
            </w:r>
            <w:r w:rsidRPr="009647FC">
              <w:rPr>
                <w:rtl/>
              </w:rPr>
              <w:t>الدهـ</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ر</w:t>
            </w:r>
            <w:r w:rsidR="00677BC4">
              <w:rPr>
                <w:rtl/>
              </w:rPr>
              <w:t>َ</w:t>
            </w:r>
            <w:r w:rsidR="004C00A8">
              <w:rPr>
                <w:rtl/>
              </w:rPr>
              <w:t xml:space="preserve"> </w:t>
            </w:r>
            <w:r w:rsidR="00A72677" w:rsidRPr="009647FC">
              <w:rPr>
                <w:rtl/>
              </w:rPr>
              <w:t>فما</w:t>
            </w:r>
            <w:r>
              <w:rPr>
                <w:rtl/>
              </w:rPr>
              <w:t xml:space="preserve"> </w:t>
            </w:r>
            <w:r w:rsidRPr="009647FC">
              <w:rPr>
                <w:rtl/>
              </w:rPr>
              <w:t>قدرُ</w:t>
            </w:r>
            <w:r>
              <w:rPr>
                <w:rtl/>
              </w:rPr>
              <w:t xml:space="preserve"> </w:t>
            </w:r>
            <w:r w:rsidR="00A72677" w:rsidRPr="009647FC">
              <w:rPr>
                <w:rtl/>
              </w:rPr>
              <w:t>سائر</w:t>
            </w:r>
            <w:r>
              <w:rPr>
                <w:rtl/>
              </w:rPr>
              <w:t xml:space="preserve"> </w:t>
            </w:r>
            <w:r w:rsidRPr="009647FC">
              <w:rPr>
                <w:rtl/>
              </w:rPr>
              <w:t>ا</w:t>
            </w:r>
            <w:r w:rsidR="00A72677" w:rsidRPr="009647FC">
              <w:rPr>
                <w:rtl/>
              </w:rPr>
              <w:t>لفص</w:t>
            </w:r>
            <w:r w:rsidRPr="009647FC">
              <w:rPr>
                <w:rtl/>
              </w:rPr>
              <w:t>حاءِ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فا</w:t>
            </w:r>
            <w:r w:rsidR="00BA6469" w:rsidRPr="009647FC">
              <w:rPr>
                <w:rtl/>
              </w:rPr>
              <w:t>رسُ</w:t>
            </w:r>
            <w:r w:rsidR="00BA6469">
              <w:rPr>
                <w:rtl/>
              </w:rPr>
              <w:t xml:space="preserve"> </w:t>
            </w:r>
            <w:r w:rsidR="00BA6469" w:rsidRPr="009647FC">
              <w:rPr>
                <w:rtl/>
              </w:rPr>
              <w:t>ا</w:t>
            </w:r>
            <w:r w:rsidRPr="009647FC">
              <w:rPr>
                <w:rtl/>
              </w:rPr>
              <w:t>لمشك</w:t>
            </w:r>
            <w:r w:rsidR="00BA6469" w:rsidRPr="009647FC">
              <w:rPr>
                <w:rtl/>
              </w:rPr>
              <w:t>لات</w:t>
            </w:r>
            <w:r w:rsidR="00BA6469">
              <w:rPr>
                <w:rtl/>
              </w:rPr>
              <w:t xml:space="preserve"> </w:t>
            </w:r>
            <w:r w:rsidR="00BA6469" w:rsidRPr="009647FC">
              <w:rPr>
                <w:rtl/>
              </w:rPr>
              <w:t>إن</w:t>
            </w:r>
            <w:r w:rsidR="00BA6469">
              <w:rPr>
                <w:rtl/>
              </w:rPr>
              <w:t xml:space="preserve"> </w:t>
            </w:r>
            <w:r w:rsidRPr="009647FC">
              <w:rPr>
                <w:rtl/>
              </w:rPr>
              <w:t>ندبو</w:t>
            </w:r>
            <w:r w:rsidR="00BA6469" w:rsidRPr="009647FC">
              <w:rPr>
                <w:rtl/>
              </w:rPr>
              <w:t>ه</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ل</w:t>
            </w:r>
            <w:r w:rsidR="00A72677" w:rsidRPr="009647FC">
              <w:rPr>
                <w:rtl/>
              </w:rPr>
              <w:t>بيا</w:t>
            </w:r>
            <w:r w:rsidRPr="009647FC">
              <w:rPr>
                <w:rtl/>
              </w:rPr>
              <w:t>ن</w:t>
            </w:r>
            <w:r w:rsidR="004C00A8">
              <w:rPr>
                <w:rtl/>
              </w:rPr>
              <w:t xml:space="preserve"> </w:t>
            </w:r>
            <w:r w:rsidRPr="009647FC">
              <w:rPr>
                <w:rtl/>
              </w:rPr>
              <w:t>ا</w:t>
            </w:r>
            <w:r w:rsidR="00A72677" w:rsidRPr="009647FC">
              <w:rPr>
                <w:rtl/>
              </w:rPr>
              <w:t>لمقا</w:t>
            </w:r>
            <w:r w:rsidRPr="009647FC">
              <w:rPr>
                <w:rtl/>
              </w:rPr>
              <w:t>لة</w:t>
            </w:r>
            <w:r>
              <w:rPr>
                <w:rtl/>
              </w:rPr>
              <w:t xml:space="preserve"> </w:t>
            </w:r>
            <w:r w:rsidRPr="009647FC">
              <w:rPr>
                <w:rtl/>
              </w:rPr>
              <w:t>ا</w:t>
            </w:r>
            <w:r w:rsidR="00A72677" w:rsidRPr="009647FC">
              <w:rPr>
                <w:rtl/>
              </w:rPr>
              <w:t>لعوصا</w:t>
            </w:r>
            <w:r w:rsidRPr="009647FC">
              <w:rPr>
                <w:rtl/>
              </w:rPr>
              <w:t>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A72677">
              <w:rPr>
                <w:rtl/>
              </w:rPr>
              <w:t>فه</w:t>
            </w:r>
            <w:r w:rsidR="00BA6469" w:rsidRPr="00A72677">
              <w:rPr>
                <w:rtl/>
              </w:rPr>
              <w:t>و</w:t>
            </w:r>
            <w:r w:rsidR="004C00A8">
              <w:rPr>
                <w:rtl/>
              </w:rPr>
              <w:t xml:space="preserve"> </w:t>
            </w:r>
            <w:r w:rsidRPr="00A72677">
              <w:rPr>
                <w:rtl/>
              </w:rPr>
              <w:t>من</w:t>
            </w:r>
            <w:r w:rsidR="00BA6469" w:rsidRPr="00A72677">
              <w:rPr>
                <w:rtl/>
              </w:rPr>
              <w:t xml:space="preserve"> غ</w:t>
            </w:r>
            <w:r w:rsidRPr="00A72677">
              <w:rPr>
                <w:rtl/>
              </w:rPr>
              <w:t>ّر</w:t>
            </w:r>
            <w:r w:rsidR="00BA6469" w:rsidRPr="00A72677">
              <w:rPr>
                <w:rtl/>
              </w:rPr>
              <w:t>ِ</w:t>
            </w:r>
            <w:r w:rsidR="00BA6469" w:rsidRPr="00A72677">
              <w:rPr>
                <w:rStyle w:val="libFootnotenumChar"/>
                <w:rtl/>
              </w:rPr>
              <w:t>(2)</w:t>
            </w:r>
            <w:r w:rsidR="00BA6469" w:rsidRPr="00A72677">
              <w:rPr>
                <w:rtl/>
              </w:rPr>
              <w:t xml:space="preserve"> لفظهِ يطعن الثغـ</w:t>
            </w:r>
            <w:r w:rsidR="00BA6469"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رة</w:t>
            </w:r>
            <w:r w:rsidR="00677BC4">
              <w:rPr>
                <w:rtl/>
              </w:rPr>
              <w:t>َ</w:t>
            </w:r>
            <w:r w:rsidR="004C00A8">
              <w:rPr>
                <w:rtl/>
              </w:rPr>
              <w:t xml:space="preserve"> </w:t>
            </w:r>
            <w:r w:rsidRPr="00A72677">
              <w:rPr>
                <w:rtl/>
              </w:rPr>
              <w:t>م</w:t>
            </w:r>
            <w:r w:rsidR="00A72677" w:rsidRPr="00A72677">
              <w:rPr>
                <w:rtl/>
              </w:rPr>
              <w:t>نه</w:t>
            </w:r>
            <w:r w:rsidRPr="00A72677">
              <w:rPr>
                <w:rtl/>
              </w:rPr>
              <w:t xml:space="preserve"> </w:t>
            </w:r>
            <w:r w:rsidR="00A72677" w:rsidRPr="00A72677">
              <w:rPr>
                <w:rtl/>
              </w:rPr>
              <w:t>بالحج</w:t>
            </w:r>
            <w:r w:rsidRPr="00A72677">
              <w:rPr>
                <w:rtl/>
              </w:rPr>
              <w:t>ّةِ ا</w:t>
            </w:r>
            <w:r w:rsidR="00A72677" w:rsidRPr="00A72677">
              <w:rPr>
                <w:rtl/>
              </w:rPr>
              <w:t>لبيض</w:t>
            </w:r>
            <w:r w:rsidRPr="00A72677">
              <w:rPr>
                <w:rtl/>
              </w:rPr>
              <w:t>اءِ</w:t>
            </w:r>
            <w:r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واحدُ</w:t>
            </w:r>
            <w:r w:rsidR="004C00A8">
              <w:rPr>
                <w:rtl/>
              </w:rPr>
              <w:t xml:space="preserve"> </w:t>
            </w:r>
            <w:r w:rsidRPr="00A72677">
              <w:rPr>
                <w:rtl/>
              </w:rPr>
              <w:t>ا</w:t>
            </w:r>
            <w:r w:rsidR="00A72677" w:rsidRPr="00A72677">
              <w:rPr>
                <w:rtl/>
              </w:rPr>
              <w:t>لفض</w:t>
            </w:r>
            <w:r w:rsidRPr="00A72677">
              <w:rPr>
                <w:rtl/>
              </w:rPr>
              <w:t xml:space="preserve">لِ </w:t>
            </w:r>
            <w:r w:rsidR="00A72677" w:rsidRPr="00A72677">
              <w:rPr>
                <w:rtl/>
              </w:rPr>
              <w:t>ما</w:t>
            </w:r>
            <w:r w:rsidRPr="00A72677">
              <w:rPr>
                <w:rtl/>
              </w:rPr>
              <w:t xml:space="preserve"> </w:t>
            </w:r>
            <w:r w:rsidR="00A72677" w:rsidRPr="00A72677">
              <w:rPr>
                <w:rtl/>
              </w:rPr>
              <w:t>له</w:t>
            </w:r>
            <w:r w:rsidRPr="00A72677">
              <w:rPr>
                <w:rtl/>
              </w:rPr>
              <w:t xml:space="preserve"> </w:t>
            </w:r>
            <w:r w:rsidR="00A72677" w:rsidRPr="00A72677">
              <w:rPr>
                <w:rtl/>
              </w:rPr>
              <w:t>في</w:t>
            </w:r>
            <w:r w:rsidRPr="00A72677">
              <w:rPr>
                <w:rtl/>
              </w:rPr>
              <w:t xml:space="preserve">ه </w:t>
            </w:r>
            <w:r w:rsidR="00A72677" w:rsidRPr="00A72677">
              <w:rPr>
                <w:rtl/>
              </w:rPr>
              <w:t>ثا</w:t>
            </w:r>
            <w:r w:rsidRPr="00A72677">
              <w:rPr>
                <w:rtl/>
              </w:rPr>
              <w:t>نٍ</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A72677" w:rsidP="00BA6469">
            <w:pPr>
              <w:pStyle w:val="libPoem"/>
            </w:pPr>
            <w:r w:rsidRPr="00A72677">
              <w:rPr>
                <w:rtl/>
              </w:rPr>
              <w:t>غي</w:t>
            </w:r>
            <w:r w:rsidR="00BA6469" w:rsidRPr="00A72677">
              <w:rPr>
                <w:rtl/>
              </w:rPr>
              <w:t>ر</w:t>
            </w:r>
            <w:r w:rsidR="004C00A8">
              <w:rPr>
                <w:rtl/>
              </w:rPr>
              <w:t xml:space="preserve"> </w:t>
            </w:r>
            <w:r w:rsidR="00BA6469" w:rsidRPr="00A72677">
              <w:rPr>
                <w:rtl/>
              </w:rPr>
              <w:t>(</w:t>
            </w:r>
            <w:r w:rsidRPr="00A72677">
              <w:rPr>
                <w:rtl/>
              </w:rPr>
              <w:t>عب</w:t>
            </w:r>
            <w:r w:rsidR="00BA6469" w:rsidRPr="00A72677">
              <w:rPr>
                <w:rtl/>
              </w:rPr>
              <w:t>د ا</w:t>
            </w:r>
            <w:r w:rsidRPr="00A72677">
              <w:rPr>
                <w:rtl/>
              </w:rPr>
              <w:t>لك</w:t>
            </w:r>
            <w:r w:rsidR="00BA6469" w:rsidRPr="00A72677">
              <w:rPr>
                <w:rtl/>
              </w:rPr>
              <w:t xml:space="preserve">ريم) </w:t>
            </w:r>
            <w:r w:rsidRPr="00A72677">
              <w:rPr>
                <w:rtl/>
              </w:rPr>
              <w:t>غي</w:t>
            </w:r>
            <w:r w:rsidR="00BA6469" w:rsidRPr="00A72677">
              <w:rPr>
                <w:rtl/>
              </w:rPr>
              <w:t>ثُ ا</w:t>
            </w:r>
            <w:r w:rsidRPr="00A72677">
              <w:rPr>
                <w:rtl/>
              </w:rPr>
              <w:t>لع</w:t>
            </w:r>
            <w:r w:rsidR="00BA6469" w:rsidRPr="00A72677">
              <w:rPr>
                <w:rtl/>
              </w:rPr>
              <w:t>طاءِ</w:t>
            </w:r>
            <w:r w:rsidR="00BA6469" w:rsidRPr="00A72677">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A72677">
              <w:rPr>
                <w:rtl/>
              </w:rPr>
              <w:t>بعقو</w:t>
            </w:r>
            <w:r w:rsidR="00BA6469" w:rsidRPr="00A72677">
              <w:rPr>
                <w:rtl/>
              </w:rPr>
              <w:t>دِ</w:t>
            </w:r>
            <w:r w:rsidR="004C00A8">
              <w:rPr>
                <w:rtl/>
              </w:rPr>
              <w:t xml:space="preserve"> </w:t>
            </w:r>
            <w:r w:rsidR="00BA6469" w:rsidRPr="00A72677">
              <w:rPr>
                <w:rtl/>
              </w:rPr>
              <w:t>ا</w:t>
            </w:r>
            <w:r w:rsidRPr="00A72677">
              <w:rPr>
                <w:rtl/>
              </w:rPr>
              <w:t>لثن</w:t>
            </w:r>
            <w:r w:rsidR="00BA6469" w:rsidRPr="00A72677">
              <w:rPr>
                <w:rtl/>
              </w:rPr>
              <w:t xml:space="preserve">اءِ </w:t>
            </w:r>
            <w:r w:rsidRPr="00A72677">
              <w:rPr>
                <w:rtl/>
              </w:rPr>
              <w:t>فخر</w:t>
            </w:r>
            <w:r w:rsidR="00BA6469" w:rsidRPr="00A72677">
              <w:rPr>
                <w:rtl/>
              </w:rPr>
              <w:t xml:space="preserve">اً </w:t>
            </w:r>
            <w:r w:rsidRPr="00A72677">
              <w:rPr>
                <w:rtl/>
              </w:rPr>
              <w:t>تحل</w:t>
            </w:r>
            <w:r w:rsidR="00BA6469" w:rsidRPr="00A72677">
              <w:rPr>
                <w:rtl/>
              </w:rPr>
              <w:t>ّى</w:t>
            </w:r>
            <w:r w:rsidR="00BA6469"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و</w:t>
            </w:r>
            <w:r w:rsidR="00A72677" w:rsidRPr="00A72677">
              <w:rPr>
                <w:rtl/>
              </w:rPr>
              <w:t>تحل</w:t>
            </w:r>
            <w:r w:rsidRPr="00A72677">
              <w:rPr>
                <w:rtl/>
              </w:rPr>
              <w:t>ّ</w:t>
            </w:r>
            <w:r w:rsidR="00677BC4">
              <w:rPr>
                <w:rtl/>
              </w:rPr>
              <w:t>َ</w:t>
            </w:r>
            <w:r w:rsidR="00A72677" w:rsidRPr="00A72677">
              <w:rPr>
                <w:rtl/>
              </w:rPr>
              <w:t>ت</w:t>
            </w:r>
            <w:r w:rsidRPr="00A72677">
              <w:rPr>
                <w:rtl/>
              </w:rPr>
              <w:t xml:space="preserve"> </w:t>
            </w:r>
            <w:r w:rsidR="00A72677" w:rsidRPr="00A72677">
              <w:rPr>
                <w:rtl/>
              </w:rPr>
              <w:t>به</w:t>
            </w:r>
            <w:r w:rsidRPr="00A72677">
              <w:rPr>
                <w:rtl/>
              </w:rPr>
              <w:t xml:space="preserve"> </w:t>
            </w:r>
            <w:r w:rsidR="00A72677" w:rsidRPr="00A72677">
              <w:rPr>
                <w:rtl/>
              </w:rPr>
              <w:t>عقو</w:t>
            </w:r>
            <w:r w:rsidRPr="00A72677">
              <w:rPr>
                <w:rtl/>
              </w:rPr>
              <w:t>دُ ا</w:t>
            </w:r>
            <w:r w:rsidR="00A72677" w:rsidRPr="00A72677">
              <w:rPr>
                <w:rtl/>
              </w:rPr>
              <w:t>لثن</w:t>
            </w:r>
            <w:r w:rsidRPr="00A72677">
              <w:rPr>
                <w:rtl/>
              </w:rPr>
              <w:t>اءِ</w:t>
            </w:r>
            <w:r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ا</w:t>
            </w:r>
            <w:r w:rsidR="00A72677" w:rsidRPr="009647FC">
              <w:rPr>
                <w:rtl/>
              </w:rPr>
              <w:t>لذكي</w:t>
            </w:r>
            <w:r w:rsidRPr="009647FC">
              <w:rPr>
                <w:rtl/>
              </w:rPr>
              <w:t>ُّ</w:t>
            </w:r>
            <w:r>
              <w:rPr>
                <w:rtl/>
              </w:rPr>
              <w:t xml:space="preserve"> </w:t>
            </w:r>
            <w:r w:rsidRPr="009647FC">
              <w:rPr>
                <w:rtl/>
              </w:rPr>
              <w:t>الذي</w:t>
            </w:r>
            <w:r>
              <w:rPr>
                <w:rtl/>
              </w:rPr>
              <w:t xml:space="preserve"> </w:t>
            </w:r>
            <w:r w:rsidRPr="009647FC">
              <w:rPr>
                <w:rtl/>
              </w:rPr>
              <w:t>إذا</w:t>
            </w:r>
            <w:r>
              <w:rPr>
                <w:rtl/>
              </w:rPr>
              <w:t xml:space="preserve"> </w:t>
            </w:r>
            <w:r w:rsidR="00A72677" w:rsidRPr="009647FC">
              <w:rPr>
                <w:rtl/>
              </w:rPr>
              <w:t>قست</w:t>
            </w:r>
            <w:r w:rsidR="00677BC4">
              <w:rPr>
                <w:rtl/>
              </w:rPr>
              <w:t>َ</w:t>
            </w:r>
            <w:r>
              <w:rPr>
                <w:rtl/>
              </w:rPr>
              <w:t xml:space="preserve"> </w:t>
            </w:r>
            <w:r w:rsidRPr="009647FC">
              <w:rPr>
                <w:rtl/>
              </w:rPr>
              <w:t>أ</w:t>
            </w:r>
            <w:r w:rsidR="00A72677" w:rsidRPr="009647FC">
              <w:rPr>
                <w:rtl/>
              </w:rPr>
              <w:t>هل</w:t>
            </w:r>
            <w:r w:rsidR="00677BC4">
              <w:rPr>
                <w:rtl/>
              </w:rPr>
              <w:t>َ</w:t>
            </w:r>
            <w:r>
              <w:rPr>
                <w:rtl/>
              </w:rPr>
              <w:t xml:space="preserve"> </w:t>
            </w:r>
            <w:r w:rsidRPr="009647FC">
              <w:rPr>
                <w:rtl/>
              </w:rPr>
              <w:t>الـ</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A72677" w:rsidP="00BA6469">
            <w:pPr>
              <w:pStyle w:val="libPoem"/>
            </w:pPr>
            <w:r w:rsidRPr="009647FC">
              <w:rPr>
                <w:rtl/>
              </w:rPr>
              <w:t>فض</w:t>
            </w:r>
            <w:r w:rsidR="00BA6469" w:rsidRPr="009647FC">
              <w:rPr>
                <w:rtl/>
              </w:rPr>
              <w:t>ل</w:t>
            </w:r>
            <w:r w:rsidR="00BA6469" w:rsidRPr="004E7EC6">
              <w:rPr>
                <w:rStyle w:val="libFootnotenumChar"/>
                <w:rtl/>
              </w:rPr>
              <w:t>(3)</w:t>
            </w:r>
            <w:r w:rsidR="00BA6469">
              <w:rPr>
                <w:rtl/>
              </w:rPr>
              <w:t xml:space="preserve"> </w:t>
            </w:r>
            <w:r w:rsidRPr="009647FC">
              <w:rPr>
                <w:rtl/>
              </w:rPr>
              <w:t>في</w:t>
            </w:r>
            <w:r w:rsidR="00BA6469" w:rsidRPr="009647FC">
              <w:rPr>
                <w:rtl/>
              </w:rPr>
              <w:t>ه</w:t>
            </w:r>
            <w:r w:rsidR="00BA6469">
              <w:rPr>
                <w:rtl/>
              </w:rPr>
              <w:t xml:space="preserve"> </w:t>
            </w:r>
            <w:r w:rsidRPr="009647FC">
              <w:rPr>
                <w:rtl/>
              </w:rPr>
              <w:t>كا</w:t>
            </w:r>
            <w:r w:rsidR="00BA6469" w:rsidRPr="009647FC">
              <w:rPr>
                <w:rtl/>
              </w:rPr>
              <w:t>نوا</w:t>
            </w:r>
            <w:r w:rsidR="00BA6469">
              <w:rPr>
                <w:rtl/>
              </w:rPr>
              <w:t xml:space="preserve"> </w:t>
            </w:r>
            <w:r w:rsidRPr="009647FC">
              <w:rPr>
                <w:rtl/>
              </w:rPr>
              <w:t>من</w:t>
            </w:r>
            <w:r w:rsidR="00BA6469">
              <w:rPr>
                <w:rtl/>
              </w:rPr>
              <w:t xml:space="preserve"> </w:t>
            </w:r>
            <w:r w:rsidR="00BA6469" w:rsidRPr="009647FC">
              <w:rPr>
                <w:rtl/>
              </w:rPr>
              <w:t>الأغنياءِ</w:t>
            </w:r>
            <w:r w:rsidR="00BA6469"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وا</w:t>
            </w:r>
            <w:r w:rsidR="00A72677" w:rsidRPr="009647FC">
              <w:rPr>
                <w:rtl/>
              </w:rPr>
              <w:t>لم</w:t>
            </w:r>
            <w:r w:rsidRPr="009647FC">
              <w:rPr>
                <w:rtl/>
              </w:rPr>
              <w:t>صلِّى</w:t>
            </w:r>
            <w:r>
              <w:rPr>
                <w:rtl/>
              </w:rPr>
              <w:t xml:space="preserve"> </w:t>
            </w:r>
            <w:r w:rsidR="00A72677" w:rsidRPr="009647FC">
              <w:rPr>
                <w:rtl/>
              </w:rPr>
              <w:t>لل</w:t>
            </w:r>
            <w:r w:rsidRPr="009647FC">
              <w:rPr>
                <w:rtl/>
              </w:rPr>
              <w:t>مجد</w:t>
            </w:r>
            <w:r>
              <w:rPr>
                <w:rtl/>
              </w:rPr>
              <w:t xml:space="preserve"> </w:t>
            </w:r>
            <w:r w:rsidR="00A72677" w:rsidRPr="009647FC">
              <w:rPr>
                <w:rtl/>
              </w:rPr>
              <w:t>خل</w:t>
            </w:r>
            <w:r w:rsidRPr="009647FC">
              <w:rPr>
                <w:rtl/>
              </w:rPr>
              <w:t>ف</w:t>
            </w:r>
            <w:r w:rsidRPr="004E7EC6">
              <w:rPr>
                <w:rStyle w:val="libFootnotenumChar"/>
                <w:rtl/>
              </w:rPr>
              <w:t>(4)</w:t>
            </w:r>
            <w:r>
              <w:rPr>
                <w:rtl/>
              </w:rPr>
              <w:t xml:space="preserve"> </w:t>
            </w:r>
            <w:r w:rsidRPr="009647FC">
              <w:rPr>
                <w:rtl/>
              </w:rPr>
              <w:t>أ</w:t>
            </w:r>
            <w:r w:rsidR="00A72677" w:rsidRPr="009647FC">
              <w:rPr>
                <w:rtl/>
              </w:rPr>
              <w:t>خي</w:t>
            </w:r>
            <w:r w:rsidRPr="009647FC">
              <w:rPr>
                <w:rtl/>
              </w:rPr>
              <w:t>ه</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في</w:t>
            </w:r>
            <w:r>
              <w:rPr>
                <w:rtl/>
              </w:rPr>
              <w:t xml:space="preserve"> </w:t>
            </w:r>
            <w:r w:rsidR="00A72677" w:rsidRPr="009647FC">
              <w:rPr>
                <w:rtl/>
              </w:rPr>
              <w:t>سبا</w:t>
            </w:r>
            <w:r w:rsidRPr="009647FC">
              <w:rPr>
                <w:rtl/>
              </w:rPr>
              <w:t>قِ</w:t>
            </w:r>
            <w:r>
              <w:rPr>
                <w:rtl/>
              </w:rPr>
              <w:t xml:space="preserve"> </w:t>
            </w:r>
            <w:r w:rsidRPr="009647FC">
              <w:rPr>
                <w:rtl/>
              </w:rPr>
              <w:t>الأ</w:t>
            </w:r>
            <w:r w:rsidR="00A72677" w:rsidRPr="009647FC">
              <w:rPr>
                <w:rtl/>
              </w:rPr>
              <w:t>شبا</w:t>
            </w:r>
            <w:r w:rsidRPr="009647FC">
              <w:rPr>
                <w:rtl/>
              </w:rPr>
              <w:t>ه</w:t>
            </w:r>
            <w:r>
              <w:rPr>
                <w:rtl/>
              </w:rPr>
              <w:t xml:space="preserve"> </w:t>
            </w:r>
            <w:r w:rsidRPr="009647FC">
              <w:rPr>
                <w:rtl/>
              </w:rPr>
              <w:t>وا</w:t>
            </w:r>
            <w:r w:rsidR="00A72677" w:rsidRPr="009647FC">
              <w:rPr>
                <w:rtl/>
              </w:rPr>
              <w:t>لنظ</w:t>
            </w:r>
            <w:r w:rsidRPr="009647FC">
              <w:rPr>
                <w:rtl/>
              </w:rPr>
              <w:t>راءِ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ضربا</w:t>
            </w:r>
            <w:r w:rsidR="004C00A8">
              <w:rPr>
                <w:rtl/>
              </w:rPr>
              <w:t xml:space="preserve"> </w:t>
            </w:r>
            <w:r w:rsidR="00BA6469" w:rsidRPr="009647FC">
              <w:rPr>
                <w:rtl/>
              </w:rPr>
              <w:t>في</w:t>
            </w:r>
            <w:r w:rsidR="00BA6469">
              <w:rPr>
                <w:rtl/>
              </w:rPr>
              <w:t xml:space="preserve"> </w:t>
            </w:r>
            <w:r w:rsidR="00BA6469" w:rsidRPr="009647FC">
              <w:rPr>
                <w:rtl/>
              </w:rPr>
              <w:t>ا</w:t>
            </w:r>
            <w:r w:rsidRPr="009647FC">
              <w:rPr>
                <w:rtl/>
              </w:rPr>
              <w:t>لع</w:t>
            </w:r>
            <w:r w:rsidR="00BA6469" w:rsidRPr="009647FC">
              <w:rPr>
                <w:rtl/>
              </w:rPr>
              <w:t>ُلى</w:t>
            </w:r>
            <w:r w:rsidR="00BA6469">
              <w:rPr>
                <w:rtl/>
              </w:rPr>
              <w:t xml:space="preserve"> </w:t>
            </w:r>
            <w:r w:rsidRPr="009647FC">
              <w:rPr>
                <w:rtl/>
              </w:rPr>
              <w:t>بع</w:t>
            </w:r>
            <w:r w:rsidR="00BA6469" w:rsidRPr="009647FC">
              <w:rPr>
                <w:rtl/>
              </w:rPr>
              <w:t>رقٍ</w:t>
            </w:r>
            <w:r w:rsidR="00BA6469">
              <w:rPr>
                <w:rtl/>
              </w:rPr>
              <w:t xml:space="preserve"> </w:t>
            </w:r>
            <w:r w:rsidRPr="009647FC">
              <w:rPr>
                <w:rtl/>
              </w:rPr>
              <w:t>كر</w:t>
            </w:r>
            <w:r w:rsidR="00BA6469" w:rsidRPr="009647FC">
              <w:rPr>
                <w:rtl/>
              </w:rPr>
              <w:t>يمٍ</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وا</w:t>
            </w:r>
            <w:r w:rsidR="00A72677" w:rsidRPr="009647FC">
              <w:rPr>
                <w:rtl/>
              </w:rPr>
              <w:t>حد</w:t>
            </w:r>
            <w:r w:rsidRPr="009647FC">
              <w:rPr>
                <w:rtl/>
              </w:rPr>
              <w:t>ٍ</w:t>
            </w:r>
            <w:r w:rsidR="004C00A8">
              <w:rPr>
                <w:rtl/>
              </w:rPr>
              <w:t xml:space="preserve"> </w:t>
            </w:r>
            <w:r w:rsidRPr="009647FC">
              <w:rPr>
                <w:rtl/>
              </w:rPr>
              <w:t>دون</w:t>
            </w:r>
            <w:r>
              <w:rPr>
                <w:rtl/>
              </w:rPr>
              <w:t xml:space="preserve"> </w:t>
            </w:r>
            <w:r w:rsidRPr="009647FC">
              <w:rPr>
                <w:rtl/>
              </w:rPr>
              <w:t>سا</w:t>
            </w:r>
            <w:r w:rsidR="00A72677" w:rsidRPr="009647FC">
              <w:rPr>
                <w:rtl/>
              </w:rPr>
              <w:t>ئر</w:t>
            </w:r>
            <w:r>
              <w:rPr>
                <w:rtl/>
              </w:rPr>
              <w:t xml:space="preserve"> </w:t>
            </w:r>
            <w:r w:rsidRPr="009647FC">
              <w:rPr>
                <w:rtl/>
              </w:rPr>
              <w:t>الأك</w:t>
            </w:r>
            <w:r w:rsidR="00A72677" w:rsidRPr="009647FC">
              <w:rPr>
                <w:rtl/>
              </w:rPr>
              <w:t>فا</w:t>
            </w:r>
            <w:r w:rsidRPr="009647FC">
              <w:rPr>
                <w:rtl/>
              </w:rPr>
              <w:t>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ينت</w:t>
            </w:r>
            <w:r w:rsidR="00BA6469" w:rsidRPr="009647FC">
              <w:rPr>
                <w:rtl/>
              </w:rPr>
              <w:t>مي</w:t>
            </w:r>
            <w:r w:rsidR="00BA6469">
              <w:rPr>
                <w:rtl/>
              </w:rPr>
              <w:t xml:space="preserve"> </w:t>
            </w:r>
            <w:r w:rsidR="00BA6469" w:rsidRPr="009647FC">
              <w:rPr>
                <w:rtl/>
              </w:rPr>
              <w:t>كلُّ</w:t>
            </w:r>
            <w:r w:rsidR="00BA6469">
              <w:rPr>
                <w:rtl/>
              </w:rPr>
              <w:t xml:space="preserve"> </w:t>
            </w:r>
            <w:r w:rsidR="00BA6469" w:rsidRPr="009647FC">
              <w:rPr>
                <w:rtl/>
              </w:rPr>
              <w:t>واحدٍ</w:t>
            </w:r>
            <w:r w:rsidR="00BA6469">
              <w:rPr>
                <w:rtl/>
              </w:rPr>
              <w:t xml:space="preserve"> </w:t>
            </w:r>
            <w:r w:rsidRPr="009647FC">
              <w:rPr>
                <w:rtl/>
              </w:rPr>
              <w:t>من</w:t>
            </w:r>
            <w:r w:rsidR="00BA6469" w:rsidRPr="009647FC">
              <w:rPr>
                <w:rtl/>
              </w:rPr>
              <w:t>هما</w:t>
            </w:r>
            <w:r w:rsidR="00BA6469">
              <w:rPr>
                <w:rtl/>
              </w:rPr>
              <w:t xml:space="preserve"> </w:t>
            </w:r>
            <w:r w:rsidRPr="009647FC">
              <w:rPr>
                <w:rtl/>
              </w:rPr>
              <w:t>عن</w:t>
            </w:r>
            <w:r w:rsidR="00BA6469" w:rsidRPr="009647FC">
              <w:rPr>
                <w:rtl/>
              </w:rPr>
              <w:t>ـ</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د</w:t>
            </w:r>
            <w:r w:rsidR="004C00A8">
              <w:rPr>
                <w:rtl/>
              </w:rPr>
              <w:t xml:space="preserve"> </w:t>
            </w:r>
            <w:r w:rsidRPr="009647FC">
              <w:rPr>
                <w:rtl/>
              </w:rPr>
              <w:t>ا</w:t>
            </w:r>
            <w:r w:rsidR="00A72677" w:rsidRPr="009647FC">
              <w:rPr>
                <w:rtl/>
              </w:rPr>
              <w:t>نتسا</w:t>
            </w:r>
            <w:r w:rsidRPr="009647FC">
              <w:rPr>
                <w:rtl/>
              </w:rPr>
              <w:t>ب</w:t>
            </w:r>
            <w:r>
              <w:rPr>
                <w:rtl/>
              </w:rPr>
              <w:t xml:space="preserve"> </w:t>
            </w:r>
            <w:r w:rsidRPr="009647FC">
              <w:rPr>
                <w:rtl/>
              </w:rPr>
              <w:t>الأب</w:t>
            </w:r>
            <w:r w:rsidR="00A72677" w:rsidRPr="009647FC">
              <w:rPr>
                <w:rtl/>
              </w:rPr>
              <w:t>نا</w:t>
            </w:r>
            <w:r w:rsidRPr="009647FC">
              <w:rPr>
                <w:rtl/>
              </w:rPr>
              <w:t>ء</w:t>
            </w:r>
            <w:r>
              <w:rPr>
                <w:rtl/>
              </w:rPr>
              <w:t xml:space="preserve"> </w:t>
            </w:r>
            <w:r w:rsidRPr="009647FC">
              <w:rPr>
                <w:rtl/>
              </w:rPr>
              <w:t>للآ</w:t>
            </w:r>
            <w:r w:rsidR="00A72677" w:rsidRPr="009647FC">
              <w:rPr>
                <w:rtl/>
              </w:rPr>
              <w:t>با</w:t>
            </w:r>
            <w:r w:rsidRPr="009647FC">
              <w:rPr>
                <w:rtl/>
              </w:rPr>
              <w:t>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للك</w:t>
            </w:r>
            <w:r w:rsidR="00BA6469" w:rsidRPr="009647FC">
              <w:rPr>
                <w:rtl/>
              </w:rPr>
              <w:t>رام</w:t>
            </w:r>
            <w:r w:rsidR="00BA6469">
              <w:rPr>
                <w:rtl/>
              </w:rPr>
              <w:t xml:space="preserve"> </w:t>
            </w:r>
            <w:r w:rsidR="00BA6469" w:rsidRPr="009647FC">
              <w:rPr>
                <w:rtl/>
              </w:rPr>
              <w:t>الأكفِّ</w:t>
            </w:r>
            <w:r w:rsidR="00BA6469">
              <w:rPr>
                <w:rtl/>
              </w:rPr>
              <w:t xml:space="preserve"> </w:t>
            </w:r>
            <w:r w:rsidRPr="009647FC">
              <w:rPr>
                <w:rtl/>
              </w:rPr>
              <w:t>تحس</w:t>
            </w:r>
            <w:r w:rsidR="00BA6469" w:rsidRPr="009647FC">
              <w:rPr>
                <w:rtl/>
              </w:rPr>
              <w:t>ب</w:t>
            </w:r>
            <w:r w:rsidR="00BA6469">
              <w:rPr>
                <w:rtl/>
              </w:rPr>
              <w:t xml:space="preserve"> </w:t>
            </w:r>
            <w:r w:rsidRPr="009647FC">
              <w:rPr>
                <w:rtl/>
              </w:rPr>
              <w:t>فيه</w:t>
            </w:r>
            <w:r w:rsidR="00BA6469" w:rsidRPr="009647FC">
              <w:rPr>
                <w:rtl/>
              </w:rPr>
              <w:t>نّ</w:t>
            </w:r>
            <w:r w:rsidR="00677BC4">
              <w:rPr>
                <w:rtl/>
              </w:rPr>
              <w:t>َ</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يذوب</w:t>
            </w:r>
            <w:r w:rsidR="004C00A8">
              <w:rPr>
                <w:rtl/>
              </w:rPr>
              <w:t xml:space="preserve"> </w:t>
            </w:r>
            <w:r w:rsidRPr="009647FC">
              <w:rPr>
                <w:rtl/>
              </w:rPr>
              <w:t>ا</w:t>
            </w:r>
            <w:r w:rsidR="00A72677" w:rsidRPr="009647FC">
              <w:rPr>
                <w:rtl/>
              </w:rPr>
              <w:t>لغ</w:t>
            </w:r>
            <w:r w:rsidRPr="009647FC">
              <w:rPr>
                <w:rtl/>
              </w:rPr>
              <w:t>مامُ</w:t>
            </w:r>
            <w:r>
              <w:rPr>
                <w:rtl/>
              </w:rPr>
              <w:t xml:space="preserve"> </w:t>
            </w:r>
            <w:r w:rsidR="00A72677" w:rsidRPr="009647FC">
              <w:rPr>
                <w:rtl/>
              </w:rPr>
              <w:t>يو</w:t>
            </w:r>
            <w:r w:rsidRPr="009647FC">
              <w:rPr>
                <w:rtl/>
              </w:rPr>
              <w:t>م</w:t>
            </w:r>
            <w:r>
              <w:rPr>
                <w:rtl/>
              </w:rPr>
              <w:t xml:space="preserve"> </w:t>
            </w:r>
            <w:r w:rsidRPr="009647FC">
              <w:rPr>
                <w:rtl/>
              </w:rPr>
              <w:t>ا</w:t>
            </w:r>
            <w:r w:rsidR="00A72677" w:rsidRPr="009647FC">
              <w:rPr>
                <w:rtl/>
              </w:rPr>
              <w:t>لس</w:t>
            </w:r>
            <w:r w:rsidRPr="009647FC">
              <w:rPr>
                <w:rtl/>
              </w:rPr>
              <w:t>خاء</w:t>
            </w:r>
            <w:r w:rsidRPr="00BA6469">
              <w:rPr>
                <w:rtl/>
              </w:rPr>
              <w:t>ِ</w:t>
            </w:r>
            <w:r w:rsidRPr="004E7EC6">
              <w:rPr>
                <w:rStyle w:val="libFootnotenumChar"/>
                <w:rtl/>
              </w:rPr>
              <w:t>(5)</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مع</w:t>
            </w:r>
            <w:r w:rsidR="00BA6469" w:rsidRPr="009647FC">
              <w:rPr>
                <w:rtl/>
              </w:rPr>
              <w:t>شرُ</w:t>
            </w:r>
            <w:r w:rsidR="004C00A8">
              <w:rPr>
                <w:rtl/>
              </w:rPr>
              <w:t xml:space="preserve"> </w:t>
            </w:r>
            <w:r w:rsidR="00BA6469" w:rsidRPr="009647FC">
              <w:rPr>
                <w:rtl/>
              </w:rPr>
              <w:t>ا</w:t>
            </w:r>
            <w:r w:rsidRPr="009647FC">
              <w:rPr>
                <w:rtl/>
              </w:rPr>
              <w:t>لم</w:t>
            </w:r>
            <w:r w:rsidR="00BA6469" w:rsidRPr="009647FC">
              <w:rPr>
                <w:rtl/>
              </w:rPr>
              <w:t>جدِ</w:t>
            </w:r>
            <w:r w:rsidR="00BA6469">
              <w:rPr>
                <w:rtl/>
              </w:rPr>
              <w:t xml:space="preserve">، </w:t>
            </w:r>
            <w:r w:rsidRPr="009647FC">
              <w:rPr>
                <w:rtl/>
              </w:rPr>
              <w:t>شي</w:t>
            </w:r>
            <w:r w:rsidR="00BA6469" w:rsidRPr="009647FC">
              <w:rPr>
                <w:rtl/>
              </w:rPr>
              <w:t>عةُ</w:t>
            </w:r>
            <w:r w:rsidR="00BA6469">
              <w:rPr>
                <w:rtl/>
              </w:rPr>
              <w:t xml:space="preserve"> </w:t>
            </w:r>
            <w:r w:rsidR="00BA6469" w:rsidRPr="009647FC">
              <w:rPr>
                <w:rtl/>
              </w:rPr>
              <w:t>ا</w:t>
            </w:r>
            <w:r w:rsidRPr="009647FC">
              <w:rPr>
                <w:rtl/>
              </w:rPr>
              <w:t>لش</w:t>
            </w:r>
            <w:r w:rsidR="00BA6469" w:rsidRPr="009647FC">
              <w:rPr>
                <w:rtl/>
              </w:rPr>
              <w:t>رفِ</w:t>
            </w:r>
            <w:r w:rsidR="00BA6469">
              <w:rPr>
                <w:rtl/>
              </w:rPr>
              <w:t xml:space="preserve"> </w:t>
            </w:r>
            <w:r w:rsidR="00BA6469" w:rsidRPr="009647FC">
              <w:rPr>
                <w:rtl/>
              </w:rPr>
              <w:t>ا</w:t>
            </w:r>
            <w:r w:rsidRPr="009647FC">
              <w:rPr>
                <w:rtl/>
              </w:rPr>
              <w:t>لب</w:t>
            </w:r>
            <w:r w:rsidR="00BA6469" w:rsidRPr="009647FC">
              <w:rPr>
                <w:rtl/>
              </w:rPr>
              <w:t>ا</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ذخ</w:t>
            </w:r>
            <w:r>
              <w:rPr>
                <w:rtl/>
              </w:rPr>
              <w:t xml:space="preserve">، </w:t>
            </w:r>
            <w:r w:rsidR="00A72677" w:rsidRPr="009647FC">
              <w:rPr>
                <w:rtl/>
              </w:rPr>
              <w:t>بيض</w:t>
            </w:r>
            <w:r w:rsidRPr="009647FC">
              <w:rPr>
                <w:rtl/>
              </w:rPr>
              <w:t>ُ</w:t>
            </w:r>
            <w:r>
              <w:rPr>
                <w:rtl/>
              </w:rPr>
              <w:t xml:space="preserve"> </w:t>
            </w:r>
            <w:r w:rsidRPr="009647FC">
              <w:rPr>
                <w:rtl/>
              </w:rPr>
              <w:t>ا</w:t>
            </w:r>
            <w:r w:rsidR="00A72677" w:rsidRPr="009647FC">
              <w:rPr>
                <w:rtl/>
              </w:rPr>
              <w:t>لو</w:t>
            </w:r>
            <w:r w:rsidRPr="009647FC">
              <w:rPr>
                <w:rtl/>
              </w:rPr>
              <w:t>جوهِ</w:t>
            </w:r>
            <w:r>
              <w:rPr>
                <w:rtl/>
              </w:rPr>
              <w:t xml:space="preserve"> </w:t>
            </w:r>
            <w:r w:rsidR="00A72677" w:rsidRPr="009647FC">
              <w:rPr>
                <w:rtl/>
              </w:rPr>
              <w:t>خض</w:t>
            </w:r>
            <w:r w:rsidRPr="009647FC">
              <w:rPr>
                <w:rtl/>
              </w:rPr>
              <w:t>رُ</w:t>
            </w:r>
            <w:r>
              <w:rPr>
                <w:rtl/>
              </w:rPr>
              <w:t xml:space="preserve"> </w:t>
            </w:r>
            <w:r w:rsidRPr="009647FC">
              <w:rPr>
                <w:rtl/>
              </w:rPr>
              <w:t>ا</w:t>
            </w:r>
            <w:r w:rsidR="00A72677" w:rsidRPr="009647FC">
              <w:rPr>
                <w:rtl/>
              </w:rPr>
              <w:t>لف</w:t>
            </w:r>
            <w:r w:rsidRPr="009647FC">
              <w:rPr>
                <w:rtl/>
              </w:rPr>
              <w:t>ِناءِ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قد</w:t>
            </w:r>
            <w:r w:rsidR="004C00A8">
              <w:rPr>
                <w:rtl/>
              </w:rPr>
              <w:t xml:space="preserve"> </w:t>
            </w:r>
            <w:r w:rsidR="00A72677" w:rsidRPr="009647FC">
              <w:rPr>
                <w:rtl/>
              </w:rPr>
              <w:t>حبا</w:t>
            </w:r>
            <w:r w:rsidRPr="009647FC">
              <w:rPr>
                <w:rtl/>
              </w:rPr>
              <w:t>هم</w:t>
            </w:r>
            <w:r>
              <w:rPr>
                <w:rtl/>
              </w:rPr>
              <w:t xml:space="preserve"> </w:t>
            </w:r>
            <w:r w:rsidRPr="009647FC">
              <w:rPr>
                <w:rtl/>
              </w:rPr>
              <w:t>(</w:t>
            </w:r>
            <w:r w:rsidR="00A72677" w:rsidRPr="009647FC">
              <w:rPr>
                <w:rtl/>
              </w:rPr>
              <w:t>محم</w:t>
            </w:r>
            <w:r w:rsidRPr="009647FC">
              <w:rPr>
                <w:rtl/>
              </w:rPr>
              <w:t>دٌ)</w:t>
            </w:r>
            <w:r>
              <w:rPr>
                <w:rtl/>
              </w:rPr>
              <w:t xml:space="preserve"> </w:t>
            </w:r>
            <w:r w:rsidR="00A72677" w:rsidRPr="009647FC">
              <w:rPr>
                <w:rtl/>
              </w:rPr>
              <w:t>بج</w:t>
            </w:r>
            <w:r w:rsidRPr="009647FC">
              <w:rPr>
                <w:rtl/>
              </w:rPr>
              <w:t>ميل</w:t>
            </w:r>
            <w:r>
              <w:rPr>
                <w:rtl/>
              </w:rPr>
              <w:t xml:space="preserve"> </w:t>
            </w:r>
            <w:r w:rsidRPr="009647FC">
              <w:rPr>
                <w:rtl/>
              </w:rPr>
              <w:t>الـ</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ذ</w:t>
            </w:r>
            <w:r w:rsidR="00A72677" w:rsidRPr="009647FC">
              <w:rPr>
                <w:rtl/>
              </w:rPr>
              <w:t>كر</w:t>
            </w:r>
            <w:r>
              <w:rPr>
                <w:rtl/>
              </w:rPr>
              <w:t xml:space="preserve"> </w:t>
            </w:r>
            <w:r w:rsidRPr="009647FC">
              <w:rPr>
                <w:rtl/>
              </w:rPr>
              <w:t>إذ</w:t>
            </w:r>
            <w:r>
              <w:rPr>
                <w:rtl/>
              </w:rPr>
              <w:t xml:space="preserve"> </w:t>
            </w:r>
            <w:r w:rsidR="00A72677" w:rsidRPr="009647FC">
              <w:rPr>
                <w:rtl/>
              </w:rPr>
              <w:t>كا</w:t>
            </w:r>
            <w:r w:rsidRPr="009647FC">
              <w:rPr>
                <w:rtl/>
              </w:rPr>
              <w:t>ن</w:t>
            </w:r>
            <w:r>
              <w:rPr>
                <w:rtl/>
              </w:rPr>
              <w:t xml:space="preserve"> </w:t>
            </w:r>
            <w:r w:rsidRPr="009647FC">
              <w:rPr>
                <w:rtl/>
              </w:rPr>
              <w:t>(</w:t>
            </w:r>
            <w:r w:rsidR="00A72677" w:rsidRPr="009647FC">
              <w:rPr>
                <w:rtl/>
              </w:rPr>
              <w:t>صا</w:t>
            </w:r>
            <w:r w:rsidRPr="009647FC">
              <w:rPr>
                <w:rtl/>
              </w:rPr>
              <w:t>لح</w:t>
            </w:r>
            <w:r w:rsidR="00677BC4">
              <w:rPr>
                <w:rtl/>
              </w:rPr>
              <w:t>َ</w:t>
            </w:r>
            <w:r w:rsidRPr="009647FC">
              <w:rPr>
                <w:rtl/>
              </w:rPr>
              <w:t>)</w:t>
            </w:r>
            <w:r>
              <w:rPr>
                <w:rtl/>
              </w:rPr>
              <w:t xml:space="preserve"> </w:t>
            </w:r>
            <w:r w:rsidRPr="009647FC">
              <w:rPr>
                <w:rtl/>
              </w:rPr>
              <w:t>الأ</w:t>
            </w:r>
            <w:r w:rsidR="00A72677" w:rsidRPr="009647FC">
              <w:rPr>
                <w:rtl/>
              </w:rPr>
              <w:t>بن</w:t>
            </w:r>
            <w:r w:rsidRPr="009647FC">
              <w:rPr>
                <w:rtl/>
              </w:rPr>
              <w:t>اءِ</w:t>
            </w:r>
            <w:r w:rsidRPr="004E7EC6">
              <w:rPr>
                <w:rStyle w:val="libFootnotenumChar"/>
                <w:rtl/>
              </w:rPr>
              <w:t>(6)</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يق</w:t>
            </w:r>
            <w:r w:rsidR="00BA6469" w:rsidRPr="009647FC">
              <w:rPr>
                <w:rtl/>
              </w:rPr>
              <w:t>ظُ</w:t>
            </w:r>
            <w:r w:rsidR="004C00A8">
              <w:rPr>
                <w:rtl/>
              </w:rPr>
              <w:t xml:space="preserve"> </w:t>
            </w:r>
            <w:r w:rsidR="00BA6469" w:rsidRPr="009647FC">
              <w:rPr>
                <w:rtl/>
              </w:rPr>
              <w:t>ا</w:t>
            </w:r>
            <w:r w:rsidRPr="009647FC">
              <w:rPr>
                <w:rtl/>
              </w:rPr>
              <w:t>لق</w:t>
            </w:r>
            <w:r w:rsidR="00BA6469" w:rsidRPr="009647FC">
              <w:rPr>
                <w:rtl/>
              </w:rPr>
              <w:t>لبِ</w:t>
            </w:r>
            <w:r w:rsidR="00BA6469">
              <w:rPr>
                <w:rtl/>
              </w:rPr>
              <w:t xml:space="preserve"> </w:t>
            </w:r>
            <w:r w:rsidRPr="009647FC">
              <w:rPr>
                <w:rtl/>
              </w:rPr>
              <w:t>في</w:t>
            </w:r>
            <w:r w:rsidR="00BA6469">
              <w:rPr>
                <w:rtl/>
              </w:rPr>
              <w:t xml:space="preserve"> </w:t>
            </w:r>
            <w:r w:rsidRPr="009647FC">
              <w:rPr>
                <w:rtl/>
              </w:rPr>
              <w:t>حي</w:t>
            </w:r>
            <w:r w:rsidR="00BA6469" w:rsidRPr="009647FC">
              <w:rPr>
                <w:rtl/>
              </w:rPr>
              <w:t>اطةِ</w:t>
            </w:r>
            <w:r w:rsidR="00BA6469">
              <w:rPr>
                <w:rtl/>
              </w:rPr>
              <w:t xml:space="preserve"> </w:t>
            </w:r>
            <w:r w:rsidR="00BA6469" w:rsidRPr="009647FC">
              <w:rPr>
                <w:rtl/>
              </w:rPr>
              <w:t>د</w:t>
            </w:r>
            <w:r w:rsidRPr="009647FC">
              <w:rPr>
                <w:rtl/>
              </w:rPr>
              <w:t>ين</w:t>
            </w:r>
            <w:r w:rsidR="00BA6469">
              <w:rPr>
                <w:rtl/>
              </w:rPr>
              <w:t xml:space="preserve"> </w:t>
            </w:r>
            <w:r w:rsidR="00BA6469" w:rsidRPr="009647FC">
              <w:rPr>
                <w:rtl/>
              </w:rPr>
              <w:t>ا</w:t>
            </w:r>
            <w:r w:rsidRPr="009647FC">
              <w:rPr>
                <w:rtl/>
              </w:rPr>
              <w:t>لل</w:t>
            </w:r>
            <w:r w:rsidR="00BA6469" w:rsidRPr="009647FC">
              <w:rPr>
                <w:rtl/>
              </w:rPr>
              <w:t>ّـ</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ه</w:t>
            </w:r>
            <w:r w:rsidR="004C00A8">
              <w:rPr>
                <w:rtl/>
              </w:rPr>
              <w:t xml:space="preserve"> </w:t>
            </w:r>
            <w:r w:rsidRPr="009647FC">
              <w:rPr>
                <w:rtl/>
              </w:rPr>
              <w:t>ح</w:t>
            </w:r>
            <w:r w:rsidR="00A72677" w:rsidRPr="009647FC">
              <w:rPr>
                <w:rtl/>
              </w:rPr>
              <w:t>تى</w:t>
            </w:r>
            <w:r>
              <w:rPr>
                <w:rtl/>
              </w:rPr>
              <w:t xml:space="preserve"> </w:t>
            </w:r>
            <w:r w:rsidRPr="009647FC">
              <w:rPr>
                <w:rtl/>
              </w:rPr>
              <w:t>في</w:t>
            </w:r>
            <w:r>
              <w:rPr>
                <w:rtl/>
              </w:rPr>
              <w:t xml:space="preserve"> </w:t>
            </w:r>
            <w:r w:rsidR="00A72677" w:rsidRPr="009647FC">
              <w:rPr>
                <w:rtl/>
              </w:rPr>
              <w:t>حالة</w:t>
            </w:r>
            <w:r>
              <w:rPr>
                <w:rtl/>
              </w:rPr>
              <w:t xml:space="preserve"> </w:t>
            </w:r>
            <w:r w:rsidRPr="009647FC">
              <w:rPr>
                <w:rtl/>
              </w:rPr>
              <w:t>الإ</w:t>
            </w:r>
            <w:r w:rsidR="00A72677" w:rsidRPr="009647FC">
              <w:rPr>
                <w:rtl/>
              </w:rPr>
              <w:t>غفا</w:t>
            </w:r>
            <w:r w:rsidRPr="009647FC">
              <w:rPr>
                <w:rtl/>
              </w:rPr>
              <w:t>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ذو</w:t>
            </w:r>
            <w:r>
              <w:rPr>
                <w:rtl/>
              </w:rPr>
              <w:t xml:space="preserve"> </w:t>
            </w:r>
            <w:r w:rsidR="00A72677" w:rsidRPr="009647FC">
              <w:rPr>
                <w:rtl/>
              </w:rPr>
              <w:t>يمين</w:t>
            </w:r>
            <w:r w:rsidRPr="009647FC">
              <w:rPr>
                <w:rtl/>
              </w:rPr>
              <w:t>ِ</w:t>
            </w:r>
            <w:r>
              <w:rPr>
                <w:rtl/>
              </w:rPr>
              <w:t xml:space="preserve"> </w:t>
            </w:r>
            <w:r w:rsidR="00A72677" w:rsidRPr="009647FC">
              <w:rPr>
                <w:rtl/>
              </w:rPr>
              <w:t>بيض</w:t>
            </w:r>
            <w:r w:rsidRPr="009647FC">
              <w:rPr>
                <w:rtl/>
              </w:rPr>
              <w:t>اء</w:t>
            </w:r>
            <w:r>
              <w:rPr>
                <w:rtl/>
              </w:rPr>
              <w:t xml:space="preserve"> </w:t>
            </w:r>
            <w:r w:rsidRPr="009647FC">
              <w:rPr>
                <w:rtl/>
              </w:rPr>
              <w:t>لم</w:t>
            </w:r>
            <w:r>
              <w:rPr>
                <w:rtl/>
              </w:rPr>
              <w:t xml:space="preserve"> </w:t>
            </w:r>
            <w:r w:rsidR="00A72677" w:rsidRPr="009647FC">
              <w:rPr>
                <w:rtl/>
              </w:rPr>
              <w:t>تتغ</w:t>
            </w:r>
            <w:r w:rsidRPr="009647FC">
              <w:rPr>
                <w:rtl/>
              </w:rPr>
              <w:t>يّ</w:t>
            </w:r>
            <w:r w:rsidR="00677BC4">
              <w:rPr>
                <w:rtl/>
              </w:rPr>
              <w:t>َ</w:t>
            </w:r>
            <w:r w:rsidRPr="009647FC">
              <w:rPr>
                <w:rtl/>
              </w:rPr>
              <w:t>رْ</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بأ</w:t>
            </w:r>
            <w:r w:rsidR="00A72677" w:rsidRPr="009647FC">
              <w:rPr>
                <w:rtl/>
              </w:rPr>
              <w:t>ثا</w:t>
            </w:r>
            <w:r w:rsidRPr="009647FC">
              <w:rPr>
                <w:rtl/>
              </w:rPr>
              <w:t>م</w:t>
            </w:r>
            <w:r>
              <w:rPr>
                <w:rtl/>
              </w:rPr>
              <w:t xml:space="preserve"> </w:t>
            </w:r>
            <w:r w:rsidRPr="009647FC">
              <w:rPr>
                <w:rtl/>
              </w:rPr>
              <w:t>(ا</w:t>
            </w:r>
            <w:r w:rsidR="00A72677" w:rsidRPr="009647FC">
              <w:rPr>
                <w:rtl/>
              </w:rPr>
              <w:t>لبي</w:t>
            </w:r>
            <w:r w:rsidRPr="009647FC">
              <w:rPr>
                <w:rtl/>
              </w:rPr>
              <w:t>ضاءِ)</w:t>
            </w:r>
            <w:r>
              <w:rPr>
                <w:rtl/>
              </w:rPr>
              <w:t xml:space="preserve"> </w:t>
            </w:r>
            <w:r w:rsidRPr="009647FC">
              <w:rPr>
                <w:rtl/>
              </w:rPr>
              <w:t>و(ا</w:t>
            </w:r>
            <w:r w:rsidR="00A72677" w:rsidRPr="009647FC">
              <w:rPr>
                <w:rtl/>
              </w:rPr>
              <w:t>لصف</w:t>
            </w:r>
            <w:r w:rsidRPr="009647FC">
              <w:rPr>
                <w:rtl/>
              </w:rPr>
              <w:t>راءِ)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يا</w:t>
            </w:r>
            <w:r w:rsidR="004C00A8">
              <w:rPr>
                <w:rtl/>
              </w:rPr>
              <w:t xml:space="preserve"> </w:t>
            </w:r>
            <w:r w:rsidR="00A72677" w:rsidRPr="009647FC">
              <w:rPr>
                <w:rtl/>
              </w:rPr>
              <w:t>علي</w:t>
            </w:r>
            <w:r w:rsidRPr="009647FC">
              <w:rPr>
                <w:rtl/>
              </w:rPr>
              <w:t>ماً</w:t>
            </w:r>
            <w:r>
              <w:rPr>
                <w:rtl/>
              </w:rPr>
              <w:t xml:space="preserve"> </w:t>
            </w:r>
            <w:r w:rsidR="00A72677" w:rsidRPr="009647FC">
              <w:rPr>
                <w:rtl/>
              </w:rPr>
              <w:t>يص</w:t>
            </w:r>
            <w:r w:rsidRPr="009647FC">
              <w:rPr>
                <w:rtl/>
              </w:rPr>
              <w:t>يب</w:t>
            </w:r>
            <w:r>
              <w:rPr>
                <w:rtl/>
              </w:rPr>
              <w:t xml:space="preserve"> </w:t>
            </w:r>
            <w:r w:rsidR="00A72677" w:rsidRPr="009647FC">
              <w:rPr>
                <w:rtl/>
              </w:rPr>
              <w:t>شا</w:t>
            </w:r>
            <w:r w:rsidRPr="009647FC">
              <w:rPr>
                <w:rtl/>
              </w:rPr>
              <w:t>كلة</w:t>
            </w:r>
            <w:r>
              <w:rPr>
                <w:rtl/>
              </w:rPr>
              <w:t xml:space="preserve"> </w:t>
            </w:r>
            <w:r w:rsidRPr="009647FC">
              <w:rPr>
                <w:rtl/>
              </w:rPr>
              <w:t>ا</w:t>
            </w:r>
            <w:r w:rsidR="00A72677" w:rsidRPr="009647FC">
              <w:rPr>
                <w:rtl/>
              </w:rPr>
              <w:t>لغ</w:t>
            </w:r>
            <w:r w:rsidRPr="009647FC">
              <w:rPr>
                <w:rtl/>
              </w:rPr>
              <w:t>يـ</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ب</w:t>
            </w:r>
            <w:r w:rsidR="004C00A8">
              <w:rPr>
                <w:rtl/>
              </w:rPr>
              <w:t xml:space="preserve"> </w:t>
            </w:r>
            <w:r w:rsidR="00A72677" w:rsidRPr="009647FC">
              <w:rPr>
                <w:rtl/>
              </w:rPr>
              <w:t>بتسد</w:t>
            </w:r>
            <w:r w:rsidRPr="009647FC">
              <w:rPr>
                <w:rtl/>
              </w:rPr>
              <w:t>يد</w:t>
            </w:r>
            <w:r w:rsidRPr="004E7EC6">
              <w:rPr>
                <w:rStyle w:val="libFootnotenumChar"/>
                <w:rtl/>
              </w:rPr>
              <w:t>(7)</w:t>
            </w:r>
            <w:r w:rsidRPr="004C00A8">
              <w:rPr>
                <w:rFonts w:hint="cs"/>
                <w:rtl/>
              </w:rPr>
              <w:t xml:space="preserve"> </w:t>
            </w:r>
            <w:r w:rsidRPr="009647FC">
              <w:rPr>
                <w:rtl/>
              </w:rPr>
              <w:t>أس</w:t>
            </w:r>
            <w:r w:rsidR="00A72677" w:rsidRPr="009647FC">
              <w:rPr>
                <w:rtl/>
              </w:rPr>
              <w:t>هم</w:t>
            </w:r>
            <w:r>
              <w:rPr>
                <w:rtl/>
              </w:rPr>
              <w:t xml:space="preserve"> </w:t>
            </w:r>
            <w:r w:rsidRPr="009647FC">
              <w:rPr>
                <w:rtl/>
              </w:rPr>
              <w:t>الآراءِ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w:t>
            </w:r>
            <w:r w:rsidR="00A72677" w:rsidRPr="009647FC">
              <w:rPr>
                <w:rtl/>
              </w:rPr>
              <w:t>كظي</w:t>
            </w:r>
            <w:r w:rsidRPr="009647FC">
              <w:rPr>
                <w:rtl/>
              </w:rPr>
              <w:t>ماً</w:t>
            </w:r>
            <w:r w:rsidR="004C00A8">
              <w:rPr>
                <w:rtl/>
              </w:rPr>
              <w:t xml:space="preserve"> </w:t>
            </w:r>
            <w:r w:rsidR="00A72677" w:rsidRPr="009647FC">
              <w:rPr>
                <w:rtl/>
              </w:rPr>
              <w:t>للح</w:t>
            </w:r>
            <w:r w:rsidRPr="009647FC">
              <w:rPr>
                <w:rtl/>
              </w:rPr>
              <w:t>زن</w:t>
            </w:r>
            <w:r>
              <w:rPr>
                <w:rtl/>
              </w:rPr>
              <w:t xml:space="preserve"> </w:t>
            </w:r>
            <w:r w:rsidR="00A72677" w:rsidRPr="009647FC">
              <w:rPr>
                <w:rtl/>
              </w:rPr>
              <w:t>يطو</w:t>
            </w:r>
            <w:r w:rsidRPr="009647FC">
              <w:rPr>
                <w:rtl/>
              </w:rPr>
              <w:t>ي</w:t>
            </w:r>
            <w:r>
              <w:rPr>
                <w:rtl/>
              </w:rPr>
              <w:t xml:space="preserve"> </w:t>
            </w:r>
            <w:r w:rsidR="00A72677" w:rsidRPr="009647FC">
              <w:rPr>
                <w:rtl/>
              </w:rPr>
              <w:t>حش</w:t>
            </w:r>
            <w:r w:rsidRPr="009647FC">
              <w:rPr>
                <w:rtl/>
              </w:rPr>
              <w:t>اه</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ج</w:t>
            </w:r>
            <w:r w:rsidR="00A72677" w:rsidRPr="009647FC">
              <w:rPr>
                <w:rtl/>
              </w:rPr>
              <w:t>لد</w:t>
            </w:r>
            <w:r w:rsidRPr="009647FC">
              <w:rPr>
                <w:rtl/>
              </w:rPr>
              <w:t>اً</w:t>
            </w:r>
            <w:r w:rsidR="004C00A8">
              <w:rPr>
                <w:rtl/>
              </w:rPr>
              <w:t xml:space="preserve"> </w:t>
            </w:r>
            <w:r w:rsidRPr="009647FC">
              <w:rPr>
                <w:rtl/>
              </w:rPr>
              <w:t>فوق</w:t>
            </w:r>
            <w:r>
              <w:rPr>
                <w:rtl/>
              </w:rPr>
              <w:t xml:space="preserve"> </w:t>
            </w:r>
            <w:r w:rsidRPr="009647FC">
              <w:rPr>
                <w:rtl/>
              </w:rPr>
              <w:t>زفرةٍ</w:t>
            </w:r>
            <w:r>
              <w:rPr>
                <w:rtl/>
              </w:rPr>
              <w:t xml:space="preserve"> </w:t>
            </w:r>
            <w:r w:rsidR="00A72677" w:rsidRPr="009647FC">
              <w:rPr>
                <w:rtl/>
              </w:rPr>
              <w:t>خرسا</w:t>
            </w:r>
            <w:r w:rsidRPr="009647FC">
              <w:rPr>
                <w:rtl/>
              </w:rPr>
              <w:t>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A72677">
              <w:rPr>
                <w:rtl/>
              </w:rPr>
              <w:t>لك</w:t>
            </w:r>
            <w:r w:rsidR="00BA6469" w:rsidRPr="00A72677">
              <w:rPr>
                <w:rtl/>
              </w:rPr>
              <w:t xml:space="preserve"> ذل</w:t>
            </w:r>
            <w:r w:rsidRPr="00A72677">
              <w:rPr>
                <w:rtl/>
              </w:rPr>
              <w:t>ّت</w:t>
            </w:r>
            <w:r w:rsidR="00BA6469" w:rsidRPr="00A72677">
              <w:rPr>
                <w:rtl/>
              </w:rPr>
              <w:t xml:space="preserve"> </w:t>
            </w:r>
            <w:r w:rsidRPr="00A72677">
              <w:rPr>
                <w:rtl/>
              </w:rPr>
              <w:t>عر</w:t>
            </w:r>
            <w:r w:rsidR="00BA6469" w:rsidRPr="00A72677">
              <w:rPr>
                <w:rtl/>
              </w:rPr>
              <w:t>امة</w:t>
            </w:r>
            <w:r w:rsidR="00BA6469" w:rsidRPr="00A72677">
              <w:rPr>
                <w:rStyle w:val="libFootnotenumChar"/>
                <w:rtl/>
              </w:rPr>
              <w:t>(8)</w:t>
            </w:r>
            <w:r w:rsidR="00BA6469" w:rsidRPr="00A72677">
              <w:rPr>
                <w:rtl/>
              </w:rPr>
              <w:t xml:space="preserve"> ا</w:t>
            </w:r>
            <w:r w:rsidRPr="00A72677">
              <w:rPr>
                <w:rtl/>
              </w:rPr>
              <w:t>لد</w:t>
            </w:r>
            <w:r w:rsidR="00BA6469" w:rsidRPr="00A72677">
              <w:rPr>
                <w:rtl/>
              </w:rPr>
              <w:t>هر حتى</w:t>
            </w:r>
            <w:r w:rsidR="00BA6469"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A72677" w:rsidP="00BA6469">
            <w:pPr>
              <w:pStyle w:val="libPoem"/>
            </w:pPr>
            <w:r w:rsidRPr="00A72677">
              <w:rPr>
                <w:rtl/>
              </w:rPr>
              <w:t>لك</w:t>
            </w:r>
            <w:r w:rsidR="00677BC4">
              <w:rPr>
                <w:rtl/>
              </w:rPr>
              <w:t>َ</w:t>
            </w:r>
            <w:r w:rsidR="004C00A8">
              <w:rPr>
                <w:rtl/>
              </w:rPr>
              <w:t xml:space="preserve"> </w:t>
            </w:r>
            <w:r w:rsidR="00BA6469" w:rsidRPr="00A72677">
              <w:rPr>
                <w:rtl/>
              </w:rPr>
              <w:t>أ</w:t>
            </w:r>
            <w:r w:rsidRPr="00A72677">
              <w:rPr>
                <w:rtl/>
              </w:rPr>
              <w:t>مس</w:t>
            </w:r>
            <w:r w:rsidR="00BA6469" w:rsidRPr="00A72677">
              <w:rPr>
                <w:rtl/>
              </w:rPr>
              <w:t>ى ي</w:t>
            </w:r>
            <w:r w:rsidRPr="00A72677">
              <w:rPr>
                <w:rtl/>
              </w:rPr>
              <w:t>ُع</w:t>
            </w:r>
            <w:r w:rsidR="00BA6469" w:rsidRPr="00A72677">
              <w:rPr>
                <w:rtl/>
              </w:rPr>
              <w:t xml:space="preserve">دُّ </w:t>
            </w:r>
            <w:r w:rsidRPr="00A72677">
              <w:rPr>
                <w:rtl/>
              </w:rPr>
              <w:t>في</w:t>
            </w:r>
            <w:r w:rsidR="00BA6469" w:rsidRPr="00A72677">
              <w:rPr>
                <w:rtl/>
              </w:rPr>
              <w:t xml:space="preserve"> الوصفاءِ</w:t>
            </w:r>
            <w:r w:rsidR="00BA6469" w:rsidRPr="00A72677">
              <w:rPr>
                <w:rStyle w:val="libFootnotenumChar"/>
                <w:rtl/>
              </w:rPr>
              <w:t>(9)</w:t>
            </w:r>
            <w:r w:rsidR="00BA6469" w:rsidRPr="00A72677">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A72677">
              <w:rPr>
                <w:rtl/>
              </w:rPr>
              <w:t>ملكت</w:t>
            </w:r>
            <w:r w:rsidR="00BA6469" w:rsidRPr="00A72677">
              <w:rPr>
                <w:rtl/>
              </w:rPr>
              <w:t xml:space="preserve"> رقّ</w:t>
            </w:r>
            <w:r w:rsidRPr="00A72677">
              <w:rPr>
                <w:rtl/>
              </w:rPr>
              <w:t>ِة</w:t>
            </w:r>
            <w:r w:rsidR="00BA6469" w:rsidRPr="00A72677">
              <w:rPr>
                <w:rtl/>
              </w:rPr>
              <w:t xml:space="preserve"> </w:t>
            </w:r>
            <w:r w:rsidRPr="00A72677">
              <w:rPr>
                <w:rtl/>
              </w:rPr>
              <w:t>يمي</w:t>
            </w:r>
            <w:r w:rsidR="00BA6469" w:rsidRPr="00A72677">
              <w:rPr>
                <w:rtl/>
              </w:rPr>
              <w:t xml:space="preserve">نك </w:t>
            </w:r>
            <w:r w:rsidRPr="00A72677">
              <w:rPr>
                <w:rtl/>
              </w:rPr>
              <w:t>فالع</w:t>
            </w:r>
            <w:r w:rsidR="00BA6469" w:rsidRPr="00A72677">
              <w:rPr>
                <w:rtl/>
              </w:rPr>
              <w:t>ا</w:t>
            </w:r>
            <w:r w:rsidR="00BA6469"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524A24" w:rsidRDefault="00BA6469" w:rsidP="00BA6469">
            <w:pPr>
              <w:pStyle w:val="libPoem"/>
            </w:pPr>
            <w:r w:rsidRPr="00A72677">
              <w:rPr>
                <w:rtl/>
              </w:rPr>
              <w:t>لمُ</w:t>
            </w:r>
            <w:r w:rsidR="004C00A8">
              <w:rPr>
                <w:rtl/>
              </w:rPr>
              <w:t xml:space="preserve"> </w:t>
            </w:r>
            <w:r w:rsidRPr="00A72677">
              <w:rPr>
                <w:rtl/>
              </w:rPr>
              <w:t>من رقّهِ من ا</w:t>
            </w:r>
            <w:r w:rsidR="00A72677" w:rsidRPr="00A72677">
              <w:rPr>
                <w:rtl/>
              </w:rPr>
              <w:t>لعت</w:t>
            </w:r>
            <w:r w:rsidRPr="00A72677">
              <w:rPr>
                <w:rtl/>
              </w:rPr>
              <w:t>قاءِ</w:t>
            </w:r>
            <w:r w:rsidRPr="00A72677">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BA6469">
      <w:pPr>
        <w:pStyle w:val="libFootnote0"/>
      </w:pPr>
      <w:r w:rsidRPr="009647FC">
        <w:rPr>
          <w:rtl/>
        </w:rPr>
        <w:t>1</w:t>
      </w:r>
      <w:r w:rsidR="004E7EC6">
        <w:rPr>
          <w:rtl/>
        </w:rPr>
        <w:t xml:space="preserve"> - </w:t>
      </w:r>
      <w:r w:rsidRPr="009647FC">
        <w:rPr>
          <w:rtl/>
        </w:rPr>
        <w:t>في العقد المفصل</w:t>
      </w:r>
      <w:r w:rsidR="00D769AB">
        <w:rPr>
          <w:rtl/>
        </w:rPr>
        <w:t>:</w:t>
      </w:r>
      <w:r w:rsidRPr="009647FC">
        <w:rPr>
          <w:rtl/>
        </w:rPr>
        <w:t xml:space="preserve"> أخرس</w:t>
      </w:r>
      <w:r w:rsidR="00D769AB">
        <w:rPr>
          <w:rtl/>
        </w:rPr>
        <w:t>.</w:t>
      </w:r>
      <w:r w:rsidR="00BA6469">
        <w:rPr>
          <w:rFonts w:hint="cs"/>
          <w:rtl/>
        </w:rPr>
        <w:tab/>
      </w:r>
      <w:r w:rsidR="00BA6469">
        <w:rPr>
          <w:rFonts w:hint="cs"/>
          <w:rtl/>
        </w:rPr>
        <w:tab/>
      </w:r>
      <w:r w:rsidR="00BA6469">
        <w:rPr>
          <w:rFonts w:hint="cs"/>
          <w:rtl/>
        </w:rPr>
        <w:tab/>
      </w:r>
      <w:r w:rsidR="00BA6469">
        <w:rPr>
          <w:rFonts w:hint="cs"/>
          <w:rtl/>
        </w:rPr>
        <w:tab/>
      </w:r>
      <w:r w:rsidRPr="009647FC">
        <w:rPr>
          <w:rtl/>
        </w:rPr>
        <w:t>2</w:t>
      </w:r>
      <w:r w:rsidR="004E7EC6">
        <w:rPr>
          <w:rtl/>
        </w:rPr>
        <w:t xml:space="preserve"> - </w:t>
      </w:r>
      <w:r w:rsidRPr="009647FC">
        <w:rPr>
          <w:rtl/>
        </w:rPr>
        <w:t>وفي نسخة</w:t>
      </w:r>
      <w:r w:rsidR="00D769AB">
        <w:rPr>
          <w:rtl/>
        </w:rPr>
        <w:t>:</w:t>
      </w:r>
      <w:r w:rsidRPr="009647FC">
        <w:rPr>
          <w:rtl/>
        </w:rPr>
        <w:t xml:space="preserve"> عز</w:t>
      </w:r>
      <w:r w:rsidR="00D769AB">
        <w:rPr>
          <w:rtl/>
        </w:rPr>
        <w:t>.</w:t>
      </w:r>
    </w:p>
    <w:p w:rsidR="009647FC" w:rsidRPr="00524A24" w:rsidRDefault="009647FC" w:rsidP="00BA6469">
      <w:pPr>
        <w:pStyle w:val="libFootnote0"/>
      </w:pPr>
      <w:r w:rsidRPr="009647FC">
        <w:rPr>
          <w:rtl/>
        </w:rPr>
        <w:t>3</w:t>
      </w:r>
      <w:r w:rsidR="004E7EC6">
        <w:rPr>
          <w:rtl/>
        </w:rPr>
        <w:t xml:space="preserve"> - </w:t>
      </w:r>
      <w:r w:rsidRPr="009647FC">
        <w:rPr>
          <w:rtl/>
        </w:rPr>
        <w:t>وفي الديوان المطبوع</w:t>
      </w:r>
      <w:r w:rsidR="00D769AB">
        <w:rPr>
          <w:rtl/>
        </w:rPr>
        <w:t>:</w:t>
      </w:r>
      <w:r w:rsidRPr="009647FC">
        <w:rPr>
          <w:rtl/>
        </w:rPr>
        <w:t xml:space="preserve"> أهل الأرض</w:t>
      </w:r>
      <w:r w:rsidR="00D769AB">
        <w:rPr>
          <w:rtl/>
        </w:rPr>
        <w:t>.</w:t>
      </w:r>
      <w:r w:rsidR="00BA6469">
        <w:rPr>
          <w:rFonts w:hint="cs"/>
          <w:rtl/>
        </w:rPr>
        <w:tab/>
      </w:r>
      <w:r w:rsidR="00BA6469">
        <w:rPr>
          <w:rFonts w:hint="cs"/>
          <w:rtl/>
        </w:rPr>
        <w:tab/>
      </w:r>
      <w:r w:rsidR="00BA6469">
        <w:rPr>
          <w:rFonts w:hint="cs"/>
          <w:rtl/>
        </w:rPr>
        <w:tab/>
      </w:r>
      <w:r w:rsidRPr="009647FC">
        <w:rPr>
          <w:rtl/>
        </w:rPr>
        <w:t>4</w:t>
      </w:r>
      <w:r w:rsidR="004E7EC6">
        <w:rPr>
          <w:rtl/>
        </w:rPr>
        <w:t xml:space="preserve"> - </w:t>
      </w:r>
      <w:r w:rsidRPr="009647FC">
        <w:rPr>
          <w:rtl/>
        </w:rPr>
        <w:t>وفيه أيضاً</w:t>
      </w:r>
      <w:r w:rsidR="00D769AB">
        <w:rPr>
          <w:rtl/>
        </w:rPr>
        <w:t>:</w:t>
      </w:r>
      <w:r w:rsidRPr="009647FC">
        <w:rPr>
          <w:rtl/>
        </w:rPr>
        <w:t xml:space="preserve"> بعد</w:t>
      </w:r>
      <w:r w:rsidR="00D769AB">
        <w:rPr>
          <w:rtl/>
        </w:rPr>
        <w:t>.</w:t>
      </w:r>
    </w:p>
    <w:p w:rsidR="009647FC" w:rsidRPr="00524A24" w:rsidRDefault="009647FC" w:rsidP="00BA6469">
      <w:pPr>
        <w:pStyle w:val="libFootnote0"/>
      </w:pPr>
      <w:r w:rsidRPr="009647FC">
        <w:rPr>
          <w:rtl/>
        </w:rPr>
        <w:t>5</w:t>
      </w:r>
      <w:r w:rsidR="004E7EC6">
        <w:rPr>
          <w:rtl/>
        </w:rPr>
        <w:t xml:space="preserve"> - </w:t>
      </w:r>
      <w:r w:rsidRPr="009647FC">
        <w:rPr>
          <w:rtl/>
        </w:rPr>
        <w:t>يقصد قبيلة ربيعة التي ينتسب لها آل كبّه</w:t>
      </w:r>
      <w:r w:rsidR="00D769AB">
        <w:rPr>
          <w:rtl/>
        </w:rPr>
        <w:t>.</w:t>
      </w:r>
      <w:r w:rsidR="00BA6469">
        <w:rPr>
          <w:rFonts w:hint="cs"/>
          <w:rtl/>
        </w:rPr>
        <w:tab/>
      </w:r>
      <w:r w:rsidR="00BA6469">
        <w:rPr>
          <w:rFonts w:hint="cs"/>
          <w:rtl/>
        </w:rPr>
        <w:tab/>
      </w:r>
      <w:r w:rsidRPr="009647FC">
        <w:rPr>
          <w:rtl/>
        </w:rPr>
        <w:t>6</w:t>
      </w:r>
      <w:r w:rsidR="004E7EC6">
        <w:rPr>
          <w:rtl/>
        </w:rPr>
        <w:t xml:space="preserve"> - </w:t>
      </w:r>
      <w:r w:rsidRPr="009647FC">
        <w:rPr>
          <w:rtl/>
        </w:rPr>
        <w:t>وفي مخطوطة الملاّ</w:t>
      </w:r>
      <w:r w:rsidR="00D769AB">
        <w:rPr>
          <w:rtl/>
        </w:rPr>
        <w:t>:</w:t>
      </w:r>
      <w:r w:rsidRPr="009647FC">
        <w:rPr>
          <w:rtl/>
        </w:rPr>
        <w:t xml:space="preserve"> الآباء</w:t>
      </w:r>
      <w:r w:rsidR="00D769AB">
        <w:rPr>
          <w:rtl/>
        </w:rPr>
        <w:t>.</w:t>
      </w:r>
    </w:p>
    <w:p w:rsidR="009647FC" w:rsidRPr="00524A24" w:rsidRDefault="009647FC" w:rsidP="00BA6469">
      <w:pPr>
        <w:pStyle w:val="libFootnote0"/>
      </w:pPr>
      <w:r w:rsidRPr="009647FC">
        <w:rPr>
          <w:rtl/>
        </w:rPr>
        <w:t>7</w:t>
      </w:r>
      <w:r w:rsidR="004E7EC6">
        <w:rPr>
          <w:rtl/>
        </w:rPr>
        <w:t xml:space="preserve"> - </w:t>
      </w:r>
      <w:r w:rsidRPr="009647FC">
        <w:rPr>
          <w:rtl/>
        </w:rPr>
        <w:t>في الديوان المطبوع</w:t>
      </w:r>
      <w:r w:rsidR="00D769AB">
        <w:rPr>
          <w:rtl/>
        </w:rPr>
        <w:t>:</w:t>
      </w:r>
      <w:r w:rsidRPr="009647FC">
        <w:rPr>
          <w:rtl/>
        </w:rPr>
        <w:t xml:space="preserve"> بتشديد</w:t>
      </w:r>
      <w:r w:rsidR="00D769AB">
        <w:rPr>
          <w:rtl/>
        </w:rPr>
        <w:t>،</w:t>
      </w:r>
      <w:r w:rsidRPr="009647FC">
        <w:rPr>
          <w:rtl/>
        </w:rPr>
        <w:t xml:space="preserve"> وهو غلط</w:t>
      </w:r>
      <w:r w:rsidR="00D769AB">
        <w:rPr>
          <w:rtl/>
        </w:rPr>
        <w:t>.</w:t>
      </w:r>
      <w:r w:rsidR="00BA6469">
        <w:rPr>
          <w:rFonts w:hint="cs"/>
          <w:rtl/>
        </w:rPr>
        <w:tab/>
      </w:r>
      <w:r w:rsidR="00BA6469">
        <w:rPr>
          <w:rFonts w:hint="cs"/>
          <w:rtl/>
        </w:rPr>
        <w:tab/>
      </w:r>
      <w:r w:rsidRPr="009647FC">
        <w:rPr>
          <w:rtl/>
        </w:rPr>
        <w:t>8</w:t>
      </w:r>
      <w:r w:rsidR="004E7EC6">
        <w:rPr>
          <w:rtl/>
        </w:rPr>
        <w:t xml:space="preserve"> - </w:t>
      </w:r>
      <w:r w:rsidRPr="009647FC">
        <w:rPr>
          <w:rtl/>
        </w:rPr>
        <w:t>عرامة</w:t>
      </w:r>
      <w:r w:rsidR="00D769AB">
        <w:rPr>
          <w:rtl/>
        </w:rPr>
        <w:t>:</w:t>
      </w:r>
      <w:r w:rsidRPr="009647FC">
        <w:rPr>
          <w:rtl/>
        </w:rPr>
        <w:t xml:space="preserve"> وهي الشدّة</w:t>
      </w:r>
      <w:r w:rsidR="00D769AB">
        <w:rPr>
          <w:rtl/>
        </w:rPr>
        <w:t>،</w:t>
      </w:r>
      <w:r w:rsidRPr="009647FC">
        <w:rPr>
          <w:rtl/>
        </w:rPr>
        <w:t xml:space="preserve"> وفي المطبوع غرامية</w:t>
      </w:r>
      <w:r w:rsidR="00D769AB">
        <w:rPr>
          <w:rtl/>
        </w:rPr>
        <w:t>.</w:t>
      </w:r>
    </w:p>
    <w:p w:rsidR="009647FC" w:rsidRPr="00524A24" w:rsidRDefault="009647FC" w:rsidP="004E7EC6">
      <w:pPr>
        <w:pStyle w:val="libFootnote0"/>
      </w:pPr>
      <w:r w:rsidRPr="009647FC">
        <w:rPr>
          <w:rtl/>
        </w:rPr>
        <w:t>9</w:t>
      </w:r>
      <w:r w:rsidR="004E7EC6">
        <w:rPr>
          <w:rtl/>
        </w:rPr>
        <w:t xml:space="preserve"> - </w:t>
      </w:r>
      <w:r w:rsidRPr="009647FC">
        <w:rPr>
          <w:rtl/>
        </w:rPr>
        <w:t>الوصفاء</w:t>
      </w:r>
      <w:r w:rsidR="00D769AB">
        <w:rPr>
          <w:rtl/>
        </w:rPr>
        <w:t>:</w:t>
      </w:r>
      <w:r w:rsidRPr="009647FC">
        <w:rPr>
          <w:rtl/>
        </w:rPr>
        <w:t xml:space="preserve"> الخدم</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BA6469" w:rsidRPr="00524A24" w:rsidTr="00BA6469">
        <w:trPr>
          <w:trHeight w:val="350"/>
        </w:trPr>
        <w:tc>
          <w:tcPr>
            <w:tcW w:w="3902" w:type="dxa"/>
          </w:tcPr>
          <w:p w:rsidR="00BA6469" w:rsidRPr="00524A24" w:rsidRDefault="00BA6469" w:rsidP="00BA6469">
            <w:pPr>
              <w:pStyle w:val="libPoem"/>
            </w:pPr>
            <w:r w:rsidRPr="009647FC">
              <w:rPr>
                <w:rtl/>
              </w:rPr>
              <w:lastRenderedPageBreak/>
              <w:t>و</w:t>
            </w:r>
            <w:r w:rsidR="00A72677" w:rsidRPr="009647FC">
              <w:rPr>
                <w:rtl/>
              </w:rPr>
              <w:t>لئن</w:t>
            </w:r>
            <w:r>
              <w:rPr>
                <w:rtl/>
              </w:rPr>
              <w:t xml:space="preserve"> </w:t>
            </w:r>
            <w:r w:rsidRPr="009647FC">
              <w:rPr>
                <w:rtl/>
              </w:rPr>
              <w:t>قد</w:t>
            </w:r>
            <w:r>
              <w:rPr>
                <w:rtl/>
              </w:rPr>
              <w:t xml:space="preserve"> </w:t>
            </w:r>
            <w:r w:rsidRPr="009647FC">
              <w:rPr>
                <w:rtl/>
              </w:rPr>
              <w:t>أساء</w:t>
            </w:r>
            <w:r>
              <w:rPr>
                <w:rtl/>
              </w:rPr>
              <w:t xml:space="preserve"> </w:t>
            </w:r>
            <w:r w:rsidR="00A72677" w:rsidRPr="009647FC">
              <w:rPr>
                <w:rtl/>
              </w:rPr>
              <w:t>فالع</w:t>
            </w:r>
            <w:r w:rsidRPr="009647FC">
              <w:rPr>
                <w:rtl/>
              </w:rPr>
              <w:t>بدُ</w:t>
            </w:r>
            <w:r>
              <w:rPr>
                <w:rtl/>
              </w:rPr>
              <w:t xml:space="preserve"> </w:t>
            </w:r>
            <w:r w:rsidR="00A72677" w:rsidRPr="009647FC">
              <w:rPr>
                <w:rtl/>
              </w:rPr>
              <w:t>لل</w:t>
            </w:r>
            <w:r w:rsidRPr="009647FC">
              <w:rPr>
                <w:rtl/>
              </w:rPr>
              <w:t>مو</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لى</w:t>
            </w:r>
            <w:r>
              <w:rPr>
                <w:rtl/>
              </w:rPr>
              <w:t xml:space="preserve"> </w:t>
            </w:r>
            <w:r w:rsidR="00A72677" w:rsidRPr="009647FC">
              <w:rPr>
                <w:rtl/>
              </w:rPr>
              <w:t>مسي</w:t>
            </w:r>
            <w:r w:rsidRPr="009647FC">
              <w:rPr>
                <w:rtl/>
              </w:rPr>
              <w:t>ءٌ</w:t>
            </w:r>
            <w:r>
              <w:rPr>
                <w:rtl/>
              </w:rPr>
              <w:t xml:space="preserve"> </w:t>
            </w:r>
            <w:r w:rsidR="00A72677" w:rsidRPr="009647FC">
              <w:rPr>
                <w:rtl/>
              </w:rPr>
              <w:t>جهل</w:t>
            </w:r>
            <w:r w:rsidRPr="009647FC">
              <w:rPr>
                <w:rtl/>
              </w:rPr>
              <w:t>اً</w:t>
            </w:r>
            <w:r>
              <w:rPr>
                <w:rtl/>
              </w:rPr>
              <w:t xml:space="preserve"> </w:t>
            </w:r>
            <w:r w:rsidR="00A72677" w:rsidRPr="009647FC">
              <w:rPr>
                <w:rtl/>
              </w:rPr>
              <w:t>بغ</w:t>
            </w:r>
            <w:r w:rsidRPr="009647FC">
              <w:rPr>
                <w:rtl/>
              </w:rPr>
              <w:t>ير</w:t>
            </w:r>
            <w:r>
              <w:rPr>
                <w:rtl/>
              </w:rPr>
              <w:t xml:space="preserve"> </w:t>
            </w:r>
            <w:r w:rsidRPr="009647FC">
              <w:rPr>
                <w:rtl/>
              </w:rPr>
              <w:t>ا</w:t>
            </w:r>
            <w:r w:rsidR="00A72677" w:rsidRPr="009647FC">
              <w:rPr>
                <w:rtl/>
              </w:rPr>
              <w:t>هت</w:t>
            </w:r>
            <w:r w:rsidRPr="009647FC">
              <w:rPr>
                <w:rtl/>
              </w:rPr>
              <w:t>داءِ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أنت</w:t>
            </w:r>
            <w:r w:rsidR="00677BC4">
              <w:rPr>
                <w:rtl/>
              </w:rPr>
              <w:t>َ</w:t>
            </w:r>
            <w:r>
              <w:rPr>
                <w:rtl/>
              </w:rPr>
              <w:t xml:space="preserve"> </w:t>
            </w:r>
            <w:r w:rsidRPr="009647FC">
              <w:rPr>
                <w:rtl/>
              </w:rPr>
              <w:t>أ</w:t>
            </w:r>
            <w:r w:rsidR="00A72677" w:rsidRPr="009647FC">
              <w:rPr>
                <w:rtl/>
              </w:rPr>
              <w:t>طل</w:t>
            </w:r>
            <w:r w:rsidRPr="009647FC">
              <w:rPr>
                <w:rtl/>
              </w:rPr>
              <w:t>قت</w:t>
            </w:r>
            <w:r>
              <w:rPr>
                <w:rtl/>
              </w:rPr>
              <w:t xml:space="preserve"> </w:t>
            </w:r>
            <w:r w:rsidRPr="009647FC">
              <w:rPr>
                <w:rtl/>
              </w:rPr>
              <w:t>أ</w:t>
            </w:r>
            <w:r w:rsidR="00A72677" w:rsidRPr="009647FC">
              <w:rPr>
                <w:rtl/>
              </w:rPr>
              <w:t>سر</w:t>
            </w:r>
            <w:r>
              <w:rPr>
                <w:rtl/>
              </w:rPr>
              <w:t xml:space="preserve"> </w:t>
            </w:r>
            <w:r w:rsidRPr="009647FC">
              <w:rPr>
                <w:rtl/>
              </w:rPr>
              <w:t>أ</w:t>
            </w:r>
            <w:r w:rsidR="00A72677" w:rsidRPr="009647FC">
              <w:rPr>
                <w:rtl/>
              </w:rPr>
              <w:t>عو</w:t>
            </w:r>
            <w:r w:rsidRPr="009647FC">
              <w:rPr>
                <w:rtl/>
              </w:rPr>
              <w:t>امهِ</w:t>
            </w:r>
            <w:r>
              <w:rPr>
                <w:rtl/>
              </w:rPr>
              <w:t xml:space="preserve"> </w:t>
            </w:r>
            <w:r w:rsidRPr="009647FC">
              <w:rPr>
                <w:rtl/>
              </w:rPr>
              <w:t>ا</w:t>
            </w:r>
            <w:r w:rsidR="00A72677" w:rsidRPr="009647FC">
              <w:rPr>
                <w:rtl/>
              </w:rPr>
              <w:t>لغ</w:t>
            </w:r>
            <w:r w:rsidRPr="009647FC">
              <w:rPr>
                <w:rtl/>
              </w:rPr>
              <w:t>بـ</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ر</w:t>
            </w:r>
            <w:r w:rsidR="004C00A8">
              <w:rPr>
                <w:rtl/>
              </w:rPr>
              <w:t xml:space="preserve"> </w:t>
            </w:r>
            <w:r w:rsidRPr="009647FC">
              <w:rPr>
                <w:rtl/>
              </w:rPr>
              <w:t>من</w:t>
            </w:r>
            <w:r>
              <w:rPr>
                <w:rtl/>
              </w:rPr>
              <w:t xml:space="preserve"> </w:t>
            </w:r>
            <w:r w:rsidRPr="009647FC">
              <w:rPr>
                <w:rtl/>
              </w:rPr>
              <w:t>ا</w:t>
            </w:r>
            <w:r w:rsidR="00A72677" w:rsidRPr="009647FC">
              <w:rPr>
                <w:rtl/>
              </w:rPr>
              <w:t>لجد</w:t>
            </w:r>
            <w:r w:rsidRPr="009647FC">
              <w:rPr>
                <w:rtl/>
              </w:rPr>
              <w:t>بِ</w:t>
            </w:r>
            <w:r>
              <w:rPr>
                <w:rtl/>
              </w:rPr>
              <w:t xml:space="preserve"> </w:t>
            </w:r>
            <w:r w:rsidR="00A72677" w:rsidRPr="009647FC">
              <w:rPr>
                <w:rtl/>
              </w:rPr>
              <w:t>با</w:t>
            </w:r>
            <w:r w:rsidRPr="009647FC">
              <w:rPr>
                <w:rtl/>
              </w:rPr>
              <w:t>لندى</w:t>
            </w:r>
            <w:r>
              <w:rPr>
                <w:rtl/>
              </w:rPr>
              <w:t xml:space="preserve"> </w:t>
            </w:r>
            <w:r w:rsidRPr="009647FC">
              <w:rPr>
                <w:rtl/>
              </w:rPr>
              <w:t>وا</w:t>
            </w:r>
            <w:r w:rsidR="00A72677" w:rsidRPr="009647FC">
              <w:rPr>
                <w:rtl/>
              </w:rPr>
              <w:t>لس</w:t>
            </w:r>
            <w:r w:rsidRPr="009647FC">
              <w:rPr>
                <w:rtl/>
              </w:rPr>
              <w:t>خاءِ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فجن</w:t>
            </w:r>
            <w:r w:rsidR="00BA6469" w:rsidRPr="009647FC">
              <w:rPr>
                <w:rtl/>
              </w:rPr>
              <w:t>ى</w:t>
            </w:r>
            <w:r w:rsidR="00BA6469">
              <w:rPr>
                <w:rtl/>
              </w:rPr>
              <w:t xml:space="preserve"> </w:t>
            </w:r>
            <w:r w:rsidR="00BA6469" w:rsidRPr="009647FC">
              <w:rPr>
                <w:rtl/>
              </w:rPr>
              <w:t>ما</w:t>
            </w:r>
            <w:r w:rsidR="00BA6469">
              <w:rPr>
                <w:rtl/>
              </w:rPr>
              <w:t xml:space="preserve"> </w:t>
            </w:r>
            <w:r w:rsidRPr="009647FC">
              <w:rPr>
                <w:rtl/>
              </w:rPr>
              <w:t>جن</w:t>
            </w:r>
            <w:r w:rsidR="00BA6469" w:rsidRPr="009647FC">
              <w:rPr>
                <w:rtl/>
              </w:rPr>
              <w:t>ى</w:t>
            </w:r>
            <w:r w:rsidR="00BA6469">
              <w:rPr>
                <w:rtl/>
              </w:rPr>
              <w:t xml:space="preserve">، </w:t>
            </w:r>
            <w:r w:rsidR="00BA6469" w:rsidRPr="009647FC">
              <w:rPr>
                <w:rtl/>
              </w:rPr>
              <w:t>و</w:t>
            </w:r>
            <w:r w:rsidRPr="009647FC">
              <w:rPr>
                <w:rtl/>
              </w:rPr>
              <w:t>غي</w:t>
            </w:r>
            <w:r w:rsidR="00BA6469" w:rsidRPr="009647FC">
              <w:rPr>
                <w:rtl/>
              </w:rPr>
              <w:t>ر</w:t>
            </w:r>
            <w:r w:rsidR="00BA6469">
              <w:rPr>
                <w:rtl/>
              </w:rPr>
              <w:t xml:space="preserve"> </w:t>
            </w:r>
            <w:r w:rsidRPr="009647FC">
              <w:rPr>
                <w:rtl/>
              </w:rPr>
              <w:t>عج</w:t>
            </w:r>
            <w:r w:rsidR="00BA6469" w:rsidRPr="009647FC">
              <w:rPr>
                <w:rtl/>
              </w:rPr>
              <w:t>يبٍ</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إنّ</w:t>
            </w:r>
            <w:r w:rsidR="00A72677" w:rsidRPr="009647FC">
              <w:rPr>
                <w:rtl/>
              </w:rPr>
              <w:t>ما</w:t>
            </w:r>
            <w:r>
              <w:rPr>
                <w:rtl/>
              </w:rPr>
              <w:t xml:space="preserve"> </w:t>
            </w:r>
            <w:r w:rsidRPr="009647FC">
              <w:rPr>
                <w:rtl/>
              </w:rPr>
              <w:t>ال</w:t>
            </w:r>
            <w:r w:rsidR="00A72677" w:rsidRPr="009647FC">
              <w:rPr>
                <w:rtl/>
              </w:rPr>
              <w:t>سو</w:t>
            </w:r>
            <w:r w:rsidRPr="009647FC">
              <w:rPr>
                <w:rtl/>
              </w:rPr>
              <w:t>ء</w:t>
            </w:r>
            <w:r>
              <w:rPr>
                <w:rtl/>
              </w:rPr>
              <w:t xml:space="preserve"> </w:t>
            </w:r>
            <w:r w:rsidRPr="009647FC">
              <w:rPr>
                <w:rtl/>
              </w:rPr>
              <w:t>عادة</w:t>
            </w:r>
            <w:r w:rsidR="00677BC4">
              <w:rPr>
                <w:rtl/>
              </w:rPr>
              <w:t>َ</w:t>
            </w:r>
            <w:r>
              <w:rPr>
                <w:rtl/>
              </w:rPr>
              <w:t xml:space="preserve"> </w:t>
            </w:r>
            <w:r w:rsidRPr="009647FC">
              <w:rPr>
                <w:rtl/>
              </w:rPr>
              <w:t>ا</w:t>
            </w:r>
            <w:r w:rsidR="00A72677" w:rsidRPr="009647FC">
              <w:rPr>
                <w:rtl/>
              </w:rPr>
              <w:t>لطل</w:t>
            </w:r>
            <w:r w:rsidRPr="009647FC">
              <w:rPr>
                <w:rtl/>
              </w:rPr>
              <w:t>قاءِ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w:t>
            </w:r>
            <w:r w:rsidR="00A72677" w:rsidRPr="009647FC">
              <w:rPr>
                <w:rtl/>
              </w:rPr>
              <w:t>لئن</w:t>
            </w:r>
            <w:r>
              <w:rPr>
                <w:rtl/>
              </w:rPr>
              <w:t xml:space="preserve"> </w:t>
            </w:r>
            <w:r w:rsidRPr="009647FC">
              <w:rPr>
                <w:rtl/>
              </w:rPr>
              <w:t>كان</w:t>
            </w:r>
            <w:r>
              <w:rPr>
                <w:rtl/>
              </w:rPr>
              <w:t xml:space="preserve"> </w:t>
            </w:r>
            <w:r w:rsidR="00A72677" w:rsidRPr="009647FC">
              <w:rPr>
                <w:rtl/>
              </w:rPr>
              <w:t>مسخ</w:t>
            </w:r>
            <w:r w:rsidRPr="009647FC">
              <w:rPr>
                <w:rtl/>
              </w:rPr>
              <w:t>طاً</w:t>
            </w:r>
            <w:r>
              <w:rPr>
                <w:rtl/>
              </w:rPr>
              <w:t xml:space="preserve"> </w:t>
            </w:r>
            <w:r w:rsidR="00A72677" w:rsidRPr="009647FC">
              <w:rPr>
                <w:rtl/>
              </w:rPr>
              <w:t>لك</w:t>
            </w:r>
            <w:r>
              <w:rPr>
                <w:rtl/>
              </w:rPr>
              <w:t xml:space="preserve"> </w:t>
            </w:r>
            <w:r w:rsidR="00A72677" w:rsidRPr="009647FC">
              <w:rPr>
                <w:rtl/>
              </w:rPr>
              <w:t>با</w:t>
            </w:r>
            <w:r w:rsidRPr="009647FC">
              <w:rPr>
                <w:rtl/>
              </w:rPr>
              <w:t>لأمـ</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س</w:t>
            </w:r>
            <w:r>
              <w:rPr>
                <w:rtl/>
              </w:rPr>
              <w:t xml:space="preserve"> </w:t>
            </w:r>
            <w:r w:rsidRPr="009647FC">
              <w:rPr>
                <w:rtl/>
              </w:rPr>
              <w:t>ب</w:t>
            </w:r>
            <w:r w:rsidR="00A72677" w:rsidRPr="009647FC">
              <w:rPr>
                <w:rtl/>
              </w:rPr>
              <w:t>هذ</w:t>
            </w:r>
            <w:r w:rsidRPr="009647FC">
              <w:rPr>
                <w:rtl/>
              </w:rPr>
              <w:t>ي</w:t>
            </w:r>
            <w:r>
              <w:rPr>
                <w:rtl/>
              </w:rPr>
              <w:t xml:space="preserve"> </w:t>
            </w:r>
            <w:r w:rsidRPr="009647FC">
              <w:rPr>
                <w:rtl/>
              </w:rPr>
              <w:t>ا</w:t>
            </w:r>
            <w:r w:rsidR="00A72677" w:rsidRPr="009647FC">
              <w:rPr>
                <w:rtl/>
              </w:rPr>
              <w:t>لمصي</w:t>
            </w:r>
            <w:r w:rsidRPr="009647FC">
              <w:rPr>
                <w:rtl/>
              </w:rPr>
              <w:t>بة</w:t>
            </w:r>
            <w:r>
              <w:rPr>
                <w:rtl/>
              </w:rPr>
              <w:t xml:space="preserve"> </w:t>
            </w:r>
            <w:r w:rsidRPr="009647FC">
              <w:rPr>
                <w:rtl/>
              </w:rPr>
              <w:t>ا</w:t>
            </w:r>
            <w:r w:rsidR="00A72677" w:rsidRPr="009647FC">
              <w:rPr>
                <w:rtl/>
              </w:rPr>
              <w:t>لصم</w:t>
            </w:r>
            <w:r w:rsidRPr="009647FC">
              <w:rPr>
                <w:rtl/>
              </w:rPr>
              <w:t>ّاءِ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9647FC">
              <w:rPr>
                <w:rtl/>
              </w:rPr>
              <w:t>فلك</w:t>
            </w:r>
            <w:r w:rsidR="004C00A8">
              <w:rPr>
                <w:rtl/>
              </w:rPr>
              <w:t xml:space="preserve"> </w:t>
            </w:r>
            <w:r w:rsidR="00BA6469" w:rsidRPr="009647FC">
              <w:rPr>
                <w:rtl/>
              </w:rPr>
              <w:t>ا</w:t>
            </w:r>
            <w:r w:rsidRPr="009647FC">
              <w:rPr>
                <w:rtl/>
              </w:rPr>
              <w:t>ليو</w:t>
            </w:r>
            <w:r w:rsidR="00BA6469" w:rsidRPr="009647FC">
              <w:rPr>
                <w:rtl/>
              </w:rPr>
              <w:t>م</w:t>
            </w:r>
            <w:r w:rsidR="00BA6469">
              <w:rPr>
                <w:rtl/>
              </w:rPr>
              <w:t xml:space="preserve"> </w:t>
            </w:r>
            <w:r w:rsidRPr="009647FC">
              <w:rPr>
                <w:rtl/>
              </w:rPr>
              <w:t>في</w:t>
            </w:r>
            <w:r w:rsidR="00BA6469">
              <w:rPr>
                <w:rtl/>
              </w:rPr>
              <w:t xml:space="preserve"> </w:t>
            </w:r>
            <w:r w:rsidR="00BA6469" w:rsidRPr="009647FC">
              <w:rPr>
                <w:rtl/>
              </w:rPr>
              <w:t>(</w:t>
            </w:r>
            <w:r w:rsidRPr="009647FC">
              <w:rPr>
                <w:rtl/>
              </w:rPr>
              <w:t>مح</w:t>
            </w:r>
            <w:r w:rsidR="00BA6469" w:rsidRPr="009647FC">
              <w:rPr>
                <w:rtl/>
              </w:rPr>
              <w:t>مدٍ)</w:t>
            </w:r>
            <w:r w:rsidR="00BA6469">
              <w:rPr>
                <w:rtl/>
              </w:rPr>
              <w:t xml:space="preserve"> </w:t>
            </w:r>
            <w:r w:rsidR="00BA6469" w:rsidRPr="009647FC">
              <w:rPr>
                <w:rtl/>
              </w:rPr>
              <w:t>ا</w:t>
            </w:r>
            <w:r w:rsidRPr="009647FC">
              <w:rPr>
                <w:rtl/>
              </w:rPr>
              <w:t>لن</w:t>
            </w:r>
            <w:r w:rsidR="00BA6469" w:rsidRPr="009647FC">
              <w:rPr>
                <w:rtl/>
              </w:rPr>
              <w:t>دب</w:t>
            </w:r>
            <w:r w:rsidR="00BA6469"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(ا</w:t>
            </w:r>
            <w:r w:rsidR="00A72677" w:rsidRPr="009647FC">
              <w:rPr>
                <w:rtl/>
              </w:rPr>
              <w:t>لر</w:t>
            </w:r>
            <w:r w:rsidRPr="009647FC">
              <w:rPr>
                <w:rtl/>
              </w:rPr>
              <w:t>ضا)</w:t>
            </w:r>
            <w:r>
              <w:rPr>
                <w:rtl/>
              </w:rPr>
              <w:t xml:space="preserve"> </w:t>
            </w:r>
            <w:r w:rsidR="00A72677" w:rsidRPr="009647FC">
              <w:rPr>
                <w:rtl/>
              </w:rPr>
              <w:t>عن</w:t>
            </w:r>
            <w:r w:rsidRPr="009647FC">
              <w:rPr>
                <w:rtl/>
              </w:rPr>
              <w:t>هُ</w:t>
            </w:r>
            <w:r>
              <w:rPr>
                <w:rtl/>
              </w:rPr>
              <w:t xml:space="preserve"> </w:t>
            </w:r>
            <w:r w:rsidR="00A72677" w:rsidRPr="009647FC">
              <w:rPr>
                <w:rtl/>
              </w:rPr>
              <w:t>فه</w:t>
            </w:r>
            <w:r w:rsidRPr="009647FC">
              <w:rPr>
                <w:rtl/>
              </w:rPr>
              <w:t>و</w:t>
            </w:r>
            <w:r>
              <w:rPr>
                <w:rtl/>
              </w:rPr>
              <w:t xml:space="preserve"> </w:t>
            </w:r>
            <w:r w:rsidRPr="009647FC">
              <w:rPr>
                <w:rtl/>
              </w:rPr>
              <w:t>أ</w:t>
            </w:r>
            <w:r w:rsidR="00A72677" w:rsidRPr="009647FC">
              <w:rPr>
                <w:rtl/>
              </w:rPr>
              <w:t>عل</w:t>
            </w:r>
            <w:r w:rsidRPr="009647FC">
              <w:rPr>
                <w:rtl/>
              </w:rPr>
              <w:t>ى</w:t>
            </w:r>
            <w:r>
              <w:rPr>
                <w:rtl/>
              </w:rPr>
              <w:t xml:space="preserve"> </w:t>
            </w:r>
            <w:r w:rsidRPr="009647FC">
              <w:rPr>
                <w:rtl/>
              </w:rPr>
              <w:t>ا</w:t>
            </w:r>
            <w:r w:rsidR="00A72677" w:rsidRPr="009647FC">
              <w:rPr>
                <w:rtl/>
              </w:rPr>
              <w:t>لر</w:t>
            </w:r>
            <w:r w:rsidRPr="009647FC">
              <w:rPr>
                <w:rtl/>
              </w:rPr>
              <w:t>ضاءِ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ذو</w:t>
            </w:r>
            <w:r w:rsidR="004C00A8">
              <w:rPr>
                <w:rtl/>
              </w:rPr>
              <w:t xml:space="preserve"> </w:t>
            </w:r>
            <w:r w:rsidR="00A72677" w:rsidRPr="009647FC">
              <w:rPr>
                <w:rtl/>
              </w:rPr>
              <w:t>محي</w:t>
            </w:r>
            <w:r w:rsidRPr="009647FC">
              <w:rPr>
                <w:rtl/>
              </w:rPr>
              <w:t>ّاً</w:t>
            </w:r>
            <w:r>
              <w:rPr>
                <w:rtl/>
              </w:rPr>
              <w:t xml:space="preserve"> </w:t>
            </w:r>
            <w:r w:rsidR="00A72677" w:rsidRPr="009647FC">
              <w:rPr>
                <w:rtl/>
              </w:rPr>
              <w:t>كالب</w:t>
            </w:r>
            <w:r w:rsidRPr="009647FC">
              <w:rPr>
                <w:rtl/>
              </w:rPr>
              <w:t>در</w:t>
            </w:r>
            <w:r>
              <w:rPr>
                <w:rtl/>
              </w:rPr>
              <w:t xml:space="preserve"> </w:t>
            </w:r>
            <w:r w:rsidR="00A72677" w:rsidRPr="009647FC">
              <w:rPr>
                <w:rtl/>
              </w:rPr>
              <w:t>يقط</w:t>
            </w:r>
            <w:r w:rsidRPr="009647FC">
              <w:rPr>
                <w:rtl/>
              </w:rPr>
              <w:t>ر</w:t>
            </w:r>
            <w:r>
              <w:rPr>
                <w:rtl/>
              </w:rPr>
              <w:t xml:space="preserve"> </w:t>
            </w:r>
            <w:r w:rsidR="00A72677" w:rsidRPr="009647FC">
              <w:rPr>
                <w:rtl/>
              </w:rPr>
              <w:t>منه</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A72677" w:rsidP="00BA6469">
            <w:pPr>
              <w:pStyle w:val="libPoem"/>
            </w:pPr>
            <w:r w:rsidRPr="009647FC">
              <w:rPr>
                <w:rtl/>
              </w:rPr>
              <w:t>مث</w:t>
            </w:r>
            <w:r w:rsidR="00BA6469" w:rsidRPr="009647FC">
              <w:rPr>
                <w:rtl/>
              </w:rPr>
              <w:t>ل</w:t>
            </w:r>
            <w:r w:rsidR="004C00A8">
              <w:rPr>
                <w:rtl/>
              </w:rPr>
              <w:t xml:space="preserve"> </w:t>
            </w:r>
            <w:r w:rsidRPr="009647FC">
              <w:rPr>
                <w:rtl/>
              </w:rPr>
              <w:t>طل</w:t>
            </w:r>
            <w:r w:rsidR="00BA6469" w:rsidRPr="009647FC">
              <w:rPr>
                <w:rtl/>
              </w:rPr>
              <w:t>ّ</w:t>
            </w:r>
            <w:r w:rsidR="00BA6469" w:rsidRPr="00BA6469">
              <w:rPr>
                <w:rtl/>
              </w:rPr>
              <w:t>ِ</w:t>
            </w:r>
            <w:r w:rsidR="00BA6469" w:rsidRPr="004E7EC6">
              <w:rPr>
                <w:rStyle w:val="libFootnotenumChar"/>
                <w:rtl/>
              </w:rPr>
              <w:t>(1)</w:t>
            </w:r>
            <w:r w:rsidR="00BA6469">
              <w:rPr>
                <w:rtl/>
              </w:rPr>
              <w:t xml:space="preserve"> </w:t>
            </w:r>
            <w:r w:rsidR="00BA6469" w:rsidRPr="009647FC">
              <w:rPr>
                <w:rtl/>
              </w:rPr>
              <w:t>الأ</w:t>
            </w:r>
            <w:r w:rsidRPr="009647FC">
              <w:rPr>
                <w:rtl/>
              </w:rPr>
              <w:t>ند</w:t>
            </w:r>
            <w:r w:rsidR="00BA6469" w:rsidRPr="009647FC">
              <w:rPr>
                <w:rtl/>
              </w:rPr>
              <w:t>اء</w:t>
            </w:r>
            <w:r w:rsidR="00BA6469">
              <w:rPr>
                <w:rtl/>
              </w:rPr>
              <w:t xml:space="preserve"> </w:t>
            </w:r>
            <w:r w:rsidRPr="009647FC">
              <w:rPr>
                <w:rtl/>
              </w:rPr>
              <w:t>ما</w:t>
            </w:r>
            <w:r w:rsidR="00BA6469" w:rsidRPr="009647FC">
              <w:rPr>
                <w:rtl/>
              </w:rPr>
              <w:t>ءُ</w:t>
            </w:r>
            <w:r w:rsidR="00BA6469">
              <w:rPr>
                <w:rtl/>
              </w:rPr>
              <w:t xml:space="preserve"> </w:t>
            </w:r>
            <w:r w:rsidR="00BA6469" w:rsidRPr="009647FC">
              <w:rPr>
                <w:rtl/>
              </w:rPr>
              <w:t>ا</w:t>
            </w:r>
            <w:r w:rsidRPr="009647FC">
              <w:rPr>
                <w:rtl/>
              </w:rPr>
              <w:t>لح</w:t>
            </w:r>
            <w:r w:rsidR="00BA6469" w:rsidRPr="009647FC">
              <w:rPr>
                <w:rtl/>
              </w:rPr>
              <w:t>ياءِ</w:t>
            </w:r>
            <w:r w:rsidR="00BA6469"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وع</w:t>
            </w:r>
            <w:r w:rsidR="00A72677" w:rsidRPr="00A72677">
              <w:rPr>
                <w:rtl/>
              </w:rPr>
              <w:t>ُل</w:t>
            </w:r>
            <w:r w:rsidRPr="00A72677">
              <w:rPr>
                <w:rtl/>
              </w:rPr>
              <w:t>اءٍ هي ا</w:t>
            </w:r>
            <w:r w:rsidR="00A72677" w:rsidRPr="00A72677">
              <w:rPr>
                <w:rtl/>
              </w:rPr>
              <w:t>لسم</w:t>
            </w:r>
            <w:r w:rsidRPr="00A72677">
              <w:rPr>
                <w:rtl/>
              </w:rPr>
              <w:t xml:space="preserve">اءُ، </w:t>
            </w:r>
            <w:r w:rsidR="00A72677" w:rsidRPr="00A72677">
              <w:rPr>
                <w:rtl/>
              </w:rPr>
              <w:t>مسا</w:t>
            </w:r>
            <w:r w:rsidRPr="00A72677">
              <w:rPr>
                <w:rtl/>
              </w:rPr>
              <w:t>عيـ</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 xml:space="preserve">ه نجومٌ لألاؤها </w:t>
            </w:r>
            <w:r w:rsidR="00A72677" w:rsidRPr="00A72677">
              <w:rPr>
                <w:rtl/>
              </w:rPr>
              <w:t>بالضي</w:t>
            </w:r>
            <w:r w:rsidRPr="00A72677">
              <w:rPr>
                <w:rtl/>
              </w:rPr>
              <w:t>اءِ</w:t>
            </w:r>
            <w:r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w:t>
            </w:r>
            <w:r w:rsidR="00A72677" w:rsidRPr="009647FC">
              <w:rPr>
                <w:rtl/>
              </w:rPr>
              <w:t>مز</w:t>
            </w:r>
            <w:r w:rsidRPr="009647FC">
              <w:rPr>
                <w:rtl/>
              </w:rPr>
              <w:t>ا</w:t>
            </w:r>
            <w:r w:rsidR="00A72677" w:rsidRPr="009647FC">
              <w:rPr>
                <w:rtl/>
              </w:rPr>
              <w:t>يا</w:t>
            </w:r>
            <w:r w:rsidR="004C00A8">
              <w:rPr>
                <w:rtl/>
              </w:rPr>
              <w:t xml:space="preserve"> </w:t>
            </w:r>
            <w:r w:rsidRPr="009647FC">
              <w:rPr>
                <w:rtl/>
              </w:rPr>
              <w:t>لم</w:t>
            </w:r>
            <w:r>
              <w:rPr>
                <w:rtl/>
              </w:rPr>
              <w:t xml:space="preserve"> </w:t>
            </w:r>
            <w:r w:rsidRPr="009647FC">
              <w:rPr>
                <w:rtl/>
              </w:rPr>
              <w:t>أرض</w:t>
            </w:r>
            <w:r>
              <w:rPr>
                <w:rtl/>
              </w:rPr>
              <w:t xml:space="preserve"> </w:t>
            </w:r>
            <w:r w:rsidR="00A72677" w:rsidRPr="009647FC">
              <w:rPr>
                <w:rtl/>
              </w:rPr>
              <w:t>نظم</w:t>
            </w:r>
            <w:r w:rsidRPr="009647FC">
              <w:rPr>
                <w:rtl/>
              </w:rPr>
              <w:t>ى</w:t>
            </w:r>
            <w:r w:rsidR="00677BC4">
              <w:rPr>
                <w:rtl/>
              </w:rPr>
              <w:t>َ</w:t>
            </w:r>
            <w:r>
              <w:rPr>
                <w:rtl/>
              </w:rPr>
              <w:t xml:space="preserve"> </w:t>
            </w:r>
            <w:r w:rsidR="00A72677" w:rsidRPr="009647FC">
              <w:rPr>
                <w:rtl/>
              </w:rPr>
              <w:t>في</w:t>
            </w:r>
            <w:r w:rsidRPr="009647FC">
              <w:rPr>
                <w:rtl/>
              </w:rPr>
              <w:t>ها</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ولو</w:t>
            </w:r>
            <w:r>
              <w:rPr>
                <w:rtl/>
              </w:rPr>
              <w:t xml:space="preserve"> </w:t>
            </w:r>
            <w:r w:rsidRPr="009647FC">
              <w:rPr>
                <w:rtl/>
              </w:rPr>
              <w:t>أنّ</w:t>
            </w:r>
            <w:r w:rsidR="00677BC4">
              <w:rPr>
                <w:rtl/>
              </w:rPr>
              <w:t>َ</w:t>
            </w:r>
            <w:r w:rsidRPr="009647FC">
              <w:rPr>
                <w:rtl/>
              </w:rPr>
              <w:t>ي</w:t>
            </w:r>
            <w:r>
              <w:rPr>
                <w:rtl/>
              </w:rPr>
              <w:t xml:space="preserve"> </w:t>
            </w:r>
            <w:r w:rsidR="00A72677" w:rsidRPr="009647FC">
              <w:rPr>
                <w:rtl/>
              </w:rPr>
              <w:t>نظ</w:t>
            </w:r>
            <w:r w:rsidRPr="009647FC">
              <w:rPr>
                <w:rtl/>
              </w:rPr>
              <w:t>متُ</w:t>
            </w:r>
            <w:r>
              <w:rPr>
                <w:rtl/>
              </w:rPr>
              <w:t xml:space="preserve"> </w:t>
            </w:r>
            <w:r w:rsidR="00A72677" w:rsidRPr="009647FC">
              <w:rPr>
                <w:rtl/>
              </w:rPr>
              <w:t>شه</w:t>
            </w:r>
            <w:r w:rsidRPr="009647FC">
              <w:rPr>
                <w:rtl/>
              </w:rPr>
              <w:t>ب</w:t>
            </w:r>
            <w:r w:rsidR="00677BC4">
              <w:rPr>
                <w:rtl/>
              </w:rPr>
              <w:t>َ</w:t>
            </w:r>
            <w:r>
              <w:rPr>
                <w:rtl/>
              </w:rPr>
              <w:t xml:space="preserve"> </w:t>
            </w:r>
            <w:r w:rsidRPr="009647FC">
              <w:rPr>
                <w:rtl/>
              </w:rPr>
              <w:t>ا</w:t>
            </w:r>
            <w:r w:rsidR="00A72677" w:rsidRPr="009647FC">
              <w:rPr>
                <w:rtl/>
              </w:rPr>
              <w:t>لس</w:t>
            </w:r>
            <w:r w:rsidRPr="009647FC">
              <w:rPr>
                <w:rtl/>
              </w:rPr>
              <w:t>ماءِ</w:t>
            </w:r>
            <w:r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أو</w:t>
            </w:r>
            <w:r>
              <w:rPr>
                <w:rtl/>
              </w:rPr>
              <w:t xml:space="preserve"> </w:t>
            </w:r>
            <w:r w:rsidRPr="009647FC">
              <w:rPr>
                <w:rtl/>
              </w:rPr>
              <w:t>فمُ</w:t>
            </w:r>
            <w:r>
              <w:rPr>
                <w:rtl/>
              </w:rPr>
              <w:t xml:space="preserve"> </w:t>
            </w:r>
            <w:r w:rsidRPr="009647FC">
              <w:rPr>
                <w:rtl/>
              </w:rPr>
              <w:t>ا</w:t>
            </w:r>
            <w:r w:rsidR="00A72677" w:rsidRPr="009647FC">
              <w:rPr>
                <w:rtl/>
              </w:rPr>
              <w:t>لدهر</w:t>
            </w:r>
            <w:r>
              <w:rPr>
                <w:rtl/>
              </w:rPr>
              <w:t xml:space="preserve"> </w:t>
            </w:r>
            <w:r w:rsidR="00A72677" w:rsidRPr="009647FC">
              <w:rPr>
                <w:rtl/>
              </w:rPr>
              <w:t>كنت</w:t>
            </w:r>
            <w:r w:rsidRPr="009647FC">
              <w:rPr>
                <w:rtl/>
              </w:rPr>
              <w:t>ُ</w:t>
            </w:r>
            <w:r>
              <w:rPr>
                <w:rtl/>
              </w:rPr>
              <w:t xml:space="preserve"> </w:t>
            </w:r>
            <w:r w:rsidR="00A72677" w:rsidRPr="009647FC">
              <w:rPr>
                <w:rtl/>
              </w:rPr>
              <w:t>في</w:t>
            </w:r>
            <w:r w:rsidRPr="009647FC">
              <w:rPr>
                <w:rtl/>
              </w:rPr>
              <w:t>ه</w:t>
            </w:r>
            <w:r>
              <w:rPr>
                <w:rtl/>
              </w:rPr>
              <w:t xml:space="preserve"> </w:t>
            </w:r>
            <w:r w:rsidR="00A72677" w:rsidRPr="009647FC">
              <w:rPr>
                <w:rtl/>
              </w:rPr>
              <w:t>لس</w:t>
            </w:r>
            <w:r w:rsidRPr="009647FC">
              <w:rPr>
                <w:rtl/>
              </w:rPr>
              <w:t>انا</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A72677" w:rsidP="00BA6469">
            <w:pPr>
              <w:pStyle w:val="libPoem"/>
            </w:pPr>
            <w:r w:rsidRPr="009647FC">
              <w:rPr>
                <w:rtl/>
              </w:rPr>
              <w:t>ناطق</w:t>
            </w:r>
            <w:r w:rsidR="00BA6469" w:rsidRPr="009647FC">
              <w:rPr>
                <w:rtl/>
              </w:rPr>
              <w:t>اً</w:t>
            </w:r>
            <w:r w:rsidR="00BA6469">
              <w:rPr>
                <w:rtl/>
              </w:rPr>
              <w:t xml:space="preserve"> </w:t>
            </w:r>
            <w:r w:rsidR="00BA6469" w:rsidRPr="009647FC">
              <w:rPr>
                <w:rtl/>
              </w:rPr>
              <w:t>ما</w:t>
            </w:r>
            <w:r w:rsidR="00BA6469">
              <w:rPr>
                <w:rtl/>
              </w:rPr>
              <w:t xml:space="preserve"> </w:t>
            </w:r>
            <w:r w:rsidRPr="009647FC">
              <w:rPr>
                <w:rtl/>
              </w:rPr>
              <w:t>بلغ</w:t>
            </w:r>
            <w:r w:rsidR="00BA6469" w:rsidRPr="009647FC">
              <w:rPr>
                <w:rtl/>
              </w:rPr>
              <w:t>تُ</w:t>
            </w:r>
            <w:r w:rsidR="00BA6469">
              <w:rPr>
                <w:rtl/>
              </w:rPr>
              <w:t xml:space="preserve"> </w:t>
            </w:r>
            <w:r w:rsidRPr="009647FC">
              <w:rPr>
                <w:rtl/>
              </w:rPr>
              <w:t>بع</w:t>
            </w:r>
            <w:r w:rsidR="00BA6469" w:rsidRPr="009647FC">
              <w:rPr>
                <w:rtl/>
              </w:rPr>
              <w:t>ض</w:t>
            </w:r>
            <w:r w:rsidR="00BA6469">
              <w:rPr>
                <w:rtl/>
              </w:rPr>
              <w:t xml:space="preserve"> </w:t>
            </w:r>
            <w:r w:rsidR="00BA6469" w:rsidRPr="009647FC">
              <w:rPr>
                <w:rtl/>
              </w:rPr>
              <w:t>ا</w:t>
            </w:r>
            <w:r w:rsidRPr="009647FC">
              <w:rPr>
                <w:rtl/>
              </w:rPr>
              <w:t>لث</w:t>
            </w:r>
            <w:r w:rsidR="00BA6469" w:rsidRPr="009647FC">
              <w:rPr>
                <w:rtl/>
              </w:rPr>
              <w:t>ناءِ</w:t>
            </w:r>
            <w:r w:rsidR="00BA6469" w:rsidRPr="00725071">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دون</w:t>
            </w:r>
            <w:r w:rsidR="004C00A8">
              <w:rPr>
                <w:rtl/>
              </w:rPr>
              <w:t xml:space="preserve"> </w:t>
            </w:r>
            <w:r w:rsidRPr="009647FC">
              <w:rPr>
                <w:rtl/>
              </w:rPr>
              <w:t>إ</w:t>
            </w:r>
            <w:r w:rsidR="00A72677" w:rsidRPr="009647FC">
              <w:rPr>
                <w:rtl/>
              </w:rPr>
              <w:t>حصائه</w:t>
            </w:r>
            <w:r w:rsidRPr="009647FC">
              <w:rPr>
                <w:rtl/>
              </w:rPr>
              <w:t>ا</w:t>
            </w:r>
            <w:r>
              <w:rPr>
                <w:rtl/>
              </w:rPr>
              <w:t xml:space="preserve"> </w:t>
            </w:r>
            <w:r w:rsidRPr="009647FC">
              <w:rPr>
                <w:rtl/>
              </w:rPr>
              <w:t>ا</w:t>
            </w:r>
            <w:r w:rsidR="00A72677" w:rsidRPr="009647FC">
              <w:rPr>
                <w:rtl/>
              </w:rPr>
              <w:t>لكل</w:t>
            </w:r>
            <w:r w:rsidRPr="009647FC">
              <w:rPr>
                <w:rtl/>
              </w:rPr>
              <w:t>امُ</w:t>
            </w:r>
            <w:r>
              <w:rPr>
                <w:rtl/>
              </w:rPr>
              <w:t xml:space="preserve"> </w:t>
            </w:r>
            <w:r w:rsidR="00A72677" w:rsidRPr="009647FC">
              <w:rPr>
                <w:rtl/>
              </w:rPr>
              <w:t>تنا</w:t>
            </w:r>
            <w:r w:rsidRPr="009647FC">
              <w:rPr>
                <w:rtl/>
              </w:rPr>
              <w:t>هى</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Default="00BA6469" w:rsidP="00BA6469">
            <w:pPr>
              <w:pStyle w:val="libPoem"/>
            </w:pPr>
            <w:r w:rsidRPr="009647FC">
              <w:rPr>
                <w:rtl/>
              </w:rPr>
              <w:t>ف</w:t>
            </w:r>
            <w:r w:rsidR="00A72677" w:rsidRPr="009647FC">
              <w:rPr>
                <w:rtl/>
              </w:rPr>
              <w:t>غد</w:t>
            </w:r>
            <w:r w:rsidRPr="009647FC">
              <w:rPr>
                <w:rtl/>
              </w:rPr>
              <w:t>ت</w:t>
            </w:r>
            <w:r>
              <w:rPr>
                <w:rtl/>
              </w:rPr>
              <w:t xml:space="preserve"> </w:t>
            </w:r>
            <w:r w:rsidR="00A72677" w:rsidRPr="009647FC">
              <w:rPr>
                <w:rtl/>
              </w:rPr>
              <w:t>مستح</w:t>
            </w:r>
            <w:r w:rsidRPr="009647FC">
              <w:rPr>
                <w:rtl/>
              </w:rPr>
              <w:t>يلة</w:t>
            </w:r>
            <w:r>
              <w:rPr>
                <w:rtl/>
              </w:rPr>
              <w:t xml:space="preserve"> </w:t>
            </w:r>
            <w:r w:rsidRPr="009647FC">
              <w:rPr>
                <w:rtl/>
              </w:rPr>
              <w:t>الإح</w:t>
            </w:r>
            <w:r w:rsidR="00A72677" w:rsidRPr="009647FC">
              <w:rPr>
                <w:rtl/>
              </w:rPr>
              <w:t>صا</w:t>
            </w:r>
            <w:r w:rsidRPr="009647FC">
              <w:rPr>
                <w:rtl/>
              </w:rPr>
              <w:t>ءِ</w:t>
            </w:r>
            <w:r w:rsidRPr="00725071">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A72677">
              <w:rPr>
                <w:rtl/>
              </w:rPr>
              <w:t>تي</w:t>
            </w:r>
            <w:r w:rsidR="00BA6469" w:rsidRPr="00A72677">
              <w:rPr>
                <w:rtl/>
              </w:rPr>
              <w:t>ّ</w:t>
            </w:r>
            <w:r w:rsidR="00677BC4">
              <w:rPr>
                <w:rtl/>
              </w:rPr>
              <w:t>َ</w:t>
            </w:r>
            <w:r w:rsidRPr="00A72677">
              <w:rPr>
                <w:rtl/>
              </w:rPr>
              <w:t>م</w:t>
            </w:r>
            <w:r w:rsidR="00BA6469" w:rsidRPr="00A72677">
              <w:rPr>
                <w:rtl/>
              </w:rPr>
              <w:t>ت</w:t>
            </w:r>
            <w:r w:rsidR="00BA6469" w:rsidRPr="00A72677">
              <w:rPr>
                <w:rStyle w:val="libFootnotenumChar"/>
                <w:rtl/>
              </w:rPr>
              <w:t>(2)</w:t>
            </w:r>
            <w:r w:rsidR="004C00A8">
              <w:rPr>
                <w:rtl/>
              </w:rPr>
              <w:t xml:space="preserve"> </w:t>
            </w:r>
            <w:r w:rsidRPr="00A72677">
              <w:rPr>
                <w:rtl/>
              </w:rPr>
              <w:t>قل</w:t>
            </w:r>
            <w:r w:rsidR="00BA6469" w:rsidRPr="00A72677">
              <w:rPr>
                <w:rtl/>
              </w:rPr>
              <w:t xml:space="preserve">به </w:t>
            </w:r>
            <w:r w:rsidRPr="00A72677">
              <w:rPr>
                <w:rtl/>
              </w:rPr>
              <w:t>حس</w:t>
            </w:r>
            <w:r w:rsidR="00BA6469" w:rsidRPr="00A72677">
              <w:rPr>
                <w:rtl/>
              </w:rPr>
              <w:t>انُ ا</w:t>
            </w:r>
            <w:r w:rsidRPr="00A72677">
              <w:rPr>
                <w:rtl/>
              </w:rPr>
              <w:t>لم</w:t>
            </w:r>
            <w:r w:rsidR="00BA6469" w:rsidRPr="00A72677">
              <w:rPr>
                <w:rtl/>
              </w:rPr>
              <w:t>عالى</w:t>
            </w:r>
            <w:r w:rsidR="00BA6469"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A72677" w:rsidP="00BA6469">
            <w:pPr>
              <w:pStyle w:val="libPoem"/>
            </w:pPr>
            <w:r w:rsidRPr="00A72677">
              <w:rPr>
                <w:rtl/>
              </w:rPr>
              <w:t>بهو</w:t>
            </w:r>
            <w:r w:rsidR="00BA6469" w:rsidRPr="00A72677">
              <w:rPr>
                <w:rtl/>
              </w:rPr>
              <w:t>ا</w:t>
            </w:r>
            <w:r w:rsidRPr="00A72677">
              <w:rPr>
                <w:rtl/>
              </w:rPr>
              <w:t>هن</w:t>
            </w:r>
            <w:r w:rsidR="00BA6469" w:rsidRPr="00A72677">
              <w:rPr>
                <w:rtl/>
              </w:rPr>
              <w:t>ّ</w:t>
            </w:r>
            <w:r w:rsidR="00677BC4">
              <w:rPr>
                <w:rtl/>
              </w:rPr>
              <w:t>َ</w:t>
            </w:r>
            <w:r w:rsidR="00BA6469" w:rsidRPr="00A72677">
              <w:rPr>
                <w:rtl/>
              </w:rPr>
              <w:t>، لا ح</w:t>
            </w:r>
            <w:r w:rsidRPr="00A72677">
              <w:rPr>
                <w:rtl/>
              </w:rPr>
              <w:t>سا</w:t>
            </w:r>
            <w:r w:rsidR="00BA6469" w:rsidRPr="00A72677">
              <w:rPr>
                <w:rtl/>
              </w:rPr>
              <w:t>نُ ا</w:t>
            </w:r>
            <w:r w:rsidRPr="00A72677">
              <w:rPr>
                <w:rtl/>
              </w:rPr>
              <w:t>لظب</w:t>
            </w:r>
            <w:r w:rsidR="00BA6469" w:rsidRPr="00A72677">
              <w:rPr>
                <w:rtl/>
              </w:rPr>
              <w:t>اءِ</w:t>
            </w:r>
            <w:r w:rsidR="00BA6469"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و</w:t>
            </w:r>
            <w:r w:rsidR="00A72677" w:rsidRPr="00A72677">
              <w:rPr>
                <w:rtl/>
              </w:rPr>
              <w:t>عل</w:t>
            </w:r>
            <w:r w:rsidRPr="00A72677">
              <w:rPr>
                <w:rtl/>
              </w:rPr>
              <w:t>ى ا</w:t>
            </w:r>
            <w:r w:rsidR="00A72677" w:rsidRPr="00A72677">
              <w:rPr>
                <w:rtl/>
              </w:rPr>
              <w:t>لخ</w:t>
            </w:r>
            <w:r w:rsidRPr="00A72677">
              <w:rPr>
                <w:rtl/>
              </w:rPr>
              <w:t>ل</w:t>
            </w:r>
            <w:r w:rsidR="00677BC4">
              <w:rPr>
                <w:rtl/>
              </w:rPr>
              <w:t>َ</w:t>
            </w:r>
            <w:r w:rsidRPr="00A72677">
              <w:rPr>
                <w:rtl/>
              </w:rPr>
              <w:t xml:space="preserve">ق </w:t>
            </w:r>
            <w:r w:rsidR="00A72677" w:rsidRPr="00A72677">
              <w:rPr>
                <w:rtl/>
              </w:rPr>
              <w:t>خل</w:t>
            </w:r>
            <w:r w:rsidRPr="00A72677">
              <w:rPr>
                <w:rtl/>
              </w:rPr>
              <w:t xml:space="preserve">قُه </w:t>
            </w:r>
            <w:r w:rsidR="00A72677" w:rsidRPr="00A72677">
              <w:rPr>
                <w:rtl/>
              </w:rPr>
              <w:t>فا</w:t>
            </w:r>
            <w:r w:rsidRPr="00A72677">
              <w:rPr>
                <w:rtl/>
              </w:rPr>
              <w:t xml:space="preserve">ض </w:t>
            </w:r>
            <w:r w:rsidR="00A72677" w:rsidRPr="00A72677">
              <w:rPr>
                <w:rtl/>
              </w:rPr>
              <w:t>با</w:t>
            </w:r>
            <w:r w:rsidRPr="00A72677">
              <w:rPr>
                <w:rtl/>
              </w:rPr>
              <w:t>لبشـ</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ر</w:t>
            </w:r>
            <w:r w:rsidR="004C00A8">
              <w:rPr>
                <w:rtl/>
              </w:rPr>
              <w:t xml:space="preserve"> </w:t>
            </w:r>
            <w:r w:rsidR="00A72677" w:rsidRPr="00A72677">
              <w:rPr>
                <w:rtl/>
              </w:rPr>
              <w:t>فأ</w:t>
            </w:r>
            <w:r w:rsidRPr="00A72677">
              <w:rPr>
                <w:rtl/>
              </w:rPr>
              <w:t xml:space="preserve">زرى </w:t>
            </w:r>
            <w:r w:rsidR="00A72677" w:rsidRPr="00A72677">
              <w:rPr>
                <w:rtl/>
              </w:rPr>
              <w:t>بالر</w:t>
            </w:r>
            <w:r w:rsidRPr="00A72677">
              <w:rPr>
                <w:rtl/>
              </w:rPr>
              <w:t>و</w:t>
            </w:r>
            <w:r w:rsidR="00A72677" w:rsidRPr="00A72677">
              <w:rPr>
                <w:rtl/>
              </w:rPr>
              <w:t>ضة</w:t>
            </w:r>
            <w:r w:rsidRPr="00A72677">
              <w:rPr>
                <w:rtl/>
              </w:rPr>
              <w:t xml:space="preserve"> ا</w:t>
            </w:r>
            <w:r w:rsidR="00A72677" w:rsidRPr="00A72677">
              <w:rPr>
                <w:rtl/>
              </w:rPr>
              <w:t>لغن</w:t>
            </w:r>
            <w:r w:rsidRPr="00A72677">
              <w:rPr>
                <w:rtl/>
              </w:rPr>
              <w:t>ّاءِ</w:t>
            </w:r>
            <w:r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خ</w:t>
            </w:r>
            <w:r w:rsidR="00A72677" w:rsidRPr="00A72677">
              <w:rPr>
                <w:rtl/>
              </w:rPr>
              <w:t>ُلق</w:t>
            </w:r>
            <w:r w:rsidRPr="00A72677">
              <w:rPr>
                <w:rtl/>
              </w:rPr>
              <w:t>ٌ</w:t>
            </w:r>
            <w:r w:rsidR="004C00A8">
              <w:rPr>
                <w:rtl/>
              </w:rPr>
              <w:t xml:space="preserve"> </w:t>
            </w:r>
            <w:r w:rsidRPr="00A72677">
              <w:rPr>
                <w:rtl/>
              </w:rPr>
              <w:t>شفّ</w:t>
            </w:r>
            <w:r w:rsidR="00677BC4">
              <w:rPr>
                <w:rtl/>
              </w:rPr>
              <w:t>َ</w:t>
            </w:r>
            <w:r w:rsidRPr="00A72677">
              <w:rPr>
                <w:rtl/>
              </w:rPr>
              <w:t xml:space="preserve">، </w:t>
            </w:r>
            <w:r w:rsidR="00A72677" w:rsidRPr="00A72677">
              <w:rPr>
                <w:rtl/>
              </w:rPr>
              <w:t>فاله</w:t>
            </w:r>
            <w:r w:rsidRPr="00A72677">
              <w:rPr>
                <w:rtl/>
              </w:rPr>
              <w:t xml:space="preserve">واء </w:t>
            </w:r>
            <w:r w:rsidR="00A72677" w:rsidRPr="00A72677">
              <w:rPr>
                <w:rtl/>
              </w:rPr>
              <w:t>كثي</w:t>
            </w:r>
            <w:r w:rsidRPr="00A72677">
              <w:rPr>
                <w:rtl/>
              </w:rPr>
              <w:t>فٌ</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 xml:space="preserve">عنده إن </w:t>
            </w:r>
            <w:r w:rsidR="00A72677" w:rsidRPr="00A72677">
              <w:rPr>
                <w:rtl/>
              </w:rPr>
              <w:t>قرنته</w:t>
            </w:r>
            <w:r w:rsidRPr="00A72677">
              <w:rPr>
                <w:rtl/>
              </w:rPr>
              <w:t xml:space="preserve"> </w:t>
            </w:r>
            <w:r w:rsidR="00A72677" w:rsidRPr="00A72677">
              <w:rPr>
                <w:rtl/>
              </w:rPr>
              <w:t>بالهو</w:t>
            </w:r>
            <w:r w:rsidRPr="00A72677">
              <w:rPr>
                <w:rtl/>
              </w:rPr>
              <w:t>اءِ</w:t>
            </w:r>
            <w:r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أر</w:t>
            </w:r>
            <w:r w:rsidR="00A72677" w:rsidRPr="00A72677">
              <w:rPr>
                <w:rtl/>
              </w:rPr>
              <w:t>ضعته</w:t>
            </w:r>
            <w:r w:rsidRPr="00A72677">
              <w:rPr>
                <w:rtl/>
              </w:rPr>
              <w:t xml:space="preserve"> ا</w:t>
            </w:r>
            <w:r w:rsidR="00A72677" w:rsidRPr="00A72677">
              <w:rPr>
                <w:rtl/>
              </w:rPr>
              <w:t>لعل</w:t>
            </w:r>
            <w:r w:rsidRPr="00A72677">
              <w:rPr>
                <w:rtl/>
              </w:rPr>
              <w:t xml:space="preserve">اءُ </w:t>
            </w:r>
            <w:r w:rsidR="00A72677" w:rsidRPr="00A72677">
              <w:rPr>
                <w:rtl/>
              </w:rPr>
              <w:t>ثديا</w:t>
            </w:r>
            <w:r w:rsidRPr="00A72677">
              <w:rPr>
                <w:rtl/>
              </w:rPr>
              <w:t>ً و</w:t>
            </w:r>
            <w:r w:rsidR="00A72677" w:rsidRPr="00A72677">
              <w:rPr>
                <w:rtl/>
              </w:rPr>
              <w:t>ثديا</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رضع</w:t>
            </w:r>
            <w:r w:rsidR="004C00A8">
              <w:rPr>
                <w:rtl/>
              </w:rPr>
              <w:t xml:space="preserve"> </w:t>
            </w:r>
            <w:r w:rsidRPr="00A72677">
              <w:rPr>
                <w:rtl/>
              </w:rPr>
              <w:t>(ا</w:t>
            </w:r>
            <w:r w:rsidR="00A72677" w:rsidRPr="00A72677">
              <w:rPr>
                <w:rtl/>
              </w:rPr>
              <w:t>لم</w:t>
            </w:r>
            <w:r w:rsidRPr="00A72677">
              <w:rPr>
                <w:rtl/>
              </w:rPr>
              <w:t>صطفى) ا</w:t>
            </w:r>
            <w:r w:rsidR="00A72677" w:rsidRPr="00A72677">
              <w:rPr>
                <w:rtl/>
              </w:rPr>
              <w:t>بن</w:t>
            </w:r>
            <w:r w:rsidRPr="00A72677">
              <w:rPr>
                <w:rtl/>
              </w:rPr>
              <w:t>ُ أمّ ا</w:t>
            </w:r>
            <w:r w:rsidR="00A72677" w:rsidRPr="00A72677">
              <w:rPr>
                <w:rtl/>
              </w:rPr>
              <w:t>لع</w:t>
            </w:r>
            <w:r w:rsidRPr="00A72677">
              <w:rPr>
                <w:rtl/>
              </w:rPr>
              <w:t>لاءِ</w:t>
            </w:r>
            <w:r w:rsidRPr="00A72677">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A72677">
              <w:rPr>
                <w:rtl/>
              </w:rPr>
              <w:t>فهم</w:t>
            </w:r>
            <w:r w:rsidR="00BA6469" w:rsidRPr="00A72677">
              <w:rPr>
                <w:rtl/>
              </w:rPr>
              <w:t>ا</w:t>
            </w:r>
            <w:r w:rsidR="004C00A8">
              <w:rPr>
                <w:rtl/>
              </w:rPr>
              <w:t xml:space="preserve"> </w:t>
            </w:r>
            <w:r w:rsidR="00BA6469" w:rsidRPr="00A72677">
              <w:rPr>
                <w:rtl/>
              </w:rPr>
              <w:t>في ا</w:t>
            </w:r>
            <w:r w:rsidRPr="00A72677">
              <w:rPr>
                <w:rtl/>
              </w:rPr>
              <w:t>لزما</w:t>
            </w:r>
            <w:r w:rsidR="00BA6469" w:rsidRPr="00A72677">
              <w:rPr>
                <w:rtl/>
              </w:rPr>
              <w:t xml:space="preserve">ن </w:t>
            </w:r>
            <w:r w:rsidRPr="00A72677">
              <w:rPr>
                <w:rtl/>
              </w:rPr>
              <w:t>يق</w:t>
            </w:r>
            <w:r w:rsidR="00BA6469" w:rsidRPr="00A72677">
              <w:rPr>
                <w:rtl/>
              </w:rPr>
              <w:t>تسمان الـ</w:t>
            </w:r>
            <w:r w:rsidR="00BA6469"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A72677" w:rsidP="00BA6469">
            <w:pPr>
              <w:pStyle w:val="libPoem"/>
            </w:pPr>
            <w:r w:rsidRPr="00A72677">
              <w:rPr>
                <w:rtl/>
              </w:rPr>
              <w:t>فخر</w:t>
            </w:r>
            <w:r w:rsidR="00677BC4">
              <w:rPr>
                <w:rtl/>
              </w:rPr>
              <w:t>َ</w:t>
            </w:r>
            <w:r w:rsidR="00BA6469" w:rsidRPr="00A72677">
              <w:rPr>
                <w:rtl/>
              </w:rPr>
              <w:t xml:space="preserve"> دون الورى </w:t>
            </w:r>
            <w:r w:rsidRPr="00A72677">
              <w:rPr>
                <w:rtl/>
              </w:rPr>
              <w:t>بحظ</w:t>
            </w:r>
            <w:r w:rsidR="00BA6469" w:rsidRPr="00A72677">
              <w:rPr>
                <w:rtl/>
              </w:rPr>
              <w:t xml:space="preserve">ٍ </w:t>
            </w:r>
            <w:r w:rsidRPr="00A72677">
              <w:rPr>
                <w:rtl/>
              </w:rPr>
              <w:t>سو</w:t>
            </w:r>
            <w:r w:rsidR="00BA6469" w:rsidRPr="00A72677">
              <w:rPr>
                <w:rtl/>
              </w:rPr>
              <w:t>اءِ</w:t>
            </w:r>
            <w:r w:rsidR="00BA6469"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أل</w:t>
            </w:r>
            <w:r w:rsidR="00A72677" w:rsidRPr="00A72677">
              <w:rPr>
                <w:rtl/>
              </w:rPr>
              <w:t>فت</w:t>
            </w:r>
            <w:r w:rsidRPr="00A72677">
              <w:rPr>
                <w:rtl/>
              </w:rPr>
              <w:t xml:space="preserve"> </w:t>
            </w:r>
            <w:r w:rsidR="00A72677" w:rsidRPr="00A72677">
              <w:rPr>
                <w:rtl/>
              </w:rPr>
              <w:t>نفسُه</w:t>
            </w:r>
            <w:r w:rsidRPr="00A72677">
              <w:rPr>
                <w:rtl/>
              </w:rPr>
              <w:t xml:space="preserve"> ا</w:t>
            </w:r>
            <w:r w:rsidR="00A72677" w:rsidRPr="00A72677">
              <w:rPr>
                <w:rtl/>
              </w:rPr>
              <w:t>لسم</w:t>
            </w:r>
            <w:r w:rsidRPr="00A72677">
              <w:rPr>
                <w:rtl/>
              </w:rPr>
              <w:t>اح</w:t>
            </w:r>
            <w:r w:rsidR="00677BC4">
              <w:rPr>
                <w:rtl/>
              </w:rPr>
              <w:t>َ</w:t>
            </w:r>
            <w:r w:rsidRPr="00A72677">
              <w:rPr>
                <w:rtl/>
              </w:rPr>
              <w:t xml:space="preserve"> </w:t>
            </w:r>
            <w:r w:rsidR="00A72677" w:rsidRPr="00A72677">
              <w:rPr>
                <w:rtl/>
              </w:rPr>
              <w:t>فتي</w:t>
            </w:r>
            <w:r w:rsidRPr="00A72677">
              <w:rPr>
                <w:rtl/>
              </w:rPr>
              <w:t>ّا</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بُور</w:t>
            </w:r>
            <w:r w:rsidR="00A72677" w:rsidRPr="00A72677">
              <w:rPr>
                <w:rtl/>
              </w:rPr>
              <w:t>كا</w:t>
            </w:r>
            <w:r w:rsidRPr="00A72677">
              <w:rPr>
                <w:rtl/>
              </w:rPr>
              <w:t xml:space="preserve"> </w:t>
            </w:r>
            <w:r w:rsidR="00A72677" w:rsidRPr="00A72677">
              <w:rPr>
                <w:rtl/>
              </w:rPr>
              <w:t>من</w:t>
            </w:r>
            <w:r w:rsidRPr="00A72677">
              <w:rPr>
                <w:rtl/>
              </w:rPr>
              <w:t xml:space="preserve"> ف</w:t>
            </w:r>
            <w:r w:rsidR="00A72677" w:rsidRPr="00A72677">
              <w:rPr>
                <w:rtl/>
              </w:rPr>
              <w:t>تو</w:t>
            </w:r>
            <w:r w:rsidRPr="00A72677">
              <w:rPr>
                <w:rtl/>
              </w:rPr>
              <w:t>ةٍ و</w:t>
            </w:r>
            <w:r w:rsidR="00A72677" w:rsidRPr="00A72677">
              <w:rPr>
                <w:rtl/>
              </w:rPr>
              <w:t>فتا</w:t>
            </w:r>
            <w:r w:rsidRPr="00A72677">
              <w:rPr>
                <w:rtl/>
              </w:rPr>
              <w:t>ءِ</w:t>
            </w:r>
            <w:r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وحوى ا</w:t>
            </w:r>
            <w:r w:rsidR="00A72677" w:rsidRPr="00A72677">
              <w:rPr>
                <w:rtl/>
              </w:rPr>
              <w:t>لفض</w:t>
            </w:r>
            <w:r w:rsidRPr="00A72677">
              <w:rPr>
                <w:rtl/>
              </w:rPr>
              <w:t>ل</w:t>
            </w:r>
            <w:r w:rsidR="00677BC4">
              <w:rPr>
                <w:rtl/>
              </w:rPr>
              <w:t>َ</w:t>
            </w:r>
            <w:r w:rsidRPr="00A72677">
              <w:rPr>
                <w:rtl/>
              </w:rPr>
              <w:t xml:space="preserve"> </w:t>
            </w:r>
            <w:r w:rsidR="00A72677" w:rsidRPr="00A72677">
              <w:rPr>
                <w:rtl/>
              </w:rPr>
              <w:t>يا</w:t>
            </w:r>
            <w:r w:rsidRPr="00A72677">
              <w:rPr>
                <w:rtl/>
              </w:rPr>
              <w:t>فع</w:t>
            </w:r>
            <w:r w:rsidR="00677BC4">
              <w:rPr>
                <w:rtl/>
              </w:rPr>
              <w:t>َ</w:t>
            </w:r>
            <w:r w:rsidRPr="00A72677">
              <w:rPr>
                <w:rtl/>
              </w:rPr>
              <w:t xml:space="preserve"> ا</w:t>
            </w:r>
            <w:r w:rsidR="00A72677" w:rsidRPr="00A72677">
              <w:rPr>
                <w:rtl/>
              </w:rPr>
              <w:t>لس</w:t>
            </w:r>
            <w:r w:rsidRPr="00A72677">
              <w:rPr>
                <w:rtl/>
              </w:rPr>
              <w:t xml:space="preserve">نِّ </w:t>
            </w:r>
            <w:r w:rsidR="00A72677" w:rsidRPr="00A72677">
              <w:rPr>
                <w:rtl/>
              </w:rPr>
              <w:t>لم</w:t>
            </w:r>
            <w:r w:rsidRPr="00A72677">
              <w:rPr>
                <w:rtl/>
              </w:rPr>
              <w:t>ّا</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فات</w:t>
            </w:r>
            <w:r w:rsidR="004C00A8">
              <w:rPr>
                <w:rtl/>
              </w:rPr>
              <w:t xml:space="preserve"> </w:t>
            </w:r>
            <w:r w:rsidRPr="00A72677">
              <w:rPr>
                <w:rtl/>
              </w:rPr>
              <w:t>شوط</w:t>
            </w:r>
            <w:r w:rsidR="00677BC4">
              <w:rPr>
                <w:rtl/>
              </w:rPr>
              <w:t>َ</w:t>
            </w:r>
            <w:r w:rsidRPr="00A72677">
              <w:rPr>
                <w:rtl/>
              </w:rPr>
              <w:t xml:space="preserve"> ا</w:t>
            </w:r>
            <w:r w:rsidR="00A72677" w:rsidRPr="00A72677">
              <w:rPr>
                <w:rtl/>
              </w:rPr>
              <w:t>لمش</w:t>
            </w:r>
            <w:r w:rsidRPr="00A72677">
              <w:rPr>
                <w:rtl/>
              </w:rPr>
              <w:t>ايخِ ا</w:t>
            </w:r>
            <w:r w:rsidR="00A72677" w:rsidRPr="00A72677">
              <w:rPr>
                <w:rtl/>
              </w:rPr>
              <w:t>لع</w:t>
            </w:r>
            <w:r w:rsidRPr="00A72677">
              <w:rPr>
                <w:rtl/>
              </w:rPr>
              <w:t>ظماءِ</w:t>
            </w:r>
            <w:r w:rsidRPr="00A72677">
              <w:rPr>
                <w:rStyle w:val="libPoemTiniChar0"/>
                <w:rtl/>
              </w:rPr>
              <w:br/>
              <w:t> </w:t>
            </w:r>
          </w:p>
        </w:tc>
      </w:tr>
      <w:tr w:rsidR="00BA6469" w:rsidRPr="00524A24" w:rsidTr="00BA6469">
        <w:trPr>
          <w:trHeight w:val="350"/>
        </w:trPr>
        <w:tc>
          <w:tcPr>
            <w:tcW w:w="3902" w:type="dxa"/>
          </w:tcPr>
          <w:p w:rsidR="00BA6469" w:rsidRPr="00524A24" w:rsidRDefault="00A72677" w:rsidP="00BA6469">
            <w:pPr>
              <w:pStyle w:val="libPoem"/>
            </w:pPr>
            <w:r w:rsidRPr="00A72677">
              <w:rPr>
                <w:rtl/>
              </w:rPr>
              <w:t>يا</w:t>
            </w:r>
            <w:r w:rsidR="00BA6469" w:rsidRPr="00A72677">
              <w:rPr>
                <w:rtl/>
              </w:rPr>
              <w:t xml:space="preserve"> ر</w:t>
            </w:r>
            <w:r w:rsidRPr="00A72677">
              <w:rPr>
                <w:rtl/>
              </w:rPr>
              <w:t>حا</w:t>
            </w:r>
            <w:r w:rsidR="00BA6469" w:rsidRPr="00A72677">
              <w:rPr>
                <w:rtl/>
              </w:rPr>
              <w:t>ب</w:t>
            </w:r>
            <w:r w:rsidR="00677BC4">
              <w:rPr>
                <w:rtl/>
              </w:rPr>
              <w:t>َ</w:t>
            </w:r>
            <w:r w:rsidR="00BA6469" w:rsidRPr="00A72677">
              <w:rPr>
                <w:rtl/>
              </w:rPr>
              <w:t xml:space="preserve"> ا</w:t>
            </w:r>
            <w:r w:rsidRPr="00A72677">
              <w:rPr>
                <w:rtl/>
              </w:rPr>
              <w:t>لص</w:t>
            </w:r>
            <w:r w:rsidR="00BA6469" w:rsidRPr="00A72677">
              <w:rPr>
                <w:rtl/>
              </w:rPr>
              <w:t xml:space="preserve">دور </w:t>
            </w:r>
            <w:r w:rsidRPr="00A72677">
              <w:rPr>
                <w:rtl/>
              </w:rPr>
              <w:t>في</w:t>
            </w:r>
            <w:r w:rsidR="00BA6469" w:rsidRPr="00A72677">
              <w:rPr>
                <w:rtl/>
              </w:rPr>
              <w:t xml:space="preserve"> </w:t>
            </w:r>
            <w:r w:rsidRPr="00A72677">
              <w:rPr>
                <w:rtl/>
              </w:rPr>
              <w:t>كل</w:t>
            </w:r>
            <w:r w:rsidR="00BA6469" w:rsidRPr="00A72677">
              <w:rPr>
                <w:rtl/>
              </w:rPr>
              <w:t>ّ خطبٍ</w:t>
            </w:r>
            <w:r w:rsidR="00BA6469"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BA6469" w:rsidP="00BA6469">
            <w:pPr>
              <w:pStyle w:val="libPoem"/>
            </w:pPr>
            <w:r w:rsidRPr="00A72677">
              <w:rPr>
                <w:rtl/>
              </w:rPr>
              <w:t>وث</w:t>
            </w:r>
            <w:r w:rsidR="00A72677" w:rsidRPr="00A72677">
              <w:rPr>
                <w:rtl/>
              </w:rPr>
              <w:t>قا</w:t>
            </w:r>
            <w:r w:rsidRPr="00A72677">
              <w:rPr>
                <w:rtl/>
              </w:rPr>
              <w:t>ل</w:t>
            </w:r>
            <w:r w:rsidR="00677BC4">
              <w:rPr>
                <w:rtl/>
              </w:rPr>
              <w:t>َ</w:t>
            </w:r>
            <w:r w:rsidR="004C00A8">
              <w:rPr>
                <w:rtl/>
              </w:rPr>
              <w:t xml:space="preserve"> </w:t>
            </w:r>
            <w:r w:rsidRPr="00A72677">
              <w:rPr>
                <w:rtl/>
              </w:rPr>
              <w:t>ا</w:t>
            </w:r>
            <w:r w:rsidR="00A72677" w:rsidRPr="00A72677">
              <w:rPr>
                <w:rtl/>
              </w:rPr>
              <w:t>لحل</w:t>
            </w:r>
            <w:r w:rsidRPr="00A72677">
              <w:rPr>
                <w:rtl/>
              </w:rPr>
              <w:t xml:space="preserve">وم </w:t>
            </w:r>
            <w:r w:rsidR="00A72677" w:rsidRPr="00A72677">
              <w:rPr>
                <w:rtl/>
              </w:rPr>
              <w:t>عند</w:t>
            </w:r>
            <w:r w:rsidRPr="00A72677">
              <w:rPr>
                <w:rtl/>
              </w:rPr>
              <w:t xml:space="preserve"> ا</w:t>
            </w:r>
            <w:r w:rsidR="00A72677" w:rsidRPr="00A72677">
              <w:rPr>
                <w:rtl/>
              </w:rPr>
              <w:t>لبل</w:t>
            </w:r>
            <w:r w:rsidRPr="00A72677">
              <w:rPr>
                <w:rtl/>
              </w:rPr>
              <w:t>اءِ</w:t>
            </w:r>
            <w:r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A72677">
              <w:rPr>
                <w:rtl/>
              </w:rPr>
              <w:t xml:space="preserve">لن </w:t>
            </w:r>
            <w:r w:rsidR="00A72677" w:rsidRPr="00A72677">
              <w:rPr>
                <w:rtl/>
              </w:rPr>
              <w:t>تض</w:t>
            </w:r>
            <w:r w:rsidRPr="00A72677">
              <w:rPr>
                <w:rtl/>
              </w:rPr>
              <w:t>لوا ا</w:t>
            </w:r>
            <w:r w:rsidR="00A72677" w:rsidRPr="00A72677">
              <w:rPr>
                <w:rtl/>
              </w:rPr>
              <w:t>لس</w:t>
            </w:r>
            <w:r w:rsidRPr="00A72677">
              <w:rPr>
                <w:rtl/>
              </w:rPr>
              <w:t>بيل</w:t>
            </w:r>
            <w:r w:rsidR="00677BC4">
              <w:rPr>
                <w:rtl/>
              </w:rPr>
              <w:t>َ</w:t>
            </w:r>
            <w:r w:rsidRPr="00A72677">
              <w:rPr>
                <w:rtl/>
              </w:rPr>
              <w:t xml:space="preserve"> وا</w:t>
            </w:r>
            <w:r w:rsidR="00A72677" w:rsidRPr="00A72677">
              <w:rPr>
                <w:rtl/>
              </w:rPr>
              <w:t>لب</w:t>
            </w:r>
            <w:r w:rsidRPr="00A72677">
              <w:rPr>
                <w:rtl/>
              </w:rPr>
              <w:t>درِ (</w:t>
            </w:r>
            <w:r w:rsidR="00A72677" w:rsidRPr="00A72677">
              <w:rPr>
                <w:rtl/>
              </w:rPr>
              <w:t>ها</w:t>
            </w:r>
            <w:r w:rsidRPr="00A72677">
              <w:rPr>
                <w:rtl/>
              </w:rPr>
              <w:t>دٍ)</w:t>
            </w:r>
            <w:r w:rsidRPr="00A72677">
              <w:rPr>
                <w:rStyle w:val="libPoemTiniChar0"/>
                <w:rtl/>
              </w:rPr>
              <w:br/>
              <w:t> </w:t>
            </w:r>
          </w:p>
        </w:tc>
        <w:tc>
          <w:tcPr>
            <w:tcW w:w="301" w:type="dxa"/>
          </w:tcPr>
          <w:p w:rsidR="00BA6469" w:rsidRPr="00A72677" w:rsidRDefault="00BA6469" w:rsidP="00BA6469">
            <w:pPr>
              <w:pStyle w:val="libPoem"/>
              <w:rPr>
                <w:rtl/>
              </w:rPr>
            </w:pPr>
          </w:p>
        </w:tc>
        <w:tc>
          <w:tcPr>
            <w:tcW w:w="3884" w:type="dxa"/>
          </w:tcPr>
          <w:p w:rsidR="00BA6469" w:rsidRPr="00A72677" w:rsidRDefault="00A72677" w:rsidP="00BA6469">
            <w:pPr>
              <w:pStyle w:val="libPoem"/>
            </w:pPr>
            <w:r w:rsidRPr="00A72677">
              <w:rPr>
                <w:rtl/>
              </w:rPr>
              <w:t>لكم</w:t>
            </w:r>
            <w:r w:rsidR="00BA6469" w:rsidRPr="00A72677">
              <w:rPr>
                <w:rtl/>
              </w:rPr>
              <w:t xml:space="preserve"> في د</w:t>
            </w:r>
            <w:r w:rsidRPr="00A72677">
              <w:rPr>
                <w:rtl/>
              </w:rPr>
              <w:t>جن</w:t>
            </w:r>
            <w:r w:rsidR="00BA6469" w:rsidRPr="00A72677">
              <w:rPr>
                <w:rtl/>
              </w:rPr>
              <w:t>ّ</w:t>
            </w:r>
            <w:r w:rsidR="00677BC4">
              <w:rPr>
                <w:rtl/>
              </w:rPr>
              <w:t>َ</w:t>
            </w:r>
            <w:r w:rsidRPr="00A72677">
              <w:rPr>
                <w:rtl/>
              </w:rPr>
              <w:t>ة</w:t>
            </w:r>
            <w:r w:rsidR="00BA6469" w:rsidRPr="00A72677">
              <w:rPr>
                <w:rtl/>
              </w:rPr>
              <w:t xml:space="preserve"> ا</w:t>
            </w:r>
            <w:r w:rsidRPr="00A72677">
              <w:rPr>
                <w:rtl/>
              </w:rPr>
              <w:t>لغم</w:t>
            </w:r>
            <w:r w:rsidR="00BA6469" w:rsidRPr="00A72677">
              <w:rPr>
                <w:rtl/>
              </w:rPr>
              <w:t>ّاءِ</w:t>
            </w:r>
            <w:r w:rsidR="00BA6469" w:rsidRPr="00A72677">
              <w:rPr>
                <w:rStyle w:val="libFootnotenumChar"/>
                <w:rtl/>
              </w:rPr>
              <w:t>(3)</w:t>
            </w:r>
            <w:r w:rsidR="00BA6469" w:rsidRPr="00A72677">
              <w:rPr>
                <w:rStyle w:val="libPoemTiniChar0"/>
                <w:rtl/>
              </w:rPr>
              <w:br/>
              <w:t> </w:t>
            </w:r>
          </w:p>
        </w:tc>
      </w:tr>
      <w:tr w:rsidR="00BA6469" w:rsidRPr="00524A24" w:rsidTr="00BA6469">
        <w:trPr>
          <w:trHeight w:val="350"/>
        </w:trPr>
        <w:tc>
          <w:tcPr>
            <w:tcW w:w="3902" w:type="dxa"/>
          </w:tcPr>
          <w:p w:rsidR="00BA6469" w:rsidRPr="00524A24" w:rsidRDefault="00BA6469" w:rsidP="00BA6469">
            <w:pPr>
              <w:pStyle w:val="libPoem"/>
            </w:pPr>
            <w:r w:rsidRPr="009647FC">
              <w:rPr>
                <w:rtl/>
              </w:rPr>
              <w:t>وأخوه</w:t>
            </w:r>
            <w:r w:rsidR="004C00A8">
              <w:rPr>
                <w:rtl/>
              </w:rPr>
              <w:t xml:space="preserve"> </w:t>
            </w:r>
            <w:r w:rsidRPr="009647FC">
              <w:rPr>
                <w:rtl/>
              </w:rPr>
              <w:t>(</w:t>
            </w:r>
            <w:r w:rsidR="00A72677" w:rsidRPr="009647FC">
              <w:rPr>
                <w:rtl/>
              </w:rPr>
              <w:t>محم</w:t>
            </w:r>
            <w:r w:rsidRPr="009647FC">
              <w:rPr>
                <w:rtl/>
              </w:rPr>
              <w:t>دٌ)</w:t>
            </w:r>
            <w:r>
              <w:rPr>
                <w:rtl/>
              </w:rPr>
              <w:t xml:space="preserve"> </w:t>
            </w:r>
            <w:r w:rsidR="00A72677" w:rsidRPr="009647FC">
              <w:rPr>
                <w:rtl/>
              </w:rPr>
              <w:t>حلم</w:t>
            </w:r>
            <w:r w:rsidRPr="009647FC">
              <w:rPr>
                <w:rtl/>
              </w:rPr>
              <w:t>كُم</w:t>
            </w:r>
            <w:r>
              <w:rPr>
                <w:rtl/>
              </w:rPr>
              <w:t xml:space="preserve"> </w:t>
            </w:r>
            <w:r w:rsidR="00A72677" w:rsidRPr="009647FC">
              <w:rPr>
                <w:rtl/>
              </w:rPr>
              <w:t>فيه</w:t>
            </w:r>
            <w:r w:rsidRPr="00725071">
              <w:rPr>
                <w:rStyle w:val="libPoemTiniChar0"/>
                <w:rtl/>
              </w:rPr>
              <w:br/>
              <w:t> </w:t>
            </w:r>
          </w:p>
        </w:tc>
        <w:tc>
          <w:tcPr>
            <w:tcW w:w="301" w:type="dxa"/>
          </w:tcPr>
          <w:p w:rsidR="00BA6469" w:rsidRDefault="00BA6469" w:rsidP="00BA6469">
            <w:pPr>
              <w:pStyle w:val="libPoem"/>
              <w:rPr>
                <w:rtl/>
              </w:rPr>
            </w:pPr>
          </w:p>
        </w:tc>
        <w:tc>
          <w:tcPr>
            <w:tcW w:w="3884" w:type="dxa"/>
          </w:tcPr>
          <w:p w:rsidR="00BA6469" w:rsidRPr="00524A24" w:rsidRDefault="00A72677" w:rsidP="00BA6469">
            <w:pPr>
              <w:pStyle w:val="libPoem"/>
            </w:pPr>
            <w:r w:rsidRPr="009647FC">
              <w:rPr>
                <w:rtl/>
              </w:rPr>
              <w:t>حسي</w:t>
            </w:r>
            <w:r w:rsidR="00BA6469" w:rsidRPr="009647FC">
              <w:rPr>
                <w:rtl/>
              </w:rPr>
              <w:t>ن</w:t>
            </w:r>
            <w:r w:rsidR="004C00A8">
              <w:rPr>
                <w:rtl/>
              </w:rPr>
              <w:t xml:space="preserve"> </w:t>
            </w:r>
            <w:r w:rsidR="00BA6469" w:rsidRPr="009647FC">
              <w:rPr>
                <w:rtl/>
              </w:rPr>
              <w:t>رأسٍ</w:t>
            </w:r>
            <w:r w:rsidR="00BA6469">
              <w:rPr>
                <w:rtl/>
              </w:rPr>
              <w:t xml:space="preserve"> </w:t>
            </w:r>
            <w:r w:rsidR="00BA6469" w:rsidRPr="009647FC">
              <w:rPr>
                <w:rtl/>
              </w:rPr>
              <w:t>لدى</w:t>
            </w:r>
            <w:r w:rsidR="00BA6469">
              <w:rPr>
                <w:rtl/>
              </w:rPr>
              <w:t xml:space="preserve"> </w:t>
            </w:r>
            <w:r w:rsidR="00BA6469" w:rsidRPr="009647FC">
              <w:rPr>
                <w:rtl/>
              </w:rPr>
              <w:t>ا</w:t>
            </w:r>
            <w:r w:rsidRPr="009647FC">
              <w:rPr>
                <w:rtl/>
              </w:rPr>
              <w:t>لن</w:t>
            </w:r>
            <w:r w:rsidR="00BA6469" w:rsidRPr="009647FC">
              <w:rPr>
                <w:rtl/>
              </w:rPr>
              <w:t>كبا</w:t>
            </w:r>
            <w:r w:rsidR="00BA6469" w:rsidRPr="00BA6469">
              <w:rPr>
                <w:rtl/>
              </w:rPr>
              <w:t>ءِ</w:t>
            </w:r>
            <w:r w:rsidR="00BA6469" w:rsidRPr="004E7EC6">
              <w:rPr>
                <w:rStyle w:val="libFootnotenumChar"/>
                <w:rtl/>
              </w:rPr>
              <w:t>(4)</w:t>
            </w:r>
            <w:r w:rsidR="00BA6469"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ظل</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تيمت استعبدت</w:t>
      </w:r>
      <w:r w:rsidR="00D769AB">
        <w:rPr>
          <w:rtl/>
        </w:rPr>
        <w:t>.</w:t>
      </w:r>
      <w:r w:rsidRPr="009647FC">
        <w:rPr>
          <w:rtl/>
        </w:rPr>
        <w:t xml:space="preserve"> شغفت</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المطبوع</w:t>
      </w:r>
      <w:r w:rsidR="00D769AB">
        <w:rPr>
          <w:rtl/>
        </w:rPr>
        <w:t>:</w:t>
      </w:r>
      <w:r w:rsidRPr="009647FC">
        <w:rPr>
          <w:rtl/>
        </w:rPr>
        <w:t xml:space="preserve"> الظلماء</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يشير إلى عبد الهادي ومحمد حسين أبناء الحاج محمد رضا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7421A" w:rsidRPr="00524A24" w:rsidTr="00E7421A">
        <w:trPr>
          <w:trHeight w:val="350"/>
        </w:trPr>
        <w:tc>
          <w:tcPr>
            <w:tcW w:w="3902" w:type="dxa"/>
          </w:tcPr>
          <w:p w:rsidR="00E7421A" w:rsidRPr="00524A24" w:rsidRDefault="00E7421A" w:rsidP="00A72677">
            <w:pPr>
              <w:pStyle w:val="libPoem"/>
            </w:pPr>
            <w:r w:rsidRPr="00A72677">
              <w:rPr>
                <w:rtl/>
              </w:rPr>
              <w:lastRenderedPageBreak/>
              <w:t>و</w:t>
            </w:r>
            <w:r w:rsidR="00A72677" w:rsidRPr="00A72677">
              <w:rPr>
                <w:rtl/>
              </w:rPr>
              <w:t>لكم</w:t>
            </w:r>
            <w:r w:rsidRPr="00A72677">
              <w:rPr>
                <w:rtl/>
              </w:rPr>
              <w:t xml:space="preserve"> أوجهٌ </w:t>
            </w:r>
            <w:r w:rsidR="00A72677" w:rsidRPr="00A72677">
              <w:rPr>
                <w:rtl/>
              </w:rPr>
              <w:t>بكل</w:t>
            </w:r>
            <w:r w:rsidRPr="00A72677">
              <w:rPr>
                <w:rtl/>
              </w:rPr>
              <w:t xml:space="preserve">ّ </w:t>
            </w:r>
            <w:r w:rsidR="00A72677" w:rsidRPr="00A72677">
              <w:rPr>
                <w:rtl/>
              </w:rPr>
              <w:t>مهم</w:t>
            </w:r>
            <w:r w:rsidRPr="00A72677">
              <w:rPr>
                <w:rtl/>
              </w:rPr>
              <w:t>ٍّ</w:t>
            </w:r>
            <w:r w:rsidRPr="00A72677">
              <w:rPr>
                <w:rStyle w:val="libFootnotenumChar"/>
                <w:rtl/>
              </w:rPr>
              <w:t>(1)</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ليس</w:t>
            </w:r>
            <w:r w:rsidR="00E7421A" w:rsidRPr="00A72677">
              <w:rPr>
                <w:rtl/>
              </w:rPr>
              <w:t xml:space="preserve"> </w:t>
            </w:r>
            <w:r w:rsidRPr="00A72677">
              <w:rPr>
                <w:rtl/>
              </w:rPr>
              <w:t>منه</w:t>
            </w:r>
            <w:r w:rsidR="00E7421A" w:rsidRPr="00A72677">
              <w:rPr>
                <w:rtl/>
              </w:rPr>
              <w:t xml:space="preserve">ا </w:t>
            </w:r>
            <w:r w:rsidRPr="00A72677">
              <w:rPr>
                <w:rtl/>
              </w:rPr>
              <w:t>يح</w:t>
            </w:r>
            <w:r w:rsidR="00E7421A" w:rsidRPr="00A72677">
              <w:rPr>
                <w:rtl/>
              </w:rPr>
              <w:t xml:space="preserve">ول </w:t>
            </w:r>
            <w:r w:rsidRPr="00A72677">
              <w:rPr>
                <w:rtl/>
              </w:rPr>
              <w:t>حس</w:t>
            </w:r>
            <w:r w:rsidR="00E7421A" w:rsidRPr="00A72677">
              <w:rPr>
                <w:rtl/>
              </w:rPr>
              <w:t>نُ ا</w:t>
            </w:r>
            <w:r w:rsidRPr="00A72677">
              <w:rPr>
                <w:rtl/>
              </w:rPr>
              <w:t>لث</w:t>
            </w:r>
            <w:r w:rsidR="00E7421A" w:rsidRPr="00A72677">
              <w:rPr>
                <w:rtl/>
              </w:rPr>
              <w:t>ناءِ</w:t>
            </w:r>
            <w:r w:rsidR="00E7421A"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ون</w:t>
            </w:r>
            <w:r w:rsidR="00A72677" w:rsidRPr="00A72677">
              <w:rPr>
                <w:rtl/>
              </w:rPr>
              <w:t>فو</w:t>
            </w:r>
            <w:r w:rsidRPr="00A72677">
              <w:rPr>
                <w:rtl/>
              </w:rPr>
              <w:t>سٌ</w:t>
            </w:r>
            <w:r w:rsidR="004C00A8">
              <w:rPr>
                <w:rtl/>
              </w:rPr>
              <w:t xml:space="preserve"> </w:t>
            </w:r>
            <w:r w:rsidRPr="00A72677">
              <w:rPr>
                <w:rtl/>
              </w:rPr>
              <w:t>إذا ا</w:t>
            </w:r>
            <w:r w:rsidR="00A72677" w:rsidRPr="00A72677">
              <w:rPr>
                <w:rtl/>
              </w:rPr>
              <w:t>لتقت</w:t>
            </w:r>
            <w:r w:rsidRPr="00A72677">
              <w:rPr>
                <w:rtl/>
              </w:rPr>
              <w:t xml:space="preserve"> </w:t>
            </w:r>
            <w:r w:rsidR="00A72677" w:rsidRPr="00A72677">
              <w:rPr>
                <w:rtl/>
              </w:rPr>
              <w:t>بالر</w:t>
            </w:r>
            <w:r w:rsidRPr="00A72677">
              <w:rPr>
                <w:rtl/>
              </w:rPr>
              <w:t>زايا</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غير</w:t>
            </w:r>
            <w:r w:rsidR="004C00A8">
              <w:rPr>
                <w:rtl/>
              </w:rPr>
              <w:t xml:space="preserve"> </w:t>
            </w:r>
            <w:r w:rsidRPr="00A72677">
              <w:rPr>
                <w:rtl/>
              </w:rPr>
              <w:t>مضع</w:t>
            </w:r>
            <w:r w:rsidR="00E7421A" w:rsidRPr="00A72677">
              <w:rPr>
                <w:rtl/>
              </w:rPr>
              <w:t>وفة ا</w:t>
            </w:r>
            <w:r w:rsidRPr="00A72677">
              <w:rPr>
                <w:rtl/>
              </w:rPr>
              <w:t>لقو</w:t>
            </w:r>
            <w:r w:rsidR="00E7421A" w:rsidRPr="00A72677">
              <w:rPr>
                <w:rtl/>
              </w:rPr>
              <w:t xml:space="preserve">ى </w:t>
            </w:r>
            <w:r w:rsidRPr="00A72677">
              <w:rPr>
                <w:rtl/>
              </w:rPr>
              <w:t>با</w:t>
            </w:r>
            <w:r w:rsidR="00E7421A" w:rsidRPr="00A72677">
              <w:rPr>
                <w:rtl/>
              </w:rPr>
              <w:t>للقاءِ</w:t>
            </w:r>
            <w:r w:rsidR="00E7421A"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و</w:t>
            </w:r>
            <w:r w:rsidR="00A72677" w:rsidRPr="00A72677">
              <w:rPr>
                <w:rtl/>
              </w:rPr>
              <w:t>كمل</w:t>
            </w:r>
            <w:r w:rsidRPr="00A72677">
              <w:rPr>
                <w:rtl/>
              </w:rPr>
              <w:t>س ا</w:t>
            </w:r>
            <w:r w:rsidR="00A72677" w:rsidRPr="00A72677">
              <w:rPr>
                <w:rtl/>
              </w:rPr>
              <w:t>لص</w:t>
            </w:r>
            <w:r w:rsidRPr="00A72677">
              <w:rPr>
                <w:rtl/>
              </w:rPr>
              <w:t xml:space="preserve">فا </w:t>
            </w:r>
            <w:r w:rsidR="00A72677" w:rsidRPr="00A72677">
              <w:rPr>
                <w:rtl/>
              </w:rPr>
              <w:t>قل</w:t>
            </w:r>
            <w:r w:rsidRPr="00A72677">
              <w:rPr>
                <w:rtl/>
              </w:rPr>
              <w:t xml:space="preserve">وبٌ </w:t>
            </w:r>
            <w:r w:rsidR="00A72677" w:rsidRPr="00A72677">
              <w:rPr>
                <w:rtl/>
              </w:rPr>
              <w:t>لد</w:t>
            </w:r>
            <w:r w:rsidRPr="00A72677">
              <w:rPr>
                <w:rtl/>
              </w:rPr>
              <w:t>ى ا</w:t>
            </w:r>
            <w:r w:rsidR="00A72677" w:rsidRPr="00A72677">
              <w:rPr>
                <w:rtl/>
              </w:rPr>
              <w:t>لخ</w:t>
            </w:r>
            <w:r w:rsidRPr="00A72677">
              <w:rPr>
                <w:rtl/>
              </w:rPr>
              <w:t>ط</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ب ب</w:t>
            </w:r>
            <w:r w:rsidR="00A72677" w:rsidRPr="00A72677">
              <w:rPr>
                <w:rtl/>
              </w:rPr>
              <w:t>ها</w:t>
            </w:r>
            <w:r w:rsidRPr="00A72677">
              <w:rPr>
                <w:rtl/>
              </w:rPr>
              <w:t xml:space="preserve"> رنّ</w:t>
            </w:r>
            <w:r w:rsidR="00677BC4">
              <w:rPr>
                <w:rtl/>
              </w:rPr>
              <w:t>َ</w:t>
            </w:r>
            <w:r w:rsidRPr="00A72677">
              <w:rPr>
                <w:rStyle w:val="libFootnotenumChar"/>
                <w:rtl/>
              </w:rPr>
              <w:t>(2)</w:t>
            </w:r>
            <w:r w:rsidRPr="00A72677">
              <w:rPr>
                <w:rtl/>
              </w:rPr>
              <w:t xml:space="preserve"> </w:t>
            </w:r>
            <w:r w:rsidR="00A72677" w:rsidRPr="00A72677">
              <w:rPr>
                <w:rtl/>
              </w:rPr>
              <w:t>مقط</w:t>
            </w:r>
            <w:r w:rsidRPr="00A72677">
              <w:rPr>
                <w:rtl/>
              </w:rPr>
              <w:t>عُ الأرزاءِ</w:t>
            </w:r>
            <w:r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إن</w:t>
            </w:r>
            <w:r w:rsidR="004C00A8">
              <w:rPr>
                <w:rtl/>
              </w:rPr>
              <w:t xml:space="preserve"> </w:t>
            </w:r>
            <w:r w:rsidRPr="00A72677">
              <w:rPr>
                <w:rtl/>
              </w:rPr>
              <w:t>أ</w:t>
            </w:r>
            <w:r w:rsidR="00A72677" w:rsidRPr="00A72677">
              <w:rPr>
                <w:rtl/>
              </w:rPr>
              <w:t>سمك</w:t>
            </w:r>
            <w:r w:rsidRPr="00A72677">
              <w:rPr>
                <w:rtl/>
              </w:rPr>
              <w:t xml:space="preserve">م </w:t>
            </w:r>
            <w:r w:rsidR="00A72677" w:rsidRPr="00A72677">
              <w:rPr>
                <w:rtl/>
              </w:rPr>
              <w:t>حس</w:t>
            </w:r>
            <w:r w:rsidRPr="00A72677">
              <w:rPr>
                <w:rtl/>
              </w:rPr>
              <w:t>ن</w:t>
            </w:r>
            <w:r w:rsidR="00677BC4">
              <w:rPr>
                <w:rtl/>
              </w:rPr>
              <w:t>َ</w:t>
            </w:r>
            <w:r w:rsidRPr="00A72677">
              <w:rPr>
                <w:rtl/>
              </w:rPr>
              <w:t xml:space="preserve"> الأ</w:t>
            </w:r>
            <w:r w:rsidR="00A72677" w:rsidRPr="00A72677">
              <w:rPr>
                <w:rtl/>
              </w:rPr>
              <w:t>سى</w:t>
            </w:r>
            <w:r w:rsidRPr="00A72677">
              <w:rPr>
                <w:rtl/>
              </w:rPr>
              <w:t xml:space="preserve"> ولأ</w:t>
            </w:r>
            <w:r w:rsidR="00A72677" w:rsidRPr="00A72677">
              <w:rPr>
                <w:rtl/>
              </w:rPr>
              <w:t>ضع</w:t>
            </w:r>
            <w:r w:rsidRPr="00A72677">
              <w:rPr>
                <w:rtl/>
              </w:rPr>
              <w:t>ا</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ف أسا</w:t>
            </w:r>
            <w:r w:rsidR="00A72677" w:rsidRPr="00A72677">
              <w:rPr>
                <w:rtl/>
              </w:rPr>
              <w:t>كم</w:t>
            </w:r>
            <w:r w:rsidRPr="00A72677">
              <w:rPr>
                <w:rtl/>
              </w:rPr>
              <w:t xml:space="preserve"> </w:t>
            </w:r>
            <w:r w:rsidR="00A72677" w:rsidRPr="00A72677">
              <w:rPr>
                <w:rtl/>
              </w:rPr>
              <w:t>تضم</w:t>
            </w:r>
            <w:r w:rsidRPr="00A72677">
              <w:rPr>
                <w:rtl/>
              </w:rPr>
              <w:t>ّ</w:t>
            </w:r>
            <w:r w:rsidR="00677BC4">
              <w:rPr>
                <w:rtl/>
              </w:rPr>
              <w:t>َ</w:t>
            </w:r>
            <w:r w:rsidR="00A72677" w:rsidRPr="00A72677">
              <w:rPr>
                <w:rtl/>
              </w:rPr>
              <w:t>ن</w:t>
            </w:r>
            <w:r w:rsidRPr="00A72677">
              <w:rPr>
                <w:rtl/>
              </w:rPr>
              <w:t>ت أ</w:t>
            </w:r>
            <w:r w:rsidR="00A72677" w:rsidRPr="00A72677">
              <w:rPr>
                <w:rtl/>
              </w:rPr>
              <w:t>حشا</w:t>
            </w:r>
            <w:r w:rsidRPr="00A72677">
              <w:rPr>
                <w:rtl/>
              </w:rPr>
              <w:t>ئي</w:t>
            </w:r>
            <w:r w:rsidRPr="00A72677">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A72677">
              <w:rPr>
                <w:rtl/>
              </w:rPr>
              <w:t>فلكم</w:t>
            </w:r>
            <w:r w:rsidR="00E7421A" w:rsidRPr="00A72677">
              <w:rPr>
                <w:rtl/>
              </w:rPr>
              <w:t xml:space="preserve"> </w:t>
            </w:r>
            <w:r w:rsidRPr="00A72677">
              <w:rPr>
                <w:rtl/>
              </w:rPr>
              <w:t>بعض</w:t>
            </w:r>
            <w:r w:rsidR="00E7421A" w:rsidRPr="00A72677">
              <w:rPr>
                <w:rtl/>
              </w:rPr>
              <w:t xml:space="preserve">كم </w:t>
            </w:r>
            <w:r w:rsidRPr="00A72677">
              <w:rPr>
                <w:rtl/>
              </w:rPr>
              <w:t>ببع</w:t>
            </w:r>
            <w:r w:rsidR="00E7421A" w:rsidRPr="00A72677">
              <w:rPr>
                <w:rtl/>
              </w:rPr>
              <w:t>ضٍ عزاءٌ</w:t>
            </w:r>
            <w:r w:rsidR="00E7421A"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524A24" w:rsidRDefault="00E7421A" w:rsidP="00A72677">
            <w:pPr>
              <w:pStyle w:val="libPoem"/>
            </w:pPr>
            <w:r w:rsidRPr="00A72677">
              <w:rPr>
                <w:rtl/>
              </w:rPr>
              <w:t>ول</w:t>
            </w:r>
            <w:r w:rsidR="00A72677" w:rsidRPr="00A72677">
              <w:rPr>
                <w:rtl/>
              </w:rPr>
              <w:t>نا</w:t>
            </w:r>
            <w:r w:rsidRPr="00A72677">
              <w:rPr>
                <w:rtl/>
              </w:rPr>
              <w:t xml:space="preserve"> </w:t>
            </w:r>
            <w:r w:rsidR="00A72677" w:rsidRPr="00A72677">
              <w:rPr>
                <w:rtl/>
              </w:rPr>
              <w:t>فيكم</w:t>
            </w:r>
            <w:r w:rsidRPr="00A72677">
              <w:rPr>
                <w:rtl/>
              </w:rPr>
              <w:t xml:space="preserve"> </w:t>
            </w:r>
            <w:r w:rsidR="00A72677" w:rsidRPr="00A72677">
              <w:rPr>
                <w:rtl/>
              </w:rPr>
              <w:t>جمي</w:t>
            </w:r>
            <w:r w:rsidRPr="00A72677">
              <w:rPr>
                <w:rtl/>
              </w:rPr>
              <w:t>ل ا</w:t>
            </w:r>
            <w:r w:rsidR="00A72677" w:rsidRPr="00A72677">
              <w:rPr>
                <w:rtl/>
              </w:rPr>
              <w:t>لعز</w:t>
            </w:r>
            <w:r w:rsidRPr="00A72677">
              <w:rPr>
                <w:rtl/>
              </w:rPr>
              <w:t>اءِ</w:t>
            </w:r>
            <w:r w:rsidRPr="00A72677">
              <w:rPr>
                <w:rStyle w:val="libPoemTiniChar0"/>
                <w:rtl/>
              </w:rPr>
              <w:br/>
              <w:t> </w:t>
            </w:r>
          </w:p>
        </w:tc>
      </w:tr>
    </w:tbl>
    <w:p w:rsidR="009647FC" w:rsidRPr="00524A24" w:rsidRDefault="009647FC" w:rsidP="004E7EC6">
      <w:pPr>
        <w:pStyle w:val="libNormal"/>
      </w:pPr>
      <w:r w:rsidRPr="004E7EC6">
        <w:rPr>
          <w:rtl/>
        </w:rPr>
        <w:t>وقال يرثي طفلاً له صغيرا</w:t>
      </w:r>
      <w:r w:rsidRPr="00E7421A">
        <w:rPr>
          <w:rtl/>
        </w:rPr>
        <w:t>ً</w:t>
      </w:r>
      <w:r w:rsidRPr="004E7EC6">
        <w:rPr>
          <w:rStyle w:val="libFootnotenumChar"/>
          <w:rtl/>
        </w:rPr>
        <w:t>(3)</w:t>
      </w:r>
      <w:r w:rsidRPr="004E7EC6">
        <w:rPr>
          <w:rtl/>
        </w:rPr>
        <w:t>:</w:t>
      </w:r>
    </w:p>
    <w:tbl>
      <w:tblPr>
        <w:tblStyle w:val="TableGrid"/>
        <w:bidiVisual/>
        <w:tblW w:w="4562" w:type="pct"/>
        <w:tblInd w:w="384" w:type="dxa"/>
        <w:tblLook w:val="04A0"/>
      </w:tblPr>
      <w:tblGrid>
        <w:gridCol w:w="3902"/>
        <w:gridCol w:w="301"/>
        <w:gridCol w:w="3884"/>
      </w:tblGrid>
      <w:tr w:rsidR="00E7421A" w:rsidRPr="00524A24" w:rsidTr="00E7421A">
        <w:trPr>
          <w:trHeight w:val="350"/>
        </w:trPr>
        <w:tc>
          <w:tcPr>
            <w:tcW w:w="3902" w:type="dxa"/>
          </w:tcPr>
          <w:p w:rsidR="00E7421A" w:rsidRPr="00524A24" w:rsidRDefault="00A72677" w:rsidP="00A72677">
            <w:pPr>
              <w:pStyle w:val="libPoem"/>
            </w:pPr>
            <w:r w:rsidRPr="00A72677">
              <w:rPr>
                <w:rtl/>
              </w:rPr>
              <w:t>هل</w:t>
            </w:r>
            <w:r w:rsidR="00E7421A" w:rsidRPr="00A72677">
              <w:rPr>
                <w:rtl/>
              </w:rPr>
              <w:t xml:space="preserve"> </w:t>
            </w:r>
            <w:r w:rsidRPr="00A72677">
              <w:rPr>
                <w:rtl/>
              </w:rPr>
              <w:t>يط</w:t>
            </w:r>
            <w:r w:rsidR="00E7421A" w:rsidRPr="00A72677">
              <w:rPr>
                <w:rtl/>
              </w:rPr>
              <w:t>ربنّ</w:t>
            </w:r>
            <w:r w:rsidR="00677BC4">
              <w:rPr>
                <w:rtl/>
              </w:rPr>
              <w:t>َ</w:t>
            </w:r>
            <w:r w:rsidR="00E7421A" w:rsidRPr="00A72677">
              <w:rPr>
                <w:rtl/>
              </w:rPr>
              <w:t xml:space="preserve">ك </w:t>
            </w:r>
            <w:r w:rsidRPr="00A72677">
              <w:rPr>
                <w:rtl/>
              </w:rPr>
              <w:t>يا</w:t>
            </w:r>
            <w:r w:rsidR="00E7421A" w:rsidRPr="00A72677">
              <w:rPr>
                <w:rtl/>
              </w:rPr>
              <w:t xml:space="preserve"> زمانُ نعائي؟</w:t>
            </w:r>
            <w:r w:rsidR="00E7421A"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أم أن</w:t>
            </w:r>
            <w:r w:rsidR="00A72677" w:rsidRPr="00A72677">
              <w:rPr>
                <w:rtl/>
              </w:rPr>
              <w:t>ّك</w:t>
            </w:r>
            <w:r w:rsidR="00677BC4">
              <w:rPr>
                <w:rtl/>
              </w:rPr>
              <w:t>َ</w:t>
            </w:r>
            <w:r w:rsidRPr="00A72677">
              <w:rPr>
                <w:rtl/>
              </w:rPr>
              <w:t xml:space="preserve"> ا</w:t>
            </w:r>
            <w:r w:rsidR="00A72677" w:rsidRPr="00A72677">
              <w:rPr>
                <w:rtl/>
              </w:rPr>
              <w:t>ست</w:t>
            </w:r>
            <w:r w:rsidRPr="00A72677">
              <w:rPr>
                <w:rtl/>
              </w:rPr>
              <w:t xml:space="preserve">عذبت </w:t>
            </w:r>
            <w:r w:rsidR="00A72677" w:rsidRPr="00A72677">
              <w:rPr>
                <w:rtl/>
              </w:rPr>
              <w:t>ما</w:t>
            </w:r>
            <w:r w:rsidRPr="00A72677">
              <w:rPr>
                <w:rtl/>
              </w:rPr>
              <w:t>ء</w:t>
            </w:r>
            <w:r w:rsidR="00677BC4">
              <w:rPr>
                <w:rtl/>
              </w:rPr>
              <w:t>َ</w:t>
            </w:r>
            <w:r w:rsidRPr="00A72677">
              <w:rPr>
                <w:rtl/>
              </w:rPr>
              <w:t xml:space="preserve"> </w:t>
            </w:r>
            <w:r w:rsidR="00A72677" w:rsidRPr="00A72677">
              <w:rPr>
                <w:rtl/>
              </w:rPr>
              <w:t>بك</w:t>
            </w:r>
            <w:r w:rsidRPr="00A72677">
              <w:rPr>
                <w:rtl/>
              </w:rPr>
              <w:t>ائي؟</w:t>
            </w:r>
            <w:r w:rsidRPr="00A72677">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A72677">
              <w:rPr>
                <w:rtl/>
              </w:rPr>
              <w:t>في</w:t>
            </w:r>
            <w:r w:rsidR="004C00A8">
              <w:rPr>
                <w:rtl/>
              </w:rPr>
              <w:t xml:space="preserve"> </w:t>
            </w:r>
            <w:r w:rsidRPr="00A72677">
              <w:rPr>
                <w:rtl/>
              </w:rPr>
              <w:t>كل</w:t>
            </w:r>
            <w:r w:rsidR="00E7421A" w:rsidRPr="00A72677">
              <w:rPr>
                <w:rtl/>
              </w:rPr>
              <w:t xml:space="preserve">ّ </w:t>
            </w:r>
            <w:r w:rsidRPr="00A72677">
              <w:rPr>
                <w:rtl/>
              </w:rPr>
              <w:t>يو</w:t>
            </w:r>
            <w:r w:rsidR="00E7421A" w:rsidRPr="00A72677">
              <w:rPr>
                <w:rtl/>
              </w:rPr>
              <w:t xml:space="preserve">مٍ </w:t>
            </w:r>
            <w:r w:rsidRPr="00A72677">
              <w:rPr>
                <w:rtl/>
              </w:rPr>
              <w:t>من</w:t>
            </w:r>
            <w:r w:rsidR="00E7421A" w:rsidRPr="00A72677">
              <w:rPr>
                <w:rtl/>
              </w:rPr>
              <w:t>ك ألقى شدّةً</w:t>
            </w:r>
            <w:r w:rsidR="00E7421A"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ولأنت</w:t>
            </w:r>
            <w:r w:rsidR="004C00A8">
              <w:rPr>
                <w:rtl/>
              </w:rPr>
              <w:t xml:space="preserve"> </w:t>
            </w:r>
            <w:r w:rsidR="00A72677" w:rsidRPr="00A72677">
              <w:rPr>
                <w:rtl/>
              </w:rPr>
              <w:t>يو</w:t>
            </w:r>
            <w:r w:rsidRPr="00A72677">
              <w:rPr>
                <w:rtl/>
              </w:rPr>
              <w:t xml:space="preserve">ماً </w:t>
            </w:r>
            <w:r w:rsidR="00A72677" w:rsidRPr="00A72677">
              <w:rPr>
                <w:rtl/>
              </w:rPr>
              <w:t>شد</w:t>
            </w:r>
            <w:r w:rsidRPr="00A72677">
              <w:rPr>
                <w:rtl/>
              </w:rPr>
              <w:t>ّ</w:t>
            </w:r>
            <w:r w:rsidR="00677BC4">
              <w:rPr>
                <w:rtl/>
              </w:rPr>
              <w:t>َ</w:t>
            </w:r>
            <w:r w:rsidRPr="00A72677">
              <w:rPr>
                <w:rtl/>
              </w:rPr>
              <w:t>ةٍ ور</w:t>
            </w:r>
            <w:r w:rsidR="00A72677" w:rsidRPr="00A72677">
              <w:rPr>
                <w:rtl/>
              </w:rPr>
              <w:t>خا</w:t>
            </w:r>
            <w:r w:rsidRPr="00A72677">
              <w:rPr>
                <w:rtl/>
              </w:rPr>
              <w:t>ءِ</w:t>
            </w:r>
            <w:r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لا</w:t>
            </w:r>
            <w:r w:rsidR="004C00A8">
              <w:rPr>
                <w:rtl/>
              </w:rPr>
              <w:t xml:space="preserve"> </w:t>
            </w:r>
            <w:r w:rsidRPr="00A72677">
              <w:rPr>
                <w:rtl/>
              </w:rPr>
              <w:t>ز</w:t>
            </w:r>
            <w:r w:rsidR="00A72677" w:rsidRPr="00A72677">
              <w:rPr>
                <w:rtl/>
              </w:rPr>
              <w:t>لت</w:t>
            </w:r>
            <w:r w:rsidRPr="00A72677">
              <w:rPr>
                <w:rtl/>
              </w:rPr>
              <w:t xml:space="preserve"> </w:t>
            </w:r>
            <w:r w:rsidR="00A72677" w:rsidRPr="00A72677">
              <w:rPr>
                <w:rtl/>
              </w:rPr>
              <w:t>مل</w:t>
            </w:r>
            <w:r w:rsidRPr="00A72677">
              <w:rPr>
                <w:rtl/>
              </w:rPr>
              <w:t>حم</w:t>
            </w:r>
            <w:r w:rsidR="00677BC4">
              <w:rPr>
                <w:rtl/>
              </w:rPr>
              <w:t>َ</w:t>
            </w:r>
            <w:r w:rsidRPr="00A72677">
              <w:rPr>
                <w:rtl/>
              </w:rPr>
              <w:t xml:space="preserve"> </w:t>
            </w:r>
            <w:r w:rsidR="00A72677" w:rsidRPr="00A72677">
              <w:rPr>
                <w:rtl/>
              </w:rPr>
              <w:t>غا</w:t>
            </w:r>
            <w:r w:rsidRPr="00A72677">
              <w:rPr>
                <w:rtl/>
              </w:rPr>
              <w:t>رة الأرزاء</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 xml:space="preserve">أو </w:t>
            </w:r>
            <w:r w:rsidR="00A72677" w:rsidRPr="00A72677">
              <w:rPr>
                <w:rtl/>
              </w:rPr>
              <w:t>حا</w:t>
            </w:r>
            <w:r w:rsidRPr="00A72677">
              <w:rPr>
                <w:rtl/>
              </w:rPr>
              <w:t xml:space="preserve">شداً </w:t>
            </w:r>
            <w:r w:rsidR="00A72677" w:rsidRPr="00A72677">
              <w:rPr>
                <w:rtl/>
              </w:rPr>
              <w:t>جي</w:t>
            </w:r>
            <w:r w:rsidRPr="00A72677">
              <w:rPr>
                <w:rtl/>
              </w:rPr>
              <w:t xml:space="preserve">شاً </w:t>
            </w:r>
            <w:r w:rsidR="00A72677" w:rsidRPr="00A72677">
              <w:rPr>
                <w:rtl/>
              </w:rPr>
              <w:t>من</w:t>
            </w:r>
            <w:r w:rsidRPr="00A72677">
              <w:rPr>
                <w:rtl/>
              </w:rPr>
              <w:t xml:space="preserve"> ا</w:t>
            </w:r>
            <w:r w:rsidR="00A72677" w:rsidRPr="00A72677">
              <w:rPr>
                <w:rtl/>
              </w:rPr>
              <w:t>لن</w:t>
            </w:r>
            <w:r w:rsidRPr="00A72677">
              <w:rPr>
                <w:rtl/>
              </w:rPr>
              <w:t>كباءِ</w:t>
            </w:r>
            <w:r w:rsidRPr="00A72677">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A72677">
              <w:rPr>
                <w:rtl/>
              </w:rPr>
              <w:t>حت</w:t>
            </w:r>
            <w:r w:rsidR="00E7421A" w:rsidRPr="00A72677">
              <w:rPr>
                <w:rtl/>
              </w:rPr>
              <w:t>ى</w:t>
            </w:r>
            <w:r w:rsidR="004C00A8">
              <w:rPr>
                <w:rtl/>
              </w:rPr>
              <w:t xml:space="preserve"> </w:t>
            </w:r>
            <w:r w:rsidR="00E7421A" w:rsidRPr="00A72677">
              <w:rPr>
                <w:rtl/>
              </w:rPr>
              <w:t>أ</w:t>
            </w:r>
            <w:r w:rsidRPr="00A72677">
              <w:rPr>
                <w:rtl/>
              </w:rPr>
              <w:t>صب</w:t>
            </w:r>
            <w:r w:rsidR="00E7421A" w:rsidRPr="00A72677">
              <w:rPr>
                <w:rtl/>
              </w:rPr>
              <w:t>ت</w:t>
            </w:r>
            <w:r w:rsidR="00677BC4">
              <w:rPr>
                <w:rtl/>
              </w:rPr>
              <w:t>َ</w:t>
            </w:r>
            <w:r w:rsidR="00E7421A" w:rsidRPr="00A72677">
              <w:rPr>
                <w:rtl/>
              </w:rPr>
              <w:t xml:space="preserve"> صميم</w:t>
            </w:r>
            <w:r w:rsidR="00677BC4">
              <w:rPr>
                <w:rtl/>
              </w:rPr>
              <w:t>َ</w:t>
            </w:r>
            <w:r w:rsidR="00E7421A" w:rsidRPr="00A72677">
              <w:rPr>
                <w:rtl/>
              </w:rPr>
              <w:t xml:space="preserve"> قلبي بغتةً</w:t>
            </w:r>
            <w:r w:rsidR="00E7421A"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و</w:t>
            </w:r>
            <w:r w:rsidR="00A72677" w:rsidRPr="00A72677">
              <w:rPr>
                <w:rtl/>
              </w:rPr>
              <w:t>طرقت</w:t>
            </w:r>
            <w:r w:rsidRPr="00A72677">
              <w:rPr>
                <w:rtl/>
              </w:rPr>
              <w:t>ني</w:t>
            </w:r>
            <w:r w:rsidR="004C00A8">
              <w:rPr>
                <w:rtl/>
              </w:rPr>
              <w:t xml:space="preserve"> </w:t>
            </w:r>
            <w:r w:rsidR="00A72677" w:rsidRPr="00A72677">
              <w:rPr>
                <w:rtl/>
              </w:rPr>
              <w:t>بفج</w:t>
            </w:r>
            <w:r w:rsidRPr="00A72677">
              <w:rPr>
                <w:rtl/>
              </w:rPr>
              <w:t xml:space="preserve">يعةٍ </w:t>
            </w:r>
            <w:r w:rsidR="00A72677" w:rsidRPr="00A72677">
              <w:rPr>
                <w:rtl/>
              </w:rPr>
              <w:t>صم</w:t>
            </w:r>
            <w:r w:rsidRPr="00A72677">
              <w:rPr>
                <w:rtl/>
              </w:rPr>
              <w:t>ّاءِ</w:t>
            </w:r>
            <w:r w:rsidRPr="00A72677">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A72677">
              <w:rPr>
                <w:rtl/>
              </w:rPr>
              <w:t>لم</w:t>
            </w:r>
            <w:r w:rsidR="00E7421A" w:rsidRPr="00A72677">
              <w:rPr>
                <w:rtl/>
              </w:rPr>
              <w:t xml:space="preserve"> ت</w:t>
            </w:r>
            <w:r w:rsidRPr="00A72677">
              <w:rPr>
                <w:rtl/>
              </w:rPr>
              <w:t>ُب</w:t>
            </w:r>
            <w:r w:rsidR="00E7421A" w:rsidRPr="00A72677">
              <w:rPr>
                <w:rtl/>
              </w:rPr>
              <w:t>قِ لي جلداً، وكنتُ أخالني</w:t>
            </w:r>
            <w:r w:rsidR="00E7421A"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جلِد</w:t>
            </w:r>
            <w:r w:rsidR="00E7421A" w:rsidRPr="00A72677">
              <w:rPr>
                <w:rtl/>
              </w:rPr>
              <w:t xml:space="preserve">اً </w:t>
            </w:r>
            <w:r w:rsidRPr="00A72677">
              <w:rPr>
                <w:rtl/>
              </w:rPr>
              <w:t>بكل</w:t>
            </w:r>
            <w:r w:rsidR="00E7421A" w:rsidRPr="00A72677">
              <w:rPr>
                <w:rtl/>
              </w:rPr>
              <w:t xml:space="preserve">ّ </w:t>
            </w:r>
            <w:r w:rsidRPr="00A72677">
              <w:rPr>
                <w:rtl/>
              </w:rPr>
              <w:t>ملم</w:t>
            </w:r>
            <w:r w:rsidR="00E7421A" w:rsidRPr="00A72677">
              <w:rPr>
                <w:rtl/>
              </w:rPr>
              <w:t>ّ</w:t>
            </w:r>
            <w:r w:rsidR="00677BC4">
              <w:rPr>
                <w:rtl/>
              </w:rPr>
              <w:t>َ</w:t>
            </w:r>
            <w:r w:rsidR="00E7421A" w:rsidRPr="00A72677">
              <w:rPr>
                <w:rtl/>
              </w:rPr>
              <w:t>ةٍ د</w:t>
            </w:r>
            <w:r w:rsidRPr="00A72677">
              <w:rPr>
                <w:rtl/>
              </w:rPr>
              <w:t>هي</w:t>
            </w:r>
            <w:r w:rsidR="00E7421A" w:rsidRPr="00A72677">
              <w:rPr>
                <w:rtl/>
              </w:rPr>
              <w:t>اءِ</w:t>
            </w:r>
            <w:r w:rsidR="00E7421A"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و</w:t>
            </w:r>
            <w:r w:rsidR="00A72677" w:rsidRPr="00A72677">
              <w:rPr>
                <w:rtl/>
              </w:rPr>
              <w:t>مع</w:t>
            </w:r>
            <w:r w:rsidRPr="00A72677">
              <w:rPr>
                <w:rtl/>
              </w:rPr>
              <w:t>نفٍ</w:t>
            </w:r>
            <w:r w:rsidR="004C00A8">
              <w:rPr>
                <w:rtl/>
              </w:rPr>
              <w:t xml:space="preserve"> </w:t>
            </w:r>
            <w:r w:rsidRPr="00A72677">
              <w:rPr>
                <w:rtl/>
              </w:rPr>
              <w:t>طربِ المسامع ما رمى</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عي</w:t>
            </w:r>
            <w:r w:rsidR="00E7421A" w:rsidRPr="00A72677">
              <w:rPr>
                <w:rtl/>
              </w:rPr>
              <w:t>نيه</w:t>
            </w:r>
            <w:r w:rsidR="004C00A8">
              <w:rPr>
                <w:rtl/>
              </w:rPr>
              <w:t xml:space="preserve"> </w:t>
            </w:r>
            <w:r w:rsidRPr="00A72677">
              <w:rPr>
                <w:rtl/>
              </w:rPr>
              <w:t>صر</w:t>
            </w:r>
            <w:r w:rsidR="00E7421A" w:rsidRPr="00A72677">
              <w:rPr>
                <w:rtl/>
              </w:rPr>
              <w:t>فُ ا</w:t>
            </w:r>
            <w:r w:rsidRPr="00A72677">
              <w:rPr>
                <w:rtl/>
              </w:rPr>
              <w:t>لد</w:t>
            </w:r>
            <w:r w:rsidR="00E7421A" w:rsidRPr="00A72677">
              <w:rPr>
                <w:rtl/>
              </w:rPr>
              <w:t>هر بالأقذاءِ</w:t>
            </w:r>
            <w:r w:rsidR="00E7421A" w:rsidRPr="00A72677">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A72677">
              <w:rPr>
                <w:rtl/>
              </w:rPr>
              <w:t>قد</w:t>
            </w:r>
            <w:r w:rsidR="004C00A8">
              <w:rPr>
                <w:rtl/>
              </w:rPr>
              <w:t xml:space="preserve"> </w:t>
            </w:r>
            <w:r w:rsidR="00E7421A" w:rsidRPr="00A72677">
              <w:rPr>
                <w:rtl/>
              </w:rPr>
              <w:t>لا</w:t>
            </w:r>
            <w:r w:rsidRPr="00A72677">
              <w:rPr>
                <w:rtl/>
              </w:rPr>
              <w:t>من</w:t>
            </w:r>
            <w:r w:rsidR="00E7421A" w:rsidRPr="00A72677">
              <w:rPr>
                <w:rtl/>
              </w:rPr>
              <w:t>ي وحشاه بين ضلوعه</w:t>
            </w:r>
            <w:r w:rsidR="00E7421A"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والأرضُ</w:t>
            </w:r>
            <w:r w:rsidR="004C00A8">
              <w:rPr>
                <w:rtl/>
              </w:rPr>
              <w:t xml:space="preserve"> </w:t>
            </w:r>
            <w:r w:rsidR="00A72677" w:rsidRPr="00A72677">
              <w:rPr>
                <w:rtl/>
              </w:rPr>
              <w:t>مط</w:t>
            </w:r>
            <w:r w:rsidRPr="00A72677">
              <w:rPr>
                <w:rtl/>
              </w:rPr>
              <w:t xml:space="preserve">بقة </w:t>
            </w:r>
            <w:r w:rsidR="00A72677" w:rsidRPr="00A72677">
              <w:rPr>
                <w:rtl/>
              </w:rPr>
              <w:t>عل</w:t>
            </w:r>
            <w:r w:rsidRPr="00A72677">
              <w:rPr>
                <w:rtl/>
              </w:rPr>
              <w:t>ى أحشائي</w:t>
            </w:r>
            <w:r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أ</w:t>
            </w:r>
            <w:r w:rsidR="00A72677" w:rsidRPr="00A72677">
              <w:rPr>
                <w:rtl/>
              </w:rPr>
              <w:t>مع</w:t>
            </w:r>
            <w:r w:rsidRPr="00A72677">
              <w:rPr>
                <w:rtl/>
              </w:rPr>
              <w:t>يب</w:t>
            </w:r>
            <w:r w:rsidR="00677BC4">
              <w:rPr>
                <w:rtl/>
              </w:rPr>
              <w:t>َ</w:t>
            </w:r>
            <w:r w:rsidRPr="00A72677">
              <w:rPr>
                <w:rtl/>
              </w:rPr>
              <w:t xml:space="preserve"> </w:t>
            </w:r>
            <w:r w:rsidR="00A72677" w:rsidRPr="00A72677">
              <w:rPr>
                <w:rtl/>
              </w:rPr>
              <w:t>حز</w:t>
            </w:r>
            <w:r w:rsidRPr="00A72677">
              <w:rPr>
                <w:rtl/>
              </w:rPr>
              <w:t>ني لو ملكت تجلّدي</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ما</w:t>
            </w:r>
            <w:r w:rsidR="00E7421A" w:rsidRPr="00A72677">
              <w:rPr>
                <w:rtl/>
              </w:rPr>
              <w:t xml:space="preserve"> </w:t>
            </w:r>
            <w:r w:rsidRPr="00A72677">
              <w:rPr>
                <w:rtl/>
              </w:rPr>
              <w:t>بت</w:t>
            </w:r>
            <w:r w:rsidR="00E7421A" w:rsidRPr="00A72677">
              <w:rPr>
                <w:rtl/>
              </w:rPr>
              <w:t>ُّ أ</w:t>
            </w:r>
            <w:r w:rsidRPr="00A72677">
              <w:rPr>
                <w:rtl/>
              </w:rPr>
              <w:t>مز</w:t>
            </w:r>
            <w:r w:rsidR="00E7421A" w:rsidRPr="00A72677">
              <w:rPr>
                <w:rtl/>
              </w:rPr>
              <w:t>جُ أد</w:t>
            </w:r>
            <w:r w:rsidRPr="00A72677">
              <w:rPr>
                <w:rtl/>
              </w:rPr>
              <w:t>مع</w:t>
            </w:r>
            <w:r w:rsidR="00E7421A" w:rsidRPr="00A72677">
              <w:rPr>
                <w:rtl/>
              </w:rPr>
              <w:t>ي ببكائي</w:t>
            </w:r>
            <w:r w:rsidR="00E7421A"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أ</w:t>
            </w:r>
            <w:r w:rsidR="00A72677" w:rsidRPr="00A72677">
              <w:rPr>
                <w:rtl/>
              </w:rPr>
              <w:t>بن</w:t>
            </w:r>
            <w:r w:rsidRPr="00A72677">
              <w:rPr>
                <w:rtl/>
              </w:rPr>
              <w:t>يّ</w:t>
            </w:r>
            <w:r w:rsidR="00677BC4">
              <w:rPr>
                <w:rtl/>
              </w:rPr>
              <w:t>َ</w:t>
            </w:r>
            <w:r w:rsidRPr="00A72677">
              <w:rPr>
                <w:rtl/>
              </w:rPr>
              <w:t xml:space="preserve"> </w:t>
            </w:r>
            <w:r w:rsidR="00A72677" w:rsidRPr="00A72677">
              <w:rPr>
                <w:rtl/>
              </w:rPr>
              <w:t>لو</w:t>
            </w:r>
            <w:r w:rsidRPr="00A72677">
              <w:rPr>
                <w:rtl/>
              </w:rPr>
              <w:t xml:space="preserve"> خ</w:t>
            </w:r>
            <w:r w:rsidR="00A72677" w:rsidRPr="00A72677">
              <w:rPr>
                <w:rtl/>
              </w:rPr>
              <w:t>ُل</w:t>
            </w:r>
            <w:r w:rsidRPr="00A72677">
              <w:rPr>
                <w:rtl/>
              </w:rPr>
              <w:t>ِع البقاءُ على امرئ</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لخ</w:t>
            </w:r>
            <w:r w:rsidR="00E7421A" w:rsidRPr="00A72677">
              <w:rPr>
                <w:rtl/>
              </w:rPr>
              <w:t>لعتُ</w:t>
            </w:r>
            <w:r w:rsidR="004C00A8">
              <w:rPr>
                <w:rtl/>
              </w:rPr>
              <w:t xml:space="preserve"> </w:t>
            </w:r>
            <w:r w:rsidRPr="00A72677">
              <w:rPr>
                <w:rtl/>
              </w:rPr>
              <w:t>من</w:t>
            </w:r>
            <w:r w:rsidR="00E7421A" w:rsidRPr="00A72677">
              <w:rPr>
                <w:rtl/>
              </w:rPr>
              <w:t xml:space="preserve"> شغفٍ عليك بقائي</w:t>
            </w:r>
            <w:r w:rsidR="00E7421A"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مُغفٍ</w:t>
            </w:r>
            <w:r w:rsidR="004C00A8">
              <w:rPr>
                <w:rtl/>
              </w:rPr>
              <w:t xml:space="preserve"> </w:t>
            </w:r>
            <w:r w:rsidRPr="009647FC">
              <w:rPr>
                <w:rtl/>
              </w:rPr>
              <w:t>قد</w:t>
            </w:r>
            <w:r>
              <w:rPr>
                <w:rtl/>
              </w:rPr>
              <w:t xml:space="preserve"> </w:t>
            </w:r>
            <w:r w:rsidRPr="009647FC">
              <w:rPr>
                <w:rtl/>
              </w:rPr>
              <w:t>امتلأت</w:t>
            </w:r>
            <w:r>
              <w:rPr>
                <w:rtl/>
              </w:rPr>
              <w:t xml:space="preserve"> </w:t>
            </w:r>
            <w:r w:rsidRPr="009647FC">
              <w:rPr>
                <w:rtl/>
              </w:rPr>
              <w:t>رديً</w:t>
            </w:r>
            <w:r>
              <w:rPr>
                <w:rtl/>
              </w:rPr>
              <w:t xml:space="preserve"> </w:t>
            </w:r>
            <w:r w:rsidRPr="009647FC">
              <w:rPr>
                <w:rtl/>
              </w:rPr>
              <w:t>بدل</w:t>
            </w:r>
            <w:r>
              <w:rPr>
                <w:rtl/>
              </w:rPr>
              <w:t xml:space="preserve"> </w:t>
            </w:r>
            <w:r w:rsidRPr="009647FC">
              <w:rPr>
                <w:rtl/>
              </w:rPr>
              <w:t>الكرى</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عين</w:t>
            </w:r>
            <w:r w:rsidR="00E7421A" w:rsidRPr="009647FC">
              <w:rPr>
                <w:rtl/>
              </w:rPr>
              <w:t>اك</w:t>
            </w:r>
            <w:r w:rsidR="00E7421A">
              <w:rPr>
                <w:rtl/>
              </w:rPr>
              <w:t xml:space="preserve"> </w:t>
            </w:r>
            <w:r w:rsidRPr="009647FC">
              <w:rPr>
                <w:rtl/>
              </w:rPr>
              <w:t>فاقد</w:t>
            </w:r>
            <w:r w:rsidR="00677BC4">
              <w:rPr>
                <w:rtl/>
              </w:rPr>
              <w:t>َ</w:t>
            </w:r>
            <w:r w:rsidR="00E7421A">
              <w:rPr>
                <w:rtl/>
              </w:rPr>
              <w:t xml:space="preserve"> </w:t>
            </w:r>
            <w:r w:rsidRPr="009647FC">
              <w:rPr>
                <w:rtl/>
              </w:rPr>
              <w:t>لذ</w:t>
            </w:r>
            <w:r w:rsidR="00E7421A" w:rsidRPr="009647FC">
              <w:rPr>
                <w:rtl/>
              </w:rPr>
              <w:t>ة</w:t>
            </w:r>
            <w:r w:rsidR="00E7421A">
              <w:rPr>
                <w:rtl/>
              </w:rPr>
              <w:t xml:space="preserve"> </w:t>
            </w:r>
            <w:r w:rsidR="00E7421A" w:rsidRPr="009647FC">
              <w:rPr>
                <w:rtl/>
              </w:rPr>
              <w:t>الإ</w:t>
            </w:r>
            <w:r w:rsidRPr="009647FC">
              <w:rPr>
                <w:rtl/>
              </w:rPr>
              <w:t>غف</w:t>
            </w:r>
            <w:r w:rsidR="00E7421A" w:rsidRPr="009647FC">
              <w:rPr>
                <w:rtl/>
              </w:rPr>
              <w:t>اءِ</w:t>
            </w:r>
            <w:r w:rsidR="00E7421A"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داءٌ</w:t>
            </w:r>
            <w:r w:rsidR="004C00A8">
              <w:rPr>
                <w:rtl/>
              </w:rPr>
              <w:t xml:space="preserve"> </w:t>
            </w:r>
            <w:r w:rsidR="00A72677" w:rsidRPr="009647FC">
              <w:rPr>
                <w:rtl/>
              </w:rPr>
              <w:t>تر</w:t>
            </w:r>
            <w:r w:rsidRPr="009647FC">
              <w:rPr>
                <w:rtl/>
              </w:rPr>
              <w:t>حّ</w:t>
            </w:r>
            <w:r w:rsidR="00677BC4">
              <w:rPr>
                <w:rtl/>
              </w:rPr>
              <w:t>َ</w:t>
            </w:r>
            <w:r w:rsidRPr="009647FC">
              <w:rPr>
                <w:rtl/>
              </w:rPr>
              <w:t>ل</w:t>
            </w:r>
            <w:r>
              <w:rPr>
                <w:rtl/>
              </w:rPr>
              <w:t xml:space="preserve"> </w:t>
            </w:r>
            <w:r w:rsidR="00A72677" w:rsidRPr="009647FC">
              <w:rPr>
                <w:rtl/>
              </w:rPr>
              <w:t>في</w:t>
            </w:r>
            <w:r w:rsidRPr="009647FC">
              <w:rPr>
                <w:rtl/>
              </w:rPr>
              <w:t>ك</w:t>
            </w:r>
            <w:r>
              <w:rPr>
                <w:rtl/>
              </w:rPr>
              <w:t xml:space="preserve"> </w:t>
            </w:r>
            <w:r w:rsidR="00A72677" w:rsidRPr="009647FC">
              <w:rPr>
                <w:rtl/>
              </w:rPr>
              <w:t>غن</w:t>
            </w:r>
            <w:r w:rsidRPr="009647FC">
              <w:rPr>
                <w:rtl/>
              </w:rPr>
              <w:t>ّي</w:t>
            </w:r>
            <w:r>
              <w:rPr>
                <w:rtl/>
              </w:rPr>
              <w:t xml:space="preserve"> </w:t>
            </w:r>
            <w:r w:rsidR="00A72677" w:rsidRPr="009647FC">
              <w:rPr>
                <w:rtl/>
              </w:rPr>
              <w:t>مع</w:t>
            </w:r>
            <w:r w:rsidRPr="009647FC">
              <w:rPr>
                <w:rtl/>
              </w:rPr>
              <w:t>قبٌ</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E7421A" w:rsidP="00A72677">
            <w:pPr>
              <w:pStyle w:val="libPoem"/>
            </w:pPr>
            <w:r w:rsidRPr="009647FC">
              <w:rPr>
                <w:rtl/>
              </w:rPr>
              <w:t>في</w:t>
            </w:r>
            <w:r>
              <w:rPr>
                <w:rtl/>
              </w:rPr>
              <w:t xml:space="preserve"> </w:t>
            </w:r>
            <w:r w:rsidR="00A72677" w:rsidRPr="009647FC">
              <w:rPr>
                <w:rtl/>
              </w:rPr>
              <w:t>مه</w:t>
            </w:r>
            <w:r w:rsidRPr="009647FC">
              <w:rPr>
                <w:rtl/>
              </w:rPr>
              <w:t>جتي</w:t>
            </w:r>
            <w:r>
              <w:rPr>
                <w:rtl/>
              </w:rPr>
              <w:t xml:space="preserve"> </w:t>
            </w:r>
            <w:r w:rsidR="00A72677" w:rsidRPr="009647FC">
              <w:rPr>
                <w:rtl/>
              </w:rPr>
              <w:t>لل</w:t>
            </w:r>
            <w:r w:rsidRPr="009647FC">
              <w:rPr>
                <w:rtl/>
              </w:rPr>
              <w:t>وجد</w:t>
            </w:r>
            <w:r>
              <w:rPr>
                <w:rtl/>
              </w:rPr>
              <w:t xml:space="preserve"> </w:t>
            </w:r>
            <w:r w:rsidRPr="009647FC">
              <w:rPr>
                <w:rtl/>
              </w:rPr>
              <w:t>أ</w:t>
            </w:r>
            <w:r w:rsidR="00A72677" w:rsidRPr="009647FC">
              <w:rPr>
                <w:rtl/>
              </w:rPr>
              <w:t>قت</w:t>
            </w:r>
            <w:r w:rsidRPr="009647FC">
              <w:rPr>
                <w:rtl/>
              </w:rPr>
              <w:t>ل</w:t>
            </w:r>
            <w:r>
              <w:rPr>
                <w:rtl/>
              </w:rPr>
              <w:t xml:space="preserve"> </w:t>
            </w:r>
            <w:r w:rsidRPr="009647FC">
              <w:rPr>
                <w:rtl/>
              </w:rPr>
              <w:t>داءِ</w:t>
            </w:r>
            <w:r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له</w:t>
            </w:r>
            <w:r w:rsidR="00E7421A" w:rsidRPr="009647FC">
              <w:rPr>
                <w:rtl/>
              </w:rPr>
              <w:t>في</w:t>
            </w:r>
            <w:r w:rsidR="004C00A8">
              <w:rPr>
                <w:rtl/>
              </w:rPr>
              <w:t xml:space="preserve"> </w:t>
            </w:r>
            <w:r w:rsidRPr="009647FC">
              <w:rPr>
                <w:rtl/>
              </w:rPr>
              <w:t>عل</w:t>
            </w:r>
            <w:r w:rsidR="00E7421A" w:rsidRPr="009647FC">
              <w:rPr>
                <w:rtl/>
              </w:rPr>
              <w:t>يك</w:t>
            </w:r>
            <w:r w:rsidR="00677BC4">
              <w:rPr>
                <w:rtl/>
              </w:rPr>
              <w:t>َ</w:t>
            </w:r>
            <w:r w:rsidR="00E7421A">
              <w:rPr>
                <w:rtl/>
              </w:rPr>
              <w:t xml:space="preserve"> </w:t>
            </w:r>
            <w:r w:rsidRPr="009647FC">
              <w:rPr>
                <w:rtl/>
              </w:rPr>
              <w:t>بك</w:t>
            </w:r>
            <w:r w:rsidR="00E7421A" w:rsidRPr="009647FC">
              <w:rPr>
                <w:rtl/>
              </w:rPr>
              <w:t>لُ</w:t>
            </w:r>
            <w:r w:rsidR="00E7421A">
              <w:rPr>
                <w:rtl/>
              </w:rPr>
              <w:t xml:space="preserve"> </w:t>
            </w:r>
            <w:r w:rsidR="00E7421A" w:rsidRPr="009647FC">
              <w:rPr>
                <w:rtl/>
              </w:rPr>
              <w:t>حين</w:t>
            </w:r>
            <w:r w:rsidR="00E7421A">
              <w:rPr>
                <w:rtl/>
              </w:rPr>
              <w:t xml:space="preserve"> </w:t>
            </w:r>
            <w:r w:rsidR="00E7421A" w:rsidRPr="009647FC">
              <w:rPr>
                <w:rtl/>
              </w:rPr>
              <w:t>أبتغي</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فيه</w:t>
            </w:r>
            <w:r w:rsidR="00E7421A">
              <w:rPr>
                <w:rtl/>
              </w:rPr>
              <w:t xml:space="preserve"> </w:t>
            </w:r>
            <w:r w:rsidRPr="009647FC">
              <w:rPr>
                <w:rtl/>
              </w:rPr>
              <w:t>لق</w:t>
            </w:r>
            <w:r w:rsidR="00E7421A" w:rsidRPr="009647FC">
              <w:rPr>
                <w:rtl/>
              </w:rPr>
              <w:t>اك</w:t>
            </w:r>
            <w:r w:rsidR="00677BC4">
              <w:rPr>
                <w:rtl/>
              </w:rPr>
              <w:t>َ</w:t>
            </w:r>
            <w:r w:rsidR="00E7421A">
              <w:rPr>
                <w:rtl/>
              </w:rPr>
              <w:t xml:space="preserve"> </w:t>
            </w:r>
            <w:r w:rsidR="00E7421A" w:rsidRPr="009647FC">
              <w:rPr>
                <w:rtl/>
              </w:rPr>
              <w:t>ولات</w:t>
            </w:r>
            <w:r w:rsidR="00677BC4">
              <w:rPr>
                <w:rtl/>
              </w:rPr>
              <w:t>َ</w:t>
            </w:r>
            <w:r w:rsidR="00E7421A">
              <w:rPr>
                <w:rtl/>
              </w:rPr>
              <w:t xml:space="preserve"> </w:t>
            </w:r>
            <w:r w:rsidRPr="009647FC">
              <w:rPr>
                <w:rtl/>
              </w:rPr>
              <w:t>حي</w:t>
            </w:r>
            <w:r w:rsidR="00E7421A" w:rsidRPr="009647FC">
              <w:rPr>
                <w:rtl/>
              </w:rPr>
              <w:t>ن</w:t>
            </w:r>
            <w:r w:rsidR="00E7421A">
              <w:rPr>
                <w:rtl/>
              </w:rPr>
              <w:t xml:space="preserve"> </w:t>
            </w:r>
            <w:r w:rsidRPr="009647FC">
              <w:rPr>
                <w:rtl/>
              </w:rPr>
              <w:t>لق</w:t>
            </w:r>
            <w:r w:rsidR="00E7421A" w:rsidRPr="009647FC">
              <w:rPr>
                <w:rtl/>
              </w:rPr>
              <w:t>اءِ</w:t>
            </w:r>
            <w:r w:rsidR="00E7421A"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ولئن</w:t>
            </w:r>
            <w:r>
              <w:rPr>
                <w:rtl/>
              </w:rPr>
              <w:t xml:space="preserve"> </w:t>
            </w:r>
            <w:r w:rsidRPr="009647FC">
              <w:rPr>
                <w:rtl/>
              </w:rPr>
              <w:t>حُجبت</w:t>
            </w:r>
            <w:r w:rsidR="00677BC4">
              <w:rPr>
                <w:rtl/>
              </w:rPr>
              <w:t>َ</w:t>
            </w:r>
            <w:r>
              <w:rPr>
                <w:rtl/>
              </w:rPr>
              <w:t xml:space="preserve"> </w:t>
            </w:r>
            <w:r w:rsidRPr="009647FC">
              <w:rPr>
                <w:rtl/>
              </w:rPr>
              <w:t>بحيث</w:t>
            </w:r>
            <w:r>
              <w:rPr>
                <w:rtl/>
              </w:rPr>
              <w:t xml:space="preserve"> </w:t>
            </w:r>
            <w:r w:rsidRPr="009647FC">
              <w:rPr>
                <w:rtl/>
              </w:rPr>
              <w:t>أنت</w:t>
            </w:r>
            <w:r>
              <w:rPr>
                <w:rtl/>
              </w:rPr>
              <w:t xml:space="preserve"> </w:t>
            </w:r>
            <w:r w:rsidRPr="009647FC">
              <w:rPr>
                <w:rtl/>
              </w:rPr>
              <w:t>من</w:t>
            </w:r>
            <w:r>
              <w:rPr>
                <w:rtl/>
              </w:rPr>
              <w:t xml:space="preserve"> </w:t>
            </w:r>
            <w:r w:rsidRPr="009647FC">
              <w:rPr>
                <w:rtl/>
              </w:rPr>
              <w:t>الثرى</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Pr="00524A24" w:rsidRDefault="00A72677" w:rsidP="00A72677">
            <w:pPr>
              <w:pStyle w:val="libPoem"/>
            </w:pPr>
            <w:r w:rsidRPr="009647FC">
              <w:rPr>
                <w:rtl/>
              </w:rPr>
              <w:t>عن</w:t>
            </w:r>
            <w:r w:rsidR="004C00A8">
              <w:rPr>
                <w:rtl/>
              </w:rPr>
              <w:t xml:space="preserve"> </w:t>
            </w:r>
            <w:r w:rsidRPr="009647FC">
              <w:rPr>
                <w:rtl/>
              </w:rPr>
              <w:t>نا</w:t>
            </w:r>
            <w:r w:rsidR="00E7421A" w:rsidRPr="009647FC">
              <w:rPr>
                <w:rtl/>
              </w:rPr>
              <w:t>ظريّ</w:t>
            </w:r>
            <w:r w:rsidR="00677BC4">
              <w:rPr>
                <w:rtl/>
              </w:rPr>
              <w:t>َ</w:t>
            </w:r>
            <w:r w:rsidR="00E7421A">
              <w:rPr>
                <w:rtl/>
              </w:rPr>
              <w:t xml:space="preserve"> </w:t>
            </w:r>
            <w:r w:rsidR="00E7421A" w:rsidRPr="009647FC">
              <w:rPr>
                <w:rtl/>
              </w:rPr>
              <w:t>فأنت</w:t>
            </w:r>
            <w:r w:rsidR="00E7421A">
              <w:rPr>
                <w:rtl/>
              </w:rPr>
              <w:t xml:space="preserve"> </w:t>
            </w:r>
            <w:r w:rsidR="00E7421A" w:rsidRPr="009647FC">
              <w:rPr>
                <w:rtl/>
              </w:rPr>
              <w:t>في</w:t>
            </w:r>
            <w:r w:rsidR="00E7421A">
              <w:rPr>
                <w:rtl/>
              </w:rPr>
              <w:t xml:space="preserve"> </w:t>
            </w:r>
            <w:r w:rsidR="00E7421A" w:rsidRPr="009647FC">
              <w:rPr>
                <w:rtl/>
              </w:rPr>
              <w:t>أحشائي</w:t>
            </w:r>
            <w:r w:rsidR="00E7421A"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ملم</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وفيه أيضاً</w:t>
      </w:r>
      <w:r w:rsidR="00D769AB">
        <w:rPr>
          <w:rtl/>
        </w:rPr>
        <w:t>:</w:t>
      </w:r>
      <w:r w:rsidRPr="009647FC">
        <w:rPr>
          <w:rtl/>
        </w:rPr>
        <w:t xml:space="preserve"> يهادن</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لم تثبت هذه المقطوعة في الديوان المطبوع</w:t>
      </w:r>
      <w:r w:rsidR="00D769AB">
        <w:rPr>
          <w:rtl/>
        </w:rPr>
        <w:t>،</w:t>
      </w:r>
      <w:r w:rsidRPr="009647FC">
        <w:rPr>
          <w:rtl/>
        </w:rPr>
        <w:t xml:space="preserve"> وقد ذكر وفاة هذا الطفل الصغير في (العقد المفصل) أنّها في سنة 1266 هـ</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7421A" w:rsidRPr="00524A24" w:rsidTr="00E7421A">
        <w:trPr>
          <w:trHeight w:val="350"/>
        </w:trPr>
        <w:tc>
          <w:tcPr>
            <w:tcW w:w="3902" w:type="dxa"/>
          </w:tcPr>
          <w:p w:rsidR="00E7421A" w:rsidRPr="00524A24" w:rsidRDefault="00E7421A" w:rsidP="00A72677">
            <w:pPr>
              <w:pStyle w:val="libPoem"/>
            </w:pPr>
            <w:r w:rsidRPr="009647FC">
              <w:rPr>
                <w:rtl/>
              </w:rPr>
              <w:lastRenderedPageBreak/>
              <w:t>قرُبتْ</w:t>
            </w:r>
            <w:r>
              <w:rPr>
                <w:rtl/>
              </w:rPr>
              <w:t xml:space="preserve"> </w:t>
            </w:r>
            <w:r w:rsidRPr="009647FC">
              <w:rPr>
                <w:rtl/>
              </w:rPr>
              <w:t>بك</w:t>
            </w:r>
            <w:r>
              <w:rPr>
                <w:rtl/>
              </w:rPr>
              <w:t xml:space="preserve"> </w:t>
            </w:r>
            <w:r w:rsidRPr="009647FC">
              <w:rPr>
                <w:rtl/>
              </w:rPr>
              <w:t>الذكرى</w:t>
            </w:r>
            <w:r>
              <w:rPr>
                <w:rtl/>
              </w:rPr>
              <w:t xml:space="preserve"> </w:t>
            </w:r>
            <w:r w:rsidRPr="009647FC">
              <w:rPr>
                <w:rtl/>
              </w:rPr>
              <w:t>وفيك</w:t>
            </w:r>
            <w:r>
              <w:rPr>
                <w:rtl/>
              </w:rPr>
              <w:t xml:space="preserve"> </w:t>
            </w:r>
            <w:r w:rsidRPr="009647FC">
              <w:rPr>
                <w:rtl/>
              </w:rPr>
              <w:t>نأى</w:t>
            </w:r>
            <w:r>
              <w:rPr>
                <w:rtl/>
              </w:rPr>
              <w:t xml:space="preserve"> </w:t>
            </w:r>
            <w:r w:rsidRPr="009647FC">
              <w:rPr>
                <w:rtl/>
              </w:rPr>
              <w:t>الردى</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نف</w:t>
            </w:r>
            <w:r w:rsidR="00E7421A" w:rsidRPr="009647FC">
              <w:rPr>
                <w:rtl/>
              </w:rPr>
              <w:t>سي</w:t>
            </w:r>
            <w:r w:rsidR="00E7421A">
              <w:rPr>
                <w:rtl/>
              </w:rPr>
              <w:t xml:space="preserve"> </w:t>
            </w:r>
            <w:r w:rsidRPr="009647FC">
              <w:rPr>
                <w:rtl/>
              </w:rPr>
              <w:t>فد</w:t>
            </w:r>
            <w:r w:rsidR="00E7421A" w:rsidRPr="009647FC">
              <w:rPr>
                <w:rtl/>
              </w:rPr>
              <w:t>اؤك</w:t>
            </w:r>
            <w:r w:rsidR="00E7421A">
              <w:rPr>
                <w:rtl/>
              </w:rPr>
              <w:t xml:space="preserve"> </w:t>
            </w:r>
            <w:r w:rsidRPr="009647FC">
              <w:rPr>
                <w:rtl/>
              </w:rPr>
              <w:t>من</w:t>
            </w:r>
            <w:r w:rsidR="00E7421A">
              <w:rPr>
                <w:rtl/>
              </w:rPr>
              <w:t xml:space="preserve"> </w:t>
            </w:r>
            <w:r w:rsidRPr="009647FC">
              <w:rPr>
                <w:rtl/>
              </w:rPr>
              <w:t>قر</w:t>
            </w:r>
            <w:r w:rsidR="00E7421A" w:rsidRPr="009647FC">
              <w:rPr>
                <w:rtl/>
              </w:rPr>
              <w:t>يبٍ</w:t>
            </w:r>
            <w:r w:rsidR="00E7421A">
              <w:rPr>
                <w:rtl/>
              </w:rPr>
              <w:t xml:space="preserve"> </w:t>
            </w:r>
            <w:r w:rsidR="00E7421A" w:rsidRPr="009647FC">
              <w:rPr>
                <w:rtl/>
              </w:rPr>
              <w:t>ناءِ</w:t>
            </w:r>
            <w:r w:rsidR="00E7421A"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لو</w:t>
            </w:r>
            <w:r w:rsidR="004C00A8">
              <w:rPr>
                <w:rtl/>
              </w:rPr>
              <w:t xml:space="preserve"> </w:t>
            </w:r>
            <w:r w:rsidR="00E7421A" w:rsidRPr="009647FC">
              <w:rPr>
                <w:rtl/>
              </w:rPr>
              <w:t>متُّ</w:t>
            </w:r>
            <w:r w:rsidR="00E7421A">
              <w:rPr>
                <w:rtl/>
              </w:rPr>
              <w:t xml:space="preserve"> </w:t>
            </w:r>
            <w:r w:rsidR="00E7421A" w:rsidRPr="009647FC">
              <w:rPr>
                <w:rtl/>
              </w:rPr>
              <w:t>من</w:t>
            </w:r>
            <w:r w:rsidR="00E7421A">
              <w:rPr>
                <w:rtl/>
              </w:rPr>
              <w:t xml:space="preserve"> </w:t>
            </w:r>
            <w:r w:rsidR="00E7421A" w:rsidRPr="009647FC">
              <w:rPr>
                <w:rtl/>
              </w:rPr>
              <w:t>أسفي</w:t>
            </w:r>
            <w:r w:rsidR="00E7421A">
              <w:rPr>
                <w:rtl/>
              </w:rPr>
              <w:t xml:space="preserve"> </w:t>
            </w:r>
            <w:r w:rsidR="00E7421A" w:rsidRPr="009647FC">
              <w:rPr>
                <w:rtl/>
              </w:rPr>
              <w:t>عليك</w:t>
            </w:r>
            <w:r w:rsidR="00E7421A">
              <w:rPr>
                <w:rtl/>
              </w:rPr>
              <w:t xml:space="preserve"> </w:t>
            </w:r>
            <w:r w:rsidR="00E7421A" w:rsidRPr="009647FC">
              <w:rPr>
                <w:rtl/>
              </w:rPr>
              <w:t>فلم</w:t>
            </w:r>
            <w:r w:rsidR="00E7421A">
              <w:rPr>
                <w:rtl/>
              </w:rPr>
              <w:t xml:space="preserve"> </w:t>
            </w:r>
            <w:r w:rsidR="00E7421A" w:rsidRPr="009647FC">
              <w:rPr>
                <w:rtl/>
              </w:rPr>
              <w:t>يكن</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عج</w:t>
            </w:r>
            <w:r w:rsidR="00E7421A" w:rsidRPr="009647FC">
              <w:rPr>
                <w:rtl/>
              </w:rPr>
              <w:t>باً</w:t>
            </w:r>
            <w:r w:rsidR="00E7421A">
              <w:rPr>
                <w:rtl/>
              </w:rPr>
              <w:t xml:space="preserve">، </w:t>
            </w:r>
            <w:r w:rsidR="00E7421A" w:rsidRPr="009647FC">
              <w:rPr>
                <w:rtl/>
              </w:rPr>
              <w:t>و</w:t>
            </w:r>
            <w:r w:rsidRPr="009647FC">
              <w:rPr>
                <w:rtl/>
              </w:rPr>
              <w:t>لك</w:t>
            </w:r>
            <w:r w:rsidR="00E7421A" w:rsidRPr="009647FC">
              <w:rPr>
                <w:rtl/>
              </w:rPr>
              <w:t>نّ</w:t>
            </w:r>
            <w:r w:rsidR="00E7421A">
              <w:rPr>
                <w:rtl/>
              </w:rPr>
              <w:t xml:space="preserve"> </w:t>
            </w:r>
            <w:r w:rsidR="00E7421A" w:rsidRPr="009647FC">
              <w:rPr>
                <w:rtl/>
              </w:rPr>
              <w:t>ا</w:t>
            </w:r>
            <w:r w:rsidRPr="009647FC">
              <w:rPr>
                <w:rtl/>
              </w:rPr>
              <w:t>لع</w:t>
            </w:r>
            <w:r w:rsidR="00E7421A" w:rsidRPr="009647FC">
              <w:rPr>
                <w:rtl/>
              </w:rPr>
              <w:t>جيب</w:t>
            </w:r>
            <w:r w:rsidR="00E7421A">
              <w:rPr>
                <w:rtl/>
              </w:rPr>
              <w:t xml:space="preserve"> </w:t>
            </w:r>
            <w:r w:rsidRPr="009647FC">
              <w:rPr>
                <w:rtl/>
              </w:rPr>
              <w:t>بق</w:t>
            </w:r>
            <w:r w:rsidR="00E7421A" w:rsidRPr="009647FC">
              <w:rPr>
                <w:rtl/>
              </w:rPr>
              <w:t>ائي</w:t>
            </w:r>
            <w:r w:rsidR="00E7421A"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لا</w:t>
            </w:r>
            <w:r>
              <w:rPr>
                <w:rtl/>
              </w:rPr>
              <w:t xml:space="preserve"> </w:t>
            </w:r>
            <w:r w:rsidRPr="009647FC">
              <w:rPr>
                <w:rtl/>
              </w:rPr>
              <w:t>زال</w:t>
            </w:r>
            <w:r>
              <w:rPr>
                <w:rtl/>
              </w:rPr>
              <w:t xml:space="preserve"> </w:t>
            </w:r>
            <w:r w:rsidR="00A72677" w:rsidRPr="009647FC">
              <w:rPr>
                <w:rtl/>
              </w:rPr>
              <w:t>قب</w:t>
            </w:r>
            <w:r w:rsidRPr="009647FC">
              <w:rPr>
                <w:rtl/>
              </w:rPr>
              <w:t>رٌ</w:t>
            </w:r>
            <w:r>
              <w:rPr>
                <w:rtl/>
              </w:rPr>
              <w:t xml:space="preserve"> </w:t>
            </w:r>
            <w:r w:rsidR="00A72677" w:rsidRPr="009647FC">
              <w:rPr>
                <w:rtl/>
              </w:rPr>
              <w:t>ضم</w:t>
            </w:r>
            <w:r w:rsidRPr="009647FC">
              <w:rPr>
                <w:rtl/>
              </w:rPr>
              <w:t>ّ</w:t>
            </w:r>
            <w:r w:rsidR="00677BC4">
              <w:rPr>
                <w:rtl/>
              </w:rPr>
              <w:t>َ</w:t>
            </w:r>
            <w:r>
              <w:rPr>
                <w:rtl/>
              </w:rPr>
              <w:t xml:space="preserve"> </w:t>
            </w:r>
            <w:r w:rsidR="00A72677" w:rsidRPr="009647FC">
              <w:rPr>
                <w:rtl/>
              </w:rPr>
              <w:t>جس</w:t>
            </w:r>
            <w:r w:rsidRPr="009647FC">
              <w:rPr>
                <w:rtl/>
              </w:rPr>
              <w:t>مك</w:t>
            </w:r>
            <w:r>
              <w:rPr>
                <w:rtl/>
              </w:rPr>
              <w:t xml:space="preserve"> </w:t>
            </w:r>
            <w:r w:rsidRPr="009647FC">
              <w:rPr>
                <w:rtl/>
              </w:rPr>
              <w:t>تربُه</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متنس</w:t>
            </w:r>
            <w:r w:rsidR="00E7421A" w:rsidRPr="009647FC">
              <w:rPr>
                <w:rtl/>
              </w:rPr>
              <w:t>ّماً</w:t>
            </w:r>
            <w:r w:rsidR="00E7421A">
              <w:rPr>
                <w:rtl/>
              </w:rPr>
              <w:t xml:space="preserve"> </w:t>
            </w:r>
            <w:r w:rsidRPr="009647FC">
              <w:rPr>
                <w:rtl/>
              </w:rPr>
              <w:t>بلط</w:t>
            </w:r>
            <w:r w:rsidR="00E7421A" w:rsidRPr="009647FC">
              <w:rPr>
                <w:rtl/>
              </w:rPr>
              <w:t>ائمِ</w:t>
            </w:r>
            <w:r w:rsidR="00E7421A">
              <w:rPr>
                <w:rtl/>
              </w:rPr>
              <w:t xml:space="preserve"> </w:t>
            </w:r>
            <w:r w:rsidR="00E7421A" w:rsidRPr="009647FC">
              <w:rPr>
                <w:rtl/>
              </w:rPr>
              <w:t>الأنداءِ</w:t>
            </w:r>
            <w:r w:rsidR="00E7421A"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و</w:t>
            </w:r>
            <w:r w:rsidR="00A72677" w:rsidRPr="009647FC">
              <w:rPr>
                <w:rtl/>
              </w:rPr>
              <w:t>لئ</w:t>
            </w:r>
            <w:r w:rsidRPr="009647FC">
              <w:rPr>
                <w:rtl/>
              </w:rPr>
              <w:t>ن</w:t>
            </w:r>
            <w:r>
              <w:rPr>
                <w:rtl/>
              </w:rPr>
              <w:t xml:space="preserve"> </w:t>
            </w:r>
            <w:r w:rsidRPr="009647FC">
              <w:rPr>
                <w:rtl/>
              </w:rPr>
              <w:t>أبِتْ</w:t>
            </w:r>
            <w:r>
              <w:rPr>
                <w:rtl/>
              </w:rPr>
              <w:t xml:space="preserve"> </w:t>
            </w:r>
            <w:r w:rsidRPr="009647FC">
              <w:rPr>
                <w:rtl/>
              </w:rPr>
              <w:t>حيث</w:t>
            </w:r>
            <w:r>
              <w:rPr>
                <w:rtl/>
              </w:rPr>
              <w:t xml:space="preserve"> </w:t>
            </w:r>
            <w:r w:rsidRPr="009647FC">
              <w:rPr>
                <w:rtl/>
              </w:rPr>
              <w:t>استقلّ</w:t>
            </w:r>
            <w:r w:rsidR="00677BC4">
              <w:rPr>
                <w:rtl/>
              </w:rPr>
              <w:t>َ</w:t>
            </w:r>
            <w:r>
              <w:rPr>
                <w:rtl/>
              </w:rPr>
              <w:t xml:space="preserve"> </w:t>
            </w:r>
            <w:r w:rsidRPr="009647FC">
              <w:rPr>
                <w:rtl/>
              </w:rPr>
              <w:t>بك</w:t>
            </w:r>
            <w:r>
              <w:rPr>
                <w:rtl/>
              </w:rPr>
              <w:t xml:space="preserve"> </w:t>
            </w:r>
            <w:r w:rsidRPr="009647FC">
              <w:rPr>
                <w:rtl/>
              </w:rPr>
              <w:t>الردى</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E7421A" w:rsidP="00A72677">
            <w:pPr>
              <w:pStyle w:val="libPoem"/>
            </w:pPr>
            <w:r w:rsidRPr="009647FC">
              <w:rPr>
                <w:rtl/>
              </w:rPr>
              <w:t>أن</w:t>
            </w:r>
            <w:r>
              <w:rPr>
                <w:rtl/>
              </w:rPr>
              <w:t xml:space="preserve"> </w:t>
            </w:r>
            <w:r w:rsidR="00A72677" w:rsidRPr="009647FC">
              <w:rPr>
                <w:rtl/>
              </w:rPr>
              <w:t>تست</w:t>
            </w:r>
            <w:r w:rsidRPr="009647FC">
              <w:rPr>
                <w:rtl/>
              </w:rPr>
              <w:t>هلّ</w:t>
            </w:r>
            <w:r w:rsidR="00677BC4">
              <w:rPr>
                <w:rtl/>
              </w:rPr>
              <w:t>َ</w:t>
            </w:r>
            <w:r>
              <w:rPr>
                <w:rtl/>
              </w:rPr>
              <w:t xml:space="preserve"> </w:t>
            </w:r>
            <w:r w:rsidR="00A72677" w:rsidRPr="009647FC">
              <w:rPr>
                <w:rtl/>
              </w:rPr>
              <w:t>حو</w:t>
            </w:r>
            <w:r w:rsidRPr="009647FC">
              <w:rPr>
                <w:rtl/>
              </w:rPr>
              <w:t>ا</w:t>
            </w:r>
            <w:r w:rsidR="00A72677" w:rsidRPr="009647FC">
              <w:rPr>
                <w:rtl/>
              </w:rPr>
              <w:t>فل</w:t>
            </w:r>
            <w:r w:rsidRPr="009647FC">
              <w:rPr>
                <w:rtl/>
              </w:rPr>
              <w:t>ُ</w:t>
            </w:r>
            <w:r>
              <w:rPr>
                <w:rtl/>
              </w:rPr>
              <w:t xml:space="preserve"> </w:t>
            </w:r>
            <w:r w:rsidRPr="009647FC">
              <w:rPr>
                <w:rtl/>
              </w:rPr>
              <w:t>الأ</w:t>
            </w:r>
            <w:r w:rsidR="00A72677" w:rsidRPr="009647FC">
              <w:rPr>
                <w:rtl/>
              </w:rPr>
              <w:t>نو</w:t>
            </w:r>
            <w:r w:rsidRPr="009647FC">
              <w:rPr>
                <w:rtl/>
              </w:rPr>
              <w:t>اءِ</w:t>
            </w:r>
            <w:r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فح</w:t>
            </w:r>
            <w:r w:rsidR="00E7421A" w:rsidRPr="009647FC">
              <w:rPr>
                <w:rtl/>
              </w:rPr>
              <w:t>دت</w:t>
            </w:r>
            <w:r w:rsidR="00E7421A">
              <w:rPr>
                <w:rtl/>
              </w:rPr>
              <w:t xml:space="preserve"> </w:t>
            </w:r>
            <w:r w:rsidR="00E7421A" w:rsidRPr="009647FC">
              <w:rPr>
                <w:rtl/>
              </w:rPr>
              <w:t>إ</w:t>
            </w:r>
            <w:r w:rsidRPr="009647FC">
              <w:rPr>
                <w:rtl/>
              </w:rPr>
              <w:t>لي</w:t>
            </w:r>
            <w:r w:rsidR="00E7421A" w:rsidRPr="009647FC">
              <w:rPr>
                <w:rtl/>
              </w:rPr>
              <w:t>ك</w:t>
            </w:r>
            <w:r w:rsidR="00E7421A">
              <w:rPr>
                <w:rtl/>
              </w:rPr>
              <w:t xml:space="preserve"> </w:t>
            </w:r>
            <w:r w:rsidR="00E7421A" w:rsidRPr="009647FC">
              <w:rPr>
                <w:rtl/>
              </w:rPr>
              <w:t>على</w:t>
            </w:r>
            <w:r w:rsidR="00E7421A">
              <w:rPr>
                <w:rtl/>
              </w:rPr>
              <w:t xml:space="preserve"> </w:t>
            </w:r>
            <w:r w:rsidR="00E7421A" w:rsidRPr="009647FC">
              <w:rPr>
                <w:rtl/>
              </w:rPr>
              <w:t>البعاد</w:t>
            </w:r>
            <w:r w:rsidR="00E7421A">
              <w:rPr>
                <w:rtl/>
              </w:rPr>
              <w:t xml:space="preserve"> </w:t>
            </w:r>
            <w:r w:rsidR="00E7421A" w:rsidRPr="009647FC">
              <w:rPr>
                <w:rtl/>
              </w:rPr>
              <w:t>مدامعي</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Pr="00524A24" w:rsidRDefault="00A72677" w:rsidP="00A72677">
            <w:pPr>
              <w:pStyle w:val="libPoem"/>
            </w:pPr>
            <w:r w:rsidRPr="009647FC">
              <w:rPr>
                <w:rtl/>
              </w:rPr>
              <w:t>غي</w:t>
            </w:r>
            <w:r w:rsidR="00E7421A" w:rsidRPr="009647FC">
              <w:rPr>
                <w:rtl/>
              </w:rPr>
              <w:t>ثاً</w:t>
            </w:r>
            <w:r w:rsidR="004C00A8">
              <w:rPr>
                <w:rtl/>
              </w:rPr>
              <w:t xml:space="preserve"> </w:t>
            </w:r>
            <w:r w:rsidRPr="009647FC">
              <w:rPr>
                <w:rtl/>
              </w:rPr>
              <w:t>جن</w:t>
            </w:r>
            <w:r w:rsidR="00E7421A" w:rsidRPr="009647FC">
              <w:rPr>
                <w:rtl/>
              </w:rPr>
              <w:t>وبُ</w:t>
            </w:r>
            <w:r w:rsidR="00E7421A">
              <w:rPr>
                <w:rtl/>
              </w:rPr>
              <w:t xml:space="preserve"> </w:t>
            </w:r>
            <w:r w:rsidRPr="009647FC">
              <w:rPr>
                <w:rtl/>
              </w:rPr>
              <w:t>تن</w:t>
            </w:r>
            <w:r w:rsidR="00E7421A" w:rsidRPr="009647FC">
              <w:rPr>
                <w:rtl/>
              </w:rPr>
              <w:t>فّس</w:t>
            </w:r>
            <w:r w:rsidR="00E7421A">
              <w:rPr>
                <w:rtl/>
              </w:rPr>
              <w:t xml:space="preserve"> </w:t>
            </w:r>
            <w:r w:rsidR="00E7421A" w:rsidRPr="009647FC">
              <w:rPr>
                <w:rtl/>
              </w:rPr>
              <w:t>الصعداءِ</w:t>
            </w:r>
            <w:r w:rsidR="00E7421A" w:rsidRPr="00725071">
              <w:rPr>
                <w:rStyle w:val="libPoemTiniChar0"/>
                <w:rtl/>
              </w:rPr>
              <w:br/>
              <w:t> </w:t>
            </w:r>
          </w:p>
        </w:tc>
      </w:tr>
    </w:tbl>
    <w:p w:rsidR="009647FC" w:rsidRPr="00524A24" w:rsidRDefault="009647FC" w:rsidP="004E7EC6">
      <w:pPr>
        <w:pStyle w:val="libNormal"/>
      </w:pPr>
      <w:r w:rsidRPr="009647FC">
        <w:rPr>
          <w:rtl/>
        </w:rPr>
        <w:t>وقال يرثي كريمة العلاّمة الكبير السيد مهدي القزويني</w:t>
      </w:r>
      <w:r w:rsidR="00D769AB">
        <w:rPr>
          <w:rtl/>
        </w:rPr>
        <w:t>،</w:t>
      </w:r>
      <w:r w:rsidRPr="009647FC">
        <w:rPr>
          <w:rtl/>
        </w:rPr>
        <w:t xml:space="preserve"> ويعزّيه وأولاده بوفاتها</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E7421A" w:rsidRPr="00524A24" w:rsidTr="00E7421A">
        <w:trPr>
          <w:trHeight w:val="350"/>
        </w:trPr>
        <w:tc>
          <w:tcPr>
            <w:tcW w:w="3902" w:type="dxa"/>
          </w:tcPr>
          <w:p w:rsidR="00E7421A" w:rsidRPr="00524A24" w:rsidRDefault="00E7421A" w:rsidP="00A72677">
            <w:pPr>
              <w:pStyle w:val="libPoem"/>
            </w:pPr>
            <w:r w:rsidRPr="009647FC">
              <w:rPr>
                <w:rtl/>
              </w:rPr>
              <w:t>ك</w:t>
            </w:r>
            <w:r w:rsidR="00A72677" w:rsidRPr="009647FC">
              <w:rPr>
                <w:rtl/>
              </w:rPr>
              <w:t>فأ</w:t>
            </w:r>
            <w:r>
              <w:rPr>
                <w:rtl/>
              </w:rPr>
              <w:t xml:space="preserve"> </w:t>
            </w:r>
            <w:r w:rsidRPr="009647FC">
              <w:rPr>
                <w:rtl/>
              </w:rPr>
              <w:t>الإ</w:t>
            </w:r>
            <w:r w:rsidR="00A72677" w:rsidRPr="009647FC">
              <w:rPr>
                <w:rtl/>
              </w:rPr>
              <w:t>له</w:t>
            </w:r>
            <w:r w:rsidRPr="009647FC">
              <w:rPr>
                <w:rtl/>
              </w:rPr>
              <w:t>ُ</w:t>
            </w:r>
            <w:r>
              <w:rPr>
                <w:rtl/>
              </w:rPr>
              <w:t xml:space="preserve"> </w:t>
            </w:r>
            <w:r w:rsidRPr="009647FC">
              <w:rPr>
                <w:rtl/>
              </w:rPr>
              <w:t>إ</w:t>
            </w:r>
            <w:r w:rsidR="00A72677" w:rsidRPr="009647FC">
              <w:rPr>
                <w:rtl/>
              </w:rPr>
              <w:t>نا</w:t>
            </w:r>
            <w:r w:rsidRPr="009647FC">
              <w:rPr>
                <w:rtl/>
              </w:rPr>
              <w:t>ء</w:t>
            </w:r>
            <w:r w:rsidR="00677BC4">
              <w:rPr>
                <w:rtl/>
              </w:rPr>
              <w:t>َ</w:t>
            </w:r>
            <w:r w:rsidR="00A72677" w:rsidRPr="009647FC">
              <w:rPr>
                <w:rtl/>
              </w:rPr>
              <w:t>ها</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E7421A" w:rsidP="00A72677">
            <w:pPr>
              <w:pStyle w:val="libPoem"/>
            </w:pPr>
            <w:r w:rsidRPr="009647FC">
              <w:rPr>
                <w:rtl/>
              </w:rPr>
              <w:t>د</w:t>
            </w:r>
            <w:r w:rsidR="00A72677" w:rsidRPr="009647FC">
              <w:rPr>
                <w:rtl/>
              </w:rPr>
              <w:t>نيا</w:t>
            </w:r>
            <w:r>
              <w:rPr>
                <w:rtl/>
              </w:rPr>
              <w:t xml:space="preserve"> </w:t>
            </w:r>
            <w:r w:rsidRPr="009647FC">
              <w:rPr>
                <w:rtl/>
              </w:rPr>
              <w:t>أ</w:t>
            </w:r>
            <w:r w:rsidR="00A72677" w:rsidRPr="009647FC">
              <w:rPr>
                <w:rtl/>
              </w:rPr>
              <w:t>طلت</w:t>
            </w:r>
            <w:r w:rsidRPr="009647FC">
              <w:rPr>
                <w:rtl/>
              </w:rPr>
              <w:t>ُ</w:t>
            </w:r>
            <w:r>
              <w:rPr>
                <w:rtl/>
              </w:rPr>
              <w:t xml:space="preserve"> </w:t>
            </w:r>
            <w:r w:rsidR="00A72677" w:rsidRPr="009647FC">
              <w:rPr>
                <w:rtl/>
              </w:rPr>
              <w:t>هجا</w:t>
            </w:r>
            <w:r w:rsidRPr="009647FC">
              <w:rPr>
                <w:rtl/>
              </w:rPr>
              <w:t>ء</w:t>
            </w:r>
            <w:r w:rsidR="00677BC4">
              <w:rPr>
                <w:rtl/>
              </w:rPr>
              <w:t>َ</w:t>
            </w:r>
            <w:r w:rsidRPr="009647FC">
              <w:rPr>
                <w:rtl/>
              </w:rPr>
              <w:t>ها</w:t>
            </w:r>
            <w:r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سلن</w:t>
            </w:r>
            <w:r w:rsidR="00E7421A" w:rsidRPr="009647FC">
              <w:rPr>
                <w:rtl/>
              </w:rPr>
              <w:t>ي</w:t>
            </w:r>
            <w:r w:rsidR="00E7421A">
              <w:rPr>
                <w:rtl/>
              </w:rPr>
              <w:t xml:space="preserve"> </w:t>
            </w:r>
            <w:r w:rsidRPr="009647FC">
              <w:rPr>
                <w:rtl/>
              </w:rPr>
              <w:t>به</w:t>
            </w:r>
            <w:r w:rsidR="00E7421A" w:rsidRPr="009647FC">
              <w:rPr>
                <w:rtl/>
              </w:rPr>
              <w:t>ا</w:t>
            </w:r>
            <w:r w:rsidR="00E7421A">
              <w:rPr>
                <w:rtl/>
              </w:rPr>
              <w:t xml:space="preserve"> </w:t>
            </w:r>
            <w:r w:rsidRPr="009647FC">
              <w:rPr>
                <w:rtl/>
              </w:rPr>
              <w:t>فل</w:t>
            </w:r>
            <w:r w:rsidR="00E7421A" w:rsidRPr="009647FC">
              <w:rPr>
                <w:rtl/>
              </w:rPr>
              <w:t>قد</w:t>
            </w:r>
            <w:r w:rsidR="00E7421A">
              <w:rPr>
                <w:rtl/>
              </w:rPr>
              <w:t xml:space="preserve"> </w:t>
            </w:r>
            <w:r w:rsidRPr="009647FC">
              <w:rPr>
                <w:rtl/>
              </w:rPr>
              <w:t>قت</w:t>
            </w:r>
            <w:r w:rsidR="00E7421A" w:rsidRPr="009647FC">
              <w:rPr>
                <w:rtl/>
              </w:rPr>
              <w:t>لتُ</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بخبرتي</w:t>
            </w:r>
            <w:r w:rsidR="00E7421A">
              <w:rPr>
                <w:rtl/>
              </w:rPr>
              <w:t xml:space="preserve"> </w:t>
            </w:r>
            <w:r w:rsidR="00E7421A" w:rsidRPr="009647FC">
              <w:rPr>
                <w:rtl/>
              </w:rPr>
              <w:t>أ</w:t>
            </w:r>
            <w:r w:rsidRPr="009647FC">
              <w:rPr>
                <w:rtl/>
              </w:rPr>
              <w:t>نبا</w:t>
            </w:r>
            <w:r w:rsidR="00E7421A" w:rsidRPr="009647FC">
              <w:rPr>
                <w:rtl/>
              </w:rPr>
              <w:t>ء</w:t>
            </w:r>
            <w:r w:rsidR="00677BC4">
              <w:rPr>
                <w:rtl/>
              </w:rPr>
              <w:t>َ</w:t>
            </w:r>
            <w:r w:rsidRPr="009647FC">
              <w:rPr>
                <w:rtl/>
              </w:rPr>
              <w:t>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و</w:t>
            </w:r>
            <w:r w:rsidR="00A72677" w:rsidRPr="009647FC">
              <w:rPr>
                <w:rtl/>
              </w:rPr>
              <w:t>حلب</w:t>
            </w:r>
            <w:r w:rsidRPr="009647FC">
              <w:rPr>
                <w:rtl/>
              </w:rPr>
              <w:t>تُ</w:t>
            </w:r>
            <w:r w:rsidR="004C00A8">
              <w:rPr>
                <w:rtl/>
              </w:rPr>
              <w:t xml:space="preserve"> </w:t>
            </w:r>
            <w:r w:rsidRPr="009647FC">
              <w:rPr>
                <w:rtl/>
              </w:rPr>
              <w:t>أ</w:t>
            </w:r>
            <w:r w:rsidR="00A72677" w:rsidRPr="009647FC">
              <w:rPr>
                <w:rtl/>
              </w:rPr>
              <w:t>شط</w:t>
            </w:r>
            <w:r w:rsidRPr="009647FC">
              <w:rPr>
                <w:rtl/>
              </w:rPr>
              <w:t>رها</w:t>
            </w:r>
            <w:r>
              <w:rPr>
                <w:rtl/>
              </w:rPr>
              <w:t xml:space="preserve"> </w:t>
            </w:r>
            <w:r w:rsidR="00A72677" w:rsidRPr="009647FC">
              <w:rPr>
                <w:rtl/>
              </w:rPr>
              <w:t>مع</w:t>
            </w:r>
            <w:r w:rsidRPr="009647FC">
              <w:rPr>
                <w:rtl/>
              </w:rPr>
              <w:t>ا</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E7421A" w:rsidP="00A72677">
            <w:pPr>
              <w:pStyle w:val="libPoem"/>
            </w:pPr>
            <w:r w:rsidRPr="009647FC">
              <w:rPr>
                <w:rtl/>
              </w:rPr>
              <w:t>و</w:t>
            </w:r>
            <w:r w:rsidR="00A72677" w:rsidRPr="009647FC">
              <w:rPr>
                <w:rtl/>
              </w:rPr>
              <w:t>معا</w:t>
            </w:r>
            <w:r w:rsidRPr="009647FC">
              <w:rPr>
                <w:rtl/>
              </w:rPr>
              <w:t>ً</w:t>
            </w:r>
            <w:r>
              <w:rPr>
                <w:rtl/>
              </w:rPr>
              <w:t xml:space="preserve"> </w:t>
            </w:r>
            <w:r w:rsidR="00A72677" w:rsidRPr="009647FC">
              <w:rPr>
                <w:rtl/>
              </w:rPr>
              <w:t>مخ</w:t>
            </w:r>
            <w:r w:rsidRPr="009647FC">
              <w:rPr>
                <w:rtl/>
              </w:rPr>
              <w:t>ضت</w:t>
            </w:r>
            <w:r>
              <w:rPr>
                <w:rtl/>
              </w:rPr>
              <w:t xml:space="preserve"> </w:t>
            </w:r>
            <w:r w:rsidR="00A72677" w:rsidRPr="009647FC">
              <w:rPr>
                <w:rtl/>
              </w:rPr>
              <w:t>سق</w:t>
            </w:r>
            <w:r w:rsidRPr="009647FC">
              <w:rPr>
                <w:rtl/>
              </w:rPr>
              <w:t>اء</w:t>
            </w:r>
            <w:r w:rsidR="00677BC4">
              <w:rPr>
                <w:rtl/>
              </w:rPr>
              <w:t>َ</w:t>
            </w:r>
            <w:r w:rsidRPr="009647FC">
              <w:rPr>
                <w:rtl/>
              </w:rPr>
              <w:t>ها</w:t>
            </w:r>
            <w:r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و</w:t>
            </w:r>
            <w:r w:rsidR="00A72677" w:rsidRPr="009647FC">
              <w:rPr>
                <w:rtl/>
              </w:rPr>
              <w:t>لها</w:t>
            </w:r>
            <w:r>
              <w:rPr>
                <w:rtl/>
              </w:rPr>
              <w:t xml:space="preserve"> </w:t>
            </w:r>
            <w:r w:rsidR="00A72677" w:rsidRPr="009647FC">
              <w:rPr>
                <w:rtl/>
              </w:rPr>
              <w:t>مو</w:t>
            </w:r>
            <w:r w:rsidRPr="009647FC">
              <w:rPr>
                <w:rtl/>
              </w:rPr>
              <w:t>ا</w:t>
            </w:r>
            <w:r w:rsidR="00A72677" w:rsidRPr="009647FC">
              <w:rPr>
                <w:rtl/>
              </w:rPr>
              <w:t>ضع</w:t>
            </w:r>
            <w:r w:rsidRPr="009647FC">
              <w:rPr>
                <w:rtl/>
              </w:rPr>
              <w:t>ُ</w:t>
            </w:r>
            <w:r>
              <w:rPr>
                <w:rtl/>
              </w:rPr>
              <w:t xml:space="preserve"> </w:t>
            </w:r>
            <w:r w:rsidR="00A72677" w:rsidRPr="009647FC">
              <w:rPr>
                <w:rtl/>
              </w:rPr>
              <w:t>نقب</w:t>
            </w:r>
            <w:r w:rsidRPr="009647FC">
              <w:rPr>
                <w:rtl/>
              </w:rPr>
              <w:t>ها</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ثقة</w:t>
            </w:r>
            <w:r w:rsidR="00E7421A" w:rsidRPr="009647FC">
              <w:rPr>
                <w:rtl/>
              </w:rPr>
              <w:t>ً</w:t>
            </w:r>
            <w:r w:rsidR="00E7421A">
              <w:rPr>
                <w:rtl/>
              </w:rPr>
              <w:t xml:space="preserve"> </w:t>
            </w:r>
            <w:r w:rsidR="00E7421A" w:rsidRPr="009647FC">
              <w:rPr>
                <w:rtl/>
              </w:rPr>
              <w:t>و</w:t>
            </w:r>
            <w:r w:rsidRPr="009647FC">
              <w:rPr>
                <w:rtl/>
              </w:rPr>
              <w:t>ضعت</w:t>
            </w:r>
            <w:r w:rsidR="00E7421A" w:rsidRPr="009647FC">
              <w:rPr>
                <w:rtl/>
              </w:rPr>
              <w:t>ُ</w:t>
            </w:r>
            <w:r w:rsidR="00E7421A">
              <w:rPr>
                <w:rtl/>
              </w:rPr>
              <w:t xml:space="preserve"> </w:t>
            </w:r>
            <w:r w:rsidRPr="009647FC">
              <w:rPr>
                <w:rtl/>
              </w:rPr>
              <w:t>هن</w:t>
            </w:r>
            <w:r w:rsidR="00E7421A" w:rsidRPr="009647FC">
              <w:rPr>
                <w:rtl/>
              </w:rPr>
              <w:t>اءها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فالآن</w:t>
            </w:r>
            <w:r>
              <w:rPr>
                <w:rtl/>
              </w:rPr>
              <w:t xml:space="preserve"> </w:t>
            </w:r>
            <w:r w:rsidRPr="009647FC">
              <w:rPr>
                <w:rtl/>
              </w:rPr>
              <w:t>أ</w:t>
            </w:r>
            <w:r w:rsidR="00A72677" w:rsidRPr="009647FC">
              <w:rPr>
                <w:rtl/>
              </w:rPr>
              <w:t>نط</w:t>
            </w:r>
            <w:r w:rsidRPr="009647FC">
              <w:rPr>
                <w:rtl/>
              </w:rPr>
              <w:t>ق</w:t>
            </w:r>
            <w:r>
              <w:rPr>
                <w:rtl/>
              </w:rPr>
              <w:t xml:space="preserve"> </w:t>
            </w:r>
            <w:r w:rsidRPr="009647FC">
              <w:rPr>
                <w:rtl/>
              </w:rPr>
              <w:t>أن</w:t>
            </w:r>
            <w:r>
              <w:rPr>
                <w:rtl/>
              </w:rPr>
              <w:t xml:space="preserve"> </w:t>
            </w:r>
            <w:r w:rsidR="00A72677" w:rsidRPr="009647FC">
              <w:rPr>
                <w:rtl/>
              </w:rPr>
              <w:t>سب</w:t>
            </w:r>
            <w:r w:rsidRPr="009647FC">
              <w:rPr>
                <w:rtl/>
              </w:rPr>
              <w:t>رن</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تجا</w:t>
            </w:r>
            <w:r w:rsidR="00E7421A" w:rsidRPr="009647FC">
              <w:rPr>
                <w:rtl/>
              </w:rPr>
              <w:t>ربي</w:t>
            </w:r>
            <w:r w:rsidR="00E7421A">
              <w:rPr>
                <w:rtl/>
              </w:rPr>
              <w:t xml:space="preserve"> </w:t>
            </w:r>
            <w:r w:rsidR="00E7421A" w:rsidRPr="009647FC">
              <w:rPr>
                <w:rtl/>
              </w:rPr>
              <w:t>آ</w:t>
            </w:r>
            <w:r w:rsidRPr="009647FC">
              <w:rPr>
                <w:rtl/>
              </w:rPr>
              <w:t>نا</w:t>
            </w:r>
            <w:r w:rsidR="00E7421A" w:rsidRPr="009647FC">
              <w:rPr>
                <w:rtl/>
              </w:rPr>
              <w:t>ء</w:t>
            </w:r>
            <w:r w:rsidR="00677BC4">
              <w:rPr>
                <w:rtl/>
              </w:rPr>
              <w:t>َ</w:t>
            </w:r>
            <w:r w:rsidRPr="009647FC">
              <w:rPr>
                <w:rtl/>
              </w:rPr>
              <w:t>ها</w:t>
            </w:r>
            <w:r w:rsidR="00E7421A" w:rsidRPr="004E7EC6">
              <w:rPr>
                <w:rStyle w:val="libFootnotenumChar"/>
                <w:rtl/>
              </w:rPr>
              <w:t>(1)</w:t>
            </w:r>
            <w:r w:rsidR="00E7421A"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A72677">
              <w:rPr>
                <w:rtl/>
              </w:rPr>
              <w:t>هي</w:t>
            </w:r>
            <w:r w:rsidR="004C00A8">
              <w:rPr>
                <w:rtl/>
              </w:rPr>
              <w:t xml:space="preserve"> </w:t>
            </w:r>
            <w:r w:rsidR="00E7421A" w:rsidRPr="00A72677">
              <w:rPr>
                <w:rtl/>
              </w:rPr>
              <w:t>م</w:t>
            </w:r>
            <w:r w:rsidR="00677BC4">
              <w:rPr>
                <w:rtl/>
              </w:rPr>
              <w:t>َ</w:t>
            </w:r>
            <w:r w:rsidRPr="00A72677">
              <w:rPr>
                <w:rtl/>
              </w:rPr>
              <w:t>ن</w:t>
            </w:r>
            <w:r w:rsidR="00E7421A" w:rsidRPr="00A72677">
              <w:rPr>
                <w:rtl/>
              </w:rPr>
              <w:t xml:space="preserve"> </w:t>
            </w:r>
            <w:r w:rsidRPr="00A72677">
              <w:rPr>
                <w:rtl/>
              </w:rPr>
              <w:t>خب</w:t>
            </w:r>
            <w:r w:rsidR="00E7421A" w:rsidRPr="00A72677">
              <w:rPr>
                <w:rtl/>
              </w:rPr>
              <w:t>رتُ طباع</w:t>
            </w:r>
            <w:r w:rsidR="00677BC4">
              <w:rPr>
                <w:rtl/>
              </w:rPr>
              <w:t>َ</w:t>
            </w:r>
            <w:r w:rsidR="00E7421A" w:rsidRPr="00A72677">
              <w:rPr>
                <w:rtl/>
              </w:rPr>
              <w:t>ها</w:t>
            </w:r>
            <w:r w:rsidR="00E7421A"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لما</w:t>
            </w:r>
            <w:r w:rsidR="004C00A8">
              <w:rPr>
                <w:rtl/>
              </w:rPr>
              <w:t xml:space="preserve"> </w:t>
            </w:r>
            <w:r w:rsidRPr="00A72677">
              <w:rPr>
                <w:rtl/>
              </w:rPr>
              <w:t>خطي</w:t>
            </w:r>
            <w:r w:rsidR="00E7421A" w:rsidRPr="00A72677">
              <w:rPr>
                <w:rtl/>
              </w:rPr>
              <w:t>تُ وراء</w:t>
            </w:r>
            <w:r w:rsidRPr="00A72677">
              <w:rPr>
                <w:rtl/>
              </w:rPr>
              <w:t>ها</w:t>
            </w:r>
            <w:r w:rsidR="00E7421A" w:rsidRPr="00A72677">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A72677">
              <w:rPr>
                <w:rtl/>
              </w:rPr>
              <w:t>فوجد</w:t>
            </w:r>
            <w:r w:rsidR="00E7421A" w:rsidRPr="00A72677">
              <w:rPr>
                <w:rtl/>
              </w:rPr>
              <w:t>ت</w:t>
            </w:r>
            <w:r w:rsidR="004C00A8">
              <w:rPr>
                <w:rtl/>
              </w:rPr>
              <w:t xml:space="preserve"> </w:t>
            </w:r>
            <w:r w:rsidRPr="00A72677">
              <w:rPr>
                <w:rtl/>
              </w:rPr>
              <w:t>فا</w:t>
            </w:r>
            <w:r w:rsidR="00E7421A" w:rsidRPr="00A72677">
              <w:rPr>
                <w:rtl/>
              </w:rPr>
              <w:t>ر</w:t>
            </w:r>
            <w:r w:rsidRPr="00A72677">
              <w:rPr>
                <w:rtl/>
              </w:rPr>
              <w:t>كة</w:t>
            </w:r>
            <w:r w:rsidR="00E7421A" w:rsidRPr="00A72677">
              <w:rPr>
                <w:rtl/>
              </w:rPr>
              <w:t>ً و</w:t>
            </w:r>
            <w:r w:rsidRPr="00A72677">
              <w:rPr>
                <w:rtl/>
              </w:rPr>
              <w:t>قل</w:t>
            </w:r>
            <w:r w:rsidR="00E7421A" w:rsidRPr="00A72677">
              <w:rPr>
                <w:rtl/>
              </w:rPr>
              <w:t>ـ</w:t>
            </w:r>
            <w:r w:rsidR="00E7421A"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تُ أرى ا</w:t>
            </w:r>
            <w:r w:rsidR="00A72677" w:rsidRPr="00A72677">
              <w:rPr>
                <w:rtl/>
              </w:rPr>
              <w:t>لطل</w:t>
            </w:r>
            <w:r w:rsidRPr="00A72677">
              <w:rPr>
                <w:rtl/>
              </w:rPr>
              <w:t>اق دواء</w:t>
            </w:r>
            <w:r w:rsidR="00A72677" w:rsidRPr="00A72677">
              <w:rPr>
                <w:rtl/>
              </w:rPr>
              <w:t>ها</w:t>
            </w:r>
            <w:r w:rsidRPr="00A72677">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A72677">
              <w:rPr>
                <w:rtl/>
              </w:rPr>
              <w:t>عنها</w:t>
            </w:r>
            <w:r w:rsidR="004C00A8">
              <w:rPr>
                <w:rtl/>
              </w:rPr>
              <w:t xml:space="preserve"> </w:t>
            </w:r>
            <w:r w:rsidR="00E7421A" w:rsidRPr="00A72677">
              <w:rPr>
                <w:rtl/>
              </w:rPr>
              <w:t>إ</w:t>
            </w:r>
            <w:r w:rsidRPr="00A72677">
              <w:rPr>
                <w:rtl/>
              </w:rPr>
              <w:t>ليك</w:t>
            </w:r>
            <w:r w:rsidR="00E7421A" w:rsidRPr="00A72677">
              <w:rPr>
                <w:rtl/>
              </w:rPr>
              <w:t xml:space="preserve"> </w:t>
            </w:r>
            <w:r w:rsidRPr="00A72677">
              <w:rPr>
                <w:rtl/>
              </w:rPr>
              <w:t>فإ</w:t>
            </w:r>
            <w:r w:rsidR="00E7421A" w:rsidRPr="00A72677">
              <w:rPr>
                <w:rtl/>
              </w:rPr>
              <w:t>ن</w:t>
            </w:r>
            <w:r w:rsidRPr="00A72677">
              <w:rPr>
                <w:rtl/>
              </w:rPr>
              <w:t>ّه</w:t>
            </w:r>
            <w:r w:rsidR="00E7421A" w:rsidRPr="00A72677">
              <w:rPr>
                <w:rtl/>
              </w:rPr>
              <w:t>ا</w:t>
            </w:r>
            <w:r w:rsidR="00E7421A"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تدع ا</w:t>
            </w:r>
            <w:r w:rsidR="00A72677" w:rsidRPr="00A72677">
              <w:rPr>
                <w:rtl/>
              </w:rPr>
              <w:t>لقل</w:t>
            </w:r>
            <w:r w:rsidRPr="00A72677">
              <w:rPr>
                <w:rtl/>
              </w:rPr>
              <w:t>وب</w:t>
            </w:r>
            <w:r w:rsidR="00677BC4">
              <w:rPr>
                <w:rtl/>
              </w:rPr>
              <w:t>َ</w:t>
            </w:r>
            <w:r w:rsidRPr="00A72677">
              <w:rPr>
                <w:rtl/>
              </w:rPr>
              <w:t xml:space="preserve"> وراء</w:t>
            </w:r>
            <w:r w:rsidR="00A72677" w:rsidRPr="00A72677">
              <w:rPr>
                <w:rtl/>
              </w:rPr>
              <w:t>ها</w:t>
            </w:r>
            <w:r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 xml:space="preserve">لا </w:t>
            </w:r>
            <w:r w:rsidR="00A72677" w:rsidRPr="00A72677">
              <w:rPr>
                <w:rtl/>
              </w:rPr>
              <w:t>تعز</w:t>
            </w:r>
            <w:r w:rsidRPr="00A72677">
              <w:rPr>
                <w:rtl/>
              </w:rPr>
              <w:t>منّ</w:t>
            </w:r>
            <w:r w:rsidR="00677BC4">
              <w:rPr>
                <w:rtl/>
              </w:rPr>
              <w:t>َ</w:t>
            </w:r>
            <w:r w:rsidRPr="00A72677">
              <w:rPr>
                <w:rtl/>
              </w:rPr>
              <w:t xml:space="preserve"> </w:t>
            </w:r>
            <w:r w:rsidR="00A72677" w:rsidRPr="00A72677">
              <w:rPr>
                <w:rtl/>
              </w:rPr>
              <w:t>بها</w:t>
            </w:r>
            <w:r w:rsidRPr="00A72677">
              <w:rPr>
                <w:rtl/>
              </w:rPr>
              <w:t xml:space="preserve"> ا</w:t>
            </w:r>
            <w:r w:rsidR="00A72677" w:rsidRPr="00A72677">
              <w:rPr>
                <w:rtl/>
              </w:rPr>
              <w:t>لبن</w:t>
            </w:r>
            <w:r w:rsidRPr="00A72677">
              <w:rPr>
                <w:rtl/>
              </w:rPr>
              <w:t>ا</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ء ودع ل</w:t>
            </w:r>
            <w:r w:rsidR="00A72677" w:rsidRPr="00A72677">
              <w:rPr>
                <w:rtl/>
              </w:rPr>
              <w:t>ها</w:t>
            </w:r>
            <w:r w:rsidRPr="00A72677">
              <w:rPr>
                <w:rtl/>
              </w:rPr>
              <w:t xml:space="preserve"> أ</w:t>
            </w:r>
            <w:r w:rsidR="00A72677" w:rsidRPr="00A72677">
              <w:rPr>
                <w:rtl/>
              </w:rPr>
              <w:t>بنا</w:t>
            </w:r>
            <w:r w:rsidRPr="00A72677">
              <w:rPr>
                <w:rtl/>
              </w:rPr>
              <w:t>ء</w:t>
            </w:r>
            <w:r w:rsidR="00A72677" w:rsidRPr="00A72677">
              <w:rPr>
                <w:rtl/>
              </w:rPr>
              <w:t>ها</w:t>
            </w:r>
            <w:r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ذاتُ</w:t>
            </w:r>
            <w:r w:rsidR="004C00A8">
              <w:rPr>
                <w:rtl/>
              </w:rPr>
              <w:t xml:space="preserve"> </w:t>
            </w:r>
            <w:r w:rsidRPr="00A72677">
              <w:rPr>
                <w:rtl/>
              </w:rPr>
              <w:t>ا</w:t>
            </w:r>
            <w:r w:rsidR="00A72677" w:rsidRPr="00A72677">
              <w:rPr>
                <w:rtl/>
              </w:rPr>
              <w:t>لتل</w:t>
            </w:r>
            <w:r w:rsidRPr="00A72677">
              <w:rPr>
                <w:rtl/>
              </w:rPr>
              <w:t>وِّن ما أ</w:t>
            </w:r>
            <w:r w:rsidR="00A72677" w:rsidRPr="00A72677">
              <w:rPr>
                <w:rtl/>
              </w:rPr>
              <w:t>قل</w:t>
            </w:r>
            <w:r w:rsidRPr="00A72677">
              <w:rPr>
                <w:rtl/>
              </w:rPr>
              <w:t>ّ</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على</w:t>
            </w:r>
            <w:r w:rsidR="00E7421A" w:rsidRPr="00A72677">
              <w:rPr>
                <w:rtl/>
              </w:rPr>
              <w:t xml:space="preserve"> ا</w:t>
            </w:r>
            <w:r w:rsidRPr="00A72677">
              <w:rPr>
                <w:rtl/>
              </w:rPr>
              <w:t>لصف</w:t>
            </w:r>
            <w:r w:rsidR="00E7421A" w:rsidRPr="00A72677">
              <w:rPr>
                <w:rtl/>
              </w:rPr>
              <w:t>اء و</w:t>
            </w:r>
            <w:r w:rsidRPr="00A72677">
              <w:rPr>
                <w:rtl/>
              </w:rPr>
              <w:t>فا</w:t>
            </w:r>
            <w:r w:rsidR="00E7421A" w:rsidRPr="00A72677">
              <w:rPr>
                <w:rtl/>
              </w:rPr>
              <w:t>ءها</w:t>
            </w:r>
            <w:r w:rsidR="00E7421A" w:rsidRPr="00A72677">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A72677">
              <w:rPr>
                <w:rtl/>
              </w:rPr>
              <w:t>قلُب</w:t>
            </w:r>
            <w:r w:rsidR="00E7421A" w:rsidRPr="00A72677">
              <w:rPr>
                <w:rtl/>
              </w:rPr>
              <w:t>ُ</w:t>
            </w:r>
            <w:r w:rsidR="004C00A8">
              <w:rPr>
                <w:rtl/>
              </w:rPr>
              <w:t xml:space="preserve"> </w:t>
            </w:r>
            <w:r w:rsidR="00E7421A" w:rsidRPr="00A72677">
              <w:rPr>
                <w:rtl/>
              </w:rPr>
              <w:t>ا</w:t>
            </w:r>
            <w:r w:rsidRPr="00A72677">
              <w:rPr>
                <w:rtl/>
              </w:rPr>
              <w:t>لخد</w:t>
            </w:r>
            <w:r w:rsidR="00E7421A" w:rsidRPr="00A72677">
              <w:rPr>
                <w:rtl/>
              </w:rPr>
              <w:t xml:space="preserve">ائع </w:t>
            </w:r>
            <w:r w:rsidRPr="00A72677">
              <w:rPr>
                <w:rtl/>
              </w:rPr>
              <w:t>كلّه</w:t>
            </w:r>
            <w:r w:rsidR="00E7421A" w:rsidRPr="00A72677">
              <w:rPr>
                <w:rtl/>
              </w:rPr>
              <w:t>ا</w:t>
            </w:r>
            <w:r w:rsidR="00E7421A"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غمس</w:t>
            </w:r>
            <w:r w:rsidR="00E7421A" w:rsidRPr="00A72677">
              <w:rPr>
                <w:rtl/>
              </w:rPr>
              <w:t xml:space="preserve">ت </w:t>
            </w:r>
            <w:r w:rsidRPr="00A72677">
              <w:rPr>
                <w:rtl/>
              </w:rPr>
              <w:t>بهن</w:t>
            </w:r>
            <w:r w:rsidR="00E7421A" w:rsidRPr="00A72677">
              <w:rPr>
                <w:rtl/>
              </w:rPr>
              <w:t>ّ</w:t>
            </w:r>
            <w:r w:rsidR="00677BC4">
              <w:rPr>
                <w:rtl/>
              </w:rPr>
              <w:t>َ</w:t>
            </w:r>
            <w:r w:rsidR="00E7421A" w:rsidRPr="00A72677">
              <w:rPr>
                <w:rtl/>
              </w:rPr>
              <w:t xml:space="preserve"> دِلاء</w:t>
            </w:r>
            <w:r w:rsidRPr="00A72677">
              <w:rPr>
                <w:rtl/>
              </w:rPr>
              <w:t>ها</w:t>
            </w:r>
            <w:r w:rsidR="00E7421A" w:rsidRPr="00A72677">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كم</w:t>
            </w:r>
            <w:r w:rsidR="004C00A8">
              <w:rPr>
                <w:rtl/>
              </w:rPr>
              <w:t xml:space="preserve"> </w:t>
            </w:r>
            <w:r w:rsidR="00E7421A" w:rsidRPr="009647FC">
              <w:rPr>
                <w:rtl/>
              </w:rPr>
              <w:t>أ</w:t>
            </w:r>
            <w:r w:rsidRPr="009647FC">
              <w:rPr>
                <w:rtl/>
              </w:rPr>
              <w:t>نف</w:t>
            </w:r>
            <w:r w:rsidR="00E7421A" w:rsidRPr="009647FC">
              <w:rPr>
                <w:rtl/>
              </w:rPr>
              <w:t>سٍ</w:t>
            </w:r>
            <w:r w:rsidR="00E7421A">
              <w:rPr>
                <w:rtl/>
              </w:rPr>
              <w:t xml:space="preserve"> </w:t>
            </w:r>
            <w:r w:rsidRPr="009647FC">
              <w:rPr>
                <w:rtl/>
              </w:rPr>
              <w:t>مل</w:t>
            </w:r>
            <w:r w:rsidR="00E7421A" w:rsidRPr="009647FC">
              <w:rPr>
                <w:rtl/>
              </w:rPr>
              <w:t>كت</w:t>
            </w:r>
            <w:r w:rsidR="00E7421A">
              <w:rPr>
                <w:rtl/>
              </w:rPr>
              <w:t xml:space="preserve"> </w:t>
            </w:r>
            <w:r w:rsidRPr="009647FC">
              <w:rPr>
                <w:rtl/>
              </w:rPr>
              <w:t>بز</w:t>
            </w:r>
            <w:r w:rsidR="00E7421A" w:rsidRPr="009647FC">
              <w:rPr>
                <w:rtl/>
              </w:rPr>
              <w:t>بر</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Pr="00524A24" w:rsidRDefault="00E7421A" w:rsidP="00A72677">
            <w:pPr>
              <w:pStyle w:val="libPoem"/>
            </w:pPr>
            <w:r w:rsidRPr="009647FC">
              <w:rPr>
                <w:rtl/>
              </w:rPr>
              <w:t>ج</w:t>
            </w:r>
            <w:r>
              <w:rPr>
                <w:rtl/>
              </w:rPr>
              <w:t xml:space="preserve"> </w:t>
            </w:r>
            <w:r w:rsidR="00A72677" w:rsidRPr="009647FC">
              <w:rPr>
                <w:rtl/>
              </w:rPr>
              <w:t>حسنه</w:t>
            </w:r>
            <w:r w:rsidRPr="009647FC">
              <w:rPr>
                <w:rtl/>
              </w:rPr>
              <w:t>ا</w:t>
            </w:r>
            <w:r>
              <w:rPr>
                <w:rtl/>
              </w:rPr>
              <w:t xml:space="preserve"> </w:t>
            </w:r>
            <w:r w:rsidRPr="009647FC">
              <w:rPr>
                <w:rtl/>
              </w:rPr>
              <w:t>أهواء</w:t>
            </w:r>
            <w:r w:rsidR="00A72677" w:rsidRPr="009647FC">
              <w:rPr>
                <w:rtl/>
              </w:rPr>
              <w:t>ها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وفي نسخة</w:t>
      </w:r>
      <w:r w:rsidR="00D769AB">
        <w:rPr>
          <w:rtl/>
        </w:rPr>
        <w:t>:</w:t>
      </w:r>
      <w:r w:rsidRPr="009647FC">
        <w:rPr>
          <w:rtl/>
        </w:rPr>
        <w:t xml:space="preserve"> أبناءها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7421A" w:rsidRPr="00524A24" w:rsidTr="00E7421A">
        <w:trPr>
          <w:trHeight w:val="350"/>
        </w:trPr>
        <w:tc>
          <w:tcPr>
            <w:tcW w:w="3902" w:type="dxa"/>
          </w:tcPr>
          <w:p w:rsidR="00E7421A" w:rsidRPr="00524A24" w:rsidRDefault="00E7421A" w:rsidP="00A72677">
            <w:pPr>
              <w:pStyle w:val="libPoem"/>
            </w:pPr>
            <w:r w:rsidRPr="009647FC">
              <w:rPr>
                <w:rtl/>
              </w:rPr>
              <w:lastRenderedPageBreak/>
              <w:t>دهياءُ</w:t>
            </w:r>
            <w:r w:rsidR="004C00A8">
              <w:rPr>
                <w:rtl/>
              </w:rPr>
              <w:t xml:space="preserve"> </w:t>
            </w:r>
            <w:r w:rsidRPr="009647FC">
              <w:rPr>
                <w:rtl/>
              </w:rPr>
              <w:t>إلاّ</w:t>
            </w:r>
            <w:r>
              <w:rPr>
                <w:rtl/>
              </w:rPr>
              <w:t xml:space="preserve"> </w:t>
            </w:r>
            <w:r w:rsidRPr="009647FC">
              <w:rPr>
                <w:rtl/>
              </w:rPr>
              <w:t>أنّها</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جهل</w:t>
            </w:r>
            <w:r w:rsidR="00E7421A">
              <w:rPr>
                <w:rtl/>
              </w:rPr>
              <w:t xml:space="preserve"> </w:t>
            </w:r>
            <w:r w:rsidR="00E7421A" w:rsidRPr="009647FC">
              <w:rPr>
                <w:rtl/>
              </w:rPr>
              <w:t>الأنامُ</w:t>
            </w:r>
            <w:r w:rsidR="00E7421A">
              <w:rPr>
                <w:rtl/>
              </w:rPr>
              <w:t xml:space="preserve"> </w:t>
            </w:r>
            <w:r w:rsidR="00E7421A" w:rsidRPr="009647FC">
              <w:rPr>
                <w:rtl/>
              </w:rPr>
              <w:t>د</w:t>
            </w:r>
            <w:r w:rsidRPr="009647FC">
              <w:rPr>
                <w:rtl/>
              </w:rPr>
              <w:t>ها</w:t>
            </w:r>
            <w:r w:rsidR="00E7421A" w:rsidRPr="009647FC">
              <w:rPr>
                <w:rtl/>
              </w:rPr>
              <w:t>ء</w:t>
            </w:r>
            <w:r w:rsidRPr="009647FC">
              <w:rPr>
                <w:rtl/>
              </w:rPr>
              <w:t>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 xml:space="preserve">أبداً </w:t>
            </w:r>
            <w:r w:rsidR="00A72677" w:rsidRPr="00A72677">
              <w:rPr>
                <w:rtl/>
              </w:rPr>
              <w:t>تد</w:t>
            </w:r>
            <w:r w:rsidRPr="00A72677">
              <w:rPr>
                <w:rtl/>
              </w:rPr>
              <w:t xml:space="preserve">بُّ </w:t>
            </w:r>
            <w:r w:rsidR="00A72677" w:rsidRPr="00A72677">
              <w:rPr>
                <w:rtl/>
              </w:rPr>
              <w:t>به</w:t>
            </w:r>
            <w:r w:rsidRPr="00A72677">
              <w:rPr>
                <w:rtl/>
              </w:rPr>
              <w:t>ا ا</w:t>
            </w:r>
            <w:r w:rsidR="00A72677" w:rsidRPr="00A72677">
              <w:rPr>
                <w:rtl/>
              </w:rPr>
              <w:t>له</w:t>
            </w:r>
            <w:r w:rsidRPr="00A72677">
              <w:rPr>
                <w:rtl/>
              </w:rPr>
              <w:t>مومُ</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إلى</w:t>
            </w:r>
            <w:r w:rsidR="004C00A8">
              <w:rPr>
                <w:rtl/>
              </w:rPr>
              <w:t xml:space="preserve"> </w:t>
            </w:r>
            <w:r w:rsidRPr="00A72677">
              <w:rPr>
                <w:rtl/>
              </w:rPr>
              <w:t>ا</w:t>
            </w:r>
            <w:r w:rsidR="00A72677" w:rsidRPr="00A72677">
              <w:rPr>
                <w:rtl/>
              </w:rPr>
              <w:t>لن</w:t>
            </w:r>
            <w:r w:rsidRPr="00A72677">
              <w:rPr>
                <w:rtl/>
              </w:rPr>
              <w:t>فوس ض</w:t>
            </w:r>
            <w:r w:rsidR="00A72677" w:rsidRPr="00A72677">
              <w:rPr>
                <w:rtl/>
              </w:rPr>
              <w:t>ُر</w:t>
            </w:r>
            <w:r w:rsidRPr="00A72677">
              <w:rPr>
                <w:rtl/>
              </w:rPr>
              <w:t>اءها</w:t>
            </w:r>
            <w:r w:rsidRPr="00A72677">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خبأ</w:t>
            </w:r>
            <w:r w:rsidR="00E7421A" w:rsidRPr="009647FC">
              <w:rPr>
                <w:rtl/>
              </w:rPr>
              <w:t>تْ</w:t>
            </w:r>
            <w:r w:rsidR="004C00A8">
              <w:rPr>
                <w:rtl/>
              </w:rPr>
              <w:t xml:space="preserve"> </w:t>
            </w:r>
            <w:r w:rsidRPr="009647FC">
              <w:rPr>
                <w:rtl/>
              </w:rPr>
              <w:t>خش</w:t>
            </w:r>
            <w:r w:rsidR="00E7421A" w:rsidRPr="009647FC">
              <w:rPr>
                <w:rtl/>
              </w:rPr>
              <w:t>ونة</w:t>
            </w:r>
            <w:r w:rsidR="00E7421A">
              <w:rPr>
                <w:rtl/>
              </w:rPr>
              <w:t xml:space="preserve"> </w:t>
            </w:r>
            <w:r w:rsidRPr="009647FC">
              <w:rPr>
                <w:rtl/>
              </w:rPr>
              <w:t>غد</w:t>
            </w:r>
            <w:r w:rsidR="00E7421A" w:rsidRPr="009647FC">
              <w:rPr>
                <w:rtl/>
              </w:rPr>
              <w:t>رِها</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لمن</w:t>
            </w:r>
            <w:r w:rsidR="00E7421A">
              <w:rPr>
                <w:rtl/>
              </w:rPr>
              <w:t xml:space="preserve"> </w:t>
            </w:r>
            <w:r w:rsidR="00E7421A" w:rsidRPr="009647FC">
              <w:rPr>
                <w:rtl/>
              </w:rPr>
              <w:t>ا</w:t>
            </w:r>
            <w:r w:rsidRPr="009647FC">
              <w:rPr>
                <w:rtl/>
              </w:rPr>
              <w:t>ستل</w:t>
            </w:r>
            <w:r w:rsidR="00E7421A" w:rsidRPr="009647FC">
              <w:rPr>
                <w:rtl/>
              </w:rPr>
              <w:t>ان</w:t>
            </w:r>
            <w:r w:rsidR="00E7421A">
              <w:rPr>
                <w:rtl/>
              </w:rPr>
              <w:t xml:space="preserve"> </w:t>
            </w:r>
            <w:r w:rsidR="00E7421A" w:rsidRPr="009647FC">
              <w:rPr>
                <w:rtl/>
              </w:rPr>
              <w:t>و</w:t>
            </w:r>
            <w:r w:rsidRPr="009647FC">
              <w:rPr>
                <w:rtl/>
              </w:rPr>
              <w:t>طا</w:t>
            </w:r>
            <w:r w:rsidR="00E7421A" w:rsidRPr="009647FC">
              <w:rPr>
                <w:rtl/>
              </w:rPr>
              <w:t>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كا</w:t>
            </w:r>
            <w:r w:rsidR="00E7421A" w:rsidRPr="009647FC">
              <w:rPr>
                <w:rtl/>
              </w:rPr>
              <w:t>لصلِّ:</w:t>
            </w:r>
            <w:r w:rsidR="00E7421A">
              <w:rPr>
                <w:rtl/>
              </w:rPr>
              <w:t xml:space="preserve"> </w:t>
            </w:r>
            <w:r w:rsidRPr="009647FC">
              <w:rPr>
                <w:rtl/>
              </w:rPr>
              <w:t>لك</w:t>
            </w:r>
            <w:r w:rsidR="00E7421A" w:rsidRPr="009647FC">
              <w:rPr>
                <w:rtl/>
              </w:rPr>
              <w:t>ن</w:t>
            </w:r>
            <w:r w:rsidR="00E7421A">
              <w:rPr>
                <w:rtl/>
              </w:rPr>
              <w:t xml:space="preserve"> </w:t>
            </w:r>
            <w:r w:rsidR="00E7421A" w:rsidRPr="009647FC">
              <w:rPr>
                <w:rtl/>
              </w:rPr>
              <w:t>لا</w:t>
            </w:r>
            <w:r w:rsidR="00E7421A">
              <w:rPr>
                <w:rtl/>
              </w:rPr>
              <w:t xml:space="preserve"> </w:t>
            </w:r>
            <w:r w:rsidRPr="009647FC">
              <w:rPr>
                <w:rtl/>
              </w:rPr>
              <w:t>يص</w:t>
            </w:r>
            <w:r w:rsidR="00E7421A" w:rsidRPr="009647FC">
              <w:rPr>
                <w:rtl/>
              </w:rPr>
              <w:t>يبُ</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لديغها</w:t>
            </w:r>
            <w:r w:rsidR="00E7421A">
              <w:rPr>
                <w:rtl/>
              </w:rPr>
              <w:t xml:space="preserve"> </w:t>
            </w:r>
            <w:r w:rsidR="00E7421A" w:rsidRPr="009647FC">
              <w:rPr>
                <w:rtl/>
              </w:rPr>
              <w:t>رقّاءها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A72677">
              <w:rPr>
                <w:rtl/>
              </w:rPr>
              <w:t>خرقا</w:t>
            </w:r>
            <w:r w:rsidR="00E7421A" w:rsidRPr="00A72677">
              <w:rPr>
                <w:rtl/>
              </w:rPr>
              <w:t>ء ت</w:t>
            </w:r>
            <w:r w:rsidRPr="00A72677">
              <w:rPr>
                <w:rtl/>
              </w:rPr>
              <w:t>ُد</w:t>
            </w:r>
            <w:r w:rsidR="00E7421A" w:rsidRPr="00A72677">
              <w:rPr>
                <w:rtl/>
              </w:rPr>
              <w:t xml:space="preserve">عي </w:t>
            </w:r>
            <w:r w:rsidRPr="00A72677">
              <w:rPr>
                <w:rtl/>
              </w:rPr>
              <w:t>با</w:t>
            </w:r>
            <w:r w:rsidR="00E7421A" w:rsidRPr="00A72677">
              <w:rPr>
                <w:rtl/>
              </w:rPr>
              <w:t>لصناع</w:t>
            </w:r>
            <w:r w:rsidR="00E7421A"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 xml:space="preserve">يداً، فدع </w:t>
            </w:r>
            <w:r w:rsidR="00A72677" w:rsidRPr="00A72677">
              <w:rPr>
                <w:rtl/>
              </w:rPr>
              <w:t>خرقا</w:t>
            </w:r>
            <w:r w:rsidRPr="00A72677">
              <w:rPr>
                <w:rtl/>
              </w:rPr>
              <w:t>ءها</w:t>
            </w:r>
            <w:r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لا</w:t>
            </w:r>
            <w:r w:rsidR="004C00A8">
              <w:rPr>
                <w:rtl/>
              </w:rPr>
              <w:t xml:space="preserve"> </w:t>
            </w:r>
            <w:r w:rsidRPr="009647FC">
              <w:rPr>
                <w:rtl/>
              </w:rPr>
              <w:t>ترجُ</w:t>
            </w:r>
            <w:r>
              <w:rPr>
                <w:rtl/>
              </w:rPr>
              <w:t xml:space="preserve"> </w:t>
            </w:r>
            <w:r w:rsidR="00A72677" w:rsidRPr="009647FC">
              <w:rPr>
                <w:rtl/>
              </w:rPr>
              <w:t>نائل</w:t>
            </w:r>
            <w:r w:rsidRPr="009647FC">
              <w:rPr>
                <w:rtl/>
              </w:rPr>
              <w:t>ها،</w:t>
            </w:r>
            <w:r>
              <w:rPr>
                <w:rtl/>
              </w:rPr>
              <w:t xml:space="preserve"> </w:t>
            </w:r>
            <w:r w:rsidR="00A72677" w:rsidRPr="009647FC">
              <w:rPr>
                <w:rtl/>
              </w:rPr>
              <w:t>فك</w:t>
            </w:r>
            <w:r w:rsidRPr="009647FC">
              <w:rPr>
                <w:rtl/>
              </w:rPr>
              <w:t>م</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قطع</w:t>
            </w:r>
            <w:r w:rsidR="00E7421A" w:rsidRPr="009647FC">
              <w:rPr>
                <w:rtl/>
              </w:rPr>
              <w:t>ت</w:t>
            </w:r>
            <w:r w:rsidR="00E7421A">
              <w:rPr>
                <w:rtl/>
              </w:rPr>
              <w:t xml:space="preserve"> </w:t>
            </w:r>
            <w:r w:rsidR="00E7421A" w:rsidRPr="009647FC">
              <w:rPr>
                <w:rtl/>
              </w:rPr>
              <w:t>يداً</w:t>
            </w:r>
            <w:r w:rsidR="00E7421A">
              <w:rPr>
                <w:rtl/>
              </w:rPr>
              <w:t xml:space="preserve"> </w:t>
            </w:r>
            <w:r w:rsidR="00E7421A" w:rsidRPr="009647FC">
              <w:rPr>
                <w:rtl/>
              </w:rPr>
              <w:t>ور</w:t>
            </w:r>
            <w:r w:rsidRPr="009647FC">
              <w:rPr>
                <w:rtl/>
              </w:rPr>
              <w:t>جا</w:t>
            </w:r>
            <w:r w:rsidR="00E7421A" w:rsidRPr="009647FC">
              <w:rPr>
                <w:rtl/>
              </w:rPr>
              <w:t>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و</w:t>
            </w:r>
            <w:r w:rsidR="00A72677" w:rsidRPr="009647FC">
              <w:rPr>
                <w:rtl/>
              </w:rPr>
              <w:t>به</w:t>
            </w:r>
            <w:r w:rsidRPr="009647FC">
              <w:rPr>
                <w:rtl/>
              </w:rPr>
              <w:t>دم</w:t>
            </w:r>
            <w:r>
              <w:rPr>
                <w:rtl/>
              </w:rPr>
              <w:t xml:space="preserve"> </w:t>
            </w:r>
            <w:r w:rsidR="00A72677" w:rsidRPr="009647FC">
              <w:rPr>
                <w:rtl/>
              </w:rPr>
              <w:t>عم</w:t>
            </w:r>
            <w:r w:rsidRPr="009647FC">
              <w:rPr>
                <w:rtl/>
              </w:rPr>
              <w:t>ركِ</w:t>
            </w:r>
            <w:r>
              <w:rPr>
                <w:rtl/>
              </w:rPr>
              <w:t xml:space="preserve"> </w:t>
            </w:r>
            <w:r w:rsidR="00A72677" w:rsidRPr="009647FC">
              <w:rPr>
                <w:rtl/>
              </w:rPr>
              <w:t>قد</w:t>
            </w:r>
            <w:r>
              <w:rPr>
                <w:rtl/>
              </w:rPr>
              <w:t xml:space="preserve"> </w:t>
            </w:r>
            <w:r w:rsidR="00A72677" w:rsidRPr="009647FC">
              <w:rPr>
                <w:rtl/>
              </w:rPr>
              <w:t>سع</w:t>
            </w:r>
            <w:r w:rsidRPr="009647FC">
              <w:rPr>
                <w:rtl/>
              </w:rPr>
              <w:t>ت</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فل</w:t>
            </w:r>
            <w:r w:rsidR="00E7421A" w:rsidRPr="009647FC">
              <w:rPr>
                <w:rtl/>
              </w:rPr>
              <w:t>ن</w:t>
            </w:r>
            <w:r w:rsidR="00E7421A">
              <w:rPr>
                <w:rtl/>
              </w:rPr>
              <w:t xml:space="preserve"> </w:t>
            </w:r>
            <w:r w:rsidRPr="009647FC">
              <w:rPr>
                <w:rtl/>
              </w:rPr>
              <w:t>نر</w:t>
            </w:r>
            <w:r w:rsidR="00E7421A" w:rsidRPr="009647FC">
              <w:rPr>
                <w:rtl/>
              </w:rPr>
              <w:t>يد</w:t>
            </w:r>
            <w:r w:rsidR="00E7421A" w:rsidRPr="004E7EC6">
              <w:rPr>
                <w:rStyle w:val="libFootnotenumChar"/>
                <w:rtl/>
              </w:rPr>
              <w:t>(1)</w:t>
            </w:r>
            <w:r w:rsidR="00E7421A">
              <w:rPr>
                <w:rtl/>
              </w:rPr>
              <w:t xml:space="preserve"> </w:t>
            </w:r>
            <w:r w:rsidRPr="009647FC">
              <w:rPr>
                <w:rtl/>
              </w:rPr>
              <w:t>بن</w:t>
            </w:r>
            <w:r w:rsidR="00E7421A" w:rsidRPr="009647FC">
              <w:rPr>
                <w:rtl/>
              </w:rPr>
              <w:t>اءها؟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ا</w:t>
            </w:r>
            <w:r w:rsidR="00A72677" w:rsidRPr="009647FC">
              <w:rPr>
                <w:rtl/>
              </w:rPr>
              <w:t>ليو</w:t>
            </w:r>
            <w:r w:rsidRPr="009647FC">
              <w:rPr>
                <w:rtl/>
              </w:rPr>
              <w:t>م</w:t>
            </w:r>
            <w:r>
              <w:rPr>
                <w:rtl/>
              </w:rPr>
              <w:t xml:space="preserve"> </w:t>
            </w:r>
            <w:r w:rsidR="00A72677" w:rsidRPr="009647FC">
              <w:rPr>
                <w:rtl/>
              </w:rPr>
              <w:t>ترشف</w:t>
            </w:r>
            <w:r w:rsidRPr="009647FC">
              <w:rPr>
                <w:rtl/>
              </w:rPr>
              <w:t>ُ</w:t>
            </w:r>
            <w:r>
              <w:rPr>
                <w:rtl/>
              </w:rPr>
              <w:t xml:space="preserve"> </w:t>
            </w:r>
            <w:r w:rsidRPr="009647FC">
              <w:rPr>
                <w:rtl/>
              </w:rPr>
              <w:t>ز</w:t>
            </w:r>
            <w:r w:rsidR="00A72677" w:rsidRPr="009647FC">
              <w:rPr>
                <w:rtl/>
              </w:rPr>
              <w:t>هو</w:t>
            </w:r>
            <w:r w:rsidRPr="009647FC">
              <w:rPr>
                <w:rtl/>
              </w:rPr>
              <w:t>ها</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E7421A" w:rsidP="00A72677">
            <w:pPr>
              <w:pStyle w:val="libPoem"/>
            </w:pPr>
            <w:r w:rsidRPr="009647FC">
              <w:rPr>
                <w:rtl/>
              </w:rPr>
              <w:t>وغداً</w:t>
            </w:r>
            <w:r>
              <w:rPr>
                <w:rtl/>
              </w:rPr>
              <w:t xml:space="preserve"> </w:t>
            </w:r>
            <w:r w:rsidR="00A72677" w:rsidRPr="009647FC">
              <w:rPr>
                <w:rtl/>
              </w:rPr>
              <w:t>تعا</w:t>
            </w:r>
            <w:r w:rsidRPr="009647FC">
              <w:rPr>
                <w:rtl/>
              </w:rPr>
              <w:t>لجُ</w:t>
            </w:r>
            <w:r>
              <w:rPr>
                <w:rtl/>
              </w:rPr>
              <w:t xml:space="preserve"> </w:t>
            </w:r>
            <w:r w:rsidRPr="009647FC">
              <w:rPr>
                <w:rtl/>
              </w:rPr>
              <w:t>داءها</w:t>
            </w:r>
            <w:r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ما</w:t>
            </w:r>
            <w:r>
              <w:rPr>
                <w:rtl/>
              </w:rPr>
              <w:t xml:space="preserve"> </w:t>
            </w:r>
            <w:r w:rsidRPr="009647FC">
              <w:rPr>
                <w:rtl/>
              </w:rPr>
              <w:t>إن</w:t>
            </w:r>
            <w:r>
              <w:rPr>
                <w:rtl/>
              </w:rPr>
              <w:t xml:space="preserve"> </w:t>
            </w:r>
            <w:r w:rsidR="00A72677" w:rsidRPr="009647FC">
              <w:rPr>
                <w:rtl/>
              </w:rPr>
              <w:t>حم</w:t>
            </w:r>
            <w:r w:rsidRPr="009647FC">
              <w:rPr>
                <w:rtl/>
              </w:rPr>
              <w:t>دت</w:t>
            </w:r>
            <w:r w:rsidR="00677BC4">
              <w:rPr>
                <w:rtl/>
              </w:rPr>
              <w:t>َ</w:t>
            </w:r>
            <w:r>
              <w:rPr>
                <w:rtl/>
              </w:rPr>
              <w:t xml:space="preserve"> </w:t>
            </w:r>
            <w:r w:rsidR="00A72677" w:rsidRPr="009647FC">
              <w:rPr>
                <w:rtl/>
              </w:rPr>
              <w:t>صب</w:t>
            </w:r>
            <w:r w:rsidRPr="009647FC">
              <w:rPr>
                <w:rtl/>
              </w:rPr>
              <w:t>احها</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E7421A" w:rsidP="00A72677">
            <w:pPr>
              <w:pStyle w:val="libPoem"/>
            </w:pPr>
            <w:r w:rsidRPr="009647FC">
              <w:rPr>
                <w:rtl/>
              </w:rPr>
              <w:t>إلاّ</w:t>
            </w:r>
            <w:r>
              <w:rPr>
                <w:rtl/>
              </w:rPr>
              <w:t xml:space="preserve"> </w:t>
            </w:r>
            <w:r w:rsidRPr="009647FC">
              <w:rPr>
                <w:rtl/>
              </w:rPr>
              <w:t>ذم</w:t>
            </w:r>
            <w:r w:rsidR="00A72677" w:rsidRPr="009647FC">
              <w:rPr>
                <w:rtl/>
              </w:rPr>
              <w:t>مت</w:t>
            </w:r>
            <w:r w:rsidR="00677BC4">
              <w:rPr>
                <w:rtl/>
              </w:rPr>
              <w:t>َ</w:t>
            </w:r>
            <w:r>
              <w:rPr>
                <w:rtl/>
              </w:rPr>
              <w:t xml:space="preserve"> </w:t>
            </w:r>
            <w:r w:rsidR="00A72677" w:rsidRPr="009647FC">
              <w:rPr>
                <w:rtl/>
              </w:rPr>
              <w:t>مسا</w:t>
            </w:r>
            <w:r w:rsidRPr="009647FC">
              <w:rPr>
                <w:rtl/>
              </w:rPr>
              <w:t>ء</w:t>
            </w:r>
            <w:r w:rsidR="00A72677" w:rsidRPr="009647FC">
              <w:rPr>
                <w:rtl/>
              </w:rPr>
              <w:t>ها</w:t>
            </w:r>
            <w:r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دارُ</w:t>
            </w:r>
            <w:r>
              <w:rPr>
                <w:rtl/>
              </w:rPr>
              <w:t xml:space="preserve"> </w:t>
            </w:r>
            <w:r w:rsidRPr="009647FC">
              <w:rPr>
                <w:rtl/>
              </w:rPr>
              <w:t>ا</w:t>
            </w:r>
            <w:r w:rsidR="00A72677" w:rsidRPr="009647FC">
              <w:rPr>
                <w:rtl/>
              </w:rPr>
              <w:t>لفجا</w:t>
            </w:r>
            <w:r w:rsidRPr="009647FC">
              <w:rPr>
                <w:rtl/>
              </w:rPr>
              <w:t>يع،</w:t>
            </w:r>
            <w:r>
              <w:rPr>
                <w:rtl/>
              </w:rPr>
              <w:t xml:space="preserve"> </w:t>
            </w:r>
            <w:r w:rsidRPr="009647FC">
              <w:rPr>
                <w:rtl/>
              </w:rPr>
              <w:t>والروا</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يع</w:t>
            </w:r>
            <w:r w:rsidR="004C00A8">
              <w:rPr>
                <w:rtl/>
              </w:rPr>
              <w:t xml:space="preserve"> </w:t>
            </w:r>
            <w:r w:rsidRPr="009647FC">
              <w:rPr>
                <w:rtl/>
              </w:rPr>
              <w:t>ما</w:t>
            </w:r>
            <w:r w:rsidR="00E7421A">
              <w:rPr>
                <w:rtl/>
              </w:rPr>
              <w:t xml:space="preserve"> </w:t>
            </w:r>
            <w:r w:rsidR="00E7421A" w:rsidRPr="009647FC">
              <w:rPr>
                <w:rtl/>
              </w:rPr>
              <w:t>أ</w:t>
            </w:r>
            <w:r w:rsidRPr="009647FC">
              <w:rPr>
                <w:rtl/>
              </w:rPr>
              <w:t>شق</w:t>
            </w:r>
            <w:r w:rsidR="00E7421A">
              <w:rPr>
                <w:rtl/>
              </w:rPr>
              <w:t xml:space="preserve"> </w:t>
            </w:r>
            <w:r w:rsidRPr="009647FC">
              <w:rPr>
                <w:rtl/>
              </w:rPr>
              <w:t>عن</w:t>
            </w:r>
            <w:r w:rsidR="00E7421A" w:rsidRPr="009647FC">
              <w:rPr>
                <w:rtl/>
              </w:rPr>
              <w:t>اءها!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يا</w:t>
            </w:r>
            <w:r w:rsidR="004C00A8">
              <w:rPr>
                <w:rtl/>
              </w:rPr>
              <w:t xml:space="preserve"> </w:t>
            </w:r>
            <w:r w:rsidR="00A72677" w:rsidRPr="009647FC">
              <w:rPr>
                <w:rtl/>
              </w:rPr>
              <w:t>نا</w:t>
            </w:r>
            <w:r w:rsidRPr="009647FC">
              <w:rPr>
                <w:rtl/>
              </w:rPr>
              <w:t>عماً</w:t>
            </w:r>
            <w:r>
              <w:rPr>
                <w:rtl/>
              </w:rPr>
              <w:t xml:space="preserve"> </w:t>
            </w:r>
            <w:r w:rsidR="00A72677" w:rsidRPr="009647FC">
              <w:rPr>
                <w:rtl/>
              </w:rPr>
              <w:t>حت</w:t>
            </w:r>
            <w:r w:rsidRPr="009647FC">
              <w:rPr>
                <w:rtl/>
              </w:rPr>
              <w:t>ى</w:t>
            </w:r>
            <w:r>
              <w:rPr>
                <w:rtl/>
              </w:rPr>
              <w:t xml:space="preserve"> </w:t>
            </w:r>
            <w:r w:rsidR="00A72677" w:rsidRPr="009647FC">
              <w:rPr>
                <w:rtl/>
              </w:rPr>
              <w:t>كأ</w:t>
            </w:r>
            <w:r w:rsidRPr="009647FC">
              <w:rPr>
                <w:rtl/>
              </w:rPr>
              <w:t>نّك</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E7421A" w:rsidP="00A72677">
            <w:pPr>
              <w:pStyle w:val="libPoem"/>
            </w:pPr>
            <w:r w:rsidRPr="009647FC">
              <w:rPr>
                <w:rtl/>
              </w:rPr>
              <w:t>لم</w:t>
            </w:r>
            <w:r w:rsidR="004C00A8">
              <w:rPr>
                <w:rtl/>
              </w:rPr>
              <w:t xml:space="preserve"> </w:t>
            </w:r>
            <w:r w:rsidR="00A72677" w:rsidRPr="009647FC">
              <w:rPr>
                <w:rtl/>
              </w:rPr>
              <w:t>تخف</w:t>
            </w:r>
            <w:r w:rsidRPr="009647FC">
              <w:rPr>
                <w:rtl/>
              </w:rPr>
              <w:t>ْ</w:t>
            </w:r>
            <w:r>
              <w:rPr>
                <w:rtl/>
              </w:rPr>
              <w:t xml:space="preserve"> </w:t>
            </w:r>
            <w:r w:rsidR="00A72677" w:rsidRPr="009647FC">
              <w:rPr>
                <w:rtl/>
              </w:rPr>
              <w:t>بأسا</w:t>
            </w:r>
            <w:r w:rsidRPr="009647FC">
              <w:rPr>
                <w:rtl/>
              </w:rPr>
              <w:t>ءها</w:t>
            </w:r>
            <w:r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لا</w:t>
            </w:r>
            <w:r>
              <w:rPr>
                <w:rtl/>
              </w:rPr>
              <w:t xml:space="preserve"> </w:t>
            </w:r>
            <w:r w:rsidR="00A72677" w:rsidRPr="009647FC">
              <w:rPr>
                <w:rtl/>
              </w:rPr>
              <w:t>تطل</w:t>
            </w:r>
            <w:r w:rsidRPr="009647FC">
              <w:rPr>
                <w:rtl/>
              </w:rPr>
              <w:t>بنّ</w:t>
            </w:r>
            <w:r w:rsidR="00677BC4">
              <w:rPr>
                <w:rtl/>
              </w:rPr>
              <w:t>َ</w:t>
            </w:r>
            <w:r>
              <w:rPr>
                <w:rtl/>
              </w:rPr>
              <w:t xml:space="preserve"> </w:t>
            </w:r>
            <w:r w:rsidR="00A72677" w:rsidRPr="009647FC">
              <w:rPr>
                <w:rtl/>
              </w:rPr>
              <w:t>بها</w:t>
            </w:r>
            <w:r>
              <w:rPr>
                <w:rtl/>
              </w:rPr>
              <w:t xml:space="preserve"> </w:t>
            </w:r>
            <w:r w:rsidRPr="009647FC">
              <w:rPr>
                <w:rtl/>
              </w:rPr>
              <w:t>ا</w:t>
            </w:r>
            <w:r w:rsidR="00A72677" w:rsidRPr="009647FC">
              <w:rPr>
                <w:rtl/>
              </w:rPr>
              <w:t>لبق</w:t>
            </w:r>
            <w:r w:rsidRPr="009647FC">
              <w:rPr>
                <w:rtl/>
              </w:rPr>
              <w:t>اء</w:t>
            </w:r>
            <w:r w:rsidR="00677BC4">
              <w:rPr>
                <w:rtl/>
              </w:rPr>
              <w:t>َ</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E7421A" w:rsidP="00A72677">
            <w:pPr>
              <w:pStyle w:val="libPoem"/>
            </w:pPr>
            <w:r w:rsidRPr="009647FC">
              <w:rPr>
                <w:rtl/>
              </w:rPr>
              <w:t>ف</w:t>
            </w:r>
            <w:r w:rsidR="00A72677" w:rsidRPr="009647FC">
              <w:rPr>
                <w:rtl/>
              </w:rPr>
              <w:t>قد</w:t>
            </w:r>
            <w:r>
              <w:rPr>
                <w:rtl/>
              </w:rPr>
              <w:t xml:space="preserve"> </w:t>
            </w:r>
            <w:r w:rsidR="00A72677" w:rsidRPr="009647FC">
              <w:rPr>
                <w:rtl/>
              </w:rPr>
              <w:t>عرفت</w:t>
            </w:r>
            <w:r w:rsidR="00677BC4">
              <w:rPr>
                <w:rtl/>
              </w:rPr>
              <w:t>َ</w:t>
            </w:r>
            <w:r>
              <w:rPr>
                <w:rtl/>
              </w:rPr>
              <w:t xml:space="preserve"> </w:t>
            </w:r>
            <w:r w:rsidR="00A72677" w:rsidRPr="009647FC">
              <w:rPr>
                <w:rtl/>
              </w:rPr>
              <w:t>فنا</w:t>
            </w:r>
            <w:r w:rsidRPr="009647FC">
              <w:rPr>
                <w:rtl/>
              </w:rPr>
              <w:t>ءها</w:t>
            </w:r>
            <w:r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و</w:t>
            </w:r>
            <w:r w:rsidR="00A72677" w:rsidRPr="009647FC">
              <w:rPr>
                <w:rtl/>
              </w:rPr>
              <w:t>لقد</w:t>
            </w:r>
            <w:r>
              <w:rPr>
                <w:rtl/>
              </w:rPr>
              <w:t xml:space="preserve"> </w:t>
            </w:r>
            <w:r w:rsidR="00A72677" w:rsidRPr="009647FC">
              <w:rPr>
                <w:rtl/>
              </w:rPr>
              <w:t>سم</w:t>
            </w:r>
            <w:r w:rsidRPr="009647FC">
              <w:rPr>
                <w:rtl/>
              </w:rPr>
              <w:t>عت</w:t>
            </w:r>
            <w:r w:rsidR="00677BC4">
              <w:rPr>
                <w:rtl/>
              </w:rPr>
              <w:t>َ</w:t>
            </w:r>
            <w:r>
              <w:rPr>
                <w:rtl/>
              </w:rPr>
              <w:t xml:space="preserve"> </w:t>
            </w:r>
            <w:r w:rsidRPr="009647FC">
              <w:rPr>
                <w:rtl/>
              </w:rPr>
              <w:t>و</w:t>
            </w:r>
            <w:r w:rsidR="00A72677" w:rsidRPr="009647FC">
              <w:rPr>
                <w:rtl/>
              </w:rPr>
              <w:t>كا</w:t>
            </w:r>
            <w:r w:rsidRPr="009647FC">
              <w:rPr>
                <w:rtl/>
              </w:rPr>
              <w:t>ن</w:t>
            </w:r>
            <w:r>
              <w:rPr>
                <w:rtl/>
              </w:rPr>
              <w:t xml:space="preserve"> </w:t>
            </w:r>
            <w:r w:rsidRPr="009647FC">
              <w:rPr>
                <w:rtl/>
              </w:rPr>
              <w:t>أفـ</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ضع</w:t>
            </w:r>
            <w:r w:rsidR="00E7421A" w:rsidRPr="009647FC">
              <w:rPr>
                <w:rtl/>
              </w:rPr>
              <w:t>ُ</w:t>
            </w:r>
            <w:r w:rsidR="00E7421A">
              <w:rPr>
                <w:rtl/>
              </w:rPr>
              <w:t xml:space="preserve"> </w:t>
            </w:r>
            <w:r w:rsidRPr="009647FC">
              <w:rPr>
                <w:rtl/>
              </w:rPr>
              <w:t>ما</w:t>
            </w:r>
            <w:r w:rsidR="00E7421A">
              <w:rPr>
                <w:rtl/>
              </w:rPr>
              <w:t xml:space="preserve"> </w:t>
            </w:r>
            <w:r w:rsidRPr="009647FC">
              <w:rPr>
                <w:rtl/>
              </w:rPr>
              <w:t>سم</w:t>
            </w:r>
            <w:r w:rsidR="00E7421A" w:rsidRPr="009647FC">
              <w:rPr>
                <w:rtl/>
              </w:rPr>
              <w:t>عت</w:t>
            </w:r>
            <w:r w:rsidR="00E7421A">
              <w:rPr>
                <w:rtl/>
              </w:rPr>
              <w:t xml:space="preserve"> </w:t>
            </w:r>
            <w:r w:rsidRPr="009647FC">
              <w:rPr>
                <w:rtl/>
              </w:rPr>
              <w:t>ند</w:t>
            </w:r>
            <w:r w:rsidR="00E7421A" w:rsidRPr="009647FC">
              <w:rPr>
                <w:rtl/>
              </w:rPr>
              <w:t>اءها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أ</w:t>
            </w:r>
            <w:r w:rsidR="00A72677" w:rsidRPr="009647FC">
              <w:rPr>
                <w:rtl/>
              </w:rPr>
              <w:t>بن</w:t>
            </w:r>
            <w:r w:rsidRPr="009647FC">
              <w:rPr>
                <w:rtl/>
              </w:rPr>
              <w:t>ي</w:t>
            </w:r>
            <w:r>
              <w:rPr>
                <w:rtl/>
              </w:rPr>
              <w:t xml:space="preserve"> </w:t>
            </w:r>
            <w:r w:rsidRPr="009647FC">
              <w:rPr>
                <w:rtl/>
              </w:rPr>
              <w:t>ا</w:t>
            </w:r>
            <w:r w:rsidR="00A72677" w:rsidRPr="009647FC">
              <w:rPr>
                <w:rtl/>
              </w:rPr>
              <w:t>لت</w:t>
            </w:r>
            <w:r w:rsidRPr="009647FC">
              <w:rPr>
                <w:rtl/>
              </w:rPr>
              <w:t>ي</w:t>
            </w:r>
            <w:r>
              <w:rPr>
                <w:rtl/>
              </w:rPr>
              <w:t xml:space="preserve"> </w:t>
            </w:r>
            <w:r w:rsidRPr="009647FC">
              <w:rPr>
                <w:rtl/>
              </w:rPr>
              <w:t>أ</w:t>
            </w:r>
            <w:r w:rsidR="00A72677" w:rsidRPr="009647FC">
              <w:rPr>
                <w:rtl/>
              </w:rPr>
              <w:t>كل</w:t>
            </w:r>
            <w:r w:rsidRPr="009647FC">
              <w:rPr>
                <w:rtl/>
              </w:rPr>
              <w:t>ت</w:t>
            </w:r>
            <w:r>
              <w:rPr>
                <w:rtl/>
              </w:rPr>
              <w:t xml:space="preserve"> </w:t>
            </w:r>
            <w:r w:rsidR="00A72677" w:rsidRPr="009647FC">
              <w:rPr>
                <w:rtl/>
              </w:rPr>
              <w:t>بأ</w:t>
            </w:r>
            <w:r w:rsidRPr="009647FC">
              <w:rPr>
                <w:rtl/>
              </w:rPr>
              <w:t>ضـ</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E7421A" w:rsidP="00A72677">
            <w:pPr>
              <w:pStyle w:val="libPoem"/>
            </w:pPr>
            <w:r w:rsidRPr="009647FC">
              <w:rPr>
                <w:rtl/>
              </w:rPr>
              <w:t>راسٍ</w:t>
            </w:r>
            <w:r w:rsidR="004C00A8">
              <w:rPr>
                <w:rtl/>
              </w:rPr>
              <w:t xml:space="preserve"> </w:t>
            </w:r>
            <w:r w:rsidRPr="009647FC">
              <w:rPr>
                <w:rtl/>
              </w:rPr>
              <w:t>ال</w:t>
            </w:r>
            <w:r w:rsidR="00A72677" w:rsidRPr="009647FC">
              <w:rPr>
                <w:rtl/>
              </w:rPr>
              <w:t>بل</w:t>
            </w:r>
            <w:r w:rsidRPr="009647FC">
              <w:rPr>
                <w:rtl/>
              </w:rPr>
              <w:t>ا</w:t>
            </w:r>
            <w:r>
              <w:rPr>
                <w:rtl/>
              </w:rPr>
              <w:t xml:space="preserve"> </w:t>
            </w:r>
            <w:r w:rsidRPr="009647FC">
              <w:rPr>
                <w:rtl/>
              </w:rPr>
              <w:t>أ</w:t>
            </w:r>
            <w:r w:rsidR="00A72677" w:rsidRPr="009647FC">
              <w:rPr>
                <w:rtl/>
              </w:rPr>
              <w:t>بنا</w:t>
            </w:r>
            <w:r w:rsidRPr="009647FC">
              <w:rPr>
                <w:rtl/>
              </w:rPr>
              <w:t>ءها؟</w:t>
            </w:r>
            <w:r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 xml:space="preserve">أو </w:t>
            </w:r>
            <w:r w:rsidR="00A72677" w:rsidRPr="00A72677">
              <w:rPr>
                <w:rtl/>
              </w:rPr>
              <w:t>ما</w:t>
            </w:r>
            <w:r w:rsidRPr="00A72677">
              <w:rPr>
                <w:rtl/>
              </w:rPr>
              <w:t xml:space="preserve"> </w:t>
            </w:r>
            <w:r w:rsidR="00A72677" w:rsidRPr="00A72677">
              <w:rPr>
                <w:rtl/>
              </w:rPr>
              <w:t>كفا</w:t>
            </w:r>
            <w:r w:rsidRPr="00A72677">
              <w:rPr>
                <w:rtl/>
              </w:rPr>
              <w:t>كم أن</w:t>
            </w:r>
            <w:r w:rsidR="00A72677" w:rsidRPr="00A72677">
              <w:rPr>
                <w:rtl/>
              </w:rPr>
              <w:t>ّها</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سقت</w:t>
            </w:r>
            <w:r w:rsidR="00E7421A" w:rsidRPr="00A72677">
              <w:rPr>
                <w:rtl/>
              </w:rPr>
              <w:t xml:space="preserve"> ا</w:t>
            </w:r>
            <w:r w:rsidRPr="00A72677">
              <w:rPr>
                <w:rtl/>
              </w:rPr>
              <w:t>لر</w:t>
            </w:r>
            <w:r w:rsidR="00E7421A" w:rsidRPr="00A72677">
              <w:rPr>
                <w:rtl/>
              </w:rPr>
              <w:t>دى أ</w:t>
            </w:r>
            <w:r w:rsidRPr="00A72677">
              <w:rPr>
                <w:rtl/>
              </w:rPr>
              <w:t>كف</w:t>
            </w:r>
            <w:r w:rsidR="00E7421A" w:rsidRPr="00A72677">
              <w:rPr>
                <w:rtl/>
              </w:rPr>
              <w:t>اءها؟</w:t>
            </w:r>
            <w:r w:rsidR="00E7421A"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طوت</w:t>
            </w:r>
            <w:r w:rsidR="004C00A8">
              <w:rPr>
                <w:rtl/>
              </w:rPr>
              <w:t xml:space="preserve"> </w:t>
            </w:r>
            <w:r w:rsidRPr="009647FC">
              <w:rPr>
                <w:rtl/>
              </w:rPr>
              <w:t>ا</w:t>
            </w:r>
            <w:r w:rsidR="00A72677" w:rsidRPr="009647FC">
              <w:rPr>
                <w:rtl/>
              </w:rPr>
              <w:t>لمق</w:t>
            </w:r>
            <w:r w:rsidRPr="009647FC">
              <w:rPr>
                <w:rtl/>
              </w:rPr>
              <w:t>اول</w:t>
            </w:r>
            <w:r w:rsidR="00677BC4">
              <w:rPr>
                <w:rtl/>
              </w:rPr>
              <w:t>َ</w:t>
            </w:r>
            <w:r>
              <w:rPr>
                <w:rtl/>
              </w:rPr>
              <w:t xml:space="preserve"> </w:t>
            </w:r>
            <w:r w:rsidR="00A72677" w:rsidRPr="009647FC">
              <w:rPr>
                <w:rtl/>
              </w:rPr>
              <w:t>كل</w:t>
            </w:r>
            <w:r w:rsidRPr="009647FC">
              <w:rPr>
                <w:rtl/>
              </w:rPr>
              <w:t>ّها</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E7421A" w:rsidP="00A72677">
            <w:pPr>
              <w:pStyle w:val="libPoem"/>
            </w:pPr>
            <w:r w:rsidRPr="009647FC">
              <w:rPr>
                <w:rtl/>
              </w:rPr>
              <w:t>و</w:t>
            </w:r>
            <w:r w:rsidR="00A72677" w:rsidRPr="009647FC">
              <w:rPr>
                <w:rtl/>
              </w:rPr>
              <w:t>تحي</w:t>
            </w:r>
            <w:r w:rsidRPr="009647FC">
              <w:rPr>
                <w:rtl/>
              </w:rPr>
              <w:t>ّ</w:t>
            </w:r>
            <w:r w:rsidR="00677BC4">
              <w:rPr>
                <w:rtl/>
              </w:rPr>
              <w:t>َ</w:t>
            </w:r>
            <w:r w:rsidRPr="009647FC">
              <w:rPr>
                <w:rtl/>
              </w:rPr>
              <w:t>فت</w:t>
            </w:r>
            <w:r>
              <w:rPr>
                <w:rtl/>
              </w:rPr>
              <w:t xml:space="preserve"> </w:t>
            </w:r>
            <w:r w:rsidRPr="009647FC">
              <w:rPr>
                <w:rtl/>
              </w:rPr>
              <w:t>أذواء</w:t>
            </w:r>
            <w:r w:rsidR="00A72677" w:rsidRPr="009647FC">
              <w:rPr>
                <w:rtl/>
              </w:rPr>
              <w:t>ها</w:t>
            </w:r>
            <w:r w:rsidRPr="004E7EC6">
              <w:rPr>
                <w:rStyle w:val="libFootnotenumChar"/>
                <w:rtl/>
              </w:rPr>
              <w:t>(2)</w:t>
            </w:r>
            <w:r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و</w:t>
            </w:r>
            <w:r w:rsidR="00A72677" w:rsidRPr="009647FC">
              <w:rPr>
                <w:rtl/>
              </w:rPr>
              <w:t>لكم</w:t>
            </w:r>
            <w:r w:rsidR="004C00A8">
              <w:rPr>
                <w:rtl/>
              </w:rPr>
              <w:t xml:space="preserve"> </w:t>
            </w:r>
            <w:r w:rsidR="00A72677" w:rsidRPr="009647FC">
              <w:rPr>
                <w:rtl/>
              </w:rPr>
              <w:t>سعت</w:t>
            </w:r>
            <w:r>
              <w:rPr>
                <w:rtl/>
              </w:rPr>
              <w:t xml:space="preserve"> </w:t>
            </w:r>
            <w:r w:rsidR="00A72677" w:rsidRPr="009647FC">
              <w:rPr>
                <w:rtl/>
              </w:rPr>
              <w:t>بب</w:t>
            </w:r>
            <w:r w:rsidRPr="009647FC">
              <w:rPr>
                <w:rtl/>
              </w:rPr>
              <w:t>شارةٍ</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لبس</w:t>
            </w:r>
            <w:r w:rsidR="00E7421A">
              <w:rPr>
                <w:rtl/>
              </w:rPr>
              <w:t xml:space="preserve"> </w:t>
            </w:r>
            <w:r w:rsidR="00E7421A" w:rsidRPr="009647FC">
              <w:rPr>
                <w:rtl/>
              </w:rPr>
              <w:t>ا</w:t>
            </w:r>
            <w:r w:rsidRPr="009647FC">
              <w:rPr>
                <w:rtl/>
              </w:rPr>
              <w:t>لزما</w:t>
            </w:r>
            <w:r w:rsidR="00E7421A" w:rsidRPr="009647FC">
              <w:rPr>
                <w:rtl/>
              </w:rPr>
              <w:t>نُ</w:t>
            </w:r>
            <w:r w:rsidR="00E7421A">
              <w:rPr>
                <w:rtl/>
              </w:rPr>
              <w:t xml:space="preserve"> </w:t>
            </w:r>
            <w:r w:rsidRPr="009647FC">
              <w:rPr>
                <w:rtl/>
              </w:rPr>
              <w:t>به</w:t>
            </w:r>
            <w:r w:rsidR="00E7421A" w:rsidRPr="009647FC">
              <w:rPr>
                <w:rtl/>
              </w:rPr>
              <w:t>اءها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فغ</w:t>
            </w:r>
            <w:r w:rsidR="00E7421A" w:rsidRPr="009647FC">
              <w:rPr>
                <w:rtl/>
              </w:rPr>
              <w:t>دت</w:t>
            </w:r>
            <w:r w:rsidR="004C00A8">
              <w:rPr>
                <w:rtl/>
              </w:rPr>
              <w:t xml:space="preserve"> </w:t>
            </w:r>
            <w:r w:rsidRPr="009647FC">
              <w:rPr>
                <w:rtl/>
              </w:rPr>
              <w:t>عل</w:t>
            </w:r>
            <w:r w:rsidR="00E7421A" w:rsidRPr="009647FC">
              <w:rPr>
                <w:rtl/>
              </w:rPr>
              <w:t>ى</w:t>
            </w:r>
            <w:r w:rsidR="00E7421A">
              <w:rPr>
                <w:rtl/>
              </w:rPr>
              <w:t xml:space="preserve"> </w:t>
            </w:r>
            <w:r w:rsidR="00E7421A" w:rsidRPr="009647FC">
              <w:rPr>
                <w:rtl/>
              </w:rPr>
              <w:t>إ</w:t>
            </w:r>
            <w:r w:rsidRPr="009647FC">
              <w:rPr>
                <w:rtl/>
              </w:rPr>
              <w:t>ثر</w:t>
            </w:r>
            <w:r w:rsidR="00E7421A">
              <w:rPr>
                <w:rtl/>
              </w:rPr>
              <w:t xml:space="preserve"> </w:t>
            </w:r>
            <w:r w:rsidR="00E7421A" w:rsidRPr="009647FC">
              <w:rPr>
                <w:rtl/>
              </w:rPr>
              <w:t>البشير</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بها</w:t>
            </w:r>
            <w:r w:rsidR="004C00A8">
              <w:rPr>
                <w:rtl/>
              </w:rPr>
              <w:t xml:space="preserve"> </w:t>
            </w:r>
            <w:r w:rsidRPr="009647FC">
              <w:rPr>
                <w:rtl/>
              </w:rPr>
              <w:t>تطي</w:t>
            </w:r>
            <w:r w:rsidR="00E7421A" w:rsidRPr="009647FC">
              <w:rPr>
                <w:rtl/>
              </w:rPr>
              <w:t>ل</w:t>
            </w:r>
            <w:r w:rsidR="00E7421A">
              <w:rPr>
                <w:rtl/>
              </w:rPr>
              <w:t xml:space="preserve"> </w:t>
            </w:r>
            <w:r w:rsidRPr="009647FC">
              <w:rPr>
                <w:rtl/>
              </w:rPr>
              <w:t>نعا</w:t>
            </w:r>
            <w:r w:rsidR="00E7421A" w:rsidRPr="009647FC">
              <w:rPr>
                <w:rtl/>
              </w:rPr>
              <w:t>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و</w:t>
            </w:r>
            <w:r w:rsidR="00A72677" w:rsidRPr="009647FC">
              <w:rPr>
                <w:rtl/>
              </w:rPr>
              <w:t>لكم</w:t>
            </w:r>
            <w:r w:rsidR="004C00A8">
              <w:rPr>
                <w:rtl/>
              </w:rPr>
              <w:t xml:space="preserve"> </w:t>
            </w:r>
            <w:r w:rsidRPr="009647FC">
              <w:rPr>
                <w:rtl/>
              </w:rPr>
              <w:t>د</w:t>
            </w:r>
            <w:r w:rsidR="00A72677" w:rsidRPr="009647FC">
              <w:rPr>
                <w:rtl/>
              </w:rPr>
              <w:t>عت</w:t>
            </w:r>
            <w:r>
              <w:rPr>
                <w:rtl/>
              </w:rPr>
              <w:t xml:space="preserve"> </w:t>
            </w:r>
            <w:r w:rsidRPr="009647FC">
              <w:rPr>
                <w:rtl/>
              </w:rPr>
              <w:t>(</w:t>
            </w:r>
            <w:r w:rsidR="00A72677" w:rsidRPr="009647FC">
              <w:rPr>
                <w:rtl/>
              </w:rPr>
              <w:t>بك</w:t>
            </w:r>
            <w:r w:rsidRPr="009647FC">
              <w:rPr>
                <w:rtl/>
              </w:rPr>
              <w:t>ريمةٍ)</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E7421A" w:rsidP="00A72677">
            <w:pPr>
              <w:pStyle w:val="libPoem"/>
            </w:pPr>
            <w:r w:rsidRPr="009647FC">
              <w:rPr>
                <w:rtl/>
              </w:rPr>
              <w:t>وا</w:t>
            </w:r>
            <w:r w:rsidR="00A72677" w:rsidRPr="009647FC">
              <w:rPr>
                <w:rtl/>
              </w:rPr>
              <w:t>لمو</w:t>
            </w:r>
            <w:r w:rsidRPr="009647FC">
              <w:rPr>
                <w:rtl/>
              </w:rPr>
              <w:t>تُ</w:t>
            </w:r>
            <w:r w:rsidR="004C00A8">
              <w:rPr>
                <w:rtl/>
              </w:rPr>
              <w:t xml:space="preserve"> </w:t>
            </w:r>
            <w:r w:rsidR="00A72677" w:rsidRPr="009647FC">
              <w:rPr>
                <w:rtl/>
              </w:rPr>
              <w:t>كا</w:t>
            </w:r>
            <w:r w:rsidRPr="009647FC">
              <w:rPr>
                <w:rtl/>
              </w:rPr>
              <w:t>ن</w:t>
            </w:r>
            <w:r>
              <w:rPr>
                <w:rtl/>
              </w:rPr>
              <w:t xml:space="preserve"> </w:t>
            </w:r>
            <w:r w:rsidRPr="009647FC">
              <w:rPr>
                <w:rtl/>
              </w:rPr>
              <w:t>د</w:t>
            </w:r>
            <w:r w:rsidR="00A72677" w:rsidRPr="009647FC">
              <w:rPr>
                <w:rtl/>
              </w:rPr>
              <w:t>عا</w:t>
            </w:r>
            <w:r w:rsidRPr="009647FC">
              <w:rPr>
                <w:rtl/>
              </w:rPr>
              <w:t>ءها</w:t>
            </w:r>
            <w:r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فاست</w:t>
            </w:r>
            <w:r w:rsidR="00E7421A" w:rsidRPr="009647FC">
              <w:rPr>
                <w:rtl/>
              </w:rPr>
              <w:t>ُودعت</w:t>
            </w:r>
            <w:r w:rsidR="00E7421A">
              <w:rPr>
                <w:rtl/>
              </w:rPr>
              <w:t xml:space="preserve"> </w:t>
            </w:r>
            <w:r w:rsidRPr="009647FC">
              <w:rPr>
                <w:rtl/>
              </w:rPr>
              <w:t>جدثا</w:t>
            </w:r>
            <w:r w:rsidR="00E7421A" w:rsidRPr="009647FC">
              <w:rPr>
                <w:rtl/>
              </w:rPr>
              <w:t>ً</w:t>
            </w:r>
            <w:r w:rsidR="00E7421A">
              <w:rPr>
                <w:rtl/>
              </w:rPr>
              <w:t xml:space="preserve"> </w:t>
            </w:r>
            <w:r w:rsidR="00E7421A" w:rsidRPr="009647FC">
              <w:rPr>
                <w:rtl/>
              </w:rPr>
              <w:t>أرى</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Pr="00524A24" w:rsidRDefault="00A72677" w:rsidP="00A72677">
            <w:pPr>
              <w:pStyle w:val="libPoem"/>
            </w:pPr>
            <w:r w:rsidRPr="009647FC">
              <w:rPr>
                <w:rtl/>
              </w:rPr>
              <w:t>منه</w:t>
            </w:r>
            <w:r w:rsidR="004C00A8">
              <w:rPr>
                <w:rtl/>
              </w:rPr>
              <w:t xml:space="preserve"> </w:t>
            </w:r>
            <w:r w:rsidR="00E7421A" w:rsidRPr="009647FC">
              <w:rPr>
                <w:rtl/>
              </w:rPr>
              <w:t>أضمّ</w:t>
            </w:r>
            <w:r w:rsidR="00677BC4">
              <w:rPr>
                <w:rtl/>
              </w:rPr>
              <w:t>َ</w:t>
            </w:r>
            <w:r w:rsidR="00E7421A">
              <w:rPr>
                <w:rtl/>
              </w:rPr>
              <w:t xml:space="preserve"> </w:t>
            </w:r>
            <w:r w:rsidRPr="009647FC">
              <w:rPr>
                <w:rtl/>
              </w:rPr>
              <w:t>خبا</w:t>
            </w:r>
            <w:r w:rsidR="00E7421A" w:rsidRPr="009647FC">
              <w:rPr>
                <w:rtl/>
              </w:rPr>
              <w:t>ءها</w:t>
            </w:r>
            <w:r w:rsidR="00E7421A"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وفي المطبوع</w:t>
      </w:r>
      <w:r w:rsidR="00D769AB">
        <w:rPr>
          <w:rtl/>
        </w:rPr>
        <w:t>:</w:t>
      </w:r>
      <w:r w:rsidRPr="009647FC">
        <w:rPr>
          <w:rtl/>
        </w:rPr>
        <w:t xml:space="preserve"> تريد</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المقاول</w:t>
      </w:r>
      <w:r w:rsidR="00D769AB">
        <w:rPr>
          <w:rtl/>
        </w:rPr>
        <w:t>:</w:t>
      </w:r>
      <w:r w:rsidRPr="009647FC">
        <w:rPr>
          <w:rtl/>
        </w:rPr>
        <w:t xml:space="preserve"> جمع مقول</w:t>
      </w:r>
      <w:r w:rsidR="00D769AB">
        <w:rPr>
          <w:rtl/>
        </w:rPr>
        <w:t>،</w:t>
      </w:r>
      <w:r w:rsidRPr="009647FC">
        <w:rPr>
          <w:rtl/>
        </w:rPr>
        <w:t xml:space="preserve"> وهو القيل بلغة أهل اليمن</w:t>
      </w:r>
      <w:r w:rsidR="00D769AB">
        <w:rPr>
          <w:rtl/>
        </w:rPr>
        <w:t>،</w:t>
      </w:r>
      <w:r w:rsidRPr="009647FC">
        <w:rPr>
          <w:rtl/>
        </w:rPr>
        <w:t xml:space="preserve"> والأذواء</w:t>
      </w:r>
      <w:r w:rsidR="00D769AB">
        <w:rPr>
          <w:rtl/>
        </w:rPr>
        <w:t>:</w:t>
      </w:r>
      <w:r w:rsidRPr="009647FC">
        <w:rPr>
          <w:rtl/>
        </w:rPr>
        <w:t xml:space="preserve"> ملوك اليمن</w:t>
      </w:r>
      <w:r w:rsidR="00D769AB">
        <w:rPr>
          <w:rtl/>
        </w:rPr>
        <w:t>؛</w:t>
      </w:r>
      <w:r w:rsidRPr="009647FC">
        <w:rPr>
          <w:rtl/>
        </w:rPr>
        <w:t xml:space="preserve"> لتقدم </w:t>
      </w:r>
      <w:r w:rsidR="00D769AB">
        <w:rPr>
          <w:rtl/>
        </w:rPr>
        <w:t>(</w:t>
      </w:r>
      <w:r w:rsidRPr="009647FC">
        <w:rPr>
          <w:rtl/>
        </w:rPr>
        <w:t>ذو</w:t>
      </w:r>
      <w:r w:rsidR="00D769AB">
        <w:rPr>
          <w:rtl/>
        </w:rPr>
        <w:t>)</w:t>
      </w:r>
      <w:r w:rsidRPr="009647FC">
        <w:rPr>
          <w:rtl/>
        </w:rPr>
        <w:t xml:space="preserve"> على أسمائهم</w:t>
      </w:r>
      <w:r w:rsidR="00D769AB">
        <w:rPr>
          <w:rtl/>
        </w:rPr>
        <w:t>،</w:t>
      </w:r>
      <w:r w:rsidRPr="009647FC">
        <w:rPr>
          <w:rtl/>
        </w:rPr>
        <w:t xml:space="preserve"> مثل</w:t>
      </w:r>
      <w:r w:rsidR="00D769AB">
        <w:rPr>
          <w:rtl/>
        </w:rPr>
        <w:t>:</w:t>
      </w:r>
      <w:r w:rsidRPr="009647FC">
        <w:rPr>
          <w:rtl/>
        </w:rPr>
        <w:t xml:space="preserve"> ذو يزن</w:t>
      </w:r>
      <w:r w:rsidR="00D769AB">
        <w:rPr>
          <w:rtl/>
        </w:rPr>
        <w:t>،</w:t>
      </w:r>
      <w:r w:rsidRPr="009647FC">
        <w:rPr>
          <w:rtl/>
        </w:rPr>
        <w:t xml:space="preserve"> وذو نواس</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7421A" w:rsidRPr="00524A24" w:rsidTr="00E7421A">
        <w:trPr>
          <w:trHeight w:val="350"/>
        </w:trPr>
        <w:tc>
          <w:tcPr>
            <w:tcW w:w="3902" w:type="dxa"/>
          </w:tcPr>
          <w:p w:rsidR="00E7421A" w:rsidRPr="00524A24" w:rsidRDefault="00E7421A" w:rsidP="00A72677">
            <w:pPr>
              <w:pStyle w:val="libPoem"/>
            </w:pPr>
            <w:r w:rsidRPr="00677BC4">
              <w:rPr>
                <w:rtl/>
              </w:rPr>
              <w:lastRenderedPageBreak/>
              <w:t>وأرى</w:t>
            </w:r>
            <w:r w:rsidR="004C00A8">
              <w:rPr>
                <w:rtl/>
              </w:rPr>
              <w:t xml:space="preserve"> </w:t>
            </w:r>
            <w:r w:rsidRPr="00677BC4">
              <w:rPr>
                <w:rtl/>
              </w:rPr>
              <w:t>الخفارة</w:t>
            </w:r>
            <w:r w:rsidR="00677BC4" w:rsidRPr="00677BC4">
              <w:rPr>
                <w:rtl/>
              </w:rPr>
              <w:t>َ</w:t>
            </w:r>
            <w:r w:rsidRPr="00A72677">
              <w:rPr>
                <w:rStyle w:val="libFootnotenumChar"/>
                <w:rtl/>
              </w:rPr>
              <w:t>(1)</w:t>
            </w:r>
            <w:r w:rsidRPr="00677BC4">
              <w:rPr>
                <w:rtl/>
              </w:rPr>
              <w:t xml:space="preserve"> خدرها</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و</w:t>
            </w:r>
            <w:r w:rsidR="00A72677" w:rsidRPr="00A72677">
              <w:rPr>
                <w:rtl/>
              </w:rPr>
              <w:t>عفا</w:t>
            </w:r>
            <w:r w:rsidRPr="00A72677">
              <w:rPr>
                <w:rtl/>
              </w:rPr>
              <w:t>ف</w:t>
            </w:r>
            <w:r w:rsidR="00677BC4">
              <w:rPr>
                <w:rtl/>
              </w:rPr>
              <w:t>َ</w:t>
            </w:r>
            <w:r w:rsidR="00A72677" w:rsidRPr="00A72677">
              <w:rPr>
                <w:rtl/>
              </w:rPr>
              <w:t>ه</w:t>
            </w:r>
            <w:r w:rsidRPr="00A72677">
              <w:rPr>
                <w:rtl/>
              </w:rPr>
              <w:t>ا، و</w:t>
            </w:r>
            <w:r w:rsidR="00A72677" w:rsidRPr="00A72677">
              <w:rPr>
                <w:rtl/>
              </w:rPr>
              <w:t>حيا</w:t>
            </w:r>
            <w:r w:rsidRPr="00A72677">
              <w:rPr>
                <w:rtl/>
              </w:rPr>
              <w:t>ء</w:t>
            </w:r>
            <w:r w:rsidR="00677BC4">
              <w:rPr>
                <w:rtl/>
              </w:rPr>
              <w:t>َ</w:t>
            </w:r>
            <w:r w:rsidR="00A72677" w:rsidRPr="00A72677">
              <w:rPr>
                <w:rtl/>
              </w:rPr>
              <w:t>ها</w:t>
            </w:r>
            <w:r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وأراك</w:t>
            </w:r>
            <w:r w:rsidR="00677BC4">
              <w:rPr>
                <w:rtl/>
              </w:rPr>
              <w:t>َ</w:t>
            </w:r>
            <w:r w:rsidR="004C00A8">
              <w:rPr>
                <w:rtl/>
              </w:rPr>
              <w:t xml:space="preserve"> </w:t>
            </w:r>
            <w:r w:rsidRPr="00A72677">
              <w:rPr>
                <w:rtl/>
              </w:rPr>
              <w:t>في دار ا</w:t>
            </w:r>
            <w:r w:rsidR="00A72677" w:rsidRPr="00A72677">
              <w:rPr>
                <w:rtl/>
              </w:rPr>
              <w:t>لم</w:t>
            </w:r>
            <w:r w:rsidRPr="00A72677">
              <w:rPr>
                <w:rtl/>
              </w:rPr>
              <w:t>كارم</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ما</w:t>
            </w:r>
            <w:r w:rsidR="00E7421A" w:rsidRPr="00A72677">
              <w:rPr>
                <w:rtl/>
              </w:rPr>
              <w:t xml:space="preserve"> أجلّ</w:t>
            </w:r>
            <w:r w:rsidR="00677BC4">
              <w:rPr>
                <w:rtl/>
              </w:rPr>
              <w:t>َ</w:t>
            </w:r>
            <w:r w:rsidR="00E7421A" w:rsidRPr="00A72677">
              <w:rPr>
                <w:rtl/>
              </w:rPr>
              <w:t xml:space="preserve"> </w:t>
            </w:r>
            <w:r w:rsidRPr="00A72677">
              <w:rPr>
                <w:rtl/>
              </w:rPr>
              <w:t>عز</w:t>
            </w:r>
            <w:r w:rsidR="00E7421A" w:rsidRPr="00A72677">
              <w:rPr>
                <w:rtl/>
              </w:rPr>
              <w:t>اء</w:t>
            </w:r>
            <w:r w:rsidRPr="00A72677">
              <w:rPr>
                <w:rtl/>
              </w:rPr>
              <w:t>ها</w:t>
            </w:r>
            <w:r w:rsidR="00E7421A" w:rsidRPr="00A72677">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A72677">
              <w:rPr>
                <w:rtl/>
              </w:rPr>
              <w:t>مر</w:t>
            </w:r>
            <w:r w:rsidR="00E7421A" w:rsidRPr="00A72677">
              <w:rPr>
                <w:rtl/>
              </w:rPr>
              <w:t>ضت</w:t>
            </w:r>
            <w:r w:rsidR="004C00A8">
              <w:rPr>
                <w:rtl/>
              </w:rPr>
              <w:t xml:space="preserve"> </w:t>
            </w:r>
            <w:r w:rsidRPr="00A72677">
              <w:rPr>
                <w:rtl/>
              </w:rPr>
              <w:t>له</w:t>
            </w:r>
            <w:r w:rsidR="00E7421A" w:rsidRPr="00A72677">
              <w:rPr>
                <w:rtl/>
              </w:rPr>
              <w:t>ُ ا</w:t>
            </w:r>
            <w:r w:rsidRPr="00A72677">
              <w:rPr>
                <w:rtl/>
              </w:rPr>
              <w:t>لي</w:t>
            </w:r>
            <w:r w:rsidR="00E7421A" w:rsidRPr="00A72677">
              <w:rPr>
                <w:rtl/>
              </w:rPr>
              <w:t>وم السماءُ</w:t>
            </w:r>
            <w:r w:rsidR="00E7421A"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ب</w:t>
            </w:r>
            <w:r w:rsidR="00A72677" w:rsidRPr="00A72677">
              <w:rPr>
                <w:rtl/>
              </w:rPr>
              <w:t>كاسف</w:t>
            </w:r>
            <w:r w:rsidRPr="00A72677">
              <w:rPr>
                <w:rtl/>
              </w:rPr>
              <w:t>ٍ أضواء</w:t>
            </w:r>
            <w:r w:rsidR="00A72677" w:rsidRPr="00A72677">
              <w:rPr>
                <w:rtl/>
              </w:rPr>
              <w:t>ها</w:t>
            </w:r>
            <w:r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و</w:t>
            </w:r>
            <w:r w:rsidR="00A72677" w:rsidRPr="00A72677">
              <w:rPr>
                <w:rtl/>
              </w:rPr>
              <w:t>بكت</w:t>
            </w:r>
            <w:r w:rsidR="004C00A8">
              <w:rPr>
                <w:rtl/>
              </w:rPr>
              <w:t xml:space="preserve"> </w:t>
            </w:r>
            <w:r w:rsidR="00A72677" w:rsidRPr="00A72677">
              <w:rPr>
                <w:rtl/>
              </w:rPr>
              <w:t>لغ</w:t>
            </w:r>
            <w:r w:rsidRPr="00A72677">
              <w:rPr>
                <w:rtl/>
              </w:rPr>
              <w:t>لّة م</w:t>
            </w:r>
            <w:r w:rsidR="00677BC4">
              <w:rPr>
                <w:rtl/>
              </w:rPr>
              <w:t>َ</w:t>
            </w:r>
            <w:r w:rsidR="00A72677" w:rsidRPr="00A72677">
              <w:rPr>
                <w:rtl/>
              </w:rPr>
              <w:t>ن</w:t>
            </w:r>
            <w:r w:rsidRPr="00A72677">
              <w:rPr>
                <w:rtl/>
              </w:rPr>
              <w:t xml:space="preserve"> </w:t>
            </w:r>
            <w:r w:rsidR="00A72677" w:rsidRPr="00A72677">
              <w:rPr>
                <w:rtl/>
              </w:rPr>
              <w:t>به</w:t>
            </w:r>
            <w:r w:rsidRPr="00A72677">
              <w:rPr>
                <w:rtl/>
              </w:rPr>
              <w:t>م</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سقت</w:t>
            </w:r>
            <w:r w:rsidR="004C00A8">
              <w:rPr>
                <w:rtl/>
              </w:rPr>
              <w:t xml:space="preserve"> </w:t>
            </w:r>
            <w:r w:rsidR="00E7421A" w:rsidRPr="00A72677">
              <w:rPr>
                <w:rtl/>
              </w:rPr>
              <w:t>ا</w:t>
            </w:r>
            <w:r w:rsidRPr="00A72677">
              <w:rPr>
                <w:rtl/>
              </w:rPr>
              <w:t>لب</w:t>
            </w:r>
            <w:r w:rsidR="00E7421A" w:rsidRPr="00A72677">
              <w:rPr>
                <w:rtl/>
              </w:rPr>
              <w:t xml:space="preserve">سيطة </w:t>
            </w:r>
            <w:r w:rsidRPr="00A72677">
              <w:rPr>
                <w:rtl/>
              </w:rPr>
              <w:t>ما</w:t>
            </w:r>
            <w:r w:rsidR="00E7421A" w:rsidRPr="00A72677">
              <w:rPr>
                <w:rtl/>
              </w:rPr>
              <w:t>ءها</w:t>
            </w:r>
            <w:r w:rsidR="00E7421A"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والأرض</w:t>
            </w:r>
            <w:r w:rsidR="004C00A8">
              <w:rPr>
                <w:rtl/>
              </w:rPr>
              <w:t xml:space="preserve"> </w:t>
            </w:r>
            <w:r w:rsidRPr="00A72677">
              <w:rPr>
                <w:rtl/>
              </w:rPr>
              <w:t>أ</w:t>
            </w:r>
            <w:r w:rsidR="00A72677" w:rsidRPr="00A72677">
              <w:rPr>
                <w:rtl/>
              </w:rPr>
              <w:t>ضح</w:t>
            </w:r>
            <w:r w:rsidRPr="00A72677">
              <w:rPr>
                <w:rtl/>
              </w:rPr>
              <w:t xml:space="preserve">ت </w:t>
            </w:r>
            <w:r w:rsidR="00A72677" w:rsidRPr="00A72677">
              <w:rPr>
                <w:rtl/>
              </w:rPr>
              <w:t>تق</w:t>
            </w:r>
            <w:r w:rsidRPr="00A72677">
              <w:rPr>
                <w:rtl/>
              </w:rPr>
              <w:t>شعرُّ</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بمرجف</w:t>
            </w:r>
            <w:r w:rsidR="00E7421A" w:rsidRPr="00A72677">
              <w:rPr>
                <w:rtl/>
              </w:rPr>
              <w:t xml:space="preserve">ٍ </w:t>
            </w:r>
            <w:r w:rsidRPr="00A72677">
              <w:rPr>
                <w:rtl/>
              </w:rPr>
              <w:t>غبر</w:t>
            </w:r>
            <w:r w:rsidR="00E7421A" w:rsidRPr="00A72677">
              <w:rPr>
                <w:rtl/>
              </w:rPr>
              <w:t>اء</w:t>
            </w:r>
            <w:r w:rsidRPr="00A72677">
              <w:rPr>
                <w:rtl/>
              </w:rPr>
              <w:t>ها</w:t>
            </w:r>
            <w:r w:rsidR="00E7421A"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رجّ</w:t>
            </w:r>
            <w:r w:rsidR="00677BC4">
              <w:rPr>
                <w:rtl/>
              </w:rPr>
              <w:t>َ</w:t>
            </w:r>
            <w:r w:rsidR="00A72677" w:rsidRPr="00A72677">
              <w:rPr>
                <w:rtl/>
              </w:rPr>
              <w:t>ت</w:t>
            </w:r>
            <w:r w:rsidRPr="00A72677">
              <w:rPr>
                <w:rStyle w:val="libFootnotenumChar"/>
                <w:rtl/>
              </w:rPr>
              <w:t>(2)</w:t>
            </w:r>
            <w:r w:rsidRPr="00A72677">
              <w:rPr>
                <w:rtl/>
              </w:rPr>
              <w:t xml:space="preserve"> لوجد الممسكيـ</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ن</w:t>
            </w:r>
            <w:r w:rsidR="004C00A8">
              <w:rPr>
                <w:rtl/>
              </w:rPr>
              <w:t xml:space="preserve"> </w:t>
            </w:r>
            <w:r w:rsidR="00A72677" w:rsidRPr="00A72677">
              <w:rPr>
                <w:rtl/>
              </w:rPr>
              <w:t>بحلم</w:t>
            </w:r>
            <w:r w:rsidRPr="00A72677">
              <w:rPr>
                <w:rtl/>
              </w:rPr>
              <w:t>هم أر</w:t>
            </w:r>
            <w:r w:rsidR="00A72677" w:rsidRPr="00A72677">
              <w:rPr>
                <w:rtl/>
              </w:rPr>
              <w:t>جا</w:t>
            </w:r>
            <w:r w:rsidRPr="00A72677">
              <w:rPr>
                <w:rtl/>
              </w:rPr>
              <w:t>ء</w:t>
            </w:r>
            <w:r w:rsidR="00A72677" w:rsidRPr="00A72677">
              <w:rPr>
                <w:rtl/>
              </w:rPr>
              <w:t>ها</w:t>
            </w:r>
            <w:r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و</w:t>
            </w:r>
            <w:r w:rsidR="00A72677" w:rsidRPr="00A72677">
              <w:rPr>
                <w:rtl/>
              </w:rPr>
              <w:t>عر</w:t>
            </w:r>
            <w:r w:rsidRPr="00A72677">
              <w:rPr>
                <w:rtl/>
              </w:rPr>
              <w:t xml:space="preserve">ا القذى </w:t>
            </w:r>
            <w:r w:rsidR="00A72677" w:rsidRPr="00A72677">
              <w:rPr>
                <w:rtl/>
              </w:rPr>
              <w:t>عي</w:t>
            </w:r>
            <w:r w:rsidRPr="00A72677">
              <w:rPr>
                <w:rtl/>
              </w:rPr>
              <w:t>ن</w:t>
            </w:r>
            <w:r w:rsidR="00677BC4">
              <w:rPr>
                <w:rtl/>
              </w:rPr>
              <w:t>َ</w:t>
            </w:r>
            <w:r w:rsidRPr="00A72677">
              <w:rPr>
                <w:rtl/>
              </w:rPr>
              <w:t xml:space="preserve"> ا</w:t>
            </w:r>
            <w:r w:rsidR="00A72677" w:rsidRPr="00A72677">
              <w:rPr>
                <w:rtl/>
              </w:rPr>
              <w:t>لز</w:t>
            </w:r>
            <w:r w:rsidRPr="00A72677">
              <w:rPr>
                <w:rtl/>
              </w:rPr>
              <w:t>ما</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E7421A" w:rsidP="00A72677">
            <w:pPr>
              <w:pStyle w:val="libPoem"/>
            </w:pPr>
            <w:r w:rsidRPr="00A72677">
              <w:rPr>
                <w:rtl/>
              </w:rPr>
              <w:t xml:space="preserve">ن </w:t>
            </w:r>
            <w:r w:rsidR="00A72677" w:rsidRPr="00A72677">
              <w:rPr>
                <w:rtl/>
              </w:rPr>
              <w:t>لم</w:t>
            </w:r>
            <w:r w:rsidR="00677BC4">
              <w:rPr>
                <w:rtl/>
              </w:rPr>
              <w:t>َ</w:t>
            </w:r>
            <w:r w:rsidR="00A72677" w:rsidRPr="00A72677">
              <w:rPr>
                <w:rtl/>
              </w:rPr>
              <w:t>ن</w:t>
            </w:r>
            <w:r w:rsidRPr="00A72677">
              <w:rPr>
                <w:rtl/>
              </w:rPr>
              <w:t xml:space="preserve">ْ </w:t>
            </w:r>
            <w:r w:rsidR="00A72677" w:rsidRPr="00A72677">
              <w:rPr>
                <w:rtl/>
              </w:rPr>
              <w:t>جلو</w:t>
            </w:r>
            <w:r w:rsidRPr="00A72677">
              <w:rPr>
                <w:rtl/>
              </w:rPr>
              <w:t>ا أ</w:t>
            </w:r>
            <w:r w:rsidR="00A72677" w:rsidRPr="00A72677">
              <w:rPr>
                <w:rtl/>
              </w:rPr>
              <w:t>قذ</w:t>
            </w:r>
            <w:r w:rsidRPr="00A72677">
              <w:rPr>
                <w:rtl/>
              </w:rPr>
              <w:t>اءها</w:t>
            </w:r>
            <w:r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A72677">
              <w:rPr>
                <w:rtl/>
              </w:rPr>
              <w:t xml:space="preserve">يا </w:t>
            </w:r>
            <w:r w:rsidR="00A72677" w:rsidRPr="00A72677">
              <w:rPr>
                <w:rtl/>
              </w:rPr>
              <w:t>خجل</w:t>
            </w:r>
            <w:r w:rsidRPr="00A72677">
              <w:rPr>
                <w:rtl/>
              </w:rPr>
              <w:t>ة ا</w:t>
            </w:r>
            <w:r w:rsidR="00A72677" w:rsidRPr="00A72677">
              <w:rPr>
                <w:rtl/>
              </w:rPr>
              <w:t>لد</w:t>
            </w:r>
            <w:r w:rsidRPr="00A72677">
              <w:rPr>
                <w:rtl/>
              </w:rPr>
              <w:t>نيا ل</w:t>
            </w:r>
            <w:r w:rsidR="00A72677" w:rsidRPr="00A72677">
              <w:rPr>
                <w:rtl/>
              </w:rPr>
              <w:t>ِم</w:t>
            </w:r>
            <w:r w:rsidRPr="00A72677">
              <w:rPr>
                <w:rtl/>
              </w:rPr>
              <w:t>ا</w:t>
            </w:r>
            <w:r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A72677" w:rsidRDefault="00A72677" w:rsidP="00A72677">
            <w:pPr>
              <w:pStyle w:val="libPoem"/>
            </w:pPr>
            <w:r w:rsidRPr="00A72677">
              <w:rPr>
                <w:rtl/>
              </w:rPr>
              <w:t>لقي</w:t>
            </w:r>
            <w:r w:rsidR="00E7421A" w:rsidRPr="00A72677">
              <w:rPr>
                <w:rtl/>
              </w:rPr>
              <w:t xml:space="preserve">ت به </w:t>
            </w:r>
            <w:r w:rsidRPr="00A72677">
              <w:rPr>
                <w:rtl/>
              </w:rPr>
              <w:t>عظم</w:t>
            </w:r>
            <w:r w:rsidR="00E7421A" w:rsidRPr="00A72677">
              <w:rPr>
                <w:rtl/>
              </w:rPr>
              <w:t>اءها</w:t>
            </w:r>
            <w:r w:rsidR="00E7421A" w:rsidRPr="00A72677">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و</w:t>
            </w:r>
            <w:r w:rsidR="00A72677" w:rsidRPr="009647FC">
              <w:rPr>
                <w:rtl/>
              </w:rPr>
              <w:t>غل</w:t>
            </w:r>
            <w:r w:rsidRPr="009647FC">
              <w:rPr>
                <w:rtl/>
              </w:rPr>
              <w:t>طتُ</w:t>
            </w:r>
            <w:r w:rsidR="004C00A8">
              <w:rPr>
                <w:rtl/>
              </w:rPr>
              <w:t xml:space="preserve"> </w:t>
            </w:r>
            <w:r w:rsidR="00A72677" w:rsidRPr="009647FC">
              <w:rPr>
                <w:rtl/>
              </w:rPr>
              <w:t>في</w:t>
            </w:r>
            <w:r w:rsidRPr="009647FC">
              <w:rPr>
                <w:rtl/>
              </w:rPr>
              <w:t>ما</w:t>
            </w:r>
            <w:r>
              <w:rPr>
                <w:rtl/>
              </w:rPr>
              <w:t xml:space="preserve"> </w:t>
            </w:r>
            <w:r w:rsidR="00A72677" w:rsidRPr="009647FC">
              <w:rPr>
                <w:rtl/>
              </w:rPr>
              <w:t>قل</w:t>
            </w:r>
            <w:r w:rsidRPr="009647FC">
              <w:rPr>
                <w:rtl/>
              </w:rPr>
              <w:t>تُ</w:t>
            </w:r>
            <w:r>
              <w:rPr>
                <w:rtl/>
              </w:rPr>
              <w:t xml:space="preserve">، </w:t>
            </w:r>
            <w:r w:rsidRPr="009647FC">
              <w:rPr>
                <w:rtl/>
              </w:rPr>
              <w:t>بل</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يا</w:t>
            </w:r>
            <w:r w:rsidR="00E7421A" w:rsidRPr="009647FC">
              <w:rPr>
                <w:rtl/>
              </w:rPr>
              <w:t xml:space="preserve"> </w:t>
            </w:r>
            <w:r w:rsidRPr="009647FC">
              <w:rPr>
                <w:rtl/>
              </w:rPr>
              <w:t>ما</w:t>
            </w:r>
            <w:r w:rsidR="00E7421A">
              <w:rPr>
                <w:rtl/>
              </w:rPr>
              <w:t xml:space="preserve"> </w:t>
            </w:r>
            <w:r w:rsidR="00E7421A" w:rsidRPr="009647FC">
              <w:rPr>
                <w:rtl/>
              </w:rPr>
              <w:t>أقلّ</w:t>
            </w:r>
            <w:r w:rsidR="00E7421A">
              <w:rPr>
                <w:rtl/>
              </w:rPr>
              <w:t xml:space="preserve"> </w:t>
            </w:r>
            <w:r w:rsidRPr="009647FC">
              <w:rPr>
                <w:rtl/>
              </w:rPr>
              <w:t>حيا</w:t>
            </w:r>
            <w:r w:rsidR="00E7421A" w:rsidRPr="009647FC">
              <w:rPr>
                <w:rtl/>
              </w:rPr>
              <w:t>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E7421A" w:rsidP="00A72677">
            <w:pPr>
              <w:pStyle w:val="libPoem"/>
            </w:pPr>
            <w:r w:rsidRPr="009647FC">
              <w:rPr>
                <w:rtl/>
              </w:rPr>
              <w:t>أو</w:t>
            </w:r>
            <w:r>
              <w:rPr>
                <w:rtl/>
              </w:rPr>
              <w:t xml:space="preserve"> </w:t>
            </w:r>
            <w:r w:rsidRPr="009647FC">
              <w:rPr>
                <w:rtl/>
              </w:rPr>
              <w:t>ما</w:t>
            </w:r>
            <w:r>
              <w:rPr>
                <w:rtl/>
              </w:rPr>
              <w:t xml:space="preserve"> </w:t>
            </w:r>
            <w:r w:rsidR="00A72677" w:rsidRPr="009647FC">
              <w:rPr>
                <w:rtl/>
              </w:rPr>
              <w:t>على</w:t>
            </w:r>
            <w:r>
              <w:rPr>
                <w:rtl/>
              </w:rPr>
              <w:t xml:space="preserve"> </w:t>
            </w:r>
            <w:r w:rsidRPr="009647FC">
              <w:rPr>
                <w:rtl/>
              </w:rPr>
              <w:t>دار</w:t>
            </w:r>
            <w:r>
              <w:rPr>
                <w:rtl/>
              </w:rPr>
              <w:t xml:space="preserve"> </w:t>
            </w:r>
            <w:r w:rsidRPr="009647FC">
              <w:rPr>
                <w:rtl/>
              </w:rPr>
              <w:t>ا</w:t>
            </w:r>
            <w:r w:rsidR="00A72677" w:rsidRPr="009647FC">
              <w:rPr>
                <w:rtl/>
              </w:rPr>
              <w:t>لن</w:t>
            </w:r>
            <w:r w:rsidRPr="009647FC">
              <w:rPr>
                <w:rtl/>
              </w:rPr>
              <w:t>بوّ</w:t>
            </w:r>
            <w:r w:rsidR="00677BC4">
              <w:rPr>
                <w:rtl/>
              </w:rPr>
              <w:t>َ</w:t>
            </w:r>
            <w:r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E7421A" w:rsidP="00A72677">
            <w:pPr>
              <w:pStyle w:val="libPoem"/>
            </w:pPr>
            <w:r w:rsidRPr="009647FC">
              <w:rPr>
                <w:rtl/>
              </w:rPr>
              <w:t>ة</w:t>
            </w:r>
            <w:r w:rsidR="004C00A8">
              <w:rPr>
                <w:rtl/>
              </w:rPr>
              <w:t xml:space="preserve"> </w:t>
            </w:r>
            <w:r w:rsidR="00A72677" w:rsidRPr="009647FC">
              <w:rPr>
                <w:rtl/>
              </w:rPr>
              <w:t>تابعت</w:t>
            </w:r>
            <w:r>
              <w:rPr>
                <w:rtl/>
              </w:rPr>
              <w:t xml:space="preserve"> </w:t>
            </w:r>
            <w:r w:rsidRPr="009647FC">
              <w:rPr>
                <w:rtl/>
              </w:rPr>
              <w:t>أرزاءها؟</w:t>
            </w:r>
            <w:r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صد</w:t>
            </w:r>
            <w:r w:rsidR="00E7421A" w:rsidRPr="009647FC">
              <w:rPr>
                <w:rtl/>
              </w:rPr>
              <w:t>عت</w:t>
            </w:r>
            <w:r w:rsidR="004C00A8">
              <w:rPr>
                <w:rtl/>
              </w:rPr>
              <w:t xml:space="preserve"> </w:t>
            </w:r>
            <w:r w:rsidRPr="009647FC">
              <w:rPr>
                <w:rtl/>
              </w:rPr>
              <w:t>به</w:t>
            </w:r>
            <w:r w:rsidR="00E7421A" w:rsidRPr="009647FC">
              <w:rPr>
                <w:rtl/>
              </w:rPr>
              <w:t>نّ</w:t>
            </w:r>
            <w:r w:rsidR="00E7421A">
              <w:rPr>
                <w:rtl/>
              </w:rPr>
              <w:t xml:space="preserve"> </w:t>
            </w:r>
            <w:r w:rsidR="00E7421A" w:rsidRPr="009647FC">
              <w:rPr>
                <w:rtl/>
              </w:rPr>
              <w:t>حشا</w:t>
            </w:r>
            <w:r w:rsidR="00E7421A">
              <w:rPr>
                <w:rtl/>
              </w:rPr>
              <w:t xml:space="preserve"> </w:t>
            </w:r>
            <w:r w:rsidR="00E7421A" w:rsidRPr="009647FC">
              <w:rPr>
                <w:rtl/>
              </w:rPr>
              <w:t>الهدى</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E7421A" w:rsidP="00A72677">
            <w:pPr>
              <w:pStyle w:val="libPoem"/>
            </w:pPr>
            <w:r w:rsidRPr="009647FC">
              <w:rPr>
                <w:rtl/>
              </w:rPr>
              <w:t>صدع</w:t>
            </w:r>
            <w:r w:rsidR="00677BC4">
              <w:rPr>
                <w:rtl/>
              </w:rPr>
              <w:t>َ</w:t>
            </w:r>
            <w:r>
              <w:rPr>
                <w:rtl/>
              </w:rPr>
              <w:t xml:space="preserve"> </w:t>
            </w:r>
            <w:r w:rsidRPr="009647FC">
              <w:rPr>
                <w:rtl/>
              </w:rPr>
              <w:t>ا</w:t>
            </w:r>
            <w:r w:rsidR="00A72677" w:rsidRPr="009647FC">
              <w:rPr>
                <w:rtl/>
              </w:rPr>
              <w:t>لر</w:t>
            </w:r>
            <w:r w:rsidRPr="009647FC">
              <w:rPr>
                <w:rtl/>
              </w:rPr>
              <w:t>دى</w:t>
            </w:r>
            <w:r>
              <w:rPr>
                <w:rtl/>
              </w:rPr>
              <w:t xml:space="preserve"> </w:t>
            </w:r>
            <w:r w:rsidRPr="009647FC">
              <w:rPr>
                <w:rtl/>
              </w:rPr>
              <w:t>أ</w:t>
            </w:r>
            <w:r w:rsidR="00A72677" w:rsidRPr="009647FC">
              <w:rPr>
                <w:rtl/>
              </w:rPr>
              <w:t>حش</w:t>
            </w:r>
            <w:r w:rsidRPr="009647FC">
              <w:rPr>
                <w:rtl/>
              </w:rPr>
              <w:t>اءها</w:t>
            </w:r>
            <w:r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كم</w:t>
            </w:r>
            <w:r w:rsidR="004C00A8">
              <w:rPr>
                <w:rtl/>
              </w:rPr>
              <w:t xml:space="preserve"> </w:t>
            </w:r>
            <w:r w:rsidRPr="009647FC">
              <w:rPr>
                <w:rtl/>
              </w:rPr>
              <w:t>مر</w:t>
            </w:r>
            <w:r w:rsidR="009E1742" w:rsidRPr="009647FC">
              <w:rPr>
                <w:rtl/>
              </w:rPr>
              <w:t>ّ</w:t>
            </w:r>
            <w:r w:rsidR="00677BC4">
              <w:rPr>
                <w:rtl/>
              </w:rPr>
              <w:t>َ</w:t>
            </w:r>
            <w:r w:rsidR="009E1742">
              <w:rPr>
                <w:rtl/>
              </w:rPr>
              <w:t xml:space="preserve"> </w:t>
            </w:r>
            <w:r w:rsidRPr="009647FC">
              <w:rPr>
                <w:rtl/>
              </w:rPr>
              <w:t>من</w:t>
            </w:r>
            <w:r w:rsidR="009E1742">
              <w:rPr>
                <w:rtl/>
              </w:rPr>
              <w:t xml:space="preserve"> </w:t>
            </w:r>
            <w:r w:rsidRPr="009647FC">
              <w:rPr>
                <w:rtl/>
              </w:rPr>
              <w:t>يو</w:t>
            </w:r>
            <w:r w:rsidR="009E1742" w:rsidRPr="009647FC">
              <w:rPr>
                <w:rtl/>
              </w:rPr>
              <w:t>مٍ</w:t>
            </w:r>
            <w:r w:rsidR="009E1742">
              <w:rPr>
                <w:rtl/>
              </w:rPr>
              <w:t xml:space="preserve"> </w:t>
            </w:r>
            <w:r w:rsidRPr="009647FC">
              <w:rPr>
                <w:rtl/>
              </w:rPr>
              <w:t>نو</w:t>
            </w:r>
            <w:r w:rsidR="009E1742" w:rsidRPr="009647FC">
              <w:rPr>
                <w:rtl/>
              </w:rPr>
              <w:t>ا</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يح</w:t>
            </w:r>
            <w:r w:rsidR="009E1742" w:rsidRPr="009647FC">
              <w:rPr>
                <w:rtl/>
              </w:rPr>
              <w:t>هُ</w:t>
            </w:r>
            <w:r w:rsidR="009E1742">
              <w:rPr>
                <w:rtl/>
              </w:rPr>
              <w:t xml:space="preserve"> </w:t>
            </w:r>
            <w:r w:rsidRPr="009647FC">
              <w:rPr>
                <w:rtl/>
              </w:rPr>
              <w:t>تع</w:t>
            </w:r>
            <w:r w:rsidR="009E1742" w:rsidRPr="009647FC">
              <w:rPr>
                <w:rtl/>
              </w:rPr>
              <w:t>طٌ</w:t>
            </w:r>
            <w:r w:rsidR="009E1742" w:rsidRPr="004E7EC6">
              <w:rPr>
                <w:rStyle w:val="libFootnotenumChar"/>
                <w:rtl/>
              </w:rPr>
              <w:t>(3)</w:t>
            </w:r>
            <w:r w:rsidR="009E1742">
              <w:rPr>
                <w:rtl/>
              </w:rPr>
              <w:t xml:space="preserve"> </w:t>
            </w:r>
            <w:r w:rsidRPr="009647FC">
              <w:rPr>
                <w:rtl/>
              </w:rPr>
              <w:t>مل</w:t>
            </w:r>
            <w:r w:rsidR="009E1742" w:rsidRPr="009647FC">
              <w:rPr>
                <w:rtl/>
              </w:rPr>
              <w:t>اءها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فأتى</w:t>
            </w:r>
            <w:r w:rsidR="009E1742">
              <w:rPr>
                <w:rtl/>
              </w:rPr>
              <w:t xml:space="preserve"> </w:t>
            </w:r>
            <w:r w:rsidRPr="009647FC">
              <w:rPr>
                <w:rtl/>
              </w:rPr>
              <w:t>بقا</w:t>
            </w:r>
            <w:r w:rsidR="009E1742" w:rsidRPr="009647FC">
              <w:rPr>
                <w:rtl/>
              </w:rPr>
              <w:t>رعةٍ</w:t>
            </w:r>
            <w:r w:rsidR="009E1742">
              <w:rPr>
                <w:rtl/>
              </w:rPr>
              <w:t xml:space="preserve"> </w:t>
            </w:r>
            <w:r w:rsidR="009E1742" w:rsidRPr="009647FC">
              <w:rPr>
                <w:rtl/>
              </w:rPr>
              <w:t>تزلـ</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9E1742" w:rsidP="00A72677">
            <w:pPr>
              <w:pStyle w:val="libPoem"/>
            </w:pPr>
            <w:r w:rsidRPr="009647FC">
              <w:rPr>
                <w:rtl/>
              </w:rPr>
              <w:t>زل</w:t>
            </w:r>
            <w:r w:rsidR="004C00A8">
              <w:rPr>
                <w:rtl/>
              </w:rPr>
              <w:t xml:space="preserve"> </w:t>
            </w:r>
            <w:r w:rsidRPr="009647FC">
              <w:rPr>
                <w:rtl/>
              </w:rPr>
              <w:t>أر</w:t>
            </w:r>
            <w:r w:rsidR="00A72677" w:rsidRPr="009647FC">
              <w:rPr>
                <w:rtl/>
              </w:rPr>
              <w:t>ضها</w:t>
            </w:r>
            <w:r>
              <w:rPr>
                <w:rtl/>
              </w:rPr>
              <w:t xml:space="preserve"> </w:t>
            </w:r>
            <w:r w:rsidRPr="009647FC">
              <w:rPr>
                <w:rtl/>
              </w:rPr>
              <w:t>و</w:t>
            </w:r>
            <w:r w:rsidR="00A72677" w:rsidRPr="009647FC">
              <w:rPr>
                <w:rtl/>
              </w:rPr>
              <w:t>سما</w:t>
            </w:r>
            <w:r w:rsidRPr="009647FC">
              <w:rPr>
                <w:rtl/>
              </w:rPr>
              <w:t>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طر</w:t>
            </w:r>
            <w:r w:rsidR="009E1742" w:rsidRPr="009647FC">
              <w:rPr>
                <w:rtl/>
              </w:rPr>
              <w:t>قت</w:t>
            </w:r>
            <w:r w:rsidR="009E1742">
              <w:rPr>
                <w:rtl/>
              </w:rPr>
              <w:t xml:space="preserve"> </w:t>
            </w:r>
            <w:r w:rsidRPr="009647FC">
              <w:rPr>
                <w:rtl/>
              </w:rPr>
              <w:t>حم</w:t>
            </w:r>
            <w:r w:rsidR="009E1742" w:rsidRPr="009647FC">
              <w:rPr>
                <w:rtl/>
              </w:rPr>
              <w:t>ى</w:t>
            </w:r>
            <w:r w:rsidR="009E1742">
              <w:rPr>
                <w:rtl/>
              </w:rPr>
              <w:t xml:space="preserve"> </w:t>
            </w:r>
            <w:r w:rsidR="009E1742" w:rsidRPr="009647FC">
              <w:rPr>
                <w:rtl/>
              </w:rPr>
              <w:t>ا</w:t>
            </w:r>
            <w:r w:rsidRPr="009647FC">
              <w:rPr>
                <w:rtl/>
              </w:rPr>
              <w:t>لد</w:t>
            </w:r>
            <w:r w:rsidR="009E1742" w:rsidRPr="009647FC">
              <w:rPr>
                <w:rtl/>
              </w:rPr>
              <w:t>ار</w:t>
            </w:r>
            <w:r w:rsidR="009E1742">
              <w:rPr>
                <w:rtl/>
              </w:rPr>
              <w:t xml:space="preserve"> </w:t>
            </w:r>
            <w:r w:rsidR="009E1742" w:rsidRPr="009647FC">
              <w:rPr>
                <w:rtl/>
              </w:rPr>
              <w:t>التي</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لبس</w:t>
            </w:r>
            <w:r w:rsidR="004C00A8">
              <w:rPr>
                <w:rtl/>
              </w:rPr>
              <w:t xml:space="preserve"> </w:t>
            </w:r>
            <w:r w:rsidR="009E1742" w:rsidRPr="009647FC">
              <w:rPr>
                <w:rtl/>
              </w:rPr>
              <w:t>ا</w:t>
            </w:r>
            <w:r w:rsidRPr="009647FC">
              <w:rPr>
                <w:rtl/>
              </w:rPr>
              <w:t>لو</w:t>
            </w:r>
            <w:r w:rsidR="009E1742" w:rsidRPr="009647FC">
              <w:rPr>
                <w:rtl/>
              </w:rPr>
              <w:t>رى</w:t>
            </w:r>
            <w:r w:rsidR="009E1742">
              <w:rPr>
                <w:rtl/>
              </w:rPr>
              <w:t xml:space="preserve"> </w:t>
            </w:r>
            <w:r w:rsidRPr="009647FC">
              <w:rPr>
                <w:rtl/>
              </w:rPr>
              <w:t>نع</w:t>
            </w:r>
            <w:r w:rsidR="009E1742" w:rsidRPr="009647FC">
              <w:rPr>
                <w:rtl/>
              </w:rPr>
              <w:t>ماءها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9E1742" w:rsidP="00A72677">
            <w:pPr>
              <w:pStyle w:val="libPoem"/>
            </w:pPr>
            <w:r w:rsidRPr="009647FC">
              <w:rPr>
                <w:rtl/>
              </w:rPr>
              <w:t>دارٌ</w:t>
            </w:r>
            <w:r>
              <w:rPr>
                <w:rtl/>
              </w:rPr>
              <w:t xml:space="preserve"> </w:t>
            </w:r>
            <w:r w:rsidR="00A72677" w:rsidRPr="009647FC">
              <w:rPr>
                <w:rtl/>
              </w:rPr>
              <w:t>بها</w:t>
            </w:r>
            <w:r>
              <w:rPr>
                <w:rtl/>
              </w:rPr>
              <w:t xml:space="preserve"> </w:t>
            </w:r>
            <w:r w:rsidR="00A72677" w:rsidRPr="009647FC">
              <w:rPr>
                <w:rtl/>
              </w:rPr>
              <w:t>فتح</w:t>
            </w:r>
            <w:r>
              <w:rPr>
                <w:rtl/>
              </w:rPr>
              <w:t xml:space="preserve"> </w:t>
            </w:r>
            <w:r w:rsidRPr="009647FC">
              <w:rPr>
                <w:rtl/>
              </w:rPr>
              <w:t>ا</w:t>
            </w:r>
            <w:r w:rsidR="00A72677" w:rsidRPr="009647FC">
              <w:rPr>
                <w:rtl/>
              </w:rPr>
              <w:t>لرشا</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9E1742" w:rsidP="00A72677">
            <w:pPr>
              <w:pStyle w:val="libPoem"/>
            </w:pPr>
            <w:r w:rsidRPr="009647FC">
              <w:rPr>
                <w:rtl/>
              </w:rPr>
              <w:t>د</w:t>
            </w:r>
            <w:r w:rsidR="004C00A8">
              <w:rPr>
                <w:rtl/>
              </w:rPr>
              <w:t xml:space="preserve"> </w:t>
            </w:r>
            <w:r w:rsidR="00A72677" w:rsidRPr="009647FC">
              <w:rPr>
                <w:rtl/>
              </w:rPr>
              <w:t>بخاتم</w:t>
            </w:r>
            <w:r w:rsidRPr="009647FC">
              <w:rPr>
                <w:rtl/>
              </w:rPr>
              <w:t>ٍ</w:t>
            </w:r>
            <w:r>
              <w:rPr>
                <w:rtl/>
              </w:rPr>
              <w:t xml:space="preserve"> </w:t>
            </w:r>
            <w:r w:rsidR="00A72677" w:rsidRPr="009647FC">
              <w:rPr>
                <w:rtl/>
              </w:rPr>
              <w:t>علما</w:t>
            </w:r>
            <w:r w:rsidRPr="009647FC">
              <w:rPr>
                <w:rtl/>
              </w:rPr>
              <w:t>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9E1742" w:rsidP="00A72677">
            <w:pPr>
              <w:pStyle w:val="libPoem"/>
            </w:pPr>
            <w:r w:rsidRPr="009647FC">
              <w:rPr>
                <w:rtl/>
              </w:rPr>
              <w:t>ا</w:t>
            </w:r>
            <w:r w:rsidR="00A72677" w:rsidRPr="009647FC">
              <w:rPr>
                <w:rtl/>
              </w:rPr>
              <w:t>لسيد</w:t>
            </w:r>
            <w:r w:rsidRPr="009647FC">
              <w:rPr>
                <w:rtl/>
              </w:rPr>
              <w:t>ُ</w:t>
            </w:r>
            <w:r>
              <w:rPr>
                <w:rtl/>
              </w:rPr>
              <w:t xml:space="preserve"> (</w:t>
            </w:r>
            <w:r w:rsidRPr="009647FC">
              <w:rPr>
                <w:rtl/>
              </w:rPr>
              <w:t>ا</w:t>
            </w:r>
            <w:r w:rsidR="00A72677" w:rsidRPr="009647FC">
              <w:rPr>
                <w:rtl/>
              </w:rPr>
              <w:t>لمه</w:t>
            </w:r>
            <w:r w:rsidRPr="009647FC">
              <w:rPr>
                <w:rtl/>
              </w:rPr>
              <w:t>ديُّ</w:t>
            </w:r>
            <w:r>
              <w:rPr>
                <w:rtl/>
              </w:rPr>
              <w:t xml:space="preserve">) </w:t>
            </w:r>
            <w:r w:rsidRPr="009647FC">
              <w:rPr>
                <w:rtl/>
              </w:rPr>
              <w:t>أكـ</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9E1742" w:rsidP="00A72677">
            <w:pPr>
              <w:pStyle w:val="libPoem"/>
            </w:pPr>
            <w:r w:rsidRPr="009647FC">
              <w:rPr>
                <w:rtl/>
              </w:rPr>
              <w:t>رم</w:t>
            </w:r>
            <w:r>
              <w:rPr>
                <w:rtl/>
              </w:rPr>
              <w:t xml:space="preserve"> </w:t>
            </w:r>
            <w:r w:rsidRPr="009647FC">
              <w:rPr>
                <w:rtl/>
              </w:rPr>
              <w:t>م</w:t>
            </w:r>
            <w:r w:rsidR="00677BC4">
              <w:rPr>
                <w:rtl/>
              </w:rPr>
              <w:t>َ</w:t>
            </w:r>
            <w:r w:rsidRPr="009647FC">
              <w:rPr>
                <w:rtl/>
              </w:rPr>
              <w:t>نْ</w:t>
            </w:r>
            <w:r>
              <w:rPr>
                <w:rtl/>
              </w:rPr>
              <w:t xml:space="preserve"> </w:t>
            </w:r>
            <w:r w:rsidRPr="009647FC">
              <w:rPr>
                <w:rtl/>
              </w:rPr>
              <w:t>و</w:t>
            </w:r>
            <w:r w:rsidR="00A72677" w:rsidRPr="009647FC">
              <w:rPr>
                <w:rtl/>
              </w:rPr>
              <w:t>طا</w:t>
            </w:r>
            <w:r>
              <w:rPr>
                <w:rtl/>
              </w:rPr>
              <w:t xml:space="preserve"> </w:t>
            </w:r>
            <w:r w:rsidR="00A72677" w:rsidRPr="009647FC">
              <w:rPr>
                <w:rtl/>
              </w:rPr>
              <w:t>حص</w:t>
            </w:r>
            <w:r w:rsidRPr="009647FC">
              <w:rPr>
                <w:rtl/>
              </w:rPr>
              <w:t>باءها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منه</w:t>
            </w:r>
            <w:r w:rsidR="009E1742">
              <w:rPr>
                <w:rtl/>
              </w:rPr>
              <w:t xml:space="preserve"> </w:t>
            </w:r>
            <w:r w:rsidRPr="009647FC">
              <w:rPr>
                <w:rtl/>
              </w:rPr>
              <w:t>بو</w:t>
            </w:r>
            <w:r w:rsidR="009E1742" w:rsidRPr="009647FC">
              <w:rPr>
                <w:rtl/>
              </w:rPr>
              <w:t>ا</w:t>
            </w:r>
            <w:r w:rsidRPr="009647FC">
              <w:rPr>
                <w:rtl/>
              </w:rPr>
              <w:t>حد</w:t>
            </w:r>
            <w:r w:rsidR="009E1742" w:rsidRPr="009647FC">
              <w:rPr>
                <w:rtl/>
              </w:rPr>
              <w:t>ها</w:t>
            </w:r>
            <w:r w:rsidR="009E1742">
              <w:rPr>
                <w:rtl/>
              </w:rPr>
              <w:t xml:space="preserve"> </w:t>
            </w:r>
            <w:r w:rsidR="009E1742" w:rsidRPr="009647FC">
              <w:rPr>
                <w:rtl/>
              </w:rPr>
              <w:t>ا</w:t>
            </w:r>
            <w:r w:rsidRPr="009647FC">
              <w:rPr>
                <w:rtl/>
              </w:rPr>
              <w:t>لش</w:t>
            </w:r>
            <w:r w:rsidR="009E1742" w:rsidRPr="009647FC">
              <w:rPr>
                <w:rtl/>
              </w:rPr>
              <w:t>ريـ</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عة</w:t>
            </w:r>
            <w:r w:rsidR="009E1742">
              <w:rPr>
                <w:rtl/>
              </w:rPr>
              <w:t xml:space="preserve"> </w:t>
            </w:r>
            <w:r w:rsidRPr="009647FC">
              <w:rPr>
                <w:rtl/>
              </w:rPr>
              <w:t>كاثر</w:t>
            </w:r>
            <w:r w:rsidR="009E1742" w:rsidRPr="009647FC">
              <w:rPr>
                <w:rtl/>
              </w:rPr>
              <w:t>ت</w:t>
            </w:r>
            <w:r w:rsidR="009E1742">
              <w:rPr>
                <w:rtl/>
              </w:rPr>
              <w:t xml:space="preserve"> </w:t>
            </w:r>
            <w:r w:rsidR="009E1742" w:rsidRPr="009647FC">
              <w:rPr>
                <w:rtl/>
              </w:rPr>
              <w:t>أ</w:t>
            </w:r>
            <w:r w:rsidRPr="009647FC">
              <w:rPr>
                <w:rtl/>
              </w:rPr>
              <w:t>عد</w:t>
            </w:r>
            <w:r w:rsidR="009E1742" w:rsidRPr="009647FC">
              <w:rPr>
                <w:rtl/>
              </w:rPr>
              <w:t>اءها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هذ</w:t>
            </w:r>
            <w:r w:rsidR="009E1742" w:rsidRPr="009647FC">
              <w:rPr>
                <w:rtl/>
              </w:rPr>
              <w:t>ا</w:t>
            </w:r>
            <w:r w:rsidR="009E1742">
              <w:rPr>
                <w:rtl/>
              </w:rPr>
              <w:t xml:space="preserve"> </w:t>
            </w:r>
            <w:r w:rsidR="009E1742" w:rsidRPr="009647FC">
              <w:rPr>
                <w:rtl/>
              </w:rPr>
              <w:t>الذي</w:t>
            </w:r>
            <w:r w:rsidR="009E1742">
              <w:rPr>
                <w:rtl/>
              </w:rPr>
              <w:t xml:space="preserve"> </w:t>
            </w:r>
            <w:r w:rsidRPr="009647FC">
              <w:rPr>
                <w:rtl/>
              </w:rPr>
              <w:t>ببق</w:t>
            </w:r>
            <w:r w:rsidR="009E1742" w:rsidRPr="009647FC">
              <w:rPr>
                <w:rtl/>
              </w:rPr>
              <w:t>ائه</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حفظ</w:t>
            </w:r>
            <w:r w:rsidR="004C00A8">
              <w:rPr>
                <w:rtl/>
              </w:rPr>
              <w:t xml:space="preserve"> </w:t>
            </w:r>
            <w:r w:rsidR="009E1742" w:rsidRPr="009647FC">
              <w:rPr>
                <w:rtl/>
              </w:rPr>
              <w:t>الإلهُ</w:t>
            </w:r>
            <w:r w:rsidR="009E1742">
              <w:rPr>
                <w:rtl/>
              </w:rPr>
              <w:t xml:space="preserve"> </w:t>
            </w:r>
            <w:r w:rsidRPr="009647FC">
              <w:rPr>
                <w:rtl/>
              </w:rPr>
              <w:t>بقا</w:t>
            </w:r>
            <w:r w:rsidR="009E1742" w:rsidRPr="009647FC">
              <w:rPr>
                <w:rtl/>
              </w:rPr>
              <w:t>ءها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لل</w:t>
            </w:r>
            <w:r w:rsidR="009E1742" w:rsidRPr="009647FC">
              <w:rPr>
                <w:rtl/>
              </w:rPr>
              <w:t>فضل</w:t>
            </w:r>
            <w:r w:rsidR="004C00A8">
              <w:rPr>
                <w:rtl/>
              </w:rPr>
              <w:t xml:space="preserve"> </w:t>
            </w:r>
            <w:r w:rsidRPr="009647FC">
              <w:rPr>
                <w:rtl/>
              </w:rPr>
              <w:t>ما</w:t>
            </w:r>
            <w:r w:rsidR="009E1742">
              <w:rPr>
                <w:rtl/>
              </w:rPr>
              <w:t xml:space="preserve"> </w:t>
            </w:r>
            <w:r w:rsidR="009E1742" w:rsidRPr="009647FC">
              <w:rPr>
                <w:rtl/>
              </w:rPr>
              <w:t>ار</w:t>
            </w:r>
            <w:r w:rsidRPr="009647FC">
              <w:rPr>
                <w:rtl/>
              </w:rPr>
              <w:t>تف</w:t>
            </w:r>
            <w:r w:rsidR="009E1742" w:rsidRPr="009647FC">
              <w:rPr>
                <w:rtl/>
              </w:rPr>
              <w:t>عت</w:t>
            </w:r>
            <w:r w:rsidR="009E1742">
              <w:rPr>
                <w:rtl/>
              </w:rPr>
              <w:t xml:space="preserve"> </w:t>
            </w:r>
            <w:r w:rsidR="009E1742" w:rsidRPr="009647FC">
              <w:rPr>
                <w:rtl/>
              </w:rPr>
              <w:t>سما</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9E1742" w:rsidP="00A72677">
            <w:pPr>
              <w:pStyle w:val="libPoem"/>
            </w:pPr>
            <w:r w:rsidRPr="009647FC">
              <w:rPr>
                <w:rtl/>
              </w:rPr>
              <w:t>إلاّ</w:t>
            </w:r>
            <w:r>
              <w:rPr>
                <w:rtl/>
              </w:rPr>
              <w:t xml:space="preserve"> </w:t>
            </w:r>
            <w:r w:rsidRPr="009647FC">
              <w:rPr>
                <w:rtl/>
              </w:rPr>
              <w:t>وكان</w:t>
            </w:r>
            <w:r>
              <w:rPr>
                <w:rtl/>
              </w:rPr>
              <w:t xml:space="preserve"> </w:t>
            </w:r>
            <w:r w:rsidRPr="009647FC">
              <w:rPr>
                <w:rtl/>
              </w:rPr>
              <w:t>ذكاء</w:t>
            </w:r>
            <w:r w:rsidR="00A72677" w:rsidRPr="009647FC">
              <w:rPr>
                <w:rtl/>
              </w:rPr>
              <w:t>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A72677" w:rsidP="00A72677">
            <w:pPr>
              <w:pStyle w:val="libPoem"/>
            </w:pPr>
            <w:r w:rsidRPr="009647FC">
              <w:rPr>
                <w:rtl/>
              </w:rPr>
              <w:t>هو</w:t>
            </w:r>
            <w:r w:rsidR="009E1742">
              <w:rPr>
                <w:rtl/>
              </w:rPr>
              <w:t xml:space="preserve"> </w:t>
            </w:r>
            <w:r w:rsidR="009E1742" w:rsidRPr="009647FC">
              <w:rPr>
                <w:rtl/>
              </w:rPr>
              <w:t>آية</w:t>
            </w:r>
            <w:r w:rsidR="009E1742">
              <w:rPr>
                <w:rtl/>
              </w:rPr>
              <w:t xml:space="preserve"> </w:t>
            </w:r>
            <w:r w:rsidR="009E1742" w:rsidRPr="009647FC">
              <w:rPr>
                <w:rtl/>
              </w:rPr>
              <w:t>الله</w:t>
            </w:r>
            <w:r w:rsidR="009E1742">
              <w:rPr>
                <w:rtl/>
              </w:rPr>
              <w:t xml:space="preserve"> </w:t>
            </w:r>
            <w:r w:rsidR="009E1742" w:rsidRPr="009647FC">
              <w:rPr>
                <w:rtl/>
              </w:rPr>
              <w:t>ا</w:t>
            </w:r>
            <w:r w:rsidRPr="009647FC">
              <w:rPr>
                <w:rtl/>
              </w:rPr>
              <w:t>لتي</w:t>
            </w:r>
            <w:r w:rsidR="00E7421A" w:rsidRPr="00725071">
              <w:rPr>
                <w:rStyle w:val="libPoemTiniChar0"/>
                <w:rtl/>
              </w:rPr>
              <w:br/>
              <w:t> </w:t>
            </w:r>
          </w:p>
        </w:tc>
        <w:tc>
          <w:tcPr>
            <w:tcW w:w="301" w:type="dxa"/>
          </w:tcPr>
          <w:p w:rsidR="00E7421A" w:rsidRDefault="00E7421A" w:rsidP="00A72677">
            <w:pPr>
              <w:pStyle w:val="libPoem"/>
              <w:rPr>
                <w:rtl/>
              </w:rPr>
            </w:pPr>
          </w:p>
        </w:tc>
        <w:tc>
          <w:tcPr>
            <w:tcW w:w="3884" w:type="dxa"/>
          </w:tcPr>
          <w:p w:rsidR="00E7421A" w:rsidRDefault="00A72677" w:rsidP="00A72677">
            <w:pPr>
              <w:pStyle w:val="libPoem"/>
            </w:pPr>
            <w:r w:rsidRPr="009647FC">
              <w:rPr>
                <w:rtl/>
              </w:rPr>
              <w:t>كست</w:t>
            </w:r>
            <w:r w:rsidR="009E1742">
              <w:rPr>
                <w:rtl/>
              </w:rPr>
              <w:t xml:space="preserve"> </w:t>
            </w:r>
            <w:r w:rsidR="009E1742" w:rsidRPr="009647FC">
              <w:rPr>
                <w:rtl/>
              </w:rPr>
              <w:t>ا</w:t>
            </w:r>
            <w:r w:rsidRPr="009647FC">
              <w:rPr>
                <w:rtl/>
              </w:rPr>
              <w:t>لهد</w:t>
            </w:r>
            <w:r w:rsidR="009E1742" w:rsidRPr="009647FC">
              <w:rPr>
                <w:rtl/>
              </w:rPr>
              <w:t>ى</w:t>
            </w:r>
            <w:r w:rsidR="009E1742">
              <w:rPr>
                <w:rtl/>
              </w:rPr>
              <w:t xml:space="preserve"> </w:t>
            </w:r>
            <w:r w:rsidR="009E1742" w:rsidRPr="009647FC">
              <w:rPr>
                <w:rtl/>
              </w:rPr>
              <w:t>لألاء</w:t>
            </w:r>
            <w:r w:rsidRPr="009647FC">
              <w:rPr>
                <w:rtl/>
              </w:rPr>
              <w:t>ها</w:t>
            </w:r>
            <w:r w:rsidR="00E7421A" w:rsidRPr="00725071">
              <w:rPr>
                <w:rStyle w:val="libPoemTiniChar0"/>
                <w:rtl/>
              </w:rPr>
              <w:br/>
              <w:t> </w:t>
            </w:r>
          </w:p>
        </w:tc>
      </w:tr>
      <w:tr w:rsidR="00E7421A" w:rsidRPr="00524A24" w:rsidTr="00E7421A">
        <w:trPr>
          <w:trHeight w:val="350"/>
        </w:trPr>
        <w:tc>
          <w:tcPr>
            <w:tcW w:w="3902" w:type="dxa"/>
          </w:tcPr>
          <w:p w:rsidR="00E7421A" w:rsidRPr="00524A24" w:rsidRDefault="009E1742" w:rsidP="00A72677">
            <w:pPr>
              <w:pStyle w:val="libPoem"/>
            </w:pPr>
            <w:r w:rsidRPr="00A72677">
              <w:rPr>
                <w:rtl/>
              </w:rPr>
              <w:t xml:space="preserve">وأبو </w:t>
            </w:r>
            <w:r w:rsidR="00A72677" w:rsidRPr="00A72677">
              <w:rPr>
                <w:rtl/>
              </w:rPr>
              <w:t>كو</w:t>
            </w:r>
            <w:r w:rsidRPr="00A72677">
              <w:rPr>
                <w:rtl/>
              </w:rPr>
              <w:t>اكب</w:t>
            </w:r>
            <w:r w:rsidR="00677BC4">
              <w:rPr>
                <w:rtl/>
              </w:rPr>
              <w:t>َ</w:t>
            </w:r>
            <w:r w:rsidRPr="00A72677">
              <w:rPr>
                <w:rtl/>
              </w:rPr>
              <w:t xml:space="preserve"> لا </w:t>
            </w:r>
            <w:r w:rsidR="00A72677" w:rsidRPr="00A72677">
              <w:rPr>
                <w:rtl/>
              </w:rPr>
              <w:t>تض</w:t>
            </w:r>
            <w:r w:rsidRPr="00A72677">
              <w:rPr>
                <w:rtl/>
              </w:rPr>
              <w:t>ي</w:t>
            </w:r>
            <w:r w:rsidR="00E7421A" w:rsidRPr="00A72677">
              <w:rPr>
                <w:rStyle w:val="libPoemTiniChar0"/>
                <w:rtl/>
              </w:rPr>
              <w:br/>
              <w:t> </w:t>
            </w:r>
          </w:p>
        </w:tc>
        <w:tc>
          <w:tcPr>
            <w:tcW w:w="301" w:type="dxa"/>
          </w:tcPr>
          <w:p w:rsidR="00E7421A" w:rsidRPr="00A72677" w:rsidRDefault="00E7421A" w:rsidP="00A72677">
            <w:pPr>
              <w:pStyle w:val="libPoem"/>
              <w:rPr>
                <w:rtl/>
              </w:rPr>
            </w:pPr>
          </w:p>
        </w:tc>
        <w:tc>
          <w:tcPr>
            <w:tcW w:w="3884" w:type="dxa"/>
          </w:tcPr>
          <w:p w:rsidR="00E7421A" w:rsidRPr="00524A24" w:rsidRDefault="009E1742" w:rsidP="00A72677">
            <w:pPr>
              <w:pStyle w:val="libPoem"/>
            </w:pPr>
            <w:r w:rsidRPr="00A72677">
              <w:rPr>
                <w:rtl/>
              </w:rPr>
              <w:t>‌ء</w:t>
            </w:r>
            <w:r w:rsidR="004C00A8">
              <w:rPr>
                <w:rtl/>
              </w:rPr>
              <w:t xml:space="preserve"> </w:t>
            </w:r>
            <w:r w:rsidRPr="00A72677">
              <w:rPr>
                <w:rtl/>
              </w:rPr>
              <w:t>ا</w:t>
            </w:r>
            <w:r w:rsidR="00A72677" w:rsidRPr="00A72677">
              <w:rPr>
                <w:rtl/>
              </w:rPr>
              <w:t>لنّي</w:t>
            </w:r>
            <w:r w:rsidRPr="00A72677">
              <w:rPr>
                <w:rtl/>
              </w:rPr>
              <w:t xml:space="preserve">راتُ </w:t>
            </w:r>
            <w:r w:rsidR="00A72677" w:rsidRPr="00A72677">
              <w:rPr>
                <w:rtl/>
              </w:rPr>
              <w:t>ضيا</w:t>
            </w:r>
            <w:r w:rsidRPr="00A72677">
              <w:rPr>
                <w:rtl/>
              </w:rPr>
              <w:t>ءها</w:t>
            </w:r>
            <w:r w:rsidR="00E7421A" w:rsidRPr="00A72677">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الخفارة</w:t>
      </w:r>
      <w:r w:rsidR="00D769AB">
        <w:rPr>
          <w:rtl/>
        </w:rPr>
        <w:t>:</w:t>
      </w:r>
      <w:r w:rsidRPr="009647FC">
        <w:rPr>
          <w:rtl/>
        </w:rPr>
        <w:t xml:space="preserve"> شدّة الحياء</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الديوان المطبوع</w:t>
      </w:r>
      <w:r w:rsidR="00D769AB">
        <w:rPr>
          <w:rtl/>
        </w:rPr>
        <w:t>:</w:t>
      </w:r>
      <w:r w:rsidRPr="009647FC">
        <w:rPr>
          <w:rtl/>
        </w:rPr>
        <w:t xml:space="preserve"> رحبت</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عط</w:t>
      </w:r>
      <w:r w:rsidR="00D769AB">
        <w:rPr>
          <w:rtl/>
        </w:rPr>
        <w:t>:</w:t>
      </w:r>
      <w:r w:rsidRPr="009647FC">
        <w:rPr>
          <w:rtl/>
        </w:rPr>
        <w:t xml:space="preserve"> شق</w:t>
      </w:r>
      <w:r w:rsidR="00D769AB">
        <w:rPr>
          <w:rtl/>
        </w:rPr>
        <w:t>،</w:t>
      </w:r>
      <w:r w:rsidRPr="009647FC">
        <w:rPr>
          <w:rtl/>
        </w:rPr>
        <w:t xml:space="preserve"> الملاء</w:t>
      </w:r>
      <w:r w:rsidR="00D769AB">
        <w:rPr>
          <w:rtl/>
        </w:rPr>
        <w:t>:</w:t>
      </w:r>
      <w:r w:rsidRPr="009647FC">
        <w:rPr>
          <w:rtl/>
        </w:rPr>
        <w:t xml:space="preserve"> الثياب</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9E1742" w:rsidRPr="00524A24" w:rsidTr="009E1742">
        <w:trPr>
          <w:trHeight w:val="350"/>
        </w:trPr>
        <w:tc>
          <w:tcPr>
            <w:tcW w:w="3902" w:type="dxa"/>
          </w:tcPr>
          <w:p w:rsidR="009E1742" w:rsidRPr="00524A24" w:rsidRDefault="009E1742" w:rsidP="00A72677">
            <w:pPr>
              <w:pStyle w:val="libPoem"/>
            </w:pPr>
            <w:r w:rsidRPr="009647FC">
              <w:rPr>
                <w:rtl/>
              </w:rPr>
              <w:lastRenderedPageBreak/>
              <w:t>أ</w:t>
            </w:r>
            <w:r w:rsidR="00A72677" w:rsidRPr="009647FC">
              <w:rPr>
                <w:rtl/>
              </w:rPr>
              <w:t>نو</w:t>
            </w:r>
            <w:r w:rsidRPr="009647FC">
              <w:rPr>
                <w:rtl/>
              </w:rPr>
              <w:t>ارُ</w:t>
            </w:r>
            <w:r>
              <w:rPr>
                <w:rtl/>
              </w:rPr>
              <w:t xml:space="preserve"> </w:t>
            </w:r>
            <w:r w:rsidRPr="009647FC">
              <w:rPr>
                <w:rtl/>
              </w:rPr>
              <w:t>وحيٍ</w:t>
            </w:r>
            <w:r>
              <w:rPr>
                <w:rtl/>
              </w:rPr>
              <w:t xml:space="preserve"> </w:t>
            </w:r>
            <w:r w:rsidRPr="009647FC">
              <w:rPr>
                <w:rtl/>
              </w:rPr>
              <w:t>لا</w:t>
            </w:r>
            <w:r>
              <w:rPr>
                <w:rtl/>
              </w:rPr>
              <w:t xml:space="preserve"> </w:t>
            </w:r>
            <w:r w:rsidRPr="009647FC">
              <w:rPr>
                <w:rtl/>
              </w:rPr>
              <w:t>رأت</w:t>
            </w:r>
            <w:r w:rsidRPr="00725071">
              <w:rPr>
                <w:rStyle w:val="libPoemTiniChar0"/>
                <w:rtl/>
              </w:rPr>
              <w:br/>
              <w:t> </w:t>
            </w:r>
          </w:p>
        </w:tc>
        <w:tc>
          <w:tcPr>
            <w:tcW w:w="301" w:type="dxa"/>
          </w:tcPr>
          <w:p w:rsidR="009E1742" w:rsidRDefault="009E1742" w:rsidP="00A72677">
            <w:pPr>
              <w:pStyle w:val="libPoem"/>
              <w:rPr>
                <w:rtl/>
              </w:rPr>
            </w:pPr>
          </w:p>
        </w:tc>
        <w:tc>
          <w:tcPr>
            <w:tcW w:w="3884" w:type="dxa"/>
          </w:tcPr>
          <w:p w:rsidR="009E1742" w:rsidRDefault="00A72677" w:rsidP="00A72677">
            <w:pPr>
              <w:pStyle w:val="libPoem"/>
            </w:pPr>
            <w:r w:rsidRPr="009647FC">
              <w:rPr>
                <w:rtl/>
              </w:rPr>
              <w:t>عين</w:t>
            </w:r>
            <w:r w:rsidR="009E1742" w:rsidRPr="009647FC">
              <w:rPr>
                <w:rtl/>
              </w:rPr>
              <w:t>ُ</w:t>
            </w:r>
            <w:r w:rsidR="009E1742">
              <w:rPr>
                <w:rtl/>
              </w:rPr>
              <w:t xml:space="preserve"> </w:t>
            </w:r>
            <w:r w:rsidR="009E1742" w:rsidRPr="009647FC">
              <w:rPr>
                <w:rtl/>
              </w:rPr>
              <w:t>ا</w:t>
            </w:r>
            <w:r w:rsidRPr="009647FC">
              <w:rPr>
                <w:rtl/>
              </w:rPr>
              <w:t>لهد</w:t>
            </w:r>
            <w:r w:rsidR="009E1742" w:rsidRPr="009647FC">
              <w:rPr>
                <w:rtl/>
              </w:rPr>
              <w:t>ى</w:t>
            </w:r>
            <w:r w:rsidR="009E1742">
              <w:rPr>
                <w:rtl/>
              </w:rPr>
              <w:t xml:space="preserve"> </w:t>
            </w:r>
            <w:r w:rsidR="009E1742" w:rsidRPr="009647FC">
              <w:rPr>
                <w:rtl/>
              </w:rPr>
              <w:t>إ</w:t>
            </w:r>
            <w:r w:rsidRPr="009647FC">
              <w:rPr>
                <w:rtl/>
              </w:rPr>
              <w:t>طف</w:t>
            </w:r>
            <w:r w:rsidR="009E1742" w:rsidRPr="009647FC">
              <w:rPr>
                <w:rtl/>
              </w:rPr>
              <w:t>اء</w:t>
            </w:r>
            <w:r w:rsidR="00677BC4">
              <w:rPr>
                <w:rtl/>
              </w:rPr>
              <w:t>َ</w:t>
            </w:r>
            <w:r w:rsidR="009E1742" w:rsidRPr="009647FC">
              <w:rPr>
                <w:rtl/>
              </w:rPr>
              <w:t>ها</w:t>
            </w:r>
            <w:r w:rsidR="009E1742" w:rsidRPr="00725071">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9647FC">
              <w:rPr>
                <w:rtl/>
              </w:rPr>
              <w:t>و</w:t>
            </w:r>
            <w:r w:rsidR="00A72677" w:rsidRPr="009647FC">
              <w:rPr>
                <w:rtl/>
              </w:rPr>
              <w:t>نفو</w:t>
            </w:r>
            <w:r w:rsidRPr="009647FC">
              <w:rPr>
                <w:rtl/>
              </w:rPr>
              <w:t>سُ</w:t>
            </w:r>
            <w:r>
              <w:rPr>
                <w:rtl/>
              </w:rPr>
              <w:t xml:space="preserve"> </w:t>
            </w:r>
            <w:r w:rsidRPr="009647FC">
              <w:rPr>
                <w:rtl/>
              </w:rPr>
              <w:t>قدسٍ</w:t>
            </w:r>
            <w:r>
              <w:rPr>
                <w:rtl/>
              </w:rPr>
              <w:t xml:space="preserve"> </w:t>
            </w:r>
            <w:r w:rsidR="00A72677" w:rsidRPr="009647FC">
              <w:rPr>
                <w:rtl/>
              </w:rPr>
              <w:t>قل</w:t>
            </w:r>
            <w:r w:rsidRPr="009647FC">
              <w:rPr>
                <w:rtl/>
              </w:rPr>
              <w:t>ّ</w:t>
            </w:r>
            <w:r w:rsidR="00677BC4">
              <w:rPr>
                <w:rtl/>
              </w:rPr>
              <w:t>َ</w:t>
            </w:r>
            <w:r>
              <w:rPr>
                <w:rtl/>
              </w:rPr>
              <w:t xml:space="preserve"> </w:t>
            </w:r>
            <w:r w:rsidRPr="009647FC">
              <w:rPr>
                <w:rtl/>
              </w:rPr>
              <w:t>أن</w:t>
            </w:r>
            <w:r w:rsidRPr="00725071">
              <w:rPr>
                <w:rStyle w:val="libPoemTiniChar0"/>
                <w:rtl/>
              </w:rPr>
              <w:br/>
              <w:t> </w:t>
            </w:r>
          </w:p>
        </w:tc>
        <w:tc>
          <w:tcPr>
            <w:tcW w:w="301" w:type="dxa"/>
          </w:tcPr>
          <w:p w:rsidR="009E1742" w:rsidRDefault="009E1742" w:rsidP="00A72677">
            <w:pPr>
              <w:pStyle w:val="libPoem"/>
              <w:rPr>
                <w:rtl/>
              </w:rPr>
            </w:pPr>
          </w:p>
        </w:tc>
        <w:tc>
          <w:tcPr>
            <w:tcW w:w="3884" w:type="dxa"/>
          </w:tcPr>
          <w:p w:rsidR="009E1742" w:rsidRDefault="00A72677" w:rsidP="00A72677">
            <w:pPr>
              <w:pStyle w:val="libPoem"/>
            </w:pPr>
            <w:r w:rsidRPr="009647FC">
              <w:rPr>
                <w:rtl/>
              </w:rPr>
              <w:t>تغد</w:t>
            </w:r>
            <w:r w:rsidR="009E1742" w:rsidRPr="009647FC">
              <w:rPr>
                <w:rtl/>
              </w:rPr>
              <w:t>و</w:t>
            </w:r>
            <w:r w:rsidR="009E1742">
              <w:rPr>
                <w:rtl/>
              </w:rPr>
              <w:t xml:space="preserve"> </w:t>
            </w:r>
            <w:r w:rsidR="009E1742" w:rsidRPr="009647FC">
              <w:rPr>
                <w:rtl/>
              </w:rPr>
              <w:t>ا</w:t>
            </w:r>
            <w:r w:rsidRPr="009647FC">
              <w:rPr>
                <w:rtl/>
              </w:rPr>
              <w:t>لنف</w:t>
            </w:r>
            <w:r w:rsidR="009E1742" w:rsidRPr="009647FC">
              <w:rPr>
                <w:rtl/>
              </w:rPr>
              <w:t>وسُ</w:t>
            </w:r>
            <w:r w:rsidR="009E1742">
              <w:rPr>
                <w:rtl/>
              </w:rPr>
              <w:t xml:space="preserve"> </w:t>
            </w:r>
            <w:r w:rsidRPr="009647FC">
              <w:rPr>
                <w:rtl/>
              </w:rPr>
              <w:t>فد</w:t>
            </w:r>
            <w:r w:rsidR="009E1742" w:rsidRPr="009647FC">
              <w:rPr>
                <w:rtl/>
              </w:rPr>
              <w:t>اء</w:t>
            </w:r>
            <w:r w:rsidR="00677BC4">
              <w:rPr>
                <w:rtl/>
              </w:rPr>
              <w:t>َ</w:t>
            </w:r>
            <w:r w:rsidR="009E1742" w:rsidRPr="009647FC">
              <w:rPr>
                <w:rtl/>
              </w:rPr>
              <w:t>ها</w:t>
            </w:r>
            <w:r w:rsidR="009E1742" w:rsidRPr="00725071">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9647FC">
              <w:rPr>
                <w:rtl/>
              </w:rPr>
              <w:t>هم</w:t>
            </w:r>
            <w:r>
              <w:rPr>
                <w:rtl/>
              </w:rPr>
              <w:t xml:space="preserve"> </w:t>
            </w:r>
            <w:r w:rsidRPr="009647FC">
              <w:rPr>
                <w:rtl/>
              </w:rPr>
              <w:t>أ</w:t>
            </w:r>
            <w:r w:rsidR="00A72677" w:rsidRPr="009647FC">
              <w:rPr>
                <w:rtl/>
              </w:rPr>
              <w:t>سر</w:t>
            </w:r>
            <w:r w:rsidRPr="009647FC">
              <w:rPr>
                <w:rtl/>
              </w:rPr>
              <w:t>ةُ</w:t>
            </w:r>
            <w:r>
              <w:rPr>
                <w:rtl/>
              </w:rPr>
              <w:t xml:space="preserve"> </w:t>
            </w:r>
            <w:r w:rsidRPr="009647FC">
              <w:rPr>
                <w:rtl/>
              </w:rPr>
              <w:t>ا</w:t>
            </w:r>
            <w:r w:rsidR="00A72677" w:rsidRPr="009647FC">
              <w:rPr>
                <w:rtl/>
              </w:rPr>
              <w:t>لد</w:t>
            </w:r>
            <w:r w:rsidRPr="009647FC">
              <w:rPr>
                <w:rtl/>
              </w:rPr>
              <w:t>ين</w:t>
            </w:r>
            <w:r>
              <w:rPr>
                <w:rtl/>
              </w:rPr>
              <w:t xml:space="preserve"> </w:t>
            </w:r>
            <w:r w:rsidRPr="009647FC">
              <w:rPr>
                <w:rtl/>
              </w:rPr>
              <w:t>ا</w:t>
            </w:r>
            <w:r w:rsidR="00A72677" w:rsidRPr="009647FC">
              <w:rPr>
                <w:rtl/>
              </w:rPr>
              <w:t>لت</w:t>
            </w:r>
            <w:r w:rsidRPr="009647FC">
              <w:rPr>
                <w:rtl/>
              </w:rPr>
              <w:t>ي</w:t>
            </w:r>
            <w:r w:rsidRPr="00725071">
              <w:rPr>
                <w:rStyle w:val="libPoemTiniChar0"/>
                <w:rtl/>
              </w:rPr>
              <w:br/>
              <w:t> </w:t>
            </w:r>
          </w:p>
        </w:tc>
        <w:tc>
          <w:tcPr>
            <w:tcW w:w="301" w:type="dxa"/>
          </w:tcPr>
          <w:p w:rsidR="009E1742" w:rsidRDefault="009E1742" w:rsidP="00A72677">
            <w:pPr>
              <w:pStyle w:val="libPoem"/>
              <w:rPr>
                <w:rtl/>
              </w:rPr>
            </w:pPr>
          </w:p>
        </w:tc>
        <w:tc>
          <w:tcPr>
            <w:tcW w:w="3884" w:type="dxa"/>
          </w:tcPr>
          <w:p w:rsidR="009E1742" w:rsidRDefault="009E1742" w:rsidP="00A72677">
            <w:pPr>
              <w:pStyle w:val="libPoem"/>
            </w:pPr>
            <w:r w:rsidRPr="009647FC">
              <w:rPr>
                <w:rtl/>
              </w:rPr>
              <w:t>فرض</w:t>
            </w:r>
            <w:r w:rsidR="00677BC4">
              <w:rPr>
                <w:rtl/>
              </w:rPr>
              <w:t>َ</w:t>
            </w:r>
            <w:r w:rsidR="004C00A8">
              <w:rPr>
                <w:rtl/>
              </w:rPr>
              <w:t xml:space="preserve"> </w:t>
            </w:r>
            <w:r w:rsidRPr="009647FC">
              <w:rPr>
                <w:rtl/>
              </w:rPr>
              <w:t>الإلهُ</w:t>
            </w:r>
            <w:r>
              <w:rPr>
                <w:rtl/>
              </w:rPr>
              <w:t xml:space="preserve"> </w:t>
            </w:r>
            <w:r w:rsidRPr="009647FC">
              <w:rPr>
                <w:rtl/>
              </w:rPr>
              <w:t>ولاء</w:t>
            </w:r>
            <w:r w:rsidR="00677BC4">
              <w:rPr>
                <w:rtl/>
              </w:rPr>
              <w:t>َ</w:t>
            </w:r>
            <w:r w:rsidR="00A72677" w:rsidRPr="009647FC">
              <w:rPr>
                <w:rtl/>
              </w:rPr>
              <w:t>ها</w:t>
            </w:r>
            <w:r w:rsidRPr="00725071">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9647FC">
              <w:rPr>
                <w:rtl/>
              </w:rPr>
              <w:t>و</w:t>
            </w:r>
            <w:r w:rsidR="00A72677" w:rsidRPr="009647FC">
              <w:rPr>
                <w:rtl/>
              </w:rPr>
              <w:t>لها</w:t>
            </w:r>
            <w:r>
              <w:rPr>
                <w:rtl/>
              </w:rPr>
              <w:t xml:space="preserve"> </w:t>
            </w:r>
            <w:r w:rsidR="00A72677" w:rsidRPr="009647FC">
              <w:rPr>
                <w:rtl/>
              </w:rPr>
              <w:t>بو</w:t>
            </w:r>
            <w:r w:rsidRPr="009647FC">
              <w:rPr>
                <w:rtl/>
              </w:rPr>
              <w:t>ا</w:t>
            </w:r>
            <w:r w:rsidR="00A72677" w:rsidRPr="009647FC">
              <w:rPr>
                <w:rtl/>
              </w:rPr>
              <w:t>جب</w:t>
            </w:r>
            <w:r w:rsidRPr="009647FC">
              <w:rPr>
                <w:rtl/>
              </w:rPr>
              <w:t>ِ</w:t>
            </w:r>
            <w:r>
              <w:rPr>
                <w:rtl/>
              </w:rPr>
              <w:t xml:space="preserve"> </w:t>
            </w:r>
            <w:r w:rsidRPr="009647FC">
              <w:rPr>
                <w:rtl/>
              </w:rPr>
              <w:t>ودّها</w:t>
            </w:r>
            <w:r w:rsidRPr="00725071">
              <w:rPr>
                <w:rStyle w:val="libPoemTiniChar0"/>
                <w:rtl/>
              </w:rPr>
              <w:br/>
              <w:t> </w:t>
            </w:r>
          </w:p>
        </w:tc>
        <w:tc>
          <w:tcPr>
            <w:tcW w:w="301" w:type="dxa"/>
          </w:tcPr>
          <w:p w:rsidR="009E1742" w:rsidRDefault="009E1742" w:rsidP="00A72677">
            <w:pPr>
              <w:pStyle w:val="libPoem"/>
              <w:rPr>
                <w:rtl/>
              </w:rPr>
            </w:pPr>
          </w:p>
        </w:tc>
        <w:tc>
          <w:tcPr>
            <w:tcW w:w="3884" w:type="dxa"/>
          </w:tcPr>
          <w:p w:rsidR="009E1742" w:rsidRDefault="00A72677" w:rsidP="00A72677">
            <w:pPr>
              <w:pStyle w:val="libPoem"/>
            </w:pPr>
            <w:r w:rsidRPr="009647FC">
              <w:rPr>
                <w:rtl/>
              </w:rPr>
              <w:t>صف</w:t>
            </w:r>
            <w:r w:rsidR="009E1742" w:rsidRPr="009647FC">
              <w:rPr>
                <w:rtl/>
              </w:rPr>
              <w:t>ت</w:t>
            </w:r>
            <w:r w:rsidR="004C00A8">
              <w:rPr>
                <w:rtl/>
              </w:rPr>
              <w:t xml:space="preserve"> </w:t>
            </w:r>
            <w:r w:rsidR="009E1742" w:rsidRPr="009647FC">
              <w:rPr>
                <w:rtl/>
              </w:rPr>
              <w:t>ا</w:t>
            </w:r>
            <w:r w:rsidRPr="009647FC">
              <w:rPr>
                <w:rtl/>
              </w:rPr>
              <w:t>لق</w:t>
            </w:r>
            <w:r w:rsidR="009E1742" w:rsidRPr="009647FC">
              <w:rPr>
                <w:rtl/>
              </w:rPr>
              <w:t>لوبُ</w:t>
            </w:r>
            <w:r w:rsidR="009E1742">
              <w:rPr>
                <w:rtl/>
              </w:rPr>
              <w:t xml:space="preserve"> </w:t>
            </w:r>
            <w:r w:rsidRPr="009647FC">
              <w:rPr>
                <w:rtl/>
              </w:rPr>
              <w:t>صف</w:t>
            </w:r>
            <w:r w:rsidR="009E1742" w:rsidRPr="009647FC">
              <w:rPr>
                <w:rtl/>
              </w:rPr>
              <w:t>اء</w:t>
            </w:r>
            <w:r w:rsidR="00677BC4">
              <w:rPr>
                <w:rtl/>
              </w:rPr>
              <w:t>َ</w:t>
            </w:r>
            <w:r w:rsidR="009E1742" w:rsidRPr="009647FC">
              <w:rPr>
                <w:rtl/>
              </w:rPr>
              <w:t>ها</w:t>
            </w:r>
            <w:r w:rsidR="009E1742" w:rsidRPr="00725071">
              <w:rPr>
                <w:rStyle w:val="libPoemTiniChar0"/>
                <w:rtl/>
              </w:rPr>
              <w:br/>
              <w:t> </w:t>
            </w:r>
          </w:p>
        </w:tc>
      </w:tr>
      <w:tr w:rsidR="009E1742" w:rsidRPr="00524A24" w:rsidTr="009E1742">
        <w:trPr>
          <w:trHeight w:val="350"/>
        </w:trPr>
        <w:tc>
          <w:tcPr>
            <w:tcW w:w="3902" w:type="dxa"/>
          </w:tcPr>
          <w:p w:rsidR="009E1742" w:rsidRPr="00524A24" w:rsidRDefault="00A72677" w:rsidP="00A72677">
            <w:pPr>
              <w:pStyle w:val="libPoem"/>
            </w:pPr>
            <w:r w:rsidRPr="009647FC">
              <w:rPr>
                <w:rtl/>
              </w:rPr>
              <w:t>بس</w:t>
            </w:r>
            <w:r w:rsidR="009E1742" w:rsidRPr="009647FC">
              <w:rPr>
                <w:rtl/>
              </w:rPr>
              <w:t>طت</w:t>
            </w:r>
            <w:r w:rsidR="004C00A8">
              <w:rPr>
                <w:rtl/>
              </w:rPr>
              <w:t xml:space="preserve"> </w:t>
            </w:r>
            <w:r w:rsidRPr="009647FC">
              <w:rPr>
                <w:rtl/>
              </w:rPr>
              <w:t>عل</w:t>
            </w:r>
            <w:r w:rsidR="009E1742" w:rsidRPr="009647FC">
              <w:rPr>
                <w:rtl/>
              </w:rPr>
              <w:t>ى</w:t>
            </w:r>
            <w:r w:rsidR="009E1742">
              <w:rPr>
                <w:rtl/>
              </w:rPr>
              <w:t xml:space="preserve"> </w:t>
            </w:r>
            <w:r w:rsidR="009E1742" w:rsidRPr="009647FC">
              <w:rPr>
                <w:rtl/>
              </w:rPr>
              <w:t>ا</w:t>
            </w:r>
            <w:r w:rsidRPr="009647FC">
              <w:rPr>
                <w:rtl/>
              </w:rPr>
              <w:t>لد</w:t>
            </w:r>
            <w:r w:rsidR="009E1742" w:rsidRPr="009647FC">
              <w:rPr>
                <w:rtl/>
              </w:rPr>
              <w:t>نيا</w:t>
            </w:r>
            <w:r w:rsidR="009E1742">
              <w:rPr>
                <w:rtl/>
              </w:rPr>
              <w:t xml:space="preserve"> </w:t>
            </w:r>
            <w:r w:rsidR="009E1742" w:rsidRPr="009647FC">
              <w:rPr>
                <w:rtl/>
              </w:rPr>
              <w:t>أكفّا</w:t>
            </w:r>
            <w:r w:rsidR="009E1742" w:rsidRPr="00725071">
              <w:rPr>
                <w:rStyle w:val="libPoemTiniChar0"/>
                <w:rtl/>
              </w:rPr>
              <w:br/>
              <w:t> </w:t>
            </w:r>
          </w:p>
        </w:tc>
        <w:tc>
          <w:tcPr>
            <w:tcW w:w="301" w:type="dxa"/>
          </w:tcPr>
          <w:p w:rsidR="009E1742" w:rsidRDefault="009E1742" w:rsidP="00A72677">
            <w:pPr>
              <w:pStyle w:val="libPoem"/>
              <w:rPr>
                <w:rtl/>
              </w:rPr>
            </w:pPr>
          </w:p>
        </w:tc>
        <w:tc>
          <w:tcPr>
            <w:tcW w:w="3884" w:type="dxa"/>
          </w:tcPr>
          <w:p w:rsidR="009E1742" w:rsidRDefault="009E1742" w:rsidP="00A72677">
            <w:pPr>
              <w:pStyle w:val="libPoem"/>
            </w:pPr>
            <w:r w:rsidRPr="009647FC">
              <w:rPr>
                <w:rtl/>
              </w:rPr>
              <w:t>ما</w:t>
            </w:r>
            <w:r w:rsidR="004C00A8">
              <w:rPr>
                <w:rtl/>
              </w:rPr>
              <w:t xml:space="preserve"> </w:t>
            </w:r>
            <w:r w:rsidR="00A72677" w:rsidRPr="009647FC">
              <w:rPr>
                <w:rtl/>
              </w:rPr>
              <w:t>تغب</w:t>
            </w:r>
            <w:r w:rsidRPr="009647FC">
              <w:rPr>
                <w:rtl/>
              </w:rPr>
              <w:t>ُّ</w:t>
            </w:r>
            <w:r>
              <w:rPr>
                <w:rtl/>
              </w:rPr>
              <w:t xml:space="preserve"> </w:t>
            </w:r>
            <w:r w:rsidR="00A72677" w:rsidRPr="009647FC">
              <w:rPr>
                <w:rtl/>
              </w:rPr>
              <w:t>سخا</w:t>
            </w:r>
            <w:r w:rsidRPr="009647FC">
              <w:rPr>
                <w:rtl/>
              </w:rPr>
              <w:t>ء</w:t>
            </w:r>
            <w:r w:rsidR="00677BC4">
              <w:rPr>
                <w:rtl/>
              </w:rPr>
              <w:t>َ</w:t>
            </w:r>
            <w:r w:rsidRPr="009647FC">
              <w:rPr>
                <w:rtl/>
              </w:rPr>
              <w:t>ها</w:t>
            </w:r>
            <w:r w:rsidRPr="00725071">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A72677">
              <w:rPr>
                <w:rtl/>
              </w:rPr>
              <w:t xml:space="preserve">وسرت </w:t>
            </w:r>
            <w:r w:rsidR="00A72677" w:rsidRPr="00A72677">
              <w:rPr>
                <w:rtl/>
              </w:rPr>
              <w:t>بف</w:t>
            </w:r>
            <w:r w:rsidRPr="00A72677">
              <w:rPr>
                <w:rtl/>
              </w:rPr>
              <w:t>ضلهم ا</w:t>
            </w:r>
            <w:r w:rsidR="00A72677" w:rsidRPr="00A72677">
              <w:rPr>
                <w:rtl/>
              </w:rPr>
              <w:t>لر</w:t>
            </w:r>
            <w:r w:rsidRPr="00A72677">
              <w:rPr>
                <w:rtl/>
              </w:rPr>
              <w:t>وا</w:t>
            </w:r>
            <w:r w:rsidRPr="00A72677">
              <w:rPr>
                <w:rStyle w:val="libPoemTiniChar0"/>
                <w:rtl/>
              </w:rPr>
              <w:br/>
              <w:t> </w:t>
            </w:r>
          </w:p>
        </w:tc>
        <w:tc>
          <w:tcPr>
            <w:tcW w:w="301" w:type="dxa"/>
          </w:tcPr>
          <w:p w:rsidR="009E1742" w:rsidRPr="00A72677" w:rsidRDefault="009E1742" w:rsidP="00A72677">
            <w:pPr>
              <w:pStyle w:val="libPoem"/>
              <w:rPr>
                <w:rtl/>
              </w:rPr>
            </w:pPr>
          </w:p>
        </w:tc>
        <w:tc>
          <w:tcPr>
            <w:tcW w:w="3884" w:type="dxa"/>
          </w:tcPr>
          <w:p w:rsidR="009E1742" w:rsidRPr="00A72677" w:rsidRDefault="009E1742" w:rsidP="00A72677">
            <w:pPr>
              <w:pStyle w:val="libPoem"/>
            </w:pPr>
            <w:r w:rsidRPr="00A72677">
              <w:rPr>
                <w:rtl/>
              </w:rPr>
              <w:t xml:space="preserve">ة </w:t>
            </w:r>
            <w:r w:rsidR="00A72677" w:rsidRPr="00A72677">
              <w:rPr>
                <w:rtl/>
              </w:rPr>
              <w:t>ففص</w:t>
            </w:r>
            <w:r w:rsidRPr="00A72677">
              <w:rPr>
                <w:rtl/>
              </w:rPr>
              <w:t>ّ</w:t>
            </w:r>
            <w:r w:rsidR="00677BC4">
              <w:rPr>
                <w:rtl/>
              </w:rPr>
              <w:t>َ</w:t>
            </w:r>
            <w:r w:rsidR="00A72677" w:rsidRPr="00A72677">
              <w:rPr>
                <w:rtl/>
              </w:rPr>
              <w:t>ل</w:t>
            </w:r>
            <w:r w:rsidRPr="00A72677">
              <w:rPr>
                <w:rtl/>
              </w:rPr>
              <w:t>ت أ</w:t>
            </w:r>
            <w:r w:rsidR="00A72677" w:rsidRPr="00A72677">
              <w:rPr>
                <w:rtl/>
              </w:rPr>
              <w:t>نبا</w:t>
            </w:r>
            <w:r w:rsidRPr="00A72677">
              <w:rPr>
                <w:rtl/>
              </w:rPr>
              <w:t>ء</w:t>
            </w:r>
            <w:r w:rsidR="00677BC4">
              <w:rPr>
                <w:rtl/>
              </w:rPr>
              <w:t>َ</w:t>
            </w:r>
            <w:r w:rsidR="00A72677" w:rsidRPr="00A72677">
              <w:rPr>
                <w:rtl/>
              </w:rPr>
              <w:t>ها</w:t>
            </w:r>
            <w:r w:rsidRPr="00A72677">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A72677">
              <w:rPr>
                <w:rtl/>
              </w:rPr>
              <w:t>وروت</w:t>
            </w:r>
            <w:r w:rsidR="004C00A8">
              <w:rPr>
                <w:rtl/>
              </w:rPr>
              <w:t xml:space="preserve"> </w:t>
            </w:r>
            <w:r w:rsidRPr="00A72677">
              <w:rPr>
                <w:rtl/>
              </w:rPr>
              <w:t>(</w:t>
            </w:r>
            <w:r w:rsidR="00A72677" w:rsidRPr="00A72677">
              <w:rPr>
                <w:rtl/>
              </w:rPr>
              <w:t>بجع</w:t>
            </w:r>
            <w:r w:rsidRPr="00A72677">
              <w:rPr>
                <w:rtl/>
              </w:rPr>
              <w:t xml:space="preserve">فرهم) </w:t>
            </w:r>
            <w:r w:rsidR="00A72677" w:rsidRPr="00A72677">
              <w:rPr>
                <w:rtl/>
              </w:rPr>
              <w:t>لح</w:t>
            </w:r>
            <w:r w:rsidRPr="00A72677">
              <w:rPr>
                <w:rtl/>
              </w:rPr>
              <w:t>ا</w:t>
            </w:r>
            <w:r w:rsidRPr="00A72677">
              <w:rPr>
                <w:rStyle w:val="libPoemTiniChar0"/>
                <w:rtl/>
              </w:rPr>
              <w:br/>
              <w:t> </w:t>
            </w:r>
          </w:p>
        </w:tc>
        <w:tc>
          <w:tcPr>
            <w:tcW w:w="301" w:type="dxa"/>
          </w:tcPr>
          <w:p w:rsidR="009E1742" w:rsidRPr="00A72677" w:rsidRDefault="009E1742" w:rsidP="00A72677">
            <w:pPr>
              <w:pStyle w:val="libPoem"/>
              <w:rPr>
                <w:rtl/>
              </w:rPr>
            </w:pPr>
          </w:p>
        </w:tc>
        <w:tc>
          <w:tcPr>
            <w:tcW w:w="3884" w:type="dxa"/>
          </w:tcPr>
          <w:p w:rsidR="009E1742" w:rsidRPr="00A72677" w:rsidRDefault="00A72677" w:rsidP="00A72677">
            <w:pPr>
              <w:pStyle w:val="libPoem"/>
            </w:pPr>
            <w:r w:rsidRPr="00A72677">
              <w:rPr>
                <w:rtl/>
              </w:rPr>
              <w:t>ئمة</w:t>
            </w:r>
            <w:r w:rsidR="009E1742" w:rsidRPr="00A72677">
              <w:rPr>
                <w:rtl/>
              </w:rPr>
              <w:t xml:space="preserve"> ا</w:t>
            </w:r>
            <w:r w:rsidRPr="00A72677">
              <w:rPr>
                <w:rtl/>
              </w:rPr>
              <w:t>لرجا</w:t>
            </w:r>
            <w:r w:rsidR="009E1742" w:rsidRPr="00A72677">
              <w:rPr>
                <w:rtl/>
              </w:rPr>
              <w:t>ءِ رواء</w:t>
            </w:r>
            <w:r w:rsidR="00677BC4">
              <w:rPr>
                <w:rtl/>
              </w:rPr>
              <w:t>َ</w:t>
            </w:r>
            <w:r w:rsidRPr="00A72677">
              <w:rPr>
                <w:rtl/>
              </w:rPr>
              <w:t>ها</w:t>
            </w:r>
            <w:r w:rsidR="009E1742" w:rsidRPr="00A72677">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A72677">
              <w:rPr>
                <w:rtl/>
              </w:rPr>
              <w:t>ذاك ا</w:t>
            </w:r>
            <w:r w:rsidR="00A72677" w:rsidRPr="00A72677">
              <w:rPr>
                <w:rtl/>
              </w:rPr>
              <w:t>لذ</w:t>
            </w:r>
            <w:r w:rsidRPr="00A72677">
              <w:rPr>
                <w:rtl/>
              </w:rPr>
              <w:t xml:space="preserve">ي </w:t>
            </w:r>
            <w:r w:rsidR="00A72677" w:rsidRPr="00A72677">
              <w:rPr>
                <w:rtl/>
              </w:rPr>
              <w:t>نش</w:t>
            </w:r>
            <w:r w:rsidRPr="00A72677">
              <w:rPr>
                <w:rtl/>
              </w:rPr>
              <w:t xml:space="preserve">رت </w:t>
            </w:r>
            <w:r w:rsidR="00A72677" w:rsidRPr="00A72677">
              <w:rPr>
                <w:rtl/>
              </w:rPr>
              <w:t>عل</w:t>
            </w:r>
            <w:r w:rsidRPr="00A72677">
              <w:rPr>
                <w:rtl/>
              </w:rPr>
              <w:t>ي</w:t>
            </w:r>
            <w:r w:rsidRPr="00A72677">
              <w:rPr>
                <w:rFonts w:hint="cs"/>
                <w:rtl/>
              </w:rPr>
              <w:t>ـ</w:t>
            </w:r>
            <w:r w:rsidRPr="00A72677">
              <w:rPr>
                <w:rStyle w:val="libPoemTiniChar0"/>
                <w:rtl/>
              </w:rPr>
              <w:br/>
              <w:t> </w:t>
            </w:r>
          </w:p>
        </w:tc>
        <w:tc>
          <w:tcPr>
            <w:tcW w:w="301" w:type="dxa"/>
          </w:tcPr>
          <w:p w:rsidR="009E1742" w:rsidRPr="00A72677" w:rsidRDefault="009E1742" w:rsidP="00A72677">
            <w:pPr>
              <w:pStyle w:val="libPoem"/>
              <w:rPr>
                <w:rtl/>
              </w:rPr>
            </w:pPr>
          </w:p>
        </w:tc>
        <w:tc>
          <w:tcPr>
            <w:tcW w:w="3884" w:type="dxa"/>
          </w:tcPr>
          <w:p w:rsidR="009E1742" w:rsidRPr="00A72677" w:rsidRDefault="009E1742" w:rsidP="00A72677">
            <w:pPr>
              <w:pStyle w:val="libPoem"/>
            </w:pPr>
            <w:r w:rsidRPr="00A72677">
              <w:rPr>
                <w:rtl/>
              </w:rPr>
              <w:t>ـه ا</w:t>
            </w:r>
            <w:r w:rsidR="00A72677" w:rsidRPr="00A72677">
              <w:rPr>
                <w:rtl/>
              </w:rPr>
              <w:t>لمكر</w:t>
            </w:r>
            <w:r w:rsidRPr="00A72677">
              <w:rPr>
                <w:rtl/>
              </w:rPr>
              <w:t xml:space="preserve">ماتُ </w:t>
            </w:r>
            <w:r w:rsidR="00A72677" w:rsidRPr="00A72677">
              <w:rPr>
                <w:rtl/>
              </w:rPr>
              <w:t>لو</w:t>
            </w:r>
            <w:r w:rsidRPr="00A72677">
              <w:rPr>
                <w:rtl/>
              </w:rPr>
              <w:t>اء</w:t>
            </w:r>
            <w:r w:rsidR="00677BC4">
              <w:rPr>
                <w:rtl/>
              </w:rPr>
              <w:t>َ</w:t>
            </w:r>
            <w:r w:rsidR="00A72677" w:rsidRPr="00A72677">
              <w:rPr>
                <w:rtl/>
              </w:rPr>
              <w:t>ها</w:t>
            </w:r>
            <w:r w:rsidRPr="00A72677">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A72677">
              <w:rPr>
                <w:rtl/>
              </w:rPr>
              <w:t>و</w:t>
            </w:r>
            <w:r w:rsidR="00A72677" w:rsidRPr="00A72677">
              <w:rPr>
                <w:rtl/>
              </w:rPr>
              <w:t>مشى</w:t>
            </w:r>
            <w:r w:rsidRPr="00A72677">
              <w:rPr>
                <w:rtl/>
              </w:rPr>
              <w:t xml:space="preserve"> </w:t>
            </w:r>
            <w:r w:rsidR="00A72677" w:rsidRPr="00A72677">
              <w:rPr>
                <w:rtl/>
              </w:rPr>
              <w:t>عل</w:t>
            </w:r>
            <w:r w:rsidRPr="00A72677">
              <w:rPr>
                <w:rtl/>
              </w:rPr>
              <w:t xml:space="preserve">ى </w:t>
            </w:r>
            <w:r w:rsidR="00A72677" w:rsidRPr="00A72677">
              <w:rPr>
                <w:rtl/>
              </w:rPr>
              <w:t>قد</w:t>
            </w:r>
            <w:r w:rsidRPr="00A72677">
              <w:rPr>
                <w:rtl/>
              </w:rPr>
              <w:t xml:space="preserve">مٍ </w:t>
            </w:r>
            <w:r w:rsidR="00A72677" w:rsidRPr="00A72677">
              <w:rPr>
                <w:rtl/>
              </w:rPr>
              <w:t>غد</w:t>
            </w:r>
            <w:r w:rsidRPr="00A72677">
              <w:rPr>
                <w:rtl/>
              </w:rPr>
              <w:t>ا</w:t>
            </w:r>
            <w:r w:rsidRPr="00A72677">
              <w:rPr>
                <w:rStyle w:val="libPoemTiniChar0"/>
                <w:rtl/>
              </w:rPr>
              <w:br/>
              <w:t> </w:t>
            </w:r>
          </w:p>
        </w:tc>
        <w:tc>
          <w:tcPr>
            <w:tcW w:w="301" w:type="dxa"/>
          </w:tcPr>
          <w:p w:rsidR="009E1742" w:rsidRPr="00A72677" w:rsidRDefault="009E1742" w:rsidP="00A72677">
            <w:pPr>
              <w:pStyle w:val="libPoem"/>
              <w:rPr>
                <w:rtl/>
              </w:rPr>
            </w:pPr>
          </w:p>
        </w:tc>
        <w:tc>
          <w:tcPr>
            <w:tcW w:w="3884" w:type="dxa"/>
          </w:tcPr>
          <w:p w:rsidR="009E1742" w:rsidRPr="00A72677" w:rsidRDefault="009E1742" w:rsidP="00A72677">
            <w:pPr>
              <w:pStyle w:val="libPoem"/>
            </w:pPr>
            <w:r w:rsidRPr="00A72677">
              <w:rPr>
                <w:rtl/>
              </w:rPr>
              <w:t>وجهُ</w:t>
            </w:r>
            <w:r w:rsidR="004C00A8">
              <w:rPr>
                <w:rtl/>
              </w:rPr>
              <w:t xml:space="preserve"> </w:t>
            </w:r>
            <w:r w:rsidRPr="00A72677">
              <w:rPr>
                <w:rtl/>
              </w:rPr>
              <w:t>ا</w:t>
            </w:r>
            <w:r w:rsidR="00A72677" w:rsidRPr="00A72677">
              <w:rPr>
                <w:rtl/>
              </w:rPr>
              <w:t>لح</w:t>
            </w:r>
            <w:r w:rsidRPr="00A72677">
              <w:rPr>
                <w:rtl/>
              </w:rPr>
              <w:t xml:space="preserve">سودِ </w:t>
            </w:r>
            <w:r w:rsidR="00A72677" w:rsidRPr="00A72677">
              <w:rPr>
                <w:rtl/>
              </w:rPr>
              <w:t>حذ</w:t>
            </w:r>
            <w:r w:rsidRPr="00A72677">
              <w:rPr>
                <w:rtl/>
              </w:rPr>
              <w:t>اء</w:t>
            </w:r>
            <w:r w:rsidR="00677BC4">
              <w:rPr>
                <w:rtl/>
              </w:rPr>
              <w:t>َ</w:t>
            </w:r>
            <w:r w:rsidRPr="00A72677">
              <w:rPr>
                <w:rtl/>
              </w:rPr>
              <w:t>ها</w:t>
            </w:r>
            <w:r w:rsidRPr="00A72677">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A72677">
              <w:rPr>
                <w:rtl/>
              </w:rPr>
              <w:t>ناهيك</w:t>
            </w:r>
            <w:r w:rsidRPr="00A72677">
              <w:rPr>
                <w:rStyle w:val="libFootnotenumChar"/>
                <w:rtl/>
              </w:rPr>
              <w:t>(1)</w:t>
            </w:r>
            <w:r w:rsidRPr="00A72677">
              <w:rPr>
                <w:rtl/>
              </w:rPr>
              <w:t xml:space="preserve"> من قمرٍ على الـ</w:t>
            </w:r>
            <w:r w:rsidRPr="00A72677">
              <w:rPr>
                <w:rStyle w:val="libPoemTiniChar0"/>
                <w:rtl/>
              </w:rPr>
              <w:br/>
              <w:t> </w:t>
            </w:r>
          </w:p>
        </w:tc>
        <w:tc>
          <w:tcPr>
            <w:tcW w:w="301" w:type="dxa"/>
          </w:tcPr>
          <w:p w:rsidR="009E1742" w:rsidRPr="00A72677" w:rsidRDefault="009E1742" w:rsidP="00A72677">
            <w:pPr>
              <w:pStyle w:val="libPoem"/>
              <w:rPr>
                <w:rtl/>
              </w:rPr>
            </w:pPr>
          </w:p>
        </w:tc>
        <w:tc>
          <w:tcPr>
            <w:tcW w:w="3884" w:type="dxa"/>
          </w:tcPr>
          <w:p w:rsidR="009E1742" w:rsidRPr="00A72677" w:rsidRDefault="009E1742" w:rsidP="00A72677">
            <w:pPr>
              <w:pStyle w:val="libPoem"/>
            </w:pPr>
            <w:r w:rsidRPr="00A72677">
              <w:rPr>
                <w:rtl/>
              </w:rPr>
              <w:t>دن</w:t>
            </w:r>
            <w:r w:rsidR="00A72677" w:rsidRPr="00A72677">
              <w:rPr>
                <w:rtl/>
              </w:rPr>
              <w:t>يا</w:t>
            </w:r>
            <w:r w:rsidRPr="00A72677">
              <w:rPr>
                <w:rtl/>
              </w:rPr>
              <w:t xml:space="preserve"> أعاد </w:t>
            </w:r>
            <w:r w:rsidR="00A72677" w:rsidRPr="00A72677">
              <w:rPr>
                <w:rtl/>
              </w:rPr>
              <w:t>بها</w:t>
            </w:r>
            <w:r w:rsidRPr="00A72677">
              <w:rPr>
                <w:rtl/>
              </w:rPr>
              <w:t>ء</w:t>
            </w:r>
            <w:r w:rsidR="00677BC4">
              <w:rPr>
                <w:rtl/>
              </w:rPr>
              <w:t>َ</w:t>
            </w:r>
            <w:r w:rsidRPr="00A72677">
              <w:rPr>
                <w:rtl/>
              </w:rPr>
              <w:t>ها</w:t>
            </w:r>
            <w:r w:rsidRPr="00A72677">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A72677">
              <w:rPr>
                <w:rtl/>
              </w:rPr>
              <w:t>م</w:t>
            </w:r>
            <w:r w:rsidR="00A72677" w:rsidRPr="00A72677">
              <w:rPr>
                <w:rtl/>
              </w:rPr>
              <w:t>ِن</w:t>
            </w:r>
            <w:r w:rsidR="004C00A8">
              <w:rPr>
                <w:rtl/>
              </w:rPr>
              <w:t xml:space="preserve"> </w:t>
            </w:r>
            <w:r w:rsidR="00A72677" w:rsidRPr="00A72677">
              <w:rPr>
                <w:rtl/>
              </w:rPr>
              <w:t>بع</w:t>
            </w:r>
            <w:r w:rsidRPr="00A72677">
              <w:rPr>
                <w:rtl/>
              </w:rPr>
              <w:t xml:space="preserve">د </w:t>
            </w:r>
            <w:r w:rsidR="00A72677" w:rsidRPr="00A72677">
              <w:rPr>
                <w:rtl/>
              </w:rPr>
              <w:t>ما</w:t>
            </w:r>
            <w:r w:rsidRPr="00A72677">
              <w:rPr>
                <w:rtl/>
              </w:rPr>
              <w:t xml:space="preserve"> </w:t>
            </w:r>
            <w:r w:rsidR="00A72677" w:rsidRPr="00A72677">
              <w:rPr>
                <w:rtl/>
              </w:rPr>
              <w:t>لب</w:t>
            </w:r>
            <w:r w:rsidRPr="00A72677">
              <w:rPr>
                <w:rtl/>
              </w:rPr>
              <w:t>ست لفقـ</w:t>
            </w:r>
            <w:r w:rsidRPr="00A72677">
              <w:rPr>
                <w:rStyle w:val="libPoemTiniChar0"/>
                <w:rtl/>
              </w:rPr>
              <w:br/>
              <w:t> </w:t>
            </w:r>
          </w:p>
        </w:tc>
        <w:tc>
          <w:tcPr>
            <w:tcW w:w="301" w:type="dxa"/>
          </w:tcPr>
          <w:p w:rsidR="009E1742" w:rsidRPr="00A72677" w:rsidRDefault="009E1742" w:rsidP="00A72677">
            <w:pPr>
              <w:pStyle w:val="libPoem"/>
              <w:rPr>
                <w:rtl/>
              </w:rPr>
            </w:pPr>
          </w:p>
        </w:tc>
        <w:tc>
          <w:tcPr>
            <w:tcW w:w="3884" w:type="dxa"/>
          </w:tcPr>
          <w:p w:rsidR="009E1742" w:rsidRPr="00A72677" w:rsidRDefault="009E1742" w:rsidP="00A72677">
            <w:pPr>
              <w:pStyle w:val="libPoem"/>
            </w:pPr>
            <w:r w:rsidRPr="00A72677">
              <w:rPr>
                <w:rtl/>
              </w:rPr>
              <w:t xml:space="preserve">دِ </w:t>
            </w:r>
            <w:r w:rsidR="00A72677" w:rsidRPr="00A72677">
              <w:rPr>
                <w:rtl/>
              </w:rPr>
              <w:t>كر</w:t>
            </w:r>
            <w:r w:rsidRPr="00A72677">
              <w:rPr>
                <w:rtl/>
              </w:rPr>
              <w:t>ا</w:t>
            </w:r>
            <w:r w:rsidR="00A72677" w:rsidRPr="00A72677">
              <w:rPr>
                <w:rtl/>
              </w:rPr>
              <w:t>مها</w:t>
            </w:r>
            <w:r w:rsidRPr="00A72677">
              <w:rPr>
                <w:rtl/>
              </w:rPr>
              <w:t xml:space="preserve"> </w:t>
            </w:r>
            <w:r w:rsidR="00A72677" w:rsidRPr="00A72677">
              <w:rPr>
                <w:rtl/>
              </w:rPr>
              <w:t>ظلما</w:t>
            </w:r>
            <w:r w:rsidRPr="00A72677">
              <w:rPr>
                <w:rtl/>
              </w:rPr>
              <w:t>ء</w:t>
            </w:r>
            <w:r w:rsidR="00677BC4">
              <w:rPr>
                <w:rtl/>
              </w:rPr>
              <w:t>َ</w:t>
            </w:r>
            <w:r w:rsidRPr="00A72677">
              <w:rPr>
                <w:rtl/>
              </w:rPr>
              <w:t>ها</w:t>
            </w:r>
            <w:r w:rsidRPr="00A72677">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9647FC">
              <w:rPr>
                <w:rtl/>
              </w:rPr>
              <w:t>هو</w:t>
            </w:r>
            <w:r w:rsidR="004C00A8">
              <w:rPr>
                <w:rtl/>
              </w:rPr>
              <w:t xml:space="preserve"> </w:t>
            </w:r>
            <w:r w:rsidR="00A72677" w:rsidRPr="009647FC">
              <w:rPr>
                <w:rtl/>
              </w:rPr>
              <w:t>لل</w:t>
            </w:r>
            <w:r w:rsidRPr="009647FC">
              <w:rPr>
                <w:rtl/>
              </w:rPr>
              <w:t>زعامة</w:t>
            </w:r>
            <w:r>
              <w:rPr>
                <w:rtl/>
              </w:rPr>
              <w:t xml:space="preserve"> </w:t>
            </w:r>
            <w:r w:rsidRPr="009647FC">
              <w:rPr>
                <w:rtl/>
              </w:rPr>
              <w:t>(</w:t>
            </w:r>
            <w:r w:rsidR="00A72677" w:rsidRPr="009647FC">
              <w:rPr>
                <w:rtl/>
              </w:rPr>
              <w:t>صا</w:t>
            </w:r>
            <w:r w:rsidRPr="009647FC">
              <w:rPr>
                <w:rtl/>
              </w:rPr>
              <w:t>لحٌ)</w:t>
            </w:r>
            <w:r w:rsidRPr="00725071">
              <w:rPr>
                <w:rStyle w:val="libPoemTiniChar0"/>
                <w:rtl/>
              </w:rPr>
              <w:br/>
              <w:t> </w:t>
            </w:r>
          </w:p>
        </w:tc>
        <w:tc>
          <w:tcPr>
            <w:tcW w:w="301" w:type="dxa"/>
          </w:tcPr>
          <w:p w:rsidR="009E1742" w:rsidRDefault="009E1742" w:rsidP="00A72677">
            <w:pPr>
              <w:pStyle w:val="libPoem"/>
              <w:rPr>
                <w:rtl/>
              </w:rPr>
            </w:pPr>
          </w:p>
        </w:tc>
        <w:tc>
          <w:tcPr>
            <w:tcW w:w="3884" w:type="dxa"/>
          </w:tcPr>
          <w:p w:rsidR="009E1742" w:rsidRDefault="00A72677" w:rsidP="00A72677">
            <w:pPr>
              <w:pStyle w:val="libPoem"/>
            </w:pPr>
            <w:r w:rsidRPr="009647FC">
              <w:rPr>
                <w:rtl/>
              </w:rPr>
              <w:t>شرفا</w:t>
            </w:r>
            <w:r w:rsidR="009E1742" w:rsidRPr="009647FC">
              <w:rPr>
                <w:rtl/>
              </w:rPr>
              <w:t>ً</w:t>
            </w:r>
            <w:r w:rsidR="004C00A8">
              <w:rPr>
                <w:rtl/>
              </w:rPr>
              <w:t xml:space="preserve"> </w:t>
            </w:r>
            <w:r w:rsidR="009E1742" w:rsidRPr="009647FC">
              <w:rPr>
                <w:rtl/>
              </w:rPr>
              <w:t>رقى</w:t>
            </w:r>
            <w:r w:rsidR="009E1742">
              <w:rPr>
                <w:rtl/>
              </w:rPr>
              <w:t xml:space="preserve"> </w:t>
            </w:r>
            <w:r w:rsidRPr="009647FC">
              <w:rPr>
                <w:rtl/>
              </w:rPr>
              <w:t>عل</w:t>
            </w:r>
            <w:r w:rsidR="009E1742" w:rsidRPr="009647FC">
              <w:rPr>
                <w:rtl/>
              </w:rPr>
              <w:t>ياء</w:t>
            </w:r>
            <w:r w:rsidR="00677BC4">
              <w:rPr>
                <w:rtl/>
              </w:rPr>
              <w:t>َ</w:t>
            </w:r>
            <w:r w:rsidR="009E1742" w:rsidRPr="009647FC">
              <w:rPr>
                <w:rtl/>
              </w:rPr>
              <w:t>ها</w:t>
            </w:r>
            <w:r w:rsidR="009E1742" w:rsidRPr="00725071">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9647FC">
              <w:rPr>
                <w:rtl/>
              </w:rPr>
              <w:t>ما</w:t>
            </w:r>
            <w:r>
              <w:rPr>
                <w:rtl/>
              </w:rPr>
              <w:t xml:space="preserve"> </w:t>
            </w:r>
            <w:r w:rsidR="00A72677" w:rsidRPr="009647FC">
              <w:rPr>
                <w:rtl/>
              </w:rPr>
              <w:t>حيل</w:t>
            </w:r>
            <w:r w:rsidRPr="009647FC">
              <w:rPr>
                <w:rtl/>
              </w:rPr>
              <w:t>تي؟</w:t>
            </w:r>
            <w:r>
              <w:rPr>
                <w:rtl/>
              </w:rPr>
              <w:t xml:space="preserve"> </w:t>
            </w:r>
            <w:r w:rsidR="00A72677" w:rsidRPr="009647FC">
              <w:rPr>
                <w:rtl/>
              </w:rPr>
              <w:t>فل</w:t>
            </w:r>
            <w:r w:rsidRPr="009647FC">
              <w:rPr>
                <w:rtl/>
              </w:rPr>
              <w:t>ه</w:t>
            </w:r>
            <w:r>
              <w:rPr>
                <w:rtl/>
              </w:rPr>
              <w:t xml:space="preserve"> </w:t>
            </w:r>
            <w:r w:rsidR="00A72677" w:rsidRPr="009647FC">
              <w:rPr>
                <w:rtl/>
              </w:rPr>
              <w:t>من</w:t>
            </w:r>
            <w:r w:rsidRPr="009647FC">
              <w:rPr>
                <w:rtl/>
              </w:rPr>
              <w:t>ا</w:t>
            </w:r>
            <w:r w:rsidRPr="00725071">
              <w:rPr>
                <w:rStyle w:val="libPoemTiniChar0"/>
                <w:rtl/>
              </w:rPr>
              <w:br/>
              <w:t> </w:t>
            </w:r>
          </w:p>
        </w:tc>
        <w:tc>
          <w:tcPr>
            <w:tcW w:w="301" w:type="dxa"/>
          </w:tcPr>
          <w:p w:rsidR="009E1742" w:rsidRDefault="009E1742" w:rsidP="00A72677">
            <w:pPr>
              <w:pStyle w:val="libPoem"/>
              <w:rPr>
                <w:rtl/>
              </w:rPr>
            </w:pPr>
          </w:p>
        </w:tc>
        <w:tc>
          <w:tcPr>
            <w:tcW w:w="3884" w:type="dxa"/>
          </w:tcPr>
          <w:p w:rsidR="009E1742" w:rsidRDefault="009E1742" w:rsidP="00A72677">
            <w:pPr>
              <w:pStyle w:val="libPoem"/>
            </w:pPr>
            <w:r w:rsidRPr="009647FC">
              <w:rPr>
                <w:rtl/>
              </w:rPr>
              <w:t>قبُ</w:t>
            </w:r>
            <w:r w:rsidR="004C00A8">
              <w:rPr>
                <w:rtl/>
              </w:rPr>
              <w:t xml:space="preserve"> </w:t>
            </w:r>
            <w:r w:rsidRPr="009647FC">
              <w:rPr>
                <w:rtl/>
              </w:rPr>
              <w:t>أ</w:t>
            </w:r>
            <w:r w:rsidR="00A72677" w:rsidRPr="009647FC">
              <w:rPr>
                <w:rtl/>
              </w:rPr>
              <w:t>فح</w:t>
            </w:r>
            <w:r w:rsidRPr="009647FC">
              <w:rPr>
                <w:rtl/>
              </w:rPr>
              <w:t>مت</w:t>
            </w:r>
            <w:r>
              <w:rPr>
                <w:rtl/>
              </w:rPr>
              <w:t xml:space="preserve"> </w:t>
            </w:r>
            <w:r w:rsidR="00A72677" w:rsidRPr="009647FC">
              <w:rPr>
                <w:rtl/>
              </w:rPr>
              <w:t>شع</w:t>
            </w:r>
            <w:r w:rsidRPr="009647FC">
              <w:rPr>
                <w:rtl/>
              </w:rPr>
              <w:t>راء</w:t>
            </w:r>
            <w:r w:rsidR="00677BC4">
              <w:rPr>
                <w:rtl/>
              </w:rPr>
              <w:t>َ</w:t>
            </w:r>
            <w:r w:rsidRPr="009647FC">
              <w:rPr>
                <w:rtl/>
              </w:rPr>
              <w:t>ها</w:t>
            </w:r>
            <w:r w:rsidRPr="00725071">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9647FC">
              <w:rPr>
                <w:rtl/>
              </w:rPr>
              <w:t>لو</w:t>
            </w:r>
            <w:r>
              <w:rPr>
                <w:rtl/>
              </w:rPr>
              <w:t xml:space="preserve"> </w:t>
            </w:r>
            <w:r w:rsidRPr="009647FC">
              <w:rPr>
                <w:rtl/>
              </w:rPr>
              <w:t>ا</w:t>
            </w:r>
            <w:r w:rsidR="00A72677" w:rsidRPr="009647FC">
              <w:rPr>
                <w:rtl/>
              </w:rPr>
              <w:t>ستط</w:t>
            </w:r>
            <w:r w:rsidRPr="009647FC">
              <w:rPr>
                <w:rtl/>
              </w:rPr>
              <w:t>يع</w:t>
            </w:r>
            <w:r>
              <w:rPr>
                <w:rtl/>
              </w:rPr>
              <w:t xml:space="preserve"> </w:t>
            </w:r>
            <w:r w:rsidRPr="009647FC">
              <w:rPr>
                <w:rtl/>
              </w:rPr>
              <w:t>إذاً</w:t>
            </w:r>
            <w:r>
              <w:rPr>
                <w:rtl/>
              </w:rPr>
              <w:t xml:space="preserve"> </w:t>
            </w:r>
            <w:r w:rsidR="00A72677" w:rsidRPr="009647FC">
              <w:rPr>
                <w:rtl/>
              </w:rPr>
              <w:t>نظ</w:t>
            </w:r>
            <w:r w:rsidRPr="009647FC">
              <w:rPr>
                <w:rtl/>
              </w:rPr>
              <w:t>مـ</w:t>
            </w:r>
            <w:r w:rsidRPr="00725071">
              <w:rPr>
                <w:rStyle w:val="libPoemTiniChar0"/>
                <w:rtl/>
              </w:rPr>
              <w:br/>
              <w:t> </w:t>
            </w:r>
          </w:p>
        </w:tc>
        <w:tc>
          <w:tcPr>
            <w:tcW w:w="301" w:type="dxa"/>
          </w:tcPr>
          <w:p w:rsidR="009E1742" w:rsidRDefault="009E1742" w:rsidP="00A72677">
            <w:pPr>
              <w:pStyle w:val="libPoem"/>
              <w:rPr>
                <w:rtl/>
              </w:rPr>
            </w:pPr>
          </w:p>
        </w:tc>
        <w:tc>
          <w:tcPr>
            <w:tcW w:w="3884" w:type="dxa"/>
          </w:tcPr>
          <w:p w:rsidR="009E1742" w:rsidRDefault="009E1742" w:rsidP="00A72677">
            <w:pPr>
              <w:pStyle w:val="libPoem"/>
            </w:pPr>
            <w:r w:rsidRPr="009647FC">
              <w:rPr>
                <w:rtl/>
              </w:rPr>
              <w:t>تُ</w:t>
            </w:r>
            <w:r w:rsidR="004C00A8">
              <w:rPr>
                <w:rtl/>
              </w:rPr>
              <w:t xml:space="preserve"> </w:t>
            </w:r>
            <w:r w:rsidRPr="009647FC">
              <w:rPr>
                <w:rtl/>
              </w:rPr>
              <w:t>من</w:t>
            </w:r>
            <w:r>
              <w:rPr>
                <w:rtl/>
              </w:rPr>
              <w:t xml:space="preserve"> </w:t>
            </w:r>
            <w:r w:rsidRPr="009647FC">
              <w:rPr>
                <w:rtl/>
              </w:rPr>
              <w:t>ا</w:t>
            </w:r>
            <w:r w:rsidR="00A72677" w:rsidRPr="009647FC">
              <w:rPr>
                <w:rtl/>
              </w:rPr>
              <w:t>لن</w:t>
            </w:r>
            <w:r w:rsidRPr="009647FC">
              <w:rPr>
                <w:rtl/>
              </w:rPr>
              <w:t>جومِ</w:t>
            </w:r>
            <w:r>
              <w:rPr>
                <w:rtl/>
              </w:rPr>
              <w:t xml:space="preserve"> </w:t>
            </w:r>
            <w:r w:rsidR="00A72677" w:rsidRPr="009647FC">
              <w:rPr>
                <w:rtl/>
              </w:rPr>
              <w:t>ثن</w:t>
            </w:r>
            <w:r w:rsidRPr="009647FC">
              <w:rPr>
                <w:rtl/>
              </w:rPr>
              <w:t>اء</w:t>
            </w:r>
            <w:r w:rsidR="00677BC4">
              <w:rPr>
                <w:rtl/>
              </w:rPr>
              <w:t>َ</w:t>
            </w:r>
            <w:r w:rsidRPr="009647FC">
              <w:rPr>
                <w:rtl/>
              </w:rPr>
              <w:t>ها</w:t>
            </w:r>
            <w:r w:rsidRPr="00725071">
              <w:rPr>
                <w:rStyle w:val="libPoemTiniChar0"/>
                <w:rtl/>
              </w:rPr>
              <w:br/>
              <w:t> </w:t>
            </w:r>
          </w:p>
        </w:tc>
      </w:tr>
      <w:tr w:rsidR="009E1742" w:rsidRPr="00524A24" w:rsidTr="009E1742">
        <w:trPr>
          <w:trHeight w:val="350"/>
        </w:trPr>
        <w:tc>
          <w:tcPr>
            <w:tcW w:w="3902" w:type="dxa"/>
          </w:tcPr>
          <w:p w:rsidR="009E1742" w:rsidRPr="00524A24" w:rsidRDefault="00A72677" w:rsidP="00A72677">
            <w:pPr>
              <w:pStyle w:val="libPoem"/>
            </w:pPr>
            <w:r w:rsidRPr="00A72677">
              <w:rPr>
                <w:rtl/>
              </w:rPr>
              <w:t>فهو</w:t>
            </w:r>
            <w:r w:rsidR="009E1742" w:rsidRPr="00A72677">
              <w:rPr>
                <w:rtl/>
              </w:rPr>
              <w:t xml:space="preserve"> الذي </w:t>
            </w:r>
            <w:r w:rsidRPr="00A72677">
              <w:rPr>
                <w:rtl/>
              </w:rPr>
              <w:t>في</w:t>
            </w:r>
            <w:r w:rsidR="009E1742" w:rsidRPr="00A72677">
              <w:rPr>
                <w:rtl/>
              </w:rPr>
              <w:t xml:space="preserve"> </w:t>
            </w:r>
            <w:r w:rsidRPr="00A72677">
              <w:rPr>
                <w:rtl/>
              </w:rPr>
              <w:t>ظل</w:t>
            </w:r>
            <w:r w:rsidR="009E1742" w:rsidRPr="00A72677">
              <w:rPr>
                <w:rtl/>
              </w:rPr>
              <w:t>ّه</w:t>
            </w:r>
            <w:r w:rsidR="009E1742" w:rsidRPr="00A72677">
              <w:rPr>
                <w:rStyle w:val="libPoemTiniChar0"/>
                <w:rtl/>
              </w:rPr>
              <w:br/>
              <w:t> </w:t>
            </w:r>
          </w:p>
        </w:tc>
        <w:tc>
          <w:tcPr>
            <w:tcW w:w="301" w:type="dxa"/>
          </w:tcPr>
          <w:p w:rsidR="009E1742" w:rsidRPr="00A72677" w:rsidRDefault="009E1742" w:rsidP="00A72677">
            <w:pPr>
              <w:pStyle w:val="libPoem"/>
              <w:rPr>
                <w:rtl/>
              </w:rPr>
            </w:pPr>
          </w:p>
        </w:tc>
        <w:tc>
          <w:tcPr>
            <w:tcW w:w="3884" w:type="dxa"/>
          </w:tcPr>
          <w:p w:rsidR="009E1742" w:rsidRPr="00A72677" w:rsidRDefault="009E1742" w:rsidP="00A72677">
            <w:pPr>
              <w:pStyle w:val="libPoem"/>
            </w:pPr>
            <w:r w:rsidRPr="00A72677">
              <w:rPr>
                <w:rtl/>
              </w:rPr>
              <w:t>رأت الورى استذراء</w:t>
            </w:r>
            <w:r w:rsidR="00677BC4">
              <w:rPr>
                <w:rtl/>
              </w:rPr>
              <w:t>َ</w:t>
            </w:r>
            <w:r w:rsidRPr="00A72677">
              <w:rPr>
                <w:rtl/>
              </w:rPr>
              <w:t>ها</w:t>
            </w:r>
            <w:r w:rsidRPr="00A72677">
              <w:rPr>
                <w:rStyle w:val="libFootnotenumChar"/>
                <w:rtl/>
              </w:rPr>
              <w:t>(2)</w:t>
            </w:r>
            <w:r w:rsidRPr="00A72677">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A72677">
              <w:rPr>
                <w:rtl/>
              </w:rPr>
              <w:t>وا</w:t>
            </w:r>
            <w:r w:rsidR="00A72677" w:rsidRPr="00A72677">
              <w:rPr>
                <w:rtl/>
              </w:rPr>
              <w:t>ستد</w:t>
            </w:r>
            <w:r w:rsidRPr="00A72677">
              <w:rPr>
                <w:rtl/>
              </w:rPr>
              <w:t xml:space="preserve">فعتْ </w:t>
            </w:r>
            <w:r w:rsidR="00A72677" w:rsidRPr="00A72677">
              <w:rPr>
                <w:rtl/>
              </w:rPr>
              <w:t>فيه</w:t>
            </w:r>
            <w:r w:rsidRPr="00A72677">
              <w:rPr>
                <w:rtl/>
              </w:rPr>
              <w:t xml:space="preserve"> </w:t>
            </w:r>
            <w:r w:rsidR="00A72677" w:rsidRPr="00A72677">
              <w:rPr>
                <w:rtl/>
              </w:rPr>
              <w:t>عل</w:t>
            </w:r>
            <w:r w:rsidRPr="00A72677">
              <w:rPr>
                <w:rtl/>
              </w:rPr>
              <w:t>ى</w:t>
            </w:r>
            <w:r w:rsidRPr="00A72677">
              <w:rPr>
                <w:rStyle w:val="libPoemTiniChar0"/>
                <w:rtl/>
              </w:rPr>
              <w:br/>
              <w:t> </w:t>
            </w:r>
          </w:p>
        </w:tc>
        <w:tc>
          <w:tcPr>
            <w:tcW w:w="301" w:type="dxa"/>
          </w:tcPr>
          <w:p w:rsidR="009E1742" w:rsidRPr="00A72677" w:rsidRDefault="009E1742" w:rsidP="00A72677">
            <w:pPr>
              <w:pStyle w:val="libPoem"/>
              <w:rPr>
                <w:rtl/>
              </w:rPr>
            </w:pPr>
          </w:p>
        </w:tc>
        <w:tc>
          <w:tcPr>
            <w:tcW w:w="3884" w:type="dxa"/>
          </w:tcPr>
          <w:p w:rsidR="009E1742" w:rsidRPr="00A72677" w:rsidRDefault="009E1742" w:rsidP="00A72677">
            <w:pPr>
              <w:pStyle w:val="libPoem"/>
            </w:pPr>
            <w:r w:rsidRPr="00A72677">
              <w:rPr>
                <w:rtl/>
              </w:rPr>
              <w:t>أن لا م</w:t>
            </w:r>
            <w:r w:rsidR="00A72677" w:rsidRPr="00A72677">
              <w:rPr>
                <w:rtl/>
              </w:rPr>
              <w:t>ُغيث</w:t>
            </w:r>
            <w:r w:rsidR="00677BC4">
              <w:rPr>
                <w:rtl/>
              </w:rPr>
              <w:t>َ</w:t>
            </w:r>
            <w:r w:rsidRPr="00A72677">
              <w:rPr>
                <w:rtl/>
              </w:rPr>
              <w:t xml:space="preserve"> </w:t>
            </w:r>
            <w:r w:rsidR="00A72677" w:rsidRPr="00A72677">
              <w:rPr>
                <w:rtl/>
              </w:rPr>
              <w:t>بل</w:t>
            </w:r>
            <w:r w:rsidRPr="00A72677">
              <w:rPr>
                <w:rtl/>
              </w:rPr>
              <w:t>اء</w:t>
            </w:r>
            <w:r w:rsidR="00677BC4">
              <w:rPr>
                <w:rtl/>
              </w:rPr>
              <w:t>َ</w:t>
            </w:r>
            <w:r w:rsidR="00A72677" w:rsidRPr="00A72677">
              <w:rPr>
                <w:rtl/>
              </w:rPr>
              <w:t>ها</w:t>
            </w:r>
            <w:r w:rsidRPr="00A72677">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A72677">
              <w:rPr>
                <w:rtl/>
              </w:rPr>
              <w:t>واس</w:t>
            </w:r>
            <w:r w:rsidR="00A72677" w:rsidRPr="00A72677">
              <w:rPr>
                <w:rtl/>
              </w:rPr>
              <w:t>تك</w:t>
            </w:r>
            <w:r w:rsidRPr="00A72677">
              <w:rPr>
                <w:rtl/>
              </w:rPr>
              <w:t xml:space="preserve">شفت </w:t>
            </w:r>
            <w:r w:rsidR="00A72677" w:rsidRPr="00A72677">
              <w:rPr>
                <w:rtl/>
              </w:rPr>
              <w:t>عن</w:t>
            </w:r>
            <w:r w:rsidRPr="00A72677">
              <w:rPr>
                <w:rtl/>
              </w:rPr>
              <w:t xml:space="preserve">ها </w:t>
            </w:r>
            <w:r w:rsidR="00A72677" w:rsidRPr="00A72677">
              <w:rPr>
                <w:rtl/>
              </w:rPr>
              <w:t>بو</w:t>
            </w:r>
            <w:r w:rsidRPr="00A72677">
              <w:rPr>
                <w:rtl/>
              </w:rPr>
              <w:t>جـ</w:t>
            </w:r>
            <w:r w:rsidRPr="00A72677">
              <w:rPr>
                <w:rStyle w:val="libPoemTiniChar0"/>
                <w:rtl/>
              </w:rPr>
              <w:br/>
              <w:t> </w:t>
            </w:r>
          </w:p>
        </w:tc>
        <w:tc>
          <w:tcPr>
            <w:tcW w:w="301" w:type="dxa"/>
          </w:tcPr>
          <w:p w:rsidR="009E1742" w:rsidRPr="00A72677" w:rsidRDefault="009E1742" w:rsidP="00A72677">
            <w:pPr>
              <w:pStyle w:val="libPoem"/>
              <w:rPr>
                <w:rtl/>
              </w:rPr>
            </w:pPr>
          </w:p>
        </w:tc>
        <w:tc>
          <w:tcPr>
            <w:tcW w:w="3884" w:type="dxa"/>
          </w:tcPr>
          <w:p w:rsidR="009E1742" w:rsidRPr="00A72677" w:rsidRDefault="009E1742" w:rsidP="00A72677">
            <w:pPr>
              <w:pStyle w:val="libPoem"/>
            </w:pPr>
            <w:r w:rsidRPr="00A72677">
              <w:rPr>
                <w:rtl/>
              </w:rPr>
              <w:t>ـه (</w:t>
            </w:r>
            <w:r w:rsidR="00A72677" w:rsidRPr="00A72677">
              <w:rPr>
                <w:rtl/>
              </w:rPr>
              <w:t>محمد</w:t>
            </w:r>
            <w:r w:rsidRPr="00A72677">
              <w:rPr>
                <w:rtl/>
              </w:rPr>
              <w:t xml:space="preserve">ٍ) </w:t>
            </w:r>
            <w:r w:rsidR="00A72677" w:rsidRPr="00A72677">
              <w:rPr>
                <w:rtl/>
              </w:rPr>
              <w:t>غمّا</w:t>
            </w:r>
            <w:r w:rsidRPr="00A72677">
              <w:rPr>
                <w:rtl/>
              </w:rPr>
              <w:t>ء</w:t>
            </w:r>
            <w:r w:rsidR="00677BC4">
              <w:rPr>
                <w:rtl/>
              </w:rPr>
              <w:t>َ</w:t>
            </w:r>
            <w:r w:rsidRPr="00A72677">
              <w:rPr>
                <w:rtl/>
              </w:rPr>
              <w:t>ها</w:t>
            </w:r>
            <w:r w:rsidRPr="00A72677">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9647FC">
              <w:rPr>
                <w:rtl/>
              </w:rPr>
              <w:t>و</w:t>
            </w:r>
            <w:r w:rsidR="00A72677" w:rsidRPr="009647FC">
              <w:rPr>
                <w:rtl/>
              </w:rPr>
              <w:t>عيونه</w:t>
            </w:r>
            <w:r w:rsidRPr="009647FC">
              <w:rPr>
                <w:rtl/>
              </w:rPr>
              <w:t>ا</w:t>
            </w:r>
            <w:r w:rsidR="004C00A8">
              <w:rPr>
                <w:rtl/>
              </w:rPr>
              <w:t xml:space="preserve"> </w:t>
            </w:r>
            <w:r w:rsidRPr="009647FC">
              <w:rPr>
                <w:rtl/>
              </w:rPr>
              <w:t>(</w:t>
            </w:r>
            <w:r w:rsidR="00A72677" w:rsidRPr="009647FC">
              <w:rPr>
                <w:rtl/>
              </w:rPr>
              <w:t>بحس</w:t>
            </w:r>
            <w:r w:rsidRPr="009647FC">
              <w:rPr>
                <w:rtl/>
              </w:rPr>
              <w:t>ينها)</w:t>
            </w:r>
            <w:r w:rsidRPr="00725071">
              <w:rPr>
                <w:rStyle w:val="libPoemTiniChar0"/>
                <w:rtl/>
              </w:rPr>
              <w:br/>
              <w:t> </w:t>
            </w:r>
          </w:p>
        </w:tc>
        <w:tc>
          <w:tcPr>
            <w:tcW w:w="301" w:type="dxa"/>
          </w:tcPr>
          <w:p w:rsidR="009E1742" w:rsidRDefault="009E1742" w:rsidP="00A72677">
            <w:pPr>
              <w:pStyle w:val="libPoem"/>
              <w:rPr>
                <w:rtl/>
              </w:rPr>
            </w:pPr>
          </w:p>
        </w:tc>
        <w:tc>
          <w:tcPr>
            <w:tcW w:w="3884" w:type="dxa"/>
          </w:tcPr>
          <w:p w:rsidR="009E1742" w:rsidRDefault="009E1742" w:rsidP="00A72677">
            <w:pPr>
              <w:pStyle w:val="libPoem"/>
            </w:pPr>
            <w:r w:rsidRPr="009647FC">
              <w:rPr>
                <w:rtl/>
              </w:rPr>
              <w:t>ر</w:t>
            </w:r>
            <w:r w:rsidR="00A72677" w:rsidRPr="009647FC">
              <w:rPr>
                <w:rtl/>
              </w:rPr>
              <w:t>مقت</w:t>
            </w:r>
            <w:r w:rsidRPr="009647FC">
              <w:rPr>
                <w:rtl/>
              </w:rPr>
              <w:t>ْ</w:t>
            </w:r>
            <w:r w:rsidR="004C00A8">
              <w:rPr>
                <w:rtl/>
              </w:rPr>
              <w:t xml:space="preserve"> </w:t>
            </w:r>
            <w:r w:rsidRPr="009647FC">
              <w:rPr>
                <w:rtl/>
              </w:rPr>
              <w:t>و</w:t>
            </w:r>
            <w:r w:rsidR="00A72677" w:rsidRPr="009647FC">
              <w:rPr>
                <w:rtl/>
              </w:rPr>
              <w:t>كا</w:t>
            </w:r>
            <w:r w:rsidRPr="009647FC">
              <w:rPr>
                <w:rtl/>
              </w:rPr>
              <w:t>ن</w:t>
            </w:r>
            <w:r w:rsidR="00677BC4">
              <w:rPr>
                <w:rtl/>
              </w:rPr>
              <w:t>َ</w:t>
            </w:r>
            <w:r>
              <w:rPr>
                <w:rtl/>
              </w:rPr>
              <w:t xml:space="preserve"> </w:t>
            </w:r>
            <w:r w:rsidR="00A72677" w:rsidRPr="009647FC">
              <w:rPr>
                <w:rtl/>
              </w:rPr>
              <w:t>ضي</w:t>
            </w:r>
            <w:r w:rsidRPr="009647FC">
              <w:rPr>
                <w:rtl/>
              </w:rPr>
              <w:t>اء</w:t>
            </w:r>
            <w:r w:rsidR="00677BC4">
              <w:rPr>
                <w:rtl/>
              </w:rPr>
              <w:t>َ</w:t>
            </w:r>
            <w:r w:rsidRPr="009647FC">
              <w:rPr>
                <w:rtl/>
              </w:rPr>
              <w:t>ها</w:t>
            </w:r>
            <w:r w:rsidRPr="00725071">
              <w:rPr>
                <w:rStyle w:val="libPoemTiniChar0"/>
                <w:rtl/>
              </w:rPr>
              <w:br/>
              <w:t> </w:t>
            </w:r>
          </w:p>
        </w:tc>
      </w:tr>
      <w:tr w:rsidR="009E1742" w:rsidRPr="00524A24" w:rsidTr="009E1742">
        <w:trPr>
          <w:trHeight w:val="350"/>
        </w:trPr>
        <w:tc>
          <w:tcPr>
            <w:tcW w:w="3902" w:type="dxa"/>
          </w:tcPr>
          <w:p w:rsidR="009E1742" w:rsidRPr="00524A24" w:rsidRDefault="00A72677" w:rsidP="00A72677">
            <w:pPr>
              <w:pStyle w:val="libPoem"/>
            </w:pPr>
            <w:r w:rsidRPr="009647FC">
              <w:rPr>
                <w:rtl/>
              </w:rPr>
              <w:t>بي</w:t>
            </w:r>
            <w:r w:rsidR="009E1742" w:rsidRPr="009647FC">
              <w:rPr>
                <w:rtl/>
              </w:rPr>
              <w:t>ضُ</w:t>
            </w:r>
            <w:r w:rsidR="004C00A8">
              <w:rPr>
                <w:rtl/>
              </w:rPr>
              <w:t xml:space="preserve"> </w:t>
            </w:r>
            <w:r w:rsidR="009E1742" w:rsidRPr="009647FC">
              <w:rPr>
                <w:rtl/>
              </w:rPr>
              <w:t>ا</w:t>
            </w:r>
            <w:r w:rsidRPr="009647FC">
              <w:rPr>
                <w:rtl/>
              </w:rPr>
              <w:t>لو</w:t>
            </w:r>
            <w:r w:rsidR="009E1742" w:rsidRPr="009647FC">
              <w:rPr>
                <w:rtl/>
              </w:rPr>
              <w:t>جوهِ</w:t>
            </w:r>
            <w:r w:rsidR="009E1742">
              <w:rPr>
                <w:rtl/>
              </w:rPr>
              <w:t xml:space="preserve"> </w:t>
            </w:r>
            <w:r w:rsidRPr="009647FC">
              <w:rPr>
                <w:rtl/>
              </w:rPr>
              <w:t>غط</w:t>
            </w:r>
            <w:r w:rsidR="009E1742" w:rsidRPr="009647FC">
              <w:rPr>
                <w:rtl/>
              </w:rPr>
              <w:t>ارفٌ</w:t>
            </w:r>
            <w:r w:rsidR="009E1742" w:rsidRPr="00725071">
              <w:rPr>
                <w:rStyle w:val="libPoemTiniChar0"/>
                <w:rtl/>
              </w:rPr>
              <w:br/>
              <w:t> </w:t>
            </w:r>
          </w:p>
        </w:tc>
        <w:tc>
          <w:tcPr>
            <w:tcW w:w="301" w:type="dxa"/>
          </w:tcPr>
          <w:p w:rsidR="009E1742" w:rsidRDefault="009E1742" w:rsidP="00A72677">
            <w:pPr>
              <w:pStyle w:val="libPoem"/>
              <w:rPr>
                <w:rtl/>
              </w:rPr>
            </w:pPr>
          </w:p>
        </w:tc>
        <w:tc>
          <w:tcPr>
            <w:tcW w:w="3884" w:type="dxa"/>
          </w:tcPr>
          <w:p w:rsidR="009E1742" w:rsidRDefault="00A72677" w:rsidP="00A72677">
            <w:pPr>
              <w:pStyle w:val="libPoem"/>
            </w:pPr>
            <w:r w:rsidRPr="009647FC">
              <w:rPr>
                <w:rtl/>
              </w:rPr>
              <w:t>نسج</w:t>
            </w:r>
            <w:r w:rsidR="00677BC4">
              <w:rPr>
                <w:rtl/>
              </w:rPr>
              <w:t>َ</w:t>
            </w:r>
            <w:r w:rsidR="009E1742">
              <w:rPr>
                <w:rtl/>
              </w:rPr>
              <w:t xml:space="preserve"> </w:t>
            </w:r>
            <w:r w:rsidR="009E1742" w:rsidRPr="009647FC">
              <w:rPr>
                <w:rtl/>
              </w:rPr>
              <w:t>ا</w:t>
            </w:r>
            <w:r w:rsidRPr="009647FC">
              <w:rPr>
                <w:rtl/>
              </w:rPr>
              <w:t>لفخ</w:t>
            </w:r>
            <w:r w:rsidR="009E1742" w:rsidRPr="009647FC">
              <w:rPr>
                <w:rtl/>
              </w:rPr>
              <w:t>ارُ</w:t>
            </w:r>
            <w:r w:rsidR="009E1742">
              <w:rPr>
                <w:rtl/>
              </w:rPr>
              <w:t xml:space="preserve"> </w:t>
            </w:r>
            <w:r w:rsidR="009E1742" w:rsidRPr="009647FC">
              <w:rPr>
                <w:rtl/>
              </w:rPr>
              <w:t>رداء</w:t>
            </w:r>
            <w:r w:rsidR="00677BC4">
              <w:rPr>
                <w:rtl/>
              </w:rPr>
              <w:t>َ</w:t>
            </w:r>
            <w:r w:rsidRPr="009647FC">
              <w:rPr>
                <w:rtl/>
              </w:rPr>
              <w:t>ها</w:t>
            </w:r>
            <w:r w:rsidR="009E1742" w:rsidRPr="00725071">
              <w:rPr>
                <w:rStyle w:val="libPoemTiniChar0"/>
                <w:rtl/>
              </w:rPr>
              <w:br/>
              <w:t> </w:t>
            </w:r>
          </w:p>
        </w:tc>
      </w:tr>
      <w:tr w:rsidR="009E1742" w:rsidRPr="00524A24" w:rsidTr="009E1742">
        <w:trPr>
          <w:trHeight w:val="350"/>
        </w:trPr>
        <w:tc>
          <w:tcPr>
            <w:tcW w:w="3902" w:type="dxa"/>
          </w:tcPr>
          <w:p w:rsidR="009E1742" w:rsidRPr="00524A24" w:rsidRDefault="009E1742" w:rsidP="00A72677">
            <w:pPr>
              <w:pStyle w:val="libPoem"/>
            </w:pPr>
            <w:r w:rsidRPr="009647FC">
              <w:rPr>
                <w:rtl/>
              </w:rPr>
              <w:t>في</w:t>
            </w:r>
            <w:r w:rsidR="004C00A8">
              <w:rPr>
                <w:rtl/>
              </w:rPr>
              <w:t xml:space="preserve"> </w:t>
            </w:r>
            <w:r w:rsidRPr="009647FC">
              <w:rPr>
                <w:rtl/>
              </w:rPr>
              <w:t>ا</w:t>
            </w:r>
            <w:r w:rsidR="00A72677" w:rsidRPr="009647FC">
              <w:rPr>
                <w:rtl/>
              </w:rPr>
              <w:t>لش</w:t>
            </w:r>
            <w:r w:rsidRPr="009647FC">
              <w:rPr>
                <w:rtl/>
              </w:rPr>
              <w:t>توة</w:t>
            </w:r>
            <w:r>
              <w:rPr>
                <w:rtl/>
              </w:rPr>
              <w:t xml:space="preserve"> </w:t>
            </w:r>
            <w:r w:rsidRPr="009647FC">
              <w:rPr>
                <w:rtl/>
              </w:rPr>
              <w:t>ا</w:t>
            </w:r>
            <w:r w:rsidR="00A72677" w:rsidRPr="009647FC">
              <w:rPr>
                <w:rtl/>
              </w:rPr>
              <w:t>لغ</w:t>
            </w:r>
            <w:r w:rsidRPr="009647FC">
              <w:rPr>
                <w:rtl/>
              </w:rPr>
              <w:t>براء</w:t>
            </w:r>
            <w:r>
              <w:rPr>
                <w:rtl/>
              </w:rPr>
              <w:t xml:space="preserve"> </w:t>
            </w:r>
            <w:r w:rsidRPr="009647FC">
              <w:rPr>
                <w:rtl/>
              </w:rPr>
              <w:t>لا</w:t>
            </w:r>
            <w:r w:rsidRPr="00725071">
              <w:rPr>
                <w:rStyle w:val="libPoemTiniChar0"/>
                <w:rtl/>
              </w:rPr>
              <w:br/>
              <w:t> </w:t>
            </w:r>
          </w:p>
        </w:tc>
        <w:tc>
          <w:tcPr>
            <w:tcW w:w="301" w:type="dxa"/>
          </w:tcPr>
          <w:p w:rsidR="009E1742" w:rsidRDefault="009E1742" w:rsidP="00A72677">
            <w:pPr>
              <w:pStyle w:val="libPoem"/>
              <w:rPr>
                <w:rtl/>
              </w:rPr>
            </w:pPr>
          </w:p>
        </w:tc>
        <w:tc>
          <w:tcPr>
            <w:tcW w:w="3884" w:type="dxa"/>
          </w:tcPr>
          <w:p w:rsidR="009E1742" w:rsidRDefault="00A72677" w:rsidP="00A72677">
            <w:pPr>
              <w:pStyle w:val="libPoem"/>
            </w:pPr>
            <w:r w:rsidRPr="009647FC">
              <w:rPr>
                <w:rtl/>
              </w:rPr>
              <w:t>تغن</w:t>
            </w:r>
            <w:r w:rsidR="009E1742" w:rsidRPr="009647FC">
              <w:rPr>
                <w:rtl/>
              </w:rPr>
              <w:t>ي</w:t>
            </w:r>
            <w:r w:rsidR="009E1742">
              <w:rPr>
                <w:rtl/>
              </w:rPr>
              <w:t xml:space="preserve"> </w:t>
            </w:r>
            <w:r w:rsidR="009E1742" w:rsidRPr="009647FC">
              <w:rPr>
                <w:rtl/>
              </w:rPr>
              <w:t>ا</w:t>
            </w:r>
            <w:r w:rsidRPr="009647FC">
              <w:rPr>
                <w:rtl/>
              </w:rPr>
              <w:t>لكر</w:t>
            </w:r>
            <w:r w:rsidR="009E1742" w:rsidRPr="009647FC">
              <w:rPr>
                <w:rtl/>
              </w:rPr>
              <w:t>امُ</w:t>
            </w:r>
            <w:r w:rsidR="009E1742">
              <w:rPr>
                <w:rtl/>
              </w:rPr>
              <w:t xml:space="preserve"> </w:t>
            </w:r>
            <w:r w:rsidRPr="009647FC">
              <w:rPr>
                <w:rtl/>
              </w:rPr>
              <w:t>غن</w:t>
            </w:r>
            <w:r w:rsidR="009E1742" w:rsidRPr="009647FC">
              <w:rPr>
                <w:rtl/>
              </w:rPr>
              <w:t>اء</w:t>
            </w:r>
            <w:r w:rsidR="00677BC4">
              <w:rPr>
                <w:rtl/>
              </w:rPr>
              <w:t>َ</w:t>
            </w:r>
            <w:r w:rsidR="009E1742" w:rsidRPr="009647FC">
              <w:rPr>
                <w:rtl/>
              </w:rPr>
              <w:t>ها</w:t>
            </w:r>
            <w:r w:rsidR="009E1742" w:rsidRPr="00725071">
              <w:rPr>
                <w:rStyle w:val="libPoemTiniChar0"/>
                <w:rtl/>
              </w:rPr>
              <w:br/>
              <w:t> </w:t>
            </w:r>
          </w:p>
        </w:tc>
      </w:tr>
      <w:tr w:rsidR="009E1742" w:rsidRPr="00524A24" w:rsidTr="009E1742">
        <w:trPr>
          <w:trHeight w:val="350"/>
        </w:trPr>
        <w:tc>
          <w:tcPr>
            <w:tcW w:w="3902" w:type="dxa"/>
          </w:tcPr>
          <w:p w:rsidR="009E1742" w:rsidRPr="00524A24" w:rsidRDefault="00A72677" w:rsidP="00A72677">
            <w:pPr>
              <w:pStyle w:val="libPoem"/>
            </w:pPr>
            <w:r w:rsidRPr="009647FC">
              <w:rPr>
                <w:rtl/>
              </w:rPr>
              <w:t>من</w:t>
            </w:r>
            <w:r w:rsidR="004C00A8">
              <w:rPr>
                <w:rtl/>
              </w:rPr>
              <w:t xml:space="preserve"> </w:t>
            </w:r>
            <w:r w:rsidR="009E1742" w:rsidRPr="009647FC">
              <w:rPr>
                <w:rtl/>
              </w:rPr>
              <w:t>دو</w:t>
            </w:r>
            <w:r w:rsidRPr="009647FC">
              <w:rPr>
                <w:rtl/>
              </w:rPr>
              <w:t>حة</w:t>
            </w:r>
            <w:r w:rsidR="009E1742" w:rsidRPr="009647FC">
              <w:rPr>
                <w:rtl/>
              </w:rPr>
              <w:t>ٍ</w:t>
            </w:r>
            <w:r w:rsidR="009E1742">
              <w:rPr>
                <w:rtl/>
              </w:rPr>
              <w:t xml:space="preserve"> </w:t>
            </w:r>
            <w:r w:rsidR="009E1742" w:rsidRPr="009647FC">
              <w:rPr>
                <w:rtl/>
              </w:rPr>
              <w:t>و</w:t>
            </w:r>
            <w:r w:rsidRPr="009647FC">
              <w:rPr>
                <w:rtl/>
              </w:rPr>
              <w:t>جد</w:t>
            </w:r>
            <w:r w:rsidR="009E1742" w:rsidRPr="009647FC">
              <w:rPr>
                <w:rtl/>
              </w:rPr>
              <w:t>تْ</w:t>
            </w:r>
            <w:r w:rsidR="009E1742">
              <w:rPr>
                <w:rtl/>
              </w:rPr>
              <w:t xml:space="preserve"> </w:t>
            </w:r>
            <w:r w:rsidRPr="009647FC">
              <w:rPr>
                <w:rtl/>
              </w:rPr>
              <w:t>بم</w:t>
            </w:r>
            <w:r w:rsidR="009E1742" w:rsidRPr="009647FC">
              <w:rPr>
                <w:rtl/>
              </w:rPr>
              <w:t>ا</w:t>
            </w:r>
            <w:r w:rsidR="009E1742" w:rsidRPr="00725071">
              <w:rPr>
                <w:rStyle w:val="libPoemTiniChar0"/>
                <w:rtl/>
              </w:rPr>
              <w:br/>
              <w:t> </w:t>
            </w:r>
          </w:p>
        </w:tc>
        <w:tc>
          <w:tcPr>
            <w:tcW w:w="301" w:type="dxa"/>
          </w:tcPr>
          <w:p w:rsidR="009E1742" w:rsidRDefault="009E1742" w:rsidP="00A72677">
            <w:pPr>
              <w:pStyle w:val="libPoem"/>
              <w:rPr>
                <w:rtl/>
              </w:rPr>
            </w:pPr>
          </w:p>
        </w:tc>
        <w:tc>
          <w:tcPr>
            <w:tcW w:w="3884" w:type="dxa"/>
          </w:tcPr>
          <w:p w:rsidR="009E1742" w:rsidRPr="00524A24" w:rsidRDefault="009E1742" w:rsidP="00A72677">
            <w:pPr>
              <w:pStyle w:val="libPoem"/>
            </w:pPr>
            <w:r w:rsidRPr="009647FC">
              <w:rPr>
                <w:rtl/>
              </w:rPr>
              <w:t>ءِ ا</w:t>
            </w:r>
            <w:r w:rsidR="00A72677" w:rsidRPr="009647FC">
              <w:rPr>
                <w:rtl/>
              </w:rPr>
              <w:t>لمك</w:t>
            </w:r>
            <w:r w:rsidRPr="009647FC">
              <w:rPr>
                <w:rtl/>
              </w:rPr>
              <w:t>رمات</w:t>
            </w:r>
            <w:r>
              <w:rPr>
                <w:rtl/>
              </w:rPr>
              <w:t xml:space="preserve"> </w:t>
            </w:r>
            <w:r w:rsidRPr="009647FC">
              <w:rPr>
                <w:rtl/>
              </w:rPr>
              <w:t>رواء</w:t>
            </w:r>
            <w:r w:rsidR="00677BC4">
              <w:rPr>
                <w:rtl/>
              </w:rPr>
              <w:t>َ</w:t>
            </w:r>
            <w:r w:rsidR="00A72677" w:rsidRPr="009647FC">
              <w:rPr>
                <w:rtl/>
              </w:rPr>
              <w:t>ها</w:t>
            </w:r>
            <w:r w:rsidRPr="004E7EC6">
              <w:rPr>
                <w:rStyle w:val="libFootnotenumChar"/>
                <w:rtl/>
              </w:rPr>
              <w:t>(3)</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ناهيك</w:t>
      </w:r>
      <w:r w:rsidR="00D769AB">
        <w:rPr>
          <w:rtl/>
        </w:rPr>
        <w:t>:</w:t>
      </w:r>
      <w:r w:rsidRPr="009647FC">
        <w:rPr>
          <w:rtl/>
        </w:rPr>
        <w:t xml:space="preserve"> كلمة تعجّب تستعمل في المدح العالي</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الاستذراء</w:t>
      </w:r>
      <w:r w:rsidR="00D769AB">
        <w:rPr>
          <w:rtl/>
        </w:rPr>
        <w:t>:</w:t>
      </w:r>
      <w:r w:rsidRPr="009647FC">
        <w:rPr>
          <w:rtl/>
        </w:rPr>
        <w:t xml:space="preserve"> الاستظلال</w:t>
      </w:r>
      <w:r w:rsidR="00D769AB">
        <w:rPr>
          <w:rtl/>
        </w:rPr>
        <w:t>،</w:t>
      </w:r>
      <w:r w:rsidRPr="009647FC">
        <w:rPr>
          <w:rtl/>
        </w:rPr>
        <w:t xml:space="preserve"> الالتجاء</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الديوان المطبوع</w:t>
      </w:r>
      <w:r w:rsidR="00D769AB">
        <w:rPr>
          <w:rtl/>
        </w:rPr>
        <w:t>:</w:t>
      </w:r>
      <w:r w:rsidRPr="009647FC">
        <w:rPr>
          <w:rtl/>
        </w:rPr>
        <w:t xml:space="preserve"> نماء</w:t>
      </w:r>
      <w:r w:rsidR="00677BC4">
        <w:rPr>
          <w:rtl/>
        </w:rPr>
        <w:t>َ</w:t>
      </w:r>
      <w:r w:rsidRPr="009647FC">
        <w:rPr>
          <w:rtl/>
        </w:rPr>
        <w:t>ها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81644" w:rsidRPr="00524A24" w:rsidTr="00E81644">
        <w:trPr>
          <w:trHeight w:val="350"/>
        </w:trPr>
        <w:tc>
          <w:tcPr>
            <w:tcW w:w="3902" w:type="dxa"/>
          </w:tcPr>
          <w:p w:rsidR="00E81644" w:rsidRPr="00524A24" w:rsidRDefault="00A72677" w:rsidP="00A72677">
            <w:pPr>
              <w:pStyle w:val="libPoem"/>
            </w:pPr>
            <w:r w:rsidRPr="009647FC">
              <w:rPr>
                <w:rtl/>
              </w:rPr>
              <w:lastRenderedPageBreak/>
              <w:t>نش</w:t>
            </w:r>
            <w:r w:rsidR="00E81644" w:rsidRPr="009647FC">
              <w:rPr>
                <w:rtl/>
              </w:rPr>
              <w:t>أت</w:t>
            </w:r>
            <w:r w:rsidR="004C00A8">
              <w:rPr>
                <w:rtl/>
              </w:rPr>
              <w:t xml:space="preserve"> </w:t>
            </w:r>
            <w:r w:rsidRPr="009647FC">
              <w:rPr>
                <w:rtl/>
              </w:rPr>
              <w:t>تظ</w:t>
            </w:r>
            <w:r w:rsidR="00E81644" w:rsidRPr="009647FC">
              <w:rPr>
                <w:rtl/>
              </w:rPr>
              <w:t>للُ</w:t>
            </w:r>
            <w:r w:rsidR="00E81644">
              <w:rPr>
                <w:rtl/>
              </w:rPr>
              <w:t xml:space="preserve"> </w:t>
            </w:r>
            <w:r w:rsidRPr="009647FC">
              <w:rPr>
                <w:rtl/>
              </w:rPr>
              <w:t>في</w:t>
            </w:r>
            <w:r w:rsidR="00E81644">
              <w:rPr>
                <w:rtl/>
              </w:rPr>
              <w:t xml:space="preserve"> </w:t>
            </w:r>
            <w:r w:rsidR="00E81644" w:rsidRPr="009647FC">
              <w:rPr>
                <w:rtl/>
              </w:rPr>
              <w:t>الورى</w:t>
            </w:r>
            <w:r w:rsidR="00E81644"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E81644" w:rsidP="00A72677">
            <w:pPr>
              <w:pStyle w:val="libPoem"/>
            </w:pPr>
            <w:r w:rsidRPr="009647FC">
              <w:rPr>
                <w:rtl/>
              </w:rPr>
              <w:t>أ</w:t>
            </w:r>
            <w:r w:rsidR="00A72677" w:rsidRPr="009647FC">
              <w:rPr>
                <w:rtl/>
              </w:rPr>
              <w:t>فنا</w:t>
            </w:r>
            <w:r w:rsidRPr="009647FC">
              <w:rPr>
                <w:rtl/>
              </w:rPr>
              <w:t>نُها</w:t>
            </w:r>
            <w:r w:rsidR="004C00A8">
              <w:rPr>
                <w:rtl/>
              </w:rPr>
              <w:t xml:space="preserve"> </w:t>
            </w:r>
            <w:r w:rsidRPr="009647FC">
              <w:rPr>
                <w:rtl/>
              </w:rPr>
              <w:t>أ</w:t>
            </w:r>
            <w:r w:rsidR="00A72677" w:rsidRPr="009647FC">
              <w:rPr>
                <w:rtl/>
              </w:rPr>
              <w:t>فيا</w:t>
            </w:r>
            <w:r w:rsidRPr="009647FC">
              <w:rPr>
                <w:rtl/>
              </w:rPr>
              <w:t>ء</w:t>
            </w:r>
            <w:r w:rsidR="00677BC4">
              <w:rPr>
                <w:rtl/>
              </w:rPr>
              <w:t>َ</w:t>
            </w:r>
            <w:r w:rsidRPr="009647FC">
              <w:rPr>
                <w:rtl/>
              </w:rPr>
              <w:t>ها</w:t>
            </w:r>
            <w:r w:rsidRPr="004E7EC6">
              <w:rPr>
                <w:rStyle w:val="libFootnotenumChar"/>
                <w:rtl/>
              </w:rPr>
              <w:t>(1)</w:t>
            </w:r>
            <w:r w:rsidRPr="00725071">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أ</w:t>
            </w:r>
            <w:r w:rsidR="00A72677" w:rsidRPr="009647FC">
              <w:rPr>
                <w:rtl/>
              </w:rPr>
              <w:t>بن</w:t>
            </w:r>
            <w:r w:rsidRPr="009647FC">
              <w:rPr>
                <w:rtl/>
              </w:rPr>
              <w:t>ي</w:t>
            </w:r>
            <w:r>
              <w:rPr>
                <w:rtl/>
              </w:rPr>
              <w:t xml:space="preserve"> </w:t>
            </w:r>
            <w:r w:rsidRPr="009647FC">
              <w:rPr>
                <w:rtl/>
              </w:rPr>
              <w:t>ا</w:t>
            </w:r>
            <w:r w:rsidR="00A72677" w:rsidRPr="009647FC">
              <w:rPr>
                <w:rtl/>
              </w:rPr>
              <w:t>لز</w:t>
            </w:r>
            <w:r w:rsidRPr="009647FC">
              <w:rPr>
                <w:rtl/>
              </w:rPr>
              <w:t>مان</w:t>
            </w:r>
            <w:r>
              <w:rPr>
                <w:rtl/>
              </w:rPr>
              <w:t xml:space="preserve"> </w:t>
            </w:r>
            <w:r w:rsidRPr="009647FC">
              <w:rPr>
                <w:rtl/>
              </w:rPr>
              <w:t>د</w:t>
            </w:r>
            <w:r w:rsidR="00A72677" w:rsidRPr="009647FC">
              <w:rPr>
                <w:rtl/>
              </w:rPr>
              <w:t>عو</w:t>
            </w:r>
            <w:r w:rsidRPr="009647FC">
              <w:rPr>
                <w:rtl/>
              </w:rPr>
              <w:t>ا</w:t>
            </w:r>
            <w:r>
              <w:rPr>
                <w:rtl/>
              </w:rPr>
              <w:t xml:space="preserve"> </w:t>
            </w:r>
            <w:r w:rsidR="00A72677" w:rsidRPr="009647FC">
              <w:rPr>
                <w:rtl/>
              </w:rPr>
              <w:t>كو</w:t>
            </w:r>
            <w:r w:rsidRPr="009647FC">
              <w:rPr>
                <w:rtl/>
              </w:rPr>
              <w:t>ا</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E81644" w:rsidP="00A72677">
            <w:pPr>
              <w:pStyle w:val="libPoem"/>
            </w:pPr>
            <w:r w:rsidRPr="009647FC">
              <w:rPr>
                <w:rtl/>
              </w:rPr>
              <w:t>كب</w:t>
            </w:r>
            <w:r w:rsidR="00677BC4">
              <w:rPr>
                <w:rtl/>
              </w:rPr>
              <w:t>َ</w:t>
            </w:r>
            <w:r>
              <w:rPr>
                <w:rtl/>
              </w:rPr>
              <w:t xml:space="preserve"> </w:t>
            </w:r>
            <w:r w:rsidR="00A72677" w:rsidRPr="009647FC">
              <w:rPr>
                <w:rtl/>
              </w:rPr>
              <w:t>هاشم</w:t>
            </w:r>
            <w:r w:rsidRPr="009647FC">
              <w:rPr>
                <w:rtl/>
              </w:rPr>
              <w:t>ٍ</w:t>
            </w:r>
            <w:r>
              <w:rPr>
                <w:rtl/>
              </w:rPr>
              <w:t xml:space="preserve"> </w:t>
            </w:r>
            <w:r w:rsidRPr="009647FC">
              <w:rPr>
                <w:rtl/>
              </w:rPr>
              <w:t>و</w:t>
            </w:r>
            <w:r w:rsidR="00A72677" w:rsidRPr="009647FC">
              <w:rPr>
                <w:rtl/>
              </w:rPr>
              <w:t>سم</w:t>
            </w:r>
            <w:r w:rsidRPr="009647FC">
              <w:rPr>
                <w:rtl/>
              </w:rPr>
              <w:t>اء</w:t>
            </w:r>
            <w:r w:rsidR="00677BC4">
              <w:rPr>
                <w:rtl/>
              </w:rPr>
              <w:t>َ</w:t>
            </w:r>
            <w:r w:rsidRPr="009647FC">
              <w:rPr>
                <w:rtl/>
              </w:rPr>
              <w:t>ها</w:t>
            </w:r>
            <w:r w:rsidRPr="00725071">
              <w:rPr>
                <w:rStyle w:val="libPoemTiniChar0"/>
                <w:rtl/>
              </w:rPr>
              <w:br/>
              <w:t> </w:t>
            </w:r>
          </w:p>
        </w:tc>
      </w:tr>
      <w:tr w:rsidR="00E81644" w:rsidRPr="00524A24" w:rsidTr="00E81644">
        <w:trPr>
          <w:trHeight w:val="350"/>
        </w:trPr>
        <w:tc>
          <w:tcPr>
            <w:tcW w:w="3902" w:type="dxa"/>
          </w:tcPr>
          <w:p w:rsidR="00E81644" w:rsidRPr="00524A24" w:rsidRDefault="00A72677" w:rsidP="00A72677">
            <w:pPr>
              <w:pStyle w:val="libPoem"/>
            </w:pPr>
            <w:r w:rsidRPr="00A72677">
              <w:rPr>
                <w:rtl/>
              </w:rPr>
              <w:t>فيؤ</w:t>
            </w:r>
            <w:r w:rsidR="00E81644" w:rsidRPr="00A72677">
              <w:rPr>
                <w:rtl/>
              </w:rPr>
              <w:t>ا</w:t>
            </w:r>
            <w:r w:rsidR="004C00A8">
              <w:rPr>
                <w:rtl/>
              </w:rPr>
              <w:t xml:space="preserve"> </w:t>
            </w:r>
            <w:r w:rsidR="00E81644" w:rsidRPr="00A72677">
              <w:rPr>
                <w:rtl/>
              </w:rPr>
              <w:t>إ</w:t>
            </w:r>
            <w:r w:rsidRPr="00A72677">
              <w:rPr>
                <w:rtl/>
              </w:rPr>
              <w:t>لي</w:t>
            </w:r>
            <w:r w:rsidR="00E81644" w:rsidRPr="00A72677">
              <w:rPr>
                <w:rtl/>
              </w:rPr>
              <w:t xml:space="preserve">كم </w:t>
            </w:r>
            <w:r w:rsidRPr="00A72677">
              <w:rPr>
                <w:rtl/>
              </w:rPr>
              <w:t>عن</w:t>
            </w:r>
            <w:r w:rsidR="00E81644" w:rsidRPr="00A72677">
              <w:rPr>
                <w:rtl/>
              </w:rPr>
              <w:t xml:space="preserve"> ع</w:t>
            </w:r>
            <w:r w:rsidRPr="00A72677">
              <w:rPr>
                <w:rtl/>
              </w:rPr>
              <w:t>ُل</w:t>
            </w:r>
            <w:r w:rsidR="00E81644" w:rsidRPr="00A72677">
              <w:rPr>
                <w:rtl/>
              </w:rPr>
              <w:t>ا</w:t>
            </w:r>
            <w:r w:rsidR="00E81644" w:rsidRPr="00A72677">
              <w:rPr>
                <w:rStyle w:val="libPoemTiniChar0"/>
                <w:rtl/>
              </w:rPr>
              <w:br/>
              <w:t> </w:t>
            </w:r>
          </w:p>
        </w:tc>
        <w:tc>
          <w:tcPr>
            <w:tcW w:w="301" w:type="dxa"/>
          </w:tcPr>
          <w:p w:rsidR="00E81644" w:rsidRPr="00A72677" w:rsidRDefault="00E81644" w:rsidP="00A72677">
            <w:pPr>
              <w:pStyle w:val="libPoem"/>
              <w:rPr>
                <w:rtl/>
              </w:rPr>
            </w:pPr>
          </w:p>
        </w:tc>
        <w:tc>
          <w:tcPr>
            <w:tcW w:w="3884" w:type="dxa"/>
          </w:tcPr>
          <w:p w:rsidR="00E81644" w:rsidRPr="00A72677" w:rsidRDefault="00E81644" w:rsidP="00A72677">
            <w:pPr>
              <w:pStyle w:val="libPoem"/>
            </w:pPr>
            <w:r w:rsidRPr="00A72677">
              <w:rPr>
                <w:rtl/>
              </w:rPr>
              <w:t>ل</w:t>
            </w:r>
            <w:r w:rsidR="00A72677" w:rsidRPr="00A72677">
              <w:rPr>
                <w:rtl/>
              </w:rPr>
              <w:t>هم</w:t>
            </w:r>
            <w:r w:rsidRPr="00A72677">
              <w:rPr>
                <w:rtl/>
              </w:rPr>
              <w:t xml:space="preserve"> الإلهُ أ</w:t>
            </w:r>
            <w:r w:rsidR="00A72677" w:rsidRPr="00A72677">
              <w:rPr>
                <w:rtl/>
              </w:rPr>
              <w:t>فا</w:t>
            </w:r>
            <w:r w:rsidRPr="00A72677">
              <w:rPr>
                <w:rtl/>
              </w:rPr>
              <w:t>ء</w:t>
            </w:r>
            <w:r w:rsidR="00A72677" w:rsidRPr="00A72677">
              <w:rPr>
                <w:rtl/>
              </w:rPr>
              <w:t>ها</w:t>
            </w:r>
            <w:r w:rsidRPr="00A72677">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A72677">
              <w:rPr>
                <w:rtl/>
              </w:rPr>
              <w:t>يا</w:t>
            </w:r>
            <w:r w:rsidR="004C00A8">
              <w:rPr>
                <w:rtl/>
              </w:rPr>
              <w:t xml:space="preserve"> </w:t>
            </w:r>
            <w:r w:rsidRPr="00A72677">
              <w:rPr>
                <w:rtl/>
              </w:rPr>
              <w:t>أ</w:t>
            </w:r>
            <w:r w:rsidR="00A72677" w:rsidRPr="00A72677">
              <w:rPr>
                <w:rtl/>
              </w:rPr>
              <w:t>سر</w:t>
            </w:r>
            <w:r w:rsidRPr="00A72677">
              <w:rPr>
                <w:rtl/>
              </w:rPr>
              <w:t xml:space="preserve">ةً </w:t>
            </w:r>
            <w:r w:rsidR="00A72677" w:rsidRPr="00A72677">
              <w:rPr>
                <w:rtl/>
              </w:rPr>
              <w:t>خد</w:t>
            </w:r>
            <w:r w:rsidRPr="00A72677">
              <w:rPr>
                <w:rtl/>
              </w:rPr>
              <w:t xml:space="preserve">متْ </w:t>
            </w:r>
            <w:r w:rsidR="00A72677" w:rsidRPr="00A72677">
              <w:rPr>
                <w:rtl/>
              </w:rPr>
              <w:t>مل</w:t>
            </w:r>
            <w:r w:rsidRPr="00A72677">
              <w:rPr>
                <w:rtl/>
              </w:rPr>
              <w:t>ا</w:t>
            </w:r>
            <w:r w:rsidRPr="00A72677">
              <w:rPr>
                <w:rStyle w:val="libPoemTiniChar0"/>
                <w:rtl/>
              </w:rPr>
              <w:br/>
              <w:t> </w:t>
            </w:r>
          </w:p>
        </w:tc>
        <w:tc>
          <w:tcPr>
            <w:tcW w:w="301" w:type="dxa"/>
          </w:tcPr>
          <w:p w:rsidR="00E81644" w:rsidRPr="00A72677" w:rsidRDefault="00E81644" w:rsidP="00A72677">
            <w:pPr>
              <w:pStyle w:val="libPoem"/>
              <w:rPr>
                <w:rtl/>
              </w:rPr>
            </w:pPr>
          </w:p>
        </w:tc>
        <w:tc>
          <w:tcPr>
            <w:tcW w:w="3884" w:type="dxa"/>
          </w:tcPr>
          <w:p w:rsidR="00E81644" w:rsidRPr="00A72677" w:rsidRDefault="00A72677" w:rsidP="00A72677">
            <w:pPr>
              <w:pStyle w:val="libPoem"/>
            </w:pPr>
            <w:r w:rsidRPr="00A72677">
              <w:rPr>
                <w:rtl/>
              </w:rPr>
              <w:t>ئكة</w:t>
            </w:r>
            <w:r w:rsidR="004C00A8">
              <w:rPr>
                <w:rtl/>
              </w:rPr>
              <w:t xml:space="preserve"> </w:t>
            </w:r>
            <w:r w:rsidR="00E81644" w:rsidRPr="00A72677">
              <w:rPr>
                <w:rtl/>
              </w:rPr>
              <w:t>ا</w:t>
            </w:r>
            <w:r w:rsidRPr="00A72677">
              <w:rPr>
                <w:rtl/>
              </w:rPr>
              <w:t>لسم</w:t>
            </w:r>
            <w:r w:rsidR="00E81644" w:rsidRPr="00A72677">
              <w:rPr>
                <w:rtl/>
              </w:rPr>
              <w:t>ا آ</w:t>
            </w:r>
            <w:r w:rsidRPr="00A72677">
              <w:rPr>
                <w:rtl/>
              </w:rPr>
              <w:t>با</w:t>
            </w:r>
            <w:r w:rsidR="00E81644" w:rsidRPr="00A72677">
              <w:rPr>
                <w:rtl/>
              </w:rPr>
              <w:t>ء</w:t>
            </w:r>
            <w:r w:rsidRPr="00A72677">
              <w:rPr>
                <w:rtl/>
              </w:rPr>
              <w:t>ها</w:t>
            </w:r>
            <w:r w:rsidR="00E81644" w:rsidRPr="00A72677">
              <w:rPr>
                <w:rStyle w:val="libPoemTiniChar0"/>
                <w:rtl/>
              </w:rPr>
              <w:br/>
              <w:t> </w:t>
            </w:r>
          </w:p>
        </w:tc>
      </w:tr>
      <w:tr w:rsidR="00E81644" w:rsidRPr="00524A24" w:rsidTr="00E81644">
        <w:trPr>
          <w:trHeight w:val="350"/>
        </w:trPr>
        <w:tc>
          <w:tcPr>
            <w:tcW w:w="3902" w:type="dxa"/>
          </w:tcPr>
          <w:p w:rsidR="00E81644" w:rsidRPr="00524A24" w:rsidRDefault="00A72677" w:rsidP="00A72677">
            <w:pPr>
              <w:pStyle w:val="libPoem"/>
            </w:pPr>
            <w:r w:rsidRPr="00A72677">
              <w:rPr>
                <w:rtl/>
              </w:rPr>
              <w:t>فطر</w:t>
            </w:r>
            <w:r w:rsidR="00E81644" w:rsidRPr="00A72677">
              <w:rPr>
                <w:rtl/>
              </w:rPr>
              <w:t xml:space="preserve"> الإ</w:t>
            </w:r>
            <w:r w:rsidRPr="00A72677">
              <w:rPr>
                <w:rtl/>
              </w:rPr>
              <w:t>له</w:t>
            </w:r>
            <w:r w:rsidR="00E81644" w:rsidRPr="00A72677">
              <w:rPr>
                <w:rtl/>
              </w:rPr>
              <w:t xml:space="preserve">ُ </w:t>
            </w:r>
            <w:r w:rsidRPr="00A72677">
              <w:rPr>
                <w:rtl/>
              </w:rPr>
              <w:t>من</w:t>
            </w:r>
            <w:r w:rsidR="00E81644" w:rsidRPr="00A72677">
              <w:rPr>
                <w:rtl/>
              </w:rPr>
              <w:t xml:space="preserve"> ا</w:t>
            </w:r>
            <w:r w:rsidRPr="00A72677">
              <w:rPr>
                <w:rtl/>
              </w:rPr>
              <w:t>لج</w:t>
            </w:r>
            <w:r w:rsidR="00E81644" w:rsidRPr="00A72677">
              <w:rPr>
                <w:rtl/>
              </w:rPr>
              <w:t>با</w:t>
            </w:r>
            <w:r w:rsidR="00E81644" w:rsidRPr="00A72677">
              <w:rPr>
                <w:rStyle w:val="libPoemTiniChar0"/>
                <w:rtl/>
              </w:rPr>
              <w:br/>
              <w:t> </w:t>
            </w:r>
          </w:p>
        </w:tc>
        <w:tc>
          <w:tcPr>
            <w:tcW w:w="301" w:type="dxa"/>
          </w:tcPr>
          <w:p w:rsidR="00E81644" w:rsidRPr="00A72677" w:rsidRDefault="00E81644" w:rsidP="00A72677">
            <w:pPr>
              <w:pStyle w:val="libPoem"/>
              <w:rPr>
                <w:rtl/>
              </w:rPr>
            </w:pPr>
          </w:p>
        </w:tc>
        <w:tc>
          <w:tcPr>
            <w:tcW w:w="3884" w:type="dxa"/>
          </w:tcPr>
          <w:p w:rsidR="00E81644" w:rsidRPr="00A72677" w:rsidRDefault="00E81644" w:rsidP="00A72677">
            <w:pPr>
              <w:pStyle w:val="libPoem"/>
            </w:pPr>
            <w:r w:rsidRPr="00A72677">
              <w:rPr>
                <w:rtl/>
              </w:rPr>
              <w:t xml:space="preserve">لِ </w:t>
            </w:r>
            <w:r w:rsidR="00A72677" w:rsidRPr="00A72677">
              <w:rPr>
                <w:rtl/>
              </w:rPr>
              <w:t>حلو</w:t>
            </w:r>
            <w:r w:rsidRPr="00A72677">
              <w:rPr>
                <w:rtl/>
              </w:rPr>
              <w:t>م</w:t>
            </w:r>
            <w:r w:rsidR="00677BC4">
              <w:rPr>
                <w:rtl/>
              </w:rPr>
              <w:t>َ</w:t>
            </w:r>
            <w:r w:rsidR="00A72677" w:rsidRPr="00A72677">
              <w:rPr>
                <w:rtl/>
              </w:rPr>
              <w:t>ه</w:t>
            </w:r>
            <w:r w:rsidRPr="00A72677">
              <w:rPr>
                <w:rtl/>
              </w:rPr>
              <w:t>ا و</w:t>
            </w:r>
            <w:r w:rsidR="00A72677" w:rsidRPr="00A72677">
              <w:rPr>
                <w:rtl/>
              </w:rPr>
              <w:t>عل</w:t>
            </w:r>
            <w:r w:rsidRPr="00A72677">
              <w:rPr>
                <w:rtl/>
              </w:rPr>
              <w:t>اء</w:t>
            </w:r>
            <w:r w:rsidR="00A72677" w:rsidRPr="00A72677">
              <w:rPr>
                <w:rtl/>
              </w:rPr>
              <w:t>ها</w:t>
            </w:r>
            <w:r w:rsidRPr="00A72677">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لو</w:t>
            </w:r>
            <w:r w:rsidR="004C00A8">
              <w:rPr>
                <w:rtl/>
              </w:rPr>
              <w:t xml:space="preserve"> </w:t>
            </w:r>
            <w:r w:rsidR="00A72677" w:rsidRPr="009647FC">
              <w:rPr>
                <w:rtl/>
              </w:rPr>
              <w:t>تفر</w:t>
            </w:r>
            <w:r w:rsidRPr="009647FC">
              <w:rPr>
                <w:rtl/>
              </w:rPr>
              <w:t>شون</w:t>
            </w:r>
            <w:r>
              <w:rPr>
                <w:rtl/>
              </w:rPr>
              <w:t xml:space="preserve"> </w:t>
            </w:r>
            <w:r w:rsidR="00A72677" w:rsidRPr="009647FC">
              <w:rPr>
                <w:rtl/>
              </w:rPr>
              <w:t>بق</w:t>
            </w:r>
            <w:r w:rsidRPr="009647FC">
              <w:rPr>
                <w:rtl/>
              </w:rPr>
              <w:t>دركم</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A72677" w:rsidP="00A72677">
            <w:pPr>
              <w:pStyle w:val="libPoem"/>
            </w:pPr>
            <w:r w:rsidRPr="009647FC">
              <w:rPr>
                <w:rtl/>
              </w:rPr>
              <w:t>لفرشت</w:t>
            </w:r>
            <w:r w:rsidR="00E81644" w:rsidRPr="009647FC">
              <w:rPr>
                <w:rtl/>
              </w:rPr>
              <w:t>مُ</w:t>
            </w:r>
            <w:r w:rsidR="00E81644">
              <w:rPr>
                <w:rtl/>
              </w:rPr>
              <w:t xml:space="preserve"> </w:t>
            </w:r>
            <w:r w:rsidRPr="009647FC">
              <w:rPr>
                <w:rtl/>
              </w:rPr>
              <w:t>خضر</w:t>
            </w:r>
            <w:r w:rsidR="00E81644" w:rsidRPr="009647FC">
              <w:rPr>
                <w:rtl/>
              </w:rPr>
              <w:t>اء</w:t>
            </w:r>
            <w:r w:rsidRPr="009647FC">
              <w:rPr>
                <w:rtl/>
              </w:rPr>
              <w:t>ها</w:t>
            </w:r>
            <w:r w:rsidR="00E81644" w:rsidRPr="00725071">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أو</w:t>
            </w:r>
            <w:r>
              <w:rPr>
                <w:rtl/>
              </w:rPr>
              <w:t xml:space="preserve"> </w:t>
            </w:r>
            <w:r w:rsidR="00A72677" w:rsidRPr="009647FC">
              <w:rPr>
                <w:rtl/>
              </w:rPr>
              <w:t>لستم</w:t>
            </w:r>
            <w:r w:rsidRPr="009647FC">
              <w:rPr>
                <w:rtl/>
              </w:rPr>
              <w:t>ُ</w:t>
            </w:r>
            <w:r>
              <w:rPr>
                <w:rtl/>
              </w:rPr>
              <w:t xml:space="preserve"> </w:t>
            </w:r>
            <w:r w:rsidRPr="009647FC">
              <w:rPr>
                <w:rtl/>
              </w:rPr>
              <w:t>ا</w:t>
            </w:r>
            <w:r w:rsidR="00A72677" w:rsidRPr="009647FC">
              <w:rPr>
                <w:rtl/>
              </w:rPr>
              <w:t>لمت</w:t>
            </w:r>
            <w:r w:rsidRPr="009647FC">
              <w:rPr>
                <w:rtl/>
              </w:rPr>
              <w:t>جاوزيـ</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E81644" w:rsidP="00A72677">
            <w:pPr>
              <w:pStyle w:val="libPoem"/>
            </w:pPr>
            <w:r w:rsidRPr="009647FC">
              <w:rPr>
                <w:rtl/>
              </w:rPr>
              <w:t>ن</w:t>
            </w:r>
            <w:r>
              <w:rPr>
                <w:rtl/>
              </w:rPr>
              <w:t xml:space="preserve"> </w:t>
            </w:r>
            <w:r w:rsidR="00A72677" w:rsidRPr="009647FC">
              <w:rPr>
                <w:rtl/>
              </w:rPr>
              <w:t>بمجد</w:t>
            </w:r>
            <w:r w:rsidRPr="009647FC">
              <w:rPr>
                <w:rtl/>
              </w:rPr>
              <w:t>كم</w:t>
            </w:r>
            <w:r>
              <w:rPr>
                <w:rtl/>
              </w:rPr>
              <w:t xml:space="preserve"> </w:t>
            </w:r>
            <w:r w:rsidR="00A72677" w:rsidRPr="009647FC">
              <w:rPr>
                <w:rtl/>
              </w:rPr>
              <w:t>جو</w:t>
            </w:r>
            <w:r w:rsidRPr="009647FC">
              <w:rPr>
                <w:rtl/>
              </w:rPr>
              <w:t>زاء</w:t>
            </w:r>
            <w:r w:rsidR="00A72677" w:rsidRPr="009647FC">
              <w:rPr>
                <w:rtl/>
              </w:rPr>
              <w:t>ها</w:t>
            </w:r>
            <w:r w:rsidRPr="00725071">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أم</w:t>
            </w:r>
            <w:r w:rsidR="00A72677" w:rsidRPr="009647FC">
              <w:rPr>
                <w:rtl/>
              </w:rPr>
              <w:t>نا</w:t>
            </w:r>
            <w:r w:rsidRPr="009647FC">
              <w:rPr>
                <w:rtl/>
              </w:rPr>
              <w:t>ء</w:t>
            </w:r>
            <w:r w:rsidR="00677BC4">
              <w:rPr>
                <w:rtl/>
              </w:rPr>
              <w:t>َ</w:t>
            </w:r>
            <w:r>
              <w:rPr>
                <w:rtl/>
              </w:rPr>
              <w:t xml:space="preserve"> </w:t>
            </w:r>
            <w:r w:rsidRPr="009647FC">
              <w:rPr>
                <w:rtl/>
              </w:rPr>
              <w:t>دين</w:t>
            </w:r>
            <w:r>
              <w:rPr>
                <w:rtl/>
              </w:rPr>
              <w:t xml:space="preserve"> </w:t>
            </w:r>
            <w:r w:rsidRPr="009647FC">
              <w:rPr>
                <w:rtl/>
              </w:rPr>
              <w:t>الله</w:t>
            </w:r>
            <w:r>
              <w:rPr>
                <w:rtl/>
              </w:rPr>
              <w:t xml:space="preserve"> </w:t>
            </w:r>
            <w:r w:rsidRPr="009647FC">
              <w:rPr>
                <w:rtl/>
              </w:rPr>
              <w:t>سا</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E81644" w:rsidP="00A72677">
            <w:pPr>
              <w:pStyle w:val="libPoem"/>
            </w:pPr>
            <w:r w:rsidRPr="009647FC">
              <w:rPr>
                <w:rtl/>
              </w:rPr>
              <w:t>دة</w:t>
            </w:r>
            <w:r w:rsidR="00677BC4">
              <w:rPr>
                <w:rtl/>
              </w:rPr>
              <w:t>َ</w:t>
            </w:r>
            <w:r>
              <w:rPr>
                <w:rtl/>
              </w:rPr>
              <w:t xml:space="preserve"> </w:t>
            </w:r>
            <w:r w:rsidR="00A72677" w:rsidRPr="009647FC">
              <w:rPr>
                <w:rtl/>
              </w:rPr>
              <w:t>خلق</w:t>
            </w:r>
            <w:r w:rsidRPr="009647FC">
              <w:rPr>
                <w:rtl/>
              </w:rPr>
              <w:t>ه</w:t>
            </w:r>
            <w:r>
              <w:rPr>
                <w:rtl/>
              </w:rPr>
              <w:t xml:space="preserve"> </w:t>
            </w:r>
            <w:r w:rsidRPr="009647FC">
              <w:rPr>
                <w:rtl/>
              </w:rPr>
              <w:t>أ</w:t>
            </w:r>
            <w:r w:rsidR="00A72677" w:rsidRPr="009647FC">
              <w:rPr>
                <w:rtl/>
              </w:rPr>
              <w:t>منا</w:t>
            </w:r>
            <w:r w:rsidRPr="009647FC">
              <w:rPr>
                <w:rtl/>
              </w:rPr>
              <w:t>ءها</w:t>
            </w:r>
            <w:r w:rsidRPr="004E7EC6">
              <w:rPr>
                <w:rStyle w:val="libFootnotenumChar"/>
                <w:rtl/>
              </w:rPr>
              <w:t>(2)</w:t>
            </w:r>
            <w:r w:rsidRPr="00725071">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ب</w:t>
            </w:r>
            <w:r w:rsidR="00A72677" w:rsidRPr="009647FC">
              <w:rPr>
                <w:rtl/>
              </w:rPr>
              <w:t>ين</w:t>
            </w:r>
            <w:r>
              <w:rPr>
                <w:rtl/>
              </w:rPr>
              <w:t xml:space="preserve"> </w:t>
            </w:r>
            <w:r w:rsidRPr="009647FC">
              <w:rPr>
                <w:rtl/>
              </w:rPr>
              <w:t>الإلهِ</w:t>
            </w:r>
            <w:r>
              <w:rPr>
                <w:rtl/>
              </w:rPr>
              <w:t xml:space="preserve"> </w:t>
            </w:r>
            <w:r w:rsidRPr="009647FC">
              <w:rPr>
                <w:rtl/>
              </w:rPr>
              <w:t>و</w:t>
            </w:r>
            <w:r w:rsidR="00A72677" w:rsidRPr="009647FC">
              <w:rPr>
                <w:rtl/>
              </w:rPr>
              <w:t>بين</w:t>
            </w:r>
            <w:r w:rsidRPr="009647FC">
              <w:rPr>
                <w:rtl/>
              </w:rPr>
              <w:t>ها</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E81644" w:rsidP="00A72677">
            <w:pPr>
              <w:pStyle w:val="libPoem"/>
            </w:pPr>
            <w:r w:rsidRPr="009647FC">
              <w:rPr>
                <w:rtl/>
              </w:rPr>
              <w:t>و</w:t>
            </w:r>
            <w:r w:rsidR="00A72677" w:rsidRPr="009647FC">
              <w:rPr>
                <w:rtl/>
              </w:rPr>
              <w:t>جدتكم</w:t>
            </w:r>
            <w:r w:rsidRPr="009647FC">
              <w:rPr>
                <w:rtl/>
              </w:rPr>
              <w:t>ُ</w:t>
            </w:r>
            <w:r w:rsidR="004C00A8">
              <w:rPr>
                <w:rtl/>
              </w:rPr>
              <w:t xml:space="preserve"> </w:t>
            </w:r>
            <w:r w:rsidR="00A72677" w:rsidRPr="009647FC">
              <w:rPr>
                <w:rtl/>
              </w:rPr>
              <w:t>سفر</w:t>
            </w:r>
            <w:r w:rsidRPr="009647FC">
              <w:rPr>
                <w:rtl/>
              </w:rPr>
              <w:t>اء</w:t>
            </w:r>
            <w:r w:rsidR="00A72677" w:rsidRPr="009647FC">
              <w:rPr>
                <w:rtl/>
              </w:rPr>
              <w:t>ها</w:t>
            </w:r>
            <w:r w:rsidRPr="00725071">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ر</w:t>
            </w:r>
            <w:r w:rsidR="00A72677" w:rsidRPr="009647FC">
              <w:rPr>
                <w:rtl/>
              </w:rPr>
              <w:t>كبت</w:t>
            </w:r>
            <w:r>
              <w:rPr>
                <w:rtl/>
              </w:rPr>
              <w:t xml:space="preserve"> </w:t>
            </w:r>
            <w:r w:rsidR="00A72677" w:rsidRPr="009647FC">
              <w:rPr>
                <w:rtl/>
              </w:rPr>
              <w:t>سحا</w:t>
            </w:r>
            <w:r w:rsidRPr="009647FC">
              <w:rPr>
                <w:rtl/>
              </w:rPr>
              <w:t>بة</w:t>
            </w:r>
            <w:r>
              <w:rPr>
                <w:rtl/>
              </w:rPr>
              <w:t xml:space="preserve"> </w:t>
            </w:r>
            <w:r w:rsidRPr="009647FC">
              <w:rPr>
                <w:rtl/>
              </w:rPr>
              <w:t>ر</w:t>
            </w:r>
            <w:r w:rsidR="00A72677" w:rsidRPr="009647FC">
              <w:rPr>
                <w:rtl/>
              </w:rPr>
              <w:t>حم</w:t>
            </w:r>
            <w:r w:rsidRPr="009647FC">
              <w:rPr>
                <w:rtl/>
              </w:rPr>
              <w:t>ةٍ</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E81644" w:rsidP="00A72677">
            <w:pPr>
              <w:pStyle w:val="libPoem"/>
            </w:pPr>
            <w:r w:rsidRPr="009647FC">
              <w:rPr>
                <w:rtl/>
              </w:rPr>
              <w:t>من</w:t>
            </w:r>
            <w:r>
              <w:rPr>
                <w:rtl/>
              </w:rPr>
              <w:t xml:space="preserve"> </w:t>
            </w:r>
            <w:r w:rsidRPr="009647FC">
              <w:rPr>
                <w:rtl/>
              </w:rPr>
              <w:t>ذي</w:t>
            </w:r>
            <w:r>
              <w:rPr>
                <w:rtl/>
              </w:rPr>
              <w:t xml:space="preserve"> </w:t>
            </w:r>
            <w:r w:rsidRPr="009647FC">
              <w:rPr>
                <w:rtl/>
              </w:rPr>
              <w:t>الرياح</w:t>
            </w:r>
            <w:r>
              <w:rPr>
                <w:rtl/>
              </w:rPr>
              <w:t xml:space="preserve"> </w:t>
            </w:r>
            <w:r w:rsidRPr="009647FC">
              <w:rPr>
                <w:rtl/>
              </w:rPr>
              <w:t>رُخاءها</w:t>
            </w:r>
            <w:r w:rsidRPr="004E7EC6">
              <w:rPr>
                <w:rStyle w:val="libFootnotenumChar"/>
                <w:rtl/>
              </w:rPr>
              <w:t>(3)</w:t>
            </w:r>
            <w:r w:rsidRPr="00725071">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و</w:t>
            </w:r>
            <w:r w:rsidR="00A72677" w:rsidRPr="009647FC">
              <w:rPr>
                <w:rtl/>
              </w:rPr>
              <w:t>سر</w:t>
            </w:r>
            <w:r w:rsidRPr="009647FC">
              <w:rPr>
                <w:rtl/>
              </w:rPr>
              <w:t>ت</w:t>
            </w:r>
            <w:r>
              <w:rPr>
                <w:rtl/>
              </w:rPr>
              <w:t xml:space="preserve"> </w:t>
            </w:r>
            <w:r w:rsidR="00A72677" w:rsidRPr="009647FC">
              <w:rPr>
                <w:rtl/>
              </w:rPr>
              <w:t>عل</w:t>
            </w:r>
            <w:r w:rsidRPr="009647FC">
              <w:rPr>
                <w:rtl/>
              </w:rPr>
              <w:t>ى</w:t>
            </w:r>
            <w:r>
              <w:rPr>
                <w:rtl/>
              </w:rPr>
              <w:t xml:space="preserve"> </w:t>
            </w:r>
            <w:r w:rsidRPr="009647FC">
              <w:rPr>
                <w:rtl/>
              </w:rPr>
              <w:t>الدنيا</w:t>
            </w:r>
            <w:r>
              <w:rPr>
                <w:rtl/>
              </w:rPr>
              <w:t xml:space="preserve"> </w:t>
            </w:r>
            <w:r w:rsidRPr="009647FC">
              <w:rPr>
                <w:rtl/>
              </w:rPr>
              <w:t>من</w:t>
            </w:r>
            <w:r>
              <w:rPr>
                <w:rtl/>
              </w:rPr>
              <w:t xml:space="preserve"> </w:t>
            </w:r>
            <w:r w:rsidRPr="009647FC">
              <w:rPr>
                <w:rtl/>
              </w:rPr>
              <w:t>الـ</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E81644" w:rsidP="00A72677">
            <w:pPr>
              <w:pStyle w:val="libPoem"/>
            </w:pPr>
            <w:r w:rsidRPr="009647FC">
              <w:rPr>
                <w:rtl/>
              </w:rPr>
              <w:t>فردوس</w:t>
            </w:r>
            <w:r>
              <w:rPr>
                <w:rtl/>
              </w:rPr>
              <w:t xml:space="preserve"> </w:t>
            </w:r>
            <w:r w:rsidR="00A72677" w:rsidRPr="009647FC">
              <w:rPr>
                <w:rtl/>
              </w:rPr>
              <w:t>تح</w:t>
            </w:r>
            <w:r w:rsidRPr="009647FC">
              <w:rPr>
                <w:rtl/>
              </w:rPr>
              <w:t>مل</w:t>
            </w:r>
            <w:r>
              <w:rPr>
                <w:rtl/>
              </w:rPr>
              <w:t xml:space="preserve"> </w:t>
            </w:r>
            <w:r w:rsidR="00A72677" w:rsidRPr="009647FC">
              <w:rPr>
                <w:rtl/>
              </w:rPr>
              <w:t>ما</w:t>
            </w:r>
            <w:r w:rsidRPr="009647FC">
              <w:rPr>
                <w:rtl/>
              </w:rPr>
              <w:t>ءها</w:t>
            </w:r>
            <w:r w:rsidRPr="00725071">
              <w:rPr>
                <w:rStyle w:val="libPoemTiniChar0"/>
                <w:rtl/>
              </w:rPr>
              <w:br/>
              <w:t> </w:t>
            </w:r>
          </w:p>
        </w:tc>
      </w:tr>
      <w:tr w:rsidR="00E81644" w:rsidRPr="00524A24" w:rsidTr="00E81644">
        <w:trPr>
          <w:trHeight w:val="350"/>
        </w:trPr>
        <w:tc>
          <w:tcPr>
            <w:tcW w:w="3902" w:type="dxa"/>
          </w:tcPr>
          <w:p w:rsidR="00E81644" w:rsidRPr="00524A24" w:rsidRDefault="00A72677" w:rsidP="00A72677">
            <w:pPr>
              <w:pStyle w:val="libPoem"/>
            </w:pPr>
            <w:r w:rsidRPr="009647FC">
              <w:rPr>
                <w:rtl/>
              </w:rPr>
              <w:t>فسق</w:t>
            </w:r>
            <w:r w:rsidR="00E81644" w:rsidRPr="009647FC">
              <w:rPr>
                <w:rtl/>
              </w:rPr>
              <w:t>ت</w:t>
            </w:r>
            <w:r w:rsidR="004C00A8">
              <w:rPr>
                <w:rtl/>
              </w:rPr>
              <w:t xml:space="preserve"> </w:t>
            </w:r>
            <w:r w:rsidRPr="009647FC">
              <w:rPr>
                <w:rtl/>
              </w:rPr>
              <w:t>ضر</w:t>
            </w:r>
            <w:r w:rsidR="00E81644" w:rsidRPr="009647FC">
              <w:rPr>
                <w:rtl/>
              </w:rPr>
              <w:t>يحاً</w:t>
            </w:r>
            <w:r w:rsidR="00E81644">
              <w:rPr>
                <w:rtl/>
              </w:rPr>
              <w:t xml:space="preserve"> </w:t>
            </w:r>
            <w:r w:rsidRPr="009647FC">
              <w:rPr>
                <w:rtl/>
              </w:rPr>
              <w:t>عن</w:t>
            </w:r>
            <w:r w:rsidR="00E81644" w:rsidRPr="009647FC">
              <w:rPr>
                <w:rtl/>
              </w:rPr>
              <w:t>كم</w:t>
            </w:r>
            <w:r w:rsidR="00E81644"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Pr="00524A24" w:rsidRDefault="00A72677" w:rsidP="00A72677">
            <w:pPr>
              <w:pStyle w:val="libPoem"/>
            </w:pPr>
            <w:r w:rsidRPr="009647FC">
              <w:rPr>
                <w:rtl/>
              </w:rPr>
              <w:t>ختم</w:t>
            </w:r>
            <w:r w:rsidR="00E81644" w:rsidRPr="009647FC">
              <w:rPr>
                <w:rtl/>
              </w:rPr>
              <w:t>ت</w:t>
            </w:r>
            <w:r w:rsidR="00E81644">
              <w:rPr>
                <w:rtl/>
              </w:rPr>
              <w:t xml:space="preserve"> </w:t>
            </w:r>
            <w:r w:rsidR="00E81644" w:rsidRPr="009647FC">
              <w:rPr>
                <w:rtl/>
              </w:rPr>
              <w:t>به</w:t>
            </w:r>
            <w:r w:rsidR="00E81644">
              <w:rPr>
                <w:rtl/>
              </w:rPr>
              <w:t xml:space="preserve"> </w:t>
            </w:r>
            <w:r w:rsidR="00E81644" w:rsidRPr="009647FC">
              <w:rPr>
                <w:rtl/>
              </w:rPr>
              <w:t>أرزاء</w:t>
            </w:r>
            <w:r w:rsidRPr="009647FC">
              <w:rPr>
                <w:rtl/>
              </w:rPr>
              <w:t>ها</w:t>
            </w:r>
            <w:r w:rsidR="00E81644" w:rsidRPr="00725071">
              <w:rPr>
                <w:rStyle w:val="libPoemTiniChar0"/>
                <w:rtl/>
              </w:rPr>
              <w:br/>
              <w:t> </w:t>
            </w:r>
          </w:p>
        </w:tc>
      </w:tr>
    </w:tbl>
    <w:p w:rsidR="009647FC" w:rsidRPr="00524A24" w:rsidRDefault="009647FC" w:rsidP="004E7EC6">
      <w:pPr>
        <w:pStyle w:val="libNormal"/>
      </w:pPr>
      <w:r w:rsidRPr="009647FC">
        <w:rPr>
          <w:rtl/>
        </w:rPr>
        <w:t>وقال يرثي السيد علي النقيب ضمن كتاب كتبه عن لسان العلاّمة السيد مهدي القزويني</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E81644" w:rsidRPr="00524A24" w:rsidTr="00E81644">
        <w:trPr>
          <w:trHeight w:val="350"/>
        </w:trPr>
        <w:tc>
          <w:tcPr>
            <w:tcW w:w="3902" w:type="dxa"/>
          </w:tcPr>
          <w:p w:rsidR="00E81644" w:rsidRPr="00524A24" w:rsidRDefault="00A72677" w:rsidP="00A72677">
            <w:pPr>
              <w:pStyle w:val="libPoem"/>
            </w:pPr>
            <w:r w:rsidRPr="009647FC">
              <w:rPr>
                <w:rtl/>
              </w:rPr>
              <w:t>قد</w:t>
            </w:r>
            <w:r w:rsidR="004C00A8">
              <w:rPr>
                <w:rtl/>
              </w:rPr>
              <w:t xml:space="preserve"> </w:t>
            </w:r>
            <w:r w:rsidRPr="009647FC">
              <w:rPr>
                <w:rtl/>
              </w:rPr>
              <w:t>عل</w:t>
            </w:r>
            <w:r w:rsidR="00E81644" w:rsidRPr="009647FC">
              <w:rPr>
                <w:rtl/>
              </w:rPr>
              <w:t>منا</w:t>
            </w:r>
            <w:r w:rsidR="00E81644">
              <w:rPr>
                <w:rtl/>
              </w:rPr>
              <w:t xml:space="preserve"> </w:t>
            </w:r>
            <w:r w:rsidRPr="009647FC">
              <w:rPr>
                <w:rtl/>
              </w:rPr>
              <w:t>فق</w:t>
            </w:r>
            <w:r w:rsidR="00E81644" w:rsidRPr="009647FC">
              <w:rPr>
                <w:rtl/>
              </w:rPr>
              <w:t>ر</w:t>
            </w:r>
            <w:r w:rsidR="00677BC4">
              <w:rPr>
                <w:rtl/>
              </w:rPr>
              <w:t>َ</w:t>
            </w:r>
            <w:r w:rsidR="00E81644">
              <w:rPr>
                <w:rtl/>
              </w:rPr>
              <w:t xml:space="preserve"> </w:t>
            </w:r>
            <w:r w:rsidR="00E81644" w:rsidRPr="009647FC">
              <w:rPr>
                <w:rtl/>
              </w:rPr>
              <w:t>العفاة</w:t>
            </w:r>
            <w:r w:rsidR="00E81644">
              <w:rPr>
                <w:rtl/>
              </w:rPr>
              <w:t xml:space="preserve"> </w:t>
            </w:r>
            <w:r w:rsidR="00E81644" w:rsidRPr="009647FC">
              <w:rPr>
                <w:rtl/>
              </w:rPr>
              <w:t>إليه</w:t>
            </w:r>
            <w:r w:rsidR="00E81644"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E81644" w:rsidP="00A72677">
            <w:pPr>
              <w:pStyle w:val="libPoem"/>
            </w:pPr>
            <w:r w:rsidRPr="009647FC">
              <w:rPr>
                <w:rtl/>
              </w:rPr>
              <w:t>أ</w:t>
            </w:r>
            <w:r w:rsidR="00A72677" w:rsidRPr="009647FC">
              <w:rPr>
                <w:rtl/>
              </w:rPr>
              <w:t>فك</w:t>
            </w:r>
            <w:r w:rsidRPr="009647FC">
              <w:rPr>
                <w:rtl/>
              </w:rPr>
              <w:t>ان</w:t>
            </w:r>
            <w:r>
              <w:rPr>
                <w:rtl/>
              </w:rPr>
              <w:t xml:space="preserve"> </w:t>
            </w:r>
            <w:r w:rsidRPr="009647FC">
              <w:rPr>
                <w:rtl/>
              </w:rPr>
              <w:t>ا</w:t>
            </w:r>
            <w:r w:rsidR="00A72677" w:rsidRPr="009647FC">
              <w:rPr>
                <w:rtl/>
              </w:rPr>
              <w:t>لر</w:t>
            </w:r>
            <w:r w:rsidRPr="009647FC">
              <w:rPr>
                <w:rtl/>
              </w:rPr>
              <w:t>دى</w:t>
            </w:r>
            <w:r>
              <w:rPr>
                <w:rtl/>
              </w:rPr>
              <w:t xml:space="preserve"> </w:t>
            </w:r>
            <w:r w:rsidRPr="009647FC">
              <w:rPr>
                <w:rtl/>
              </w:rPr>
              <w:t>من</w:t>
            </w:r>
            <w:r>
              <w:rPr>
                <w:rtl/>
              </w:rPr>
              <w:t xml:space="preserve"> </w:t>
            </w:r>
            <w:r w:rsidRPr="009647FC">
              <w:rPr>
                <w:rtl/>
              </w:rPr>
              <w:t>الفقراءِ؟</w:t>
            </w:r>
            <w:r w:rsidRPr="00725071">
              <w:rPr>
                <w:rStyle w:val="libPoemTiniChar0"/>
                <w:rtl/>
              </w:rPr>
              <w:br/>
              <w:t> </w:t>
            </w:r>
          </w:p>
        </w:tc>
      </w:tr>
      <w:tr w:rsidR="00E81644" w:rsidRPr="00524A24" w:rsidTr="00E81644">
        <w:trPr>
          <w:trHeight w:val="350"/>
        </w:trPr>
        <w:tc>
          <w:tcPr>
            <w:tcW w:w="3902" w:type="dxa"/>
          </w:tcPr>
          <w:p w:rsidR="00E81644" w:rsidRPr="00524A24" w:rsidRDefault="00A72677" w:rsidP="00A72677">
            <w:pPr>
              <w:pStyle w:val="libPoem"/>
            </w:pPr>
            <w:r w:rsidRPr="009647FC">
              <w:rPr>
                <w:rtl/>
              </w:rPr>
              <w:t>فجا</w:t>
            </w:r>
            <w:r w:rsidR="00E81644" w:rsidRPr="009647FC">
              <w:rPr>
                <w:rtl/>
              </w:rPr>
              <w:t>ه</w:t>
            </w:r>
            <w:r w:rsidR="004C00A8">
              <w:rPr>
                <w:rtl/>
              </w:rPr>
              <w:t xml:space="preserve"> </w:t>
            </w:r>
            <w:r w:rsidRPr="009647FC">
              <w:rPr>
                <w:rtl/>
              </w:rPr>
              <w:t>بن</w:t>
            </w:r>
            <w:r w:rsidR="00E81644" w:rsidRPr="009647FC">
              <w:rPr>
                <w:rtl/>
              </w:rPr>
              <w:t>فسه</w:t>
            </w:r>
            <w:r w:rsidR="00E81644">
              <w:rPr>
                <w:rtl/>
              </w:rPr>
              <w:t xml:space="preserve"> </w:t>
            </w:r>
            <w:r w:rsidRPr="009647FC">
              <w:rPr>
                <w:rtl/>
              </w:rPr>
              <w:t>مذ</w:t>
            </w:r>
            <w:r w:rsidR="00E81644">
              <w:rPr>
                <w:rtl/>
              </w:rPr>
              <w:t xml:space="preserve"> </w:t>
            </w:r>
            <w:r w:rsidR="00E81644" w:rsidRPr="009647FC">
              <w:rPr>
                <w:rtl/>
              </w:rPr>
              <w:t>أ</w:t>
            </w:r>
            <w:r w:rsidRPr="009647FC">
              <w:rPr>
                <w:rtl/>
              </w:rPr>
              <w:t>تا</w:t>
            </w:r>
            <w:r w:rsidR="00E81644" w:rsidRPr="009647FC">
              <w:rPr>
                <w:rtl/>
              </w:rPr>
              <w:t>ه</w:t>
            </w:r>
            <w:r w:rsidR="00E81644"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E81644" w:rsidP="00A72677">
            <w:pPr>
              <w:pStyle w:val="libPoem"/>
            </w:pPr>
            <w:r w:rsidRPr="009647FC">
              <w:rPr>
                <w:rtl/>
              </w:rPr>
              <w:t>مستميحاً</w:t>
            </w:r>
            <w:r>
              <w:rPr>
                <w:rtl/>
              </w:rPr>
              <w:t xml:space="preserve"> </w:t>
            </w:r>
            <w:r w:rsidRPr="009647FC">
              <w:rPr>
                <w:rtl/>
              </w:rPr>
              <w:t>يمشي</w:t>
            </w:r>
            <w:r>
              <w:rPr>
                <w:rtl/>
              </w:rPr>
              <w:t xml:space="preserve"> </w:t>
            </w:r>
            <w:r w:rsidRPr="009647FC">
              <w:rPr>
                <w:rtl/>
              </w:rPr>
              <w:t>على</w:t>
            </w:r>
            <w:r>
              <w:rPr>
                <w:rtl/>
              </w:rPr>
              <w:t xml:space="preserve"> </w:t>
            </w:r>
            <w:r w:rsidRPr="009647FC">
              <w:rPr>
                <w:rtl/>
              </w:rPr>
              <w:t>استحياءِ</w:t>
            </w:r>
            <w:r w:rsidRPr="00725071">
              <w:rPr>
                <w:rStyle w:val="libPoemTiniChar0"/>
                <w:rtl/>
              </w:rPr>
              <w:br/>
              <w:t> </w:t>
            </w:r>
          </w:p>
        </w:tc>
      </w:tr>
      <w:tr w:rsidR="00E81644" w:rsidRPr="00524A24" w:rsidTr="00E81644">
        <w:trPr>
          <w:trHeight w:val="350"/>
        </w:trPr>
        <w:tc>
          <w:tcPr>
            <w:tcW w:w="3902" w:type="dxa"/>
          </w:tcPr>
          <w:p w:rsidR="00E81644" w:rsidRPr="00524A24" w:rsidRDefault="00A72677" w:rsidP="00A72677">
            <w:pPr>
              <w:pStyle w:val="libPoem"/>
            </w:pPr>
            <w:r w:rsidRPr="009647FC">
              <w:rPr>
                <w:rtl/>
              </w:rPr>
              <w:t>غس</w:t>
            </w:r>
            <w:r w:rsidR="00E81644" w:rsidRPr="009647FC">
              <w:rPr>
                <w:rtl/>
              </w:rPr>
              <w:t>ّلوه</w:t>
            </w:r>
            <w:r w:rsidR="004C00A8">
              <w:rPr>
                <w:rtl/>
              </w:rPr>
              <w:t xml:space="preserve"> </w:t>
            </w:r>
            <w:r w:rsidR="00E81644" w:rsidRPr="009647FC">
              <w:rPr>
                <w:rtl/>
              </w:rPr>
              <w:t>وا</w:t>
            </w:r>
            <w:r w:rsidRPr="009647FC">
              <w:rPr>
                <w:rtl/>
              </w:rPr>
              <w:t>لم</w:t>
            </w:r>
            <w:r w:rsidR="00E81644" w:rsidRPr="009647FC">
              <w:rPr>
                <w:rtl/>
              </w:rPr>
              <w:t>كرماتُ</w:t>
            </w:r>
            <w:r w:rsidR="00E81644">
              <w:rPr>
                <w:rtl/>
              </w:rPr>
              <w:t xml:space="preserve"> </w:t>
            </w:r>
            <w:r w:rsidR="00E81644" w:rsidRPr="009647FC">
              <w:rPr>
                <w:rtl/>
              </w:rPr>
              <w:t>تنادي</w:t>
            </w:r>
            <w:r w:rsidR="00E81644"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A72677" w:rsidP="00A72677">
            <w:pPr>
              <w:pStyle w:val="libPoem"/>
            </w:pPr>
            <w:r w:rsidRPr="009647FC">
              <w:rPr>
                <w:rtl/>
              </w:rPr>
              <w:t>بين</w:t>
            </w:r>
            <w:r w:rsidR="00E81644" w:rsidRPr="009647FC">
              <w:rPr>
                <w:rtl/>
              </w:rPr>
              <w:t>هم</w:t>
            </w:r>
            <w:r w:rsidR="004C00A8">
              <w:rPr>
                <w:rtl/>
              </w:rPr>
              <w:t xml:space="preserve"> </w:t>
            </w:r>
            <w:r w:rsidR="00E81644" w:rsidRPr="009647FC">
              <w:rPr>
                <w:rtl/>
              </w:rPr>
              <w:t>لا</w:t>
            </w:r>
            <w:r w:rsidR="00E81644">
              <w:rPr>
                <w:rtl/>
              </w:rPr>
              <w:t xml:space="preserve"> </w:t>
            </w:r>
            <w:r w:rsidRPr="009647FC">
              <w:rPr>
                <w:rtl/>
              </w:rPr>
              <w:t>تغ</w:t>
            </w:r>
            <w:r w:rsidR="00E81644" w:rsidRPr="009647FC">
              <w:rPr>
                <w:rtl/>
              </w:rPr>
              <w:t>سِّلوه</w:t>
            </w:r>
            <w:r w:rsidR="00E81644">
              <w:rPr>
                <w:rtl/>
              </w:rPr>
              <w:t xml:space="preserve"> </w:t>
            </w:r>
            <w:r w:rsidRPr="009647FC">
              <w:rPr>
                <w:rtl/>
              </w:rPr>
              <w:t>بم</w:t>
            </w:r>
            <w:r w:rsidR="00E81644" w:rsidRPr="009647FC">
              <w:rPr>
                <w:rtl/>
              </w:rPr>
              <w:t>اءِ</w:t>
            </w:r>
            <w:r w:rsidR="00E81644" w:rsidRPr="00725071">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وإليكمُ</w:t>
            </w:r>
            <w:r w:rsidR="004C00A8">
              <w:rPr>
                <w:rtl/>
              </w:rPr>
              <w:t xml:space="preserve"> </w:t>
            </w:r>
            <w:r w:rsidRPr="009647FC">
              <w:rPr>
                <w:rtl/>
              </w:rPr>
              <w:t>عنه</w:t>
            </w:r>
            <w:r w:rsidRPr="004E7EC6">
              <w:rPr>
                <w:rStyle w:val="libFootnotenumChar"/>
                <w:rtl/>
              </w:rPr>
              <w:t>(4)</w:t>
            </w:r>
            <w:r>
              <w:rPr>
                <w:rtl/>
              </w:rPr>
              <w:t xml:space="preserve"> </w:t>
            </w:r>
            <w:r w:rsidRPr="009647FC">
              <w:rPr>
                <w:rtl/>
              </w:rPr>
              <w:t>فإنّي</w:t>
            </w:r>
            <w:r w:rsidR="00677BC4">
              <w:rPr>
                <w:rtl/>
              </w:rPr>
              <w:t>َ</w:t>
            </w:r>
            <w:r>
              <w:rPr>
                <w:rtl/>
              </w:rPr>
              <w:t xml:space="preserve"> </w:t>
            </w:r>
            <w:r w:rsidRPr="009647FC">
              <w:rPr>
                <w:rtl/>
              </w:rPr>
              <w:t>أولى</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A72677" w:rsidP="00A72677">
            <w:pPr>
              <w:pStyle w:val="libPoem"/>
            </w:pPr>
            <w:r w:rsidRPr="009647FC">
              <w:rPr>
                <w:rtl/>
              </w:rPr>
              <w:t>من</w:t>
            </w:r>
            <w:r w:rsidR="00E81644" w:rsidRPr="009647FC">
              <w:rPr>
                <w:rtl/>
              </w:rPr>
              <w:t>كمُ</w:t>
            </w:r>
            <w:r w:rsidR="00E81644">
              <w:rPr>
                <w:rtl/>
              </w:rPr>
              <w:t xml:space="preserve"> </w:t>
            </w:r>
            <w:r w:rsidRPr="009647FC">
              <w:rPr>
                <w:rtl/>
              </w:rPr>
              <w:t>با</w:t>
            </w:r>
            <w:r w:rsidR="00E81644" w:rsidRPr="009647FC">
              <w:rPr>
                <w:rtl/>
              </w:rPr>
              <w:t>لكريم</w:t>
            </w:r>
            <w:r w:rsidR="00E81644">
              <w:rPr>
                <w:rtl/>
              </w:rPr>
              <w:t xml:space="preserve"> </w:t>
            </w:r>
            <w:r w:rsidRPr="009647FC">
              <w:rPr>
                <w:rtl/>
              </w:rPr>
              <w:t>من</w:t>
            </w:r>
            <w:r w:rsidR="00E81644">
              <w:rPr>
                <w:rtl/>
              </w:rPr>
              <w:t xml:space="preserve"> </w:t>
            </w:r>
            <w:r w:rsidR="00E81644" w:rsidRPr="009647FC">
              <w:rPr>
                <w:rtl/>
              </w:rPr>
              <w:t>أبنائي</w:t>
            </w:r>
            <w:r w:rsidR="00E81644" w:rsidRPr="00725071">
              <w:rPr>
                <w:rStyle w:val="libPoemTiniChar0"/>
                <w:rtl/>
              </w:rPr>
              <w:br/>
              <w:t> </w:t>
            </w:r>
          </w:p>
        </w:tc>
      </w:tr>
      <w:tr w:rsidR="00E81644" w:rsidRPr="00524A24" w:rsidTr="00E81644">
        <w:trPr>
          <w:trHeight w:val="350"/>
        </w:trPr>
        <w:tc>
          <w:tcPr>
            <w:tcW w:w="3902" w:type="dxa"/>
          </w:tcPr>
          <w:p w:rsidR="00E81644" w:rsidRPr="00524A24" w:rsidRDefault="00A72677" w:rsidP="00A72677">
            <w:pPr>
              <w:pStyle w:val="libPoem"/>
            </w:pPr>
            <w:r w:rsidRPr="00A72677">
              <w:rPr>
                <w:rtl/>
              </w:rPr>
              <w:t>لي</w:t>
            </w:r>
            <w:r w:rsidR="00E81644" w:rsidRPr="00A72677">
              <w:rPr>
                <w:rtl/>
              </w:rPr>
              <w:t>س</w:t>
            </w:r>
            <w:r w:rsidR="004C00A8">
              <w:rPr>
                <w:rtl/>
              </w:rPr>
              <w:t xml:space="preserve"> </w:t>
            </w:r>
            <w:r w:rsidR="00E81644" w:rsidRPr="00A72677">
              <w:rPr>
                <w:rtl/>
              </w:rPr>
              <w:t>لي حاجة إليكم جمعيا</w:t>
            </w:r>
            <w:r w:rsidR="00E81644" w:rsidRPr="00A72677">
              <w:rPr>
                <w:rStyle w:val="libPoemTiniChar0"/>
                <w:rtl/>
              </w:rPr>
              <w:br/>
              <w:t> </w:t>
            </w:r>
          </w:p>
        </w:tc>
        <w:tc>
          <w:tcPr>
            <w:tcW w:w="301" w:type="dxa"/>
          </w:tcPr>
          <w:p w:rsidR="00E81644" w:rsidRPr="00A72677" w:rsidRDefault="00E81644" w:rsidP="00A72677">
            <w:pPr>
              <w:pStyle w:val="libPoem"/>
              <w:rPr>
                <w:rtl/>
              </w:rPr>
            </w:pPr>
          </w:p>
        </w:tc>
        <w:tc>
          <w:tcPr>
            <w:tcW w:w="3884" w:type="dxa"/>
          </w:tcPr>
          <w:p w:rsidR="00E81644" w:rsidRPr="00524A24" w:rsidRDefault="00E81644" w:rsidP="00A72677">
            <w:pPr>
              <w:pStyle w:val="libPoem"/>
            </w:pPr>
            <w:r w:rsidRPr="00A72677">
              <w:rPr>
                <w:rtl/>
              </w:rPr>
              <w:t>إن</w:t>
            </w:r>
            <w:r w:rsidR="00A72677" w:rsidRPr="00A72677">
              <w:rPr>
                <w:rtl/>
              </w:rPr>
              <w:t>ّم</w:t>
            </w:r>
            <w:r w:rsidRPr="00A72677">
              <w:rPr>
                <w:rtl/>
              </w:rPr>
              <w:t xml:space="preserve">ا </w:t>
            </w:r>
            <w:r w:rsidR="00A72677" w:rsidRPr="00A72677">
              <w:rPr>
                <w:rtl/>
              </w:rPr>
              <w:t>عن</w:t>
            </w:r>
            <w:r w:rsidRPr="00A72677">
              <w:rPr>
                <w:rtl/>
              </w:rPr>
              <w:t xml:space="preserve">كم </w:t>
            </w:r>
            <w:r w:rsidR="00A72677" w:rsidRPr="00A72677">
              <w:rPr>
                <w:rtl/>
              </w:rPr>
              <w:t>بع</w:t>
            </w:r>
            <w:r w:rsidRPr="00A72677">
              <w:rPr>
                <w:rtl/>
              </w:rPr>
              <w:t>يني غنائي</w:t>
            </w:r>
            <w:r w:rsidRPr="00A72677">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الديوان المطبوع</w:t>
      </w:r>
      <w:r w:rsidR="00D769AB">
        <w:rPr>
          <w:rtl/>
        </w:rPr>
        <w:t>:</w:t>
      </w:r>
      <w:r w:rsidRPr="009647FC">
        <w:rPr>
          <w:rtl/>
        </w:rPr>
        <w:t xml:space="preserve"> أفناءها</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نسخة</w:t>
      </w:r>
      <w:r w:rsidR="00D769AB">
        <w:rPr>
          <w:rtl/>
        </w:rPr>
        <w:t>:</w:t>
      </w:r>
      <w:r w:rsidRPr="009647FC">
        <w:rPr>
          <w:rtl/>
        </w:rPr>
        <w:t xml:space="preserve"> أمراءها</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الرخاء</w:t>
      </w:r>
      <w:r w:rsidR="00D769AB">
        <w:rPr>
          <w:rtl/>
        </w:rPr>
        <w:t>:</w:t>
      </w:r>
      <w:r w:rsidRPr="009647FC">
        <w:rPr>
          <w:rtl/>
        </w:rPr>
        <w:t xml:space="preserve"> ريح لينة الهبوب</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الديوان المخطوط</w:t>
      </w:r>
      <w:r w:rsidR="00D769AB">
        <w:rPr>
          <w:rtl/>
        </w:rPr>
        <w:t>:</w:t>
      </w:r>
      <w:r w:rsidRPr="009647FC">
        <w:rPr>
          <w:rtl/>
        </w:rPr>
        <w:t xml:space="preserve"> عنّي</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81644" w:rsidRPr="00524A24" w:rsidTr="00E81644">
        <w:trPr>
          <w:trHeight w:val="350"/>
        </w:trPr>
        <w:tc>
          <w:tcPr>
            <w:tcW w:w="3902" w:type="dxa"/>
          </w:tcPr>
          <w:p w:rsidR="00E81644" w:rsidRPr="00524A24" w:rsidRDefault="00E81644" w:rsidP="00A72677">
            <w:pPr>
              <w:pStyle w:val="libPoem"/>
            </w:pPr>
            <w:r w:rsidRPr="009647FC">
              <w:rPr>
                <w:rtl/>
              </w:rPr>
              <w:lastRenderedPageBreak/>
              <w:t>هدبها</w:t>
            </w:r>
            <w:r w:rsidR="004C00A8">
              <w:rPr>
                <w:rtl/>
              </w:rPr>
              <w:t xml:space="preserve"> </w:t>
            </w:r>
            <w:r w:rsidRPr="009647FC">
              <w:rPr>
                <w:rtl/>
              </w:rPr>
              <w:t>السدرُ</w:t>
            </w:r>
            <w:r>
              <w:rPr>
                <w:rtl/>
              </w:rPr>
              <w:t xml:space="preserve"> </w:t>
            </w:r>
            <w:r w:rsidRPr="009647FC">
              <w:rPr>
                <w:rtl/>
              </w:rPr>
              <w:t>والبياض</w:t>
            </w:r>
            <w:r>
              <w:rPr>
                <w:rtl/>
              </w:rPr>
              <w:t xml:space="preserve"> </w:t>
            </w:r>
            <w:r w:rsidRPr="009647FC">
              <w:rPr>
                <w:rtl/>
              </w:rPr>
              <w:t>حنوطٌ</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E81644" w:rsidP="00A72677">
            <w:pPr>
              <w:pStyle w:val="libPoem"/>
            </w:pPr>
            <w:r w:rsidRPr="009647FC">
              <w:rPr>
                <w:rtl/>
              </w:rPr>
              <w:t>وا</w:t>
            </w:r>
            <w:r w:rsidR="00A72677" w:rsidRPr="009647FC">
              <w:rPr>
                <w:rtl/>
              </w:rPr>
              <w:t>لز</w:t>
            </w:r>
            <w:r w:rsidRPr="009647FC">
              <w:rPr>
                <w:rtl/>
              </w:rPr>
              <w:t>لالُ</w:t>
            </w:r>
            <w:r w:rsidR="004C00A8">
              <w:rPr>
                <w:rtl/>
              </w:rPr>
              <w:t xml:space="preserve"> </w:t>
            </w:r>
            <w:r w:rsidRPr="009647FC">
              <w:rPr>
                <w:rtl/>
              </w:rPr>
              <w:t>ا</w:t>
            </w:r>
            <w:r w:rsidR="00A72677" w:rsidRPr="009647FC">
              <w:rPr>
                <w:rtl/>
              </w:rPr>
              <w:t>لق</w:t>
            </w:r>
            <w:r w:rsidRPr="009647FC">
              <w:rPr>
                <w:rtl/>
              </w:rPr>
              <w:t>راح</w:t>
            </w:r>
            <w:r>
              <w:rPr>
                <w:rtl/>
              </w:rPr>
              <w:t xml:space="preserve"> </w:t>
            </w:r>
            <w:r w:rsidRPr="009647FC">
              <w:rPr>
                <w:rtl/>
              </w:rPr>
              <w:t>ماءُ</w:t>
            </w:r>
            <w:r>
              <w:rPr>
                <w:rtl/>
              </w:rPr>
              <w:t xml:space="preserve"> </w:t>
            </w:r>
            <w:r w:rsidRPr="009647FC">
              <w:rPr>
                <w:rtl/>
              </w:rPr>
              <w:t>بكائي</w:t>
            </w:r>
            <w:r w:rsidRPr="00725071">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و</w:t>
            </w:r>
            <w:r w:rsidR="00A72677" w:rsidRPr="009647FC">
              <w:rPr>
                <w:rtl/>
              </w:rPr>
              <w:t>كف</w:t>
            </w:r>
            <w:r w:rsidRPr="009647FC">
              <w:rPr>
                <w:rtl/>
              </w:rPr>
              <w:t>اني</w:t>
            </w:r>
            <w:r>
              <w:rPr>
                <w:rtl/>
              </w:rPr>
              <w:t xml:space="preserve"> </w:t>
            </w:r>
            <w:r w:rsidR="00A72677" w:rsidRPr="009647FC">
              <w:rPr>
                <w:rtl/>
              </w:rPr>
              <w:t>بج</w:t>
            </w:r>
            <w:r w:rsidRPr="009647FC">
              <w:rPr>
                <w:rtl/>
              </w:rPr>
              <w:t>فنها</w:t>
            </w:r>
            <w:r>
              <w:rPr>
                <w:rtl/>
              </w:rPr>
              <w:t xml:space="preserve"> </w:t>
            </w:r>
            <w:r w:rsidRPr="009647FC">
              <w:rPr>
                <w:rtl/>
              </w:rPr>
              <w:t>كفناً</w:t>
            </w:r>
            <w:r>
              <w:rPr>
                <w:rtl/>
              </w:rPr>
              <w:t xml:space="preserve"> </w:t>
            </w:r>
            <w:r w:rsidRPr="009647FC">
              <w:rPr>
                <w:rtl/>
              </w:rPr>
              <w:t>يضـ</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E81644" w:rsidP="00A72677">
            <w:pPr>
              <w:pStyle w:val="libPoem"/>
            </w:pPr>
            <w:r w:rsidRPr="009647FC">
              <w:rPr>
                <w:rtl/>
              </w:rPr>
              <w:t>فو</w:t>
            </w:r>
            <w:r>
              <w:rPr>
                <w:rtl/>
              </w:rPr>
              <w:t xml:space="preserve"> </w:t>
            </w:r>
            <w:r w:rsidRPr="009647FC">
              <w:rPr>
                <w:rtl/>
              </w:rPr>
              <w:t>على</w:t>
            </w:r>
            <w:r>
              <w:rPr>
                <w:rtl/>
              </w:rPr>
              <w:t xml:space="preserve"> </w:t>
            </w:r>
            <w:r w:rsidRPr="009647FC">
              <w:rPr>
                <w:rtl/>
              </w:rPr>
              <w:t>جسمه</w:t>
            </w:r>
            <w:r>
              <w:rPr>
                <w:rtl/>
              </w:rPr>
              <w:t xml:space="preserve"> </w:t>
            </w:r>
            <w:r w:rsidRPr="009647FC">
              <w:rPr>
                <w:rtl/>
              </w:rPr>
              <w:t>المسجّى</w:t>
            </w:r>
            <w:r>
              <w:rPr>
                <w:rtl/>
              </w:rPr>
              <w:t xml:space="preserve"> </w:t>
            </w:r>
            <w:r w:rsidRPr="009647FC">
              <w:rPr>
                <w:rtl/>
              </w:rPr>
              <w:t>أزائي</w:t>
            </w:r>
            <w:r w:rsidRPr="00725071">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ود</w:t>
            </w:r>
            <w:r w:rsidR="00A72677" w:rsidRPr="009647FC">
              <w:rPr>
                <w:rtl/>
              </w:rPr>
              <w:t>عو</w:t>
            </w:r>
            <w:r w:rsidRPr="009647FC">
              <w:rPr>
                <w:rtl/>
              </w:rPr>
              <w:t>ا</w:t>
            </w:r>
            <w:r>
              <w:rPr>
                <w:rtl/>
              </w:rPr>
              <w:t xml:space="preserve"> </w:t>
            </w:r>
            <w:r w:rsidR="00A72677" w:rsidRPr="009647FC">
              <w:rPr>
                <w:rtl/>
              </w:rPr>
              <w:t>قب</w:t>
            </w:r>
            <w:r w:rsidRPr="009647FC">
              <w:rPr>
                <w:rtl/>
              </w:rPr>
              <w:t>ر</w:t>
            </w:r>
            <w:r w:rsidR="00677BC4">
              <w:rPr>
                <w:rtl/>
              </w:rPr>
              <w:t>َ</w:t>
            </w:r>
            <w:r w:rsidRPr="009647FC">
              <w:rPr>
                <w:rtl/>
              </w:rPr>
              <w:t>ه</w:t>
            </w:r>
            <w:r>
              <w:rPr>
                <w:rtl/>
              </w:rPr>
              <w:t xml:space="preserve"> </w:t>
            </w:r>
            <w:r w:rsidRPr="009647FC">
              <w:rPr>
                <w:rtl/>
              </w:rPr>
              <w:t>فمقلتي</w:t>
            </w:r>
            <w:r>
              <w:rPr>
                <w:rtl/>
              </w:rPr>
              <w:t xml:space="preserve"> </w:t>
            </w:r>
            <w:r w:rsidRPr="009647FC">
              <w:rPr>
                <w:rtl/>
              </w:rPr>
              <w:t>القبـ</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Pr="00524A24" w:rsidRDefault="00E81644" w:rsidP="00A72677">
            <w:pPr>
              <w:pStyle w:val="libPoem"/>
            </w:pPr>
            <w:r w:rsidRPr="009647FC">
              <w:rPr>
                <w:rtl/>
              </w:rPr>
              <w:t>ر</w:t>
            </w:r>
            <w:r w:rsidR="004C00A8">
              <w:rPr>
                <w:rtl/>
              </w:rPr>
              <w:t xml:space="preserve"> </w:t>
            </w:r>
            <w:r w:rsidRPr="009647FC">
              <w:rPr>
                <w:rtl/>
              </w:rPr>
              <w:t>لإ</w:t>
            </w:r>
            <w:r w:rsidR="00A72677" w:rsidRPr="009647FC">
              <w:rPr>
                <w:rtl/>
              </w:rPr>
              <w:t>نس</w:t>
            </w:r>
            <w:r w:rsidRPr="009647FC">
              <w:rPr>
                <w:rtl/>
              </w:rPr>
              <w:t>ان</w:t>
            </w:r>
            <w:r>
              <w:rPr>
                <w:rtl/>
              </w:rPr>
              <w:t xml:space="preserve"> </w:t>
            </w:r>
            <w:r w:rsidR="00A72677" w:rsidRPr="009647FC">
              <w:rPr>
                <w:rtl/>
              </w:rPr>
              <w:t>عي</w:t>
            </w:r>
            <w:r w:rsidRPr="009647FC">
              <w:rPr>
                <w:rtl/>
              </w:rPr>
              <w:t>ني</w:t>
            </w:r>
            <w:r>
              <w:rPr>
                <w:rtl/>
              </w:rPr>
              <w:t xml:space="preserve"> </w:t>
            </w:r>
            <w:r w:rsidRPr="009647FC">
              <w:rPr>
                <w:rtl/>
              </w:rPr>
              <w:t>البيضاءِ</w:t>
            </w:r>
            <w:r w:rsidRPr="00725071">
              <w:rPr>
                <w:rStyle w:val="libPoemTiniChar0"/>
                <w:rtl/>
              </w:rPr>
              <w:br/>
              <w:t> </w:t>
            </w:r>
          </w:p>
        </w:tc>
      </w:tr>
    </w:tbl>
    <w:p w:rsidR="009647FC" w:rsidRPr="00524A24" w:rsidRDefault="009647FC" w:rsidP="004E7EC6">
      <w:pPr>
        <w:pStyle w:val="libNormal"/>
      </w:pPr>
      <w:r w:rsidRPr="009647FC">
        <w:rPr>
          <w:rtl/>
        </w:rPr>
        <w:t>وقال راثياً العلاّمة السيد ميرزا صالح القزويني</w:t>
      </w:r>
      <w:r w:rsidR="00D769AB">
        <w:rPr>
          <w:rtl/>
        </w:rPr>
        <w:t>،</w:t>
      </w:r>
      <w:r w:rsidRPr="009647FC">
        <w:rPr>
          <w:rtl/>
        </w:rPr>
        <w:t xml:space="preserve"> ومعزّياً أخويه العلاّمة السيد محمد والعلاّمة السيد حسين</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E81644" w:rsidRPr="00524A24" w:rsidTr="00E81644">
        <w:trPr>
          <w:trHeight w:val="350"/>
        </w:trPr>
        <w:tc>
          <w:tcPr>
            <w:tcW w:w="3902" w:type="dxa"/>
          </w:tcPr>
          <w:p w:rsidR="00E81644" w:rsidRPr="00524A24" w:rsidRDefault="00E81644" w:rsidP="00A72677">
            <w:pPr>
              <w:pStyle w:val="libPoem"/>
            </w:pPr>
            <w:r w:rsidRPr="00A72677">
              <w:rPr>
                <w:rtl/>
              </w:rPr>
              <w:t>و</w:t>
            </w:r>
            <w:r w:rsidR="00A72677" w:rsidRPr="00A72677">
              <w:rPr>
                <w:rtl/>
              </w:rPr>
              <w:t>مج</w:t>
            </w:r>
            <w:r w:rsidRPr="00A72677">
              <w:rPr>
                <w:rtl/>
              </w:rPr>
              <w:t>دِك</w:t>
            </w:r>
            <w:r w:rsidR="00677BC4">
              <w:rPr>
                <w:rtl/>
              </w:rPr>
              <w:t>َ</w:t>
            </w:r>
            <w:r w:rsidRPr="00A72677">
              <w:rPr>
                <w:rtl/>
              </w:rPr>
              <w:t xml:space="preserve"> ما خلتُ</w:t>
            </w:r>
            <w:r w:rsidRPr="00A72677">
              <w:rPr>
                <w:rStyle w:val="libFootnotenumChar"/>
                <w:rtl/>
              </w:rPr>
              <w:t>(1)</w:t>
            </w:r>
            <w:r w:rsidRPr="00A72677">
              <w:rPr>
                <w:rtl/>
              </w:rPr>
              <w:t xml:space="preserve"> الردى منك يقربُ</w:t>
            </w:r>
            <w:r w:rsidRPr="00A72677">
              <w:rPr>
                <w:rStyle w:val="libPoemTiniChar0"/>
                <w:rtl/>
              </w:rPr>
              <w:br/>
              <w:t> </w:t>
            </w:r>
          </w:p>
        </w:tc>
        <w:tc>
          <w:tcPr>
            <w:tcW w:w="301" w:type="dxa"/>
          </w:tcPr>
          <w:p w:rsidR="00E81644" w:rsidRPr="00A72677" w:rsidRDefault="00E81644" w:rsidP="00A72677">
            <w:pPr>
              <w:pStyle w:val="libPoem"/>
              <w:rPr>
                <w:rtl/>
              </w:rPr>
            </w:pPr>
          </w:p>
        </w:tc>
        <w:tc>
          <w:tcPr>
            <w:tcW w:w="3884" w:type="dxa"/>
          </w:tcPr>
          <w:p w:rsidR="00E81644" w:rsidRPr="00A72677" w:rsidRDefault="00E81644" w:rsidP="00A72677">
            <w:pPr>
              <w:pStyle w:val="libPoem"/>
            </w:pPr>
            <w:r w:rsidRPr="00A72677">
              <w:rPr>
                <w:rtl/>
              </w:rPr>
              <w:t>لأن</w:t>
            </w:r>
            <w:r w:rsidR="00A72677" w:rsidRPr="00A72677">
              <w:rPr>
                <w:rtl/>
              </w:rPr>
              <w:t>ّك</w:t>
            </w:r>
            <w:r w:rsidR="00677BC4">
              <w:rPr>
                <w:rtl/>
              </w:rPr>
              <w:t>َ</w:t>
            </w:r>
            <w:r w:rsidRPr="00A72677">
              <w:rPr>
                <w:rtl/>
              </w:rPr>
              <w:t xml:space="preserve"> </w:t>
            </w:r>
            <w:r w:rsidR="00A72677" w:rsidRPr="00A72677">
              <w:rPr>
                <w:rtl/>
              </w:rPr>
              <w:t>في</w:t>
            </w:r>
            <w:r w:rsidRPr="00A72677">
              <w:rPr>
                <w:rtl/>
              </w:rPr>
              <w:t xml:space="preserve"> صدر الردى منه أهيبُ</w:t>
            </w:r>
            <w:r w:rsidRPr="00A72677">
              <w:rPr>
                <w:rStyle w:val="libFootnotenumChar"/>
                <w:rtl/>
              </w:rPr>
              <w:t>(2)</w:t>
            </w:r>
            <w:r w:rsidRPr="00A72677">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أ</w:t>
            </w:r>
            <w:r w:rsidR="00A72677" w:rsidRPr="009647FC">
              <w:rPr>
                <w:rtl/>
              </w:rPr>
              <w:t>صا</w:t>
            </w:r>
            <w:r w:rsidRPr="009647FC">
              <w:rPr>
                <w:rtl/>
              </w:rPr>
              <w:t>بك</w:t>
            </w:r>
            <w:r w:rsidR="00677BC4">
              <w:rPr>
                <w:rtl/>
              </w:rPr>
              <w:t>َ</w:t>
            </w:r>
            <w:r>
              <w:rPr>
                <w:rtl/>
              </w:rPr>
              <w:t xml:space="preserve">، </w:t>
            </w:r>
            <w:r w:rsidRPr="009647FC">
              <w:rPr>
                <w:rtl/>
              </w:rPr>
              <w:t>لا</w:t>
            </w:r>
            <w:r>
              <w:rPr>
                <w:rtl/>
              </w:rPr>
              <w:t xml:space="preserve"> </w:t>
            </w:r>
            <w:r w:rsidR="00A72677" w:rsidRPr="009647FC">
              <w:rPr>
                <w:rtl/>
              </w:rPr>
              <w:t>من</w:t>
            </w:r>
            <w:r>
              <w:rPr>
                <w:rtl/>
              </w:rPr>
              <w:t xml:space="preserve"> </w:t>
            </w:r>
            <w:r w:rsidR="00A72677" w:rsidRPr="009647FC">
              <w:rPr>
                <w:rtl/>
              </w:rPr>
              <w:t>حي</w:t>
            </w:r>
            <w:r w:rsidRPr="009647FC">
              <w:rPr>
                <w:rtl/>
              </w:rPr>
              <w:t>ث</w:t>
            </w:r>
            <w:r>
              <w:rPr>
                <w:rtl/>
              </w:rPr>
              <w:t xml:space="preserve"> </w:t>
            </w:r>
            <w:r w:rsidR="00A72677" w:rsidRPr="009647FC">
              <w:rPr>
                <w:rtl/>
              </w:rPr>
              <w:t>تخ</w:t>
            </w:r>
            <w:r w:rsidRPr="009647FC">
              <w:rPr>
                <w:rtl/>
              </w:rPr>
              <w:t>شى</w:t>
            </w:r>
            <w:r>
              <w:rPr>
                <w:rtl/>
              </w:rPr>
              <w:t xml:space="preserve"> </w:t>
            </w:r>
            <w:r w:rsidRPr="009647FC">
              <w:rPr>
                <w:rtl/>
              </w:rPr>
              <w:t>سهامه</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A72677" w:rsidP="00A72677">
            <w:pPr>
              <w:pStyle w:val="libPoem"/>
            </w:pPr>
            <w:r w:rsidRPr="009647FC">
              <w:rPr>
                <w:rtl/>
              </w:rPr>
              <w:t>عل</w:t>
            </w:r>
            <w:r w:rsidR="00E81644" w:rsidRPr="009647FC">
              <w:rPr>
                <w:rtl/>
              </w:rPr>
              <w:t>يك</w:t>
            </w:r>
            <w:r w:rsidR="00E81644">
              <w:rPr>
                <w:rtl/>
              </w:rPr>
              <w:t xml:space="preserve">، </w:t>
            </w:r>
            <w:r w:rsidR="00E81644" w:rsidRPr="009647FC">
              <w:rPr>
                <w:rtl/>
              </w:rPr>
              <w:t>ولا</w:t>
            </w:r>
            <w:r w:rsidR="00E81644">
              <w:rPr>
                <w:rtl/>
              </w:rPr>
              <w:t xml:space="preserve"> </w:t>
            </w:r>
            <w:r w:rsidR="00E81644" w:rsidRPr="009647FC">
              <w:rPr>
                <w:rtl/>
              </w:rPr>
              <w:t>من</w:t>
            </w:r>
            <w:r w:rsidR="00E81644">
              <w:rPr>
                <w:rtl/>
              </w:rPr>
              <w:t xml:space="preserve"> </w:t>
            </w:r>
            <w:r w:rsidR="00E81644" w:rsidRPr="009647FC">
              <w:rPr>
                <w:rtl/>
              </w:rPr>
              <w:t>حيث</w:t>
            </w:r>
            <w:r w:rsidR="00E81644">
              <w:rPr>
                <w:rtl/>
              </w:rPr>
              <w:t xml:space="preserve"> </w:t>
            </w:r>
            <w:r w:rsidR="00E81644" w:rsidRPr="009647FC">
              <w:rPr>
                <w:rtl/>
              </w:rPr>
              <w:t>يقوى</w:t>
            </w:r>
            <w:r w:rsidR="00E81644">
              <w:rPr>
                <w:rtl/>
              </w:rPr>
              <w:t xml:space="preserve"> </w:t>
            </w:r>
            <w:r w:rsidR="00E81644" w:rsidRPr="009647FC">
              <w:rPr>
                <w:rtl/>
              </w:rPr>
              <w:t>فيشغبُ</w:t>
            </w:r>
            <w:r w:rsidR="00E81644" w:rsidRPr="004E7EC6">
              <w:rPr>
                <w:rStyle w:val="libFootnotenumChar"/>
                <w:rtl/>
              </w:rPr>
              <w:t>(3)</w:t>
            </w:r>
            <w:r w:rsidR="00E81644" w:rsidRPr="00725071">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و</w:t>
            </w:r>
            <w:r w:rsidR="00A72677" w:rsidRPr="009647FC">
              <w:rPr>
                <w:rtl/>
              </w:rPr>
              <w:t>لك</w:t>
            </w:r>
            <w:r w:rsidRPr="009647FC">
              <w:rPr>
                <w:rtl/>
              </w:rPr>
              <w:t>ن</w:t>
            </w:r>
            <w:r w:rsidR="004C00A8">
              <w:rPr>
                <w:rtl/>
              </w:rPr>
              <w:t xml:space="preserve"> </w:t>
            </w:r>
            <w:r w:rsidRPr="009647FC">
              <w:rPr>
                <w:rtl/>
              </w:rPr>
              <w:t>ر</w:t>
            </w:r>
            <w:r w:rsidR="00A72677" w:rsidRPr="009647FC">
              <w:rPr>
                <w:rtl/>
              </w:rPr>
              <w:t>مى</w:t>
            </w:r>
            <w:r>
              <w:rPr>
                <w:rtl/>
              </w:rPr>
              <w:t xml:space="preserve"> </w:t>
            </w:r>
            <w:r w:rsidR="00A72677" w:rsidRPr="009647FC">
              <w:rPr>
                <w:rtl/>
              </w:rPr>
              <w:t>من</w:t>
            </w:r>
            <w:r>
              <w:rPr>
                <w:rtl/>
              </w:rPr>
              <w:t xml:space="preserve"> </w:t>
            </w:r>
            <w:r w:rsidR="00A72677" w:rsidRPr="009647FC">
              <w:rPr>
                <w:rtl/>
              </w:rPr>
              <w:t>غر</w:t>
            </w:r>
            <w:r w:rsidRPr="009647FC">
              <w:rPr>
                <w:rtl/>
              </w:rPr>
              <w:t>ّ</w:t>
            </w:r>
            <w:r w:rsidR="00677BC4">
              <w:rPr>
                <w:rtl/>
              </w:rPr>
              <w:t>َ</w:t>
            </w:r>
            <w:r w:rsidRPr="009647FC">
              <w:rPr>
                <w:rtl/>
              </w:rPr>
              <w:t>ةٍ</w:t>
            </w:r>
            <w:r>
              <w:rPr>
                <w:rtl/>
              </w:rPr>
              <w:t xml:space="preserve"> </w:t>
            </w:r>
            <w:r w:rsidR="00A72677" w:rsidRPr="009647FC">
              <w:rPr>
                <w:rtl/>
              </w:rPr>
              <w:t>ما</w:t>
            </w:r>
            <w:r>
              <w:rPr>
                <w:rtl/>
              </w:rPr>
              <w:t xml:space="preserve"> </w:t>
            </w:r>
            <w:r w:rsidRPr="009647FC">
              <w:rPr>
                <w:rtl/>
              </w:rPr>
              <w:t>أ</w:t>
            </w:r>
            <w:r w:rsidR="00A72677" w:rsidRPr="009647FC">
              <w:rPr>
                <w:rtl/>
              </w:rPr>
              <w:t>صا</w:t>
            </w:r>
            <w:r w:rsidRPr="009647FC">
              <w:rPr>
                <w:rtl/>
              </w:rPr>
              <w:t>بها</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A72677" w:rsidP="00A72677">
            <w:pPr>
              <w:pStyle w:val="libPoem"/>
            </w:pPr>
            <w:r w:rsidRPr="009647FC">
              <w:rPr>
                <w:rtl/>
              </w:rPr>
              <w:t>بمث</w:t>
            </w:r>
            <w:r w:rsidR="00E81644" w:rsidRPr="009647FC">
              <w:rPr>
                <w:rtl/>
              </w:rPr>
              <w:t>لك</w:t>
            </w:r>
            <w:r w:rsidR="00E81644">
              <w:rPr>
                <w:rtl/>
              </w:rPr>
              <w:t xml:space="preserve"> </w:t>
            </w:r>
            <w:r w:rsidR="00E81644" w:rsidRPr="009647FC">
              <w:rPr>
                <w:rtl/>
              </w:rPr>
              <w:t>رامٍ</w:t>
            </w:r>
            <w:r w:rsidR="00E81644">
              <w:rPr>
                <w:rtl/>
              </w:rPr>
              <w:t xml:space="preserve"> </w:t>
            </w:r>
            <w:r w:rsidRPr="009647FC">
              <w:rPr>
                <w:rtl/>
              </w:rPr>
              <w:t>منه</w:t>
            </w:r>
            <w:r w:rsidR="00E81644">
              <w:rPr>
                <w:rtl/>
              </w:rPr>
              <w:t xml:space="preserve"> </w:t>
            </w:r>
            <w:r w:rsidRPr="009647FC">
              <w:rPr>
                <w:rtl/>
              </w:rPr>
              <w:t>يرمي</w:t>
            </w:r>
            <w:r w:rsidR="00E81644">
              <w:rPr>
                <w:rtl/>
              </w:rPr>
              <w:t xml:space="preserve"> </w:t>
            </w:r>
            <w:r w:rsidRPr="009647FC">
              <w:rPr>
                <w:rtl/>
              </w:rPr>
              <w:t>في</w:t>
            </w:r>
            <w:r w:rsidR="00E81644" w:rsidRPr="009647FC">
              <w:rPr>
                <w:rtl/>
              </w:rPr>
              <w:t>عطبُ</w:t>
            </w:r>
            <w:r w:rsidR="00E81644" w:rsidRPr="00725071">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A72677">
              <w:rPr>
                <w:rtl/>
              </w:rPr>
              <w:t>و</w:t>
            </w:r>
            <w:r w:rsidR="00A72677" w:rsidRPr="00A72677">
              <w:rPr>
                <w:rtl/>
              </w:rPr>
              <w:t>ما</w:t>
            </w:r>
            <w:r w:rsidRPr="00A72677">
              <w:rPr>
                <w:rtl/>
              </w:rPr>
              <w:t xml:space="preserve"> </w:t>
            </w:r>
            <w:r w:rsidR="00A72677" w:rsidRPr="00A72677">
              <w:rPr>
                <w:rtl/>
              </w:rPr>
              <w:t>خل</w:t>
            </w:r>
            <w:r w:rsidRPr="00A72677">
              <w:rPr>
                <w:rtl/>
              </w:rPr>
              <w:t xml:space="preserve">تُ </w:t>
            </w:r>
            <w:r w:rsidR="00A72677" w:rsidRPr="00A72677">
              <w:rPr>
                <w:rtl/>
              </w:rPr>
              <w:t>من</w:t>
            </w:r>
            <w:r w:rsidRPr="00A72677">
              <w:rPr>
                <w:rtl/>
              </w:rPr>
              <w:t>ك ا</w:t>
            </w:r>
            <w:r w:rsidR="00A72677" w:rsidRPr="00A72677">
              <w:rPr>
                <w:rtl/>
              </w:rPr>
              <w:t>لد</w:t>
            </w:r>
            <w:r w:rsidRPr="00A72677">
              <w:rPr>
                <w:rtl/>
              </w:rPr>
              <w:t>اء</w:t>
            </w:r>
            <w:r w:rsidR="00677BC4">
              <w:rPr>
                <w:rtl/>
              </w:rPr>
              <w:t>َ</w:t>
            </w:r>
            <w:r w:rsidRPr="00A72677">
              <w:rPr>
                <w:rtl/>
              </w:rPr>
              <w:t xml:space="preserve"> </w:t>
            </w:r>
            <w:r w:rsidR="00A72677" w:rsidRPr="00A72677">
              <w:rPr>
                <w:rtl/>
              </w:rPr>
              <w:t>يب</w:t>
            </w:r>
            <w:r w:rsidRPr="00A72677">
              <w:rPr>
                <w:rtl/>
              </w:rPr>
              <w:t xml:space="preserve">لغ </w:t>
            </w:r>
            <w:r w:rsidR="00A72677" w:rsidRPr="00A72677">
              <w:rPr>
                <w:rtl/>
              </w:rPr>
              <w:t>ما</w:t>
            </w:r>
            <w:r w:rsidRPr="00A72677">
              <w:rPr>
                <w:rtl/>
              </w:rPr>
              <w:t xml:space="preserve"> أرى</w:t>
            </w:r>
            <w:r w:rsidRPr="00A72677">
              <w:rPr>
                <w:rStyle w:val="libPoemTiniChar0"/>
                <w:rtl/>
              </w:rPr>
              <w:br/>
              <w:t> </w:t>
            </w:r>
          </w:p>
        </w:tc>
        <w:tc>
          <w:tcPr>
            <w:tcW w:w="301" w:type="dxa"/>
          </w:tcPr>
          <w:p w:rsidR="00E81644" w:rsidRPr="00A72677" w:rsidRDefault="00E81644" w:rsidP="00A72677">
            <w:pPr>
              <w:pStyle w:val="libPoem"/>
              <w:rPr>
                <w:rtl/>
              </w:rPr>
            </w:pPr>
          </w:p>
        </w:tc>
        <w:tc>
          <w:tcPr>
            <w:tcW w:w="3884" w:type="dxa"/>
          </w:tcPr>
          <w:p w:rsidR="00E81644" w:rsidRPr="00A72677" w:rsidRDefault="00E81644" w:rsidP="00A72677">
            <w:pPr>
              <w:pStyle w:val="libPoem"/>
            </w:pPr>
            <w:r w:rsidRPr="00A72677">
              <w:rPr>
                <w:rtl/>
              </w:rPr>
              <w:t xml:space="preserve">لأنّك </w:t>
            </w:r>
            <w:r w:rsidR="00A72677" w:rsidRPr="00A72677">
              <w:rPr>
                <w:rtl/>
              </w:rPr>
              <w:t>للد</w:t>
            </w:r>
            <w:r w:rsidRPr="00A72677">
              <w:rPr>
                <w:rtl/>
              </w:rPr>
              <w:t>هر الدواءُ ا</w:t>
            </w:r>
            <w:r w:rsidR="00A72677" w:rsidRPr="00A72677">
              <w:rPr>
                <w:rtl/>
              </w:rPr>
              <w:t>لمج</w:t>
            </w:r>
            <w:r w:rsidRPr="00A72677">
              <w:rPr>
                <w:rtl/>
              </w:rPr>
              <w:t>رّ</w:t>
            </w:r>
            <w:r w:rsidR="00677BC4">
              <w:rPr>
                <w:rtl/>
              </w:rPr>
              <w:t>َ</w:t>
            </w:r>
            <w:r w:rsidRPr="00A72677">
              <w:rPr>
                <w:rtl/>
              </w:rPr>
              <w:t>بُ</w:t>
            </w:r>
            <w:r w:rsidRPr="00A72677">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A72677">
              <w:rPr>
                <w:rtl/>
              </w:rPr>
              <w:t>ولا</w:t>
            </w:r>
            <w:r w:rsidR="004C00A8">
              <w:rPr>
                <w:rtl/>
              </w:rPr>
              <w:t xml:space="preserve"> </w:t>
            </w:r>
            <w:r w:rsidR="00A72677" w:rsidRPr="00A72677">
              <w:rPr>
                <w:rtl/>
              </w:rPr>
              <w:t>في</w:t>
            </w:r>
            <w:r w:rsidRPr="00A72677">
              <w:rPr>
                <w:rtl/>
              </w:rPr>
              <w:t xml:space="preserve"> </w:t>
            </w:r>
            <w:r w:rsidR="00A72677" w:rsidRPr="00A72677">
              <w:rPr>
                <w:rtl/>
              </w:rPr>
              <w:t>فر</w:t>
            </w:r>
            <w:r w:rsidRPr="00A72677">
              <w:rPr>
                <w:rtl/>
              </w:rPr>
              <w:t>اش ا</w:t>
            </w:r>
            <w:r w:rsidR="00A72677" w:rsidRPr="00A72677">
              <w:rPr>
                <w:rtl/>
              </w:rPr>
              <w:t>لس</w:t>
            </w:r>
            <w:r w:rsidRPr="00A72677">
              <w:rPr>
                <w:rtl/>
              </w:rPr>
              <w:t xml:space="preserve">قم </w:t>
            </w:r>
            <w:r w:rsidR="00A72677" w:rsidRPr="00A72677">
              <w:rPr>
                <w:rtl/>
              </w:rPr>
              <w:t>قد</w:t>
            </w:r>
            <w:r w:rsidRPr="00A72677">
              <w:rPr>
                <w:rtl/>
              </w:rPr>
              <w:t>ّ</w:t>
            </w:r>
            <w:r w:rsidR="00677BC4">
              <w:rPr>
                <w:rtl/>
              </w:rPr>
              <w:t>َ</w:t>
            </w:r>
            <w:r w:rsidRPr="00A72677">
              <w:rPr>
                <w:rtl/>
              </w:rPr>
              <w:t>رتُ أن</w:t>
            </w:r>
            <w:r w:rsidR="00A72677" w:rsidRPr="00A72677">
              <w:rPr>
                <w:rtl/>
              </w:rPr>
              <w:t>ّن</w:t>
            </w:r>
            <w:r w:rsidRPr="00A72677">
              <w:rPr>
                <w:rtl/>
              </w:rPr>
              <w:t>ي</w:t>
            </w:r>
            <w:r w:rsidRPr="00A72677">
              <w:rPr>
                <w:rStyle w:val="libPoemTiniChar0"/>
                <w:rtl/>
              </w:rPr>
              <w:br/>
              <w:t> </w:t>
            </w:r>
          </w:p>
        </w:tc>
        <w:tc>
          <w:tcPr>
            <w:tcW w:w="301" w:type="dxa"/>
          </w:tcPr>
          <w:p w:rsidR="00E81644" w:rsidRPr="00A72677" w:rsidRDefault="00E81644" w:rsidP="00A72677">
            <w:pPr>
              <w:pStyle w:val="libPoem"/>
              <w:rPr>
                <w:rtl/>
              </w:rPr>
            </w:pPr>
          </w:p>
        </w:tc>
        <w:tc>
          <w:tcPr>
            <w:tcW w:w="3884" w:type="dxa"/>
          </w:tcPr>
          <w:p w:rsidR="00E81644" w:rsidRPr="00A72677" w:rsidRDefault="00E81644" w:rsidP="00A72677">
            <w:pPr>
              <w:pStyle w:val="libPoem"/>
            </w:pPr>
            <w:r w:rsidRPr="00A72677">
              <w:rPr>
                <w:rtl/>
              </w:rPr>
              <w:t xml:space="preserve">أرى </w:t>
            </w:r>
            <w:r w:rsidR="00A72677" w:rsidRPr="00A72677">
              <w:rPr>
                <w:rtl/>
              </w:rPr>
              <w:t>منك</w:t>
            </w:r>
            <w:r w:rsidRPr="00A72677">
              <w:rPr>
                <w:rtl/>
              </w:rPr>
              <w:t xml:space="preserve"> طوداً </w:t>
            </w:r>
            <w:r w:rsidR="00A72677" w:rsidRPr="00A72677">
              <w:rPr>
                <w:rtl/>
              </w:rPr>
              <w:t>با</w:t>
            </w:r>
            <w:r w:rsidRPr="00A72677">
              <w:rPr>
                <w:rtl/>
              </w:rPr>
              <w:t>لأ</w:t>
            </w:r>
            <w:r w:rsidR="00A72677" w:rsidRPr="00A72677">
              <w:rPr>
                <w:rtl/>
              </w:rPr>
              <w:t>كف</w:t>
            </w:r>
            <w:r w:rsidRPr="00A72677">
              <w:rPr>
                <w:rtl/>
              </w:rPr>
              <w:t xml:space="preserve">ِّ </w:t>
            </w:r>
            <w:r w:rsidR="00A72677" w:rsidRPr="00A72677">
              <w:rPr>
                <w:rtl/>
              </w:rPr>
              <w:t>يق</w:t>
            </w:r>
            <w:r w:rsidRPr="00A72677">
              <w:rPr>
                <w:rtl/>
              </w:rPr>
              <w:t>ل</w:t>
            </w:r>
            <w:r w:rsidR="00677BC4">
              <w:rPr>
                <w:rtl/>
              </w:rPr>
              <w:t>َ</w:t>
            </w:r>
            <w:r w:rsidRPr="00A72677">
              <w:rPr>
                <w:rtl/>
              </w:rPr>
              <w:t>بُ</w:t>
            </w:r>
            <w:r w:rsidRPr="00A72677">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A72677">
              <w:rPr>
                <w:rtl/>
              </w:rPr>
              <w:t>أ</w:t>
            </w:r>
            <w:r w:rsidR="00A72677" w:rsidRPr="00A72677">
              <w:rPr>
                <w:rtl/>
              </w:rPr>
              <w:t>منت</w:t>
            </w:r>
            <w:r w:rsidRPr="00A72677">
              <w:rPr>
                <w:rtl/>
              </w:rPr>
              <w:t xml:space="preserve">ُ </w:t>
            </w:r>
            <w:r w:rsidR="00A72677" w:rsidRPr="00A72677">
              <w:rPr>
                <w:rtl/>
              </w:rPr>
              <w:t>علي</w:t>
            </w:r>
            <w:r w:rsidRPr="00A72677">
              <w:rPr>
                <w:rtl/>
              </w:rPr>
              <w:t>ك ا</w:t>
            </w:r>
            <w:r w:rsidR="00A72677" w:rsidRPr="00A72677">
              <w:rPr>
                <w:rtl/>
              </w:rPr>
              <w:t>لنا</w:t>
            </w:r>
            <w:r w:rsidRPr="00A72677">
              <w:rPr>
                <w:rtl/>
              </w:rPr>
              <w:t>ئبات، وإن</w:t>
            </w:r>
            <w:r w:rsidR="00A72677" w:rsidRPr="00A72677">
              <w:rPr>
                <w:rtl/>
              </w:rPr>
              <w:t>ّها</w:t>
            </w:r>
            <w:r w:rsidRPr="00A72677">
              <w:rPr>
                <w:rStyle w:val="libPoemTiniChar0"/>
                <w:rtl/>
              </w:rPr>
              <w:br/>
              <w:t> </w:t>
            </w:r>
          </w:p>
        </w:tc>
        <w:tc>
          <w:tcPr>
            <w:tcW w:w="301" w:type="dxa"/>
          </w:tcPr>
          <w:p w:rsidR="00E81644" w:rsidRPr="00A72677" w:rsidRDefault="00E81644" w:rsidP="00A72677">
            <w:pPr>
              <w:pStyle w:val="libPoem"/>
              <w:rPr>
                <w:rtl/>
              </w:rPr>
            </w:pPr>
          </w:p>
        </w:tc>
        <w:tc>
          <w:tcPr>
            <w:tcW w:w="3884" w:type="dxa"/>
          </w:tcPr>
          <w:p w:rsidR="00E81644" w:rsidRPr="00A72677" w:rsidRDefault="00A72677" w:rsidP="00A72677">
            <w:pPr>
              <w:pStyle w:val="libPoem"/>
            </w:pPr>
            <w:r w:rsidRPr="00A72677">
              <w:rPr>
                <w:rtl/>
              </w:rPr>
              <w:t>لعن</w:t>
            </w:r>
            <w:r w:rsidR="00E81644" w:rsidRPr="00A72677">
              <w:rPr>
                <w:rtl/>
              </w:rPr>
              <w:t xml:space="preserve"> كلِّ م</w:t>
            </w:r>
            <w:r w:rsidR="00677BC4">
              <w:rPr>
                <w:rtl/>
              </w:rPr>
              <w:t>َ</w:t>
            </w:r>
            <w:r w:rsidR="00E81644" w:rsidRPr="00A72677">
              <w:rPr>
                <w:rtl/>
              </w:rPr>
              <w:t>نْ آ</w:t>
            </w:r>
            <w:r w:rsidRPr="00A72677">
              <w:rPr>
                <w:rtl/>
              </w:rPr>
              <w:t>منت</w:t>
            </w:r>
            <w:r w:rsidR="00E81644" w:rsidRPr="00A72677">
              <w:rPr>
                <w:rtl/>
              </w:rPr>
              <w:t xml:space="preserve">ه </w:t>
            </w:r>
            <w:r w:rsidRPr="00A72677">
              <w:rPr>
                <w:rtl/>
              </w:rPr>
              <w:t>تت</w:t>
            </w:r>
            <w:r w:rsidR="00E81644" w:rsidRPr="00A72677">
              <w:rPr>
                <w:rtl/>
              </w:rPr>
              <w:t>نكّ</w:t>
            </w:r>
            <w:r w:rsidR="00677BC4">
              <w:rPr>
                <w:rtl/>
              </w:rPr>
              <w:t>َ</w:t>
            </w:r>
            <w:r w:rsidR="00E81644" w:rsidRPr="00A72677">
              <w:rPr>
                <w:rtl/>
              </w:rPr>
              <w:t>بُ</w:t>
            </w:r>
            <w:r w:rsidR="00E81644" w:rsidRPr="00A72677">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و</w:t>
            </w:r>
            <w:r w:rsidR="00A72677" w:rsidRPr="009647FC">
              <w:rPr>
                <w:rtl/>
              </w:rPr>
              <w:t>قل</w:t>
            </w:r>
            <w:r w:rsidRPr="009647FC">
              <w:rPr>
                <w:rtl/>
              </w:rPr>
              <w:t>ت</w:t>
            </w:r>
            <w:r w:rsidR="004C00A8">
              <w:rPr>
                <w:rtl/>
              </w:rPr>
              <w:t xml:space="preserve"> </w:t>
            </w:r>
            <w:r w:rsidR="00A72677" w:rsidRPr="009647FC">
              <w:rPr>
                <w:rtl/>
              </w:rPr>
              <w:t>شغ</w:t>
            </w:r>
            <w:r w:rsidRPr="009647FC">
              <w:rPr>
                <w:rtl/>
              </w:rPr>
              <w:t>لن</w:t>
            </w:r>
            <w:r>
              <w:rPr>
                <w:rtl/>
              </w:rPr>
              <w:t xml:space="preserve"> </w:t>
            </w:r>
            <w:r w:rsidRPr="009647FC">
              <w:rPr>
                <w:rtl/>
              </w:rPr>
              <w:t>ا</w:t>
            </w:r>
            <w:r w:rsidR="00A72677" w:rsidRPr="009647FC">
              <w:rPr>
                <w:rtl/>
              </w:rPr>
              <w:t>لد</w:t>
            </w:r>
            <w:r w:rsidRPr="009647FC">
              <w:rPr>
                <w:rtl/>
              </w:rPr>
              <w:t>هر</w:t>
            </w:r>
            <w:r w:rsidR="00677BC4">
              <w:rPr>
                <w:rtl/>
              </w:rPr>
              <w:t>َ</w:t>
            </w:r>
            <w:r>
              <w:rPr>
                <w:rtl/>
              </w:rPr>
              <w:t xml:space="preserve"> </w:t>
            </w:r>
            <w:r w:rsidR="00A72677" w:rsidRPr="009647FC">
              <w:rPr>
                <w:rtl/>
              </w:rPr>
              <w:t>في</w:t>
            </w:r>
            <w:r>
              <w:rPr>
                <w:rtl/>
              </w:rPr>
              <w:t xml:space="preserve"> </w:t>
            </w:r>
            <w:r w:rsidR="00A72677" w:rsidRPr="009647FC">
              <w:rPr>
                <w:rtl/>
              </w:rPr>
              <w:t>كل</w:t>
            </w:r>
            <w:r w:rsidRPr="009647FC">
              <w:rPr>
                <w:rtl/>
              </w:rPr>
              <w:t>ّ</w:t>
            </w:r>
            <w:r>
              <w:rPr>
                <w:rtl/>
              </w:rPr>
              <w:t xml:space="preserve"> </w:t>
            </w:r>
            <w:r w:rsidRPr="009647FC">
              <w:rPr>
                <w:rtl/>
              </w:rPr>
              <w:t>لحظةٍ</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A72677" w:rsidP="00A72677">
            <w:pPr>
              <w:pStyle w:val="libPoem"/>
            </w:pPr>
            <w:r w:rsidRPr="009647FC">
              <w:rPr>
                <w:rtl/>
              </w:rPr>
              <w:t>مو</w:t>
            </w:r>
            <w:r w:rsidR="00E81644" w:rsidRPr="009647FC">
              <w:rPr>
                <w:rtl/>
              </w:rPr>
              <w:t>ا</w:t>
            </w:r>
            <w:r w:rsidRPr="009647FC">
              <w:rPr>
                <w:rtl/>
              </w:rPr>
              <w:t>هب</w:t>
            </w:r>
            <w:r w:rsidR="00E81644" w:rsidRPr="009647FC">
              <w:rPr>
                <w:rtl/>
              </w:rPr>
              <w:t>ُ</w:t>
            </w:r>
            <w:r w:rsidR="004C00A8">
              <w:rPr>
                <w:rtl/>
              </w:rPr>
              <w:t xml:space="preserve"> </w:t>
            </w:r>
            <w:r w:rsidRPr="009647FC">
              <w:rPr>
                <w:rtl/>
              </w:rPr>
              <w:t>كف</w:t>
            </w:r>
            <w:r w:rsidR="00E81644" w:rsidRPr="009647FC">
              <w:rPr>
                <w:rtl/>
              </w:rPr>
              <w:t>ّ</w:t>
            </w:r>
            <w:r w:rsidR="00677BC4">
              <w:rPr>
                <w:rtl/>
              </w:rPr>
              <w:t>َ</w:t>
            </w:r>
            <w:r w:rsidR="00E81644" w:rsidRPr="009647FC">
              <w:rPr>
                <w:rtl/>
              </w:rPr>
              <w:t>يك</w:t>
            </w:r>
            <w:r w:rsidR="00E81644">
              <w:rPr>
                <w:rtl/>
              </w:rPr>
              <w:t xml:space="preserve"> </w:t>
            </w:r>
            <w:r w:rsidR="00E81644" w:rsidRPr="009647FC">
              <w:rPr>
                <w:rtl/>
              </w:rPr>
              <w:t>ا</w:t>
            </w:r>
            <w:r w:rsidRPr="009647FC">
              <w:rPr>
                <w:rtl/>
              </w:rPr>
              <w:t>لت</w:t>
            </w:r>
            <w:r w:rsidR="00E81644" w:rsidRPr="009647FC">
              <w:rPr>
                <w:rtl/>
              </w:rPr>
              <w:t>ي</w:t>
            </w:r>
            <w:r w:rsidR="00E81644">
              <w:rPr>
                <w:rtl/>
              </w:rPr>
              <w:t xml:space="preserve"> </w:t>
            </w:r>
            <w:r w:rsidRPr="009647FC">
              <w:rPr>
                <w:rtl/>
              </w:rPr>
              <w:t>لي</w:t>
            </w:r>
            <w:r w:rsidR="00E81644" w:rsidRPr="009647FC">
              <w:rPr>
                <w:rtl/>
              </w:rPr>
              <w:t>س</w:t>
            </w:r>
            <w:r w:rsidR="00E81644">
              <w:rPr>
                <w:rtl/>
              </w:rPr>
              <w:t xml:space="preserve"> </w:t>
            </w:r>
            <w:r w:rsidRPr="009647FC">
              <w:rPr>
                <w:rtl/>
              </w:rPr>
              <w:t>تو</w:t>
            </w:r>
            <w:r w:rsidR="00E81644" w:rsidRPr="009647FC">
              <w:rPr>
                <w:rtl/>
              </w:rPr>
              <w:t>هبُ</w:t>
            </w:r>
            <w:r w:rsidR="00E81644" w:rsidRPr="00725071">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ولم</w:t>
            </w:r>
            <w:r>
              <w:rPr>
                <w:rtl/>
              </w:rPr>
              <w:t xml:space="preserve"> </w:t>
            </w:r>
            <w:r w:rsidRPr="009647FC">
              <w:rPr>
                <w:rtl/>
              </w:rPr>
              <w:t>أدرِ</w:t>
            </w:r>
            <w:r>
              <w:rPr>
                <w:rtl/>
              </w:rPr>
              <w:t xml:space="preserve"> </w:t>
            </w:r>
            <w:r w:rsidRPr="009647FC">
              <w:rPr>
                <w:rtl/>
              </w:rPr>
              <w:t>أنّ</w:t>
            </w:r>
            <w:r>
              <w:rPr>
                <w:rtl/>
              </w:rPr>
              <w:t xml:space="preserve"> </w:t>
            </w:r>
            <w:r w:rsidRPr="009647FC">
              <w:rPr>
                <w:rtl/>
              </w:rPr>
              <w:t>ا</w:t>
            </w:r>
            <w:r w:rsidR="00A72677" w:rsidRPr="009647FC">
              <w:rPr>
                <w:rtl/>
              </w:rPr>
              <w:t>لخط</w:t>
            </w:r>
            <w:r w:rsidRPr="009647FC">
              <w:rPr>
                <w:rtl/>
              </w:rPr>
              <w:t>ب</w:t>
            </w:r>
            <w:r>
              <w:rPr>
                <w:rtl/>
              </w:rPr>
              <w:t xml:space="preserve"> </w:t>
            </w:r>
            <w:r w:rsidR="00A72677" w:rsidRPr="009647FC">
              <w:rPr>
                <w:rtl/>
              </w:rPr>
              <w:t>يج</w:t>
            </w:r>
            <w:r w:rsidRPr="009647FC">
              <w:rPr>
                <w:rtl/>
              </w:rPr>
              <w:t>مع</w:t>
            </w:r>
            <w:r>
              <w:rPr>
                <w:rtl/>
              </w:rPr>
              <w:t xml:space="preserve"> </w:t>
            </w:r>
            <w:r w:rsidRPr="009647FC">
              <w:rPr>
                <w:rtl/>
              </w:rPr>
              <w:t>و</w:t>
            </w:r>
            <w:r w:rsidR="00A72677" w:rsidRPr="009647FC">
              <w:rPr>
                <w:rtl/>
              </w:rPr>
              <w:t>ثب</w:t>
            </w:r>
            <w:r w:rsidRPr="009647FC">
              <w:rPr>
                <w:rtl/>
              </w:rPr>
              <w:t>ة</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E81644" w:rsidP="00A72677">
            <w:pPr>
              <w:pStyle w:val="libPoem"/>
            </w:pPr>
            <w:r w:rsidRPr="009647FC">
              <w:rPr>
                <w:rtl/>
              </w:rPr>
              <w:t>وأنّ</w:t>
            </w:r>
            <w:r>
              <w:rPr>
                <w:rtl/>
              </w:rPr>
              <w:t xml:space="preserve"> </w:t>
            </w:r>
            <w:r w:rsidR="00A72677" w:rsidRPr="009647FC">
              <w:rPr>
                <w:rtl/>
              </w:rPr>
              <w:t>عش</w:t>
            </w:r>
            <w:r w:rsidRPr="009647FC">
              <w:rPr>
                <w:rtl/>
              </w:rPr>
              <w:t>ار</w:t>
            </w:r>
            <w:r w:rsidR="00677BC4">
              <w:rPr>
                <w:rtl/>
              </w:rPr>
              <w:t>َ</w:t>
            </w:r>
            <w:r>
              <w:rPr>
                <w:rtl/>
              </w:rPr>
              <w:t xml:space="preserve"> </w:t>
            </w:r>
            <w:r w:rsidRPr="009647FC">
              <w:rPr>
                <w:rtl/>
              </w:rPr>
              <w:t>ا</w:t>
            </w:r>
            <w:r w:rsidR="00A72677" w:rsidRPr="009647FC">
              <w:rPr>
                <w:rtl/>
              </w:rPr>
              <w:t>لم</w:t>
            </w:r>
            <w:r w:rsidRPr="009647FC">
              <w:rPr>
                <w:rtl/>
              </w:rPr>
              <w:t>وتِ</w:t>
            </w:r>
            <w:r>
              <w:rPr>
                <w:rtl/>
              </w:rPr>
              <w:t xml:space="preserve"> </w:t>
            </w:r>
            <w:r w:rsidRPr="009647FC">
              <w:rPr>
                <w:rtl/>
              </w:rPr>
              <w:t>بالثكلِ</w:t>
            </w:r>
            <w:r>
              <w:rPr>
                <w:rtl/>
              </w:rPr>
              <w:t xml:space="preserve"> </w:t>
            </w:r>
            <w:r w:rsidRPr="009647FC">
              <w:rPr>
                <w:rtl/>
              </w:rPr>
              <w:t>مقربُ</w:t>
            </w:r>
            <w:r w:rsidRPr="004E7EC6">
              <w:rPr>
                <w:rStyle w:val="libFootnotenumChar"/>
                <w:rtl/>
              </w:rPr>
              <w:t>(4)</w:t>
            </w:r>
            <w:r w:rsidRPr="00725071">
              <w:rPr>
                <w:rStyle w:val="libPoemTiniChar0"/>
                <w:rtl/>
              </w:rPr>
              <w:br/>
              <w:t> </w:t>
            </w:r>
          </w:p>
        </w:tc>
      </w:tr>
      <w:tr w:rsidR="00E81644" w:rsidRPr="00524A24" w:rsidTr="00E81644">
        <w:trPr>
          <w:trHeight w:val="350"/>
        </w:trPr>
        <w:tc>
          <w:tcPr>
            <w:tcW w:w="3902" w:type="dxa"/>
          </w:tcPr>
          <w:p w:rsidR="00E81644" w:rsidRPr="00524A24" w:rsidRDefault="00E81644" w:rsidP="00A72677">
            <w:pPr>
              <w:pStyle w:val="libPoem"/>
            </w:pPr>
            <w:r w:rsidRPr="009647FC">
              <w:rPr>
                <w:rtl/>
              </w:rPr>
              <w:t>إلى</w:t>
            </w:r>
            <w:r>
              <w:rPr>
                <w:rtl/>
              </w:rPr>
              <w:t xml:space="preserve"> </w:t>
            </w:r>
            <w:r w:rsidR="00A72677" w:rsidRPr="009647FC">
              <w:rPr>
                <w:rtl/>
              </w:rPr>
              <w:t>حين</w:t>
            </w:r>
            <w:r>
              <w:rPr>
                <w:rtl/>
              </w:rPr>
              <w:t xml:space="preserve"> </w:t>
            </w:r>
            <w:r w:rsidRPr="009647FC">
              <w:rPr>
                <w:rtl/>
              </w:rPr>
              <w:t>أرد</w:t>
            </w:r>
            <w:r w:rsidR="00A72677" w:rsidRPr="009647FC">
              <w:rPr>
                <w:rtl/>
              </w:rPr>
              <w:t>تني</w:t>
            </w:r>
            <w:r>
              <w:rPr>
                <w:rtl/>
              </w:rPr>
              <w:t xml:space="preserve"> </w:t>
            </w:r>
            <w:r w:rsidR="00A72677" w:rsidRPr="009647FC">
              <w:rPr>
                <w:rtl/>
              </w:rPr>
              <w:t>بف</w:t>
            </w:r>
            <w:r w:rsidRPr="009647FC">
              <w:rPr>
                <w:rtl/>
              </w:rPr>
              <w:t>قدك</w:t>
            </w:r>
            <w:r>
              <w:rPr>
                <w:rtl/>
              </w:rPr>
              <w:t xml:space="preserve"> </w:t>
            </w:r>
            <w:r w:rsidR="00A72677" w:rsidRPr="009647FC">
              <w:rPr>
                <w:rtl/>
              </w:rPr>
              <w:t>لي</w:t>
            </w:r>
            <w:r w:rsidRPr="009647FC">
              <w:rPr>
                <w:rtl/>
              </w:rPr>
              <w:t>لةٌ</w:t>
            </w:r>
            <w:r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Default="00A72677" w:rsidP="00A72677">
            <w:pPr>
              <w:pStyle w:val="libPoem"/>
            </w:pPr>
            <w:r w:rsidRPr="009647FC">
              <w:rPr>
                <w:rtl/>
              </w:rPr>
              <w:t>تو</w:t>
            </w:r>
            <w:r w:rsidR="00E81644" w:rsidRPr="009647FC">
              <w:rPr>
                <w:rtl/>
              </w:rPr>
              <w:t>لّ</w:t>
            </w:r>
            <w:r w:rsidR="00677BC4">
              <w:rPr>
                <w:rtl/>
              </w:rPr>
              <w:t>َ</w:t>
            </w:r>
            <w:r w:rsidR="00E81644" w:rsidRPr="009647FC">
              <w:rPr>
                <w:rtl/>
              </w:rPr>
              <w:t>د</w:t>
            </w:r>
            <w:r w:rsidR="00E81644">
              <w:rPr>
                <w:rtl/>
              </w:rPr>
              <w:t xml:space="preserve"> </w:t>
            </w:r>
            <w:r w:rsidRPr="009647FC">
              <w:rPr>
                <w:rtl/>
              </w:rPr>
              <w:t>من</w:t>
            </w:r>
            <w:r w:rsidR="00E81644" w:rsidRPr="009647FC">
              <w:rPr>
                <w:rtl/>
              </w:rPr>
              <w:t>ها</w:t>
            </w:r>
            <w:r w:rsidR="00E81644">
              <w:rPr>
                <w:rtl/>
              </w:rPr>
              <w:t xml:space="preserve"> </w:t>
            </w:r>
            <w:r w:rsidRPr="009647FC">
              <w:rPr>
                <w:rtl/>
              </w:rPr>
              <w:t>يو</w:t>
            </w:r>
            <w:r w:rsidR="00E81644" w:rsidRPr="009647FC">
              <w:rPr>
                <w:rtl/>
              </w:rPr>
              <w:t>مُ</w:t>
            </w:r>
            <w:r w:rsidR="00E81644">
              <w:rPr>
                <w:rtl/>
              </w:rPr>
              <w:t xml:space="preserve"> </w:t>
            </w:r>
            <w:r w:rsidR="00E81644" w:rsidRPr="009647FC">
              <w:rPr>
                <w:rtl/>
              </w:rPr>
              <w:t>حزنٍ</w:t>
            </w:r>
            <w:r w:rsidR="00E81644">
              <w:rPr>
                <w:rtl/>
              </w:rPr>
              <w:t xml:space="preserve"> </w:t>
            </w:r>
            <w:r w:rsidR="00E81644" w:rsidRPr="009647FC">
              <w:rPr>
                <w:rtl/>
              </w:rPr>
              <w:t>عصبصبُ</w:t>
            </w:r>
            <w:r w:rsidR="00E81644" w:rsidRPr="004E7EC6">
              <w:rPr>
                <w:rStyle w:val="libFootnotenumChar"/>
                <w:rtl/>
              </w:rPr>
              <w:t>(5)</w:t>
            </w:r>
            <w:r w:rsidR="00E81644" w:rsidRPr="00725071">
              <w:rPr>
                <w:rStyle w:val="libPoemTiniChar0"/>
                <w:rtl/>
              </w:rPr>
              <w:br/>
              <w:t> </w:t>
            </w:r>
          </w:p>
        </w:tc>
      </w:tr>
      <w:tr w:rsidR="00E81644" w:rsidRPr="00524A24" w:rsidTr="00E81644">
        <w:trPr>
          <w:trHeight w:val="350"/>
        </w:trPr>
        <w:tc>
          <w:tcPr>
            <w:tcW w:w="3902" w:type="dxa"/>
          </w:tcPr>
          <w:p w:rsidR="00E81644" w:rsidRPr="00524A24" w:rsidRDefault="00A72677" w:rsidP="00A72677">
            <w:pPr>
              <w:pStyle w:val="libPoem"/>
            </w:pPr>
            <w:r w:rsidRPr="009647FC">
              <w:rPr>
                <w:rtl/>
              </w:rPr>
              <w:t>فقا</w:t>
            </w:r>
            <w:r w:rsidR="00E81644" w:rsidRPr="009647FC">
              <w:rPr>
                <w:rtl/>
              </w:rPr>
              <w:t>م</w:t>
            </w:r>
            <w:r w:rsidR="00E81644">
              <w:rPr>
                <w:rtl/>
              </w:rPr>
              <w:t xml:space="preserve"> </w:t>
            </w:r>
            <w:r w:rsidR="00E81644" w:rsidRPr="009647FC">
              <w:rPr>
                <w:rtl/>
              </w:rPr>
              <w:t>بك</w:t>
            </w:r>
            <w:r w:rsidR="00E81644">
              <w:rPr>
                <w:rtl/>
              </w:rPr>
              <w:t xml:space="preserve"> </w:t>
            </w:r>
            <w:r w:rsidR="00E81644" w:rsidRPr="009647FC">
              <w:rPr>
                <w:rtl/>
              </w:rPr>
              <w:t>ا</w:t>
            </w:r>
            <w:r w:rsidRPr="009647FC">
              <w:rPr>
                <w:rtl/>
              </w:rPr>
              <w:t>لن</w:t>
            </w:r>
            <w:r w:rsidR="00E81644" w:rsidRPr="009647FC">
              <w:rPr>
                <w:rtl/>
              </w:rPr>
              <w:t>اعي</w:t>
            </w:r>
            <w:r w:rsidR="00E81644">
              <w:rPr>
                <w:rtl/>
              </w:rPr>
              <w:t xml:space="preserve"> </w:t>
            </w:r>
            <w:r w:rsidR="00E81644" w:rsidRPr="009647FC">
              <w:rPr>
                <w:rtl/>
              </w:rPr>
              <w:t>و</w:t>
            </w:r>
            <w:r w:rsidRPr="009647FC">
              <w:rPr>
                <w:rtl/>
              </w:rPr>
              <w:t>قا</w:t>
            </w:r>
            <w:r w:rsidR="00E81644" w:rsidRPr="009647FC">
              <w:rPr>
                <w:rtl/>
              </w:rPr>
              <w:t>ل</w:t>
            </w:r>
            <w:r w:rsidR="00E81644">
              <w:rPr>
                <w:rtl/>
              </w:rPr>
              <w:t xml:space="preserve"> </w:t>
            </w:r>
            <w:r w:rsidR="00E81644" w:rsidRPr="009647FC">
              <w:rPr>
                <w:rtl/>
              </w:rPr>
              <w:t>و</w:t>
            </w:r>
            <w:r w:rsidRPr="009647FC">
              <w:rPr>
                <w:rtl/>
              </w:rPr>
              <w:t>لل</w:t>
            </w:r>
            <w:r w:rsidR="00E81644" w:rsidRPr="009647FC">
              <w:rPr>
                <w:rtl/>
              </w:rPr>
              <w:t>أسى</w:t>
            </w:r>
            <w:r w:rsidR="00E81644" w:rsidRPr="00725071">
              <w:rPr>
                <w:rStyle w:val="libPoemTiniChar0"/>
                <w:rtl/>
              </w:rPr>
              <w:br/>
              <w:t> </w:t>
            </w:r>
          </w:p>
        </w:tc>
        <w:tc>
          <w:tcPr>
            <w:tcW w:w="301" w:type="dxa"/>
          </w:tcPr>
          <w:p w:rsidR="00E81644" w:rsidRDefault="00E81644" w:rsidP="00A72677">
            <w:pPr>
              <w:pStyle w:val="libPoem"/>
              <w:rPr>
                <w:rtl/>
              </w:rPr>
            </w:pPr>
          </w:p>
        </w:tc>
        <w:tc>
          <w:tcPr>
            <w:tcW w:w="3884" w:type="dxa"/>
          </w:tcPr>
          <w:p w:rsidR="00E81644" w:rsidRPr="00524A24" w:rsidRDefault="00A72677" w:rsidP="00A72677">
            <w:pPr>
              <w:pStyle w:val="libPoem"/>
            </w:pPr>
            <w:r w:rsidRPr="009647FC">
              <w:rPr>
                <w:rtl/>
              </w:rPr>
              <w:t>بكل</w:t>
            </w:r>
            <w:r w:rsidR="00E81644" w:rsidRPr="009647FC">
              <w:rPr>
                <w:rtl/>
              </w:rPr>
              <w:t>ّ</w:t>
            </w:r>
            <w:r w:rsidR="00E81644">
              <w:rPr>
                <w:rtl/>
              </w:rPr>
              <w:t xml:space="preserve"> </w:t>
            </w:r>
            <w:r w:rsidRPr="009647FC">
              <w:rPr>
                <w:rtl/>
              </w:rPr>
              <w:t>حشا</w:t>
            </w:r>
            <w:r w:rsidR="00E81644" w:rsidRPr="009647FC">
              <w:rPr>
                <w:rtl/>
              </w:rPr>
              <w:t>ً</w:t>
            </w:r>
            <w:r w:rsidR="00E81644">
              <w:rPr>
                <w:rtl/>
              </w:rPr>
              <w:t xml:space="preserve"> </w:t>
            </w:r>
            <w:r w:rsidRPr="009647FC">
              <w:rPr>
                <w:rtl/>
              </w:rPr>
              <w:t>يد</w:t>
            </w:r>
            <w:r w:rsidR="00E81644" w:rsidRPr="009647FC">
              <w:rPr>
                <w:rtl/>
              </w:rPr>
              <w:t>ميه</w:t>
            </w:r>
            <w:r w:rsidR="00E81644">
              <w:rPr>
                <w:rtl/>
              </w:rPr>
              <w:t xml:space="preserve"> </w:t>
            </w:r>
            <w:r w:rsidRPr="009647FC">
              <w:rPr>
                <w:rtl/>
              </w:rPr>
              <w:t>ظف</w:t>
            </w:r>
            <w:r w:rsidR="00E81644" w:rsidRPr="009647FC">
              <w:rPr>
                <w:rtl/>
              </w:rPr>
              <w:t>رٌ</w:t>
            </w:r>
            <w:r w:rsidR="00E81644">
              <w:rPr>
                <w:rtl/>
              </w:rPr>
              <w:t xml:space="preserve"> </w:t>
            </w:r>
            <w:r w:rsidR="00E81644" w:rsidRPr="009647FC">
              <w:rPr>
                <w:rtl/>
              </w:rPr>
              <w:t>و</w:t>
            </w:r>
            <w:r w:rsidRPr="009647FC">
              <w:rPr>
                <w:rtl/>
              </w:rPr>
              <w:t>مخ</w:t>
            </w:r>
            <w:r w:rsidR="00E81644" w:rsidRPr="009647FC">
              <w:rPr>
                <w:rtl/>
              </w:rPr>
              <w:t>لبُ</w:t>
            </w:r>
            <w:r w:rsidR="00E81644"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الديوان المطبوع</w:t>
      </w:r>
      <w:r w:rsidR="00D769AB">
        <w:rPr>
          <w:rtl/>
        </w:rPr>
        <w:t>:</w:t>
      </w:r>
      <w:r w:rsidRPr="009647FC">
        <w:rPr>
          <w:rtl/>
        </w:rPr>
        <w:t xml:space="preserve"> خفت</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حدّثني الشيخ قاسم الملاّ الحلّي أنّ هذه القصيدة مطلعها</w:t>
      </w:r>
      <w:r w:rsidR="00D769AB">
        <w:rPr>
          <w:rtl/>
        </w:rPr>
        <w:t>:</w:t>
      </w:r>
    </w:p>
    <w:tbl>
      <w:tblPr>
        <w:tblStyle w:val="TableGrid"/>
        <w:bidiVisual/>
        <w:tblW w:w="4562" w:type="pct"/>
        <w:tblInd w:w="384" w:type="dxa"/>
        <w:tblLook w:val="04A0"/>
      </w:tblPr>
      <w:tblGrid>
        <w:gridCol w:w="3902"/>
        <w:gridCol w:w="301"/>
        <w:gridCol w:w="3884"/>
      </w:tblGrid>
      <w:tr w:rsidR="00E81644" w:rsidRPr="00524A24" w:rsidTr="00A72677">
        <w:trPr>
          <w:trHeight w:val="350"/>
        </w:trPr>
        <w:tc>
          <w:tcPr>
            <w:tcW w:w="3902" w:type="dxa"/>
          </w:tcPr>
          <w:p w:rsidR="00E81644" w:rsidRPr="00524A24" w:rsidRDefault="00E81644" w:rsidP="00E81644">
            <w:pPr>
              <w:pStyle w:val="libPoemFootnote"/>
            </w:pPr>
            <w:r w:rsidRPr="009647FC">
              <w:rPr>
                <w:rtl/>
              </w:rPr>
              <w:t>رواقُ العُلى ابنُ المليكِ المحجب</w:t>
            </w:r>
            <w:r w:rsidRPr="00725071">
              <w:rPr>
                <w:rStyle w:val="libPoemTiniChar0"/>
                <w:rtl/>
              </w:rPr>
              <w:br/>
              <w:t> </w:t>
            </w:r>
          </w:p>
        </w:tc>
        <w:tc>
          <w:tcPr>
            <w:tcW w:w="301" w:type="dxa"/>
          </w:tcPr>
          <w:p w:rsidR="00E81644" w:rsidRDefault="00E81644" w:rsidP="00E81644">
            <w:pPr>
              <w:pStyle w:val="libPoemFootnote"/>
              <w:rPr>
                <w:rtl/>
              </w:rPr>
            </w:pPr>
          </w:p>
        </w:tc>
        <w:tc>
          <w:tcPr>
            <w:tcW w:w="3884" w:type="dxa"/>
          </w:tcPr>
          <w:p w:rsidR="00E81644" w:rsidRPr="00524A24" w:rsidRDefault="00E81644" w:rsidP="00E81644">
            <w:pPr>
              <w:pStyle w:val="libPoemFootnote"/>
            </w:pPr>
            <w:r w:rsidRPr="009647FC">
              <w:rPr>
                <w:rtl/>
              </w:rPr>
              <w:t>لم</w:t>
            </w:r>
            <w:r w:rsidR="00677BC4">
              <w:rPr>
                <w:rtl/>
              </w:rPr>
              <w:t>َ</w:t>
            </w:r>
            <w:r w:rsidRPr="009647FC">
              <w:rPr>
                <w:rtl/>
              </w:rPr>
              <w:t>نْ بعده تلك الأسرّة تنصبُ</w:t>
            </w:r>
            <w:r w:rsidRPr="00725071">
              <w:rPr>
                <w:rStyle w:val="libPoemTiniChar0"/>
                <w:rtl/>
              </w:rPr>
              <w:br/>
              <w:t> </w:t>
            </w:r>
          </w:p>
        </w:tc>
      </w:tr>
    </w:tbl>
    <w:p w:rsidR="009647FC" w:rsidRPr="00524A24" w:rsidRDefault="009647FC" w:rsidP="004E7EC6">
      <w:pPr>
        <w:pStyle w:val="libFootnote0"/>
      </w:pPr>
      <w:r w:rsidRPr="009647FC">
        <w:rPr>
          <w:rtl/>
        </w:rPr>
        <w:t>غير أنّ الشاعر أعرض عنه بالنظر إلى أنّ المعزّى أخوه العلاّمة السيد محمد القزويني</w:t>
      </w:r>
      <w:r w:rsidR="00D769AB">
        <w:rPr>
          <w:rtl/>
        </w:rPr>
        <w:t>،</w:t>
      </w:r>
      <w:r w:rsidRPr="009647FC">
        <w:rPr>
          <w:rtl/>
        </w:rPr>
        <w:t xml:space="preserve"> وهو علم جهبذ</w:t>
      </w:r>
      <w:r w:rsidR="00D769AB">
        <w:rPr>
          <w:rtl/>
        </w:rPr>
        <w:t>؛</w:t>
      </w:r>
      <w:r w:rsidRPr="009647FC">
        <w:rPr>
          <w:rtl/>
        </w:rPr>
        <w:t xml:space="preserve"> ولأنّه خاف من أن يكون ذلك كتعريض به</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يشغب</w:t>
      </w:r>
      <w:r w:rsidR="00D769AB">
        <w:rPr>
          <w:rtl/>
        </w:rPr>
        <w:t>:</w:t>
      </w:r>
      <w:r w:rsidRPr="009647FC">
        <w:rPr>
          <w:rtl/>
        </w:rPr>
        <w:t xml:space="preserve"> يهيج </w:t>
      </w:r>
      <w:r w:rsidR="00D769AB">
        <w:rPr>
          <w:rtl/>
        </w:rPr>
        <w:t>(</w:t>
      </w:r>
      <w:r w:rsidRPr="009647FC">
        <w:rPr>
          <w:rtl/>
        </w:rPr>
        <w:t>للشرّ</w:t>
      </w:r>
      <w:r w:rsidR="00D769AB">
        <w:rPr>
          <w:rtl/>
        </w:rPr>
        <w:t>).</w:t>
      </w:r>
      <w:r w:rsidRPr="009647FC">
        <w:rPr>
          <w:rtl/>
        </w:rPr>
        <w:t xml:space="preserve"> وفي نسخة</w:t>
      </w:r>
      <w:r w:rsidR="00D769AB">
        <w:rPr>
          <w:rtl/>
        </w:rPr>
        <w:t>:</w:t>
      </w:r>
      <w:r w:rsidRPr="009647FC">
        <w:rPr>
          <w:rtl/>
        </w:rPr>
        <w:t xml:space="preserve"> يشعب</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العشار المقرب</w:t>
      </w:r>
      <w:r w:rsidR="00D769AB">
        <w:rPr>
          <w:rtl/>
        </w:rPr>
        <w:t>:</w:t>
      </w:r>
      <w:r w:rsidRPr="009647FC">
        <w:rPr>
          <w:rtl/>
        </w:rPr>
        <w:t xml:space="preserve"> الإبل الحوامل قريبة الوضع</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العصبصب</w:t>
      </w:r>
      <w:r w:rsidR="00D769AB">
        <w:rPr>
          <w:rtl/>
        </w:rPr>
        <w:t>:</w:t>
      </w:r>
      <w:r w:rsidRPr="009647FC">
        <w:rPr>
          <w:rtl/>
        </w:rPr>
        <w:t xml:space="preserve"> اليوم الشديد الحر</w:t>
      </w:r>
      <w:r w:rsidR="00D769AB">
        <w:rPr>
          <w:rtl/>
        </w:rPr>
        <w:t>،</w:t>
      </w:r>
      <w:r w:rsidRPr="009647FC">
        <w:rPr>
          <w:rtl/>
        </w:rPr>
        <w:t xml:space="preserve"> أو الشديد مطلقاً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1C4254" w:rsidRPr="00524A24" w:rsidTr="001C4254">
        <w:trPr>
          <w:trHeight w:val="350"/>
        </w:trPr>
        <w:tc>
          <w:tcPr>
            <w:tcW w:w="3902" w:type="dxa"/>
          </w:tcPr>
          <w:p w:rsidR="001C4254" w:rsidRPr="00524A24" w:rsidRDefault="00A72677" w:rsidP="00A72677">
            <w:pPr>
              <w:pStyle w:val="libPoem"/>
            </w:pPr>
            <w:r w:rsidRPr="009647FC">
              <w:rPr>
                <w:rtl/>
              </w:rPr>
              <w:lastRenderedPageBreak/>
              <w:t>هل</w:t>
            </w:r>
            <w:r w:rsidR="001C4254" w:rsidRPr="009647FC">
              <w:rPr>
                <w:rtl/>
              </w:rPr>
              <w:t>مّ</w:t>
            </w:r>
            <w:r w:rsidR="00677BC4">
              <w:rPr>
                <w:rtl/>
              </w:rPr>
              <w:t>َ</w:t>
            </w:r>
            <w:r w:rsidR="004C00A8">
              <w:rPr>
                <w:rtl/>
              </w:rPr>
              <w:t xml:space="preserve"> </w:t>
            </w:r>
            <w:r w:rsidRPr="009647FC">
              <w:rPr>
                <w:rtl/>
              </w:rPr>
              <w:t>بن</w:t>
            </w:r>
            <w:r w:rsidR="001C4254" w:rsidRPr="009647FC">
              <w:rPr>
                <w:rtl/>
              </w:rPr>
              <w:t>ي</w:t>
            </w:r>
            <w:r w:rsidR="001C4254">
              <w:rPr>
                <w:rtl/>
              </w:rPr>
              <w:t xml:space="preserve"> </w:t>
            </w:r>
            <w:r w:rsidR="001C4254" w:rsidRPr="009647FC">
              <w:rPr>
                <w:rtl/>
              </w:rPr>
              <w:t>ا</w:t>
            </w:r>
            <w:r w:rsidRPr="009647FC">
              <w:rPr>
                <w:rtl/>
              </w:rPr>
              <w:t>لد</w:t>
            </w:r>
            <w:r w:rsidR="001C4254" w:rsidRPr="009647FC">
              <w:rPr>
                <w:rtl/>
              </w:rPr>
              <w:t>نيا</w:t>
            </w:r>
            <w:r w:rsidR="001C4254">
              <w:rPr>
                <w:rtl/>
              </w:rPr>
              <w:t xml:space="preserve"> </w:t>
            </w:r>
            <w:r w:rsidRPr="009647FC">
              <w:rPr>
                <w:rtl/>
              </w:rPr>
              <w:t>جم</w:t>
            </w:r>
            <w:r w:rsidR="001C4254" w:rsidRPr="009647FC">
              <w:rPr>
                <w:rtl/>
              </w:rPr>
              <w:t>يعاً</w:t>
            </w:r>
            <w:r w:rsidR="001C4254">
              <w:rPr>
                <w:rtl/>
              </w:rPr>
              <w:t xml:space="preserve"> </w:t>
            </w:r>
            <w:r w:rsidR="001C4254" w:rsidRPr="009647FC">
              <w:rPr>
                <w:rtl/>
              </w:rPr>
              <w:t>إ</w:t>
            </w:r>
            <w:r w:rsidRPr="009647FC">
              <w:rPr>
                <w:rtl/>
              </w:rPr>
              <w:t>لى</w:t>
            </w:r>
            <w:r w:rsidR="001C4254">
              <w:rPr>
                <w:rtl/>
              </w:rPr>
              <w:t xml:space="preserve"> </w:t>
            </w:r>
            <w:r w:rsidR="001C4254" w:rsidRPr="009647FC">
              <w:rPr>
                <w:rtl/>
              </w:rPr>
              <w:t>ا</w:t>
            </w:r>
            <w:r w:rsidRPr="009647FC">
              <w:rPr>
                <w:rtl/>
              </w:rPr>
              <w:t>لت</w:t>
            </w:r>
            <w:r w:rsidR="001C4254" w:rsidRPr="009647FC">
              <w:rPr>
                <w:rtl/>
              </w:rPr>
              <w:t>ي</w:t>
            </w:r>
            <w:r w:rsidR="001C4254" w:rsidRPr="00725071">
              <w:rPr>
                <w:rStyle w:val="libPoemTiniChar0"/>
                <w:rtl/>
              </w:rPr>
              <w:br/>
              <w:t> </w:t>
            </w:r>
          </w:p>
        </w:tc>
        <w:tc>
          <w:tcPr>
            <w:tcW w:w="301" w:type="dxa"/>
          </w:tcPr>
          <w:p w:rsidR="001C4254" w:rsidRDefault="001C4254" w:rsidP="00A72677">
            <w:pPr>
              <w:pStyle w:val="libPoem"/>
              <w:rPr>
                <w:rtl/>
              </w:rPr>
            </w:pPr>
          </w:p>
        </w:tc>
        <w:tc>
          <w:tcPr>
            <w:tcW w:w="3884" w:type="dxa"/>
          </w:tcPr>
          <w:p w:rsidR="001C4254" w:rsidRDefault="00A72677" w:rsidP="00A72677">
            <w:pPr>
              <w:pStyle w:val="libPoem"/>
            </w:pPr>
            <w:r w:rsidRPr="009647FC">
              <w:rPr>
                <w:rtl/>
              </w:rPr>
              <w:t>تز</w:t>
            </w:r>
            <w:r w:rsidR="001C4254" w:rsidRPr="009647FC">
              <w:rPr>
                <w:rtl/>
              </w:rPr>
              <w:t>لزل</w:t>
            </w:r>
            <w:r w:rsidR="004C00A8">
              <w:rPr>
                <w:rtl/>
              </w:rPr>
              <w:t xml:space="preserve"> </w:t>
            </w:r>
            <w:r w:rsidRPr="009647FC">
              <w:rPr>
                <w:rtl/>
              </w:rPr>
              <w:t>من</w:t>
            </w:r>
            <w:r w:rsidR="001C4254" w:rsidRPr="009647FC">
              <w:rPr>
                <w:rtl/>
              </w:rPr>
              <w:t>ها</w:t>
            </w:r>
            <w:r w:rsidR="001C4254">
              <w:rPr>
                <w:rtl/>
              </w:rPr>
              <w:t xml:space="preserve"> </w:t>
            </w:r>
            <w:r w:rsidR="001C4254" w:rsidRPr="009647FC">
              <w:rPr>
                <w:rtl/>
              </w:rPr>
              <w:t>ا</w:t>
            </w:r>
            <w:r w:rsidRPr="009647FC">
              <w:rPr>
                <w:rtl/>
              </w:rPr>
              <w:t>لي</w:t>
            </w:r>
            <w:r w:rsidR="001C4254" w:rsidRPr="009647FC">
              <w:rPr>
                <w:rtl/>
              </w:rPr>
              <w:t>وم</w:t>
            </w:r>
            <w:r w:rsidR="001C4254">
              <w:rPr>
                <w:rtl/>
              </w:rPr>
              <w:t xml:space="preserve"> </w:t>
            </w:r>
            <w:r w:rsidRPr="009647FC">
              <w:rPr>
                <w:rtl/>
              </w:rPr>
              <w:t>شر</w:t>
            </w:r>
            <w:r w:rsidR="001C4254" w:rsidRPr="009647FC">
              <w:rPr>
                <w:rtl/>
              </w:rPr>
              <w:t>قٌ</w:t>
            </w:r>
            <w:r w:rsidR="001C4254">
              <w:rPr>
                <w:rtl/>
              </w:rPr>
              <w:t xml:space="preserve"> </w:t>
            </w:r>
            <w:r w:rsidR="001C4254" w:rsidRPr="009647FC">
              <w:rPr>
                <w:rtl/>
              </w:rPr>
              <w:t>و</w:t>
            </w:r>
            <w:r w:rsidRPr="009647FC">
              <w:rPr>
                <w:rtl/>
              </w:rPr>
              <w:t>مغ</w:t>
            </w:r>
            <w:r w:rsidR="001C4254" w:rsidRPr="009647FC">
              <w:rPr>
                <w:rtl/>
              </w:rPr>
              <w:t>ربُ</w:t>
            </w:r>
            <w:r w:rsidR="001C4254" w:rsidRPr="00725071">
              <w:rPr>
                <w:rStyle w:val="libPoemTiniChar0"/>
                <w:rtl/>
              </w:rPr>
              <w:br/>
              <w:t> </w:t>
            </w:r>
          </w:p>
        </w:tc>
      </w:tr>
      <w:tr w:rsidR="001C4254" w:rsidRPr="00524A24" w:rsidTr="001C4254">
        <w:trPr>
          <w:trHeight w:val="350"/>
        </w:trPr>
        <w:tc>
          <w:tcPr>
            <w:tcW w:w="3902" w:type="dxa"/>
          </w:tcPr>
          <w:p w:rsidR="001C4254" w:rsidRPr="00524A24" w:rsidRDefault="00A72677" w:rsidP="00A72677">
            <w:pPr>
              <w:pStyle w:val="libPoem"/>
            </w:pPr>
            <w:r w:rsidRPr="00A72677">
              <w:rPr>
                <w:rtl/>
              </w:rPr>
              <w:t>شك</w:t>
            </w:r>
            <w:r w:rsidR="001C4254" w:rsidRPr="00A72677">
              <w:rPr>
                <w:rtl/>
              </w:rPr>
              <w:t>اةٌ، و</w:t>
            </w:r>
            <w:r w:rsidRPr="00A72677">
              <w:rPr>
                <w:rtl/>
              </w:rPr>
              <w:t>لك</w:t>
            </w:r>
            <w:r w:rsidR="001C4254" w:rsidRPr="00A72677">
              <w:rPr>
                <w:rtl/>
              </w:rPr>
              <w:t xml:space="preserve">ن </w:t>
            </w:r>
            <w:r w:rsidRPr="00A72677">
              <w:rPr>
                <w:rtl/>
              </w:rPr>
              <w:t>في</w:t>
            </w:r>
            <w:r w:rsidR="001C4254" w:rsidRPr="00A72677">
              <w:rPr>
                <w:rtl/>
              </w:rPr>
              <w:t xml:space="preserve"> </w:t>
            </w:r>
            <w:r w:rsidRPr="00A72677">
              <w:rPr>
                <w:rtl/>
              </w:rPr>
              <w:t>حش</w:t>
            </w:r>
            <w:r w:rsidR="001C4254" w:rsidRPr="00A72677">
              <w:rPr>
                <w:rtl/>
              </w:rPr>
              <w:t>ا ا</w:t>
            </w:r>
            <w:r w:rsidRPr="00A72677">
              <w:rPr>
                <w:rtl/>
              </w:rPr>
              <w:t>لم</w:t>
            </w:r>
            <w:r w:rsidR="001C4254" w:rsidRPr="00A72677">
              <w:rPr>
                <w:rtl/>
              </w:rPr>
              <w:t>جد داؤها</w:t>
            </w:r>
            <w:r w:rsidR="001C4254" w:rsidRPr="00A72677">
              <w:rPr>
                <w:rStyle w:val="libPoemTiniChar0"/>
                <w:rtl/>
              </w:rPr>
              <w:br/>
              <w:t> </w:t>
            </w:r>
          </w:p>
        </w:tc>
        <w:tc>
          <w:tcPr>
            <w:tcW w:w="301" w:type="dxa"/>
          </w:tcPr>
          <w:p w:rsidR="001C4254" w:rsidRPr="00A72677" w:rsidRDefault="001C4254" w:rsidP="00A72677">
            <w:pPr>
              <w:pStyle w:val="libPoem"/>
              <w:rPr>
                <w:rtl/>
              </w:rPr>
            </w:pPr>
          </w:p>
        </w:tc>
        <w:tc>
          <w:tcPr>
            <w:tcW w:w="3884" w:type="dxa"/>
          </w:tcPr>
          <w:p w:rsidR="001C4254" w:rsidRPr="00A72677" w:rsidRDefault="001C4254" w:rsidP="00A72677">
            <w:pPr>
              <w:pStyle w:val="libPoem"/>
            </w:pPr>
            <w:r w:rsidRPr="00A72677">
              <w:rPr>
                <w:rtl/>
              </w:rPr>
              <w:t>وندبٌ</w:t>
            </w:r>
            <w:r w:rsidR="004C00A8">
              <w:rPr>
                <w:rtl/>
              </w:rPr>
              <w:t xml:space="preserve"> </w:t>
            </w:r>
            <w:r w:rsidRPr="00A72677">
              <w:rPr>
                <w:rtl/>
              </w:rPr>
              <w:t>و</w:t>
            </w:r>
            <w:r w:rsidR="00A72677" w:rsidRPr="00A72677">
              <w:rPr>
                <w:rtl/>
              </w:rPr>
              <w:t>لك</w:t>
            </w:r>
            <w:r w:rsidRPr="00A72677">
              <w:rPr>
                <w:rtl/>
              </w:rPr>
              <w:t>ن (</w:t>
            </w:r>
            <w:r w:rsidR="00A72677" w:rsidRPr="00A72677">
              <w:rPr>
                <w:rtl/>
              </w:rPr>
              <w:t>ها</w:t>
            </w:r>
            <w:r w:rsidRPr="00A72677">
              <w:rPr>
                <w:rtl/>
              </w:rPr>
              <w:t xml:space="preserve">شمٌ) </w:t>
            </w:r>
            <w:r w:rsidR="00A72677" w:rsidRPr="00A72677">
              <w:rPr>
                <w:rtl/>
              </w:rPr>
              <w:t>في</w:t>
            </w:r>
            <w:r w:rsidRPr="00A72677">
              <w:rPr>
                <w:rtl/>
              </w:rPr>
              <w:t xml:space="preserve">ه </w:t>
            </w:r>
            <w:r w:rsidR="00A72677" w:rsidRPr="00A72677">
              <w:rPr>
                <w:rtl/>
              </w:rPr>
              <w:t>تن</w:t>
            </w:r>
            <w:r w:rsidRPr="00A72677">
              <w:rPr>
                <w:rtl/>
              </w:rPr>
              <w:t>دبُ</w:t>
            </w:r>
            <w:r w:rsidRPr="00A72677">
              <w:rPr>
                <w:rStyle w:val="libPoemTiniChar0"/>
                <w:rtl/>
              </w:rPr>
              <w:br/>
              <w:t> </w:t>
            </w:r>
          </w:p>
        </w:tc>
      </w:tr>
      <w:tr w:rsidR="001C4254" w:rsidRPr="00524A24" w:rsidTr="001C4254">
        <w:trPr>
          <w:trHeight w:val="350"/>
        </w:trPr>
        <w:tc>
          <w:tcPr>
            <w:tcW w:w="3902" w:type="dxa"/>
          </w:tcPr>
          <w:p w:rsidR="001C4254" w:rsidRPr="00524A24" w:rsidRDefault="001C4254" w:rsidP="00A72677">
            <w:pPr>
              <w:pStyle w:val="libPoem"/>
            </w:pPr>
            <w:r w:rsidRPr="00A72677">
              <w:rPr>
                <w:rtl/>
              </w:rPr>
              <w:t>صهٍ</w:t>
            </w:r>
            <w:r w:rsidR="004C00A8">
              <w:rPr>
                <w:rtl/>
              </w:rPr>
              <w:t xml:space="preserve"> </w:t>
            </w:r>
            <w:r w:rsidRPr="00A72677">
              <w:rPr>
                <w:rtl/>
              </w:rPr>
              <w:t>أي</w:t>
            </w:r>
            <w:r w:rsidR="00A72677" w:rsidRPr="00A72677">
              <w:rPr>
                <w:rtl/>
              </w:rPr>
              <w:t>ّه</w:t>
            </w:r>
            <w:r w:rsidRPr="00A72677">
              <w:rPr>
                <w:rtl/>
              </w:rPr>
              <w:t>ا ا</w:t>
            </w:r>
            <w:r w:rsidR="00A72677" w:rsidRPr="00A72677">
              <w:rPr>
                <w:rtl/>
              </w:rPr>
              <w:t>لن</w:t>
            </w:r>
            <w:r w:rsidRPr="00A72677">
              <w:rPr>
                <w:rtl/>
              </w:rPr>
              <w:t xml:space="preserve">اعي </w:t>
            </w:r>
            <w:r w:rsidR="00A72677" w:rsidRPr="00A72677">
              <w:rPr>
                <w:rtl/>
              </w:rPr>
              <w:t>فن</w:t>
            </w:r>
            <w:r w:rsidRPr="00A72677">
              <w:rPr>
                <w:rtl/>
              </w:rPr>
              <w:t xml:space="preserve">عيك </w:t>
            </w:r>
            <w:r w:rsidR="00A72677" w:rsidRPr="00A72677">
              <w:rPr>
                <w:rtl/>
              </w:rPr>
              <w:t>يع</w:t>
            </w:r>
            <w:r w:rsidRPr="00A72677">
              <w:rPr>
                <w:rtl/>
              </w:rPr>
              <w:t>طب</w:t>
            </w:r>
            <w:r w:rsidRPr="00A72677">
              <w:rPr>
                <w:rStyle w:val="libPoemTiniChar0"/>
                <w:rtl/>
              </w:rPr>
              <w:br/>
              <w:t> </w:t>
            </w:r>
          </w:p>
        </w:tc>
        <w:tc>
          <w:tcPr>
            <w:tcW w:w="301" w:type="dxa"/>
          </w:tcPr>
          <w:p w:rsidR="001C4254" w:rsidRPr="00A72677" w:rsidRDefault="001C4254" w:rsidP="00A72677">
            <w:pPr>
              <w:pStyle w:val="libPoem"/>
              <w:rPr>
                <w:rtl/>
              </w:rPr>
            </w:pPr>
          </w:p>
        </w:tc>
        <w:tc>
          <w:tcPr>
            <w:tcW w:w="3884" w:type="dxa"/>
          </w:tcPr>
          <w:p w:rsidR="001C4254" w:rsidRPr="00A72677" w:rsidRDefault="001C4254" w:rsidP="00A72677">
            <w:pPr>
              <w:pStyle w:val="libPoem"/>
            </w:pPr>
            <w:r w:rsidRPr="00A72677">
              <w:rPr>
                <w:rtl/>
              </w:rPr>
              <w:t>عضضت الصفا لا بل حشا فاك إثلب</w:t>
            </w:r>
            <w:r w:rsidRPr="00A72677">
              <w:rPr>
                <w:rStyle w:val="libFootnotenumChar"/>
                <w:rtl/>
              </w:rPr>
              <w:t>(1)</w:t>
            </w:r>
            <w:r w:rsidRPr="00A72677">
              <w:rPr>
                <w:rStyle w:val="libPoemTiniChar0"/>
                <w:rtl/>
              </w:rPr>
              <w:br/>
              <w:t> </w:t>
            </w:r>
          </w:p>
        </w:tc>
      </w:tr>
      <w:tr w:rsidR="001C4254" w:rsidRPr="00524A24" w:rsidTr="001C4254">
        <w:trPr>
          <w:trHeight w:val="350"/>
        </w:trPr>
        <w:tc>
          <w:tcPr>
            <w:tcW w:w="3902" w:type="dxa"/>
          </w:tcPr>
          <w:p w:rsidR="001C4254" w:rsidRPr="00524A24" w:rsidRDefault="00A72677" w:rsidP="00A72677">
            <w:pPr>
              <w:pStyle w:val="libPoem"/>
            </w:pPr>
            <w:r w:rsidRPr="00A72677">
              <w:rPr>
                <w:rtl/>
              </w:rPr>
              <w:t>لس</w:t>
            </w:r>
            <w:r w:rsidR="001C4254" w:rsidRPr="00A72677">
              <w:rPr>
                <w:rtl/>
              </w:rPr>
              <w:t>انك</w:t>
            </w:r>
            <w:r w:rsidR="004C00A8">
              <w:rPr>
                <w:rtl/>
              </w:rPr>
              <w:t xml:space="preserve"> </w:t>
            </w:r>
            <w:r w:rsidRPr="00A72677">
              <w:rPr>
                <w:rtl/>
              </w:rPr>
              <w:t>يا</w:t>
            </w:r>
            <w:r w:rsidR="001C4254" w:rsidRPr="00A72677">
              <w:rPr>
                <w:rtl/>
              </w:rPr>
              <w:t xml:space="preserve"> </w:t>
            </w:r>
            <w:r w:rsidRPr="00A72677">
              <w:rPr>
                <w:rtl/>
              </w:rPr>
              <w:t>جف</w:t>
            </w:r>
            <w:r w:rsidR="001C4254" w:rsidRPr="00A72677">
              <w:rPr>
                <w:rtl/>
              </w:rPr>
              <w:t>ّ</w:t>
            </w:r>
            <w:r w:rsidR="00677BC4">
              <w:rPr>
                <w:rtl/>
              </w:rPr>
              <w:t>َ</w:t>
            </w:r>
            <w:r w:rsidR="001C4254" w:rsidRPr="00A72677">
              <w:rPr>
                <w:rtl/>
              </w:rPr>
              <w:t>ت لهاتُك فنعيك أو غدت</w:t>
            </w:r>
            <w:r w:rsidR="001C4254" w:rsidRPr="00A72677">
              <w:rPr>
                <w:rStyle w:val="libPoemTiniChar0"/>
                <w:rtl/>
              </w:rPr>
              <w:br/>
              <w:t> </w:t>
            </w:r>
          </w:p>
        </w:tc>
        <w:tc>
          <w:tcPr>
            <w:tcW w:w="301" w:type="dxa"/>
          </w:tcPr>
          <w:p w:rsidR="001C4254" w:rsidRPr="00A72677" w:rsidRDefault="001C4254" w:rsidP="00A72677">
            <w:pPr>
              <w:pStyle w:val="libPoem"/>
              <w:rPr>
                <w:rtl/>
              </w:rPr>
            </w:pPr>
          </w:p>
        </w:tc>
        <w:tc>
          <w:tcPr>
            <w:tcW w:w="3884" w:type="dxa"/>
          </w:tcPr>
          <w:p w:rsidR="001C4254" w:rsidRPr="00A72677" w:rsidRDefault="00A72677" w:rsidP="00A72677">
            <w:pPr>
              <w:pStyle w:val="libPoem"/>
            </w:pPr>
            <w:r w:rsidRPr="00A72677">
              <w:rPr>
                <w:rtl/>
              </w:rPr>
              <w:t>بريق</w:t>
            </w:r>
            <w:r w:rsidR="001C4254" w:rsidRPr="00A72677">
              <w:rPr>
                <w:rtl/>
              </w:rPr>
              <w:t>ِ الأ</w:t>
            </w:r>
            <w:r w:rsidRPr="00A72677">
              <w:rPr>
                <w:rtl/>
              </w:rPr>
              <w:t>فاعي</w:t>
            </w:r>
            <w:r w:rsidR="001C4254" w:rsidRPr="00A72677">
              <w:rPr>
                <w:rtl/>
              </w:rPr>
              <w:t xml:space="preserve"> لا </w:t>
            </w:r>
            <w:r w:rsidRPr="00A72677">
              <w:rPr>
                <w:rtl/>
              </w:rPr>
              <w:t>بر</w:t>
            </w:r>
            <w:r w:rsidR="001C4254" w:rsidRPr="00A72677">
              <w:rPr>
                <w:rtl/>
              </w:rPr>
              <w:t xml:space="preserve">يِقك </w:t>
            </w:r>
            <w:r w:rsidRPr="00A72677">
              <w:rPr>
                <w:rtl/>
              </w:rPr>
              <w:t>تر</w:t>
            </w:r>
            <w:r w:rsidR="001C4254" w:rsidRPr="00A72677">
              <w:rPr>
                <w:rtl/>
              </w:rPr>
              <w:t>طبُ</w:t>
            </w:r>
            <w:r w:rsidR="001C4254" w:rsidRPr="00A72677">
              <w:rPr>
                <w:rStyle w:val="libPoemTiniChar0"/>
                <w:rtl/>
              </w:rPr>
              <w:br/>
              <w:t> </w:t>
            </w:r>
          </w:p>
        </w:tc>
      </w:tr>
      <w:tr w:rsidR="001C4254" w:rsidRPr="00524A24" w:rsidTr="001C4254">
        <w:trPr>
          <w:trHeight w:val="350"/>
        </w:trPr>
        <w:tc>
          <w:tcPr>
            <w:tcW w:w="3902" w:type="dxa"/>
          </w:tcPr>
          <w:p w:rsidR="001C4254" w:rsidRPr="00524A24" w:rsidRDefault="001C4254" w:rsidP="00A72677">
            <w:pPr>
              <w:pStyle w:val="libPoem"/>
            </w:pPr>
            <w:r w:rsidRPr="00A72677">
              <w:rPr>
                <w:rtl/>
              </w:rPr>
              <w:t>رويدك</w:t>
            </w:r>
            <w:r w:rsidR="004C00A8">
              <w:rPr>
                <w:rtl/>
              </w:rPr>
              <w:t xml:space="preserve"> </w:t>
            </w:r>
            <w:r w:rsidRPr="00A72677">
              <w:rPr>
                <w:rtl/>
              </w:rPr>
              <w:t>رف</w:t>
            </w:r>
            <w:r w:rsidR="00A72677" w:rsidRPr="00A72677">
              <w:rPr>
                <w:rtl/>
              </w:rPr>
              <w:t>ّه</w:t>
            </w:r>
            <w:r w:rsidRPr="00A72677">
              <w:rPr>
                <w:rtl/>
              </w:rPr>
              <w:t xml:space="preserve"> </w:t>
            </w:r>
            <w:r w:rsidR="00A72677" w:rsidRPr="00A72677">
              <w:rPr>
                <w:rtl/>
              </w:rPr>
              <w:t>عن</w:t>
            </w:r>
            <w:r w:rsidRPr="00A72677">
              <w:rPr>
                <w:rtl/>
              </w:rPr>
              <w:t xml:space="preserve"> </w:t>
            </w:r>
            <w:r w:rsidR="00A72677" w:rsidRPr="00A72677">
              <w:rPr>
                <w:rtl/>
              </w:rPr>
              <w:t>حش</w:t>
            </w:r>
            <w:r w:rsidRPr="00A72677">
              <w:rPr>
                <w:rtl/>
              </w:rPr>
              <w:t>اشة أ</w:t>
            </w:r>
            <w:r w:rsidR="00A72677" w:rsidRPr="00A72677">
              <w:rPr>
                <w:rtl/>
              </w:rPr>
              <w:t>نف</w:t>
            </w:r>
            <w:r w:rsidRPr="00A72677">
              <w:rPr>
                <w:rtl/>
              </w:rPr>
              <w:t>سٍ</w:t>
            </w:r>
            <w:r w:rsidRPr="00A72677">
              <w:rPr>
                <w:rStyle w:val="libPoemTiniChar0"/>
                <w:rtl/>
              </w:rPr>
              <w:br/>
              <w:t> </w:t>
            </w:r>
          </w:p>
        </w:tc>
        <w:tc>
          <w:tcPr>
            <w:tcW w:w="301" w:type="dxa"/>
          </w:tcPr>
          <w:p w:rsidR="001C4254" w:rsidRPr="00A72677" w:rsidRDefault="001C4254" w:rsidP="00A72677">
            <w:pPr>
              <w:pStyle w:val="libPoem"/>
              <w:rPr>
                <w:rtl/>
              </w:rPr>
            </w:pPr>
          </w:p>
        </w:tc>
        <w:tc>
          <w:tcPr>
            <w:tcW w:w="3884" w:type="dxa"/>
          </w:tcPr>
          <w:p w:rsidR="001C4254" w:rsidRPr="00A72677" w:rsidRDefault="00A72677" w:rsidP="00A72677">
            <w:pPr>
              <w:pStyle w:val="libPoem"/>
            </w:pPr>
            <w:r w:rsidRPr="00A72677">
              <w:rPr>
                <w:rtl/>
              </w:rPr>
              <w:t>هف</w:t>
            </w:r>
            <w:r w:rsidR="001C4254" w:rsidRPr="00A72677">
              <w:rPr>
                <w:rtl/>
              </w:rPr>
              <w:t xml:space="preserve">ت </w:t>
            </w:r>
            <w:r w:rsidRPr="00A72677">
              <w:rPr>
                <w:rtl/>
              </w:rPr>
              <w:t>جز</w:t>
            </w:r>
            <w:r w:rsidR="001C4254" w:rsidRPr="00A72677">
              <w:rPr>
                <w:rtl/>
              </w:rPr>
              <w:t>عاً</w:t>
            </w:r>
            <w:r w:rsidR="001C4254" w:rsidRPr="00A72677">
              <w:rPr>
                <w:rStyle w:val="libFootnotenumChar"/>
                <w:rtl/>
              </w:rPr>
              <w:t>(2)</w:t>
            </w:r>
            <w:r w:rsidR="001C4254" w:rsidRPr="00A72677">
              <w:rPr>
                <w:rtl/>
              </w:rPr>
              <w:t xml:space="preserve"> </w:t>
            </w:r>
            <w:r w:rsidRPr="00A72677">
              <w:rPr>
                <w:rtl/>
              </w:rPr>
              <w:t>عم</w:t>
            </w:r>
            <w:r w:rsidR="001C4254" w:rsidRPr="00A72677">
              <w:rPr>
                <w:rtl/>
              </w:rPr>
              <w:t>ّا تعمّى وتعربُ</w:t>
            </w:r>
            <w:r w:rsidR="001C4254" w:rsidRPr="00A72677">
              <w:rPr>
                <w:rStyle w:val="libPoemTiniChar0"/>
                <w:rtl/>
              </w:rPr>
              <w:br/>
              <w:t> </w:t>
            </w:r>
          </w:p>
        </w:tc>
      </w:tr>
      <w:tr w:rsidR="001C4254" w:rsidRPr="00524A24" w:rsidTr="001C4254">
        <w:trPr>
          <w:trHeight w:val="350"/>
        </w:trPr>
        <w:tc>
          <w:tcPr>
            <w:tcW w:w="3902" w:type="dxa"/>
          </w:tcPr>
          <w:p w:rsidR="001C4254" w:rsidRPr="00524A24" w:rsidRDefault="00A72677" w:rsidP="00A72677">
            <w:pPr>
              <w:pStyle w:val="libPoem"/>
            </w:pPr>
            <w:r w:rsidRPr="00A72677">
              <w:rPr>
                <w:rtl/>
              </w:rPr>
              <w:t>فد</w:t>
            </w:r>
            <w:r w:rsidR="001C4254" w:rsidRPr="00A72677">
              <w:rPr>
                <w:rtl/>
              </w:rPr>
              <w:t>ع</w:t>
            </w:r>
            <w:r w:rsidR="004C00A8">
              <w:rPr>
                <w:rtl/>
              </w:rPr>
              <w:t xml:space="preserve"> </w:t>
            </w:r>
            <w:r w:rsidR="001C4254" w:rsidRPr="00A72677">
              <w:rPr>
                <w:rtl/>
              </w:rPr>
              <w:t>(</w:t>
            </w:r>
            <w:r w:rsidRPr="00A72677">
              <w:rPr>
                <w:rtl/>
              </w:rPr>
              <w:t>صا</w:t>
            </w:r>
            <w:r w:rsidR="001C4254" w:rsidRPr="00A72677">
              <w:rPr>
                <w:rtl/>
              </w:rPr>
              <w:t xml:space="preserve">لحاً) </w:t>
            </w:r>
            <w:r w:rsidRPr="00A72677">
              <w:rPr>
                <w:rtl/>
              </w:rPr>
              <w:t>لي</w:t>
            </w:r>
            <w:r w:rsidR="001C4254" w:rsidRPr="00A72677">
              <w:rPr>
                <w:rtl/>
              </w:rPr>
              <w:t xml:space="preserve"> وانع م</w:t>
            </w:r>
            <w:r w:rsidR="00677BC4">
              <w:rPr>
                <w:rtl/>
              </w:rPr>
              <w:t>َ</w:t>
            </w:r>
            <w:r w:rsidR="001C4254" w:rsidRPr="00A72677">
              <w:rPr>
                <w:rtl/>
              </w:rPr>
              <w:t>نْ شئت إنّها</w:t>
            </w:r>
            <w:r w:rsidR="001C4254" w:rsidRPr="00A72677">
              <w:rPr>
                <w:rStyle w:val="libPoemTiniChar0"/>
                <w:rtl/>
              </w:rPr>
              <w:br/>
              <w:t> </w:t>
            </w:r>
          </w:p>
        </w:tc>
        <w:tc>
          <w:tcPr>
            <w:tcW w:w="301" w:type="dxa"/>
          </w:tcPr>
          <w:p w:rsidR="001C4254" w:rsidRPr="00A72677" w:rsidRDefault="001C4254" w:rsidP="00A72677">
            <w:pPr>
              <w:pStyle w:val="libPoem"/>
              <w:rPr>
                <w:rtl/>
              </w:rPr>
            </w:pPr>
          </w:p>
        </w:tc>
        <w:tc>
          <w:tcPr>
            <w:tcW w:w="3884" w:type="dxa"/>
          </w:tcPr>
          <w:p w:rsidR="001C4254" w:rsidRPr="00A72677" w:rsidRDefault="00A72677" w:rsidP="00A72677">
            <w:pPr>
              <w:pStyle w:val="libPoem"/>
            </w:pPr>
            <w:r w:rsidRPr="00A72677">
              <w:rPr>
                <w:rtl/>
              </w:rPr>
              <w:t>ست</w:t>
            </w:r>
            <w:r w:rsidR="001C4254" w:rsidRPr="00A72677">
              <w:rPr>
                <w:rtl/>
              </w:rPr>
              <w:t>ذهب أ</w:t>
            </w:r>
            <w:r w:rsidRPr="00A72677">
              <w:rPr>
                <w:rtl/>
              </w:rPr>
              <w:t>حش</w:t>
            </w:r>
            <w:r w:rsidR="001C4254" w:rsidRPr="00A72677">
              <w:rPr>
                <w:rtl/>
              </w:rPr>
              <w:t>اء ا</w:t>
            </w:r>
            <w:r w:rsidRPr="00A72677">
              <w:rPr>
                <w:rtl/>
              </w:rPr>
              <w:t>له</w:t>
            </w:r>
            <w:r w:rsidR="001C4254" w:rsidRPr="00A72677">
              <w:rPr>
                <w:rtl/>
              </w:rPr>
              <w:t xml:space="preserve">دى </w:t>
            </w:r>
            <w:r w:rsidRPr="00A72677">
              <w:rPr>
                <w:rtl/>
              </w:rPr>
              <w:t>حي</w:t>
            </w:r>
            <w:r w:rsidR="001C4254" w:rsidRPr="00A72677">
              <w:rPr>
                <w:rtl/>
              </w:rPr>
              <w:t xml:space="preserve">ن </w:t>
            </w:r>
            <w:r w:rsidRPr="00A72677">
              <w:rPr>
                <w:rtl/>
              </w:rPr>
              <w:t>يذ</w:t>
            </w:r>
            <w:r w:rsidR="001C4254" w:rsidRPr="00A72677">
              <w:rPr>
                <w:rtl/>
              </w:rPr>
              <w:t>هبُ</w:t>
            </w:r>
            <w:r w:rsidR="001C4254" w:rsidRPr="00A72677">
              <w:rPr>
                <w:rStyle w:val="libPoemTiniChar0"/>
                <w:rtl/>
              </w:rPr>
              <w:br/>
              <w:t> </w:t>
            </w:r>
          </w:p>
        </w:tc>
      </w:tr>
      <w:tr w:rsidR="001C4254" w:rsidRPr="00524A24" w:rsidTr="001C4254">
        <w:trPr>
          <w:trHeight w:val="350"/>
        </w:trPr>
        <w:tc>
          <w:tcPr>
            <w:tcW w:w="3902" w:type="dxa"/>
          </w:tcPr>
          <w:p w:rsidR="001C4254" w:rsidRPr="00524A24" w:rsidRDefault="00A72677" w:rsidP="00A72677">
            <w:pPr>
              <w:pStyle w:val="libPoem"/>
            </w:pPr>
            <w:r w:rsidRPr="00A72677">
              <w:rPr>
                <w:rtl/>
              </w:rPr>
              <w:t>فل</w:t>
            </w:r>
            <w:r w:rsidR="001C4254" w:rsidRPr="00A72677">
              <w:rPr>
                <w:rtl/>
              </w:rPr>
              <w:t>يتك</w:t>
            </w:r>
            <w:r w:rsidR="004C00A8">
              <w:rPr>
                <w:rtl/>
              </w:rPr>
              <w:t xml:space="preserve"> </w:t>
            </w:r>
            <w:r w:rsidRPr="00A72677">
              <w:rPr>
                <w:rtl/>
              </w:rPr>
              <w:t>لي</w:t>
            </w:r>
            <w:r w:rsidR="001C4254" w:rsidRPr="00A72677">
              <w:rPr>
                <w:rtl/>
              </w:rPr>
              <w:t xml:space="preserve"> </w:t>
            </w:r>
            <w:r w:rsidRPr="00A72677">
              <w:rPr>
                <w:rtl/>
              </w:rPr>
              <w:t>في</w:t>
            </w:r>
            <w:r w:rsidR="001C4254" w:rsidRPr="00A72677">
              <w:rPr>
                <w:rtl/>
              </w:rPr>
              <w:t xml:space="preserve"> </w:t>
            </w:r>
            <w:r w:rsidRPr="00A72677">
              <w:rPr>
                <w:rtl/>
              </w:rPr>
              <w:t>نع</w:t>
            </w:r>
            <w:r w:rsidR="001C4254" w:rsidRPr="00A72677">
              <w:rPr>
                <w:rtl/>
              </w:rPr>
              <w:t>يك ا</w:t>
            </w:r>
            <w:r w:rsidRPr="00A72677">
              <w:rPr>
                <w:rtl/>
              </w:rPr>
              <w:t>لن</w:t>
            </w:r>
            <w:r w:rsidR="001C4254" w:rsidRPr="00A72677">
              <w:rPr>
                <w:rtl/>
              </w:rPr>
              <w:t xml:space="preserve">اس </w:t>
            </w:r>
            <w:r w:rsidRPr="00A72677">
              <w:rPr>
                <w:rtl/>
              </w:rPr>
              <w:t>كل</w:t>
            </w:r>
            <w:r w:rsidR="001C4254" w:rsidRPr="00A72677">
              <w:rPr>
                <w:rtl/>
              </w:rPr>
              <w:t>ّها</w:t>
            </w:r>
            <w:r w:rsidR="001C4254" w:rsidRPr="00A72677">
              <w:rPr>
                <w:rStyle w:val="libPoemTiniChar0"/>
                <w:rtl/>
              </w:rPr>
              <w:br/>
              <w:t> </w:t>
            </w:r>
          </w:p>
        </w:tc>
        <w:tc>
          <w:tcPr>
            <w:tcW w:w="301" w:type="dxa"/>
          </w:tcPr>
          <w:p w:rsidR="001C4254" w:rsidRPr="00A72677" w:rsidRDefault="001C4254" w:rsidP="00A72677">
            <w:pPr>
              <w:pStyle w:val="libPoem"/>
              <w:rPr>
                <w:rtl/>
              </w:rPr>
            </w:pPr>
          </w:p>
        </w:tc>
        <w:tc>
          <w:tcPr>
            <w:tcW w:w="3884" w:type="dxa"/>
          </w:tcPr>
          <w:p w:rsidR="001C4254" w:rsidRPr="00A72677" w:rsidRDefault="00A72677" w:rsidP="00A72677">
            <w:pPr>
              <w:pStyle w:val="libPoem"/>
            </w:pPr>
            <w:r w:rsidRPr="00A72677">
              <w:rPr>
                <w:rtl/>
              </w:rPr>
              <w:t>صد</w:t>
            </w:r>
            <w:r w:rsidR="001C4254" w:rsidRPr="00A72677">
              <w:rPr>
                <w:rtl/>
              </w:rPr>
              <w:t>قت و</w:t>
            </w:r>
            <w:r w:rsidRPr="00A72677">
              <w:rPr>
                <w:rtl/>
              </w:rPr>
              <w:t>في</w:t>
            </w:r>
            <w:r w:rsidR="001C4254" w:rsidRPr="00A72677">
              <w:rPr>
                <w:rtl/>
              </w:rPr>
              <w:t xml:space="preserve"> </w:t>
            </w:r>
            <w:r w:rsidRPr="00A72677">
              <w:rPr>
                <w:rtl/>
              </w:rPr>
              <w:t>فر</w:t>
            </w:r>
            <w:r w:rsidR="001C4254" w:rsidRPr="00A72677">
              <w:rPr>
                <w:rtl/>
              </w:rPr>
              <w:t>دِ (</w:t>
            </w:r>
            <w:r w:rsidRPr="00A72677">
              <w:rPr>
                <w:rtl/>
              </w:rPr>
              <w:t>هو</w:t>
            </w:r>
            <w:r w:rsidR="001C4254" w:rsidRPr="00A72677">
              <w:rPr>
                <w:rtl/>
              </w:rPr>
              <w:t xml:space="preserve"> الناس) تكذبُ</w:t>
            </w:r>
            <w:r w:rsidR="001C4254" w:rsidRPr="00A72677">
              <w:rPr>
                <w:rStyle w:val="libPoemTiniChar0"/>
                <w:rtl/>
              </w:rPr>
              <w:br/>
              <w:t> </w:t>
            </w:r>
          </w:p>
        </w:tc>
      </w:tr>
      <w:tr w:rsidR="001C4254" w:rsidRPr="00524A24" w:rsidTr="001C4254">
        <w:trPr>
          <w:trHeight w:val="350"/>
        </w:trPr>
        <w:tc>
          <w:tcPr>
            <w:tcW w:w="3902" w:type="dxa"/>
          </w:tcPr>
          <w:p w:rsidR="001C4254" w:rsidRPr="00524A24" w:rsidRDefault="001C4254" w:rsidP="00A72677">
            <w:pPr>
              <w:pStyle w:val="libPoem"/>
            </w:pPr>
            <w:r w:rsidRPr="00A72677">
              <w:rPr>
                <w:rtl/>
              </w:rPr>
              <w:t>وداعٍ</w:t>
            </w:r>
            <w:r w:rsidR="004C00A8">
              <w:rPr>
                <w:rtl/>
              </w:rPr>
              <w:t xml:space="preserve"> </w:t>
            </w:r>
            <w:r w:rsidRPr="00A72677">
              <w:rPr>
                <w:rtl/>
              </w:rPr>
              <w:t>دعا وا</w:t>
            </w:r>
            <w:r w:rsidR="00A72677" w:rsidRPr="00A72677">
              <w:rPr>
                <w:rtl/>
              </w:rPr>
              <w:t>لرشد</w:t>
            </w:r>
            <w:r w:rsidRPr="00A72677">
              <w:rPr>
                <w:rtl/>
              </w:rPr>
              <w:t xml:space="preserve">ُ </w:t>
            </w:r>
            <w:r w:rsidR="00A72677" w:rsidRPr="00A72677">
              <w:rPr>
                <w:rtl/>
              </w:rPr>
              <w:t>يق</w:t>
            </w:r>
            <w:r w:rsidRPr="00A72677">
              <w:rPr>
                <w:rtl/>
              </w:rPr>
              <w:t>بر وا</w:t>
            </w:r>
            <w:r w:rsidR="00A72677" w:rsidRPr="00A72677">
              <w:rPr>
                <w:rtl/>
              </w:rPr>
              <w:t>له</w:t>
            </w:r>
            <w:r w:rsidRPr="00A72677">
              <w:rPr>
                <w:rtl/>
              </w:rPr>
              <w:t>دى</w:t>
            </w:r>
            <w:r w:rsidRPr="00A72677">
              <w:rPr>
                <w:rStyle w:val="libPoemTiniChar0"/>
                <w:rtl/>
              </w:rPr>
              <w:br/>
              <w:t> </w:t>
            </w:r>
          </w:p>
        </w:tc>
        <w:tc>
          <w:tcPr>
            <w:tcW w:w="301" w:type="dxa"/>
          </w:tcPr>
          <w:p w:rsidR="001C4254" w:rsidRPr="00A72677" w:rsidRDefault="001C4254" w:rsidP="00A72677">
            <w:pPr>
              <w:pStyle w:val="libPoem"/>
              <w:rPr>
                <w:rtl/>
              </w:rPr>
            </w:pPr>
          </w:p>
        </w:tc>
        <w:tc>
          <w:tcPr>
            <w:tcW w:w="3884" w:type="dxa"/>
          </w:tcPr>
          <w:p w:rsidR="001C4254" w:rsidRPr="00A72677" w:rsidRDefault="00A72677" w:rsidP="00A72677">
            <w:pPr>
              <w:pStyle w:val="libPoem"/>
            </w:pPr>
            <w:r w:rsidRPr="00A72677">
              <w:rPr>
                <w:rtl/>
              </w:rPr>
              <w:t>يسو</w:t>
            </w:r>
            <w:r w:rsidR="001C4254" w:rsidRPr="00A72677">
              <w:rPr>
                <w:rtl/>
              </w:rPr>
              <w:t xml:space="preserve">ف </w:t>
            </w:r>
            <w:r w:rsidRPr="00A72677">
              <w:rPr>
                <w:rtl/>
              </w:rPr>
              <w:t>ثر</w:t>
            </w:r>
            <w:r w:rsidR="001C4254" w:rsidRPr="00A72677">
              <w:rPr>
                <w:rtl/>
              </w:rPr>
              <w:t>ى واراه وا</w:t>
            </w:r>
            <w:r w:rsidRPr="00A72677">
              <w:rPr>
                <w:rtl/>
              </w:rPr>
              <w:t>لو</w:t>
            </w:r>
            <w:r w:rsidR="001C4254" w:rsidRPr="00A72677">
              <w:rPr>
                <w:rtl/>
              </w:rPr>
              <w:t>حي ي</w:t>
            </w:r>
            <w:r w:rsidRPr="00A72677">
              <w:rPr>
                <w:rtl/>
              </w:rPr>
              <w:t>ُن</w:t>
            </w:r>
            <w:r w:rsidR="001C4254" w:rsidRPr="00A72677">
              <w:rPr>
                <w:rtl/>
              </w:rPr>
              <w:t>حبُ</w:t>
            </w:r>
            <w:r w:rsidR="001C4254" w:rsidRPr="00A72677">
              <w:rPr>
                <w:rStyle w:val="libPoemTiniChar0"/>
                <w:rtl/>
              </w:rPr>
              <w:br/>
              <w:t> </w:t>
            </w:r>
          </w:p>
        </w:tc>
      </w:tr>
      <w:tr w:rsidR="001C4254" w:rsidRPr="00524A24" w:rsidTr="001C4254">
        <w:trPr>
          <w:trHeight w:val="350"/>
        </w:trPr>
        <w:tc>
          <w:tcPr>
            <w:tcW w:w="3902" w:type="dxa"/>
          </w:tcPr>
          <w:p w:rsidR="001C4254" w:rsidRPr="00524A24" w:rsidRDefault="001C4254" w:rsidP="00A72677">
            <w:pPr>
              <w:pStyle w:val="libPoem"/>
            </w:pPr>
            <w:r w:rsidRPr="00A72677">
              <w:rPr>
                <w:rtl/>
              </w:rPr>
              <w:t>ألا</w:t>
            </w:r>
            <w:r w:rsidR="004C00A8">
              <w:rPr>
                <w:rtl/>
              </w:rPr>
              <w:t xml:space="preserve"> </w:t>
            </w:r>
            <w:r w:rsidR="00A72677" w:rsidRPr="00A72677">
              <w:rPr>
                <w:rtl/>
              </w:rPr>
              <w:t>تلك</w:t>
            </w:r>
            <w:r w:rsidRPr="00A72677">
              <w:rPr>
                <w:rtl/>
              </w:rPr>
              <w:t xml:space="preserve">م الأملاكُ </w:t>
            </w:r>
            <w:r w:rsidR="00A72677" w:rsidRPr="00A72677">
              <w:rPr>
                <w:rtl/>
              </w:rPr>
              <w:t>شع</w:t>
            </w:r>
            <w:r w:rsidRPr="00A72677">
              <w:rPr>
                <w:rtl/>
              </w:rPr>
              <w:t xml:space="preserve">ثاً </w:t>
            </w:r>
            <w:r w:rsidR="00A72677" w:rsidRPr="00A72677">
              <w:rPr>
                <w:rtl/>
              </w:rPr>
              <w:t>تز</w:t>
            </w:r>
            <w:r w:rsidRPr="00A72677">
              <w:rPr>
                <w:rtl/>
              </w:rPr>
              <w:t>احموا</w:t>
            </w:r>
            <w:r w:rsidRPr="00A72677">
              <w:rPr>
                <w:rStyle w:val="libPoemTiniChar0"/>
                <w:rtl/>
              </w:rPr>
              <w:br/>
              <w:t> </w:t>
            </w:r>
          </w:p>
        </w:tc>
        <w:tc>
          <w:tcPr>
            <w:tcW w:w="301" w:type="dxa"/>
          </w:tcPr>
          <w:p w:rsidR="001C4254" w:rsidRPr="00A72677" w:rsidRDefault="001C4254" w:rsidP="00A72677">
            <w:pPr>
              <w:pStyle w:val="libPoem"/>
              <w:rPr>
                <w:rtl/>
              </w:rPr>
            </w:pPr>
          </w:p>
        </w:tc>
        <w:tc>
          <w:tcPr>
            <w:tcW w:w="3884" w:type="dxa"/>
          </w:tcPr>
          <w:p w:rsidR="001C4254" w:rsidRPr="00A72677" w:rsidRDefault="00A72677" w:rsidP="00A72677">
            <w:pPr>
              <w:pStyle w:val="libPoem"/>
            </w:pPr>
            <w:r w:rsidRPr="00A72677">
              <w:rPr>
                <w:rtl/>
              </w:rPr>
              <w:t>عل</w:t>
            </w:r>
            <w:r w:rsidR="001C4254" w:rsidRPr="00A72677">
              <w:rPr>
                <w:rtl/>
              </w:rPr>
              <w:t>ى م</w:t>
            </w:r>
            <w:r w:rsidR="00677BC4">
              <w:rPr>
                <w:rtl/>
              </w:rPr>
              <w:t>َ</w:t>
            </w:r>
            <w:r w:rsidRPr="00A72677">
              <w:rPr>
                <w:rtl/>
              </w:rPr>
              <w:t>ن</w:t>
            </w:r>
            <w:r w:rsidR="001C4254" w:rsidRPr="00A72677">
              <w:rPr>
                <w:rtl/>
              </w:rPr>
              <w:t xml:space="preserve">ْ؟ </w:t>
            </w:r>
            <w:r w:rsidRPr="00A72677">
              <w:rPr>
                <w:rtl/>
              </w:rPr>
              <w:t>فه</w:t>
            </w:r>
            <w:r w:rsidR="001C4254" w:rsidRPr="00A72677">
              <w:rPr>
                <w:rtl/>
              </w:rPr>
              <w:t xml:space="preserve">ل </w:t>
            </w:r>
            <w:r w:rsidRPr="00A72677">
              <w:rPr>
                <w:rtl/>
              </w:rPr>
              <w:t>من</w:t>
            </w:r>
            <w:r w:rsidR="001C4254" w:rsidRPr="00A72677">
              <w:rPr>
                <w:rtl/>
              </w:rPr>
              <w:t>هم توارى مقرّ</w:t>
            </w:r>
            <w:r w:rsidR="00677BC4">
              <w:rPr>
                <w:rtl/>
              </w:rPr>
              <w:t>َ</w:t>
            </w:r>
            <w:r w:rsidR="001C4254" w:rsidRPr="00A72677">
              <w:rPr>
                <w:rtl/>
              </w:rPr>
              <w:t>بُ؟</w:t>
            </w:r>
            <w:r w:rsidR="001C4254" w:rsidRPr="00A72677">
              <w:rPr>
                <w:rStyle w:val="libPoemTiniChar0"/>
                <w:rtl/>
              </w:rPr>
              <w:br/>
              <w:t> </w:t>
            </w:r>
          </w:p>
        </w:tc>
      </w:tr>
      <w:tr w:rsidR="001C4254" w:rsidRPr="00524A24" w:rsidTr="001C4254">
        <w:trPr>
          <w:trHeight w:val="350"/>
        </w:trPr>
        <w:tc>
          <w:tcPr>
            <w:tcW w:w="3902" w:type="dxa"/>
          </w:tcPr>
          <w:p w:rsidR="001C4254" w:rsidRPr="00524A24" w:rsidRDefault="001C4254" w:rsidP="00A72677">
            <w:pPr>
              <w:pStyle w:val="libPoem"/>
            </w:pPr>
            <w:r w:rsidRPr="00A72677">
              <w:rPr>
                <w:rtl/>
              </w:rPr>
              <w:t>أ</w:t>
            </w:r>
            <w:r w:rsidR="00A72677" w:rsidRPr="00A72677">
              <w:rPr>
                <w:rtl/>
              </w:rPr>
              <w:t>مس</w:t>
            </w:r>
            <w:r w:rsidRPr="00A72677">
              <w:rPr>
                <w:rtl/>
              </w:rPr>
              <w:t>تعظم</w:t>
            </w:r>
            <w:r w:rsidR="00677BC4">
              <w:rPr>
                <w:rtl/>
              </w:rPr>
              <w:t>َ</w:t>
            </w:r>
            <w:r w:rsidR="004C00A8">
              <w:rPr>
                <w:rtl/>
              </w:rPr>
              <w:t xml:space="preserve"> </w:t>
            </w:r>
            <w:r w:rsidRPr="00A72677">
              <w:rPr>
                <w:rtl/>
              </w:rPr>
              <w:t>الأ</w:t>
            </w:r>
            <w:r w:rsidR="00A72677" w:rsidRPr="00A72677">
              <w:rPr>
                <w:rtl/>
              </w:rPr>
              <w:t>مل</w:t>
            </w:r>
            <w:r w:rsidRPr="00A72677">
              <w:rPr>
                <w:rtl/>
              </w:rPr>
              <w:t xml:space="preserve">اكُ لا </w:t>
            </w:r>
            <w:r w:rsidR="00A72677" w:rsidRPr="00A72677">
              <w:rPr>
                <w:rtl/>
              </w:rPr>
              <w:t>بل</w:t>
            </w:r>
            <w:r w:rsidRPr="00A72677">
              <w:rPr>
                <w:rtl/>
              </w:rPr>
              <w:t xml:space="preserve"> </w:t>
            </w:r>
            <w:r w:rsidR="00A72677" w:rsidRPr="00A72677">
              <w:rPr>
                <w:rtl/>
              </w:rPr>
              <w:t>هو</w:t>
            </w:r>
            <w:r w:rsidRPr="00A72677">
              <w:rPr>
                <w:rtl/>
              </w:rPr>
              <w:t xml:space="preserve"> ا</w:t>
            </w:r>
            <w:r w:rsidR="00A72677" w:rsidRPr="00A72677">
              <w:rPr>
                <w:rtl/>
              </w:rPr>
              <w:t>لذ</w:t>
            </w:r>
            <w:r w:rsidRPr="00A72677">
              <w:rPr>
                <w:rtl/>
              </w:rPr>
              <w:t>ي</w:t>
            </w:r>
            <w:r w:rsidRPr="00A72677">
              <w:rPr>
                <w:rStyle w:val="libPoemTiniChar0"/>
                <w:rtl/>
              </w:rPr>
              <w:br/>
              <w:t> </w:t>
            </w:r>
          </w:p>
        </w:tc>
        <w:tc>
          <w:tcPr>
            <w:tcW w:w="301" w:type="dxa"/>
          </w:tcPr>
          <w:p w:rsidR="001C4254" w:rsidRPr="00A72677" w:rsidRDefault="001C4254" w:rsidP="00A72677">
            <w:pPr>
              <w:pStyle w:val="libPoem"/>
              <w:rPr>
                <w:rtl/>
              </w:rPr>
            </w:pPr>
          </w:p>
        </w:tc>
        <w:tc>
          <w:tcPr>
            <w:tcW w:w="3884" w:type="dxa"/>
          </w:tcPr>
          <w:p w:rsidR="001C4254" w:rsidRPr="00A72677" w:rsidRDefault="001C4254" w:rsidP="00A72677">
            <w:pPr>
              <w:pStyle w:val="libPoem"/>
            </w:pPr>
            <w:r w:rsidRPr="00A72677">
              <w:rPr>
                <w:rtl/>
              </w:rPr>
              <w:t>إ</w:t>
            </w:r>
            <w:r w:rsidR="00A72677" w:rsidRPr="00A72677">
              <w:rPr>
                <w:rtl/>
              </w:rPr>
              <w:t>لى</w:t>
            </w:r>
            <w:r w:rsidR="004C00A8">
              <w:rPr>
                <w:rtl/>
              </w:rPr>
              <w:t xml:space="preserve"> </w:t>
            </w:r>
            <w:r w:rsidRPr="00A72677">
              <w:rPr>
                <w:rtl/>
              </w:rPr>
              <w:t xml:space="preserve">الله </w:t>
            </w:r>
            <w:r w:rsidR="00A72677" w:rsidRPr="00A72677">
              <w:rPr>
                <w:rtl/>
              </w:rPr>
              <w:t>فيه</w:t>
            </w:r>
            <w:r w:rsidRPr="00A72677">
              <w:rPr>
                <w:rtl/>
              </w:rPr>
              <w:t xml:space="preserve"> ك</w:t>
            </w:r>
            <w:r w:rsidR="00A72677" w:rsidRPr="00A72677">
              <w:rPr>
                <w:rtl/>
              </w:rPr>
              <w:t>ُلّه</w:t>
            </w:r>
            <w:r w:rsidRPr="00A72677">
              <w:rPr>
                <w:rtl/>
              </w:rPr>
              <w:t xml:space="preserve">م </w:t>
            </w:r>
            <w:r w:rsidR="00A72677" w:rsidRPr="00A72677">
              <w:rPr>
                <w:rtl/>
              </w:rPr>
              <w:t>يتق</w:t>
            </w:r>
            <w:r w:rsidRPr="00A72677">
              <w:rPr>
                <w:rtl/>
              </w:rPr>
              <w:t>رّ</w:t>
            </w:r>
            <w:r w:rsidR="00677BC4">
              <w:rPr>
                <w:rtl/>
              </w:rPr>
              <w:t>َ</w:t>
            </w:r>
            <w:r w:rsidRPr="00A72677">
              <w:rPr>
                <w:rtl/>
              </w:rPr>
              <w:t>بُ</w:t>
            </w:r>
            <w:r w:rsidRPr="00A72677">
              <w:rPr>
                <w:rStyle w:val="libPoemTiniChar0"/>
                <w:rtl/>
              </w:rPr>
              <w:br/>
              <w:t> </w:t>
            </w:r>
          </w:p>
        </w:tc>
      </w:tr>
      <w:tr w:rsidR="001C4254" w:rsidRPr="00524A24" w:rsidTr="001C4254">
        <w:trPr>
          <w:trHeight w:val="350"/>
        </w:trPr>
        <w:tc>
          <w:tcPr>
            <w:tcW w:w="3902" w:type="dxa"/>
          </w:tcPr>
          <w:p w:rsidR="001C4254" w:rsidRPr="00524A24" w:rsidRDefault="00A72677" w:rsidP="00A72677">
            <w:pPr>
              <w:pStyle w:val="libPoem"/>
            </w:pPr>
            <w:r w:rsidRPr="009647FC">
              <w:rPr>
                <w:rtl/>
              </w:rPr>
              <w:t>لق</w:t>
            </w:r>
            <w:r w:rsidR="001C4254" w:rsidRPr="009647FC">
              <w:rPr>
                <w:rtl/>
              </w:rPr>
              <w:t>د</w:t>
            </w:r>
            <w:r w:rsidR="001C4254">
              <w:rPr>
                <w:rtl/>
              </w:rPr>
              <w:t xml:space="preserve"> </w:t>
            </w:r>
            <w:r w:rsidR="001C4254" w:rsidRPr="009647FC">
              <w:rPr>
                <w:rtl/>
              </w:rPr>
              <w:t>ر</w:t>
            </w:r>
            <w:r w:rsidRPr="009647FC">
              <w:rPr>
                <w:rtl/>
              </w:rPr>
              <w:t>فع</w:t>
            </w:r>
            <w:r w:rsidR="001C4254" w:rsidRPr="009647FC">
              <w:rPr>
                <w:rtl/>
              </w:rPr>
              <w:t>وا</w:t>
            </w:r>
            <w:r w:rsidR="001C4254">
              <w:rPr>
                <w:rtl/>
              </w:rPr>
              <w:t xml:space="preserve"> </w:t>
            </w:r>
            <w:r w:rsidRPr="009647FC">
              <w:rPr>
                <w:rtl/>
              </w:rPr>
              <w:t>من</w:t>
            </w:r>
            <w:r w:rsidR="001C4254" w:rsidRPr="009647FC">
              <w:rPr>
                <w:rtl/>
              </w:rPr>
              <w:t>ه</w:t>
            </w:r>
            <w:r w:rsidR="001C4254">
              <w:rPr>
                <w:rtl/>
              </w:rPr>
              <w:t xml:space="preserve"> </w:t>
            </w:r>
            <w:r w:rsidRPr="009647FC">
              <w:rPr>
                <w:rtl/>
              </w:rPr>
              <w:t>من</w:t>
            </w:r>
            <w:r w:rsidR="001C4254" w:rsidRPr="009647FC">
              <w:rPr>
                <w:rtl/>
              </w:rPr>
              <w:t>اكب</w:t>
            </w:r>
            <w:r w:rsidR="00677BC4">
              <w:rPr>
                <w:rtl/>
              </w:rPr>
              <w:t>َ</w:t>
            </w:r>
            <w:r w:rsidR="001C4254">
              <w:rPr>
                <w:rtl/>
              </w:rPr>
              <w:t xml:space="preserve"> </w:t>
            </w:r>
            <w:r w:rsidR="001C4254" w:rsidRPr="009647FC">
              <w:rPr>
                <w:rtl/>
              </w:rPr>
              <w:t>لم</w:t>
            </w:r>
            <w:r w:rsidR="001C4254">
              <w:rPr>
                <w:rtl/>
              </w:rPr>
              <w:t xml:space="preserve"> </w:t>
            </w:r>
            <w:r w:rsidR="001C4254" w:rsidRPr="009647FC">
              <w:rPr>
                <w:rtl/>
              </w:rPr>
              <w:t>يكن</w:t>
            </w:r>
            <w:r w:rsidR="001C4254" w:rsidRPr="004E7EC6">
              <w:rPr>
                <w:rStyle w:val="libFootnotenumChar"/>
                <w:rtl/>
              </w:rPr>
              <w:t>(3)</w:t>
            </w:r>
            <w:r w:rsidR="001C4254" w:rsidRPr="00725071">
              <w:rPr>
                <w:rStyle w:val="libPoemTiniChar0"/>
                <w:rtl/>
              </w:rPr>
              <w:br/>
              <w:t> </w:t>
            </w:r>
          </w:p>
        </w:tc>
        <w:tc>
          <w:tcPr>
            <w:tcW w:w="301" w:type="dxa"/>
          </w:tcPr>
          <w:p w:rsidR="001C4254" w:rsidRDefault="001C4254" w:rsidP="00A72677">
            <w:pPr>
              <w:pStyle w:val="libPoem"/>
              <w:rPr>
                <w:rtl/>
              </w:rPr>
            </w:pPr>
          </w:p>
        </w:tc>
        <w:tc>
          <w:tcPr>
            <w:tcW w:w="3884" w:type="dxa"/>
          </w:tcPr>
          <w:p w:rsidR="001C4254" w:rsidRDefault="00A72677" w:rsidP="00A72677">
            <w:pPr>
              <w:pStyle w:val="libPoem"/>
            </w:pPr>
            <w:r w:rsidRPr="009647FC">
              <w:rPr>
                <w:rtl/>
              </w:rPr>
              <w:t>لين</w:t>
            </w:r>
            <w:r w:rsidR="001C4254" w:rsidRPr="009647FC">
              <w:rPr>
                <w:rtl/>
              </w:rPr>
              <w:t>هض</w:t>
            </w:r>
            <w:r w:rsidR="00677BC4">
              <w:rPr>
                <w:rtl/>
              </w:rPr>
              <w:t>َ</w:t>
            </w:r>
            <w:r w:rsidR="001C4254">
              <w:rPr>
                <w:rtl/>
              </w:rPr>
              <w:t>،</w:t>
            </w:r>
            <w:r w:rsidR="004C00A8">
              <w:rPr>
                <w:rtl/>
              </w:rPr>
              <w:t xml:space="preserve"> </w:t>
            </w:r>
            <w:r w:rsidRPr="009647FC">
              <w:rPr>
                <w:rtl/>
              </w:rPr>
              <w:t>لو</w:t>
            </w:r>
            <w:r w:rsidR="001C4254" w:rsidRPr="009647FC">
              <w:rPr>
                <w:rtl/>
              </w:rPr>
              <w:t>لا</w:t>
            </w:r>
            <w:r w:rsidR="001C4254">
              <w:rPr>
                <w:rtl/>
              </w:rPr>
              <w:t xml:space="preserve"> </w:t>
            </w:r>
            <w:r w:rsidR="001C4254" w:rsidRPr="009647FC">
              <w:rPr>
                <w:rtl/>
              </w:rPr>
              <w:t>ا</w:t>
            </w:r>
            <w:r w:rsidRPr="009647FC">
              <w:rPr>
                <w:rtl/>
              </w:rPr>
              <w:t>لل</w:t>
            </w:r>
            <w:r w:rsidR="001C4254" w:rsidRPr="009647FC">
              <w:rPr>
                <w:rtl/>
              </w:rPr>
              <w:t>ّهُ</w:t>
            </w:r>
            <w:r w:rsidR="001C4254">
              <w:rPr>
                <w:rtl/>
              </w:rPr>
              <w:t xml:space="preserve">، </w:t>
            </w:r>
            <w:r w:rsidRPr="009647FC">
              <w:rPr>
                <w:rtl/>
              </w:rPr>
              <w:t>في</w:t>
            </w:r>
            <w:r w:rsidR="001C4254" w:rsidRPr="009647FC">
              <w:rPr>
                <w:rtl/>
              </w:rPr>
              <w:t>هنّ</w:t>
            </w:r>
            <w:r w:rsidR="001C4254">
              <w:rPr>
                <w:rtl/>
              </w:rPr>
              <w:t xml:space="preserve"> </w:t>
            </w:r>
            <w:r w:rsidRPr="009647FC">
              <w:rPr>
                <w:rtl/>
              </w:rPr>
              <w:t>من</w:t>
            </w:r>
            <w:r w:rsidR="001C4254" w:rsidRPr="009647FC">
              <w:rPr>
                <w:rtl/>
              </w:rPr>
              <w:t>كبُ</w:t>
            </w:r>
            <w:r w:rsidR="001C4254" w:rsidRPr="00725071">
              <w:rPr>
                <w:rStyle w:val="libPoemTiniChar0"/>
                <w:rtl/>
              </w:rPr>
              <w:br/>
              <w:t> </w:t>
            </w:r>
          </w:p>
        </w:tc>
      </w:tr>
      <w:tr w:rsidR="001C4254" w:rsidRPr="00524A24" w:rsidTr="001C4254">
        <w:trPr>
          <w:trHeight w:val="350"/>
        </w:trPr>
        <w:tc>
          <w:tcPr>
            <w:tcW w:w="3902" w:type="dxa"/>
          </w:tcPr>
          <w:p w:rsidR="001C4254" w:rsidRPr="00524A24" w:rsidRDefault="00A72677" w:rsidP="00A72677">
            <w:pPr>
              <w:pStyle w:val="libPoem"/>
            </w:pPr>
            <w:r w:rsidRPr="009647FC">
              <w:rPr>
                <w:rtl/>
              </w:rPr>
              <w:t>منا</w:t>
            </w:r>
            <w:r w:rsidR="001C4254" w:rsidRPr="009647FC">
              <w:rPr>
                <w:rtl/>
              </w:rPr>
              <w:t>كب</w:t>
            </w:r>
            <w:r w:rsidR="00677BC4">
              <w:rPr>
                <w:rtl/>
              </w:rPr>
              <w:t>َ</w:t>
            </w:r>
            <w:r w:rsidR="001C4254">
              <w:rPr>
                <w:rtl/>
              </w:rPr>
              <w:t xml:space="preserve"> </w:t>
            </w:r>
            <w:r w:rsidRPr="009647FC">
              <w:rPr>
                <w:rtl/>
              </w:rPr>
              <w:t>من</w:t>
            </w:r>
            <w:r w:rsidR="001C4254">
              <w:rPr>
                <w:rtl/>
              </w:rPr>
              <w:t xml:space="preserve"> </w:t>
            </w:r>
            <w:r w:rsidRPr="009647FC">
              <w:rPr>
                <w:rtl/>
              </w:rPr>
              <w:t>جس</w:t>
            </w:r>
            <w:r w:rsidR="001C4254" w:rsidRPr="009647FC">
              <w:rPr>
                <w:rtl/>
              </w:rPr>
              <w:t>م</w:t>
            </w:r>
            <w:r w:rsidR="001C4254">
              <w:rPr>
                <w:rtl/>
              </w:rPr>
              <w:t xml:space="preserve"> </w:t>
            </w:r>
            <w:r w:rsidR="001C4254" w:rsidRPr="009647FC">
              <w:rPr>
                <w:rtl/>
              </w:rPr>
              <w:t>(ا</w:t>
            </w:r>
            <w:r w:rsidRPr="009647FC">
              <w:rPr>
                <w:rtl/>
              </w:rPr>
              <w:t>لن</w:t>
            </w:r>
            <w:r w:rsidR="001C4254" w:rsidRPr="009647FC">
              <w:rPr>
                <w:rtl/>
              </w:rPr>
              <w:t>بوّ</w:t>
            </w:r>
            <w:r w:rsidR="00677BC4">
              <w:rPr>
                <w:rtl/>
              </w:rPr>
              <w:t>َ</w:t>
            </w:r>
            <w:r w:rsidR="001C4254" w:rsidRPr="009647FC">
              <w:rPr>
                <w:rtl/>
              </w:rPr>
              <w:t>ة)</w:t>
            </w:r>
            <w:r w:rsidR="001C4254">
              <w:rPr>
                <w:rtl/>
              </w:rPr>
              <w:t xml:space="preserve"> </w:t>
            </w:r>
            <w:r w:rsidRPr="009647FC">
              <w:rPr>
                <w:rtl/>
              </w:rPr>
              <w:t>حم</w:t>
            </w:r>
            <w:r w:rsidR="001C4254" w:rsidRPr="009647FC">
              <w:rPr>
                <w:rtl/>
              </w:rPr>
              <w:t>ّلت</w:t>
            </w:r>
            <w:r w:rsidR="001C4254" w:rsidRPr="00725071">
              <w:rPr>
                <w:rStyle w:val="libPoemTiniChar0"/>
                <w:rtl/>
              </w:rPr>
              <w:br/>
              <w:t> </w:t>
            </w:r>
          </w:p>
        </w:tc>
        <w:tc>
          <w:tcPr>
            <w:tcW w:w="301" w:type="dxa"/>
          </w:tcPr>
          <w:p w:rsidR="001C4254" w:rsidRDefault="001C4254" w:rsidP="00A72677">
            <w:pPr>
              <w:pStyle w:val="libPoem"/>
              <w:rPr>
                <w:rtl/>
              </w:rPr>
            </w:pPr>
          </w:p>
        </w:tc>
        <w:tc>
          <w:tcPr>
            <w:tcW w:w="3884" w:type="dxa"/>
          </w:tcPr>
          <w:p w:rsidR="001C4254" w:rsidRDefault="001C4254" w:rsidP="00A72677">
            <w:pPr>
              <w:pStyle w:val="libPoem"/>
            </w:pPr>
            <w:r w:rsidRPr="009647FC">
              <w:rPr>
                <w:rtl/>
              </w:rPr>
              <w:t>(إ</w:t>
            </w:r>
            <w:r w:rsidR="00A72677" w:rsidRPr="009647FC">
              <w:rPr>
                <w:rtl/>
              </w:rPr>
              <w:t>ما</w:t>
            </w:r>
            <w:r w:rsidRPr="009647FC">
              <w:rPr>
                <w:rtl/>
              </w:rPr>
              <w:t>مة)</w:t>
            </w:r>
            <w:r w:rsidR="004C00A8">
              <w:rPr>
                <w:rtl/>
              </w:rPr>
              <w:t xml:space="preserve"> </w:t>
            </w:r>
            <w:r w:rsidR="00A72677" w:rsidRPr="009647FC">
              <w:rPr>
                <w:rtl/>
              </w:rPr>
              <w:t>حق</w:t>
            </w:r>
            <w:r w:rsidRPr="009647FC">
              <w:rPr>
                <w:rtl/>
              </w:rPr>
              <w:t>ٍّ</w:t>
            </w:r>
            <w:r>
              <w:rPr>
                <w:rtl/>
              </w:rPr>
              <w:t xml:space="preserve"> </w:t>
            </w:r>
            <w:r w:rsidR="00A72677" w:rsidRPr="009647FC">
              <w:rPr>
                <w:rtl/>
              </w:rPr>
              <w:t>فض</w:t>
            </w:r>
            <w:r w:rsidRPr="009647FC">
              <w:rPr>
                <w:rtl/>
              </w:rPr>
              <w:t>لها</w:t>
            </w:r>
            <w:r>
              <w:rPr>
                <w:rtl/>
              </w:rPr>
              <w:t xml:space="preserve"> </w:t>
            </w:r>
            <w:r w:rsidR="00A72677" w:rsidRPr="009647FC">
              <w:rPr>
                <w:rtl/>
              </w:rPr>
              <w:t>لي</w:t>
            </w:r>
            <w:r w:rsidRPr="009647FC">
              <w:rPr>
                <w:rtl/>
              </w:rPr>
              <w:t>س</w:t>
            </w:r>
            <w:r>
              <w:rPr>
                <w:rtl/>
              </w:rPr>
              <w:t xml:space="preserve"> </w:t>
            </w:r>
            <w:r w:rsidR="00A72677" w:rsidRPr="009647FC">
              <w:rPr>
                <w:rtl/>
              </w:rPr>
              <w:t>يح</w:t>
            </w:r>
            <w:r w:rsidRPr="009647FC">
              <w:rPr>
                <w:rtl/>
              </w:rPr>
              <w:t>سبُ</w:t>
            </w:r>
            <w:r w:rsidRPr="00725071">
              <w:rPr>
                <w:rStyle w:val="libPoemTiniChar0"/>
                <w:rtl/>
              </w:rPr>
              <w:br/>
              <w:t> </w:t>
            </w:r>
          </w:p>
        </w:tc>
      </w:tr>
      <w:tr w:rsidR="001C4254" w:rsidRPr="00524A24" w:rsidTr="001C4254">
        <w:trPr>
          <w:trHeight w:val="350"/>
        </w:trPr>
        <w:tc>
          <w:tcPr>
            <w:tcW w:w="3902" w:type="dxa"/>
          </w:tcPr>
          <w:p w:rsidR="001C4254" w:rsidRPr="00524A24" w:rsidRDefault="00A72677" w:rsidP="00A72677">
            <w:pPr>
              <w:pStyle w:val="libPoem"/>
            </w:pPr>
            <w:r w:rsidRPr="009647FC">
              <w:rPr>
                <w:rtl/>
              </w:rPr>
              <w:t>لقد</w:t>
            </w:r>
            <w:r w:rsidR="004C00A8">
              <w:rPr>
                <w:rtl/>
              </w:rPr>
              <w:t xml:space="preserve"> </w:t>
            </w:r>
            <w:r w:rsidR="001C4254" w:rsidRPr="009647FC">
              <w:rPr>
                <w:rtl/>
              </w:rPr>
              <w:t>د</w:t>
            </w:r>
            <w:r w:rsidRPr="009647FC">
              <w:rPr>
                <w:rtl/>
              </w:rPr>
              <w:t>فن</w:t>
            </w:r>
            <w:r w:rsidR="001C4254" w:rsidRPr="009647FC">
              <w:rPr>
                <w:rtl/>
              </w:rPr>
              <w:t>وا</w:t>
            </w:r>
            <w:r w:rsidR="001C4254">
              <w:rPr>
                <w:rtl/>
              </w:rPr>
              <w:t xml:space="preserve"> </w:t>
            </w:r>
            <w:r w:rsidRPr="009647FC">
              <w:rPr>
                <w:rtl/>
              </w:rPr>
              <w:t>في</w:t>
            </w:r>
            <w:r w:rsidR="001C4254">
              <w:rPr>
                <w:rtl/>
              </w:rPr>
              <w:t xml:space="preserve"> </w:t>
            </w:r>
            <w:r w:rsidR="001C4254" w:rsidRPr="009647FC">
              <w:rPr>
                <w:rtl/>
              </w:rPr>
              <w:t>د</w:t>
            </w:r>
            <w:r w:rsidRPr="009647FC">
              <w:rPr>
                <w:rtl/>
              </w:rPr>
              <w:t>فن</w:t>
            </w:r>
            <w:r w:rsidR="001C4254" w:rsidRPr="009647FC">
              <w:rPr>
                <w:rtl/>
              </w:rPr>
              <w:t>ها</w:t>
            </w:r>
            <w:r w:rsidR="001C4254">
              <w:rPr>
                <w:rtl/>
              </w:rPr>
              <w:t xml:space="preserve"> </w:t>
            </w:r>
            <w:r w:rsidR="001C4254" w:rsidRPr="009647FC">
              <w:rPr>
                <w:rtl/>
              </w:rPr>
              <w:t>ا</w:t>
            </w:r>
            <w:r w:rsidRPr="009647FC">
              <w:rPr>
                <w:rtl/>
              </w:rPr>
              <w:t>لع</w:t>
            </w:r>
            <w:r w:rsidR="001C4254" w:rsidRPr="009647FC">
              <w:rPr>
                <w:rtl/>
              </w:rPr>
              <w:t>لم</w:t>
            </w:r>
            <w:r w:rsidR="00677BC4">
              <w:rPr>
                <w:rtl/>
              </w:rPr>
              <w:t>َ</w:t>
            </w:r>
            <w:r w:rsidR="001C4254">
              <w:rPr>
                <w:rtl/>
              </w:rPr>
              <w:t xml:space="preserve"> </w:t>
            </w:r>
            <w:r w:rsidRPr="009647FC">
              <w:rPr>
                <w:rtl/>
              </w:rPr>
              <w:t>مي</w:t>
            </w:r>
            <w:r w:rsidR="001C4254" w:rsidRPr="009647FC">
              <w:rPr>
                <w:rtl/>
              </w:rPr>
              <w:t>ِّتا</w:t>
            </w:r>
            <w:r w:rsidR="001C4254" w:rsidRPr="00725071">
              <w:rPr>
                <w:rStyle w:val="libPoemTiniChar0"/>
                <w:rtl/>
              </w:rPr>
              <w:br/>
              <w:t> </w:t>
            </w:r>
          </w:p>
        </w:tc>
        <w:tc>
          <w:tcPr>
            <w:tcW w:w="301" w:type="dxa"/>
          </w:tcPr>
          <w:p w:rsidR="001C4254" w:rsidRDefault="001C4254" w:rsidP="00A72677">
            <w:pPr>
              <w:pStyle w:val="libPoem"/>
              <w:rPr>
                <w:rtl/>
              </w:rPr>
            </w:pPr>
          </w:p>
        </w:tc>
        <w:tc>
          <w:tcPr>
            <w:tcW w:w="3884" w:type="dxa"/>
          </w:tcPr>
          <w:p w:rsidR="001C4254" w:rsidRDefault="001C4254" w:rsidP="00A72677">
            <w:pPr>
              <w:pStyle w:val="libPoem"/>
            </w:pPr>
            <w:r w:rsidRPr="009647FC">
              <w:rPr>
                <w:rtl/>
              </w:rPr>
              <w:t>و</w:t>
            </w:r>
            <w:r w:rsidR="00A72677" w:rsidRPr="009647FC">
              <w:rPr>
                <w:rtl/>
              </w:rPr>
              <w:t>حس</w:t>
            </w:r>
            <w:r w:rsidRPr="009647FC">
              <w:rPr>
                <w:rtl/>
              </w:rPr>
              <w:t>بُك</w:t>
            </w:r>
            <w:r>
              <w:rPr>
                <w:rtl/>
              </w:rPr>
              <w:t xml:space="preserve"> </w:t>
            </w:r>
            <w:r w:rsidR="00A72677" w:rsidRPr="009647FC">
              <w:rPr>
                <w:rtl/>
              </w:rPr>
              <w:t>نا</w:t>
            </w:r>
            <w:r w:rsidRPr="009647FC">
              <w:rPr>
                <w:rtl/>
              </w:rPr>
              <w:t>رٌ</w:t>
            </w:r>
            <w:r w:rsidRPr="004E7EC6">
              <w:rPr>
                <w:rStyle w:val="libFootnotenumChar"/>
                <w:rtl/>
              </w:rPr>
              <w:t>(4)</w:t>
            </w:r>
            <w:r>
              <w:rPr>
                <w:rtl/>
              </w:rPr>
              <w:t xml:space="preserve"> </w:t>
            </w:r>
            <w:r w:rsidR="00A72677" w:rsidRPr="009647FC">
              <w:rPr>
                <w:rtl/>
              </w:rPr>
              <w:t>في</w:t>
            </w:r>
            <w:r>
              <w:rPr>
                <w:rtl/>
              </w:rPr>
              <w:t xml:space="preserve"> </w:t>
            </w:r>
            <w:r w:rsidRPr="009647FC">
              <w:rPr>
                <w:rtl/>
              </w:rPr>
              <w:t>الجوانح</w:t>
            </w:r>
            <w:r>
              <w:rPr>
                <w:rtl/>
              </w:rPr>
              <w:t xml:space="preserve"> </w:t>
            </w:r>
            <w:r w:rsidRPr="009647FC">
              <w:rPr>
                <w:rtl/>
              </w:rPr>
              <w:t>تلهبُ</w:t>
            </w:r>
            <w:r w:rsidRPr="00725071">
              <w:rPr>
                <w:rStyle w:val="libPoemTiniChar0"/>
                <w:rtl/>
              </w:rPr>
              <w:br/>
              <w:t> </w:t>
            </w:r>
          </w:p>
        </w:tc>
      </w:tr>
      <w:tr w:rsidR="001C4254" w:rsidRPr="00524A24" w:rsidTr="001C4254">
        <w:trPr>
          <w:trHeight w:val="350"/>
        </w:trPr>
        <w:tc>
          <w:tcPr>
            <w:tcW w:w="3902" w:type="dxa"/>
          </w:tcPr>
          <w:p w:rsidR="001C4254" w:rsidRPr="00524A24" w:rsidRDefault="001C4254" w:rsidP="00A72677">
            <w:pPr>
              <w:pStyle w:val="libPoem"/>
            </w:pPr>
            <w:r w:rsidRPr="009647FC">
              <w:rPr>
                <w:rtl/>
              </w:rPr>
              <w:t>و</w:t>
            </w:r>
            <w:r w:rsidR="00A72677" w:rsidRPr="009647FC">
              <w:rPr>
                <w:rtl/>
              </w:rPr>
              <w:t>يا</w:t>
            </w:r>
            <w:r>
              <w:rPr>
                <w:rtl/>
              </w:rPr>
              <w:t xml:space="preserve"> </w:t>
            </w:r>
            <w:r w:rsidRPr="009647FC">
              <w:rPr>
                <w:rtl/>
              </w:rPr>
              <w:t>را</w:t>
            </w:r>
            <w:r w:rsidR="00A72677" w:rsidRPr="009647FC">
              <w:rPr>
                <w:rtl/>
              </w:rPr>
              <w:t>فد</w:t>
            </w:r>
            <w:r w:rsidRPr="009647FC">
              <w:rPr>
                <w:rtl/>
              </w:rPr>
              <w:t>يّ</w:t>
            </w:r>
            <w:r w:rsidR="00677BC4">
              <w:rPr>
                <w:rtl/>
              </w:rPr>
              <w:t>َ</w:t>
            </w:r>
            <w:r>
              <w:rPr>
                <w:rtl/>
              </w:rPr>
              <w:t xml:space="preserve"> </w:t>
            </w:r>
            <w:r w:rsidRPr="009647FC">
              <w:rPr>
                <w:rtl/>
              </w:rPr>
              <w:t>ا</w:t>
            </w:r>
            <w:r w:rsidR="00A72677" w:rsidRPr="009647FC">
              <w:rPr>
                <w:rtl/>
              </w:rPr>
              <w:t>لي</w:t>
            </w:r>
            <w:r w:rsidRPr="009647FC">
              <w:rPr>
                <w:rtl/>
              </w:rPr>
              <w:t>وم</w:t>
            </w:r>
            <w:r>
              <w:rPr>
                <w:rtl/>
              </w:rPr>
              <w:t xml:space="preserve"> </w:t>
            </w:r>
            <w:r w:rsidR="00A72677" w:rsidRPr="009647FC">
              <w:rPr>
                <w:rtl/>
              </w:rPr>
              <w:t>قو</w:t>
            </w:r>
            <w:r w:rsidRPr="009647FC">
              <w:rPr>
                <w:rtl/>
              </w:rPr>
              <w:t>ما</w:t>
            </w:r>
            <w:r>
              <w:rPr>
                <w:rtl/>
              </w:rPr>
              <w:t xml:space="preserve"> </w:t>
            </w:r>
            <w:r w:rsidR="00A72677" w:rsidRPr="009647FC">
              <w:rPr>
                <w:rtl/>
              </w:rPr>
              <w:t>عل</w:t>
            </w:r>
            <w:r w:rsidRPr="009647FC">
              <w:rPr>
                <w:rtl/>
              </w:rPr>
              <w:t>ى</w:t>
            </w:r>
            <w:r>
              <w:rPr>
                <w:rtl/>
              </w:rPr>
              <w:t xml:space="preserve"> </w:t>
            </w:r>
            <w:r w:rsidR="00A72677" w:rsidRPr="009647FC">
              <w:rPr>
                <w:rtl/>
              </w:rPr>
              <w:t>ثر</w:t>
            </w:r>
            <w:r w:rsidRPr="009647FC">
              <w:rPr>
                <w:rtl/>
              </w:rPr>
              <w:t>ىً</w:t>
            </w:r>
            <w:r w:rsidRPr="00725071">
              <w:rPr>
                <w:rStyle w:val="libPoemTiniChar0"/>
                <w:rtl/>
              </w:rPr>
              <w:br/>
              <w:t> </w:t>
            </w:r>
          </w:p>
        </w:tc>
        <w:tc>
          <w:tcPr>
            <w:tcW w:w="301" w:type="dxa"/>
          </w:tcPr>
          <w:p w:rsidR="001C4254" w:rsidRDefault="001C4254" w:rsidP="00A72677">
            <w:pPr>
              <w:pStyle w:val="libPoem"/>
              <w:rPr>
                <w:rtl/>
              </w:rPr>
            </w:pPr>
          </w:p>
        </w:tc>
        <w:tc>
          <w:tcPr>
            <w:tcW w:w="3884" w:type="dxa"/>
          </w:tcPr>
          <w:p w:rsidR="001C4254" w:rsidRDefault="001C4254" w:rsidP="00A72677">
            <w:pPr>
              <w:pStyle w:val="libPoem"/>
            </w:pPr>
            <w:r w:rsidRPr="009647FC">
              <w:rPr>
                <w:rtl/>
              </w:rPr>
              <w:t>توارى</w:t>
            </w:r>
            <w:r>
              <w:rPr>
                <w:rtl/>
              </w:rPr>
              <w:t xml:space="preserve"> </w:t>
            </w:r>
            <w:r w:rsidRPr="009647FC">
              <w:rPr>
                <w:rtl/>
              </w:rPr>
              <w:t>به</w:t>
            </w:r>
            <w:r>
              <w:rPr>
                <w:rtl/>
              </w:rPr>
              <w:t xml:space="preserve"> </w:t>
            </w:r>
            <w:r w:rsidRPr="009647FC">
              <w:rPr>
                <w:rtl/>
              </w:rPr>
              <w:t>ذاك</w:t>
            </w:r>
            <w:r>
              <w:rPr>
                <w:rtl/>
              </w:rPr>
              <w:t xml:space="preserve"> </w:t>
            </w:r>
            <w:r w:rsidRPr="009647FC">
              <w:rPr>
                <w:rtl/>
              </w:rPr>
              <w:t>الأغرُّ</w:t>
            </w:r>
            <w:r>
              <w:rPr>
                <w:rtl/>
              </w:rPr>
              <w:t xml:space="preserve"> </w:t>
            </w:r>
            <w:r w:rsidRPr="009647FC">
              <w:rPr>
                <w:rtl/>
              </w:rPr>
              <w:t>ا</w:t>
            </w:r>
            <w:r w:rsidR="00A72677" w:rsidRPr="009647FC">
              <w:rPr>
                <w:rtl/>
              </w:rPr>
              <w:t>لم</w:t>
            </w:r>
            <w:r w:rsidRPr="009647FC">
              <w:rPr>
                <w:rtl/>
              </w:rPr>
              <w:t>هذّ</w:t>
            </w:r>
            <w:r w:rsidR="00677BC4">
              <w:rPr>
                <w:rtl/>
              </w:rPr>
              <w:t>َ</w:t>
            </w:r>
            <w:r w:rsidRPr="009647FC">
              <w:rPr>
                <w:rtl/>
              </w:rPr>
              <w:t>بُ</w:t>
            </w:r>
            <w:r w:rsidRPr="00725071">
              <w:rPr>
                <w:rStyle w:val="libPoemTiniChar0"/>
                <w:rtl/>
              </w:rPr>
              <w:br/>
              <w:t> </w:t>
            </w:r>
          </w:p>
        </w:tc>
      </w:tr>
      <w:tr w:rsidR="001C4254" w:rsidRPr="00524A24" w:rsidTr="001C4254">
        <w:trPr>
          <w:trHeight w:val="350"/>
        </w:trPr>
        <w:tc>
          <w:tcPr>
            <w:tcW w:w="3902" w:type="dxa"/>
          </w:tcPr>
          <w:p w:rsidR="001C4254" w:rsidRPr="00524A24" w:rsidRDefault="00A72677" w:rsidP="00A72677">
            <w:pPr>
              <w:pStyle w:val="libPoem"/>
            </w:pPr>
            <w:r w:rsidRPr="009647FC">
              <w:rPr>
                <w:rtl/>
              </w:rPr>
              <w:t>قف</w:t>
            </w:r>
            <w:r w:rsidR="001C4254" w:rsidRPr="009647FC">
              <w:rPr>
                <w:rtl/>
              </w:rPr>
              <w:t>ا</w:t>
            </w:r>
            <w:r w:rsidR="001C4254">
              <w:rPr>
                <w:rtl/>
              </w:rPr>
              <w:t xml:space="preserve"> </w:t>
            </w:r>
            <w:r w:rsidRPr="009647FC">
              <w:rPr>
                <w:rtl/>
              </w:rPr>
              <w:t>عز</w:t>
            </w:r>
            <w:r w:rsidR="001C4254" w:rsidRPr="009647FC">
              <w:rPr>
                <w:rtl/>
              </w:rPr>
              <w:t>ّيا</w:t>
            </w:r>
            <w:r w:rsidR="001C4254">
              <w:rPr>
                <w:rtl/>
              </w:rPr>
              <w:t xml:space="preserve"> </w:t>
            </w:r>
            <w:r w:rsidR="001C4254" w:rsidRPr="009647FC">
              <w:rPr>
                <w:rtl/>
              </w:rPr>
              <w:t>(ا</w:t>
            </w:r>
            <w:r w:rsidRPr="009647FC">
              <w:rPr>
                <w:rtl/>
              </w:rPr>
              <w:t>لم</w:t>
            </w:r>
            <w:r w:rsidR="001C4254" w:rsidRPr="009647FC">
              <w:rPr>
                <w:rtl/>
              </w:rPr>
              <w:t>هدي)</w:t>
            </w:r>
            <w:r w:rsidR="001C4254">
              <w:rPr>
                <w:rtl/>
              </w:rPr>
              <w:t xml:space="preserve"> </w:t>
            </w:r>
            <w:r w:rsidRPr="009647FC">
              <w:rPr>
                <w:rtl/>
              </w:rPr>
              <w:t>با</w:t>
            </w:r>
            <w:r w:rsidR="001C4254" w:rsidRPr="009647FC">
              <w:rPr>
                <w:rtl/>
              </w:rPr>
              <w:t>بنٍ</w:t>
            </w:r>
            <w:r w:rsidR="001C4254">
              <w:rPr>
                <w:rtl/>
              </w:rPr>
              <w:t xml:space="preserve"> </w:t>
            </w:r>
            <w:r w:rsidRPr="009647FC">
              <w:rPr>
                <w:rtl/>
              </w:rPr>
              <w:t>هو</w:t>
            </w:r>
            <w:r w:rsidR="001C4254">
              <w:rPr>
                <w:rtl/>
              </w:rPr>
              <w:t xml:space="preserve"> </w:t>
            </w:r>
            <w:r w:rsidR="001C4254" w:rsidRPr="009647FC">
              <w:rPr>
                <w:rtl/>
              </w:rPr>
              <w:t>الأبُ</w:t>
            </w:r>
            <w:r w:rsidR="001C4254" w:rsidRPr="00725071">
              <w:rPr>
                <w:rStyle w:val="libPoemTiniChar0"/>
                <w:rtl/>
              </w:rPr>
              <w:br/>
              <w:t> </w:t>
            </w:r>
          </w:p>
        </w:tc>
        <w:tc>
          <w:tcPr>
            <w:tcW w:w="301" w:type="dxa"/>
          </w:tcPr>
          <w:p w:rsidR="001C4254" w:rsidRDefault="001C4254" w:rsidP="00A72677">
            <w:pPr>
              <w:pStyle w:val="libPoem"/>
              <w:rPr>
                <w:rtl/>
              </w:rPr>
            </w:pPr>
          </w:p>
        </w:tc>
        <w:tc>
          <w:tcPr>
            <w:tcW w:w="3884" w:type="dxa"/>
          </w:tcPr>
          <w:p w:rsidR="001C4254" w:rsidRDefault="00A72677" w:rsidP="00A72677">
            <w:pPr>
              <w:pStyle w:val="libPoem"/>
            </w:pPr>
            <w:r w:rsidRPr="009647FC">
              <w:rPr>
                <w:rtl/>
              </w:rPr>
              <w:t>لذ</w:t>
            </w:r>
            <w:r w:rsidR="001C4254" w:rsidRPr="009647FC">
              <w:rPr>
                <w:rtl/>
              </w:rPr>
              <w:t>ي</w:t>
            </w:r>
            <w:r w:rsidR="001C4254" w:rsidRPr="004E7EC6">
              <w:rPr>
                <w:rStyle w:val="libFootnotenumChar"/>
                <w:rtl/>
              </w:rPr>
              <w:t>(5)</w:t>
            </w:r>
            <w:r w:rsidR="001C4254">
              <w:rPr>
                <w:rtl/>
              </w:rPr>
              <w:t xml:space="preserve"> </w:t>
            </w:r>
            <w:r w:rsidR="001C4254" w:rsidRPr="009647FC">
              <w:rPr>
                <w:rtl/>
              </w:rPr>
              <w:t>ا</w:t>
            </w:r>
            <w:r w:rsidRPr="009647FC">
              <w:rPr>
                <w:rtl/>
              </w:rPr>
              <w:t>لد</w:t>
            </w:r>
            <w:r w:rsidR="001C4254" w:rsidRPr="009647FC">
              <w:rPr>
                <w:rtl/>
              </w:rPr>
              <w:t>ين</w:t>
            </w:r>
            <w:r w:rsidR="001C4254">
              <w:rPr>
                <w:rtl/>
              </w:rPr>
              <w:t xml:space="preserve">، </w:t>
            </w:r>
            <w:r w:rsidR="001C4254" w:rsidRPr="009647FC">
              <w:rPr>
                <w:rtl/>
              </w:rPr>
              <w:t>فالدين</w:t>
            </w:r>
            <w:r w:rsidR="001C4254">
              <w:rPr>
                <w:rtl/>
              </w:rPr>
              <w:t xml:space="preserve"> </w:t>
            </w:r>
            <w:r w:rsidR="001C4254" w:rsidRPr="009647FC">
              <w:rPr>
                <w:rtl/>
              </w:rPr>
              <w:t>اليتيم</w:t>
            </w:r>
            <w:r w:rsidR="001C4254">
              <w:rPr>
                <w:rtl/>
              </w:rPr>
              <w:t xml:space="preserve"> </w:t>
            </w:r>
            <w:r w:rsidR="001C4254" w:rsidRPr="009647FC">
              <w:rPr>
                <w:rtl/>
              </w:rPr>
              <w:t>المترّ</w:t>
            </w:r>
            <w:r w:rsidR="00677BC4">
              <w:rPr>
                <w:rtl/>
              </w:rPr>
              <w:t>َ</w:t>
            </w:r>
            <w:r w:rsidR="001C4254" w:rsidRPr="009647FC">
              <w:rPr>
                <w:rtl/>
              </w:rPr>
              <w:t>بُ</w:t>
            </w:r>
            <w:r w:rsidR="001C4254" w:rsidRPr="00725071">
              <w:rPr>
                <w:rStyle w:val="libPoemTiniChar0"/>
                <w:rtl/>
              </w:rPr>
              <w:br/>
              <w:t> </w:t>
            </w:r>
          </w:p>
        </w:tc>
      </w:tr>
      <w:tr w:rsidR="001C4254" w:rsidRPr="00524A24" w:rsidTr="001C4254">
        <w:trPr>
          <w:trHeight w:val="350"/>
        </w:trPr>
        <w:tc>
          <w:tcPr>
            <w:tcW w:w="3902" w:type="dxa"/>
          </w:tcPr>
          <w:p w:rsidR="001C4254" w:rsidRPr="00524A24" w:rsidRDefault="00A72677" w:rsidP="00A72677">
            <w:pPr>
              <w:pStyle w:val="libPoem"/>
            </w:pPr>
            <w:r w:rsidRPr="009647FC">
              <w:rPr>
                <w:rtl/>
              </w:rPr>
              <w:t>سل</w:t>
            </w:r>
            <w:r w:rsidR="001C4254" w:rsidRPr="009647FC">
              <w:rPr>
                <w:rtl/>
              </w:rPr>
              <w:t>ا</w:t>
            </w:r>
            <w:r w:rsidR="001C4254">
              <w:rPr>
                <w:rtl/>
              </w:rPr>
              <w:t xml:space="preserve"> </w:t>
            </w:r>
            <w:r w:rsidRPr="009647FC">
              <w:rPr>
                <w:rtl/>
              </w:rPr>
              <w:t>كش</w:t>
            </w:r>
            <w:r w:rsidR="001C4254" w:rsidRPr="009647FC">
              <w:rPr>
                <w:rtl/>
              </w:rPr>
              <w:t>ب</w:t>
            </w:r>
            <w:r w:rsidR="00677BC4">
              <w:rPr>
                <w:rtl/>
              </w:rPr>
              <w:t>َ</w:t>
            </w:r>
            <w:r w:rsidR="001C4254">
              <w:rPr>
                <w:rtl/>
              </w:rPr>
              <w:t xml:space="preserve"> </w:t>
            </w:r>
            <w:r w:rsidR="001C4254" w:rsidRPr="009647FC">
              <w:rPr>
                <w:rtl/>
              </w:rPr>
              <w:t>ذاك</w:t>
            </w:r>
            <w:r w:rsidR="001C4254">
              <w:rPr>
                <w:rtl/>
              </w:rPr>
              <w:t xml:space="preserve"> </w:t>
            </w:r>
            <w:r w:rsidR="001C4254" w:rsidRPr="009647FC">
              <w:rPr>
                <w:rtl/>
              </w:rPr>
              <w:t>ا</w:t>
            </w:r>
            <w:r w:rsidRPr="009647FC">
              <w:rPr>
                <w:rtl/>
              </w:rPr>
              <w:t>لق</w:t>
            </w:r>
            <w:r w:rsidR="001C4254" w:rsidRPr="009647FC">
              <w:rPr>
                <w:rtl/>
              </w:rPr>
              <w:t>بر</w:t>
            </w:r>
            <w:r w:rsidR="001C4254">
              <w:rPr>
                <w:rtl/>
              </w:rPr>
              <w:t xml:space="preserve"> </w:t>
            </w:r>
            <w:r w:rsidRPr="009647FC">
              <w:rPr>
                <w:rtl/>
              </w:rPr>
              <w:t>ين</w:t>
            </w:r>
            <w:r w:rsidR="001C4254" w:rsidRPr="009647FC">
              <w:rPr>
                <w:rtl/>
              </w:rPr>
              <w:t>دى</w:t>
            </w:r>
            <w:r w:rsidR="001C4254">
              <w:rPr>
                <w:rtl/>
              </w:rPr>
              <w:t xml:space="preserve"> </w:t>
            </w:r>
            <w:r w:rsidRPr="009647FC">
              <w:rPr>
                <w:rtl/>
              </w:rPr>
              <w:t>صع</w:t>
            </w:r>
            <w:r w:rsidR="001C4254" w:rsidRPr="009647FC">
              <w:rPr>
                <w:rtl/>
              </w:rPr>
              <w:t>يدهُ</w:t>
            </w:r>
            <w:r w:rsidR="001C4254" w:rsidRPr="00725071">
              <w:rPr>
                <w:rStyle w:val="libPoemTiniChar0"/>
                <w:rtl/>
              </w:rPr>
              <w:br/>
              <w:t> </w:t>
            </w:r>
          </w:p>
        </w:tc>
        <w:tc>
          <w:tcPr>
            <w:tcW w:w="301" w:type="dxa"/>
          </w:tcPr>
          <w:p w:rsidR="001C4254" w:rsidRDefault="001C4254" w:rsidP="00A72677">
            <w:pPr>
              <w:pStyle w:val="libPoem"/>
              <w:rPr>
                <w:rtl/>
              </w:rPr>
            </w:pPr>
          </w:p>
        </w:tc>
        <w:tc>
          <w:tcPr>
            <w:tcW w:w="3884" w:type="dxa"/>
          </w:tcPr>
          <w:p w:rsidR="001C4254" w:rsidRDefault="00A72677" w:rsidP="00A72677">
            <w:pPr>
              <w:pStyle w:val="libPoem"/>
            </w:pPr>
            <w:r w:rsidRPr="009647FC">
              <w:rPr>
                <w:rtl/>
              </w:rPr>
              <w:t>بر</w:t>
            </w:r>
            <w:r w:rsidR="001C4254" w:rsidRPr="009647FC">
              <w:rPr>
                <w:rtl/>
              </w:rPr>
              <w:t>يِّ</w:t>
            </w:r>
            <w:r w:rsidR="004C00A8">
              <w:rPr>
                <w:rtl/>
              </w:rPr>
              <w:t xml:space="preserve"> </w:t>
            </w:r>
            <w:r w:rsidRPr="009647FC">
              <w:rPr>
                <w:rtl/>
              </w:rPr>
              <w:t>بن</w:t>
            </w:r>
            <w:r w:rsidR="001C4254" w:rsidRPr="009647FC">
              <w:rPr>
                <w:rtl/>
              </w:rPr>
              <w:t>ى</w:t>
            </w:r>
            <w:r w:rsidR="001C4254">
              <w:rPr>
                <w:rtl/>
              </w:rPr>
              <w:t xml:space="preserve"> </w:t>
            </w:r>
            <w:r w:rsidR="001C4254" w:rsidRPr="009647FC">
              <w:rPr>
                <w:rtl/>
              </w:rPr>
              <w:t>الآ</w:t>
            </w:r>
            <w:r w:rsidRPr="009647FC">
              <w:rPr>
                <w:rtl/>
              </w:rPr>
              <w:t>ما</w:t>
            </w:r>
            <w:r w:rsidR="001C4254" w:rsidRPr="009647FC">
              <w:rPr>
                <w:rtl/>
              </w:rPr>
              <w:t>ل</w:t>
            </w:r>
            <w:r w:rsidR="001C4254">
              <w:rPr>
                <w:rtl/>
              </w:rPr>
              <w:t xml:space="preserve"> </w:t>
            </w:r>
            <w:r w:rsidRPr="009647FC">
              <w:rPr>
                <w:rtl/>
              </w:rPr>
              <w:t>هل</w:t>
            </w:r>
            <w:r w:rsidR="001C4254">
              <w:rPr>
                <w:rtl/>
              </w:rPr>
              <w:t xml:space="preserve"> </w:t>
            </w:r>
            <w:r w:rsidR="001C4254" w:rsidRPr="009647FC">
              <w:rPr>
                <w:rtl/>
              </w:rPr>
              <w:t>راح</w:t>
            </w:r>
            <w:r w:rsidR="001C4254">
              <w:rPr>
                <w:rtl/>
              </w:rPr>
              <w:t xml:space="preserve"> </w:t>
            </w:r>
            <w:r w:rsidR="001C4254" w:rsidRPr="009647FC">
              <w:rPr>
                <w:rtl/>
              </w:rPr>
              <w:t>ينضبُ؟</w:t>
            </w:r>
            <w:r w:rsidR="001C4254" w:rsidRPr="00725071">
              <w:rPr>
                <w:rStyle w:val="libPoemTiniChar0"/>
                <w:rtl/>
              </w:rPr>
              <w:br/>
              <w:t> </w:t>
            </w:r>
          </w:p>
        </w:tc>
      </w:tr>
      <w:tr w:rsidR="001C4254" w:rsidRPr="00524A24" w:rsidTr="001C4254">
        <w:trPr>
          <w:trHeight w:val="350"/>
        </w:trPr>
        <w:tc>
          <w:tcPr>
            <w:tcW w:w="3902" w:type="dxa"/>
          </w:tcPr>
          <w:p w:rsidR="001C4254" w:rsidRPr="00524A24" w:rsidRDefault="001C4254" w:rsidP="00A72677">
            <w:pPr>
              <w:pStyle w:val="libPoem"/>
            </w:pPr>
            <w:r w:rsidRPr="009647FC">
              <w:rPr>
                <w:rtl/>
              </w:rPr>
              <w:t>و</w:t>
            </w:r>
            <w:r w:rsidR="00A72677" w:rsidRPr="009647FC">
              <w:rPr>
                <w:rtl/>
              </w:rPr>
              <w:t>هل</w:t>
            </w:r>
            <w:r w:rsidR="004C00A8">
              <w:rPr>
                <w:rtl/>
              </w:rPr>
              <w:t xml:space="preserve"> </w:t>
            </w:r>
            <w:r w:rsidRPr="009647FC">
              <w:rPr>
                <w:rtl/>
              </w:rPr>
              <w:t>روِّ</w:t>
            </w:r>
            <w:r w:rsidR="00A72677" w:rsidRPr="009647FC">
              <w:rPr>
                <w:rtl/>
              </w:rPr>
              <w:t>ضت</w:t>
            </w:r>
            <w:r>
              <w:rPr>
                <w:rtl/>
              </w:rPr>
              <w:t xml:space="preserve"> </w:t>
            </w:r>
            <w:r w:rsidR="00A72677" w:rsidRPr="009647FC">
              <w:rPr>
                <w:rtl/>
              </w:rPr>
              <w:t>خص</w:t>
            </w:r>
            <w:r w:rsidRPr="009647FC">
              <w:rPr>
                <w:rtl/>
              </w:rPr>
              <w:t>باً</w:t>
            </w:r>
            <w:r>
              <w:rPr>
                <w:rtl/>
              </w:rPr>
              <w:t xml:space="preserve"> </w:t>
            </w:r>
            <w:r w:rsidR="00A72677" w:rsidRPr="009647FC">
              <w:rPr>
                <w:rtl/>
              </w:rPr>
              <w:t>بك</w:t>
            </w:r>
            <w:r w:rsidRPr="009647FC">
              <w:rPr>
                <w:rtl/>
              </w:rPr>
              <w:t>فٍّ</w:t>
            </w:r>
            <w:r>
              <w:rPr>
                <w:rtl/>
              </w:rPr>
              <w:t xml:space="preserve"> </w:t>
            </w:r>
            <w:r w:rsidRPr="009647FC">
              <w:rPr>
                <w:rtl/>
              </w:rPr>
              <w:t>عهدتُها</w:t>
            </w:r>
            <w:r w:rsidRPr="00725071">
              <w:rPr>
                <w:rStyle w:val="libPoemTiniChar0"/>
                <w:rtl/>
              </w:rPr>
              <w:br/>
              <w:t> </w:t>
            </w:r>
          </w:p>
        </w:tc>
        <w:tc>
          <w:tcPr>
            <w:tcW w:w="301" w:type="dxa"/>
          </w:tcPr>
          <w:p w:rsidR="001C4254" w:rsidRDefault="001C4254" w:rsidP="00A72677">
            <w:pPr>
              <w:pStyle w:val="libPoem"/>
              <w:rPr>
                <w:rtl/>
              </w:rPr>
            </w:pPr>
          </w:p>
        </w:tc>
        <w:tc>
          <w:tcPr>
            <w:tcW w:w="3884" w:type="dxa"/>
          </w:tcPr>
          <w:p w:rsidR="001C4254" w:rsidRDefault="00A72677" w:rsidP="00A72677">
            <w:pPr>
              <w:pStyle w:val="libPoem"/>
            </w:pPr>
            <w:r w:rsidRPr="009647FC">
              <w:rPr>
                <w:rtl/>
              </w:rPr>
              <w:t>تن</w:t>
            </w:r>
            <w:r w:rsidR="001C4254" w:rsidRPr="009647FC">
              <w:rPr>
                <w:rtl/>
              </w:rPr>
              <w:t>وب</w:t>
            </w:r>
            <w:r w:rsidR="001C4254">
              <w:rPr>
                <w:rtl/>
              </w:rPr>
              <w:t xml:space="preserve"> </w:t>
            </w:r>
            <w:r w:rsidRPr="009647FC">
              <w:rPr>
                <w:rtl/>
              </w:rPr>
              <w:t>من</w:t>
            </w:r>
            <w:r w:rsidR="001C4254" w:rsidRPr="009647FC">
              <w:rPr>
                <w:rtl/>
              </w:rPr>
              <w:t>اب</w:t>
            </w:r>
            <w:r w:rsidR="00677BC4">
              <w:rPr>
                <w:rtl/>
              </w:rPr>
              <w:t>َ</w:t>
            </w:r>
            <w:r w:rsidR="001C4254">
              <w:rPr>
                <w:rtl/>
              </w:rPr>
              <w:t xml:space="preserve"> </w:t>
            </w:r>
            <w:r w:rsidR="001C4254" w:rsidRPr="009647FC">
              <w:rPr>
                <w:rtl/>
              </w:rPr>
              <w:t>ا</w:t>
            </w:r>
            <w:r w:rsidRPr="009647FC">
              <w:rPr>
                <w:rtl/>
              </w:rPr>
              <w:t>لغ</w:t>
            </w:r>
            <w:r w:rsidR="001C4254" w:rsidRPr="009647FC">
              <w:rPr>
                <w:rtl/>
              </w:rPr>
              <w:t>يث</w:t>
            </w:r>
            <w:r w:rsidR="001C4254">
              <w:rPr>
                <w:rtl/>
              </w:rPr>
              <w:t xml:space="preserve"> </w:t>
            </w:r>
            <w:r w:rsidR="001C4254" w:rsidRPr="009647FC">
              <w:rPr>
                <w:rtl/>
              </w:rPr>
              <w:t>وا</w:t>
            </w:r>
            <w:r w:rsidRPr="009647FC">
              <w:rPr>
                <w:rtl/>
              </w:rPr>
              <w:t>لع</w:t>
            </w:r>
            <w:r w:rsidR="001C4254" w:rsidRPr="009647FC">
              <w:rPr>
                <w:rtl/>
              </w:rPr>
              <w:t>امُ</w:t>
            </w:r>
            <w:r w:rsidR="001C4254">
              <w:rPr>
                <w:rtl/>
              </w:rPr>
              <w:t xml:space="preserve"> </w:t>
            </w:r>
            <w:r w:rsidRPr="009647FC">
              <w:rPr>
                <w:rtl/>
              </w:rPr>
              <w:t>مج</w:t>
            </w:r>
            <w:r w:rsidR="001C4254" w:rsidRPr="009647FC">
              <w:rPr>
                <w:rtl/>
              </w:rPr>
              <w:t>دبُ؟</w:t>
            </w:r>
            <w:r w:rsidR="001C4254" w:rsidRPr="00725071">
              <w:rPr>
                <w:rStyle w:val="libPoemTiniChar0"/>
                <w:rtl/>
              </w:rPr>
              <w:br/>
              <w:t> </w:t>
            </w:r>
          </w:p>
        </w:tc>
      </w:tr>
      <w:tr w:rsidR="001C4254" w:rsidRPr="00524A24" w:rsidTr="001C4254">
        <w:trPr>
          <w:trHeight w:val="350"/>
        </w:trPr>
        <w:tc>
          <w:tcPr>
            <w:tcW w:w="3902" w:type="dxa"/>
          </w:tcPr>
          <w:p w:rsidR="001C4254" w:rsidRPr="00524A24" w:rsidRDefault="001C4254" w:rsidP="00A72677">
            <w:pPr>
              <w:pStyle w:val="libPoem"/>
            </w:pPr>
            <w:r w:rsidRPr="009647FC">
              <w:rPr>
                <w:rtl/>
              </w:rPr>
              <w:t>وهل</w:t>
            </w:r>
            <w:r>
              <w:rPr>
                <w:rtl/>
              </w:rPr>
              <w:t xml:space="preserve"> </w:t>
            </w:r>
            <w:r w:rsidRPr="009647FC">
              <w:rPr>
                <w:rtl/>
              </w:rPr>
              <w:t>زال</w:t>
            </w:r>
            <w:r>
              <w:rPr>
                <w:rtl/>
              </w:rPr>
              <w:t xml:space="preserve"> </w:t>
            </w:r>
            <w:r w:rsidR="00A72677" w:rsidRPr="009647FC">
              <w:rPr>
                <w:rtl/>
              </w:rPr>
              <w:t>من</w:t>
            </w:r>
            <w:r>
              <w:rPr>
                <w:rtl/>
              </w:rPr>
              <w:t xml:space="preserve"> </w:t>
            </w:r>
            <w:r w:rsidRPr="009647FC">
              <w:rPr>
                <w:rtl/>
              </w:rPr>
              <w:t>ذاك</w:t>
            </w:r>
            <w:r>
              <w:rPr>
                <w:rtl/>
              </w:rPr>
              <w:t xml:space="preserve"> </w:t>
            </w:r>
            <w:r w:rsidRPr="009647FC">
              <w:rPr>
                <w:rtl/>
              </w:rPr>
              <w:t>ا</w:t>
            </w:r>
            <w:r w:rsidR="00A72677" w:rsidRPr="009647FC">
              <w:rPr>
                <w:rtl/>
              </w:rPr>
              <w:t>لم</w:t>
            </w:r>
            <w:r w:rsidRPr="009647FC">
              <w:rPr>
                <w:rtl/>
              </w:rPr>
              <w:t>حيّا</w:t>
            </w:r>
            <w:r>
              <w:rPr>
                <w:rtl/>
              </w:rPr>
              <w:t xml:space="preserve"> </w:t>
            </w:r>
            <w:r w:rsidRPr="009647FC">
              <w:rPr>
                <w:rtl/>
              </w:rPr>
              <w:t>و</w:t>
            </w:r>
            <w:r w:rsidR="00A72677" w:rsidRPr="009647FC">
              <w:rPr>
                <w:rtl/>
              </w:rPr>
              <w:t>ضا</w:t>
            </w:r>
            <w:r w:rsidRPr="009647FC">
              <w:rPr>
                <w:rtl/>
              </w:rPr>
              <w:t>ؤه</w:t>
            </w:r>
            <w:r w:rsidRPr="00725071">
              <w:rPr>
                <w:rStyle w:val="libPoemTiniChar0"/>
                <w:rtl/>
              </w:rPr>
              <w:br/>
              <w:t> </w:t>
            </w:r>
          </w:p>
        </w:tc>
        <w:tc>
          <w:tcPr>
            <w:tcW w:w="301" w:type="dxa"/>
          </w:tcPr>
          <w:p w:rsidR="001C4254" w:rsidRDefault="001C4254" w:rsidP="00A72677">
            <w:pPr>
              <w:pStyle w:val="libPoem"/>
              <w:rPr>
                <w:rtl/>
              </w:rPr>
            </w:pPr>
          </w:p>
        </w:tc>
        <w:tc>
          <w:tcPr>
            <w:tcW w:w="3884" w:type="dxa"/>
          </w:tcPr>
          <w:p w:rsidR="001C4254" w:rsidRDefault="001C4254" w:rsidP="00A72677">
            <w:pPr>
              <w:pStyle w:val="libPoem"/>
            </w:pPr>
            <w:r w:rsidRPr="009647FC">
              <w:rPr>
                <w:rtl/>
              </w:rPr>
              <w:t>فقد</w:t>
            </w:r>
            <w:r>
              <w:rPr>
                <w:rtl/>
              </w:rPr>
              <w:t xml:space="preserve"> </w:t>
            </w:r>
            <w:r w:rsidRPr="009647FC">
              <w:rPr>
                <w:rtl/>
              </w:rPr>
              <w:t>راح</w:t>
            </w:r>
            <w:r>
              <w:rPr>
                <w:rtl/>
              </w:rPr>
              <w:t xml:space="preserve"> </w:t>
            </w:r>
            <w:r w:rsidRPr="009647FC">
              <w:rPr>
                <w:rtl/>
              </w:rPr>
              <w:t>وجه</w:t>
            </w:r>
            <w:r>
              <w:rPr>
                <w:rtl/>
              </w:rPr>
              <w:t xml:space="preserve"> </w:t>
            </w:r>
            <w:r w:rsidRPr="009647FC">
              <w:rPr>
                <w:rtl/>
              </w:rPr>
              <w:t>الدهر</w:t>
            </w:r>
            <w:r>
              <w:rPr>
                <w:rtl/>
              </w:rPr>
              <w:t xml:space="preserve"> </w:t>
            </w:r>
            <w:r w:rsidRPr="009647FC">
              <w:rPr>
                <w:rtl/>
              </w:rPr>
              <w:t>للحشر</w:t>
            </w:r>
            <w:r w:rsidRPr="004E7EC6">
              <w:rPr>
                <w:rStyle w:val="libFootnotenumChar"/>
                <w:rtl/>
              </w:rPr>
              <w:t>(6)</w:t>
            </w:r>
            <w:r>
              <w:rPr>
                <w:rtl/>
              </w:rPr>
              <w:t xml:space="preserve"> </w:t>
            </w:r>
            <w:r w:rsidRPr="009647FC">
              <w:rPr>
                <w:rtl/>
              </w:rPr>
              <w:t>يشحبُ؟</w:t>
            </w:r>
            <w:r w:rsidRPr="00725071">
              <w:rPr>
                <w:rStyle w:val="libPoemTiniChar0"/>
                <w:rtl/>
              </w:rPr>
              <w:br/>
              <w:t> </w:t>
            </w:r>
          </w:p>
        </w:tc>
      </w:tr>
      <w:tr w:rsidR="001C4254" w:rsidRPr="00524A24" w:rsidTr="001C4254">
        <w:trPr>
          <w:trHeight w:val="350"/>
        </w:trPr>
        <w:tc>
          <w:tcPr>
            <w:tcW w:w="3902" w:type="dxa"/>
          </w:tcPr>
          <w:p w:rsidR="001C4254" w:rsidRPr="00524A24" w:rsidRDefault="00A72677" w:rsidP="00A72677">
            <w:pPr>
              <w:pStyle w:val="libPoem"/>
            </w:pPr>
            <w:r w:rsidRPr="009647FC">
              <w:rPr>
                <w:rtl/>
              </w:rPr>
              <w:t>ضع</w:t>
            </w:r>
            <w:r w:rsidR="001C4254" w:rsidRPr="009647FC">
              <w:rPr>
                <w:rtl/>
              </w:rPr>
              <w:t>ي</w:t>
            </w:r>
            <w:r w:rsidR="001C4254">
              <w:rPr>
                <w:rtl/>
              </w:rPr>
              <w:t xml:space="preserve"> </w:t>
            </w:r>
            <w:r w:rsidRPr="009647FC">
              <w:rPr>
                <w:rtl/>
              </w:rPr>
              <w:t>ها</w:t>
            </w:r>
            <w:r w:rsidR="001C4254" w:rsidRPr="009647FC">
              <w:rPr>
                <w:rtl/>
              </w:rPr>
              <w:t>شمٌ</w:t>
            </w:r>
            <w:r w:rsidR="001C4254">
              <w:rPr>
                <w:rtl/>
              </w:rPr>
              <w:t xml:space="preserve"> </w:t>
            </w:r>
            <w:r w:rsidRPr="009647FC">
              <w:rPr>
                <w:rtl/>
              </w:rPr>
              <w:t>سر</w:t>
            </w:r>
            <w:r w:rsidR="001C4254" w:rsidRPr="009647FC">
              <w:rPr>
                <w:rtl/>
              </w:rPr>
              <w:t>ج</w:t>
            </w:r>
            <w:r w:rsidR="00677BC4">
              <w:rPr>
                <w:rtl/>
              </w:rPr>
              <w:t>َ</w:t>
            </w:r>
            <w:r w:rsidR="001C4254">
              <w:rPr>
                <w:rtl/>
              </w:rPr>
              <w:t xml:space="preserve"> </w:t>
            </w:r>
            <w:r w:rsidR="001C4254" w:rsidRPr="009647FC">
              <w:rPr>
                <w:rtl/>
              </w:rPr>
              <w:t>ا</w:t>
            </w:r>
            <w:r w:rsidRPr="009647FC">
              <w:rPr>
                <w:rtl/>
              </w:rPr>
              <w:t>لع</w:t>
            </w:r>
            <w:r w:rsidR="001C4254" w:rsidRPr="009647FC">
              <w:rPr>
                <w:rtl/>
              </w:rPr>
              <w:t>ُلى</w:t>
            </w:r>
            <w:r w:rsidR="001C4254">
              <w:rPr>
                <w:rtl/>
              </w:rPr>
              <w:t xml:space="preserve"> </w:t>
            </w:r>
            <w:r w:rsidR="001C4254" w:rsidRPr="009647FC">
              <w:rPr>
                <w:rtl/>
              </w:rPr>
              <w:t>وترجّ</w:t>
            </w:r>
            <w:r w:rsidR="00677BC4">
              <w:rPr>
                <w:rtl/>
              </w:rPr>
              <w:t>َ</w:t>
            </w:r>
            <w:r w:rsidR="001C4254" w:rsidRPr="009647FC">
              <w:rPr>
                <w:rtl/>
              </w:rPr>
              <w:t>لي</w:t>
            </w:r>
            <w:r w:rsidR="001C4254" w:rsidRPr="00725071">
              <w:rPr>
                <w:rStyle w:val="libPoemTiniChar0"/>
                <w:rtl/>
              </w:rPr>
              <w:br/>
              <w:t> </w:t>
            </w:r>
          </w:p>
        </w:tc>
        <w:tc>
          <w:tcPr>
            <w:tcW w:w="301" w:type="dxa"/>
          </w:tcPr>
          <w:p w:rsidR="001C4254" w:rsidRDefault="001C4254" w:rsidP="00A72677">
            <w:pPr>
              <w:pStyle w:val="libPoem"/>
              <w:rPr>
                <w:rtl/>
              </w:rPr>
            </w:pPr>
          </w:p>
        </w:tc>
        <w:tc>
          <w:tcPr>
            <w:tcW w:w="3884" w:type="dxa"/>
          </w:tcPr>
          <w:p w:rsidR="001C4254" w:rsidRDefault="00A72677" w:rsidP="00A72677">
            <w:pPr>
              <w:pStyle w:val="libPoem"/>
            </w:pPr>
            <w:r w:rsidRPr="009647FC">
              <w:rPr>
                <w:rtl/>
              </w:rPr>
              <w:t>فم</w:t>
            </w:r>
            <w:r w:rsidR="001C4254" w:rsidRPr="009647FC">
              <w:rPr>
                <w:rtl/>
              </w:rPr>
              <w:t>ا</w:t>
            </w:r>
            <w:r w:rsidR="004C00A8">
              <w:rPr>
                <w:rtl/>
              </w:rPr>
              <w:t xml:space="preserve"> </w:t>
            </w:r>
            <w:r w:rsidRPr="009647FC">
              <w:rPr>
                <w:rtl/>
              </w:rPr>
              <w:t>لك</w:t>
            </w:r>
            <w:r w:rsidR="001C4254" w:rsidRPr="009647FC">
              <w:rPr>
                <w:rtl/>
              </w:rPr>
              <w:t>ِ</w:t>
            </w:r>
            <w:r w:rsidR="001C4254">
              <w:rPr>
                <w:rtl/>
              </w:rPr>
              <w:t xml:space="preserve"> </w:t>
            </w:r>
            <w:r w:rsidRPr="009647FC">
              <w:rPr>
                <w:rtl/>
              </w:rPr>
              <w:t>في</w:t>
            </w:r>
            <w:r w:rsidR="001C4254">
              <w:rPr>
                <w:rtl/>
              </w:rPr>
              <w:t xml:space="preserve"> </w:t>
            </w:r>
            <w:r w:rsidRPr="009647FC">
              <w:rPr>
                <w:rtl/>
              </w:rPr>
              <w:t>ظه</w:t>
            </w:r>
            <w:r w:rsidR="001C4254" w:rsidRPr="009647FC">
              <w:rPr>
                <w:rtl/>
              </w:rPr>
              <w:t>رٍ</w:t>
            </w:r>
            <w:r w:rsidR="001C4254">
              <w:rPr>
                <w:rtl/>
              </w:rPr>
              <w:t xml:space="preserve"> </w:t>
            </w:r>
            <w:r w:rsidRPr="009647FC">
              <w:rPr>
                <w:rtl/>
              </w:rPr>
              <w:t>من</w:t>
            </w:r>
            <w:r w:rsidR="001C4254">
              <w:rPr>
                <w:rtl/>
              </w:rPr>
              <w:t xml:space="preserve"> </w:t>
            </w:r>
            <w:r w:rsidR="001C4254" w:rsidRPr="009647FC">
              <w:rPr>
                <w:rtl/>
              </w:rPr>
              <w:t>العزّ</w:t>
            </w:r>
            <w:r w:rsidR="001C4254">
              <w:rPr>
                <w:rtl/>
              </w:rPr>
              <w:t xml:space="preserve"> </w:t>
            </w:r>
            <w:r w:rsidR="001C4254" w:rsidRPr="009647FC">
              <w:rPr>
                <w:rtl/>
              </w:rPr>
              <w:t>مركبُ</w:t>
            </w:r>
            <w:r w:rsidR="001C4254" w:rsidRPr="00725071">
              <w:rPr>
                <w:rStyle w:val="libPoemTiniChar0"/>
                <w:rtl/>
              </w:rPr>
              <w:br/>
              <w:t> </w:t>
            </w:r>
          </w:p>
        </w:tc>
      </w:tr>
      <w:tr w:rsidR="001C4254" w:rsidRPr="00524A24" w:rsidTr="001C4254">
        <w:trPr>
          <w:trHeight w:val="350"/>
        </w:trPr>
        <w:tc>
          <w:tcPr>
            <w:tcW w:w="3902" w:type="dxa"/>
          </w:tcPr>
          <w:p w:rsidR="001C4254" w:rsidRPr="00524A24" w:rsidRDefault="001C4254" w:rsidP="00A72677">
            <w:pPr>
              <w:pStyle w:val="libPoem"/>
            </w:pPr>
            <w:r w:rsidRPr="009647FC">
              <w:rPr>
                <w:rtl/>
              </w:rPr>
              <w:t>ودونك</w:t>
            </w:r>
            <w:r w:rsidR="004C00A8">
              <w:rPr>
                <w:rtl/>
              </w:rPr>
              <w:t xml:space="preserve"> </w:t>
            </w:r>
            <w:r w:rsidR="00A72677" w:rsidRPr="009647FC">
              <w:rPr>
                <w:rtl/>
              </w:rPr>
              <w:t>تقل</w:t>
            </w:r>
            <w:r w:rsidRPr="009647FC">
              <w:rPr>
                <w:rtl/>
              </w:rPr>
              <w:t>يب</w:t>
            </w:r>
            <w:r>
              <w:rPr>
                <w:rtl/>
              </w:rPr>
              <w:t xml:space="preserve"> </w:t>
            </w:r>
            <w:r w:rsidRPr="009647FC">
              <w:rPr>
                <w:rtl/>
              </w:rPr>
              <w:t>الأكفِّ</w:t>
            </w:r>
            <w:r>
              <w:rPr>
                <w:rtl/>
              </w:rPr>
              <w:t xml:space="preserve"> </w:t>
            </w:r>
            <w:r w:rsidR="00A72677" w:rsidRPr="009647FC">
              <w:rPr>
                <w:rtl/>
              </w:rPr>
              <w:t>تعل</w:t>
            </w:r>
            <w:r w:rsidRPr="009647FC">
              <w:rPr>
                <w:rtl/>
              </w:rPr>
              <w:t>ّلا</w:t>
            </w:r>
            <w:r w:rsidRPr="00725071">
              <w:rPr>
                <w:rStyle w:val="libPoemTiniChar0"/>
                <w:rtl/>
              </w:rPr>
              <w:br/>
              <w:t> </w:t>
            </w:r>
          </w:p>
        </w:tc>
        <w:tc>
          <w:tcPr>
            <w:tcW w:w="301" w:type="dxa"/>
          </w:tcPr>
          <w:p w:rsidR="001C4254" w:rsidRDefault="001C4254" w:rsidP="00A72677">
            <w:pPr>
              <w:pStyle w:val="libPoem"/>
              <w:rPr>
                <w:rtl/>
              </w:rPr>
            </w:pPr>
          </w:p>
        </w:tc>
        <w:tc>
          <w:tcPr>
            <w:tcW w:w="3884" w:type="dxa"/>
          </w:tcPr>
          <w:p w:rsidR="001C4254" w:rsidRPr="00524A24" w:rsidRDefault="00A72677" w:rsidP="001C4254">
            <w:pPr>
              <w:pStyle w:val="libPoem"/>
            </w:pPr>
            <w:r w:rsidRPr="009647FC">
              <w:rPr>
                <w:rtl/>
              </w:rPr>
              <w:t>فق</w:t>
            </w:r>
            <w:r w:rsidR="001C4254" w:rsidRPr="009647FC">
              <w:rPr>
                <w:rtl/>
              </w:rPr>
              <w:t>د</w:t>
            </w:r>
            <w:r w:rsidR="004C00A8">
              <w:rPr>
                <w:rtl/>
              </w:rPr>
              <w:t xml:space="preserve"> </w:t>
            </w:r>
            <w:r w:rsidRPr="009647FC">
              <w:rPr>
                <w:rtl/>
              </w:rPr>
              <w:t>فا</w:t>
            </w:r>
            <w:r w:rsidR="001C4254" w:rsidRPr="009647FC">
              <w:rPr>
                <w:rtl/>
              </w:rPr>
              <w:t>ت</w:t>
            </w:r>
            <w:r w:rsidR="001C4254" w:rsidRPr="004E7EC6">
              <w:rPr>
                <w:rStyle w:val="libFootnotenumChar"/>
                <w:rtl/>
              </w:rPr>
              <w:t>(7)</w:t>
            </w:r>
            <w:r w:rsidR="001C4254" w:rsidRPr="004C00A8">
              <w:rPr>
                <w:rFonts w:hint="cs"/>
                <w:rtl/>
              </w:rPr>
              <w:t xml:space="preserve"> </w:t>
            </w:r>
            <w:r w:rsidR="001C4254" w:rsidRPr="009647FC">
              <w:rPr>
                <w:rtl/>
              </w:rPr>
              <w:t>منك</w:t>
            </w:r>
            <w:r w:rsidR="001C4254">
              <w:rPr>
                <w:rtl/>
              </w:rPr>
              <w:t xml:space="preserve"> </w:t>
            </w:r>
            <w:r w:rsidR="001C4254" w:rsidRPr="009647FC">
              <w:rPr>
                <w:rtl/>
              </w:rPr>
              <w:t>المشرفيُّ</w:t>
            </w:r>
            <w:r w:rsidR="001C4254">
              <w:rPr>
                <w:rtl/>
              </w:rPr>
              <w:t xml:space="preserve"> </w:t>
            </w:r>
            <w:r w:rsidR="001C4254" w:rsidRPr="009647FC">
              <w:rPr>
                <w:rtl/>
              </w:rPr>
              <w:t>المذرّ</w:t>
            </w:r>
            <w:r w:rsidR="00677BC4">
              <w:rPr>
                <w:rtl/>
              </w:rPr>
              <w:t>َ</w:t>
            </w:r>
            <w:r w:rsidR="001C4254" w:rsidRPr="009647FC">
              <w:rPr>
                <w:rtl/>
              </w:rPr>
              <w:t>بُ</w:t>
            </w:r>
            <w:r w:rsidR="001C4254"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أثلب</w:t>
      </w:r>
      <w:r w:rsidR="00D769AB">
        <w:rPr>
          <w:rtl/>
        </w:rPr>
        <w:t>:</w:t>
      </w:r>
      <w:r w:rsidRPr="009647FC">
        <w:rPr>
          <w:rtl/>
        </w:rPr>
        <w:t xml:space="preserve"> فتات الحجارة والتراب جمع أثالب</w:t>
      </w:r>
      <w:r w:rsidR="00D769AB">
        <w:rPr>
          <w:rtl/>
        </w:rPr>
        <w:t>.</w:t>
      </w:r>
    </w:p>
    <w:p w:rsidR="009647FC" w:rsidRPr="00524A24" w:rsidRDefault="009647FC" w:rsidP="00E758D9">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فزعاً ممّا</w:t>
      </w:r>
      <w:r w:rsidR="00D769AB">
        <w:rPr>
          <w:rtl/>
        </w:rPr>
        <w:t>.</w:t>
      </w:r>
      <w:r w:rsidR="00E758D9">
        <w:rPr>
          <w:rFonts w:hint="cs"/>
          <w:rtl/>
        </w:rPr>
        <w:tab/>
      </w:r>
      <w:r w:rsidR="00E758D9">
        <w:rPr>
          <w:rFonts w:hint="cs"/>
          <w:rtl/>
        </w:rPr>
        <w:tab/>
      </w:r>
      <w:r w:rsidR="00E758D9">
        <w:rPr>
          <w:rFonts w:hint="cs"/>
          <w:rtl/>
        </w:rPr>
        <w:tab/>
      </w:r>
      <w:r w:rsidR="00E758D9">
        <w:rPr>
          <w:rFonts w:hint="cs"/>
          <w:rtl/>
        </w:rPr>
        <w:tab/>
      </w:r>
      <w:r w:rsidRPr="009647FC">
        <w:rPr>
          <w:rtl/>
        </w:rPr>
        <w:t>3</w:t>
      </w:r>
      <w:r w:rsidR="004E7EC6">
        <w:rPr>
          <w:rtl/>
        </w:rPr>
        <w:t xml:space="preserve"> - </w:t>
      </w:r>
      <w:r w:rsidRPr="009647FC">
        <w:rPr>
          <w:rtl/>
        </w:rPr>
        <w:t>في المطبوع</w:t>
      </w:r>
      <w:r w:rsidR="00D769AB">
        <w:rPr>
          <w:rtl/>
        </w:rPr>
        <w:t>:</w:t>
      </w:r>
      <w:r w:rsidRPr="009647FC">
        <w:rPr>
          <w:rtl/>
        </w:rPr>
        <w:t xml:space="preserve"> تكن</w:t>
      </w:r>
      <w:r w:rsidR="00D769AB">
        <w:rPr>
          <w:rtl/>
        </w:rPr>
        <w:t>.</w:t>
      </w:r>
    </w:p>
    <w:p w:rsidR="009647FC" w:rsidRPr="00524A24" w:rsidRDefault="009647FC" w:rsidP="00E758D9">
      <w:pPr>
        <w:pStyle w:val="libFootnote0"/>
      </w:pPr>
      <w:r w:rsidRPr="009647FC">
        <w:rPr>
          <w:rtl/>
        </w:rPr>
        <w:t>4</w:t>
      </w:r>
      <w:r w:rsidR="004E7EC6">
        <w:rPr>
          <w:rtl/>
        </w:rPr>
        <w:t xml:space="preserve"> - </w:t>
      </w:r>
      <w:r w:rsidRPr="009647FC">
        <w:rPr>
          <w:rtl/>
        </w:rPr>
        <w:t>وفيه أيضاً</w:t>
      </w:r>
      <w:r w:rsidR="00D769AB">
        <w:rPr>
          <w:rtl/>
        </w:rPr>
        <w:t>:</w:t>
      </w:r>
      <w:r w:rsidRPr="009647FC">
        <w:rPr>
          <w:rtl/>
        </w:rPr>
        <w:t xml:space="preserve"> وحسبك ناراً</w:t>
      </w:r>
      <w:r w:rsidR="00D769AB">
        <w:rPr>
          <w:rtl/>
        </w:rPr>
        <w:t>.</w:t>
      </w:r>
      <w:r w:rsidR="00E758D9">
        <w:rPr>
          <w:rFonts w:hint="cs"/>
          <w:rtl/>
        </w:rPr>
        <w:tab/>
      </w:r>
      <w:r w:rsidR="00E758D9">
        <w:rPr>
          <w:rFonts w:hint="cs"/>
          <w:rtl/>
        </w:rPr>
        <w:tab/>
      </w:r>
      <w:r w:rsidR="00E758D9">
        <w:rPr>
          <w:rFonts w:hint="cs"/>
          <w:rtl/>
        </w:rPr>
        <w:tab/>
      </w:r>
      <w:r w:rsidR="00E758D9">
        <w:rPr>
          <w:rFonts w:hint="cs"/>
          <w:rtl/>
        </w:rPr>
        <w:tab/>
      </w:r>
      <w:r w:rsidRPr="009647FC">
        <w:rPr>
          <w:rtl/>
        </w:rPr>
        <w:t>5</w:t>
      </w:r>
      <w:r w:rsidR="004E7EC6">
        <w:rPr>
          <w:rtl/>
        </w:rPr>
        <w:t xml:space="preserve"> - </w:t>
      </w:r>
      <w:r w:rsidRPr="009647FC">
        <w:rPr>
          <w:rtl/>
        </w:rPr>
        <w:t>وفيه أيضاً</w:t>
      </w:r>
      <w:r w:rsidR="00D769AB">
        <w:rPr>
          <w:rtl/>
        </w:rPr>
        <w:t>:</w:t>
      </w:r>
      <w:r w:rsidRPr="009647FC">
        <w:rPr>
          <w:rtl/>
        </w:rPr>
        <w:t xml:space="preserve"> لذا</w:t>
      </w:r>
      <w:r w:rsidR="00D769AB">
        <w:rPr>
          <w:rtl/>
        </w:rPr>
        <w:t>.</w:t>
      </w:r>
    </w:p>
    <w:p w:rsidR="009647FC" w:rsidRPr="00524A24" w:rsidRDefault="009647FC" w:rsidP="00E758D9">
      <w:pPr>
        <w:pStyle w:val="libFootnote0"/>
      </w:pPr>
      <w:r w:rsidRPr="009647FC">
        <w:rPr>
          <w:rtl/>
        </w:rPr>
        <w:t>6</w:t>
      </w:r>
      <w:r w:rsidR="004E7EC6">
        <w:rPr>
          <w:rtl/>
        </w:rPr>
        <w:t xml:space="preserve"> - </w:t>
      </w:r>
      <w:r w:rsidRPr="009647FC">
        <w:rPr>
          <w:rtl/>
        </w:rPr>
        <w:t>وفيه أيضاً</w:t>
      </w:r>
      <w:r w:rsidR="00D769AB">
        <w:rPr>
          <w:rtl/>
        </w:rPr>
        <w:t>:</w:t>
      </w:r>
      <w:r w:rsidRPr="009647FC">
        <w:rPr>
          <w:rtl/>
        </w:rPr>
        <w:t xml:space="preserve"> للبعث يسحب</w:t>
      </w:r>
      <w:r w:rsidR="00D769AB">
        <w:rPr>
          <w:rtl/>
        </w:rPr>
        <w:t>.</w:t>
      </w:r>
      <w:r w:rsidR="00E758D9">
        <w:rPr>
          <w:rFonts w:hint="cs"/>
          <w:rtl/>
        </w:rPr>
        <w:tab/>
      </w:r>
      <w:r w:rsidR="00E758D9">
        <w:rPr>
          <w:rFonts w:hint="cs"/>
          <w:rtl/>
        </w:rPr>
        <w:tab/>
      </w:r>
      <w:r w:rsidR="00E758D9">
        <w:rPr>
          <w:rFonts w:hint="cs"/>
          <w:rtl/>
        </w:rPr>
        <w:tab/>
      </w:r>
      <w:r w:rsidRPr="009647FC">
        <w:rPr>
          <w:rtl/>
        </w:rPr>
        <w:t>7</w:t>
      </w:r>
      <w:r w:rsidR="004E7EC6">
        <w:rPr>
          <w:rtl/>
        </w:rPr>
        <w:t xml:space="preserve"> - </w:t>
      </w:r>
      <w:r w:rsidRPr="009647FC">
        <w:rPr>
          <w:rtl/>
        </w:rPr>
        <w:t>في مخطوطة الملاّ</w:t>
      </w:r>
      <w:r w:rsidR="00D769AB">
        <w:rPr>
          <w:rtl/>
        </w:rPr>
        <w:t>:</w:t>
      </w:r>
      <w:r w:rsidRPr="009647FC">
        <w:rPr>
          <w:rtl/>
        </w:rPr>
        <w:t xml:space="preserve"> مات</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C678D4" w:rsidRPr="00524A24" w:rsidTr="00C678D4">
        <w:trPr>
          <w:trHeight w:val="350"/>
        </w:trPr>
        <w:tc>
          <w:tcPr>
            <w:tcW w:w="3902" w:type="dxa"/>
          </w:tcPr>
          <w:p w:rsidR="00C678D4" w:rsidRPr="00524A24" w:rsidRDefault="00C678D4" w:rsidP="00A72677">
            <w:pPr>
              <w:pStyle w:val="libPoem"/>
            </w:pPr>
            <w:r w:rsidRPr="009647FC">
              <w:rPr>
                <w:rtl/>
              </w:rPr>
              <w:lastRenderedPageBreak/>
              <w:t>و</w:t>
            </w:r>
            <w:r w:rsidR="00A72677" w:rsidRPr="009647FC">
              <w:rPr>
                <w:rtl/>
              </w:rPr>
              <w:t>يا</w:t>
            </w:r>
            <w:r w:rsidR="004C00A8">
              <w:rPr>
                <w:rtl/>
              </w:rPr>
              <w:t xml:space="preserve"> </w:t>
            </w:r>
            <w:r w:rsidR="00A72677" w:rsidRPr="009647FC">
              <w:rPr>
                <w:rtl/>
              </w:rPr>
              <w:t>نا</w:t>
            </w:r>
            <w:r w:rsidRPr="009647FC">
              <w:rPr>
                <w:rtl/>
              </w:rPr>
              <w:t>هبي</w:t>
            </w:r>
            <w:r>
              <w:rPr>
                <w:rtl/>
              </w:rPr>
              <w:t xml:space="preserve"> </w:t>
            </w:r>
            <w:r w:rsidRPr="009647FC">
              <w:rPr>
                <w:rtl/>
              </w:rPr>
              <w:t>د</w:t>
            </w:r>
            <w:r w:rsidR="00A72677" w:rsidRPr="009647FC">
              <w:rPr>
                <w:rtl/>
              </w:rPr>
              <w:t>مع</w:t>
            </w:r>
            <w:r w:rsidRPr="009647FC">
              <w:rPr>
                <w:rtl/>
              </w:rPr>
              <w:t>ي</w:t>
            </w:r>
            <w:r>
              <w:rPr>
                <w:rtl/>
              </w:rPr>
              <w:t xml:space="preserve"> </w:t>
            </w:r>
            <w:r w:rsidRPr="009647FC">
              <w:rPr>
                <w:rtl/>
              </w:rPr>
              <w:t>اعذراني</w:t>
            </w:r>
            <w:r>
              <w:rPr>
                <w:rtl/>
              </w:rPr>
              <w:t xml:space="preserve"> </w:t>
            </w:r>
            <w:r w:rsidRPr="009647FC">
              <w:rPr>
                <w:rtl/>
              </w:rPr>
              <w:t>على</w:t>
            </w:r>
            <w:r>
              <w:rPr>
                <w:rtl/>
              </w:rPr>
              <w:t xml:space="preserve"> </w:t>
            </w:r>
            <w:r w:rsidRPr="009647FC">
              <w:rPr>
                <w:rtl/>
              </w:rPr>
              <w:t>البكا</w:t>
            </w:r>
            <w:r w:rsidRPr="00725071">
              <w:rPr>
                <w:rStyle w:val="libPoemTiniChar0"/>
                <w:rtl/>
              </w:rPr>
              <w:br/>
              <w:t> </w:t>
            </w:r>
          </w:p>
        </w:tc>
        <w:tc>
          <w:tcPr>
            <w:tcW w:w="301" w:type="dxa"/>
          </w:tcPr>
          <w:p w:rsidR="00C678D4" w:rsidRDefault="00C678D4" w:rsidP="00A72677">
            <w:pPr>
              <w:pStyle w:val="libPoem"/>
              <w:rPr>
                <w:rtl/>
              </w:rPr>
            </w:pPr>
          </w:p>
        </w:tc>
        <w:tc>
          <w:tcPr>
            <w:tcW w:w="3884" w:type="dxa"/>
          </w:tcPr>
          <w:p w:rsidR="00C678D4" w:rsidRDefault="00A72677" w:rsidP="00A72677">
            <w:pPr>
              <w:pStyle w:val="libPoem"/>
            </w:pPr>
            <w:r w:rsidRPr="009647FC">
              <w:rPr>
                <w:rtl/>
              </w:rPr>
              <w:t>فم</w:t>
            </w:r>
            <w:r w:rsidR="00C678D4" w:rsidRPr="009647FC">
              <w:rPr>
                <w:rtl/>
              </w:rPr>
              <w:t>ا</w:t>
            </w:r>
            <w:r w:rsidR="004C00A8">
              <w:rPr>
                <w:rtl/>
              </w:rPr>
              <w:t xml:space="preserve"> </w:t>
            </w:r>
            <w:r w:rsidR="00C678D4" w:rsidRPr="009647FC">
              <w:rPr>
                <w:rtl/>
              </w:rPr>
              <w:t>ا</w:t>
            </w:r>
            <w:r w:rsidRPr="009647FC">
              <w:rPr>
                <w:rtl/>
              </w:rPr>
              <w:t>لن</w:t>
            </w:r>
            <w:r w:rsidR="00C678D4" w:rsidRPr="009647FC">
              <w:rPr>
                <w:rtl/>
              </w:rPr>
              <w:t>اسُ</w:t>
            </w:r>
            <w:r w:rsidR="00C678D4">
              <w:rPr>
                <w:rtl/>
              </w:rPr>
              <w:t xml:space="preserve"> </w:t>
            </w:r>
            <w:r w:rsidR="00C678D4" w:rsidRPr="009647FC">
              <w:rPr>
                <w:rtl/>
              </w:rPr>
              <w:t>إلاّ</w:t>
            </w:r>
            <w:r w:rsidR="00C678D4">
              <w:rPr>
                <w:rtl/>
              </w:rPr>
              <w:t xml:space="preserve"> </w:t>
            </w:r>
            <w:r w:rsidRPr="009647FC">
              <w:rPr>
                <w:rtl/>
              </w:rPr>
              <w:t>عا</w:t>
            </w:r>
            <w:r w:rsidR="00C678D4" w:rsidRPr="009647FC">
              <w:rPr>
                <w:rtl/>
              </w:rPr>
              <w:t>ذلٌ</w:t>
            </w:r>
            <w:r w:rsidR="00C678D4">
              <w:rPr>
                <w:rtl/>
              </w:rPr>
              <w:t xml:space="preserve"> </w:t>
            </w:r>
            <w:r w:rsidR="00C678D4" w:rsidRPr="009647FC">
              <w:rPr>
                <w:rtl/>
              </w:rPr>
              <w:t>و</w:t>
            </w:r>
            <w:r w:rsidRPr="009647FC">
              <w:rPr>
                <w:rtl/>
              </w:rPr>
              <w:t>مؤ</w:t>
            </w:r>
            <w:r w:rsidR="00C678D4" w:rsidRPr="009647FC">
              <w:rPr>
                <w:rtl/>
              </w:rPr>
              <w:t>نّبً</w:t>
            </w:r>
            <w:r w:rsidR="00C678D4" w:rsidRPr="004E7EC6">
              <w:rPr>
                <w:rStyle w:val="libFootnotenumChar"/>
                <w:rtl/>
              </w:rPr>
              <w:t>(1)</w:t>
            </w:r>
            <w:r w:rsidR="00C678D4" w:rsidRPr="00725071">
              <w:rPr>
                <w:rStyle w:val="libPoemTiniChar0"/>
                <w:rtl/>
              </w:rPr>
              <w:br/>
              <w:t> </w:t>
            </w:r>
          </w:p>
        </w:tc>
      </w:tr>
      <w:tr w:rsidR="00C678D4" w:rsidRPr="00524A24" w:rsidTr="00C678D4">
        <w:trPr>
          <w:trHeight w:val="350"/>
        </w:trPr>
        <w:tc>
          <w:tcPr>
            <w:tcW w:w="3902" w:type="dxa"/>
          </w:tcPr>
          <w:p w:rsidR="00C678D4" w:rsidRPr="00524A24" w:rsidRDefault="00A72677" w:rsidP="00A72677">
            <w:pPr>
              <w:pStyle w:val="libPoem"/>
            </w:pPr>
            <w:r w:rsidRPr="009647FC">
              <w:rPr>
                <w:rtl/>
              </w:rPr>
              <w:t>قفا</w:t>
            </w:r>
            <w:r w:rsidR="004C00A8">
              <w:rPr>
                <w:rtl/>
              </w:rPr>
              <w:t xml:space="preserve"> </w:t>
            </w:r>
            <w:r w:rsidR="00C678D4" w:rsidRPr="009647FC">
              <w:rPr>
                <w:rtl/>
              </w:rPr>
              <w:t>وا</w:t>
            </w:r>
            <w:r w:rsidRPr="009647FC">
              <w:rPr>
                <w:rtl/>
              </w:rPr>
              <w:t>ندبا</w:t>
            </w:r>
            <w:r w:rsidR="00C678D4">
              <w:rPr>
                <w:rtl/>
              </w:rPr>
              <w:t xml:space="preserve"> </w:t>
            </w:r>
            <w:r w:rsidR="00C678D4" w:rsidRPr="009647FC">
              <w:rPr>
                <w:rtl/>
              </w:rPr>
              <w:t>أو</w:t>
            </w:r>
            <w:r w:rsidR="00C678D4">
              <w:rPr>
                <w:rtl/>
              </w:rPr>
              <w:t xml:space="preserve"> </w:t>
            </w:r>
            <w:r w:rsidRPr="009647FC">
              <w:rPr>
                <w:rtl/>
              </w:rPr>
              <w:t>خلي</w:t>
            </w:r>
            <w:r w:rsidR="00C678D4" w:rsidRPr="009647FC">
              <w:rPr>
                <w:rtl/>
              </w:rPr>
              <w:t>ّاني</w:t>
            </w:r>
            <w:r w:rsidR="00C678D4">
              <w:rPr>
                <w:rtl/>
              </w:rPr>
              <w:t xml:space="preserve"> </w:t>
            </w:r>
            <w:r w:rsidR="00C678D4" w:rsidRPr="009647FC">
              <w:rPr>
                <w:rtl/>
              </w:rPr>
              <w:t>وو</w:t>
            </w:r>
            <w:r w:rsidRPr="009647FC">
              <w:rPr>
                <w:rtl/>
              </w:rPr>
              <w:t>قفة</w:t>
            </w:r>
            <w:r w:rsidR="00C678D4" w:rsidRPr="009647FC">
              <w:rPr>
                <w:rtl/>
              </w:rPr>
              <w:t>ً</w:t>
            </w:r>
            <w:r w:rsidR="00C678D4" w:rsidRPr="00725071">
              <w:rPr>
                <w:rStyle w:val="libPoemTiniChar0"/>
                <w:rtl/>
              </w:rPr>
              <w:br/>
              <w:t> </w:t>
            </w:r>
          </w:p>
        </w:tc>
        <w:tc>
          <w:tcPr>
            <w:tcW w:w="301" w:type="dxa"/>
          </w:tcPr>
          <w:p w:rsidR="00C678D4" w:rsidRDefault="00C678D4" w:rsidP="00A72677">
            <w:pPr>
              <w:pStyle w:val="libPoem"/>
              <w:rPr>
                <w:rtl/>
              </w:rPr>
            </w:pPr>
          </w:p>
        </w:tc>
        <w:tc>
          <w:tcPr>
            <w:tcW w:w="3884" w:type="dxa"/>
          </w:tcPr>
          <w:p w:rsidR="00C678D4" w:rsidRDefault="00A72677" w:rsidP="00A72677">
            <w:pPr>
              <w:pStyle w:val="libPoem"/>
            </w:pPr>
            <w:r w:rsidRPr="009647FC">
              <w:rPr>
                <w:rtl/>
              </w:rPr>
              <w:t>يد</w:t>
            </w:r>
            <w:r w:rsidR="00C678D4" w:rsidRPr="009647FC">
              <w:rPr>
                <w:rtl/>
              </w:rPr>
              <w:t>كّ</w:t>
            </w:r>
            <w:r w:rsidR="004C00A8">
              <w:rPr>
                <w:rtl/>
              </w:rPr>
              <w:t xml:space="preserve"> </w:t>
            </w:r>
            <w:r w:rsidR="00C678D4" w:rsidRPr="009647FC">
              <w:rPr>
                <w:rtl/>
              </w:rPr>
              <w:t>ا</w:t>
            </w:r>
            <w:r w:rsidRPr="009647FC">
              <w:rPr>
                <w:rtl/>
              </w:rPr>
              <w:t>لر</w:t>
            </w:r>
            <w:r w:rsidR="00C678D4" w:rsidRPr="009647FC">
              <w:rPr>
                <w:rtl/>
              </w:rPr>
              <w:t>واسي</w:t>
            </w:r>
            <w:r w:rsidR="00C678D4">
              <w:rPr>
                <w:rtl/>
              </w:rPr>
              <w:t xml:space="preserve"> </w:t>
            </w:r>
            <w:r w:rsidRPr="009647FC">
              <w:rPr>
                <w:rtl/>
              </w:rPr>
              <w:t>شج</w:t>
            </w:r>
            <w:r w:rsidR="00C678D4" w:rsidRPr="009647FC">
              <w:rPr>
                <w:rtl/>
              </w:rPr>
              <w:t>وُها</w:t>
            </w:r>
            <w:r w:rsidR="00C678D4">
              <w:rPr>
                <w:rtl/>
              </w:rPr>
              <w:t xml:space="preserve"> </w:t>
            </w:r>
            <w:r w:rsidRPr="009647FC">
              <w:rPr>
                <w:rtl/>
              </w:rPr>
              <w:t>حي</w:t>
            </w:r>
            <w:r w:rsidR="00C678D4" w:rsidRPr="009647FC">
              <w:rPr>
                <w:rtl/>
              </w:rPr>
              <w:t>ن</w:t>
            </w:r>
            <w:r w:rsidR="00C678D4">
              <w:rPr>
                <w:rtl/>
              </w:rPr>
              <w:t xml:space="preserve"> </w:t>
            </w:r>
            <w:r w:rsidR="00C678D4" w:rsidRPr="009647FC">
              <w:rPr>
                <w:rtl/>
              </w:rPr>
              <w:t>أ</w:t>
            </w:r>
            <w:r w:rsidRPr="009647FC">
              <w:rPr>
                <w:rtl/>
              </w:rPr>
              <w:t>ند</w:t>
            </w:r>
            <w:r w:rsidR="00C678D4" w:rsidRPr="009647FC">
              <w:rPr>
                <w:rtl/>
              </w:rPr>
              <w:t>بُ</w:t>
            </w:r>
            <w:r w:rsidR="00C678D4" w:rsidRPr="00725071">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9647FC">
              <w:rPr>
                <w:rtl/>
              </w:rPr>
              <w:t>أ</w:t>
            </w:r>
            <w:r w:rsidR="00A72677" w:rsidRPr="009647FC">
              <w:rPr>
                <w:rtl/>
              </w:rPr>
              <w:t>جامع</w:t>
            </w:r>
            <w:r w:rsidR="00677BC4">
              <w:rPr>
                <w:rtl/>
              </w:rPr>
              <w:t>َ</w:t>
            </w:r>
            <w:r>
              <w:rPr>
                <w:rtl/>
              </w:rPr>
              <w:t xml:space="preserve"> </w:t>
            </w:r>
            <w:r w:rsidR="00A72677" w:rsidRPr="009647FC">
              <w:rPr>
                <w:rtl/>
              </w:rPr>
              <w:t>شم</w:t>
            </w:r>
            <w:r w:rsidRPr="009647FC">
              <w:rPr>
                <w:rtl/>
              </w:rPr>
              <w:t>ل</w:t>
            </w:r>
            <w:r>
              <w:rPr>
                <w:rtl/>
              </w:rPr>
              <w:t xml:space="preserve"> </w:t>
            </w:r>
            <w:r w:rsidRPr="009647FC">
              <w:rPr>
                <w:rtl/>
              </w:rPr>
              <w:t>ا</w:t>
            </w:r>
            <w:r w:rsidR="00A72677" w:rsidRPr="009647FC">
              <w:rPr>
                <w:rtl/>
              </w:rPr>
              <w:t>لد</w:t>
            </w:r>
            <w:r w:rsidRPr="009647FC">
              <w:rPr>
                <w:rtl/>
              </w:rPr>
              <w:t>ين</w:t>
            </w:r>
            <w:r>
              <w:rPr>
                <w:rtl/>
              </w:rPr>
              <w:t xml:space="preserve"> </w:t>
            </w:r>
            <w:r w:rsidR="00A72677" w:rsidRPr="009647FC">
              <w:rPr>
                <w:rtl/>
              </w:rPr>
              <w:t>شع</w:t>
            </w:r>
            <w:r w:rsidRPr="009647FC">
              <w:rPr>
                <w:rtl/>
              </w:rPr>
              <w:t>ِّب</w:t>
            </w:r>
            <w:r>
              <w:rPr>
                <w:rtl/>
              </w:rPr>
              <w:t xml:space="preserve"> </w:t>
            </w:r>
            <w:r w:rsidR="00A72677" w:rsidRPr="009647FC">
              <w:rPr>
                <w:rtl/>
              </w:rPr>
              <w:t>صد</w:t>
            </w:r>
            <w:r w:rsidRPr="009647FC">
              <w:rPr>
                <w:rtl/>
              </w:rPr>
              <w:t>عُه</w:t>
            </w:r>
            <w:r w:rsidRPr="00725071">
              <w:rPr>
                <w:rStyle w:val="libPoemTiniChar0"/>
                <w:rtl/>
              </w:rPr>
              <w:br/>
              <w:t> </w:t>
            </w:r>
          </w:p>
        </w:tc>
        <w:tc>
          <w:tcPr>
            <w:tcW w:w="301" w:type="dxa"/>
          </w:tcPr>
          <w:p w:rsidR="00C678D4" w:rsidRDefault="00C678D4" w:rsidP="00A72677">
            <w:pPr>
              <w:pStyle w:val="libPoem"/>
              <w:rPr>
                <w:rtl/>
              </w:rPr>
            </w:pPr>
          </w:p>
        </w:tc>
        <w:tc>
          <w:tcPr>
            <w:tcW w:w="3884" w:type="dxa"/>
          </w:tcPr>
          <w:p w:rsidR="00C678D4" w:rsidRDefault="00A72677" w:rsidP="00A72677">
            <w:pPr>
              <w:pStyle w:val="libPoem"/>
            </w:pPr>
            <w:r w:rsidRPr="009647FC">
              <w:rPr>
                <w:rtl/>
              </w:rPr>
              <w:t>لي</w:t>
            </w:r>
            <w:r w:rsidR="00C678D4" w:rsidRPr="009647FC">
              <w:rPr>
                <w:rtl/>
              </w:rPr>
              <w:t>ومك</w:t>
            </w:r>
            <w:r w:rsidR="00C678D4">
              <w:rPr>
                <w:rtl/>
              </w:rPr>
              <w:t xml:space="preserve"> </w:t>
            </w:r>
            <w:r w:rsidRPr="009647FC">
              <w:rPr>
                <w:rtl/>
              </w:rPr>
              <w:t>صد</w:t>
            </w:r>
            <w:r w:rsidR="00C678D4" w:rsidRPr="009647FC">
              <w:rPr>
                <w:rtl/>
              </w:rPr>
              <w:t>عٌ</w:t>
            </w:r>
            <w:r w:rsidR="00C678D4">
              <w:rPr>
                <w:rtl/>
              </w:rPr>
              <w:t xml:space="preserve"> </w:t>
            </w:r>
            <w:r w:rsidRPr="009647FC">
              <w:rPr>
                <w:rtl/>
              </w:rPr>
              <w:t>في</w:t>
            </w:r>
            <w:r w:rsidR="00C678D4">
              <w:rPr>
                <w:rtl/>
              </w:rPr>
              <w:t xml:space="preserve"> </w:t>
            </w:r>
            <w:r w:rsidR="00C678D4" w:rsidRPr="009647FC">
              <w:rPr>
                <w:rtl/>
              </w:rPr>
              <w:t>ا</w:t>
            </w:r>
            <w:r w:rsidRPr="009647FC">
              <w:rPr>
                <w:rtl/>
              </w:rPr>
              <w:t>له</w:t>
            </w:r>
            <w:r w:rsidR="00C678D4" w:rsidRPr="009647FC">
              <w:rPr>
                <w:rtl/>
              </w:rPr>
              <w:t>دى</w:t>
            </w:r>
            <w:r w:rsidR="00C678D4">
              <w:rPr>
                <w:rtl/>
              </w:rPr>
              <w:t xml:space="preserve"> </w:t>
            </w:r>
            <w:r w:rsidR="00C678D4" w:rsidRPr="009647FC">
              <w:rPr>
                <w:rtl/>
              </w:rPr>
              <w:t>ليس</w:t>
            </w:r>
            <w:r w:rsidR="00C678D4">
              <w:rPr>
                <w:rtl/>
              </w:rPr>
              <w:t xml:space="preserve"> </w:t>
            </w:r>
            <w:r w:rsidR="00C678D4" w:rsidRPr="009647FC">
              <w:rPr>
                <w:rtl/>
              </w:rPr>
              <w:t>يشعبُ</w:t>
            </w:r>
            <w:r w:rsidR="00C678D4" w:rsidRPr="00725071">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9647FC">
              <w:rPr>
                <w:rtl/>
              </w:rPr>
              <w:t>وأ</w:t>
            </w:r>
            <w:r w:rsidR="00A72677" w:rsidRPr="009647FC">
              <w:rPr>
                <w:rtl/>
              </w:rPr>
              <w:t>عج</w:t>
            </w:r>
            <w:r w:rsidRPr="009647FC">
              <w:rPr>
                <w:rtl/>
              </w:rPr>
              <w:t>ب</w:t>
            </w:r>
            <w:r w:rsidR="004C00A8">
              <w:rPr>
                <w:rtl/>
              </w:rPr>
              <w:t xml:space="preserve"> </w:t>
            </w:r>
            <w:r w:rsidR="00A72677" w:rsidRPr="009647FC">
              <w:rPr>
                <w:rtl/>
              </w:rPr>
              <w:t>شي</w:t>
            </w:r>
            <w:r w:rsidRPr="009647FC">
              <w:rPr>
                <w:rtl/>
              </w:rPr>
              <w:t>ءٍ</w:t>
            </w:r>
            <w:r>
              <w:rPr>
                <w:rtl/>
              </w:rPr>
              <w:t xml:space="preserve"> </w:t>
            </w:r>
            <w:r w:rsidRPr="009647FC">
              <w:rPr>
                <w:rtl/>
              </w:rPr>
              <w:t>أنّ</w:t>
            </w:r>
            <w:r>
              <w:rPr>
                <w:rtl/>
              </w:rPr>
              <w:t xml:space="preserve"> </w:t>
            </w:r>
            <w:r w:rsidR="00A72677" w:rsidRPr="009647FC">
              <w:rPr>
                <w:rtl/>
              </w:rPr>
              <w:t>نع</w:t>
            </w:r>
            <w:r w:rsidRPr="009647FC">
              <w:rPr>
                <w:rtl/>
              </w:rPr>
              <w:t>شك</w:t>
            </w:r>
            <w:r>
              <w:rPr>
                <w:rtl/>
              </w:rPr>
              <w:t xml:space="preserve"> </w:t>
            </w:r>
            <w:r w:rsidR="00A72677" w:rsidRPr="009647FC">
              <w:rPr>
                <w:rtl/>
              </w:rPr>
              <w:t>في</w:t>
            </w:r>
            <w:r>
              <w:rPr>
                <w:rtl/>
              </w:rPr>
              <w:t xml:space="preserve"> </w:t>
            </w:r>
            <w:r w:rsidRPr="009647FC">
              <w:rPr>
                <w:rtl/>
              </w:rPr>
              <w:t>ا</w:t>
            </w:r>
            <w:r w:rsidR="00A72677" w:rsidRPr="009647FC">
              <w:rPr>
                <w:rtl/>
              </w:rPr>
              <w:t>لس</w:t>
            </w:r>
            <w:r w:rsidRPr="009647FC">
              <w:rPr>
                <w:rtl/>
              </w:rPr>
              <w:t>ما</w:t>
            </w:r>
            <w:r w:rsidRPr="00725071">
              <w:rPr>
                <w:rStyle w:val="libPoemTiniChar0"/>
                <w:rtl/>
              </w:rPr>
              <w:br/>
              <w:t> </w:t>
            </w:r>
          </w:p>
        </w:tc>
        <w:tc>
          <w:tcPr>
            <w:tcW w:w="301" w:type="dxa"/>
          </w:tcPr>
          <w:p w:rsidR="00C678D4" w:rsidRDefault="00C678D4" w:rsidP="00A72677">
            <w:pPr>
              <w:pStyle w:val="libPoem"/>
              <w:rPr>
                <w:rtl/>
              </w:rPr>
            </w:pPr>
          </w:p>
        </w:tc>
        <w:tc>
          <w:tcPr>
            <w:tcW w:w="3884" w:type="dxa"/>
          </w:tcPr>
          <w:p w:rsidR="00C678D4" w:rsidRDefault="00C678D4" w:rsidP="00A72677">
            <w:pPr>
              <w:pStyle w:val="libPoem"/>
            </w:pPr>
            <w:r w:rsidRPr="009647FC">
              <w:rPr>
                <w:rtl/>
              </w:rPr>
              <w:t>و</w:t>
            </w:r>
            <w:r w:rsidR="00A72677" w:rsidRPr="009647FC">
              <w:rPr>
                <w:rtl/>
              </w:rPr>
              <w:t>من</w:t>
            </w:r>
            <w:r w:rsidRPr="009647FC">
              <w:rPr>
                <w:rtl/>
              </w:rPr>
              <w:t>ك</w:t>
            </w:r>
            <w:r>
              <w:rPr>
                <w:rtl/>
              </w:rPr>
              <w:t xml:space="preserve"> </w:t>
            </w:r>
            <w:r w:rsidR="00A72677" w:rsidRPr="009647FC">
              <w:rPr>
                <w:rtl/>
              </w:rPr>
              <w:t>تو</w:t>
            </w:r>
            <w:r w:rsidRPr="009647FC">
              <w:rPr>
                <w:rtl/>
              </w:rPr>
              <w:t>ارى</w:t>
            </w:r>
            <w:r>
              <w:rPr>
                <w:rtl/>
              </w:rPr>
              <w:t xml:space="preserve"> </w:t>
            </w:r>
            <w:r w:rsidR="00A72677" w:rsidRPr="009647FC">
              <w:rPr>
                <w:rtl/>
              </w:rPr>
              <w:t>في</w:t>
            </w:r>
            <w:r>
              <w:rPr>
                <w:rtl/>
              </w:rPr>
              <w:t xml:space="preserve"> </w:t>
            </w:r>
            <w:r w:rsidRPr="009647FC">
              <w:rPr>
                <w:rtl/>
              </w:rPr>
              <w:t>ثرى</w:t>
            </w:r>
            <w:r>
              <w:rPr>
                <w:rtl/>
              </w:rPr>
              <w:t xml:space="preserve"> </w:t>
            </w:r>
            <w:r w:rsidRPr="009647FC">
              <w:rPr>
                <w:rtl/>
              </w:rPr>
              <w:t>الأرض</w:t>
            </w:r>
            <w:r>
              <w:rPr>
                <w:rtl/>
              </w:rPr>
              <w:t xml:space="preserve"> </w:t>
            </w:r>
            <w:r w:rsidRPr="009647FC">
              <w:rPr>
                <w:rtl/>
              </w:rPr>
              <w:t>كوكبُ</w:t>
            </w:r>
            <w:r w:rsidRPr="00725071">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9647FC">
              <w:rPr>
                <w:rtl/>
              </w:rPr>
              <w:t>ر</w:t>
            </w:r>
            <w:r w:rsidR="00A72677" w:rsidRPr="009647FC">
              <w:rPr>
                <w:rtl/>
              </w:rPr>
              <w:t>متك</w:t>
            </w:r>
            <w:r w:rsidR="004C00A8">
              <w:rPr>
                <w:rtl/>
              </w:rPr>
              <w:t xml:space="preserve"> </w:t>
            </w:r>
            <w:r w:rsidR="00A72677" w:rsidRPr="009647FC">
              <w:rPr>
                <w:rtl/>
              </w:rPr>
              <w:t>بها</w:t>
            </w:r>
            <w:r>
              <w:rPr>
                <w:rtl/>
              </w:rPr>
              <w:t xml:space="preserve"> </w:t>
            </w:r>
            <w:r w:rsidRPr="009647FC">
              <w:rPr>
                <w:rtl/>
              </w:rPr>
              <w:t>أ</w:t>
            </w:r>
            <w:r w:rsidR="00A72677" w:rsidRPr="009647FC">
              <w:rPr>
                <w:rtl/>
              </w:rPr>
              <w:t>يد</w:t>
            </w:r>
            <w:r w:rsidRPr="009647FC">
              <w:rPr>
                <w:rtl/>
              </w:rPr>
              <w:t>ي</w:t>
            </w:r>
            <w:r>
              <w:rPr>
                <w:rtl/>
              </w:rPr>
              <w:t xml:space="preserve"> </w:t>
            </w:r>
            <w:r w:rsidRPr="009647FC">
              <w:rPr>
                <w:rtl/>
              </w:rPr>
              <w:t>ا</w:t>
            </w:r>
            <w:r w:rsidR="00A72677" w:rsidRPr="009647FC">
              <w:rPr>
                <w:rtl/>
              </w:rPr>
              <w:t>لم</w:t>
            </w:r>
            <w:r w:rsidRPr="009647FC">
              <w:rPr>
                <w:rtl/>
              </w:rPr>
              <w:t>قادير</w:t>
            </w:r>
            <w:r>
              <w:rPr>
                <w:rtl/>
              </w:rPr>
              <w:t xml:space="preserve"> </w:t>
            </w:r>
            <w:r w:rsidR="00A72677" w:rsidRPr="009647FC">
              <w:rPr>
                <w:rtl/>
              </w:rPr>
              <w:t>عل</w:t>
            </w:r>
            <w:r w:rsidRPr="009647FC">
              <w:rPr>
                <w:rtl/>
              </w:rPr>
              <w:t>ّةً</w:t>
            </w:r>
            <w:r w:rsidRPr="00725071">
              <w:rPr>
                <w:rStyle w:val="libPoemTiniChar0"/>
                <w:rtl/>
              </w:rPr>
              <w:br/>
              <w:t> </w:t>
            </w:r>
          </w:p>
        </w:tc>
        <w:tc>
          <w:tcPr>
            <w:tcW w:w="301" w:type="dxa"/>
          </w:tcPr>
          <w:p w:rsidR="00C678D4" w:rsidRDefault="00C678D4" w:rsidP="00A72677">
            <w:pPr>
              <w:pStyle w:val="libPoem"/>
              <w:rPr>
                <w:rtl/>
              </w:rPr>
            </w:pPr>
          </w:p>
        </w:tc>
        <w:tc>
          <w:tcPr>
            <w:tcW w:w="3884" w:type="dxa"/>
          </w:tcPr>
          <w:p w:rsidR="00C678D4" w:rsidRDefault="00A72677" w:rsidP="00A72677">
            <w:pPr>
              <w:pStyle w:val="libPoem"/>
            </w:pPr>
            <w:r w:rsidRPr="009647FC">
              <w:rPr>
                <w:rtl/>
              </w:rPr>
              <w:t>عيي</w:t>
            </w:r>
            <w:r w:rsidR="00C678D4" w:rsidRPr="009647FC">
              <w:rPr>
                <w:rtl/>
              </w:rPr>
              <w:t>ت</w:t>
            </w:r>
            <w:r w:rsidR="00677BC4">
              <w:rPr>
                <w:rtl/>
              </w:rPr>
              <w:t>َ</w:t>
            </w:r>
            <w:r w:rsidR="004C00A8">
              <w:rPr>
                <w:rtl/>
              </w:rPr>
              <w:t xml:space="preserve"> </w:t>
            </w:r>
            <w:r w:rsidRPr="009647FC">
              <w:rPr>
                <w:rtl/>
              </w:rPr>
              <w:t>بها</w:t>
            </w:r>
            <w:r w:rsidR="00C678D4">
              <w:rPr>
                <w:rtl/>
              </w:rPr>
              <w:t xml:space="preserve"> </w:t>
            </w:r>
            <w:r w:rsidR="00C678D4" w:rsidRPr="009647FC">
              <w:rPr>
                <w:rtl/>
              </w:rPr>
              <w:t>ما</w:t>
            </w:r>
            <w:r w:rsidR="00C678D4">
              <w:rPr>
                <w:rtl/>
              </w:rPr>
              <w:t xml:space="preserve"> </w:t>
            </w:r>
            <w:r w:rsidRPr="009647FC">
              <w:rPr>
                <w:rtl/>
              </w:rPr>
              <w:t>طب</w:t>
            </w:r>
            <w:r w:rsidR="00C678D4" w:rsidRPr="009647FC">
              <w:rPr>
                <w:rtl/>
              </w:rPr>
              <w:t>ّها</w:t>
            </w:r>
            <w:r w:rsidR="00C678D4">
              <w:rPr>
                <w:rtl/>
              </w:rPr>
              <w:t xml:space="preserve"> </w:t>
            </w:r>
            <w:r w:rsidRPr="009647FC">
              <w:rPr>
                <w:rtl/>
              </w:rPr>
              <w:t>مت</w:t>
            </w:r>
            <w:r w:rsidR="00C678D4" w:rsidRPr="009647FC">
              <w:rPr>
                <w:rtl/>
              </w:rPr>
              <w:t>طبِّبُ</w:t>
            </w:r>
            <w:r w:rsidR="00C678D4" w:rsidRPr="00725071">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9647FC">
              <w:rPr>
                <w:rtl/>
              </w:rPr>
              <w:t>ر</w:t>
            </w:r>
            <w:r w:rsidR="00A72677" w:rsidRPr="009647FC">
              <w:rPr>
                <w:rtl/>
              </w:rPr>
              <w:t>جو</w:t>
            </w:r>
            <w:r w:rsidRPr="009647FC">
              <w:rPr>
                <w:rtl/>
              </w:rPr>
              <w:t>نا</w:t>
            </w:r>
            <w:r w:rsidR="004C00A8">
              <w:rPr>
                <w:rtl/>
              </w:rPr>
              <w:t xml:space="preserve"> </w:t>
            </w:r>
            <w:r w:rsidRPr="009647FC">
              <w:rPr>
                <w:rtl/>
              </w:rPr>
              <w:t>و</w:t>
            </w:r>
            <w:r w:rsidR="00A72677" w:rsidRPr="009647FC">
              <w:rPr>
                <w:rtl/>
              </w:rPr>
              <w:t>قد</w:t>
            </w:r>
            <w:r>
              <w:rPr>
                <w:rtl/>
              </w:rPr>
              <w:t xml:space="preserve"> </w:t>
            </w:r>
            <w:r w:rsidRPr="009647FC">
              <w:rPr>
                <w:rtl/>
              </w:rPr>
              <w:t>أكدا</w:t>
            </w:r>
            <w:r>
              <w:rPr>
                <w:rtl/>
              </w:rPr>
              <w:t xml:space="preserve"> (</w:t>
            </w:r>
            <w:r w:rsidRPr="009647FC">
              <w:rPr>
                <w:rtl/>
              </w:rPr>
              <w:t>الرجاء</w:t>
            </w:r>
            <w:r>
              <w:rPr>
                <w:rtl/>
              </w:rPr>
              <w:t xml:space="preserve"> </w:t>
            </w:r>
            <w:r w:rsidRPr="009647FC">
              <w:rPr>
                <w:rtl/>
              </w:rPr>
              <w:t>المخيب</w:t>
            </w:r>
            <w:r>
              <w:rPr>
                <w:rtl/>
              </w:rPr>
              <w:t>)</w:t>
            </w:r>
            <w:r w:rsidRPr="00725071">
              <w:rPr>
                <w:rStyle w:val="libPoemTiniChar0"/>
                <w:rtl/>
              </w:rPr>
              <w:br/>
              <w:t> </w:t>
            </w:r>
          </w:p>
        </w:tc>
        <w:tc>
          <w:tcPr>
            <w:tcW w:w="301" w:type="dxa"/>
          </w:tcPr>
          <w:p w:rsidR="00C678D4" w:rsidRDefault="00C678D4" w:rsidP="00A72677">
            <w:pPr>
              <w:pStyle w:val="libPoem"/>
              <w:rPr>
                <w:rtl/>
              </w:rPr>
            </w:pPr>
          </w:p>
        </w:tc>
        <w:tc>
          <w:tcPr>
            <w:tcW w:w="3884" w:type="dxa"/>
          </w:tcPr>
          <w:p w:rsidR="00C678D4" w:rsidRDefault="00A72677" w:rsidP="00A72677">
            <w:pPr>
              <w:pStyle w:val="libPoem"/>
            </w:pPr>
            <w:r w:rsidRPr="009647FC">
              <w:rPr>
                <w:rtl/>
              </w:rPr>
              <w:t>نه</w:t>
            </w:r>
            <w:r w:rsidR="00C678D4" w:rsidRPr="009647FC">
              <w:rPr>
                <w:rtl/>
              </w:rPr>
              <w:t>نِّيك</w:t>
            </w:r>
            <w:r w:rsidR="004C00A8">
              <w:rPr>
                <w:rtl/>
              </w:rPr>
              <w:t xml:space="preserve"> </w:t>
            </w:r>
            <w:r w:rsidRPr="009647FC">
              <w:rPr>
                <w:rtl/>
              </w:rPr>
              <w:t>من</w:t>
            </w:r>
            <w:r w:rsidR="00C678D4" w:rsidRPr="009647FC">
              <w:rPr>
                <w:rtl/>
              </w:rPr>
              <w:t>ها</w:t>
            </w:r>
            <w:r w:rsidR="00C678D4">
              <w:rPr>
                <w:rtl/>
              </w:rPr>
              <w:t xml:space="preserve"> </w:t>
            </w:r>
            <w:r w:rsidRPr="009647FC">
              <w:rPr>
                <w:rtl/>
              </w:rPr>
              <w:t>با</w:t>
            </w:r>
            <w:r w:rsidR="00C678D4" w:rsidRPr="009647FC">
              <w:rPr>
                <w:rtl/>
              </w:rPr>
              <w:t>لشفاء</w:t>
            </w:r>
            <w:r w:rsidR="00C678D4">
              <w:rPr>
                <w:rtl/>
              </w:rPr>
              <w:t xml:space="preserve"> </w:t>
            </w:r>
            <w:r w:rsidR="00C678D4" w:rsidRPr="009647FC">
              <w:rPr>
                <w:rtl/>
              </w:rPr>
              <w:t>و</w:t>
            </w:r>
            <w:r w:rsidRPr="009647FC">
              <w:rPr>
                <w:rtl/>
              </w:rPr>
              <w:t>نط</w:t>
            </w:r>
            <w:r w:rsidR="00C678D4" w:rsidRPr="009647FC">
              <w:rPr>
                <w:rtl/>
              </w:rPr>
              <w:t>ربُ</w:t>
            </w:r>
            <w:r w:rsidR="00C678D4" w:rsidRPr="004E7EC6">
              <w:rPr>
                <w:rStyle w:val="libFootnotenumChar"/>
                <w:rtl/>
              </w:rPr>
              <w:t>(2)</w:t>
            </w:r>
            <w:r w:rsidR="00C678D4" w:rsidRPr="00725071">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9647FC">
              <w:rPr>
                <w:rtl/>
              </w:rPr>
              <w:t>و</w:t>
            </w:r>
            <w:r w:rsidR="00A72677" w:rsidRPr="009647FC">
              <w:rPr>
                <w:rtl/>
              </w:rPr>
              <w:t>نجل</w:t>
            </w:r>
            <w:r w:rsidRPr="009647FC">
              <w:rPr>
                <w:rtl/>
              </w:rPr>
              <w:t>سُ</w:t>
            </w:r>
            <w:r w:rsidR="004C00A8">
              <w:rPr>
                <w:rtl/>
              </w:rPr>
              <w:t xml:space="preserve"> </w:t>
            </w:r>
            <w:r w:rsidRPr="009647FC">
              <w:rPr>
                <w:rtl/>
              </w:rPr>
              <w:t>زهواً</w:t>
            </w:r>
            <w:r>
              <w:rPr>
                <w:rtl/>
              </w:rPr>
              <w:t xml:space="preserve"> </w:t>
            </w:r>
            <w:r w:rsidR="00A72677" w:rsidRPr="009647FC">
              <w:rPr>
                <w:rtl/>
              </w:rPr>
              <w:t>مست</w:t>
            </w:r>
            <w:r w:rsidRPr="009647FC">
              <w:rPr>
                <w:rtl/>
              </w:rPr>
              <w:t>عدِّين</w:t>
            </w:r>
            <w:r>
              <w:rPr>
                <w:rtl/>
              </w:rPr>
              <w:t xml:space="preserve"> </w:t>
            </w:r>
            <w:r w:rsidR="00A72677" w:rsidRPr="009647FC">
              <w:rPr>
                <w:rtl/>
              </w:rPr>
              <w:t>لل</w:t>
            </w:r>
            <w:r w:rsidRPr="009647FC">
              <w:rPr>
                <w:rtl/>
              </w:rPr>
              <w:t>هنا</w:t>
            </w:r>
            <w:r w:rsidRPr="00725071">
              <w:rPr>
                <w:rStyle w:val="libPoemTiniChar0"/>
                <w:rtl/>
              </w:rPr>
              <w:br/>
              <w:t> </w:t>
            </w:r>
          </w:p>
        </w:tc>
        <w:tc>
          <w:tcPr>
            <w:tcW w:w="301" w:type="dxa"/>
          </w:tcPr>
          <w:p w:rsidR="00C678D4" w:rsidRDefault="00C678D4" w:rsidP="00A72677">
            <w:pPr>
              <w:pStyle w:val="libPoem"/>
              <w:rPr>
                <w:rtl/>
              </w:rPr>
            </w:pPr>
          </w:p>
        </w:tc>
        <w:tc>
          <w:tcPr>
            <w:tcW w:w="3884" w:type="dxa"/>
          </w:tcPr>
          <w:p w:rsidR="00C678D4" w:rsidRDefault="00A72677" w:rsidP="00A72677">
            <w:pPr>
              <w:pStyle w:val="libPoem"/>
            </w:pPr>
            <w:r w:rsidRPr="009647FC">
              <w:rPr>
                <w:rtl/>
              </w:rPr>
              <w:t>بن</w:t>
            </w:r>
            <w:r w:rsidR="00C678D4" w:rsidRPr="009647FC">
              <w:rPr>
                <w:rtl/>
              </w:rPr>
              <w:t>ادٍ</w:t>
            </w:r>
            <w:r w:rsidR="004C00A8">
              <w:rPr>
                <w:rtl/>
              </w:rPr>
              <w:t xml:space="preserve"> </w:t>
            </w:r>
            <w:r w:rsidR="00C678D4" w:rsidRPr="009647FC">
              <w:rPr>
                <w:rtl/>
              </w:rPr>
              <w:t>به</w:t>
            </w:r>
            <w:r w:rsidR="00C678D4">
              <w:rPr>
                <w:rtl/>
              </w:rPr>
              <w:t xml:space="preserve"> </w:t>
            </w:r>
            <w:r w:rsidR="00C678D4" w:rsidRPr="009647FC">
              <w:rPr>
                <w:rtl/>
              </w:rPr>
              <w:t>الأمثالُ</w:t>
            </w:r>
            <w:r w:rsidR="00C678D4">
              <w:rPr>
                <w:rtl/>
              </w:rPr>
              <w:t xml:space="preserve"> </w:t>
            </w:r>
            <w:r w:rsidR="00C678D4" w:rsidRPr="009647FC">
              <w:rPr>
                <w:rtl/>
              </w:rPr>
              <w:t>في</w:t>
            </w:r>
            <w:r w:rsidR="00C678D4">
              <w:rPr>
                <w:rtl/>
              </w:rPr>
              <w:t xml:space="preserve"> </w:t>
            </w:r>
            <w:r w:rsidR="00C678D4" w:rsidRPr="009647FC">
              <w:rPr>
                <w:rtl/>
              </w:rPr>
              <w:t>الفخر</w:t>
            </w:r>
            <w:r w:rsidR="00C678D4">
              <w:rPr>
                <w:rtl/>
              </w:rPr>
              <w:t xml:space="preserve"> </w:t>
            </w:r>
            <w:r w:rsidR="00C678D4" w:rsidRPr="009647FC">
              <w:rPr>
                <w:rtl/>
              </w:rPr>
              <w:t>تضربُ</w:t>
            </w:r>
            <w:r w:rsidR="00C678D4" w:rsidRPr="004E7EC6">
              <w:rPr>
                <w:rStyle w:val="libFootnotenumChar"/>
                <w:rtl/>
              </w:rPr>
              <w:t>(3)</w:t>
            </w:r>
            <w:r w:rsidR="00C678D4" w:rsidRPr="00725071">
              <w:rPr>
                <w:rStyle w:val="libPoemTiniChar0"/>
                <w:rtl/>
              </w:rPr>
              <w:br/>
              <w:t> </w:t>
            </w:r>
          </w:p>
        </w:tc>
      </w:tr>
      <w:tr w:rsidR="00C678D4" w:rsidRPr="00524A24" w:rsidTr="00C678D4">
        <w:trPr>
          <w:trHeight w:val="350"/>
        </w:trPr>
        <w:tc>
          <w:tcPr>
            <w:tcW w:w="3902" w:type="dxa"/>
          </w:tcPr>
          <w:p w:rsidR="00C678D4" w:rsidRPr="00524A24" w:rsidRDefault="00A72677" w:rsidP="00A72677">
            <w:pPr>
              <w:pStyle w:val="libPoem"/>
            </w:pPr>
            <w:r w:rsidRPr="009647FC">
              <w:rPr>
                <w:rtl/>
              </w:rPr>
              <w:t>بحي</w:t>
            </w:r>
            <w:r w:rsidR="00C678D4" w:rsidRPr="009647FC">
              <w:rPr>
                <w:rtl/>
              </w:rPr>
              <w:t>ث</w:t>
            </w:r>
            <w:r w:rsidR="00C678D4">
              <w:rPr>
                <w:rtl/>
              </w:rPr>
              <w:t xml:space="preserve"> </w:t>
            </w:r>
            <w:r w:rsidRPr="009647FC">
              <w:rPr>
                <w:rtl/>
              </w:rPr>
              <w:t>قلو</w:t>
            </w:r>
            <w:r w:rsidR="00C678D4" w:rsidRPr="009647FC">
              <w:rPr>
                <w:rtl/>
              </w:rPr>
              <w:t>بُ</w:t>
            </w:r>
            <w:r w:rsidR="00C678D4">
              <w:rPr>
                <w:rtl/>
              </w:rPr>
              <w:t xml:space="preserve"> </w:t>
            </w:r>
            <w:r w:rsidR="00C678D4" w:rsidRPr="009647FC">
              <w:rPr>
                <w:rtl/>
              </w:rPr>
              <w:t>ا</w:t>
            </w:r>
            <w:r w:rsidRPr="009647FC">
              <w:rPr>
                <w:rtl/>
              </w:rPr>
              <w:t>لن</w:t>
            </w:r>
            <w:r w:rsidR="00C678D4" w:rsidRPr="009647FC">
              <w:rPr>
                <w:rtl/>
              </w:rPr>
              <w:t>اس</w:t>
            </w:r>
            <w:r w:rsidR="00C678D4">
              <w:rPr>
                <w:rtl/>
              </w:rPr>
              <w:t xml:space="preserve">، </w:t>
            </w:r>
            <w:r w:rsidRPr="009647FC">
              <w:rPr>
                <w:rtl/>
              </w:rPr>
              <w:t>هذ</w:t>
            </w:r>
            <w:r w:rsidR="00C678D4" w:rsidRPr="009647FC">
              <w:rPr>
                <w:rtl/>
              </w:rPr>
              <w:t>ا</w:t>
            </w:r>
            <w:r w:rsidR="00C678D4">
              <w:rPr>
                <w:rtl/>
              </w:rPr>
              <w:t xml:space="preserve"> </w:t>
            </w:r>
            <w:r w:rsidRPr="009647FC">
              <w:rPr>
                <w:rtl/>
              </w:rPr>
              <w:t>من</w:t>
            </w:r>
            <w:r w:rsidR="00C678D4" w:rsidRPr="009647FC">
              <w:rPr>
                <w:rtl/>
              </w:rPr>
              <w:t>عمٌ</w:t>
            </w:r>
            <w:r w:rsidR="00C678D4" w:rsidRPr="00725071">
              <w:rPr>
                <w:rStyle w:val="libPoemTiniChar0"/>
                <w:rtl/>
              </w:rPr>
              <w:br/>
              <w:t> </w:t>
            </w:r>
          </w:p>
        </w:tc>
        <w:tc>
          <w:tcPr>
            <w:tcW w:w="301" w:type="dxa"/>
          </w:tcPr>
          <w:p w:rsidR="00C678D4" w:rsidRDefault="00C678D4" w:rsidP="00A72677">
            <w:pPr>
              <w:pStyle w:val="libPoem"/>
              <w:rPr>
                <w:rtl/>
              </w:rPr>
            </w:pPr>
          </w:p>
        </w:tc>
        <w:tc>
          <w:tcPr>
            <w:tcW w:w="3884" w:type="dxa"/>
          </w:tcPr>
          <w:p w:rsidR="00C678D4" w:rsidRDefault="00C678D4" w:rsidP="00A72677">
            <w:pPr>
              <w:pStyle w:val="libPoem"/>
            </w:pPr>
            <w:r w:rsidRPr="009647FC">
              <w:rPr>
                <w:rtl/>
              </w:rPr>
              <w:t>سروراً</w:t>
            </w:r>
            <w:r>
              <w:rPr>
                <w:rtl/>
              </w:rPr>
              <w:t xml:space="preserve"> </w:t>
            </w:r>
            <w:r w:rsidR="00A72677" w:rsidRPr="009647FC">
              <w:rPr>
                <w:rtl/>
              </w:rPr>
              <w:t>بإنش</w:t>
            </w:r>
            <w:r w:rsidRPr="009647FC">
              <w:rPr>
                <w:rtl/>
              </w:rPr>
              <w:t>ادي</w:t>
            </w:r>
            <w:r>
              <w:rPr>
                <w:rtl/>
              </w:rPr>
              <w:t xml:space="preserve">، </w:t>
            </w:r>
            <w:r w:rsidRPr="009647FC">
              <w:rPr>
                <w:rtl/>
              </w:rPr>
              <w:t>وهذا</w:t>
            </w:r>
            <w:r>
              <w:rPr>
                <w:rtl/>
              </w:rPr>
              <w:t xml:space="preserve"> </w:t>
            </w:r>
            <w:r w:rsidR="00A72677" w:rsidRPr="009647FC">
              <w:rPr>
                <w:rtl/>
              </w:rPr>
              <w:t>مع</w:t>
            </w:r>
            <w:r w:rsidRPr="009647FC">
              <w:rPr>
                <w:rtl/>
              </w:rPr>
              <w:t>ذّ</w:t>
            </w:r>
            <w:r w:rsidR="00677BC4">
              <w:rPr>
                <w:rtl/>
              </w:rPr>
              <w:t>َ</w:t>
            </w:r>
            <w:r w:rsidRPr="009647FC">
              <w:rPr>
                <w:rtl/>
              </w:rPr>
              <w:t>بُ</w:t>
            </w:r>
            <w:r w:rsidRPr="00725071">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A72677">
              <w:rPr>
                <w:rtl/>
              </w:rPr>
              <w:t xml:space="preserve">بل </w:t>
            </w:r>
            <w:r w:rsidR="00A72677" w:rsidRPr="00A72677">
              <w:rPr>
                <w:rtl/>
              </w:rPr>
              <w:t>قد</w:t>
            </w:r>
            <w:r w:rsidRPr="00A72677">
              <w:rPr>
                <w:rtl/>
              </w:rPr>
              <w:t xml:space="preserve"> </w:t>
            </w:r>
            <w:r w:rsidR="00A72677" w:rsidRPr="00A72677">
              <w:rPr>
                <w:rtl/>
              </w:rPr>
              <w:t>جل</w:t>
            </w:r>
            <w:r w:rsidRPr="00A72677">
              <w:rPr>
                <w:rtl/>
              </w:rPr>
              <w:t xml:space="preserve">سنا </w:t>
            </w:r>
            <w:r w:rsidR="00A72677" w:rsidRPr="00A72677">
              <w:rPr>
                <w:rtl/>
              </w:rPr>
              <w:t>مج</w:t>
            </w:r>
            <w:r w:rsidRPr="00A72677">
              <w:rPr>
                <w:rtl/>
              </w:rPr>
              <w:t>لساً ودّ</w:t>
            </w:r>
            <w:r w:rsidR="00677BC4">
              <w:rPr>
                <w:rtl/>
              </w:rPr>
              <w:t>َ</w:t>
            </w:r>
            <w:r w:rsidRPr="00A72677">
              <w:rPr>
                <w:rtl/>
              </w:rPr>
              <w:t>ت ا</w:t>
            </w:r>
            <w:r w:rsidR="00A72677" w:rsidRPr="00A72677">
              <w:rPr>
                <w:rtl/>
              </w:rPr>
              <w:t>لس</w:t>
            </w:r>
            <w:r w:rsidRPr="00A72677">
              <w:rPr>
                <w:rtl/>
              </w:rPr>
              <w:t>ما</w:t>
            </w:r>
            <w:r w:rsidRPr="00A72677">
              <w:rPr>
                <w:rStyle w:val="libPoemTiniChar0"/>
                <w:rtl/>
              </w:rPr>
              <w:br/>
              <w:t> </w:t>
            </w:r>
          </w:p>
        </w:tc>
        <w:tc>
          <w:tcPr>
            <w:tcW w:w="301" w:type="dxa"/>
          </w:tcPr>
          <w:p w:rsidR="00C678D4" w:rsidRPr="00A72677" w:rsidRDefault="00C678D4" w:rsidP="00A72677">
            <w:pPr>
              <w:pStyle w:val="libPoem"/>
              <w:rPr>
                <w:rtl/>
              </w:rPr>
            </w:pPr>
          </w:p>
        </w:tc>
        <w:tc>
          <w:tcPr>
            <w:tcW w:w="3884" w:type="dxa"/>
          </w:tcPr>
          <w:p w:rsidR="00C678D4" w:rsidRPr="00A72677" w:rsidRDefault="00C678D4" w:rsidP="00A72677">
            <w:pPr>
              <w:pStyle w:val="libPoem"/>
            </w:pPr>
            <w:r w:rsidRPr="00A72677">
              <w:rPr>
                <w:rtl/>
              </w:rPr>
              <w:t>أ</w:t>
            </w:r>
            <w:r w:rsidR="00A72677" w:rsidRPr="00A72677">
              <w:rPr>
                <w:rtl/>
              </w:rPr>
              <w:t>سر</w:t>
            </w:r>
            <w:r w:rsidRPr="00A72677">
              <w:rPr>
                <w:rtl/>
              </w:rPr>
              <w:t>ّ</w:t>
            </w:r>
            <w:r w:rsidR="00677BC4">
              <w:rPr>
                <w:rtl/>
              </w:rPr>
              <w:t>َ</w:t>
            </w:r>
            <w:r w:rsidRPr="00A72677">
              <w:rPr>
                <w:rtl/>
              </w:rPr>
              <w:t>تُها</w:t>
            </w:r>
            <w:r w:rsidRPr="00A72677">
              <w:rPr>
                <w:rStyle w:val="libFootnotenumChar"/>
                <w:rtl/>
              </w:rPr>
              <w:t>(4)</w:t>
            </w:r>
            <w:r w:rsidR="004C00A8">
              <w:rPr>
                <w:rtl/>
              </w:rPr>
              <w:t xml:space="preserve"> </w:t>
            </w:r>
            <w:r w:rsidR="00A72677" w:rsidRPr="00A72677">
              <w:rPr>
                <w:rtl/>
              </w:rPr>
              <w:t>من</w:t>
            </w:r>
            <w:r w:rsidRPr="00A72677">
              <w:rPr>
                <w:rtl/>
              </w:rPr>
              <w:t xml:space="preserve"> </w:t>
            </w:r>
            <w:r w:rsidR="00A72677" w:rsidRPr="00A72677">
              <w:rPr>
                <w:rtl/>
              </w:rPr>
              <w:t>شه</w:t>
            </w:r>
            <w:r w:rsidRPr="00A72677">
              <w:rPr>
                <w:rtl/>
              </w:rPr>
              <w:t>بها فيه تنصبُ</w:t>
            </w:r>
            <w:r w:rsidRPr="00A72677">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A72677">
              <w:rPr>
                <w:rtl/>
              </w:rPr>
              <w:t>كأن</w:t>
            </w:r>
            <w:r w:rsidR="00A72677" w:rsidRPr="00A72677">
              <w:rPr>
                <w:rtl/>
              </w:rPr>
              <w:t>ّا</w:t>
            </w:r>
            <w:r w:rsidR="004C00A8">
              <w:rPr>
                <w:rtl/>
              </w:rPr>
              <w:t xml:space="preserve"> </w:t>
            </w:r>
            <w:r w:rsidR="00A72677" w:rsidRPr="00A72677">
              <w:rPr>
                <w:rtl/>
              </w:rPr>
              <w:t>تأ</w:t>
            </w:r>
            <w:r w:rsidRPr="00A72677">
              <w:rPr>
                <w:rtl/>
              </w:rPr>
              <w:t>ه</w:t>
            </w:r>
            <w:r w:rsidR="00A72677" w:rsidRPr="00A72677">
              <w:rPr>
                <w:rtl/>
              </w:rPr>
              <w:t>ّبن</w:t>
            </w:r>
            <w:r w:rsidRPr="00A72677">
              <w:rPr>
                <w:rtl/>
              </w:rPr>
              <w:t xml:space="preserve">ا لأوبة </w:t>
            </w:r>
            <w:r w:rsidR="00A72677" w:rsidRPr="00A72677">
              <w:rPr>
                <w:rtl/>
              </w:rPr>
              <w:t>مقب</w:t>
            </w:r>
            <w:r w:rsidRPr="00A72677">
              <w:rPr>
                <w:rtl/>
              </w:rPr>
              <w:t>لٍ</w:t>
            </w:r>
            <w:r w:rsidRPr="00A72677">
              <w:rPr>
                <w:rStyle w:val="libPoemTiniChar0"/>
                <w:rtl/>
              </w:rPr>
              <w:br/>
              <w:t> </w:t>
            </w:r>
          </w:p>
        </w:tc>
        <w:tc>
          <w:tcPr>
            <w:tcW w:w="301" w:type="dxa"/>
          </w:tcPr>
          <w:p w:rsidR="00C678D4" w:rsidRPr="00A72677" w:rsidRDefault="00C678D4" w:rsidP="00A72677">
            <w:pPr>
              <w:pStyle w:val="libPoem"/>
              <w:rPr>
                <w:rtl/>
              </w:rPr>
            </w:pPr>
          </w:p>
        </w:tc>
        <w:tc>
          <w:tcPr>
            <w:tcW w:w="3884" w:type="dxa"/>
          </w:tcPr>
          <w:p w:rsidR="00C678D4" w:rsidRPr="00A72677" w:rsidRDefault="00C678D4" w:rsidP="00A72677">
            <w:pPr>
              <w:pStyle w:val="libPoem"/>
            </w:pPr>
            <w:r w:rsidRPr="00A72677">
              <w:rPr>
                <w:rtl/>
              </w:rPr>
              <w:t>وكان</w:t>
            </w:r>
            <w:r w:rsidR="004C00A8">
              <w:rPr>
                <w:rtl/>
              </w:rPr>
              <w:t xml:space="preserve"> </w:t>
            </w:r>
            <w:r w:rsidR="00A72677" w:rsidRPr="00A72677">
              <w:rPr>
                <w:rtl/>
              </w:rPr>
              <w:t>ليأ</w:t>
            </w:r>
            <w:r w:rsidRPr="00A72677">
              <w:rPr>
                <w:rtl/>
              </w:rPr>
              <w:t xml:space="preserve">سٍ </w:t>
            </w:r>
            <w:r w:rsidR="00A72677" w:rsidRPr="00A72677">
              <w:rPr>
                <w:rtl/>
              </w:rPr>
              <w:t>من</w:t>
            </w:r>
            <w:r w:rsidRPr="00A72677">
              <w:rPr>
                <w:rtl/>
              </w:rPr>
              <w:t xml:space="preserve">ك </w:t>
            </w:r>
            <w:r w:rsidR="00A72677" w:rsidRPr="00A72677">
              <w:rPr>
                <w:rtl/>
              </w:rPr>
              <w:t>هذ</w:t>
            </w:r>
            <w:r w:rsidRPr="00A72677">
              <w:rPr>
                <w:rtl/>
              </w:rPr>
              <w:t>ا ا</w:t>
            </w:r>
            <w:r w:rsidR="00A72677" w:rsidRPr="00A72677">
              <w:rPr>
                <w:rtl/>
              </w:rPr>
              <w:t>لت</w:t>
            </w:r>
            <w:r w:rsidRPr="00A72677">
              <w:rPr>
                <w:rtl/>
              </w:rPr>
              <w:t>أهبُ</w:t>
            </w:r>
            <w:r w:rsidRPr="00A72677">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A72677">
              <w:rPr>
                <w:rtl/>
              </w:rPr>
              <w:t>و</w:t>
            </w:r>
            <w:r w:rsidR="00A72677" w:rsidRPr="00A72677">
              <w:rPr>
                <w:rtl/>
              </w:rPr>
              <w:t>هل</w:t>
            </w:r>
            <w:r w:rsidR="004C00A8">
              <w:rPr>
                <w:rtl/>
              </w:rPr>
              <w:t xml:space="preserve"> </w:t>
            </w:r>
            <w:r w:rsidRPr="00A72677">
              <w:rPr>
                <w:rtl/>
              </w:rPr>
              <w:t>أ</w:t>
            </w:r>
            <w:r w:rsidR="00A72677" w:rsidRPr="00A72677">
              <w:rPr>
                <w:rtl/>
              </w:rPr>
              <w:t>مل</w:t>
            </w:r>
            <w:r w:rsidRPr="00A72677">
              <w:rPr>
                <w:rtl/>
              </w:rPr>
              <w:t xml:space="preserve">ٌ </w:t>
            </w:r>
            <w:r w:rsidR="00A72677" w:rsidRPr="00A72677">
              <w:rPr>
                <w:rtl/>
              </w:rPr>
              <w:t>في</w:t>
            </w:r>
            <w:r w:rsidRPr="00A72677">
              <w:rPr>
                <w:rtl/>
              </w:rPr>
              <w:t xml:space="preserve"> </w:t>
            </w:r>
            <w:r w:rsidR="00A72677" w:rsidRPr="00A72677">
              <w:rPr>
                <w:rtl/>
              </w:rPr>
              <w:t>عو</w:t>
            </w:r>
            <w:r w:rsidRPr="00A72677">
              <w:rPr>
                <w:rtl/>
              </w:rPr>
              <w:t>د م</w:t>
            </w:r>
            <w:r w:rsidR="00677BC4">
              <w:rPr>
                <w:rtl/>
              </w:rPr>
              <w:t>َ</w:t>
            </w:r>
            <w:r w:rsidR="00A72677" w:rsidRPr="00A72677">
              <w:rPr>
                <w:rtl/>
              </w:rPr>
              <w:t>ن</w:t>
            </w:r>
            <w:r w:rsidRPr="00A72677">
              <w:rPr>
                <w:rtl/>
              </w:rPr>
              <w:t>ْ ذهبت به</w:t>
            </w:r>
            <w:r w:rsidRPr="00A72677">
              <w:rPr>
                <w:rStyle w:val="libPoemTiniChar0"/>
                <w:rtl/>
              </w:rPr>
              <w:br/>
              <w:t> </w:t>
            </w:r>
          </w:p>
        </w:tc>
        <w:tc>
          <w:tcPr>
            <w:tcW w:w="301" w:type="dxa"/>
          </w:tcPr>
          <w:p w:rsidR="00C678D4" w:rsidRPr="00A72677" w:rsidRDefault="00C678D4" w:rsidP="00A72677">
            <w:pPr>
              <w:pStyle w:val="libPoem"/>
              <w:rPr>
                <w:rtl/>
              </w:rPr>
            </w:pPr>
          </w:p>
        </w:tc>
        <w:tc>
          <w:tcPr>
            <w:tcW w:w="3884" w:type="dxa"/>
          </w:tcPr>
          <w:p w:rsidR="00C678D4" w:rsidRPr="00A72677" w:rsidRDefault="00A72677" w:rsidP="00A72677">
            <w:pPr>
              <w:pStyle w:val="libPoem"/>
            </w:pPr>
            <w:r w:rsidRPr="00A72677">
              <w:rPr>
                <w:rtl/>
              </w:rPr>
              <w:t>بق</w:t>
            </w:r>
            <w:r w:rsidR="00C678D4" w:rsidRPr="00A72677">
              <w:rPr>
                <w:rtl/>
              </w:rPr>
              <w:t>اطعة الآ</w:t>
            </w:r>
            <w:r w:rsidRPr="00A72677">
              <w:rPr>
                <w:rtl/>
              </w:rPr>
              <w:t>ما</w:t>
            </w:r>
            <w:r w:rsidR="00C678D4" w:rsidRPr="00A72677">
              <w:rPr>
                <w:rtl/>
              </w:rPr>
              <w:t xml:space="preserve">ل </w:t>
            </w:r>
            <w:r w:rsidRPr="00A72677">
              <w:rPr>
                <w:rtl/>
              </w:rPr>
              <w:t>عن</w:t>
            </w:r>
            <w:r w:rsidR="00C678D4" w:rsidRPr="00A72677">
              <w:rPr>
                <w:rtl/>
              </w:rPr>
              <w:t xml:space="preserve">قاءُ </w:t>
            </w:r>
            <w:r w:rsidRPr="00A72677">
              <w:rPr>
                <w:rtl/>
              </w:rPr>
              <w:t>مغ</w:t>
            </w:r>
            <w:r w:rsidR="00C678D4" w:rsidRPr="00A72677">
              <w:rPr>
                <w:rtl/>
              </w:rPr>
              <w:t>رِبُ؟</w:t>
            </w:r>
            <w:r w:rsidR="00C678D4" w:rsidRPr="00A72677">
              <w:rPr>
                <w:rStyle w:val="libFootnotenumChar"/>
                <w:rtl/>
              </w:rPr>
              <w:t>(5)</w:t>
            </w:r>
            <w:r w:rsidR="00C678D4" w:rsidRPr="00A72677">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A72677">
              <w:rPr>
                <w:rtl/>
              </w:rPr>
              <w:t>وأ</w:t>
            </w:r>
            <w:r w:rsidR="00A72677" w:rsidRPr="00A72677">
              <w:rPr>
                <w:rtl/>
              </w:rPr>
              <w:t>قتل</w:t>
            </w:r>
            <w:r w:rsidRPr="00A72677">
              <w:rPr>
                <w:rtl/>
              </w:rPr>
              <w:t xml:space="preserve"> ما لا</w:t>
            </w:r>
            <w:r w:rsidR="00A72677" w:rsidRPr="00A72677">
              <w:rPr>
                <w:rtl/>
              </w:rPr>
              <w:t>قيت</w:t>
            </w:r>
            <w:r w:rsidRPr="00A72677">
              <w:rPr>
                <w:rtl/>
              </w:rPr>
              <w:t xml:space="preserve">ُه </w:t>
            </w:r>
            <w:r w:rsidR="00A72677" w:rsidRPr="00A72677">
              <w:rPr>
                <w:rtl/>
              </w:rPr>
              <w:t>فيك</w:t>
            </w:r>
            <w:r w:rsidRPr="00A72677">
              <w:rPr>
                <w:rtl/>
              </w:rPr>
              <w:t xml:space="preserve"> أن</w:t>
            </w:r>
            <w:r w:rsidR="00A72677" w:rsidRPr="00A72677">
              <w:rPr>
                <w:rtl/>
              </w:rPr>
              <w:t>ّن</w:t>
            </w:r>
            <w:r w:rsidRPr="00A72677">
              <w:rPr>
                <w:rtl/>
              </w:rPr>
              <w:t>ي</w:t>
            </w:r>
            <w:r w:rsidRPr="00A72677">
              <w:rPr>
                <w:rStyle w:val="libPoemTiniChar0"/>
                <w:rtl/>
              </w:rPr>
              <w:br/>
              <w:t> </w:t>
            </w:r>
          </w:p>
        </w:tc>
        <w:tc>
          <w:tcPr>
            <w:tcW w:w="301" w:type="dxa"/>
          </w:tcPr>
          <w:p w:rsidR="00C678D4" w:rsidRPr="00A72677" w:rsidRDefault="00C678D4" w:rsidP="00A72677">
            <w:pPr>
              <w:pStyle w:val="libPoem"/>
              <w:rPr>
                <w:rtl/>
              </w:rPr>
            </w:pPr>
          </w:p>
        </w:tc>
        <w:tc>
          <w:tcPr>
            <w:tcW w:w="3884" w:type="dxa"/>
          </w:tcPr>
          <w:p w:rsidR="00C678D4" w:rsidRPr="00A72677" w:rsidRDefault="00A72677" w:rsidP="00A72677">
            <w:pPr>
              <w:pStyle w:val="libPoem"/>
            </w:pPr>
            <w:r w:rsidRPr="00A72677">
              <w:rPr>
                <w:rtl/>
              </w:rPr>
              <w:t>حض</w:t>
            </w:r>
            <w:r w:rsidR="00C678D4" w:rsidRPr="00A72677">
              <w:rPr>
                <w:rtl/>
              </w:rPr>
              <w:t>رت و</w:t>
            </w:r>
            <w:r w:rsidRPr="00A72677">
              <w:rPr>
                <w:rtl/>
              </w:rPr>
              <w:t>من</w:t>
            </w:r>
            <w:r w:rsidR="00C678D4" w:rsidRPr="00A72677">
              <w:rPr>
                <w:rtl/>
              </w:rPr>
              <w:t>ك ا</w:t>
            </w:r>
            <w:r w:rsidRPr="00A72677">
              <w:rPr>
                <w:rtl/>
              </w:rPr>
              <w:t>لش</w:t>
            </w:r>
            <w:r w:rsidR="00C678D4" w:rsidRPr="00A72677">
              <w:rPr>
                <w:rtl/>
              </w:rPr>
              <w:t xml:space="preserve">خص </w:t>
            </w:r>
            <w:r w:rsidRPr="00A72677">
              <w:rPr>
                <w:rtl/>
              </w:rPr>
              <w:t>نا</w:t>
            </w:r>
            <w:r w:rsidR="00C678D4" w:rsidRPr="00A72677">
              <w:rPr>
                <w:rtl/>
              </w:rPr>
              <w:t xml:space="preserve">ءٍ </w:t>
            </w:r>
            <w:r w:rsidRPr="00A72677">
              <w:rPr>
                <w:rtl/>
              </w:rPr>
              <w:t>مغ</w:t>
            </w:r>
            <w:r w:rsidR="00C678D4" w:rsidRPr="00A72677">
              <w:rPr>
                <w:rtl/>
              </w:rPr>
              <w:t>يّ</w:t>
            </w:r>
            <w:r w:rsidR="00677BC4">
              <w:rPr>
                <w:rtl/>
              </w:rPr>
              <w:t>َ</w:t>
            </w:r>
            <w:r w:rsidR="00C678D4" w:rsidRPr="00A72677">
              <w:rPr>
                <w:rtl/>
              </w:rPr>
              <w:t>بُ</w:t>
            </w:r>
            <w:r w:rsidR="00C678D4" w:rsidRPr="00A72677">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A72677">
              <w:rPr>
                <w:rtl/>
              </w:rPr>
              <w:t>و</w:t>
            </w:r>
            <w:r w:rsidR="00A72677" w:rsidRPr="00A72677">
              <w:rPr>
                <w:rtl/>
              </w:rPr>
              <w:t>عن</w:t>
            </w:r>
            <w:r w:rsidRPr="00A72677">
              <w:rPr>
                <w:rtl/>
              </w:rPr>
              <w:t xml:space="preserve">دي </w:t>
            </w:r>
            <w:r w:rsidR="00A72677" w:rsidRPr="00A72677">
              <w:rPr>
                <w:rtl/>
              </w:rPr>
              <w:t>مم</w:t>
            </w:r>
            <w:r w:rsidRPr="00A72677">
              <w:rPr>
                <w:rtl/>
              </w:rPr>
              <w:t>ّا أ</w:t>
            </w:r>
            <w:r w:rsidR="00A72677" w:rsidRPr="00A72677">
              <w:rPr>
                <w:rtl/>
              </w:rPr>
              <w:t>سأ</w:t>
            </w:r>
            <w:r w:rsidRPr="00A72677">
              <w:rPr>
                <w:rtl/>
              </w:rPr>
              <w:t>ر</w:t>
            </w:r>
            <w:r w:rsidRPr="00A72677">
              <w:rPr>
                <w:rStyle w:val="libFootnotenumChar"/>
                <w:rtl/>
              </w:rPr>
              <w:t>(6)</w:t>
            </w:r>
            <w:r w:rsidRPr="00A72677">
              <w:rPr>
                <w:rtl/>
              </w:rPr>
              <w:t xml:space="preserve"> ا</w:t>
            </w:r>
            <w:r w:rsidR="00A72677" w:rsidRPr="00A72677">
              <w:rPr>
                <w:rtl/>
              </w:rPr>
              <w:t>لب</w:t>
            </w:r>
            <w:r w:rsidRPr="00A72677">
              <w:rPr>
                <w:rtl/>
              </w:rPr>
              <w:t>ين لوعةٌ</w:t>
            </w:r>
            <w:r w:rsidRPr="00A72677">
              <w:rPr>
                <w:rStyle w:val="libPoemTiniChar0"/>
                <w:rtl/>
              </w:rPr>
              <w:br/>
              <w:t> </w:t>
            </w:r>
          </w:p>
        </w:tc>
        <w:tc>
          <w:tcPr>
            <w:tcW w:w="301" w:type="dxa"/>
          </w:tcPr>
          <w:p w:rsidR="00C678D4" w:rsidRPr="00A72677" w:rsidRDefault="00C678D4" w:rsidP="00A72677">
            <w:pPr>
              <w:pStyle w:val="libPoem"/>
              <w:rPr>
                <w:rtl/>
              </w:rPr>
            </w:pPr>
          </w:p>
        </w:tc>
        <w:tc>
          <w:tcPr>
            <w:tcW w:w="3884" w:type="dxa"/>
          </w:tcPr>
          <w:p w:rsidR="00C678D4" w:rsidRPr="00A72677" w:rsidRDefault="00A72677" w:rsidP="00A72677">
            <w:pPr>
              <w:pStyle w:val="libPoem"/>
            </w:pPr>
            <w:r w:rsidRPr="00A72677">
              <w:rPr>
                <w:rtl/>
              </w:rPr>
              <w:t>تجد</w:t>
            </w:r>
            <w:r w:rsidR="00C678D4" w:rsidRPr="00A72677">
              <w:rPr>
                <w:rtl/>
              </w:rPr>
              <w:t xml:space="preserve">ُّ </w:t>
            </w:r>
            <w:r w:rsidRPr="00A72677">
              <w:rPr>
                <w:rtl/>
              </w:rPr>
              <w:t>بأحن</w:t>
            </w:r>
            <w:r w:rsidR="00C678D4" w:rsidRPr="00A72677">
              <w:rPr>
                <w:rtl/>
              </w:rPr>
              <w:t>اء ا</w:t>
            </w:r>
            <w:r w:rsidRPr="00A72677">
              <w:rPr>
                <w:rtl/>
              </w:rPr>
              <w:t>لضل</w:t>
            </w:r>
            <w:r w:rsidR="00C678D4" w:rsidRPr="00A72677">
              <w:rPr>
                <w:rtl/>
              </w:rPr>
              <w:t>وع و</w:t>
            </w:r>
            <w:r w:rsidRPr="00A72677">
              <w:rPr>
                <w:rtl/>
              </w:rPr>
              <w:t>تلع</w:t>
            </w:r>
            <w:r w:rsidR="00C678D4" w:rsidRPr="00A72677">
              <w:rPr>
                <w:rtl/>
              </w:rPr>
              <w:t>بُ</w:t>
            </w:r>
            <w:r w:rsidR="00C678D4" w:rsidRPr="00A72677">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A72677">
              <w:rPr>
                <w:rtl/>
              </w:rPr>
              <w:t>أ</w:t>
            </w:r>
            <w:r w:rsidR="00A72677" w:rsidRPr="00A72677">
              <w:rPr>
                <w:rtl/>
              </w:rPr>
              <w:t>قل</w:t>
            </w:r>
            <w:r w:rsidRPr="00A72677">
              <w:rPr>
                <w:rtl/>
              </w:rPr>
              <w:t>ّ</w:t>
            </w:r>
            <w:r w:rsidR="00677BC4">
              <w:rPr>
                <w:rtl/>
              </w:rPr>
              <w:t>َ</w:t>
            </w:r>
            <w:r w:rsidR="00A72677" w:rsidRPr="00A72677">
              <w:rPr>
                <w:rtl/>
              </w:rPr>
              <w:t>ب</w:t>
            </w:r>
            <w:r w:rsidRPr="00A72677">
              <w:rPr>
                <w:rtl/>
              </w:rPr>
              <w:t xml:space="preserve">ُ </w:t>
            </w:r>
            <w:r w:rsidR="00A72677" w:rsidRPr="00A72677">
              <w:rPr>
                <w:rtl/>
              </w:rPr>
              <w:t>طرفي</w:t>
            </w:r>
            <w:r w:rsidRPr="00A72677">
              <w:rPr>
                <w:rtl/>
              </w:rPr>
              <w:t xml:space="preserve"> لا أرى لك </w:t>
            </w:r>
            <w:r w:rsidR="00A72677" w:rsidRPr="00A72677">
              <w:rPr>
                <w:rtl/>
              </w:rPr>
              <w:t>طل</w:t>
            </w:r>
            <w:r w:rsidRPr="00A72677">
              <w:rPr>
                <w:rtl/>
              </w:rPr>
              <w:t>عةً</w:t>
            </w:r>
            <w:r w:rsidRPr="00A72677">
              <w:rPr>
                <w:rStyle w:val="libPoemTiniChar0"/>
                <w:rtl/>
              </w:rPr>
              <w:br/>
              <w:t> </w:t>
            </w:r>
          </w:p>
        </w:tc>
        <w:tc>
          <w:tcPr>
            <w:tcW w:w="301" w:type="dxa"/>
          </w:tcPr>
          <w:p w:rsidR="00C678D4" w:rsidRPr="00A72677" w:rsidRDefault="00C678D4" w:rsidP="00A72677">
            <w:pPr>
              <w:pStyle w:val="libPoem"/>
              <w:rPr>
                <w:rtl/>
              </w:rPr>
            </w:pPr>
          </w:p>
        </w:tc>
        <w:tc>
          <w:tcPr>
            <w:tcW w:w="3884" w:type="dxa"/>
          </w:tcPr>
          <w:p w:rsidR="00C678D4" w:rsidRPr="00A72677" w:rsidRDefault="00A72677" w:rsidP="00A72677">
            <w:pPr>
              <w:pStyle w:val="libPoem"/>
            </w:pPr>
            <w:r w:rsidRPr="00A72677">
              <w:rPr>
                <w:rtl/>
              </w:rPr>
              <w:t>يضي</w:t>
            </w:r>
            <w:r w:rsidR="00C678D4" w:rsidRPr="00A72677">
              <w:rPr>
                <w:rtl/>
              </w:rPr>
              <w:t>‌ء</w:t>
            </w:r>
            <w:r w:rsidR="004C00A8">
              <w:rPr>
                <w:rtl/>
              </w:rPr>
              <w:t xml:space="preserve"> </w:t>
            </w:r>
            <w:r w:rsidRPr="00A72677">
              <w:rPr>
                <w:rtl/>
              </w:rPr>
              <w:t>به</w:t>
            </w:r>
            <w:r w:rsidR="00C678D4" w:rsidRPr="00A72677">
              <w:rPr>
                <w:rtl/>
              </w:rPr>
              <w:t xml:space="preserve">ا </w:t>
            </w:r>
            <w:r w:rsidRPr="00A72677">
              <w:rPr>
                <w:rtl/>
              </w:rPr>
              <w:t>هذ</w:t>
            </w:r>
            <w:r w:rsidR="00C678D4" w:rsidRPr="00A72677">
              <w:rPr>
                <w:rtl/>
              </w:rPr>
              <w:t>ا ا</w:t>
            </w:r>
            <w:r w:rsidRPr="00A72677">
              <w:rPr>
                <w:rtl/>
              </w:rPr>
              <w:t>لن</w:t>
            </w:r>
            <w:r w:rsidR="00C678D4" w:rsidRPr="00A72677">
              <w:rPr>
                <w:rtl/>
              </w:rPr>
              <w:t>ديُّ ا</w:t>
            </w:r>
            <w:r w:rsidRPr="00A72677">
              <w:rPr>
                <w:rtl/>
              </w:rPr>
              <w:t>لم</w:t>
            </w:r>
            <w:r w:rsidR="00C678D4" w:rsidRPr="00A72677">
              <w:rPr>
                <w:rtl/>
              </w:rPr>
              <w:t>طيّ</w:t>
            </w:r>
            <w:r w:rsidR="00677BC4">
              <w:rPr>
                <w:rtl/>
              </w:rPr>
              <w:t>َ</w:t>
            </w:r>
            <w:r w:rsidR="00C678D4" w:rsidRPr="00A72677">
              <w:rPr>
                <w:rtl/>
              </w:rPr>
              <w:t>بُ</w:t>
            </w:r>
            <w:r w:rsidR="00C678D4" w:rsidRPr="00A72677">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A72677">
              <w:rPr>
                <w:rtl/>
              </w:rPr>
              <w:t>وأ</w:t>
            </w:r>
            <w:r w:rsidR="00A72677" w:rsidRPr="00A72677">
              <w:rPr>
                <w:rtl/>
              </w:rPr>
              <w:t>نصب</w:t>
            </w:r>
            <w:r w:rsidRPr="00A72677">
              <w:rPr>
                <w:rtl/>
              </w:rPr>
              <w:t xml:space="preserve">ُ </w:t>
            </w:r>
            <w:r w:rsidR="00A72677" w:rsidRPr="00A72677">
              <w:rPr>
                <w:rtl/>
              </w:rPr>
              <w:t>سم</w:t>
            </w:r>
            <w:r w:rsidRPr="00A72677">
              <w:rPr>
                <w:rtl/>
              </w:rPr>
              <w:t>عي لا</w:t>
            </w:r>
            <w:r w:rsidR="00A72677" w:rsidRPr="00A72677">
              <w:rPr>
                <w:rtl/>
              </w:rPr>
              <w:t>مت</w:t>
            </w:r>
            <w:r w:rsidRPr="00A72677">
              <w:rPr>
                <w:rtl/>
              </w:rPr>
              <w:t>داحك لا أ</w:t>
            </w:r>
            <w:r w:rsidR="00A72677" w:rsidRPr="00A72677">
              <w:rPr>
                <w:rtl/>
              </w:rPr>
              <w:t>عي</w:t>
            </w:r>
            <w:r w:rsidRPr="00A72677">
              <w:rPr>
                <w:rStyle w:val="libPoemTiniChar0"/>
                <w:rtl/>
              </w:rPr>
              <w:br/>
              <w:t> </w:t>
            </w:r>
          </w:p>
        </w:tc>
        <w:tc>
          <w:tcPr>
            <w:tcW w:w="301" w:type="dxa"/>
          </w:tcPr>
          <w:p w:rsidR="00C678D4" w:rsidRPr="00A72677" w:rsidRDefault="00C678D4" w:rsidP="00A72677">
            <w:pPr>
              <w:pStyle w:val="libPoem"/>
              <w:rPr>
                <w:rtl/>
              </w:rPr>
            </w:pPr>
          </w:p>
        </w:tc>
        <w:tc>
          <w:tcPr>
            <w:tcW w:w="3884" w:type="dxa"/>
          </w:tcPr>
          <w:p w:rsidR="00C678D4" w:rsidRPr="00A72677" w:rsidRDefault="00A72677" w:rsidP="00A72677">
            <w:pPr>
              <w:pStyle w:val="libPoem"/>
            </w:pPr>
            <w:r w:rsidRPr="00A72677">
              <w:rPr>
                <w:rtl/>
              </w:rPr>
              <w:t>به</w:t>
            </w:r>
            <w:r w:rsidR="004C00A8">
              <w:rPr>
                <w:rtl/>
              </w:rPr>
              <w:t xml:space="preserve"> </w:t>
            </w:r>
            <w:r w:rsidRPr="00A72677">
              <w:rPr>
                <w:rtl/>
              </w:rPr>
              <w:t>خا</w:t>
            </w:r>
            <w:r w:rsidR="00C678D4" w:rsidRPr="00A72677">
              <w:rPr>
                <w:rtl/>
              </w:rPr>
              <w:t>طباً بين السماطين</w:t>
            </w:r>
            <w:r w:rsidR="00C678D4" w:rsidRPr="00A72677">
              <w:rPr>
                <w:rStyle w:val="libFootnotenumChar"/>
                <w:rtl/>
              </w:rPr>
              <w:t>(7)</w:t>
            </w:r>
            <w:r w:rsidR="00C678D4" w:rsidRPr="00A72677">
              <w:rPr>
                <w:rtl/>
              </w:rPr>
              <w:t xml:space="preserve"> يخطبُ</w:t>
            </w:r>
            <w:r w:rsidR="00C678D4" w:rsidRPr="00A72677">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A72677">
              <w:rPr>
                <w:rtl/>
              </w:rPr>
              <w:t>و</w:t>
            </w:r>
            <w:r w:rsidR="00A72677" w:rsidRPr="00A72677">
              <w:rPr>
                <w:rtl/>
              </w:rPr>
              <w:t>ممّا</w:t>
            </w:r>
            <w:r w:rsidRPr="00A72677">
              <w:rPr>
                <w:rtl/>
              </w:rPr>
              <w:t xml:space="preserve"> </w:t>
            </w:r>
            <w:r w:rsidR="00A72677" w:rsidRPr="00A72677">
              <w:rPr>
                <w:rtl/>
              </w:rPr>
              <w:t>شج</w:t>
            </w:r>
            <w:r w:rsidRPr="00A72677">
              <w:rPr>
                <w:rtl/>
              </w:rPr>
              <w:t xml:space="preserve">اني أن </w:t>
            </w:r>
            <w:r w:rsidR="00A72677" w:rsidRPr="00A72677">
              <w:rPr>
                <w:rtl/>
              </w:rPr>
              <w:t>بد</w:t>
            </w:r>
            <w:r w:rsidRPr="00A72677">
              <w:rPr>
                <w:rtl/>
              </w:rPr>
              <w:t>ا ا</w:t>
            </w:r>
            <w:r w:rsidR="00A72677" w:rsidRPr="00A72677">
              <w:rPr>
                <w:rtl/>
              </w:rPr>
              <w:t>لم</w:t>
            </w:r>
            <w:r w:rsidRPr="00A72677">
              <w:rPr>
                <w:rtl/>
              </w:rPr>
              <w:t xml:space="preserve">جدُ </w:t>
            </w:r>
            <w:r w:rsidR="00A72677" w:rsidRPr="00A72677">
              <w:rPr>
                <w:rtl/>
              </w:rPr>
              <w:t>ما</w:t>
            </w:r>
            <w:r w:rsidRPr="00A72677">
              <w:rPr>
                <w:rtl/>
              </w:rPr>
              <w:t>ثلا</w:t>
            </w:r>
            <w:r w:rsidRPr="00A72677">
              <w:rPr>
                <w:rStyle w:val="libPoemTiniChar0"/>
                <w:rtl/>
              </w:rPr>
              <w:br/>
              <w:t> </w:t>
            </w:r>
          </w:p>
        </w:tc>
        <w:tc>
          <w:tcPr>
            <w:tcW w:w="301" w:type="dxa"/>
          </w:tcPr>
          <w:p w:rsidR="00C678D4" w:rsidRPr="00A72677" w:rsidRDefault="00C678D4" w:rsidP="00A72677">
            <w:pPr>
              <w:pStyle w:val="libPoem"/>
              <w:rPr>
                <w:rtl/>
              </w:rPr>
            </w:pPr>
          </w:p>
        </w:tc>
        <w:tc>
          <w:tcPr>
            <w:tcW w:w="3884" w:type="dxa"/>
          </w:tcPr>
          <w:p w:rsidR="00C678D4" w:rsidRPr="00A72677" w:rsidRDefault="00A72677" w:rsidP="00A72677">
            <w:pPr>
              <w:pStyle w:val="libPoem"/>
            </w:pPr>
            <w:r w:rsidRPr="00A72677">
              <w:rPr>
                <w:rtl/>
              </w:rPr>
              <w:t>يص</w:t>
            </w:r>
            <w:r w:rsidR="00C678D4" w:rsidRPr="00A72677">
              <w:rPr>
                <w:rtl/>
              </w:rPr>
              <w:t xml:space="preserve">عّدُ </w:t>
            </w:r>
            <w:r w:rsidRPr="00A72677">
              <w:rPr>
                <w:rtl/>
              </w:rPr>
              <w:t>مث</w:t>
            </w:r>
            <w:r w:rsidR="00C678D4" w:rsidRPr="00A72677">
              <w:rPr>
                <w:rtl/>
              </w:rPr>
              <w:t xml:space="preserve">لي </w:t>
            </w:r>
            <w:r w:rsidRPr="00A72677">
              <w:rPr>
                <w:rtl/>
              </w:rPr>
              <w:t>طر</w:t>
            </w:r>
            <w:r w:rsidR="00C678D4" w:rsidRPr="00A72677">
              <w:rPr>
                <w:rtl/>
              </w:rPr>
              <w:t>فه و</w:t>
            </w:r>
            <w:r w:rsidRPr="00A72677">
              <w:rPr>
                <w:rtl/>
              </w:rPr>
              <w:t>يص</w:t>
            </w:r>
            <w:r w:rsidR="00C678D4" w:rsidRPr="00A72677">
              <w:rPr>
                <w:rtl/>
              </w:rPr>
              <w:t>وِّبُ</w:t>
            </w:r>
            <w:r w:rsidR="00C678D4" w:rsidRPr="00A72677">
              <w:rPr>
                <w:rStyle w:val="libFootnotenumChar"/>
                <w:rtl/>
              </w:rPr>
              <w:t>(8)</w:t>
            </w:r>
            <w:r w:rsidR="00C678D4" w:rsidRPr="00A72677">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9647FC">
              <w:rPr>
                <w:rtl/>
              </w:rPr>
              <w:t>وقال</w:t>
            </w:r>
            <w:r>
              <w:rPr>
                <w:rtl/>
              </w:rPr>
              <w:t xml:space="preserve">: </w:t>
            </w:r>
            <w:r w:rsidRPr="009647FC">
              <w:rPr>
                <w:rtl/>
              </w:rPr>
              <w:t>وأر</w:t>
            </w:r>
            <w:r w:rsidR="00A72677" w:rsidRPr="009647FC">
              <w:rPr>
                <w:rtl/>
              </w:rPr>
              <w:t>خاها</w:t>
            </w:r>
            <w:r>
              <w:rPr>
                <w:rtl/>
              </w:rPr>
              <w:t xml:space="preserve"> </w:t>
            </w:r>
            <w:r w:rsidR="00A72677" w:rsidRPr="009647FC">
              <w:rPr>
                <w:rtl/>
              </w:rPr>
              <w:t>جفو</w:t>
            </w:r>
            <w:r w:rsidRPr="009647FC">
              <w:rPr>
                <w:rtl/>
              </w:rPr>
              <w:t>ناً</w:t>
            </w:r>
            <w:r>
              <w:rPr>
                <w:rtl/>
              </w:rPr>
              <w:t xml:space="preserve"> </w:t>
            </w:r>
            <w:r w:rsidR="00A72677" w:rsidRPr="009647FC">
              <w:rPr>
                <w:rtl/>
              </w:rPr>
              <w:t>كلي</w:t>
            </w:r>
            <w:r w:rsidRPr="009647FC">
              <w:rPr>
                <w:rtl/>
              </w:rPr>
              <w:t>لةً</w:t>
            </w:r>
            <w:r w:rsidRPr="00725071">
              <w:rPr>
                <w:rStyle w:val="libPoemTiniChar0"/>
                <w:rtl/>
              </w:rPr>
              <w:br/>
              <w:t> </w:t>
            </w:r>
          </w:p>
        </w:tc>
        <w:tc>
          <w:tcPr>
            <w:tcW w:w="301" w:type="dxa"/>
          </w:tcPr>
          <w:p w:rsidR="00C678D4" w:rsidRDefault="00C678D4" w:rsidP="00A72677">
            <w:pPr>
              <w:pStyle w:val="libPoem"/>
              <w:rPr>
                <w:rtl/>
              </w:rPr>
            </w:pPr>
          </w:p>
        </w:tc>
        <w:tc>
          <w:tcPr>
            <w:tcW w:w="3884" w:type="dxa"/>
          </w:tcPr>
          <w:p w:rsidR="00C678D4" w:rsidRDefault="00A72677" w:rsidP="00A72677">
            <w:pPr>
              <w:pStyle w:val="libPoem"/>
            </w:pPr>
            <w:r w:rsidRPr="009647FC">
              <w:rPr>
                <w:rtl/>
              </w:rPr>
              <w:t>بر</w:t>
            </w:r>
            <w:r w:rsidR="00C678D4" w:rsidRPr="009647FC">
              <w:rPr>
                <w:rtl/>
              </w:rPr>
              <w:t>غمي</w:t>
            </w:r>
            <w:r w:rsidR="004C00A8">
              <w:rPr>
                <w:rtl/>
              </w:rPr>
              <w:t xml:space="preserve"> </w:t>
            </w:r>
            <w:r w:rsidRPr="009647FC">
              <w:rPr>
                <w:rtl/>
              </w:rPr>
              <w:t>خل</w:t>
            </w:r>
            <w:r w:rsidR="00C678D4" w:rsidRPr="009647FC">
              <w:rPr>
                <w:rtl/>
              </w:rPr>
              <w:t>ا</w:t>
            </w:r>
            <w:r w:rsidR="00C678D4">
              <w:rPr>
                <w:rtl/>
              </w:rPr>
              <w:t xml:space="preserve"> </w:t>
            </w:r>
            <w:r w:rsidRPr="009647FC">
              <w:rPr>
                <w:rtl/>
              </w:rPr>
              <w:t>من</w:t>
            </w:r>
            <w:r w:rsidR="00C678D4" w:rsidRPr="009647FC">
              <w:rPr>
                <w:rtl/>
              </w:rPr>
              <w:t>ك</w:t>
            </w:r>
            <w:r w:rsidR="00C678D4">
              <w:rPr>
                <w:rtl/>
              </w:rPr>
              <w:t xml:space="preserve"> </w:t>
            </w:r>
            <w:r w:rsidR="00C678D4" w:rsidRPr="009647FC">
              <w:rPr>
                <w:rtl/>
              </w:rPr>
              <w:t>ا</w:t>
            </w:r>
            <w:r w:rsidRPr="009647FC">
              <w:rPr>
                <w:rtl/>
              </w:rPr>
              <w:t>لر</w:t>
            </w:r>
            <w:r w:rsidR="00C678D4" w:rsidRPr="009647FC">
              <w:rPr>
                <w:rtl/>
              </w:rPr>
              <w:t>واقُ</w:t>
            </w:r>
            <w:r w:rsidR="00C678D4">
              <w:rPr>
                <w:rtl/>
              </w:rPr>
              <w:t xml:space="preserve"> </w:t>
            </w:r>
            <w:r w:rsidR="00C678D4" w:rsidRPr="009647FC">
              <w:rPr>
                <w:rtl/>
              </w:rPr>
              <w:t>المحجبُ</w:t>
            </w:r>
            <w:r w:rsidR="00C678D4" w:rsidRPr="00725071">
              <w:rPr>
                <w:rStyle w:val="libPoemTiniChar0"/>
                <w:rtl/>
              </w:rPr>
              <w:br/>
              <w:t> </w:t>
            </w:r>
          </w:p>
        </w:tc>
      </w:tr>
      <w:tr w:rsidR="00C678D4" w:rsidRPr="00524A24" w:rsidTr="00C678D4">
        <w:trPr>
          <w:trHeight w:val="350"/>
        </w:trPr>
        <w:tc>
          <w:tcPr>
            <w:tcW w:w="3902" w:type="dxa"/>
          </w:tcPr>
          <w:p w:rsidR="00C678D4" w:rsidRPr="00524A24" w:rsidRDefault="00C678D4" w:rsidP="00A72677">
            <w:pPr>
              <w:pStyle w:val="libPoem"/>
            </w:pPr>
            <w:r w:rsidRPr="009647FC">
              <w:rPr>
                <w:rtl/>
              </w:rPr>
              <w:t>رز</w:t>
            </w:r>
            <w:r w:rsidR="00A72677" w:rsidRPr="009647FC">
              <w:rPr>
                <w:rtl/>
              </w:rPr>
              <w:t>يت</w:t>
            </w:r>
            <w:r w:rsidRPr="009647FC">
              <w:rPr>
                <w:rtl/>
              </w:rPr>
              <w:t>ُ</w:t>
            </w:r>
            <w:r>
              <w:rPr>
                <w:rtl/>
              </w:rPr>
              <w:t xml:space="preserve"> </w:t>
            </w:r>
            <w:r w:rsidRPr="009647FC">
              <w:rPr>
                <w:rtl/>
              </w:rPr>
              <w:t>أ</w:t>
            </w:r>
            <w:r w:rsidR="00A72677" w:rsidRPr="009647FC">
              <w:rPr>
                <w:rtl/>
              </w:rPr>
              <w:t>خا</w:t>
            </w:r>
            <w:r w:rsidRPr="009647FC">
              <w:rPr>
                <w:rtl/>
              </w:rPr>
              <w:t>ً</w:t>
            </w:r>
            <w:r>
              <w:rPr>
                <w:rtl/>
              </w:rPr>
              <w:t xml:space="preserve"> </w:t>
            </w:r>
            <w:r w:rsidRPr="009647FC">
              <w:rPr>
                <w:rtl/>
              </w:rPr>
              <w:t>إن</w:t>
            </w:r>
            <w:r>
              <w:rPr>
                <w:rtl/>
              </w:rPr>
              <w:t xml:space="preserve"> </w:t>
            </w:r>
            <w:r w:rsidRPr="009647FC">
              <w:rPr>
                <w:rtl/>
              </w:rPr>
              <w:t>أ</w:t>
            </w:r>
            <w:r w:rsidR="00A72677" w:rsidRPr="009647FC">
              <w:rPr>
                <w:rtl/>
              </w:rPr>
              <w:t>حد</w:t>
            </w:r>
            <w:r w:rsidRPr="009647FC">
              <w:rPr>
                <w:rtl/>
              </w:rPr>
              <w:t>ث</w:t>
            </w:r>
            <w:r>
              <w:rPr>
                <w:rtl/>
              </w:rPr>
              <w:t xml:space="preserve"> </w:t>
            </w:r>
            <w:r w:rsidRPr="009647FC">
              <w:rPr>
                <w:rtl/>
              </w:rPr>
              <w:t>ا</w:t>
            </w:r>
            <w:r w:rsidR="00A72677" w:rsidRPr="009647FC">
              <w:rPr>
                <w:rtl/>
              </w:rPr>
              <w:t>لد</w:t>
            </w:r>
            <w:r w:rsidRPr="009647FC">
              <w:rPr>
                <w:rtl/>
              </w:rPr>
              <w:t>هرُ</w:t>
            </w:r>
            <w:r>
              <w:rPr>
                <w:rtl/>
              </w:rPr>
              <w:t xml:space="preserve"> </w:t>
            </w:r>
            <w:r w:rsidR="00A72677" w:rsidRPr="009647FC">
              <w:rPr>
                <w:rtl/>
              </w:rPr>
              <w:t>جف</w:t>
            </w:r>
            <w:r w:rsidRPr="009647FC">
              <w:rPr>
                <w:rtl/>
              </w:rPr>
              <w:t>وة</w:t>
            </w:r>
            <w:r w:rsidRPr="00725071">
              <w:rPr>
                <w:rStyle w:val="libPoemTiniChar0"/>
                <w:rtl/>
              </w:rPr>
              <w:br/>
              <w:t> </w:t>
            </w:r>
          </w:p>
        </w:tc>
        <w:tc>
          <w:tcPr>
            <w:tcW w:w="301" w:type="dxa"/>
          </w:tcPr>
          <w:p w:rsidR="00C678D4" w:rsidRDefault="00C678D4" w:rsidP="00A72677">
            <w:pPr>
              <w:pStyle w:val="libPoem"/>
              <w:rPr>
                <w:rtl/>
              </w:rPr>
            </w:pPr>
          </w:p>
        </w:tc>
        <w:tc>
          <w:tcPr>
            <w:tcW w:w="3884" w:type="dxa"/>
          </w:tcPr>
          <w:p w:rsidR="00C678D4" w:rsidRPr="00524A24" w:rsidRDefault="00A72677" w:rsidP="00A72677">
            <w:pPr>
              <w:pStyle w:val="libPoem"/>
            </w:pPr>
            <w:r w:rsidRPr="009647FC">
              <w:rPr>
                <w:rtl/>
              </w:rPr>
              <w:t>عت</w:t>
            </w:r>
            <w:r w:rsidR="00C678D4" w:rsidRPr="009647FC">
              <w:rPr>
                <w:rtl/>
              </w:rPr>
              <w:t>بت</w:t>
            </w:r>
            <w:r w:rsidR="004C00A8">
              <w:rPr>
                <w:rtl/>
              </w:rPr>
              <w:t xml:space="preserve"> </w:t>
            </w:r>
            <w:r w:rsidRPr="009647FC">
              <w:rPr>
                <w:rtl/>
              </w:rPr>
              <w:t>به</w:t>
            </w:r>
            <w:r w:rsidR="00C678D4" w:rsidRPr="009647FC">
              <w:rPr>
                <w:rtl/>
              </w:rPr>
              <w:t>ا</w:t>
            </w:r>
            <w:r w:rsidR="00C678D4" w:rsidRPr="004E7EC6">
              <w:rPr>
                <w:rStyle w:val="libFootnotenumChar"/>
                <w:rtl/>
              </w:rPr>
              <w:t>(9)</w:t>
            </w:r>
            <w:r w:rsidR="00C678D4">
              <w:rPr>
                <w:rtl/>
              </w:rPr>
              <w:t xml:space="preserve"> </w:t>
            </w:r>
            <w:r w:rsidR="00C678D4" w:rsidRPr="009647FC">
              <w:rPr>
                <w:rtl/>
              </w:rPr>
              <w:t>فارتدّ</w:t>
            </w:r>
            <w:r w:rsidR="00677BC4">
              <w:rPr>
                <w:rtl/>
              </w:rPr>
              <w:t>َ</w:t>
            </w:r>
            <w:r w:rsidR="00C678D4">
              <w:rPr>
                <w:rtl/>
              </w:rPr>
              <w:t xml:space="preserve"> </w:t>
            </w:r>
            <w:r w:rsidR="00C678D4" w:rsidRPr="009647FC">
              <w:rPr>
                <w:rtl/>
              </w:rPr>
              <w:t>لي</w:t>
            </w:r>
            <w:r w:rsidR="00C678D4">
              <w:rPr>
                <w:rtl/>
              </w:rPr>
              <w:t xml:space="preserve"> </w:t>
            </w:r>
            <w:r w:rsidR="00C678D4" w:rsidRPr="009647FC">
              <w:rPr>
                <w:rtl/>
              </w:rPr>
              <w:t>وهو</w:t>
            </w:r>
            <w:r w:rsidR="00C678D4">
              <w:rPr>
                <w:rtl/>
              </w:rPr>
              <w:t xml:space="preserve"> </w:t>
            </w:r>
            <w:r w:rsidR="00C678D4" w:rsidRPr="009647FC">
              <w:rPr>
                <w:rtl/>
              </w:rPr>
              <w:t>معتِبُ</w:t>
            </w:r>
            <w:r w:rsidR="00C678D4"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C678D4">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عاذل أو مؤنب</w:t>
      </w:r>
      <w:r w:rsidR="00D769AB">
        <w:rPr>
          <w:rtl/>
        </w:rPr>
        <w:t>.</w:t>
      </w:r>
      <w:r w:rsidR="00C678D4">
        <w:rPr>
          <w:rFonts w:hint="cs"/>
          <w:rtl/>
        </w:rPr>
        <w:tab/>
      </w:r>
      <w:r w:rsidR="00C678D4">
        <w:rPr>
          <w:rFonts w:hint="cs"/>
          <w:rtl/>
        </w:rPr>
        <w:tab/>
      </w:r>
      <w:r w:rsidR="00C678D4">
        <w:rPr>
          <w:rFonts w:hint="cs"/>
          <w:rtl/>
        </w:rPr>
        <w:tab/>
      </w:r>
      <w:r w:rsidRPr="009647FC">
        <w:rPr>
          <w:rtl/>
        </w:rPr>
        <w:t>2</w:t>
      </w:r>
      <w:r w:rsidR="004E7EC6">
        <w:rPr>
          <w:rtl/>
        </w:rPr>
        <w:t xml:space="preserve"> - </w:t>
      </w:r>
      <w:r w:rsidRPr="009647FC">
        <w:rPr>
          <w:rtl/>
        </w:rPr>
        <w:t>في المطبوع</w:t>
      </w:r>
      <w:r w:rsidR="00D769AB">
        <w:rPr>
          <w:rtl/>
        </w:rPr>
        <w:t>:</w:t>
      </w:r>
      <w:r w:rsidRPr="009647FC">
        <w:rPr>
          <w:rtl/>
        </w:rPr>
        <w:t xml:space="preserve"> فتطرب</w:t>
      </w:r>
      <w:r w:rsidR="00D769AB">
        <w:rPr>
          <w:rtl/>
        </w:rPr>
        <w:t>.</w:t>
      </w:r>
    </w:p>
    <w:p w:rsidR="009647FC" w:rsidRPr="00524A24" w:rsidRDefault="009647FC" w:rsidP="00C678D4">
      <w:pPr>
        <w:pStyle w:val="libFootnote0"/>
      </w:pPr>
      <w:r w:rsidRPr="009647FC">
        <w:rPr>
          <w:rtl/>
        </w:rPr>
        <w:t>3</w:t>
      </w:r>
      <w:r w:rsidR="004E7EC6">
        <w:rPr>
          <w:rtl/>
        </w:rPr>
        <w:t xml:space="preserve"> - </w:t>
      </w:r>
      <w:r w:rsidRPr="009647FC">
        <w:rPr>
          <w:rtl/>
        </w:rPr>
        <w:t>وفيه</w:t>
      </w:r>
      <w:r w:rsidR="00D769AB">
        <w:rPr>
          <w:rtl/>
        </w:rPr>
        <w:t>:</w:t>
      </w:r>
      <w:r w:rsidRPr="009647FC">
        <w:rPr>
          <w:rtl/>
        </w:rPr>
        <w:t xml:space="preserve"> بالفخر تضرب</w:t>
      </w:r>
      <w:r w:rsidR="00D769AB">
        <w:rPr>
          <w:rtl/>
        </w:rPr>
        <w:t>.</w:t>
      </w:r>
      <w:r w:rsidR="00C678D4">
        <w:rPr>
          <w:rFonts w:hint="cs"/>
          <w:rtl/>
        </w:rPr>
        <w:tab/>
      </w:r>
      <w:r w:rsidR="00C678D4">
        <w:rPr>
          <w:rFonts w:hint="cs"/>
          <w:rtl/>
        </w:rPr>
        <w:tab/>
      </w:r>
      <w:r w:rsidR="00C678D4">
        <w:rPr>
          <w:rFonts w:hint="cs"/>
          <w:rtl/>
        </w:rPr>
        <w:tab/>
      </w:r>
      <w:r w:rsidR="00C678D4">
        <w:rPr>
          <w:rFonts w:hint="cs"/>
          <w:rtl/>
        </w:rPr>
        <w:tab/>
      </w:r>
      <w:r w:rsidRPr="009647FC">
        <w:rPr>
          <w:rtl/>
        </w:rPr>
        <w:t>4</w:t>
      </w:r>
      <w:r w:rsidR="004E7EC6">
        <w:rPr>
          <w:rtl/>
        </w:rPr>
        <w:t xml:space="preserve"> - </w:t>
      </w:r>
      <w:r w:rsidRPr="009647FC">
        <w:rPr>
          <w:rtl/>
        </w:rPr>
        <w:t>وفيه أيضاً</w:t>
      </w:r>
      <w:r w:rsidR="00D769AB">
        <w:rPr>
          <w:rtl/>
        </w:rPr>
        <w:t>:</w:t>
      </w:r>
      <w:r w:rsidRPr="009647FC">
        <w:rPr>
          <w:rtl/>
        </w:rPr>
        <w:t xml:space="preserve"> أسرته</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العنقاء</w:t>
      </w:r>
      <w:r w:rsidR="00D769AB">
        <w:rPr>
          <w:rtl/>
        </w:rPr>
        <w:t>:</w:t>
      </w:r>
      <w:r w:rsidRPr="009647FC">
        <w:rPr>
          <w:rtl/>
        </w:rPr>
        <w:t xml:space="preserve"> اسم طائر مجهول المسمّى</w:t>
      </w:r>
      <w:r w:rsidR="00D769AB">
        <w:rPr>
          <w:rtl/>
        </w:rPr>
        <w:t>،</w:t>
      </w:r>
      <w:r w:rsidRPr="009647FC">
        <w:rPr>
          <w:rtl/>
        </w:rPr>
        <w:t xml:space="preserve"> ومغرب صفة لها</w:t>
      </w:r>
      <w:r w:rsidR="00D769AB">
        <w:rPr>
          <w:rtl/>
        </w:rPr>
        <w:t>:</w:t>
      </w:r>
      <w:r w:rsidRPr="009647FC">
        <w:rPr>
          <w:rtl/>
        </w:rPr>
        <w:t xml:space="preserve"> أي أغربت ونأت في البلاد</w:t>
      </w:r>
      <w:r w:rsidR="00D769AB">
        <w:rPr>
          <w:rtl/>
        </w:rPr>
        <w:t>.</w:t>
      </w:r>
    </w:p>
    <w:p w:rsidR="009647FC" w:rsidRPr="00524A24" w:rsidRDefault="009647FC" w:rsidP="004E7EC6">
      <w:pPr>
        <w:pStyle w:val="libFootnote0"/>
      </w:pPr>
      <w:r w:rsidRPr="009647FC">
        <w:rPr>
          <w:rtl/>
        </w:rPr>
        <w:t>6</w:t>
      </w:r>
      <w:r w:rsidR="004E7EC6">
        <w:rPr>
          <w:rtl/>
        </w:rPr>
        <w:t xml:space="preserve"> - </w:t>
      </w:r>
      <w:r w:rsidRPr="009647FC">
        <w:rPr>
          <w:rtl/>
        </w:rPr>
        <w:t>يُقال أسأر الحاسب في حسابه</w:t>
      </w:r>
      <w:r w:rsidR="00D769AB">
        <w:rPr>
          <w:rtl/>
        </w:rPr>
        <w:t>،</w:t>
      </w:r>
      <w:r w:rsidRPr="009647FC">
        <w:rPr>
          <w:rtl/>
        </w:rPr>
        <w:t xml:space="preserve"> أي لم يستقصي</w:t>
      </w:r>
      <w:r w:rsidR="00D769AB">
        <w:rPr>
          <w:rtl/>
        </w:rPr>
        <w:t>،</w:t>
      </w:r>
      <w:r w:rsidRPr="009647FC">
        <w:rPr>
          <w:rtl/>
        </w:rPr>
        <w:t xml:space="preserve"> وأسأر</w:t>
      </w:r>
      <w:r w:rsidR="00D769AB">
        <w:rPr>
          <w:rtl/>
        </w:rPr>
        <w:t>:</w:t>
      </w:r>
      <w:r w:rsidRPr="009647FC">
        <w:rPr>
          <w:rtl/>
        </w:rPr>
        <w:t xml:space="preserve"> أبقى</w:t>
      </w:r>
      <w:r w:rsidR="00D769AB">
        <w:rPr>
          <w:rtl/>
        </w:rPr>
        <w:t>.</w:t>
      </w:r>
    </w:p>
    <w:p w:rsidR="009647FC" w:rsidRPr="00524A24" w:rsidRDefault="009647FC" w:rsidP="00C678D4">
      <w:pPr>
        <w:pStyle w:val="libFootnote0"/>
      </w:pPr>
      <w:r w:rsidRPr="009647FC">
        <w:rPr>
          <w:rtl/>
        </w:rPr>
        <w:t>7</w:t>
      </w:r>
      <w:r w:rsidR="004E7EC6">
        <w:rPr>
          <w:rtl/>
        </w:rPr>
        <w:t xml:space="preserve"> - </w:t>
      </w:r>
      <w:r w:rsidRPr="009647FC">
        <w:rPr>
          <w:rtl/>
        </w:rPr>
        <w:t>السماطين</w:t>
      </w:r>
      <w:r w:rsidR="00D769AB">
        <w:rPr>
          <w:rtl/>
        </w:rPr>
        <w:t>:</w:t>
      </w:r>
      <w:r w:rsidRPr="009647FC">
        <w:rPr>
          <w:rtl/>
        </w:rPr>
        <w:t xml:space="preserve"> الصفين</w:t>
      </w:r>
      <w:r w:rsidR="00D769AB">
        <w:rPr>
          <w:rtl/>
        </w:rPr>
        <w:t>.</w:t>
      </w:r>
      <w:r w:rsidR="00C678D4">
        <w:rPr>
          <w:rFonts w:hint="cs"/>
          <w:rtl/>
        </w:rPr>
        <w:tab/>
      </w:r>
      <w:r w:rsidR="00C678D4">
        <w:rPr>
          <w:rFonts w:hint="cs"/>
          <w:rtl/>
        </w:rPr>
        <w:tab/>
      </w:r>
      <w:r w:rsidR="00C678D4">
        <w:rPr>
          <w:rFonts w:hint="cs"/>
          <w:rtl/>
        </w:rPr>
        <w:tab/>
      </w:r>
      <w:r w:rsidR="00C678D4">
        <w:rPr>
          <w:rFonts w:hint="cs"/>
          <w:rtl/>
        </w:rPr>
        <w:tab/>
      </w:r>
      <w:r w:rsidRPr="009647FC">
        <w:rPr>
          <w:rtl/>
        </w:rPr>
        <w:t>8</w:t>
      </w:r>
      <w:r w:rsidR="004E7EC6">
        <w:rPr>
          <w:rtl/>
        </w:rPr>
        <w:t xml:space="preserve"> - </w:t>
      </w:r>
      <w:r w:rsidRPr="009647FC">
        <w:rPr>
          <w:rtl/>
        </w:rPr>
        <w:t>التصويب</w:t>
      </w:r>
      <w:r w:rsidR="00D769AB">
        <w:rPr>
          <w:rtl/>
        </w:rPr>
        <w:t>:</w:t>
      </w:r>
      <w:r w:rsidRPr="009647FC">
        <w:rPr>
          <w:rtl/>
        </w:rPr>
        <w:t xml:space="preserve"> ضد التصعيد</w:t>
      </w:r>
      <w:r w:rsidR="00D769AB">
        <w:rPr>
          <w:rtl/>
        </w:rPr>
        <w:t>.</w:t>
      </w:r>
    </w:p>
    <w:p w:rsidR="009647FC" w:rsidRPr="00524A24" w:rsidRDefault="009647FC" w:rsidP="004E7EC6">
      <w:pPr>
        <w:pStyle w:val="libFootnote0"/>
      </w:pPr>
      <w:r w:rsidRPr="009647FC">
        <w:rPr>
          <w:rtl/>
        </w:rPr>
        <w:t>9</w:t>
      </w:r>
      <w:r w:rsidR="004E7EC6">
        <w:rPr>
          <w:rtl/>
        </w:rPr>
        <w:t xml:space="preserve"> - </w:t>
      </w:r>
      <w:r w:rsidRPr="009647FC">
        <w:rPr>
          <w:rtl/>
        </w:rPr>
        <w:t>في المطبوع</w:t>
      </w:r>
      <w:r w:rsidR="00D769AB">
        <w:rPr>
          <w:rtl/>
        </w:rPr>
        <w:t>:</w:t>
      </w:r>
      <w:r w:rsidRPr="009647FC">
        <w:rPr>
          <w:rtl/>
        </w:rPr>
        <w:t xml:space="preserve"> عتبت به</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BA157E" w:rsidRPr="00524A24" w:rsidTr="00BA157E">
        <w:trPr>
          <w:trHeight w:val="350"/>
        </w:trPr>
        <w:tc>
          <w:tcPr>
            <w:tcW w:w="3902" w:type="dxa"/>
          </w:tcPr>
          <w:p w:rsidR="00BA157E" w:rsidRPr="00524A24" w:rsidRDefault="00BA157E" w:rsidP="00A72677">
            <w:pPr>
              <w:pStyle w:val="libPoem"/>
            </w:pPr>
            <w:r w:rsidRPr="00A72677">
              <w:rPr>
                <w:rtl/>
              </w:rPr>
              <w:lastRenderedPageBreak/>
              <w:t>وددّتُ</w:t>
            </w:r>
            <w:r w:rsidR="004C00A8">
              <w:rPr>
                <w:rtl/>
              </w:rPr>
              <w:t xml:space="preserve"> </w:t>
            </w:r>
            <w:r w:rsidRPr="00A72677">
              <w:rPr>
                <w:rtl/>
              </w:rPr>
              <w:t xml:space="preserve">بأن </w:t>
            </w:r>
            <w:r w:rsidR="00A72677" w:rsidRPr="00A72677">
              <w:rPr>
                <w:rtl/>
              </w:rPr>
              <w:t>تب</w:t>
            </w:r>
            <w:r w:rsidRPr="00A72677">
              <w:rPr>
                <w:rtl/>
              </w:rPr>
              <w:t xml:space="preserve">قى، وأنّ </w:t>
            </w:r>
            <w:r w:rsidR="00A72677" w:rsidRPr="00A72677">
              <w:rPr>
                <w:rtl/>
              </w:rPr>
              <w:t>لك</w:t>
            </w:r>
            <w:r w:rsidRPr="00A72677">
              <w:rPr>
                <w:rtl/>
              </w:rPr>
              <w:t xml:space="preserve"> ا</w:t>
            </w:r>
            <w:r w:rsidR="00A72677" w:rsidRPr="00A72677">
              <w:rPr>
                <w:rtl/>
              </w:rPr>
              <w:t>لر</w:t>
            </w:r>
            <w:r w:rsidRPr="00A72677">
              <w:rPr>
                <w:rtl/>
              </w:rPr>
              <w:t>دى</w:t>
            </w:r>
            <w:r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BA157E" w:rsidP="00A72677">
            <w:pPr>
              <w:pStyle w:val="libPoem"/>
            </w:pPr>
            <w:r w:rsidRPr="00A72677">
              <w:rPr>
                <w:rtl/>
              </w:rPr>
              <w:t>فداءً</w:t>
            </w:r>
            <w:r w:rsidR="004C00A8">
              <w:rPr>
                <w:rtl/>
              </w:rPr>
              <w:t xml:space="preserve"> </w:t>
            </w:r>
            <w:r w:rsidR="00A72677" w:rsidRPr="00A72677">
              <w:rPr>
                <w:rtl/>
              </w:rPr>
              <w:t>بم</w:t>
            </w:r>
            <w:r w:rsidR="00677BC4">
              <w:rPr>
                <w:rtl/>
              </w:rPr>
              <w:t>َ</w:t>
            </w:r>
            <w:r w:rsidRPr="00A72677">
              <w:rPr>
                <w:rtl/>
              </w:rPr>
              <w:t xml:space="preserve">نْ </w:t>
            </w:r>
            <w:r w:rsidR="00A72677" w:rsidRPr="00A72677">
              <w:rPr>
                <w:rtl/>
              </w:rPr>
              <w:t>فو</w:t>
            </w:r>
            <w:r w:rsidRPr="00A72677">
              <w:rPr>
                <w:rtl/>
              </w:rPr>
              <w:t>ق ا</w:t>
            </w:r>
            <w:r w:rsidR="00A72677" w:rsidRPr="00A72677">
              <w:rPr>
                <w:rtl/>
              </w:rPr>
              <w:t>لب</w:t>
            </w:r>
            <w:r w:rsidRPr="00A72677">
              <w:rPr>
                <w:rtl/>
              </w:rPr>
              <w:t xml:space="preserve">سيطة </w:t>
            </w:r>
            <w:r w:rsidR="00A72677" w:rsidRPr="00A72677">
              <w:rPr>
                <w:rtl/>
              </w:rPr>
              <w:t>يذ</w:t>
            </w:r>
            <w:r w:rsidRPr="00A72677">
              <w:rPr>
                <w:rtl/>
              </w:rPr>
              <w:t>هبُ</w:t>
            </w:r>
            <w:r w:rsidRPr="00A72677">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A72677">
              <w:rPr>
                <w:rtl/>
              </w:rPr>
              <w:t>ح</w:t>
            </w:r>
            <w:r w:rsidR="00A72677" w:rsidRPr="00A72677">
              <w:rPr>
                <w:rtl/>
              </w:rPr>
              <w:t>ُج</w:t>
            </w:r>
            <w:r w:rsidRPr="00A72677">
              <w:rPr>
                <w:rtl/>
              </w:rPr>
              <w:t>بت</w:t>
            </w:r>
            <w:r w:rsidR="00677BC4">
              <w:rPr>
                <w:rtl/>
              </w:rPr>
              <w:t>َ</w:t>
            </w:r>
            <w:r w:rsidR="004C00A8">
              <w:rPr>
                <w:rtl/>
              </w:rPr>
              <w:t xml:space="preserve"> </w:t>
            </w:r>
            <w:r w:rsidR="00A72677" w:rsidRPr="00A72677">
              <w:rPr>
                <w:rtl/>
              </w:rPr>
              <w:t>عن</w:t>
            </w:r>
            <w:r w:rsidRPr="00A72677">
              <w:rPr>
                <w:rtl/>
              </w:rPr>
              <w:t xml:space="preserve"> ا</w:t>
            </w:r>
            <w:r w:rsidR="00A72677" w:rsidRPr="00A72677">
              <w:rPr>
                <w:rtl/>
              </w:rPr>
              <w:t>لد</w:t>
            </w:r>
            <w:r w:rsidRPr="00A72677">
              <w:rPr>
                <w:rtl/>
              </w:rPr>
              <w:t>نيا، و</w:t>
            </w:r>
            <w:r w:rsidR="00A72677" w:rsidRPr="00A72677">
              <w:rPr>
                <w:rtl/>
              </w:rPr>
              <w:t>لو</w:t>
            </w:r>
            <w:r w:rsidRPr="00A72677">
              <w:rPr>
                <w:rtl/>
              </w:rPr>
              <w:t xml:space="preserve"> تملك المنى</w:t>
            </w:r>
            <w:r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BA157E" w:rsidP="00A72677">
            <w:pPr>
              <w:pStyle w:val="libPoem"/>
            </w:pPr>
            <w:r w:rsidRPr="00A72677">
              <w:rPr>
                <w:rtl/>
              </w:rPr>
              <w:t xml:space="preserve">إذن </w:t>
            </w:r>
            <w:r w:rsidR="00A72677" w:rsidRPr="00A72677">
              <w:rPr>
                <w:rtl/>
              </w:rPr>
              <w:t>لتم</w:t>
            </w:r>
            <w:r w:rsidRPr="00A72677">
              <w:rPr>
                <w:rtl/>
              </w:rPr>
              <w:t>نّ</w:t>
            </w:r>
            <w:r w:rsidR="00677BC4">
              <w:rPr>
                <w:rtl/>
              </w:rPr>
              <w:t>َ</w:t>
            </w:r>
            <w:r w:rsidRPr="00A72677">
              <w:rPr>
                <w:rtl/>
              </w:rPr>
              <w:t xml:space="preserve">ت في </w:t>
            </w:r>
            <w:r w:rsidR="00A72677" w:rsidRPr="00A72677">
              <w:rPr>
                <w:rtl/>
              </w:rPr>
              <w:t>ضر</w:t>
            </w:r>
            <w:r w:rsidRPr="00A72677">
              <w:rPr>
                <w:rtl/>
              </w:rPr>
              <w:t>يحك ت</w:t>
            </w:r>
            <w:r w:rsidR="00A72677" w:rsidRPr="00A72677">
              <w:rPr>
                <w:rtl/>
              </w:rPr>
              <w:t>ُح</w:t>
            </w:r>
            <w:r w:rsidRPr="00A72677">
              <w:rPr>
                <w:rtl/>
              </w:rPr>
              <w:t>جبُ</w:t>
            </w:r>
            <w:r w:rsidRPr="00A72677">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A72677">
              <w:rPr>
                <w:rtl/>
              </w:rPr>
              <w:t>فل</w:t>
            </w:r>
            <w:r w:rsidR="00BA157E" w:rsidRPr="00A72677">
              <w:rPr>
                <w:rtl/>
              </w:rPr>
              <w:t>ا</w:t>
            </w:r>
            <w:r w:rsidR="004C00A8">
              <w:rPr>
                <w:rtl/>
              </w:rPr>
              <w:t xml:space="preserve"> </w:t>
            </w:r>
            <w:r w:rsidRPr="00A72677">
              <w:rPr>
                <w:rtl/>
              </w:rPr>
              <w:t>نف</w:t>
            </w:r>
            <w:r w:rsidR="00BA157E" w:rsidRPr="00A72677">
              <w:rPr>
                <w:rtl/>
              </w:rPr>
              <w:t xml:space="preserve">ضت </w:t>
            </w:r>
            <w:r w:rsidRPr="00A72677">
              <w:rPr>
                <w:rtl/>
              </w:rPr>
              <w:t>عن</w:t>
            </w:r>
            <w:r w:rsidR="00BA157E" w:rsidRPr="00A72677">
              <w:rPr>
                <w:rtl/>
              </w:rPr>
              <w:t xml:space="preserve"> رأ</w:t>
            </w:r>
            <w:r w:rsidRPr="00A72677">
              <w:rPr>
                <w:rtl/>
              </w:rPr>
              <w:t>سه</w:t>
            </w:r>
            <w:r w:rsidR="00BA157E" w:rsidRPr="00A72677">
              <w:rPr>
                <w:rtl/>
              </w:rPr>
              <w:t xml:space="preserve">ا </w:t>
            </w:r>
            <w:r w:rsidRPr="00A72677">
              <w:rPr>
                <w:rtl/>
              </w:rPr>
              <w:t>تر</w:t>
            </w:r>
            <w:r w:rsidR="00BA157E" w:rsidRPr="00A72677">
              <w:rPr>
                <w:rtl/>
              </w:rPr>
              <w:t>ب</w:t>
            </w:r>
            <w:r w:rsidR="00677BC4">
              <w:rPr>
                <w:rtl/>
              </w:rPr>
              <w:t>َ</w:t>
            </w:r>
            <w:r w:rsidR="00BA157E" w:rsidRPr="00A72677">
              <w:rPr>
                <w:rtl/>
              </w:rPr>
              <w:t xml:space="preserve"> مأتمٍ</w:t>
            </w:r>
            <w:r w:rsidR="00BA157E"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BA157E" w:rsidP="00A72677">
            <w:pPr>
              <w:pStyle w:val="libPoem"/>
            </w:pPr>
            <w:r w:rsidRPr="00A72677">
              <w:rPr>
                <w:rtl/>
              </w:rPr>
              <w:t xml:space="preserve">وخدُّك </w:t>
            </w:r>
            <w:r w:rsidR="00A72677" w:rsidRPr="00A72677">
              <w:rPr>
                <w:rtl/>
              </w:rPr>
              <w:t>من</w:t>
            </w:r>
            <w:r w:rsidRPr="00A72677">
              <w:rPr>
                <w:rtl/>
              </w:rPr>
              <w:t xml:space="preserve"> </w:t>
            </w:r>
            <w:r w:rsidR="00A72677" w:rsidRPr="00A72677">
              <w:rPr>
                <w:rtl/>
              </w:rPr>
              <w:t>تح</w:t>
            </w:r>
            <w:r w:rsidRPr="00A72677">
              <w:rPr>
                <w:rtl/>
              </w:rPr>
              <w:t>ت ا</w:t>
            </w:r>
            <w:r w:rsidR="00A72677" w:rsidRPr="00A72677">
              <w:rPr>
                <w:rtl/>
              </w:rPr>
              <w:t>لص</w:t>
            </w:r>
            <w:r w:rsidRPr="00A72677">
              <w:rPr>
                <w:rtl/>
              </w:rPr>
              <w:t xml:space="preserve">عيد </w:t>
            </w:r>
            <w:r w:rsidR="00A72677" w:rsidRPr="00A72677">
              <w:rPr>
                <w:rtl/>
              </w:rPr>
              <w:t>مت</w:t>
            </w:r>
            <w:r w:rsidRPr="00A72677">
              <w:rPr>
                <w:rtl/>
              </w:rPr>
              <w:t>رّبُ</w:t>
            </w:r>
            <w:r w:rsidRPr="00A72677">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A72677">
              <w:rPr>
                <w:rtl/>
              </w:rPr>
              <w:t>ثكلت</w:t>
            </w:r>
            <w:r w:rsidR="00BA157E" w:rsidRPr="00A72677">
              <w:rPr>
                <w:rtl/>
              </w:rPr>
              <w:t>ُك</w:t>
            </w:r>
            <w:r w:rsidR="00677BC4">
              <w:rPr>
                <w:rtl/>
              </w:rPr>
              <w:t>َ</w:t>
            </w:r>
            <w:r w:rsidR="004C00A8">
              <w:rPr>
                <w:rtl/>
              </w:rPr>
              <w:t xml:space="preserve"> </w:t>
            </w:r>
            <w:r w:rsidRPr="00A72677">
              <w:rPr>
                <w:rtl/>
              </w:rPr>
              <w:t>بسّا</w:t>
            </w:r>
            <w:r w:rsidR="00BA157E" w:rsidRPr="00A72677">
              <w:rPr>
                <w:rtl/>
              </w:rPr>
              <w:t>م</w:t>
            </w:r>
            <w:r w:rsidR="00677BC4">
              <w:rPr>
                <w:rtl/>
              </w:rPr>
              <w:t>َ</w:t>
            </w:r>
            <w:r w:rsidR="00BA157E" w:rsidRPr="00A72677">
              <w:rPr>
                <w:rtl/>
              </w:rPr>
              <w:t xml:space="preserve"> ا</w:t>
            </w:r>
            <w:r w:rsidRPr="00A72677">
              <w:rPr>
                <w:rtl/>
              </w:rPr>
              <w:t>لمح</w:t>
            </w:r>
            <w:r w:rsidR="00BA157E" w:rsidRPr="00A72677">
              <w:rPr>
                <w:rtl/>
              </w:rPr>
              <w:t xml:space="preserve">يّا </w:t>
            </w:r>
            <w:r w:rsidRPr="00A72677">
              <w:rPr>
                <w:rtl/>
              </w:rPr>
              <w:t>طلي</w:t>
            </w:r>
            <w:r w:rsidR="00BA157E" w:rsidRPr="00A72677">
              <w:rPr>
                <w:rtl/>
              </w:rPr>
              <w:t>قه</w:t>
            </w:r>
            <w:r w:rsidR="00BA157E"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فبع</w:t>
            </w:r>
            <w:r w:rsidR="00BA157E" w:rsidRPr="00A72677">
              <w:rPr>
                <w:rtl/>
              </w:rPr>
              <w:t>دك</w:t>
            </w:r>
            <w:r w:rsidR="004C00A8">
              <w:rPr>
                <w:rtl/>
              </w:rPr>
              <w:t xml:space="preserve"> </w:t>
            </w:r>
            <w:r w:rsidR="00BA157E" w:rsidRPr="00A72677">
              <w:rPr>
                <w:rtl/>
              </w:rPr>
              <w:t>و</w:t>
            </w:r>
            <w:r w:rsidRPr="00A72677">
              <w:rPr>
                <w:rtl/>
              </w:rPr>
              <w:t>جه</w:t>
            </w:r>
            <w:r w:rsidR="00BA157E" w:rsidRPr="00A72677">
              <w:rPr>
                <w:rtl/>
              </w:rPr>
              <w:t>ُ ا</w:t>
            </w:r>
            <w:r w:rsidRPr="00A72677">
              <w:rPr>
                <w:rtl/>
              </w:rPr>
              <w:t>لد</w:t>
            </w:r>
            <w:r w:rsidR="00BA157E" w:rsidRPr="00A72677">
              <w:rPr>
                <w:rtl/>
              </w:rPr>
              <w:t xml:space="preserve">هر </w:t>
            </w:r>
            <w:r w:rsidRPr="00A72677">
              <w:rPr>
                <w:rtl/>
              </w:rPr>
              <w:t>جه</w:t>
            </w:r>
            <w:r w:rsidR="00BA157E" w:rsidRPr="00A72677">
              <w:rPr>
                <w:rtl/>
              </w:rPr>
              <w:t xml:space="preserve">مٌ </w:t>
            </w:r>
            <w:r w:rsidRPr="00A72677">
              <w:rPr>
                <w:rtl/>
              </w:rPr>
              <w:t>مق</w:t>
            </w:r>
            <w:r w:rsidR="00BA157E" w:rsidRPr="00A72677">
              <w:rPr>
                <w:rtl/>
              </w:rPr>
              <w:t>طّبُ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A72677">
              <w:rPr>
                <w:rtl/>
              </w:rPr>
              <w:t>أو</w:t>
            </w:r>
            <w:r w:rsidR="00A72677" w:rsidRPr="00A72677">
              <w:rPr>
                <w:rtl/>
              </w:rPr>
              <w:t>جهُك</w:t>
            </w:r>
            <w:r w:rsidRPr="00A72677">
              <w:rPr>
                <w:rtl/>
              </w:rPr>
              <w:t xml:space="preserve"> </w:t>
            </w:r>
            <w:r w:rsidR="00A72677" w:rsidRPr="00A72677">
              <w:rPr>
                <w:rtl/>
              </w:rPr>
              <w:t>حيا</w:t>
            </w:r>
            <w:r w:rsidRPr="00A72677">
              <w:rPr>
                <w:rtl/>
              </w:rPr>
              <w:t xml:space="preserve"> أم </w:t>
            </w:r>
            <w:r w:rsidR="00A72677" w:rsidRPr="00A72677">
              <w:rPr>
                <w:rtl/>
              </w:rPr>
              <w:t>بنا</w:t>
            </w:r>
            <w:r w:rsidRPr="00A72677">
              <w:rPr>
                <w:rtl/>
              </w:rPr>
              <w:t>نك أر</w:t>
            </w:r>
            <w:r w:rsidR="00A72677" w:rsidRPr="00A72677">
              <w:rPr>
                <w:rtl/>
              </w:rPr>
              <w:t>طب</w:t>
            </w:r>
            <w:r w:rsidRPr="00A72677">
              <w:rPr>
                <w:rtl/>
              </w:rPr>
              <w:t>ٌ؟</w:t>
            </w:r>
            <w:r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BA157E" w:rsidP="00A72677">
            <w:pPr>
              <w:pStyle w:val="libPoem"/>
            </w:pPr>
            <w:r w:rsidRPr="00A72677">
              <w:rPr>
                <w:rtl/>
              </w:rPr>
              <w:t xml:space="preserve">وذكرُك </w:t>
            </w:r>
            <w:r w:rsidR="00A72677" w:rsidRPr="00A72677">
              <w:rPr>
                <w:rtl/>
              </w:rPr>
              <w:t>ميت</w:t>
            </w:r>
            <w:r w:rsidRPr="00A72677">
              <w:rPr>
                <w:rtl/>
              </w:rPr>
              <w:t xml:space="preserve">اً أم </w:t>
            </w:r>
            <w:r w:rsidR="00A72677" w:rsidRPr="00A72677">
              <w:rPr>
                <w:rtl/>
              </w:rPr>
              <w:t>حن</w:t>
            </w:r>
            <w:r w:rsidRPr="00A72677">
              <w:rPr>
                <w:rtl/>
              </w:rPr>
              <w:t>وطك أ</w:t>
            </w:r>
            <w:r w:rsidR="00A72677" w:rsidRPr="00A72677">
              <w:rPr>
                <w:rtl/>
              </w:rPr>
              <w:t>طي</w:t>
            </w:r>
            <w:r w:rsidRPr="00A72677">
              <w:rPr>
                <w:rtl/>
              </w:rPr>
              <w:t>بُ؟</w:t>
            </w:r>
            <w:r w:rsidRPr="00A72677">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9647FC">
              <w:rPr>
                <w:rtl/>
              </w:rPr>
              <w:t>وما</w:t>
            </w:r>
            <w:r w:rsidR="004C00A8">
              <w:rPr>
                <w:rtl/>
              </w:rPr>
              <w:t xml:space="preserve"> </w:t>
            </w:r>
            <w:r w:rsidR="00A72677" w:rsidRPr="009647FC">
              <w:rPr>
                <w:rtl/>
              </w:rPr>
              <w:t>نزعو</w:t>
            </w:r>
            <w:r w:rsidRPr="009647FC">
              <w:rPr>
                <w:rtl/>
              </w:rPr>
              <w:t>ه</w:t>
            </w:r>
            <w:r>
              <w:rPr>
                <w:rtl/>
              </w:rPr>
              <w:t xml:space="preserve"> </w:t>
            </w:r>
            <w:r w:rsidR="00A72677" w:rsidRPr="009647FC">
              <w:rPr>
                <w:rtl/>
              </w:rPr>
              <w:t>عن</w:t>
            </w:r>
            <w:r w:rsidRPr="009647FC">
              <w:rPr>
                <w:rtl/>
              </w:rPr>
              <w:t>ك</w:t>
            </w:r>
            <w:r>
              <w:rPr>
                <w:rtl/>
              </w:rPr>
              <w:t xml:space="preserve"> </w:t>
            </w:r>
            <w:r w:rsidRPr="009647FC">
              <w:rPr>
                <w:rtl/>
              </w:rPr>
              <w:t>أم</w:t>
            </w:r>
            <w:r>
              <w:rPr>
                <w:rtl/>
              </w:rPr>
              <w:t xml:space="preserve"> </w:t>
            </w:r>
            <w:r w:rsidR="00A72677" w:rsidRPr="009647FC">
              <w:rPr>
                <w:rtl/>
              </w:rPr>
              <w:t>ما</w:t>
            </w:r>
            <w:r>
              <w:rPr>
                <w:rtl/>
              </w:rPr>
              <w:t xml:space="preserve"> </w:t>
            </w:r>
            <w:r w:rsidR="00A72677" w:rsidRPr="009647FC">
              <w:rPr>
                <w:rtl/>
              </w:rPr>
              <w:t>لب</w:t>
            </w:r>
            <w:r w:rsidRPr="009647FC">
              <w:rPr>
                <w:rtl/>
              </w:rPr>
              <w:t>ست</w:t>
            </w:r>
            <w:r w:rsidR="00677BC4">
              <w:rPr>
                <w:rtl/>
              </w:rPr>
              <w:t>َ</w:t>
            </w:r>
            <w:r w:rsidRPr="009647FC">
              <w:rPr>
                <w:rtl/>
              </w:rPr>
              <w:t>ه</w:t>
            </w:r>
            <w:r w:rsidRPr="00725071">
              <w:rPr>
                <w:rStyle w:val="libPoemTiniChar0"/>
                <w:rtl/>
              </w:rPr>
              <w:br/>
              <w:t> </w:t>
            </w:r>
          </w:p>
        </w:tc>
        <w:tc>
          <w:tcPr>
            <w:tcW w:w="301" w:type="dxa"/>
          </w:tcPr>
          <w:p w:rsidR="00BA157E" w:rsidRDefault="00BA157E" w:rsidP="00A72677">
            <w:pPr>
              <w:pStyle w:val="libPoem"/>
              <w:rPr>
                <w:rtl/>
              </w:rPr>
            </w:pPr>
          </w:p>
        </w:tc>
        <w:tc>
          <w:tcPr>
            <w:tcW w:w="3884" w:type="dxa"/>
          </w:tcPr>
          <w:p w:rsidR="00BA157E" w:rsidRDefault="00BA157E" w:rsidP="00A72677">
            <w:pPr>
              <w:pStyle w:val="libPoem"/>
            </w:pPr>
            <w:r w:rsidRPr="009647FC">
              <w:rPr>
                <w:rtl/>
              </w:rPr>
              <w:t>لدار</w:t>
            </w:r>
            <w:r>
              <w:rPr>
                <w:rtl/>
              </w:rPr>
              <w:t xml:space="preserve"> </w:t>
            </w:r>
            <w:r w:rsidRPr="009647FC">
              <w:rPr>
                <w:rtl/>
              </w:rPr>
              <w:t>ا</w:t>
            </w:r>
            <w:r w:rsidR="00A72677" w:rsidRPr="009647FC">
              <w:rPr>
                <w:rtl/>
              </w:rPr>
              <w:t>لب</w:t>
            </w:r>
            <w:r w:rsidRPr="009647FC">
              <w:rPr>
                <w:rtl/>
              </w:rPr>
              <w:t>لى</w:t>
            </w:r>
            <w:r>
              <w:rPr>
                <w:rtl/>
              </w:rPr>
              <w:t xml:space="preserve"> </w:t>
            </w:r>
            <w:r w:rsidRPr="009647FC">
              <w:rPr>
                <w:rtl/>
              </w:rPr>
              <w:t>أ</w:t>
            </w:r>
            <w:r w:rsidR="00A72677" w:rsidRPr="009647FC">
              <w:rPr>
                <w:rtl/>
              </w:rPr>
              <w:t>نق</w:t>
            </w:r>
            <w:r w:rsidRPr="009647FC">
              <w:rPr>
                <w:rtl/>
              </w:rPr>
              <w:t>ى</w:t>
            </w:r>
            <w:r>
              <w:rPr>
                <w:rtl/>
              </w:rPr>
              <w:t xml:space="preserve"> </w:t>
            </w:r>
            <w:r w:rsidR="00A72677" w:rsidRPr="009647FC">
              <w:rPr>
                <w:rtl/>
              </w:rPr>
              <w:t>جي</w:t>
            </w:r>
            <w:r w:rsidRPr="009647FC">
              <w:rPr>
                <w:rtl/>
              </w:rPr>
              <w:t>وباً</w:t>
            </w:r>
            <w:r>
              <w:rPr>
                <w:rtl/>
              </w:rPr>
              <w:t xml:space="preserve"> </w:t>
            </w:r>
            <w:r w:rsidRPr="009647FC">
              <w:rPr>
                <w:rtl/>
              </w:rPr>
              <w:t>وأ</w:t>
            </w:r>
            <w:r w:rsidR="00A72677" w:rsidRPr="009647FC">
              <w:rPr>
                <w:rtl/>
              </w:rPr>
              <w:t>قش</w:t>
            </w:r>
            <w:r w:rsidRPr="009647FC">
              <w:rPr>
                <w:rtl/>
              </w:rPr>
              <w:t>بُ؟</w:t>
            </w:r>
            <w:r w:rsidRPr="00725071">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A72677">
              <w:rPr>
                <w:rtl/>
              </w:rPr>
              <w:t>سأبك</w:t>
            </w:r>
            <w:r w:rsidR="00BA157E" w:rsidRPr="00A72677">
              <w:rPr>
                <w:rtl/>
              </w:rPr>
              <w:t>يك</w:t>
            </w:r>
            <w:r w:rsidR="004C00A8">
              <w:rPr>
                <w:rtl/>
              </w:rPr>
              <w:t xml:space="preserve"> </w:t>
            </w:r>
            <w:r w:rsidR="00BA157E" w:rsidRPr="00A72677">
              <w:rPr>
                <w:rtl/>
              </w:rPr>
              <w:t>د</w:t>
            </w:r>
            <w:r w:rsidRPr="00A72677">
              <w:rPr>
                <w:rtl/>
              </w:rPr>
              <w:t>هر</w:t>
            </w:r>
            <w:r w:rsidR="00BA157E" w:rsidRPr="00A72677">
              <w:rPr>
                <w:rtl/>
              </w:rPr>
              <w:t xml:space="preserve">اً </w:t>
            </w:r>
            <w:r w:rsidRPr="00A72677">
              <w:rPr>
                <w:rtl/>
              </w:rPr>
              <w:t>با</w:t>
            </w:r>
            <w:r w:rsidR="00BA157E" w:rsidRPr="00A72677">
              <w:rPr>
                <w:rtl/>
              </w:rPr>
              <w:t>لقوافي و</w:t>
            </w:r>
            <w:r w:rsidRPr="00A72677">
              <w:rPr>
                <w:rtl/>
              </w:rPr>
              <w:t>لم</w:t>
            </w:r>
            <w:r w:rsidR="00BA157E" w:rsidRPr="00A72677">
              <w:rPr>
                <w:rtl/>
              </w:rPr>
              <w:t xml:space="preserve"> أ</w:t>
            </w:r>
            <w:r w:rsidRPr="00A72677">
              <w:rPr>
                <w:rtl/>
              </w:rPr>
              <w:t>قل</w:t>
            </w:r>
            <w:r w:rsidR="00BA157E" w:rsidRPr="00A72677">
              <w:rPr>
                <w:rtl/>
              </w:rPr>
              <w:t>ْ</w:t>
            </w:r>
            <w:r w:rsidR="00BA157E"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من</w:t>
            </w:r>
            <w:r w:rsidR="004C00A8">
              <w:rPr>
                <w:rtl/>
              </w:rPr>
              <w:t xml:space="preserve"> </w:t>
            </w:r>
            <w:r w:rsidR="00BA157E" w:rsidRPr="00A72677">
              <w:rPr>
                <w:rtl/>
              </w:rPr>
              <w:t>ا</w:t>
            </w:r>
            <w:r w:rsidRPr="00A72677">
              <w:rPr>
                <w:rtl/>
              </w:rPr>
              <w:t>لي</w:t>
            </w:r>
            <w:r w:rsidR="00BA157E" w:rsidRPr="00A72677">
              <w:rPr>
                <w:rtl/>
              </w:rPr>
              <w:t>أس و</w:t>
            </w:r>
            <w:r w:rsidRPr="00A72677">
              <w:rPr>
                <w:rtl/>
              </w:rPr>
              <w:t>جد</w:t>
            </w:r>
            <w:r w:rsidR="00BA157E" w:rsidRPr="00A72677">
              <w:rPr>
                <w:rtl/>
              </w:rPr>
              <w:t xml:space="preserve">اً </w:t>
            </w:r>
            <w:r w:rsidRPr="00A72677">
              <w:rPr>
                <w:rtl/>
              </w:rPr>
              <w:t>ما</w:t>
            </w:r>
            <w:r w:rsidR="00BA157E" w:rsidRPr="00A72677">
              <w:rPr>
                <w:rtl/>
              </w:rPr>
              <w:t xml:space="preserve"> </w:t>
            </w:r>
            <w:r w:rsidRPr="00A72677">
              <w:rPr>
                <w:rtl/>
              </w:rPr>
              <w:t>يق</w:t>
            </w:r>
            <w:r w:rsidR="00BA157E" w:rsidRPr="00A72677">
              <w:rPr>
                <w:rtl/>
              </w:rPr>
              <w:t>ول المؤنّبُ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A72677">
              <w:rPr>
                <w:rtl/>
              </w:rPr>
              <w:t>لس</w:t>
            </w:r>
            <w:r w:rsidR="00BA157E" w:rsidRPr="00A72677">
              <w:rPr>
                <w:rtl/>
              </w:rPr>
              <w:t>ان</w:t>
            </w:r>
            <w:r w:rsidR="004C00A8">
              <w:rPr>
                <w:rtl/>
              </w:rPr>
              <w:t xml:space="preserve"> </w:t>
            </w:r>
            <w:r w:rsidR="00BA157E" w:rsidRPr="00A72677">
              <w:rPr>
                <w:rtl/>
              </w:rPr>
              <w:t>ا</w:t>
            </w:r>
            <w:r w:rsidRPr="00A72677">
              <w:rPr>
                <w:rtl/>
              </w:rPr>
              <w:t>لق</w:t>
            </w:r>
            <w:r w:rsidR="00BA157E" w:rsidRPr="00A72677">
              <w:rPr>
                <w:rtl/>
              </w:rPr>
              <w:t xml:space="preserve">وافي </w:t>
            </w:r>
            <w:r w:rsidRPr="00A72677">
              <w:rPr>
                <w:rtl/>
              </w:rPr>
              <w:t>با</w:t>
            </w:r>
            <w:r w:rsidR="00BA157E" w:rsidRPr="00A72677">
              <w:rPr>
                <w:rtl/>
              </w:rPr>
              <w:t>سم م</w:t>
            </w:r>
            <w:r w:rsidR="00677BC4">
              <w:rPr>
                <w:rtl/>
              </w:rPr>
              <w:t>َ</w:t>
            </w:r>
            <w:r w:rsidRPr="00A72677">
              <w:rPr>
                <w:rtl/>
              </w:rPr>
              <w:t>ن</w:t>
            </w:r>
            <w:r w:rsidR="00BA157E" w:rsidRPr="00A72677">
              <w:rPr>
                <w:rtl/>
              </w:rPr>
              <w:t>ْ بعد تخطبُ</w:t>
            </w:r>
            <w:r w:rsidR="00BA157E"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فل</w:t>
            </w:r>
            <w:r w:rsidR="00BA157E" w:rsidRPr="00A72677">
              <w:rPr>
                <w:rtl/>
              </w:rPr>
              <w:t xml:space="preserve">ا </w:t>
            </w:r>
            <w:r w:rsidRPr="00A72677">
              <w:rPr>
                <w:rtl/>
              </w:rPr>
              <w:t>سم</w:t>
            </w:r>
            <w:r w:rsidR="00BA157E" w:rsidRPr="00A72677">
              <w:rPr>
                <w:rtl/>
              </w:rPr>
              <w:t>ع</w:t>
            </w:r>
            <w:r w:rsidR="00677BC4">
              <w:rPr>
                <w:rtl/>
              </w:rPr>
              <w:t>َ</w:t>
            </w:r>
            <w:r w:rsidR="00BA157E" w:rsidRPr="00A72677">
              <w:rPr>
                <w:rtl/>
              </w:rPr>
              <w:t xml:space="preserve"> </w:t>
            </w:r>
            <w:r w:rsidRPr="00A72677">
              <w:rPr>
                <w:rtl/>
              </w:rPr>
              <w:t>بع</w:t>
            </w:r>
            <w:r w:rsidR="00BA157E" w:rsidRPr="00A72677">
              <w:rPr>
                <w:rtl/>
              </w:rPr>
              <w:t>د ا</w:t>
            </w:r>
            <w:r w:rsidRPr="00A72677">
              <w:rPr>
                <w:rtl/>
              </w:rPr>
              <w:t>لي</w:t>
            </w:r>
            <w:r w:rsidR="00BA157E" w:rsidRPr="00A72677">
              <w:rPr>
                <w:rtl/>
              </w:rPr>
              <w:t xml:space="preserve">وم </w:t>
            </w:r>
            <w:r w:rsidRPr="00A72677">
              <w:rPr>
                <w:rtl/>
              </w:rPr>
              <w:t>لل</w:t>
            </w:r>
            <w:r w:rsidR="00BA157E" w:rsidRPr="00A72677">
              <w:rPr>
                <w:rtl/>
              </w:rPr>
              <w:t>مدح يطربُ؟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A72677" w:rsidP="00BA157E">
            <w:pPr>
              <w:pStyle w:val="libPoem"/>
            </w:pPr>
            <w:r w:rsidRPr="00A72677">
              <w:rPr>
                <w:rtl/>
              </w:rPr>
              <w:t>مض</w:t>
            </w:r>
            <w:r w:rsidR="00BA157E" w:rsidRPr="00A72677">
              <w:rPr>
                <w:rtl/>
              </w:rPr>
              <w:t>ى م</w:t>
            </w:r>
            <w:r w:rsidR="00677BC4">
              <w:rPr>
                <w:rtl/>
              </w:rPr>
              <w:t>َ</w:t>
            </w:r>
            <w:r w:rsidRPr="00A72677">
              <w:rPr>
                <w:rtl/>
              </w:rPr>
              <w:t>ن</w:t>
            </w:r>
            <w:r w:rsidR="00BA157E" w:rsidRPr="00A72677">
              <w:rPr>
                <w:rtl/>
              </w:rPr>
              <w:t xml:space="preserve">ْ </w:t>
            </w:r>
            <w:r w:rsidRPr="00A72677">
              <w:rPr>
                <w:rtl/>
              </w:rPr>
              <w:t>له</w:t>
            </w:r>
            <w:r w:rsidR="00BA157E" w:rsidRPr="00A72677">
              <w:rPr>
                <w:rtl/>
              </w:rPr>
              <w:t xml:space="preserve"> </w:t>
            </w:r>
            <w:r w:rsidRPr="00A72677">
              <w:rPr>
                <w:rtl/>
              </w:rPr>
              <w:t>كن</w:t>
            </w:r>
            <w:r w:rsidR="00BA157E" w:rsidRPr="00A72677">
              <w:rPr>
                <w:rtl/>
              </w:rPr>
              <w:t>ّ</w:t>
            </w:r>
            <w:r w:rsidR="00677BC4">
              <w:rPr>
                <w:rtl/>
              </w:rPr>
              <w:t>َ</w:t>
            </w:r>
            <w:r w:rsidR="00BA157E" w:rsidRPr="00A72677">
              <w:rPr>
                <w:rtl/>
              </w:rPr>
              <w:t xml:space="preserve"> ا</w:t>
            </w:r>
            <w:r w:rsidRPr="00A72677">
              <w:rPr>
                <w:rtl/>
              </w:rPr>
              <w:t>لق</w:t>
            </w:r>
            <w:r w:rsidR="00BA157E" w:rsidRPr="00A72677">
              <w:rPr>
                <w:rtl/>
              </w:rPr>
              <w:t xml:space="preserve">رائحُ </w:t>
            </w:r>
            <w:r w:rsidRPr="00A72677">
              <w:rPr>
                <w:rtl/>
              </w:rPr>
              <w:t>بر</w:t>
            </w:r>
            <w:r w:rsidR="00BA157E" w:rsidRPr="00A72677">
              <w:rPr>
                <w:rtl/>
              </w:rPr>
              <w:t>هةً</w:t>
            </w:r>
            <w:r w:rsidR="00BA157E"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BA157E" w:rsidP="00A72677">
            <w:pPr>
              <w:pStyle w:val="libPoem"/>
            </w:pPr>
            <w:r w:rsidRPr="00A72677">
              <w:rPr>
                <w:rtl/>
              </w:rPr>
              <w:t>إذا</w:t>
            </w:r>
            <w:r w:rsidR="004C00A8">
              <w:rPr>
                <w:rtl/>
              </w:rPr>
              <w:t xml:space="preserve"> </w:t>
            </w:r>
            <w:r w:rsidRPr="00A72677">
              <w:rPr>
                <w:rtl/>
              </w:rPr>
              <w:t>ا</w:t>
            </w:r>
            <w:r w:rsidR="00A72677" w:rsidRPr="00A72677">
              <w:rPr>
                <w:rtl/>
              </w:rPr>
              <w:t>ستو</w:t>
            </w:r>
            <w:r w:rsidRPr="00A72677">
              <w:rPr>
                <w:rtl/>
              </w:rPr>
              <w:t xml:space="preserve">لدتها </w:t>
            </w:r>
            <w:r w:rsidR="00A72677" w:rsidRPr="00A72677">
              <w:rPr>
                <w:rtl/>
              </w:rPr>
              <w:t>قالة</w:t>
            </w:r>
            <w:r w:rsidRPr="00A72677">
              <w:rPr>
                <w:rtl/>
              </w:rPr>
              <w:t>ُ ا</w:t>
            </w:r>
            <w:r w:rsidR="00A72677" w:rsidRPr="00A72677">
              <w:rPr>
                <w:rtl/>
              </w:rPr>
              <w:t>لش</w:t>
            </w:r>
            <w:r w:rsidRPr="00A72677">
              <w:rPr>
                <w:rtl/>
              </w:rPr>
              <w:t xml:space="preserve">عر </w:t>
            </w:r>
            <w:r w:rsidR="00A72677" w:rsidRPr="00A72677">
              <w:rPr>
                <w:rtl/>
              </w:rPr>
              <w:t>تن</w:t>
            </w:r>
            <w:r w:rsidRPr="00A72677">
              <w:rPr>
                <w:rtl/>
              </w:rPr>
              <w:t>جبُ</w:t>
            </w:r>
            <w:r w:rsidRPr="00A72677">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A72677">
              <w:rPr>
                <w:rtl/>
              </w:rPr>
              <w:t>أجل</w:t>
            </w:r>
            <w:r w:rsidR="004C00A8">
              <w:rPr>
                <w:rtl/>
              </w:rPr>
              <w:t xml:space="preserve"> </w:t>
            </w:r>
            <w:r w:rsidR="00A72677" w:rsidRPr="00A72677">
              <w:rPr>
                <w:rtl/>
              </w:rPr>
              <w:t>فل</w:t>
            </w:r>
            <w:r w:rsidRPr="00A72677">
              <w:rPr>
                <w:rtl/>
              </w:rPr>
              <w:t xml:space="preserve">ها </w:t>
            </w:r>
            <w:r w:rsidR="00A72677" w:rsidRPr="00A72677">
              <w:rPr>
                <w:rtl/>
              </w:rPr>
              <w:t>في</w:t>
            </w:r>
            <w:r w:rsidRPr="00A72677">
              <w:rPr>
                <w:rtl/>
              </w:rPr>
              <w:t xml:space="preserve"> ا</w:t>
            </w:r>
            <w:r w:rsidR="00A72677" w:rsidRPr="00A72677">
              <w:rPr>
                <w:rtl/>
              </w:rPr>
              <w:t>لم</w:t>
            </w:r>
            <w:r w:rsidRPr="00A72677">
              <w:rPr>
                <w:rtl/>
              </w:rPr>
              <w:t xml:space="preserve">جد </w:t>
            </w:r>
            <w:r w:rsidR="00A72677" w:rsidRPr="00A72677">
              <w:rPr>
                <w:rtl/>
              </w:rPr>
              <w:t>خي</w:t>
            </w:r>
            <w:r w:rsidRPr="00A72677">
              <w:rPr>
                <w:rtl/>
              </w:rPr>
              <w:t xml:space="preserve">رُ </w:t>
            </w:r>
            <w:r w:rsidR="00A72677" w:rsidRPr="00A72677">
              <w:rPr>
                <w:rtl/>
              </w:rPr>
              <w:t>بق</w:t>
            </w:r>
            <w:r w:rsidRPr="00A72677">
              <w:rPr>
                <w:rtl/>
              </w:rPr>
              <w:t>يّ</w:t>
            </w:r>
            <w:r w:rsidR="00677BC4">
              <w:rPr>
                <w:rtl/>
              </w:rPr>
              <w:t>َ</w:t>
            </w:r>
            <w:r w:rsidRPr="00A72677">
              <w:rPr>
                <w:rtl/>
              </w:rPr>
              <w:t>ةٍ</w:t>
            </w:r>
            <w:r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له</w:t>
            </w:r>
            <w:r w:rsidR="00BA157E" w:rsidRPr="00A72677">
              <w:rPr>
                <w:rtl/>
              </w:rPr>
              <w:t>ا ا</w:t>
            </w:r>
            <w:r w:rsidRPr="00A72677">
              <w:rPr>
                <w:rtl/>
              </w:rPr>
              <w:t>لف</w:t>
            </w:r>
            <w:r w:rsidR="00BA157E" w:rsidRPr="00A72677">
              <w:rPr>
                <w:rtl/>
              </w:rPr>
              <w:t>ضلُ ي</w:t>
            </w:r>
            <w:r w:rsidRPr="00A72677">
              <w:rPr>
                <w:rtl/>
              </w:rPr>
              <w:t>ُع</w:t>
            </w:r>
            <w:r w:rsidR="00BA157E" w:rsidRPr="00A72677">
              <w:rPr>
                <w:rtl/>
              </w:rPr>
              <w:t>زى وا</w:t>
            </w:r>
            <w:r w:rsidRPr="00A72677">
              <w:rPr>
                <w:rtl/>
              </w:rPr>
              <w:t>لم</w:t>
            </w:r>
            <w:r w:rsidR="00BA157E" w:rsidRPr="00A72677">
              <w:rPr>
                <w:rtl/>
              </w:rPr>
              <w:t xml:space="preserve">كارمُ </w:t>
            </w:r>
            <w:r w:rsidRPr="00A72677">
              <w:rPr>
                <w:rtl/>
              </w:rPr>
              <w:t>تن</w:t>
            </w:r>
            <w:r w:rsidR="00BA157E" w:rsidRPr="00A72677">
              <w:rPr>
                <w:rtl/>
              </w:rPr>
              <w:t>سبُ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9647FC">
              <w:rPr>
                <w:rtl/>
              </w:rPr>
              <w:t>لئن</w:t>
            </w:r>
            <w:r w:rsidR="004C00A8">
              <w:rPr>
                <w:rtl/>
              </w:rPr>
              <w:t xml:space="preserve"> </w:t>
            </w:r>
            <w:r w:rsidRPr="009647FC">
              <w:rPr>
                <w:rtl/>
              </w:rPr>
              <w:t>عز</w:t>
            </w:r>
            <w:r w:rsidR="00BA157E" w:rsidRPr="009647FC">
              <w:rPr>
                <w:rtl/>
              </w:rPr>
              <w:t>بت</w:t>
            </w:r>
            <w:r w:rsidR="00BA157E">
              <w:rPr>
                <w:rtl/>
              </w:rPr>
              <w:t xml:space="preserve"> </w:t>
            </w:r>
            <w:r w:rsidRPr="009647FC">
              <w:rPr>
                <w:rtl/>
              </w:rPr>
              <w:t>تل</w:t>
            </w:r>
            <w:r w:rsidR="00BA157E" w:rsidRPr="009647FC">
              <w:rPr>
                <w:rtl/>
              </w:rPr>
              <w:t>ك</w:t>
            </w:r>
            <w:r w:rsidR="00BA157E">
              <w:rPr>
                <w:rtl/>
              </w:rPr>
              <w:t xml:space="preserve"> </w:t>
            </w:r>
            <w:r w:rsidR="00BA157E" w:rsidRPr="009647FC">
              <w:rPr>
                <w:rtl/>
              </w:rPr>
              <w:t>ا</w:t>
            </w:r>
            <w:r w:rsidRPr="009647FC">
              <w:rPr>
                <w:rtl/>
              </w:rPr>
              <w:t>لخ</w:t>
            </w:r>
            <w:r w:rsidR="00BA157E" w:rsidRPr="009647FC">
              <w:rPr>
                <w:rtl/>
              </w:rPr>
              <w:t>واطر</w:t>
            </w:r>
            <w:r w:rsidR="00BA157E">
              <w:rPr>
                <w:rtl/>
              </w:rPr>
              <w:t xml:space="preserve"> </w:t>
            </w:r>
            <w:r w:rsidRPr="009647FC">
              <w:rPr>
                <w:rtl/>
              </w:rPr>
              <w:t>نب</w:t>
            </w:r>
            <w:r w:rsidR="00BA157E" w:rsidRPr="009647FC">
              <w:rPr>
                <w:rtl/>
              </w:rPr>
              <w:t>وةً</w:t>
            </w:r>
            <w:r w:rsidR="00BA157E" w:rsidRPr="00725071">
              <w:rPr>
                <w:rStyle w:val="libPoemTiniChar0"/>
                <w:rtl/>
              </w:rPr>
              <w:br/>
              <w:t> </w:t>
            </w:r>
          </w:p>
        </w:tc>
        <w:tc>
          <w:tcPr>
            <w:tcW w:w="301" w:type="dxa"/>
          </w:tcPr>
          <w:p w:rsidR="00BA157E" w:rsidRDefault="00BA157E" w:rsidP="00A72677">
            <w:pPr>
              <w:pStyle w:val="libPoem"/>
              <w:rPr>
                <w:rtl/>
              </w:rPr>
            </w:pPr>
          </w:p>
        </w:tc>
        <w:tc>
          <w:tcPr>
            <w:tcW w:w="3884" w:type="dxa"/>
          </w:tcPr>
          <w:p w:rsidR="00BA157E" w:rsidRDefault="00A72677" w:rsidP="00A72677">
            <w:pPr>
              <w:pStyle w:val="libPoem"/>
            </w:pPr>
            <w:r w:rsidRPr="009647FC">
              <w:rPr>
                <w:rtl/>
              </w:rPr>
              <w:t>فل</w:t>
            </w:r>
            <w:r w:rsidR="00BA157E" w:rsidRPr="009647FC">
              <w:rPr>
                <w:rtl/>
              </w:rPr>
              <w:t>ا</w:t>
            </w:r>
            <w:r w:rsidR="00BA157E">
              <w:rPr>
                <w:rtl/>
              </w:rPr>
              <w:t xml:space="preserve"> </w:t>
            </w:r>
            <w:r w:rsidRPr="009647FC">
              <w:rPr>
                <w:rtl/>
              </w:rPr>
              <w:t>عن</w:t>
            </w:r>
            <w:r w:rsidR="00BA157E">
              <w:rPr>
                <w:rtl/>
              </w:rPr>
              <w:t xml:space="preserve"> </w:t>
            </w:r>
            <w:r w:rsidR="00BA157E" w:rsidRPr="009647FC">
              <w:rPr>
                <w:rtl/>
              </w:rPr>
              <w:t>ثناهم</w:t>
            </w:r>
            <w:r w:rsidR="00BA157E">
              <w:rPr>
                <w:rtl/>
              </w:rPr>
              <w:t xml:space="preserve">، </w:t>
            </w:r>
            <w:r w:rsidR="00BA157E" w:rsidRPr="009647FC">
              <w:rPr>
                <w:rtl/>
              </w:rPr>
              <w:t>والخواطر</w:t>
            </w:r>
            <w:r w:rsidR="00BA157E">
              <w:rPr>
                <w:rtl/>
              </w:rPr>
              <w:t xml:space="preserve"> </w:t>
            </w:r>
            <w:r w:rsidR="00BA157E" w:rsidRPr="009647FC">
              <w:rPr>
                <w:rtl/>
              </w:rPr>
              <w:t>تعزبُ</w:t>
            </w:r>
            <w:r w:rsidR="00BA157E" w:rsidRPr="004E7EC6">
              <w:rPr>
                <w:rStyle w:val="libFootnotenumChar"/>
                <w:rtl/>
              </w:rPr>
              <w:t>(1)</w:t>
            </w:r>
            <w:r w:rsidR="00BA157E" w:rsidRPr="00725071">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A72677">
              <w:rPr>
                <w:rtl/>
              </w:rPr>
              <w:t>وإن</w:t>
            </w:r>
            <w:r w:rsidR="004C00A8">
              <w:rPr>
                <w:rtl/>
              </w:rPr>
              <w:t xml:space="preserve"> </w:t>
            </w:r>
            <w:r w:rsidRPr="00A72677">
              <w:rPr>
                <w:rtl/>
              </w:rPr>
              <w:t>ر</w:t>
            </w:r>
            <w:r w:rsidR="00A72677" w:rsidRPr="00A72677">
              <w:rPr>
                <w:rtl/>
              </w:rPr>
              <w:t>غب</w:t>
            </w:r>
            <w:r w:rsidRPr="00A72677">
              <w:rPr>
                <w:rtl/>
              </w:rPr>
              <w:t>ت عن نظمها الشعر في الورى</w:t>
            </w:r>
            <w:r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فل</w:t>
            </w:r>
            <w:r w:rsidR="00BA157E" w:rsidRPr="00A72677">
              <w:rPr>
                <w:rtl/>
              </w:rPr>
              <w:t xml:space="preserve">يس </w:t>
            </w:r>
            <w:r w:rsidRPr="00A72677">
              <w:rPr>
                <w:rtl/>
              </w:rPr>
              <w:t>له</w:t>
            </w:r>
            <w:r w:rsidR="00BA157E" w:rsidRPr="00A72677">
              <w:rPr>
                <w:rtl/>
              </w:rPr>
              <w:t xml:space="preserve">ا </w:t>
            </w:r>
            <w:r w:rsidRPr="00A72677">
              <w:rPr>
                <w:rtl/>
              </w:rPr>
              <w:t>عن</w:t>
            </w:r>
            <w:r w:rsidR="00BA157E" w:rsidRPr="00A72677">
              <w:rPr>
                <w:rtl/>
              </w:rPr>
              <w:t xml:space="preserve"> أ</w:t>
            </w:r>
            <w:r w:rsidRPr="00A72677">
              <w:rPr>
                <w:rtl/>
              </w:rPr>
              <w:t>هل</w:t>
            </w:r>
            <w:r w:rsidR="00BA157E" w:rsidRPr="00A72677">
              <w:rPr>
                <w:rtl/>
              </w:rPr>
              <w:t xml:space="preserve"> ذا البيت مرغبُ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A72677">
              <w:rPr>
                <w:rtl/>
              </w:rPr>
              <w:t>مض</w:t>
            </w:r>
            <w:r w:rsidR="00BA157E" w:rsidRPr="00A72677">
              <w:rPr>
                <w:rtl/>
              </w:rPr>
              <w:t>ى</w:t>
            </w:r>
            <w:r w:rsidR="004C00A8">
              <w:rPr>
                <w:rtl/>
              </w:rPr>
              <w:t xml:space="preserve"> </w:t>
            </w:r>
            <w:r w:rsidR="00BA157E" w:rsidRPr="00A72677">
              <w:rPr>
                <w:rtl/>
              </w:rPr>
              <w:t>م</w:t>
            </w:r>
            <w:r w:rsidR="00677BC4">
              <w:rPr>
                <w:rtl/>
              </w:rPr>
              <w:t>َ</w:t>
            </w:r>
            <w:r w:rsidRPr="00A72677">
              <w:rPr>
                <w:rtl/>
              </w:rPr>
              <w:t>ن</w:t>
            </w:r>
            <w:r w:rsidR="00BA157E" w:rsidRPr="00A72677">
              <w:rPr>
                <w:rtl/>
              </w:rPr>
              <w:t xml:space="preserve">ْ </w:t>
            </w:r>
            <w:r w:rsidRPr="00A72677">
              <w:rPr>
                <w:rtl/>
              </w:rPr>
              <w:t>له</w:t>
            </w:r>
            <w:r w:rsidR="00BA157E" w:rsidRPr="00A72677">
              <w:rPr>
                <w:rtl/>
              </w:rPr>
              <w:t xml:space="preserve"> </w:t>
            </w:r>
            <w:r w:rsidRPr="00A72677">
              <w:rPr>
                <w:rtl/>
              </w:rPr>
              <w:t>كا</w:t>
            </w:r>
            <w:r w:rsidR="00BA157E" w:rsidRPr="00A72677">
              <w:rPr>
                <w:rtl/>
              </w:rPr>
              <w:t xml:space="preserve">نت </w:t>
            </w:r>
            <w:r w:rsidRPr="00A72677">
              <w:rPr>
                <w:rtl/>
              </w:rPr>
              <w:t>ته</w:t>
            </w:r>
            <w:r w:rsidR="00BA157E" w:rsidRPr="00A72677">
              <w:rPr>
                <w:rtl/>
              </w:rPr>
              <w:t>ذّب مدحها</w:t>
            </w:r>
            <w:r w:rsidR="00BA157E"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BA157E" w:rsidP="00A72677">
            <w:pPr>
              <w:pStyle w:val="libPoem"/>
            </w:pPr>
            <w:r w:rsidRPr="00A72677">
              <w:rPr>
                <w:rtl/>
              </w:rPr>
              <w:t>وأ</w:t>
            </w:r>
            <w:r w:rsidR="00A72677" w:rsidRPr="00A72677">
              <w:rPr>
                <w:rtl/>
              </w:rPr>
              <w:t>بقى</w:t>
            </w:r>
            <w:r w:rsidR="004C00A8">
              <w:rPr>
                <w:rtl/>
              </w:rPr>
              <w:t xml:space="preserve"> </w:t>
            </w:r>
            <w:r w:rsidRPr="00A72677">
              <w:rPr>
                <w:rtl/>
              </w:rPr>
              <w:t xml:space="preserve">الذي </w:t>
            </w:r>
            <w:r w:rsidR="00A72677" w:rsidRPr="00A72677">
              <w:rPr>
                <w:rtl/>
              </w:rPr>
              <w:t>في</w:t>
            </w:r>
            <w:r w:rsidRPr="00A72677">
              <w:rPr>
                <w:rtl/>
              </w:rPr>
              <w:t xml:space="preserve"> </w:t>
            </w:r>
            <w:r w:rsidR="00A72677" w:rsidRPr="00A72677">
              <w:rPr>
                <w:rtl/>
              </w:rPr>
              <w:t>مد</w:t>
            </w:r>
            <w:r w:rsidRPr="00A72677">
              <w:rPr>
                <w:rtl/>
              </w:rPr>
              <w:t xml:space="preserve">حه </w:t>
            </w:r>
            <w:r w:rsidR="00A72677" w:rsidRPr="00A72677">
              <w:rPr>
                <w:rtl/>
              </w:rPr>
              <w:t>تت</w:t>
            </w:r>
            <w:r w:rsidRPr="00A72677">
              <w:rPr>
                <w:rtl/>
              </w:rPr>
              <w:t>هذّ</w:t>
            </w:r>
            <w:r w:rsidR="00677BC4">
              <w:rPr>
                <w:rtl/>
              </w:rPr>
              <w:t>َ</w:t>
            </w:r>
            <w:r w:rsidRPr="00A72677">
              <w:rPr>
                <w:rtl/>
              </w:rPr>
              <w:t>بُ</w:t>
            </w:r>
            <w:r w:rsidRPr="00A72677">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9647FC">
              <w:rPr>
                <w:rtl/>
              </w:rPr>
              <w:t>لئ</w:t>
            </w:r>
            <w:r w:rsidR="00BA157E" w:rsidRPr="009647FC">
              <w:rPr>
                <w:rtl/>
              </w:rPr>
              <w:t>ن</w:t>
            </w:r>
            <w:r w:rsidR="004C00A8">
              <w:rPr>
                <w:rtl/>
              </w:rPr>
              <w:t xml:space="preserve"> </w:t>
            </w:r>
            <w:r w:rsidR="00BA157E" w:rsidRPr="009647FC">
              <w:rPr>
                <w:rtl/>
              </w:rPr>
              <w:t>أغرب</w:t>
            </w:r>
            <w:r w:rsidR="00BA157E">
              <w:rPr>
                <w:rtl/>
              </w:rPr>
              <w:t xml:space="preserve"> </w:t>
            </w:r>
            <w:r w:rsidR="00BA157E" w:rsidRPr="009647FC">
              <w:rPr>
                <w:rtl/>
              </w:rPr>
              <w:t>المطري</w:t>
            </w:r>
            <w:r w:rsidR="00BA157E">
              <w:rPr>
                <w:rtl/>
              </w:rPr>
              <w:t xml:space="preserve"> </w:t>
            </w:r>
            <w:r w:rsidR="00BA157E" w:rsidRPr="009647FC">
              <w:rPr>
                <w:rtl/>
              </w:rPr>
              <w:t>بذكر</w:t>
            </w:r>
            <w:r w:rsidR="00BA157E">
              <w:rPr>
                <w:rtl/>
              </w:rPr>
              <w:t xml:space="preserve"> (</w:t>
            </w:r>
            <w:r w:rsidR="00BA157E" w:rsidRPr="009647FC">
              <w:rPr>
                <w:rtl/>
              </w:rPr>
              <w:t>محمدٍ</w:t>
            </w:r>
            <w:r w:rsidR="00BA157E">
              <w:rPr>
                <w:rtl/>
              </w:rPr>
              <w:t>)</w:t>
            </w:r>
            <w:r w:rsidR="00BA157E" w:rsidRPr="004E7EC6">
              <w:rPr>
                <w:rStyle w:val="libFootnotenumChar"/>
                <w:rtl/>
              </w:rPr>
              <w:t>(2)</w:t>
            </w:r>
            <w:r w:rsidR="00BA157E" w:rsidRPr="00725071">
              <w:rPr>
                <w:rStyle w:val="libPoemTiniChar0"/>
                <w:rtl/>
              </w:rPr>
              <w:br/>
              <w:t> </w:t>
            </w:r>
          </w:p>
        </w:tc>
        <w:tc>
          <w:tcPr>
            <w:tcW w:w="301" w:type="dxa"/>
          </w:tcPr>
          <w:p w:rsidR="00BA157E" w:rsidRDefault="00BA157E" w:rsidP="00A72677">
            <w:pPr>
              <w:pStyle w:val="libPoem"/>
              <w:rPr>
                <w:rtl/>
              </w:rPr>
            </w:pPr>
          </w:p>
        </w:tc>
        <w:tc>
          <w:tcPr>
            <w:tcW w:w="3884" w:type="dxa"/>
          </w:tcPr>
          <w:p w:rsidR="00BA157E" w:rsidRDefault="00A72677" w:rsidP="00A72677">
            <w:pPr>
              <w:pStyle w:val="libPoem"/>
            </w:pPr>
            <w:r w:rsidRPr="009647FC">
              <w:rPr>
                <w:rtl/>
              </w:rPr>
              <w:t>فم</w:t>
            </w:r>
            <w:r w:rsidR="00BA157E" w:rsidRPr="009647FC">
              <w:rPr>
                <w:rtl/>
              </w:rPr>
              <w:t>ا</w:t>
            </w:r>
            <w:r w:rsidR="00BA157E">
              <w:rPr>
                <w:rtl/>
              </w:rPr>
              <w:t xml:space="preserve"> </w:t>
            </w:r>
            <w:r w:rsidR="00BA157E" w:rsidRPr="009647FC">
              <w:rPr>
                <w:rtl/>
              </w:rPr>
              <w:t>ا</w:t>
            </w:r>
            <w:r w:rsidRPr="009647FC">
              <w:rPr>
                <w:rtl/>
              </w:rPr>
              <w:t>نف</w:t>
            </w:r>
            <w:r w:rsidR="00BA157E" w:rsidRPr="009647FC">
              <w:rPr>
                <w:rtl/>
              </w:rPr>
              <w:t>كّ</w:t>
            </w:r>
            <w:r w:rsidR="00677BC4">
              <w:rPr>
                <w:rtl/>
              </w:rPr>
              <w:t>َ</w:t>
            </w:r>
            <w:r w:rsidR="00BA157E">
              <w:rPr>
                <w:rtl/>
              </w:rPr>
              <w:t xml:space="preserve"> </w:t>
            </w:r>
            <w:r w:rsidRPr="009647FC">
              <w:rPr>
                <w:rtl/>
              </w:rPr>
              <w:t>في</w:t>
            </w:r>
            <w:r w:rsidR="00BA157E">
              <w:rPr>
                <w:rtl/>
              </w:rPr>
              <w:t xml:space="preserve"> </w:t>
            </w:r>
            <w:r w:rsidRPr="009647FC">
              <w:rPr>
                <w:rtl/>
              </w:rPr>
              <w:t>كس</w:t>
            </w:r>
            <w:r w:rsidR="00BA157E" w:rsidRPr="009647FC">
              <w:rPr>
                <w:rtl/>
              </w:rPr>
              <w:t>ب</w:t>
            </w:r>
            <w:r w:rsidR="00BA157E">
              <w:rPr>
                <w:rtl/>
              </w:rPr>
              <w:t xml:space="preserve"> </w:t>
            </w:r>
            <w:r w:rsidR="00BA157E" w:rsidRPr="009647FC">
              <w:rPr>
                <w:rtl/>
              </w:rPr>
              <w:t>ا</w:t>
            </w:r>
            <w:r w:rsidRPr="009647FC">
              <w:rPr>
                <w:rtl/>
              </w:rPr>
              <w:t>لم</w:t>
            </w:r>
            <w:r w:rsidR="00BA157E" w:rsidRPr="009647FC">
              <w:rPr>
                <w:rtl/>
              </w:rPr>
              <w:t>حامد</w:t>
            </w:r>
            <w:r w:rsidR="00BA157E">
              <w:rPr>
                <w:rtl/>
              </w:rPr>
              <w:t xml:space="preserve"> </w:t>
            </w:r>
            <w:r w:rsidR="00BA157E" w:rsidRPr="009647FC">
              <w:rPr>
                <w:rtl/>
              </w:rPr>
              <w:t>يغربُ</w:t>
            </w:r>
            <w:r w:rsidR="00BA157E" w:rsidRPr="00725071">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9647FC">
              <w:rPr>
                <w:rtl/>
              </w:rPr>
              <w:t>فتى</w:t>
            </w:r>
            <w:r w:rsidR="00BA157E" w:rsidRPr="009647FC">
              <w:rPr>
                <w:rtl/>
              </w:rPr>
              <w:t>ً</w:t>
            </w:r>
            <w:r w:rsidR="00BA157E">
              <w:rPr>
                <w:rtl/>
              </w:rPr>
              <w:t xml:space="preserve"> </w:t>
            </w:r>
            <w:r w:rsidRPr="009647FC">
              <w:rPr>
                <w:rtl/>
              </w:rPr>
              <w:t>تقف</w:t>
            </w:r>
            <w:r w:rsidR="00BA157E">
              <w:rPr>
                <w:rtl/>
              </w:rPr>
              <w:t xml:space="preserve"> </w:t>
            </w:r>
            <w:r w:rsidR="00BA157E" w:rsidRPr="009647FC">
              <w:rPr>
                <w:rtl/>
              </w:rPr>
              <w:t>الأ</w:t>
            </w:r>
            <w:r w:rsidRPr="009647FC">
              <w:rPr>
                <w:rtl/>
              </w:rPr>
              <w:t>كفا</w:t>
            </w:r>
            <w:r w:rsidR="00BA157E" w:rsidRPr="009647FC">
              <w:rPr>
                <w:rtl/>
              </w:rPr>
              <w:t>ء</w:t>
            </w:r>
            <w:r w:rsidR="00BA157E">
              <w:rPr>
                <w:rtl/>
              </w:rPr>
              <w:t xml:space="preserve"> </w:t>
            </w:r>
            <w:r w:rsidR="00BA157E" w:rsidRPr="009647FC">
              <w:rPr>
                <w:rtl/>
              </w:rPr>
              <w:t>دون</w:t>
            </w:r>
            <w:r w:rsidR="00BA157E">
              <w:rPr>
                <w:rtl/>
              </w:rPr>
              <w:t xml:space="preserve"> </w:t>
            </w:r>
            <w:r w:rsidRPr="009647FC">
              <w:rPr>
                <w:rtl/>
              </w:rPr>
              <w:t>سم</w:t>
            </w:r>
            <w:r w:rsidR="00BA157E" w:rsidRPr="009647FC">
              <w:rPr>
                <w:rtl/>
              </w:rPr>
              <w:t>اطه</w:t>
            </w:r>
            <w:r w:rsidR="00BA157E" w:rsidRPr="00725071">
              <w:rPr>
                <w:rStyle w:val="libPoemTiniChar0"/>
                <w:rtl/>
              </w:rPr>
              <w:br/>
              <w:t> </w:t>
            </w:r>
          </w:p>
        </w:tc>
        <w:tc>
          <w:tcPr>
            <w:tcW w:w="301" w:type="dxa"/>
          </w:tcPr>
          <w:p w:rsidR="00BA157E" w:rsidRDefault="00BA157E" w:rsidP="00A72677">
            <w:pPr>
              <w:pStyle w:val="libPoem"/>
              <w:rPr>
                <w:rtl/>
              </w:rPr>
            </w:pPr>
          </w:p>
        </w:tc>
        <w:tc>
          <w:tcPr>
            <w:tcW w:w="3884" w:type="dxa"/>
          </w:tcPr>
          <w:p w:rsidR="00BA157E" w:rsidRDefault="00BA157E" w:rsidP="00A72677">
            <w:pPr>
              <w:pStyle w:val="libPoem"/>
            </w:pPr>
            <w:r w:rsidRPr="009647FC">
              <w:rPr>
                <w:rtl/>
              </w:rPr>
              <w:t>و</w:t>
            </w:r>
            <w:r w:rsidR="00A72677" w:rsidRPr="009647FC">
              <w:rPr>
                <w:rtl/>
              </w:rPr>
              <w:t>قو</w:t>
            </w:r>
            <w:r w:rsidRPr="009647FC">
              <w:rPr>
                <w:rtl/>
              </w:rPr>
              <w:t>ف</w:t>
            </w:r>
            <w:r>
              <w:rPr>
                <w:rtl/>
              </w:rPr>
              <w:t xml:space="preserve"> </w:t>
            </w:r>
            <w:r w:rsidR="00A72677" w:rsidRPr="009647FC">
              <w:rPr>
                <w:rtl/>
              </w:rPr>
              <w:t>بن</w:t>
            </w:r>
            <w:r w:rsidRPr="009647FC">
              <w:rPr>
                <w:rtl/>
              </w:rPr>
              <w:t>ي</w:t>
            </w:r>
            <w:r>
              <w:rPr>
                <w:rtl/>
              </w:rPr>
              <w:t xml:space="preserve"> </w:t>
            </w:r>
            <w:r w:rsidRPr="009647FC">
              <w:rPr>
                <w:rtl/>
              </w:rPr>
              <w:t>الآ</w:t>
            </w:r>
            <w:r w:rsidR="00A72677" w:rsidRPr="009647FC">
              <w:rPr>
                <w:rtl/>
              </w:rPr>
              <w:t>ما</w:t>
            </w:r>
            <w:r w:rsidRPr="009647FC">
              <w:rPr>
                <w:rtl/>
              </w:rPr>
              <w:t>ل</w:t>
            </w:r>
            <w:r>
              <w:rPr>
                <w:rtl/>
              </w:rPr>
              <w:t xml:space="preserve"> </w:t>
            </w:r>
            <w:r w:rsidR="00A72677" w:rsidRPr="009647FC">
              <w:rPr>
                <w:rtl/>
              </w:rPr>
              <w:t>تر</w:t>
            </w:r>
            <w:r w:rsidRPr="009647FC">
              <w:rPr>
                <w:rtl/>
              </w:rPr>
              <w:t>جو</w:t>
            </w:r>
            <w:r>
              <w:rPr>
                <w:rtl/>
              </w:rPr>
              <w:t xml:space="preserve"> </w:t>
            </w:r>
            <w:r w:rsidRPr="009647FC">
              <w:rPr>
                <w:rtl/>
              </w:rPr>
              <w:t>و</w:t>
            </w:r>
            <w:r w:rsidR="00A72677" w:rsidRPr="009647FC">
              <w:rPr>
                <w:rtl/>
              </w:rPr>
              <w:t>تر</w:t>
            </w:r>
            <w:r w:rsidRPr="009647FC">
              <w:rPr>
                <w:rtl/>
              </w:rPr>
              <w:t>هبُ</w:t>
            </w:r>
            <w:r w:rsidRPr="00725071">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9647FC">
              <w:rPr>
                <w:rtl/>
              </w:rPr>
              <w:t>أ</w:t>
            </w:r>
            <w:r w:rsidR="00A72677" w:rsidRPr="009647FC">
              <w:rPr>
                <w:rtl/>
              </w:rPr>
              <w:t>قل</w:t>
            </w:r>
            <w:r w:rsidRPr="009647FC">
              <w:rPr>
                <w:rtl/>
              </w:rPr>
              <w:t>ُّ</w:t>
            </w:r>
            <w:r w:rsidR="004C00A8">
              <w:rPr>
                <w:rtl/>
              </w:rPr>
              <w:t xml:space="preserve"> </w:t>
            </w:r>
            <w:r w:rsidRPr="009647FC">
              <w:rPr>
                <w:rtl/>
              </w:rPr>
              <w:t>علاه</w:t>
            </w:r>
            <w:r>
              <w:rPr>
                <w:rtl/>
              </w:rPr>
              <w:t xml:space="preserve"> </w:t>
            </w:r>
            <w:r w:rsidRPr="009647FC">
              <w:rPr>
                <w:rtl/>
              </w:rPr>
              <w:t>أنّ</w:t>
            </w:r>
            <w:r w:rsidR="00677BC4">
              <w:rPr>
                <w:rtl/>
              </w:rPr>
              <w:t>َ</w:t>
            </w:r>
            <w:r>
              <w:rPr>
                <w:rtl/>
              </w:rPr>
              <w:t xml:space="preserve"> </w:t>
            </w:r>
            <w:r w:rsidRPr="009647FC">
              <w:rPr>
                <w:rtl/>
              </w:rPr>
              <w:t>أذيال</w:t>
            </w:r>
            <w:r>
              <w:rPr>
                <w:rtl/>
              </w:rPr>
              <w:t xml:space="preserve"> </w:t>
            </w:r>
            <w:r w:rsidR="00A72677" w:rsidRPr="009647FC">
              <w:rPr>
                <w:rtl/>
              </w:rPr>
              <w:t>فخر</w:t>
            </w:r>
            <w:r w:rsidRPr="009647FC">
              <w:rPr>
                <w:rtl/>
              </w:rPr>
              <w:t>ه</w:t>
            </w:r>
            <w:r w:rsidRPr="00725071">
              <w:rPr>
                <w:rStyle w:val="libPoemTiniChar0"/>
                <w:rtl/>
              </w:rPr>
              <w:br/>
              <w:t> </w:t>
            </w:r>
          </w:p>
        </w:tc>
        <w:tc>
          <w:tcPr>
            <w:tcW w:w="301" w:type="dxa"/>
          </w:tcPr>
          <w:p w:rsidR="00BA157E" w:rsidRDefault="00BA157E" w:rsidP="00A72677">
            <w:pPr>
              <w:pStyle w:val="libPoem"/>
              <w:rPr>
                <w:rtl/>
              </w:rPr>
            </w:pPr>
          </w:p>
        </w:tc>
        <w:tc>
          <w:tcPr>
            <w:tcW w:w="3884" w:type="dxa"/>
          </w:tcPr>
          <w:p w:rsidR="00BA157E" w:rsidRDefault="00A72677" w:rsidP="00A72677">
            <w:pPr>
              <w:pStyle w:val="libPoem"/>
            </w:pPr>
            <w:r w:rsidRPr="009647FC">
              <w:rPr>
                <w:rtl/>
              </w:rPr>
              <w:t>لهن</w:t>
            </w:r>
            <w:r w:rsidR="00BA157E" w:rsidRPr="009647FC">
              <w:rPr>
                <w:rtl/>
              </w:rPr>
              <w:t>ّ</w:t>
            </w:r>
            <w:r w:rsidR="00677BC4">
              <w:rPr>
                <w:rtl/>
              </w:rPr>
              <w:t>َ</w:t>
            </w:r>
            <w:r w:rsidR="00BA157E">
              <w:rPr>
                <w:rtl/>
              </w:rPr>
              <w:t xml:space="preserve"> </w:t>
            </w:r>
            <w:r w:rsidRPr="009647FC">
              <w:rPr>
                <w:rtl/>
              </w:rPr>
              <w:t>على</w:t>
            </w:r>
            <w:r w:rsidR="00BA157E">
              <w:rPr>
                <w:rtl/>
              </w:rPr>
              <w:t xml:space="preserve"> </w:t>
            </w:r>
            <w:r w:rsidRPr="009647FC">
              <w:rPr>
                <w:rtl/>
              </w:rPr>
              <w:t>ها</w:t>
            </w:r>
            <w:r w:rsidR="00BA157E" w:rsidRPr="009647FC">
              <w:rPr>
                <w:rtl/>
              </w:rPr>
              <w:t>م</w:t>
            </w:r>
            <w:r w:rsidR="00BA157E">
              <w:rPr>
                <w:rtl/>
              </w:rPr>
              <w:t xml:space="preserve"> </w:t>
            </w:r>
            <w:r w:rsidR="00BA157E" w:rsidRPr="009647FC">
              <w:rPr>
                <w:rtl/>
              </w:rPr>
              <w:t>ا</w:t>
            </w:r>
            <w:r w:rsidRPr="009647FC">
              <w:rPr>
                <w:rtl/>
              </w:rPr>
              <w:t>لم</w:t>
            </w:r>
            <w:r w:rsidR="00BA157E" w:rsidRPr="009647FC">
              <w:rPr>
                <w:rtl/>
              </w:rPr>
              <w:t>جرّة</w:t>
            </w:r>
            <w:r w:rsidR="00BA157E">
              <w:rPr>
                <w:rtl/>
              </w:rPr>
              <w:t xml:space="preserve"> </w:t>
            </w:r>
            <w:r w:rsidRPr="009647FC">
              <w:rPr>
                <w:rtl/>
              </w:rPr>
              <w:t>مس</w:t>
            </w:r>
            <w:r w:rsidR="00BA157E" w:rsidRPr="009647FC">
              <w:rPr>
                <w:rtl/>
              </w:rPr>
              <w:t>حبُ</w:t>
            </w:r>
            <w:r w:rsidR="00BA157E" w:rsidRPr="00725071">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9647FC">
              <w:rPr>
                <w:rtl/>
              </w:rPr>
              <w:t>ز</w:t>
            </w:r>
            <w:r w:rsidR="00A72677" w:rsidRPr="009647FC">
              <w:rPr>
                <w:rtl/>
              </w:rPr>
              <w:t>عيم</w:t>
            </w:r>
            <w:r w:rsidR="004C00A8">
              <w:rPr>
                <w:rtl/>
              </w:rPr>
              <w:t xml:space="preserve"> </w:t>
            </w:r>
            <w:r w:rsidR="00A72677" w:rsidRPr="009647FC">
              <w:rPr>
                <w:rtl/>
              </w:rPr>
              <w:t>قريش</w:t>
            </w:r>
            <w:r w:rsidRPr="009647FC">
              <w:rPr>
                <w:rtl/>
              </w:rPr>
              <w:t>ٍ</w:t>
            </w:r>
            <w:r>
              <w:rPr>
                <w:rtl/>
              </w:rPr>
              <w:t xml:space="preserve">، </w:t>
            </w:r>
            <w:r w:rsidRPr="009647FC">
              <w:rPr>
                <w:rtl/>
              </w:rPr>
              <w:t>وا</w:t>
            </w:r>
            <w:r w:rsidR="00A72677" w:rsidRPr="009647FC">
              <w:rPr>
                <w:rtl/>
              </w:rPr>
              <w:t>لزعا</w:t>
            </w:r>
            <w:r w:rsidRPr="009647FC">
              <w:rPr>
                <w:rtl/>
              </w:rPr>
              <w:t>مة</w:t>
            </w:r>
            <w:r>
              <w:rPr>
                <w:rtl/>
              </w:rPr>
              <w:t xml:space="preserve"> </w:t>
            </w:r>
            <w:r w:rsidR="00A72677" w:rsidRPr="009647FC">
              <w:rPr>
                <w:rtl/>
              </w:rPr>
              <w:t>في</w:t>
            </w:r>
            <w:r w:rsidRPr="009647FC">
              <w:rPr>
                <w:rtl/>
              </w:rPr>
              <w:t>هم</w:t>
            </w:r>
            <w:r w:rsidRPr="00725071">
              <w:rPr>
                <w:rStyle w:val="libPoemTiniChar0"/>
                <w:rtl/>
              </w:rPr>
              <w:br/>
              <w:t> </w:t>
            </w:r>
          </w:p>
        </w:tc>
        <w:tc>
          <w:tcPr>
            <w:tcW w:w="301" w:type="dxa"/>
          </w:tcPr>
          <w:p w:rsidR="00BA157E" w:rsidRDefault="00BA157E" w:rsidP="00A72677">
            <w:pPr>
              <w:pStyle w:val="libPoem"/>
              <w:rPr>
                <w:rtl/>
              </w:rPr>
            </w:pPr>
          </w:p>
        </w:tc>
        <w:tc>
          <w:tcPr>
            <w:tcW w:w="3884" w:type="dxa"/>
          </w:tcPr>
          <w:p w:rsidR="00BA157E" w:rsidRDefault="00A72677" w:rsidP="00A72677">
            <w:pPr>
              <w:pStyle w:val="libPoem"/>
            </w:pPr>
            <w:r w:rsidRPr="009647FC">
              <w:rPr>
                <w:rtl/>
              </w:rPr>
              <w:t>من</w:t>
            </w:r>
            <w:r w:rsidR="00BA157E">
              <w:rPr>
                <w:rtl/>
              </w:rPr>
              <w:t xml:space="preserve"> </w:t>
            </w:r>
            <w:r w:rsidR="00BA157E" w:rsidRPr="009647FC">
              <w:rPr>
                <w:rtl/>
              </w:rPr>
              <w:t>الله</w:t>
            </w:r>
            <w:r w:rsidR="00BA157E">
              <w:rPr>
                <w:rtl/>
              </w:rPr>
              <w:t xml:space="preserve"> </w:t>
            </w:r>
            <w:r w:rsidRPr="009647FC">
              <w:rPr>
                <w:rtl/>
              </w:rPr>
              <w:t>في</w:t>
            </w:r>
            <w:r w:rsidR="00BA157E">
              <w:rPr>
                <w:rtl/>
              </w:rPr>
              <w:t xml:space="preserve"> </w:t>
            </w:r>
            <w:r w:rsidR="00BA157E" w:rsidRPr="009647FC">
              <w:rPr>
                <w:rtl/>
              </w:rPr>
              <w:t>ا</w:t>
            </w:r>
            <w:r w:rsidRPr="009647FC">
              <w:rPr>
                <w:rtl/>
              </w:rPr>
              <w:t>لد</w:t>
            </w:r>
            <w:r w:rsidR="00BA157E" w:rsidRPr="009647FC">
              <w:rPr>
                <w:rtl/>
              </w:rPr>
              <w:t>نيا</w:t>
            </w:r>
            <w:r w:rsidR="00BA157E">
              <w:rPr>
                <w:rtl/>
              </w:rPr>
              <w:t xml:space="preserve"> </w:t>
            </w:r>
            <w:r w:rsidR="00BA157E" w:rsidRPr="009647FC">
              <w:rPr>
                <w:rtl/>
              </w:rPr>
              <w:t>و</w:t>
            </w:r>
            <w:r w:rsidRPr="009647FC">
              <w:rPr>
                <w:rtl/>
              </w:rPr>
              <w:t>في</w:t>
            </w:r>
            <w:r w:rsidR="00BA157E">
              <w:rPr>
                <w:rtl/>
              </w:rPr>
              <w:t xml:space="preserve"> </w:t>
            </w:r>
            <w:r w:rsidR="00BA157E" w:rsidRPr="009647FC">
              <w:rPr>
                <w:rtl/>
              </w:rPr>
              <w:t>الدين</w:t>
            </w:r>
            <w:r w:rsidR="00BA157E">
              <w:rPr>
                <w:rtl/>
              </w:rPr>
              <w:t xml:space="preserve"> </w:t>
            </w:r>
            <w:r w:rsidR="00BA157E" w:rsidRPr="009647FC">
              <w:rPr>
                <w:rtl/>
              </w:rPr>
              <w:t>منصبُ</w:t>
            </w:r>
            <w:r w:rsidR="00BA157E" w:rsidRPr="00725071">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A72677">
              <w:rPr>
                <w:rtl/>
              </w:rPr>
              <w:t>حم</w:t>
            </w:r>
            <w:r w:rsidR="00BA157E" w:rsidRPr="00A72677">
              <w:rPr>
                <w:rtl/>
              </w:rPr>
              <w:t>ولاً</w:t>
            </w:r>
            <w:r w:rsidR="00BA157E" w:rsidRPr="00A72677">
              <w:rPr>
                <w:rStyle w:val="libFootnotenumChar"/>
                <w:rtl/>
              </w:rPr>
              <w:t>(3)</w:t>
            </w:r>
            <w:r w:rsidR="004C00A8">
              <w:rPr>
                <w:rtl/>
              </w:rPr>
              <w:t xml:space="preserve"> </w:t>
            </w:r>
            <w:r w:rsidR="00BA157E" w:rsidRPr="00A72677">
              <w:rPr>
                <w:rtl/>
              </w:rPr>
              <w:t>لأ</w:t>
            </w:r>
            <w:r w:rsidRPr="00A72677">
              <w:rPr>
                <w:rtl/>
              </w:rPr>
              <w:t>عب</w:t>
            </w:r>
            <w:r w:rsidR="00BA157E" w:rsidRPr="00A72677">
              <w:rPr>
                <w:rtl/>
              </w:rPr>
              <w:t>اء ا</w:t>
            </w:r>
            <w:r w:rsidRPr="00A72677">
              <w:rPr>
                <w:rtl/>
              </w:rPr>
              <w:t>لر</w:t>
            </w:r>
            <w:r w:rsidR="00BA157E" w:rsidRPr="00A72677">
              <w:rPr>
                <w:rtl/>
              </w:rPr>
              <w:t>ياسة ناهضا</w:t>
            </w:r>
            <w:r w:rsidR="00BA157E"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بأ</w:t>
            </w:r>
            <w:r w:rsidR="00BA157E" w:rsidRPr="00A72677">
              <w:rPr>
                <w:rtl/>
              </w:rPr>
              <w:t>ثقالها</w:t>
            </w:r>
            <w:r w:rsidR="004C00A8">
              <w:rPr>
                <w:rtl/>
              </w:rPr>
              <w:t xml:space="preserve"> </w:t>
            </w:r>
            <w:r w:rsidRPr="00A72677">
              <w:rPr>
                <w:rtl/>
              </w:rPr>
              <w:t>في</w:t>
            </w:r>
            <w:r w:rsidR="00BA157E" w:rsidRPr="00A72677">
              <w:rPr>
                <w:rtl/>
              </w:rPr>
              <w:t xml:space="preserve"> ا</w:t>
            </w:r>
            <w:r w:rsidRPr="00A72677">
              <w:rPr>
                <w:rtl/>
              </w:rPr>
              <w:t>لح</w:t>
            </w:r>
            <w:r w:rsidR="00BA157E" w:rsidRPr="00A72677">
              <w:rPr>
                <w:rtl/>
              </w:rPr>
              <w:t>ق ي</w:t>
            </w:r>
            <w:r w:rsidRPr="00A72677">
              <w:rPr>
                <w:rtl/>
              </w:rPr>
              <w:t>ُر</w:t>
            </w:r>
            <w:r w:rsidR="00BA157E" w:rsidRPr="00A72677">
              <w:rPr>
                <w:rtl/>
              </w:rPr>
              <w:t>ضى ويغضبُ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A72677">
              <w:rPr>
                <w:rtl/>
              </w:rPr>
              <w:t>يقل</w:t>
            </w:r>
            <w:r w:rsidR="00BA157E" w:rsidRPr="00A72677">
              <w:rPr>
                <w:rtl/>
              </w:rPr>
              <w:t>ّب</w:t>
            </w:r>
            <w:r w:rsidR="004C00A8">
              <w:rPr>
                <w:rtl/>
              </w:rPr>
              <w:t xml:space="preserve"> </w:t>
            </w:r>
            <w:r w:rsidR="00BA157E" w:rsidRPr="00A72677">
              <w:rPr>
                <w:rtl/>
              </w:rPr>
              <w:t>في ا</w:t>
            </w:r>
            <w:r w:rsidRPr="00A72677">
              <w:rPr>
                <w:rtl/>
              </w:rPr>
              <w:t>لن</w:t>
            </w:r>
            <w:r w:rsidR="00BA157E" w:rsidRPr="00A72677">
              <w:rPr>
                <w:rtl/>
              </w:rPr>
              <w:t>ادي أ</w:t>
            </w:r>
            <w:r w:rsidRPr="00A72677">
              <w:rPr>
                <w:rtl/>
              </w:rPr>
              <w:t>نا</w:t>
            </w:r>
            <w:r w:rsidR="00BA157E" w:rsidRPr="00A72677">
              <w:rPr>
                <w:rtl/>
              </w:rPr>
              <w:t>مل</w:t>
            </w:r>
            <w:r w:rsidR="00677BC4">
              <w:rPr>
                <w:rtl/>
              </w:rPr>
              <w:t>َ</w:t>
            </w:r>
            <w:r w:rsidR="00BA157E" w:rsidRPr="00A72677">
              <w:rPr>
                <w:rtl/>
              </w:rPr>
              <w:t xml:space="preserve"> </w:t>
            </w:r>
            <w:r w:rsidRPr="00A72677">
              <w:rPr>
                <w:rtl/>
              </w:rPr>
              <w:t>سؤ</w:t>
            </w:r>
            <w:r w:rsidR="00BA157E" w:rsidRPr="00A72677">
              <w:rPr>
                <w:rtl/>
              </w:rPr>
              <w:t>ددٍ</w:t>
            </w:r>
            <w:r w:rsidR="00BA157E"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مقبّل</w:t>
            </w:r>
            <w:r w:rsidR="00BA157E" w:rsidRPr="00A72677">
              <w:rPr>
                <w:rtl/>
              </w:rPr>
              <w:t xml:space="preserve">ها زهواً </w:t>
            </w:r>
            <w:r w:rsidRPr="00A72677">
              <w:rPr>
                <w:rtl/>
              </w:rPr>
              <w:t>يتي</w:t>
            </w:r>
            <w:r w:rsidR="00BA157E" w:rsidRPr="00A72677">
              <w:rPr>
                <w:rtl/>
              </w:rPr>
              <w:t>ه و</w:t>
            </w:r>
            <w:r w:rsidRPr="00A72677">
              <w:rPr>
                <w:rtl/>
              </w:rPr>
              <w:t>يعج</w:t>
            </w:r>
            <w:r w:rsidR="00BA157E" w:rsidRPr="00A72677">
              <w:rPr>
                <w:rtl/>
              </w:rPr>
              <w:t>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A72677">
              <w:rPr>
                <w:rtl/>
              </w:rPr>
              <w:t>إذا</w:t>
            </w:r>
            <w:r w:rsidR="004C00A8">
              <w:rPr>
                <w:rtl/>
              </w:rPr>
              <w:t xml:space="preserve"> </w:t>
            </w:r>
            <w:r w:rsidRPr="00A72677">
              <w:rPr>
                <w:rtl/>
              </w:rPr>
              <w:t>ا</w:t>
            </w:r>
            <w:r w:rsidR="00A72677" w:rsidRPr="00A72677">
              <w:rPr>
                <w:rtl/>
              </w:rPr>
              <w:t>حت</w:t>
            </w:r>
            <w:r w:rsidRPr="00A72677">
              <w:rPr>
                <w:rtl/>
              </w:rPr>
              <w:t xml:space="preserve">لبت </w:t>
            </w:r>
            <w:r w:rsidR="00A72677" w:rsidRPr="00A72677">
              <w:rPr>
                <w:rtl/>
              </w:rPr>
              <w:t>يو</w:t>
            </w:r>
            <w:r w:rsidRPr="00A72677">
              <w:rPr>
                <w:rtl/>
              </w:rPr>
              <w:t>ماً أرت أ</w:t>
            </w:r>
            <w:r w:rsidR="00A72677" w:rsidRPr="00A72677">
              <w:rPr>
                <w:rtl/>
              </w:rPr>
              <w:t>ضر</w:t>
            </w:r>
            <w:r w:rsidRPr="00A72677">
              <w:rPr>
                <w:rtl/>
              </w:rPr>
              <w:t>ع ا</w:t>
            </w:r>
            <w:r w:rsidR="00A72677" w:rsidRPr="00A72677">
              <w:rPr>
                <w:rtl/>
              </w:rPr>
              <w:t>لح</w:t>
            </w:r>
            <w:r w:rsidRPr="00A72677">
              <w:rPr>
                <w:rtl/>
              </w:rPr>
              <w:t>يا</w:t>
            </w:r>
            <w:r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524A24" w:rsidRDefault="00A72677" w:rsidP="00A72677">
            <w:pPr>
              <w:pStyle w:val="libPoem"/>
            </w:pPr>
            <w:r w:rsidRPr="00A72677">
              <w:rPr>
                <w:rtl/>
              </w:rPr>
              <w:t>عل</w:t>
            </w:r>
            <w:r w:rsidR="00BA157E" w:rsidRPr="00A72677">
              <w:rPr>
                <w:rtl/>
              </w:rPr>
              <w:t>ى</w:t>
            </w:r>
            <w:r w:rsidR="004C00A8">
              <w:rPr>
                <w:rtl/>
              </w:rPr>
              <w:t xml:space="preserve"> </w:t>
            </w:r>
            <w:r w:rsidR="00BA157E" w:rsidRPr="00A72677">
              <w:rPr>
                <w:rtl/>
              </w:rPr>
              <w:t>ب</w:t>
            </w:r>
            <w:r w:rsidRPr="00A72677">
              <w:rPr>
                <w:rtl/>
              </w:rPr>
              <w:t>ُع</w:t>
            </w:r>
            <w:r w:rsidR="00BA157E" w:rsidRPr="00A72677">
              <w:rPr>
                <w:rtl/>
              </w:rPr>
              <w:t xml:space="preserve">د </w:t>
            </w:r>
            <w:r w:rsidRPr="00A72677">
              <w:rPr>
                <w:rtl/>
              </w:rPr>
              <w:t>عه</w:t>
            </w:r>
            <w:r w:rsidR="00BA157E" w:rsidRPr="00A72677">
              <w:rPr>
                <w:rtl/>
              </w:rPr>
              <w:t xml:space="preserve">د </w:t>
            </w:r>
            <w:r w:rsidRPr="00A72677">
              <w:rPr>
                <w:rtl/>
              </w:rPr>
              <w:t>با</w:t>
            </w:r>
            <w:r w:rsidR="00BA157E" w:rsidRPr="00A72677">
              <w:rPr>
                <w:rtl/>
              </w:rPr>
              <w:t xml:space="preserve">لحيا </w:t>
            </w:r>
            <w:r w:rsidRPr="00A72677">
              <w:rPr>
                <w:rtl/>
              </w:rPr>
              <w:t>كي</w:t>
            </w:r>
            <w:r w:rsidR="00BA157E" w:rsidRPr="00A72677">
              <w:rPr>
                <w:rtl/>
              </w:rPr>
              <w:t>ف تحلبُ</w:t>
            </w:r>
            <w:r w:rsidR="00BA157E" w:rsidRPr="00A72677">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تعزب</w:t>
      </w:r>
      <w:r w:rsidR="00D769AB">
        <w:rPr>
          <w:rtl/>
        </w:rPr>
        <w:t>:</w:t>
      </w:r>
      <w:r w:rsidRPr="009647FC">
        <w:rPr>
          <w:rtl/>
        </w:rPr>
        <w:t xml:space="preserve"> تذهب</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يقصد السيد محمد ابن السيد مهدي القزويني الكبير</w:t>
      </w:r>
      <w:r w:rsidR="00D769AB">
        <w:rPr>
          <w:rtl/>
        </w:rPr>
        <w:t>،</w:t>
      </w:r>
      <w:r w:rsidRPr="009647FC">
        <w:rPr>
          <w:rtl/>
        </w:rPr>
        <w:t xml:space="preserve"> ترجمت له في كتابي شعراء الحلّة 5 / 238</w:t>
      </w:r>
      <w:r w:rsidR="004E7EC6">
        <w:rPr>
          <w:rtl/>
        </w:rPr>
        <w:t xml:space="preserve"> - </w:t>
      </w:r>
      <w:r w:rsidRPr="009647FC">
        <w:rPr>
          <w:rtl/>
        </w:rPr>
        <w:t>279</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المطبوع</w:t>
      </w:r>
      <w:r w:rsidR="00D769AB">
        <w:rPr>
          <w:rtl/>
        </w:rPr>
        <w:t>:</w:t>
      </w:r>
      <w:r w:rsidRPr="009647FC">
        <w:rPr>
          <w:rtl/>
        </w:rPr>
        <w:t xml:space="preserve"> حمول لأعباء الرسالة ناهض</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BA157E" w:rsidRPr="00524A24" w:rsidTr="00BA157E">
        <w:trPr>
          <w:trHeight w:val="350"/>
        </w:trPr>
        <w:tc>
          <w:tcPr>
            <w:tcW w:w="3902" w:type="dxa"/>
          </w:tcPr>
          <w:p w:rsidR="00BA157E" w:rsidRPr="00524A24" w:rsidRDefault="00BA157E" w:rsidP="00A72677">
            <w:pPr>
              <w:pStyle w:val="libPoem"/>
            </w:pPr>
            <w:r w:rsidRPr="00A72677">
              <w:rPr>
                <w:rtl/>
              </w:rPr>
              <w:lastRenderedPageBreak/>
              <w:t>أ</w:t>
            </w:r>
            <w:r w:rsidR="00A72677" w:rsidRPr="00A72677">
              <w:rPr>
                <w:rtl/>
              </w:rPr>
              <w:t>خف</w:t>
            </w:r>
            <w:r w:rsidRPr="00A72677">
              <w:rPr>
                <w:rtl/>
              </w:rPr>
              <w:t>ُّ</w:t>
            </w:r>
            <w:r w:rsidRPr="00A72677">
              <w:rPr>
                <w:rStyle w:val="libFootnotenumChar"/>
                <w:rtl/>
              </w:rPr>
              <w:t>(1)</w:t>
            </w:r>
            <w:r w:rsidRPr="00A72677">
              <w:rPr>
                <w:rtl/>
              </w:rPr>
              <w:t xml:space="preserve"> </w:t>
            </w:r>
            <w:r w:rsidR="00A72677" w:rsidRPr="00A72677">
              <w:rPr>
                <w:rtl/>
              </w:rPr>
              <w:t>من</w:t>
            </w:r>
            <w:r w:rsidRPr="00A72677">
              <w:rPr>
                <w:rtl/>
              </w:rPr>
              <w:t xml:space="preserve"> الأرواح </w:t>
            </w:r>
            <w:r w:rsidR="00A72677" w:rsidRPr="00A72677">
              <w:rPr>
                <w:rtl/>
              </w:rPr>
              <w:t>طب</w:t>
            </w:r>
            <w:r w:rsidRPr="00A72677">
              <w:rPr>
                <w:rtl/>
              </w:rPr>
              <w:t>عاً وإن</w:t>
            </w:r>
            <w:r w:rsidR="00A72677" w:rsidRPr="00A72677">
              <w:rPr>
                <w:rtl/>
              </w:rPr>
              <w:t>ّه</w:t>
            </w:r>
            <w:r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لذ</w:t>
            </w:r>
            <w:r w:rsidR="00BA157E" w:rsidRPr="00A72677">
              <w:rPr>
                <w:rtl/>
              </w:rPr>
              <w:t>و</w:t>
            </w:r>
            <w:r w:rsidR="004C00A8">
              <w:rPr>
                <w:rtl/>
              </w:rPr>
              <w:t xml:space="preserve"> </w:t>
            </w:r>
            <w:r w:rsidRPr="00A72677">
              <w:rPr>
                <w:rtl/>
              </w:rPr>
              <w:t>هم</w:t>
            </w:r>
            <w:r w:rsidR="00BA157E" w:rsidRPr="00A72677">
              <w:rPr>
                <w:rtl/>
              </w:rPr>
              <w:t xml:space="preserve">ّةٍ </w:t>
            </w:r>
            <w:r w:rsidRPr="00A72677">
              <w:rPr>
                <w:rtl/>
              </w:rPr>
              <w:t>من</w:t>
            </w:r>
            <w:r w:rsidR="00BA157E" w:rsidRPr="00A72677">
              <w:rPr>
                <w:rtl/>
              </w:rPr>
              <w:t xml:space="preserve"> </w:t>
            </w:r>
            <w:r w:rsidRPr="00A72677">
              <w:rPr>
                <w:rtl/>
              </w:rPr>
              <w:t>ثق</w:t>
            </w:r>
            <w:r w:rsidR="00BA157E" w:rsidRPr="00A72677">
              <w:rPr>
                <w:rtl/>
              </w:rPr>
              <w:t>لها ا</w:t>
            </w:r>
            <w:r w:rsidRPr="00A72677">
              <w:rPr>
                <w:rtl/>
              </w:rPr>
              <w:t>لد</w:t>
            </w:r>
            <w:r w:rsidR="00BA157E" w:rsidRPr="00A72677">
              <w:rPr>
                <w:rtl/>
              </w:rPr>
              <w:t xml:space="preserve">هر </w:t>
            </w:r>
            <w:r w:rsidRPr="00A72677">
              <w:rPr>
                <w:rtl/>
              </w:rPr>
              <w:t>مت</w:t>
            </w:r>
            <w:r w:rsidR="00BA157E" w:rsidRPr="00A72677">
              <w:rPr>
                <w:rtl/>
              </w:rPr>
              <w:t>عبُ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9647FC">
              <w:rPr>
                <w:rtl/>
              </w:rPr>
              <w:t>له</w:t>
            </w:r>
            <w:r>
              <w:rPr>
                <w:rtl/>
              </w:rPr>
              <w:t xml:space="preserve"> </w:t>
            </w:r>
            <w:r w:rsidR="00A72677" w:rsidRPr="009647FC">
              <w:rPr>
                <w:rtl/>
              </w:rPr>
              <w:t>شي</w:t>
            </w:r>
            <w:r w:rsidRPr="009647FC">
              <w:rPr>
                <w:rtl/>
              </w:rPr>
              <w:t>مٌ</w:t>
            </w:r>
            <w:r>
              <w:rPr>
                <w:rtl/>
              </w:rPr>
              <w:t xml:space="preserve">، </w:t>
            </w:r>
            <w:r w:rsidR="00A72677" w:rsidRPr="009647FC">
              <w:rPr>
                <w:rtl/>
              </w:rPr>
              <w:t>لو</w:t>
            </w:r>
            <w:r>
              <w:rPr>
                <w:rtl/>
              </w:rPr>
              <w:t xml:space="preserve"> </w:t>
            </w:r>
            <w:r w:rsidR="00A72677" w:rsidRPr="009647FC">
              <w:rPr>
                <w:rtl/>
              </w:rPr>
              <w:t>كا</w:t>
            </w:r>
            <w:r w:rsidRPr="009647FC">
              <w:rPr>
                <w:rtl/>
              </w:rPr>
              <w:t>ن</w:t>
            </w:r>
            <w:r>
              <w:rPr>
                <w:rtl/>
              </w:rPr>
              <w:t xml:space="preserve"> </w:t>
            </w:r>
            <w:r w:rsidR="00A72677" w:rsidRPr="009647FC">
              <w:rPr>
                <w:rtl/>
              </w:rPr>
              <w:t>لل</w:t>
            </w:r>
            <w:r w:rsidRPr="009647FC">
              <w:rPr>
                <w:rtl/>
              </w:rPr>
              <w:t>دهر</w:t>
            </w:r>
            <w:r>
              <w:rPr>
                <w:rtl/>
              </w:rPr>
              <w:t xml:space="preserve"> </w:t>
            </w:r>
            <w:r w:rsidR="00A72677" w:rsidRPr="009647FC">
              <w:rPr>
                <w:rtl/>
              </w:rPr>
              <w:t>بع</w:t>
            </w:r>
            <w:r w:rsidRPr="009647FC">
              <w:rPr>
                <w:rtl/>
              </w:rPr>
              <w:t>ضها</w:t>
            </w:r>
            <w:r w:rsidRPr="00725071">
              <w:rPr>
                <w:rStyle w:val="libPoemTiniChar0"/>
                <w:rtl/>
              </w:rPr>
              <w:br/>
              <w:t> </w:t>
            </w:r>
          </w:p>
        </w:tc>
        <w:tc>
          <w:tcPr>
            <w:tcW w:w="301" w:type="dxa"/>
          </w:tcPr>
          <w:p w:rsidR="00BA157E" w:rsidRDefault="00BA157E" w:rsidP="00A72677">
            <w:pPr>
              <w:pStyle w:val="libPoem"/>
              <w:rPr>
                <w:rtl/>
              </w:rPr>
            </w:pPr>
          </w:p>
        </w:tc>
        <w:tc>
          <w:tcPr>
            <w:tcW w:w="3884" w:type="dxa"/>
          </w:tcPr>
          <w:p w:rsidR="00BA157E" w:rsidRDefault="00BA157E" w:rsidP="00A72677">
            <w:pPr>
              <w:pStyle w:val="libPoem"/>
            </w:pPr>
            <w:r w:rsidRPr="009647FC">
              <w:rPr>
                <w:rtl/>
              </w:rPr>
              <w:t>لأ</w:t>
            </w:r>
            <w:r w:rsidR="00A72677" w:rsidRPr="009647FC">
              <w:rPr>
                <w:rtl/>
              </w:rPr>
              <w:t>ضح</w:t>
            </w:r>
            <w:r w:rsidRPr="009647FC">
              <w:rPr>
                <w:rtl/>
              </w:rPr>
              <w:t>ى</w:t>
            </w:r>
            <w:r w:rsidR="004C00A8">
              <w:rPr>
                <w:rtl/>
              </w:rPr>
              <w:t xml:space="preserve"> </w:t>
            </w:r>
            <w:r w:rsidRPr="009647FC">
              <w:rPr>
                <w:rtl/>
              </w:rPr>
              <w:t>إ</w:t>
            </w:r>
            <w:r w:rsidR="00A72677" w:rsidRPr="009647FC">
              <w:rPr>
                <w:rtl/>
              </w:rPr>
              <w:t>لي</w:t>
            </w:r>
            <w:r w:rsidRPr="009647FC">
              <w:rPr>
                <w:rtl/>
              </w:rPr>
              <w:t>نا</w:t>
            </w:r>
            <w:r>
              <w:rPr>
                <w:rtl/>
              </w:rPr>
              <w:t xml:space="preserve"> </w:t>
            </w:r>
            <w:r w:rsidRPr="009647FC">
              <w:rPr>
                <w:rtl/>
              </w:rPr>
              <w:t>ا</w:t>
            </w:r>
            <w:r w:rsidR="00A72677" w:rsidRPr="009647FC">
              <w:rPr>
                <w:rtl/>
              </w:rPr>
              <w:t>لد</w:t>
            </w:r>
            <w:r w:rsidRPr="009647FC">
              <w:rPr>
                <w:rtl/>
              </w:rPr>
              <w:t>هرُ</w:t>
            </w:r>
            <w:r>
              <w:rPr>
                <w:rtl/>
              </w:rPr>
              <w:t xml:space="preserve"> </w:t>
            </w:r>
            <w:r w:rsidRPr="009647FC">
              <w:rPr>
                <w:rtl/>
              </w:rPr>
              <w:t>و</w:t>
            </w:r>
            <w:r w:rsidR="00A72677" w:rsidRPr="009647FC">
              <w:rPr>
                <w:rtl/>
              </w:rPr>
              <w:t>هو</w:t>
            </w:r>
            <w:r>
              <w:rPr>
                <w:rtl/>
              </w:rPr>
              <w:t xml:space="preserve"> </w:t>
            </w:r>
            <w:r w:rsidR="00A72677" w:rsidRPr="009647FC">
              <w:rPr>
                <w:rtl/>
              </w:rPr>
              <w:t>مح</w:t>
            </w:r>
            <w:r w:rsidRPr="009647FC">
              <w:rPr>
                <w:rtl/>
              </w:rPr>
              <w:t>بّ</w:t>
            </w:r>
            <w:r w:rsidR="00677BC4">
              <w:rPr>
                <w:rtl/>
              </w:rPr>
              <w:t>َ</w:t>
            </w:r>
            <w:r w:rsidRPr="009647FC">
              <w:rPr>
                <w:rtl/>
              </w:rPr>
              <w:t>بُ</w:t>
            </w:r>
            <w:r w:rsidRPr="00725071">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9647FC">
              <w:rPr>
                <w:rtl/>
              </w:rPr>
              <w:t>و</w:t>
            </w:r>
            <w:r w:rsidR="00A72677" w:rsidRPr="009647FC">
              <w:rPr>
                <w:rtl/>
              </w:rPr>
              <w:t>خل</w:t>
            </w:r>
            <w:r w:rsidRPr="009647FC">
              <w:rPr>
                <w:rtl/>
              </w:rPr>
              <w:t>ْقٌ</w:t>
            </w:r>
            <w:r>
              <w:rPr>
                <w:rtl/>
              </w:rPr>
              <w:t xml:space="preserve">، </w:t>
            </w:r>
            <w:r w:rsidRPr="009647FC">
              <w:rPr>
                <w:rtl/>
              </w:rPr>
              <w:t>فلو</w:t>
            </w:r>
            <w:r>
              <w:rPr>
                <w:rtl/>
              </w:rPr>
              <w:t xml:space="preserve"> </w:t>
            </w:r>
            <w:r w:rsidRPr="009647FC">
              <w:rPr>
                <w:rtl/>
              </w:rPr>
              <w:t>لا</w:t>
            </w:r>
            <w:r>
              <w:rPr>
                <w:rtl/>
              </w:rPr>
              <w:t xml:space="preserve"> </w:t>
            </w:r>
            <w:r w:rsidRPr="009647FC">
              <w:rPr>
                <w:rtl/>
              </w:rPr>
              <w:t>إنّ</w:t>
            </w:r>
            <w:r w:rsidR="00677BC4">
              <w:rPr>
                <w:rtl/>
              </w:rPr>
              <w:t>َ</w:t>
            </w:r>
            <w:r>
              <w:rPr>
                <w:rtl/>
              </w:rPr>
              <w:t xml:space="preserve"> </w:t>
            </w:r>
            <w:r w:rsidRPr="009647FC">
              <w:rPr>
                <w:rtl/>
              </w:rPr>
              <w:t>في</w:t>
            </w:r>
            <w:r>
              <w:rPr>
                <w:rtl/>
              </w:rPr>
              <w:t xml:space="preserve"> </w:t>
            </w:r>
            <w:r w:rsidRPr="009647FC">
              <w:rPr>
                <w:rtl/>
              </w:rPr>
              <w:t>الخمر</w:t>
            </w:r>
            <w:r>
              <w:rPr>
                <w:rtl/>
              </w:rPr>
              <w:t xml:space="preserve"> </w:t>
            </w:r>
            <w:r w:rsidRPr="009647FC">
              <w:rPr>
                <w:rtl/>
              </w:rPr>
              <w:t>سورةٌ</w:t>
            </w:r>
            <w:r w:rsidRPr="004E7EC6">
              <w:rPr>
                <w:rStyle w:val="libFootnotenumChar"/>
                <w:rtl/>
              </w:rPr>
              <w:t>(2)</w:t>
            </w:r>
            <w:r w:rsidRPr="00725071">
              <w:rPr>
                <w:rStyle w:val="libPoemTiniChar0"/>
                <w:rtl/>
              </w:rPr>
              <w:br/>
              <w:t> </w:t>
            </w:r>
          </w:p>
        </w:tc>
        <w:tc>
          <w:tcPr>
            <w:tcW w:w="301" w:type="dxa"/>
          </w:tcPr>
          <w:p w:rsidR="00BA157E" w:rsidRDefault="00BA157E" w:rsidP="00A72677">
            <w:pPr>
              <w:pStyle w:val="libPoem"/>
              <w:rPr>
                <w:rtl/>
              </w:rPr>
            </w:pPr>
          </w:p>
        </w:tc>
        <w:tc>
          <w:tcPr>
            <w:tcW w:w="3884" w:type="dxa"/>
          </w:tcPr>
          <w:p w:rsidR="00BA157E" w:rsidRDefault="00A72677" w:rsidP="00A72677">
            <w:pPr>
              <w:pStyle w:val="libPoem"/>
            </w:pPr>
            <w:r w:rsidRPr="009647FC">
              <w:rPr>
                <w:rtl/>
              </w:rPr>
              <w:t>لق</w:t>
            </w:r>
            <w:r w:rsidR="00BA157E" w:rsidRPr="009647FC">
              <w:rPr>
                <w:rtl/>
              </w:rPr>
              <w:t>لتُ</w:t>
            </w:r>
            <w:r w:rsidR="00BA157E">
              <w:rPr>
                <w:rtl/>
              </w:rPr>
              <w:t xml:space="preserve"> </w:t>
            </w:r>
            <w:r w:rsidR="00BA157E" w:rsidRPr="009647FC">
              <w:rPr>
                <w:rtl/>
              </w:rPr>
              <w:t>ا</w:t>
            </w:r>
            <w:r w:rsidRPr="009647FC">
              <w:rPr>
                <w:rtl/>
              </w:rPr>
              <w:t>لح</w:t>
            </w:r>
            <w:r w:rsidR="00BA157E" w:rsidRPr="009647FC">
              <w:rPr>
                <w:rtl/>
              </w:rPr>
              <w:t>ميّا</w:t>
            </w:r>
            <w:r w:rsidR="00BA157E">
              <w:rPr>
                <w:rtl/>
              </w:rPr>
              <w:t xml:space="preserve"> </w:t>
            </w:r>
            <w:r w:rsidRPr="009647FC">
              <w:rPr>
                <w:rtl/>
              </w:rPr>
              <w:t>من</w:t>
            </w:r>
            <w:r w:rsidR="00BA157E" w:rsidRPr="009647FC">
              <w:rPr>
                <w:rtl/>
              </w:rPr>
              <w:t>ه</w:t>
            </w:r>
            <w:r w:rsidR="00BA157E">
              <w:rPr>
                <w:rtl/>
              </w:rPr>
              <w:t xml:space="preserve"> </w:t>
            </w:r>
            <w:r w:rsidRPr="009647FC">
              <w:rPr>
                <w:rtl/>
              </w:rPr>
              <w:t>في</w:t>
            </w:r>
            <w:r w:rsidR="00BA157E">
              <w:rPr>
                <w:rtl/>
              </w:rPr>
              <w:t xml:space="preserve"> </w:t>
            </w:r>
            <w:r w:rsidR="00BA157E" w:rsidRPr="009647FC">
              <w:rPr>
                <w:rtl/>
              </w:rPr>
              <w:t>ا</w:t>
            </w:r>
            <w:r w:rsidRPr="009647FC">
              <w:rPr>
                <w:rtl/>
              </w:rPr>
              <w:t>لك</w:t>
            </w:r>
            <w:r w:rsidR="00BA157E" w:rsidRPr="009647FC">
              <w:rPr>
                <w:rtl/>
              </w:rPr>
              <w:t>أسِ</w:t>
            </w:r>
            <w:r w:rsidR="00BA157E">
              <w:rPr>
                <w:rtl/>
              </w:rPr>
              <w:t xml:space="preserve"> </w:t>
            </w:r>
            <w:r w:rsidR="00BA157E" w:rsidRPr="009647FC">
              <w:rPr>
                <w:rtl/>
              </w:rPr>
              <w:t>تسكبُ</w:t>
            </w:r>
            <w:r w:rsidR="00BA157E" w:rsidRPr="00725071">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9647FC">
              <w:rPr>
                <w:rtl/>
              </w:rPr>
              <w:t>لن</w:t>
            </w:r>
            <w:r w:rsidR="00BA157E" w:rsidRPr="009647FC">
              <w:rPr>
                <w:rtl/>
              </w:rPr>
              <w:t>عم</w:t>
            </w:r>
            <w:r w:rsidR="00BA157E">
              <w:rPr>
                <w:rtl/>
              </w:rPr>
              <w:t xml:space="preserve"> </w:t>
            </w:r>
            <w:r w:rsidR="00BA157E" w:rsidRPr="009647FC">
              <w:rPr>
                <w:rtl/>
              </w:rPr>
              <w:t>ز</w:t>
            </w:r>
            <w:r w:rsidRPr="009647FC">
              <w:rPr>
                <w:rtl/>
              </w:rPr>
              <w:t>عي</w:t>
            </w:r>
            <w:r w:rsidR="00BA157E" w:rsidRPr="009647FC">
              <w:rPr>
                <w:rtl/>
              </w:rPr>
              <w:t>مُ</w:t>
            </w:r>
            <w:r w:rsidR="00BA157E">
              <w:rPr>
                <w:rtl/>
              </w:rPr>
              <w:t xml:space="preserve"> </w:t>
            </w:r>
            <w:r w:rsidR="00BA157E" w:rsidRPr="009647FC">
              <w:rPr>
                <w:rtl/>
              </w:rPr>
              <w:t>ا</w:t>
            </w:r>
            <w:r w:rsidRPr="009647FC">
              <w:rPr>
                <w:rtl/>
              </w:rPr>
              <w:t>لق</w:t>
            </w:r>
            <w:r w:rsidR="00BA157E" w:rsidRPr="009647FC">
              <w:rPr>
                <w:rtl/>
              </w:rPr>
              <w:t>وم</w:t>
            </w:r>
            <w:r w:rsidR="00BA157E">
              <w:rPr>
                <w:rtl/>
              </w:rPr>
              <w:t xml:space="preserve"> </w:t>
            </w:r>
            <w:r w:rsidR="00BA157E" w:rsidRPr="009647FC">
              <w:rPr>
                <w:rtl/>
              </w:rPr>
              <w:t>إن</w:t>
            </w:r>
            <w:r w:rsidR="00BA157E">
              <w:rPr>
                <w:rtl/>
              </w:rPr>
              <w:t xml:space="preserve"> </w:t>
            </w:r>
            <w:r w:rsidRPr="009647FC">
              <w:rPr>
                <w:rtl/>
              </w:rPr>
              <w:t>يث</w:t>
            </w:r>
            <w:r w:rsidR="00BA157E" w:rsidRPr="009647FC">
              <w:rPr>
                <w:rtl/>
              </w:rPr>
              <w:t>ر</w:t>
            </w:r>
            <w:r w:rsidR="00BA157E">
              <w:rPr>
                <w:rtl/>
              </w:rPr>
              <w:t xml:space="preserve"> </w:t>
            </w:r>
            <w:r w:rsidRPr="009647FC">
              <w:rPr>
                <w:rtl/>
              </w:rPr>
              <w:t>لم</w:t>
            </w:r>
            <w:r w:rsidR="00BA157E">
              <w:rPr>
                <w:rtl/>
              </w:rPr>
              <w:t xml:space="preserve"> </w:t>
            </w:r>
            <w:r w:rsidRPr="009647FC">
              <w:rPr>
                <w:rtl/>
              </w:rPr>
              <w:t>يك</w:t>
            </w:r>
            <w:r w:rsidR="00BA157E" w:rsidRPr="009647FC">
              <w:rPr>
                <w:rtl/>
              </w:rPr>
              <w:t>ن</w:t>
            </w:r>
            <w:r w:rsidR="00BA157E" w:rsidRPr="00725071">
              <w:rPr>
                <w:rStyle w:val="libPoemTiniChar0"/>
                <w:rtl/>
              </w:rPr>
              <w:br/>
              <w:t> </w:t>
            </w:r>
          </w:p>
        </w:tc>
        <w:tc>
          <w:tcPr>
            <w:tcW w:w="301" w:type="dxa"/>
          </w:tcPr>
          <w:p w:rsidR="00BA157E" w:rsidRDefault="00BA157E" w:rsidP="00A72677">
            <w:pPr>
              <w:pStyle w:val="libPoem"/>
              <w:rPr>
                <w:rtl/>
              </w:rPr>
            </w:pPr>
          </w:p>
        </w:tc>
        <w:tc>
          <w:tcPr>
            <w:tcW w:w="3884" w:type="dxa"/>
          </w:tcPr>
          <w:p w:rsidR="00BA157E" w:rsidRDefault="00A72677" w:rsidP="00A72677">
            <w:pPr>
              <w:pStyle w:val="libPoem"/>
            </w:pPr>
            <w:r w:rsidRPr="009647FC">
              <w:rPr>
                <w:rtl/>
              </w:rPr>
              <w:t>ليل</w:t>
            </w:r>
            <w:r w:rsidR="00BA157E" w:rsidRPr="009647FC">
              <w:rPr>
                <w:rtl/>
              </w:rPr>
              <w:t>بس</w:t>
            </w:r>
            <w:r w:rsidR="00677BC4">
              <w:rPr>
                <w:rtl/>
              </w:rPr>
              <w:t>َ</w:t>
            </w:r>
            <w:r w:rsidR="00BA157E">
              <w:rPr>
                <w:rtl/>
              </w:rPr>
              <w:t xml:space="preserve"> </w:t>
            </w:r>
            <w:r w:rsidR="00BA157E" w:rsidRPr="009647FC">
              <w:rPr>
                <w:rtl/>
              </w:rPr>
              <w:t>إلاّ</w:t>
            </w:r>
            <w:r w:rsidR="00BA157E">
              <w:rPr>
                <w:rtl/>
              </w:rPr>
              <w:t xml:space="preserve"> </w:t>
            </w:r>
            <w:r w:rsidR="00BA157E" w:rsidRPr="009647FC">
              <w:rPr>
                <w:rtl/>
              </w:rPr>
              <w:t>ما</w:t>
            </w:r>
            <w:r w:rsidR="00BA157E">
              <w:rPr>
                <w:rtl/>
              </w:rPr>
              <w:t xml:space="preserve"> </w:t>
            </w:r>
            <w:r w:rsidR="00BA157E" w:rsidRPr="009647FC">
              <w:rPr>
                <w:rtl/>
              </w:rPr>
              <w:t>ا</w:t>
            </w:r>
            <w:r w:rsidRPr="009647FC">
              <w:rPr>
                <w:rtl/>
              </w:rPr>
              <w:t>لن</w:t>
            </w:r>
            <w:r w:rsidR="00BA157E" w:rsidRPr="009647FC">
              <w:rPr>
                <w:rtl/>
              </w:rPr>
              <w:t>دى</w:t>
            </w:r>
            <w:r w:rsidR="00BA157E">
              <w:rPr>
                <w:rtl/>
              </w:rPr>
              <w:t xml:space="preserve"> </w:t>
            </w:r>
            <w:r w:rsidRPr="009647FC">
              <w:rPr>
                <w:rtl/>
              </w:rPr>
              <w:t>من</w:t>
            </w:r>
            <w:r w:rsidR="00BA157E" w:rsidRPr="009647FC">
              <w:rPr>
                <w:rtl/>
              </w:rPr>
              <w:t>ه</w:t>
            </w:r>
            <w:r w:rsidR="00BA157E">
              <w:rPr>
                <w:rtl/>
              </w:rPr>
              <w:t xml:space="preserve"> </w:t>
            </w:r>
            <w:r w:rsidRPr="009647FC">
              <w:rPr>
                <w:rtl/>
              </w:rPr>
              <w:t>يس</w:t>
            </w:r>
            <w:r w:rsidR="00BA157E" w:rsidRPr="009647FC">
              <w:rPr>
                <w:rtl/>
              </w:rPr>
              <w:t>لبُ</w:t>
            </w:r>
            <w:r w:rsidR="00BA157E" w:rsidRPr="00725071">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A72677">
              <w:rPr>
                <w:rtl/>
              </w:rPr>
              <w:t>لنع</w:t>
            </w:r>
            <w:r w:rsidR="00BA157E" w:rsidRPr="00A72677">
              <w:rPr>
                <w:rtl/>
              </w:rPr>
              <w:t xml:space="preserve">م </w:t>
            </w:r>
            <w:r w:rsidRPr="00A72677">
              <w:rPr>
                <w:rtl/>
              </w:rPr>
              <w:t>شر</w:t>
            </w:r>
            <w:r w:rsidR="00BA157E" w:rsidRPr="00A72677">
              <w:rPr>
                <w:rtl/>
              </w:rPr>
              <w:t>يكُ ا</w:t>
            </w:r>
            <w:r w:rsidRPr="00A72677">
              <w:rPr>
                <w:rtl/>
              </w:rPr>
              <w:t>لس</w:t>
            </w:r>
            <w:r w:rsidR="00BA157E" w:rsidRPr="00A72677">
              <w:rPr>
                <w:rtl/>
              </w:rPr>
              <w:t xml:space="preserve">حب </w:t>
            </w:r>
            <w:r w:rsidRPr="00A72677">
              <w:rPr>
                <w:rtl/>
              </w:rPr>
              <w:t>يب</w:t>
            </w:r>
            <w:r w:rsidR="00BA157E" w:rsidRPr="00A72677">
              <w:rPr>
                <w:rtl/>
              </w:rPr>
              <w:t xml:space="preserve">سط </w:t>
            </w:r>
            <w:r w:rsidRPr="00A72677">
              <w:rPr>
                <w:rtl/>
              </w:rPr>
              <w:t>مث</w:t>
            </w:r>
            <w:r w:rsidR="00BA157E" w:rsidRPr="00A72677">
              <w:rPr>
                <w:rtl/>
              </w:rPr>
              <w:t>لها</w:t>
            </w:r>
            <w:r w:rsidR="00BA157E"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بن</w:t>
            </w:r>
            <w:r w:rsidR="00BA157E" w:rsidRPr="00A72677">
              <w:rPr>
                <w:rtl/>
              </w:rPr>
              <w:t>اناً</w:t>
            </w:r>
            <w:r w:rsidR="00BA157E" w:rsidRPr="00A72677">
              <w:rPr>
                <w:rStyle w:val="libFootnotenumChar"/>
                <w:rtl/>
              </w:rPr>
              <w:t>(3)</w:t>
            </w:r>
            <w:r w:rsidR="00BA157E" w:rsidRPr="00A72677">
              <w:rPr>
                <w:rtl/>
              </w:rPr>
              <w:t xml:space="preserve"> </w:t>
            </w:r>
            <w:r w:rsidRPr="00A72677">
              <w:rPr>
                <w:rtl/>
              </w:rPr>
              <w:t>به</w:t>
            </w:r>
            <w:r w:rsidR="00BA157E" w:rsidRPr="00A72677">
              <w:rPr>
                <w:rtl/>
              </w:rPr>
              <w:t xml:space="preserve"> روض ا</w:t>
            </w:r>
            <w:r w:rsidRPr="00A72677">
              <w:rPr>
                <w:rtl/>
              </w:rPr>
              <w:t>لم</w:t>
            </w:r>
            <w:r w:rsidR="00BA157E" w:rsidRPr="00A72677">
              <w:rPr>
                <w:rtl/>
              </w:rPr>
              <w:t>كارم معشبُ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A72677">
              <w:rPr>
                <w:rtl/>
              </w:rPr>
              <w:t>ت</w:t>
            </w:r>
            <w:r w:rsidR="00A72677" w:rsidRPr="00A72677">
              <w:rPr>
                <w:rtl/>
              </w:rPr>
              <w:t>هذ</w:t>
            </w:r>
            <w:r w:rsidRPr="00A72677">
              <w:rPr>
                <w:rtl/>
              </w:rPr>
              <w:t>ِّبُ أ</w:t>
            </w:r>
            <w:r w:rsidR="00A72677" w:rsidRPr="00A72677">
              <w:rPr>
                <w:rtl/>
              </w:rPr>
              <w:t>خل</w:t>
            </w:r>
            <w:r w:rsidRPr="00A72677">
              <w:rPr>
                <w:rtl/>
              </w:rPr>
              <w:t>اق‌</w:t>
            </w:r>
            <w:r w:rsidR="00677BC4">
              <w:rPr>
                <w:rtl/>
              </w:rPr>
              <w:t>َ</w:t>
            </w:r>
            <w:r w:rsidRPr="00A72677">
              <w:rPr>
                <w:rtl/>
              </w:rPr>
              <w:t>ا</w:t>
            </w:r>
            <w:r w:rsidR="00A72677" w:rsidRPr="00A72677">
              <w:rPr>
                <w:rtl/>
              </w:rPr>
              <w:t>لسح</w:t>
            </w:r>
            <w:r w:rsidRPr="00A72677">
              <w:rPr>
                <w:rtl/>
              </w:rPr>
              <w:t>اب، وإن</w:t>
            </w:r>
            <w:r w:rsidR="00A72677" w:rsidRPr="00A72677">
              <w:rPr>
                <w:rtl/>
              </w:rPr>
              <w:t>ّها</w:t>
            </w:r>
            <w:r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مت</w:t>
            </w:r>
            <w:r w:rsidR="00BA157E" w:rsidRPr="00A72677">
              <w:rPr>
                <w:rtl/>
              </w:rPr>
              <w:t>ى</w:t>
            </w:r>
            <w:r w:rsidR="004C00A8">
              <w:rPr>
                <w:rtl/>
              </w:rPr>
              <w:t xml:space="preserve"> </w:t>
            </w:r>
            <w:r w:rsidRPr="00A72677">
              <w:rPr>
                <w:rtl/>
              </w:rPr>
              <w:t>يج</w:t>
            </w:r>
            <w:r w:rsidR="00BA157E" w:rsidRPr="00A72677">
              <w:rPr>
                <w:rtl/>
              </w:rPr>
              <w:t xml:space="preserve">نِ </w:t>
            </w:r>
            <w:r w:rsidRPr="00A72677">
              <w:rPr>
                <w:rtl/>
              </w:rPr>
              <w:t>هذ</w:t>
            </w:r>
            <w:r w:rsidR="00BA157E" w:rsidRPr="00A72677">
              <w:rPr>
                <w:rtl/>
              </w:rPr>
              <w:t>ا ا</w:t>
            </w:r>
            <w:r w:rsidRPr="00A72677">
              <w:rPr>
                <w:rtl/>
              </w:rPr>
              <w:t>لد</w:t>
            </w:r>
            <w:r w:rsidR="00BA157E" w:rsidRPr="00A72677">
              <w:rPr>
                <w:rtl/>
              </w:rPr>
              <w:t xml:space="preserve">هرُ </w:t>
            </w:r>
            <w:r w:rsidRPr="00A72677">
              <w:rPr>
                <w:rtl/>
              </w:rPr>
              <w:t>نع</w:t>
            </w:r>
            <w:r w:rsidR="00BA157E" w:rsidRPr="00A72677">
              <w:rPr>
                <w:rtl/>
              </w:rPr>
              <w:t>م المؤدِّبُ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A72677">
              <w:rPr>
                <w:rtl/>
              </w:rPr>
              <w:t>ترى وفد</w:t>
            </w:r>
            <w:r w:rsidR="00677BC4">
              <w:rPr>
                <w:rtl/>
              </w:rPr>
              <w:t>َ</w:t>
            </w:r>
            <w:r w:rsidRPr="00A72677">
              <w:rPr>
                <w:rtl/>
              </w:rPr>
              <w:t xml:space="preserve">ه </w:t>
            </w:r>
            <w:r w:rsidR="00A72677" w:rsidRPr="00A72677">
              <w:rPr>
                <w:rtl/>
              </w:rPr>
              <w:t>من</w:t>
            </w:r>
            <w:r w:rsidRPr="00A72677">
              <w:rPr>
                <w:rtl/>
              </w:rPr>
              <w:t>ه ت</w:t>
            </w:r>
            <w:r w:rsidR="00A72677" w:rsidRPr="00A72677">
              <w:rPr>
                <w:rtl/>
              </w:rPr>
              <w:t>ُط</w:t>
            </w:r>
            <w:r w:rsidRPr="00A72677">
              <w:rPr>
                <w:rtl/>
              </w:rPr>
              <w:t xml:space="preserve">يف </w:t>
            </w:r>
            <w:r w:rsidR="00A72677" w:rsidRPr="00A72677">
              <w:rPr>
                <w:rtl/>
              </w:rPr>
              <w:t>بم</w:t>
            </w:r>
            <w:r w:rsidRPr="00A72677">
              <w:rPr>
                <w:rtl/>
              </w:rPr>
              <w:t>ورقٍ</w:t>
            </w:r>
            <w:r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على</w:t>
            </w:r>
            <w:r w:rsidR="00BA157E" w:rsidRPr="00A72677">
              <w:rPr>
                <w:rtl/>
              </w:rPr>
              <w:t xml:space="preserve"> </w:t>
            </w:r>
            <w:r w:rsidRPr="00A72677">
              <w:rPr>
                <w:rtl/>
              </w:rPr>
              <w:t>جو</w:t>
            </w:r>
            <w:r w:rsidR="00BA157E" w:rsidRPr="00A72677">
              <w:rPr>
                <w:rtl/>
              </w:rPr>
              <w:t xml:space="preserve">دِ </w:t>
            </w:r>
            <w:r w:rsidRPr="00A72677">
              <w:rPr>
                <w:rtl/>
              </w:rPr>
              <w:t>كف</w:t>
            </w:r>
            <w:r w:rsidR="00BA157E" w:rsidRPr="00A72677">
              <w:rPr>
                <w:rtl/>
              </w:rPr>
              <w:t>ّيهِ ا</w:t>
            </w:r>
            <w:r w:rsidRPr="00A72677">
              <w:rPr>
                <w:rtl/>
              </w:rPr>
              <w:t>لر</w:t>
            </w:r>
            <w:r w:rsidR="00BA157E" w:rsidRPr="00A72677">
              <w:rPr>
                <w:rtl/>
              </w:rPr>
              <w:t>جاءُ ا</w:t>
            </w:r>
            <w:r w:rsidRPr="00A72677">
              <w:rPr>
                <w:rtl/>
              </w:rPr>
              <w:t>لم</w:t>
            </w:r>
            <w:r w:rsidR="00BA157E" w:rsidRPr="00A72677">
              <w:rPr>
                <w:rtl/>
              </w:rPr>
              <w:t>شذّبُ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A72677">
              <w:rPr>
                <w:rtl/>
              </w:rPr>
              <w:t>فق</w:t>
            </w:r>
            <w:r w:rsidR="00BA157E" w:rsidRPr="00A72677">
              <w:rPr>
                <w:rtl/>
              </w:rPr>
              <w:t>د</w:t>
            </w:r>
            <w:r w:rsidR="004C00A8">
              <w:rPr>
                <w:rtl/>
              </w:rPr>
              <w:t xml:space="preserve"> </w:t>
            </w:r>
            <w:r w:rsidRPr="00A72677">
              <w:rPr>
                <w:rtl/>
              </w:rPr>
              <w:t>عر</w:t>
            </w:r>
            <w:r w:rsidR="00BA157E" w:rsidRPr="00A72677">
              <w:rPr>
                <w:rtl/>
              </w:rPr>
              <w:t>ّ</w:t>
            </w:r>
            <w:r w:rsidR="00677BC4">
              <w:rPr>
                <w:rtl/>
              </w:rPr>
              <w:t>َ</w:t>
            </w:r>
            <w:r w:rsidR="00BA157E" w:rsidRPr="00A72677">
              <w:rPr>
                <w:rtl/>
              </w:rPr>
              <w:t xml:space="preserve">ست </w:t>
            </w:r>
            <w:r w:rsidRPr="00A72677">
              <w:rPr>
                <w:rtl/>
              </w:rPr>
              <w:t>حي</w:t>
            </w:r>
            <w:r w:rsidR="00BA157E" w:rsidRPr="00A72677">
              <w:rPr>
                <w:rtl/>
              </w:rPr>
              <w:t>ث ا</w:t>
            </w:r>
            <w:r w:rsidRPr="00A72677">
              <w:rPr>
                <w:rtl/>
              </w:rPr>
              <w:t>لن</w:t>
            </w:r>
            <w:r w:rsidR="00BA157E" w:rsidRPr="00A72677">
              <w:rPr>
                <w:rtl/>
              </w:rPr>
              <w:t>دى، لا سحابه</w:t>
            </w:r>
            <w:r w:rsidR="00BA157E"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جها</w:t>
            </w:r>
            <w:r w:rsidR="00BA157E" w:rsidRPr="00A72677">
              <w:rPr>
                <w:rtl/>
              </w:rPr>
              <w:t>مٌ</w:t>
            </w:r>
            <w:r w:rsidR="004C00A8">
              <w:rPr>
                <w:rtl/>
              </w:rPr>
              <w:t xml:space="preserve"> </w:t>
            </w:r>
            <w:r w:rsidR="00BA157E" w:rsidRPr="00A72677">
              <w:rPr>
                <w:rtl/>
              </w:rPr>
              <w:t>ولا برق ا</w:t>
            </w:r>
            <w:r w:rsidRPr="00A72677">
              <w:rPr>
                <w:rtl/>
              </w:rPr>
              <w:t>لمك</w:t>
            </w:r>
            <w:r w:rsidR="00BA157E" w:rsidRPr="00A72677">
              <w:rPr>
                <w:rtl/>
              </w:rPr>
              <w:t xml:space="preserve">ارم </w:t>
            </w:r>
            <w:r w:rsidRPr="00A72677">
              <w:rPr>
                <w:rtl/>
              </w:rPr>
              <w:t>خل</w:t>
            </w:r>
            <w:r w:rsidR="00BA157E" w:rsidRPr="00A72677">
              <w:rPr>
                <w:rtl/>
              </w:rPr>
              <w:t>ّ</w:t>
            </w:r>
            <w:r w:rsidR="00677BC4">
              <w:rPr>
                <w:rtl/>
              </w:rPr>
              <w:t>َ</w:t>
            </w:r>
            <w:r w:rsidR="00BA157E" w:rsidRPr="00A72677">
              <w:rPr>
                <w:rtl/>
              </w:rPr>
              <w:t>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A72677">
              <w:rPr>
                <w:rtl/>
              </w:rPr>
              <w:t>(أ</w:t>
            </w:r>
            <w:r w:rsidR="00A72677" w:rsidRPr="00A72677">
              <w:rPr>
                <w:rtl/>
              </w:rPr>
              <w:t>با</w:t>
            </w:r>
            <w:r w:rsidR="004C00A8">
              <w:rPr>
                <w:rtl/>
              </w:rPr>
              <w:t xml:space="preserve"> </w:t>
            </w:r>
            <w:r w:rsidRPr="00A72677">
              <w:rPr>
                <w:rtl/>
              </w:rPr>
              <w:t>ا</w:t>
            </w:r>
            <w:r w:rsidR="00A72677" w:rsidRPr="00A72677">
              <w:rPr>
                <w:rtl/>
              </w:rPr>
              <w:t>لق</w:t>
            </w:r>
            <w:r w:rsidRPr="00A72677">
              <w:rPr>
                <w:rtl/>
              </w:rPr>
              <w:t>اسم) إ</w:t>
            </w:r>
            <w:r w:rsidR="00A72677" w:rsidRPr="00A72677">
              <w:rPr>
                <w:rtl/>
              </w:rPr>
              <w:t>سم</w:t>
            </w:r>
            <w:r w:rsidRPr="00A72677">
              <w:rPr>
                <w:rtl/>
              </w:rPr>
              <w:t>ع لا وعى لك مسمعٌ</w:t>
            </w:r>
            <w:r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سو</w:t>
            </w:r>
            <w:r w:rsidR="00BA157E" w:rsidRPr="00A72677">
              <w:rPr>
                <w:rtl/>
              </w:rPr>
              <w:t>ى</w:t>
            </w:r>
            <w:r w:rsidR="004C00A8">
              <w:rPr>
                <w:rtl/>
              </w:rPr>
              <w:t xml:space="preserve"> </w:t>
            </w:r>
            <w:r w:rsidR="00BA157E" w:rsidRPr="00A72677">
              <w:rPr>
                <w:rtl/>
              </w:rPr>
              <w:t>م</w:t>
            </w:r>
            <w:r w:rsidRPr="00A72677">
              <w:rPr>
                <w:rtl/>
              </w:rPr>
              <w:t>ِد</w:t>
            </w:r>
            <w:r w:rsidR="00BA157E" w:rsidRPr="00A72677">
              <w:rPr>
                <w:rtl/>
              </w:rPr>
              <w:t xml:space="preserve">حٍ </w:t>
            </w:r>
            <w:r w:rsidRPr="00A72677">
              <w:rPr>
                <w:rtl/>
              </w:rPr>
              <w:t>لي</w:t>
            </w:r>
            <w:r w:rsidR="00BA157E" w:rsidRPr="00A72677">
              <w:rPr>
                <w:rtl/>
              </w:rPr>
              <w:t xml:space="preserve">ست </w:t>
            </w:r>
            <w:r w:rsidRPr="00A72677">
              <w:rPr>
                <w:rtl/>
              </w:rPr>
              <w:t>لغ</w:t>
            </w:r>
            <w:r w:rsidR="00BA157E" w:rsidRPr="00A72677">
              <w:rPr>
                <w:rtl/>
              </w:rPr>
              <w:t xml:space="preserve">يرك </w:t>
            </w:r>
            <w:r w:rsidRPr="00A72677">
              <w:rPr>
                <w:rtl/>
              </w:rPr>
              <w:t>تخ</w:t>
            </w:r>
            <w:r w:rsidR="00BA157E" w:rsidRPr="00A72677">
              <w:rPr>
                <w:rtl/>
              </w:rPr>
              <w:t>طبُ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A72677">
              <w:rPr>
                <w:rtl/>
              </w:rPr>
              <w:t>تج</w:t>
            </w:r>
            <w:r w:rsidR="00BA157E" w:rsidRPr="00A72677">
              <w:rPr>
                <w:rtl/>
              </w:rPr>
              <w:t>لببت</w:t>
            </w:r>
            <w:r w:rsidR="004C00A8">
              <w:rPr>
                <w:rtl/>
              </w:rPr>
              <w:t xml:space="preserve"> </w:t>
            </w:r>
            <w:r w:rsidRPr="00A72677">
              <w:rPr>
                <w:rtl/>
              </w:rPr>
              <w:t>ثو</w:t>
            </w:r>
            <w:r w:rsidR="00BA157E" w:rsidRPr="00A72677">
              <w:rPr>
                <w:rtl/>
              </w:rPr>
              <w:t>ب ا</w:t>
            </w:r>
            <w:r w:rsidRPr="00A72677">
              <w:rPr>
                <w:rtl/>
              </w:rPr>
              <w:t>لد</w:t>
            </w:r>
            <w:r w:rsidR="00BA157E" w:rsidRPr="00A72677">
              <w:rPr>
                <w:rtl/>
              </w:rPr>
              <w:t xml:space="preserve">هر، </w:t>
            </w:r>
            <w:r w:rsidRPr="00A72677">
              <w:rPr>
                <w:rtl/>
              </w:rPr>
              <w:t>فا</w:t>
            </w:r>
            <w:r w:rsidR="00BA157E" w:rsidRPr="00A72677">
              <w:rPr>
                <w:rtl/>
              </w:rPr>
              <w:t>بق</w:t>
            </w:r>
            <w:r w:rsidR="00677BC4">
              <w:rPr>
                <w:rtl/>
              </w:rPr>
              <w:t>َ</w:t>
            </w:r>
            <w:r w:rsidR="00BA157E" w:rsidRPr="00A72677">
              <w:rPr>
                <w:rtl/>
              </w:rPr>
              <w:t xml:space="preserve"> و</w:t>
            </w:r>
            <w:r w:rsidRPr="00A72677">
              <w:rPr>
                <w:rtl/>
              </w:rPr>
              <w:t>مث</w:t>
            </w:r>
            <w:r w:rsidR="00BA157E" w:rsidRPr="00A72677">
              <w:rPr>
                <w:rtl/>
              </w:rPr>
              <w:t>له</w:t>
            </w:r>
            <w:r w:rsidR="00BA157E"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A72677" w:rsidP="00A72677">
            <w:pPr>
              <w:pStyle w:val="libPoem"/>
            </w:pPr>
            <w:r w:rsidRPr="00A72677">
              <w:rPr>
                <w:rtl/>
              </w:rPr>
              <w:t>بو</w:t>
            </w:r>
            <w:r w:rsidR="00BA157E" w:rsidRPr="00A72677">
              <w:rPr>
                <w:rtl/>
              </w:rPr>
              <w:t>دِّي</w:t>
            </w:r>
            <w:r w:rsidR="004C00A8">
              <w:rPr>
                <w:rtl/>
              </w:rPr>
              <w:t xml:space="preserve"> </w:t>
            </w:r>
            <w:r w:rsidR="00BA157E" w:rsidRPr="00A72677">
              <w:rPr>
                <w:rtl/>
              </w:rPr>
              <w:t>إذا أ</w:t>
            </w:r>
            <w:r w:rsidRPr="00A72677">
              <w:rPr>
                <w:rtl/>
              </w:rPr>
              <w:t>خلقت</w:t>
            </w:r>
            <w:r w:rsidR="00677BC4">
              <w:rPr>
                <w:rtl/>
              </w:rPr>
              <w:t>َ</w:t>
            </w:r>
            <w:r w:rsidR="00BA157E" w:rsidRPr="00A72677">
              <w:rPr>
                <w:rtl/>
              </w:rPr>
              <w:t xml:space="preserve">ه </w:t>
            </w:r>
            <w:r w:rsidRPr="00A72677">
              <w:rPr>
                <w:rtl/>
              </w:rPr>
              <w:t>تتجل</w:t>
            </w:r>
            <w:r w:rsidR="00BA157E" w:rsidRPr="00A72677">
              <w:rPr>
                <w:rtl/>
              </w:rPr>
              <w:t>ببُ</w:t>
            </w:r>
            <w:r w:rsidR="00BA157E" w:rsidRPr="00A72677">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9647FC">
              <w:rPr>
                <w:rtl/>
              </w:rPr>
              <w:t>لئ</w:t>
            </w:r>
            <w:r w:rsidR="00BA157E" w:rsidRPr="009647FC">
              <w:rPr>
                <w:rtl/>
              </w:rPr>
              <w:t>ن</w:t>
            </w:r>
            <w:r w:rsidR="00BA157E">
              <w:rPr>
                <w:rtl/>
              </w:rPr>
              <w:t xml:space="preserve"> </w:t>
            </w:r>
            <w:r w:rsidR="00BA157E" w:rsidRPr="009647FC">
              <w:rPr>
                <w:rtl/>
              </w:rPr>
              <w:t>ضاق</w:t>
            </w:r>
            <w:r w:rsidR="00BA157E">
              <w:rPr>
                <w:rtl/>
              </w:rPr>
              <w:t xml:space="preserve"> </w:t>
            </w:r>
            <w:r w:rsidR="00BA157E" w:rsidRPr="009647FC">
              <w:rPr>
                <w:rtl/>
              </w:rPr>
              <w:t>رحب</w:t>
            </w:r>
            <w:r w:rsidR="00BA157E">
              <w:rPr>
                <w:rtl/>
              </w:rPr>
              <w:t xml:space="preserve"> </w:t>
            </w:r>
            <w:r w:rsidR="00BA157E" w:rsidRPr="009647FC">
              <w:rPr>
                <w:rtl/>
              </w:rPr>
              <w:t>الأرض</w:t>
            </w:r>
            <w:r w:rsidR="00BA157E">
              <w:rPr>
                <w:rtl/>
              </w:rPr>
              <w:t xml:space="preserve"> </w:t>
            </w:r>
            <w:r w:rsidR="00BA157E" w:rsidRPr="009647FC">
              <w:rPr>
                <w:rtl/>
              </w:rPr>
              <w:t>في</w:t>
            </w:r>
            <w:r w:rsidR="00BA157E">
              <w:rPr>
                <w:rtl/>
              </w:rPr>
              <w:t xml:space="preserve"> </w:t>
            </w:r>
            <w:r w:rsidR="00BA157E" w:rsidRPr="009647FC">
              <w:rPr>
                <w:rtl/>
              </w:rPr>
              <w:t>عظم</w:t>
            </w:r>
            <w:r w:rsidR="00BA157E">
              <w:rPr>
                <w:rtl/>
              </w:rPr>
              <w:t xml:space="preserve"> </w:t>
            </w:r>
            <w:r w:rsidR="00BA157E" w:rsidRPr="009647FC">
              <w:rPr>
                <w:rtl/>
              </w:rPr>
              <w:t>رزئكم</w:t>
            </w:r>
            <w:r w:rsidR="00BA157E" w:rsidRPr="00725071">
              <w:rPr>
                <w:rStyle w:val="libPoemTiniChar0"/>
                <w:rtl/>
              </w:rPr>
              <w:br/>
              <w:t> </w:t>
            </w:r>
          </w:p>
        </w:tc>
        <w:tc>
          <w:tcPr>
            <w:tcW w:w="301" w:type="dxa"/>
          </w:tcPr>
          <w:p w:rsidR="00BA157E" w:rsidRDefault="00BA157E" w:rsidP="00A72677">
            <w:pPr>
              <w:pStyle w:val="libPoem"/>
              <w:rPr>
                <w:rtl/>
              </w:rPr>
            </w:pPr>
          </w:p>
        </w:tc>
        <w:tc>
          <w:tcPr>
            <w:tcW w:w="3884" w:type="dxa"/>
          </w:tcPr>
          <w:p w:rsidR="00BA157E" w:rsidRDefault="00A72677" w:rsidP="00A72677">
            <w:pPr>
              <w:pStyle w:val="libPoem"/>
            </w:pPr>
            <w:r w:rsidRPr="009647FC">
              <w:rPr>
                <w:rtl/>
              </w:rPr>
              <w:t>فصد</w:t>
            </w:r>
            <w:r w:rsidR="00BA157E" w:rsidRPr="009647FC">
              <w:rPr>
                <w:rtl/>
              </w:rPr>
              <w:t>رُك</w:t>
            </w:r>
            <w:r w:rsidR="00BA157E">
              <w:rPr>
                <w:rtl/>
              </w:rPr>
              <w:t xml:space="preserve"> </w:t>
            </w:r>
            <w:r w:rsidRPr="009647FC">
              <w:rPr>
                <w:rtl/>
              </w:rPr>
              <w:t>منه</w:t>
            </w:r>
            <w:r w:rsidR="00BA157E">
              <w:rPr>
                <w:rtl/>
              </w:rPr>
              <w:t xml:space="preserve"> </w:t>
            </w:r>
            <w:r w:rsidR="00BA157E" w:rsidRPr="009647FC">
              <w:rPr>
                <w:rtl/>
              </w:rPr>
              <w:t>أي</w:t>
            </w:r>
            <w:r w:rsidR="00BA157E">
              <w:rPr>
                <w:rtl/>
              </w:rPr>
              <w:t xml:space="preserve"> </w:t>
            </w:r>
            <w:r w:rsidR="00BA157E" w:rsidRPr="009647FC">
              <w:rPr>
                <w:rtl/>
              </w:rPr>
              <w:t>و</w:t>
            </w:r>
            <w:r w:rsidRPr="009647FC">
              <w:rPr>
                <w:rtl/>
              </w:rPr>
              <w:t>عل</w:t>
            </w:r>
            <w:r w:rsidR="00BA157E" w:rsidRPr="009647FC">
              <w:rPr>
                <w:rtl/>
              </w:rPr>
              <w:t>ياك</w:t>
            </w:r>
            <w:r w:rsidR="00BA157E">
              <w:rPr>
                <w:rtl/>
              </w:rPr>
              <w:t xml:space="preserve"> </w:t>
            </w:r>
            <w:r w:rsidR="00BA157E" w:rsidRPr="009647FC">
              <w:rPr>
                <w:rtl/>
              </w:rPr>
              <w:t>أر</w:t>
            </w:r>
            <w:r w:rsidRPr="009647FC">
              <w:rPr>
                <w:rtl/>
              </w:rPr>
              <w:t>حب</w:t>
            </w:r>
            <w:r w:rsidR="00BA157E" w:rsidRPr="009647FC">
              <w:rPr>
                <w:rtl/>
              </w:rPr>
              <w:t>ُ</w:t>
            </w:r>
            <w:r w:rsidR="00BA157E" w:rsidRPr="00725071">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9647FC">
              <w:rPr>
                <w:rtl/>
              </w:rPr>
              <w:t>و</w:t>
            </w:r>
            <w:r w:rsidR="00A72677" w:rsidRPr="009647FC">
              <w:rPr>
                <w:rtl/>
              </w:rPr>
              <w:t>حل</w:t>
            </w:r>
            <w:r w:rsidRPr="009647FC">
              <w:rPr>
                <w:rtl/>
              </w:rPr>
              <w:t>مُك</w:t>
            </w:r>
            <w:r>
              <w:rPr>
                <w:rtl/>
              </w:rPr>
              <w:t xml:space="preserve"> </w:t>
            </w:r>
            <w:r w:rsidRPr="009647FC">
              <w:rPr>
                <w:rtl/>
              </w:rPr>
              <w:t>أر</w:t>
            </w:r>
            <w:r w:rsidR="00A72677" w:rsidRPr="009647FC">
              <w:rPr>
                <w:rtl/>
              </w:rPr>
              <w:t>سى</w:t>
            </w:r>
            <w:r>
              <w:rPr>
                <w:rtl/>
              </w:rPr>
              <w:t xml:space="preserve"> </w:t>
            </w:r>
            <w:r w:rsidR="00A72677" w:rsidRPr="009647FC">
              <w:rPr>
                <w:rtl/>
              </w:rPr>
              <w:t>من</w:t>
            </w:r>
            <w:r>
              <w:rPr>
                <w:rtl/>
              </w:rPr>
              <w:t xml:space="preserve"> </w:t>
            </w:r>
            <w:r w:rsidR="00A72677" w:rsidRPr="009647FC">
              <w:rPr>
                <w:rtl/>
              </w:rPr>
              <w:t>هض</w:t>
            </w:r>
            <w:r w:rsidRPr="009647FC">
              <w:rPr>
                <w:rtl/>
              </w:rPr>
              <w:t>اب</w:t>
            </w:r>
            <w:r>
              <w:rPr>
                <w:rtl/>
              </w:rPr>
              <w:t xml:space="preserve"> </w:t>
            </w:r>
            <w:r w:rsidRPr="009647FC">
              <w:rPr>
                <w:rtl/>
              </w:rPr>
              <w:t>(</w:t>
            </w:r>
            <w:r w:rsidR="00A72677" w:rsidRPr="009647FC">
              <w:rPr>
                <w:rtl/>
              </w:rPr>
              <w:t>يل</w:t>
            </w:r>
            <w:r w:rsidRPr="009647FC">
              <w:rPr>
                <w:rtl/>
              </w:rPr>
              <w:t>ملمٍ)</w:t>
            </w:r>
            <w:r w:rsidRPr="00725071">
              <w:rPr>
                <w:rStyle w:val="libPoemTiniChar0"/>
                <w:rtl/>
              </w:rPr>
              <w:br/>
              <w:t> </w:t>
            </w:r>
          </w:p>
        </w:tc>
        <w:tc>
          <w:tcPr>
            <w:tcW w:w="301" w:type="dxa"/>
          </w:tcPr>
          <w:p w:rsidR="00BA157E" w:rsidRDefault="00BA157E" w:rsidP="00A72677">
            <w:pPr>
              <w:pStyle w:val="libPoem"/>
              <w:rPr>
                <w:rtl/>
              </w:rPr>
            </w:pPr>
          </w:p>
        </w:tc>
        <w:tc>
          <w:tcPr>
            <w:tcW w:w="3884" w:type="dxa"/>
          </w:tcPr>
          <w:p w:rsidR="00BA157E" w:rsidRDefault="00BA157E" w:rsidP="00A72677">
            <w:pPr>
              <w:pStyle w:val="libPoem"/>
            </w:pPr>
            <w:r w:rsidRPr="009647FC">
              <w:rPr>
                <w:rtl/>
              </w:rPr>
              <w:t>و</w:t>
            </w:r>
            <w:r w:rsidR="00A72677" w:rsidRPr="009647FC">
              <w:rPr>
                <w:rtl/>
              </w:rPr>
              <w:t>عو</w:t>
            </w:r>
            <w:r w:rsidRPr="009647FC">
              <w:rPr>
                <w:rtl/>
              </w:rPr>
              <w:t>دُك</w:t>
            </w:r>
            <w:r w:rsidR="004C00A8">
              <w:rPr>
                <w:rtl/>
              </w:rPr>
              <w:t xml:space="preserve"> </w:t>
            </w:r>
            <w:r w:rsidR="00A72677" w:rsidRPr="009647FC">
              <w:rPr>
                <w:rtl/>
              </w:rPr>
              <w:t>من</w:t>
            </w:r>
            <w:r>
              <w:rPr>
                <w:rtl/>
              </w:rPr>
              <w:t xml:space="preserve"> </w:t>
            </w:r>
            <w:r w:rsidR="00A72677" w:rsidRPr="009647FC">
              <w:rPr>
                <w:rtl/>
              </w:rPr>
              <w:t>نا</w:t>
            </w:r>
            <w:r w:rsidRPr="009647FC">
              <w:rPr>
                <w:rtl/>
              </w:rPr>
              <w:t>ب</w:t>
            </w:r>
            <w:r>
              <w:rPr>
                <w:rtl/>
              </w:rPr>
              <w:t xml:space="preserve"> </w:t>
            </w:r>
            <w:r w:rsidRPr="009647FC">
              <w:rPr>
                <w:rtl/>
              </w:rPr>
              <w:t>ا</w:t>
            </w:r>
            <w:r w:rsidR="00A72677" w:rsidRPr="009647FC">
              <w:rPr>
                <w:rtl/>
              </w:rPr>
              <w:t>لع</w:t>
            </w:r>
            <w:r w:rsidRPr="009647FC">
              <w:rPr>
                <w:rtl/>
              </w:rPr>
              <w:t>واجم</w:t>
            </w:r>
            <w:r>
              <w:rPr>
                <w:rtl/>
              </w:rPr>
              <w:t xml:space="preserve"> </w:t>
            </w:r>
            <w:r w:rsidRPr="009647FC">
              <w:rPr>
                <w:rtl/>
              </w:rPr>
              <w:t>أ</w:t>
            </w:r>
            <w:r w:rsidR="00A72677" w:rsidRPr="009647FC">
              <w:rPr>
                <w:rtl/>
              </w:rPr>
              <w:t>صل</w:t>
            </w:r>
            <w:r w:rsidRPr="009647FC">
              <w:rPr>
                <w:rtl/>
              </w:rPr>
              <w:t>بُ</w:t>
            </w:r>
            <w:r w:rsidRPr="00725071">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A72677">
              <w:rPr>
                <w:rtl/>
              </w:rPr>
              <w:t>و</w:t>
            </w:r>
            <w:r w:rsidR="00A72677" w:rsidRPr="00A72677">
              <w:rPr>
                <w:rtl/>
              </w:rPr>
              <w:t>ما</w:t>
            </w:r>
            <w:r w:rsidRPr="00A72677">
              <w:rPr>
                <w:rtl/>
              </w:rPr>
              <w:t xml:space="preserve"> </w:t>
            </w:r>
            <w:r w:rsidR="00A72677" w:rsidRPr="00A72677">
              <w:rPr>
                <w:rtl/>
              </w:rPr>
              <w:t>حل</w:t>
            </w:r>
            <w:r w:rsidRPr="00A72677">
              <w:rPr>
                <w:rtl/>
              </w:rPr>
              <w:t>ّ</w:t>
            </w:r>
            <w:r w:rsidR="00677BC4">
              <w:rPr>
                <w:rtl/>
              </w:rPr>
              <w:t>َ</w:t>
            </w:r>
            <w:r w:rsidRPr="00A72677">
              <w:rPr>
                <w:rtl/>
              </w:rPr>
              <w:t xml:space="preserve"> رزءٌ </w:t>
            </w:r>
            <w:r w:rsidR="00A72677" w:rsidRPr="00A72677">
              <w:rPr>
                <w:rtl/>
              </w:rPr>
              <w:t>عز</w:t>
            </w:r>
            <w:r w:rsidRPr="00A72677">
              <w:rPr>
                <w:rtl/>
              </w:rPr>
              <w:t>م</w:t>
            </w:r>
            <w:r w:rsidRPr="00A72677">
              <w:rPr>
                <w:rStyle w:val="libFootnotenumChar"/>
                <w:rtl/>
              </w:rPr>
              <w:t>(4)</w:t>
            </w:r>
            <w:r w:rsidRPr="00A72677">
              <w:rPr>
                <w:rtl/>
              </w:rPr>
              <w:t xml:space="preserve"> من شدّ</w:t>
            </w:r>
            <w:r w:rsidR="00677BC4">
              <w:rPr>
                <w:rtl/>
              </w:rPr>
              <w:t>َ</w:t>
            </w:r>
            <w:r w:rsidRPr="00A72677">
              <w:rPr>
                <w:rtl/>
              </w:rPr>
              <w:t xml:space="preserve"> أزره</w:t>
            </w:r>
            <w:r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BA157E" w:rsidP="00A72677">
            <w:pPr>
              <w:pStyle w:val="libPoem"/>
            </w:pPr>
            <w:r w:rsidRPr="00A72677">
              <w:rPr>
                <w:rtl/>
              </w:rPr>
              <w:t>أخٌ (</w:t>
            </w:r>
            <w:r w:rsidR="00A72677" w:rsidRPr="00A72677">
              <w:rPr>
                <w:rtl/>
              </w:rPr>
              <w:t>كحس</w:t>
            </w:r>
            <w:r w:rsidRPr="00A72677">
              <w:rPr>
                <w:rtl/>
              </w:rPr>
              <w:t>ين) والأخ ا</w:t>
            </w:r>
            <w:r w:rsidR="00A72677" w:rsidRPr="00A72677">
              <w:rPr>
                <w:rtl/>
              </w:rPr>
              <w:t>لض</w:t>
            </w:r>
            <w:r w:rsidRPr="00A72677">
              <w:rPr>
                <w:rtl/>
              </w:rPr>
              <w:t xml:space="preserve">رب </w:t>
            </w:r>
            <w:r w:rsidR="00A72677" w:rsidRPr="00A72677">
              <w:rPr>
                <w:rtl/>
              </w:rPr>
              <w:t>يط</w:t>
            </w:r>
            <w:r w:rsidRPr="00A72677">
              <w:rPr>
                <w:rtl/>
              </w:rPr>
              <w:t>لبُ</w:t>
            </w:r>
            <w:r w:rsidRPr="00A72677">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A72677">
              <w:rPr>
                <w:rtl/>
              </w:rPr>
              <w:t>فت</w:t>
            </w:r>
            <w:r w:rsidR="00BA157E" w:rsidRPr="00A72677">
              <w:rPr>
                <w:rtl/>
              </w:rPr>
              <w:t>ى</w:t>
            </w:r>
            <w:r w:rsidR="004C00A8">
              <w:rPr>
                <w:rtl/>
              </w:rPr>
              <w:t xml:space="preserve"> </w:t>
            </w:r>
            <w:r w:rsidR="00BA157E" w:rsidRPr="00A72677">
              <w:rPr>
                <w:rtl/>
              </w:rPr>
              <w:t>ا</w:t>
            </w:r>
            <w:r w:rsidRPr="00A72677">
              <w:rPr>
                <w:rtl/>
              </w:rPr>
              <w:t>لح</w:t>
            </w:r>
            <w:r w:rsidR="00BA157E" w:rsidRPr="00A72677">
              <w:rPr>
                <w:rtl/>
              </w:rPr>
              <w:t>زم أ</w:t>
            </w:r>
            <w:r w:rsidRPr="00A72677">
              <w:rPr>
                <w:rtl/>
              </w:rPr>
              <w:t>ما</w:t>
            </w:r>
            <w:r w:rsidR="00BA157E" w:rsidRPr="00A72677">
              <w:rPr>
                <w:rtl/>
              </w:rPr>
              <w:t xml:space="preserve"> </w:t>
            </w:r>
            <w:r w:rsidRPr="00A72677">
              <w:rPr>
                <w:rtl/>
              </w:rPr>
              <w:t>في</w:t>
            </w:r>
            <w:r w:rsidR="00BA157E" w:rsidRPr="00A72677">
              <w:rPr>
                <w:rtl/>
              </w:rPr>
              <w:t xml:space="preserve"> النهى فهو واحدٌ</w:t>
            </w:r>
            <w:r w:rsidR="00BA157E"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BA157E" w:rsidP="00A72677">
            <w:pPr>
              <w:pStyle w:val="libPoem"/>
            </w:pPr>
            <w:r w:rsidRPr="00A72677">
              <w:rPr>
                <w:rtl/>
              </w:rPr>
              <w:t>و</w:t>
            </w:r>
            <w:r w:rsidR="00A72677" w:rsidRPr="00A72677">
              <w:rPr>
                <w:rtl/>
              </w:rPr>
              <w:t>لك</w:t>
            </w:r>
            <w:r w:rsidRPr="00A72677">
              <w:rPr>
                <w:rtl/>
              </w:rPr>
              <w:t xml:space="preserve">نّه </w:t>
            </w:r>
            <w:r w:rsidR="00A72677" w:rsidRPr="00A72677">
              <w:rPr>
                <w:rtl/>
              </w:rPr>
              <w:t>في</w:t>
            </w:r>
            <w:r w:rsidRPr="00A72677">
              <w:rPr>
                <w:rtl/>
              </w:rPr>
              <w:t xml:space="preserve"> </w:t>
            </w:r>
            <w:r w:rsidR="00A72677" w:rsidRPr="00A72677">
              <w:rPr>
                <w:rtl/>
              </w:rPr>
              <w:t>مو</w:t>
            </w:r>
            <w:r w:rsidRPr="00A72677">
              <w:rPr>
                <w:rtl/>
              </w:rPr>
              <w:t>كب الحزم</w:t>
            </w:r>
            <w:r w:rsidRPr="00A72677">
              <w:rPr>
                <w:rStyle w:val="libFootnotenumChar"/>
                <w:rtl/>
              </w:rPr>
              <w:t>(5)</w:t>
            </w:r>
            <w:r w:rsidRPr="00A72677">
              <w:rPr>
                <w:rtl/>
              </w:rPr>
              <w:t xml:space="preserve"> موكبُ</w:t>
            </w:r>
            <w:r w:rsidRPr="00A72677">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A72677">
              <w:rPr>
                <w:rtl/>
              </w:rPr>
              <w:t>إذا</w:t>
            </w:r>
            <w:r w:rsidR="004C00A8">
              <w:rPr>
                <w:rtl/>
              </w:rPr>
              <w:t xml:space="preserve"> </w:t>
            </w:r>
            <w:r w:rsidRPr="00A72677">
              <w:rPr>
                <w:rtl/>
              </w:rPr>
              <w:t>ا</w:t>
            </w:r>
            <w:r w:rsidR="00A72677" w:rsidRPr="00A72677">
              <w:rPr>
                <w:rtl/>
              </w:rPr>
              <w:t>لق</w:t>
            </w:r>
            <w:r w:rsidRPr="00A72677">
              <w:rPr>
                <w:rtl/>
              </w:rPr>
              <w:t xml:space="preserve">وم </w:t>
            </w:r>
            <w:r w:rsidR="00A72677" w:rsidRPr="00A72677">
              <w:rPr>
                <w:rtl/>
              </w:rPr>
              <w:t>جد</w:t>
            </w:r>
            <w:r w:rsidRPr="00A72677">
              <w:rPr>
                <w:rtl/>
              </w:rPr>
              <w:t xml:space="preserve">ُّوا </w:t>
            </w:r>
            <w:r w:rsidR="00A72677" w:rsidRPr="00A72677">
              <w:rPr>
                <w:rtl/>
              </w:rPr>
              <w:t>في</w:t>
            </w:r>
            <w:r w:rsidRPr="00A72677">
              <w:rPr>
                <w:rtl/>
              </w:rPr>
              <w:t xml:space="preserve"> ا</w:t>
            </w:r>
            <w:r w:rsidR="00A72677" w:rsidRPr="00A72677">
              <w:rPr>
                <w:rtl/>
              </w:rPr>
              <w:t>حت</w:t>
            </w:r>
            <w:r w:rsidRPr="00A72677">
              <w:rPr>
                <w:rtl/>
              </w:rPr>
              <w:t>يالٍ ف</w:t>
            </w:r>
            <w:r w:rsidR="00A72677" w:rsidRPr="00A72677">
              <w:rPr>
                <w:rtl/>
              </w:rPr>
              <w:t>ُح</w:t>
            </w:r>
            <w:r w:rsidRPr="00A72677">
              <w:rPr>
                <w:rtl/>
              </w:rPr>
              <w:t>وّ</w:t>
            </w:r>
            <w:r w:rsidR="00677BC4">
              <w:rPr>
                <w:rtl/>
              </w:rPr>
              <w:t>َ</w:t>
            </w:r>
            <w:r w:rsidRPr="00A72677">
              <w:rPr>
                <w:rtl/>
              </w:rPr>
              <w:t>لٌ</w:t>
            </w:r>
            <w:r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BA157E" w:rsidP="00A72677">
            <w:pPr>
              <w:pStyle w:val="libPoem"/>
            </w:pPr>
            <w:r w:rsidRPr="00A72677">
              <w:rPr>
                <w:rtl/>
              </w:rPr>
              <w:t xml:space="preserve">وإن </w:t>
            </w:r>
            <w:r w:rsidR="00A72677" w:rsidRPr="00A72677">
              <w:rPr>
                <w:rtl/>
              </w:rPr>
              <w:t>قل</w:t>
            </w:r>
            <w:r w:rsidRPr="00A72677">
              <w:rPr>
                <w:rtl/>
              </w:rPr>
              <w:t xml:space="preserve">بوا </w:t>
            </w:r>
            <w:r w:rsidR="00A72677" w:rsidRPr="00A72677">
              <w:rPr>
                <w:rtl/>
              </w:rPr>
              <w:t>ظه</w:t>
            </w:r>
            <w:r w:rsidRPr="00A72677">
              <w:rPr>
                <w:rtl/>
              </w:rPr>
              <w:t>ر</w:t>
            </w:r>
            <w:r w:rsidR="00677BC4">
              <w:rPr>
                <w:rtl/>
              </w:rPr>
              <w:t>َ</w:t>
            </w:r>
            <w:r w:rsidRPr="00A72677">
              <w:rPr>
                <w:rtl/>
              </w:rPr>
              <w:t xml:space="preserve"> ا</w:t>
            </w:r>
            <w:r w:rsidR="00A72677" w:rsidRPr="00A72677">
              <w:rPr>
                <w:rtl/>
              </w:rPr>
              <w:t>لم</w:t>
            </w:r>
            <w:r w:rsidRPr="00A72677">
              <w:rPr>
                <w:rtl/>
              </w:rPr>
              <w:t xml:space="preserve">جنّ </w:t>
            </w:r>
            <w:r w:rsidR="00A72677" w:rsidRPr="00A72677">
              <w:rPr>
                <w:rtl/>
              </w:rPr>
              <w:t>فق</w:t>
            </w:r>
            <w:r w:rsidRPr="00A72677">
              <w:rPr>
                <w:rtl/>
              </w:rPr>
              <w:t>ُلّ</w:t>
            </w:r>
            <w:r w:rsidR="00677BC4">
              <w:rPr>
                <w:rtl/>
              </w:rPr>
              <w:t>َ</w:t>
            </w:r>
            <w:r w:rsidRPr="00A72677">
              <w:rPr>
                <w:rtl/>
              </w:rPr>
              <w:t>بُ</w:t>
            </w:r>
            <w:r w:rsidRPr="00A72677">
              <w:rPr>
                <w:rStyle w:val="libFootnotenumChar"/>
                <w:rtl/>
              </w:rPr>
              <w:t>(6)</w:t>
            </w:r>
            <w:r w:rsidRPr="00A72677">
              <w:rPr>
                <w:rStyle w:val="libPoemTiniChar0"/>
                <w:rtl/>
              </w:rPr>
              <w:br/>
              <w:t> </w:t>
            </w:r>
          </w:p>
        </w:tc>
      </w:tr>
      <w:tr w:rsidR="00BA157E" w:rsidRPr="00524A24" w:rsidTr="00BA157E">
        <w:trPr>
          <w:trHeight w:val="350"/>
        </w:trPr>
        <w:tc>
          <w:tcPr>
            <w:tcW w:w="3902" w:type="dxa"/>
          </w:tcPr>
          <w:p w:rsidR="00BA157E" w:rsidRPr="00524A24" w:rsidRDefault="00BA157E" w:rsidP="00A72677">
            <w:pPr>
              <w:pStyle w:val="libPoem"/>
            </w:pPr>
            <w:r w:rsidRPr="00A72677">
              <w:rPr>
                <w:rtl/>
              </w:rPr>
              <w:t xml:space="preserve">وإن </w:t>
            </w:r>
            <w:r w:rsidR="00A72677" w:rsidRPr="00A72677">
              <w:rPr>
                <w:rtl/>
              </w:rPr>
              <w:t>غالب</w:t>
            </w:r>
            <w:r w:rsidR="00677BC4">
              <w:rPr>
                <w:rtl/>
              </w:rPr>
              <w:t>َ</w:t>
            </w:r>
            <w:r w:rsidRPr="00A72677">
              <w:rPr>
                <w:rtl/>
              </w:rPr>
              <w:t xml:space="preserve"> ا</w:t>
            </w:r>
            <w:r w:rsidR="00A72677" w:rsidRPr="00A72677">
              <w:rPr>
                <w:rtl/>
              </w:rPr>
              <w:t>لخ</w:t>
            </w:r>
            <w:r w:rsidRPr="00A72677">
              <w:rPr>
                <w:rtl/>
              </w:rPr>
              <w:t>طبُ ا</w:t>
            </w:r>
            <w:r w:rsidR="00A72677" w:rsidRPr="00A72677">
              <w:rPr>
                <w:rtl/>
              </w:rPr>
              <w:t>لو</w:t>
            </w:r>
            <w:r w:rsidRPr="00A72677">
              <w:rPr>
                <w:rtl/>
              </w:rPr>
              <w:t xml:space="preserve">رى </w:t>
            </w:r>
            <w:r w:rsidR="00A72677" w:rsidRPr="00A72677">
              <w:rPr>
                <w:rtl/>
              </w:rPr>
              <w:t>فق</w:t>
            </w:r>
            <w:r w:rsidRPr="00A72677">
              <w:rPr>
                <w:rtl/>
              </w:rPr>
              <w:t>ريعه</w:t>
            </w:r>
            <w:r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A72677" w:rsidRDefault="00BA157E" w:rsidP="00A72677">
            <w:pPr>
              <w:pStyle w:val="libPoem"/>
            </w:pPr>
            <w:r w:rsidRPr="00A72677">
              <w:rPr>
                <w:rtl/>
              </w:rPr>
              <w:t>أ</w:t>
            </w:r>
            <w:r w:rsidR="00A72677" w:rsidRPr="00A72677">
              <w:rPr>
                <w:rtl/>
              </w:rPr>
              <w:t>خو</w:t>
            </w:r>
            <w:r w:rsidR="004C00A8">
              <w:rPr>
                <w:rtl/>
              </w:rPr>
              <w:t xml:space="preserve"> </w:t>
            </w:r>
            <w:r w:rsidR="00A72677" w:rsidRPr="00A72677">
              <w:rPr>
                <w:rtl/>
              </w:rPr>
              <w:t>نج</w:t>
            </w:r>
            <w:r w:rsidRPr="00A72677">
              <w:rPr>
                <w:rtl/>
              </w:rPr>
              <w:t xml:space="preserve">دةٍ </w:t>
            </w:r>
            <w:r w:rsidR="00A72677" w:rsidRPr="00A72677">
              <w:rPr>
                <w:rtl/>
              </w:rPr>
              <w:t>ما</w:t>
            </w:r>
            <w:r w:rsidRPr="00A72677">
              <w:rPr>
                <w:rtl/>
              </w:rPr>
              <w:t xml:space="preserve"> بين برديه أغلبُ</w:t>
            </w:r>
            <w:r w:rsidRPr="00A72677">
              <w:rPr>
                <w:rStyle w:val="libFootnotenumChar"/>
                <w:rtl/>
              </w:rPr>
              <w:t>(7)</w:t>
            </w:r>
            <w:r w:rsidRPr="00A72677">
              <w:rPr>
                <w:rStyle w:val="libPoemTiniChar0"/>
                <w:rtl/>
              </w:rPr>
              <w:br/>
              <w:t> </w:t>
            </w:r>
          </w:p>
        </w:tc>
      </w:tr>
      <w:tr w:rsidR="00BA157E" w:rsidRPr="00524A24" w:rsidTr="00BA157E">
        <w:trPr>
          <w:trHeight w:val="350"/>
        </w:trPr>
        <w:tc>
          <w:tcPr>
            <w:tcW w:w="3902" w:type="dxa"/>
          </w:tcPr>
          <w:p w:rsidR="00BA157E" w:rsidRPr="00524A24" w:rsidRDefault="00A72677" w:rsidP="00A72677">
            <w:pPr>
              <w:pStyle w:val="libPoem"/>
            </w:pPr>
            <w:r w:rsidRPr="00A72677">
              <w:rPr>
                <w:rtl/>
              </w:rPr>
              <w:t>فلو</w:t>
            </w:r>
            <w:r w:rsidR="004C00A8">
              <w:rPr>
                <w:rtl/>
              </w:rPr>
              <w:t xml:space="preserve"> </w:t>
            </w:r>
            <w:r w:rsidRPr="00A72677">
              <w:rPr>
                <w:rtl/>
              </w:rPr>
              <w:t>شحذ</w:t>
            </w:r>
            <w:r w:rsidR="00BA157E" w:rsidRPr="00A72677">
              <w:rPr>
                <w:rtl/>
              </w:rPr>
              <w:t>ت (</w:t>
            </w:r>
            <w:r w:rsidRPr="00A72677">
              <w:rPr>
                <w:rtl/>
              </w:rPr>
              <w:t>فه</w:t>
            </w:r>
            <w:r w:rsidR="00BA157E" w:rsidRPr="00A72677">
              <w:rPr>
                <w:rtl/>
              </w:rPr>
              <w:t xml:space="preserve">رٌ) </w:t>
            </w:r>
            <w:r w:rsidRPr="00A72677">
              <w:rPr>
                <w:rtl/>
              </w:rPr>
              <w:t>بح</w:t>
            </w:r>
            <w:r w:rsidR="00BA157E" w:rsidRPr="00A72677">
              <w:rPr>
                <w:rtl/>
              </w:rPr>
              <w:t xml:space="preserve">دّ </w:t>
            </w:r>
            <w:r w:rsidRPr="00A72677">
              <w:rPr>
                <w:rtl/>
              </w:rPr>
              <w:t>لس</w:t>
            </w:r>
            <w:r w:rsidR="00BA157E" w:rsidRPr="00A72677">
              <w:rPr>
                <w:rtl/>
              </w:rPr>
              <w:t>انه</w:t>
            </w:r>
            <w:r w:rsidR="00BA157E" w:rsidRPr="00A72677">
              <w:rPr>
                <w:rStyle w:val="libPoemTiniChar0"/>
                <w:rtl/>
              </w:rPr>
              <w:br/>
              <w:t> </w:t>
            </w:r>
          </w:p>
        </w:tc>
        <w:tc>
          <w:tcPr>
            <w:tcW w:w="301" w:type="dxa"/>
          </w:tcPr>
          <w:p w:rsidR="00BA157E" w:rsidRPr="00A72677" w:rsidRDefault="00BA157E" w:rsidP="00A72677">
            <w:pPr>
              <w:pStyle w:val="libPoem"/>
              <w:rPr>
                <w:rtl/>
              </w:rPr>
            </w:pPr>
          </w:p>
        </w:tc>
        <w:tc>
          <w:tcPr>
            <w:tcW w:w="3884" w:type="dxa"/>
          </w:tcPr>
          <w:p w:rsidR="00BA157E" w:rsidRPr="00524A24" w:rsidRDefault="00A72677" w:rsidP="00A72677">
            <w:pPr>
              <w:pStyle w:val="libPoem"/>
            </w:pPr>
            <w:r w:rsidRPr="00A72677">
              <w:rPr>
                <w:rtl/>
              </w:rPr>
              <w:t>صو</w:t>
            </w:r>
            <w:r w:rsidR="00BA157E" w:rsidRPr="00A72677">
              <w:rPr>
                <w:rtl/>
              </w:rPr>
              <w:t>ارم</w:t>
            </w:r>
            <w:r w:rsidR="00677BC4">
              <w:rPr>
                <w:rtl/>
              </w:rPr>
              <w:t>َ</w:t>
            </w:r>
            <w:r w:rsidRPr="00A72677">
              <w:rPr>
                <w:rtl/>
              </w:rPr>
              <w:t>ه</w:t>
            </w:r>
            <w:r w:rsidR="00BA157E" w:rsidRPr="00A72677">
              <w:rPr>
                <w:rtl/>
              </w:rPr>
              <w:t xml:space="preserve">ا </w:t>
            </w:r>
            <w:r w:rsidRPr="00A72677">
              <w:rPr>
                <w:rtl/>
              </w:rPr>
              <w:t>ما</w:t>
            </w:r>
            <w:r w:rsidR="00BA157E" w:rsidRPr="00A72677">
              <w:rPr>
                <w:rtl/>
              </w:rPr>
              <w:t xml:space="preserve"> </w:t>
            </w:r>
            <w:r w:rsidRPr="00A72677">
              <w:rPr>
                <w:rtl/>
              </w:rPr>
              <w:t>كل</w:t>
            </w:r>
            <w:r w:rsidR="00BA157E" w:rsidRPr="00A72677">
              <w:rPr>
                <w:rtl/>
              </w:rPr>
              <w:t>ّ</w:t>
            </w:r>
            <w:r w:rsidR="00677BC4">
              <w:rPr>
                <w:rtl/>
              </w:rPr>
              <w:t>َ</w:t>
            </w:r>
            <w:r w:rsidR="00BA157E" w:rsidRPr="00A72677">
              <w:rPr>
                <w:rtl/>
              </w:rPr>
              <w:t xml:space="preserve"> </w:t>
            </w:r>
            <w:r w:rsidRPr="00A72677">
              <w:rPr>
                <w:rtl/>
              </w:rPr>
              <w:t>من</w:t>
            </w:r>
            <w:r w:rsidR="00BA157E" w:rsidRPr="00A72677">
              <w:rPr>
                <w:rtl/>
              </w:rPr>
              <w:t>هنّ</w:t>
            </w:r>
            <w:r w:rsidR="00677BC4">
              <w:rPr>
                <w:rtl/>
              </w:rPr>
              <w:t>َ</w:t>
            </w:r>
            <w:r w:rsidR="00BA157E" w:rsidRPr="00A72677">
              <w:rPr>
                <w:rtl/>
              </w:rPr>
              <w:t xml:space="preserve"> م</w:t>
            </w:r>
            <w:r w:rsidRPr="00A72677">
              <w:rPr>
                <w:rtl/>
              </w:rPr>
              <w:t>ِض</w:t>
            </w:r>
            <w:r w:rsidR="00BA157E" w:rsidRPr="00A72677">
              <w:rPr>
                <w:rtl/>
              </w:rPr>
              <w:t>ربُ</w:t>
            </w:r>
            <w:r w:rsidR="00BA157E" w:rsidRPr="00A72677">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الديوان المطبوع</w:t>
      </w:r>
      <w:r w:rsidR="00D769AB">
        <w:rPr>
          <w:rtl/>
        </w:rPr>
        <w:t>:</w:t>
      </w:r>
      <w:r w:rsidRPr="009647FC">
        <w:rPr>
          <w:rtl/>
        </w:rPr>
        <w:t xml:space="preserve"> على</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السورة</w:t>
      </w:r>
      <w:r w:rsidR="00D769AB">
        <w:rPr>
          <w:rtl/>
        </w:rPr>
        <w:t>:</w:t>
      </w:r>
      <w:r w:rsidRPr="009647FC">
        <w:rPr>
          <w:rtl/>
        </w:rPr>
        <w:t xml:space="preserve"> الحدة</w:t>
      </w:r>
      <w:r w:rsidR="00D769AB">
        <w:rPr>
          <w:rtl/>
        </w:rPr>
        <w:t>،</w:t>
      </w:r>
      <w:r w:rsidRPr="009647FC">
        <w:rPr>
          <w:rtl/>
        </w:rPr>
        <w:t xml:space="preserve"> أي حدة الخمر</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الديوان المطبوع</w:t>
      </w:r>
      <w:r w:rsidR="00D769AB">
        <w:rPr>
          <w:rtl/>
        </w:rPr>
        <w:t>:</w:t>
      </w:r>
      <w:r w:rsidRPr="009647FC">
        <w:rPr>
          <w:rtl/>
        </w:rPr>
        <w:t xml:space="preserve"> بياناً</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وفي مخطوطة الملاّ</w:t>
      </w:r>
      <w:r w:rsidR="00D769AB">
        <w:rPr>
          <w:rtl/>
        </w:rPr>
        <w:t>:</w:t>
      </w:r>
      <w:r w:rsidRPr="009647FC">
        <w:rPr>
          <w:rtl/>
        </w:rPr>
        <w:t xml:space="preserve"> حزم</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وفي المطبوع</w:t>
      </w:r>
      <w:r w:rsidR="00D769AB">
        <w:rPr>
          <w:rtl/>
        </w:rPr>
        <w:t>:</w:t>
      </w:r>
      <w:r w:rsidRPr="009647FC">
        <w:rPr>
          <w:rtl/>
        </w:rPr>
        <w:t xml:space="preserve"> الفخر</w:t>
      </w:r>
      <w:r w:rsidR="00D769AB">
        <w:rPr>
          <w:rtl/>
        </w:rPr>
        <w:t>.</w:t>
      </w:r>
    </w:p>
    <w:p w:rsidR="009647FC" w:rsidRPr="00524A24" w:rsidRDefault="009647FC" w:rsidP="004E7EC6">
      <w:pPr>
        <w:pStyle w:val="libFootnote0"/>
      </w:pPr>
      <w:r w:rsidRPr="009647FC">
        <w:rPr>
          <w:rtl/>
        </w:rPr>
        <w:t>6</w:t>
      </w:r>
      <w:r w:rsidR="004E7EC6">
        <w:rPr>
          <w:rtl/>
        </w:rPr>
        <w:t xml:space="preserve"> - </w:t>
      </w:r>
      <w:r w:rsidRPr="009647FC">
        <w:rPr>
          <w:rtl/>
        </w:rPr>
        <w:t>الحول للقلب</w:t>
      </w:r>
      <w:r w:rsidR="00D769AB">
        <w:rPr>
          <w:rtl/>
        </w:rPr>
        <w:t>:</w:t>
      </w:r>
      <w:r w:rsidRPr="009647FC">
        <w:rPr>
          <w:rtl/>
        </w:rPr>
        <w:t xml:space="preserve"> كثير التصرّف في الأمور</w:t>
      </w:r>
      <w:r w:rsidR="00D769AB">
        <w:rPr>
          <w:rtl/>
        </w:rPr>
        <w:t>،</w:t>
      </w:r>
      <w:r w:rsidRPr="009647FC">
        <w:rPr>
          <w:rtl/>
        </w:rPr>
        <w:t xml:space="preserve"> وقلب له ظهر المجن</w:t>
      </w:r>
      <w:r w:rsidR="00D769AB">
        <w:rPr>
          <w:rtl/>
        </w:rPr>
        <w:t>:</w:t>
      </w:r>
      <w:r w:rsidRPr="009647FC">
        <w:rPr>
          <w:rtl/>
        </w:rPr>
        <w:t xml:space="preserve"> إذا تحول عن الصداقة للعداوة</w:t>
      </w:r>
      <w:r w:rsidR="00D769AB">
        <w:rPr>
          <w:rtl/>
        </w:rPr>
        <w:t>.</w:t>
      </w:r>
    </w:p>
    <w:p w:rsidR="009647FC" w:rsidRPr="00524A24" w:rsidRDefault="009647FC" w:rsidP="004E7EC6">
      <w:pPr>
        <w:pStyle w:val="libFootnote0"/>
      </w:pPr>
      <w:r w:rsidRPr="009647FC">
        <w:rPr>
          <w:rtl/>
        </w:rPr>
        <w:t>7</w:t>
      </w:r>
      <w:r w:rsidR="004E7EC6">
        <w:rPr>
          <w:rtl/>
        </w:rPr>
        <w:t xml:space="preserve"> - </w:t>
      </w:r>
      <w:r w:rsidRPr="009647FC">
        <w:rPr>
          <w:rtl/>
        </w:rPr>
        <w:t>القريع</w:t>
      </w:r>
      <w:r w:rsidR="00D769AB">
        <w:rPr>
          <w:rtl/>
        </w:rPr>
        <w:t>:</w:t>
      </w:r>
      <w:r w:rsidRPr="009647FC">
        <w:rPr>
          <w:rtl/>
        </w:rPr>
        <w:t xml:space="preserve"> الذي يغلب في المقارعة</w:t>
      </w:r>
      <w:r w:rsidR="00D769AB">
        <w:rPr>
          <w:rtl/>
        </w:rPr>
        <w:t>،</w:t>
      </w:r>
      <w:r w:rsidRPr="009647FC">
        <w:rPr>
          <w:rtl/>
        </w:rPr>
        <w:t xml:space="preserve"> أخو النجدة</w:t>
      </w:r>
      <w:r w:rsidR="00D769AB">
        <w:rPr>
          <w:rtl/>
        </w:rPr>
        <w:t>:</w:t>
      </w:r>
      <w:r w:rsidRPr="009647FC">
        <w:rPr>
          <w:rtl/>
        </w:rPr>
        <w:t xml:space="preserve"> البطل الشهم</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8F3A72" w:rsidRPr="00524A24" w:rsidTr="008F3A72">
        <w:trPr>
          <w:trHeight w:val="350"/>
        </w:trPr>
        <w:tc>
          <w:tcPr>
            <w:tcW w:w="3902" w:type="dxa"/>
          </w:tcPr>
          <w:p w:rsidR="008F3A72" w:rsidRPr="00524A24" w:rsidRDefault="008F3A72" w:rsidP="00A72677">
            <w:pPr>
              <w:pStyle w:val="libPoem"/>
            </w:pPr>
            <w:r w:rsidRPr="00A72677">
              <w:rPr>
                <w:rtl/>
              </w:rPr>
              <w:lastRenderedPageBreak/>
              <w:t>و</w:t>
            </w:r>
            <w:r w:rsidR="00A72677" w:rsidRPr="00A72677">
              <w:rPr>
                <w:rtl/>
              </w:rPr>
              <w:t>لو</w:t>
            </w:r>
            <w:r w:rsidR="004C00A8">
              <w:rPr>
                <w:rtl/>
              </w:rPr>
              <w:t xml:space="preserve"> </w:t>
            </w:r>
            <w:r w:rsidR="00A72677" w:rsidRPr="00A72677">
              <w:rPr>
                <w:rtl/>
              </w:rPr>
              <w:t>تن</w:t>
            </w:r>
            <w:r w:rsidRPr="00A72677">
              <w:rPr>
                <w:rtl/>
              </w:rPr>
              <w:t xml:space="preserve">تضي </w:t>
            </w:r>
            <w:r w:rsidR="00A72677" w:rsidRPr="00A72677">
              <w:rPr>
                <w:rtl/>
              </w:rPr>
              <w:t>من</w:t>
            </w:r>
            <w:r w:rsidRPr="00A72677">
              <w:rPr>
                <w:rtl/>
              </w:rPr>
              <w:t>ه ا</w:t>
            </w:r>
            <w:r w:rsidR="00A72677" w:rsidRPr="00A72677">
              <w:rPr>
                <w:rtl/>
              </w:rPr>
              <w:t>لل</w:t>
            </w:r>
            <w:r w:rsidRPr="00A72677">
              <w:rPr>
                <w:rtl/>
              </w:rPr>
              <w:t>سان</w:t>
            </w:r>
            <w:r w:rsidR="00677BC4">
              <w:rPr>
                <w:rtl/>
              </w:rPr>
              <w:t>َ</w:t>
            </w:r>
            <w:r w:rsidRPr="00A72677">
              <w:rPr>
                <w:rtl/>
              </w:rPr>
              <w:t xml:space="preserve"> </w:t>
            </w:r>
            <w:r w:rsidR="00A72677" w:rsidRPr="00A72677">
              <w:rPr>
                <w:rtl/>
              </w:rPr>
              <w:t>لص</w:t>
            </w:r>
            <w:r w:rsidRPr="00A72677">
              <w:rPr>
                <w:rtl/>
              </w:rPr>
              <w:t>ممّت</w:t>
            </w:r>
            <w:r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A72677" w:rsidP="00A72677">
            <w:pPr>
              <w:pStyle w:val="libPoem"/>
            </w:pPr>
            <w:r w:rsidRPr="00A72677">
              <w:rPr>
                <w:rtl/>
              </w:rPr>
              <w:t>بأقط</w:t>
            </w:r>
            <w:r w:rsidR="008F3A72" w:rsidRPr="00A72677">
              <w:rPr>
                <w:rtl/>
              </w:rPr>
              <w:t xml:space="preserve">ع </w:t>
            </w:r>
            <w:r w:rsidRPr="00A72677">
              <w:rPr>
                <w:rtl/>
              </w:rPr>
              <w:t>من</w:t>
            </w:r>
            <w:r w:rsidR="008F3A72" w:rsidRPr="00A72677">
              <w:rPr>
                <w:rtl/>
              </w:rPr>
              <w:t xml:space="preserve"> أ</w:t>
            </w:r>
            <w:r w:rsidRPr="00A72677">
              <w:rPr>
                <w:rtl/>
              </w:rPr>
              <w:t>سي</w:t>
            </w:r>
            <w:r w:rsidR="008F3A72" w:rsidRPr="00A72677">
              <w:rPr>
                <w:rtl/>
              </w:rPr>
              <w:t xml:space="preserve">افها </w:t>
            </w:r>
            <w:r w:rsidRPr="00A72677">
              <w:rPr>
                <w:rtl/>
              </w:rPr>
              <w:t>حي</w:t>
            </w:r>
            <w:r w:rsidR="008F3A72" w:rsidRPr="00A72677">
              <w:rPr>
                <w:rtl/>
              </w:rPr>
              <w:t xml:space="preserve">ن </w:t>
            </w:r>
            <w:r w:rsidRPr="00A72677">
              <w:rPr>
                <w:rtl/>
              </w:rPr>
              <w:t>تض</w:t>
            </w:r>
            <w:r w:rsidR="008F3A72" w:rsidRPr="00A72677">
              <w:rPr>
                <w:rtl/>
              </w:rPr>
              <w:t>ربُ</w:t>
            </w:r>
            <w:r w:rsidR="008F3A72" w:rsidRPr="00A72677">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A72677">
              <w:rPr>
                <w:rtl/>
              </w:rPr>
              <w:t>ي</w:t>
            </w:r>
            <w:r w:rsidR="00A72677" w:rsidRPr="00A72677">
              <w:rPr>
                <w:rtl/>
              </w:rPr>
              <w:t>ُصا</w:t>
            </w:r>
            <w:r w:rsidRPr="00A72677">
              <w:rPr>
                <w:rtl/>
              </w:rPr>
              <w:t xml:space="preserve">في </w:t>
            </w:r>
            <w:r w:rsidR="00A72677" w:rsidRPr="00A72677">
              <w:rPr>
                <w:rtl/>
              </w:rPr>
              <w:t>بأخل</w:t>
            </w:r>
            <w:r w:rsidRPr="00A72677">
              <w:rPr>
                <w:rtl/>
              </w:rPr>
              <w:t xml:space="preserve">اقٍ </w:t>
            </w:r>
            <w:r w:rsidR="00A72677" w:rsidRPr="00A72677">
              <w:rPr>
                <w:rtl/>
              </w:rPr>
              <w:t>ير</w:t>
            </w:r>
            <w:r w:rsidRPr="00A72677">
              <w:rPr>
                <w:rtl/>
              </w:rPr>
              <w:t>و</w:t>
            </w:r>
            <w:r w:rsidR="00A72677" w:rsidRPr="00A72677">
              <w:rPr>
                <w:rtl/>
              </w:rPr>
              <w:t>قك</w:t>
            </w:r>
            <w:r w:rsidRPr="00A72677">
              <w:rPr>
                <w:rtl/>
              </w:rPr>
              <w:t xml:space="preserve"> أن</w:t>
            </w:r>
            <w:r w:rsidR="00A72677" w:rsidRPr="00A72677">
              <w:rPr>
                <w:rtl/>
              </w:rPr>
              <w:t>ّها</w:t>
            </w:r>
            <w:r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8F3A72" w:rsidP="00A72677">
            <w:pPr>
              <w:pStyle w:val="libPoem"/>
            </w:pPr>
            <w:r w:rsidRPr="00A72677">
              <w:rPr>
                <w:rtl/>
              </w:rPr>
              <w:t>هي</w:t>
            </w:r>
            <w:r w:rsidR="004C00A8">
              <w:rPr>
                <w:rtl/>
              </w:rPr>
              <w:t xml:space="preserve"> </w:t>
            </w:r>
            <w:r w:rsidRPr="00A72677">
              <w:rPr>
                <w:rtl/>
              </w:rPr>
              <w:t>ا</w:t>
            </w:r>
            <w:r w:rsidR="00A72677" w:rsidRPr="00A72677">
              <w:rPr>
                <w:rtl/>
              </w:rPr>
              <w:t>لر</w:t>
            </w:r>
            <w:r w:rsidRPr="00A72677">
              <w:rPr>
                <w:rtl/>
              </w:rPr>
              <w:t>احُ إلاّ أن</w:t>
            </w:r>
            <w:r w:rsidR="00A72677" w:rsidRPr="00A72677">
              <w:rPr>
                <w:rtl/>
              </w:rPr>
              <w:t>ّه</w:t>
            </w:r>
            <w:r w:rsidRPr="00A72677">
              <w:rPr>
                <w:rtl/>
              </w:rPr>
              <w:t xml:space="preserve">ا </w:t>
            </w:r>
            <w:r w:rsidR="00A72677" w:rsidRPr="00A72677">
              <w:rPr>
                <w:rtl/>
              </w:rPr>
              <w:t>لي</w:t>
            </w:r>
            <w:r w:rsidRPr="00A72677">
              <w:rPr>
                <w:rtl/>
              </w:rPr>
              <w:t xml:space="preserve">س </w:t>
            </w:r>
            <w:r w:rsidR="00A72677" w:rsidRPr="00A72677">
              <w:rPr>
                <w:rtl/>
              </w:rPr>
              <w:t>تق</w:t>
            </w:r>
            <w:r w:rsidRPr="00A72677">
              <w:rPr>
                <w:rtl/>
              </w:rPr>
              <w:t>طبُ</w:t>
            </w:r>
            <w:r w:rsidRPr="00A72677">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A72677">
              <w:rPr>
                <w:rtl/>
              </w:rPr>
              <w:t>تو</w:t>
            </w:r>
            <w:r w:rsidR="008F3A72" w:rsidRPr="00A72677">
              <w:rPr>
                <w:rtl/>
              </w:rPr>
              <w:t xml:space="preserve">اضع </w:t>
            </w:r>
            <w:r w:rsidRPr="00A72677">
              <w:rPr>
                <w:rtl/>
              </w:rPr>
              <w:t>حت</w:t>
            </w:r>
            <w:r w:rsidR="008F3A72" w:rsidRPr="00A72677">
              <w:rPr>
                <w:rtl/>
              </w:rPr>
              <w:t xml:space="preserve">ى </w:t>
            </w:r>
            <w:r w:rsidRPr="00A72677">
              <w:rPr>
                <w:rtl/>
              </w:rPr>
              <w:t>صا</w:t>
            </w:r>
            <w:r w:rsidR="008F3A72" w:rsidRPr="00A72677">
              <w:rPr>
                <w:rtl/>
              </w:rPr>
              <w:t>ر يمشي على الثرى</w:t>
            </w:r>
            <w:r w:rsidR="008F3A72"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8F3A72" w:rsidP="00A72677">
            <w:pPr>
              <w:pStyle w:val="libPoem"/>
            </w:pPr>
            <w:r w:rsidRPr="00A72677">
              <w:rPr>
                <w:rtl/>
              </w:rPr>
              <w:t>و</w:t>
            </w:r>
            <w:r w:rsidR="00A72677" w:rsidRPr="00A72677">
              <w:rPr>
                <w:rtl/>
              </w:rPr>
              <w:t>بيت</w:t>
            </w:r>
            <w:r w:rsidRPr="00A72677">
              <w:rPr>
                <w:rtl/>
              </w:rPr>
              <w:t xml:space="preserve">ُ علاه </w:t>
            </w:r>
            <w:r w:rsidR="00A72677" w:rsidRPr="00A72677">
              <w:rPr>
                <w:rtl/>
              </w:rPr>
              <w:t>في</w:t>
            </w:r>
            <w:r w:rsidRPr="00A72677">
              <w:rPr>
                <w:rtl/>
              </w:rPr>
              <w:t xml:space="preserve"> ا</w:t>
            </w:r>
            <w:r w:rsidR="00A72677" w:rsidRPr="00A72677">
              <w:rPr>
                <w:rtl/>
              </w:rPr>
              <w:t>لس</w:t>
            </w:r>
            <w:r w:rsidRPr="00A72677">
              <w:rPr>
                <w:rtl/>
              </w:rPr>
              <w:t xml:space="preserve">ماء </w:t>
            </w:r>
            <w:r w:rsidR="00A72677" w:rsidRPr="00A72677">
              <w:rPr>
                <w:rtl/>
              </w:rPr>
              <w:t>مط</w:t>
            </w:r>
            <w:r w:rsidRPr="00A72677">
              <w:rPr>
                <w:rtl/>
              </w:rPr>
              <w:t>نّبُ</w:t>
            </w:r>
            <w:r w:rsidRPr="00A72677">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9647FC">
              <w:rPr>
                <w:rtl/>
              </w:rPr>
              <w:t>قر</w:t>
            </w:r>
            <w:r w:rsidR="008F3A72" w:rsidRPr="009647FC">
              <w:rPr>
                <w:rtl/>
              </w:rPr>
              <w:t>ى</w:t>
            </w:r>
            <w:r w:rsidR="004C00A8">
              <w:rPr>
                <w:rtl/>
              </w:rPr>
              <w:t xml:space="preserve"> </w:t>
            </w:r>
            <w:r w:rsidRPr="009647FC">
              <w:rPr>
                <w:rtl/>
              </w:rPr>
              <w:t>ضي</w:t>
            </w:r>
            <w:r w:rsidR="008F3A72" w:rsidRPr="009647FC">
              <w:rPr>
                <w:rtl/>
              </w:rPr>
              <w:t>فه</w:t>
            </w:r>
            <w:r w:rsidR="008F3A72">
              <w:rPr>
                <w:rtl/>
              </w:rPr>
              <w:t xml:space="preserve"> </w:t>
            </w:r>
            <w:r w:rsidRPr="009647FC">
              <w:rPr>
                <w:rtl/>
              </w:rPr>
              <w:t>قب</w:t>
            </w:r>
            <w:r w:rsidR="008F3A72" w:rsidRPr="009647FC">
              <w:rPr>
                <w:rtl/>
              </w:rPr>
              <w:t>ل</w:t>
            </w:r>
            <w:r w:rsidR="008F3A72">
              <w:rPr>
                <w:rtl/>
              </w:rPr>
              <w:t xml:space="preserve"> </w:t>
            </w:r>
            <w:r w:rsidR="008F3A72" w:rsidRPr="009647FC">
              <w:rPr>
                <w:rtl/>
              </w:rPr>
              <w:t>ا</w:t>
            </w:r>
            <w:r w:rsidRPr="009647FC">
              <w:rPr>
                <w:rtl/>
              </w:rPr>
              <w:t>لق</w:t>
            </w:r>
            <w:r w:rsidR="008F3A72" w:rsidRPr="009647FC">
              <w:rPr>
                <w:rtl/>
              </w:rPr>
              <w:t>ِرى</w:t>
            </w:r>
            <w:r w:rsidR="008F3A72">
              <w:rPr>
                <w:rtl/>
              </w:rPr>
              <w:t xml:space="preserve"> </w:t>
            </w:r>
            <w:r w:rsidR="008F3A72" w:rsidRPr="009647FC">
              <w:rPr>
                <w:rtl/>
              </w:rPr>
              <w:t>بشرُ</w:t>
            </w:r>
            <w:r w:rsidR="008F3A72">
              <w:rPr>
                <w:rtl/>
              </w:rPr>
              <w:t xml:space="preserve"> </w:t>
            </w:r>
            <w:r w:rsidR="008F3A72" w:rsidRPr="009647FC">
              <w:rPr>
                <w:rtl/>
              </w:rPr>
              <w:t>وجهه</w:t>
            </w:r>
            <w:r w:rsidR="008F3A72"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8F3A72" w:rsidP="00A72677">
            <w:pPr>
              <w:pStyle w:val="libPoem"/>
            </w:pPr>
            <w:r w:rsidRPr="009647FC">
              <w:rPr>
                <w:rtl/>
              </w:rPr>
              <w:t>و</w:t>
            </w:r>
            <w:r w:rsidR="00A72677" w:rsidRPr="009647FC">
              <w:rPr>
                <w:rtl/>
              </w:rPr>
              <w:t>قب</w:t>
            </w:r>
            <w:r w:rsidRPr="009647FC">
              <w:rPr>
                <w:rtl/>
              </w:rPr>
              <w:t>ل</w:t>
            </w:r>
            <w:r>
              <w:rPr>
                <w:rtl/>
              </w:rPr>
              <w:t xml:space="preserve"> </w:t>
            </w:r>
            <w:r w:rsidR="00A72677" w:rsidRPr="009647FC">
              <w:rPr>
                <w:rtl/>
              </w:rPr>
              <w:t>نز</w:t>
            </w:r>
            <w:r w:rsidRPr="009647FC">
              <w:rPr>
                <w:rtl/>
              </w:rPr>
              <w:t>ول</w:t>
            </w:r>
            <w:r>
              <w:rPr>
                <w:rtl/>
              </w:rPr>
              <w:t xml:space="preserve"> </w:t>
            </w:r>
            <w:r w:rsidRPr="009647FC">
              <w:rPr>
                <w:rtl/>
              </w:rPr>
              <w:t>النُزل</w:t>
            </w:r>
            <w:r w:rsidRPr="004E7EC6">
              <w:rPr>
                <w:rStyle w:val="libFootnotenumChar"/>
                <w:rtl/>
              </w:rPr>
              <w:t>(1)</w:t>
            </w:r>
            <w:r>
              <w:rPr>
                <w:rtl/>
              </w:rPr>
              <w:t xml:space="preserve"> </w:t>
            </w:r>
            <w:r w:rsidRPr="009647FC">
              <w:rPr>
                <w:rtl/>
              </w:rPr>
              <w:t>أهلٌ</w:t>
            </w:r>
            <w:r>
              <w:rPr>
                <w:rtl/>
              </w:rPr>
              <w:t xml:space="preserve"> </w:t>
            </w:r>
            <w:r w:rsidRPr="009647FC">
              <w:rPr>
                <w:rtl/>
              </w:rPr>
              <w:t>ومرحبُ</w:t>
            </w:r>
            <w:r w:rsidRPr="00725071">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9647FC">
              <w:rPr>
                <w:rtl/>
              </w:rPr>
              <w:t>إذا</w:t>
            </w:r>
            <w:r w:rsidR="004C00A8">
              <w:rPr>
                <w:rtl/>
              </w:rPr>
              <w:t xml:space="preserve"> </w:t>
            </w:r>
            <w:r w:rsidRPr="009647FC">
              <w:rPr>
                <w:rtl/>
              </w:rPr>
              <w:t>ا</w:t>
            </w:r>
            <w:r w:rsidR="00A72677" w:rsidRPr="009647FC">
              <w:rPr>
                <w:rtl/>
              </w:rPr>
              <w:t>حتل</w:t>
            </w:r>
            <w:r w:rsidRPr="009647FC">
              <w:rPr>
                <w:rtl/>
              </w:rPr>
              <w:t>ب</w:t>
            </w:r>
            <w:r>
              <w:rPr>
                <w:rtl/>
              </w:rPr>
              <w:t xml:space="preserve"> </w:t>
            </w:r>
            <w:r w:rsidRPr="009647FC">
              <w:rPr>
                <w:rtl/>
              </w:rPr>
              <w:t>ا</w:t>
            </w:r>
            <w:r w:rsidR="00A72677" w:rsidRPr="009647FC">
              <w:rPr>
                <w:rtl/>
              </w:rPr>
              <w:t>لسح</w:t>
            </w:r>
            <w:r w:rsidRPr="009647FC">
              <w:rPr>
                <w:rtl/>
              </w:rPr>
              <w:t>ب</w:t>
            </w:r>
            <w:r>
              <w:rPr>
                <w:rtl/>
              </w:rPr>
              <w:t xml:space="preserve"> </w:t>
            </w:r>
            <w:r w:rsidRPr="009647FC">
              <w:rPr>
                <w:rtl/>
              </w:rPr>
              <w:t>ا</w:t>
            </w:r>
            <w:r w:rsidR="00A72677" w:rsidRPr="009647FC">
              <w:rPr>
                <w:rtl/>
              </w:rPr>
              <w:t>لن</w:t>
            </w:r>
            <w:r w:rsidRPr="009647FC">
              <w:rPr>
                <w:rtl/>
              </w:rPr>
              <w:t>سيمُ</w:t>
            </w:r>
            <w:r>
              <w:rPr>
                <w:rtl/>
              </w:rPr>
              <w:t xml:space="preserve"> </w:t>
            </w:r>
            <w:r w:rsidR="00A72677" w:rsidRPr="009647FC">
              <w:rPr>
                <w:rtl/>
              </w:rPr>
              <w:t>فك</w:t>
            </w:r>
            <w:r w:rsidRPr="009647FC">
              <w:rPr>
                <w:rtl/>
              </w:rPr>
              <w:t>فُه</w:t>
            </w:r>
            <w:r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A72677" w:rsidP="00A72677">
            <w:pPr>
              <w:pStyle w:val="libPoem"/>
            </w:pPr>
            <w:r w:rsidRPr="009647FC">
              <w:rPr>
                <w:rtl/>
              </w:rPr>
              <w:t>على</w:t>
            </w:r>
            <w:r w:rsidR="004C00A8">
              <w:rPr>
                <w:rtl/>
              </w:rPr>
              <w:t xml:space="preserve"> </w:t>
            </w:r>
            <w:r w:rsidR="008F3A72" w:rsidRPr="009647FC">
              <w:rPr>
                <w:rtl/>
              </w:rPr>
              <w:t>ا</w:t>
            </w:r>
            <w:r w:rsidRPr="009647FC">
              <w:rPr>
                <w:rtl/>
              </w:rPr>
              <w:t>لو</w:t>
            </w:r>
            <w:r w:rsidR="008F3A72" w:rsidRPr="009647FC">
              <w:rPr>
                <w:rtl/>
              </w:rPr>
              <w:t>فد</w:t>
            </w:r>
            <w:r w:rsidR="008F3A72">
              <w:rPr>
                <w:rtl/>
              </w:rPr>
              <w:t xml:space="preserve"> </w:t>
            </w:r>
            <w:r w:rsidRPr="009647FC">
              <w:rPr>
                <w:rtl/>
              </w:rPr>
              <w:t>طب</w:t>
            </w:r>
            <w:r w:rsidR="008F3A72" w:rsidRPr="009647FC">
              <w:rPr>
                <w:rtl/>
              </w:rPr>
              <w:t>عاً</w:t>
            </w:r>
            <w:r w:rsidR="008F3A72">
              <w:rPr>
                <w:rtl/>
              </w:rPr>
              <w:t xml:space="preserve"> </w:t>
            </w:r>
            <w:r w:rsidRPr="009647FC">
              <w:rPr>
                <w:rtl/>
              </w:rPr>
              <w:t>جو</w:t>
            </w:r>
            <w:r w:rsidR="008F3A72" w:rsidRPr="009647FC">
              <w:rPr>
                <w:rtl/>
              </w:rPr>
              <w:t>دُها</w:t>
            </w:r>
            <w:r w:rsidR="008F3A72">
              <w:rPr>
                <w:rtl/>
              </w:rPr>
              <w:t xml:space="preserve"> </w:t>
            </w:r>
            <w:r w:rsidRPr="009647FC">
              <w:rPr>
                <w:rtl/>
              </w:rPr>
              <w:t>يت</w:t>
            </w:r>
            <w:r w:rsidR="008F3A72" w:rsidRPr="009647FC">
              <w:rPr>
                <w:rtl/>
              </w:rPr>
              <w:t>حلّ</w:t>
            </w:r>
            <w:r w:rsidR="00677BC4">
              <w:rPr>
                <w:rtl/>
              </w:rPr>
              <w:t>َ</w:t>
            </w:r>
            <w:r w:rsidR="008F3A72" w:rsidRPr="009647FC">
              <w:rPr>
                <w:rtl/>
              </w:rPr>
              <w:t>بُ</w:t>
            </w:r>
            <w:r w:rsidR="008F3A72" w:rsidRPr="00725071">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A72677">
              <w:rPr>
                <w:rtl/>
              </w:rPr>
              <w:t>ألا</w:t>
            </w:r>
            <w:r w:rsidR="004C00A8">
              <w:rPr>
                <w:rtl/>
              </w:rPr>
              <w:t xml:space="preserve"> </w:t>
            </w:r>
            <w:r w:rsidR="00A72677" w:rsidRPr="00A72677">
              <w:rPr>
                <w:rtl/>
              </w:rPr>
              <w:t>مبل</w:t>
            </w:r>
            <w:r w:rsidRPr="00A72677">
              <w:rPr>
                <w:rtl/>
              </w:rPr>
              <w:t xml:space="preserve">غٌ </w:t>
            </w:r>
            <w:r w:rsidR="00A72677" w:rsidRPr="00A72677">
              <w:rPr>
                <w:rtl/>
              </w:rPr>
              <w:t>عنّي</w:t>
            </w:r>
            <w:r w:rsidRPr="00A72677">
              <w:rPr>
                <w:rtl/>
              </w:rPr>
              <w:t xml:space="preserve"> ا</w:t>
            </w:r>
            <w:r w:rsidR="00A72677" w:rsidRPr="00A72677">
              <w:rPr>
                <w:rtl/>
              </w:rPr>
              <w:t>لغد</w:t>
            </w:r>
            <w:r w:rsidRPr="00A72677">
              <w:rPr>
                <w:rtl/>
              </w:rPr>
              <w:t>اة</w:t>
            </w:r>
            <w:r w:rsidR="00677BC4">
              <w:rPr>
                <w:rtl/>
              </w:rPr>
              <w:t>َ</w:t>
            </w:r>
            <w:r w:rsidRPr="00A72677">
              <w:rPr>
                <w:rtl/>
              </w:rPr>
              <w:t xml:space="preserve"> ر</w:t>
            </w:r>
            <w:r w:rsidR="00A72677" w:rsidRPr="00A72677">
              <w:rPr>
                <w:rtl/>
              </w:rPr>
              <w:t>سالة</w:t>
            </w:r>
            <w:r w:rsidRPr="00A72677">
              <w:rPr>
                <w:rtl/>
              </w:rPr>
              <w:t>ً</w:t>
            </w:r>
            <w:r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A72677" w:rsidP="00A72677">
            <w:pPr>
              <w:pStyle w:val="libPoem"/>
            </w:pPr>
            <w:r w:rsidRPr="00A72677">
              <w:rPr>
                <w:rtl/>
              </w:rPr>
              <w:t>للح</w:t>
            </w:r>
            <w:r w:rsidR="008F3A72" w:rsidRPr="00A72677">
              <w:rPr>
                <w:rtl/>
              </w:rPr>
              <w:t>د أ</w:t>
            </w:r>
            <w:r w:rsidRPr="00A72677">
              <w:rPr>
                <w:rtl/>
              </w:rPr>
              <w:t>بى</w:t>
            </w:r>
            <w:r w:rsidR="008F3A72" w:rsidRPr="00A72677">
              <w:rPr>
                <w:rtl/>
              </w:rPr>
              <w:t xml:space="preserve"> (ا</w:t>
            </w:r>
            <w:r w:rsidRPr="00A72677">
              <w:rPr>
                <w:rtl/>
              </w:rPr>
              <w:t>له</w:t>
            </w:r>
            <w:r w:rsidR="008F3A72" w:rsidRPr="00A72677">
              <w:rPr>
                <w:rtl/>
              </w:rPr>
              <w:t xml:space="preserve">ادي) </w:t>
            </w:r>
            <w:r w:rsidRPr="00A72677">
              <w:rPr>
                <w:rtl/>
              </w:rPr>
              <w:t>يق</w:t>
            </w:r>
            <w:r w:rsidR="008F3A72" w:rsidRPr="00A72677">
              <w:rPr>
                <w:rtl/>
              </w:rPr>
              <w:t xml:space="preserve">ول </w:t>
            </w:r>
            <w:r w:rsidRPr="00A72677">
              <w:rPr>
                <w:rtl/>
              </w:rPr>
              <w:t>في</w:t>
            </w:r>
            <w:r w:rsidR="008F3A72" w:rsidRPr="00A72677">
              <w:rPr>
                <w:rtl/>
              </w:rPr>
              <w:t>طنبُ</w:t>
            </w:r>
            <w:r w:rsidR="008F3A72" w:rsidRPr="00A72677">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A72677">
              <w:rPr>
                <w:rtl/>
              </w:rPr>
              <w:t xml:space="preserve">(أبا </w:t>
            </w:r>
            <w:r w:rsidR="00A72677" w:rsidRPr="00A72677">
              <w:rPr>
                <w:rtl/>
              </w:rPr>
              <w:t>حس</w:t>
            </w:r>
            <w:r w:rsidRPr="00A72677">
              <w:rPr>
                <w:rtl/>
              </w:rPr>
              <w:t xml:space="preserve">ن) إن </w:t>
            </w:r>
            <w:r w:rsidR="00A72677" w:rsidRPr="00A72677">
              <w:rPr>
                <w:rtl/>
              </w:rPr>
              <w:t>تم</w:t>
            </w:r>
            <w:r w:rsidRPr="00A72677">
              <w:rPr>
                <w:rtl/>
              </w:rPr>
              <w:t>سِ دارُك وا</w:t>
            </w:r>
            <w:r w:rsidR="00A72677" w:rsidRPr="00A72677">
              <w:rPr>
                <w:rtl/>
              </w:rPr>
              <w:t>لس</w:t>
            </w:r>
            <w:r w:rsidRPr="00A72677">
              <w:rPr>
                <w:rtl/>
              </w:rPr>
              <w:t>ما</w:t>
            </w:r>
            <w:r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A72677" w:rsidP="00A72677">
            <w:pPr>
              <w:pStyle w:val="libPoem"/>
            </w:pPr>
            <w:r w:rsidRPr="00A72677">
              <w:rPr>
                <w:rtl/>
              </w:rPr>
              <w:t>سم</w:t>
            </w:r>
            <w:r w:rsidR="008F3A72" w:rsidRPr="00A72677">
              <w:rPr>
                <w:rtl/>
              </w:rPr>
              <w:t>ائين</w:t>
            </w:r>
            <w:r w:rsidR="004C00A8">
              <w:rPr>
                <w:rtl/>
              </w:rPr>
              <w:t xml:space="preserve"> </w:t>
            </w:r>
            <w:r w:rsidRPr="00A72677">
              <w:rPr>
                <w:rtl/>
              </w:rPr>
              <w:t>في</w:t>
            </w:r>
            <w:r w:rsidR="008F3A72" w:rsidRPr="00A72677">
              <w:rPr>
                <w:rtl/>
              </w:rPr>
              <w:t xml:space="preserve"> أ</w:t>
            </w:r>
            <w:r w:rsidRPr="00A72677">
              <w:rPr>
                <w:rtl/>
              </w:rPr>
              <w:t>فق</w:t>
            </w:r>
            <w:r w:rsidR="008F3A72" w:rsidRPr="00A72677">
              <w:rPr>
                <w:rtl/>
              </w:rPr>
              <w:t>يهما ا</w:t>
            </w:r>
            <w:r w:rsidRPr="00A72677">
              <w:rPr>
                <w:rtl/>
              </w:rPr>
              <w:t>لش</w:t>
            </w:r>
            <w:r w:rsidR="008F3A72" w:rsidRPr="00A72677">
              <w:rPr>
                <w:rtl/>
              </w:rPr>
              <w:t xml:space="preserve">هب </w:t>
            </w:r>
            <w:r w:rsidRPr="00A72677">
              <w:rPr>
                <w:rtl/>
              </w:rPr>
              <w:t>تث</w:t>
            </w:r>
            <w:r w:rsidR="008F3A72" w:rsidRPr="00A72677">
              <w:rPr>
                <w:rtl/>
              </w:rPr>
              <w:t>قبُ</w:t>
            </w:r>
            <w:r w:rsidR="008F3A72" w:rsidRPr="00A72677">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A72677">
              <w:rPr>
                <w:rtl/>
              </w:rPr>
              <w:t>فتل</w:t>
            </w:r>
            <w:r w:rsidR="008F3A72" w:rsidRPr="00A72677">
              <w:rPr>
                <w:rtl/>
              </w:rPr>
              <w:t>ك ا</w:t>
            </w:r>
            <w:r w:rsidRPr="00A72677">
              <w:rPr>
                <w:rtl/>
              </w:rPr>
              <w:t>لس</w:t>
            </w:r>
            <w:r w:rsidR="008F3A72" w:rsidRPr="00A72677">
              <w:rPr>
                <w:rtl/>
              </w:rPr>
              <w:t xml:space="preserve">ما </w:t>
            </w:r>
            <w:r w:rsidRPr="00A72677">
              <w:rPr>
                <w:rtl/>
              </w:rPr>
              <w:t>سع</w:t>
            </w:r>
            <w:r w:rsidR="008F3A72" w:rsidRPr="00A72677">
              <w:rPr>
                <w:rtl/>
              </w:rPr>
              <w:t>دٌ و</w:t>
            </w:r>
            <w:r w:rsidRPr="00A72677">
              <w:rPr>
                <w:rtl/>
              </w:rPr>
              <w:t>نح</w:t>
            </w:r>
            <w:r w:rsidR="008F3A72" w:rsidRPr="00A72677">
              <w:rPr>
                <w:rtl/>
              </w:rPr>
              <w:t xml:space="preserve">سٌ </w:t>
            </w:r>
            <w:r w:rsidRPr="00A72677">
              <w:rPr>
                <w:rtl/>
              </w:rPr>
              <w:t>نج</w:t>
            </w:r>
            <w:r w:rsidR="008F3A72" w:rsidRPr="00A72677">
              <w:rPr>
                <w:rtl/>
              </w:rPr>
              <w:t>ومها</w:t>
            </w:r>
            <w:r w:rsidR="008F3A72"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A72677" w:rsidP="00A72677">
            <w:pPr>
              <w:pStyle w:val="libPoem"/>
            </w:pPr>
            <w:r w:rsidRPr="00A72677">
              <w:rPr>
                <w:rtl/>
              </w:rPr>
              <w:t>عل</w:t>
            </w:r>
            <w:r w:rsidR="008F3A72" w:rsidRPr="00A72677">
              <w:rPr>
                <w:rtl/>
              </w:rPr>
              <w:t>ى</w:t>
            </w:r>
            <w:r w:rsidR="004C00A8">
              <w:rPr>
                <w:rtl/>
              </w:rPr>
              <w:t xml:space="preserve"> </w:t>
            </w:r>
            <w:r w:rsidR="008F3A72" w:rsidRPr="00A72677">
              <w:rPr>
                <w:rtl/>
              </w:rPr>
              <w:t>أن</w:t>
            </w:r>
            <w:r w:rsidRPr="00A72677">
              <w:rPr>
                <w:rtl/>
              </w:rPr>
              <w:t>ّه</w:t>
            </w:r>
            <w:r w:rsidR="008F3A72" w:rsidRPr="00A72677">
              <w:rPr>
                <w:rtl/>
              </w:rPr>
              <w:t xml:space="preserve">ا </w:t>
            </w:r>
            <w:r w:rsidRPr="00A72677">
              <w:rPr>
                <w:rtl/>
              </w:rPr>
              <w:t>بع</w:t>
            </w:r>
            <w:r w:rsidR="008F3A72" w:rsidRPr="00A72677">
              <w:rPr>
                <w:rtl/>
              </w:rPr>
              <w:t xml:space="preserve">ضٌ </w:t>
            </w:r>
            <w:r w:rsidRPr="00A72677">
              <w:rPr>
                <w:rtl/>
              </w:rPr>
              <w:t>عن</w:t>
            </w:r>
            <w:r w:rsidR="008F3A72" w:rsidRPr="00A72677">
              <w:rPr>
                <w:rtl/>
              </w:rPr>
              <w:t xml:space="preserve"> البعض أجنبُ</w:t>
            </w:r>
            <w:r w:rsidR="008F3A72" w:rsidRPr="00A72677">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A72677">
              <w:rPr>
                <w:rtl/>
              </w:rPr>
              <w:t>وهذي</w:t>
            </w:r>
            <w:r w:rsidR="004C00A8">
              <w:rPr>
                <w:rtl/>
              </w:rPr>
              <w:t xml:space="preserve"> </w:t>
            </w:r>
            <w:r w:rsidRPr="00A72677">
              <w:rPr>
                <w:rtl/>
              </w:rPr>
              <w:t>ا</w:t>
            </w:r>
            <w:r w:rsidR="00A72677" w:rsidRPr="00A72677">
              <w:rPr>
                <w:rtl/>
              </w:rPr>
              <w:t>لس</w:t>
            </w:r>
            <w:r w:rsidRPr="00A72677">
              <w:rPr>
                <w:rtl/>
              </w:rPr>
              <w:t xml:space="preserve">ما </w:t>
            </w:r>
            <w:r w:rsidR="00A72677" w:rsidRPr="00A72677">
              <w:rPr>
                <w:rtl/>
              </w:rPr>
              <w:t>لل</w:t>
            </w:r>
            <w:r w:rsidRPr="00A72677">
              <w:rPr>
                <w:rtl/>
              </w:rPr>
              <w:t xml:space="preserve">سعد </w:t>
            </w:r>
            <w:r w:rsidR="00A72677" w:rsidRPr="00A72677">
              <w:rPr>
                <w:rtl/>
              </w:rPr>
              <w:t>كل</w:t>
            </w:r>
            <w:r w:rsidRPr="00A72677">
              <w:rPr>
                <w:rtl/>
              </w:rPr>
              <w:t xml:space="preserve">ُّ </w:t>
            </w:r>
            <w:r w:rsidR="00A72677" w:rsidRPr="00A72677">
              <w:rPr>
                <w:rtl/>
              </w:rPr>
              <w:t>نج</w:t>
            </w:r>
            <w:r w:rsidRPr="00A72677">
              <w:rPr>
                <w:rtl/>
              </w:rPr>
              <w:t>ومها</w:t>
            </w:r>
            <w:r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8F3A72" w:rsidP="00A72677">
            <w:pPr>
              <w:pStyle w:val="libPoem"/>
            </w:pPr>
            <w:r w:rsidRPr="00A72677">
              <w:rPr>
                <w:rtl/>
              </w:rPr>
              <w:t>و</w:t>
            </w:r>
            <w:r w:rsidR="00A72677" w:rsidRPr="00A72677">
              <w:rPr>
                <w:rtl/>
              </w:rPr>
              <w:t>يخل</w:t>
            </w:r>
            <w:r w:rsidRPr="00A72677">
              <w:rPr>
                <w:rtl/>
              </w:rPr>
              <w:t xml:space="preserve">ف </w:t>
            </w:r>
            <w:r w:rsidR="00A72677" w:rsidRPr="00A72677">
              <w:rPr>
                <w:rtl/>
              </w:rPr>
              <w:t>فيه</w:t>
            </w:r>
            <w:r w:rsidRPr="00A72677">
              <w:rPr>
                <w:rtl/>
              </w:rPr>
              <w:t xml:space="preserve">ا </w:t>
            </w:r>
            <w:r w:rsidR="00A72677" w:rsidRPr="00A72677">
              <w:rPr>
                <w:rtl/>
              </w:rPr>
              <w:t>كو</w:t>
            </w:r>
            <w:r w:rsidRPr="00A72677">
              <w:rPr>
                <w:rtl/>
              </w:rPr>
              <w:t xml:space="preserve">كباً </w:t>
            </w:r>
            <w:r w:rsidR="00A72677" w:rsidRPr="00A72677">
              <w:rPr>
                <w:rtl/>
              </w:rPr>
              <w:t>من</w:t>
            </w:r>
            <w:r w:rsidRPr="00A72677">
              <w:rPr>
                <w:rtl/>
              </w:rPr>
              <w:t xml:space="preserve">ه </w:t>
            </w:r>
            <w:r w:rsidR="00A72677" w:rsidRPr="00A72677">
              <w:rPr>
                <w:rtl/>
              </w:rPr>
              <w:t>كو</w:t>
            </w:r>
            <w:r w:rsidRPr="00A72677">
              <w:rPr>
                <w:rtl/>
              </w:rPr>
              <w:t>كبُ</w:t>
            </w:r>
            <w:r w:rsidRPr="00A72677">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A72677">
              <w:rPr>
                <w:rtl/>
              </w:rPr>
              <w:t>فلو</w:t>
            </w:r>
            <w:r w:rsidR="004C00A8">
              <w:rPr>
                <w:rtl/>
              </w:rPr>
              <w:t xml:space="preserve"> </w:t>
            </w:r>
            <w:r w:rsidR="008F3A72" w:rsidRPr="00A72677">
              <w:rPr>
                <w:rtl/>
              </w:rPr>
              <w:t xml:space="preserve">عاد </w:t>
            </w:r>
            <w:r w:rsidRPr="00A72677">
              <w:rPr>
                <w:rtl/>
              </w:rPr>
              <w:t>لل</w:t>
            </w:r>
            <w:r w:rsidR="008F3A72" w:rsidRPr="00A72677">
              <w:rPr>
                <w:rtl/>
              </w:rPr>
              <w:t xml:space="preserve">دنيا </w:t>
            </w:r>
            <w:r w:rsidRPr="00A72677">
              <w:rPr>
                <w:rtl/>
              </w:rPr>
              <w:t>بش</w:t>
            </w:r>
            <w:r w:rsidR="008F3A72" w:rsidRPr="00A72677">
              <w:rPr>
                <w:rtl/>
              </w:rPr>
              <w:t xml:space="preserve">خصك </w:t>
            </w:r>
            <w:r w:rsidRPr="00A72677">
              <w:rPr>
                <w:rtl/>
              </w:rPr>
              <w:t>عا</w:t>
            </w:r>
            <w:r w:rsidR="008F3A72" w:rsidRPr="00A72677">
              <w:rPr>
                <w:rtl/>
              </w:rPr>
              <w:t>ئدٌ</w:t>
            </w:r>
            <w:r w:rsidR="008F3A72"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8F3A72" w:rsidP="00A72677">
            <w:pPr>
              <w:pStyle w:val="libPoem"/>
            </w:pPr>
            <w:r w:rsidRPr="00A72677">
              <w:rPr>
                <w:rtl/>
              </w:rPr>
              <w:t>لأ</w:t>
            </w:r>
            <w:r w:rsidR="00A72677" w:rsidRPr="00A72677">
              <w:rPr>
                <w:rtl/>
              </w:rPr>
              <w:t>بصر</w:t>
            </w:r>
            <w:r w:rsidRPr="00A72677">
              <w:rPr>
                <w:rtl/>
              </w:rPr>
              <w:t>ت</w:t>
            </w:r>
            <w:r w:rsidR="00677BC4">
              <w:rPr>
                <w:rtl/>
              </w:rPr>
              <w:t>َ</w:t>
            </w:r>
            <w:r w:rsidR="004C00A8">
              <w:rPr>
                <w:rtl/>
              </w:rPr>
              <w:t xml:space="preserve"> </w:t>
            </w:r>
            <w:r w:rsidR="00A72677" w:rsidRPr="00A72677">
              <w:rPr>
                <w:rtl/>
              </w:rPr>
              <w:t>في</w:t>
            </w:r>
            <w:r w:rsidRPr="00A72677">
              <w:rPr>
                <w:rtl/>
              </w:rPr>
              <w:t xml:space="preserve">ها </w:t>
            </w:r>
            <w:r w:rsidR="00A72677" w:rsidRPr="00A72677">
              <w:rPr>
                <w:rtl/>
              </w:rPr>
              <w:t>ما</w:t>
            </w:r>
            <w:r w:rsidRPr="00A72677">
              <w:rPr>
                <w:rtl/>
              </w:rPr>
              <w:t xml:space="preserve"> ي</w:t>
            </w:r>
            <w:r w:rsidR="00A72677" w:rsidRPr="00A72677">
              <w:rPr>
                <w:rtl/>
              </w:rPr>
              <w:t>ُس</w:t>
            </w:r>
            <w:r w:rsidRPr="00A72677">
              <w:rPr>
                <w:rtl/>
              </w:rPr>
              <w:t>رُّ و</w:t>
            </w:r>
            <w:r w:rsidR="00A72677" w:rsidRPr="00A72677">
              <w:rPr>
                <w:rtl/>
              </w:rPr>
              <w:t>يع</w:t>
            </w:r>
            <w:r w:rsidRPr="00A72677">
              <w:rPr>
                <w:rtl/>
              </w:rPr>
              <w:t>جبُ</w:t>
            </w:r>
            <w:r w:rsidRPr="00A72677">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9647FC">
              <w:rPr>
                <w:rtl/>
              </w:rPr>
              <w:t>فم</w:t>
            </w:r>
            <w:r w:rsidR="008F3A72" w:rsidRPr="009647FC">
              <w:rPr>
                <w:rtl/>
              </w:rPr>
              <w:t>ن</w:t>
            </w:r>
            <w:r w:rsidR="004C00A8">
              <w:rPr>
                <w:rtl/>
              </w:rPr>
              <w:t xml:space="preserve"> </w:t>
            </w:r>
            <w:r w:rsidR="008F3A72" w:rsidRPr="009647FC">
              <w:rPr>
                <w:rtl/>
              </w:rPr>
              <w:t>و</w:t>
            </w:r>
            <w:r w:rsidRPr="009647FC">
              <w:rPr>
                <w:rtl/>
              </w:rPr>
              <w:t>جه</w:t>
            </w:r>
            <w:r w:rsidR="008F3A72" w:rsidRPr="009647FC">
              <w:rPr>
                <w:rtl/>
              </w:rPr>
              <w:t>ك</w:t>
            </w:r>
            <w:r w:rsidR="008F3A72">
              <w:rPr>
                <w:rtl/>
              </w:rPr>
              <w:t xml:space="preserve"> </w:t>
            </w:r>
            <w:r w:rsidR="008F3A72" w:rsidRPr="009647FC">
              <w:rPr>
                <w:rtl/>
              </w:rPr>
              <w:t>(ا</w:t>
            </w:r>
            <w:r w:rsidRPr="009647FC">
              <w:rPr>
                <w:rtl/>
              </w:rPr>
              <w:t>له</w:t>
            </w:r>
            <w:r w:rsidR="008F3A72" w:rsidRPr="009647FC">
              <w:rPr>
                <w:rtl/>
              </w:rPr>
              <w:t>ادي)</w:t>
            </w:r>
            <w:r w:rsidR="008F3A72">
              <w:rPr>
                <w:rtl/>
              </w:rPr>
              <w:t xml:space="preserve"> </w:t>
            </w:r>
            <w:r w:rsidRPr="009647FC">
              <w:rPr>
                <w:rtl/>
              </w:rPr>
              <w:t>تر</w:t>
            </w:r>
            <w:r w:rsidR="008F3A72" w:rsidRPr="009647FC">
              <w:rPr>
                <w:rtl/>
              </w:rPr>
              <w:t>وق</w:t>
            </w:r>
            <w:r w:rsidR="008F3A72">
              <w:rPr>
                <w:rtl/>
              </w:rPr>
              <w:t xml:space="preserve"> </w:t>
            </w:r>
            <w:r w:rsidR="008F3A72" w:rsidRPr="009647FC">
              <w:rPr>
                <w:rtl/>
              </w:rPr>
              <w:t>بمنظرٍ</w:t>
            </w:r>
            <w:r w:rsidR="008F3A72"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A72677" w:rsidP="00A72677">
            <w:pPr>
              <w:pStyle w:val="libPoem"/>
            </w:pPr>
            <w:r w:rsidRPr="009647FC">
              <w:rPr>
                <w:rtl/>
              </w:rPr>
              <w:t>له</w:t>
            </w:r>
            <w:r w:rsidR="008F3A72" w:rsidRPr="009647FC">
              <w:rPr>
                <w:rtl/>
              </w:rPr>
              <w:t>ا</w:t>
            </w:r>
            <w:r w:rsidR="008F3A72">
              <w:rPr>
                <w:rtl/>
              </w:rPr>
              <w:t xml:space="preserve"> </w:t>
            </w:r>
            <w:r w:rsidR="008F3A72" w:rsidRPr="009647FC">
              <w:rPr>
                <w:rtl/>
              </w:rPr>
              <w:t>(حسنٌ)</w:t>
            </w:r>
            <w:r w:rsidR="008F3A72">
              <w:rPr>
                <w:rtl/>
              </w:rPr>
              <w:t xml:space="preserve"> </w:t>
            </w:r>
            <w:r w:rsidR="008F3A72" w:rsidRPr="009647FC">
              <w:rPr>
                <w:rtl/>
              </w:rPr>
              <w:t>والحمد</w:t>
            </w:r>
            <w:r w:rsidR="008F3A72">
              <w:rPr>
                <w:rtl/>
              </w:rPr>
              <w:t xml:space="preserve"> </w:t>
            </w:r>
            <w:r w:rsidR="008F3A72" w:rsidRPr="009647FC">
              <w:rPr>
                <w:rtl/>
              </w:rPr>
              <w:t>بالحسن</w:t>
            </w:r>
            <w:r w:rsidR="008F3A72">
              <w:rPr>
                <w:rtl/>
              </w:rPr>
              <w:t xml:space="preserve"> </w:t>
            </w:r>
            <w:r w:rsidR="008F3A72" w:rsidRPr="009647FC">
              <w:rPr>
                <w:rtl/>
              </w:rPr>
              <w:t>يكسبُ</w:t>
            </w:r>
            <w:r w:rsidR="008F3A72" w:rsidRPr="004E7EC6">
              <w:rPr>
                <w:rStyle w:val="libFootnotenumChar"/>
                <w:rtl/>
              </w:rPr>
              <w:t>(2)</w:t>
            </w:r>
            <w:r w:rsidR="008F3A72" w:rsidRPr="00725071">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9647FC">
              <w:rPr>
                <w:rtl/>
              </w:rPr>
              <w:t>و(أ</w:t>
            </w:r>
            <w:r w:rsidR="00A72677" w:rsidRPr="009647FC">
              <w:rPr>
                <w:rtl/>
              </w:rPr>
              <w:t>حمد</w:t>
            </w:r>
            <w:r w:rsidRPr="009647FC">
              <w:rPr>
                <w:rtl/>
              </w:rPr>
              <w:t>ُ)</w:t>
            </w:r>
            <w:r>
              <w:rPr>
                <w:rtl/>
              </w:rPr>
              <w:t xml:space="preserve"> </w:t>
            </w:r>
            <w:r w:rsidR="00A72677" w:rsidRPr="009647FC">
              <w:rPr>
                <w:rtl/>
              </w:rPr>
              <w:t>فيه</w:t>
            </w:r>
            <w:r w:rsidRPr="009647FC">
              <w:rPr>
                <w:rtl/>
              </w:rPr>
              <w:t>ا</w:t>
            </w:r>
            <w:r>
              <w:rPr>
                <w:rtl/>
              </w:rPr>
              <w:t xml:space="preserve"> </w:t>
            </w:r>
            <w:r w:rsidR="00A72677" w:rsidRPr="009647FC">
              <w:rPr>
                <w:rtl/>
              </w:rPr>
              <w:t>من</w:t>
            </w:r>
            <w:r>
              <w:rPr>
                <w:rtl/>
              </w:rPr>
              <w:t xml:space="preserve"> </w:t>
            </w:r>
            <w:r w:rsidR="00A72677" w:rsidRPr="009647FC">
              <w:rPr>
                <w:rtl/>
              </w:rPr>
              <w:t>به</w:t>
            </w:r>
            <w:r w:rsidRPr="009647FC">
              <w:rPr>
                <w:rtl/>
              </w:rPr>
              <w:t>ائك</w:t>
            </w:r>
            <w:r>
              <w:rPr>
                <w:rtl/>
              </w:rPr>
              <w:t xml:space="preserve"> </w:t>
            </w:r>
            <w:r w:rsidRPr="009647FC">
              <w:rPr>
                <w:rtl/>
              </w:rPr>
              <w:t>لا</w:t>
            </w:r>
            <w:r w:rsidR="00A72677" w:rsidRPr="009647FC">
              <w:rPr>
                <w:rtl/>
              </w:rPr>
              <w:t>مع</w:t>
            </w:r>
            <w:r w:rsidRPr="009647FC">
              <w:rPr>
                <w:rtl/>
              </w:rPr>
              <w:t>ا</w:t>
            </w:r>
            <w:r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A72677" w:rsidP="00A72677">
            <w:pPr>
              <w:pStyle w:val="libPoem"/>
            </w:pPr>
            <w:r w:rsidRPr="009647FC">
              <w:rPr>
                <w:rtl/>
              </w:rPr>
              <w:t>لو</w:t>
            </w:r>
            <w:r w:rsidR="008F3A72" w:rsidRPr="009647FC">
              <w:rPr>
                <w:rtl/>
              </w:rPr>
              <w:t>فدك</w:t>
            </w:r>
            <w:r w:rsidR="004C00A8">
              <w:rPr>
                <w:rtl/>
              </w:rPr>
              <w:t xml:space="preserve"> </w:t>
            </w:r>
            <w:r w:rsidRPr="009647FC">
              <w:rPr>
                <w:rtl/>
              </w:rPr>
              <w:t>في</w:t>
            </w:r>
            <w:r w:rsidR="008F3A72" w:rsidRPr="009647FC">
              <w:rPr>
                <w:rtl/>
              </w:rPr>
              <w:t>ه</w:t>
            </w:r>
            <w:r w:rsidR="008F3A72">
              <w:rPr>
                <w:rtl/>
              </w:rPr>
              <w:t xml:space="preserve"> </w:t>
            </w:r>
            <w:r w:rsidR="008F3A72" w:rsidRPr="009647FC">
              <w:rPr>
                <w:rtl/>
              </w:rPr>
              <w:t>عازبُ</w:t>
            </w:r>
            <w:r w:rsidR="008F3A72">
              <w:rPr>
                <w:rtl/>
              </w:rPr>
              <w:t xml:space="preserve"> </w:t>
            </w:r>
            <w:r w:rsidR="008F3A72" w:rsidRPr="009647FC">
              <w:rPr>
                <w:rtl/>
              </w:rPr>
              <w:t>الأنس</w:t>
            </w:r>
            <w:r w:rsidR="008F3A72">
              <w:rPr>
                <w:rtl/>
              </w:rPr>
              <w:t xml:space="preserve"> </w:t>
            </w:r>
            <w:r w:rsidR="008F3A72" w:rsidRPr="009647FC">
              <w:rPr>
                <w:rtl/>
              </w:rPr>
              <w:t>يجلبُ</w:t>
            </w:r>
            <w:r w:rsidR="008F3A72" w:rsidRPr="004E7EC6">
              <w:rPr>
                <w:rStyle w:val="libFootnotenumChar"/>
                <w:rtl/>
              </w:rPr>
              <w:t>(3)</w:t>
            </w:r>
            <w:r w:rsidR="008F3A72" w:rsidRPr="00725071">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9647FC">
              <w:rPr>
                <w:rtl/>
              </w:rPr>
              <w:t>بك</w:t>
            </w:r>
            <w:r w:rsidR="008F3A72" w:rsidRPr="009647FC">
              <w:rPr>
                <w:rtl/>
              </w:rPr>
              <w:t>لِّ</w:t>
            </w:r>
            <w:r w:rsidR="008F3A72">
              <w:rPr>
                <w:rtl/>
              </w:rPr>
              <w:t xml:space="preserve"> </w:t>
            </w:r>
            <w:r w:rsidR="008F3A72" w:rsidRPr="009647FC">
              <w:rPr>
                <w:rtl/>
              </w:rPr>
              <w:t>ا</w:t>
            </w:r>
            <w:r w:rsidRPr="009647FC">
              <w:rPr>
                <w:rtl/>
              </w:rPr>
              <w:t>بن</w:t>
            </w:r>
            <w:r w:rsidR="008F3A72">
              <w:rPr>
                <w:rtl/>
              </w:rPr>
              <w:t xml:space="preserve"> </w:t>
            </w:r>
            <w:r w:rsidRPr="009647FC">
              <w:rPr>
                <w:rtl/>
              </w:rPr>
              <w:t>مج</w:t>
            </w:r>
            <w:r w:rsidR="008F3A72" w:rsidRPr="009647FC">
              <w:rPr>
                <w:rtl/>
              </w:rPr>
              <w:t>دٍ</w:t>
            </w:r>
            <w:r w:rsidR="008F3A72">
              <w:rPr>
                <w:rtl/>
              </w:rPr>
              <w:t xml:space="preserve"> </w:t>
            </w:r>
            <w:r w:rsidRPr="009647FC">
              <w:rPr>
                <w:rtl/>
              </w:rPr>
              <w:t>ما</w:t>
            </w:r>
            <w:r w:rsidR="008F3A72">
              <w:rPr>
                <w:rtl/>
              </w:rPr>
              <w:t xml:space="preserve"> </w:t>
            </w:r>
            <w:r w:rsidRPr="009647FC">
              <w:rPr>
                <w:rtl/>
              </w:rPr>
              <w:t>نض</w:t>
            </w:r>
            <w:r w:rsidR="008F3A72" w:rsidRPr="009647FC">
              <w:rPr>
                <w:rtl/>
              </w:rPr>
              <w:t>ا</w:t>
            </w:r>
            <w:r w:rsidR="008F3A72">
              <w:rPr>
                <w:rtl/>
              </w:rPr>
              <w:t xml:space="preserve"> </w:t>
            </w:r>
            <w:r w:rsidR="008F3A72" w:rsidRPr="009647FC">
              <w:rPr>
                <w:rtl/>
              </w:rPr>
              <w:t>بردة</w:t>
            </w:r>
            <w:r w:rsidR="00677BC4">
              <w:rPr>
                <w:rtl/>
              </w:rPr>
              <w:t>َ</w:t>
            </w:r>
            <w:r w:rsidR="008F3A72">
              <w:rPr>
                <w:rtl/>
              </w:rPr>
              <w:t xml:space="preserve"> </w:t>
            </w:r>
            <w:r w:rsidR="008F3A72" w:rsidRPr="009647FC">
              <w:rPr>
                <w:rtl/>
              </w:rPr>
              <w:t>الصبا</w:t>
            </w:r>
            <w:r w:rsidR="008F3A72"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A72677" w:rsidP="00A72677">
            <w:pPr>
              <w:pStyle w:val="libPoem"/>
            </w:pPr>
            <w:r w:rsidRPr="009647FC">
              <w:rPr>
                <w:rtl/>
              </w:rPr>
              <w:t>على</w:t>
            </w:r>
            <w:r w:rsidR="004C00A8">
              <w:rPr>
                <w:rtl/>
              </w:rPr>
              <w:t xml:space="preserve"> </w:t>
            </w:r>
            <w:r w:rsidR="008F3A72" w:rsidRPr="009647FC">
              <w:rPr>
                <w:rtl/>
              </w:rPr>
              <w:t>أنّه</w:t>
            </w:r>
            <w:r w:rsidR="008F3A72">
              <w:rPr>
                <w:rtl/>
              </w:rPr>
              <w:t xml:space="preserve"> </w:t>
            </w:r>
            <w:r w:rsidRPr="009647FC">
              <w:rPr>
                <w:rtl/>
              </w:rPr>
              <w:t>فيه</w:t>
            </w:r>
            <w:r w:rsidR="008F3A72" w:rsidRPr="009647FC">
              <w:rPr>
                <w:rtl/>
              </w:rPr>
              <w:t>ا</w:t>
            </w:r>
            <w:r w:rsidR="008F3A72">
              <w:rPr>
                <w:rtl/>
              </w:rPr>
              <w:t xml:space="preserve"> </w:t>
            </w:r>
            <w:r w:rsidR="008F3A72" w:rsidRPr="009647FC">
              <w:rPr>
                <w:rtl/>
              </w:rPr>
              <w:t>لأ</w:t>
            </w:r>
            <w:r w:rsidRPr="009647FC">
              <w:rPr>
                <w:rtl/>
              </w:rPr>
              <w:t>ضيا</w:t>
            </w:r>
            <w:r w:rsidR="008F3A72" w:rsidRPr="009647FC">
              <w:rPr>
                <w:rtl/>
              </w:rPr>
              <w:t>فه</w:t>
            </w:r>
            <w:r w:rsidR="008F3A72">
              <w:rPr>
                <w:rtl/>
              </w:rPr>
              <w:t xml:space="preserve"> </w:t>
            </w:r>
            <w:r w:rsidR="008F3A72" w:rsidRPr="009647FC">
              <w:rPr>
                <w:rtl/>
              </w:rPr>
              <w:t>أبُ</w:t>
            </w:r>
            <w:r w:rsidR="008F3A72" w:rsidRPr="00725071">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9647FC">
              <w:rPr>
                <w:rtl/>
              </w:rPr>
              <w:t>أخو</w:t>
            </w:r>
            <w:r>
              <w:rPr>
                <w:rtl/>
              </w:rPr>
              <w:t xml:space="preserve"> </w:t>
            </w:r>
            <w:r w:rsidRPr="009647FC">
              <w:rPr>
                <w:rtl/>
              </w:rPr>
              <w:t>ا</w:t>
            </w:r>
            <w:r w:rsidR="00A72677" w:rsidRPr="009647FC">
              <w:rPr>
                <w:rtl/>
              </w:rPr>
              <w:t>لح</w:t>
            </w:r>
            <w:r w:rsidRPr="009647FC">
              <w:rPr>
                <w:rtl/>
              </w:rPr>
              <w:t>زم</w:t>
            </w:r>
            <w:r>
              <w:rPr>
                <w:rtl/>
              </w:rPr>
              <w:t xml:space="preserve"> </w:t>
            </w:r>
            <w:r w:rsidRPr="009647FC">
              <w:rPr>
                <w:rtl/>
              </w:rPr>
              <w:t>إ</w:t>
            </w:r>
            <w:r w:rsidR="00A72677" w:rsidRPr="009647FC">
              <w:rPr>
                <w:rtl/>
              </w:rPr>
              <w:t>ما</w:t>
            </w:r>
            <w:r>
              <w:rPr>
                <w:rtl/>
              </w:rPr>
              <w:t xml:space="preserve"> </w:t>
            </w:r>
            <w:r w:rsidR="00A72677" w:rsidRPr="009647FC">
              <w:rPr>
                <w:rtl/>
              </w:rPr>
              <w:t>قس</w:t>
            </w:r>
            <w:r w:rsidRPr="009647FC">
              <w:rPr>
                <w:rtl/>
              </w:rPr>
              <w:t>ت</w:t>
            </w:r>
            <w:r w:rsidR="00677BC4">
              <w:rPr>
                <w:rtl/>
              </w:rPr>
              <w:t>َ</w:t>
            </w:r>
            <w:r w:rsidRPr="009647FC">
              <w:rPr>
                <w:rtl/>
              </w:rPr>
              <w:t>ه</w:t>
            </w:r>
            <w:r>
              <w:rPr>
                <w:rtl/>
              </w:rPr>
              <w:t xml:space="preserve"> </w:t>
            </w:r>
            <w:r w:rsidR="00A72677" w:rsidRPr="009647FC">
              <w:rPr>
                <w:rtl/>
              </w:rPr>
              <w:t>في</w:t>
            </w:r>
            <w:r>
              <w:rPr>
                <w:rtl/>
              </w:rPr>
              <w:t xml:space="preserve"> </w:t>
            </w:r>
            <w:r w:rsidR="00A72677" w:rsidRPr="009647FC">
              <w:rPr>
                <w:rtl/>
              </w:rPr>
              <w:t>لد</w:t>
            </w:r>
            <w:r w:rsidRPr="009647FC">
              <w:rPr>
                <w:rtl/>
              </w:rPr>
              <w:t>اته</w:t>
            </w:r>
            <w:r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A72677" w:rsidP="00A72677">
            <w:pPr>
              <w:pStyle w:val="libPoem"/>
            </w:pPr>
            <w:r w:rsidRPr="009647FC">
              <w:rPr>
                <w:rtl/>
              </w:rPr>
              <w:t>فطف</w:t>
            </w:r>
            <w:r w:rsidR="008F3A72" w:rsidRPr="009647FC">
              <w:rPr>
                <w:rtl/>
              </w:rPr>
              <w:t>لٌ</w:t>
            </w:r>
            <w:r w:rsidR="008F3A72">
              <w:rPr>
                <w:rtl/>
              </w:rPr>
              <w:t xml:space="preserve">، </w:t>
            </w:r>
            <w:r w:rsidR="008F3A72" w:rsidRPr="009647FC">
              <w:rPr>
                <w:rtl/>
              </w:rPr>
              <w:t>وإن</w:t>
            </w:r>
            <w:r w:rsidR="008F3A72">
              <w:rPr>
                <w:rtl/>
              </w:rPr>
              <w:t xml:space="preserve"> </w:t>
            </w:r>
            <w:r w:rsidRPr="009647FC">
              <w:rPr>
                <w:rtl/>
              </w:rPr>
              <w:t>ما</w:t>
            </w:r>
            <w:r w:rsidR="008F3A72" w:rsidRPr="009647FC">
              <w:rPr>
                <w:rtl/>
              </w:rPr>
              <w:t>ر</w:t>
            </w:r>
            <w:r w:rsidRPr="009647FC">
              <w:rPr>
                <w:rtl/>
              </w:rPr>
              <w:t>ست</w:t>
            </w:r>
            <w:r w:rsidR="008F3A72" w:rsidRPr="009647FC">
              <w:rPr>
                <w:rtl/>
              </w:rPr>
              <w:t>ه</w:t>
            </w:r>
            <w:r w:rsidR="008F3A72">
              <w:rPr>
                <w:rtl/>
              </w:rPr>
              <w:t xml:space="preserve"> </w:t>
            </w:r>
            <w:r w:rsidRPr="009647FC">
              <w:rPr>
                <w:rtl/>
              </w:rPr>
              <w:t>فه</w:t>
            </w:r>
            <w:r w:rsidR="008F3A72" w:rsidRPr="009647FC">
              <w:rPr>
                <w:rtl/>
              </w:rPr>
              <w:t>و</w:t>
            </w:r>
            <w:r w:rsidR="008F3A72">
              <w:rPr>
                <w:rtl/>
              </w:rPr>
              <w:t xml:space="preserve"> </w:t>
            </w:r>
            <w:r w:rsidR="008F3A72" w:rsidRPr="009647FC">
              <w:rPr>
                <w:rtl/>
              </w:rPr>
              <w:t>أ</w:t>
            </w:r>
            <w:r w:rsidRPr="009647FC">
              <w:rPr>
                <w:rtl/>
              </w:rPr>
              <w:t>شي</w:t>
            </w:r>
            <w:r w:rsidR="008F3A72" w:rsidRPr="009647FC">
              <w:rPr>
                <w:rtl/>
              </w:rPr>
              <w:t>بُ</w:t>
            </w:r>
            <w:r w:rsidR="008F3A72" w:rsidRPr="00725071">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9647FC">
              <w:rPr>
                <w:rtl/>
              </w:rPr>
              <w:t>بنو</w:t>
            </w:r>
            <w:r w:rsidR="008F3A72" w:rsidRPr="009647FC">
              <w:rPr>
                <w:rtl/>
              </w:rPr>
              <w:t>ك</w:t>
            </w:r>
            <w:r w:rsidR="00677BC4">
              <w:rPr>
                <w:rtl/>
              </w:rPr>
              <w:t>َ</w:t>
            </w:r>
            <w:r w:rsidR="008F3A72">
              <w:rPr>
                <w:rtl/>
              </w:rPr>
              <w:t xml:space="preserve"> </w:t>
            </w:r>
            <w:r w:rsidRPr="009647FC">
              <w:rPr>
                <w:rtl/>
              </w:rPr>
              <w:t>بنو</w:t>
            </w:r>
            <w:r w:rsidR="008F3A72">
              <w:rPr>
                <w:rtl/>
              </w:rPr>
              <w:t xml:space="preserve"> </w:t>
            </w:r>
            <w:r w:rsidR="008F3A72" w:rsidRPr="009647FC">
              <w:rPr>
                <w:rtl/>
              </w:rPr>
              <w:t>ا</w:t>
            </w:r>
            <w:r w:rsidRPr="009647FC">
              <w:rPr>
                <w:rtl/>
              </w:rPr>
              <w:t>لع</w:t>
            </w:r>
            <w:r w:rsidR="008F3A72" w:rsidRPr="009647FC">
              <w:rPr>
                <w:rtl/>
              </w:rPr>
              <w:t>لياء</w:t>
            </w:r>
            <w:r w:rsidR="008F3A72">
              <w:rPr>
                <w:rtl/>
              </w:rPr>
              <w:t xml:space="preserve"> </w:t>
            </w:r>
            <w:r w:rsidR="008F3A72" w:rsidRPr="009647FC">
              <w:rPr>
                <w:rtl/>
              </w:rPr>
              <w:t>أ</w:t>
            </w:r>
            <w:r w:rsidRPr="009647FC">
              <w:rPr>
                <w:rtl/>
              </w:rPr>
              <w:t>نج</w:t>
            </w:r>
            <w:r w:rsidR="008F3A72" w:rsidRPr="009647FC">
              <w:rPr>
                <w:rtl/>
              </w:rPr>
              <w:t>بت</w:t>
            </w:r>
            <w:r w:rsidR="008F3A72">
              <w:rPr>
                <w:rtl/>
              </w:rPr>
              <w:t xml:space="preserve"> </w:t>
            </w:r>
            <w:r w:rsidRPr="009647FC">
              <w:rPr>
                <w:rtl/>
              </w:rPr>
              <w:t>في</w:t>
            </w:r>
            <w:r w:rsidR="008F3A72" w:rsidRPr="009647FC">
              <w:rPr>
                <w:rtl/>
              </w:rPr>
              <w:t>هم</w:t>
            </w:r>
            <w:r w:rsidR="008F3A72"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A72677" w:rsidP="00A72677">
            <w:pPr>
              <w:pStyle w:val="libPoem"/>
            </w:pPr>
            <w:r w:rsidRPr="009647FC">
              <w:rPr>
                <w:rtl/>
              </w:rPr>
              <w:t>لك</w:t>
            </w:r>
            <w:r w:rsidR="008F3A72">
              <w:rPr>
                <w:rtl/>
              </w:rPr>
              <w:t xml:space="preserve"> </w:t>
            </w:r>
            <w:r w:rsidR="008F3A72" w:rsidRPr="009647FC">
              <w:rPr>
                <w:rtl/>
              </w:rPr>
              <w:t>ا</w:t>
            </w:r>
            <w:r w:rsidRPr="009647FC">
              <w:rPr>
                <w:rtl/>
              </w:rPr>
              <w:t>لل</w:t>
            </w:r>
            <w:r w:rsidR="008F3A72" w:rsidRPr="009647FC">
              <w:rPr>
                <w:rtl/>
              </w:rPr>
              <w:t>ّه</w:t>
            </w:r>
            <w:r w:rsidR="008F3A72">
              <w:rPr>
                <w:rtl/>
              </w:rPr>
              <w:t xml:space="preserve"> </w:t>
            </w:r>
            <w:r w:rsidRPr="009647FC">
              <w:rPr>
                <w:rtl/>
              </w:rPr>
              <w:t>هل</w:t>
            </w:r>
            <w:r w:rsidR="008F3A72">
              <w:rPr>
                <w:rtl/>
              </w:rPr>
              <w:t xml:space="preserve"> </w:t>
            </w:r>
            <w:r w:rsidRPr="009647FC">
              <w:rPr>
                <w:rtl/>
              </w:rPr>
              <w:t>تد</w:t>
            </w:r>
            <w:r w:rsidR="008F3A72" w:rsidRPr="009647FC">
              <w:rPr>
                <w:rtl/>
              </w:rPr>
              <w:t>ري</w:t>
            </w:r>
            <w:r w:rsidR="008F3A72">
              <w:rPr>
                <w:rtl/>
              </w:rPr>
              <w:t xml:space="preserve"> </w:t>
            </w:r>
            <w:r w:rsidR="008F3A72" w:rsidRPr="009647FC">
              <w:rPr>
                <w:rtl/>
              </w:rPr>
              <w:t>بمنْ</w:t>
            </w:r>
            <w:r w:rsidR="008F3A72">
              <w:rPr>
                <w:rtl/>
              </w:rPr>
              <w:t xml:space="preserve"> </w:t>
            </w:r>
            <w:r w:rsidR="008F3A72" w:rsidRPr="009647FC">
              <w:rPr>
                <w:rtl/>
              </w:rPr>
              <w:t>أنت</w:t>
            </w:r>
            <w:r w:rsidR="008F3A72">
              <w:rPr>
                <w:rtl/>
              </w:rPr>
              <w:t xml:space="preserve"> </w:t>
            </w:r>
            <w:r w:rsidR="008F3A72" w:rsidRPr="009647FC">
              <w:rPr>
                <w:rtl/>
              </w:rPr>
              <w:t>منجبُ؟</w:t>
            </w:r>
            <w:r w:rsidR="008F3A72" w:rsidRPr="00725071">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A72677">
              <w:rPr>
                <w:rtl/>
              </w:rPr>
              <w:t>غطا</w:t>
            </w:r>
            <w:r w:rsidR="008F3A72" w:rsidRPr="00A72677">
              <w:rPr>
                <w:rtl/>
              </w:rPr>
              <w:t xml:space="preserve">رفةٌ لا </w:t>
            </w:r>
            <w:r w:rsidRPr="00A72677">
              <w:rPr>
                <w:rtl/>
              </w:rPr>
              <w:t>تعق</w:t>
            </w:r>
            <w:r w:rsidR="008F3A72" w:rsidRPr="00A72677">
              <w:rPr>
                <w:rtl/>
              </w:rPr>
              <w:t>ب ا</w:t>
            </w:r>
            <w:r w:rsidRPr="00A72677">
              <w:rPr>
                <w:rtl/>
              </w:rPr>
              <w:t>لش</w:t>
            </w:r>
            <w:r w:rsidR="008F3A72" w:rsidRPr="00A72677">
              <w:rPr>
                <w:rtl/>
              </w:rPr>
              <w:t xml:space="preserve">مسُ </w:t>
            </w:r>
            <w:r w:rsidRPr="00A72677">
              <w:rPr>
                <w:rtl/>
              </w:rPr>
              <w:t>مث</w:t>
            </w:r>
            <w:r w:rsidR="008F3A72" w:rsidRPr="00A72677">
              <w:rPr>
                <w:rtl/>
              </w:rPr>
              <w:t>لهم</w:t>
            </w:r>
            <w:r w:rsidR="008F3A72"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8F3A72" w:rsidP="00A72677">
            <w:pPr>
              <w:pStyle w:val="libPoem"/>
            </w:pPr>
            <w:r w:rsidRPr="00A72677">
              <w:rPr>
                <w:rtl/>
              </w:rPr>
              <w:t>ولو</w:t>
            </w:r>
            <w:r w:rsidR="004C00A8">
              <w:rPr>
                <w:rtl/>
              </w:rPr>
              <w:t xml:space="preserve"> </w:t>
            </w:r>
            <w:r w:rsidRPr="00A72677">
              <w:rPr>
                <w:rtl/>
              </w:rPr>
              <w:t>أن</w:t>
            </w:r>
            <w:r w:rsidR="00A72677" w:rsidRPr="00A72677">
              <w:rPr>
                <w:rtl/>
              </w:rPr>
              <w:t>ّه</w:t>
            </w:r>
            <w:r w:rsidRPr="00A72677">
              <w:rPr>
                <w:rtl/>
              </w:rPr>
              <w:t xml:space="preserve">ا </w:t>
            </w:r>
            <w:r w:rsidR="00A72677" w:rsidRPr="00A72677">
              <w:rPr>
                <w:rtl/>
              </w:rPr>
              <w:t>في</w:t>
            </w:r>
            <w:r w:rsidRPr="00A72677">
              <w:rPr>
                <w:rtl/>
              </w:rPr>
              <w:t xml:space="preserve"> أ</w:t>
            </w:r>
            <w:r w:rsidR="00A72677" w:rsidRPr="00A72677">
              <w:rPr>
                <w:rtl/>
              </w:rPr>
              <w:t>فق</w:t>
            </w:r>
            <w:r w:rsidRPr="00A72677">
              <w:rPr>
                <w:rtl/>
              </w:rPr>
              <w:t xml:space="preserve">ها </w:t>
            </w:r>
            <w:r w:rsidR="00A72677" w:rsidRPr="00A72677">
              <w:rPr>
                <w:rtl/>
              </w:rPr>
              <w:t>من</w:t>
            </w:r>
            <w:r w:rsidRPr="00A72677">
              <w:rPr>
                <w:rtl/>
              </w:rPr>
              <w:t xml:space="preserve">ك </w:t>
            </w:r>
            <w:r w:rsidR="00A72677" w:rsidRPr="00A72677">
              <w:rPr>
                <w:rtl/>
              </w:rPr>
              <w:t>تع</w:t>
            </w:r>
            <w:r w:rsidRPr="00A72677">
              <w:rPr>
                <w:rtl/>
              </w:rPr>
              <w:t>قبُ</w:t>
            </w:r>
            <w:r w:rsidRPr="00A72677">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9647FC">
              <w:rPr>
                <w:rtl/>
              </w:rPr>
              <w:t>ذوو</w:t>
            </w:r>
            <w:r>
              <w:rPr>
                <w:rtl/>
              </w:rPr>
              <w:t xml:space="preserve"> </w:t>
            </w:r>
            <w:r w:rsidRPr="009647FC">
              <w:rPr>
                <w:rtl/>
              </w:rPr>
              <w:t>غررٍ</w:t>
            </w:r>
            <w:r>
              <w:rPr>
                <w:rtl/>
              </w:rPr>
              <w:t xml:space="preserve"> </w:t>
            </w:r>
            <w:r w:rsidR="00A72677" w:rsidRPr="009647FC">
              <w:rPr>
                <w:rtl/>
              </w:rPr>
              <w:t>يج</w:t>
            </w:r>
            <w:r w:rsidRPr="009647FC">
              <w:rPr>
                <w:rtl/>
              </w:rPr>
              <w:t>لو</w:t>
            </w:r>
            <w:r>
              <w:rPr>
                <w:rtl/>
              </w:rPr>
              <w:t xml:space="preserve"> </w:t>
            </w:r>
            <w:r w:rsidRPr="009647FC">
              <w:rPr>
                <w:rtl/>
              </w:rPr>
              <w:t>ا</w:t>
            </w:r>
            <w:r w:rsidR="00A72677" w:rsidRPr="009647FC">
              <w:rPr>
                <w:rtl/>
              </w:rPr>
              <w:t>لغ</w:t>
            </w:r>
            <w:r w:rsidRPr="009647FC">
              <w:rPr>
                <w:rtl/>
              </w:rPr>
              <w:t>ياهب</w:t>
            </w:r>
            <w:r w:rsidR="00677BC4">
              <w:rPr>
                <w:rtl/>
              </w:rPr>
              <w:t>َ</w:t>
            </w:r>
            <w:r>
              <w:rPr>
                <w:rtl/>
              </w:rPr>
              <w:t xml:space="preserve"> </w:t>
            </w:r>
            <w:r w:rsidR="00A72677" w:rsidRPr="009647FC">
              <w:rPr>
                <w:rtl/>
              </w:rPr>
              <w:t>ضو</w:t>
            </w:r>
            <w:r w:rsidRPr="009647FC">
              <w:rPr>
                <w:rtl/>
              </w:rPr>
              <w:t>ؤها</w:t>
            </w:r>
            <w:r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8F3A72" w:rsidP="00A72677">
            <w:pPr>
              <w:pStyle w:val="libPoem"/>
            </w:pPr>
            <w:r w:rsidRPr="009647FC">
              <w:rPr>
                <w:rtl/>
              </w:rPr>
              <w:t>و</w:t>
            </w:r>
            <w:r w:rsidR="00A72677" w:rsidRPr="009647FC">
              <w:rPr>
                <w:rtl/>
              </w:rPr>
              <w:t>غير</w:t>
            </w:r>
            <w:r w:rsidRPr="009647FC">
              <w:rPr>
                <w:rtl/>
              </w:rPr>
              <w:t>هم</w:t>
            </w:r>
            <w:r w:rsidR="004C00A8">
              <w:rPr>
                <w:rtl/>
              </w:rPr>
              <w:t xml:space="preserve"> </w:t>
            </w:r>
            <w:r w:rsidR="00A72677" w:rsidRPr="009647FC">
              <w:rPr>
                <w:rtl/>
              </w:rPr>
              <w:t>في</w:t>
            </w:r>
            <w:r>
              <w:rPr>
                <w:rtl/>
              </w:rPr>
              <w:t xml:space="preserve"> </w:t>
            </w:r>
            <w:r w:rsidR="00A72677" w:rsidRPr="009647FC">
              <w:rPr>
                <w:rtl/>
              </w:rPr>
              <w:t>عي</w:t>
            </w:r>
            <w:r w:rsidRPr="009647FC">
              <w:rPr>
                <w:rtl/>
              </w:rPr>
              <w:t>ن</w:t>
            </w:r>
            <w:r>
              <w:rPr>
                <w:rtl/>
              </w:rPr>
              <w:t xml:space="preserve"> </w:t>
            </w:r>
            <w:r w:rsidRPr="009647FC">
              <w:rPr>
                <w:rtl/>
              </w:rPr>
              <w:t>را</w:t>
            </w:r>
            <w:r w:rsidR="00A72677" w:rsidRPr="009647FC">
              <w:rPr>
                <w:rtl/>
              </w:rPr>
              <w:t>ئي</w:t>
            </w:r>
            <w:r w:rsidRPr="009647FC">
              <w:rPr>
                <w:rtl/>
              </w:rPr>
              <w:t>ه</w:t>
            </w:r>
            <w:r>
              <w:rPr>
                <w:rtl/>
              </w:rPr>
              <w:t xml:space="preserve"> </w:t>
            </w:r>
            <w:r w:rsidR="00A72677" w:rsidRPr="009647FC">
              <w:rPr>
                <w:rtl/>
              </w:rPr>
              <w:t>غي</w:t>
            </w:r>
            <w:r w:rsidRPr="009647FC">
              <w:rPr>
                <w:rtl/>
              </w:rPr>
              <w:t>هبُ</w:t>
            </w:r>
            <w:r w:rsidRPr="00725071">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9647FC">
              <w:rPr>
                <w:rtl/>
              </w:rPr>
              <w:t>أأهل</w:t>
            </w:r>
            <w:r w:rsidR="00677BC4">
              <w:rPr>
                <w:rtl/>
              </w:rPr>
              <w:t>َ</w:t>
            </w:r>
            <w:r w:rsidR="004C00A8">
              <w:rPr>
                <w:rtl/>
              </w:rPr>
              <w:t xml:space="preserve"> </w:t>
            </w:r>
            <w:r w:rsidRPr="009647FC">
              <w:rPr>
                <w:rtl/>
              </w:rPr>
              <w:t>ا</w:t>
            </w:r>
            <w:r w:rsidR="00A72677" w:rsidRPr="009647FC">
              <w:rPr>
                <w:rtl/>
              </w:rPr>
              <w:t>لنف</w:t>
            </w:r>
            <w:r w:rsidRPr="009647FC">
              <w:rPr>
                <w:rtl/>
              </w:rPr>
              <w:t>وس</w:t>
            </w:r>
            <w:r>
              <w:rPr>
                <w:rtl/>
              </w:rPr>
              <w:t xml:space="preserve"> </w:t>
            </w:r>
            <w:r w:rsidRPr="009647FC">
              <w:rPr>
                <w:rtl/>
              </w:rPr>
              <w:t>ا</w:t>
            </w:r>
            <w:r w:rsidR="00A72677" w:rsidRPr="009647FC">
              <w:rPr>
                <w:rtl/>
              </w:rPr>
              <w:t>لغا</w:t>
            </w:r>
            <w:r w:rsidRPr="009647FC">
              <w:rPr>
                <w:rtl/>
              </w:rPr>
              <w:t>لبيات</w:t>
            </w:r>
            <w:r>
              <w:rPr>
                <w:rtl/>
              </w:rPr>
              <w:t xml:space="preserve"> </w:t>
            </w:r>
            <w:r w:rsidR="00A72677" w:rsidRPr="009647FC">
              <w:rPr>
                <w:rtl/>
              </w:rPr>
              <w:t>مو</w:t>
            </w:r>
            <w:r w:rsidRPr="009647FC">
              <w:rPr>
                <w:rtl/>
              </w:rPr>
              <w:t>لدا</w:t>
            </w:r>
            <w:r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8F3A72" w:rsidP="00A72677">
            <w:pPr>
              <w:pStyle w:val="libPoem"/>
            </w:pPr>
            <w:r w:rsidRPr="009647FC">
              <w:rPr>
                <w:rtl/>
              </w:rPr>
              <w:t>لأ</w:t>
            </w:r>
            <w:r w:rsidR="00A72677" w:rsidRPr="009647FC">
              <w:rPr>
                <w:rtl/>
              </w:rPr>
              <w:t>نتم</w:t>
            </w:r>
            <w:r w:rsidR="004C00A8">
              <w:rPr>
                <w:rtl/>
              </w:rPr>
              <w:t xml:space="preserve"> </w:t>
            </w:r>
            <w:r w:rsidR="00A72677" w:rsidRPr="009647FC">
              <w:rPr>
                <w:rtl/>
              </w:rPr>
              <w:t>عل</w:t>
            </w:r>
            <w:r w:rsidRPr="009647FC">
              <w:rPr>
                <w:rtl/>
              </w:rPr>
              <w:t>ى</w:t>
            </w:r>
            <w:r>
              <w:rPr>
                <w:rtl/>
              </w:rPr>
              <w:t xml:space="preserve"> </w:t>
            </w:r>
            <w:r w:rsidR="00A72677" w:rsidRPr="009647FC">
              <w:rPr>
                <w:rtl/>
              </w:rPr>
              <w:t>كس</w:t>
            </w:r>
            <w:r w:rsidRPr="009647FC">
              <w:rPr>
                <w:rtl/>
              </w:rPr>
              <w:t>ب</w:t>
            </w:r>
            <w:r>
              <w:rPr>
                <w:rtl/>
              </w:rPr>
              <w:t xml:space="preserve"> </w:t>
            </w:r>
            <w:r w:rsidRPr="009647FC">
              <w:rPr>
                <w:rtl/>
              </w:rPr>
              <w:t>ا</w:t>
            </w:r>
            <w:r w:rsidR="00A72677" w:rsidRPr="009647FC">
              <w:rPr>
                <w:rtl/>
              </w:rPr>
              <w:t>لم</w:t>
            </w:r>
            <w:r w:rsidRPr="009647FC">
              <w:rPr>
                <w:rtl/>
              </w:rPr>
              <w:t>كارم</w:t>
            </w:r>
            <w:r>
              <w:rPr>
                <w:rtl/>
              </w:rPr>
              <w:t xml:space="preserve"> </w:t>
            </w:r>
            <w:r w:rsidRPr="009647FC">
              <w:rPr>
                <w:rtl/>
              </w:rPr>
              <w:t>أ</w:t>
            </w:r>
            <w:r w:rsidR="00A72677" w:rsidRPr="009647FC">
              <w:rPr>
                <w:rtl/>
              </w:rPr>
              <w:t>غل</w:t>
            </w:r>
            <w:r w:rsidRPr="009647FC">
              <w:rPr>
                <w:rtl/>
              </w:rPr>
              <w:t>بُ</w:t>
            </w:r>
            <w:r w:rsidRPr="00725071">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9647FC">
              <w:rPr>
                <w:rtl/>
              </w:rPr>
              <w:t>ر</w:t>
            </w:r>
            <w:r w:rsidR="00A72677" w:rsidRPr="009647FC">
              <w:rPr>
                <w:rtl/>
              </w:rPr>
              <w:t>قا</w:t>
            </w:r>
            <w:r w:rsidRPr="009647FC">
              <w:rPr>
                <w:rtl/>
              </w:rPr>
              <w:t>ق</w:t>
            </w:r>
            <w:r w:rsidR="004C00A8">
              <w:rPr>
                <w:rtl/>
              </w:rPr>
              <w:t xml:space="preserve"> </w:t>
            </w:r>
            <w:r w:rsidR="00A72677" w:rsidRPr="009647FC">
              <w:rPr>
                <w:rtl/>
              </w:rPr>
              <w:t>حو</w:t>
            </w:r>
            <w:r w:rsidRPr="009647FC">
              <w:rPr>
                <w:rtl/>
              </w:rPr>
              <w:t>اشي</w:t>
            </w:r>
            <w:r>
              <w:rPr>
                <w:rtl/>
              </w:rPr>
              <w:t xml:space="preserve"> </w:t>
            </w:r>
            <w:r w:rsidRPr="009647FC">
              <w:rPr>
                <w:rtl/>
              </w:rPr>
              <w:t>ا</w:t>
            </w:r>
            <w:r w:rsidR="00A72677" w:rsidRPr="009647FC">
              <w:rPr>
                <w:rtl/>
              </w:rPr>
              <w:t>لط</w:t>
            </w:r>
            <w:r w:rsidRPr="009647FC">
              <w:rPr>
                <w:rtl/>
              </w:rPr>
              <w:t>بع</w:t>
            </w:r>
            <w:r>
              <w:rPr>
                <w:rtl/>
              </w:rPr>
              <w:t xml:space="preserve">، </w:t>
            </w:r>
            <w:r w:rsidR="00A72677" w:rsidRPr="009647FC">
              <w:rPr>
                <w:rtl/>
              </w:rPr>
              <w:t>طب</w:t>
            </w:r>
            <w:r w:rsidRPr="009647FC">
              <w:rPr>
                <w:rtl/>
              </w:rPr>
              <w:t>تم</w:t>
            </w:r>
            <w:r>
              <w:rPr>
                <w:rtl/>
              </w:rPr>
              <w:t xml:space="preserve"> </w:t>
            </w:r>
            <w:r w:rsidRPr="009647FC">
              <w:rPr>
                <w:rtl/>
              </w:rPr>
              <w:t>شمائلا</w:t>
            </w:r>
            <w:r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A72677" w:rsidP="00A72677">
            <w:pPr>
              <w:pStyle w:val="libPoem"/>
            </w:pPr>
            <w:r w:rsidRPr="009647FC">
              <w:rPr>
                <w:rtl/>
              </w:rPr>
              <w:t>بها</w:t>
            </w:r>
            <w:r w:rsidR="008F3A72">
              <w:rPr>
                <w:rtl/>
              </w:rPr>
              <w:t xml:space="preserve"> </w:t>
            </w:r>
            <w:r w:rsidR="008F3A72" w:rsidRPr="009647FC">
              <w:rPr>
                <w:rtl/>
              </w:rPr>
              <w:t>أرج</w:t>
            </w:r>
            <w:r w:rsidR="008F3A72">
              <w:rPr>
                <w:rtl/>
              </w:rPr>
              <w:t xml:space="preserve"> </w:t>
            </w:r>
            <w:r w:rsidRPr="009647FC">
              <w:rPr>
                <w:rtl/>
              </w:rPr>
              <w:t>من</w:t>
            </w:r>
            <w:r w:rsidR="008F3A72">
              <w:rPr>
                <w:rtl/>
              </w:rPr>
              <w:t xml:space="preserve"> </w:t>
            </w:r>
            <w:r w:rsidRPr="009647FC">
              <w:rPr>
                <w:rtl/>
              </w:rPr>
              <w:t>نف</w:t>
            </w:r>
            <w:r w:rsidR="008F3A72" w:rsidRPr="009647FC">
              <w:rPr>
                <w:rtl/>
              </w:rPr>
              <w:t>حة</w:t>
            </w:r>
            <w:r w:rsidR="008F3A72">
              <w:rPr>
                <w:rtl/>
              </w:rPr>
              <w:t xml:space="preserve"> </w:t>
            </w:r>
            <w:r w:rsidR="008F3A72" w:rsidRPr="009647FC">
              <w:rPr>
                <w:rtl/>
              </w:rPr>
              <w:t>ا</w:t>
            </w:r>
            <w:r w:rsidRPr="009647FC">
              <w:rPr>
                <w:rtl/>
              </w:rPr>
              <w:t>لم</w:t>
            </w:r>
            <w:r w:rsidR="008F3A72" w:rsidRPr="009647FC">
              <w:rPr>
                <w:rtl/>
              </w:rPr>
              <w:t>سك</w:t>
            </w:r>
            <w:r w:rsidR="008F3A72">
              <w:rPr>
                <w:rtl/>
              </w:rPr>
              <w:t xml:space="preserve"> </w:t>
            </w:r>
            <w:r w:rsidR="008F3A72" w:rsidRPr="009647FC">
              <w:rPr>
                <w:rtl/>
              </w:rPr>
              <w:t>أ</w:t>
            </w:r>
            <w:r w:rsidRPr="009647FC">
              <w:rPr>
                <w:rtl/>
              </w:rPr>
              <w:t>طي</w:t>
            </w:r>
            <w:r w:rsidR="008F3A72" w:rsidRPr="009647FC">
              <w:rPr>
                <w:rtl/>
              </w:rPr>
              <w:t>بُ</w:t>
            </w:r>
            <w:r w:rsidR="008F3A72" w:rsidRPr="00725071">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9647FC">
              <w:rPr>
                <w:rtl/>
              </w:rPr>
              <w:t>لكم</w:t>
            </w:r>
            <w:r w:rsidR="004C00A8">
              <w:rPr>
                <w:rtl/>
              </w:rPr>
              <w:t xml:space="preserve"> </w:t>
            </w:r>
            <w:r w:rsidRPr="009647FC">
              <w:rPr>
                <w:rtl/>
              </w:rPr>
              <w:t>خلق</w:t>
            </w:r>
            <w:r w:rsidR="008F3A72" w:rsidRPr="009647FC">
              <w:rPr>
                <w:rtl/>
              </w:rPr>
              <w:t>ا</w:t>
            </w:r>
            <w:r w:rsidR="008F3A72">
              <w:rPr>
                <w:rtl/>
              </w:rPr>
              <w:t xml:space="preserve"> </w:t>
            </w:r>
            <w:r w:rsidRPr="009647FC">
              <w:rPr>
                <w:rtl/>
              </w:rPr>
              <w:t>مجد</w:t>
            </w:r>
            <w:r w:rsidR="008F3A72" w:rsidRPr="009647FC">
              <w:rPr>
                <w:rtl/>
              </w:rPr>
              <w:t>ٍ</w:t>
            </w:r>
            <w:r w:rsidR="008F3A72">
              <w:rPr>
                <w:rtl/>
              </w:rPr>
              <w:t xml:space="preserve">، </w:t>
            </w:r>
            <w:r w:rsidRPr="009647FC">
              <w:rPr>
                <w:rtl/>
              </w:rPr>
              <w:t>فذ</w:t>
            </w:r>
            <w:r w:rsidR="008F3A72" w:rsidRPr="009647FC">
              <w:rPr>
                <w:rtl/>
              </w:rPr>
              <w:t>لك</w:t>
            </w:r>
            <w:r w:rsidR="008F3A72">
              <w:rPr>
                <w:rtl/>
              </w:rPr>
              <w:t xml:space="preserve"> </w:t>
            </w:r>
            <w:r w:rsidRPr="009647FC">
              <w:rPr>
                <w:rtl/>
              </w:rPr>
              <w:t>لل</w:t>
            </w:r>
            <w:r w:rsidR="008F3A72" w:rsidRPr="009647FC">
              <w:rPr>
                <w:rtl/>
              </w:rPr>
              <w:t>عدى</w:t>
            </w:r>
            <w:r w:rsidR="008F3A72"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Pr="00524A24" w:rsidRDefault="008F3A72" w:rsidP="00A72677">
            <w:pPr>
              <w:pStyle w:val="libPoem"/>
            </w:pPr>
            <w:r w:rsidRPr="009647FC">
              <w:rPr>
                <w:rtl/>
              </w:rPr>
              <w:t>ي</w:t>
            </w:r>
            <w:r w:rsidR="00A72677" w:rsidRPr="009647FC">
              <w:rPr>
                <w:rtl/>
              </w:rPr>
              <w:t>مر</w:t>
            </w:r>
            <w:r w:rsidRPr="009647FC">
              <w:rPr>
                <w:rtl/>
              </w:rPr>
              <w:t>ّ</w:t>
            </w:r>
            <w:r>
              <w:rPr>
                <w:rtl/>
              </w:rPr>
              <w:t xml:space="preserve">، </w:t>
            </w:r>
            <w:r w:rsidRPr="009647FC">
              <w:rPr>
                <w:rtl/>
              </w:rPr>
              <w:t>وهذا</w:t>
            </w:r>
            <w:r>
              <w:rPr>
                <w:rtl/>
              </w:rPr>
              <w:t xml:space="preserve"> </w:t>
            </w:r>
            <w:r w:rsidR="00A72677" w:rsidRPr="009647FC">
              <w:rPr>
                <w:rtl/>
              </w:rPr>
              <w:t>للم</w:t>
            </w:r>
            <w:r w:rsidRPr="009647FC">
              <w:rPr>
                <w:rtl/>
              </w:rPr>
              <w:t>حبّين</w:t>
            </w:r>
            <w:r>
              <w:rPr>
                <w:rtl/>
              </w:rPr>
              <w:t xml:space="preserve"> </w:t>
            </w:r>
            <w:r w:rsidR="00A72677" w:rsidRPr="009647FC">
              <w:rPr>
                <w:rtl/>
              </w:rPr>
              <w:t>يعذ</w:t>
            </w:r>
            <w:r w:rsidRPr="009647FC">
              <w:rPr>
                <w:rtl/>
              </w:rPr>
              <w:t>بُ</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الديوان المطبوع</w:t>
      </w:r>
      <w:r w:rsidR="00D769AB">
        <w:rPr>
          <w:rtl/>
        </w:rPr>
        <w:t>:</w:t>
      </w:r>
      <w:r w:rsidRPr="009647FC">
        <w:rPr>
          <w:rtl/>
        </w:rPr>
        <w:t xml:space="preserve"> النزل النزل</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الهادي والحسن</w:t>
      </w:r>
      <w:r w:rsidR="00D769AB">
        <w:rPr>
          <w:rtl/>
        </w:rPr>
        <w:t>،</w:t>
      </w:r>
      <w:r w:rsidRPr="009647FC">
        <w:rPr>
          <w:rtl/>
        </w:rPr>
        <w:t xml:space="preserve"> علمان مل‌ء السمع والبصر</w:t>
      </w:r>
      <w:r w:rsidR="00D769AB">
        <w:rPr>
          <w:rtl/>
        </w:rPr>
        <w:t>،</w:t>
      </w:r>
      <w:r w:rsidRPr="009647FC">
        <w:rPr>
          <w:rtl/>
        </w:rPr>
        <w:t xml:space="preserve"> وهما ولدا المرثي السيد صالح</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أحمد</w:t>
      </w:r>
      <w:r w:rsidR="00D769AB">
        <w:rPr>
          <w:rtl/>
        </w:rPr>
        <w:t>:</w:t>
      </w:r>
      <w:r w:rsidRPr="009647FC">
        <w:rPr>
          <w:rtl/>
        </w:rPr>
        <w:t xml:space="preserve"> هو ثالث أنجال المرثي</w:t>
      </w:r>
      <w:r w:rsidR="00D769AB">
        <w:rPr>
          <w:rtl/>
        </w:rPr>
        <w:t>.</w:t>
      </w:r>
      <w:r w:rsidRPr="009647FC">
        <w:rPr>
          <w:rtl/>
        </w:rPr>
        <w:t xml:space="preserve"> كان شاعراً فاضلاً</w:t>
      </w:r>
      <w:r w:rsidR="00D769AB">
        <w:rPr>
          <w:rtl/>
        </w:rPr>
        <w:t>،</w:t>
      </w:r>
      <w:r w:rsidRPr="009647FC">
        <w:rPr>
          <w:rtl/>
        </w:rPr>
        <w:t xml:space="preserve"> ولد في الحلّة عام 1287 هـ</w:t>
      </w:r>
      <w:r w:rsidR="00D769AB">
        <w:rPr>
          <w:rtl/>
        </w:rPr>
        <w:t>،</w:t>
      </w:r>
      <w:r w:rsidRPr="009647FC">
        <w:rPr>
          <w:rtl/>
        </w:rPr>
        <w:t xml:space="preserve"> وتوفّي في النجف عام 1324 هـ</w:t>
      </w:r>
      <w:r w:rsidR="00D769AB">
        <w:rPr>
          <w:rtl/>
        </w:rPr>
        <w:t>.</w:t>
      </w:r>
      <w:r w:rsidRPr="009647FC">
        <w:rPr>
          <w:rtl/>
        </w:rPr>
        <w:t xml:space="preserve"> ترجمت له في شعراء الحلّة 1 / 72 ط 1 و104 ط 2.</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8F3A72" w:rsidRPr="00524A24" w:rsidTr="008F3A72">
        <w:trPr>
          <w:trHeight w:val="350"/>
        </w:trPr>
        <w:tc>
          <w:tcPr>
            <w:tcW w:w="3902" w:type="dxa"/>
          </w:tcPr>
          <w:p w:rsidR="008F3A72" w:rsidRPr="00524A24" w:rsidRDefault="008F3A72" w:rsidP="00A72677">
            <w:pPr>
              <w:pStyle w:val="libPoem"/>
            </w:pPr>
            <w:r w:rsidRPr="00A72677">
              <w:rPr>
                <w:rtl/>
              </w:rPr>
              <w:lastRenderedPageBreak/>
              <w:t>ط</w:t>
            </w:r>
            <w:r w:rsidR="00A72677" w:rsidRPr="00A72677">
              <w:rPr>
                <w:rtl/>
              </w:rPr>
              <w:t>ُبع</w:t>
            </w:r>
            <w:r w:rsidRPr="00A72677">
              <w:rPr>
                <w:rtl/>
              </w:rPr>
              <w:t>تم</w:t>
            </w:r>
            <w:r w:rsidR="004C00A8">
              <w:rPr>
                <w:rtl/>
              </w:rPr>
              <w:t xml:space="preserve"> </w:t>
            </w:r>
            <w:r w:rsidR="00A72677" w:rsidRPr="00A72677">
              <w:rPr>
                <w:rtl/>
              </w:rPr>
              <w:t>سيو</w:t>
            </w:r>
            <w:r w:rsidRPr="00A72677">
              <w:rPr>
                <w:rtl/>
              </w:rPr>
              <w:t xml:space="preserve">فاً </w:t>
            </w:r>
            <w:r w:rsidR="00A72677" w:rsidRPr="00A72677">
              <w:rPr>
                <w:rtl/>
              </w:rPr>
              <w:t>لم</w:t>
            </w:r>
            <w:r w:rsidRPr="00A72677">
              <w:rPr>
                <w:rtl/>
              </w:rPr>
              <w:t xml:space="preserve"> </w:t>
            </w:r>
            <w:r w:rsidR="00A72677" w:rsidRPr="00A72677">
              <w:rPr>
                <w:rtl/>
              </w:rPr>
              <w:t>يل</w:t>
            </w:r>
            <w:r w:rsidRPr="00A72677">
              <w:rPr>
                <w:rtl/>
              </w:rPr>
              <w:t xml:space="preserve">قْ </w:t>
            </w:r>
            <w:r w:rsidR="00A72677" w:rsidRPr="00A72677">
              <w:rPr>
                <w:rtl/>
              </w:rPr>
              <w:t>لن</w:t>
            </w:r>
            <w:r w:rsidRPr="00A72677">
              <w:rPr>
                <w:rtl/>
              </w:rPr>
              <w:t>جادها</w:t>
            </w:r>
            <w:r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A72677" w:rsidP="00A72677">
            <w:pPr>
              <w:pStyle w:val="libPoem"/>
            </w:pPr>
            <w:r w:rsidRPr="00A72677">
              <w:rPr>
                <w:rtl/>
              </w:rPr>
              <w:t>سو</w:t>
            </w:r>
            <w:r w:rsidR="008F3A72" w:rsidRPr="00A72677">
              <w:rPr>
                <w:rtl/>
              </w:rPr>
              <w:t>ى</w:t>
            </w:r>
            <w:r w:rsidR="004C00A8">
              <w:rPr>
                <w:rtl/>
              </w:rPr>
              <w:t xml:space="preserve"> </w:t>
            </w:r>
            <w:r w:rsidRPr="00A72677">
              <w:rPr>
                <w:rtl/>
              </w:rPr>
              <w:t>من</w:t>
            </w:r>
            <w:r w:rsidR="008F3A72" w:rsidRPr="00A72677">
              <w:rPr>
                <w:rtl/>
              </w:rPr>
              <w:t>كب ا</w:t>
            </w:r>
            <w:r w:rsidRPr="00A72677">
              <w:rPr>
                <w:rtl/>
              </w:rPr>
              <w:t>لم</w:t>
            </w:r>
            <w:r w:rsidR="008F3A72" w:rsidRPr="00A72677">
              <w:rPr>
                <w:rtl/>
              </w:rPr>
              <w:t>جد ا</w:t>
            </w:r>
            <w:r w:rsidRPr="00A72677">
              <w:rPr>
                <w:rtl/>
              </w:rPr>
              <w:t>لم</w:t>
            </w:r>
            <w:r w:rsidR="008F3A72" w:rsidRPr="00A72677">
              <w:rPr>
                <w:rtl/>
              </w:rPr>
              <w:t xml:space="preserve">ؤثل </w:t>
            </w:r>
            <w:r w:rsidRPr="00A72677">
              <w:rPr>
                <w:rtl/>
              </w:rPr>
              <w:t>من</w:t>
            </w:r>
            <w:r w:rsidR="008F3A72" w:rsidRPr="00A72677">
              <w:rPr>
                <w:rtl/>
              </w:rPr>
              <w:t>كبُ</w:t>
            </w:r>
            <w:r w:rsidR="008F3A72" w:rsidRPr="00A72677">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A72677">
              <w:rPr>
                <w:rtl/>
              </w:rPr>
              <w:t>و</w:t>
            </w:r>
            <w:r w:rsidR="00A72677" w:rsidRPr="00A72677">
              <w:rPr>
                <w:rtl/>
              </w:rPr>
              <w:t>طن</w:t>
            </w:r>
            <w:r w:rsidRPr="00A72677">
              <w:rPr>
                <w:rtl/>
              </w:rPr>
              <w:t>ّ</w:t>
            </w:r>
            <w:r w:rsidR="00677BC4">
              <w:rPr>
                <w:rtl/>
              </w:rPr>
              <w:t>َ</w:t>
            </w:r>
            <w:r w:rsidR="00A72677" w:rsidRPr="00A72677">
              <w:rPr>
                <w:rtl/>
              </w:rPr>
              <w:t>ب</w:t>
            </w:r>
            <w:r w:rsidRPr="00A72677">
              <w:rPr>
                <w:rtl/>
              </w:rPr>
              <w:t>تم أ</w:t>
            </w:r>
            <w:r w:rsidR="00A72677" w:rsidRPr="00A72677">
              <w:rPr>
                <w:rtl/>
              </w:rPr>
              <w:t>بيا</w:t>
            </w:r>
            <w:r w:rsidRPr="00A72677">
              <w:rPr>
                <w:rtl/>
              </w:rPr>
              <w:t>ت</w:t>
            </w:r>
            <w:r w:rsidR="00677BC4">
              <w:rPr>
                <w:rtl/>
              </w:rPr>
              <w:t>َ</w:t>
            </w:r>
            <w:r w:rsidRPr="00A72677">
              <w:rPr>
                <w:rtl/>
              </w:rPr>
              <w:t xml:space="preserve"> </w:t>
            </w:r>
            <w:r w:rsidR="00A72677" w:rsidRPr="00A72677">
              <w:rPr>
                <w:rtl/>
              </w:rPr>
              <w:t>فخ</w:t>
            </w:r>
            <w:r w:rsidRPr="00A72677">
              <w:rPr>
                <w:rtl/>
              </w:rPr>
              <w:t>رٍ أ</w:t>
            </w:r>
            <w:r w:rsidR="00A72677" w:rsidRPr="00A72677">
              <w:rPr>
                <w:rtl/>
              </w:rPr>
              <w:t>بي</w:t>
            </w:r>
            <w:r w:rsidRPr="00A72677">
              <w:rPr>
                <w:rtl/>
              </w:rPr>
              <w:t xml:space="preserve"> ا</w:t>
            </w:r>
            <w:r w:rsidR="00A72677" w:rsidRPr="00A72677">
              <w:rPr>
                <w:rtl/>
              </w:rPr>
              <w:t>لع</w:t>
            </w:r>
            <w:r w:rsidRPr="00A72677">
              <w:rPr>
                <w:rtl/>
              </w:rPr>
              <w:t>ُلى</w:t>
            </w:r>
            <w:r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A72677" w:rsidP="00A72677">
            <w:pPr>
              <w:pStyle w:val="libPoem"/>
            </w:pPr>
            <w:r w:rsidRPr="00A72677">
              <w:rPr>
                <w:rtl/>
              </w:rPr>
              <w:t>لكم</w:t>
            </w:r>
            <w:r w:rsidR="004C00A8">
              <w:rPr>
                <w:rtl/>
              </w:rPr>
              <w:t xml:space="preserve"> </w:t>
            </w:r>
            <w:r w:rsidRPr="00A72677">
              <w:rPr>
                <w:rtl/>
              </w:rPr>
              <w:t>عو</w:t>
            </w:r>
            <w:r w:rsidR="008F3A72" w:rsidRPr="00A72677">
              <w:rPr>
                <w:rtl/>
              </w:rPr>
              <w:t xml:space="preserve">ضاً </w:t>
            </w:r>
            <w:r w:rsidRPr="00A72677">
              <w:rPr>
                <w:rtl/>
              </w:rPr>
              <w:t>عن</w:t>
            </w:r>
            <w:r w:rsidR="008F3A72" w:rsidRPr="00A72677">
              <w:rPr>
                <w:rtl/>
              </w:rPr>
              <w:t>ها ا</w:t>
            </w:r>
            <w:r w:rsidRPr="00A72677">
              <w:rPr>
                <w:rtl/>
              </w:rPr>
              <w:t>لن</w:t>
            </w:r>
            <w:r w:rsidR="008F3A72" w:rsidRPr="00A72677">
              <w:rPr>
                <w:rtl/>
              </w:rPr>
              <w:t xml:space="preserve">جومُ </w:t>
            </w:r>
            <w:r w:rsidRPr="00A72677">
              <w:rPr>
                <w:rtl/>
              </w:rPr>
              <w:t>تط</w:t>
            </w:r>
            <w:r w:rsidR="008F3A72" w:rsidRPr="00A72677">
              <w:rPr>
                <w:rtl/>
              </w:rPr>
              <w:t>نِّبُ</w:t>
            </w:r>
            <w:r w:rsidR="008F3A72" w:rsidRPr="00A72677">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A72677">
              <w:rPr>
                <w:rtl/>
              </w:rPr>
              <w:t>ف</w:t>
            </w:r>
            <w:r w:rsidR="00A72677" w:rsidRPr="00A72677">
              <w:rPr>
                <w:rtl/>
              </w:rPr>
              <w:t>ما</w:t>
            </w:r>
            <w:r w:rsidR="004C00A8">
              <w:rPr>
                <w:rtl/>
              </w:rPr>
              <w:t xml:space="preserve"> </w:t>
            </w:r>
            <w:r w:rsidR="00A72677" w:rsidRPr="00A72677">
              <w:rPr>
                <w:rtl/>
              </w:rPr>
              <w:t>تلك</w:t>
            </w:r>
            <w:r w:rsidRPr="00A72677">
              <w:rPr>
                <w:rtl/>
              </w:rPr>
              <w:t xml:space="preserve"> إلاّ ز</w:t>
            </w:r>
            <w:r w:rsidR="00A72677" w:rsidRPr="00A72677">
              <w:rPr>
                <w:rtl/>
              </w:rPr>
              <w:t>ينة</w:t>
            </w:r>
            <w:r w:rsidRPr="00A72677">
              <w:rPr>
                <w:rtl/>
              </w:rPr>
              <w:t xml:space="preserve"> </w:t>
            </w:r>
            <w:r w:rsidR="00A72677" w:rsidRPr="00A72677">
              <w:rPr>
                <w:rtl/>
              </w:rPr>
              <w:t>لسم</w:t>
            </w:r>
            <w:r w:rsidRPr="00A72677">
              <w:rPr>
                <w:rtl/>
              </w:rPr>
              <w:t>ائها</w:t>
            </w:r>
            <w:r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8F3A72" w:rsidP="00A72677">
            <w:pPr>
              <w:pStyle w:val="libPoem"/>
            </w:pPr>
            <w:r w:rsidRPr="00A72677">
              <w:rPr>
                <w:rtl/>
              </w:rPr>
              <w:t>و</w:t>
            </w:r>
            <w:r w:rsidR="00A72677" w:rsidRPr="00A72677">
              <w:rPr>
                <w:rtl/>
              </w:rPr>
              <w:t>هذ</w:t>
            </w:r>
            <w:r w:rsidRPr="00A72677">
              <w:rPr>
                <w:rtl/>
              </w:rPr>
              <w:t>ي</w:t>
            </w:r>
            <w:r w:rsidR="004C00A8">
              <w:rPr>
                <w:rtl/>
              </w:rPr>
              <w:t xml:space="preserve"> </w:t>
            </w:r>
            <w:r w:rsidR="00A72677" w:rsidRPr="00A72677">
              <w:rPr>
                <w:rtl/>
              </w:rPr>
              <w:t>بف</w:t>
            </w:r>
            <w:r w:rsidRPr="00A72677">
              <w:rPr>
                <w:rtl/>
              </w:rPr>
              <w:t>رق ا</w:t>
            </w:r>
            <w:r w:rsidR="00A72677" w:rsidRPr="00A72677">
              <w:rPr>
                <w:rtl/>
              </w:rPr>
              <w:t>لم</w:t>
            </w:r>
            <w:r w:rsidRPr="00A72677">
              <w:rPr>
                <w:rtl/>
              </w:rPr>
              <w:t xml:space="preserve">جد </w:t>
            </w:r>
            <w:r w:rsidR="00A72677" w:rsidRPr="00A72677">
              <w:rPr>
                <w:rtl/>
              </w:rPr>
              <w:t>لل</w:t>
            </w:r>
            <w:r w:rsidRPr="00A72677">
              <w:rPr>
                <w:rtl/>
              </w:rPr>
              <w:t>وحي تضربُ</w:t>
            </w:r>
            <w:r w:rsidRPr="00A72677">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A72677">
              <w:rPr>
                <w:rtl/>
              </w:rPr>
              <w:t>فد</w:t>
            </w:r>
            <w:r w:rsidR="008F3A72" w:rsidRPr="00A72677">
              <w:rPr>
                <w:rtl/>
              </w:rPr>
              <w:t>و</w:t>
            </w:r>
            <w:r w:rsidRPr="00A72677">
              <w:rPr>
                <w:rtl/>
              </w:rPr>
              <w:t>نك</w:t>
            </w:r>
            <w:r w:rsidR="008F3A72" w:rsidRPr="00A72677">
              <w:rPr>
                <w:rtl/>
              </w:rPr>
              <w:t>موها</w:t>
            </w:r>
            <w:r w:rsidR="004C00A8">
              <w:rPr>
                <w:rtl/>
              </w:rPr>
              <w:t xml:space="preserve"> </w:t>
            </w:r>
            <w:r w:rsidRPr="00A72677">
              <w:rPr>
                <w:rtl/>
              </w:rPr>
              <w:t>ثاكل</w:t>
            </w:r>
            <w:r w:rsidR="008F3A72" w:rsidRPr="00A72677">
              <w:rPr>
                <w:rtl/>
              </w:rPr>
              <w:t xml:space="preserve">اً قد </w:t>
            </w:r>
            <w:r w:rsidRPr="00A72677">
              <w:rPr>
                <w:rtl/>
              </w:rPr>
              <w:t>تسل</w:t>
            </w:r>
            <w:r w:rsidR="008F3A72" w:rsidRPr="00A72677">
              <w:rPr>
                <w:rtl/>
              </w:rPr>
              <w:t>بت</w:t>
            </w:r>
            <w:r w:rsidR="008F3A72"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8F3A72" w:rsidP="00A72677">
            <w:pPr>
              <w:pStyle w:val="libPoem"/>
            </w:pPr>
            <w:r w:rsidRPr="00A72677">
              <w:rPr>
                <w:rtl/>
              </w:rPr>
              <w:t xml:space="preserve">ووشي‌ </w:t>
            </w:r>
            <w:r w:rsidR="00A72677" w:rsidRPr="00A72677">
              <w:rPr>
                <w:rtl/>
              </w:rPr>
              <w:t>بها</w:t>
            </w:r>
            <w:r w:rsidRPr="00A72677">
              <w:rPr>
                <w:rtl/>
              </w:rPr>
              <w:t>ءٍ زا</w:t>
            </w:r>
            <w:r w:rsidR="00A72677" w:rsidRPr="00A72677">
              <w:rPr>
                <w:rtl/>
              </w:rPr>
              <w:t>نه</w:t>
            </w:r>
            <w:r w:rsidRPr="00A72677">
              <w:rPr>
                <w:rtl/>
              </w:rPr>
              <w:t xml:space="preserve">ا </w:t>
            </w:r>
            <w:r w:rsidR="00A72677" w:rsidRPr="00A72677">
              <w:rPr>
                <w:rtl/>
              </w:rPr>
              <w:t>لي</w:t>
            </w:r>
            <w:r w:rsidRPr="00A72677">
              <w:rPr>
                <w:rtl/>
              </w:rPr>
              <w:t xml:space="preserve">س </w:t>
            </w:r>
            <w:r w:rsidR="00A72677" w:rsidRPr="00A72677">
              <w:rPr>
                <w:rtl/>
              </w:rPr>
              <w:t>يس</w:t>
            </w:r>
            <w:r w:rsidRPr="00A72677">
              <w:rPr>
                <w:rtl/>
              </w:rPr>
              <w:t>لبُ</w:t>
            </w:r>
            <w:r w:rsidRPr="00A72677">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A72677">
              <w:rPr>
                <w:rtl/>
              </w:rPr>
              <w:t>أ</w:t>
            </w:r>
            <w:r w:rsidR="00A72677" w:rsidRPr="00A72677">
              <w:rPr>
                <w:rtl/>
              </w:rPr>
              <w:t>تت</w:t>
            </w:r>
            <w:r w:rsidRPr="00A72677">
              <w:rPr>
                <w:rtl/>
              </w:rPr>
              <w:t xml:space="preserve"> </w:t>
            </w:r>
            <w:r w:rsidR="00A72677" w:rsidRPr="00A72677">
              <w:rPr>
                <w:rtl/>
              </w:rPr>
              <w:t>لك</w:t>
            </w:r>
            <w:r w:rsidRPr="00A72677">
              <w:rPr>
                <w:rtl/>
              </w:rPr>
              <w:t xml:space="preserve">م </w:t>
            </w:r>
            <w:r w:rsidR="00A72677" w:rsidRPr="00A72677">
              <w:rPr>
                <w:rtl/>
              </w:rPr>
              <w:t>عذ</w:t>
            </w:r>
            <w:r w:rsidRPr="00A72677">
              <w:rPr>
                <w:rtl/>
              </w:rPr>
              <w:t xml:space="preserve">راء </w:t>
            </w:r>
            <w:r w:rsidR="00A72677" w:rsidRPr="00A72677">
              <w:rPr>
                <w:rtl/>
              </w:rPr>
              <w:t>في</w:t>
            </w:r>
            <w:r w:rsidRPr="00A72677">
              <w:rPr>
                <w:rtl/>
              </w:rPr>
              <w:t xml:space="preserve"> ر</w:t>
            </w:r>
            <w:r w:rsidR="00A72677" w:rsidRPr="00A72677">
              <w:rPr>
                <w:rtl/>
              </w:rPr>
              <w:t>يق</w:t>
            </w:r>
            <w:r w:rsidRPr="00A72677">
              <w:rPr>
                <w:rtl/>
              </w:rPr>
              <w:t xml:space="preserve"> ا</w:t>
            </w:r>
            <w:r w:rsidR="00A72677" w:rsidRPr="00A72677">
              <w:rPr>
                <w:rtl/>
              </w:rPr>
              <w:t>لص</w:t>
            </w:r>
            <w:r w:rsidRPr="00A72677">
              <w:rPr>
                <w:rtl/>
              </w:rPr>
              <w:t>ِبا</w:t>
            </w:r>
            <w:r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A72677" w:rsidP="00A72677">
            <w:pPr>
              <w:pStyle w:val="libPoem"/>
            </w:pPr>
            <w:r w:rsidRPr="00A72677">
              <w:rPr>
                <w:rtl/>
              </w:rPr>
              <w:t>بعص</w:t>
            </w:r>
            <w:r w:rsidR="008F3A72" w:rsidRPr="00A72677">
              <w:rPr>
                <w:rtl/>
              </w:rPr>
              <w:t xml:space="preserve">رٍ </w:t>
            </w:r>
            <w:r w:rsidRPr="00A72677">
              <w:rPr>
                <w:rtl/>
              </w:rPr>
              <w:t>سو</w:t>
            </w:r>
            <w:r w:rsidR="008F3A72" w:rsidRPr="00A72677">
              <w:rPr>
                <w:rtl/>
              </w:rPr>
              <w:t>ا</w:t>
            </w:r>
            <w:r w:rsidRPr="00A72677">
              <w:rPr>
                <w:rtl/>
              </w:rPr>
              <w:t>ها</w:t>
            </w:r>
            <w:r w:rsidR="008F3A72" w:rsidRPr="00A72677">
              <w:rPr>
                <w:rtl/>
              </w:rPr>
              <w:t xml:space="preserve"> </w:t>
            </w:r>
            <w:r w:rsidRPr="00A72677">
              <w:rPr>
                <w:rtl/>
              </w:rPr>
              <w:t>في</w:t>
            </w:r>
            <w:r w:rsidR="008F3A72" w:rsidRPr="00A72677">
              <w:rPr>
                <w:rtl/>
              </w:rPr>
              <w:t xml:space="preserve">ه </w:t>
            </w:r>
            <w:r w:rsidRPr="00A72677">
              <w:rPr>
                <w:rtl/>
              </w:rPr>
              <w:t>شم</w:t>
            </w:r>
            <w:r w:rsidR="008F3A72" w:rsidRPr="00A72677">
              <w:rPr>
                <w:rtl/>
              </w:rPr>
              <w:t xml:space="preserve">طاءُ </w:t>
            </w:r>
            <w:r w:rsidRPr="00A72677">
              <w:rPr>
                <w:rtl/>
              </w:rPr>
              <w:t>ثي</w:t>
            </w:r>
            <w:r w:rsidR="008F3A72" w:rsidRPr="00A72677">
              <w:rPr>
                <w:rtl/>
              </w:rPr>
              <w:t>ّبُ</w:t>
            </w:r>
            <w:r w:rsidR="008F3A72" w:rsidRPr="00A72677">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A72677">
              <w:rPr>
                <w:rtl/>
              </w:rPr>
              <w:t>ف</w:t>
            </w:r>
            <w:r w:rsidR="00A72677" w:rsidRPr="00A72677">
              <w:rPr>
                <w:rtl/>
              </w:rPr>
              <w:t>ِد</w:t>
            </w:r>
            <w:r w:rsidRPr="00A72677">
              <w:rPr>
                <w:rtl/>
              </w:rPr>
              <w:t>ا</w:t>
            </w:r>
            <w:r w:rsidR="00A72677" w:rsidRPr="00A72677">
              <w:rPr>
                <w:rtl/>
              </w:rPr>
              <w:t>كم</w:t>
            </w:r>
            <w:r w:rsidR="004C00A8">
              <w:rPr>
                <w:rtl/>
              </w:rPr>
              <w:t xml:space="preserve"> </w:t>
            </w:r>
            <w:r w:rsidRPr="00A72677">
              <w:rPr>
                <w:rtl/>
              </w:rPr>
              <w:t xml:space="preserve">من الأرزاء </w:t>
            </w:r>
            <w:r w:rsidR="00A72677" w:rsidRPr="00A72677">
              <w:rPr>
                <w:rtl/>
              </w:rPr>
              <w:t>حا</w:t>
            </w:r>
            <w:r w:rsidRPr="00A72677">
              <w:rPr>
                <w:rtl/>
              </w:rPr>
              <w:t xml:space="preserve">سدُ </w:t>
            </w:r>
            <w:r w:rsidR="00A72677" w:rsidRPr="00A72677">
              <w:rPr>
                <w:rtl/>
              </w:rPr>
              <w:t>مج</w:t>
            </w:r>
            <w:r w:rsidRPr="00A72677">
              <w:rPr>
                <w:rtl/>
              </w:rPr>
              <w:t>دكم</w:t>
            </w:r>
            <w:r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8F3A72" w:rsidP="00A72677">
            <w:pPr>
              <w:pStyle w:val="libPoem"/>
            </w:pPr>
            <w:r w:rsidRPr="00A72677">
              <w:rPr>
                <w:rtl/>
              </w:rPr>
              <w:t>وإلاّ</w:t>
            </w:r>
            <w:r w:rsidR="004C00A8">
              <w:rPr>
                <w:rtl/>
              </w:rPr>
              <w:t xml:space="preserve"> </w:t>
            </w:r>
            <w:r w:rsidR="00A72677" w:rsidRPr="00A72677">
              <w:rPr>
                <w:rtl/>
              </w:rPr>
              <w:t>ففي</w:t>
            </w:r>
            <w:r w:rsidRPr="00A72677">
              <w:rPr>
                <w:rtl/>
              </w:rPr>
              <w:t xml:space="preserve">كم عاش وهو </w:t>
            </w:r>
            <w:r w:rsidR="00A72677" w:rsidRPr="00A72677">
              <w:rPr>
                <w:rtl/>
              </w:rPr>
              <w:t>مع</w:t>
            </w:r>
            <w:r w:rsidRPr="00A72677">
              <w:rPr>
                <w:rtl/>
              </w:rPr>
              <w:t>ذّ</w:t>
            </w:r>
            <w:r w:rsidR="00677BC4">
              <w:rPr>
                <w:rtl/>
              </w:rPr>
              <w:t>َ</w:t>
            </w:r>
            <w:r w:rsidRPr="00A72677">
              <w:rPr>
                <w:rtl/>
              </w:rPr>
              <w:t>بُ</w:t>
            </w:r>
            <w:r w:rsidRPr="00A72677">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A72677">
              <w:rPr>
                <w:rtl/>
              </w:rPr>
              <w:t>طل</w:t>
            </w:r>
            <w:r w:rsidR="008F3A72" w:rsidRPr="00A72677">
              <w:rPr>
                <w:rtl/>
              </w:rPr>
              <w:t xml:space="preserve">عتم </w:t>
            </w:r>
            <w:r w:rsidRPr="00A72677">
              <w:rPr>
                <w:rtl/>
              </w:rPr>
              <w:t>طل</w:t>
            </w:r>
            <w:r w:rsidR="008F3A72" w:rsidRPr="00A72677">
              <w:rPr>
                <w:rtl/>
              </w:rPr>
              <w:t>وع ا</w:t>
            </w:r>
            <w:r w:rsidRPr="00A72677">
              <w:rPr>
                <w:rtl/>
              </w:rPr>
              <w:t>لش</w:t>
            </w:r>
            <w:r w:rsidR="008F3A72" w:rsidRPr="00A72677">
              <w:rPr>
                <w:rtl/>
              </w:rPr>
              <w:t>مس في مشرق العُلى</w:t>
            </w:r>
            <w:r w:rsidR="008F3A72"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524A24" w:rsidRDefault="00A72677" w:rsidP="00A72677">
            <w:pPr>
              <w:pStyle w:val="libPoem"/>
            </w:pPr>
            <w:r w:rsidRPr="00A72677">
              <w:rPr>
                <w:rtl/>
              </w:rPr>
              <w:t>فل</w:t>
            </w:r>
            <w:r w:rsidR="008F3A72" w:rsidRPr="00A72677">
              <w:rPr>
                <w:rtl/>
              </w:rPr>
              <w:t>ا</w:t>
            </w:r>
            <w:r w:rsidR="004C00A8">
              <w:rPr>
                <w:rtl/>
              </w:rPr>
              <w:t xml:space="preserve"> </w:t>
            </w:r>
            <w:r w:rsidRPr="00A72677">
              <w:rPr>
                <w:rtl/>
              </w:rPr>
              <w:t>تغ</w:t>
            </w:r>
            <w:r w:rsidR="008F3A72" w:rsidRPr="00A72677">
              <w:rPr>
                <w:rtl/>
              </w:rPr>
              <w:t xml:space="preserve">ربوا </w:t>
            </w:r>
            <w:r w:rsidRPr="00A72677">
              <w:rPr>
                <w:rtl/>
              </w:rPr>
              <w:t>ما</w:t>
            </w:r>
            <w:r w:rsidR="008F3A72" w:rsidRPr="00A72677">
              <w:rPr>
                <w:rtl/>
              </w:rPr>
              <w:t xml:space="preserve"> ا</w:t>
            </w:r>
            <w:r w:rsidRPr="00A72677">
              <w:rPr>
                <w:rtl/>
              </w:rPr>
              <w:t>لش</w:t>
            </w:r>
            <w:r w:rsidR="008F3A72" w:rsidRPr="00A72677">
              <w:rPr>
                <w:rtl/>
              </w:rPr>
              <w:t>مس تبدو وتغربُ</w:t>
            </w:r>
            <w:r w:rsidR="008F3A72" w:rsidRPr="00A72677">
              <w:rPr>
                <w:rStyle w:val="libPoemTiniChar0"/>
                <w:rtl/>
              </w:rPr>
              <w:br/>
              <w:t> </w:t>
            </w:r>
          </w:p>
        </w:tc>
      </w:tr>
    </w:tbl>
    <w:p w:rsidR="009647FC" w:rsidRPr="00524A24" w:rsidRDefault="009647FC" w:rsidP="004E7EC6">
      <w:pPr>
        <w:pStyle w:val="libNormal"/>
      </w:pPr>
      <w:r w:rsidRPr="009647FC">
        <w:rPr>
          <w:rtl/>
        </w:rPr>
        <w:t>وقال راثياً كريمة الحاج محمد صالح كبّه</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8F3A72" w:rsidRPr="00524A24" w:rsidTr="008F3A72">
        <w:trPr>
          <w:trHeight w:val="350"/>
        </w:trPr>
        <w:tc>
          <w:tcPr>
            <w:tcW w:w="3902" w:type="dxa"/>
          </w:tcPr>
          <w:p w:rsidR="008F3A72" w:rsidRPr="00524A24" w:rsidRDefault="00A72677" w:rsidP="00A72677">
            <w:pPr>
              <w:pStyle w:val="libPoem"/>
            </w:pPr>
            <w:r w:rsidRPr="00A72677">
              <w:rPr>
                <w:rtl/>
              </w:rPr>
              <w:t>لح</w:t>
            </w:r>
            <w:r w:rsidR="008F3A72" w:rsidRPr="00A72677">
              <w:rPr>
                <w:rtl/>
              </w:rPr>
              <w:t>ي اللهُ د</w:t>
            </w:r>
            <w:r w:rsidRPr="00A72677">
              <w:rPr>
                <w:rtl/>
              </w:rPr>
              <w:t>هر</w:t>
            </w:r>
            <w:r w:rsidR="008F3A72" w:rsidRPr="00A72677">
              <w:rPr>
                <w:rtl/>
              </w:rPr>
              <w:t xml:space="preserve">اً </w:t>
            </w:r>
            <w:r w:rsidRPr="00A72677">
              <w:rPr>
                <w:rtl/>
              </w:rPr>
              <w:t>لو</w:t>
            </w:r>
            <w:r w:rsidR="008F3A72" w:rsidRPr="00A72677">
              <w:rPr>
                <w:rtl/>
              </w:rPr>
              <w:t xml:space="preserve"> يميل إلى العُتبى</w:t>
            </w:r>
            <w:r w:rsidR="008F3A72" w:rsidRPr="00A72677">
              <w:rPr>
                <w:rStyle w:val="libFootnotenumChar"/>
                <w:rtl/>
              </w:rPr>
              <w:t>(1)</w:t>
            </w:r>
            <w:r w:rsidR="008F3A72"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8F3A72" w:rsidP="00A72677">
            <w:pPr>
              <w:pStyle w:val="libPoem"/>
            </w:pPr>
            <w:r w:rsidRPr="00A72677">
              <w:rPr>
                <w:rtl/>
              </w:rPr>
              <w:t>لأو</w:t>
            </w:r>
            <w:r w:rsidR="00A72677" w:rsidRPr="00A72677">
              <w:rPr>
                <w:rtl/>
              </w:rPr>
              <w:t>سعت</w:t>
            </w:r>
            <w:r w:rsidRPr="00A72677">
              <w:rPr>
                <w:rtl/>
              </w:rPr>
              <w:t xml:space="preserve">ُ </w:t>
            </w:r>
            <w:r w:rsidR="00A72677" w:rsidRPr="00A72677">
              <w:rPr>
                <w:rtl/>
              </w:rPr>
              <w:t>بعد</w:t>
            </w:r>
            <w:r w:rsidRPr="00A72677">
              <w:rPr>
                <w:rtl/>
              </w:rPr>
              <w:t xml:space="preserve"> ا</w:t>
            </w:r>
            <w:r w:rsidR="00A72677" w:rsidRPr="00A72677">
              <w:rPr>
                <w:rtl/>
              </w:rPr>
              <w:t>ليو</w:t>
            </w:r>
            <w:r w:rsidRPr="00A72677">
              <w:rPr>
                <w:rtl/>
              </w:rPr>
              <w:t xml:space="preserve">م </w:t>
            </w:r>
            <w:r w:rsidR="00A72677" w:rsidRPr="00A72677">
              <w:rPr>
                <w:rtl/>
              </w:rPr>
              <w:t>مس</w:t>
            </w:r>
            <w:r w:rsidRPr="00A72677">
              <w:rPr>
                <w:rtl/>
              </w:rPr>
              <w:t>معه ع</w:t>
            </w:r>
            <w:r w:rsidR="00677BC4">
              <w:rPr>
                <w:rtl/>
              </w:rPr>
              <w:t>َ</w:t>
            </w:r>
            <w:r w:rsidR="00A72677" w:rsidRPr="00A72677">
              <w:rPr>
                <w:rtl/>
              </w:rPr>
              <w:t>ت</w:t>
            </w:r>
            <w:r w:rsidRPr="00A72677">
              <w:rPr>
                <w:rtl/>
              </w:rPr>
              <w:t>با</w:t>
            </w:r>
            <w:r w:rsidRPr="00A72677">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A72677">
              <w:rPr>
                <w:rtl/>
              </w:rPr>
              <w:t>و</w:t>
            </w:r>
            <w:r w:rsidR="00A72677" w:rsidRPr="00A72677">
              <w:rPr>
                <w:rtl/>
              </w:rPr>
              <w:t>لكنّه</w:t>
            </w:r>
            <w:r w:rsidR="004C00A8">
              <w:rPr>
                <w:rtl/>
              </w:rPr>
              <w:t xml:space="preserve"> </w:t>
            </w:r>
            <w:r w:rsidRPr="00A72677">
              <w:rPr>
                <w:rtl/>
              </w:rPr>
              <w:t>وال</w:t>
            </w:r>
            <w:r w:rsidR="00A72677" w:rsidRPr="00A72677">
              <w:rPr>
                <w:rtl/>
              </w:rPr>
              <w:t>شرّ</w:t>
            </w:r>
            <w:r w:rsidRPr="00A72677">
              <w:rPr>
                <w:rtl/>
              </w:rPr>
              <w:t>ُ ح</w:t>
            </w:r>
            <w:r w:rsidR="00A72677" w:rsidRPr="00A72677">
              <w:rPr>
                <w:rtl/>
              </w:rPr>
              <w:t>شو</w:t>
            </w:r>
            <w:r w:rsidRPr="00A72677">
              <w:rPr>
                <w:rtl/>
              </w:rPr>
              <w:t xml:space="preserve"> إ</w:t>
            </w:r>
            <w:r w:rsidR="00A72677" w:rsidRPr="00A72677">
              <w:rPr>
                <w:rtl/>
              </w:rPr>
              <w:t>هابه</w:t>
            </w:r>
            <w:r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A72677" w:rsidP="00A72677">
            <w:pPr>
              <w:pStyle w:val="libPoem"/>
            </w:pPr>
            <w:r w:rsidRPr="00A72677">
              <w:rPr>
                <w:rtl/>
              </w:rPr>
              <w:t>عل</w:t>
            </w:r>
            <w:r w:rsidR="008F3A72" w:rsidRPr="00A72677">
              <w:rPr>
                <w:rtl/>
              </w:rPr>
              <w:t>ى</w:t>
            </w:r>
            <w:r w:rsidR="004C00A8">
              <w:rPr>
                <w:rtl/>
              </w:rPr>
              <w:t xml:space="preserve"> </w:t>
            </w:r>
            <w:r w:rsidRPr="00A72677">
              <w:rPr>
                <w:rtl/>
              </w:rPr>
              <w:t>شغ</w:t>
            </w:r>
            <w:r w:rsidR="008F3A72" w:rsidRPr="00A72677">
              <w:rPr>
                <w:rtl/>
              </w:rPr>
              <w:t xml:space="preserve">به إن </w:t>
            </w:r>
            <w:r w:rsidRPr="00A72677">
              <w:rPr>
                <w:rtl/>
              </w:rPr>
              <w:t>قل</w:t>
            </w:r>
            <w:r w:rsidR="008F3A72" w:rsidRPr="00A72677">
              <w:rPr>
                <w:rtl/>
              </w:rPr>
              <w:t xml:space="preserve">تُ </w:t>
            </w:r>
            <w:r w:rsidRPr="00A72677">
              <w:rPr>
                <w:rtl/>
              </w:rPr>
              <w:t>مه</w:t>
            </w:r>
            <w:r w:rsidR="008F3A72" w:rsidRPr="00A72677">
              <w:rPr>
                <w:rtl/>
              </w:rPr>
              <w:t xml:space="preserve">لاً </w:t>
            </w:r>
            <w:r w:rsidRPr="00A72677">
              <w:rPr>
                <w:rtl/>
              </w:rPr>
              <w:t>يز</w:t>
            </w:r>
            <w:r w:rsidR="008F3A72" w:rsidRPr="00A72677">
              <w:rPr>
                <w:rtl/>
              </w:rPr>
              <w:t xml:space="preserve">دْ </w:t>
            </w:r>
            <w:r w:rsidRPr="00A72677">
              <w:rPr>
                <w:rtl/>
              </w:rPr>
              <w:t>شغ</w:t>
            </w:r>
            <w:r w:rsidR="008F3A72" w:rsidRPr="00A72677">
              <w:rPr>
                <w:rtl/>
              </w:rPr>
              <w:t>با</w:t>
            </w:r>
            <w:r w:rsidR="008F3A72" w:rsidRPr="00A72677">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A72677">
              <w:rPr>
                <w:rtl/>
              </w:rPr>
              <w:t>له</w:t>
            </w:r>
            <w:r w:rsidR="008F3A72" w:rsidRPr="00A72677">
              <w:rPr>
                <w:rtl/>
              </w:rPr>
              <w:t xml:space="preserve"> ا</w:t>
            </w:r>
            <w:r w:rsidRPr="00A72677">
              <w:rPr>
                <w:rtl/>
              </w:rPr>
              <w:t>لس</w:t>
            </w:r>
            <w:r w:rsidR="008F3A72" w:rsidRPr="00A72677">
              <w:rPr>
                <w:rtl/>
              </w:rPr>
              <w:t xml:space="preserve">وءُ </w:t>
            </w:r>
            <w:r w:rsidRPr="00A72677">
              <w:rPr>
                <w:rtl/>
              </w:rPr>
              <w:t>لم</w:t>
            </w:r>
            <w:r w:rsidR="008F3A72" w:rsidRPr="00A72677">
              <w:rPr>
                <w:rtl/>
              </w:rPr>
              <w:t xml:space="preserve"> ي</w:t>
            </w:r>
            <w:r w:rsidRPr="00A72677">
              <w:rPr>
                <w:rtl/>
              </w:rPr>
              <w:t>ُل</w:t>
            </w:r>
            <w:r w:rsidR="008F3A72" w:rsidRPr="00A72677">
              <w:rPr>
                <w:rtl/>
              </w:rPr>
              <w:t>بس أ</w:t>
            </w:r>
            <w:r w:rsidRPr="00A72677">
              <w:rPr>
                <w:rtl/>
              </w:rPr>
              <w:t>خا</w:t>
            </w:r>
            <w:r w:rsidR="008F3A72" w:rsidRPr="00A72677">
              <w:rPr>
                <w:rtl/>
              </w:rPr>
              <w:t xml:space="preserve"> ا</w:t>
            </w:r>
            <w:r w:rsidRPr="00A72677">
              <w:rPr>
                <w:rtl/>
              </w:rPr>
              <w:t>لف</w:t>
            </w:r>
            <w:r w:rsidR="008F3A72" w:rsidRPr="00A72677">
              <w:rPr>
                <w:rtl/>
              </w:rPr>
              <w:t xml:space="preserve">ضل </w:t>
            </w:r>
            <w:r w:rsidRPr="00A72677">
              <w:rPr>
                <w:rtl/>
              </w:rPr>
              <w:t>نع</w:t>
            </w:r>
            <w:r w:rsidR="008F3A72" w:rsidRPr="00A72677">
              <w:rPr>
                <w:rtl/>
              </w:rPr>
              <w:t>مةً</w:t>
            </w:r>
            <w:r w:rsidR="008F3A72"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A72677" w:rsidP="00A72677">
            <w:pPr>
              <w:pStyle w:val="libPoem"/>
            </w:pPr>
            <w:r w:rsidRPr="00A72677">
              <w:rPr>
                <w:rtl/>
              </w:rPr>
              <w:t>يسر</w:t>
            </w:r>
            <w:r w:rsidR="008F3A72" w:rsidRPr="00A72677">
              <w:rPr>
                <w:rtl/>
              </w:rPr>
              <w:t>ُّ</w:t>
            </w:r>
            <w:r w:rsidR="004C00A8">
              <w:rPr>
                <w:rtl/>
              </w:rPr>
              <w:t xml:space="preserve"> </w:t>
            </w:r>
            <w:r w:rsidRPr="00A72677">
              <w:rPr>
                <w:rtl/>
              </w:rPr>
              <w:t>بها</w:t>
            </w:r>
            <w:r w:rsidR="008F3A72" w:rsidRPr="00A72677">
              <w:rPr>
                <w:rtl/>
              </w:rPr>
              <w:t xml:space="preserve"> إلاّ أعدّ</w:t>
            </w:r>
            <w:r w:rsidR="00677BC4">
              <w:rPr>
                <w:rtl/>
              </w:rPr>
              <w:t>َ</w:t>
            </w:r>
            <w:r w:rsidR="008F3A72" w:rsidRPr="00A72677">
              <w:rPr>
                <w:rtl/>
              </w:rPr>
              <w:t xml:space="preserve"> </w:t>
            </w:r>
            <w:r w:rsidRPr="00A72677">
              <w:rPr>
                <w:rtl/>
              </w:rPr>
              <w:t>لها</w:t>
            </w:r>
            <w:r w:rsidR="008F3A72" w:rsidRPr="00A72677">
              <w:rPr>
                <w:rtl/>
              </w:rPr>
              <w:t xml:space="preserve"> ا</w:t>
            </w:r>
            <w:r w:rsidRPr="00A72677">
              <w:rPr>
                <w:rtl/>
              </w:rPr>
              <w:t>لسل</w:t>
            </w:r>
            <w:r w:rsidR="008F3A72" w:rsidRPr="00A72677">
              <w:rPr>
                <w:rtl/>
              </w:rPr>
              <w:t>با</w:t>
            </w:r>
            <w:r w:rsidR="008F3A72" w:rsidRPr="00A72677">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9647FC">
              <w:rPr>
                <w:rtl/>
              </w:rPr>
              <w:t>على</w:t>
            </w:r>
            <w:r w:rsidR="004C00A8">
              <w:rPr>
                <w:rtl/>
              </w:rPr>
              <w:t xml:space="preserve"> </w:t>
            </w:r>
            <w:r w:rsidR="008F3A72" w:rsidRPr="009647FC">
              <w:rPr>
                <w:rtl/>
              </w:rPr>
              <w:t>ا</w:t>
            </w:r>
            <w:r w:rsidRPr="009647FC">
              <w:rPr>
                <w:rtl/>
              </w:rPr>
              <w:t>لح</w:t>
            </w:r>
            <w:r w:rsidR="008F3A72" w:rsidRPr="009647FC">
              <w:rPr>
                <w:rtl/>
              </w:rPr>
              <w:t>رّ</w:t>
            </w:r>
            <w:r w:rsidR="008F3A72">
              <w:rPr>
                <w:rtl/>
              </w:rPr>
              <w:t xml:space="preserve"> </w:t>
            </w:r>
            <w:r w:rsidRPr="009647FC">
              <w:rPr>
                <w:rtl/>
              </w:rPr>
              <w:t>مل</w:t>
            </w:r>
            <w:r w:rsidR="008F3A72" w:rsidRPr="009647FC">
              <w:rPr>
                <w:rtl/>
              </w:rPr>
              <w:t>آنٌ</w:t>
            </w:r>
            <w:r w:rsidR="008F3A72">
              <w:rPr>
                <w:rtl/>
              </w:rPr>
              <w:t xml:space="preserve"> </w:t>
            </w:r>
            <w:r w:rsidRPr="009647FC">
              <w:rPr>
                <w:rtl/>
              </w:rPr>
              <w:t>من</w:t>
            </w:r>
            <w:r w:rsidR="008F3A72">
              <w:rPr>
                <w:rtl/>
              </w:rPr>
              <w:t xml:space="preserve"> </w:t>
            </w:r>
            <w:r w:rsidR="008F3A72" w:rsidRPr="009647FC">
              <w:rPr>
                <w:rtl/>
              </w:rPr>
              <w:t>ا</w:t>
            </w:r>
            <w:r w:rsidRPr="009647FC">
              <w:rPr>
                <w:rtl/>
              </w:rPr>
              <w:t>لض</w:t>
            </w:r>
            <w:r w:rsidR="008F3A72" w:rsidRPr="009647FC">
              <w:rPr>
                <w:rtl/>
              </w:rPr>
              <w:t>غن</w:t>
            </w:r>
            <w:r w:rsidR="008F3A72">
              <w:rPr>
                <w:rtl/>
              </w:rPr>
              <w:t xml:space="preserve"> </w:t>
            </w:r>
            <w:r w:rsidRPr="009647FC">
              <w:rPr>
                <w:rtl/>
              </w:rPr>
              <w:t>قل</w:t>
            </w:r>
            <w:r w:rsidR="008F3A72" w:rsidRPr="009647FC">
              <w:rPr>
                <w:rtl/>
              </w:rPr>
              <w:t>به</w:t>
            </w:r>
            <w:r w:rsidR="008F3A72"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A72677" w:rsidP="00A72677">
            <w:pPr>
              <w:pStyle w:val="libPoem"/>
            </w:pPr>
            <w:r w:rsidRPr="009647FC">
              <w:rPr>
                <w:rtl/>
              </w:rPr>
              <w:t>فبا</w:t>
            </w:r>
            <w:r w:rsidR="008F3A72" w:rsidRPr="009647FC">
              <w:rPr>
                <w:rtl/>
              </w:rPr>
              <w:t>لهمّ</w:t>
            </w:r>
            <w:r w:rsidR="004C00A8">
              <w:rPr>
                <w:rtl/>
              </w:rPr>
              <w:t xml:space="preserve"> </w:t>
            </w:r>
            <w:r w:rsidRPr="009647FC">
              <w:rPr>
                <w:rtl/>
              </w:rPr>
              <w:t>منه</w:t>
            </w:r>
            <w:r w:rsidR="008F3A72">
              <w:rPr>
                <w:rtl/>
              </w:rPr>
              <w:t xml:space="preserve"> </w:t>
            </w:r>
            <w:r w:rsidRPr="009647FC">
              <w:rPr>
                <w:rtl/>
              </w:rPr>
              <w:t>لم</w:t>
            </w:r>
            <w:r w:rsidR="008F3A72">
              <w:rPr>
                <w:rtl/>
              </w:rPr>
              <w:t xml:space="preserve"> </w:t>
            </w:r>
            <w:r w:rsidRPr="009647FC">
              <w:rPr>
                <w:rtl/>
              </w:rPr>
              <w:t>يز</w:t>
            </w:r>
            <w:r w:rsidR="008F3A72" w:rsidRPr="009647FC">
              <w:rPr>
                <w:rtl/>
              </w:rPr>
              <w:t>لْ</w:t>
            </w:r>
            <w:r w:rsidR="008F3A72">
              <w:rPr>
                <w:rtl/>
              </w:rPr>
              <w:t xml:space="preserve"> </w:t>
            </w:r>
            <w:r w:rsidRPr="009647FC">
              <w:rPr>
                <w:rtl/>
              </w:rPr>
              <w:t>ين</w:t>
            </w:r>
            <w:r w:rsidR="008F3A72" w:rsidRPr="009647FC">
              <w:rPr>
                <w:rtl/>
              </w:rPr>
              <w:t>حت</w:t>
            </w:r>
            <w:r w:rsidR="008F3A72">
              <w:rPr>
                <w:rtl/>
              </w:rPr>
              <w:t xml:space="preserve"> </w:t>
            </w:r>
            <w:r w:rsidR="008F3A72" w:rsidRPr="009647FC">
              <w:rPr>
                <w:rtl/>
              </w:rPr>
              <w:t>ا</w:t>
            </w:r>
            <w:r w:rsidRPr="009647FC">
              <w:rPr>
                <w:rtl/>
              </w:rPr>
              <w:t>لق</w:t>
            </w:r>
            <w:r w:rsidR="008F3A72" w:rsidRPr="009647FC">
              <w:rPr>
                <w:rtl/>
              </w:rPr>
              <w:t>لبا</w:t>
            </w:r>
            <w:r w:rsidR="008F3A72" w:rsidRPr="00725071">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9647FC">
              <w:rPr>
                <w:rtl/>
              </w:rPr>
              <w:t>ي</w:t>
            </w:r>
            <w:r w:rsidR="00A72677" w:rsidRPr="009647FC">
              <w:rPr>
                <w:rtl/>
              </w:rPr>
              <w:t>طل</w:t>
            </w:r>
            <w:r w:rsidRPr="009647FC">
              <w:rPr>
                <w:rtl/>
              </w:rPr>
              <w:t>ُّ</w:t>
            </w:r>
            <w:r w:rsidR="004C00A8">
              <w:rPr>
                <w:rtl/>
              </w:rPr>
              <w:t xml:space="preserve"> </w:t>
            </w:r>
            <w:r w:rsidR="00A72677" w:rsidRPr="009647FC">
              <w:rPr>
                <w:rtl/>
              </w:rPr>
              <w:t>علي</w:t>
            </w:r>
            <w:r w:rsidRPr="009647FC">
              <w:rPr>
                <w:rtl/>
              </w:rPr>
              <w:t>ه</w:t>
            </w:r>
            <w:r>
              <w:rPr>
                <w:rtl/>
              </w:rPr>
              <w:t xml:space="preserve"> </w:t>
            </w:r>
            <w:r w:rsidRPr="009647FC">
              <w:rPr>
                <w:rtl/>
              </w:rPr>
              <w:t>كلّ</w:t>
            </w:r>
            <w:r>
              <w:rPr>
                <w:rtl/>
              </w:rPr>
              <w:t xml:space="preserve"> </w:t>
            </w:r>
            <w:r w:rsidRPr="009647FC">
              <w:rPr>
                <w:rtl/>
              </w:rPr>
              <w:t>يوم</w:t>
            </w:r>
            <w:r>
              <w:rPr>
                <w:rtl/>
              </w:rPr>
              <w:t xml:space="preserve"> </w:t>
            </w:r>
            <w:r w:rsidRPr="009647FC">
              <w:rPr>
                <w:rtl/>
              </w:rPr>
              <w:t>و</w:t>
            </w:r>
            <w:r w:rsidR="00A72677" w:rsidRPr="009647FC">
              <w:rPr>
                <w:rtl/>
              </w:rPr>
              <w:t>ليل</w:t>
            </w:r>
            <w:r w:rsidRPr="009647FC">
              <w:rPr>
                <w:rtl/>
              </w:rPr>
              <w:t>ةٍ</w:t>
            </w:r>
            <w:r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A72677" w:rsidP="00A72677">
            <w:pPr>
              <w:pStyle w:val="libPoem"/>
            </w:pPr>
            <w:r w:rsidRPr="009647FC">
              <w:rPr>
                <w:rtl/>
              </w:rPr>
              <w:t>بق</w:t>
            </w:r>
            <w:r w:rsidR="008F3A72" w:rsidRPr="009647FC">
              <w:rPr>
                <w:rtl/>
              </w:rPr>
              <w:t>ارعةٍ</w:t>
            </w:r>
            <w:r w:rsidR="004C00A8">
              <w:rPr>
                <w:rtl/>
              </w:rPr>
              <w:t xml:space="preserve"> </w:t>
            </w:r>
            <w:r w:rsidRPr="009647FC">
              <w:rPr>
                <w:rtl/>
              </w:rPr>
              <w:t>من</w:t>
            </w:r>
            <w:r w:rsidR="008F3A72">
              <w:rPr>
                <w:rtl/>
              </w:rPr>
              <w:t xml:space="preserve"> </w:t>
            </w:r>
            <w:r w:rsidRPr="009647FC">
              <w:rPr>
                <w:rtl/>
              </w:rPr>
              <w:t>صر</w:t>
            </w:r>
            <w:r w:rsidR="008F3A72" w:rsidRPr="009647FC">
              <w:rPr>
                <w:rtl/>
              </w:rPr>
              <w:t>فه</w:t>
            </w:r>
            <w:r w:rsidR="008F3A72">
              <w:rPr>
                <w:rtl/>
              </w:rPr>
              <w:t xml:space="preserve"> </w:t>
            </w:r>
            <w:r w:rsidRPr="009647FC">
              <w:rPr>
                <w:rtl/>
              </w:rPr>
              <w:t>تق</w:t>
            </w:r>
            <w:r w:rsidR="008F3A72" w:rsidRPr="009647FC">
              <w:rPr>
                <w:rtl/>
              </w:rPr>
              <w:t>لع</w:t>
            </w:r>
            <w:r w:rsidR="008F3A72" w:rsidRPr="004E7EC6">
              <w:rPr>
                <w:rStyle w:val="libFootnotenumChar"/>
                <w:rtl/>
              </w:rPr>
              <w:t>(2)</w:t>
            </w:r>
            <w:r w:rsidR="008F3A72">
              <w:rPr>
                <w:rtl/>
              </w:rPr>
              <w:t xml:space="preserve"> </w:t>
            </w:r>
            <w:r w:rsidR="008F3A72" w:rsidRPr="009647FC">
              <w:rPr>
                <w:rtl/>
              </w:rPr>
              <w:t>الهضبا</w:t>
            </w:r>
            <w:r w:rsidR="008F3A72" w:rsidRPr="00725071">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A72677">
              <w:rPr>
                <w:rtl/>
              </w:rPr>
              <w:t>كأنّ</w:t>
            </w:r>
            <w:r w:rsidR="00677BC4">
              <w:rPr>
                <w:rtl/>
              </w:rPr>
              <w:t>َ</w:t>
            </w:r>
            <w:r w:rsidR="004C00A8">
              <w:rPr>
                <w:rtl/>
              </w:rPr>
              <w:t xml:space="preserve"> </w:t>
            </w:r>
            <w:r w:rsidRPr="00A72677">
              <w:rPr>
                <w:rtl/>
              </w:rPr>
              <w:t>كرام</w:t>
            </w:r>
            <w:r w:rsidR="00677BC4">
              <w:rPr>
                <w:rtl/>
              </w:rPr>
              <w:t>َ</w:t>
            </w:r>
            <w:r w:rsidRPr="00A72677">
              <w:rPr>
                <w:rtl/>
              </w:rPr>
              <w:t xml:space="preserve"> ا</w:t>
            </w:r>
            <w:r w:rsidR="00A72677" w:rsidRPr="00A72677">
              <w:rPr>
                <w:rtl/>
              </w:rPr>
              <w:t>لن</w:t>
            </w:r>
            <w:r w:rsidRPr="00A72677">
              <w:rPr>
                <w:rtl/>
              </w:rPr>
              <w:t xml:space="preserve">اس </w:t>
            </w:r>
            <w:r w:rsidR="00A72677" w:rsidRPr="00A72677">
              <w:rPr>
                <w:rtl/>
              </w:rPr>
              <w:t>في</w:t>
            </w:r>
            <w:r w:rsidRPr="00A72677">
              <w:rPr>
                <w:rtl/>
              </w:rPr>
              <w:t xml:space="preserve"> </w:t>
            </w:r>
            <w:r w:rsidR="00A72677" w:rsidRPr="00A72677">
              <w:rPr>
                <w:rtl/>
              </w:rPr>
              <w:t>حل</w:t>
            </w:r>
            <w:r w:rsidRPr="00A72677">
              <w:rPr>
                <w:rtl/>
              </w:rPr>
              <w:t xml:space="preserve">قه </w:t>
            </w:r>
            <w:r w:rsidR="00A72677" w:rsidRPr="00A72677">
              <w:rPr>
                <w:rtl/>
              </w:rPr>
              <w:t>شج</w:t>
            </w:r>
            <w:r w:rsidRPr="00A72677">
              <w:rPr>
                <w:rtl/>
              </w:rPr>
              <w:t>ا</w:t>
            </w:r>
            <w:r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8F3A72" w:rsidP="00A72677">
            <w:pPr>
              <w:pStyle w:val="libPoem"/>
            </w:pPr>
            <w:r w:rsidRPr="00A72677">
              <w:rPr>
                <w:rtl/>
              </w:rPr>
              <w:t>وإلاّ</w:t>
            </w:r>
            <w:r w:rsidR="004C00A8">
              <w:rPr>
                <w:rtl/>
              </w:rPr>
              <w:t xml:space="preserve"> </w:t>
            </w:r>
            <w:r w:rsidRPr="00A72677">
              <w:rPr>
                <w:rtl/>
              </w:rPr>
              <w:t>قذىً ي</w:t>
            </w:r>
            <w:r w:rsidR="00A72677" w:rsidRPr="00A72677">
              <w:rPr>
                <w:rtl/>
              </w:rPr>
              <w:t>ُد</w:t>
            </w:r>
            <w:r w:rsidRPr="00A72677">
              <w:rPr>
                <w:rtl/>
              </w:rPr>
              <w:t xml:space="preserve">مى </w:t>
            </w:r>
            <w:r w:rsidR="00A72677" w:rsidRPr="00A72677">
              <w:rPr>
                <w:rtl/>
              </w:rPr>
              <w:t>لن</w:t>
            </w:r>
            <w:r w:rsidRPr="00A72677">
              <w:rPr>
                <w:rtl/>
              </w:rPr>
              <w:t xml:space="preserve">اضره </w:t>
            </w:r>
            <w:r w:rsidR="00A72677" w:rsidRPr="00A72677">
              <w:rPr>
                <w:rtl/>
              </w:rPr>
              <w:t>غر</w:t>
            </w:r>
            <w:r w:rsidRPr="00A72677">
              <w:rPr>
                <w:rtl/>
              </w:rPr>
              <w:t>با</w:t>
            </w:r>
            <w:r w:rsidRPr="00A72677">
              <w:rPr>
                <w:rStyle w:val="libFootnotenumChar"/>
                <w:rtl/>
              </w:rPr>
              <w:t>(3)</w:t>
            </w:r>
            <w:r w:rsidRPr="00A72677">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9647FC">
              <w:rPr>
                <w:rtl/>
              </w:rPr>
              <w:t>فيلف</w:t>
            </w:r>
            <w:r w:rsidR="008F3A72" w:rsidRPr="009647FC">
              <w:rPr>
                <w:rtl/>
              </w:rPr>
              <w:t>ظهم</w:t>
            </w:r>
            <w:r w:rsidR="008F3A72">
              <w:rPr>
                <w:rtl/>
              </w:rPr>
              <w:t xml:space="preserve"> </w:t>
            </w:r>
            <w:r w:rsidRPr="009647FC">
              <w:rPr>
                <w:rtl/>
              </w:rPr>
              <w:t>كيما</w:t>
            </w:r>
            <w:r w:rsidR="008F3A72">
              <w:rPr>
                <w:rtl/>
              </w:rPr>
              <w:t xml:space="preserve"> </w:t>
            </w:r>
            <w:r w:rsidRPr="009647FC">
              <w:rPr>
                <w:rtl/>
              </w:rPr>
              <w:t>يسيغ</w:t>
            </w:r>
            <w:r w:rsidR="00677BC4">
              <w:rPr>
                <w:rtl/>
              </w:rPr>
              <w:t>َ</w:t>
            </w:r>
            <w:r w:rsidR="008F3A72">
              <w:rPr>
                <w:rtl/>
              </w:rPr>
              <w:t xml:space="preserve"> </w:t>
            </w:r>
            <w:r w:rsidRPr="009647FC">
              <w:rPr>
                <w:rtl/>
              </w:rPr>
              <w:t>شر</w:t>
            </w:r>
            <w:r w:rsidR="008F3A72" w:rsidRPr="009647FC">
              <w:rPr>
                <w:rtl/>
              </w:rPr>
              <w:t>ا</w:t>
            </w:r>
            <w:r w:rsidRPr="009647FC">
              <w:rPr>
                <w:rtl/>
              </w:rPr>
              <w:t>به</w:t>
            </w:r>
            <w:r w:rsidR="008F3A72"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8F3A72" w:rsidP="00A72677">
            <w:pPr>
              <w:pStyle w:val="libPoem"/>
            </w:pPr>
            <w:r w:rsidRPr="009647FC">
              <w:rPr>
                <w:rtl/>
              </w:rPr>
              <w:t>و</w:t>
            </w:r>
            <w:r w:rsidR="00A72677" w:rsidRPr="009647FC">
              <w:rPr>
                <w:rtl/>
              </w:rPr>
              <w:t>تطب</w:t>
            </w:r>
            <w:r w:rsidRPr="009647FC">
              <w:rPr>
                <w:rtl/>
              </w:rPr>
              <w:t>قُ</w:t>
            </w:r>
            <w:r w:rsidR="004C00A8">
              <w:rPr>
                <w:rtl/>
              </w:rPr>
              <w:t xml:space="preserve"> </w:t>
            </w:r>
            <w:r w:rsidR="00A72677" w:rsidRPr="009647FC">
              <w:rPr>
                <w:rtl/>
              </w:rPr>
              <w:t>عين</w:t>
            </w:r>
            <w:r w:rsidRPr="009647FC">
              <w:rPr>
                <w:rtl/>
              </w:rPr>
              <w:t>اه</w:t>
            </w:r>
            <w:r>
              <w:rPr>
                <w:rtl/>
              </w:rPr>
              <w:t xml:space="preserve"> </w:t>
            </w:r>
            <w:r w:rsidR="00A72677" w:rsidRPr="009647FC">
              <w:rPr>
                <w:rtl/>
              </w:rPr>
              <w:t>على</w:t>
            </w:r>
            <w:r>
              <w:rPr>
                <w:rtl/>
              </w:rPr>
              <w:t xml:space="preserve"> </w:t>
            </w:r>
            <w:r w:rsidR="00A72677" w:rsidRPr="009647FC">
              <w:rPr>
                <w:rtl/>
              </w:rPr>
              <w:t>هد</w:t>
            </w:r>
            <w:r w:rsidRPr="009647FC">
              <w:rPr>
                <w:rtl/>
              </w:rPr>
              <w:t>به</w:t>
            </w:r>
            <w:r>
              <w:rPr>
                <w:rtl/>
              </w:rPr>
              <w:t xml:space="preserve"> </w:t>
            </w:r>
            <w:r w:rsidRPr="009647FC">
              <w:rPr>
                <w:rtl/>
              </w:rPr>
              <w:t>ا</w:t>
            </w:r>
            <w:r w:rsidR="00A72677" w:rsidRPr="009647FC">
              <w:rPr>
                <w:rtl/>
              </w:rPr>
              <w:t>له</w:t>
            </w:r>
            <w:r w:rsidRPr="009647FC">
              <w:rPr>
                <w:rtl/>
              </w:rPr>
              <w:t>دبا</w:t>
            </w:r>
            <w:r w:rsidRPr="00725071">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9647FC">
              <w:rPr>
                <w:rtl/>
              </w:rPr>
              <w:t>و</w:t>
            </w:r>
            <w:r w:rsidR="00A72677" w:rsidRPr="009647FC">
              <w:rPr>
                <w:rtl/>
              </w:rPr>
              <w:t>حا</w:t>
            </w:r>
            <w:r w:rsidRPr="009647FC">
              <w:rPr>
                <w:rtl/>
              </w:rPr>
              <w:t>ر</w:t>
            </w:r>
            <w:r w:rsidR="00A72677" w:rsidRPr="009647FC">
              <w:rPr>
                <w:rtl/>
              </w:rPr>
              <w:t>به</w:t>
            </w:r>
            <w:r w:rsidRPr="009647FC">
              <w:rPr>
                <w:rtl/>
              </w:rPr>
              <w:t>م</w:t>
            </w:r>
            <w:r w:rsidR="004C00A8">
              <w:rPr>
                <w:rtl/>
              </w:rPr>
              <w:t xml:space="preserve"> </w:t>
            </w:r>
            <w:r w:rsidRPr="009647FC">
              <w:rPr>
                <w:rtl/>
              </w:rPr>
              <w:t>من</w:t>
            </w:r>
            <w:r>
              <w:rPr>
                <w:rtl/>
              </w:rPr>
              <w:t xml:space="preserve"> </w:t>
            </w:r>
            <w:r w:rsidR="00A72677" w:rsidRPr="009647FC">
              <w:rPr>
                <w:rtl/>
              </w:rPr>
              <w:t>غير</w:t>
            </w:r>
            <w:r>
              <w:rPr>
                <w:rtl/>
              </w:rPr>
              <w:t xml:space="preserve"> </w:t>
            </w:r>
            <w:r w:rsidRPr="009647FC">
              <w:rPr>
                <w:rtl/>
              </w:rPr>
              <w:t>ذ</w:t>
            </w:r>
            <w:r w:rsidR="00A72677" w:rsidRPr="009647FC">
              <w:rPr>
                <w:rtl/>
              </w:rPr>
              <w:t>نب</w:t>
            </w:r>
            <w:r w:rsidRPr="009647FC">
              <w:rPr>
                <w:rtl/>
              </w:rPr>
              <w:t>ٍ</w:t>
            </w:r>
            <w:r>
              <w:rPr>
                <w:rtl/>
              </w:rPr>
              <w:t xml:space="preserve"> </w:t>
            </w:r>
            <w:r w:rsidR="00A72677" w:rsidRPr="009647FC">
              <w:rPr>
                <w:rtl/>
              </w:rPr>
              <w:t>لن</w:t>
            </w:r>
            <w:r w:rsidRPr="009647FC">
              <w:rPr>
                <w:rtl/>
              </w:rPr>
              <w:t>قصه</w:t>
            </w:r>
            <w:r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A72677" w:rsidP="00A72677">
            <w:pPr>
              <w:pStyle w:val="libPoem"/>
            </w:pPr>
            <w:r w:rsidRPr="009647FC">
              <w:rPr>
                <w:rtl/>
              </w:rPr>
              <w:t>فلس</w:t>
            </w:r>
            <w:r w:rsidR="008F3A72" w:rsidRPr="009647FC">
              <w:rPr>
                <w:rtl/>
              </w:rPr>
              <w:t>ت</w:t>
            </w:r>
            <w:r w:rsidR="008F3A72">
              <w:rPr>
                <w:rtl/>
              </w:rPr>
              <w:t xml:space="preserve"> </w:t>
            </w:r>
            <w:r w:rsidR="008F3A72" w:rsidRPr="009647FC">
              <w:rPr>
                <w:rtl/>
              </w:rPr>
              <w:t>أرى</w:t>
            </w:r>
            <w:r w:rsidR="008F3A72">
              <w:rPr>
                <w:rtl/>
              </w:rPr>
              <w:t xml:space="preserve"> </w:t>
            </w:r>
            <w:r w:rsidRPr="009647FC">
              <w:rPr>
                <w:rtl/>
              </w:rPr>
              <w:t>غير</w:t>
            </w:r>
            <w:r w:rsidR="00677BC4">
              <w:rPr>
                <w:rtl/>
              </w:rPr>
              <w:t>َ</w:t>
            </w:r>
            <w:r w:rsidR="008F3A72">
              <w:rPr>
                <w:rtl/>
              </w:rPr>
              <w:t xml:space="preserve"> </w:t>
            </w:r>
            <w:r w:rsidR="008F3A72" w:rsidRPr="009647FC">
              <w:rPr>
                <w:rtl/>
              </w:rPr>
              <w:t>ا</w:t>
            </w:r>
            <w:r w:rsidRPr="009647FC">
              <w:rPr>
                <w:rtl/>
              </w:rPr>
              <w:t>لكم</w:t>
            </w:r>
            <w:r w:rsidR="008F3A72" w:rsidRPr="009647FC">
              <w:rPr>
                <w:rtl/>
              </w:rPr>
              <w:t>ال</w:t>
            </w:r>
            <w:r w:rsidR="008F3A72">
              <w:rPr>
                <w:rtl/>
              </w:rPr>
              <w:t xml:space="preserve"> </w:t>
            </w:r>
            <w:r w:rsidRPr="009647FC">
              <w:rPr>
                <w:rtl/>
              </w:rPr>
              <w:t>له</w:t>
            </w:r>
            <w:r w:rsidR="008F3A72">
              <w:rPr>
                <w:rtl/>
              </w:rPr>
              <w:t xml:space="preserve"> </w:t>
            </w:r>
            <w:r w:rsidR="008F3A72" w:rsidRPr="009647FC">
              <w:rPr>
                <w:rtl/>
              </w:rPr>
              <w:t>ذ</w:t>
            </w:r>
            <w:r w:rsidRPr="009647FC">
              <w:rPr>
                <w:rtl/>
              </w:rPr>
              <w:t>نب</w:t>
            </w:r>
            <w:r w:rsidR="008F3A72" w:rsidRPr="009647FC">
              <w:rPr>
                <w:rtl/>
              </w:rPr>
              <w:t>ا</w:t>
            </w:r>
            <w:r w:rsidR="008F3A72" w:rsidRPr="00725071">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A72677">
              <w:rPr>
                <w:rtl/>
              </w:rPr>
              <w:t>كأ</w:t>
            </w:r>
            <w:r w:rsidR="008F3A72" w:rsidRPr="00A72677">
              <w:rPr>
                <w:rtl/>
              </w:rPr>
              <w:t>نّ</w:t>
            </w:r>
            <w:r w:rsidR="00677BC4">
              <w:rPr>
                <w:rtl/>
              </w:rPr>
              <w:t>َ</w:t>
            </w:r>
            <w:r w:rsidR="008F3A72" w:rsidRPr="00A72677">
              <w:rPr>
                <w:rtl/>
              </w:rPr>
              <w:t xml:space="preserve"> </w:t>
            </w:r>
            <w:r w:rsidRPr="00A72677">
              <w:rPr>
                <w:rtl/>
              </w:rPr>
              <w:t>له</w:t>
            </w:r>
            <w:r w:rsidR="008F3A72" w:rsidRPr="00A72677">
              <w:rPr>
                <w:rtl/>
              </w:rPr>
              <w:t xml:space="preserve"> يا أعدم اللهُ </w:t>
            </w:r>
            <w:r w:rsidRPr="00A72677">
              <w:rPr>
                <w:rtl/>
              </w:rPr>
              <w:t>ظلّه</w:t>
            </w:r>
            <w:r w:rsidR="008F3A72" w:rsidRPr="00A72677">
              <w:rPr>
                <w:rStyle w:val="libPoemTiniChar0"/>
                <w:rtl/>
              </w:rPr>
              <w:br/>
              <w:t> </w:t>
            </w:r>
          </w:p>
        </w:tc>
        <w:tc>
          <w:tcPr>
            <w:tcW w:w="301" w:type="dxa"/>
          </w:tcPr>
          <w:p w:rsidR="008F3A72" w:rsidRPr="00A72677" w:rsidRDefault="008F3A72" w:rsidP="00A72677">
            <w:pPr>
              <w:pStyle w:val="libPoem"/>
              <w:rPr>
                <w:rtl/>
              </w:rPr>
            </w:pPr>
          </w:p>
        </w:tc>
        <w:tc>
          <w:tcPr>
            <w:tcW w:w="3884" w:type="dxa"/>
          </w:tcPr>
          <w:p w:rsidR="008F3A72" w:rsidRPr="00A72677" w:rsidRDefault="00A72677" w:rsidP="00A72677">
            <w:pPr>
              <w:pStyle w:val="libPoem"/>
            </w:pPr>
            <w:r w:rsidRPr="00A72677">
              <w:rPr>
                <w:rtl/>
              </w:rPr>
              <w:t>لديه</w:t>
            </w:r>
            <w:r w:rsidR="008F3A72" w:rsidRPr="00A72677">
              <w:rPr>
                <w:rtl/>
              </w:rPr>
              <w:t xml:space="preserve">م </w:t>
            </w:r>
            <w:r w:rsidRPr="00A72677">
              <w:rPr>
                <w:rtl/>
              </w:rPr>
              <w:t>تر</w:t>
            </w:r>
            <w:r w:rsidR="008F3A72" w:rsidRPr="00A72677">
              <w:rPr>
                <w:rtl/>
              </w:rPr>
              <w:t>ا</w:t>
            </w:r>
            <w:r w:rsidRPr="00A72677">
              <w:rPr>
                <w:rtl/>
              </w:rPr>
              <w:t>ثا</w:t>
            </w:r>
            <w:r w:rsidR="008F3A72" w:rsidRPr="00A72677">
              <w:rPr>
                <w:rtl/>
              </w:rPr>
              <w:t xml:space="preserve">ً </w:t>
            </w:r>
            <w:r w:rsidRPr="00A72677">
              <w:rPr>
                <w:rtl/>
              </w:rPr>
              <w:t>فهو</w:t>
            </w:r>
            <w:r w:rsidR="008F3A72" w:rsidRPr="00A72677">
              <w:rPr>
                <w:rtl/>
              </w:rPr>
              <w:t xml:space="preserve"> لا </w:t>
            </w:r>
            <w:r w:rsidRPr="00A72677">
              <w:rPr>
                <w:rtl/>
              </w:rPr>
              <w:t>يب</w:t>
            </w:r>
            <w:r w:rsidR="008F3A72" w:rsidRPr="00A72677">
              <w:rPr>
                <w:rtl/>
              </w:rPr>
              <w:t>رح ا</w:t>
            </w:r>
            <w:r w:rsidRPr="00A72677">
              <w:rPr>
                <w:rtl/>
              </w:rPr>
              <w:t>لح</w:t>
            </w:r>
            <w:r w:rsidR="008F3A72" w:rsidRPr="00A72677">
              <w:rPr>
                <w:rtl/>
              </w:rPr>
              <w:t>ربا</w:t>
            </w:r>
            <w:r w:rsidR="008F3A72" w:rsidRPr="00A72677">
              <w:rPr>
                <w:rStyle w:val="libPoemTiniChar0"/>
                <w:rtl/>
              </w:rPr>
              <w:br/>
              <w:t> </w:t>
            </w:r>
          </w:p>
        </w:tc>
      </w:tr>
      <w:tr w:rsidR="008F3A72" w:rsidRPr="00524A24" w:rsidTr="008F3A72">
        <w:trPr>
          <w:trHeight w:val="350"/>
        </w:trPr>
        <w:tc>
          <w:tcPr>
            <w:tcW w:w="3902" w:type="dxa"/>
          </w:tcPr>
          <w:p w:rsidR="008F3A72" w:rsidRPr="00524A24" w:rsidRDefault="008F3A72" w:rsidP="00A72677">
            <w:pPr>
              <w:pStyle w:val="libPoem"/>
            </w:pPr>
            <w:r w:rsidRPr="009647FC">
              <w:rPr>
                <w:rtl/>
              </w:rPr>
              <w:t>وأ</w:t>
            </w:r>
            <w:r w:rsidR="00A72677" w:rsidRPr="009647FC">
              <w:rPr>
                <w:rtl/>
              </w:rPr>
              <w:t>صعب</w:t>
            </w:r>
            <w:r w:rsidRPr="009647FC">
              <w:rPr>
                <w:rtl/>
              </w:rPr>
              <w:t>ُ</w:t>
            </w:r>
            <w:r w:rsidR="004C00A8">
              <w:rPr>
                <w:rtl/>
              </w:rPr>
              <w:t xml:space="preserve"> </w:t>
            </w:r>
            <w:r w:rsidRPr="009647FC">
              <w:rPr>
                <w:rtl/>
              </w:rPr>
              <w:t>حربٍ</w:t>
            </w:r>
            <w:r>
              <w:rPr>
                <w:rtl/>
              </w:rPr>
              <w:t xml:space="preserve"> </w:t>
            </w:r>
            <w:r w:rsidR="00A72677" w:rsidRPr="009647FC">
              <w:rPr>
                <w:rtl/>
              </w:rPr>
              <w:t>من</w:t>
            </w:r>
            <w:r w:rsidRPr="009647FC">
              <w:rPr>
                <w:rtl/>
              </w:rPr>
              <w:t>ه</w:t>
            </w:r>
            <w:r>
              <w:rPr>
                <w:rtl/>
              </w:rPr>
              <w:t xml:space="preserve"> </w:t>
            </w:r>
            <w:r w:rsidR="00A72677" w:rsidRPr="009647FC">
              <w:rPr>
                <w:rtl/>
              </w:rPr>
              <w:t>يو</w:t>
            </w:r>
            <w:r w:rsidRPr="009647FC">
              <w:rPr>
                <w:rtl/>
              </w:rPr>
              <w:t>م</w:t>
            </w:r>
            <w:r w:rsidR="00677BC4">
              <w:rPr>
                <w:rtl/>
              </w:rPr>
              <w:t>َ</w:t>
            </w:r>
            <w:r>
              <w:rPr>
                <w:rtl/>
              </w:rPr>
              <w:t xml:space="preserve"> </w:t>
            </w:r>
            <w:r w:rsidR="00A72677" w:rsidRPr="009647FC">
              <w:rPr>
                <w:rtl/>
              </w:rPr>
              <w:t>صر</w:t>
            </w:r>
            <w:r w:rsidRPr="009647FC">
              <w:rPr>
                <w:rtl/>
              </w:rPr>
              <w:t>وفُه</w:t>
            </w:r>
            <w:r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Default="00A72677" w:rsidP="00A72677">
            <w:pPr>
              <w:pStyle w:val="libPoem"/>
            </w:pPr>
            <w:r w:rsidRPr="009647FC">
              <w:rPr>
                <w:rtl/>
              </w:rPr>
              <w:t>من</w:t>
            </w:r>
            <w:r w:rsidR="004C00A8">
              <w:rPr>
                <w:rtl/>
              </w:rPr>
              <w:t xml:space="preserve"> </w:t>
            </w:r>
            <w:r w:rsidR="008F3A72" w:rsidRPr="009647FC">
              <w:rPr>
                <w:rtl/>
              </w:rPr>
              <w:t>ا</w:t>
            </w:r>
            <w:r w:rsidRPr="009647FC">
              <w:rPr>
                <w:rtl/>
              </w:rPr>
              <w:t>لش</w:t>
            </w:r>
            <w:r w:rsidR="008F3A72" w:rsidRPr="009647FC">
              <w:rPr>
                <w:rtl/>
              </w:rPr>
              <w:t>رف</w:t>
            </w:r>
            <w:r w:rsidR="008F3A72">
              <w:rPr>
                <w:rtl/>
              </w:rPr>
              <w:t xml:space="preserve"> </w:t>
            </w:r>
            <w:r w:rsidR="008F3A72" w:rsidRPr="009647FC">
              <w:rPr>
                <w:rtl/>
              </w:rPr>
              <w:t>ا</w:t>
            </w:r>
            <w:r w:rsidRPr="009647FC">
              <w:rPr>
                <w:rtl/>
              </w:rPr>
              <w:t>لس</w:t>
            </w:r>
            <w:r w:rsidR="008F3A72" w:rsidRPr="009647FC">
              <w:rPr>
                <w:rtl/>
              </w:rPr>
              <w:t>امي</w:t>
            </w:r>
            <w:r w:rsidR="008F3A72">
              <w:rPr>
                <w:rtl/>
              </w:rPr>
              <w:t xml:space="preserve"> </w:t>
            </w:r>
            <w:r w:rsidR="008F3A72" w:rsidRPr="009647FC">
              <w:rPr>
                <w:rtl/>
              </w:rPr>
              <w:t>ارتقت</w:t>
            </w:r>
            <w:r w:rsidR="008F3A72">
              <w:rPr>
                <w:rtl/>
              </w:rPr>
              <w:t xml:space="preserve"> </w:t>
            </w:r>
            <w:r w:rsidR="008F3A72" w:rsidRPr="009647FC">
              <w:rPr>
                <w:rtl/>
              </w:rPr>
              <w:t>مرتقىً</w:t>
            </w:r>
            <w:r w:rsidR="008F3A72">
              <w:rPr>
                <w:rtl/>
              </w:rPr>
              <w:t xml:space="preserve"> </w:t>
            </w:r>
            <w:r w:rsidR="008F3A72" w:rsidRPr="009647FC">
              <w:rPr>
                <w:rtl/>
              </w:rPr>
              <w:t>صعبا</w:t>
            </w:r>
            <w:r w:rsidR="008F3A72" w:rsidRPr="00725071">
              <w:rPr>
                <w:rStyle w:val="libPoemTiniChar0"/>
                <w:rtl/>
              </w:rPr>
              <w:br/>
              <w:t> </w:t>
            </w:r>
          </w:p>
        </w:tc>
      </w:tr>
      <w:tr w:rsidR="008F3A72" w:rsidRPr="00524A24" w:rsidTr="008F3A72">
        <w:trPr>
          <w:trHeight w:val="350"/>
        </w:trPr>
        <w:tc>
          <w:tcPr>
            <w:tcW w:w="3902" w:type="dxa"/>
          </w:tcPr>
          <w:p w:rsidR="008F3A72" w:rsidRPr="00524A24" w:rsidRDefault="00A72677" w:rsidP="00A72677">
            <w:pPr>
              <w:pStyle w:val="libPoem"/>
            </w:pPr>
            <w:r w:rsidRPr="009647FC">
              <w:rPr>
                <w:rtl/>
              </w:rPr>
              <w:t>تخ</w:t>
            </w:r>
            <w:r w:rsidR="008F3A72" w:rsidRPr="009647FC">
              <w:rPr>
                <w:rtl/>
              </w:rPr>
              <w:t>طّ</w:t>
            </w:r>
            <w:r w:rsidR="00677BC4">
              <w:rPr>
                <w:rtl/>
              </w:rPr>
              <w:t>َ</w:t>
            </w:r>
            <w:r w:rsidR="008F3A72" w:rsidRPr="009647FC">
              <w:rPr>
                <w:rtl/>
              </w:rPr>
              <w:t>ت</w:t>
            </w:r>
            <w:r w:rsidR="008F3A72">
              <w:rPr>
                <w:rtl/>
              </w:rPr>
              <w:t xml:space="preserve"> </w:t>
            </w:r>
            <w:r w:rsidRPr="009647FC">
              <w:rPr>
                <w:rtl/>
              </w:rPr>
              <w:t>حم</w:t>
            </w:r>
            <w:r w:rsidR="008F3A72" w:rsidRPr="009647FC">
              <w:rPr>
                <w:rtl/>
              </w:rPr>
              <w:t>ى</w:t>
            </w:r>
            <w:r w:rsidR="008F3A72">
              <w:rPr>
                <w:rtl/>
              </w:rPr>
              <w:t xml:space="preserve"> </w:t>
            </w:r>
            <w:r w:rsidR="008F3A72" w:rsidRPr="009647FC">
              <w:rPr>
                <w:rtl/>
              </w:rPr>
              <w:t>ا</w:t>
            </w:r>
            <w:r w:rsidRPr="009647FC">
              <w:rPr>
                <w:rtl/>
              </w:rPr>
              <w:t>لع</w:t>
            </w:r>
            <w:r w:rsidR="008F3A72" w:rsidRPr="009647FC">
              <w:rPr>
                <w:rtl/>
              </w:rPr>
              <w:t>لياء</w:t>
            </w:r>
            <w:r w:rsidR="008F3A72">
              <w:rPr>
                <w:rtl/>
              </w:rPr>
              <w:t xml:space="preserve"> </w:t>
            </w:r>
            <w:r w:rsidRPr="009647FC">
              <w:rPr>
                <w:rtl/>
              </w:rPr>
              <w:t>حت</w:t>
            </w:r>
            <w:r w:rsidR="008F3A72" w:rsidRPr="009647FC">
              <w:rPr>
                <w:rtl/>
              </w:rPr>
              <w:t>ى</w:t>
            </w:r>
            <w:r w:rsidR="008F3A72">
              <w:rPr>
                <w:rtl/>
              </w:rPr>
              <w:t xml:space="preserve"> </w:t>
            </w:r>
            <w:r w:rsidR="008F3A72" w:rsidRPr="009647FC">
              <w:rPr>
                <w:rtl/>
              </w:rPr>
              <w:t>ا</w:t>
            </w:r>
            <w:r w:rsidRPr="009647FC">
              <w:rPr>
                <w:rtl/>
              </w:rPr>
              <w:t>نت</w:t>
            </w:r>
            <w:r w:rsidR="008F3A72" w:rsidRPr="009647FC">
              <w:rPr>
                <w:rtl/>
              </w:rPr>
              <w:t>هت</w:t>
            </w:r>
            <w:r w:rsidR="008F3A72">
              <w:rPr>
                <w:rtl/>
              </w:rPr>
              <w:t xml:space="preserve"> </w:t>
            </w:r>
            <w:r w:rsidRPr="009647FC">
              <w:rPr>
                <w:rtl/>
              </w:rPr>
              <w:t>به</w:t>
            </w:r>
            <w:r w:rsidR="008F3A72" w:rsidRPr="00725071">
              <w:rPr>
                <w:rStyle w:val="libPoemTiniChar0"/>
                <w:rtl/>
              </w:rPr>
              <w:br/>
              <w:t> </w:t>
            </w:r>
          </w:p>
        </w:tc>
        <w:tc>
          <w:tcPr>
            <w:tcW w:w="301" w:type="dxa"/>
          </w:tcPr>
          <w:p w:rsidR="008F3A72" w:rsidRDefault="008F3A72" w:rsidP="00A72677">
            <w:pPr>
              <w:pStyle w:val="libPoem"/>
              <w:rPr>
                <w:rtl/>
              </w:rPr>
            </w:pPr>
          </w:p>
        </w:tc>
        <w:tc>
          <w:tcPr>
            <w:tcW w:w="3884" w:type="dxa"/>
          </w:tcPr>
          <w:p w:rsidR="008F3A72" w:rsidRPr="00524A24" w:rsidRDefault="008F3A72" w:rsidP="00A72677">
            <w:pPr>
              <w:pStyle w:val="libPoem"/>
            </w:pPr>
            <w:r w:rsidRPr="009647FC">
              <w:rPr>
                <w:rtl/>
              </w:rPr>
              <w:t>إلى</w:t>
            </w:r>
            <w:r w:rsidR="004C00A8">
              <w:rPr>
                <w:rtl/>
              </w:rPr>
              <w:t xml:space="preserve"> </w:t>
            </w:r>
            <w:r w:rsidRPr="009647FC">
              <w:rPr>
                <w:rtl/>
              </w:rPr>
              <w:t>حرمٍ</w:t>
            </w:r>
            <w:r>
              <w:rPr>
                <w:rtl/>
              </w:rPr>
              <w:t xml:space="preserve"> </w:t>
            </w:r>
            <w:r w:rsidR="00A72677" w:rsidRPr="009647FC">
              <w:rPr>
                <w:rtl/>
              </w:rPr>
              <w:t>للخ</w:t>
            </w:r>
            <w:r w:rsidRPr="009647FC">
              <w:rPr>
                <w:rtl/>
              </w:rPr>
              <w:t>طب</w:t>
            </w:r>
            <w:r>
              <w:rPr>
                <w:rtl/>
              </w:rPr>
              <w:t xml:space="preserve"> </w:t>
            </w:r>
            <w:r w:rsidR="00A72677" w:rsidRPr="009647FC">
              <w:rPr>
                <w:rtl/>
              </w:rPr>
              <w:t>يش</w:t>
            </w:r>
            <w:r w:rsidRPr="009647FC">
              <w:rPr>
                <w:rtl/>
              </w:rPr>
              <w:t>عره</w:t>
            </w:r>
            <w:r>
              <w:rPr>
                <w:rtl/>
              </w:rPr>
              <w:t xml:space="preserve"> </w:t>
            </w:r>
            <w:r w:rsidRPr="009647FC">
              <w:rPr>
                <w:rtl/>
              </w:rPr>
              <w:t>رُ</w:t>
            </w:r>
            <w:r w:rsidR="00A72677" w:rsidRPr="009647FC">
              <w:rPr>
                <w:rtl/>
              </w:rPr>
              <w:t>عب</w:t>
            </w:r>
            <w:r w:rsidRPr="009647FC">
              <w:rPr>
                <w:rtl/>
              </w:rPr>
              <w:t>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العتبى</w:t>
      </w:r>
      <w:r w:rsidR="00D769AB">
        <w:rPr>
          <w:rtl/>
        </w:rPr>
        <w:t>:</w:t>
      </w:r>
      <w:r w:rsidRPr="009647FC">
        <w:rPr>
          <w:rtl/>
        </w:rPr>
        <w:t xml:space="preserve"> الرضى</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تصدع</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الغرب</w:t>
      </w:r>
      <w:r w:rsidR="00D769AB">
        <w:rPr>
          <w:rtl/>
        </w:rPr>
        <w:t>:</w:t>
      </w:r>
      <w:r w:rsidRPr="009647FC">
        <w:rPr>
          <w:rtl/>
        </w:rPr>
        <w:t xml:space="preserve"> شدّة دمع العين</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677BC4" w:rsidRPr="00524A24" w:rsidTr="00677BC4">
        <w:trPr>
          <w:trHeight w:val="350"/>
        </w:trPr>
        <w:tc>
          <w:tcPr>
            <w:tcW w:w="3902" w:type="dxa"/>
          </w:tcPr>
          <w:p w:rsidR="00677BC4" w:rsidRPr="00524A24" w:rsidRDefault="00677BC4" w:rsidP="00134451">
            <w:pPr>
              <w:pStyle w:val="libPoem"/>
            </w:pPr>
            <w:r w:rsidRPr="009647FC">
              <w:rPr>
                <w:rtl/>
              </w:rPr>
              <w:lastRenderedPageBreak/>
              <w:t>فما</w:t>
            </w:r>
            <w:r>
              <w:rPr>
                <w:rtl/>
              </w:rPr>
              <w:t xml:space="preserve"> </w:t>
            </w:r>
            <w:r w:rsidRPr="009647FC">
              <w:rPr>
                <w:rtl/>
              </w:rPr>
              <w:t>نهنهت</w:t>
            </w:r>
            <w:r>
              <w:rPr>
                <w:rtl/>
              </w:rPr>
              <w:t xml:space="preserve"> </w:t>
            </w:r>
            <w:r w:rsidRPr="009647FC">
              <w:rPr>
                <w:rtl/>
              </w:rPr>
              <w:t>دون</w:t>
            </w:r>
            <w:r>
              <w:rPr>
                <w:rtl/>
              </w:rPr>
              <w:t xml:space="preserve"> </w:t>
            </w:r>
            <w:r w:rsidRPr="009647FC">
              <w:rPr>
                <w:rtl/>
              </w:rPr>
              <w:t>الوقوف</w:t>
            </w:r>
            <w:r>
              <w:rPr>
                <w:rtl/>
              </w:rPr>
              <w:t xml:space="preserve"> </w:t>
            </w:r>
            <w:r w:rsidRPr="009647FC">
              <w:rPr>
                <w:rtl/>
              </w:rPr>
              <w:t>على</w:t>
            </w:r>
            <w:r>
              <w:rPr>
                <w:rtl/>
              </w:rPr>
              <w:t xml:space="preserve"> </w:t>
            </w:r>
            <w:r w:rsidRPr="009647FC">
              <w:rPr>
                <w:rtl/>
              </w:rPr>
              <w:t>خبا</w:t>
            </w:r>
            <w:r w:rsidRPr="00725071">
              <w:rPr>
                <w:rStyle w:val="libPoemTiniChar0"/>
                <w:rtl/>
              </w:rPr>
              <w:br/>
              <w:t> </w:t>
            </w:r>
          </w:p>
        </w:tc>
        <w:tc>
          <w:tcPr>
            <w:tcW w:w="301" w:type="dxa"/>
          </w:tcPr>
          <w:p w:rsidR="00677BC4" w:rsidRDefault="00677BC4" w:rsidP="00134451">
            <w:pPr>
              <w:pStyle w:val="libPoem"/>
              <w:rPr>
                <w:rtl/>
              </w:rPr>
            </w:pPr>
          </w:p>
        </w:tc>
        <w:tc>
          <w:tcPr>
            <w:tcW w:w="3884" w:type="dxa"/>
          </w:tcPr>
          <w:p w:rsidR="00677BC4" w:rsidRPr="00A72677" w:rsidRDefault="00677BC4" w:rsidP="00134451">
            <w:pPr>
              <w:pStyle w:val="libPoem"/>
            </w:pPr>
            <w:r w:rsidRPr="009647FC">
              <w:rPr>
                <w:rtl/>
              </w:rPr>
              <w:t>ضربن</w:t>
            </w:r>
            <w:r>
              <w:rPr>
                <w:rtl/>
              </w:rPr>
              <w:t xml:space="preserve"> </w:t>
            </w:r>
            <w:r w:rsidRPr="009647FC">
              <w:rPr>
                <w:rtl/>
              </w:rPr>
              <w:t>المعالي</w:t>
            </w:r>
            <w:r>
              <w:rPr>
                <w:rtl/>
              </w:rPr>
              <w:t xml:space="preserve"> </w:t>
            </w:r>
            <w:r w:rsidRPr="009647FC">
              <w:rPr>
                <w:rtl/>
              </w:rPr>
              <w:t>فوق</w:t>
            </w:r>
            <w:r>
              <w:rPr>
                <w:rtl/>
              </w:rPr>
              <w:t xml:space="preserve"> </w:t>
            </w:r>
            <w:r w:rsidRPr="009647FC">
              <w:rPr>
                <w:rtl/>
              </w:rPr>
              <w:t>رتبته</w:t>
            </w:r>
            <w:r w:rsidRPr="004E7EC6">
              <w:rPr>
                <w:rStyle w:val="libFootnotenumChar"/>
                <w:rtl/>
              </w:rPr>
              <w:t>(1)</w:t>
            </w:r>
            <w:r>
              <w:rPr>
                <w:rtl/>
              </w:rPr>
              <w:t xml:space="preserve"> </w:t>
            </w:r>
            <w:r w:rsidRPr="009647FC">
              <w:rPr>
                <w:rtl/>
              </w:rPr>
              <w:t>حجبا</w:t>
            </w:r>
            <w:r w:rsidRPr="00725071">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9647FC">
              <w:rPr>
                <w:rtl/>
              </w:rPr>
              <w:t>ولا</w:t>
            </w:r>
            <w:r w:rsidR="004C00A8">
              <w:rPr>
                <w:rtl/>
              </w:rPr>
              <w:t xml:space="preserve"> </w:t>
            </w:r>
            <w:r w:rsidRPr="009647FC">
              <w:rPr>
                <w:rtl/>
              </w:rPr>
              <w:t>صدرت</w:t>
            </w:r>
            <w:r>
              <w:rPr>
                <w:rtl/>
              </w:rPr>
              <w:t xml:space="preserve"> </w:t>
            </w:r>
            <w:r w:rsidRPr="009647FC">
              <w:rPr>
                <w:rtl/>
              </w:rPr>
              <w:t>إلاّ</w:t>
            </w:r>
            <w:r>
              <w:rPr>
                <w:rtl/>
              </w:rPr>
              <w:t xml:space="preserve"> </w:t>
            </w:r>
            <w:r w:rsidRPr="009647FC">
              <w:rPr>
                <w:rtl/>
              </w:rPr>
              <w:t>بنفسٍ</w:t>
            </w:r>
            <w:r>
              <w:rPr>
                <w:rtl/>
              </w:rPr>
              <w:t xml:space="preserve"> </w:t>
            </w:r>
            <w:r w:rsidRPr="009647FC">
              <w:rPr>
                <w:rtl/>
              </w:rPr>
              <w:t>نجيبةٍ</w:t>
            </w:r>
            <w:r w:rsidRPr="00725071">
              <w:rPr>
                <w:rStyle w:val="libPoemTiniChar0"/>
                <w:rtl/>
              </w:rPr>
              <w:br/>
              <w:t> </w:t>
            </w:r>
          </w:p>
        </w:tc>
        <w:tc>
          <w:tcPr>
            <w:tcW w:w="301" w:type="dxa"/>
          </w:tcPr>
          <w:p w:rsidR="00677BC4" w:rsidRDefault="00677BC4" w:rsidP="00134451">
            <w:pPr>
              <w:pStyle w:val="libPoem"/>
              <w:rPr>
                <w:rtl/>
              </w:rPr>
            </w:pPr>
          </w:p>
        </w:tc>
        <w:tc>
          <w:tcPr>
            <w:tcW w:w="3884" w:type="dxa"/>
          </w:tcPr>
          <w:p w:rsidR="00677BC4" w:rsidRPr="00A72677" w:rsidRDefault="00677BC4" w:rsidP="00134451">
            <w:pPr>
              <w:pStyle w:val="libPoem"/>
            </w:pPr>
            <w:r w:rsidRPr="009647FC">
              <w:rPr>
                <w:rtl/>
              </w:rPr>
              <w:t>عليها</w:t>
            </w:r>
            <w:r>
              <w:rPr>
                <w:rtl/>
              </w:rPr>
              <w:t xml:space="preserve"> </w:t>
            </w:r>
            <w:r w:rsidRPr="009647FC">
              <w:rPr>
                <w:rtl/>
              </w:rPr>
              <w:t>مدى</w:t>
            </w:r>
            <w:r w:rsidRPr="004E7EC6">
              <w:rPr>
                <w:rStyle w:val="libFootnotenumChar"/>
                <w:rtl/>
              </w:rPr>
              <w:t>(2)</w:t>
            </w:r>
            <w:r>
              <w:rPr>
                <w:rtl/>
              </w:rPr>
              <w:t xml:space="preserve"> </w:t>
            </w:r>
            <w:r w:rsidRPr="009647FC">
              <w:rPr>
                <w:rtl/>
              </w:rPr>
              <w:t>الدهر</w:t>
            </w:r>
            <w:r>
              <w:rPr>
                <w:rtl/>
              </w:rPr>
              <w:t xml:space="preserve"> </w:t>
            </w:r>
            <w:r w:rsidRPr="009647FC">
              <w:rPr>
                <w:rtl/>
              </w:rPr>
              <w:t>العُلى</w:t>
            </w:r>
            <w:r>
              <w:rPr>
                <w:rtl/>
              </w:rPr>
              <w:t xml:space="preserve"> </w:t>
            </w:r>
            <w:r w:rsidRPr="009647FC">
              <w:rPr>
                <w:rtl/>
              </w:rPr>
              <w:t>صرخت</w:t>
            </w:r>
            <w:r>
              <w:rPr>
                <w:rtl/>
              </w:rPr>
              <w:t xml:space="preserve"> </w:t>
            </w:r>
            <w:r w:rsidRPr="009647FC">
              <w:rPr>
                <w:rtl/>
              </w:rPr>
              <w:t>غضبى</w:t>
            </w:r>
            <w:r w:rsidRPr="00725071">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9647FC">
              <w:rPr>
                <w:rtl/>
              </w:rPr>
              <w:t>أسرّ</w:t>
            </w:r>
            <w:r>
              <w:rPr>
                <w:rtl/>
              </w:rPr>
              <w:t xml:space="preserve">َ </w:t>
            </w:r>
            <w:r w:rsidRPr="009647FC">
              <w:rPr>
                <w:rtl/>
              </w:rPr>
              <w:t>لها</w:t>
            </w:r>
            <w:r>
              <w:rPr>
                <w:rtl/>
              </w:rPr>
              <w:t xml:space="preserve"> </w:t>
            </w:r>
            <w:r w:rsidRPr="009647FC">
              <w:rPr>
                <w:rtl/>
              </w:rPr>
              <w:t>الناعي</w:t>
            </w:r>
            <w:r>
              <w:rPr>
                <w:rtl/>
              </w:rPr>
              <w:t xml:space="preserve"> </w:t>
            </w:r>
            <w:r w:rsidRPr="009647FC">
              <w:rPr>
                <w:rtl/>
              </w:rPr>
              <w:t>المفجّعُ</w:t>
            </w:r>
            <w:r>
              <w:rPr>
                <w:rtl/>
              </w:rPr>
              <w:t xml:space="preserve"> </w:t>
            </w:r>
            <w:r w:rsidRPr="009647FC">
              <w:rPr>
                <w:rtl/>
              </w:rPr>
              <w:t>نعي</w:t>
            </w:r>
            <w:r>
              <w:rPr>
                <w:rtl/>
              </w:rPr>
              <w:t>َ</w:t>
            </w:r>
            <w:r w:rsidRPr="009647FC">
              <w:rPr>
                <w:rtl/>
              </w:rPr>
              <w:t>ها</w:t>
            </w:r>
            <w:r w:rsidRPr="00725071">
              <w:rPr>
                <w:rStyle w:val="libPoemTiniChar0"/>
                <w:rtl/>
              </w:rPr>
              <w:br/>
              <w:t> </w:t>
            </w:r>
          </w:p>
        </w:tc>
        <w:tc>
          <w:tcPr>
            <w:tcW w:w="301" w:type="dxa"/>
          </w:tcPr>
          <w:p w:rsidR="00677BC4" w:rsidRDefault="00677BC4" w:rsidP="00134451">
            <w:pPr>
              <w:pStyle w:val="libPoem"/>
              <w:rPr>
                <w:rtl/>
              </w:rPr>
            </w:pPr>
          </w:p>
        </w:tc>
        <w:tc>
          <w:tcPr>
            <w:tcW w:w="3884" w:type="dxa"/>
          </w:tcPr>
          <w:p w:rsidR="00677BC4" w:rsidRPr="00A72677" w:rsidRDefault="00677BC4" w:rsidP="00134451">
            <w:pPr>
              <w:pStyle w:val="libPoem"/>
            </w:pPr>
            <w:r w:rsidRPr="009647FC">
              <w:rPr>
                <w:rtl/>
              </w:rPr>
              <w:t>فقامت</w:t>
            </w:r>
            <w:r w:rsidR="004C00A8">
              <w:rPr>
                <w:rtl/>
              </w:rPr>
              <w:t xml:space="preserve"> </w:t>
            </w:r>
            <w:r w:rsidRPr="009647FC">
              <w:rPr>
                <w:rtl/>
              </w:rPr>
              <w:t>عليها</w:t>
            </w:r>
            <w:r w:rsidRPr="004E7EC6">
              <w:rPr>
                <w:rStyle w:val="libFootnotenumChar"/>
                <w:rtl/>
              </w:rPr>
              <w:t>(3)</w:t>
            </w:r>
            <w:r>
              <w:rPr>
                <w:rtl/>
              </w:rPr>
              <w:t xml:space="preserve"> </w:t>
            </w:r>
            <w:r w:rsidRPr="009647FC">
              <w:rPr>
                <w:rtl/>
              </w:rPr>
              <w:t>تعلن</w:t>
            </w:r>
            <w:r>
              <w:rPr>
                <w:rtl/>
              </w:rPr>
              <w:t xml:space="preserve"> </w:t>
            </w:r>
            <w:r w:rsidRPr="009647FC">
              <w:rPr>
                <w:rtl/>
              </w:rPr>
              <w:t>النوح</w:t>
            </w:r>
            <w:r>
              <w:rPr>
                <w:rtl/>
              </w:rPr>
              <w:t xml:space="preserve"> </w:t>
            </w:r>
            <w:r w:rsidRPr="009647FC">
              <w:rPr>
                <w:rtl/>
              </w:rPr>
              <w:t>والندبا</w:t>
            </w:r>
            <w:r w:rsidRPr="00725071">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677BC4">
              <w:rPr>
                <w:rtl/>
              </w:rPr>
              <w:t>وهوَّن</w:t>
            </w:r>
            <w:r w:rsidR="004C00A8">
              <w:rPr>
                <w:rtl/>
              </w:rPr>
              <w:t xml:space="preserve"> </w:t>
            </w:r>
            <w:r w:rsidRPr="00677BC4">
              <w:rPr>
                <w:rtl/>
              </w:rPr>
              <w:t>فقدان النساء مؤنّب</w:t>
            </w:r>
            <w:r w:rsidRPr="00677BC4">
              <w:rPr>
                <w:rStyle w:val="libPoemTiniChar0"/>
                <w:rtl/>
              </w:rPr>
              <w:br/>
              <w:t> </w:t>
            </w:r>
          </w:p>
        </w:tc>
        <w:tc>
          <w:tcPr>
            <w:tcW w:w="301" w:type="dxa"/>
          </w:tcPr>
          <w:p w:rsidR="00677BC4" w:rsidRPr="00677BC4" w:rsidRDefault="00677BC4" w:rsidP="00134451">
            <w:pPr>
              <w:pStyle w:val="libPoem"/>
              <w:rPr>
                <w:rtl/>
              </w:rPr>
            </w:pPr>
          </w:p>
        </w:tc>
        <w:tc>
          <w:tcPr>
            <w:tcW w:w="3884" w:type="dxa"/>
          </w:tcPr>
          <w:p w:rsidR="00677BC4" w:rsidRPr="00677BC4" w:rsidRDefault="00677BC4" w:rsidP="00134451">
            <w:pPr>
              <w:pStyle w:val="libPoem"/>
            </w:pPr>
            <w:r w:rsidRPr="00677BC4">
              <w:rPr>
                <w:rtl/>
              </w:rPr>
              <w:t>يعيب الأسى لو شئت أوسعته ثلبا</w:t>
            </w:r>
            <w:r w:rsidRPr="00677BC4">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9647FC">
              <w:rPr>
                <w:rtl/>
              </w:rPr>
              <w:t>وهوّ</w:t>
            </w:r>
            <w:r>
              <w:rPr>
                <w:rtl/>
              </w:rPr>
              <w:t>َ</w:t>
            </w:r>
            <w:r w:rsidRPr="009647FC">
              <w:rPr>
                <w:rtl/>
              </w:rPr>
              <w:t>ن</w:t>
            </w:r>
            <w:r w:rsidR="004C00A8">
              <w:rPr>
                <w:rtl/>
              </w:rPr>
              <w:t xml:space="preserve"> </w:t>
            </w:r>
            <w:r w:rsidRPr="009647FC">
              <w:rPr>
                <w:rtl/>
              </w:rPr>
              <w:t>فقدان</w:t>
            </w:r>
            <w:r>
              <w:rPr>
                <w:rtl/>
              </w:rPr>
              <w:t xml:space="preserve"> </w:t>
            </w:r>
            <w:r w:rsidRPr="009647FC">
              <w:rPr>
                <w:rtl/>
              </w:rPr>
              <w:t>الرجال</w:t>
            </w:r>
            <w:r>
              <w:rPr>
                <w:rtl/>
              </w:rPr>
              <w:t xml:space="preserve"> </w:t>
            </w:r>
            <w:r w:rsidRPr="009647FC">
              <w:rPr>
                <w:rtl/>
              </w:rPr>
              <w:t>وعنده</w:t>
            </w:r>
            <w:r w:rsidRPr="004E7EC6">
              <w:rPr>
                <w:rStyle w:val="libFootnotenumChar"/>
                <w:rtl/>
              </w:rPr>
              <w:t>(4)</w:t>
            </w:r>
            <w:r w:rsidRPr="00725071">
              <w:rPr>
                <w:rStyle w:val="libPoemTiniChar0"/>
                <w:rtl/>
              </w:rPr>
              <w:br/>
              <w:t> </w:t>
            </w:r>
          </w:p>
        </w:tc>
        <w:tc>
          <w:tcPr>
            <w:tcW w:w="301" w:type="dxa"/>
          </w:tcPr>
          <w:p w:rsidR="00677BC4" w:rsidRDefault="00677BC4" w:rsidP="00134451">
            <w:pPr>
              <w:pStyle w:val="libPoem"/>
              <w:rPr>
                <w:rtl/>
              </w:rPr>
            </w:pPr>
          </w:p>
        </w:tc>
        <w:tc>
          <w:tcPr>
            <w:tcW w:w="3884" w:type="dxa"/>
          </w:tcPr>
          <w:p w:rsidR="00677BC4" w:rsidRPr="00A72677" w:rsidRDefault="00677BC4" w:rsidP="00134451">
            <w:pPr>
              <w:pStyle w:val="libPoem"/>
            </w:pPr>
            <w:r w:rsidRPr="009647FC">
              <w:rPr>
                <w:rtl/>
              </w:rPr>
              <w:t>على</w:t>
            </w:r>
            <w:r w:rsidR="004C00A8">
              <w:rPr>
                <w:rtl/>
              </w:rPr>
              <w:t xml:space="preserve"> </w:t>
            </w:r>
            <w:r w:rsidRPr="009647FC">
              <w:rPr>
                <w:rtl/>
              </w:rPr>
              <w:t>زعمه</w:t>
            </w:r>
            <w:r>
              <w:rPr>
                <w:rtl/>
              </w:rPr>
              <w:t xml:space="preserve"> </w:t>
            </w:r>
            <w:r w:rsidRPr="009647FC">
              <w:rPr>
                <w:rtl/>
              </w:rPr>
              <w:t>فيما</w:t>
            </w:r>
            <w:r>
              <w:rPr>
                <w:rtl/>
              </w:rPr>
              <w:t xml:space="preserve"> </w:t>
            </w:r>
            <w:r w:rsidRPr="009647FC">
              <w:rPr>
                <w:rtl/>
              </w:rPr>
              <w:t>يرى</w:t>
            </w:r>
            <w:r>
              <w:rPr>
                <w:rtl/>
              </w:rPr>
              <w:t xml:space="preserve"> </w:t>
            </w:r>
            <w:r w:rsidRPr="009647FC">
              <w:rPr>
                <w:rtl/>
              </w:rPr>
              <w:t>هوّ</w:t>
            </w:r>
            <w:r>
              <w:rPr>
                <w:rtl/>
              </w:rPr>
              <w:t>َ</w:t>
            </w:r>
            <w:r w:rsidRPr="009647FC">
              <w:rPr>
                <w:rtl/>
              </w:rPr>
              <w:t>ن</w:t>
            </w:r>
            <w:r>
              <w:rPr>
                <w:rtl/>
              </w:rPr>
              <w:t xml:space="preserve"> </w:t>
            </w:r>
            <w:r w:rsidRPr="009647FC">
              <w:rPr>
                <w:rtl/>
              </w:rPr>
              <w:t>الخطبا</w:t>
            </w:r>
            <w:r w:rsidRPr="00725071">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677BC4">
              <w:rPr>
                <w:rtl/>
              </w:rPr>
              <w:t>وما</w:t>
            </w:r>
            <w:r w:rsidR="004C00A8">
              <w:rPr>
                <w:rtl/>
              </w:rPr>
              <w:t xml:space="preserve"> </w:t>
            </w:r>
            <w:r w:rsidRPr="00677BC4">
              <w:rPr>
                <w:rtl/>
              </w:rPr>
              <w:t>كلُّ فقدان النساء بهَّين</w:t>
            </w:r>
            <w:r w:rsidRPr="00677BC4">
              <w:rPr>
                <w:rStyle w:val="libPoemTiniChar0"/>
                <w:rtl/>
              </w:rPr>
              <w:br/>
              <w:t> </w:t>
            </w:r>
          </w:p>
        </w:tc>
        <w:tc>
          <w:tcPr>
            <w:tcW w:w="301" w:type="dxa"/>
          </w:tcPr>
          <w:p w:rsidR="00677BC4" w:rsidRPr="00677BC4" w:rsidRDefault="00677BC4" w:rsidP="00134451">
            <w:pPr>
              <w:pStyle w:val="libPoem"/>
              <w:rPr>
                <w:rtl/>
              </w:rPr>
            </w:pPr>
          </w:p>
        </w:tc>
        <w:tc>
          <w:tcPr>
            <w:tcW w:w="3884" w:type="dxa"/>
          </w:tcPr>
          <w:p w:rsidR="00677BC4" w:rsidRPr="00677BC4" w:rsidRDefault="00677BC4" w:rsidP="00134451">
            <w:pPr>
              <w:pStyle w:val="libPoem"/>
            </w:pPr>
            <w:r w:rsidRPr="00677BC4">
              <w:rPr>
                <w:rtl/>
              </w:rPr>
              <w:t>ولا كلُّ فقدان الرجال يُرى صعبا</w:t>
            </w:r>
            <w:r w:rsidRPr="00677BC4">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9647FC">
              <w:rPr>
                <w:rtl/>
              </w:rPr>
              <w:t>فكم</w:t>
            </w:r>
            <w:r w:rsidR="004C00A8">
              <w:rPr>
                <w:rtl/>
              </w:rPr>
              <w:t xml:space="preserve"> </w:t>
            </w:r>
            <w:r w:rsidRPr="009647FC">
              <w:rPr>
                <w:rtl/>
              </w:rPr>
              <w:t>ذات</w:t>
            </w:r>
            <w:r>
              <w:rPr>
                <w:rtl/>
              </w:rPr>
              <w:t xml:space="preserve"> </w:t>
            </w:r>
            <w:r w:rsidRPr="009647FC">
              <w:rPr>
                <w:rtl/>
              </w:rPr>
              <w:t>خدرٍ</w:t>
            </w:r>
            <w:r>
              <w:rPr>
                <w:rtl/>
              </w:rPr>
              <w:t xml:space="preserve"> </w:t>
            </w:r>
            <w:r w:rsidRPr="009647FC">
              <w:rPr>
                <w:rtl/>
              </w:rPr>
              <w:t>كان</w:t>
            </w:r>
            <w:r>
              <w:rPr>
                <w:rtl/>
              </w:rPr>
              <w:t xml:space="preserve"> </w:t>
            </w:r>
            <w:r w:rsidRPr="009647FC">
              <w:rPr>
                <w:rtl/>
              </w:rPr>
              <w:t>أولى</w:t>
            </w:r>
            <w:r>
              <w:rPr>
                <w:rtl/>
              </w:rPr>
              <w:t xml:space="preserve"> </w:t>
            </w:r>
            <w:r w:rsidRPr="009647FC">
              <w:rPr>
                <w:rtl/>
              </w:rPr>
              <w:t>بها</w:t>
            </w:r>
            <w:r>
              <w:rPr>
                <w:rtl/>
              </w:rPr>
              <w:t xml:space="preserve"> </w:t>
            </w:r>
            <w:r w:rsidRPr="009647FC">
              <w:rPr>
                <w:rtl/>
              </w:rPr>
              <w:t>البقا</w:t>
            </w:r>
            <w:r>
              <w:rPr>
                <w:rtl/>
              </w:rPr>
              <w:t>َ</w:t>
            </w:r>
            <w:r w:rsidRPr="00725071">
              <w:rPr>
                <w:rStyle w:val="libPoemTiniChar0"/>
                <w:rtl/>
              </w:rPr>
              <w:br/>
              <w:t> </w:t>
            </w:r>
          </w:p>
        </w:tc>
        <w:tc>
          <w:tcPr>
            <w:tcW w:w="301" w:type="dxa"/>
          </w:tcPr>
          <w:p w:rsidR="00677BC4" w:rsidRDefault="00677BC4" w:rsidP="00134451">
            <w:pPr>
              <w:pStyle w:val="libPoem"/>
              <w:rPr>
                <w:rtl/>
              </w:rPr>
            </w:pPr>
          </w:p>
        </w:tc>
        <w:tc>
          <w:tcPr>
            <w:tcW w:w="3884" w:type="dxa"/>
          </w:tcPr>
          <w:p w:rsidR="00677BC4" w:rsidRPr="00A72677" w:rsidRDefault="00677BC4" w:rsidP="00134451">
            <w:pPr>
              <w:pStyle w:val="libPoem"/>
            </w:pPr>
            <w:r w:rsidRPr="009647FC">
              <w:rPr>
                <w:rtl/>
              </w:rPr>
              <w:t>وكم</w:t>
            </w:r>
            <w:r w:rsidR="004C00A8">
              <w:rPr>
                <w:rtl/>
              </w:rPr>
              <w:t xml:space="preserve"> </w:t>
            </w:r>
            <w:r w:rsidRPr="009647FC">
              <w:rPr>
                <w:rtl/>
              </w:rPr>
              <w:t>رجلٍ</w:t>
            </w:r>
            <w:r>
              <w:rPr>
                <w:rtl/>
              </w:rPr>
              <w:t xml:space="preserve"> </w:t>
            </w:r>
            <w:r w:rsidRPr="009647FC">
              <w:rPr>
                <w:rtl/>
              </w:rPr>
              <w:t>أولى</w:t>
            </w:r>
            <w:r>
              <w:rPr>
                <w:rtl/>
              </w:rPr>
              <w:t xml:space="preserve"> </w:t>
            </w:r>
            <w:r w:rsidRPr="009647FC">
              <w:rPr>
                <w:rtl/>
              </w:rPr>
              <w:t>بأن</w:t>
            </w:r>
            <w:r>
              <w:rPr>
                <w:rtl/>
              </w:rPr>
              <w:t xml:space="preserve"> </w:t>
            </w:r>
            <w:r w:rsidRPr="009647FC">
              <w:rPr>
                <w:rtl/>
              </w:rPr>
              <w:t>يسكن</w:t>
            </w:r>
            <w:r>
              <w:rPr>
                <w:rtl/>
              </w:rPr>
              <w:t xml:space="preserve"> </w:t>
            </w:r>
            <w:r w:rsidRPr="009647FC">
              <w:rPr>
                <w:rtl/>
              </w:rPr>
              <w:t>التربا</w:t>
            </w:r>
            <w:r w:rsidRPr="00725071">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9647FC">
              <w:rPr>
                <w:rtl/>
              </w:rPr>
              <w:t>وغير</w:t>
            </w:r>
            <w:r w:rsidR="004C00A8">
              <w:rPr>
                <w:rtl/>
              </w:rPr>
              <w:t xml:space="preserve"> </w:t>
            </w:r>
            <w:r w:rsidRPr="009647FC">
              <w:rPr>
                <w:rtl/>
              </w:rPr>
              <w:t>ملومٍ</w:t>
            </w:r>
            <w:r>
              <w:rPr>
                <w:rtl/>
              </w:rPr>
              <w:t xml:space="preserve"> </w:t>
            </w:r>
            <w:r w:rsidRPr="009647FC">
              <w:rPr>
                <w:rtl/>
              </w:rPr>
              <w:t>م</w:t>
            </w:r>
            <w:r>
              <w:rPr>
                <w:rtl/>
              </w:rPr>
              <w:t>َ</w:t>
            </w:r>
            <w:r w:rsidRPr="009647FC">
              <w:rPr>
                <w:rtl/>
              </w:rPr>
              <w:t>نْ</w:t>
            </w:r>
            <w:r>
              <w:rPr>
                <w:rtl/>
              </w:rPr>
              <w:t xml:space="preserve"> </w:t>
            </w:r>
            <w:r w:rsidRPr="009647FC">
              <w:rPr>
                <w:rtl/>
              </w:rPr>
              <w:t>يبيتُ</w:t>
            </w:r>
            <w:r>
              <w:rPr>
                <w:rtl/>
              </w:rPr>
              <w:t xml:space="preserve"> </w:t>
            </w:r>
            <w:r w:rsidRPr="009647FC">
              <w:rPr>
                <w:rtl/>
              </w:rPr>
              <w:t>لفقده</w:t>
            </w:r>
            <w:r w:rsidRPr="00725071">
              <w:rPr>
                <w:rStyle w:val="libPoemTiniChar0"/>
                <w:rtl/>
              </w:rPr>
              <w:br/>
              <w:t> </w:t>
            </w:r>
          </w:p>
        </w:tc>
        <w:tc>
          <w:tcPr>
            <w:tcW w:w="301" w:type="dxa"/>
          </w:tcPr>
          <w:p w:rsidR="00677BC4" w:rsidRDefault="00677BC4" w:rsidP="00134451">
            <w:pPr>
              <w:pStyle w:val="libPoem"/>
              <w:rPr>
                <w:rtl/>
              </w:rPr>
            </w:pPr>
          </w:p>
        </w:tc>
        <w:tc>
          <w:tcPr>
            <w:tcW w:w="3884" w:type="dxa"/>
          </w:tcPr>
          <w:p w:rsidR="00677BC4" w:rsidRPr="00A72677" w:rsidRDefault="00677BC4" w:rsidP="00134451">
            <w:pPr>
              <w:pStyle w:val="libPoem"/>
            </w:pPr>
            <w:r w:rsidRPr="009647FC">
              <w:rPr>
                <w:rtl/>
              </w:rPr>
              <w:t>كريمته</w:t>
            </w:r>
            <w:r w:rsidR="004C00A8">
              <w:rPr>
                <w:rtl/>
              </w:rPr>
              <w:t xml:space="preserve"> </w:t>
            </w:r>
            <w:r w:rsidRPr="009647FC">
              <w:rPr>
                <w:rtl/>
              </w:rPr>
              <w:t>يستشعر</w:t>
            </w:r>
            <w:r>
              <w:rPr>
                <w:rtl/>
              </w:rPr>
              <w:t xml:space="preserve"> </w:t>
            </w:r>
            <w:r w:rsidRPr="009647FC">
              <w:rPr>
                <w:rtl/>
              </w:rPr>
              <w:t>الحزن</w:t>
            </w:r>
            <w:r>
              <w:rPr>
                <w:rtl/>
              </w:rPr>
              <w:t xml:space="preserve">َ </w:t>
            </w:r>
            <w:r w:rsidRPr="009647FC">
              <w:rPr>
                <w:rtl/>
              </w:rPr>
              <w:t>والندبا</w:t>
            </w:r>
            <w:r w:rsidRPr="00725071">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677BC4">
              <w:rPr>
                <w:rtl/>
              </w:rPr>
              <w:t>فكم من أبٍ زانته عفّة بنته</w:t>
            </w:r>
            <w:r w:rsidRPr="00677BC4">
              <w:rPr>
                <w:rStyle w:val="libPoemTiniChar0"/>
                <w:rtl/>
              </w:rPr>
              <w:br/>
              <w:t> </w:t>
            </w:r>
          </w:p>
        </w:tc>
        <w:tc>
          <w:tcPr>
            <w:tcW w:w="301" w:type="dxa"/>
          </w:tcPr>
          <w:p w:rsidR="00677BC4" w:rsidRPr="00677BC4" w:rsidRDefault="00677BC4" w:rsidP="00134451">
            <w:pPr>
              <w:pStyle w:val="libPoem"/>
              <w:rPr>
                <w:rtl/>
              </w:rPr>
            </w:pPr>
          </w:p>
        </w:tc>
        <w:tc>
          <w:tcPr>
            <w:tcW w:w="3884" w:type="dxa"/>
          </w:tcPr>
          <w:p w:rsidR="00677BC4" w:rsidRPr="00677BC4" w:rsidRDefault="00677BC4" w:rsidP="00134451">
            <w:pPr>
              <w:pStyle w:val="libPoem"/>
            </w:pPr>
            <w:r w:rsidRPr="00677BC4">
              <w:rPr>
                <w:rtl/>
              </w:rPr>
              <w:t>وكم ولدٍ قد شانَ والدَه الندبا</w:t>
            </w:r>
            <w:r w:rsidRPr="00677BC4">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9647FC">
              <w:rPr>
                <w:rtl/>
              </w:rPr>
              <w:t>فساقت</w:t>
            </w:r>
            <w:r>
              <w:rPr>
                <w:rtl/>
              </w:rPr>
              <w:t xml:space="preserve"> </w:t>
            </w:r>
            <w:r w:rsidRPr="009647FC">
              <w:rPr>
                <w:rtl/>
              </w:rPr>
              <w:t>بمأثور</w:t>
            </w:r>
            <w:r>
              <w:rPr>
                <w:rtl/>
              </w:rPr>
              <w:t xml:space="preserve"> </w:t>
            </w:r>
            <w:r w:rsidRPr="009647FC">
              <w:rPr>
                <w:rtl/>
              </w:rPr>
              <w:t>الحديث</w:t>
            </w:r>
            <w:r>
              <w:rPr>
                <w:rtl/>
              </w:rPr>
              <w:t xml:space="preserve"> </w:t>
            </w:r>
            <w:r w:rsidRPr="009647FC">
              <w:rPr>
                <w:rtl/>
              </w:rPr>
              <w:t>له</w:t>
            </w:r>
            <w:r w:rsidRPr="004E7EC6">
              <w:rPr>
                <w:rStyle w:val="libFootnotenumChar"/>
                <w:rtl/>
              </w:rPr>
              <w:t>(4)</w:t>
            </w:r>
            <w:r>
              <w:rPr>
                <w:rtl/>
              </w:rPr>
              <w:t xml:space="preserve"> </w:t>
            </w:r>
            <w:r w:rsidRPr="009647FC">
              <w:rPr>
                <w:rtl/>
              </w:rPr>
              <w:t>الثنا</w:t>
            </w:r>
            <w:r w:rsidRPr="00725071">
              <w:rPr>
                <w:rStyle w:val="libPoemTiniChar0"/>
                <w:rtl/>
              </w:rPr>
              <w:br/>
              <w:t> </w:t>
            </w:r>
          </w:p>
        </w:tc>
        <w:tc>
          <w:tcPr>
            <w:tcW w:w="301" w:type="dxa"/>
          </w:tcPr>
          <w:p w:rsidR="00677BC4" w:rsidRDefault="00677BC4" w:rsidP="00134451">
            <w:pPr>
              <w:pStyle w:val="libPoem"/>
              <w:rPr>
                <w:rtl/>
              </w:rPr>
            </w:pPr>
          </w:p>
        </w:tc>
        <w:tc>
          <w:tcPr>
            <w:tcW w:w="3884" w:type="dxa"/>
          </w:tcPr>
          <w:p w:rsidR="00677BC4" w:rsidRPr="00A72677" w:rsidRDefault="00677BC4" w:rsidP="00134451">
            <w:pPr>
              <w:pStyle w:val="libPoem"/>
            </w:pPr>
            <w:r w:rsidRPr="009647FC">
              <w:rPr>
                <w:rtl/>
              </w:rPr>
              <w:t>وساق</w:t>
            </w:r>
            <w:r w:rsidR="004C00A8">
              <w:rPr>
                <w:rtl/>
              </w:rPr>
              <w:t xml:space="preserve"> </w:t>
            </w:r>
            <w:r w:rsidRPr="009647FC">
              <w:rPr>
                <w:rtl/>
              </w:rPr>
              <w:t>بمأثور</w:t>
            </w:r>
            <w:r>
              <w:rPr>
                <w:rtl/>
              </w:rPr>
              <w:t xml:space="preserve"> </w:t>
            </w:r>
            <w:r w:rsidRPr="009647FC">
              <w:rPr>
                <w:rtl/>
              </w:rPr>
              <w:t>الملام</w:t>
            </w:r>
            <w:r>
              <w:rPr>
                <w:rtl/>
              </w:rPr>
              <w:t xml:space="preserve"> </w:t>
            </w:r>
            <w:r w:rsidRPr="009647FC">
              <w:rPr>
                <w:rtl/>
              </w:rPr>
              <w:t>له</w:t>
            </w:r>
            <w:r>
              <w:rPr>
                <w:rtl/>
              </w:rPr>
              <w:t xml:space="preserve"> </w:t>
            </w:r>
            <w:r w:rsidRPr="009647FC">
              <w:rPr>
                <w:rtl/>
              </w:rPr>
              <w:t>السبّا</w:t>
            </w:r>
            <w:r w:rsidRPr="00725071">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677BC4">
              <w:rPr>
                <w:rtl/>
              </w:rPr>
              <w:t>بل الخطب فقدُ الأنجبين، ومَنْ له</w:t>
            </w:r>
            <w:r w:rsidRPr="00677BC4">
              <w:rPr>
                <w:rStyle w:val="libPoemTiniChar0"/>
                <w:rtl/>
              </w:rPr>
              <w:br/>
              <w:t> </w:t>
            </w:r>
          </w:p>
        </w:tc>
        <w:tc>
          <w:tcPr>
            <w:tcW w:w="301" w:type="dxa"/>
          </w:tcPr>
          <w:p w:rsidR="00677BC4" w:rsidRPr="00677BC4" w:rsidRDefault="00677BC4" w:rsidP="00134451">
            <w:pPr>
              <w:pStyle w:val="libPoem"/>
              <w:rPr>
                <w:rtl/>
              </w:rPr>
            </w:pPr>
          </w:p>
        </w:tc>
        <w:tc>
          <w:tcPr>
            <w:tcW w:w="3884" w:type="dxa"/>
          </w:tcPr>
          <w:p w:rsidR="00677BC4" w:rsidRPr="00677BC4" w:rsidRDefault="00677BC4" w:rsidP="00134451">
            <w:pPr>
              <w:pStyle w:val="libPoem"/>
            </w:pPr>
            <w:r w:rsidRPr="00677BC4">
              <w:rPr>
                <w:rtl/>
              </w:rPr>
              <w:t>بذلك؟ لولا أنّها تلد النجبا</w:t>
            </w:r>
            <w:r w:rsidRPr="00677BC4">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9647FC">
              <w:rPr>
                <w:rtl/>
              </w:rPr>
              <w:t>وربّةُ</w:t>
            </w:r>
            <w:r w:rsidR="004C00A8">
              <w:rPr>
                <w:rtl/>
              </w:rPr>
              <w:t xml:space="preserve"> </w:t>
            </w:r>
            <w:r w:rsidRPr="009647FC">
              <w:rPr>
                <w:rtl/>
              </w:rPr>
              <w:t>نسكٍ</w:t>
            </w:r>
            <w:r>
              <w:rPr>
                <w:rtl/>
              </w:rPr>
              <w:t xml:space="preserve"> </w:t>
            </w:r>
            <w:r w:rsidRPr="009647FC">
              <w:rPr>
                <w:rtl/>
              </w:rPr>
              <w:t>بضعةٌ</w:t>
            </w:r>
            <w:r>
              <w:rPr>
                <w:rtl/>
              </w:rPr>
              <w:t xml:space="preserve"> </w:t>
            </w:r>
            <w:r w:rsidRPr="009647FC">
              <w:rPr>
                <w:rtl/>
              </w:rPr>
              <w:t>من</w:t>
            </w:r>
            <w:r>
              <w:rPr>
                <w:rtl/>
              </w:rPr>
              <w:t xml:space="preserve"> </w:t>
            </w:r>
            <w:r w:rsidRPr="009647FC">
              <w:rPr>
                <w:rtl/>
              </w:rPr>
              <w:t>(محمدٍ)</w:t>
            </w:r>
            <w:r w:rsidRPr="00725071">
              <w:rPr>
                <w:rStyle w:val="libPoemTiniChar0"/>
                <w:rtl/>
              </w:rPr>
              <w:br/>
              <w:t> </w:t>
            </w:r>
          </w:p>
        </w:tc>
        <w:tc>
          <w:tcPr>
            <w:tcW w:w="301" w:type="dxa"/>
          </w:tcPr>
          <w:p w:rsidR="00677BC4" w:rsidRDefault="00677BC4" w:rsidP="00134451">
            <w:pPr>
              <w:pStyle w:val="libPoem"/>
              <w:rPr>
                <w:rtl/>
              </w:rPr>
            </w:pPr>
          </w:p>
        </w:tc>
        <w:tc>
          <w:tcPr>
            <w:tcW w:w="3884" w:type="dxa"/>
          </w:tcPr>
          <w:p w:rsidR="00677BC4" w:rsidRPr="00A72677" w:rsidRDefault="00677BC4" w:rsidP="00134451">
            <w:pPr>
              <w:pStyle w:val="libPoem"/>
            </w:pPr>
            <w:r w:rsidRPr="009647FC">
              <w:rPr>
                <w:rtl/>
              </w:rPr>
              <w:t>مضت</w:t>
            </w:r>
            <w:r>
              <w:rPr>
                <w:rtl/>
              </w:rPr>
              <w:t xml:space="preserve"> </w:t>
            </w:r>
            <w:r w:rsidRPr="009647FC">
              <w:rPr>
                <w:rtl/>
              </w:rPr>
              <w:t>ما زهت</w:t>
            </w:r>
            <w:r>
              <w:rPr>
                <w:rtl/>
              </w:rPr>
              <w:t xml:space="preserve"> </w:t>
            </w:r>
            <w:r w:rsidRPr="009647FC">
              <w:rPr>
                <w:rtl/>
              </w:rPr>
              <w:t>يوماً</w:t>
            </w:r>
            <w:r>
              <w:rPr>
                <w:rtl/>
              </w:rPr>
              <w:t xml:space="preserve"> </w:t>
            </w:r>
            <w:r w:rsidRPr="009647FC">
              <w:rPr>
                <w:rtl/>
              </w:rPr>
              <w:t>ولا</w:t>
            </w:r>
            <w:r>
              <w:rPr>
                <w:rtl/>
              </w:rPr>
              <w:t xml:space="preserve"> </w:t>
            </w:r>
            <w:r w:rsidRPr="009647FC">
              <w:rPr>
                <w:rtl/>
              </w:rPr>
              <w:t>اتخذت</w:t>
            </w:r>
            <w:r>
              <w:rPr>
                <w:rtl/>
              </w:rPr>
              <w:t xml:space="preserve"> </w:t>
            </w:r>
            <w:r w:rsidRPr="009647FC">
              <w:rPr>
                <w:rtl/>
              </w:rPr>
              <w:t>تربا</w:t>
            </w:r>
            <w:r w:rsidRPr="00725071">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9647FC">
              <w:rPr>
                <w:rtl/>
              </w:rPr>
              <w:t>غداة</w:t>
            </w:r>
            <w:r w:rsidR="004C00A8">
              <w:rPr>
                <w:rtl/>
              </w:rPr>
              <w:t xml:space="preserve"> </w:t>
            </w:r>
            <w:r w:rsidRPr="009647FC">
              <w:rPr>
                <w:rtl/>
              </w:rPr>
              <w:t>قضى</w:t>
            </w:r>
            <w:r>
              <w:rPr>
                <w:rtl/>
              </w:rPr>
              <w:t xml:space="preserve"> </w:t>
            </w:r>
            <w:r w:rsidRPr="009647FC">
              <w:rPr>
                <w:rtl/>
              </w:rPr>
              <w:t>عن</w:t>
            </w:r>
            <w:r>
              <w:rPr>
                <w:rtl/>
              </w:rPr>
              <w:t xml:space="preserve"> </w:t>
            </w:r>
            <w:r w:rsidRPr="009647FC">
              <w:rPr>
                <w:rtl/>
              </w:rPr>
              <w:t>أهلها</w:t>
            </w:r>
            <w:r>
              <w:rPr>
                <w:rtl/>
              </w:rPr>
              <w:t xml:space="preserve"> </w:t>
            </w:r>
            <w:r w:rsidRPr="009647FC">
              <w:rPr>
                <w:rtl/>
              </w:rPr>
              <w:t>الدهر</w:t>
            </w:r>
            <w:r>
              <w:rPr>
                <w:rtl/>
              </w:rPr>
              <w:t xml:space="preserve"> </w:t>
            </w:r>
            <w:r w:rsidRPr="009647FC">
              <w:rPr>
                <w:rtl/>
              </w:rPr>
              <w:t>بعدها</w:t>
            </w:r>
            <w:r w:rsidRPr="00725071">
              <w:rPr>
                <w:rStyle w:val="libPoemTiniChar0"/>
                <w:rtl/>
              </w:rPr>
              <w:br/>
              <w:t> </w:t>
            </w:r>
          </w:p>
        </w:tc>
        <w:tc>
          <w:tcPr>
            <w:tcW w:w="301" w:type="dxa"/>
          </w:tcPr>
          <w:p w:rsidR="00677BC4" w:rsidRDefault="00677BC4" w:rsidP="00134451">
            <w:pPr>
              <w:pStyle w:val="libPoem"/>
              <w:rPr>
                <w:rtl/>
              </w:rPr>
            </w:pPr>
          </w:p>
        </w:tc>
        <w:tc>
          <w:tcPr>
            <w:tcW w:w="3884" w:type="dxa"/>
          </w:tcPr>
          <w:p w:rsidR="00677BC4" w:rsidRPr="00A72677" w:rsidRDefault="00677BC4" w:rsidP="00134451">
            <w:pPr>
              <w:pStyle w:val="libPoem"/>
            </w:pPr>
            <w:r w:rsidRPr="009647FC">
              <w:rPr>
                <w:rtl/>
              </w:rPr>
              <w:t>وأوحشها</w:t>
            </w:r>
            <w:r w:rsidR="004C00A8">
              <w:rPr>
                <w:rtl/>
              </w:rPr>
              <w:t xml:space="preserve"> </w:t>
            </w:r>
            <w:r w:rsidRPr="009647FC">
              <w:rPr>
                <w:rtl/>
              </w:rPr>
              <w:t>من</w:t>
            </w:r>
            <w:r>
              <w:rPr>
                <w:rtl/>
              </w:rPr>
              <w:t xml:space="preserve"> </w:t>
            </w:r>
            <w:r w:rsidRPr="009647FC">
              <w:rPr>
                <w:rtl/>
              </w:rPr>
              <w:t>لا</w:t>
            </w:r>
            <w:r>
              <w:rPr>
                <w:rtl/>
              </w:rPr>
              <w:t xml:space="preserve"> </w:t>
            </w:r>
            <w:r w:rsidRPr="009647FC">
              <w:rPr>
                <w:rtl/>
              </w:rPr>
              <w:t>ترى</w:t>
            </w:r>
            <w:r>
              <w:rPr>
                <w:rtl/>
              </w:rPr>
              <w:t xml:space="preserve"> </w:t>
            </w:r>
            <w:r w:rsidRPr="009647FC">
              <w:rPr>
                <w:rtl/>
              </w:rPr>
              <w:t>من</w:t>
            </w:r>
            <w:r>
              <w:rPr>
                <w:rtl/>
              </w:rPr>
              <w:t xml:space="preserve"> </w:t>
            </w:r>
            <w:r w:rsidRPr="009647FC">
              <w:rPr>
                <w:rtl/>
              </w:rPr>
              <w:t>ذوي</w:t>
            </w:r>
            <w:r>
              <w:rPr>
                <w:rtl/>
              </w:rPr>
              <w:t xml:space="preserve"> </w:t>
            </w:r>
            <w:r w:rsidRPr="009647FC">
              <w:rPr>
                <w:rtl/>
              </w:rPr>
              <w:t>القربى</w:t>
            </w:r>
            <w:r w:rsidRPr="00725071">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9647FC">
              <w:rPr>
                <w:rtl/>
              </w:rPr>
              <w:t>وأخرجها</w:t>
            </w:r>
            <w:r w:rsidR="004C00A8">
              <w:rPr>
                <w:rtl/>
              </w:rPr>
              <w:t xml:space="preserve"> </w:t>
            </w:r>
            <w:r w:rsidRPr="009647FC">
              <w:rPr>
                <w:rtl/>
              </w:rPr>
              <w:t>من</w:t>
            </w:r>
            <w:r>
              <w:rPr>
                <w:rtl/>
              </w:rPr>
              <w:t xml:space="preserve"> </w:t>
            </w:r>
            <w:r w:rsidRPr="009647FC">
              <w:rPr>
                <w:rtl/>
              </w:rPr>
              <w:t>عالم</w:t>
            </w:r>
            <w:r>
              <w:rPr>
                <w:rtl/>
              </w:rPr>
              <w:t xml:space="preserve"> </w:t>
            </w:r>
            <w:r w:rsidRPr="009647FC">
              <w:rPr>
                <w:rtl/>
              </w:rPr>
              <w:t>الكون</w:t>
            </w:r>
            <w:r>
              <w:rPr>
                <w:rtl/>
              </w:rPr>
              <w:t xml:space="preserve"> </w:t>
            </w:r>
            <w:r w:rsidRPr="009647FC">
              <w:rPr>
                <w:rtl/>
              </w:rPr>
              <w:t>مثلما</w:t>
            </w:r>
            <w:r w:rsidRPr="00725071">
              <w:rPr>
                <w:rStyle w:val="libPoemTiniChar0"/>
                <w:rtl/>
              </w:rPr>
              <w:br/>
              <w:t> </w:t>
            </w:r>
          </w:p>
        </w:tc>
        <w:tc>
          <w:tcPr>
            <w:tcW w:w="301" w:type="dxa"/>
          </w:tcPr>
          <w:p w:rsidR="00677BC4" w:rsidRDefault="00677BC4" w:rsidP="00134451">
            <w:pPr>
              <w:pStyle w:val="libPoem"/>
              <w:rPr>
                <w:rtl/>
              </w:rPr>
            </w:pPr>
          </w:p>
        </w:tc>
        <w:tc>
          <w:tcPr>
            <w:tcW w:w="3884" w:type="dxa"/>
          </w:tcPr>
          <w:p w:rsidR="00677BC4" w:rsidRPr="00A72677" w:rsidRDefault="00677BC4" w:rsidP="00134451">
            <w:pPr>
              <w:pStyle w:val="libPoem"/>
            </w:pPr>
            <w:r w:rsidRPr="009647FC">
              <w:rPr>
                <w:rtl/>
              </w:rPr>
              <w:t>له</w:t>
            </w:r>
            <w:r>
              <w:rPr>
                <w:rtl/>
              </w:rPr>
              <w:t xml:space="preserve"> </w:t>
            </w:r>
            <w:r w:rsidRPr="009647FC">
              <w:rPr>
                <w:rtl/>
              </w:rPr>
              <w:t>دخلتْ</w:t>
            </w:r>
            <w:r>
              <w:rPr>
                <w:rtl/>
              </w:rPr>
              <w:t xml:space="preserve">، </w:t>
            </w:r>
            <w:r w:rsidRPr="009647FC">
              <w:rPr>
                <w:rtl/>
              </w:rPr>
              <w:t>لم</w:t>
            </w:r>
            <w:r>
              <w:rPr>
                <w:rtl/>
              </w:rPr>
              <w:t xml:space="preserve"> </w:t>
            </w:r>
            <w:r w:rsidRPr="009647FC">
              <w:rPr>
                <w:rtl/>
              </w:rPr>
              <w:t>تقترفْ</w:t>
            </w:r>
            <w:r>
              <w:rPr>
                <w:rtl/>
              </w:rPr>
              <w:t xml:space="preserve"> </w:t>
            </w:r>
            <w:r w:rsidRPr="009647FC">
              <w:rPr>
                <w:rtl/>
              </w:rPr>
              <w:t>أبداً</w:t>
            </w:r>
            <w:r>
              <w:rPr>
                <w:rtl/>
              </w:rPr>
              <w:t xml:space="preserve"> </w:t>
            </w:r>
            <w:r w:rsidRPr="009647FC">
              <w:rPr>
                <w:rtl/>
              </w:rPr>
              <w:t>ذنبا</w:t>
            </w:r>
            <w:r w:rsidRPr="00725071">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9647FC">
              <w:rPr>
                <w:rtl/>
              </w:rPr>
              <w:t>أحبّ</w:t>
            </w:r>
            <w:r>
              <w:rPr>
                <w:rtl/>
              </w:rPr>
              <w:t>َ</w:t>
            </w:r>
            <w:r w:rsidR="004C00A8">
              <w:rPr>
                <w:rtl/>
              </w:rPr>
              <w:t xml:space="preserve"> </w:t>
            </w:r>
            <w:r w:rsidRPr="009647FC">
              <w:rPr>
                <w:rtl/>
              </w:rPr>
              <w:t>إلهُ</w:t>
            </w:r>
            <w:r>
              <w:rPr>
                <w:rtl/>
              </w:rPr>
              <w:t xml:space="preserve"> </w:t>
            </w:r>
            <w:r w:rsidRPr="009647FC">
              <w:rPr>
                <w:rtl/>
              </w:rPr>
              <w:t>العالمين</w:t>
            </w:r>
            <w:r>
              <w:rPr>
                <w:rtl/>
              </w:rPr>
              <w:t xml:space="preserve"> </w:t>
            </w:r>
            <w:r w:rsidRPr="009647FC">
              <w:rPr>
                <w:rtl/>
              </w:rPr>
              <w:t>جوارها</w:t>
            </w:r>
            <w:r w:rsidRPr="00725071">
              <w:rPr>
                <w:rStyle w:val="libPoemTiniChar0"/>
                <w:rtl/>
              </w:rPr>
              <w:br/>
              <w:t> </w:t>
            </w:r>
          </w:p>
        </w:tc>
        <w:tc>
          <w:tcPr>
            <w:tcW w:w="301" w:type="dxa"/>
          </w:tcPr>
          <w:p w:rsidR="00677BC4" w:rsidRDefault="00677BC4" w:rsidP="00134451">
            <w:pPr>
              <w:pStyle w:val="libPoem"/>
              <w:rPr>
                <w:rtl/>
              </w:rPr>
            </w:pPr>
          </w:p>
        </w:tc>
        <w:tc>
          <w:tcPr>
            <w:tcW w:w="3884" w:type="dxa"/>
          </w:tcPr>
          <w:p w:rsidR="00677BC4" w:rsidRPr="00A72677" w:rsidRDefault="00677BC4" w:rsidP="00134451">
            <w:pPr>
              <w:pStyle w:val="libPoem"/>
            </w:pPr>
            <w:r w:rsidRPr="009647FC">
              <w:rPr>
                <w:rtl/>
              </w:rPr>
              <w:t>له</w:t>
            </w:r>
            <w:r w:rsidR="004C00A8">
              <w:rPr>
                <w:rtl/>
              </w:rPr>
              <w:t xml:space="preserve"> </w:t>
            </w:r>
            <w:r w:rsidRPr="009647FC">
              <w:rPr>
                <w:rtl/>
              </w:rPr>
              <w:t>فقضى</w:t>
            </w:r>
            <w:r>
              <w:rPr>
                <w:rtl/>
              </w:rPr>
              <w:t xml:space="preserve"> </w:t>
            </w:r>
            <w:r w:rsidRPr="009647FC">
              <w:rPr>
                <w:rtl/>
              </w:rPr>
              <w:t>بالموت</w:t>
            </w:r>
            <w:r>
              <w:rPr>
                <w:rtl/>
              </w:rPr>
              <w:t xml:space="preserve"> </w:t>
            </w:r>
            <w:r w:rsidRPr="009647FC">
              <w:rPr>
                <w:rtl/>
              </w:rPr>
              <w:t>منه</w:t>
            </w:r>
            <w:r>
              <w:rPr>
                <w:rtl/>
              </w:rPr>
              <w:t xml:space="preserve"> </w:t>
            </w:r>
            <w:r w:rsidRPr="009647FC">
              <w:rPr>
                <w:rtl/>
              </w:rPr>
              <w:t>لها</w:t>
            </w:r>
            <w:r>
              <w:rPr>
                <w:rtl/>
              </w:rPr>
              <w:t xml:space="preserve"> </w:t>
            </w:r>
            <w:r w:rsidRPr="009647FC">
              <w:rPr>
                <w:rtl/>
              </w:rPr>
              <w:t>قربا</w:t>
            </w:r>
            <w:r w:rsidRPr="00725071">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9647FC">
              <w:rPr>
                <w:rtl/>
              </w:rPr>
              <w:t>حليفةُ</w:t>
            </w:r>
            <w:r w:rsidR="004C00A8">
              <w:rPr>
                <w:rtl/>
              </w:rPr>
              <w:t xml:space="preserve"> </w:t>
            </w:r>
            <w:r w:rsidRPr="009647FC">
              <w:rPr>
                <w:rtl/>
              </w:rPr>
              <w:t>زهدٍ</w:t>
            </w:r>
            <w:r>
              <w:rPr>
                <w:rtl/>
              </w:rPr>
              <w:t xml:space="preserve"> </w:t>
            </w:r>
            <w:r w:rsidRPr="009647FC">
              <w:rPr>
                <w:rtl/>
              </w:rPr>
              <w:t>ما</w:t>
            </w:r>
            <w:r>
              <w:rPr>
                <w:rtl/>
              </w:rPr>
              <w:t xml:space="preserve"> </w:t>
            </w:r>
            <w:r w:rsidRPr="009647FC">
              <w:rPr>
                <w:rtl/>
              </w:rPr>
              <w:t>تصدّ</w:t>
            </w:r>
            <w:r>
              <w:rPr>
                <w:rtl/>
              </w:rPr>
              <w:t>َ</w:t>
            </w:r>
            <w:r w:rsidRPr="009647FC">
              <w:rPr>
                <w:rtl/>
              </w:rPr>
              <w:t>ت</w:t>
            </w:r>
            <w:r>
              <w:rPr>
                <w:rtl/>
              </w:rPr>
              <w:t xml:space="preserve"> </w:t>
            </w:r>
            <w:r w:rsidRPr="009647FC">
              <w:rPr>
                <w:rtl/>
              </w:rPr>
              <w:t>لزينةٍ</w:t>
            </w:r>
            <w:r w:rsidRPr="00725071">
              <w:rPr>
                <w:rStyle w:val="libPoemTiniChar0"/>
                <w:rtl/>
              </w:rPr>
              <w:br/>
              <w:t> </w:t>
            </w:r>
          </w:p>
        </w:tc>
        <w:tc>
          <w:tcPr>
            <w:tcW w:w="301" w:type="dxa"/>
          </w:tcPr>
          <w:p w:rsidR="00677BC4" w:rsidRDefault="00677BC4" w:rsidP="00134451">
            <w:pPr>
              <w:pStyle w:val="libPoem"/>
              <w:rPr>
                <w:rtl/>
              </w:rPr>
            </w:pPr>
          </w:p>
        </w:tc>
        <w:tc>
          <w:tcPr>
            <w:tcW w:w="3884" w:type="dxa"/>
          </w:tcPr>
          <w:p w:rsidR="00677BC4" w:rsidRPr="00A72677" w:rsidRDefault="00677BC4" w:rsidP="00134451">
            <w:pPr>
              <w:pStyle w:val="libPoem"/>
            </w:pPr>
            <w:r w:rsidRPr="009647FC">
              <w:rPr>
                <w:rtl/>
              </w:rPr>
              <w:t>ولا</w:t>
            </w:r>
            <w:r w:rsidR="004C00A8">
              <w:rPr>
                <w:rtl/>
              </w:rPr>
              <w:t xml:space="preserve"> </w:t>
            </w:r>
            <w:r w:rsidRPr="009647FC">
              <w:rPr>
                <w:rtl/>
              </w:rPr>
              <w:t>عرفتْ</w:t>
            </w:r>
            <w:r>
              <w:rPr>
                <w:rtl/>
              </w:rPr>
              <w:t xml:space="preserve"> </w:t>
            </w:r>
            <w:r w:rsidRPr="009647FC">
              <w:rPr>
                <w:rtl/>
              </w:rPr>
              <w:t>في</w:t>
            </w:r>
            <w:r>
              <w:rPr>
                <w:rtl/>
              </w:rPr>
              <w:t xml:space="preserve"> </w:t>
            </w:r>
            <w:r w:rsidRPr="009647FC">
              <w:rPr>
                <w:rtl/>
              </w:rPr>
              <w:t>الدهر</w:t>
            </w:r>
            <w:r>
              <w:rPr>
                <w:rtl/>
              </w:rPr>
              <w:t xml:space="preserve"> </w:t>
            </w:r>
            <w:r w:rsidRPr="009647FC">
              <w:rPr>
                <w:rtl/>
              </w:rPr>
              <w:t>لهواً</w:t>
            </w:r>
            <w:r>
              <w:rPr>
                <w:rtl/>
              </w:rPr>
              <w:t xml:space="preserve"> </w:t>
            </w:r>
            <w:r w:rsidRPr="009647FC">
              <w:rPr>
                <w:rtl/>
              </w:rPr>
              <w:t>ولا</w:t>
            </w:r>
            <w:r>
              <w:rPr>
                <w:rtl/>
              </w:rPr>
              <w:t xml:space="preserve"> </w:t>
            </w:r>
            <w:r w:rsidRPr="009647FC">
              <w:rPr>
                <w:rtl/>
              </w:rPr>
              <w:t>لعبا</w:t>
            </w:r>
            <w:r w:rsidRPr="00725071">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9647FC">
              <w:rPr>
                <w:rtl/>
              </w:rPr>
              <w:t>وخبأها</w:t>
            </w:r>
            <w:r w:rsidR="004C00A8">
              <w:rPr>
                <w:rtl/>
              </w:rPr>
              <w:t xml:space="preserve"> </w:t>
            </w:r>
            <w:r w:rsidRPr="009647FC">
              <w:rPr>
                <w:rtl/>
              </w:rPr>
              <w:t>فرطُ</w:t>
            </w:r>
            <w:r>
              <w:rPr>
                <w:rtl/>
              </w:rPr>
              <w:t xml:space="preserve"> </w:t>
            </w:r>
            <w:r w:rsidRPr="009647FC">
              <w:rPr>
                <w:rtl/>
              </w:rPr>
              <w:t>الحياء</w:t>
            </w:r>
            <w:r>
              <w:rPr>
                <w:rtl/>
              </w:rPr>
              <w:t xml:space="preserve"> </w:t>
            </w:r>
            <w:r w:rsidRPr="009647FC">
              <w:rPr>
                <w:rtl/>
              </w:rPr>
              <w:t>فلم</w:t>
            </w:r>
            <w:r>
              <w:rPr>
                <w:rtl/>
              </w:rPr>
              <w:t xml:space="preserve"> </w:t>
            </w:r>
            <w:r w:rsidRPr="009647FC">
              <w:rPr>
                <w:rtl/>
              </w:rPr>
              <w:t>تكن</w:t>
            </w:r>
            <w:r w:rsidRPr="00725071">
              <w:rPr>
                <w:rStyle w:val="libPoemTiniChar0"/>
                <w:rtl/>
              </w:rPr>
              <w:br/>
              <w:t> </w:t>
            </w:r>
          </w:p>
        </w:tc>
        <w:tc>
          <w:tcPr>
            <w:tcW w:w="301" w:type="dxa"/>
          </w:tcPr>
          <w:p w:rsidR="00677BC4" w:rsidRDefault="00677BC4" w:rsidP="00134451">
            <w:pPr>
              <w:pStyle w:val="libPoem"/>
              <w:rPr>
                <w:rtl/>
              </w:rPr>
            </w:pPr>
          </w:p>
        </w:tc>
        <w:tc>
          <w:tcPr>
            <w:tcW w:w="3884" w:type="dxa"/>
          </w:tcPr>
          <w:p w:rsidR="00677BC4" w:rsidRPr="00A72677" w:rsidRDefault="00677BC4" w:rsidP="00134451">
            <w:pPr>
              <w:pStyle w:val="libPoem"/>
            </w:pPr>
            <w:r w:rsidRPr="009647FC">
              <w:rPr>
                <w:rtl/>
              </w:rPr>
              <w:t>تصافحُ</w:t>
            </w:r>
            <w:r>
              <w:rPr>
                <w:rtl/>
              </w:rPr>
              <w:t xml:space="preserve"> </w:t>
            </w:r>
            <w:r w:rsidRPr="009647FC">
              <w:rPr>
                <w:rtl/>
              </w:rPr>
              <w:t>وجه</w:t>
            </w:r>
            <w:r>
              <w:rPr>
                <w:rtl/>
              </w:rPr>
              <w:t xml:space="preserve">َ </w:t>
            </w:r>
            <w:r w:rsidRPr="009647FC">
              <w:rPr>
                <w:rtl/>
              </w:rPr>
              <w:t>الأرض</w:t>
            </w:r>
            <w:r>
              <w:rPr>
                <w:rtl/>
              </w:rPr>
              <w:t xml:space="preserve"> </w:t>
            </w:r>
            <w:r w:rsidRPr="009647FC">
              <w:rPr>
                <w:rtl/>
              </w:rPr>
              <w:t>أذيالها</w:t>
            </w:r>
            <w:r>
              <w:rPr>
                <w:rtl/>
              </w:rPr>
              <w:t xml:space="preserve"> </w:t>
            </w:r>
            <w:r w:rsidRPr="009647FC">
              <w:rPr>
                <w:rtl/>
              </w:rPr>
              <w:t>سحبا</w:t>
            </w:r>
            <w:r w:rsidRPr="00725071">
              <w:rPr>
                <w:rStyle w:val="libPoemTiniChar0"/>
                <w:rtl/>
              </w:rPr>
              <w:br/>
              <w:t> </w:t>
            </w:r>
          </w:p>
        </w:tc>
      </w:tr>
      <w:tr w:rsidR="00677BC4" w:rsidRPr="00524A24" w:rsidTr="00677BC4">
        <w:trPr>
          <w:trHeight w:val="350"/>
        </w:trPr>
        <w:tc>
          <w:tcPr>
            <w:tcW w:w="3902" w:type="dxa"/>
          </w:tcPr>
          <w:p w:rsidR="00677BC4" w:rsidRPr="00524A24" w:rsidRDefault="00677BC4" w:rsidP="00134451">
            <w:pPr>
              <w:pStyle w:val="libPoem"/>
            </w:pPr>
            <w:r w:rsidRPr="00677BC4">
              <w:rPr>
                <w:rtl/>
              </w:rPr>
              <w:t>فلو</w:t>
            </w:r>
            <w:r w:rsidR="004C00A8">
              <w:rPr>
                <w:rtl/>
              </w:rPr>
              <w:t xml:space="preserve"> </w:t>
            </w:r>
            <w:r w:rsidRPr="00677BC4">
              <w:rPr>
                <w:rtl/>
              </w:rPr>
              <w:t>أنَّ عين الشمس تقسمُ أنّه</w:t>
            </w:r>
            <w:r w:rsidRPr="00677BC4">
              <w:rPr>
                <w:rFonts w:hint="cs"/>
                <w:rtl/>
              </w:rPr>
              <w:t>ا</w:t>
            </w:r>
            <w:r w:rsidRPr="00677BC4">
              <w:rPr>
                <w:rStyle w:val="libPoemTiniChar0"/>
                <w:rtl/>
              </w:rPr>
              <w:br/>
              <w:t> </w:t>
            </w:r>
          </w:p>
        </w:tc>
        <w:tc>
          <w:tcPr>
            <w:tcW w:w="301" w:type="dxa"/>
          </w:tcPr>
          <w:p w:rsidR="00677BC4" w:rsidRPr="00677BC4" w:rsidRDefault="00677BC4" w:rsidP="00134451">
            <w:pPr>
              <w:pStyle w:val="libPoem"/>
              <w:rPr>
                <w:rtl/>
              </w:rPr>
            </w:pPr>
          </w:p>
        </w:tc>
        <w:tc>
          <w:tcPr>
            <w:tcW w:w="3884" w:type="dxa"/>
          </w:tcPr>
          <w:p w:rsidR="00677BC4" w:rsidRPr="00524A24" w:rsidRDefault="00677BC4" w:rsidP="00134451">
            <w:pPr>
              <w:pStyle w:val="libPoem"/>
            </w:pPr>
            <w:r w:rsidRPr="00677BC4">
              <w:rPr>
                <w:rtl/>
              </w:rPr>
              <w:t>لها</w:t>
            </w:r>
            <w:r w:rsidR="004C00A8">
              <w:rPr>
                <w:rtl/>
              </w:rPr>
              <w:t xml:space="preserve"> </w:t>
            </w:r>
            <w:r w:rsidRPr="00677BC4">
              <w:rPr>
                <w:rtl/>
              </w:rPr>
              <w:t>ما رأت شخصاً لما حلفت كذبا</w:t>
            </w:r>
            <w:r w:rsidRPr="00677BC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مخطوطة الملاّ</w:t>
      </w:r>
      <w:r w:rsidR="00D769AB">
        <w:rPr>
          <w:rtl/>
        </w:rPr>
        <w:t>:</w:t>
      </w:r>
      <w:r w:rsidRPr="009647FC">
        <w:rPr>
          <w:rtl/>
        </w:rPr>
        <w:t xml:space="preserve"> رتبه</w:t>
      </w:r>
      <w:r w:rsidR="00D769AB">
        <w:rPr>
          <w:rtl/>
        </w:rPr>
        <w:t>،</w:t>
      </w:r>
      <w:r w:rsidRPr="009647FC">
        <w:rPr>
          <w:rtl/>
        </w:rPr>
        <w:t xml:space="preserve"> ولا وجه له</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على</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مخطوطة الملاّ</w:t>
      </w:r>
      <w:r w:rsidR="00D769AB">
        <w:rPr>
          <w:rtl/>
        </w:rPr>
        <w:t>:</w:t>
      </w:r>
      <w:r w:rsidRPr="009647FC">
        <w:rPr>
          <w:rtl/>
        </w:rPr>
        <w:t xml:space="preserve"> عليه</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المطبوع</w:t>
      </w:r>
      <w:r w:rsidR="00D769AB">
        <w:rPr>
          <w:rtl/>
        </w:rPr>
        <w:t>:</w:t>
      </w:r>
      <w:r w:rsidRPr="009647FC">
        <w:rPr>
          <w:rtl/>
        </w:rPr>
        <w:t xml:space="preserve"> يرى الخطب فقدان الرجال وعنده</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في مخطوطة الملاّ</w:t>
      </w:r>
      <w:r w:rsidR="00D769AB">
        <w:rPr>
          <w:rtl/>
        </w:rPr>
        <w:t>:</w:t>
      </w:r>
      <w:r w:rsidRPr="009647FC">
        <w:rPr>
          <w:rtl/>
        </w:rPr>
        <w:t xml:space="preserve"> لها في الصدر والعجز وتكرار الحديث أيضاً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134451" w:rsidRPr="00524A24" w:rsidTr="00134451">
        <w:trPr>
          <w:trHeight w:val="350"/>
        </w:trPr>
        <w:tc>
          <w:tcPr>
            <w:tcW w:w="3902" w:type="dxa"/>
          </w:tcPr>
          <w:p w:rsidR="00134451" w:rsidRPr="00524A24" w:rsidRDefault="00134451" w:rsidP="00134451">
            <w:pPr>
              <w:pStyle w:val="libPoem"/>
            </w:pPr>
            <w:r w:rsidRPr="009647FC">
              <w:rPr>
                <w:rtl/>
              </w:rPr>
              <w:lastRenderedPageBreak/>
              <w:t>وغير</w:t>
            </w:r>
            <w:r>
              <w:rPr>
                <w:rtl/>
              </w:rPr>
              <w:t xml:space="preserve">َ </w:t>
            </w:r>
            <w:r w:rsidRPr="009647FC">
              <w:rPr>
                <w:rtl/>
              </w:rPr>
              <w:t>حجاب</w:t>
            </w:r>
            <w:r>
              <w:rPr>
                <w:rtl/>
              </w:rPr>
              <w:t xml:space="preserve"> </w:t>
            </w:r>
            <w:r w:rsidRPr="009647FC">
              <w:rPr>
                <w:rtl/>
              </w:rPr>
              <w:t>الخدر</w:t>
            </w:r>
            <w:r>
              <w:rPr>
                <w:rtl/>
              </w:rPr>
              <w:t xml:space="preserve"> </w:t>
            </w:r>
            <w:r w:rsidRPr="009647FC">
              <w:rPr>
                <w:rtl/>
              </w:rPr>
              <w:t>والقبر</w:t>
            </w:r>
            <w:r>
              <w:rPr>
                <w:rtl/>
              </w:rPr>
              <w:t xml:space="preserve"> </w:t>
            </w:r>
            <w:r w:rsidRPr="009647FC">
              <w:rPr>
                <w:rtl/>
              </w:rPr>
              <w:t>ما</w:t>
            </w:r>
            <w:r>
              <w:rPr>
                <w:rtl/>
              </w:rPr>
              <w:t xml:space="preserve"> </w:t>
            </w:r>
            <w:r w:rsidRPr="009647FC">
              <w:rPr>
                <w:rtl/>
              </w:rPr>
              <w:t>رأتْ</w:t>
            </w:r>
            <w:r w:rsidRPr="00677BC4">
              <w:rPr>
                <w:rStyle w:val="libPoemTiniChar0"/>
                <w:rtl/>
              </w:rPr>
              <w:br/>
              <w:t> </w:t>
            </w:r>
          </w:p>
        </w:tc>
        <w:tc>
          <w:tcPr>
            <w:tcW w:w="301" w:type="dxa"/>
          </w:tcPr>
          <w:p w:rsidR="00134451" w:rsidRPr="00677BC4" w:rsidRDefault="00134451" w:rsidP="00134451">
            <w:pPr>
              <w:pStyle w:val="libPoem"/>
              <w:rPr>
                <w:rtl/>
              </w:rPr>
            </w:pPr>
          </w:p>
        </w:tc>
        <w:tc>
          <w:tcPr>
            <w:tcW w:w="3884" w:type="dxa"/>
          </w:tcPr>
          <w:p w:rsidR="00134451" w:rsidRPr="00677BC4" w:rsidRDefault="00134451" w:rsidP="00134451">
            <w:pPr>
              <w:pStyle w:val="libPoem"/>
            </w:pPr>
            <w:r w:rsidRPr="009647FC">
              <w:rPr>
                <w:rtl/>
              </w:rPr>
              <w:t>ولا</w:t>
            </w:r>
            <w:r w:rsidR="004C00A8">
              <w:rPr>
                <w:rtl/>
              </w:rPr>
              <w:t xml:space="preserve"> </w:t>
            </w:r>
            <w:r w:rsidRPr="009647FC">
              <w:rPr>
                <w:rtl/>
              </w:rPr>
              <w:t>شاهدت</w:t>
            </w:r>
            <w:r>
              <w:rPr>
                <w:rtl/>
              </w:rPr>
              <w:t xml:space="preserve"> </w:t>
            </w:r>
            <w:r w:rsidRPr="009647FC">
              <w:rPr>
                <w:rtl/>
              </w:rPr>
              <w:t>شرقاً</w:t>
            </w:r>
            <w:r>
              <w:rPr>
                <w:rtl/>
              </w:rPr>
              <w:t xml:space="preserve"> </w:t>
            </w:r>
            <w:r w:rsidRPr="009647FC">
              <w:rPr>
                <w:rtl/>
              </w:rPr>
              <w:t>لدنيا</w:t>
            </w:r>
            <w:r>
              <w:rPr>
                <w:rtl/>
              </w:rPr>
              <w:t xml:space="preserve"> </w:t>
            </w:r>
            <w:r w:rsidRPr="009647FC">
              <w:rPr>
                <w:rtl/>
              </w:rPr>
              <w:t>ولا</w:t>
            </w:r>
            <w:r>
              <w:rPr>
                <w:rtl/>
              </w:rPr>
              <w:t xml:space="preserve"> </w:t>
            </w:r>
            <w:r w:rsidRPr="009647FC">
              <w:rPr>
                <w:rtl/>
              </w:rPr>
              <w:t>غربا</w:t>
            </w:r>
            <w:r w:rsidRPr="00677BC4">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134451">
              <w:rPr>
                <w:rtl/>
              </w:rPr>
              <w:t>فلم</w:t>
            </w:r>
            <w:r w:rsidR="004C00A8">
              <w:rPr>
                <w:rtl/>
              </w:rPr>
              <w:t xml:space="preserve"> </w:t>
            </w:r>
            <w:r w:rsidRPr="00134451">
              <w:rPr>
                <w:rtl/>
              </w:rPr>
              <w:t>تُدر إلاّ بالسماع حياتُها</w:t>
            </w:r>
            <w:r w:rsidRPr="00134451">
              <w:rPr>
                <w:rStyle w:val="libPoemTiniChar0"/>
                <w:rtl/>
              </w:rPr>
              <w:br/>
              <w:t> </w:t>
            </w:r>
          </w:p>
        </w:tc>
        <w:tc>
          <w:tcPr>
            <w:tcW w:w="301" w:type="dxa"/>
          </w:tcPr>
          <w:p w:rsidR="00134451" w:rsidRPr="00134451" w:rsidRDefault="00134451" w:rsidP="00134451">
            <w:pPr>
              <w:pStyle w:val="libPoem"/>
              <w:rPr>
                <w:rtl/>
              </w:rPr>
            </w:pPr>
          </w:p>
        </w:tc>
        <w:tc>
          <w:tcPr>
            <w:tcW w:w="3884" w:type="dxa"/>
          </w:tcPr>
          <w:p w:rsidR="00134451" w:rsidRPr="00134451" w:rsidRDefault="00134451" w:rsidP="00134451">
            <w:pPr>
              <w:pStyle w:val="libPoem"/>
            </w:pPr>
            <w:r w:rsidRPr="00134451">
              <w:rPr>
                <w:rtl/>
              </w:rPr>
              <w:t>وجاء</w:t>
            </w:r>
            <w:r w:rsidR="004C00A8">
              <w:rPr>
                <w:rtl/>
              </w:rPr>
              <w:t xml:space="preserve"> </w:t>
            </w:r>
            <w:r w:rsidRPr="00134451">
              <w:rPr>
                <w:rtl/>
              </w:rPr>
              <w:t>سماعاً أنّها قضت النحبا</w:t>
            </w:r>
            <w:r w:rsidRPr="00134451">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9647FC">
              <w:rPr>
                <w:rtl/>
              </w:rPr>
              <w:t>وأمّا</w:t>
            </w:r>
            <w:r>
              <w:rPr>
                <w:rtl/>
              </w:rPr>
              <w:t xml:space="preserve"> </w:t>
            </w:r>
            <w:r w:rsidRPr="009647FC">
              <w:rPr>
                <w:rtl/>
              </w:rPr>
              <w:t>هي</w:t>
            </w:r>
            <w:r>
              <w:rPr>
                <w:rtl/>
              </w:rPr>
              <w:t xml:space="preserve"> </w:t>
            </w:r>
            <w:r w:rsidRPr="009647FC">
              <w:rPr>
                <w:rtl/>
              </w:rPr>
              <w:t>العنقاء</w:t>
            </w:r>
            <w:r>
              <w:rPr>
                <w:rtl/>
              </w:rPr>
              <w:t xml:space="preserve"> </w:t>
            </w:r>
            <w:r w:rsidRPr="009647FC">
              <w:rPr>
                <w:rtl/>
              </w:rPr>
              <w:t>قلت</w:t>
            </w:r>
            <w:r>
              <w:rPr>
                <w:rtl/>
              </w:rPr>
              <w:t xml:space="preserve">َ </w:t>
            </w:r>
            <w:r w:rsidRPr="009647FC">
              <w:rPr>
                <w:rtl/>
              </w:rPr>
              <w:t>فصادقٌ</w:t>
            </w:r>
            <w:r w:rsidRPr="00677BC4">
              <w:rPr>
                <w:rStyle w:val="libPoemTiniChar0"/>
                <w:rtl/>
              </w:rPr>
              <w:br/>
              <w:t> </w:t>
            </w:r>
          </w:p>
        </w:tc>
        <w:tc>
          <w:tcPr>
            <w:tcW w:w="301" w:type="dxa"/>
          </w:tcPr>
          <w:p w:rsidR="00134451" w:rsidRPr="00677BC4" w:rsidRDefault="00134451" w:rsidP="00134451">
            <w:pPr>
              <w:pStyle w:val="libPoem"/>
              <w:rPr>
                <w:rtl/>
              </w:rPr>
            </w:pPr>
          </w:p>
        </w:tc>
        <w:tc>
          <w:tcPr>
            <w:tcW w:w="3884" w:type="dxa"/>
          </w:tcPr>
          <w:p w:rsidR="00134451" w:rsidRPr="00677BC4" w:rsidRDefault="00134451" w:rsidP="00134451">
            <w:pPr>
              <w:pStyle w:val="libPoem"/>
            </w:pPr>
            <w:r w:rsidRPr="009647FC">
              <w:rPr>
                <w:rtl/>
              </w:rPr>
              <w:t>ولكن</w:t>
            </w:r>
            <w:r w:rsidR="004C00A8">
              <w:rPr>
                <w:rtl/>
              </w:rPr>
              <w:t xml:space="preserve"> </w:t>
            </w:r>
            <w:r w:rsidRPr="009647FC">
              <w:rPr>
                <w:rtl/>
              </w:rPr>
              <w:t>مقام</w:t>
            </w:r>
            <w:r>
              <w:rPr>
                <w:rtl/>
              </w:rPr>
              <w:t xml:space="preserve"> </w:t>
            </w:r>
            <w:r w:rsidRPr="009647FC">
              <w:rPr>
                <w:rtl/>
              </w:rPr>
              <w:t>الإحترام</w:t>
            </w:r>
            <w:r>
              <w:rPr>
                <w:rtl/>
              </w:rPr>
              <w:t xml:space="preserve"> </w:t>
            </w:r>
            <w:r w:rsidRPr="009647FC">
              <w:rPr>
                <w:rtl/>
              </w:rPr>
              <w:t>لها</w:t>
            </w:r>
            <w:r>
              <w:rPr>
                <w:rtl/>
              </w:rPr>
              <w:t xml:space="preserve"> </w:t>
            </w:r>
            <w:r w:rsidRPr="009647FC">
              <w:rPr>
                <w:rtl/>
              </w:rPr>
              <w:t>يأبى</w:t>
            </w:r>
            <w:r w:rsidRPr="00677BC4">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9647FC">
              <w:rPr>
                <w:rtl/>
              </w:rPr>
              <w:t>وما</w:t>
            </w:r>
            <w:r w:rsidR="004C00A8">
              <w:rPr>
                <w:rtl/>
              </w:rPr>
              <w:t xml:space="preserve"> </w:t>
            </w:r>
            <w:r w:rsidRPr="009647FC">
              <w:rPr>
                <w:rtl/>
              </w:rPr>
              <w:t>هي</w:t>
            </w:r>
            <w:r>
              <w:rPr>
                <w:rtl/>
              </w:rPr>
              <w:t xml:space="preserve"> </w:t>
            </w:r>
            <w:r w:rsidRPr="009647FC">
              <w:rPr>
                <w:rtl/>
              </w:rPr>
              <w:t>إلاّ</w:t>
            </w:r>
            <w:r>
              <w:rPr>
                <w:rtl/>
              </w:rPr>
              <w:t xml:space="preserve"> </w:t>
            </w:r>
            <w:r w:rsidRPr="009647FC">
              <w:rPr>
                <w:rtl/>
              </w:rPr>
              <w:t>بضعةٌ</w:t>
            </w:r>
            <w:r>
              <w:rPr>
                <w:rtl/>
              </w:rPr>
              <w:t xml:space="preserve"> </w:t>
            </w:r>
            <w:r w:rsidRPr="009647FC">
              <w:rPr>
                <w:rtl/>
              </w:rPr>
              <w:t>من</w:t>
            </w:r>
            <w:r>
              <w:rPr>
                <w:rtl/>
              </w:rPr>
              <w:t xml:space="preserve"> </w:t>
            </w:r>
            <w:r w:rsidRPr="009647FC">
              <w:rPr>
                <w:rtl/>
              </w:rPr>
              <w:t>(محمدٍ)</w:t>
            </w:r>
            <w:r w:rsidRPr="00677BC4">
              <w:rPr>
                <w:rStyle w:val="libPoemTiniChar0"/>
                <w:rtl/>
              </w:rPr>
              <w:br/>
              <w:t> </w:t>
            </w:r>
          </w:p>
        </w:tc>
        <w:tc>
          <w:tcPr>
            <w:tcW w:w="301" w:type="dxa"/>
          </w:tcPr>
          <w:p w:rsidR="00134451" w:rsidRPr="00677BC4" w:rsidRDefault="00134451" w:rsidP="00134451">
            <w:pPr>
              <w:pStyle w:val="libPoem"/>
              <w:rPr>
                <w:rtl/>
              </w:rPr>
            </w:pPr>
          </w:p>
        </w:tc>
        <w:tc>
          <w:tcPr>
            <w:tcW w:w="3884" w:type="dxa"/>
          </w:tcPr>
          <w:p w:rsidR="00134451" w:rsidRPr="00677BC4" w:rsidRDefault="00134451" w:rsidP="00134451">
            <w:pPr>
              <w:pStyle w:val="libPoem"/>
            </w:pPr>
            <w:r w:rsidRPr="009647FC">
              <w:rPr>
                <w:rtl/>
              </w:rPr>
              <w:t>أجلُّ</w:t>
            </w:r>
            <w:r>
              <w:rPr>
                <w:rtl/>
              </w:rPr>
              <w:t xml:space="preserve"> </w:t>
            </w:r>
            <w:r w:rsidRPr="009647FC">
              <w:rPr>
                <w:rtl/>
              </w:rPr>
              <w:t>بني</w:t>
            </w:r>
            <w:r>
              <w:rPr>
                <w:rtl/>
              </w:rPr>
              <w:t xml:space="preserve"> </w:t>
            </w:r>
            <w:r w:rsidRPr="009647FC">
              <w:rPr>
                <w:rtl/>
              </w:rPr>
              <w:t>الدنيا</w:t>
            </w:r>
            <w:r>
              <w:rPr>
                <w:rtl/>
              </w:rPr>
              <w:t xml:space="preserve"> </w:t>
            </w:r>
            <w:r w:rsidRPr="009647FC">
              <w:rPr>
                <w:rtl/>
              </w:rPr>
              <w:t>وأعلاهم</w:t>
            </w:r>
            <w:r>
              <w:rPr>
                <w:rtl/>
              </w:rPr>
              <w:t xml:space="preserve"> </w:t>
            </w:r>
            <w:r w:rsidRPr="009647FC">
              <w:rPr>
                <w:rtl/>
              </w:rPr>
              <w:t>كعبا</w:t>
            </w:r>
            <w:r w:rsidRPr="00677BC4">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134451">
              <w:rPr>
                <w:rtl/>
              </w:rPr>
              <w:t>وأرحبهم بيتاً، وأوسعهم قِرىً</w:t>
            </w:r>
            <w:r w:rsidRPr="00134451">
              <w:rPr>
                <w:rStyle w:val="libPoemTiniChar0"/>
                <w:rtl/>
              </w:rPr>
              <w:br/>
              <w:t> </w:t>
            </w:r>
          </w:p>
        </w:tc>
        <w:tc>
          <w:tcPr>
            <w:tcW w:w="301" w:type="dxa"/>
          </w:tcPr>
          <w:p w:rsidR="00134451" w:rsidRPr="00134451" w:rsidRDefault="00134451" w:rsidP="00134451">
            <w:pPr>
              <w:pStyle w:val="libPoem"/>
              <w:rPr>
                <w:rtl/>
              </w:rPr>
            </w:pPr>
          </w:p>
        </w:tc>
        <w:tc>
          <w:tcPr>
            <w:tcW w:w="3884" w:type="dxa"/>
          </w:tcPr>
          <w:p w:rsidR="00134451" w:rsidRPr="00134451" w:rsidRDefault="00134451" w:rsidP="00134451">
            <w:pPr>
              <w:pStyle w:val="libPoem"/>
            </w:pPr>
            <w:r w:rsidRPr="00134451">
              <w:rPr>
                <w:rtl/>
              </w:rPr>
              <w:t>وأطولهم باعاً وأرجحهم لبّا</w:t>
            </w:r>
            <w:r w:rsidRPr="00134451">
              <w:rPr>
                <w:rStyle w:val="libPoemTiniChar0"/>
                <w:rtl/>
              </w:rPr>
              <w:br/>
              <w:t> </w:t>
            </w:r>
          </w:p>
        </w:tc>
      </w:tr>
      <w:tr w:rsidR="00134451" w:rsidRPr="00524A24" w:rsidTr="00134451">
        <w:trPr>
          <w:trHeight w:val="350"/>
        </w:trPr>
        <w:tc>
          <w:tcPr>
            <w:tcW w:w="3902" w:type="dxa"/>
          </w:tcPr>
          <w:p w:rsidR="00134451" w:rsidRPr="00524A24" w:rsidRDefault="00134451" w:rsidP="004C00A8">
            <w:pPr>
              <w:pStyle w:val="libPoem"/>
            </w:pPr>
            <w:r w:rsidRPr="009647FC">
              <w:rPr>
                <w:rtl/>
              </w:rPr>
              <w:t>رطيب</w:t>
            </w:r>
            <w:r w:rsidRPr="004E7EC6">
              <w:rPr>
                <w:rStyle w:val="libFootnotenumChar"/>
                <w:rtl/>
              </w:rPr>
              <w:t>(1)</w:t>
            </w:r>
            <w:r w:rsidR="004C00A8" w:rsidRPr="004C00A8">
              <w:rPr>
                <w:rFonts w:hint="cs"/>
                <w:rtl/>
              </w:rPr>
              <w:t xml:space="preserve"> </w:t>
            </w:r>
            <w:r w:rsidRPr="009647FC">
              <w:rPr>
                <w:rtl/>
              </w:rPr>
              <w:t>ثرىً</w:t>
            </w:r>
            <w:r>
              <w:rPr>
                <w:rtl/>
              </w:rPr>
              <w:t xml:space="preserve"> </w:t>
            </w:r>
            <w:r w:rsidRPr="009647FC">
              <w:rPr>
                <w:rtl/>
              </w:rPr>
              <w:t>منه</w:t>
            </w:r>
            <w:r>
              <w:rPr>
                <w:rtl/>
              </w:rPr>
              <w:t xml:space="preserve"> </w:t>
            </w:r>
            <w:r w:rsidRPr="009647FC">
              <w:rPr>
                <w:rtl/>
              </w:rPr>
              <w:t>تحيّ</w:t>
            </w:r>
            <w:r>
              <w:rPr>
                <w:rtl/>
              </w:rPr>
              <w:t xml:space="preserve"> </w:t>
            </w:r>
            <w:r w:rsidRPr="009647FC">
              <w:rPr>
                <w:rtl/>
              </w:rPr>
              <w:t>وفودُه</w:t>
            </w:r>
            <w:r w:rsidRPr="00677BC4">
              <w:rPr>
                <w:rStyle w:val="libPoemTiniChar0"/>
                <w:rtl/>
              </w:rPr>
              <w:br/>
              <w:t> </w:t>
            </w:r>
          </w:p>
        </w:tc>
        <w:tc>
          <w:tcPr>
            <w:tcW w:w="301" w:type="dxa"/>
          </w:tcPr>
          <w:p w:rsidR="00134451" w:rsidRPr="00677BC4" w:rsidRDefault="00134451" w:rsidP="00134451">
            <w:pPr>
              <w:pStyle w:val="libPoem"/>
              <w:rPr>
                <w:rtl/>
              </w:rPr>
            </w:pPr>
          </w:p>
        </w:tc>
        <w:tc>
          <w:tcPr>
            <w:tcW w:w="3884" w:type="dxa"/>
          </w:tcPr>
          <w:p w:rsidR="00134451" w:rsidRPr="00677BC4" w:rsidRDefault="00134451" w:rsidP="00134451">
            <w:pPr>
              <w:pStyle w:val="libPoem"/>
            </w:pPr>
            <w:r w:rsidRPr="009647FC">
              <w:rPr>
                <w:rtl/>
              </w:rPr>
              <w:t>محيّاً</w:t>
            </w:r>
            <w:r w:rsidR="004C00A8">
              <w:rPr>
                <w:rtl/>
              </w:rPr>
              <w:t xml:space="preserve"> </w:t>
            </w:r>
            <w:r w:rsidRPr="009647FC">
              <w:rPr>
                <w:rtl/>
              </w:rPr>
              <w:t>بأنداء</w:t>
            </w:r>
            <w:r>
              <w:rPr>
                <w:rtl/>
              </w:rPr>
              <w:t xml:space="preserve"> </w:t>
            </w:r>
            <w:r w:rsidRPr="009647FC">
              <w:rPr>
                <w:rtl/>
              </w:rPr>
              <w:t>الحيا</w:t>
            </w:r>
            <w:r>
              <w:rPr>
                <w:rtl/>
              </w:rPr>
              <w:t xml:space="preserve"> </w:t>
            </w:r>
            <w:r w:rsidRPr="009647FC">
              <w:rPr>
                <w:rtl/>
              </w:rPr>
              <w:t>لم</w:t>
            </w:r>
            <w:r>
              <w:rPr>
                <w:rtl/>
              </w:rPr>
              <w:t xml:space="preserve"> </w:t>
            </w:r>
            <w:r w:rsidRPr="009647FC">
              <w:rPr>
                <w:rtl/>
              </w:rPr>
              <w:t>يزل</w:t>
            </w:r>
            <w:r>
              <w:rPr>
                <w:rtl/>
              </w:rPr>
              <w:t xml:space="preserve"> </w:t>
            </w:r>
            <w:r w:rsidRPr="009647FC">
              <w:rPr>
                <w:rtl/>
              </w:rPr>
              <w:t>رطبا</w:t>
            </w:r>
            <w:r w:rsidRPr="00677BC4">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9647FC">
              <w:rPr>
                <w:rtl/>
              </w:rPr>
              <w:t>وتلمسُ</w:t>
            </w:r>
            <w:r>
              <w:rPr>
                <w:rtl/>
              </w:rPr>
              <w:t xml:space="preserve"> </w:t>
            </w:r>
            <w:r w:rsidRPr="009647FC">
              <w:rPr>
                <w:rtl/>
              </w:rPr>
              <w:t>منه</w:t>
            </w:r>
            <w:r>
              <w:rPr>
                <w:rtl/>
              </w:rPr>
              <w:t xml:space="preserve"> </w:t>
            </w:r>
            <w:r w:rsidRPr="009647FC">
              <w:rPr>
                <w:rtl/>
              </w:rPr>
              <w:t>أنملاً</w:t>
            </w:r>
            <w:r>
              <w:rPr>
                <w:rtl/>
              </w:rPr>
              <w:t xml:space="preserve"> </w:t>
            </w:r>
            <w:r w:rsidRPr="009647FC">
              <w:rPr>
                <w:rtl/>
              </w:rPr>
              <w:t>هنّ</w:t>
            </w:r>
            <w:r>
              <w:rPr>
                <w:rtl/>
              </w:rPr>
              <w:t xml:space="preserve">َ </w:t>
            </w:r>
            <w:r w:rsidRPr="009647FC">
              <w:rPr>
                <w:rtl/>
              </w:rPr>
              <w:t>للندى</w:t>
            </w:r>
            <w:r w:rsidRPr="00677BC4">
              <w:rPr>
                <w:rStyle w:val="libPoemTiniChar0"/>
                <w:rtl/>
              </w:rPr>
              <w:br/>
              <w:t> </w:t>
            </w:r>
          </w:p>
        </w:tc>
        <w:tc>
          <w:tcPr>
            <w:tcW w:w="301" w:type="dxa"/>
          </w:tcPr>
          <w:p w:rsidR="00134451" w:rsidRPr="00677BC4" w:rsidRDefault="00134451" w:rsidP="00134451">
            <w:pPr>
              <w:pStyle w:val="libPoem"/>
              <w:rPr>
                <w:rtl/>
              </w:rPr>
            </w:pPr>
          </w:p>
        </w:tc>
        <w:tc>
          <w:tcPr>
            <w:tcW w:w="3884" w:type="dxa"/>
          </w:tcPr>
          <w:p w:rsidR="00134451" w:rsidRPr="00677BC4" w:rsidRDefault="00134451" w:rsidP="00134451">
            <w:pPr>
              <w:pStyle w:val="libPoem"/>
            </w:pPr>
            <w:r w:rsidRPr="009647FC">
              <w:rPr>
                <w:rtl/>
              </w:rPr>
              <w:t>سحائب</w:t>
            </w:r>
            <w:r w:rsidR="004C00A8">
              <w:rPr>
                <w:rtl/>
              </w:rPr>
              <w:t xml:space="preserve"> </w:t>
            </w:r>
            <w:r w:rsidRPr="009647FC">
              <w:rPr>
                <w:rtl/>
              </w:rPr>
              <w:t>فيها</w:t>
            </w:r>
            <w:r>
              <w:rPr>
                <w:rtl/>
              </w:rPr>
              <w:t xml:space="preserve"> </w:t>
            </w:r>
            <w:r w:rsidRPr="009647FC">
              <w:rPr>
                <w:rtl/>
              </w:rPr>
              <w:t>علّ</w:t>
            </w:r>
            <w:r>
              <w:rPr>
                <w:rtl/>
              </w:rPr>
              <w:t>َ</w:t>
            </w:r>
            <w:r w:rsidRPr="009647FC">
              <w:rPr>
                <w:rtl/>
              </w:rPr>
              <w:t>م</w:t>
            </w:r>
            <w:r>
              <w:rPr>
                <w:rtl/>
              </w:rPr>
              <w:t xml:space="preserve"> </w:t>
            </w:r>
            <w:r w:rsidRPr="009647FC">
              <w:rPr>
                <w:rtl/>
              </w:rPr>
              <w:t>المطرُ</w:t>
            </w:r>
            <w:r>
              <w:rPr>
                <w:rtl/>
              </w:rPr>
              <w:t xml:space="preserve"> </w:t>
            </w:r>
            <w:r w:rsidRPr="009647FC">
              <w:rPr>
                <w:rtl/>
              </w:rPr>
              <w:t>السحبا</w:t>
            </w:r>
            <w:r w:rsidRPr="004E7EC6">
              <w:rPr>
                <w:rStyle w:val="libFootnotenumChar"/>
                <w:rtl/>
              </w:rPr>
              <w:t>(2)</w:t>
            </w:r>
            <w:r w:rsidRPr="00677BC4">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134451">
              <w:rPr>
                <w:rtl/>
              </w:rPr>
              <w:t>ولو نُسبتْ شهبُ السماء بأنّها</w:t>
            </w:r>
            <w:r w:rsidRPr="00134451">
              <w:rPr>
                <w:rStyle w:val="libPoemTiniChar0"/>
                <w:rtl/>
              </w:rPr>
              <w:br/>
              <w:t> </w:t>
            </w:r>
          </w:p>
        </w:tc>
        <w:tc>
          <w:tcPr>
            <w:tcW w:w="301" w:type="dxa"/>
          </w:tcPr>
          <w:p w:rsidR="00134451" w:rsidRPr="00134451" w:rsidRDefault="00134451" w:rsidP="00134451">
            <w:pPr>
              <w:pStyle w:val="libPoem"/>
              <w:rPr>
                <w:rtl/>
              </w:rPr>
            </w:pPr>
          </w:p>
        </w:tc>
        <w:tc>
          <w:tcPr>
            <w:tcW w:w="3884" w:type="dxa"/>
          </w:tcPr>
          <w:p w:rsidR="00134451" w:rsidRPr="00134451" w:rsidRDefault="00134451" w:rsidP="00134451">
            <w:pPr>
              <w:pStyle w:val="libPoem"/>
            </w:pPr>
            <w:r w:rsidRPr="00134451">
              <w:rPr>
                <w:rtl/>
              </w:rPr>
              <w:t>بنوه إذن تاهتْ بنسبتها عجبا</w:t>
            </w:r>
            <w:r w:rsidRPr="00134451">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9647FC">
              <w:rPr>
                <w:rtl/>
              </w:rPr>
              <w:t>غدا</w:t>
            </w:r>
            <w:r w:rsidR="004C00A8">
              <w:rPr>
                <w:rtl/>
              </w:rPr>
              <w:t xml:space="preserve"> </w:t>
            </w:r>
            <w:r w:rsidRPr="009647FC">
              <w:rPr>
                <w:rtl/>
              </w:rPr>
              <w:t>مركزاً</w:t>
            </w:r>
            <w:r>
              <w:rPr>
                <w:rtl/>
              </w:rPr>
              <w:t xml:space="preserve"> </w:t>
            </w:r>
            <w:r w:rsidRPr="009647FC">
              <w:rPr>
                <w:rtl/>
              </w:rPr>
              <w:t>للفضل</w:t>
            </w:r>
            <w:r>
              <w:rPr>
                <w:rtl/>
              </w:rPr>
              <w:t xml:space="preserve"> </w:t>
            </w:r>
            <w:r w:rsidRPr="009647FC">
              <w:rPr>
                <w:rtl/>
              </w:rPr>
              <w:t>ما</w:t>
            </w:r>
            <w:r>
              <w:rPr>
                <w:rtl/>
              </w:rPr>
              <w:t xml:space="preserve"> </w:t>
            </w:r>
            <w:r w:rsidRPr="009647FC">
              <w:rPr>
                <w:rtl/>
              </w:rPr>
              <w:t>لفضيلةٍ</w:t>
            </w:r>
            <w:r w:rsidRPr="004E7EC6">
              <w:rPr>
                <w:rStyle w:val="libFootnotenumChar"/>
                <w:rtl/>
              </w:rPr>
              <w:t>(3)</w:t>
            </w:r>
            <w:r w:rsidRPr="00677BC4">
              <w:rPr>
                <w:rStyle w:val="libPoemTiniChar0"/>
                <w:rtl/>
              </w:rPr>
              <w:br/>
              <w:t> </w:t>
            </w:r>
          </w:p>
        </w:tc>
        <w:tc>
          <w:tcPr>
            <w:tcW w:w="301" w:type="dxa"/>
          </w:tcPr>
          <w:p w:rsidR="00134451" w:rsidRPr="00677BC4" w:rsidRDefault="00134451" w:rsidP="00134451">
            <w:pPr>
              <w:pStyle w:val="libPoem"/>
              <w:rPr>
                <w:rtl/>
              </w:rPr>
            </w:pPr>
          </w:p>
        </w:tc>
        <w:tc>
          <w:tcPr>
            <w:tcW w:w="3884" w:type="dxa"/>
          </w:tcPr>
          <w:p w:rsidR="00134451" w:rsidRPr="00677BC4" w:rsidRDefault="00134451" w:rsidP="00134451">
            <w:pPr>
              <w:pStyle w:val="libPoem"/>
            </w:pPr>
            <w:r w:rsidRPr="009647FC">
              <w:rPr>
                <w:rtl/>
              </w:rPr>
              <w:t>جرى</w:t>
            </w:r>
            <w:r>
              <w:rPr>
                <w:rtl/>
              </w:rPr>
              <w:t xml:space="preserve"> </w:t>
            </w:r>
            <w:r w:rsidRPr="009647FC">
              <w:rPr>
                <w:rtl/>
              </w:rPr>
              <w:t>فلكٌ</w:t>
            </w:r>
            <w:r>
              <w:rPr>
                <w:rtl/>
              </w:rPr>
              <w:t xml:space="preserve"> </w:t>
            </w:r>
            <w:r w:rsidRPr="009647FC">
              <w:rPr>
                <w:rtl/>
              </w:rPr>
              <w:t>إلاّ</w:t>
            </w:r>
            <w:r>
              <w:rPr>
                <w:rtl/>
              </w:rPr>
              <w:t xml:space="preserve"> </w:t>
            </w:r>
            <w:r w:rsidRPr="009647FC">
              <w:rPr>
                <w:rtl/>
              </w:rPr>
              <w:t>وكان</w:t>
            </w:r>
            <w:r>
              <w:rPr>
                <w:rtl/>
              </w:rPr>
              <w:t xml:space="preserve"> </w:t>
            </w:r>
            <w:r w:rsidRPr="009647FC">
              <w:rPr>
                <w:rtl/>
              </w:rPr>
              <w:t>له</w:t>
            </w:r>
            <w:r>
              <w:rPr>
                <w:rtl/>
              </w:rPr>
              <w:t xml:space="preserve"> </w:t>
            </w:r>
            <w:r w:rsidRPr="009647FC">
              <w:rPr>
                <w:rtl/>
              </w:rPr>
              <w:t>قطبا</w:t>
            </w:r>
            <w:r w:rsidRPr="00677BC4">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134451">
              <w:rPr>
                <w:rtl/>
              </w:rPr>
              <w:t>له</w:t>
            </w:r>
            <w:r w:rsidR="004C00A8">
              <w:rPr>
                <w:rtl/>
              </w:rPr>
              <w:t xml:space="preserve"> </w:t>
            </w:r>
            <w:r w:rsidRPr="00134451">
              <w:rPr>
                <w:rtl/>
              </w:rPr>
              <w:t>حبَّبتْ كسبَ الثناء سجيّةٌ</w:t>
            </w:r>
            <w:r w:rsidRPr="00134451">
              <w:rPr>
                <w:rStyle w:val="libPoemTiniChar0"/>
                <w:rtl/>
              </w:rPr>
              <w:br/>
              <w:t> </w:t>
            </w:r>
          </w:p>
        </w:tc>
        <w:tc>
          <w:tcPr>
            <w:tcW w:w="301" w:type="dxa"/>
          </w:tcPr>
          <w:p w:rsidR="00134451" w:rsidRPr="00134451" w:rsidRDefault="00134451" w:rsidP="00134451">
            <w:pPr>
              <w:pStyle w:val="libPoem"/>
              <w:rPr>
                <w:rtl/>
              </w:rPr>
            </w:pPr>
          </w:p>
        </w:tc>
        <w:tc>
          <w:tcPr>
            <w:tcW w:w="3884" w:type="dxa"/>
          </w:tcPr>
          <w:p w:rsidR="00134451" w:rsidRPr="00134451" w:rsidRDefault="00134451" w:rsidP="00134451">
            <w:pPr>
              <w:pStyle w:val="libPoem"/>
            </w:pPr>
            <w:r w:rsidRPr="00134451">
              <w:rPr>
                <w:rtl/>
              </w:rPr>
              <w:t>بها وهو طفلٌ نفسه شغفت حبّا</w:t>
            </w:r>
            <w:r w:rsidRPr="00134451">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9647FC">
              <w:rPr>
                <w:rtl/>
              </w:rPr>
              <w:t>وأحرزها</w:t>
            </w:r>
            <w:r>
              <w:rPr>
                <w:rtl/>
              </w:rPr>
              <w:t xml:space="preserve"> </w:t>
            </w:r>
            <w:r w:rsidRPr="009647FC">
              <w:rPr>
                <w:rtl/>
              </w:rPr>
              <w:t>(عبدُ</w:t>
            </w:r>
            <w:r>
              <w:rPr>
                <w:rtl/>
              </w:rPr>
              <w:t xml:space="preserve"> </w:t>
            </w:r>
            <w:r w:rsidRPr="009647FC">
              <w:rPr>
                <w:rtl/>
              </w:rPr>
              <w:t>الكريم)</w:t>
            </w:r>
            <w:r>
              <w:rPr>
                <w:rtl/>
              </w:rPr>
              <w:t xml:space="preserve"> </w:t>
            </w:r>
            <w:r w:rsidRPr="009647FC">
              <w:rPr>
                <w:rtl/>
              </w:rPr>
              <w:t>شقيقه</w:t>
            </w:r>
            <w:r w:rsidRPr="00677BC4">
              <w:rPr>
                <w:rStyle w:val="libPoemTiniChar0"/>
                <w:rtl/>
              </w:rPr>
              <w:br/>
              <w:t> </w:t>
            </w:r>
          </w:p>
        </w:tc>
        <w:tc>
          <w:tcPr>
            <w:tcW w:w="301" w:type="dxa"/>
          </w:tcPr>
          <w:p w:rsidR="00134451" w:rsidRPr="00677BC4" w:rsidRDefault="00134451" w:rsidP="00134451">
            <w:pPr>
              <w:pStyle w:val="libPoem"/>
              <w:rPr>
                <w:rtl/>
              </w:rPr>
            </w:pPr>
          </w:p>
        </w:tc>
        <w:tc>
          <w:tcPr>
            <w:tcW w:w="3884" w:type="dxa"/>
          </w:tcPr>
          <w:p w:rsidR="00134451" w:rsidRPr="00677BC4" w:rsidRDefault="00134451" w:rsidP="00134451">
            <w:pPr>
              <w:pStyle w:val="libPoem"/>
            </w:pPr>
            <w:r w:rsidRPr="009647FC">
              <w:rPr>
                <w:rtl/>
              </w:rPr>
              <w:t>فأصبح</w:t>
            </w:r>
            <w:r w:rsidR="004C00A8">
              <w:rPr>
                <w:rtl/>
              </w:rPr>
              <w:t xml:space="preserve"> </w:t>
            </w:r>
            <w:r w:rsidRPr="009647FC">
              <w:rPr>
                <w:rtl/>
              </w:rPr>
              <w:t>في</w:t>
            </w:r>
            <w:r>
              <w:rPr>
                <w:rtl/>
              </w:rPr>
              <w:t xml:space="preserve"> </w:t>
            </w:r>
            <w:r w:rsidRPr="009647FC">
              <w:rPr>
                <w:rtl/>
              </w:rPr>
              <w:t>كسب</w:t>
            </w:r>
            <w:r>
              <w:rPr>
                <w:rtl/>
              </w:rPr>
              <w:t xml:space="preserve"> </w:t>
            </w:r>
            <w:r w:rsidRPr="009647FC">
              <w:rPr>
                <w:rtl/>
              </w:rPr>
              <w:t>الثنا</w:t>
            </w:r>
            <w:r>
              <w:rPr>
                <w:rtl/>
              </w:rPr>
              <w:t xml:space="preserve"> </w:t>
            </w:r>
            <w:r w:rsidRPr="009647FC">
              <w:rPr>
                <w:rtl/>
              </w:rPr>
              <w:t>مغرماً</w:t>
            </w:r>
            <w:r>
              <w:rPr>
                <w:rtl/>
              </w:rPr>
              <w:t xml:space="preserve"> </w:t>
            </w:r>
            <w:r w:rsidRPr="009647FC">
              <w:rPr>
                <w:rtl/>
              </w:rPr>
              <w:t>صبّا</w:t>
            </w:r>
            <w:r w:rsidRPr="00677BC4">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9647FC">
              <w:rPr>
                <w:rtl/>
              </w:rPr>
              <w:t>على</w:t>
            </w:r>
            <w:r>
              <w:rPr>
                <w:rtl/>
              </w:rPr>
              <w:t xml:space="preserve"> </w:t>
            </w:r>
            <w:r w:rsidRPr="009647FC">
              <w:rPr>
                <w:rtl/>
              </w:rPr>
              <w:t>أنّه</w:t>
            </w:r>
            <w:r>
              <w:rPr>
                <w:rtl/>
              </w:rPr>
              <w:t xml:space="preserve"> </w:t>
            </w:r>
            <w:r w:rsidRPr="009647FC">
              <w:rPr>
                <w:rtl/>
              </w:rPr>
              <w:t>البحرُ</w:t>
            </w:r>
            <w:r>
              <w:rPr>
                <w:rtl/>
              </w:rPr>
              <w:t xml:space="preserve"> </w:t>
            </w:r>
            <w:r w:rsidRPr="009647FC">
              <w:rPr>
                <w:rtl/>
              </w:rPr>
              <w:t>المحيط</w:t>
            </w:r>
            <w:r>
              <w:rPr>
                <w:rtl/>
              </w:rPr>
              <w:t xml:space="preserve"> </w:t>
            </w:r>
            <w:r w:rsidRPr="009647FC">
              <w:rPr>
                <w:rtl/>
              </w:rPr>
              <w:t>وولده</w:t>
            </w:r>
            <w:r w:rsidRPr="00677BC4">
              <w:rPr>
                <w:rStyle w:val="libPoemTiniChar0"/>
                <w:rtl/>
              </w:rPr>
              <w:br/>
              <w:t> </w:t>
            </w:r>
          </w:p>
        </w:tc>
        <w:tc>
          <w:tcPr>
            <w:tcW w:w="301" w:type="dxa"/>
          </w:tcPr>
          <w:p w:rsidR="00134451" w:rsidRPr="00677BC4" w:rsidRDefault="00134451" w:rsidP="00134451">
            <w:pPr>
              <w:pStyle w:val="libPoem"/>
              <w:rPr>
                <w:rtl/>
              </w:rPr>
            </w:pPr>
          </w:p>
        </w:tc>
        <w:tc>
          <w:tcPr>
            <w:tcW w:w="3884" w:type="dxa"/>
          </w:tcPr>
          <w:p w:rsidR="00134451" w:rsidRPr="00677BC4" w:rsidRDefault="00134451" w:rsidP="00134451">
            <w:pPr>
              <w:pStyle w:val="libPoem"/>
            </w:pPr>
            <w:r w:rsidRPr="009647FC">
              <w:rPr>
                <w:rtl/>
              </w:rPr>
              <w:t>جداول</w:t>
            </w:r>
            <w:r w:rsidR="004C00A8">
              <w:rPr>
                <w:rtl/>
              </w:rPr>
              <w:t xml:space="preserve"> </w:t>
            </w:r>
            <w:r w:rsidRPr="009647FC">
              <w:rPr>
                <w:rtl/>
              </w:rPr>
              <w:t>جودٍ</w:t>
            </w:r>
            <w:r>
              <w:rPr>
                <w:rtl/>
              </w:rPr>
              <w:t xml:space="preserve"> </w:t>
            </w:r>
            <w:r w:rsidRPr="009647FC">
              <w:rPr>
                <w:rtl/>
              </w:rPr>
              <w:t>كان</w:t>
            </w:r>
            <w:r>
              <w:rPr>
                <w:rtl/>
              </w:rPr>
              <w:t xml:space="preserve"> </w:t>
            </w:r>
            <w:r w:rsidRPr="009647FC">
              <w:rPr>
                <w:rtl/>
              </w:rPr>
              <w:t>موردُها</w:t>
            </w:r>
            <w:r>
              <w:rPr>
                <w:rtl/>
              </w:rPr>
              <w:t xml:space="preserve"> </w:t>
            </w:r>
            <w:r w:rsidRPr="009647FC">
              <w:rPr>
                <w:rtl/>
              </w:rPr>
              <w:t>عذبا</w:t>
            </w:r>
            <w:r w:rsidRPr="00677BC4">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9647FC">
              <w:rPr>
                <w:rtl/>
              </w:rPr>
              <w:t>(رضا)</w:t>
            </w:r>
            <w:r>
              <w:rPr>
                <w:rtl/>
              </w:rPr>
              <w:t xml:space="preserve"> </w:t>
            </w:r>
            <w:r w:rsidRPr="009647FC">
              <w:rPr>
                <w:rtl/>
              </w:rPr>
              <w:t>الفخر</w:t>
            </w:r>
            <w:r>
              <w:rPr>
                <w:rtl/>
              </w:rPr>
              <w:t xml:space="preserve"> </w:t>
            </w:r>
            <w:r w:rsidRPr="009647FC">
              <w:rPr>
                <w:rtl/>
              </w:rPr>
              <w:t>(هادي)</w:t>
            </w:r>
            <w:r>
              <w:rPr>
                <w:rtl/>
              </w:rPr>
              <w:t xml:space="preserve"> </w:t>
            </w:r>
            <w:r w:rsidRPr="009647FC">
              <w:rPr>
                <w:rtl/>
              </w:rPr>
              <w:t>المكرمات</w:t>
            </w:r>
            <w:r>
              <w:rPr>
                <w:rtl/>
              </w:rPr>
              <w:t xml:space="preserve"> </w:t>
            </w:r>
            <w:r w:rsidRPr="009647FC">
              <w:rPr>
                <w:rtl/>
              </w:rPr>
              <w:t>و(مصطفى)</w:t>
            </w:r>
            <w:r w:rsidRPr="00677BC4">
              <w:rPr>
                <w:rStyle w:val="libPoemTiniChar0"/>
                <w:rtl/>
              </w:rPr>
              <w:br/>
              <w:t> </w:t>
            </w:r>
          </w:p>
        </w:tc>
        <w:tc>
          <w:tcPr>
            <w:tcW w:w="301" w:type="dxa"/>
          </w:tcPr>
          <w:p w:rsidR="00134451" w:rsidRPr="00677BC4" w:rsidRDefault="00134451" w:rsidP="00134451">
            <w:pPr>
              <w:pStyle w:val="libPoem"/>
              <w:rPr>
                <w:rtl/>
              </w:rPr>
            </w:pPr>
          </w:p>
        </w:tc>
        <w:tc>
          <w:tcPr>
            <w:tcW w:w="3884" w:type="dxa"/>
          </w:tcPr>
          <w:p w:rsidR="00134451" w:rsidRPr="00677BC4" w:rsidRDefault="00134451" w:rsidP="00134451">
            <w:pPr>
              <w:pStyle w:val="libPoem"/>
            </w:pPr>
            <w:r w:rsidRPr="009647FC">
              <w:rPr>
                <w:rtl/>
              </w:rPr>
              <w:t>جميع</w:t>
            </w:r>
            <w:r w:rsidR="004C00A8">
              <w:rPr>
                <w:rtl/>
              </w:rPr>
              <w:t xml:space="preserve"> </w:t>
            </w:r>
            <w:r w:rsidRPr="009647FC">
              <w:rPr>
                <w:rtl/>
              </w:rPr>
              <w:t>بني</w:t>
            </w:r>
            <w:r>
              <w:rPr>
                <w:rtl/>
              </w:rPr>
              <w:t xml:space="preserve"> </w:t>
            </w:r>
            <w:r w:rsidRPr="009647FC">
              <w:rPr>
                <w:rtl/>
              </w:rPr>
              <w:t>العلياء</w:t>
            </w:r>
            <w:r>
              <w:rPr>
                <w:rtl/>
              </w:rPr>
              <w:t xml:space="preserve"> </w:t>
            </w:r>
            <w:r w:rsidRPr="009647FC">
              <w:rPr>
                <w:rtl/>
              </w:rPr>
              <w:t>ندبٌ</w:t>
            </w:r>
            <w:r w:rsidRPr="004E7EC6">
              <w:rPr>
                <w:rStyle w:val="libFootnotenumChar"/>
                <w:rtl/>
              </w:rPr>
              <w:t>(4)</w:t>
            </w:r>
            <w:r>
              <w:rPr>
                <w:rtl/>
              </w:rPr>
              <w:t xml:space="preserve"> </w:t>
            </w:r>
            <w:r w:rsidRPr="009647FC">
              <w:rPr>
                <w:rtl/>
              </w:rPr>
              <w:t>حكى</w:t>
            </w:r>
            <w:r>
              <w:rPr>
                <w:rtl/>
              </w:rPr>
              <w:t xml:space="preserve"> </w:t>
            </w:r>
            <w:r w:rsidRPr="009647FC">
              <w:rPr>
                <w:rtl/>
              </w:rPr>
              <w:t>ندبا</w:t>
            </w:r>
            <w:r w:rsidRPr="00677BC4">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134451">
              <w:rPr>
                <w:rtl/>
              </w:rPr>
              <w:t>غطارفةٌ زهرُ الوجوه لو أنّهم</w:t>
            </w:r>
            <w:r w:rsidRPr="00134451">
              <w:rPr>
                <w:rStyle w:val="libPoemTiniChar0"/>
                <w:rtl/>
              </w:rPr>
              <w:br/>
              <w:t> </w:t>
            </w:r>
          </w:p>
        </w:tc>
        <w:tc>
          <w:tcPr>
            <w:tcW w:w="301" w:type="dxa"/>
          </w:tcPr>
          <w:p w:rsidR="00134451" w:rsidRPr="00134451" w:rsidRDefault="00134451" w:rsidP="00134451">
            <w:pPr>
              <w:pStyle w:val="libPoem"/>
              <w:rPr>
                <w:rtl/>
              </w:rPr>
            </w:pPr>
          </w:p>
        </w:tc>
        <w:tc>
          <w:tcPr>
            <w:tcW w:w="3884" w:type="dxa"/>
          </w:tcPr>
          <w:p w:rsidR="00134451" w:rsidRPr="00134451" w:rsidRDefault="00134451" w:rsidP="00134451">
            <w:pPr>
              <w:pStyle w:val="libPoem"/>
            </w:pPr>
            <w:r w:rsidRPr="00134451">
              <w:rPr>
                <w:rtl/>
              </w:rPr>
              <w:t>بها قابلوا شهب السما</w:t>
            </w:r>
            <w:r w:rsidRPr="00134451">
              <w:rPr>
                <w:rStyle w:val="libFootnotenumChar"/>
                <w:rtl/>
              </w:rPr>
              <w:t>(5)</w:t>
            </w:r>
            <w:r w:rsidRPr="00134451">
              <w:rPr>
                <w:rtl/>
              </w:rPr>
              <w:t xml:space="preserve"> أطفأوا الشهبا</w:t>
            </w:r>
            <w:r w:rsidRPr="00134451">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9647FC">
              <w:rPr>
                <w:rtl/>
              </w:rPr>
              <w:t>بني</w:t>
            </w:r>
            <w:r w:rsidR="004C00A8">
              <w:rPr>
                <w:rtl/>
              </w:rPr>
              <w:t xml:space="preserve"> </w:t>
            </w:r>
            <w:r w:rsidRPr="009647FC">
              <w:rPr>
                <w:rtl/>
              </w:rPr>
              <w:t>المصطفى</w:t>
            </w:r>
            <w:r>
              <w:rPr>
                <w:rtl/>
              </w:rPr>
              <w:t xml:space="preserve"> </w:t>
            </w:r>
            <w:r w:rsidRPr="009647FC">
              <w:rPr>
                <w:rtl/>
              </w:rPr>
              <w:t>أنتم</w:t>
            </w:r>
            <w:r>
              <w:rPr>
                <w:rtl/>
              </w:rPr>
              <w:t xml:space="preserve"> </w:t>
            </w:r>
            <w:r w:rsidRPr="009647FC">
              <w:rPr>
                <w:rtl/>
              </w:rPr>
              <w:t>معادن</w:t>
            </w:r>
            <w:r>
              <w:rPr>
                <w:rtl/>
              </w:rPr>
              <w:t xml:space="preserve"> </w:t>
            </w:r>
            <w:r w:rsidRPr="009647FC">
              <w:rPr>
                <w:rtl/>
              </w:rPr>
              <w:t>للتقى</w:t>
            </w:r>
            <w:r w:rsidRPr="00677BC4">
              <w:rPr>
                <w:rStyle w:val="libPoemTiniChar0"/>
                <w:rtl/>
              </w:rPr>
              <w:br/>
              <w:t> </w:t>
            </w:r>
          </w:p>
        </w:tc>
        <w:tc>
          <w:tcPr>
            <w:tcW w:w="301" w:type="dxa"/>
          </w:tcPr>
          <w:p w:rsidR="00134451" w:rsidRPr="00677BC4" w:rsidRDefault="00134451" w:rsidP="00134451">
            <w:pPr>
              <w:pStyle w:val="libPoem"/>
              <w:rPr>
                <w:rtl/>
              </w:rPr>
            </w:pPr>
          </w:p>
        </w:tc>
        <w:tc>
          <w:tcPr>
            <w:tcW w:w="3884" w:type="dxa"/>
          </w:tcPr>
          <w:p w:rsidR="00134451" w:rsidRPr="00677BC4" w:rsidRDefault="00134451" w:rsidP="00134451">
            <w:pPr>
              <w:pStyle w:val="libPoem"/>
            </w:pPr>
            <w:r w:rsidRPr="009647FC">
              <w:rPr>
                <w:rtl/>
              </w:rPr>
              <w:t>وأرجح</w:t>
            </w:r>
            <w:r>
              <w:rPr>
                <w:rtl/>
              </w:rPr>
              <w:t xml:space="preserve"> </w:t>
            </w:r>
            <w:r w:rsidRPr="009647FC">
              <w:rPr>
                <w:rtl/>
              </w:rPr>
              <w:t>أرباب</w:t>
            </w:r>
            <w:r>
              <w:rPr>
                <w:rtl/>
              </w:rPr>
              <w:t xml:space="preserve"> </w:t>
            </w:r>
            <w:r w:rsidRPr="009647FC">
              <w:rPr>
                <w:rtl/>
              </w:rPr>
              <w:t>النهى</w:t>
            </w:r>
            <w:r>
              <w:rPr>
                <w:rtl/>
              </w:rPr>
              <w:t xml:space="preserve"> </w:t>
            </w:r>
            <w:r w:rsidRPr="009647FC">
              <w:rPr>
                <w:rtl/>
              </w:rPr>
              <w:t>والحجى</w:t>
            </w:r>
            <w:r>
              <w:rPr>
                <w:rtl/>
              </w:rPr>
              <w:t xml:space="preserve"> </w:t>
            </w:r>
            <w:r w:rsidRPr="009647FC">
              <w:rPr>
                <w:rtl/>
              </w:rPr>
              <w:t>لبّا</w:t>
            </w:r>
            <w:r w:rsidRPr="00677BC4">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9647FC">
              <w:rPr>
                <w:rtl/>
              </w:rPr>
              <w:t>رقى</w:t>
            </w:r>
            <w:r>
              <w:rPr>
                <w:rtl/>
              </w:rPr>
              <w:t xml:space="preserve"> </w:t>
            </w:r>
            <w:r w:rsidRPr="009647FC">
              <w:rPr>
                <w:rtl/>
              </w:rPr>
              <w:t>صبركم</w:t>
            </w:r>
            <w:r w:rsidRPr="004E7EC6">
              <w:rPr>
                <w:rStyle w:val="libFootnotenumChar"/>
                <w:rtl/>
              </w:rPr>
              <w:t>(6)</w:t>
            </w:r>
            <w:r>
              <w:rPr>
                <w:rtl/>
              </w:rPr>
              <w:t xml:space="preserve"> </w:t>
            </w:r>
            <w:r w:rsidRPr="009647FC">
              <w:rPr>
                <w:rtl/>
              </w:rPr>
              <w:t>أفعى</w:t>
            </w:r>
            <w:r>
              <w:rPr>
                <w:rtl/>
              </w:rPr>
              <w:t xml:space="preserve"> </w:t>
            </w:r>
            <w:r w:rsidRPr="009647FC">
              <w:rPr>
                <w:rtl/>
              </w:rPr>
              <w:t>الخطوب</w:t>
            </w:r>
            <w:r>
              <w:rPr>
                <w:rtl/>
              </w:rPr>
              <w:t xml:space="preserve"> </w:t>
            </w:r>
            <w:r w:rsidRPr="009647FC">
              <w:rPr>
                <w:rtl/>
              </w:rPr>
              <w:t>فلم</w:t>
            </w:r>
            <w:r>
              <w:rPr>
                <w:rtl/>
              </w:rPr>
              <w:t xml:space="preserve"> </w:t>
            </w:r>
            <w:r w:rsidRPr="009647FC">
              <w:rPr>
                <w:rtl/>
              </w:rPr>
              <w:t>تكن</w:t>
            </w:r>
            <w:r w:rsidRPr="00677BC4">
              <w:rPr>
                <w:rStyle w:val="libPoemTiniChar0"/>
                <w:rtl/>
              </w:rPr>
              <w:br/>
              <w:t> </w:t>
            </w:r>
          </w:p>
        </w:tc>
        <w:tc>
          <w:tcPr>
            <w:tcW w:w="301" w:type="dxa"/>
          </w:tcPr>
          <w:p w:rsidR="00134451" w:rsidRPr="00677BC4" w:rsidRDefault="00134451" w:rsidP="00134451">
            <w:pPr>
              <w:pStyle w:val="libPoem"/>
              <w:rPr>
                <w:rtl/>
              </w:rPr>
            </w:pPr>
          </w:p>
        </w:tc>
        <w:tc>
          <w:tcPr>
            <w:tcW w:w="3884" w:type="dxa"/>
          </w:tcPr>
          <w:p w:rsidR="00134451" w:rsidRPr="00677BC4" w:rsidRDefault="00134451" w:rsidP="00134451">
            <w:pPr>
              <w:pStyle w:val="libPoem"/>
            </w:pPr>
            <w:r w:rsidRPr="009647FC">
              <w:rPr>
                <w:rtl/>
              </w:rPr>
              <w:t>لتضجركم</w:t>
            </w:r>
            <w:r w:rsidR="004C00A8">
              <w:rPr>
                <w:rtl/>
              </w:rPr>
              <w:t xml:space="preserve"> </w:t>
            </w:r>
            <w:r w:rsidRPr="009647FC">
              <w:rPr>
                <w:rtl/>
              </w:rPr>
              <w:t>يوماً</w:t>
            </w:r>
            <w:r>
              <w:rPr>
                <w:rtl/>
              </w:rPr>
              <w:t xml:space="preserve"> </w:t>
            </w:r>
            <w:r w:rsidRPr="009647FC">
              <w:rPr>
                <w:rtl/>
              </w:rPr>
              <w:t>ولو</w:t>
            </w:r>
            <w:r>
              <w:rPr>
                <w:rtl/>
              </w:rPr>
              <w:t xml:space="preserve"> </w:t>
            </w:r>
            <w:r w:rsidRPr="009647FC">
              <w:rPr>
                <w:rtl/>
              </w:rPr>
              <w:t>أوجعت</w:t>
            </w:r>
            <w:r>
              <w:rPr>
                <w:rtl/>
              </w:rPr>
              <w:t xml:space="preserve"> </w:t>
            </w:r>
            <w:r w:rsidRPr="009647FC">
              <w:rPr>
                <w:rtl/>
              </w:rPr>
              <w:t>لسبا</w:t>
            </w:r>
            <w:r w:rsidRPr="004E7EC6">
              <w:rPr>
                <w:rStyle w:val="libFootnotenumChar"/>
                <w:rtl/>
              </w:rPr>
              <w:t>(7)</w:t>
            </w:r>
            <w:r w:rsidRPr="00677BC4">
              <w:rPr>
                <w:rStyle w:val="libPoemTiniChar0"/>
                <w:rtl/>
              </w:rPr>
              <w:br/>
              <w:t> </w:t>
            </w:r>
          </w:p>
        </w:tc>
      </w:tr>
      <w:tr w:rsidR="00134451" w:rsidRPr="00524A24" w:rsidTr="00134451">
        <w:trPr>
          <w:trHeight w:val="350"/>
        </w:trPr>
        <w:tc>
          <w:tcPr>
            <w:tcW w:w="3902" w:type="dxa"/>
          </w:tcPr>
          <w:p w:rsidR="00134451" w:rsidRPr="00524A24" w:rsidRDefault="00134451" w:rsidP="00134451">
            <w:pPr>
              <w:pStyle w:val="libPoem"/>
            </w:pPr>
            <w:r w:rsidRPr="009647FC">
              <w:rPr>
                <w:rtl/>
              </w:rPr>
              <w:t>فلا</w:t>
            </w:r>
            <w:r>
              <w:rPr>
                <w:rtl/>
              </w:rPr>
              <w:t xml:space="preserve"> </w:t>
            </w:r>
            <w:r w:rsidRPr="009647FC">
              <w:rPr>
                <w:rtl/>
              </w:rPr>
              <w:t>طرقتكم</w:t>
            </w:r>
            <w:r>
              <w:rPr>
                <w:rtl/>
              </w:rPr>
              <w:t xml:space="preserve"> </w:t>
            </w:r>
            <w:r w:rsidRPr="009647FC">
              <w:rPr>
                <w:rtl/>
              </w:rPr>
              <w:t>نكبةٌ</w:t>
            </w:r>
            <w:r>
              <w:rPr>
                <w:rtl/>
              </w:rPr>
              <w:t xml:space="preserve"> </w:t>
            </w:r>
            <w:r w:rsidRPr="009647FC">
              <w:rPr>
                <w:rtl/>
              </w:rPr>
              <w:t>بعد</w:t>
            </w:r>
            <w:r>
              <w:rPr>
                <w:rtl/>
              </w:rPr>
              <w:t xml:space="preserve"> </w:t>
            </w:r>
            <w:r w:rsidRPr="009647FC">
              <w:rPr>
                <w:rtl/>
              </w:rPr>
              <w:t>هذه</w:t>
            </w:r>
            <w:r w:rsidRPr="00677BC4">
              <w:rPr>
                <w:rStyle w:val="libPoemTiniChar0"/>
                <w:rtl/>
              </w:rPr>
              <w:br/>
              <w:t> </w:t>
            </w:r>
          </w:p>
        </w:tc>
        <w:tc>
          <w:tcPr>
            <w:tcW w:w="301" w:type="dxa"/>
          </w:tcPr>
          <w:p w:rsidR="00134451" w:rsidRPr="00677BC4" w:rsidRDefault="00134451" w:rsidP="00134451">
            <w:pPr>
              <w:pStyle w:val="libPoem"/>
              <w:rPr>
                <w:rtl/>
              </w:rPr>
            </w:pPr>
          </w:p>
        </w:tc>
        <w:tc>
          <w:tcPr>
            <w:tcW w:w="3884" w:type="dxa"/>
          </w:tcPr>
          <w:p w:rsidR="00134451" w:rsidRPr="00524A24" w:rsidRDefault="00134451" w:rsidP="00134451">
            <w:pPr>
              <w:pStyle w:val="libPoem"/>
            </w:pPr>
            <w:r w:rsidRPr="009647FC">
              <w:rPr>
                <w:rtl/>
              </w:rPr>
              <w:t>ولا</w:t>
            </w:r>
            <w:r>
              <w:rPr>
                <w:rtl/>
              </w:rPr>
              <w:t xml:space="preserve"> </w:t>
            </w:r>
            <w:r w:rsidRPr="009647FC">
              <w:rPr>
                <w:rtl/>
              </w:rPr>
              <w:t>ساور</w:t>
            </w:r>
            <w:r>
              <w:rPr>
                <w:rtl/>
              </w:rPr>
              <w:t xml:space="preserve"> </w:t>
            </w:r>
            <w:r w:rsidRPr="009647FC">
              <w:rPr>
                <w:rtl/>
              </w:rPr>
              <w:t>التبريحُ</w:t>
            </w:r>
            <w:r>
              <w:rPr>
                <w:rtl/>
              </w:rPr>
              <w:t xml:space="preserve"> </w:t>
            </w:r>
            <w:r w:rsidRPr="009647FC">
              <w:rPr>
                <w:rtl/>
              </w:rPr>
              <w:t>يوماً</w:t>
            </w:r>
            <w:r>
              <w:rPr>
                <w:rtl/>
              </w:rPr>
              <w:t xml:space="preserve"> </w:t>
            </w:r>
            <w:r w:rsidRPr="009647FC">
              <w:rPr>
                <w:rtl/>
              </w:rPr>
              <w:t>لكم</w:t>
            </w:r>
            <w:r>
              <w:rPr>
                <w:rtl/>
              </w:rPr>
              <w:t xml:space="preserve"> </w:t>
            </w:r>
            <w:r w:rsidRPr="009647FC">
              <w:rPr>
                <w:rtl/>
              </w:rPr>
              <w:t>قلبا</w:t>
            </w:r>
            <w:r w:rsidRPr="00677BC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مخطوطة الملاّ</w:t>
      </w:r>
      <w:r w:rsidR="00D769AB">
        <w:rPr>
          <w:rtl/>
        </w:rPr>
        <w:t>:</w:t>
      </w:r>
      <w:r w:rsidRPr="009647FC">
        <w:rPr>
          <w:rtl/>
        </w:rPr>
        <w:t xml:space="preserve"> تطيب</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رواية</w:t>
      </w:r>
      <w:r w:rsidR="00D769AB">
        <w:rPr>
          <w:rtl/>
        </w:rPr>
        <w:t>:</w:t>
      </w:r>
      <w:r w:rsidRPr="009647FC">
        <w:rPr>
          <w:rtl/>
        </w:rPr>
        <w:t xml:space="preserve"> السكبا</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المطبوع</w:t>
      </w:r>
      <w:r w:rsidR="00D769AB">
        <w:rPr>
          <w:rtl/>
        </w:rPr>
        <w:t>:</w:t>
      </w:r>
      <w:r w:rsidRPr="009647FC">
        <w:rPr>
          <w:rtl/>
        </w:rPr>
        <w:t xml:space="preserve"> لا لفضيلة</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المطبوع</w:t>
      </w:r>
      <w:r w:rsidR="00D769AB">
        <w:rPr>
          <w:rtl/>
        </w:rPr>
        <w:t>:</w:t>
      </w:r>
      <w:r w:rsidRPr="009647FC">
        <w:rPr>
          <w:rtl/>
        </w:rPr>
        <w:t xml:space="preserve"> ندباً حكى ندبا</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وفيه</w:t>
      </w:r>
      <w:r w:rsidR="00D769AB">
        <w:rPr>
          <w:rtl/>
        </w:rPr>
        <w:t>:</w:t>
      </w:r>
      <w:r w:rsidRPr="009647FC">
        <w:rPr>
          <w:rtl/>
        </w:rPr>
        <w:t xml:space="preserve"> الدجا</w:t>
      </w:r>
      <w:r w:rsidR="00D769AB">
        <w:rPr>
          <w:rtl/>
        </w:rPr>
        <w:t>.</w:t>
      </w:r>
    </w:p>
    <w:p w:rsidR="009647FC" w:rsidRPr="00524A24" w:rsidRDefault="009647FC" w:rsidP="004E7EC6">
      <w:pPr>
        <w:pStyle w:val="libFootnote0"/>
      </w:pPr>
      <w:r w:rsidRPr="009647FC">
        <w:rPr>
          <w:rtl/>
        </w:rPr>
        <w:t>6</w:t>
      </w:r>
      <w:r w:rsidR="004E7EC6">
        <w:rPr>
          <w:rtl/>
        </w:rPr>
        <w:t xml:space="preserve"> - </w:t>
      </w:r>
      <w:r w:rsidRPr="009647FC">
        <w:rPr>
          <w:rtl/>
        </w:rPr>
        <w:t>وفيه</w:t>
      </w:r>
      <w:r w:rsidR="00D769AB">
        <w:rPr>
          <w:rtl/>
        </w:rPr>
        <w:t>:</w:t>
      </w:r>
      <w:r w:rsidRPr="009647FC">
        <w:rPr>
          <w:rtl/>
        </w:rPr>
        <w:t xml:space="preserve"> صبرهم</w:t>
      </w:r>
      <w:r w:rsidR="00D769AB">
        <w:rPr>
          <w:rtl/>
        </w:rPr>
        <w:t>.</w:t>
      </w:r>
    </w:p>
    <w:p w:rsidR="009647FC" w:rsidRPr="00524A24" w:rsidRDefault="009647FC" w:rsidP="004E7EC6">
      <w:pPr>
        <w:pStyle w:val="libFootnote0"/>
      </w:pPr>
      <w:r w:rsidRPr="009647FC">
        <w:rPr>
          <w:rtl/>
        </w:rPr>
        <w:t>7</w:t>
      </w:r>
      <w:r w:rsidR="004E7EC6">
        <w:rPr>
          <w:rtl/>
        </w:rPr>
        <w:t xml:space="preserve"> - </w:t>
      </w:r>
      <w:r w:rsidRPr="009647FC">
        <w:rPr>
          <w:rtl/>
        </w:rPr>
        <w:t>السب</w:t>
      </w:r>
      <w:r w:rsidR="00D769AB">
        <w:rPr>
          <w:rtl/>
        </w:rPr>
        <w:t>:</w:t>
      </w:r>
      <w:r w:rsidRPr="009647FC">
        <w:rPr>
          <w:rtl/>
        </w:rPr>
        <w:t xml:space="preserve"> اللدغ</w:t>
      </w:r>
      <w:r w:rsidR="00D769AB">
        <w:rPr>
          <w:rtl/>
        </w:rPr>
        <w:t>،</w:t>
      </w:r>
      <w:r w:rsidRPr="009647FC">
        <w:rPr>
          <w:rtl/>
        </w:rPr>
        <w:t xml:space="preserve"> اللسع</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وقال راثياً العلاّمة الكبير الشيخ محمد حسن ابن الشيخ باقر صاحب جواهر الكلام</w:t>
      </w:r>
      <w:r w:rsidRPr="004E7EC6">
        <w:rPr>
          <w:rStyle w:val="libFootnotenumChar"/>
          <w:rtl/>
        </w:rPr>
        <w:t>(1)</w:t>
      </w:r>
      <w:r w:rsidR="00D769AB" w:rsidRPr="004C00A8">
        <w:rPr>
          <w:rtl/>
        </w:rPr>
        <w:t>:</w:t>
      </w:r>
      <w:r w:rsidRPr="004E7EC6">
        <w:rPr>
          <w:rtl/>
        </w:rPr>
        <w:t>‍</w:t>
      </w:r>
    </w:p>
    <w:tbl>
      <w:tblPr>
        <w:tblStyle w:val="TableGrid"/>
        <w:bidiVisual/>
        <w:tblW w:w="4562" w:type="pct"/>
        <w:tblInd w:w="384" w:type="dxa"/>
        <w:tblLook w:val="04A0"/>
      </w:tblPr>
      <w:tblGrid>
        <w:gridCol w:w="3902"/>
        <w:gridCol w:w="301"/>
        <w:gridCol w:w="3884"/>
      </w:tblGrid>
      <w:tr w:rsidR="00CC3273" w:rsidRPr="00524A24" w:rsidTr="00CC3273">
        <w:trPr>
          <w:trHeight w:val="350"/>
        </w:trPr>
        <w:tc>
          <w:tcPr>
            <w:tcW w:w="3902" w:type="dxa"/>
          </w:tcPr>
          <w:p w:rsidR="00CC3273" w:rsidRPr="00524A24" w:rsidRDefault="00CC3273" w:rsidP="00DC3639">
            <w:pPr>
              <w:pStyle w:val="libPoem"/>
            </w:pPr>
            <w:r w:rsidRPr="009647FC">
              <w:rPr>
                <w:rtl/>
              </w:rPr>
              <w:t>أظلم</w:t>
            </w:r>
            <w:r w:rsidR="004C00A8">
              <w:rPr>
                <w:rtl/>
              </w:rPr>
              <w:t xml:space="preserve"> </w:t>
            </w:r>
            <w:r w:rsidRPr="009647FC">
              <w:rPr>
                <w:rtl/>
              </w:rPr>
              <w:t>شرقُ</w:t>
            </w:r>
            <w:r>
              <w:rPr>
                <w:rtl/>
              </w:rPr>
              <w:t xml:space="preserve"> </w:t>
            </w:r>
            <w:r w:rsidRPr="009647FC">
              <w:rPr>
                <w:rtl/>
              </w:rPr>
              <w:t>الدنيا</w:t>
            </w:r>
            <w:r>
              <w:rPr>
                <w:rtl/>
              </w:rPr>
              <w:t xml:space="preserve"> </w:t>
            </w:r>
            <w:r w:rsidRPr="009647FC">
              <w:rPr>
                <w:rtl/>
              </w:rPr>
              <w:t>ومغربها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لما</w:t>
            </w:r>
            <w:r w:rsidR="004C00A8">
              <w:rPr>
                <w:rtl/>
              </w:rPr>
              <w:t xml:space="preserve"> </w:t>
            </w:r>
            <w:r w:rsidRPr="009647FC">
              <w:rPr>
                <w:rtl/>
              </w:rPr>
              <w:t>توارى</w:t>
            </w:r>
            <w:r>
              <w:rPr>
                <w:rtl/>
              </w:rPr>
              <w:t xml:space="preserve"> </w:t>
            </w:r>
            <w:r w:rsidRPr="009647FC">
              <w:rPr>
                <w:rtl/>
              </w:rPr>
              <w:t>في</w:t>
            </w:r>
            <w:r>
              <w:rPr>
                <w:rtl/>
              </w:rPr>
              <w:t xml:space="preserve"> </w:t>
            </w:r>
            <w:r w:rsidRPr="009647FC">
              <w:rPr>
                <w:rtl/>
              </w:rPr>
              <w:t>الترب</w:t>
            </w:r>
            <w:r>
              <w:rPr>
                <w:rtl/>
              </w:rPr>
              <w:t xml:space="preserve"> </w:t>
            </w:r>
            <w:r w:rsidRPr="009647FC">
              <w:rPr>
                <w:rtl/>
              </w:rPr>
              <w:t>كوكبُها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وكادت</w:t>
            </w:r>
            <w:r>
              <w:rPr>
                <w:rtl/>
              </w:rPr>
              <w:t xml:space="preserve"> </w:t>
            </w:r>
            <w:r w:rsidRPr="009647FC">
              <w:rPr>
                <w:rtl/>
              </w:rPr>
              <w:t>السبعةُ</w:t>
            </w:r>
            <w:r>
              <w:rPr>
                <w:rtl/>
              </w:rPr>
              <w:t xml:space="preserve"> </w:t>
            </w:r>
            <w:r w:rsidRPr="009647FC">
              <w:rPr>
                <w:rtl/>
              </w:rPr>
              <w:t>الطباق</w:t>
            </w:r>
            <w:r>
              <w:rPr>
                <w:rtl/>
              </w:rPr>
              <w:t xml:space="preserve"> </w:t>
            </w:r>
            <w:r w:rsidRPr="009647FC">
              <w:rPr>
                <w:rtl/>
              </w:rPr>
              <w:t>معا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تطوى</w:t>
            </w:r>
            <w:r>
              <w:rPr>
                <w:rtl/>
              </w:rPr>
              <w:t xml:space="preserve"> </w:t>
            </w:r>
            <w:r w:rsidRPr="009647FC">
              <w:rPr>
                <w:rtl/>
              </w:rPr>
              <w:t>وكاد</w:t>
            </w:r>
            <w:r>
              <w:rPr>
                <w:rtl/>
              </w:rPr>
              <w:t xml:space="preserve"> </w:t>
            </w:r>
            <w:r w:rsidRPr="009647FC">
              <w:rPr>
                <w:rtl/>
              </w:rPr>
              <w:t>الفناءُ</w:t>
            </w:r>
            <w:r>
              <w:rPr>
                <w:rtl/>
              </w:rPr>
              <w:t xml:space="preserve"> </w:t>
            </w:r>
            <w:r w:rsidRPr="009647FC">
              <w:rPr>
                <w:rtl/>
              </w:rPr>
              <w:t>يعقبُها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والأرض</w:t>
            </w:r>
            <w:r>
              <w:rPr>
                <w:rtl/>
              </w:rPr>
              <w:t xml:space="preserve"> </w:t>
            </w:r>
            <w:r w:rsidRPr="009647FC">
              <w:rPr>
                <w:rtl/>
              </w:rPr>
              <w:t>في</w:t>
            </w:r>
            <w:r>
              <w:rPr>
                <w:rtl/>
              </w:rPr>
              <w:t xml:space="preserve"> </w:t>
            </w:r>
            <w:r w:rsidRPr="009647FC">
              <w:rPr>
                <w:rtl/>
              </w:rPr>
              <w:t>أهلها</w:t>
            </w:r>
            <w:r>
              <w:rPr>
                <w:rtl/>
              </w:rPr>
              <w:t xml:space="preserve"> </w:t>
            </w:r>
            <w:r w:rsidRPr="009647FC">
              <w:rPr>
                <w:rtl/>
              </w:rPr>
              <w:t>قد</w:t>
            </w:r>
            <w:r>
              <w:rPr>
                <w:rtl/>
              </w:rPr>
              <w:t xml:space="preserve"> </w:t>
            </w:r>
            <w:r w:rsidRPr="009647FC">
              <w:rPr>
                <w:rtl/>
              </w:rPr>
              <w:t>اضطربت</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وأوشك</w:t>
            </w:r>
            <w:r>
              <w:rPr>
                <w:rtl/>
              </w:rPr>
              <w:t xml:space="preserve"> </w:t>
            </w:r>
            <w:r w:rsidRPr="009647FC">
              <w:rPr>
                <w:rtl/>
              </w:rPr>
              <w:t>الإضطرابُ</w:t>
            </w:r>
            <w:r>
              <w:rPr>
                <w:rtl/>
              </w:rPr>
              <w:t xml:space="preserve"> </w:t>
            </w:r>
            <w:r w:rsidRPr="009647FC">
              <w:rPr>
                <w:rtl/>
              </w:rPr>
              <w:t>يقلبُها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CC3273">
              <w:rPr>
                <w:rtl/>
              </w:rPr>
              <w:t>والناس</w:t>
            </w:r>
            <w:r w:rsidR="004C00A8">
              <w:rPr>
                <w:rtl/>
              </w:rPr>
              <w:t xml:space="preserve"> </w:t>
            </w:r>
            <w:r w:rsidRPr="00CC3273">
              <w:rPr>
                <w:rtl/>
              </w:rPr>
              <w:t>في حَيرةٍ بأجمعها</w:t>
            </w:r>
            <w:r w:rsidRPr="00CC3273">
              <w:rPr>
                <w:rStyle w:val="libPoemTiniChar0"/>
                <w:rtl/>
              </w:rPr>
              <w:br/>
              <w:t> </w:t>
            </w:r>
          </w:p>
        </w:tc>
        <w:tc>
          <w:tcPr>
            <w:tcW w:w="301" w:type="dxa"/>
          </w:tcPr>
          <w:p w:rsidR="00CC3273" w:rsidRPr="00CC3273" w:rsidRDefault="00CC3273" w:rsidP="00DC3639">
            <w:pPr>
              <w:pStyle w:val="libPoem"/>
              <w:rPr>
                <w:rtl/>
              </w:rPr>
            </w:pPr>
          </w:p>
        </w:tc>
        <w:tc>
          <w:tcPr>
            <w:tcW w:w="3884" w:type="dxa"/>
          </w:tcPr>
          <w:p w:rsidR="00CC3273" w:rsidRPr="00CC3273" w:rsidRDefault="00CC3273" w:rsidP="00DC3639">
            <w:pPr>
              <w:pStyle w:val="libPoem"/>
            </w:pPr>
            <w:r w:rsidRPr="00CC3273">
              <w:rPr>
                <w:rtl/>
              </w:rPr>
              <w:t>لم تدرِ في الأرض أين مذهبُها</w:t>
            </w:r>
            <w:r w:rsidRPr="00CC3273">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أوهت</w:t>
            </w:r>
            <w:r w:rsidR="004C00A8">
              <w:rPr>
                <w:rtl/>
              </w:rPr>
              <w:t xml:space="preserve"> </w:t>
            </w:r>
            <w:r w:rsidRPr="009647FC">
              <w:rPr>
                <w:rtl/>
              </w:rPr>
              <w:t>صفاة</w:t>
            </w:r>
            <w:r>
              <w:rPr>
                <w:rtl/>
              </w:rPr>
              <w:t xml:space="preserve"> </w:t>
            </w:r>
            <w:r w:rsidRPr="009647FC">
              <w:rPr>
                <w:rtl/>
              </w:rPr>
              <w:t>الإسلام</w:t>
            </w:r>
            <w:r>
              <w:rPr>
                <w:rtl/>
              </w:rPr>
              <w:t xml:space="preserve"> </w:t>
            </w:r>
            <w:r w:rsidRPr="009647FC">
              <w:rPr>
                <w:rtl/>
              </w:rPr>
              <w:t>حادثة</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حقّ</w:t>
            </w:r>
            <w:r>
              <w:rPr>
                <w:rtl/>
              </w:rPr>
              <w:t>َ</w:t>
            </w:r>
            <w:r w:rsidR="004C00A8">
              <w:rPr>
                <w:rtl/>
              </w:rPr>
              <w:t xml:space="preserve"> </w:t>
            </w:r>
            <w:r w:rsidRPr="009647FC">
              <w:rPr>
                <w:rtl/>
              </w:rPr>
              <w:t>لكلّ</w:t>
            </w:r>
            <w:r>
              <w:rPr>
                <w:rtl/>
              </w:rPr>
              <w:t xml:space="preserve"> </w:t>
            </w:r>
            <w:r w:rsidRPr="009647FC">
              <w:rPr>
                <w:rtl/>
              </w:rPr>
              <w:t>الأنام</w:t>
            </w:r>
            <w:r>
              <w:rPr>
                <w:rtl/>
              </w:rPr>
              <w:t xml:space="preserve"> </w:t>
            </w:r>
            <w:r w:rsidRPr="009647FC">
              <w:rPr>
                <w:rtl/>
              </w:rPr>
              <w:t>تندبها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قد</w:t>
            </w:r>
            <w:r w:rsidR="004C00A8">
              <w:rPr>
                <w:rtl/>
              </w:rPr>
              <w:t xml:space="preserve"> </w:t>
            </w:r>
            <w:r w:rsidRPr="009647FC">
              <w:rPr>
                <w:rtl/>
              </w:rPr>
              <w:t>قصمت</w:t>
            </w:r>
            <w:r>
              <w:rPr>
                <w:rtl/>
              </w:rPr>
              <w:t xml:space="preserve"> </w:t>
            </w:r>
            <w:r w:rsidRPr="009647FC">
              <w:rPr>
                <w:rtl/>
              </w:rPr>
              <w:t>عروة</w:t>
            </w:r>
            <w:r>
              <w:rPr>
                <w:rtl/>
              </w:rPr>
              <w:t xml:space="preserve"> </w:t>
            </w:r>
            <w:r w:rsidRPr="009647FC">
              <w:rPr>
                <w:rtl/>
              </w:rPr>
              <w:t>التقى</w:t>
            </w:r>
            <w:r>
              <w:rPr>
                <w:rtl/>
              </w:rPr>
              <w:t xml:space="preserve"> </w:t>
            </w:r>
            <w:r w:rsidRPr="009647FC">
              <w:rPr>
                <w:rtl/>
              </w:rPr>
              <w:t>وعلى</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أفق</w:t>
            </w:r>
            <w:r w:rsidR="004C00A8">
              <w:rPr>
                <w:rtl/>
              </w:rPr>
              <w:t xml:space="preserve"> </w:t>
            </w:r>
            <w:r w:rsidRPr="009647FC">
              <w:rPr>
                <w:rtl/>
              </w:rPr>
              <w:t>سما</w:t>
            </w:r>
            <w:r>
              <w:rPr>
                <w:rtl/>
              </w:rPr>
              <w:t xml:space="preserve"> </w:t>
            </w:r>
            <w:r w:rsidRPr="009647FC">
              <w:rPr>
                <w:rtl/>
              </w:rPr>
              <w:t>الدين</w:t>
            </w:r>
            <w:r>
              <w:rPr>
                <w:rtl/>
              </w:rPr>
              <w:t xml:space="preserve"> </w:t>
            </w:r>
            <w:r w:rsidRPr="009647FC">
              <w:rPr>
                <w:rtl/>
              </w:rPr>
              <w:t>مُدّ</w:t>
            </w:r>
            <w:r>
              <w:rPr>
                <w:rtl/>
              </w:rPr>
              <w:t xml:space="preserve">َ </w:t>
            </w:r>
            <w:r w:rsidRPr="009647FC">
              <w:rPr>
                <w:rtl/>
              </w:rPr>
              <w:t>غيهبُها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فغودرت</w:t>
            </w:r>
            <w:r>
              <w:rPr>
                <w:rtl/>
              </w:rPr>
              <w:t xml:space="preserve"> </w:t>
            </w:r>
            <w:r w:rsidRPr="009647FC">
              <w:rPr>
                <w:rtl/>
              </w:rPr>
              <w:t>جاهليةٌ</w:t>
            </w:r>
            <w:r>
              <w:rPr>
                <w:rtl/>
              </w:rPr>
              <w:t xml:space="preserve"> </w:t>
            </w:r>
            <w:r w:rsidRPr="009647FC">
              <w:rPr>
                <w:rtl/>
              </w:rPr>
              <w:t>ومن</w:t>
            </w:r>
            <w:r>
              <w:rPr>
                <w:rtl/>
              </w:rPr>
              <w:t xml:space="preserve"> </w:t>
            </w:r>
            <w:r w:rsidRPr="009647FC">
              <w:rPr>
                <w:rtl/>
              </w:rPr>
              <w:t>الـ</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رشاد</w:t>
            </w:r>
            <w:r w:rsidR="004C00A8">
              <w:rPr>
                <w:rtl/>
              </w:rPr>
              <w:t xml:space="preserve"> </w:t>
            </w:r>
            <w:r w:rsidRPr="009647FC">
              <w:rPr>
                <w:rtl/>
              </w:rPr>
              <w:t>لا</w:t>
            </w:r>
            <w:r>
              <w:rPr>
                <w:rtl/>
              </w:rPr>
              <w:t xml:space="preserve"> </w:t>
            </w:r>
            <w:r w:rsidRPr="009647FC">
              <w:rPr>
                <w:rtl/>
              </w:rPr>
              <w:t>مرشدٌ</w:t>
            </w:r>
            <w:r>
              <w:rPr>
                <w:rtl/>
              </w:rPr>
              <w:t xml:space="preserve"> </w:t>
            </w:r>
            <w:r w:rsidRPr="009647FC">
              <w:rPr>
                <w:rtl/>
              </w:rPr>
              <w:t>يقرّبُها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CC3273">
              <w:rPr>
                <w:rtl/>
              </w:rPr>
              <w:t>قد عاد أهل الإلحاد ينتهز الفر</w:t>
            </w:r>
            <w:r w:rsidRPr="00CC3273">
              <w:rPr>
                <w:rStyle w:val="libPoemTiniChar0"/>
                <w:rtl/>
              </w:rPr>
              <w:br/>
              <w:t> </w:t>
            </w:r>
          </w:p>
        </w:tc>
        <w:tc>
          <w:tcPr>
            <w:tcW w:w="301" w:type="dxa"/>
          </w:tcPr>
          <w:p w:rsidR="00CC3273" w:rsidRPr="00CC3273" w:rsidRDefault="00CC3273" w:rsidP="00DC3639">
            <w:pPr>
              <w:pStyle w:val="libPoem"/>
              <w:rPr>
                <w:rtl/>
              </w:rPr>
            </w:pPr>
          </w:p>
        </w:tc>
        <w:tc>
          <w:tcPr>
            <w:tcW w:w="3884" w:type="dxa"/>
          </w:tcPr>
          <w:p w:rsidR="00CC3273" w:rsidRPr="00CC3273" w:rsidRDefault="00CC3273" w:rsidP="00DC3639">
            <w:pPr>
              <w:pStyle w:val="libPoem"/>
            </w:pPr>
            <w:r w:rsidRPr="00CC3273">
              <w:rPr>
                <w:rtl/>
              </w:rPr>
              <w:t>صة</w:t>
            </w:r>
            <w:r w:rsidR="004C00A8">
              <w:rPr>
                <w:rtl/>
              </w:rPr>
              <w:t xml:space="preserve"> </w:t>
            </w:r>
            <w:r w:rsidRPr="00CC3273">
              <w:rPr>
                <w:rtl/>
              </w:rPr>
              <w:t>منهم مَنْ كان يرقبُها</w:t>
            </w:r>
            <w:r w:rsidRPr="00CC3273">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وراح</w:t>
            </w:r>
            <w:r>
              <w:rPr>
                <w:rtl/>
              </w:rPr>
              <w:t xml:space="preserve"> </w:t>
            </w:r>
            <w:r w:rsidRPr="009647FC">
              <w:rPr>
                <w:rtl/>
              </w:rPr>
              <w:t>راعي</w:t>
            </w:r>
            <w:r>
              <w:rPr>
                <w:rtl/>
              </w:rPr>
              <w:t xml:space="preserve"> </w:t>
            </w:r>
            <w:r w:rsidRPr="009647FC">
              <w:rPr>
                <w:rtl/>
              </w:rPr>
              <w:t>الضلال</w:t>
            </w:r>
            <w:r>
              <w:rPr>
                <w:rtl/>
              </w:rPr>
              <w:t xml:space="preserve"> </w:t>
            </w:r>
            <w:r w:rsidRPr="009647FC">
              <w:rPr>
                <w:rtl/>
              </w:rPr>
              <w:t>ممتريا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ضرع</w:t>
            </w:r>
            <w:r>
              <w:rPr>
                <w:rtl/>
              </w:rPr>
              <w:t>َ</w:t>
            </w:r>
            <w:r w:rsidR="004C00A8">
              <w:rPr>
                <w:rtl/>
              </w:rPr>
              <w:t xml:space="preserve"> </w:t>
            </w:r>
            <w:r w:rsidRPr="009647FC">
              <w:rPr>
                <w:rtl/>
              </w:rPr>
              <w:t>لبون</w:t>
            </w:r>
            <w:r>
              <w:rPr>
                <w:rtl/>
              </w:rPr>
              <w:t xml:space="preserve"> </w:t>
            </w:r>
            <w:r w:rsidRPr="009647FC">
              <w:rPr>
                <w:rtl/>
              </w:rPr>
              <w:t>الفساد</w:t>
            </w:r>
            <w:r>
              <w:rPr>
                <w:rtl/>
              </w:rPr>
              <w:t xml:space="preserve"> </w:t>
            </w:r>
            <w:r w:rsidRPr="009647FC">
              <w:rPr>
                <w:rtl/>
              </w:rPr>
              <w:t>يحلبُها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اليوم</w:t>
            </w:r>
            <w:r>
              <w:rPr>
                <w:rtl/>
              </w:rPr>
              <w:t xml:space="preserve"> </w:t>
            </w:r>
            <w:r w:rsidRPr="009647FC">
              <w:rPr>
                <w:rtl/>
              </w:rPr>
              <w:t>قضبُ</w:t>
            </w:r>
            <w:r>
              <w:rPr>
                <w:rtl/>
              </w:rPr>
              <w:t xml:space="preserve"> </w:t>
            </w:r>
            <w:r w:rsidRPr="009647FC">
              <w:rPr>
                <w:rtl/>
              </w:rPr>
              <w:t>الحمام</w:t>
            </w:r>
            <w:r>
              <w:rPr>
                <w:rtl/>
              </w:rPr>
              <w:t xml:space="preserve"> </w:t>
            </w:r>
            <w:r w:rsidRPr="009647FC">
              <w:rPr>
                <w:rtl/>
              </w:rPr>
              <w:t>طبّق</w:t>
            </w:r>
            <w:r>
              <w:rPr>
                <w:rtl/>
              </w:rPr>
              <w:t xml:space="preserve"> </w:t>
            </w:r>
            <w:r w:rsidRPr="009647FC">
              <w:rPr>
                <w:rtl/>
              </w:rPr>
              <w:t>في</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مفاصل</w:t>
            </w:r>
            <w:r>
              <w:rPr>
                <w:rtl/>
              </w:rPr>
              <w:t xml:space="preserve"> </w:t>
            </w:r>
            <w:r w:rsidRPr="009647FC">
              <w:rPr>
                <w:rtl/>
              </w:rPr>
              <w:t>المكرمات</w:t>
            </w:r>
            <w:r>
              <w:rPr>
                <w:rtl/>
              </w:rPr>
              <w:t xml:space="preserve"> </w:t>
            </w:r>
            <w:r w:rsidRPr="009647FC">
              <w:rPr>
                <w:rtl/>
              </w:rPr>
              <w:t>مقضبُها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جذّ</w:t>
            </w:r>
            <w:r>
              <w:rPr>
                <w:rtl/>
              </w:rPr>
              <w:t xml:space="preserve">َ </w:t>
            </w:r>
            <w:r w:rsidRPr="009647FC">
              <w:rPr>
                <w:rtl/>
              </w:rPr>
              <w:t>بها</w:t>
            </w:r>
            <w:r w:rsidRPr="004E7EC6">
              <w:rPr>
                <w:rStyle w:val="libFootnotenumChar"/>
                <w:rtl/>
              </w:rPr>
              <w:t>(2)</w:t>
            </w:r>
            <w:r>
              <w:rPr>
                <w:rtl/>
              </w:rPr>
              <w:t xml:space="preserve"> </w:t>
            </w:r>
            <w:r w:rsidRPr="009647FC">
              <w:rPr>
                <w:rtl/>
              </w:rPr>
              <w:t>كفُّها</w:t>
            </w:r>
            <w:r>
              <w:rPr>
                <w:rtl/>
              </w:rPr>
              <w:t xml:space="preserve"> </w:t>
            </w:r>
            <w:r w:rsidRPr="009647FC">
              <w:rPr>
                <w:rtl/>
              </w:rPr>
              <w:t>وجبّ</w:t>
            </w:r>
            <w:r>
              <w:rPr>
                <w:rtl/>
              </w:rPr>
              <w:t xml:space="preserve">َ </w:t>
            </w:r>
            <w:r w:rsidRPr="009647FC">
              <w:rPr>
                <w:rtl/>
              </w:rPr>
              <w:t>به</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سنامُها</w:t>
            </w:r>
            <w:r>
              <w:rPr>
                <w:rtl/>
              </w:rPr>
              <w:t xml:space="preserve"> </w:t>
            </w:r>
            <w:r w:rsidRPr="009647FC">
              <w:rPr>
                <w:rtl/>
              </w:rPr>
              <w:t>بل</w:t>
            </w:r>
            <w:r>
              <w:rPr>
                <w:rtl/>
              </w:rPr>
              <w:t xml:space="preserve"> </w:t>
            </w:r>
            <w:r w:rsidRPr="009647FC">
              <w:rPr>
                <w:rtl/>
              </w:rPr>
              <w:t>وفلّ</w:t>
            </w:r>
            <w:r>
              <w:rPr>
                <w:rtl/>
              </w:rPr>
              <w:t xml:space="preserve">َ </w:t>
            </w:r>
            <w:r w:rsidRPr="009647FC">
              <w:rPr>
                <w:rtl/>
              </w:rPr>
              <w:t>مضربُها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اليوم</w:t>
            </w:r>
            <w:r>
              <w:rPr>
                <w:rtl/>
              </w:rPr>
              <w:t xml:space="preserve"> </w:t>
            </w:r>
            <w:r w:rsidRPr="009647FC">
              <w:rPr>
                <w:rtl/>
              </w:rPr>
              <w:t>أودى</w:t>
            </w:r>
            <w:r>
              <w:rPr>
                <w:rtl/>
              </w:rPr>
              <w:t xml:space="preserve"> </w:t>
            </w:r>
            <w:r w:rsidRPr="009647FC">
              <w:rPr>
                <w:rtl/>
              </w:rPr>
              <w:t>(محمدٌ</w:t>
            </w:r>
            <w:r>
              <w:rPr>
                <w:rtl/>
              </w:rPr>
              <w:t xml:space="preserve"> </w:t>
            </w:r>
            <w:r w:rsidRPr="009647FC">
              <w:rPr>
                <w:rtl/>
              </w:rPr>
              <w:t>حسنُ)</w:t>
            </w:r>
            <w:r>
              <w:rPr>
                <w:rtl/>
              </w:rPr>
              <w:t xml:space="preserve"> </w:t>
            </w:r>
            <w:r w:rsidRPr="009647FC">
              <w:rPr>
                <w:rtl/>
              </w:rPr>
              <w:t>الـ</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أفعال</w:t>
            </w:r>
            <w:r w:rsidR="004C00A8">
              <w:rPr>
                <w:rtl/>
              </w:rPr>
              <w:t xml:space="preserve"> </w:t>
            </w:r>
            <w:r w:rsidRPr="009647FC">
              <w:rPr>
                <w:rtl/>
              </w:rPr>
              <w:t>أزكى</w:t>
            </w:r>
            <w:r>
              <w:rPr>
                <w:rtl/>
              </w:rPr>
              <w:t xml:space="preserve"> </w:t>
            </w:r>
            <w:r w:rsidRPr="009647FC">
              <w:rPr>
                <w:rtl/>
              </w:rPr>
              <w:t>الأنام</w:t>
            </w:r>
            <w:r>
              <w:rPr>
                <w:rtl/>
              </w:rPr>
              <w:t xml:space="preserve"> </w:t>
            </w:r>
            <w:r w:rsidRPr="009647FC">
              <w:rPr>
                <w:rtl/>
              </w:rPr>
              <w:t>أطيبُها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إن</w:t>
            </w:r>
            <w:r>
              <w:rPr>
                <w:rtl/>
              </w:rPr>
              <w:t xml:space="preserve"> </w:t>
            </w:r>
            <w:r w:rsidRPr="009647FC">
              <w:rPr>
                <w:rtl/>
              </w:rPr>
              <w:t>ناح</w:t>
            </w:r>
            <w:r>
              <w:rPr>
                <w:rtl/>
              </w:rPr>
              <w:t xml:space="preserve"> </w:t>
            </w:r>
            <w:r w:rsidRPr="009647FC">
              <w:rPr>
                <w:rtl/>
              </w:rPr>
              <w:t>حزناً</w:t>
            </w:r>
            <w:r>
              <w:rPr>
                <w:rtl/>
              </w:rPr>
              <w:t xml:space="preserve"> </w:t>
            </w:r>
            <w:r w:rsidRPr="009647FC">
              <w:rPr>
                <w:rtl/>
              </w:rPr>
              <w:t>عليه</w:t>
            </w:r>
            <w:r>
              <w:rPr>
                <w:rtl/>
              </w:rPr>
              <w:t xml:space="preserve"> </w:t>
            </w:r>
            <w:r w:rsidRPr="009647FC">
              <w:rPr>
                <w:rtl/>
              </w:rPr>
              <w:t>مشرقها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جاد</w:t>
            </w:r>
            <w:r>
              <w:rPr>
                <w:rtl/>
              </w:rPr>
              <w:t xml:space="preserve"> </w:t>
            </w:r>
            <w:r w:rsidRPr="009647FC">
              <w:rPr>
                <w:rtl/>
              </w:rPr>
              <w:t>به</w:t>
            </w:r>
            <w:r>
              <w:rPr>
                <w:rtl/>
              </w:rPr>
              <w:t xml:space="preserve"> </w:t>
            </w:r>
            <w:r w:rsidRPr="009647FC">
              <w:rPr>
                <w:rtl/>
              </w:rPr>
              <w:t>بالنياح</w:t>
            </w:r>
            <w:r>
              <w:rPr>
                <w:rtl/>
              </w:rPr>
              <w:t xml:space="preserve"> </w:t>
            </w:r>
            <w:r w:rsidRPr="009647FC">
              <w:rPr>
                <w:rtl/>
              </w:rPr>
              <w:t>مغربُها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أرفعُ</w:t>
            </w:r>
            <w:r>
              <w:rPr>
                <w:rtl/>
              </w:rPr>
              <w:t xml:space="preserve"> </w:t>
            </w:r>
            <w:r w:rsidRPr="009647FC">
              <w:rPr>
                <w:rtl/>
              </w:rPr>
              <w:t>كلّ</w:t>
            </w:r>
            <w:r>
              <w:rPr>
                <w:rtl/>
              </w:rPr>
              <w:t xml:space="preserve"> </w:t>
            </w:r>
            <w:r w:rsidRPr="009647FC">
              <w:rPr>
                <w:rtl/>
              </w:rPr>
              <w:t>الورى</w:t>
            </w:r>
            <w:r>
              <w:rPr>
                <w:rtl/>
              </w:rPr>
              <w:t xml:space="preserve"> </w:t>
            </w:r>
            <w:r w:rsidRPr="009647FC">
              <w:rPr>
                <w:rtl/>
              </w:rPr>
              <w:t>مقام</w:t>
            </w:r>
            <w:r>
              <w:rPr>
                <w:rtl/>
              </w:rPr>
              <w:t xml:space="preserve">َ </w:t>
            </w:r>
            <w:r w:rsidRPr="009647FC">
              <w:rPr>
                <w:rtl/>
              </w:rPr>
              <w:t>عُلاً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معظمٌ</w:t>
            </w:r>
            <w:r w:rsidR="004C00A8">
              <w:rPr>
                <w:rtl/>
              </w:rPr>
              <w:t xml:space="preserve"> </w:t>
            </w:r>
            <w:r w:rsidRPr="009647FC">
              <w:rPr>
                <w:rtl/>
              </w:rPr>
              <w:t>للثناء</w:t>
            </w:r>
            <w:r>
              <w:rPr>
                <w:rtl/>
              </w:rPr>
              <w:t xml:space="preserve"> </w:t>
            </w:r>
            <w:r w:rsidRPr="009647FC">
              <w:rPr>
                <w:rtl/>
              </w:rPr>
              <w:t>أكسبُها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CC3273">
              <w:rPr>
                <w:rtl/>
              </w:rPr>
              <w:t>أسمحُها</w:t>
            </w:r>
            <w:r w:rsidR="004C00A8">
              <w:rPr>
                <w:rtl/>
              </w:rPr>
              <w:t xml:space="preserve"> </w:t>
            </w:r>
            <w:r w:rsidRPr="00CC3273">
              <w:rPr>
                <w:rtl/>
              </w:rPr>
              <w:t>راحة وأحسنها</w:t>
            </w:r>
            <w:r w:rsidRPr="00CC3273">
              <w:rPr>
                <w:rStyle w:val="libPoemTiniChar0"/>
                <w:rtl/>
              </w:rPr>
              <w:br/>
              <w:t> </w:t>
            </w:r>
          </w:p>
        </w:tc>
        <w:tc>
          <w:tcPr>
            <w:tcW w:w="301" w:type="dxa"/>
          </w:tcPr>
          <w:p w:rsidR="00CC3273" w:rsidRPr="00CC3273" w:rsidRDefault="00CC3273" w:rsidP="00DC3639">
            <w:pPr>
              <w:pStyle w:val="libPoem"/>
              <w:rPr>
                <w:rtl/>
              </w:rPr>
            </w:pPr>
          </w:p>
        </w:tc>
        <w:tc>
          <w:tcPr>
            <w:tcW w:w="3884" w:type="dxa"/>
          </w:tcPr>
          <w:p w:rsidR="00CC3273" w:rsidRPr="00CC3273" w:rsidRDefault="00CC3273" w:rsidP="00DC3639">
            <w:pPr>
              <w:pStyle w:val="libPoem"/>
            </w:pPr>
            <w:r w:rsidRPr="00CC3273">
              <w:rPr>
                <w:rtl/>
              </w:rPr>
              <w:t>خَلقاً وخُلقاً للمدح أجلبُها</w:t>
            </w:r>
            <w:r w:rsidRPr="00CC3273">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أبلغُها</w:t>
            </w:r>
            <w:r>
              <w:rPr>
                <w:rtl/>
              </w:rPr>
              <w:t xml:space="preserve"> </w:t>
            </w:r>
            <w:r w:rsidRPr="009647FC">
              <w:rPr>
                <w:rtl/>
              </w:rPr>
              <w:t>في</w:t>
            </w:r>
            <w:r>
              <w:rPr>
                <w:rtl/>
              </w:rPr>
              <w:t xml:space="preserve"> </w:t>
            </w:r>
            <w:r w:rsidRPr="009647FC">
              <w:rPr>
                <w:rtl/>
              </w:rPr>
              <w:t>المقال</w:t>
            </w:r>
            <w:r>
              <w:rPr>
                <w:rtl/>
              </w:rPr>
              <w:t xml:space="preserve">، </w:t>
            </w:r>
            <w:r w:rsidRPr="009647FC">
              <w:rPr>
                <w:rtl/>
              </w:rPr>
              <w:t>أعلمها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524A24" w:rsidRDefault="00CC3273" w:rsidP="00DC3639">
            <w:pPr>
              <w:pStyle w:val="libPoem"/>
            </w:pPr>
            <w:r w:rsidRPr="009647FC">
              <w:rPr>
                <w:rtl/>
              </w:rPr>
              <w:t>أطيبُ</w:t>
            </w:r>
            <w:r w:rsidR="004C00A8">
              <w:rPr>
                <w:rtl/>
              </w:rPr>
              <w:t xml:space="preserve"> </w:t>
            </w:r>
            <w:r w:rsidRPr="009647FC">
              <w:rPr>
                <w:rtl/>
              </w:rPr>
              <w:t>منها</w:t>
            </w:r>
            <w:r>
              <w:rPr>
                <w:rtl/>
              </w:rPr>
              <w:t xml:space="preserve"> </w:t>
            </w:r>
            <w:r w:rsidRPr="009647FC">
              <w:rPr>
                <w:rtl/>
              </w:rPr>
              <w:t>فرعاً</w:t>
            </w:r>
            <w:r>
              <w:rPr>
                <w:rtl/>
              </w:rPr>
              <w:t xml:space="preserve"> </w:t>
            </w:r>
            <w:r w:rsidRPr="009647FC">
              <w:rPr>
                <w:rtl/>
              </w:rPr>
              <w:t>وأنجبُها</w:t>
            </w:r>
            <w:r w:rsidRPr="00677BC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أشهر مشاهير زعماء الدين في عصره</w:t>
      </w:r>
      <w:r w:rsidR="00D769AB">
        <w:rPr>
          <w:rtl/>
        </w:rPr>
        <w:t>،</w:t>
      </w:r>
      <w:r w:rsidRPr="009647FC">
        <w:rPr>
          <w:rtl/>
        </w:rPr>
        <w:t xml:space="preserve"> وجدّ الأسرة الجواهرية في النجف</w:t>
      </w:r>
      <w:r w:rsidR="00D769AB">
        <w:rPr>
          <w:rtl/>
        </w:rPr>
        <w:t>،</w:t>
      </w:r>
      <w:r w:rsidRPr="009647FC">
        <w:rPr>
          <w:rtl/>
        </w:rPr>
        <w:t xml:space="preserve"> وقد صار مرجعاً دينياً</w:t>
      </w:r>
      <w:r w:rsidR="00D769AB">
        <w:rPr>
          <w:rtl/>
        </w:rPr>
        <w:t>.</w:t>
      </w:r>
      <w:r w:rsidRPr="009647FC">
        <w:rPr>
          <w:rtl/>
        </w:rPr>
        <w:t xml:space="preserve"> ألّف كتابه الكبير </w:t>
      </w:r>
      <w:r w:rsidR="00D769AB">
        <w:rPr>
          <w:rtl/>
        </w:rPr>
        <w:t>(</w:t>
      </w:r>
      <w:r w:rsidRPr="009647FC">
        <w:rPr>
          <w:rtl/>
        </w:rPr>
        <w:t>جواهر الكلام في شرح شرايع الإسلام</w:t>
      </w:r>
      <w:r w:rsidR="00D769AB">
        <w:rPr>
          <w:rtl/>
        </w:rPr>
        <w:t>)</w:t>
      </w:r>
      <w:r w:rsidRPr="009647FC">
        <w:rPr>
          <w:rtl/>
        </w:rPr>
        <w:t xml:space="preserve"> بدأ بتأليفه عام 1230 هـ وانتهى منه عام 1257 هـ</w:t>
      </w:r>
      <w:r w:rsidR="00D769AB">
        <w:rPr>
          <w:rtl/>
        </w:rPr>
        <w:t>،</w:t>
      </w:r>
      <w:r w:rsidRPr="009647FC">
        <w:rPr>
          <w:rtl/>
        </w:rPr>
        <w:t xml:space="preserve"> وله غيره من الكتب الجليلة</w:t>
      </w:r>
      <w:r w:rsidR="00D769AB">
        <w:rPr>
          <w:rtl/>
        </w:rPr>
        <w:t>.</w:t>
      </w:r>
      <w:r w:rsidRPr="009647FC">
        <w:rPr>
          <w:rtl/>
        </w:rPr>
        <w:t xml:space="preserve"> توفّي عام 1266 هـ ودُفن بمقبرته الخاصة في محلّة العمارة في النجف</w:t>
      </w:r>
      <w:r w:rsidR="00D769AB">
        <w:rPr>
          <w:rtl/>
        </w:rPr>
        <w:t>.</w:t>
      </w:r>
      <w:r w:rsidRPr="009647FC">
        <w:rPr>
          <w:rtl/>
        </w:rPr>
        <w:t xml:space="preserve"> وكان يوم وفاته مشهوداً</w:t>
      </w:r>
      <w:r w:rsidR="00D769AB">
        <w:rPr>
          <w:rtl/>
        </w:rPr>
        <w:t>،</w:t>
      </w:r>
      <w:r w:rsidRPr="009647FC">
        <w:rPr>
          <w:rtl/>
        </w:rPr>
        <w:t xml:space="preserve"> رثاه فريق من مشاهير شعراء عصره بقصائد عامرة</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جذبه</w:t>
      </w:r>
      <w:r w:rsidR="00D769AB">
        <w:rPr>
          <w:rtl/>
        </w:rPr>
        <w:t>.</w:t>
      </w:r>
      <w:r w:rsidRPr="009647FC">
        <w:rPr>
          <w:rtl/>
        </w:rPr>
        <w:t xml:space="preserve"> جذ وجب</w:t>
      </w:r>
      <w:r w:rsidR="00D769AB">
        <w:rPr>
          <w:rtl/>
        </w:rPr>
        <w:t>:</w:t>
      </w:r>
      <w:r w:rsidRPr="009647FC">
        <w:rPr>
          <w:rtl/>
        </w:rPr>
        <w:t xml:space="preserve"> بمعنى قطع</w:t>
      </w:r>
      <w:r w:rsidR="00D769AB">
        <w:rPr>
          <w:rtl/>
        </w:rPr>
        <w:t>،</w:t>
      </w:r>
      <w:r w:rsidRPr="009647FC">
        <w:rPr>
          <w:rtl/>
        </w:rPr>
        <w:t xml:space="preserve"> والسنام أعلى ظهر البعير</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CC3273" w:rsidRPr="00524A24" w:rsidTr="00CC3273">
        <w:trPr>
          <w:trHeight w:val="350"/>
        </w:trPr>
        <w:tc>
          <w:tcPr>
            <w:tcW w:w="3902" w:type="dxa"/>
          </w:tcPr>
          <w:p w:rsidR="00CC3273" w:rsidRPr="00524A24" w:rsidRDefault="00CC3273" w:rsidP="00DC3639">
            <w:pPr>
              <w:pStyle w:val="libPoem"/>
            </w:pPr>
            <w:r w:rsidRPr="009647FC">
              <w:rPr>
                <w:rtl/>
              </w:rPr>
              <w:lastRenderedPageBreak/>
              <w:t>أربطُ</w:t>
            </w:r>
            <w:r w:rsidR="004C00A8">
              <w:rPr>
                <w:rtl/>
              </w:rPr>
              <w:t xml:space="preserve"> </w:t>
            </w:r>
            <w:r w:rsidRPr="009647FC">
              <w:rPr>
                <w:rtl/>
              </w:rPr>
              <w:t>منها</w:t>
            </w:r>
            <w:r>
              <w:rPr>
                <w:rtl/>
              </w:rPr>
              <w:t xml:space="preserve"> </w:t>
            </w:r>
            <w:r w:rsidRPr="009647FC">
              <w:rPr>
                <w:rtl/>
              </w:rPr>
              <w:t>جاشاً</w:t>
            </w:r>
            <w:r>
              <w:rPr>
                <w:rtl/>
              </w:rPr>
              <w:t xml:space="preserve"> </w:t>
            </w:r>
            <w:r w:rsidRPr="009647FC">
              <w:rPr>
                <w:rtl/>
              </w:rPr>
              <w:t>وأوقرُها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حوّلها</w:t>
            </w:r>
            <w:r w:rsidR="004C00A8">
              <w:rPr>
                <w:rtl/>
              </w:rPr>
              <w:t xml:space="preserve"> </w:t>
            </w:r>
            <w:r w:rsidRPr="009647FC">
              <w:rPr>
                <w:rtl/>
              </w:rPr>
              <w:t>في</w:t>
            </w:r>
            <w:r>
              <w:rPr>
                <w:rtl/>
              </w:rPr>
              <w:t xml:space="preserve"> </w:t>
            </w:r>
            <w:r w:rsidRPr="009647FC">
              <w:rPr>
                <w:rtl/>
              </w:rPr>
              <w:t>الخطوب</w:t>
            </w:r>
            <w:r>
              <w:rPr>
                <w:rtl/>
              </w:rPr>
              <w:t xml:space="preserve"> </w:t>
            </w:r>
            <w:r w:rsidRPr="009647FC">
              <w:rPr>
                <w:rtl/>
              </w:rPr>
              <w:t>قلّبُها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قد</w:t>
            </w:r>
            <w:r w:rsidR="004C00A8">
              <w:rPr>
                <w:rtl/>
              </w:rPr>
              <w:t xml:space="preserve"> </w:t>
            </w:r>
            <w:r w:rsidRPr="009647FC">
              <w:rPr>
                <w:rtl/>
              </w:rPr>
              <w:t>ضلّ</w:t>
            </w:r>
            <w:r>
              <w:rPr>
                <w:rtl/>
              </w:rPr>
              <w:t xml:space="preserve"> </w:t>
            </w:r>
            <w:r w:rsidRPr="009647FC">
              <w:rPr>
                <w:rtl/>
              </w:rPr>
              <w:t>إلاّ</w:t>
            </w:r>
            <w:r>
              <w:rPr>
                <w:rtl/>
              </w:rPr>
              <w:t xml:space="preserve"> </w:t>
            </w:r>
            <w:r w:rsidRPr="009647FC">
              <w:rPr>
                <w:rtl/>
              </w:rPr>
              <w:t>إليه</w:t>
            </w:r>
            <w:r>
              <w:rPr>
                <w:rtl/>
              </w:rPr>
              <w:t xml:space="preserve"> </w:t>
            </w:r>
            <w:r w:rsidRPr="009647FC">
              <w:rPr>
                <w:rtl/>
              </w:rPr>
              <w:t>وافدُها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وضاق</w:t>
            </w:r>
            <w:r>
              <w:rPr>
                <w:rtl/>
              </w:rPr>
              <w:t>َ</w:t>
            </w:r>
            <w:r w:rsidR="004C00A8">
              <w:rPr>
                <w:rtl/>
              </w:rPr>
              <w:t xml:space="preserve"> </w:t>
            </w:r>
            <w:r w:rsidRPr="009647FC">
              <w:rPr>
                <w:rtl/>
              </w:rPr>
              <w:t>إلاّ</w:t>
            </w:r>
            <w:r>
              <w:rPr>
                <w:rtl/>
              </w:rPr>
              <w:t xml:space="preserve"> </w:t>
            </w:r>
            <w:r w:rsidRPr="009647FC">
              <w:rPr>
                <w:rtl/>
              </w:rPr>
              <w:t>عليه</w:t>
            </w:r>
            <w:r>
              <w:rPr>
                <w:rtl/>
              </w:rPr>
              <w:t xml:space="preserve"> </w:t>
            </w:r>
            <w:r w:rsidRPr="009647FC">
              <w:rPr>
                <w:rtl/>
              </w:rPr>
              <w:t>مطلبُها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إن</w:t>
            </w:r>
            <w:r>
              <w:rPr>
                <w:rtl/>
              </w:rPr>
              <w:t xml:space="preserve"> </w:t>
            </w:r>
            <w:r w:rsidRPr="009647FC">
              <w:rPr>
                <w:rtl/>
              </w:rPr>
              <w:t>شمل</w:t>
            </w:r>
            <w:r>
              <w:rPr>
                <w:rtl/>
              </w:rPr>
              <w:t xml:space="preserve">َ </w:t>
            </w:r>
            <w:r w:rsidRPr="009647FC">
              <w:rPr>
                <w:rtl/>
              </w:rPr>
              <w:t>العالم</w:t>
            </w:r>
            <w:r>
              <w:rPr>
                <w:rtl/>
              </w:rPr>
              <w:t xml:space="preserve">َ </w:t>
            </w:r>
            <w:r w:rsidRPr="009647FC">
              <w:rPr>
                <w:rtl/>
              </w:rPr>
              <w:t>العقوقُ</w:t>
            </w:r>
            <w:r>
              <w:rPr>
                <w:rtl/>
              </w:rPr>
              <w:t xml:space="preserve"> </w:t>
            </w:r>
            <w:r w:rsidRPr="009647FC">
              <w:rPr>
                <w:rtl/>
              </w:rPr>
              <w:t>معا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أو</w:t>
            </w:r>
            <w:r>
              <w:rPr>
                <w:rtl/>
              </w:rPr>
              <w:t xml:space="preserve"> </w:t>
            </w:r>
            <w:r w:rsidRPr="009647FC">
              <w:rPr>
                <w:rtl/>
              </w:rPr>
              <w:t>كاد</w:t>
            </w:r>
            <w:r>
              <w:rPr>
                <w:rtl/>
              </w:rPr>
              <w:t xml:space="preserve"> </w:t>
            </w:r>
            <w:r w:rsidRPr="009647FC">
              <w:rPr>
                <w:rtl/>
              </w:rPr>
              <w:t>جهلُ</w:t>
            </w:r>
            <w:r>
              <w:rPr>
                <w:rtl/>
              </w:rPr>
              <w:t xml:space="preserve"> </w:t>
            </w:r>
            <w:r w:rsidRPr="009647FC">
              <w:rPr>
                <w:rtl/>
              </w:rPr>
              <w:t>الأنامِ</w:t>
            </w:r>
            <w:r>
              <w:rPr>
                <w:rtl/>
              </w:rPr>
              <w:t xml:space="preserve"> </w:t>
            </w:r>
            <w:r w:rsidRPr="009647FC">
              <w:rPr>
                <w:rtl/>
              </w:rPr>
              <w:t>يغلبُها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CC3273">
              <w:rPr>
                <w:rtl/>
              </w:rPr>
              <w:t>فذاك في حلمه يدبّرُه</w:t>
            </w:r>
            <w:r w:rsidRPr="00CC3273">
              <w:rPr>
                <w:rStyle w:val="libPoemTiniChar0"/>
                <w:rtl/>
              </w:rPr>
              <w:br/>
              <w:t> </w:t>
            </w:r>
          </w:p>
        </w:tc>
        <w:tc>
          <w:tcPr>
            <w:tcW w:w="301" w:type="dxa"/>
          </w:tcPr>
          <w:p w:rsidR="00CC3273" w:rsidRPr="00CC3273" w:rsidRDefault="00CC3273" w:rsidP="00DC3639">
            <w:pPr>
              <w:pStyle w:val="libPoem"/>
              <w:rPr>
                <w:rtl/>
              </w:rPr>
            </w:pPr>
          </w:p>
        </w:tc>
        <w:tc>
          <w:tcPr>
            <w:tcW w:w="3884" w:type="dxa"/>
          </w:tcPr>
          <w:p w:rsidR="00CC3273" w:rsidRPr="00CC3273" w:rsidRDefault="00CC3273" w:rsidP="00DC3639">
            <w:pPr>
              <w:pStyle w:val="libPoem"/>
            </w:pPr>
            <w:r w:rsidRPr="00CC3273">
              <w:rPr>
                <w:rtl/>
              </w:rPr>
              <w:t>وذي بأخلاقه يؤدّب</w:t>
            </w:r>
            <w:r w:rsidRPr="00524A24">
              <w:rPr>
                <w:rtl/>
              </w:rPr>
              <w:t>ُ</w:t>
            </w:r>
            <w:r w:rsidRPr="00CC3273">
              <w:rPr>
                <w:rtl/>
              </w:rPr>
              <w:t>ها</w:t>
            </w:r>
            <w:r w:rsidRPr="00CC3273">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لنفسه</w:t>
            </w:r>
            <w:r>
              <w:rPr>
                <w:rtl/>
              </w:rPr>
              <w:t xml:space="preserve"> </w:t>
            </w:r>
            <w:r w:rsidRPr="009647FC">
              <w:rPr>
                <w:rtl/>
              </w:rPr>
              <w:t>ما</w:t>
            </w:r>
            <w:r>
              <w:rPr>
                <w:rtl/>
              </w:rPr>
              <w:t xml:space="preserve"> </w:t>
            </w:r>
            <w:r w:rsidRPr="009647FC">
              <w:rPr>
                <w:rtl/>
              </w:rPr>
              <w:t>يزال</w:t>
            </w:r>
            <w:r>
              <w:rPr>
                <w:rtl/>
              </w:rPr>
              <w:t xml:space="preserve"> </w:t>
            </w:r>
            <w:r w:rsidRPr="009647FC">
              <w:rPr>
                <w:rtl/>
              </w:rPr>
              <w:t>في</w:t>
            </w:r>
            <w:r>
              <w:rPr>
                <w:rtl/>
              </w:rPr>
              <w:t xml:space="preserve"> </w:t>
            </w:r>
            <w:r w:rsidRPr="009647FC">
              <w:rPr>
                <w:rtl/>
              </w:rPr>
              <w:t>طلب</w:t>
            </w:r>
            <w:r>
              <w:rPr>
                <w:rtl/>
              </w:rPr>
              <w:t xml:space="preserve"> </w:t>
            </w:r>
            <w:r w:rsidRPr="009647FC">
              <w:rPr>
                <w:rtl/>
              </w:rPr>
              <w:t>الرا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حة</w:t>
            </w:r>
            <w:r w:rsidR="004C00A8">
              <w:rPr>
                <w:rtl/>
              </w:rPr>
              <w:t xml:space="preserve"> </w:t>
            </w:r>
            <w:r w:rsidRPr="009647FC">
              <w:rPr>
                <w:rtl/>
              </w:rPr>
              <w:t>يوم</w:t>
            </w:r>
            <w:r>
              <w:rPr>
                <w:rtl/>
              </w:rPr>
              <w:t xml:space="preserve">َ </w:t>
            </w:r>
            <w:r w:rsidRPr="009647FC">
              <w:rPr>
                <w:rtl/>
              </w:rPr>
              <w:t>المعاد</w:t>
            </w:r>
            <w:r>
              <w:rPr>
                <w:rtl/>
              </w:rPr>
              <w:t xml:space="preserve"> </w:t>
            </w:r>
            <w:r w:rsidRPr="009647FC">
              <w:rPr>
                <w:rtl/>
              </w:rPr>
              <w:t>يتعبُها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في</w:t>
            </w:r>
            <w:r>
              <w:rPr>
                <w:rtl/>
              </w:rPr>
              <w:t xml:space="preserve"> </w:t>
            </w:r>
            <w:r w:rsidRPr="009647FC">
              <w:rPr>
                <w:rtl/>
              </w:rPr>
              <w:t>طاعة</w:t>
            </w:r>
            <w:r>
              <w:rPr>
                <w:rtl/>
              </w:rPr>
              <w:t xml:space="preserve"> </w:t>
            </w:r>
            <w:r w:rsidRPr="009647FC">
              <w:rPr>
                <w:rtl/>
              </w:rPr>
              <w:t>اللّه</w:t>
            </w:r>
            <w:r>
              <w:rPr>
                <w:rtl/>
              </w:rPr>
              <w:t xml:space="preserve"> </w:t>
            </w:r>
            <w:r w:rsidRPr="009647FC">
              <w:rPr>
                <w:rtl/>
              </w:rPr>
              <w:t>كان</w:t>
            </w:r>
            <w:r>
              <w:rPr>
                <w:rtl/>
              </w:rPr>
              <w:t xml:space="preserve"> </w:t>
            </w:r>
            <w:r w:rsidRPr="009647FC">
              <w:rPr>
                <w:rtl/>
              </w:rPr>
              <w:t>يجهدُها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وفي</w:t>
            </w:r>
            <w:r w:rsidR="004C00A8">
              <w:rPr>
                <w:rtl/>
              </w:rPr>
              <w:t xml:space="preserve"> </w:t>
            </w:r>
            <w:r w:rsidRPr="009647FC">
              <w:rPr>
                <w:rtl/>
              </w:rPr>
              <w:t>رضاء</w:t>
            </w:r>
            <w:r>
              <w:rPr>
                <w:rtl/>
              </w:rPr>
              <w:t xml:space="preserve"> </w:t>
            </w:r>
            <w:r w:rsidRPr="009647FC">
              <w:rPr>
                <w:rtl/>
              </w:rPr>
              <w:t>الإله</w:t>
            </w:r>
            <w:r>
              <w:rPr>
                <w:rtl/>
              </w:rPr>
              <w:t xml:space="preserve"> </w:t>
            </w:r>
            <w:r w:rsidRPr="009647FC">
              <w:rPr>
                <w:rtl/>
              </w:rPr>
              <w:t>يغضبُها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من</w:t>
            </w:r>
            <w:r>
              <w:rPr>
                <w:rtl/>
              </w:rPr>
              <w:t xml:space="preserve"> </w:t>
            </w:r>
            <w:r w:rsidRPr="009647FC">
              <w:rPr>
                <w:rtl/>
              </w:rPr>
              <w:t>مرديات</w:t>
            </w:r>
            <w:r>
              <w:rPr>
                <w:rtl/>
              </w:rPr>
              <w:t xml:space="preserve"> </w:t>
            </w:r>
            <w:r w:rsidRPr="009647FC">
              <w:rPr>
                <w:rtl/>
              </w:rPr>
              <w:t>الهوى</w:t>
            </w:r>
            <w:r>
              <w:rPr>
                <w:rtl/>
              </w:rPr>
              <w:t xml:space="preserve"> </w:t>
            </w:r>
            <w:r w:rsidRPr="009647FC">
              <w:rPr>
                <w:rtl/>
              </w:rPr>
              <w:t>ينزهُها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وعن</w:t>
            </w:r>
            <w:r>
              <w:rPr>
                <w:rtl/>
              </w:rPr>
              <w:t xml:space="preserve"> </w:t>
            </w:r>
            <w:r w:rsidRPr="009647FC">
              <w:rPr>
                <w:rtl/>
              </w:rPr>
              <w:t>دنايا</w:t>
            </w:r>
            <w:r>
              <w:rPr>
                <w:rtl/>
              </w:rPr>
              <w:t xml:space="preserve"> </w:t>
            </w:r>
            <w:r w:rsidRPr="009647FC">
              <w:rPr>
                <w:rtl/>
              </w:rPr>
              <w:t>الأمور</w:t>
            </w:r>
            <w:r>
              <w:rPr>
                <w:rtl/>
              </w:rPr>
              <w:t xml:space="preserve"> </w:t>
            </w:r>
            <w:r w:rsidRPr="009647FC">
              <w:rPr>
                <w:rtl/>
              </w:rPr>
              <w:t>يحجبُها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مرتبةٌ</w:t>
            </w:r>
            <w:r>
              <w:rPr>
                <w:rtl/>
              </w:rPr>
              <w:t xml:space="preserve"> </w:t>
            </w:r>
            <w:r w:rsidRPr="009647FC">
              <w:rPr>
                <w:rtl/>
              </w:rPr>
              <w:t>زاحم</w:t>
            </w:r>
            <w:r>
              <w:rPr>
                <w:rtl/>
              </w:rPr>
              <w:t xml:space="preserve"> </w:t>
            </w:r>
            <w:r w:rsidRPr="009647FC">
              <w:rPr>
                <w:rtl/>
              </w:rPr>
              <w:t>النجوم</w:t>
            </w:r>
            <w:r>
              <w:rPr>
                <w:rtl/>
              </w:rPr>
              <w:t xml:space="preserve">َ </w:t>
            </w:r>
            <w:r w:rsidRPr="009647FC">
              <w:rPr>
                <w:rtl/>
              </w:rPr>
              <w:t>على</w:t>
            </w:r>
            <w:r>
              <w:rPr>
                <w:rtl/>
              </w:rPr>
              <w:t xml:space="preserve"> </w:t>
            </w:r>
            <w:r w:rsidRPr="009647FC">
              <w:rPr>
                <w:rtl/>
              </w:rPr>
              <w:t>الـ</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اُفق</w:t>
            </w:r>
            <w:r>
              <w:rPr>
                <w:rtl/>
              </w:rPr>
              <w:t xml:space="preserve"> </w:t>
            </w:r>
            <w:r w:rsidRPr="009647FC">
              <w:rPr>
                <w:rtl/>
              </w:rPr>
              <w:t>لفرط</w:t>
            </w:r>
            <w:r>
              <w:rPr>
                <w:rtl/>
              </w:rPr>
              <w:t xml:space="preserve"> </w:t>
            </w:r>
            <w:r w:rsidRPr="009647FC">
              <w:rPr>
                <w:rtl/>
              </w:rPr>
              <w:t>العلوِ</w:t>
            </w:r>
            <w:r>
              <w:rPr>
                <w:rtl/>
              </w:rPr>
              <w:t xml:space="preserve"> </w:t>
            </w:r>
            <w:r w:rsidRPr="009647FC">
              <w:rPr>
                <w:rtl/>
              </w:rPr>
              <w:t>منكبُها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فهمٌ</w:t>
            </w:r>
            <w:r>
              <w:rPr>
                <w:rtl/>
              </w:rPr>
              <w:t xml:space="preserve"> </w:t>
            </w:r>
            <w:r w:rsidRPr="009647FC">
              <w:rPr>
                <w:rtl/>
              </w:rPr>
              <w:t>على</w:t>
            </w:r>
            <w:r>
              <w:rPr>
                <w:rtl/>
              </w:rPr>
              <w:t xml:space="preserve"> </w:t>
            </w:r>
            <w:r w:rsidRPr="009647FC">
              <w:rPr>
                <w:rtl/>
              </w:rPr>
              <w:t>المشكلات</w:t>
            </w:r>
            <w:r>
              <w:rPr>
                <w:rtl/>
              </w:rPr>
              <w:t xml:space="preserve"> </w:t>
            </w:r>
            <w:r w:rsidRPr="009647FC">
              <w:rPr>
                <w:rtl/>
              </w:rPr>
              <w:t>يطلعُه</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ليس</w:t>
            </w:r>
            <w:r w:rsidR="004C00A8">
              <w:rPr>
                <w:rtl/>
              </w:rPr>
              <w:t xml:space="preserve"> </w:t>
            </w:r>
            <w:r w:rsidRPr="009647FC">
              <w:rPr>
                <w:rtl/>
              </w:rPr>
              <w:t>عليه</w:t>
            </w:r>
            <w:r>
              <w:rPr>
                <w:rtl/>
              </w:rPr>
              <w:t xml:space="preserve"> </w:t>
            </w:r>
            <w:r w:rsidRPr="009647FC">
              <w:rPr>
                <w:rtl/>
              </w:rPr>
              <w:t>يخفي</w:t>
            </w:r>
            <w:r>
              <w:rPr>
                <w:rtl/>
              </w:rPr>
              <w:t xml:space="preserve"> </w:t>
            </w:r>
            <w:r w:rsidRPr="009647FC">
              <w:rPr>
                <w:rtl/>
              </w:rPr>
              <w:t>مغيّبُها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لو</w:t>
            </w:r>
            <w:r w:rsidR="004C00A8">
              <w:rPr>
                <w:rtl/>
              </w:rPr>
              <w:t xml:space="preserve"> </w:t>
            </w:r>
            <w:r w:rsidRPr="009647FC">
              <w:rPr>
                <w:rtl/>
              </w:rPr>
              <w:t>قارعته</w:t>
            </w:r>
            <w:r>
              <w:rPr>
                <w:rtl/>
              </w:rPr>
              <w:t xml:space="preserve"> </w:t>
            </w:r>
            <w:r w:rsidRPr="009647FC">
              <w:rPr>
                <w:rtl/>
              </w:rPr>
              <w:t>الخطوبُ</w:t>
            </w:r>
            <w:r>
              <w:rPr>
                <w:rtl/>
              </w:rPr>
              <w:t xml:space="preserve"> </w:t>
            </w:r>
            <w:r w:rsidRPr="009647FC">
              <w:rPr>
                <w:rtl/>
              </w:rPr>
              <w:t>مجهدةً</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لهان</w:t>
            </w:r>
            <w:r w:rsidR="004C00A8">
              <w:rPr>
                <w:rtl/>
              </w:rPr>
              <w:t xml:space="preserve"> </w:t>
            </w:r>
            <w:r w:rsidRPr="009647FC">
              <w:rPr>
                <w:rtl/>
              </w:rPr>
              <w:t>منها</w:t>
            </w:r>
            <w:r>
              <w:rPr>
                <w:rtl/>
              </w:rPr>
              <w:t xml:space="preserve"> </w:t>
            </w:r>
            <w:r w:rsidRPr="009647FC">
              <w:rPr>
                <w:rtl/>
              </w:rPr>
              <w:t>عليه</w:t>
            </w:r>
            <w:r>
              <w:rPr>
                <w:rtl/>
              </w:rPr>
              <w:t xml:space="preserve"> </w:t>
            </w:r>
            <w:r w:rsidRPr="009647FC">
              <w:rPr>
                <w:rtl/>
              </w:rPr>
              <w:t>أصعبُها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وإن</w:t>
            </w:r>
            <w:r w:rsidR="004C00A8">
              <w:rPr>
                <w:rtl/>
              </w:rPr>
              <w:t xml:space="preserve"> </w:t>
            </w:r>
            <w:r w:rsidRPr="009647FC">
              <w:rPr>
                <w:rtl/>
              </w:rPr>
              <w:t>عرا</w:t>
            </w:r>
            <w:r>
              <w:rPr>
                <w:rtl/>
              </w:rPr>
              <w:t xml:space="preserve"> </w:t>
            </w:r>
            <w:r w:rsidRPr="009647FC">
              <w:rPr>
                <w:rtl/>
              </w:rPr>
              <w:t>الخلق</w:t>
            </w:r>
            <w:r>
              <w:rPr>
                <w:rtl/>
              </w:rPr>
              <w:t xml:space="preserve">َ </w:t>
            </w:r>
            <w:r w:rsidRPr="009647FC">
              <w:rPr>
                <w:rtl/>
              </w:rPr>
              <w:t>حادثّ</w:t>
            </w:r>
            <w:r>
              <w:rPr>
                <w:rtl/>
              </w:rPr>
              <w:t xml:space="preserve"> </w:t>
            </w:r>
            <w:r w:rsidRPr="009647FC">
              <w:rPr>
                <w:rtl/>
              </w:rPr>
              <w:t>جللٌ</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فالناس</w:t>
            </w:r>
            <w:r w:rsidR="004C00A8">
              <w:rPr>
                <w:rtl/>
              </w:rPr>
              <w:t xml:space="preserve"> </w:t>
            </w:r>
            <w:r w:rsidRPr="009647FC">
              <w:rPr>
                <w:rtl/>
              </w:rPr>
              <w:t>طراً</w:t>
            </w:r>
            <w:r>
              <w:rPr>
                <w:rtl/>
              </w:rPr>
              <w:t xml:space="preserve"> </w:t>
            </w:r>
            <w:r w:rsidRPr="009647FC">
              <w:rPr>
                <w:rtl/>
              </w:rPr>
              <w:t>إليه</w:t>
            </w:r>
            <w:r>
              <w:rPr>
                <w:rtl/>
              </w:rPr>
              <w:t xml:space="preserve"> </w:t>
            </w:r>
            <w:r w:rsidRPr="009647FC">
              <w:rPr>
                <w:rtl/>
              </w:rPr>
              <w:t>مهربُها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فيا</w:t>
            </w:r>
            <w:r>
              <w:rPr>
                <w:rtl/>
              </w:rPr>
              <w:t xml:space="preserve"> </w:t>
            </w:r>
            <w:r w:rsidRPr="009647FC">
              <w:rPr>
                <w:rtl/>
              </w:rPr>
              <w:t>لها</w:t>
            </w:r>
            <w:r>
              <w:rPr>
                <w:rtl/>
              </w:rPr>
              <w:t xml:space="preserve"> </w:t>
            </w:r>
            <w:r w:rsidRPr="009647FC">
              <w:rPr>
                <w:rtl/>
              </w:rPr>
              <w:t>من</w:t>
            </w:r>
            <w:r>
              <w:rPr>
                <w:rtl/>
              </w:rPr>
              <w:t xml:space="preserve"> </w:t>
            </w:r>
            <w:r w:rsidRPr="009647FC">
              <w:rPr>
                <w:rtl/>
              </w:rPr>
              <w:t>رزّ</w:t>
            </w:r>
            <w:r>
              <w:rPr>
                <w:rtl/>
              </w:rPr>
              <w:t>َ</w:t>
            </w:r>
            <w:r w:rsidRPr="009647FC">
              <w:rPr>
                <w:rtl/>
              </w:rPr>
              <w:t>ية</w:t>
            </w:r>
            <w:r>
              <w:rPr>
                <w:rtl/>
              </w:rPr>
              <w:t xml:space="preserve"> </w:t>
            </w:r>
            <w:r w:rsidRPr="009647FC">
              <w:rPr>
                <w:rtl/>
              </w:rPr>
              <w:t>عظمت</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أهونها</w:t>
            </w:r>
            <w:r w:rsidR="004C00A8">
              <w:rPr>
                <w:rtl/>
              </w:rPr>
              <w:t xml:space="preserve"> </w:t>
            </w:r>
            <w:r w:rsidRPr="009647FC">
              <w:rPr>
                <w:rtl/>
              </w:rPr>
              <w:t>قاتلٌ</w:t>
            </w:r>
            <w:r>
              <w:rPr>
                <w:rtl/>
              </w:rPr>
              <w:t xml:space="preserve"> </w:t>
            </w:r>
            <w:r w:rsidRPr="009647FC">
              <w:rPr>
                <w:rtl/>
              </w:rPr>
              <w:t>وأصعبُها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صبراً</w:t>
            </w:r>
            <w:r>
              <w:rPr>
                <w:rtl/>
              </w:rPr>
              <w:t xml:space="preserve"> </w:t>
            </w:r>
            <w:r w:rsidRPr="009647FC">
              <w:rPr>
                <w:rtl/>
              </w:rPr>
              <w:t>جميلاً</w:t>
            </w:r>
            <w:r>
              <w:rPr>
                <w:rtl/>
              </w:rPr>
              <w:t xml:space="preserve"> </w:t>
            </w:r>
            <w:r w:rsidRPr="009647FC">
              <w:rPr>
                <w:rtl/>
              </w:rPr>
              <w:t>على</w:t>
            </w:r>
            <w:r>
              <w:rPr>
                <w:rtl/>
              </w:rPr>
              <w:t xml:space="preserve"> </w:t>
            </w:r>
            <w:r w:rsidRPr="009647FC">
              <w:rPr>
                <w:rtl/>
              </w:rPr>
              <w:t>غروب</w:t>
            </w:r>
            <w:r>
              <w:rPr>
                <w:rtl/>
              </w:rPr>
              <w:t xml:space="preserve"> </w:t>
            </w:r>
            <w:r w:rsidRPr="009647FC">
              <w:rPr>
                <w:rtl/>
              </w:rPr>
              <w:t>ذكا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كان</w:t>
            </w:r>
            <w:r w:rsidR="004C00A8">
              <w:rPr>
                <w:rtl/>
              </w:rPr>
              <w:t xml:space="preserve"> </w:t>
            </w:r>
            <w:r w:rsidRPr="009647FC">
              <w:rPr>
                <w:rtl/>
              </w:rPr>
              <w:t>بخير</w:t>
            </w:r>
            <w:r>
              <w:rPr>
                <w:rtl/>
              </w:rPr>
              <w:t xml:space="preserve"> </w:t>
            </w:r>
            <w:r w:rsidRPr="009647FC">
              <w:rPr>
                <w:rtl/>
              </w:rPr>
              <w:t>الجنان</w:t>
            </w:r>
            <w:r>
              <w:rPr>
                <w:rtl/>
              </w:rPr>
              <w:t xml:space="preserve"> </w:t>
            </w:r>
            <w:r w:rsidRPr="009647FC">
              <w:rPr>
                <w:rtl/>
              </w:rPr>
              <w:t>مغربُها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وأنّ</w:t>
            </w:r>
            <w:r>
              <w:rPr>
                <w:rtl/>
              </w:rPr>
              <w:t>َ</w:t>
            </w:r>
            <w:r w:rsidR="004C00A8">
              <w:rPr>
                <w:rtl/>
              </w:rPr>
              <w:t xml:space="preserve"> </w:t>
            </w:r>
            <w:r w:rsidRPr="009647FC">
              <w:rPr>
                <w:rtl/>
              </w:rPr>
              <w:t>قبرا</w:t>
            </w:r>
            <w:r>
              <w:rPr>
                <w:rtl/>
              </w:rPr>
              <w:t xml:space="preserve"> </w:t>
            </w:r>
            <w:r w:rsidRPr="009647FC">
              <w:rPr>
                <w:rtl/>
              </w:rPr>
              <w:t>قد</w:t>
            </w:r>
            <w:r>
              <w:rPr>
                <w:rtl/>
              </w:rPr>
              <w:t xml:space="preserve"> </w:t>
            </w:r>
            <w:r w:rsidRPr="009647FC">
              <w:rPr>
                <w:rtl/>
              </w:rPr>
              <w:t>حلّ</w:t>
            </w:r>
            <w:r>
              <w:rPr>
                <w:rtl/>
              </w:rPr>
              <w:t>َ</w:t>
            </w:r>
            <w:r w:rsidRPr="009647FC">
              <w:rPr>
                <w:rtl/>
              </w:rPr>
              <w:t>ه</w:t>
            </w:r>
            <w:r>
              <w:rPr>
                <w:rtl/>
              </w:rPr>
              <w:t xml:space="preserve"> </w:t>
            </w:r>
            <w:r w:rsidRPr="009647FC">
              <w:rPr>
                <w:rtl/>
              </w:rPr>
              <w:t>(حسنٌ)</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أزكى</w:t>
            </w:r>
            <w:r>
              <w:rPr>
                <w:rtl/>
              </w:rPr>
              <w:t xml:space="preserve"> </w:t>
            </w:r>
            <w:r w:rsidRPr="009647FC">
              <w:rPr>
                <w:rtl/>
              </w:rPr>
              <w:t>أراضي</w:t>
            </w:r>
            <w:r>
              <w:rPr>
                <w:rtl/>
              </w:rPr>
              <w:t xml:space="preserve"> </w:t>
            </w:r>
            <w:r w:rsidRPr="009647FC">
              <w:rPr>
                <w:rtl/>
              </w:rPr>
              <w:t>الدنيا</w:t>
            </w:r>
            <w:r>
              <w:rPr>
                <w:rtl/>
              </w:rPr>
              <w:t xml:space="preserve"> </w:t>
            </w:r>
            <w:r w:rsidRPr="009647FC">
              <w:rPr>
                <w:rtl/>
              </w:rPr>
              <w:t>وأطيبُها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لقبره</w:t>
            </w:r>
            <w:r>
              <w:rPr>
                <w:rtl/>
              </w:rPr>
              <w:t xml:space="preserve"> </w:t>
            </w:r>
            <w:r w:rsidRPr="009647FC">
              <w:rPr>
                <w:rtl/>
              </w:rPr>
              <w:t>استقى</w:t>
            </w:r>
            <w:r>
              <w:rPr>
                <w:rtl/>
              </w:rPr>
              <w:t xml:space="preserve"> </w:t>
            </w:r>
            <w:r w:rsidRPr="009647FC">
              <w:rPr>
                <w:rtl/>
              </w:rPr>
              <w:t>سحاب</w:t>
            </w:r>
            <w:r>
              <w:rPr>
                <w:rtl/>
              </w:rPr>
              <w:t xml:space="preserve"> </w:t>
            </w:r>
            <w:r w:rsidRPr="009647FC">
              <w:rPr>
                <w:rtl/>
              </w:rPr>
              <w:t>حيا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524A24" w:rsidRDefault="00CC3273" w:rsidP="00DC3639">
            <w:pPr>
              <w:pStyle w:val="libPoem"/>
            </w:pPr>
            <w:r w:rsidRPr="009647FC">
              <w:rPr>
                <w:rtl/>
              </w:rPr>
              <w:t>والسحب</w:t>
            </w:r>
            <w:r>
              <w:rPr>
                <w:rtl/>
              </w:rPr>
              <w:t xml:space="preserve"> </w:t>
            </w:r>
            <w:r w:rsidRPr="009647FC">
              <w:rPr>
                <w:rtl/>
              </w:rPr>
              <w:t>من</w:t>
            </w:r>
            <w:r>
              <w:rPr>
                <w:rtl/>
              </w:rPr>
              <w:t xml:space="preserve"> </w:t>
            </w:r>
            <w:r w:rsidRPr="009647FC">
              <w:rPr>
                <w:rtl/>
              </w:rPr>
              <w:t>راحتيه</w:t>
            </w:r>
            <w:r>
              <w:rPr>
                <w:rtl/>
              </w:rPr>
              <w:t xml:space="preserve"> </w:t>
            </w:r>
            <w:r w:rsidRPr="009647FC">
              <w:rPr>
                <w:rtl/>
              </w:rPr>
              <w:t>صيّبُها</w:t>
            </w:r>
            <w:r w:rsidRPr="00677BC4">
              <w:rPr>
                <w:rStyle w:val="libPoemTiniChar0"/>
                <w:rtl/>
              </w:rPr>
              <w:br/>
              <w:t> </w:t>
            </w:r>
          </w:p>
        </w:tc>
      </w:tr>
    </w:tbl>
    <w:p w:rsidR="009647FC" w:rsidRPr="00524A24" w:rsidRDefault="009647FC" w:rsidP="004E7EC6">
      <w:pPr>
        <w:pStyle w:val="libNormal"/>
      </w:pPr>
      <w:r w:rsidRPr="009647FC">
        <w:rPr>
          <w:rtl/>
        </w:rPr>
        <w:t>وقال راثياً ولداً له اسمه سليمان</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CC3273" w:rsidRPr="00524A24" w:rsidTr="00CC3273">
        <w:trPr>
          <w:trHeight w:val="350"/>
        </w:trPr>
        <w:tc>
          <w:tcPr>
            <w:tcW w:w="3902" w:type="dxa"/>
          </w:tcPr>
          <w:p w:rsidR="00CC3273" w:rsidRPr="00524A24" w:rsidRDefault="00CC3273" w:rsidP="00DC3639">
            <w:pPr>
              <w:pStyle w:val="libPoem"/>
            </w:pPr>
            <w:r w:rsidRPr="009647FC">
              <w:rPr>
                <w:rtl/>
              </w:rPr>
              <w:t>لبستُ</w:t>
            </w:r>
            <w:r w:rsidR="004C00A8">
              <w:rPr>
                <w:rtl/>
              </w:rPr>
              <w:t xml:space="preserve"> </w:t>
            </w:r>
            <w:r w:rsidRPr="009647FC">
              <w:rPr>
                <w:rtl/>
              </w:rPr>
              <w:t>من</w:t>
            </w:r>
            <w:r>
              <w:rPr>
                <w:rtl/>
              </w:rPr>
              <w:t xml:space="preserve"> </w:t>
            </w:r>
            <w:r w:rsidRPr="009647FC">
              <w:rPr>
                <w:rtl/>
              </w:rPr>
              <w:t>الدهر</w:t>
            </w:r>
            <w:r>
              <w:rPr>
                <w:rtl/>
              </w:rPr>
              <w:t xml:space="preserve"> </w:t>
            </w:r>
            <w:r w:rsidRPr="009647FC">
              <w:rPr>
                <w:rtl/>
              </w:rPr>
              <w:t>ثوباً</w:t>
            </w:r>
            <w:r>
              <w:rPr>
                <w:rtl/>
              </w:rPr>
              <w:t xml:space="preserve"> </w:t>
            </w:r>
            <w:r w:rsidRPr="009647FC">
              <w:rPr>
                <w:rtl/>
              </w:rPr>
              <w:t>قشيبا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ورحتُ</w:t>
            </w:r>
            <w:r w:rsidR="004C00A8">
              <w:rPr>
                <w:rtl/>
              </w:rPr>
              <w:t xml:space="preserve"> </w:t>
            </w:r>
            <w:r w:rsidRPr="009647FC">
              <w:rPr>
                <w:rtl/>
              </w:rPr>
              <w:t>بكفّيه</w:t>
            </w:r>
            <w:r>
              <w:rPr>
                <w:rtl/>
              </w:rPr>
              <w:t xml:space="preserve"> </w:t>
            </w:r>
            <w:r w:rsidRPr="009647FC">
              <w:rPr>
                <w:rtl/>
              </w:rPr>
              <w:t>منه</w:t>
            </w:r>
            <w:r>
              <w:rPr>
                <w:rtl/>
              </w:rPr>
              <w:t xml:space="preserve"> </w:t>
            </w:r>
            <w:r w:rsidRPr="009647FC">
              <w:rPr>
                <w:rtl/>
              </w:rPr>
              <w:t>سليبا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CC3273">
              <w:rPr>
                <w:rtl/>
              </w:rPr>
              <w:t>وأصبح</w:t>
            </w:r>
            <w:r w:rsidR="004C00A8">
              <w:rPr>
                <w:rtl/>
              </w:rPr>
              <w:t xml:space="preserve"> </w:t>
            </w:r>
            <w:r w:rsidRPr="00CC3273">
              <w:rPr>
                <w:rtl/>
              </w:rPr>
              <w:t>كل</w:t>
            </w:r>
            <w:r w:rsidRPr="00524A24">
              <w:rPr>
                <w:rtl/>
              </w:rPr>
              <w:t>ّ</w:t>
            </w:r>
            <w:r w:rsidRPr="00CC3273">
              <w:rPr>
                <w:rtl/>
              </w:rPr>
              <w:t>ى له مقتلا</w:t>
            </w:r>
            <w:r w:rsidRPr="00CC3273">
              <w:rPr>
                <w:rStyle w:val="libPoemTiniChar0"/>
                <w:rtl/>
              </w:rPr>
              <w:br/>
              <w:t> </w:t>
            </w:r>
          </w:p>
        </w:tc>
        <w:tc>
          <w:tcPr>
            <w:tcW w:w="301" w:type="dxa"/>
          </w:tcPr>
          <w:p w:rsidR="00CC3273" w:rsidRPr="00CC3273" w:rsidRDefault="00CC3273" w:rsidP="00DC3639">
            <w:pPr>
              <w:pStyle w:val="libPoem"/>
              <w:rPr>
                <w:rtl/>
              </w:rPr>
            </w:pPr>
          </w:p>
        </w:tc>
        <w:tc>
          <w:tcPr>
            <w:tcW w:w="3884" w:type="dxa"/>
          </w:tcPr>
          <w:p w:rsidR="00CC3273" w:rsidRPr="00CC3273" w:rsidRDefault="00CC3273" w:rsidP="00DC3639">
            <w:pPr>
              <w:pStyle w:val="libPoem"/>
            </w:pPr>
            <w:r w:rsidRPr="00CC3273">
              <w:rPr>
                <w:rtl/>
              </w:rPr>
              <w:t>فحيث رمى كان سهماً</w:t>
            </w:r>
            <w:r w:rsidRPr="00CC3273">
              <w:rPr>
                <w:rStyle w:val="libFootnotenumChar"/>
                <w:rtl/>
              </w:rPr>
              <w:t>(1)</w:t>
            </w:r>
            <w:r w:rsidRPr="00CC3273">
              <w:rPr>
                <w:rtl/>
              </w:rPr>
              <w:t xml:space="preserve"> مصيبا</w:t>
            </w:r>
            <w:r w:rsidRPr="00CC3273">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رماني</w:t>
            </w:r>
            <w:r>
              <w:rPr>
                <w:rtl/>
              </w:rPr>
              <w:t xml:space="preserve"> </w:t>
            </w:r>
            <w:r w:rsidRPr="009647FC">
              <w:rPr>
                <w:rtl/>
              </w:rPr>
              <w:t>بصّماء</w:t>
            </w:r>
            <w:r>
              <w:rPr>
                <w:rtl/>
              </w:rPr>
              <w:t xml:space="preserve"> </w:t>
            </w:r>
            <w:r w:rsidRPr="009647FC">
              <w:rPr>
                <w:rtl/>
              </w:rPr>
              <w:t>توهى</w:t>
            </w:r>
            <w:r>
              <w:rPr>
                <w:rtl/>
              </w:rPr>
              <w:t xml:space="preserve"> </w:t>
            </w:r>
            <w:r w:rsidRPr="009647FC">
              <w:rPr>
                <w:rtl/>
              </w:rPr>
              <w:t>القوى</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وقال</w:t>
            </w:r>
            <w:r>
              <w:rPr>
                <w:rtl/>
              </w:rPr>
              <w:t xml:space="preserve"> </w:t>
            </w:r>
            <w:r w:rsidRPr="009647FC">
              <w:rPr>
                <w:rtl/>
              </w:rPr>
              <w:t>إليك</w:t>
            </w:r>
            <w:r>
              <w:rPr>
                <w:rtl/>
              </w:rPr>
              <w:t xml:space="preserve"> </w:t>
            </w:r>
            <w:r w:rsidRPr="009647FC">
              <w:rPr>
                <w:rtl/>
              </w:rPr>
              <w:t>توقّ</w:t>
            </w:r>
            <w:r>
              <w:rPr>
                <w:rtl/>
              </w:rPr>
              <w:t xml:space="preserve">َ </w:t>
            </w:r>
            <w:r w:rsidRPr="009647FC">
              <w:rPr>
                <w:rtl/>
              </w:rPr>
              <w:t>الخطوبا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فشأنك</w:t>
            </w:r>
            <w:r>
              <w:rPr>
                <w:rtl/>
              </w:rPr>
              <w:t xml:space="preserve"> </w:t>
            </w:r>
            <w:r w:rsidRPr="009647FC">
              <w:rPr>
                <w:rtl/>
              </w:rPr>
              <w:t>ما</w:t>
            </w:r>
            <w:r>
              <w:rPr>
                <w:rtl/>
              </w:rPr>
              <w:t xml:space="preserve"> </w:t>
            </w:r>
            <w:r w:rsidRPr="009647FC">
              <w:rPr>
                <w:rtl/>
              </w:rPr>
              <w:t>بعد</w:t>
            </w:r>
            <w:r>
              <w:rPr>
                <w:rtl/>
              </w:rPr>
              <w:t xml:space="preserve"> </w:t>
            </w:r>
            <w:r w:rsidRPr="009647FC">
              <w:rPr>
                <w:rtl/>
              </w:rPr>
              <w:t>أمّ</w:t>
            </w:r>
            <w:r>
              <w:rPr>
                <w:rtl/>
              </w:rPr>
              <w:t xml:space="preserve"> </w:t>
            </w:r>
            <w:r w:rsidRPr="009647FC">
              <w:rPr>
                <w:rtl/>
              </w:rPr>
              <w:t>الخطوب</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بقلبي</w:t>
            </w:r>
            <w:r w:rsidR="004C00A8">
              <w:rPr>
                <w:rtl/>
              </w:rPr>
              <w:t xml:space="preserve"> </w:t>
            </w:r>
            <w:r w:rsidRPr="009647FC">
              <w:rPr>
                <w:rtl/>
              </w:rPr>
              <w:t>تحدثُ</w:t>
            </w:r>
            <w:r>
              <w:rPr>
                <w:rtl/>
              </w:rPr>
              <w:t xml:space="preserve"> </w:t>
            </w:r>
            <w:r w:rsidRPr="009647FC">
              <w:rPr>
                <w:rtl/>
              </w:rPr>
              <w:t>وسماً</w:t>
            </w:r>
            <w:r>
              <w:rPr>
                <w:rtl/>
              </w:rPr>
              <w:t xml:space="preserve"> </w:t>
            </w:r>
            <w:r w:rsidRPr="009647FC">
              <w:rPr>
                <w:rtl/>
              </w:rPr>
              <w:t>غريبا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وقائلةٍ</w:t>
            </w:r>
            <w:r w:rsidR="004C00A8">
              <w:rPr>
                <w:rtl/>
              </w:rPr>
              <w:t xml:space="preserve"> </w:t>
            </w:r>
            <w:r w:rsidRPr="009647FC">
              <w:rPr>
                <w:rtl/>
              </w:rPr>
              <w:t>قد</w:t>
            </w:r>
            <w:r>
              <w:rPr>
                <w:rtl/>
              </w:rPr>
              <w:t xml:space="preserve"> </w:t>
            </w:r>
            <w:r w:rsidRPr="009647FC">
              <w:rPr>
                <w:rtl/>
              </w:rPr>
              <w:t>أصاب</w:t>
            </w:r>
            <w:r>
              <w:rPr>
                <w:rtl/>
              </w:rPr>
              <w:t xml:space="preserve"> </w:t>
            </w:r>
            <w:r w:rsidRPr="009647FC">
              <w:rPr>
                <w:rtl/>
              </w:rPr>
              <w:t>الحمام</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524A24" w:rsidRDefault="00CC3273" w:rsidP="00DC3639">
            <w:pPr>
              <w:pStyle w:val="libPoem"/>
            </w:pPr>
            <w:r w:rsidRPr="009647FC">
              <w:rPr>
                <w:rtl/>
              </w:rPr>
              <w:t>سواك</w:t>
            </w:r>
            <w:r>
              <w:rPr>
                <w:rtl/>
              </w:rPr>
              <w:t xml:space="preserve">، </w:t>
            </w:r>
            <w:r w:rsidRPr="009647FC">
              <w:rPr>
                <w:rtl/>
              </w:rPr>
              <w:t>وذلك</w:t>
            </w:r>
            <w:r>
              <w:rPr>
                <w:rtl/>
              </w:rPr>
              <w:t xml:space="preserve"> </w:t>
            </w:r>
            <w:r w:rsidRPr="009647FC">
              <w:rPr>
                <w:rtl/>
              </w:rPr>
              <w:t>قلبي</w:t>
            </w:r>
            <w:r>
              <w:rPr>
                <w:rtl/>
              </w:rPr>
              <w:t xml:space="preserve"> </w:t>
            </w:r>
            <w:r w:rsidRPr="009647FC">
              <w:rPr>
                <w:rtl/>
              </w:rPr>
              <w:t>أصيبا</w:t>
            </w:r>
            <w:r w:rsidRPr="00677BC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مخطوطة الملاّ</w:t>
      </w:r>
      <w:r w:rsidR="00D769AB">
        <w:rPr>
          <w:rtl/>
        </w:rPr>
        <w:t>:</w:t>
      </w:r>
      <w:r w:rsidRPr="009647FC">
        <w:rPr>
          <w:rtl/>
        </w:rPr>
        <w:t xml:space="preserve"> كان سهمي</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CC3273" w:rsidRPr="00524A24" w:rsidTr="00CC3273">
        <w:trPr>
          <w:trHeight w:val="350"/>
        </w:trPr>
        <w:tc>
          <w:tcPr>
            <w:tcW w:w="3902" w:type="dxa"/>
          </w:tcPr>
          <w:p w:rsidR="00CC3273" w:rsidRPr="00524A24" w:rsidRDefault="00CC3273" w:rsidP="00DC3639">
            <w:pPr>
              <w:pStyle w:val="libPoem"/>
            </w:pPr>
            <w:r w:rsidRPr="009647FC">
              <w:rPr>
                <w:rtl/>
              </w:rPr>
              <w:lastRenderedPageBreak/>
              <w:t>فنهنه</w:t>
            </w:r>
            <w:r>
              <w:rPr>
                <w:rtl/>
              </w:rPr>
              <w:t xml:space="preserve"> </w:t>
            </w:r>
            <w:r w:rsidRPr="009647FC">
              <w:rPr>
                <w:rtl/>
              </w:rPr>
              <w:t>من</w:t>
            </w:r>
            <w:r>
              <w:rPr>
                <w:rtl/>
              </w:rPr>
              <w:t xml:space="preserve"> </w:t>
            </w:r>
            <w:r w:rsidRPr="009647FC">
              <w:rPr>
                <w:rtl/>
              </w:rPr>
              <w:t>الوجد</w:t>
            </w:r>
            <w:r>
              <w:rPr>
                <w:rtl/>
              </w:rPr>
              <w:t xml:space="preserve"> </w:t>
            </w:r>
            <w:r w:rsidRPr="009647FC">
              <w:rPr>
                <w:rtl/>
              </w:rPr>
              <w:t>ما</w:t>
            </w:r>
            <w:r>
              <w:rPr>
                <w:rtl/>
              </w:rPr>
              <w:t xml:space="preserve"> </w:t>
            </w:r>
            <w:r w:rsidRPr="009647FC">
              <w:rPr>
                <w:rtl/>
              </w:rPr>
              <w:t>قد</w:t>
            </w:r>
            <w:r>
              <w:rPr>
                <w:rtl/>
              </w:rPr>
              <w:t xml:space="preserve"> </w:t>
            </w:r>
            <w:r w:rsidRPr="009647FC">
              <w:rPr>
                <w:rtl/>
              </w:rPr>
              <w:t>يعيبُ</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وكفكفْ</w:t>
            </w:r>
            <w:r w:rsidR="004C00A8">
              <w:rPr>
                <w:rtl/>
              </w:rPr>
              <w:t xml:space="preserve"> </w:t>
            </w:r>
            <w:r w:rsidRPr="009647FC">
              <w:rPr>
                <w:rtl/>
              </w:rPr>
              <w:t>من</w:t>
            </w:r>
            <w:r>
              <w:rPr>
                <w:rtl/>
              </w:rPr>
              <w:t xml:space="preserve"> </w:t>
            </w:r>
            <w:r w:rsidRPr="009647FC">
              <w:rPr>
                <w:rtl/>
              </w:rPr>
              <w:t>العين</w:t>
            </w:r>
            <w:r>
              <w:rPr>
                <w:rtl/>
              </w:rPr>
              <w:t xml:space="preserve"> </w:t>
            </w:r>
            <w:r w:rsidRPr="009647FC">
              <w:rPr>
                <w:rtl/>
              </w:rPr>
              <w:t>دمعاً</w:t>
            </w:r>
            <w:r>
              <w:rPr>
                <w:rtl/>
              </w:rPr>
              <w:t xml:space="preserve"> </w:t>
            </w:r>
            <w:r w:rsidRPr="009647FC">
              <w:rPr>
                <w:rtl/>
              </w:rPr>
              <w:t>سكوبا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فقلتُ</w:t>
            </w:r>
            <w:r>
              <w:rPr>
                <w:rtl/>
              </w:rPr>
              <w:t xml:space="preserve">، </w:t>
            </w:r>
            <w:r w:rsidRPr="009647FC">
              <w:rPr>
                <w:rtl/>
              </w:rPr>
              <w:t>وقلبي</w:t>
            </w:r>
            <w:r>
              <w:rPr>
                <w:rtl/>
              </w:rPr>
              <w:t xml:space="preserve"> </w:t>
            </w:r>
            <w:r w:rsidRPr="009647FC">
              <w:rPr>
                <w:rtl/>
              </w:rPr>
              <w:t>أنفاسه</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من</w:t>
            </w:r>
            <w:r w:rsidR="004C00A8">
              <w:rPr>
                <w:rtl/>
              </w:rPr>
              <w:t xml:space="preserve"> </w:t>
            </w:r>
            <w:r w:rsidRPr="009647FC">
              <w:rPr>
                <w:rtl/>
              </w:rPr>
              <w:t>الوجد</w:t>
            </w:r>
            <w:r>
              <w:rPr>
                <w:rtl/>
              </w:rPr>
              <w:t xml:space="preserve"> </w:t>
            </w:r>
            <w:r w:rsidRPr="009647FC">
              <w:rPr>
                <w:rtl/>
              </w:rPr>
              <w:t>توري</w:t>
            </w:r>
            <w:r>
              <w:rPr>
                <w:rtl/>
              </w:rPr>
              <w:t xml:space="preserve"> </w:t>
            </w:r>
            <w:r w:rsidRPr="009647FC">
              <w:rPr>
                <w:rtl/>
              </w:rPr>
              <w:t>بصدري</w:t>
            </w:r>
            <w:r>
              <w:rPr>
                <w:rtl/>
              </w:rPr>
              <w:t xml:space="preserve"> </w:t>
            </w:r>
            <w:r w:rsidRPr="009647FC">
              <w:rPr>
                <w:rtl/>
              </w:rPr>
              <w:t>لهيبا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ألائمتي</w:t>
            </w:r>
            <w:r>
              <w:rPr>
                <w:rtl/>
              </w:rPr>
              <w:t xml:space="preserve"> </w:t>
            </w:r>
            <w:r w:rsidRPr="009647FC">
              <w:rPr>
                <w:rtl/>
              </w:rPr>
              <w:t>إن</w:t>
            </w:r>
            <w:r>
              <w:rPr>
                <w:rtl/>
              </w:rPr>
              <w:t xml:space="preserve"> </w:t>
            </w:r>
            <w:r w:rsidRPr="009647FC">
              <w:rPr>
                <w:rtl/>
              </w:rPr>
              <w:t>أصيب</w:t>
            </w:r>
            <w:r>
              <w:rPr>
                <w:rtl/>
              </w:rPr>
              <w:t xml:space="preserve"> </w:t>
            </w:r>
            <w:r w:rsidRPr="009647FC">
              <w:rPr>
                <w:rtl/>
              </w:rPr>
              <w:t>المزاد</w:t>
            </w:r>
            <w:r w:rsidRPr="004E7EC6">
              <w:rPr>
                <w:rStyle w:val="libFootnotenumChar"/>
                <w:rtl/>
              </w:rPr>
              <w:t>(1)</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بما</w:t>
            </w:r>
            <w:r>
              <w:rPr>
                <w:rtl/>
              </w:rPr>
              <w:t xml:space="preserve"> </w:t>
            </w:r>
            <w:r w:rsidRPr="009647FC">
              <w:rPr>
                <w:rtl/>
              </w:rPr>
              <w:t>فيه</w:t>
            </w:r>
            <w:r>
              <w:rPr>
                <w:rtl/>
              </w:rPr>
              <w:t xml:space="preserve"> </w:t>
            </w:r>
            <w:r w:rsidRPr="009647FC">
              <w:rPr>
                <w:rtl/>
              </w:rPr>
              <w:t>لا بدّ</w:t>
            </w:r>
            <w:r>
              <w:rPr>
                <w:rtl/>
              </w:rPr>
              <w:t xml:space="preserve"> </w:t>
            </w:r>
            <w:r w:rsidRPr="009647FC">
              <w:rPr>
                <w:rtl/>
              </w:rPr>
              <w:t>من</w:t>
            </w:r>
            <w:r>
              <w:rPr>
                <w:rtl/>
              </w:rPr>
              <w:t xml:space="preserve"> </w:t>
            </w:r>
            <w:r w:rsidRPr="009647FC">
              <w:rPr>
                <w:rtl/>
              </w:rPr>
              <w:t>أن</w:t>
            </w:r>
            <w:r>
              <w:rPr>
                <w:rtl/>
              </w:rPr>
              <w:t xml:space="preserve"> </w:t>
            </w:r>
            <w:r w:rsidRPr="009647FC">
              <w:rPr>
                <w:rtl/>
              </w:rPr>
              <w:t>يصوبا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أطيلي</w:t>
            </w:r>
            <w:r>
              <w:rPr>
                <w:rtl/>
              </w:rPr>
              <w:t xml:space="preserve"> </w:t>
            </w:r>
            <w:r w:rsidRPr="009647FC">
              <w:rPr>
                <w:rtl/>
              </w:rPr>
              <w:t>العويل</w:t>
            </w:r>
            <w:r>
              <w:rPr>
                <w:rtl/>
              </w:rPr>
              <w:t xml:space="preserve">َ </w:t>
            </w:r>
            <w:r w:rsidRPr="009647FC">
              <w:rPr>
                <w:rtl/>
              </w:rPr>
              <w:t>معي</w:t>
            </w:r>
            <w:r>
              <w:rPr>
                <w:rtl/>
              </w:rPr>
              <w:t xml:space="preserve"> </w:t>
            </w:r>
            <w:r w:rsidRPr="009647FC">
              <w:rPr>
                <w:rtl/>
              </w:rPr>
              <w:t>والنحيبا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وإلاّ</w:t>
            </w:r>
            <w:r>
              <w:rPr>
                <w:rtl/>
              </w:rPr>
              <w:t xml:space="preserve"> </w:t>
            </w:r>
            <w:r w:rsidRPr="009647FC">
              <w:rPr>
                <w:rtl/>
              </w:rPr>
              <w:t>دعيني</w:t>
            </w:r>
            <w:r>
              <w:rPr>
                <w:rtl/>
              </w:rPr>
              <w:t xml:space="preserve"> </w:t>
            </w:r>
            <w:r w:rsidRPr="009647FC">
              <w:rPr>
                <w:rtl/>
              </w:rPr>
              <w:t>أقاسي</w:t>
            </w:r>
            <w:r>
              <w:rPr>
                <w:rtl/>
              </w:rPr>
              <w:t xml:space="preserve"> </w:t>
            </w:r>
            <w:r w:rsidRPr="009647FC">
              <w:rPr>
                <w:rtl/>
              </w:rPr>
              <w:t>الكروبا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خذي</w:t>
            </w:r>
            <w:r>
              <w:rPr>
                <w:rtl/>
              </w:rPr>
              <w:t xml:space="preserve"> </w:t>
            </w:r>
            <w:r w:rsidRPr="009647FC">
              <w:rPr>
                <w:rtl/>
              </w:rPr>
              <w:t>اليوم</w:t>
            </w:r>
            <w:r>
              <w:rPr>
                <w:rtl/>
              </w:rPr>
              <w:t xml:space="preserve"> </w:t>
            </w:r>
            <w:r w:rsidRPr="009647FC">
              <w:rPr>
                <w:rtl/>
              </w:rPr>
              <w:t>عنّي</w:t>
            </w:r>
            <w:r>
              <w:rPr>
                <w:rtl/>
              </w:rPr>
              <w:t xml:space="preserve"> </w:t>
            </w:r>
            <w:r w:rsidRPr="009647FC">
              <w:rPr>
                <w:rtl/>
              </w:rPr>
              <w:t>جميل</w:t>
            </w:r>
            <w:r>
              <w:rPr>
                <w:rtl/>
              </w:rPr>
              <w:t xml:space="preserve"> </w:t>
            </w:r>
            <w:r w:rsidRPr="009647FC">
              <w:rPr>
                <w:rtl/>
              </w:rPr>
              <w:t>العزاء</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فقد</w:t>
            </w:r>
            <w:r w:rsidR="004C00A8">
              <w:rPr>
                <w:rtl/>
              </w:rPr>
              <w:t xml:space="preserve"> </w:t>
            </w:r>
            <w:r w:rsidRPr="009647FC">
              <w:rPr>
                <w:rtl/>
              </w:rPr>
              <w:t>ملا</w:t>
            </w:r>
            <w:r>
              <w:rPr>
                <w:rtl/>
              </w:rPr>
              <w:t xml:space="preserve"> </w:t>
            </w:r>
            <w:r w:rsidRPr="009647FC">
              <w:rPr>
                <w:rtl/>
              </w:rPr>
              <w:t>الوجدُ</w:t>
            </w:r>
            <w:r>
              <w:rPr>
                <w:rtl/>
              </w:rPr>
              <w:t xml:space="preserve"> </w:t>
            </w:r>
            <w:r w:rsidRPr="009647FC">
              <w:rPr>
                <w:rtl/>
              </w:rPr>
              <w:t>قلبي</w:t>
            </w:r>
            <w:r>
              <w:rPr>
                <w:rtl/>
              </w:rPr>
              <w:t xml:space="preserve"> </w:t>
            </w:r>
            <w:r w:rsidRPr="009647FC">
              <w:rPr>
                <w:rtl/>
              </w:rPr>
              <w:t>وجيبا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9647FC">
              <w:rPr>
                <w:rtl/>
              </w:rPr>
              <w:t>أتأملُ</w:t>
            </w:r>
            <w:r>
              <w:rPr>
                <w:rtl/>
              </w:rPr>
              <w:t xml:space="preserve"> </w:t>
            </w:r>
            <w:r w:rsidRPr="009647FC">
              <w:rPr>
                <w:rtl/>
              </w:rPr>
              <w:t>نفسي</w:t>
            </w:r>
            <w:r>
              <w:rPr>
                <w:rtl/>
              </w:rPr>
              <w:t xml:space="preserve"> </w:t>
            </w:r>
            <w:r w:rsidRPr="009647FC">
              <w:rPr>
                <w:rtl/>
              </w:rPr>
              <w:t>إذن</w:t>
            </w:r>
            <w:r>
              <w:rPr>
                <w:rtl/>
              </w:rPr>
              <w:t xml:space="preserve"> </w:t>
            </w:r>
            <w:r w:rsidRPr="009647FC">
              <w:rPr>
                <w:rtl/>
              </w:rPr>
              <w:t>ليتها</w:t>
            </w:r>
            <w:r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CC3273" w:rsidP="00DC3639">
            <w:pPr>
              <w:pStyle w:val="libPoem"/>
            </w:pPr>
            <w:r w:rsidRPr="009647FC">
              <w:rPr>
                <w:rtl/>
              </w:rPr>
              <w:t>أصيبت</w:t>
            </w:r>
            <w:r>
              <w:rPr>
                <w:rtl/>
              </w:rPr>
              <w:t xml:space="preserve"> </w:t>
            </w:r>
            <w:r w:rsidRPr="009647FC">
              <w:rPr>
                <w:rtl/>
              </w:rPr>
              <w:t>بسهم</w:t>
            </w:r>
            <w:r>
              <w:rPr>
                <w:rtl/>
              </w:rPr>
              <w:t xml:space="preserve"> </w:t>
            </w:r>
            <w:r w:rsidRPr="009647FC">
              <w:rPr>
                <w:rtl/>
              </w:rPr>
              <w:t>الردى</w:t>
            </w:r>
            <w:r>
              <w:rPr>
                <w:rtl/>
              </w:rPr>
              <w:t xml:space="preserve"> </w:t>
            </w:r>
            <w:r w:rsidRPr="009647FC">
              <w:rPr>
                <w:rtl/>
              </w:rPr>
              <w:t>أن</w:t>
            </w:r>
            <w:r>
              <w:rPr>
                <w:rtl/>
              </w:rPr>
              <w:t xml:space="preserve"> </w:t>
            </w:r>
            <w:r w:rsidRPr="009647FC">
              <w:rPr>
                <w:rtl/>
              </w:rPr>
              <w:t>تطيبا</w:t>
            </w:r>
            <w:r w:rsidRPr="00677BC4">
              <w:rPr>
                <w:rStyle w:val="libPoemTiniChar0"/>
                <w:rtl/>
              </w:rPr>
              <w:br/>
              <w:t> </w:t>
            </w:r>
          </w:p>
        </w:tc>
      </w:tr>
      <w:tr w:rsidR="00CC3273" w:rsidRPr="00524A24" w:rsidTr="00CC3273">
        <w:trPr>
          <w:trHeight w:val="350"/>
        </w:trPr>
        <w:tc>
          <w:tcPr>
            <w:tcW w:w="3902" w:type="dxa"/>
          </w:tcPr>
          <w:p w:rsidR="00CC3273" w:rsidRPr="00524A24" w:rsidRDefault="00CC3273" w:rsidP="00DC3639">
            <w:pPr>
              <w:pStyle w:val="libPoem"/>
            </w:pPr>
            <w:r w:rsidRPr="00F849C2">
              <w:rPr>
                <w:rtl/>
              </w:rPr>
              <w:t>وبالأمس قد وس</w:t>
            </w:r>
            <w:r w:rsidRPr="00524A24">
              <w:rPr>
                <w:rtl/>
              </w:rPr>
              <w:t>ّ</w:t>
            </w:r>
            <w:r w:rsidRPr="00F849C2">
              <w:rPr>
                <w:rtl/>
              </w:rPr>
              <w:t>دت خدَّه</w:t>
            </w:r>
            <w:r w:rsidRPr="00F849C2">
              <w:rPr>
                <w:rStyle w:val="libPoemTiniChar0"/>
                <w:rtl/>
              </w:rPr>
              <w:br/>
              <w:t> </w:t>
            </w:r>
          </w:p>
        </w:tc>
        <w:tc>
          <w:tcPr>
            <w:tcW w:w="301" w:type="dxa"/>
          </w:tcPr>
          <w:p w:rsidR="00CC3273" w:rsidRPr="00F849C2" w:rsidRDefault="00CC3273" w:rsidP="00DC3639">
            <w:pPr>
              <w:pStyle w:val="libPoem"/>
              <w:rPr>
                <w:rtl/>
              </w:rPr>
            </w:pPr>
          </w:p>
        </w:tc>
        <w:tc>
          <w:tcPr>
            <w:tcW w:w="3884" w:type="dxa"/>
          </w:tcPr>
          <w:p w:rsidR="00CC3273" w:rsidRPr="00F849C2" w:rsidRDefault="00CC3273" w:rsidP="00DC3639">
            <w:pPr>
              <w:pStyle w:val="libPoem"/>
            </w:pPr>
            <w:r w:rsidRPr="00F849C2">
              <w:rPr>
                <w:rtl/>
              </w:rPr>
              <w:t>ترابُ القبور فأمسى تريبا</w:t>
            </w:r>
            <w:r w:rsidRPr="00F849C2">
              <w:rPr>
                <w:rStyle w:val="libPoemTiniChar0"/>
                <w:rtl/>
              </w:rPr>
              <w:br/>
              <w:t> </w:t>
            </w:r>
          </w:p>
        </w:tc>
      </w:tr>
      <w:tr w:rsidR="00CC3273" w:rsidRPr="00524A24" w:rsidTr="00CC3273">
        <w:trPr>
          <w:trHeight w:val="350"/>
        </w:trPr>
        <w:tc>
          <w:tcPr>
            <w:tcW w:w="3902" w:type="dxa"/>
          </w:tcPr>
          <w:p w:rsidR="00CC3273" w:rsidRPr="00524A24" w:rsidRDefault="00F849C2" w:rsidP="00DC3639">
            <w:pPr>
              <w:pStyle w:val="libPoem"/>
            </w:pPr>
            <w:r w:rsidRPr="009647FC">
              <w:rPr>
                <w:rtl/>
              </w:rPr>
              <w:t>ويا</w:t>
            </w:r>
            <w:r w:rsidR="004C00A8">
              <w:rPr>
                <w:rtl/>
              </w:rPr>
              <w:t xml:space="preserve"> </w:t>
            </w:r>
            <w:r w:rsidRPr="009647FC">
              <w:rPr>
                <w:rtl/>
              </w:rPr>
              <w:t>صاحبيّ</w:t>
            </w:r>
            <w:r>
              <w:rPr>
                <w:rtl/>
              </w:rPr>
              <w:t xml:space="preserve">َ </w:t>
            </w:r>
            <w:r w:rsidRPr="009647FC">
              <w:rPr>
                <w:rtl/>
              </w:rPr>
              <w:t>قفا</w:t>
            </w:r>
            <w:r>
              <w:rPr>
                <w:rtl/>
              </w:rPr>
              <w:t xml:space="preserve"> </w:t>
            </w:r>
            <w:r w:rsidRPr="009647FC">
              <w:rPr>
                <w:rtl/>
              </w:rPr>
              <w:t>بي</w:t>
            </w:r>
            <w:r>
              <w:rPr>
                <w:rtl/>
              </w:rPr>
              <w:t xml:space="preserve"> </w:t>
            </w:r>
            <w:r w:rsidRPr="009647FC">
              <w:rPr>
                <w:rtl/>
              </w:rPr>
              <w:t>عليه</w:t>
            </w:r>
            <w:r w:rsidR="00CC3273"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F849C2" w:rsidP="00DC3639">
            <w:pPr>
              <w:pStyle w:val="libPoem"/>
            </w:pPr>
            <w:r w:rsidRPr="009647FC">
              <w:rPr>
                <w:rtl/>
              </w:rPr>
              <w:t>نعطّ</w:t>
            </w:r>
            <w:r>
              <w:rPr>
                <w:rtl/>
              </w:rPr>
              <w:t xml:space="preserve"> </w:t>
            </w:r>
            <w:r w:rsidRPr="009647FC">
              <w:rPr>
                <w:rtl/>
              </w:rPr>
              <w:t>القلوب</w:t>
            </w:r>
            <w:r>
              <w:rPr>
                <w:rtl/>
              </w:rPr>
              <w:t xml:space="preserve"> </w:t>
            </w:r>
            <w:r w:rsidRPr="009647FC">
              <w:rPr>
                <w:rtl/>
              </w:rPr>
              <w:t>أسىً</w:t>
            </w:r>
            <w:r>
              <w:rPr>
                <w:rtl/>
              </w:rPr>
              <w:t xml:space="preserve"> </w:t>
            </w:r>
            <w:r w:rsidRPr="009647FC">
              <w:rPr>
                <w:rtl/>
              </w:rPr>
              <w:t>لا</w:t>
            </w:r>
            <w:r>
              <w:rPr>
                <w:rtl/>
              </w:rPr>
              <w:t xml:space="preserve"> </w:t>
            </w:r>
            <w:r w:rsidRPr="009647FC">
              <w:rPr>
                <w:rtl/>
              </w:rPr>
              <w:t>الجيوبا</w:t>
            </w:r>
            <w:r w:rsidR="00CC3273" w:rsidRPr="00677BC4">
              <w:rPr>
                <w:rStyle w:val="libPoemTiniChar0"/>
                <w:rtl/>
              </w:rPr>
              <w:br/>
              <w:t> </w:t>
            </w:r>
          </w:p>
        </w:tc>
      </w:tr>
      <w:tr w:rsidR="00CC3273" w:rsidRPr="00524A24" w:rsidTr="00CC3273">
        <w:trPr>
          <w:trHeight w:val="350"/>
        </w:trPr>
        <w:tc>
          <w:tcPr>
            <w:tcW w:w="3902" w:type="dxa"/>
          </w:tcPr>
          <w:p w:rsidR="00CC3273" w:rsidRPr="00524A24" w:rsidRDefault="00F849C2" w:rsidP="00DC3639">
            <w:pPr>
              <w:pStyle w:val="libPoem"/>
            </w:pPr>
            <w:r w:rsidRPr="009647FC">
              <w:rPr>
                <w:rtl/>
              </w:rPr>
              <w:t>وأعقر</w:t>
            </w:r>
            <w:r>
              <w:rPr>
                <w:rtl/>
              </w:rPr>
              <w:t xml:space="preserve"> </w:t>
            </w:r>
            <w:r w:rsidRPr="009647FC">
              <w:rPr>
                <w:rtl/>
              </w:rPr>
              <w:t>قلبي</w:t>
            </w:r>
            <w:r>
              <w:rPr>
                <w:rtl/>
              </w:rPr>
              <w:t xml:space="preserve"> </w:t>
            </w:r>
            <w:r w:rsidRPr="009647FC">
              <w:rPr>
                <w:rtl/>
              </w:rPr>
              <w:t>لدى</w:t>
            </w:r>
            <w:r>
              <w:rPr>
                <w:rtl/>
              </w:rPr>
              <w:t xml:space="preserve"> </w:t>
            </w:r>
            <w:r w:rsidRPr="009647FC">
              <w:rPr>
                <w:rtl/>
              </w:rPr>
              <w:t>قبره</w:t>
            </w:r>
            <w:r w:rsidR="00CC3273"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F849C2" w:rsidP="00DC3639">
            <w:pPr>
              <w:pStyle w:val="libPoem"/>
            </w:pPr>
            <w:r w:rsidRPr="009647FC">
              <w:rPr>
                <w:rtl/>
              </w:rPr>
              <w:t>بسيف</w:t>
            </w:r>
            <w:r w:rsidR="004C00A8">
              <w:rPr>
                <w:rtl/>
              </w:rPr>
              <w:t xml:space="preserve"> </w:t>
            </w:r>
            <w:r w:rsidRPr="009647FC">
              <w:rPr>
                <w:rtl/>
              </w:rPr>
              <w:t>الشجا</w:t>
            </w:r>
            <w:r>
              <w:rPr>
                <w:rtl/>
              </w:rPr>
              <w:t xml:space="preserve"> </w:t>
            </w:r>
            <w:r w:rsidRPr="009647FC">
              <w:rPr>
                <w:rtl/>
              </w:rPr>
              <w:t>لا</w:t>
            </w:r>
            <w:r>
              <w:rPr>
                <w:rtl/>
              </w:rPr>
              <w:t xml:space="preserve"> </w:t>
            </w:r>
            <w:r w:rsidRPr="009647FC">
              <w:rPr>
                <w:rtl/>
              </w:rPr>
              <w:t>جياداً</w:t>
            </w:r>
            <w:r>
              <w:rPr>
                <w:rtl/>
              </w:rPr>
              <w:t xml:space="preserve"> </w:t>
            </w:r>
            <w:r w:rsidRPr="009647FC">
              <w:rPr>
                <w:rtl/>
              </w:rPr>
              <w:t>ونيبا</w:t>
            </w:r>
            <w:r w:rsidR="00CC3273" w:rsidRPr="00677BC4">
              <w:rPr>
                <w:rStyle w:val="libPoemTiniChar0"/>
                <w:rtl/>
              </w:rPr>
              <w:br/>
              <w:t> </w:t>
            </w:r>
          </w:p>
        </w:tc>
      </w:tr>
      <w:tr w:rsidR="00CC3273" w:rsidRPr="00524A24" w:rsidTr="00CC3273">
        <w:trPr>
          <w:trHeight w:val="350"/>
        </w:trPr>
        <w:tc>
          <w:tcPr>
            <w:tcW w:w="3902" w:type="dxa"/>
          </w:tcPr>
          <w:p w:rsidR="00CC3273" w:rsidRPr="00524A24" w:rsidRDefault="00F849C2" w:rsidP="00DC3639">
            <w:pPr>
              <w:pStyle w:val="libPoem"/>
            </w:pPr>
            <w:r w:rsidRPr="009647FC">
              <w:rPr>
                <w:rtl/>
              </w:rPr>
              <w:t>وأنضح</w:t>
            </w:r>
            <w:r w:rsidR="004C00A8">
              <w:rPr>
                <w:rtl/>
              </w:rPr>
              <w:t xml:space="preserve"> </w:t>
            </w:r>
            <w:r w:rsidRPr="009647FC">
              <w:rPr>
                <w:rtl/>
              </w:rPr>
              <w:t>من</w:t>
            </w:r>
            <w:r>
              <w:rPr>
                <w:rtl/>
              </w:rPr>
              <w:t xml:space="preserve"> </w:t>
            </w:r>
            <w:r w:rsidRPr="009647FC">
              <w:rPr>
                <w:rtl/>
              </w:rPr>
              <w:t>دم</w:t>
            </w:r>
            <w:r>
              <w:rPr>
                <w:rtl/>
              </w:rPr>
              <w:t xml:space="preserve"> </w:t>
            </w:r>
            <w:r w:rsidRPr="009647FC">
              <w:rPr>
                <w:rtl/>
              </w:rPr>
              <w:t>قلبي</w:t>
            </w:r>
            <w:r>
              <w:rPr>
                <w:rtl/>
              </w:rPr>
              <w:t xml:space="preserve"> </w:t>
            </w:r>
            <w:r w:rsidRPr="009647FC">
              <w:rPr>
                <w:rtl/>
              </w:rPr>
              <w:t>عليه</w:t>
            </w:r>
            <w:r w:rsidR="00CC3273"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F849C2" w:rsidP="00DC3639">
            <w:pPr>
              <w:pStyle w:val="libPoem"/>
            </w:pPr>
            <w:r w:rsidRPr="009647FC">
              <w:rPr>
                <w:rtl/>
              </w:rPr>
              <w:t>جفوني</w:t>
            </w:r>
            <w:r>
              <w:rPr>
                <w:rtl/>
              </w:rPr>
              <w:t xml:space="preserve"> </w:t>
            </w:r>
            <w:r w:rsidRPr="009647FC">
              <w:rPr>
                <w:rtl/>
              </w:rPr>
              <w:t>دماً</w:t>
            </w:r>
            <w:r>
              <w:rPr>
                <w:rtl/>
              </w:rPr>
              <w:t xml:space="preserve"> </w:t>
            </w:r>
            <w:r w:rsidRPr="009647FC">
              <w:rPr>
                <w:rtl/>
              </w:rPr>
              <w:t>ليس</w:t>
            </w:r>
            <w:r>
              <w:rPr>
                <w:rtl/>
              </w:rPr>
              <w:t xml:space="preserve"> </w:t>
            </w:r>
            <w:r w:rsidRPr="009647FC">
              <w:rPr>
                <w:rtl/>
              </w:rPr>
              <w:t>دمعاً</w:t>
            </w:r>
            <w:r>
              <w:rPr>
                <w:rtl/>
              </w:rPr>
              <w:t xml:space="preserve"> </w:t>
            </w:r>
            <w:r w:rsidRPr="009647FC">
              <w:rPr>
                <w:rtl/>
              </w:rPr>
              <w:t>مشوبا</w:t>
            </w:r>
            <w:r w:rsidR="00CC3273" w:rsidRPr="00677BC4">
              <w:rPr>
                <w:rStyle w:val="libPoemTiniChar0"/>
                <w:rtl/>
              </w:rPr>
              <w:br/>
              <w:t> </w:t>
            </w:r>
          </w:p>
        </w:tc>
      </w:tr>
      <w:tr w:rsidR="00CC3273" w:rsidRPr="00524A24" w:rsidTr="00CC3273">
        <w:trPr>
          <w:trHeight w:val="350"/>
        </w:trPr>
        <w:tc>
          <w:tcPr>
            <w:tcW w:w="3902" w:type="dxa"/>
          </w:tcPr>
          <w:p w:rsidR="00CC3273" w:rsidRPr="00524A24" w:rsidRDefault="00F849C2" w:rsidP="00DC3639">
            <w:pPr>
              <w:pStyle w:val="libPoem"/>
            </w:pPr>
            <w:r w:rsidRPr="009647FC">
              <w:rPr>
                <w:rtl/>
              </w:rPr>
              <w:t>وأدعوه</w:t>
            </w:r>
            <w:r w:rsidR="004C00A8">
              <w:rPr>
                <w:rtl/>
              </w:rPr>
              <w:t xml:space="preserve"> </w:t>
            </w:r>
            <w:r w:rsidRPr="009647FC">
              <w:rPr>
                <w:rtl/>
              </w:rPr>
              <w:t>وهو</w:t>
            </w:r>
            <w:r>
              <w:rPr>
                <w:rtl/>
              </w:rPr>
              <w:t xml:space="preserve"> </w:t>
            </w:r>
            <w:r w:rsidRPr="009647FC">
              <w:rPr>
                <w:rtl/>
              </w:rPr>
              <w:t>وراء</w:t>
            </w:r>
            <w:r>
              <w:rPr>
                <w:rtl/>
              </w:rPr>
              <w:t xml:space="preserve"> </w:t>
            </w:r>
            <w:r w:rsidRPr="009647FC">
              <w:rPr>
                <w:rtl/>
              </w:rPr>
              <w:t>الصعيد</w:t>
            </w:r>
            <w:r w:rsidR="00CC3273"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F849C2" w:rsidP="00DC3639">
            <w:pPr>
              <w:pStyle w:val="libPoem"/>
            </w:pPr>
            <w:r w:rsidRPr="009647FC">
              <w:rPr>
                <w:rtl/>
              </w:rPr>
              <w:t>وإن</w:t>
            </w:r>
            <w:r w:rsidR="004C00A8">
              <w:rPr>
                <w:rtl/>
              </w:rPr>
              <w:t xml:space="preserve"> </w:t>
            </w:r>
            <w:r w:rsidRPr="009647FC">
              <w:rPr>
                <w:rtl/>
              </w:rPr>
              <w:t>كنت</w:t>
            </w:r>
            <w:r>
              <w:rPr>
                <w:rtl/>
              </w:rPr>
              <w:t xml:space="preserve"> </w:t>
            </w:r>
            <w:r w:rsidRPr="009647FC">
              <w:rPr>
                <w:rtl/>
              </w:rPr>
              <w:t>أعلم</w:t>
            </w:r>
            <w:r>
              <w:rPr>
                <w:rtl/>
              </w:rPr>
              <w:t xml:space="preserve"> </w:t>
            </w:r>
            <w:r w:rsidRPr="009647FC">
              <w:rPr>
                <w:rtl/>
              </w:rPr>
              <w:t>أن</w:t>
            </w:r>
            <w:r>
              <w:rPr>
                <w:rtl/>
              </w:rPr>
              <w:t xml:space="preserve"> </w:t>
            </w:r>
            <w:r w:rsidRPr="009647FC">
              <w:rPr>
                <w:rtl/>
              </w:rPr>
              <w:t>لن</w:t>
            </w:r>
            <w:r>
              <w:rPr>
                <w:rtl/>
              </w:rPr>
              <w:t xml:space="preserve"> </w:t>
            </w:r>
            <w:r w:rsidRPr="009647FC">
              <w:rPr>
                <w:rtl/>
              </w:rPr>
              <w:t>يجيبا</w:t>
            </w:r>
            <w:r w:rsidR="00CC3273" w:rsidRPr="00677BC4">
              <w:rPr>
                <w:rStyle w:val="libPoemTiniChar0"/>
                <w:rtl/>
              </w:rPr>
              <w:br/>
              <w:t> </w:t>
            </w:r>
          </w:p>
        </w:tc>
      </w:tr>
      <w:tr w:rsidR="00CC3273" w:rsidRPr="00524A24" w:rsidTr="00CC3273">
        <w:trPr>
          <w:trHeight w:val="350"/>
        </w:trPr>
        <w:tc>
          <w:tcPr>
            <w:tcW w:w="3902" w:type="dxa"/>
          </w:tcPr>
          <w:p w:rsidR="00CC3273" w:rsidRPr="00524A24" w:rsidRDefault="00F849C2" w:rsidP="00DC3639">
            <w:pPr>
              <w:pStyle w:val="libPoem"/>
            </w:pPr>
            <w:r w:rsidRPr="009647FC">
              <w:rPr>
                <w:rtl/>
              </w:rPr>
              <w:t>أغصنا</w:t>
            </w:r>
            <w:r w:rsidR="004C00A8">
              <w:rPr>
                <w:rtl/>
              </w:rPr>
              <w:t xml:space="preserve"> </w:t>
            </w:r>
            <w:r w:rsidRPr="009647FC">
              <w:rPr>
                <w:rtl/>
              </w:rPr>
              <w:t>ولم</w:t>
            </w:r>
            <w:r>
              <w:rPr>
                <w:rtl/>
              </w:rPr>
              <w:t xml:space="preserve"> </w:t>
            </w:r>
            <w:r w:rsidRPr="009647FC">
              <w:rPr>
                <w:rtl/>
              </w:rPr>
              <w:t>أجنِ</w:t>
            </w:r>
            <w:r>
              <w:rPr>
                <w:rtl/>
              </w:rPr>
              <w:t xml:space="preserve"> </w:t>
            </w:r>
            <w:r w:rsidRPr="009647FC">
              <w:rPr>
                <w:rtl/>
              </w:rPr>
              <w:t>منه</w:t>
            </w:r>
            <w:r>
              <w:rPr>
                <w:rtl/>
              </w:rPr>
              <w:t xml:space="preserve"> </w:t>
            </w:r>
            <w:r w:rsidRPr="009647FC">
              <w:rPr>
                <w:rtl/>
              </w:rPr>
              <w:t>الثمار</w:t>
            </w:r>
            <w:r>
              <w:rPr>
                <w:rtl/>
              </w:rPr>
              <w:t>َ</w:t>
            </w:r>
            <w:r w:rsidR="00CC3273"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F849C2" w:rsidP="00DC3639">
            <w:pPr>
              <w:pStyle w:val="libPoem"/>
            </w:pPr>
            <w:r w:rsidRPr="009647FC">
              <w:rPr>
                <w:rtl/>
              </w:rPr>
              <w:t>جنته</w:t>
            </w:r>
            <w:r>
              <w:rPr>
                <w:rtl/>
              </w:rPr>
              <w:t xml:space="preserve"> </w:t>
            </w:r>
            <w:r w:rsidRPr="009647FC">
              <w:rPr>
                <w:rtl/>
              </w:rPr>
              <w:t>يدُ</w:t>
            </w:r>
            <w:r>
              <w:rPr>
                <w:rtl/>
              </w:rPr>
              <w:t xml:space="preserve"> </w:t>
            </w:r>
            <w:r w:rsidRPr="009647FC">
              <w:rPr>
                <w:rtl/>
              </w:rPr>
              <w:t>الموت</w:t>
            </w:r>
            <w:r>
              <w:rPr>
                <w:rtl/>
              </w:rPr>
              <w:t xml:space="preserve"> </w:t>
            </w:r>
            <w:r w:rsidRPr="009647FC">
              <w:rPr>
                <w:rtl/>
              </w:rPr>
              <w:t>غصناً</w:t>
            </w:r>
            <w:r>
              <w:rPr>
                <w:rtl/>
              </w:rPr>
              <w:t xml:space="preserve"> </w:t>
            </w:r>
            <w:r w:rsidRPr="009647FC">
              <w:rPr>
                <w:rtl/>
              </w:rPr>
              <w:t>رطيبا</w:t>
            </w:r>
            <w:r w:rsidRPr="004E7EC6">
              <w:rPr>
                <w:rStyle w:val="libFootnotenumChar"/>
                <w:rtl/>
              </w:rPr>
              <w:t>(2)</w:t>
            </w:r>
            <w:r w:rsidR="00CC3273" w:rsidRPr="00677BC4">
              <w:rPr>
                <w:rStyle w:val="libPoemTiniChar0"/>
                <w:rtl/>
              </w:rPr>
              <w:br/>
              <w:t> </w:t>
            </w:r>
          </w:p>
        </w:tc>
      </w:tr>
      <w:tr w:rsidR="00CC3273" w:rsidRPr="00524A24" w:rsidTr="00CC3273">
        <w:trPr>
          <w:trHeight w:val="350"/>
        </w:trPr>
        <w:tc>
          <w:tcPr>
            <w:tcW w:w="3902" w:type="dxa"/>
          </w:tcPr>
          <w:p w:rsidR="00CC3273" w:rsidRPr="00524A24" w:rsidRDefault="00F849C2" w:rsidP="00DC3639">
            <w:pPr>
              <w:pStyle w:val="libPoem"/>
            </w:pPr>
            <w:r w:rsidRPr="009647FC">
              <w:rPr>
                <w:rtl/>
              </w:rPr>
              <w:t>ونجماً</w:t>
            </w:r>
            <w:r w:rsidR="004C00A8">
              <w:rPr>
                <w:rtl/>
              </w:rPr>
              <w:t xml:space="preserve"> </w:t>
            </w:r>
            <w:r w:rsidRPr="009647FC">
              <w:rPr>
                <w:rtl/>
              </w:rPr>
              <w:t>له</w:t>
            </w:r>
            <w:r>
              <w:rPr>
                <w:rtl/>
              </w:rPr>
              <w:t xml:space="preserve"> </w:t>
            </w:r>
            <w:r w:rsidRPr="009647FC">
              <w:rPr>
                <w:rtl/>
              </w:rPr>
              <w:t>أشرقت</w:t>
            </w:r>
            <w:r>
              <w:rPr>
                <w:rtl/>
              </w:rPr>
              <w:t xml:space="preserve"> </w:t>
            </w:r>
            <w:r w:rsidRPr="009647FC">
              <w:rPr>
                <w:rtl/>
              </w:rPr>
              <w:t>مقلتاي</w:t>
            </w:r>
            <w:r w:rsidR="00CC3273"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F849C2" w:rsidP="00DC3639">
            <w:pPr>
              <w:pStyle w:val="libPoem"/>
            </w:pPr>
            <w:r w:rsidRPr="009647FC">
              <w:rPr>
                <w:rtl/>
              </w:rPr>
              <w:t>بغربهما</w:t>
            </w:r>
            <w:r w:rsidR="004C00A8">
              <w:rPr>
                <w:rtl/>
              </w:rPr>
              <w:t xml:space="preserve"> </w:t>
            </w:r>
            <w:r w:rsidRPr="009647FC">
              <w:rPr>
                <w:rtl/>
              </w:rPr>
              <w:t>يوم</w:t>
            </w:r>
            <w:r>
              <w:rPr>
                <w:rtl/>
              </w:rPr>
              <w:t xml:space="preserve"> </w:t>
            </w:r>
            <w:r w:rsidRPr="009647FC">
              <w:rPr>
                <w:rtl/>
              </w:rPr>
              <w:t>أبدى</w:t>
            </w:r>
            <w:r>
              <w:rPr>
                <w:rtl/>
              </w:rPr>
              <w:t xml:space="preserve"> </w:t>
            </w:r>
            <w:r w:rsidRPr="009647FC">
              <w:rPr>
                <w:rtl/>
              </w:rPr>
              <w:t>غروبا</w:t>
            </w:r>
            <w:r w:rsidR="00CC3273" w:rsidRPr="00677BC4">
              <w:rPr>
                <w:rStyle w:val="libPoemTiniChar0"/>
                <w:rtl/>
              </w:rPr>
              <w:br/>
              <w:t> </w:t>
            </w:r>
          </w:p>
        </w:tc>
      </w:tr>
      <w:tr w:rsidR="00CC3273" w:rsidRPr="00524A24" w:rsidTr="00CC3273">
        <w:trPr>
          <w:trHeight w:val="350"/>
        </w:trPr>
        <w:tc>
          <w:tcPr>
            <w:tcW w:w="3902" w:type="dxa"/>
          </w:tcPr>
          <w:p w:rsidR="00CC3273" w:rsidRPr="00524A24" w:rsidRDefault="00F849C2" w:rsidP="00DC3639">
            <w:pPr>
              <w:pStyle w:val="libPoem"/>
            </w:pPr>
            <w:r w:rsidRPr="009647FC">
              <w:rPr>
                <w:rtl/>
              </w:rPr>
              <w:t>عجبت</w:t>
            </w:r>
            <w:r>
              <w:rPr>
                <w:rtl/>
              </w:rPr>
              <w:t xml:space="preserve">، </w:t>
            </w:r>
            <w:r w:rsidRPr="009647FC">
              <w:rPr>
                <w:rtl/>
              </w:rPr>
              <w:t>وما</w:t>
            </w:r>
            <w:r>
              <w:rPr>
                <w:rtl/>
              </w:rPr>
              <w:t xml:space="preserve"> </w:t>
            </w:r>
            <w:r w:rsidRPr="009647FC">
              <w:rPr>
                <w:rtl/>
              </w:rPr>
              <w:t>زال</w:t>
            </w:r>
            <w:r>
              <w:rPr>
                <w:rtl/>
              </w:rPr>
              <w:t xml:space="preserve"> </w:t>
            </w:r>
            <w:r w:rsidRPr="009647FC">
              <w:rPr>
                <w:rtl/>
              </w:rPr>
              <w:t>هذا</w:t>
            </w:r>
            <w:r>
              <w:rPr>
                <w:rtl/>
              </w:rPr>
              <w:t xml:space="preserve"> </w:t>
            </w:r>
            <w:r w:rsidRPr="009647FC">
              <w:rPr>
                <w:rtl/>
              </w:rPr>
              <w:t>الزمانُ</w:t>
            </w:r>
            <w:r w:rsidR="00CC3273"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F849C2" w:rsidP="00DC3639">
            <w:pPr>
              <w:pStyle w:val="libPoem"/>
            </w:pPr>
            <w:r w:rsidRPr="009647FC">
              <w:rPr>
                <w:rtl/>
              </w:rPr>
              <w:t>يريني</w:t>
            </w:r>
            <w:r w:rsidR="004C00A8">
              <w:rPr>
                <w:rtl/>
              </w:rPr>
              <w:t xml:space="preserve"> </w:t>
            </w:r>
            <w:r w:rsidRPr="009647FC">
              <w:rPr>
                <w:rtl/>
              </w:rPr>
              <w:t>في</w:t>
            </w:r>
            <w:r>
              <w:rPr>
                <w:rtl/>
              </w:rPr>
              <w:t xml:space="preserve"> </w:t>
            </w:r>
            <w:r w:rsidRPr="009647FC">
              <w:rPr>
                <w:rtl/>
              </w:rPr>
              <w:t>كلّ</w:t>
            </w:r>
            <w:r>
              <w:rPr>
                <w:rtl/>
              </w:rPr>
              <w:t xml:space="preserve"> </w:t>
            </w:r>
            <w:r w:rsidRPr="009647FC">
              <w:rPr>
                <w:rtl/>
              </w:rPr>
              <w:t>يومٍ</w:t>
            </w:r>
            <w:r>
              <w:rPr>
                <w:rtl/>
              </w:rPr>
              <w:t xml:space="preserve"> </w:t>
            </w:r>
            <w:r w:rsidRPr="009647FC">
              <w:rPr>
                <w:rtl/>
              </w:rPr>
              <w:t>عجيبا</w:t>
            </w:r>
            <w:r w:rsidR="00CC3273" w:rsidRPr="00677BC4">
              <w:rPr>
                <w:rStyle w:val="libPoemTiniChar0"/>
                <w:rtl/>
              </w:rPr>
              <w:br/>
              <w:t> </w:t>
            </w:r>
          </w:p>
        </w:tc>
      </w:tr>
      <w:tr w:rsidR="00CC3273" w:rsidRPr="00524A24" w:rsidTr="00CC3273">
        <w:trPr>
          <w:trHeight w:val="350"/>
        </w:trPr>
        <w:tc>
          <w:tcPr>
            <w:tcW w:w="3902" w:type="dxa"/>
          </w:tcPr>
          <w:p w:rsidR="00CC3273" w:rsidRPr="00524A24" w:rsidRDefault="00F849C2" w:rsidP="00DC3639">
            <w:pPr>
              <w:pStyle w:val="libPoem"/>
            </w:pPr>
            <w:r w:rsidRPr="009647FC">
              <w:rPr>
                <w:rtl/>
              </w:rPr>
              <w:t>تموتُ</w:t>
            </w:r>
            <w:r>
              <w:rPr>
                <w:rtl/>
              </w:rPr>
              <w:t xml:space="preserve"> </w:t>
            </w:r>
            <w:r w:rsidRPr="009647FC">
              <w:rPr>
                <w:rtl/>
              </w:rPr>
              <w:t>فتحرم</w:t>
            </w:r>
            <w:r>
              <w:rPr>
                <w:rtl/>
              </w:rPr>
              <w:t xml:space="preserve"> </w:t>
            </w:r>
            <w:r w:rsidRPr="009647FC">
              <w:rPr>
                <w:rtl/>
              </w:rPr>
              <w:t>شمّ</w:t>
            </w:r>
            <w:r>
              <w:rPr>
                <w:rtl/>
              </w:rPr>
              <w:t xml:space="preserve">َ </w:t>
            </w:r>
            <w:r w:rsidRPr="009647FC">
              <w:rPr>
                <w:rtl/>
              </w:rPr>
              <w:t>النسيم</w:t>
            </w:r>
            <w:r w:rsidR="00CC3273"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F849C2" w:rsidP="00DC3639">
            <w:pPr>
              <w:pStyle w:val="libPoem"/>
            </w:pPr>
            <w:r w:rsidRPr="009647FC">
              <w:rPr>
                <w:rtl/>
              </w:rPr>
              <w:t>وأحيا</w:t>
            </w:r>
            <w:r>
              <w:rPr>
                <w:rtl/>
              </w:rPr>
              <w:t xml:space="preserve"> </w:t>
            </w:r>
            <w:r w:rsidRPr="009647FC">
              <w:rPr>
                <w:rtl/>
              </w:rPr>
              <w:t>أشمّ</w:t>
            </w:r>
            <w:r>
              <w:rPr>
                <w:rtl/>
              </w:rPr>
              <w:t xml:space="preserve"> </w:t>
            </w:r>
            <w:r w:rsidRPr="009647FC">
              <w:rPr>
                <w:rtl/>
              </w:rPr>
              <w:t>الصبا</w:t>
            </w:r>
            <w:r>
              <w:rPr>
                <w:rtl/>
              </w:rPr>
              <w:t xml:space="preserve"> </w:t>
            </w:r>
            <w:r w:rsidRPr="009647FC">
              <w:rPr>
                <w:rtl/>
              </w:rPr>
              <w:t>والجنوبا</w:t>
            </w:r>
            <w:r w:rsidR="00CC3273" w:rsidRPr="00677BC4">
              <w:rPr>
                <w:rStyle w:val="libPoemTiniChar0"/>
                <w:rtl/>
              </w:rPr>
              <w:br/>
              <w:t> </w:t>
            </w:r>
          </w:p>
        </w:tc>
      </w:tr>
      <w:tr w:rsidR="00CC3273" w:rsidRPr="00524A24" w:rsidTr="00CC3273">
        <w:trPr>
          <w:trHeight w:val="350"/>
        </w:trPr>
        <w:tc>
          <w:tcPr>
            <w:tcW w:w="3902" w:type="dxa"/>
          </w:tcPr>
          <w:p w:rsidR="00CC3273" w:rsidRPr="00524A24" w:rsidRDefault="00F849C2" w:rsidP="00DC3639">
            <w:pPr>
              <w:pStyle w:val="libPoem"/>
            </w:pPr>
            <w:r w:rsidRPr="009647FC">
              <w:rPr>
                <w:rtl/>
              </w:rPr>
              <w:t>وتنزل</w:t>
            </w:r>
            <w:r>
              <w:rPr>
                <w:rtl/>
              </w:rPr>
              <w:t xml:space="preserve"> </w:t>
            </w:r>
            <w:r w:rsidRPr="009647FC">
              <w:rPr>
                <w:rtl/>
              </w:rPr>
              <w:t>في</w:t>
            </w:r>
            <w:r>
              <w:rPr>
                <w:rtl/>
              </w:rPr>
              <w:t xml:space="preserve"> </w:t>
            </w:r>
            <w:r w:rsidRPr="009647FC">
              <w:rPr>
                <w:rtl/>
              </w:rPr>
              <w:t>موحش</w:t>
            </w:r>
            <w:r>
              <w:rPr>
                <w:rtl/>
              </w:rPr>
              <w:t xml:space="preserve"> </w:t>
            </w:r>
            <w:r w:rsidRPr="009647FC">
              <w:rPr>
                <w:rtl/>
              </w:rPr>
              <w:t>مجدبٍ</w:t>
            </w:r>
            <w:r w:rsidR="00CC3273"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F849C2" w:rsidP="00DC3639">
            <w:pPr>
              <w:pStyle w:val="libPoem"/>
            </w:pPr>
            <w:r w:rsidRPr="009647FC">
              <w:rPr>
                <w:rtl/>
              </w:rPr>
              <w:t>وأنزل</w:t>
            </w:r>
            <w:r w:rsidR="004C00A8">
              <w:rPr>
                <w:rtl/>
              </w:rPr>
              <w:t xml:space="preserve"> </w:t>
            </w:r>
            <w:r w:rsidRPr="009647FC">
              <w:rPr>
                <w:rtl/>
              </w:rPr>
              <w:t>ربعاً</w:t>
            </w:r>
            <w:r>
              <w:rPr>
                <w:rtl/>
              </w:rPr>
              <w:t xml:space="preserve"> </w:t>
            </w:r>
            <w:r w:rsidRPr="009647FC">
              <w:rPr>
                <w:rtl/>
              </w:rPr>
              <w:t>أنيساً</w:t>
            </w:r>
            <w:r>
              <w:rPr>
                <w:rtl/>
              </w:rPr>
              <w:t xml:space="preserve"> </w:t>
            </w:r>
            <w:r w:rsidRPr="009647FC">
              <w:rPr>
                <w:rtl/>
              </w:rPr>
              <w:t>خصيبا</w:t>
            </w:r>
            <w:r w:rsidR="00CC3273" w:rsidRPr="00677BC4">
              <w:rPr>
                <w:rStyle w:val="libPoemTiniChar0"/>
                <w:rtl/>
              </w:rPr>
              <w:br/>
              <w:t> </w:t>
            </w:r>
          </w:p>
        </w:tc>
      </w:tr>
      <w:tr w:rsidR="00CC3273" w:rsidRPr="00524A24" w:rsidTr="00CC3273">
        <w:trPr>
          <w:trHeight w:val="350"/>
        </w:trPr>
        <w:tc>
          <w:tcPr>
            <w:tcW w:w="3902" w:type="dxa"/>
          </w:tcPr>
          <w:p w:rsidR="00CC3273" w:rsidRPr="00524A24" w:rsidRDefault="00F849C2" w:rsidP="00DC3639">
            <w:pPr>
              <w:pStyle w:val="libPoem"/>
            </w:pPr>
            <w:r w:rsidRPr="009647FC">
              <w:rPr>
                <w:rtl/>
              </w:rPr>
              <w:t>وتسكن</w:t>
            </w:r>
            <w:r w:rsidR="004C00A8">
              <w:rPr>
                <w:rtl/>
              </w:rPr>
              <w:t xml:space="preserve"> </w:t>
            </w:r>
            <w:r w:rsidRPr="009647FC">
              <w:rPr>
                <w:rtl/>
              </w:rPr>
              <w:t>أنت</w:t>
            </w:r>
            <w:r>
              <w:rPr>
                <w:rtl/>
              </w:rPr>
              <w:t xml:space="preserve"> </w:t>
            </w:r>
            <w:r w:rsidRPr="009647FC">
              <w:rPr>
                <w:rtl/>
              </w:rPr>
              <w:t>بضيق</w:t>
            </w:r>
            <w:r>
              <w:rPr>
                <w:rtl/>
              </w:rPr>
              <w:t xml:space="preserve"> </w:t>
            </w:r>
            <w:r w:rsidRPr="009647FC">
              <w:rPr>
                <w:rtl/>
              </w:rPr>
              <w:t>اللحود</w:t>
            </w:r>
            <w:r w:rsidR="00CC3273"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677BC4" w:rsidRDefault="00F849C2" w:rsidP="00DC3639">
            <w:pPr>
              <w:pStyle w:val="libPoem"/>
            </w:pPr>
            <w:r w:rsidRPr="009647FC">
              <w:rPr>
                <w:rtl/>
              </w:rPr>
              <w:t>وأسكن</w:t>
            </w:r>
            <w:r>
              <w:rPr>
                <w:rtl/>
              </w:rPr>
              <w:t xml:space="preserve"> </w:t>
            </w:r>
            <w:r w:rsidRPr="009647FC">
              <w:rPr>
                <w:rtl/>
              </w:rPr>
              <w:t>هذا</w:t>
            </w:r>
            <w:r>
              <w:rPr>
                <w:rtl/>
              </w:rPr>
              <w:t xml:space="preserve"> </w:t>
            </w:r>
            <w:r w:rsidRPr="009647FC">
              <w:rPr>
                <w:rtl/>
              </w:rPr>
              <w:t>الفضاء</w:t>
            </w:r>
            <w:r>
              <w:rPr>
                <w:rtl/>
              </w:rPr>
              <w:t xml:space="preserve">َ </w:t>
            </w:r>
            <w:r w:rsidRPr="009647FC">
              <w:rPr>
                <w:rtl/>
              </w:rPr>
              <w:t>الرحيبا</w:t>
            </w:r>
            <w:r w:rsidR="00CC3273" w:rsidRPr="00677BC4">
              <w:rPr>
                <w:rStyle w:val="libPoemTiniChar0"/>
                <w:rtl/>
              </w:rPr>
              <w:br/>
              <w:t> </w:t>
            </w:r>
          </w:p>
        </w:tc>
      </w:tr>
      <w:tr w:rsidR="00CC3273" w:rsidRPr="00524A24" w:rsidTr="00CC3273">
        <w:trPr>
          <w:trHeight w:val="350"/>
        </w:trPr>
        <w:tc>
          <w:tcPr>
            <w:tcW w:w="3902" w:type="dxa"/>
          </w:tcPr>
          <w:p w:rsidR="00CC3273" w:rsidRPr="00524A24" w:rsidRDefault="00F849C2" w:rsidP="00DC3639">
            <w:pPr>
              <w:pStyle w:val="libPoem"/>
            </w:pPr>
            <w:r w:rsidRPr="009647FC">
              <w:rPr>
                <w:rtl/>
              </w:rPr>
              <w:t>كفاني</w:t>
            </w:r>
            <w:r w:rsidR="004C00A8">
              <w:rPr>
                <w:rtl/>
              </w:rPr>
              <w:t xml:space="preserve"> </w:t>
            </w:r>
            <w:r w:rsidRPr="009647FC">
              <w:rPr>
                <w:rtl/>
              </w:rPr>
              <w:t>بهذا</w:t>
            </w:r>
            <w:r w:rsidRPr="004E7EC6">
              <w:rPr>
                <w:rStyle w:val="libFootnotenumChar"/>
                <w:rtl/>
              </w:rPr>
              <w:t>(3)</w:t>
            </w:r>
            <w:r>
              <w:rPr>
                <w:rtl/>
              </w:rPr>
              <w:t xml:space="preserve"> </w:t>
            </w:r>
            <w:r w:rsidRPr="009647FC">
              <w:rPr>
                <w:rtl/>
              </w:rPr>
              <w:t>جوىً</w:t>
            </w:r>
            <w:r>
              <w:rPr>
                <w:rtl/>
              </w:rPr>
              <w:t xml:space="preserve"> </w:t>
            </w:r>
            <w:r w:rsidRPr="009647FC">
              <w:rPr>
                <w:rtl/>
              </w:rPr>
              <w:t>ما</w:t>
            </w:r>
            <w:r>
              <w:rPr>
                <w:rtl/>
              </w:rPr>
              <w:t xml:space="preserve"> </w:t>
            </w:r>
            <w:r w:rsidRPr="009647FC">
              <w:rPr>
                <w:rtl/>
              </w:rPr>
              <w:t>بقيتُ</w:t>
            </w:r>
            <w:r w:rsidR="00CC3273"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524A24" w:rsidRDefault="00F849C2" w:rsidP="00DC3639">
            <w:pPr>
              <w:pStyle w:val="libPoem"/>
            </w:pPr>
            <w:r w:rsidRPr="009647FC">
              <w:rPr>
                <w:rtl/>
              </w:rPr>
              <w:t>يجدّد</w:t>
            </w:r>
            <w:r>
              <w:rPr>
                <w:rtl/>
              </w:rPr>
              <w:t xml:space="preserve"> </w:t>
            </w:r>
            <w:r w:rsidRPr="009647FC">
              <w:rPr>
                <w:rtl/>
              </w:rPr>
              <w:t>في</w:t>
            </w:r>
            <w:r>
              <w:rPr>
                <w:rtl/>
              </w:rPr>
              <w:t xml:space="preserve"> </w:t>
            </w:r>
            <w:r w:rsidRPr="009647FC">
              <w:rPr>
                <w:rtl/>
              </w:rPr>
              <w:t>القلب</w:t>
            </w:r>
            <w:r>
              <w:rPr>
                <w:rtl/>
              </w:rPr>
              <w:t xml:space="preserve"> </w:t>
            </w:r>
            <w:r w:rsidRPr="009647FC">
              <w:rPr>
                <w:rtl/>
              </w:rPr>
              <w:t>جرحاً</w:t>
            </w:r>
            <w:r>
              <w:rPr>
                <w:rtl/>
              </w:rPr>
              <w:t xml:space="preserve"> </w:t>
            </w:r>
            <w:r w:rsidRPr="009647FC">
              <w:rPr>
                <w:rtl/>
              </w:rPr>
              <w:t>رغيبا</w:t>
            </w:r>
            <w:r w:rsidR="00CC3273" w:rsidRPr="00677BC4">
              <w:rPr>
                <w:rStyle w:val="libPoemTiniChar0"/>
                <w:rtl/>
              </w:rPr>
              <w:br/>
              <w:t> </w:t>
            </w:r>
          </w:p>
        </w:tc>
      </w:tr>
    </w:tbl>
    <w:p w:rsidR="009647FC" w:rsidRPr="00524A24" w:rsidRDefault="009647FC" w:rsidP="004E7EC6">
      <w:pPr>
        <w:pStyle w:val="libNormal"/>
      </w:pPr>
      <w:r w:rsidRPr="009647FC">
        <w:rPr>
          <w:rtl/>
        </w:rPr>
        <w:t>وقال راثياً ولده وأخاه ويشير إلى المكان الذي دفنا فيه</w:t>
      </w:r>
      <w:r w:rsidR="00D769AB">
        <w:rPr>
          <w:rtl/>
        </w:rPr>
        <w:t>:</w:t>
      </w:r>
    </w:p>
    <w:tbl>
      <w:tblPr>
        <w:tblStyle w:val="TableGrid"/>
        <w:bidiVisual/>
        <w:tblW w:w="4562" w:type="pct"/>
        <w:tblInd w:w="384" w:type="dxa"/>
        <w:tblLook w:val="04A0"/>
      </w:tblPr>
      <w:tblGrid>
        <w:gridCol w:w="3902"/>
        <w:gridCol w:w="301"/>
        <w:gridCol w:w="3884"/>
      </w:tblGrid>
      <w:tr w:rsidR="00CC3273" w:rsidRPr="00524A24" w:rsidTr="00DC3639">
        <w:trPr>
          <w:trHeight w:val="350"/>
        </w:trPr>
        <w:tc>
          <w:tcPr>
            <w:tcW w:w="3902" w:type="dxa"/>
          </w:tcPr>
          <w:p w:rsidR="00CC3273" w:rsidRPr="00524A24" w:rsidRDefault="00F849C2" w:rsidP="00DC3639">
            <w:pPr>
              <w:pStyle w:val="libPoem"/>
            </w:pPr>
            <w:r w:rsidRPr="009647FC">
              <w:rPr>
                <w:rtl/>
              </w:rPr>
              <w:t>يا ثاويين إلى جنب الفرات معا</w:t>
            </w:r>
            <w:r w:rsidR="00CC3273" w:rsidRPr="00677BC4">
              <w:rPr>
                <w:rStyle w:val="libPoemTiniChar0"/>
                <w:rtl/>
              </w:rPr>
              <w:br/>
              <w:t> </w:t>
            </w:r>
          </w:p>
        </w:tc>
        <w:tc>
          <w:tcPr>
            <w:tcW w:w="301" w:type="dxa"/>
          </w:tcPr>
          <w:p w:rsidR="00CC3273" w:rsidRPr="00677BC4" w:rsidRDefault="00CC3273" w:rsidP="00DC3639">
            <w:pPr>
              <w:pStyle w:val="libPoem"/>
              <w:rPr>
                <w:rtl/>
              </w:rPr>
            </w:pPr>
          </w:p>
        </w:tc>
        <w:tc>
          <w:tcPr>
            <w:tcW w:w="3884" w:type="dxa"/>
          </w:tcPr>
          <w:p w:rsidR="00CC3273" w:rsidRPr="00524A24" w:rsidRDefault="00F849C2" w:rsidP="00DC3639">
            <w:pPr>
              <w:pStyle w:val="libPoem"/>
            </w:pPr>
            <w:r w:rsidRPr="009647FC">
              <w:rPr>
                <w:rtl/>
              </w:rPr>
              <w:t>لدى (مقام نبيِّ اللّه أيوب)</w:t>
            </w:r>
            <w:r w:rsidR="00CC3273" w:rsidRPr="00677BC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المزاد</w:t>
      </w:r>
      <w:r w:rsidR="00D769AB">
        <w:rPr>
          <w:rtl/>
        </w:rPr>
        <w:t>:</w:t>
      </w:r>
      <w:r w:rsidRPr="009647FC">
        <w:rPr>
          <w:rtl/>
        </w:rPr>
        <w:t xml:space="preserve"> وعاء يوضع فيه الماء أو غيره</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غضاً رطيباً</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فيه أيضاً</w:t>
      </w:r>
      <w:r w:rsidR="00D769AB">
        <w:rPr>
          <w:rtl/>
        </w:rPr>
        <w:t>:</w:t>
      </w:r>
      <w:r w:rsidRPr="009647FC">
        <w:rPr>
          <w:rtl/>
        </w:rPr>
        <w:t xml:space="preserve"> كفاني بها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F849C2" w:rsidRPr="00524A24" w:rsidTr="00DC3639">
        <w:trPr>
          <w:trHeight w:val="350"/>
        </w:trPr>
        <w:tc>
          <w:tcPr>
            <w:tcW w:w="3902" w:type="dxa"/>
          </w:tcPr>
          <w:p w:rsidR="00F849C2" w:rsidRPr="00524A24" w:rsidRDefault="00F849C2" w:rsidP="00DC3639">
            <w:pPr>
              <w:pStyle w:val="libPoem"/>
            </w:pPr>
            <w:r w:rsidRPr="009647FC">
              <w:rPr>
                <w:rtl/>
              </w:rPr>
              <w:lastRenderedPageBreak/>
              <w:t>أورثتماني وجداً يوم بينكما</w:t>
            </w:r>
            <w:r w:rsidRPr="00677BC4">
              <w:rPr>
                <w:rStyle w:val="libPoemTiniChar0"/>
                <w:rtl/>
              </w:rPr>
              <w:br/>
              <w:t> </w:t>
            </w:r>
          </w:p>
        </w:tc>
        <w:tc>
          <w:tcPr>
            <w:tcW w:w="301" w:type="dxa"/>
          </w:tcPr>
          <w:p w:rsidR="00F849C2" w:rsidRPr="00677BC4" w:rsidRDefault="00F849C2" w:rsidP="00DC3639">
            <w:pPr>
              <w:pStyle w:val="libPoem"/>
              <w:rPr>
                <w:rtl/>
              </w:rPr>
            </w:pPr>
          </w:p>
        </w:tc>
        <w:tc>
          <w:tcPr>
            <w:tcW w:w="3884" w:type="dxa"/>
          </w:tcPr>
          <w:p w:rsidR="00F849C2" w:rsidRPr="00524A24" w:rsidRDefault="00F849C2" w:rsidP="00DC3639">
            <w:pPr>
              <w:pStyle w:val="libPoem"/>
            </w:pPr>
            <w:r w:rsidRPr="009647FC">
              <w:rPr>
                <w:rtl/>
              </w:rPr>
              <w:t>ما عشت في الدهر يحكي وجد يعقوب</w:t>
            </w:r>
            <w:r w:rsidRPr="00677BC4">
              <w:rPr>
                <w:rStyle w:val="libPoemTiniChar0"/>
                <w:rtl/>
              </w:rPr>
              <w:br/>
              <w:t> </w:t>
            </w:r>
          </w:p>
        </w:tc>
      </w:tr>
    </w:tbl>
    <w:p w:rsidR="009647FC" w:rsidRPr="00524A24" w:rsidRDefault="009647FC" w:rsidP="004E7EC6">
      <w:pPr>
        <w:pStyle w:val="libNormal"/>
      </w:pPr>
      <w:r w:rsidRPr="009647FC">
        <w:rPr>
          <w:rtl/>
        </w:rPr>
        <w:t>وقال يرثي السيد علي النقيب ضمن كتاب التمسه عليه بعض الأشراف عن لسانه</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F849C2" w:rsidRPr="00524A24" w:rsidTr="00F849C2">
        <w:trPr>
          <w:trHeight w:val="350"/>
        </w:trPr>
        <w:tc>
          <w:tcPr>
            <w:tcW w:w="3902" w:type="dxa"/>
          </w:tcPr>
          <w:p w:rsidR="00F849C2" w:rsidRPr="00524A24" w:rsidRDefault="00F849C2" w:rsidP="00DC3639">
            <w:pPr>
              <w:pStyle w:val="libPoem"/>
            </w:pPr>
            <w:r w:rsidRPr="009647FC">
              <w:rPr>
                <w:rtl/>
              </w:rPr>
              <w:t>نعى</w:t>
            </w:r>
            <w:r>
              <w:rPr>
                <w:rtl/>
              </w:rPr>
              <w:t xml:space="preserve"> </w:t>
            </w:r>
            <w:r w:rsidRPr="009647FC">
              <w:rPr>
                <w:rtl/>
              </w:rPr>
              <w:t>الناعون</w:t>
            </w:r>
            <w:r>
              <w:rPr>
                <w:rtl/>
              </w:rPr>
              <w:t xml:space="preserve"> </w:t>
            </w:r>
            <w:r w:rsidRPr="009647FC">
              <w:rPr>
                <w:rtl/>
              </w:rPr>
              <w:t>للشرف</w:t>
            </w:r>
            <w:r>
              <w:rPr>
                <w:rtl/>
              </w:rPr>
              <w:t xml:space="preserve"> </w:t>
            </w:r>
            <w:r w:rsidRPr="009647FC">
              <w:rPr>
                <w:rtl/>
              </w:rPr>
              <w:t>المعُلى</w:t>
            </w:r>
            <w:r w:rsidRPr="00677BC4">
              <w:rPr>
                <w:rStyle w:val="libPoemTiniChar0"/>
                <w:rtl/>
              </w:rPr>
              <w:br/>
              <w:t> </w:t>
            </w:r>
          </w:p>
        </w:tc>
        <w:tc>
          <w:tcPr>
            <w:tcW w:w="301" w:type="dxa"/>
          </w:tcPr>
          <w:p w:rsidR="00F849C2" w:rsidRPr="00677BC4" w:rsidRDefault="00F849C2" w:rsidP="00DC3639">
            <w:pPr>
              <w:pStyle w:val="libPoem"/>
              <w:rPr>
                <w:rtl/>
              </w:rPr>
            </w:pPr>
          </w:p>
        </w:tc>
        <w:tc>
          <w:tcPr>
            <w:tcW w:w="3884" w:type="dxa"/>
          </w:tcPr>
          <w:p w:rsidR="00F849C2" w:rsidRPr="00677BC4" w:rsidRDefault="00F849C2" w:rsidP="00DC3639">
            <w:pPr>
              <w:pStyle w:val="libPoem"/>
            </w:pPr>
            <w:r w:rsidRPr="009647FC">
              <w:rPr>
                <w:rtl/>
              </w:rPr>
              <w:t>فتى</w:t>
            </w:r>
            <w:r w:rsidR="004C00A8">
              <w:rPr>
                <w:rtl/>
              </w:rPr>
              <w:t xml:space="preserve"> </w:t>
            </w:r>
            <w:r w:rsidRPr="009647FC">
              <w:rPr>
                <w:rtl/>
              </w:rPr>
              <w:t>الأشراف</w:t>
            </w:r>
            <w:r>
              <w:rPr>
                <w:rtl/>
              </w:rPr>
              <w:t xml:space="preserve"> </w:t>
            </w:r>
            <w:r w:rsidRPr="009647FC">
              <w:rPr>
                <w:rtl/>
              </w:rPr>
              <w:t>سيّد</w:t>
            </w:r>
            <w:r>
              <w:rPr>
                <w:rtl/>
              </w:rPr>
              <w:t>َ</w:t>
            </w:r>
            <w:r w:rsidRPr="009647FC">
              <w:rPr>
                <w:rtl/>
              </w:rPr>
              <w:t>ها</w:t>
            </w:r>
            <w:r>
              <w:rPr>
                <w:rtl/>
              </w:rPr>
              <w:t xml:space="preserve"> </w:t>
            </w:r>
            <w:r w:rsidRPr="009647FC">
              <w:rPr>
                <w:rtl/>
              </w:rPr>
              <w:t>النقيبا</w:t>
            </w:r>
            <w:r w:rsidRPr="00677BC4">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(عليّ</w:t>
            </w:r>
            <w:r>
              <w:rPr>
                <w:rtl/>
              </w:rPr>
              <w:t>َ</w:t>
            </w:r>
            <w:r w:rsidRPr="009647FC">
              <w:rPr>
                <w:rtl/>
              </w:rPr>
              <w:t>)</w:t>
            </w:r>
            <w:r w:rsidR="004C00A8">
              <w:rPr>
                <w:rtl/>
              </w:rPr>
              <w:t xml:space="preserve"> </w:t>
            </w:r>
            <w:r w:rsidRPr="009647FC">
              <w:rPr>
                <w:rtl/>
              </w:rPr>
              <w:t>القدر</w:t>
            </w:r>
            <w:r>
              <w:rPr>
                <w:rtl/>
              </w:rPr>
              <w:t xml:space="preserve"> </w:t>
            </w:r>
            <w:r w:rsidRPr="009647FC">
              <w:rPr>
                <w:rtl/>
              </w:rPr>
              <w:t>أعبق</w:t>
            </w:r>
            <w:r>
              <w:rPr>
                <w:rtl/>
              </w:rPr>
              <w:t xml:space="preserve"> </w:t>
            </w:r>
            <w:r w:rsidRPr="009647FC">
              <w:rPr>
                <w:rtl/>
              </w:rPr>
              <w:t>من</w:t>
            </w:r>
            <w:r>
              <w:rPr>
                <w:rtl/>
              </w:rPr>
              <w:t xml:space="preserve"> </w:t>
            </w:r>
            <w:r w:rsidRPr="009647FC">
              <w:rPr>
                <w:rtl/>
              </w:rPr>
              <w:t>نمته</w:t>
            </w:r>
            <w:r w:rsidRPr="00677BC4">
              <w:rPr>
                <w:rStyle w:val="libPoemTiniChar0"/>
                <w:rtl/>
              </w:rPr>
              <w:br/>
              <w:t> </w:t>
            </w:r>
          </w:p>
        </w:tc>
        <w:tc>
          <w:tcPr>
            <w:tcW w:w="301" w:type="dxa"/>
          </w:tcPr>
          <w:p w:rsidR="00F849C2" w:rsidRPr="00677BC4" w:rsidRDefault="00F849C2" w:rsidP="00DC3639">
            <w:pPr>
              <w:pStyle w:val="libPoem"/>
              <w:rPr>
                <w:rtl/>
              </w:rPr>
            </w:pPr>
          </w:p>
        </w:tc>
        <w:tc>
          <w:tcPr>
            <w:tcW w:w="3884" w:type="dxa"/>
          </w:tcPr>
          <w:p w:rsidR="00F849C2" w:rsidRPr="00677BC4" w:rsidRDefault="00F849C2" w:rsidP="00DC3639">
            <w:pPr>
              <w:pStyle w:val="libPoem"/>
            </w:pPr>
            <w:r w:rsidRPr="009647FC">
              <w:rPr>
                <w:rtl/>
              </w:rPr>
              <w:t>أرومةُ</w:t>
            </w:r>
            <w:r w:rsidR="004C00A8">
              <w:rPr>
                <w:rtl/>
              </w:rPr>
              <w:t xml:space="preserve"> </w:t>
            </w:r>
            <w:r w:rsidRPr="009647FC">
              <w:rPr>
                <w:rtl/>
              </w:rPr>
              <w:t>هاشم</w:t>
            </w:r>
            <w:r>
              <w:rPr>
                <w:rtl/>
              </w:rPr>
              <w:t xml:space="preserve"> </w:t>
            </w:r>
            <w:r w:rsidRPr="009647FC">
              <w:rPr>
                <w:rtl/>
              </w:rPr>
              <w:t>في</w:t>
            </w:r>
            <w:r>
              <w:rPr>
                <w:rtl/>
              </w:rPr>
              <w:t xml:space="preserve"> </w:t>
            </w:r>
            <w:r w:rsidRPr="009647FC">
              <w:rPr>
                <w:rtl/>
              </w:rPr>
              <w:t>المجد</w:t>
            </w:r>
            <w:r>
              <w:rPr>
                <w:rtl/>
              </w:rPr>
              <w:t xml:space="preserve"> </w:t>
            </w:r>
            <w:r w:rsidRPr="009647FC">
              <w:rPr>
                <w:rtl/>
              </w:rPr>
              <w:t>طيبا</w:t>
            </w:r>
            <w:r w:rsidRPr="00677BC4">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به</w:t>
            </w:r>
            <w:r>
              <w:rPr>
                <w:rtl/>
              </w:rPr>
              <w:t xml:space="preserve"> </w:t>
            </w:r>
            <w:r w:rsidRPr="009647FC">
              <w:rPr>
                <w:rtl/>
              </w:rPr>
              <w:t>لبس</w:t>
            </w:r>
            <w:r>
              <w:rPr>
                <w:rtl/>
              </w:rPr>
              <w:t xml:space="preserve"> </w:t>
            </w:r>
            <w:r w:rsidRPr="009647FC">
              <w:rPr>
                <w:rtl/>
              </w:rPr>
              <w:t>الزمانُ</w:t>
            </w:r>
            <w:r>
              <w:rPr>
                <w:rtl/>
              </w:rPr>
              <w:t xml:space="preserve"> </w:t>
            </w:r>
            <w:r w:rsidRPr="009647FC">
              <w:rPr>
                <w:rtl/>
              </w:rPr>
              <w:t>قشيب</w:t>
            </w:r>
            <w:r>
              <w:rPr>
                <w:rtl/>
              </w:rPr>
              <w:t xml:space="preserve">َ </w:t>
            </w:r>
            <w:r w:rsidRPr="009647FC">
              <w:rPr>
                <w:rtl/>
              </w:rPr>
              <w:t>بردٍ</w:t>
            </w:r>
            <w:r w:rsidRPr="00677BC4">
              <w:rPr>
                <w:rStyle w:val="libPoemTiniChar0"/>
                <w:rtl/>
              </w:rPr>
              <w:br/>
              <w:t> </w:t>
            </w:r>
          </w:p>
        </w:tc>
        <w:tc>
          <w:tcPr>
            <w:tcW w:w="301" w:type="dxa"/>
          </w:tcPr>
          <w:p w:rsidR="00F849C2" w:rsidRPr="00677BC4" w:rsidRDefault="00F849C2" w:rsidP="00DC3639">
            <w:pPr>
              <w:pStyle w:val="libPoem"/>
              <w:rPr>
                <w:rtl/>
              </w:rPr>
            </w:pPr>
          </w:p>
        </w:tc>
        <w:tc>
          <w:tcPr>
            <w:tcW w:w="3884" w:type="dxa"/>
          </w:tcPr>
          <w:p w:rsidR="00F849C2" w:rsidRPr="00677BC4" w:rsidRDefault="00F849C2" w:rsidP="00DC3639">
            <w:pPr>
              <w:pStyle w:val="libPoem"/>
            </w:pPr>
            <w:r w:rsidRPr="009647FC">
              <w:rPr>
                <w:rtl/>
              </w:rPr>
              <w:t>فجوذب</w:t>
            </w:r>
            <w:r w:rsidR="004C00A8">
              <w:rPr>
                <w:rtl/>
              </w:rPr>
              <w:t xml:space="preserve"> </w:t>
            </w:r>
            <w:r w:rsidRPr="009647FC">
              <w:rPr>
                <w:rtl/>
              </w:rPr>
              <w:t>ذلك</w:t>
            </w:r>
            <w:r>
              <w:rPr>
                <w:rtl/>
              </w:rPr>
              <w:t xml:space="preserve"> </w:t>
            </w:r>
            <w:r w:rsidRPr="009647FC">
              <w:rPr>
                <w:rtl/>
              </w:rPr>
              <w:t>البرد</w:t>
            </w:r>
            <w:r>
              <w:rPr>
                <w:rtl/>
              </w:rPr>
              <w:t xml:space="preserve"> </w:t>
            </w:r>
            <w:r w:rsidRPr="009647FC">
              <w:rPr>
                <w:rtl/>
              </w:rPr>
              <w:t>القشيبا</w:t>
            </w:r>
            <w:r w:rsidRPr="00677BC4">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F849C2">
              <w:rPr>
                <w:rtl/>
              </w:rPr>
              <w:t>مضى محضَ الضريبة في المعالي</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F849C2">
              <w:rPr>
                <w:rtl/>
              </w:rPr>
              <w:t>وخلّ</w:t>
            </w:r>
            <w:r w:rsidRPr="00524A24">
              <w:rPr>
                <w:rtl/>
              </w:rPr>
              <w:t>َ</w:t>
            </w:r>
            <w:r w:rsidRPr="00F849C2">
              <w:rPr>
                <w:rtl/>
              </w:rPr>
              <w:t>د</w:t>
            </w:r>
            <w:r w:rsidR="004C00A8">
              <w:rPr>
                <w:rtl/>
              </w:rPr>
              <w:t xml:space="preserve"> </w:t>
            </w:r>
            <w:r w:rsidRPr="00F849C2">
              <w:rPr>
                <w:rtl/>
              </w:rPr>
              <w:t>من مآثره ضروبا</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وأبقى</w:t>
            </w:r>
            <w:r>
              <w:rPr>
                <w:rtl/>
              </w:rPr>
              <w:t xml:space="preserve"> </w:t>
            </w:r>
            <w:r w:rsidRPr="009647FC">
              <w:rPr>
                <w:rtl/>
              </w:rPr>
              <w:t>حيث</w:t>
            </w:r>
            <w:r>
              <w:rPr>
                <w:rtl/>
              </w:rPr>
              <w:t xml:space="preserve"> </w:t>
            </w:r>
            <w:r w:rsidRPr="009647FC">
              <w:rPr>
                <w:rtl/>
              </w:rPr>
              <w:t>أغرب</w:t>
            </w:r>
            <w:r>
              <w:rPr>
                <w:rtl/>
              </w:rPr>
              <w:t xml:space="preserve"> </w:t>
            </w:r>
            <w:r w:rsidRPr="009647FC">
              <w:rPr>
                <w:rtl/>
              </w:rPr>
              <w:t>في</w:t>
            </w:r>
            <w:r>
              <w:rPr>
                <w:rtl/>
              </w:rPr>
              <w:t xml:space="preserve"> </w:t>
            </w:r>
            <w:r w:rsidRPr="009647FC">
              <w:rPr>
                <w:rtl/>
              </w:rPr>
              <w:t>المزايا</w:t>
            </w:r>
            <w:r w:rsidRPr="00677BC4">
              <w:rPr>
                <w:rStyle w:val="libPoemTiniChar0"/>
                <w:rtl/>
              </w:rPr>
              <w:br/>
              <w:t> </w:t>
            </w:r>
          </w:p>
        </w:tc>
        <w:tc>
          <w:tcPr>
            <w:tcW w:w="301" w:type="dxa"/>
          </w:tcPr>
          <w:p w:rsidR="00F849C2" w:rsidRPr="00677BC4" w:rsidRDefault="00F849C2" w:rsidP="00DC3639">
            <w:pPr>
              <w:pStyle w:val="libPoem"/>
              <w:rPr>
                <w:rtl/>
              </w:rPr>
            </w:pPr>
          </w:p>
        </w:tc>
        <w:tc>
          <w:tcPr>
            <w:tcW w:w="3884" w:type="dxa"/>
          </w:tcPr>
          <w:p w:rsidR="00F849C2" w:rsidRPr="00677BC4" w:rsidRDefault="00F849C2" w:rsidP="00DC3639">
            <w:pPr>
              <w:pStyle w:val="libPoem"/>
            </w:pPr>
            <w:r w:rsidRPr="009647FC">
              <w:rPr>
                <w:rtl/>
              </w:rPr>
              <w:t>على</w:t>
            </w:r>
            <w:r>
              <w:rPr>
                <w:rtl/>
              </w:rPr>
              <w:t xml:space="preserve"> </w:t>
            </w:r>
            <w:r w:rsidRPr="009647FC">
              <w:rPr>
                <w:rtl/>
              </w:rPr>
              <w:t>كبد</w:t>
            </w:r>
            <w:r>
              <w:rPr>
                <w:rtl/>
              </w:rPr>
              <w:t xml:space="preserve"> </w:t>
            </w:r>
            <w:r w:rsidRPr="009647FC">
              <w:rPr>
                <w:rtl/>
              </w:rPr>
              <w:t>الورى</w:t>
            </w:r>
            <w:r>
              <w:rPr>
                <w:rtl/>
              </w:rPr>
              <w:t xml:space="preserve"> </w:t>
            </w:r>
            <w:r w:rsidRPr="009647FC">
              <w:rPr>
                <w:rtl/>
              </w:rPr>
              <w:t>وسماً</w:t>
            </w:r>
            <w:r>
              <w:rPr>
                <w:rtl/>
              </w:rPr>
              <w:t xml:space="preserve"> </w:t>
            </w:r>
            <w:r w:rsidRPr="009647FC">
              <w:rPr>
                <w:rtl/>
              </w:rPr>
              <w:t>غريبا</w:t>
            </w:r>
            <w:r w:rsidRPr="00677BC4">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إذا</w:t>
            </w:r>
            <w:r w:rsidR="004C00A8">
              <w:rPr>
                <w:rtl/>
              </w:rPr>
              <w:t xml:space="preserve"> </w:t>
            </w:r>
            <w:r w:rsidRPr="009647FC">
              <w:rPr>
                <w:rtl/>
              </w:rPr>
              <w:t>اعترض</w:t>
            </w:r>
            <w:r>
              <w:rPr>
                <w:rtl/>
              </w:rPr>
              <w:t xml:space="preserve"> </w:t>
            </w:r>
            <w:r w:rsidRPr="009647FC">
              <w:rPr>
                <w:rtl/>
              </w:rPr>
              <w:t>السلؤُّ</w:t>
            </w:r>
            <w:r>
              <w:rPr>
                <w:rtl/>
              </w:rPr>
              <w:t xml:space="preserve"> </w:t>
            </w:r>
            <w:r w:rsidRPr="009647FC">
              <w:rPr>
                <w:rtl/>
              </w:rPr>
              <w:t>وكاد</w:t>
            </w:r>
            <w:r>
              <w:rPr>
                <w:rtl/>
              </w:rPr>
              <w:t xml:space="preserve"> </w:t>
            </w:r>
            <w:r w:rsidRPr="009647FC">
              <w:rPr>
                <w:rtl/>
              </w:rPr>
              <w:t>يخبو</w:t>
            </w:r>
            <w:r w:rsidRPr="00677BC4">
              <w:rPr>
                <w:rStyle w:val="libPoemTiniChar0"/>
                <w:rtl/>
              </w:rPr>
              <w:br/>
              <w:t> </w:t>
            </w:r>
          </w:p>
        </w:tc>
        <w:tc>
          <w:tcPr>
            <w:tcW w:w="301" w:type="dxa"/>
          </w:tcPr>
          <w:p w:rsidR="00F849C2" w:rsidRPr="00677BC4" w:rsidRDefault="00F849C2" w:rsidP="00DC3639">
            <w:pPr>
              <w:pStyle w:val="libPoem"/>
              <w:rPr>
                <w:rtl/>
              </w:rPr>
            </w:pPr>
          </w:p>
        </w:tc>
        <w:tc>
          <w:tcPr>
            <w:tcW w:w="3884" w:type="dxa"/>
          </w:tcPr>
          <w:p w:rsidR="00F849C2" w:rsidRPr="00677BC4" w:rsidRDefault="00F849C2" w:rsidP="00DC3639">
            <w:pPr>
              <w:pStyle w:val="libPoem"/>
            </w:pPr>
            <w:r w:rsidRPr="009647FC">
              <w:rPr>
                <w:rtl/>
              </w:rPr>
              <w:t>تعيد</w:t>
            </w:r>
            <w:r w:rsidR="004C00A8">
              <w:rPr>
                <w:rtl/>
              </w:rPr>
              <w:t xml:space="preserve"> </w:t>
            </w:r>
            <w:r w:rsidRPr="009647FC">
              <w:rPr>
                <w:rtl/>
              </w:rPr>
              <w:t>لناره</w:t>
            </w:r>
            <w:r>
              <w:rPr>
                <w:rtl/>
              </w:rPr>
              <w:t xml:space="preserve"> </w:t>
            </w:r>
            <w:r w:rsidRPr="009647FC">
              <w:rPr>
                <w:rtl/>
              </w:rPr>
              <w:t>الذكرى</w:t>
            </w:r>
            <w:r>
              <w:rPr>
                <w:rtl/>
              </w:rPr>
              <w:t xml:space="preserve"> </w:t>
            </w:r>
            <w:r w:rsidRPr="009647FC">
              <w:rPr>
                <w:rtl/>
              </w:rPr>
              <w:t>لهيبا</w:t>
            </w:r>
            <w:r w:rsidRPr="00677BC4">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نعم</w:t>
            </w:r>
            <w:r w:rsidR="004C00A8">
              <w:rPr>
                <w:rtl/>
              </w:rPr>
              <w:t xml:space="preserve"> </w:t>
            </w:r>
            <w:r w:rsidRPr="009647FC">
              <w:rPr>
                <w:rtl/>
              </w:rPr>
              <w:t>رحل</w:t>
            </w:r>
            <w:r>
              <w:rPr>
                <w:rtl/>
              </w:rPr>
              <w:t xml:space="preserve"> </w:t>
            </w:r>
            <w:r w:rsidRPr="009647FC">
              <w:rPr>
                <w:rtl/>
              </w:rPr>
              <w:t>الحِمام</w:t>
            </w:r>
            <w:r>
              <w:rPr>
                <w:rtl/>
              </w:rPr>
              <w:t xml:space="preserve"> </w:t>
            </w:r>
            <w:r w:rsidRPr="009647FC">
              <w:rPr>
                <w:rtl/>
              </w:rPr>
              <w:t>بم</w:t>
            </w:r>
            <w:r>
              <w:rPr>
                <w:rtl/>
              </w:rPr>
              <w:t>َ</w:t>
            </w:r>
            <w:r w:rsidRPr="009647FC">
              <w:rPr>
                <w:rtl/>
              </w:rPr>
              <w:t>نْ</w:t>
            </w:r>
            <w:r>
              <w:rPr>
                <w:rtl/>
              </w:rPr>
              <w:t xml:space="preserve"> </w:t>
            </w:r>
            <w:r w:rsidRPr="009647FC">
              <w:rPr>
                <w:rtl/>
              </w:rPr>
              <w:t>نداه</w:t>
            </w:r>
            <w:r w:rsidRPr="00677BC4">
              <w:rPr>
                <w:rStyle w:val="libPoemTiniChar0"/>
                <w:rtl/>
              </w:rPr>
              <w:br/>
              <w:t> </w:t>
            </w:r>
          </w:p>
        </w:tc>
        <w:tc>
          <w:tcPr>
            <w:tcW w:w="301" w:type="dxa"/>
          </w:tcPr>
          <w:p w:rsidR="00F849C2" w:rsidRPr="00677BC4" w:rsidRDefault="00F849C2" w:rsidP="00DC3639">
            <w:pPr>
              <w:pStyle w:val="libPoem"/>
              <w:rPr>
                <w:rtl/>
              </w:rPr>
            </w:pPr>
          </w:p>
        </w:tc>
        <w:tc>
          <w:tcPr>
            <w:tcW w:w="3884" w:type="dxa"/>
          </w:tcPr>
          <w:p w:rsidR="00F849C2" w:rsidRPr="00524A24" w:rsidRDefault="00F849C2" w:rsidP="00DC3639">
            <w:pPr>
              <w:pStyle w:val="libPoem"/>
            </w:pPr>
            <w:r w:rsidRPr="009647FC">
              <w:rPr>
                <w:rtl/>
              </w:rPr>
              <w:t>أقام</w:t>
            </w:r>
            <w:r w:rsidR="004C00A8">
              <w:rPr>
                <w:rtl/>
              </w:rPr>
              <w:t xml:space="preserve"> </w:t>
            </w:r>
            <w:r w:rsidRPr="009647FC">
              <w:rPr>
                <w:rtl/>
              </w:rPr>
              <w:t>بكلّ</w:t>
            </w:r>
            <w:r>
              <w:rPr>
                <w:rtl/>
              </w:rPr>
              <w:t xml:space="preserve"> </w:t>
            </w:r>
            <w:r w:rsidRPr="009647FC">
              <w:rPr>
                <w:rtl/>
              </w:rPr>
              <w:t>ناحيةٍ</w:t>
            </w:r>
            <w:r>
              <w:rPr>
                <w:rtl/>
              </w:rPr>
              <w:t xml:space="preserve"> </w:t>
            </w:r>
            <w:r w:rsidRPr="009647FC">
              <w:rPr>
                <w:rtl/>
              </w:rPr>
              <w:t>خطيبا</w:t>
            </w:r>
            <w:r w:rsidRPr="00677BC4">
              <w:rPr>
                <w:rStyle w:val="libPoemTiniChar0"/>
                <w:rtl/>
              </w:rPr>
              <w:br/>
              <w:t> </w:t>
            </w:r>
          </w:p>
        </w:tc>
      </w:tr>
    </w:tbl>
    <w:p w:rsidR="009647FC" w:rsidRPr="00524A24" w:rsidRDefault="009647FC" w:rsidP="004E7EC6">
      <w:pPr>
        <w:pStyle w:val="libNormal"/>
      </w:pPr>
      <w:r w:rsidRPr="009647FC">
        <w:rPr>
          <w:rtl/>
        </w:rPr>
        <w:t>وقال (رحمه اللّه) في رثاء ولده وأخيه</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F849C2" w:rsidRPr="00524A24" w:rsidTr="00F849C2">
        <w:trPr>
          <w:trHeight w:val="350"/>
        </w:trPr>
        <w:tc>
          <w:tcPr>
            <w:tcW w:w="3902" w:type="dxa"/>
          </w:tcPr>
          <w:p w:rsidR="00F849C2" w:rsidRPr="00524A24" w:rsidRDefault="00F849C2" w:rsidP="00DC3639">
            <w:pPr>
              <w:pStyle w:val="libPoem"/>
            </w:pPr>
            <w:r w:rsidRPr="00F849C2">
              <w:rPr>
                <w:rtl/>
              </w:rPr>
              <w:t>نضارةُ</w:t>
            </w:r>
            <w:r w:rsidR="004C00A8">
              <w:rPr>
                <w:rtl/>
              </w:rPr>
              <w:t xml:space="preserve"> </w:t>
            </w:r>
            <w:r w:rsidRPr="00F849C2">
              <w:rPr>
                <w:rtl/>
              </w:rPr>
              <w:t>عيشٍ أزهرت واضمحلّت</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F849C2">
              <w:rPr>
                <w:rtl/>
              </w:rPr>
              <w:t>وأيامُ</w:t>
            </w:r>
            <w:r w:rsidR="004C00A8">
              <w:rPr>
                <w:rtl/>
              </w:rPr>
              <w:t xml:space="preserve"> </w:t>
            </w:r>
            <w:r w:rsidRPr="00F849C2">
              <w:rPr>
                <w:rtl/>
              </w:rPr>
              <w:t>أنسٍ أقبلت ثمّ ول</w:t>
            </w:r>
            <w:r w:rsidRPr="00524A24">
              <w:rPr>
                <w:rtl/>
              </w:rPr>
              <w:t>ّ</w:t>
            </w:r>
            <w:r w:rsidRPr="00F849C2">
              <w:rPr>
                <w:rtl/>
              </w:rPr>
              <w:t>ت</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ومنفقةٍ</w:t>
            </w:r>
            <w:r w:rsidR="004C00A8">
              <w:rPr>
                <w:rtl/>
              </w:rPr>
              <w:t xml:space="preserve"> </w:t>
            </w:r>
            <w:r w:rsidRPr="009647FC">
              <w:rPr>
                <w:rtl/>
              </w:rPr>
              <w:t>باللهو</w:t>
            </w:r>
            <w:r>
              <w:rPr>
                <w:rtl/>
              </w:rPr>
              <w:t xml:space="preserve"> </w:t>
            </w:r>
            <w:r w:rsidRPr="009647FC">
              <w:rPr>
                <w:rtl/>
              </w:rPr>
              <w:t>أيام</w:t>
            </w:r>
            <w:r>
              <w:rPr>
                <w:rtl/>
              </w:rPr>
              <w:t xml:space="preserve">َ </w:t>
            </w:r>
            <w:r w:rsidRPr="009647FC">
              <w:rPr>
                <w:rtl/>
              </w:rPr>
              <w:t>عمرِها</w:t>
            </w:r>
            <w:r w:rsidRPr="00677BC4">
              <w:rPr>
                <w:rStyle w:val="libPoemTiniChar0"/>
                <w:rtl/>
              </w:rPr>
              <w:br/>
              <w:t> </w:t>
            </w:r>
          </w:p>
        </w:tc>
        <w:tc>
          <w:tcPr>
            <w:tcW w:w="301" w:type="dxa"/>
          </w:tcPr>
          <w:p w:rsidR="00F849C2" w:rsidRPr="00677BC4" w:rsidRDefault="00F849C2" w:rsidP="00DC3639">
            <w:pPr>
              <w:pStyle w:val="libPoem"/>
              <w:rPr>
                <w:rtl/>
              </w:rPr>
            </w:pPr>
          </w:p>
        </w:tc>
        <w:tc>
          <w:tcPr>
            <w:tcW w:w="3884" w:type="dxa"/>
          </w:tcPr>
          <w:p w:rsidR="00F849C2" w:rsidRPr="00677BC4" w:rsidRDefault="00F849C2" w:rsidP="00DC3639">
            <w:pPr>
              <w:pStyle w:val="libPoem"/>
            </w:pPr>
            <w:r w:rsidRPr="009647FC">
              <w:rPr>
                <w:rtl/>
              </w:rPr>
              <w:t>سروراً</w:t>
            </w:r>
            <w:r w:rsidR="004C00A8">
              <w:rPr>
                <w:rtl/>
              </w:rPr>
              <w:t xml:space="preserve"> </w:t>
            </w:r>
            <w:r w:rsidRPr="009647FC">
              <w:rPr>
                <w:rtl/>
              </w:rPr>
              <w:t>رأت</w:t>
            </w:r>
            <w:r>
              <w:rPr>
                <w:rtl/>
              </w:rPr>
              <w:t xml:space="preserve"> </w:t>
            </w:r>
            <w:r w:rsidRPr="009647FC">
              <w:rPr>
                <w:rtl/>
              </w:rPr>
              <w:t>ردني</w:t>
            </w:r>
            <w:r>
              <w:rPr>
                <w:rtl/>
              </w:rPr>
              <w:t xml:space="preserve"> </w:t>
            </w:r>
            <w:r w:rsidRPr="009647FC">
              <w:rPr>
                <w:rtl/>
              </w:rPr>
              <w:t>بدمعي</w:t>
            </w:r>
            <w:r>
              <w:rPr>
                <w:rtl/>
              </w:rPr>
              <w:t xml:space="preserve"> </w:t>
            </w:r>
            <w:r w:rsidRPr="009647FC">
              <w:rPr>
                <w:rtl/>
              </w:rPr>
              <w:t>بلّت</w:t>
            </w:r>
            <w:r w:rsidRPr="00677BC4">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F849C2">
              <w:rPr>
                <w:rtl/>
              </w:rPr>
              <w:t>فظنت عزائي بالملام فأكثرتْ</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F849C2">
              <w:rPr>
                <w:rtl/>
              </w:rPr>
              <w:t>فلمّا رأت أن لا عزاءَ أقل</w:t>
            </w:r>
            <w:r w:rsidRPr="00524A24">
              <w:rPr>
                <w:rtl/>
              </w:rPr>
              <w:t>ّ</w:t>
            </w:r>
            <w:r w:rsidRPr="00F849C2">
              <w:rPr>
                <w:rtl/>
              </w:rPr>
              <w:t>ت</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فقد</w:t>
            </w:r>
            <w:r w:rsidR="004C00A8">
              <w:rPr>
                <w:rtl/>
              </w:rPr>
              <w:t xml:space="preserve"> </w:t>
            </w:r>
            <w:r w:rsidRPr="009647FC">
              <w:rPr>
                <w:rtl/>
              </w:rPr>
              <w:t>عزيت</w:t>
            </w:r>
            <w:r>
              <w:rPr>
                <w:rtl/>
              </w:rPr>
              <w:t xml:space="preserve"> </w:t>
            </w:r>
            <w:r w:rsidRPr="009647FC">
              <w:rPr>
                <w:rtl/>
              </w:rPr>
              <w:t>باللون</w:t>
            </w:r>
            <w:r>
              <w:rPr>
                <w:rtl/>
              </w:rPr>
              <w:t xml:space="preserve"> </w:t>
            </w:r>
            <w:r w:rsidRPr="009647FC">
              <w:rPr>
                <w:rtl/>
              </w:rPr>
              <w:t>والقلب</w:t>
            </w:r>
            <w:r>
              <w:rPr>
                <w:rtl/>
              </w:rPr>
              <w:t xml:space="preserve"> </w:t>
            </w:r>
            <w:r w:rsidRPr="009647FC">
              <w:rPr>
                <w:rtl/>
              </w:rPr>
              <w:t>بالجوى</w:t>
            </w:r>
            <w:r w:rsidRPr="00677BC4">
              <w:rPr>
                <w:rStyle w:val="libPoemTiniChar0"/>
                <w:rtl/>
              </w:rPr>
              <w:br/>
              <w:t> </w:t>
            </w:r>
          </w:p>
        </w:tc>
        <w:tc>
          <w:tcPr>
            <w:tcW w:w="301" w:type="dxa"/>
          </w:tcPr>
          <w:p w:rsidR="00F849C2" w:rsidRPr="00677BC4" w:rsidRDefault="00F849C2" w:rsidP="00DC3639">
            <w:pPr>
              <w:pStyle w:val="libPoem"/>
              <w:rPr>
                <w:rtl/>
              </w:rPr>
            </w:pPr>
          </w:p>
        </w:tc>
        <w:tc>
          <w:tcPr>
            <w:tcW w:w="3884" w:type="dxa"/>
          </w:tcPr>
          <w:p w:rsidR="00F849C2" w:rsidRPr="00677BC4" w:rsidRDefault="00F849C2" w:rsidP="00DC3639">
            <w:pPr>
              <w:pStyle w:val="libPoem"/>
            </w:pPr>
            <w:r w:rsidRPr="009647FC">
              <w:rPr>
                <w:rtl/>
              </w:rPr>
              <w:t>فما</w:t>
            </w:r>
            <w:r w:rsidR="004C00A8">
              <w:rPr>
                <w:rtl/>
              </w:rPr>
              <w:t xml:space="preserve"> </w:t>
            </w:r>
            <w:r w:rsidRPr="009647FC">
              <w:rPr>
                <w:rtl/>
              </w:rPr>
              <w:t>ملّ</w:t>
            </w:r>
            <w:r>
              <w:rPr>
                <w:rtl/>
              </w:rPr>
              <w:t xml:space="preserve">َ </w:t>
            </w:r>
            <w:r w:rsidRPr="009647FC">
              <w:rPr>
                <w:rtl/>
              </w:rPr>
              <w:t>قلبي</w:t>
            </w:r>
            <w:r>
              <w:rPr>
                <w:rtl/>
              </w:rPr>
              <w:t xml:space="preserve"> </w:t>
            </w:r>
            <w:r w:rsidRPr="009647FC">
              <w:rPr>
                <w:rtl/>
              </w:rPr>
              <w:t>والعواذلُ</w:t>
            </w:r>
            <w:r>
              <w:rPr>
                <w:rtl/>
              </w:rPr>
              <w:t xml:space="preserve"> </w:t>
            </w:r>
            <w:r w:rsidRPr="009647FC">
              <w:rPr>
                <w:rtl/>
              </w:rPr>
              <w:t>ملّت</w:t>
            </w:r>
            <w:r w:rsidRPr="00677BC4">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سقى</w:t>
            </w:r>
            <w:r>
              <w:rPr>
                <w:rtl/>
              </w:rPr>
              <w:t xml:space="preserve"> </w:t>
            </w:r>
            <w:r w:rsidRPr="009647FC">
              <w:rPr>
                <w:rtl/>
              </w:rPr>
              <w:t>الله</w:t>
            </w:r>
            <w:r w:rsidRPr="004E7EC6">
              <w:rPr>
                <w:rStyle w:val="libFootnotenumChar"/>
                <w:rtl/>
              </w:rPr>
              <w:t>(1)</w:t>
            </w:r>
            <w:r>
              <w:rPr>
                <w:rtl/>
              </w:rPr>
              <w:t xml:space="preserve"> </w:t>
            </w:r>
            <w:r w:rsidRPr="009647FC">
              <w:rPr>
                <w:rtl/>
              </w:rPr>
              <w:t>قبراً</w:t>
            </w:r>
            <w:r>
              <w:rPr>
                <w:rtl/>
              </w:rPr>
              <w:t xml:space="preserve"> </w:t>
            </w:r>
            <w:r w:rsidRPr="009647FC">
              <w:rPr>
                <w:rtl/>
              </w:rPr>
              <w:t>هلت</w:t>
            </w:r>
            <w:r>
              <w:rPr>
                <w:rtl/>
              </w:rPr>
              <w:t xml:space="preserve"> </w:t>
            </w:r>
            <w:r w:rsidRPr="009647FC">
              <w:rPr>
                <w:rtl/>
              </w:rPr>
              <w:t>أمس</w:t>
            </w:r>
            <w:r>
              <w:rPr>
                <w:rtl/>
              </w:rPr>
              <w:t xml:space="preserve"> </w:t>
            </w:r>
            <w:r w:rsidRPr="009647FC">
              <w:rPr>
                <w:rtl/>
              </w:rPr>
              <w:t>ترابه</w:t>
            </w:r>
            <w:r w:rsidRPr="00677BC4">
              <w:rPr>
                <w:rStyle w:val="libPoemTiniChar0"/>
                <w:rtl/>
              </w:rPr>
              <w:br/>
              <w:t> </w:t>
            </w:r>
          </w:p>
        </w:tc>
        <w:tc>
          <w:tcPr>
            <w:tcW w:w="301" w:type="dxa"/>
          </w:tcPr>
          <w:p w:rsidR="00F849C2" w:rsidRPr="00677BC4" w:rsidRDefault="00F849C2" w:rsidP="00DC3639">
            <w:pPr>
              <w:pStyle w:val="libPoem"/>
              <w:rPr>
                <w:rtl/>
              </w:rPr>
            </w:pPr>
          </w:p>
        </w:tc>
        <w:tc>
          <w:tcPr>
            <w:tcW w:w="3884" w:type="dxa"/>
          </w:tcPr>
          <w:p w:rsidR="00F849C2" w:rsidRPr="00677BC4" w:rsidRDefault="00F849C2" w:rsidP="00DC3639">
            <w:pPr>
              <w:pStyle w:val="libPoem"/>
            </w:pPr>
            <w:r w:rsidRPr="009647FC">
              <w:rPr>
                <w:rtl/>
              </w:rPr>
              <w:t>على</w:t>
            </w:r>
            <w:r>
              <w:rPr>
                <w:rtl/>
              </w:rPr>
              <w:t xml:space="preserve"> </w:t>
            </w:r>
            <w:r w:rsidRPr="009647FC">
              <w:rPr>
                <w:rtl/>
              </w:rPr>
              <w:t>روح</w:t>
            </w:r>
            <w:r>
              <w:rPr>
                <w:rtl/>
              </w:rPr>
              <w:t xml:space="preserve"> </w:t>
            </w:r>
            <w:r w:rsidRPr="009647FC">
              <w:rPr>
                <w:rtl/>
              </w:rPr>
              <w:t>جسمي</w:t>
            </w:r>
            <w:r>
              <w:rPr>
                <w:rtl/>
              </w:rPr>
              <w:t xml:space="preserve">، </w:t>
            </w:r>
            <w:r w:rsidRPr="009647FC">
              <w:rPr>
                <w:rtl/>
              </w:rPr>
              <w:t>ليت</w:t>
            </w:r>
            <w:r>
              <w:rPr>
                <w:rtl/>
              </w:rPr>
              <w:t xml:space="preserve"> </w:t>
            </w:r>
            <w:r w:rsidRPr="009647FC">
              <w:rPr>
                <w:rtl/>
              </w:rPr>
              <w:t>كفّي</w:t>
            </w:r>
            <w:r>
              <w:rPr>
                <w:rtl/>
              </w:rPr>
              <w:t xml:space="preserve"> </w:t>
            </w:r>
            <w:r w:rsidRPr="009647FC">
              <w:rPr>
                <w:rtl/>
              </w:rPr>
              <w:t>شلّت</w:t>
            </w:r>
            <w:r w:rsidRPr="00677BC4">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غدا</w:t>
            </w:r>
            <w:r w:rsidR="004C00A8">
              <w:rPr>
                <w:rtl/>
              </w:rPr>
              <w:t xml:space="preserve"> </w:t>
            </w:r>
            <w:r w:rsidRPr="009647FC">
              <w:rPr>
                <w:rtl/>
              </w:rPr>
              <w:t>سائراً</w:t>
            </w:r>
            <w:r>
              <w:rPr>
                <w:rtl/>
              </w:rPr>
              <w:t xml:space="preserve"> </w:t>
            </w:r>
            <w:r w:rsidRPr="009647FC">
              <w:rPr>
                <w:rtl/>
              </w:rPr>
              <w:t>والطرفُ</w:t>
            </w:r>
            <w:r>
              <w:rPr>
                <w:rtl/>
              </w:rPr>
              <w:t xml:space="preserve"> </w:t>
            </w:r>
            <w:r w:rsidRPr="009647FC">
              <w:rPr>
                <w:rtl/>
              </w:rPr>
              <w:t>يتبع</w:t>
            </w:r>
            <w:r>
              <w:rPr>
                <w:rtl/>
              </w:rPr>
              <w:t xml:space="preserve"> </w:t>
            </w:r>
            <w:r w:rsidRPr="009647FC">
              <w:rPr>
                <w:rtl/>
              </w:rPr>
              <w:t>نعشه</w:t>
            </w:r>
            <w:r>
              <w:rPr>
                <w:rtl/>
              </w:rPr>
              <w:t>َ</w:t>
            </w:r>
            <w:r w:rsidRPr="00677BC4">
              <w:rPr>
                <w:rStyle w:val="libPoemTiniChar0"/>
                <w:rtl/>
              </w:rPr>
              <w:br/>
              <w:t> </w:t>
            </w:r>
          </w:p>
        </w:tc>
        <w:tc>
          <w:tcPr>
            <w:tcW w:w="301" w:type="dxa"/>
          </w:tcPr>
          <w:p w:rsidR="00F849C2" w:rsidRPr="00677BC4" w:rsidRDefault="00F849C2" w:rsidP="00DC3639">
            <w:pPr>
              <w:pStyle w:val="libPoem"/>
              <w:rPr>
                <w:rtl/>
              </w:rPr>
            </w:pPr>
          </w:p>
        </w:tc>
        <w:tc>
          <w:tcPr>
            <w:tcW w:w="3884" w:type="dxa"/>
          </w:tcPr>
          <w:p w:rsidR="00F849C2" w:rsidRPr="00677BC4" w:rsidRDefault="00F849C2" w:rsidP="00DC3639">
            <w:pPr>
              <w:pStyle w:val="libPoem"/>
            </w:pPr>
            <w:r w:rsidRPr="009647FC">
              <w:rPr>
                <w:rtl/>
              </w:rPr>
              <w:t>غداة</w:t>
            </w:r>
            <w:r w:rsidR="004C00A8">
              <w:rPr>
                <w:rtl/>
              </w:rPr>
              <w:t xml:space="preserve"> </w:t>
            </w:r>
            <w:r w:rsidRPr="009647FC">
              <w:rPr>
                <w:rtl/>
              </w:rPr>
              <w:t>به</w:t>
            </w:r>
            <w:r>
              <w:rPr>
                <w:rtl/>
              </w:rPr>
              <w:t xml:space="preserve"> </w:t>
            </w:r>
            <w:r w:rsidRPr="009647FC">
              <w:rPr>
                <w:rtl/>
              </w:rPr>
              <w:t>عيسُ</w:t>
            </w:r>
            <w:r>
              <w:rPr>
                <w:rtl/>
              </w:rPr>
              <w:t xml:space="preserve"> </w:t>
            </w:r>
            <w:r w:rsidRPr="009647FC">
              <w:rPr>
                <w:rtl/>
              </w:rPr>
              <w:t>المنايا</w:t>
            </w:r>
            <w:r>
              <w:rPr>
                <w:rtl/>
              </w:rPr>
              <w:t xml:space="preserve"> </w:t>
            </w:r>
            <w:r w:rsidRPr="009647FC">
              <w:rPr>
                <w:rtl/>
              </w:rPr>
              <w:t>استقل</w:t>
            </w:r>
            <w:r>
              <w:rPr>
                <w:rtl/>
              </w:rPr>
              <w:t>َ</w:t>
            </w:r>
            <w:r w:rsidRPr="009647FC">
              <w:rPr>
                <w:rtl/>
              </w:rPr>
              <w:t>ّت</w:t>
            </w:r>
            <w:r w:rsidRPr="00677BC4">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ولمّا</w:t>
            </w:r>
            <w:r w:rsidR="004C00A8">
              <w:rPr>
                <w:rtl/>
              </w:rPr>
              <w:t xml:space="preserve"> </w:t>
            </w:r>
            <w:r w:rsidRPr="009647FC">
              <w:rPr>
                <w:rtl/>
              </w:rPr>
              <w:t>تصدّى</w:t>
            </w:r>
            <w:r>
              <w:rPr>
                <w:rtl/>
              </w:rPr>
              <w:t xml:space="preserve"> </w:t>
            </w:r>
            <w:r w:rsidRPr="009647FC">
              <w:rPr>
                <w:rtl/>
              </w:rPr>
              <w:t>حائلُ</w:t>
            </w:r>
            <w:r w:rsidRPr="004E7EC6">
              <w:rPr>
                <w:rStyle w:val="libFootnotenumChar"/>
                <w:rtl/>
              </w:rPr>
              <w:t>(2)</w:t>
            </w:r>
            <w:r>
              <w:rPr>
                <w:rtl/>
              </w:rPr>
              <w:t xml:space="preserve"> </w:t>
            </w:r>
            <w:r w:rsidRPr="009647FC">
              <w:rPr>
                <w:rtl/>
              </w:rPr>
              <w:t>الترب</w:t>
            </w:r>
            <w:r>
              <w:rPr>
                <w:rtl/>
              </w:rPr>
              <w:t xml:space="preserve"> </w:t>
            </w:r>
            <w:r w:rsidRPr="009647FC">
              <w:rPr>
                <w:rtl/>
              </w:rPr>
              <w:t>دونه</w:t>
            </w:r>
            <w:r w:rsidRPr="00677BC4">
              <w:rPr>
                <w:rStyle w:val="libPoemTiniChar0"/>
                <w:rtl/>
              </w:rPr>
              <w:br/>
              <w:t> </w:t>
            </w:r>
          </w:p>
        </w:tc>
        <w:tc>
          <w:tcPr>
            <w:tcW w:w="301" w:type="dxa"/>
          </w:tcPr>
          <w:p w:rsidR="00F849C2" w:rsidRPr="00677BC4" w:rsidRDefault="00F849C2" w:rsidP="00DC3639">
            <w:pPr>
              <w:pStyle w:val="libPoem"/>
              <w:rPr>
                <w:rtl/>
              </w:rPr>
            </w:pPr>
          </w:p>
        </w:tc>
        <w:tc>
          <w:tcPr>
            <w:tcW w:w="3884" w:type="dxa"/>
          </w:tcPr>
          <w:p w:rsidR="00F849C2" w:rsidRPr="00677BC4" w:rsidRDefault="00F849C2" w:rsidP="00DC3639">
            <w:pPr>
              <w:pStyle w:val="libPoem"/>
            </w:pPr>
            <w:r w:rsidRPr="009647FC">
              <w:rPr>
                <w:rtl/>
              </w:rPr>
              <w:t>وعيني</w:t>
            </w:r>
            <w:r>
              <w:rPr>
                <w:rtl/>
              </w:rPr>
              <w:t>َ</w:t>
            </w:r>
            <w:r w:rsidR="004C00A8">
              <w:rPr>
                <w:rtl/>
              </w:rPr>
              <w:t xml:space="preserve"> </w:t>
            </w:r>
            <w:r w:rsidRPr="009647FC">
              <w:rPr>
                <w:rtl/>
              </w:rPr>
              <w:t>منه</w:t>
            </w:r>
            <w:r>
              <w:rPr>
                <w:rtl/>
              </w:rPr>
              <w:t xml:space="preserve"> </w:t>
            </w:r>
            <w:r w:rsidRPr="009647FC">
              <w:rPr>
                <w:rtl/>
              </w:rPr>
              <w:t>لا</w:t>
            </w:r>
            <w:r>
              <w:rPr>
                <w:rtl/>
              </w:rPr>
              <w:t xml:space="preserve"> </w:t>
            </w:r>
            <w:r w:rsidRPr="009647FC">
              <w:rPr>
                <w:rtl/>
              </w:rPr>
              <w:t>فؤادي</w:t>
            </w:r>
            <w:r>
              <w:rPr>
                <w:rtl/>
              </w:rPr>
              <w:t xml:space="preserve"> </w:t>
            </w:r>
            <w:r w:rsidRPr="009647FC">
              <w:rPr>
                <w:rtl/>
              </w:rPr>
              <w:t>تخلّت</w:t>
            </w:r>
            <w:r w:rsidRPr="00677BC4">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تلفّ</w:t>
            </w:r>
            <w:r>
              <w:rPr>
                <w:rtl/>
              </w:rPr>
              <w:t>َ</w:t>
            </w:r>
            <w:r w:rsidRPr="009647FC">
              <w:rPr>
                <w:rtl/>
              </w:rPr>
              <w:t>تُّ</w:t>
            </w:r>
            <w:r w:rsidR="004C00A8">
              <w:rPr>
                <w:rtl/>
              </w:rPr>
              <w:t xml:space="preserve"> </w:t>
            </w:r>
            <w:r w:rsidRPr="009647FC">
              <w:rPr>
                <w:rtl/>
              </w:rPr>
              <w:t>والأحشاء</w:t>
            </w:r>
            <w:r>
              <w:rPr>
                <w:rtl/>
              </w:rPr>
              <w:t xml:space="preserve"> </w:t>
            </w:r>
            <w:r w:rsidRPr="009647FC">
              <w:rPr>
                <w:rtl/>
              </w:rPr>
              <w:t>عن</w:t>
            </w:r>
            <w:r>
              <w:rPr>
                <w:rtl/>
              </w:rPr>
              <w:t xml:space="preserve"> </w:t>
            </w:r>
            <w:r w:rsidRPr="009647FC">
              <w:rPr>
                <w:rtl/>
              </w:rPr>
              <w:t>مستقرِّها</w:t>
            </w:r>
            <w:r w:rsidRPr="00677BC4">
              <w:rPr>
                <w:rStyle w:val="libPoemTiniChar0"/>
                <w:rtl/>
              </w:rPr>
              <w:br/>
              <w:t> </w:t>
            </w:r>
          </w:p>
        </w:tc>
        <w:tc>
          <w:tcPr>
            <w:tcW w:w="301" w:type="dxa"/>
          </w:tcPr>
          <w:p w:rsidR="00F849C2" w:rsidRPr="00677BC4" w:rsidRDefault="00F849C2" w:rsidP="00DC3639">
            <w:pPr>
              <w:pStyle w:val="libPoem"/>
              <w:rPr>
                <w:rtl/>
              </w:rPr>
            </w:pPr>
          </w:p>
        </w:tc>
        <w:tc>
          <w:tcPr>
            <w:tcW w:w="3884" w:type="dxa"/>
          </w:tcPr>
          <w:p w:rsidR="00F849C2" w:rsidRPr="00524A24" w:rsidRDefault="00F849C2" w:rsidP="00DC3639">
            <w:pPr>
              <w:pStyle w:val="libPoem"/>
            </w:pPr>
            <w:r>
              <w:rPr>
                <w:rtl/>
              </w:rPr>
              <w:t>(</w:t>
            </w:r>
            <w:r w:rsidRPr="009647FC">
              <w:rPr>
                <w:rtl/>
              </w:rPr>
              <w:t>لشدّة</w:t>
            </w:r>
            <w:r w:rsidR="004C00A8">
              <w:rPr>
                <w:rtl/>
              </w:rPr>
              <w:t xml:space="preserve"> </w:t>
            </w:r>
            <w:r w:rsidRPr="009647FC">
              <w:rPr>
                <w:rtl/>
              </w:rPr>
              <w:t>ما</w:t>
            </w:r>
            <w:r>
              <w:rPr>
                <w:rtl/>
              </w:rPr>
              <w:t xml:space="preserve"> </w:t>
            </w:r>
            <w:r w:rsidRPr="009647FC">
              <w:rPr>
                <w:rtl/>
              </w:rPr>
              <w:t>تنزو</w:t>
            </w:r>
            <w:r>
              <w:rPr>
                <w:rtl/>
              </w:rPr>
              <w:t xml:space="preserve"> </w:t>
            </w:r>
            <w:r w:rsidRPr="009647FC">
              <w:rPr>
                <w:rtl/>
              </w:rPr>
              <w:t>من</w:t>
            </w:r>
            <w:r>
              <w:rPr>
                <w:rtl/>
              </w:rPr>
              <w:t xml:space="preserve"> </w:t>
            </w:r>
            <w:r w:rsidRPr="009647FC">
              <w:rPr>
                <w:rtl/>
              </w:rPr>
              <w:t>الوجد</w:t>
            </w:r>
            <w:r>
              <w:rPr>
                <w:rtl/>
              </w:rPr>
              <w:t xml:space="preserve">) </w:t>
            </w:r>
            <w:r w:rsidRPr="009647FC">
              <w:rPr>
                <w:rtl/>
              </w:rPr>
              <w:t>زلّت</w:t>
            </w:r>
            <w:r w:rsidRPr="00677BC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الديوان المطبوع</w:t>
      </w:r>
      <w:r w:rsidR="00D769AB">
        <w:rPr>
          <w:rtl/>
        </w:rPr>
        <w:t>:</w:t>
      </w:r>
      <w:r w:rsidRPr="009647FC">
        <w:rPr>
          <w:rtl/>
        </w:rPr>
        <w:t xml:space="preserve"> سقى الغيث</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وفيه أيضاً</w:t>
      </w:r>
      <w:r w:rsidR="00D769AB">
        <w:rPr>
          <w:rtl/>
        </w:rPr>
        <w:t>:</w:t>
      </w:r>
      <w:r w:rsidRPr="009647FC">
        <w:rPr>
          <w:rtl/>
        </w:rPr>
        <w:t xml:space="preserve"> حامل الترب</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F849C2" w:rsidRPr="00524A24" w:rsidTr="00F849C2">
        <w:trPr>
          <w:trHeight w:val="350"/>
        </w:trPr>
        <w:tc>
          <w:tcPr>
            <w:tcW w:w="3902" w:type="dxa"/>
          </w:tcPr>
          <w:p w:rsidR="00F849C2" w:rsidRPr="00524A24" w:rsidRDefault="00F849C2" w:rsidP="00DC3639">
            <w:pPr>
              <w:pStyle w:val="libPoem"/>
            </w:pPr>
            <w:r w:rsidRPr="009647FC">
              <w:rPr>
                <w:rtl/>
              </w:rPr>
              <w:lastRenderedPageBreak/>
              <w:t>فما</w:t>
            </w:r>
            <w:r>
              <w:rPr>
                <w:rtl/>
              </w:rPr>
              <w:t xml:space="preserve"> </w:t>
            </w:r>
            <w:r w:rsidRPr="009647FC">
              <w:rPr>
                <w:rtl/>
              </w:rPr>
              <w:t>خاذلٌ</w:t>
            </w:r>
            <w:r w:rsidRPr="004E7EC6">
              <w:rPr>
                <w:rStyle w:val="libFootnotenumChar"/>
                <w:rtl/>
              </w:rPr>
              <w:t>(1)</w:t>
            </w:r>
            <w:r>
              <w:rPr>
                <w:rtl/>
              </w:rPr>
              <w:t xml:space="preserve"> </w:t>
            </w:r>
            <w:r w:rsidRPr="009647FC">
              <w:rPr>
                <w:rtl/>
              </w:rPr>
              <w:t>جاءت</w:t>
            </w:r>
            <w:r>
              <w:rPr>
                <w:rtl/>
              </w:rPr>
              <w:t xml:space="preserve"> </w:t>
            </w:r>
            <w:r w:rsidRPr="009647FC">
              <w:rPr>
                <w:rtl/>
              </w:rPr>
              <w:t>بخشفين</w:t>
            </w:r>
            <w:r>
              <w:rPr>
                <w:rtl/>
              </w:rPr>
              <w:t xml:space="preserve"> </w:t>
            </w:r>
            <w:r w:rsidRPr="009647FC">
              <w:rPr>
                <w:rtl/>
              </w:rPr>
              <w:t>عنهما</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9647FC">
              <w:rPr>
                <w:rtl/>
              </w:rPr>
              <w:t>وعنها</w:t>
            </w:r>
            <w:r>
              <w:rPr>
                <w:rtl/>
              </w:rPr>
              <w:t xml:space="preserve"> </w:t>
            </w:r>
            <w:r w:rsidRPr="009647FC">
              <w:rPr>
                <w:rtl/>
              </w:rPr>
              <w:t>بقفرِ</w:t>
            </w:r>
            <w:r>
              <w:rPr>
                <w:rtl/>
              </w:rPr>
              <w:t xml:space="preserve"> </w:t>
            </w:r>
            <w:r w:rsidRPr="009647FC">
              <w:rPr>
                <w:rtl/>
              </w:rPr>
              <w:t>البيدِ</w:t>
            </w:r>
            <w:r>
              <w:rPr>
                <w:rtl/>
              </w:rPr>
              <w:t xml:space="preserve"> </w:t>
            </w:r>
            <w:r w:rsidRPr="009647FC">
              <w:rPr>
                <w:rtl/>
              </w:rPr>
              <w:t>ضلاّ</w:t>
            </w:r>
            <w:r>
              <w:rPr>
                <w:rtl/>
              </w:rPr>
              <w:t xml:space="preserve"> </w:t>
            </w:r>
            <w:r w:rsidRPr="009647FC">
              <w:rPr>
                <w:rtl/>
              </w:rPr>
              <w:t>وضلّت</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بأكثر</w:t>
            </w:r>
            <w:r w:rsidR="004C00A8">
              <w:rPr>
                <w:rtl/>
              </w:rPr>
              <w:t xml:space="preserve"> </w:t>
            </w:r>
            <w:r w:rsidRPr="009647FC">
              <w:rPr>
                <w:rtl/>
              </w:rPr>
              <w:t>منّي</w:t>
            </w:r>
            <w:r>
              <w:rPr>
                <w:rtl/>
              </w:rPr>
              <w:t xml:space="preserve"> </w:t>
            </w:r>
            <w:r w:rsidRPr="009647FC">
              <w:rPr>
                <w:rtl/>
              </w:rPr>
              <w:t>يوم</w:t>
            </w:r>
            <w:r>
              <w:rPr>
                <w:rtl/>
              </w:rPr>
              <w:t xml:space="preserve">َ </w:t>
            </w:r>
            <w:r w:rsidRPr="009647FC">
              <w:rPr>
                <w:rtl/>
              </w:rPr>
              <w:t>غاب</w:t>
            </w:r>
            <w:r>
              <w:rPr>
                <w:rtl/>
              </w:rPr>
              <w:t xml:space="preserve"> </w:t>
            </w:r>
            <w:r w:rsidRPr="009647FC">
              <w:rPr>
                <w:rtl/>
              </w:rPr>
              <w:t>تلفتا</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524A24" w:rsidRDefault="00F849C2" w:rsidP="00DC3639">
            <w:pPr>
              <w:pStyle w:val="libPoem"/>
            </w:pPr>
            <w:r w:rsidRPr="009647FC">
              <w:rPr>
                <w:rtl/>
              </w:rPr>
              <w:t>ولا</w:t>
            </w:r>
            <w:r>
              <w:rPr>
                <w:rtl/>
              </w:rPr>
              <w:t xml:space="preserve"> </w:t>
            </w:r>
            <w:r w:rsidRPr="009647FC">
              <w:rPr>
                <w:rtl/>
              </w:rPr>
              <w:t>أدمعاً</w:t>
            </w:r>
            <w:r>
              <w:rPr>
                <w:rtl/>
              </w:rPr>
              <w:t xml:space="preserve"> </w:t>
            </w:r>
            <w:r w:rsidRPr="009647FC">
              <w:rPr>
                <w:rtl/>
              </w:rPr>
              <w:t>فيها</w:t>
            </w:r>
            <w:r>
              <w:rPr>
                <w:rtl/>
              </w:rPr>
              <w:t xml:space="preserve"> </w:t>
            </w:r>
            <w:r w:rsidRPr="009647FC">
              <w:rPr>
                <w:rtl/>
              </w:rPr>
              <w:t>الجفونُ</w:t>
            </w:r>
            <w:r>
              <w:rPr>
                <w:rtl/>
              </w:rPr>
              <w:t xml:space="preserve"> </w:t>
            </w:r>
            <w:r w:rsidRPr="009647FC">
              <w:rPr>
                <w:rtl/>
              </w:rPr>
              <w:t>استهل</w:t>
            </w:r>
            <w:r>
              <w:rPr>
                <w:rtl/>
              </w:rPr>
              <w:t>َ</w:t>
            </w:r>
            <w:r w:rsidRPr="009647FC">
              <w:rPr>
                <w:rtl/>
              </w:rPr>
              <w:t>ت</w:t>
            </w:r>
            <w:r w:rsidRPr="00F849C2">
              <w:rPr>
                <w:rStyle w:val="libPoemTiniChar0"/>
                <w:rtl/>
              </w:rPr>
              <w:br/>
              <w:t> </w:t>
            </w:r>
          </w:p>
        </w:tc>
      </w:tr>
    </w:tbl>
    <w:p w:rsidR="009647FC" w:rsidRPr="00524A24" w:rsidRDefault="009647FC" w:rsidP="004E7EC6">
      <w:pPr>
        <w:pStyle w:val="libNormal"/>
      </w:pPr>
      <w:r w:rsidRPr="009647FC">
        <w:rPr>
          <w:rtl/>
        </w:rPr>
        <w:t>وقال يرثي كريمة الحاج محمد صالح كبّه ويمدحه</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F849C2" w:rsidRPr="00524A24" w:rsidTr="00F849C2">
        <w:trPr>
          <w:trHeight w:val="350"/>
        </w:trPr>
        <w:tc>
          <w:tcPr>
            <w:tcW w:w="3902" w:type="dxa"/>
          </w:tcPr>
          <w:p w:rsidR="00F849C2" w:rsidRPr="00524A24" w:rsidRDefault="00F849C2" w:rsidP="00DC3639">
            <w:pPr>
              <w:pStyle w:val="libPoem"/>
            </w:pPr>
            <w:r w:rsidRPr="009647FC">
              <w:rPr>
                <w:rtl/>
              </w:rPr>
              <w:t>يا</w:t>
            </w:r>
            <w:r>
              <w:rPr>
                <w:rtl/>
              </w:rPr>
              <w:t xml:space="preserve"> </w:t>
            </w:r>
            <w:r w:rsidRPr="009647FC">
              <w:rPr>
                <w:rtl/>
              </w:rPr>
              <w:t>نعش</w:t>
            </w:r>
            <w:r>
              <w:rPr>
                <w:rtl/>
              </w:rPr>
              <w:t xml:space="preserve"> </w:t>
            </w:r>
            <w:r w:rsidRPr="009647FC">
              <w:rPr>
                <w:rtl/>
              </w:rPr>
              <w:t>ما</w:t>
            </w:r>
            <w:r>
              <w:rPr>
                <w:rtl/>
              </w:rPr>
              <w:t xml:space="preserve"> </w:t>
            </w:r>
            <w:r w:rsidRPr="009647FC">
              <w:rPr>
                <w:rtl/>
              </w:rPr>
              <w:t>يصنع</w:t>
            </w:r>
            <w:r>
              <w:rPr>
                <w:rtl/>
              </w:rPr>
              <w:t xml:space="preserve"> </w:t>
            </w:r>
            <w:r w:rsidRPr="009647FC">
              <w:rPr>
                <w:rtl/>
              </w:rPr>
              <w:t>الفصيحُ؟</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9647FC">
              <w:rPr>
                <w:rtl/>
              </w:rPr>
              <w:t>لم</w:t>
            </w:r>
            <w:r>
              <w:rPr>
                <w:rtl/>
              </w:rPr>
              <w:t xml:space="preserve"> </w:t>
            </w:r>
            <w:r w:rsidRPr="009647FC">
              <w:rPr>
                <w:rtl/>
              </w:rPr>
              <w:t>أدرِ</w:t>
            </w:r>
            <w:r>
              <w:rPr>
                <w:rtl/>
              </w:rPr>
              <w:t xml:space="preserve"> </w:t>
            </w:r>
            <w:r w:rsidRPr="009647FC">
              <w:rPr>
                <w:rtl/>
              </w:rPr>
              <w:t>ماذا</w:t>
            </w:r>
            <w:r>
              <w:rPr>
                <w:rtl/>
              </w:rPr>
              <w:t xml:space="preserve"> </w:t>
            </w:r>
            <w:r w:rsidRPr="009647FC">
              <w:rPr>
                <w:rtl/>
              </w:rPr>
              <w:t>به</w:t>
            </w:r>
            <w:r>
              <w:rPr>
                <w:rtl/>
              </w:rPr>
              <w:t xml:space="preserve"> </w:t>
            </w:r>
            <w:r w:rsidRPr="009647FC">
              <w:rPr>
                <w:rtl/>
              </w:rPr>
              <w:t>يبوحُ</w:t>
            </w:r>
            <w:r w:rsidRPr="00F849C2">
              <w:rPr>
                <w:rStyle w:val="libPoemTiniChar0"/>
                <w:rtl/>
              </w:rPr>
              <w:br/>
              <w:t> </w:t>
            </w:r>
          </w:p>
        </w:tc>
      </w:tr>
      <w:tr w:rsidR="00F849C2" w:rsidRPr="00524A24" w:rsidTr="00F849C2">
        <w:trPr>
          <w:trHeight w:val="350"/>
        </w:trPr>
        <w:tc>
          <w:tcPr>
            <w:tcW w:w="3902" w:type="dxa"/>
          </w:tcPr>
          <w:p w:rsidR="00F849C2" w:rsidRPr="00524A24" w:rsidRDefault="00F849C2" w:rsidP="00F849C2">
            <w:pPr>
              <w:pStyle w:val="libPoem"/>
            </w:pPr>
            <w:r w:rsidRPr="009647FC">
              <w:rPr>
                <w:rtl/>
              </w:rPr>
              <w:t>وأيُّ</w:t>
            </w:r>
            <w:r>
              <w:rPr>
                <w:rtl/>
              </w:rPr>
              <w:t xml:space="preserve"> </w:t>
            </w:r>
            <w:r w:rsidRPr="009647FC">
              <w:rPr>
                <w:rtl/>
              </w:rPr>
              <w:t>معنىً</w:t>
            </w:r>
            <w:r>
              <w:rPr>
                <w:rtl/>
              </w:rPr>
              <w:t xml:space="preserve"> </w:t>
            </w:r>
            <w:r w:rsidRPr="009647FC">
              <w:rPr>
                <w:rtl/>
              </w:rPr>
              <w:t>إليه</w:t>
            </w:r>
            <w:r>
              <w:rPr>
                <w:rtl/>
              </w:rPr>
              <w:t xml:space="preserve"> </w:t>
            </w:r>
            <w:r w:rsidRPr="009647FC">
              <w:rPr>
                <w:rtl/>
              </w:rPr>
              <w:t>يغدو</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9647FC">
              <w:rPr>
                <w:rtl/>
              </w:rPr>
              <w:t>في</w:t>
            </w:r>
            <w:r w:rsidR="004C00A8">
              <w:rPr>
                <w:rtl/>
              </w:rPr>
              <w:t xml:space="preserve"> </w:t>
            </w:r>
            <w:r w:rsidRPr="009647FC">
              <w:rPr>
                <w:rtl/>
              </w:rPr>
              <w:t>وصف</w:t>
            </w:r>
            <w:r>
              <w:rPr>
                <w:rtl/>
              </w:rPr>
              <w:t xml:space="preserve"> </w:t>
            </w:r>
            <w:r w:rsidRPr="009647FC">
              <w:rPr>
                <w:rtl/>
              </w:rPr>
              <w:t>معناكِ</w:t>
            </w:r>
            <w:r>
              <w:rPr>
                <w:rtl/>
              </w:rPr>
              <w:t xml:space="preserve"> </w:t>
            </w:r>
            <w:r w:rsidRPr="009647FC">
              <w:rPr>
                <w:rtl/>
              </w:rPr>
              <w:t>أو</w:t>
            </w:r>
            <w:r>
              <w:rPr>
                <w:rtl/>
              </w:rPr>
              <w:t xml:space="preserve"> </w:t>
            </w:r>
            <w:r w:rsidRPr="009647FC">
              <w:rPr>
                <w:rtl/>
              </w:rPr>
              <w:t>يروحُ؟</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هل</w:t>
            </w:r>
            <w:r w:rsidR="004C00A8">
              <w:rPr>
                <w:rtl/>
              </w:rPr>
              <w:t xml:space="preserve"> </w:t>
            </w:r>
            <w:r w:rsidRPr="009647FC">
              <w:rPr>
                <w:rtl/>
              </w:rPr>
              <w:t>فلكٌ</w:t>
            </w:r>
            <w:r>
              <w:rPr>
                <w:rtl/>
              </w:rPr>
              <w:t xml:space="preserve"> </w:t>
            </w:r>
            <w:r w:rsidRPr="009647FC">
              <w:rPr>
                <w:rtl/>
              </w:rPr>
              <w:t>أنتِ</w:t>
            </w:r>
            <w:r>
              <w:rPr>
                <w:rtl/>
              </w:rPr>
              <w:t xml:space="preserve"> </w:t>
            </w:r>
            <w:r w:rsidRPr="009647FC">
              <w:rPr>
                <w:rtl/>
              </w:rPr>
              <w:t>من</w:t>
            </w:r>
            <w:r>
              <w:rPr>
                <w:rtl/>
              </w:rPr>
              <w:t xml:space="preserve"> </w:t>
            </w:r>
            <w:r w:rsidRPr="009647FC">
              <w:rPr>
                <w:rtl/>
              </w:rPr>
              <w:t>علاه</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F849C2">
            <w:pPr>
              <w:pStyle w:val="libPoem"/>
            </w:pPr>
            <w:r w:rsidRPr="009647FC">
              <w:rPr>
                <w:rtl/>
              </w:rPr>
              <w:t>إليه</w:t>
            </w:r>
            <w:r>
              <w:rPr>
                <w:rtl/>
              </w:rPr>
              <w:t xml:space="preserve"> </w:t>
            </w:r>
            <w:r w:rsidRPr="009647FC">
              <w:rPr>
                <w:rtl/>
              </w:rPr>
              <w:t>طرف</w:t>
            </w:r>
            <w:r>
              <w:rPr>
                <w:rtl/>
              </w:rPr>
              <w:t xml:space="preserve"> </w:t>
            </w:r>
            <w:r w:rsidRPr="009647FC">
              <w:rPr>
                <w:rtl/>
              </w:rPr>
              <w:t>السهى</w:t>
            </w:r>
            <w:r w:rsidRPr="004E7EC6">
              <w:rPr>
                <w:rStyle w:val="libFootnotenumChar"/>
                <w:rtl/>
              </w:rPr>
              <w:t>(2)</w:t>
            </w:r>
            <w:r w:rsidRPr="004C00A8">
              <w:rPr>
                <w:rFonts w:hint="cs"/>
                <w:rtl/>
              </w:rPr>
              <w:t xml:space="preserve"> </w:t>
            </w:r>
            <w:r w:rsidRPr="009647FC">
              <w:rPr>
                <w:rtl/>
              </w:rPr>
              <w:t>طموحُ؟</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وقد</w:t>
            </w:r>
            <w:r w:rsidR="004C00A8">
              <w:rPr>
                <w:rtl/>
              </w:rPr>
              <w:t xml:space="preserve"> </w:t>
            </w:r>
            <w:r w:rsidRPr="009647FC">
              <w:rPr>
                <w:rtl/>
              </w:rPr>
              <w:t>جرت</w:t>
            </w:r>
            <w:r>
              <w:rPr>
                <w:rtl/>
              </w:rPr>
              <w:t xml:space="preserve"> </w:t>
            </w:r>
            <w:r w:rsidRPr="009647FC">
              <w:rPr>
                <w:rtl/>
              </w:rPr>
              <w:t>زهرةُ</w:t>
            </w:r>
            <w:r>
              <w:rPr>
                <w:rtl/>
              </w:rPr>
              <w:t xml:space="preserve"> </w:t>
            </w:r>
            <w:r w:rsidRPr="009647FC">
              <w:rPr>
                <w:rtl/>
              </w:rPr>
              <w:t>المعالي</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F849C2">
            <w:pPr>
              <w:pStyle w:val="libPoem"/>
            </w:pPr>
            <w:r w:rsidRPr="009647FC">
              <w:rPr>
                <w:rtl/>
              </w:rPr>
              <w:t>فيه</w:t>
            </w:r>
            <w:r w:rsidRPr="004E7EC6">
              <w:rPr>
                <w:rStyle w:val="libFootnotenumChar"/>
                <w:rtl/>
              </w:rPr>
              <w:t>(3)</w:t>
            </w:r>
            <w:r>
              <w:rPr>
                <w:rtl/>
              </w:rPr>
              <w:t xml:space="preserve"> </w:t>
            </w:r>
            <w:r w:rsidRPr="009647FC">
              <w:rPr>
                <w:rtl/>
              </w:rPr>
              <w:t>لغربٍ</w:t>
            </w:r>
            <w:r>
              <w:rPr>
                <w:rtl/>
              </w:rPr>
              <w:t xml:space="preserve"> </w:t>
            </w:r>
            <w:r w:rsidRPr="009647FC">
              <w:rPr>
                <w:rtl/>
              </w:rPr>
              <w:t>هو</w:t>
            </w:r>
            <w:r>
              <w:rPr>
                <w:rtl/>
              </w:rPr>
              <w:t xml:space="preserve"> </w:t>
            </w:r>
            <w:r w:rsidRPr="009647FC">
              <w:rPr>
                <w:rtl/>
              </w:rPr>
              <w:t>الضريحُ</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أو</w:t>
            </w:r>
            <w:r>
              <w:rPr>
                <w:rtl/>
              </w:rPr>
              <w:t xml:space="preserve"> </w:t>
            </w:r>
            <w:r w:rsidRPr="009647FC">
              <w:rPr>
                <w:rtl/>
              </w:rPr>
              <w:t>أنتِ</w:t>
            </w:r>
            <w:r>
              <w:rPr>
                <w:rtl/>
              </w:rPr>
              <w:t xml:space="preserve"> </w:t>
            </w:r>
            <w:r w:rsidRPr="009647FC">
              <w:rPr>
                <w:rtl/>
              </w:rPr>
              <w:t>نعش</w:t>
            </w:r>
            <w:r>
              <w:rPr>
                <w:rtl/>
              </w:rPr>
              <w:t xml:space="preserve"> </w:t>
            </w:r>
            <w:r w:rsidRPr="009647FC">
              <w:rPr>
                <w:rtl/>
              </w:rPr>
              <w:t>به</w:t>
            </w:r>
            <w:r>
              <w:rPr>
                <w:rtl/>
              </w:rPr>
              <w:t xml:space="preserve"> </w:t>
            </w:r>
            <w:r w:rsidRPr="009647FC">
              <w:rPr>
                <w:rtl/>
              </w:rPr>
              <w:t>مسجىًّ</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9647FC">
              <w:rPr>
                <w:rtl/>
              </w:rPr>
              <w:t>جسمٌ</w:t>
            </w:r>
            <w:r w:rsidR="004C00A8">
              <w:rPr>
                <w:rtl/>
              </w:rPr>
              <w:t xml:space="preserve"> </w:t>
            </w:r>
            <w:r w:rsidRPr="009647FC">
              <w:rPr>
                <w:rtl/>
              </w:rPr>
              <w:t>لجسم</w:t>
            </w:r>
            <w:r>
              <w:rPr>
                <w:rtl/>
              </w:rPr>
              <w:t xml:space="preserve"> </w:t>
            </w:r>
            <w:r w:rsidRPr="009647FC">
              <w:rPr>
                <w:rtl/>
              </w:rPr>
              <w:t>العفاف</w:t>
            </w:r>
            <w:r>
              <w:rPr>
                <w:rtl/>
              </w:rPr>
              <w:t xml:space="preserve"> </w:t>
            </w:r>
            <w:r w:rsidRPr="009647FC">
              <w:rPr>
                <w:rtl/>
              </w:rPr>
              <w:t>روحُ</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مناسب</w:t>
            </w:r>
            <w:r w:rsidR="004C00A8">
              <w:rPr>
                <w:rtl/>
              </w:rPr>
              <w:t xml:space="preserve"> </w:t>
            </w:r>
            <w:r w:rsidRPr="009647FC">
              <w:rPr>
                <w:rtl/>
              </w:rPr>
              <w:t>الفخر</w:t>
            </w:r>
            <w:r>
              <w:rPr>
                <w:rtl/>
              </w:rPr>
              <w:t xml:space="preserve"> </w:t>
            </w:r>
            <w:r w:rsidRPr="009647FC">
              <w:rPr>
                <w:rtl/>
              </w:rPr>
              <w:t>شيعته</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9647FC">
              <w:rPr>
                <w:rtl/>
              </w:rPr>
              <w:t>والحسبُ</w:t>
            </w:r>
            <w:r w:rsidR="004C00A8">
              <w:rPr>
                <w:rtl/>
              </w:rPr>
              <w:t xml:space="preserve"> </w:t>
            </w:r>
            <w:r w:rsidRPr="009647FC">
              <w:rPr>
                <w:rtl/>
              </w:rPr>
              <w:t>الخالص</w:t>
            </w:r>
            <w:r>
              <w:rPr>
                <w:rtl/>
              </w:rPr>
              <w:t xml:space="preserve"> </w:t>
            </w:r>
            <w:r w:rsidRPr="009647FC">
              <w:rPr>
                <w:rtl/>
              </w:rPr>
              <w:t>الصريحُ</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سرى</w:t>
            </w:r>
            <w:r w:rsidR="004C00A8">
              <w:rPr>
                <w:rtl/>
              </w:rPr>
              <w:t xml:space="preserve"> </w:t>
            </w:r>
            <w:r w:rsidRPr="009647FC">
              <w:rPr>
                <w:rtl/>
              </w:rPr>
              <w:t>على</w:t>
            </w:r>
            <w:r>
              <w:rPr>
                <w:rtl/>
              </w:rPr>
              <w:t xml:space="preserve"> </w:t>
            </w:r>
            <w:r w:rsidRPr="009647FC">
              <w:rPr>
                <w:rtl/>
              </w:rPr>
              <w:t>الأرض</w:t>
            </w:r>
            <w:r>
              <w:rPr>
                <w:rtl/>
              </w:rPr>
              <w:t xml:space="preserve"> </w:t>
            </w:r>
            <w:r w:rsidRPr="009647FC">
              <w:rPr>
                <w:rtl/>
              </w:rPr>
              <w:t>حاملوه</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9647FC">
              <w:rPr>
                <w:rtl/>
              </w:rPr>
              <w:t>وهو</w:t>
            </w:r>
            <w:r>
              <w:rPr>
                <w:rtl/>
              </w:rPr>
              <w:t xml:space="preserve"> </w:t>
            </w:r>
            <w:r w:rsidRPr="009647FC">
              <w:rPr>
                <w:rtl/>
              </w:rPr>
              <w:t>بأفق</w:t>
            </w:r>
            <w:r>
              <w:rPr>
                <w:rtl/>
              </w:rPr>
              <w:t xml:space="preserve"> </w:t>
            </w:r>
            <w:r w:rsidRPr="009647FC">
              <w:rPr>
                <w:rtl/>
              </w:rPr>
              <w:t>السما</w:t>
            </w:r>
            <w:r>
              <w:rPr>
                <w:rtl/>
              </w:rPr>
              <w:t xml:space="preserve"> </w:t>
            </w:r>
            <w:r w:rsidRPr="009647FC">
              <w:rPr>
                <w:rtl/>
              </w:rPr>
              <w:t>يلوحُ</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F849C2">
              <w:rPr>
                <w:rtl/>
              </w:rPr>
              <w:t>وخلفه والهٌ ثكولٌ</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F849C2">
              <w:rPr>
                <w:rtl/>
              </w:rPr>
              <w:t>أمُّ الع</w:t>
            </w:r>
            <w:r w:rsidRPr="00524A24">
              <w:rPr>
                <w:rtl/>
              </w:rPr>
              <w:t>ُ</w:t>
            </w:r>
            <w:r w:rsidRPr="00F849C2">
              <w:rPr>
                <w:rtl/>
              </w:rPr>
              <w:t>لى دمعها سفوحُ</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F849C2">
              <w:rPr>
                <w:rtl/>
              </w:rPr>
              <w:t>تطارح الورقَ وهي تدعو</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F849C2">
              <w:rPr>
                <w:rtl/>
              </w:rPr>
              <w:t>على مَ</w:t>
            </w:r>
            <w:r w:rsidR="004C00A8">
              <w:rPr>
                <w:rtl/>
              </w:rPr>
              <w:t xml:space="preserve"> </w:t>
            </w:r>
            <w:r w:rsidRPr="00F849C2">
              <w:rPr>
                <w:rtl/>
              </w:rPr>
              <w:t>ورقُ الحمى تنوحُ؟</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F849C2">
              <w:rPr>
                <w:rtl/>
              </w:rPr>
              <w:t>ما</w:t>
            </w:r>
            <w:r w:rsidR="004C00A8">
              <w:rPr>
                <w:rtl/>
              </w:rPr>
              <w:t xml:space="preserve"> </w:t>
            </w:r>
            <w:r w:rsidRPr="00F849C2">
              <w:rPr>
                <w:rtl/>
              </w:rPr>
              <w:t>هي والوجد تدّعيه؟</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F849C2">
              <w:rPr>
                <w:rtl/>
              </w:rPr>
              <w:t>قلبي</w:t>
            </w:r>
            <w:r w:rsidR="004C00A8">
              <w:rPr>
                <w:rtl/>
              </w:rPr>
              <w:t xml:space="preserve"> </w:t>
            </w:r>
            <w:r w:rsidRPr="00F849C2">
              <w:rPr>
                <w:rtl/>
              </w:rPr>
              <w:t>لا قلبها الجريحُ</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F849C2">
              <w:rPr>
                <w:rtl/>
              </w:rPr>
              <w:t>تضمُّ</w:t>
            </w:r>
            <w:r w:rsidR="004C00A8">
              <w:rPr>
                <w:rtl/>
              </w:rPr>
              <w:t xml:space="preserve"> </w:t>
            </w:r>
            <w:r w:rsidRPr="00F849C2">
              <w:rPr>
                <w:rtl/>
              </w:rPr>
              <w:t>أضلاع</w:t>
            </w:r>
            <w:r w:rsidRPr="00524A24">
              <w:rPr>
                <w:rtl/>
              </w:rPr>
              <w:t>ُ</w:t>
            </w:r>
            <w:r w:rsidRPr="00F849C2">
              <w:rPr>
                <w:rtl/>
              </w:rPr>
              <w:t>ها حشاها</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F849C2">
              <w:rPr>
                <w:rtl/>
              </w:rPr>
              <w:t>ولي حشاً ضمَّها الضريحُ</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في</w:t>
            </w:r>
            <w:r w:rsidR="004C00A8">
              <w:rPr>
                <w:rtl/>
              </w:rPr>
              <w:t xml:space="preserve"> </w:t>
            </w:r>
            <w:r w:rsidRPr="009647FC">
              <w:rPr>
                <w:rtl/>
              </w:rPr>
              <w:t>طلِحها</w:t>
            </w:r>
            <w:r>
              <w:rPr>
                <w:rtl/>
              </w:rPr>
              <w:t xml:space="preserve"> </w:t>
            </w:r>
            <w:r w:rsidRPr="009647FC">
              <w:rPr>
                <w:rtl/>
              </w:rPr>
              <w:t>إلفُها</w:t>
            </w:r>
            <w:r>
              <w:rPr>
                <w:rtl/>
              </w:rPr>
              <w:t xml:space="preserve">، </w:t>
            </w:r>
            <w:r w:rsidRPr="009647FC">
              <w:rPr>
                <w:rtl/>
              </w:rPr>
              <w:t>وإلفي</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9647FC">
              <w:rPr>
                <w:rtl/>
              </w:rPr>
              <w:t>عن</w:t>
            </w:r>
            <w:r>
              <w:rPr>
                <w:rtl/>
              </w:rPr>
              <w:t xml:space="preserve"> </w:t>
            </w:r>
            <w:r w:rsidRPr="009647FC">
              <w:rPr>
                <w:rtl/>
              </w:rPr>
              <w:t>وطني</w:t>
            </w:r>
            <w:r>
              <w:rPr>
                <w:rtl/>
              </w:rPr>
              <w:t xml:space="preserve"> </w:t>
            </w:r>
            <w:r w:rsidRPr="009647FC">
              <w:rPr>
                <w:rtl/>
              </w:rPr>
              <w:t>شخصها</w:t>
            </w:r>
            <w:r>
              <w:rPr>
                <w:rtl/>
              </w:rPr>
              <w:t xml:space="preserve"> </w:t>
            </w:r>
            <w:r w:rsidRPr="009647FC">
              <w:rPr>
                <w:rtl/>
              </w:rPr>
              <w:t>طليحُ</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أصمّ</w:t>
            </w:r>
            <w:r>
              <w:rPr>
                <w:rtl/>
              </w:rPr>
              <w:t>َ</w:t>
            </w:r>
            <w:r w:rsidR="004C00A8">
              <w:rPr>
                <w:rtl/>
              </w:rPr>
              <w:t xml:space="preserve"> </w:t>
            </w:r>
            <w:r w:rsidRPr="009647FC">
              <w:rPr>
                <w:rtl/>
              </w:rPr>
              <w:t>فيها</w:t>
            </w:r>
            <w:r>
              <w:rPr>
                <w:rtl/>
              </w:rPr>
              <w:t xml:space="preserve"> </w:t>
            </w:r>
            <w:r w:rsidRPr="009647FC">
              <w:rPr>
                <w:rtl/>
              </w:rPr>
              <w:t>النعيُّ</w:t>
            </w:r>
            <w:r>
              <w:rPr>
                <w:rtl/>
              </w:rPr>
              <w:t xml:space="preserve"> </w:t>
            </w:r>
            <w:r w:rsidRPr="009647FC">
              <w:rPr>
                <w:rtl/>
              </w:rPr>
              <w:t>سمعي</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9647FC">
              <w:rPr>
                <w:rtl/>
              </w:rPr>
              <w:t>مذ</w:t>
            </w:r>
            <w:r>
              <w:rPr>
                <w:rtl/>
              </w:rPr>
              <w:t xml:space="preserve"> </w:t>
            </w:r>
            <w:r w:rsidRPr="009647FC">
              <w:rPr>
                <w:rtl/>
              </w:rPr>
              <w:t>جاء</w:t>
            </w:r>
            <w:r>
              <w:rPr>
                <w:rtl/>
              </w:rPr>
              <w:t xml:space="preserve"> </w:t>
            </w:r>
            <w:r w:rsidRPr="009647FC">
              <w:rPr>
                <w:rtl/>
              </w:rPr>
              <w:t>من</w:t>
            </w:r>
            <w:r>
              <w:rPr>
                <w:rtl/>
              </w:rPr>
              <w:t xml:space="preserve"> </w:t>
            </w:r>
            <w:r w:rsidRPr="009647FC">
              <w:rPr>
                <w:rtl/>
              </w:rPr>
              <w:t>فارسٍ</w:t>
            </w:r>
            <w:r>
              <w:rPr>
                <w:rtl/>
              </w:rPr>
              <w:t xml:space="preserve"> </w:t>
            </w:r>
            <w:r w:rsidRPr="009647FC">
              <w:rPr>
                <w:rtl/>
              </w:rPr>
              <w:t>يصيحُ</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تلك</w:t>
            </w:r>
            <w:r>
              <w:rPr>
                <w:rtl/>
              </w:rPr>
              <w:t xml:space="preserve"> </w:t>
            </w:r>
            <w:r w:rsidRPr="009647FC">
              <w:rPr>
                <w:rtl/>
              </w:rPr>
              <w:t>المفداةُ</w:t>
            </w:r>
            <w:r>
              <w:rPr>
                <w:rtl/>
              </w:rPr>
              <w:t xml:space="preserve"> </w:t>
            </w:r>
            <w:r w:rsidRPr="009647FC">
              <w:rPr>
                <w:rtl/>
              </w:rPr>
              <w:t>ساورتها</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F849C2" w:rsidRDefault="00F849C2" w:rsidP="00DC3639">
            <w:pPr>
              <w:pStyle w:val="libPoem"/>
            </w:pPr>
            <w:r w:rsidRPr="009647FC">
              <w:rPr>
                <w:rtl/>
              </w:rPr>
              <w:t>شكيّ</w:t>
            </w:r>
            <w:r>
              <w:rPr>
                <w:rtl/>
              </w:rPr>
              <w:t>َ</w:t>
            </w:r>
            <w:r w:rsidRPr="009647FC">
              <w:rPr>
                <w:rtl/>
              </w:rPr>
              <w:t>ةٌ</w:t>
            </w:r>
            <w:r>
              <w:rPr>
                <w:rtl/>
              </w:rPr>
              <w:t xml:space="preserve"> </w:t>
            </w:r>
            <w:r w:rsidRPr="009647FC">
              <w:rPr>
                <w:rtl/>
              </w:rPr>
              <w:t>ما</w:t>
            </w:r>
            <w:r>
              <w:rPr>
                <w:rtl/>
              </w:rPr>
              <w:t xml:space="preserve"> </w:t>
            </w:r>
            <w:r w:rsidRPr="009647FC">
              <w:rPr>
                <w:rtl/>
              </w:rPr>
              <w:t>لها</w:t>
            </w:r>
            <w:r>
              <w:rPr>
                <w:rtl/>
              </w:rPr>
              <w:t xml:space="preserve"> </w:t>
            </w:r>
            <w:r w:rsidRPr="009647FC">
              <w:rPr>
                <w:rtl/>
              </w:rPr>
              <w:t>نزوحُ</w:t>
            </w:r>
            <w:r w:rsidRPr="004E7EC6">
              <w:rPr>
                <w:rStyle w:val="libFootnotenumChar"/>
                <w:rtl/>
              </w:rPr>
              <w:t>(4)</w:t>
            </w:r>
            <w:r w:rsidRPr="00F849C2">
              <w:rPr>
                <w:rStyle w:val="libPoemTiniChar0"/>
                <w:rtl/>
              </w:rPr>
              <w:br/>
              <w:t> </w:t>
            </w:r>
          </w:p>
        </w:tc>
      </w:tr>
      <w:tr w:rsidR="00F849C2" w:rsidRPr="00524A24" w:rsidTr="00F849C2">
        <w:trPr>
          <w:trHeight w:val="350"/>
        </w:trPr>
        <w:tc>
          <w:tcPr>
            <w:tcW w:w="3902" w:type="dxa"/>
          </w:tcPr>
          <w:p w:rsidR="00F849C2" w:rsidRPr="00524A24" w:rsidRDefault="00F849C2" w:rsidP="00DC3639">
            <w:pPr>
              <w:pStyle w:val="libPoem"/>
            </w:pPr>
            <w:r w:rsidRPr="009647FC">
              <w:rPr>
                <w:rtl/>
              </w:rPr>
              <w:t>فلم</w:t>
            </w:r>
            <w:r w:rsidR="004C00A8">
              <w:rPr>
                <w:rtl/>
              </w:rPr>
              <w:t xml:space="preserve"> </w:t>
            </w:r>
            <w:r w:rsidRPr="009647FC">
              <w:rPr>
                <w:rtl/>
              </w:rPr>
              <w:t>تمرض</w:t>
            </w:r>
            <w:r w:rsidRPr="004E7EC6">
              <w:rPr>
                <w:rStyle w:val="libFootnotenumChar"/>
                <w:rtl/>
              </w:rPr>
              <w:t>(5)</w:t>
            </w:r>
            <w:r>
              <w:rPr>
                <w:rtl/>
              </w:rPr>
              <w:t xml:space="preserve"> </w:t>
            </w:r>
            <w:r w:rsidRPr="009647FC">
              <w:rPr>
                <w:rtl/>
              </w:rPr>
              <w:t>بذات</w:t>
            </w:r>
            <w:r>
              <w:rPr>
                <w:rtl/>
              </w:rPr>
              <w:t xml:space="preserve"> </w:t>
            </w:r>
            <w:r w:rsidRPr="009647FC">
              <w:rPr>
                <w:rtl/>
              </w:rPr>
              <w:t>قربى</w:t>
            </w:r>
            <w:r w:rsidRPr="00F849C2">
              <w:rPr>
                <w:rStyle w:val="libPoemTiniChar0"/>
                <w:rtl/>
              </w:rPr>
              <w:br/>
              <w:t> </w:t>
            </w:r>
          </w:p>
        </w:tc>
        <w:tc>
          <w:tcPr>
            <w:tcW w:w="301" w:type="dxa"/>
          </w:tcPr>
          <w:p w:rsidR="00F849C2" w:rsidRPr="00F849C2" w:rsidRDefault="00F849C2" w:rsidP="00DC3639">
            <w:pPr>
              <w:pStyle w:val="libPoem"/>
              <w:rPr>
                <w:rtl/>
              </w:rPr>
            </w:pPr>
          </w:p>
        </w:tc>
        <w:tc>
          <w:tcPr>
            <w:tcW w:w="3884" w:type="dxa"/>
          </w:tcPr>
          <w:p w:rsidR="00F849C2" w:rsidRPr="00524A24" w:rsidRDefault="00F849C2" w:rsidP="00DC3639">
            <w:pPr>
              <w:pStyle w:val="libPoem"/>
            </w:pPr>
            <w:r w:rsidRPr="009647FC">
              <w:rPr>
                <w:rtl/>
              </w:rPr>
              <w:t>لها</w:t>
            </w:r>
            <w:r w:rsidR="004C00A8">
              <w:rPr>
                <w:rtl/>
              </w:rPr>
              <w:t xml:space="preserve"> </w:t>
            </w:r>
            <w:r w:rsidRPr="009647FC">
              <w:rPr>
                <w:rtl/>
              </w:rPr>
              <w:t>بشكوى</w:t>
            </w:r>
            <w:r>
              <w:rPr>
                <w:rtl/>
              </w:rPr>
              <w:t xml:space="preserve"> </w:t>
            </w:r>
            <w:r w:rsidRPr="009647FC">
              <w:rPr>
                <w:rtl/>
              </w:rPr>
              <w:t>الضنى</w:t>
            </w:r>
            <w:r>
              <w:rPr>
                <w:rtl/>
              </w:rPr>
              <w:t xml:space="preserve"> </w:t>
            </w:r>
            <w:r w:rsidRPr="009647FC">
              <w:rPr>
                <w:rtl/>
              </w:rPr>
              <w:t>تبوحُ</w:t>
            </w:r>
            <w:r w:rsidRPr="00F849C2">
              <w:rPr>
                <w:rStyle w:val="libPoemTiniChar0"/>
                <w:rtl/>
              </w:rPr>
              <w:br/>
              <w:t> </w:t>
            </w:r>
          </w:p>
        </w:tc>
      </w:tr>
    </w:tbl>
    <w:p w:rsidR="004E7EC6" w:rsidRPr="00524A24" w:rsidRDefault="004E7EC6" w:rsidP="004E7EC6">
      <w:pPr>
        <w:pStyle w:val="libLine"/>
      </w:pPr>
      <w:r>
        <w:rPr>
          <w:rtl/>
        </w:rPr>
        <w:t>____________________</w:t>
      </w:r>
    </w:p>
    <w:p w:rsidR="009647FC" w:rsidRPr="00524A24" w:rsidRDefault="009647FC" w:rsidP="004E7EC6">
      <w:pPr>
        <w:pStyle w:val="libFootnote0"/>
      </w:pPr>
      <w:r w:rsidRPr="004E7EC6">
        <w:rPr>
          <w:rtl/>
        </w:rPr>
        <w:t>1</w:t>
      </w:r>
      <w:r w:rsidR="004E7EC6">
        <w:rPr>
          <w:rtl/>
        </w:rPr>
        <w:t xml:space="preserve"> - </w:t>
      </w:r>
      <w:r w:rsidRPr="004E7EC6">
        <w:rPr>
          <w:rtl/>
        </w:rPr>
        <w:t>الخاذل</w:t>
      </w:r>
      <w:r w:rsidR="00D769AB">
        <w:rPr>
          <w:rtl/>
        </w:rPr>
        <w:t>:</w:t>
      </w:r>
      <w:r w:rsidRPr="004E7EC6">
        <w:rPr>
          <w:rtl/>
        </w:rPr>
        <w:t xml:space="preserve"> الظبية تخلفت عن القطيع</w:t>
      </w:r>
      <w:r w:rsidR="00D769AB">
        <w:rPr>
          <w:rtl/>
        </w:rPr>
        <w:t>.</w:t>
      </w:r>
      <w:r w:rsidRPr="004E7EC6">
        <w:rPr>
          <w:rtl/>
        </w:rPr>
        <w:t xml:space="preserve"> الخشف</w:t>
      </w:r>
      <w:r w:rsidR="00D769AB">
        <w:rPr>
          <w:rtl/>
        </w:rPr>
        <w:t>:</w:t>
      </w:r>
      <w:r w:rsidRPr="004E7EC6">
        <w:rPr>
          <w:rtl/>
        </w:rPr>
        <w:t xml:space="preserve"> فرخ الظبي</w:t>
      </w:r>
      <w:r w:rsidR="00D769AB">
        <w:rPr>
          <w:rtl/>
        </w:rPr>
        <w:t>.</w:t>
      </w:r>
    </w:p>
    <w:p w:rsidR="009647FC" w:rsidRPr="00524A24" w:rsidRDefault="009647FC" w:rsidP="004E7EC6">
      <w:pPr>
        <w:pStyle w:val="libFootnote0"/>
      </w:pPr>
      <w:r w:rsidRPr="004E7EC6">
        <w:rPr>
          <w:rtl/>
        </w:rPr>
        <w:t>2</w:t>
      </w:r>
      <w:r w:rsidR="004E7EC6">
        <w:rPr>
          <w:rtl/>
        </w:rPr>
        <w:t xml:space="preserve"> - </w:t>
      </w:r>
      <w:r w:rsidRPr="004E7EC6">
        <w:rPr>
          <w:rtl/>
        </w:rPr>
        <w:t>السهى</w:t>
      </w:r>
      <w:r w:rsidR="00D769AB">
        <w:rPr>
          <w:rtl/>
        </w:rPr>
        <w:t>:</w:t>
      </w:r>
      <w:r w:rsidRPr="004E7EC6">
        <w:rPr>
          <w:rtl/>
        </w:rPr>
        <w:t xml:space="preserve"> نجم</w:t>
      </w:r>
      <w:r w:rsidR="00D769AB">
        <w:rPr>
          <w:rtl/>
        </w:rPr>
        <w:t>.</w:t>
      </w:r>
    </w:p>
    <w:p w:rsidR="009647FC" w:rsidRPr="00524A24" w:rsidRDefault="009647FC" w:rsidP="004E7EC6">
      <w:pPr>
        <w:pStyle w:val="libFootnote0"/>
      </w:pPr>
      <w:r w:rsidRPr="004E7EC6">
        <w:rPr>
          <w:rtl/>
        </w:rPr>
        <w:t>3</w:t>
      </w:r>
      <w:r w:rsidR="004E7EC6">
        <w:rPr>
          <w:rtl/>
        </w:rPr>
        <w:t xml:space="preserve"> - </w:t>
      </w:r>
      <w:r w:rsidRPr="004E7EC6">
        <w:rPr>
          <w:rtl/>
        </w:rPr>
        <w:t>في الديوان المطبوع</w:t>
      </w:r>
      <w:r w:rsidR="00D769AB">
        <w:rPr>
          <w:rtl/>
        </w:rPr>
        <w:t>:</w:t>
      </w:r>
      <w:r w:rsidRPr="004E7EC6">
        <w:rPr>
          <w:rtl/>
        </w:rPr>
        <w:t xml:space="preserve"> فيك</w:t>
      </w:r>
      <w:r w:rsidR="00D769AB">
        <w:rPr>
          <w:rtl/>
        </w:rPr>
        <w:t>.</w:t>
      </w:r>
    </w:p>
    <w:p w:rsidR="009647FC" w:rsidRPr="00524A24" w:rsidRDefault="009647FC" w:rsidP="004E7EC6">
      <w:pPr>
        <w:pStyle w:val="libFootnote0"/>
      </w:pPr>
      <w:r w:rsidRPr="004E7EC6">
        <w:rPr>
          <w:rtl/>
        </w:rPr>
        <w:t>4</w:t>
      </w:r>
      <w:r w:rsidR="004E7EC6">
        <w:rPr>
          <w:rtl/>
        </w:rPr>
        <w:t xml:space="preserve"> - </w:t>
      </w:r>
      <w:r w:rsidRPr="004E7EC6">
        <w:rPr>
          <w:rtl/>
        </w:rPr>
        <w:t>شكية ما لها نزوح</w:t>
      </w:r>
      <w:r w:rsidR="00D769AB">
        <w:rPr>
          <w:rtl/>
        </w:rPr>
        <w:t>:</w:t>
      </w:r>
      <w:r w:rsidRPr="004E7EC6">
        <w:rPr>
          <w:rtl/>
        </w:rPr>
        <w:t xml:space="preserve"> مرض ملازم</w:t>
      </w:r>
      <w:r w:rsidR="00D769AB">
        <w:rPr>
          <w:rtl/>
        </w:rPr>
        <w:t>.</w:t>
      </w:r>
    </w:p>
    <w:p w:rsidR="009647FC" w:rsidRPr="00524A24" w:rsidRDefault="009647FC" w:rsidP="004E7EC6">
      <w:pPr>
        <w:pStyle w:val="libFootnote0"/>
      </w:pPr>
      <w:r w:rsidRPr="004E7EC6">
        <w:rPr>
          <w:rtl/>
        </w:rPr>
        <w:t>5</w:t>
      </w:r>
      <w:r w:rsidR="004E7EC6">
        <w:rPr>
          <w:rtl/>
        </w:rPr>
        <w:t xml:space="preserve"> - </w:t>
      </w:r>
      <w:r w:rsidRPr="004E7EC6">
        <w:rPr>
          <w:rtl/>
        </w:rPr>
        <w:t>في المطبوع</w:t>
      </w:r>
      <w:r w:rsidR="00D769AB">
        <w:rPr>
          <w:rtl/>
        </w:rPr>
        <w:t>:</w:t>
      </w:r>
      <w:r w:rsidRPr="004E7EC6">
        <w:rPr>
          <w:rtl/>
        </w:rPr>
        <w:t xml:space="preserve"> ولم تمرض</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C3639" w:rsidRPr="00524A24" w:rsidTr="00DC3639">
        <w:trPr>
          <w:trHeight w:val="350"/>
        </w:trPr>
        <w:tc>
          <w:tcPr>
            <w:tcW w:w="3902" w:type="dxa"/>
          </w:tcPr>
          <w:p w:rsidR="00DC3639" w:rsidRPr="00524A24" w:rsidRDefault="00DC3639" w:rsidP="00DC3639">
            <w:pPr>
              <w:pStyle w:val="libPoem"/>
            </w:pPr>
            <w:r w:rsidRPr="00524A24">
              <w:rPr>
                <w:rtl/>
              </w:rPr>
              <w:lastRenderedPageBreak/>
              <w:t>حتى قضت، حيث ما عليها</w:t>
            </w:r>
            <w:r w:rsidRPr="00524A24">
              <w:rPr>
                <w:rStyle w:val="libPoemTiniChar0"/>
                <w:rtl/>
              </w:rPr>
              <w:br/>
              <w:t> </w:t>
            </w:r>
          </w:p>
        </w:tc>
        <w:tc>
          <w:tcPr>
            <w:tcW w:w="301" w:type="dxa"/>
          </w:tcPr>
          <w:p w:rsidR="00DC3639" w:rsidRPr="00524A24" w:rsidRDefault="00DC3639" w:rsidP="00DC3639">
            <w:pPr>
              <w:pStyle w:val="libPoem"/>
              <w:rPr>
                <w:rtl/>
              </w:rPr>
            </w:pPr>
          </w:p>
        </w:tc>
        <w:tc>
          <w:tcPr>
            <w:tcW w:w="3884" w:type="dxa"/>
          </w:tcPr>
          <w:p w:rsidR="00DC3639" w:rsidRPr="00524A24" w:rsidRDefault="00DC3639" w:rsidP="00DC3639">
            <w:pPr>
              <w:pStyle w:val="libPoem"/>
            </w:pPr>
            <w:r w:rsidRPr="00524A24">
              <w:rPr>
                <w:rtl/>
              </w:rPr>
              <w:t>في</w:t>
            </w:r>
            <w:r w:rsidR="004C00A8">
              <w:rPr>
                <w:rtl/>
              </w:rPr>
              <w:t xml:space="preserve"> </w:t>
            </w:r>
            <w:r w:rsidRPr="00524A24">
              <w:rPr>
                <w:rtl/>
              </w:rPr>
              <w:t>غربة البين مَنْ ينوحُ</w:t>
            </w:r>
            <w:r w:rsidRPr="00524A24">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نعم</w:t>
            </w:r>
            <w:r>
              <w:rPr>
                <w:rtl/>
              </w:rPr>
              <w:t xml:space="preserve"> </w:t>
            </w:r>
            <w:r w:rsidRPr="009647FC">
              <w:rPr>
                <w:rtl/>
              </w:rPr>
              <w:t>بكت</w:t>
            </w:r>
            <w:r>
              <w:rPr>
                <w:rtl/>
              </w:rPr>
              <w:t xml:space="preserve"> </w:t>
            </w:r>
            <w:r w:rsidRPr="009647FC">
              <w:rPr>
                <w:rtl/>
              </w:rPr>
              <w:t>بقعةٌ</w:t>
            </w:r>
            <w:r>
              <w:rPr>
                <w:rtl/>
              </w:rPr>
              <w:t xml:space="preserve"> </w:t>
            </w:r>
            <w:r w:rsidRPr="009647FC">
              <w:rPr>
                <w:rtl/>
              </w:rPr>
              <w:t>تصلّى</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فيها</w:t>
            </w:r>
            <w:r w:rsidR="004C00A8">
              <w:rPr>
                <w:rtl/>
              </w:rPr>
              <w:t xml:space="preserve"> </w:t>
            </w:r>
            <w:r w:rsidRPr="009647FC">
              <w:rPr>
                <w:rtl/>
              </w:rPr>
              <w:t>وشهبُ</w:t>
            </w:r>
            <w:r>
              <w:rPr>
                <w:rtl/>
              </w:rPr>
              <w:t xml:space="preserve"> </w:t>
            </w:r>
            <w:r w:rsidRPr="009647FC">
              <w:rPr>
                <w:rtl/>
              </w:rPr>
              <w:t>السما</w:t>
            </w:r>
            <w:r>
              <w:rPr>
                <w:rtl/>
              </w:rPr>
              <w:t xml:space="preserve"> </w:t>
            </w:r>
            <w:r w:rsidRPr="009647FC">
              <w:rPr>
                <w:rtl/>
              </w:rPr>
              <w:t>جنوحُ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وانتحب</w:t>
            </w:r>
            <w:r>
              <w:rPr>
                <w:rtl/>
              </w:rPr>
              <w:t xml:space="preserve"> (</w:t>
            </w:r>
            <w:r w:rsidRPr="009647FC">
              <w:rPr>
                <w:rtl/>
              </w:rPr>
              <w:t>الكاتبان</w:t>
            </w:r>
            <w:r>
              <w:rPr>
                <w:rtl/>
              </w:rPr>
              <w:t xml:space="preserve">) </w:t>
            </w:r>
            <w:r w:rsidRPr="009647FC">
              <w:rPr>
                <w:rtl/>
              </w:rPr>
              <w:t>إذ</w:t>
            </w:r>
            <w:r>
              <w:rPr>
                <w:rtl/>
              </w:rPr>
              <w:t xml:space="preserve"> </w:t>
            </w:r>
            <w:r w:rsidRPr="009647FC">
              <w:rPr>
                <w:rtl/>
              </w:rPr>
              <w:t>قد</w:t>
            </w:r>
            <w:r w:rsidRPr="004E7EC6">
              <w:rPr>
                <w:rStyle w:val="libFootnotenumChar"/>
                <w:rtl/>
              </w:rPr>
              <w:t>(1)</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فاتهما</w:t>
            </w:r>
            <w:r w:rsidR="004C00A8">
              <w:rPr>
                <w:rtl/>
              </w:rPr>
              <w:t xml:space="preserve"> </w:t>
            </w:r>
            <w:r w:rsidRPr="009647FC">
              <w:rPr>
                <w:rtl/>
              </w:rPr>
              <w:t>وردُها</w:t>
            </w:r>
            <w:r>
              <w:rPr>
                <w:rtl/>
              </w:rPr>
              <w:t xml:space="preserve"> </w:t>
            </w:r>
            <w:r w:rsidRPr="009647FC">
              <w:rPr>
                <w:rtl/>
              </w:rPr>
              <w:t>الصحيحُ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فليغتد</w:t>
            </w:r>
            <w:r w:rsidR="004C00A8">
              <w:rPr>
                <w:rtl/>
              </w:rPr>
              <w:t xml:space="preserve"> </w:t>
            </w:r>
            <w:r w:rsidRPr="009647FC">
              <w:rPr>
                <w:rtl/>
              </w:rPr>
              <w:t>اليوم</w:t>
            </w:r>
            <w:r>
              <w:rPr>
                <w:rtl/>
              </w:rPr>
              <w:t xml:space="preserve"> </w:t>
            </w:r>
            <w:r w:rsidRPr="009647FC">
              <w:rPr>
                <w:rtl/>
              </w:rPr>
              <w:t>كلُّ</w:t>
            </w:r>
            <w:r>
              <w:rPr>
                <w:rtl/>
              </w:rPr>
              <w:t xml:space="preserve"> </w:t>
            </w:r>
            <w:r w:rsidRPr="009647FC">
              <w:rPr>
                <w:rtl/>
              </w:rPr>
              <w:t>خدرٍ</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أعمادُ</w:t>
            </w:r>
            <w:r>
              <w:rPr>
                <w:rtl/>
              </w:rPr>
              <w:t xml:space="preserve"> </w:t>
            </w:r>
            <w:r w:rsidRPr="009647FC">
              <w:rPr>
                <w:rtl/>
              </w:rPr>
              <w:t>أسجافه</w:t>
            </w:r>
            <w:r>
              <w:rPr>
                <w:rtl/>
              </w:rPr>
              <w:t xml:space="preserve"> </w:t>
            </w:r>
            <w:r w:rsidRPr="009647FC">
              <w:rPr>
                <w:rtl/>
              </w:rPr>
              <w:t>تطيحُ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524A24">
              <w:rPr>
                <w:rtl/>
              </w:rPr>
              <w:t>فربَّةُ الاحتجاب أضحت</w:t>
            </w:r>
            <w:r w:rsidRPr="00524A24">
              <w:rPr>
                <w:rStyle w:val="libPoemTiniChar0"/>
                <w:rtl/>
              </w:rPr>
              <w:br/>
              <w:t> </w:t>
            </w:r>
          </w:p>
        </w:tc>
        <w:tc>
          <w:tcPr>
            <w:tcW w:w="301" w:type="dxa"/>
          </w:tcPr>
          <w:p w:rsidR="00DC3639" w:rsidRPr="00524A24" w:rsidRDefault="00DC3639" w:rsidP="00DC3639">
            <w:pPr>
              <w:pStyle w:val="libPoem"/>
              <w:rPr>
                <w:rtl/>
              </w:rPr>
            </w:pPr>
          </w:p>
        </w:tc>
        <w:tc>
          <w:tcPr>
            <w:tcW w:w="3884" w:type="dxa"/>
          </w:tcPr>
          <w:p w:rsidR="00DC3639" w:rsidRPr="00524A24" w:rsidRDefault="00DC3639" w:rsidP="00DC3639">
            <w:pPr>
              <w:pStyle w:val="libPoem"/>
            </w:pPr>
            <w:r w:rsidRPr="00524A24">
              <w:rPr>
                <w:rtl/>
              </w:rPr>
              <w:t>حجابُها اللحد والضريحُ</w:t>
            </w:r>
            <w:r w:rsidRPr="00524A24">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قد</w:t>
            </w:r>
            <w:r>
              <w:rPr>
                <w:rtl/>
              </w:rPr>
              <w:t xml:space="preserve"> </w:t>
            </w:r>
            <w:r w:rsidRPr="009647FC">
              <w:rPr>
                <w:rtl/>
              </w:rPr>
              <w:t>غاض</w:t>
            </w:r>
            <w:r>
              <w:rPr>
                <w:rtl/>
              </w:rPr>
              <w:t xml:space="preserve"> </w:t>
            </w:r>
            <w:r w:rsidRPr="009647FC">
              <w:rPr>
                <w:rtl/>
              </w:rPr>
              <w:t>ماءُ</w:t>
            </w:r>
            <w:r>
              <w:rPr>
                <w:rtl/>
              </w:rPr>
              <w:t xml:space="preserve"> </w:t>
            </w:r>
            <w:r w:rsidRPr="009647FC">
              <w:rPr>
                <w:rtl/>
              </w:rPr>
              <w:t>الحياء</w:t>
            </w:r>
            <w:r>
              <w:rPr>
                <w:rtl/>
              </w:rPr>
              <w:t xml:space="preserve"> </w:t>
            </w:r>
            <w:r w:rsidRPr="009647FC">
              <w:rPr>
                <w:rtl/>
              </w:rPr>
              <w:t>يندي</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به</w:t>
            </w:r>
            <w:r>
              <w:rPr>
                <w:rtl/>
              </w:rPr>
              <w:t xml:space="preserve"> </w:t>
            </w:r>
            <w:r w:rsidRPr="009647FC">
              <w:rPr>
                <w:rtl/>
              </w:rPr>
              <w:t>ثرىً</w:t>
            </w:r>
            <w:r>
              <w:rPr>
                <w:rtl/>
              </w:rPr>
              <w:t xml:space="preserve"> </w:t>
            </w:r>
            <w:r w:rsidRPr="009647FC">
              <w:rPr>
                <w:rtl/>
              </w:rPr>
              <w:t>نشرُه</w:t>
            </w:r>
            <w:r>
              <w:rPr>
                <w:rtl/>
              </w:rPr>
              <w:t xml:space="preserve"> </w:t>
            </w:r>
            <w:r w:rsidRPr="009647FC">
              <w:rPr>
                <w:rtl/>
              </w:rPr>
              <w:t>يفوحُ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توسدت</w:t>
            </w:r>
            <w:r w:rsidR="004C00A8">
              <w:rPr>
                <w:rtl/>
              </w:rPr>
              <w:t xml:space="preserve"> </w:t>
            </w:r>
            <w:r w:rsidRPr="009647FC">
              <w:rPr>
                <w:rtl/>
              </w:rPr>
              <w:t>والعفاف</w:t>
            </w:r>
            <w:r>
              <w:rPr>
                <w:rtl/>
              </w:rPr>
              <w:t xml:space="preserve"> </w:t>
            </w:r>
            <w:r w:rsidRPr="009647FC">
              <w:rPr>
                <w:rtl/>
              </w:rPr>
              <w:t>فيه</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يضمُّه</w:t>
            </w:r>
            <w:r>
              <w:rPr>
                <w:rtl/>
              </w:rPr>
              <w:t xml:space="preserve"> </w:t>
            </w:r>
            <w:r w:rsidRPr="009647FC">
              <w:rPr>
                <w:rtl/>
              </w:rPr>
              <w:t>جيبُها</w:t>
            </w:r>
            <w:r>
              <w:rPr>
                <w:rtl/>
              </w:rPr>
              <w:t xml:space="preserve"> </w:t>
            </w:r>
            <w:r w:rsidRPr="009647FC">
              <w:rPr>
                <w:rtl/>
              </w:rPr>
              <w:t>النصيحُ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524A24">
              <w:rPr>
                <w:rtl/>
              </w:rPr>
              <w:t>شلّت</w:t>
            </w:r>
            <w:r w:rsidR="004C00A8">
              <w:rPr>
                <w:rtl/>
              </w:rPr>
              <w:t xml:space="preserve"> </w:t>
            </w:r>
            <w:r w:rsidRPr="00524A24">
              <w:rPr>
                <w:rtl/>
              </w:rPr>
              <w:t>أكفُّ الزمان ماذا</w:t>
            </w:r>
            <w:r w:rsidRPr="00524A24">
              <w:rPr>
                <w:rStyle w:val="libPoemTiniChar0"/>
                <w:rtl/>
              </w:rPr>
              <w:br/>
              <w:t> </w:t>
            </w:r>
          </w:p>
        </w:tc>
        <w:tc>
          <w:tcPr>
            <w:tcW w:w="301" w:type="dxa"/>
          </w:tcPr>
          <w:p w:rsidR="00DC3639" w:rsidRPr="00524A24" w:rsidRDefault="00DC3639" w:rsidP="00DC3639">
            <w:pPr>
              <w:pStyle w:val="libPoem"/>
              <w:rPr>
                <w:rtl/>
              </w:rPr>
            </w:pPr>
          </w:p>
        </w:tc>
        <w:tc>
          <w:tcPr>
            <w:tcW w:w="3884" w:type="dxa"/>
          </w:tcPr>
          <w:p w:rsidR="00DC3639" w:rsidRPr="00524A24" w:rsidRDefault="00DC3639" w:rsidP="00DC3639">
            <w:pPr>
              <w:pStyle w:val="libPoem"/>
            </w:pPr>
            <w:r w:rsidRPr="00524A24">
              <w:rPr>
                <w:rtl/>
              </w:rPr>
              <w:t>من</w:t>
            </w:r>
            <w:r w:rsidR="004C00A8">
              <w:rPr>
                <w:rtl/>
              </w:rPr>
              <w:t xml:space="preserve"> </w:t>
            </w:r>
            <w:r w:rsidRPr="00524A24">
              <w:rPr>
                <w:rtl/>
              </w:rPr>
              <w:t>حرم المجد يستبيحُ</w:t>
            </w:r>
            <w:r w:rsidRPr="00524A24">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524A24">
              <w:rPr>
                <w:rtl/>
              </w:rPr>
              <w:t>إليه</w:t>
            </w:r>
            <w:r w:rsidR="004C00A8">
              <w:rPr>
                <w:rtl/>
              </w:rPr>
              <w:t xml:space="preserve"> </w:t>
            </w:r>
            <w:r w:rsidRPr="00524A24">
              <w:rPr>
                <w:rtl/>
              </w:rPr>
              <w:t>دبَّ الضِراء لمّا</w:t>
            </w:r>
            <w:r w:rsidRPr="00524A24">
              <w:rPr>
                <w:rStyle w:val="libPoemTiniChar0"/>
                <w:rtl/>
              </w:rPr>
              <w:br/>
              <w:t> </w:t>
            </w:r>
          </w:p>
        </w:tc>
        <w:tc>
          <w:tcPr>
            <w:tcW w:w="301" w:type="dxa"/>
          </w:tcPr>
          <w:p w:rsidR="00DC3639" w:rsidRPr="00524A24" w:rsidRDefault="00DC3639" w:rsidP="00DC3639">
            <w:pPr>
              <w:pStyle w:val="libPoem"/>
              <w:rPr>
                <w:rtl/>
              </w:rPr>
            </w:pPr>
          </w:p>
        </w:tc>
        <w:tc>
          <w:tcPr>
            <w:tcW w:w="3884" w:type="dxa"/>
          </w:tcPr>
          <w:p w:rsidR="00DC3639" w:rsidRPr="00524A24" w:rsidRDefault="00DC3639" w:rsidP="00DC3639">
            <w:pPr>
              <w:pStyle w:val="libPoem"/>
            </w:pPr>
            <w:r w:rsidRPr="00524A24">
              <w:rPr>
                <w:rtl/>
              </w:rPr>
              <w:t>أبدي</w:t>
            </w:r>
            <w:r w:rsidR="004C00A8">
              <w:rPr>
                <w:rtl/>
              </w:rPr>
              <w:t xml:space="preserve"> </w:t>
            </w:r>
            <w:r w:rsidRPr="00524A24">
              <w:rPr>
                <w:rtl/>
              </w:rPr>
              <w:t>بأن جاء يستميحُ</w:t>
            </w:r>
            <w:r w:rsidRPr="00524A24">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واغتال</w:t>
            </w:r>
            <w:r w:rsidR="004C00A8">
              <w:rPr>
                <w:rtl/>
              </w:rPr>
              <w:t xml:space="preserve"> </w:t>
            </w:r>
            <w:r w:rsidRPr="009647FC">
              <w:rPr>
                <w:rtl/>
              </w:rPr>
              <w:t>محجوبة</w:t>
            </w:r>
            <w:r>
              <w:rPr>
                <w:rtl/>
              </w:rPr>
              <w:t xml:space="preserve"> </w:t>
            </w:r>
            <w:r w:rsidRPr="009647FC">
              <w:rPr>
                <w:rtl/>
              </w:rPr>
              <w:t>بخدرٍ</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يحوطها</w:t>
            </w:r>
            <w:r w:rsidR="004C00A8">
              <w:rPr>
                <w:rtl/>
              </w:rPr>
              <w:t xml:space="preserve"> </w:t>
            </w:r>
            <w:r w:rsidRPr="009647FC">
              <w:rPr>
                <w:rtl/>
              </w:rPr>
              <w:t>السؤددُ</w:t>
            </w:r>
            <w:r>
              <w:rPr>
                <w:rtl/>
              </w:rPr>
              <w:t xml:space="preserve"> </w:t>
            </w:r>
            <w:r w:rsidRPr="009647FC">
              <w:rPr>
                <w:rtl/>
              </w:rPr>
              <w:t>الصريحُ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والعزُّ</w:t>
            </w:r>
            <w:r w:rsidR="004C00A8">
              <w:rPr>
                <w:rtl/>
              </w:rPr>
              <w:t xml:space="preserve"> </w:t>
            </w:r>
            <w:r w:rsidRPr="009647FC">
              <w:rPr>
                <w:rtl/>
              </w:rPr>
              <w:t>عنه</w:t>
            </w:r>
            <w:r>
              <w:rPr>
                <w:rtl/>
              </w:rPr>
              <w:t xml:space="preserve"> </w:t>
            </w:r>
            <w:r w:rsidRPr="009647FC">
              <w:rPr>
                <w:rtl/>
              </w:rPr>
              <w:t>يذبُّ</w:t>
            </w:r>
            <w:r>
              <w:rPr>
                <w:rtl/>
              </w:rPr>
              <w:t xml:space="preserve"> </w:t>
            </w:r>
            <w:r w:rsidRPr="009647FC">
              <w:rPr>
                <w:rtl/>
              </w:rPr>
              <w:t>مالا</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يذّبه</w:t>
            </w:r>
            <w:r w:rsidR="004C00A8">
              <w:rPr>
                <w:rtl/>
              </w:rPr>
              <w:t xml:space="preserve"> </w:t>
            </w:r>
            <w:r w:rsidRPr="009647FC">
              <w:rPr>
                <w:rtl/>
              </w:rPr>
              <w:t>الفارس</w:t>
            </w:r>
            <w:r>
              <w:rPr>
                <w:rtl/>
              </w:rPr>
              <w:t xml:space="preserve"> </w:t>
            </w:r>
            <w:r w:rsidRPr="009647FC">
              <w:rPr>
                <w:rtl/>
              </w:rPr>
              <w:t>المشيحُ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ومن</w:t>
            </w:r>
            <w:r>
              <w:rPr>
                <w:rtl/>
              </w:rPr>
              <w:t xml:space="preserve"> </w:t>
            </w:r>
            <w:r w:rsidRPr="009647FC">
              <w:rPr>
                <w:rtl/>
              </w:rPr>
              <w:t>أبى</w:t>
            </w:r>
            <w:r>
              <w:rPr>
                <w:rtl/>
              </w:rPr>
              <w:t xml:space="preserve"> </w:t>
            </w:r>
            <w:r w:rsidRPr="009647FC">
              <w:rPr>
                <w:rtl/>
              </w:rPr>
              <w:t>المصطفى</w:t>
            </w:r>
            <w:r>
              <w:rPr>
                <w:rtl/>
              </w:rPr>
              <w:t xml:space="preserve"> </w:t>
            </w:r>
            <w:r w:rsidRPr="009647FC">
              <w:rPr>
                <w:rtl/>
              </w:rPr>
              <w:t>حماه</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في</w:t>
            </w:r>
            <w:r w:rsidR="004C00A8">
              <w:rPr>
                <w:rtl/>
              </w:rPr>
              <w:t xml:space="preserve"> </w:t>
            </w:r>
            <w:r w:rsidRPr="009647FC">
              <w:rPr>
                <w:rtl/>
              </w:rPr>
              <w:t>منعة</w:t>
            </w:r>
            <w:r>
              <w:rPr>
                <w:rtl/>
              </w:rPr>
              <w:t xml:space="preserve"> </w:t>
            </w:r>
            <w:r w:rsidRPr="009647FC">
              <w:rPr>
                <w:rtl/>
              </w:rPr>
              <w:t>ما</w:t>
            </w:r>
            <w:r>
              <w:rPr>
                <w:rtl/>
              </w:rPr>
              <w:t xml:space="preserve"> </w:t>
            </w:r>
            <w:r w:rsidRPr="009647FC">
              <w:rPr>
                <w:rtl/>
              </w:rPr>
              <w:t>لها</w:t>
            </w:r>
            <w:r>
              <w:rPr>
                <w:rtl/>
              </w:rPr>
              <w:t xml:space="preserve"> </w:t>
            </w:r>
            <w:r w:rsidRPr="009647FC">
              <w:rPr>
                <w:rtl/>
              </w:rPr>
              <w:t>مبيحُ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ذاك</w:t>
            </w:r>
            <w:r w:rsidR="004C00A8">
              <w:rPr>
                <w:rtl/>
              </w:rPr>
              <w:t xml:space="preserve"> </w:t>
            </w:r>
            <w:r w:rsidRPr="009647FC">
              <w:rPr>
                <w:rtl/>
              </w:rPr>
              <w:t>الذي</w:t>
            </w:r>
            <w:r>
              <w:rPr>
                <w:rtl/>
              </w:rPr>
              <w:t xml:space="preserve"> </w:t>
            </w:r>
            <w:r w:rsidRPr="009647FC">
              <w:rPr>
                <w:rtl/>
              </w:rPr>
              <w:t>راحتاه</w:t>
            </w:r>
            <w:r>
              <w:rPr>
                <w:rtl/>
              </w:rPr>
              <w:t xml:space="preserve"> </w:t>
            </w:r>
            <w:r w:rsidRPr="009647FC">
              <w:rPr>
                <w:rtl/>
              </w:rPr>
              <w:t>كلُّ</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على</w:t>
            </w:r>
            <w:r w:rsidR="004C00A8">
              <w:rPr>
                <w:rtl/>
              </w:rPr>
              <w:t xml:space="preserve"> </w:t>
            </w:r>
            <w:r w:rsidRPr="009647FC">
              <w:rPr>
                <w:rtl/>
              </w:rPr>
              <w:t>الورى</w:t>
            </w:r>
            <w:r>
              <w:rPr>
                <w:rtl/>
              </w:rPr>
              <w:t xml:space="preserve"> </w:t>
            </w:r>
            <w:r w:rsidRPr="009647FC">
              <w:rPr>
                <w:rtl/>
              </w:rPr>
              <w:t>ديمةٌ</w:t>
            </w:r>
            <w:r>
              <w:rPr>
                <w:rtl/>
              </w:rPr>
              <w:t xml:space="preserve"> </w:t>
            </w:r>
            <w:r w:rsidRPr="009647FC">
              <w:rPr>
                <w:rtl/>
              </w:rPr>
              <w:t>دلوح</w:t>
            </w:r>
            <w:r w:rsidRPr="00524A24">
              <w:rPr>
                <w:rtl/>
              </w:rPr>
              <w:t>ُ</w:t>
            </w:r>
            <w:r w:rsidRPr="004E7EC6">
              <w:rPr>
                <w:rStyle w:val="libFootnotenumChar"/>
                <w:rtl/>
              </w:rPr>
              <w:t>(2)</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بالطبع</w:t>
            </w:r>
            <w:r>
              <w:rPr>
                <w:rtl/>
              </w:rPr>
              <w:t xml:space="preserve"> </w:t>
            </w:r>
            <w:r w:rsidRPr="009647FC">
              <w:rPr>
                <w:rtl/>
              </w:rPr>
              <w:t>مستحلبٌ</w:t>
            </w:r>
            <w:r>
              <w:rPr>
                <w:rtl/>
              </w:rPr>
              <w:t xml:space="preserve"> </w:t>
            </w:r>
            <w:r w:rsidRPr="009647FC">
              <w:rPr>
                <w:rtl/>
              </w:rPr>
              <w:t>نداه</w:t>
            </w:r>
            <w:r w:rsidRPr="004E7EC6">
              <w:rPr>
                <w:rStyle w:val="libFootnotenumChar"/>
                <w:rtl/>
              </w:rPr>
              <w:t>(3)</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إن</w:t>
            </w:r>
            <w:r w:rsidR="004C00A8">
              <w:rPr>
                <w:rtl/>
              </w:rPr>
              <w:t xml:space="preserve"> </w:t>
            </w:r>
            <w:r w:rsidRPr="009647FC">
              <w:rPr>
                <w:rtl/>
              </w:rPr>
              <w:t>حلب</w:t>
            </w:r>
            <w:r>
              <w:rPr>
                <w:rtl/>
              </w:rPr>
              <w:t xml:space="preserve"> </w:t>
            </w:r>
            <w:r w:rsidRPr="009647FC">
              <w:rPr>
                <w:rtl/>
              </w:rPr>
              <w:t>الغاديات</w:t>
            </w:r>
            <w:r>
              <w:rPr>
                <w:rtl/>
              </w:rPr>
              <w:t xml:space="preserve"> </w:t>
            </w:r>
            <w:r w:rsidRPr="009647FC">
              <w:rPr>
                <w:rtl/>
              </w:rPr>
              <w:t>ريحُ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كأنّ</w:t>
            </w:r>
            <w:r>
              <w:rPr>
                <w:rtl/>
              </w:rPr>
              <w:t>َ</w:t>
            </w:r>
            <w:r w:rsidR="004C00A8">
              <w:rPr>
                <w:rtl/>
              </w:rPr>
              <w:t xml:space="preserve"> </w:t>
            </w:r>
            <w:r w:rsidRPr="009647FC">
              <w:rPr>
                <w:rtl/>
              </w:rPr>
              <w:t>منها</w:t>
            </w:r>
            <w:r>
              <w:rPr>
                <w:rtl/>
              </w:rPr>
              <w:t xml:space="preserve"> </w:t>
            </w:r>
            <w:r w:rsidRPr="009647FC">
              <w:rPr>
                <w:rtl/>
              </w:rPr>
              <w:t>البنان</w:t>
            </w:r>
            <w:r>
              <w:rPr>
                <w:rtl/>
              </w:rPr>
              <w:t xml:space="preserve">َ </w:t>
            </w:r>
            <w:r w:rsidRPr="009647FC">
              <w:rPr>
                <w:rtl/>
              </w:rPr>
              <w:t>ضئرٌ</w:t>
            </w:r>
            <w:r w:rsidRPr="004E7EC6">
              <w:rPr>
                <w:rStyle w:val="libFootnotenumChar"/>
                <w:rtl/>
              </w:rPr>
              <w:t>(4)</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يرتضع</w:t>
            </w:r>
            <w:r w:rsidR="004C00A8">
              <w:rPr>
                <w:rtl/>
              </w:rPr>
              <w:t xml:space="preserve"> </w:t>
            </w:r>
            <w:r w:rsidRPr="009647FC">
              <w:rPr>
                <w:rtl/>
              </w:rPr>
              <w:t>الدهرُ</w:t>
            </w:r>
            <w:r>
              <w:rPr>
                <w:rtl/>
              </w:rPr>
              <w:t xml:space="preserve"> </w:t>
            </w:r>
            <w:r w:rsidRPr="009647FC">
              <w:rPr>
                <w:rtl/>
              </w:rPr>
              <w:t>ما</w:t>
            </w:r>
            <w:r>
              <w:rPr>
                <w:rtl/>
              </w:rPr>
              <w:t xml:space="preserve"> </w:t>
            </w:r>
            <w:r w:rsidRPr="009647FC">
              <w:rPr>
                <w:rtl/>
              </w:rPr>
              <w:t>تميحُ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مستعذ</w:t>
            </w:r>
            <w:r>
              <w:rPr>
                <w:rtl/>
              </w:rPr>
              <w:t>َ</w:t>
            </w:r>
            <w:r w:rsidRPr="009647FC">
              <w:rPr>
                <w:rtl/>
              </w:rPr>
              <w:t>بٌ</w:t>
            </w:r>
            <w:r>
              <w:rPr>
                <w:rtl/>
              </w:rPr>
              <w:t xml:space="preserve"> </w:t>
            </w:r>
            <w:r w:rsidRPr="009647FC">
              <w:rPr>
                <w:rtl/>
              </w:rPr>
              <w:t>جودُه</w:t>
            </w:r>
            <w:r>
              <w:rPr>
                <w:rtl/>
              </w:rPr>
              <w:t xml:space="preserve"> </w:t>
            </w:r>
            <w:r w:rsidRPr="009647FC">
              <w:rPr>
                <w:rtl/>
              </w:rPr>
              <w:t>المرّجى</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مباركٌ</w:t>
            </w:r>
            <w:r>
              <w:rPr>
                <w:rtl/>
              </w:rPr>
              <w:t xml:space="preserve"> </w:t>
            </w:r>
            <w:r w:rsidRPr="009647FC">
              <w:rPr>
                <w:rtl/>
              </w:rPr>
              <w:t>وجهه</w:t>
            </w:r>
            <w:r>
              <w:rPr>
                <w:rtl/>
              </w:rPr>
              <w:t xml:space="preserve"> </w:t>
            </w:r>
            <w:r w:rsidRPr="009647FC">
              <w:rPr>
                <w:rtl/>
              </w:rPr>
              <w:t>الصبيحُ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تقرأ</w:t>
            </w:r>
            <w:r>
              <w:rPr>
                <w:rtl/>
              </w:rPr>
              <w:t xml:space="preserve"> </w:t>
            </w:r>
            <w:r w:rsidRPr="009647FC">
              <w:rPr>
                <w:rtl/>
              </w:rPr>
              <w:t>في</w:t>
            </w:r>
            <w:r>
              <w:rPr>
                <w:rtl/>
              </w:rPr>
              <w:t xml:space="preserve"> </w:t>
            </w:r>
            <w:r w:rsidRPr="009647FC">
              <w:rPr>
                <w:rtl/>
              </w:rPr>
              <w:t>الوجه</w:t>
            </w:r>
            <w:r>
              <w:rPr>
                <w:rtl/>
              </w:rPr>
              <w:t xml:space="preserve"> </w:t>
            </w:r>
            <w:r w:rsidRPr="009647FC">
              <w:rPr>
                <w:rtl/>
              </w:rPr>
              <w:t>منه</w:t>
            </w:r>
            <w:r>
              <w:rPr>
                <w:rtl/>
              </w:rPr>
              <w:t xml:space="preserve"> </w:t>
            </w:r>
            <w:r w:rsidRPr="009647FC">
              <w:rPr>
                <w:rtl/>
              </w:rPr>
              <w:t>هذا</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خاتم</w:t>
            </w:r>
            <w:r w:rsidRPr="004E7EC6">
              <w:rPr>
                <w:rStyle w:val="libFootnotenumChar"/>
                <w:rtl/>
              </w:rPr>
              <w:t>(5)</w:t>
            </w:r>
            <w:r w:rsidR="004C00A8">
              <w:rPr>
                <w:rtl/>
              </w:rPr>
              <w:t xml:space="preserve"> </w:t>
            </w:r>
            <w:r w:rsidRPr="009647FC">
              <w:rPr>
                <w:rtl/>
              </w:rPr>
              <w:t>أهل</w:t>
            </w:r>
            <w:r>
              <w:rPr>
                <w:rtl/>
              </w:rPr>
              <w:t xml:space="preserve"> </w:t>
            </w:r>
            <w:r w:rsidRPr="009647FC">
              <w:rPr>
                <w:rtl/>
              </w:rPr>
              <w:t>الندى</w:t>
            </w:r>
            <w:r>
              <w:rPr>
                <w:rtl/>
              </w:rPr>
              <w:t xml:space="preserve"> </w:t>
            </w:r>
            <w:r w:rsidRPr="009647FC">
              <w:rPr>
                <w:rtl/>
              </w:rPr>
              <w:t>المنوحُ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لا</w:t>
            </w:r>
            <w:r w:rsidR="004C00A8">
              <w:rPr>
                <w:rtl/>
              </w:rPr>
              <w:t xml:space="preserve"> </w:t>
            </w:r>
            <w:r w:rsidRPr="009647FC">
              <w:rPr>
                <w:rtl/>
              </w:rPr>
              <w:t>يشتري</w:t>
            </w:r>
            <w:r>
              <w:rPr>
                <w:rtl/>
              </w:rPr>
              <w:t xml:space="preserve"> </w:t>
            </w:r>
            <w:r w:rsidRPr="009647FC">
              <w:rPr>
                <w:rtl/>
              </w:rPr>
              <w:t>الحمد</w:t>
            </w:r>
            <w:r>
              <w:rPr>
                <w:rtl/>
              </w:rPr>
              <w:t xml:space="preserve">َ </w:t>
            </w:r>
            <w:r w:rsidRPr="009647FC">
              <w:rPr>
                <w:rtl/>
              </w:rPr>
              <w:t>بالعطايا</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إذ</w:t>
            </w:r>
            <w:r w:rsidR="004C00A8">
              <w:rPr>
                <w:rtl/>
              </w:rPr>
              <w:t xml:space="preserve"> </w:t>
            </w:r>
            <w:r w:rsidRPr="009647FC">
              <w:rPr>
                <w:rtl/>
              </w:rPr>
              <w:t>كان</w:t>
            </w:r>
            <w:r>
              <w:rPr>
                <w:rtl/>
              </w:rPr>
              <w:t xml:space="preserve"> </w:t>
            </w:r>
            <w:r w:rsidRPr="009647FC">
              <w:rPr>
                <w:rtl/>
              </w:rPr>
              <w:t>من</w:t>
            </w:r>
            <w:r>
              <w:rPr>
                <w:rtl/>
              </w:rPr>
              <w:t xml:space="preserve"> </w:t>
            </w:r>
            <w:r w:rsidRPr="009647FC">
              <w:rPr>
                <w:rtl/>
              </w:rPr>
              <w:t>حقّه</w:t>
            </w:r>
            <w:r>
              <w:rPr>
                <w:rtl/>
              </w:rPr>
              <w:t xml:space="preserve"> </w:t>
            </w:r>
            <w:r w:rsidRPr="009647FC">
              <w:rPr>
                <w:rtl/>
              </w:rPr>
              <w:t>المديحُ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لكنّه</w:t>
            </w:r>
            <w:r>
              <w:rPr>
                <w:rtl/>
              </w:rPr>
              <w:t xml:space="preserve"> </w:t>
            </w:r>
            <w:r w:rsidRPr="009647FC">
              <w:rPr>
                <w:rtl/>
              </w:rPr>
              <w:t>مذ</w:t>
            </w:r>
            <w:r>
              <w:rPr>
                <w:rtl/>
              </w:rPr>
              <w:t xml:space="preserve"> </w:t>
            </w:r>
            <w:r w:rsidRPr="009647FC">
              <w:rPr>
                <w:rtl/>
              </w:rPr>
              <w:t>نشا</w:t>
            </w:r>
            <w:r>
              <w:rPr>
                <w:rtl/>
              </w:rPr>
              <w:t xml:space="preserve"> </w:t>
            </w:r>
            <w:r w:rsidRPr="009647FC">
              <w:rPr>
                <w:rtl/>
              </w:rPr>
              <w:t>إلى</w:t>
            </w:r>
            <w:r>
              <w:rPr>
                <w:rtl/>
              </w:rPr>
              <w:t xml:space="preserve"> </w:t>
            </w:r>
            <w:r w:rsidRPr="009647FC">
              <w:rPr>
                <w:rtl/>
              </w:rPr>
              <w:t>أن</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من</w:t>
            </w:r>
            <w:r w:rsidR="004C00A8">
              <w:rPr>
                <w:rtl/>
              </w:rPr>
              <w:t xml:space="preserve"> </w:t>
            </w:r>
            <w:r w:rsidRPr="009647FC">
              <w:rPr>
                <w:rtl/>
              </w:rPr>
              <w:t>شيبه</w:t>
            </w:r>
            <w:r>
              <w:rPr>
                <w:rtl/>
              </w:rPr>
              <w:t xml:space="preserve"> </w:t>
            </w:r>
            <w:r w:rsidRPr="009647FC">
              <w:rPr>
                <w:rtl/>
              </w:rPr>
              <w:t>استكمل</w:t>
            </w:r>
            <w:r>
              <w:rPr>
                <w:rtl/>
              </w:rPr>
              <w:t xml:space="preserve"> </w:t>
            </w:r>
            <w:r w:rsidRPr="009647FC">
              <w:rPr>
                <w:rtl/>
              </w:rPr>
              <w:t>الوضوحُ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يتاجر</w:t>
            </w:r>
            <w:r>
              <w:rPr>
                <w:rtl/>
              </w:rPr>
              <w:t xml:space="preserve"> </w:t>
            </w:r>
            <w:r w:rsidRPr="009647FC">
              <w:rPr>
                <w:rtl/>
              </w:rPr>
              <w:t>الله</w:t>
            </w:r>
            <w:r>
              <w:rPr>
                <w:rtl/>
              </w:rPr>
              <w:t xml:space="preserve">َ </w:t>
            </w:r>
            <w:r w:rsidRPr="009647FC">
              <w:rPr>
                <w:rtl/>
              </w:rPr>
              <w:t>كلّ</w:t>
            </w:r>
            <w:r>
              <w:rPr>
                <w:rtl/>
              </w:rPr>
              <w:t xml:space="preserve"> </w:t>
            </w:r>
            <w:r w:rsidRPr="009647FC">
              <w:rPr>
                <w:rtl/>
              </w:rPr>
              <w:t>يومٍ</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F849C2" w:rsidRDefault="00DC3639" w:rsidP="00DC3639">
            <w:pPr>
              <w:pStyle w:val="libPoem"/>
            </w:pPr>
            <w:r w:rsidRPr="009647FC">
              <w:rPr>
                <w:rtl/>
              </w:rPr>
              <w:t>بما</w:t>
            </w:r>
            <w:r w:rsidR="004C00A8">
              <w:rPr>
                <w:rtl/>
              </w:rPr>
              <w:t xml:space="preserve"> </w:t>
            </w:r>
            <w:r w:rsidRPr="009647FC">
              <w:rPr>
                <w:rtl/>
              </w:rPr>
              <w:t>حوتْ</w:t>
            </w:r>
            <w:r>
              <w:rPr>
                <w:rtl/>
              </w:rPr>
              <w:t xml:space="preserve"> </w:t>
            </w:r>
            <w:r w:rsidRPr="009647FC">
              <w:rPr>
                <w:rtl/>
              </w:rPr>
              <w:t>كفُّه</w:t>
            </w:r>
            <w:r>
              <w:rPr>
                <w:rtl/>
              </w:rPr>
              <w:t xml:space="preserve"> </w:t>
            </w:r>
            <w:r w:rsidRPr="009647FC">
              <w:rPr>
                <w:rtl/>
              </w:rPr>
              <w:t>السموحُ</w:t>
            </w:r>
            <w:r w:rsidRPr="00F849C2">
              <w:rPr>
                <w:rStyle w:val="libPoemTiniChar0"/>
                <w:rtl/>
              </w:rPr>
              <w:br/>
              <w:t> </w:t>
            </w:r>
          </w:p>
        </w:tc>
      </w:tr>
      <w:tr w:rsidR="00DC3639" w:rsidRPr="00524A24" w:rsidTr="00DC3639">
        <w:trPr>
          <w:trHeight w:val="350"/>
        </w:trPr>
        <w:tc>
          <w:tcPr>
            <w:tcW w:w="3902" w:type="dxa"/>
          </w:tcPr>
          <w:p w:rsidR="00DC3639" w:rsidRPr="00524A24" w:rsidRDefault="00DC3639" w:rsidP="00DC3639">
            <w:pPr>
              <w:pStyle w:val="libPoem"/>
            </w:pPr>
            <w:r w:rsidRPr="009647FC">
              <w:rPr>
                <w:rtl/>
              </w:rPr>
              <w:t>حتى</w:t>
            </w:r>
            <w:r>
              <w:rPr>
                <w:rtl/>
              </w:rPr>
              <w:t xml:space="preserve"> </w:t>
            </w:r>
            <w:r w:rsidRPr="009647FC">
              <w:rPr>
                <w:rtl/>
              </w:rPr>
              <w:t>لقال</w:t>
            </w:r>
            <w:r>
              <w:rPr>
                <w:rtl/>
              </w:rPr>
              <w:t xml:space="preserve"> </w:t>
            </w:r>
            <w:r w:rsidRPr="009647FC">
              <w:rPr>
                <w:rtl/>
              </w:rPr>
              <w:t>الورى</w:t>
            </w:r>
            <w:r>
              <w:rPr>
                <w:rtl/>
              </w:rPr>
              <w:t xml:space="preserve"> </w:t>
            </w:r>
            <w:r w:rsidRPr="009647FC">
              <w:rPr>
                <w:rtl/>
              </w:rPr>
              <w:t>جميعا</w:t>
            </w:r>
            <w:r w:rsidRPr="00F849C2">
              <w:rPr>
                <w:rStyle w:val="libPoemTiniChar0"/>
                <w:rtl/>
              </w:rPr>
              <w:br/>
              <w:t> </w:t>
            </w:r>
          </w:p>
        </w:tc>
        <w:tc>
          <w:tcPr>
            <w:tcW w:w="301" w:type="dxa"/>
          </w:tcPr>
          <w:p w:rsidR="00DC3639" w:rsidRPr="00F849C2" w:rsidRDefault="00DC3639" w:rsidP="00DC3639">
            <w:pPr>
              <w:pStyle w:val="libPoem"/>
              <w:rPr>
                <w:rtl/>
              </w:rPr>
            </w:pPr>
          </w:p>
        </w:tc>
        <w:tc>
          <w:tcPr>
            <w:tcW w:w="3884" w:type="dxa"/>
          </w:tcPr>
          <w:p w:rsidR="00DC3639" w:rsidRPr="00524A24" w:rsidRDefault="00DC3639" w:rsidP="00DC3639">
            <w:pPr>
              <w:pStyle w:val="libPoem"/>
            </w:pPr>
            <w:r w:rsidRPr="009647FC">
              <w:rPr>
                <w:rtl/>
              </w:rPr>
              <w:t>هذا</w:t>
            </w:r>
            <w:r w:rsidR="004C00A8">
              <w:rPr>
                <w:rtl/>
              </w:rPr>
              <w:t xml:space="preserve"> </w:t>
            </w:r>
            <w:r w:rsidRPr="009647FC">
              <w:rPr>
                <w:rtl/>
              </w:rPr>
              <w:t>هو</w:t>
            </w:r>
            <w:r>
              <w:rPr>
                <w:rtl/>
              </w:rPr>
              <w:t xml:space="preserve"> </w:t>
            </w:r>
            <w:r w:rsidRPr="009647FC">
              <w:rPr>
                <w:rtl/>
              </w:rPr>
              <w:t>المتجرُ</w:t>
            </w:r>
            <w:r>
              <w:rPr>
                <w:rtl/>
              </w:rPr>
              <w:t xml:space="preserve"> </w:t>
            </w:r>
            <w:r w:rsidRPr="009647FC">
              <w:rPr>
                <w:rtl/>
              </w:rPr>
              <w:t>الربيحُ</w:t>
            </w:r>
            <w:r w:rsidRPr="00F849C2">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DC3639">
      <w:pPr>
        <w:pStyle w:val="libFootnote0"/>
      </w:pPr>
      <w:r w:rsidRPr="009647FC">
        <w:rPr>
          <w:rtl/>
        </w:rPr>
        <w:t>1</w:t>
      </w:r>
      <w:r w:rsidR="004E7EC6">
        <w:rPr>
          <w:rtl/>
        </w:rPr>
        <w:t xml:space="preserve"> - </w:t>
      </w:r>
      <w:r w:rsidRPr="009647FC">
        <w:rPr>
          <w:rtl/>
        </w:rPr>
        <w:t>في مخطوطة الملاّ</w:t>
      </w:r>
      <w:r w:rsidR="00D769AB">
        <w:rPr>
          <w:rtl/>
        </w:rPr>
        <w:t>:</w:t>
      </w:r>
      <w:r w:rsidRPr="009647FC">
        <w:rPr>
          <w:rtl/>
        </w:rPr>
        <w:t xml:space="preserve"> لمّا</w:t>
      </w:r>
      <w:r w:rsidR="00D769AB">
        <w:rPr>
          <w:rtl/>
        </w:rPr>
        <w:t>.</w:t>
      </w:r>
      <w:r w:rsidR="00DC3639">
        <w:rPr>
          <w:rFonts w:hint="cs"/>
          <w:rtl/>
        </w:rPr>
        <w:tab/>
      </w:r>
      <w:r w:rsidR="00DC3639">
        <w:rPr>
          <w:rFonts w:hint="cs"/>
          <w:rtl/>
        </w:rPr>
        <w:tab/>
      </w:r>
      <w:r w:rsidR="00DC3639">
        <w:rPr>
          <w:rFonts w:hint="cs"/>
          <w:rtl/>
        </w:rPr>
        <w:tab/>
      </w:r>
      <w:r w:rsidR="00DC3639">
        <w:rPr>
          <w:rFonts w:hint="cs"/>
          <w:rtl/>
        </w:rPr>
        <w:tab/>
      </w:r>
      <w:r w:rsidRPr="009647FC">
        <w:rPr>
          <w:rtl/>
        </w:rPr>
        <w:t>2</w:t>
      </w:r>
      <w:r w:rsidR="004E7EC6">
        <w:rPr>
          <w:rtl/>
        </w:rPr>
        <w:t xml:space="preserve"> - </w:t>
      </w:r>
      <w:r w:rsidRPr="009647FC">
        <w:rPr>
          <w:rtl/>
        </w:rPr>
        <w:t>الدولح</w:t>
      </w:r>
      <w:r w:rsidR="00D769AB">
        <w:rPr>
          <w:rtl/>
        </w:rPr>
        <w:t>:</w:t>
      </w:r>
      <w:r w:rsidRPr="009647FC">
        <w:rPr>
          <w:rtl/>
        </w:rPr>
        <w:t xml:space="preserve"> كثيرة الماء</w:t>
      </w:r>
      <w:r w:rsidR="00D769AB">
        <w:rPr>
          <w:rtl/>
        </w:rPr>
        <w:t>.</w:t>
      </w:r>
    </w:p>
    <w:p w:rsidR="009647FC" w:rsidRPr="00524A24" w:rsidRDefault="009647FC" w:rsidP="00DC3639">
      <w:pPr>
        <w:pStyle w:val="libFootnote0"/>
      </w:pPr>
      <w:r w:rsidRPr="009647FC">
        <w:rPr>
          <w:rtl/>
        </w:rPr>
        <w:t>3</w:t>
      </w:r>
      <w:r w:rsidR="004E7EC6">
        <w:rPr>
          <w:rtl/>
        </w:rPr>
        <w:t xml:space="preserve"> - </w:t>
      </w:r>
      <w:r w:rsidRPr="009647FC">
        <w:rPr>
          <w:rtl/>
        </w:rPr>
        <w:t>في المخطوطة</w:t>
      </w:r>
      <w:r w:rsidR="00D769AB">
        <w:rPr>
          <w:rtl/>
        </w:rPr>
        <w:t>:</w:t>
      </w:r>
      <w:r w:rsidRPr="009647FC">
        <w:rPr>
          <w:rtl/>
        </w:rPr>
        <w:t xml:space="preserve"> نداها</w:t>
      </w:r>
      <w:r w:rsidR="00D769AB">
        <w:rPr>
          <w:rtl/>
        </w:rPr>
        <w:t>.</w:t>
      </w:r>
      <w:r w:rsidR="00DC3639">
        <w:rPr>
          <w:rFonts w:hint="cs"/>
          <w:rtl/>
        </w:rPr>
        <w:tab/>
      </w:r>
      <w:r w:rsidR="00DC3639">
        <w:rPr>
          <w:rFonts w:hint="cs"/>
          <w:rtl/>
        </w:rPr>
        <w:tab/>
      </w:r>
      <w:r w:rsidR="00DC3639">
        <w:rPr>
          <w:rFonts w:hint="cs"/>
          <w:rtl/>
        </w:rPr>
        <w:tab/>
      </w:r>
      <w:r w:rsidR="00DC3639">
        <w:rPr>
          <w:rFonts w:hint="cs"/>
          <w:rtl/>
        </w:rPr>
        <w:tab/>
      </w:r>
      <w:r w:rsidRPr="009647FC">
        <w:rPr>
          <w:rtl/>
        </w:rPr>
        <w:t>4</w:t>
      </w:r>
      <w:r w:rsidR="004E7EC6">
        <w:rPr>
          <w:rtl/>
        </w:rPr>
        <w:t xml:space="preserve"> - </w:t>
      </w:r>
      <w:r w:rsidRPr="009647FC">
        <w:rPr>
          <w:rtl/>
        </w:rPr>
        <w:t>الضئر</w:t>
      </w:r>
      <w:r w:rsidR="00D769AB">
        <w:rPr>
          <w:rtl/>
        </w:rPr>
        <w:t>:</w:t>
      </w:r>
      <w:r w:rsidRPr="009647FC">
        <w:rPr>
          <w:rtl/>
        </w:rPr>
        <w:t xml:space="preserve"> المرضعة</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كذا في الأصل</w:t>
      </w:r>
      <w:r w:rsidR="00D769AB">
        <w:rPr>
          <w:rtl/>
        </w:rPr>
        <w:t>،</w:t>
      </w:r>
      <w:r w:rsidRPr="009647FC">
        <w:rPr>
          <w:rtl/>
        </w:rPr>
        <w:t xml:space="preserve"> ولعلّه حاتم</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524A24" w:rsidRPr="00F849C2" w:rsidTr="00524A24">
        <w:trPr>
          <w:trHeight w:val="350"/>
        </w:trPr>
        <w:tc>
          <w:tcPr>
            <w:tcW w:w="3902" w:type="dxa"/>
          </w:tcPr>
          <w:p w:rsidR="00524A24" w:rsidRPr="00F849C2" w:rsidRDefault="00524A24" w:rsidP="00524A24">
            <w:pPr>
              <w:pStyle w:val="libPoem"/>
            </w:pPr>
            <w:r w:rsidRPr="009647FC">
              <w:rPr>
                <w:rtl/>
              </w:rPr>
              <w:lastRenderedPageBreak/>
              <w:t>كم</w:t>
            </w:r>
            <w:r w:rsidR="004C00A8">
              <w:rPr>
                <w:rtl/>
              </w:rPr>
              <w:t xml:space="preserve"> </w:t>
            </w:r>
            <w:r w:rsidRPr="009647FC">
              <w:rPr>
                <w:rtl/>
              </w:rPr>
              <w:t>ريض</w:t>
            </w:r>
            <w:r>
              <w:rPr>
                <w:rtl/>
              </w:rPr>
              <w:t xml:space="preserve"> </w:t>
            </w:r>
            <w:r w:rsidRPr="009647FC">
              <w:rPr>
                <w:rtl/>
              </w:rPr>
              <w:t>للناس</w:t>
            </w:r>
            <w:r>
              <w:rPr>
                <w:rtl/>
              </w:rPr>
              <w:t xml:space="preserve"> </w:t>
            </w:r>
            <w:r w:rsidRPr="009647FC">
              <w:rPr>
                <w:rtl/>
              </w:rPr>
              <w:t>فيه</w:t>
            </w:r>
            <w:r>
              <w:rPr>
                <w:rtl/>
              </w:rPr>
              <w:t xml:space="preserve"> </w:t>
            </w:r>
            <w:r w:rsidRPr="009647FC">
              <w:rPr>
                <w:rtl/>
              </w:rPr>
              <w:t>أمرٌ</w:t>
            </w:r>
            <w:r w:rsidRPr="00F849C2">
              <w:rPr>
                <w:rStyle w:val="libPoemTiniChar0"/>
                <w:rtl/>
              </w:rPr>
              <w:br/>
              <w:t> </w:t>
            </w:r>
          </w:p>
        </w:tc>
        <w:tc>
          <w:tcPr>
            <w:tcW w:w="301" w:type="dxa"/>
          </w:tcPr>
          <w:p w:rsidR="00524A24" w:rsidRPr="00F849C2" w:rsidRDefault="00524A24" w:rsidP="00524A24">
            <w:pPr>
              <w:pStyle w:val="libPoem"/>
              <w:rPr>
                <w:rtl/>
              </w:rPr>
            </w:pPr>
          </w:p>
        </w:tc>
        <w:tc>
          <w:tcPr>
            <w:tcW w:w="3884" w:type="dxa"/>
          </w:tcPr>
          <w:p w:rsidR="00524A24" w:rsidRPr="00F849C2" w:rsidRDefault="00524A24" w:rsidP="00524A24">
            <w:pPr>
              <w:pStyle w:val="libPoem"/>
            </w:pPr>
            <w:r w:rsidRPr="009647FC">
              <w:rPr>
                <w:rtl/>
              </w:rPr>
              <w:t>صعبٌ</w:t>
            </w:r>
            <w:r w:rsidR="004C00A8">
              <w:rPr>
                <w:rtl/>
              </w:rPr>
              <w:t xml:space="preserve"> </w:t>
            </w:r>
            <w:r w:rsidRPr="009647FC">
              <w:rPr>
                <w:rtl/>
              </w:rPr>
              <w:t>على</w:t>
            </w:r>
            <w:r>
              <w:rPr>
                <w:rtl/>
              </w:rPr>
              <w:t xml:space="preserve"> </w:t>
            </w:r>
            <w:r w:rsidRPr="009647FC">
              <w:rPr>
                <w:rtl/>
              </w:rPr>
              <w:t>غيره</w:t>
            </w:r>
            <w:r>
              <w:rPr>
                <w:rtl/>
              </w:rPr>
              <w:t xml:space="preserve"> </w:t>
            </w:r>
            <w:r w:rsidRPr="009647FC">
              <w:rPr>
                <w:rtl/>
              </w:rPr>
              <w:t>جموحُ</w:t>
            </w:r>
            <w:r w:rsidRPr="00F849C2">
              <w:rPr>
                <w:rStyle w:val="libPoemTiniChar0"/>
                <w:rtl/>
              </w:rPr>
              <w:br/>
              <w:t> </w:t>
            </w:r>
          </w:p>
        </w:tc>
      </w:tr>
      <w:tr w:rsidR="00524A24" w:rsidRPr="00F849C2" w:rsidTr="00524A24">
        <w:trPr>
          <w:trHeight w:val="350"/>
        </w:trPr>
        <w:tc>
          <w:tcPr>
            <w:tcW w:w="3902" w:type="dxa"/>
          </w:tcPr>
          <w:p w:rsidR="00524A24" w:rsidRPr="00F849C2" w:rsidRDefault="00524A24" w:rsidP="00524A24">
            <w:pPr>
              <w:pStyle w:val="libPoem"/>
            </w:pPr>
            <w:r w:rsidRPr="009647FC">
              <w:rPr>
                <w:rtl/>
              </w:rPr>
              <w:t>ينشق</w:t>
            </w:r>
            <w:r w:rsidRPr="004E7EC6">
              <w:rPr>
                <w:rStyle w:val="libFootnotenumChar"/>
                <w:rtl/>
              </w:rPr>
              <w:t>(1)</w:t>
            </w:r>
            <w:r>
              <w:rPr>
                <w:rtl/>
              </w:rPr>
              <w:t xml:space="preserve"> </w:t>
            </w:r>
            <w:r w:rsidRPr="009647FC">
              <w:rPr>
                <w:rtl/>
              </w:rPr>
              <w:t>طيبُ</w:t>
            </w:r>
            <w:r>
              <w:rPr>
                <w:rtl/>
              </w:rPr>
              <w:t xml:space="preserve"> </w:t>
            </w:r>
            <w:r w:rsidRPr="009647FC">
              <w:rPr>
                <w:rtl/>
              </w:rPr>
              <w:t>الفخار</w:t>
            </w:r>
            <w:r>
              <w:rPr>
                <w:rtl/>
              </w:rPr>
              <w:t xml:space="preserve"> </w:t>
            </w:r>
            <w:r w:rsidRPr="009647FC">
              <w:rPr>
                <w:rtl/>
              </w:rPr>
              <w:t>محضا</w:t>
            </w:r>
            <w:r w:rsidRPr="00F849C2">
              <w:rPr>
                <w:rStyle w:val="libPoemTiniChar0"/>
                <w:rtl/>
              </w:rPr>
              <w:br/>
              <w:t> </w:t>
            </w:r>
          </w:p>
        </w:tc>
        <w:tc>
          <w:tcPr>
            <w:tcW w:w="301" w:type="dxa"/>
          </w:tcPr>
          <w:p w:rsidR="00524A24" w:rsidRPr="00F849C2" w:rsidRDefault="00524A24" w:rsidP="00524A24">
            <w:pPr>
              <w:pStyle w:val="libPoem"/>
              <w:rPr>
                <w:rtl/>
              </w:rPr>
            </w:pPr>
          </w:p>
        </w:tc>
        <w:tc>
          <w:tcPr>
            <w:tcW w:w="3884" w:type="dxa"/>
          </w:tcPr>
          <w:p w:rsidR="00524A24" w:rsidRPr="00F849C2" w:rsidRDefault="00524A24" w:rsidP="00524A24">
            <w:pPr>
              <w:pStyle w:val="libPoem"/>
            </w:pPr>
            <w:r w:rsidRPr="009647FC">
              <w:rPr>
                <w:rtl/>
              </w:rPr>
              <w:t>من</w:t>
            </w:r>
            <w:r>
              <w:rPr>
                <w:rtl/>
              </w:rPr>
              <w:t xml:space="preserve"> </w:t>
            </w:r>
            <w:r w:rsidRPr="009647FC">
              <w:rPr>
                <w:rtl/>
              </w:rPr>
              <w:t>عطف</w:t>
            </w:r>
            <w:r>
              <w:rPr>
                <w:rtl/>
              </w:rPr>
              <w:t xml:space="preserve"> </w:t>
            </w:r>
            <w:r w:rsidRPr="009647FC">
              <w:rPr>
                <w:rtl/>
              </w:rPr>
              <w:t>عليائه</w:t>
            </w:r>
            <w:r>
              <w:rPr>
                <w:rtl/>
              </w:rPr>
              <w:t xml:space="preserve"> </w:t>
            </w:r>
            <w:r w:rsidRPr="009647FC">
              <w:rPr>
                <w:rtl/>
              </w:rPr>
              <w:t>يفوحُ</w:t>
            </w:r>
            <w:r w:rsidRPr="00F849C2">
              <w:rPr>
                <w:rStyle w:val="libPoemTiniChar0"/>
                <w:rtl/>
              </w:rPr>
              <w:br/>
              <w:t> </w:t>
            </w:r>
          </w:p>
        </w:tc>
      </w:tr>
      <w:tr w:rsidR="00524A24" w:rsidRPr="00F849C2" w:rsidTr="00524A24">
        <w:trPr>
          <w:trHeight w:val="350"/>
        </w:trPr>
        <w:tc>
          <w:tcPr>
            <w:tcW w:w="3902" w:type="dxa"/>
          </w:tcPr>
          <w:p w:rsidR="00524A24" w:rsidRPr="00F849C2" w:rsidRDefault="00524A24" w:rsidP="00524A24">
            <w:pPr>
              <w:pStyle w:val="libPoem"/>
            </w:pPr>
            <w:r w:rsidRPr="009647FC">
              <w:rPr>
                <w:rtl/>
              </w:rPr>
              <w:t>أغرُّ</w:t>
            </w:r>
            <w:r>
              <w:rPr>
                <w:rtl/>
              </w:rPr>
              <w:t xml:space="preserve"> </w:t>
            </w:r>
            <w:r w:rsidRPr="009647FC">
              <w:rPr>
                <w:rtl/>
              </w:rPr>
              <w:t>يلقى</w:t>
            </w:r>
            <w:r>
              <w:rPr>
                <w:rtl/>
              </w:rPr>
              <w:t xml:space="preserve"> </w:t>
            </w:r>
            <w:r w:rsidRPr="009647FC">
              <w:rPr>
                <w:rtl/>
              </w:rPr>
              <w:t>الوفود</w:t>
            </w:r>
            <w:r>
              <w:rPr>
                <w:rtl/>
              </w:rPr>
              <w:t xml:space="preserve">َ </w:t>
            </w:r>
            <w:r w:rsidRPr="009647FC">
              <w:rPr>
                <w:rtl/>
              </w:rPr>
              <w:t>طلقا</w:t>
            </w:r>
            <w:r w:rsidRPr="00F849C2">
              <w:rPr>
                <w:rStyle w:val="libPoemTiniChar0"/>
                <w:rtl/>
              </w:rPr>
              <w:br/>
              <w:t> </w:t>
            </w:r>
          </w:p>
        </w:tc>
        <w:tc>
          <w:tcPr>
            <w:tcW w:w="301" w:type="dxa"/>
          </w:tcPr>
          <w:p w:rsidR="00524A24" w:rsidRPr="00F849C2" w:rsidRDefault="00524A24" w:rsidP="00524A24">
            <w:pPr>
              <w:pStyle w:val="libPoem"/>
              <w:rPr>
                <w:rtl/>
              </w:rPr>
            </w:pPr>
          </w:p>
        </w:tc>
        <w:tc>
          <w:tcPr>
            <w:tcW w:w="3884" w:type="dxa"/>
          </w:tcPr>
          <w:p w:rsidR="00524A24" w:rsidRPr="00F849C2" w:rsidRDefault="00524A24" w:rsidP="00524A24">
            <w:pPr>
              <w:pStyle w:val="libPoem"/>
            </w:pPr>
            <w:r w:rsidRPr="009647FC">
              <w:rPr>
                <w:rtl/>
              </w:rPr>
              <w:t>والعامُ</w:t>
            </w:r>
            <w:r>
              <w:rPr>
                <w:rtl/>
              </w:rPr>
              <w:t xml:space="preserve"> </w:t>
            </w:r>
            <w:r w:rsidRPr="009647FC">
              <w:rPr>
                <w:rtl/>
              </w:rPr>
              <w:t>في</w:t>
            </w:r>
            <w:r>
              <w:rPr>
                <w:rtl/>
              </w:rPr>
              <w:t xml:space="preserve"> </w:t>
            </w:r>
            <w:r w:rsidRPr="009647FC">
              <w:rPr>
                <w:rtl/>
              </w:rPr>
              <w:t>وجهه</w:t>
            </w:r>
            <w:r>
              <w:rPr>
                <w:rtl/>
              </w:rPr>
              <w:t xml:space="preserve"> </w:t>
            </w:r>
            <w:r w:rsidRPr="009647FC">
              <w:rPr>
                <w:rtl/>
              </w:rPr>
              <w:t>كلوح</w:t>
            </w:r>
            <w:r w:rsidRPr="00524A24">
              <w:rPr>
                <w:rtl/>
              </w:rPr>
              <w:t>ُ</w:t>
            </w:r>
            <w:r w:rsidRPr="004E7EC6">
              <w:rPr>
                <w:rStyle w:val="libFootnotenumChar"/>
                <w:rtl/>
              </w:rPr>
              <w:t>(2)</w:t>
            </w:r>
            <w:r w:rsidRPr="00F849C2">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إن</w:t>
            </w:r>
            <w:r w:rsidR="004C00A8">
              <w:rPr>
                <w:rtl/>
              </w:rPr>
              <w:t xml:space="preserve"> </w:t>
            </w:r>
            <w:r w:rsidRPr="00524A24">
              <w:rPr>
                <w:rtl/>
              </w:rPr>
              <w:t>ناضل الخصمَ ردّ فاه</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مع</w:t>
            </w:r>
            <w:r w:rsidR="004C00A8">
              <w:rPr>
                <w:rtl/>
              </w:rPr>
              <w:t xml:space="preserve"> </w:t>
            </w:r>
            <w:r w:rsidRPr="00524A24">
              <w:rPr>
                <w:rtl/>
              </w:rPr>
              <w:t>أنّه الناطقُ الفصيحُ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لسانه</w:t>
            </w:r>
            <w:r w:rsidR="004C00A8">
              <w:rPr>
                <w:rtl/>
              </w:rPr>
              <w:t xml:space="preserve"> </w:t>
            </w:r>
            <w:r w:rsidRPr="00524A24">
              <w:rPr>
                <w:rtl/>
              </w:rPr>
              <w:t>ميّتٌ مسجّىً</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والفم منه له ضريحُ</w:t>
            </w:r>
            <w:r w:rsidRPr="00524A24">
              <w:rPr>
                <w:rStyle w:val="libPoemTiniChar0"/>
                <w:rtl/>
              </w:rPr>
              <w:br/>
              <w:t> </w:t>
            </w:r>
          </w:p>
        </w:tc>
      </w:tr>
      <w:tr w:rsidR="00524A24" w:rsidRPr="00F849C2" w:rsidTr="00524A24">
        <w:trPr>
          <w:trHeight w:val="350"/>
        </w:trPr>
        <w:tc>
          <w:tcPr>
            <w:tcW w:w="3902" w:type="dxa"/>
          </w:tcPr>
          <w:p w:rsidR="00524A24" w:rsidRPr="00F849C2" w:rsidRDefault="00524A24" w:rsidP="00524A24">
            <w:pPr>
              <w:pStyle w:val="libPoem"/>
            </w:pPr>
            <w:r w:rsidRPr="009647FC">
              <w:rPr>
                <w:rtl/>
              </w:rPr>
              <w:t>ما</w:t>
            </w:r>
            <w:r w:rsidR="004C00A8">
              <w:rPr>
                <w:rtl/>
              </w:rPr>
              <w:t xml:space="preserve"> </w:t>
            </w:r>
            <w:r w:rsidRPr="009647FC">
              <w:rPr>
                <w:rtl/>
              </w:rPr>
              <w:t>هو</w:t>
            </w:r>
            <w:r>
              <w:rPr>
                <w:rtl/>
              </w:rPr>
              <w:t xml:space="preserve"> </w:t>
            </w:r>
            <w:r w:rsidRPr="009647FC">
              <w:rPr>
                <w:rtl/>
              </w:rPr>
              <w:t>إلاّ</w:t>
            </w:r>
            <w:r>
              <w:rPr>
                <w:rtl/>
              </w:rPr>
              <w:t xml:space="preserve"> </w:t>
            </w:r>
            <w:r w:rsidRPr="009647FC">
              <w:rPr>
                <w:rtl/>
              </w:rPr>
              <w:t>خضمُّ</w:t>
            </w:r>
            <w:r>
              <w:rPr>
                <w:rtl/>
              </w:rPr>
              <w:t xml:space="preserve"> </w:t>
            </w:r>
            <w:r w:rsidRPr="009647FC">
              <w:rPr>
                <w:rtl/>
              </w:rPr>
              <w:t>علمٍ</w:t>
            </w:r>
            <w:r w:rsidRPr="00F849C2">
              <w:rPr>
                <w:rStyle w:val="libPoemTiniChar0"/>
                <w:rtl/>
              </w:rPr>
              <w:br/>
              <w:t> </w:t>
            </w:r>
          </w:p>
        </w:tc>
        <w:tc>
          <w:tcPr>
            <w:tcW w:w="301" w:type="dxa"/>
          </w:tcPr>
          <w:p w:rsidR="00524A24" w:rsidRPr="00F849C2" w:rsidRDefault="00524A24" w:rsidP="00524A24">
            <w:pPr>
              <w:pStyle w:val="libPoem"/>
              <w:rPr>
                <w:rtl/>
              </w:rPr>
            </w:pPr>
          </w:p>
        </w:tc>
        <w:tc>
          <w:tcPr>
            <w:tcW w:w="3884" w:type="dxa"/>
          </w:tcPr>
          <w:p w:rsidR="00524A24" w:rsidRPr="00F849C2" w:rsidRDefault="00524A24" w:rsidP="00524A24">
            <w:pPr>
              <w:pStyle w:val="libPoem"/>
            </w:pPr>
            <w:r w:rsidRPr="009647FC">
              <w:rPr>
                <w:rtl/>
              </w:rPr>
              <w:t>منه</w:t>
            </w:r>
            <w:r>
              <w:rPr>
                <w:rtl/>
              </w:rPr>
              <w:t xml:space="preserve"> </w:t>
            </w:r>
            <w:r w:rsidRPr="009647FC">
              <w:rPr>
                <w:rtl/>
              </w:rPr>
              <w:t>ذوو</w:t>
            </w:r>
            <w:r>
              <w:rPr>
                <w:rtl/>
              </w:rPr>
              <w:t xml:space="preserve"> </w:t>
            </w:r>
            <w:r w:rsidRPr="009647FC">
              <w:rPr>
                <w:rtl/>
              </w:rPr>
              <w:t>العلم</w:t>
            </w:r>
            <w:r>
              <w:rPr>
                <w:rtl/>
              </w:rPr>
              <w:t xml:space="preserve"> </w:t>
            </w:r>
            <w:r w:rsidRPr="009647FC">
              <w:rPr>
                <w:rtl/>
              </w:rPr>
              <w:t>تستميحُ</w:t>
            </w:r>
            <w:r w:rsidRPr="00F849C2">
              <w:rPr>
                <w:rStyle w:val="libPoemTiniChar0"/>
                <w:rtl/>
              </w:rPr>
              <w:br/>
              <w:t> </w:t>
            </w:r>
          </w:p>
        </w:tc>
      </w:tr>
      <w:tr w:rsidR="00524A24" w:rsidRPr="00F849C2" w:rsidTr="00524A24">
        <w:trPr>
          <w:trHeight w:val="350"/>
        </w:trPr>
        <w:tc>
          <w:tcPr>
            <w:tcW w:w="3902" w:type="dxa"/>
          </w:tcPr>
          <w:p w:rsidR="00524A24" w:rsidRPr="00F849C2" w:rsidRDefault="00524A24" w:rsidP="00524A24">
            <w:pPr>
              <w:pStyle w:val="libPoem"/>
            </w:pPr>
            <w:r w:rsidRPr="009647FC">
              <w:rPr>
                <w:rtl/>
              </w:rPr>
              <w:t>بل</w:t>
            </w:r>
            <w:r w:rsidR="004C00A8">
              <w:rPr>
                <w:rtl/>
              </w:rPr>
              <w:t xml:space="preserve"> </w:t>
            </w:r>
            <w:r w:rsidRPr="009647FC">
              <w:rPr>
                <w:rtl/>
              </w:rPr>
              <w:t>هو</w:t>
            </w:r>
            <w:r>
              <w:rPr>
                <w:rtl/>
              </w:rPr>
              <w:t xml:space="preserve"> </w:t>
            </w:r>
            <w:r w:rsidRPr="009647FC">
              <w:rPr>
                <w:rtl/>
              </w:rPr>
              <w:t>عنوانُ</w:t>
            </w:r>
            <w:r>
              <w:rPr>
                <w:rtl/>
              </w:rPr>
              <w:t xml:space="preserve"> </w:t>
            </w:r>
            <w:r w:rsidRPr="009647FC">
              <w:rPr>
                <w:rtl/>
              </w:rPr>
              <w:t>كلّ</w:t>
            </w:r>
            <w:r>
              <w:rPr>
                <w:rtl/>
              </w:rPr>
              <w:t xml:space="preserve"> </w:t>
            </w:r>
            <w:r w:rsidRPr="009647FC">
              <w:rPr>
                <w:rtl/>
              </w:rPr>
              <w:t>فضلٍ</w:t>
            </w:r>
            <w:r w:rsidRPr="00F849C2">
              <w:rPr>
                <w:rStyle w:val="libPoemTiniChar0"/>
                <w:rtl/>
              </w:rPr>
              <w:br/>
              <w:t> </w:t>
            </w:r>
          </w:p>
        </w:tc>
        <w:tc>
          <w:tcPr>
            <w:tcW w:w="301" w:type="dxa"/>
          </w:tcPr>
          <w:p w:rsidR="00524A24" w:rsidRPr="00F849C2" w:rsidRDefault="00524A24" w:rsidP="00524A24">
            <w:pPr>
              <w:pStyle w:val="libPoem"/>
              <w:rPr>
                <w:rtl/>
              </w:rPr>
            </w:pPr>
          </w:p>
        </w:tc>
        <w:tc>
          <w:tcPr>
            <w:tcW w:w="3884" w:type="dxa"/>
          </w:tcPr>
          <w:p w:rsidR="00524A24" w:rsidRPr="00F849C2" w:rsidRDefault="00524A24" w:rsidP="00524A24">
            <w:pPr>
              <w:pStyle w:val="libPoem"/>
            </w:pPr>
            <w:r w:rsidRPr="009647FC">
              <w:rPr>
                <w:rtl/>
              </w:rPr>
              <w:t>وهم</w:t>
            </w:r>
            <w:r>
              <w:rPr>
                <w:rtl/>
              </w:rPr>
              <w:t xml:space="preserve"> </w:t>
            </w:r>
            <w:r w:rsidRPr="009647FC">
              <w:rPr>
                <w:rtl/>
              </w:rPr>
              <w:t>جميعاً</w:t>
            </w:r>
            <w:r>
              <w:rPr>
                <w:rtl/>
              </w:rPr>
              <w:t xml:space="preserve"> </w:t>
            </w:r>
            <w:r w:rsidRPr="009647FC">
              <w:rPr>
                <w:rtl/>
              </w:rPr>
              <w:t>له</w:t>
            </w:r>
            <w:r>
              <w:rPr>
                <w:rtl/>
              </w:rPr>
              <w:t xml:space="preserve"> </w:t>
            </w:r>
            <w:r w:rsidRPr="009647FC">
              <w:rPr>
                <w:rtl/>
              </w:rPr>
              <w:t>شروحُ</w:t>
            </w:r>
            <w:r w:rsidRPr="00F849C2">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ونيَرٌ في سماء مجدٍ</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بنوه</w:t>
            </w:r>
            <w:r w:rsidR="004C00A8">
              <w:rPr>
                <w:rtl/>
              </w:rPr>
              <w:t xml:space="preserve"> </w:t>
            </w:r>
            <w:r w:rsidRPr="00524A24">
              <w:rPr>
                <w:rtl/>
              </w:rPr>
              <w:t>شهبٌ به</w:t>
            </w:r>
            <w:r w:rsidRPr="00524A24">
              <w:rPr>
                <w:rStyle w:val="libFootnotenumChar"/>
                <w:rtl/>
              </w:rPr>
              <w:t>(3)</w:t>
            </w:r>
            <w:r w:rsidRPr="00524A24">
              <w:rPr>
                <w:rtl/>
              </w:rPr>
              <w:t xml:space="preserve"> تلوحُ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يا</w:t>
            </w:r>
            <w:r w:rsidR="004C00A8">
              <w:rPr>
                <w:rtl/>
              </w:rPr>
              <w:t xml:space="preserve"> </w:t>
            </w:r>
            <w:r w:rsidRPr="00524A24">
              <w:rPr>
                <w:rtl/>
              </w:rPr>
              <w:t>مَنْ غدا ربعهم وفيه</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أمُّ</w:t>
            </w:r>
            <w:r w:rsidR="004C00A8">
              <w:rPr>
                <w:rtl/>
              </w:rPr>
              <w:t xml:space="preserve"> </w:t>
            </w:r>
            <w:r w:rsidRPr="00524A24">
              <w:rPr>
                <w:rtl/>
              </w:rPr>
              <w:t>الردى منتجٌ لقوحُ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ومن</w:t>
            </w:r>
            <w:r w:rsidR="004C00A8">
              <w:rPr>
                <w:rtl/>
              </w:rPr>
              <w:t xml:space="preserve"> </w:t>
            </w:r>
            <w:r w:rsidRPr="00524A24">
              <w:rPr>
                <w:rtl/>
              </w:rPr>
              <w:t>صفات الوقار تمّت</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فيهم ومنها الحجى الرجيحُ</w:t>
            </w:r>
            <w:r w:rsidRPr="00524A24">
              <w:rPr>
                <w:rStyle w:val="libFootnotenumChar"/>
                <w:rtl/>
              </w:rPr>
              <w:t>(4)</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تلك</w:t>
            </w:r>
            <w:r w:rsidR="004C00A8">
              <w:rPr>
                <w:rtl/>
              </w:rPr>
              <w:t xml:space="preserve"> </w:t>
            </w:r>
            <w:r w:rsidRPr="00524A24">
              <w:rPr>
                <w:rtl/>
              </w:rPr>
              <w:t>التي عنكم استقلَّت</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عيسُ</w:t>
            </w:r>
            <w:r w:rsidR="004C00A8">
              <w:rPr>
                <w:rtl/>
              </w:rPr>
              <w:t xml:space="preserve"> </w:t>
            </w:r>
            <w:r w:rsidRPr="00524A24">
              <w:rPr>
                <w:rtl/>
              </w:rPr>
              <w:t>المنايا بها تسيحُ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طوبى</w:t>
            </w:r>
            <w:r w:rsidRPr="00524A24">
              <w:rPr>
                <w:rStyle w:val="libFootnotenumChar"/>
                <w:rtl/>
              </w:rPr>
              <w:t>(5)</w:t>
            </w:r>
            <w:r w:rsidRPr="00524A24">
              <w:rPr>
                <w:rtl/>
              </w:rPr>
              <w:t xml:space="preserve"> لها جاورت ضريحا</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عن جاره ربُّه صفوحُ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واضطجعت في حمى ضجيعٍ</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حميّه (آدمٌ) و(نوحُ)</w:t>
            </w:r>
            <w:r w:rsidRPr="00524A24">
              <w:rPr>
                <w:rStyle w:val="libPoemTiniChar0"/>
                <w:rtl/>
              </w:rPr>
              <w:br/>
              <w:t> </w:t>
            </w:r>
          </w:p>
        </w:tc>
      </w:tr>
    </w:tbl>
    <w:p w:rsidR="009647FC" w:rsidRPr="00524A24" w:rsidRDefault="009647FC" w:rsidP="004E7EC6">
      <w:pPr>
        <w:pStyle w:val="libNormal"/>
      </w:pPr>
      <w:r w:rsidRPr="009647FC">
        <w:rPr>
          <w:rtl/>
        </w:rPr>
        <w:t>وقال يرثي ولد الحاج محمد رضا كبّه وقد سقط من أعلى السطح إلى صحن الدار</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524A24" w:rsidRPr="00524A24" w:rsidTr="00524A24">
        <w:trPr>
          <w:trHeight w:val="350"/>
        </w:trPr>
        <w:tc>
          <w:tcPr>
            <w:tcW w:w="3902" w:type="dxa"/>
          </w:tcPr>
          <w:p w:rsidR="00524A24" w:rsidRPr="00524A24" w:rsidRDefault="00524A24" w:rsidP="00524A24">
            <w:pPr>
              <w:pStyle w:val="libPoem"/>
            </w:pPr>
            <w:r w:rsidRPr="00524A24">
              <w:rPr>
                <w:rtl/>
              </w:rPr>
              <w:t>أجل من عُلاً ما خلتُ يرقاه فادحُ</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هلالُ</w:t>
            </w:r>
            <w:r w:rsidR="004C00A8">
              <w:rPr>
                <w:rtl/>
              </w:rPr>
              <w:t xml:space="preserve"> </w:t>
            </w:r>
            <w:r w:rsidRPr="00524A24">
              <w:rPr>
                <w:rtl/>
              </w:rPr>
              <w:t>المعالي طوحتّه الطوائحُ</w:t>
            </w:r>
            <w:r w:rsidRPr="00524A24">
              <w:rPr>
                <w:rStyle w:val="libPoemTiniChar0"/>
                <w:rtl/>
              </w:rPr>
              <w:br/>
              <w:t> </w:t>
            </w:r>
          </w:p>
        </w:tc>
      </w:tr>
      <w:tr w:rsidR="00524A24" w:rsidRPr="00F849C2" w:rsidTr="00524A24">
        <w:trPr>
          <w:trHeight w:val="350"/>
        </w:trPr>
        <w:tc>
          <w:tcPr>
            <w:tcW w:w="3902" w:type="dxa"/>
          </w:tcPr>
          <w:p w:rsidR="00524A24" w:rsidRPr="00F849C2" w:rsidRDefault="00524A24" w:rsidP="00524A24">
            <w:pPr>
              <w:pStyle w:val="libPoem"/>
            </w:pPr>
            <w:r w:rsidRPr="009647FC">
              <w:rPr>
                <w:rtl/>
              </w:rPr>
              <w:t>ومن</w:t>
            </w:r>
            <w:r w:rsidR="004C00A8">
              <w:rPr>
                <w:rtl/>
              </w:rPr>
              <w:t xml:space="preserve"> </w:t>
            </w:r>
            <w:r w:rsidRPr="009647FC">
              <w:rPr>
                <w:rtl/>
              </w:rPr>
              <w:t>حيث</w:t>
            </w:r>
            <w:r>
              <w:rPr>
                <w:rtl/>
              </w:rPr>
              <w:t xml:space="preserve"> </w:t>
            </w:r>
            <w:r w:rsidRPr="009647FC">
              <w:rPr>
                <w:rtl/>
              </w:rPr>
              <w:t>لا</w:t>
            </w:r>
            <w:r>
              <w:rPr>
                <w:rtl/>
              </w:rPr>
              <w:t xml:space="preserve"> </w:t>
            </w:r>
            <w:r w:rsidRPr="009647FC">
              <w:rPr>
                <w:rtl/>
              </w:rPr>
              <w:t>تعلو</w:t>
            </w:r>
            <w:r>
              <w:rPr>
                <w:rtl/>
              </w:rPr>
              <w:t xml:space="preserve"> </w:t>
            </w:r>
            <w:r w:rsidRPr="009647FC">
              <w:rPr>
                <w:rtl/>
              </w:rPr>
              <w:t>يدُ</w:t>
            </w:r>
            <w:r>
              <w:rPr>
                <w:rtl/>
              </w:rPr>
              <w:t xml:space="preserve"> </w:t>
            </w:r>
            <w:r w:rsidRPr="009647FC">
              <w:rPr>
                <w:rtl/>
              </w:rPr>
              <w:t>الدهر</w:t>
            </w:r>
            <w:r>
              <w:rPr>
                <w:rtl/>
              </w:rPr>
              <w:t xml:space="preserve"> </w:t>
            </w:r>
            <w:r w:rsidRPr="009647FC">
              <w:rPr>
                <w:rtl/>
              </w:rPr>
              <w:t>أهبطت</w:t>
            </w:r>
            <w:r w:rsidRPr="00F849C2">
              <w:rPr>
                <w:rStyle w:val="libPoemTiniChar0"/>
                <w:rtl/>
              </w:rPr>
              <w:br/>
              <w:t> </w:t>
            </w:r>
          </w:p>
        </w:tc>
        <w:tc>
          <w:tcPr>
            <w:tcW w:w="301" w:type="dxa"/>
          </w:tcPr>
          <w:p w:rsidR="00524A24" w:rsidRPr="00F849C2" w:rsidRDefault="00524A24" w:rsidP="00524A24">
            <w:pPr>
              <w:pStyle w:val="libPoem"/>
              <w:rPr>
                <w:rtl/>
              </w:rPr>
            </w:pPr>
          </w:p>
        </w:tc>
        <w:tc>
          <w:tcPr>
            <w:tcW w:w="3884" w:type="dxa"/>
          </w:tcPr>
          <w:p w:rsidR="00524A24" w:rsidRPr="00F849C2" w:rsidRDefault="00524A24" w:rsidP="00524A24">
            <w:pPr>
              <w:pStyle w:val="libPoem"/>
            </w:pPr>
            <w:r w:rsidRPr="009647FC">
              <w:rPr>
                <w:rtl/>
              </w:rPr>
              <w:t>إلى</w:t>
            </w:r>
            <w:r>
              <w:rPr>
                <w:rtl/>
              </w:rPr>
              <w:t xml:space="preserve"> </w:t>
            </w:r>
            <w:r w:rsidRPr="009647FC">
              <w:rPr>
                <w:rtl/>
              </w:rPr>
              <w:t>اللحد</w:t>
            </w:r>
            <w:r>
              <w:rPr>
                <w:rtl/>
              </w:rPr>
              <w:t xml:space="preserve"> </w:t>
            </w:r>
            <w:r w:rsidRPr="009647FC">
              <w:rPr>
                <w:rtl/>
              </w:rPr>
              <w:t>نجم</w:t>
            </w:r>
            <w:r>
              <w:rPr>
                <w:rtl/>
              </w:rPr>
              <w:t xml:space="preserve">َ </w:t>
            </w:r>
            <w:r w:rsidRPr="009647FC">
              <w:rPr>
                <w:rtl/>
              </w:rPr>
              <w:t>الفخر</w:t>
            </w:r>
            <w:r>
              <w:rPr>
                <w:rtl/>
              </w:rPr>
              <w:t xml:space="preserve"> </w:t>
            </w:r>
            <w:r w:rsidRPr="009647FC">
              <w:rPr>
                <w:rtl/>
              </w:rPr>
              <w:t>فالدهرُ</w:t>
            </w:r>
            <w:r>
              <w:rPr>
                <w:rtl/>
              </w:rPr>
              <w:t xml:space="preserve"> </w:t>
            </w:r>
            <w:r w:rsidRPr="009647FC">
              <w:rPr>
                <w:rtl/>
              </w:rPr>
              <w:t>كالحُ</w:t>
            </w:r>
            <w:r w:rsidRPr="00F849C2">
              <w:rPr>
                <w:rStyle w:val="libPoemTiniChar0"/>
                <w:rtl/>
              </w:rPr>
              <w:br/>
              <w:t> </w:t>
            </w:r>
          </w:p>
        </w:tc>
      </w:tr>
      <w:tr w:rsidR="00524A24" w:rsidRPr="00F849C2" w:rsidTr="00524A24">
        <w:trPr>
          <w:trHeight w:val="350"/>
        </w:trPr>
        <w:tc>
          <w:tcPr>
            <w:tcW w:w="3902" w:type="dxa"/>
          </w:tcPr>
          <w:p w:rsidR="00524A24" w:rsidRPr="00F849C2" w:rsidRDefault="00524A24" w:rsidP="00524A24">
            <w:pPr>
              <w:pStyle w:val="libPoem"/>
            </w:pPr>
            <w:r w:rsidRPr="009647FC">
              <w:rPr>
                <w:rtl/>
              </w:rPr>
              <w:t>تناوله</w:t>
            </w:r>
            <w:r w:rsidR="004C00A8">
              <w:rPr>
                <w:rtl/>
              </w:rPr>
              <w:t xml:space="preserve"> </w:t>
            </w:r>
            <w:r w:rsidRPr="009647FC">
              <w:rPr>
                <w:rtl/>
              </w:rPr>
              <w:t>من</w:t>
            </w:r>
            <w:r>
              <w:rPr>
                <w:rtl/>
              </w:rPr>
              <w:t xml:space="preserve"> </w:t>
            </w:r>
            <w:r w:rsidRPr="009647FC">
              <w:rPr>
                <w:rtl/>
              </w:rPr>
              <w:t>أفق</w:t>
            </w:r>
            <w:r>
              <w:rPr>
                <w:rtl/>
              </w:rPr>
              <w:t xml:space="preserve"> </w:t>
            </w:r>
            <w:r w:rsidRPr="009647FC">
              <w:rPr>
                <w:rtl/>
              </w:rPr>
              <w:t>مجدٍ</w:t>
            </w:r>
            <w:r>
              <w:rPr>
                <w:rtl/>
              </w:rPr>
              <w:t xml:space="preserve"> </w:t>
            </w:r>
            <w:r w:rsidRPr="009647FC">
              <w:rPr>
                <w:rtl/>
              </w:rPr>
              <w:t>لعزّ</w:t>
            </w:r>
            <w:r>
              <w:rPr>
                <w:rtl/>
              </w:rPr>
              <w:t>َ</w:t>
            </w:r>
            <w:r w:rsidRPr="009647FC">
              <w:rPr>
                <w:rtl/>
              </w:rPr>
              <w:t>ةٍ</w:t>
            </w:r>
            <w:r w:rsidRPr="00F849C2">
              <w:rPr>
                <w:rStyle w:val="libPoemTiniChar0"/>
                <w:rtl/>
              </w:rPr>
              <w:br/>
              <w:t> </w:t>
            </w:r>
          </w:p>
        </w:tc>
        <w:tc>
          <w:tcPr>
            <w:tcW w:w="301" w:type="dxa"/>
          </w:tcPr>
          <w:p w:rsidR="00524A24" w:rsidRPr="00F849C2" w:rsidRDefault="00524A24" w:rsidP="00524A24">
            <w:pPr>
              <w:pStyle w:val="libPoem"/>
              <w:rPr>
                <w:rtl/>
              </w:rPr>
            </w:pPr>
          </w:p>
        </w:tc>
        <w:tc>
          <w:tcPr>
            <w:tcW w:w="3884" w:type="dxa"/>
          </w:tcPr>
          <w:p w:rsidR="00524A24" w:rsidRPr="00F849C2" w:rsidRDefault="00524A24" w:rsidP="00524A24">
            <w:pPr>
              <w:pStyle w:val="libPoem"/>
            </w:pPr>
            <w:r w:rsidRPr="009647FC">
              <w:rPr>
                <w:rtl/>
              </w:rPr>
              <w:t>قد</w:t>
            </w:r>
            <w:r w:rsidR="004C00A8">
              <w:rPr>
                <w:rtl/>
              </w:rPr>
              <w:t xml:space="preserve"> </w:t>
            </w:r>
            <w:r w:rsidRPr="009647FC">
              <w:rPr>
                <w:rtl/>
              </w:rPr>
              <w:t>انحسرت</w:t>
            </w:r>
            <w:r>
              <w:rPr>
                <w:rtl/>
              </w:rPr>
              <w:t xml:space="preserve"> </w:t>
            </w:r>
            <w:r w:rsidRPr="009647FC">
              <w:rPr>
                <w:rtl/>
              </w:rPr>
              <w:t>عنها</w:t>
            </w:r>
            <w:r>
              <w:rPr>
                <w:rtl/>
              </w:rPr>
              <w:t xml:space="preserve"> </w:t>
            </w:r>
            <w:r w:rsidRPr="009647FC">
              <w:rPr>
                <w:rtl/>
              </w:rPr>
              <w:t>العيونُ</w:t>
            </w:r>
            <w:r>
              <w:rPr>
                <w:rtl/>
              </w:rPr>
              <w:t xml:space="preserve"> </w:t>
            </w:r>
            <w:r w:rsidRPr="009647FC">
              <w:rPr>
                <w:rtl/>
              </w:rPr>
              <w:t>الطوامحُ</w:t>
            </w:r>
            <w:r w:rsidRPr="00F849C2">
              <w:rPr>
                <w:rStyle w:val="libPoemTiniChar0"/>
                <w:rtl/>
              </w:rPr>
              <w:br/>
              <w:t> </w:t>
            </w:r>
          </w:p>
        </w:tc>
      </w:tr>
      <w:tr w:rsidR="00524A24" w:rsidRPr="00F849C2" w:rsidTr="00524A24">
        <w:trPr>
          <w:trHeight w:val="350"/>
        </w:trPr>
        <w:tc>
          <w:tcPr>
            <w:tcW w:w="3902" w:type="dxa"/>
          </w:tcPr>
          <w:p w:rsidR="00524A24" w:rsidRPr="00F849C2" w:rsidRDefault="00524A24" w:rsidP="00524A24">
            <w:pPr>
              <w:pStyle w:val="libPoem"/>
            </w:pPr>
            <w:r w:rsidRPr="009647FC">
              <w:rPr>
                <w:rtl/>
              </w:rPr>
              <w:t>فمطلعه</w:t>
            </w:r>
            <w:r w:rsidR="004C00A8">
              <w:rPr>
                <w:rtl/>
              </w:rPr>
              <w:t xml:space="preserve"> </w:t>
            </w:r>
            <w:r w:rsidRPr="009647FC">
              <w:rPr>
                <w:rtl/>
              </w:rPr>
              <w:t>في</w:t>
            </w:r>
            <w:r>
              <w:rPr>
                <w:rtl/>
              </w:rPr>
              <w:t xml:space="preserve"> </w:t>
            </w:r>
            <w:r w:rsidRPr="009647FC">
              <w:rPr>
                <w:rtl/>
              </w:rPr>
              <w:t>مشرق</w:t>
            </w:r>
            <w:r>
              <w:rPr>
                <w:rtl/>
              </w:rPr>
              <w:t xml:space="preserve"> </w:t>
            </w:r>
            <w:r w:rsidRPr="009647FC">
              <w:rPr>
                <w:rtl/>
              </w:rPr>
              <w:t>المجد</w:t>
            </w:r>
            <w:r>
              <w:rPr>
                <w:rtl/>
              </w:rPr>
              <w:t xml:space="preserve"> </w:t>
            </w:r>
            <w:r w:rsidRPr="009647FC">
              <w:rPr>
                <w:rtl/>
              </w:rPr>
              <w:t>مظلمٌ</w:t>
            </w:r>
            <w:r w:rsidRPr="00F849C2">
              <w:rPr>
                <w:rStyle w:val="libPoemTiniChar0"/>
                <w:rtl/>
              </w:rPr>
              <w:br/>
              <w:t> </w:t>
            </w:r>
          </w:p>
        </w:tc>
        <w:tc>
          <w:tcPr>
            <w:tcW w:w="301" w:type="dxa"/>
          </w:tcPr>
          <w:p w:rsidR="00524A24" w:rsidRPr="00F849C2" w:rsidRDefault="00524A24" w:rsidP="00524A24">
            <w:pPr>
              <w:pStyle w:val="libPoem"/>
              <w:rPr>
                <w:rtl/>
              </w:rPr>
            </w:pPr>
          </w:p>
        </w:tc>
        <w:tc>
          <w:tcPr>
            <w:tcW w:w="3884" w:type="dxa"/>
          </w:tcPr>
          <w:p w:rsidR="00524A24" w:rsidRPr="00F849C2" w:rsidRDefault="00524A24" w:rsidP="00524A24">
            <w:pPr>
              <w:pStyle w:val="libPoem"/>
            </w:pPr>
            <w:r w:rsidRPr="009647FC">
              <w:rPr>
                <w:rtl/>
              </w:rPr>
              <w:t>ومغربه</w:t>
            </w:r>
            <w:r w:rsidR="004C00A8">
              <w:rPr>
                <w:rtl/>
              </w:rPr>
              <w:t xml:space="preserve"> </w:t>
            </w:r>
            <w:r w:rsidRPr="009647FC">
              <w:rPr>
                <w:rtl/>
              </w:rPr>
              <w:t>في</w:t>
            </w:r>
            <w:r>
              <w:rPr>
                <w:rtl/>
              </w:rPr>
              <w:t xml:space="preserve"> </w:t>
            </w:r>
            <w:r w:rsidRPr="009647FC">
              <w:rPr>
                <w:rtl/>
              </w:rPr>
              <w:t>موضع</w:t>
            </w:r>
            <w:r>
              <w:rPr>
                <w:rtl/>
              </w:rPr>
              <w:t xml:space="preserve"> </w:t>
            </w:r>
            <w:r w:rsidRPr="009647FC">
              <w:rPr>
                <w:rtl/>
              </w:rPr>
              <w:t>اللحد</w:t>
            </w:r>
            <w:r>
              <w:rPr>
                <w:rtl/>
              </w:rPr>
              <w:t xml:space="preserve"> </w:t>
            </w:r>
            <w:r w:rsidRPr="009647FC">
              <w:rPr>
                <w:rtl/>
              </w:rPr>
              <w:t>واضحُ</w:t>
            </w:r>
            <w:r w:rsidRPr="00F849C2">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تنشق</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الكلوح</w:t>
      </w:r>
      <w:r w:rsidR="00D769AB">
        <w:rPr>
          <w:rtl/>
        </w:rPr>
        <w:t>:</w:t>
      </w:r>
      <w:r w:rsidRPr="009647FC">
        <w:rPr>
          <w:rtl/>
        </w:rPr>
        <w:t xml:space="preserve"> التقطيب</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المطبوع</w:t>
      </w:r>
      <w:r w:rsidR="00D769AB">
        <w:rPr>
          <w:rtl/>
        </w:rPr>
        <w:t>:</w:t>
      </w:r>
      <w:r w:rsidRPr="009647FC">
        <w:rPr>
          <w:rtl/>
        </w:rPr>
        <w:t xml:space="preserve"> بها</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مخطوطة الملاّ</w:t>
      </w:r>
      <w:r w:rsidR="00D769AB">
        <w:rPr>
          <w:rtl/>
        </w:rPr>
        <w:t>:</w:t>
      </w:r>
      <w:r w:rsidRPr="009647FC">
        <w:rPr>
          <w:rtl/>
        </w:rPr>
        <w:t xml:space="preserve"> رجيح</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طوبى</w:t>
      </w:r>
      <w:r w:rsidR="00D769AB">
        <w:rPr>
          <w:rtl/>
        </w:rPr>
        <w:t>:</w:t>
      </w:r>
      <w:r w:rsidRPr="009647FC">
        <w:rPr>
          <w:rtl/>
        </w:rPr>
        <w:t xml:space="preserve"> جاءت في معاني مختلفة</w:t>
      </w:r>
      <w:r w:rsidR="00D769AB">
        <w:rPr>
          <w:rtl/>
        </w:rPr>
        <w:t>،</w:t>
      </w:r>
      <w:r w:rsidRPr="009647FC">
        <w:rPr>
          <w:rtl/>
        </w:rPr>
        <w:t xml:space="preserve"> وكلّها تنطبق هنا</w:t>
      </w:r>
      <w:r w:rsidR="00D769AB">
        <w:rPr>
          <w:rtl/>
        </w:rPr>
        <w:t>،</w:t>
      </w:r>
      <w:r w:rsidRPr="009647FC">
        <w:rPr>
          <w:rtl/>
        </w:rPr>
        <w:t xml:space="preserve"> منها</w:t>
      </w:r>
      <w:r w:rsidR="00D769AB">
        <w:rPr>
          <w:rtl/>
        </w:rPr>
        <w:t>:</w:t>
      </w:r>
      <w:r w:rsidRPr="009647FC">
        <w:rPr>
          <w:rtl/>
        </w:rPr>
        <w:t xml:space="preserve"> الخير</w:t>
      </w:r>
      <w:r w:rsidR="00D769AB">
        <w:rPr>
          <w:rtl/>
        </w:rPr>
        <w:t>،</w:t>
      </w:r>
      <w:r w:rsidRPr="009647FC">
        <w:rPr>
          <w:rtl/>
        </w:rPr>
        <w:t xml:space="preserve"> الغبطة</w:t>
      </w:r>
      <w:r w:rsidR="00D769AB">
        <w:rPr>
          <w:rtl/>
        </w:rPr>
        <w:t>،</w:t>
      </w:r>
      <w:r w:rsidRPr="009647FC">
        <w:rPr>
          <w:rtl/>
        </w:rPr>
        <w:t xml:space="preserve"> السعادة</w:t>
      </w:r>
      <w:r w:rsidR="00D769AB">
        <w:rPr>
          <w:rtl/>
        </w:rPr>
        <w:t>،</w:t>
      </w:r>
      <w:r w:rsidRPr="009647FC">
        <w:rPr>
          <w:rtl/>
        </w:rPr>
        <w:t xml:space="preserve"> وشجرة في الجنّة</w:t>
      </w:r>
      <w:r w:rsidR="00D769AB">
        <w:rPr>
          <w:rtl/>
        </w:rPr>
        <w:t>،</w:t>
      </w:r>
      <w:r w:rsidRPr="009647FC">
        <w:rPr>
          <w:rtl/>
        </w:rPr>
        <w:t xml:space="preserve"> والجنّة نفسها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524A24" w:rsidRPr="00F849C2" w:rsidTr="00524A24">
        <w:trPr>
          <w:trHeight w:val="350"/>
        </w:trPr>
        <w:tc>
          <w:tcPr>
            <w:tcW w:w="3902" w:type="dxa"/>
          </w:tcPr>
          <w:p w:rsidR="00524A24" w:rsidRPr="00F849C2" w:rsidRDefault="00524A24" w:rsidP="00524A24">
            <w:pPr>
              <w:pStyle w:val="libPoem"/>
            </w:pPr>
            <w:r w:rsidRPr="009647FC">
              <w:rPr>
                <w:rtl/>
              </w:rPr>
              <w:lastRenderedPageBreak/>
              <w:t>لحى</w:t>
            </w:r>
            <w:r>
              <w:rPr>
                <w:rtl/>
              </w:rPr>
              <w:t xml:space="preserve"> </w:t>
            </w:r>
            <w:r w:rsidRPr="009647FC">
              <w:rPr>
                <w:rtl/>
              </w:rPr>
              <w:t>الله</w:t>
            </w:r>
            <w:r>
              <w:rPr>
                <w:rtl/>
              </w:rPr>
              <w:t xml:space="preserve"> </w:t>
            </w:r>
            <w:r w:rsidRPr="009647FC">
              <w:rPr>
                <w:rtl/>
              </w:rPr>
              <w:t>يوماً</w:t>
            </w:r>
            <w:r>
              <w:rPr>
                <w:rtl/>
              </w:rPr>
              <w:t xml:space="preserve"> </w:t>
            </w:r>
            <w:r w:rsidRPr="009647FC">
              <w:rPr>
                <w:rtl/>
              </w:rPr>
              <w:t>قد</w:t>
            </w:r>
            <w:r>
              <w:rPr>
                <w:rtl/>
              </w:rPr>
              <w:t xml:space="preserve"> </w:t>
            </w:r>
            <w:r w:rsidRPr="009647FC">
              <w:rPr>
                <w:rtl/>
              </w:rPr>
              <w:t>أراني</w:t>
            </w:r>
            <w:r>
              <w:rPr>
                <w:rtl/>
              </w:rPr>
              <w:t xml:space="preserve"> </w:t>
            </w:r>
            <w:r w:rsidRPr="009647FC">
              <w:rPr>
                <w:rtl/>
              </w:rPr>
              <w:t>صباحه</w:t>
            </w:r>
            <w:r w:rsidRPr="00F849C2">
              <w:rPr>
                <w:rStyle w:val="libPoemTiniChar0"/>
                <w:rtl/>
              </w:rPr>
              <w:br/>
              <w:t> </w:t>
            </w:r>
          </w:p>
        </w:tc>
        <w:tc>
          <w:tcPr>
            <w:tcW w:w="301" w:type="dxa"/>
          </w:tcPr>
          <w:p w:rsidR="00524A24" w:rsidRPr="00F849C2" w:rsidRDefault="00524A24" w:rsidP="00524A24">
            <w:pPr>
              <w:pStyle w:val="libPoem"/>
              <w:rPr>
                <w:rtl/>
              </w:rPr>
            </w:pPr>
          </w:p>
        </w:tc>
        <w:tc>
          <w:tcPr>
            <w:tcW w:w="3884" w:type="dxa"/>
          </w:tcPr>
          <w:p w:rsidR="00524A24" w:rsidRPr="00F849C2" w:rsidRDefault="00524A24" w:rsidP="00524A24">
            <w:pPr>
              <w:pStyle w:val="libPoem"/>
            </w:pPr>
            <w:r w:rsidRPr="009647FC">
              <w:rPr>
                <w:rtl/>
              </w:rPr>
              <w:t>تباريح</w:t>
            </w:r>
            <w:r>
              <w:rPr>
                <w:rtl/>
              </w:rPr>
              <w:t>َ</w:t>
            </w:r>
            <w:r w:rsidR="004C00A8">
              <w:rPr>
                <w:rtl/>
              </w:rPr>
              <w:t xml:space="preserve"> </w:t>
            </w:r>
            <w:r w:rsidRPr="009647FC">
              <w:rPr>
                <w:rtl/>
              </w:rPr>
              <w:t>وجدٍ</w:t>
            </w:r>
            <w:r>
              <w:rPr>
                <w:rtl/>
              </w:rPr>
              <w:t xml:space="preserve"> </w:t>
            </w:r>
            <w:r w:rsidRPr="009647FC">
              <w:rPr>
                <w:rtl/>
              </w:rPr>
              <w:t>للحشا</w:t>
            </w:r>
            <w:r>
              <w:rPr>
                <w:rtl/>
              </w:rPr>
              <w:t xml:space="preserve"> </w:t>
            </w:r>
            <w:r w:rsidRPr="009647FC">
              <w:rPr>
                <w:rtl/>
              </w:rPr>
              <w:t>لا</w:t>
            </w:r>
            <w:r>
              <w:rPr>
                <w:rtl/>
              </w:rPr>
              <w:t xml:space="preserve"> </w:t>
            </w:r>
            <w:r w:rsidRPr="009647FC">
              <w:rPr>
                <w:rtl/>
              </w:rPr>
              <w:t>تبارحُ</w:t>
            </w:r>
            <w:r w:rsidRPr="00F849C2">
              <w:rPr>
                <w:rStyle w:val="libPoemTiniChar0"/>
                <w:rtl/>
              </w:rPr>
              <w:br/>
              <w:t> </w:t>
            </w:r>
          </w:p>
        </w:tc>
      </w:tr>
      <w:tr w:rsidR="00524A24" w:rsidRPr="00F849C2" w:rsidTr="00524A24">
        <w:trPr>
          <w:trHeight w:val="350"/>
        </w:trPr>
        <w:tc>
          <w:tcPr>
            <w:tcW w:w="3902" w:type="dxa"/>
          </w:tcPr>
          <w:p w:rsidR="00524A24" w:rsidRPr="00F849C2" w:rsidRDefault="00524A24" w:rsidP="00524A24">
            <w:pPr>
              <w:pStyle w:val="libPoem"/>
            </w:pPr>
            <w:r w:rsidRPr="009647FC">
              <w:rPr>
                <w:rtl/>
              </w:rPr>
              <w:t>به</w:t>
            </w:r>
            <w:r>
              <w:rPr>
                <w:rtl/>
              </w:rPr>
              <w:t xml:space="preserve"> </w:t>
            </w:r>
            <w:r w:rsidRPr="009647FC">
              <w:rPr>
                <w:rtl/>
              </w:rPr>
              <w:t>صاح</w:t>
            </w:r>
            <w:r>
              <w:rPr>
                <w:rtl/>
              </w:rPr>
              <w:t xml:space="preserve"> </w:t>
            </w:r>
            <w:r w:rsidRPr="009647FC">
              <w:rPr>
                <w:rtl/>
              </w:rPr>
              <w:t>ناعيه</w:t>
            </w:r>
            <w:r>
              <w:rPr>
                <w:rtl/>
              </w:rPr>
              <w:t xml:space="preserve"> </w:t>
            </w:r>
            <w:r w:rsidRPr="009647FC">
              <w:rPr>
                <w:rtl/>
              </w:rPr>
              <w:t>فأشغلت</w:t>
            </w:r>
            <w:r>
              <w:rPr>
                <w:rtl/>
              </w:rPr>
              <w:t xml:space="preserve"> </w:t>
            </w:r>
            <w:r w:rsidRPr="009647FC">
              <w:rPr>
                <w:rtl/>
              </w:rPr>
              <w:t>مسمعي</w:t>
            </w:r>
            <w:r w:rsidRPr="00F849C2">
              <w:rPr>
                <w:rStyle w:val="libPoemTiniChar0"/>
                <w:rtl/>
              </w:rPr>
              <w:br/>
              <w:t> </w:t>
            </w:r>
          </w:p>
        </w:tc>
        <w:tc>
          <w:tcPr>
            <w:tcW w:w="301" w:type="dxa"/>
          </w:tcPr>
          <w:p w:rsidR="00524A24" w:rsidRPr="00F849C2" w:rsidRDefault="00524A24" w:rsidP="00524A24">
            <w:pPr>
              <w:pStyle w:val="libPoem"/>
              <w:rPr>
                <w:rtl/>
              </w:rPr>
            </w:pPr>
          </w:p>
        </w:tc>
        <w:tc>
          <w:tcPr>
            <w:tcW w:w="3884" w:type="dxa"/>
          </w:tcPr>
          <w:p w:rsidR="00524A24" w:rsidRPr="00F849C2" w:rsidRDefault="00524A24" w:rsidP="00524A24">
            <w:pPr>
              <w:pStyle w:val="libPoem"/>
            </w:pPr>
            <w:r w:rsidRPr="009647FC">
              <w:rPr>
                <w:rtl/>
              </w:rPr>
              <w:t>وقد</w:t>
            </w:r>
            <w:r>
              <w:rPr>
                <w:rtl/>
              </w:rPr>
              <w:t xml:space="preserve"> </w:t>
            </w:r>
            <w:r w:rsidRPr="009647FC">
              <w:rPr>
                <w:rtl/>
              </w:rPr>
              <w:t>مضّ</w:t>
            </w:r>
            <w:r>
              <w:rPr>
                <w:rtl/>
              </w:rPr>
              <w:t xml:space="preserve">َ </w:t>
            </w:r>
            <w:r w:rsidRPr="009647FC">
              <w:rPr>
                <w:rtl/>
              </w:rPr>
              <w:t>في</w:t>
            </w:r>
            <w:r>
              <w:rPr>
                <w:rtl/>
              </w:rPr>
              <w:t xml:space="preserve"> </w:t>
            </w:r>
            <w:r w:rsidRPr="009647FC">
              <w:rPr>
                <w:rtl/>
              </w:rPr>
              <w:t>قعر</w:t>
            </w:r>
            <w:r>
              <w:rPr>
                <w:rtl/>
              </w:rPr>
              <w:t xml:space="preserve"> </w:t>
            </w:r>
            <w:r w:rsidRPr="009647FC">
              <w:rPr>
                <w:rtl/>
              </w:rPr>
              <w:t>الحشا</w:t>
            </w:r>
            <w:r>
              <w:rPr>
                <w:rtl/>
              </w:rPr>
              <w:t xml:space="preserve"> </w:t>
            </w:r>
            <w:r w:rsidRPr="009647FC">
              <w:rPr>
                <w:rtl/>
              </w:rPr>
              <w:t>منه</w:t>
            </w:r>
            <w:r>
              <w:rPr>
                <w:rtl/>
              </w:rPr>
              <w:t xml:space="preserve"> </w:t>
            </w:r>
            <w:r w:rsidRPr="009647FC">
              <w:rPr>
                <w:rtl/>
              </w:rPr>
              <w:t>صائحُ</w:t>
            </w:r>
            <w:r w:rsidRPr="00F849C2">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وهمَّت</w:t>
            </w:r>
            <w:r w:rsidR="004C00A8">
              <w:rPr>
                <w:rtl/>
              </w:rPr>
              <w:t xml:space="preserve"> </w:t>
            </w:r>
            <w:r w:rsidRPr="00524A24">
              <w:rPr>
                <w:rtl/>
              </w:rPr>
              <w:t>جفوني بالبكا فملكتُها</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على</w:t>
            </w:r>
            <w:r w:rsidR="004C00A8">
              <w:rPr>
                <w:rtl/>
              </w:rPr>
              <w:t xml:space="preserve"> </w:t>
            </w:r>
            <w:r w:rsidRPr="00524A24">
              <w:rPr>
                <w:rtl/>
              </w:rPr>
              <w:t>الدمع أرجو الكذب والصدق لائحُ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وقلتُ</w:t>
            </w:r>
            <w:r w:rsidR="004C00A8">
              <w:rPr>
                <w:rtl/>
              </w:rPr>
              <w:t xml:space="preserve"> </w:t>
            </w:r>
            <w:r w:rsidRPr="00524A24">
              <w:rPr>
                <w:rtl/>
              </w:rPr>
              <w:t>لمَنْ ينعاه إذ جدَّ باسمه</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بنوح تبَّين باسم من أنت نائحُ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بفيك الثرى لا تُسم في النعي جعفرا</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فيوشك أن تجتاحَ نفسي الجوائحُ</w:t>
            </w:r>
            <w:r w:rsidRPr="00524A24">
              <w:rPr>
                <w:rStyle w:val="libFootnotenumChar"/>
                <w:rtl/>
              </w:rPr>
              <w:t>(1)</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فلمّا</w:t>
            </w:r>
            <w:r w:rsidR="004C00A8">
              <w:rPr>
                <w:rtl/>
              </w:rPr>
              <w:t xml:space="preserve"> </w:t>
            </w:r>
            <w:r w:rsidRPr="00524A24">
              <w:rPr>
                <w:rtl/>
              </w:rPr>
              <w:t>أبى إلاّ التي تشعبُ الحشا</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وإلاّ</w:t>
            </w:r>
            <w:r w:rsidR="004C00A8">
              <w:rPr>
                <w:rtl/>
              </w:rPr>
              <w:t xml:space="preserve"> </w:t>
            </w:r>
            <w:r w:rsidRPr="00524A24">
              <w:rPr>
                <w:rtl/>
              </w:rPr>
              <w:t>التي تبيضُّ منها المسائح</w:t>
            </w:r>
            <w:r w:rsidRPr="00524A24">
              <w:rPr>
                <w:rStyle w:val="libFootnotenumChar"/>
                <w:rtl/>
              </w:rPr>
              <w:t>(2)</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جمعتُ فؤادي وانطويتُ على الجوى</w:t>
            </w:r>
            <w:r w:rsidRPr="00524A24">
              <w:rPr>
                <w:rStyle w:val="libFootnotenumChar"/>
                <w:rtl/>
              </w:rPr>
              <w:t>(3)</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على حرقٍ ضاقت بهنَّ الجوانحُ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أعاذلتي</w:t>
            </w:r>
            <w:r w:rsidRPr="00524A24">
              <w:rPr>
                <w:rStyle w:val="libFootnotenumChar"/>
                <w:rtl/>
              </w:rPr>
              <w:t>(4)</w:t>
            </w:r>
            <w:r w:rsidRPr="00524A24">
              <w:rPr>
                <w:rtl/>
              </w:rPr>
              <w:t xml:space="preserve"> عنّي خذي اللومَ جانبا</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فلا أدمعي ترقى</w:t>
            </w:r>
            <w:r w:rsidRPr="00524A24">
              <w:rPr>
                <w:rStyle w:val="libFootnotenumChar"/>
                <w:rtl/>
              </w:rPr>
              <w:t>(5)</w:t>
            </w:r>
            <w:r w:rsidRPr="00524A24">
              <w:rPr>
                <w:rtl/>
              </w:rPr>
              <w:t xml:space="preserve"> ولا الوجدُ بارحُ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فلم ينسفحْ من عيني</w:t>
            </w:r>
            <w:r w:rsidRPr="00524A24">
              <w:rPr>
                <w:rStyle w:val="libFootnotenumChar"/>
                <w:rtl/>
              </w:rPr>
              <w:t>(6)</w:t>
            </w:r>
            <w:r w:rsidRPr="00524A24">
              <w:rPr>
                <w:rtl/>
              </w:rPr>
              <w:t xml:space="preserve"> الدمعُ وحده</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ولكنَّ</w:t>
            </w:r>
            <w:r w:rsidR="004C00A8">
              <w:rPr>
                <w:rtl/>
              </w:rPr>
              <w:t xml:space="preserve"> </w:t>
            </w:r>
            <w:r w:rsidRPr="00524A24">
              <w:rPr>
                <w:rtl/>
              </w:rPr>
              <w:t>كلِّى مدمعٌ منه سافحُ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أصبراً وذا إنسانُ عينيَ أطبقت</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على شخصه أجفانهنَّ الضرايحُ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قد استلَّه من عيني الدهر بعدما</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تخيلتُ</w:t>
            </w:r>
            <w:r w:rsidR="004C00A8">
              <w:rPr>
                <w:rtl/>
              </w:rPr>
              <w:t xml:space="preserve"> </w:t>
            </w:r>
            <w:r w:rsidRPr="00524A24">
              <w:rPr>
                <w:rtl/>
              </w:rPr>
              <w:t>أنّ الدهر لي عنه صافحُ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بكفٍّ له مدّت إليَّ بهيئةٍ</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بدت وهي فيها كفُّ خلٍّ يصافحُ</w:t>
            </w:r>
            <w:r w:rsidRPr="00524A24">
              <w:rPr>
                <w:rStyle w:val="libFootnotenumChar"/>
                <w:rtl/>
              </w:rPr>
              <w:t>(7)</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ومرَّت</w:t>
            </w:r>
            <w:r w:rsidR="004C00A8">
              <w:rPr>
                <w:rtl/>
              </w:rPr>
              <w:t xml:space="preserve"> </w:t>
            </w:r>
            <w:r w:rsidRPr="00524A24">
              <w:rPr>
                <w:rtl/>
              </w:rPr>
              <w:t>على وجهي فقدَّرتُ أنّه</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يلاطفني</w:t>
            </w:r>
            <w:r w:rsidR="004C00A8">
              <w:rPr>
                <w:rtl/>
              </w:rPr>
              <w:t xml:space="preserve"> </w:t>
            </w:r>
            <w:r w:rsidRPr="00524A24">
              <w:rPr>
                <w:rtl/>
              </w:rPr>
              <w:t>في مَرّها ويمازحُ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وما</w:t>
            </w:r>
            <w:r w:rsidR="004C00A8">
              <w:rPr>
                <w:rtl/>
              </w:rPr>
              <w:t xml:space="preserve"> </w:t>
            </w:r>
            <w:r w:rsidRPr="00524A24">
              <w:rPr>
                <w:rtl/>
              </w:rPr>
              <w:t>خلتُه يا شلَّها اللهُ أنّه</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بها لسواد العين منّي ماسحُ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فأطبقتُ عيني وهي بيضاءُ من عمىً</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وإنسانها</w:t>
            </w:r>
            <w:r w:rsidR="004C00A8">
              <w:rPr>
                <w:rtl/>
              </w:rPr>
              <w:t xml:space="preserve"> </w:t>
            </w:r>
            <w:r w:rsidRPr="00524A24">
              <w:rPr>
                <w:rtl/>
              </w:rPr>
              <w:t>حيث اشتهى الدهرُ طائحُ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بمَنْ</w:t>
            </w:r>
            <w:r w:rsidR="004C00A8">
              <w:rPr>
                <w:rtl/>
              </w:rPr>
              <w:t xml:space="preserve"> </w:t>
            </w:r>
            <w:r w:rsidRPr="00524A24">
              <w:rPr>
                <w:rtl/>
              </w:rPr>
              <w:t>عن ضياء العين يعتاض طرفها</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فيغدو</w:t>
            </w:r>
            <w:r w:rsidR="004C00A8">
              <w:rPr>
                <w:rtl/>
              </w:rPr>
              <w:t xml:space="preserve"> </w:t>
            </w:r>
            <w:r w:rsidRPr="00524A24">
              <w:rPr>
                <w:rtl/>
              </w:rPr>
              <w:t>عليه وهو للجفن فاتحُ</w:t>
            </w:r>
            <w:r w:rsidRPr="00524A24">
              <w:rPr>
                <w:rStyle w:val="libPoemTiniChar0"/>
                <w:rtl/>
              </w:rPr>
              <w:br/>
              <w:t> </w:t>
            </w:r>
          </w:p>
        </w:tc>
      </w:tr>
      <w:tr w:rsidR="00524A24" w:rsidRPr="00524A24" w:rsidTr="00524A24">
        <w:trPr>
          <w:trHeight w:val="350"/>
        </w:trPr>
        <w:tc>
          <w:tcPr>
            <w:tcW w:w="3902" w:type="dxa"/>
          </w:tcPr>
          <w:p w:rsidR="00524A24" w:rsidRPr="00524A24" w:rsidRDefault="00524A24" w:rsidP="00524A24">
            <w:pPr>
              <w:pStyle w:val="libPoem"/>
            </w:pPr>
            <w:r w:rsidRPr="00524A24">
              <w:rPr>
                <w:rtl/>
              </w:rPr>
              <w:t>لتجرِ</w:t>
            </w:r>
            <w:r w:rsidR="004C00A8">
              <w:rPr>
                <w:rtl/>
              </w:rPr>
              <w:t xml:space="preserve"> </w:t>
            </w:r>
            <w:r w:rsidRPr="00524A24">
              <w:rPr>
                <w:rtl/>
              </w:rPr>
              <w:t>الليالي حيث</w:t>
            </w:r>
            <w:r w:rsidRPr="00524A24">
              <w:rPr>
                <w:rStyle w:val="libFootnotenumChar"/>
                <w:rtl/>
              </w:rPr>
              <w:t>(8)</w:t>
            </w:r>
            <w:r w:rsidRPr="00524A24">
              <w:rPr>
                <w:rtl/>
              </w:rPr>
              <w:t xml:space="preserve"> شاءت بنحسها</w:t>
            </w:r>
            <w:r w:rsidRPr="00524A24">
              <w:rPr>
                <w:rStyle w:val="libPoemTiniChar0"/>
                <w:rtl/>
              </w:rPr>
              <w:br/>
              <w:t> </w:t>
            </w:r>
          </w:p>
        </w:tc>
        <w:tc>
          <w:tcPr>
            <w:tcW w:w="301" w:type="dxa"/>
          </w:tcPr>
          <w:p w:rsidR="00524A24" w:rsidRPr="00524A24" w:rsidRDefault="00524A24" w:rsidP="00524A24">
            <w:pPr>
              <w:pStyle w:val="libPoem"/>
              <w:rPr>
                <w:rtl/>
              </w:rPr>
            </w:pPr>
          </w:p>
        </w:tc>
        <w:tc>
          <w:tcPr>
            <w:tcW w:w="3884" w:type="dxa"/>
          </w:tcPr>
          <w:p w:rsidR="00524A24" w:rsidRPr="00524A24" w:rsidRDefault="00524A24" w:rsidP="00524A24">
            <w:pPr>
              <w:pStyle w:val="libPoem"/>
            </w:pPr>
            <w:r w:rsidRPr="00524A24">
              <w:rPr>
                <w:rtl/>
              </w:rPr>
              <w:t>فما</w:t>
            </w:r>
            <w:r w:rsidR="004C00A8">
              <w:rPr>
                <w:rtl/>
              </w:rPr>
              <w:t xml:space="preserve"> </w:t>
            </w:r>
            <w:r w:rsidRPr="00524A24">
              <w:rPr>
                <w:rtl/>
              </w:rPr>
              <w:t>عندها فوق الذي أنا نائحُ</w:t>
            </w:r>
            <w:r w:rsidRPr="00524A24">
              <w:rPr>
                <w:rStyle w:val="libPoemTiniChar0"/>
                <w:rtl/>
              </w:rPr>
              <w:br/>
              <w:t> </w:t>
            </w:r>
          </w:p>
        </w:tc>
      </w:tr>
      <w:tr w:rsidR="00524A24" w:rsidRPr="00F849C2" w:rsidTr="00524A24">
        <w:trPr>
          <w:trHeight w:val="350"/>
        </w:trPr>
        <w:tc>
          <w:tcPr>
            <w:tcW w:w="3902" w:type="dxa"/>
          </w:tcPr>
          <w:p w:rsidR="00524A24" w:rsidRPr="00F849C2" w:rsidRDefault="00524A24" w:rsidP="00524A24">
            <w:pPr>
              <w:pStyle w:val="libPoem"/>
            </w:pPr>
            <w:r w:rsidRPr="009647FC">
              <w:rPr>
                <w:rtl/>
              </w:rPr>
              <w:t>وماذا</w:t>
            </w:r>
            <w:r w:rsidR="004C00A8">
              <w:rPr>
                <w:rtl/>
              </w:rPr>
              <w:t xml:space="preserve"> </w:t>
            </w:r>
            <w:r w:rsidRPr="009647FC">
              <w:rPr>
                <w:rtl/>
              </w:rPr>
              <w:t>تريني</w:t>
            </w:r>
            <w:r>
              <w:rPr>
                <w:rtl/>
              </w:rPr>
              <w:t xml:space="preserve"> </w:t>
            </w:r>
            <w:r w:rsidRPr="009647FC">
              <w:rPr>
                <w:rtl/>
              </w:rPr>
              <w:t>بعد</w:t>
            </w:r>
            <w:r>
              <w:rPr>
                <w:rtl/>
              </w:rPr>
              <w:t>َ</w:t>
            </w:r>
            <w:r w:rsidRPr="009647FC">
              <w:rPr>
                <w:rtl/>
              </w:rPr>
              <w:t>ها</w:t>
            </w:r>
            <w:r>
              <w:rPr>
                <w:rtl/>
              </w:rPr>
              <w:t xml:space="preserve"> </w:t>
            </w:r>
            <w:r w:rsidRPr="009647FC">
              <w:rPr>
                <w:rtl/>
              </w:rPr>
              <w:t>في</w:t>
            </w:r>
            <w:r>
              <w:rPr>
                <w:rtl/>
              </w:rPr>
              <w:t xml:space="preserve"> </w:t>
            </w:r>
            <w:r w:rsidRPr="009647FC">
              <w:rPr>
                <w:rtl/>
              </w:rPr>
              <w:t>مُدى</w:t>
            </w:r>
            <w:r>
              <w:rPr>
                <w:rtl/>
              </w:rPr>
              <w:t xml:space="preserve"> </w:t>
            </w:r>
            <w:r w:rsidRPr="009647FC">
              <w:rPr>
                <w:rtl/>
              </w:rPr>
              <w:t>الأسى</w:t>
            </w:r>
            <w:r w:rsidRPr="00F849C2">
              <w:rPr>
                <w:rStyle w:val="libPoemTiniChar0"/>
                <w:rtl/>
              </w:rPr>
              <w:br/>
              <w:t> </w:t>
            </w:r>
          </w:p>
        </w:tc>
        <w:tc>
          <w:tcPr>
            <w:tcW w:w="301" w:type="dxa"/>
          </w:tcPr>
          <w:p w:rsidR="00524A24" w:rsidRPr="00F849C2" w:rsidRDefault="00524A24" w:rsidP="00524A24">
            <w:pPr>
              <w:pStyle w:val="libPoem"/>
              <w:rPr>
                <w:rtl/>
              </w:rPr>
            </w:pPr>
          </w:p>
        </w:tc>
        <w:tc>
          <w:tcPr>
            <w:tcW w:w="3884" w:type="dxa"/>
          </w:tcPr>
          <w:p w:rsidR="00524A24" w:rsidRPr="00F849C2" w:rsidRDefault="00524A24" w:rsidP="00524A24">
            <w:pPr>
              <w:pStyle w:val="libPoem"/>
            </w:pPr>
            <w:r w:rsidRPr="009647FC">
              <w:rPr>
                <w:rtl/>
              </w:rPr>
              <w:t>يداً</w:t>
            </w:r>
            <w:r>
              <w:rPr>
                <w:rtl/>
              </w:rPr>
              <w:t xml:space="preserve"> </w:t>
            </w:r>
            <w:r w:rsidRPr="009647FC">
              <w:rPr>
                <w:rtl/>
              </w:rPr>
              <w:t>لفؤادي</w:t>
            </w:r>
            <w:r>
              <w:rPr>
                <w:rtl/>
              </w:rPr>
              <w:t xml:space="preserve"> </w:t>
            </w:r>
            <w:r w:rsidRPr="009647FC">
              <w:rPr>
                <w:rtl/>
              </w:rPr>
              <w:t>سعدُها</w:t>
            </w:r>
            <w:r>
              <w:rPr>
                <w:rtl/>
              </w:rPr>
              <w:t xml:space="preserve"> </w:t>
            </w:r>
            <w:r w:rsidRPr="009647FC">
              <w:rPr>
                <w:rtl/>
              </w:rPr>
              <w:t>وهو</w:t>
            </w:r>
            <w:r>
              <w:rPr>
                <w:rtl/>
              </w:rPr>
              <w:t xml:space="preserve"> </w:t>
            </w:r>
            <w:r w:rsidRPr="009647FC">
              <w:rPr>
                <w:rtl/>
              </w:rPr>
              <w:t>ذابحُ</w:t>
            </w:r>
            <w:r w:rsidRPr="004E7EC6">
              <w:rPr>
                <w:rStyle w:val="libFootnotenumChar"/>
                <w:rtl/>
              </w:rPr>
              <w:t>(9)</w:t>
            </w:r>
            <w:r w:rsidRPr="00F849C2">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524A24">
      <w:pPr>
        <w:pStyle w:val="libFootnote0"/>
      </w:pPr>
      <w:r w:rsidRPr="009647FC">
        <w:rPr>
          <w:rtl/>
        </w:rPr>
        <w:t>1</w:t>
      </w:r>
      <w:r w:rsidR="004E7EC6">
        <w:rPr>
          <w:rtl/>
        </w:rPr>
        <w:t xml:space="preserve"> - </w:t>
      </w:r>
      <w:r w:rsidRPr="009647FC">
        <w:rPr>
          <w:rtl/>
        </w:rPr>
        <w:t>الجوايح</w:t>
      </w:r>
      <w:r w:rsidR="00D769AB">
        <w:rPr>
          <w:rtl/>
        </w:rPr>
        <w:t>:</w:t>
      </w:r>
      <w:r w:rsidRPr="009647FC">
        <w:rPr>
          <w:rtl/>
        </w:rPr>
        <w:t xml:space="preserve"> المهلكات</w:t>
      </w:r>
      <w:r w:rsidR="00D769AB">
        <w:rPr>
          <w:rtl/>
        </w:rPr>
        <w:t>.</w:t>
      </w:r>
      <w:r w:rsidR="00524A24">
        <w:rPr>
          <w:rFonts w:hint="cs"/>
          <w:rtl/>
        </w:rPr>
        <w:tab/>
      </w:r>
      <w:r w:rsidR="00524A24">
        <w:rPr>
          <w:rFonts w:hint="cs"/>
          <w:rtl/>
        </w:rPr>
        <w:tab/>
      </w:r>
      <w:r w:rsidR="00524A24">
        <w:rPr>
          <w:rFonts w:hint="cs"/>
          <w:rtl/>
        </w:rPr>
        <w:tab/>
      </w:r>
      <w:r w:rsidR="00524A24">
        <w:rPr>
          <w:rFonts w:hint="cs"/>
          <w:rtl/>
        </w:rPr>
        <w:tab/>
      </w:r>
      <w:r w:rsidRPr="009647FC">
        <w:rPr>
          <w:rtl/>
        </w:rPr>
        <w:t>2</w:t>
      </w:r>
      <w:r w:rsidR="004E7EC6">
        <w:rPr>
          <w:rtl/>
        </w:rPr>
        <w:t xml:space="preserve"> - </w:t>
      </w:r>
      <w:r w:rsidRPr="009647FC">
        <w:rPr>
          <w:rtl/>
        </w:rPr>
        <w:t>المسائح جمع مسيّحة</w:t>
      </w:r>
      <w:r w:rsidR="00D769AB">
        <w:rPr>
          <w:rtl/>
        </w:rPr>
        <w:t>:</w:t>
      </w:r>
      <w:r w:rsidRPr="009647FC">
        <w:rPr>
          <w:rtl/>
        </w:rPr>
        <w:t xml:space="preserve"> الذؤابة</w:t>
      </w:r>
      <w:r w:rsidR="00D769AB">
        <w:rPr>
          <w:rtl/>
        </w:rPr>
        <w:t>،</w:t>
      </w:r>
      <w:r w:rsidRPr="009647FC">
        <w:rPr>
          <w:rtl/>
        </w:rPr>
        <w:t xml:space="preserve"> وشعر جانبي الرأس</w:t>
      </w:r>
      <w:r w:rsidR="00D769AB">
        <w:rPr>
          <w:rtl/>
        </w:rPr>
        <w:t>.</w:t>
      </w:r>
    </w:p>
    <w:p w:rsidR="009647FC" w:rsidRPr="00524A24" w:rsidRDefault="009647FC" w:rsidP="00524A24">
      <w:pPr>
        <w:pStyle w:val="libFootnote0"/>
      </w:pPr>
      <w:r w:rsidRPr="009647FC">
        <w:rPr>
          <w:rtl/>
        </w:rPr>
        <w:t>3</w:t>
      </w:r>
      <w:r w:rsidR="004E7EC6">
        <w:rPr>
          <w:rtl/>
        </w:rPr>
        <w:t xml:space="preserve"> - </w:t>
      </w:r>
      <w:r w:rsidRPr="009647FC">
        <w:rPr>
          <w:rtl/>
        </w:rPr>
        <w:t>في المطبوع</w:t>
      </w:r>
      <w:r w:rsidR="00D769AB">
        <w:rPr>
          <w:rtl/>
        </w:rPr>
        <w:t>:</w:t>
      </w:r>
      <w:r w:rsidRPr="009647FC">
        <w:rPr>
          <w:rtl/>
        </w:rPr>
        <w:t xml:space="preserve"> من</w:t>
      </w:r>
      <w:r w:rsidR="00D769AB">
        <w:rPr>
          <w:rtl/>
        </w:rPr>
        <w:t>.</w:t>
      </w:r>
      <w:r w:rsidR="00524A24">
        <w:rPr>
          <w:rFonts w:hint="cs"/>
          <w:rtl/>
        </w:rPr>
        <w:tab/>
      </w:r>
      <w:r w:rsidR="00524A24">
        <w:rPr>
          <w:rFonts w:hint="cs"/>
          <w:rtl/>
        </w:rPr>
        <w:tab/>
      </w:r>
      <w:r w:rsidR="00524A24">
        <w:rPr>
          <w:rFonts w:hint="cs"/>
          <w:rtl/>
        </w:rPr>
        <w:tab/>
      </w:r>
      <w:r w:rsidR="00524A24">
        <w:rPr>
          <w:rFonts w:hint="cs"/>
          <w:rtl/>
        </w:rPr>
        <w:tab/>
      </w:r>
      <w:r w:rsidR="00524A24">
        <w:rPr>
          <w:rFonts w:hint="cs"/>
          <w:rtl/>
        </w:rPr>
        <w:tab/>
      </w:r>
      <w:r w:rsidRPr="009647FC">
        <w:rPr>
          <w:rtl/>
        </w:rPr>
        <w:t>4</w:t>
      </w:r>
      <w:r w:rsidR="004E7EC6">
        <w:rPr>
          <w:rtl/>
        </w:rPr>
        <w:t xml:space="preserve"> - </w:t>
      </w:r>
      <w:r w:rsidRPr="009647FC">
        <w:rPr>
          <w:rtl/>
        </w:rPr>
        <w:t>في المطبوع</w:t>
      </w:r>
      <w:r w:rsidR="00D769AB">
        <w:rPr>
          <w:rtl/>
        </w:rPr>
        <w:t>:</w:t>
      </w:r>
      <w:r w:rsidRPr="009647FC">
        <w:rPr>
          <w:rtl/>
        </w:rPr>
        <w:t xml:space="preserve"> أعاذلتا</w:t>
      </w:r>
      <w:r w:rsidR="00D769AB">
        <w:rPr>
          <w:rtl/>
        </w:rPr>
        <w:t>.</w:t>
      </w:r>
    </w:p>
    <w:p w:rsidR="009647FC" w:rsidRPr="00524A24" w:rsidRDefault="009647FC" w:rsidP="00524A24">
      <w:pPr>
        <w:pStyle w:val="libFootnote0"/>
      </w:pPr>
      <w:r w:rsidRPr="009647FC">
        <w:rPr>
          <w:rtl/>
        </w:rPr>
        <w:t>5</w:t>
      </w:r>
      <w:r w:rsidR="004E7EC6">
        <w:rPr>
          <w:rtl/>
        </w:rPr>
        <w:t xml:space="preserve"> - </w:t>
      </w:r>
      <w:r w:rsidRPr="009647FC">
        <w:rPr>
          <w:rtl/>
        </w:rPr>
        <w:t>رقأ الدمع</w:t>
      </w:r>
      <w:r w:rsidR="00D769AB">
        <w:rPr>
          <w:rtl/>
        </w:rPr>
        <w:t>:</w:t>
      </w:r>
      <w:r w:rsidRPr="009647FC">
        <w:rPr>
          <w:rtl/>
        </w:rPr>
        <w:t xml:space="preserve"> إذا نشف وجف</w:t>
      </w:r>
      <w:r w:rsidR="00D769AB">
        <w:rPr>
          <w:rtl/>
        </w:rPr>
        <w:t>.</w:t>
      </w:r>
      <w:r w:rsidR="00524A24">
        <w:rPr>
          <w:rFonts w:hint="cs"/>
          <w:rtl/>
        </w:rPr>
        <w:tab/>
      </w:r>
      <w:r w:rsidR="00524A24">
        <w:rPr>
          <w:rFonts w:hint="cs"/>
          <w:rtl/>
        </w:rPr>
        <w:tab/>
      </w:r>
      <w:r w:rsidR="00524A24">
        <w:rPr>
          <w:rFonts w:hint="cs"/>
          <w:rtl/>
        </w:rPr>
        <w:tab/>
      </w:r>
      <w:r w:rsidRPr="009647FC">
        <w:rPr>
          <w:rtl/>
        </w:rPr>
        <w:t>6</w:t>
      </w:r>
      <w:r w:rsidR="004E7EC6">
        <w:rPr>
          <w:rtl/>
        </w:rPr>
        <w:t xml:space="preserve"> - </w:t>
      </w:r>
      <w:r w:rsidRPr="009647FC">
        <w:rPr>
          <w:rtl/>
        </w:rPr>
        <w:t>في المطبوع</w:t>
      </w:r>
      <w:r w:rsidR="00D769AB">
        <w:rPr>
          <w:rtl/>
        </w:rPr>
        <w:t>:</w:t>
      </w:r>
      <w:r w:rsidRPr="009647FC">
        <w:rPr>
          <w:rtl/>
        </w:rPr>
        <w:t xml:space="preserve"> في جفني</w:t>
      </w:r>
      <w:r w:rsidR="00D769AB">
        <w:rPr>
          <w:rtl/>
        </w:rPr>
        <w:t>.</w:t>
      </w:r>
    </w:p>
    <w:p w:rsidR="009647FC" w:rsidRPr="00524A24" w:rsidRDefault="009647FC" w:rsidP="00524A24">
      <w:pPr>
        <w:pStyle w:val="libFootnote0"/>
      </w:pPr>
      <w:r w:rsidRPr="009647FC">
        <w:rPr>
          <w:rtl/>
        </w:rPr>
        <w:t>7</w:t>
      </w:r>
      <w:r w:rsidR="004E7EC6">
        <w:rPr>
          <w:rtl/>
        </w:rPr>
        <w:t xml:space="preserve"> -</w:t>
      </w:r>
      <w:r w:rsidR="004C00A8">
        <w:rPr>
          <w:rtl/>
        </w:rPr>
        <w:t xml:space="preserve"> </w:t>
      </w:r>
      <w:r w:rsidRPr="009647FC">
        <w:rPr>
          <w:rtl/>
        </w:rPr>
        <w:t>وفيه</w:t>
      </w:r>
      <w:r w:rsidR="00D769AB">
        <w:rPr>
          <w:rtl/>
        </w:rPr>
        <w:t>:</w:t>
      </w:r>
      <w:r w:rsidRPr="009647FC">
        <w:rPr>
          <w:rtl/>
        </w:rPr>
        <w:t xml:space="preserve"> تصافح</w:t>
      </w:r>
      <w:r w:rsidR="00D769AB">
        <w:rPr>
          <w:rtl/>
        </w:rPr>
        <w:t>.</w:t>
      </w:r>
      <w:r w:rsidR="00524A24">
        <w:rPr>
          <w:rFonts w:hint="cs"/>
          <w:rtl/>
        </w:rPr>
        <w:tab/>
      </w:r>
      <w:r w:rsidR="00524A24">
        <w:rPr>
          <w:rFonts w:hint="cs"/>
          <w:rtl/>
        </w:rPr>
        <w:tab/>
      </w:r>
      <w:r w:rsidR="00524A24">
        <w:rPr>
          <w:rFonts w:hint="cs"/>
          <w:rtl/>
        </w:rPr>
        <w:tab/>
      </w:r>
      <w:r w:rsidR="00524A24">
        <w:rPr>
          <w:rFonts w:hint="cs"/>
          <w:rtl/>
        </w:rPr>
        <w:tab/>
      </w:r>
      <w:r w:rsidR="00524A24">
        <w:rPr>
          <w:rFonts w:hint="cs"/>
          <w:rtl/>
        </w:rPr>
        <w:tab/>
      </w:r>
      <w:r w:rsidRPr="009647FC">
        <w:rPr>
          <w:rtl/>
        </w:rPr>
        <w:t>8</w:t>
      </w:r>
      <w:r w:rsidR="004E7EC6">
        <w:rPr>
          <w:rtl/>
        </w:rPr>
        <w:t xml:space="preserve"> - </w:t>
      </w:r>
      <w:r w:rsidRPr="009647FC">
        <w:rPr>
          <w:rtl/>
        </w:rPr>
        <w:t>في الأصل</w:t>
      </w:r>
      <w:r w:rsidR="00D769AB">
        <w:rPr>
          <w:rtl/>
        </w:rPr>
        <w:t>:</w:t>
      </w:r>
      <w:r w:rsidRPr="009647FC">
        <w:rPr>
          <w:rtl/>
        </w:rPr>
        <w:t xml:space="preserve"> كيف شاءت</w:t>
      </w:r>
      <w:r w:rsidR="00D769AB">
        <w:rPr>
          <w:rtl/>
        </w:rPr>
        <w:t>.</w:t>
      </w:r>
    </w:p>
    <w:p w:rsidR="009647FC" w:rsidRPr="00524A24" w:rsidRDefault="009647FC" w:rsidP="004E7EC6">
      <w:pPr>
        <w:pStyle w:val="libFootnote0"/>
      </w:pPr>
      <w:r w:rsidRPr="009647FC">
        <w:rPr>
          <w:rtl/>
        </w:rPr>
        <w:t>9</w:t>
      </w:r>
      <w:r w:rsidR="004E7EC6">
        <w:rPr>
          <w:rtl/>
        </w:rPr>
        <w:t xml:space="preserve"> - </w:t>
      </w:r>
      <w:r w:rsidRPr="009647FC">
        <w:rPr>
          <w:rtl/>
        </w:rPr>
        <w:t>في سعد وذابح تورية</w:t>
      </w:r>
      <w:r w:rsidR="00D769AB">
        <w:rPr>
          <w:rtl/>
        </w:rPr>
        <w:t>.</w:t>
      </w:r>
      <w:r w:rsidRPr="009647FC">
        <w:rPr>
          <w:rtl/>
        </w:rPr>
        <w:t xml:space="preserve"> فإنّ سعد الذابح هو أحد سعود الكواكب العشرة وهو من منازل القمر</w:t>
      </w:r>
      <w:r w:rsidR="00D769AB">
        <w:rPr>
          <w:rtl/>
        </w:rPr>
        <w:t>،</w:t>
      </w:r>
      <w:r w:rsidRPr="009647FC">
        <w:rPr>
          <w:rtl/>
        </w:rPr>
        <w:t xml:space="preserve"> ويريد</w:t>
      </w:r>
      <w:r w:rsidR="00D769AB">
        <w:rPr>
          <w:rtl/>
        </w:rPr>
        <w:t>:</w:t>
      </w:r>
      <w:r w:rsidRPr="009647FC">
        <w:rPr>
          <w:rtl/>
        </w:rPr>
        <w:t xml:space="preserve"> إذا كانت ليالي السعد تذبحني فما ظنّك بليالي النحس</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F93791" w:rsidRPr="00524A24" w:rsidTr="00F93791">
        <w:trPr>
          <w:trHeight w:val="350"/>
        </w:trPr>
        <w:tc>
          <w:tcPr>
            <w:tcW w:w="3902" w:type="dxa"/>
          </w:tcPr>
          <w:p w:rsidR="00F93791" w:rsidRPr="00524A24" w:rsidRDefault="00F93791" w:rsidP="00B371C6">
            <w:pPr>
              <w:pStyle w:val="libPoem"/>
            </w:pPr>
            <w:r w:rsidRPr="009647FC">
              <w:rPr>
                <w:rtl/>
              </w:rPr>
              <w:lastRenderedPageBreak/>
              <w:t>أقول</w:t>
            </w:r>
            <w:r w:rsidR="004C00A8">
              <w:rPr>
                <w:rtl/>
              </w:rPr>
              <w:t xml:space="preserve"> </w:t>
            </w:r>
            <w:r w:rsidRPr="009647FC">
              <w:rPr>
                <w:rtl/>
              </w:rPr>
              <w:t>لركبٍ</w:t>
            </w:r>
            <w:r>
              <w:rPr>
                <w:rtl/>
              </w:rPr>
              <w:t xml:space="preserve"> </w:t>
            </w:r>
            <w:r w:rsidRPr="009647FC">
              <w:rPr>
                <w:rtl/>
              </w:rPr>
              <w:t>أجمعوا</w:t>
            </w:r>
            <w:r>
              <w:rPr>
                <w:rtl/>
              </w:rPr>
              <w:t xml:space="preserve"> </w:t>
            </w:r>
            <w:r w:rsidRPr="009647FC">
              <w:rPr>
                <w:rtl/>
              </w:rPr>
              <w:t>السير</w:t>
            </w:r>
            <w:r>
              <w:rPr>
                <w:rtl/>
              </w:rPr>
              <w:t xml:space="preserve">َ </w:t>
            </w:r>
            <w:r w:rsidRPr="009647FC">
              <w:rPr>
                <w:rtl/>
              </w:rPr>
              <w:t>موهنا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وقد</w:t>
            </w:r>
            <w:r w:rsidR="004C00A8">
              <w:rPr>
                <w:rtl/>
              </w:rPr>
              <w:t xml:space="preserve"> </w:t>
            </w:r>
            <w:r w:rsidRPr="009647FC">
              <w:rPr>
                <w:rtl/>
              </w:rPr>
              <w:t>نشطت</w:t>
            </w:r>
            <w:r>
              <w:rPr>
                <w:rtl/>
              </w:rPr>
              <w:t xml:space="preserve"> </w:t>
            </w:r>
            <w:r w:rsidRPr="009647FC">
              <w:rPr>
                <w:rtl/>
              </w:rPr>
              <w:t>للكرخ</w:t>
            </w:r>
            <w:r>
              <w:rPr>
                <w:rtl/>
              </w:rPr>
              <w:t xml:space="preserve"> </w:t>
            </w:r>
            <w:r w:rsidRPr="009647FC">
              <w:rPr>
                <w:rtl/>
              </w:rPr>
              <w:t>فيهم</w:t>
            </w:r>
            <w:r>
              <w:rPr>
                <w:rtl/>
              </w:rPr>
              <w:t xml:space="preserve"> </w:t>
            </w:r>
            <w:r w:rsidRPr="009647FC">
              <w:rPr>
                <w:rtl/>
              </w:rPr>
              <w:t>طلايحُ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أقيموا</w:t>
            </w:r>
            <w:r w:rsidR="004C00A8">
              <w:rPr>
                <w:rtl/>
              </w:rPr>
              <w:t xml:space="preserve"> </w:t>
            </w:r>
            <w:r w:rsidRPr="009647FC">
              <w:rPr>
                <w:rtl/>
              </w:rPr>
              <w:t>فواقي</w:t>
            </w:r>
            <w:r>
              <w:rPr>
                <w:rtl/>
              </w:rPr>
              <w:t xml:space="preserve"> </w:t>
            </w:r>
            <w:r w:rsidRPr="009647FC">
              <w:rPr>
                <w:rtl/>
              </w:rPr>
              <w:t>ناقةٍ</w:t>
            </w:r>
            <w:r w:rsidRPr="004E7EC6">
              <w:rPr>
                <w:rStyle w:val="libFootnotenumChar"/>
                <w:rtl/>
              </w:rPr>
              <w:t>(1)</w:t>
            </w:r>
            <w:r>
              <w:rPr>
                <w:rtl/>
              </w:rPr>
              <w:t xml:space="preserve"> </w:t>
            </w:r>
            <w:r w:rsidRPr="009647FC">
              <w:rPr>
                <w:rtl/>
              </w:rPr>
              <w:t>من</w:t>
            </w:r>
            <w:r>
              <w:rPr>
                <w:rtl/>
              </w:rPr>
              <w:t xml:space="preserve"> </w:t>
            </w:r>
            <w:r w:rsidRPr="009647FC">
              <w:rPr>
                <w:rtl/>
              </w:rPr>
              <w:t>صدورها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لأودعكم</w:t>
            </w:r>
            <w:r w:rsidR="004C00A8">
              <w:rPr>
                <w:rtl/>
              </w:rPr>
              <w:t xml:space="preserve"> </w:t>
            </w:r>
            <w:r w:rsidRPr="009647FC">
              <w:rPr>
                <w:rtl/>
              </w:rPr>
              <w:t>ما</w:t>
            </w:r>
            <w:r>
              <w:rPr>
                <w:rtl/>
              </w:rPr>
              <w:t xml:space="preserve"> </w:t>
            </w:r>
            <w:r w:rsidRPr="009647FC">
              <w:rPr>
                <w:rtl/>
              </w:rPr>
              <w:t>استحفظته</w:t>
            </w:r>
            <w:r>
              <w:rPr>
                <w:rtl/>
              </w:rPr>
              <w:t xml:space="preserve"> </w:t>
            </w:r>
            <w:r w:rsidRPr="009647FC">
              <w:rPr>
                <w:rtl/>
              </w:rPr>
              <w:t>الجوانحُ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خذوا</w:t>
            </w:r>
            <w:r w:rsidR="004C00A8">
              <w:rPr>
                <w:rtl/>
              </w:rPr>
              <w:t xml:space="preserve"> </w:t>
            </w:r>
            <w:r w:rsidRPr="009647FC">
              <w:rPr>
                <w:rtl/>
              </w:rPr>
              <w:t>مهجتي</w:t>
            </w:r>
            <w:r>
              <w:rPr>
                <w:rtl/>
              </w:rPr>
              <w:t xml:space="preserve"> </w:t>
            </w:r>
            <w:r w:rsidRPr="009647FC">
              <w:rPr>
                <w:rtl/>
              </w:rPr>
              <w:t>ثمّ</w:t>
            </w:r>
            <w:r>
              <w:rPr>
                <w:rtl/>
              </w:rPr>
              <w:t xml:space="preserve"> </w:t>
            </w:r>
            <w:r w:rsidRPr="009647FC">
              <w:rPr>
                <w:rtl/>
              </w:rPr>
              <w:t>انضحوها</w:t>
            </w:r>
            <w:r>
              <w:rPr>
                <w:rtl/>
              </w:rPr>
              <w:t xml:space="preserve"> </w:t>
            </w:r>
            <w:r w:rsidRPr="009647FC">
              <w:rPr>
                <w:rtl/>
              </w:rPr>
              <w:t>عقيرةً</w:t>
            </w:r>
            <w:r w:rsidRPr="004E7EC6">
              <w:rPr>
                <w:rStyle w:val="libFootnotenumChar"/>
                <w:rtl/>
              </w:rPr>
              <w:t>(2)</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على</w:t>
            </w:r>
            <w:r w:rsidR="004C00A8">
              <w:rPr>
                <w:rtl/>
              </w:rPr>
              <w:t xml:space="preserve"> </w:t>
            </w:r>
            <w:r w:rsidRPr="009647FC">
              <w:rPr>
                <w:rtl/>
              </w:rPr>
              <w:t>جدثٍ</w:t>
            </w:r>
            <w:r>
              <w:rPr>
                <w:rtl/>
              </w:rPr>
              <w:t xml:space="preserve"> </w:t>
            </w:r>
            <w:r w:rsidRPr="009647FC">
              <w:rPr>
                <w:rtl/>
              </w:rPr>
              <w:t>دمعُ</w:t>
            </w:r>
            <w:r>
              <w:rPr>
                <w:rtl/>
              </w:rPr>
              <w:t xml:space="preserve"> </w:t>
            </w:r>
            <w:r w:rsidRPr="009647FC">
              <w:rPr>
                <w:rtl/>
              </w:rPr>
              <w:t>البلى</w:t>
            </w:r>
            <w:r>
              <w:rPr>
                <w:rtl/>
              </w:rPr>
              <w:t xml:space="preserve"> </w:t>
            </w:r>
            <w:r w:rsidRPr="009647FC">
              <w:rPr>
                <w:rtl/>
              </w:rPr>
              <w:t>فيه</w:t>
            </w:r>
            <w:r>
              <w:rPr>
                <w:rtl/>
              </w:rPr>
              <w:t xml:space="preserve"> </w:t>
            </w:r>
            <w:r w:rsidRPr="009647FC">
              <w:rPr>
                <w:rtl/>
              </w:rPr>
              <w:t>ناضحُ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وقولوا</w:t>
            </w:r>
            <w:r>
              <w:rPr>
                <w:rtl/>
              </w:rPr>
              <w:t xml:space="preserve"> </w:t>
            </w:r>
            <w:r w:rsidRPr="009647FC">
              <w:rPr>
                <w:rtl/>
              </w:rPr>
              <w:t>لأيدٍ</w:t>
            </w:r>
            <w:r>
              <w:rPr>
                <w:rtl/>
              </w:rPr>
              <w:t xml:space="preserve"> </w:t>
            </w:r>
            <w:r w:rsidRPr="009647FC">
              <w:rPr>
                <w:rtl/>
              </w:rPr>
              <w:t>أحدرت</w:t>
            </w:r>
            <w:r w:rsidRPr="004E7EC6">
              <w:rPr>
                <w:rStyle w:val="libFootnotenumChar"/>
                <w:rtl/>
              </w:rPr>
              <w:t>(3)</w:t>
            </w:r>
            <w:r>
              <w:rPr>
                <w:rtl/>
              </w:rPr>
              <w:t xml:space="preserve"> </w:t>
            </w:r>
            <w:r w:rsidRPr="009647FC">
              <w:rPr>
                <w:rtl/>
              </w:rPr>
              <w:t>فيه</w:t>
            </w:r>
            <w:r>
              <w:rPr>
                <w:rtl/>
              </w:rPr>
              <w:t xml:space="preserve"> </w:t>
            </w:r>
            <w:r w:rsidRPr="009647FC">
              <w:rPr>
                <w:rtl/>
              </w:rPr>
              <w:t>جعفرا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ولم</w:t>
            </w:r>
            <w:r w:rsidR="004C00A8">
              <w:rPr>
                <w:rtl/>
              </w:rPr>
              <w:t xml:space="preserve"> </w:t>
            </w:r>
            <w:r w:rsidRPr="009647FC">
              <w:rPr>
                <w:rtl/>
              </w:rPr>
              <w:t>تدرِ</w:t>
            </w:r>
            <w:r>
              <w:rPr>
                <w:rtl/>
              </w:rPr>
              <w:t xml:space="preserve"> </w:t>
            </w:r>
            <w:r w:rsidRPr="009647FC">
              <w:rPr>
                <w:rtl/>
              </w:rPr>
              <w:t>ماذا</w:t>
            </w:r>
            <w:r>
              <w:rPr>
                <w:rtl/>
              </w:rPr>
              <w:t xml:space="preserve"> </w:t>
            </w:r>
            <w:r w:rsidRPr="009647FC">
              <w:rPr>
                <w:rtl/>
              </w:rPr>
              <w:t>قد</w:t>
            </w:r>
            <w:r>
              <w:rPr>
                <w:rtl/>
              </w:rPr>
              <w:t xml:space="preserve"> </w:t>
            </w:r>
            <w:r w:rsidRPr="009647FC">
              <w:rPr>
                <w:rtl/>
              </w:rPr>
              <w:t>طوته</w:t>
            </w:r>
            <w:r>
              <w:rPr>
                <w:rtl/>
              </w:rPr>
              <w:t xml:space="preserve"> </w:t>
            </w:r>
            <w:r w:rsidRPr="009647FC">
              <w:rPr>
                <w:rtl/>
              </w:rPr>
              <w:t>الصفائحُ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لأحدرت</w:t>
            </w:r>
            <w:r w:rsidR="004C00A8">
              <w:rPr>
                <w:rtl/>
              </w:rPr>
              <w:t xml:space="preserve"> </w:t>
            </w:r>
            <w:r w:rsidRPr="009647FC">
              <w:rPr>
                <w:rtl/>
              </w:rPr>
              <w:t>من</w:t>
            </w:r>
            <w:r>
              <w:rPr>
                <w:rtl/>
              </w:rPr>
              <w:t xml:space="preserve"> </w:t>
            </w:r>
            <w:r w:rsidRPr="009647FC">
              <w:rPr>
                <w:rtl/>
              </w:rPr>
              <w:t>قلب</w:t>
            </w:r>
            <w:r>
              <w:rPr>
                <w:rtl/>
              </w:rPr>
              <w:t xml:space="preserve"> </w:t>
            </w:r>
            <w:r w:rsidRPr="009647FC">
              <w:rPr>
                <w:rtl/>
              </w:rPr>
              <w:t>المكارم</w:t>
            </w:r>
            <w:r>
              <w:rPr>
                <w:rtl/>
              </w:rPr>
              <w:t xml:space="preserve"> </w:t>
            </w:r>
            <w:r w:rsidRPr="009647FC">
              <w:rPr>
                <w:rtl/>
              </w:rPr>
              <w:t>فلذةً</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قد</w:t>
            </w:r>
            <w:r>
              <w:rPr>
                <w:rtl/>
              </w:rPr>
              <w:t xml:space="preserve"> </w:t>
            </w:r>
            <w:r w:rsidRPr="009647FC">
              <w:rPr>
                <w:rtl/>
              </w:rPr>
              <w:t>انتزعتها</w:t>
            </w:r>
            <w:r>
              <w:rPr>
                <w:rtl/>
              </w:rPr>
              <w:t xml:space="preserve"> </w:t>
            </w:r>
            <w:r w:rsidRPr="009647FC">
              <w:rPr>
                <w:rtl/>
              </w:rPr>
              <w:t>من</w:t>
            </w:r>
            <w:r>
              <w:rPr>
                <w:rtl/>
              </w:rPr>
              <w:t xml:space="preserve"> </w:t>
            </w:r>
            <w:r w:rsidRPr="009647FC">
              <w:rPr>
                <w:rtl/>
              </w:rPr>
              <w:t>حشاها</w:t>
            </w:r>
            <w:r>
              <w:rPr>
                <w:rtl/>
              </w:rPr>
              <w:t xml:space="preserve"> </w:t>
            </w:r>
            <w:r w:rsidRPr="009647FC">
              <w:rPr>
                <w:rtl/>
              </w:rPr>
              <w:t>الفوادحُ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فغير</w:t>
            </w:r>
            <w:r>
              <w:rPr>
                <w:rtl/>
              </w:rPr>
              <w:t xml:space="preserve"> </w:t>
            </w:r>
            <w:r w:rsidRPr="009647FC">
              <w:rPr>
                <w:rtl/>
              </w:rPr>
              <w:t>جميلِ</w:t>
            </w:r>
            <w:r>
              <w:rPr>
                <w:rtl/>
              </w:rPr>
              <w:t xml:space="preserve"> </w:t>
            </w:r>
            <w:r w:rsidRPr="009647FC">
              <w:rPr>
                <w:rtl/>
              </w:rPr>
              <w:t>بعده</w:t>
            </w:r>
            <w:r>
              <w:rPr>
                <w:rtl/>
              </w:rPr>
              <w:t xml:space="preserve"> </w:t>
            </w:r>
            <w:r w:rsidRPr="009647FC">
              <w:rPr>
                <w:rtl/>
              </w:rPr>
              <w:t>الصبرُ</w:t>
            </w:r>
            <w:r>
              <w:rPr>
                <w:rtl/>
              </w:rPr>
              <w:t xml:space="preserve"> </w:t>
            </w:r>
            <w:r w:rsidRPr="009647FC">
              <w:rPr>
                <w:rtl/>
              </w:rPr>
              <w:t>للورى</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ولا</w:t>
            </w:r>
            <w:r>
              <w:rPr>
                <w:rtl/>
              </w:rPr>
              <w:t xml:space="preserve"> </w:t>
            </w:r>
            <w:r w:rsidRPr="009647FC">
              <w:rPr>
                <w:rtl/>
              </w:rPr>
              <w:t>عيشهم</w:t>
            </w:r>
            <w:r>
              <w:rPr>
                <w:rtl/>
              </w:rPr>
              <w:t xml:space="preserve"> </w:t>
            </w:r>
            <w:r w:rsidRPr="009647FC">
              <w:rPr>
                <w:rtl/>
              </w:rPr>
              <w:t>لولا</w:t>
            </w:r>
            <w:r>
              <w:rPr>
                <w:rtl/>
              </w:rPr>
              <w:t xml:space="preserve"> </w:t>
            </w:r>
            <w:r w:rsidRPr="009647FC">
              <w:rPr>
                <w:rtl/>
              </w:rPr>
              <w:t>(محمدُ)</w:t>
            </w:r>
            <w:r>
              <w:rPr>
                <w:rtl/>
              </w:rPr>
              <w:t xml:space="preserve"> </w:t>
            </w:r>
            <w:r w:rsidRPr="009647FC">
              <w:rPr>
                <w:rtl/>
              </w:rPr>
              <w:t>صالح</w:t>
            </w:r>
            <w:r w:rsidRPr="004E7EC6">
              <w:rPr>
                <w:rStyle w:val="libFootnotenumChar"/>
                <w:rtl/>
              </w:rPr>
              <w:t>(4)</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فتى</w:t>
            </w:r>
            <w:r w:rsidR="004C00A8">
              <w:rPr>
                <w:rtl/>
              </w:rPr>
              <w:t xml:space="preserve"> </w:t>
            </w:r>
            <w:r w:rsidRPr="009647FC">
              <w:rPr>
                <w:rtl/>
              </w:rPr>
              <w:t>الحلم</w:t>
            </w:r>
            <w:r>
              <w:rPr>
                <w:rtl/>
              </w:rPr>
              <w:t xml:space="preserve"> </w:t>
            </w:r>
            <w:r w:rsidRPr="009647FC">
              <w:rPr>
                <w:rtl/>
              </w:rPr>
              <w:t>لا</w:t>
            </w:r>
            <w:r>
              <w:rPr>
                <w:rtl/>
              </w:rPr>
              <w:t xml:space="preserve"> </w:t>
            </w:r>
            <w:r w:rsidRPr="009647FC">
              <w:rPr>
                <w:rtl/>
              </w:rPr>
              <w:t>مستثقلاً</w:t>
            </w:r>
            <w:r>
              <w:rPr>
                <w:rtl/>
              </w:rPr>
              <w:t xml:space="preserve"> </w:t>
            </w:r>
            <w:r w:rsidRPr="009647FC">
              <w:rPr>
                <w:rtl/>
              </w:rPr>
              <w:t>لعظيمةٍ</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تخفُ</w:t>
            </w:r>
            <w:r w:rsidR="004C00A8">
              <w:rPr>
                <w:rtl/>
              </w:rPr>
              <w:t xml:space="preserve"> </w:t>
            </w:r>
            <w:r w:rsidRPr="009647FC">
              <w:rPr>
                <w:rtl/>
              </w:rPr>
              <w:t>لها</w:t>
            </w:r>
            <w:r>
              <w:rPr>
                <w:rtl/>
              </w:rPr>
              <w:t xml:space="preserve"> </w:t>
            </w:r>
            <w:r w:rsidRPr="009647FC">
              <w:rPr>
                <w:rtl/>
              </w:rPr>
              <w:t>الأحلامُ</w:t>
            </w:r>
            <w:r>
              <w:rPr>
                <w:rtl/>
              </w:rPr>
              <w:t xml:space="preserve"> </w:t>
            </w:r>
            <w:r w:rsidRPr="009647FC">
              <w:rPr>
                <w:rtl/>
              </w:rPr>
              <w:t>وهي</w:t>
            </w:r>
            <w:r>
              <w:rPr>
                <w:rtl/>
              </w:rPr>
              <w:t xml:space="preserve"> </w:t>
            </w:r>
            <w:r w:rsidRPr="009647FC">
              <w:rPr>
                <w:rtl/>
              </w:rPr>
              <w:t>رواجحُ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تدرّع</w:t>
            </w:r>
            <w:r w:rsidR="004C00A8">
              <w:rPr>
                <w:rtl/>
              </w:rPr>
              <w:t xml:space="preserve"> </w:t>
            </w:r>
            <w:r w:rsidRPr="009647FC">
              <w:rPr>
                <w:rtl/>
              </w:rPr>
              <w:t>من</w:t>
            </w:r>
            <w:r>
              <w:rPr>
                <w:rtl/>
              </w:rPr>
              <w:t xml:space="preserve"> </w:t>
            </w:r>
            <w:r w:rsidRPr="009647FC">
              <w:rPr>
                <w:rtl/>
              </w:rPr>
              <w:t>نسج</w:t>
            </w:r>
            <w:r>
              <w:rPr>
                <w:rtl/>
              </w:rPr>
              <w:t xml:space="preserve"> </w:t>
            </w:r>
            <w:r w:rsidRPr="009647FC">
              <w:rPr>
                <w:rtl/>
              </w:rPr>
              <w:t>البصيرة</w:t>
            </w:r>
            <w:r>
              <w:rPr>
                <w:rtl/>
              </w:rPr>
              <w:t xml:space="preserve"> </w:t>
            </w:r>
            <w:r w:rsidRPr="009647FC">
              <w:rPr>
                <w:rtl/>
              </w:rPr>
              <w:t>قلبه</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إضاة</w:t>
            </w:r>
            <w:r w:rsidR="004C00A8">
              <w:rPr>
                <w:rtl/>
              </w:rPr>
              <w:t xml:space="preserve"> </w:t>
            </w:r>
            <w:r w:rsidRPr="009647FC">
              <w:rPr>
                <w:rtl/>
              </w:rPr>
              <w:t>أسىً</w:t>
            </w:r>
            <w:r w:rsidRPr="004E7EC6">
              <w:rPr>
                <w:rStyle w:val="libFootnotenumChar"/>
                <w:rtl/>
              </w:rPr>
              <w:t>(5)</w:t>
            </w:r>
            <w:r>
              <w:rPr>
                <w:rtl/>
              </w:rPr>
              <w:t xml:space="preserve"> </w:t>
            </w:r>
            <w:r w:rsidRPr="009647FC">
              <w:rPr>
                <w:rtl/>
              </w:rPr>
              <w:t>لم</w:t>
            </w:r>
            <w:r>
              <w:rPr>
                <w:rtl/>
              </w:rPr>
              <w:t xml:space="preserve"> </w:t>
            </w:r>
            <w:r w:rsidRPr="009647FC">
              <w:rPr>
                <w:rtl/>
              </w:rPr>
              <w:t>تدرّعها</w:t>
            </w:r>
            <w:r>
              <w:rPr>
                <w:rtl/>
              </w:rPr>
              <w:t xml:space="preserve"> </w:t>
            </w:r>
            <w:r w:rsidRPr="009647FC">
              <w:rPr>
                <w:rtl/>
              </w:rPr>
              <w:t>الجحاجحُ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وصابرها</w:t>
            </w:r>
            <w:r w:rsidR="004C00A8">
              <w:rPr>
                <w:rtl/>
              </w:rPr>
              <w:t xml:space="preserve"> </w:t>
            </w:r>
            <w:r w:rsidRPr="009647FC">
              <w:rPr>
                <w:rtl/>
              </w:rPr>
              <w:t>دهياء</w:t>
            </w:r>
            <w:r>
              <w:rPr>
                <w:rtl/>
              </w:rPr>
              <w:t xml:space="preserve"> </w:t>
            </w:r>
            <w:r w:rsidRPr="009647FC">
              <w:rPr>
                <w:rtl/>
              </w:rPr>
              <w:t>في</w:t>
            </w:r>
            <w:r>
              <w:rPr>
                <w:rtl/>
              </w:rPr>
              <w:t xml:space="preserve"> </w:t>
            </w:r>
            <w:r w:rsidRPr="009647FC">
              <w:rPr>
                <w:rtl/>
              </w:rPr>
              <w:t>فقد</w:t>
            </w:r>
            <w:r>
              <w:rPr>
                <w:rtl/>
              </w:rPr>
              <w:t xml:space="preserve"> </w:t>
            </w:r>
            <w:r w:rsidRPr="009647FC">
              <w:rPr>
                <w:rtl/>
              </w:rPr>
              <w:t>جعفرٍ</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يكافح</w:t>
            </w:r>
            <w:r w:rsidR="004C00A8">
              <w:rPr>
                <w:rtl/>
              </w:rPr>
              <w:t xml:space="preserve"> </w:t>
            </w:r>
            <w:r w:rsidRPr="009647FC">
              <w:rPr>
                <w:rtl/>
              </w:rPr>
              <w:t>منها</w:t>
            </w:r>
            <w:r>
              <w:rPr>
                <w:rtl/>
              </w:rPr>
              <w:t xml:space="preserve"> </w:t>
            </w:r>
            <w:r w:rsidRPr="009647FC">
              <w:rPr>
                <w:rtl/>
              </w:rPr>
              <w:t>قلبُه</w:t>
            </w:r>
            <w:r>
              <w:rPr>
                <w:rtl/>
              </w:rPr>
              <w:t xml:space="preserve"> </w:t>
            </w:r>
            <w:r w:rsidRPr="009647FC">
              <w:rPr>
                <w:rtl/>
              </w:rPr>
              <w:t>ما</w:t>
            </w:r>
            <w:r>
              <w:rPr>
                <w:rtl/>
              </w:rPr>
              <w:t xml:space="preserve"> </w:t>
            </w:r>
            <w:r w:rsidRPr="009647FC">
              <w:rPr>
                <w:rtl/>
              </w:rPr>
              <w:t>يكافحُ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ونهنه</w:t>
            </w:r>
            <w:r>
              <w:rPr>
                <w:rtl/>
              </w:rPr>
              <w:t xml:space="preserve"> </w:t>
            </w:r>
            <w:r w:rsidRPr="009647FC">
              <w:rPr>
                <w:rtl/>
              </w:rPr>
              <w:t>فيه</w:t>
            </w:r>
            <w:r>
              <w:rPr>
                <w:rtl/>
              </w:rPr>
              <w:t xml:space="preserve"> </w:t>
            </w:r>
            <w:r w:rsidRPr="009647FC">
              <w:rPr>
                <w:rtl/>
              </w:rPr>
              <w:t>زفرة</w:t>
            </w:r>
            <w:r>
              <w:rPr>
                <w:rtl/>
              </w:rPr>
              <w:t xml:space="preserve"> </w:t>
            </w:r>
            <w:r w:rsidRPr="009647FC">
              <w:rPr>
                <w:rtl/>
              </w:rPr>
              <w:t>عدن</w:t>
            </w:r>
            <w:r>
              <w:rPr>
                <w:rtl/>
              </w:rPr>
              <w:t xml:space="preserve"> </w:t>
            </w:r>
            <w:r w:rsidRPr="009647FC">
              <w:rPr>
                <w:rtl/>
              </w:rPr>
              <w:t>فوقها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حواني</w:t>
            </w:r>
            <w:r>
              <w:rPr>
                <w:rtl/>
              </w:rPr>
              <w:t xml:space="preserve">َ </w:t>
            </w:r>
            <w:r w:rsidRPr="009647FC">
              <w:rPr>
                <w:rtl/>
              </w:rPr>
              <w:t>من</w:t>
            </w:r>
            <w:r>
              <w:rPr>
                <w:rtl/>
              </w:rPr>
              <w:t xml:space="preserve"> </w:t>
            </w:r>
            <w:r w:rsidRPr="009647FC">
              <w:rPr>
                <w:rtl/>
              </w:rPr>
              <w:t>(عبد</w:t>
            </w:r>
            <w:r>
              <w:rPr>
                <w:rtl/>
              </w:rPr>
              <w:t xml:space="preserve"> </w:t>
            </w:r>
            <w:r w:rsidRPr="009647FC">
              <w:rPr>
                <w:rtl/>
              </w:rPr>
              <w:t>الكريم)</w:t>
            </w:r>
            <w:r>
              <w:rPr>
                <w:rtl/>
              </w:rPr>
              <w:t xml:space="preserve"> </w:t>
            </w:r>
            <w:r w:rsidRPr="009647FC">
              <w:rPr>
                <w:rtl/>
              </w:rPr>
              <w:t>الجوانحُ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تعرّض</w:t>
            </w:r>
            <w:r>
              <w:rPr>
                <w:rtl/>
              </w:rPr>
              <w:t xml:space="preserve"> </w:t>
            </w:r>
            <w:r w:rsidRPr="009647FC">
              <w:rPr>
                <w:rtl/>
              </w:rPr>
              <w:t>فيها</w:t>
            </w:r>
            <w:r>
              <w:rPr>
                <w:rtl/>
              </w:rPr>
              <w:t xml:space="preserve"> </w:t>
            </w:r>
            <w:r w:rsidRPr="009647FC">
              <w:rPr>
                <w:rtl/>
              </w:rPr>
              <w:t>حادثُ</w:t>
            </w:r>
            <w:r>
              <w:rPr>
                <w:rtl/>
              </w:rPr>
              <w:t xml:space="preserve"> </w:t>
            </w:r>
            <w:r w:rsidRPr="009647FC">
              <w:rPr>
                <w:rtl/>
              </w:rPr>
              <w:t>الدهر</w:t>
            </w:r>
            <w:r>
              <w:rPr>
                <w:rtl/>
              </w:rPr>
              <w:t xml:space="preserve"> </w:t>
            </w:r>
            <w:r w:rsidRPr="009647FC">
              <w:rPr>
                <w:rtl/>
              </w:rPr>
              <w:t>منهما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لصلّ</w:t>
            </w:r>
            <w:r>
              <w:rPr>
                <w:rtl/>
              </w:rPr>
              <w:t>َ</w:t>
            </w:r>
            <w:r w:rsidRPr="009647FC">
              <w:rPr>
                <w:rtl/>
              </w:rPr>
              <w:t>ين</w:t>
            </w:r>
            <w:r w:rsidR="004C00A8">
              <w:rPr>
                <w:rtl/>
              </w:rPr>
              <w:t xml:space="preserve"> </w:t>
            </w:r>
            <w:r w:rsidRPr="009647FC">
              <w:rPr>
                <w:rtl/>
              </w:rPr>
              <w:t>من</w:t>
            </w:r>
            <w:r>
              <w:rPr>
                <w:rtl/>
              </w:rPr>
              <w:t xml:space="preserve"> </w:t>
            </w:r>
            <w:r w:rsidRPr="009647FC">
              <w:rPr>
                <w:rtl/>
              </w:rPr>
              <w:t>نابيهما</w:t>
            </w:r>
            <w:r>
              <w:rPr>
                <w:rtl/>
              </w:rPr>
              <w:t xml:space="preserve"> </w:t>
            </w:r>
            <w:r w:rsidRPr="009647FC">
              <w:rPr>
                <w:rtl/>
              </w:rPr>
              <w:t>السمُّ</w:t>
            </w:r>
            <w:r>
              <w:rPr>
                <w:rtl/>
              </w:rPr>
              <w:t xml:space="preserve"> </w:t>
            </w:r>
            <w:r w:rsidRPr="009647FC">
              <w:rPr>
                <w:rtl/>
              </w:rPr>
              <w:t>راشحُ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ونصلين</w:t>
            </w:r>
            <w:r>
              <w:rPr>
                <w:rtl/>
              </w:rPr>
              <w:t xml:space="preserve"> </w:t>
            </w:r>
            <w:r w:rsidRPr="009647FC">
              <w:rPr>
                <w:rtl/>
              </w:rPr>
              <w:t>لا</w:t>
            </w:r>
            <w:r>
              <w:rPr>
                <w:rtl/>
              </w:rPr>
              <w:t xml:space="preserve"> </w:t>
            </w:r>
            <w:r w:rsidRPr="009647FC">
              <w:rPr>
                <w:rtl/>
              </w:rPr>
              <w:t>تمضى</w:t>
            </w:r>
            <w:r>
              <w:rPr>
                <w:rtl/>
              </w:rPr>
              <w:t xml:space="preserve"> </w:t>
            </w:r>
            <w:r w:rsidRPr="009647FC">
              <w:rPr>
                <w:rtl/>
              </w:rPr>
              <w:t>بيوم</w:t>
            </w:r>
            <w:r>
              <w:rPr>
                <w:rtl/>
              </w:rPr>
              <w:t xml:space="preserve"> </w:t>
            </w:r>
            <w:r w:rsidRPr="009647FC">
              <w:rPr>
                <w:rtl/>
              </w:rPr>
              <w:t>كريهةٍ</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مضاءهما</w:t>
            </w:r>
            <w:r>
              <w:rPr>
                <w:rtl/>
              </w:rPr>
              <w:t xml:space="preserve"> </w:t>
            </w:r>
            <w:r w:rsidRPr="009647FC">
              <w:rPr>
                <w:rtl/>
              </w:rPr>
              <w:t>يوم</w:t>
            </w:r>
            <w:r>
              <w:rPr>
                <w:rtl/>
              </w:rPr>
              <w:t xml:space="preserve">َ </w:t>
            </w:r>
            <w:r w:rsidRPr="009647FC">
              <w:rPr>
                <w:rtl/>
              </w:rPr>
              <w:t>الخصام</w:t>
            </w:r>
            <w:r>
              <w:rPr>
                <w:rtl/>
              </w:rPr>
              <w:t xml:space="preserve"> </w:t>
            </w:r>
            <w:r w:rsidRPr="009647FC">
              <w:rPr>
                <w:rtl/>
              </w:rPr>
              <w:t>الصفائحُ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ورمحين</w:t>
            </w:r>
            <w:r>
              <w:rPr>
                <w:rtl/>
              </w:rPr>
              <w:t xml:space="preserve"> </w:t>
            </w:r>
            <w:r w:rsidRPr="009647FC">
              <w:rPr>
                <w:rtl/>
              </w:rPr>
              <w:t>سل</w:t>
            </w:r>
            <w:r>
              <w:rPr>
                <w:rtl/>
              </w:rPr>
              <w:t xml:space="preserve"> </w:t>
            </w:r>
            <w:r w:rsidRPr="009647FC">
              <w:rPr>
                <w:rtl/>
              </w:rPr>
              <w:t>قلب</w:t>
            </w:r>
            <w:r>
              <w:rPr>
                <w:rtl/>
              </w:rPr>
              <w:t xml:space="preserve">َ </w:t>
            </w:r>
            <w:r w:rsidRPr="009647FC">
              <w:rPr>
                <w:rtl/>
              </w:rPr>
              <w:t>الكواشح</w:t>
            </w:r>
            <w:r>
              <w:rPr>
                <w:rtl/>
              </w:rPr>
              <w:t xml:space="preserve"> </w:t>
            </w:r>
            <w:r w:rsidRPr="009647FC">
              <w:rPr>
                <w:rtl/>
              </w:rPr>
              <w:t>عنهما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بما</w:t>
            </w:r>
            <w:r>
              <w:rPr>
                <w:rtl/>
              </w:rPr>
              <w:t xml:space="preserve"> </w:t>
            </w:r>
            <w:r w:rsidRPr="009647FC">
              <w:rPr>
                <w:rtl/>
              </w:rPr>
              <w:t>منهما</w:t>
            </w:r>
            <w:r>
              <w:rPr>
                <w:rtl/>
              </w:rPr>
              <w:t xml:space="preserve"> </w:t>
            </w:r>
            <w:r w:rsidRPr="009647FC">
              <w:rPr>
                <w:rtl/>
              </w:rPr>
              <w:t>في</w:t>
            </w:r>
            <w:r>
              <w:rPr>
                <w:rtl/>
              </w:rPr>
              <w:t xml:space="preserve"> </w:t>
            </w:r>
            <w:r w:rsidRPr="009647FC">
              <w:rPr>
                <w:rtl/>
              </w:rPr>
              <w:t>القلب</w:t>
            </w:r>
            <w:r>
              <w:rPr>
                <w:rtl/>
              </w:rPr>
              <w:t xml:space="preserve"> </w:t>
            </w:r>
            <w:r w:rsidRPr="009647FC">
              <w:rPr>
                <w:rtl/>
              </w:rPr>
              <w:t>تلقى</w:t>
            </w:r>
            <w:r>
              <w:rPr>
                <w:rtl/>
              </w:rPr>
              <w:t xml:space="preserve"> </w:t>
            </w:r>
            <w:r w:rsidRPr="009647FC">
              <w:rPr>
                <w:rtl/>
              </w:rPr>
              <w:t>الكواشحُ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تجده</w:t>
            </w:r>
            <w:r>
              <w:rPr>
                <w:rtl/>
              </w:rPr>
              <w:t xml:space="preserve"> </w:t>
            </w:r>
            <w:r w:rsidRPr="009647FC">
              <w:rPr>
                <w:rtl/>
              </w:rPr>
              <w:t>كليماً</w:t>
            </w:r>
            <w:r>
              <w:rPr>
                <w:rtl/>
              </w:rPr>
              <w:t xml:space="preserve"> </w:t>
            </w:r>
            <w:r w:rsidRPr="009647FC">
              <w:rPr>
                <w:rtl/>
              </w:rPr>
              <w:t>وهو</w:t>
            </w:r>
            <w:r>
              <w:rPr>
                <w:rtl/>
              </w:rPr>
              <w:t xml:space="preserve"> </w:t>
            </w:r>
            <w:r w:rsidRPr="009647FC">
              <w:rPr>
                <w:rtl/>
              </w:rPr>
              <w:t>أعدلُ</w:t>
            </w:r>
            <w:r>
              <w:rPr>
                <w:rtl/>
              </w:rPr>
              <w:t xml:space="preserve"> </w:t>
            </w:r>
            <w:r w:rsidRPr="009647FC">
              <w:rPr>
                <w:rtl/>
              </w:rPr>
              <w:t>شاهدٍ</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على</w:t>
            </w:r>
            <w:r w:rsidR="004C00A8">
              <w:rPr>
                <w:rtl/>
              </w:rPr>
              <w:t xml:space="preserve"> </w:t>
            </w:r>
            <w:r w:rsidRPr="009647FC">
              <w:rPr>
                <w:rtl/>
              </w:rPr>
              <w:t>جرحه</w:t>
            </w:r>
            <w:r>
              <w:rPr>
                <w:rtl/>
              </w:rPr>
              <w:t xml:space="preserve"> </w:t>
            </w:r>
            <w:r w:rsidRPr="009647FC">
              <w:rPr>
                <w:rtl/>
              </w:rPr>
              <w:t>والجرحُ</w:t>
            </w:r>
            <w:r>
              <w:rPr>
                <w:rtl/>
              </w:rPr>
              <w:t xml:space="preserve"> </w:t>
            </w:r>
            <w:r w:rsidRPr="009647FC">
              <w:rPr>
                <w:rtl/>
              </w:rPr>
              <w:t>لا</w:t>
            </w:r>
            <w:r>
              <w:rPr>
                <w:rtl/>
              </w:rPr>
              <w:t xml:space="preserve"> </w:t>
            </w:r>
            <w:r w:rsidRPr="009647FC">
              <w:rPr>
                <w:rtl/>
              </w:rPr>
              <w:t>شك</w:t>
            </w:r>
            <w:r>
              <w:rPr>
                <w:rtl/>
              </w:rPr>
              <w:t xml:space="preserve"> </w:t>
            </w:r>
            <w:r w:rsidRPr="009647FC">
              <w:rPr>
                <w:rtl/>
              </w:rPr>
              <w:t>فادحُ</w:t>
            </w:r>
            <w:r w:rsidRPr="004E7EC6">
              <w:rPr>
                <w:rStyle w:val="libFootnotenumChar"/>
                <w:rtl/>
              </w:rPr>
              <w:t>(6)</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تسربلتها</w:t>
            </w:r>
            <w:r>
              <w:rPr>
                <w:rtl/>
              </w:rPr>
              <w:t xml:space="preserve"> </w:t>
            </w:r>
            <w:r w:rsidRPr="009647FC">
              <w:rPr>
                <w:rtl/>
              </w:rPr>
              <w:t>يا</w:t>
            </w:r>
            <w:r>
              <w:rPr>
                <w:rtl/>
              </w:rPr>
              <w:t xml:space="preserve"> </w:t>
            </w:r>
            <w:r w:rsidRPr="009647FC">
              <w:rPr>
                <w:rtl/>
              </w:rPr>
              <w:t>دهرُ</w:t>
            </w:r>
            <w:r>
              <w:rPr>
                <w:rtl/>
              </w:rPr>
              <w:t xml:space="preserve"> </w:t>
            </w:r>
            <w:r w:rsidRPr="009647FC">
              <w:rPr>
                <w:rtl/>
              </w:rPr>
              <w:t>شنعاء</w:t>
            </w:r>
            <w:r>
              <w:rPr>
                <w:rtl/>
              </w:rPr>
              <w:t xml:space="preserve">َ </w:t>
            </w:r>
            <w:r w:rsidRPr="009647FC">
              <w:rPr>
                <w:rtl/>
              </w:rPr>
              <w:t>وسمها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لوجهك</w:t>
            </w:r>
            <w:r>
              <w:rPr>
                <w:rtl/>
              </w:rPr>
              <w:t xml:space="preserve"> </w:t>
            </w:r>
            <w:r w:rsidRPr="009647FC">
              <w:rPr>
                <w:rtl/>
              </w:rPr>
              <w:t>ما</w:t>
            </w:r>
            <w:r>
              <w:rPr>
                <w:rtl/>
              </w:rPr>
              <w:t xml:space="preserve"> </w:t>
            </w:r>
            <w:r w:rsidRPr="009647FC">
              <w:rPr>
                <w:rtl/>
              </w:rPr>
              <w:t>عمّ</w:t>
            </w:r>
            <w:r>
              <w:rPr>
                <w:rtl/>
              </w:rPr>
              <w:t>َ</w:t>
            </w:r>
            <w:r w:rsidRPr="009647FC">
              <w:rPr>
                <w:rtl/>
              </w:rPr>
              <w:t>رت</w:t>
            </w:r>
            <w:r>
              <w:rPr>
                <w:rtl/>
              </w:rPr>
              <w:t xml:space="preserve"> </w:t>
            </w:r>
            <w:r w:rsidRPr="009647FC">
              <w:rPr>
                <w:rtl/>
              </w:rPr>
              <w:t>بالخزي</w:t>
            </w:r>
            <w:r>
              <w:rPr>
                <w:rtl/>
              </w:rPr>
              <w:t xml:space="preserve"> </w:t>
            </w:r>
            <w:r w:rsidRPr="009647FC">
              <w:rPr>
                <w:rtl/>
              </w:rPr>
              <w:t>فاضحُ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عمىً</w:t>
            </w:r>
            <w:r w:rsidR="004C00A8">
              <w:rPr>
                <w:rtl/>
              </w:rPr>
              <w:t xml:space="preserve"> </w:t>
            </w:r>
            <w:r w:rsidRPr="009647FC">
              <w:rPr>
                <w:rtl/>
              </w:rPr>
              <w:t>لك</w:t>
            </w:r>
            <w:r>
              <w:rPr>
                <w:rtl/>
              </w:rPr>
              <w:t xml:space="preserve"> </w:t>
            </w:r>
            <w:r w:rsidRPr="009647FC">
              <w:rPr>
                <w:rtl/>
              </w:rPr>
              <w:t>هل</w:t>
            </w:r>
            <w:r>
              <w:rPr>
                <w:rtl/>
              </w:rPr>
              <w:t xml:space="preserve"> </w:t>
            </w:r>
            <w:r w:rsidRPr="009647FC">
              <w:rPr>
                <w:rtl/>
              </w:rPr>
              <w:t>عينٌ</w:t>
            </w:r>
            <w:r>
              <w:rPr>
                <w:rtl/>
              </w:rPr>
              <w:t xml:space="preserve"> </w:t>
            </w:r>
            <w:r w:rsidRPr="009647FC">
              <w:rPr>
                <w:rtl/>
              </w:rPr>
              <w:t>تبيتُ</w:t>
            </w:r>
            <w:r>
              <w:rPr>
                <w:rtl/>
              </w:rPr>
              <w:t xml:space="preserve"> </w:t>
            </w:r>
            <w:r w:rsidRPr="009647FC">
              <w:rPr>
                <w:rtl/>
              </w:rPr>
              <w:t>وطرفها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لإنسانها</w:t>
            </w:r>
            <w:r w:rsidRPr="004E7EC6">
              <w:rPr>
                <w:rStyle w:val="libFootnotenumChar"/>
                <w:rtl/>
              </w:rPr>
              <w:t>(7)</w:t>
            </w:r>
            <w:r>
              <w:rPr>
                <w:rtl/>
              </w:rPr>
              <w:t xml:space="preserve"> </w:t>
            </w:r>
            <w:r w:rsidRPr="009647FC">
              <w:rPr>
                <w:rtl/>
              </w:rPr>
              <w:t>بالشرّ</w:t>
            </w:r>
            <w:r>
              <w:rPr>
                <w:rtl/>
              </w:rPr>
              <w:t xml:space="preserve"> </w:t>
            </w:r>
            <w:r w:rsidRPr="009647FC">
              <w:rPr>
                <w:rtl/>
              </w:rPr>
              <w:t>أزرقُ</w:t>
            </w:r>
            <w:r>
              <w:rPr>
                <w:rtl/>
              </w:rPr>
              <w:t xml:space="preserve"> </w:t>
            </w:r>
            <w:r w:rsidRPr="009647FC">
              <w:rPr>
                <w:rtl/>
              </w:rPr>
              <w:t>لامحُ؟</w:t>
            </w:r>
            <w:r w:rsidRPr="00524A24">
              <w:rPr>
                <w:rStyle w:val="libPoemTiniChar0"/>
                <w:rtl/>
              </w:rPr>
              <w:br/>
              <w:t> </w:t>
            </w:r>
          </w:p>
        </w:tc>
      </w:tr>
      <w:tr w:rsidR="00F93791" w:rsidRPr="00F93791" w:rsidTr="00F93791">
        <w:trPr>
          <w:trHeight w:val="350"/>
        </w:trPr>
        <w:tc>
          <w:tcPr>
            <w:tcW w:w="3902" w:type="dxa"/>
          </w:tcPr>
          <w:p w:rsidR="00F93791" w:rsidRPr="00F93791" w:rsidRDefault="00F93791" w:rsidP="00B371C6">
            <w:pPr>
              <w:pStyle w:val="libPoem"/>
            </w:pPr>
            <w:r w:rsidRPr="00F93791">
              <w:rPr>
                <w:rtl/>
              </w:rPr>
              <w:t>أفق أيَّ وقتٍ فيه منك لجعفرٍ</w:t>
            </w:r>
            <w:r w:rsidRPr="00F93791">
              <w:rPr>
                <w:rStyle w:val="libPoemTiniChar0"/>
                <w:rtl/>
              </w:rPr>
              <w:br/>
              <w:t> </w:t>
            </w:r>
          </w:p>
        </w:tc>
        <w:tc>
          <w:tcPr>
            <w:tcW w:w="301" w:type="dxa"/>
          </w:tcPr>
          <w:p w:rsidR="00F93791" w:rsidRPr="00F93791" w:rsidRDefault="00F93791" w:rsidP="00B371C6">
            <w:pPr>
              <w:pStyle w:val="libPoem"/>
              <w:rPr>
                <w:rtl/>
              </w:rPr>
            </w:pPr>
          </w:p>
        </w:tc>
        <w:tc>
          <w:tcPr>
            <w:tcW w:w="3884" w:type="dxa"/>
          </w:tcPr>
          <w:p w:rsidR="00F93791" w:rsidRPr="00F93791" w:rsidRDefault="00F93791" w:rsidP="00B371C6">
            <w:pPr>
              <w:pStyle w:val="libPoem"/>
            </w:pPr>
            <w:r w:rsidRPr="00F93791">
              <w:rPr>
                <w:rtl/>
              </w:rPr>
              <w:t>ت</w:t>
            </w:r>
            <w:r w:rsidRPr="00B371C6">
              <w:rPr>
                <w:rtl/>
              </w:rPr>
              <w:t>ُ</w:t>
            </w:r>
            <w:r w:rsidRPr="00F93791">
              <w:rPr>
                <w:rtl/>
              </w:rPr>
              <w:t>فرغُ كفُّ ليته منك طائحُ</w:t>
            </w:r>
            <w:r w:rsidRPr="00F9379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الفواق</w:t>
      </w:r>
      <w:r w:rsidR="00D769AB">
        <w:rPr>
          <w:rtl/>
        </w:rPr>
        <w:t>:</w:t>
      </w:r>
      <w:r w:rsidRPr="009647FC">
        <w:rPr>
          <w:rtl/>
        </w:rPr>
        <w:t xml:space="preserve"> ما بين الحلبتين من الوقت</w:t>
      </w:r>
      <w:r w:rsidR="00D769AB">
        <w:rPr>
          <w:rtl/>
        </w:rPr>
        <w:t>؛</w:t>
      </w:r>
      <w:r w:rsidRPr="009647FC">
        <w:rPr>
          <w:rtl/>
        </w:rPr>
        <w:t xml:space="preserve"> لأنّ الناقة تحلب ثمّ تترك سويعة يرضعها الفصيل لتدر</w:t>
      </w:r>
      <w:r w:rsidR="00D769AB">
        <w:rPr>
          <w:rtl/>
        </w:rPr>
        <w:t>،</w:t>
      </w:r>
      <w:r w:rsidRPr="009647FC">
        <w:rPr>
          <w:rtl/>
        </w:rPr>
        <w:t xml:space="preserve"> ثمّ تحلب</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العقيرة</w:t>
      </w:r>
      <w:r w:rsidR="00D769AB">
        <w:rPr>
          <w:rtl/>
        </w:rPr>
        <w:t>:</w:t>
      </w:r>
      <w:r w:rsidRPr="009647FC">
        <w:rPr>
          <w:rtl/>
        </w:rPr>
        <w:t xml:space="preserve"> ما يعقر على القبر إعظاماً</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العقد المفصل</w:t>
      </w:r>
      <w:r w:rsidR="00D769AB">
        <w:rPr>
          <w:rtl/>
        </w:rPr>
        <w:t>:</w:t>
      </w:r>
      <w:r w:rsidRPr="009647FC">
        <w:rPr>
          <w:rtl/>
        </w:rPr>
        <w:t xml:space="preserve"> أهبطت</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العقد المفصل</w:t>
      </w:r>
      <w:r w:rsidR="00D769AB">
        <w:rPr>
          <w:rtl/>
        </w:rPr>
        <w:t>:</w:t>
      </w:r>
      <w:r w:rsidRPr="009647FC">
        <w:rPr>
          <w:rtl/>
        </w:rPr>
        <w:t xml:space="preserve"> جاء البيت هكذا</w:t>
      </w:r>
      <w:r w:rsidR="00D769AB">
        <w:rPr>
          <w:rtl/>
        </w:rPr>
        <w:t>:</w:t>
      </w:r>
    </w:p>
    <w:tbl>
      <w:tblPr>
        <w:tblStyle w:val="TableGrid"/>
        <w:bidiVisual/>
        <w:tblW w:w="4562" w:type="pct"/>
        <w:tblInd w:w="384" w:type="dxa"/>
        <w:tblLook w:val="04A0"/>
      </w:tblPr>
      <w:tblGrid>
        <w:gridCol w:w="3902"/>
        <w:gridCol w:w="301"/>
        <w:gridCol w:w="3884"/>
      </w:tblGrid>
      <w:tr w:rsidR="00F93791" w:rsidRPr="00524A24" w:rsidTr="00B371C6">
        <w:trPr>
          <w:trHeight w:val="350"/>
        </w:trPr>
        <w:tc>
          <w:tcPr>
            <w:tcW w:w="3902" w:type="dxa"/>
          </w:tcPr>
          <w:p w:rsidR="00F93791" w:rsidRPr="00524A24" w:rsidRDefault="00F93791" w:rsidP="00F93791">
            <w:pPr>
              <w:pStyle w:val="libPoemFootnote"/>
            </w:pPr>
            <w:r w:rsidRPr="009647FC">
              <w:rPr>
                <w:rtl/>
              </w:rPr>
              <w:t>فغير جميل بعده الصبر والعزا</w:t>
            </w:r>
            <w:r w:rsidRPr="00524A24">
              <w:rPr>
                <w:rStyle w:val="libPoemTiniChar0"/>
                <w:rtl/>
              </w:rPr>
              <w:br/>
              <w:t> </w:t>
            </w:r>
          </w:p>
        </w:tc>
        <w:tc>
          <w:tcPr>
            <w:tcW w:w="301" w:type="dxa"/>
          </w:tcPr>
          <w:p w:rsidR="00F93791" w:rsidRPr="00524A24" w:rsidRDefault="00F93791" w:rsidP="00F93791">
            <w:pPr>
              <w:pStyle w:val="libPoemFootnote"/>
              <w:rPr>
                <w:rtl/>
              </w:rPr>
            </w:pPr>
          </w:p>
        </w:tc>
        <w:tc>
          <w:tcPr>
            <w:tcW w:w="3884" w:type="dxa"/>
          </w:tcPr>
          <w:p w:rsidR="00F93791" w:rsidRPr="00524A24" w:rsidRDefault="00F93791" w:rsidP="00F93791">
            <w:pPr>
              <w:pStyle w:val="libPoemFootnote"/>
            </w:pPr>
            <w:r w:rsidRPr="009647FC">
              <w:rPr>
                <w:rtl/>
              </w:rPr>
              <w:t>ولا العيش لي لولا محمد صالحُ</w:t>
            </w:r>
            <w:r w:rsidRPr="00524A24">
              <w:rPr>
                <w:rStyle w:val="libPoemTiniChar0"/>
                <w:rtl/>
              </w:rPr>
              <w:br/>
              <w:t> </w:t>
            </w:r>
          </w:p>
        </w:tc>
      </w:tr>
    </w:tbl>
    <w:p w:rsidR="009647FC" w:rsidRPr="00524A24" w:rsidRDefault="009647FC" w:rsidP="004E7EC6">
      <w:pPr>
        <w:pStyle w:val="libFootnote0"/>
      </w:pPr>
      <w:r w:rsidRPr="009647FC">
        <w:rPr>
          <w:rtl/>
        </w:rPr>
        <w:t>5</w:t>
      </w:r>
      <w:r w:rsidR="004E7EC6">
        <w:rPr>
          <w:rtl/>
        </w:rPr>
        <w:t xml:space="preserve"> - </w:t>
      </w:r>
      <w:r w:rsidRPr="009647FC">
        <w:rPr>
          <w:rtl/>
        </w:rPr>
        <w:t>الإضاءة</w:t>
      </w:r>
      <w:r w:rsidR="00D769AB">
        <w:rPr>
          <w:rtl/>
        </w:rPr>
        <w:t>:</w:t>
      </w:r>
      <w:r w:rsidRPr="009647FC">
        <w:rPr>
          <w:rtl/>
        </w:rPr>
        <w:t xml:space="preserve"> الدرع</w:t>
      </w:r>
      <w:r w:rsidR="00D769AB">
        <w:rPr>
          <w:rtl/>
        </w:rPr>
        <w:t>.</w:t>
      </w:r>
    </w:p>
    <w:p w:rsidR="009647FC" w:rsidRPr="00524A24" w:rsidRDefault="009647FC" w:rsidP="004E7EC6">
      <w:pPr>
        <w:pStyle w:val="libFootnote0"/>
      </w:pPr>
      <w:r w:rsidRPr="009647FC">
        <w:rPr>
          <w:rtl/>
        </w:rPr>
        <w:t>6</w:t>
      </w:r>
      <w:r w:rsidR="004E7EC6">
        <w:rPr>
          <w:rtl/>
        </w:rPr>
        <w:t xml:space="preserve"> - </w:t>
      </w:r>
      <w:r w:rsidRPr="009647FC">
        <w:rPr>
          <w:rtl/>
        </w:rPr>
        <w:t>وفي المطبوع</w:t>
      </w:r>
      <w:r w:rsidR="00D769AB">
        <w:rPr>
          <w:rtl/>
        </w:rPr>
        <w:t>:</w:t>
      </w:r>
      <w:r w:rsidRPr="009647FC">
        <w:rPr>
          <w:rtl/>
        </w:rPr>
        <w:t xml:space="preserve"> قادح</w:t>
      </w:r>
      <w:r w:rsidR="00D769AB">
        <w:rPr>
          <w:rtl/>
        </w:rPr>
        <w:t>.</w:t>
      </w:r>
    </w:p>
    <w:p w:rsidR="009647FC" w:rsidRPr="00524A24" w:rsidRDefault="009647FC" w:rsidP="004E7EC6">
      <w:pPr>
        <w:pStyle w:val="libFootnote0"/>
      </w:pPr>
      <w:r w:rsidRPr="009647FC">
        <w:rPr>
          <w:rtl/>
        </w:rPr>
        <w:t>7</w:t>
      </w:r>
      <w:r w:rsidR="004E7EC6">
        <w:rPr>
          <w:rtl/>
        </w:rPr>
        <w:t xml:space="preserve"> - </w:t>
      </w:r>
      <w:r w:rsidRPr="009647FC">
        <w:rPr>
          <w:rtl/>
        </w:rPr>
        <w:t>في المطبوع</w:t>
      </w:r>
      <w:r w:rsidR="00D769AB">
        <w:rPr>
          <w:rtl/>
        </w:rPr>
        <w:t>:</w:t>
      </w:r>
      <w:r w:rsidRPr="009647FC">
        <w:rPr>
          <w:rtl/>
        </w:rPr>
        <w:t xml:space="preserve"> وإنسانها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F93791" w:rsidRPr="00524A24" w:rsidTr="00F93791">
        <w:trPr>
          <w:trHeight w:val="350"/>
        </w:trPr>
        <w:tc>
          <w:tcPr>
            <w:tcW w:w="3902" w:type="dxa"/>
          </w:tcPr>
          <w:p w:rsidR="00F93791" w:rsidRPr="00524A24" w:rsidRDefault="00F93791" w:rsidP="00B371C6">
            <w:pPr>
              <w:pStyle w:val="libPoem"/>
            </w:pPr>
            <w:r w:rsidRPr="009647FC">
              <w:rPr>
                <w:rtl/>
              </w:rPr>
              <w:lastRenderedPageBreak/>
              <w:t>وقد</w:t>
            </w:r>
            <w:r w:rsidR="004C00A8">
              <w:rPr>
                <w:rtl/>
              </w:rPr>
              <w:t xml:space="preserve"> </w:t>
            </w:r>
            <w:r w:rsidRPr="009647FC">
              <w:rPr>
                <w:rtl/>
              </w:rPr>
              <w:t>شغلت</w:t>
            </w:r>
            <w:r>
              <w:rPr>
                <w:rtl/>
              </w:rPr>
              <w:t xml:space="preserve"> </w:t>
            </w:r>
            <w:r w:rsidRPr="009647FC">
              <w:rPr>
                <w:rtl/>
              </w:rPr>
              <w:t>في</w:t>
            </w:r>
            <w:r>
              <w:rPr>
                <w:rtl/>
              </w:rPr>
              <w:t xml:space="preserve"> </w:t>
            </w:r>
            <w:r w:rsidRPr="009647FC">
              <w:rPr>
                <w:rtl/>
              </w:rPr>
              <w:t>كلِّ</w:t>
            </w:r>
            <w:r>
              <w:rPr>
                <w:rtl/>
              </w:rPr>
              <w:t xml:space="preserve"> </w:t>
            </w:r>
            <w:r w:rsidRPr="009647FC">
              <w:rPr>
                <w:rtl/>
              </w:rPr>
              <w:t>لمحة</w:t>
            </w:r>
            <w:r>
              <w:rPr>
                <w:rtl/>
              </w:rPr>
              <w:t xml:space="preserve"> </w:t>
            </w:r>
            <w:r w:rsidRPr="009647FC">
              <w:rPr>
                <w:rtl/>
              </w:rPr>
              <w:t>ناظرٍ</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يديك</w:t>
            </w:r>
            <w:r w:rsidR="004C00A8">
              <w:rPr>
                <w:rtl/>
              </w:rPr>
              <w:t xml:space="preserve"> </w:t>
            </w:r>
            <w:r w:rsidRPr="009647FC">
              <w:rPr>
                <w:rtl/>
              </w:rPr>
              <w:t>جميعاً</w:t>
            </w:r>
            <w:r>
              <w:rPr>
                <w:rtl/>
              </w:rPr>
              <w:t xml:space="preserve"> </w:t>
            </w:r>
            <w:r w:rsidRPr="009647FC">
              <w:rPr>
                <w:rtl/>
              </w:rPr>
              <w:t>من</w:t>
            </w:r>
            <w:r>
              <w:rPr>
                <w:rtl/>
              </w:rPr>
              <w:t xml:space="preserve"> </w:t>
            </w:r>
            <w:r w:rsidRPr="009647FC">
              <w:rPr>
                <w:rtl/>
              </w:rPr>
              <w:t>أبيه</w:t>
            </w:r>
            <w:r>
              <w:rPr>
                <w:rtl/>
              </w:rPr>
              <w:t xml:space="preserve"> </w:t>
            </w:r>
            <w:r w:rsidRPr="009647FC">
              <w:rPr>
                <w:rtl/>
              </w:rPr>
              <w:t>المنائحُ</w:t>
            </w:r>
            <w:r w:rsidRPr="004E7EC6">
              <w:rPr>
                <w:rStyle w:val="libFootnotenumChar"/>
                <w:rtl/>
              </w:rPr>
              <w:t>(1)</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فتىً</w:t>
            </w:r>
            <w:r>
              <w:rPr>
                <w:rtl/>
              </w:rPr>
              <w:t xml:space="preserve"> </w:t>
            </w:r>
            <w:r w:rsidRPr="009647FC">
              <w:rPr>
                <w:rtl/>
              </w:rPr>
              <w:t>يجد</w:t>
            </w:r>
            <w:r>
              <w:rPr>
                <w:rtl/>
              </w:rPr>
              <w:t xml:space="preserve"> </w:t>
            </w:r>
            <w:r w:rsidRPr="009647FC">
              <w:rPr>
                <w:rtl/>
              </w:rPr>
              <w:t>الساري</w:t>
            </w:r>
            <w:r>
              <w:rPr>
                <w:rtl/>
              </w:rPr>
              <w:t xml:space="preserve"> </w:t>
            </w:r>
            <w:r w:rsidRPr="009647FC">
              <w:rPr>
                <w:rtl/>
              </w:rPr>
              <w:t>على</w:t>
            </w:r>
            <w:r>
              <w:rPr>
                <w:rtl/>
              </w:rPr>
              <w:t xml:space="preserve"> </w:t>
            </w:r>
            <w:r w:rsidRPr="009647FC">
              <w:rPr>
                <w:rtl/>
              </w:rPr>
              <w:t>نوره</w:t>
            </w:r>
            <w:r>
              <w:rPr>
                <w:rtl/>
              </w:rPr>
              <w:t xml:space="preserve"> </w:t>
            </w:r>
            <w:r w:rsidRPr="009647FC">
              <w:rPr>
                <w:rtl/>
              </w:rPr>
              <w:t>هدىً</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ولو</w:t>
            </w:r>
            <w:r>
              <w:rPr>
                <w:rtl/>
              </w:rPr>
              <w:t xml:space="preserve"> </w:t>
            </w:r>
            <w:r w:rsidRPr="009647FC">
              <w:rPr>
                <w:rtl/>
              </w:rPr>
              <w:t>ضمّ</w:t>
            </w:r>
            <w:r>
              <w:rPr>
                <w:rtl/>
              </w:rPr>
              <w:t>َ</w:t>
            </w:r>
            <w:r w:rsidRPr="009647FC">
              <w:rPr>
                <w:rtl/>
              </w:rPr>
              <w:t>ه</w:t>
            </w:r>
            <w:r>
              <w:rPr>
                <w:rtl/>
              </w:rPr>
              <w:t xml:space="preserve"> </w:t>
            </w:r>
            <w:r w:rsidRPr="009647FC">
              <w:rPr>
                <w:rtl/>
              </w:rPr>
              <w:t>فجُّ</w:t>
            </w:r>
            <w:r>
              <w:rPr>
                <w:rtl/>
              </w:rPr>
              <w:t xml:space="preserve"> </w:t>
            </w:r>
            <w:r w:rsidRPr="009647FC">
              <w:rPr>
                <w:rtl/>
              </w:rPr>
              <w:t>من</w:t>
            </w:r>
            <w:r>
              <w:rPr>
                <w:rtl/>
              </w:rPr>
              <w:t xml:space="preserve"> </w:t>
            </w:r>
            <w:r w:rsidRPr="009647FC">
              <w:rPr>
                <w:rtl/>
              </w:rPr>
              <w:t>الأرض</w:t>
            </w:r>
            <w:r>
              <w:rPr>
                <w:rtl/>
              </w:rPr>
              <w:t xml:space="preserve"> </w:t>
            </w:r>
            <w:r w:rsidRPr="009647FC">
              <w:rPr>
                <w:rtl/>
              </w:rPr>
              <w:t>نازحُ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كأنّ</w:t>
            </w:r>
            <w:r>
              <w:rPr>
                <w:rtl/>
              </w:rPr>
              <w:t>َ</w:t>
            </w:r>
            <w:r w:rsidR="004C00A8">
              <w:rPr>
                <w:rtl/>
              </w:rPr>
              <w:t xml:space="preserve"> </w:t>
            </w:r>
            <w:r w:rsidRPr="009647FC">
              <w:rPr>
                <w:rtl/>
              </w:rPr>
              <w:t>المحيّا</w:t>
            </w:r>
            <w:r>
              <w:rPr>
                <w:rtl/>
              </w:rPr>
              <w:t xml:space="preserve"> </w:t>
            </w:r>
            <w:r w:rsidRPr="009647FC">
              <w:rPr>
                <w:rtl/>
              </w:rPr>
              <w:t>منه</w:t>
            </w:r>
            <w:r>
              <w:rPr>
                <w:rtl/>
              </w:rPr>
              <w:t xml:space="preserve"> </w:t>
            </w:r>
            <w:r w:rsidRPr="009647FC">
              <w:rPr>
                <w:rtl/>
              </w:rPr>
              <w:t>والليل</w:t>
            </w:r>
            <w:r>
              <w:rPr>
                <w:rtl/>
              </w:rPr>
              <w:t xml:space="preserve"> </w:t>
            </w:r>
            <w:r w:rsidRPr="009647FC">
              <w:rPr>
                <w:rtl/>
              </w:rPr>
              <w:t>جانحٌ</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Pr>
                <w:rtl/>
              </w:rPr>
              <w:t>(</w:t>
            </w:r>
            <w:r w:rsidRPr="009647FC">
              <w:rPr>
                <w:rtl/>
              </w:rPr>
              <w:t>سهيلٌ</w:t>
            </w:r>
            <w:r>
              <w:rPr>
                <w:rtl/>
              </w:rPr>
              <w:t xml:space="preserve">) </w:t>
            </w:r>
            <w:r w:rsidRPr="009647FC">
              <w:rPr>
                <w:rtl/>
              </w:rPr>
              <w:t>لأبصار</w:t>
            </w:r>
            <w:r>
              <w:rPr>
                <w:rtl/>
              </w:rPr>
              <w:t xml:space="preserve"> </w:t>
            </w:r>
            <w:r w:rsidRPr="009647FC">
              <w:rPr>
                <w:rtl/>
              </w:rPr>
              <w:t>المهبِّين</w:t>
            </w:r>
            <w:r>
              <w:rPr>
                <w:rtl/>
              </w:rPr>
              <w:t xml:space="preserve">َ </w:t>
            </w:r>
            <w:r w:rsidRPr="009647FC">
              <w:rPr>
                <w:rtl/>
              </w:rPr>
              <w:t>لائحُ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تجاوز</w:t>
            </w:r>
            <w:r>
              <w:rPr>
                <w:rtl/>
              </w:rPr>
              <w:t xml:space="preserve"> (</w:t>
            </w:r>
            <w:r w:rsidRPr="009647FC">
              <w:rPr>
                <w:rtl/>
              </w:rPr>
              <w:t>هادي</w:t>
            </w:r>
            <w:r>
              <w:rPr>
                <w:rtl/>
              </w:rPr>
              <w:t xml:space="preserve">) </w:t>
            </w:r>
            <w:r w:rsidRPr="009647FC">
              <w:rPr>
                <w:rtl/>
              </w:rPr>
              <w:t>مجده</w:t>
            </w:r>
            <w:r>
              <w:rPr>
                <w:rtl/>
              </w:rPr>
              <w:t xml:space="preserve"> </w:t>
            </w:r>
            <w:r w:rsidRPr="009647FC">
              <w:rPr>
                <w:rtl/>
              </w:rPr>
              <w:t>كاهل</w:t>
            </w:r>
            <w:r>
              <w:rPr>
                <w:rtl/>
              </w:rPr>
              <w:t xml:space="preserve"> </w:t>
            </w:r>
            <w:r w:rsidRPr="009647FC">
              <w:rPr>
                <w:rtl/>
              </w:rPr>
              <w:t>السهى</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إلى</w:t>
            </w:r>
            <w:r w:rsidR="004C00A8">
              <w:rPr>
                <w:rtl/>
              </w:rPr>
              <w:t xml:space="preserve"> </w:t>
            </w:r>
            <w:r w:rsidRPr="009647FC">
              <w:rPr>
                <w:rtl/>
              </w:rPr>
              <w:t>حيث</w:t>
            </w:r>
            <w:r>
              <w:rPr>
                <w:rtl/>
              </w:rPr>
              <w:t xml:space="preserve"> </w:t>
            </w:r>
            <w:r w:rsidRPr="009647FC">
              <w:rPr>
                <w:rtl/>
              </w:rPr>
              <w:t>ما لحظ</w:t>
            </w:r>
            <w:r>
              <w:rPr>
                <w:rtl/>
              </w:rPr>
              <w:t xml:space="preserve"> </w:t>
            </w:r>
            <w:r w:rsidRPr="009647FC">
              <w:rPr>
                <w:rtl/>
              </w:rPr>
              <w:t>الكواكب</w:t>
            </w:r>
            <w:r>
              <w:rPr>
                <w:rtl/>
              </w:rPr>
              <w:t xml:space="preserve"> </w:t>
            </w:r>
            <w:r w:rsidRPr="009647FC">
              <w:rPr>
                <w:rtl/>
              </w:rPr>
              <w:t>طائحُ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وأمسى</w:t>
            </w:r>
            <w:r w:rsidRPr="004E7EC6">
              <w:rPr>
                <w:rStyle w:val="libFootnotenumChar"/>
                <w:rtl/>
              </w:rPr>
              <w:t>(2)</w:t>
            </w:r>
            <w:r w:rsidR="004C00A8">
              <w:rPr>
                <w:rtl/>
              </w:rPr>
              <w:t xml:space="preserve"> </w:t>
            </w:r>
            <w:r w:rsidRPr="009647FC">
              <w:rPr>
                <w:rtl/>
              </w:rPr>
              <w:t>حسيناً</w:t>
            </w:r>
            <w:r>
              <w:rPr>
                <w:rtl/>
              </w:rPr>
              <w:t xml:space="preserve"> </w:t>
            </w:r>
            <w:r w:rsidRPr="009647FC">
              <w:rPr>
                <w:rtl/>
              </w:rPr>
              <w:t>وجه</w:t>
            </w:r>
            <w:r>
              <w:rPr>
                <w:rtl/>
              </w:rPr>
              <w:t xml:space="preserve"> </w:t>
            </w:r>
            <w:r w:rsidRPr="009647FC">
              <w:rPr>
                <w:rtl/>
              </w:rPr>
              <w:t>جدواه</w:t>
            </w:r>
            <w:r>
              <w:rPr>
                <w:rtl/>
              </w:rPr>
              <w:t xml:space="preserve"> </w:t>
            </w:r>
            <w:r w:rsidRPr="009647FC">
              <w:rPr>
                <w:rtl/>
              </w:rPr>
              <w:t>للورى</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على</w:t>
            </w:r>
            <w:r>
              <w:rPr>
                <w:rtl/>
              </w:rPr>
              <w:t xml:space="preserve"> </w:t>
            </w:r>
            <w:r w:rsidRPr="009647FC">
              <w:rPr>
                <w:rtl/>
              </w:rPr>
              <w:t>حين</w:t>
            </w:r>
            <w:r>
              <w:rPr>
                <w:rtl/>
              </w:rPr>
              <w:t xml:space="preserve"> </w:t>
            </w:r>
            <w:r w:rsidRPr="009647FC">
              <w:rPr>
                <w:rtl/>
              </w:rPr>
              <w:t>وجه</w:t>
            </w:r>
            <w:r>
              <w:rPr>
                <w:rtl/>
              </w:rPr>
              <w:t xml:space="preserve"> </w:t>
            </w:r>
            <w:r w:rsidRPr="009647FC">
              <w:rPr>
                <w:rtl/>
              </w:rPr>
              <w:t>الدهر</w:t>
            </w:r>
            <w:r>
              <w:rPr>
                <w:rtl/>
              </w:rPr>
              <w:t xml:space="preserve"> </w:t>
            </w:r>
            <w:r w:rsidRPr="009647FC">
              <w:rPr>
                <w:rtl/>
              </w:rPr>
              <w:t>في</w:t>
            </w:r>
            <w:r>
              <w:rPr>
                <w:rtl/>
              </w:rPr>
              <w:t xml:space="preserve"> </w:t>
            </w:r>
            <w:r w:rsidRPr="009647FC">
              <w:rPr>
                <w:rtl/>
              </w:rPr>
              <w:t>الخلق</w:t>
            </w:r>
            <w:r>
              <w:rPr>
                <w:rtl/>
              </w:rPr>
              <w:t xml:space="preserve"> </w:t>
            </w:r>
            <w:r w:rsidRPr="009647FC">
              <w:rPr>
                <w:rtl/>
              </w:rPr>
              <w:t>كالحُ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وأصبح</w:t>
            </w:r>
            <w:r>
              <w:rPr>
                <w:rtl/>
              </w:rPr>
              <w:t xml:space="preserve"> </w:t>
            </w:r>
            <w:r w:rsidRPr="009647FC">
              <w:rPr>
                <w:rtl/>
              </w:rPr>
              <w:t>معنى</w:t>
            </w:r>
            <w:r>
              <w:rPr>
                <w:rtl/>
              </w:rPr>
              <w:t xml:space="preserve"> </w:t>
            </w:r>
            <w:r w:rsidRPr="009647FC">
              <w:rPr>
                <w:rtl/>
              </w:rPr>
              <w:t>فخره</w:t>
            </w:r>
            <w:r>
              <w:rPr>
                <w:rtl/>
              </w:rPr>
              <w:t xml:space="preserve"> </w:t>
            </w:r>
            <w:r w:rsidRPr="009647FC">
              <w:rPr>
                <w:rtl/>
              </w:rPr>
              <w:t>مصطفى</w:t>
            </w:r>
            <w:r>
              <w:rPr>
                <w:rtl/>
              </w:rPr>
              <w:t xml:space="preserve"> </w:t>
            </w:r>
            <w:r w:rsidRPr="009647FC">
              <w:rPr>
                <w:rtl/>
              </w:rPr>
              <w:t>العُلى</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وكلُّ</w:t>
            </w:r>
            <w:r>
              <w:rPr>
                <w:rtl/>
              </w:rPr>
              <w:t xml:space="preserve"> </w:t>
            </w:r>
            <w:r w:rsidRPr="009647FC">
              <w:rPr>
                <w:rtl/>
              </w:rPr>
              <w:t>لأن</w:t>
            </w:r>
            <w:r>
              <w:rPr>
                <w:rtl/>
              </w:rPr>
              <w:t xml:space="preserve"> </w:t>
            </w:r>
            <w:r w:rsidRPr="009647FC">
              <w:rPr>
                <w:rtl/>
              </w:rPr>
              <w:t>يقفو</w:t>
            </w:r>
            <w:r>
              <w:rPr>
                <w:rtl/>
              </w:rPr>
              <w:t xml:space="preserve"> </w:t>
            </w:r>
            <w:r w:rsidRPr="009647FC">
              <w:rPr>
                <w:rtl/>
              </w:rPr>
              <w:t>محمد</w:t>
            </w:r>
            <w:r>
              <w:rPr>
                <w:rtl/>
              </w:rPr>
              <w:t xml:space="preserve">َ </w:t>
            </w:r>
            <w:r w:rsidRPr="009647FC">
              <w:rPr>
                <w:rtl/>
              </w:rPr>
              <w:t>صالحُ</w:t>
            </w:r>
            <w:r w:rsidRPr="00524A24">
              <w:rPr>
                <w:rStyle w:val="libPoemTiniChar0"/>
                <w:rtl/>
              </w:rPr>
              <w:br/>
              <w:t> </w:t>
            </w:r>
          </w:p>
        </w:tc>
      </w:tr>
      <w:tr w:rsidR="00F93791" w:rsidRPr="00F93791" w:rsidTr="00F93791">
        <w:trPr>
          <w:trHeight w:val="350"/>
        </w:trPr>
        <w:tc>
          <w:tcPr>
            <w:tcW w:w="3902" w:type="dxa"/>
          </w:tcPr>
          <w:p w:rsidR="00F93791" w:rsidRPr="00F93791" w:rsidRDefault="00F93791" w:rsidP="00B371C6">
            <w:pPr>
              <w:pStyle w:val="libPoem"/>
            </w:pPr>
            <w:r w:rsidRPr="00F93791">
              <w:rPr>
                <w:rtl/>
              </w:rPr>
              <w:t>فتى</w:t>
            </w:r>
            <w:r w:rsidR="004C00A8">
              <w:rPr>
                <w:rtl/>
              </w:rPr>
              <w:t xml:space="preserve"> </w:t>
            </w:r>
            <w:r w:rsidRPr="00F93791">
              <w:rPr>
                <w:rtl/>
              </w:rPr>
              <w:t>في صريح المجد يُنمي لمعشرٍ</w:t>
            </w:r>
            <w:r w:rsidRPr="00F93791">
              <w:rPr>
                <w:rStyle w:val="libPoemTiniChar0"/>
                <w:rtl/>
              </w:rPr>
              <w:br/>
              <w:t> </w:t>
            </w:r>
          </w:p>
        </w:tc>
        <w:tc>
          <w:tcPr>
            <w:tcW w:w="301" w:type="dxa"/>
          </w:tcPr>
          <w:p w:rsidR="00F93791" w:rsidRPr="00F93791" w:rsidRDefault="00F93791" w:rsidP="00B371C6">
            <w:pPr>
              <w:pStyle w:val="libPoem"/>
              <w:rPr>
                <w:rtl/>
              </w:rPr>
            </w:pPr>
          </w:p>
        </w:tc>
        <w:tc>
          <w:tcPr>
            <w:tcW w:w="3884" w:type="dxa"/>
          </w:tcPr>
          <w:p w:rsidR="00F93791" w:rsidRPr="00F93791" w:rsidRDefault="00F93791" w:rsidP="00B371C6">
            <w:pPr>
              <w:pStyle w:val="libPoem"/>
            </w:pPr>
            <w:r w:rsidRPr="00F93791">
              <w:rPr>
                <w:rtl/>
              </w:rPr>
              <w:t>أكفّ</w:t>
            </w:r>
            <w:r w:rsidRPr="00B371C6">
              <w:rPr>
                <w:rtl/>
              </w:rPr>
              <w:t>ُ</w:t>
            </w:r>
            <w:r w:rsidRPr="00F93791">
              <w:rPr>
                <w:rtl/>
              </w:rPr>
              <w:t>هم</w:t>
            </w:r>
            <w:r w:rsidR="004C00A8">
              <w:rPr>
                <w:rtl/>
              </w:rPr>
              <w:t xml:space="preserve"> </w:t>
            </w:r>
            <w:r w:rsidRPr="00F93791">
              <w:rPr>
                <w:rtl/>
              </w:rPr>
              <w:t>أنواءُ عرف دوالحُ</w:t>
            </w:r>
            <w:r w:rsidRPr="00F93791">
              <w:rPr>
                <w:rStyle w:val="libFootnotenumChar"/>
                <w:rtl/>
              </w:rPr>
              <w:t>(3)</w:t>
            </w:r>
            <w:r w:rsidRPr="00F93791">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مضيئون</w:t>
            </w:r>
            <w:r>
              <w:rPr>
                <w:rtl/>
              </w:rPr>
              <w:t xml:space="preserve"> </w:t>
            </w:r>
            <w:r w:rsidRPr="009647FC">
              <w:rPr>
                <w:rtl/>
              </w:rPr>
              <w:t>ضوء</w:t>
            </w:r>
            <w:r>
              <w:rPr>
                <w:rtl/>
              </w:rPr>
              <w:t xml:space="preserve"> </w:t>
            </w:r>
            <w:r w:rsidRPr="009647FC">
              <w:rPr>
                <w:rtl/>
              </w:rPr>
              <w:t>الأنجم</w:t>
            </w:r>
            <w:r>
              <w:rPr>
                <w:rtl/>
              </w:rPr>
              <w:t xml:space="preserve"> </w:t>
            </w:r>
            <w:r w:rsidRPr="009647FC">
              <w:rPr>
                <w:rtl/>
              </w:rPr>
              <w:t>الشهب</w:t>
            </w:r>
            <w:r>
              <w:rPr>
                <w:rtl/>
              </w:rPr>
              <w:t xml:space="preserve"> </w:t>
            </w:r>
            <w:r w:rsidRPr="009647FC">
              <w:rPr>
                <w:rtl/>
              </w:rPr>
              <w:t>للورى</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فأوجههم</w:t>
            </w:r>
            <w:r>
              <w:rPr>
                <w:rtl/>
              </w:rPr>
              <w:t xml:space="preserve"> </w:t>
            </w:r>
            <w:r w:rsidRPr="009647FC">
              <w:rPr>
                <w:rtl/>
              </w:rPr>
              <w:t>والشهب</w:t>
            </w:r>
            <w:r>
              <w:rPr>
                <w:rtl/>
              </w:rPr>
              <w:t xml:space="preserve"> </w:t>
            </w:r>
            <w:r w:rsidRPr="009647FC">
              <w:rPr>
                <w:rtl/>
              </w:rPr>
              <w:t>كلُّ</w:t>
            </w:r>
            <w:r>
              <w:rPr>
                <w:rtl/>
              </w:rPr>
              <w:t xml:space="preserve"> </w:t>
            </w:r>
            <w:r w:rsidRPr="009647FC">
              <w:rPr>
                <w:rtl/>
              </w:rPr>
              <w:t>مصابحُ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على</w:t>
            </w:r>
            <w:r>
              <w:rPr>
                <w:rtl/>
              </w:rPr>
              <w:t xml:space="preserve"> </w:t>
            </w:r>
            <w:r w:rsidRPr="009647FC">
              <w:rPr>
                <w:rtl/>
              </w:rPr>
              <w:t>أوّل</w:t>
            </w:r>
            <w:r>
              <w:rPr>
                <w:rtl/>
              </w:rPr>
              <w:t xml:space="preserve"> </w:t>
            </w:r>
            <w:r w:rsidRPr="009647FC">
              <w:rPr>
                <w:rtl/>
              </w:rPr>
              <w:t>الدهر</w:t>
            </w:r>
            <w:r>
              <w:rPr>
                <w:rtl/>
              </w:rPr>
              <w:t xml:space="preserve"> </w:t>
            </w:r>
            <w:r w:rsidRPr="009647FC">
              <w:rPr>
                <w:rtl/>
              </w:rPr>
              <w:t>استهل</w:t>
            </w:r>
            <w:r>
              <w:rPr>
                <w:rtl/>
              </w:rPr>
              <w:t xml:space="preserve"> </w:t>
            </w:r>
            <w:r w:rsidRPr="009647FC">
              <w:rPr>
                <w:rtl/>
              </w:rPr>
              <w:t>نداهم</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فسالت</w:t>
            </w:r>
            <w:r w:rsidR="004C00A8">
              <w:rPr>
                <w:rtl/>
              </w:rPr>
              <w:t xml:space="preserve"> </w:t>
            </w:r>
            <w:r w:rsidRPr="009647FC">
              <w:rPr>
                <w:rtl/>
              </w:rPr>
              <w:t>به</w:t>
            </w:r>
            <w:r>
              <w:rPr>
                <w:rtl/>
              </w:rPr>
              <w:t xml:space="preserve"> </w:t>
            </w:r>
            <w:r w:rsidRPr="009647FC">
              <w:rPr>
                <w:rtl/>
              </w:rPr>
              <w:t>قبل</w:t>
            </w:r>
            <w:r>
              <w:rPr>
                <w:rtl/>
              </w:rPr>
              <w:t xml:space="preserve"> </w:t>
            </w:r>
            <w:r w:rsidRPr="009647FC">
              <w:rPr>
                <w:rtl/>
              </w:rPr>
              <w:t>الغيوث</w:t>
            </w:r>
            <w:r>
              <w:rPr>
                <w:rtl/>
              </w:rPr>
              <w:t xml:space="preserve"> </w:t>
            </w:r>
            <w:r w:rsidRPr="009647FC">
              <w:rPr>
                <w:rtl/>
              </w:rPr>
              <w:t>الأباطحُ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ومدّ</w:t>
            </w:r>
            <w:r>
              <w:rPr>
                <w:rtl/>
              </w:rPr>
              <w:t>َ (</w:t>
            </w:r>
            <w:r w:rsidRPr="009647FC">
              <w:rPr>
                <w:rtl/>
              </w:rPr>
              <w:t>أبو</w:t>
            </w:r>
            <w:r>
              <w:rPr>
                <w:rtl/>
              </w:rPr>
              <w:t xml:space="preserve"> </w:t>
            </w:r>
            <w:r w:rsidRPr="009647FC">
              <w:rPr>
                <w:rtl/>
              </w:rPr>
              <w:t>المهديّ</w:t>
            </w:r>
            <w:r>
              <w:rPr>
                <w:rtl/>
              </w:rPr>
              <w:t xml:space="preserve">َ) </w:t>
            </w:r>
            <w:r w:rsidRPr="009647FC">
              <w:rPr>
                <w:rtl/>
              </w:rPr>
              <w:t>فيه</w:t>
            </w:r>
            <w:r>
              <w:rPr>
                <w:rtl/>
              </w:rPr>
              <w:t xml:space="preserve"> </w:t>
            </w:r>
            <w:r w:rsidRPr="009647FC">
              <w:rPr>
                <w:rtl/>
              </w:rPr>
              <w:t>أناملا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رواضعها</w:t>
            </w:r>
            <w:r w:rsidR="004C00A8">
              <w:rPr>
                <w:rtl/>
              </w:rPr>
              <w:t xml:space="preserve"> </w:t>
            </w:r>
            <w:r w:rsidRPr="009647FC">
              <w:rPr>
                <w:rtl/>
              </w:rPr>
              <w:t>صيد</w:t>
            </w:r>
            <w:r>
              <w:rPr>
                <w:rtl/>
              </w:rPr>
              <w:t xml:space="preserve"> </w:t>
            </w:r>
            <w:r w:rsidRPr="009647FC">
              <w:rPr>
                <w:rtl/>
              </w:rPr>
              <w:t>الملوك</w:t>
            </w:r>
            <w:r>
              <w:rPr>
                <w:rtl/>
              </w:rPr>
              <w:t xml:space="preserve"> </w:t>
            </w:r>
            <w:r w:rsidRPr="009647FC">
              <w:rPr>
                <w:rtl/>
              </w:rPr>
              <w:t>الجحاجحُ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جرت</w:t>
            </w:r>
            <w:r w:rsidR="004C00A8">
              <w:rPr>
                <w:rtl/>
              </w:rPr>
              <w:t xml:space="preserve"> </w:t>
            </w:r>
            <w:r w:rsidRPr="009647FC">
              <w:rPr>
                <w:rtl/>
              </w:rPr>
              <w:t>بالنمير</w:t>
            </w:r>
            <w:r>
              <w:rPr>
                <w:rtl/>
              </w:rPr>
              <w:t xml:space="preserve"> </w:t>
            </w:r>
            <w:r w:rsidRPr="009647FC">
              <w:rPr>
                <w:rtl/>
              </w:rPr>
              <w:t>العذب</w:t>
            </w:r>
            <w:r>
              <w:rPr>
                <w:rtl/>
              </w:rPr>
              <w:t xml:space="preserve"> </w:t>
            </w:r>
            <w:r w:rsidRPr="009647FC">
              <w:rPr>
                <w:rtl/>
              </w:rPr>
              <w:t>عشر</w:t>
            </w:r>
            <w:r>
              <w:rPr>
                <w:rtl/>
              </w:rPr>
              <w:t xml:space="preserve"> </w:t>
            </w:r>
            <w:r w:rsidRPr="009647FC">
              <w:rPr>
                <w:rtl/>
              </w:rPr>
              <w:t>بحارها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وكل</w:t>
            </w:r>
            <w:r>
              <w:rPr>
                <w:rtl/>
              </w:rPr>
              <w:t xml:space="preserve"> </w:t>
            </w:r>
            <w:r w:rsidRPr="009647FC">
              <w:rPr>
                <w:rtl/>
              </w:rPr>
              <w:t>بحار</w:t>
            </w:r>
            <w:r>
              <w:rPr>
                <w:rtl/>
              </w:rPr>
              <w:t xml:space="preserve"> </w:t>
            </w:r>
            <w:r w:rsidRPr="009647FC">
              <w:rPr>
                <w:rtl/>
              </w:rPr>
              <w:t>الأرض</w:t>
            </w:r>
            <w:r>
              <w:rPr>
                <w:rtl/>
              </w:rPr>
              <w:t xml:space="preserve"> </w:t>
            </w:r>
            <w:r w:rsidRPr="009647FC">
              <w:rPr>
                <w:rtl/>
              </w:rPr>
              <w:t>عذبٌ</w:t>
            </w:r>
            <w:r>
              <w:rPr>
                <w:rtl/>
              </w:rPr>
              <w:t xml:space="preserve"> </w:t>
            </w:r>
            <w:r w:rsidRPr="009647FC">
              <w:rPr>
                <w:rtl/>
              </w:rPr>
              <w:t>ومالحُ</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فما</w:t>
            </w:r>
            <w:r w:rsidR="004C00A8">
              <w:rPr>
                <w:rtl/>
              </w:rPr>
              <w:t xml:space="preserve"> </w:t>
            </w:r>
            <w:r w:rsidRPr="009647FC">
              <w:rPr>
                <w:rtl/>
              </w:rPr>
              <w:t>للندى</w:t>
            </w:r>
            <w:r>
              <w:rPr>
                <w:rtl/>
              </w:rPr>
              <w:t xml:space="preserve"> </w:t>
            </w:r>
            <w:r w:rsidRPr="009647FC">
              <w:rPr>
                <w:rtl/>
              </w:rPr>
              <w:t>في</w:t>
            </w:r>
            <w:r>
              <w:rPr>
                <w:rtl/>
              </w:rPr>
              <w:t xml:space="preserve"> </w:t>
            </w:r>
            <w:r w:rsidRPr="009647FC">
              <w:rPr>
                <w:rtl/>
              </w:rPr>
              <w:t>آخر</w:t>
            </w:r>
            <w:r>
              <w:rPr>
                <w:rtl/>
              </w:rPr>
              <w:t xml:space="preserve"> </w:t>
            </w:r>
            <w:r w:rsidRPr="009647FC">
              <w:rPr>
                <w:rtl/>
              </w:rPr>
              <w:t>الدهر</w:t>
            </w:r>
            <w:r>
              <w:rPr>
                <w:rtl/>
              </w:rPr>
              <w:t xml:space="preserve"> </w:t>
            </w:r>
            <w:r w:rsidRPr="009647FC">
              <w:rPr>
                <w:rtl/>
              </w:rPr>
              <w:t>خاتم</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سواه</w:t>
            </w:r>
            <w:r>
              <w:rPr>
                <w:rtl/>
              </w:rPr>
              <w:t xml:space="preserve"> </w:t>
            </w:r>
            <w:r w:rsidRPr="009647FC">
              <w:rPr>
                <w:rtl/>
              </w:rPr>
              <w:t>ولا</w:t>
            </w:r>
            <w:r>
              <w:rPr>
                <w:rtl/>
              </w:rPr>
              <w:t xml:space="preserve"> </w:t>
            </w:r>
            <w:r w:rsidRPr="009647FC">
              <w:rPr>
                <w:rtl/>
              </w:rPr>
              <w:t>في</w:t>
            </w:r>
            <w:r>
              <w:rPr>
                <w:rtl/>
              </w:rPr>
              <w:t xml:space="preserve"> </w:t>
            </w:r>
            <w:r w:rsidRPr="009647FC">
              <w:rPr>
                <w:rtl/>
              </w:rPr>
              <w:t>أوّل</w:t>
            </w:r>
            <w:r>
              <w:rPr>
                <w:rtl/>
              </w:rPr>
              <w:t xml:space="preserve"> </w:t>
            </w:r>
            <w:r w:rsidRPr="009647FC">
              <w:rPr>
                <w:rtl/>
              </w:rPr>
              <w:t>الدهر</w:t>
            </w:r>
            <w:r>
              <w:rPr>
                <w:rtl/>
              </w:rPr>
              <w:t xml:space="preserve"> </w:t>
            </w:r>
            <w:r w:rsidRPr="009647FC">
              <w:rPr>
                <w:rtl/>
              </w:rPr>
              <w:t>فاتحُ</w:t>
            </w:r>
            <w:r w:rsidRPr="00524A24">
              <w:rPr>
                <w:rStyle w:val="libPoemTiniChar0"/>
                <w:rtl/>
              </w:rPr>
              <w:br/>
              <w:t> </w:t>
            </w:r>
          </w:p>
        </w:tc>
      </w:tr>
    </w:tbl>
    <w:p w:rsidR="009647FC" w:rsidRPr="00524A24" w:rsidRDefault="009647FC" w:rsidP="004E7EC6">
      <w:pPr>
        <w:pStyle w:val="libNormal"/>
      </w:pPr>
      <w:r w:rsidRPr="009647FC">
        <w:rPr>
          <w:rtl/>
        </w:rPr>
        <w:t>وقال في رثاء عمّه الشاعر المعروف السيد مهدي ابن السيد داود</w:t>
      </w:r>
      <w:r w:rsidR="00D769AB">
        <w:rPr>
          <w:rtl/>
        </w:rPr>
        <w:t>:</w:t>
      </w:r>
    </w:p>
    <w:tbl>
      <w:tblPr>
        <w:tblStyle w:val="TableGrid"/>
        <w:bidiVisual/>
        <w:tblW w:w="4562" w:type="pct"/>
        <w:tblInd w:w="384" w:type="dxa"/>
        <w:tblLook w:val="04A0"/>
      </w:tblPr>
      <w:tblGrid>
        <w:gridCol w:w="3902"/>
        <w:gridCol w:w="301"/>
        <w:gridCol w:w="3884"/>
      </w:tblGrid>
      <w:tr w:rsidR="00F93791" w:rsidRPr="00F93791" w:rsidTr="00F93791">
        <w:trPr>
          <w:trHeight w:val="350"/>
        </w:trPr>
        <w:tc>
          <w:tcPr>
            <w:tcW w:w="3902" w:type="dxa"/>
          </w:tcPr>
          <w:p w:rsidR="00F93791" w:rsidRPr="00F93791" w:rsidRDefault="00F93791" w:rsidP="00B371C6">
            <w:pPr>
              <w:pStyle w:val="libPoem"/>
            </w:pPr>
            <w:r w:rsidRPr="00F93791">
              <w:rPr>
                <w:rtl/>
              </w:rPr>
              <w:t>أظ</w:t>
            </w:r>
            <w:r w:rsidRPr="00B371C6">
              <w:rPr>
                <w:rtl/>
              </w:rPr>
              <w:t>ُ</w:t>
            </w:r>
            <w:r w:rsidRPr="00F93791">
              <w:rPr>
                <w:rtl/>
              </w:rPr>
              <w:t>بي الردى أنصلتي وهاك وريدي</w:t>
            </w:r>
            <w:r w:rsidRPr="00F93791">
              <w:rPr>
                <w:rStyle w:val="libPoemTiniChar0"/>
                <w:rtl/>
              </w:rPr>
              <w:br/>
              <w:t> </w:t>
            </w:r>
          </w:p>
        </w:tc>
        <w:tc>
          <w:tcPr>
            <w:tcW w:w="301" w:type="dxa"/>
          </w:tcPr>
          <w:p w:rsidR="00F93791" w:rsidRPr="00F93791" w:rsidRDefault="00F93791" w:rsidP="00B371C6">
            <w:pPr>
              <w:pStyle w:val="libPoem"/>
              <w:rPr>
                <w:rtl/>
              </w:rPr>
            </w:pPr>
          </w:p>
        </w:tc>
        <w:tc>
          <w:tcPr>
            <w:tcW w:w="3884" w:type="dxa"/>
          </w:tcPr>
          <w:p w:rsidR="00F93791" w:rsidRPr="00F93791" w:rsidRDefault="00F93791" w:rsidP="00B371C6">
            <w:pPr>
              <w:pStyle w:val="libPoem"/>
            </w:pPr>
            <w:r w:rsidRPr="00F93791">
              <w:rPr>
                <w:rtl/>
              </w:rPr>
              <w:t>ذهب</w:t>
            </w:r>
            <w:r w:rsidR="004C00A8">
              <w:rPr>
                <w:rtl/>
              </w:rPr>
              <w:t xml:space="preserve"> </w:t>
            </w:r>
            <w:r w:rsidRPr="00F93791">
              <w:rPr>
                <w:rtl/>
              </w:rPr>
              <w:t>الزمان بعَّدتي وعديدي</w:t>
            </w:r>
            <w:r w:rsidRPr="00F93791">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نشبت</w:t>
            </w:r>
            <w:r>
              <w:rPr>
                <w:rtl/>
              </w:rPr>
              <w:t xml:space="preserve"> </w:t>
            </w:r>
            <w:r w:rsidRPr="009647FC">
              <w:rPr>
                <w:rtl/>
              </w:rPr>
              <w:t>سهام</w:t>
            </w:r>
            <w:r>
              <w:rPr>
                <w:rtl/>
              </w:rPr>
              <w:t xml:space="preserve"> </w:t>
            </w:r>
            <w:r w:rsidRPr="009647FC">
              <w:rPr>
                <w:rtl/>
              </w:rPr>
              <w:t>النائبات</w:t>
            </w:r>
            <w:r>
              <w:rPr>
                <w:rtl/>
              </w:rPr>
              <w:t xml:space="preserve"> </w:t>
            </w:r>
            <w:r w:rsidRPr="009647FC">
              <w:rPr>
                <w:rtl/>
              </w:rPr>
              <w:t>بمقتلي</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فلحفظ</w:t>
            </w:r>
            <w:r w:rsidR="004C00A8">
              <w:rPr>
                <w:rtl/>
              </w:rPr>
              <w:t xml:space="preserve"> </w:t>
            </w:r>
            <w:r w:rsidRPr="009647FC">
              <w:rPr>
                <w:rtl/>
              </w:rPr>
              <w:t>ماذا</w:t>
            </w:r>
            <w:r>
              <w:rPr>
                <w:rtl/>
              </w:rPr>
              <w:t xml:space="preserve"> </w:t>
            </w:r>
            <w:r w:rsidRPr="009647FC">
              <w:rPr>
                <w:rtl/>
              </w:rPr>
              <w:t>أتقي</w:t>
            </w:r>
            <w:r>
              <w:rPr>
                <w:rtl/>
              </w:rPr>
              <w:t xml:space="preserve"> </w:t>
            </w:r>
            <w:r w:rsidRPr="009647FC">
              <w:rPr>
                <w:rtl/>
              </w:rPr>
              <w:t>عن</w:t>
            </w:r>
            <w:r>
              <w:rPr>
                <w:rtl/>
              </w:rPr>
              <w:t xml:space="preserve"> </w:t>
            </w:r>
            <w:r w:rsidRPr="009647FC">
              <w:rPr>
                <w:rtl/>
              </w:rPr>
              <w:t>جيدي</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ماذا</w:t>
            </w:r>
            <w:r w:rsidR="004C00A8">
              <w:rPr>
                <w:rtl/>
              </w:rPr>
              <w:t xml:space="preserve"> </w:t>
            </w:r>
            <w:r w:rsidRPr="009647FC">
              <w:rPr>
                <w:rtl/>
              </w:rPr>
              <w:t>الذي</w:t>
            </w:r>
            <w:r>
              <w:rPr>
                <w:rtl/>
              </w:rPr>
              <w:t xml:space="preserve"> </w:t>
            </w:r>
            <w:r w:rsidRPr="009647FC">
              <w:rPr>
                <w:rtl/>
              </w:rPr>
              <w:t>يا</w:t>
            </w:r>
            <w:r>
              <w:rPr>
                <w:rtl/>
              </w:rPr>
              <w:t xml:space="preserve"> </w:t>
            </w:r>
            <w:r w:rsidRPr="009647FC">
              <w:rPr>
                <w:rtl/>
              </w:rPr>
              <w:t>دهرُ</w:t>
            </w:r>
            <w:r>
              <w:rPr>
                <w:rtl/>
              </w:rPr>
              <w:t xml:space="preserve"> </w:t>
            </w:r>
            <w:r w:rsidRPr="009647FC">
              <w:rPr>
                <w:rtl/>
              </w:rPr>
              <w:t>توعدني</w:t>
            </w:r>
            <w:r>
              <w:rPr>
                <w:rtl/>
              </w:rPr>
              <w:t xml:space="preserve"> </w:t>
            </w:r>
            <w:r w:rsidRPr="009647FC">
              <w:rPr>
                <w:rtl/>
              </w:rPr>
              <w:t>به</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أو</w:t>
            </w:r>
            <w:r w:rsidR="004C00A8">
              <w:rPr>
                <w:rtl/>
              </w:rPr>
              <w:t xml:space="preserve"> </w:t>
            </w:r>
            <w:r w:rsidRPr="009647FC">
              <w:rPr>
                <w:rtl/>
              </w:rPr>
              <w:t>بعدُ</w:t>
            </w:r>
            <w:r>
              <w:rPr>
                <w:rtl/>
              </w:rPr>
              <w:t xml:space="preserve"> </w:t>
            </w:r>
            <w:r w:rsidRPr="009647FC">
              <w:rPr>
                <w:rtl/>
              </w:rPr>
              <w:t>عندك</w:t>
            </w:r>
            <w:r>
              <w:rPr>
                <w:rtl/>
              </w:rPr>
              <w:t xml:space="preserve">َ </w:t>
            </w:r>
            <w:r w:rsidRPr="009647FC">
              <w:rPr>
                <w:rtl/>
              </w:rPr>
              <w:t>موضعٌ</w:t>
            </w:r>
            <w:r>
              <w:rPr>
                <w:rtl/>
              </w:rPr>
              <w:t xml:space="preserve"> </w:t>
            </w:r>
            <w:r w:rsidRPr="009647FC">
              <w:rPr>
                <w:rtl/>
              </w:rPr>
              <w:t>لمزيدِ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طرقتني</w:t>
            </w:r>
            <w:r>
              <w:rPr>
                <w:rtl/>
              </w:rPr>
              <w:t xml:space="preserve"> </w:t>
            </w:r>
            <w:r w:rsidRPr="009647FC">
              <w:rPr>
                <w:rtl/>
              </w:rPr>
              <w:t>الدنيا</w:t>
            </w:r>
            <w:r>
              <w:rPr>
                <w:rtl/>
              </w:rPr>
              <w:t xml:space="preserve"> </w:t>
            </w:r>
            <w:r w:rsidRPr="009647FC">
              <w:rPr>
                <w:rtl/>
              </w:rPr>
              <w:t>بأيّ</w:t>
            </w:r>
            <w:r>
              <w:rPr>
                <w:rtl/>
              </w:rPr>
              <w:t xml:space="preserve"> </w:t>
            </w:r>
            <w:r w:rsidRPr="009647FC">
              <w:rPr>
                <w:rtl/>
              </w:rPr>
              <w:t>ملمةٍ</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ذهبت</w:t>
            </w:r>
            <w:r>
              <w:rPr>
                <w:rtl/>
              </w:rPr>
              <w:t xml:space="preserve"> </w:t>
            </w:r>
            <w:r w:rsidRPr="009647FC">
              <w:rPr>
                <w:rtl/>
              </w:rPr>
              <w:t>علىّ</w:t>
            </w:r>
            <w:r>
              <w:rPr>
                <w:rtl/>
              </w:rPr>
              <w:t xml:space="preserve">َ </w:t>
            </w:r>
            <w:r w:rsidRPr="009647FC">
              <w:rPr>
                <w:rtl/>
              </w:rPr>
              <w:t>بطارفي</w:t>
            </w:r>
            <w:r>
              <w:rPr>
                <w:rtl/>
              </w:rPr>
              <w:t xml:space="preserve"> </w:t>
            </w:r>
            <w:r w:rsidRPr="009647FC">
              <w:rPr>
                <w:rtl/>
              </w:rPr>
              <w:t>وتليدي</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ما</w:t>
            </w:r>
            <w:r w:rsidR="004C00A8">
              <w:rPr>
                <w:rtl/>
              </w:rPr>
              <w:t xml:space="preserve"> </w:t>
            </w:r>
            <w:r w:rsidRPr="009647FC">
              <w:rPr>
                <w:rtl/>
              </w:rPr>
              <w:t>خلت</w:t>
            </w:r>
            <w:r>
              <w:rPr>
                <w:rtl/>
              </w:rPr>
              <w:t xml:space="preserve"> </w:t>
            </w:r>
            <w:r w:rsidRPr="009647FC">
              <w:rPr>
                <w:rtl/>
              </w:rPr>
              <w:t>رحب</w:t>
            </w:r>
            <w:r>
              <w:rPr>
                <w:rtl/>
              </w:rPr>
              <w:t xml:space="preserve"> </w:t>
            </w:r>
            <w:r w:rsidRPr="009647FC">
              <w:rPr>
                <w:rtl/>
              </w:rPr>
              <w:t>الصبر</w:t>
            </w:r>
            <w:r>
              <w:rPr>
                <w:rtl/>
              </w:rPr>
              <w:t xml:space="preserve"> </w:t>
            </w:r>
            <w:r w:rsidRPr="009647FC">
              <w:rPr>
                <w:rtl/>
              </w:rPr>
              <w:t>حتى</w:t>
            </w:r>
            <w:r>
              <w:rPr>
                <w:rtl/>
              </w:rPr>
              <w:t xml:space="preserve"> </w:t>
            </w:r>
            <w:r w:rsidRPr="009647FC">
              <w:rPr>
                <w:rtl/>
              </w:rPr>
              <w:t>فاجأت</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عنّي</w:t>
            </w:r>
            <w:r w:rsidR="004C00A8">
              <w:rPr>
                <w:rtl/>
              </w:rPr>
              <w:t xml:space="preserve"> </w:t>
            </w:r>
            <w:r w:rsidRPr="009647FC">
              <w:rPr>
                <w:rtl/>
              </w:rPr>
              <w:t>يضيقُ</w:t>
            </w:r>
            <w:r>
              <w:rPr>
                <w:rtl/>
              </w:rPr>
              <w:t xml:space="preserve"> </w:t>
            </w:r>
            <w:r w:rsidRPr="009647FC">
              <w:rPr>
                <w:rtl/>
              </w:rPr>
              <w:t>وفيه</w:t>
            </w:r>
            <w:r>
              <w:rPr>
                <w:rtl/>
              </w:rPr>
              <w:t xml:space="preserve"> </w:t>
            </w:r>
            <w:r w:rsidRPr="009647FC">
              <w:rPr>
                <w:rtl/>
              </w:rPr>
              <w:t>رحب</w:t>
            </w:r>
            <w:r>
              <w:rPr>
                <w:rtl/>
              </w:rPr>
              <w:t xml:space="preserve"> </w:t>
            </w:r>
            <w:r w:rsidRPr="009647FC">
              <w:rPr>
                <w:rtl/>
              </w:rPr>
              <w:t>البيدِ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الآن</w:t>
            </w:r>
            <w:r w:rsidR="004C00A8">
              <w:rPr>
                <w:rtl/>
              </w:rPr>
              <w:t xml:space="preserve"> </w:t>
            </w:r>
            <w:r w:rsidRPr="009647FC">
              <w:rPr>
                <w:rtl/>
              </w:rPr>
              <w:t>أصبح</w:t>
            </w:r>
            <w:r>
              <w:rPr>
                <w:rtl/>
              </w:rPr>
              <w:t xml:space="preserve"> </w:t>
            </w:r>
            <w:r w:rsidRPr="009647FC">
              <w:rPr>
                <w:rtl/>
              </w:rPr>
              <w:t>للنوائب</w:t>
            </w:r>
            <w:r>
              <w:rPr>
                <w:rtl/>
              </w:rPr>
              <w:t xml:space="preserve"> </w:t>
            </w:r>
            <w:r w:rsidRPr="009647FC">
              <w:rPr>
                <w:rtl/>
              </w:rPr>
              <w:t>جانبي</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غرضاً</w:t>
            </w:r>
            <w:r w:rsidR="004C00A8">
              <w:rPr>
                <w:rtl/>
              </w:rPr>
              <w:t xml:space="preserve"> </w:t>
            </w:r>
            <w:r w:rsidRPr="009647FC">
              <w:rPr>
                <w:rtl/>
              </w:rPr>
              <w:t>وشملُ</w:t>
            </w:r>
            <w:r>
              <w:rPr>
                <w:rtl/>
              </w:rPr>
              <w:t xml:space="preserve"> </w:t>
            </w:r>
            <w:r w:rsidRPr="009647FC">
              <w:rPr>
                <w:rtl/>
              </w:rPr>
              <w:t>قواى</w:t>
            </w:r>
            <w:r>
              <w:rPr>
                <w:rtl/>
              </w:rPr>
              <w:t xml:space="preserve">َ </w:t>
            </w:r>
            <w:r w:rsidRPr="009647FC">
              <w:rPr>
                <w:rtl/>
              </w:rPr>
              <w:t>للتبديدِ</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w:t>
      </w:r>
      <w:r w:rsidR="00D769AB">
        <w:rPr>
          <w:rtl/>
        </w:rPr>
        <w:t>:</w:t>
      </w:r>
      <w:r w:rsidRPr="009647FC">
        <w:rPr>
          <w:rtl/>
        </w:rPr>
        <w:t xml:space="preserve"> لمائح</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 المخطوطة</w:t>
      </w:r>
      <w:r w:rsidR="00D769AB">
        <w:rPr>
          <w:rtl/>
        </w:rPr>
        <w:t>:</w:t>
      </w:r>
      <w:r w:rsidRPr="009647FC">
        <w:rPr>
          <w:rtl/>
        </w:rPr>
        <w:t xml:space="preserve"> وأسنى</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مخطوطة الملاّ</w:t>
      </w:r>
      <w:r w:rsidR="00D769AB">
        <w:rPr>
          <w:rtl/>
        </w:rPr>
        <w:t>:</w:t>
      </w:r>
      <w:r w:rsidRPr="009647FC">
        <w:rPr>
          <w:rtl/>
        </w:rPr>
        <w:t xml:space="preserve"> عرف وفاتح</w:t>
      </w:r>
      <w:r w:rsidR="00D769AB">
        <w:rPr>
          <w:rtl/>
        </w:rPr>
        <w:t>.</w:t>
      </w:r>
      <w:r w:rsidRPr="009647FC">
        <w:rPr>
          <w:rtl/>
        </w:rPr>
        <w:t xml:space="preserve"> وفي العقد المفصل جاء صدر هذا البيت هكذا</w:t>
      </w:r>
      <w:r w:rsidR="00D769AB">
        <w:rPr>
          <w:rtl/>
        </w:rPr>
        <w:t>:</w:t>
      </w:r>
    </w:p>
    <w:p w:rsidR="009647FC" w:rsidRPr="00524A24" w:rsidRDefault="009647FC" w:rsidP="004E7EC6">
      <w:pPr>
        <w:pStyle w:val="libFootnote0"/>
      </w:pPr>
      <w:r w:rsidRPr="009647FC">
        <w:rPr>
          <w:rtl/>
        </w:rPr>
        <w:t>نمته إلى المجد الصريح معاشر</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F93791" w:rsidRPr="00AE4DB6" w:rsidTr="00F93791">
        <w:trPr>
          <w:trHeight w:val="350"/>
        </w:trPr>
        <w:tc>
          <w:tcPr>
            <w:tcW w:w="3902" w:type="dxa"/>
          </w:tcPr>
          <w:p w:rsidR="00F93791" w:rsidRPr="00AE4DB6" w:rsidRDefault="00F93791" w:rsidP="00B371C6">
            <w:pPr>
              <w:pStyle w:val="libPoem"/>
            </w:pPr>
            <w:r w:rsidRPr="00AE4DB6">
              <w:rPr>
                <w:rtl/>
              </w:rPr>
              <w:lastRenderedPageBreak/>
              <w:t>طلعت عليَّ الحادثات ثنيَّة</w:t>
            </w:r>
            <w:r w:rsidRPr="00AE4DB6">
              <w:rPr>
                <w:rStyle w:val="libPoemTiniChar0"/>
                <w:rtl/>
              </w:rPr>
              <w:br/>
              <w:t> </w:t>
            </w:r>
          </w:p>
        </w:tc>
        <w:tc>
          <w:tcPr>
            <w:tcW w:w="301" w:type="dxa"/>
          </w:tcPr>
          <w:p w:rsidR="00F93791" w:rsidRPr="00AE4DB6" w:rsidRDefault="00F93791" w:rsidP="00B371C6">
            <w:pPr>
              <w:pStyle w:val="libPoem"/>
              <w:rPr>
                <w:rtl/>
              </w:rPr>
            </w:pPr>
          </w:p>
        </w:tc>
        <w:tc>
          <w:tcPr>
            <w:tcW w:w="3884" w:type="dxa"/>
          </w:tcPr>
          <w:p w:rsidR="00F93791" w:rsidRPr="00AE4DB6" w:rsidRDefault="00F93791" w:rsidP="00B371C6">
            <w:pPr>
              <w:pStyle w:val="libPoem"/>
            </w:pPr>
            <w:r w:rsidRPr="00AE4DB6">
              <w:rPr>
                <w:rtl/>
              </w:rPr>
              <w:t>لا ي</w:t>
            </w:r>
            <w:r w:rsidRPr="00B371C6">
              <w:rPr>
                <w:rtl/>
              </w:rPr>
              <w:t>ُ</w:t>
            </w:r>
            <w:r w:rsidRPr="00AE4DB6">
              <w:rPr>
                <w:rtl/>
              </w:rPr>
              <w:t>هتدي لرتاجها المسدودِ</w:t>
            </w:r>
            <w:r w:rsidRPr="00AE4DB6">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وإليّ</w:t>
            </w:r>
            <w:r>
              <w:rPr>
                <w:rtl/>
              </w:rPr>
              <w:t xml:space="preserve">َ </w:t>
            </w:r>
            <w:r w:rsidRPr="009647FC">
              <w:rPr>
                <w:rtl/>
              </w:rPr>
              <w:t>قد</w:t>
            </w:r>
            <w:r>
              <w:rPr>
                <w:rtl/>
              </w:rPr>
              <w:t xml:space="preserve"> </w:t>
            </w:r>
            <w:r w:rsidRPr="009647FC">
              <w:rPr>
                <w:rtl/>
              </w:rPr>
              <w:t>طلعت</w:t>
            </w:r>
            <w:r w:rsidRPr="004E7EC6">
              <w:rPr>
                <w:rStyle w:val="libFootnotenumChar"/>
                <w:rtl/>
              </w:rPr>
              <w:t>(1)</w:t>
            </w:r>
            <w:r>
              <w:rPr>
                <w:rtl/>
              </w:rPr>
              <w:t xml:space="preserve"> </w:t>
            </w:r>
            <w:r w:rsidRPr="009647FC">
              <w:rPr>
                <w:rtl/>
              </w:rPr>
              <w:t>ذرىً</w:t>
            </w:r>
            <w:r>
              <w:rPr>
                <w:rtl/>
              </w:rPr>
              <w:t xml:space="preserve"> </w:t>
            </w:r>
            <w:r w:rsidRPr="009647FC">
              <w:rPr>
                <w:rtl/>
              </w:rPr>
              <w:t>من</w:t>
            </w:r>
            <w:r>
              <w:rPr>
                <w:rtl/>
              </w:rPr>
              <w:t xml:space="preserve"> </w:t>
            </w:r>
            <w:r w:rsidRPr="009647FC">
              <w:rPr>
                <w:rtl/>
              </w:rPr>
              <w:t>شاهقٍ</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لا</w:t>
            </w:r>
            <w:r>
              <w:rPr>
                <w:rtl/>
              </w:rPr>
              <w:t xml:space="preserve"> </w:t>
            </w:r>
            <w:r w:rsidRPr="009647FC">
              <w:rPr>
                <w:rtl/>
              </w:rPr>
              <w:t>ترتقي</w:t>
            </w:r>
            <w:r>
              <w:rPr>
                <w:rtl/>
              </w:rPr>
              <w:t xml:space="preserve"> </w:t>
            </w:r>
            <w:r w:rsidRPr="009647FC">
              <w:rPr>
                <w:rtl/>
              </w:rPr>
              <w:t>هضباته</w:t>
            </w:r>
            <w:r>
              <w:rPr>
                <w:rtl/>
              </w:rPr>
              <w:t xml:space="preserve"> </w:t>
            </w:r>
            <w:r w:rsidRPr="009647FC">
              <w:rPr>
                <w:rtl/>
              </w:rPr>
              <w:t>بصعودِ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فنزعن</w:t>
            </w:r>
            <w:r w:rsidR="004C00A8">
              <w:rPr>
                <w:rtl/>
              </w:rPr>
              <w:t xml:space="preserve"> </w:t>
            </w:r>
            <w:r w:rsidRPr="009647FC">
              <w:rPr>
                <w:rtl/>
              </w:rPr>
              <w:t>من</w:t>
            </w:r>
            <w:r>
              <w:rPr>
                <w:rtl/>
              </w:rPr>
              <w:t xml:space="preserve"> </w:t>
            </w:r>
            <w:r w:rsidRPr="009647FC">
              <w:rPr>
                <w:rtl/>
              </w:rPr>
              <w:t>كفيّ</w:t>
            </w:r>
            <w:r>
              <w:rPr>
                <w:rtl/>
              </w:rPr>
              <w:t xml:space="preserve">َ </w:t>
            </w:r>
            <w:r w:rsidRPr="009647FC">
              <w:rPr>
                <w:rtl/>
              </w:rPr>
              <w:t>قائم</w:t>
            </w:r>
            <w:r>
              <w:rPr>
                <w:rtl/>
              </w:rPr>
              <w:t xml:space="preserve">َ </w:t>
            </w:r>
            <w:r w:rsidRPr="009647FC">
              <w:rPr>
                <w:rtl/>
              </w:rPr>
              <w:t>أبيضٍ</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أعددته</w:t>
            </w:r>
            <w:r w:rsidR="004C00A8">
              <w:rPr>
                <w:rtl/>
              </w:rPr>
              <w:t xml:space="preserve"> </w:t>
            </w:r>
            <w:r w:rsidRPr="009647FC">
              <w:rPr>
                <w:rtl/>
              </w:rPr>
              <w:t>للقا</w:t>
            </w:r>
            <w:r>
              <w:rPr>
                <w:rtl/>
              </w:rPr>
              <w:t xml:space="preserve"> </w:t>
            </w:r>
            <w:r w:rsidRPr="009647FC">
              <w:rPr>
                <w:rtl/>
              </w:rPr>
              <w:t>الخطوب</w:t>
            </w:r>
            <w:r>
              <w:rPr>
                <w:rtl/>
              </w:rPr>
              <w:t xml:space="preserve"> </w:t>
            </w:r>
            <w:r w:rsidRPr="009647FC">
              <w:rPr>
                <w:rtl/>
              </w:rPr>
              <w:t>السودِ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قد</w:t>
            </w:r>
            <w:r w:rsidR="004C00A8">
              <w:rPr>
                <w:rtl/>
              </w:rPr>
              <w:t xml:space="preserve"> </w:t>
            </w:r>
            <w:r w:rsidRPr="009647FC">
              <w:rPr>
                <w:rtl/>
              </w:rPr>
              <w:t>ملتُ</w:t>
            </w:r>
            <w:r>
              <w:rPr>
                <w:rtl/>
              </w:rPr>
              <w:t xml:space="preserve"> </w:t>
            </w:r>
            <w:r w:rsidRPr="009647FC">
              <w:rPr>
                <w:rtl/>
              </w:rPr>
              <w:t>نحو</w:t>
            </w:r>
            <w:r>
              <w:rPr>
                <w:rtl/>
              </w:rPr>
              <w:t xml:space="preserve"> </w:t>
            </w:r>
            <w:r w:rsidRPr="009647FC">
              <w:rPr>
                <w:rtl/>
              </w:rPr>
              <w:t>الصبر</w:t>
            </w:r>
            <w:r>
              <w:rPr>
                <w:rtl/>
              </w:rPr>
              <w:t xml:space="preserve"> </w:t>
            </w:r>
            <w:r w:rsidRPr="009647FC">
              <w:rPr>
                <w:rtl/>
              </w:rPr>
              <w:t>حين</w:t>
            </w:r>
            <w:r>
              <w:rPr>
                <w:rtl/>
              </w:rPr>
              <w:t xml:space="preserve"> </w:t>
            </w:r>
            <w:r w:rsidRPr="009647FC">
              <w:rPr>
                <w:rtl/>
              </w:rPr>
              <w:t>فقدته</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فإذا</w:t>
            </w:r>
            <w:r>
              <w:rPr>
                <w:rtl/>
              </w:rPr>
              <w:t xml:space="preserve"> </w:t>
            </w:r>
            <w:r w:rsidRPr="009647FC">
              <w:rPr>
                <w:rtl/>
              </w:rPr>
              <w:t>المصابُ</w:t>
            </w:r>
            <w:r>
              <w:rPr>
                <w:rtl/>
              </w:rPr>
              <w:t xml:space="preserve"> </w:t>
            </w:r>
            <w:r w:rsidRPr="009647FC">
              <w:rPr>
                <w:rtl/>
              </w:rPr>
              <w:t>بصبري</w:t>
            </w:r>
            <w:r>
              <w:rPr>
                <w:rtl/>
              </w:rPr>
              <w:t xml:space="preserve">َ </w:t>
            </w:r>
            <w:r w:rsidRPr="009647FC">
              <w:rPr>
                <w:rtl/>
              </w:rPr>
              <w:t>المفقودِ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أفهل</w:t>
            </w:r>
            <w:r>
              <w:rPr>
                <w:rtl/>
              </w:rPr>
              <w:t xml:space="preserve"> </w:t>
            </w:r>
            <w:r w:rsidRPr="009647FC">
              <w:rPr>
                <w:rtl/>
              </w:rPr>
              <w:t>أذودُ</w:t>
            </w:r>
            <w:r>
              <w:rPr>
                <w:rtl/>
              </w:rPr>
              <w:t xml:space="preserve"> </w:t>
            </w:r>
            <w:r w:rsidRPr="009647FC">
              <w:rPr>
                <w:rtl/>
              </w:rPr>
              <w:t>الحادثات</w:t>
            </w:r>
            <w:r>
              <w:rPr>
                <w:rtl/>
              </w:rPr>
              <w:t xml:space="preserve"> </w:t>
            </w:r>
            <w:r w:rsidRPr="009647FC">
              <w:rPr>
                <w:rtl/>
              </w:rPr>
              <w:t>بكفيّ</w:t>
            </w:r>
            <w:r>
              <w:rPr>
                <w:rtl/>
              </w:rPr>
              <w:t xml:space="preserve">َ </w:t>
            </w:r>
            <w:r w:rsidRPr="009647FC">
              <w:rPr>
                <w:rtl/>
              </w:rPr>
              <w:t>الـ</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جذاء</w:t>
            </w:r>
            <w:r w:rsidRPr="004E7EC6">
              <w:rPr>
                <w:rStyle w:val="libFootnotenumChar"/>
                <w:rtl/>
              </w:rPr>
              <w:t>(2)</w:t>
            </w:r>
            <w:r>
              <w:rPr>
                <w:rtl/>
              </w:rPr>
              <w:t xml:space="preserve"> </w:t>
            </w:r>
            <w:r w:rsidRPr="009647FC">
              <w:rPr>
                <w:rtl/>
              </w:rPr>
              <w:t>أم</w:t>
            </w:r>
            <w:r>
              <w:rPr>
                <w:rtl/>
              </w:rPr>
              <w:t xml:space="preserve"> </w:t>
            </w:r>
            <w:r w:rsidRPr="009647FC">
              <w:rPr>
                <w:rtl/>
              </w:rPr>
              <w:t>بحسامي</w:t>
            </w:r>
            <w:r>
              <w:rPr>
                <w:rtl/>
              </w:rPr>
              <w:t xml:space="preserve">َ </w:t>
            </w:r>
            <w:r w:rsidRPr="009647FC">
              <w:rPr>
                <w:rtl/>
              </w:rPr>
              <w:t>المغمودِ؟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عجباً</w:t>
            </w:r>
            <w:r w:rsidR="004C00A8">
              <w:rPr>
                <w:rtl/>
              </w:rPr>
              <w:t xml:space="preserve"> </w:t>
            </w:r>
            <w:r w:rsidRPr="009647FC">
              <w:rPr>
                <w:rtl/>
              </w:rPr>
              <w:t>أمنتُ</w:t>
            </w:r>
            <w:r>
              <w:rPr>
                <w:rtl/>
              </w:rPr>
              <w:t xml:space="preserve"> </w:t>
            </w:r>
            <w:r w:rsidRPr="009647FC">
              <w:rPr>
                <w:rtl/>
              </w:rPr>
              <w:t>الدهر</w:t>
            </w:r>
            <w:r>
              <w:rPr>
                <w:rtl/>
              </w:rPr>
              <w:t xml:space="preserve">َ </w:t>
            </w:r>
            <w:r w:rsidRPr="009647FC">
              <w:rPr>
                <w:rtl/>
              </w:rPr>
              <w:t>وهو</w:t>
            </w:r>
            <w:r>
              <w:rPr>
                <w:rtl/>
              </w:rPr>
              <w:t xml:space="preserve"> </w:t>
            </w:r>
            <w:r w:rsidRPr="009647FC">
              <w:rPr>
                <w:rtl/>
              </w:rPr>
              <w:t>مخاتلي</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ورقدتُ</w:t>
            </w:r>
            <w:r>
              <w:rPr>
                <w:rtl/>
              </w:rPr>
              <w:t xml:space="preserve"> </w:t>
            </w:r>
            <w:r w:rsidRPr="009647FC">
              <w:rPr>
                <w:rtl/>
              </w:rPr>
              <w:t>والأيامُ</w:t>
            </w:r>
            <w:r>
              <w:rPr>
                <w:rtl/>
              </w:rPr>
              <w:t xml:space="preserve"> </w:t>
            </w:r>
            <w:r w:rsidRPr="009647FC">
              <w:rPr>
                <w:rtl/>
              </w:rPr>
              <w:t>غير</w:t>
            </w:r>
            <w:r>
              <w:rPr>
                <w:rtl/>
              </w:rPr>
              <w:t xml:space="preserve"> </w:t>
            </w:r>
            <w:r w:rsidRPr="009647FC">
              <w:rPr>
                <w:rtl/>
              </w:rPr>
              <w:t>رقودِ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وأنا</w:t>
            </w:r>
            <w:r w:rsidR="004C00A8">
              <w:rPr>
                <w:rtl/>
              </w:rPr>
              <w:t xml:space="preserve"> </w:t>
            </w:r>
            <w:r w:rsidRPr="009647FC">
              <w:rPr>
                <w:rtl/>
              </w:rPr>
              <w:t>الفداء</w:t>
            </w:r>
            <w:r>
              <w:rPr>
                <w:rtl/>
              </w:rPr>
              <w:t xml:space="preserve"> </w:t>
            </w:r>
            <w:r w:rsidRPr="009647FC">
              <w:rPr>
                <w:rtl/>
              </w:rPr>
              <w:t>لم</w:t>
            </w:r>
            <w:r>
              <w:rPr>
                <w:rtl/>
              </w:rPr>
              <w:t>َ</w:t>
            </w:r>
            <w:r w:rsidRPr="009647FC">
              <w:rPr>
                <w:rtl/>
              </w:rPr>
              <w:t>نْ</w:t>
            </w:r>
            <w:r>
              <w:rPr>
                <w:rtl/>
              </w:rPr>
              <w:t xml:space="preserve"> </w:t>
            </w:r>
            <w:r w:rsidRPr="009647FC">
              <w:rPr>
                <w:rtl/>
              </w:rPr>
              <w:t>نشأتُ</w:t>
            </w:r>
            <w:r>
              <w:rPr>
                <w:rtl/>
              </w:rPr>
              <w:t xml:space="preserve"> </w:t>
            </w:r>
            <w:r w:rsidRPr="009647FC">
              <w:rPr>
                <w:rtl/>
              </w:rPr>
              <w:t>بظلّه</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والدهرُ</w:t>
            </w:r>
            <w:r>
              <w:rPr>
                <w:rtl/>
              </w:rPr>
              <w:t xml:space="preserve"> </w:t>
            </w:r>
            <w:r w:rsidRPr="009647FC">
              <w:rPr>
                <w:rtl/>
              </w:rPr>
              <w:t>يرمقني</w:t>
            </w:r>
            <w:r>
              <w:rPr>
                <w:rtl/>
              </w:rPr>
              <w:t xml:space="preserve"> </w:t>
            </w:r>
            <w:r w:rsidRPr="009647FC">
              <w:rPr>
                <w:rtl/>
              </w:rPr>
              <w:t>بعين</w:t>
            </w:r>
            <w:r>
              <w:rPr>
                <w:rtl/>
              </w:rPr>
              <w:t xml:space="preserve"> </w:t>
            </w:r>
            <w:r w:rsidRPr="009647FC">
              <w:rPr>
                <w:rtl/>
              </w:rPr>
              <w:t>حسودِ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لم</w:t>
            </w:r>
            <w:r w:rsidR="004C00A8">
              <w:rPr>
                <w:rtl/>
              </w:rPr>
              <w:t xml:space="preserve"> </w:t>
            </w:r>
            <w:r w:rsidRPr="009647FC">
              <w:rPr>
                <w:rtl/>
              </w:rPr>
              <w:t>أدرِ</w:t>
            </w:r>
            <w:r>
              <w:rPr>
                <w:rtl/>
              </w:rPr>
              <w:t xml:space="preserve"> </w:t>
            </w:r>
            <w:r w:rsidRPr="009647FC">
              <w:rPr>
                <w:rtl/>
              </w:rPr>
              <w:t>ما</w:t>
            </w:r>
            <w:r>
              <w:rPr>
                <w:rtl/>
              </w:rPr>
              <w:t xml:space="preserve"> </w:t>
            </w:r>
            <w:r w:rsidRPr="009647FC">
              <w:rPr>
                <w:rtl/>
              </w:rPr>
              <w:t>لفحُ</w:t>
            </w:r>
            <w:r>
              <w:rPr>
                <w:rtl/>
              </w:rPr>
              <w:t xml:space="preserve"> </w:t>
            </w:r>
            <w:r w:rsidRPr="009647FC">
              <w:rPr>
                <w:rtl/>
              </w:rPr>
              <w:t>الخطوب</w:t>
            </w:r>
            <w:r>
              <w:rPr>
                <w:rtl/>
              </w:rPr>
              <w:t xml:space="preserve"> </w:t>
            </w:r>
            <w:r w:rsidRPr="009647FC">
              <w:rPr>
                <w:rtl/>
              </w:rPr>
              <w:t>بحرّها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وهواجرُ</w:t>
            </w:r>
            <w:r>
              <w:rPr>
                <w:rtl/>
              </w:rPr>
              <w:t xml:space="preserve"> </w:t>
            </w:r>
            <w:r w:rsidRPr="009647FC">
              <w:rPr>
                <w:rtl/>
              </w:rPr>
              <w:t>الأيام</w:t>
            </w:r>
            <w:r>
              <w:rPr>
                <w:rtl/>
              </w:rPr>
              <w:t xml:space="preserve"> </w:t>
            </w:r>
            <w:r w:rsidRPr="009647FC">
              <w:rPr>
                <w:rtl/>
              </w:rPr>
              <w:t>ذات</w:t>
            </w:r>
            <w:r>
              <w:rPr>
                <w:rtl/>
              </w:rPr>
              <w:t xml:space="preserve"> </w:t>
            </w:r>
            <w:r w:rsidRPr="009647FC">
              <w:rPr>
                <w:rtl/>
              </w:rPr>
              <w:t>وقود</w:t>
            </w:r>
            <w:r w:rsidRPr="00F93791">
              <w:rPr>
                <w:rtl/>
              </w:rPr>
              <w:t>ِ</w:t>
            </w:r>
            <w:r w:rsidRPr="004E7EC6">
              <w:rPr>
                <w:rStyle w:val="libFootnotenumChar"/>
                <w:rtl/>
              </w:rPr>
              <w:t>(3)</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مازلتُ</w:t>
            </w:r>
            <w:r>
              <w:rPr>
                <w:rtl/>
              </w:rPr>
              <w:t xml:space="preserve"> </w:t>
            </w:r>
            <w:r w:rsidRPr="009647FC">
              <w:rPr>
                <w:rtl/>
              </w:rPr>
              <w:t>وهو</w:t>
            </w:r>
            <w:r>
              <w:rPr>
                <w:rtl/>
              </w:rPr>
              <w:t xml:space="preserve"> </w:t>
            </w:r>
            <w:r w:rsidRPr="009647FC">
              <w:rPr>
                <w:rtl/>
              </w:rPr>
              <w:t>عليّ</w:t>
            </w:r>
            <w:r>
              <w:rPr>
                <w:rtl/>
              </w:rPr>
              <w:t xml:space="preserve">َ </w:t>
            </w:r>
            <w:r w:rsidRPr="009647FC">
              <w:rPr>
                <w:rtl/>
              </w:rPr>
              <w:t>أحنى</w:t>
            </w:r>
            <w:r>
              <w:rPr>
                <w:rtl/>
              </w:rPr>
              <w:t xml:space="preserve"> </w:t>
            </w:r>
            <w:r w:rsidRPr="009647FC">
              <w:rPr>
                <w:rtl/>
              </w:rPr>
              <w:t>من</w:t>
            </w:r>
            <w:r>
              <w:rPr>
                <w:rtl/>
              </w:rPr>
              <w:t xml:space="preserve"> </w:t>
            </w:r>
            <w:r w:rsidRPr="009647FC">
              <w:rPr>
                <w:rtl/>
              </w:rPr>
              <w:t>أبي</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بألذّ</w:t>
            </w:r>
            <w:r w:rsidR="004C00A8">
              <w:rPr>
                <w:rtl/>
              </w:rPr>
              <w:t xml:space="preserve"> </w:t>
            </w:r>
            <w:r w:rsidRPr="009647FC">
              <w:rPr>
                <w:rtl/>
              </w:rPr>
              <w:t>عيشٍ</w:t>
            </w:r>
            <w:r>
              <w:rPr>
                <w:rtl/>
              </w:rPr>
              <w:t xml:space="preserve"> </w:t>
            </w:r>
            <w:r w:rsidRPr="009647FC">
              <w:rPr>
                <w:rtl/>
              </w:rPr>
              <w:t>في</w:t>
            </w:r>
            <w:r>
              <w:rPr>
                <w:rtl/>
              </w:rPr>
              <w:t xml:space="preserve"> </w:t>
            </w:r>
            <w:r w:rsidRPr="009647FC">
              <w:rPr>
                <w:rtl/>
              </w:rPr>
              <w:t>حماه</w:t>
            </w:r>
            <w:r>
              <w:rPr>
                <w:rtl/>
              </w:rPr>
              <w:t xml:space="preserve"> </w:t>
            </w:r>
            <w:r w:rsidRPr="009647FC">
              <w:rPr>
                <w:rtl/>
              </w:rPr>
              <w:t>رغيدِ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حتى</w:t>
            </w:r>
            <w:r w:rsidR="004C00A8">
              <w:rPr>
                <w:rtl/>
              </w:rPr>
              <w:t xml:space="preserve"> </w:t>
            </w:r>
            <w:r w:rsidRPr="009647FC">
              <w:rPr>
                <w:rtl/>
              </w:rPr>
              <w:t>رماني</w:t>
            </w:r>
            <w:r>
              <w:rPr>
                <w:rtl/>
              </w:rPr>
              <w:t xml:space="preserve"> </w:t>
            </w:r>
            <w:r w:rsidRPr="009647FC">
              <w:rPr>
                <w:rtl/>
              </w:rPr>
              <w:t>في</w:t>
            </w:r>
            <w:r>
              <w:rPr>
                <w:rtl/>
              </w:rPr>
              <w:t xml:space="preserve"> </w:t>
            </w:r>
            <w:r w:rsidRPr="009647FC">
              <w:rPr>
                <w:rtl/>
              </w:rPr>
              <w:t>صبيحة</w:t>
            </w:r>
            <w:r>
              <w:rPr>
                <w:rtl/>
              </w:rPr>
              <w:t xml:space="preserve"> </w:t>
            </w:r>
            <w:r w:rsidRPr="009647FC">
              <w:rPr>
                <w:rtl/>
              </w:rPr>
              <w:t>نعيه</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أرسى</w:t>
            </w:r>
            <w:r>
              <w:rPr>
                <w:rtl/>
              </w:rPr>
              <w:t xml:space="preserve"> </w:t>
            </w:r>
            <w:r w:rsidRPr="009647FC">
              <w:rPr>
                <w:rtl/>
              </w:rPr>
              <w:t>بداهيةٍ</w:t>
            </w:r>
            <w:r>
              <w:rPr>
                <w:rtl/>
              </w:rPr>
              <w:t xml:space="preserve"> </w:t>
            </w:r>
            <w:r w:rsidRPr="009647FC">
              <w:rPr>
                <w:rtl/>
              </w:rPr>
              <w:t>عليّ</w:t>
            </w:r>
            <w:r>
              <w:rPr>
                <w:rtl/>
              </w:rPr>
              <w:t xml:space="preserve">َ </w:t>
            </w:r>
            <w:r w:rsidRPr="009647FC">
              <w:rPr>
                <w:rtl/>
              </w:rPr>
              <w:t>كؤودِ</w:t>
            </w:r>
            <w:r w:rsidRPr="004E7EC6">
              <w:rPr>
                <w:rStyle w:val="libFootnotenumChar"/>
                <w:rtl/>
              </w:rPr>
              <w:t>(4)</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ففقدتُه</w:t>
            </w:r>
            <w:r w:rsidR="004C00A8">
              <w:rPr>
                <w:rtl/>
              </w:rPr>
              <w:t xml:space="preserve"> </w:t>
            </w:r>
            <w:r w:rsidRPr="009647FC">
              <w:rPr>
                <w:rtl/>
              </w:rPr>
              <w:t>فقد</w:t>
            </w:r>
            <w:r>
              <w:rPr>
                <w:rtl/>
              </w:rPr>
              <w:t xml:space="preserve">َ </w:t>
            </w:r>
            <w:r w:rsidRPr="009647FC">
              <w:rPr>
                <w:rtl/>
              </w:rPr>
              <w:t>النواظر</w:t>
            </w:r>
            <w:r>
              <w:rPr>
                <w:rtl/>
              </w:rPr>
              <w:t xml:space="preserve"> </w:t>
            </w:r>
            <w:r w:rsidRPr="009647FC">
              <w:rPr>
                <w:rtl/>
              </w:rPr>
              <w:t>ضوءها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وعججتُ</w:t>
            </w:r>
            <w:r w:rsidRPr="004E7EC6">
              <w:rPr>
                <w:rStyle w:val="libFootnotenumChar"/>
                <w:rtl/>
              </w:rPr>
              <w:t>(5)</w:t>
            </w:r>
            <w:r w:rsidR="004C00A8">
              <w:rPr>
                <w:rtl/>
              </w:rPr>
              <w:t xml:space="preserve"> </w:t>
            </w:r>
            <w:r w:rsidRPr="009647FC">
              <w:rPr>
                <w:rtl/>
              </w:rPr>
              <w:t>عجّة</w:t>
            </w:r>
            <w:r>
              <w:rPr>
                <w:rtl/>
              </w:rPr>
              <w:t xml:space="preserve"> </w:t>
            </w:r>
            <w:r w:rsidRPr="009647FC">
              <w:rPr>
                <w:rtl/>
              </w:rPr>
              <w:t>مثقلٍ</w:t>
            </w:r>
            <w:r>
              <w:rPr>
                <w:rtl/>
              </w:rPr>
              <w:t xml:space="preserve"> </w:t>
            </w:r>
            <w:r w:rsidRPr="009647FC">
              <w:rPr>
                <w:rtl/>
              </w:rPr>
              <w:t>مجهودِ</w:t>
            </w:r>
            <w:r w:rsidRPr="00524A24">
              <w:rPr>
                <w:rStyle w:val="libPoemTiniChar0"/>
                <w:rtl/>
              </w:rPr>
              <w:br/>
              <w:t> </w:t>
            </w:r>
          </w:p>
        </w:tc>
      </w:tr>
      <w:tr w:rsidR="00F93791" w:rsidRPr="00AE4DB6" w:rsidTr="00F93791">
        <w:trPr>
          <w:trHeight w:val="350"/>
        </w:trPr>
        <w:tc>
          <w:tcPr>
            <w:tcW w:w="3902" w:type="dxa"/>
          </w:tcPr>
          <w:p w:rsidR="00F93791" w:rsidRPr="00AE4DB6" w:rsidRDefault="00F93791" w:rsidP="00B371C6">
            <w:pPr>
              <w:pStyle w:val="libPoem"/>
            </w:pPr>
            <w:r w:rsidRPr="00AE4DB6">
              <w:rPr>
                <w:rtl/>
              </w:rPr>
              <w:t>ما لي وللأيام قوض صرفُها</w:t>
            </w:r>
            <w:r w:rsidRPr="00AE4DB6">
              <w:rPr>
                <w:rStyle w:val="libPoemTiniChar0"/>
                <w:rtl/>
              </w:rPr>
              <w:br/>
              <w:t> </w:t>
            </w:r>
          </w:p>
        </w:tc>
        <w:tc>
          <w:tcPr>
            <w:tcW w:w="301" w:type="dxa"/>
          </w:tcPr>
          <w:p w:rsidR="00F93791" w:rsidRPr="00AE4DB6" w:rsidRDefault="00F93791" w:rsidP="00B371C6">
            <w:pPr>
              <w:pStyle w:val="libPoem"/>
              <w:rPr>
                <w:rtl/>
              </w:rPr>
            </w:pPr>
          </w:p>
        </w:tc>
        <w:tc>
          <w:tcPr>
            <w:tcW w:w="3884" w:type="dxa"/>
          </w:tcPr>
          <w:p w:rsidR="00F93791" w:rsidRPr="00AE4DB6" w:rsidRDefault="00F93791" w:rsidP="00B371C6">
            <w:pPr>
              <w:pStyle w:val="libPoem"/>
            </w:pPr>
            <w:r w:rsidRPr="00AE4DB6">
              <w:rPr>
                <w:rtl/>
              </w:rPr>
              <w:t>عن</w:t>
            </w:r>
            <w:r w:rsidRPr="00B371C6">
              <w:rPr>
                <w:rtl/>
              </w:rPr>
              <w:t>ّ</w:t>
            </w:r>
            <w:r w:rsidRPr="00AE4DB6">
              <w:rPr>
                <w:rtl/>
              </w:rPr>
              <w:t>ى عمادَ رواقي الممدودِ</w:t>
            </w:r>
            <w:r w:rsidRPr="00AE4DB6">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عثرتْ</w:t>
            </w:r>
            <w:r w:rsidR="004C00A8">
              <w:rPr>
                <w:rtl/>
              </w:rPr>
              <w:t xml:space="preserve"> </w:t>
            </w:r>
            <w:r w:rsidRPr="009647FC">
              <w:rPr>
                <w:rtl/>
              </w:rPr>
              <w:t>فجاوزت</w:t>
            </w:r>
            <w:r>
              <w:rPr>
                <w:rtl/>
              </w:rPr>
              <w:t xml:space="preserve"> </w:t>
            </w:r>
            <w:r w:rsidRPr="009647FC">
              <w:rPr>
                <w:rtl/>
              </w:rPr>
              <w:t>الإقالة</w:t>
            </w:r>
            <w:r>
              <w:rPr>
                <w:rtl/>
              </w:rPr>
              <w:t xml:space="preserve"> </w:t>
            </w:r>
            <w:r w:rsidRPr="009647FC">
              <w:rPr>
                <w:rtl/>
              </w:rPr>
              <w:t>عثرةٌ</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وطئت</w:t>
            </w:r>
            <w:r w:rsidR="004C00A8">
              <w:rPr>
                <w:rtl/>
              </w:rPr>
              <w:t xml:space="preserve"> </w:t>
            </w:r>
            <w:r w:rsidRPr="009647FC">
              <w:rPr>
                <w:rtl/>
              </w:rPr>
              <w:t>بها</w:t>
            </w:r>
            <w:r>
              <w:rPr>
                <w:rtl/>
              </w:rPr>
              <w:t xml:space="preserve"> </w:t>
            </w:r>
            <w:r w:rsidRPr="009647FC">
              <w:rPr>
                <w:rtl/>
              </w:rPr>
              <w:t>أنفي</w:t>
            </w:r>
            <w:r>
              <w:rPr>
                <w:rtl/>
              </w:rPr>
              <w:t xml:space="preserve"> </w:t>
            </w:r>
            <w:r w:rsidRPr="009647FC">
              <w:rPr>
                <w:rtl/>
              </w:rPr>
              <w:t>وأنف</w:t>
            </w:r>
            <w:r>
              <w:rPr>
                <w:rtl/>
              </w:rPr>
              <w:t xml:space="preserve">َ </w:t>
            </w:r>
            <w:r w:rsidRPr="009647FC">
              <w:rPr>
                <w:rtl/>
              </w:rPr>
              <w:t>الجودِ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ومضتْ</w:t>
            </w:r>
            <w:r>
              <w:rPr>
                <w:rtl/>
              </w:rPr>
              <w:t xml:space="preserve"> </w:t>
            </w:r>
            <w:r w:rsidRPr="009647FC">
              <w:rPr>
                <w:rtl/>
              </w:rPr>
              <w:t>بنخوة</w:t>
            </w:r>
            <w:r>
              <w:rPr>
                <w:rtl/>
              </w:rPr>
              <w:t xml:space="preserve"> </w:t>
            </w:r>
            <w:r w:rsidRPr="009647FC">
              <w:rPr>
                <w:rtl/>
              </w:rPr>
              <w:t>هاشمٍ</w:t>
            </w:r>
            <w:r>
              <w:rPr>
                <w:rtl/>
              </w:rPr>
              <w:t xml:space="preserve"> </w:t>
            </w:r>
            <w:r w:rsidRPr="009647FC">
              <w:rPr>
                <w:rtl/>
              </w:rPr>
              <w:t>وإبائها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فطوتهما</w:t>
            </w:r>
            <w:r>
              <w:rPr>
                <w:rtl/>
              </w:rPr>
              <w:t xml:space="preserve"> </w:t>
            </w:r>
            <w:r w:rsidRPr="009647FC">
              <w:rPr>
                <w:rtl/>
              </w:rPr>
              <w:t>والصبر</w:t>
            </w:r>
            <w:r>
              <w:rPr>
                <w:rtl/>
              </w:rPr>
              <w:t xml:space="preserve">َ </w:t>
            </w:r>
            <w:r w:rsidRPr="009647FC">
              <w:rPr>
                <w:rtl/>
              </w:rPr>
              <w:t>في</w:t>
            </w:r>
            <w:r>
              <w:rPr>
                <w:rtl/>
              </w:rPr>
              <w:t xml:space="preserve"> </w:t>
            </w:r>
            <w:r w:rsidRPr="009647FC">
              <w:rPr>
                <w:rtl/>
              </w:rPr>
              <w:t>ملحودِ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حملت</w:t>
            </w:r>
            <w:r>
              <w:rPr>
                <w:rtl/>
              </w:rPr>
              <w:t xml:space="preserve"> </w:t>
            </w:r>
            <w:r w:rsidRPr="009647FC">
              <w:rPr>
                <w:rtl/>
              </w:rPr>
              <w:t>بكاهلها</w:t>
            </w:r>
            <w:r>
              <w:rPr>
                <w:rtl/>
              </w:rPr>
              <w:t xml:space="preserve"> </w:t>
            </w:r>
            <w:r w:rsidRPr="009647FC">
              <w:rPr>
                <w:rtl/>
              </w:rPr>
              <w:t>الأجبّ</w:t>
            </w:r>
            <w:r w:rsidRPr="004E7EC6">
              <w:rPr>
                <w:rStyle w:val="libFootnotenumChar"/>
                <w:rtl/>
              </w:rPr>
              <w:t>(6)</w:t>
            </w:r>
            <w:r>
              <w:rPr>
                <w:rtl/>
              </w:rPr>
              <w:t xml:space="preserve"> </w:t>
            </w:r>
            <w:r w:rsidRPr="009647FC">
              <w:rPr>
                <w:rtl/>
              </w:rPr>
              <w:t>لفقده</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ثقل</w:t>
            </w:r>
            <w:r>
              <w:rPr>
                <w:rtl/>
              </w:rPr>
              <w:t>َ</w:t>
            </w:r>
            <w:r w:rsidR="004C00A8">
              <w:rPr>
                <w:rtl/>
              </w:rPr>
              <w:t xml:space="preserve"> </w:t>
            </w:r>
            <w:r w:rsidRPr="009647FC">
              <w:rPr>
                <w:rtl/>
              </w:rPr>
              <w:t>المصاب</w:t>
            </w:r>
            <w:r>
              <w:rPr>
                <w:rtl/>
              </w:rPr>
              <w:t xml:space="preserve"> </w:t>
            </w:r>
            <w:r w:rsidRPr="009647FC">
              <w:rPr>
                <w:rtl/>
              </w:rPr>
              <w:t>وركنها</w:t>
            </w:r>
            <w:r>
              <w:rPr>
                <w:rtl/>
              </w:rPr>
              <w:t xml:space="preserve"> </w:t>
            </w:r>
            <w:r w:rsidRPr="009647FC">
              <w:rPr>
                <w:rtl/>
              </w:rPr>
              <w:t>المهدودِ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وشككت</w:t>
            </w:r>
            <w:r w:rsidR="004C00A8">
              <w:rPr>
                <w:rtl/>
              </w:rPr>
              <w:t xml:space="preserve"> </w:t>
            </w:r>
            <w:r w:rsidRPr="009647FC">
              <w:rPr>
                <w:rtl/>
              </w:rPr>
              <w:t>مذ</w:t>
            </w:r>
            <w:r>
              <w:rPr>
                <w:rtl/>
              </w:rPr>
              <w:t xml:space="preserve"> </w:t>
            </w:r>
            <w:r w:rsidRPr="009647FC">
              <w:rPr>
                <w:rtl/>
              </w:rPr>
              <w:t>تحت</w:t>
            </w:r>
            <w:r>
              <w:rPr>
                <w:rtl/>
              </w:rPr>
              <w:t xml:space="preserve"> </w:t>
            </w:r>
            <w:r w:rsidRPr="009647FC">
              <w:rPr>
                <w:rtl/>
              </w:rPr>
              <w:t>الضلوع</w:t>
            </w:r>
            <w:r>
              <w:rPr>
                <w:rtl/>
              </w:rPr>
              <w:t xml:space="preserve"> </w:t>
            </w:r>
            <w:r w:rsidRPr="009647FC">
              <w:rPr>
                <w:rtl/>
              </w:rPr>
              <w:t>قلوبُها</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رجفت</w:t>
            </w:r>
            <w:r>
              <w:rPr>
                <w:rtl/>
              </w:rPr>
              <w:t xml:space="preserve"> </w:t>
            </w:r>
            <w:r w:rsidRPr="009647FC">
              <w:rPr>
                <w:rtl/>
              </w:rPr>
              <w:t>صبيحة</w:t>
            </w:r>
            <w:r>
              <w:rPr>
                <w:rtl/>
              </w:rPr>
              <w:t xml:space="preserve">َ </w:t>
            </w:r>
            <w:r w:rsidRPr="009647FC">
              <w:rPr>
                <w:rtl/>
              </w:rPr>
              <w:t>يومها</w:t>
            </w:r>
            <w:r>
              <w:rPr>
                <w:rtl/>
              </w:rPr>
              <w:t xml:space="preserve"> </w:t>
            </w:r>
            <w:r w:rsidRPr="009647FC">
              <w:rPr>
                <w:rtl/>
              </w:rPr>
              <w:t>المشهودِ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أبه</w:t>
            </w:r>
            <w:r>
              <w:rPr>
                <w:rtl/>
              </w:rPr>
              <w:t xml:space="preserve"> </w:t>
            </w:r>
            <w:r w:rsidRPr="009647FC">
              <w:rPr>
                <w:rtl/>
              </w:rPr>
              <w:t>نعى</w:t>
            </w:r>
            <w:r>
              <w:rPr>
                <w:rtl/>
              </w:rPr>
              <w:t xml:space="preserve"> </w:t>
            </w:r>
            <w:r w:rsidRPr="009647FC">
              <w:rPr>
                <w:rtl/>
              </w:rPr>
              <w:t>الناعي</w:t>
            </w:r>
            <w:r>
              <w:rPr>
                <w:rtl/>
              </w:rPr>
              <w:t xml:space="preserve"> </w:t>
            </w:r>
            <w:r w:rsidRPr="009647FC">
              <w:rPr>
                <w:rtl/>
              </w:rPr>
              <w:t>لها</w:t>
            </w:r>
            <w:r>
              <w:rPr>
                <w:rtl/>
              </w:rPr>
              <w:t xml:space="preserve"> </w:t>
            </w:r>
            <w:r w:rsidRPr="009647FC">
              <w:rPr>
                <w:rtl/>
              </w:rPr>
              <w:t>(عمرو</w:t>
            </w:r>
            <w:r>
              <w:rPr>
                <w:rtl/>
              </w:rPr>
              <w:t xml:space="preserve"> </w:t>
            </w:r>
            <w:r w:rsidRPr="009647FC">
              <w:rPr>
                <w:rtl/>
              </w:rPr>
              <w:t>العُلى)</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أم</w:t>
            </w:r>
            <w:r>
              <w:rPr>
                <w:rtl/>
              </w:rPr>
              <w:t xml:space="preserve"> </w:t>
            </w:r>
            <w:r w:rsidRPr="009647FC">
              <w:rPr>
                <w:rtl/>
              </w:rPr>
              <w:t>(شيبة)</w:t>
            </w:r>
            <w:r>
              <w:rPr>
                <w:rtl/>
              </w:rPr>
              <w:t xml:space="preserve"> </w:t>
            </w:r>
            <w:r w:rsidRPr="009647FC">
              <w:rPr>
                <w:rtl/>
              </w:rPr>
              <w:t>الحمد</w:t>
            </w:r>
            <w:r>
              <w:rPr>
                <w:rtl/>
              </w:rPr>
              <w:t xml:space="preserve"> </w:t>
            </w:r>
            <w:r w:rsidRPr="009647FC">
              <w:rPr>
                <w:rtl/>
              </w:rPr>
              <w:t>انطوى</w:t>
            </w:r>
            <w:r>
              <w:rPr>
                <w:rtl/>
              </w:rPr>
              <w:t xml:space="preserve"> </w:t>
            </w:r>
            <w:r w:rsidRPr="009647FC">
              <w:rPr>
                <w:rtl/>
              </w:rPr>
              <w:t>بصعيدِ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فكأنّما</w:t>
            </w:r>
            <w:r w:rsidR="004C00A8">
              <w:rPr>
                <w:rtl/>
              </w:rPr>
              <w:t xml:space="preserve"> </w:t>
            </w:r>
            <w:r w:rsidRPr="009647FC">
              <w:rPr>
                <w:rtl/>
              </w:rPr>
              <w:t>أضلاعُ</w:t>
            </w:r>
            <w:r>
              <w:rPr>
                <w:rtl/>
              </w:rPr>
              <w:t xml:space="preserve"> </w:t>
            </w:r>
            <w:r w:rsidRPr="009647FC">
              <w:rPr>
                <w:rtl/>
              </w:rPr>
              <w:t>هاشم</w:t>
            </w:r>
            <w:r>
              <w:rPr>
                <w:rtl/>
              </w:rPr>
              <w:t xml:space="preserve"> </w:t>
            </w:r>
            <w:r w:rsidRPr="009647FC">
              <w:rPr>
                <w:rtl/>
              </w:rPr>
              <w:t>لم</w:t>
            </w:r>
            <w:r>
              <w:rPr>
                <w:rtl/>
              </w:rPr>
              <w:t xml:space="preserve"> </w:t>
            </w:r>
            <w:r w:rsidRPr="009647FC">
              <w:rPr>
                <w:rtl/>
              </w:rPr>
              <w:t>يكن</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أبداً</w:t>
            </w:r>
            <w:r w:rsidR="004C00A8">
              <w:rPr>
                <w:rtl/>
              </w:rPr>
              <w:t xml:space="preserve"> </w:t>
            </w:r>
            <w:r w:rsidRPr="009647FC">
              <w:rPr>
                <w:rtl/>
              </w:rPr>
              <w:t>لها</w:t>
            </w:r>
            <w:r>
              <w:rPr>
                <w:rtl/>
              </w:rPr>
              <w:t xml:space="preserve"> </w:t>
            </w:r>
            <w:r w:rsidRPr="009647FC">
              <w:rPr>
                <w:rtl/>
              </w:rPr>
              <w:t>عهدٌ</w:t>
            </w:r>
            <w:r>
              <w:rPr>
                <w:rtl/>
              </w:rPr>
              <w:t xml:space="preserve"> </w:t>
            </w:r>
            <w:r w:rsidRPr="009647FC">
              <w:rPr>
                <w:rtl/>
              </w:rPr>
              <w:t>بقلب</w:t>
            </w:r>
            <w:r>
              <w:rPr>
                <w:rtl/>
              </w:rPr>
              <w:t xml:space="preserve"> </w:t>
            </w:r>
            <w:r w:rsidRPr="009647FC">
              <w:rPr>
                <w:rtl/>
              </w:rPr>
              <w:t>جليدِ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مازال</w:t>
            </w:r>
            <w:r>
              <w:rPr>
                <w:rtl/>
              </w:rPr>
              <w:t xml:space="preserve"> </w:t>
            </w:r>
            <w:r w:rsidRPr="009647FC">
              <w:rPr>
                <w:rtl/>
              </w:rPr>
              <w:t>يوعدها</w:t>
            </w:r>
            <w:r>
              <w:rPr>
                <w:rtl/>
              </w:rPr>
              <w:t xml:space="preserve"> </w:t>
            </w:r>
            <w:r w:rsidRPr="009647FC">
              <w:rPr>
                <w:rtl/>
              </w:rPr>
              <w:t>الزمان</w:t>
            </w:r>
            <w:r>
              <w:rPr>
                <w:rtl/>
              </w:rPr>
              <w:t xml:space="preserve"> </w:t>
            </w:r>
            <w:r w:rsidRPr="009647FC">
              <w:rPr>
                <w:rtl/>
              </w:rPr>
              <w:t>بنكبةٍ</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صمّاء</w:t>
            </w:r>
            <w:r>
              <w:rPr>
                <w:rtl/>
              </w:rPr>
              <w:t>َ</w:t>
            </w:r>
            <w:r w:rsidR="004C00A8">
              <w:rPr>
                <w:rtl/>
              </w:rPr>
              <w:t xml:space="preserve"> </w:t>
            </w:r>
            <w:r w:rsidRPr="009647FC">
              <w:rPr>
                <w:rtl/>
              </w:rPr>
              <w:t>تأخذ</w:t>
            </w:r>
            <w:r>
              <w:rPr>
                <w:rtl/>
              </w:rPr>
              <w:t xml:space="preserve"> </w:t>
            </w:r>
            <w:r w:rsidRPr="009647FC">
              <w:rPr>
                <w:rtl/>
              </w:rPr>
              <w:t>من</w:t>
            </w:r>
            <w:r>
              <w:rPr>
                <w:rtl/>
              </w:rPr>
              <w:t xml:space="preserve"> </w:t>
            </w:r>
            <w:r w:rsidRPr="009647FC">
              <w:rPr>
                <w:rtl/>
              </w:rPr>
              <w:t>قوى</w:t>
            </w:r>
            <w:r>
              <w:rPr>
                <w:rtl/>
              </w:rPr>
              <w:t xml:space="preserve"> </w:t>
            </w:r>
            <w:r w:rsidRPr="009647FC">
              <w:rPr>
                <w:rtl/>
              </w:rPr>
              <w:t>الجلودِ</w:t>
            </w:r>
            <w:r w:rsidRPr="00524A24">
              <w:rPr>
                <w:rStyle w:val="libPoemTiniChar0"/>
                <w:rtl/>
              </w:rPr>
              <w:br/>
              <w:t> </w:t>
            </w:r>
          </w:p>
        </w:tc>
      </w:tr>
      <w:tr w:rsidR="00F93791" w:rsidRPr="00524A24" w:rsidTr="00F93791">
        <w:trPr>
          <w:trHeight w:val="350"/>
        </w:trPr>
        <w:tc>
          <w:tcPr>
            <w:tcW w:w="3902" w:type="dxa"/>
          </w:tcPr>
          <w:p w:rsidR="00F93791" w:rsidRPr="00524A24" w:rsidRDefault="00F93791" w:rsidP="00B371C6">
            <w:pPr>
              <w:pStyle w:val="libPoem"/>
            </w:pPr>
            <w:r w:rsidRPr="009647FC">
              <w:rPr>
                <w:rtl/>
              </w:rPr>
              <w:t>حتى</w:t>
            </w:r>
            <w:r>
              <w:rPr>
                <w:rtl/>
              </w:rPr>
              <w:t xml:space="preserve"> </w:t>
            </w:r>
            <w:r w:rsidRPr="009647FC">
              <w:rPr>
                <w:rtl/>
              </w:rPr>
              <w:t>أطلّ</w:t>
            </w:r>
            <w:r>
              <w:rPr>
                <w:rtl/>
              </w:rPr>
              <w:t xml:space="preserve">َ </w:t>
            </w:r>
            <w:r w:rsidRPr="009647FC">
              <w:rPr>
                <w:rtl/>
              </w:rPr>
              <w:t>بوثبةٍ</w:t>
            </w:r>
            <w:r>
              <w:rPr>
                <w:rtl/>
              </w:rPr>
              <w:t xml:space="preserve"> </w:t>
            </w:r>
            <w:r w:rsidRPr="009647FC">
              <w:rPr>
                <w:rtl/>
              </w:rPr>
              <w:t>فتبيّ</w:t>
            </w:r>
            <w:r>
              <w:rPr>
                <w:rtl/>
              </w:rPr>
              <w:t>َ</w:t>
            </w:r>
            <w:r w:rsidRPr="009647FC">
              <w:rPr>
                <w:rtl/>
              </w:rPr>
              <w:t>نت</w:t>
            </w:r>
            <w:r w:rsidRPr="00524A24">
              <w:rPr>
                <w:rStyle w:val="libPoemTiniChar0"/>
                <w:rtl/>
              </w:rPr>
              <w:br/>
              <w:t> </w:t>
            </w:r>
          </w:p>
        </w:tc>
        <w:tc>
          <w:tcPr>
            <w:tcW w:w="301" w:type="dxa"/>
          </w:tcPr>
          <w:p w:rsidR="00F93791" w:rsidRPr="00524A24" w:rsidRDefault="00F93791" w:rsidP="00B371C6">
            <w:pPr>
              <w:pStyle w:val="libPoem"/>
              <w:rPr>
                <w:rtl/>
              </w:rPr>
            </w:pPr>
          </w:p>
        </w:tc>
        <w:tc>
          <w:tcPr>
            <w:tcW w:w="3884" w:type="dxa"/>
          </w:tcPr>
          <w:p w:rsidR="00F93791" w:rsidRPr="00524A24" w:rsidRDefault="00F93791" w:rsidP="00B371C6">
            <w:pPr>
              <w:pStyle w:val="libPoem"/>
            </w:pPr>
            <w:r w:rsidRPr="009647FC">
              <w:rPr>
                <w:rtl/>
              </w:rPr>
              <w:t>ذاك</w:t>
            </w:r>
            <w:r w:rsidR="004C00A8">
              <w:rPr>
                <w:rtl/>
              </w:rPr>
              <w:t xml:space="preserve"> </w:t>
            </w:r>
            <w:r w:rsidRPr="009647FC">
              <w:rPr>
                <w:rtl/>
              </w:rPr>
              <w:t>الوعيد</w:t>
            </w:r>
            <w:r>
              <w:rPr>
                <w:rtl/>
              </w:rPr>
              <w:t xml:space="preserve">َ </w:t>
            </w:r>
            <w:r w:rsidRPr="009647FC">
              <w:rPr>
                <w:rtl/>
              </w:rPr>
              <w:t>بيومها</w:t>
            </w:r>
            <w:r w:rsidRPr="004E7EC6">
              <w:rPr>
                <w:rStyle w:val="libFootnotenumChar"/>
                <w:rtl/>
              </w:rPr>
              <w:t>(7)</w:t>
            </w:r>
            <w:r>
              <w:rPr>
                <w:rtl/>
              </w:rPr>
              <w:t xml:space="preserve"> </w:t>
            </w:r>
            <w:r w:rsidRPr="009647FC">
              <w:rPr>
                <w:rtl/>
              </w:rPr>
              <w:t>الموعودِ</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F93791">
      <w:pPr>
        <w:pStyle w:val="libFootnote0"/>
      </w:pPr>
      <w:r w:rsidRPr="009647FC">
        <w:rPr>
          <w:rtl/>
        </w:rPr>
        <w:t>1</w:t>
      </w:r>
      <w:r w:rsidR="004E7EC6">
        <w:rPr>
          <w:rtl/>
        </w:rPr>
        <w:t xml:space="preserve"> - </w:t>
      </w:r>
      <w:r w:rsidRPr="009647FC">
        <w:rPr>
          <w:rtl/>
        </w:rPr>
        <w:t>وفي الديوان المطبوع</w:t>
      </w:r>
      <w:r w:rsidR="00D769AB">
        <w:rPr>
          <w:rtl/>
        </w:rPr>
        <w:t>:</w:t>
      </w:r>
      <w:r w:rsidRPr="009647FC">
        <w:rPr>
          <w:rtl/>
        </w:rPr>
        <w:t xml:space="preserve"> صعدت</w:t>
      </w:r>
      <w:r w:rsidR="00D769AB">
        <w:rPr>
          <w:rtl/>
        </w:rPr>
        <w:t>.</w:t>
      </w:r>
      <w:r w:rsidR="00F93791">
        <w:rPr>
          <w:rFonts w:hint="cs"/>
          <w:rtl/>
        </w:rPr>
        <w:tab/>
      </w:r>
      <w:r w:rsidR="00F93791">
        <w:rPr>
          <w:rFonts w:hint="cs"/>
          <w:rtl/>
        </w:rPr>
        <w:tab/>
      </w:r>
      <w:r w:rsidR="00F93791">
        <w:rPr>
          <w:rFonts w:hint="cs"/>
          <w:rtl/>
        </w:rPr>
        <w:tab/>
      </w:r>
      <w:r w:rsidRPr="009647FC">
        <w:rPr>
          <w:rtl/>
        </w:rPr>
        <w:t>2</w:t>
      </w:r>
      <w:r w:rsidR="004E7EC6">
        <w:rPr>
          <w:rtl/>
        </w:rPr>
        <w:t xml:space="preserve"> - </w:t>
      </w:r>
      <w:r w:rsidRPr="009647FC">
        <w:rPr>
          <w:rtl/>
        </w:rPr>
        <w:t>في المخطوط</w:t>
      </w:r>
      <w:r w:rsidR="00D769AB">
        <w:rPr>
          <w:rtl/>
        </w:rPr>
        <w:t>:</w:t>
      </w:r>
      <w:r w:rsidRPr="009647FC">
        <w:rPr>
          <w:rtl/>
        </w:rPr>
        <w:t xml:space="preserve"> المجذوذ</w:t>
      </w:r>
      <w:r w:rsidR="00D769AB">
        <w:rPr>
          <w:rtl/>
        </w:rPr>
        <w:t>.</w:t>
      </w:r>
    </w:p>
    <w:p w:rsidR="009647FC" w:rsidRPr="00524A24" w:rsidRDefault="009647FC" w:rsidP="00F93791">
      <w:pPr>
        <w:pStyle w:val="libFootnote0"/>
      </w:pPr>
      <w:r w:rsidRPr="009647FC">
        <w:rPr>
          <w:rtl/>
        </w:rPr>
        <w:t>3</w:t>
      </w:r>
      <w:r w:rsidR="004E7EC6">
        <w:rPr>
          <w:rtl/>
        </w:rPr>
        <w:t xml:space="preserve"> - </w:t>
      </w:r>
      <w:r w:rsidRPr="009647FC">
        <w:rPr>
          <w:rtl/>
        </w:rPr>
        <w:t>في مخطوطة الملاّ</w:t>
      </w:r>
      <w:r w:rsidR="00D769AB">
        <w:rPr>
          <w:rtl/>
        </w:rPr>
        <w:t>:</w:t>
      </w:r>
      <w:r w:rsidRPr="009647FC">
        <w:rPr>
          <w:rtl/>
        </w:rPr>
        <w:t xml:space="preserve"> غير رقود</w:t>
      </w:r>
      <w:r w:rsidR="00D769AB">
        <w:rPr>
          <w:rtl/>
        </w:rPr>
        <w:t>.</w:t>
      </w:r>
      <w:r w:rsidR="00F93791">
        <w:rPr>
          <w:rFonts w:hint="cs"/>
          <w:rtl/>
        </w:rPr>
        <w:tab/>
      </w:r>
      <w:r w:rsidR="00F93791">
        <w:rPr>
          <w:rFonts w:hint="cs"/>
          <w:rtl/>
        </w:rPr>
        <w:tab/>
      </w:r>
      <w:r w:rsidR="00F93791">
        <w:rPr>
          <w:rFonts w:hint="cs"/>
          <w:rtl/>
        </w:rPr>
        <w:tab/>
      </w:r>
      <w:r w:rsidR="00F93791">
        <w:rPr>
          <w:rFonts w:hint="cs"/>
          <w:rtl/>
        </w:rPr>
        <w:tab/>
      </w:r>
      <w:r w:rsidRPr="009647FC">
        <w:rPr>
          <w:rtl/>
        </w:rPr>
        <w:t>4</w:t>
      </w:r>
      <w:r w:rsidR="004E7EC6">
        <w:rPr>
          <w:rtl/>
        </w:rPr>
        <w:t xml:space="preserve"> - </w:t>
      </w:r>
      <w:r w:rsidRPr="009647FC">
        <w:rPr>
          <w:rtl/>
        </w:rPr>
        <w:t>كؤود</w:t>
      </w:r>
      <w:r w:rsidR="00D769AB">
        <w:rPr>
          <w:rtl/>
        </w:rPr>
        <w:t>:</w:t>
      </w:r>
      <w:r w:rsidRPr="009647FC">
        <w:rPr>
          <w:rtl/>
        </w:rPr>
        <w:t xml:space="preserve"> صعبة</w:t>
      </w:r>
      <w:r w:rsidR="00D769AB">
        <w:rPr>
          <w:rtl/>
        </w:rPr>
        <w:t>،</w:t>
      </w:r>
      <w:r w:rsidRPr="009647FC">
        <w:rPr>
          <w:rtl/>
        </w:rPr>
        <w:t xml:space="preserve"> شاقة</w:t>
      </w:r>
      <w:r w:rsidR="00D769AB">
        <w:rPr>
          <w:rtl/>
        </w:rPr>
        <w:t>.</w:t>
      </w:r>
    </w:p>
    <w:p w:rsidR="009647FC" w:rsidRPr="00524A24" w:rsidRDefault="009647FC" w:rsidP="00F93791">
      <w:pPr>
        <w:pStyle w:val="libFootnote0"/>
      </w:pPr>
      <w:r w:rsidRPr="009647FC">
        <w:rPr>
          <w:rtl/>
        </w:rPr>
        <w:t>5</w:t>
      </w:r>
      <w:r w:rsidR="004E7EC6">
        <w:rPr>
          <w:rtl/>
        </w:rPr>
        <w:t xml:space="preserve"> - </w:t>
      </w:r>
      <w:r w:rsidRPr="009647FC">
        <w:rPr>
          <w:rtl/>
        </w:rPr>
        <w:t>في المطبوع</w:t>
      </w:r>
      <w:r w:rsidR="00D769AB">
        <w:rPr>
          <w:rtl/>
        </w:rPr>
        <w:t>:</w:t>
      </w:r>
      <w:r w:rsidRPr="009647FC">
        <w:rPr>
          <w:rtl/>
        </w:rPr>
        <w:t xml:space="preserve"> عجبت</w:t>
      </w:r>
      <w:r w:rsidR="00D769AB">
        <w:rPr>
          <w:rtl/>
        </w:rPr>
        <w:t>.</w:t>
      </w:r>
      <w:r w:rsidR="00F93791">
        <w:rPr>
          <w:rFonts w:hint="cs"/>
          <w:rtl/>
        </w:rPr>
        <w:tab/>
      </w:r>
      <w:r w:rsidR="00F93791">
        <w:rPr>
          <w:rFonts w:hint="cs"/>
          <w:rtl/>
        </w:rPr>
        <w:tab/>
      </w:r>
      <w:r w:rsidR="00F93791">
        <w:rPr>
          <w:rFonts w:hint="cs"/>
          <w:rtl/>
        </w:rPr>
        <w:tab/>
      </w:r>
      <w:r w:rsidR="00F93791">
        <w:rPr>
          <w:rFonts w:hint="cs"/>
          <w:rtl/>
        </w:rPr>
        <w:tab/>
      </w:r>
      <w:r w:rsidRPr="009647FC">
        <w:rPr>
          <w:rtl/>
        </w:rPr>
        <w:t>6</w:t>
      </w:r>
      <w:r w:rsidR="004E7EC6">
        <w:rPr>
          <w:rtl/>
        </w:rPr>
        <w:t xml:space="preserve"> - </w:t>
      </w:r>
      <w:r w:rsidRPr="009647FC">
        <w:rPr>
          <w:rtl/>
        </w:rPr>
        <w:t>الأجبّ</w:t>
      </w:r>
      <w:r w:rsidR="00D769AB">
        <w:rPr>
          <w:rtl/>
        </w:rPr>
        <w:t>:</w:t>
      </w:r>
      <w:r w:rsidRPr="009647FC">
        <w:rPr>
          <w:rtl/>
        </w:rPr>
        <w:t xml:space="preserve"> المقطوع</w:t>
      </w:r>
      <w:r w:rsidR="00D769AB">
        <w:rPr>
          <w:rtl/>
        </w:rPr>
        <w:t>.</w:t>
      </w:r>
    </w:p>
    <w:p w:rsidR="009647FC" w:rsidRPr="00524A24" w:rsidRDefault="009647FC" w:rsidP="004E7EC6">
      <w:pPr>
        <w:pStyle w:val="libFootnote0"/>
      </w:pPr>
      <w:r w:rsidRPr="009647FC">
        <w:rPr>
          <w:rtl/>
        </w:rPr>
        <w:t>7</w:t>
      </w:r>
      <w:r w:rsidR="004E7EC6">
        <w:rPr>
          <w:rtl/>
        </w:rPr>
        <w:t xml:space="preserve"> - </w:t>
      </w:r>
      <w:r w:rsidRPr="009647FC">
        <w:rPr>
          <w:rtl/>
        </w:rPr>
        <w:t>في المطبوع</w:t>
      </w:r>
      <w:r w:rsidR="00D769AB">
        <w:rPr>
          <w:rtl/>
        </w:rPr>
        <w:t>:</w:t>
      </w:r>
      <w:r w:rsidRPr="009647FC">
        <w:rPr>
          <w:rtl/>
        </w:rPr>
        <w:t xml:space="preserve"> بيومه</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B371C6" w:rsidRPr="00524A24" w:rsidTr="00B371C6">
        <w:trPr>
          <w:trHeight w:val="350"/>
        </w:trPr>
        <w:tc>
          <w:tcPr>
            <w:tcW w:w="3902" w:type="dxa"/>
          </w:tcPr>
          <w:p w:rsidR="00B371C6" w:rsidRPr="00524A24" w:rsidRDefault="00B371C6" w:rsidP="00B371C6">
            <w:pPr>
              <w:pStyle w:val="libPoem"/>
            </w:pPr>
            <w:r w:rsidRPr="009647FC">
              <w:rPr>
                <w:rtl/>
              </w:rPr>
              <w:lastRenderedPageBreak/>
              <w:t>لم</w:t>
            </w:r>
            <w:r w:rsidR="004C00A8">
              <w:rPr>
                <w:rtl/>
              </w:rPr>
              <w:t xml:space="preserve"> </w:t>
            </w:r>
            <w:r w:rsidRPr="009647FC">
              <w:rPr>
                <w:rtl/>
              </w:rPr>
              <w:t>تقضِ</w:t>
            </w:r>
            <w:r>
              <w:rPr>
                <w:rtl/>
              </w:rPr>
              <w:t xml:space="preserve"> </w:t>
            </w:r>
            <w:r w:rsidRPr="009647FC">
              <w:rPr>
                <w:rtl/>
              </w:rPr>
              <w:t>ثكل</w:t>
            </w:r>
            <w:r>
              <w:rPr>
                <w:rtl/>
              </w:rPr>
              <w:t xml:space="preserve"> </w:t>
            </w:r>
            <w:r w:rsidRPr="009647FC">
              <w:rPr>
                <w:rtl/>
              </w:rPr>
              <w:t>عميدها</w:t>
            </w:r>
            <w:r>
              <w:rPr>
                <w:rtl/>
              </w:rPr>
              <w:t xml:space="preserve"> </w:t>
            </w:r>
            <w:r w:rsidRPr="009647FC">
              <w:rPr>
                <w:rtl/>
              </w:rPr>
              <w:t>بمحرمٍ</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إلاّ</w:t>
            </w:r>
            <w:r w:rsidR="004C00A8">
              <w:rPr>
                <w:rtl/>
              </w:rPr>
              <w:t xml:space="preserve"> </w:t>
            </w:r>
            <w:r w:rsidRPr="009647FC">
              <w:rPr>
                <w:rtl/>
              </w:rPr>
              <w:t>وأردفها</w:t>
            </w:r>
            <w:r>
              <w:rPr>
                <w:rtl/>
              </w:rPr>
              <w:t xml:space="preserve"> </w:t>
            </w:r>
            <w:r w:rsidRPr="009647FC">
              <w:rPr>
                <w:rtl/>
              </w:rPr>
              <w:t>بثكل</w:t>
            </w:r>
            <w:r>
              <w:rPr>
                <w:rtl/>
              </w:rPr>
              <w:t xml:space="preserve"> </w:t>
            </w:r>
            <w:r w:rsidRPr="009647FC">
              <w:rPr>
                <w:rtl/>
              </w:rPr>
              <w:t>عميدِ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يبكي</w:t>
            </w:r>
            <w:r w:rsidR="004C00A8">
              <w:rPr>
                <w:rtl/>
              </w:rPr>
              <w:t xml:space="preserve"> </w:t>
            </w:r>
            <w:r w:rsidRPr="009647FC">
              <w:rPr>
                <w:rtl/>
              </w:rPr>
              <w:t>عليه</w:t>
            </w:r>
            <w:r>
              <w:rPr>
                <w:rtl/>
              </w:rPr>
              <w:t xml:space="preserve"> </w:t>
            </w:r>
            <w:r w:rsidRPr="009647FC">
              <w:rPr>
                <w:rtl/>
              </w:rPr>
              <w:t>الدينُ</w:t>
            </w:r>
            <w:r>
              <w:rPr>
                <w:rtl/>
              </w:rPr>
              <w:t xml:space="preserve"> </w:t>
            </w:r>
            <w:r w:rsidRPr="009647FC">
              <w:rPr>
                <w:rtl/>
              </w:rPr>
              <w:t>بالعين</w:t>
            </w:r>
            <w:r>
              <w:rPr>
                <w:rtl/>
              </w:rPr>
              <w:t xml:space="preserve"> </w:t>
            </w:r>
            <w:r w:rsidRPr="009647FC">
              <w:rPr>
                <w:rtl/>
              </w:rPr>
              <w:t>التي</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بكت</w:t>
            </w:r>
            <w:r>
              <w:rPr>
                <w:rtl/>
              </w:rPr>
              <w:t xml:space="preserve"> </w:t>
            </w:r>
            <w:r w:rsidRPr="009647FC">
              <w:rPr>
                <w:rtl/>
              </w:rPr>
              <w:t>الحسين</w:t>
            </w:r>
            <w:r>
              <w:rPr>
                <w:rtl/>
              </w:rPr>
              <w:t xml:space="preserve">َ </w:t>
            </w:r>
            <w:r w:rsidRPr="009647FC">
              <w:rPr>
                <w:rtl/>
              </w:rPr>
              <w:t>أباه</w:t>
            </w:r>
            <w:r>
              <w:rPr>
                <w:rtl/>
              </w:rPr>
              <w:t xml:space="preserve"> </w:t>
            </w:r>
            <w:r w:rsidRPr="009647FC">
              <w:rPr>
                <w:rtl/>
              </w:rPr>
              <w:t>خير</w:t>
            </w:r>
            <w:r>
              <w:rPr>
                <w:rtl/>
              </w:rPr>
              <w:t xml:space="preserve">َ </w:t>
            </w:r>
            <w:r w:rsidRPr="009647FC">
              <w:rPr>
                <w:rtl/>
              </w:rPr>
              <w:t>شهيدِ</w:t>
            </w:r>
            <w:r w:rsidRPr="00524A24">
              <w:rPr>
                <w:rStyle w:val="libPoemTiniChar0"/>
                <w:rtl/>
              </w:rPr>
              <w:br/>
              <w:t> </w:t>
            </w:r>
          </w:p>
        </w:tc>
      </w:tr>
      <w:tr w:rsidR="00B371C6" w:rsidRPr="00B371C6" w:rsidTr="00B371C6">
        <w:trPr>
          <w:trHeight w:val="350"/>
        </w:trPr>
        <w:tc>
          <w:tcPr>
            <w:tcW w:w="3902" w:type="dxa"/>
          </w:tcPr>
          <w:p w:rsidR="00B371C6" w:rsidRPr="00B371C6" w:rsidRDefault="00B371C6" w:rsidP="00B371C6">
            <w:pPr>
              <w:pStyle w:val="libPoem"/>
            </w:pPr>
            <w:r w:rsidRPr="00B371C6">
              <w:rPr>
                <w:rtl/>
              </w:rPr>
              <w:t>إن يختلط رزءاهما فكلاهما</w:t>
            </w:r>
            <w:r w:rsidRPr="00B371C6">
              <w:rPr>
                <w:rStyle w:val="libPoemTiniChar0"/>
                <w:rtl/>
              </w:rPr>
              <w:br/>
              <w:t> </w:t>
            </w:r>
          </w:p>
        </w:tc>
        <w:tc>
          <w:tcPr>
            <w:tcW w:w="301" w:type="dxa"/>
          </w:tcPr>
          <w:p w:rsidR="00B371C6" w:rsidRPr="00B371C6" w:rsidRDefault="00B371C6" w:rsidP="00B371C6">
            <w:pPr>
              <w:pStyle w:val="libPoem"/>
              <w:rPr>
                <w:rtl/>
              </w:rPr>
            </w:pPr>
          </w:p>
        </w:tc>
        <w:tc>
          <w:tcPr>
            <w:tcW w:w="3884" w:type="dxa"/>
          </w:tcPr>
          <w:p w:rsidR="00B371C6" w:rsidRPr="00B371C6" w:rsidRDefault="00B371C6" w:rsidP="00B371C6">
            <w:pPr>
              <w:pStyle w:val="libPoem"/>
            </w:pPr>
            <w:r w:rsidRPr="00B371C6">
              <w:rPr>
                <w:rtl/>
              </w:rPr>
              <w:t>قصما قَرا الإيمان</w:t>
            </w:r>
            <w:r w:rsidRPr="00B371C6">
              <w:rPr>
                <w:rStyle w:val="libFootnotenumChar"/>
                <w:rtl/>
              </w:rPr>
              <w:t>(1)</w:t>
            </w:r>
            <w:r w:rsidRPr="00B371C6">
              <w:rPr>
                <w:rtl/>
              </w:rPr>
              <w:t xml:space="preserve"> والتوحيدِ</w:t>
            </w:r>
            <w:r w:rsidRPr="00B371C6">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وأرى</w:t>
            </w:r>
            <w:r w:rsidR="004C00A8">
              <w:rPr>
                <w:rtl/>
              </w:rPr>
              <w:t xml:space="preserve"> </w:t>
            </w:r>
            <w:r w:rsidRPr="009647FC">
              <w:rPr>
                <w:rtl/>
              </w:rPr>
              <w:t>القريض</w:t>
            </w:r>
            <w:r>
              <w:rPr>
                <w:rtl/>
              </w:rPr>
              <w:t xml:space="preserve"> </w:t>
            </w:r>
            <w:r w:rsidRPr="009647FC">
              <w:rPr>
                <w:rtl/>
              </w:rPr>
              <w:t>وإن</w:t>
            </w:r>
            <w:r>
              <w:rPr>
                <w:rtl/>
              </w:rPr>
              <w:t xml:space="preserve"> </w:t>
            </w:r>
            <w:r w:rsidRPr="009647FC">
              <w:rPr>
                <w:rtl/>
              </w:rPr>
              <w:t>ملكتُ</w:t>
            </w:r>
            <w:r>
              <w:rPr>
                <w:rtl/>
              </w:rPr>
              <w:t xml:space="preserve"> </w:t>
            </w:r>
            <w:r w:rsidRPr="009647FC">
              <w:rPr>
                <w:rtl/>
              </w:rPr>
              <w:t>زمامه</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وجريتُ</w:t>
            </w:r>
            <w:r w:rsidR="004C00A8">
              <w:rPr>
                <w:rtl/>
              </w:rPr>
              <w:t xml:space="preserve"> </w:t>
            </w:r>
            <w:r w:rsidRPr="009647FC">
              <w:rPr>
                <w:rtl/>
              </w:rPr>
              <w:t>في</w:t>
            </w:r>
            <w:r>
              <w:rPr>
                <w:rtl/>
              </w:rPr>
              <w:t xml:space="preserve"> </w:t>
            </w:r>
            <w:r w:rsidRPr="009647FC">
              <w:rPr>
                <w:rtl/>
              </w:rPr>
              <w:t>أمدٍ</w:t>
            </w:r>
            <w:r>
              <w:rPr>
                <w:rtl/>
              </w:rPr>
              <w:t xml:space="preserve"> </w:t>
            </w:r>
            <w:r w:rsidRPr="009647FC">
              <w:rPr>
                <w:rtl/>
              </w:rPr>
              <w:t>إليه</w:t>
            </w:r>
            <w:r>
              <w:rPr>
                <w:rtl/>
              </w:rPr>
              <w:t xml:space="preserve"> </w:t>
            </w:r>
            <w:r w:rsidRPr="009647FC">
              <w:rPr>
                <w:rtl/>
              </w:rPr>
              <w:t>بعيدِ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لم</w:t>
            </w:r>
            <w:r w:rsidR="004C00A8">
              <w:rPr>
                <w:rtl/>
              </w:rPr>
              <w:t xml:space="preserve"> </w:t>
            </w:r>
            <w:r w:rsidRPr="009647FC">
              <w:rPr>
                <w:rtl/>
              </w:rPr>
              <w:t>ترض</w:t>
            </w:r>
            <w:r>
              <w:rPr>
                <w:rtl/>
              </w:rPr>
              <w:t xml:space="preserve">َ </w:t>
            </w:r>
            <w:r w:rsidRPr="009647FC">
              <w:rPr>
                <w:rtl/>
              </w:rPr>
              <w:t>عنه</w:t>
            </w:r>
            <w:r>
              <w:rPr>
                <w:rtl/>
              </w:rPr>
              <w:t xml:space="preserve"> </w:t>
            </w:r>
            <w:r w:rsidRPr="009647FC">
              <w:rPr>
                <w:rtl/>
              </w:rPr>
              <w:t>غير</w:t>
            </w:r>
            <w:r>
              <w:rPr>
                <w:rtl/>
              </w:rPr>
              <w:t xml:space="preserve">َ </w:t>
            </w:r>
            <w:r w:rsidRPr="009647FC">
              <w:rPr>
                <w:rtl/>
              </w:rPr>
              <w:t>ما</w:t>
            </w:r>
            <w:r>
              <w:rPr>
                <w:rtl/>
              </w:rPr>
              <w:t xml:space="preserve"> </w:t>
            </w:r>
            <w:r w:rsidRPr="009647FC">
              <w:rPr>
                <w:rtl/>
              </w:rPr>
              <w:t>قدّ</w:t>
            </w:r>
            <w:r>
              <w:rPr>
                <w:rtl/>
              </w:rPr>
              <w:t>َ</w:t>
            </w:r>
            <w:r w:rsidRPr="009647FC">
              <w:rPr>
                <w:rtl/>
              </w:rPr>
              <w:t>رته</w:t>
            </w:r>
            <w:r w:rsidRPr="004E7EC6">
              <w:rPr>
                <w:rStyle w:val="libFootnotenumChar"/>
                <w:rtl/>
              </w:rPr>
              <w:t>(2)</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في</w:t>
            </w:r>
            <w:r>
              <w:rPr>
                <w:rtl/>
              </w:rPr>
              <w:t xml:space="preserve"> </w:t>
            </w:r>
            <w:r w:rsidRPr="009647FC">
              <w:rPr>
                <w:rtl/>
              </w:rPr>
              <w:t>مدح</w:t>
            </w:r>
            <w:r>
              <w:rPr>
                <w:rtl/>
              </w:rPr>
              <w:t xml:space="preserve"> </w:t>
            </w:r>
            <w:r w:rsidRPr="009647FC">
              <w:rPr>
                <w:rtl/>
              </w:rPr>
              <w:t>جدِّك</w:t>
            </w:r>
            <w:r>
              <w:rPr>
                <w:rtl/>
              </w:rPr>
              <w:t xml:space="preserve"> </w:t>
            </w:r>
            <w:r w:rsidRPr="009647FC">
              <w:rPr>
                <w:rtl/>
              </w:rPr>
              <w:t>طاهراً</w:t>
            </w:r>
            <w:r w:rsidRPr="004E7EC6">
              <w:rPr>
                <w:rStyle w:val="libFootnotenumChar"/>
                <w:rtl/>
              </w:rPr>
              <w:t>(3)</w:t>
            </w:r>
            <w:r>
              <w:rPr>
                <w:rtl/>
              </w:rPr>
              <w:t xml:space="preserve"> </w:t>
            </w:r>
            <w:r w:rsidRPr="009647FC">
              <w:rPr>
                <w:rtl/>
              </w:rPr>
              <w:t>في</w:t>
            </w:r>
            <w:r>
              <w:rPr>
                <w:rtl/>
              </w:rPr>
              <w:t xml:space="preserve"> </w:t>
            </w:r>
            <w:r w:rsidRPr="009647FC">
              <w:rPr>
                <w:rtl/>
              </w:rPr>
              <w:t>الجيدِ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أمنت</w:t>
            </w:r>
            <w:r>
              <w:rPr>
                <w:rtl/>
              </w:rPr>
              <w:t xml:space="preserve"> </w:t>
            </w:r>
            <w:r w:rsidRPr="009647FC">
              <w:rPr>
                <w:rtl/>
              </w:rPr>
              <w:t>حشاشتُك</w:t>
            </w:r>
            <w:r>
              <w:rPr>
                <w:rtl/>
              </w:rPr>
              <w:t xml:space="preserve"> </w:t>
            </w:r>
            <w:r w:rsidRPr="009647FC">
              <w:rPr>
                <w:rtl/>
              </w:rPr>
              <w:t>الروائع</w:t>
            </w:r>
            <w:r>
              <w:rPr>
                <w:rtl/>
              </w:rPr>
              <w:t xml:space="preserve">َ </w:t>
            </w:r>
            <w:r w:rsidRPr="009647FC">
              <w:rPr>
                <w:rtl/>
              </w:rPr>
              <w:t>لا</w:t>
            </w:r>
            <w:r>
              <w:rPr>
                <w:rtl/>
              </w:rPr>
              <w:t xml:space="preserve"> </w:t>
            </w:r>
            <w:r w:rsidRPr="009647FC">
              <w:rPr>
                <w:rtl/>
              </w:rPr>
              <w:t>تخف</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جور</w:t>
            </w:r>
            <w:r>
              <w:rPr>
                <w:rtl/>
              </w:rPr>
              <w:t xml:space="preserve">َ </w:t>
            </w:r>
            <w:r w:rsidRPr="009647FC">
              <w:rPr>
                <w:rtl/>
              </w:rPr>
              <w:t>الزمان</w:t>
            </w:r>
            <w:r>
              <w:rPr>
                <w:rtl/>
              </w:rPr>
              <w:t xml:space="preserve"> </w:t>
            </w:r>
            <w:r w:rsidRPr="009647FC">
              <w:rPr>
                <w:rtl/>
              </w:rPr>
              <w:t>عليّ</w:t>
            </w:r>
            <w:r>
              <w:rPr>
                <w:rtl/>
              </w:rPr>
              <w:t xml:space="preserve">َ </w:t>
            </w:r>
            <w:r w:rsidRPr="009647FC">
              <w:rPr>
                <w:rtl/>
              </w:rPr>
              <w:t>بالتنكيدِ</w:t>
            </w:r>
            <w:r w:rsidRPr="00524A24">
              <w:rPr>
                <w:rStyle w:val="libPoemTiniChar0"/>
                <w:rtl/>
              </w:rPr>
              <w:br/>
              <w:t> </w:t>
            </w:r>
          </w:p>
        </w:tc>
      </w:tr>
    </w:tbl>
    <w:p w:rsidR="009647FC" w:rsidRPr="00524A24" w:rsidRDefault="009647FC" w:rsidP="004E7EC6">
      <w:pPr>
        <w:pStyle w:val="libNormal"/>
      </w:pPr>
      <w:r w:rsidRPr="009647FC">
        <w:rPr>
          <w:rtl/>
        </w:rPr>
        <w:t>وقال يرثي الحاج مهدي كبّه وقد توفّى في طريق فارس</w:t>
      </w:r>
      <w:r w:rsidR="00D769AB">
        <w:rPr>
          <w:rtl/>
        </w:rPr>
        <w:t>،</w:t>
      </w:r>
      <w:r w:rsidRPr="009647FC">
        <w:rPr>
          <w:rtl/>
        </w:rPr>
        <w:t xml:space="preserve"> ويعزّي والده الحاج محمد صالح</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B371C6" w:rsidRPr="00524A24" w:rsidTr="00B371C6">
        <w:trPr>
          <w:trHeight w:val="350"/>
        </w:trPr>
        <w:tc>
          <w:tcPr>
            <w:tcW w:w="3902" w:type="dxa"/>
          </w:tcPr>
          <w:p w:rsidR="00B371C6" w:rsidRPr="00524A24" w:rsidRDefault="00B371C6" w:rsidP="00B371C6">
            <w:pPr>
              <w:pStyle w:val="libPoem"/>
            </w:pPr>
            <w:r w:rsidRPr="009647FC">
              <w:rPr>
                <w:rtl/>
              </w:rPr>
              <w:t>أغائرٌ</w:t>
            </w:r>
            <w:r w:rsidR="004C00A8">
              <w:rPr>
                <w:rtl/>
              </w:rPr>
              <w:t xml:space="preserve"> </w:t>
            </w:r>
            <w:r w:rsidRPr="009647FC">
              <w:rPr>
                <w:rtl/>
              </w:rPr>
              <w:t>دمعك</w:t>
            </w:r>
            <w:r>
              <w:rPr>
                <w:rtl/>
              </w:rPr>
              <w:t xml:space="preserve"> </w:t>
            </w:r>
            <w:r w:rsidRPr="009647FC">
              <w:rPr>
                <w:rtl/>
              </w:rPr>
              <w:t>أم</w:t>
            </w:r>
            <w:r>
              <w:rPr>
                <w:rtl/>
              </w:rPr>
              <w:t xml:space="preserve"> </w:t>
            </w:r>
            <w:r w:rsidRPr="009647FC">
              <w:rPr>
                <w:rtl/>
              </w:rPr>
              <w:t>منجدُ</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قد</w:t>
            </w:r>
            <w:r w:rsidR="004C00A8">
              <w:rPr>
                <w:rtl/>
              </w:rPr>
              <w:t xml:space="preserve"> </w:t>
            </w:r>
            <w:r w:rsidRPr="009647FC">
              <w:rPr>
                <w:rtl/>
              </w:rPr>
              <w:t>رحل</w:t>
            </w:r>
            <w:r>
              <w:rPr>
                <w:rtl/>
              </w:rPr>
              <w:t xml:space="preserve"> </w:t>
            </w:r>
            <w:r w:rsidRPr="009647FC">
              <w:rPr>
                <w:rtl/>
              </w:rPr>
              <w:t>الصبرُ</w:t>
            </w:r>
            <w:r>
              <w:rPr>
                <w:rtl/>
              </w:rPr>
              <w:t xml:space="preserve"> </w:t>
            </w:r>
            <w:r w:rsidRPr="009647FC">
              <w:rPr>
                <w:rtl/>
              </w:rPr>
              <w:t>ولا</w:t>
            </w:r>
            <w:r>
              <w:rPr>
                <w:rtl/>
              </w:rPr>
              <w:t xml:space="preserve"> </w:t>
            </w:r>
            <w:r w:rsidRPr="009647FC">
              <w:rPr>
                <w:rtl/>
              </w:rPr>
              <w:t>منجدُ</w:t>
            </w:r>
            <w:r w:rsidRPr="004E7EC6">
              <w:rPr>
                <w:rStyle w:val="libFootnotenumChar"/>
                <w:rtl/>
              </w:rPr>
              <w:t>(4)</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يا</w:t>
            </w:r>
            <w:r w:rsidR="004C00A8">
              <w:rPr>
                <w:rtl/>
              </w:rPr>
              <w:t xml:space="preserve"> </w:t>
            </w:r>
            <w:r w:rsidRPr="009647FC">
              <w:rPr>
                <w:rtl/>
              </w:rPr>
              <w:t>رابط</w:t>
            </w:r>
            <w:r>
              <w:rPr>
                <w:rtl/>
              </w:rPr>
              <w:t xml:space="preserve"> </w:t>
            </w:r>
            <w:r w:rsidRPr="009647FC">
              <w:rPr>
                <w:rtl/>
              </w:rPr>
              <w:t>الأحشاء</w:t>
            </w:r>
            <w:r>
              <w:rPr>
                <w:rtl/>
              </w:rPr>
              <w:t xml:space="preserve"> </w:t>
            </w:r>
            <w:r w:rsidRPr="009647FC">
              <w:rPr>
                <w:rtl/>
              </w:rPr>
              <w:t>في</w:t>
            </w:r>
            <w:r>
              <w:rPr>
                <w:rtl/>
              </w:rPr>
              <w:t xml:space="preserve"> </w:t>
            </w:r>
            <w:r w:rsidRPr="009647FC">
              <w:rPr>
                <w:rtl/>
              </w:rPr>
              <w:t>راحةٍ</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قد</w:t>
            </w:r>
            <w:r>
              <w:rPr>
                <w:rtl/>
              </w:rPr>
              <w:t xml:space="preserve"> </w:t>
            </w:r>
            <w:r w:rsidRPr="009647FC">
              <w:rPr>
                <w:rtl/>
              </w:rPr>
              <w:t>نضجت</w:t>
            </w:r>
            <w:r>
              <w:rPr>
                <w:rtl/>
              </w:rPr>
              <w:t xml:space="preserve"> </w:t>
            </w:r>
            <w:r w:rsidRPr="009647FC">
              <w:rPr>
                <w:rtl/>
              </w:rPr>
              <w:t>بالجمر</w:t>
            </w:r>
            <w:r>
              <w:rPr>
                <w:rtl/>
              </w:rPr>
              <w:t xml:space="preserve"> </w:t>
            </w:r>
            <w:r w:rsidRPr="009647FC">
              <w:rPr>
                <w:rtl/>
              </w:rPr>
              <w:t>ما</w:t>
            </w:r>
            <w:r>
              <w:rPr>
                <w:rtl/>
              </w:rPr>
              <w:t xml:space="preserve"> </w:t>
            </w:r>
            <w:r w:rsidRPr="009647FC">
              <w:rPr>
                <w:rtl/>
              </w:rPr>
              <w:t>تقصدُ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لا</w:t>
            </w:r>
            <w:r>
              <w:rPr>
                <w:rtl/>
              </w:rPr>
              <w:t xml:space="preserve"> </w:t>
            </w:r>
            <w:r w:rsidRPr="009647FC">
              <w:rPr>
                <w:rtl/>
              </w:rPr>
              <w:t>تلتمسْ</w:t>
            </w:r>
            <w:r>
              <w:rPr>
                <w:rtl/>
              </w:rPr>
              <w:t xml:space="preserve"> </w:t>
            </w:r>
            <w:r w:rsidRPr="009647FC">
              <w:rPr>
                <w:rtl/>
              </w:rPr>
              <w:t>قلبك</w:t>
            </w:r>
            <w:r>
              <w:rPr>
                <w:rtl/>
              </w:rPr>
              <w:t xml:space="preserve"> </w:t>
            </w:r>
            <w:r w:rsidRPr="009647FC">
              <w:rPr>
                <w:rtl/>
              </w:rPr>
              <w:t>في</w:t>
            </w:r>
            <w:r>
              <w:rPr>
                <w:rtl/>
              </w:rPr>
              <w:t xml:space="preserve"> </w:t>
            </w:r>
            <w:r w:rsidRPr="009647FC">
              <w:rPr>
                <w:rtl/>
              </w:rPr>
              <w:t>جذوةٍ</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ما</w:t>
            </w:r>
            <w:r>
              <w:rPr>
                <w:rtl/>
              </w:rPr>
              <w:t xml:space="preserve"> </w:t>
            </w:r>
            <w:r w:rsidRPr="009647FC">
              <w:rPr>
                <w:rtl/>
              </w:rPr>
              <w:t>بقيتْ</w:t>
            </w:r>
            <w:r>
              <w:rPr>
                <w:rtl/>
              </w:rPr>
              <w:t xml:space="preserve"> </w:t>
            </w:r>
            <w:r w:rsidRPr="009647FC">
              <w:rPr>
                <w:rtl/>
              </w:rPr>
              <w:t>منك</w:t>
            </w:r>
            <w:r>
              <w:rPr>
                <w:rtl/>
              </w:rPr>
              <w:t xml:space="preserve">َ </w:t>
            </w:r>
            <w:r w:rsidRPr="009647FC">
              <w:rPr>
                <w:rtl/>
              </w:rPr>
              <w:t>عليها</w:t>
            </w:r>
            <w:r>
              <w:rPr>
                <w:rtl/>
              </w:rPr>
              <w:t xml:space="preserve"> </w:t>
            </w:r>
            <w:r w:rsidRPr="009647FC">
              <w:rPr>
                <w:rtl/>
              </w:rPr>
              <w:t>يدُ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أخلت</w:t>
            </w:r>
            <w:r w:rsidR="004C00A8">
              <w:rPr>
                <w:rtl/>
              </w:rPr>
              <w:t xml:space="preserve"> </w:t>
            </w:r>
            <w:r w:rsidRPr="009647FC">
              <w:rPr>
                <w:rtl/>
              </w:rPr>
              <w:t>يبقى</w:t>
            </w:r>
            <w:r>
              <w:rPr>
                <w:rtl/>
              </w:rPr>
              <w:t xml:space="preserve"> </w:t>
            </w:r>
            <w:r w:rsidRPr="009647FC">
              <w:rPr>
                <w:rtl/>
              </w:rPr>
              <w:t>لك</w:t>
            </w:r>
            <w:r>
              <w:rPr>
                <w:rtl/>
              </w:rPr>
              <w:t xml:space="preserve"> </w:t>
            </w:r>
            <w:r w:rsidRPr="009647FC">
              <w:rPr>
                <w:rtl/>
              </w:rPr>
              <w:t>قلبٌ</w:t>
            </w:r>
            <w:r>
              <w:rPr>
                <w:rtl/>
              </w:rPr>
              <w:t xml:space="preserve"> </w:t>
            </w:r>
            <w:r w:rsidRPr="009647FC">
              <w:rPr>
                <w:rtl/>
              </w:rPr>
              <w:t>على</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فاغرة</w:t>
            </w:r>
            <w:r w:rsidR="004C00A8">
              <w:rPr>
                <w:rtl/>
              </w:rPr>
              <w:t xml:space="preserve"> </w:t>
            </w:r>
            <w:r w:rsidRPr="009647FC">
              <w:rPr>
                <w:rtl/>
              </w:rPr>
              <w:t>الوجد</w:t>
            </w:r>
            <w:r>
              <w:rPr>
                <w:rtl/>
              </w:rPr>
              <w:t xml:space="preserve"> </w:t>
            </w:r>
            <w:r w:rsidRPr="009647FC">
              <w:rPr>
                <w:rtl/>
              </w:rPr>
              <w:t>ولا</w:t>
            </w:r>
            <w:r>
              <w:rPr>
                <w:rtl/>
              </w:rPr>
              <w:t xml:space="preserve"> </w:t>
            </w:r>
            <w:r w:rsidRPr="009647FC">
              <w:rPr>
                <w:rtl/>
              </w:rPr>
              <w:t>يفقدُ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وإنّ</w:t>
            </w:r>
            <w:r>
              <w:rPr>
                <w:rtl/>
              </w:rPr>
              <w:t xml:space="preserve">َ </w:t>
            </w:r>
            <w:r w:rsidRPr="009647FC">
              <w:rPr>
                <w:rtl/>
              </w:rPr>
              <w:t>قلباً</w:t>
            </w:r>
            <w:r>
              <w:rPr>
                <w:rtl/>
              </w:rPr>
              <w:t xml:space="preserve"> </w:t>
            </w:r>
            <w:r w:rsidRPr="009647FC">
              <w:rPr>
                <w:rtl/>
              </w:rPr>
              <w:t>بين</w:t>
            </w:r>
            <w:r>
              <w:rPr>
                <w:rtl/>
              </w:rPr>
              <w:t xml:space="preserve"> </w:t>
            </w:r>
            <w:r w:rsidRPr="009647FC">
              <w:rPr>
                <w:rtl/>
              </w:rPr>
              <w:t>أنيابها</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طاح</w:t>
            </w:r>
            <w:r w:rsidR="004C00A8">
              <w:rPr>
                <w:rtl/>
              </w:rPr>
              <w:t xml:space="preserve"> </w:t>
            </w:r>
            <w:r w:rsidRPr="009647FC">
              <w:rPr>
                <w:rtl/>
              </w:rPr>
              <w:t>شظايا</w:t>
            </w:r>
            <w:r>
              <w:rPr>
                <w:rtl/>
              </w:rPr>
              <w:t xml:space="preserve"> </w:t>
            </w:r>
            <w:r w:rsidRPr="009647FC">
              <w:rPr>
                <w:rtl/>
              </w:rPr>
              <w:t>كيف</w:t>
            </w:r>
            <w:r>
              <w:rPr>
                <w:rtl/>
              </w:rPr>
              <w:t xml:space="preserve"> </w:t>
            </w:r>
            <w:r w:rsidRPr="009647FC">
              <w:rPr>
                <w:rtl/>
              </w:rPr>
              <w:t>لا</w:t>
            </w:r>
            <w:r>
              <w:rPr>
                <w:rtl/>
              </w:rPr>
              <w:t xml:space="preserve"> </w:t>
            </w:r>
            <w:r w:rsidRPr="009647FC">
              <w:rPr>
                <w:rtl/>
              </w:rPr>
              <w:t>يزردُ</w:t>
            </w:r>
            <w:r w:rsidRPr="004E7EC6">
              <w:rPr>
                <w:rStyle w:val="libFootnotenumChar"/>
                <w:rtl/>
              </w:rPr>
              <w:t>(5)</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حسبك</w:t>
            </w:r>
            <w:r>
              <w:rPr>
                <w:rtl/>
              </w:rPr>
              <w:t xml:space="preserve"> </w:t>
            </w:r>
            <w:r w:rsidRPr="009647FC">
              <w:rPr>
                <w:rtl/>
              </w:rPr>
              <w:t>منها</w:t>
            </w:r>
            <w:r>
              <w:rPr>
                <w:rtl/>
              </w:rPr>
              <w:t xml:space="preserve"> </w:t>
            </w:r>
            <w:r w:rsidRPr="009647FC">
              <w:rPr>
                <w:rtl/>
              </w:rPr>
              <w:t>زفرةً</w:t>
            </w:r>
            <w:r>
              <w:rPr>
                <w:rtl/>
              </w:rPr>
              <w:t xml:space="preserve"> </w:t>
            </w:r>
            <w:r w:rsidRPr="009647FC">
              <w:rPr>
                <w:rtl/>
              </w:rPr>
              <w:t>لو</w:t>
            </w:r>
            <w:r>
              <w:rPr>
                <w:rtl/>
              </w:rPr>
              <w:t xml:space="preserve"> </w:t>
            </w:r>
            <w:r w:rsidRPr="009647FC">
              <w:rPr>
                <w:rtl/>
              </w:rPr>
              <w:t>غدتْ</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في</w:t>
            </w:r>
            <w:r>
              <w:rPr>
                <w:rtl/>
              </w:rPr>
              <w:t xml:space="preserve"> </w:t>
            </w:r>
            <w:r w:rsidRPr="009647FC">
              <w:rPr>
                <w:rtl/>
              </w:rPr>
              <w:t>جلدٍ</w:t>
            </w:r>
            <w:r>
              <w:rPr>
                <w:rtl/>
              </w:rPr>
              <w:t xml:space="preserve"> </w:t>
            </w:r>
            <w:r w:rsidRPr="009647FC">
              <w:rPr>
                <w:rtl/>
              </w:rPr>
              <w:t>منها</w:t>
            </w:r>
            <w:r>
              <w:rPr>
                <w:rtl/>
              </w:rPr>
              <w:t xml:space="preserve"> </w:t>
            </w:r>
            <w:r w:rsidRPr="009647FC">
              <w:rPr>
                <w:rtl/>
              </w:rPr>
              <w:t>نزا</w:t>
            </w:r>
            <w:r>
              <w:rPr>
                <w:rtl/>
              </w:rPr>
              <w:t xml:space="preserve"> </w:t>
            </w:r>
            <w:r w:rsidRPr="009647FC">
              <w:rPr>
                <w:rtl/>
              </w:rPr>
              <w:t>الجلدُ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كم</w:t>
            </w:r>
            <w:r>
              <w:rPr>
                <w:rtl/>
              </w:rPr>
              <w:t xml:space="preserve"> </w:t>
            </w:r>
            <w:r w:rsidRPr="009647FC">
              <w:rPr>
                <w:rtl/>
              </w:rPr>
              <w:t>هزّ</w:t>
            </w:r>
            <w:r>
              <w:rPr>
                <w:rtl/>
              </w:rPr>
              <w:t xml:space="preserve">َ </w:t>
            </w:r>
            <w:r w:rsidRPr="009647FC">
              <w:rPr>
                <w:rtl/>
              </w:rPr>
              <w:t>أضلاع</w:t>
            </w:r>
            <w:r>
              <w:rPr>
                <w:rtl/>
              </w:rPr>
              <w:t>َ</w:t>
            </w:r>
            <w:r w:rsidRPr="009647FC">
              <w:rPr>
                <w:rtl/>
              </w:rPr>
              <w:t>ك</w:t>
            </w:r>
            <w:r>
              <w:rPr>
                <w:rtl/>
              </w:rPr>
              <w:t xml:space="preserve"> </w:t>
            </w:r>
            <w:r w:rsidRPr="009647FC">
              <w:rPr>
                <w:rtl/>
              </w:rPr>
              <w:t>من</w:t>
            </w:r>
            <w:r>
              <w:rPr>
                <w:rtl/>
              </w:rPr>
              <w:t xml:space="preserve"> </w:t>
            </w:r>
            <w:r w:rsidRPr="009647FC">
              <w:rPr>
                <w:rtl/>
              </w:rPr>
              <w:t>فوقها</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حتى</w:t>
            </w:r>
            <w:r>
              <w:rPr>
                <w:rtl/>
              </w:rPr>
              <w:t xml:space="preserve"> </w:t>
            </w:r>
            <w:r w:rsidRPr="009647FC">
              <w:rPr>
                <w:rtl/>
              </w:rPr>
              <w:t>تلاقين</w:t>
            </w:r>
            <w:r>
              <w:rPr>
                <w:rtl/>
              </w:rPr>
              <w:t xml:space="preserve"> </w:t>
            </w:r>
            <w:r w:rsidRPr="009647FC">
              <w:rPr>
                <w:rtl/>
              </w:rPr>
              <w:t>جوىً</w:t>
            </w:r>
            <w:r>
              <w:rPr>
                <w:rtl/>
              </w:rPr>
              <w:t xml:space="preserve"> </w:t>
            </w:r>
            <w:r w:rsidRPr="009647FC">
              <w:rPr>
                <w:rtl/>
              </w:rPr>
              <w:t>مكمدُ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فساقطت</w:t>
            </w:r>
            <w:r>
              <w:rPr>
                <w:rtl/>
              </w:rPr>
              <w:t xml:space="preserve"> </w:t>
            </w:r>
            <w:r w:rsidRPr="009647FC">
              <w:rPr>
                <w:rtl/>
              </w:rPr>
              <w:t>منك</w:t>
            </w:r>
            <w:r>
              <w:rPr>
                <w:rtl/>
              </w:rPr>
              <w:t xml:space="preserve"> </w:t>
            </w:r>
            <w:r w:rsidRPr="009647FC">
              <w:rPr>
                <w:rtl/>
              </w:rPr>
              <w:t>الحشا</w:t>
            </w:r>
            <w:r>
              <w:rPr>
                <w:rtl/>
              </w:rPr>
              <w:t xml:space="preserve"> </w:t>
            </w:r>
            <w:r w:rsidRPr="009647FC">
              <w:rPr>
                <w:rtl/>
              </w:rPr>
              <w:t>أدمعا</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حمراً</w:t>
            </w:r>
            <w:r w:rsidR="004C00A8">
              <w:rPr>
                <w:rtl/>
              </w:rPr>
              <w:t xml:space="preserve"> </w:t>
            </w:r>
            <w:r w:rsidRPr="009647FC">
              <w:rPr>
                <w:rtl/>
              </w:rPr>
              <w:t>على</w:t>
            </w:r>
            <w:r>
              <w:rPr>
                <w:rtl/>
              </w:rPr>
              <w:t xml:space="preserve"> </w:t>
            </w:r>
            <w:r w:rsidRPr="009647FC">
              <w:rPr>
                <w:rtl/>
              </w:rPr>
              <w:t>ذوب</w:t>
            </w:r>
            <w:r>
              <w:rPr>
                <w:rtl/>
              </w:rPr>
              <w:t xml:space="preserve"> </w:t>
            </w:r>
            <w:r w:rsidRPr="009647FC">
              <w:rPr>
                <w:rtl/>
              </w:rPr>
              <w:t>الحشا</w:t>
            </w:r>
            <w:r>
              <w:rPr>
                <w:rtl/>
              </w:rPr>
              <w:t xml:space="preserve"> </w:t>
            </w:r>
            <w:r w:rsidRPr="009647FC">
              <w:rPr>
                <w:rtl/>
              </w:rPr>
              <w:t>تشهدُ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لو</w:t>
            </w:r>
            <w:r>
              <w:rPr>
                <w:rtl/>
              </w:rPr>
              <w:t xml:space="preserve"> </w:t>
            </w:r>
            <w:r w:rsidRPr="009647FC">
              <w:rPr>
                <w:rtl/>
              </w:rPr>
              <w:t>تعلم</w:t>
            </w:r>
            <w:r>
              <w:rPr>
                <w:rtl/>
              </w:rPr>
              <w:t xml:space="preserve"> </w:t>
            </w:r>
            <w:r w:rsidRPr="009647FC">
              <w:rPr>
                <w:rtl/>
              </w:rPr>
              <w:t>الأيامُ</w:t>
            </w:r>
            <w:r>
              <w:rPr>
                <w:rtl/>
              </w:rPr>
              <w:t xml:space="preserve"> </w:t>
            </w:r>
            <w:r w:rsidRPr="009647FC">
              <w:rPr>
                <w:rtl/>
              </w:rPr>
              <w:t>ماذا</w:t>
            </w:r>
            <w:r>
              <w:rPr>
                <w:rtl/>
              </w:rPr>
              <w:t xml:space="preserve"> </w:t>
            </w:r>
            <w:r w:rsidRPr="009647FC">
              <w:rPr>
                <w:rtl/>
              </w:rPr>
              <w:t>جنت</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إذاً</w:t>
            </w:r>
            <w:r>
              <w:rPr>
                <w:rtl/>
              </w:rPr>
              <w:t xml:space="preserve"> </w:t>
            </w:r>
            <w:r w:rsidRPr="009647FC">
              <w:rPr>
                <w:rtl/>
              </w:rPr>
              <w:t>لودّ</w:t>
            </w:r>
            <w:r>
              <w:rPr>
                <w:rtl/>
              </w:rPr>
              <w:t>َ</w:t>
            </w:r>
            <w:r w:rsidRPr="009647FC">
              <w:rPr>
                <w:rtl/>
              </w:rPr>
              <w:t>ت</w:t>
            </w:r>
            <w:r>
              <w:rPr>
                <w:rtl/>
              </w:rPr>
              <w:t xml:space="preserve"> </w:t>
            </w:r>
            <w:r w:rsidRPr="009647FC">
              <w:rPr>
                <w:rtl/>
              </w:rPr>
              <w:t>أنّها</w:t>
            </w:r>
            <w:r>
              <w:rPr>
                <w:rtl/>
              </w:rPr>
              <w:t xml:space="preserve"> </w:t>
            </w:r>
            <w:r w:rsidRPr="009647FC">
              <w:rPr>
                <w:rtl/>
              </w:rPr>
              <w:t>تنفدُ</w:t>
            </w:r>
            <w:r w:rsidRPr="00524A24">
              <w:rPr>
                <w:rStyle w:val="libPoemTiniChar0"/>
                <w:rtl/>
              </w:rPr>
              <w:br/>
              <w:t> </w:t>
            </w:r>
          </w:p>
        </w:tc>
      </w:tr>
      <w:tr w:rsidR="00B371C6" w:rsidRPr="00B371C6" w:rsidTr="00B371C6">
        <w:trPr>
          <w:trHeight w:val="350"/>
        </w:trPr>
        <w:tc>
          <w:tcPr>
            <w:tcW w:w="3902" w:type="dxa"/>
          </w:tcPr>
          <w:p w:rsidR="00B371C6" w:rsidRPr="00B371C6" w:rsidRDefault="00B371C6" w:rsidP="00B371C6">
            <w:pPr>
              <w:pStyle w:val="libPoem"/>
            </w:pPr>
            <w:r w:rsidRPr="00B371C6">
              <w:rPr>
                <w:rtl/>
              </w:rPr>
              <w:t>لقد أجلَّت رزَء خطبٍ لها</w:t>
            </w:r>
            <w:r w:rsidRPr="00B371C6">
              <w:rPr>
                <w:rStyle w:val="libPoemTiniChar0"/>
                <w:rtl/>
              </w:rPr>
              <w:br/>
              <w:t> </w:t>
            </w:r>
          </w:p>
        </w:tc>
        <w:tc>
          <w:tcPr>
            <w:tcW w:w="301" w:type="dxa"/>
          </w:tcPr>
          <w:p w:rsidR="00B371C6" w:rsidRPr="00B371C6" w:rsidRDefault="00B371C6" w:rsidP="00B371C6">
            <w:pPr>
              <w:pStyle w:val="libPoem"/>
              <w:rPr>
                <w:rtl/>
              </w:rPr>
            </w:pPr>
          </w:p>
        </w:tc>
        <w:tc>
          <w:tcPr>
            <w:tcW w:w="3884" w:type="dxa"/>
          </w:tcPr>
          <w:p w:rsidR="00B371C6" w:rsidRPr="00B371C6" w:rsidRDefault="00B371C6" w:rsidP="00B371C6">
            <w:pPr>
              <w:pStyle w:val="libPoem"/>
            </w:pPr>
            <w:r w:rsidRPr="00B371C6">
              <w:rPr>
                <w:rtl/>
              </w:rPr>
              <w:t>في</w:t>
            </w:r>
            <w:r w:rsidR="004C00A8">
              <w:rPr>
                <w:rtl/>
              </w:rPr>
              <w:t xml:space="preserve"> </w:t>
            </w:r>
            <w:r w:rsidRPr="00B371C6">
              <w:rPr>
                <w:rtl/>
              </w:rPr>
              <w:t>كلّ قلبٍ مأتماً يُعقدُ</w:t>
            </w:r>
            <w:r w:rsidRPr="00B371C6">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الإسلام</w:t>
      </w:r>
      <w:r w:rsidR="00D769AB">
        <w:rPr>
          <w:rtl/>
        </w:rPr>
        <w:t>.</w:t>
      </w:r>
      <w:r w:rsidRPr="009647FC">
        <w:rPr>
          <w:rtl/>
        </w:rPr>
        <w:t xml:space="preserve"> وقرا</w:t>
      </w:r>
      <w:r w:rsidR="00D769AB">
        <w:rPr>
          <w:rtl/>
        </w:rPr>
        <w:t>:</w:t>
      </w:r>
      <w:r w:rsidRPr="009647FC">
        <w:rPr>
          <w:rtl/>
        </w:rPr>
        <w:t xml:space="preserve"> بفتح القاف</w:t>
      </w:r>
      <w:r w:rsidR="00D769AB">
        <w:rPr>
          <w:rtl/>
        </w:rPr>
        <w:t>.</w:t>
      </w:r>
      <w:r w:rsidRPr="009647FC">
        <w:rPr>
          <w:rtl/>
        </w:rPr>
        <w:t xml:space="preserve"> الظهر</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وفيه</w:t>
      </w:r>
      <w:r w:rsidR="00D769AB">
        <w:rPr>
          <w:rtl/>
        </w:rPr>
        <w:t>:</w:t>
      </w:r>
      <w:r w:rsidRPr="009647FC">
        <w:rPr>
          <w:rtl/>
        </w:rPr>
        <w:t xml:space="preserve"> فلدته</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وفيه</w:t>
      </w:r>
      <w:r w:rsidR="00D769AB">
        <w:rPr>
          <w:rtl/>
        </w:rPr>
        <w:t>:</w:t>
      </w:r>
      <w:r w:rsidRPr="009647FC">
        <w:rPr>
          <w:rtl/>
        </w:rPr>
        <w:t xml:space="preserve"> طائراً</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منجد</w:t>
      </w:r>
      <w:r w:rsidR="00D769AB">
        <w:rPr>
          <w:rtl/>
        </w:rPr>
        <w:t>:</w:t>
      </w:r>
      <w:r w:rsidRPr="009647FC">
        <w:rPr>
          <w:rtl/>
        </w:rPr>
        <w:t xml:space="preserve"> الأولى بلاد نجد</w:t>
      </w:r>
      <w:r w:rsidR="00D769AB">
        <w:rPr>
          <w:rtl/>
        </w:rPr>
        <w:t>،</w:t>
      </w:r>
      <w:r w:rsidRPr="009647FC">
        <w:rPr>
          <w:rtl/>
        </w:rPr>
        <w:t xml:space="preserve"> والثانية</w:t>
      </w:r>
      <w:r w:rsidR="00D769AB">
        <w:rPr>
          <w:rtl/>
        </w:rPr>
        <w:t>،</w:t>
      </w:r>
      <w:r w:rsidRPr="009647FC">
        <w:rPr>
          <w:rtl/>
        </w:rPr>
        <w:t xml:space="preserve"> المساعد</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يزرد</w:t>
      </w:r>
      <w:r w:rsidR="00D769AB">
        <w:rPr>
          <w:rtl/>
        </w:rPr>
        <w:t>:</w:t>
      </w:r>
      <w:r w:rsidRPr="009647FC">
        <w:rPr>
          <w:rtl/>
        </w:rPr>
        <w:t xml:space="preserve"> يبلع</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B371C6" w:rsidRPr="00B371C6" w:rsidTr="00B371C6">
        <w:trPr>
          <w:trHeight w:val="350"/>
        </w:trPr>
        <w:tc>
          <w:tcPr>
            <w:tcW w:w="3902" w:type="dxa"/>
          </w:tcPr>
          <w:p w:rsidR="00B371C6" w:rsidRPr="00B371C6" w:rsidRDefault="00B371C6" w:rsidP="00B371C6">
            <w:pPr>
              <w:pStyle w:val="libPoem"/>
            </w:pPr>
            <w:r w:rsidRPr="00B371C6">
              <w:rPr>
                <w:rtl/>
              </w:rPr>
              <w:lastRenderedPageBreak/>
              <w:t>إذ كوّرت شمساً، بنو المصطفى</w:t>
            </w:r>
            <w:r w:rsidRPr="00B371C6">
              <w:rPr>
                <w:rStyle w:val="libPoemTiniChar0"/>
                <w:rtl/>
              </w:rPr>
              <w:br/>
              <w:t> </w:t>
            </w:r>
          </w:p>
        </w:tc>
        <w:tc>
          <w:tcPr>
            <w:tcW w:w="301" w:type="dxa"/>
          </w:tcPr>
          <w:p w:rsidR="00B371C6" w:rsidRPr="00B371C6" w:rsidRDefault="00B371C6" w:rsidP="00B371C6">
            <w:pPr>
              <w:pStyle w:val="libPoem"/>
              <w:rPr>
                <w:rtl/>
              </w:rPr>
            </w:pPr>
          </w:p>
        </w:tc>
        <w:tc>
          <w:tcPr>
            <w:tcW w:w="3884" w:type="dxa"/>
          </w:tcPr>
          <w:p w:rsidR="00B371C6" w:rsidRPr="00B371C6" w:rsidRDefault="00B371C6" w:rsidP="00B371C6">
            <w:pPr>
              <w:pStyle w:val="libPoem"/>
            </w:pPr>
            <w:r w:rsidRPr="00B371C6">
              <w:rPr>
                <w:rtl/>
              </w:rPr>
              <w:t>فيها</w:t>
            </w:r>
            <w:r w:rsidR="004C00A8">
              <w:rPr>
                <w:rtl/>
              </w:rPr>
              <w:t xml:space="preserve"> </w:t>
            </w:r>
            <w:r w:rsidRPr="00B371C6">
              <w:rPr>
                <w:rtl/>
              </w:rPr>
              <w:t>ترجَّوا أفقَهم يسعدُ</w:t>
            </w:r>
            <w:r w:rsidRPr="00B371C6">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الله</w:t>
            </w:r>
            <w:r>
              <w:rPr>
                <w:rtl/>
              </w:rPr>
              <w:t xml:space="preserve">َ </w:t>
            </w:r>
            <w:r w:rsidRPr="009647FC">
              <w:rPr>
                <w:rtl/>
              </w:rPr>
              <w:t>يا</w:t>
            </w:r>
            <w:r>
              <w:rPr>
                <w:rtl/>
              </w:rPr>
              <w:t xml:space="preserve"> </w:t>
            </w:r>
            <w:r w:rsidRPr="009647FC">
              <w:rPr>
                <w:rtl/>
              </w:rPr>
              <w:t>دهرُ</w:t>
            </w:r>
            <w:r>
              <w:rPr>
                <w:rtl/>
              </w:rPr>
              <w:t xml:space="preserve"> </w:t>
            </w:r>
            <w:r w:rsidRPr="009647FC">
              <w:rPr>
                <w:rtl/>
              </w:rPr>
              <w:t>أبيناهُم</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في</w:t>
            </w:r>
            <w:r w:rsidR="004C00A8">
              <w:rPr>
                <w:rtl/>
              </w:rPr>
              <w:t xml:space="preserve"> </w:t>
            </w:r>
            <w:r w:rsidRPr="009647FC">
              <w:rPr>
                <w:rtl/>
              </w:rPr>
              <w:t>زهو</w:t>
            </w:r>
            <w:r>
              <w:rPr>
                <w:rtl/>
              </w:rPr>
              <w:t xml:space="preserve"> </w:t>
            </w:r>
            <w:r w:rsidRPr="009647FC">
              <w:rPr>
                <w:rtl/>
              </w:rPr>
              <w:t>بشرٍ</w:t>
            </w:r>
            <w:r>
              <w:rPr>
                <w:rtl/>
              </w:rPr>
              <w:t xml:space="preserve"> </w:t>
            </w:r>
            <w:r w:rsidRPr="009647FC">
              <w:rPr>
                <w:rtl/>
              </w:rPr>
              <w:t>للعدى</w:t>
            </w:r>
            <w:r>
              <w:rPr>
                <w:rtl/>
              </w:rPr>
              <w:t xml:space="preserve"> </w:t>
            </w:r>
            <w:r w:rsidRPr="009647FC">
              <w:rPr>
                <w:rtl/>
              </w:rPr>
              <w:t>تكمدُ؟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وبينما</w:t>
            </w:r>
            <w:r>
              <w:rPr>
                <w:rtl/>
              </w:rPr>
              <w:t xml:space="preserve"> </w:t>
            </w:r>
            <w:r w:rsidRPr="009647FC">
              <w:rPr>
                <w:rtl/>
              </w:rPr>
              <w:t>في</w:t>
            </w:r>
            <w:r>
              <w:rPr>
                <w:rtl/>
              </w:rPr>
              <w:t xml:space="preserve"> </w:t>
            </w:r>
            <w:r w:rsidRPr="009647FC">
              <w:rPr>
                <w:rtl/>
              </w:rPr>
              <w:t>فرط</w:t>
            </w:r>
            <w:r>
              <w:rPr>
                <w:rtl/>
              </w:rPr>
              <w:t xml:space="preserve"> </w:t>
            </w:r>
            <w:r w:rsidRPr="009647FC">
              <w:rPr>
                <w:rtl/>
              </w:rPr>
              <w:t>إبهاجهم</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فيها</w:t>
            </w:r>
            <w:r w:rsidR="004C00A8">
              <w:rPr>
                <w:rtl/>
              </w:rPr>
              <w:t xml:space="preserve"> </w:t>
            </w:r>
            <w:r w:rsidRPr="009647FC">
              <w:rPr>
                <w:rtl/>
              </w:rPr>
              <w:t>لأثواب</w:t>
            </w:r>
            <w:r>
              <w:rPr>
                <w:rtl/>
              </w:rPr>
              <w:t xml:space="preserve"> </w:t>
            </w:r>
            <w:r w:rsidRPr="009647FC">
              <w:rPr>
                <w:rtl/>
              </w:rPr>
              <w:t>الهنا</w:t>
            </w:r>
            <w:r>
              <w:rPr>
                <w:rtl/>
              </w:rPr>
              <w:t xml:space="preserve"> </w:t>
            </w:r>
            <w:r w:rsidRPr="009647FC">
              <w:rPr>
                <w:rtl/>
              </w:rPr>
              <w:t>جدّ</w:t>
            </w:r>
            <w:r>
              <w:rPr>
                <w:rtl/>
              </w:rPr>
              <w:t>َ</w:t>
            </w:r>
            <w:r w:rsidRPr="009647FC">
              <w:rPr>
                <w:rtl/>
              </w:rPr>
              <w:t>دوا؟</w:t>
            </w:r>
            <w:r w:rsidRPr="00524A24">
              <w:rPr>
                <w:rStyle w:val="libPoemTiniChar0"/>
                <w:rtl/>
              </w:rPr>
              <w:br/>
              <w:t> </w:t>
            </w:r>
          </w:p>
        </w:tc>
      </w:tr>
      <w:tr w:rsidR="00B371C6" w:rsidRPr="00B371C6" w:rsidTr="00B371C6">
        <w:trPr>
          <w:trHeight w:val="350"/>
        </w:trPr>
        <w:tc>
          <w:tcPr>
            <w:tcW w:w="3902" w:type="dxa"/>
          </w:tcPr>
          <w:p w:rsidR="00B371C6" w:rsidRPr="00B371C6" w:rsidRDefault="00B371C6" w:rsidP="00B371C6">
            <w:pPr>
              <w:pStyle w:val="libPoem"/>
            </w:pPr>
            <w:r w:rsidRPr="00B371C6">
              <w:rPr>
                <w:rtl/>
              </w:rPr>
              <w:t>وكلُّهم قد مدّ عينَ الرجا</w:t>
            </w:r>
            <w:r w:rsidRPr="00B371C6">
              <w:rPr>
                <w:rStyle w:val="libPoemTiniChar0"/>
                <w:rtl/>
              </w:rPr>
              <w:br/>
              <w:t> </w:t>
            </w:r>
          </w:p>
        </w:tc>
        <w:tc>
          <w:tcPr>
            <w:tcW w:w="301" w:type="dxa"/>
          </w:tcPr>
          <w:p w:rsidR="00B371C6" w:rsidRPr="00B371C6" w:rsidRDefault="00B371C6" w:rsidP="00B371C6">
            <w:pPr>
              <w:pStyle w:val="libPoem"/>
              <w:rPr>
                <w:rtl/>
              </w:rPr>
            </w:pPr>
          </w:p>
        </w:tc>
        <w:tc>
          <w:tcPr>
            <w:tcW w:w="3884" w:type="dxa"/>
          </w:tcPr>
          <w:p w:rsidR="00B371C6" w:rsidRPr="00B371C6" w:rsidRDefault="00B371C6" w:rsidP="00B371C6">
            <w:pPr>
              <w:pStyle w:val="libPoem"/>
            </w:pPr>
            <w:r w:rsidRPr="00B371C6">
              <w:rPr>
                <w:rtl/>
              </w:rPr>
              <w:t>لفرقد الفخر بها يرصدُ؟</w:t>
            </w:r>
            <w:r w:rsidRPr="00B371C6">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إذ</w:t>
            </w:r>
            <w:r>
              <w:rPr>
                <w:rtl/>
              </w:rPr>
              <w:t xml:space="preserve"> </w:t>
            </w:r>
            <w:r w:rsidRPr="009647FC">
              <w:rPr>
                <w:rtl/>
              </w:rPr>
              <w:t>يردُ</w:t>
            </w:r>
            <w:r>
              <w:rPr>
                <w:rtl/>
              </w:rPr>
              <w:t xml:space="preserve"> </w:t>
            </w:r>
            <w:r w:rsidRPr="009647FC">
              <w:rPr>
                <w:rtl/>
              </w:rPr>
              <w:t>الناعي</w:t>
            </w:r>
            <w:r>
              <w:rPr>
                <w:rtl/>
              </w:rPr>
              <w:t xml:space="preserve"> </w:t>
            </w:r>
            <w:r w:rsidRPr="009647FC">
              <w:rPr>
                <w:rtl/>
              </w:rPr>
              <w:t>إليهم</w:t>
            </w:r>
            <w:r>
              <w:rPr>
                <w:rtl/>
              </w:rPr>
              <w:t xml:space="preserve"> </w:t>
            </w:r>
            <w:r w:rsidRPr="009647FC">
              <w:rPr>
                <w:rtl/>
              </w:rPr>
              <w:t>بأن</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جاء</w:t>
            </w:r>
            <w:r>
              <w:rPr>
                <w:rtl/>
              </w:rPr>
              <w:t xml:space="preserve"> (</w:t>
            </w:r>
            <w:r w:rsidRPr="009647FC">
              <w:rPr>
                <w:rtl/>
              </w:rPr>
              <w:t>ابن</w:t>
            </w:r>
            <w:r>
              <w:rPr>
                <w:rtl/>
              </w:rPr>
              <w:t xml:space="preserve"> </w:t>
            </w:r>
            <w:r w:rsidRPr="009647FC">
              <w:rPr>
                <w:rtl/>
              </w:rPr>
              <w:t>نعشٍ</w:t>
            </w:r>
            <w:r>
              <w:rPr>
                <w:rtl/>
              </w:rPr>
              <w:t xml:space="preserve">) </w:t>
            </w:r>
            <w:r w:rsidRPr="009647FC">
              <w:rPr>
                <w:rtl/>
              </w:rPr>
              <w:t>ذلك</w:t>
            </w:r>
            <w:r>
              <w:rPr>
                <w:rtl/>
              </w:rPr>
              <w:t xml:space="preserve"> </w:t>
            </w:r>
            <w:r w:rsidRPr="009647FC">
              <w:rPr>
                <w:rtl/>
              </w:rPr>
              <w:t>الفرقدُ</w:t>
            </w:r>
            <w:r w:rsidRPr="004E7EC6">
              <w:rPr>
                <w:rStyle w:val="libFootnotenumChar"/>
                <w:rtl/>
              </w:rPr>
              <w:t>(1)</w:t>
            </w:r>
            <w:r w:rsidRPr="00524A24">
              <w:rPr>
                <w:rStyle w:val="libPoemTiniChar0"/>
                <w:rtl/>
              </w:rPr>
              <w:br/>
              <w:t> </w:t>
            </w:r>
          </w:p>
        </w:tc>
      </w:tr>
      <w:tr w:rsidR="00B371C6" w:rsidRPr="00B371C6" w:rsidTr="00B371C6">
        <w:trPr>
          <w:trHeight w:val="350"/>
        </w:trPr>
        <w:tc>
          <w:tcPr>
            <w:tcW w:w="3902" w:type="dxa"/>
          </w:tcPr>
          <w:p w:rsidR="00B371C6" w:rsidRPr="00B371C6" w:rsidRDefault="00B371C6" w:rsidP="00B371C6">
            <w:pPr>
              <w:pStyle w:val="libPoem"/>
            </w:pPr>
            <w:r w:rsidRPr="00B371C6">
              <w:rPr>
                <w:rtl/>
              </w:rPr>
              <w:t>فيغتدي ذاك الهنا حنَّةً</w:t>
            </w:r>
            <w:r w:rsidRPr="00B371C6">
              <w:rPr>
                <w:rStyle w:val="libPoemTiniChar0"/>
                <w:rtl/>
              </w:rPr>
              <w:br/>
              <w:t> </w:t>
            </w:r>
          </w:p>
        </w:tc>
        <w:tc>
          <w:tcPr>
            <w:tcW w:w="301" w:type="dxa"/>
          </w:tcPr>
          <w:p w:rsidR="00B371C6" w:rsidRPr="00B371C6" w:rsidRDefault="00B371C6" w:rsidP="00B371C6">
            <w:pPr>
              <w:pStyle w:val="libPoem"/>
              <w:rPr>
                <w:rtl/>
              </w:rPr>
            </w:pPr>
          </w:p>
        </w:tc>
        <w:tc>
          <w:tcPr>
            <w:tcW w:w="3884" w:type="dxa"/>
          </w:tcPr>
          <w:p w:rsidR="00B371C6" w:rsidRPr="00B371C6" w:rsidRDefault="00B371C6" w:rsidP="00B371C6">
            <w:pPr>
              <w:pStyle w:val="libPoem"/>
            </w:pPr>
            <w:r w:rsidRPr="00B371C6">
              <w:rPr>
                <w:rtl/>
              </w:rPr>
              <w:t>فرائصُ الدنيا لها ترعد</w:t>
            </w:r>
            <w:r w:rsidRPr="00B371C6">
              <w:rPr>
                <w:rStyle w:val="libFootnotenumChar"/>
                <w:rtl/>
              </w:rPr>
              <w:t>(2)</w:t>
            </w:r>
            <w:r w:rsidRPr="00B371C6">
              <w:rPr>
                <w:rStyle w:val="libPoemTiniChar0"/>
                <w:rtl/>
              </w:rPr>
              <w:br/>
              <w:t> </w:t>
            </w:r>
          </w:p>
        </w:tc>
      </w:tr>
      <w:tr w:rsidR="00B371C6" w:rsidRPr="00B371C6" w:rsidTr="00B371C6">
        <w:trPr>
          <w:trHeight w:val="350"/>
        </w:trPr>
        <w:tc>
          <w:tcPr>
            <w:tcW w:w="3902" w:type="dxa"/>
          </w:tcPr>
          <w:p w:rsidR="00B371C6" w:rsidRPr="00B371C6" w:rsidRDefault="00B371C6" w:rsidP="00B371C6">
            <w:pPr>
              <w:pStyle w:val="libPoem"/>
            </w:pPr>
            <w:r w:rsidRPr="00B371C6">
              <w:rPr>
                <w:rtl/>
              </w:rPr>
              <w:t>نعشٌ أتى يُحمل فيه النهى</w:t>
            </w:r>
            <w:r w:rsidRPr="00B371C6">
              <w:rPr>
                <w:rStyle w:val="libPoemTiniChar0"/>
                <w:rtl/>
              </w:rPr>
              <w:br/>
              <w:t> </w:t>
            </w:r>
          </w:p>
        </w:tc>
        <w:tc>
          <w:tcPr>
            <w:tcW w:w="301" w:type="dxa"/>
          </w:tcPr>
          <w:p w:rsidR="00B371C6" w:rsidRPr="00B371C6" w:rsidRDefault="00B371C6" w:rsidP="00B371C6">
            <w:pPr>
              <w:pStyle w:val="libPoem"/>
              <w:rPr>
                <w:rtl/>
              </w:rPr>
            </w:pPr>
          </w:p>
        </w:tc>
        <w:tc>
          <w:tcPr>
            <w:tcW w:w="3884" w:type="dxa"/>
          </w:tcPr>
          <w:p w:rsidR="00B371C6" w:rsidRPr="00B371C6" w:rsidRDefault="00B371C6" w:rsidP="00B371C6">
            <w:pPr>
              <w:pStyle w:val="libPoem"/>
            </w:pPr>
            <w:r w:rsidRPr="00B371C6">
              <w:rPr>
                <w:rtl/>
              </w:rPr>
              <w:t>ميتاً</w:t>
            </w:r>
            <w:r w:rsidR="004C00A8">
              <w:rPr>
                <w:rtl/>
              </w:rPr>
              <w:t xml:space="preserve"> </w:t>
            </w:r>
            <w:r w:rsidRPr="00B371C6">
              <w:rPr>
                <w:rtl/>
              </w:rPr>
              <w:t>عليه يندب السؤددُ</w:t>
            </w:r>
            <w:r w:rsidRPr="00B371C6">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وخلفه</w:t>
            </w:r>
            <w:r>
              <w:rPr>
                <w:rtl/>
              </w:rPr>
              <w:t xml:space="preserve"> </w:t>
            </w:r>
            <w:r w:rsidRPr="009647FC">
              <w:rPr>
                <w:rtl/>
              </w:rPr>
              <w:t>العلياءُ</w:t>
            </w:r>
            <w:r>
              <w:rPr>
                <w:rtl/>
              </w:rPr>
              <w:t xml:space="preserve"> </w:t>
            </w:r>
            <w:r w:rsidRPr="009647FC">
              <w:rPr>
                <w:rtl/>
              </w:rPr>
              <w:t>في</w:t>
            </w:r>
            <w:r>
              <w:rPr>
                <w:rtl/>
              </w:rPr>
              <w:t xml:space="preserve"> </w:t>
            </w:r>
            <w:r w:rsidRPr="009647FC">
              <w:rPr>
                <w:rtl/>
              </w:rPr>
              <w:t>صرخةٍ</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تدعو</w:t>
            </w:r>
            <w:r w:rsidR="004C00A8">
              <w:rPr>
                <w:rtl/>
              </w:rPr>
              <w:t xml:space="preserve"> </w:t>
            </w:r>
            <w:r w:rsidRPr="009647FC">
              <w:rPr>
                <w:rtl/>
              </w:rPr>
              <w:t>إلى</w:t>
            </w:r>
            <w:r>
              <w:rPr>
                <w:rtl/>
              </w:rPr>
              <w:t xml:space="preserve"> </w:t>
            </w:r>
            <w:r w:rsidRPr="009647FC">
              <w:rPr>
                <w:rtl/>
              </w:rPr>
              <w:t>أين</w:t>
            </w:r>
            <w:r>
              <w:rPr>
                <w:rtl/>
              </w:rPr>
              <w:t xml:space="preserve"> </w:t>
            </w:r>
            <w:r w:rsidRPr="009647FC">
              <w:rPr>
                <w:rtl/>
              </w:rPr>
              <w:t>به</w:t>
            </w:r>
            <w:r>
              <w:rPr>
                <w:rtl/>
              </w:rPr>
              <w:t xml:space="preserve"> </w:t>
            </w:r>
            <w:r w:rsidRPr="009647FC">
              <w:rPr>
                <w:rtl/>
              </w:rPr>
              <w:t>يقصدُ؟</w:t>
            </w:r>
            <w:r w:rsidRPr="00524A24">
              <w:rPr>
                <w:rStyle w:val="libPoemTiniChar0"/>
                <w:rtl/>
              </w:rPr>
              <w:br/>
              <w:t> </w:t>
            </w:r>
          </w:p>
        </w:tc>
      </w:tr>
      <w:tr w:rsidR="00B371C6" w:rsidRPr="00B371C6" w:rsidTr="00B371C6">
        <w:trPr>
          <w:trHeight w:val="350"/>
        </w:trPr>
        <w:tc>
          <w:tcPr>
            <w:tcW w:w="3902" w:type="dxa"/>
          </w:tcPr>
          <w:p w:rsidR="00B371C6" w:rsidRPr="00B371C6" w:rsidRDefault="00B371C6" w:rsidP="00B371C6">
            <w:pPr>
              <w:pStyle w:val="libPoem"/>
            </w:pPr>
            <w:r w:rsidRPr="00B371C6">
              <w:rPr>
                <w:rtl/>
              </w:rPr>
              <w:t>يا</w:t>
            </w:r>
            <w:r w:rsidR="004C00A8">
              <w:rPr>
                <w:rtl/>
              </w:rPr>
              <w:t xml:space="preserve"> </w:t>
            </w:r>
            <w:r w:rsidRPr="00B371C6">
              <w:rPr>
                <w:rtl/>
              </w:rPr>
              <w:t>حاملي إنسانَ عيني قفوا</w:t>
            </w:r>
            <w:r w:rsidRPr="00B371C6">
              <w:rPr>
                <w:rStyle w:val="libPoemTiniChar0"/>
                <w:rtl/>
              </w:rPr>
              <w:br/>
              <w:t> </w:t>
            </w:r>
          </w:p>
        </w:tc>
        <w:tc>
          <w:tcPr>
            <w:tcW w:w="301" w:type="dxa"/>
          </w:tcPr>
          <w:p w:rsidR="00B371C6" w:rsidRPr="00B371C6" w:rsidRDefault="00B371C6" w:rsidP="00B371C6">
            <w:pPr>
              <w:pStyle w:val="libPoem"/>
              <w:rPr>
                <w:rtl/>
              </w:rPr>
            </w:pPr>
          </w:p>
        </w:tc>
        <w:tc>
          <w:tcPr>
            <w:tcW w:w="3884" w:type="dxa"/>
          </w:tcPr>
          <w:p w:rsidR="00B371C6" w:rsidRPr="00B371C6" w:rsidRDefault="00B371C6" w:rsidP="00B371C6">
            <w:pPr>
              <w:pStyle w:val="libPoem"/>
            </w:pPr>
            <w:r w:rsidRPr="00B371C6">
              <w:rPr>
                <w:rtl/>
              </w:rPr>
              <w:t>نشدتُكم باللّه لا تبعدوا</w:t>
            </w:r>
            <w:r w:rsidRPr="00B371C6">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دعوه</w:t>
            </w:r>
            <w:r w:rsidR="004C00A8">
              <w:rPr>
                <w:rtl/>
              </w:rPr>
              <w:t xml:space="preserve"> </w:t>
            </w:r>
            <w:r w:rsidRPr="009647FC">
              <w:rPr>
                <w:rtl/>
              </w:rPr>
              <w:t>لي</w:t>
            </w:r>
            <w:r>
              <w:rPr>
                <w:rtl/>
              </w:rPr>
              <w:t xml:space="preserve"> </w:t>
            </w:r>
            <w:r w:rsidRPr="009647FC">
              <w:rPr>
                <w:rtl/>
              </w:rPr>
              <w:t>حسبي</w:t>
            </w:r>
            <w:r>
              <w:rPr>
                <w:rtl/>
              </w:rPr>
              <w:t xml:space="preserve"> </w:t>
            </w:r>
            <w:r w:rsidRPr="009647FC">
              <w:rPr>
                <w:rtl/>
              </w:rPr>
              <w:t>لتجهيزه</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عينٌ</w:t>
            </w:r>
            <w:r w:rsidR="004C00A8">
              <w:rPr>
                <w:rtl/>
              </w:rPr>
              <w:t xml:space="preserve"> </w:t>
            </w:r>
            <w:r w:rsidRPr="009647FC">
              <w:rPr>
                <w:rtl/>
              </w:rPr>
              <w:t>عليه</w:t>
            </w:r>
            <w:r>
              <w:rPr>
                <w:rtl/>
              </w:rPr>
              <w:t xml:space="preserve"> </w:t>
            </w:r>
            <w:r w:rsidRPr="009647FC">
              <w:rPr>
                <w:rtl/>
              </w:rPr>
              <w:t>طرفُها</w:t>
            </w:r>
            <w:r>
              <w:rPr>
                <w:rtl/>
              </w:rPr>
              <w:t xml:space="preserve"> </w:t>
            </w:r>
            <w:r w:rsidRPr="009647FC">
              <w:rPr>
                <w:rtl/>
              </w:rPr>
              <w:t>أرمدُ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دموعها</w:t>
            </w:r>
            <w:r w:rsidR="004C00A8">
              <w:rPr>
                <w:rtl/>
              </w:rPr>
              <w:t xml:space="preserve"> </w:t>
            </w:r>
            <w:r w:rsidRPr="009647FC">
              <w:rPr>
                <w:rtl/>
              </w:rPr>
              <w:t>الغسلُ</w:t>
            </w:r>
            <w:r>
              <w:rPr>
                <w:rtl/>
              </w:rPr>
              <w:t xml:space="preserve"> </w:t>
            </w:r>
            <w:r w:rsidRPr="009647FC">
              <w:rPr>
                <w:rtl/>
              </w:rPr>
              <w:t>وأكفانه</w:t>
            </w:r>
            <w:r w:rsidRPr="004E7EC6">
              <w:rPr>
                <w:rStyle w:val="libFootnotenumChar"/>
                <w:rtl/>
              </w:rPr>
              <w:t>(3)</w:t>
            </w:r>
            <w:r>
              <w:rPr>
                <w:rtl/>
              </w:rPr>
              <w:t xml:space="preserve"> </w:t>
            </w:r>
            <w:r w:rsidRPr="009647FC">
              <w:rPr>
                <w:rtl/>
              </w:rPr>
              <w:t>الـ</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بياضُ</w:t>
            </w:r>
            <w:r>
              <w:rPr>
                <w:rtl/>
              </w:rPr>
              <w:t xml:space="preserve">، </w:t>
            </w:r>
            <w:r w:rsidRPr="009647FC">
              <w:rPr>
                <w:rtl/>
              </w:rPr>
              <w:t>والجفنُ</w:t>
            </w:r>
            <w:r>
              <w:rPr>
                <w:rtl/>
              </w:rPr>
              <w:t xml:space="preserve"> </w:t>
            </w:r>
            <w:r w:rsidRPr="009647FC">
              <w:rPr>
                <w:rtl/>
              </w:rPr>
              <w:t>له</w:t>
            </w:r>
            <w:r>
              <w:rPr>
                <w:rtl/>
              </w:rPr>
              <w:t xml:space="preserve"> </w:t>
            </w:r>
            <w:r w:rsidRPr="009647FC">
              <w:rPr>
                <w:rtl/>
              </w:rPr>
              <w:t>ملحدُ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غدرت</w:t>
            </w:r>
            <w:r>
              <w:rPr>
                <w:rtl/>
              </w:rPr>
              <w:t xml:space="preserve">َ </w:t>
            </w:r>
            <w:r w:rsidRPr="009647FC">
              <w:rPr>
                <w:rtl/>
              </w:rPr>
              <w:t>يا</w:t>
            </w:r>
            <w:r>
              <w:rPr>
                <w:rtl/>
              </w:rPr>
              <w:t xml:space="preserve"> </w:t>
            </w:r>
            <w:r w:rsidRPr="009647FC">
              <w:rPr>
                <w:rtl/>
              </w:rPr>
              <w:t>دهرُ</w:t>
            </w:r>
            <w:r>
              <w:rPr>
                <w:rtl/>
              </w:rPr>
              <w:t xml:space="preserve"> </w:t>
            </w:r>
            <w:r w:rsidRPr="009647FC">
              <w:rPr>
                <w:rtl/>
              </w:rPr>
              <w:t>ومنك</w:t>
            </w:r>
            <w:r>
              <w:rPr>
                <w:rtl/>
              </w:rPr>
              <w:t xml:space="preserve"> </w:t>
            </w:r>
            <w:r w:rsidRPr="009647FC">
              <w:rPr>
                <w:rtl/>
              </w:rPr>
              <w:t>الوفا</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لا</w:t>
            </w:r>
            <w:r w:rsidR="004C00A8">
              <w:rPr>
                <w:rtl/>
              </w:rPr>
              <w:t xml:space="preserve"> </w:t>
            </w:r>
            <w:r w:rsidRPr="009647FC">
              <w:rPr>
                <w:rtl/>
              </w:rPr>
              <w:t>الغدرُ</w:t>
            </w:r>
            <w:r>
              <w:rPr>
                <w:rtl/>
              </w:rPr>
              <w:t xml:space="preserve"> </w:t>
            </w:r>
            <w:r w:rsidRPr="009647FC">
              <w:rPr>
                <w:rtl/>
              </w:rPr>
              <w:t>بالأمجاد</w:t>
            </w:r>
            <w:r>
              <w:rPr>
                <w:rtl/>
              </w:rPr>
              <w:t xml:space="preserve"> </w:t>
            </w:r>
            <w:r w:rsidRPr="009647FC">
              <w:rPr>
                <w:rtl/>
              </w:rPr>
              <w:t>مستبعدُ</w:t>
            </w:r>
            <w:r w:rsidRPr="00524A24">
              <w:rPr>
                <w:rStyle w:val="libPoemTiniChar0"/>
                <w:rtl/>
              </w:rPr>
              <w:br/>
              <w:t> </w:t>
            </w:r>
          </w:p>
        </w:tc>
      </w:tr>
      <w:tr w:rsidR="00B371C6" w:rsidRPr="00B371C6" w:rsidTr="00B371C6">
        <w:trPr>
          <w:trHeight w:val="350"/>
        </w:trPr>
        <w:tc>
          <w:tcPr>
            <w:tcW w:w="3902" w:type="dxa"/>
          </w:tcPr>
          <w:p w:rsidR="00B371C6" w:rsidRPr="00B371C6" w:rsidRDefault="00B371C6" w:rsidP="00B371C6">
            <w:pPr>
              <w:pStyle w:val="libPoem"/>
            </w:pPr>
            <w:r w:rsidRPr="00B371C6">
              <w:rPr>
                <w:rtl/>
              </w:rPr>
              <w:t>فاذهب</w:t>
            </w:r>
            <w:r w:rsidR="004C00A8">
              <w:rPr>
                <w:rtl/>
              </w:rPr>
              <w:t xml:space="preserve"> </w:t>
            </w:r>
            <w:r w:rsidRPr="00B371C6">
              <w:rPr>
                <w:rtl/>
              </w:rPr>
              <w:t>ذميماً إنّها غدرةٌ</w:t>
            </w:r>
            <w:r w:rsidRPr="00B371C6">
              <w:rPr>
                <w:rStyle w:val="libPoemTiniChar0"/>
                <w:rtl/>
              </w:rPr>
              <w:br/>
              <w:t> </w:t>
            </w:r>
          </w:p>
        </w:tc>
        <w:tc>
          <w:tcPr>
            <w:tcW w:w="301" w:type="dxa"/>
          </w:tcPr>
          <w:p w:rsidR="00B371C6" w:rsidRPr="00B371C6" w:rsidRDefault="00B371C6" w:rsidP="00B371C6">
            <w:pPr>
              <w:pStyle w:val="libPoem"/>
              <w:rPr>
                <w:rtl/>
              </w:rPr>
            </w:pPr>
          </w:p>
        </w:tc>
        <w:tc>
          <w:tcPr>
            <w:tcW w:w="3884" w:type="dxa"/>
          </w:tcPr>
          <w:p w:rsidR="00B371C6" w:rsidRPr="00B371C6" w:rsidRDefault="00B371C6" w:rsidP="00B371C6">
            <w:pPr>
              <w:pStyle w:val="libPoem"/>
            </w:pPr>
            <w:r w:rsidRPr="00B371C6">
              <w:rPr>
                <w:rtl/>
              </w:rPr>
              <w:t>وجهك ما عشتَ بها أسودُ</w:t>
            </w:r>
            <w:r w:rsidRPr="00B371C6">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ما</w:t>
            </w:r>
            <w:r w:rsidR="004C00A8">
              <w:rPr>
                <w:rtl/>
              </w:rPr>
              <w:t xml:space="preserve"> </w:t>
            </w:r>
            <w:r w:rsidRPr="009647FC">
              <w:rPr>
                <w:rtl/>
              </w:rPr>
              <w:t>لك</w:t>
            </w:r>
            <w:r>
              <w:rPr>
                <w:rtl/>
              </w:rPr>
              <w:t xml:space="preserve"> </w:t>
            </w:r>
            <w:r w:rsidRPr="009647FC">
              <w:rPr>
                <w:rtl/>
              </w:rPr>
              <w:t>بالسوء</w:t>
            </w:r>
            <w:r>
              <w:rPr>
                <w:rtl/>
              </w:rPr>
              <w:t xml:space="preserve"> </w:t>
            </w:r>
            <w:r w:rsidRPr="009647FC">
              <w:rPr>
                <w:rtl/>
              </w:rPr>
              <w:t>لأهل</w:t>
            </w:r>
            <w:r>
              <w:rPr>
                <w:rtl/>
              </w:rPr>
              <w:t xml:space="preserve"> </w:t>
            </w:r>
            <w:r w:rsidRPr="009647FC">
              <w:rPr>
                <w:rtl/>
              </w:rPr>
              <w:t>الحجى</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وردت</w:t>
            </w:r>
            <w:r>
              <w:rPr>
                <w:rtl/>
              </w:rPr>
              <w:t xml:space="preserve">َ </w:t>
            </w:r>
            <w:r w:rsidRPr="009647FC">
              <w:rPr>
                <w:rtl/>
              </w:rPr>
              <w:t>لا</w:t>
            </w:r>
            <w:r>
              <w:rPr>
                <w:rtl/>
              </w:rPr>
              <w:t xml:space="preserve"> </w:t>
            </w:r>
            <w:r w:rsidRPr="009647FC">
              <w:rPr>
                <w:rtl/>
              </w:rPr>
              <w:t>طاب</w:t>
            </w:r>
            <w:r>
              <w:rPr>
                <w:rtl/>
              </w:rPr>
              <w:t xml:space="preserve"> </w:t>
            </w:r>
            <w:r w:rsidRPr="009647FC">
              <w:rPr>
                <w:rtl/>
              </w:rPr>
              <w:t>لك</w:t>
            </w:r>
            <w:r>
              <w:rPr>
                <w:rtl/>
              </w:rPr>
              <w:t xml:space="preserve"> </w:t>
            </w:r>
            <w:r w:rsidRPr="009647FC">
              <w:rPr>
                <w:rtl/>
              </w:rPr>
              <w:t>الموردُ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يا</w:t>
            </w:r>
            <w:r>
              <w:rPr>
                <w:rtl/>
              </w:rPr>
              <w:t xml:space="preserve"> </w:t>
            </w:r>
            <w:r w:rsidRPr="009647FC">
              <w:rPr>
                <w:rtl/>
              </w:rPr>
              <w:t>ناهداً</w:t>
            </w:r>
            <w:r>
              <w:rPr>
                <w:rtl/>
              </w:rPr>
              <w:t xml:space="preserve"> </w:t>
            </w:r>
            <w:r w:rsidRPr="009647FC">
              <w:rPr>
                <w:rtl/>
              </w:rPr>
              <w:t>بالشرّ</w:t>
            </w:r>
            <w:r>
              <w:rPr>
                <w:rtl/>
              </w:rPr>
              <w:t xml:space="preserve"> </w:t>
            </w:r>
            <w:r w:rsidRPr="009647FC">
              <w:rPr>
                <w:rtl/>
              </w:rPr>
              <w:t>من</w:t>
            </w:r>
            <w:r>
              <w:rPr>
                <w:rtl/>
              </w:rPr>
              <w:t xml:space="preserve"> </w:t>
            </w:r>
            <w:r w:rsidRPr="009647FC">
              <w:rPr>
                <w:rtl/>
              </w:rPr>
              <w:t>جهله</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تعلمُ</w:t>
            </w:r>
            <w:r w:rsidR="004C00A8">
              <w:rPr>
                <w:rtl/>
              </w:rPr>
              <w:t xml:space="preserve"> </w:t>
            </w:r>
            <w:r w:rsidRPr="009647FC">
              <w:rPr>
                <w:rtl/>
              </w:rPr>
              <w:t>بالشرّ</w:t>
            </w:r>
            <w:r>
              <w:rPr>
                <w:rtl/>
              </w:rPr>
              <w:t xml:space="preserve"> </w:t>
            </w:r>
            <w:r w:rsidRPr="009647FC">
              <w:rPr>
                <w:rtl/>
              </w:rPr>
              <w:t>لم</w:t>
            </w:r>
            <w:r>
              <w:rPr>
                <w:rtl/>
              </w:rPr>
              <w:t>َ</w:t>
            </w:r>
            <w:r w:rsidRPr="009647FC">
              <w:rPr>
                <w:rtl/>
              </w:rPr>
              <w:t>نْ</w:t>
            </w:r>
            <w:r>
              <w:rPr>
                <w:rtl/>
              </w:rPr>
              <w:t xml:space="preserve"> </w:t>
            </w:r>
            <w:r w:rsidRPr="009647FC">
              <w:rPr>
                <w:rtl/>
              </w:rPr>
              <w:t>تنهدُ</w:t>
            </w:r>
            <w:r w:rsidRPr="004E7EC6">
              <w:rPr>
                <w:rStyle w:val="libFootnotenumChar"/>
                <w:rtl/>
              </w:rPr>
              <w:t>(4)</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وطارقاً</w:t>
            </w:r>
            <w:r>
              <w:rPr>
                <w:rtl/>
              </w:rPr>
              <w:t xml:space="preserve"> </w:t>
            </w:r>
            <w:r w:rsidRPr="009647FC">
              <w:rPr>
                <w:rtl/>
              </w:rPr>
              <w:t>بيت</w:t>
            </w:r>
            <w:r>
              <w:rPr>
                <w:rtl/>
              </w:rPr>
              <w:t xml:space="preserve">َ </w:t>
            </w:r>
            <w:r w:rsidRPr="009647FC">
              <w:rPr>
                <w:rtl/>
              </w:rPr>
              <w:t>ندىً</w:t>
            </w:r>
            <w:r>
              <w:rPr>
                <w:rtl/>
              </w:rPr>
              <w:t xml:space="preserve"> </w:t>
            </w:r>
            <w:r w:rsidRPr="009647FC">
              <w:rPr>
                <w:rtl/>
              </w:rPr>
              <w:t>يلتقي</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ببابه</w:t>
            </w:r>
            <w:r>
              <w:rPr>
                <w:rtl/>
              </w:rPr>
              <w:t xml:space="preserve"> </w:t>
            </w:r>
            <w:r w:rsidRPr="009647FC">
              <w:rPr>
                <w:rtl/>
              </w:rPr>
              <w:t>المتهمُ</w:t>
            </w:r>
            <w:r>
              <w:rPr>
                <w:rtl/>
              </w:rPr>
              <w:t xml:space="preserve"> </w:t>
            </w:r>
            <w:r w:rsidRPr="009647FC">
              <w:rPr>
                <w:rtl/>
              </w:rPr>
              <w:t>والمنجدُ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حسبك</w:t>
            </w:r>
            <w:r>
              <w:rPr>
                <w:rtl/>
              </w:rPr>
              <w:t xml:space="preserve"> </w:t>
            </w:r>
            <w:r w:rsidRPr="009647FC">
              <w:rPr>
                <w:rtl/>
              </w:rPr>
              <w:t>من</w:t>
            </w:r>
            <w:r>
              <w:rPr>
                <w:rtl/>
              </w:rPr>
              <w:t xml:space="preserve"> </w:t>
            </w:r>
            <w:r w:rsidRPr="009647FC">
              <w:rPr>
                <w:rtl/>
              </w:rPr>
              <w:t>بيت</w:t>
            </w:r>
            <w:r>
              <w:rPr>
                <w:rtl/>
              </w:rPr>
              <w:t xml:space="preserve"> </w:t>
            </w:r>
            <w:r w:rsidRPr="009647FC">
              <w:rPr>
                <w:rtl/>
              </w:rPr>
              <w:t>عتيد</w:t>
            </w:r>
            <w:r>
              <w:rPr>
                <w:rtl/>
              </w:rPr>
              <w:t xml:space="preserve"> </w:t>
            </w:r>
            <w:r w:rsidRPr="009647FC">
              <w:rPr>
                <w:rtl/>
              </w:rPr>
              <w:t>القرى</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أن</w:t>
            </w:r>
            <w:r>
              <w:rPr>
                <w:rtl/>
              </w:rPr>
              <w:t xml:space="preserve"> </w:t>
            </w:r>
            <w:r w:rsidRPr="009647FC">
              <w:rPr>
                <w:rtl/>
              </w:rPr>
              <w:t>له</w:t>
            </w:r>
            <w:r>
              <w:rPr>
                <w:rtl/>
              </w:rPr>
              <w:t xml:space="preserve"> </w:t>
            </w:r>
            <w:r w:rsidRPr="009647FC">
              <w:rPr>
                <w:rtl/>
              </w:rPr>
              <w:t>أفق</w:t>
            </w:r>
            <w:r>
              <w:rPr>
                <w:rtl/>
              </w:rPr>
              <w:t xml:space="preserve"> </w:t>
            </w:r>
            <w:r w:rsidRPr="009647FC">
              <w:rPr>
                <w:rtl/>
              </w:rPr>
              <w:t>السما</w:t>
            </w:r>
            <w:r>
              <w:rPr>
                <w:rtl/>
              </w:rPr>
              <w:t xml:space="preserve"> </w:t>
            </w:r>
            <w:r w:rsidRPr="009647FC">
              <w:rPr>
                <w:rtl/>
              </w:rPr>
              <w:t>يحسدُ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تخمد</w:t>
            </w:r>
            <w:r w:rsidR="004C00A8">
              <w:rPr>
                <w:rtl/>
              </w:rPr>
              <w:t xml:space="preserve"> </w:t>
            </w:r>
            <w:r w:rsidRPr="009647FC">
              <w:rPr>
                <w:rtl/>
              </w:rPr>
              <w:t>شهبُ</w:t>
            </w:r>
            <w:r>
              <w:rPr>
                <w:rtl/>
              </w:rPr>
              <w:t xml:space="preserve"> </w:t>
            </w:r>
            <w:r w:rsidRPr="009647FC">
              <w:rPr>
                <w:rtl/>
              </w:rPr>
              <w:t>الأفق</w:t>
            </w:r>
            <w:r>
              <w:rPr>
                <w:rtl/>
              </w:rPr>
              <w:t xml:space="preserve"> </w:t>
            </w:r>
            <w:r w:rsidRPr="009647FC">
              <w:rPr>
                <w:rtl/>
              </w:rPr>
              <w:t>لكن</w:t>
            </w:r>
            <w:r>
              <w:rPr>
                <w:rtl/>
              </w:rPr>
              <w:t xml:space="preserve"> </w:t>
            </w:r>
            <w:r w:rsidRPr="009647FC">
              <w:rPr>
                <w:rtl/>
              </w:rPr>
              <w:t>به</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مواقدُ</w:t>
            </w:r>
            <w:r>
              <w:rPr>
                <w:rtl/>
              </w:rPr>
              <w:t xml:space="preserve"> </w:t>
            </w:r>
            <w:r w:rsidRPr="009647FC">
              <w:rPr>
                <w:rtl/>
              </w:rPr>
              <w:t>النيران</w:t>
            </w:r>
            <w:r>
              <w:rPr>
                <w:rtl/>
              </w:rPr>
              <w:t xml:space="preserve"> </w:t>
            </w:r>
            <w:r w:rsidRPr="009647FC">
              <w:rPr>
                <w:rtl/>
              </w:rPr>
              <w:t>لا</w:t>
            </w:r>
            <w:r>
              <w:rPr>
                <w:rtl/>
              </w:rPr>
              <w:t xml:space="preserve"> </w:t>
            </w:r>
            <w:r w:rsidRPr="009647FC">
              <w:rPr>
                <w:rtl/>
              </w:rPr>
              <w:t>تخمدُ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سواه</w:t>
            </w:r>
            <w:r w:rsidR="004C00A8">
              <w:rPr>
                <w:rtl/>
              </w:rPr>
              <w:t xml:space="preserve"> </w:t>
            </w:r>
            <w:r w:rsidRPr="009647FC">
              <w:rPr>
                <w:rtl/>
              </w:rPr>
              <w:t>ما</w:t>
            </w:r>
            <w:r>
              <w:rPr>
                <w:rtl/>
              </w:rPr>
              <w:t xml:space="preserve"> </w:t>
            </w:r>
            <w:r w:rsidRPr="009647FC">
              <w:rPr>
                <w:rtl/>
              </w:rPr>
              <w:t>للمجد</w:t>
            </w:r>
            <w:r w:rsidRPr="004E7EC6">
              <w:rPr>
                <w:rStyle w:val="libFootnotenumChar"/>
                <w:rtl/>
              </w:rPr>
              <w:t>(5)</w:t>
            </w:r>
            <w:r>
              <w:rPr>
                <w:rtl/>
              </w:rPr>
              <w:t xml:space="preserve"> </w:t>
            </w:r>
            <w:r w:rsidRPr="009647FC">
              <w:rPr>
                <w:rtl/>
              </w:rPr>
              <w:t>من</w:t>
            </w:r>
            <w:r>
              <w:rPr>
                <w:rtl/>
              </w:rPr>
              <w:t xml:space="preserve"> </w:t>
            </w:r>
            <w:r w:rsidRPr="009647FC">
              <w:rPr>
                <w:rtl/>
              </w:rPr>
              <w:t>مهبطٍ</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وما</w:t>
            </w:r>
            <w:r>
              <w:rPr>
                <w:rtl/>
              </w:rPr>
              <w:t xml:space="preserve"> </w:t>
            </w:r>
            <w:r w:rsidRPr="009647FC">
              <w:rPr>
                <w:rtl/>
              </w:rPr>
              <w:t>لذّمٍ</w:t>
            </w:r>
            <w:r>
              <w:rPr>
                <w:rtl/>
              </w:rPr>
              <w:t xml:space="preserve"> </w:t>
            </w:r>
            <w:r w:rsidRPr="009647FC">
              <w:rPr>
                <w:rtl/>
              </w:rPr>
              <w:t>نحوه</w:t>
            </w:r>
            <w:r>
              <w:rPr>
                <w:rtl/>
              </w:rPr>
              <w:t xml:space="preserve"> </w:t>
            </w:r>
            <w:r w:rsidRPr="009647FC">
              <w:rPr>
                <w:rtl/>
              </w:rPr>
              <w:t>مصعدُ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فمقعداه</w:t>
            </w:r>
            <w:r w:rsidR="004C00A8">
              <w:rPr>
                <w:rtl/>
              </w:rPr>
              <w:t xml:space="preserve"> </w:t>
            </w:r>
            <w:r w:rsidRPr="009647FC">
              <w:rPr>
                <w:rtl/>
              </w:rPr>
              <w:t>للتقى</w:t>
            </w:r>
            <w:r>
              <w:rPr>
                <w:rtl/>
              </w:rPr>
              <w:t xml:space="preserve"> </w:t>
            </w:r>
            <w:r w:rsidRPr="009647FC">
              <w:rPr>
                <w:rtl/>
              </w:rPr>
              <w:t>والندى</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وحاجباه</w:t>
            </w:r>
            <w:r>
              <w:rPr>
                <w:rtl/>
              </w:rPr>
              <w:t xml:space="preserve"> </w:t>
            </w:r>
            <w:r w:rsidRPr="009647FC">
              <w:rPr>
                <w:rtl/>
              </w:rPr>
              <w:t>العزُّ</w:t>
            </w:r>
            <w:r>
              <w:rPr>
                <w:rtl/>
              </w:rPr>
              <w:t xml:space="preserve"> </w:t>
            </w:r>
            <w:r w:rsidRPr="009647FC">
              <w:rPr>
                <w:rtl/>
              </w:rPr>
              <w:t>والسؤددُ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ألم</w:t>
            </w:r>
            <w:r w:rsidR="004C00A8">
              <w:rPr>
                <w:rtl/>
              </w:rPr>
              <w:t xml:space="preserve"> </w:t>
            </w:r>
            <w:r w:rsidRPr="009647FC">
              <w:rPr>
                <w:rtl/>
              </w:rPr>
              <w:t>تجده</w:t>
            </w:r>
            <w:r>
              <w:rPr>
                <w:rtl/>
              </w:rPr>
              <w:t xml:space="preserve"> </w:t>
            </w:r>
            <w:r w:rsidRPr="009647FC">
              <w:rPr>
                <w:rtl/>
              </w:rPr>
              <w:t>حرماً</w:t>
            </w:r>
            <w:r>
              <w:rPr>
                <w:rtl/>
              </w:rPr>
              <w:t xml:space="preserve"> </w:t>
            </w:r>
            <w:r w:rsidRPr="009647FC">
              <w:rPr>
                <w:rtl/>
              </w:rPr>
              <w:t>آمنا</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يحجُّه</w:t>
            </w:r>
            <w:r w:rsidR="004C00A8">
              <w:rPr>
                <w:rtl/>
              </w:rPr>
              <w:t xml:space="preserve"> </w:t>
            </w:r>
            <w:r w:rsidRPr="009647FC">
              <w:rPr>
                <w:rtl/>
              </w:rPr>
              <w:t>الأبيضُ</w:t>
            </w:r>
            <w:r>
              <w:rPr>
                <w:rtl/>
              </w:rPr>
              <w:t xml:space="preserve"> </w:t>
            </w:r>
            <w:r w:rsidRPr="009647FC">
              <w:rPr>
                <w:rtl/>
              </w:rPr>
              <w:t>والأسودُ؟</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B371C6">
      <w:pPr>
        <w:pStyle w:val="libFootnote0"/>
      </w:pPr>
      <w:r w:rsidRPr="009647FC">
        <w:rPr>
          <w:rtl/>
        </w:rPr>
        <w:t>1</w:t>
      </w:r>
      <w:r w:rsidR="004E7EC6">
        <w:rPr>
          <w:rtl/>
        </w:rPr>
        <w:t xml:space="preserve"> - </w:t>
      </w:r>
      <w:r w:rsidRPr="009647FC">
        <w:rPr>
          <w:rtl/>
        </w:rPr>
        <w:t>في ابن نعش تورية غير خفية</w:t>
      </w:r>
      <w:r w:rsidR="00D769AB">
        <w:rPr>
          <w:rtl/>
        </w:rPr>
        <w:t>.</w:t>
      </w:r>
      <w:r w:rsidR="00B371C6">
        <w:rPr>
          <w:rFonts w:hint="cs"/>
          <w:rtl/>
        </w:rPr>
        <w:tab/>
      </w:r>
      <w:r w:rsidR="00B371C6">
        <w:rPr>
          <w:rFonts w:hint="cs"/>
          <w:rtl/>
        </w:rPr>
        <w:tab/>
      </w:r>
      <w:r w:rsidR="00B371C6">
        <w:rPr>
          <w:rFonts w:hint="cs"/>
          <w:rtl/>
        </w:rPr>
        <w:tab/>
      </w:r>
      <w:r w:rsidRPr="009647FC">
        <w:rPr>
          <w:rtl/>
        </w:rPr>
        <w:t>2</w:t>
      </w:r>
      <w:r w:rsidR="004E7EC6">
        <w:rPr>
          <w:rtl/>
        </w:rPr>
        <w:t xml:space="preserve"> - </w:t>
      </w:r>
      <w:r w:rsidRPr="009647FC">
        <w:rPr>
          <w:rtl/>
        </w:rPr>
        <w:t>في المطبوع</w:t>
      </w:r>
      <w:r w:rsidR="00D769AB">
        <w:rPr>
          <w:rtl/>
        </w:rPr>
        <w:t>:</w:t>
      </w:r>
      <w:r w:rsidRPr="009647FC">
        <w:rPr>
          <w:rtl/>
        </w:rPr>
        <w:t xml:space="preserve"> له ترعد</w:t>
      </w:r>
      <w:r w:rsidR="00D769AB">
        <w:rPr>
          <w:rtl/>
        </w:rPr>
        <w:t>.</w:t>
      </w:r>
    </w:p>
    <w:p w:rsidR="009647FC" w:rsidRPr="00524A24" w:rsidRDefault="009647FC" w:rsidP="00B371C6">
      <w:pPr>
        <w:pStyle w:val="libFootnote0"/>
      </w:pPr>
      <w:r w:rsidRPr="009647FC">
        <w:rPr>
          <w:rtl/>
        </w:rPr>
        <w:t>3</w:t>
      </w:r>
      <w:r w:rsidR="004E7EC6">
        <w:rPr>
          <w:rtl/>
        </w:rPr>
        <w:t xml:space="preserve"> - </w:t>
      </w:r>
      <w:r w:rsidRPr="009647FC">
        <w:rPr>
          <w:rtl/>
        </w:rPr>
        <w:t>في مخطوطة الملاّ</w:t>
      </w:r>
      <w:r w:rsidR="00D769AB">
        <w:rPr>
          <w:rtl/>
        </w:rPr>
        <w:t>:</w:t>
      </w:r>
      <w:r w:rsidRPr="009647FC">
        <w:rPr>
          <w:rtl/>
        </w:rPr>
        <w:t xml:space="preserve"> وأكفانها</w:t>
      </w:r>
      <w:r w:rsidR="00D769AB">
        <w:rPr>
          <w:rtl/>
        </w:rPr>
        <w:t>.</w:t>
      </w:r>
      <w:r w:rsidR="00B371C6">
        <w:rPr>
          <w:rFonts w:hint="cs"/>
          <w:rtl/>
        </w:rPr>
        <w:tab/>
      </w:r>
      <w:r w:rsidR="00B371C6">
        <w:rPr>
          <w:rFonts w:hint="cs"/>
          <w:rtl/>
        </w:rPr>
        <w:tab/>
      </w:r>
      <w:r w:rsidR="00B371C6">
        <w:rPr>
          <w:rFonts w:hint="cs"/>
          <w:rtl/>
        </w:rPr>
        <w:tab/>
      </w:r>
      <w:r w:rsidR="00B371C6">
        <w:rPr>
          <w:rFonts w:hint="cs"/>
          <w:rtl/>
        </w:rPr>
        <w:tab/>
      </w:r>
      <w:r w:rsidRPr="009647FC">
        <w:rPr>
          <w:rtl/>
        </w:rPr>
        <w:t>4</w:t>
      </w:r>
      <w:r w:rsidR="004E7EC6">
        <w:rPr>
          <w:rtl/>
        </w:rPr>
        <w:t xml:space="preserve"> - </w:t>
      </w:r>
      <w:r w:rsidRPr="009647FC">
        <w:rPr>
          <w:rtl/>
        </w:rPr>
        <w:t>نهد</w:t>
      </w:r>
      <w:r w:rsidR="00D769AB">
        <w:rPr>
          <w:rtl/>
        </w:rPr>
        <w:t>:</w:t>
      </w:r>
      <w:r w:rsidRPr="009647FC">
        <w:rPr>
          <w:rtl/>
        </w:rPr>
        <w:t xml:space="preserve"> أسرع إليه</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في المطبوع</w:t>
      </w:r>
      <w:r w:rsidR="00D769AB">
        <w:rPr>
          <w:rtl/>
        </w:rPr>
        <w:t>:</w:t>
      </w:r>
      <w:r w:rsidRPr="009647FC">
        <w:rPr>
          <w:rtl/>
        </w:rPr>
        <w:t xml:space="preserve"> في الحمد</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B371C6" w:rsidRPr="00524A24" w:rsidTr="00B371C6">
        <w:trPr>
          <w:trHeight w:val="350"/>
        </w:trPr>
        <w:tc>
          <w:tcPr>
            <w:tcW w:w="3902" w:type="dxa"/>
          </w:tcPr>
          <w:p w:rsidR="00B371C6" w:rsidRPr="00524A24" w:rsidRDefault="00B371C6" w:rsidP="00B371C6">
            <w:pPr>
              <w:pStyle w:val="libPoem"/>
            </w:pPr>
            <w:r w:rsidRPr="009647FC">
              <w:rPr>
                <w:rtl/>
              </w:rPr>
              <w:lastRenderedPageBreak/>
              <w:t>فكيف</w:t>
            </w:r>
            <w:r>
              <w:rPr>
                <w:rtl/>
              </w:rPr>
              <w:t xml:space="preserve"> </w:t>
            </w:r>
            <w:r w:rsidRPr="009647FC">
              <w:rPr>
                <w:rtl/>
              </w:rPr>
              <w:t>تسعى</w:t>
            </w:r>
            <w:r>
              <w:rPr>
                <w:rtl/>
              </w:rPr>
              <w:t xml:space="preserve"> </w:t>
            </w:r>
            <w:r w:rsidRPr="009647FC">
              <w:rPr>
                <w:rtl/>
              </w:rPr>
              <w:t>فيه</w:t>
            </w:r>
            <w:r>
              <w:rPr>
                <w:rtl/>
              </w:rPr>
              <w:t xml:space="preserve"> </w:t>
            </w:r>
            <w:r w:rsidRPr="009647FC">
              <w:rPr>
                <w:rtl/>
              </w:rPr>
              <w:t>لا</w:t>
            </w:r>
            <w:r>
              <w:rPr>
                <w:rtl/>
              </w:rPr>
              <w:t xml:space="preserve"> </w:t>
            </w:r>
            <w:r w:rsidRPr="009647FC">
              <w:rPr>
                <w:rtl/>
              </w:rPr>
              <w:t>محرما؟</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كأن</w:t>
            </w:r>
            <w:r w:rsidRPr="00B371C6">
              <w:rPr>
                <w:rtl/>
              </w:rPr>
              <w:t>ّ</w:t>
            </w:r>
            <w:r w:rsidRPr="009647FC">
              <w:rPr>
                <w:rtl/>
              </w:rPr>
              <w:t>ما</w:t>
            </w:r>
            <w:r w:rsidR="004C00A8">
              <w:rPr>
                <w:rtl/>
              </w:rPr>
              <w:t xml:space="preserve"> </w:t>
            </w:r>
            <w:r w:rsidRPr="009647FC">
              <w:rPr>
                <w:rtl/>
              </w:rPr>
              <w:t>أنت</w:t>
            </w:r>
            <w:r>
              <w:rPr>
                <w:rtl/>
              </w:rPr>
              <w:t xml:space="preserve">َ </w:t>
            </w:r>
            <w:r w:rsidRPr="009647FC">
              <w:rPr>
                <w:rtl/>
              </w:rPr>
              <w:t>به</w:t>
            </w:r>
            <w:r>
              <w:rPr>
                <w:rtl/>
              </w:rPr>
              <w:t xml:space="preserve"> </w:t>
            </w:r>
            <w:r w:rsidRPr="009647FC">
              <w:rPr>
                <w:rtl/>
              </w:rPr>
              <w:t>ملحدُ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ما</w:t>
            </w:r>
            <w:r w:rsidR="004C00A8">
              <w:rPr>
                <w:rtl/>
              </w:rPr>
              <w:t xml:space="preserve"> </w:t>
            </w:r>
            <w:r w:rsidRPr="009647FC">
              <w:rPr>
                <w:rtl/>
              </w:rPr>
              <w:t>هو</w:t>
            </w:r>
            <w:r>
              <w:rPr>
                <w:rtl/>
              </w:rPr>
              <w:t xml:space="preserve"> </w:t>
            </w:r>
            <w:r w:rsidRPr="009647FC">
              <w:rPr>
                <w:rtl/>
              </w:rPr>
              <w:t>إلاّ</w:t>
            </w:r>
            <w:r>
              <w:rPr>
                <w:rtl/>
              </w:rPr>
              <w:t xml:space="preserve"> </w:t>
            </w:r>
            <w:r w:rsidRPr="009647FC">
              <w:rPr>
                <w:rtl/>
              </w:rPr>
              <w:t>بيتُ</w:t>
            </w:r>
            <w:r>
              <w:rPr>
                <w:rtl/>
              </w:rPr>
              <w:t xml:space="preserve"> </w:t>
            </w:r>
            <w:r w:rsidRPr="009647FC">
              <w:rPr>
                <w:rtl/>
              </w:rPr>
              <w:t>فخرٍ</w:t>
            </w:r>
            <w:r>
              <w:rPr>
                <w:rtl/>
              </w:rPr>
              <w:t xml:space="preserve"> </w:t>
            </w:r>
            <w:r w:rsidRPr="009647FC">
              <w:rPr>
                <w:rtl/>
              </w:rPr>
              <w:t>له</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قبيلةُ</w:t>
            </w:r>
            <w:r w:rsidR="004C00A8">
              <w:rPr>
                <w:rtl/>
              </w:rPr>
              <w:t xml:space="preserve"> </w:t>
            </w:r>
            <w:r w:rsidRPr="009647FC">
              <w:rPr>
                <w:rtl/>
              </w:rPr>
              <w:t>المعروف</w:t>
            </w:r>
            <w:r>
              <w:rPr>
                <w:rtl/>
              </w:rPr>
              <w:t xml:space="preserve"> </w:t>
            </w:r>
            <w:r w:rsidRPr="009647FC">
              <w:rPr>
                <w:rtl/>
              </w:rPr>
              <w:t>قد</w:t>
            </w:r>
            <w:r>
              <w:rPr>
                <w:rtl/>
              </w:rPr>
              <w:t xml:space="preserve"> </w:t>
            </w:r>
            <w:r w:rsidRPr="009647FC">
              <w:rPr>
                <w:rtl/>
              </w:rPr>
              <w:t>شيّدوا</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بيتٌ</w:t>
            </w:r>
            <w:r w:rsidR="004C00A8">
              <w:rPr>
                <w:rtl/>
              </w:rPr>
              <w:t xml:space="preserve"> </w:t>
            </w:r>
            <w:r w:rsidRPr="009647FC">
              <w:rPr>
                <w:rtl/>
              </w:rPr>
              <w:t>أبو</w:t>
            </w:r>
            <w:r>
              <w:rPr>
                <w:rtl/>
              </w:rPr>
              <w:t xml:space="preserve"> </w:t>
            </w:r>
            <w:r w:rsidRPr="009647FC">
              <w:rPr>
                <w:rtl/>
              </w:rPr>
              <w:t>الندب</w:t>
            </w:r>
            <w:r>
              <w:rPr>
                <w:rtl/>
              </w:rPr>
              <w:t xml:space="preserve"> </w:t>
            </w:r>
            <w:r w:rsidRPr="009647FC">
              <w:rPr>
                <w:rtl/>
              </w:rPr>
              <w:t>الرضا</w:t>
            </w:r>
            <w:r>
              <w:rPr>
                <w:rtl/>
              </w:rPr>
              <w:t xml:space="preserve"> </w:t>
            </w:r>
            <w:r w:rsidRPr="009647FC">
              <w:rPr>
                <w:rtl/>
              </w:rPr>
              <w:t>ربّه</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أكرمُ</w:t>
            </w:r>
            <w:r w:rsidR="004C00A8">
              <w:rPr>
                <w:rtl/>
              </w:rPr>
              <w:t xml:space="preserve"> </w:t>
            </w:r>
            <w:r w:rsidRPr="009647FC">
              <w:rPr>
                <w:rtl/>
              </w:rPr>
              <w:t>م</w:t>
            </w:r>
            <w:r w:rsidRPr="00B371C6">
              <w:rPr>
                <w:rtl/>
              </w:rPr>
              <w:t>َ</w:t>
            </w:r>
            <w:r w:rsidRPr="009647FC">
              <w:rPr>
                <w:rtl/>
              </w:rPr>
              <w:t>نْ</w:t>
            </w:r>
            <w:r>
              <w:rPr>
                <w:rtl/>
              </w:rPr>
              <w:t xml:space="preserve"> </w:t>
            </w:r>
            <w:r w:rsidRPr="009647FC">
              <w:rPr>
                <w:rtl/>
              </w:rPr>
              <w:t>تحت</w:t>
            </w:r>
            <w:r>
              <w:rPr>
                <w:rtl/>
              </w:rPr>
              <w:t xml:space="preserve"> </w:t>
            </w:r>
            <w:r w:rsidRPr="009647FC">
              <w:rPr>
                <w:rtl/>
              </w:rPr>
              <w:t>السما</w:t>
            </w:r>
            <w:r>
              <w:rPr>
                <w:rtl/>
              </w:rPr>
              <w:t xml:space="preserve"> </w:t>
            </w:r>
            <w:r w:rsidRPr="009647FC">
              <w:rPr>
                <w:rtl/>
              </w:rPr>
              <w:t>يُقصدُ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مولىً</w:t>
            </w:r>
            <w:r>
              <w:rPr>
                <w:rtl/>
              </w:rPr>
              <w:t xml:space="preserve"> </w:t>
            </w:r>
            <w:r w:rsidRPr="009647FC">
              <w:rPr>
                <w:rtl/>
              </w:rPr>
              <w:t>درت</w:t>
            </w:r>
            <w:r>
              <w:rPr>
                <w:rtl/>
              </w:rPr>
              <w:t xml:space="preserve"> </w:t>
            </w:r>
            <w:r w:rsidRPr="009647FC">
              <w:rPr>
                <w:rtl/>
              </w:rPr>
              <w:t>أهلُ</w:t>
            </w:r>
            <w:r>
              <w:rPr>
                <w:rtl/>
              </w:rPr>
              <w:t xml:space="preserve"> </w:t>
            </w:r>
            <w:r w:rsidRPr="009647FC">
              <w:rPr>
                <w:rtl/>
              </w:rPr>
              <w:t>العُلى</w:t>
            </w:r>
            <w:r>
              <w:rPr>
                <w:rtl/>
              </w:rPr>
              <w:t xml:space="preserve"> </w:t>
            </w:r>
            <w:r w:rsidRPr="009647FC">
              <w:rPr>
                <w:rtl/>
              </w:rPr>
              <w:t>أن</w:t>
            </w:r>
            <w:r w:rsidRPr="00B371C6">
              <w:rPr>
                <w:rtl/>
              </w:rPr>
              <w:t>ّ</w:t>
            </w:r>
            <w:r w:rsidRPr="009647FC">
              <w:rPr>
                <w:rtl/>
              </w:rPr>
              <w:t>ه</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دون</w:t>
            </w:r>
            <w:r w:rsidR="004C00A8">
              <w:rPr>
                <w:rtl/>
              </w:rPr>
              <w:t xml:space="preserve"> </w:t>
            </w:r>
            <w:r w:rsidRPr="009647FC">
              <w:rPr>
                <w:rtl/>
              </w:rPr>
              <w:t>الأنام</w:t>
            </w:r>
            <w:r>
              <w:rPr>
                <w:rtl/>
              </w:rPr>
              <w:t xml:space="preserve"> </w:t>
            </w:r>
            <w:r w:rsidRPr="009647FC">
              <w:rPr>
                <w:rtl/>
              </w:rPr>
              <w:t>العلمُ</w:t>
            </w:r>
            <w:r>
              <w:rPr>
                <w:rtl/>
              </w:rPr>
              <w:t xml:space="preserve"> </w:t>
            </w:r>
            <w:r w:rsidRPr="009647FC">
              <w:rPr>
                <w:rtl/>
              </w:rPr>
              <w:t>المفردُ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وأنّه</w:t>
            </w:r>
            <w:r>
              <w:rPr>
                <w:rtl/>
              </w:rPr>
              <w:t xml:space="preserve"> </w:t>
            </w:r>
            <w:r w:rsidRPr="009647FC">
              <w:rPr>
                <w:rtl/>
              </w:rPr>
              <w:t>لولا</w:t>
            </w:r>
            <w:r>
              <w:rPr>
                <w:rtl/>
              </w:rPr>
              <w:t xml:space="preserve"> </w:t>
            </w:r>
            <w:r w:rsidRPr="009647FC">
              <w:rPr>
                <w:rtl/>
              </w:rPr>
              <w:t>هداه</w:t>
            </w:r>
            <w:r>
              <w:rPr>
                <w:rtl/>
              </w:rPr>
              <w:t xml:space="preserve"> </w:t>
            </w:r>
            <w:r w:rsidRPr="009647FC">
              <w:rPr>
                <w:rtl/>
              </w:rPr>
              <w:t>الورى</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ضلّ</w:t>
            </w:r>
            <w:r w:rsidRPr="00B371C6">
              <w:rPr>
                <w:rtl/>
              </w:rPr>
              <w:t>َ</w:t>
            </w:r>
            <w:r w:rsidRPr="009647FC">
              <w:rPr>
                <w:rtl/>
              </w:rPr>
              <w:t>ت</w:t>
            </w:r>
            <w:r>
              <w:rPr>
                <w:rtl/>
              </w:rPr>
              <w:t xml:space="preserve"> </w:t>
            </w:r>
            <w:r w:rsidRPr="009647FC">
              <w:rPr>
                <w:rtl/>
              </w:rPr>
              <w:t>فلا</w:t>
            </w:r>
            <w:r>
              <w:rPr>
                <w:rtl/>
              </w:rPr>
              <w:t xml:space="preserve"> </w:t>
            </w:r>
            <w:r w:rsidRPr="009647FC">
              <w:rPr>
                <w:rtl/>
              </w:rPr>
              <w:t>رشدٌ</w:t>
            </w:r>
            <w:r>
              <w:rPr>
                <w:rtl/>
              </w:rPr>
              <w:t xml:space="preserve"> </w:t>
            </w:r>
            <w:r w:rsidRPr="009647FC">
              <w:rPr>
                <w:rtl/>
              </w:rPr>
              <w:t>ولا</w:t>
            </w:r>
            <w:r>
              <w:rPr>
                <w:rtl/>
              </w:rPr>
              <w:t xml:space="preserve"> </w:t>
            </w:r>
            <w:r w:rsidRPr="009647FC">
              <w:rPr>
                <w:rtl/>
              </w:rPr>
              <w:t>مرشدُ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وأنّه</w:t>
            </w:r>
            <w:r>
              <w:rPr>
                <w:rtl/>
              </w:rPr>
              <w:t xml:space="preserve"> </w:t>
            </w:r>
            <w:r w:rsidRPr="009647FC">
              <w:rPr>
                <w:rtl/>
              </w:rPr>
              <w:t>لولا</w:t>
            </w:r>
            <w:r>
              <w:rPr>
                <w:rtl/>
              </w:rPr>
              <w:t xml:space="preserve"> </w:t>
            </w:r>
            <w:r w:rsidRPr="009647FC">
              <w:rPr>
                <w:rtl/>
              </w:rPr>
              <w:t>ندى</w:t>
            </w:r>
            <w:r>
              <w:rPr>
                <w:rtl/>
              </w:rPr>
              <w:t xml:space="preserve"> </w:t>
            </w:r>
            <w:r w:rsidRPr="009647FC">
              <w:rPr>
                <w:rtl/>
              </w:rPr>
              <w:t>كف</w:t>
            </w:r>
            <w:r w:rsidRPr="00B371C6">
              <w:rPr>
                <w:rtl/>
              </w:rPr>
              <w:t>ّ</w:t>
            </w:r>
            <w:r w:rsidRPr="009647FC">
              <w:rPr>
                <w:rtl/>
              </w:rPr>
              <w:t>ه</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لم</w:t>
            </w:r>
            <w:r>
              <w:rPr>
                <w:rtl/>
              </w:rPr>
              <w:t xml:space="preserve"> </w:t>
            </w:r>
            <w:r w:rsidRPr="009647FC">
              <w:rPr>
                <w:rtl/>
              </w:rPr>
              <w:t>يُر</w:t>
            </w:r>
            <w:r>
              <w:rPr>
                <w:rtl/>
              </w:rPr>
              <w:t xml:space="preserve">َ </w:t>
            </w:r>
            <w:r w:rsidRPr="009647FC">
              <w:rPr>
                <w:rtl/>
              </w:rPr>
              <w:t>لا</w:t>
            </w:r>
            <w:r>
              <w:rPr>
                <w:rtl/>
              </w:rPr>
              <w:t xml:space="preserve"> </w:t>
            </w:r>
            <w:r w:rsidRPr="009647FC">
              <w:rPr>
                <w:rtl/>
              </w:rPr>
              <w:t>رفدٌ</w:t>
            </w:r>
            <w:r>
              <w:rPr>
                <w:rtl/>
              </w:rPr>
              <w:t xml:space="preserve"> </w:t>
            </w:r>
            <w:r w:rsidRPr="009647FC">
              <w:rPr>
                <w:rtl/>
              </w:rPr>
              <w:t>ولا</w:t>
            </w:r>
            <w:r>
              <w:rPr>
                <w:rtl/>
              </w:rPr>
              <w:t xml:space="preserve"> </w:t>
            </w:r>
            <w:r w:rsidRPr="009647FC">
              <w:rPr>
                <w:rtl/>
              </w:rPr>
              <w:t>مرفدُ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تلقاه</w:t>
            </w:r>
            <w:r>
              <w:rPr>
                <w:rtl/>
              </w:rPr>
              <w:t xml:space="preserve"> </w:t>
            </w:r>
            <w:r w:rsidRPr="009647FC">
              <w:rPr>
                <w:rtl/>
              </w:rPr>
              <w:t>طلق</w:t>
            </w:r>
            <w:r>
              <w:rPr>
                <w:rtl/>
              </w:rPr>
              <w:t xml:space="preserve">َ </w:t>
            </w:r>
            <w:r w:rsidRPr="009647FC">
              <w:rPr>
                <w:rtl/>
              </w:rPr>
              <w:t>الوجه</w:t>
            </w:r>
            <w:r>
              <w:rPr>
                <w:rtl/>
              </w:rPr>
              <w:t xml:space="preserve"> </w:t>
            </w:r>
            <w:r w:rsidRPr="009647FC">
              <w:rPr>
                <w:rtl/>
              </w:rPr>
              <w:t>من</w:t>
            </w:r>
            <w:r>
              <w:rPr>
                <w:rtl/>
              </w:rPr>
              <w:t xml:space="preserve"> </w:t>
            </w:r>
            <w:r w:rsidRPr="009647FC">
              <w:rPr>
                <w:rtl/>
              </w:rPr>
              <w:t>هيبةٍ</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يفرق</w:t>
            </w:r>
            <w:r w:rsidRPr="004E7EC6">
              <w:rPr>
                <w:rStyle w:val="libFootnotenumChar"/>
                <w:rtl/>
              </w:rPr>
              <w:t>(1)</w:t>
            </w:r>
            <w:r>
              <w:rPr>
                <w:rtl/>
              </w:rPr>
              <w:t xml:space="preserve"> </w:t>
            </w:r>
            <w:r w:rsidRPr="009647FC">
              <w:rPr>
                <w:rtl/>
              </w:rPr>
              <w:t>منها</w:t>
            </w:r>
            <w:r>
              <w:rPr>
                <w:rtl/>
              </w:rPr>
              <w:t xml:space="preserve"> </w:t>
            </w:r>
            <w:r w:rsidRPr="009647FC">
              <w:rPr>
                <w:rtl/>
              </w:rPr>
              <w:t>الأسد</w:t>
            </w:r>
            <w:r>
              <w:rPr>
                <w:rtl/>
              </w:rPr>
              <w:t xml:space="preserve"> </w:t>
            </w:r>
            <w:r w:rsidRPr="009647FC">
              <w:rPr>
                <w:rtl/>
              </w:rPr>
              <w:t>الملبدُ</w:t>
            </w:r>
            <w:r w:rsidRPr="00524A24">
              <w:rPr>
                <w:rStyle w:val="libPoemTiniChar0"/>
                <w:rtl/>
              </w:rPr>
              <w:br/>
              <w:t> </w:t>
            </w:r>
          </w:p>
        </w:tc>
      </w:tr>
      <w:tr w:rsidR="00B371C6" w:rsidRPr="00524A24" w:rsidTr="00B371C6">
        <w:trPr>
          <w:trHeight w:val="350"/>
        </w:trPr>
        <w:tc>
          <w:tcPr>
            <w:tcW w:w="3902" w:type="dxa"/>
          </w:tcPr>
          <w:p w:rsidR="00B371C6" w:rsidRPr="00524A24" w:rsidRDefault="00B371C6" w:rsidP="00B371C6">
            <w:pPr>
              <w:pStyle w:val="libPoem"/>
            </w:pPr>
            <w:r w:rsidRPr="009647FC">
              <w:rPr>
                <w:rtl/>
              </w:rPr>
              <w:t>محببٌ</w:t>
            </w:r>
            <w:r>
              <w:rPr>
                <w:rtl/>
              </w:rPr>
              <w:t xml:space="preserve"> </w:t>
            </w:r>
            <w:r w:rsidRPr="009647FC">
              <w:rPr>
                <w:rtl/>
              </w:rPr>
              <w:t>من</w:t>
            </w:r>
            <w:r>
              <w:rPr>
                <w:rtl/>
              </w:rPr>
              <w:t xml:space="preserve"> </w:t>
            </w:r>
            <w:r w:rsidRPr="009647FC">
              <w:rPr>
                <w:rtl/>
              </w:rPr>
              <w:t>حسن</w:t>
            </w:r>
            <w:r>
              <w:rPr>
                <w:rtl/>
              </w:rPr>
              <w:t xml:space="preserve"> </w:t>
            </w:r>
            <w:r w:rsidRPr="009647FC">
              <w:rPr>
                <w:rtl/>
              </w:rPr>
              <w:t>أخلاقه</w:t>
            </w:r>
            <w:r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B371C6" w:rsidP="00B371C6">
            <w:pPr>
              <w:pStyle w:val="libPoem"/>
            </w:pPr>
            <w:r w:rsidRPr="009647FC">
              <w:rPr>
                <w:rtl/>
              </w:rPr>
              <w:t>حتى</w:t>
            </w:r>
            <w:r w:rsidR="004C00A8">
              <w:rPr>
                <w:rtl/>
              </w:rPr>
              <w:t xml:space="preserve"> </w:t>
            </w:r>
            <w:r w:rsidRPr="009647FC">
              <w:rPr>
                <w:rtl/>
              </w:rPr>
              <w:t>إلى</w:t>
            </w:r>
            <w:r>
              <w:rPr>
                <w:rtl/>
              </w:rPr>
              <w:t xml:space="preserve"> </w:t>
            </w:r>
            <w:r w:rsidRPr="009647FC">
              <w:rPr>
                <w:rtl/>
              </w:rPr>
              <w:t>م</w:t>
            </w:r>
            <w:r w:rsidRPr="00B371C6">
              <w:rPr>
                <w:rtl/>
              </w:rPr>
              <w:t>َ</w:t>
            </w:r>
            <w:r w:rsidRPr="009647FC">
              <w:rPr>
                <w:rtl/>
              </w:rPr>
              <w:t>نْ</w:t>
            </w:r>
            <w:r>
              <w:rPr>
                <w:rtl/>
              </w:rPr>
              <w:t xml:space="preserve"> </w:t>
            </w:r>
            <w:r w:rsidRPr="009647FC">
              <w:rPr>
                <w:rtl/>
              </w:rPr>
              <w:t>مجدُه</w:t>
            </w:r>
            <w:r>
              <w:rPr>
                <w:rtl/>
              </w:rPr>
              <w:t xml:space="preserve"> </w:t>
            </w:r>
            <w:r w:rsidRPr="009647FC">
              <w:rPr>
                <w:rtl/>
              </w:rPr>
              <w:t>يحسدُ</w:t>
            </w:r>
            <w:r w:rsidRPr="00524A24">
              <w:rPr>
                <w:rStyle w:val="libPoemTiniChar0"/>
                <w:rtl/>
              </w:rPr>
              <w:br/>
              <w:t> </w:t>
            </w:r>
          </w:p>
        </w:tc>
      </w:tr>
      <w:tr w:rsidR="00B371C6" w:rsidRPr="00524A24" w:rsidTr="00B371C6">
        <w:trPr>
          <w:trHeight w:val="350"/>
        </w:trPr>
        <w:tc>
          <w:tcPr>
            <w:tcW w:w="3902" w:type="dxa"/>
          </w:tcPr>
          <w:p w:rsidR="00B371C6" w:rsidRPr="00524A24" w:rsidRDefault="00CE527B" w:rsidP="004C00A8">
            <w:pPr>
              <w:pStyle w:val="libPoem"/>
            </w:pPr>
            <w:r w:rsidRPr="009647FC">
              <w:rPr>
                <w:rtl/>
              </w:rPr>
              <w:t>ما</w:t>
            </w:r>
            <w:r>
              <w:rPr>
                <w:rtl/>
              </w:rPr>
              <w:t xml:space="preserve"> </w:t>
            </w:r>
            <w:r w:rsidRPr="009647FC">
              <w:rPr>
                <w:rtl/>
              </w:rPr>
              <w:t>سهدت</w:t>
            </w:r>
            <w:r w:rsidRPr="004E7EC6">
              <w:rPr>
                <w:rStyle w:val="libFootnotenumChar"/>
                <w:rtl/>
              </w:rPr>
              <w:t>(2)</w:t>
            </w:r>
            <w:r w:rsidR="004C00A8" w:rsidRPr="004C00A8">
              <w:rPr>
                <w:rFonts w:hint="cs"/>
                <w:rtl/>
              </w:rPr>
              <w:t xml:space="preserve"> </w:t>
            </w:r>
            <w:r w:rsidRPr="009647FC">
              <w:rPr>
                <w:rtl/>
              </w:rPr>
              <w:t>من</w:t>
            </w:r>
            <w:r>
              <w:rPr>
                <w:rtl/>
              </w:rPr>
              <w:t xml:space="preserve"> </w:t>
            </w:r>
            <w:r w:rsidRPr="009647FC">
              <w:rPr>
                <w:rtl/>
              </w:rPr>
              <w:t>خائفٍ</w:t>
            </w:r>
            <w:r>
              <w:rPr>
                <w:rtl/>
              </w:rPr>
              <w:t xml:space="preserve"> </w:t>
            </w:r>
            <w:r w:rsidRPr="009647FC">
              <w:rPr>
                <w:rtl/>
              </w:rPr>
              <w:t>مقلةٌ</w:t>
            </w:r>
            <w:r w:rsidR="00B371C6"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CE527B" w:rsidP="00B371C6">
            <w:pPr>
              <w:pStyle w:val="libPoem"/>
            </w:pPr>
            <w:r w:rsidRPr="009647FC">
              <w:rPr>
                <w:rtl/>
              </w:rPr>
              <w:t>إلاّ</w:t>
            </w:r>
            <w:r>
              <w:rPr>
                <w:rtl/>
              </w:rPr>
              <w:t xml:space="preserve"> </w:t>
            </w:r>
            <w:r w:rsidRPr="009647FC">
              <w:rPr>
                <w:rtl/>
              </w:rPr>
              <w:t>وبالأمن</w:t>
            </w:r>
            <w:r>
              <w:rPr>
                <w:rtl/>
              </w:rPr>
              <w:t xml:space="preserve"> </w:t>
            </w:r>
            <w:r w:rsidRPr="009647FC">
              <w:rPr>
                <w:rtl/>
              </w:rPr>
              <w:t>لها</w:t>
            </w:r>
            <w:r>
              <w:rPr>
                <w:rtl/>
              </w:rPr>
              <w:t xml:space="preserve"> </w:t>
            </w:r>
            <w:r w:rsidRPr="009647FC">
              <w:rPr>
                <w:rtl/>
              </w:rPr>
              <w:t>يرقدُ</w:t>
            </w:r>
            <w:r w:rsidR="00B371C6" w:rsidRPr="00524A24">
              <w:rPr>
                <w:rStyle w:val="libPoemTiniChar0"/>
                <w:rtl/>
              </w:rPr>
              <w:br/>
              <w:t> </w:t>
            </w:r>
          </w:p>
        </w:tc>
      </w:tr>
      <w:tr w:rsidR="00B371C6" w:rsidRPr="00524A24" w:rsidTr="00B371C6">
        <w:trPr>
          <w:trHeight w:val="350"/>
        </w:trPr>
        <w:tc>
          <w:tcPr>
            <w:tcW w:w="3902" w:type="dxa"/>
          </w:tcPr>
          <w:p w:rsidR="00B371C6" w:rsidRPr="00524A24" w:rsidRDefault="00CE527B" w:rsidP="00B371C6">
            <w:pPr>
              <w:pStyle w:val="libPoem"/>
            </w:pPr>
            <w:r w:rsidRPr="009647FC">
              <w:rPr>
                <w:rtl/>
              </w:rPr>
              <w:t>م</w:t>
            </w:r>
            <w:r w:rsidRPr="00B371C6">
              <w:rPr>
                <w:rtl/>
              </w:rPr>
              <w:t>َ</w:t>
            </w:r>
            <w:r w:rsidRPr="009647FC">
              <w:rPr>
                <w:rtl/>
              </w:rPr>
              <w:t>نْ</w:t>
            </w:r>
            <w:r w:rsidR="004C00A8">
              <w:rPr>
                <w:rtl/>
              </w:rPr>
              <w:t xml:space="preserve"> </w:t>
            </w:r>
            <w:r w:rsidRPr="009647FC">
              <w:rPr>
                <w:rtl/>
              </w:rPr>
              <w:t>ذا</w:t>
            </w:r>
            <w:r>
              <w:rPr>
                <w:rtl/>
              </w:rPr>
              <w:t xml:space="preserve"> </w:t>
            </w:r>
            <w:r w:rsidRPr="009647FC">
              <w:rPr>
                <w:rtl/>
              </w:rPr>
              <w:t>سواه</w:t>
            </w:r>
            <w:r>
              <w:rPr>
                <w:rtl/>
              </w:rPr>
              <w:t xml:space="preserve"> </w:t>
            </w:r>
            <w:r w:rsidRPr="009647FC">
              <w:rPr>
                <w:rtl/>
              </w:rPr>
              <w:t>قام</w:t>
            </w:r>
            <w:r>
              <w:rPr>
                <w:rtl/>
              </w:rPr>
              <w:t xml:space="preserve"> </w:t>
            </w:r>
            <w:r w:rsidRPr="009647FC">
              <w:rPr>
                <w:rtl/>
              </w:rPr>
              <w:t>يدعو</w:t>
            </w:r>
            <w:r>
              <w:rPr>
                <w:rtl/>
              </w:rPr>
              <w:t xml:space="preserve"> </w:t>
            </w:r>
            <w:r w:rsidRPr="009647FC">
              <w:rPr>
                <w:rtl/>
              </w:rPr>
              <w:t>الورى:</w:t>
            </w:r>
            <w:r w:rsidR="00B371C6"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CE527B" w:rsidP="00B371C6">
            <w:pPr>
              <w:pStyle w:val="libPoem"/>
            </w:pPr>
            <w:r w:rsidRPr="009647FC">
              <w:rPr>
                <w:rtl/>
              </w:rPr>
              <w:t>دونكم</w:t>
            </w:r>
            <w:r>
              <w:rPr>
                <w:rtl/>
              </w:rPr>
              <w:t xml:space="preserve"> </w:t>
            </w:r>
            <w:r w:rsidRPr="009647FC">
              <w:rPr>
                <w:rtl/>
              </w:rPr>
              <w:t>من</w:t>
            </w:r>
            <w:r>
              <w:rPr>
                <w:rtl/>
              </w:rPr>
              <w:t xml:space="preserve"> </w:t>
            </w:r>
            <w:r w:rsidRPr="009647FC">
              <w:rPr>
                <w:rtl/>
              </w:rPr>
              <w:t>بحر</w:t>
            </w:r>
            <w:r>
              <w:rPr>
                <w:rtl/>
              </w:rPr>
              <w:t xml:space="preserve"> </w:t>
            </w:r>
            <w:r w:rsidRPr="009647FC">
              <w:rPr>
                <w:rtl/>
              </w:rPr>
              <w:t>جودي</w:t>
            </w:r>
            <w:r>
              <w:rPr>
                <w:rtl/>
              </w:rPr>
              <w:t xml:space="preserve"> </w:t>
            </w:r>
            <w:r w:rsidRPr="009647FC">
              <w:rPr>
                <w:rtl/>
              </w:rPr>
              <w:t>ردوا</w:t>
            </w:r>
            <w:r w:rsidR="00B371C6" w:rsidRPr="00524A24">
              <w:rPr>
                <w:rStyle w:val="libPoemTiniChar0"/>
                <w:rtl/>
              </w:rPr>
              <w:br/>
              <w:t> </w:t>
            </w:r>
          </w:p>
        </w:tc>
      </w:tr>
      <w:tr w:rsidR="00B371C6" w:rsidRPr="00524A24" w:rsidTr="00B371C6">
        <w:trPr>
          <w:trHeight w:val="350"/>
        </w:trPr>
        <w:tc>
          <w:tcPr>
            <w:tcW w:w="3902" w:type="dxa"/>
          </w:tcPr>
          <w:p w:rsidR="00B371C6" w:rsidRPr="00524A24" w:rsidRDefault="00CE527B" w:rsidP="00B371C6">
            <w:pPr>
              <w:pStyle w:val="libPoem"/>
            </w:pPr>
            <w:r w:rsidRPr="009647FC">
              <w:rPr>
                <w:rtl/>
              </w:rPr>
              <w:t>ومدّ</w:t>
            </w:r>
            <w:r>
              <w:rPr>
                <w:rtl/>
              </w:rPr>
              <w:t xml:space="preserve">َ </w:t>
            </w:r>
            <w:r w:rsidRPr="009647FC">
              <w:rPr>
                <w:rtl/>
              </w:rPr>
              <w:t>كف</w:t>
            </w:r>
            <w:r w:rsidRPr="00B371C6">
              <w:rPr>
                <w:rtl/>
              </w:rPr>
              <w:t>ّ</w:t>
            </w:r>
            <w:r w:rsidRPr="009647FC">
              <w:rPr>
                <w:rtl/>
              </w:rPr>
              <w:t>اً</w:t>
            </w:r>
            <w:r>
              <w:rPr>
                <w:rtl/>
              </w:rPr>
              <w:t xml:space="preserve"> </w:t>
            </w:r>
            <w:r w:rsidRPr="009647FC">
              <w:rPr>
                <w:rtl/>
              </w:rPr>
              <w:t>بغريب</w:t>
            </w:r>
            <w:r>
              <w:rPr>
                <w:rtl/>
              </w:rPr>
              <w:t xml:space="preserve"> </w:t>
            </w:r>
            <w:r w:rsidRPr="009647FC">
              <w:rPr>
                <w:rtl/>
              </w:rPr>
              <w:t>الندى</w:t>
            </w:r>
            <w:r w:rsidR="00B371C6"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CE527B" w:rsidP="00B371C6">
            <w:pPr>
              <w:pStyle w:val="libPoem"/>
            </w:pPr>
            <w:r w:rsidRPr="009647FC">
              <w:rPr>
                <w:rtl/>
              </w:rPr>
              <w:t>آلاؤها</w:t>
            </w:r>
            <w:r w:rsidRPr="004E7EC6">
              <w:rPr>
                <w:rStyle w:val="libFootnotenumChar"/>
                <w:rtl/>
              </w:rPr>
              <w:t>(3)</w:t>
            </w:r>
            <w:r w:rsidR="004C00A8">
              <w:rPr>
                <w:rtl/>
              </w:rPr>
              <w:t xml:space="preserve"> </w:t>
            </w:r>
            <w:r w:rsidRPr="009647FC">
              <w:rPr>
                <w:rtl/>
              </w:rPr>
              <w:t>بين</w:t>
            </w:r>
            <w:r>
              <w:rPr>
                <w:rtl/>
              </w:rPr>
              <w:t xml:space="preserve"> </w:t>
            </w:r>
            <w:r w:rsidRPr="009647FC">
              <w:rPr>
                <w:rtl/>
              </w:rPr>
              <w:t>الورى</w:t>
            </w:r>
            <w:r>
              <w:rPr>
                <w:rtl/>
              </w:rPr>
              <w:t xml:space="preserve"> </w:t>
            </w:r>
            <w:r w:rsidRPr="009647FC">
              <w:rPr>
                <w:rtl/>
              </w:rPr>
              <w:t>تحمدُ</w:t>
            </w:r>
            <w:r w:rsidR="00B371C6" w:rsidRPr="00524A24">
              <w:rPr>
                <w:rStyle w:val="libPoemTiniChar0"/>
                <w:rtl/>
              </w:rPr>
              <w:br/>
              <w:t> </w:t>
            </w:r>
          </w:p>
        </w:tc>
      </w:tr>
      <w:tr w:rsidR="00B371C6" w:rsidRPr="00524A24" w:rsidTr="00B371C6">
        <w:trPr>
          <w:trHeight w:val="350"/>
        </w:trPr>
        <w:tc>
          <w:tcPr>
            <w:tcW w:w="3902" w:type="dxa"/>
          </w:tcPr>
          <w:p w:rsidR="00B371C6" w:rsidRPr="00524A24" w:rsidRDefault="00CE527B" w:rsidP="00B371C6">
            <w:pPr>
              <w:pStyle w:val="libPoem"/>
            </w:pPr>
            <w:r w:rsidRPr="009647FC">
              <w:rPr>
                <w:rtl/>
              </w:rPr>
              <w:t>بخّ</w:t>
            </w:r>
            <w:r w:rsidRPr="00B371C6">
              <w:rPr>
                <w:rtl/>
              </w:rPr>
              <w:t>َ</w:t>
            </w:r>
            <w:r w:rsidRPr="009647FC">
              <w:rPr>
                <w:rtl/>
              </w:rPr>
              <w:t>لت</w:t>
            </w:r>
            <w:r>
              <w:rPr>
                <w:rtl/>
              </w:rPr>
              <w:t xml:space="preserve"> </w:t>
            </w:r>
            <w:r w:rsidRPr="009647FC">
              <w:rPr>
                <w:rtl/>
              </w:rPr>
              <w:t>المزن</w:t>
            </w:r>
            <w:r>
              <w:rPr>
                <w:rtl/>
              </w:rPr>
              <w:t xml:space="preserve"> </w:t>
            </w:r>
            <w:r w:rsidRPr="009647FC">
              <w:rPr>
                <w:rtl/>
              </w:rPr>
              <w:t>ففي</w:t>
            </w:r>
            <w:r>
              <w:rPr>
                <w:rtl/>
              </w:rPr>
              <w:t xml:space="preserve"> </w:t>
            </w:r>
            <w:r w:rsidRPr="009647FC">
              <w:rPr>
                <w:rtl/>
              </w:rPr>
              <w:t>بخلها</w:t>
            </w:r>
            <w:r w:rsidR="00B371C6"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CE527B" w:rsidP="00B371C6">
            <w:pPr>
              <w:pStyle w:val="libPoem"/>
            </w:pPr>
            <w:r w:rsidRPr="009647FC">
              <w:rPr>
                <w:rtl/>
              </w:rPr>
              <w:t>حلائبُ</w:t>
            </w:r>
            <w:r w:rsidRPr="004E7EC6">
              <w:rPr>
                <w:rStyle w:val="libFootnotenumChar"/>
                <w:rtl/>
              </w:rPr>
              <w:t>(4)</w:t>
            </w:r>
            <w:r>
              <w:rPr>
                <w:rtl/>
              </w:rPr>
              <w:t xml:space="preserve"> </w:t>
            </w:r>
            <w:r w:rsidRPr="009647FC">
              <w:rPr>
                <w:rtl/>
              </w:rPr>
              <w:t>المزن</w:t>
            </w:r>
            <w:r>
              <w:rPr>
                <w:rtl/>
              </w:rPr>
              <w:t xml:space="preserve"> </w:t>
            </w:r>
            <w:r w:rsidRPr="009647FC">
              <w:rPr>
                <w:rtl/>
              </w:rPr>
              <w:t>لها</w:t>
            </w:r>
            <w:r>
              <w:rPr>
                <w:rtl/>
              </w:rPr>
              <w:t xml:space="preserve"> </w:t>
            </w:r>
            <w:r w:rsidRPr="009647FC">
              <w:rPr>
                <w:rtl/>
              </w:rPr>
              <w:t>تشهدُ</w:t>
            </w:r>
            <w:r w:rsidR="00B371C6" w:rsidRPr="00524A24">
              <w:rPr>
                <w:rStyle w:val="libPoemTiniChar0"/>
                <w:rtl/>
              </w:rPr>
              <w:br/>
              <w:t> </w:t>
            </w:r>
          </w:p>
        </w:tc>
      </w:tr>
      <w:tr w:rsidR="00B371C6" w:rsidRPr="00524A24" w:rsidTr="00B371C6">
        <w:trPr>
          <w:trHeight w:val="350"/>
        </w:trPr>
        <w:tc>
          <w:tcPr>
            <w:tcW w:w="3902" w:type="dxa"/>
          </w:tcPr>
          <w:p w:rsidR="00B371C6" w:rsidRPr="00524A24" w:rsidRDefault="00CE527B" w:rsidP="00B371C6">
            <w:pPr>
              <w:pStyle w:val="libPoem"/>
            </w:pPr>
            <w:r w:rsidRPr="009647FC">
              <w:rPr>
                <w:rtl/>
              </w:rPr>
              <w:t>تبصر</w:t>
            </w:r>
            <w:r>
              <w:rPr>
                <w:rtl/>
              </w:rPr>
              <w:t xml:space="preserve"> </w:t>
            </w:r>
            <w:r w:rsidRPr="009647FC">
              <w:rPr>
                <w:rtl/>
              </w:rPr>
              <w:t>في</w:t>
            </w:r>
            <w:r>
              <w:rPr>
                <w:rtl/>
              </w:rPr>
              <w:t xml:space="preserve"> </w:t>
            </w:r>
            <w:r w:rsidRPr="009647FC">
              <w:rPr>
                <w:rtl/>
              </w:rPr>
              <w:t>راحته</w:t>
            </w:r>
            <w:r>
              <w:rPr>
                <w:rtl/>
              </w:rPr>
              <w:t xml:space="preserve"> </w:t>
            </w:r>
            <w:r w:rsidRPr="009647FC">
              <w:rPr>
                <w:rtl/>
              </w:rPr>
              <w:t>أبحرا</w:t>
            </w:r>
            <w:r w:rsidR="00B371C6"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CE527B" w:rsidP="00B371C6">
            <w:pPr>
              <w:pStyle w:val="libPoem"/>
            </w:pPr>
            <w:r w:rsidRPr="009647FC">
              <w:rPr>
                <w:rtl/>
              </w:rPr>
              <w:t>طافحةً</w:t>
            </w:r>
            <w:r>
              <w:rPr>
                <w:rtl/>
              </w:rPr>
              <w:t xml:space="preserve"> </w:t>
            </w:r>
            <w:r w:rsidRPr="009647FC">
              <w:rPr>
                <w:rtl/>
              </w:rPr>
              <w:t>أمواهها</w:t>
            </w:r>
            <w:r w:rsidRPr="004E7EC6">
              <w:rPr>
                <w:rStyle w:val="libFootnotenumChar"/>
                <w:rtl/>
              </w:rPr>
              <w:t>(5)</w:t>
            </w:r>
            <w:r>
              <w:rPr>
                <w:rtl/>
              </w:rPr>
              <w:t xml:space="preserve"> </w:t>
            </w:r>
            <w:r w:rsidRPr="009647FC">
              <w:rPr>
                <w:rtl/>
              </w:rPr>
              <w:t>العسجدُ</w:t>
            </w:r>
            <w:r w:rsidR="00B371C6" w:rsidRPr="00524A24">
              <w:rPr>
                <w:rStyle w:val="libPoemTiniChar0"/>
                <w:rtl/>
              </w:rPr>
              <w:br/>
              <w:t> </w:t>
            </w:r>
          </w:p>
        </w:tc>
      </w:tr>
      <w:tr w:rsidR="00B371C6" w:rsidRPr="00524A24" w:rsidTr="00B371C6">
        <w:trPr>
          <w:trHeight w:val="350"/>
        </w:trPr>
        <w:tc>
          <w:tcPr>
            <w:tcW w:w="3902" w:type="dxa"/>
          </w:tcPr>
          <w:p w:rsidR="00B371C6" w:rsidRPr="00524A24" w:rsidRDefault="00CE527B" w:rsidP="00B371C6">
            <w:pPr>
              <w:pStyle w:val="libPoem"/>
            </w:pPr>
            <w:r w:rsidRPr="009647FC">
              <w:rPr>
                <w:rtl/>
              </w:rPr>
              <w:t>أسرّ</w:t>
            </w:r>
            <w:r>
              <w:rPr>
                <w:rtl/>
              </w:rPr>
              <w:t>َ</w:t>
            </w:r>
            <w:r w:rsidRPr="009647FC">
              <w:rPr>
                <w:rtl/>
              </w:rPr>
              <w:t>ة</w:t>
            </w:r>
            <w:r w:rsidR="004C00A8">
              <w:rPr>
                <w:rtl/>
              </w:rPr>
              <w:t xml:space="preserve"> </w:t>
            </w:r>
            <w:r w:rsidRPr="009647FC">
              <w:rPr>
                <w:rtl/>
              </w:rPr>
              <w:t>ت</w:t>
            </w:r>
            <w:r w:rsidRPr="00B371C6">
              <w:rPr>
                <w:rtl/>
              </w:rPr>
              <w:t>ُ</w:t>
            </w:r>
            <w:r w:rsidRPr="009647FC">
              <w:rPr>
                <w:rtl/>
              </w:rPr>
              <w:t>سمى</w:t>
            </w:r>
            <w:r>
              <w:rPr>
                <w:rtl/>
              </w:rPr>
              <w:t xml:space="preserve"> </w:t>
            </w:r>
            <w:r w:rsidRPr="009647FC">
              <w:rPr>
                <w:rtl/>
              </w:rPr>
              <w:t>ولكنّها</w:t>
            </w:r>
            <w:r w:rsidR="00B371C6"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CE527B" w:rsidP="00B371C6">
            <w:pPr>
              <w:pStyle w:val="libPoem"/>
            </w:pPr>
            <w:r w:rsidRPr="009647FC">
              <w:rPr>
                <w:rtl/>
              </w:rPr>
              <w:t>بحارُ</w:t>
            </w:r>
            <w:r w:rsidR="004C00A8">
              <w:rPr>
                <w:rtl/>
              </w:rPr>
              <w:t xml:space="preserve"> </w:t>
            </w:r>
            <w:r w:rsidRPr="009647FC">
              <w:rPr>
                <w:rtl/>
              </w:rPr>
              <w:t>جود</w:t>
            </w:r>
            <w:r>
              <w:rPr>
                <w:rtl/>
              </w:rPr>
              <w:t xml:space="preserve"> </w:t>
            </w:r>
            <w:r w:rsidRPr="009647FC">
              <w:rPr>
                <w:rtl/>
              </w:rPr>
              <w:t>بالندى</w:t>
            </w:r>
            <w:r>
              <w:rPr>
                <w:rtl/>
              </w:rPr>
              <w:t xml:space="preserve"> </w:t>
            </w:r>
            <w:r w:rsidRPr="009647FC">
              <w:rPr>
                <w:rtl/>
              </w:rPr>
              <w:t>تزبدُ</w:t>
            </w:r>
            <w:r w:rsidR="00B371C6" w:rsidRPr="00524A24">
              <w:rPr>
                <w:rStyle w:val="libPoemTiniChar0"/>
                <w:rtl/>
              </w:rPr>
              <w:br/>
              <w:t> </w:t>
            </w:r>
          </w:p>
        </w:tc>
      </w:tr>
      <w:tr w:rsidR="00B371C6" w:rsidRPr="00524A24" w:rsidTr="00B371C6">
        <w:trPr>
          <w:trHeight w:val="350"/>
        </w:trPr>
        <w:tc>
          <w:tcPr>
            <w:tcW w:w="3902" w:type="dxa"/>
          </w:tcPr>
          <w:p w:rsidR="00B371C6" w:rsidRPr="00524A24" w:rsidRDefault="00CE527B" w:rsidP="00B371C6">
            <w:pPr>
              <w:pStyle w:val="libPoem"/>
            </w:pPr>
            <w:r w:rsidRPr="009647FC">
              <w:rPr>
                <w:rtl/>
              </w:rPr>
              <w:t>فهو</w:t>
            </w:r>
            <w:r w:rsidR="004C00A8">
              <w:rPr>
                <w:rtl/>
              </w:rPr>
              <w:t xml:space="preserve"> </w:t>
            </w:r>
            <w:r w:rsidRPr="009647FC">
              <w:rPr>
                <w:rtl/>
              </w:rPr>
              <w:t>لعمري</w:t>
            </w:r>
            <w:r>
              <w:rPr>
                <w:rtl/>
              </w:rPr>
              <w:t xml:space="preserve"> </w:t>
            </w:r>
            <w:r w:rsidRPr="009647FC">
              <w:rPr>
                <w:rtl/>
              </w:rPr>
              <w:t>حجةٌ</w:t>
            </w:r>
            <w:r>
              <w:rPr>
                <w:rtl/>
              </w:rPr>
              <w:t xml:space="preserve"> </w:t>
            </w:r>
            <w:r w:rsidRPr="009647FC">
              <w:rPr>
                <w:rtl/>
              </w:rPr>
              <w:t>في</w:t>
            </w:r>
            <w:r>
              <w:rPr>
                <w:rtl/>
              </w:rPr>
              <w:t xml:space="preserve"> </w:t>
            </w:r>
            <w:r w:rsidRPr="009647FC">
              <w:rPr>
                <w:rtl/>
              </w:rPr>
              <w:t>الندى</w:t>
            </w:r>
            <w:r w:rsidR="00B371C6"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CE527B" w:rsidP="00B371C6">
            <w:pPr>
              <w:pStyle w:val="libPoem"/>
            </w:pPr>
            <w:r w:rsidRPr="009647FC">
              <w:rPr>
                <w:rtl/>
              </w:rPr>
              <w:t>وآيةٌ</w:t>
            </w:r>
            <w:r>
              <w:rPr>
                <w:rtl/>
              </w:rPr>
              <w:t xml:space="preserve"> </w:t>
            </w:r>
            <w:r w:rsidRPr="009647FC">
              <w:rPr>
                <w:rtl/>
              </w:rPr>
              <w:t>في</w:t>
            </w:r>
            <w:r>
              <w:rPr>
                <w:rtl/>
              </w:rPr>
              <w:t xml:space="preserve"> </w:t>
            </w:r>
            <w:r w:rsidRPr="009647FC">
              <w:rPr>
                <w:rtl/>
              </w:rPr>
              <w:t>الفضل</w:t>
            </w:r>
            <w:r>
              <w:rPr>
                <w:rtl/>
              </w:rPr>
              <w:t xml:space="preserve"> </w:t>
            </w:r>
            <w:r w:rsidRPr="009647FC">
              <w:rPr>
                <w:rtl/>
              </w:rPr>
              <w:t>لا</w:t>
            </w:r>
            <w:r>
              <w:rPr>
                <w:rtl/>
              </w:rPr>
              <w:t xml:space="preserve"> </w:t>
            </w:r>
            <w:r w:rsidRPr="009647FC">
              <w:rPr>
                <w:rtl/>
              </w:rPr>
              <w:t>تجحدُ</w:t>
            </w:r>
            <w:r w:rsidRPr="004E7EC6">
              <w:rPr>
                <w:rStyle w:val="libFootnotenumChar"/>
                <w:rtl/>
              </w:rPr>
              <w:t>(6)</w:t>
            </w:r>
            <w:r w:rsidR="00B371C6" w:rsidRPr="00524A24">
              <w:rPr>
                <w:rStyle w:val="libPoemTiniChar0"/>
                <w:rtl/>
              </w:rPr>
              <w:br/>
              <w:t> </w:t>
            </w:r>
          </w:p>
        </w:tc>
      </w:tr>
      <w:tr w:rsidR="00B371C6" w:rsidRPr="00524A24" w:rsidTr="00B371C6">
        <w:trPr>
          <w:trHeight w:val="350"/>
        </w:trPr>
        <w:tc>
          <w:tcPr>
            <w:tcW w:w="3902" w:type="dxa"/>
          </w:tcPr>
          <w:p w:rsidR="00B371C6" w:rsidRPr="00524A24" w:rsidRDefault="00CE527B" w:rsidP="00B371C6">
            <w:pPr>
              <w:pStyle w:val="libPoem"/>
            </w:pPr>
            <w:r w:rsidRPr="009647FC">
              <w:rPr>
                <w:rtl/>
              </w:rPr>
              <w:t>قد</w:t>
            </w:r>
            <w:r>
              <w:rPr>
                <w:rtl/>
              </w:rPr>
              <w:t xml:space="preserve"> </w:t>
            </w:r>
            <w:r w:rsidRPr="009647FC">
              <w:rPr>
                <w:rtl/>
              </w:rPr>
              <w:t>قام</w:t>
            </w:r>
            <w:r>
              <w:rPr>
                <w:rtl/>
              </w:rPr>
              <w:t xml:space="preserve"> </w:t>
            </w:r>
            <w:r w:rsidRPr="009647FC">
              <w:rPr>
                <w:rtl/>
              </w:rPr>
              <w:t>لله</w:t>
            </w:r>
            <w:r>
              <w:rPr>
                <w:rtl/>
              </w:rPr>
              <w:t xml:space="preserve"> </w:t>
            </w:r>
            <w:r w:rsidRPr="009647FC">
              <w:rPr>
                <w:rtl/>
              </w:rPr>
              <w:t>بما</w:t>
            </w:r>
            <w:r>
              <w:rPr>
                <w:rtl/>
              </w:rPr>
              <w:t xml:space="preserve"> </w:t>
            </w:r>
            <w:r w:rsidRPr="009647FC">
              <w:rPr>
                <w:rtl/>
              </w:rPr>
              <w:t>بعضه</w:t>
            </w:r>
            <w:r w:rsidR="00B371C6"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CE527B" w:rsidP="00B371C6">
            <w:pPr>
              <w:pStyle w:val="libPoem"/>
            </w:pPr>
            <w:r w:rsidRPr="009647FC">
              <w:rPr>
                <w:rtl/>
              </w:rPr>
              <w:t>لكلِّ</w:t>
            </w:r>
            <w:r>
              <w:rPr>
                <w:rtl/>
              </w:rPr>
              <w:t xml:space="preserve"> </w:t>
            </w:r>
            <w:r w:rsidRPr="009647FC">
              <w:rPr>
                <w:rtl/>
              </w:rPr>
              <w:t>أمجاد</w:t>
            </w:r>
            <w:r>
              <w:rPr>
                <w:rtl/>
              </w:rPr>
              <w:t xml:space="preserve"> </w:t>
            </w:r>
            <w:r w:rsidRPr="009647FC">
              <w:rPr>
                <w:rtl/>
              </w:rPr>
              <w:t>الورى</w:t>
            </w:r>
            <w:r>
              <w:rPr>
                <w:rtl/>
              </w:rPr>
              <w:t xml:space="preserve"> </w:t>
            </w:r>
            <w:r w:rsidRPr="009647FC">
              <w:rPr>
                <w:rtl/>
              </w:rPr>
              <w:t>معقد</w:t>
            </w:r>
            <w:r w:rsidRPr="004E7EC6">
              <w:rPr>
                <w:rStyle w:val="libFootnotenumChar"/>
                <w:rtl/>
              </w:rPr>
              <w:t>(7)</w:t>
            </w:r>
            <w:r w:rsidR="00B371C6" w:rsidRPr="00524A24">
              <w:rPr>
                <w:rStyle w:val="libPoemTiniChar0"/>
                <w:rtl/>
              </w:rPr>
              <w:br/>
              <w:t> </w:t>
            </w:r>
          </w:p>
        </w:tc>
      </w:tr>
      <w:tr w:rsidR="00B371C6" w:rsidRPr="00524A24" w:rsidTr="00B371C6">
        <w:trPr>
          <w:trHeight w:val="350"/>
        </w:trPr>
        <w:tc>
          <w:tcPr>
            <w:tcW w:w="3902" w:type="dxa"/>
          </w:tcPr>
          <w:p w:rsidR="00B371C6" w:rsidRPr="00524A24" w:rsidRDefault="00CE527B" w:rsidP="00B371C6">
            <w:pPr>
              <w:pStyle w:val="libPoem"/>
            </w:pPr>
            <w:r w:rsidRPr="009647FC">
              <w:rPr>
                <w:rtl/>
              </w:rPr>
              <w:t>مكارمٌ</w:t>
            </w:r>
            <w:r w:rsidR="004C00A8">
              <w:rPr>
                <w:rtl/>
              </w:rPr>
              <w:t xml:space="preserve"> </w:t>
            </w:r>
            <w:r w:rsidRPr="009647FC">
              <w:rPr>
                <w:rtl/>
              </w:rPr>
              <w:t>ما</w:t>
            </w:r>
            <w:r>
              <w:rPr>
                <w:rtl/>
              </w:rPr>
              <w:t xml:space="preserve"> </w:t>
            </w:r>
            <w:r w:rsidRPr="009647FC">
              <w:rPr>
                <w:rtl/>
              </w:rPr>
              <w:t>لكريمِ</w:t>
            </w:r>
            <w:r>
              <w:rPr>
                <w:rtl/>
              </w:rPr>
              <w:t xml:space="preserve"> </w:t>
            </w:r>
            <w:r w:rsidRPr="009647FC">
              <w:rPr>
                <w:rtl/>
              </w:rPr>
              <w:t>سوى</w:t>
            </w:r>
            <w:r w:rsidR="00B371C6"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CE527B" w:rsidP="00B371C6">
            <w:pPr>
              <w:pStyle w:val="libPoem"/>
            </w:pPr>
            <w:r w:rsidRPr="009647FC">
              <w:rPr>
                <w:rtl/>
              </w:rPr>
              <w:t>(عبدِ</w:t>
            </w:r>
            <w:r>
              <w:rPr>
                <w:rtl/>
              </w:rPr>
              <w:t xml:space="preserve"> </w:t>
            </w:r>
            <w:r w:rsidRPr="009647FC">
              <w:rPr>
                <w:rtl/>
              </w:rPr>
              <w:t>الكريم)</w:t>
            </w:r>
            <w:r>
              <w:rPr>
                <w:rtl/>
              </w:rPr>
              <w:t xml:space="preserve"> </w:t>
            </w:r>
            <w:r w:rsidRPr="009647FC">
              <w:rPr>
                <w:rtl/>
              </w:rPr>
              <w:t>الندب</w:t>
            </w:r>
            <w:r>
              <w:rPr>
                <w:rtl/>
              </w:rPr>
              <w:t xml:space="preserve"> </w:t>
            </w:r>
            <w:r w:rsidRPr="009647FC">
              <w:rPr>
                <w:rtl/>
              </w:rPr>
              <w:t>فيها</w:t>
            </w:r>
            <w:r>
              <w:rPr>
                <w:rtl/>
              </w:rPr>
              <w:t xml:space="preserve"> </w:t>
            </w:r>
            <w:r w:rsidRPr="009647FC">
              <w:rPr>
                <w:rtl/>
              </w:rPr>
              <w:t>يدُ</w:t>
            </w:r>
            <w:r w:rsidR="00B371C6" w:rsidRPr="00524A24">
              <w:rPr>
                <w:rStyle w:val="libPoemTiniChar0"/>
                <w:rtl/>
              </w:rPr>
              <w:br/>
              <w:t> </w:t>
            </w:r>
          </w:p>
        </w:tc>
      </w:tr>
      <w:tr w:rsidR="00B371C6" w:rsidRPr="00524A24" w:rsidTr="00B371C6">
        <w:trPr>
          <w:trHeight w:val="350"/>
        </w:trPr>
        <w:tc>
          <w:tcPr>
            <w:tcW w:w="3902" w:type="dxa"/>
          </w:tcPr>
          <w:p w:rsidR="00B371C6" w:rsidRPr="00524A24" w:rsidRDefault="00CE527B" w:rsidP="00B371C6">
            <w:pPr>
              <w:pStyle w:val="libPoem"/>
            </w:pPr>
            <w:r w:rsidRPr="009647FC">
              <w:rPr>
                <w:rtl/>
              </w:rPr>
              <w:t>ذاك</w:t>
            </w:r>
            <w:r w:rsidR="004C00A8">
              <w:rPr>
                <w:rtl/>
              </w:rPr>
              <w:t xml:space="preserve"> </w:t>
            </w:r>
            <w:r w:rsidRPr="009647FC">
              <w:rPr>
                <w:rtl/>
              </w:rPr>
              <w:t>أبو</w:t>
            </w:r>
            <w:r>
              <w:rPr>
                <w:rtl/>
              </w:rPr>
              <w:t xml:space="preserve"> </w:t>
            </w:r>
            <w:r w:rsidRPr="009647FC">
              <w:rPr>
                <w:rtl/>
              </w:rPr>
              <w:t>الكاظم</w:t>
            </w:r>
            <w:r>
              <w:rPr>
                <w:rtl/>
              </w:rPr>
              <w:t xml:space="preserve"> </w:t>
            </w:r>
            <w:r w:rsidRPr="009647FC">
              <w:rPr>
                <w:rtl/>
              </w:rPr>
              <w:t>غيثُ</w:t>
            </w:r>
            <w:r>
              <w:rPr>
                <w:rtl/>
              </w:rPr>
              <w:t xml:space="preserve"> </w:t>
            </w:r>
            <w:r w:rsidRPr="009647FC">
              <w:rPr>
                <w:rtl/>
              </w:rPr>
              <w:t>الندى</w:t>
            </w:r>
            <w:r w:rsidR="00B371C6"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CE527B" w:rsidP="00B371C6">
            <w:pPr>
              <w:pStyle w:val="libPoem"/>
            </w:pPr>
            <w:r w:rsidRPr="009647FC">
              <w:rPr>
                <w:rtl/>
              </w:rPr>
              <w:t>تربُ</w:t>
            </w:r>
            <w:r w:rsidR="004C00A8">
              <w:rPr>
                <w:rtl/>
              </w:rPr>
              <w:t xml:space="preserve"> </w:t>
            </w:r>
            <w:r w:rsidRPr="009647FC">
              <w:rPr>
                <w:rtl/>
              </w:rPr>
              <w:t>المعالي</w:t>
            </w:r>
            <w:r>
              <w:rPr>
                <w:rtl/>
              </w:rPr>
              <w:t xml:space="preserve"> </w:t>
            </w:r>
            <w:r w:rsidRPr="009647FC">
              <w:rPr>
                <w:rtl/>
              </w:rPr>
              <w:t>نجمها</w:t>
            </w:r>
            <w:r>
              <w:rPr>
                <w:rtl/>
              </w:rPr>
              <w:t xml:space="preserve"> </w:t>
            </w:r>
            <w:r w:rsidRPr="009647FC">
              <w:rPr>
                <w:rtl/>
              </w:rPr>
              <w:t>الأسعدُ</w:t>
            </w:r>
            <w:r w:rsidR="00B371C6" w:rsidRPr="00524A24">
              <w:rPr>
                <w:rStyle w:val="libPoemTiniChar0"/>
                <w:rtl/>
              </w:rPr>
              <w:br/>
              <w:t> </w:t>
            </w:r>
          </w:p>
        </w:tc>
      </w:tr>
      <w:tr w:rsidR="00B371C6" w:rsidRPr="00524A24" w:rsidTr="00B371C6">
        <w:trPr>
          <w:trHeight w:val="350"/>
        </w:trPr>
        <w:tc>
          <w:tcPr>
            <w:tcW w:w="3902" w:type="dxa"/>
          </w:tcPr>
          <w:p w:rsidR="00B371C6" w:rsidRPr="00524A24" w:rsidRDefault="00CE527B" w:rsidP="00B371C6">
            <w:pPr>
              <w:pStyle w:val="libPoem"/>
            </w:pPr>
            <w:r w:rsidRPr="009647FC">
              <w:rPr>
                <w:rtl/>
              </w:rPr>
              <w:t>أين</w:t>
            </w:r>
            <w:r>
              <w:rPr>
                <w:rtl/>
              </w:rPr>
              <w:t xml:space="preserve"> </w:t>
            </w:r>
            <w:r w:rsidRPr="009647FC">
              <w:rPr>
                <w:rtl/>
              </w:rPr>
              <w:t>بنو</w:t>
            </w:r>
            <w:r>
              <w:rPr>
                <w:rtl/>
              </w:rPr>
              <w:t xml:space="preserve"> </w:t>
            </w:r>
            <w:r w:rsidRPr="009647FC">
              <w:rPr>
                <w:rtl/>
              </w:rPr>
              <w:t>العلياءِ</w:t>
            </w:r>
            <w:r>
              <w:rPr>
                <w:rtl/>
              </w:rPr>
              <w:t xml:space="preserve"> </w:t>
            </w:r>
            <w:r w:rsidRPr="009647FC">
              <w:rPr>
                <w:rtl/>
              </w:rPr>
              <w:t>من</w:t>
            </w:r>
            <w:r>
              <w:rPr>
                <w:rtl/>
              </w:rPr>
              <w:t xml:space="preserve"> </w:t>
            </w:r>
            <w:r w:rsidRPr="009647FC">
              <w:rPr>
                <w:rtl/>
              </w:rPr>
              <w:t>مجده؟</w:t>
            </w:r>
            <w:r w:rsidR="00B371C6"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CE527B" w:rsidP="00B371C6">
            <w:pPr>
              <w:pStyle w:val="libPoem"/>
            </w:pPr>
            <w:r w:rsidRPr="009647FC">
              <w:rPr>
                <w:rtl/>
              </w:rPr>
              <w:t>ومجدُه</w:t>
            </w:r>
            <w:r w:rsidR="004C00A8">
              <w:rPr>
                <w:rtl/>
              </w:rPr>
              <w:t xml:space="preserve"> </w:t>
            </w:r>
            <w:r w:rsidRPr="009647FC">
              <w:rPr>
                <w:rtl/>
              </w:rPr>
              <w:t>ما</w:t>
            </w:r>
            <w:r>
              <w:rPr>
                <w:rtl/>
              </w:rPr>
              <w:t xml:space="preserve"> </w:t>
            </w:r>
            <w:r w:rsidRPr="009647FC">
              <w:rPr>
                <w:rtl/>
              </w:rPr>
              <w:t>ناله</w:t>
            </w:r>
            <w:r>
              <w:rPr>
                <w:rtl/>
              </w:rPr>
              <w:t xml:space="preserve"> </w:t>
            </w:r>
            <w:r w:rsidRPr="009647FC">
              <w:rPr>
                <w:rtl/>
              </w:rPr>
              <w:t>الفرقدُ</w:t>
            </w:r>
            <w:r w:rsidR="00B371C6" w:rsidRPr="00524A24">
              <w:rPr>
                <w:rStyle w:val="libPoemTiniChar0"/>
                <w:rtl/>
              </w:rPr>
              <w:br/>
              <w:t> </w:t>
            </w:r>
          </w:p>
        </w:tc>
      </w:tr>
      <w:tr w:rsidR="00B371C6" w:rsidRPr="00524A24" w:rsidTr="00B371C6">
        <w:trPr>
          <w:trHeight w:val="350"/>
        </w:trPr>
        <w:tc>
          <w:tcPr>
            <w:tcW w:w="3902" w:type="dxa"/>
          </w:tcPr>
          <w:p w:rsidR="00B371C6" w:rsidRPr="00524A24" w:rsidRDefault="00CE527B" w:rsidP="00B371C6">
            <w:pPr>
              <w:pStyle w:val="libPoem"/>
            </w:pPr>
            <w:r w:rsidRPr="009647FC">
              <w:rPr>
                <w:rtl/>
              </w:rPr>
              <w:t>فقل</w:t>
            </w:r>
            <w:r w:rsidR="004C00A8">
              <w:rPr>
                <w:rtl/>
              </w:rPr>
              <w:t xml:space="preserve"> </w:t>
            </w:r>
            <w:r w:rsidRPr="009647FC">
              <w:rPr>
                <w:rtl/>
              </w:rPr>
              <w:t>لهم:</w:t>
            </w:r>
            <w:r>
              <w:rPr>
                <w:rtl/>
              </w:rPr>
              <w:t xml:space="preserve"> </w:t>
            </w:r>
            <w:r w:rsidRPr="009647FC">
              <w:rPr>
                <w:rtl/>
              </w:rPr>
              <w:t>لا</w:t>
            </w:r>
            <w:r>
              <w:rPr>
                <w:rtl/>
              </w:rPr>
              <w:t xml:space="preserve"> </w:t>
            </w:r>
            <w:r w:rsidRPr="009647FC">
              <w:rPr>
                <w:rtl/>
              </w:rPr>
              <w:t>تطلبوا</w:t>
            </w:r>
            <w:r>
              <w:rPr>
                <w:rtl/>
              </w:rPr>
              <w:t xml:space="preserve"> </w:t>
            </w:r>
            <w:r w:rsidRPr="009647FC">
              <w:rPr>
                <w:rtl/>
              </w:rPr>
              <w:t>نهج</w:t>
            </w:r>
            <w:r>
              <w:rPr>
                <w:rtl/>
              </w:rPr>
              <w:t xml:space="preserve">َ </w:t>
            </w:r>
            <w:r w:rsidRPr="009647FC">
              <w:rPr>
                <w:rtl/>
              </w:rPr>
              <w:t>م</w:t>
            </w:r>
            <w:r>
              <w:rPr>
                <w:rtl/>
              </w:rPr>
              <w:t>َ</w:t>
            </w:r>
            <w:r w:rsidRPr="009647FC">
              <w:rPr>
                <w:rtl/>
              </w:rPr>
              <w:t>نْ</w:t>
            </w:r>
            <w:r w:rsidR="00B371C6" w:rsidRPr="00524A24">
              <w:rPr>
                <w:rStyle w:val="libPoemTiniChar0"/>
                <w:rtl/>
              </w:rPr>
              <w:br/>
              <w:t> </w:t>
            </w:r>
          </w:p>
        </w:tc>
        <w:tc>
          <w:tcPr>
            <w:tcW w:w="301" w:type="dxa"/>
          </w:tcPr>
          <w:p w:rsidR="00B371C6" w:rsidRPr="00524A24" w:rsidRDefault="00B371C6" w:rsidP="00B371C6">
            <w:pPr>
              <w:pStyle w:val="libPoem"/>
              <w:rPr>
                <w:rtl/>
              </w:rPr>
            </w:pPr>
          </w:p>
        </w:tc>
        <w:tc>
          <w:tcPr>
            <w:tcW w:w="3884" w:type="dxa"/>
          </w:tcPr>
          <w:p w:rsidR="00B371C6" w:rsidRPr="00524A24" w:rsidRDefault="00CE527B" w:rsidP="00B371C6">
            <w:pPr>
              <w:pStyle w:val="libPoem"/>
            </w:pPr>
            <w:r w:rsidRPr="009647FC">
              <w:rPr>
                <w:rtl/>
              </w:rPr>
              <w:t>لطُرقه</w:t>
            </w:r>
            <w:r>
              <w:rPr>
                <w:rtl/>
              </w:rPr>
              <w:t xml:space="preserve"> </w:t>
            </w:r>
            <w:r w:rsidRPr="009647FC">
              <w:rPr>
                <w:rtl/>
              </w:rPr>
              <w:t>في</w:t>
            </w:r>
            <w:r>
              <w:rPr>
                <w:rtl/>
              </w:rPr>
              <w:t xml:space="preserve"> </w:t>
            </w:r>
            <w:r w:rsidRPr="009647FC">
              <w:rPr>
                <w:rtl/>
              </w:rPr>
              <w:t>المجد</w:t>
            </w:r>
            <w:r>
              <w:rPr>
                <w:rtl/>
              </w:rPr>
              <w:t xml:space="preserve"> </w:t>
            </w:r>
            <w:r w:rsidRPr="009647FC">
              <w:rPr>
                <w:rtl/>
              </w:rPr>
              <w:t>لن</w:t>
            </w:r>
            <w:r>
              <w:rPr>
                <w:rtl/>
              </w:rPr>
              <w:t xml:space="preserve"> </w:t>
            </w:r>
            <w:r w:rsidRPr="009647FC">
              <w:rPr>
                <w:rtl/>
              </w:rPr>
              <w:t>تهتدوا</w:t>
            </w:r>
            <w:r w:rsidRPr="004E7EC6">
              <w:rPr>
                <w:rStyle w:val="libFootnotenumChar"/>
                <w:rtl/>
              </w:rPr>
              <w:t>(8)</w:t>
            </w:r>
            <w:r w:rsidR="00B371C6"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CE527B">
      <w:pPr>
        <w:pStyle w:val="libFootnote0"/>
      </w:pPr>
      <w:r w:rsidRPr="009647FC">
        <w:rPr>
          <w:rtl/>
        </w:rPr>
        <w:t>1</w:t>
      </w:r>
      <w:r w:rsidR="004E7EC6">
        <w:rPr>
          <w:rtl/>
        </w:rPr>
        <w:t xml:space="preserve"> - </w:t>
      </w:r>
      <w:r w:rsidRPr="009647FC">
        <w:rPr>
          <w:rtl/>
        </w:rPr>
        <w:t>يفرق</w:t>
      </w:r>
      <w:r w:rsidR="00D769AB">
        <w:rPr>
          <w:rtl/>
        </w:rPr>
        <w:t>:</w:t>
      </w:r>
      <w:r w:rsidRPr="009647FC">
        <w:rPr>
          <w:rtl/>
        </w:rPr>
        <w:t xml:space="preserve"> يفزع</w:t>
      </w:r>
      <w:r w:rsidR="00D769AB">
        <w:rPr>
          <w:rtl/>
        </w:rPr>
        <w:t>،</w:t>
      </w:r>
      <w:r w:rsidRPr="009647FC">
        <w:rPr>
          <w:rtl/>
        </w:rPr>
        <w:t xml:space="preserve"> يخاف</w:t>
      </w:r>
      <w:r w:rsidR="00D769AB">
        <w:rPr>
          <w:rtl/>
        </w:rPr>
        <w:t>.</w:t>
      </w:r>
      <w:r w:rsidR="00CE527B">
        <w:rPr>
          <w:rFonts w:hint="cs"/>
          <w:rtl/>
        </w:rPr>
        <w:tab/>
      </w:r>
      <w:r w:rsidR="00CE527B">
        <w:rPr>
          <w:rFonts w:hint="cs"/>
          <w:rtl/>
        </w:rPr>
        <w:tab/>
      </w:r>
      <w:r w:rsidR="00CE527B">
        <w:rPr>
          <w:rFonts w:hint="cs"/>
          <w:rtl/>
        </w:rPr>
        <w:tab/>
      </w:r>
      <w:r w:rsidR="00CE527B">
        <w:rPr>
          <w:rFonts w:hint="cs"/>
          <w:rtl/>
        </w:rPr>
        <w:tab/>
      </w:r>
      <w:r w:rsidRPr="009647FC">
        <w:rPr>
          <w:rtl/>
        </w:rPr>
        <w:t>2</w:t>
      </w:r>
      <w:r w:rsidR="004E7EC6">
        <w:rPr>
          <w:rtl/>
        </w:rPr>
        <w:t xml:space="preserve"> - </w:t>
      </w:r>
      <w:r w:rsidRPr="009647FC">
        <w:rPr>
          <w:rtl/>
        </w:rPr>
        <w:t>في المطبوع</w:t>
      </w:r>
      <w:r w:rsidR="00D769AB">
        <w:rPr>
          <w:rtl/>
        </w:rPr>
        <w:t>:</w:t>
      </w:r>
      <w:r w:rsidRPr="009647FC">
        <w:rPr>
          <w:rtl/>
        </w:rPr>
        <w:t xml:space="preserve"> ما سهرت</w:t>
      </w:r>
      <w:r w:rsidR="00D769AB">
        <w:rPr>
          <w:rtl/>
        </w:rPr>
        <w:t>.</w:t>
      </w:r>
    </w:p>
    <w:p w:rsidR="009647FC" w:rsidRPr="00524A24" w:rsidRDefault="009647FC" w:rsidP="00CE527B">
      <w:pPr>
        <w:pStyle w:val="libFootnote0"/>
      </w:pPr>
      <w:r w:rsidRPr="009647FC">
        <w:rPr>
          <w:rtl/>
        </w:rPr>
        <w:t>3</w:t>
      </w:r>
      <w:r w:rsidR="004E7EC6">
        <w:rPr>
          <w:rtl/>
        </w:rPr>
        <w:t xml:space="preserve"> - </w:t>
      </w:r>
      <w:r w:rsidRPr="009647FC">
        <w:rPr>
          <w:rtl/>
        </w:rPr>
        <w:t>الآلاء</w:t>
      </w:r>
      <w:r w:rsidR="00D769AB">
        <w:rPr>
          <w:rtl/>
        </w:rPr>
        <w:t>:</w:t>
      </w:r>
      <w:r w:rsidRPr="009647FC">
        <w:rPr>
          <w:rtl/>
        </w:rPr>
        <w:t xml:space="preserve"> النعم</w:t>
      </w:r>
      <w:r w:rsidR="00D769AB">
        <w:rPr>
          <w:rtl/>
        </w:rPr>
        <w:t>.</w:t>
      </w:r>
      <w:r w:rsidR="00CE527B">
        <w:rPr>
          <w:rFonts w:hint="cs"/>
          <w:rtl/>
        </w:rPr>
        <w:tab/>
      </w:r>
      <w:r w:rsidR="00CE527B">
        <w:rPr>
          <w:rFonts w:hint="cs"/>
          <w:rtl/>
        </w:rPr>
        <w:tab/>
      </w:r>
      <w:r w:rsidR="00CE527B">
        <w:rPr>
          <w:rFonts w:hint="cs"/>
          <w:rtl/>
        </w:rPr>
        <w:tab/>
      </w:r>
      <w:r w:rsidR="00CE527B">
        <w:rPr>
          <w:rFonts w:hint="cs"/>
          <w:rtl/>
        </w:rPr>
        <w:tab/>
      </w:r>
      <w:r w:rsidR="00CE527B">
        <w:rPr>
          <w:rFonts w:hint="cs"/>
          <w:rtl/>
        </w:rPr>
        <w:tab/>
      </w:r>
      <w:r w:rsidRPr="009647FC">
        <w:rPr>
          <w:rtl/>
        </w:rPr>
        <w:t>4</w:t>
      </w:r>
      <w:r w:rsidR="004E7EC6">
        <w:rPr>
          <w:rtl/>
        </w:rPr>
        <w:t xml:space="preserve"> - </w:t>
      </w:r>
      <w:r w:rsidRPr="009647FC">
        <w:rPr>
          <w:rtl/>
        </w:rPr>
        <w:t>الحلايب</w:t>
      </w:r>
      <w:r w:rsidR="00D769AB">
        <w:rPr>
          <w:rtl/>
        </w:rPr>
        <w:t>:</w:t>
      </w:r>
      <w:r w:rsidRPr="009647FC">
        <w:rPr>
          <w:rtl/>
        </w:rPr>
        <w:t xml:space="preserve"> جمع حلوب</w:t>
      </w:r>
      <w:r w:rsidR="00D769AB">
        <w:rPr>
          <w:rtl/>
        </w:rPr>
        <w:t>:</w:t>
      </w:r>
      <w:r w:rsidRPr="009647FC">
        <w:rPr>
          <w:rtl/>
        </w:rPr>
        <w:t xml:space="preserve"> كثيرة المطر</w:t>
      </w:r>
      <w:r w:rsidR="00D769AB">
        <w:rPr>
          <w:rtl/>
        </w:rPr>
        <w:t>.</w:t>
      </w:r>
    </w:p>
    <w:p w:rsidR="009647FC" w:rsidRPr="00524A24" w:rsidRDefault="009647FC" w:rsidP="00CE527B">
      <w:pPr>
        <w:pStyle w:val="libFootnote0"/>
      </w:pPr>
      <w:r w:rsidRPr="009647FC">
        <w:rPr>
          <w:rtl/>
        </w:rPr>
        <w:t>5</w:t>
      </w:r>
      <w:r w:rsidR="004E7EC6">
        <w:rPr>
          <w:rtl/>
        </w:rPr>
        <w:t xml:space="preserve"> - </w:t>
      </w:r>
      <w:r w:rsidRPr="009647FC">
        <w:rPr>
          <w:rtl/>
        </w:rPr>
        <w:t>في مخطوطة الملاّ</w:t>
      </w:r>
      <w:r w:rsidR="00D769AB">
        <w:rPr>
          <w:rtl/>
        </w:rPr>
        <w:t>:</w:t>
      </w:r>
      <w:r w:rsidRPr="009647FC">
        <w:rPr>
          <w:rtl/>
        </w:rPr>
        <w:t xml:space="preserve"> أمواجها</w:t>
      </w:r>
      <w:r w:rsidR="00D769AB">
        <w:rPr>
          <w:rtl/>
        </w:rPr>
        <w:t>.</w:t>
      </w:r>
      <w:r w:rsidR="00CE527B">
        <w:rPr>
          <w:rFonts w:hint="cs"/>
          <w:rtl/>
        </w:rPr>
        <w:tab/>
      </w:r>
      <w:r w:rsidR="00CE527B">
        <w:rPr>
          <w:rFonts w:hint="cs"/>
          <w:rtl/>
        </w:rPr>
        <w:tab/>
      </w:r>
      <w:r w:rsidR="00CE527B">
        <w:rPr>
          <w:rFonts w:hint="cs"/>
          <w:rtl/>
        </w:rPr>
        <w:tab/>
      </w:r>
      <w:r w:rsidR="00CE527B">
        <w:rPr>
          <w:rFonts w:hint="cs"/>
          <w:rtl/>
        </w:rPr>
        <w:tab/>
      </w:r>
      <w:r w:rsidRPr="009647FC">
        <w:rPr>
          <w:rtl/>
        </w:rPr>
        <w:t>6</w:t>
      </w:r>
      <w:r w:rsidR="004E7EC6">
        <w:rPr>
          <w:rtl/>
        </w:rPr>
        <w:t xml:space="preserve"> - </w:t>
      </w:r>
      <w:r w:rsidRPr="009647FC">
        <w:rPr>
          <w:rtl/>
        </w:rPr>
        <w:t>فيها أيضاً</w:t>
      </w:r>
      <w:r w:rsidR="00D769AB">
        <w:rPr>
          <w:rtl/>
        </w:rPr>
        <w:t>:</w:t>
      </w:r>
      <w:r w:rsidRPr="009647FC">
        <w:rPr>
          <w:rtl/>
        </w:rPr>
        <w:t xml:space="preserve"> يجحد</w:t>
      </w:r>
      <w:r w:rsidR="00D769AB">
        <w:rPr>
          <w:rtl/>
        </w:rPr>
        <w:t>.</w:t>
      </w:r>
    </w:p>
    <w:p w:rsidR="009647FC" w:rsidRPr="00524A24" w:rsidRDefault="009647FC" w:rsidP="00CE527B">
      <w:pPr>
        <w:pStyle w:val="libFootnote0"/>
      </w:pPr>
      <w:r w:rsidRPr="009647FC">
        <w:rPr>
          <w:rtl/>
        </w:rPr>
        <w:t>7</w:t>
      </w:r>
      <w:r w:rsidR="004E7EC6">
        <w:rPr>
          <w:rtl/>
        </w:rPr>
        <w:t xml:space="preserve"> - </w:t>
      </w:r>
      <w:r w:rsidRPr="009647FC">
        <w:rPr>
          <w:rtl/>
        </w:rPr>
        <w:t>في المطبوع</w:t>
      </w:r>
      <w:r w:rsidR="00D769AB">
        <w:rPr>
          <w:rtl/>
        </w:rPr>
        <w:t>:</w:t>
      </w:r>
      <w:r w:rsidRPr="009647FC">
        <w:rPr>
          <w:rtl/>
        </w:rPr>
        <w:t xml:space="preserve"> مقعد</w:t>
      </w:r>
      <w:r w:rsidR="00D769AB">
        <w:rPr>
          <w:rtl/>
        </w:rPr>
        <w:t>.</w:t>
      </w:r>
      <w:r w:rsidR="00CE527B">
        <w:rPr>
          <w:rFonts w:hint="cs"/>
          <w:rtl/>
        </w:rPr>
        <w:tab/>
      </w:r>
      <w:r w:rsidR="00CE527B">
        <w:rPr>
          <w:rFonts w:hint="cs"/>
          <w:rtl/>
        </w:rPr>
        <w:tab/>
      </w:r>
      <w:r w:rsidR="00CE527B">
        <w:rPr>
          <w:rFonts w:hint="cs"/>
          <w:rtl/>
        </w:rPr>
        <w:tab/>
      </w:r>
      <w:r w:rsidR="00CE527B">
        <w:rPr>
          <w:rFonts w:hint="cs"/>
          <w:rtl/>
        </w:rPr>
        <w:tab/>
      </w:r>
      <w:r w:rsidRPr="009647FC">
        <w:rPr>
          <w:rtl/>
        </w:rPr>
        <w:t>8</w:t>
      </w:r>
      <w:r w:rsidR="004E7EC6">
        <w:rPr>
          <w:rtl/>
        </w:rPr>
        <w:t xml:space="preserve"> - </w:t>
      </w:r>
      <w:r w:rsidRPr="009647FC">
        <w:rPr>
          <w:rtl/>
        </w:rPr>
        <w:t>في مخطوطة الملاّ</w:t>
      </w:r>
      <w:r w:rsidR="00D769AB">
        <w:rPr>
          <w:rtl/>
        </w:rPr>
        <w:t>:</w:t>
      </w:r>
      <w:r w:rsidRPr="009647FC">
        <w:rPr>
          <w:rtl/>
        </w:rPr>
        <w:t xml:space="preserve"> يهتدوا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A21D23" w:rsidRPr="00524A24" w:rsidTr="00A21D23">
        <w:trPr>
          <w:trHeight w:val="350"/>
        </w:trPr>
        <w:tc>
          <w:tcPr>
            <w:tcW w:w="3902" w:type="dxa"/>
          </w:tcPr>
          <w:p w:rsidR="00A21D23" w:rsidRPr="00524A24" w:rsidRDefault="00A21D23" w:rsidP="00A21D23">
            <w:pPr>
              <w:pStyle w:val="libPoem"/>
            </w:pPr>
            <w:r w:rsidRPr="009647FC">
              <w:rPr>
                <w:rtl/>
              </w:rPr>
              <w:lastRenderedPageBreak/>
              <w:t>قفوا</w:t>
            </w:r>
            <w:r w:rsidR="004C00A8">
              <w:rPr>
                <w:rtl/>
              </w:rPr>
              <w:t xml:space="preserve"> </w:t>
            </w:r>
            <w:r w:rsidRPr="009647FC">
              <w:rPr>
                <w:rtl/>
              </w:rPr>
              <w:t>جميعاً</w:t>
            </w:r>
            <w:r>
              <w:rPr>
                <w:rtl/>
              </w:rPr>
              <w:t xml:space="preserve"> </w:t>
            </w:r>
            <w:r w:rsidRPr="009647FC">
              <w:rPr>
                <w:rtl/>
              </w:rPr>
              <w:t>حيثُ</w:t>
            </w:r>
            <w:r>
              <w:rPr>
                <w:rtl/>
              </w:rPr>
              <w:t xml:space="preserve"> </w:t>
            </w:r>
            <w:r w:rsidRPr="009647FC">
              <w:rPr>
                <w:rtl/>
              </w:rPr>
              <w:t>أنتم</w:t>
            </w:r>
            <w:r>
              <w:rPr>
                <w:rtl/>
              </w:rPr>
              <w:t xml:space="preserve"> </w:t>
            </w:r>
            <w:r w:rsidRPr="009647FC">
              <w:rPr>
                <w:rtl/>
              </w:rPr>
              <w:t>فما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لكم</w:t>
            </w:r>
            <w:r>
              <w:rPr>
                <w:rtl/>
              </w:rPr>
              <w:t xml:space="preserve"> </w:t>
            </w:r>
            <w:r w:rsidRPr="009647FC">
              <w:rPr>
                <w:rtl/>
              </w:rPr>
              <w:t>إلى</w:t>
            </w:r>
            <w:r>
              <w:rPr>
                <w:rtl/>
              </w:rPr>
              <w:t xml:space="preserve"> </w:t>
            </w:r>
            <w:r w:rsidRPr="009647FC">
              <w:rPr>
                <w:rtl/>
              </w:rPr>
              <w:t>عليائه</w:t>
            </w:r>
            <w:r>
              <w:rPr>
                <w:rtl/>
              </w:rPr>
              <w:t xml:space="preserve"> </w:t>
            </w:r>
            <w:r w:rsidRPr="009647FC">
              <w:rPr>
                <w:rtl/>
              </w:rPr>
              <w:t>مصعدُ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هيهات</w:t>
            </w:r>
            <w:r w:rsidR="004C00A8">
              <w:rPr>
                <w:rtl/>
              </w:rPr>
              <w:t xml:space="preserve"> </w:t>
            </w:r>
            <w:r w:rsidRPr="009647FC">
              <w:rPr>
                <w:rtl/>
              </w:rPr>
              <w:t>أن</w:t>
            </w:r>
            <w:r>
              <w:rPr>
                <w:rtl/>
              </w:rPr>
              <w:t xml:space="preserve"> </w:t>
            </w:r>
            <w:r w:rsidRPr="009647FC">
              <w:rPr>
                <w:rtl/>
              </w:rPr>
              <w:t>يعلق</w:t>
            </w:r>
            <w:r>
              <w:rPr>
                <w:rtl/>
              </w:rPr>
              <w:t xml:space="preserve"> </w:t>
            </w:r>
            <w:r w:rsidRPr="009647FC">
              <w:rPr>
                <w:rtl/>
              </w:rPr>
              <w:t>في</w:t>
            </w:r>
            <w:r>
              <w:rPr>
                <w:rtl/>
              </w:rPr>
              <w:t xml:space="preserve"> </w:t>
            </w:r>
            <w:r w:rsidRPr="009647FC">
              <w:rPr>
                <w:rtl/>
              </w:rPr>
              <w:t>شأوه</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إلاّ</w:t>
            </w:r>
            <w:r w:rsidR="004C00A8">
              <w:rPr>
                <w:rtl/>
              </w:rPr>
              <w:t xml:space="preserve"> </w:t>
            </w:r>
            <w:r>
              <w:rPr>
                <w:rtl/>
              </w:rPr>
              <w:t>(</w:t>
            </w:r>
            <w:r w:rsidRPr="009647FC">
              <w:rPr>
                <w:rtl/>
              </w:rPr>
              <w:t>الرضا</w:t>
            </w:r>
            <w:r>
              <w:rPr>
                <w:rtl/>
              </w:rPr>
              <w:t xml:space="preserve">) </w:t>
            </w:r>
            <w:r w:rsidRPr="009647FC">
              <w:rPr>
                <w:rtl/>
              </w:rPr>
              <w:t>فرع</w:t>
            </w:r>
            <w:r>
              <w:rPr>
                <w:rtl/>
              </w:rPr>
              <w:t xml:space="preserve"> </w:t>
            </w:r>
            <w:r w:rsidRPr="009647FC">
              <w:rPr>
                <w:rtl/>
              </w:rPr>
              <w:t>العُلى</w:t>
            </w:r>
            <w:r>
              <w:rPr>
                <w:rtl/>
              </w:rPr>
              <w:t xml:space="preserve"> </w:t>
            </w:r>
            <w:r w:rsidRPr="009647FC">
              <w:rPr>
                <w:rtl/>
              </w:rPr>
              <w:t>الأمجدُ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مباركُ</w:t>
            </w:r>
            <w:r w:rsidR="004C00A8">
              <w:rPr>
                <w:rtl/>
              </w:rPr>
              <w:t xml:space="preserve"> </w:t>
            </w:r>
            <w:r w:rsidRPr="009647FC">
              <w:rPr>
                <w:rtl/>
              </w:rPr>
              <w:t>الطلعة</w:t>
            </w:r>
            <w:r>
              <w:rPr>
                <w:rtl/>
              </w:rPr>
              <w:t xml:space="preserve"> </w:t>
            </w:r>
            <w:r w:rsidRPr="009647FC">
              <w:rPr>
                <w:rtl/>
              </w:rPr>
              <w:t>في</w:t>
            </w:r>
            <w:r>
              <w:rPr>
                <w:rtl/>
              </w:rPr>
              <w:t xml:space="preserve"> </w:t>
            </w:r>
            <w:r w:rsidRPr="009647FC">
              <w:rPr>
                <w:rtl/>
              </w:rPr>
              <w:t>يمنها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جميعُ</w:t>
            </w:r>
            <w:r w:rsidR="004C00A8">
              <w:rPr>
                <w:rtl/>
              </w:rPr>
              <w:t xml:space="preserve"> </w:t>
            </w:r>
            <w:r w:rsidRPr="009647FC">
              <w:rPr>
                <w:rtl/>
              </w:rPr>
              <w:t>م</w:t>
            </w:r>
            <w:r>
              <w:rPr>
                <w:rtl/>
              </w:rPr>
              <w:t>َ</w:t>
            </w:r>
            <w:r w:rsidRPr="009647FC">
              <w:rPr>
                <w:rtl/>
              </w:rPr>
              <w:t>نْ</w:t>
            </w:r>
            <w:r>
              <w:rPr>
                <w:rtl/>
              </w:rPr>
              <w:t xml:space="preserve"> </w:t>
            </w:r>
            <w:r w:rsidRPr="009647FC">
              <w:rPr>
                <w:rtl/>
              </w:rPr>
              <w:t>صبّ</w:t>
            </w:r>
            <w:r>
              <w:rPr>
                <w:rtl/>
              </w:rPr>
              <w:t>َ</w:t>
            </w:r>
            <w:r w:rsidRPr="009647FC">
              <w:rPr>
                <w:rtl/>
              </w:rPr>
              <w:t>حه</w:t>
            </w:r>
            <w:r>
              <w:rPr>
                <w:rtl/>
              </w:rPr>
              <w:t xml:space="preserve"> </w:t>
            </w:r>
            <w:r w:rsidRPr="009647FC">
              <w:rPr>
                <w:rtl/>
              </w:rPr>
              <w:t>يسعدُ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يرى</w:t>
            </w:r>
            <w:r>
              <w:rPr>
                <w:rtl/>
              </w:rPr>
              <w:t xml:space="preserve"> </w:t>
            </w:r>
            <w:r w:rsidRPr="009647FC">
              <w:rPr>
                <w:rtl/>
              </w:rPr>
              <w:t>سمات</w:t>
            </w:r>
            <w:r>
              <w:rPr>
                <w:rtl/>
              </w:rPr>
              <w:t xml:space="preserve"> </w:t>
            </w:r>
            <w:r w:rsidRPr="009647FC">
              <w:rPr>
                <w:rtl/>
              </w:rPr>
              <w:t>الخير</w:t>
            </w:r>
            <w:r>
              <w:rPr>
                <w:rtl/>
              </w:rPr>
              <w:t xml:space="preserve"> </w:t>
            </w:r>
            <w:r w:rsidRPr="009647FC">
              <w:rPr>
                <w:rtl/>
              </w:rPr>
              <w:t>في</w:t>
            </w:r>
            <w:r>
              <w:rPr>
                <w:rtl/>
              </w:rPr>
              <w:t xml:space="preserve"> </w:t>
            </w:r>
            <w:r w:rsidRPr="009647FC">
              <w:rPr>
                <w:rtl/>
              </w:rPr>
              <w:t>ماله</w:t>
            </w:r>
            <w:r w:rsidRPr="004E7EC6">
              <w:rPr>
                <w:rStyle w:val="libFootnotenumChar"/>
                <w:rtl/>
              </w:rPr>
              <w:t>(1)</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بأن</w:t>
            </w:r>
            <w:r w:rsidRPr="00B371C6">
              <w:rPr>
                <w:rtl/>
              </w:rPr>
              <w:t>ّ</w:t>
            </w:r>
            <w:r w:rsidRPr="009647FC">
              <w:rPr>
                <w:rtl/>
              </w:rPr>
              <w:t>ه</w:t>
            </w:r>
            <w:r>
              <w:rPr>
                <w:rtl/>
              </w:rPr>
              <w:t xml:space="preserve"> </w:t>
            </w:r>
            <w:r w:rsidRPr="009647FC">
              <w:rPr>
                <w:rtl/>
              </w:rPr>
              <w:t>خيرُ</w:t>
            </w:r>
            <w:r>
              <w:rPr>
                <w:rtl/>
              </w:rPr>
              <w:t xml:space="preserve"> </w:t>
            </w:r>
            <w:r w:rsidRPr="009647FC">
              <w:rPr>
                <w:rtl/>
              </w:rPr>
              <w:t>الورى</w:t>
            </w:r>
            <w:r>
              <w:rPr>
                <w:rtl/>
              </w:rPr>
              <w:t xml:space="preserve"> </w:t>
            </w:r>
            <w:r w:rsidRPr="009647FC">
              <w:rPr>
                <w:rtl/>
              </w:rPr>
              <w:t>تشهدُ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مهذّبٌ</w:t>
            </w:r>
            <w:r>
              <w:rPr>
                <w:rtl/>
              </w:rPr>
              <w:t xml:space="preserve"> </w:t>
            </w:r>
            <w:r w:rsidRPr="009647FC">
              <w:rPr>
                <w:rtl/>
              </w:rPr>
              <w:t>رشحه</w:t>
            </w:r>
            <w:r>
              <w:rPr>
                <w:rtl/>
              </w:rPr>
              <w:t xml:space="preserve"> </w:t>
            </w:r>
            <w:r w:rsidRPr="009647FC">
              <w:rPr>
                <w:rtl/>
              </w:rPr>
              <w:t>للعُلى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زعيمها</w:t>
            </w:r>
            <w:r>
              <w:rPr>
                <w:rtl/>
              </w:rPr>
              <w:t xml:space="preserve"> </w:t>
            </w:r>
            <w:r w:rsidRPr="009647FC">
              <w:rPr>
                <w:rtl/>
              </w:rPr>
              <w:t>الإكبرُ</w:t>
            </w:r>
            <w:r>
              <w:rPr>
                <w:rtl/>
              </w:rPr>
              <w:t xml:space="preserve"> </w:t>
            </w:r>
            <w:r w:rsidRPr="009647FC">
              <w:rPr>
                <w:rtl/>
              </w:rPr>
              <w:t>والسيّدُ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فجاء</w:t>
            </w:r>
            <w:r>
              <w:rPr>
                <w:rtl/>
              </w:rPr>
              <w:t xml:space="preserve"> </w:t>
            </w:r>
            <w:r w:rsidRPr="009647FC">
              <w:rPr>
                <w:rtl/>
              </w:rPr>
              <w:t>فرداً</w:t>
            </w:r>
            <w:r>
              <w:rPr>
                <w:rtl/>
              </w:rPr>
              <w:t xml:space="preserve"> </w:t>
            </w:r>
            <w:r w:rsidRPr="009647FC">
              <w:rPr>
                <w:rtl/>
              </w:rPr>
              <w:t>في</w:t>
            </w:r>
            <w:r>
              <w:rPr>
                <w:rtl/>
              </w:rPr>
              <w:t xml:space="preserve"> </w:t>
            </w:r>
            <w:r w:rsidRPr="009647FC">
              <w:rPr>
                <w:rtl/>
              </w:rPr>
              <w:t>النهى</w:t>
            </w:r>
            <w:r>
              <w:rPr>
                <w:rtl/>
              </w:rPr>
              <w:t xml:space="preserve"> </w:t>
            </w:r>
            <w:r w:rsidRPr="009647FC">
              <w:rPr>
                <w:rtl/>
              </w:rPr>
              <w:t>كاملا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ي</w:t>
            </w:r>
            <w:r w:rsidRPr="00B371C6">
              <w:rPr>
                <w:rtl/>
              </w:rPr>
              <w:t>ُ</w:t>
            </w:r>
            <w:r w:rsidRPr="009647FC">
              <w:rPr>
                <w:rtl/>
              </w:rPr>
              <w:t>ثنى</w:t>
            </w:r>
            <w:r w:rsidR="004C00A8">
              <w:rPr>
                <w:rtl/>
              </w:rPr>
              <w:t xml:space="preserve"> </w:t>
            </w:r>
            <w:r w:rsidRPr="009647FC">
              <w:rPr>
                <w:rtl/>
              </w:rPr>
              <w:t>عليه</w:t>
            </w:r>
            <w:r>
              <w:rPr>
                <w:rtl/>
              </w:rPr>
              <w:t xml:space="preserve"> </w:t>
            </w:r>
            <w:r w:rsidRPr="009647FC">
              <w:rPr>
                <w:rtl/>
              </w:rPr>
              <w:t>الفضلُ</w:t>
            </w:r>
            <w:r>
              <w:rPr>
                <w:rtl/>
              </w:rPr>
              <w:t xml:space="preserve"> </w:t>
            </w:r>
            <w:r w:rsidRPr="009647FC">
              <w:rPr>
                <w:rtl/>
              </w:rPr>
              <w:t>والمحمدُ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شمسُ</w:t>
            </w:r>
            <w:r w:rsidR="004C00A8">
              <w:rPr>
                <w:rtl/>
              </w:rPr>
              <w:t xml:space="preserve"> </w:t>
            </w:r>
            <w:r w:rsidRPr="009647FC">
              <w:rPr>
                <w:rtl/>
              </w:rPr>
              <w:t>ع</w:t>
            </w:r>
            <w:r w:rsidRPr="00B371C6">
              <w:rPr>
                <w:rtl/>
              </w:rPr>
              <w:t>ُ</w:t>
            </w:r>
            <w:r w:rsidRPr="009647FC">
              <w:rPr>
                <w:rtl/>
              </w:rPr>
              <w:t>لاً</w:t>
            </w:r>
            <w:r>
              <w:rPr>
                <w:rtl/>
              </w:rPr>
              <w:t xml:space="preserve"> (</w:t>
            </w:r>
            <w:r w:rsidRPr="009647FC">
              <w:rPr>
                <w:rtl/>
              </w:rPr>
              <w:t>هادٍ</w:t>
            </w:r>
            <w:r>
              <w:rPr>
                <w:rtl/>
              </w:rPr>
              <w:t xml:space="preserve">) </w:t>
            </w:r>
            <w:r w:rsidRPr="009647FC">
              <w:rPr>
                <w:rtl/>
              </w:rPr>
              <w:t>لآفاقها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بدرٌ</w:t>
            </w:r>
            <w:r w:rsidR="004C00A8">
              <w:rPr>
                <w:rtl/>
              </w:rPr>
              <w:t xml:space="preserve"> </w:t>
            </w:r>
            <w:r w:rsidRPr="009647FC">
              <w:rPr>
                <w:rtl/>
              </w:rPr>
              <w:t>له</w:t>
            </w:r>
            <w:r>
              <w:rPr>
                <w:rtl/>
              </w:rPr>
              <w:t xml:space="preserve"> </w:t>
            </w:r>
            <w:r w:rsidRPr="009647FC">
              <w:rPr>
                <w:rtl/>
              </w:rPr>
              <w:t>بدرُ</w:t>
            </w:r>
            <w:r>
              <w:rPr>
                <w:rtl/>
              </w:rPr>
              <w:t xml:space="preserve"> </w:t>
            </w:r>
            <w:r w:rsidRPr="009647FC">
              <w:rPr>
                <w:rtl/>
              </w:rPr>
              <w:t>السما</w:t>
            </w:r>
            <w:r>
              <w:rPr>
                <w:rtl/>
              </w:rPr>
              <w:t xml:space="preserve"> </w:t>
            </w:r>
            <w:r w:rsidRPr="009647FC">
              <w:rPr>
                <w:rtl/>
              </w:rPr>
              <w:t>يسجدُ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وشهبُها</w:t>
            </w:r>
            <w:r>
              <w:rPr>
                <w:rtl/>
              </w:rPr>
              <w:t xml:space="preserve"> </w:t>
            </w:r>
            <w:r w:rsidRPr="009647FC">
              <w:rPr>
                <w:rtl/>
              </w:rPr>
              <w:t>الزهر</w:t>
            </w:r>
            <w:r>
              <w:rPr>
                <w:rtl/>
              </w:rPr>
              <w:t xml:space="preserve"> (</w:t>
            </w:r>
            <w:r w:rsidRPr="009647FC">
              <w:rPr>
                <w:rtl/>
              </w:rPr>
              <w:t>حسين</w:t>
            </w:r>
            <w:r>
              <w:rPr>
                <w:rtl/>
              </w:rPr>
              <w:t xml:space="preserve">) </w:t>
            </w:r>
            <w:r w:rsidRPr="009647FC">
              <w:rPr>
                <w:rtl/>
              </w:rPr>
              <w:t>الندى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منْ</w:t>
            </w:r>
            <w:r>
              <w:rPr>
                <w:rtl/>
              </w:rPr>
              <w:t xml:space="preserve"> </w:t>
            </w:r>
            <w:r w:rsidRPr="009647FC">
              <w:rPr>
                <w:rtl/>
              </w:rPr>
              <w:t>طاب</w:t>
            </w:r>
            <w:r>
              <w:rPr>
                <w:rtl/>
              </w:rPr>
              <w:t xml:space="preserve"> </w:t>
            </w:r>
            <w:r w:rsidRPr="009647FC">
              <w:rPr>
                <w:rtl/>
              </w:rPr>
              <w:t>منه</w:t>
            </w:r>
            <w:r>
              <w:rPr>
                <w:rtl/>
              </w:rPr>
              <w:t xml:space="preserve"> </w:t>
            </w:r>
            <w:r w:rsidRPr="009647FC">
              <w:rPr>
                <w:rtl/>
              </w:rPr>
              <w:t>في</w:t>
            </w:r>
            <w:r>
              <w:rPr>
                <w:rtl/>
              </w:rPr>
              <w:t xml:space="preserve"> </w:t>
            </w:r>
            <w:r w:rsidRPr="009647FC">
              <w:rPr>
                <w:rtl/>
              </w:rPr>
              <w:t>العُلى</w:t>
            </w:r>
            <w:r>
              <w:rPr>
                <w:rtl/>
              </w:rPr>
              <w:t xml:space="preserve"> </w:t>
            </w:r>
            <w:r w:rsidRPr="009647FC">
              <w:rPr>
                <w:rtl/>
              </w:rPr>
              <w:t>المولدُ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وفخر</w:t>
            </w:r>
            <w:r>
              <w:rPr>
                <w:rtl/>
              </w:rPr>
              <w:t xml:space="preserve"> </w:t>
            </w:r>
            <w:r w:rsidRPr="009647FC">
              <w:rPr>
                <w:rtl/>
              </w:rPr>
              <w:t>أرباب</w:t>
            </w:r>
            <w:r>
              <w:rPr>
                <w:rtl/>
              </w:rPr>
              <w:t xml:space="preserve"> </w:t>
            </w:r>
            <w:r w:rsidRPr="009647FC">
              <w:rPr>
                <w:rtl/>
              </w:rPr>
              <w:t>النهى</w:t>
            </w:r>
            <w:r>
              <w:rPr>
                <w:rtl/>
              </w:rPr>
              <w:t xml:space="preserve"> (</w:t>
            </w:r>
            <w:r w:rsidRPr="009647FC">
              <w:rPr>
                <w:rtl/>
              </w:rPr>
              <w:t>المصطفى</w:t>
            </w:r>
            <w:r>
              <w:rPr>
                <w:rtl/>
              </w:rPr>
              <w:t>)</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م</w:t>
            </w:r>
            <w:r w:rsidRPr="00B371C6">
              <w:rPr>
                <w:rtl/>
              </w:rPr>
              <w:t>َ</w:t>
            </w:r>
            <w:r w:rsidRPr="009647FC">
              <w:rPr>
                <w:rtl/>
              </w:rPr>
              <w:t>نْ</w:t>
            </w:r>
            <w:r w:rsidR="004C00A8">
              <w:rPr>
                <w:rtl/>
              </w:rPr>
              <w:t xml:space="preserve"> </w:t>
            </w:r>
            <w:r w:rsidRPr="009647FC">
              <w:rPr>
                <w:rtl/>
              </w:rPr>
              <w:t>هو</w:t>
            </w:r>
            <w:r>
              <w:rPr>
                <w:rtl/>
              </w:rPr>
              <w:t xml:space="preserve"> </w:t>
            </w:r>
            <w:r w:rsidRPr="009647FC">
              <w:rPr>
                <w:rtl/>
              </w:rPr>
              <w:t>أزكى</w:t>
            </w:r>
            <w:r>
              <w:rPr>
                <w:rtl/>
              </w:rPr>
              <w:t xml:space="preserve"> </w:t>
            </w:r>
            <w:r w:rsidRPr="009647FC">
              <w:rPr>
                <w:rtl/>
              </w:rPr>
              <w:t>منْ</w:t>
            </w:r>
            <w:r>
              <w:rPr>
                <w:rtl/>
              </w:rPr>
              <w:t xml:space="preserve"> </w:t>
            </w:r>
            <w:r w:rsidRPr="009647FC">
              <w:rPr>
                <w:rtl/>
              </w:rPr>
              <w:t>نما</w:t>
            </w:r>
            <w:r>
              <w:rPr>
                <w:rtl/>
              </w:rPr>
              <w:t xml:space="preserve"> </w:t>
            </w:r>
            <w:r w:rsidRPr="009647FC">
              <w:rPr>
                <w:rtl/>
              </w:rPr>
              <w:t>محتدُ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وكوكب</w:t>
            </w:r>
            <w:r>
              <w:rPr>
                <w:rtl/>
              </w:rPr>
              <w:t xml:space="preserve"> </w:t>
            </w:r>
            <w:r w:rsidRPr="009647FC">
              <w:rPr>
                <w:rtl/>
              </w:rPr>
              <w:t>الرشد</w:t>
            </w:r>
            <w:r>
              <w:rPr>
                <w:rtl/>
              </w:rPr>
              <w:t xml:space="preserve"> (</w:t>
            </w:r>
            <w:r w:rsidRPr="009647FC">
              <w:rPr>
                <w:rtl/>
              </w:rPr>
              <w:t>أمينُ</w:t>
            </w:r>
            <w:r>
              <w:rPr>
                <w:rtl/>
              </w:rPr>
              <w:t xml:space="preserve">) </w:t>
            </w:r>
            <w:r w:rsidRPr="009647FC">
              <w:rPr>
                <w:rtl/>
              </w:rPr>
              <w:t>التقى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و</w:t>
            </w:r>
            <w:r>
              <w:rPr>
                <w:rtl/>
              </w:rPr>
              <w:t>(</w:t>
            </w:r>
            <w:r w:rsidRPr="009647FC">
              <w:rPr>
                <w:rtl/>
              </w:rPr>
              <w:t>كاظمُ</w:t>
            </w:r>
            <w:r>
              <w:rPr>
                <w:rtl/>
              </w:rPr>
              <w:t xml:space="preserve">) </w:t>
            </w:r>
            <w:r w:rsidRPr="009647FC">
              <w:rPr>
                <w:rtl/>
              </w:rPr>
              <w:t>الغيظ</w:t>
            </w:r>
            <w:r>
              <w:rPr>
                <w:rtl/>
              </w:rPr>
              <w:t xml:space="preserve"> </w:t>
            </w:r>
            <w:r w:rsidRPr="009647FC">
              <w:rPr>
                <w:rtl/>
              </w:rPr>
              <w:t>الفتى</w:t>
            </w:r>
            <w:r>
              <w:rPr>
                <w:rtl/>
              </w:rPr>
              <w:t xml:space="preserve"> </w:t>
            </w:r>
            <w:r w:rsidRPr="009647FC">
              <w:rPr>
                <w:rtl/>
              </w:rPr>
              <w:t>الأمجدُ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w:t>
            </w:r>
            <w:r>
              <w:rPr>
                <w:rtl/>
              </w:rPr>
              <w:t>(</w:t>
            </w:r>
            <w:r w:rsidRPr="009647FC">
              <w:rPr>
                <w:rtl/>
              </w:rPr>
              <w:t>باقرُ</w:t>
            </w:r>
            <w:r>
              <w:rPr>
                <w:rtl/>
              </w:rPr>
              <w:t>)</w:t>
            </w:r>
            <w:r w:rsidR="004C00A8">
              <w:rPr>
                <w:rtl/>
              </w:rPr>
              <w:t xml:space="preserve"> </w:t>
            </w:r>
            <w:r w:rsidRPr="009647FC">
              <w:rPr>
                <w:rtl/>
              </w:rPr>
              <w:t>الفضل</w:t>
            </w:r>
            <w:r>
              <w:rPr>
                <w:rtl/>
              </w:rPr>
              <w:t xml:space="preserve"> </w:t>
            </w:r>
            <w:r w:rsidRPr="009647FC">
              <w:rPr>
                <w:rtl/>
              </w:rPr>
              <w:t>وروحُ</w:t>
            </w:r>
            <w:r>
              <w:rPr>
                <w:rtl/>
              </w:rPr>
              <w:t xml:space="preserve"> </w:t>
            </w:r>
            <w:r w:rsidRPr="009647FC">
              <w:rPr>
                <w:rtl/>
              </w:rPr>
              <w:t>العُلى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Pr>
                <w:rtl/>
              </w:rPr>
              <w:t>(</w:t>
            </w:r>
            <w:r w:rsidRPr="009647FC">
              <w:rPr>
                <w:rtl/>
              </w:rPr>
              <w:t>عيسى</w:t>
            </w:r>
            <w:r>
              <w:rPr>
                <w:rtl/>
              </w:rPr>
              <w:t>)</w:t>
            </w:r>
            <w:r w:rsidR="004C00A8">
              <w:rPr>
                <w:rtl/>
              </w:rPr>
              <w:t xml:space="preserve"> </w:t>
            </w:r>
            <w:r w:rsidRPr="009647FC">
              <w:rPr>
                <w:rtl/>
              </w:rPr>
              <w:t>فهل</w:t>
            </w:r>
            <w:r>
              <w:rPr>
                <w:rtl/>
              </w:rPr>
              <w:t xml:space="preserve"> </w:t>
            </w:r>
            <w:r w:rsidRPr="009647FC">
              <w:rPr>
                <w:rtl/>
              </w:rPr>
              <w:t>فخرٌ</w:t>
            </w:r>
            <w:r>
              <w:rPr>
                <w:rtl/>
              </w:rPr>
              <w:t xml:space="preserve"> </w:t>
            </w:r>
            <w:r w:rsidRPr="009647FC">
              <w:rPr>
                <w:rtl/>
              </w:rPr>
              <w:t>كذا</w:t>
            </w:r>
            <w:r>
              <w:rPr>
                <w:rtl/>
              </w:rPr>
              <w:t xml:space="preserve"> </w:t>
            </w:r>
            <w:r w:rsidRPr="009647FC">
              <w:rPr>
                <w:rtl/>
              </w:rPr>
              <w:t>يوجدُ؟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قومٌ</w:t>
            </w:r>
            <w:r>
              <w:rPr>
                <w:rtl/>
              </w:rPr>
              <w:t xml:space="preserve"> </w:t>
            </w:r>
            <w:r w:rsidRPr="009647FC">
              <w:rPr>
                <w:rtl/>
              </w:rPr>
              <w:t>هم</w:t>
            </w:r>
            <w:r>
              <w:rPr>
                <w:rtl/>
              </w:rPr>
              <w:t xml:space="preserve"> </w:t>
            </w:r>
            <w:r w:rsidRPr="009647FC">
              <w:rPr>
                <w:rtl/>
              </w:rPr>
              <w:t>شهبُ</w:t>
            </w:r>
            <w:r>
              <w:rPr>
                <w:rtl/>
              </w:rPr>
              <w:t xml:space="preserve"> </w:t>
            </w:r>
            <w:r w:rsidRPr="009647FC">
              <w:rPr>
                <w:rtl/>
              </w:rPr>
              <w:t>الفخار</w:t>
            </w:r>
            <w:r>
              <w:rPr>
                <w:rtl/>
              </w:rPr>
              <w:t xml:space="preserve"> </w:t>
            </w:r>
            <w:r w:rsidRPr="009647FC">
              <w:rPr>
                <w:rtl/>
              </w:rPr>
              <w:t>التي</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منها</w:t>
            </w:r>
            <w:r w:rsidR="004C00A8">
              <w:rPr>
                <w:rtl/>
              </w:rPr>
              <w:t xml:space="preserve"> </w:t>
            </w:r>
            <w:r w:rsidRPr="009647FC">
              <w:rPr>
                <w:rtl/>
              </w:rPr>
              <w:t>بكلٍّ</w:t>
            </w:r>
            <w:r>
              <w:rPr>
                <w:rtl/>
              </w:rPr>
              <w:t xml:space="preserve"> </w:t>
            </w:r>
            <w:r w:rsidRPr="009647FC">
              <w:rPr>
                <w:rtl/>
              </w:rPr>
              <w:t>ترجم</w:t>
            </w:r>
            <w:r w:rsidRPr="004E7EC6">
              <w:rPr>
                <w:rStyle w:val="libFootnotenumChar"/>
                <w:rtl/>
              </w:rPr>
              <w:t>(2)</w:t>
            </w:r>
            <w:r>
              <w:rPr>
                <w:rtl/>
              </w:rPr>
              <w:t xml:space="preserve"> </w:t>
            </w:r>
            <w:r w:rsidRPr="009647FC">
              <w:rPr>
                <w:rtl/>
              </w:rPr>
              <w:t>الحسّ</w:t>
            </w:r>
            <w:r>
              <w:rPr>
                <w:rtl/>
              </w:rPr>
              <w:t>َ</w:t>
            </w:r>
            <w:r w:rsidRPr="009647FC">
              <w:rPr>
                <w:rtl/>
              </w:rPr>
              <w:t>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أنجمُ</w:t>
            </w:r>
            <w:r w:rsidR="004C00A8">
              <w:rPr>
                <w:rtl/>
              </w:rPr>
              <w:t xml:space="preserve"> </w:t>
            </w:r>
            <w:r w:rsidRPr="009647FC">
              <w:rPr>
                <w:rtl/>
              </w:rPr>
              <w:t>فضلٍ</w:t>
            </w:r>
            <w:r>
              <w:rPr>
                <w:rtl/>
              </w:rPr>
              <w:t xml:space="preserve"> </w:t>
            </w:r>
            <w:r w:rsidRPr="009647FC">
              <w:rPr>
                <w:rtl/>
              </w:rPr>
              <w:t>زهرتْ</w:t>
            </w:r>
            <w:r>
              <w:rPr>
                <w:rtl/>
              </w:rPr>
              <w:t xml:space="preserve"> </w:t>
            </w:r>
            <w:r w:rsidRPr="009647FC">
              <w:rPr>
                <w:rtl/>
              </w:rPr>
              <w:t>فاهتدى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بنورها</w:t>
            </w:r>
            <w:r w:rsidR="004C00A8">
              <w:rPr>
                <w:rtl/>
              </w:rPr>
              <w:t xml:space="preserve"> </w:t>
            </w:r>
            <w:r w:rsidRPr="009647FC">
              <w:rPr>
                <w:rtl/>
              </w:rPr>
              <w:t>الأقربُ</w:t>
            </w:r>
            <w:r>
              <w:rPr>
                <w:rtl/>
              </w:rPr>
              <w:t xml:space="preserve"> </w:t>
            </w:r>
            <w:r w:rsidRPr="009647FC">
              <w:rPr>
                <w:rtl/>
              </w:rPr>
              <w:t>والأبعدُ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حتى</w:t>
            </w:r>
            <w:r w:rsidR="004C00A8">
              <w:rPr>
                <w:rtl/>
              </w:rPr>
              <w:t xml:space="preserve"> </w:t>
            </w:r>
            <w:r w:rsidRPr="009647FC">
              <w:rPr>
                <w:rtl/>
              </w:rPr>
              <w:t>لقد</w:t>
            </w:r>
            <w:r>
              <w:rPr>
                <w:rtl/>
              </w:rPr>
              <w:t xml:space="preserve"> </w:t>
            </w:r>
            <w:r w:rsidRPr="009647FC">
              <w:rPr>
                <w:rtl/>
              </w:rPr>
              <w:t>قال</w:t>
            </w:r>
            <w:r>
              <w:rPr>
                <w:rtl/>
              </w:rPr>
              <w:t xml:space="preserve"> </w:t>
            </w:r>
            <w:r w:rsidRPr="009647FC">
              <w:rPr>
                <w:rtl/>
              </w:rPr>
              <w:t>جميعُ</w:t>
            </w:r>
            <w:r>
              <w:rPr>
                <w:rtl/>
              </w:rPr>
              <w:t xml:space="preserve"> </w:t>
            </w:r>
            <w:r w:rsidRPr="009647FC">
              <w:rPr>
                <w:rtl/>
              </w:rPr>
              <w:t>الورى: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هذا</w:t>
            </w:r>
            <w:r>
              <w:rPr>
                <w:rtl/>
              </w:rPr>
              <w:t xml:space="preserve"> </w:t>
            </w:r>
            <w:r w:rsidRPr="009647FC">
              <w:rPr>
                <w:rtl/>
              </w:rPr>
              <w:t>لعمري</w:t>
            </w:r>
            <w:r>
              <w:rPr>
                <w:rtl/>
              </w:rPr>
              <w:t xml:space="preserve"> </w:t>
            </w:r>
            <w:r w:rsidRPr="009647FC">
              <w:rPr>
                <w:rtl/>
              </w:rPr>
              <w:t>الشرفُ</w:t>
            </w:r>
            <w:r>
              <w:rPr>
                <w:rtl/>
              </w:rPr>
              <w:t xml:space="preserve"> </w:t>
            </w:r>
            <w:r w:rsidRPr="009647FC">
              <w:rPr>
                <w:rtl/>
              </w:rPr>
              <w:t>المتلدُ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يا</w:t>
            </w:r>
            <w:r>
              <w:rPr>
                <w:rtl/>
              </w:rPr>
              <w:t xml:space="preserve"> </w:t>
            </w:r>
            <w:r w:rsidRPr="009647FC">
              <w:rPr>
                <w:rtl/>
              </w:rPr>
              <w:t>أسرة</w:t>
            </w:r>
            <w:r>
              <w:rPr>
                <w:rtl/>
              </w:rPr>
              <w:t xml:space="preserve">َ </w:t>
            </w:r>
            <w:r w:rsidRPr="009647FC">
              <w:rPr>
                <w:rtl/>
              </w:rPr>
              <w:t>المعروف</w:t>
            </w:r>
            <w:r>
              <w:rPr>
                <w:rtl/>
              </w:rPr>
              <w:t xml:space="preserve"> </w:t>
            </w:r>
            <w:r w:rsidRPr="009647FC">
              <w:rPr>
                <w:rtl/>
              </w:rPr>
              <w:t>لا</w:t>
            </w:r>
            <w:r>
              <w:rPr>
                <w:rtl/>
              </w:rPr>
              <w:t xml:space="preserve"> </w:t>
            </w:r>
            <w:r w:rsidRPr="009647FC">
              <w:rPr>
                <w:rtl/>
              </w:rPr>
              <w:t>نابكم</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من</w:t>
            </w:r>
            <w:r w:rsidR="004C00A8">
              <w:rPr>
                <w:rtl/>
              </w:rPr>
              <w:t xml:space="preserve"> </w:t>
            </w:r>
            <w:r w:rsidRPr="009647FC">
              <w:rPr>
                <w:rtl/>
              </w:rPr>
              <w:t>بعد</w:t>
            </w:r>
            <w:r>
              <w:rPr>
                <w:rtl/>
              </w:rPr>
              <w:t xml:space="preserve"> </w:t>
            </w:r>
            <w:r w:rsidRPr="009647FC">
              <w:rPr>
                <w:rtl/>
              </w:rPr>
              <w:t>هذا</w:t>
            </w:r>
            <w:r>
              <w:rPr>
                <w:rtl/>
              </w:rPr>
              <w:t xml:space="preserve"> </w:t>
            </w:r>
            <w:r w:rsidRPr="009647FC">
              <w:rPr>
                <w:rtl/>
              </w:rPr>
              <w:t>الرزء</w:t>
            </w:r>
            <w:r>
              <w:rPr>
                <w:rtl/>
              </w:rPr>
              <w:t xml:space="preserve"> </w:t>
            </w:r>
            <w:r w:rsidRPr="009647FC">
              <w:rPr>
                <w:rtl/>
              </w:rPr>
              <w:t>ما</w:t>
            </w:r>
            <w:r>
              <w:rPr>
                <w:rtl/>
              </w:rPr>
              <w:t xml:space="preserve"> </w:t>
            </w:r>
            <w:r w:rsidRPr="009647FC">
              <w:rPr>
                <w:rtl/>
              </w:rPr>
              <w:t>يكمدُ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وهذه</w:t>
            </w:r>
            <w:r>
              <w:rPr>
                <w:rtl/>
              </w:rPr>
              <w:t xml:space="preserve"> </w:t>
            </w:r>
            <w:r w:rsidRPr="009647FC">
              <w:rPr>
                <w:rtl/>
              </w:rPr>
              <w:t>النكبة</w:t>
            </w:r>
            <w:r>
              <w:rPr>
                <w:rtl/>
              </w:rPr>
              <w:t xml:space="preserve"> </w:t>
            </w:r>
            <w:r w:rsidRPr="009647FC">
              <w:rPr>
                <w:rtl/>
              </w:rPr>
              <w:t>معْ</w:t>
            </w:r>
            <w:r>
              <w:rPr>
                <w:rtl/>
              </w:rPr>
              <w:t xml:space="preserve"> </w:t>
            </w:r>
            <w:r w:rsidRPr="009647FC">
              <w:rPr>
                <w:rtl/>
              </w:rPr>
              <w:t>إن</w:t>
            </w:r>
            <w:r w:rsidRPr="00B371C6">
              <w:rPr>
                <w:rtl/>
              </w:rPr>
              <w:t>ّ</w:t>
            </w:r>
            <w:r w:rsidRPr="009647FC">
              <w:rPr>
                <w:rtl/>
              </w:rPr>
              <w:t>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فيها</w:t>
            </w:r>
            <w:r w:rsidR="004C00A8">
              <w:rPr>
                <w:rtl/>
              </w:rPr>
              <w:t xml:space="preserve"> </w:t>
            </w:r>
            <w:r w:rsidRPr="009647FC">
              <w:rPr>
                <w:rtl/>
              </w:rPr>
              <w:t>ثوابُ</w:t>
            </w:r>
            <w:r>
              <w:rPr>
                <w:rtl/>
              </w:rPr>
              <w:t xml:space="preserve"> </w:t>
            </w:r>
            <w:r w:rsidRPr="009647FC">
              <w:rPr>
                <w:rtl/>
              </w:rPr>
              <w:t>الصبر</w:t>
            </w:r>
            <w:r>
              <w:rPr>
                <w:rtl/>
              </w:rPr>
              <w:t xml:space="preserve"> </w:t>
            </w:r>
            <w:r w:rsidRPr="009647FC">
              <w:rPr>
                <w:rtl/>
              </w:rPr>
              <w:t>لا</w:t>
            </w:r>
            <w:r>
              <w:rPr>
                <w:rtl/>
              </w:rPr>
              <w:t xml:space="preserve"> </w:t>
            </w:r>
            <w:r w:rsidRPr="009647FC">
              <w:rPr>
                <w:rtl/>
              </w:rPr>
              <w:t>ينفدُ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لا</w:t>
            </w:r>
            <w:r>
              <w:rPr>
                <w:rtl/>
              </w:rPr>
              <w:t xml:space="preserve"> </w:t>
            </w:r>
            <w:r w:rsidRPr="009647FC">
              <w:rPr>
                <w:rtl/>
              </w:rPr>
              <w:t>يحمد</w:t>
            </w:r>
            <w:r>
              <w:rPr>
                <w:rtl/>
              </w:rPr>
              <w:t xml:space="preserve"> </w:t>
            </w:r>
            <w:r w:rsidRPr="009647FC">
              <w:rPr>
                <w:rtl/>
              </w:rPr>
              <w:t>الصبر</w:t>
            </w:r>
            <w:r>
              <w:rPr>
                <w:rtl/>
              </w:rPr>
              <w:t xml:space="preserve"> </w:t>
            </w:r>
            <w:r w:rsidRPr="009647FC">
              <w:rPr>
                <w:rtl/>
              </w:rPr>
              <w:t>على</w:t>
            </w:r>
            <w:r>
              <w:rPr>
                <w:rtl/>
              </w:rPr>
              <w:t xml:space="preserve"> </w:t>
            </w:r>
            <w:r w:rsidRPr="009647FC">
              <w:rPr>
                <w:rtl/>
              </w:rPr>
              <w:t>مثلها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لكنّ</w:t>
            </w:r>
            <w:r>
              <w:rPr>
                <w:rtl/>
              </w:rPr>
              <w:t>َ</w:t>
            </w:r>
            <w:r w:rsidRPr="009647FC">
              <w:rPr>
                <w:rtl/>
              </w:rPr>
              <w:t>ه</w:t>
            </w:r>
            <w:r>
              <w:rPr>
                <w:rtl/>
              </w:rPr>
              <w:t xml:space="preserve"> </w:t>
            </w:r>
            <w:r w:rsidRPr="009647FC">
              <w:rPr>
                <w:rtl/>
              </w:rPr>
              <w:t>من</w:t>
            </w:r>
            <w:r>
              <w:rPr>
                <w:rtl/>
              </w:rPr>
              <w:t xml:space="preserve"> </w:t>
            </w:r>
            <w:r w:rsidRPr="009647FC">
              <w:rPr>
                <w:rtl/>
              </w:rPr>
              <w:t>مثلكم</w:t>
            </w:r>
            <w:r>
              <w:rPr>
                <w:rtl/>
              </w:rPr>
              <w:t xml:space="preserve"> </w:t>
            </w:r>
            <w:r w:rsidRPr="009647FC">
              <w:rPr>
                <w:rtl/>
              </w:rPr>
              <w:t>ي</w:t>
            </w:r>
            <w:r w:rsidRPr="00B371C6">
              <w:rPr>
                <w:rtl/>
              </w:rPr>
              <w:t>ُ</w:t>
            </w:r>
            <w:r w:rsidRPr="009647FC">
              <w:rPr>
                <w:rtl/>
              </w:rPr>
              <w:t>حمدُ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وإنّ</w:t>
            </w:r>
            <w:r>
              <w:rPr>
                <w:rtl/>
              </w:rPr>
              <w:t>َ</w:t>
            </w:r>
            <w:r w:rsidR="004C00A8">
              <w:rPr>
                <w:rtl/>
              </w:rPr>
              <w:t xml:space="preserve"> </w:t>
            </w:r>
            <w:r w:rsidRPr="009647FC">
              <w:rPr>
                <w:rtl/>
              </w:rPr>
              <w:t>منْ</w:t>
            </w:r>
            <w:r>
              <w:rPr>
                <w:rtl/>
              </w:rPr>
              <w:t xml:space="preserve"> </w:t>
            </w:r>
            <w:r w:rsidRPr="009647FC">
              <w:rPr>
                <w:rtl/>
              </w:rPr>
              <w:t>عنكم</w:t>
            </w:r>
            <w:r>
              <w:rPr>
                <w:rtl/>
              </w:rPr>
              <w:t xml:space="preserve"> </w:t>
            </w:r>
            <w:r w:rsidRPr="009647FC">
              <w:rPr>
                <w:rtl/>
              </w:rPr>
              <w:t>طواه</w:t>
            </w:r>
            <w:r>
              <w:rPr>
                <w:rtl/>
              </w:rPr>
              <w:t xml:space="preserve"> </w:t>
            </w:r>
            <w:r w:rsidRPr="009647FC">
              <w:rPr>
                <w:rtl/>
              </w:rPr>
              <w:t>الردى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في</w:t>
            </w:r>
            <w:r>
              <w:rPr>
                <w:rtl/>
              </w:rPr>
              <w:t xml:space="preserve"> </w:t>
            </w:r>
            <w:r w:rsidRPr="009647FC">
              <w:rPr>
                <w:rtl/>
              </w:rPr>
              <w:t>جنّ</w:t>
            </w:r>
            <w:r w:rsidRPr="00B371C6">
              <w:rPr>
                <w:rtl/>
              </w:rPr>
              <w:t>َ</w:t>
            </w:r>
            <w:r w:rsidRPr="009647FC">
              <w:rPr>
                <w:rtl/>
              </w:rPr>
              <w:t>ة</w:t>
            </w:r>
            <w:r>
              <w:rPr>
                <w:rtl/>
              </w:rPr>
              <w:t xml:space="preserve"> </w:t>
            </w:r>
            <w:r w:rsidRPr="009647FC">
              <w:rPr>
                <w:rtl/>
              </w:rPr>
              <w:t>الخلد</w:t>
            </w:r>
            <w:r>
              <w:rPr>
                <w:rtl/>
              </w:rPr>
              <w:t xml:space="preserve"> </w:t>
            </w:r>
            <w:r w:rsidRPr="009647FC">
              <w:rPr>
                <w:rtl/>
              </w:rPr>
              <w:t>له</w:t>
            </w:r>
            <w:r>
              <w:rPr>
                <w:rtl/>
              </w:rPr>
              <w:t xml:space="preserve"> </w:t>
            </w:r>
            <w:r w:rsidRPr="009647FC">
              <w:rPr>
                <w:rtl/>
              </w:rPr>
              <w:t>مقعدُ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قرّ</w:t>
            </w:r>
            <w:r>
              <w:rPr>
                <w:rtl/>
              </w:rPr>
              <w:t>َ</w:t>
            </w:r>
            <w:r w:rsidR="004C00A8">
              <w:rPr>
                <w:rtl/>
              </w:rPr>
              <w:t xml:space="preserve"> </w:t>
            </w:r>
            <w:r w:rsidRPr="009647FC">
              <w:rPr>
                <w:rtl/>
              </w:rPr>
              <w:t>بها</w:t>
            </w:r>
            <w:r>
              <w:rPr>
                <w:rtl/>
              </w:rPr>
              <w:t xml:space="preserve"> </w:t>
            </w:r>
            <w:r w:rsidRPr="009647FC">
              <w:rPr>
                <w:rtl/>
              </w:rPr>
              <w:t>الطرفُ</w:t>
            </w:r>
            <w:r>
              <w:rPr>
                <w:rtl/>
              </w:rPr>
              <w:t xml:space="preserve"> </w:t>
            </w:r>
            <w:r w:rsidRPr="009647FC">
              <w:rPr>
                <w:rtl/>
              </w:rPr>
              <w:t>وطرف</w:t>
            </w:r>
            <w:r>
              <w:rPr>
                <w:rtl/>
              </w:rPr>
              <w:t xml:space="preserve"> </w:t>
            </w:r>
            <w:r w:rsidRPr="009647FC">
              <w:rPr>
                <w:rtl/>
              </w:rPr>
              <w:t>العُلى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شوقاً</w:t>
            </w:r>
            <w:r w:rsidR="004C00A8">
              <w:rPr>
                <w:rtl/>
              </w:rPr>
              <w:t xml:space="preserve"> </w:t>
            </w:r>
            <w:r w:rsidRPr="009647FC">
              <w:rPr>
                <w:rtl/>
              </w:rPr>
              <w:t>إلى</w:t>
            </w:r>
            <w:r>
              <w:rPr>
                <w:rtl/>
              </w:rPr>
              <w:t xml:space="preserve"> </w:t>
            </w:r>
            <w:r w:rsidRPr="009647FC">
              <w:rPr>
                <w:rtl/>
              </w:rPr>
              <w:t>مرآه</w:t>
            </w:r>
            <w:r>
              <w:rPr>
                <w:rtl/>
              </w:rPr>
              <w:t xml:space="preserve"> </w:t>
            </w:r>
            <w:r w:rsidRPr="009647FC">
              <w:rPr>
                <w:rtl/>
              </w:rPr>
              <w:t>لا</w:t>
            </w:r>
            <w:r>
              <w:rPr>
                <w:rtl/>
              </w:rPr>
              <w:t xml:space="preserve"> </w:t>
            </w:r>
            <w:r w:rsidRPr="009647FC">
              <w:rPr>
                <w:rtl/>
              </w:rPr>
              <w:t>يرقدُ</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ودمعُ</w:t>
            </w:r>
            <w:r w:rsidR="004C00A8">
              <w:rPr>
                <w:rtl/>
              </w:rPr>
              <w:t xml:space="preserve"> </w:t>
            </w:r>
            <w:r w:rsidRPr="009647FC">
              <w:rPr>
                <w:rtl/>
              </w:rPr>
              <w:t>عين</w:t>
            </w:r>
            <w:r>
              <w:rPr>
                <w:rtl/>
              </w:rPr>
              <w:t xml:space="preserve"> </w:t>
            </w:r>
            <w:r w:rsidRPr="009647FC">
              <w:rPr>
                <w:rtl/>
              </w:rPr>
              <w:t>المجد</w:t>
            </w:r>
            <w:r>
              <w:rPr>
                <w:rtl/>
              </w:rPr>
              <w:t xml:space="preserve"> </w:t>
            </w:r>
            <w:r w:rsidRPr="009647FC">
              <w:rPr>
                <w:rtl/>
              </w:rPr>
              <w:t>مذ</w:t>
            </w:r>
            <w:r>
              <w:rPr>
                <w:rtl/>
              </w:rPr>
              <w:t xml:space="preserve"> </w:t>
            </w:r>
            <w:r w:rsidRPr="009647FC">
              <w:rPr>
                <w:rtl/>
              </w:rPr>
              <w:t>أرّخوا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Pr>
                <w:rtl/>
              </w:rPr>
              <w:t>(</w:t>
            </w:r>
            <w:r w:rsidRPr="009647FC">
              <w:rPr>
                <w:rtl/>
              </w:rPr>
              <w:t>المهدي</w:t>
            </w:r>
            <w:r>
              <w:rPr>
                <w:rtl/>
              </w:rPr>
              <w:t xml:space="preserve"> </w:t>
            </w:r>
            <w:r w:rsidRPr="009647FC">
              <w:rPr>
                <w:rtl/>
              </w:rPr>
              <w:t>فيها</w:t>
            </w:r>
            <w:r>
              <w:rPr>
                <w:rtl/>
              </w:rPr>
              <w:t xml:space="preserve"> </w:t>
            </w:r>
            <w:r w:rsidRPr="009647FC">
              <w:rPr>
                <w:rtl/>
              </w:rPr>
              <w:t>غاب</w:t>
            </w:r>
            <w:r>
              <w:rPr>
                <w:rtl/>
              </w:rPr>
              <w:t xml:space="preserve"> </w:t>
            </w:r>
            <w:r w:rsidRPr="009647FC">
              <w:rPr>
                <w:rtl/>
              </w:rPr>
              <w:t>لا</w:t>
            </w:r>
            <w:r>
              <w:rPr>
                <w:rtl/>
              </w:rPr>
              <w:t xml:space="preserve"> </w:t>
            </w:r>
            <w:r w:rsidRPr="009647FC">
              <w:rPr>
                <w:rtl/>
              </w:rPr>
              <w:t>يجمدُ</w:t>
            </w:r>
            <w:r>
              <w:rPr>
                <w:rtl/>
              </w:rPr>
              <w:t>)</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فعيشه</w:t>
            </w:r>
            <w:r>
              <w:rPr>
                <w:rtl/>
              </w:rPr>
              <w:t xml:space="preserve"> </w:t>
            </w:r>
            <w:r w:rsidRPr="009647FC">
              <w:rPr>
                <w:rtl/>
              </w:rPr>
              <w:t>فى</w:t>
            </w:r>
            <w:r>
              <w:rPr>
                <w:rtl/>
              </w:rPr>
              <w:t xml:space="preserve"> </w:t>
            </w:r>
            <w:r w:rsidRPr="009647FC">
              <w:rPr>
                <w:rtl/>
              </w:rPr>
              <w:t>ظلِّ</w:t>
            </w:r>
            <w:r>
              <w:rPr>
                <w:rtl/>
              </w:rPr>
              <w:t xml:space="preserve"> </w:t>
            </w:r>
            <w:r w:rsidRPr="009647FC">
              <w:rPr>
                <w:rtl/>
              </w:rPr>
              <w:t>فردوسها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تالله</w:t>
            </w:r>
            <w:r w:rsidR="004C00A8">
              <w:rPr>
                <w:rtl/>
              </w:rPr>
              <w:t xml:space="preserve"> </w:t>
            </w:r>
            <w:r w:rsidRPr="009647FC">
              <w:rPr>
                <w:rtl/>
              </w:rPr>
              <w:t>أرّخ</w:t>
            </w:r>
            <w:r>
              <w:rPr>
                <w:rtl/>
              </w:rPr>
              <w:t xml:space="preserve"> (</w:t>
            </w:r>
            <w:r w:rsidRPr="009647FC">
              <w:rPr>
                <w:rtl/>
              </w:rPr>
              <w:t>له</w:t>
            </w:r>
            <w:r w:rsidRPr="00B371C6">
              <w:rPr>
                <w:rtl/>
              </w:rPr>
              <w:t>َ</w:t>
            </w:r>
            <w:r w:rsidRPr="009647FC">
              <w:rPr>
                <w:rtl/>
              </w:rPr>
              <w:t>و</w:t>
            </w:r>
            <w:r>
              <w:rPr>
                <w:rtl/>
              </w:rPr>
              <w:t xml:space="preserve">َ </w:t>
            </w:r>
            <w:r w:rsidRPr="009647FC">
              <w:rPr>
                <w:rtl/>
              </w:rPr>
              <w:t>الأرغدُ</w:t>
            </w:r>
            <w:r>
              <w:rPr>
                <w:rtl/>
              </w:rPr>
              <w:t>)</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فيها له</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ترجم</w:t>
      </w:r>
      <w:r w:rsidR="00D769AB">
        <w:rPr>
          <w:rtl/>
        </w:rPr>
        <w:t>:</w:t>
      </w:r>
      <w:r w:rsidRPr="009647FC">
        <w:rPr>
          <w:rtl/>
        </w:rPr>
        <w:t xml:space="preserve"> ترمي</w:t>
      </w:r>
      <w:r w:rsidR="00D769AB">
        <w:rPr>
          <w:rtl/>
        </w:rPr>
        <w:t>،</w:t>
      </w:r>
      <w:r w:rsidRPr="009647FC">
        <w:rPr>
          <w:rtl/>
        </w:rPr>
        <w:t xml:space="preserve"> تلعن</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وقال يرثي كريمة الحاج محمد صالح كبّه ويعزّيه بها</w:t>
      </w:r>
      <w:r w:rsidR="00D769AB">
        <w:rPr>
          <w:rtl/>
        </w:rPr>
        <w:t>،</w:t>
      </w:r>
      <w:r w:rsidRPr="009647FC">
        <w:rPr>
          <w:rtl/>
        </w:rPr>
        <w:t xml:space="preserve"> وقد توفّيت في طريق فارس</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A21D23" w:rsidRPr="00524A24" w:rsidTr="00A21D23">
        <w:trPr>
          <w:trHeight w:val="350"/>
        </w:trPr>
        <w:tc>
          <w:tcPr>
            <w:tcW w:w="3902" w:type="dxa"/>
          </w:tcPr>
          <w:p w:rsidR="00A21D23" w:rsidRPr="00524A24" w:rsidRDefault="00A21D23" w:rsidP="00A21D23">
            <w:pPr>
              <w:pStyle w:val="libPoem"/>
            </w:pPr>
            <w:r w:rsidRPr="009647FC">
              <w:rPr>
                <w:rtl/>
              </w:rPr>
              <w:t>قد</w:t>
            </w:r>
            <w:r>
              <w:rPr>
                <w:rtl/>
              </w:rPr>
              <w:t xml:space="preserve"> </w:t>
            </w:r>
            <w:r w:rsidRPr="009647FC">
              <w:rPr>
                <w:rtl/>
              </w:rPr>
              <w:t>تبلغ</w:t>
            </w:r>
            <w:r>
              <w:rPr>
                <w:rtl/>
              </w:rPr>
              <w:t xml:space="preserve"> </w:t>
            </w:r>
            <w:r w:rsidRPr="009647FC">
              <w:rPr>
                <w:rtl/>
              </w:rPr>
              <w:t>الأنفسُ</w:t>
            </w:r>
            <w:r>
              <w:rPr>
                <w:rtl/>
              </w:rPr>
              <w:t xml:space="preserve"> </w:t>
            </w:r>
            <w:r w:rsidRPr="009647FC">
              <w:rPr>
                <w:rtl/>
              </w:rPr>
              <w:t>في</w:t>
            </w:r>
            <w:r>
              <w:rPr>
                <w:rtl/>
              </w:rPr>
              <w:t xml:space="preserve"> </w:t>
            </w:r>
            <w:r w:rsidRPr="009647FC">
              <w:rPr>
                <w:rtl/>
              </w:rPr>
              <w:t>ارتيادها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حصول</w:t>
            </w:r>
            <w:r>
              <w:rPr>
                <w:rtl/>
              </w:rPr>
              <w:t xml:space="preserve">َ </w:t>
            </w:r>
            <w:r w:rsidRPr="009647FC">
              <w:rPr>
                <w:rtl/>
              </w:rPr>
              <w:t>ما</w:t>
            </w:r>
            <w:r>
              <w:rPr>
                <w:rtl/>
              </w:rPr>
              <w:t xml:space="preserve"> </w:t>
            </w:r>
            <w:r w:rsidRPr="009647FC">
              <w:rPr>
                <w:rtl/>
              </w:rPr>
              <w:t>تهواه</w:t>
            </w:r>
            <w:r>
              <w:rPr>
                <w:rtl/>
              </w:rPr>
              <w:t xml:space="preserve"> </w:t>
            </w:r>
            <w:r w:rsidRPr="009647FC">
              <w:rPr>
                <w:rtl/>
              </w:rPr>
              <w:t>من</w:t>
            </w:r>
            <w:r>
              <w:rPr>
                <w:rtl/>
              </w:rPr>
              <w:t xml:space="preserve"> </w:t>
            </w:r>
            <w:r w:rsidRPr="009647FC">
              <w:rPr>
                <w:rtl/>
              </w:rPr>
              <w:t>مرادها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وقد</w:t>
            </w:r>
            <w:r>
              <w:rPr>
                <w:rtl/>
              </w:rPr>
              <w:t xml:space="preserve"> </w:t>
            </w:r>
            <w:r w:rsidRPr="009647FC">
              <w:rPr>
                <w:rtl/>
              </w:rPr>
              <w:t>تديم</w:t>
            </w:r>
            <w:r>
              <w:rPr>
                <w:rtl/>
              </w:rPr>
              <w:t xml:space="preserve"> </w:t>
            </w:r>
            <w:r w:rsidRPr="009647FC">
              <w:rPr>
                <w:rtl/>
              </w:rPr>
              <w:t>السعى</w:t>
            </w:r>
            <w:r>
              <w:rPr>
                <w:rtl/>
              </w:rPr>
              <w:t xml:space="preserve">َ </w:t>
            </w:r>
            <w:r w:rsidRPr="009647FC">
              <w:rPr>
                <w:rtl/>
              </w:rPr>
              <w:t>في</w:t>
            </w:r>
            <w:r>
              <w:rPr>
                <w:rtl/>
              </w:rPr>
              <w:t xml:space="preserve"> </w:t>
            </w:r>
            <w:r w:rsidRPr="009647FC">
              <w:rPr>
                <w:rtl/>
              </w:rPr>
              <w:t>تتمةِ</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انتقاصها</w:t>
            </w:r>
            <w:r w:rsidR="004C00A8">
              <w:rPr>
                <w:rtl/>
              </w:rPr>
              <w:t xml:space="preserve"> </w:t>
            </w:r>
            <w:r w:rsidRPr="009647FC">
              <w:rPr>
                <w:rtl/>
              </w:rPr>
              <w:t>أو</w:t>
            </w:r>
            <w:r>
              <w:rPr>
                <w:rtl/>
              </w:rPr>
              <w:t xml:space="preserve"> </w:t>
            </w:r>
            <w:r w:rsidRPr="009647FC">
              <w:rPr>
                <w:rtl/>
              </w:rPr>
              <w:t>طلب</w:t>
            </w:r>
            <w:r>
              <w:rPr>
                <w:rtl/>
              </w:rPr>
              <w:t xml:space="preserve"> </w:t>
            </w:r>
            <w:r w:rsidRPr="009647FC">
              <w:rPr>
                <w:rtl/>
              </w:rPr>
              <w:t>ازديادها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ففاتها</w:t>
            </w:r>
            <w:r>
              <w:rPr>
                <w:rtl/>
              </w:rPr>
              <w:t xml:space="preserve"> </w:t>
            </w:r>
            <w:r w:rsidRPr="009647FC">
              <w:rPr>
                <w:rtl/>
              </w:rPr>
              <w:t>ما</w:t>
            </w:r>
            <w:r>
              <w:rPr>
                <w:rtl/>
              </w:rPr>
              <w:t xml:space="preserve"> </w:t>
            </w:r>
            <w:r w:rsidRPr="009647FC">
              <w:rPr>
                <w:rtl/>
              </w:rPr>
              <w:t>اعتقدت</w:t>
            </w:r>
            <w:r>
              <w:rPr>
                <w:rtl/>
              </w:rPr>
              <w:t xml:space="preserve"> </w:t>
            </w:r>
            <w:r w:rsidRPr="009647FC">
              <w:rPr>
                <w:rtl/>
              </w:rPr>
              <w:t>حصوله</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وجاءها</w:t>
            </w:r>
            <w:r w:rsidR="004C00A8">
              <w:rPr>
                <w:rtl/>
              </w:rPr>
              <w:t xml:space="preserve"> </w:t>
            </w:r>
            <w:r w:rsidRPr="009647FC">
              <w:rPr>
                <w:rtl/>
              </w:rPr>
              <w:t>ما</w:t>
            </w:r>
            <w:r>
              <w:rPr>
                <w:rtl/>
              </w:rPr>
              <w:t xml:space="preserve"> </w:t>
            </w:r>
            <w:r w:rsidRPr="009647FC">
              <w:rPr>
                <w:rtl/>
              </w:rPr>
              <w:t>ليس</w:t>
            </w:r>
            <w:r>
              <w:rPr>
                <w:rtl/>
              </w:rPr>
              <w:t xml:space="preserve"> </w:t>
            </w:r>
            <w:r w:rsidRPr="009647FC">
              <w:rPr>
                <w:rtl/>
              </w:rPr>
              <w:t>في</w:t>
            </w:r>
            <w:r>
              <w:rPr>
                <w:rtl/>
              </w:rPr>
              <w:t xml:space="preserve"> </w:t>
            </w:r>
            <w:r w:rsidRPr="009647FC">
              <w:rPr>
                <w:rtl/>
              </w:rPr>
              <w:t>اعتقادها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وكل</w:t>
            </w:r>
            <w:r w:rsidRPr="00B371C6">
              <w:rPr>
                <w:rtl/>
              </w:rPr>
              <w:t>ّ</w:t>
            </w:r>
            <w:r w:rsidRPr="009647FC">
              <w:rPr>
                <w:rtl/>
              </w:rPr>
              <w:t>ما</w:t>
            </w:r>
            <w:r>
              <w:rPr>
                <w:rtl/>
              </w:rPr>
              <w:t xml:space="preserve"> </w:t>
            </w:r>
            <w:r w:rsidRPr="009647FC">
              <w:rPr>
                <w:rtl/>
              </w:rPr>
              <w:t>قدرّه</w:t>
            </w:r>
            <w:r>
              <w:rPr>
                <w:rtl/>
              </w:rPr>
              <w:t xml:space="preserve"> </w:t>
            </w:r>
            <w:r w:rsidRPr="009647FC">
              <w:rPr>
                <w:rtl/>
              </w:rPr>
              <w:t>اللهُ</w:t>
            </w:r>
            <w:r>
              <w:rPr>
                <w:rtl/>
              </w:rPr>
              <w:t xml:space="preserve"> </w:t>
            </w:r>
            <w:r w:rsidRPr="009647FC">
              <w:rPr>
                <w:rtl/>
              </w:rPr>
              <w:t>لها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في</w:t>
            </w:r>
            <w:r>
              <w:rPr>
                <w:rtl/>
              </w:rPr>
              <w:t xml:space="preserve"> </w:t>
            </w:r>
            <w:r w:rsidRPr="009647FC">
              <w:rPr>
                <w:rtl/>
              </w:rPr>
              <w:t>قربها</w:t>
            </w:r>
            <w:r>
              <w:rPr>
                <w:rtl/>
              </w:rPr>
              <w:t xml:space="preserve"> </w:t>
            </w:r>
            <w:r w:rsidRPr="009647FC">
              <w:rPr>
                <w:rtl/>
              </w:rPr>
              <w:t>يجري</w:t>
            </w:r>
            <w:r>
              <w:rPr>
                <w:rtl/>
              </w:rPr>
              <w:t xml:space="preserve"> </w:t>
            </w:r>
            <w:r w:rsidRPr="009647FC">
              <w:rPr>
                <w:rtl/>
              </w:rPr>
              <w:t>وفي</w:t>
            </w:r>
            <w:r>
              <w:rPr>
                <w:rtl/>
              </w:rPr>
              <w:t xml:space="preserve"> </w:t>
            </w:r>
            <w:r w:rsidRPr="009647FC">
              <w:rPr>
                <w:rtl/>
              </w:rPr>
              <w:t>بعادها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هذا</w:t>
            </w:r>
            <w:r w:rsidR="004C00A8">
              <w:rPr>
                <w:rtl/>
              </w:rPr>
              <w:t xml:space="preserve"> </w:t>
            </w:r>
            <w:r w:rsidRPr="009647FC">
              <w:rPr>
                <w:rtl/>
              </w:rPr>
              <w:t>ابنُ</w:t>
            </w:r>
            <w:r>
              <w:rPr>
                <w:rtl/>
              </w:rPr>
              <w:t xml:space="preserve"> </w:t>
            </w:r>
            <w:r w:rsidRPr="009647FC">
              <w:rPr>
                <w:rtl/>
              </w:rPr>
              <w:t>أمّ</w:t>
            </w:r>
            <w:r>
              <w:rPr>
                <w:rtl/>
              </w:rPr>
              <w:t xml:space="preserve">َ </w:t>
            </w:r>
            <w:r w:rsidRPr="009647FC">
              <w:rPr>
                <w:rtl/>
              </w:rPr>
              <w:t>المكرمات</w:t>
            </w:r>
            <w:r>
              <w:rPr>
                <w:rtl/>
              </w:rPr>
              <w:t xml:space="preserve"> </w:t>
            </w:r>
            <w:r w:rsidRPr="009647FC">
              <w:rPr>
                <w:rtl/>
              </w:rPr>
              <w:t>منْ</w:t>
            </w:r>
            <w:r>
              <w:rPr>
                <w:rtl/>
              </w:rPr>
              <w:t xml:space="preserve"> </w:t>
            </w:r>
            <w:r w:rsidRPr="009647FC">
              <w:rPr>
                <w:rtl/>
              </w:rPr>
              <w:t>غدا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يرفل</w:t>
            </w:r>
            <w:r w:rsidRPr="004E7EC6">
              <w:rPr>
                <w:rStyle w:val="libFootnotenumChar"/>
                <w:rtl/>
              </w:rPr>
              <w:t>(1)</w:t>
            </w:r>
            <w:r w:rsidR="004C00A8">
              <w:rPr>
                <w:rtl/>
              </w:rPr>
              <w:t xml:space="preserve"> </w:t>
            </w:r>
            <w:r w:rsidRPr="009647FC">
              <w:rPr>
                <w:rtl/>
              </w:rPr>
              <w:t>في</w:t>
            </w:r>
            <w:r>
              <w:rPr>
                <w:rtl/>
              </w:rPr>
              <w:t xml:space="preserve"> </w:t>
            </w:r>
            <w:r w:rsidRPr="009647FC">
              <w:rPr>
                <w:rtl/>
              </w:rPr>
              <w:t>الفاخر</w:t>
            </w:r>
            <w:r>
              <w:rPr>
                <w:rtl/>
              </w:rPr>
              <w:t xml:space="preserve"> </w:t>
            </w:r>
            <w:r w:rsidRPr="009647FC">
              <w:rPr>
                <w:rtl/>
              </w:rPr>
              <w:t>من</w:t>
            </w:r>
            <w:r>
              <w:rPr>
                <w:rtl/>
              </w:rPr>
              <w:t xml:space="preserve"> </w:t>
            </w:r>
            <w:r w:rsidRPr="009647FC">
              <w:rPr>
                <w:rtl/>
              </w:rPr>
              <w:t>أبرادها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جوادُها</w:t>
            </w:r>
            <w:r>
              <w:rPr>
                <w:rtl/>
              </w:rPr>
              <w:t xml:space="preserve"> </w:t>
            </w:r>
            <w:r w:rsidRPr="009647FC">
              <w:rPr>
                <w:rtl/>
              </w:rPr>
              <w:t>وهل</w:t>
            </w:r>
            <w:r>
              <w:rPr>
                <w:rtl/>
              </w:rPr>
              <w:t xml:space="preserve"> </w:t>
            </w:r>
            <w:r w:rsidRPr="009647FC">
              <w:rPr>
                <w:rtl/>
              </w:rPr>
              <w:t>بمضمار</w:t>
            </w:r>
            <w:r>
              <w:rPr>
                <w:rtl/>
              </w:rPr>
              <w:t xml:space="preserve"> </w:t>
            </w:r>
            <w:r w:rsidRPr="009647FC">
              <w:rPr>
                <w:rtl/>
              </w:rPr>
              <w:t>العُلى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أسبقُ</w:t>
            </w:r>
            <w:r>
              <w:rPr>
                <w:rtl/>
              </w:rPr>
              <w:t xml:space="preserve"> </w:t>
            </w:r>
            <w:r w:rsidRPr="009647FC">
              <w:rPr>
                <w:rtl/>
              </w:rPr>
              <w:t>من</w:t>
            </w:r>
            <w:r>
              <w:rPr>
                <w:rtl/>
              </w:rPr>
              <w:t xml:space="preserve"> (</w:t>
            </w:r>
            <w:r w:rsidRPr="009647FC">
              <w:rPr>
                <w:rtl/>
              </w:rPr>
              <w:t>محمدٍ</w:t>
            </w:r>
            <w:r>
              <w:rPr>
                <w:rtl/>
              </w:rPr>
              <w:t xml:space="preserve"> </w:t>
            </w:r>
            <w:r w:rsidRPr="009647FC">
              <w:rPr>
                <w:rtl/>
              </w:rPr>
              <w:t>جوادها</w:t>
            </w:r>
            <w:r>
              <w:rPr>
                <w:rtl/>
              </w:rPr>
              <w:t>)</w:t>
            </w:r>
            <w:r w:rsidRPr="004E7EC6">
              <w:rPr>
                <w:rStyle w:val="libFootnotenumChar"/>
                <w:rtl/>
              </w:rPr>
              <w:t>(2)</w:t>
            </w:r>
            <w:r w:rsidRPr="009647FC">
              <w:rPr>
                <w:rtl/>
              </w:rPr>
              <w:t>؟</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أنكر</w:t>
            </w:r>
            <w:r>
              <w:rPr>
                <w:rtl/>
              </w:rPr>
              <w:t xml:space="preserve"> </w:t>
            </w:r>
            <w:r w:rsidRPr="009647FC">
              <w:rPr>
                <w:rtl/>
              </w:rPr>
              <w:t>مسّ</w:t>
            </w:r>
            <w:r>
              <w:rPr>
                <w:rtl/>
              </w:rPr>
              <w:t xml:space="preserve">َ </w:t>
            </w:r>
            <w:r w:rsidRPr="009647FC">
              <w:rPr>
                <w:rtl/>
              </w:rPr>
              <w:t>الدهر</w:t>
            </w:r>
            <w:r>
              <w:rPr>
                <w:rtl/>
              </w:rPr>
              <w:t xml:space="preserve"> </w:t>
            </w:r>
            <w:r w:rsidRPr="009647FC">
              <w:rPr>
                <w:rtl/>
              </w:rPr>
              <w:t>من</w:t>
            </w:r>
            <w:r>
              <w:rPr>
                <w:rtl/>
              </w:rPr>
              <w:t xml:space="preserve"> </w:t>
            </w:r>
            <w:r w:rsidRPr="009647FC">
              <w:rPr>
                <w:rtl/>
              </w:rPr>
              <w:t>خشونةٍ</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لا</w:t>
            </w:r>
            <w:r w:rsidR="004C00A8">
              <w:rPr>
                <w:rtl/>
              </w:rPr>
              <w:t xml:space="preserve"> </w:t>
            </w:r>
            <w:r w:rsidRPr="009647FC">
              <w:rPr>
                <w:rtl/>
              </w:rPr>
              <w:t>يرقد</w:t>
            </w:r>
            <w:r>
              <w:rPr>
                <w:rtl/>
              </w:rPr>
              <w:t xml:space="preserve"> </w:t>
            </w:r>
            <w:r w:rsidRPr="009647FC">
              <w:rPr>
                <w:rtl/>
              </w:rPr>
              <w:t>الحرُّ</w:t>
            </w:r>
            <w:r>
              <w:rPr>
                <w:rtl/>
              </w:rPr>
              <w:t xml:space="preserve"> </w:t>
            </w:r>
            <w:r w:rsidRPr="009647FC">
              <w:rPr>
                <w:rtl/>
              </w:rPr>
              <w:t>على</w:t>
            </w:r>
            <w:r>
              <w:rPr>
                <w:rtl/>
              </w:rPr>
              <w:t xml:space="preserve"> </w:t>
            </w:r>
            <w:r w:rsidRPr="009647FC">
              <w:rPr>
                <w:rtl/>
              </w:rPr>
              <w:t>ق</w:t>
            </w:r>
            <w:r w:rsidRPr="00B371C6">
              <w:rPr>
                <w:rtl/>
              </w:rPr>
              <w:t>َ</w:t>
            </w:r>
            <w:r w:rsidRPr="009647FC">
              <w:rPr>
                <w:rtl/>
              </w:rPr>
              <w:t>تادها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فانساب</w:t>
            </w:r>
            <w:r w:rsidR="004C00A8">
              <w:rPr>
                <w:rtl/>
              </w:rPr>
              <w:t xml:space="preserve"> </w:t>
            </w:r>
            <w:r w:rsidRPr="009647FC">
              <w:rPr>
                <w:rtl/>
              </w:rPr>
              <w:t>مثل</w:t>
            </w:r>
            <w:r>
              <w:rPr>
                <w:rtl/>
              </w:rPr>
              <w:t xml:space="preserve"> </w:t>
            </w:r>
            <w:r w:rsidRPr="009647FC">
              <w:rPr>
                <w:rtl/>
              </w:rPr>
              <w:t>الأيم</w:t>
            </w:r>
            <w:r w:rsidRPr="004E7EC6">
              <w:rPr>
                <w:rStyle w:val="libFootnotenumChar"/>
                <w:rtl/>
              </w:rPr>
              <w:t>(3)</w:t>
            </w:r>
            <w:r>
              <w:rPr>
                <w:rtl/>
              </w:rPr>
              <w:t xml:space="preserve"> </w:t>
            </w:r>
            <w:r w:rsidRPr="009647FC">
              <w:rPr>
                <w:rtl/>
              </w:rPr>
              <w:t>عن</w:t>
            </w:r>
            <w:r>
              <w:rPr>
                <w:rtl/>
              </w:rPr>
              <w:t xml:space="preserve"> </w:t>
            </w:r>
            <w:r w:rsidRPr="009647FC">
              <w:rPr>
                <w:rtl/>
              </w:rPr>
              <w:t>بلاده</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ينتجعُ</w:t>
            </w:r>
            <w:r w:rsidR="004C00A8">
              <w:rPr>
                <w:rtl/>
              </w:rPr>
              <w:t xml:space="preserve"> </w:t>
            </w:r>
            <w:r w:rsidRPr="009647FC">
              <w:rPr>
                <w:rtl/>
              </w:rPr>
              <w:t>العزّ</w:t>
            </w:r>
            <w:r>
              <w:rPr>
                <w:rtl/>
              </w:rPr>
              <w:t>َ</w:t>
            </w:r>
            <w:r w:rsidRPr="009647FC">
              <w:rPr>
                <w:rtl/>
              </w:rPr>
              <w:t>ة</w:t>
            </w:r>
            <w:r>
              <w:rPr>
                <w:rtl/>
              </w:rPr>
              <w:t xml:space="preserve"> </w:t>
            </w:r>
            <w:r w:rsidRPr="009647FC">
              <w:rPr>
                <w:rtl/>
              </w:rPr>
              <w:t>في</w:t>
            </w:r>
            <w:r>
              <w:rPr>
                <w:rtl/>
              </w:rPr>
              <w:t xml:space="preserve"> </w:t>
            </w:r>
            <w:r w:rsidRPr="009647FC">
              <w:rPr>
                <w:rtl/>
              </w:rPr>
              <w:t>بلادها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يطلبها</w:t>
            </w:r>
            <w:r w:rsidR="004C00A8">
              <w:rPr>
                <w:rtl/>
              </w:rPr>
              <w:t xml:space="preserve"> </w:t>
            </w:r>
            <w:r w:rsidRPr="009647FC">
              <w:rPr>
                <w:rtl/>
              </w:rPr>
              <w:t>بعين</w:t>
            </w:r>
            <w:r>
              <w:rPr>
                <w:rtl/>
              </w:rPr>
              <w:t xml:space="preserve"> </w:t>
            </w:r>
            <w:r w:rsidRPr="009647FC">
              <w:rPr>
                <w:rtl/>
              </w:rPr>
              <w:t>يقظان</w:t>
            </w:r>
            <w:r>
              <w:rPr>
                <w:rtl/>
              </w:rPr>
              <w:t xml:space="preserve">َ </w:t>
            </w:r>
            <w:r w:rsidRPr="009647FC">
              <w:rPr>
                <w:rtl/>
              </w:rPr>
              <w:t>رأت</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سهاد</w:t>
            </w:r>
            <w:r>
              <w:rPr>
                <w:rtl/>
              </w:rPr>
              <w:t>َ</w:t>
            </w:r>
            <w:r w:rsidRPr="009647FC">
              <w:rPr>
                <w:rtl/>
              </w:rPr>
              <w:t>ها</w:t>
            </w:r>
            <w:r w:rsidR="004C00A8">
              <w:rPr>
                <w:rtl/>
              </w:rPr>
              <w:t xml:space="preserve"> </w:t>
            </w:r>
            <w:r w:rsidRPr="009647FC">
              <w:rPr>
                <w:rtl/>
              </w:rPr>
              <w:t>أعذب</w:t>
            </w:r>
            <w:r>
              <w:rPr>
                <w:rtl/>
              </w:rPr>
              <w:t xml:space="preserve">َ </w:t>
            </w:r>
            <w:r w:rsidRPr="009647FC">
              <w:rPr>
                <w:rtl/>
              </w:rPr>
              <w:t>من</w:t>
            </w:r>
            <w:r>
              <w:rPr>
                <w:rtl/>
              </w:rPr>
              <w:t xml:space="preserve"> </w:t>
            </w:r>
            <w:r w:rsidRPr="009647FC">
              <w:rPr>
                <w:rtl/>
              </w:rPr>
              <w:t>رقادها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مقتعداً</w:t>
            </w:r>
            <w:r>
              <w:rPr>
                <w:rtl/>
              </w:rPr>
              <w:t xml:space="preserve"> </w:t>
            </w:r>
            <w:r w:rsidRPr="009647FC">
              <w:rPr>
                <w:rtl/>
              </w:rPr>
              <w:t>من</w:t>
            </w:r>
            <w:r>
              <w:rPr>
                <w:rtl/>
              </w:rPr>
              <w:t xml:space="preserve"> </w:t>
            </w:r>
            <w:r w:rsidRPr="009647FC">
              <w:rPr>
                <w:rtl/>
              </w:rPr>
              <w:t>الإباء</w:t>
            </w:r>
            <w:r>
              <w:rPr>
                <w:rtl/>
              </w:rPr>
              <w:t xml:space="preserve"> </w:t>
            </w:r>
            <w:r w:rsidRPr="009647FC">
              <w:rPr>
                <w:rtl/>
              </w:rPr>
              <w:t>صعبةُ</w:t>
            </w:r>
            <w:r w:rsidRPr="004E7EC6">
              <w:rPr>
                <w:rStyle w:val="libFootnotenumChar"/>
                <w:rtl/>
              </w:rPr>
              <w:t>(4)</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لا</w:t>
            </w:r>
            <w:r>
              <w:rPr>
                <w:rtl/>
              </w:rPr>
              <w:t xml:space="preserve"> </w:t>
            </w:r>
            <w:r w:rsidRPr="009647FC">
              <w:rPr>
                <w:rtl/>
              </w:rPr>
              <w:t>يقدر</w:t>
            </w:r>
            <w:r>
              <w:rPr>
                <w:rtl/>
              </w:rPr>
              <w:t xml:space="preserve"> </w:t>
            </w:r>
            <w:r w:rsidRPr="009647FC">
              <w:rPr>
                <w:rtl/>
              </w:rPr>
              <w:t>الدهر</w:t>
            </w:r>
            <w:r>
              <w:rPr>
                <w:rtl/>
              </w:rPr>
              <w:t xml:space="preserve"> </w:t>
            </w:r>
            <w:r w:rsidRPr="009647FC">
              <w:rPr>
                <w:rtl/>
              </w:rPr>
              <w:t>على</w:t>
            </w:r>
            <w:r>
              <w:rPr>
                <w:rtl/>
              </w:rPr>
              <w:t xml:space="preserve"> </w:t>
            </w:r>
            <w:r w:rsidRPr="009647FC">
              <w:rPr>
                <w:rtl/>
              </w:rPr>
              <w:t>اقتعادها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حتى</w:t>
            </w:r>
            <w:r>
              <w:rPr>
                <w:rtl/>
              </w:rPr>
              <w:t xml:space="preserve"> </w:t>
            </w:r>
            <w:r w:rsidRPr="009647FC">
              <w:rPr>
                <w:rtl/>
              </w:rPr>
              <w:t>اصطفى</w:t>
            </w:r>
            <w:r>
              <w:rPr>
                <w:rtl/>
              </w:rPr>
              <w:t xml:space="preserve"> </w:t>
            </w:r>
            <w:r w:rsidRPr="009647FC">
              <w:rPr>
                <w:rtl/>
              </w:rPr>
              <w:t>من</w:t>
            </w:r>
            <w:r>
              <w:rPr>
                <w:rtl/>
              </w:rPr>
              <w:t xml:space="preserve"> </w:t>
            </w:r>
            <w:r w:rsidRPr="009647FC">
              <w:rPr>
                <w:rtl/>
              </w:rPr>
              <w:t>عزّةٍ</w:t>
            </w:r>
            <w:r>
              <w:rPr>
                <w:rtl/>
              </w:rPr>
              <w:t xml:space="preserve"> </w:t>
            </w:r>
            <w:r w:rsidRPr="009647FC">
              <w:rPr>
                <w:rtl/>
              </w:rPr>
              <w:t>دار</w:t>
            </w:r>
            <w:r>
              <w:rPr>
                <w:rtl/>
              </w:rPr>
              <w:t xml:space="preserve">َ </w:t>
            </w:r>
            <w:r w:rsidRPr="009647FC">
              <w:rPr>
                <w:rtl/>
              </w:rPr>
              <w:t>عُلاً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ترفع</w:t>
            </w:r>
            <w:r>
              <w:rPr>
                <w:rtl/>
              </w:rPr>
              <w:t xml:space="preserve"> </w:t>
            </w:r>
            <w:r w:rsidRPr="009647FC">
              <w:rPr>
                <w:rtl/>
              </w:rPr>
              <w:t>كفُّ</w:t>
            </w:r>
            <w:r>
              <w:rPr>
                <w:rtl/>
              </w:rPr>
              <w:t xml:space="preserve"> </w:t>
            </w:r>
            <w:r w:rsidRPr="009647FC">
              <w:rPr>
                <w:rtl/>
              </w:rPr>
              <w:t>المجد</w:t>
            </w:r>
            <w:r>
              <w:rPr>
                <w:rtl/>
              </w:rPr>
              <w:t xml:space="preserve"> </w:t>
            </w:r>
            <w:r w:rsidRPr="009647FC">
              <w:rPr>
                <w:rtl/>
              </w:rPr>
              <w:t>من</w:t>
            </w:r>
            <w:r>
              <w:rPr>
                <w:rtl/>
              </w:rPr>
              <w:t xml:space="preserve"> </w:t>
            </w:r>
            <w:r w:rsidRPr="009647FC">
              <w:rPr>
                <w:rtl/>
              </w:rPr>
              <w:t>عمادها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فاحتلّ</w:t>
            </w:r>
            <w:r>
              <w:rPr>
                <w:rtl/>
              </w:rPr>
              <w:t>َ</w:t>
            </w:r>
            <w:r w:rsidR="004C00A8">
              <w:rPr>
                <w:rtl/>
              </w:rPr>
              <w:t xml:space="preserve"> </w:t>
            </w:r>
            <w:r w:rsidRPr="009647FC">
              <w:rPr>
                <w:rtl/>
              </w:rPr>
              <w:t>منها</w:t>
            </w:r>
            <w:r>
              <w:rPr>
                <w:rtl/>
              </w:rPr>
              <w:t xml:space="preserve"> </w:t>
            </w:r>
            <w:r w:rsidRPr="009647FC">
              <w:rPr>
                <w:rtl/>
              </w:rPr>
              <w:t>في</w:t>
            </w:r>
            <w:r>
              <w:rPr>
                <w:rtl/>
              </w:rPr>
              <w:t xml:space="preserve"> </w:t>
            </w:r>
            <w:r w:rsidRPr="009647FC">
              <w:rPr>
                <w:rtl/>
              </w:rPr>
              <w:t>رباع</w:t>
            </w:r>
            <w:r>
              <w:rPr>
                <w:rtl/>
              </w:rPr>
              <w:t xml:space="preserve"> </w:t>
            </w:r>
            <w:r w:rsidRPr="009647FC">
              <w:rPr>
                <w:rtl/>
              </w:rPr>
              <w:t>شرفٍ</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عادت</w:t>
            </w:r>
            <w:r>
              <w:rPr>
                <w:rtl/>
              </w:rPr>
              <w:t xml:space="preserve"> </w:t>
            </w:r>
            <w:r w:rsidRPr="009647FC">
              <w:rPr>
                <w:rtl/>
              </w:rPr>
              <w:t>نجوم</w:t>
            </w:r>
            <w:r>
              <w:rPr>
                <w:rtl/>
              </w:rPr>
              <w:t xml:space="preserve"> </w:t>
            </w:r>
            <w:r w:rsidRPr="009647FC">
              <w:rPr>
                <w:rtl/>
              </w:rPr>
              <w:t>الأُفق</w:t>
            </w:r>
            <w:r>
              <w:rPr>
                <w:rtl/>
              </w:rPr>
              <w:t xml:space="preserve"> </w:t>
            </w:r>
            <w:r w:rsidRPr="009647FC">
              <w:rPr>
                <w:rtl/>
              </w:rPr>
              <w:t>من</w:t>
            </w:r>
            <w:r>
              <w:rPr>
                <w:rtl/>
              </w:rPr>
              <w:t xml:space="preserve"> </w:t>
            </w:r>
            <w:r w:rsidRPr="009647FC">
              <w:rPr>
                <w:rtl/>
              </w:rPr>
              <w:t>حسادها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قد</w:t>
            </w:r>
            <w:r>
              <w:rPr>
                <w:rtl/>
              </w:rPr>
              <w:t xml:space="preserve"> </w:t>
            </w:r>
            <w:r w:rsidRPr="009647FC">
              <w:rPr>
                <w:rtl/>
              </w:rPr>
              <w:t>عقد</w:t>
            </w:r>
            <w:r>
              <w:rPr>
                <w:rtl/>
              </w:rPr>
              <w:t xml:space="preserve"> </w:t>
            </w:r>
            <w:r w:rsidRPr="009647FC">
              <w:rPr>
                <w:rtl/>
              </w:rPr>
              <w:t>الندىّ</w:t>
            </w:r>
            <w:r>
              <w:rPr>
                <w:rtl/>
              </w:rPr>
              <w:t xml:space="preserve">َ </w:t>
            </w:r>
            <w:r w:rsidRPr="009647FC">
              <w:rPr>
                <w:rtl/>
              </w:rPr>
              <w:t>فيها</w:t>
            </w:r>
            <w:r>
              <w:rPr>
                <w:rtl/>
              </w:rPr>
              <w:t xml:space="preserve"> </w:t>
            </w:r>
            <w:r w:rsidRPr="009647FC">
              <w:rPr>
                <w:rtl/>
              </w:rPr>
              <w:t>للنهى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واصطنع</w:t>
            </w:r>
            <w:r>
              <w:rPr>
                <w:rtl/>
              </w:rPr>
              <w:t xml:space="preserve"> </w:t>
            </w:r>
            <w:r w:rsidRPr="009647FC">
              <w:rPr>
                <w:rtl/>
              </w:rPr>
              <w:t>العرف</w:t>
            </w:r>
            <w:r>
              <w:rPr>
                <w:rtl/>
              </w:rPr>
              <w:t xml:space="preserve">َ </w:t>
            </w:r>
            <w:r w:rsidRPr="009647FC">
              <w:rPr>
                <w:rtl/>
              </w:rPr>
              <w:t>إلى</w:t>
            </w:r>
            <w:r>
              <w:rPr>
                <w:rtl/>
              </w:rPr>
              <w:t xml:space="preserve"> </w:t>
            </w:r>
            <w:r w:rsidRPr="009647FC">
              <w:rPr>
                <w:rtl/>
              </w:rPr>
              <w:t>قصّادها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واستحلت</w:t>
            </w:r>
            <w:r>
              <w:rPr>
                <w:rtl/>
              </w:rPr>
              <w:t xml:space="preserve"> (</w:t>
            </w:r>
            <w:r w:rsidRPr="009647FC">
              <w:rPr>
                <w:rtl/>
              </w:rPr>
              <w:t>الفرسُ</w:t>
            </w:r>
            <w:r>
              <w:rPr>
                <w:rtl/>
              </w:rPr>
              <w:t xml:space="preserve">) </w:t>
            </w:r>
            <w:r w:rsidRPr="009647FC">
              <w:rPr>
                <w:rtl/>
              </w:rPr>
              <w:t>له</w:t>
            </w:r>
            <w:r>
              <w:rPr>
                <w:rtl/>
              </w:rPr>
              <w:t xml:space="preserve"> </w:t>
            </w:r>
            <w:r w:rsidRPr="009647FC">
              <w:rPr>
                <w:rtl/>
              </w:rPr>
              <w:t>خلائقا</w:t>
            </w:r>
            <w:r w:rsidRPr="004E7EC6">
              <w:rPr>
                <w:rStyle w:val="libFootnotenumChar"/>
                <w:rtl/>
              </w:rPr>
              <w:t>(5)</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أخلاقها</w:t>
            </w:r>
            <w:r w:rsidR="004C00A8">
              <w:rPr>
                <w:rtl/>
              </w:rPr>
              <w:t xml:space="preserve"> </w:t>
            </w:r>
            <w:r w:rsidRPr="009647FC">
              <w:rPr>
                <w:rtl/>
              </w:rPr>
              <w:t>المرةُ</w:t>
            </w:r>
            <w:r>
              <w:rPr>
                <w:rtl/>
              </w:rPr>
              <w:t xml:space="preserve"> </w:t>
            </w:r>
            <w:r w:rsidRPr="009647FC">
              <w:rPr>
                <w:rtl/>
              </w:rPr>
              <w:t>من</w:t>
            </w:r>
            <w:r>
              <w:rPr>
                <w:rtl/>
              </w:rPr>
              <w:t xml:space="preserve"> </w:t>
            </w:r>
            <w:r w:rsidRPr="009647FC">
              <w:rPr>
                <w:rtl/>
              </w:rPr>
              <w:t>أضدادها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فكان</w:t>
            </w:r>
            <w:r>
              <w:rPr>
                <w:rtl/>
              </w:rPr>
              <w:t xml:space="preserve"> </w:t>
            </w:r>
            <w:r w:rsidRPr="009647FC">
              <w:rPr>
                <w:rtl/>
              </w:rPr>
              <w:t>فيها</w:t>
            </w:r>
            <w:r>
              <w:rPr>
                <w:rtl/>
              </w:rPr>
              <w:t xml:space="preserve"> </w:t>
            </w:r>
            <w:r w:rsidRPr="009647FC">
              <w:rPr>
                <w:rtl/>
              </w:rPr>
              <w:t>كهلال</w:t>
            </w:r>
            <w:r>
              <w:rPr>
                <w:rtl/>
              </w:rPr>
              <w:t xml:space="preserve"> </w:t>
            </w:r>
            <w:r w:rsidRPr="009647FC">
              <w:rPr>
                <w:rtl/>
              </w:rPr>
              <w:t>فطرِها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وكلُّ</w:t>
            </w:r>
            <w:r w:rsidR="004C00A8">
              <w:rPr>
                <w:rtl/>
              </w:rPr>
              <w:t xml:space="preserve"> </w:t>
            </w:r>
            <w:r w:rsidRPr="009647FC">
              <w:rPr>
                <w:rtl/>
              </w:rPr>
              <w:t>يومٍ</w:t>
            </w:r>
            <w:r>
              <w:rPr>
                <w:rtl/>
              </w:rPr>
              <w:t xml:space="preserve"> </w:t>
            </w:r>
            <w:r w:rsidRPr="009647FC">
              <w:rPr>
                <w:rtl/>
              </w:rPr>
              <w:t>مرّ</w:t>
            </w:r>
            <w:r>
              <w:rPr>
                <w:rtl/>
              </w:rPr>
              <w:t xml:space="preserve">َ </w:t>
            </w:r>
            <w:r w:rsidRPr="009647FC">
              <w:rPr>
                <w:rtl/>
              </w:rPr>
              <w:t>من</w:t>
            </w:r>
            <w:r>
              <w:rPr>
                <w:rtl/>
              </w:rPr>
              <w:t xml:space="preserve"> </w:t>
            </w:r>
            <w:r w:rsidRPr="009647FC">
              <w:rPr>
                <w:rtl/>
              </w:rPr>
              <w:t>أعيادها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أأمّل</w:t>
            </w:r>
            <w:r>
              <w:rPr>
                <w:rtl/>
              </w:rPr>
              <w:t xml:space="preserve"> </w:t>
            </w:r>
            <w:r w:rsidRPr="009647FC">
              <w:rPr>
                <w:rtl/>
              </w:rPr>
              <w:t>أن</w:t>
            </w:r>
            <w:r>
              <w:rPr>
                <w:rtl/>
              </w:rPr>
              <w:t xml:space="preserve"> </w:t>
            </w:r>
            <w:r w:rsidRPr="009647FC">
              <w:rPr>
                <w:rtl/>
              </w:rPr>
              <w:t>يعود</w:t>
            </w:r>
            <w:r>
              <w:rPr>
                <w:rtl/>
              </w:rPr>
              <w:t xml:space="preserve">َ </w:t>
            </w:r>
            <w:r w:rsidRPr="009647FC">
              <w:rPr>
                <w:rtl/>
              </w:rPr>
              <w:t>وهو</w:t>
            </w:r>
            <w:r>
              <w:rPr>
                <w:rtl/>
              </w:rPr>
              <w:t xml:space="preserve"> </w:t>
            </w:r>
            <w:r w:rsidRPr="009647FC">
              <w:rPr>
                <w:rtl/>
              </w:rPr>
              <w:t>رافهٌ</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بناعم</w:t>
            </w:r>
            <w:r w:rsidR="004C00A8">
              <w:rPr>
                <w:rtl/>
              </w:rPr>
              <w:t xml:space="preserve"> </w:t>
            </w:r>
            <w:r w:rsidRPr="009647FC">
              <w:rPr>
                <w:rtl/>
              </w:rPr>
              <w:t>العيش</w:t>
            </w:r>
            <w:r>
              <w:rPr>
                <w:rtl/>
              </w:rPr>
              <w:t xml:space="preserve"> </w:t>
            </w:r>
            <w:r w:rsidRPr="009647FC">
              <w:rPr>
                <w:rtl/>
              </w:rPr>
              <w:t>إلى</w:t>
            </w:r>
            <w:r>
              <w:rPr>
                <w:rtl/>
              </w:rPr>
              <w:t xml:space="preserve"> </w:t>
            </w:r>
            <w:r w:rsidRPr="009647FC">
              <w:rPr>
                <w:rtl/>
              </w:rPr>
              <w:t>بغدادها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فعاد</w:t>
            </w:r>
            <w:r>
              <w:rPr>
                <w:rtl/>
              </w:rPr>
              <w:t xml:space="preserve"> </w:t>
            </w:r>
            <w:r w:rsidRPr="009647FC">
              <w:rPr>
                <w:rtl/>
              </w:rPr>
              <w:t>في</w:t>
            </w:r>
            <w:r>
              <w:rPr>
                <w:rtl/>
              </w:rPr>
              <w:t xml:space="preserve"> </w:t>
            </w:r>
            <w:r w:rsidRPr="009647FC">
              <w:rPr>
                <w:rtl/>
              </w:rPr>
              <w:t>نعشٍ</w:t>
            </w:r>
            <w:r>
              <w:rPr>
                <w:rtl/>
              </w:rPr>
              <w:t xml:space="preserve"> </w:t>
            </w:r>
            <w:r w:rsidRPr="009647FC">
              <w:rPr>
                <w:rtl/>
              </w:rPr>
              <w:t>حوى</w:t>
            </w:r>
            <w:r>
              <w:rPr>
                <w:rtl/>
              </w:rPr>
              <w:t xml:space="preserve"> (</w:t>
            </w:r>
            <w:r w:rsidRPr="009647FC">
              <w:rPr>
                <w:rtl/>
              </w:rPr>
              <w:t>صفيّةً</w:t>
            </w:r>
            <w:r>
              <w:rPr>
                <w:rtl/>
              </w:rPr>
              <w:t>)</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أعزّ</w:t>
            </w:r>
            <w:r>
              <w:rPr>
                <w:rtl/>
              </w:rPr>
              <w:t xml:space="preserve">َ </w:t>
            </w:r>
            <w:r w:rsidRPr="009647FC">
              <w:rPr>
                <w:rtl/>
              </w:rPr>
              <w:t>في</w:t>
            </w:r>
            <w:r>
              <w:rPr>
                <w:rtl/>
              </w:rPr>
              <w:t xml:space="preserve"> </w:t>
            </w:r>
            <w:r w:rsidRPr="009647FC">
              <w:rPr>
                <w:rtl/>
              </w:rPr>
              <w:t>عينيه</w:t>
            </w:r>
            <w:r>
              <w:rPr>
                <w:rtl/>
              </w:rPr>
              <w:t xml:space="preserve"> </w:t>
            </w:r>
            <w:r w:rsidRPr="009647FC">
              <w:rPr>
                <w:rtl/>
              </w:rPr>
              <w:t>من</w:t>
            </w:r>
            <w:r>
              <w:rPr>
                <w:rtl/>
              </w:rPr>
              <w:t xml:space="preserve"> </w:t>
            </w:r>
            <w:r w:rsidRPr="009647FC">
              <w:rPr>
                <w:rtl/>
              </w:rPr>
              <w:t>سوادها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يرفل</w:t>
      </w:r>
      <w:r w:rsidR="00D769AB">
        <w:rPr>
          <w:rtl/>
        </w:rPr>
        <w:t>:</w:t>
      </w:r>
      <w:r w:rsidRPr="009647FC">
        <w:rPr>
          <w:rtl/>
        </w:rPr>
        <w:t xml:space="preserve"> يتبختر</w:t>
      </w:r>
      <w:r w:rsidR="00D769AB">
        <w:rPr>
          <w:rtl/>
        </w:rPr>
        <w:t>،</w:t>
      </w:r>
      <w:r w:rsidRPr="009647FC">
        <w:rPr>
          <w:rtl/>
        </w:rPr>
        <w:t xml:space="preserve"> يتمايل</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محمد جواد</w:t>
      </w:r>
      <w:r w:rsidR="00D769AB">
        <w:rPr>
          <w:rtl/>
        </w:rPr>
        <w:t>:</w:t>
      </w:r>
      <w:r w:rsidRPr="009647FC">
        <w:rPr>
          <w:rtl/>
        </w:rPr>
        <w:t xml:space="preserve"> زوج المتوفّاة وهو الذي حمل جثمانها إلى النجف</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الأيم</w:t>
      </w:r>
      <w:r w:rsidR="00D769AB">
        <w:rPr>
          <w:rtl/>
        </w:rPr>
        <w:t>:</w:t>
      </w:r>
      <w:r w:rsidRPr="009647FC">
        <w:rPr>
          <w:rtl/>
        </w:rPr>
        <w:t xml:space="preserve"> ذكر الأفعى</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الصعبة</w:t>
      </w:r>
      <w:r w:rsidR="00D769AB">
        <w:rPr>
          <w:rtl/>
        </w:rPr>
        <w:t>:</w:t>
      </w:r>
      <w:r w:rsidRPr="009647FC">
        <w:rPr>
          <w:rtl/>
        </w:rPr>
        <w:t xml:space="preserve"> التي لم يسبق لها أن تركب</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في المطبوع</w:t>
      </w:r>
      <w:r w:rsidR="00D769AB">
        <w:rPr>
          <w:rtl/>
        </w:rPr>
        <w:t>:</w:t>
      </w:r>
      <w:r w:rsidRPr="009647FC">
        <w:rPr>
          <w:rtl/>
        </w:rPr>
        <w:t xml:space="preserve"> الغرس</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A21D23" w:rsidRPr="00524A24" w:rsidTr="00A21D23">
        <w:trPr>
          <w:trHeight w:val="350"/>
        </w:trPr>
        <w:tc>
          <w:tcPr>
            <w:tcW w:w="3902" w:type="dxa"/>
          </w:tcPr>
          <w:p w:rsidR="00A21D23" w:rsidRPr="00524A24" w:rsidRDefault="00A21D23" w:rsidP="00A21D23">
            <w:pPr>
              <w:pStyle w:val="libPoem"/>
            </w:pPr>
            <w:r w:rsidRPr="009647FC">
              <w:rPr>
                <w:rtl/>
              </w:rPr>
              <w:lastRenderedPageBreak/>
              <w:t>خلتُ</w:t>
            </w:r>
            <w:r w:rsidR="004C00A8">
              <w:rPr>
                <w:rtl/>
              </w:rPr>
              <w:t xml:space="preserve"> </w:t>
            </w:r>
            <w:r w:rsidRPr="009647FC">
              <w:rPr>
                <w:rtl/>
              </w:rPr>
              <w:t>أُهن</w:t>
            </w:r>
            <w:r w:rsidRPr="00B371C6">
              <w:rPr>
                <w:rtl/>
              </w:rPr>
              <w:t>ّ</w:t>
            </w:r>
            <w:r w:rsidRPr="009647FC">
              <w:rPr>
                <w:rtl/>
              </w:rPr>
              <w:t>يه</w:t>
            </w:r>
            <w:r>
              <w:rPr>
                <w:rtl/>
              </w:rPr>
              <w:t xml:space="preserve"> </w:t>
            </w:r>
            <w:r w:rsidRPr="009647FC">
              <w:rPr>
                <w:rtl/>
              </w:rPr>
              <w:t>على</w:t>
            </w:r>
            <w:r>
              <w:rPr>
                <w:rtl/>
              </w:rPr>
              <w:t xml:space="preserve"> </w:t>
            </w:r>
            <w:r w:rsidRPr="009647FC">
              <w:rPr>
                <w:rtl/>
              </w:rPr>
              <w:t>قدومه</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لا</w:t>
            </w:r>
            <w:r>
              <w:rPr>
                <w:rtl/>
              </w:rPr>
              <w:t xml:space="preserve"> </w:t>
            </w:r>
            <w:r w:rsidRPr="009647FC">
              <w:rPr>
                <w:rtl/>
              </w:rPr>
              <w:t>أن</w:t>
            </w:r>
            <w:r>
              <w:rPr>
                <w:rtl/>
              </w:rPr>
              <w:t xml:space="preserve"> </w:t>
            </w:r>
            <w:r w:rsidRPr="009647FC">
              <w:rPr>
                <w:rtl/>
              </w:rPr>
              <w:t>أُعزّيه</w:t>
            </w:r>
            <w:r>
              <w:rPr>
                <w:rtl/>
              </w:rPr>
              <w:t xml:space="preserve"> </w:t>
            </w:r>
            <w:r w:rsidRPr="009647FC">
              <w:rPr>
                <w:rtl/>
              </w:rPr>
              <w:t>على</w:t>
            </w:r>
            <w:r>
              <w:rPr>
                <w:rtl/>
              </w:rPr>
              <w:t xml:space="preserve"> </w:t>
            </w:r>
            <w:r w:rsidRPr="009647FC">
              <w:rPr>
                <w:rtl/>
              </w:rPr>
              <w:t>افتقادها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وفيه</w:t>
            </w:r>
            <w:r w:rsidR="004C00A8">
              <w:rPr>
                <w:rtl/>
              </w:rPr>
              <w:t xml:space="preserve"> </w:t>
            </w:r>
            <w:r w:rsidRPr="009647FC">
              <w:rPr>
                <w:rtl/>
              </w:rPr>
              <w:t>في</w:t>
            </w:r>
            <w:r>
              <w:rPr>
                <w:rtl/>
              </w:rPr>
              <w:t xml:space="preserve"> </w:t>
            </w:r>
            <w:r w:rsidRPr="009647FC">
              <w:rPr>
                <w:rtl/>
              </w:rPr>
              <w:t>النادي</w:t>
            </w:r>
            <w:r>
              <w:rPr>
                <w:rtl/>
              </w:rPr>
              <w:t xml:space="preserve"> </w:t>
            </w:r>
            <w:r w:rsidRPr="009647FC">
              <w:rPr>
                <w:rtl/>
              </w:rPr>
              <w:t>لآل</w:t>
            </w:r>
            <w:r>
              <w:rPr>
                <w:rtl/>
              </w:rPr>
              <w:t xml:space="preserve"> </w:t>
            </w:r>
            <w:r w:rsidRPr="009647FC">
              <w:rPr>
                <w:rtl/>
              </w:rPr>
              <w:t>المصطفى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أقول</w:t>
            </w:r>
            <w:r w:rsidR="004C00A8">
              <w:rPr>
                <w:rtl/>
              </w:rPr>
              <w:t xml:space="preserve"> </w:t>
            </w:r>
            <w:r w:rsidRPr="009647FC">
              <w:rPr>
                <w:rtl/>
              </w:rPr>
              <w:t>قرّ</w:t>
            </w:r>
            <w:r>
              <w:rPr>
                <w:rtl/>
              </w:rPr>
              <w:t>َ</w:t>
            </w:r>
            <w:r w:rsidRPr="009647FC">
              <w:rPr>
                <w:rtl/>
              </w:rPr>
              <w:t>ت</w:t>
            </w:r>
            <w:r>
              <w:rPr>
                <w:rtl/>
              </w:rPr>
              <w:t xml:space="preserve"> </w:t>
            </w:r>
            <w:r w:rsidRPr="009647FC">
              <w:rPr>
                <w:rtl/>
              </w:rPr>
              <w:t>مقلتا</w:t>
            </w:r>
            <w:r>
              <w:rPr>
                <w:rtl/>
              </w:rPr>
              <w:t xml:space="preserve"> </w:t>
            </w:r>
            <w:r w:rsidRPr="009647FC">
              <w:rPr>
                <w:rtl/>
              </w:rPr>
              <w:t>أمجادها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لا</w:t>
            </w:r>
            <w:r w:rsidR="004C00A8">
              <w:rPr>
                <w:rtl/>
              </w:rPr>
              <w:t xml:space="preserve"> </w:t>
            </w:r>
            <w:r w:rsidRPr="009647FC">
              <w:rPr>
                <w:rtl/>
              </w:rPr>
              <w:t>أن</w:t>
            </w:r>
            <w:r w:rsidRPr="00B371C6">
              <w:rPr>
                <w:rtl/>
              </w:rPr>
              <w:t>ّ</w:t>
            </w:r>
            <w:r w:rsidRPr="009647FC">
              <w:rPr>
                <w:rtl/>
              </w:rPr>
              <w:t>ني</w:t>
            </w:r>
            <w:r w:rsidRPr="004E7EC6">
              <w:rPr>
                <w:rStyle w:val="libFootnotenumChar"/>
                <w:rtl/>
              </w:rPr>
              <w:t>(1)</w:t>
            </w:r>
            <w:r>
              <w:rPr>
                <w:rtl/>
              </w:rPr>
              <w:t xml:space="preserve"> </w:t>
            </w:r>
            <w:r w:rsidRPr="009647FC">
              <w:rPr>
                <w:rtl/>
              </w:rPr>
              <w:t>أقول</w:t>
            </w:r>
            <w:r>
              <w:rPr>
                <w:rtl/>
              </w:rPr>
              <w:t xml:space="preserve"> </w:t>
            </w:r>
            <w:r w:rsidRPr="009647FC">
              <w:rPr>
                <w:rtl/>
              </w:rPr>
              <w:t>في</w:t>
            </w:r>
            <w:r>
              <w:rPr>
                <w:rtl/>
              </w:rPr>
              <w:t xml:space="preserve"> </w:t>
            </w:r>
            <w:r w:rsidRPr="009647FC">
              <w:rPr>
                <w:rtl/>
              </w:rPr>
              <w:t>مأتمها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صبراً</w:t>
            </w:r>
            <w:r>
              <w:rPr>
                <w:rtl/>
              </w:rPr>
              <w:t xml:space="preserve"> </w:t>
            </w:r>
            <w:r w:rsidRPr="009647FC">
              <w:rPr>
                <w:rtl/>
              </w:rPr>
              <w:t>وأين</w:t>
            </w:r>
            <w:r>
              <w:rPr>
                <w:rtl/>
              </w:rPr>
              <w:t xml:space="preserve"> </w:t>
            </w:r>
            <w:r w:rsidRPr="009647FC">
              <w:rPr>
                <w:rtl/>
              </w:rPr>
              <w:t>الصبرُ</w:t>
            </w:r>
            <w:r>
              <w:rPr>
                <w:rtl/>
              </w:rPr>
              <w:t xml:space="preserve"> </w:t>
            </w:r>
            <w:r w:rsidRPr="009647FC">
              <w:rPr>
                <w:rtl/>
              </w:rPr>
              <w:t>من</w:t>
            </w:r>
            <w:r>
              <w:rPr>
                <w:rtl/>
              </w:rPr>
              <w:t xml:space="preserve"> </w:t>
            </w:r>
            <w:r w:rsidRPr="009647FC">
              <w:rPr>
                <w:rtl/>
              </w:rPr>
              <w:t>فؤادها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يا</w:t>
            </w:r>
            <w:r>
              <w:rPr>
                <w:rtl/>
              </w:rPr>
              <w:t xml:space="preserve"> </w:t>
            </w:r>
            <w:r w:rsidRPr="009647FC">
              <w:rPr>
                <w:rtl/>
              </w:rPr>
              <w:t>خجلة</w:t>
            </w:r>
            <w:r>
              <w:rPr>
                <w:rtl/>
              </w:rPr>
              <w:t xml:space="preserve"> </w:t>
            </w:r>
            <w:r w:rsidRPr="009647FC">
              <w:rPr>
                <w:rtl/>
              </w:rPr>
              <w:t>الأيام</w:t>
            </w:r>
            <w:r>
              <w:rPr>
                <w:rtl/>
              </w:rPr>
              <w:t xml:space="preserve"> </w:t>
            </w:r>
            <w:r w:rsidRPr="009647FC">
              <w:rPr>
                <w:rtl/>
              </w:rPr>
              <w:t>من</w:t>
            </w:r>
            <w:r>
              <w:rPr>
                <w:rtl/>
              </w:rPr>
              <w:t xml:space="preserve"> (</w:t>
            </w:r>
            <w:r w:rsidRPr="009647FC">
              <w:rPr>
                <w:rtl/>
              </w:rPr>
              <w:t>محمدٍ</w:t>
            </w:r>
            <w:r>
              <w:rPr>
                <w:rtl/>
              </w:rPr>
              <w:t>)</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Pr>
                <w:rtl/>
              </w:rPr>
              <w:t>(</w:t>
            </w:r>
            <w:r w:rsidRPr="009647FC">
              <w:rPr>
                <w:rtl/>
              </w:rPr>
              <w:t>صالحِها</w:t>
            </w:r>
            <w:r>
              <w:rPr>
                <w:rtl/>
              </w:rPr>
              <w:t xml:space="preserve">) </w:t>
            </w:r>
            <w:r w:rsidRPr="009647FC">
              <w:rPr>
                <w:rtl/>
              </w:rPr>
              <w:t>الزاجر</w:t>
            </w:r>
            <w:r>
              <w:rPr>
                <w:rtl/>
              </w:rPr>
              <w:t xml:space="preserve"> </w:t>
            </w:r>
            <w:r w:rsidRPr="009647FC">
              <w:rPr>
                <w:rtl/>
              </w:rPr>
              <w:t>عن</w:t>
            </w:r>
            <w:r>
              <w:rPr>
                <w:rtl/>
              </w:rPr>
              <w:t xml:space="preserve"> </w:t>
            </w:r>
            <w:r w:rsidRPr="009647FC">
              <w:rPr>
                <w:rtl/>
              </w:rPr>
              <w:t>فسادها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قد</w:t>
            </w:r>
            <w:r w:rsidR="004C00A8">
              <w:rPr>
                <w:rtl/>
              </w:rPr>
              <w:t xml:space="preserve"> </w:t>
            </w:r>
            <w:r w:rsidRPr="009647FC">
              <w:rPr>
                <w:rtl/>
              </w:rPr>
              <w:t>صبغ</w:t>
            </w:r>
            <w:r>
              <w:rPr>
                <w:rtl/>
              </w:rPr>
              <w:t xml:space="preserve"> </w:t>
            </w:r>
            <w:r w:rsidRPr="009647FC">
              <w:rPr>
                <w:rtl/>
              </w:rPr>
              <w:t>العارُ</w:t>
            </w:r>
            <w:r>
              <w:rPr>
                <w:rtl/>
              </w:rPr>
              <w:t xml:space="preserve"> </w:t>
            </w:r>
            <w:r w:rsidRPr="009647FC">
              <w:rPr>
                <w:rtl/>
              </w:rPr>
              <w:t>لها</w:t>
            </w:r>
            <w:r>
              <w:rPr>
                <w:rtl/>
              </w:rPr>
              <w:t xml:space="preserve"> </w:t>
            </w:r>
            <w:r w:rsidRPr="009647FC">
              <w:rPr>
                <w:rtl/>
              </w:rPr>
              <w:t>وجوه</w:t>
            </w:r>
            <w:r>
              <w:rPr>
                <w:rtl/>
              </w:rPr>
              <w:t>َ</w:t>
            </w:r>
            <w:r w:rsidRPr="009647FC">
              <w:rPr>
                <w:rtl/>
              </w:rPr>
              <w:t>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فلتستتر</w:t>
            </w:r>
            <w:r w:rsidR="004C00A8">
              <w:rPr>
                <w:rtl/>
              </w:rPr>
              <w:t xml:space="preserve"> </w:t>
            </w:r>
            <w:r w:rsidRPr="009647FC">
              <w:rPr>
                <w:rtl/>
              </w:rPr>
              <w:t>بفاضح</w:t>
            </w:r>
            <w:r>
              <w:rPr>
                <w:rtl/>
              </w:rPr>
              <w:t xml:space="preserve"> </w:t>
            </w:r>
            <w:r w:rsidRPr="009647FC">
              <w:rPr>
                <w:rtl/>
              </w:rPr>
              <w:t>اسودادها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يا</w:t>
            </w:r>
            <w:r w:rsidR="004C00A8">
              <w:rPr>
                <w:rtl/>
              </w:rPr>
              <w:t xml:space="preserve"> </w:t>
            </w:r>
            <w:r w:rsidRPr="009647FC">
              <w:rPr>
                <w:rtl/>
              </w:rPr>
              <w:t>قصرتْ</w:t>
            </w:r>
            <w:r>
              <w:rPr>
                <w:rtl/>
              </w:rPr>
              <w:t xml:space="preserve"> </w:t>
            </w:r>
            <w:r w:rsidRPr="009647FC">
              <w:rPr>
                <w:rtl/>
              </w:rPr>
              <w:t>يدُ</w:t>
            </w:r>
            <w:r>
              <w:rPr>
                <w:rtl/>
              </w:rPr>
              <w:t xml:space="preserve"> </w:t>
            </w:r>
            <w:r w:rsidRPr="009647FC">
              <w:rPr>
                <w:rtl/>
              </w:rPr>
              <w:t>الليالي</w:t>
            </w:r>
            <w:r>
              <w:rPr>
                <w:rtl/>
              </w:rPr>
              <w:t xml:space="preserve"> </w:t>
            </w:r>
            <w:r w:rsidRPr="009647FC">
              <w:rPr>
                <w:rtl/>
              </w:rPr>
              <w:t>ما</w:t>
            </w:r>
            <w:r>
              <w:rPr>
                <w:rtl/>
              </w:rPr>
              <w:t xml:space="preserve"> </w:t>
            </w:r>
            <w:r w:rsidRPr="009647FC">
              <w:rPr>
                <w:rtl/>
              </w:rPr>
              <w:t>جنت</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على</w:t>
            </w:r>
            <w:r w:rsidR="004C00A8">
              <w:rPr>
                <w:rtl/>
              </w:rPr>
              <w:t xml:space="preserve"> </w:t>
            </w:r>
            <w:r w:rsidRPr="009647FC">
              <w:rPr>
                <w:rtl/>
              </w:rPr>
              <w:t>أبي</w:t>
            </w:r>
            <w:r>
              <w:rPr>
                <w:rtl/>
              </w:rPr>
              <w:t xml:space="preserve"> (</w:t>
            </w:r>
            <w:r w:rsidRPr="009647FC">
              <w:rPr>
                <w:rtl/>
              </w:rPr>
              <w:t>المهديّ</w:t>
            </w:r>
            <w:r>
              <w:rPr>
                <w:rtl/>
              </w:rPr>
              <w:t xml:space="preserve">) </w:t>
            </w:r>
            <w:r w:rsidRPr="009647FC">
              <w:rPr>
                <w:rtl/>
              </w:rPr>
              <w:t>في</w:t>
            </w:r>
            <w:r>
              <w:rPr>
                <w:rtl/>
              </w:rPr>
              <w:t xml:space="preserve"> </w:t>
            </w:r>
            <w:r w:rsidRPr="009647FC">
              <w:rPr>
                <w:rtl/>
              </w:rPr>
              <w:t>امتدادها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أليس</w:t>
            </w:r>
            <w:r w:rsidR="004C00A8">
              <w:rPr>
                <w:rtl/>
              </w:rPr>
              <w:t xml:space="preserve"> </w:t>
            </w:r>
            <w:r w:rsidRPr="009647FC">
              <w:rPr>
                <w:rtl/>
              </w:rPr>
              <w:t>دأباً</w:t>
            </w:r>
            <w:r>
              <w:rPr>
                <w:rtl/>
              </w:rPr>
              <w:t xml:space="preserve"> </w:t>
            </w:r>
            <w:r w:rsidRPr="009647FC">
              <w:rPr>
                <w:rtl/>
              </w:rPr>
              <w:t>كفّ</w:t>
            </w:r>
            <w:r w:rsidRPr="00B371C6">
              <w:rPr>
                <w:rtl/>
              </w:rPr>
              <w:t>َ</w:t>
            </w:r>
            <w:r w:rsidRPr="009647FC">
              <w:rPr>
                <w:rtl/>
              </w:rPr>
              <w:t>ها</w:t>
            </w:r>
            <w:r>
              <w:rPr>
                <w:rtl/>
              </w:rPr>
              <w:t xml:space="preserve"> </w:t>
            </w:r>
            <w:r w:rsidRPr="009647FC">
              <w:rPr>
                <w:rtl/>
              </w:rPr>
              <w:t>مملؤّ</w:t>
            </w:r>
            <w:r>
              <w:rPr>
                <w:rtl/>
              </w:rPr>
              <w:t>َ</w:t>
            </w:r>
            <w:r w:rsidRPr="009647FC">
              <w:rPr>
                <w:rtl/>
              </w:rPr>
              <w:t>ةً</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من</w:t>
            </w:r>
            <w:r w:rsidR="004C00A8">
              <w:rPr>
                <w:rtl/>
              </w:rPr>
              <w:t xml:space="preserve"> </w:t>
            </w:r>
            <w:r w:rsidRPr="009647FC">
              <w:rPr>
                <w:rtl/>
              </w:rPr>
              <w:t>كفِّه</w:t>
            </w:r>
            <w:r>
              <w:rPr>
                <w:rtl/>
              </w:rPr>
              <w:t xml:space="preserve"> </w:t>
            </w:r>
            <w:r w:rsidRPr="009647FC">
              <w:rPr>
                <w:rtl/>
              </w:rPr>
              <w:t>البيضاء</w:t>
            </w:r>
            <w:r>
              <w:rPr>
                <w:rtl/>
              </w:rPr>
              <w:t xml:space="preserve"> </w:t>
            </w:r>
            <w:r w:rsidRPr="009647FC">
              <w:rPr>
                <w:rtl/>
              </w:rPr>
              <w:t>في</w:t>
            </w:r>
            <w:r>
              <w:rPr>
                <w:rtl/>
              </w:rPr>
              <w:t xml:space="preserve"> </w:t>
            </w:r>
            <w:r w:rsidRPr="009647FC">
              <w:rPr>
                <w:rtl/>
              </w:rPr>
              <w:t>إرفادها</w:t>
            </w:r>
            <w:r w:rsidRPr="004E7EC6">
              <w:rPr>
                <w:rStyle w:val="libFootnotenumChar"/>
                <w:rtl/>
              </w:rPr>
              <w:t>(2)</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مولىً</w:t>
            </w:r>
            <w:r w:rsidR="004C00A8">
              <w:rPr>
                <w:rtl/>
              </w:rPr>
              <w:t xml:space="preserve"> </w:t>
            </w:r>
            <w:r w:rsidRPr="009647FC">
              <w:rPr>
                <w:rtl/>
              </w:rPr>
              <w:t>على</w:t>
            </w:r>
            <w:r>
              <w:rPr>
                <w:rtl/>
              </w:rPr>
              <w:t xml:space="preserve"> </w:t>
            </w:r>
            <w:r w:rsidRPr="009647FC">
              <w:rPr>
                <w:rtl/>
              </w:rPr>
              <w:t>الأرض</w:t>
            </w:r>
            <w:r>
              <w:rPr>
                <w:rtl/>
              </w:rPr>
              <w:t xml:space="preserve"> </w:t>
            </w:r>
            <w:r w:rsidRPr="009647FC">
              <w:rPr>
                <w:rtl/>
              </w:rPr>
              <w:t>تراه</w:t>
            </w:r>
            <w:r>
              <w:rPr>
                <w:rtl/>
              </w:rPr>
              <w:t xml:space="preserve"> </w:t>
            </w:r>
            <w:r w:rsidRPr="009647FC">
              <w:rPr>
                <w:rtl/>
              </w:rPr>
              <w:t>رحمة</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عمّ</w:t>
            </w:r>
            <w:r w:rsidRPr="00B371C6">
              <w:rPr>
                <w:rtl/>
              </w:rPr>
              <w:t>َ</w:t>
            </w:r>
            <w:r w:rsidRPr="009647FC">
              <w:rPr>
                <w:rtl/>
              </w:rPr>
              <w:t>ت</w:t>
            </w:r>
            <w:r>
              <w:rPr>
                <w:rtl/>
              </w:rPr>
              <w:t xml:space="preserve"> </w:t>
            </w:r>
            <w:r w:rsidRPr="009647FC">
              <w:rPr>
                <w:rtl/>
              </w:rPr>
              <w:t>جميع</w:t>
            </w:r>
            <w:r>
              <w:rPr>
                <w:rtl/>
              </w:rPr>
              <w:t xml:space="preserve">َ </w:t>
            </w:r>
            <w:r w:rsidRPr="009647FC">
              <w:rPr>
                <w:rtl/>
              </w:rPr>
              <w:t>الأرض</w:t>
            </w:r>
            <w:r>
              <w:rPr>
                <w:rtl/>
              </w:rPr>
              <w:t xml:space="preserve"> </w:t>
            </w:r>
            <w:r w:rsidRPr="009647FC">
              <w:rPr>
                <w:rtl/>
              </w:rPr>
              <w:t>بانفرادها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أحيا</w:t>
            </w:r>
            <w:r>
              <w:rPr>
                <w:rtl/>
              </w:rPr>
              <w:t xml:space="preserve"> </w:t>
            </w:r>
            <w:r w:rsidRPr="009647FC">
              <w:rPr>
                <w:rtl/>
              </w:rPr>
              <w:t>ثراها</w:t>
            </w:r>
            <w:r>
              <w:rPr>
                <w:rtl/>
              </w:rPr>
              <w:t xml:space="preserve"> </w:t>
            </w:r>
            <w:r w:rsidRPr="009647FC">
              <w:rPr>
                <w:rtl/>
              </w:rPr>
              <w:t>وأمات</w:t>
            </w:r>
            <w:r>
              <w:rPr>
                <w:rtl/>
              </w:rPr>
              <w:t xml:space="preserve"> </w:t>
            </w:r>
            <w:r w:rsidRPr="009647FC">
              <w:rPr>
                <w:rtl/>
              </w:rPr>
              <w:t>جدب</w:t>
            </w:r>
            <w:r w:rsidRPr="00B371C6">
              <w:rPr>
                <w:rtl/>
              </w:rPr>
              <w:t>َ</w:t>
            </w:r>
            <w:r w:rsidRPr="009647FC">
              <w:rPr>
                <w:rtl/>
              </w:rPr>
              <w:t>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بجوده</w:t>
            </w:r>
            <w:r>
              <w:rPr>
                <w:rtl/>
              </w:rPr>
              <w:t xml:space="preserve">، </w:t>
            </w:r>
            <w:r w:rsidRPr="009647FC">
              <w:rPr>
                <w:rtl/>
              </w:rPr>
              <w:t>وكان</w:t>
            </w:r>
            <w:r>
              <w:rPr>
                <w:rtl/>
              </w:rPr>
              <w:t xml:space="preserve"> </w:t>
            </w:r>
            <w:r w:rsidRPr="009647FC">
              <w:rPr>
                <w:rtl/>
              </w:rPr>
              <w:t>من</w:t>
            </w:r>
            <w:r>
              <w:rPr>
                <w:rtl/>
              </w:rPr>
              <w:t xml:space="preserve"> </w:t>
            </w:r>
            <w:r w:rsidRPr="009647FC">
              <w:rPr>
                <w:rtl/>
              </w:rPr>
              <w:t>أوتادها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مقتصدٌ</w:t>
            </w:r>
            <w:r>
              <w:rPr>
                <w:rtl/>
              </w:rPr>
              <w:t xml:space="preserve"> </w:t>
            </w:r>
            <w:r w:rsidRPr="009647FC">
              <w:rPr>
                <w:rtl/>
              </w:rPr>
              <w:t>يسرف</w:t>
            </w:r>
            <w:r>
              <w:rPr>
                <w:rtl/>
              </w:rPr>
              <w:t xml:space="preserve"> </w:t>
            </w:r>
            <w:r w:rsidRPr="009647FC">
              <w:rPr>
                <w:rtl/>
              </w:rPr>
              <w:t>في</w:t>
            </w:r>
            <w:r>
              <w:rPr>
                <w:rtl/>
              </w:rPr>
              <w:t xml:space="preserve"> </w:t>
            </w:r>
            <w:r w:rsidRPr="009647FC">
              <w:rPr>
                <w:rtl/>
              </w:rPr>
              <w:t>بذل</w:t>
            </w:r>
            <w:r>
              <w:rPr>
                <w:rtl/>
              </w:rPr>
              <w:t xml:space="preserve"> </w:t>
            </w:r>
            <w:r w:rsidRPr="009647FC">
              <w:rPr>
                <w:rtl/>
              </w:rPr>
              <w:t>الندى</w:t>
            </w:r>
            <w:r w:rsidRPr="004E7EC6">
              <w:rPr>
                <w:rStyle w:val="libFootnotenumChar"/>
                <w:rtl/>
              </w:rPr>
              <w:t>(3)</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حيث</w:t>
            </w:r>
            <w:r w:rsidR="004C00A8">
              <w:rPr>
                <w:rtl/>
              </w:rPr>
              <w:t xml:space="preserve"> </w:t>
            </w:r>
            <w:r w:rsidRPr="009647FC">
              <w:rPr>
                <w:rtl/>
              </w:rPr>
              <w:t>الورى</w:t>
            </w:r>
            <w:r>
              <w:rPr>
                <w:rtl/>
              </w:rPr>
              <w:t xml:space="preserve"> </w:t>
            </w:r>
            <w:r w:rsidRPr="009647FC">
              <w:rPr>
                <w:rtl/>
              </w:rPr>
              <w:t>تسرف</w:t>
            </w:r>
            <w:r>
              <w:rPr>
                <w:rtl/>
              </w:rPr>
              <w:t xml:space="preserve"> </w:t>
            </w:r>
            <w:r w:rsidRPr="009647FC">
              <w:rPr>
                <w:rtl/>
              </w:rPr>
              <w:t>باقتصادها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كأنّ</w:t>
            </w:r>
            <w:r>
              <w:rPr>
                <w:rtl/>
              </w:rPr>
              <w:t>َ</w:t>
            </w:r>
            <w:r w:rsidR="004C00A8">
              <w:rPr>
                <w:rtl/>
              </w:rPr>
              <w:t xml:space="preserve"> </w:t>
            </w:r>
            <w:r w:rsidRPr="009647FC">
              <w:rPr>
                <w:rtl/>
              </w:rPr>
              <w:t>من</w:t>
            </w:r>
            <w:r>
              <w:rPr>
                <w:rtl/>
              </w:rPr>
              <w:t xml:space="preserve"> </w:t>
            </w:r>
            <w:r w:rsidRPr="009647FC">
              <w:rPr>
                <w:rtl/>
              </w:rPr>
              <w:t>وقاره</w:t>
            </w:r>
            <w:r>
              <w:rPr>
                <w:rtl/>
              </w:rPr>
              <w:t xml:space="preserve"> </w:t>
            </w:r>
            <w:r w:rsidRPr="009647FC">
              <w:rPr>
                <w:rtl/>
              </w:rPr>
              <w:t>حبوتُه</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تضمنُ</w:t>
            </w:r>
            <w:r>
              <w:rPr>
                <w:rtl/>
              </w:rPr>
              <w:t xml:space="preserve"> </w:t>
            </w:r>
            <w:r w:rsidRPr="009647FC">
              <w:rPr>
                <w:rtl/>
              </w:rPr>
              <w:t>منه</w:t>
            </w:r>
            <w:r>
              <w:rPr>
                <w:rtl/>
              </w:rPr>
              <w:t xml:space="preserve"> </w:t>
            </w:r>
            <w:r w:rsidRPr="009647FC">
              <w:rPr>
                <w:rtl/>
              </w:rPr>
              <w:t>الطود</w:t>
            </w:r>
            <w:r>
              <w:rPr>
                <w:rtl/>
              </w:rPr>
              <w:t xml:space="preserve">َ </w:t>
            </w:r>
            <w:r w:rsidRPr="009647FC">
              <w:rPr>
                <w:rtl/>
              </w:rPr>
              <w:t>في</w:t>
            </w:r>
            <w:r>
              <w:rPr>
                <w:rtl/>
              </w:rPr>
              <w:t xml:space="preserve"> </w:t>
            </w:r>
            <w:r w:rsidRPr="009647FC">
              <w:rPr>
                <w:rtl/>
              </w:rPr>
              <w:t>انعقادها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4C00A8">
            <w:pPr>
              <w:pStyle w:val="libPoem"/>
            </w:pPr>
            <w:r w:rsidRPr="009647FC">
              <w:rPr>
                <w:rtl/>
              </w:rPr>
              <w:t>سدّ</w:t>
            </w:r>
            <w:r>
              <w:rPr>
                <w:rtl/>
              </w:rPr>
              <w:t>َ</w:t>
            </w:r>
            <w:r w:rsidRPr="009647FC">
              <w:rPr>
                <w:rtl/>
              </w:rPr>
              <w:t>ت</w:t>
            </w:r>
            <w:r>
              <w:rPr>
                <w:rtl/>
              </w:rPr>
              <w:t xml:space="preserve"> </w:t>
            </w:r>
            <w:r w:rsidRPr="009647FC">
              <w:rPr>
                <w:rtl/>
              </w:rPr>
              <w:t>لأهل</w:t>
            </w:r>
            <w:r>
              <w:rPr>
                <w:rtl/>
              </w:rPr>
              <w:t xml:space="preserve"> </w:t>
            </w:r>
            <w:r w:rsidRPr="009647FC">
              <w:rPr>
                <w:rtl/>
              </w:rPr>
              <w:t>الأرض</w:t>
            </w:r>
            <w:r w:rsidRPr="004E7EC6">
              <w:rPr>
                <w:rStyle w:val="libFootnotenumChar"/>
                <w:rtl/>
              </w:rPr>
              <w:t>(4)</w:t>
            </w:r>
            <w:r w:rsidR="004C00A8" w:rsidRPr="004C00A8">
              <w:rPr>
                <w:rFonts w:hint="cs"/>
                <w:rtl/>
              </w:rPr>
              <w:t xml:space="preserve"> </w:t>
            </w:r>
            <w:r w:rsidRPr="009647FC">
              <w:rPr>
                <w:rtl/>
              </w:rPr>
              <w:t>فيه</w:t>
            </w:r>
            <w:r>
              <w:rPr>
                <w:rtl/>
              </w:rPr>
              <w:t xml:space="preserve"> </w:t>
            </w:r>
            <w:r w:rsidRPr="009647FC">
              <w:rPr>
                <w:rtl/>
              </w:rPr>
              <w:t>ثلمة</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ما</w:t>
            </w:r>
            <w:r>
              <w:rPr>
                <w:rtl/>
              </w:rPr>
              <w:t xml:space="preserve"> </w:t>
            </w:r>
            <w:r w:rsidRPr="009647FC">
              <w:rPr>
                <w:rtl/>
              </w:rPr>
              <w:t>ظفرتْ</w:t>
            </w:r>
            <w:r>
              <w:rPr>
                <w:rtl/>
              </w:rPr>
              <w:t xml:space="preserve"> </w:t>
            </w:r>
            <w:r w:rsidRPr="009647FC">
              <w:rPr>
                <w:rtl/>
              </w:rPr>
              <w:t>لولاه</w:t>
            </w:r>
            <w:r>
              <w:rPr>
                <w:rtl/>
              </w:rPr>
              <w:t xml:space="preserve"> </w:t>
            </w:r>
            <w:r w:rsidRPr="009647FC">
              <w:rPr>
                <w:rtl/>
              </w:rPr>
              <w:t>بانسدادها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خافتْ</w:t>
            </w:r>
            <w:r>
              <w:rPr>
                <w:rtl/>
              </w:rPr>
              <w:t xml:space="preserve"> </w:t>
            </w:r>
            <w:r w:rsidRPr="009647FC">
              <w:rPr>
                <w:rtl/>
              </w:rPr>
              <w:t>ولم</w:t>
            </w:r>
            <w:r w:rsidRPr="00B371C6">
              <w:rPr>
                <w:rtl/>
              </w:rPr>
              <w:t>ّ</w:t>
            </w:r>
            <w:r w:rsidRPr="009647FC">
              <w:rPr>
                <w:rtl/>
              </w:rPr>
              <w:t>ا</w:t>
            </w:r>
            <w:r>
              <w:rPr>
                <w:rtl/>
              </w:rPr>
              <w:t xml:space="preserve"> </w:t>
            </w:r>
            <w:r w:rsidRPr="009647FC">
              <w:rPr>
                <w:rtl/>
              </w:rPr>
              <w:t>التجأتْ</w:t>
            </w:r>
            <w:r>
              <w:rPr>
                <w:rtl/>
              </w:rPr>
              <w:t xml:space="preserve"> </w:t>
            </w:r>
            <w:r w:rsidRPr="009647FC">
              <w:rPr>
                <w:rtl/>
              </w:rPr>
              <w:t>لعزِّه</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أقرّها</w:t>
            </w:r>
            <w:r w:rsidR="004C00A8">
              <w:rPr>
                <w:rtl/>
              </w:rPr>
              <w:t xml:space="preserve"> </w:t>
            </w:r>
            <w:r w:rsidRPr="009647FC">
              <w:rPr>
                <w:rtl/>
              </w:rPr>
              <w:t>والأرض</w:t>
            </w:r>
            <w:r>
              <w:rPr>
                <w:rtl/>
              </w:rPr>
              <w:t xml:space="preserve"> </w:t>
            </w:r>
            <w:r w:rsidRPr="009647FC">
              <w:rPr>
                <w:rtl/>
              </w:rPr>
              <w:t>في</w:t>
            </w:r>
            <w:r>
              <w:rPr>
                <w:rtl/>
              </w:rPr>
              <w:t xml:space="preserve"> </w:t>
            </w:r>
            <w:r w:rsidRPr="009647FC">
              <w:rPr>
                <w:rtl/>
              </w:rPr>
              <w:t>مهادها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ي</w:t>
            </w:r>
            <w:r w:rsidRPr="00B371C6">
              <w:rPr>
                <w:rtl/>
              </w:rPr>
              <w:t>ُ</w:t>
            </w:r>
            <w:r w:rsidRPr="009647FC">
              <w:rPr>
                <w:rtl/>
              </w:rPr>
              <w:t>نمي</w:t>
            </w:r>
            <w:r>
              <w:rPr>
                <w:rtl/>
              </w:rPr>
              <w:t xml:space="preserve"> </w:t>
            </w:r>
            <w:r w:rsidRPr="009647FC">
              <w:rPr>
                <w:rtl/>
              </w:rPr>
              <w:t>إلى</w:t>
            </w:r>
            <w:r>
              <w:rPr>
                <w:rtl/>
              </w:rPr>
              <w:t xml:space="preserve"> </w:t>
            </w:r>
            <w:r w:rsidRPr="009647FC">
              <w:rPr>
                <w:rtl/>
              </w:rPr>
              <w:t>قبيلة</w:t>
            </w:r>
            <w:r>
              <w:rPr>
                <w:rtl/>
              </w:rPr>
              <w:t xml:space="preserve"> </w:t>
            </w:r>
            <w:r w:rsidRPr="009647FC">
              <w:rPr>
                <w:rtl/>
              </w:rPr>
              <w:t>المجد</w:t>
            </w:r>
            <w:r>
              <w:rPr>
                <w:rtl/>
              </w:rPr>
              <w:t xml:space="preserve"> </w:t>
            </w:r>
            <w:r w:rsidRPr="009647FC">
              <w:rPr>
                <w:rtl/>
              </w:rPr>
              <w:t>التي</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طريفها</w:t>
            </w:r>
            <w:r>
              <w:rPr>
                <w:rtl/>
              </w:rPr>
              <w:t xml:space="preserve"> </w:t>
            </w:r>
            <w:r w:rsidRPr="009647FC">
              <w:rPr>
                <w:rtl/>
              </w:rPr>
              <w:t>يعربُ</w:t>
            </w:r>
            <w:r>
              <w:rPr>
                <w:rtl/>
              </w:rPr>
              <w:t xml:space="preserve"> </w:t>
            </w:r>
            <w:r w:rsidRPr="009647FC">
              <w:rPr>
                <w:rtl/>
              </w:rPr>
              <w:t>عن</w:t>
            </w:r>
            <w:r>
              <w:rPr>
                <w:rtl/>
              </w:rPr>
              <w:t xml:space="preserve"> </w:t>
            </w:r>
            <w:r w:rsidRPr="009647FC">
              <w:rPr>
                <w:rtl/>
              </w:rPr>
              <w:t>تلادها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إن</w:t>
            </w:r>
            <w:r w:rsidR="004C00A8">
              <w:rPr>
                <w:rtl/>
              </w:rPr>
              <w:t xml:space="preserve"> </w:t>
            </w:r>
            <w:r w:rsidRPr="009647FC">
              <w:rPr>
                <w:rtl/>
              </w:rPr>
              <w:t>عدّ</w:t>
            </w:r>
            <w:r>
              <w:rPr>
                <w:rtl/>
              </w:rPr>
              <w:t>َ</w:t>
            </w:r>
            <w:r w:rsidRPr="009647FC">
              <w:rPr>
                <w:rtl/>
              </w:rPr>
              <w:t>دت</w:t>
            </w:r>
            <w:r>
              <w:rPr>
                <w:rtl/>
              </w:rPr>
              <w:t xml:space="preserve"> </w:t>
            </w:r>
            <w:r w:rsidRPr="009647FC">
              <w:rPr>
                <w:rtl/>
              </w:rPr>
              <w:t>لمفخرٍ</w:t>
            </w:r>
            <w:r>
              <w:rPr>
                <w:rtl/>
              </w:rPr>
              <w:t xml:space="preserve"> </w:t>
            </w:r>
            <w:r w:rsidRPr="009647FC">
              <w:rPr>
                <w:rtl/>
              </w:rPr>
              <w:t>ودّ</w:t>
            </w:r>
            <w:r>
              <w:rPr>
                <w:rtl/>
              </w:rPr>
              <w:t>َ</w:t>
            </w:r>
            <w:r w:rsidRPr="009647FC">
              <w:rPr>
                <w:rtl/>
              </w:rPr>
              <w:t>ت</w:t>
            </w:r>
            <w:r>
              <w:rPr>
                <w:rtl/>
              </w:rPr>
              <w:t xml:space="preserve"> </w:t>
            </w:r>
            <w:r w:rsidRPr="009647FC">
              <w:rPr>
                <w:rtl/>
              </w:rPr>
              <w:t>بأن</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تدخلُ</w:t>
            </w:r>
            <w:r>
              <w:rPr>
                <w:rtl/>
              </w:rPr>
              <w:t xml:space="preserve"> </w:t>
            </w:r>
            <w:r w:rsidRPr="009647FC">
              <w:rPr>
                <w:rtl/>
              </w:rPr>
              <w:t>زهر</w:t>
            </w:r>
            <w:r>
              <w:rPr>
                <w:rtl/>
              </w:rPr>
              <w:t xml:space="preserve"> </w:t>
            </w:r>
            <w:r w:rsidRPr="009647FC">
              <w:rPr>
                <w:rtl/>
              </w:rPr>
              <w:t>الشهب</w:t>
            </w:r>
            <w:r>
              <w:rPr>
                <w:rtl/>
              </w:rPr>
              <w:t xml:space="preserve"> </w:t>
            </w:r>
            <w:r w:rsidRPr="009647FC">
              <w:rPr>
                <w:rtl/>
              </w:rPr>
              <w:t>في</w:t>
            </w:r>
            <w:r>
              <w:rPr>
                <w:rtl/>
              </w:rPr>
              <w:t xml:space="preserve"> </w:t>
            </w:r>
            <w:r w:rsidRPr="009647FC">
              <w:rPr>
                <w:rtl/>
              </w:rPr>
              <w:t>عدادها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تواترت</w:t>
            </w:r>
            <w:r>
              <w:rPr>
                <w:rtl/>
              </w:rPr>
              <w:t xml:space="preserve"> </w:t>
            </w:r>
            <w:r w:rsidRPr="009647FC">
              <w:rPr>
                <w:rtl/>
              </w:rPr>
              <w:t>عنها</w:t>
            </w:r>
            <w:r>
              <w:rPr>
                <w:rtl/>
              </w:rPr>
              <w:t xml:space="preserve"> </w:t>
            </w:r>
            <w:r w:rsidRPr="009647FC">
              <w:rPr>
                <w:rtl/>
              </w:rPr>
              <w:t>رواياتُ</w:t>
            </w:r>
            <w:r>
              <w:rPr>
                <w:rtl/>
              </w:rPr>
              <w:t xml:space="preserve"> </w:t>
            </w:r>
            <w:r w:rsidRPr="009647FC">
              <w:rPr>
                <w:rtl/>
              </w:rPr>
              <w:t>الندى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من</w:t>
            </w:r>
            <w:r>
              <w:rPr>
                <w:rtl/>
              </w:rPr>
              <w:t xml:space="preserve"> </w:t>
            </w:r>
            <w:r w:rsidRPr="009647FC">
              <w:rPr>
                <w:rtl/>
              </w:rPr>
              <w:t>ولدها</w:t>
            </w:r>
            <w:r>
              <w:rPr>
                <w:rtl/>
              </w:rPr>
              <w:t xml:space="preserve"> </w:t>
            </w:r>
            <w:r w:rsidRPr="009647FC">
              <w:rPr>
                <w:rtl/>
              </w:rPr>
              <w:t>تنقل</w:t>
            </w:r>
            <w:r>
              <w:rPr>
                <w:rtl/>
              </w:rPr>
              <w:t xml:space="preserve"> </w:t>
            </w:r>
            <w:r w:rsidRPr="009647FC">
              <w:rPr>
                <w:rtl/>
              </w:rPr>
              <w:t>في</w:t>
            </w:r>
            <w:r>
              <w:rPr>
                <w:rtl/>
              </w:rPr>
              <w:t xml:space="preserve"> </w:t>
            </w:r>
            <w:r w:rsidRPr="009647FC">
              <w:rPr>
                <w:rtl/>
              </w:rPr>
              <w:t>آحادها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في</w:t>
            </w:r>
            <w:r>
              <w:rPr>
                <w:rtl/>
              </w:rPr>
              <w:t xml:space="preserve"> </w:t>
            </w:r>
            <w:r w:rsidRPr="009647FC">
              <w:rPr>
                <w:rtl/>
              </w:rPr>
              <w:t>كلّ</w:t>
            </w:r>
            <w:r>
              <w:rPr>
                <w:rtl/>
              </w:rPr>
              <w:t xml:space="preserve"> </w:t>
            </w:r>
            <w:r w:rsidRPr="009647FC">
              <w:rPr>
                <w:rtl/>
              </w:rPr>
              <w:t>ذي</w:t>
            </w:r>
            <w:r>
              <w:rPr>
                <w:rtl/>
              </w:rPr>
              <w:t xml:space="preserve"> </w:t>
            </w:r>
            <w:r w:rsidRPr="009647FC">
              <w:rPr>
                <w:rtl/>
              </w:rPr>
              <w:t>نفسٍ</w:t>
            </w:r>
            <w:r>
              <w:rPr>
                <w:rtl/>
              </w:rPr>
              <w:t xml:space="preserve"> </w:t>
            </w:r>
            <w:r w:rsidRPr="009647FC">
              <w:rPr>
                <w:rtl/>
              </w:rPr>
              <w:t>تزكّ</w:t>
            </w:r>
            <w:r>
              <w:rPr>
                <w:rtl/>
              </w:rPr>
              <w:t>َ</w:t>
            </w:r>
            <w:r w:rsidRPr="009647FC">
              <w:rPr>
                <w:rtl/>
              </w:rPr>
              <w:t>ت</w:t>
            </w:r>
            <w:r>
              <w:rPr>
                <w:rtl/>
              </w:rPr>
              <w:t xml:space="preserve"> </w:t>
            </w:r>
            <w:r w:rsidRPr="009647FC">
              <w:rPr>
                <w:rtl/>
              </w:rPr>
              <w:t>بالتقى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لا</w:t>
            </w:r>
            <w:r w:rsidR="004C00A8">
              <w:rPr>
                <w:rtl/>
              </w:rPr>
              <w:t xml:space="preserve"> </w:t>
            </w:r>
            <w:r w:rsidRPr="009647FC">
              <w:rPr>
                <w:rtl/>
              </w:rPr>
              <w:t>تعلق</w:t>
            </w:r>
            <w:r>
              <w:rPr>
                <w:rtl/>
              </w:rPr>
              <w:t xml:space="preserve"> </w:t>
            </w:r>
            <w:r w:rsidRPr="009647FC">
              <w:rPr>
                <w:rtl/>
              </w:rPr>
              <w:t>الآثامُ</w:t>
            </w:r>
            <w:r>
              <w:rPr>
                <w:rtl/>
              </w:rPr>
              <w:t xml:space="preserve"> </w:t>
            </w:r>
            <w:r w:rsidRPr="009647FC">
              <w:rPr>
                <w:rtl/>
              </w:rPr>
              <w:t>في</w:t>
            </w:r>
            <w:r>
              <w:rPr>
                <w:rtl/>
              </w:rPr>
              <w:t xml:space="preserve"> </w:t>
            </w:r>
            <w:r w:rsidRPr="009647FC">
              <w:rPr>
                <w:rtl/>
              </w:rPr>
              <w:t>أبرادها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تديم</w:t>
            </w:r>
            <w:r w:rsidR="004C00A8">
              <w:rPr>
                <w:rtl/>
              </w:rPr>
              <w:t xml:space="preserve"> </w:t>
            </w:r>
            <w:r w:rsidRPr="009647FC">
              <w:rPr>
                <w:rtl/>
              </w:rPr>
              <w:t>ذكر</w:t>
            </w:r>
            <w:r>
              <w:rPr>
                <w:rtl/>
              </w:rPr>
              <w:t xml:space="preserve">َ </w:t>
            </w:r>
            <w:r w:rsidRPr="009647FC">
              <w:rPr>
                <w:rtl/>
              </w:rPr>
              <w:t>الله</w:t>
            </w:r>
            <w:r>
              <w:rPr>
                <w:rtl/>
              </w:rPr>
              <w:t xml:space="preserve">، </w:t>
            </w:r>
            <w:r w:rsidRPr="009647FC">
              <w:rPr>
                <w:rtl/>
              </w:rPr>
              <w:t>بل</w:t>
            </w:r>
            <w:r>
              <w:rPr>
                <w:rtl/>
              </w:rPr>
              <w:t xml:space="preserve"> </w:t>
            </w:r>
            <w:r w:rsidRPr="009647FC">
              <w:rPr>
                <w:rtl/>
              </w:rPr>
              <w:t>كاد</w:t>
            </w:r>
            <w:r>
              <w:rPr>
                <w:rtl/>
              </w:rPr>
              <w:t xml:space="preserve"> </w:t>
            </w:r>
            <w:r w:rsidRPr="009647FC">
              <w:rPr>
                <w:rtl/>
              </w:rPr>
              <w:t>لها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يقوم</w:t>
            </w:r>
            <w:r>
              <w:rPr>
                <w:rtl/>
              </w:rPr>
              <w:t xml:space="preserve"> </w:t>
            </w:r>
            <w:r w:rsidRPr="009647FC">
              <w:rPr>
                <w:rtl/>
              </w:rPr>
              <w:t>ما</w:t>
            </w:r>
            <w:r>
              <w:rPr>
                <w:rtl/>
              </w:rPr>
              <w:t xml:space="preserve"> </w:t>
            </w:r>
            <w:r w:rsidRPr="009647FC">
              <w:rPr>
                <w:rtl/>
              </w:rPr>
              <w:t>عاشت</w:t>
            </w:r>
            <w:r>
              <w:rPr>
                <w:rtl/>
              </w:rPr>
              <w:t xml:space="preserve"> </w:t>
            </w:r>
            <w:r w:rsidRPr="009647FC">
              <w:rPr>
                <w:rtl/>
              </w:rPr>
              <w:t>مقام</w:t>
            </w:r>
            <w:r>
              <w:rPr>
                <w:rtl/>
              </w:rPr>
              <w:t xml:space="preserve">َ </w:t>
            </w:r>
            <w:r w:rsidRPr="009647FC">
              <w:rPr>
                <w:rtl/>
              </w:rPr>
              <w:t>زادها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هذا</w:t>
            </w:r>
            <w:r w:rsidR="004C00A8">
              <w:rPr>
                <w:rtl/>
              </w:rPr>
              <w:t xml:space="preserve"> </w:t>
            </w:r>
            <w:r w:rsidRPr="009647FC">
              <w:rPr>
                <w:rtl/>
              </w:rPr>
              <w:t>أبو</w:t>
            </w:r>
            <w:r>
              <w:rPr>
                <w:rtl/>
              </w:rPr>
              <w:t xml:space="preserve"> (</w:t>
            </w:r>
            <w:r w:rsidRPr="009647FC">
              <w:rPr>
                <w:rtl/>
              </w:rPr>
              <w:t>المهدي</w:t>
            </w:r>
            <w:r>
              <w:rPr>
                <w:rtl/>
              </w:rPr>
              <w:t xml:space="preserve">) </w:t>
            </w:r>
            <w:r w:rsidRPr="009647FC">
              <w:rPr>
                <w:rtl/>
              </w:rPr>
              <w:t>فانظر</w:t>
            </w:r>
            <w:r>
              <w:rPr>
                <w:rtl/>
              </w:rPr>
              <w:t xml:space="preserve"> </w:t>
            </w:r>
            <w:r w:rsidRPr="009647FC">
              <w:rPr>
                <w:rtl/>
              </w:rPr>
              <w:t>في</w:t>
            </w:r>
            <w:r>
              <w:rPr>
                <w:rtl/>
              </w:rPr>
              <w:t xml:space="preserve"> </w:t>
            </w:r>
            <w:r w:rsidRPr="009647FC">
              <w:rPr>
                <w:rtl/>
              </w:rPr>
              <w:t>الورى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هل</w:t>
            </w:r>
            <w:r w:rsidR="004C00A8">
              <w:rPr>
                <w:rtl/>
              </w:rPr>
              <w:t xml:space="preserve"> </w:t>
            </w:r>
            <w:r w:rsidRPr="009647FC">
              <w:rPr>
                <w:rtl/>
              </w:rPr>
              <w:t>كأبي</w:t>
            </w:r>
            <w:r>
              <w:rPr>
                <w:rtl/>
              </w:rPr>
              <w:t xml:space="preserve"> (</w:t>
            </w:r>
            <w:r w:rsidRPr="009647FC">
              <w:rPr>
                <w:rtl/>
              </w:rPr>
              <w:t>المهديّ</w:t>
            </w:r>
            <w:r>
              <w:rPr>
                <w:rtl/>
              </w:rPr>
              <w:t xml:space="preserve">) </w:t>
            </w:r>
            <w:r w:rsidRPr="009647FC">
              <w:rPr>
                <w:rtl/>
              </w:rPr>
              <w:t>في</w:t>
            </w:r>
            <w:r>
              <w:rPr>
                <w:rtl/>
              </w:rPr>
              <w:t xml:space="preserve"> </w:t>
            </w:r>
            <w:r w:rsidRPr="009647FC">
              <w:rPr>
                <w:rtl/>
              </w:rPr>
              <w:t>عبادها؟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كأنّ</w:t>
            </w:r>
            <w:r>
              <w:rPr>
                <w:rtl/>
              </w:rPr>
              <w:t xml:space="preserve">َ </w:t>
            </w:r>
            <w:r w:rsidRPr="009647FC">
              <w:rPr>
                <w:rtl/>
              </w:rPr>
              <w:t>في</w:t>
            </w:r>
            <w:r>
              <w:rPr>
                <w:rtl/>
              </w:rPr>
              <w:t xml:space="preserve"> </w:t>
            </w:r>
            <w:r w:rsidRPr="009647FC">
              <w:rPr>
                <w:rtl/>
              </w:rPr>
              <w:t>جنبيه</w:t>
            </w:r>
            <w:r>
              <w:rPr>
                <w:rtl/>
              </w:rPr>
              <w:t xml:space="preserve"> </w:t>
            </w:r>
            <w:r w:rsidRPr="009647FC">
              <w:rPr>
                <w:rtl/>
              </w:rPr>
              <w:t>نفس</w:t>
            </w:r>
            <w:r>
              <w:rPr>
                <w:rtl/>
              </w:rPr>
              <w:t xml:space="preserve">َ </w:t>
            </w:r>
            <w:r w:rsidRPr="009647FC">
              <w:rPr>
                <w:rtl/>
              </w:rPr>
              <w:t>ملكٍ</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تستنفد</w:t>
            </w:r>
            <w:r w:rsidRPr="004E7EC6">
              <w:rPr>
                <w:rStyle w:val="libFootnotenumChar"/>
                <w:rtl/>
              </w:rPr>
              <w:t>(5)</w:t>
            </w:r>
            <w:r>
              <w:rPr>
                <w:rtl/>
              </w:rPr>
              <w:t xml:space="preserve"> </w:t>
            </w:r>
            <w:r w:rsidRPr="009647FC">
              <w:rPr>
                <w:rtl/>
              </w:rPr>
              <w:t>الأوقات</w:t>
            </w:r>
            <w:r>
              <w:rPr>
                <w:rtl/>
              </w:rPr>
              <w:t xml:space="preserve"> </w:t>
            </w:r>
            <w:r w:rsidRPr="009647FC">
              <w:rPr>
                <w:rtl/>
              </w:rPr>
              <w:t>في</w:t>
            </w:r>
            <w:r>
              <w:rPr>
                <w:rtl/>
              </w:rPr>
              <w:t xml:space="preserve"> </w:t>
            </w:r>
            <w:r w:rsidRPr="009647FC">
              <w:rPr>
                <w:rtl/>
              </w:rPr>
              <w:t>أورادها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أتعبها</w:t>
            </w:r>
            <w:r w:rsidR="004C00A8">
              <w:rPr>
                <w:rtl/>
              </w:rPr>
              <w:t xml:space="preserve"> </w:t>
            </w:r>
            <w:r w:rsidRPr="009647FC">
              <w:rPr>
                <w:rtl/>
              </w:rPr>
              <w:t>في</w:t>
            </w:r>
            <w:r>
              <w:rPr>
                <w:rtl/>
              </w:rPr>
              <w:t xml:space="preserve"> </w:t>
            </w:r>
            <w:r w:rsidRPr="009647FC">
              <w:rPr>
                <w:rtl/>
              </w:rPr>
              <w:t>طاعة</w:t>
            </w:r>
            <w:r>
              <w:rPr>
                <w:rtl/>
              </w:rPr>
              <w:t xml:space="preserve"> </w:t>
            </w:r>
            <w:r w:rsidRPr="009647FC">
              <w:rPr>
                <w:rtl/>
              </w:rPr>
              <w:t>اللّه</w:t>
            </w:r>
            <w:r>
              <w:rPr>
                <w:rtl/>
              </w:rPr>
              <w:t xml:space="preserve"> </w:t>
            </w:r>
            <w:r w:rsidRPr="009647FC">
              <w:rPr>
                <w:rtl/>
              </w:rPr>
              <w:t>لكي</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تفوز</w:t>
            </w:r>
            <w:r>
              <w:rPr>
                <w:rtl/>
              </w:rPr>
              <w:t xml:space="preserve">َ </w:t>
            </w:r>
            <w:r w:rsidRPr="009647FC">
              <w:rPr>
                <w:rtl/>
              </w:rPr>
              <w:t>بالراحة</w:t>
            </w:r>
            <w:r>
              <w:rPr>
                <w:rtl/>
              </w:rPr>
              <w:t xml:space="preserve"> </w:t>
            </w:r>
            <w:r w:rsidRPr="009647FC">
              <w:rPr>
                <w:rtl/>
              </w:rPr>
              <w:t>في</w:t>
            </w:r>
            <w:r>
              <w:rPr>
                <w:rtl/>
              </w:rPr>
              <w:t xml:space="preserve"> </w:t>
            </w:r>
            <w:r w:rsidRPr="009647FC">
              <w:rPr>
                <w:rtl/>
              </w:rPr>
              <w:t>معادها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A21D23">
      <w:pPr>
        <w:pStyle w:val="libFootnote0"/>
      </w:pPr>
      <w:r w:rsidRPr="009647FC">
        <w:rPr>
          <w:rtl/>
        </w:rPr>
        <w:t>1</w:t>
      </w:r>
      <w:r w:rsidR="004E7EC6">
        <w:rPr>
          <w:rtl/>
        </w:rPr>
        <w:t xml:space="preserve"> - </w:t>
      </w:r>
      <w:r w:rsidRPr="009647FC">
        <w:rPr>
          <w:rtl/>
        </w:rPr>
        <w:t>المطبوع</w:t>
      </w:r>
      <w:r w:rsidR="00D769AB">
        <w:rPr>
          <w:rtl/>
        </w:rPr>
        <w:t>:</w:t>
      </w:r>
      <w:r w:rsidRPr="009647FC">
        <w:rPr>
          <w:rtl/>
        </w:rPr>
        <w:t xml:space="preserve"> لا لأنّي</w:t>
      </w:r>
      <w:r w:rsidR="00D769AB">
        <w:rPr>
          <w:rtl/>
        </w:rPr>
        <w:t>.</w:t>
      </w:r>
      <w:r w:rsidR="00A21D23">
        <w:rPr>
          <w:rFonts w:hint="cs"/>
          <w:rtl/>
        </w:rPr>
        <w:tab/>
      </w:r>
      <w:r w:rsidR="00A21D23">
        <w:rPr>
          <w:rFonts w:hint="cs"/>
          <w:rtl/>
        </w:rPr>
        <w:tab/>
      </w:r>
      <w:r w:rsidR="00A21D23">
        <w:rPr>
          <w:rFonts w:hint="cs"/>
          <w:rtl/>
        </w:rPr>
        <w:tab/>
      </w:r>
      <w:r w:rsidR="00A21D23">
        <w:rPr>
          <w:rFonts w:hint="cs"/>
          <w:rtl/>
        </w:rPr>
        <w:tab/>
      </w:r>
      <w:r w:rsidRPr="009647FC">
        <w:rPr>
          <w:rtl/>
        </w:rPr>
        <w:t>2</w:t>
      </w:r>
      <w:r w:rsidR="004E7EC6">
        <w:rPr>
          <w:rtl/>
        </w:rPr>
        <w:t xml:space="preserve"> - </w:t>
      </w:r>
      <w:r w:rsidRPr="009647FC">
        <w:rPr>
          <w:rtl/>
        </w:rPr>
        <w:t>في المطبوع</w:t>
      </w:r>
      <w:r w:rsidR="00D769AB">
        <w:rPr>
          <w:rtl/>
        </w:rPr>
        <w:t>:</w:t>
      </w:r>
      <w:r w:rsidRPr="009647FC">
        <w:rPr>
          <w:rtl/>
        </w:rPr>
        <w:t xml:space="preserve"> أرقادها</w:t>
      </w:r>
      <w:r w:rsidR="00D769AB">
        <w:rPr>
          <w:rtl/>
        </w:rPr>
        <w:t>.</w:t>
      </w:r>
    </w:p>
    <w:p w:rsidR="009647FC" w:rsidRPr="00524A24" w:rsidRDefault="009647FC" w:rsidP="00A21D23">
      <w:pPr>
        <w:pStyle w:val="libFootnote0"/>
      </w:pPr>
      <w:r w:rsidRPr="009647FC">
        <w:rPr>
          <w:rtl/>
        </w:rPr>
        <w:t>3</w:t>
      </w:r>
      <w:r w:rsidR="004E7EC6">
        <w:rPr>
          <w:rtl/>
        </w:rPr>
        <w:t xml:space="preserve"> - </w:t>
      </w:r>
      <w:r w:rsidRPr="009647FC">
        <w:rPr>
          <w:rtl/>
        </w:rPr>
        <w:t>في المخطوط</w:t>
      </w:r>
      <w:r w:rsidR="00D769AB">
        <w:rPr>
          <w:rtl/>
        </w:rPr>
        <w:t>:</w:t>
      </w:r>
      <w:r w:rsidRPr="009647FC">
        <w:rPr>
          <w:rtl/>
        </w:rPr>
        <w:t xml:space="preserve"> اللهى</w:t>
      </w:r>
      <w:r w:rsidR="00D769AB">
        <w:rPr>
          <w:rtl/>
        </w:rPr>
        <w:t>،</w:t>
      </w:r>
      <w:r w:rsidRPr="009647FC">
        <w:rPr>
          <w:rtl/>
        </w:rPr>
        <w:t xml:space="preserve"> و</w:t>
      </w:r>
      <w:r w:rsidR="00D769AB">
        <w:rPr>
          <w:rtl/>
        </w:rPr>
        <w:t>:</w:t>
      </w:r>
      <w:r w:rsidRPr="009647FC">
        <w:rPr>
          <w:rtl/>
        </w:rPr>
        <w:t xml:space="preserve"> حتى</w:t>
      </w:r>
      <w:r w:rsidR="00D769AB">
        <w:rPr>
          <w:rtl/>
        </w:rPr>
        <w:t>.</w:t>
      </w:r>
      <w:r w:rsidR="00A21D23">
        <w:rPr>
          <w:rFonts w:hint="cs"/>
          <w:rtl/>
        </w:rPr>
        <w:tab/>
      </w:r>
      <w:r w:rsidR="00A21D23">
        <w:rPr>
          <w:rFonts w:hint="cs"/>
          <w:rtl/>
        </w:rPr>
        <w:tab/>
      </w:r>
      <w:r w:rsidR="00A21D23">
        <w:rPr>
          <w:rFonts w:hint="cs"/>
          <w:rtl/>
        </w:rPr>
        <w:tab/>
      </w:r>
      <w:r w:rsidRPr="009647FC">
        <w:rPr>
          <w:rtl/>
        </w:rPr>
        <w:t>4</w:t>
      </w:r>
      <w:r w:rsidR="004E7EC6">
        <w:rPr>
          <w:rtl/>
        </w:rPr>
        <w:t xml:space="preserve"> - </w:t>
      </w:r>
      <w:r w:rsidRPr="009647FC">
        <w:rPr>
          <w:rtl/>
        </w:rPr>
        <w:t>في المطبوع</w:t>
      </w:r>
      <w:r w:rsidR="00D769AB">
        <w:rPr>
          <w:rtl/>
        </w:rPr>
        <w:t>:</w:t>
      </w:r>
      <w:r w:rsidRPr="009647FC">
        <w:rPr>
          <w:rtl/>
        </w:rPr>
        <w:t xml:space="preserve"> لأهل الدين</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في مخطوطة الملاّ</w:t>
      </w:r>
      <w:r w:rsidR="00D769AB">
        <w:rPr>
          <w:rtl/>
        </w:rPr>
        <w:t>:</w:t>
      </w:r>
      <w:r w:rsidRPr="009647FC">
        <w:rPr>
          <w:rtl/>
        </w:rPr>
        <w:t xml:space="preserve"> نستنفذ</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A21D23" w:rsidRPr="00524A24" w:rsidTr="00A21D23">
        <w:trPr>
          <w:trHeight w:val="350"/>
        </w:trPr>
        <w:tc>
          <w:tcPr>
            <w:tcW w:w="3902" w:type="dxa"/>
          </w:tcPr>
          <w:p w:rsidR="00A21D23" w:rsidRPr="00524A24" w:rsidRDefault="00A21D23" w:rsidP="00A21D23">
            <w:pPr>
              <w:pStyle w:val="libPoem"/>
            </w:pPr>
            <w:r w:rsidRPr="009647FC">
              <w:rPr>
                <w:rtl/>
              </w:rPr>
              <w:lastRenderedPageBreak/>
              <w:t>حسبُك</w:t>
            </w:r>
            <w:r>
              <w:rPr>
                <w:rtl/>
              </w:rPr>
              <w:t xml:space="preserve"> </w:t>
            </w:r>
            <w:r w:rsidRPr="009647FC">
              <w:rPr>
                <w:rtl/>
              </w:rPr>
              <w:t>ما</w:t>
            </w:r>
            <w:r>
              <w:rPr>
                <w:rtl/>
              </w:rPr>
              <w:t xml:space="preserve"> </w:t>
            </w:r>
            <w:r w:rsidRPr="009647FC">
              <w:rPr>
                <w:rtl/>
              </w:rPr>
              <w:t>ترويه</w:t>
            </w:r>
            <w:r>
              <w:rPr>
                <w:rtl/>
              </w:rPr>
              <w:t xml:space="preserve"> </w:t>
            </w:r>
            <w:r w:rsidRPr="009647FC">
              <w:rPr>
                <w:rtl/>
              </w:rPr>
              <w:t>عن</w:t>
            </w:r>
            <w:r>
              <w:rPr>
                <w:rtl/>
              </w:rPr>
              <w:t xml:space="preserve"> </w:t>
            </w:r>
            <w:r w:rsidRPr="009647FC">
              <w:rPr>
                <w:rtl/>
              </w:rPr>
              <w:t>آبائها: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أنّ</w:t>
            </w:r>
            <w:r w:rsidR="004C00A8">
              <w:rPr>
                <w:rtl/>
              </w:rPr>
              <w:t xml:space="preserve"> </w:t>
            </w:r>
            <w:r w:rsidRPr="009647FC">
              <w:rPr>
                <w:rtl/>
              </w:rPr>
              <w:t>التقى</w:t>
            </w:r>
            <w:r>
              <w:rPr>
                <w:rtl/>
              </w:rPr>
              <w:t xml:space="preserve"> </w:t>
            </w:r>
            <w:r w:rsidRPr="009647FC">
              <w:rPr>
                <w:rtl/>
              </w:rPr>
              <w:t>والبرِّ</w:t>
            </w:r>
            <w:r>
              <w:rPr>
                <w:rtl/>
              </w:rPr>
              <w:t xml:space="preserve"> </w:t>
            </w:r>
            <w:r w:rsidRPr="009647FC">
              <w:rPr>
                <w:rtl/>
              </w:rPr>
              <w:t>في</w:t>
            </w:r>
            <w:r>
              <w:rPr>
                <w:rtl/>
              </w:rPr>
              <w:t xml:space="preserve"> </w:t>
            </w:r>
            <w:r w:rsidRPr="009647FC">
              <w:rPr>
                <w:rtl/>
              </w:rPr>
              <w:t>زه</w:t>
            </w:r>
            <w:r w:rsidRPr="00B371C6">
              <w:rPr>
                <w:rtl/>
              </w:rPr>
              <w:t>ّ</w:t>
            </w:r>
            <w:r w:rsidRPr="009647FC">
              <w:rPr>
                <w:rtl/>
              </w:rPr>
              <w:t>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بل</w:t>
            </w:r>
            <w:r w:rsidR="004C00A8">
              <w:rPr>
                <w:rtl/>
              </w:rPr>
              <w:t xml:space="preserve"> </w:t>
            </w:r>
            <w:r w:rsidRPr="009647FC">
              <w:rPr>
                <w:rtl/>
              </w:rPr>
              <w:t>كيف</w:t>
            </w:r>
            <w:r>
              <w:rPr>
                <w:rtl/>
              </w:rPr>
              <w:t xml:space="preserve"> </w:t>
            </w:r>
            <w:r w:rsidRPr="009647FC">
              <w:rPr>
                <w:rtl/>
              </w:rPr>
              <w:t>لا</w:t>
            </w:r>
            <w:r>
              <w:rPr>
                <w:rtl/>
              </w:rPr>
              <w:t xml:space="preserve"> </w:t>
            </w:r>
            <w:r w:rsidRPr="009647FC">
              <w:rPr>
                <w:rtl/>
              </w:rPr>
              <w:t>تثبت</w:t>
            </w:r>
            <w:r>
              <w:rPr>
                <w:rtl/>
              </w:rPr>
              <w:t xml:space="preserve"> </w:t>
            </w:r>
            <w:r w:rsidRPr="009647FC">
              <w:rPr>
                <w:rtl/>
              </w:rPr>
              <w:t>دعوى</w:t>
            </w:r>
            <w:r>
              <w:rPr>
                <w:rtl/>
              </w:rPr>
              <w:t xml:space="preserve"> </w:t>
            </w:r>
            <w:r w:rsidRPr="009647FC">
              <w:rPr>
                <w:rtl/>
              </w:rPr>
              <w:t>شرفٍ</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Pr>
                <w:rtl/>
              </w:rPr>
              <w:t>(</w:t>
            </w:r>
            <w:r w:rsidRPr="009647FC">
              <w:rPr>
                <w:rtl/>
              </w:rPr>
              <w:t>أبو</w:t>
            </w:r>
            <w:r w:rsidR="004C00A8">
              <w:rPr>
                <w:rtl/>
              </w:rPr>
              <w:t xml:space="preserve"> </w:t>
            </w:r>
            <w:r w:rsidRPr="009647FC">
              <w:rPr>
                <w:rtl/>
              </w:rPr>
              <w:t>الأمين</w:t>
            </w:r>
            <w:r>
              <w:rPr>
                <w:rtl/>
              </w:rPr>
              <w:t xml:space="preserve">) </w:t>
            </w:r>
            <w:r w:rsidRPr="009647FC">
              <w:rPr>
                <w:rtl/>
              </w:rPr>
              <w:t>كان</w:t>
            </w:r>
            <w:r>
              <w:rPr>
                <w:rtl/>
              </w:rPr>
              <w:t xml:space="preserve"> </w:t>
            </w:r>
            <w:r w:rsidRPr="009647FC">
              <w:rPr>
                <w:rtl/>
              </w:rPr>
              <w:t>من</w:t>
            </w:r>
            <w:r>
              <w:rPr>
                <w:rtl/>
              </w:rPr>
              <w:t xml:space="preserve"> </w:t>
            </w:r>
            <w:r w:rsidRPr="009647FC">
              <w:rPr>
                <w:rtl/>
              </w:rPr>
              <w:t>أشهادها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ندبٌ</w:t>
            </w:r>
            <w:r w:rsidR="004C00A8">
              <w:rPr>
                <w:rtl/>
              </w:rPr>
              <w:t xml:space="preserve"> </w:t>
            </w:r>
            <w:r w:rsidRPr="009647FC">
              <w:rPr>
                <w:rtl/>
              </w:rPr>
              <w:t>حياض</w:t>
            </w:r>
            <w:r>
              <w:rPr>
                <w:rtl/>
              </w:rPr>
              <w:t xml:space="preserve"> </w:t>
            </w:r>
            <w:r w:rsidRPr="009647FC">
              <w:rPr>
                <w:rtl/>
              </w:rPr>
              <w:t>الجود</w:t>
            </w:r>
            <w:r>
              <w:rPr>
                <w:rtl/>
              </w:rPr>
              <w:t xml:space="preserve"> </w:t>
            </w:r>
            <w:r w:rsidRPr="009647FC">
              <w:rPr>
                <w:rtl/>
              </w:rPr>
              <w:t>منه</w:t>
            </w:r>
            <w:r>
              <w:rPr>
                <w:rtl/>
              </w:rPr>
              <w:t xml:space="preserve"> </w:t>
            </w:r>
            <w:r w:rsidRPr="009647FC">
              <w:rPr>
                <w:rtl/>
              </w:rPr>
              <w:t>نعمةٌ</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تروي</w:t>
            </w:r>
            <w:r w:rsidR="004C00A8">
              <w:rPr>
                <w:rtl/>
              </w:rPr>
              <w:t xml:space="preserve"> </w:t>
            </w:r>
            <w:r w:rsidRPr="009647FC">
              <w:rPr>
                <w:rtl/>
              </w:rPr>
              <w:t>بها</w:t>
            </w:r>
            <w:r>
              <w:rPr>
                <w:rtl/>
              </w:rPr>
              <w:t xml:space="preserve"> </w:t>
            </w:r>
            <w:r w:rsidRPr="009647FC">
              <w:rPr>
                <w:rtl/>
              </w:rPr>
              <w:t>الوفد</w:t>
            </w:r>
            <w:r>
              <w:rPr>
                <w:rtl/>
              </w:rPr>
              <w:t xml:space="preserve">َ </w:t>
            </w:r>
            <w:r w:rsidRPr="009647FC">
              <w:rPr>
                <w:rtl/>
              </w:rPr>
              <w:t>على</w:t>
            </w:r>
            <w:r>
              <w:rPr>
                <w:rtl/>
              </w:rPr>
              <w:t xml:space="preserve"> </w:t>
            </w:r>
            <w:r w:rsidRPr="009647FC">
              <w:rPr>
                <w:rtl/>
              </w:rPr>
              <w:t>احتشادها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يزداد</w:t>
            </w:r>
            <w:r>
              <w:rPr>
                <w:rtl/>
              </w:rPr>
              <w:t xml:space="preserve"> </w:t>
            </w:r>
            <w:r w:rsidRPr="009647FC">
              <w:rPr>
                <w:rtl/>
              </w:rPr>
              <w:t>ورياً</w:t>
            </w:r>
            <w:r>
              <w:rPr>
                <w:rtl/>
              </w:rPr>
              <w:t xml:space="preserve"> </w:t>
            </w:r>
            <w:r w:rsidRPr="009647FC">
              <w:rPr>
                <w:rtl/>
              </w:rPr>
              <w:t>زندُ</w:t>
            </w:r>
            <w:r>
              <w:rPr>
                <w:rtl/>
              </w:rPr>
              <w:t xml:space="preserve"> </w:t>
            </w:r>
            <w:r w:rsidRPr="009647FC">
              <w:rPr>
                <w:rtl/>
              </w:rPr>
              <w:t>مكرماته</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إن</w:t>
            </w:r>
            <w:r>
              <w:rPr>
                <w:rtl/>
              </w:rPr>
              <w:t xml:space="preserve"> </w:t>
            </w:r>
            <w:r w:rsidRPr="009647FC">
              <w:rPr>
                <w:rtl/>
              </w:rPr>
              <w:t>زادت</w:t>
            </w:r>
            <w:r>
              <w:rPr>
                <w:rtl/>
              </w:rPr>
              <w:t xml:space="preserve"> </w:t>
            </w:r>
            <w:r w:rsidRPr="009647FC">
              <w:rPr>
                <w:rtl/>
              </w:rPr>
              <w:t>الجدوب</w:t>
            </w:r>
            <w:r>
              <w:rPr>
                <w:rtl/>
              </w:rPr>
              <w:t xml:space="preserve"> </w:t>
            </w:r>
            <w:r w:rsidRPr="009647FC">
              <w:rPr>
                <w:rtl/>
              </w:rPr>
              <w:t>في</w:t>
            </w:r>
            <w:r>
              <w:rPr>
                <w:rtl/>
              </w:rPr>
              <w:t xml:space="preserve"> </w:t>
            </w:r>
            <w:r w:rsidRPr="009647FC">
              <w:rPr>
                <w:rtl/>
              </w:rPr>
              <w:t>أصلادها</w:t>
            </w:r>
            <w:r w:rsidRPr="004E7EC6">
              <w:rPr>
                <w:rStyle w:val="libFootnotenumChar"/>
                <w:rtl/>
              </w:rPr>
              <w:t>(1)</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صلّى</w:t>
            </w:r>
            <w:r w:rsidR="004C00A8">
              <w:rPr>
                <w:rtl/>
              </w:rPr>
              <w:t xml:space="preserve"> </w:t>
            </w:r>
            <w:r w:rsidRPr="009647FC">
              <w:rPr>
                <w:rtl/>
              </w:rPr>
              <w:t>إلى</w:t>
            </w:r>
            <w:r>
              <w:rPr>
                <w:rtl/>
              </w:rPr>
              <w:t xml:space="preserve"> </w:t>
            </w:r>
            <w:r w:rsidRPr="009647FC">
              <w:rPr>
                <w:rtl/>
              </w:rPr>
              <w:t>العلياء</w:t>
            </w:r>
            <w:r>
              <w:rPr>
                <w:rtl/>
              </w:rPr>
              <w:t xml:space="preserve"> </w:t>
            </w:r>
            <w:r w:rsidRPr="009647FC">
              <w:rPr>
                <w:rtl/>
              </w:rPr>
              <w:t>خلف</w:t>
            </w:r>
            <w:r>
              <w:rPr>
                <w:rtl/>
              </w:rPr>
              <w:t xml:space="preserve">َ </w:t>
            </w:r>
            <w:r w:rsidRPr="009647FC">
              <w:rPr>
                <w:rtl/>
              </w:rPr>
              <w:t>سابقٍ</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كان</w:t>
            </w:r>
            <w:r w:rsidR="004C00A8">
              <w:rPr>
                <w:rtl/>
              </w:rPr>
              <w:t xml:space="preserve"> </w:t>
            </w:r>
            <w:r w:rsidRPr="009647FC">
              <w:rPr>
                <w:rtl/>
              </w:rPr>
              <w:t>هو</w:t>
            </w:r>
            <w:r>
              <w:rPr>
                <w:rtl/>
              </w:rPr>
              <w:t xml:space="preserve"> </w:t>
            </w:r>
            <w:r w:rsidRPr="009647FC">
              <w:rPr>
                <w:rtl/>
              </w:rPr>
              <w:t>النخبة</w:t>
            </w:r>
            <w:r>
              <w:rPr>
                <w:rtl/>
              </w:rPr>
              <w:t xml:space="preserve"> </w:t>
            </w:r>
            <w:r w:rsidRPr="009647FC">
              <w:rPr>
                <w:rtl/>
              </w:rPr>
              <w:t>من</w:t>
            </w:r>
            <w:r>
              <w:rPr>
                <w:rtl/>
              </w:rPr>
              <w:t xml:space="preserve"> </w:t>
            </w:r>
            <w:r w:rsidRPr="009647FC">
              <w:rPr>
                <w:rtl/>
              </w:rPr>
              <w:t>أمجادها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ذاك</w:t>
            </w:r>
            <w:r w:rsidR="004C00A8">
              <w:rPr>
                <w:rtl/>
              </w:rPr>
              <w:t xml:space="preserve"> </w:t>
            </w:r>
            <w:r w:rsidRPr="009647FC">
              <w:rPr>
                <w:rtl/>
              </w:rPr>
              <w:t>أخوه</w:t>
            </w:r>
            <w:r>
              <w:rPr>
                <w:rtl/>
              </w:rPr>
              <w:t xml:space="preserve"> </w:t>
            </w:r>
            <w:r w:rsidRPr="009647FC">
              <w:rPr>
                <w:rtl/>
              </w:rPr>
              <w:t>وأبو</w:t>
            </w:r>
            <w:r>
              <w:rPr>
                <w:rtl/>
              </w:rPr>
              <w:t xml:space="preserve"> </w:t>
            </w:r>
            <w:r w:rsidRPr="009647FC">
              <w:rPr>
                <w:rtl/>
              </w:rPr>
              <w:t>النجب</w:t>
            </w:r>
            <w:r>
              <w:rPr>
                <w:rtl/>
              </w:rPr>
              <w:t xml:space="preserve"> </w:t>
            </w:r>
            <w:r w:rsidRPr="009647FC">
              <w:rPr>
                <w:rtl/>
              </w:rPr>
              <w:t>التي</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قد</w:t>
            </w:r>
            <w:r>
              <w:rPr>
                <w:rtl/>
              </w:rPr>
              <w:t xml:space="preserve"> </w:t>
            </w:r>
            <w:r w:rsidRPr="009647FC">
              <w:rPr>
                <w:rtl/>
              </w:rPr>
              <w:t>أخذ</w:t>
            </w:r>
            <w:r>
              <w:rPr>
                <w:rtl/>
              </w:rPr>
              <w:t xml:space="preserve"> </w:t>
            </w:r>
            <w:r w:rsidRPr="009647FC">
              <w:rPr>
                <w:rtl/>
              </w:rPr>
              <w:t>الفخار</w:t>
            </w:r>
            <w:r>
              <w:rPr>
                <w:rtl/>
              </w:rPr>
              <w:t xml:space="preserve">َ </w:t>
            </w:r>
            <w:r w:rsidRPr="009647FC">
              <w:rPr>
                <w:rtl/>
              </w:rPr>
              <w:t>في</w:t>
            </w:r>
            <w:r>
              <w:rPr>
                <w:rtl/>
              </w:rPr>
              <w:t xml:space="preserve"> </w:t>
            </w:r>
            <w:r w:rsidRPr="009647FC">
              <w:rPr>
                <w:rtl/>
              </w:rPr>
              <w:t>أعضادها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منها</w:t>
            </w:r>
            <w:r w:rsidR="004C00A8">
              <w:rPr>
                <w:rtl/>
              </w:rPr>
              <w:t xml:space="preserve"> </w:t>
            </w:r>
            <w:r w:rsidRPr="009647FC">
              <w:rPr>
                <w:rtl/>
              </w:rPr>
              <w:t>الرضى</w:t>
            </w:r>
            <w:r>
              <w:rPr>
                <w:rtl/>
              </w:rPr>
              <w:t xml:space="preserve"> </w:t>
            </w:r>
            <w:r w:rsidRPr="009647FC">
              <w:rPr>
                <w:rtl/>
              </w:rPr>
              <w:t>للوفد</w:t>
            </w:r>
            <w:r>
              <w:rPr>
                <w:rtl/>
              </w:rPr>
              <w:t xml:space="preserve"> </w:t>
            </w:r>
            <w:r w:rsidRPr="009647FC">
              <w:rPr>
                <w:rtl/>
              </w:rPr>
              <w:t>حيث</w:t>
            </w:r>
            <w:r>
              <w:rPr>
                <w:rtl/>
              </w:rPr>
              <w:t xml:space="preserve"> </w:t>
            </w:r>
            <w:r w:rsidRPr="009647FC">
              <w:rPr>
                <w:rtl/>
              </w:rPr>
              <w:t>سخطت</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من</w:t>
            </w:r>
            <w:r>
              <w:rPr>
                <w:rtl/>
              </w:rPr>
              <w:t xml:space="preserve"> </w:t>
            </w:r>
            <w:r w:rsidRPr="009647FC">
              <w:rPr>
                <w:rtl/>
              </w:rPr>
              <w:t>بخل</w:t>
            </w:r>
            <w:r>
              <w:rPr>
                <w:rtl/>
              </w:rPr>
              <w:t xml:space="preserve"> </w:t>
            </w:r>
            <w:r w:rsidRPr="009647FC">
              <w:rPr>
                <w:rtl/>
              </w:rPr>
              <w:t>أهل</w:t>
            </w:r>
            <w:r>
              <w:rPr>
                <w:rtl/>
              </w:rPr>
              <w:t xml:space="preserve"> </w:t>
            </w:r>
            <w:r w:rsidRPr="009647FC">
              <w:rPr>
                <w:rtl/>
              </w:rPr>
              <w:t>الأرض</w:t>
            </w:r>
            <w:r>
              <w:rPr>
                <w:rtl/>
              </w:rPr>
              <w:t xml:space="preserve"> </w:t>
            </w:r>
            <w:r w:rsidRPr="009647FC">
              <w:rPr>
                <w:rtl/>
              </w:rPr>
              <w:t>في</w:t>
            </w:r>
            <w:r>
              <w:rPr>
                <w:rtl/>
              </w:rPr>
              <w:t xml:space="preserve"> </w:t>
            </w:r>
            <w:r w:rsidRPr="009647FC">
              <w:rPr>
                <w:rtl/>
              </w:rPr>
              <w:t>ارتيادها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محببُ</w:t>
            </w:r>
            <w:r w:rsidR="004C00A8">
              <w:rPr>
                <w:rtl/>
              </w:rPr>
              <w:t xml:space="preserve"> </w:t>
            </w:r>
            <w:r w:rsidRPr="009647FC">
              <w:rPr>
                <w:rtl/>
              </w:rPr>
              <w:t>الأخلاق</w:t>
            </w:r>
            <w:r>
              <w:rPr>
                <w:rtl/>
              </w:rPr>
              <w:t xml:space="preserve"> </w:t>
            </w:r>
            <w:r w:rsidRPr="009647FC">
              <w:rPr>
                <w:rtl/>
              </w:rPr>
              <w:t>محسود</w:t>
            </w:r>
            <w:r>
              <w:rPr>
                <w:rtl/>
              </w:rPr>
              <w:t xml:space="preserve"> </w:t>
            </w:r>
            <w:r w:rsidRPr="009647FC">
              <w:rPr>
                <w:rtl/>
              </w:rPr>
              <w:t>العُلى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دامت</w:t>
            </w:r>
            <w:r>
              <w:rPr>
                <w:rtl/>
              </w:rPr>
              <w:t xml:space="preserve"> </w:t>
            </w:r>
            <w:r w:rsidRPr="009647FC">
              <w:rPr>
                <w:rtl/>
              </w:rPr>
              <w:t>له</w:t>
            </w:r>
            <w:r>
              <w:rPr>
                <w:rtl/>
              </w:rPr>
              <w:t xml:space="preserve"> </w:t>
            </w:r>
            <w:r w:rsidRPr="009647FC">
              <w:rPr>
                <w:rtl/>
              </w:rPr>
              <w:t>العلياء</w:t>
            </w:r>
            <w:r>
              <w:rPr>
                <w:rtl/>
              </w:rPr>
              <w:t xml:space="preserve"> </w:t>
            </w:r>
            <w:r w:rsidRPr="009647FC">
              <w:rPr>
                <w:rtl/>
              </w:rPr>
              <w:t>مع</w:t>
            </w:r>
            <w:r>
              <w:rPr>
                <w:rtl/>
              </w:rPr>
              <w:t xml:space="preserve"> </w:t>
            </w:r>
            <w:r w:rsidRPr="009647FC">
              <w:rPr>
                <w:rtl/>
              </w:rPr>
              <w:t>حسّادها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قد</w:t>
            </w:r>
            <w:r>
              <w:rPr>
                <w:rtl/>
              </w:rPr>
              <w:t xml:space="preserve"> </w:t>
            </w:r>
            <w:r w:rsidRPr="009647FC">
              <w:rPr>
                <w:rtl/>
              </w:rPr>
              <w:t>خلط</w:t>
            </w:r>
            <w:r>
              <w:rPr>
                <w:rtl/>
              </w:rPr>
              <w:t xml:space="preserve"> </w:t>
            </w:r>
            <w:r w:rsidRPr="009647FC">
              <w:rPr>
                <w:rtl/>
              </w:rPr>
              <w:t>البشرى</w:t>
            </w:r>
            <w:r>
              <w:rPr>
                <w:rtl/>
              </w:rPr>
              <w:t xml:space="preserve"> </w:t>
            </w:r>
            <w:r w:rsidRPr="009647FC">
              <w:rPr>
                <w:rtl/>
              </w:rPr>
              <w:t>لذي</w:t>
            </w:r>
            <w:r>
              <w:rPr>
                <w:rtl/>
              </w:rPr>
              <w:t xml:space="preserve"> </w:t>
            </w:r>
            <w:r w:rsidRPr="009647FC">
              <w:rPr>
                <w:rtl/>
              </w:rPr>
              <w:t>ودادها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بهائل</w:t>
            </w:r>
            <w:r>
              <w:rPr>
                <w:rtl/>
              </w:rPr>
              <w:t xml:space="preserve"> </w:t>
            </w:r>
            <w:r w:rsidRPr="009647FC">
              <w:rPr>
                <w:rtl/>
              </w:rPr>
              <w:t>السخط</w:t>
            </w:r>
            <w:r>
              <w:rPr>
                <w:rtl/>
              </w:rPr>
              <w:t xml:space="preserve"> </w:t>
            </w:r>
            <w:r w:rsidRPr="009647FC">
              <w:rPr>
                <w:rtl/>
              </w:rPr>
              <w:t>لذي</w:t>
            </w:r>
            <w:r>
              <w:rPr>
                <w:rtl/>
              </w:rPr>
              <w:t xml:space="preserve"> </w:t>
            </w:r>
            <w:r w:rsidRPr="009647FC">
              <w:rPr>
                <w:rtl/>
              </w:rPr>
              <w:t>أحقادها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مثل</w:t>
            </w:r>
            <w:r>
              <w:rPr>
                <w:rtl/>
              </w:rPr>
              <w:t xml:space="preserve">َ </w:t>
            </w:r>
            <w:r w:rsidRPr="009647FC">
              <w:rPr>
                <w:rtl/>
              </w:rPr>
              <w:t>البحار</w:t>
            </w:r>
            <w:r>
              <w:rPr>
                <w:rtl/>
              </w:rPr>
              <w:t xml:space="preserve"> </w:t>
            </w:r>
            <w:r w:rsidRPr="009647FC">
              <w:rPr>
                <w:rtl/>
              </w:rPr>
              <w:t>الفعم</w:t>
            </w:r>
            <w:r>
              <w:rPr>
                <w:rtl/>
              </w:rPr>
              <w:t xml:space="preserve"> </w:t>
            </w:r>
            <w:r w:rsidRPr="009647FC">
              <w:rPr>
                <w:rtl/>
              </w:rPr>
              <w:t>يروي</w:t>
            </w:r>
            <w:r>
              <w:rPr>
                <w:rtl/>
              </w:rPr>
              <w:t xml:space="preserve"> </w:t>
            </w:r>
            <w:r w:rsidRPr="009647FC">
              <w:rPr>
                <w:rtl/>
              </w:rPr>
              <w:t>عذبُها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ويغرق</w:t>
            </w:r>
            <w:r>
              <w:rPr>
                <w:rtl/>
              </w:rPr>
              <w:t xml:space="preserve"> </w:t>
            </w:r>
            <w:r w:rsidRPr="009647FC">
              <w:rPr>
                <w:rtl/>
              </w:rPr>
              <w:t>الجائشُ</w:t>
            </w:r>
            <w:r>
              <w:rPr>
                <w:rtl/>
              </w:rPr>
              <w:t xml:space="preserve"> </w:t>
            </w:r>
            <w:r w:rsidRPr="009647FC">
              <w:rPr>
                <w:rtl/>
              </w:rPr>
              <w:t>في</w:t>
            </w:r>
            <w:r>
              <w:rPr>
                <w:rtl/>
              </w:rPr>
              <w:t xml:space="preserve"> </w:t>
            </w:r>
            <w:r w:rsidRPr="009647FC">
              <w:rPr>
                <w:rtl/>
              </w:rPr>
              <w:t>إزبادها</w:t>
            </w:r>
            <w:r w:rsidRPr="004E7EC6">
              <w:rPr>
                <w:rStyle w:val="libFootnotenumChar"/>
                <w:rtl/>
              </w:rPr>
              <w:t>(2)</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أو</w:t>
            </w:r>
            <w:r w:rsidR="004C00A8">
              <w:rPr>
                <w:rtl/>
              </w:rPr>
              <w:t xml:space="preserve"> </w:t>
            </w:r>
            <w:r w:rsidRPr="009647FC">
              <w:rPr>
                <w:rtl/>
              </w:rPr>
              <w:t>كالقطار</w:t>
            </w:r>
            <w:r>
              <w:rPr>
                <w:rtl/>
              </w:rPr>
              <w:t xml:space="preserve"> </w:t>
            </w:r>
            <w:r w:rsidRPr="009647FC">
              <w:rPr>
                <w:rtl/>
              </w:rPr>
              <w:t>السجم</w:t>
            </w:r>
            <w:r>
              <w:rPr>
                <w:rtl/>
              </w:rPr>
              <w:t xml:space="preserve"> </w:t>
            </w:r>
            <w:r w:rsidRPr="009647FC">
              <w:rPr>
                <w:rtl/>
              </w:rPr>
              <w:t>ي</w:t>
            </w:r>
            <w:r w:rsidRPr="00B371C6">
              <w:rPr>
                <w:rtl/>
              </w:rPr>
              <w:t>ُ</w:t>
            </w:r>
            <w:r w:rsidRPr="009647FC">
              <w:rPr>
                <w:rtl/>
              </w:rPr>
              <w:t>رجى</w:t>
            </w:r>
            <w:r>
              <w:rPr>
                <w:rtl/>
              </w:rPr>
              <w:t xml:space="preserve"> </w:t>
            </w:r>
            <w:r w:rsidRPr="009647FC">
              <w:rPr>
                <w:rtl/>
              </w:rPr>
              <w:t>برقُها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وي</w:t>
            </w:r>
            <w:r w:rsidRPr="00B371C6">
              <w:rPr>
                <w:rtl/>
              </w:rPr>
              <w:t>ُ</w:t>
            </w:r>
            <w:r w:rsidRPr="009647FC">
              <w:rPr>
                <w:rtl/>
              </w:rPr>
              <w:t>رهب</w:t>
            </w:r>
            <w:r>
              <w:rPr>
                <w:rtl/>
              </w:rPr>
              <w:t xml:space="preserve"> </w:t>
            </w:r>
            <w:r w:rsidRPr="009647FC">
              <w:rPr>
                <w:rtl/>
              </w:rPr>
              <w:t>القاصفُ</w:t>
            </w:r>
            <w:r>
              <w:rPr>
                <w:rtl/>
              </w:rPr>
              <w:t xml:space="preserve"> </w:t>
            </w:r>
            <w:r w:rsidRPr="009647FC">
              <w:rPr>
                <w:rtl/>
              </w:rPr>
              <w:t>من</w:t>
            </w:r>
            <w:r>
              <w:rPr>
                <w:rtl/>
              </w:rPr>
              <w:t xml:space="preserve"> </w:t>
            </w:r>
            <w:r w:rsidRPr="009647FC">
              <w:rPr>
                <w:rtl/>
              </w:rPr>
              <w:t>إرعادها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له</w:t>
            </w:r>
            <w:r>
              <w:rPr>
                <w:rtl/>
              </w:rPr>
              <w:t xml:space="preserve"> </w:t>
            </w:r>
            <w:r w:rsidRPr="009647FC">
              <w:rPr>
                <w:rtl/>
              </w:rPr>
              <w:t>الندى</w:t>
            </w:r>
            <w:r>
              <w:rPr>
                <w:rtl/>
              </w:rPr>
              <w:t xml:space="preserve"> </w:t>
            </w:r>
            <w:r w:rsidRPr="009647FC">
              <w:rPr>
                <w:rtl/>
              </w:rPr>
              <w:t>المورودُ</w:t>
            </w:r>
            <w:r>
              <w:rPr>
                <w:rtl/>
              </w:rPr>
              <w:t xml:space="preserve"> </w:t>
            </w:r>
            <w:r w:rsidRPr="009647FC">
              <w:rPr>
                <w:rtl/>
              </w:rPr>
              <w:t>عبّاً</w:t>
            </w:r>
            <w:r>
              <w:rPr>
                <w:rtl/>
              </w:rPr>
              <w:t xml:space="preserve"> </w:t>
            </w:r>
            <w:r w:rsidRPr="009647FC">
              <w:rPr>
                <w:rtl/>
              </w:rPr>
              <w:t>وندى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سواه</w:t>
            </w:r>
            <w:r w:rsidR="004C00A8">
              <w:rPr>
                <w:rtl/>
              </w:rPr>
              <w:t xml:space="preserve"> </w:t>
            </w:r>
            <w:r w:rsidRPr="009647FC">
              <w:rPr>
                <w:rtl/>
              </w:rPr>
              <w:t>مثلُ</w:t>
            </w:r>
            <w:r>
              <w:rPr>
                <w:rtl/>
              </w:rPr>
              <w:t xml:space="preserve"> </w:t>
            </w:r>
            <w:r w:rsidRPr="009647FC">
              <w:rPr>
                <w:rtl/>
              </w:rPr>
              <w:t>المصِّ</w:t>
            </w:r>
            <w:r>
              <w:rPr>
                <w:rtl/>
              </w:rPr>
              <w:t xml:space="preserve"> </w:t>
            </w:r>
            <w:r w:rsidRPr="009647FC">
              <w:rPr>
                <w:rtl/>
              </w:rPr>
              <w:t>من</w:t>
            </w:r>
            <w:r>
              <w:rPr>
                <w:rtl/>
              </w:rPr>
              <w:t xml:space="preserve"> </w:t>
            </w:r>
            <w:r w:rsidRPr="009647FC">
              <w:rPr>
                <w:rtl/>
              </w:rPr>
              <w:t>ثمادها</w:t>
            </w:r>
            <w:r w:rsidRPr="004E7EC6">
              <w:rPr>
                <w:rStyle w:val="libFootnotenumChar"/>
                <w:rtl/>
              </w:rPr>
              <w:t>(3)</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أزهرُ</w:t>
            </w:r>
            <w:r>
              <w:rPr>
                <w:rtl/>
              </w:rPr>
              <w:t xml:space="preserve"> </w:t>
            </w:r>
            <w:r w:rsidRPr="009647FC">
              <w:rPr>
                <w:rtl/>
              </w:rPr>
              <w:t>بس</w:t>
            </w:r>
            <w:r w:rsidRPr="00B371C6">
              <w:rPr>
                <w:rtl/>
              </w:rPr>
              <w:t>ّ</w:t>
            </w:r>
            <w:r w:rsidRPr="009647FC">
              <w:rPr>
                <w:rtl/>
              </w:rPr>
              <w:t>ام</w:t>
            </w:r>
            <w:r>
              <w:rPr>
                <w:rtl/>
              </w:rPr>
              <w:t xml:space="preserve"> </w:t>
            </w:r>
            <w:r w:rsidRPr="009647FC">
              <w:rPr>
                <w:rtl/>
              </w:rPr>
              <w:t>العشيِّ</w:t>
            </w:r>
            <w:r>
              <w:rPr>
                <w:rtl/>
              </w:rPr>
              <w:t xml:space="preserve"> </w:t>
            </w:r>
            <w:r w:rsidRPr="009647FC">
              <w:rPr>
                <w:rtl/>
              </w:rPr>
              <w:t>إن</w:t>
            </w:r>
            <w:r>
              <w:rPr>
                <w:rtl/>
              </w:rPr>
              <w:t xml:space="preserve"> </w:t>
            </w:r>
            <w:r w:rsidRPr="009647FC">
              <w:rPr>
                <w:rtl/>
              </w:rPr>
              <w:t>دجت</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أوجهُ</w:t>
            </w:r>
            <w:r w:rsidR="004C00A8">
              <w:rPr>
                <w:rtl/>
              </w:rPr>
              <w:t xml:space="preserve"> </w:t>
            </w:r>
            <w:r w:rsidRPr="009647FC">
              <w:rPr>
                <w:rtl/>
              </w:rPr>
              <w:t>أقوام</w:t>
            </w:r>
            <w:r>
              <w:rPr>
                <w:rtl/>
              </w:rPr>
              <w:t xml:space="preserve"> </w:t>
            </w:r>
            <w:r w:rsidRPr="009647FC">
              <w:rPr>
                <w:rtl/>
              </w:rPr>
              <w:t>على</w:t>
            </w:r>
            <w:r>
              <w:rPr>
                <w:rtl/>
              </w:rPr>
              <w:t xml:space="preserve"> </w:t>
            </w:r>
            <w:r w:rsidRPr="009647FC">
              <w:rPr>
                <w:rtl/>
              </w:rPr>
              <w:t>قصّادها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يلتمع</w:t>
            </w:r>
            <w:r>
              <w:rPr>
                <w:rtl/>
              </w:rPr>
              <w:t xml:space="preserve"> </w:t>
            </w:r>
            <w:r w:rsidRPr="009647FC">
              <w:rPr>
                <w:rtl/>
              </w:rPr>
              <w:t>السرورُ</w:t>
            </w:r>
            <w:r>
              <w:rPr>
                <w:rtl/>
              </w:rPr>
              <w:t xml:space="preserve"> </w:t>
            </w:r>
            <w:r w:rsidRPr="009647FC">
              <w:rPr>
                <w:rtl/>
              </w:rPr>
              <w:t>في</w:t>
            </w:r>
            <w:r>
              <w:rPr>
                <w:rtl/>
              </w:rPr>
              <w:t xml:space="preserve"> </w:t>
            </w:r>
            <w:r w:rsidRPr="009647FC">
              <w:rPr>
                <w:rtl/>
              </w:rPr>
              <w:t>جبينه</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عند</w:t>
            </w:r>
            <w:r>
              <w:rPr>
                <w:rtl/>
              </w:rPr>
              <w:t xml:space="preserve"> </w:t>
            </w:r>
            <w:r w:rsidRPr="009647FC">
              <w:rPr>
                <w:rtl/>
              </w:rPr>
              <w:t>ق</w:t>
            </w:r>
            <w:r w:rsidRPr="00B371C6">
              <w:rPr>
                <w:rtl/>
              </w:rPr>
              <w:t>ِ</w:t>
            </w:r>
            <w:r w:rsidRPr="009647FC">
              <w:rPr>
                <w:rtl/>
              </w:rPr>
              <w:t>رى</w:t>
            </w:r>
            <w:r>
              <w:rPr>
                <w:rtl/>
              </w:rPr>
              <w:t xml:space="preserve"> </w:t>
            </w:r>
            <w:r w:rsidRPr="009647FC">
              <w:rPr>
                <w:rtl/>
              </w:rPr>
              <w:t>الأضياف</w:t>
            </w:r>
            <w:r>
              <w:rPr>
                <w:rtl/>
              </w:rPr>
              <w:t xml:space="preserve"> </w:t>
            </w:r>
            <w:r w:rsidRPr="009647FC">
              <w:rPr>
                <w:rtl/>
              </w:rPr>
              <w:t>وازديادها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قد</w:t>
            </w:r>
            <w:r>
              <w:rPr>
                <w:rtl/>
              </w:rPr>
              <w:t xml:space="preserve"> </w:t>
            </w:r>
            <w:r w:rsidRPr="009647FC">
              <w:rPr>
                <w:rtl/>
              </w:rPr>
              <w:t>طاول</w:t>
            </w:r>
            <w:r>
              <w:rPr>
                <w:rtl/>
              </w:rPr>
              <w:t xml:space="preserve"> </w:t>
            </w:r>
            <w:r w:rsidRPr="009647FC">
              <w:rPr>
                <w:rtl/>
              </w:rPr>
              <w:t>الأنجم</w:t>
            </w:r>
            <w:r>
              <w:rPr>
                <w:rtl/>
              </w:rPr>
              <w:t>َ (</w:t>
            </w:r>
            <w:r w:rsidRPr="009647FC">
              <w:rPr>
                <w:rtl/>
              </w:rPr>
              <w:t>هادي</w:t>
            </w:r>
            <w:r>
              <w:rPr>
                <w:rtl/>
              </w:rPr>
              <w:t xml:space="preserve">) </w:t>
            </w:r>
            <w:r w:rsidRPr="009647FC">
              <w:rPr>
                <w:rtl/>
              </w:rPr>
              <w:t>مجده</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حتى</w:t>
            </w:r>
            <w:r w:rsidR="004C00A8">
              <w:rPr>
                <w:rtl/>
              </w:rPr>
              <w:t xml:space="preserve"> </w:t>
            </w:r>
            <w:r w:rsidRPr="009647FC">
              <w:rPr>
                <w:rtl/>
              </w:rPr>
              <w:t>سما</w:t>
            </w:r>
            <w:r>
              <w:rPr>
                <w:rtl/>
              </w:rPr>
              <w:t xml:space="preserve"> </w:t>
            </w:r>
            <w:r w:rsidRPr="009647FC">
              <w:rPr>
                <w:rtl/>
              </w:rPr>
              <w:t>الكاهل</w:t>
            </w:r>
            <w:r>
              <w:rPr>
                <w:rtl/>
              </w:rPr>
              <w:t xml:space="preserve"> </w:t>
            </w:r>
            <w:r w:rsidRPr="009647FC">
              <w:rPr>
                <w:rtl/>
              </w:rPr>
              <w:t>من</w:t>
            </w:r>
            <w:r>
              <w:rPr>
                <w:rtl/>
              </w:rPr>
              <w:t xml:space="preserve"> </w:t>
            </w:r>
            <w:r w:rsidRPr="009647FC">
              <w:rPr>
                <w:rtl/>
              </w:rPr>
              <w:t>أفرادها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واتقدت</w:t>
            </w:r>
            <w:r>
              <w:rPr>
                <w:rtl/>
              </w:rPr>
              <w:t xml:space="preserve"> </w:t>
            </w:r>
            <w:r w:rsidRPr="009647FC">
              <w:rPr>
                <w:rtl/>
              </w:rPr>
              <w:t>من</w:t>
            </w:r>
            <w:r>
              <w:rPr>
                <w:rtl/>
              </w:rPr>
              <w:t xml:space="preserve"> </w:t>
            </w:r>
            <w:r w:rsidRPr="009647FC">
              <w:rPr>
                <w:rtl/>
              </w:rPr>
              <w:t>فوقها</w:t>
            </w:r>
            <w:r>
              <w:rPr>
                <w:rtl/>
              </w:rPr>
              <w:t xml:space="preserve"> </w:t>
            </w:r>
            <w:r w:rsidRPr="009647FC">
              <w:rPr>
                <w:rtl/>
              </w:rPr>
              <w:t>أنوارها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حتى</w:t>
            </w:r>
            <w:r>
              <w:rPr>
                <w:rtl/>
              </w:rPr>
              <w:t xml:space="preserve"> </w:t>
            </w:r>
            <w:r w:rsidRPr="009647FC">
              <w:rPr>
                <w:rtl/>
              </w:rPr>
              <w:t>شكت</w:t>
            </w:r>
            <w:r>
              <w:rPr>
                <w:rtl/>
              </w:rPr>
              <w:t xml:space="preserve"> </w:t>
            </w:r>
            <w:r w:rsidRPr="009647FC">
              <w:rPr>
                <w:rtl/>
              </w:rPr>
              <w:t>إليه</w:t>
            </w:r>
            <w:r>
              <w:rPr>
                <w:rtl/>
              </w:rPr>
              <w:t xml:space="preserve"> </w:t>
            </w:r>
            <w:r w:rsidRPr="009647FC">
              <w:rPr>
                <w:rtl/>
              </w:rPr>
              <w:t>من</w:t>
            </w:r>
            <w:r>
              <w:rPr>
                <w:rtl/>
              </w:rPr>
              <w:t xml:space="preserve"> </w:t>
            </w:r>
            <w:r w:rsidRPr="009647FC">
              <w:rPr>
                <w:rtl/>
              </w:rPr>
              <w:t>إخمادها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قد</w:t>
            </w:r>
            <w:r w:rsidR="004C00A8">
              <w:rPr>
                <w:rtl/>
              </w:rPr>
              <w:t xml:space="preserve"> </w:t>
            </w:r>
            <w:r w:rsidRPr="009647FC">
              <w:rPr>
                <w:rtl/>
              </w:rPr>
              <w:t>خلّف</w:t>
            </w:r>
            <w:r>
              <w:rPr>
                <w:rtl/>
              </w:rPr>
              <w:t xml:space="preserve"> (</w:t>
            </w:r>
            <w:r w:rsidRPr="009647FC">
              <w:rPr>
                <w:rtl/>
              </w:rPr>
              <w:t>المهديُّ</w:t>
            </w:r>
            <w:r>
              <w:rPr>
                <w:rtl/>
              </w:rPr>
              <w:t xml:space="preserve">) </w:t>
            </w:r>
            <w:r w:rsidRPr="009647FC">
              <w:rPr>
                <w:rtl/>
              </w:rPr>
              <w:t>خير</w:t>
            </w:r>
            <w:r>
              <w:rPr>
                <w:rtl/>
              </w:rPr>
              <w:t xml:space="preserve"> </w:t>
            </w:r>
            <w:r w:rsidRPr="009647FC">
              <w:rPr>
                <w:rtl/>
              </w:rPr>
              <w:t>م</w:t>
            </w:r>
            <w:r>
              <w:rPr>
                <w:rtl/>
              </w:rPr>
              <w:t>َ</w:t>
            </w:r>
            <w:r w:rsidRPr="009647FC">
              <w:rPr>
                <w:rtl/>
              </w:rPr>
              <w:t>نْ</w:t>
            </w:r>
            <w:r>
              <w:rPr>
                <w:rtl/>
              </w:rPr>
              <w:t xml:space="preserve"> </w:t>
            </w:r>
            <w:r w:rsidRPr="009647FC">
              <w:rPr>
                <w:rtl/>
              </w:rPr>
              <w:t>مشى</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في</w:t>
            </w:r>
            <w:r w:rsidR="004C00A8">
              <w:rPr>
                <w:rtl/>
              </w:rPr>
              <w:t xml:space="preserve"> </w:t>
            </w:r>
            <w:r w:rsidRPr="009647FC">
              <w:rPr>
                <w:rtl/>
              </w:rPr>
              <w:t>هذه</w:t>
            </w:r>
            <w:r>
              <w:rPr>
                <w:rtl/>
              </w:rPr>
              <w:t xml:space="preserve"> </w:t>
            </w:r>
            <w:r w:rsidRPr="009647FC">
              <w:rPr>
                <w:rtl/>
              </w:rPr>
              <w:t>الأرض</w:t>
            </w:r>
            <w:r>
              <w:rPr>
                <w:rtl/>
              </w:rPr>
              <w:t xml:space="preserve"> </w:t>
            </w:r>
            <w:r w:rsidRPr="009647FC">
              <w:rPr>
                <w:rtl/>
              </w:rPr>
              <w:t>على</w:t>
            </w:r>
            <w:r>
              <w:rPr>
                <w:rtl/>
              </w:rPr>
              <w:t xml:space="preserve"> </w:t>
            </w:r>
            <w:r w:rsidRPr="009647FC">
              <w:rPr>
                <w:rtl/>
              </w:rPr>
              <w:t>مهادها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وقام</w:t>
            </w:r>
            <w:r w:rsidR="004C00A8">
              <w:rPr>
                <w:rtl/>
              </w:rPr>
              <w:t xml:space="preserve"> </w:t>
            </w:r>
            <w:r w:rsidRPr="009647FC">
              <w:rPr>
                <w:rtl/>
              </w:rPr>
              <w:t>في</w:t>
            </w:r>
            <w:r>
              <w:rPr>
                <w:rtl/>
              </w:rPr>
              <w:t xml:space="preserve"> </w:t>
            </w:r>
            <w:r w:rsidRPr="009647FC">
              <w:rPr>
                <w:rtl/>
              </w:rPr>
              <w:t>دار</w:t>
            </w:r>
            <w:r>
              <w:rPr>
                <w:rtl/>
              </w:rPr>
              <w:t xml:space="preserve"> </w:t>
            </w:r>
            <w:r w:rsidRPr="009647FC">
              <w:rPr>
                <w:rtl/>
              </w:rPr>
              <w:t>علاهُ</w:t>
            </w:r>
            <w:r>
              <w:rPr>
                <w:rtl/>
              </w:rPr>
              <w:t xml:space="preserve"> </w:t>
            </w:r>
            <w:r w:rsidRPr="009647FC">
              <w:rPr>
                <w:rtl/>
              </w:rPr>
              <w:t>حافظا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له</w:t>
            </w:r>
            <w:r w:rsidR="004C00A8">
              <w:rPr>
                <w:rtl/>
              </w:rPr>
              <w:t xml:space="preserve"> </w:t>
            </w:r>
            <w:r w:rsidRPr="009647FC">
              <w:rPr>
                <w:rtl/>
              </w:rPr>
              <w:t>ذمام</w:t>
            </w:r>
            <w:r>
              <w:rPr>
                <w:rtl/>
              </w:rPr>
              <w:t xml:space="preserve">َ </w:t>
            </w:r>
            <w:r w:rsidRPr="009647FC">
              <w:rPr>
                <w:rtl/>
              </w:rPr>
              <w:t>الجود</w:t>
            </w:r>
            <w:r>
              <w:rPr>
                <w:rtl/>
              </w:rPr>
              <w:t xml:space="preserve"> </w:t>
            </w:r>
            <w:r w:rsidRPr="009647FC">
              <w:rPr>
                <w:rtl/>
              </w:rPr>
              <w:t>في</w:t>
            </w:r>
            <w:r>
              <w:rPr>
                <w:rtl/>
              </w:rPr>
              <w:t xml:space="preserve"> </w:t>
            </w:r>
            <w:r w:rsidRPr="009647FC">
              <w:rPr>
                <w:rtl/>
              </w:rPr>
              <w:t>وف</w:t>
            </w:r>
            <w:r w:rsidRPr="00B371C6">
              <w:rPr>
                <w:rtl/>
              </w:rPr>
              <w:t>ّ</w:t>
            </w:r>
            <w:r w:rsidRPr="009647FC">
              <w:rPr>
                <w:rtl/>
              </w:rPr>
              <w:t>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وبعضهم</w:t>
            </w:r>
            <w:r w:rsidR="004C00A8">
              <w:rPr>
                <w:rtl/>
              </w:rPr>
              <w:t xml:space="preserve"> </w:t>
            </w:r>
            <w:r w:rsidRPr="009647FC">
              <w:rPr>
                <w:rtl/>
              </w:rPr>
              <w:t>كالنار</w:t>
            </w:r>
            <w:r>
              <w:rPr>
                <w:rtl/>
              </w:rPr>
              <w:t xml:space="preserve"> </w:t>
            </w:r>
            <w:r w:rsidRPr="009647FC">
              <w:rPr>
                <w:rtl/>
              </w:rPr>
              <w:t>لا</w:t>
            </w:r>
            <w:r>
              <w:rPr>
                <w:rtl/>
              </w:rPr>
              <w:t xml:space="preserve"> </w:t>
            </w:r>
            <w:r w:rsidRPr="009647FC">
              <w:rPr>
                <w:rtl/>
              </w:rPr>
              <w:t>يخلفها</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منها</w:t>
            </w:r>
            <w:r w:rsidR="004C00A8">
              <w:rPr>
                <w:rtl/>
              </w:rPr>
              <w:t xml:space="preserve"> </w:t>
            </w:r>
            <w:r w:rsidRPr="009647FC">
              <w:rPr>
                <w:rtl/>
              </w:rPr>
              <w:t>سوى</w:t>
            </w:r>
            <w:r>
              <w:rPr>
                <w:rtl/>
              </w:rPr>
              <w:t xml:space="preserve"> </w:t>
            </w:r>
            <w:r w:rsidRPr="009647FC">
              <w:rPr>
                <w:rtl/>
              </w:rPr>
              <w:t>ما</w:t>
            </w:r>
            <w:r>
              <w:rPr>
                <w:rtl/>
              </w:rPr>
              <w:t xml:space="preserve"> </w:t>
            </w:r>
            <w:r w:rsidRPr="009647FC">
              <w:rPr>
                <w:rtl/>
              </w:rPr>
              <w:t>كان</w:t>
            </w:r>
            <w:r>
              <w:rPr>
                <w:rtl/>
              </w:rPr>
              <w:t xml:space="preserve"> </w:t>
            </w:r>
            <w:r w:rsidRPr="009647FC">
              <w:rPr>
                <w:rtl/>
              </w:rPr>
              <w:t>من</w:t>
            </w:r>
            <w:r>
              <w:rPr>
                <w:rtl/>
              </w:rPr>
              <w:t xml:space="preserve"> </w:t>
            </w:r>
            <w:r w:rsidRPr="009647FC">
              <w:rPr>
                <w:rtl/>
              </w:rPr>
              <w:t>رمادها</w:t>
            </w:r>
            <w:r w:rsidRPr="00524A24">
              <w:rPr>
                <w:rStyle w:val="libPoemTiniChar0"/>
                <w:rtl/>
              </w:rPr>
              <w:br/>
              <w:t> </w:t>
            </w:r>
          </w:p>
        </w:tc>
      </w:tr>
      <w:tr w:rsidR="00A21D23" w:rsidRPr="00524A24" w:rsidTr="00A21D23">
        <w:trPr>
          <w:trHeight w:val="350"/>
        </w:trPr>
        <w:tc>
          <w:tcPr>
            <w:tcW w:w="3902" w:type="dxa"/>
          </w:tcPr>
          <w:p w:rsidR="00A21D23" w:rsidRPr="00524A24" w:rsidRDefault="00A21D23" w:rsidP="00A21D23">
            <w:pPr>
              <w:pStyle w:val="libPoem"/>
            </w:pPr>
            <w:r w:rsidRPr="009647FC">
              <w:rPr>
                <w:rtl/>
              </w:rPr>
              <w:t>أبلج</w:t>
            </w:r>
            <w:r>
              <w:rPr>
                <w:rtl/>
              </w:rPr>
              <w:t xml:space="preserve"> </w:t>
            </w:r>
            <w:r w:rsidRPr="009647FC">
              <w:rPr>
                <w:rtl/>
              </w:rPr>
              <w:t>لا</w:t>
            </w:r>
            <w:r>
              <w:rPr>
                <w:rtl/>
              </w:rPr>
              <w:t xml:space="preserve"> </w:t>
            </w:r>
            <w:r w:rsidRPr="009647FC">
              <w:rPr>
                <w:rtl/>
              </w:rPr>
              <w:t>يشبهه</w:t>
            </w:r>
            <w:r>
              <w:rPr>
                <w:rtl/>
              </w:rPr>
              <w:t xml:space="preserve"> </w:t>
            </w:r>
            <w:r w:rsidRPr="009647FC">
              <w:rPr>
                <w:rtl/>
              </w:rPr>
              <w:t>البدرُ</w:t>
            </w:r>
            <w:r>
              <w:rPr>
                <w:rtl/>
              </w:rPr>
              <w:t xml:space="preserve"> </w:t>
            </w:r>
            <w:r w:rsidRPr="009647FC">
              <w:rPr>
                <w:rtl/>
              </w:rPr>
              <w:t>لأن</w:t>
            </w:r>
            <w:r w:rsidRPr="00524A24">
              <w:rPr>
                <w:rStyle w:val="libPoemTiniChar0"/>
                <w:rtl/>
              </w:rPr>
              <w:br/>
              <w:t> </w:t>
            </w:r>
          </w:p>
        </w:tc>
        <w:tc>
          <w:tcPr>
            <w:tcW w:w="301" w:type="dxa"/>
          </w:tcPr>
          <w:p w:rsidR="00A21D23" w:rsidRPr="00524A24" w:rsidRDefault="00A21D23" w:rsidP="00A21D23">
            <w:pPr>
              <w:pStyle w:val="libPoem"/>
              <w:rPr>
                <w:rtl/>
              </w:rPr>
            </w:pPr>
          </w:p>
        </w:tc>
        <w:tc>
          <w:tcPr>
            <w:tcW w:w="3884" w:type="dxa"/>
          </w:tcPr>
          <w:p w:rsidR="00A21D23" w:rsidRPr="00524A24" w:rsidRDefault="00A21D23" w:rsidP="00A21D23">
            <w:pPr>
              <w:pStyle w:val="libPoem"/>
            </w:pPr>
            <w:r w:rsidRPr="009647FC">
              <w:rPr>
                <w:rtl/>
              </w:rPr>
              <w:t>تشينه</w:t>
            </w:r>
            <w:r w:rsidR="004C00A8">
              <w:rPr>
                <w:rtl/>
              </w:rPr>
              <w:t xml:space="preserve"> </w:t>
            </w:r>
            <w:r w:rsidRPr="009647FC">
              <w:rPr>
                <w:rtl/>
              </w:rPr>
              <w:t>الكلفةُ</w:t>
            </w:r>
            <w:r>
              <w:rPr>
                <w:rtl/>
              </w:rPr>
              <w:t xml:space="preserve"> </w:t>
            </w:r>
            <w:r w:rsidRPr="009647FC">
              <w:rPr>
                <w:rtl/>
              </w:rPr>
              <w:t>في</w:t>
            </w:r>
            <w:r>
              <w:rPr>
                <w:rtl/>
              </w:rPr>
              <w:t xml:space="preserve"> </w:t>
            </w:r>
            <w:r w:rsidRPr="009647FC">
              <w:rPr>
                <w:rtl/>
              </w:rPr>
              <w:t>سوادها</w:t>
            </w:r>
            <w:r w:rsidRPr="004E7EC6">
              <w:rPr>
                <w:rStyle w:val="libFootnotenumChar"/>
                <w:rtl/>
              </w:rPr>
              <w:t>(4)</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الأصلاد</w:t>
      </w:r>
      <w:r w:rsidR="00D769AB">
        <w:rPr>
          <w:rtl/>
        </w:rPr>
        <w:t>:</w:t>
      </w:r>
      <w:r w:rsidRPr="009647FC">
        <w:rPr>
          <w:rtl/>
        </w:rPr>
        <w:t xml:space="preserve"> السنوات الشديدة في قحطها</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الأزباد</w:t>
      </w:r>
      <w:r w:rsidR="00D769AB">
        <w:rPr>
          <w:rtl/>
        </w:rPr>
        <w:t>:</w:t>
      </w:r>
      <w:r w:rsidRPr="009647FC">
        <w:rPr>
          <w:rtl/>
        </w:rPr>
        <w:t xml:space="preserve"> ما يطفح على وجه البحر إذا اضطربت مياهه</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الثماد</w:t>
      </w:r>
      <w:r w:rsidR="00D769AB">
        <w:rPr>
          <w:rtl/>
        </w:rPr>
        <w:t>:</w:t>
      </w:r>
      <w:r w:rsidRPr="009647FC">
        <w:rPr>
          <w:rtl/>
        </w:rPr>
        <w:t xml:space="preserve"> المياه القليلة</w:t>
      </w:r>
      <w:r w:rsidR="00D769AB">
        <w:rPr>
          <w:rtl/>
        </w:rPr>
        <w:t>،</w:t>
      </w:r>
      <w:r w:rsidRPr="009647FC">
        <w:rPr>
          <w:rtl/>
        </w:rPr>
        <w:t xml:space="preserve"> والحفر التي تتجمّع فيها المياه</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المطبوع</w:t>
      </w:r>
      <w:r w:rsidR="00D769AB">
        <w:rPr>
          <w:rtl/>
        </w:rPr>
        <w:t>:</w:t>
      </w:r>
      <w:r w:rsidRPr="009647FC">
        <w:rPr>
          <w:rtl/>
        </w:rPr>
        <w:t xml:space="preserve"> في اسودادها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D1F00" w:rsidRPr="00524A24" w:rsidTr="00DD1F00">
        <w:trPr>
          <w:trHeight w:val="350"/>
        </w:trPr>
        <w:tc>
          <w:tcPr>
            <w:tcW w:w="3902" w:type="dxa"/>
          </w:tcPr>
          <w:p w:rsidR="00DD1F00" w:rsidRPr="00524A24" w:rsidRDefault="00DD1F00" w:rsidP="008D3009">
            <w:pPr>
              <w:pStyle w:val="libPoem"/>
            </w:pPr>
            <w:r w:rsidRPr="009647FC">
              <w:rPr>
                <w:rtl/>
              </w:rPr>
              <w:lastRenderedPageBreak/>
              <w:t>من</w:t>
            </w:r>
            <w:r>
              <w:rPr>
                <w:rtl/>
              </w:rPr>
              <w:t xml:space="preserve"> </w:t>
            </w:r>
            <w:r w:rsidRPr="009647FC">
              <w:rPr>
                <w:rtl/>
              </w:rPr>
              <w:t>فئة</w:t>
            </w:r>
            <w:r>
              <w:rPr>
                <w:rtl/>
              </w:rPr>
              <w:t xml:space="preserve"> </w:t>
            </w:r>
            <w:r w:rsidRPr="009647FC">
              <w:rPr>
                <w:rtl/>
              </w:rPr>
              <w:t>فيها</w:t>
            </w:r>
            <w:r>
              <w:rPr>
                <w:rtl/>
              </w:rPr>
              <w:t xml:space="preserve"> </w:t>
            </w:r>
            <w:r w:rsidRPr="009647FC">
              <w:rPr>
                <w:rtl/>
              </w:rPr>
              <w:t>الوقارُ</w:t>
            </w:r>
            <w:r>
              <w:rPr>
                <w:rtl/>
              </w:rPr>
              <w:t xml:space="preserve"> </w:t>
            </w:r>
            <w:r w:rsidRPr="009647FC">
              <w:rPr>
                <w:rtl/>
              </w:rPr>
              <w:t>والنهى</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ساعة</w:t>
            </w:r>
            <w:r w:rsidR="004C00A8">
              <w:rPr>
                <w:rtl/>
              </w:rPr>
              <w:t xml:space="preserve"> </w:t>
            </w:r>
            <w:r w:rsidRPr="009647FC">
              <w:rPr>
                <w:rtl/>
              </w:rPr>
              <w:t>تستهلُّ</w:t>
            </w:r>
            <w:r>
              <w:rPr>
                <w:rtl/>
              </w:rPr>
              <w:t xml:space="preserve"> </w:t>
            </w:r>
            <w:r w:rsidRPr="009647FC">
              <w:rPr>
                <w:rtl/>
              </w:rPr>
              <w:t>في</w:t>
            </w:r>
            <w:r>
              <w:rPr>
                <w:rtl/>
              </w:rPr>
              <w:t xml:space="preserve"> </w:t>
            </w:r>
            <w:r w:rsidRPr="009647FC">
              <w:rPr>
                <w:rtl/>
              </w:rPr>
              <w:t>ميلادها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Pr>
                <w:rtl/>
              </w:rPr>
              <w:t>(</w:t>
            </w:r>
            <w:r w:rsidRPr="009647FC">
              <w:rPr>
                <w:rtl/>
              </w:rPr>
              <w:t>كمصطفى</w:t>
            </w:r>
            <w:r>
              <w:rPr>
                <w:rtl/>
              </w:rPr>
              <w:t xml:space="preserve">) </w:t>
            </w:r>
            <w:r w:rsidRPr="009647FC">
              <w:rPr>
                <w:rtl/>
              </w:rPr>
              <w:t>الفخر</w:t>
            </w:r>
            <w:r>
              <w:rPr>
                <w:rtl/>
              </w:rPr>
              <w:t xml:space="preserve"> </w:t>
            </w:r>
            <w:r w:rsidRPr="009647FC">
              <w:rPr>
                <w:rtl/>
              </w:rPr>
              <w:t>وناهيك</w:t>
            </w:r>
            <w:r>
              <w:rPr>
                <w:rtl/>
              </w:rPr>
              <w:t xml:space="preserve"> </w:t>
            </w:r>
            <w:r w:rsidRPr="009647FC">
              <w:rPr>
                <w:rtl/>
              </w:rPr>
              <w:t>به</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في</w:t>
            </w:r>
            <w:r>
              <w:rPr>
                <w:rtl/>
              </w:rPr>
              <w:t xml:space="preserve"> </w:t>
            </w:r>
            <w:r w:rsidRPr="009647FC">
              <w:rPr>
                <w:rtl/>
              </w:rPr>
              <w:t>شرف</w:t>
            </w:r>
            <w:r>
              <w:rPr>
                <w:rtl/>
              </w:rPr>
              <w:t xml:space="preserve"> </w:t>
            </w:r>
            <w:r w:rsidRPr="009647FC">
              <w:rPr>
                <w:rtl/>
              </w:rPr>
              <w:t>النفس</w:t>
            </w:r>
            <w:r>
              <w:rPr>
                <w:rtl/>
              </w:rPr>
              <w:t xml:space="preserve"> </w:t>
            </w:r>
            <w:r w:rsidRPr="009647FC">
              <w:rPr>
                <w:rtl/>
              </w:rPr>
              <w:t>وفي</w:t>
            </w:r>
            <w:r>
              <w:rPr>
                <w:rtl/>
              </w:rPr>
              <w:t xml:space="preserve"> </w:t>
            </w:r>
            <w:r w:rsidRPr="009647FC">
              <w:rPr>
                <w:rtl/>
              </w:rPr>
              <w:t>إرفادها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جلّ</w:t>
            </w:r>
            <w:r>
              <w:rPr>
                <w:rtl/>
              </w:rPr>
              <w:t>َ</w:t>
            </w:r>
            <w:r w:rsidR="004C00A8">
              <w:rPr>
                <w:rtl/>
              </w:rPr>
              <w:t xml:space="preserve"> </w:t>
            </w:r>
            <w:r w:rsidRPr="009647FC">
              <w:rPr>
                <w:rtl/>
              </w:rPr>
              <w:t>فلولا</w:t>
            </w:r>
            <w:r>
              <w:rPr>
                <w:rtl/>
              </w:rPr>
              <w:t xml:space="preserve"> </w:t>
            </w:r>
            <w:r w:rsidRPr="009647FC">
              <w:rPr>
                <w:rtl/>
              </w:rPr>
              <w:t>صغرُ</w:t>
            </w:r>
            <w:r>
              <w:rPr>
                <w:rtl/>
              </w:rPr>
              <w:t xml:space="preserve"> </w:t>
            </w:r>
            <w:r w:rsidRPr="009647FC">
              <w:rPr>
                <w:rtl/>
              </w:rPr>
              <w:t>النفس</w:t>
            </w:r>
            <w:r>
              <w:rPr>
                <w:rtl/>
              </w:rPr>
              <w:t xml:space="preserve"> </w:t>
            </w:r>
            <w:r w:rsidRPr="009647FC">
              <w:rPr>
                <w:rtl/>
              </w:rPr>
              <w:t>إذن</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لقيل</w:t>
            </w:r>
            <w:r w:rsidR="004C00A8">
              <w:rPr>
                <w:rtl/>
              </w:rPr>
              <w:t xml:space="preserve"> </w:t>
            </w:r>
            <w:r w:rsidRPr="009647FC">
              <w:rPr>
                <w:rtl/>
              </w:rPr>
              <w:t>هذا</w:t>
            </w:r>
            <w:r>
              <w:rPr>
                <w:rtl/>
              </w:rPr>
              <w:t xml:space="preserve"> </w:t>
            </w:r>
            <w:r w:rsidRPr="009647FC">
              <w:rPr>
                <w:rtl/>
              </w:rPr>
              <w:t>مصطفى</w:t>
            </w:r>
            <w:r>
              <w:rPr>
                <w:rtl/>
              </w:rPr>
              <w:t xml:space="preserve"> </w:t>
            </w:r>
            <w:r w:rsidRPr="009647FC">
              <w:rPr>
                <w:rtl/>
              </w:rPr>
              <w:t>أجدادها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م</w:t>
            </w:r>
            <w:r>
              <w:rPr>
                <w:rtl/>
              </w:rPr>
              <w:t>َ</w:t>
            </w:r>
            <w:r w:rsidRPr="009647FC">
              <w:rPr>
                <w:rtl/>
              </w:rPr>
              <w:t>ن</w:t>
            </w:r>
            <w:r w:rsidR="004C00A8">
              <w:rPr>
                <w:rtl/>
              </w:rPr>
              <w:t xml:space="preserve"> </w:t>
            </w:r>
            <w:r w:rsidRPr="009647FC">
              <w:rPr>
                <w:rtl/>
              </w:rPr>
              <w:t>مثله</w:t>
            </w:r>
            <w:r>
              <w:rPr>
                <w:rtl/>
              </w:rPr>
              <w:t xml:space="preserve"> </w:t>
            </w:r>
            <w:r w:rsidRPr="009647FC">
              <w:rPr>
                <w:rtl/>
              </w:rPr>
              <w:t>وأين</w:t>
            </w:r>
            <w:r>
              <w:rPr>
                <w:rtl/>
              </w:rPr>
              <w:t xml:space="preserve"> </w:t>
            </w:r>
            <w:r w:rsidRPr="009647FC">
              <w:rPr>
                <w:rtl/>
              </w:rPr>
              <w:t>تلقى</w:t>
            </w:r>
            <w:r>
              <w:rPr>
                <w:rtl/>
              </w:rPr>
              <w:t xml:space="preserve"> </w:t>
            </w:r>
            <w:r w:rsidRPr="009647FC">
              <w:rPr>
                <w:rtl/>
              </w:rPr>
              <w:t>مثله؟</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يا</w:t>
            </w:r>
            <w:r>
              <w:rPr>
                <w:rtl/>
              </w:rPr>
              <w:t xml:space="preserve"> </w:t>
            </w:r>
            <w:r w:rsidRPr="009647FC">
              <w:rPr>
                <w:rtl/>
              </w:rPr>
              <w:t>رائد</w:t>
            </w:r>
            <w:r>
              <w:rPr>
                <w:rtl/>
              </w:rPr>
              <w:t xml:space="preserve"> </w:t>
            </w:r>
            <w:r w:rsidRPr="009647FC">
              <w:rPr>
                <w:rtl/>
              </w:rPr>
              <w:t>المعروف</w:t>
            </w:r>
            <w:r>
              <w:rPr>
                <w:rtl/>
              </w:rPr>
              <w:t xml:space="preserve"> </w:t>
            </w:r>
            <w:r w:rsidRPr="009647FC">
              <w:rPr>
                <w:rtl/>
              </w:rPr>
              <w:t>في</w:t>
            </w:r>
            <w:r>
              <w:rPr>
                <w:rtl/>
              </w:rPr>
              <w:t xml:space="preserve"> </w:t>
            </w:r>
            <w:r w:rsidRPr="009647FC">
              <w:rPr>
                <w:rtl/>
              </w:rPr>
              <w:t>أجوادها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هذا</w:t>
            </w:r>
            <w:r>
              <w:rPr>
                <w:rtl/>
              </w:rPr>
              <w:t xml:space="preserve"> </w:t>
            </w:r>
            <w:r w:rsidRPr="009647FC">
              <w:rPr>
                <w:rtl/>
              </w:rPr>
              <w:t>الذي</w:t>
            </w:r>
            <w:r>
              <w:rPr>
                <w:rtl/>
              </w:rPr>
              <w:t xml:space="preserve"> </w:t>
            </w:r>
            <w:r w:rsidRPr="009647FC">
              <w:rPr>
                <w:rtl/>
              </w:rPr>
              <w:t>قد</w:t>
            </w:r>
            <w:r>
              <w:rPr>
                <w:rtl/>
              </w:rPr>
              <w:t xml:space="preserve"> </w:t>
            </w:r>
            <w:r w:rsidRPr="009647FC">
              <w:rPr>
                <w:rtl/>
              </w:rPr>
              <w:t>وجدت</w:t>
            </w:r>
            <w:r>
              <w:rPr>
                <w:rtl/>
              </w:rPr>
              <w:t xml:space="preserve"> </w:t>
            </w:r>
            <w:r w:rsidRPr="009647FC">
              <w:rPr>
                <w:rtl/>
              </w:rPr>
              <w:t>عفاتُه</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برد</w:t>
            </w:r>
            <w:r w:rsidR="004C00A8">
              <w:rPr>
                <w:rtl/>
              </w:rPr>
              <w:t xml:space="preserve"> </w:t>
            </w:r>
            <w:r w:rsidRPr="009647FC">
              <w:rPr>
                <w:rtl/>
              </w:rPr>
              <w:t>الندى</w:t>
            </w:r>
            <w:r>
              <w:rPr>
                <w:rtl/>
              </w:rPr>
              <w:t xml:space="preserve"> </w:t>
            </w:r>
            <w:r w:rsidRPr="009647FC">
              <w:rPr>
                <w:rtl/>
              </w:rPr>
              <w:t>منه</w:t>
            </w:r>
            <w:r>
              <w:rPr>
                <w:rtl/>
              </w:rPr>
              <w:t xml:space="preserve"> </w:t>
            </w:r>
            <w:r w:rsidRPr="009647FC">
              <w:rPr>
                <w:rtl/>
              </w:rPr>
              <w:t>على</w:t>
            </w:r>
            <w:r>
              <w:rPr>
                <w:rtl/>
              </w:rPr>
              <w:t xml:space="preserve"> </w:t>
            </w:r>
            <w:r w:rsidRPr="009647FC">
              <w:rPr>
                <w:rtl/>
              </w:rPr>
              <w:t>أكبادها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وعن</w:t>
            </w:r>
            <w:r>
              <w:rPr>
                <w:rtl/>
              </w:rPr>
              <w:t xml:space="preserve"> </w:t>
            </w:r>
            <w:r w:rsidRPr="009647FC">
              <w:rPr>
                <w:rtl/>
              </w:rPr>
              <w:t>حسينٍ</w:t>
            </w:r>
            <w:r>
              <w:rPr>
                <w:rtl/>
              </w:rPr>
              <w:t xml:space="preserve"> </w:t>
            </w:r>
            <w:r w:rsidRPr="009647FC">
              <w:rPr>
                <w:rtl/>
              </w:rPr>
              <w:t>جودُه</w:t>
            </w:r>
            <w:r>
              <w:rPr>
                <w:rtl/>
              </w:rPr>
              <w:t xml:space="preserve"> </w:t>
            </w:r>
            <w:r w:rsidRPr="009647FC">
              <w:rPr>
                <w:rtl/>
              </w:rPr>
              <w:t>تحدّ</w:t>
            </w:r>
            <w:r>
              <w:rPr>
                <w:rtl/>
              </w:rPr>
              <w:t>َ</w:t>
            </w:r>
            <w:r w:rsidRPr="009647FC">
              <w:rPr>
                <w:rtl/>
              </w:rPr>
              <w:t>ثت</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تحدّث</w:t>
            </w:r>
            <w:r>
              <w:rPr>
                <w:rtl/>
              </w:rPr>
              <w:t xml:space="preserve">َ </w:t>
            </w:r>
            <w:r w:rsidRPr="009647FC">
              <w:rPr>
                <w:rtl/>
              </w:rPr>
              <w:t>الروضة</w:t>
            </w:r>
            <w:r>
              <w:rPr>
                <w:rtl/>
              </w:rPr>
              <w:t xml:space="preserve"> </w:t>
            </w:r>
            <w:r w:rsidRPr="009647FC">
              <w:rPr>
                <w:rtl/>
              </w:rPr>
              <w:t>عن</w:t>
            </w:r>
            <w:r>
              <w:rPr>
                <w:rtl/>
              </w:rPr>
              <w:t xml:space="preserve"> </w:t>
            </w:r>
            <w:r w:rsidRPr="009647FC">
              <w:rPr>
                <w:rtl/>
              </w:rPr>
              <w:t>عهادها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كالغيث</w:t>
            </w:r>
            <w:r>
              <w:rPr>
                <w:rtl/>
              </w:rPr>
              <w:t xml:space="preserve"> </w:t>
            </w:r>
            <w:r w:rsidRPr="009647FC">
              <w:rPr>
                <w:rtl/>
              </w:rPr>
              <w:t>في</w:t>
            </w:r>
            <w:r>
              <w:rPr>
                <w:rtl/>
              </w:rPr>
              <w:t xml:space="preserve"> </w:t>
            </w:r>
            <w:r w:rsidRPr="009647FC">
              <w:rPr>
                <w:rtl/>
              </w:rPr>
              <w:t>دنوه</w:t>
            </w:r>
            <w:r>
              <w:rPr>
                <w:rtl/>
              </w:rPr>
              <w:t xml:space="preserve">، </w:t>
            </w:r>
            <w:r w:rsidRPr="009647FC">
              <w:rPr>
                <w:rtl/>
              </w:rPr>
              <w:t>والبدر</w:t>
            </w:r>
            <w:r>
              <w:rPr>
                <w:rtl/>
              </w:rPr>
              <w:t xml:space="preserve"> </w:t>
            </w:r>
            <w:r w:rsidRPr="009647FC">
              <w:rPr>
                <w:rtl/>
              </w:rPr>
              <w:t>في</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علوِّه</w:t>
            </w:r>
            <w:r>
              <w:rPr>
                <w:rtl/>
              </w:rPr>
              <w:t xml:space="preserve">، </w:t>
            </w:r>
            <w:r w:rsidRPr="009647FC">
              <w:rPr>
                <w:rtl/>
              </w:rPr>
              <w:t>والشمس</w:t>
            </w:r>
            <w:r>
              <w:rPr>
                <w:rtl/>
              </w:rPr>
              <w:t xml:space="preserve"> </w:t>
            </w:r>
            <w:r w:rsidRPr="009647FC">
              <w:rPr>
                <w:rtl/>
              </w:rPr>
              <w:t>في</w:t>
            </w:r>
            <w:r>
              <w:rPr>
                <w:rtl/>
              </w:rPr>
              <w:t xml:space="preserve"> </w:t>
            </w:r>
            <w:r w:rsidRPr="009647FC">
              <w:rPr>
                <w:rtl/>
              </w:rPr>
              <w:t>اتقادها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بل</w:t>
            </w:r>
            <w:r w:rsidR="004C00A8">
              <w:rPr>
                <w:rtl/>
              </w:rPr>
              <w:t xml:space="preserve"> </w:t>
            </w:r>
            <w:r w:rsidRPr="009647FC">
              <w:rPr>
                <w:rtl/>
              </w:rPr>
              <w:t>في</w:t>
            </w:r>
            <w:r>
              <w:rPr>
                <w:rtl/>
              </w:rPr>
              <w:t xml:space="preserve"> (</w:t>
            </w:r>
            <w:r w:rsidRPr="009647FC">
              <w:rPr>
                <w:rtl/>
              </w:rPr>
              <w:t>أمين</w:t>
            </w:r>
            <w:r>
              <w:rPr>
                <w:rtl/>
              </w:rPr>
              <w:t xml:space="preserve">) </w:t>
            </w:r>
            <w:r w:rsidRPr="009647FC">
              <w:rPr>
                <w:rtl/>
              </w:rPr>
              <w:t>الحلم</w:t>
            </w:r>
            <w:r>
              <w:rPr>
                <w:rtl/>
              </w:rPr>
              <w:t xml:space="preserve"> </w:t>
            </w:r>
            <w:r w:rsidRPr="009647FC">
              <w:rPr>
                <w:rtl/>
              </w:rPr>
              <w:t>نفسُ</w:t>
            </w:r>
            <w:r>
              <w:rPr>
                <w:rtl/>
              </w:rPr>
              <w:t xml:space="preserve"> (</w:t>
            </w:r>
            <w:r w:rsidRPr="009647FC">
              <w:rPr>
                <w:rtl/>
              </w:rPr>
              <w:t>كاظمٍ</w:t>
            </w:r>
            <w:r>
              <w:rPr>
                <w:rtl/>
              </w:rPr>
              <w:t>)</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للغيظ</w:t>
            </w:r>
            <w:r w:rsidR="004C00A8">
              <w:rPr>
                <w:rtl/>
              </w:rPr>
              <w:t xml:space="preserve"> </w:t>
            </w:r>
            <w:r w:rsidRPr="009647FC">
              <w:rPr>
                <w:rtl/>
              </w:rPr>
              <w:t>ممّا</w:t>
            </w:r>
            <w:r>
              <w:rPr>
                <w:rtl/>
              </w:rPr>
              <w:t xml:space="preserve"> </w:t>
            </w:r>
            <w:r w:rsidRPr="009647FC">
              <w:rPr>
                <w:rtl/>
              </w:rPr>
              <w:t>ساء</w:t>
            </w:r>
            <w:r>
              <w:rPr>
                <w:rtl/>
              </w:rPr>
              <w:t xml:space="preserve"> </w:t>
            </w:r>
            <w:r w:rsidRPr="009647FC">
              <w:rPr>
                <w:rtl/>
              </w:rPr>
              <w:t>من</w:t>
            </w:r>
            <w:r>
              <w:rPr>
                <w:rtl/>
              </w:rPr>
              <w:t xml:space="preserve"> </w:t>
            </w:r>
            <w:r w:rsidRPr="009647FC">
              <w:rPr>
                <w:rtl/>
              </w:rPr>
              <w:t>حسّادها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Pr>
                <w:rtl/>
              </w:rPr>
              <w:t>(</w:t>
            </w:r>
            <w:r w:rsidRPr="009647FC">
              <w:rPr>
                <w:rtl/>
              </w:rPr>
              <w:t>جعفرُ</w:t>
            </w:r>
            <w:r>
              <w:rPr>
                <w:rtl/>
              </w:rPr>
              <w:t xml:space="preserve">) </w:t>
            </w:r>
            <w:r w:rsidRPr="009647FC">
              <w:rPr>
                <w:rtl/>
              </w:rPr>
              <w:t>فضلٍ</w:t>
            </w:r>
            <w:r>
              <w:rPr>
                <w:rtl/>
              </w:rPr>
              <w:t xml:space="preserve"> </w:t>
            </w:r>
            <w:r w:rsidRPr="009647FC">
              <w:rPr>
                <w:rtl/>
              </w:rPr>
              <w:t>و</w:t>
            </w:r>
            <w:r>
              <w:rPr>
                <w:rtl/>
              </w:rPr>
              <w:t>(</w:t>
            </w:r>
            <w:r w:rsidRPr="009647FC">
              <w:rPr>
                <w:rtl/>
              </w:rPr>
              <w:t>الجواد</w:t>
            </w:r>
            <w:r>
              <w:rPr>
                <w:rtl/>
              </w:rPr>
              <w:t xml:space="preserve">) </w:t>
            </w:r>
            <w:r w:rsidRPr="009647FC">
              <w:rPr>
                <w:rtl/>
              </w:rPr>
              <w:t>جعفرُ</w:t>
            </w:r>
            <w:r>
              <w:rPr>
                <w:rtl/>
              </w:rPr>
              <w:t xml:space="preserve"> </w:t>
            </w:r>
            <w:r w:rsidRPr="009647FC">
              <w:rPr>
                <w:rtl/>
              </w:rPr>
              <w:t>الـ</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فضل</w:t>
            </w:r>
            <w:r w:rsidR="004C00A8">
              <w:rPr>
                <w:rtl/>
              </w:rPr>
              <w:t xml:space="preserve"> </w:t>
            </w:r>
            <w:r w:rsidRPr="009647FC">
              <w:rPr>
                <w:rtl/>
              </w:rPr>
              <w:t>وذا</w:t>
            </w:r>
            <w:r>
              <w:rPr>
                <w:rtl/>
              </w:rPr>
              <w:t xml:space="preserve"> </w:t>
            </w:r>
            <w:r w:rsidRPr="009647FC">
              <w:rPr>
                <w:rtl/>
              </w:rPr>
              <w:t>حسبُك</w:t>
            </w:r>
            <w:r>
              <w:rPr>
                <w:rtl/>
              </w:rPr>
              <w:t xml:space="preserve"> </w:t>
            </w:r>
            <w:r w:rsidRPr="009647FC">
              <w:rPr>
                <w:rtl/>
              </w:rPr>
              <w:t>من</w:t>
            </w:r>
            <w:r>
              <w:rPr>
                <w:rtl/>
              </w:rPr>
              <w:t xml:space="preserve"> </w:t>
            </w:r>
            <w:r w:rsidRPr="009647FC">
              <w:rPr>
                <w:rtl/>
              </w:rPr>
              <w:t>تعدادها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قد</w:t>
            </w:r>
            <w:r w:rsidR="004C00A8">
              <w:rPr>
                <w:rtl/>
              </w:rPr>
              <w:t xml:space="preserve"> </w:t>
            </w:r>
            <w:r w:rsidRPr="009647FC">
              <w:rPr>
                <w:rtl/>
              </w:rPr>
              <w:t>ولدت</w:t>
            </w:r>
            <w:r>
              <w:rPr>
                <w:rtl/>
              </w:rPr>
              <w:t xml:space="preserve"> </w:t>
            </w:r>
            <w:r w:rsidRPr="009647FC">
              <w:rPr>
                <w:rtl/>
              </w:rPr>
              <w:t>أمُّ</w:t>
            </w:r>
            <w:r>
              <w:rPr>
                <w:rtl/>
              </w:rPr>
              <w:t xml:space="preserve"> </w:t>
            </w:r>
            <w:r w:rsidRPr="009647FC">
              <w:rPr>
                <w:rtl/>
              </w:rPr>
              <w:t>المعالي</w:t>
            </w:r>
            <w:r>
              <w:rPr>
                <w:rtl/>
              </w:rPr>
              <w:t xml:space="preserve"> </w:t>
            </w:r>
            <w:r w:rsidRPr="009647FC">
              <w:rPr>
                <w:rtl/>
              </w:rPr>
              <w:t>غير</w:t>
            </w:r>
            <w:r>
              <w:rPr>
                <w:rtl/>
              </w:rPr>
              <w:t>َ</w:t>
            </w:r>
            <w:r w:rsidRPr="009647FC">
              <w:rPr>
                <w:rtl/>
              </w:rPr>
              <w:t>ها</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لكن</w:t>
            </w:r>
            <w:r>
              <w:rPr>
                <w:rtl/>
              </w:rPr>
              <w:t xml:space="preserve"> </w:t>
            </w:r>
            <w:r w:rsidRPr="009647FC">
              <w:rPr>
                <w:rtl/>
              </w:rPr>
              <w:t>هي</w:t>
            </w:r>
            <w:r>
              <w:rPr>
                <w:rtl/>
              </w:rPr>
              <w:t xml:space="preserve"> </w:t>
            </w:r>
            <w:r w:rsidRPr="009647FC">
              <w:rPr>
                <w:rtl/>
              </w:rPr>
              <w:t>الصفوةُ</w:t>
            </w:r>
            <w:r>
              <w:rPr>
                <w:rtl/>
              </w:rPr>
              <w:t xml:space="preserve"> </w:t>
            </w:r>
            <w:r w:rsidRPr="009647FC">
              <w:rPr>
                <w:rtl/>
              </w:rPr>
              <w:t>من</w:t>
            </w:r>
            <w:r>
              <w:rPr>
                <w:rtl/>
              </w:rPr>
              <w:t xml:space="preserve"> </w:t>
            </w:r>
            <w:r w:rsidRPr="009647FC">
              <w:rPr>
                <w:rtl/>
              </w:rPr>
              <w:t>أولادها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تهوى</w:t>
            </w:r>
            <w:r>
              <w:rPr>
                <w:rtl/>
              </w:rPr>
              <w:t xml:space="preserve"> </w:t>
            </w:r>
            <w:r w:rsidRPr="009647FC">
              <w:rPr>
                <w:rtl/>
              </w:rPr>
              <w:t>السما</w:t>
            </w:r>
            <w:r>
              <w:rPr>
                <w:rtl/>
              </w:rPr>
              <w:t xml:space="preserve"> </w:t>
            </w:r>
            <w:r w:rsidRPr="009647FC">
              <w:rPr>
                <w:rtl/>
              </w:rPr>
              <w:t>أن</w:t>
            </w:r>
            <w:r>
              <w:rPr>
                <w:rtl/>
              </w:rPr>
              <w:t xml:space="preserve"> </w:t>
            </w:r>
            <w:r w:rsidRPr="009647FC">
              <w:rPr>
                <w:rtl/>
              </w:rPr>
              <w:t>تغتدي</w:t>
            </w:r>
            <w:r>
              <w:rPr>
                <w:rtl/>
              </w:rPr>
              <w:t xml:space="preserve"> </w:t>
            </w:r>
            <w:r w:rsidRPr="009647FC">
              <w:rPr>
                <w:rtl/>
              </w:rPr>
              <w:t>فراشها</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والشهبُ</w:t>
            </w:r>
            <w:r>
              <w:rPr>
                <w:rtl/>
              </w:rPr>
              <w:t xml:space="preserve"> </w:t>
            </w:r>
            <w:r w:rsidRPr="009647FC">
              <w:rPr>
                <w:rtl/>
              </w:rPr>
              <w:t>أن</w:t>
            </w:r>
            <w:r>
              <w:rPr>
                <w:rtl/>
              </w:rPr>
              <w:t xml:space="preserve"> </w:t>
            </w:r>
            <w:r w:rsidRPr="009647FC">
              <w:rPr>
                <w:rtl/>
              </w:rPr>
              <w:t>تكون</w:t>
            </w:r>
            <w:r>
              <w:rPr>
                <w:rtl/>
              </w:rPr>
              <w:t xml:space="preserve"> </w:t>
            </w:r>
            <w:r w:rsidRPr="009647FC">
              <w:rPr>
                <w:rtl/>
              </w:rPr>
              <w:t>من</w:t>
            </w:r>
            <w:r>
              <w:rPr>
                <w:rtl/>
              </w:rPr>
              <w:t xml:space="preserve"> </w:t>
            </w:r>
            <w:r w:rsidRPr="009647FC">
              <w:rPr>
                <w:rtl/>
              </w:rPr>
              <w:t>وسادها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حيث</w:t>
            </w:r>
            <w:r>
              <w:rPr>
                <w:rtl/>
              </w:rPr>
              <w:t xml:space="preserve"> </w:t>
            </w:r>
            <w:r w:rsidRPr="009647FC">
              <w:rPr>
                <w:rtl/>
              </w:rPr>
              <w:t>أبو</w:t>
            </w:r>
            <w:r>
              <w:rPr>
                <w:rtl/>
              </w:rPr>
              <w:t xml:space="preserve"> (</w:t>
            </w:r>
            <w:r w:rsidRPr="009647FC">
              <w:rPr>
                <w:rtl/>
              </w:rPr>
              <w:t>المهديّ</w:t>
            </w:r>
            <w:r>
              <w:rPr>
                <w:rtl/>
              </w:rPr>
              <w:t xml:space="preserve">) </w:t>
            </w:r>
            <w:r w:rsidRPr="009647FC">
              <w:rPr>
                <w:rtl/>
              </w:rPr>
              <w:t>قد</w:t>
            </w:r>
            <w:r>
              <w:rPr>
                <w:rtl/>
              </w:rPr>
              <w:t xml:space="preserve"> </w:t>
            </w:r>
            <w:r w:rsidRPr="009647FC">
              <w:rPr>
                <w:rtl/>
              </w:rPr>
              <w:t>رشّ</w:t>
            </w:r>
            <w:r>
              <w:rPr>
                <w:rtl/>
              </w:rPr>
              <w:t>َ</w:t>
            </w:r>
            <w:r w:rsidRPr="009647FC">
              <w:rPr>
                <w:rtl/>
              </w:rPr>
              <w:t>حها</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للفخر</w:t>
            </w:r>
            <w:r w:rsidR="004C00A8">
              <w:rPr>
                <w:rtl/>
              </w:rPr>
              <w:t xml:space="preserve"> </w:t>
            </w:r>
            <w:r w:rsidRPr="009647FC">
              <w:rPr>
                <w:rtl/>
              </w:rPr>
              <w:t>والسؤدد</w:t>
            </w:r>
            <w:r>
              <w:rPr>
                <w:rtl/>
              </w:rPr>
              <w:t xml:space="preserve"> </w:t>
            </w:r>
            <w:r w:rsidRPr="009647FC">
              <w:rPr>
                <w:rtl/>
              </w:rPr>
              <w:t>من</w:t>
            </w:r>
            <w:r>
              <w:rPr>
                <w:rtl/>
              </w:rPr>
              <w:t xml:space="preserve"> </w:t>
            </w:r>
            <w:r w:rsidRPr="009647FC">
              <w:rPr>
                <w:rtl/>
              </w:rPr>
              <w:t>ميلادها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يا</w:t>
            </w:r>
            <w:r>
              <w:rPr>
                <w:rtl/>
              </w:rPr>
              <w:t xml:space="preserve"> </w:t>
            </w:r>
            <w:r w:rsidRPr="009647FC">
              <w:rPr>
                <w:rtl/>
              </w:rPr>
              <w:t>فئةً</w:t>
            </w:r>
            <w:r>
              <w:rPr>
                <w:rtl/>
              </w:rPr>
              <w:t xml:space="preserve"> </w:t>
            </w:r>
            <w:r w:rsidRPr="009647FC">
              <w:rPr>
                <w:rtl/>
              </w:rPr>
              <w:t>أحلامها</w:t>
            </w:r>
            <w:r>
              <w:rPr>
                <w:rtl/>
              </w:rPr>
              <w:t xml:space="preserve"> </w:t>
            </w:r>
            <w:r w:rsidRPr="009647FC">
              <w:rPr>
                <w:rtl/>
              </w:rPr>
              <w:t>ما</w:t>
            </w:r>
            <w:r>
              <w:rPr>
                <w:rtl/>
              </w:rPr>
              <w:t xml:space="preserve"> </w:t>
            </w:r>
            <w:r w:rsidRPr="009647FC">
              <w:rPr>
                <w:rtl/>
              </w:rPr>
              <w:t>زحزحت</w:t>
            </w:r>
            <w:r w:rsidRPr="004E7EC6">
              <w:rPr>
                <w:rStyle w:val="libFootnotenumChar"/>
                <w:rtl/>
              </w:rPr>
              <w:t>(1)</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راجفة</w:t>
            </w:r>
            <w:r w:rsidR="004C00A8">
              <w:rPr>
                <w:rtl/>
              </w:rPr>
              <w:t xml:space="preserve"> </w:t>
            </w:r>
            <w:r w:rsidRPr="009647FC">
              <w:rPr>
                <w:rtl/>
              </w:rPr>
              <w:t>الخطوب</w:t>
            </w:r>
            <w:r>
              <w:rPr>
                <w:rtl/>
              </w:rPr>
              <w:t xml:space="preserve"> </w:t>
            </w:r>
            <w:r w:rsidRPr="009647FC">
              <w:rPr>
                <w:rtl/>
              </w:rPr>
              <w:t>من</w:t>
            </w:r>
            <w:r>
              <w:rPr>
                <w:rtl/>
              </w:rPr>
              <w:t xml:space="preserve"> </w:t>
            </w:r>
            <w:r w:rsidRPr="009647FC">
              <w:rPr>
                <w:rtl/>
              </w:rPr>
              <w:t>أطوادها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إليكموها</w:t>
            </w:r>
            <w:r w:rsidR="004C00A8">
              <w:rPr>
                <w:rtl/>
              </w:rPr>
              <w:t xml:space="preserve"> </w:t>
            </w:r>
            <w:r w:rsidRPr="009647FC">
              <w:rPr>
                <w:rtl/>
              </w:rPr>
              <w:t>غرراً</w:t>
            </w:r>
            <w:r>
              <w:rPr>
                <w:rtl/>
              </w:rPr>
              <w:t xml:space="preserve"> </w:t>
            </w:r>
            <w:r w:rsidRPr="009647FC">
              <w:rPr>
                <w:rtl/>
              </w:rPr>
              <w:t>وإن</w:t>
            </w:r>
            <w:r>
              <w:rPr>
                <w:rtl/>
              </w:rPr>
              <w:t xml:space="preserve"> </w:t>
            </w:r>
            <w:r w:rsidRPr="009647FC">
              <w:rPr>
                <w:rtl/>
              </w:rPr>
              <w:t>تكن</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بدت</w:t>
            </w:r>
            <w:r w:rsidR="004C00A8">
              <w:rPr>
                <w:rtl/>
              </w:rPr>
              <w:t xml:space="preserve"> </w:t>
            </w:r>
            <w:r w:rsidRPr="009647FC">
              <w:rPr>
                <w:rtl/>
              </w:rPr>
              <w:t>من</w:t>
            </w:r>
            <w:r>
              <w:rPr>
                <w:rtl/>
              </w:rPr>
              <w:t xml:space="preserve"> </w:t>
            </w:r>
            <w:r w:rsidRPr="009647FC">
              <w:rPr>
                <w:rtl/>
              </w:rPr>
              <w:t>الأحزان</w:t>
            </w:r>
            <w:r>
              <w:rPr>
                <w:rtl/>
              </w:rPr>
              <w:t xml:space="preserve"> </w:t>
            </w:r>
            <w:r w:rsidRPr="009647FC">
              <w:rPr>
                <w:rtl/>
              </w:rPr>
              <w:t>في</w:t>
            </w:r>
            <w:r>
              <w:rPr>
                <w:rtl/>
              </w:rPr>
              <w:t xml:space="preserve"> </w:t>
            </w:r>
            <w:r w:rsidRPr="009647FC">
              <w:rPr>
                <w:rtl/>
              </w:rPr>
              <w:t>سوادها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وسمتها</w:t>
            </w:r>
            <w:r w:rsidR="004C00A8">
              <w:rPr>
                <w:rtl/>
              </w:rPr>
              <w:t xml:space="preserve"> </w:t>
            </w:r>
            <w:r w:rsidRPr="009647FC">
              <w:rPr>
                <w:rtl/>
              </w:rPr>
              <w:t>بمدحكم</w:t>
            </w:r>
            <w:r>
              <w:rPr>
                <w:rtl/>
              </w:rPr>
              <w:t xml:space="preserve"> </w:t>
            </w:r>
            <w:r w:rsidRPr="009647FC">
              <w:rPr>
                <w:rtl/>
              </w:rPr>
              <w:t>فأقبلت</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سماتها</w:t>
            </w:r>
            <w:r>
              <w:rPr>
                <w:rtl/>
              </w:rPr>
              <w:t xml:space="preserve"> </w:t>
            </w:r>
            <w:r w:rsidRPr="009647FC">
              <w:rPr>
                <w:rtl/>
              </w:rPr>
              <w:t>تنيرُ</w:t>
            </w:r>
            <w:r>
              <w:rPr>
                <w:rtl/>
              </w:rPr>
              <w:t xml:space="preserve"> </w:t>
            </w:r>
            <w:r w:rsidRPr="009647FC">
              <w:rPr>
                <w:rtl/>
              </w:rPr>
              <w:t>في</w:t>
            </w:r>
            <w:r>
              <w:rPr>
                <w:rtl/>
              </w:rPr>
              <w:t xml:space="preserve"> </w:t>
            </w:r>
            <w:r w:rsidRPr="009647FC">
              <w:rPr>
                <w:rtl/>
              </w:rPr>
              <w:t>أجيادها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بلطفها</w:t>
            </w:r>
            <w:r w:rsidR="004C00A8">
              <w:rPr>
                <w:rtl/>
              </w:rPr>
              <w:t xml:space="preserve"> </w:t>
            </w:r>
            <w:r w:rsidRPr="009647FC">
              <w:rPr>
                <w:rtl/>
              </w:rPr>
              <w:t>من</w:t>
            </w:r>
            <w:r>
              <w:rPr>
                <w:rtl/>
              </w:rPr>
              <w:t xml:space="preserve"> </w:t>
            </w:r>
            <w:r w:rsidRPr="009647FC">
              <w:rPr>
                <w:rtl/>
              </w:rPr>
              <w:t>القوافي</w:t>
            </w:r>
            <w:r>
              <w:rPr>
                <w:rtl/>
              </w:rPr>
              <w:t xml:space="preserve"> </w:t>
            </w:r>
            <w:r w:rsidRPr="009647FC">
              <w:rPr>
                <w:rtl/>
              </w:rPr>
              <w:t>نزلت</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منزلة</w:t>
            </w:r>
            <w:r>
              <w:rPr>
                <w:rtl/>
              </w:rPr>
              <w:t xml:space="preserve"> </w:t>
            </w:r>
            <w:r w:rsidRPr="009647FC">
              <w:rPr>
                <w:rtl/>
              </w:rPr>
              <w:t>الأرواح</w:t>
            </w:r>
            <w:r>
              <w:rPr>
                <w:rtl/>
              </w:rPr>
              <w:t xml:space="preserve"> </w:t>
            </w:r>
            <w:r w:rsidRPr="009647FC">
              <w:rPr>
                <w:rtl/>
              </w:rPr>
              <w:t>من</w:t>
            </w:r>
            <w:r>
              <w:rPr>
                <w:rtl/>
              </w:rPr>
              <w:t xml:space="preserve"> </w:t>
            </w:r>
            <w:r w:rsidRPr="009647FC">
              <w:rPr>
                <w:rtl/>
              </w:rPr>
              <w:t>أجسادها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جاءتك</w:t>
            </w:r>
            <w:r w:rsidR="004C00A8">
              <w:rPr>
                <w:rtl/>
              </w:rPr>
              <w:t xml:space="preserve"> </w:t>
            </w:r>
            <w:r w:rsidRPr="009647FC">
              <w:rPr>
                <w:rtl/>
              </w:rPr>
              <w:t>ثكلى</w:t>
            </w:r>
            <w:r>
              <w:rPr>
                <w:rtl/>
              </w:rPr>
              <w:t xml:space="preserve"> </w:t>
            </w:r>
            <w:r w:rsidRPr="009647FC">
              <w:rPr>
                <w:rtl/>
              </w:rPr>
              <w:t>غير</w:t>
            </w:r>
            <w:r>
              <w:rPr>
                <w:rtl/>
              </w:rPr>
              <w:t xml:space="preserve"> </w:t>
            </w:r>
            <w:r w:rsidRPr="009647FC">
              <w:rPr>
                <w:rtl/>
              </w:rPr>
              <w:t>مستأجرةٍ</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تستقصر</w:t>
            </w:r>
            <w:r>
              <w:rPr>
                <w:rtl/>
              </w:rPr>
              <w:t xml:space="preserve"> (</w:t>
            </w:r>
            <w:r w:rsidRPr="009647FC">
              <w:rPr>
                <w:rtl/>
              </w:rPr>
              <w:t>الخنساء</w:t>
            </w:r>
            <w:r>
              <w:rPr>
                <w:rtl/>
              </w:rPr>
              <w:t>)</w:t>
            </w:r>
            <w:r w:rsidRPr="004E7EC6">
              <w:rPr>
                <w:rStyle w:val="libFootnotenumChar"/>
                <w:rtl/>
              </w:rPr>
              <w:t>(2)</w:t>
            </w:r>
            <w:r>
              <w:rPr>
                <w:rtl/>
              </w:rPr>
              <w:t xml:space="preserve"> </w:t>
            </w:r>
            <w:r w:rsidRPr="009647FC">
              <w:rPr>
                <w:rtl/>
              </w:rPr>
              <w:t>في</w:t>
            </w:r>
            <w:r>
              <w:rPr>
                <w:rtl/>
              </w:rPr>
              <w:t xml:space="preserve"> </w:t>
            </w:r>
            <w:r w:rsidRPr="009647FC">
              <w:rPr>
                <w:rtl/>
              </w:rPr>
              <w:t>إنشادها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لو</w:t>
            </w:r>
            <w:r w:rsidR="004C00A8">
              <w:rPr>
                <w:rtl/>
              </w:rPr>
              <w:t xml:space="preserve"> </w:t>
            </w:r>
            <w:r w:rsidRPr="009647FC">
              <w:rPr>
                <w:rtl/>
              </w:rPr>
              <w:t>رددت</w:t>
            </w:r>
            <w:r>
              <w:rPr>
                <w:rtl/>
              </w:rPr>
              <w:t xml:space="preserve"> </w:t>
            </w:r>
            <w:r w:rsidRPr="009647FC">
              <w:rPr>
                <w:rtl/>
              </w:rPr>
              <w:t>نوحاً</w:t>
            </w:r>
            <w:r>
              <w:rPr>
                <w:rtl/>
              </w:rPr>
              <w:t xml:space="preserve"> (</w:t>
            </w:r>
            <w:r w:rsidRPr="009647FC">
              <w:rPr>
                <w:rtl/>
              </w:rPr>
              <w:t>لصخرٍ</w:t>
            </w:r>
            <w:r>
              <w:rPr>
                <w:rtl/>
              </w:rPr>
              <w:t xml:space="preserve">) </w:t>
            </w:r>
            <w:r w:rsidRPr="009647FC">
              <w:rPr>
                <w:rtl/>
              </w:rPr>
              <w:t>لأرت</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كيف</w:t>
            </w:r>
            <w:r w:rsidR="004C00A8">
              <w:rPr>
                <w:rtl/>
              </w:rPr>
              <w:t xml:space="preserve"> </w:t>
            </w:r>
            <w:r w:rsidRPr="009647FC">
              <w:rPr>
                <w:rtl/>
              </w:rPr>
              <w:t>انفطارُ</w:t>
            </w:r>
            <w:r>
              <w:rPr>
                <w:rtl/>
              </w:rPr>
              <w:t xml:space="preserve"> </w:t>
            </w:r>
            <w:r w:rsidRPr="009647FC">
              <w:rPr>
                <w:rtl/>
              </w:rPr>
              <w:t>الصخر</w:t>
            </w:r>
            <w:r>
              <w:rPr>
                <w:rtl/>
              </w:rPr>
              <w:t xml:space="preserve"> </w:t>
            </w:r>
            <w:r w:rsidRPr="009647FC">
              <w:rPr>
                <w:rtl/>
              </w:rPr>
              <w:t>في</w:t>
            </w:r>
            <w:r>
              <w:rPr>
                <w:rtl/>
              </w:rPr>
              <w:t xml:space="preserve"> </w:t>
            </w:r>
            <w:r w:rsidRPr="009647FC">
              <w:rPr>
                <w:rtl/>
              </w:rPr>
              <w:t>تردادها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ناحت</w:t>
            </w:r>
            <w:r>
              <w:rPr>
                <w:rtl/>
              </w:rPr>
              <w:t xml:space="preserve"> </w:t>
            </w:r>
            <w:r w:rsidRPr="009647FC">
              <w:rPr>
                <w:rtl/>
              </w:rPr>
              <w:t>فأبكت</w:t>
            </w:r>
            <w:r>
              <w:rPr>
                <w:rtl/>
              </w:rPr>
              <w:t xml:space="preserve"> </w:t>
            </w:r>
            <w:r w:rsidRPr="009647FC">
              <w:rPr>
                <w:rtl/>
              </w:rPr>
              <w:t>شجناً</w:t>
            </w:r>
            <w:r>
              <w:rPr>
                <w:rtl/>
              </w:rPr>
              <w:t xml:space="preserve"> </w:t>
            </w:r>
            <w:r w:rsidRPr="009647FC">
              <w:rPr>
                <w:rtl/>
              </w:rPr>
              <w:t>عين</w:t>
            </w:r>
            <w:r>
              <w:rPr>
                <w:rtl/>
              </w:rPr>
              <w:t xml:space="preserve">َ </w:t>
            </w:r>
            <w:r w:rsidRPr="009647FC">
              <w:rPr>
                <w:rtl/>
              </w:rPr>
              <w:t>العُلى</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بأدمعٍ</w:t>
            </w:r>
            <w:r w:rsidR="004C00A8">
              <w:rPr>
                <w:rtl/>
              </w:rPr>
              <w:t xml:space="preserve"> </w:t>
            </w:r>
            <w:r w:rsidRPr="009647FC">
              <w:rPr>
                <w:rtl/>
              </w:rPr>
              <w:t>تذوب</w:t>
            </w:r>
            <w:r>
              <w:rPr>
                <w:rtl/>
              </w:rPr>
              <w:t xml:space="preserve"> </w:t>
            </w:r>
            <w:r w:rsidRPr="009647FC">
              <w:rPr>
                <w:rtl/>
              </w:rPr>
              <w:t>من</w:t>
            </w:r>
            <w:r>
              <w:rPr>
                <w:rtl/>
              </w:rPr>
              <w:t xml:space="preserve"> </w:t>
            </w:r>
            <w:r w:rsidRPr="009647FC">
              <w:rPr>
                <w:rtl/>
              </w:rPr>
              <w:t>فؤادها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ثمّ</w:t>
            </w:r>
            <w:r>
              <w:rPr>
                <w:rtl/>
              </w:rPr>
              <w:t xml:space="preserve"> </w:t>
            </w:r>
            <w:r w:rsidRPr="009647FC">
              <w:rPr>
                <w:rtl/>
              </w:rPr>
              <w:t>دعت</w:t>
            </w:r>
            <w:r>
              <w:rPr>
                <w:rtl/>
              </w:rPr>
              <w:t xml:space="preserve"> </w:t>
            </w:r>
            <w:r w:rsidRPr="009647FC">
              <w:rPr>
                <w:rtl/>
              </w:rPr>
              <w:t>لا</w:t>
            </w:r>
            <w:r>
              <w:rPr>
                <w:rtl/>
              </w:rPr>
              <w:t xml:space="preserve"> </w:t>
            </w:r>
            <w:r w:rsidRPr="009647FC">
              <w:rPr>
                <w:rtl/>
              </w:rPr>
              <w:t>طرقت</w:t>
            </w:r>
            <w:r>
              <w:rPr>
                <w:rtl/>
              </w:rPr>
              <w:t xml:space="preserve"> </w:t>
            </w:r>
            <w:r w:rsidRPr="009647FC">
              <w:rPr>
                <w:rtl/>
              </w:rPr>
              <w:t>ربع</w:t>
            </w:r>
            <w:r>
              <w:rPr>
                <w:rtl/>
              </w:rPr>
              <w:t>َ</w:t>
            </w:r>
            <w:r w:rsidRPr="009647FC">
              <w:rPr>
                <w:rtl/>
              </w:rPr>
              <w:t>كمُ</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إلاّ</w:t>
            </w:r>
            <w:r w:rsidR="004C00A8">
              <w:rPr>
                <w:rtl/>
              </w:rPr>
              <w:t xml:space="preserve"> </w:t>
            </w:r>
            <w:r w:rsidRPr="009647FC">
              <w:rPr>
                <w:rtl/>
              </w:rPr>
              <w:t>المسرّات</w:t>
            </w:r>
            <w:r>
              <w:rPr>
                <w:rtl/>
              </w:rPr>
              <w:t xml:space="preserve"> </w:t>
            </w:r>
            <w:r w:rsidRPr="009647FC">
              <w:rPr>
                <w:rtl/>
              </w:rPr>
              <w:t>مدى</w:t>
            </w:r>
            <w:r>
              <w:rPr>
                <w:rtl/>
              </w:rPr>
              <w:t xml:space="preserve"> </w:t>
            </w:r>
            <w:r w:rsidRPr="009647FC">
              <w:rPr>
                <w:rtl/>
              </w:rPr>
              <w:t>آبادها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w:t>
      </w:r>
      <w:r w:rsidR="00D769AB">
        <w:rPr>
          <w:rtl/>
        </w:rPr>
        <w:t>:</w:t>
      </w:r>
      <w:r w:rsidRPr="009647FC">
        <w:rPr>
          <w:rtl/>
        </w:rPr>
        <w:t xml:space="preserve"> قد زحزحت</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هي الشاعرة الشهيرة تماضر بنت عمرو بن الشريد السفية</w:t>
      </w:r>
      <w:r w:rsidR="00D769AB">
        <w:rPr>
          <w:rtl/>
        </w:rPr>
        <w:t>،</w:t>
      </w:r>
      <w:r w:rsidRPr="009647FC">
        <w:rPr>
          <w:rtl/>
        </w:rPr>
        <w:t xml:space="preserve"> وقد عرفت</w:t>
      </w:r>
      <w:r w:rsidR="00D769AB">
        <w:rPr>
          <w:rtl/>
        </w:rPr>
        <w:t>،</w:t>
      </w:r>
      <w:r w:rsidRPr="009647FC">
        <w:rPr>
          <w:rtl/>
        </w:rPr>
        <w:t xml:space="preserve"> بمراثيها لأخيها صخر</w:t>
      </w:r>
      <w:r w:rsidR="00D769AB">
        <w:rPr>
          <w:rtl/>
        </w:rPr>
        <w:t>،</w:t>
      </w:r>
      <w:r w:rsidRPr="009647FC">
        <w:rPr>
          <w:rtl/>
        </w:rPr>
        <w:t xml:space="preserve"> أسلمت مع قومها</w:t>
      </w:r>
      <w:r w:rsidR="00D769AB">
        <w:rPr>
          <w:rtl/>
        </w:rPr>
        <w:t>،</w:t>
      </w:r>
      <w:r w:rsidRPr="009647FC">
        <w:rPr>
          <w:rtl/>
        </w:rPr>
        <w:t xml:space="preserve"> توفّيت عام 54 للهجرة وعمّرت طويلاً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D1F00" w:rsidRPr="00524A24" w:rsidTr="00DD1F00">
        <w:trPr>
          <w:trHeight w:val="350"/>
        </w:trPr>
        <w:tc>
          <w:tcPr>
            <w:tcW w:w="3902" w:type="dxa"/>
          </w:tcPr>
          <w:p w:rsidR="00DD1F00" w:rsidRPr="00524A24" w:rsidRDefault="00DD1F00" w:rsidP="008D3009">
            <w:pPr>
              <w:pStyle w:val="libPoem"/>
            </w:pPr>
            <w:r w:rsidRPr="009647FC">
              <w:rPr>
                <w:rtl/>
              </w:rPr>
              <w:lastRenderedPageBreak/>
              <w:t>ولا</w:t>
            </w:r>
            <w:r w:rsidR="004C00A8">
              <w:rPr>
                <w:rtl/>
              </w:rPr>
              <w:t xml:space="preserve"> </w:t>
            </w:r>
            <w:r w:rsidRPr="009647FC">
              <w:rPr>
                <w:rtl/>
              </w:rPr>
              <w:t>وعى</w:t>
            </w:r>
            <w:r w:rsidRPr="004E7EC6">
              <w:rPr>
                <w:rStyle w:val="libFootnotenumChar"/>
                <w:rtl/>
              </w:rPr>
              <w:t>(1)</w:t>
            </w:r>
            <w:r>
              <w:rPr>
                <w:rtl/>
              </w:rPr>
              <w:t xml:space="preserve"> </w:t>
            </w:r>
            <w:r w:rsidRPr="009647FC">
              <w:rPr>
                <w:rtl/>
              </w:rPr>
              <w:t>غير</w:t>
            </w:r>
            <w:r>
              <w:rPr>
                <w:rtl/>
              </w:rPr>
              <w:t xml:space="preserve">َ </w:t>
            </w:r>
            <w:r w:rsidRPr="009647FC">
              <w:rPr>
                <w:rtl/>
              </w:rPr>
              <w:t>التهاني</w:t>
            </w:r>
            <w:r>
              <w:rPr>
                <w:rtl/>
              </w:rPr>
              <w:t xml:space="preserve"> </w:t>
            </w:r>
            <w:r w:rsidRPr="009647FC">
              <w:rPr>
                <w:rtl/>
              </w:rPr>
              <w:t>سمعُكم</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أو</w:t>
            </w:r>
            <w:r>
              <w:rPr>
                <w:rtl/>
              </w:rPr>
              <w:t xml:space="preserve"> </w:t>
            </w:r>
            <w:r w:rsidRPr="009647FC">
              <w:rPr>
                <w:rtl/>
              </w:rPr>
              <w:t>مدحاً</w:t>
            </w:r>
            <w:r>
              <w:rPr>
                <w:rtl/>
              </w:rPr>
              <w:t xml:space="preserve"> </w:t>
            </w:r>
            <w:r w:rsidRPr="009647FC">
              <w:rPr>
                <w:rtl/>
              </w:rPr>
              <w:t>تطرب</w:t>
            </w:r>
            <w:r>
              <w:rPr>
                <w:rtl/>
              </w:rPr>
              <w:t xml:space="preserve"> </w:t>
            </w:r>
            <w:r w:rsidRPr="009647FC">
              <w:rPr>
                <w:rtl/>
              </w:rPr>
              <w:t>في</w:t>
            </w:r>
            <w:r>
              <w:rPr>
                <w:rtl/>
              </w:rPr>
              <w:t xml:space="preserve"> </w:t>
            </w:r>
            <w:r w:rsidRPr="009647FC">
              <w:rPr>
                <w:rtl/>
              </w:rPr>
              <w:t>إنشادها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ومنكم</w:t>
            </w:r>
            <w:r>
              <w:rPr>
                <w:rtl/>
              </w:rPr>
              <w:t xml:space="preserve"> </w:t>
            </w:r>
            <w:r w:rsidRPr="009647FC">
              <w:rPr>
                <w:rtl/>
              </w:rPr>
              <w:t>لا</w:t>
            </w:r>
            <w:r>
              <w:rPr>
                <w:rtl/>
              </w:rPr>
              <w:t xml:space="preserve"> </w:t>
            </w:r>
            <w:r w:rsidRPr="009647FC">
              <w:rPr>
                <w:rtl/>
              </w:rPr>
              <w:t>برحت</w:t>
            </w:r>
            <w:r>
              <w:rPr>
                <w:rtl/>
              </w:rPr>
              <w:t xml:space="preserve"> </w:t>
            </w:r>
            <w:r w:rsidRPr="009647FC">
              <w:rPr>
                <w:rtl/>
              </w:rPr>
              <w:t>آهلة</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عرينةُ</w:t>
            </w:r>
            <w:r>
              <w:rPr>
                <w:rtl/>
              </w:rPr>
              <w:t xml:space="preserve"> </w:t>
            </w:r>
            <w:r w:rsidRPr="009647FC">
              <w:rPr>
                <w:rtl/>
              </w:rPr>
              <w:t>العزّ</w:t>
            </w:r>
            <w:r>
              <w:rPr>
                <w:rtl/>
              </w:rPr>
              <w:t>َ</w:t>
            </w:r>
            <w:r w:rsidRPr="009647FC">
              <w:rPr>
                <w:rtl/>
              </w:rPr>
              <w:t>ة</w:t>
            </w:r>
            <w:r>
              <w:rPr>
                <w:rtl/>
              </w:rPr>
              <w:t xml:space="preserve"> </w:t>
            </w:r>
            <w:r w:rsidRPr="009647FC">
              <w:rPr>
                <w:rtl/>
              </w:rPr>
              <w:t>في</w:t>
            </w:r>
            <w:r>
              <w:rPr>
                <w:rtl/>
              </w:rPr>
              <w:t xml:space="preserve"> </w:t>
            </w:r>
            <w:r w:rsidRPr="009647FC">
              <w:rPr>
                <w:rtl/>
              </w:rPr>
              <w:t>آسادها</w:t>
            </w:r>
            <w:r w:rsidRPr="00524A24">
              <w:rPr>
                <w:rStyle w:val="libPoemTiniChar0"/>
                <w:rtl/>
              </w:rPr>
              <w:br/>
              <w:t> </w:t>
            </w:r>
          </w:p>
        </w:tc>
      </w:tr>
    </w:tbl>
    <w:p w:rsidR="009647FC" w:rsidRPr="00524A24" w:rsidRDefault="009647FC" w:rsidP="004E7EC6">
      <w:pPr>
        <w:pStyle w:val="libNormal"/>
      </w:pPr>
      <w:r w:rsidRPr="004E7EC6">
        <w:rPr>
          <w:rtl/>
        </w:rPr>
        <w:t>وقال راثياً العلاّمة الشيخ جعفر</w:t>
      </w:r>
      <w:r w:rsidRPr="004E7EC6">
        <w:rPr>
          <w:rStyle w:val="libFootnotenumChar"/>
          <w:rtl/>
        </w:rPr>
        <w:t>(2)</w:t>
      </w:r>
      <w:r w:rsidRPr="004E7EC6">
        <w:rPr>
          <w:rtl/>
        </w:rPr>
        <w:t xml:space="preserve"> ابن الشيخ علي كاشف الغطاء</w:t>
      </w:r>
      <w:r w:rsidR="00D769AB">
        <w:rPr>
          <w:rtl/>
        </w:rPr>
        <w:t>،</w:t>
      </w:r>
      <w:r w:rsidRPr="004E7EC6">
        <w:rPr>
          <w:rtl/>
        </w:rPr>
        <w:t xml:space="preserve"> ومعزّياً به العلاّمة السيد مهدي القزويني</w:t>
      </w:r>
      <w:r w:rsidR="00D769AB">
        <w:rPr>
          <w:rtl/>
        </w:rPr>
        <w:t>،</w:t>
      </w:r>
      <w:r w:rsidRPr="004E7EC6">
        <w:rPr>
          <w:rtl/>
        </w:rPr>
        <w:t xml:space="preserve"> وقد تلف قسم منها</w:t>
      </w:r>
      <w:r w:rsidR="00D769AB">
        <w:rPr>
          <w:rtl/>
        </w:rPr>
        <w:t>:</w:t>
      </w:r>
    </w:p>
    <w:tbl>
      <w:tblPr>
        <w:tblStyle w:val="TableGrid"/>
        <w:bidiVisual/>
        <w:tblW w:w="4562" w:type="pct"/>
        <w:tblInd w:w="384" w:type="dxa"/>
        <w:tblLook w:val="04A0"/>
      </w:tblPr>
      <w:tblGrid>
        <w:gridCol w:w="3902"/>
        <w:gridCol w:w="301"/>
        <w:gridCol w:w="3884"/>
      </w:tblGrid>
      <w:tr w:rsidR="00DD1F00" w:rsidRPr="00524A24" w:rsidTr="00DD1F00">
        <w:trPr>
          <w:trHeight w:val="350"/>
        </w:trPr>
        <w:tc>
          <w:tcPr>
            <w:tcW w:w="3902" w:type="dxa"/>
          </w:tcPr>
          <w:p w:rsidR="00DD1F00" w:rsidRPr="00524A24" w:rsidRDefault="00DD1F00" w:rsidP="008D3009">
            <w:pPr>
              <w:pStyle w:val="libPoem"/>
            </w:pPr>
            <w:r w:rsidRPr="009647FC">
              <w:rPr>
                <w:rtl/>
              </w:rPr>
              <w:t>ما</w:t>
            </w:r>
            <w:r w:rsidR="004C00A8">
              <w:rPr>
                <w:rtl/>
              </w:rPr>
              <w:t xml:space="preserve"> </w:t>
            </w:r>
            <w:r w:rsidRPr="009647FC">
              <w:rPr>
                <w:rtl/>
              </w:rPr>
              <w:t>للعيون</w:t>
            </w:r>
            <w:r>
              <w:rPr>
                <w:rtl/>
              </w:rPr>
              <w:t xml:space="preserve"> </w:t>
            </w:r>
            <w:r w:rsidRPr="009647FC">
              <w:rPr>
                <w:rtl/>
              </w:rPr>
              <w:t>حاربت</w:t>
            </w:r>
            <w:r>
              <w:rPr>
                <w:rtl/>
              </w:rPr>
              <w:t xml:space="preserve"> </w:t>
            </w:r>
            <w:r w:rsidRPr="009647FC">
              <w:rPr>
                <w:rtl/>
              </w:rPr>
              <w:t>رقاد</w:t>
            </w:r>
            <w:r>
              <w:rPr>
                <w:rtl/>
              </w:rPr>
              <w:t>َ</w:t>
            </w:r>
            <w:r w:rsidRPr="009647FC">
              <w:rPr>
                <w:rtl/>
              </w:rPr>
              <w:t>ها؟</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وسالمت</w:t>
            </w:r>
            <w:r w:rsidR="004C00A8">
              <w:rPr>
                <w:rtl/>
              </w:rPr>
              <w:t xml:space="preserve"> </w:t>
            </w:r>
            <w:r w:rsidRPr="009647FC">
              <w:rPr>
                <w:rtl/>
              </w:rPr>
              <w:t>على</w:t>
            </w:r>
            <w:r>
              <w:rPr>
                <w:rtl/>
              </w:rPr>
              <w:t xml:space="preserve"> </w:t>
            </w:r>
            <w:r w:rsidRPr="009647FC">
              <w:rPr>
                <w:rtl/>
              </w:rPr>
              <w:t>القذى</w:t>
            </w:r>
            <w:r>
              <w:rPr>
                <w:rtl/>
              </w:rPr>
              <w:t xml:space="preserve"> </w:t>
            </w:r>
            <w:r w:rsidRPr="009647FC">
              <w:rPr>
                <w:rtl/>
              </w:rPr>
              <w:t>سهادها</w:t>
            </w:r>
            <w:r w:rsidRPr="004E7EC6">
              <w:rPr>
                <w:rStyle w:val="libFootnotenumChar"/>
                <w:rtl/>
              </w:rPr>
              <w:t>(3)</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وما</w:t>
            </w:r>
            <w:r w:rsidR="004C00A8">
              <w:rPr>
                <w:rtl/>
              </w:rPr>
              <w:t xml:space="preserve"> </w:t>
            </w:r>
            <w:r w:rsidRPr="009647FC">
              <w:rPr>
                <w:rtl/>
              </w:rPr>
              <w:t>الذي</w:t>
            </w:r>
            <w:r>
              <w:rPr>
                <w:rtl/>
              </w:rPr>
              <w:t xml:space="preserve"> </w:t>
            </w:r>
            <w:r w:rsidRPr="009647FC">
              <w:rPr>
                <w:rtl/>
              </w:rPr>
              <w:t>أوجست</w:t>
            </w:r>
            <w:r w:rsidRPr="004E7EC6">
              <w:rPr>
                <w:rStyle w:val="libFootnotenumChar"/>
                <w:rtl/>
              </w:rPr>
              <w:t>(4)</w:t>
            </w:r>
            <w:r>
              <w:rPr>
                <w:rtl/>
              </w:rPr>
              <w:t xml:space="preserve"> </w:t>
            </w:r>
            <w:r w:rsidRPr="009647FC">
              <w:rPr>
                <w:rtl/>
              </w:rPr>
              <w:t>الناس</w:t>
            </w:r>
            <w:r>
              <w:rPr>
                <w:rtl/>
              </w:rPr>
              <w:t xml:space="preserve"> </w:t>
            </w:r>
            <w:r w:rsidRPr="009647FC">
              <w:rPr>
                <w:rtl/>
              </w:rPr>
              <w:t>ضحى</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فألزمت</w:t>
            </w:r>
            <w:r w:rsidR="004C00A8">
              <w:rPr>
                <w:rtl/>
              </w:rPr>
              <w:t xml:space="preserve"> </w:t>
            </w:r>
            <w:r w:rsidRPr="009647FC">
              <w:rPr>
                <w:rtl/>
              </w:rPr>
              <w:t>أكف</w:t>
            </w:r>
            <w:r w:rsidRPr="00B371C6">
              <w:rPr>
                <w:rtl/>
              </w:rPr>
              <w:t>ّ</w:t>
            </w:r>
            <w:r w:rsidRPr="009647FC">
              <w:rPr>
                <w:rtl/>
              </w:rPr>
              <w:t>ها</w:t>
            </w:r>
            <w:r>
              <w:rPr>
                <w:rtl/>
              </w:rPr>
              <w:t xml:space="preserve"> </w:t>
            </w:r>
            <w:r w:rsidRPr="009647FC">
              <w:rPr>
                <w:rtl/>
              </w:rPr>
              <w:t>أكبادها؟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نعم</w:t>
            </w:r>
            <w:r>
              <w:rPr>
                <w:rtl/>
              </w:rPr>
              <w:t xml:space="preserve"> </w:t>
            </w:r>
            <w:r w:rsidRPr="009647FC">
              <w:rPr>
                <w:rtl/>
              </w:rPr>
              <w:t>هوت</w:t>
            </w:r>
            <w:r>
              <w:rPr>
                <w:rtl/>
              </w:rPr>
              <w:t xml:space="preserve"> </w:t>
            </w:r>
            <w:r w:rsidRPr="009647FC">
              <w:rPr>
                <w:rtl/>
              </w:rPr>
              <w:t>دعامةُ</w:t>
            </w:r>
            <w:r>
              <w:rPr>
                <w:rtl/>
              </w:rPr>
              <w:t xml:space="preserve"> </w:t>
            </w:r>
            <w:r w:rsidRPr="009647FC">
              <w:rPr>
                <w:rtl/>
              </w:rPr>
              <w:t>الفضل</w:t>
            </w:r>
            <w:r>
              <w:rPr>
                <w:rtl/>
              </w:rPr>
              <w:t xml:space="preserve"> </w:t>
            </w:r>
            <w:r w:rsidRPr="009647FC">
              <w:rPr>
                <w:rtl/>
              </w:rPr>
              <w:t>التي</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لدينه</w:t>
            </w:r>
            <w:r w:rsidR="004C00A8">
              <w:rPr>
                <w:rtl/>
              </w:rPr>
              <w:t xml:space="preserve"> </w:t>
            </w:r>
            <w:r w:rsidRPr="009647FC">
              <w:rPr>
                <w:rtl/>
              </w:rPr>
              <w:t>ربُّ</w:t>
            </w:r>
            <w:r>
              <w:rPr>
                <w:rtl/>
              </w:rPr>
              <w:t xml:space="preserve"> </w:t>
            </w:r>
            <w:r w:rsidRPr="009647FC">
              <w:rPr>
                <w:rtl/>
              </w:rPr>
              <w:t>السماء</w:t>
            </w:r>
            <w:r>
              <w:rPr>
                <w:rtl/>
              </w:rPr>
              <w:t xml:space="preserve"> </w:t>
            </w:r>
            <w:r w:rsidRPr="009647FC">
              <w:rPr>
                <w:rtl/>
              </w:rPr>
              <w:t>شادها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واليوم</w:t>
            </w:r>
            <w:r>
              <w:rPr>
                <w:rtl/>
              </w:rPr>
              <w:t xml:space="preserve">َ </w:t>
            </w:r>
            <w:r w:rsidRPr="009647FC">
              <w:rPr>
                <w:rtl/>
              </w:rPr>
              <w:t>عزّى</w:t>
            </w:r>
            <w:r>
              <w:rPr>
                <w:rtl/>
              </w:rPr>
              <w:t xml:space="preserve"> (</w:t>
            </w:r>
            <w:r w:rsidRPr="009647FC">
              <w:rPr>
                <w:rtl/>
              </w:rPr>
              <w:t>جعفراً</w:t>
            </w:r>
            <w:r>
              <w:rPr>
                <w:rtl/>
              </w:rPr>
              <w:t>) (</w:t>
            </w:r>
            <w:r w:rsidRPr="009647FC">
              <w:rPr>
                <w:rtl/>
              </w:rPr>
              <w:t>بجعفر</w:t>
            </w:r>
            <w:r>
              <w:rPr>
                <w:rtl/>
              </w:rPr>
              <w:t>)</w:t>
            </w:r>
            <w:r w:rsidRPr="004E7EC6">
              <w:rPr>
                <w:rStyle w:val="libFootnotenumChar"/>
                <w:rtl/>
              </w:rPr>
              <w:t>(5)</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ناعٍ</w:t>
            </w:r>
            <w:r w:rsidR="004C00A8">
              <w:rPr>
                <w:rtl/>
              </w:rPr>
              <w:t xml:space="preserve"> </w:t>
            </w:r>
            <w:r w:rsidRPr="009647FC">
              <w:rPr>
                <w:rtl/>
              </w:rPr>
              <w:t>نعى</w:t>
            </w:r>
            <w:r>
              <w:rPr>
                <w:rtl/>
              </w:rPr>
              <w:t xml:space="preserve"> </w:t>
            </w:r>
            <w:r w:rsidRPr="009647FC">
              <w:rPr>
                <w:rtl/>
              </w:rPr>
              <w:t>إلى</w:t>
            </w:r>
            <w:r>
              <w:rPr>
                <w:rtl/>
              </w:rPr>
              <w:t xml:space="preserve"> </w:t>
            </w:r>
            <w:r w:rsidRPr="009647FC">
              <w:rPr>
                <w:rtl/>
              </w:rPr>
              <w:t>الورى</w:t>
            </w:r>
            <w:r>
              <w:rPr>
                <w:rtl/>
              </w:rPr>
              <w:t xml:space="preserve"> </w:t>
            </w:r>
            <w:r w:rsidRPr="009647FC">
              <w:rPr>
                <w:rtl/>
              </w:rPr>
              <w:t>رشادها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قد</w:t>
            </w:r>
            <w:r>
              <w:rPr>
                <w:rtl/>
              </w:rPr>
              <w:t xml:space="preserve"> </w:t>
            </w:r>
            <w:r w:rsidRPr="009647FC">
              <w:rPr>
                <w:rtl/>
              </w:rPr>
              <w:t>جمع</w:t>
            </w:r>
            <w:r>
              <w:rPr>
                <w:rtl/>
              </w:rPr>
              <w:t xml:space="preserve"> </w:t>
            </w:r>
            <w:r w:rsidRPr="009647FC">
              <w:rPr>
                <w:rtl/>
              </w:rPr>
              <w:t>الدهر</w:t>
            </w:r>
            <w:r>
              <w:rPr>
                <w:rtl/>
              </w:rPr>
              <w:t xml:space="preserve">َ </w:t>
            </w:r>
            <w:r w:rsidRPr="009647FC">
              <w:rPr>
                <w:rtl/>
              </w:rPr>
              <w:t>قواه</w:t>
            </w:r>
            <w:r>
              <w:rPr>
                <w:rtl/>
              </w:rPr>
              <w:t xml:space="preserve"> </w:t>
            </w:r>
            <w:r w:rsidRPr="009647FC">
              <w:rPr>
                <w:rtl/>
              </w:rPr>
              <w:t>كلّها</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بليلة</w:t>
            </w:r>
            <w:r w:rsidR="004C00A8">
              <w:rPr>
                <w:rtl/>
              </w:rPr>
              <w:t xml:space="preserve"> </w:t>
            </w:r>
            <w:r w:rsidRPr="009647FC">
              <w:rPr>
                <w:rtl/>
              </w:rPr>
              <w:t>قد</w:t>
            </w:r>
            <w:r>
              <w:rPr>
                <w:rtl/>
              </w:rPr>
              <w:t xml:space="preserve"> </w:t>
            </w:r>
            <w:r w:rsidRPr="009647FC">
              <w:rPr>
                <w:rtl/>
              </w:rPr>
              <w:t>ضاعف</w:t>
            </w:r>
            <w:r>
              <w:rPr>
                <w:rtl/>
              </w:rPr>
              <w:t xml:space="preserve"> </w:t>
            </w:r>
            <w:r w:rsidRPr="009647FC">
              <w:rPr>
                <w:rtl/>
              </w:rPr>
              <w:t>اسودادها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حتى</w:t>
            </w:r>
            <w:r>
              <w:rPr>
                <w:rtl/>
              </w:rPr>
              <w:t xml:space="preserve"> </w:t>
            </w:r>
            <w:r w:rsidRPr="009647FC">
              <w:rPr>
                <w:rtl/>
              </w:rPr>
              <w:t>على</w:t>
            </w:r>
            <w:r>
              <w:rPr>
                <w:rtl/>
              </w:rPr>
              <w:t xml:space="preserve"> </w:t>
            </w:r>
            <w:r w:rsidRPr="009647FC">
              <w:rPr>
                <w:rtl/>
              </w:rPr>
              <w:t>رزء</w:t>
            </w:r>
            <w:r>
              <w:rPr>
                <w:rtl/>
              </w:rPr>
              <w:t xml:space="preserve"> </w:t>
            </w:r>
            <w:r w:rsidRPr="009647FC">
              <w:rPr>
                <w:rtl/>
              </w:rPr>
              <w:t>الهدى</w:t>
            </w:r>
            <w:r>
              <w:rPr>
                <w:rtl/>
              </w:rPr>
              <w:t xml:space="preserve"> </w:t>
            </w:r>
            <w:r w:rsidRPr="009647FC">
              <w:rPr>
                <w:rtl/>
              </w:rPr>
              <w:t>بقلبه</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أرزاءُ</w:t>
            </w:r>
            <w:r w:rsidR="004C00A8">
              <w:rPr>
                <w:rtl/>
              </w:rPr>
              <w:t xml:space="preserve"> </w:t>
            </w:r>
            <w:r w:rsidRPr="009647FC">
              <w:rPr>
                <w:rtl/>
              </w:rPr>
              <w:t>كلّ</w:t>
            </w:r>
            <w:r>
              <w:rPr>
                <w:rtl/>
              </w:rPr>
              <w:t xml:space="preserve"> </w:t>
            </w:r>
            <w:r w:rsidRPr="009647FC">
              <w:rPr>
                <w:rtl/>
              </w:rPr>
              <w:t>آله</w:t>
            </w:r>
            <w:r>
              <w:rPr>
                <w:rtl/>
              </w:rPr>
              <w:t xml:space="preserve"> </w:t>
            </w:r>
            <w:r w:rsidRPr="009647FC">
              <w:rPr>
                <w:rtl/>
              </w:rPr>
              <w:t>أعادها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الله</w:t>
            </w:r>
            <w:r>
              <w:rPr>
                <w:rtl/>
              </w:rPr>
              <w:t xml:space="preserve">َ </w:t>
            </w:r>
            <w:r w:rsidRPr="009647FC">
              <w:rPr>
                <w:rtl/>
              </w:rPr>
              <w:t>يا</w:t>
            </w:r>
            <w:r>
              <w:rPr>
                <w:rtl/>
              </w:rPr>
              <w:t xml:space="preserve"> </w:t>
            </w:r>
            <w:r w:rsidRPr="009647FC">
              <w:rPr>
                <w:rtl/>
              </w:rPr>
              <w:t>دهرُ</w:t>
            </w:r>
            <w:r>
              <w:rPr>
                <w:rtl/>
              </w:rPr>
              <w:t xml:space="preserve"> </w:t>
            </w:r>
            <w:r w:rsidRPr="009647FC">
              <w:rPr>
                <w:rtl/>
              </w:rPr>
              <w:t>لقد</w:t>
            </w:r>
            <w:r>
              <w:rPr>
                <w:rtl/>
              </w:rPr>
              <w:t xml:space="preserve"> </w:t>
            </w:r>
            <w:r w:rsidRPr="009647FC">
              <w:rPr>
                <w:rtl/>
              </w:rPr>
              <w:t>خل</w:t>
            </w:r>
            <w:r w:rsidRPr="00B371C6">
              <w:rPr>
                <w:rtl/>
              </w:rPr>
              <w:t>ّ</w:t>
            </w:r>
            <w:r w:rsidRPr="009647FC">
              <w:rPr>
                <w:rtl/>
              </w:rPr>
              <w:t>دتها</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سبّ</w:t>
            </w:r>
            <w:r w:rsidRPr="00B371C6">
              <w:rPr>
                <w:rtl/>
              </w:rPr>
              <w:t>َ</w:t>
            </w:r>
            <w:r w:rsidRPr="009647FC">
              <w:rPr>
                <w:rtl/>
              </w:rPr>
              <w:t>ة</w:t>
            </w:r>
            <w:r w:rsidR="004C00A8">
              <w:rPr>
                <w:rtl/>
              </w:rPr>
              <w:t xml:space="preserve"> </w:t>
            </w:r>
            <w:r w:rsidRPr="009647FC">
              <w:rPr>
                <w:rtl/>
              </w:rPr>
              <w:t>عارٍ</w:t>
            </w:r>
            <w:r>
              <w:rPr>
                <w:rtl/>
              </w:rPr>
              <w:t xml:space="preserve"> </w:t>
            </w:r>
            <w:r w:rsidRPr="009647FC">
              <w:rPr>
                <w:rtl/>
              </w:rPr>
              <w:t>لا</w:t>
            </w:r>
            <w:r>
              <w:rPr>
                <w:rtl/>
              </w:rPr>
              <w:t xml:space="preserve"> </w:t>
            </w:r>
            <w:r w:rsidRPr="009647FC">
              <w:rPr>
                <w:rtl/>
              </w:rPr>
              <w:t>ترى</w:t>
            </w:r>
            <w:r>
              <w:rPr>
                <w:rtl/>
              </w:rPr>
              <w:t xml:space="preserve"> </w:t>
            </w:r>
            <w:r w:rsidRPr="009647FC">
              <w:rPr>
                <w:rtl/>
              </w:rPr>
              <w:t>نفادها</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للمجد</w:t>
            </w:r>
            <w:r>
              <w:rPr>
                <w:rtl/>
              </w:rPr>
              <w:t xml:space="preserve"> </w:t>
            </w:r>
            <w:r w:rsidRPr="009647FC">
              <w:rPr>
                <w:rtl/>
              </w:rPr>
              <w:t>كانت</w:t>
            </w:r>
            <w:r>
              <w:rPr>
                <w:rtl/>
              </w:rPr>
              <w:t xml:space="preserve"> </w:t>
            </w:r>
            <w:r w:rsidRPr="009647FC">
              <w:rPr>
                <w:rtl/>
              </w:rPr>
              <w:t>مقلةٌ</w:t>
            </w:r>
            <w:r>
              <w:rPr>
                <w:rtl/>
              </w:rPr>
              <w:t xml:space="preserve"> </w:t>
            </w:r>
            <w:r w:rsidRPr="009647FC">
              <w:rPr>
                <w:rtl/>
              </w:rPr>
              <w:t>واحدةٌ</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مسحت</w:t>
            </w:r>
            <w:r w:rsidR="004C00A8">
              <w:rPr>
                <w:rtl/>
              </w:rPr>
              <w:t xml:space="preserve"> </w:t>
            </w:r>
            <w:r w:rsidRPr="009647FC">
              <w:rPr>
                <w:rtl/>
              </w:rPr>
              <w:t>في</w:t>
            </w:r>
            <w:r>
              <w:rPr>
                <w:rtl/>
              </w:rPr>
              <w:t xml:space="preserve"> </w:t>
            </w:r>
            <w:r w:rsidRPr="009647FC">
              <w:rPr>
                <w:rtl/>
              </w:rPr>
              <w:t>كفِّ</w:t>
            </w:r>
            <w:r>
              <w:rPr>
                <w:rtl/>
              </w:rPr>
              <w:t xml:space="preserve"> </w:t>
            </w:r>
            <w:r w:rsidRPr="009647FC">
              <w:rPr>
                <w:rtl/>
              </w:rPr>
              <w:t>الردى</w:t>
            </w:r>
            <w:r>
              <w:rPr>
                <w:rtl/>
              </w:rPr>
              <w:t xml:space="preserve"> </w:t>
            </w:r>
            <w:r w:rsidRPr="009647FC">
              <w:rPr>
                <w:rtl/>
              </w:rPr>
              <w:t>سوادها</w:t>
            </w:r>
            <w:r w:rsidRPr="00524A24">
              <w:rPr>
                <w:rStyle w:val="libPoemTiniChar0"/>
                <w:rtl/>
              </w:rPr>
              <w:br/>
              <w:t> </w:t>
            </w:r>
          </w:p>
        </w:tc>
      </w:tr>
    </w:tbl>
    <w:p w:rsidR="009647FC" w:rsidRPr="00524A24" w:rsidRDefault="009647FC" w:rsidP="004E7EC6">
      <w:pPr>
        <w:pStyle w:val="libNormal"/>
      </w:pPr>
      <w:r w:rsidRPr="004E7EC6">
        <w:rPr>
          <w:rtl/>
        </w:rPr>
        <w:t>وقال راثياً العلاّمة الشيخ مهدي</w:t>
      </w:r>
      <w:r w:rsidRPr="004E7EC6">
        <w:rPr>
          <w:rStyle w:val="libFootnotenumChar"/>
          <w:rtl/>
        </w:rPr>
        <w:t>(6)</w:t>
      </w:r>
      <w:r w:rsidRPr="004E7EC6">
        <w:rPr>
          <w:rtl/>
        </w:rPr>
        <w:t xml:space="preserve"> ابن الشيخ علي كاشف الغطاء</w:t>
      </w:r>
      <w:r w:rsidR="00D769AB">
        <w:rPr>
          <w:rtl/>
        </w:rPr>
        <w:t>،</w:t>
      </w:r>
      <w:r w:rsidRPr="004E7EC6">
        <w:rPr>
          <w:rtl/>
        </w:rPr>
        <w:t xml:space="preserve"> ومعزّياً أولاده وأخاه الشيخ جعفراً</w:t>
      </w:r>
      <w:r w:rsidR="00D769AB">
        <w:rPr>
          <w:rtl/>
        </w:rPr>
        <w:t>،</w:t>
      </w:r>
      <w:r w:rsidRPr="004E7EC6">
        <w:rPr>
          <w:rtl/>
        </w:rPr>
        <w:t xml:space="preserve"> والعلاّمة السيد مهدي القزويني</w:t>
      </w:r>
      <w:r w:rsidR="00D769AB">
        <w:rPr>
          <w:rtl/>
        </w:rPr>
        <w:t>:</w:t>
      </w:r>
      <w:r w:rsidRPr="004E7EC6">
        <w:rPr>
          <w:rtl/>
        </w:rPr>
        <w:t>‍</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دعا</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هو الشيخ جعفر بن علي ابن الشيخ جعفر صاحب كشف الغطاء</w:t>
      </w:r>
      <w:r w:rsidR="00D769AB">
        <w:rPr>
          <w:rtl/>
        </w:rPr>
        <w:t>،</w:t>
      </w:r>
      <w:r w:rsidRPr="009647FC">
        <w:rPr>
          <w:rtl/>
        </w:rPr>
        <w:t xml:space="preserve"> من مشاهير أعلام عصره</w:t>
      </w:r>
      <w:r w:rsidR="00D769AB">
        <w:rPr>
          <w:rtl/>
        </w:rPr>
        <w:t>،</w:t>
      </w:r>
      <w:r w:rsidRPr="009647FC">
        <w:rPr>
          <w:rtl/>
        </w:rPr>
        <w:t xml:space="preserve"> كان ذكيّاً لسناً</w:t>
      </w:r>
      <w:r w:rsidR="00D769AB">
        <w:rPr>
          <w:rtl/>
        </w:rPr>
        <w:t>،</w:t>
      </w:r>
      <w:r w:rsidRPr="009647FC">
        <w:rPr>
          <w:rtl/>
        </w:rPr>
        <w:t xml:space="preserve"> وعالماً حافظاً</w:t>
      </w:r>
      <w:r w:rsidR="00D769AB">
        <w:rPr>
          <w:rtl/>
        </w:rPr>
        <w:t>،</w:t>
      </w:r>
      <w:r w:rsidRPr="009647FC">
        <w:rPr>
          <w:rtl/>
        </w:rPr>
        <w:t xml:space="preserve"> وشاعراً رقيقاً</w:t>
      </w:r>
      <w:r w:rsidR="00D769AB">
        <w:rPr>
          <w:rtl/>
        </w:rPr>
        <w:t>،</w:t>
      </w:r>
      <w:r w:rsidRPr="009647FC">
        <w:rPr>
          <w:rtl/>
        </w:rPr>
        <w:t xml:space="preserve"> توفّي عام 1290 هـ</w:t>
      </w:r>
      <w:r w:rsidR="00D769AB">
        <w:rPr>
          <w:rtl/>
        </w:rPr>
        <w:t>،</w:t>
      </w:r>
      <w:r w:rsidRPr="009647FC">
        <w:rPr>
          <w:rtl/>
        </w:rPr>
        <w:t xml:space="preserve"> ترجمت له في كتابي </w:t>
      </w:r>
      <w:r w:rsidR="00D769AB">
        <w:rPr>
          <w:rtl/>
        </w:rPr>
        <w:t>(</w:t>
      </w:r>
      <w:r w:rsidRPr="009647FC">
        <w:rPr>
          <w:rtl/>
        </w:rPr>
        <w:t>شعراء الغري</w:t>
      </w:r>
      <w:r w:rsidR="00D769AB">
        <w:rPr>
          <w:rtl/>
        </w:rPr>
        <w:t>)</w:t>
      </w:r>
      <w:r w:rsidRPr="009647FC">
        <w:rPr>
          <w:rtl/>
        </w:rPr>
        <w:t xml:space="preserve"> 2 / 40</w:t>
      </w:r>
      <w:r w:rsidR="004E7EC6">
        <w:rPr>
          <w:rtl/>
        </w:rPr>
        <w:t xml:space="preserve"> - </w:t>
      </w:r>
      <w:r w:rsidRPr="009647FC">
        <w:rPr>
          <w:rtl/>
        </w:rPr>
        <w:t>49.</w:t>
      </w:r>
    </w:p>
    <w:p w:rsidR="009647FC" w:rsidRPr="00524A24" w:rsidRDefault="009647FC" w:rsidP="004E7EC6">
      <w:pPr>
        <w:pStyle w:val="libFootnote0"/>
      </w:pPr>
      <w:r w:rsidRPr="009647FC">
        <w:rPr>
          <w:rtl/>
        </w:rPr>
        <w:t>3</w:t>
      </w:r>
      <w:r w:rsidR="004E7EC6">
        <w:rPr>
          <w:rtl/>
        </w:rPr>
        <w:t xml:space="preserve"> - </w:t>
      </w:r>
      <w:r w:rsidRPr="009647FC">
        <w:rPr>
          <w:rtl/>
        </w:rPr>
        <w:t>في المطبوع</w:t>
      </w:r>
      <w:r w:rsidR="00D769AB">
        <w:rPr>
          <w:rtl/>
        </w:rPr>
        <w:t>:</w:t>
      </w:r>
      <w:r w:rsidRPr="009647FC">
        <w:rPr>
          <w:rtl/>
        </w:rPr>
        <w:t xml:space="preserve"> قتادها</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مخطوطة الملاّ</w:t>
      </w:r>
      <w:r w:rsidR="00D769AB">
        <w:rPr>
          <w:rtl/>
        </w:rPr>
        <w:t>:</w:t>
      </w:r>
      <w:r w:rsidRPr="009647FC">
        <w:rPr>
          <w:rtl/>
        </w:rPr>
        <w:t xml:space="preserve"> أوحشت</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جعفر الثانية</w:t>
      </w:r>
      <w:r w:rsidR="00D769AB">
        <w:rPr>
          <w:rtl/>
        </w:rPr>
        <w:t>:</w:t>
      </w:r>
      <w:r w:rsidRPr="009647FC">
        <w:rPr>
          <w:rtl/>
        </w:rPr>
        <w:t xml:space="preserve"> يقصد بها ابن أخته الميرزا جعفر القزويني</w:t>
      </w:r>
      <w:r w:rsidR="00D769AB">
        <w:rPr>
          <w:rtl/>
        </w:rPr>
        <w:t>.</w:t>
      </w:r>
    </w:p>
    <w:p w:rsidR="009647FC" w:rsidRPr="00524A24" w:rsidRDefault="009647FC" w:rsidP="004E7EC6">
      <w:pPr>
        <w:pStyle w:val="libFootnote0"/>
      </w:pPr>
      <w:r w:rsidRPr="009647FC">
        <w:rPr>
          <w:rtl/>
        </w:rPr>
        <w:t>6</w:t>
      </w:r>
      <w:r w:rsidR="004E7EC6">
        <w:rPr>
          <w:rtl/>
        </w:rPr>
        <w:t xml:space="preserve"> - </w:t>
      </w:r>
      <w:r w:rsidRPr="009647FC">
        <w:rPr>
          <w:rtl/>
        </w:rPr>
        <w:t>هو الشيخ مهدي ابن الشيخ علي ابن الشيخ جعفر صاحب كشف الغطاء</w:t>
      </w:r>
      <w:r w:rsidR="00D769AB">
        <w:rPr>
          <w:rtl/>
        </w:rPr>
        <w:t>،</w:t>
      </w:r>
      <w:r w:rsidRPr="009647FC">
        <w:rPr>
          <w:rtl/>
        </w:rPr>
        <w:t xml:space="preserve"> من أشهر مشاهير علماء عصره</w:t>
      </w:r>
      <w:r w:rsidR="00D769AB">
        <w:rPr>
          <w:rtl/>
        </w:rPr>
        <w:t>،</w:t>
      </w:r>
      <w:r w:rsidRPr="009647FC">
        <w:rPr>
          <w:rtl/>
        </w:rPr>
        <w:t xml:space="preserve"> ومن الأدباء الشعراء البلغاء</w:t>
      </w:r>
      <w:r w:rsidR="00D769AB">
        <w:rPr>
          <w:rtl/>
        </w:rPr>
        <w:t>،</w:t>
      </w:r>
      <w:r w:rsidRPr="009647FC">
        <w:rPr>
          <w:rtl/>
        </w:rPr>
        <w:t xml:space="preserve"> انتهت إليه رئاسة التقليد ورجع =</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D1F00" w:rsidRPr="00524A24" w:rsidTr="00DD1F00">
        <w:trPr>
          <w:trHeight w:val="350"/>
        </w:trPr>
        <w:tc>
          <w:tcPr>
            <w:tcW w:w="3902" w:type="dxa"/>
          </w:tcPr>
          <w:p w:rsidR="00DD1F00" w:rsidRPr="00524A24" w:rsidRDefault="00DD1F00" w:rsidP="008D3009">
            <w:pPr>
              <w:pStyle w:val="libPoem"/>
            </w:pPr>
            <w:r w:rsidRPr="009647FC">
              <w:rPr>
                <w:rtl/>
              </w:rPr>
              <w:lastRenderedPageBreak/>
              <w:t>أعلمتِ</w:t>
            </w:r>
            <w:r>
              <w:rPr>
                <w:rtl/>
              </w:rPr>
              <w:t xml:space="preserve"> </w:t>
            </w:r>
            <w:r w:rsidRPr="009647FC">
              <w:rPr>
                <w:rtl/>
              </w:rPr>
              <w:t>طارقة</w:t>
            </w:r>
            <w:r>
              <w:rPr>
                <w:rtl/>
              </w:rPr>
              <w:t xml:space="preserve"> </w:t>
            </w:r>
            <w:r w:rsidRPr="009647FC">
              <w:rPr>
                <w:rtl/>
              </w:rPr>
              <w:t>الخطوب</w:t>
            </w:r>
            <w:r>
              <w:rPr>
                <w:rtl/>
              </w:rPr>
              <w:t xml:space="preserve"> </w:t>
            </w:r>
            <w:r w:rsidRPr="009647FC">
              <w:rPr>
                <w:rtl/>
              </w:rPr>
              <w:t>السودِ</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بحمى</w:t>
            </w:r>
            <w:r w:rsidR="004C00A8">
              <w:rPr>
                <w:rtl/>
              </w:rPr>
              <w:t xml:space="preserve"> </w:t>
            </w:r>
            <w:r w:rsidRPr="009647FC">
              <w:rPr>
                <w:rtl/>
              </w:rPr>
              <w:t>الوصيّ</w:t>
            </w:r>
            <w:r>
              <w:rPr>
                <w:rtl/>
              </w:rPr>
              <w:t xml:space="preserve"> </w:t>
            </w:r>
            <w:r w:rsidRPr="009647FC">
              <w:rPr>
                <w:rtl/>
              </w:rPr>
              <w:t>صرعتِ</w:t>
            </w:r>
            <w:r>
              <w:rPr>
                <w:rtl/>
              </w:rPr>
              <w:t xml:space="preserve"> </w:t>
            </w:r>
            <w:r w:rsidRPr="009647FC">
              <w:rPr>
                <w:rtl/>
              </w:rPr>
              <w:t>أيّ</w:t>
            </w:r>
            <w:r>
              <w:rPr>
                <w:rtl/>
              </w:rPr>
              <w:t xml:space="preserve">َ </w:t>
            </w:r>
            <w:r w:rsidRPr="009647FC">
              <w:rPr>
                <w:rtl/>
              </w:rPr>
              <w:t>عميدِ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ونزعتِ</w:t>
            </w:r>
            <w:r>
              <w:rPr>
                <w:rtl/>
              </w:rPr>
              <w:t xml:space="preserve"> </w:t>
            </w:r>
            <w:r w:rsidRPr="009647FC">
              <w:rPr>
                <w:rtl/>
              </w:rPr>
              <w:t>يا</w:t>
            </w:r>
            <w:r>
              <w:rPr>
                <w:rtl/>
              </w:rPr>
              <w:t xml:space="preserve"> </w:t>
            </w:r>
            <w:r w:rsidRPr="009647FC">
              <w:rPr>
                <w:rtl/>
              </w:rPr>
              <w:t>نزعتْ</w:t>
            </w:r>
            <w:r>
              <w:rPr>
                <w:rtl/>
              </w:rPr>
              <w:t xml:space="preserve"> </w:t>
            </w:r>
            <w:r w:rsidRPr="009647FC">
              <w:rPr>
                <w:rtl/>
              </w:rPr>
              <w:t>يداك</w:t>
            </w:r>
            <w:r>
              <w:rPr>
                <w:rtl/>
              </w:rPr>
              <w:t xml:space="preserve"> </w:t>
            </w:r>
            <w:r w:rsidRPr="009647FC">
              <w:rPr>
                <w:rtl/>
              </w:rPr>
              <w:t>بنان</w:t>
            </w:r>
            <w:r>
              <w:rPr>
                <w:rtl/>
              </w:rPr>
              <w:t>َ</w:t>
            </w:r>
            <w:r w:rsidRPr="009647FC">
              <w:rPr>
                <w:rtl/>
              </w:rPr>
              <w:t>ها</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من</w:t>
            </w:r>
            <w:r w:rsidR="004C00A8">
              <w:rPr>
                <w:rtl/>
              </w:rPr>
              <w:t xml:space="preserve"> </w:t>
            </w:r>
            <w:r w:rsidRPr="009647FC">
              <w:rPr>
                <w:rtl/>
              </w:rPr>
              <w:t>قبّ</w:t>
            </w:r>
            <w:r w:rsidRPr="00B371C6">
              <w:rPr>
                <w:rtl/>
              </w:rPr>
              <w:t>ِ</w:t>
            </w:r>
            <w:r w:rsidRPr="009647FC">
              <w:rPr>
                <w:rtl/>
              </w:rPr>
              <w:t>ة</w:t>
            </w:r>
            <w:r>
              <w:rPr>
                <w:rtl/>
              </w:rPr>
              <w:t xml:space="preserve"> </w:t>
            </w:r>
            <w:r w:rsidRPr="009647FC">
              <w:rPr>
                <w:rtl/>
              </w:rPr>
              <w:t>الإسلام</w:t>
            </w:r>
            <w:r>
              <w:rPr>
                <w:rtl/>
              </w:rPr>
              <w:t xml:space="preserve"> </w:t>
            </w:r>
            <w:r w:rsidRPr="009647FC">
              <w:rPr>
                <w:rtl/>
              </w:rPr>
              <w:t>أيّ</w:t>
            </w:r>
            <w:r>
              <w:rPr>
                <w:rtl/>
              </w:rPr>
              <w:t xml:space="preserve">َ </w:t>
            </w:r>
            <w:r w:rsidRPr="009647FC">
              <w:rPr>
                <w:rtl/>
              </w:rPr>
              <w:t>عمودِ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ونعم</w:t>
            </w:r>
            <w:r>
              <w:rPr>
                <w:rtl/>
              </w:rPr>
              <w:t xml:space="preserve"> </w:t>
            </w:r>
            <w:r w:rsidRPr="009647FC">
              <w:rPr>
                <w:rtl/>
              </w:rPr>
              <w:t>فهبكِ</w:t>
            </w:r>
            <w:r>
              <w:rPr>
                <w:rtl/>
              </w:rPr>
              <w:t xml:space="preserve"> </w:t>
            </w:r>
            <w:r w:rsidRPr="009647FC">
              <w:rPr>
                <w:rtl/>
              </w:rPr>
              <w:t>قرعتِه</w:t>
            </w:r>
            <w:r>
              <w:rPr>
                <w:rtl/>
              </w:rPr>
              <w:t xml:space="preserve"> </w:t>
            </w:r>
            <w:r w:rsidRPr="009647FC">
              <w:rPr>
                <w:rtl/>
              </w:rPr>
              <w:t>بمرّنةٍ</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ص</w:t>
            </w:r>
            <w:r w:rsidRPr="00B371C6">
              <w:rPr>
                <w:rtl/>
              </w:rPr>
              <w:t>ّ</w:t>
            </w:r>
            <w:r w:rsidRPr="009647FC">
              <w:rPr>
                <w:rtl/>
              </w:rPr>
              <w:t>ماء</w:t>
            </w:r>
            <w:r w:rsidR="004C00A8">
              <w:rPr>
                <w:rtl/>
              </w:rPr>
              <w:t xml:space="preserve"> </w:t>
            </w:r>
            <w:r w:rsidRPr="009647FC">
              <w:rPr>
                <w:rtl/>
              </w:rPr>
              <w:t>تأخذ</w:t>
            </w:r>
            <w:r>
              <w:rPr>
                <w:rtl/>
              </w:rPr>
              <w:t xml:space="preserve"> </w:t>
            </w:r>
            <w:r w:rsidRPr="009647FC">
              <w:rPr>
                <w:rtl/>
              </w:rPr>
              <w:t>من</w:t>
            </w:r>
            <w:r>
              <w:rPr>
                <w:rtl/>
              </w:rPr>
              <w:t xml:space="preserve"> </w:t>
            </w:r>
            <w:r w:rsidRPr="009647FC">
              <w:rPr>
                <w:rtl/>
              </w:rPr>
              <w:t>قوى</w:t>
            </w:r>
            <w:r>
              <w:rPr>
                <w:rtl/>
              </w:rPr>
              <w:t xml:space="preserve"> </w:t>
            </w:r>
            <w:r w:rsidRPr="009647FC">
              <w:rPr>
                <w:rtl/>
              </w:rPr>
              <w:t>الجلمودِ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أفطرتِ</w:t>
            </w:r>
            <w:r w:rsidR="004C00A8">
              <w:rPr>
                <w:rtl/>
              </w:rPr>
              <w:t xml:space="preserve"> </w:t>
            </w:r>
            <w:r w:rsidRPr="009647FC">
              <w:rPr>
                <w:rtl/>
              </w:rPr>
              <w:t>إلاّ</w:t>
            </w:r>
            <w:r>
              <w:rPr>
                <w:rtl/>
              </w:rPr>
              <w:t xml:space="preserve"> </w:t>
            </w:r>
            <w:r w:rsidRPr="009647FC">
              <w:rPr>
                <w:rtl/>
              </w:rPr>
              <w:t>قلب</w:t>
            </w:r>
            <w:r>
              <w:rPr>
                <w:rtl/>
              </w:rPr>
              <w:t xml:space="preserve">َ </w:t>
            </w:r>
            <w:r w:rsidRPr="009647FC">
              <w:rPr>
                <w:rtl/>
              </w:rPr>
              <w:t>حامية</w:t>
            </w:r>
            <w:r>
              <w:rPr>
                <w:rtl/>
              </w:rPr>
              <w:t xml:space="preserve"> </w:t>
            </w:r>
            <w:r w:rsidRPr="009647FC">
              <w:rPr>
                <w:rtl/>
              </w:rPr>
              <w:t>الهدى</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وصدعتِ</w:t>
            </w:r>
            <w:r w:rsidR="004C00A8">
              <w:rPr>
                <w:rtl/>
              </w:rPr>
              <w:t xml:space="preserve"> </w:t>
            </w:r>
            <w:r w:rsidRPr="009647FC">
              <w:rPr>
                <w:rtl/>
              </w:rPr>
              <w:t>إلاّ</w:t>
            </w:r>
            <w:r>
              <w:rPr>
                <w:rtl/>
              </w:rPr>
              <w:t xml:space="preserve"> </w:t>
            </w:r>
            <w:r w:rsidRPr="009647FC">
              <w:rPr>
                <w:rtl/>
              </w:rPr>
              <w:t>بيضة</w:t>
            </w:r>
            <w:r>
              <w:rPr>
                <w:rtl/>
              </w:rPr>
              <w:t xml:space="preserve"> </w:t>
            </w:r>
            <w:r w:rsidRPr="009647FC">
              <w:rPr>
                <w:rtl/>
              </w:rPr>
              <w:t>التوحيدِ؟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وبللتِ</w:t>
            </w:r>
            <w:r>
              <w:rPr>
                <w:rtl/>
              </w:rPr>
              <w:t xml:space="preserve"> </w:t>
            </w:r>
            <w:r w:rsidRPr="009647FC">
              <w:rPr>
                <w:rtl/>
              </w:rPr>
              <w:t>إلاّ</w:t>
            </w:r>
            <w:r>
              <w:rPr>
                <w:rtl/>
              </w:rPr>
              <w:t xml:space="preserve"> </w:t>
            </w:r>
            <w:r w:rsidRPr="009647FC">
              <w:rPr>
                <w:rtl/>
              </w:rPr>
              <w:t>في</w:t>
            </w:r>
            <w:r>
              <w:rPr>
                <w:rtl/>
              </w:rPr>
              <w:t xml:space="preserve"> </w:t>
            </w:r>
            <w:r w:rsidRPr="009647FC">
              <w:rPr>
                <w:rtl/>
              </w:rPr>
              <w:t>مدامع</w:t>
            </w:r>
            <w:r>
              <w:rPr>
                <w:rtl/>
              </w:rPr>
              <w:t xml:space="preserve"> </w:t>
            </w:r>
            <w:r w:rsidRPr="009647FC">
              <w:rPr>
                <w:rtl/>
              </w:rPr>
              <w:t>عينه</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ذاك</w:t>
            </w:r>
            <w:r>
              <w:rPr>
                <w:rtl/>
              </w:rPr>
              <w:t xml:space="preserve"> </w:t>
            </w:r>
            <w:r w:rsidRPr="009647FC">
              <w:rPr>
                <w:rtl/>
              </w:rPr>
              <w:t>الصعيد</w:t>
            </w:r>
            <w:r>
              <w:rPr>
                <w:rtl/>
              </w:rPr>
              <w:t xml:space="preserve">َ </w:t>
            </w:r>
            <w:r w:rsidRPr="009647FC">
              <w:rPr>
                <w:rtl/>
              </w:rPr>
              <w:t>على</w:t>
            </w:r>
            <w:r>
              <w:rPr>
                <w:rtl/>
              </w:rPr>
              <w:t xml:space="preserve"> </w:t>
            </w:r>
            <w:r w:rsidRPr="009647FC">
              <w:rPr>
                <w:rtl/>
              </w:rPr>
              <w:t>أجل</w:t>
            </w:r>
            <w:r>
              <w:rPr>
                <w:rtl/>
              </w:rPr>
              <w:t xml:space="preserve"> </w:t>
            </w:r>
            <w:r w:rsidRPr="009647FC">
              <w:rPr>
                <w:rtl/>
              </w:rPr>
              <w:t>فقيدِ؟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الآن</w:t>
            </w:r>
            <w:r>
              <w:rPr>
                <w:rtl/>
              </w:rPr>
              <w:t xml:space="preserve"> </w:t>
            </w:r>
            <w:r w:rsidRPr="009647FC">
              <w:rPr>
                <w:rtl/>
              </w:rPr>
              <w:t>مات</w:t>
            </w:r>
            <w:r>
              <w:rPr>
                <w:rtl/>
              </w:rPr>
              <w:t xml:space="preserve"> </w:t>
            </w:r>
            <w:r w:rsidRPr="009647FC">
              <w:rPr>
                <w:rtl/>
              </w:rPr>
              <w:t>العلمُ</w:t>
            </w:r>
            <w:r>
              <w:rPr>
                <w:rtl/>
              </w:rPr>
              <w:t xml:space="preserve"> </w:t>
            </w:r>
            <w:r w:rsidRPr="009647FC">
              <w:rPr>
                <w:rtl/>
              </w:rPr>
              <w:t>واندرس</w:t>
            </w:r>
            <w:r>
              <w:rPr>
                <w:rtl/>
              </w:rPr>
              <w:t xml:space="preserve"> </w:t>
            </w:r>
            <w:r w:rsidRPr="009647FC">
              <w:rPr>
                <w:rtl/>
              </w:rPr>
              <w:t>التقى</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وعفا</w:t>
            </w:r>
            <w:r w:rsidR="004C00A8">
              <w:rPr>
                <w:rtl/>
              </w:rPr>
              <w:t xml:space="preserve"> </w:t>
            </w:r>
            <w:r w:rsidRPr="009647FC">
              <w:rPr>
                <w:rtl/>
              </w:rPr>
              <w:t>السماحُ</w:t>
            </w:r>
            <w:r>
              <w:rPr>
                <w:rtl/>
              </w:rPr>
              <w:t xml:space="preserve"> </w:t>
            </w:r>
            <w:r w:rsidRPr="009647FC">
              <w:rPr>
                <w:rtl/>
              </w:rPr>
              <w:t>وطاح</w:t>
            </w:r>
            <w:r>
              <w:rPr>
                <w:rtl/>
              </w:rPr>
              <w:t xml:space="preserve"> </w:t>
            </w:r>
            <w:r w:rsidRPr="009647FC">
              <w:rPr>
                <w:rtl/>
              </w:rPr>
              <w:t>كفُّ</w:t>
            </w:r>
            <w:r>
              <w:rPr>
                <w:rtl/>
              </w:rPr>
              <w:t xml:space="preserve"> </w:t>
            </w:r>
            <w:r w:rsidRPr="009647FC">
              <w:rPr>
                <w:rtl/>
              </w:rPr>
              <w:t>الجودِ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ف</w:t>
            </w:r>
            <w:r w:rsidRPr="00B371C6">
              <w:rPr>
                <w:rtl/>
              </w:rPr>
              <w:t>ُ</w:t>
            </w:r>
            <w:r w:rsidRPr="009647FC">
              <w:rPr>
                <w:rtl/>
              </w:rPr>
              <w:t>جعتْ</w:t>
            </w:r>
            <w:r w:rsidR="004C00A8">
              <w:rPr>
                <w:rtl/>
              </w:rPr>
              <w:t xml:space="preserve"> </w:t>
            </w:r>
            <w:r w:rsidRPr="009647FC">
              <w:rPr>
                <w:rtl/>
              </w:rPr>
              <w:t>بنو</w:t>
            </w:r>
            <w:r>
              <w:rPr>
                <w:rtl/>
              </w:rPr>
              <w:t xml:space="preserve"> </w:t>
            </w:r>
            <w:r w:rsidRPr="009647FC">
              <w:rPr>
                <w:rtl/>
              </w:rPr>
              <w:t>الدنيا</w:t>
            </w:r>
            <w:r>
              <w:rPr>
                <w:rtl/>
              </w:rPr>
              <w:t xml:space="preserve"> </w:t>
            </w:r>
            <w:r w:rsidRPr="009647FC">
              <w:rPr>
                <w:rtl/>
              </w:rPr>
              <w:t>بزاد</w:t>
            </w:r>
            <w:r>
              <w:rPr>
                <w:rtl/>
              </w:rPr>
              <w:t xml:space="preserve"> </w:t>
            </w:r>
            <w:r w:rsidRPr="009647FC">
              <w:rPr>
                <w:rtl/>
              </w:rPr>
              <w:t>مقلِّها</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وبريِّ</w:t>
            </w:r>
            <w:r>
              <w:rPr>
                <w:rtl/>
              </w:rPr>
              <w:t xml:space="preserve"> </w:t>
            </w:r>
            <w:r w:rsidRPr="009647FC">
              <w:rPr>
                <w:rtl/>
              </w:rPr>
              <w:t>حائمة</w:t>
            </w:r>
            <w:r>
              <w:rPr>
                <w:rtl/>
              </w:rPr>
              <w:t xml:space="preserve"> </w:t>
            </w:r>
            <w:r w:rsidRPr="009647FC">
              <w:rPr>
                <w:rtl/>
              </w:rPr>
              <w:t>الرجا</w:t>
            </w:r>
            <w:r>
              <w:rPr>
                <w:rtl/>
              </w:rPr>
              <w:t xml:space="preserve"> </w:t>
            </w:r>
            <w:r w:rsidRPr="009647FC">
              <w:rPr>
                <w:rtl/>
              </w:rPr>
              <w:t>المطرودِ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وسرى</w:t>
            </w:r>
            <w:r w:rsidR="004C00A8">
              <w:rPr>
                <w:rtl/>
              </w:rPr>
              <w:t xml:space="preserve"> </w:t>
            </w:r>
            <w:r w:rsidRPr="009647FC">
              <w:rPr>
                <w:rtl/>
              </w:rPr>
              <w:t>فطبّ</w:t>
            </w:r>
            <w:r>
              <w:rPr>
                <w:rtl/>
              </w:rPr>
              <w:t>َ</w:t>
            </w:r>
            <w:r w:rsidRPr="009647FC">
              <w:rPr>
                <w:rtl/>
              </w:rPr>
              <w:t>قها</w:t>
            </w:r>
            <w:r>
              <w:rPr>
                <w:rtl/>
              </w:rPr>
              <w:t xml:space="preserve"> </w:t>
            </w:r>
            <w:r w:rsidRPr="009647FC">
              <w:rPr>
                <w:rtl/>
              </w:rPr>
              <w:t>عليه</w:t>
            </w:r>
            <w:r>
              <w:rPr>
                <w:rtl/>
              </w:rPr>
              <w:t xml:space="preserve"> </w:t>
            </w:r>
            <w:r w:rsidRPr="009647FC">
              <w:rPr>
                <w:rtl/>
              </w:rPr>
              <w:t>مآتما</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ناعٍ</w:t>
            </w:r>
            <w:r>
              <w:rPr>
                <w:rtl/>
              </w:rPr>
              <w:t xml:space="preserve"> </w:t>
            </w:r>
            <w:r w:rsidRPr="009647FC">
              <w:rPr>
                <w:rtl/>
              </w:rPr>
              <w:t>تضيق</w:t>
            </w:r>
            <w:r>
              <w:rPr>
                <w:rtl/>
              </w:rPr>
              <w:t xml:space="preserve"> </w:t>
            </w:r>
            <w:r w:rsidRPr="009647FC">
              <w:rPr>
                <w:rtl/>
              </w:rPr>
              <w:t>به</w:t>
            </w:r>
            <w:r>
              <w:rPr>
                <w:rtl/>
              </w:rPr>
              <w:t xml:space="preserve"> </w:t>
            </w:r>
            <w:r w:rsidRPr="009647FC">
              <w:rPr>
                <w:rtl/>
              </w:rPr>
              <w:t>رحابُ</w:t>
            </w:r>
            <w:r>
              <w:rPr>
                <w:rtl/>
              </w:rPr>
              <w:t xml:space="preserve"> </w:t>
            </w:r>
            <w:r w:rsidRPr="009647FC">
              <w:rPr>
                <w:rtl/>
              </w:rPr>
              <w:t>البيدِ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صلّ</w:t>
            </w:r>
            <w:r>
              <w:rPr>
                <w:rtl/>
              </w:rPr>
              <w:t>َ</w:t>
            </w:r>
            <w:r w:rsidRPr="009647FC">
              <w:rPr>
                <w:rtl/>
              </w:rPr>
              <w:t>ى</w:t>
            </w:r>
            <w:r>
              <w:rPr>
                <w:rtl/>
              </w:rPr>
              <w:t xml:space="preserve"> </w:t>
            </w:r>
            <w:r w:rsidRPr="009647FC">
              <w:rPr>
                <w:rtl/>
              </w:rPr>
              <w:t>الإلهُ</w:t>
            </w:r>
            <w:r>
              <w:rPr>
                <w:rtl/>
              </w:rPr>
              <w:t xml:space="preserve"> </w:t>
            </w:r>
            <w:r w:rsidRPr="009647FC">
              <w:rPr>
                <w:rtl/>
              </w:rPr>
              <w:t>عليك</w:t>
            </w:r>
            <w:r w:rsidRPr="004E7EC6">
              <w:rPr>
                <w:rStyle w:val="libFootnotenumChar"/>
                <w:rtl/>
              </w:rPr>
              <w:t>(1)</w:t>
            </w:r>
            <w:r>
              <w:rPr>
                <w:rtl/>
              </w:rPr>
              <w:t xml:space="preserve"> </w:t>
            </w:r>
            <w:r w:rsidRPr="009647FC">
              <w:rPr>
                <w:rtl/>
              </w:rPr>
              <w:t>من</w:t>
            </w:r>
            <w:r>
              <w:rPr>
                <w:rtl/>
              </w:rPr>
              <w:t xml:space="preserve"> </w:t>
            </w:r>
            <w:r w:rsidRPr="009647FC">
              <w:rPr>
                <w:rtl/>
              </w:rPr>
              <w:t>مفقود</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جلّ</w:t>
            </w:r>
            <w:r>
              <w:rPr>
                <w:rtl/>
              </w:rPr>
              <w:t xml:space="preserve">َ </w:t>
            </w:r>
            <w:r w:rsidRPr="009647FC">
              <w:rPr>
                <w:rtl/>
              </w:rPr>
              <w:t>المصاب</w:t>
            </w:r>
            <w:r>
              <w:rPr>
                <w:rtl/>
              </w:rPr>
              <w:t xml:space="preserve"> </w:t>
            </w:r>
            <w:r w:rsidRPr="009647FC">
              <w:rPr>
                <w:rtl/>
              </w:rPr>
              <w:t>به</w:t>
            </w:r>
            <w:r>
              <w:rPr>
                <w:rtl/>
              </w:rPr>
              <w:t xml:space="preserve"> </w:t>
            </w:r>
            <w:r w:rsidRPr="009647FC">
              <w:rPr>
                <w:rtl/>
              </w:rPr>
              <w:t>عن</w:t>
            </w:r>
            <w:r>
              <w:rPr>
                <w:rtl/>
              </w:rPr>
              <w:t xml:space="preserve"> </w:t>
            </w:r>
            <w:r w:rsidRPr="009647FC">
              <w:rPr>
                <w:rtl/>
              </w:rPr>
              <w:t>التحديدِ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شغلت</w:t>
            </w:r>
            <w:r>
              <w:rPr>
                <w:rtl/>
              </w:rPr>
              <w:t xml:space="preserve"> </w:t>
            </w:r>
            <w:r w:rsidRPr="009647FC">
              <w:rPr>
                <w:rtl/>
              </w:rPr>
              <w:t>رزيتُك</w:t>
            </w:r>
            <w:r>
              <w:rPr>
                <w:rtl/>
              </w:rPr>
              <w:t xml:space="preserve"> </w:t>
            </w:r>
            <w:r w:rsidRPr="009647FC">
              <w:rPr>
                <w:rtl/>
              </w:rPr>
              <w:t>الملائك</w:t>
            </w:r>
            <w:r>
              <w:rPr>
                <w:rtl/>
              </w:rPr>
              <w:t xml:space="preserve"> </w:t>
            </w:r>
            <w:r w:rsidRPr="009647FC">
              <w:rPr>
                <w:rtl/>
              </w:rPr>
              <w:t>فاغتدت</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لك</w:t>
            </w:r>
            <w:r>
              <w:rPr>
                <w:rtl/>
              </w:rPr>
              <w:t xml:space="preserve"> </w:t>
            </w:r>
            <w:r w:rsidRPr="009647FC">
              <w:rPr>
                <w:rtl/>
              </w:rPr>
              <w:t>في</w:t>
            </w:r>
            <w:r>
              <w:rPr>
                <w:rtl/>
              </w:rPr>
              <w:t xml:space="preserve"> </w:t>
            </w:r>
            <w:r w:rsidRPr="009647FC">
              <w:rPr>
                <w:rtl/>
              </w:rPr>
              <w:t>هبوطٍ</w:t>
            </w:r>
            <w:r>
              <w:rPr>
                <w:rtl/>
              </w:rPr>
              <w:t xml:space="preserve"> </w:t>
            </w:r>
            <w:r w:rsidRPr="009647FC">
              <w:rPr>
                <w:rtl/>
              </w:rPr>
              <w:t>عن</w:t>
            </w:r>
            <w:r>
              <w:rPr>
                <w:rtl/>
              </w:rPr>
              <w:t xml:space="preserve"> </w:t>
            </w:r>
            <w:r w:rsidRPr="009647FC">
              <w:rPr>
                <w:rtl/>
              </w:rPr>
              <w:t>جوى</w:t>
            </w:r>
            <w:r>
              <w:rPr>
                <w:rtl/>
              </w:rPr>
              <w:t xml:space="preserve"> </w:t>
            </w:r>
            <w:r w:rsidRPr="009647FC">
              <w:rPr>
                <w:rtl/>
              </w:rPr>
              <w:t>وصعودِ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وكفاك</w:t>
            </w:r>
            <w:r>
              <w:rPr>
                <w:rtl/>
              </w:rPr>
              <w:t xml:space="preserve"> </w:t>
            </w:r>
            <w:r w:rsidRPr="009647FC">
              <w:rPr>
                <w:rtl/>
              </w:rPr>
              <w:t>قدراً</w:t>
            </w:r>
            <w:r>
              <w:rPr>
                <w:rtl/>
              </w:rPr>
              <w:t xml:space="preserve"> </w:t>
            </w:r>
            <w:r w:rsidRPr="009647FC">
              <w:rPr>
                <w:rtl/>
              </w:rPr>
              <w:t>أنّ</w:t>
            </w:r>
            <w:r>
              <w:rPr>
                <w:rtl/>
              </w:rPr>
              <w:t xml:space="preserve">َ </w:t>
            </w:r>
            <w:r w:rsidRPr="009647FC">
              <w:rPr>
                <w:rtl/>
              </w:rPr>
              <w:t>نعي</w:t>
            </w:r>
            <w:r>
              <w:rPr>
                <w:rtl/>
              </w:rPr>
              <w:t>َ</w:t>
            </w:r>
            <w:r w:rsidRPr="009647FC">
              <w:rPr>
                <w:rtl/>
              </w:rPr>
              <w:t>ك</w:t>
            </w:r>
            <w:r>
              <w:rPr>
                <w:rtl/>
              </w:rPr>
              <w:t xml:space="preserve"> </w:t>
            </w:r>
            <w:r w:rsidRPr="009647FC">
              <w:rPr>
                <w:rtl/>
              </w:rPr>
              <w:t>في</w:t>
            </w:r>
            <w:r>
              <w:rPr>
                <w:rtl/>
              </w:rPr>
              <w:t xml:space="preserve"> </w:t>
            </w:r>
            <w:r w:rsidRPr="009647FC">
              <w:rPr>
                <w:rtl/>
              </w:rPr>
              <w:t>السما</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خلطته</w:t>
            </w:r>
            <w:r w:rsidR="004C00A8">
              <w:rPr>
                <w:rtl/>
              </w:rPr>
              <w:t xml:space="preserve"> </w:t>
            </w:r>
            <w:r w:rsidRPr="009647FC">
              <w:rPr>
                <w:rtl/>
              </w:rPr>
              <w:t>بالتقديس</w:t>
            </w:r>
            <w:r>
              <w:rPr>
                <w:rtl/>
              </w:rPr>
              <w:t xml:space="preserve"> </w:t>
            </w:r>
            <w:r w:rsidRPr="009647FC">
              <w:rPr>
                <w:rtl/>
              </w:rPr>
              <w:t>والتحميدِ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وبرفعها</w:t>
            </w:r>
            <w:r>
              <w:rPr>
                <w:rtl/>
              </w:rPr>
              <w:t xml:space="preserve"> </w:t>
            </w:r>
            <w:r w:rsidRPr="009647FC">
              <w:rPr>
                <w:rtl/>
              </w:rPr>
              <w:t>ذاك</w:t>
            </w:r>
            <w:r>
              <w:rPr>
                <w:rtl/>
              </w:rPr>
              <w:t xml:space="preserve"> </w:t>
            </w:r>
            <w:r w:rsidRPr="009647FC">
              <w:rPr>
                <w:rtl/>
              </w:rPr>
              <w:t>السرير</w:t>
            </w:r>
            <w:r>
              <w:rPr>
                <w:rtl/>
              </w:rPr>
              <w:t xml:space="preserve">َ </w:t>
            </w:r>
            <w:r w:rsidRPr="009647FC">
              <w:rPr>
                <w:rtl/>
              </w:rPr>
              <w:t>تق</w:t>
            </w:r>
            <w:r w:rsidRPr="00B371C6">
              <w:rPr>
                <w:rtl/>
              </w:rPr>
              <w:t>ّ</w:t>
            </w:r>
            <w:r w:rsidRPr="009647FC">
              <w:rPr>
                <w:rtl/>
              </w:rPr>
              <w:t>ربت</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زلفى</w:t>
            </w:r>
            <w:r w:rsidR="004C00A8">
              <w:rPr>
                <w:rtl/>
              </w:rPr>
              <w:t xml:space="preserve"> </w:t>
            </w:r>
            <w:r w:rsidRPr="009647FC">
              <w:rPr>
                <w:rtl/>
              </w:rPr>
              <w:t>إلى</w:t>
            </w:r>
            <w:r>
              <w:rPr>
                <w:rtl/>
              </w:rPr>
              <w:t xml:space="preserve"> </w:t>
            </w:r>
            <w:r w:rsidRPr="009647FC">
              <w:rPr>
                <w:rtl/>
              </w:rPr>
              <w:t>خ</w:t>
            </w:r>
            <w:r w:rsidRPr="00B371C6">
              <w:rPr>
                <w:rtl/>
              </w:rPr>
              <w:t>ّ</w:t>
            </w:r>
            <w:r w:rsidRPr="009647FC">
              <w:rPr>
                <w:rtl/>
              </w:rPr>
              <w:t>لاقها</w:t>
            </w:r>
            <w:r>
              <w:rPr>
                <w:rtl/>
              </w:rPr>
              <w:t xml:space="preserve"> </w:t>
            </w:r>
            <w:r w:rsidRPr="009647FC">
              <w:rPr>
                <w:rtl/>
              </w:rPr>
              <w:t>المعبودِ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رفعت</w:t>
            </w:r>
            <w:r>
              <w:rPr>
                <w:rtl/>
              </w:rPr>
              <w:t xml:space="preserve"> </w:t>
            </w:r>
            <w:r w:rsidRPr="009647FC">
              <w:rPr>
                <w:rtl/>
              </w:rPr>
              <w:t>به</w:t>
            </w:r>
            <w:r>
              <w:rPr>
                <w:rtl/>
              </w:rPr>
              <w:t xml:space="preserve"> </w:t>
            </w:r>
            <w:r w:rsidRPr="009647FC">
              <w:rPr>
                <w:rtl/>
              </w:rPr>
              <w:t>الأخوين</w:t>
            </w:r>
            <w:r>
              <w:rPr>
                <w:rtl/>
              </w:rPr>
              <w:t xml:space="preserve"> </w:t>
            </w:r>
            <w:r w:rsidRPr="009647FC">
              <w:rPr>
                <w:rtl/>
              </w:rPr>
              <w:t>شخص</w:t>
            </w:r>
            <w:r>
              <w:rPr>
                <w:rtl/>
              </w:rPr>
              <w:t>َ</w:t>
            </w:r>
            <w:r w:rsidRPr="009647FC">
              <w:rPr>
                <w:rtl/>
              </w:rPr>
              <w:t>ك</w:t>
            </w:r>
            <w:r>
              <w:rPr>
                <w:rtl/>
              </w:rPr>
              <w:t xml:space="preserve"> </w:t>
            </w:r>
            <w:r w:rsidRPr="009647FC">
              <w:rPr>
                <w:rtl/>
              </w:rPr>
              <w:t>والتقى</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وتلته</w:t>
            </w:r>
            <w:r>
              <w:rPr>
                <w:rtl/>
              </w:rPr>
              <w:t xml:space="preserve"> </w:t>
            </w:r>
            <w:r w:rsidRPr="009647FC">
              <w:rPr>
                <w:rtl/>
              </w:rPr>
              <w:t>بالتسبيح</w:t>
            </w:r>
            <w:r>
              <w:rPr>
                <w:rtl/>
              </w:rPr>
              <w:t xml:space="preserve"> </w:t>
            </w:r>
            <w:r w:rsidRPr="009647FC">
              <w:rPr>
                <w:rtl/>
              </w:rPr>
              <w:t>والتمجيدِ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وبكاك</w:t>
            </w:r>
            <w:r w:rsidR="004C00A8">
              <w:rPr>
                <w:rtl/>
              </w:rPr>
              <w:t xml:space="preserve"> </w:t>
            </w:r>
            <w:r w:rsidRPr="009647FC">
              <w:rPr>
                <w:rtl/>
              </w:rPr>
              <w:t>دينُ</w:t>
            </w:r>
            <w:r>
              <w:rPr>
                <w:rtl/>
              </w:rPr>
              <w:t xml:space="preserve"> </w:t>
            </w:r>
            <w:r w:rsidRPr="009647FC">
              <w:rPr>
                <w:rtl/>
              </w:rPr>
              <w:t>الله</w:t>
            </w:r>
            <w:r>
              <w:rPr>
                <w:rtl/>
              </w:rPr>
              <w:t xml:space="preserve"> </w:t>
            </w:r>
            <w:r w:rsidRPr="009647FC">
              <w:rPr>
                <w:rtl/>
              </w:rPr>
              <w:t>بالعين</w:t>
            </w:r>
            <w:r>
              <w:rPr>
                <w:rtl/>
              </w:rPr>
              <w:t xml:space="preserve"> </w:t>
            </w:r>
            <w:r w:rsidRPr="009647FC">
              <w:rPr>
                <w:rtl/>
              </w:rPr>
              <w:t>التي</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بكت</w:t>
            </w:r>
            <w:r w:rsidR="004C00A8">
              <w:rPr>
                <w:rtl/>
              </w:rPr>
              <w:t xml:space="preserve"> </w:t>
            </w:r>
            <w:r>
              <w:rPr>
                <w:rtl/>
              </w:rPr>
              <w:t>(</w:t>
            </w:r>
            <w:r w:rsidRPr="009647FC">
              <w:rPr>
                <w:rtl/>
              </w:rPr>
              <w:t>الأئمة</w:t>
            </w:r>
            <w:r>
              <w:rPr>
                <w:rtl/>
              </w:rPr>
              <w:t xml:space="preserve">َ) </w:t>
            </w:r>
            <w:r w:rsidRPr="009647FC">
              <w:rPr>
                <w:rtl/>
              </w:rPr>
              <w:t>علّ</w:t>
            </w:r>
            <w:r>
              <w:rPr>
                <w:rtl/>
              </w:rPr>
              <w:t>َ</w:t>
            </w:r>
            <w:r w:rsidRPr="009647FC">
              <w:rPr>
                <w:rtl/>
              </w:rPr>
              <w:t>ة</w:t>
            </w:r>
            <w:r>
              <w:rPr>
                <w:rtl/>
              </w:rPr>
              <w:t xml:space="preserve"> </w:t>
            </w:r>
            <w:r w:rsidRPr="009647FC">
              <w:rPr>
                <w:rtl/>
              </w:rPr>
              <w:t>الموجودِ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4C00A8">
            <w:pPr>
              <w:pStyle w:val="libPoem"/>
            </w:pPr>
            <w:r w:rsidRPr="009647FC">
              <w:rPr>
                <w:rtl/>
              </w:rPr>
              <w:t>عدلت</w:t>
            </w:r>
            <w:r>
              <w:rPr>
                <w:rtl/>
              </w:rPr>
              <w:t xml:space="preserve"> </w:t>
            </w:r>
            <w:r w:rsidRPr="009647FC">
              <w:rPr>
                <w:rtl/>
              </w:rPr>
              <w:t>رزيّ</w:t>
            </w:r>
            <w:r w:rsidRPr="00B371C6">
              <w:rPr>
                <w:rtl/>
              </w:rPr>
              <w:t>َ</w:t>
            </w:r>
            <w:r w:rsidRPr="009647FC">
              <w:rPr>
                <w:rtl/>
              </w:rPr>
              <w:t>تُهم</w:t>
            </w:r>
            <w:r w:rsidRPr="004E7EC6">
              <w:rPr>
                <w:rStyle w:val="libFootnotenumChar"/>
                <w:rtl/>
              </w:rPr>
              <w:t>(2)</w:t>
            </w:r>
            <w:r w:rsidR="004C00A8" w:rsidRPr="004C00A8">
              <w:rPr>
                <w:rFonts w:hint="cs"/>
                <w:rtl/>
              </w:rPr>
              <w:t xml:space="preserve"> </w:t>
            </w:r>
            <w:r w:rsidRPr="009647FC">
              <w:rPr>
                <w:rtl/>
              </w:rPr>
              <w:t>رزيت</w:t>
            </w:r>
            <w:r>
              <w:rPr>
                <w:rtl/>
              </w:rPr>
              <w:t>َ</w:t>
            </w:r>
            <w:r w:rsidRPr="009647FC">
              <w:rPr>
                <w:rtl/>
              </w:rPr>
              <w:t>ك</w:t>
            </w:r>
            <w:r>
              <w:rPr>
                <w:rtl/>
              </w:rPr>
              <w:t xml:space="preserve"> </w:t>
            </w:r>
            <w:r w:rsidRPr="009647FC">
              <w:rPr>
                <w:rtl/>
              </w:rPr>
              <w:t>التي</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قصمت</w:t>
            </w:r>
            <w:r>
              <w:rPr>
                <w:rtl/>
              </w:rPr>
              <w:t xml:space="preserve"> </w:t>
            </w:r>
            <w:r w:rsidRPr="009647FC">
              <w:rPr>
                <w:rtl/>
              </w:rPr>
              <w:t>قوى</w:t>
            </w:r>
            <w:r>
              <w:rPr>
                <w:rtl/>
              </w:rPr>
              <w:t xml:space="preserve"> </w:t>
            </w:r>
            <w:r w:rsidRPr="009647FC">
              <w:rPr>
                <w:rtl/>
              </w:rPr>
              <w:t>الإيمان</w:t>
            </w:r>
            <w:r>
              <w:rPr>
                <w:rtl/>
              </w:rPr>
              <w:t xml:space="preserve"> </w:t>
            </w:r>
            <w:r w:rsidRPr="009647FC">
              <w:rPr>
                <w:rtl/>
              </w:rPr>
              <w:t>والتوحيدِ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ماذا</w:t>
            </w:r>
            <w:r>
              <w:rPr>
                <w:rtl/>
              </w:rPr>
              <w:t xml:space="preserve"> </w:t>
            </w:r>
            <w:r w:rsidRPr="009647FC">
              <w:rPr>
                <w:rtl/>
              </w:rPr>
              <w:t>يواري</w:t>
            </w:r>
            <w:r>
              <w:rPr>
                <w:rtl/>
              </w:rPr>
              <w:t xml:space="preserve"> </w:t>
            </w:r>
            <w:r w:rsidRPr="009647FC">
              <w:rPr>
                <w:rtl/>
              </w:rPr>
              <w:t>خطُّ</w:t>
            </w:r>
            <w:r>
              <w:rPr>
                <w:rtl/>
              </w:rPr>
              <w:t xml:space="preserve"> </w:t>
            </w:r>
            <w:r w:rsidRPr="009647FC">
              <w:rPr>
                <w:rtl/>
              </w:rPr>
              <w:t>قبرك</w:t>
            </w:r>
            <w:r>
              <w:rPr>
                <w:rtl/>
              </w:rPr>
              <w:t xml:space="preserve">َ </w:t>
            </w:r>
            <w:r w:rsidRPr="009647FC">
              <w:rPr>
                <w:rtl/>
              </w:rPr>
              <w:t>من</w:t>
            </w:r>
            <w:r>
              <w:rPr>
                <w:rtl/>
              </w:rPr>
              <w:t xml:space="preserve"> </w:t>
            </w:r>
            <w:r w:rsidRPr="009647FC">
              <w:rPr>
                <w:rtl/>
              </w:rPr>
              <w:t>حجىً</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يزنُ</w:t>
            </w:r>
            <w:r w:rsidR="004C00A8">
              <w:rPr>
                <w:rtl/>
              </w:rPr>
              <w:t xml:space="preserve"> </w:t>
            </w:r>
            <w:r w:rsidRPr="009647FC">
              <w:rPr>
                <w:rtl/>
              </w:rPr>
              <w:t>الجبال</w:t>
            </w:r>
            <w:r>
              <w:rPr>
                <w:rtl/>
              </w:rPr>
              <w:t xml:space="preserve">َ </w:t>
            </w:r>
            <w:r w:rsidRPr="009647FC">
              <w:rPr>
                <w:rtl/>
              </w:rPr>
              <w:t>ومن</w:t>
            </w:r>
            <w:r>
              <w:rPr>
                <w:rtl/>
              </w:rPr>
              <w:t xml:space="preserve"> </w:t>
            </w:r>
            <w:r w:rsidRPr="009647FC">
              <w:rPr>
                <w:rtl/>
              </w:rPr>
              <w:t>ندىً</w:t>
            </w:r>
            <w:r>
              <w:rPr>
                <w:rtl/>
              </w:rPr>
              <w:t xml:space="preserve"> </w:t>
            </w:r>
            <w:r w:rsidRPr="009647FC">
              <w:rPr>
                <w:rtl/>
              </w:rPr>
              <w:t>مورودِ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إن</w:t>
            </w:r>
            <w:r w:rsidR="004C00A8">
              <w:rPr>
                <w:rtl/>
              </w:rPr>
              <w:t xml:space="preserve"> </w:t>
            </w:r>
            <w:r w:rsidRPr="009647FC">
              <w:rPr>
                <w:rtl/>
              </w:rPr>
              <w:t>تمس</w:t>
            </w:r>
            <w:r>
              <w:rPr>
                <w:rtl/>
              </w:rPr>
              <w:t xml:space="preserve"> </w:t>
            </w:r>
            <w:r w:rsidRPr="009647FC">
              <w:rPr>
                <w:rtl/>
              </w:rPr>
              <w:t>مهجور</w:t>
            </w:r>
            <w:r>
              <w:rPr>
                <w:rtl/>
              </w:rPr>
              <w:t xml:space="preserve">َ </w:t>
            </w:r>
            <w:r w:rsidRPr="009647FC">
              <w:rPr>
                <w:rtl/>
              </w:rPr>
              <w:t>الفناء</w:t>
            </w:r>
            <w:r>
              <w:rPr>
                <w:rtl/>
              </w:rPr>
              <w:t xml:space="preserve"> </w:t>
            </w:r>
            <w:r w:rsidRPr="009647FC">
              <w:rPr>
                <w:rtl/>
              </w:rPr>
              <w:t>فطالما</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وقف</w:t>
            </w:r>
            <w:r w:rsidR="004C00A8">
              <w:rPr>
                <w:rtl/>
              </w:rPr>
              <w:t xml:space="preserve"> </w:t>
            </w:r>
            <w:r w:rsidRPr="009647FC">
              <w:rPr>
                <w:rtl/>
              </w:rPr>
              <w:t>الرجاءُ</w:t>
            </w:r>
            <w:r>
              <w:rPr>
                <w:rtl/>
              </w:rPr>
              <w:t xml:space="preserve"> </w:t>
            </w:r>
            <w:r w:rsidRPr="009647FC">
              <w:rPr>
                <w:rtl/>
              </w:rPr>
              <w:t>ببابك</w:t>
            </w:r>
            <w:r>
              <w:rPr>
                <w:rtl/>
              </w:rPr>
              <w:t xml:space="preserve">َ </w:t>
            </w:r>
            <w:r w:rsidRPr="009647FC">
              <w:rPr>
                <w:rtl/>
              </w:rPr>
              <w:t>المقصودِ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أو</w:t>
            </w:r>
            <w:r>
              <w:rPr>
                <w:rtl/>
              </w:rPr>
              <w:t xml:space="preserve"> </w:t>
            </w:r>
            <w:r w:rsidRPr="009647FC">
              <w:rPr>
                <w:rtl/>
              </w:rPr>
              <w:t>إن</w:t>
            </w:r>
            <w:r>
              <w:rPr>
                <w:rtl/>
              </w:rPr>
              <w:t xml:space="preserve"> </w:t>
            </w:r>
            <w:r w:rsidRPr="009647FC">
              <w:rPr>
                <w:rtl/>
              </w:rPr>
              <w:t>تكن</w:t>
            </w:r>
            <w:r>
              <w:rPr>
                <w:rtl/>
              </w:rPr>
              <w:t xml:space="preserve"> </w:t>
            </w:r>
            <w:r w:rsidRPr="009647FC">
              <w:rPr>
                <w:rtl/>
              </w:rPr>
              <w:t>جمدت</w:t>
            </w:r>
            <w:r>
              <w:rPr>
                <w:rtl/>
              </w:rPr>
              <w:t xml:space="preserve"> </w:t>
            </w:r>
            <w:r w:rsidRPr="009647FC">
              <w:rPr>
                <w:rtl/>
              </w:rPr>
              <w:t>بنانُك</w:t>
            </w:r>
            <w:r>
              <w:rPr>
                <w:rtl/>
              </w:rPr>
              <w:t xml:space="preserve"> </w:t>
            </w:r>
            <w:r w:rsidRPr="009647FC">
              <w:rPr>
                <w:rtl/>
              </w:rPr>
              <w:t>بالردى</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فعليك</w:t>
            </w:r>
            <w:r w:rsidR="004C00A8">
              <w:rPr>
                <w:rtl/>
              </w:rPr>
              <w:t xml:space="preserve"> </w:t>
            </w:r>
            <w:r w:rsidRPr="009647FC">
              <w:rPr>
                <w:rtl/>
              </w:rPr>
              <w:t>عينُ</w:t>
            </w:r>
            <w:r>
              <w:rPr>
                <w:rtl/>
              </w:rPr>
              <w:t xml:space="preserve"> </w:t>
            </w:r>
            <w:r w:rsidRPr="009647FC">
              <w:rPr>
                <w:rtl/>
              </w:rPr>
              <w:t>الجود</w:t>
            </w:r>
            <w:r>
              <w:rPr>
                <w:rtl/>
              </w:rPr>
              <w:t xml:space="preserve"> </w:t>
            </w:r>
            <w:r w:rsidRPr="009647FC">
              <w:rPr>
                <w:rtl/>
              </w:rPr>
              <w:t>غير</w:t>
            </w:r>
            <w:r>
              <w:rPr>
                <w:rtl/>
              </w:rPr>
              <w:t xml:space="preserve"> </w:t>
            </w:r>
            <w:r w:rsidRPr="009647FC">
              <w:rPr>
                <w:rtl/>
              </w:rPr>
              <w:t>ج</w:t>
            </w:r>
            <w:r w:rsidRPr="00B371C6">
              <w:rPr>
                <w:rtl/>
              </w:rPr>
              <w:t>َ</w:t>
            </w:r>
            <w:r w:rsidRPr="009647FC">
              <w:rPr>
                <w:rtl/>
              </w:rPr>
              <w:t>مودِ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أو</w:t>
            </w:r>
            <w:r w:rsidR="004C00A8">
              <w:rPr>
                <w:rtl/>
              </w:rPr>
              <w:t xml:space="preserve"> </w:t>
            </w:r>
            <w:r w:rsidRPr="009647FC">
              <w:rPr>
                <w:rtl/>
              </w:rPr>
              <w:t>قلّ</w:t>
            </w:r>
            <w:r>
              <w:rPr>
                <w:rtl/>
              </w:rPr>
              <w:t xml:space="preserve">َ </w:t>
            </w:r>
            <w:r w:rsidRPr="009647FC">
              <w:rPr>
                <w:rtl/>
              </w:rPr>
              <w:t>من</w:t>
            </w:r>
            <w:r>
              <w:rPr>
                <w:rtl/>
              </w:rPr>
              <w:t xml:space="preserve"> </w:t>
            </w:r>
            <w:r w:rsidRPr="009647FC">
              <w:rPr>
                <w:rtl/>
              </w:rPr>
              <w:t>أيام</w:t>
            </w:r>
            <w:r>
              <w:rPr>
                <w:rtl/>
              </w:rPr>
              <w:t xml:space="preserve"> </w:t>
            </w:r>
            <w:r w:rsidRPr="009647FC">
              <w:rPr>
                <w:rtl/>
              </w:rPr>
              <w:t>عمرك</w:t>
            </w:r>
            <w:r>
              <w:rPr>
                <w:rtl/>
              </w:rPr>
              <w:t xml:space="preserve"> </w:t>
            </w:r>
            <w:r w:rsidRPr="009647FC">
              <w:rPr>
                <w:rtl/>
              </w:rPr>
              <w:t>عدّها</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فكثيرُ</w:t>
            </w:r>
            <w:r w:rsidR="004C00A8">
              <w:rPr>
                <w:rtl/>
              </w:rPr>
              <w:t xml:space="preserve"> </w:t>
            </w:r>
            <w:r w:rsidRPr="009647FC">
              <w:rPr>
                <w:rtl/>
              </w:rPr>
              <w:t>بِرّك</w:t>
            </w:r>
            <w:r>
              <w:rPr>
                <w:rtl/>
              </w:rPr>
              <w:t xml:space="preserve"> </w:t>
            </w:r>
            <w:r w:rsidRPr="009647FC">
              <w:rPr>
                <w:rtl/>
              </w:rPr>
              <w:t>ليس</w:t>
            </w:r>
            <w:r>
              <w:rPr>
                <w:rtl/>
              </w:rPr>
              <w:t xml:space="preserve"> </w:t>
            </w:r>
            <w:r w:rsidRPr="009647FC">
              <w:rPr>
                <w:rtl/>
              </w:rPr>
              <w:t>بالمعدودِ</w:t>
            </w:r>
            <w:r w:rsidRPr="00524A24">
              <w:rPr>
                <w:rStyle w:val="libPoemTiniChar0"/>
                <w:rtl/>
              </w:rPr>
              <w:br/>
              <w:t> </w:t>
            </w:r>
          </w:p>
        </w:tc>
      </w:tr>
      <w:tr w:rsidR="00DD1F00" w:rsidRPr="00524A24" w:rsidTr="00DD1F00">
        <w:trPr>
          <w:trHeight w:val="350"/>
        </w:trPr>
        <w:tc>
          <w:tcPr>
            <w:tcW w:w="3902" w:type="dxa"/>
          </w:tcPr>
          <w:p w:rsidR="00DD1F00" w:rsidRPr="00524A24" w:rsidRDefault="00DD1F00" w:rsidP="008D3009">
            <w:pPr>
              <w:pStyle w:val="libPoem"/>
            </w:pPr>
            <w:r w:rsidRPr="009647FC">
              <w:rPr>
                <w:rtl/>
              </w:rPr>
              <w:t>تبكيك</w:t>
            </w:r>
            <w:r>
              <w:rPr>
                <w:rtl/>
              </w:rPr>
              <w:t xml:space="preserve"> </w:t>
            </w:r>
            <w:r w:rsidRPr="009647FC">
              <w:rPr>
                <w:rtl/>
              </w:rPr>
              <w:t>عينٌ</w:t>
            </w:r>
            <w:r>
              <w:rPr>
                <w:rtl/>
              </w:rPr>
              <w:t xml:space="preserve"> </w:t>
            </w:r>
            <w:r w:rsidRPr="009647FC">
              <w:rPr>
                <w:rtl/>
              </w:rPr>
              <w:t>كم</w:t>
            </w:r>
            <w:r>
              <w:rPr>
                <w:rtl/>
              </w:rPr>
              <w:t xml:space="preserve"> </w:t>
            </w:r>
            <w:r w:rsidRPr="009647FC">
              <w:rPr>
                <w:rtl/>
              </w:rPr>
              <w:t>مسحت</w:t>
            </w:r>
            <w:r>
              <w:rPr>
                <w:rtl/>
              </w:rPr>
              <w:t xml:space="preserve"> </w:t>
            </w:r>
            <w:r w:rsidRPr="009647FC">
              <w:rPr>
                <w:rtl/>
              </w:rPr>
              <w:t>دموع</w:t>
            </w:r>
            <w:r>
              <w:rPr>
                <w:rtl/>
              </w:rPr>
              <w:t>َ</w:t>
            </w:r>
            <w:r w:rsidRPr="009647FC">
              <w:rPr>
                <w:rtl/>
              </w:rPr>
              <w:t>ها</w:t>
            </w:r>
            <w:r w:rsidRPr="00524A24">
              <w:rPr>
                <w:rStyle w:val="libPoemTiniChar0"/>
                <w:rtl/>
              </w:rPr>
              <w:br/>
              <w:t> </w:t>
            </w:r>
          </w:p>
        </w:tc>
        <w:tc>
          <w:tcPr>
            <w:tcW w:w="301" w:type="dxa"/>
          </w:tcPr>
          <w:p w:rsidR="00DD1F00" w:rsidRPr="00524A24" w:rsidRDefault="00DD1F00" w:rsidP="008D3009">
            <w:pPr>
              <w:pStyle w:val="libPoem"/>
              <w:rPr>
                <w:rtl/>
              </w:rPr>
            </w:pPr>
          </w:p>
        </w:tc>
        <w:tc>
          <w:tcPr>
            <w:tcW w:w="3884" w:type="dxa"/>
          </w:tcPr>
          <w:p w:rsidR="00DD1F00" w:rsidRPr="00524A24" w:rsidRDefault="00DD1F00" w:rsidP="008D3009">
            <w:pPr>
              <w:pStyle w:val="libPoem"/>
            </w:pPr>
            <w:r w:rsidRPr="009647FC">
              <w:rPr>
                <w:rtl/>
              </w:rPr>
              <w:t>ببرود</w:t>
            </w:r>
            <w:r>
              <w:rPr>
                <w:rtl/>
              </w:rPr>
              <w:t xml:space="preserve"> </w:t>
            </w:r>
            <w:r w:rsidRPr="009647FC">
              <w:rPr>
                <w:rtl/>
              </w:rPr>
              <w:t>فضلٍ</w:t>
            </w:r>
            <w:r>
              <w:rPr>
                <w:rtl/>
              </w:rPr>
              <w:t xml:space="preserve"> </w:t>
            </w:r>
            <w:r w:rsidRPr="009647FC">
              <w:rPr>
                <w:rtl/>
              </w:rPr>
              <w:t>لا</w:t>
            </w:r>
            <w:r>
              <w:rPr>
                <w:rtl/>
              </w:rPr>
              <w:t xml:space="preserve"> </w:t>
            </w:r>
            <w:r w:rsidRPr="009647FC">
              <w:rPr>
                <w:rtl/>
              </w:rPr>
              <w:t>بفضل</w:t>
            </w:r>
            <w:r>
              <w:rPr>
                <w:rtl/>
              </w:rPr>
              <w:t xml:space="preserve"> </w:t>
            </w:r>
            <w:r w:rsidRPr="009647FC">
              <w:rPr>
                <w:rtl/>
              </w:rPr>
              <w:t>برودِ</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 إليه أطراف العراق وإيران وأذربيجان</w:t>
      </w:r>
      <w:r w:rsidR="00D769AB">
        <w:rPr>
          <w:rtl/>
        </w:rPr>
        <w:t>،</w:t>
      </w:r>
      <w:r w:rsidRPr="009647FC">
        <w:rPr>
          <w:rtl/>
        </w:rPr>
        <w:t xml:space="preserve"> وانتشر وكلاؤه في البلدان</w:t>
      </w:r>
      <w:r w:rsidR="00D769AB">
        <w:rPr>
          <w:rtl/>
        </w:rPr>
        <w:t>.</w:t>
      </w:r>
      <w:r w:rsidRPr="009647FC">
        <w:rPr>
          <w:rtl/>
        </w:rPr>
        <w:t xml:space="preserve"> ولد في النجف وتوفّي بها عام 1289 هـ</w:t>
      </w:r>
      <w:r w:rsidR="00D769AB">
        <w:rPr>
          <w:rtl/>
        </w:rPr>
        <w:t>،</w:t>
      </w:r>
      <w:r w:rsidRPr="009647FC">
        <w:rPr>
          <w:rtl/>
        </w:rPr>
        <w:t xml:space="preserve"> ترجمت له في كتابي شعراء الغري 12 /</w:t>
      </w:r>
      <w:r w:rsidR="004C00A8">
        <w:rPr>
          <w:rtl/>
        </w:rPr>
        <w:t xml:space="preserve"> </w:t>
      </w:r>
      <w:r w:rsidRPr="009647FC">
        <w:rPr>
          <w:rtl/>
        </w:rPr>
        <w:t>108</w:t>
      </w:r>
      <w:r w:rsidR="004E7EC6">
        <w:rPr>
          <w:rtl/>
        </w:rPr>
        <w:t xml:space="preserve"> - </w:t>
      </w:r>
      <w:r w:rsidRPr="009647FC">
        <w:rPr>
          <w:rtl/>
        </w:rPr>
        <w:t>111</w:t>
      </w:r>
      <w:r w:rsidR="00D769AB">
        <w:rPr>
          <w:rtl/>
        </w:rPr>
        <w:t>.</w:t>
      </w:r>
    </w:p>
    <w:p w:rsidR="009647FC" w:rsidRPr="00524A24" w:rsidRDefault="009647FC" w:rsidP="004E7EC6">
      <w:pPr>
        <w:pStyle w:val="libFootnote0"/>
      </w:pPr>
      <w:r w:rsidRPr="009647FC">
        <w:rPr>
          <w:rtl/>
        </w:rPr>
        <w:t>1</w:t>
      </w:r>
      <w:r w:rsidR="004E7EC6">
        <w:rPr>
          <w:rtl/>
        </w:rPr>
        <w:t xml:space="preserve"> - </w:t>
      </w:r>
      <w:r w:rsidRPr="009647FC">
        <w:rPr>
          <w:rtl/>
        </w:rPr>
        <w:t>في المخطوطة</w:t>
      </w:r>
      <w:r w:rsidR="00D769AB">
        <w:rPr>
          <w:rtl/>
        </w:rPr>
        <w:t>:</w:t>
      </w:r>
      <w:r w:rsidRPr="009647FC">
        <w:rPr>
          <w:rtl/>
        </w:rPr>
        <w:t xml:space="preserve"> عليه</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رزيتها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92528C" w:rsidRPr="00524A24" w:rsidTr="0092528C">
        <w:trPr>
          <w:trHeight w:val="350"/>
        </w:trPr>
        <w:tc>
          <w:tcPr>
            <w:tcW w:w="3902" w:type="dxa"/>
          </w:tcPr>
          <w:p w:rsidR="0092528C" w:rsidRPr="00524A24" w:rsidRDefault="0092528C" w:rsidP="008D3009">
            <w:pPr>
              <w:pStyle w:val="libPoem"/>
            </w:pPr>
            <w:r w:rsidRPr="009647FC">
              <w:rPr>
                <w:rtl/>
              </w:rPr>
              <w:lastRenderedPageBreak/>
              <w:t>لم</w:t>
            </w:r>
            <w:r>
              <w:rPr>
                <w:rtl/>
              </w:rPr>
              <w:t xml:space="preserve"> </w:t>
            </w:r>
            <w:r w:rsidRPr="009647FC">
              <w:rPr>
                <w:rtl/>
              </w:rPr>
              <w:t>تبق</w:t>
            </w:r>
            <w:r>
              <w:rPr>
                <w:rtl/>
              </w:rPr>
              <w:t xml:space="preserve">َ </w:t>
            </w:r>
            <w:r w:rsidRPr="009647FC">
              <w:rPr>
                <w:rtl/>
              </w:rPr>
              <w:t>بعدك</w:t>
            </w:r>
            <w:r>
              <w:rPr>
                <w:rtl/>
              </w:rPr>
              <w:t xml:space="preserve"> </w:t>
            </w:r>
            <w:r w:rsidRPr="009647FC">
              <w:rPr>
                <w:rtl/>
              </w:rPr>
              <w:t>للمطالب</w:t>
            </w:r>
            <w:r>
              <w:rPr>
                <w:rtl/>
              </w:rPr>
              <w:t xml:space="preserve"> </w:t>
            </w:r>
            <w:r w:rsidRPr="009647FC">
              <w:rPr>
                <w:rtl/>
              </w:rPr>
              <w:t>نجعةٌ</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ط</w:t>
            </w:r>
            <w:r w:rsidRPr="00B371C6">
              <w:rPr>
                <w:rtl/>
              </w:rPr>
              <w:t>ُ</w:t>
            </w:r>
            <w:r w:rsidRPr="009647FC">
              <w:rPr>
                <w:rtl/>
              </w:rPr>
              <w:t>وى</w:t>
            </w:r>
            <w:r w:rsidR="004C00A8">
              <w:rPr>
                <w:rtl/>
              </w:rPr>
              <w:t xml:space="preserve"> </w:t>
            </w:r>
            <w:r w:rsidRPr="009647FC">
              <w:rPr>
                <w:rtl/>
              </w:rPr>
              <w:t>الرجاءُ</w:t>
            </w:r>
            <w:r>
              <w:rPr>
                <w:rtl/>
              </w:rPr>
              <w:t xml:space="preserve"> </w:t>
            </w:r>
            <w:r w:rsidRPr="009647FC">
              <w:rPr>
                <w:rtl/>
              </w:rPr>
              <w:t>على</w:t>
            </w:r>
            <w:r>
              <w:rPr>
                <w:rtl/>
              </w:rPr>
              <w:t xml:space="preserve"> </w:t>
            </w:r>
            <w:r w:rsidRPr="009647FC">
              <w:rPr>
                <w:rtl/>
              </w:rPr>
              <w:t>حشا</w:t>
            </w:r>
            <w:r>
              <w:rPr>
                <w:rtl/>
              </w:rPr>
              <w:t xml:space="preserve"> </w:t>
            </w:r>
            <w:r w:rsidRPr="009647FC">
              <w:rPr>
                <w:rtl/>
              </w:rPr>
              <w:t>مكمودِ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هدم</w:t>
            </w:r>
            <w:r>
              <w:rPr>
                <w:rtl/>
              </w:rPr>
              <w:t xml:space="preserve"> </w:t>
            </w:r>
            <w:r w:rsidRPr="009647FC">
              <w:rPr>
                <w:rtl/>
              </w:rPr>
              <w:t>الردى</w:t>
            </w:r>
            <w:r>
              <w:rPr>
                <w:rtl/>
              </w:rPr>
              <w:t xml:space="preserve"> </w:t>
            </w:r>
            <w:r w:rsidRPr="009647FC">
              <w:rPr>
                <w:rtl/>
              </w:rPr>
              <w:t>بك</w:t>
            </w:r>
            <w:r>
              <w:rPr>
                <w:rtl/>
              </w:rPr>
              <w:t xml:space="preserve"> </w:t>
            </w:r>
            <w:r w:rsidRPr="009647FC">
              <w:rPr>
                <w:rtl/>
              </w:rPr>
              <w:t>ركن</w:t>
            </w:r>
            <w:r>
              <w:rPr>
                <w:rtl/>
              </w:rPr>
              <w:t xml:space="preserve">َ </w:t>
            </w:r>
            <w:r w:rsidRPr="009647FC">
              <w:rPr>
                <w:rtl/>
              </w:rPr>
              <w:t>ملّة</w:t>
            </w:r>
            <w:r>
              <w:rPr>
                <w:rtl/>
              </w:rPr>
              <w:t xml:space="preserve"> (</w:t>
            </w:r>
            <w:r w:rsidRPr="009647FC">
              <w:rPr>
                <w:rtl/>
              </w:rPr>
              <w:t>أحمدٍ</w:t>
            </w:r>
            <w:r>
              <w:rPr>
                <w:rtl/>
              </w:rPr>
              <w:t>)</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ولطالما</w:t>
            </w:r>
            <w:r w:rsidR="004C00A8">
              <w:rPr>
                <w:rtl/>
              </w:rPr>
              <w:t xml:space="preserve"> </w:t>
            </w:r>
            <w:r w:rsidRPr="009647FC">
              <w:rPr>
                <w:rtl/>
              </w:rPr>
              <w:t>بك</w:t>
            </w:r>
            <w:r>
              <w:rPr>
                <w:rtl/>
              </w:rPr>
              <w:t xml:space="preserve"> </w:t>
            </w:r>
            <w:r w:rsidRPr="009647FC">
              <w:rPr>
                <w:rtl/>
              </w:rPr>
              <w:t>كان</w:t>
            </w:r>
            <w:r>
              <w:rPr>
                <w:rtl/>
              </w:rPr>
              <w:t xml:space="preserve"> </w:t>
            </w:r>
            <w:r w:rsidRPr="009647FC">
              <w:rPr>
                <w:rtl/>
              </w:rPr>
              <w:t>للتشييدِ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غسلت</w:t>
            </w:r>
            <w:r w:rsidR="004C00A8">
              <w:rPr>
                <w:rtl/>
              </w:rPr>
              <w:t xml:space="preserve"> </w:t>
            </w:r>
            <w:r w:rsidRPr="009647FC">
              <w:rPr>
                <w:rtl/>
              </w:rPr>
              <w:t>سواد</w:t>
            </w:r>
            <w:r>
              <w:rPr>
                <w:rtl/>
              </w:rPr>
              <w:t xml:space="preserve">َ </w:t>
            </w:r>
            <w:r w:rsidRPr="009647FC">
              <w:rPr>
                <w:rtl/>
              </w:rPr>
              <w:t>عيونها</w:t>
            </w:r>
            <w:r>
              <w:rPr>
                <w:rtl/>
              </w:rPr>
              <w:t xml:space="preserve"> </w:t>
            </w:r>
            <w:r w:rsidRPr="009647FC">
              <w:rPr>
                <w:rtl/>
              </w:rPr>
              <w:t>بدموعها</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فصبغن</w:t>
            </w:r>
            <w:r>
              <w:rPr>
                <w:rtl/>
              </w:rPr>
              <w:t xml:space="preserve">َ </w:t>
            </w:r>
            <w:r w:rsidRPr="009647FC">
              <w:rPr>
                <w:rtl/>
              </w:rPr>
              <w:t>أردية</w:t>
            </w:r>
            <w:r>
              <w:rPr>
                <w:rtl/>
              </w:rPr>
              <w:t xml:space="preserve"> </w:t>
            </w:r>
            <w:r w:rsidRPr="009647FC">
              <w:rPr>
                <w:rtl/>
              </w:rPr>
              <w:t>الكرام</w:t>
            </w:r>
            <w:r>
              <w:rPr>
                <w:rtl/>
              </w:rPr>
              <w:t xml:space="preserve"> </w:t>
            </w:r>
            <w:r w:rsidRPr="009647FC">
              <w:rPr>
                <w:rtl/>
              </w:rPr>
              <w:t>الصيدِ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صبغت</w:t>
            </w:r>
            <w:r w:rsidR="004C00A8">
              <w:rPr>
                <w:rtl/>
              </w:rPr>
              <w:t xml:space="preserve"> </w:t>
            </w:r>
            <w:r w:rsidRPr="009647FC">
              <w:rPr>
                <w:rtl/>
              </w:rPr>
              <w:t>بها</w:t>
            </w:r>
            <w:r>
              <w:rPr>
                <w:rtl/>
              </w:rPr>
              <w:t xml:space="preserve"> </w:t>
            </w:r>
            <w:r w:rsidRPr="009647FC">
              <w:rPr>
                <w:rtl/>
              </w:rPr>
              <w:t>تلك</w:t>
            </w:r>
            <w:r>
              <w:rPr>
                <w:rtl/>
              </w:rPr>
              <w:t xml:space="preserve"> </w:t>
            </w:r>
            <w:r w:rsidRPr="009647FC">
              <w:rPr>
                <w:rtl/>
              </w:rPr>
              <w:t>الثياب</w:t>
            </w:r>
            <w:r>
              <w:rPr>
                <w:rtl/>
              </w:rPr>
              <w:t xml:space="preserve">َ </w:t>
            </w:r>
            <w:r w:rsidRPr="009647FC">
              <w:rPr>
                <w:rtl/>
              </w:rPr>
              <w:t>فسوّ</w:t>
            </w:r>
            <w:r>
              <w:rPr>
                <w:rtl/>
              </w:rPr>
              <w:t>َ</w:t>
            </w:r>
            <w:r w:rsidRPr="009647FC">
              <w:rPr>
                <w:rtl/>
              </w:rPr>
              <w:t>دت</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وجه</w:t>
            </w:r>
            <w:r>
              <w:rPr>
                <w:rtl/>
              </w:rPr>
              <w:t xml:space="preserve">َ </w:t>
            </w:r>
            <w:r w:rsidRPr="009647FC">
              <w:rPr>
                <w:rtl/>
              </w:rPr>
              <w:t>الزمان</w:t>
            </w:r>
            <w:r>
              <w:rPr>
                <w:rtl/>
              </w:rPr>
              <w:t xml:space="preserve"> </w:t>
            </w:r>
            <w:r w:rsidRPr="009647FC">
              <w:rPr>
                <w:rtl/>
              </w:rPr>
              <w:t>بذلك</w:t>
            </w:r>
            <w:r>
              <w:rPr>
                <w:rtl/>
              </w:rPr>
              <w:t xml:space="preserve"> </w:t>
            </w:r>
            <w:r w:rsidRPr="009647FC">
              <w:rPr>
                <w:rtl/>
              </w:rPr>
              <w:t>التسويدِ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ورأت</w:t>
            </w:r>
            <w:r w:rsidR="004C00A8">
              <w:rPr>
                <w:rtl/>
              </w:rPr>
              <w:t xml:space="preserve"> </w:t>
            </w:r>
            <w:r w:rsidRPr="009647FC">
              <w:rPr>
                <w:rtl/>
              </w:rPr>
              <w:t>بقية</w:t>
            </w:r>
            <w:r>
              <w:rPr>
                <w:rtl/>
              </w:rPr>
              <w:t xml:space="preserve"> </w:t>
            </w:r>
            <w:r w:rsidRPr="009647FC">
              <w:rPr>
                <w:rtl/>
              </w:rPr>
              <w:t>فخرها</w:t>
            </w:r>
            <w:r>
              <w:rPr>
                <w:rtl/>
              </w:rPr>
              <w:t xml:space="preserve"> </w:t>
            </w:r>
            <w:r w:rsidRPr="009647FC">
              <w:rPr>
                <w:rtl/>
              </w:rPr>
              <w:t>قد</w:t>
            </w:r>
            <w:r>
              <w:rPr>
                <w:rtl/>
              </w:rPr>
              <w:t xml:space="preserve"> </w:t>
            </w:r>
            <w:r w:rsidRPr="009647FC">
              <w:rPr>
                <w:rtl/>
              </w:rPr>
              <w:t>أدرجت</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في</w:t>
            </w:r>
            <w:r w:rsidR="004C00A8">
              <w:rPr>
                <w:rtl/>
              </w:rPr>
              <w:t xml:space="preserve"> </w:t>
            </w:r>
            <w:r w:rsidRPr="009647FC">
              <w:rPr>
                <w:rtl/>
              </w:rPr>
              <w:t>برد</w:t>
            </w:r>
            <w:r>
              <w:rPr>
                <w:rtl/>
              </w:rPr>
              <w:t xml:space="preserve"> </w:t>
            </w:r>
            <w:r w:rsidRPr="009647FC">
              <w:rPr>
                <w:rtl/>
              </w:rPr>
              <w:t>شخصٍ</w:t>
            </w:r>
            <w:r>
              <w:rPr>
                <w:rtl/>
              </w:rPr>
              <w:t xml:space="preserve"> </w:t>
            </w:r>
            <w:r w:rsidRPr="009647FC">
              <w:rPr>
                <w:rtl/>
              </w:rPr>
              <w:t>بالفخار</w:t>
            </w:r>
            <w:r>
              <w:rPr>
                <w:rtl/>
              </w:rPr>
              <w:t xml:space="preserve"> </w:t>
            </w:r>
            <w:r w:rsidRPr="009647FC">
              <w:rPr>
                <w:rtl/>
              </w:rPr>
              <w:t>وحيدِ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كم</w:t>
            </w:r>
            <w:r w:rsidR="004C00A8">
              <w:rPr>
                <w:rtl/>
              </w:rPr>
              <w:t xml:space="preserve"> </w:t>
            </w:r>
            <w:r w:rsidRPr="009647FC">
              <w:rPr>
                <w:rtl/>
              </w:rPr>
              <w:t>ر</w:t>
            </w:r>
            <w:r>
              <w:rPr>
                <w:rtl/>
              </w:rPr>
              <w:t>َ</w:t>
            </w:r>
            <w:r w:rsidRPr="009647FC">
              <w:rPr>
                <w:rtl/>
              </w:rPr>
              <w:t>دّ</w:t>
            </w:r>
            <w:r>
              <w:rPr>
                <w:rtl/>
              </w:rPr>
              <w:t xml:space="preserve">َ </w:t>
            </w:r>
            <w:r w:rsidRPr="009647FC">
              <w:rPr>
                <w:rtl/>
              </w:rPr>
              <w:t>غرب</w:t>
            </w:r>
            <w:r>
              <w:rPr>
                <w:rtl/>
              </w:rPr>
              <w:t xml:space="preserve">َ </w:t>
            </w:r>
            <w:r w:rsidRPr="009647FC">
              <w:rPr>
                <w:rtl/>
              </w:rPr>
              <w:t>الخصم</w:t>
            </w:r>
            <w:r>
              <w:rPr>
                <w:rtl/>
              </w:rPr>
              <w:t xml:space="preserve"> </w:t>
            </w:r>
            <w:r w:rsidRPr="009647FC">
              <w:rPr>
                <w:rtl/>
              </w:rPr>
              <w:t>وهو</w:t>
            </w:r>
            <w:r>
              <w:rPr>
                <w:rtl/>
              </w:rPr>
              <w:t xml:space="preserve"> </w:t>
            </w:r>
            <w:r w:rsidRPr="009647FC">
              <w:rPr>
                <w:rtl/>
              </w:rPr>
              <w:t>مركّ</w:t>
            </w:r>
            <w:r>
              <w:rPr>
                <w:rtl/>
              </w:rPr>
              <w:t>َ</w:t>
            </w:r>
            <w:r w:rsidRPr="009647FC">
              <w:rPr>
                <w:rtl/>
              </w:rPr>
              <w:t>بٌ</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منها</w:t>
            </w:r>
            <w:r w:rsidR="004C00A8">
              <w:rPr>
                <w:rtl/>
              </w:rPr>
              <w:t xml:space="preserve"> </w:t>
            </w:r>
            <w:r w:rsidRPr="009647FC">
              <w:rPr>
                <w:rtl/>
              </w:rPr>
              <w:t>بثغرة</w:t>
            </w:r>
            <w:r>
              <w:rPr>
                <w:rtl/>
              </w:rPr>
              <w:t xml:space="preserve"> </w:t>
            </w:r>
            <w:r w:rsidRPr="009647FC">
              <w:rPr>
                <w:rtl/>
              </w:rPr>
              <w:t>نحرها</w:t>
            </w:r>
            <w:r>
              <w:rPr>
                <w:rtl/>
              </w:rPr>
              <w:t xml:space="preserve"> </w:t>
            </w:r>
            <w:r w:rsidRPr="009647FC">
              <w:rPr>
                <w:rtl/>
              </w:rPr>
              <w:t>والجيدِ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ووقى</w:t>
            </w:r>
            <w:r w:rsidR="004C00A8">
              <w:rPr>
                <w:rtl/>
              </w:rPr>
              <w:t xml:space="preserve"> </w:t>
            </w:r>
            <w:r w:rsidRPr="009647FC">
              <w:rPr>
                <w:rtl/>
              </w:rPr>
              <w:t>بمهجته</w:t>
            </w:r>
            <w:r>
              <w:rPr>
                <w:rtl/>
              </w:rPr>
              <w:t xml:space="preserve"> </w:t>
            </w:r>
            <w:r w:rsidRPr="009647FC">
              <w:rPr>
                <w:rtl/>
              </w:rPr>
              <w:t>الكريمة</w:t>
            </w:r>
            <w:r>
              <w:rPr>
                <w:rtl/>
              </w:rPr>
              <w:t xml:space="preserve"> </w:t>
            </w:r>
            <w:r w:rsidRPr="009647FC">
              <w:rPr>
                <w:rtl/>
              </w:rPr>
              <w:t>قلب</w:t>
            </w:r>
            <w:r>
              <w:rPr>
                <w:rtl/>
              </w:rPr>
              <w:t>َ</w:t>
            </w:r>
            <w:r w:rsidRPr="009647FC">
              <w:rPr>
                <w:rtl/>
              </w:rPr>
              <w:t>ها</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من</w:t>
            </w:r>
            <w:r>
              <w:rPr>
                <w:rtl/>
              </w:rPr>
              <w:t xml:space="preserve"> </w:t>
            </w:r>
            <w:r w:rsidRPr="009647FC">
              <w:rPr>
                <w:rtl/>
              </w:rPr>
              <w:t>أسهم</w:t>
            </w:r>
            <w:r>
              <w:rPr>
                <w:rtl/>
              </w:rPr>
              <w:t xml:space="preserve"> </w:t>
            </w:r>
            <w:r w:rsidRPr="009647FC">
              <w:rPr>
                <w:rtl/>
              </w:rPr>
              <w:t>الأعداء</w:t>
            </w:r>
            <w:r>
              <w:rPr>
                <w:rtl/>
              </w:rPr>
              <w:t xml:space="preserve"> </w:t>
            </w:r>
            <w:r w:rsidRPr="009647FC">
              <w:rPr>
                <w:rtl/>
              </w:rPr>
              <w:t>كلّ</w:t>
            </w:r>
            <w:r>
              <w:rPr>
                <w:rtl/>
              </w:rPr>
              <w:t xml:space="preserve">َ </w:t>
            </w:r>
            <w:r w:rsidRPr="009647FC">
              <w:rPr>
                <w:rtl/>
              </w:rPr>
              <w:t>مبيدِ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فكأنّها</w:t>
            </w:r>
            <w:r w:rsidRPr="004E7EC6">
              <w:rPr>
                <w:rStyle w:val="libFootnotenumChar"/>
                <w:rtl/>
              </w:rPr>
              <w:t>(1)</w:t>
            </w:r>
            <w:r w:rsidRPr="004C00A8">
              <w:rPr>
                <w:rFonts w:hint="cs"/>
                <w:rtl/>
              </w:rPr>
              <w:t xml:space="preserve"> </w:t>
            </w:r>
            <w:r w:rsidRPr="009647FC">
              <w:rPr>
                <w:rtl/>
              </w:rPr>
              <w:t>في</w:t>
            </w:r>
            <w:r>
              <w:rPr>
                <w:rtl/>
              </w:rPr>
              <w:t xml:space="preserve"> </w:t>
            </w:r>
            <w:r w:rsidRPr="009647FC">
              <w:rPr>
                <w:rtl/>
              </w:rPr>
              <w:t>صبرها</w:t>
            </w:r>
            <w:r>
              <w:rPr>
                <w:rtl/>
              </w:rPr>
              <w:t xml:space="preserve"> </w:t>
            </w:r>
            <w:r w:rsidRPr="009647FC">
              <w:rPr>
                <w:rtl/>
              </w:rPr>
              <w:t>دون</w:t>
            </w:r>
            <w:r>
              <w:rPr>
                <w:rtl/>
              </w:rPr>
              <w:t xml:space="preserve"> </w:t>
            </w:r>
            <w:r w:rsidRPr="009647FC">
              <w:rPr>
                <w:rtl/>
              </w:rPr>
              <w:t>الهدى</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مع</w:t>
            </w:r>
            <w:r>
              <w:rPr>
                <w:rtl/>
              </w:rPr>
              <w:t xml:space="preserve"> </w:t>
            </w:r>
            <w:r w:rsidRPr="009647FC">
              <w:rPr>
                <w:rtl/>
              </w:rPr>
              <w:t>فرط</w:t>
            </w:r>
            <w:r>
              <w:rPr>
                <w:rtl/>
              </w:rPr>
              <w:t xml:space="preserve"> </w:t>
            </w:r>
            <w:r w:rsidRPr="009647FC">
              <w:rPr>
                <w:rtl/>
              </w:rPr>
              <w:t>رقتّها</w:t>
            </w:r>
            <w:r>
              <w:rPr>
                <w:rtl/>
              </w:rPr>
              <w:t xml:space="preserve"> </w:t>
            </w:r>
            <w:r w:rsidRPr="009647FC">
              <w:rPr>
                <w:rtl/>
              </w:rPr>
              <w:t>مجنُّ</w:t>
            </w:r>
            <w:r>
              <w:rPr>
                <w:rtl/>
              </w:rPr>
              <w:t xml:space="preserve"> </w:t>
            </w:r>
            <w:r w:rsidRPr="009647FC">
              <w:rPr>
                <w:rtl/>
              </w:rPr>
              <w:t>حديدِ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بأبي</w:t>
            </w:r>
            <w:r w:rsidR="004C00A8">
              <w:rPr>
                <w:rtl/>
              </w:rPr>
              <w:t xml:space="preserve"> </w:t>
            </w:r>
            <w:r w:rsidRPr="009647FC">
              <w:rPr>
                <w:rtl/>
              </w:rPr>
              <w:t>الذي</w:t>
            </w:r>
            <w:r>
              <w:rPr>
                <w:rtl/>
              </w:rPr>
              <w:t xml:space="preserve"> </w:t>
            </w:r>
            <w:r w:rsidRPr="009647FC">
              <w:rPr>
                <w:rtl/>
              </w:rPr>
              <w:t>عقدوا</w:t>
            </w:r>
            <w:r>
              <w:rPr>
                <w:rtl/>
              </w:rPr>
              <w:t xml:space="preserve"> </w:t>
            </w:r>
            <w:r w:rsidRPr="009647FC">
              <w:rPr>
                <w:rtl/>
              </w:rPr>
              <w:t>عليه</w:t>
            </w:r>
            <w:r>
              <w:rPr>
                <w:rtl/>
              </w:rPr>
              <w:t xml:space="preserve"> </w:t>
            </w:r>
            <w:r w:rsidRPr="009647FC">
              <w:rPr>
                <w:rtl/>
              </w:rPr>
              <w:t>رداء</w:t>
            </w:r>
            <w:r>
              <w:rPr>
                <w:rtl/>
              </w:rPr>
              <w:t>َ</w:t>
            </w:r>
            <w:r w:rsidRPr="009647FC">
              <w:rPr>
                <w:rtl/>
              </w:rPr>
              <w:t>ه</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والخيرُ</w:t>
            </w:r>
            <w:r w:rsidR="004C00A8">
              <w:rPr>
                <w:rtl/>
              </w:rPr>
              <w:t xml:space="preserve"> </w:t>
            </w:r>
            <w:r w:rsidRPr="009647FC">
              <w:rPr>
                <w:rtl/>
              </w:rPr>
              <w:t>تحت</w:t>
            </w:r>
            <w:r>
              <w:rPr>
                <w:rtl/>
              </w:rPr>
              <w:t xml:space="preserve"> </w:t>
            </w:r>
            <w:r w:rsidRPr="009647FC">
              <w:rPr>
                <w:rtl/>
              </w:rPr>
              <w:t>ردائه</w:t>
            </w:r>
            <w:r>
              <w:rPr>
                <w:rtl/>
              </w:rPr>
              <w:t xml:space="preserve"> </w:t>
            </w:r>
            <w:r w:rsidRPr="009647FC">
              <w:rPr>
                <w:rtl/>
              </w:rPr>
              <w:t>المعقودِ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لبس</w:t>
            </w:r>
            <w:r w:rsidR="004C00A8">
              <w:rPr>
                <w:rtl/>
              </w:rPr>
              <w:t xml:space="preserve"> </w:t>
            </w:r>
            <w:r w:rsidRPr="009647FC">
              <w:rPr>
                <w:rtl/>
              </w:rPr>
              <w:t>الحياة</w:t>
            </w:r>
            <w:r>
              <w:rPr>
                <w:rtl/>
              </w:rPr>
              <w:t xml:space="preserve">َ </w:t>
            </w:r>
            <w:r w:rsidRPr="009647FC">
              <w:rPr>
                <w:rtl/>
              </w:rPr>
              <w:t>فصان</w:t>
            </w:r>
            <w:r>
              <w:rPr>
                <w:rtl/>
              </w:rPr>
              <w:t xml:space="preserve"> </w:t>
            </w:r>
            <w:r w:rsidRPr="009647FC">
              <w:rPr>
                <w:rtl/>
              </w:rPr>
              <w:t>طاهر</w:t>
            </w:r>
            <w:r>
              <w:rPr>
                <w:rtl/>
              </w:rPr>
              <w:t xml:space="preserve">َ </w:t>
            </w:r>
            <w:r w:rsidRPr="009647FC">
              <w:rPr>
                <w:rtl/>
              </w:rPr>
              <w:t>بردها</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بصلاحه</w:t>
            </w:r>
            <w:r w:rsidR="004C00A8">
              <w:rPr>
                <w:rtl/>
              </w:rPr>
              <w:t xml:space="preserve"> </w:t>
            </w:r>
            <w:r w:rsidRPr="009647FC">
              <w:rPr>
                <w:rtl/>
              </w:rPr>
              <w:t>وعفافه</w:t>
            </w:r>
            <w:r>
              <w:rPr>
                <w:rtl/>
              </w:rPr>
              <w:t xml:space="preserve"> </w:t>
            </w:r>
            <w:r w:rsidRPr="009647FC">
              <w:rPr>
                <w:rtl/>
              </w:rPr>
              <w:t>المشهودِ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حتى</w:t>
            </w:r>
            <w:r>
              <w:rPr>
                <w:rtl/>
              </w:rPr>
              <w:t xml:space="preserve"> </w:t>
            </w:r>
            <w:r w:rsidRPr="009647FC">
              <w:rPr>
                <w:rtl/>
              </w:rPr>
              <w:t>استجدّ</w:t>
            </w:r>
            <w:r>
              <w:rPr>
                <w:rtl/>
              </w:rPr>
              <w:t xml:space="preserve">َ </w:t>
            </w:r>
            <w:r w:rsidRPr="009647FC">
              <w:rPr>
                <w:rtl/>
              </w:rPr>
              <w:t>سواه</w:t>
            </w:r>
            <w:r>
              <w:rPr>
                <w:rtl/>
              </w:rPr>
              <w:t xml:space="preserve"> </w:t>
            </w:r>
            <w:r w:rsidRPr="009647FC">
              <w:rPr>
                <w:rtl/>
              </w:rPr>
              <w:t>ثوباً</w:t>
            </w:r>
            <w:r>
              <w:rPr>
                <w:rtl/>
              </w:rPr>
              <w:t xml:space="preserve"> </w:t>
            </w:r>
            <w:r w:rsidRPr="009647FC">
              <w:rPr>
                <w:rtl/>
              </w:rPr>
              <w:t>للبلى</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ومضى</w:t>
            </w:r>
            <w:r>
              <w:rPr>
                <w:rtl/>
              </w:rPr>
              <w:t xml:space="preserve"> </w:t>
            </w:r>
            <w:r w:rsidRPr="009647FC">
              <w:rPr>
                <w:rtl/>
              </w:rPr>
              <w:t>على</w:t>
            </w:r>
            <w:r>
              <w:rPr>
                <w:rtl/>
              </w:rPr>
              <w:t xml:space="preserve"> </w:t>
            </w:r>
            <w:r w:rsidRPr="009647FC">
              <w:rPr>
                <w:rtl/>
              </w:rPr>
              <w:t>كرمٍ</w:t>
            </w:r>
            <w:r>
              <w:rPr>
                <w:rtl/>
              </w:rPr>
              <w:t xml:space="preserve"> </w:t>
            </w:r>
            <w:r w:rsidRPr="009647FC">
              <w:rPr>
                <w:rtl/>
              </w:rPr>
              <w:t>نقيّ</w:t>
            </w:r>
            <w:r>
              <w:rPr>
                <w:rtl/>
              </w:rPr>
              <w:t xml:space="preserve">َ </w:t>
            </w:r>
            <w:r w:rsidRPr="009647FC">
              <w:rPr>
                <w:rtl/>
              </w:rPr>
              <w:t>العودِ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يا</w:t>
            </w:r>
            <w:r>
              <w:rPr>
                <w:rtl/>
              </w:rPr>
              <w:t xml:space="preserve"> </w:t>
            </w:r>
            <w:r w:rsidRPr="009647FC">
              <w:rPr>
                <w:rtl/>
              </w:rPr>
              <w:t>ثاوياً</w:t>
            </w:r>
            <w:r>
              <w:rPr>
                <w:rtl/>
              </w:rPr>
              <w:t xml:space="preserve"> </w:t>
            </w:r>
            <w:r w:rsidRPr="009647FC">
              <w:rPr>
                <w:rtl/>
              </w:rPr>
              <w:t>خلف</w:t>
            </w:r>
            <w:r>
              <w:rPr>
                <w:rtl/>
              </w:rPr>
              <w:t xml:space="preserve"> </w:t>
            </w:r>
            <w:r w:rsidRPr="009647FC">
              <w:rPr>
                <w:rtl/>
              </w:rPr>
              <w:t>الصعيد</w:t>
            </w:r>
            <w:r>
              <w:rPr>
                <w:rtl/>
              </w:rPr>
              <w:t xml:space="preserve"> </w:t>
            </w:r>
            <w:r w:rsidRPr="009647FC">
              <w:rPr>
                <w:rtl/>
              </w:rPr>
              <w:t>كفى</w:t>
            </w:r>
            <w:r>
              <w:rPr>
                <w:rtl/>
              </w:rPr>
              <w:t xml:space="preserve"> </w:t>
            </w:r>
            <w:r w:rsidRPr="009647FC">
              <w:rPr>
                <w:rtl/>
              </w:rPr>
              <w:t>جوىً</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أنّى</w:t>
            </w:r>
            <w:r>
              <w:rPr>
                <w:rtl/>
              </w:rPr>
              <w:t xml:space="preserve"> </w:t>
            </w:r>
            <w:r w:rsidRPr="009647FC">
              <w:rPr>
                <w:rtl/>
              </w:rPr>
              <w:t>دعوتك</w:t>
            </w:r>
            <w:r>
              <w:rPr>
                <w:rtl/>
              </w:rPr>
              <w:t xml:space="preserve">َ </w:t>
            </w:r>
            <w:r w:rsidRPr="009647FC">
              <w:rPr>
                <w:rtl/>
              </w:rPr>
              <w:t>من</w:t>
            </w:r>
            <w:r>
              <w:rPr>
                <w:rtl/>
              </w:rPr>
              <w:t xml:space="preserve"> </w:t>
            </w:r>
            <w:r w:rsidRPr="009647FC">
              <w:rPr>
                <w:rtl/>
              </w:rPr>
              <w:t>وراء</w:t>
            </w:r>
            <w:r>
              <w:rPr>
                <w:rtl/>
              </w:rPr>
              <w:t xml:space="preserve"> </w:t>
            </w:r>
            <w:r w:rsidRPr="009647FC">
              <w:rPr>
                <w:rtl/>
              </w:rPr>
              <w:t>صعيدِ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لثراك</w:t>
            </w:r>
            <w:r w:rsidR="004C00A8">
              <w:rPr>
                <w:rtl/>
              </w:rPr>
              <w:t xml:space="preserve"> </w:t>
            </w:r>
            <w:r w:rsidRPr="009647FC">
              <w:rPr>
                <w:rtl/>
              </w:rPr>
              <w:t>استسقى</w:t>
            </w:r>
            <w:r>
              <w:rPr>
                <w:rtl/>
              </w:rPr>
              <w:t xml:space="preserve"> </w:t>
            </w:r>
            <w:r w:rsidRPr="009647FC">
              <w:rPr>
                <w:rtl/>
              </w:rPr>
              <w:t>ثلاث</w:t>
            </w:r>
            <w:r>
              <w:rPr>
                <w:rtl/>
              </w:rPr>
              <w:t xml:space="preserve">َ </w:t>
            </w:r>
            <w:r w:rsidRPr="009647FC">
              <w:rPr>
                <w:rtl/>
              </w:rPr>
              <w:t>سحائبٍ</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متكافئاتٍ</w:t>
            </w:r>
            <w:r>
              <w:rPr>
                <w:rtl/>
              </w:rPr>
              <w:t xml:space="preserve"> </w:t>
            </w:r>
            <w:r w:rsidRPr="009647FC">
              <w:rPr>
                <w:rtl/>
              </w:rPr>
              <w:t>كل</w:t>
            </w:r>
            <w:r w:rsidRPr="00B371C6">
              <w:rPr>
                <w:rtl/>
              </w:rPr>
              <w:t>ّ</w:t>
            </w:r>
            <w:r w:rsidRPr="009647FC">
              <w:rPr>
                <w:rtl/>
              </w:rPr>
              <w:t>ها</w:t>
            </w:r>
            <w:r>
              <w:rPr>
                <w:rtl/>
              </w:rPr>
              <w:t xml:space="preserve"> </w:t>
            </w:r>
            <w:r w:rsidRPr="009647FC">
              <w:rPr>
                <w:rtl/>
              </w:rPr>
              <w:t>في</w:t>
            </w:r>
            <w:r>
              <w:rPr>
                <w:rtl/>
              </w:rPr>
              <w:t xml:space="preserve"> </w:t>
            </w:r>
            <w:r w:rsidRPr="009647FC">
              <w:rPr>
                <w:rtl/>
              </w:rPr>
              <w:t>الجودِ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فسحابة</w:t>
            </w:r>
            <w:r w:rsidR="004C00A8">
              <w:rPr>
                <w:rtl/>
              </w:rPr>
              <w:t xml:space="preserve"> </w:t>
            </w:r>
            <w:r w:rsidRPr="009647FC">
              <w:rPr>
                <w:rtl/>
              </w:rPr>
              <w:t>وطفاء</w:t>
            </w:r>
            <w:r>
              <w:rPr>
                <w:rtl/>
              </w:rPr>
              <w:t xml:space="preserve"> </w:t>
            </w:r>
            <w:r w:rsidRPr="009647FC">
              <w:rPr>
                <w:rtl/>
              </w:rPr>
              <w:t>منك</w:t>
            </w:r>
            <w:r>
              <w:rPr>
                <w:rtl/>
              </w:rPr>
              <w:t xml:space="preserve"> </w:t>
            </w:r>
            <w:r w:rsidRPr="009647FC">
              <w:rPr>
                <w:rtl/>
              </w:rPr>
              <w:t>تعلّ</w:t>
            </w:r>
            <w:r>
              <w:rPr>
                <w:rtl/>
              </w:rPr>
              <w:t>َ</w:t>
            </w:r>
            <w:r w:rsidRPr="009647FC">
              <w:rPr>
                <w:rtl/>
              </w:rPr>
              <w:t>مت</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للأرض</w:t>
            </w:r>
            <w:r w:rsidR="004C00A8">
              <w:rPr>
                <w:rtl/>
              </w:rPr>
              <w:t xml:space="preserve"> </w:t>
            </w:r>
            <w:r w:rsidRPr="009647FC">
              <w:rPr>
                <w:rtl/>
              </w:rPr>
              <w:t>سقى</w:t>
            </w:r>
            <w:r>
              <w:rPr>
                <w:rtl/>
              </w:rPr>
              <w:t xml:space="preserve">َ </w:t>
            </w:r>
            <w:r w:rsidRPr="009647FC">
              <w:rPr>
                <w:rtl/>
              </w:rPr>
              <w:t>تهائم</w:t>
            </w:r>
            <w:r>
              <w:rPr>
                <w:rtl/>
              </w:rPr>
              <w:t xml:space="preserve"> </w:t>
            </w:r>
            <w:r w:rsidRPr="009647FC">
              <w:rPr>
                <w:rtl/>
              </w:rPr>
              <w:t>ونجودِ</w:t>
            </w:r>
            <w:r w:rsidRPr="004E7EC6">
              <w:rPr>
                <w:rStyle w:val="libFootnotenumChar"/>
                <w:rtl/>
              </w:rPr>
              <w:t>(2)</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وسحابة</w:t>
            </w:r>
            <w:r>
              <w:rPr>
                <w:rtl/>
              </w:rPr>
              <w:t xml:space="preserve"> </w:t>
            </w:r>
            <w:r w:rsidRPr="009647FC">
              <w:rPr>
                <w:rtl/>
              </w:rPr>
              <w:t>من</w:t>
            </w:r>
            <w:r>
              <w:rPr>
                <w:rtl/>
              </w:rPr>
              <w:t xml:space="preserve"> </w:t>
            </w:r>
            <w:r w:rsidRPr="009647FC">
              <w:rPr>
                <w:rtl/>
              </w:rPr>
              <w:t>جود</w:t>
            </w:r>
            <w:r>
              <w:rPr>
                <w:rtl/>
              </w:rPr>
              <w:t xml:space="preserve"> </w:t>
            </w:r>
            <w:r w:rsidRPr="009647FC">
              <w:rPr>
                <w:rtl/>
              </w:rPr>
              <w:t>كفِّك</w:t>
            </w:r>
            <w:r>
              <w:rPr>
                <w:rtl/>
              </w:rPr>
              <w:t xml:space="preserve">َ </w:t>
            </w:r>
            <w:r w:rsidRPr="009647FC">
              <w:rPr>
                <w:rtl/>
              </w:rPr>
              <w:t>أنبتت</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شكر</w:t>
            </w:r>
            <w:r>
              <w:rPr>
                <w:rtl/>
              </w:rPr>
              <w:t xml:space="preserve">َ </w:t>
            </w:r>
            <w:r w:rsidRPr="009647FC">
              <w:rPr>
                <w:rtl/>
              </w:rPr>
              <w:t>العفاة</w:t>
            </w:r>
            <w:r>
              <w:rPr>
                <w:rtl/>
              </w:rPr>
              <w:t xml:space="preserve"> </w:t>
            </w:r>
            <w:r w:rsidRPr="009647FC">
              <w:rPr>
                <w:rtl/>
              </w:rPr>
              <w:t>بدرّها</w:t>
            </w:r>
            <w:r>
              <w:rPr>
                <w:rtl/>
              </w:rPr>
              <w:t xml:space="preserve"> </w:t>
            </w:r>
            <w:r w:rsidRPr="009647FC">
              <w:rPr>
                <w:rtl/>
              </w:rPr>
              <w:t>المحمودِ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وسحابة</w:t>
            </w:r>
            <w:r w:rsidR="004C00A8">
              <w:rPr>
                <w:rtl/>
              </w:rPr>
              <w:t xml:space="preserve"> </w:t>
            </w:r>
            <w:r w:rsidRPr="009647FC">
              <w:rPr>
                <w:rtl/>
              </w:rPr>
              <w:t>من</w:t>
            </w:r>
            <w:r>
              <w:rPr>
                <w:rtl/>
              </w:rPr>
              <w:t xml:space="preserve"> </w:t>
            </w:r>
            <w:r w:rsidRPr="009647FC">
              <w:rPr>
                <w:rtl/>
              </w:rPr>
              <w:t>عبرتي</w:t>
            </w:r>
            <w:r>
              <w:rPr>
                <w:rtl/>
              </w:rPr>
              <w:t xml:space="preserve"> </w:t>
            </w:r>
            <w:r w:rsidRPr="009647FC">
              <w:rPr>
                <w:rtl/>
              </w:rPr>
              <w:t>ما</w:t>
            </w:r>
            <w:r>
              <w:rPr>
                <w:rtl/>
              </w:rPr>
              <w:t xml:space="preserve"> </w:t>
            </w:r>
            <w:r w:rsidRPr="009647FC">
              <w:rPr>
                <w:rtl/>
              </w:rPr>
              <w:t>أن</w:t>
            </w:r>
            <w:r>
              <w:rPr>
                <w:rtl/>
              </w:rPr>
              <w:t xml:space="preserve"> </w:t>
            </w:r>
            <w:r w:rsidRPr="009647FC">
              <w:rPr>
                <w:rtl/>
              </w:rPr>
              <w:t>ونت</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إلاّ</w:t>
            </w:r>
            <w:r w:rsidR="004C00A8">
              <w:rPr>
                <w:rtl/>
              </w:rPr>
              <w:t xml:space="preserve"> </w:t>
            </w:r>
            <w:r w:rsidRPr="009647FC">
              <w:rPr>
                <w:rtl/>
              </w:rPr>
              <w:t>وقال</w:t>
            </w:r>
            <w:r>
              <w:rPr>
                <w:rtl/>
              </w:rPr>
              <w:t xml:space="preserve">َ </w:t>
            </w:r>
            <w:r w:rsidRPr="009647FC">
              <w:rPr>
                <w:rtl/>
              </w:rPr>
              <w:t>لها</w:t>
            </w:r>
            <w:r>
              <w:rPr>
                <w:rtl/>
              </w:rPr>
              <w:t xml:space="preserve"> </w:t>
            </w:r>
            <w:r w:rsidRPr="009647FC">
              <w:rPr>
                <w:rtl/>
              </w:rPr>
              <w:t>افتقادك</w:t>
            </w:r>
            <w:r>
              <w:rPr>
                <w:rtl/>
              </w:rPr>
              <w:t xml:space="preserve">َ </w:t>
            </w:r>
            <w:r w:rsidRPr="009647FC">
              <w:rPr>
                <w:rtl/>
              </w:rPr>
              <w:t>جودي</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هي</w:t>
            </w:r>
            <w:r w:rsidR="004C00A8">
              <w:rPr>
                <w:rtl/>
              </w:rPr>
              <w:t xml:space="preserve"> </w:t>
            </w:r>
            <w:r w:rsidRPr="009647FC">
              <w:rPr>
                <w:rtl/>
              </w:rPr>
              <w:t>بالزفير</w:t>
            </w:r>
            <w:r>
              <w:rPr>
                <w:rtl/>
              </w:rPr>
              <w:t xml:space="preserve"> </w:t>
            </w:r>
            <w:r w:rsidRPr="009647FC">
              <w:rPr>
                <w:rtl/>
              </w:rPr>
              <w:t>إليك</w:t>
            </w:r>
            <w:r>
              <w:rPr>
                <w:rtl/>
              </w:rPr>
              <w:t xml:space="preserve"> </w:t>
            </w:r>
            <w:r w:rsidRPr="009647FC">
              <w:rPr>
                <w:rtl/>
              </w:rPr>
              <w:t>ذاتُ</w:t>
            </w:r>
            <w:r>
              <w:rPr>
                <w:rtl/>
              </w:rPr>
              <w:t xml:space="preserve"> </w:t>
            </w:r>
            <w:r w:rsidRPr="009647FC">
              <w:rPr>
                <w:rtl/>
              </w:rPr>
              <w:t>بوارقٍ</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ومن</w:t>
            </w:r>
            <w:r>
              <w:rPr>
                <w:rtl/>
              </w:rPr>
              <w:t xml:space="preserve"> </w:t>
            </w:r>
            <w:r w:rsidRPr="009647FC">
              <w:rPr>
                <w:rtl/>
              </w:rPr>
              <w:t>الحنين</w:t>
            </w:r>
            <w:r>
              <w:rPr>
                <w:rtl/>
              </w:rPr>
              <w:t xml:space="preserve"> </w:t>
            </w:r>
            <w:r w:rsidRPr="009647FC">
              <w:rPr>
                <w:rtl/>
              </w:rPr>
              <w:t>عليك</w:t>
            </w:r>
            <w:r>
              <w:rPr>
                <w:rtl/>
              </w:rPr>
              <w:t xml:space="preserve"> </w:t>
            </w:r>
            <w:r w:rsidRPr="009647FC">
              <w:rPr>
                <w:rtl/>
              </w:rPr>
              <w:t>ذاتُ</w:t>
            </w:r>
            <w:r>
              <w:rPr>
                <w:rtl/>
              </w:rPr>
              <w:t xml:space="preserve"> </w:t>
            </w:r>
            <w:r w:rsidRPr="009647FC">
              <w:rPr>
                <w:rtl/>
              </w:rPr>
              <w:t>رعودِ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فاذهب</w:t>
            </w:r>
            <w:r>
              <w:rPr>
                <w:rtl/>
              </w:rPr>
              <w:t xml:space="preserve"> </w:t>
            </w:r>
            <w:r w:rsidRPr="009647FC">
              <w:rPr>
                <w:rtl/>
              </w:rPr>
              <w:t>حميداً</w:t>
            </w:r>
            <w:r>
              <w:rPr>
                <w:rtl/>
              </w:rPr>
              <w:t xml:space="preserve"> </w:t>
            </w:r>
            <w:r w:rsidRPr="009647FC">
              <w:rPr>
                <w:rtl/>
              </w:rPr>
              <w:t>في</w:t>
            </w:r>
            <w:r>
              <w:rPr>
                <w:rtl/>
              </w:rPr>
              <w:t xml:space="preserve"> </w:t>
            </w:r>
            <w:r w:rsidRPr="009647FC">
              <w:rPr>
                <w:rtl/>
              </w:rPr>
              <w:t>الجنان</w:t>
            </w:r>
            <w:r>
              <w:rPr>
                <w:rtl/>
              </w:rPr>
              <w:t xml:space="preserve"> </w:t>
            </w:r>
            <w:r w:rsidRPr="009647FC">
              <w:rPr>
                <w:rtl/>
              </w:rPr>
              <w:t>مخلّدا</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فالعيشُ</w:t>
            </w:r>
            <w:r w:rsidR="004C00A8">
              <w:rPr>
                <w:rtl/>
              </w:rPr>
              <w:t xml:space="preserve"> </w:t>
            </w:r>
            <w:r w:rsidRPr="009647FC">
              <w:rPr>
                <w:rtl/>
              </w:rPr>
              <w:t>بعدك</w:t>
            </w:r>
            <w:r>
              <w:rPr>
                <w:rtl/>
              </w:rPr>
              <w:t xml:space="preserve"> </w:t>
            </w:r>
            <w:r w:rsidRPr="009647FC">
              <w:rPr>
                <w:rtl/>
              </w:rPr>
              <w:t>ليس</w:t>
            </w:r>
            <w:r>
              <w:rPr>
                <w:rtl/>
              </w:rPr>
              <w:t xml:space="preserve"> </w:t>
            </w:r>
            <w:r w:rsidRPr="009647FC">
              <w:rPr>
                <w:rtl/>
              </w:rPr>
              <w:t>لي</w:t>
            </w:r>
            <w:r>
              <w:rPr>
                <w:rtl/>
              </w:rPr>
              <w:t xml:space="preserve"> </w:t>
            </w:r>
            <w:r w:rsidRPr="009647FC">
              <w:rPr>
                <w:rtl/>
              </w:rPr>
              <w:t>بحميدِ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ولقد</w:t>
            </w:r>
            <w:r w:rsidR="004C00A8">
              <w:rPr>
                <w:rtl/>
              </w:rPr>
              <w:t xml:space="preserve"> </w:t>
            </w:r>
            <w:r w:rsidRPr="009647FC">
              <w:rPr>
                <w:rtl/>
              </w:rPr>
              <w:t>دعوت</w:t>
            </w:r>
            <w:r>
              <w:rPr>
                <w:rtl/>
              </w:rPr>
              <w:t xml:space="preserve"> </w:t>
            </w:r>
            <w:r w:rsidRPr="009647FC">
              <w:rPr>
                <w:rtl/>
              </w:rPr>
              <w:t>الدين</w:t>
            </w:r>
            <w:r>
              <w:rPr>
                <w:rtl/>
              </w:rPr>
              <w:t xml:space="preserve">َ </w:t>
            </w:r>
            <w:r w:rsidRPr="009647FC">
              <w:rPr>
                <w:rtl/>
              </w:rPr>
              <w:t>بعدك</w:t>
            </w:r>
            <w:r>
              <w:rPr>
                <w:rtl/>
              </w:rPr>
              <w:t xml:space="preserve"> </w:t>
            </w:r>
            <w:r w:rsidRPr="009647FC">
              <w:rPr>
                <w:rtl/>
              </w:rPr>
              <w:t>دعوةً</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يستكُّ</w:t>
            </w:r>
            <w:r>
              <w:rPr>
                <w:rtl/>
              </w:rPr>
              <w:t xml:space="preserve"> </w:t>
            </w:r>
            <w:r w:rsidRPr="009647FC">
              <w:rPr>
                <w:rtl/>
              </w:rPr>
              <w:t>منها</w:t>
            </w:r>
            <w:r>
              <w:rPr>
                <w:rtl/>
              </w:rPr>
              <w:t xml:space="preserve"> </w:t>
            </w:r>
            <w:r w:rsidRPr="009647FC">
              <w:rPr>
                <w:rtl/>
              </w:rPr>
              <w:t>سمعُ</w:t>
            </w:r>
            <w:r>
              <w:rPr>
                <w:rtl/>
              </w:rPr>
              <w:t xml:space="preserve"> </w:t>
            </w:r>
            <w:r w:rsidRPr="009647FC">
              <w:rPr>
                <w:rtl/>
              </w:rPr>
              <w:t>كلِّ</w:t>
            </w:r>
            <w:r>
              <w:rPr>
                <w:rtl/>
              </w:rPr>
              <w:t xml:space="preserve"> </w:t>
            </w:r>
            <w:r w:rsidRPr="009647FC">
              <w:rPr>
                <w:rtl/>
              </w:rPr>
              <w:t>حقودِ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لا</w:t>
            </w:r>
            <w:r w:rsidR="004C00A8">
              <w:rPr>
                <w:rtl/>
              </w:rPr>
              <w:t xml:space="preserve"> </w:t>
            </w:r>
            <w:r w:rsidRPr="009647FC">
              <w:rPr>
                <w:rtl/>
              </w:rPr>
              <w:t>تخش</w:t>
            </w:r>
            <w:r>
              <w:rPr>
                <w:rtl/>
              </w:rPr>
              <w:t xml:space="preserve">َ </w:t>
            </w:r>
            <w:r w:rsidRPr="009647FC">
              <w:rPr>
                <w:rtl/>
              </w:rPr>
              <w:t>ضعفاً</w:t>
            </w:r>
            <w:r>
              <w:rPr>
                <w:rtl/>
              </w:rPr>
              <w:t xml:space="preserve"> </w:t>
            </w:r>
            <w:r w:rsidRPr="009647FC">
              <w:rPr>
                <w:rtl/>
              </w:rPr>
              <w:t>في</w:t>
            </w:r>
            <w:r>
              <w:rPr>
                <w:rtl/>
              </w:rPr>
              <w:t xml:space="preserve"> </w:t>
            </w:r>
            <w:r w:rsidRPr="009647FC">
              <w:rPr>
                <w:rtl/>
              </w:rPr>
              <w:t>الزمان</w:t>
            </w:r>
            <w:r>
              <w:rPr>
                <w:rtl/>
              </w:rPr>
              <w:t xml:space="preserve"> </w:t>
            </w:r>
            <w:r w:rsidRPr="009647FC">
              <w:rPr>
                <w:rtl/>
              </w:rPr>
              <w:t>وإن</w:t>
            </w:r>
            <w:r>
              <w:rPr>
                <w:rtl/>
              </w:rPr>
              <w:t xml:space="preserve"> </w:t>
            </w:r>
            <w:r w:rsidRPr="009647FC">
              <w:rPr>
                <w:rtl/>
              </w:rPr>
              <w:t>غدا</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يرسو</w:t>
            </w:r>
            <w:r w:rsidRPr="004E7EC6">
              <w:rPr>
                <w:rStyle w:val="libFootnotenumChar"/>
                <w:rtl/>
              </w:rPr>
              <w:t>(3)</w:t>
            </w:r>
            <w:r>
              <w:rPr>
                <w:rtl/>
              </w:rPr>
              <w:t xml:space="preserve"> </w:t>
            </w:r>
            <w:r w:rsidRPr="009647FC">
              <w:rPr>
                <w:rtl/>
              </w:rPr>
              <w:t>بداهيةِ</w:t>
            </w:r>
            <w:r>
              <w:rPr>
                <w:rtl/>
              </w:rPr>
              <w:t xml:space="preserve"> </w:t>
            </w:r>
            <w:r w:rsidRPr="009647FC">
              <w:rPr>
                <w:rtl/>
              </w:rPr>
              <w:t>عليك</w:t>
            </w:r>
            <w:r>
              <w:rPr>
                <w:rtl/>
              </w:rPr>
              <w:t xml:space="preserve"> </w:t>
            </w:r>
            <w:r w:rsidRPr="009647FC">
              <w:rPr>
                <w:rtl/>
              </w:rPr>
              <w:t>كؤودِ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فبه</w:t>
            </w:r>
            <w:r>
              <w:rPr>
                <w:rtl/>
              </w:rPr>
              <w:t xml:space="preserve"> </w:t>
            </w:r>
            <w:r w:rsidRPr="009647FC">
              <w:rPr>
                <w:rtl/>
              </w:rPr>
              <w:t>لك</w:t>
            </w:r>
            <w:r>
              <w:rPr>
                <w:rtl/>
              </w:rPr>
              <w:t xml:space="preserve"> (</w:t>
            </w:r>
            <w:r w:rsidRPr="009647FC">
              <w:rPr>
                <w:rtl/>
              </w:rPr>
              <w:t>المهديُّ</w:t>
            </w:r>
            <w:r>
              <w:rPr>
                <w:rtl/>
              </w:rPr>
              <w:t xml:space="preserve">) </w:t>
            </w:r>
            <w:r w:rsidRPr="009647FC">
              <w:rPr>
                <w:rtl/>
              </w:rPr>
              <w:t>أمنعُ</w:t>
            </w:r>
            <w:r>
              <w:rPr>
                <w:rtl/>
              </w:rPr>
              <w:t xml:space="preserve"> </w:t>
            </w:r>
            <w:r w:rsidRPr="009647FC">
              <w:rPr>
                <w:rtl/>
              </w:rPr>
              <w:t>قوّ</w:t>
            </w:r>
            <w:r>
              <w:rPr>
                <w:rtl/>
              </w:rPr>
              <w:t>َ</w:t>
            </w:r>
            <w:r w:rsidRPr="009647FC">
              <w:rPr>
                <w:rtl/>
              </w:rPr>
              <w:t>ةٍ</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تأوى</w:t>
            </w:r>
            <w:r>
              <w:rPr>
                <w:rtl/>
              </w:rPr>
              <w:t xml:space="preserve"> </w:t>
            </w:r>
            <w:r w:rsidRPr="009647FC">
              <w:rPr>
                <w:rtl/>
              </w:rPr>
              <w:t>لركنٍ</w:t>
            </w:r>
            <w:r>
              <w:rPr>
                <w:rtl/>
              </w:rPr>
              <w:t xml:space="preserve"> </w:t>
            </w:r>
            <w:r w:rsidRPr="009647FC">
              <w:rPr>
                <w:rtl/>
              </w:rPr>
              <w:t>من</w:t>
            </w:r>
            <w:r>
              <w:rPr>
                <w:rtl/>
              </w:rPr>
              <w:t xml:space="preserve"> </w:t>
            </w:r>
            <w:r w:rsidRPr="009647FC">
              <w:rPr>
                <w:rtl/>
              </w:rPr>
              <w:t>علاه</w:t>
            </w:r>
            <w:r>
              <w:rPr>
                <w:rtl/>
              </w:rPr>
              <w:t xml:space="preserve"> </w:t>
            </w:r>
            <w:r w:rsidRPr="009647FC">
              <w:rPr>
                <w:rtl/>
              </w:rPr>
              <w:t>شديدِ</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مخطوطة الملاّ</w:t>
      </w:r>
      <w:r w:rsidR="00D769AB">
        <w:rPr>
          <w:rtl/>
        </w:rPr>
        <w:t>:</w:t>
      </w:r>
      <w:r w:rsidRPr="009647FC">
        <w:rPr>
          <w:rtl/>
        </w:rPr>
        <w:t xml:space="preserve"> فكأنّما</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التهائم والنجود</w:t>
      </w:r>
      <w:r w:rsidR="00D769AB">
        <w:rPr>
          <w:rtl/>
        </w:rPr>
        <w:t>:</w:t>
      </w:r>
      <w:r w:rsidRPr="009647FC">
        <w:rPr>
          <w:rtl/>
        </w:rPr>
        <w:t xml:space="preserve"> المنخفضات والمرتفات عن الأرض</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المطبوع</w:t>
      </w:r>
      <w:r w:rsidR="00D769AB">
        <w:rPr>
          <w:rtl/>
        </w:rPr>
        <w:t>:</w:t>
      </w:r>
      <w:r w:rsidRPr="009647FC">
        <w:rPr>
          <w:rtl/>
        </w:rPr>
        <w:t xml:space="preserve"> يرسيْ</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92528C" w:rsidRPr="00524A24" w:rsidTr="0092528C">
        <w:trPr>
          <w:trHeight w:val="350"/>
        </w:trPr>
        <w:tc>
          <w:tcPr>
            <w:tcW w:w="3902" w:type="dxa"/>
          </w:tcPr>
          <w:p w:rsidR="0092528C" w:rsidRPr="00524A24" w:rsidRDefault="0092528C" w:rsidP="008D3009">
            <w:pPr>
              <w:pStyle w:val="libPoem"/>
            </w:pPr>
            <w:r w:rsidRPr="009647FC">
              <w:rPr>
                <w:rtl/>
              </w:rPr>
              <w:lastRenderedPageBreak/>
              <w:t>نسجت</w:t>
            </w:r>
            <w:r>
              <w:rPr>
                <w:rtl/>
              </w:rPr>
              <w:t xml:space="preserve"> </w:t>
            </w:r>
            <w:r w:rsidRPr="009647FC">
              <w:rPr>
                <w:rtl/>
              </w:rPr>
              <w:t>حميتُه</w:t>
            </w:r>
            <w:r>
              <w:rPr>
                <w:rtl/>
              </w:rPr>
              <w:t xml:space="preserve"> </w:t>
            </w:r>
            <w:r w:rsidRPr="009647FC">
              <w:rPr>
                <w:rtl/>
              </w:rPr>
              <w:t>عليك</w:t>
            </w:r>
            <w:r>
              <w:rPr>
                <w:rtl/>
              </w:rPr>
              <w:t xml:space="preserve"> </w:t>
            </w:r>
            <w:r w:rsidRPr="009647FC">
              <w:rPr>
                <w:rtl/>
              </w:rPr>
              <w:t>صنيعةً</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لم</w:t>
            </w:r>
            <w:r w:rsidR="004C00A8">
              <w:rPr>
                <w:rtl/>
              </w:rPr>
              <w:t xml:space="preserve"> </w:t>
            </w:r>
            <w:r w:rsidRPr="009647FC">
              <w:rPr>
                <w:rtl/>
              </w:rPr>
              <w:t>تقضِ</w:t>
            </w:r>
            <w:r>
              <w:rPr>
                <w:rtl/>
              </w:rPr>
              <w:t xml:space="preserve"> </w:t>
            </w:r>
            <w:r w:rsidRPr="009647FC">
              <w:rPr>
                <w:rtl/>
              </w:rPr>
              <w:t>نثرتها</w:t>
            </w:r>
            <w:r w:rsidRPr="004E7EC6">
              <w:rPr>
                <w:rStyle w:val="libFootnotenumChar"/>
                <w:rtl/>
              </w:rPr>
              <w:t>(1)</w:t>
            </w:r>
            <w:r>
              <w:rPr>
                <w:rtl/>
              </w:rPr>
              <w:t xml:space="preserve"> </w:t>
            </w:r>
            <w:r w:rsidRPr="009647FC">
              <w:rPr>
                <w:rtl/>
              </w:rPr>
              <w:t>يدا</w:t>
            </w:r>
            <w:r>
              <w:rPr>
                <w:rtl/>
              </w:rPr>
              <w:t xml:space="preserve"> </w:t>
            </w:r>
            <w:r w:rsidRPr="009647FC">
              <w:rPr>
                <w:rtl/>
              </w:rPr>
              <w:t>داودِ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فإذا</w:t>
            </w:r>
            <w:r w:rsidR="004C00A8">
              <w:rPr>
                <w:rtl/>
              </w:rPr>
              <w:t xml:space="preserve"> </w:t>
            </w:r>
            <w:r w:rsidRPr="009647FC">
              <w:rPr>
                <w:rtl/>
              </w:rPr>
              <w:t>دجى</w:t>
            </w:r>
            <w:r>
              <w:rPr>
                <w:rtl/>
              </w:rPr>
              <w:t xml:space="preserve"> </w:t>
            </w:r>
            <w:r w:rsidRPr="009647FC">
              <w:rPr>
                <w:rtl/>
              </w:rPr>
              <w:t>ليلُ</w:t>
            </w:r>
            <w:r>
              <w:rPr>
                <w:rtl/>
              </w:rPr>
              <w:t xml:space="preserve"> </w:t>
            </w:r>
            <w:r w:rsidRPr="009647FC">
              <w:rPr>
                <w:rtl/>
              </w:rPr>
              <w:t>الخطوب</w:t>
            </w:r>
            <w:r>
              <w:rPr>
                <w:rtl/>
              </w:rPr>
              <w:t xml:space="preserve"> </w:t>
            </w:r>
            <w:r w:rsidRPr="009647FC">
              <w:rPr>
                <w:rtl/>
              </w:rPr>
              <w:t>فلقته</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من</w:t>
            </w:r>
            <w:r w:rsidR="004C00A8">
              <w:rPr>
                <w:rtl/>
              </w:rPr>
              <w:t xml:space="preserve"> </w:t>
            </w:r>
            <w:r w:rsidRPr="009647FC">
              <w:rPr>
                <w:rtl/>
              </w:rPr>
              <w:t>ضوء</w:t>
            </w:r>
            <w:r>
              <w:rPr>
                <w:rtl/>
              </w:rPr>
              <w:t xml:space="preserve"> </w:t>
            </w:r>
            <w:r w:rsidRPr="009647FC">
              <w:rPr>
                <w:rtl/>
              </w:rPr>
              <w:t>صبح</w:t>
            </w:r>
            <w:r>
              <w:rPr>
                <w:rtl/>
              </w:rPr>
              <w:t xml:space="preserve"> </w:t>
            </w:r>
            <w:r w:rsidRPr="009647FC">
              <w:rPr>
                <w:rtl/>
              </w:rPr>
              <w:t>جبينه</w:t>
            </w:r>
            <w:r>
              <w:rPr>
                <w:rtl/>
              </w:rPr>
              <w:t xml:space="preserve"> </w:t>
            </w:r>
            <w:r w:rsidRPr="009647FC">
              <w:rPr>
                <w:rtl/>
              </w:rPr>
              <w:t>بعمودِ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علمُ</w:t>
            </w:r>
            <w:r w:rsidR="004C00A8">
              <w:rPr>
                <w:rtl/>
              </w:rPr>
              <w:t xml:space="preserve"> </w:t>
            </w:r>
            <w:r w:rsidRPr="009647FC">
              <w:rPr>
                <w:rtl/>
              </w:rPr>
              <w:t>الهدى</w:t>
            </w:r>
            <w:r>
              <w:rPr>
                <w:rtl/>
              </w:rPr>
              <w:t xml:space="preserve"> </w:t>
            </w:r>
            <w:r w:rsidRPr="009647FC">
              <w:rPr>
                <w:rtl/>
              </w:rPr>
              <w:t>السامي</w:t>
            </w:r>
            <w:r>
              <w:rPr>
                <w:rtl/>
              </w:rPr>
              <w:t xml:space="preserve"> </w:t>
            </w:r>
            <w:r w:rsidRPr="009647FC">
              <w:rPr>
                <w:rtl/>
              </w:rPr>
              <w:t>الذي</w:t>
            </w:r>
            <w:r>
              <w:rPr>
                <w:rtl/>
              </w:rPr>
              <w:t xml:space="preserve"> </w:t>
            </w:r>
            <w:r w:rsidRPr="009647FC">
              <w:rPr>
                <w:rtl/>
              </w:rPr>
              <w:t>هو</w:t>
            </w:r>
            <w:r>
              <w:rPr>
                <w:rtl/>
              </w:rPr>
              <w:t xml:space="preserve"> </w:t>
            </w:r>
            <w:r w:rsidRPr="009647FC">
              <w:rPr>
                <w:rtl/>
              </w:rPr>
              <w:t>في</w:t>
            </w:r>
            <w:r>
              <w:rPr>
                <w:rtl/>
              </w:rPr>
              <w:t xml:space="preserve"> </w:t>
            </w:r>
            <w:r w:rsidRPr="009647FC">
              <w:rPr>
                <w:rtl/>
              </w:rPr>
              <w:t>كلا</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حسبيه</w:t>
            </w:r>
            <w:r>
              <w:rPr>
                <w:rtl/>
              </w:rPr>
              <w:t xml:space="preserve"> </w:t>
            </w:r>
            <w:r w:rsidRPr="009647FC">
              <w:rPr>
                <w:rtl/>
              </w:rPr>
              <w:t>ساد</w:t>
            </w:r>
            <w:r>
              <w:rPr>
                <w:rtl/>
              </w:rPr>
              <w:t xml:space="preserve">َ </w:t>
            </w:r>
            <w:r w:rsidRPr="009647FC">
              <w:rPr>
                <w:rtl/>
              </w:rPr>
              <w:t>على</w:t>
            </w:r>
            <w:r>
              <w:rPr>
                <w:rtl/>
              </w:rPr>
              <w:t xml:space="preserve"> </w:t>
            </w:r>
            <w:r w:rsidRPr="009647FC">
              <w:rPr>
                <w:rtl/>
              </w:rPr>
              <w:t>الكرام</w:t>
            </w:r>
            <w:r>
              <w:rPr>
                <w:rtl/>
              </w:rPr>
              <w:t xml:space="preserve"> </w:t>
            </w:r>
            <w:r w:rsidRPr="009647FC">
              <w:rPr>
                <w:rtl/>
              </w:rPr>
              <w:t>الصيد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ومفيدِ</w:t>
            </w:r>
            <w:r w:rsidR="004C00A8">
              <w:rPr>
                <w:rtl/>
              </w:rPr>
              <w:t xml:space="preserve"> </w:t>
            </w:r>
            <w:r w:rsidRPr="009647FC">
              <w:rPr>
                <w:rtl/>
              </w:rPr>
              <w:t>فضل</w:t>
            </w:r>
            <w:r w:rsidRPr="004C00A8">
              <w:rPr>
                <w:rtl/>
              </w:rPr>
              <w:t>ٍ</w:t>
            </w:r>
            <w:r w:rsidRPr="004E7EC6">
              <w:rPr>
                <w:rStyle w:val="libFootnotenumChar"/>
                <w:rtl/>
              </w:rPr>
              <w:t>(2)</w:t>
            </w:r>
            <w:r>
              <w:rPr>
                <w:rtl/>
              </w:rPr>
              <w:t xml:space="preserve"> </w:t>
            </w:r>
            <w:r w:rsidRPr="009647FC">
              <w:rPr>
                <w:rtl/>
              </w:rPr>
              <w:t>لو</w:t>
            </w:r>
            <w:r>
              <w:rPr>
                <w:rtl/>
              </w:rPr>
              <w:t xml:space="preserve"> </w:t>
            </w:r>
            <w:r w:rsidRPr="009647FC">
              <w:rPr>
                <w:rtl/>
              </w:rPr>
              <w:t>أتى</w:t>
            </w:r>
            <w:r>
              <w:rPr>
                <w:rtl/>
              </w:rPr>
              <w:t xml:space="preserve"> </w:t>
            </w:r>
            <w:r w:rsidRPr="009647FC">
              <w:rPr>
                <w:rtl/>
              </w:rPr>
              <w:t>العصر</w:t>
            </w:r>
            <w:r>
              <w:rPr>
                <w:rtl/>
              </w:rPr>
              <w:t xml:space="preserve"> </w:t>
            </w:r>
            <w:r w:rsidRPr="009647FC">
              <w:rPr>
                <w:rtl/>
              </w:rPr>
              <w:t>الذي</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فيه</w:t>
            </w:r>
            <w:r>
              <w:rPr>
                <w:rtl/>
              </w:rPr>
              <w:t xml:space="preserve"> </w:t>
            </w:r>
            <w:r w:rsidRPr="009647FC">
              <w:rPr>
                <w:rtl/>
              </w:rPr>
              <w:t>المفيدُ</w:t>
            </w:r>
            <w:r>
              <w:rPr>
                <w:rtl/>
              </w:rPr>
              <w:t xml:space="preserve"> </w:t>
            </w:r>
            <w:r w:rsidRPr="009647FC">
              <w:rPr>
                <w:rtl/>
              </w:rPr>
              <w:t>لقال</w:t>
            </w:r>
            <w:r>
              <w:rPr>
                <w:rtl/>
              </w:rPr>
              <w:t xml:space="preserve"> </w:t>
            </w:r>
            <w:r w:rsidRPr="009647FC">
              <w:rPr>
                <w:rtl/>
              </w:rPr>
              <w:t>أنت</w:t>
            </w:r>
            <w:r>
              <w:rPr>
                <w:rtl/>
              </w:rPr>
              <w:t xml:space="preserve">َ </w:t>
            </w:r>
            <w:r w:rsidRPr="009647FC">
              <w:rPr>
                <w:rtl/>
              </w:rPr>
              <w:t>مفيدي</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هو</w:t>
            </w:r>
            <w:r>
              <w:rPr>
                <w:rtl/>
              </w:rPr>
              <w:t xml:space="preserve"> </w:t>
            </w:r>
            <w:r w:rsidRPr="009647FC">
              <w:rPr>
                <w:rtl/>
              </w:rPr>
              <w:t>آيةُ</w:t>
            </w:r>
            <w:r>
              <w:rPr>
                <w:rtl/>
              </w:rPr>
              <w:t xml:space="preserve"> </w:t>
            </w:r>
            <w:r w:rsidRPr="009647FC">
              <w:rPr>
                <w:rtl/>
              </w:rPr>
              <w:t>الله</w:t>
            </w:r>
            <w:r>
              <w:rPr>
                <w:rtl/>
              </w:rPr>
              <w:t xml:space="preserve"> </w:t>
            </w:r>
            <w:r w:rsidRPr="009647FC">
              <w:rPr>
                <w:rtl/>
              </w:rPr>
              <w:t>التي</w:t>
            </w:r>
            <w:r>
              <w:rPr>
                <w:rtl/>
              </w:rPr>
              <w:t xml:space="preserve"> </w:t>
            </w:r>
            <w:r w:rsidRPr="009647FC">
              <w:rPr>
                <w:rtl/>
              </w:rPr>
              <w:t>قد</w:t>
            </w:r>
            <w:r>
              <w:rPr>
                <w:rtl/>
              </w:rPr>
              <w:t xml:space="preserve"> </w:t>
            </w:r>
            <w:r w:rsidRPr="009647FC">
              <w:rPr>
                <w:rtl/>
              </w:rPr>
              <w:t>أبطلتْ</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في</w:t>
            </w:r>
            <w:r>
              <w:rPr>
                <w:rtl/>
              </w:rPr>
              <w:t xml:space="preserve"> </w:t>
            </w:r>
            <w:r w:rsidRPr="009647FC">
              <w:rPr>
                <w:rtl/>
              </w:rPr>
              <w:t>العالمين</w:t>
            </w:r>
            <w:r>
              <w:rPr>
                <w:rtl/>
              </w:rPr>
              <w:t xml:space="preserve"> </w:t>
            </w:r>
            <w:r w:rsidRPr="009647FC">
              <w:rPr>
                <w:rtl/>
              </w:rPr>
              <w:t>عناد</w:t>
            </w:r>
            <w:r>
              <w:rPr>
                <w:rtl/>
              </w:rPr>
              <w:t xml:space="preserve">َ </w:t>
            </w:r>
            <w:r w:rsidRPr="009647FC">
              <w:rPr>
                <w:rtl/>
              </w:rPr>
              <w:t>كلّ</w:t>
            </w:r>
            <w:r>
              <w:rPr>
                <w:rtl/>
              </w:rPr>
              <w:t xml:space="preserve"> </w:t>
            </w:r>
            <w:r w:rsidRPr="009647FC">
              <w:rPr>
                <w:rtl/>
              </w:rPr>
              <w:t>جحودِ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وأبو</w:t>
            </w:r>
            <w:r>
              <w:rPr>
                <w:rtl/>
              </w:rPr>
              <w:t xml:space="preserve"> </w:t>
            </w:r>
            <w:r w:rsidRPr="009647FC">
              <w:rPr>
                <w:rtl/>
              </w:rPr>
              <w:t>المصابيح</w:t>
            </w:r>
            <w:r>
              <w:rPr>
                <w:rtl/>
              </w:rPr>
              <w:t xml:space="preserve"> </w:t>
            </w:r>
            <w:r w:rsidRPr="009647FC">
              <w:rPr>
                <w:rtl/>
              </w:rPr>
              <w:t>التي</w:t>
            </w:r>
            <w:r>
              <w:rPr>
                <w:rtl/>
              </w:rPr>
              <w:t xml:space="preserve"> </w:t>
            </w:r>
            <w:r w:rsidRPr="009647FC">
              <w:rPr>
                <w:rtl/>
              </w:rPr>
              <w:t>شهبُ</w:t>
            </w:r>
            <w:r>
              <w:rPr>
                <w:rtl/>
              </w:rPr>
              <w:t xml:space="preserve"> </w:t>
            </w:r>
            <w:r w:rsidRPr="009647FC">
              <w:rPr>
                <w:rtl/>
              </w:rPr>
              <w:t>السما</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رمقت</w:t>
            </w:r>
            <w:r w:rsidR="004C00A8">
              <w:rPr>
                <w:rtl/>
              </w:rPr>
              <w:t xml:space="preserve"> </w:t>
            </w:r>
            <w:r w:rsidRPr="009647FC">
              <w:rPr>
                <w:rtl/>
              </w:rPr>
              <w:t>مطالع</w:t>
            </w:r>
            <w:r>
              <w:rPr>
                <w:rtl/>
              </w:rPr>
              <w:t>َ</w:t>
            </w:r>
            <w:r w:rsidRPr="009647FC">
              <w:rPr>
                <w:rtl/>
              </w:rPr>
              <w:t>ها</w:t>
            </w:r>
            <w:r>
              <w:rPr>
                <w:rtl/>
              </w:rPr>
              <w:t xml:space="preserve"> </w:t>
            </w:r>
            <w:r w:rsidRPr="009647FC">
              <w:rPr>
                <w:rtl/>
              </w:rPr>
              <w:t>بطرف</w:t>
            </w:r>
            <w:r>
              <w:rPr>
                <w:rtl/>
              </w:rPr>
              <w:t xml:space="preserve"> </w:t>
            </w:r>
            <w:r w:rsidRPr="009647FC">
              <w:rPr>
                <w:rtl/>
              </w:rPr>
              <w:t>حسودِ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لو</w:t>
            </w:r>
            <w:r>
              <w:rPr>
                <w:rtl/>
              </w:rPr>
              <w:t xml:space="preserve"> </w:t>
            </w:r>
            <w:r w:rsidRPr="009647FC">
              <w:rPr>
                <w:rtl/>
              </w:rPr>
              <w:t>فاخرت</w:t>
            </w:r>
            <w:r>
              <w:rPr>
                <w:rtl/>
              </w:rPr>
              <w:t xml:space="preserve"> </w:t>
            </w:r>
            <w:r w:rsidRPr="009647FC">
              <w:rPr>
                <w:rtl/>
              </w:rPr>
              <w:t>نهر</w:t>
            </w:r>
            <w:r>
              <w:rPr>
                <w:rtl/>
              </w:rPr>
              <w:t xml:space="preserve">َ </w:t>
            </w:r>
            <w:r w:rsidRPr="009647FC">
              <w:rPr>
                <w:rtl/>
              </w:rPr>
              <w:t>المجرّ</w:t>
            </w:r>
            <w:r>
              <w:rPr>
                <w:rtl/>
              </w:rPr>
              <w:t>َ</w:t>
            </w:r>
            <w:r w:rsidRPr="009647FC">
              <w:rPr>
                <w:rtl/>
              </w:rPr>
              <w:t>ة</w:t>
            </w:r>
            <w:r>
              <w:rPr>
                <w:rtl/>
              </w:rPr>
              <w:t xml:space="preserve"> </w:t>
            </w:r>
            <w:r w:rsidRPr="009647FC">
              <w:rPr>
                <w:rtl/>
              </w:rPr>
              <w:t>في</w:t>
            </w:r>
            <w:r>
              <w:rPr>
                <w:rtl/>
              </w:rPr>
              <w:t xml:space="preserve"> </w:t>
            </w:r>
            <w:r w:rsidRPr="009647FC">
              <w:rPr>
                <w:rtl/>
              </w:rPr>
              <w:t>السما</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غلبت</w:t>
            </w:r>
            <w:r w:rsidR="004C00A8">
              <w:rPr>
                <w:rtl/>
              </w:rPr>
              <w:t xml:space="preserve"> </w:t>
            </w:r>
            <w:r w:rsidRPr="009647FC">
              <w:rPr>
                <w:rtl/>
              </w:rPr>
              <w:t>بجعفر</w:t>
            </w:r>
            <w:r>
              <w:rPr>
                <w:rtl/>
              </w:rPr>
              <w:t xml:space="preserve"> </w:t>
            </w:r>
            <w:r w:rsidRPr="009647FC">
              <w:rPr>
                <w:rtl/>
              </w:rPr>
              <w:t>جودها</w:t>
            </w:r>
            <w:r>
              <w:rPr>
                <w:rtl/>
              </w:rPr>
              <w:t xml:space="preserve"> </w:t>
            </w:r>
            <w:r w:rsidRPr="009647FC">
              <w:rPr>
                <w:rtl/>
              </w:rPr>
              <w:t>المورودِ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ذاك</w:t>
            </w:r>
            <w:r>
              <w:rPr>
                <w:rtl/>
              </w:rPr>
              <w:t xml:space="preserve"> </w:t>
            </w:r>
            <w:r w:rsidRPr="009647FC">
              <w:rPr>
                <w:rtl/>
              </w:rPr>
              <w:t>الذي</w:t>
            </w:r>
            <w:r>
              <w:rPr>
                <w:rtl/>
              </w:rPr>
              <w:t xml:space="preserve"> </w:t>
            </w:r>
            <w:r w:rsidRPr="009647FC">
              <w:rPr>
                <w:rtl/>
              </w:rPr>
              <w:t>في</w:t>
            </w:r>
            <w:r>
              <w:rPr>
                <w:rtl/>
              </w:rPr>
              <w:t xml:space="preserve"> </w:t>
            </w:r>
            <w:r w:rsidRPr="009647FC">
              <w:rPr>
                <w:rtl/>
              </w:rPr>
              <w:t>الجود</w:t>
            </w:r>
            <w:r w:rsidRPr="004E7EC6">
              <w:rPr>
                <w:rStyle w:val="libFootnotenumChar"/>
                <w:rtl/>
              </w:rPr>
              <w:t>(3)</w:t>
            </w:r>
            <w:r>
              <w:rPr>
                <w:rtl/>
              </w:rPr>
              <w:t xml:space="preserve"> </w:t>
            </w:r>
            <w:r w:rsidRPr="009647FC">
              <w:rPr>
                <w:rtl/>
              </w:rPr>
              <w:t>أرسل</w:t>
            </w:r>
            <w:r>
              <w:rPr>
                <w:rtl/>
              </w:rPr>
              <w:t xml:space="preserve"> </w:t>
            </w:r>
            <w:r w:rsidRPr="009647FC">
              <w:rPr>
                <w:rtl/>
              </w:rPr>
              <w:t>صالحا</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لكن</w:t>
            </w:r>
            <w:r>
              <w:rPr>
                <w:rtl/>
              </w:rPr>
              <w:t xml:space="preserve"> </w:t>
            </w:r>
            <w:r w:rsidRPr="009647FC">
              <w:rPr>
                <w:rtl/>
              </w:rPr>
              <w:t>لأهل</w:t>
            </w:r>
            <w:r>
              <w:rPr>
                <w:rtl/>
              </w:rPr>
              <w:t xml:space="preserve"> </w:t>
            </w:r>
            <w:r w:rsidRPr="009647FC">
              <w:rPr>
                <w:rtl/>
              </w:rPr>
              <w:t>الفضل</w:t>
            </w:r>
            <w:r>
              <w:rPr>
                <w:rtl/>
              </w:rPr>
              <w:t xml:space="preserve"> </w:t>
            </w:r>
            <w:r w:rsidRPr="009647FC">
              <w:rPr>
                <w:rtl/>
              </w:rPr>
              <w:t>لا</w:t>
            </w:r>
            <w:r>
              <w:rPr>
                <w:rtl/>
              </w:rPr>
              <w:t xml:space="preserve"> </w:t>
            </w:r>
            <w:r w:rsidRPr="009647FC">
              <w:rPr>
                <w:rtl/>
              </w:rPr>
              <w:t>لثمودِ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و</w:t>
            </w:r>
            <w:r>
              <w:rPr>
                <w:rtl/>
              </w:rPr>
              <w:t>(</w:t>
            </w:r>
            <w:r w:rsidRPr="009647FC">
              <w:rPr>
                <w:rtl/>
              </w:rPr>
              <w:t>محمدٌ</w:t>
            </w:r>
            <w:r>
              <w:rPr>
                <w:rtl/>
              </w:rPr>
              <w:t xml:space="preserve">) </w:t>
            </w:r>
            <w:r w:rsidRPr="009647FC">
              <w:rPr>
                <w:rtl/>
              </w:rPr>
              <w:t>منه</w:t>
            </w:r>
            <w:r>
              <w:rPr>
                <w:rtl/>
              </w:rPr>
              <w:t xml:space="preserve"> </w:t>
            </w:r>
            <w:r w:rsidRPr="009647FC">
              <w:rPr>
                <w:rtl/>
              </w:rPr>
              <w:t>الحسينُ</w:t>
            </w:r>
            <w:r>
              <w:rPr>
                <w:rtl/>
              </w:rPr>
              <w:t xml:space="preserve"> </w:t>
            </w:r>
            <w:r w:rsidRPr="009647FC">
              <w:rPr>
                <w:rtl/>
              </w:rPr>
              <w:t>فعاذرٌ</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إن</w:t>
            </w:r>
            <w:r w:rsidR="004C00A8">
              <w:rPr>
                <w:rtl/>
              </w:rPr>
              <w:t xml:space="preserve"> </w:t>
            </w:r>
            <w:r w:rsidRPr="009647FC">
              <w:rPr>
                <w:rtl/>
              </w:rPr>
              <w:t>قلتُ</w:t>
            </w:r>
            <w:r>
              <w:rPr>
                <w:rtl/>
              </w:rPr>
              <w:t xml:space="preserve"> </w:t>
            </w:r>
            <w:r w:rsidRPr="009647FC">
              <w:rPr>
                <w:rtl/>
              </w:rPr>
              <w:t>أرسل</w:t>
            </w:r>
            <w:r>
              <w:rPr>
                <w:rtl/>
              </w:rPr>
              <w:t xml:space="preserve"> </w:t>
            </w:r>
            <w:r w:rsidRPr="009647FC">
              <w:rPr>
                <w:rtl/>
              </w:rPr>
              <w:t>خاتماً</w:t>
            </w:r>
            <w:r w:rsidRPr="004E7EC6">
              <w:rPr>
                <w:rStyle w:val="libFootnotenumChar"/>
                <w:rtl/>
              </w:rPr>
              <w:t>(4)</w:t>
            </w:r>
            <w:r>
              <w:rPr>
                <w:rtl/>
              </w:rPr>
              <w:t xml:space="preserve"> </w:t>
            </w:r>
            <w:r w:rsidRPr="009647FC">
              <w:rPr>
                <w:rtl/>
              </w:rPr>
              <w:t>في</w:t>
            </w:r>
            <w:r>
              <w:rPr>
                <w:rtl/>
              </w:rPr>
              <w:t xml:space="preserve"> </w:t>
            </w:r>
            <w:r w:rsidRPr="009647FC">
              <w:rPr>
                <w:rtl/>
              </w:rPr>
              <w:t>الجودِ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أقمار</w:t>
            </w:r>
            <w:r w:rsidR="004C00A8">
              <w:rPr>
                <w:rtl/>
              </w:rPr>
              <w:t xml:space="preserve"> </w:t>
            </w:r>
            <w:r w:rsidRPr="009647FC">
              <w:rPr>
                <w:rtl/>
              </w:rPr>
              <w:t>تمٍّ</w:t>
            </w:r>
            <w:r>
              <w:rPr>
                <w:rtl/>
              </w:rPr>
              <w:t xml:space="preserve"> </w:t>
            </w:r>
            <w:r w:rsidRPr="009647FC">
              <w:rPr>
                <w:rtl/>
              </w:rPr>
              <w:t>في</w:t>
            </w:r>
            <w:r>
              <w:rPr>
                <w:rtl/>
              </w:rPr>
              <w:t xml:space="preserve"> </w:t>
            </w:r>
            <w:r w:rsidRPr="009647FC">
              <w:rPr>
                <w:rtl/>
              </w:rPr>
              <w:t>بروج</w:t>
            </w:r>
            <w:r>
              <w:rPr>
                <w:rtl/>
              </w:rPr>
              <w:t xml:space="preserve"> </w:t>
            </w:r>
            <w:r w:rsidRPr="009647FC">
              <w:rPr>
                <w:rtl/>
              </w:rPr>
              <w:t>سما</w:t>
            </w:r>
            <w:r>
              <w:rPr>
                <w:rtl/>
              </w:rPr>
              <w:t xml:space="preserve"> </w:t>
            </w:r>
            <w:r w:rsidRPr="009647FC">
              <w:rPr>
                <w:rtl/>
              </w:rPr>
              <w:t>العُلى</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شرفاً</w:t>
            </w:r>
            <w:r>
              <w:rPr>
                <w:rtl/>
              </w:rPr>
              <w:t xml:space="preserve"> </w:t>
            </w:r>
            <w:r w:rsidRPr="009647FC">
              <w:rPr>
                <w:rtl/>
              </w:rPr>
              <w:t>يضيءُ</w:t>
            </w:r>
            <w:r>
              <w:rPr>
                <w:rtl/>
              </w:rPr>
              <w:t xml:space="preserve"> </w:t>
            </w:r>
            <w:r w:rsidRPr="009647FC">
              <w:rPr>
                <w:rtl/>
              </w:rPr>
              <w:t>على</w:t>
            </w:r>
            <w:r>
              <w:rPr>
                <w:rtl/>
              </w:rPr>
              <w:t xml:space="preserve"> </w:t>
            </w:r>
            <w:r w:rsidRPr="009647FC">
              <w:rPr>
                <w:rtl/>
              </w:rPr>
              <w:t>الليالي</w:t>
            </w:r>
            <w:r>
              <w:rPr>
                <w:rtl/>
              </w:rPr>
              <w:t xml:space="preserve"> </w:t>
            </w:r>
            <w:r w:rsidRPr="009647FC">
              <w:rPr>
                <w:rtl/>
              </w:rPr>
              <w:t>السودِ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وأسودُ</w:t>
            </w:r>
            <w:r>
              <w:rPr>
                <w:rtl/>
              </w:rPr>
              <w:t xml:space="preserve"> </w:t>
            </w:r>
            <w:r w:rsidRPr="009647FC">
              <w:rPr>
                <w:rtl/>
              </w:rPr>
              <w:t>غيلٍ</w:t>
            </w:r>
            <w:r>
              <w:rPr>
                <w:rtl/>
              </w:rPr>
              <w:t xml:space="preserve"> </w:t>
            </w:r>
            <w:r w:rsidRPr="009647FC">
              <w:rPr>
                <w:rtl/>
              </w:rPr>
              <w:t>في</w:t>
            </w:r>
            <w:r>
              <w:rPr>
                <w:rtl/>
              </w:rPr>
              <w:t xml:space="preserve"> </w:t>
            </w:r>
            <w:r w:rsidRPr="009647FC">
              <w:rPr>
                <w:rtl/>
              </w:rPr>
              <w:t>المهابة</w:t>
            </w:r>
            <w:r>
              <w:rPr>
                <w:rtl/>
              </w:rPr>
              <w:t xml:space="preserve"> </w:t>
            </w:r>
            <w:r w:rsidRPr="009647FC">
              <w:rPr>
                <w:rtl/>
              </w:rPr>
              <w:t>لو</w:t>
            </w:r>
            <w:r>
              <w:rPr>
                <w:rtl/>
              </w:rPr>
              <w:t xml:space="preserve"> </w:t>
            </w:r>
            <w:r w:rsidRPr="009647FC">
              <w:rPr>
                <w:rtl/>
              </w:rPr>
              <w:t>حموا</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مأوى</w:t>
            </w:r>
            <w:r w:rsidR="004C00A8">
              <w:rPr>
                <w:rtl/>
              </w:rPr>
              <w:t xml:space="preserve"> </w:t>
            </w:r>
            <w:r w:rsidRPr="009647FC">
              <w:rPr>
                <w:rtl/>
              </w:rPr>
              <w:t>الظِباء</w:t>
            </w:r>
            <w:r>
              <w:rPr>
                <w:rtl/>
              </w:rPr>
              <w:t xml:space="preserve"> </w:t>
            </w:r>
            <w:r w:rsidRPr="009647FC">
              <w:rPr>
                <w:rtl/>
              </w:rPr>
              <w:t>لكان</w:t>
            </w:r>
            <w:r>
              <w:rPr>
                <w:rtl/>
              </w:rPr>
              <w:t xml:space="preserve"> </w:t>
            </w:r>
            <w:r w:rsidRPr="009647FC">
              <w:rPr>
                <w:rtl/>
              </w:rPr>
              <w:t>غيل</w:t>
            </w:r>
            <w:r>
              <w:rPr>
                <w:rtl/>
              </w:rPr>
              <w:t xml:space="preserve"> </w:t>
            </w:r>
            <w:r w:rsidRPr="009647FC">
              <w:rPr>
                <w:rtl/>
              </w:rPr>
              <w:t>أسودِ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وترى</w:t>
            </w:r>
            <w:r>
              <w:rPr>
                <w:rtl/>
              </w:rPr>
              <w:t xml:space="preserve"> </w:t>
            </w:r>
            <w:r w:rsidRPr="009647FC">
              <w:rPr>
                <w:rtl/>
              </w:rPr>
              <w:t>المكارم</w:t>
            </w:r>
            <w:r>
              <w:rPr>
                <w:rtl/>
              </w:rPr>
              <w:t xml:space="preserve">َ </w:t>
            </w:r>
            <w:r w:rsidRPr="009647FC">
              <w:rPr>
                <w:rtl/>
              </w:rPr>
              <w:t>من</w:t>
            </w:r>
            <w:r>
              <w:rPr>
                <w:rtl/>
              </w:rPr>
              <w:t xml:space="preserve"> </w:t>
            </w:r>
            <w:r w:rsidRPr="009647FC">
              <w:rPr>
                <w:rtl/>
              </w:rPr>
              <w:t>مناقب</w:t>
            </w:r>
            <w:r>
              <w:rPr>
                <w:rtl/>
              </w:rPr>
              <w:t xml:space="preserve"> </w:t>
            </w:r>
            <w:r w:rsidRPr="009647FC">
              <w:rPr>
                <w:rtl/>
              </w:rPr>
              <w:t>فضلهم</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تختالُ</w:t>
            </w:r>
            <w:r w:rsidR="004C00A8">
              <w:rPr>
                <w:rtl/>
              </w:rPr>
              <w:t xml:space="preserve"> </w:t>
            </w:r>
            <w:r w:rsidRPr="009647FC">
              <w:rPr>
                <w:rtl/>
              </w:rPr>
              <w:t>بين</w:t>
            </w:r>
            <w:r>
              <w:rPr>
                <w:rtl/>
              </w:rPr>
              <w:t xml:space="preserve"> </w:t>
            </w:r>
            <w:r w:rsidRPr="009647FC">
              <w:rPr>
                <w:rtl/>
              </w:rPr>
              <w:t>قلائدٍ</w:t>
            </w:r>
            <w:r>
              <w:rPr>
                <w:rtl/>
              </w:rPr>
              <w:t xml:space="preserve"> </w:t>
            </w:r>
            <w:r w:rsidRPr="009647FC">
              <w:rPr>
                <w:rtl/>
              </w:rPr>
              <w:t>وعقودِ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من</w:t>
            </w:r>
            <w:r>
              <w:rPr>
                <w:rtl/>
              </w:rPr>
              <w:t xml:space="preserve"> </w:t>
            </w:r>
            <w:r w:rsidRPr="009647FC">
              <w:rPr>
                <w:rtl/>
              </w:rPr>
              <w:t>كلّ</w:t>
            </w:r>
            <w:r>
              <w:rPr>
                <w:rtl/>
              </w:rPr>
              <w:t xml:space="preserve"> </w:t>
            </w:r>
            <w:r w:rsidRPr="009647FC">
              <w:rPr>
                <w:rtl/>
              </w:rPr>
              <w:t>محتلب</w:t>
            </w:r>
            <w:r>
              <w:rPr>
                <w:rtl/>
              </w:rPr>
              <w:t xml:space="preserve"> </w:t>
            </w:r>
            <w:r w:rsidRPr="009647FC">
              <w:rPr>
                <w:rtl/>
              </w:rPr>
              <w:t>البنان</w:t>
            </w:r>
            <w:r>
              <w:rPr>
                <w:rtl/>
              </w:rPr>
              <w:t xml:space="preserve"> </w:t>
            </w:r>
            <w:r w:rsidRPr="009647FC">
              <w:rPr>
                <w:rtl/>
              </w:rPr>
              <w:t>رقيقها</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في</w:t>
            </w:r>
            <w:r w:rsidR="004C00A8">
              <w:rPr>
                <w:rtl/>
              </w:rPr>
              <w:t xml:space="preserve"> </w:t>
            </w:r>
            <w:r w:rsidRPr="009647FC">
              <w:rPr>
                <w:rtl/>
              </w:rPr>
              <w:t>كلّ</w:t>
            </w:r>
            <w:r>
              <w:rPr>
                <w:rtl/>
              </w:rPr>
              <w:t xml:space="preserve"> </w:t>
            </w:r>
            <w:r w:rsidRPr="009647FC">
              <w:rPr>
                <w:rtl/>
              </w:rPr>
              <w:t>جامدة</w:t>
            </w:r>
            <w:r>
              <w:rPr>
                <w:rtl/>
              </w:rPr>
              <w:t xml:space="preserve"> </w:t>
            </w:r>
            <w:r w:rsidRPr="009647FC">
              <w:rPr>
                <w:rtl/>
              </w:rPr>
              <w:t>الضروع</w:t>
            </w:r>
            <w:r>
              <w:rPr>
                <w:rtl/>
              </w:rPr>
              <w:t xml:space="preserve"> </w:t>
            </w:r>
            <w:r w:rsidRPr="009647FC">
              <w:rPr>
                <w:rtl/>
              </w:rPr>
              <w:t>صلودِ</w:t>
            </w:r>
            <w:r w:rsidRPr="004E7EC6">
              <w:rPr>
                <w:rStyle w:val="libFootnotenumChar"/>
                <w:rtl/>
              </w:rPr>
              <w:t>(5)</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ويقول</w:t>
            </w:r>
            <w:r w:rsidR="004C00A8">
              <w:rPr>
                <w:rtl/>
              </w:rPr>
              <w:t xml:space="preserve"> </w:t>
            </w:r>
            <w:r w:rsidRPr="009647FC">
              <w:rPr>
                <w:rtl/>
              </w:rPr>
              <w:t>للكفِّ</w:t>
            </w:r>
            <w:r>
              <w:rPr>
                <w:rtl/>
              </w:rPr>
              <w:t xml:space="preserve"> </w:t>
            </w:r>
            <w:r w:rsidRPr="009647FC">
              <w:rPr>
                <w:rtl/>
              </w:rPr>
              <w:t>الكريمة</w:t>
            </w:r>
            <w:r>
              <w:rPr>
                <w:rtl/>
              </w:rPr>
              <w:t xml:space="preserve"> </w:t>
            </w:r>
            <w:r w:rsidRPr="009647FC">
              <w:rPr>
                <w:rtl/>
              </w:rPr>
              <w:t>كلّما:</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بدأت</w:t>
            </w:r>
            <w:r>
              <w:rPr>
                <w:rtl/>
              </w:rPr>
              <w:t xml:space="preserve"> </w:t>
            </w:r>
            <w:r w:rsidRPr="009647FC">
              <w:rPr>
                <w:rtl/>
              </w:rPr>
              <w:t>بعارفةٍ</w:t>
            </w:r>
            <w:r>
              <w:rPr>
                <w:rtl/>
              </w:rPr>
              <w:t xml:space="preserve"> </w:t>
            </w:r>
            <w:r w:rsidRPr="009647FC">
              <w:rPr>
                <w:rtl/>
              </w:rPr>
              <w:t>بدارِ</w:t>
            </w:r>
            <w:r w:rsidRPr="004E7EC6">
              <w:rPr>
                <w:rStyle w:val="libFootnotenumChar"/>
                <w:rtl/>
              </w:rPr>
              <w:t>(6)</w:t>
            </w:r>
            <w:r>
              <w:rPr>
                <w:rtl/>
              </w:rPr>
              <w:t xml:space="preserve"> </w:t>
            </w:r>
            <w:r w:rsidRPr="009647FC">
              <w:rPr>
                <w:rtl/>
              </w:rPr>
              <w:t>أعيدي</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يا</w:t>
            </w:r>
            <w:r w:rsidR="004C00A8">
              <w:rPr>
                <w:rtl/>
              </w:rPr>
              <w:t xml:space="preserve"> </w:t>
            </w:r>
            <w:r w:rsidRPr="009647FC">
              <w:rPr>
                <w:rtl/>
              </w:rPr>
              <w:t>عترة</w:t>
            </w:r>
            <w:r>
              <w:rPr>
                <w:rtl/>
              </w:rPr>
              <w:t xml:space="preserve">َ </w:t>
            </w:r>
            <w:r w:rsidRPr="009647FC">
              <w:rPr>
                <w:rtl/>
              </w:rPr>
              <w:t>الوحي</w:t>
            </w:r>
            <w:r>
              <w:rPr>
                <w:rtl/>
              </w:rPr>
              <w:t xml:space="preserve"> </w:t>
            </w:r>
            <w:r w:rsidRPr="009647FC">
              <w:rPr>
                <w:rtl/>
              </w:rPr>
              <w:t>الذين</w:t>
            </w:r>
            <w:r>
              <w:rPr>
                <w:rtl/>
              </w:rPr>
              <w:t xml:space="preserve"> </w:t>
            </w:r>
            <w:r w:rsidRPr="009647FC">
              <w:rPr>
                <w:rtl/>
              </w:rPr>
              <w:t>توطّ</w:t>
            </w:r>
            <w:r>
              <w:rPr>
                <w:rtl/>
              </w:rPr>
              <w:t>َ</w:t>
            </w:r>
            <w:r w:rsidRPr="009647FC">
              <w:rPr>
                <w:rtl/>
              </w:rPr>
              <w:t>دت</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بهم</w:t>
            </w:r>
            <w:r>
              <w:rPr>
                <w:rtl/>
              </w:rPr>
              <w:t xml:space="preserve"> </w:t>
            </w:r>
            <w:r w:rsidRPr="009647FC">
              <w:rPr>
                <w:rtl/>
              </w:rPr>
              <w:t>دعائم</w:t>
            </w:r>
            <w:r>
              <w:rPr>
                <w:rtl/>
              </w:rPr>
              <w:t xml:space="preserve"> </w:t>
            </w:r>
            <w:r w:rsidRPr="009647FC">
              <w:rPr>
                <w:rtl/>
              </w:rPr>
              <w:t>ملّ</w:t>
            </w:r>
            <w:r w:rsidRPr="00B371C6">
              <w:rPr>
                <w:rtl/>
              </w:rPr>
              <w:t>َ</w:t>
            </w:r>
            <w:r w:rsidRPr="009647FC">
              <w:rPr>
                <w:rtl/>
              </w:rPr>
              <w:t>ة</w:t>
            </w:r>
            <w:r>
              <w:rPr>
                <w:rtl/>
              </w:rPr>
              <w:t xml:space="preserve"> </w:t>
            </w:r>
            <w:r w:rsidRPr="009647FC">
              <w:rPr>
                <w:rtl/>
              </w:rPr>
              <w:t>التوحيد</w:t>
            </w:r>
            <w:r w:rsidRPr="00524A24">
              <w:rPr>
                <w:rStyle w:val="libPoemTiniChar0"/>
                <w:rtl/>
              </w:rPr>
              <w:br/>
              <w:t> </w:t>
            </w:r>
          </w:p>
        </w:tc>
      </w:tr>
      <w:tr w:rsidR="0092528C" w:rsidRPr="00524A24" w:rsidTr="0092528C">
        <w:trPr>
          <w:trHeight w:val="350"/>
        </w:trPr>
        <w:tc>
          <w:tcPr>
            <w:tcW w:w="3902" w:type="dxa"/>
          </w:tcPr>
          <w:p w:rsidR="0092528C" w:rsidRPr="00524A24" w:rsidRDefault="0092528C" w:rsidP="008D3009">
            <w:pPr>
              <w:pStyle w:val="libPoem"/>
            </w:pPr>
            <w:r w:rsidRPr="009647FC">
              <w:rPr>
                <w:rtl/>
              </w:rPr>
              <w:t>دمتم</w:t>
            </w:r>
            <w:r w:rsidR="004C00A8">
              <w:rPr>
                <w:rtl/>
              </w:rPr>
              <w:t xml:space="preserve"> </w:t>
            </w:r>
            <w:r w:rsidRPr="009647FC">
              <w:rPr>
                <w:rtl/>
              </w:rPr>
              <w:t>لنا</w:t>
            </w:r>
            <w:r>
              <w:rPr>
                <w:rtl/>
              </w:rPr>
              <w:t xml:space="preserve"> </w:t>
            </w:r>
            <w:r w:rsidRPr="009647FC">
              <w:rPr>
                <w:rtl/>
              </w:rPr>
              <w:t>والعزُّ</w:t>
            </w:r>
            <w:r>
              <w:rPr>
                <w:rtl/>
              </w:rPr>
              <w:t xml:space="preserve"> </w:t>
            </w:r>
            <w:r w:rsidRPr="009647FC">
              <w:rPr>
                <w:rtl/>
              </w:rPr>
              <w:t>فوق</w:t>
            </w:r>
            <w:r>
              <w:rPr>
                <w:rtl/>
              </w:rPr>
              <w:t xml:space="preserve"> </w:t>
            </w:r>
            <w:r w:rsidRPr="009647FC">
              <w:rPr>
                <w:rtl/>
              </w:rPr>
              <w:t>رواقكم</w:t>
            </w:r>
            <w:r w:rsidRPr="00524A24">
              <w:rPr>
                <w:rStyle w:val="libPoemTiniChar0"/>
                <w:rtl/>
              </w:rPr>
              <w:br/>
              <w:t> </w:t>
            </w:r>
          </w:p>
        </w:tc>
        <w:tc>
          <w:tcPr>
            <w:tcW w:w="301" w:type="dxa"/>
          </w:tcPr>
          <w:p w:rsidR="0092528C" w:rsidRPr="00524A24" w:rsidRDefault="0092528C" w:rsidP="008D3009">
            <w:pPr>
              <w:pStyle w:val="libPoem"/>
              <w:rPr>
                <w:rtl/>
              </w:rPr>
            </w:pPr>
          </w:p>
        </w:tc>
        <w:tc>
          <w:tcPr>
            <w:tcW w:w="3884" w:type="dxa"/>
          </w:tcPr>
          <w:p w:rsidR="0092528C" w:rsidRPr="00524A24" w:rsidRDefault="0092528C" w:rsidP="008D3009">
            <w:pPr>
              <w:pStyle w:val="libPoem"/>
            </w:pPr>
            <w:r w:rsidRPr="009647FC">
              <w:rPr>
                <w:rtl/>
              </w:rPr>
              <w:t>والفخر</w:t>
            </w:r>
            <w:r w:rsidR="004C00A8">
              <w:rPr>
                <w:rtl/>
              </w:rPr>
              <w:t xml:space="preserve"> </w:t>
            </w:r>
            <w:r w:rsidRPr="009647FC">
              <w:rPr>
                <w:rtl/>
              </w:rPr>
              <w:t>تحت</w:t>
            </w:r>
            <w:r>
              <w:rPr>
                <w:rtl/>
              </w:rPr>
              <w:t xml:space="preserve"> </w:t>
            </w:r>
            <w:r w:rsidRPr="009647FC">
              <w:rPr>
                <w:rtl/>
              </w:rPr>
              <w:t>رواقه</w:t>
            </w:r>
            <w:r w:rsidRPr="004E7EC6">
              <w:rPr>
                <w:rStyle w:val="libFootnotenumChar"/>
                <w:rtl/>
              </w:rPr>
              <w:t>(7)</w:t>
            </w:r>
            <w:r>
              <w:rPr>
                <w:rtl/>
              </w:rPr>
              <w:t xml:space="preserve"> </w:t>
            </w:r>
            <w:r w:rsidRPr="009647FC">
              <w:rPr>
                <w:rtl/>
              </w:rPr>
              <w:t>الممدودِ</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الصنيعة</w:t>
      </w:r>
      <w:r w:rsidR="00D769AB">
        <w:rPr>
          <w:rtl/>
        </w:rPr>
        <w:t>:</w:t>
      </w:r>
      <w:r w:rsidRPr="009647FC">
        <w:rPr>
          <w:rtl/>
        </w:rPr>
        <w:t xml:space="preserve"> لامة الحرب</w:t>
      </w:r>
      <w:r w:rsidR="00D769AB">
        <w:rPr>
          <w:rtl/>
        </w:rPr>
        <w:t>،</w:t>
      </w:r>
      <w:r w:rsidRPr="009647FC">
        <w:rPr>
          <w:rtl/>
        </w:rPr>
        <w:t xml:space="preserve"> النثرة</w:t>
      </w:r>
      <w:r w:rsidR="00D769AB">
        <w:rPr>
          <w:rtl/>
        </w:rPr>
        <w:t>:</w:t>
      </w:r>
      <w:r w:rsidRPr="009647FC">
        <w:rPr>
          <w:rtl/>
        </w:rPr>
        <w:t xml:space="preserve"> الدرع الحديدي الذي يلبس تحت الثياب في الحرب</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مفيد عصره</w:t>
      </w:r>
      <w:r w:rsidR="00D769AB">
        <w:rPr>
          <w:rtl/>
        </w:rPr>
        <w:t>،</w:t>
      </w:r>
      <w:r w:rsidRPr="009647FC">
        <w:rPr>
          <w:rtl/>
        </w:rPr>
        <w:t xml:space="preserve"> ويريد به أشهر مشاهير علماء عصره الشيخ المفيد محمّد بن محمّد النعمان البغدادي العكبري</w:t>
      </w:r>
      <w:r w:rsidR="00D769AB">
        <w:rPr>
          <w:rtl/>
        </w:rPr>
        <w:t>،</w:t>
      </w:r>
      <w:r w:rsidRPr="009647FC">
        <w:rPr>
          <w:rtl/>
        </w:rPr>
        <w:t xml:space="preserve"> المعروف بابن المعلّم</w:t>
      </w:r>
      <w:r w:rsidR="00D769AB">
        <w:rPr>
          <w:rtl/>
        </w:rPr>
        <w:t>،</w:t>
      </w:r>
      <w:r w:rsidRPr="009647FC">
        <w:rPr>
          <w:rtl/>
        </w:rPr>
        <w:t xml:space="preserve"> المتوفّي 413 هـ</w:t>
      </w:r>
      <w:r w:rsidR="00D769AB">
        <w:rPr>
          <w:rtl/>
        </w:rPr>
        <w:t>،</w:t>
      </w:r>
      <w:r w:rsidRPr="009647FC">
        <w:rPr>
          <w:rtl/>
        </w:rPr>
        <w:t xml:space="preserve"> له أكثر من مئتي كتاب</w:t>
      </w:r>
      <w:r w:rsidR="00D769AB">
        <w:rPr>
          <w:rtl/>
        </w:rPr>
        <w:t>،</w:t>
      </w:r>
      <w:r w:rsidRPr="009647FC">
        <w:rPr>
          <w:rtl/>
        </w:rPr>
        <w:t xml:space="preserve"> وهو أستاذ الشريفين المرتضى والرضي</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المطبوع</w:t>
      </w:r>
      <w:r w:rsidR="00D769AB">
        <w:rPr>
          <w:rtl/>
        </w:rPr>
        <w:t>:</w:t>
      </w:r>
      <w:r w:rsidRPr="009647FC">
        <w:rPr>
          <w:rtl/>
        </w:rPr>
        <w:t xml:space="preserve"> بالجود</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نسخة</w:t>
      </w:r>
      <w:r w:rsidR="00D769AB">
        <w:rPr>
          <w:rtl/>
        </w:rPr>
        <w:t>:</w:t>
      </w:r>
      <w:r w:rsidRPr="009647FC">
        <w:rPr>
          <w:rtl/>
        </w:rPr>
        <w:t xml:space="preserve"> حاتماً</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يكنّي عن السنة ذات الجوع والقحط</w:t>
      </w:r>
      <w:r w:rsidR="00D769AB">
        <w:rPr>
          <w:rtl/>
        </w:rPr>
        <w:t>.</w:t>
      </w:r>
    </w:p>
    <w:p w:rsidR="009647FC" w:rsidRPr="00524A24" w:rsidRDefault="009647FC" w:rsidP="004E7EC6">
      <w:pPr>
        <w:pStyle w:val="libFootnote0"/>
      </w:pPr>
      <w:r w:rsidRPr="009647FC">
        <w:rPr>
          <w:rtl/>
        </w:rPr>
        <w:t>6</w:t>
      </w:r>
      <w:r w:rsidR="004E7EC6">
        <w:rPr>
          <w:rtl/>
        </w:rPr>
        <w:t xml:space="preserve"> - </w:t>
      </w:r>
      <w:r w:rsidRPr="009647FC">
        <w:rPr>
          <w:rtl/>
        </w:rPr>
        <w:t>بدار</w:t>
      </w:r>
      <w:r w:rsidR="00D769AB">
        <w:rPr>
          <w:rtl/>
        </w:rPr>
        <w:t>:</w:t>
      </w:r>
      <w:r w:rsidRPr="009647FC">
        <w:rPr>
          <w:rtl/>
        </w:rPr>
        <w:t xml:space="preserve"> اسم فعل بمعنى بادر</w:t>
      </w:r>
      <w:r w:rsidR="00D769AB">
        <w:rPr>
          <w:rtl/>
        </w:rPr>
        <w:t>،</w:t>
      </w:r>
      <w:r w:rsidRPr="009647FC">
        <w:rPr>
          <w:rtl/>
        </w:rPr>
        <w:t xml:space="preserve"> أي أسرع</w:t>
      </w:r>
      <w:r w:rsidR="00D769AB">
        <w:rPr>
          <w:rtl/>
        </w:rPr>
        <w:t>.</w:t>
      </w:r>
    </w:p>
    <w:p w:rsidR="009647FC" w:rsidRPr="00524A24" w:rsidRDefault="009647FC" w:rsidP="004E7EC6">
      <w:pPr>
        <w:pStyle w:val="libFootnote0"/>
      </w:pPr>
      <w:r w:rsidRPr="009647FC">
        <w:rPr>
          <w:rtl/>
        </w:rPr>
        <w:t>7</w:t>
      </w:r>
      <w:r w:rsidR="004E7EC6">
        <w:rPr>
          <w:rtl/>
        </w:rPr>
        <w:t xml:space="preserve"> - </w:t>
      </w:r>
      <w:r w:rsidRPr="009647FC">
        <w:rPr>
          <w:rtl/>
        </w:rPr>
        <w:t>في المطوبع</w:t>
      </w:r>
      <w:r w:rsidR="00D769AB">
        <w:rPr>
          <w:rtl/>
        </w:rPr>
        <w:t>:</w:t>
      </w:r>
      <w:r w:rsidRPr="009647FC">
        <w:rPr>
          <w:rtl/>
        </w:rPr>
        <w:t xml:space="preserve"> طرافه</w:t>
      </w:r>
      <w:r w:rsidR="00D769AB">
        <w:rPr>
          <w:rtl/>
        </w:rPr>
        <w:t>،</w:t>
      </w:r>
      <w:r w:rsidRPr="009647FC">
        <w:rPr>
          <w:rtl/>
        </w:rPr>
        <w:t xml:space="preserve"> والطراف البيت الكبير</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FB0398" w:rsidRPr="00524A24" w:rsidTr="00FB0398">
        <w:trPr>
          <w:trHeight w:val="350"/>
        </w:trPr>
        <w:tc>
          <w:tcPr>
            <w:tcW w:w="3902" w:type="dxa"/>
          </w:tcPr>
          <w:p w:rsidR="00FB0398" w:rsidRPr="00524A24" w:rsidRDefault="00FB0398" w:rsidP="008D3009">
            <w:pPr>
              <w:pStyle w:val="libPoem"/>
            </w:pPr>
            <w:r w:rsidRPr="009647FC">
              <w:rPr>
                <w:rtl/>
              </w:rPr>
              <w:lastRenderedPageBreak/>
              <w:t>وبحسبكم</w:t>
            </w:r>
            <w:r>
              <w:rPr>
                <w:rtl/>
              </w:rPr>
              <w:t xml:space="preserve"> </w:t>
            </w:r>
            <w:r w:rsidRPr="009647FC">
              <w:rPr>
                <w:rtl/>
              </w:rPr>
              <w:t>علمُ</w:t>
            </w:r>
            <w:r>
              <w:rPr>
                <w:rtl/>
              </w:rPr>
              <w:t xml:space="preserve"> </w:t>
            </w:r>
            <w:r w:rsidRPr="009647FC">
              <w:rPr>
                <w:rtl/>
              </w:rPr>
              <w:t>الشريعة</w:t>
            </w:r>
            <w:r>
              <w:rPr>
                <w:rtl/>
              </w:rPr>
              <w:t xml:space="preserve"> (</w:t>
            </w:r>
            <w:r w:rsidRPr="009647FC">
              <w:rPr>
                <w:rtl/>
              </w:rPr>
              <w:t>جعفرُ</w:t>
            </w:r>
            <w:r>
              <w:rPr>
                <w:rtl/>
              </w:rPr>
              <w:t xml:space="preserve">) </w:t>
            </w:r>
            <w:r w:rsidRPr="009647FC">
              <w:rPr>
                <w:rtl/>
              </w:rPr>
              <w:t>الـ</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إحسان</w:t>
            </w:r>
            <w:r>
              <w:rPr>
                <w:rtl/>
              </w:rPr>
              <w:t xml:space="preserve"> </w:t>
            </w:r>
            <w:r w:rsidRPr="009647FC">
              <w:rPr>
                <w:rtl/>
              </w:rPr>
              <w:t>عن</w:t>
            </w:r>
            <w:r>
              <w:rPr>
                <w:rtl/>
              </w:rPr>
              <w:t xml:space="preserve"> </w:t>
            </w:r>
            <w:r w:rsidRPr="009647FC">
              <w:rPr>
                <w:rtl/>
              </w:rPr>
              <w:t>ع</w:t>
            </w:r>
            <w:r w:rsidRPr="00B371C6">
              <w:rPr>
                <w:rtl/>
              </w:rPr>
              <w:t>َ</w:t>
            </w:r>
            <w:r w:rsidRPr="009647FC">
              <w:rPr>
                <w:rtl/>
              </w:rPr>
              <w:t>لم</w:t>
            </w:r>
            <w:r>
              <w:rPr>
                <w:rtl/>
              </w:rPr>
              <w:t xml:space="preserve"> </w:t>
            </w:r>
            <w:r w:rsidRPr="009647FC">
              <w:rPr>
                <w:rtl/>
              </w:rPr>
              <w:t>الهدى</w:t>
            </w:r>
            <w:r>
              <w:rPr>
                <w:rtl/>
              </w:rPr>
              <w:t xml:space="preserve"> </w:t>
            </w:r>
            <w:r w:rsidRPr="009647FC">
              <w:rPr>
                <w:rtl/>
              </w:rPr>
              <w:t>المفقودِ</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والغرُّ</w:t>
            </w:r>
            <w:r w:rsidR="004C00A8">
              <w:rPr>
                <w:rtl/>
              </w:rPr>
              <w:t xml:space="preserve"> </w:t>
            </w:r>
            <w:r w:rsidRPr="009647FC">
              <w:rPr>
                <w:rtl/>
              </w:rPr>
              <w:t>من</w:t>
            </w:r>
            <w:r>
              <w:rPr>
                <w:rtl/>
              </w:rPr>
              <w:t xml:space="preserve"> </w:t>
            </w:r>
            <w:r w:rsidRPr="009647FC">
              <w:rPr>
                <w:rtl/>
              </w:rPr>
              <w:t>آل</w:t>
            </w:r>
            <w:r>
              <w:rPr>
                <w:rtl/>
              </w:rPr>
              <w:t xml:space="preserve"> </w:t>
            </w:r>
            <w:r w:rsidRPr="009647FC">
              <w:rPr>
                <w:rtl/>
              </w:rPr>
              <w:t>المكارم</w:t>
            </w:r>
            <w:r>
              <w:rPr>
                <w:rtl/>
              </w:rPr>
              <w:t xml:space="preserve"> </w:t>
            </w:r>
            <w:r w:rsidRPr="009647FC">
              <w:rPr>
                <w:rtl/>
              </w:rPr>
              <w:t>م</w:t>
            </w:r>
            <w:r w:rsidRPr="00B371C6">
              <w:rPr>
                <w:rtl/>
              </w:rPr>
              <w:t>َ</w:t>
            </w:r>
            <w:r w:rsidRPr="009647FC">
              <w:rPr>
                <w:rtl/>
              </w:rPr>
              <w:t>نْ</w:t>
            </w:r>
            <w:r>
              <w:rPr>
                <w:rtl/>
              </w:rPr>
              <w:t xml:space="preserve"> </w:t>
            </w:r>
            <w:r w:rsidRPr="009647FC">
              <w:rPr>
                <w:rtl/>
              </w:rPr>
              <w:t>س</w:t>
            </w:r>
            <w:r>
              <w:rPr>
                <w:rtl/>
              </w:rPr>
              <w:t>َ</w:t>
            </w:r>
            <w:r w:rsidRPr="009647FC">
              <w:rPr>
                <w:rtl/>
              </w:rPr>
              <w:t>موا</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شرفاً</w:t>
            </w:r>
            <w:r>
              <w:rPr>
                <w:rtl/>
              </w:rPr>
              <w:t xml:space="preserve"> </w:t>
            </w:r>
            <w:r w:rsidRPr="009647FC">
              <w:rPr>
                <w:rtl/>
              </w:rPr>
              <w:t>بفضلٍ</w:t>
            </w:r>
            <w:r>
              <w:rPr>
                <w:rtl/>
              </w:rPr>
              <w:t xml:space="preserve"> </w:t>
            </w:r>
            <w:r w:rsidRPr="009647FC">
              <w:rPr>
                <w:rtl/>
              </w:rPr>
              <w:t>طارفٍ</w:t>
            </w:r>
            <w:r>
              <w:rPr>
                <w:rtl/>
              </w:rPr>
              <w:t xml:space="preserve"> </w:t>
            </w:r>
            <w:r w:rsidRPr="009647FC">
              <w:rPr>
                <w:rtl/>
              </w:rPr>
              <w:t>وتليدِ</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قد</w:t>
            </w:r>
            <w:r w:rsidR="004C00A8">
              <w:rPr>
                <w:rtl/>
              </w:rPr>
              <w:t xml:space="preserve"> </w:t>
            </w:r>
            <w:r w:rsidRPr="009647FC">
              <w:rPr>
                <w:rtl/>
              </w:rPr>
              <w:t>رُدّ</w:t>
            </w:r>
            <w:r>
              <w:rPr>
                <w:rtl/>
              </w:rPr>
              <w:t xml:space="preserve">َ </w:t>
            </w:r>
            <w:r w:rsidRPr="009647FC">
              <w:rPr>
                <w:rtl/>
              </w:rPr>
              <w:t>عقدُ</w:t>
            </w:r>
            <w:r>
              <w:rPr>
                <w:rtl/>
              </w:rPr>
              <w:t xml:space="preserve"> </w:t>
            </w:r>
            <w:r w:rsidRPr="009647FC">
              <w:rPr>
                <w:rtl/>
              </w:rPr>
              <w:t>الفخر</w:t>
            </w:r>
            <w:r>
              <w:rPr>
                <w:rtl/>
              </w:rPr>
              <w:t xml:space="preserve"> </w:t>
            </w:r>
            <w:r w:rsidRPr="009647FC">
              <w:rPr>
                <w:rtl/>
              </w:rPr>
              <w:t>في</w:t>
            </w:r>
            <w:r>
              <w:rPr>
                <w:rtl/>
              </w:rPr>
              <w:t xml:space="preserve"> </w:t>
            </w:r>
            <w:r w:rsidRPr="009647FC">
              <w:rPr>
                <w:rtl/>
              </w:rPr>
              <w:t>جيد</w:t>
            </w:r>
            <w:r>
              <w:rPr>
                <w:rtl/>
              </w:rPr>
              <w:t xml:space="preserve"> </w:t>
            </w:r>
            <w:r w:rsidRPr="009647FC">
              <w:rPr>
                <w:rtl/>
              </w:rPr>
              <w:t>العُلى</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Pr>
                <w:rtl/>
              </w:rPr>
              <w:t>(</w:t>
            </w:r>
            <w:r w:rsidRPr="009647FC">
              <w:rPr>
                <w:rtl/>
              </w:rPr>
              <w:t>بأبي</w:t>
            </w:r>
            <w:r w:rsidR="004C00A8">
              <w:rPr>
                <w:rtl/>
              </w:rPr>
              <w:t xml:space="preserve"> </w:t>
            </w:r>
            <w:r w:rsidRPr="009647FC">
              <w:rPr>
                <w:rtl/>
              </w:rPr>
              <w:t>محمد</w:t>
            </w:r>
            <w:r>
              <w:rPr>
                <w:rtl/>
              </w:rPr>
              <w:t>)</w:t>
            </w:r>
            <w:r w:rsidRPr="004E7EC6">
              <w:rPr>
                <w:rStyle w:val="libFootnotenumChar"/>
                <w:rtl/>
              </w:rPr>
              <w:t>(1)</w:t>
            </w:r>
            <w:r>
              <w:rPr>
                <w:rtl/>
              </w:rPr>
              <w:t xml:space="preserve"> </w:t>
            </w:r>
            <w:r w:rsidRPr="009647FC">
              <w:rPr>
                <w:rtl/>
              </w:rPr>
              <w:t>وهو</w:t>
            </w:r>
            <w:r>
              <w:rPr>
                <w:rtl/>
              </w:rPr>
              <w:t xml:space="preserve"> </w:t>
            </w:r>
            <w:r w:rsidRPr="009647FC">
              <w:rPr>
                <w:rtl/>
              </w:rPr>
              <w:t>عقدُ</w:t>
            </w:r>
            <w:r>
              <w:rPr>
                <w:rtl/>
              </w:rPr>
              <w:t xml:space="preserve"> </w:t>
            </w:r>
            <w:r w:rsidRPr="009647FC">
              <w:rPr>
                <w:rtl/>
              </w:rPr>
              <w:t>الجيدِ</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وأعاد</w:t>
            </w:r>
            <w:r>
              <w:rPr>
                <w:rtl/>
              </w:rPr>
              <w:t xml:space="preserve"> </w:t>
            </w:r>
            <w:r w:rsidRPr="009647FC">
              <w:rPr>
                <w:rtl/>
              </w:rPr>
              <w:t>يا</w:t>
            </w:r>
            <w:r>
              <w:rPr>
                <w:rtl/>
              </w:rPr>
              <w:t xml:space="preserve"> </w:t>
            </w:r>
            <w:r w:rsidRPr="009647FC">
              <w:rPr>
                <w:rtl/>
              </w:rPr>
              <w:t>دار</w:t>
            </w:r>
            <w:r>
              <w:rPr>
                <w:rtl/>
              </w:rPr>
              <w:t xml:space="preserve"> </w:t>
            </w:r>
            <w:r w:rsidRPr="009647FC">
              <w:rPr>
                <w:rtl/>
              </w:rPr>
              <w:t>الهدى</w:t>
            </w:r>
            <w:r>
              <w:rPr>
                <w:rtl/>
              </w:rPr>
              <w:t xml:space="preserve"> </w:t>
            </w:r>
            <w:r w:rsidRPr="009647FC">
              <w:rPr>
                <w:rtl/>
              </w:rPr>
              <w:t>لك</w:t>
            </w:r>
            <w:r>
              <w:rPr>
                <w:rtl/>
              </w:rPr>
              <w:t xml:space="preserve"> (</w:t>
            </w:r>
            <w:r w:rsidRPr="009647FC">
              <w:rPr>
                <w:rtl/>
              </w:rPr>
              <w:t>جدّه</w:t>
            </w:r>
            <w:r>
              <w:rPr>
                <w:rtl/>
              </w:rPr>
              <w:t>)</w:t>
            </w:r>
            <w:r w:rsidRPr="004E7EC6">
              <w:rPr>
                <w:rStyle w:val="libFootnotenumChar"/>
                <w:rtl/>
              </w:rPr>
              <w:t>(2)</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فكأنّه</w:t>
            </w:r>
            <w:r>
              <w:rPr>
                <w:rtl/>
              </w:rPr>
              <w:t xml:space="preserve"> </w:t>
            </w:r>
            <w:r w:rsidRPr="009647FC">
              <w:rPr>
                <w:rtl/>
              </w:rPr>
              <w:t>لم</w:t>
            </w:r>
            <w:r>
              <w:rPr>
                <w:rtl/>
              </w:rPr>
              <w:t xml:space="preserve"> </w:t>
            </w:r>
            <w:r w:rsidRPr="009647FC">
              <w:rPr>
                <w:rtl/>
              </w:rPr>
              <w:t>ي</w:t>
            </w:r>
            <w:r w:rsidRPr="00B371C6">
              <w:rPr>
                <w:rtl/>
              </w:rPr>
              <w:t>ُ</w:t>
            </w:r>
            <w:r w:rsidRPr="009647FC">
              <w:rPr>
                <w:rtl/>
              </w:rPr>
              <w:t>طو</w:t>
            </w:r>
            <w:r>
              <w:rPr>
                <w:rtl/>
              </w:rPr>
              <w:t xml:space="preserve">َ </w:t>
            </w:r>
            <w:r w:rsidRPr="009647FC">
              <w:rPr>
                <w:rtl/>
              </w:rPr>
              <w:t>في</w:t>
            </w:r>
            <w:r>
              <w:rPr>
                <w:rtl/>
              </w:rPr>
              <w:t xml:space="preserve"> </w:t>
            </w:r>
            <w:r w:rsidRPr="009647FC">
              <w:rPr>
                <w:rtl/>
              </w:rPr>
              <w:t>ملحودِ</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أحيا</w:t>
            </w:r>
            <w:r>
              <w:rPr>
                <w:rtl/>
              </w:rPr>
              <w:t xml:space="preserve"> </w:t>
            </w:r>
            <w:r w:rsidRPr="009647FC">
              <w:rPr>
                <w:rtl/>
              </w:rPr>
              <w:t>مآثر</w:t>
            </w:r>
            <w:r>
              <w:rPr>
                <w:rtl/>
              </w:rPr>
              <w:t>َ</w:t>
            </w:r>
            <w:r w:rsidRPr="009647FC">
              <w:rPr>
                <w:rtl/>
              </w:rPr>
              <w:t>ه</w:t>
            </w:r>
            <w:r>
              <w:rPr>
                <w:rtl/>
              </w:rPr>
              <w:t xml:space="preserve"> </w:t>
            </w:r>
            <w:r w:rsidRPr="009647FC">
              <w:rPr>
                <w:rtl/>
              </w:rPr>
              <w:t>الحسان</w:t>
            </w:r>
            <w:r>
              <w:rPr>
                <w:rtl/>
              </w:rPr>
              <w:t xml:space="preserve">َ </w:t>
            </w:r>
            <w:r w:rsidRPr="009647FC">
              <w:rPr>
                <w:rtl/>
              </w:rPr>
              <w:t>وزادها</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لو</w:t>
            </w:r>
            <w:r>
              <w:rPr>
                <w:rtl/>
              </w:rPr>
              <w:t xml:space="preserve"> </w:t>
            </w:r>
            <w:r w:rsidRPr="009647FC">
              <w:rPr>
                <w:rtl/>
              </w:rPr>
              <w:t>كان</w:t>
            </w:r>
            <w:r>
              <w:rPr>
                <w:rtl/>
              </w:rPr>
              <w:t xml:space="preserve"> </w:t>
            </w:r>
            <w:r w:rsidRPr="009647FC">
              <w:rPr>
                <w:rtl/>
              </w:rPr>
              <w:t>فيها</w:t>
            </w:r>
            <w:r>
              <w:rPr>
                <w:rtl/>
              </w:rPr>
              <w:t xml:space="preserve"> </w:t>
            </w:r>
            <w:r w:rsidRPr="009647FC">
              <w:rPr>
                <w:rtl/>
              </w:rPr>
              <w:t>موضعٌ</w:t>
            </w:r>
            <w:r>
              <w:rPr>
                <w:rtl/>
              </w:rPr>
              <w:t xml:space="preserve"> </w:t>
            </w:r>
            <w:r w:rsidRPr="009647FC">
              <w:rPr>
                <w:rtl/>
              </w:rPr>
              <w:t>لمزيدِ</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لو</w:t>
            </w:r>
            <w:r>
              <w:rPr>
                <w:rtl/>
              </w:rPr>
              <w:t xml:space="preserve"> </w:t>
            </w:r>
            <w:r w:rsidRPr="009647FC">
              <w:rPr>
                <w:rtl/>
              </w:rPr>
              <w:t>لم</w:t>
            </w:r>
            <w:r>
              <w:rPr>
                <w:rtl/>
              </w:rPr>
              <w:t xml:space="preserve"> </w:t>
            </w:r>
            <w:r w:rsidRPr="009647FC">
              <w:rPr>
                <w:rtl/>
              </w:rPr>
              <w:t>تبت</w:t>
            </w:r>
            <w:r>
              <w:rPr>
                <w:rtl/>
              </w:rPr>
              <w:t xml:space="preserve"> </w:t>
            </w:r>
            <w:r w:rsidRPr="009647FC">
              <w:rPr>
                <w:rtl/>
              </w:rPr>
              <w:t>أمُّ</w:t>
            </w:r>
            <w:r>
              <w:rPr>
                <w:rtl/>
              </w:rPr>
              <w:t xml:space="preserve"> </w:t>
            </w:r>
            <w:r w:rsidRPr="009647FC">
              <w:rPr>
                <w:rtl/>
              </w:rPr>
              <w:t>السماح</w:t>
            </w:r>
            <w:r>
              <w:rPr>
                <w:rtl/>
              </w:rPr>
              <w:t xml:space="preserve"> </w:t>
            </w:r>
            <w:r w:rsidRPr="009647FC">
              <w:rPr>
                <w:rtl/>
              </w:rPr>
              <w:t>طروقة</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لندى</w:t>
            </w:r>
            <w:r>
              <w:rPr>
                <w:rtl/>
              </w:rPr>
              <w:t xml:space="preserve"> </w:t>
            </w:r>
            <w:r w:rsidRPr="009647FC">
              <w:rPr>
                <w:rtl/>
              </w:rPr>
              <w:t>يديه</w:t>
            </w:r>
            <w:r>
              <w:rPr>
                <w:rtl/>
              </w:rPr>
              <w:t xml:space="preserve"> </w:t>
            </w:r>
            <w:r w:rsidRPr="009647FC">
              <w:rPr>
                <w:rtl/>
              </w:rPr>
              <w:t>لم</w:t>
            </w:r>
            <w:r>
              <w:rPr>
                <w:rtl/>
              </w:rPr>
              <w:t xml:space="preserve"> </w:t>
            </w:r>
            <w:r w:rsidRPr="009647FC">
              <w:rPr>
                <w:rtl/>
              </w:rPr>
              <w:t>تكن</w:t>
            </w:r>
            <w:r>
              <w:rPr>
                <w:rtl/>
              </w:rPr>
              <w:t xml:space="preserve"> </w:t>
            </w:r>
            <w:r w:rsidRPr="009647FC">
              <w:rPr>
                <w:rtl/>
              </w:rPr>
              <w:t>بولودِ</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يا</w:t>
            </w:r>
            <w:r>
              <w:rPr>
                <w:rtl/>
              </w:rPr>
              <w:t xml:space="preserve"> </w:t>
            </w:r>
            <w:r w:rsidRPr="009647FC">
              <w:rPr>
                <w:rtl/>
              </w:rPr>
              <w:t>م</w:t>
            </w:r>
            <w:r w:rsidRPr="00B371C6">
              <w:rPr>
                <w:rtl/>
              </w:rPr>
              <w:t>َ</w:t>
            </w:r>
            <w:r w:rsidRPr="009647FC">
              <w:rPr>
                <w:rtl/>
              </w:rPr>
              <w:t>نْ</w:t>
            </w:r>
            <w:r>
              <w:rPr>
                <w:rtl/>
              </w:rPr>
              <w:t xml:space="preserve"> </w:t>
            </w:r>
            <w:r w:rsidRPr="009647FC">
              <w:rPr>
                <w:rtl/>
              </w:rPr>
              <w:t>وجوههُم</w:t>
            </w:r>
            <w:r>
              <w:rPr>
                <w:rtl/>
              </w:rPr>
              <w:t xml:space="preserve"> </w:t>
            </w:r>
            <w:r w:rsidRPr="009647FC">
              <w:rPr>
                <w:rtl/>
              </w:rPr>
              <w:t>مصابح</w:t>
            </w:r>
            <w:r>
              <w:rPr>
                <w:rtl/>
              </w:rPr>
              <w:t xml:space="preserve">َ </w:t>
            </w:r>
            <w:r w:rsidRPr="009647FC">
              <w:rPr>
                <w:rtl/>
              </w:rPr>
              <w:t>للهدى</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وأكفُّهم</w:t>
            </w:r>
            <w:r>
              <w:rPr>
                <w:rtl/>
              </w:rPr>
              <w:t xml:space="preserve"> </w:t>
            </w:r>
            <w:r w:rsidRPr="009647FC">
              <w:rPr>
                <w:rtl/>
              </w:rPr>
              <w:t>في</w:t>
            </w:r>
            <w:r>
              <w:rPr>
                <w:rtl/>
              </w:rPr>
              <w:t xml:space="preserve"> </w:t>
            </w:r>
            <w:r w:rsidRPr="009647FC">
              <w:rPr>
                <w:rtl/>
              </w:rPr>
              <w:t>الجود</w:t>
            </w:r>
            <w:r>
              <w:rPr>
                <w:rtl/>
              </w:rPr>
              <w:t xml:space="preserve"> </w:t>
            </w:r>
            <w:r w:rsidRPr="009647FC">
              <w:rPr>
                <w:rtl/>
              </w:rPr>
              <w:t>سحبُ</w:t>
            </w:r>
            <w:r>
              <w:rPr>
                <w:rtl/>
              </w:rPr>
              <w:t xml:space="preserve"> </w:t>
            </w:r>
            <w:r w:rsidRPr="009647FC">
              <w:rPr>
                <w:rtl/>
              </w:rPr>
              <w:t>الجودِ</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ماذا</w:t>
            </w:r>
            <w:r>
              <w:rPr>
                <w:rtl/>
              </w:rPr>
              <w:t xml:space="preserve"> </w:t>
            </w:r>
            <w:r w:rsidRPr="009647FC">
              <w:rPr>
                <w:rtl/>
              </w:rPr>
              <w:t>أقول</w:t>
            </w:r>
            <w:r>
              <w:rPr>
                <w:rtl/>
              </w:rPr>
              <w:t xml:space="preserve"> </w:t>
            </w:r>
            <w:r w:rsidRPr="009647FC">
              <w:rPr>
                <w:rtl/>
              </w:rPr>
              <w:t>معزّياً</w:t>
            </w:r>
            <w:r>
              <w:rPr>
                <w:rtl/>
              </w:rPr>
              <w:t xml:space="preserve"> </w:t>
            </w:r>
            <w:r w:rsidRPr="009647FC">
              <w:rPr>
                <w:rtl/>
              </w:rPr>
              <w:t>بنشائدي؟</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قطعت</w:t>
            </w:r>
            <w:r>
              <w:rPr>
                <w:rtl/>
              </w:rPr>
              <w:t xml:space="preserve"> </w:t>
            </w:r>
            <w:r w:rsidRPr="009647FC">
              <w:rPr>
                <w:rtl/>
              </w:rPr>
              <w:t>مهابتُكم</w:t>
            </w:r>
            <w:r>
              <w:rPr>
                <w:rtl/>
              </w:rPr>
              <w:t xml:space="preserve"> </w:t>
            </w:r>
            <w:r w:rsidRPr="009647FC">
              <w:rPr>
                <w:rtl/>
              </w:rPr>
              <w:t>لسان</w:t>
            </w:r>
            <w:r>
              <w:rPr>
                <w:rtl/>
              </w:rPr>
              <w:t xml:space="preserve"> </w:t>
            </w:r>
            <w:r w:rsidRPr="009647FC">
              <w:rPr>
                <w:rtl/>
              </w:rPr>
              <w:t>نشيدي</w:t>
            </w:r>
            <w:r w:rsidRPr="00524A24">
              <w:rPr>
                <w:rStyle w:val="libPoemTiniChar0"/>
                <w:rtl/>
              </w:rPr>
              <w:br/>
              <w:t> </w:t>
            </w:r>
          </w:p>
        </w:tc>
      </w:tr>
    </w:tbl>
    <w:p w:rsidR="009647FC" w:rsidRPr="00524A24" w:rsidRDefault="009647FC" w:rsidP="004E7EC6">
      <w:pPr>
        <w:pStyle w:val="libNormal"/>
      </w:pPr>
      <w:r w:rsidRPr="004E7EC6">
        <w:rPr>
          <w:rtl/>
        </w:rPr>
        <w:t>وقال يرثي العلاّمة السيد جعفر القزويني</w:t>
      </w:r>
      <w:r w:rsidRPr="004E7EC6">
        <w:rPr>
          <w:rStyle w:val="libFootnotenumChar"/>
          <w:rtl/>
        </w:rPr>
        <w:t>(3)</w:t>
      </w:r>
      <w:r w:rsidR="00D769AB">
        <w:rPr>
          <w:rtl/>
        </w:rPr>
        <w:t>،</w:t>
      </w:r>
      <w:r w:rsidRPr="004E7EC6">
        <w:rPr>
          <w:rtl/>
        </w:rPr>
        <w:t xml:space="preserve"> ويعزّي ابن عمّه السيد مهدي القزويني</w:t>
      </w:r>
      <w:r w:rsidR="00D769AB">
        <w:rPr>
          <w:rtl/>
        </w:rPr>
        <w:t>:</w:t>
      </w:r>
      <w:r w:rsidRPr="004E7EC6">
        <w:rPr>
          <w:rtl/>
        </w:rPr>
        <w:t>‍</w:t>
      </w:r>
    </w:p>
    <w:tbl>
      <w:tblPr>
        <w:tblStyle w:val="TableGrid"/>
        <w:bidiVisual/>
        <w:tblW w:w="4562" w:type="pct"/>
        <w:tblInd w:w="384" w:type="dxa"/>
        <w:tblLook w:val="04A0"/>
      </w:tblPr>
      <w:tblGrid>
        <w:gridCol w:w="3902"/>
        <w:gridCol w:w="301"/>
        <w:gridCol w:w="3884"/>
      </w:tblGrid>
      <w:tr w:rsidR="00FB0398" w:rsidRPr="00524A24" w:rsidTr="00FB0398">
        <w:trPr>
          <w:trHeight w:val="350"/>
        </w:trPr>
        <w:tc>
          <w:tcPr>
            <w:tcW w:w="3902" w:type="dxa"/>
          </w:tcPr>
          <w:p w:rsidR="00FB0398" w:rsidRPr="00524A24" w:rsidRDefault="00FB0398" w:rsidP="008D3009">
            <w:pPr>
              <w:pStyle w:val="libPoem"/>
            </w:pPr>
            <w:r w:rsidRPr="009647FC">
              <w:rPr>
                <w:rtl/>
              </w:rPr>
              <w:t>كذا</w:t>
            </w:r>
            <w:r w:rsidR="004C00A8">
              <w:rPr>
                <w:rtl/>
              </w:rPr>
              <w:t xml:space="preserve"> </w:t>
            </w:r>
            <w:r w:rsidRPr="009647FC">
              <w:rPr>
                <w:rtl/>
              </w:rPr>
              <w:t>يلج</w:t>
            </w:r>
            <w:r>
              <w:rPr>
                <w:rtl/>
              </w:rPr>
              <w:t xml:space="preserve"> </w:t>
            </w:r>
            <w:r w:rsidRPr="009647FC">
              <w:rPr>
                <w:rtl/>
              </w:rPr>
              <w:t>الموتُ</w:t>
            </w:r>
            <w:r>
              <w:rPr>
                <w:rtl/>
              </w:rPr>
              <w:t xml:space="preserve"> </w:t>
            </w:r>
            <w:r w:rsidRPr="009647FC">
              <w:rPr>
                <w:rtl/>
              </w:rPr>
              <w:t>غاب</w:t>
            </w:r>
            <w:r>
              <w:rPr>
                <w:rtl/>
              </w:rPr>
              <w:t xml:space="preserve">َ </w:t>
            </w:r>
            <w:r w:rsidRPr="009647FC">
              <w:rPr>
                <w:rtl/>
              </w:rPr>
              <w:t>الأُسود</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وتُدفن</w:t>
            </w:r>
            <w:r>
              <w:rPr>
                <w:rtl/>
              </w:rPr>
              <w:t xml:space="preserve"> </w:t>
            </w:r>
            <w:r w:rsidRPr="009647FC">
              <w:rPr>
                <w:rtl/>
              </w:rPr>
              <w:t>رضوى</w:t>
            </w:r>
            <w:r w:rsidRPr="004E7EC6">
              <w:rPr>
                <w:rStyle w:val="libFootnotenumChar"/>
                <w:rtl/>
              </w:rPr>
              <w:t>(4)</w:t>
            </w:r>
            <w:r>
              <w:rPr>
                <w:rtl/>
              </w:rPr>
              <w:t xml:space="preserve"> </w:t>
            </w:r>
            <w:r w:rsidRPr="009647FC">
              <w:rPr>
                <w:rtl/>
              </w:rPr>
              <w:t>ببطن</w:t>
            </w:r>
            <w:r>
              <w:rPr>
                <w:rtl/>
              </w:rPr>
              <w:t xml:space="preserve"> </w:t>
            </w:r>
            <w:r w:rsidRPr="009647FC">
              <w:rPr>
                <w:rtl/>
              </w:rPr>
              <w:t>اللحودِ</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كذا</w:t>
            </w:r>
            <w:r w:rsidR="004C00A8">
              <w:rPr>
                <w:rtl/>
              </w:rPr>
              <w:t xml:space="preserve"> </w:t>
            </w:r>
            <w:r w:rsidRPr="009647FC">
              <w:rPr>
                <w:rtl/>
              </w:rPr>
              <w:t>ي</w:t>
            </w:r>
            <w:r w:rsidRPr="00B371C6">
              <w:rPr>
                <w:rtl/>
              </w:rPr>
              <w:t>ُ</w:t>
            </w:r>
            <w:r w:rsidRPr="009647FC">
              <w:rPr>
                <w:rtl/>
              </w:rPr>
              <w:t>ستباح</w:t>
            </w:r>
            <w:r>
              <w:rPr>
                <w:rtl/>
              </w:rPr>
              <w:t xml:space="preserve"> </w:t>
            </w:r>
            <w:r w:rsidRPr="009647FC">
              <w:rPr>
                <w:rtl/>
              </w:rPr>
              <w:t>حريمُ</w:t>
            </w:r>
            <w:r>
              <w:rPr>
                <w:rtl/>
              </w:rPr>
              <w:t xml:space="preserve"> </w:t>
            </w:r>
            <w:r w:rsidRPr="009647FC">
              <w:rPr>
                <w:rtl/>
              </w:rPr>
              <w:t>العُلى</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وتهوى</w:t>
            </w:r>
            <w:r w:rsidR="004C00A8">
              <w:rPr>
                <w:rtl/>
              </w:rPr>
              <w:t xml:space="preserve"> </w:t>
            </w:r>
            <w:r w:rsidRPr="009647FC">
              <w:rPr>
                <w:rtl/>
              </w:rPr>
              <w:t>بدور</w:t>
            </w:r>
            <w:r>
              <w:rPr>
                <w:rtl/>
              </w:rPr>
              <w:t xml:space="preserve"> </w:t>
            </w:r>
            <w:r w:rsidRPr="009647FC">
              <w:rPr>
                <w:rtl/>
              </w:rPr>
              <w:t>الهدى</w:t>
            </w:r>
            <w:r>
              <w:rPr>
                <w:rtl/>
              </w:rPr>
              <w:t xml:space="preserve"> </w:t>
            </w:r>
            <w:r w:rsidRPr="009647FC">
              <w:rPr>
                <w:rtl/>
              </w:rPr>
              <w:t>في</w:t>
            </w:r>
            <w:r>
              <w:rPr>
                <w:rtl/>
              </w:rPr>
              <w:t xml:space="preserve"> </w:t>
            </w:r>
            <w:r w:rsidRPr="009647FC">
              <w:rPr>
                <w:rtl/>
              </w:rPr>
              <w:t>الصعيدِ</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بنفسي</w:t>
            </w:r>
            <w:r>
              <w:rPr>
                <w:rtl/>
              </w:rPr>
              <w:t>َ</w:t>
            </w:r>
            <w:r w:rsidR="004C00A8">
              <w:rPr>
                <w:rtl/>
              </w:rPr>
              <w:t xml:space="preserve"> </w:t>
            </w:r>
            <w:r w:rsidRPr="009647FC">
              <w:rPr>
                <w:rtl/>
              </w:rPr>
              <w:t>م</w:t>
            </w:r>
            <w:r w:rsidRPr="00B371C6">
              <w:rPr>
                <w:rtl/>
              </w:rPr>
              <w:t>َ</w:t>
            </w:r>
            <w:r w:rsidRPr="009647FC">
              <w:rPr>
                <w:rtl/>
              </w:rPr>
              <w:t>نْ</w:t>
            </w:r>
            <w:r>
              <w:rPr>
                <w:rtl/>
              </w:rPr>
              <w:t xml:space="preserve"> </w:t>
            </w:r>
            <w:r w:rsidRPr="009647FC">
              <w:rPr>
                <w:rtl/>
              </w:rPr>
              <w:t>لم</w:t>
            </w:r>
            <w:r>
              <w:rPr>
                <w:rtl/>
              </w:rPr>
              <w:t xml:space="preserve"> </w:t>
            </w:r>
            <w:r w:rsidRPr="009647FC">
              <w:rPr>
                <w:rtl/>
              </w:rPr>
              <w:t>يرثه</w:t>
            </w:r>
            <w:r>
              <w:rPr>
                <w:rtl/>
              </w:rPr>
              <w:t xml:space="preserve"> </w:t>
            </w:r>
            <w:r w:rsidRPr="009647FC">
              <w:rPr>
                <w:rtl/>
              </w:rPr>
              <w:t>ذووه</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غير</w:t>
            </w:r>
            <w:r>
              <w:rPr>
                <w:rtl/>
              </w:rPr>
              <w:t xml:space="preserve"> </w:t>
            </w:r>
            <w:r w:rsidRPr="009647FC">
              <w:rPr>
                <w:rtl/>
              </w:rPr>
              <w:t>علاءٍ</w:t>
            </w:r>
            <w:r>
              <w:rPr>
                <w:rtl/>
              </w:rPr>
              <w:t xml:space="preserve"> </w:t>
            </w:r>
            <w:r w:rsidRPr="009647FC">
              <w:rPr>
                <w:rtl/>
              </w:rPr>
              <w:t>ومجدٍ</w:t>
            </w:r>
            <w:r>
              <w:rPr>
                <w:rtl/>
              </w:rPr>
              <w:t xml:space="preserve"> </w:t>
            </w:r>
            <w:r w:rsidRPr="009647FC">
              <w:rPr>
                <w:rtl/>
              </w:rPr>
              <w:t>مشيدِ</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وكبّ</w:t>
            </w:r>
            <w:r w:rsidRPr="00B371C6">
              <w:rPr>
                <w:rtl/>
              </w:rPr>
              <w:t>َ</w:t>
            </w:r>
            <w:r w:rsidRPr="009647FC">
              <w:rPr>
                <w:rtl/>
              </w:rPr>
              <w:t>ت</w:t>
            </w:r>
            <w:r w:rsidR="004C00A8">
              <w:rPr>
                <w:rtl/>
              </w:rPr>
              <w:t xml:space="preserve"> </w:t>
            </w:r>
            <w:r w:rsidRPr="009647FC">
              <w:rPr>
                <w:rtl/>
              </w:rPr>
              <w:t>جفانُ</w:t>
            </w:r>
            <w:r>
              <w:rPr>
                <w:rtl/>
              </w:rPr>
              <w:t xml:space="preserve"> </w:t>
            </w:r>
            <w:r w:rsidRPr="009647FC">
              <w:rPr>
                <w:rtl/>
              </w:rPr>
              <w:t>القِرى</w:t>
            </w:r>
            <w:r>
              <w:rPr>
                <w:rtl/>
              </w:rPr>
              <w:t xml:space="preserve"> </w:t>
            </w:r>
            <w:r w:rsidRPr="009647FC">
              <w:rPr>
                <w:rtl/>
              </w:rPr>
              <w:t>بعده</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ونيرانها</w:t>
            </w:r>
            <w:r w:rsidR="004C00A8">
              <w:rPr>
                <w:rtl/>
              </w:rPr>
              <w:t xml:space="preserve"> </w:t>
            </w:r>
            <w:r w:rsidRPr="009647FC">
              <w:rPr>
                <w:rtl/>
              </w:rPr>
              <w:t>رُميت</w:t>
            </w:r>
            <w:r>
              <w:rPr>
                <w:rtl/>
              </w:rPr>
              <w:t xml:space="preserve"> </w:t>
            </w:r>
            <w:r w:rsidRPr="009647FC">
              <w:rPr>
                <w:rtl/>
              </w:rPr>
              <w:t>بالخمودِ</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أحلف</w:t>
            </w:r>
            <w:r>
              <w:rPr>
                <w:rtl/>
              </w:rPr>
              <w:t>َ</w:t>
            </w:r>
            <w:r w:rsidR="004C00A8">
              <w:rPr>
                <w:rtl/>
              </w:rPr>
              <w:t xml:space="preserve"> </w:t>
            </w:r>
            <w:r w:rsidRPr="009647FC">
              <w:rPr>
                <w:rtl/>
              </w:rPr>
              <w:t>الندى</w:t>
            </w:r>
            <w:r>
              <w:rPr>
                <w:rtl/>
              </w:rPr>
              <w:t xml:space="preserve"> </w:t>
            </w:r>
            <w:r w:rsidRPr="009647FC">
              <w:rPr>
                <w:rtl/>
              </w:rPr>
              <w:t>وشقيق</w:t>
            </w:r>
            <w:r>
              <w:rPr>
                <w:rtl/>
              </w:rPr>
              <w:t xml:space="preserve"> </w:t>
            </w:r>
            <w:r w:rsidRPr="009647FC">
              <w:rPr>
                <w:rtl/>
              </w:rPr>
              <w:t>السماح</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ليومك</w:t>
            </w:r>
            <w:r>
              <w:rPr>
                <w:rtl/>
              </w:rPr>
              <w:t xml:space="preserve"> </w:t>
            </w:r>
            <w:r w:rsidRPr="009647FC">
              <w:rPr>
                <w:rtl/>
              </w:rPr>
              <w:t>هولٌ</w:t>
            </w:r>
            <w:r>
              <w:rPr>
                <w:rtl/>
              </w:rPr>
              <w:t xml:space="preserve"> </w:t>
            </w:r>
            <w:r w:rsidRPr="009647FC">
              <w:rPr>
                <w:rtl/>
              </w:rPr>
              <w:t>كيوم</w:t>
            </w:r>
            <w:r>
              <w:rPr>
                <w:rtl/>
              </w:rPr>
              <w:t xml:space="preserve"> </w:t>
            </w:r>
            <w:r w:rsidRPr="009647FC">
              <w:rPr>
                <w:rtl/>
              </w:rPr>
              <w:t>الورودِ</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س</w:t>
            </w:r>
            <w:r w:rsidRPr="00B371C6">
              <w:rPr>
                <w:rtl/>
              </w:rPr>
              <w:t>ُ</w:t>
            </w:r>
            <w:r w:rsidRPr="009647FC">
              <w:rPr>
                <w:rtl/>
              </w:rPr>
              <w:t>قيت</w:t>
            </w:r>
            <w:r>
              <w:rPr>
                <w:rtl/>
              </w:rPr>
              <w:t xml:space="preserve"> </w:t>
            </w:r>
            <w:r w:rsidRPr="009647FC">
              <w:rPr>
                <w:rtl/>
              </w:rPr>
              <w:t>الحيا</w:t>
            </w:r>
            <w:r>
              <w:rPr>
                <w:rtl/>
              </w:rPr>
              <w:t xml:space="preserve"> </w:t>
            </w:r>
            <w:r w:rsidRPr="009647FC">
              <w:rPr>
                <w:rtl/>
              </w:rPr>
              <w:t>لست</w:t>
            </w:r>
            <w:r>
              <w:rPr>
                <w:rtl/>
              </w:rPr>
              <w:t xml:space="preserve"> </w:t>
            </w:r>
            <w:r w:rsidRPr="009647FC">
              <w:rPr>
                <w:rtl/>
              </w:rPr>
              <w:t>أنت</w:t>
            </w:r>
            <w:r>
              <w:rPr>
                <w:rtl/>
              </w:rPr>
              <w:t xml:space="preserve"> </w:t>
            </w:r>
            <w:r w:rsidRPr="009647FC">
              <w:rPr>
                <w:rtl/>
              </w:rPr>
              <w:t>الفقيد</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ولكنّ</w:t>
            </w:r>
            <w:r>
              <w:rPr>
                <w:rtl/>
              </w:rPr>
              <w:t xml:space="preserve">َ </w:t>
            </w:r>
            <w:r w:rsidRPr="009647FC">
              <w:rPr>
                <w:rtl/>
              </w:rPr>
              <w:t>صبري</w:t>
            </w:r>
            <w:r>
              <w:rPr>
                <w:rtl/>
              </w:rPr>
              <w:t xml:space="preserve">َ </w:t>
            </w:r>
            <w:r w:rsidRPr="009647FC">
              <w:rPr>
                <w:rtl/>
              </w:rPr>
              <w:t>عينُ</w:t>
            </w:r>
            <w:r>
              <w:rPr>
                <w:rtl/>
              </w:rPr>
              <w:t xml:space="preserve"> </w:t>
            </w:r>
            <w:r w:rsidRPr="009647FC">
              <w:rPr>
                <w:rtl/>
              </w:rPr>
              <w:t>الفقيدِ</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فلا</w:t>
            </w:r>
            <w:r>
              <w:rPr>
                <w:rtl/>
              </w:rPr>
              <w:t xml:space="preserve"> </w:t>
            </w:r>
            <w:r w:rsidRPr="009647FC">
              <w:rPr>
                <w:rtl/>
              </w:rPr>
              <w:t>قلتُ</w:t>
            </w:r>
            <w:r>
              <w:rPr>
                <w:rtl/>
              </w:rPr>
              <w:t xml:space="preserve"> </w:t>
            </w:r>
            <w:r w:rsidRPr="009647FC">
              <w:rPr>
                <w:rtl/>
              </w:rPr>
              <w:t>بعدك</w:t>
            </w:r>
            <w:r>
              <w:rPr>
                <w:rtl/>
              </w:rPr>
              <w:t xml:space="preserve"> </w:t>
            </w:r>
            <w:r w:rsidRPr="009647FC">
              <w:rPr>
                <w:rtl/>
              </w:rPr>
              <w:t>للعيش</w:t>
            </w:r>
            <w:r>
              <w:rPr>
                <w:rtl/>
              </w:rPr>
              <w:t xml:space="preserve"> </w:t>
            </w:r>
            <w:r w:rsidRPr="009647FC">
              <w:rPr>
                <w:rtl/>
              </w:rPr>
              <w:t>طب</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ولا</w:t>
            </w:r>
            <w:r w:rsidR="004C00A8">
              <w:rPr>
                <w:rtl/>
              </w:rPr>
              <w:t xml:space="preserve"> </w:t>
            </w:r>
            <w:r w:rsidRPr="009647FC">
              <w:rPr>
                <w:rtl/>
              </w:rPr>
              <w:t>قلتُ</w:t>
            </w:r>
            <w:r>
              <w:rPr>
                <w:rtl/>
              </w:rPr>
              <w:t xml:space="preserve"> </w:t>
            </w:r>
            <w:r w:rsidRPr="009647FC">
              <w:rPr>
                <w:rtl/>
              </w:rPr>
              <w:t>بعدك</w:t>
            </w:r>
            <w:r>
              <w:rPr>
                <w:rtl/>
              </w:rPr>
              <w:t xml:space="preserve"> </w:t>
            </w:r>
            <w:r w:rsidRPr="009647FC">
              <w:rPr>
                <w:rtl/>
              </w:rPr>
              <w:t>للسحب</w:t>
            </w:r>
            <w:r>
              <w:rPr>
                <w:rtl/>
              </w:rPr>
              <w:t xml:space="preserve"> </w:t>
            </w:r>
            <w:r w:rsidRPr="009647FC">
              <w:rPr>
                <w:rtl/>
              </w:rPr>
              <w:t>جودي</w:t>
            </w:r>
            <w:r w:rsidRPr="00524A24">
              <w:rPr>
                <w:rStyle w:val="libPoemTiniChar0"/>
                <w:rtl/>
              </w:rPr>
              <w:br/>
              <w:t> </w:t>
            </w:r>
          </w:p>
        </w:tc>
      </w:tr>
      <w:tr w:rsidR="00FB0398" w:rsidRPr="00524A24" w:rsidTr="00FB0398">
        <w:trPr>
          <w:trHeight w:val="350"/>
        </w:trPr>
        <w:tc>
          <w:tcPr>
            <w:tcW w:w="3902" w:type="dxa"/>
          </w:tcPr>
          <w:p w:rsidR="00FB0398" w:rsidRPr="00524A24" w:rsidRDefault="00FB0398" w:rsidP="008D3009">
            <w:pPr>
              <w:pStyle w:val="libPoem"/>
            </w:pPr>
            <w:r w:rsidRPr="009647FC">
              <w:rPr>
                <w:rtl/>
              </w:rPr>
              <w:t>لقد</w:t>
            </w:r>
            <w:r>
              <w:rPr>
                <w:rtl/>
              </w:rPr>
              <w:t xml:space="preserve"> </w:t>
            </w:r>
            <w:r w:rsidRPr="009647FC">
              <w:rPr>
                <w:rtl/>
              </w:rPr>
              <w:t>دلّ</w:t>
            </w:r>
            <w:r>
              <w:rPr>
                <w:rtl/>
              </w:rPr>
              <w:t xml:space="preserve">َ </w:t>
            </w:r>
            <w:r w:rsidRPr="009647FC">
              <w:rPr>
                <w:rtl/>
              </w:rPr>
              <w:t>مجدُك</w:t>
            </w:r>
            <w:r>
              <w:rPr>
                <w:rtl/>
              </w:rPr>
              <w:t xml:space="preserve"> </w:t>
            </w:r>
            <w:r w:rsidRPr="009647FC">
              <w:rPr>
                <w:rtl/>
              </w:rPr>
              <w:t>هذا</w:t>
            </w:r>
            <w:r>
              <w:rPr>
                <w:rtl/>
              </w:rPr>
              <w:t xml:space="preserve"> </w:t>
            </w:r>
            <w:r w:rsidRPr="009647FC">
              <w:rPr>
                <w:rtl/>
              </w:rPr>
              <w:t>الطريف</w:t>
            </w:r>
            <w:r>
              <w:rPr>
                <w:rtl/>
              </w:rPr>
              <w:t>َ</w:t>
            </w:r>
            <w:r w:rsidRPr="00524A24">
              <w:rPr>
                <w:rStyle w:val="libPoemTiniChar0"/>
                <w:rtl/>
              </w:rPr>
              <w:br/>
              <w:t> </w:t>
            </w:r>
          </w:p>
        </w:tc>
        <w:tc>
          <w:tcPr>
            <w:tcW w:w="301" w:type="dxa"/>
          </w:tcPr>
          <w:p w:rsidR="00FB0398" w:rsidRPr="00524A24" w:rsidRDefault="00FB0398" w:rsidP="008D3009">
            <w:pPr>
              <w:pStyle w:val="libPoem"/>
              <w:rPr>
                <w:rtl/>
              </w:rPr>
            </w:pPr>
          </w:p>
        </w:tc>
        <w:tc>
          <w:tcPr>
            <w:tcW w:w="3884" w:type="dxa"/>
          </w:tcPr>
          <w:p w:rsidR="00FB0398" w:rsidRPr="00524A24" w:rsidRDefault="00FB0398" w:rsidP="008D3009">
            <w:pPr>
              <w:pStyle w:val="libPoem"/>
            </w:pPr>
            <w:r w:rsidRPr="009647FC">
              <w:rPr>
                <w:rtl/>
              </w:rPr>
              <w:t>على</w:t>
            </w:r>
            <w:r w:rsidR="004C00A8">
              <w:rPr>
                <w:rtl/>
              </w:rPr>
              <w:t xml:space="preserve"> </w:t>
            </w:r>
            <w:r w:rsidRPr="009647FC">
              <w:rPr>
                <w:rtl/>
              </w:rPr>
              <w:t>مجد</w:t>
            </w:r>
            <w:r>
              <w:rPr>
                <w:rtl/>
              </w:rPr>
              <w:t xml:space="preserve"> </w:t>
            </w:r>
            <w:r w:rsidRPr="009647FC">
              <w:rPr>
                <w:rtl/>
              </w:rPr>
              <w:t>قومك</w:t>
            </w:r>
            <w:r>
              <w:rPr>
                <w:rtl/>
              </w:rPr>
              <w:t xml:space="preserve"> </w:t>
            </w:r>
            <w:r w:rsidRPr="009647FC">
              <w:rPr>
                <w:rtl/>
              </w:rPr>
              <w:t>ذاك</w:t>
            </w:r>
            <w:r>
              <w:rPr>
                <w:rtl/>
              </w:rPr>
              <w:t xml:space="preserve"> </w:t>
            </w:r>
            <w:r w:rsidRPr="009647FC">
              <w:rPr>
                <w:rtl/>
              </w:rPr>
              <w:t>التليدِ</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أبو محمد</w:t>
      </w:r>
      <w:r w:rsidR="00D769AB">
        <w:rPr>
          <w:rtl/>
        </w:rPr>
        <w:t>:</w:t>
      </w:r>
      <w:r w:rsidRPr="009647FC">
        <w:rPr>
          <w:rtl/>
        </w:rPr>
        <w:t xml:space="preserve"> هو الشيخ جعفر</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يريد به جدّه الشيخ جعفر صاحب كشف الغطاء</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هو السيد جعفر بن باقر بن أحمد بن محمد الحسيني القزويني</w:t>
      </w:r>
      <w:r w:rsidR="00D769AB">
        <w:rPr>
          <w:rtl/>
        </w:rPr>
        <w:t>،</w:t>
      </w:r>
      <w:r w:rsidRPr="009647FC">
        <w:rPr>
          <w:rtl/>
        </w:rPr>
        <w:t xml:space="preserve"> من مشاهير شعراء وأدباء عصره</w:t>
      </w:r>
      <w:r w:rsidR="00D769AB">
        <w:rPr>
          <w:rtl/>
        </w:rPr>
        <w:t>.</w:t>
      </w:r>
      <w:r w:rsidRPr="009647FC">
        <w:rPr>
          <w:rtl/>
        </w:rPr>
        <w:t xml:space="preserve"> توفّي عام 1265هـ</w:t>
      </w:r>
      <w:r w:rsidR="00D769AB">
        <w:rPr>
          <w:rtl/>
        </w:rPr>
        <w:t>.</w:t>
      </w:r>
      <w:r w:rsidRPr="009647FC">
        <w:rPr>
          <w:rtl/>
        </w:rPr>
        <w:t xml:space="preserve"> ترجمت له في كتابي شعراء الغري 2 / 27</w:t>
      </w:r>
      <w:r w:rsidR="004E7EC6">
        <w:rPr>
          <w:rtl/>
        </w:rPr>
        <w:t xml:space="preserve"> - </w:t>
      </w:r>
      <w:r w:rsidRPr="009647FC">
        <w:rPr>
          <w:rtl/>
        </w:rPr>
        <w:t>35.</w:t>
      </w:r>
    </w:p>
    <w:p w:rsidR="009647FC" w:rsidRPr="00524A24" w:rsidRDefault="009647FC" w:rsidP="004E7EC6">
      <w:pPr>
        <w:pStyle w:val="libFootnote0"/>
      </w:pPr>
      <w:r w:rsidRPr="009647FC">
        <w:rPr>
          <w:rtl/>
        </w:rPr>
        <w:t>4</w:t>
      </w:r>
      <w:r w:rsidR="004E7EC6">
        <w:rPr>
          <w:rtl/>
        </w:rPr>
        <w:t xml:space="preserve"> - </w:t>
      </w:r>
      <w:r w:rsidRPr="009647FC">
        <w:rPr>
          <w:rtl/>
        </w:rPr>
        <w:t>رضوى</w:t>
      </w:r>
      <w:r w:rsidR="00D769AB">
        <w:rPr>
          <w:rtl/>
        </w:rPr>
        <w:t>:</w:t>
      </w:r>
      <w:r w:rsidRPr="009647FC">
        <w:rPr>
          <w:rtl/>
        </w:rPr>
        <w:t xml:space="preserve"> اسم جبل</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1517A4" w:rsidRPr="00524A24" w:rsidTr="001517A4">
        <w:trPr>
          <w:trHeight w:val="350"/>
        </w:trPr>
        <w:tc>
          <w:tcPr>
            <w:tcW w:w="3902" w:type="dxa"/>
          </w:tcPr>
          <w:p w:rsidR="001517A4" w:rsidRPr="00524A24" w:rsidRDefault="001517A4" w:rsidP="008D3009">
            <w:pPr>
              <w:pStyle w:val="libPoem"/>
            </w:pPr>
            <w:r w:rsidRPr="009647FC">
              <w:rPr>
                <w:rtl/>
              </w:rPr>
              <w:lastRenderedPageBreak/>
              <w:t>بني</w:t>
            </w:r>
            <w:r w:rsidR="004C00A8">
              <w:rPr>
                <w:rtl/>
              </w:rPr>
              <w:t xml:space="preserve"> </w:t>
            </w:r>
            <w:r w:rsidRPr="009647FC">
              <w:rPr>
                <w:rtl/>
              </w:rPr>
              <w:t>هاشمٍ</w:t>
            </w:r>
            <w:r>
              <w:rPr>
                <w:rtl/>
              </w:rPr>
              <w:t xml:space="preserve"> </w:t>
            </w:r>
            <w:r w:rsidRPr="009647FC">
              <w:rPr>
                <w:rtl/>
              </w:rPr>
              <w:t>هم</w:t>
            </w:r>
            <w:r>
              <w:rPr>
                <w:rtl/>
              </w:rPr>
              <w:t xml:space="preserve"> </w:t>
            </w:r>
            <w:r w:rsidRPr="009647FC">
              <w:rPr>
                <w:rtl/>
              </w:rPr>
              <w:t>عقودٌ</w:t>
            </w:r>
            <w:r>
              <w:rPr>
                <w:rtl/>
              </w:rPr>
              <w:t xml:space="preserve"> </w:t>
            </w:r>
            <w:r w:rsidRPr="009647FC">
              <w:rPr>
                <w:rtl/>
              </w:rPr>
              <w:t>وأنـ</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ت</w:t>
            </w:r>
            <w:r>
              <w:rPr>
                <w:rtl/>
              </w:rPr>
              <w:t>َ</w:t>
            </w:r>
            <w:r w:rsidR="004C00A8">
              <w:rPr>
                <w:rtl/>
              </w:rPr>
              <w:t xml:space="preserve"> </w:t>
            </w:r>
            <w:r w:rsidRPr="009647FC">
              <w:rPr>
                <w:rtl/>
              </w:rPr>
              <w:t>واسطةٌ</w:t>
            </w:r>
            <w:r>
              <w:rPr>
                <w:rtl/>
              </w:rPr>
              <w:t xml:space="preserve"> </w:t>
            </w:r>
            <w:r w:rsidRPr="009647FC">
              <w:rPr>
                <w:rtl/>
              </w:rPr>
              <w:t>بين</w:t>
            </w:r>
            <w:r>
              <w:rPr>
                <w:rtl/>
              </w:rPr>
              <w:t xml:space="preserve"> </w:t>
            </w:r>
            <w:r w:rsidRPr="009647FC">
              <w:rPr>
                <w:rtl/>
              </w:rPr>
              <w:t>تلك</w:t>
            </w:r>
            <w:r>
              <w:rPr>
                <w:rtl/>
              </w:rPr>
              <w:t xml:space="preserve"> </w:t>
            </w:r>
            <w:r w:rsidRPr="009647FC">
              <w:rPr>
                <w:rtl/>
              </w:rPr>
              <w:t>العقودِ</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ولو</w:t>
            </w:r>
            <w:r>
              <w:rPr>
                <w:rtl/>
              </w:rPr>
              <w:t xml:space="preserve"> </w:t>
            </w:r>
            <w:r w:rsidRPr="009647FC">
              <w:rPr>
                <w:rtl/>
              </w:rPr>
              <w:t>كان</w:t>
            </w:r>
            <w:r>
              <w:rPr>
                <w:rtl/>
              </w:rPr>
              <w:t xml:space="preserve"> </w:t>
            </w:r>
            <w:r w:rsidRPr="009647FC">
              <w:rPr>
                <w:rtl/>
              </w:rPr>
              <w:t>ي</w:t>
            </w:r>
            <w:r w:rsidRPr="00B371C6">
              <w:rPr>
                <w:rtl/>
              </w:rPr>
              <w:t>ُ</w:t>
            </w:r>
            <w:r w:rsidRPr="009647FC">
              <w:rPr>
                <w:rtl/>
              </w:rPr>
              <w:t>دفع</w:t>
            </w:r>
            <w:r>
              <w:rPr>
                <w:rtl/>
              </w:rPr>
              <w:t xml:space="preserve"> </w:t>
            </w:r>
            <w:r w:rsidRPr="009647FC">
              <w:rPr>
                <w:rtl/>
              </w:rPr>
              <w:t>ريبُ</w:t>
            </w:r>
            <w:r>
              <w:rPr>
                <w:rtl/>
              </w:rPr>
              <w:t xml:space="preserve"> </w:t>
            </w:r>
            <w:r w:rsidRPr="009647FC">
              <w:rPr>
                <w:rtl/>
              </w:rPr>
              <w:t>المنون</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عن</w:t>
            </w:r>
            <w:r>
              <w:rPr>
                <w:rtl/>
              </w:rPr>
              <w:t xml:space="preserve"> </w:t>
            </w:r>
            <w:r w:rsidRPr="009647FC">
              <w:rPr>
                <w:rtl/>
              </w:rPr>
              <w:t>المرء</w:t>
            </w:r>
            <w:r>
              <w:rPr>
                <w:rtl/>
              </w:rPr>
              <w:t xml:space="preserve"> </w:t>
            </w:r>
            <w:r w:rsidRPr="009647FC">
              <w:rPr>
                <w:rtl/>
              </w:rPr>
              <w:t>في</w:t>
            </w:r>
            <w:r>
              <w:rPr>
                <w:rtl/>
              </w:rPr>
              <w:t xml:space="preserve"> </w:t>
            </w:r>
            <w:r w:rsidRPr="009647FC">
              <w:rPr>
                <w:rtl/>
              </w:rPr>
              <w:t>ع</w:t>
            </w:r>
            <w:r w:rsidRPr="00B371C6">
              <w:rPr>
                <w:rtl/>
              </w:rPr>
              <w:t>ُ</w:t>
            </w:r>
            <w:r w:rsidRPr="009647FC">
              <w:rPr>
                <w:rtl/>
              </w:rPr>
              <w:t>دّ</w:t>
            </w:r>
            <w:r>
              <w:rPr>
                <w:rtl/>
              </w:rPr>
              <w:t>َ</w:t>
            </w:r>
            <w:r w:rsidRPr="009647FC">
              <w:rPr>
                <w:rtl/>
              </w:rPr>
              <w:t>ةٍ</w:t>
            </w:r>
            <w:r>
              <w:rPr>
                <w:rtl/>
              </w:rPr>
              <w:t xml:space="preserve"> </w:t>
            </w:r>
            <w:r w:rsidRPr="009647FC">
              <w:rPr>
                <w:rtl/>
              </w:rPr>
              <w:t>أو</w:t>
            </w:r>
            <w:r>
              <w:rPr>
                <w:rtl/>
              </w:rPr>
              <w:t xml:space="preserve"> </w:t>
            </w:r>
            <w:r w:rsidRPr="009647FC">
              <w:rPr>
                <w:rtl/>
              </w:rPr>
              <w:t>عديدِ</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لقامت</w:t>
            </w:r>
            <w:r w:rsidR="004C00A8">
              <w:rPr>
                <w:rtl/>
              </w:rPr>
              <w:t xml:space="preserve"> </w:t>
            </w:r>
            <w:r w:rsidRPr="009647FC">
              <w:rPr>
                <w:rtl/>
              </w:rPr>
              <w:t>تقيك</w:t>
            </w:r>
            <w:r>
              <w:rPr>
                <w:rtl/>
              </w:rPr>
              <w:t xml:space="preserve"> </w:t>
            </w:r>
            <w:r w:rsidRPr="009647FC">
              <w:rPr>
                <w:rtl/>
              </w:rPr>
              <w:t>الردى</w:t>
            </w:r>
            <w:r>
              <w:rPr>
                <w:rtl/>
              </w:rPr>
              <w:t xml:space="preserve"> </w:t>
            </w:r>
            <w:r w:rsidRPr="009647FC">
              <w:rPr>
                <w:rtl/>
              </w:rPr>
              <w:t>فتيةٌ</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تُذمُّ</w:t>
            </w:r>
            <w:r w:rsidR="004C00A8">
              <w:rPr>
                <w:rtl/>
              </w:rPr>
              <w:t xml:space="preserve"> </w:t>
            </w:r>
            <w:r w:rsidRPr="009647FC">
              <w:rPr>
                <w:rtl/>
              </w:rPr>
              <w:t>إذا</w:t>
            </w:r>
            <w:r>
              <w:rPr>
                <w:rtl/>
              </w:rPr>
              <w:t xml:space="preserve"> </w:t>
            </w:r>
            <w:r w:rsidRPr="009647FC">
              <w:rPr>
                <w:rtl/>
              </w:rPr>
              <w:t>ش</w:t>
            </w:r>
            <w:r w:rsidRPr="00B371C6">
              <w:rPr>
                <w:rtl/>
              </w:rPr>
              <w:t>ُ</w:t>
            </w:r>
            <w:r w:rsidRPr="009647FC">
              <w:rPr>
                <w:rtl/>
              </w:rPr>
              <w:t>بّ</w:t>
            </w:r>
            <w:r w:rsidRPr="00B371C6">
              <w:rPr>
                <w:rtl/>
              </w:rPr>
              <w:t>ِ</w:t>
            </w:r>
            <w:r w:rsidRPr="009647FC">
              <w:rPr>
                <w:rtl/>
              </w:rPr>
              <w:t>هت</w:t>
            </w:r>
            <w:r>
              <w:rPr>
                <w:rtl/>
              </w:rPr>
              <w:t xml:space="preserve"> </w:t>
            </w:r>
            <w:r w:rsidRPr="009647FC">
              <w:rPr>
                <w:rtl/>
              </w:rPr>
              <w:t>بالأُسودِ</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ص</w:t>
            </w:r>
            <w:r w:rsidRPr="00B371C6">
              <w:rPr>
                <w:rtl/>
              </w:rPr>
              <w:t>ِ</w:t>
            </w:r>
            <w:r w:rsidRPr="009647FC">
              <w:rPr>
                <w:rtl/>
              </w:rPr>
              <w:t>باحُ</w:t>
            </w:r>
            <w:r w:rsidR="004C00A8">
              <w:rPr>
                <w:rtl/>
              </w:rPr>
              <w:t xml:space="preserve"> </w:t>
            </w:r>
            <w:r w:rsidRPr="009647FC">
              <w:rPr>
                <w:rtl/>
              </w:rPr>
              <w:t>الوجوه</w:t>
            </w:r>
            <w:r>
              <w:rPr>
                <w:rtl/>
              </w:rPr>
              <w:t xml:space="preserve"> </w:t>
            </w:r>
            <w:r w:rsidRPr="009647FC">
              <w:rPr>
                <w:rtl/>
              </w:rPr>
              <w:t>وأسيافهم</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من</w:t>
            </w:r>
            <w:r>
              <w:rPr>
                <w:rtl/>
              </w:rPr>
              <w:t xml:space="preserve"> </w:t>
            </w:r>
            <w:r w:rsidRPr="009647FC">
              <w:rPr>
                <w:rtl/>
              </w:rPr>
              <w:t>الموت</w:t>
            </w:r>
            <w:r>
              <w:rPr>
                <w:rtl/>
              </w:rPr>
              <w:t xml:space="preserve"> </w:t>
            </w:r>
            <w:r w:rsidRPr="009647FC">
              <w:rPr>
                <w:rtl/>
              </w:rPr>
              <w:t>ت</w:t>
            </w:r>
            <w:r w:rsidRPr="00B371C6">
              <w:rPr>
                <w:rtl/>
              </w:rPr>
              <w:t>ُ</w:t>
            </w:r>
            <w:r w:rsidRPr="009647FC">
              <w:rPr>
                <w:rtl/>
              </w:rPr>
              <w:t>طبع</w:t>
            </w:r>
            <w:r>
              <w:rPr>
                <w:rtl/>
              </w:rPr>
              <w:t xml:space="preserve"> </w:t>
            </w:r>
            <w:r w:rsidRPr="009647FC">
              <w:rPr>
                <w:rtl/>
              </w:rPr>
              <w:t>لا</w:t>
            </w:r>
            <w:r>
              <w:rPr>
                <w:rtl/>
              </w:rPr>
              <w:t xml:space="preserve"> </w:t>
            </w:r>
            <w:r w:rsidRPr="009647FC">
              <w:rPr>
                <w:rtl/>
              </w:rPr>
              <w:t>من</w:t>
            </w:r>
            <w:r>
              <w:rPr>
                <w:rtl/>
              </w:rPr>
              <w:t xml:space="preserve"> </w:t>
            </w:r>
            <w:r w:rsidRPr="009647FC">
              <w:rPr>
                <w:rtl/>
              </w:rPr>
              <w:t>حديدِ</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وتغدو</w:t>
            </w:r>
            <w:r>
              <w:rPr>
                <w:rtl/>
              </w:rPr>
              <w:t xml:space="preserve"> </w:t>
            </w:r>
            <w:r w:rsidRPr="009647FC">
              <w:rPr>
                <w:rtl/>
              </w:rPr>
              <w:t>المنايا</w:t>
            </w:r>
            <w:r>
              <w:rPr>
                <w:rtl/>
              </w:rPr>
              <w:t xml:space="preserve"> </w:t>
            </w:r>
            <w:r w:rsidRPr="009647FC">
              <w:rPr>
                <w:rtl/>
              </w:rPr>
              <w:t>بأرماحهم</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شوارع</w:t>
            </w:r>
            <w:r>
              <w:rPr>
                <w:rtl/>
              </w:rPr>
              <w:t xml:space="preserve">َ </w:t>
            </w:r>
            <w:r w:rsidRPr="009647FC">
              <w:rPr>
                <w:rtl/>
              </w:rPr>
              <w:t>ما</w:t>
            </w:r>
            <w:r>
              <w:rPr>
                <w:rtl/>
              </w:rPr>
              <w:t xml:space="preserve"> </w:t>
            </w:r>
            <w:r w:rsidRPr="009647FC">
              <w:rPr>
                <w:rtl/>
              </w:rPr>
              <w:t>بين</w:t>
            </w:r>
            <w:r>
              <w:rPr>
                <w:rtl/>
              </w:rPr>
              <w:t xml:space="preserve"> </w:t>
            </w:r>
            <w:r w:rsidRPr="009647FC">
              <w:rPr>
                <w:rtl/>
              </w:rPr>
              <w:t>حمرٍ</w:t>
            </w:r>
            <w:r>
              <w:rPr>
                <w:rtl/>
              </w:rPr>
              <w:t xml:space="preserve"> </w:t>
            </w:r>
            <w:r w:rsidRPr="009647FC">
              <w:rPr>
                <w:rtl/>
              </w:rPr>
              <w:t>وسودِ</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ولكنّ</w:t>
            </w:r>
            <w:r w:rsidRPr="00B371C6">
              <w:rPr>
                <w:rtl/>
              </w:rPr>
              <w:t>َ</w:t>
            </w:r>
            <w:r w:rsidRPr="009647FC">
              <w:rPr>
                <w:rtl/>
              </w:rPr>
              <w:t>ه</w:t>
            </w:r>
            <w:r>
              <w:rPr>
                <w:rtl/>
              </w:rPr>
              <w:t xml:space="preserve"> </w:t>
            </w:r>
            <w:r w:rsidRPr="009647FC">
              <w:rPr>
                <w:rtl/>
              </w:rPr>
              <w:t>الموتُ</w:t>
            </w:r>
            <w:r>
              <w:rPr>
                <w:rtl/>
              </w:rPr>
              <w:t xml:space="preserve"> </w:t>
            </w:r>
            <w:r w:rsidRPr="009647FC">
              <w:rPr>
                <w:rtl/>
              </w:rPr>
              <w:t>لا</w:t>
            </w:r>
            <w:r>
              <w:rPr>
                <w:rtl/>
              </w:rPr>
              <w:t xml:space="preserve"> </w:t>
            </w:r>
            <w:r w:rsidRPr="009647FC">
              <w:rPr>
                <w:rtl/>
              </w:rPr>
              <w:t>مانعٌ</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لم</w:t>
            </w:r>
            <w:r>
              <w:rPr>
                <w:rtl/>
              </w:rPr>
              <w:t>َ</w:t>
            </w:r>
            <w:r w:rsidRPr="009647FC">
              <w:rPr>
                <w:rtl/>
              </w:rPr>
              <w:t>نْ</w:t>
            </w:r>
            <w:r w:rsidR="004C00A8">
              <w:rPr>
                <w:rtl/>
              </w:rPr>
              <w:t xml:space="preserve"> </w:t>
            </w:r>
            <w:r w:rsidRPr="009647FC">
              <w:rPr>
                <w:rtl/>
              </w:rPr>
              <w:t>رام</w:t>
            </w:r>
            <w:r>
              <w:rPr>
                <w:rtl/>
              </w:rPr>
              <w:t xml:space="preserve"> </w:t>
            </w:r>
            <w:r w:rsidRPr="009647FC">
              <w:rPr>
                <w:rtl/>
              </w:rPr>
              <w:t>من</w:t>
            </w:r>
            <w:r>
              <w:rPr>
                <w:rtl/>
              </w:rPr>
              <w:t xml:space="preserve"> </w:t>
            </w:r>
            <w:r w:rsidRPr="009647FC">
              <w:rPr>
                <w:rtl/>
              </w:rPr>
              <w:t>سادةٍ</w:t>
            </w:r>
            <w:r>
              <w:rPr>
                <w:rtl/>
              </w:rPr>
              <w:t xml:space="preserve"> </w:t>
            </w:r>
            <w:r w:rsidRPr="009647FC">
              <w:rPr>
                <w:rtl/>
              </w:rPr>
              <w:t>أو</w:t>
            </w:r>
            <w:r>
              <w:rPr>
                <w:rtl/>
              </w:rPr>
              <w:t xml:space="preserve"> </w:t>
            </w:r>
            <w:r w:rsidRPr="009647FC">
              <w:rPr>
                <w:rtl/>
              </w:rPr>
              <w:t>عبيدِ</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عزاءٍ</w:t>
            </w:r>
            <w:r w:rsidR="004C00A8">
              <w:rPr>
                <w:rtl/>
              </w:rPr>
              <w:t xml:space="preserve"> </w:t>
            </w:r>
            <w:r w:rsidRPr="009647FC">
              <w:rPr>
                <w:rtl/>
              </w:rPr>
              <w:t>أبا</w:t>
            </w:r>
            <w:r>
              <w:rPr>
                <w:rtl/>
              </w:rPr>
              <w:t xml:space="preserve"> (</w:t>
            </w:r>
            <w:r w:rsidRPr="009647FC">
              <w:rPr>
                <w:rtl/>
              </w:rPr>
              <w:t>صالحٍ</w:t>
            </w:r>
            <w:r>
              <w:rPr>
                <w:rtl/>
              </w:rPr>
              <w:t xml:space="preserve">) </w:t>
            </w:r>
            <w:r w:rsidRPr="009647FC">
              <w:rPr>
                <w:rtl/>
              </w:rPr>
              <w:t>لا</w:t>
            </w:r>
            <w:r>
              <w:rPr>
                <w:rtl/>
              </w:rPr>
              <w:t xml:space="preserve"> </w:t>
            </w:r>
            <w:r w:rsidRPr="009647FC">
              <w:rPr>
                <w:rtl/>
              </w:rPr>
              <w:t>فجعت</w:t>
            </w:r>
            <w:r>
              <w:rPr>
                <w:rtl/>
              </w:rPr>
              <w:t>َ</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من</w:t>
            </w:r>
            <w:r w:rsidR="004C00A8">
              <w:rPr>
                <w:rtl/>
              </w:rPr>
              <w:t xml:space="preserve"> </w:t>
            </w:r>
            <w:r w:rsidRPr="009647FC">
              <w:rPr>
                <w:rtl/>
              </w:rPr>
              <w:t>بعد</w:t>
            </w:r>
            <w:r>
              <w:rPr>
                <w:rtl/>
              </w:rPr>
              <w:t xml:space="preserve"> </w:t>
            </w:r>
            <w:r w:rsidRPr="009647FC">
              <w:rPr>
                <w:rtl/>
              </w:rPr>
              <w:t>هذا</w:t>
            </w:r>
            <w:r>
              <w:rPr>
                <w:rtl/>
              </w:rPr>
              <w:t xml:space="preserve"> </w:t>
            </w:r>
            <w:r w:rsidRPr="009647FC">
              <w:rPr>
                <w:rtl/>
              </w:rPr>
              <w:t>المصاب</w:t>
            </w:r>
            <w:r>
              <w:rPr>
                <w:rtl/>
              </w:rPr>
              <w:t xml:space="preserve"> </w:t>
            </w:r>
            <w:r w:rsidRPr="009647FC">
              <w:rPr>
                <w:rtl/>
              </w:rPr>
              <w:t>الكؤودِ</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فحلمُك</w:t>
            </w:r>
            <w:r w:rsidR="004C00A8">
              <w:rPr>
                <w:rtl/>
              </w:rPr>
              <w:t xml:space="preserve"> </w:t>
            </w:r>
            <w:r w:rsidRPr="009647FC">
              <w:rPr>
                <w:rtl/>
              </w:rPr>
              <w:t>أرسى</w:t>
            </w:r>
            <w:r>
              <w:rPr>
                <w:rtl/>
              </w:rPr>
              <w:t xml:space="preserve"> </w:t>
            </w:r>
            <w:r w:rsidRPr="009647FC">
              <w:rPr>
                <w:rtl/>
              </w:rPr>
              <w:t>من</w:t>
            </w:r>
            <w:r>
              <w:rPr>
                <w:rtl/>
              </w:rPr>
              <w:t xml:space="preserve"> </w:t>
            </w:r>
            <w:r w:rsidRPr="009647FC">
              <w:rPr>
                <w:rtl/>
              </w:rPr>
              <w:t>الراسيات</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وليس</w:t>
            </w:r>
            <w:r>
              <w:rPr>
                <w:rtl/>
              </w:rPr>
              <w:t xml:space="preserve"> </w:t>
            </w:r>
            <w:r w:rsidRPr="009647FC">
              <w:rPr>
                <w:rtl/>
              </w:rPr>
              <w:t>شبيهٌ</w:t>
            </w:r>
            <w:r>
              <w:rPr>
                <w:rtl/>
              </w:rPr>
              <w:t xml:space="preserve"> </w:t>
            </w:r>
            <w:r w:rsidRPr="009647FC">
              <w:rPr>
                <w:rtl/>
              </w:rPr>
              <w:t>له</w:t>
            </w:r>
            <w:r>
              <w:rPr>
                <w:rtl/>
              </w:rPr>
              <w:t xml:space="preserve"> </w:t>
            </w:r>
            <w:r w:rsidRPr="009647FC">
              <w:rPr>
                <w:rtl/>
              </w:rPr>
              <w:t>في</w:t>
            </w:r>
            <w:r>
              <w:rPr>
                <w:rtl/>
              </w:rPr>
              <w:t xml:space="preserve"> </w:t>
            </w:r>
            <w:r w:rsidRPr="009647FC">
              <w:rPr>
                <w:rtl/>
              </w:rPr>
              <w:t>الوجود</w:t>
            </w:r>
            <w:r w:rsidRPr="004E7EC6">
              <w:rPr>
                <w:rStyle w:val="libFootnotenumChar"/>
                <w:rtl/>
              </w:rPr>
              <w:t>(1)</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وجاراك</w:t>
            </w:r>
            <w:r>
              <w:rPr>
                <w:rtl/>
              </w:rPr>
              <w:t xml:space="preserve"> </w:t>
            </w:r>
            <w:r w:rsidRPr="009647FC">
              <w:rPr>
                <w:rtl/>
              </w:rPr>
              <w:t>في</w:t>
            </w:r>
            <w:r>
              <w:rPr>
                <w:rtl/>
              </w:rPr>
              <w:t xml:space="preserve"> </w:t>
            </w:r>
            <w:r w:rsidRPr="009647FC">
              <w:rPr>
                <w:rtl/>
              </w:rPr>
              <w:t>الفخر</w:t>
            </w:r>
            <w:r>
              <w:rPr>
                <w:rtl/>
              </w:rPr>
              <w:t xml:space="preserve"> </w:t>
            </w:r>
            <w:r w:rsidRPr="009647FC">
              <w:rPr>
                <w:rtl/>
              </w:rPr>
              <w:t>أهلُ</w:t>
            </w:r>
            <w:r>
              <w:rPr>
                <w:rtl/>
              </w:rPr>
              <w:t xml:space="preserve"> </w:t>
            </w:r>
            <w:r w:rsidRPr="009647FC">
              <w:rPr>
                <w:rtl/>
              </w:rPr>
              <w:t>السباق</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ولكن</w:t>
            </w:r>
            <w:r w:rsidR="004C00A8">
              <w:rPr>
                <w:rtl/>
              </w:rPr>
              <w:t xml:space="preserve"> </w:t>
            </w:r>
            <w:r w:rsidRPr="009647FC">
              <w:rPr>
                <w:rtl/>
              </w:rPr>
              <w:t>سبقت</w:t>
            </w:r>
            <w:r>
              <w:rPr>
                <w:rtl/>
              </w:rPr>
              <w:t xml:space="preserve"> </w:t>
            </w:r>
            <w:r w:rsidRPr="009647FC">
              <w:rPr>
                <w:rtl/>
              </w:rPr>
              <w:t>لشأو</w:t>
            </w:r>
            <w:r w:rsidRPr="004C00A8">
              <w:rPr>
                <w:rtl/>
              </w:rPr>
              <w:t>ٍ</w:t>
            </w:r>
            <w:r w:rsidRPr="004E7EC6">
              <w:rPr>
                <w:rStyle w:val="libFootnotenumChar"/>
                <w:rtl/>
              </w:rPr>
              <w:t>(2)</w:t>
            </w:r>
            <w:r>
              <w:rPr>
                <w:rtl/>
              </w:rPr>
              <w:t xml:space="preserve"> </w:t>
            </w:r>
            <w:r w:rsidRPr="009647FC">
              <w:rPr>
                <w:rtl/>
              </w:rPr>
              <w:t>بعيدِ</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فأصبح</w:t>
            </w:r>
            <w:r>
              <w:rPr>
                <w:rtl/>
              </w:rPr>
              <w:t xml:space="preserve"> </w:t>
            </w:r>
            <w:r w:rsidRPr="009647FC">
              <w:rPr>
                <w:rtl/>
              </w:rPr>
              <w:t>شأنُهم</w:t>
            </w:r>
            <w:r>
              <w:rPr>
                <w:rtl/>
              </w:rPr>
              <w:t xml:space="preserve"> </w:t>
            </w:r>
            <w:r w:rsidRPr="009647FC">
              <w:rPr>
                <w:rtl/>
              </w:rPr>
              <w:t>في</w:t>
            </w:r>
            <w:r>
              <w:rPr>
                <w:rtl/>
              </w:rPr>
              <w:t xml:space="preserve"> </w:t>
            </w:r>
            <w:r w:rsidRPr="009647FC">
              <w:rPr>
                <w:rtl/>
              </w:rPr>
              <w:t>انحدارٍ</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وشأنك</w:t>
            </w:r>
            <w:r w:rsidR="004C00A8">
              <w:rPr>
                <w:rtl/>
              </w:rPr>
              <w:t xml:space="preserve"> </w:t>
            </w:r>
            <w:r w:rsidRPr="009647FC">
              <w:rPr>
                <w:rtl/>
              </w:rPr>
              <w:t>عنهم</w:t>
            </w:r>
            <w:r>
              <w:rPr>
                <w:rtl/>
              </w:rPr>
              <w:t xml:space="preserve"> </w:t>
            </w:r>
            <w:r w:rsidRPr="009647FC">
              <w:rPr>
                <w:rtl/>
              </w:rPr>
              <w:t>غدا</w:t>
            </w:r>
            <w:r>
              <w:rPr>
                <w:rtl/>
              </w:rPr>
              <w:t xml:space="preserve"> </w:t>
            </w:r>
            <w:r w:rsidRPr="009647FC">
              <w:rPr>
                <w:rtl/>
              </w:rPr>
              <w:t>في</w:t>
            </w:r>
            <w:r>
              <w:rPr>
                <w:rtl/>
              </w:rPr>
              <w:t xml:space="preserve"> </w:t>
            </w:r>
            <w:r w:rsidRPr="009647FC">
              <w:rPr>
                <w:rtl/>
              </w:rPr>
              <w:t>صعودِ</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وما</w:t>
            </w:r>
            <w:r w:rsidR="004C00A8">
              <w:rPr>
                <w:rtl/>
              </w:rPr>
              <w:t xml:space="preserve"> </w:t>
            </w:r>
            <w:r w:rsidRPr="009647FC">
              <w:rPr>
                <w:rtl/>
              </w:rPr>
              <w:t>مرّ</w:t>
            </w:r>
            <w:r>
              <w:rPr>
                <w:rtl/>
              </w:rPr>
              <w:t xml:space="preserve">َ </w:t>
            </w:r>
            <w:r w:rsidRPr="009647FC">
              <w:rPr>
                <w:rtl/>
              </w:rPr>
              <w:t>يومٌ</w:t>
            </w:r>
            <w:r>
              <w:rPr>
                <w:rtl/>
              </w:rPr>
              <w:t xml:space="preserve"> </w:t>
            </w:r>
            <w:r w:rsidRPr="009647FC">
              <w:rPr>
                <w:rtl/>
              </w:rPr>
              <w:t>جديدٌ</w:t>
            </w:r>
            <w:r>
              <w:rPr>
                <w:rtl/>
              </w:rPr>
              <w:t xml:space="preserve"> </w:t>
            </w:r>
            <w:r w:rsidRPr="009647FC">
              <w:rPr>
                <w:rtl/>
              </w:rPr>
              <w:t>عليك</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إلاّ</w:t>
            </w:r>
            <w:r w:rsidR="004C00A8">
              <w:rPr>
                <w:rtl/>
              </w:rPr>
              <w:t xml:space="preserve"> </w:t>
            </w:r>
            <w:r w:rsidRPr="009647FC">
              <w:rPr>
                <w:rtl/>
              </w:rPr>
              <w:t>ظهرت</w:t>
            </w:r>
            <w:r>
              <w:rPr>
                <w:rtl/>
              </w:rPr>
              <w:t xml:space="preserve"> </w:t>
            </w:r>
            <w:r w:rsidRPr="009647FC">
              <w:rPr>
                <w:rtl/>
              </w:rPr>
              <w:t>بفضلٍ</w:t>
            </w:r>
            <w:r>
              <w:rPr>
                <w:rtl/>
              </w:rPr>
              <w:t xml:space="preserve"> </w:t>
            </w:r>
            <w:r w:rsidRPr="009647FC">
              <w:rPr>
                <w:rtl/>
              </w:rPr>
              <w:t>جديدِ</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لئن</w:t>
            </w:r>
            <w:r>
              <w:rPr>
                <w:rtl/>
              </w:rPr>
              <w:t xml:space="preserve"> </w:t>
            </w:r>
            <w:r w:rsidRPr="009647FC">
              <w:rPr>
                <w:rtl/>
              </w:rPr>
              <w:t>ساءك</w:t>
            </w:r>
            <w:r>
              <w:rPr>
                <w:rtl/>
              </w:rPr>
              <w:t xml:space="preserve"> </w:t>
            </w:r>
            <w:r w:rsidRPr="009647FC">
              <w:rPr>
                <w:rtl/>
              </w:rPr>
              <w:t>الدهرُ</w:t>
            </w:r>
            <w:r>
              <w:rPr>
                <w:rtl/>
              </w:rPr>
              <w:t xml:space="preserve"> </w:t>
            </w:r>
            <w:r w:rsidRPr="009647FC">
              <w:rPr>
                <w:rtl/>
              </w:rPr>
              <w:t>في</w:t>
            </w:r>
            <w:r>
              <w:rPr>
                <w:rtl/>
              </w:rPr>
              <w:t xml:space="preserve"> (</w:t>
            </w:r>
            <w:r w:rsidRPr="009647FC">
              <w:rPr>
                <w:rtl/>
              </w:rPr>
              <w:t>جعفرٍ</w:t>
            </w:r>
            <w:r>
              <w:rPr>
                <w:rtl/>
              </w:rPr>
              <w:t>)</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فإنّ</w:t>
            </w:r>
            <w:r>
              <w:rPr>
                <w:rtl/>
              </w:rPr>
              <w:t xml:space="preserve"> </w:t>
            </w:r>
            <w:r w:rsidRPr="009647FC">
              <w:rPr>
                <w:rtl/>
              </w:rPr>
              <w:t>الإساءة</w:t>
            </w:r>
            <w:r>
              <w:rPr>
                <w:rtl/>
              </w:rPr>
              <w:t xml:space="preserve">َ </w:t>
            </w:r>
            <w:r w:rsidRPr="009647FC">
              <w:rPr>
                <w:rtl/>
              </w:rPr>
              <w:t>شأنُ</w:t>
            </w:r>
            <w:r>
              <w:rPr>
                <w:rtl/>
              </w:rPr>
              <w:t xml:space="preserve"> </w:t>
            </w:r>
            <w:r w:rsidRPr="009647FC">
              <w:rPr>
                <w:rtl/>
              </w:rPr>
              <w:t>العبيدِ</w:t>
            </w:r>
            <w:r w:rsidRPr="00524A24">
              <w:rPr>
                <w:rStyle w:val="libPoemTiniChar0"/>
                <w:rtl/>
              </w:rPr>
              <w:br/>
              <w:t> </w:t>
            </w:r>
          </w:p>
        </w:tc>
      </w:tr>
    </w:tbl>
    <w:p w:rsidR="009647FC" w:rsidRPr="00524A24" w:rsidRDefault="009647FC" w:rsidP="004E7EC6">
      <w:pPr>
        <w:pStyle w:val="libNormal"/>
      </w:pPr>
      <w:r w:rsidRPr="009647FC">
        <w:rPr>
          <w:rtl/>
        </w:rPr>
        <w:t>وقال يرثي بعض الناس</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1517A4" w:rsidRPr="00524A24" w:rsidTr="001517A4">
        <w:trPr>
          <w:trHeight w:val="350"/>
        </w:trPr>
        <w:tc>
          <w:tcPr>
            <w:tcW w:w="3902" w:type="dxa"/>
          </w:tcPr>
          <w:p w:rsidR="001517A4" w:rsidRPr="00524A24" w:rsidRDefault="001517A4" w:rsidP="008D3009">
            <w:pPr>
              <w:pStyle w:val="libPoem"/>
            </w:pPr>
            <w:r w:rsidRPr="009647FC">
              <w:rPr>
                <w:rtl/>
              </w:rPr>
              <w:t>اُدْرج</w:t>
            </w:r>
            <w:r>
              <w:rPr>
                <w:rtl/>
              </w:rPr>
              <w:t>َ</w:t>
            </w:r>
            <w:r w:rsidR="004C00A8">
              <w:rPr>
                <w:rtl/>
              </w:rPr>
              <w:t xml:space="preserve"> </w:t>
            </w:r>
            <w:r w:rsidRPr="009647FC">
              <w:rPr>
                <w:rtl/>
              </w:rPr>
              <w:t>والمعروفُ</w:t>
            </w:r>
            <w:r>
              <w:rPr>
                <w:rtl/>
              </w:rPr>
              <w:t xml:space="preserve"> </w:t>
            </w:r>
            <w:r w:rsidRPr="009647FC">
              <w:rPr>
                <w:rtl/>
              </w:rPr>
              <w:t>في</w:t>
            </w:r>
            <w:r>
              <w:rPr>
                <w:rtl/>
              </w:rPr>
              <w:t xml:space="preserve"> </w:t>
            </w:r>
            <w:r w:rsidRPr="009647FC">
              <w:rPr>
                <w:rtl/>
              </w:rPr>
              <w:t>بردِه</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وحلّ</w:t>
            </w:r>
            <w:r>
              <w:rPr>
                <w:rtl/>
              </w:rPr>
              <w:t>َ</w:t>
            </w:r>
            <w:r w:rsidR="004C00A8">
              <w:rPr>
                <w:rtl/>
              </w:rPr>
              <w:t xml:space="preserve"> </w:t>
            </w:r>
            <w:r w:rsidRPr="009647FC">
              <w:rPr>
                <w:rtl/>
              </w:rPr>
              <w:t>والإحسان</w:t>
            </w:r>
            <w:r>
              <w:rPr>
                <w:rtl/>
              </w:rPr>
              <w:t xml:space="preserve"> </w:t>
            </w:r>
            <w:r w:rsidRPr="009647FC">
              <w:rPr>
                <w:rtl/>
              </w:rPr>
              <w:t>في</w:t>
            </w:r>
            <w:r>
              <w:rPr>
                <w:rtl/>
              </w:rPr>
              <w:t xml:space="preserve"> </w:t>
            </w:r>
            <w:r w:rsidRPr="009647FC">
              <w:rPr>
                <w:rtl/>
              </w:rPr>
              <w:t>لحدِهِ</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فالبس</w:t>
            </w:r>
            <w:r>
              <w:rPr>
                <w:rtl/>
              </w:rPr>
              <w:t xml:space="preserve"> </w:t>
            </w:r>
            <w:r w:rsidRPr="009647FC">
              <w:rPr>
                <w:rtl/>
              </w:rPr>
              <w:t>ظلام</w:t>
            </w:r>
            <w:r>
              <w:rPr>
                <w:rtl/>
              </w:rPr>
              <w:t xml:space="preserve">َ </w:t>
            </w:r>
            <w:r w:rsidRPr="009647FC">
              <w:rPr>
                <w:rtl/>
              </w:rPr>
              <w:t>الحزن</w:t>
            </w:r>
            <w:r>
              <w:rPr>
                <w:rtl/>
              </w:rPr>
              <w:t xml:space="preserve"> </w:t>
            </w:r>
            <w:r w:rsidRPr="009647FC">
              <w:rPr>
                <w:rtl/>
              </w:rPr>
              <w:t>يا</w:t>
            </w:r>
            <w:r>
              <w:rPr>
                <w:rtl/>
              </w:rPr>
              <w:t xml:space="preserve"> </w:t>
            </w:r>
            <w:r w:rsidRPr="009647FC">
              <w:rPr>
                <w:rtl/>
              </w:rPr>
              <w:t>دهر</w:t>
            </w:r>
            <w:r>
              <w:rPr>
                <w:rtl/>
              </w:rPr>
              <w:t>َ</w:t>
            </w:r>
            <w:r w:rsidRPr="009647FC">
              <w:rPr>
                <w:rtl/>
              </w:rPr>
              <w:t>ه</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لبدرك</w:t>
            </w:r>
            <w:r>
              <w:rPr>
                <w:rtl/>
              </w:rPr>
              <w:t>َ</w:t>
            </w:r>
            <w:r w:rsidR="004C00A8">
              <w:rPr>
                <w:rtl/>
              </w:rPr>
              <w:t xml:space="preserve"> </w:t>
            </w:r>
            <w:r w:rsidRPr="009647FC">
              <w:rPr>
                <w:rtl/>
              </w:rPr>
              <w:t>الأفل</w:t>
            </w:r>
            <w:r>
              <w:rPr>
                <w:rtl/>
              </w:rPr>
              <w:t xml:space="preserve"> </w:t>
            </w:r>
            <w:r w:rsidRPr="009647FC">
              <w:rPr>
                <w:rtl/>
              </w:rPr>
              <w:t>من</w:t>
            </w:r>
            <w:r>
              <w:rPr>
                <w:rtl/>
              </w:rPr>
              <w:t xml:space="preserve"> </w:t>
            </w:r>
            <w:r w:rsidRPr="009647FC">
              <w:rPr>
                <w:rtl/>
              </w:rPr>
              <w:t>سعدهِ</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كان</w:t>
            </w:r>
            <w:r w:rsidR="004C00A8">
              <w:rPr>
                <w:rtl/>
              </w:rPr>
              <w:t xml:space="preserve"> </w:t>
            </w:r>
            <w:r w:rsidRPr="009647FC">
              <w:rPr>
                <w:rtl/>
              </w:rPr>
              <w:t>به</w:t>
            </w:r>
            <w:r>
              <w:rPr>
                <w:rtl/>
              </w:rPr>
              <w:t xml:space="preserve"> </w:t>
            </w:r>
            <w:r w:rsidRPr="009647FC">
              <w:rPr>
                <w:rtl/>
              </w:rPr>
              <w:t>روضُ</w:t>
            </w:r>
            <w:r>
              <w:rPr>
                <w:rtl/>
              </w:rPr>
              <w:t xml:space="preserve"> </w:t>
            </w:r>
            <w:r w:rsidRPr="009647FC">
              <w:rPr>
                <w:rtl/>
              </w:rPr>
              <w:t>الهنا</w:t>
            </w:r>
            <w:r>
              <w:rPr>
                <w:rtl/>
              </w:rPr>
              <w:t xml:space="preserve"> </w:t>
            </w:r>
            <w:r w:rsidRPr="009647FC">
              <w:rPr>
                <w:rtl/>
              </w:rPr>
              <w:t>زاهيا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لأن</w:t>
            </w:r>
            <w:r w:rsidRPr="00B371C6">
              <w:rPr>
                <w:rtl/>
              </w:rPr>
              <w:t>ّ</w:t>
            </w:r>
            <w:r w:rsidRPr="009647FC">
              <w:rPr>
                <w:rtl/>
              </w:rPr>
              <w:t>ه</w:t>
            </w:r>
            <w:r w:rsidR="004C00A8">
              <w:rPr>
                <w:rtl/>
              </w:rPr>
              <w:t xml:space="preserve"> </w:t>
            </w:r>
            <w:r w:rsidRPr="009647FC">
              <w:rPr>
                <w:rtl/>
              </w:rPr>
              <w:t>اليانعُ</w:t>
            </w:r>
            <w:r>
              <w:rPr>
                <w:rtl/>
              </w:rPr>
              <w:t xml:space="preserve"> </w:t>
            </w:r>
            <w:r w:rsidRPr="009647FC">
              <w:rPr>
                <w:rtl/>
              </w:rPr>
              <w:t>من</w:t>
            </w:r>
            <w:r>
              <w:rPr>
                <w:rtl/>
              </w:rPr>
              <w:t xml:space="preserve"> </w:t>
            </w:r>
            <w:r w:rsidRPr="009647FC">
              <w:rPr>
                <w:rtl/>
              </w:rPr>
              <w:t>وردهِ</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شقّ</w:t>
            </w:r>
            <w:r>
              <w:rPr>
                <w:rtl/>
              </w:rPr>
              <w:t>َ</w:t>
            </w:r>
            <w:r w:rsidR="004C00A8">
              <w:rPr>
                <w:rtl/>
              </w:rPr>
              <w:t xml:space="preserve"> </w:t>
            </w:r>
            <w:r w:rsidRPr="009647FC">
              <w:rPr>
                <w:rtl/>
              </w:rPr>
              <w:t>الثرى</w:t>
            </w:r>
            <w:r>
              <w:rPr>
                <w:rtl/>
              </w:rPr>
              <w:t xml:space="preserve"> </w:t>
            </w:r>
            <w:r w:rsidRPr="009647FC">
              <w:rPr>
                <w:rtl/>
              </w:rPr>
              <w:t>ريحانةً</w:t>
            </w:r>
            <w:r>
              <w:rPr>
                <w:rtl/>
              </w:rPr>
              <w:t xml:space="preserve"> </w:t>
            </w:r>
            <w:r w:rsidRPr="009647FC">
              <w:rPr>
                <w:rtl/>
              </w:rPr>
              <w:t>للعُلى</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وعاد</w:t>
            </w:r>
            <w:r w:rsidR="004C00A8">
              <w:rPr>
                <w:rtl/>
              </w:rPr>
              <w:t xml:space="preserve"> </w:t>
            </w:r>
            <w:r w:rsidRPr="009647FC">
              <w:rPr>
                <w:rtl/>
              </w:rPr>
              <w:t>كالسيف</w:t>
            </w:r>
            <w:r>
              <w:rPr>
                <w:rtl/>
              </w:rPr>
              <w:t xml:space="preserve"> </w:t>
            </w:r>
            <w:r w:rsidRPr="009647FC">
              <w:rPr>
                <w:rtl/>
              </w:rPr>
              <w:t>إلى</w:t>
            </w:r>
            <w:r>
              <w:rPr>
                <w:rtl/>
              </w:rPr>
              <w:t xml:space="preserve"> </w:t>
            </w:r>
            <w:r w:rsidRPr="009647FC">
              <w:rPr>
                <w:rtl/>
              </w:rPr>
              <w:t>غمدهِ</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وكلُّ</w:t>
            </w:r>
            <w:r>
              <w:rPr>
                <w:rtl/>
              </w:rPr>
              <w:t xml:space="preserve"> </w:t>
            </w:r>
            <w:r w:rsidRPr="009647FC">
              <w:rPr>
                <w:rtl/>
              </w:rPr>
              <w:t>حيٍّ</w:t>
            </w:r>
            <w:r>
              <w:rPr>
                <w:rtl/>
              </w:rPr>
              <w:t xml:space="preserve"> </w:t>
            </w:r>
            <w:r w:rsidRPr="009647FC">
              <w:rPr>
                <w:rtl/>
              </w:rPr>
              <w:t>عيشه</w:t>
            </w:r>
            <w:r>
              <w:rPr>
                <w:rtl/>
              </w:rPr>
              <w:t xml:space="preserve"> </w:t>
            </w:r>
            <w:r w:rsidRPr="009647FC">
              <w:rPr>
                <w:rtl/>
              </w:rPr>
              <w:t>منهلٌ</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ما</w:t>
            </w:r>
            <w:r>
              <w:rPr>
                <w:rtl/>
              </w:rPr>
              <w:t xml:space="preserve"> </w:t>
            </w:r>
            <w:r w:rsidRPr="009647FC">
              <w:rPr>
                <w:rtl/>
              </w:rPr>
              <w:t>أقرب</w:t>
            </w:r>
            <w:r>
              <w:rPr>
                <w:rtl/>
              </w:rPr>
              <w:t xml:space="preserve"> </w:t>
            </w:r>
            <w:r w:rsidRPr="009647FC">
              <w:rPr>
                <w:rtl/>
              </w:rPr>
              <w:t>الإصدار</w:t>
            </w:r>
            <w:r>
              <w:rPr>
                <w:rtl/>
              </w:rPr>
              <w:t xml:space="preserve">َ </w:t>
            </w:r>
            <w:r w:rsidRPr="009647FC">
              <w:rPr>
                <w:rtl/>
              </w:rPr>
              <w:t>من</w:t>
            </w:r>
            <w:r>
              <w:rPr>
                <w:rtl/>
              </w:rPr>
              <w:t xml:space="preserve"> </w:t>
            </w:r>
            <w:r w:rsidRPr="009647FC">
              <w:rPr>
                <w:rtl/>
              </w:rPr>
              <w:t>وردهِ</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هذا البيت سقط من الديوان المطبوع</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لمأوى</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وقال راثياً الحاج محمد جواد كبّه</w:t>
      </w:r>
      <w:r w:rsidR="00D769AB">
        <w:rPr>
          <w:rtl/>
        </w:rPr>
        <w:t>،</w:t>
      </w:r>
      <w:r w:rsidRPr="009647FC">
        <w:rPr>
          <w:rtl/>
        </w:rPr>
        <w:t xml:space="preserve"> وقد صادف موته مجي‌ء الحاج مصطفى كبّه من الحج</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1517A4" w:rsidRPr="00524A24" w:rsidTr="001517A4">
        <w:trPr>
          <w:trHeight w:val="350"/>
        </w:trPr>
        <w:tc>
          <w:tcPr>
            <w:tcW w:w="3902" w:type="dxa"/>
          </w:tcPr>
          <w:p w:rsidR="001517A4" w:rsidRPr="00524A24" w:rsidRDefault="001517A4" w:rsidP="008D3009">
            <w:pPr>
              <w:pStyle w:val="libPoem"/>
            </w:pPr>
            <w:r w:rsidRPr="009647FC">
              <w:rPr>
                <w:rtl/>
              </w:rPr>
              <w:t>أأهن</w:t>
            </w:r>
            <w:r w:rsidRPr="00B371C6">
              <w:rPr>
                <w:rtl/>
              </w:rPr>
              <w:t>ّ</w:t>
            </w:r>
            <w:r w:rsidRPr="009647FC">
              <w:rPr>
                <w:rtl/>
              </w:rPr>
              <w:t>يك</w:t>
            </w:r>
            <w:r>
              <w:rPr>
                <w:rtl/>
              </w:rPr>
              <w:t xml:space="preserve"> </w:t>
            </w:r>
            <w:r w:rsidRPr="009647FC">
              <w:rPr>
                <w:rtl/>
              </w:rPr>
              <w:t>قائلاً</w:t>
            </w:r>
            <w:r>
              <w:rPr>
                <w:rtl/>
              </w:rPr>
              <w:t xml:space="preserve"> </w:t>
            </w:r>
            <w:r w:rsidRPr="009647FC">
              <w:rPr>
                <w:rtl/>
              </w:rPr>
              <w:t>لك</w:t>
            </w:r>
            <w:r>
              <w:rPr>
                <w:rtl/>
              </w:rPr>
              <w:t xml:space="preserve"> </w:t>
            </w:r>
            <w:r w:rsidRPr="009647FC">
              <w:rPr>
                <w:rtl/>
              </w:rPr>
              <w:t>بشرى</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أم</w:t>
            </w:r>
            <w:r>
              <w:rPr>
                <w:rtl/>
              </w:rPr>
              <w:t xml:space="preserve"> </w:t>
            </w:r>
            <w:r w:rsidRPr="009647FC">
              <w:rPr>
                <w:rtl/>
              </w:rPr>
              <w:t>اُعزِّيك</w:t>
            </w:r>
            <w:r>
              <w:rPr>
                <w:rtl/>
              </w:rPr>
              <w:t xml:space="preserve"> </w:t>
            </w:r>
            <w:r w:rsidRPr="009647FC">
              <w:rPr>
                <w:rtl/>
              </w:rPr>
              <w:t>قائلاً</w:t>
            </w:r>
            <w:r>
              <w:rPr>
                <w:rtl/>
              </w:rPr>
              <w:t xml:space="preserve"> </w:t>
            </w:r>
            <w:r w:rsidRPr="009647FC">
              <w:rPr>
                <w:rtl/>
              </w:rPr>
              <w:t>لك</w:t>
            </w:r>
            <w:r>
              <w:rPr>
                <w:rtl/>
              </w:rPr>
              <w:t xml:space="preserve"> </w:t>
            </w:r>
            <w:r w:rsidRPr="009647FC">
              <w:rPr>
                <w:rtl/>
              </w:rPr>
              <w:t>صبرا؟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فرحة</w:t>
            </w:r>
            <w:r>
              <w:rPr>
                <w:rtl/>
              </w:rPr>
              <w:t xml:space="preserve"> </w:t>
            </w:r>
            <w:r w:rsidRPr="009647FC">
              <w:rPr>
                <w:rtl/>
              </w:rPr>
              <w:t>أردفت</w:t>
            </w:r>
            <w:r>
              <w:rPr>
                <w:rtl/>
              </w:rPr>
              <w:t xml:space="preserve"> </w:t>
            </w:r>
            <w:r w:rsidRPr="009647FC">
              <w:rPr>
                <w:rtl/>
              </w:rPr>
              <w:t>بترحة</w:t>
            </w:r>
            <w:r>
              <w:rPr>
                <w:rtl/>
              </w:rPr>
              <w:t xml:space="preserve"> </w:t>
            </w:r>
            <w:r w:rsidRPr="009647FC">
              <w:rPr>
                <w:rtl/>
              </w:rPr>
              <w:t>ثكلٍ</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ساء</w:t>
            </w:r>
            <w:r w:rsidR="004C00A8">
              <w:rPr>
                <w:rtl/>
              </w:rPr>
              <w:t xml:space="preserve"> </w:t>
            </w:r>
            <w:r w:rsidRPr="009647FC">
              <w:rPr>
                <w:rtl/>
              </w:rPr>
              <w:t>فيها</w:t>
            </w:r>
            <w:r>
              <w:rPr>
                <w:rtl/>
              </w:rPr>
              <w:t xml:space="preserve"> </w:t>
            </w:r>
            <w:r w:rsidRPr="009647FC">
              <w:rPr>
                <w:rtl/>
              </w:rPr>
              <w:t>الزمانُ</w:t>
            </w:r>
            <w:r>
              <w:rPr>
                <w:rtl/>
              </w:rPr>
              <w:t xml:space="preserve"> </w:t>
            </w:r>
            <w:r w:rsidRPr="009647FC">
              <w:rPr>
                <w:rtl/>
              </w:rPr>
              <w:t>ساعة</w:t>
            </w:r>
            <w:r>
              <w:rPr>
                <w:rtl/>
              </w:rPr>
              <w:t xml:space="preserve">َ </w:t>
            </w:r>
            <w:r w:rsidRPr="009647FC">
              <w:rPr>
                <w:rtl/>
              </w:rPr>
              <w:t>سرّا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شفعت</w:t>
            </w:r>
            <w:r>
              <w:rPr>
                <w:rtl/>
              </w:rPr>
              <w:t xml:space="preserve"> </w:t>
            </w:r>
            <w:r w:rsidRPr="009647FC">
              <w:rPr>
                <w:rtl/>
              </w:rPr>
              <w:t>فيه</w:t>
            </w:r>
            <w:r>
              <w:rPr>
                <w:rtl/>
              </w:rPr>
              <w:t xml:space="preserve"> </w:t>
            </w:r>
            <w:r w:rsidRPr="009647FC">
              <w:rPr>
                <w:rtl/>
              </w:rPr>
              <w:t>أوبةٌ</w:t>
            </w:r>
            <w:r>
              <w:rPr>
                <w:rtl/>
              </w:rPr>
              <w:t xml:space="preserve"> </w:t>
            </w:r>
            <w:r w:rsidRPr="009647FC">
              <w:rPr>
                <w:rtl/>
              </w:rPr>
              <w:t>بذهابٍ</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فمنحنا</w:t>
            </w:r>
            <w:r w:rsidR="004C00A8">
              <w:rPr>
                <w:rtl/>
              </w:rPr>
              <w:t xml:space="preserve"> </w:t>
            </w:r>
            <w:r w:rsidRPr="009647FC">
              <w:rPr>
                <w:rtl/>
              </w:rPr>
              <w:t>سجلين</w:t>
            </w:r>
            <w:r>
              <w:rPr>
                <w:rtl/>
              </w:rPr>
              <w:t xml:space="preserve"> </w:t>
            </w:r>
            <w:r w:rsidRPr="009647FC">
              <w:rPr>
                <w:rtl/>
              </w:rPr>
              <w:t>نفعاً</w:t>
            </w:r>
            <w:r>
              <w:rPr>
                <w:rtl/>
              </w:rPr>
              <w:t xml:space="preserve"> </w:t>
            </w:r>
            <w:r w:rsidRPr="009647FC">
              <w:rPr>
                <w:rtl/>
              </w:rPr>
              <w:t>وضرّا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ملا بالسرور</w:t>
            </w:r>
            <w:r>
              <w:rPr>
                <w:rtl/>
              </w:rPr>
              <w:t xml:space="preserve"> </w:t>
            </w:r>
            <w:r w:rsidRPr="009647FC">
              <w:rPr>
                <w:rtl/>
              </w:rPr>
              <w:t>للمجد</w:t>
            </w:r>
            <w:r>
              <w:rPr>
                <w:rtl/>
              </w:rPr>
              <w:t xml:space="preserve"> </w:t>
            </w:r>
            <w:r w:rsidRPr="009647FC">
              <w:rPr>
                <w:rtl/>
              </w:rPr>
              <w:t>شطرا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من</w:t>
            </w:r>
            <w:r>
              <w:rPr>
                <w:rtl/>
              </w:rPr>
              <w:t xml:space="preserve"> </w:t>
            </w:r>
            <w:r w:rsidRPr="009647FC">
              <w:rPr>
                <w:rtl/>
              </w:rPr>
              <w:t>حشاه</w:t>
            </w:r>
            <w:r>
              <w:rPr>
                <w:rtl/>
              </w:rPr>
              <w:t xml:space="preserve"> </w:t>
            </w:r>
            <w:r w:rsidRPr="009647FC">
              <w:rPr>
                <w:rtl/>
              </w:rPr>
              <w:t>وبالكآبة</w:t>
            </w:r>
            <w:r>
              <w:rPr>
                <w:rtl/>
              </w:rPr>
              <w:t xml:space="preserve"> </w:t>
            </w:r>
            <w:r w:rsidRPr="009647FC">
              <w:rPr>
                <w:rtl/>
              </w:rPr>
              <w:t>شطرا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زمنٌ</w:t>
            </w:r>
            <w:r w:rsidR="004C00A8">
              <w:rPr>
                <w:rtl/>
              </w:rPr>
              <w:t xml:space="preserve"> </w:t>
            </w:r>
            <w:r w:rsidRPr="009647FC">
              <w:rPr>
                <w:rtl/>
              </w:rPr>
              <w:t>آب</w:t>
            </w:r>
            <w:r>
              <w:rPr>
                <w:rtl/>
              </w:rPr>
              <w:t xml:space="preserve"> </w:t>
            </w:r>
            <w:r w:rsidRPr="009647FC">
              <w:rPr>
                <w:rtl/>
              </w:rPr>
              <w:t>بالسعود</w:t>
            </w:r>
            <w:r>
              <w:rPr>
                <w:rtl/>
              </w:rPr>
              <w:t xml:space="preserve"> </w:t>
            </w:r>
            <w:r w:rsidRPr="009647FC">
              <w:rPr>
                <w:rtl/>
              </w:rPr>
              <w:t>حميدا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بعدما</w:t>
            </w:r>
            <w:r>
              <w:rPr>
                <w:rtl/>
              </w:rPr>
              <w:t xml:space="preserve"> </w:t>
            </w:r>
            <w:r w:rsidRPr="009647FC">
              <w:rPr>
                <w:rtl/>
              </w:rPr>
              <w:t>أقلق</w:t>
            </w:r>
            <w:r>
              <w:rPr>
                <w:rtl/>
              </w:rPr>
              <w:t xml:space="preserve"> </w:t>
            </w:r>
            <w:r w:rsidRPr="009647FC">
              <w:rPr>
                <w:rtl/>
              </w:rPr>
              <w:t>الركائب</w:t>
            </w:r>
            <w:r>
              <w:rPr>
                <w:rtl/>
              </w:rPr>
              <w:t xml:space="preserve"> </w:t>
            </w:r>
            <w:r w:rsidRPr="009647FC">
              <w:rPr>
                <w:rtl/>
              </w:rPr>
              <w:t>عصرا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قلت</w:t>
            </w:r>
            <w:r>
              <w:rPr>
                <w:rtl/>
              </w:rPr>
              <w:t xml:space="preserve"> </w:t>
            </w:r>
            <w:r w:rsidRPr="009647FC">
              <w:rPr>
                <w:rtl/>
              </w:rPr>
              <w:t>ألقى</w:t>
            </w:r>
            <w:r>
              <w:rPr>
                <w:rtl/>
              </w:rPr>
              <w:t xml:space="preserve"> </w:t>
            </w:r>
            <w:r w:rsidRPr="009647FC">
              <w:rPr>
                <w:rtl/>
              </w:rPr>
              <w:t>العصا</w:t>
            </w:r>
            <w:r>
              <w:rPr>
                <w:rtl/>
              </w:rPr>
              <w:t xml:space="preserve"> </w:t>
            </w:r>
            <w:r w:rsidRPr="009647FC">
              <w:rPr>
                <w:rtl/>
              </w:rPr>
              <w:t>وما</w:t>
            </w:r>
            <w:r>
              <w:rPr>
                <w:rtl/>
              </w:rPr>
              <w:t xml:space="preserve"> </w:t>
            </w:r>
            <w:r w:rsidRPr="009647FC">
              <w:rPr>
                <w:rtl/>
              </w:rPr>
              <w:t>كنتُ</w:t>
            </w:r>
            <w:r>
              <w:rPr>
                <w:rtl/>
              </w:rPr>
              <w:t xml:space="preserve"> </w:t>
            </w:r>
            <w:r w:rsidRPr="009647FC">
              <w:rPr>
                <w:rtl/>
              </w:rPr>
              <w:t>أدري</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أنّ</w:t>
            </w:r>
            <w:r>
              <w:rPr>
                <w:rtl/>
              </w:rPr>
              <w:t>َ</w:t>
            </w:r>
            <w:r w:rsidR="004C00A8">
              <w:rPr>
                <w:rtl/>
              </w:rPr>
              <w:t xml:space="preserve"> </w:t>
            </w:r>
            <w:r w:rsidRPr="009647FC">
              <w:rPr>
                <w:rtl/>
              </w:rPr>
              <w:t>فيها</w:t>
            </w:r>
            <w:r>
              <w:rPr>
                <w:rtl/>
              </w:rPr>
              <w:t xml:space="preserve"> </w:t>
            </w:r>
            <w:r w:rsidRPr="009647FC">
              <w:rPr>
                <w:rtl/>
              </w:rPr>
              <w:t>له</w:t>
            </w:r>
            <w:r>
              <w:rPr>
                <w:rtl/>
              </w:rPr>
              <w:t xml:space="preserve"> </w:t>
            </w:r>
            <w:r w:rsidRPr="009647FC">
              <w:rPr>
                <w:rtl/>
              </w:rPr>
              <w:t>مآرب</w:t>
            </w:r>
            <w:r>
              <w:rPr>
                <w:rtl/>
              </w:rPr>
              <w:t xml:space="preserve">َ </w:t>
            </w:r>
            <w:r w:rsidRPr="009647FC">
              <w:rPr>
                <w:rtl/>
              </w:rPr>
              <w:t>أُخرى</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بينما</w:t>
            </w:r>
            <w:r w:rsidR="004C00A8">
              <w:rPr>
                <w:rtl/>
              </w:rPr>
              <w:t xml:space="preserve"> </w:t>
            </w:r>
            <w:r w:rsidRPr="009647FC">
              <w:rPr>
                <w:rtl/>
              </w:rPr>
              <w:t>تكتسي</w:t>
            </w:r>
            <w:r>
              <w:rPr>
                <w:rtl/>
              </w:rPr>
              <w:t xml:space="preserve"> </w:t>
            </w:r>
            <w:r w:rsidRPr="009647FC">
              <w:rPr>
                <w:rtl/>
              </w:rPr>
              <w:t>وجوهُ</w:t>
            </w:r>
            <w:r>
              <w:rPr>
                <w:rtl/>
              </w:rPr>
              <w:t xml:space="preserve"> </w:t>
            </w:r>
            <w:r w:rsidRPr="009647FC">
              <w:rPr>
                <w:rtl/>
              </w:rPr>
              <w:t>الليالي</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رونقاً</w:t>
            </w:r>
            <w:r w:rsidR="004C00A8">
              <w:rPr>
                <w:rtl/>
              </w:rPr>
              <w:t xml:space="preserve"> </w:t>
            </w:r>
            <w:r w:rsidRPr="009647FC">
              <w:rPr>
                <w:rtl/>
              </w:rPr>
              <w:t>للسرور</w:t>
            </w:r>
            <w:r>
              <w:rPr>
                <w:rtl/>
              </w:rPr>
              <w:t xml:space="preserve"> </w:t>
            </w:r>
            <w:r w:rsidRPr="009647FC">
              <w:rPr>
                <w:rtl/>
              </w:rPr>
              <w:t>إذ</w:t>
            </w:r>
            <w:r>
              <w:rPr>
                <w:rtl/>
              </w:rPr>
              <w:t xml:space="preserve"> </w:t>
            </w:r>
            <w:r w:rsidRPr="009647FC">
              <w:rPr>
                <w:rtl/>
              </w:rPr>
              <w:t>عدن</w:t>
            </w:r>
            <w:r>
              <w:rPr>
                <w:rtl/>
              </w:rPr>
              <w:t xml:space="preserve"> </w:t>
            </w:r>
            <w:r w:rsidRPr="009647FC">
              <w:rPr>
                <w:rtl/>
              </w:rPr>
              <w:t>غبرا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خيرُ</w:t>
            </w:r>
            <w:r w:rsidR="004C00A8">
              <w:rPr>
                <w:rtl/>
              </w:rPr>
              <w:t xml:space="preserve"> </w:t>
            </w:r>
            <w:r w:rsidRPr="009647FC">
              <w:rPr>
                <w:rtl/>
              </w:rPr>
              <w:t>يومٍ</w:t>
            </w:r>
            <w:r>
              <w:rPr>
                <w:rtl/>
              </w:rPr>
              <w:t xml:space="preserve"> </w:t>
            </w:r>
            <w:r w:rsidRPr="009647FC">
              <w:rPr>
                <w:rtl/>
              </w:rPr>
              <w:t>بدا</w:t>
            </w:r>
            <w:r>
              <w:rPr>
                <w:rtl/>
              </w:rPr>
              <w:t xml:space="preserve"> </w:t>
            </w:r>
            <w:r w:rsidRPr="009647FC">
              <w:rPr>
                <w:rtl/>
              </w:rPr>
              <w:t>بحلّ</w:t>
            </w:r>
            <w:r>
              <w:rPr>
                <w:rtl/>
              </w:rPr>
              <w:t>َ</w:t>
            </w:r>
            <w:r w:rsidRPr="009647FC">
              <w:rPr>
                <w:rtl/>
              </w:rPr>
              <w:t>ة</w:t>
            </w:r>
            <w:r>
              <w:rPr>
                <w:rtl/>
              </w:rPr>
              <w:t xml:space="preserve"> </w:t>
            </w:r>
            <w:r w:rsidRPr="009647FC">
              <w:rPr>
                <w:rtl/>
              </w:rPr>
              <w:t>زهوٍ</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ما له</w:t>
            </w:r>
            <w:r>
              <w:rPr>
                <w:rtl/>
              </w:rPr>
              <w:t xml:space="preserve"> </w:t>
            </w:r>
            <w:r w:rsidRPr="009647FC">
              <w:rPr>
                <w:rtl/>
              </w:rPr>
              <w:t>تحتها</w:t>
            </w:r>
            <w:r>
              <w:rPr>
                <w:rtl/>
              </w:rPr>
              <w:t xml:space="preserve"> (</w:t>
            </w:r>
            <w:r w:rsidRPr="009647FC">
              <w:rPr>
                <w:rtl/>
              </w:rPr>
              <w:t>تأبّ</w:t>
            </w:r>
            <w:r w:rsidRPr="00B371C6">
              <w:rPr>
                <w:rtl/>
              </w:rPr>
              <w:t>َ</w:t>
            </w:r>
            <w:r w:rsidRPr="009647FC">
              <w:rPr>
                <w:rtl/>
              </w:rPr>
              <w:t>ط</w:t>
            </w:r>
            <w:r>
              <w:rPr>
                <w:rtl/>
              </w:rPr>
              <w:t xml:space="preserve"> </w:t>
            </w:r>
            <w:r w:rsidRPr="009647FC">
              <w:rPr>
                <w:rtl/>
              </w:rPr>
              <w:t>ش</w:t>
            </w:r>
            <w:r>
              <w:rPr>
                <w:rtl/>
              </w:rPr>
              <w:t>َ</w:t>
            </w:r>
            <w:r w:rsidRPr="009647FC">
              <w:rPr>
                <w:rtl/>
              </w:rPr>
              <w:t>رّا</w:t>
            </w:r>
            <w:r>
              <w:rPr>
                <w:rtl/>
              </w:rPr>
              <w:t>)</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يا</w:t>
            </w:r>
            <w:r w:rsidR="004C00A8">
              <w:rPr>
                <w:rtl/>
              </w:rPr>
              <w:t xml:space="preserve"> </w:t>
            </w:r>
            <w:r w:rsidRPr="009647FC">
              <w:rPr>
                <w:rtl/>
              </w:rPr>
              <w:t>خليليّ</w:t>
            </w:r>
            <w:r>
              <w:rPr>
                <w:rtl/>
              </w:rPr>
              <w:t xml:space="preserve">َ </w:t>
            </w:r>
            <w:r w:rsidRPr="009647FC">
              <w:rPr>
                <w:rtl/>
              </w:rPr>
              <w:t>والحديثُ</w:t>
            </w:r>
            <w:r>
              <w:rPr>
                <w:rtl/>
              </w:rPr>
              <w:t xml:space="preserve"> </w:t>
            </w:r>
            <w:r w:rsidRPr="009647FC">
              <w:rPr>
                <w:rtl/>
              </w:rPr>
              <w:t>شجونٌ</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فأجيلا</w:t>
            </w:r>
            <w:r w:rsidR="004C00A8">
              <w:rPr>
                <w:rtl/>
              </w:rPr>
              <w:t xml:space="preserve"> </w:t>
            </w:r>
            <w:r w:rsidRPr="009647FC">
              <w:rPr>
                <w:rtl/>
              </w:rPr>
              <w:t>معي</w:t>
            </w:r>
            <w:r>
              <w:rPr>
                <w:rtl/>
              </w:rPr>
              <w:t xml:space="preserve"> </w:t>
            </w:r>
            <w:r w:rsidRPr="009647FC">
              <w:rPr>
                <w:rtl/>
              </w:rPr>
              <w:t>إلى</w:t>
            </w:r>
            <w:r>
              <w:rPr>
                <w:rtl/>
              </w:rPr>
              <w:t xml:space="preserve"> </w:t>
            </w:r>
            <w:r w:rsidRPr="009647FC">
              <w:rPr>
                <w:rtl/>
              </w:rPr>
              <w:t>الحزم</w:t>
            </w:r>
            <w:r>
              <w:rPr>
                <w:rtl/>
              </w:rPr>
              <w:t xml:space="preserve"> </w:t>
            </w:r>
            <w:r w:rsidRPr="009647FC">
              <w:rPr>
                <w:rtl/>
              </w:rPr>
              <w:t>فكرا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خبراني</w:t>
            </w:r>
            <w:r w:rsidR="004C00A8">
              <w:rPr>
                <w:rtl/>
              </w:rPr>
              <w:t xml:space="preserve"> </w:t>
            </w:r>
            <w:r w:rsidRPr="009647FC">
              <w:rPr>
                <w:rtl/>
              </w:rPr>
              <w:t>عن</w:t>
            </w:r>
            <w:r>
              <w:rPr>
                <w:rtl/>
              </w:rPr>
              <w:t xml:space="preserve"> </w:t>
            </w:r>
            <w:r w:rsidRPr="009647FC">
              <w:rPr>
                <w:rtl/>
              </w:rPr>
              <w:t>الصواب</w:t>
            </w:r>
            <w:r>
              <w:rPr>
                <w:rtl/>
              </w:rPr>
              <w:t xml:space="preserve"> </w:t>
            </w:r>
            <w:r w:rsidRPr="009647FC">
              <w:rPr>
                <w:rtl/>
              </w:rPr>
              <w:t>برشدٍ</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إن</w:t>
            </w:r>
            <w:r>
              <w:rPr>
                <w:rtl/>
              </w:rPr>
              <w:t xml:space="preserve"> </w:t>
            </w:r>
            <w:r w:rsidRPr="009647FC">
              <w:rPr>
                <w:rtl/>
              </w:rPr>
              <w:t>تكونا</w:t>
            </w:r>
            <w:r>
              <w:rPr>
                <w:rtl/>
              </w:rPr>
              <w:t xml:space="preserve"> </w:t>
            </w:r>
            <w:r w:rsidRPr="009647FC">
              <w:rPr>
                <w:rtl/>
              </w:rPr>
              <w:t>أحطتما</w:t>
            </w:r>
            <w:r>
              <w:rPr>
                <w:rtl/>
              </w:rPr>
              <w:t xml:space="preserve"> </w:t>
            </w:r>
            <w:r w:rsidRPr="009647FC">
              <w:rPr>
                <w:rtl/>
              </w:rPr>
              <w:t>فيه</w:t>
            </w:r>
            <w:r>
              <w:rPr>
                <w:rtl/>
              </w:rPr>
              <w:t xml:space="preserve"> </w:t>
            </w:r>
            <w:r w:rsidRPr="009647FC">
              <w:rPr>
                <w:rtl/>
              </w:rPr>
              <w:t>خبرا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كان</w:t>
            </w:r>
            <w:r w:rsidR="004C00A8">
              <w:rPr>
                <w:rtl/>
              </w:rPr>
              <w:t xml:space="preserve"> </w:t>
            </w:r>
            <w:r w:rsidRPr="009647FC">
              <w:rPr>
                <w:rtl/>
              </w:rPr>
              <w:t>لي</w:t>
            </w:r>
            <w:r>
              <w:rPr>
                <w:rtl/>
              </w:rPr>
              <w:t xml:space="preserve"> </w:t>
            </w:r>
            <w:r w:rsidRPr="009647FC">
              <w:rPr>
                <w:rtl/>
              </w:rPr>
              <w:t>في</w:t>
            </w:r>
            <w:r>
              <w:rPr>
                <w:rtl/>
              </w:rPr>
              <w:t xml:space="preserve"> </w:t>
            </w:r>
            <w:r w:rsidRPr="009647FC">
              <w:rPr>
                <w:rtl/>
              </w:rPr>
              <w:t>الأمور</w:t>
            </w:r>
            <w:r>
              <w:rPr>
                <w:rtl/>
              </w:rPr>
              <w:t xml:space="preserve"> </w:t>
            </w:r>
            <w:r w:rsidRPr="009647FC">
              <w:rPr>
                <w:rtl/>
              </w:rPr>
              <w:t>قلبٌ</w:t>
            </w:r>
            <w:r>
              <w:rPr>
                <w:rtl/>
              </w:rPr>
              <w:t xml:space="preserve"> </w:t>
            </w:r>
            <w:r w:rsidRPr="009647FC">
              <w:rPr>
                <w:rtl/>
              </w:rPr>
              <w:t>ولكن</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بمقاديم</w:t>
            </w:r>
            <w:r w:rsidR="004C00A8">
              <w:rPr>
                <w:rtl/>
              </w:rPr>
              <w:t xml:space="preserve"> </w:t>
            </w:r>
            <w:r w:rsidRPr="009647FC">
              <w:rPr>
                <w:rtl/>
              </w:rPr>
              <w:t>دهشتي</w:t>
            </w:r>
            <w:r>
              <w:rPr>
                <w:rtl/>
              </w:rPr>
              <w:t xml:space="preserve"> </w:t>
            </w:r>
            <w:r w:rsidRPr="009647FC">
              <w:rPr>
                <w:rtl/>
              </w:rPr>
              <w:t>طار</w:t>
            </w:r>
            <w:r>
              <w:rPr>
                <w:rtl/>
              </w:rPr>
              <w:t xml:space="preserve"> </w:t>
            </w:r>
            <w:r w:rsidRPr="009647FC">
              <w:rPr>
                <w:rtl/>
              </w:rPr>
              <w:t>ذعرا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قد</w:t>
            </w:r>
            <w:r>
              <w:rPr>
                <w:rtl/>
              </w:rPr>
              <w:t xml:space="preserve"> </w:t>
            </w:r>
            <w:r w:rsidRPr="009647FC">
              <w:rPr>
                <w:rtl/>
              </w:rPr>
              <w:t>وفدنا</w:t>
            </w:r>
            <w:r>
              <w:rPr>
                <w:rtl/>
              </w:rPr>
              <w:t xml:space="preserve"> </w:t>
            </w:r>
            <w:r w:rsidRPr="009647FC">
              <w:rPr>
                <w:rtl/>
              </w:rPr>
              <w:t>لكي</w:t>
            </w:r>
            <w:r>
              <w:rPr>
                <w:rtl/>
              </w:rPr>
              <w:t xml:space="preserve"> </w:t>
            </w:r>
            <w:r w:rsidRPr="009647FC">
              <w:rPr>
                <w:rtl/>
              </w:rPr>
              <w:t>نهنّي</w:t>
            </w:r>
            <w:r>
              <w:rPr>
                <w:rtl/>
              </w:rPr>
              <w:t xml:space="preserve"> </w:t>
            </w:r>
            <w:r w:rsidRPr="009647FC">
              <w:rPr>
                <w:rtl/>
              </w:rPr>
              <w:t>المعالي</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فوجدنا</w:t>
            </w:r>
            <w:r w:rsidR="004C00A8">
              <w:rPr>
                <w:rtl/>
              </w:rPr>
              <w:t xml:space="preserve"> </w:t>
            </w:r>
            <w:r w:rsidRPr="009647FC">
              <w:rPr>
                <w:rtl/>
              </w:rPr>
              <w:t>العيون</w:t>
            </w:r>
            <w:r>
              <w:rPr>
                <w:rtl/>
              </w:rPr>
              <w:t xml:space="preserve">َ </w:t>
            </w:r>
            <w:r w:rsidRPr="009647FC">
              <w:rPr>
                <w:rtl/>
              </w:rPr>
              <w:t>منهنّ</w:t>
            </w:r>
            <w:r>
              <w:rPr>
                <w:rtl/>
              </w:rPr>
              <w:t xml:space="preserve">َ </w:t>
            </w:r>
            <w:r w:rsidRPr="009647FC">
              <w:rPr>
                <w:rtl/>
              </w:rPr>
              <w:t>عبرى</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فبماذا</w:t>
            </w:r>
            <w:r w:rsidR="004C00A8">
              <w:rPr>
                <w:rtl/>
              </w:rPr>
              <w:t xml:space="preserve"> </w:t>
            </w:r>
            <w:r w:rsidRPr="009647FC">
              <w:rPr>
                <w:rtl/>
              </w:rPr>
              <w:t>أواجهُ</w:t>
            </w:r>
            <w:r>
              <w:rPr>
                <w:rtl/>
              </w:rPr>
              <w:t xml:space="preserve"> </w:t>
            </w:r>
            <w:r w:rsidRPr="009647FC">
              <w:rPr>
                <w:rtl/>
              </w:rPr>
              <w:t>الفخر</w:t>
            </w:r>
            <w:r>
              <w:rPr>
                <w:rtl/>
              </w:rPr>
              <w:t xml:space="preserve">َ </w:t>
            </w:r>
            <w:r w:rsidRPr="009647FC">
              <w:rPr>
                <w:rtl/>
              </w:rPr>
              <w:t>أم</w:t>
            </w:r>
            <w:r>
              <w:rPr>
                <w:rtl/>
              </w:rPr>
              <w:t xml:space="preserve"> </w:t>
            </w:r>
            <w:r w:rsidRPr="009647FC">
              <w:rPr>
                <w:rtl/>
              </w:rPr>
              <w:t>في</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أيّ</w:t>
            </w:r>
            <w:r w:rsidR="004C00A8">
              <w:rPr>
                <w:rtl/>
              </w:rPr>
              <w:t xml:space="preserve"> </w:t>
            </w:r>
            <w:r w:rsidRPr="009647FC">
              <w:rPr>
                <w:rtl/>
              </w:rPr>
              <w:t>شيءٍ</w:t>
            </w:r>
            <w:r>
              <w:rPr>
                <w:rtl/>
              </w:rPr>
              <w:t xml:space="preserve"> </w:t>
            </w:r>
            <w:r w:rsidRPr="009647FC">
              <w:rPr>
                <w:rtl/>
              </w:rPr>
              <w:t>أخاطب</w:t>
            </w:r>
            <w:r>
              <w:rPr>
                <w:rtl/>
              </w:rPr>
              <w:t xml:space="preserve"> </w:t>
            </w:r>
            <w:r w:rsidRPr="009647FC">
              <w:rPr>
                <w:rtl/>
              </w:rPr>
              <w:t>المجد</w:t>
            </w:r>
            <w:r>
              <w:rPr>
                <w:rtl/>
              </w:rPr>
              <w:t xml:space="preserve">َ </w:t>
            </w:r>
            <w:r w:rsidRPr="009647FC">
              <w:rPr>
                <w:rtl/>
              </w:rPr>
              <w:t>جهرا؟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أبنعيٍ</w:t>
            </w:r>
            <w:r>
              <w:rPr>
                <w:rtl/>
              </w:rPr>
              <w:t xml:space="preserve"> </w:t>
            </w:r>
            <w:r w:rsidRPr="009647FC">
              <w:rPr>
                <w:rtl/>
              </w:rPr>
              <w:t>فأنثر</w:t>
            </w:r>
            <w:r>
              <w:rPr>
                <w:rtl/>
              </w:rPr>
              <w:t xml:space="preserve"> </w:t>
            </w:r>
            <w:r w:rsidRPr="009647FC">
              <w:rPr>
                <w:rtl/>
              </w:rPr>
              <w:t>الشجو</w:t>
            </w:r>
            <w:r>
              <w:rPr>
                <w:rtl/>
              </w:rPr>
              <w:t xml:space="preserve">َ </w:t>
            </w:r>
            <w:r w:rsidRPr="009647FC">
              <w:rPr>
                <w:rtl/>
              </w:rPr>
              <w:t>دمعا؟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أم</w:t>
            </w:r>
            <w:r w:rsidR="004C00A8">
              <w:rPr>
                <w:rtl/>
              </w:rPr>
              <w:t xml:space="preserve"> </w:t>
            </w:r>
            <w:r w:rsidRPr="009647FC">
              <w:rPr>
                <w:rtl/>
              </w:rPr>
              <w:t>اُحيِّ</w:t>
            </w:r>
            <w:r>
              <w:rPr>
                <w:rtl/>
              </w:rPr>
              <w:t xml:space="preserve"> </w:t>
            </w:r>
            <w:r w:rsidRPr="009647FC">
              <w:rPr>
                <w:rtl/>
              </w:rPr>
              <w:t>فأنظم</w:t>
            </w:r>
            <w:r>
              <w:rPr>
                <w:rtl/>
              </w:rPr>
              <w:t xml:space="preserve"> </w:t>
            </w:r>
            <w:r w:rsidRPr="009647FC">
              <w:rPr>
                <w:rtl/>
              </w:rPr>
              <w:t>السعد</w:t>
            </w:r>
            <w:r>
              <w:rPr>
                <w:rtl/>
              </w:rPr>
              <w:t xml:space="preserve">َ </w:t>
            </w:r>
            <w:r w:rsidRPr="009647FC">
              <w:rPr>
                <w:rtl/>
              </w:rPr>
              <w:t>شعرا؟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فالليالي</w:t>
            </w:r>
            <w:r>
              <w:rPr>
                <w:rtl/>
              </w:rPr>
              <w:t xml:space="preserve"> </w:t>
            </w:r>
            <w:r w:rsidRPr="009647FC">
              <w:rPr>
                <w:rtl/>
              </w:rPr>
              <w:t>أقررن</w:t>
            </w:r>
            <w:r>
              <w:rPr>
                <w:rtl/>
              </w:rPr>
              <w:t xml:space="preserve"> </w:t>
            </w:r>
            <w:r w:rsidRPr="009647FC">
              <w:rPr>
                <w:rtl/>
              </w:rPr>
              <w:t>للجود</w:t>
            </w:r>
            <w:r>
              <w:rPr>
                <w:rtl/>
              </w:rPr>
              <w:t xml:space="preserve"> </w:t>
            </w:r>
            <w:r w:rsidRPr="009647FC">
              <w:rPr>
                <w:rtl/>
              </w:rPr>
              <w:t>عينا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وعلى</w:t>
            </w:r>
            <w:r w:rsidR="004C00A8">
              <w:rPr>
                <w:rtl/>
              </w:rPr>
              <w:t xml:space="preserve"> </w:t>
            </w:r>
            <w:r w:rsidRPr="009647FC">
              <w:rPr>
                <w:rtl/>
              </w:rPr>
              <w:t>النعيِّ</w:t>
            </w:r>
            <w:r>
              <w:rPr>
                <w:rtl/>
              </w:rPr>
              <w:t xml:space="preserve"> </w:t>
            </w:r>
            <w:r w:rsidRPr="009647FC">
              <w:rPr>
                <w:rtl/>
              </w:rPr>
              <w:t>منه</w:t>
            </w:r>
            <w:r>
              <w:rPr>
                <w:rtl/>
              </w:rPr>
              <w:t xml:space="preserve"> </w:t>
            </w:r>
            <w:r w:rsidRPr="009647FC">
              <w:rPr>
                <w:rtl/>
              </w:rPr>
              <w:t>أقذين</w:t>
            </w:r>
            <w:r>
              <w:rPr>
                <w:rtl/>
              </w:rPr>
              <w:t xml:space="preserve"> </w:t>
            </w:r>
            <w:r w:rsidRPr="009647FC">
              <w:rPr>
                <w:rtl/>
              </w:rPr>
              <w:t>أخرى</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ومن</w:t>
            </w:r>
            <w:r>
              <w:rPr>
                <w:rtl/>
              </w:rPr>
              <w:t xml:space="preserve"> </w:t>
            </w:r>
            <w:r w:rsidRPr="009647FC">
              <w:rPr>
                <w:rtl/>
              </w:rPr>
              <w:t>المكرمات</w:t>
            </w:r>
            <w:r>
              <w:rPr>
                <w:rtl/>
              </w:rPr>
              <w:t xml:space="preserve"> </w:t>
            </w:r>
            <w:r w:rsidRPr="009647FC">
              <w:rPr>
                <w:rtl/>
              </w:rPr>
              <w:t>أبكين</w:t>
            </w:r>
            <w:r>
              <w:rPr>
                <w:rtl/>
              </w:rPr>
              <w:t xml:space="preserve"> </w:t>
            </w:r>
            <w:r w:rsidRPr="009647FC">
              <w:rPr>
                <w:rtl/>
              </w:rPr>
              <w:t>جفنا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بعدما</w:t>
            </w:r>
            <w:r w:rsidR="004C00A8">
              <w:rPr>
                <w:rtl/>
              </w:rPr>
              <w:t xml:space="preserve"> </w:t>
            </w:r>
            <w:r w:rsidRPr="009647FC">
              <w:rPr>
                <w:rtl/>
              </w:rPr>
              <w:t>للسعود</w:t>
            </w:r>
            <w:r>
              <w:rPr>
                <w:rtl/>
              </w:rPr>
              <w:t xml:space="preserve"> </w:t>
            </w:r>
            <w:r w:rsidRPr="009647FC">
              <w:rPr>
                <w:rtl/>
              </w:rPr>
              <w:t>أضحكن</w:t>
            </w:r>
            <w:r>
              <w:rPr>
                <w:rtl/>
              </w:rPr>
              <w:t xml:space="preserve"> </w:t>
            </w:r>
            <w:r w:rsidRPr="009647FC">
              <w:rPr>
                <w:rtl/>
              </w:rPr>
              <w:t>ثغرا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طبت</w:t>
            </w:r>
            <w:r>
              <w:rPr>
                <w:rtl/>
              </w:rPr>
              <w:t xml:space="preserve"> </w:t>
            </w:r>
            <w:r w:rsidRPr="009647FC">
              <w:rPr>
                <w:rtl/>
              </w:rPr>
              <w:t>يا</w:t>
            </w:r>
            <w:r>
              <w:rPr>
                <w:rtl/>
              </w:rPr>
              <w:t xml:space="preserve"> </w:t>
            </w:r>
            <w:r w:rsidRPr="009647FC">
              <w:rPr>
                <w:rtl/>
              </w:rPr>
              <w:t>أرضُ</w:t>
            </w:r>
            <w:r>
              <w:rPr>
                <w:rtl/>
              </w:rPr>
              <w:t xml:space="preserve"> </w:t>
            </w:r>
            <w:r w:rsidRPr="009647FC">
              <w:rPr>
                <w:rtl/>
              </w:rPr>
              <w:t>بين</w:t>
            </w:r>
            <w:r>
              <w:rPr>
                <w:rtl/>
              </w:rPr>
              <w:t xml:space="preserve"> </w:t>
            </w:r>
            <w:r w:rsidRPr="009647FC">
              <w:rPr>
                <w:rtl/>
              </w:rPr>
              <w:t>حيٍّ</w:t>
            </w:r>
            <w:r>
              <w:rPr>
                <w:rtl/>
              </w:rPr>
              <w:t xml:space="preserve"> </w:t>
            </w:r>
            <w:r w:rsidRPr="009647FC">
              <w:rPr>
                <w:rtl/>
              </w:rPr>
              <w:t>وميتٍ</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بالشذا</w:t>
            </w:r>
            <w:r w:rsidR="004C00A8">
              <w:rPr>
                <w:rtl/>
              </w:rPr>
              <w:t xml:space="preserve"> </w:t>
            </w:r>
            <w:r w:rsidRPr="009647FC">
              <w:rPr>
                <w:rtl/>
              </w:rPr>
              <w:t>عطرّاك</w:t>
            </w:r>
            <w:r>
              <w:rPr>
                <w:rtl/>
              </w:rPr>
              <w:t xml:space="preserve"> </w:t>
            </w:r>
            <w:r w:rsidRPr="009647FC">
              <w:rPr>
                <w:rtl/>
              </w:rPr>
              <w:t>بطناً</w:t>
            </w:r>
            <w:r>
              <w:rPr>
                <w:rtl/>
              </w:rPr>
              <w:t xml:space="preserve"> </w:t>
            </w:r>
            <w:r w:rsidRPr="009647FC">
              <w:rPr>
                <w:rtl/>
              </w:rPr>
              <w:t>وظهرا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فعزاءً</w:t>
            </w:r>
            <w:r w:rsidR="004C00A8">
              <w:rPr>
                <w:rtl/>
              </w:rPr>
              <w:t xml:space="preserve"> </w:t>
            </w:r>
            <w:r>
              <w:rPr>
                <w:rtl/>
              </w:rPr>
              <w:t>(</w:t>
            </w:r>
            <w:r w:rsidRPr="009647FC">
              <w:rPr>
                <w:rtl/>
              </w:rPr>
              <w:t>لمصطفى</w:t>
            </w:r>
            <w:r>
              <w:rPr>
                <w:rtl/>
              </w:rPr>
              <w:t xml:space="preserve">) </w:t>
            </w:r>
            <w:r w:rsidRPr="009647FC">
              <w:rPr>
                <w:rtl/>
              </w:rPr>
              <w:t>المجد</w:t>
            </w:r>
            <w:r>
              <w:rPr>
                <w:rtl/>
              </w:rPr>
              <w:t xml:space="preserve"> </w:t>
            </w:r>
            <w:r w:rsidRPr="009647FC">
              <w:rPr>
                <w:rtl/>
              </w:rPr>
              <w:t>عن</w:t>
            </w:r>
            <w:r>
              <w:rPr>
                <w:rtl/>
              </w:rPr>
              <w:t xml:space="preserve"> </w:t>
            </w:r>
            <w:r w:rsidRPr="009647FC">
              <w:rPr>
                <w:rtl/>
              </w:rPr>
              <w:t>م</w:t>
            </w:r>
            <w:r>
              <w:rPr>
                <w:rtl/>
              </w:rPr>
              <w:t>َ</w:t>
            </w:r>
            <w:r w:rsidRPr="009647FC">
              <w:rPr>
                <w:rtl/>
              </w:rPr>
              <w:t>نْ</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خلت</w:t>
            </w:r>
            <w:r w:rsidR="004C00A8">
              <w:rPr>
                <w:rtl/>
              </w:rPr>
              <w:t xml:space="preserve"> </w:t>
            </w:r>
            <w:r>
              <w:rPr>
                <w:rtl/>
              </w:rPr>
              <w:t>(</w:t>
            </w:r>
            <w:r w:rsidRPr="009647FC">
              <w:rPr>
                <w:rtl/>
              </w:rPr>
              <w:t>بالمصطفى</w:t>
            </w:r>
            <w:r>
              <w:rPr>
                <w:rtl/>
              </w:rPr>
              <w:t xml:space="preserve">) </w:t>
            </w:r>
            <w:r w:rsidRPr="009647FC">
              <w:rPr>
                <w:rtl/>
              </w:rPr>
              <w:t>أهنّيه</w:t>
            </w:r>
            <w:r>
              <w:rPr>
                <w:rtl/>
              </w:rPr>
              <w:t xml:space="preserve"> </w:t>
            </w:r>
            <w:r w:rsidRPr="009647FC">
              <w:rPr>
                <w:rtl/>
              </w:rPr>
              <w:t>بشرى</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رحلت</w:t>
            </w:r>
            <w:r w:rsidR="004C00A8">
              <w:rPr>
                <w:rtl/>
              </w:rPr>
              <w:t xml:space="preserve"> </w:t>
            </w:r>
            <w:r w:rsidRPr="009647FC">
              <w:rPr>
                <w:rtl/>
              </w:rPr>
              <w:t>بالجواد</w:t>
            </w:r>
            <w:r>
              <w:rPr>
                <w:rtl/>
              </w:rPr>
              <w:t xml:space="preserve"> </w:t>
            </w:r>
            <w:r w:rsidRPr="009647FC">
              <w:rPr>
                <w:rtl/>
              </w:rPr>
              <w:t>أيامُ</w:t>
            </w:r>
            <w:r>
              <w:rPr>
                <w:rtl/>
              </w:rPr>
              <w:t xml:space="preserve"> </w:t>
            </w:r>
            <w:r w:rsidRPr="009647FC">
              <w:rPr>
                <w:rtl/>
              </w:rPr>
              <w:t>دهرٍ</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أين</w:t>
            </w:r>
            <w:r>
              <w:rPr>
                <w:rtl/>
              </w:rPr>
              <w:t xml:space="preserve"> </w:t>
            </w:r>
            <w:r w:rsidRPr="009647FC">
              <w:rPr>
                <w:rtl/>
              </w:rPr>
              <w:t>مرّ</w:t>
            </w:r>
            <w:r>
              <w:rPr>
                <w:rtl/>
              </w:rPr>
              <w:t>َ</w:t>
            </w:r>
            <w:r w:rsidRPr="009647FC">
              <w:rPr>
                <w:rtl/>
              </w:rPr>
              <w:t>ت</w:t>
            </w:r>
            <w:r>
              <w:rPr>
                <w:rtl/>
              </w:rPr>
              <w:t xml:space="preserve"> </w:t>
            </w:r>
            <w:r w:rsidRPr="009647FC">
              <w:rPr>
                <w:rtl/>
              </w:rPr>
              <w:t>من</w:t>
            </w:r>
            <w:r>
              <w:rPr>
                <w:rtl/>
              </w:rPr>
              <w:t xml:space="preserve"> </w:t>
            </w:r>
            <w:r w:rsidRPr="009647FC">
              <w:rPr>
                <w:rtl/>
              </w:rPr>
              <w:t>بعده</w:t>
            </w:r>
            <w:r>
              <w:rPr>
                <w:rtl/>
              </w:rPr>
              <w:t xml:space="preserve"> </w:t>
            </w:r>
            <w:r w:rsidRPr="009647FC">
              <w:rPr>
                <w:rtl/>
              </w:rPr>
              <w:t>قيل</w:t>
            </w:r>
            <w:r>
              <w:rPr>
                <w:rtl/>
              </w:rPr>
              <w:t xml:space="preserve"> </w:t>
            </w:r>
            <w:r w:rsidRPr="009647FC">
              <w:rPr>
                <w:rtl/>
              </w:rPr>
              <w:t>عقرا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كان</w:t>
            </w:r>
            <w:r w:rsidR="004C00A8">
              <w:rPr>
                <w:rtl/>
              </w:rPr>
              <w:t xml:space="preserve"> </w:t>
            </w:r>
            <w:r w:rsidRPr="009647FC">
              <w:rPr>
                <w:rtl/>
              </w:rPr>
              <w:t>بالأمس</w:t>
            </w:r>
            <w:r>
              <w:rPr>
                <w:rtl/>
              </w:rPr>
              <w:t xml:space="preserve"> </w:t>
            </w:r>
            <w:r w:rsidRPr="009647FC">
              <w:rPr>
                <w:rtl/>
              </w:rPr>
              <w:t>أنظر</w:t>
            </w:r>
            <w:r>
              <w:rPr>
                <w:rtl/>
              </w:rPr>
              <w:t xml:space="preserve">َ </w:t>
            </w:r>
            <w:r w:rsidRPr="009647FC">
              <w:rPr>
                <w:rtl/>
              </w:rPr>
              <w:t>الناس</w:t>
            </w:r>
            <w:r>
              <w:rPr>
                <w:rtl/>
              </w:rPr>
              <w:t xml:space="preserve"> </w:t>
            </w:r>
            <w:r w:rsidRPr="009647FC">
              <w:rPr>
                <w:rtl/>
              </w:rPr>
              <w:t>ربعا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وهو</w:t>
            </w:r>
            <w:r>
              <w:rPr>
                <w:rtl/>
              </w:rPr>
              <w:t xml:space="preserve"> </w:t>
            </w:r>
            <w:r w:rsidRPr="009647FC">
              <w:rPr>
                <w:rtl/>
              </w:rPr>
              <w:t>اليوم</w:t>
            </w:r>
            <w:r>
              <w:rPr>
                <w:rtl/>
              </w:rPr>
              <w:t xml:space="preserve"> </w:t>
            </w:r>
            <w:r w:rsidRPr="009647FC">
              <w:rPr>
                <w:rtl/>
              </w:rPr>
              <w:t>أطيبُ</w:t>
            </w:r>
            <w:r>
              <w:rPr>
                <w:rtl/>
              </w:rPr>
              <w:t xml:space="preserve"> </w:t>
            </w:r>
            <w:r w:rsidRPr="009647FC">
              <w:rPr>
                <w:rtl/>
              </w:rPr>
              <w:t>الناس</w:t>
            </w:r>
            <w:r>
              <w:rPr>
                <w:rtl/>
              </w:rPr>
              <w:t xml:space="preserve"> </w:t>
            </w:r>
            <w:r w:rsidRPr="009647FC">
              <w:rPr>
                <w:rtl/>
              </w:rPr>
              <w:t>قبرا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يا</w:t>
            </w:r>
            <w:r w:rsidR="004C00A8">
              <w:rPr>
                <w:rtl/>
              </w:rPr>
              <w:t xml:space="preserve"> </w:t>
            </w:r>
            <w:r w:rsidRPr="009647FC">
              <w:rPr>
                <w:rtl/>
              </w:rPr>
              <w:t>بني</w:t>
            </w:r>
            <w:r>
              <w:rPr>
                <w:rtl/>
              </w:rPr>
              <w:t xml:space="preserve"> (</w:t>
            </w:r>
            <w:r w:rsidRPr="009647FC">
              <w:rPr>
                <w:rtl/>
              </w:rPr>
              <w:t>المصطفى</w:t>
            </w:r>
            <w:r>
              <w:rPr>
                <w:rtl/>
              </w:rPr>
              <w:t xml:space="preserve">) </w:t>
            </w:r>
            <w:r w:rsidRPr="009647FC">
              <w:rPr>
                <w:rtl/>
              </w:rPr>
              <w:t>وبيتُ</w:t>
            </w:r>
            <w:r>
              <w:rPr>
                <w:rtl/>
              </w:rPr>
              <w:t xml:space="preserve"> </w:t>
            </w:r>
            <w:r w:rsidRPr="009647FC">
              <w:rPr>
                <w:rtl/>
              </w:rPr>
              <w:t>نداكم</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قد</w:t>
            </w:r>
            <w:r>
              <w:rPr>
                <w:rtl/>
              </w:rPr>
              <w:t xml:space="preserve"> </w:t>
            </w:r>
            <w:r w:rsidRPr="009647FC">
              <w:rPr>
                <w:rtl/>
              </w:rPr>
              <w:t>بنى</w:t>
            </w:r>
            <w:r>
              <w:rPr>
                <w:rtl/>
              </w:rPr>
              <w:t xml:space="preserve"> </w:t>
            </w:r>
            <w:r w:rsidRPr="009647FC">
              <w:rPr>
                <w:rtl/>
              </w:rPr>
              <w:t>طائرُ</w:t>
            </w:r>
            <w:r>
              <w:rPr>
                <w:rtl/>
              </w:rPr>
              <w:t xml:space="preserve"> </w:t>
            </w:r>
            <w:r w:rsidRPr="009647FC">
              <w:rPr>
                <w:rtl/>
              </w:rPr>
              <w:t>الرجا</w:t>
            </w:r>
            <w:r>
              <w:rPr>
                <w:rtl/>
              </w:rPr>
              <w:t xml:space="preserve"> </w:t>
            </w:r>
            <w:r w:rsidRPr="009647FC">
              <w:rPr>
                <w:rtl/>
              </w:rPr>
              <w:t>فيه</w:t>
            </w:r>
            <w:r>
              <w:rPr>
                <w:rtl/>
              </w:rPr>
              <w:t xml:space="preserve"> </w:t>
            </w:r>
            <w:r w:rsidRPr="009647FC">
              <w:rPr>
                <w:rtl/>
              </w:rPr>
              <w:t>وكرا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1517A4" w:rsidRPr="00524A24" w:rsidTr="001517A4">
        <w:trPr>
          <w:trHeight w:val="350"/>
        </w:trPr>
        <w:tc>
          <w:tcPr>
            <w:tcW w:w="3902" w:type="dxa"/>
          </w:tcPr>
          <w:p w:rsidR="001517A4" w:rsidRPr="00524A24" w:rsidRDefault="001517A4" w:rsidP="008D3009">
            <w:pPr>
              <w:pStyle w:val="libPoem"/>
            </w:pPr>
            <w:r w:rsidRPr="009647FC">
              <w:rPr>
                <w:rtl/>
              </w:rPr>
              <w:lastRenderedPageBreak/>
              <w:t>شدتموه</w:t>
            </w:r>
            <w:r w:rsidR="004C00A8">
              <w:rPr>
                <w:rtl/>
              </w:rPr>
              <w:t xml:space="preserve"> </w:t>
            </w:r>
            <w:r w:rsidRPr="009647FC">
              <w:rPr>
                <w:rtl/>
              </w:rPr>
              <w:t>على</w:t>
            </w:r>
            <w:r>
              <w:rPr>
                <w:rtl/>
              </w:rPr>
              <w:t xml:space="preserve"> </w:t>
            </w:r>
            <w:r w:rsidRPr="009647FC">
              <w:rPr>
                <w:rtl/>
              </w:rPr>
              <w:t>التقى</w:t>
            </w:r>
            <w:r>
              <w:rPr>
                <w:rtl/>
              </w:rPr>
              <w:t xml:space="preserve"> </w:t>
            </w:r>
            <w:r w:rsidRPr="009647FC">
              <w:rPr>
                <w:rtl/>
              </w:rPr>
              <w:t>يهدمُ</w:t>
            </w:r>
            <w:r>
              <w:rPr>
                <w:rtl/>
              </w:rPr>
              <w:t xml:space="preserve"> </w:t>
            </w:r>
            <w:r w:rsidRPr="009647FC">
              <w:rPr>
                <w:rtl/>
              </w:rPr>
              <w:t>الدهر</w:t>
            </w:r>
            <w:r>
              <w:rPr>
                <w:rtl/>
              </w:rPr>
              <w:t>َ</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ويبقى</w:t>
            </w:r>
            <w:r>
              <w:rPr>
                <w:rtl/>
              </w:rPr>
              <w:t xml:space="preserve"> </w:t>
            </w:r>
            <w:r w:rsidRPr="009647FC">
              <w:rPr>
                <w:rtl/>
              </w:rPr>
              <w:t>بناؤه</w:t>
            </w:r>
            <w:r>
              <w:rPr>
                <w:rtl/>
              </w:rPr>
              <w:t xml:space="preserve"> </w:t>
            </w:r>
            <w:r w:rsidRPr="009647FC">
              <w:rPr>
                <w:rtl/>
              </w:rPr>
              <w:t>مشمخرا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لست</w:t>
            </w:r>
            <w:r w:rsidR="004C00A8">
              <w:rPr>
                <w:rtl/>
              </w:rPr>
              <w:t xml:space="preserve"> </w:t>
            </w:r>
            <w:r w:rsidRPr="009647FC">
              <w:rPr>
                <w:rtl/>
              </w:rPr>
              <w:t>أدري</w:t>
            </w:r>
            <w:r>
              <w:rPr>
                <w:rtl/>
              </w:rPr>
              <w:t xml:space="preserve"> </w:t>
            </w:r>
            <w:r w:rsidRPr="009647FC">
              <w:rPr>
                <w:rtl/>
              </w:rPr>
              <w:t>أأودع</w:t>
            </w:r>
            <w:r>
              <w:rPr>
                <w:rtl/>
              </w:rPr>
              <w:t xml:space="preserve">َ </w:t>
            </w:r>
            <w:r w:rsidRPr="009647FC">
              <w:rPr>
                <w:rtl/>
              </w:rPr>
              <w:t>المجدُ</w:t>
            </w:r>
            <w:r>
              <w:rPr>
                <w:rtl/>
              </w:rPr>
              <w:t xml:space="preserve"> </w:t>
            </w:r>
            <w:r w:rsidRPr="009647FC">
              <w:rPr>
                <w:rtl/>
              </w:rPr>
              <w:t>منكم</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بشراً</w:t>
            </w:r>
            <w:r>
              <w:rPr>
                <w:rtl/>
              </w:rPr>
              <w:t xml:space="preserve"> </w:t>
            </w:r>
            <w:r w:rsidRPr="009647FC">
              <w:rPr>
                <w:rtl/>
              </w:rPr>
              <w:t>فيه</w:t>
            </w:r>
            <w:r>
              <w:rPr>
                <w:rtl/>
              </w:rPr>
              <w:t xml:space="preserve"> </w:t>
            </w:r>
            <w:r w:rsidRPr="009647FC">
              <w:rPr>
                <w:rtl/>
              </w:rPr>
              <w:t>أم</w:t>
            </w:r>
            <w:r>
              <w:rPr>
                <w:rtl/>
              </w:rPr>
              <w:t xml:space="preserve"> </w:t>
            </w:r>
            <w:r w:rsidRPr="009647FC">
              <w:rPr>
                <w:rtl/>
              </w:rPr>
              <w:t>ملائك</w:t>
            </w:r>
            <w:r>
              <w:rPr>
                <w:rtl/>
              </w:rPr>
              <w:t xml:space="preserve"> </w:t>
            </w:r>
            <w:r w:rsidRPr="009647FC">
              <w:rPr>
                <w:rtl/>
              </w:rPr>
              <w:t>غرّا؟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خلّ</w:t>
            </w:r>
            <w:r>
              <w:rPr>
                <w:rtl/>
              </w:rPr>
              <w:t>َ</w:t>
            </w:r>
            <w:r w:rsidRPr="009647FC">
              <w:rPr>
                <w:rtl/>
              </w:rPr>
              <w:t>د</w:t>
            </w:r>
            <w:r w:rsidR="004C00A8">
              <w:rPr>
                <w:rtl/>
              </w:rPr>
              <w:t xml:space="preserve"> </w:t>
            </w:r>
            <w:r>
              <w:rPr>
                <w:rtl/>
              </w:rPr>
              <w:t>(</w:t>
            </w:r>
            <w:r w:rsidRPr="009647FC">
              <w:rPr>
                <w:rtl/>
              </w:rPr>
              <w:t>المصطفى</w:t>
            </w:r>
            <w:r>
              <w:rPr>
                <w:rtl/>
              </w:rPr>
              <w:t xml:space="preserve">) </w:t>
            </w:r>
            <w:r w:rsidRPr="009647FC">
              <w:rPr>
                <w:rtl/>
              </w:rPr>
              <w:t>به</w:t>
            </w:r>
            <w:r>
              <w:rPr>
                <w:rtl/>
              </w:rPr>
              <w:t xml:space="preserve"> </w:t>
            </w:r>
            <w:r w:rsidRPr="009647FC">
              <w:rPr>
                <w:rtl/>
              </w:rPr>
              <w:t>لكم</w:t>
            </w:r>
            <w:r>
              <w:rPr>
                <w:rtl/>
              </w:rPr>
              <w:t xml:space="preserve"> </w:t>
            </w:r>
            <w:r w:rsidRPr="009647FC">
              <w:rPr>
                <w:rtl/>
              </w:rPr>
              <w:t>الفخر</w:t>
            </w:r>
            <w:r>
              <w:rPr>
                <w:rtl/>
              </w:rPr>
              <w:t>َ</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وزدتم</w:t>
            </w:r>
            <w:r>
              <w:rPr>
                <w:rtl/>
              </w:rPr>
              <w:t xml:space="preserve"> (</w:t>
            </w:r>
            <w:r w:rsidRPr="009647FC">
              <w:rPr>
                <w:rtl/>
              </w:rPr>
              <w:t>بالمصطفى</w:t>
            </w:r>
            <w:r>
              <w:rPr>
                <w:rtl/>
              </w:rPr>
              <w:t xml:space="preserve">) </w:t>
            </w:r>
            <w:r w:rsidRPr="009647FC">
              <w:rPr>
                <w:rtl/>
              </w:rPr>
              <w:t>اليوم</w:t>
            </w:r>
            <w:r>
              <w:rPr>
                <w:rtl/>
              </w:rPr>
              <w:t xml:space="preserve">َ </w:t>
            </w:r>
            <w:r w:rsidRPr="009647FC">
              <w:rPr>
                <w:rtl/>
              </w:rPr>
              <w:t>فخرا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أرجُ</w:t>
            </w:r>
            <w:r w:rsidR="004C00A8">
              <w:rPr>
                <w:rtl/>
              </w:rPr>
              <w:t xml:space="preserve"> </w:t>
            </w:r>
            <w:r w:rsidRPr="009647FC">
              <w:rPr>
                <w:rtl/>
              </w:rPr>
              <w:t>المجد</w:t>
            </w:r>
            <w:r>
              <w:rPr>
                <w:rtl/>
              </w:rPr>
              <w:t xml:space="preserve"> </w:t>
            </w:r>
            <w:r w:rsidRPr="009647FC">
              <w:rPr>
                <w:rtl/>
              </w:rPr>
              <w:t>لو</w:t>
            </w:r>
            <w:r>
              <w:rPr>
                <w:rtl/>
              </w:rPr>
              <w:t xml:space="preserve"> </w:t>
            </w:r>
            <w:r w:rsidRPr="009647FC">
              <w:rPr>
                <w:rtl/>
              </w:rPr>
              <w:t>تجسّ</w:t>
            </w:r>
            <w:r>
              <w:rPr>
                <w:rtl/>
              </w:rPr>
              <w:t>َ</w:t>
            </w:r>
            <w:r w:rsidRPr="009647FC">
              <w:rPr>
                <w:rtl/>
              </w:rPr>
              <w:t>م</w:t>
            </w:r>
            <w:r>
              <w:rPr>
                <w:rtl/>
              </w:rPr>
              <w:t xml:space="preserve"> </w:t>
            </w:r>
            <w:r w:rsidRPr="009647FC">
              <w:rPr>
                <w:rtl/>
              </w:rPr>
              <w:t>نشرا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من</w:t>
            </w:r>
            <w:r>
              <w:rPr>
                <w:rtl/>
              </w:rPr>
              <w:t xml:space="preserve"> </w:t>
            </w:r>
            <w:r w:rsidRPr="009647FC">
              <w:rPr>
                <w:rtl/>
              </w:rPr>
              <w:t>شذاه</w:t>
            </w:r>
            <w:r>
              <w:rPr>
                <w:rtl/>
              </w:rPr>
              <w:t xml:space="preserve"> </w:t>
            </w:r>
            <w:r w:rsidRPr="009647FC">
              <w:rPr>
                <w:rtl/>
              </w:rPr>
              <w:t>لعطّ</w:t>
            </w:r>
            <w:r>
              <w:rPr>
                <w:rtl/>
              </w:rPr>
              <w:t>َ</w:t>
            </w:r>
            <w:r w:rsidRPr="009647FC">
              <w:rPr>
                <w:rtl/>
              </w:rPr>
              <w:t>ر</w:t>
            </w:r>
            <w:r>
              <w:rPr>
                <w:rtl/>
              </w:rPr>
              <w:t xml:space="preserve"> </w:t>
            </w:r>
            <w:r w:rsidRPr="009647FC">
              <w:rPr>
                <w:rtl/>
              </w:rPr>
              <w:t>الأرض</w:t>
            </w:r>
            <w:r>
              <w:rPr>
                <w:rtl/>
              </w:rPr>
              <w:t xml:space="preserve">َ </w:t>
            </w:r>
            <w:r w:rsidRPr="009647FC">
              <w:rPr>
                <w:rtl/>
              </w:rPr>
              <w:t>نشرا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ولودّ</w:t>
            </w:r>
            <w:r>
              <w:rPr>
                <w:rtl/>
              </w:rPr>
              <w:t>َ</w:t>
            </w:r>
            <w:r w:rsidRPr="009647FC">
              <w:rPr>
                <w:rtl/>
              </w:rPr>
              <w:t>ت</w:t>
            </w:r>
            <w:r>
              <w:rPr>
                <w:rtl/>
              </w:rPr>
              <w:t xml:space="preserve"> </w:t>
            </w:r>
            <w:r w:rsidRPr="009647FC">
              <w:rPr>
                <w:rtl/>
              </w:rPr>
              <w:t>أتراب</w:t>
            </w:r>
            <w:r w:rsidRPr="00B371C6">
              <w:rPr>
                <w:rtl/>
              </w:rPr>
              <w:t>ُ</w:t>
            </w:r>
            <w:r w:rsidRPr="009647FC">
              <w:rPr>
                <w:rtl/>
              </w:rPr>
              <w:t>ها</w:t>
            </w:r>
            <w:r>
              <w:rPr>
                <w:rtl/>
              </w:rPr>
              <w:t xml:space="preserve"> </w:t>
            </w:r>
            <w:r w:rsidRPr="009647FC">
              <w:rPr>
                <w:rtl/>
              </w:rPr>
              <w:t>الغيدُ</w:t>
            </w:r>
            <w:r>
              <w:rPr>
                <w:rtl/>
              </w:rPr>
              <w:t xml:space="preserve"> </w:t>
            </w:r>
            <w:r w:rsidRPr="009647FC">
              <w:rPr>
                <w:rtl/>
              </w:rPr>
              <w:t>أن</w:t>
            </w:r>
            <w:r>
              <w:rPr>
                <w:rtl/>
              </w:rPr>
              <w:t xml:space="preserve"> </w:t>
            </w:r>
            <w:r w:rsidRPr="009647FC">
              <w:rPr>
                <w:rtl/>
              </w:rPr>
              <w:t>قد</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جعلته</w:t>
            </w:r>
            <w:r>
              <w:rPr>
                <w:rtl/>
              </w:rPr>
              <w:t xml:space="preserve"> </w:t>
            </w:r>
            <w:r w:rsidRPr="009647FC">
              <w:rPr>
                <w:rtl/>
              </w:rPr>
              <w:t>على</w:t>
            </w:r>
            <w:r>
              <w:rPr>
                <w:rtl/>
              </w:rPr>
              <w:t xml:space="preserve"> </w:t>
            </w:r>
            <w:r w:rsidRPr="009647FC">
              <w:rPr>
                <w:rtl/>
              </w:rPr>
              <w:t>الترائب</w:t>
            </w:r>
            <w:r>
              <w:rPr>
                <w:rtl/>
              </w:rPr>
              <w:t xml:space="preserve"> </w:t>
            </w:r>
            <w:r w:rsidRPr="009647FC">
              <w:rPr>
                <w:rtl/>
              </w:rPr>
              <w:t>عطرا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بسط</w:t>
            </w:r>
            <w:r w:rsidR="004C00A8">
              <w:rPr>
                <w:rtl/>
              </w:rPr>
              <w:t xml:space="preserve"> </w:t>
            </w:r>
            <w:r w:rsidRPr="009647FC">
              <w:rPr>
                <w:rtl/>
              </w:rPr>
              <w:t>الكفّ</w:t>
            </w:r>
            <w:r>
              <w:rPr>
                <w:rtl/>
              </w:rPr>
              <w:t xml:space="preserve">َ </w:t>
            </w:r>
            <w:r w:rsidRPr="009647FC">
              <w:rPr>
                <w:rtl/>
              </w:rPr>
              <w:t>بالسماح</w:t>
            </w:r>
            <w:r>
              <w:rPr>
                <w:rtl/>
              </w:rPr>
              <w:t xml:space="preserve"> </w:t>
            </w:r>
            <w:r w:rsidRPr="009647FC">
              <w:rPr>
                <w:rtl/>
              </w:rPr>
              <w:t>فقلنا: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أرسلت</w:t>
            </w:r>
            <w:r>
              <w:rPr>
                <w:rtl/>
              </w:rPr>
              <w:t xml:space="preserve"> </w:t>
            </w:r>
            <w:r w:rsidRPr="009647FC">
              <w:rPr>
                <w:rtl/>
              </w:rPr>
              <w:t>نوء</w:t>
            </w:r>
            <w:r>
              <w:rPr>
                <w:rtl/>
              </w:rPr>
              <w:t>َ</w:t>
            </w:r>
            <w:r w:rsidRPr="009647FC">
              <w:rPr>
                <w:rtl/>
              </w:rPr>
              <w:t>ها</w:t>
            </w:r>
            <w:r>
              <w:rPr>
                <w:rtl/>
              </w:rPr>
              <w:t xml:space="preserve"> </w:t>
            </w:r>
            <w:r w:rsidRPr="009647FC">
              <w:rPr>
                <w:rtl/>
              </w:rPr>
              <w:t>الثريّا</w:t>
            </w:r>
            <w:r>
              <w:rPr>
                <w:rtl/>
              </w:rPr>
              <w:t xml:space="preserve"> </w:t>
            </w:r>
            <w:r w:rsidRPr="009647FC">
              <w:rPr>
                <w:rtl/>
              </w:rPr>
              <w:t>فدرّا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ملكٌ</w:t>
            </w:r>
            <w:r w:rsidR="004C00A8">
              <w:rPr>
                <w:rtl/>
              </w:rPr>
              <w:t xml:space="preserve"> </w:t>
            </w:r>
            <w:r w:rsidRPr="009647FC">
              <w:rPr>
                <w:rtl/>
              </w:rPr>
              <w:t>في</w:t>
            </w:r>
            <w:r>
              <w:rPr>
                <w:rtl/>
              </w:rPr>
              <w:t xml:space="preserve"> </w:t>
            </w:r>
            <w:r w:rsidRPr="009647FC">
              <w:rPr>
                <w:rtl/>
              </w:rPr>
              <w:t>يديه</w:t>
            </w:r>
            <w:r>
              <w:rPr>
                <w:rtl/>
              </w:rPr>
              <w:t xml:space="preserve"> </w:t>
            </w:r>
            <w:r w:rsidRPr="009647FC">
              <w:rPr>
                <w:rtl/>
              </w:rPr>
              <w:t>عشرُ</w:t>
            </w:r>
            <w:r>
              <w:rPr>
                <w:rtl/>
              </w:rPr>
              <w:t xml:space="preserve"> </w:t>
            </w:r>
            <w:r w:rsidRPr="009647FC">
              <w:rPr>
                <w:rtl/>
              </w:rPr>
              <w:t>بنانٍ</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نشأت</w:t>
            </w:r>
            <w:r>
              <w:rPr>
                <w:rtl/>
              </w:rPr>
              <w:t xml:space="preserve"> </w:t>
            </w:r>
            <w:r w:rsidRPr="009647FC">
              <w:rPr>
                <w:rtl/>
              </w:rPr>
              <w:t>للورى</w:t>
            </w:r>
            <w:r>
              <w:rPr>
                <w:rtl/>
              </w:rPr>
              <w:t xml:space="preserve"> </w:t>
            </w:r>
            <w:r w:rsidRPr="009647FC">
              <w:rPr>
                <w:rtl/>
              </w:rPr>
              <w:t>سحائب</w:t>
            </w:r>
            <w:r>
              <w:rPr>
                <w:rtl/>
              </w:rPr>
              <w:t xml:space="preserve">َ </w:t>
            </w:r>
            <w:r w:rsidRPr="009647FC">
              <w:rPr>
                <w:rtl/>
              </w:rPr>
              <w:t>عشرا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زاد</w:t>
            </w:r>
            <w:r w:rsidR="004C00A8">
              <w:rPr>
                <w:rtl/>
              </w:rPr>
              <w:t xml:space="preserve"> </w:t>
            </w:r>
            <w:r w:rsidRPr="009647FC">
              <w:rPr>
                <w:rtl/>
              </w:rPr>
              <w:t>في</w:t>
            </w:r>
            <w:r>
              <w:rPr>
                <w:rtl/>
              </w:rPr>
              <w:t xml:space="preserve"> </w:t>
            </w:r>
            <w:r w:rsidRPr="009647FC">
              <w:rPr>
                <w:rtl/>
              </w:rPr>
              <w:t>قدره</w:t>
            </w:r>
            <w:r>
              <w:rPr>
                <w:rtl/>
              </w:rPr>
              <w:t xml:space="preserve"> </w:t>
            </w:r>
            <w:r w:rsidRPr="009647FC">
              <w:rPr>
                <w:rtl/>
              </w:rPr>
              <w:t>التواضعُ</w:t>
            </w:r>
            <w:r>
              <w:rPr>
                <w:rtl/>
              </w:rPr>
              <w:t xml:space="preserve"> </w:t>
            </w:r>
            <w:r w:rsidRPr="009647FC">
              <w:rPr>
                <w:rtl/>
              </w:rPr>
              <w:t>حتى</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عاد</w:t>
            </w:r>
            <w:r>
              <w:rPr>
                <w:rtl/>
              </w:rPr>
              <w:t xml:space="preserve"> </w:t>
            </w:r>
            <w:r w:rsidRPr="009647FC">
              <w:rPr>
                <w:rtl/>
              </w:rPr>
              <w:t>عنه</w:t>
            </w:r>
            <w:r>
              <w:rPr>
                <w:rtl/>
              </w:rPr>
              <w:t xml:space="preserve"> </w:t>
            </w:r>
            <w:r w:rsidRPr="009647FC">
              <w:rPr>
                <w:rtl/>
              </w:rPr>
              <w:t>الزمانُ</w:t>
            </w:r>
            <w:r>
              <w:rPr>
                <w:rtl/>
              </w:rPr>
              <w:t xml:space="preserve"> </w:t>
            </w:r>
            <w:r w:rsidRPr="009647FC">
              <w:rPr>
                <w:rtl/>
              </w:rPr>
              <w:t>يصعر</w:t>
            </w:r>
            <w:r>
              <w:rPr>
                <w:rtl/>
              </w:rPr>
              <w:t xml:space="preserve"> </w:t>
            </w:r>
            <w:r w:rsidRPr="009647FC">
              <w:rPr>
                <w:rtl/>
              </w:rPr>
              <w:t>قدرا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فهو</w:t>
            </w:r>
            <w:r w:rsidR="004C00A8">
              <w:rPr>
                <w:rtl/>
              </w:rPr>
              <w:t xml:space="preserve"> </w:t>
            </w:r>
            <w:r w:rsidRPr="009647FC">
              <w:rPr>
                <w:rtl/>
              </w:rPr>
              <w:t>قلبُ</w:t>
            </w:r>
            <w:r>
              <w:rPr>
                <w:rtl/>
              </w:rPr>
              <w:t xml:space="preserve"> </w:t>
            </w:r>
            <w:r w:rsidRPr="009647FC">
              <w:rPr>
                <w:rtl/>
              </w:rPr>
              <w:t>العُلى</w:t>
            </w:r>
            <w:r>
              <w:rPr>
                <w:rtl/>
              </w:rPr>
              <w:t xml:space="preserve"> </w:t>
            </w:r>
            <w:r w:rsidRPr="009647FC">
              <w:rPr>
                <w:rtl/>
              </w:rPr>
              <w:t>وأيُّ</w:t>
            </w:r>
            <w:r>
              <w:rPr>
                <w:rtl/>
              </w:rPr>
              <w:t xml:space="preserve"> </w:t>
            </w:r>
            <w:r w:rsidRPr="009647FC">
              <w:rPr>
                <w:rtl/>
              </w:rPr>
              <w:t>مكانٍ</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حلّ</w:t>
            </w:r>
            <w:r>
              <w:rPr>
                <w:rtl/>
              </w:rPr>
              <w:t>َ</w:t>
            </w:r>
            <w:r w:rsidR="004C00A8">
              <w:rPr>
                <w:rtl/>
              </w:rPr>
              <w:t xml:space="preserve"> </w:t>
            </w:r>
            <w:r w:rsidRPr="009647FC">
              <w:rPr>
                <w:rtl/>
              </w:rPr>
              <w:t>فيه</w:t>
            </w:r>
            <w:r>
              <w:rPr>
                <w:rtl/>
              </w:rPr>
              <w:t xml:space="preserve"> </w:t>
            </w:r>
            <w:r w:rsidRPr="009647FC">
              <w:rPr>
                <w:rtl/>
              </w:rPr>
              <w:t>تواضعاً</w:t>
            </w:r>
            <w:r>
              <w:rPr>
                <w:rtl/>
              </w:rPr>
              <w:t xml:space="preserve"> </w:t>
            </w:r>
            <w:r w:rsidRPr="009647FC">
              <w:rPr>
                <w:rtl/>
              </w:rPr>
              <w:t>كان</w:t>
            </w:r>
            <w:r>
              <w:rPr>
                <w:rtl/>
              </w:rPr>
              <w:t xml:space="preserve"> </w:t>
            </w:r>
            <w:r w:rsidRPr="009647FC">
              <w:rPr>
                <w:rtl/>
              </w:rPr>
              <w:t>صدرا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بل</w:t>
            </w:r>
            <w:r>
              <w:rPr>
                <w:rtl/>
              </w:rPr>
              <w:t xml:space="preserve"> </w:t>
            </w:r>
            <w:r w:rsidRPr="009647FC">
              <w:rPr>
                <w:rtl/>
              </w:rPr>
              <w:t>هو</w:t>
            </w:r>
            <w:r>
              <w:rPr>
                <w:rtl/>
              </w:rPr>
              <w:t xml:space="preserve"> </w:t>
            </w:r>
            <w:r w:rsidRPr="009647FC">
              <w:rPr>
                <w:rtl/>
              </w:rPr>
              <w:t>العقدُ</w:t>
            </w:r>
            <w:r>
              <w:rPr>
                <w:rtl/>
              </w:rPr>
              <w:t xml:space="preserve"> </w:t>
            </w:r>
            <w:r w:rsidRPr="009647FC">
              <w:rPr>
                <w:rtl/>
              </w:rPr>
              <w:t>زانها</w:t>
            </w:r>
            <w:r>
              <w:rPr>
                <w:rtl/>
              </w:rPr>
              <w:t xml:space="preserve"> </w:t>
            </w:r>
            <w:r w:rsidRPr="009647FC">
              <w:rPr>
                <w:rtl/>
              </w:rPr>
              <w:t>وكذا</w:t>
            </w:r>
            <w:r>
              <w:rPr>
                <w:rtl/>
              </w:rPr>
              <w:t xml:space="preserve"> </w:t>
            </w:r>
            <w:r w:rsidRPr="009647FC">
              <w:rPr>
                <w:rtl/>
              </w:rPr>
              <w:t>العقـ</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دُ</w:t>
            </w:r>
            <w:r w:rsidR="004C00A8">
              <w:rPr>
                <w:rtl/>
              </w:rPr>
              <w:t xml:space="preserve"> </w:t>
            </w:r>
            <w:r w:rsidRPr="009647FC">
              <w:rPr>
                <w:rtl/>
              </w:rPr>
              <w:t>يزين</w:t>
            </w:r>
            <w:r>
              <w:rPr>
                <w:rtl/>
              </w:rPr>
              <w:t xml:space="preserve"> </w:t>
            </w:r>
            <w:r w:rsidRPr="009647FC">
              <w:rPr>
                <w:rtl/>
              </w:rPr>
              <w:t>الفتاة</w:t>
            </w:r>
            <w:r>
              <w:rPr>
                <w:rtl/>
              </w:rPr>
              <w:t xml:space="preserve">َ </w:t>
            </w:r>
            <w:r w:rsidRPr="009647FC">
              <w:rPr>
                <w:rtl/>
              </w:rPr>
              <w:t>جيداً</w:t>
            </w:r>
            <w:r>
              <w:rPr>
                <w:rtl/>
              </w:rPr>
              <w:t xml:space="preserve"> </w:t>
            </w:r>
            <w:r w:rsidRPr="009647FC">
              <w:rPr>
                <w:rtl/>
              </w:rPr>
              <w:t>ونحرا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لو</w:t>
            </w:r>
            <w:r>
              <w:rPr>
                <w:rtl/>
              </w:rPr>
              <w:t xml:space="preserve"> </w:t>
            </w:r>
            <w:r w:rsidRPr="009647FC">
              <w:rPr>
                <w:rtl/>
              </w:rPr>
              <w:t>تحكُّ</w:t>
            </w:r>
            <w:r>
              <w:rPr>
                <w:rtl/>
              </w:rPr>
              <w:t xml:space="preserve"> </w:t>
            </w:r>
            <w:r w:rsidRPr="009647FC">
              <w:rPr>
                <w:rtl/>
              </w:rPr>
              <w:t>النجومُ</w:t>
            </w:r>
            <w:r>
              <w:rPr>
                <w:rtl/>
              </w:rPr>
              <w:t xml:space="preserve"> </w:t>
            </w:r>
            <w:r w:rsidRPr="009647FC">
              <w:rPr>
                <w:rtl/>
              </w:rPr>
              <w:t>في</w:t>
            </w:r>
            <w:r>
              <w:rPr>
                <w:rtl/>
              </w:rPr>
              <w:t xml:space="preserve"> </w:t>
            </w:r>
            <w:r w:rsidRPr="009647FC">
              <w:rPr>
                <w:rtl/>
              </w:rPr>
              <w:t>عاتقيها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أخمصيه</w:t>
            </w:r>
            <w:r>
              <w:rPr>
                <w:rtl/>
              </w:rPr>
              <w:t xml:space="preserve"> </w:t>
            </w:r>
            <w:r w:rsidRPr="009647FC">
              <w:rPr>
                <w:rtl/>
              </w:rPr>
              <w:t>لقيل</w:t>
            </w:r>
            <w:r>
              <w:rPr>
                <w:rtl/>
              </w:rPr>
              <w:t xml:space="preserve"> </w:t>
            </w:r>
            <w:r w:rsidRPr="009647FC">
              <w:rPr>
                <w:rtl/>
              </w:rPr>
              <w:t>حسبُك</w:t>
            </w:r>
            <w:r>
              <w:rPr>
                <w:rtl/>
              </w:rPr>
              <w:t xml:space="preserve"> </w:t>
            </w:r>
            <w:r w:rsidRPr="009647FC">
              <w:rPr>
                <w:rtl/>
              </w:rPr>
              <w:t>فخرا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أطبقت</w:t>
            </w:r>
            <w:r>
              <w:rPr>
                <w:rtl/>
              </w:rPr>
              <w:t xml:space="preserve"> </w:t>
            </w:r>
            <w:r w:rsidRPr="009647FC">
              <w:rPr>
                <w:rtl/>
              </w:rPr>
              <w:t>ظلمةُ</w:t>
            </w:r>
            <w:r>
              <w:rPr>
                <w:rtl/>
              </w:rPr>
              <w:t xml:space="preserve"> </w:t>
            </w:r>
            <w:r w:rsidRPr="009647FC">
              <w:rPr>
                <w:rtl/>
              </w:rPr>
              <w:t>الخطوب</w:t>
            </w:r>
            <w:r>
              <w:rPr>
                <w:rtl/>
              </w:rPr>
              <w:t xml:space="preserve"> </w:t>
            </w:r>
            <w:r w:rsidRPr="009647FC">
              <w:rPr>
                <w:rtl/>
              </w:rPr>
              <w:t>ولكن</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بأخيه</w:t>
            </w:r>
            <w:r>
              <w:rPr>
                <w:rtl/>
              </w:rPr>
              <w:t xml:space="preserve"> </w:t>
            </w:r>
            <w:r w:rsidRPr="009647FC">
              <w:rPr>
                <w:rtl/>
              </w:rPr>
              <w:t>من</w:t>
            </w:r>
            <w:r>
              <w:rPr>
                <w:rtl/>
              </w:rPr>
              <w:t xml:space="preserve"> </w:t>
            </w:r>
            <w:r w:rsidRPr="009647FC">
              <w:rPr>
                <w:rtl/>
              </w:rPr>
              <w:t>ليلها</w:t>
            </w:r>
            <w:r>
              <w:rPr>
                <w:rtl/>
              </w:rPr>
              <w:t xml:space="preserve"> </w:t>
            </w:r>
            <w:r w:rsidRPr="009647FC">
              <w:rPr>
                <w:rtl/>
              </w:rPr>
              <w:t>شقّ</w:t>
            </w:r>
            <w:r>
              <w:rPr>
                <w:rtl/>
              </w:rPr>
              <w:t xml:space="preserve">َ </w:t>
            </w:r>
            <w:r w:rsidRPr="009647FC">
              <w:rPr>
                <w:rtl/>
              </w:rPr>
              <w:t>فجرا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فأرانا</w:t>
            </w:r>
            <w:r>
              <w:rPr>
                <w:rtl/>
              </w:rPr>
              <w:t xml:space="preserve"> </w:t>
            </w:r>
            <w:r w:rsidRPr="009647FC">
              <w:rPr>
                <w:rtl/>
              </w:rPr>
              <w:t>شمساً</w:t>
            </w:r>
            <w:r>
              <w:rPr>
                <w:rtl/>
              </w:rPr>
              <w:t xml:space="preserve"> </w:t>
            </w:r>
            <w:r w:rsidRPr="009647FC">
              <w:rPr>
                <w:rtl/>
              </w:rPr>
              <w:t>بوجه</w:t>
            </w:r>
            <w:r>
              <w:rPr>
                <w:rtl/>
              </w:rPr>
              <w:t xml:space="preserve"> </w:t>
            </w:r>
            <w:r w:rsidRPr="009647FC">
              <w:rPr>
                <w:rtl/>
              </w:rPr>
              <w:t>أبي</w:t>
            </w:r>
            <w:r>
              <w:rPr>
                <w:rtl/>
              </w:rPr>
              <w:t xml:space="preserve"> (</w:t>
            </w:r>
            <w:r w:rsidRPr="009647FC">
              <w:rPr>
                <w:rtl/>
              </w:rPr>
              <w:t>الها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دي</w:t>
            </w:r>
            <w:r>
              <w:rPr>
                <w:rtl/>
              </w:rPr>
              <w:t xml:space="preserve">) </w:t>
            </w:r>
            <w:r w:rsidRPr="009647FC">
              <w:rPr>
                <w:rtl/>
              </w:rPr>
              <w:t>وشمنا</w:t>
            </w:r>
            <w:r>
              <w:rPr>
                <w:rtl/>
              </w:rPr>
              <w:t xml:space="preserve"> </w:t>
            </w:r>
            <w:r w:rsidRPr="009647FC">
              <w:rPr>
                <w:rtl/>
              </w:rPr>
              <w:t>به</w:t>
            </w:r>
            <w:r>
              <w:rPr>
                <w:rtl/>
              </w:rPr>
              <w:t xml:space="preserve"> </w:t>
            </w:r>
            <w:r w:rsidRPr="009647FC">
              <w:rPr>
                <w:rtl/>
              </w:rPr>
              <w:t>ولا</w:t>
            </w:r>
            <w:r>
              <w:rPr>
                <w:rtl/>
              </w:rPr>
              <w:t xml:space="preserve"> </w:t>
            </w:r>
            <w:r w:rsidRPr="009647FC">
              <w:rPr>
                <w:rtl/>
              </w:rPr>
              <w:t>ليل</w:t>
            </w:r>
            <w:r>
              <w:rPr>
                <w:rtl/>
              </w:rPr>
              <w:t xml:space="preserve">َ </w:t>
            </w:r>
            <w:r w:rsidRPr="009647FC">
              <w:rPr>
                <w:rtl/>
              </w:rPr>
              <w:t>بدرا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ذاك</w:t>
            </w:r>
            <w:r w:rsidR="004C00A8">
              <w:rPr>
                <w:rtl/>
              </w:rPr>
              <w:t xml:space="preserve"> </w:t>
            </w:r>
            <w:r w:rsidRPr="009647FC">
              <w:rPr>
                <w:rtl/>
              </w:rPr>
              <w:t>م</w:t>
            </w:r>
            <w:r>
              <w:rPr>
                <w:rtl/>
              </w:rPr>
              <w:t>َ</w:t>
            </w:r>
            <w:r w:rsidRPr="009647FC">
              <w:rPr>
                <w:rtl/>
              </w:rPr>
              <w:t>نْ</w:t>
            </w:r>
            <w:r>
              <w:rPr>
                <w:rtl/>
              </w:rPr>
              <w:t xml:space="preserve"> </w:t>
            </w:r>
            <w:r w:rsidRPr="009647FC">
              <w:rPr>
                <w:rtl/>
              </w:rPr>
              <w:t>أزهرت</w:t>
            </w:r>
            <w:r>
              <w:rPr>
                <w:rtl/>
              </w:rPr>
              <w:t xml:space="preserve"> </w:t>
            </w:r>
            <w:r w:rsidRPr="009647FC">
              <w:rPr>
                <w:rtl/>
              </w:rPr>
              <w:t>مزايا</w:t>
            </w:r>
            <w:r>
              <w:rPr>
                <w:rtl/>
              </w:rPr>
              <w:t xml:space="preserve"> </w:t>
            </w:r>
            <w:r w:rsidRPr="009647FC">
              <w:rPr>
                <w:rtl/>
              </w:rPr>
              <w:t>ع</w:t>
            </w:r>
            <w:r w:rsidRPr="00B371C6">
              <w:rPr>
                <w:rtl/>
              </w:rPr>
              <w:t>ُ</w:t>
            </w:r>
            <w:r w:rsidRPr="009647FC">
              <w:rPr>
                <w:rtl/>
              </w:rPr>
              <w:t>لاه</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فبدت</w:t>
            </w:r>
            <w:r w:rsidR="004C00A8">
              <w:rPr>
                <w:rtl/>
              </w:rPr>
              <w:t xml:space="preserve"> </w:t>
            </w:r>
            <w:r w:rsidRPr="009647FC">
              <w:rPr>
                <w:rtl/>
              </w:rPr>
              <w:t>والكواكبُ</w:t>
            </w:r>
            <w:r>
              <w:rPr>
                <w:rtl/>
              </w:rPr>
              <w:t xml:space="preserve"> </w:t>
            </w:r>
            <w:r w:rsidRPr="009647FC">
              <w:rPr>
                <w:rtl/>
              </w:rPr>
              <w:t>الزهر</w:t>
            </w:r>
            <w:r>
              <w:rPr>
                <w:rtl/>
              </w:rPr>
              <w:t xml:space="preserve"> </w:t>
            </w:r>
            <w:r w:rsidRPr="009647FC">
              <w:rPr>
                <w:rtl/>
              </w:rPr>
              <w:t>زهرا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جاء</w:t>
            </w:r>
            <w:r>
              <w:rPr>
                <w:rtl/>
              </w:rPr>
              <w:t xml:space="preserve"> </w:t>
            </w:r>
            <w:r w:rsidRPr="009647FC">
              <w:rPr>
                <w:rtl/>
              </w:rPr>
              <w:t>محض</w:t>
            </w:r>
            <w:r>
              <w:rPr>
                <w:rtl/>
              </w:rPr>
              <w:t xml:space="preserve">َ </w:t>
            </w:r>
            <w:r w:rsidRPr="009647FC">
              <w:rPr>
                <w:rtl/>
              </w:rPr>
              <w:t>النجار</w:t>
            </w:r>
            <w:r>
              <w:rPr>
                <w:rtl/>
              </w:rPr>
              <w:t xml:space="preserve"> </w:t>
            </w:r>
            <w:r w:rsidRPr="009647FC">
              <w:rPr>
                <w:rtl/>
              </w:rPr>
              <w:t>أملس</w:t>
            </w:r>
            <w:r>
              <w:rPr>
                <w:rtl/>
              </w:rPr>
              <w:t xml:space="preserve">َ </w:t>
            </w:r>
            <w:r w:rsidRPr="009647FC">
              <w:rPr>
                <w:rtl/>
              </w:rPr>
              <w:t>عرضٍ</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فيه</w:t>
            </w:r>
            <w:r w:rsidR="004C00A8">
              <w:rPr>
                <w:rtl/>
              </w:rPr>
              <w:t xml:space="preserve"> </w:t>
            </w:r>
            <w:r w:rsidRPr="009647FC">
              <w:rPr>
                <w:rtl/>
              </w:rPr>
              <w:t>طابت</w:t>
            </w:r>
            <w:r>
              <w:rPr>
                <w:rtl/>
              </w:rPr>
              <w:t xml:space="preserve"> </w:t>
            </w:r>
            <w:r w:rsidRPr="009647FC">
              <w:rPr>
                <w:rtl/>
              </w:rPr>
              <w:t>حواضنُ</w:t>
            </w:r>
            <w:r>
              <w:rPr>
                <w:rtl/>
              </w:rPr>
              <w:t xml:space="preserve"> </w:t>
            </w:r>
            <w:r w:rsidRPr="009647FC">
              <w:rPr>
                <w:rtl/>
              </w:rPr>
              <w:t>المجد</w:t>
            </w:r>
            <w:r>
              <w:rPr>
                <w:rtl/>
              </w:rPr>
              <w:t xml:space="preserve"> </w:t>
            </w:r>
            <w:r w:rsidRPr="009647FC">
              <w:rPr>
                <w:rtl/>
              </w:rPr>
              <w:t>حجرا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عبق</w:t>
            </w:r>
            <w:r>
              <w:rPr>
                <w:rtl/>
              </w:rPr>
              <w:t xml:space="preserve">َ </w:t>
            </w:r>
            <w:r w:rsidRPr="009647FC">
              <w:rPr>
                <w:rtl/>
              </w:rPr>
              <w:t>الجيب</w:t>
            </w:r>
            <w:r>
              <w:rPr>
                <w:rtl/>
              </w:rPr>
              <w:t xml:space="preserve"> </w:t>
            </w:r>
            <w:r w:rsidRPr="009647FC">
              <w:rPr>
                <w:rtl/>
              </w:rPr>
              <w:t>طاهر</w:t>
            </w:r>
            <w:r>
              <w:rPr>
                <w:rtl/>
              </w:rPr>
              <w:t xml:space="preserve">َ </w:t>
            </w:r>
            <w:r w:rsidRPr="009647FC">
              <w:rPr>
                <w:rtl/>
              </w:rPr>
              <w:t>الردن</w:t>
            </w:r>
            <w:r>
              <w:rPr>
                <w:rtl/>
              </w:rPr>
              <w:t xml:space="preserve"> </w:t>
            </w:r>
            <w:r w:rsidRPr="009647FC">
              <w:rPr>
                <w:rtl/>
              </w:rPr>
              <w:t>والأذ</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يال</w:t>
            </w:r>
            <w:r>
              <w:rPr>
                <w:rtl/>
              </w:rPr>
              <w:t xml:space="preserve"> </w:t>
            </w:r>
            <w:r w:rsidRPr="009647FC">
              <w:rPr>
                <w:rtl/>
              </w:rPr>
              <w:t>عفّ</w:t>
            </w:r>
            <w:r>
              <w:rPr>
                <w:rtl/>
              </w:rPr>
              <w:t xml:space="preserve"> </w:t>
            </w:r>
            <w:r w:rsidRPr="009647FC">
              <w:rPr>
                <w:rtl/>
              </w:rPr>
              <w:t>الإزار</w:t>
            </w:r>
            <w:r>
              <w:rPr>
                <w:rtl/>
              </w:rPr>
              <w:t xml:space="preserve"> </w:t>
            </w:r>
            <w:r w:rsidRPr="009647FC">
              <w:rPr>
                <w:rtl/>
              </w:rPr>
              <w:t>سرّاً</w:t>
            </w:r>
            <w:r>
              <w:rPr>
                <w:rtl/>
              </w:rPr>
              <w:t xml:space="preserve"> </w:t>
            </w:r>
            <w:r w:rsidRPr="009647FC">
              <w:rPr>
                <w:rtl/>
              </w:rPr>
              <w:t>وجهرا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قد</w:t>
            </w:r>
            <w:r>
              <w:rPr>
                <w:rtl/>
              </w:rPr>
              <w:t xml:space="preserve"> </w:t>
            </w:r>
            <w:r w:rsidRPr="009647FC">
              <w:rPr>
                <w:rtl/>
              </w:rPr>
              <w:t>حلتْ</w:t>
            </w:r>
            <w:r>
              <w:rPr>
                <w:rtl/>
              </w:rPr>
              <w:t xml:space="preserve"> </w:t>
            </w:r>
            <w:r w:rsidRPr="009647FC">
              <w:rPr>
                <w:rtl/>
              </w:rPr>
              <w:t>لي</w:t>
            </w:r>
            <w:r>
              <w:rPr>
                <w:rtl/>
              </w:rPr>
              <w:t xml:space="preserve"> </w:t>
            </w:r>
            <w:r w:rsidRPr="009647FC">
              <w:rPr>
                <w:rtl/>
              </w:rPr>
              <w:t>أخلاقه</w:t>
            </w:r>
            <w:r>
              <w:rPr>
                <w:rtl/>
              </w:rPr>
              <w:t xml:space="preserve"> </w:t>
            </w:r>
            <w:r w:rsidRPr="009647FC">
              <w:rPr>
                <w:rtl/>
              </w:rPr>
              <w:t>في</w:t>
            </w:r>
            <w:r>
              <w:rPr>
                <w:rtl/>
              </w:rPr>
              <w:t xml:space="preserve"> </w:t>
            </w:r>
            <w:r w:rsidRPr="009647FC">
              <w:rPr>
                <w:rtl/>
              </w:rPr>
              <w:t>زمانٍ</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قلتُ</w:t>
            </w:r>
            <w:r w:rsidR="004C00A8">
              <w:rPr>
                <w:rtl/>
              </w:rPr>
              <w:t xml:space="preserve"> </w:t>
            </w:r>
            <w:r w:rsidRPr="009647FC">
              <w:rPr>
                <w:rtl/>
              </w:rPr>
              <w:t>لم</w:t>
            </w:r>
            <w:r w:rsidRPr="00B371C6">
              <w:rPr>
                <w:rtl/>
              </w:rPr>
              <w:t>ّ</w:t>
            </w:r>
            <w:r w:rsidRPr="009647FC">
              <w:rPr>
                <w:rtl/>
              </w:rPr>
              <w:t>ا</w:t>
            </w:r>
            <w:r>
              <w:rPr>
                <w:rtl/>
              </w:rPr>
              <w:t xml:space="preserve"> </w:t>
            </w:r>
            <w:r w:rsidRPr="009647FC">
              <w:rPr>
                <w:rtl/>
              </w:rPr>
              <w:t>طعمتهُ</w:t>
            </w:r>
            <w:r>
              <w:rPr>
                <w:rtl/>
              </w:rPr>
              <w:t xml:space="preserve"> </w:t>
            </w:r>
            <w:r w:rsidRPr="009647FC">
              <w:rPr>
                <w:rtl/>
              </w:rPr>
              <w:t>ما</w:t>
            </w:r>
            <w:r>
              <w:rPr>
                <w:rtl/>
              </w:rPr>
              <w:t xml:space="preserve"> </w:t>
            </w:r>
            <w:r w:rsidRPr="009647FC">
              <w:rPr>
                <w:rtl/>
              </w:rPr>
              <w:t>أمرّا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علمتني</w:t>
            </w:r>
            <w:r>
              <w:rPr>
                <w:rtl/>
              </w:rPr>
              <w:t xml:space="preserve"> </w:t>
            </w:r>
            <w:r w:rsidRPr="009647FC">
              <w:rPr>
                <w:rtl/>
              </w:rPr>
              <w:t>هي</w:t>
            </w:r>
            <w:r>
              <w:rPr>
                <w:rtl/>
              </w:rPr>
              <w:t xml:space="preserve"> </w:t>
            </w:r>
            <w:r w:rsidRPr="009647FC">
              <w:rPr>
                <w:rtl/>
              </w:rPr>
              <w:t>النظام</w:t>
            </w:r>
            <w:r>
              <w:rPr>
                <w:rtl/>
              </w:rPr>
              <w:t xml:space="preserve"> </w:t>
            </w:r>
            <w:r w:rsidRPr="009647FC">
              <w:rPr>
                <w:rtl/>
              </w:rPr>
              <w:t>إلى</w:t>
            </w:r>
            <w:r>
              <w:rPr>
                <w:rtl/>
              </w:rPr>
              <w:t xml:space="preserve"> </w:t>
            </w:r>
            <w:r w:rsidRPr="009647FC">
              <w:rPr>
                <w:rtl/>
              </w:rPr>
              <w:t>أن</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Pr>
                <w:rtl/>
              </w:rPr>
              <w:t>(</w:t>
            </w:r>
            <w:r w:rsidRPr="009647FC">
              <w:rPr>
                <w:rtl/>
              </w:rPr>
              <w:t>قيل</w:t>
            </w:r>
            <w:r>
              <w:rPr>
                <w:rtl/>
              </w:rPr>
              <w:t xml:space="preserve"> </w:t>
            </w:r>
            <w:r w:rsidRPr="009647FC">
              <w:rPr>
                <w:rtl/>
              </w:rPr>
              <w:t>لي</w:t>
            </w:r>
            <w:r>
              <w:rPr>
                <w:rtl/>
              </w:rPr>
              <w:t xml:space="preserve"> </w:t>
            </w:r>
            <w:r w:rsidRPr="009647FC">
              <w:rPr>
                <w:rtl/>
              </w:rPr>
              <w:t>أنت</w:t>
            </w:r>
            <w:r>
              <w:rPr>
                <w:rtl/>
              </w:rPr>
              <w:t xml:space="preserve">َ </w:t>
            </w:r>
            <w:r w:rsidRPr="009647FC">
              <w:rPr>
                <w:rtl/>
              </w:rPr>
              <w:t>أشعرُ</w:t>
            </w:r>
            <w:r>
              <w:rPr>
                <w:rtl/>
              </w:rPr>
              <w:t xml:space="preserve"> </w:t>
            </w:r>
            <w:r w:rsidRPr="009647FC">
              <w:rPr>
                <w:rtl/>
              </w:rPr>
              <w:t>الناس</w:t>
            </w:r>
            <w:r>
              <w:rPr>
                <w:rtl/>
              </w:rPr>
              <w:t xml:space="preserve"> </w:t>
            </w:r>
            <w:r w:rsidRPr="009647FC">
              <w:rPr>
                <w:rtl/>
              </w:rPr>
              <w:t>طرّا</w:t>
            </w:r>
            <w:r>
              <w:rPr>
                <w:rtl/>
              </w:rPr>
              <w:t>)</w:t>
            </w:r>
            <w:r w:rsidRPr="004E7EC6">
              <w:rPr>
                <w:rStyle w:val="libFootnotenumChar"/>
                <w:rtl/>
              </w:rPr>
              <w:t>(1)</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وأداروا</w:t>
            </w:r>
            <w:r w:rsidR="004C00A8">
              <w:rPr>
                <w:rtl/>
              </w:rPr>
              <w:t xml:space="preserve"> </w:t>
            </w:r>
            <w:r w:rsidRPr="009647FC">
              <w:rPr>
                <w:rtl/>
              </w:rPr>
              <w:t>لي</w:t>
            </w:r>
            <w:r>
              <w:rPr>
                <w:rtl/>
              </w:rPr>
              <w:t xml:space="preserve"> </w:t>
            </w:r>
            <w:r w:rsidRPr="009647FC">
              <w:rPr>
                <w:rtl/>
              </w:rPr>
              <w:t>المدامة</w:t>
            </w:r>
            <w:r>
              <w:rPr>
                <w:rtl/>
              </w:rPr>
              <w:t xml:space="preserve"> </w:t>
            </w:r>
            <w:r w:rsidRPr="009647FC">
              <w:rPr>
                <w:rtl/>
              </w:rPr>
              <w:t>منها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ثمّ</w:t>
            </w:r>
            <w:r w:rsidR="004C00A8">
              <w:rPr>
                <w:rtl/>
              </w:rPr>
              <w:t xml:space="preserve"> </w:t>
            </w:r>
            <w:r w:rsidRPr="009647FC">
              <w:rPr>
                <w:rtl/>
              </w:rPr>
              <w:t>قالوا</w:t>
            </w:r>
            <w:r>
              <w:rPr>
                <w:rtl/>
              </w:rPr>
              <w:t xml:space="preserve"> </w:t>
            </w:r>
            <w:r w:rsidRPr="009647FC">
              <w:rPr>
                <w:rtl/>
              </w:rPr>
              <w:t>تحبُّها</w:t>
            </w:r>
            <w:r>
              <w:rPr>
                <w:rtl/>
              </w:rPr>
              <w:t xml:space="preserve"> </w:t>
            </w:r>
            <w:r w:rsidRPr="009647FC">
              <w:rPr>
                <w:rtl/>
              </w:rPr>
              <w:t>قلتُ</w:t>
            </w:r>
            <w:r>
              <w:rPr>
                <w:rtl/>
              </w:rPr>
              <w:t xml:space="preserve"> </w:t>
            </w:r>
            <w:r w:rsidRPr="009647FC">
              <w:rPr>
                <w:rtl/>
              </w:rPr>
              <w:t>بهرا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ماجدٌ</w:t>
            </w:r>
            <w:r w:rsidR="004C00A8">
              <w:rPr>
                <w:rtl/>
              </w:rPr>
              <w:t xml:space="preserve"> </w:t>
            </w:r>
            <w:r w:rsidRPr="009647FC">
              <w:rPr>
                <w:rtl/>
              </w:rPr>
              <w:t>تطرب</w:t>
            </w:r>
            <w:r>
              <w:rPr>
                <w:rtl/>
              </w:rPr>
              <w:t xml:space="preserve"> </w:t>
            </w:r>
            <w:r w:rsidRPr="009647FC">
              <w:rPr>
                <w:rtl/>
              </w:rPr>
              <w:t>المسامعُ</w:t>
            </w:r>
            <w:r>
              <w:rPr>
                <w:rtl/>
              </w:rPr>
              <w:t xml:space="preserve"> </w:t>
            </w:r>
            <w:r w:rsidRPr="009647FC">
              <w:rPr>
                <w:rtl/>
              </w:rPr>
              <w:t>منه</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من</w:t>
            </w:r>
            <w:r w:rsidR="004C00A8">
              <w:rPr>
                <w:rtl/>
              </w:rPr>
              <w:t xml:space="preserve"> </w:t>
            </w:r>
            <w:r w:rsidRPr="009647FC">
              <w:rPr>
                <w:rtl/>
              </w:rPr>
              <w:t>رقيق</w:t>
            </w:r>
            <w:r>
              <w:rPr>
                <w:rtl/>
              </w:rPr>
              <w:t xml:space="preserve"> </w:t>
            </w:r>
            <w:r w:rsidRPr="009647FC">
              <w:rPr>
                <w:rtl/>
              </w:rPr>
              <w:t>الثناء</w:t>
            </w:r>
            <w:r>
              <w:rPr>
                <w:rtl/>
              </w:rPr>
              <w:t xml:space="preserve"> </w:t>
            </w:r>
            <w:r w:rsidRPr="009647FC">
              <w:rPr>
                <w:rtl/>
              </w:rPr>
              <w:t>ما</w:t>
            </w:r>
            <w:r>
              <w:rPr>
                <w:rtl/>
              </w:rPr>
              <w:t xml:space="preserve"> </w:t>
            </w:r>
            <w:r w:rsidRPr="009647FC">
              <w:rPr>
                <w:rtl/>
              </w:rPr>
              <w:t>كان</w:t>
            </w:r>
            <w:r>
              <w:rPr>
                <w:rtl/>
              </w:rPr>
              <w:t xml:space="preserve"> </w:t>
            </w:r>
            <w:r w:rsidRPr="009647FC">
              <w:rPr>
                <w:rtl/>
              </w:rPr>
              <w:t>حرا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وإذا</w:t>
            </w:r>
            <w:r>
              <w:rPr>
                <w:rtl/>
              </w:rPr>
              <w:t xml:space="preserve"> </w:t>
            </w:r>
            <w:r w:rsidRPr="009647FC">
              <w:rPr>
                <w:rtl/>
              </w:rPr>
              <w:t>مرّ</w:t>
            </w:r>
            <w:r>
              <w:rPr>
                <w:rtl/>
              </w:rPr>
              <w:t xml:space="preserve">َ </w:t>
            </w:r>
            <w:r w:rsidRPr="009647FC">
              <w:rPr>
                <w:rtl/>
              </w:rPr>
              <w:t>في</w:t>
            </w:r>
            <w:r>
              <w:rPr>
                <w:rtl/>
              </w:rPr>
              <w:t xml:space="preserve"> </w:t>
            </w:r>
            <w:r w:rsidRPr="009647FC">
              <w:rPr>
                <w:rtl/>
              </w:rPr>
              <w:t>العطا</w:t>
            </w:r>
            <w:r>
              <w:rPr>
                <w:rtl/>
              </w:rPr>
              <w:t xml:space="preserve"> </w:t>
            </w:r>
            <w:r w:rsidRPr="009647FC">
              <w:rPr>
                <w:rtl/>
              </w:rPr>
              <w:t>ودّ</w:t>
            </w:r>
            <w:r>
              <w:rPr>
                <w:rtl/>
              </w:rPr>
              <w:t xml:space="preserve">َ </w:t>
            </w:r>
            <w:r w:rsidRPr="009647FC">
              <w:rPr>
                <w:rtl/>
              </w:rPr>
              <w:t>فيه</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مجلسُ</w:t>
            </w:r>
            <w:r>
              <w:rPr>
                <w:rtl/>
              </w:rPr>
              <w:t xml:space="preserve"> </w:t>
            </w:r>
            <w:r w:rsidRPr="009647FC">
              <w:rPr>
                <w:rtl/>
              </w:rPr>
              <w:t>الجود</w:t>
            </w:r>
            <w:r>
              <w:rPr>
                <w:rtl/>
              </w:rPr>
              <w:t xml:space="preserve"> </w:t>
            </w:r>
            <w:r w:rsidRPr="009647FC">
              <w:rPr>
                <w:rtl/>
              </w:rPr>
              <w:t>لم</w:t>
            </w:r>
            <w:r>
              <w:rPr>
                <w:rtl/>
              </w:rPr>
              <w:t xml:space="preserve"> </w:t>
            </w:r>
            <w:r w:rsidRPr="009647FC">
              <w:rPr>
                <w:rtl/>
              </w:rPr>
              <w:t>يزل</w:t>
            </w:r>
            <w:r>
              <w:rPr>
                <w:rtl/>
              </w:rPr>
              <w:t xml:space="preserve"> </w:t>
            </w:r>
            <w:r w:rsidRPr="009647FC">
              <w:rPr>
                <w:rtl/>
              </w:rPr>
              <w:t>مستمرا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لا</w:t>
            </w:r>
            <w:r w:rsidR="004C00A8">
              <w:rPr>
                <w:rtl/>
              </w:rPr>
              <w:t xml:space="preserve"> </w:t>
            </w:r>
            <w:r w:rsidRPr="009647FC">
              <w:rPr>
                <w:rtl/>
              </w:rPr>
              <w:t>كمن</w:t>
            </w:r>
            <w:r>
              <w:rPr>
                <w:rtl/>
              </w:rPr>
              <w:t xml:space="preserve"> </w:t>
            </w:r>
            <w:r w:rsidRPr="009647FC">
              <w:rPr>
                <w:rtl/>
              </w:rPr>
              <w:t>إن</w:t>
            </w:r>
            <w:r>
              <w:rPr>
                <w:rtl/>
              </w:rPr>
              <w:t xml:space="preserve"> </w:t>
            </w:r>
            <w:r w:rsidRPr="009647FC">
              <w:rPr>
                <w:rtl/>
              </w:rPr>
              <w:t>تكلّ</w:t>
            </w:r>
            <w:r>
              <w:rPr>
                <w:rtl/>
              </w:rPr>
              <w:t>َ</w:t>
            </w:r>
            <w:r w:rsidRPr="009647FC">
              <w:rPr>
                <w:rtl/>
              </w:rPr>
              <w:t>ف</w:t>
            </w:r>
            <w:r>
              <w:rPr>
                <w:rtl/>
              </w:rPr>
              <w:t xml:space="preserve"> </w:t>
            </w:r>
            <w:r w:rsidRPr="009647FC">
              <w:rPr>
                <w:rtl/>
              </w:rPr>
              <w:t>الرفد</w:t>
            </w:r>
            <w:r>
              <w:rPr>
                <w:rtl/>
              </w:rPr>
              <w:t xml:space="preserve">َ </w:t>
            </w:r>
            <w:r w:rsidRPr="009647FC">
              <w:rPr>
                <w:rtl/>
              </w:rPr>
              <w:t>يوما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أكلتْ</w:t>
            </w:r>
            <w:r>
              <w:rPr>
                <w:rtl/>
              </w:rPr>
              <w:t xml:space="preserve"> </w:t>
            </w:r>
            <w:r w:rsidRPr="009647FC">
              <w:rPr>
                <w:rtl/>
              </w:rPr>
              <w:t>كفّ</w:t>
            </w:r>
            <w:r w:rsidRPr="00B371C6">
              <w:rPr>
                <w:rtl/>
              </w:rPr>
              <w:t>َ</w:t>
            </w:r>
            <w:r w:rsidRPr="009647FC">
              <w:rPr>
                <w:rtl/>
              </w:rPr>
              <w:t>ه</w:t>
            </w:r>
            <w:r>
              <w:rPr>
                <w:rtl/>
              </w:rPr>
              <w:t xml:space="preserve"> </w:t>
            </w:r>
            <w:r w:rsidRPr="009647FC">
              <w:rPr>
                <w:rtl/>
              </w:rPr>
              <w:t>الندامةُ</w:t>
            </w:r>
            <w:r>
              <w:rPr>
                <w:rtl/>
              </w:rPr>
              <w:t xml:space="preserve"> </w:t>
            </w:r>
            <w:r w:rsidRPr="009647FC">
              <w:rPr>
                <w:rtl/>
              </w:rPr>
              <w:t>دهرا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صدر بيت ينسب إلى أبي نواس</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1517A4" w:rsidRPr="00524A24" w:rsidTr="001517A4">
        <w:trPr>
          <w:trHeight w:val="350"/>
        </w:trPr>
        <w:tc>
          <w:tcPr>
            <w:tcW w:w="3902" w:type="dxa"/>
          </w:tcPr>
          <w:p w:rsidR="001517A4" w:rsidRPr="00524A24" w:rsidRDefault="001517A4" w:rsidP="008D3009">
            <w:pPr>
              <w:pStyle w:val="libPoem"/>
            </w:pPr>
            <w:r w:rsidRPr="009647FC">
              <w:rPr>
                <w:rtl/>
              </w:rPr>
              <w:lastRenderedPageBreak/>
              <w:t>ففداءً</w:t>
            </w:r>
            <w:r>
              <w:rPr>
                <w:rtl/>
              </w:rPr>
              <w:t xml:space="preserve"> </w:t>
            </w:r>
            <w:r w:rsidRPr="009647FC">
              <w:rPr>
                <w:rtl/>
              </w:rPr>
              <w:t>لشبره</w:t>
            </w:r>
            <w:r>
              <w:rPr>
                <w:rtl/>
              </w:rPr>
              <w:t xml:space="preserve"> </w:t>
            </w:r>
            <w:r w:rsidRPr="009647FC">
              <w:rPr>
                <w:rtl/>
              </w:rPr>
              <w:t>باع</w:t>
            </w:r>
            <w:r>
              <w:rPr>
                <w:rtl/>
              </w:rPr>
              <w:t xml:space="preserve"> </w:t>
            </w:r>
            <w:r w:rsidRPr="009647FC">
              <w:rPr>
                <w:rtl/>
              </w:rPr>
              <w:t>قومٍ</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لم</w:t>
            </w:r>
            <w:r>
              <w:rPr>
                <w:rtl/>
              </w:rPr>
              <w:t xml:space="preserve"> </w:t>
            </w:r>
            <w:r w:rsidRPr="009647FC">
              <w:rPr>
                <w:rtl/>
              </w:rPr>
              <w:t>تقس</w:t>
            </w:r>
            <w:r>
              <w:rPr>
                <w:rtl/>
              </w:rPr>
              <w:t xml:space="preserve"> </w:t>
            </w:r>
            <w:r w:rsidRPr="009647FC">
              <w:rPr>
                <w:rtl/>
              </w:rPr>
              <w:t>في</w:t>
            </w:r>
            <w:r>
              <w:rPr>
                <w:rtl/>
              </w:rPr>
              <w:t xml:space="preserve"> </w:t>
            </w:r>
            <w:r w:rsidRPr="009647FC">
              <w:rPr>
                <w:rtl/>
              </w:rPr>
              <w:t>ذراعها</w:t>
            </w:r>
            <w:r>
              <w:rPr>
                <w:rtl/>
              </w:rPr>
              <w:t xml:space="preserve"> </w:t>
            </w:r>
            <w:r w:rsidRPr="009647FC">
              <w:rPr>
                <w:rtl/>
              </w:rPr>
              <w:t>منه</w:t>
            </w:r>
            <w:r>
              <w:rPr>
                <w:rtl/>
              </w:rPr>
              <w:t xml:space="preserve"> </w:t>
            </w:r>
            <w:r w:rsidRPr="009647FC">
              <w:rPr>
                <w:rtl/>
              </w:rPr>
              <w:t>فترا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مدّ</w:t>
            </w:r>
            <w:r>
              <w:rPr>
                <w:rtl/>
              </w:rPr>
              <w:t>َ</w:t>
            </w:r>
            <w:r w:rsidR="004C00A8">
              <w:rPr>
                <w:rtl/>
              </w:rPr>
              <w:t xml:space="preserve"> </w:t>
            </w:r>
            <w:r w:rsidRPr="009647FC">
              <w:rPr>
                <w:rtl/>
              </w:rPr>
              <w:t>لكن</w:t>
            </w:r>
            <w:r>
              <w:rPr>
                <w:rtl/>
              </w:rPr>
              <w:t xml:space="preserve"> </w:t>
            </w:r>
            <w:r w:rsidRPr="009647FC">
              <w:rPr>
                <w:rtl/>
              </w:rPr>
              <w:t>يدا</w:t>
            </w:r>
            <w:r>
              <w:rPr>
                <w:rtl/>
              </w:rPr>
              <w:t xml:space="preserve"> </w:t>
            </w:r>
            <w:r w:rsidRPr="009647FC">
              <w:rPr>
                <w:rtl/>
              </w:rPr>
              <w:t>صناع</w:t>
            </w:r>
            <w:r>
              <w:rPr>
                <w:rtl/>
              </w:rPr>
              <w:t xml:space="preserve"> </w:t>
            </w:r>
            <w:r w:rsidRPr="009647FC">
              <w:rPr>
                <w:rtl/>
              </w:rPr>
              <w:t>العطايا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طرّ</w:t>
            </w:r>
            <w:r>
              <w:rPr>
                <w:rtl/>
              </w:rPr>
              <w:t>َ</w:t>
            </w:r>
            <w:r w:rsidRPr="009647FC">
              <w:rPr>
                <w:rtl/>
              </w:rPr>
              <w:t>زت</w:t>
            </w:r>
            <w:r w:rsidR="004C00A8">
              <w:rPr>
                <w:rtl/>
              </w:rPr>
              <w:t xml:space="preserve"> </w:t>
            </w:r>
            <w:r w:rsidRPr="009647FC">
              <w:rPr>
                <w:rtl/>
              </w:rPr>
              <w:t>بردتيه</w:t>
            </w:r>
            <w:r>
              <w:rPr>
                <w:rtl/>
              </w:rPr>
              <w:t xml:space="preserve"> </w:t>
            </w:r>
            <w:r w:rsidRPr="009647FC">
              <w:rPr>
                <w:rtl/>
              </w:rPr>
              <w:t>حمداً</w:t>
            </w:r>
            <w:r>
              <w:rPr>
                <w:rtl/>
              </w:rPr>
              <w:t xml:space="preserve"> </w:t>
            </w:r>
            <w:r w:rsidRPr="009647FC">
              <w:rPr>
                <w:rtl/>
              </w:rPr>
              <w:t>وشكرا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لا</w:t>
            </w:r>
            <w:r>
              <w:rPr>
                <w:rtl/>
              </w:rPr>
              <w:t xml:space="preserve"> </w:t>
            </w:r>
            <w:r w:rsidRPr="009647FC">
              <w:rPr>
                <w:rtl/>
              </w:rPr>
              <w:t>تفاخر</w:t>
            </w:r>
            <w:r>
              <w:rPr>
                <w:rtl/>
              </w:rPr>
              <w:t xml:space="preserve"> </w:t>
            </w:r>
            <w:r w:rsidRPr="009647FC">
              <w:rPr>
                <w:rtl/>
              </w:rPr>
              <w:t>به</w:t>
            </w:r>
            <w:r>
              <w:rPr>
                <w:rtl/>
              </w:rPr>
              <w:t xml:space="preserve"> </w:t>
            </w:r>
            <w:r w:rsidRPr="009647FC">
              <w:rPr>
                <w:rtl/>
              </w:rPr>
              <w:t>المجرّ</w:t>
            </w:r>
            <w:r>
              <w:rPr>
                <w:rtl/>
              </w:rPr>
              <w:t>َ</w:t>
            </w:r>
            <w:r w:rsidRPr="009647FC">
              <w:rPr>
                <w:rtl/>
              </w:rPr>
              <w:t>ة</w:t>
            </w:r>
            <w:r>
              <w:rPr>
                <w:rtl/>
              </w:rPr>
              <w:t xml:space="preserve"> </w:t>
            </w:r>
            <w:r w:rsidRPr="009647FC">
              <w:rPr>
                <w:rtl/>
              </w:rPr>
              <w:t>إلاّ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إن</w:t>
            </w:r>
            <w:r w:rsidR="004C00A8">
              <w:rPr>
                <w:rtl/>
              </w:rPr>
              <w:t xml:space="preserve"> </w:t>
            </w:r>
            <w:r w:rsidRPr="009647FC">
              <w:rPr>
                <w:rtl/>
              </w:rPr>
              <w:t>ترد</w:t>
            </w:r>
            <w:r>
              <w:rPr>
                <w:rtl/>
              </w:rPr>
              <w:t xml:space="preserve"> </w:t>
            </w:r>
            <w:r w:rsidRPr="009647FC">
              <w:rPr>
                <w:rtl/>
              </w:rPr>
              <w:t>تكسب</w:t>
            </w:r>
            <w:r>
              <w:rPr>
                <w:rtl/>
              </w:rPr>
              <w:t xml:space="preserve"> </w:t>
            </w:r>
            <w:r w:rsidRPr="009647FC">
              <w:rPr>
                <w:rtl/>
              </w:rPr>
              <w:t>المجرّة</w:t>
            </w:r>
            <w:r>
              <w:rPr>
                <w:rtl/>
              </w:rPr>
              <w:t xml:space="preserve">َ </w:t>
            </w:r>
            <w:r w:rsidRPr="009647FC">
              <w:rPr>
                <w:rtl/>
              </w:rPr>
              <w:t>فخرا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فهو</w:t>
            </w:r>
            <w:r w:rsidR="004C00A8">
              <w:rPr>
                <w:rtl/>
              </w:rPr>
              <w:t xml:space="preserve"> </w:t>
            </w:r>
            <w:r w:rsidRPr="009647FC">
              <w:rPr>
                <w:rtl/>
              </w:rPr>
              <w:t>بحرٌ</w:t>
            </w:r>
            <w:r>
              <w:rPr>
                <w:rtl/>
              </w:rPr>
              <w:t xml:space="preserve"> </w:t>
            </w:r>
            <w:r w:rsidRPr="009647FC">
              <w:rPr>
                <w:rtl/>
              </w:rPr>
              <w:t>ويقذف</w:t>
            </w:r>
            <w:r>
              <w:rPr>
                <w:rtl/>
              </w:rPr>
              <w:t xml:space="preserve"> </w:t>
            </w:r>
            <w:r w:rsidRPr="009647FC">
              <w:rPr>
                <w:rtl/>
              </w:rPr>
              <w:t>الدرّ</w:t>
            </w:r>
            <w:r>
              <w:rPr>
                <w:rtl/>
              </w:rPr>
              <w:t xml:space="preserve">َ </w:t>
            </w:r>
            <w:r w:rsidRPr="009647FC">
              <w:rPr>
                <w:rtl/>
              </w:rPr>
              <w:t>جودا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وهي</w:t>
            </w:r>
            <w:r>
              <w:rPr>
                <w:rtl/>
              </w:rPr>
              <w:t xml:space="preserve"> </w:t>
            </w:r>
            <w:r w:rsidRPr="009647FC">
              <w:rPr>
                <w:rtl/>
              </w:rPr>
              <w:t>نهرٌ</w:t>
            </w:r>
            <w:r>
              <w:rPr>
                <w:rtl/>
              </w:rPr>
              <w:t xml:space="preserve"> </w:t>
            </w:r>
            <w:r w:rsidRPr="009647FC">
              <w:rPr>
                <w:rtl/>
              </w:rPr>
              <w:t>وليس</w:t>
            </w:r>
            <w:r>
              <w:rPr>
                <w:rtl/>
              </w:rPr>
              <w:t xml:space="preserve"> </w:t>
            </w:r>
            <w:r w:rsidRPr="009647FC">
              <w:rPr>
                <w:rtl/>
              </w:rPr>
              <w:t>يقذف</w:t>
            </w:r>
            <w:r>
              <w:rPr>
                <w:rtl/>
              </w:rPr>
              <w:t xml:space="preserve"> </w:t>
            </w:r>
            <w:r w:rsidRPr="009647FC">
              <w:rPr>
                <w:rtl/>
              </w:rPr>
              <w:t>درّا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وهو</w:t>
            </w:r>
            <w:r>
              <w:rPr>
                <w:rtl/>
              </w:rPr>
              <w:t xml:space="preserve"> </w:t>
            </w:r>
            <w:r w:rsidRPr="009647FC">
              <w:rPr>
                <w:rtl/>
              </w:rPr>
              <w:t>والمصطفى</w:t>
            </w:r>
            <w:r>
              <w:rPr>
                <w:rtl/>
              </w:rPr>
              <w:t xml:space="preserve"> </w:t>
            </w:r>
            <w:r w:rsidRPr="009647FC">
              <w:rPr>
                <w:rtl/>
              </w:rPr>
              <w:t>بنادي</w:t>
            </w:r>
            <w:r>
              <w:rPr>
                <w:rtl/>
              </w:rPr>
              <w:t xml:space="preserve"> </w:t>
            </w:r>
            <w:r w:rsidRPr="009647FC">
              <w:rPr>
                <w:rtl/>
              </w:rPr>
              <w:t>العُلى</w:t>
            </w:r>
            <w:r>
              <w:rPr>
                <w:rtl/>
              </w:rPr>
              <w:t xml:space="preserve"> </w:t>
            </w:r>
            <w:r w:rsidRPr="009647FC">
              <w:rPr>
                <w:rtl/>
              </w:rPr>
              <w:t>شفـ</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عٌ</w:t>
            </w:r>
            <w:r w:rsidR="004C00A8">
              <w:rPr>
                <w:rtl/>
              </w:rPr>
              <w:t xml:space="preserve"> </w:t>
            </w:r>
            <w:r w:rsidRPr="009647FC">
              <w:rPr>
                <w:rtl/>
              </w:rPr>
              <w:t>وكلُّ</w:t>
            </w:r>
            <w:r>
              <w:rPr>
                <w:rtl/>
              </w:rPr>
              <w:t xml:space="preserve"> </w:t>
            </w:r>
            <w:r w:rsidRPr="009647FC">
              <w:rPr>
                <w:rtl/>
              </w:rPr>
              <w:t>يقوم</w:t>
            </w:r>
            <w:r>
              <w:rPr>
                <w:rtl/>
              </w:rPr>
              <w:t xml:space="preserve"> </w:t>
            </w:r>
            <w:r w:rsidRPr="009647FC">
              <w:rPr>
                <w:rtl/>
              </w:rPr>
              <w:t>في</w:t>
            </w:r>
            <w:r>
              <w:rPr>
                <w:rtl/>
              </w:rPr>
              <w:t xml:space="preserve"> </w:t>
            </w:r>
            <w:r w:rsidRPr="009647FC">
              <w:rPr>
                <w:rtl/>
              </w:rPr>
              <w:t>القوم</w:t>
            </w:r>
            <w:r>
              <w:rPr>
                <w:rtl/>
              </w:rPr>
              <w:t xml:space="preserve"> </w:t>
            </w:r>
            <w:r w:rsidRPr="009647FC">
              <w:rPr>
                <w:rtl/>
              </w:rPr>
              <w:t>وترا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حفظاً</w:t>
            </w:r>
            <w:r>
              <w:rPr>
                <w:rtl/>
              </w:rPr>
              <w:t xml:space="preserve"> </w:t>
            </w:r>
            <w:r w:rsidRPr="009647FC">
              <w:rPr>
                <w:rtl/>
              </w:rPr>
              <w:t>حوز</w:t>
            </w:r>
            <w:r>
              <w:rPr>
                <w:rtl/>
              </w:rPr>
              <w:t>َ</w:t>
            </w:r>
            <w:r w:rsidRPr="009647FC">
              <w:rPr>
                <w:rtl/>
              </w:rPr>
              <w:t>ة</w:t>
            </w:r>
            <w:r>
              <w:rPr>
                <w:rtl/>
              </w:rPr>
              <w:t xml:space="preserve"> </w:t>
            </w:r>
            <w:r w:rsidRPr="009647FC">
              <w:rPr>
                <w:rtl/>
              </w:rPr>
              <w:t>السماح</w:t>
            </w:r>
            <w:r>
              <w:rPr>
                <w:rtl/>
              </w:rPr>
              <w:t xml:space="preserve"> </w:t>
            </w:r>
            <w:r w:rsidRPr="009647FC">
              <w:rPr>
                <w:rtl/>
              </w:rPr>
              <w:t>وكلُّ</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دونها</w:t>
            </w:r>
            <w:r w:rsidR="004C00A8">
              <w:rPr>
                <w:rtl/>
              </w:rPr>
              <w:t xml:space="preserve"> </w:t>
            </w:r>
            <w:r w:rsidRPr="009647FC">
              <w:rPr>
                <w:rtl/>
              </w:rPr>
              <w:t>للعذول</w:t>
            </w:r>
            <w:r>
              <w:rPr>
                <w:rtl/>
              </w:rPr>
              <w:t xml:space="preserve"> </w:t>
            </w:r>
            <w:r w:rsidRPr="009647FC">
              <w:rPr>
                <w:rtl/>
              </w:rPr>
              <w:t>كم</w:t>
            </w:r>
            <w:r>
              <w:rPr>
                <w:rtl/>
              </w:rPr>
              <w:t xml:space="preserve"> </w:t>
            </w:r>
            <w:r w:rsidRPr="009647FC">
              <w:rPr>
                <w:rtl/>
              </w:rPr>
              <w:t>سدّ</w:t>
            </w:r>
            <w:r>
              <w:rPr>
                <w:rtl/>
              </w:rPr>
              <w:t xml:space="preserve">َ </w:t>
            </w:r>
            <w:r w:rsidRPr="009647FC">
              <w:rPr>
                <w:rtl/>
              </w:rPr>
              <w:t>ثغرا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فدمُ</w:t>
            </w:r>
            <w:r w:rsidR="004C00A8">
              <w:rPr>
                <w:rtl/>
              </w:rPr>
              <w:t xml:space="preserve"> </w:t>
            </w:r>
            <w:r w:rsidRPr="009647FC">
              <w:rPr>
                <w:rtl/>
              </w:rPr>
              <w:t>المكرمات</w:t>
            </w:r>
            <w:r>
              <w:rPr>
                <w:rtl/>
              </w:rPr>
              <w:t xml:space="preserve"> </w:t>
            </w:r>
            <w:r w:rsidRPr="009647FC">
              <w:rPr>
                <w:rtl/>
              </w:rPr>
              <w:t>لو</w:t>
            </w:r>
            <w:r>
              <w:rPr>
                <w:rtl/>
              </w:rPr>
              <w:t xml:space="preserve"> </w:t>
            </w:r>
            <w:r w:rsidRPr="009647FC">
              <w:rPr>
                <w:rtl/>
              </w:rPr>
              <w:t>لم</w:t>
            </w:r>
            <w:r>
              <w:rPr>
                <w:rtl/>
              </w:rPr>
              <w:t xml:space="preserve"> </w:t>
            </w:r>
            <w:r w:rsidRPr="009647FC">
              <w:rPr>
                <w:rtl/>
              </w:rPr>
              <w:t>يجيئا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لنعته</w:t>
            </w:r>
            <w:r>
              <w:rPr>
                <w:rtl/>
              </w:rPr>
              <w:t xml:space="preserve"> </w:t>
            </w:r>
            <w:r w:rsidRPr="009647FC">
              <w:rPr>
                <w:rtl/>
              </w:rPr>
              <w:t>يتائمُ</w:t>
            </w:r>
            <w:r>
              <w:rPr>
                <w:rtl/>
              </w:rPr>
              <w:t xml:space="preserve"> </w:t>
            </w:r>
            <w:r w:rsidRPr="009647FC">
              <w:rPr>
                <w:rtl/>
              </w:rPr>
              <w:t>الشعر</w:t>
            </w:r>
            <w:r>
              <w:rPr>
                <w:rtl/>
              </w:rPr>
              <w:t xml:space="preserve"> </w:t>
            </w:r>
            <w:r w:rsidRPr="009647FC">
              <w:rPr>
                <w:rtl/>
              </w:rPr>
              <w:t>هدرا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قد</w:t>
            </w:r>
            <w:r w:rsidR="004C00A8">
              <w:rPr>
                <w:rtl/>
              </w:rPr>
              <w:t xml:space="preserve"> </w:t>
            </w:r>
            <w:r w:rsidRPr="009647FC">
              <w:rPr>
                <w:rtl/>
              </w:rPr>
              <w:t>غرسنا</w:t>
            </w:r>
            <w:r>
              <w:rPr>
                <w:rtl/>
              </w:rPr>
              <w:t xml:space="preserve"> </w:t>
            </w:r>
            <w:r w:rsidRPr="009647FC">
              <w:rPr>
                <w:rtl/>
              </w:rPr>
              <w:t>فأثمر</w:t>
            </w:r>
            <w:r>
              <w:rPr>
                <w:rtl/>
              </w:rPr>
              <w:t xml:space="preserve"> </w:t>
            </w:r>
            <w:r w:rsidRPr="009647FC">
              <w:rPr>
                <w:rtl/>
              </w:rPr>
              <w:t>النظمُ</w:t>
            </w:r>
            <w:r>
              <w:rPr>
                <w:rtl/>
              </w:rPr>
              <w:t xml:space="preserve"> </w:t>
            </w:r>
            <w:r w:rsidRPr="009647FC">
              <w:rPr>
                <w:rtl/>
              </w:rPr>
              <w:t>حمدا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وسقيتم</w:t>
            </w:r>
            <w:r>
              <w:rPr>
                <w:rtl/>
              </w:rPr>
              <w:t xml:space="preserve"> </w:t>
            </w:r>
            <w:r w:rsidRPr="009647FC">
              <w:rPr>
                <w:rtl/>
              </w:rPr>
              <w:t>فأينع</w:t>
            </w:r>
            <w:r>
              <w:rPr>
                <w:rtl/>
              </w:rPr>
              <w:t xml:space="preserve"> </w:t>
            </w:r>
            <w:r w:rsidRPr="009647FC">
              <w:rPr>
                <w:rtl/>
              </w:rPr>
              <w:t>الجودُ</w:t>
            </w:r>
            <w:r>
              <w:rPr>
                <w:rtl/>
              </w:rPr>
              <w:t xml:space="preserve"> </w:t>
            </w:r>
            <w:r w:rsidRPr="009647FC">
              <w:rPr>
                <w:rtl/>
              </w:rPr>
              <w:t>وفرا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لسواه</w:t>
            </w:r>
            <w:r>
              <w:rPr>
                <w:rtl/>
              </w:rPr>
              <w:t xml:space="preserve"> </w:t>
            </w:r>
            <w:r w:rsidRPr="009647FC">
              <w:rPr>
                <w:rtl/>
              </w:rPr>
              <w:t>يا</w:t>
            </w:r>
            <w:r>
              <w:rPr>
                <w:rtl/>
              </w:rPr>
              <w:t xml:space="preserve"> </w:t>
            </w:r>
            <w:r w:rsidRPr="009647FC">
              <w:rPr>
                <w:rtl/>
              </w:rPr>
              <w:t>عاصراً</w:t>
            </w:r>
            <w:r>
              <w:rPr>
                <w:rtl/>
              </w:rPr>
              <w:t xml:space="preserve"> </w:t>
            </w:r>
            <w:r w:rsidRPr="009647FC">
              <w:rPr>
                <w:rtl/>
              </w:rPr>
              <w:t>حلب</w:t>
            </w:r>
            <w:r>
              <w:rPr>
                <w:rtl/>
              </w:rPr>
              <w:t xml:space="preserve">َ </w:t>
            </w:r>
            <w:r w:rsidRPr="009647FC">
              <w:rPr>
                <w:rtl/>
              </w:rPr>
              <w:t>الفكر</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بكفِّ</w:t>
            </w:r>
            <w:r>
              <w:rPr>
                <w:rtl/>
              </w:rPr>
              <w:t xml:space="preserve"> </w:t>
            </w:r>
            <w:r w:rsidRPr="009647FC">
              <w:rPr>
                <w:rtl/>
              </w:rPr>
              <w:t>الخسار</w:t>
            </w:r>
            <w:r>
              <w:rPr>
                <w:rtl/>
              </w:rPr>
              <w:t xml:space="preserve"> </w:t>
            </w:r>
            <w:r w:rsidRPr="009647FC">
              <w:rPr>
                <w:rtl/>
              </w:rPr>
              <w:t>تعصر</w:t>
            </w:r>
            <w:r>
              <w:rPr>
                <w:rtl/>
              </w:rPr>
              <w:t xml:space="preserve"> </w:t>
            </w:r>
            <w:r w:rsidRPr="009647FC">
              <w:rPr>
                <w:rtl/>
              </w:rPr>
              <w:t>خمرا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أيّها</w:t>
            </w:r>
            <w:r>
              <w:rPr>
                <w:rtl/>
              </w:rPr>
              <w:t xml:space="preserve"> </w:t>
            </w:r>
            <w:r w:rsidRPr="009647FC">
              <w:rPr>
                <w:rtl/>
              </w:rPr>
              <w:t>الطيبون</w:t>
            </w:r>
            <w:r>
              <w:rPr>
                <w:rtl/>
              </w:rPr>
              <w:t xml:space="preserve"> </w:t>
            </w:r>
            <w:r w:rsidRPr="009647FC">
              <w:rPr>
                <w:rtl/>
              </w:rPr>
              <w:t>معقد</w:t>
            </w:r>
            <w:r>
              <w:rPr>
                <w:rtl/>
              </w:rPr>
              <w:t xml:space="preserve">َ </w:t>
            </w:r>
            <w:r w:rsidRPr="009647FC">
              <w:rPr>
                <w:rtl/>
              </w:rPr>
              <w:t>أزرٍ</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لكم</w:t>
            </w:r>
            <w:r>
              <w:rPr>
                <w:rtl/>
              </w:rPr>
              <w:t xml:space="preserve"> </w:t>
            </w:r>
            <w:r w:rsidRPr="009647FC">
              <w:rPr>
                <w:rtl/>
              </w:rPr>
              <w:t>اللهُ</w:t>
            </w:r>
            <w:r>
              <w:rPr>
                <w:rtl/>
              </w:rPr>
              <w:t xml:space="preserve"> </w:t>
            </w:r>
            <w:r w:rsidRPr="009647FC">
              <w:rPr>
                <w:rtl/>
              </w:rPr>
              <w:t>شدّ</w:t>
            </w:r>
            <w:r>
              <w:rPr>
                <w:rtl/>
              </w:rPr>
              <w:t xml:space="preserve">َ </w:t>
            </w:r>
            <w:r w:rsidRPr="009647FC">
              <w:rPr>
                <w:rtl/>
              </w:rPr>
              <w:t>بالنصر</w:t>
            </w:r>
            <w:r>
              <w:rPr>
                <w:rtl/>
              </w:rPr>
              <w:t xml:space="preserve"> </w:t>
            </w:r>
            <w:r w:rsidRPr="009647FC">
              <w:rPr>
                <w:rtl/>
              </w:rPr>
              <w:t>أزرا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ذكركم</w:t>
            </w:r>
            <w:r w:rsidR="004C00A8">
              <w:rPr>
                <w:rtl/>
              </w:rPr>
              <w:t xml:space="preserve"> </w:t>
            </w:r>
            <w:r w:rsidRPr="009647FC">
              <w:rPr>
                <w:rtl/>
              </w:rPr>
              <w:t>بالجميل</w:t>
            </w:r>
            <w:r>
              <w:rPr>
                <w:rtl/>
              </w:rPr>
              <w:t xml:space="preserve"> </w:t>
            </w:r>
            <w:r w:rsidRPr="009647FC">
              <w:rPr>
                <w:rtl/>
              </w:rPr>
              <w:t>سار</w:t>
            </w:r>
            <w:r>
              <w:rPr>
                <w:rtl/>
              </w:rPr>
              <w:t xml:space="preserve"> </w:t>
            </w:r>
            <w:r w:rsidRPr="009647FC">
              <w:rPr>
                <w:rtl/>
              </w:rPr>
              <w:t>ولكن</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كمسير</w:t>
            </w:r>
            <w:r w:rsidR="004C00A8">
              <w:rPr>
                <w:rtl/>
              </w:rPr>
              <w:t xml:space="preserve"> </w:t>
            </w:r>
            <w:r w:rsidRPr="009647FC">
              <w:rPr>
                <w:rtl/>
              </w:rPr>
              <w:t>الرياح</w:t>
            </w:r>
            <w:r>
              <w:rPr>
                <w:rtl/>
              </w:rPr>
              <w:t xml:space="preserve"> </w:t>
            </w:r>
            <w:r w:rsidRPr="009647FC">
              <w:rPr>
                <w:rtl/>
              </w:rPr>
              <w:t>برّاً</w:t>
            </w:r>
            <w:r>
              <w:rPr>
                <w:rtl/>
              </w:rPr>
              <w:t xml:space="preserve"> </w:t>
            </w:r>
            <w:r w:rsidRPr="009647FC">
              <w:rPr>
                <w:rtl/>
              </w:rPr>
              <w:t>وبحرا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قرّت</w:t>
            </w:r>
            <w:r w:rsidR="004C00A8">
              <w:rPr>
                <w:rtl/>
              </w:rPr>
              <w:t xml:space="preserve"> </w:t>
            </w:r>
            <w:r w:rsidRPr="009647FC">
              <w:rPr>
                <w:rtl/>
              </w:rPr>
              <w:t>الأرضُ</w:t>
            </w:r>
            <w:r>
              <w:rPr>
                <w:rtl/>
              </w:rPr>
              <w:t xml:space="preserve"> </w:t>
            </w:r>
            <w:r w:rsidRPr="009647FC">
              <w:rPr>
                <w:rtl/>
              </w:rPr>
              <w:t>بالجبال</w:t>
            </w:r>
            <w:r>
              <w:rPr>
                <w:rtl/>
              </w:rPr>
              <w:t xml:space="preserve"> </w:t>
            </w:r>
            <w:r w:rsidRPr="009647FC">
              <w:rPr>
                <w:rtl/>
              </w:rPr>
              <w:t>وكانت</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هي</w:t>
            </w:r>
            <w:r>
              <w:rPr>
                <w:rtl/>
              </w:rPr>
              <w:t xml:space="preserve"> </w:t>
            </w:r>
            <w:r w:rsidRPr="009647FC">
              <w:rPr>
                <w:rtl/>
              </w:rPr>
              <w:t>والراسياتُ</w:t>
            </w:r>
            <w:r>
              <w:rPr>
                <w:rtl/>
              </w:rPr>
              <w:t xml:space="preserve"> </w:t>
            </w:r>
            <w:r w:rsidRPr="009647FC">
              <w:rPr>
                <w:rtl/>
              </w:rPr>
              <w:t>فيكم</w:t>
            </w:r>
            <w:r>
              <w:rPr>
                <w:rtl/>
              </w:rPr>
              <w:t xml:space="preserve"> </w:t>
            </w:r>
            <w:r w:rsidRPr="009647FC">
              <w:rPr>
                <w:rtl/>
              </w:rPr>
              <w:t>أقرّا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هاكموها</w:t>
            </w:r>
            <w:r>
              <w:rPr>
                <w:rtl/>
              </w:rPr>
              <w:t xml:space="preserve"> </w:t>
            </w:r>
            <w:r w:rsidRPr="009647FC">
              <w:rPr>
                <w:rtl/>
              </w:rPr>
              <w:t>بكر</w:t>
            </w:r>
            <w:r>
              <w:rPr>
                <w:rtl/>
              </w:rPr>
              <w:t xml:space="preserve">َ </w:t>
            </w:r>
            <w:r w:rsidRPr="009647FC">
              <w:rPr>
                <w:rtl/>
              </w:rPr>
              <w:t>القريض</w:t>
            </w:r>
            <w:r>
              <w:rPr>
                <w:rtl/>
              </w:rPr>
              <w:t xml:space="preserve"> </w:t>
            </w:r>
            <w:r w:rsidRPr="009647FC">
              <w:rPr>
                <w:rtl/>
              </w:rPr>
              <w:t>وعنها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سائلاها</w:t>
            </w:r>
            <w:r>
              <w:rPr>
                <w:rtl/>
              </w:rPr>
              <w:t xml:space="preserve"> </w:t>
            </w:r>
            <w:r w:rsidRPr="009647FC">
              <w:rPr>
                <w:rtl/>
              </w:rPr>
              <w:t>هل</w:t>
            </w:r>
            <w:r>
              <w:rPr>
                <w:rtl/>
              </w:rPr>
              <w:t xml:space="preserve"> </w:t>
            </w:r>
            <w:r w:rsidRPr="009647FC">
              <w:rPr>
                <w:rtl/>
              </w:rPr>
              <w:t>مثلها</w:t>
            </w:r>
            <w:r>
              <w:rPr>
                <w:rtl/>
              </w:rPr>
              <w:t xml:space="preserve"> </w:t>
            </w:r>
            <w:r w:rsidRPr="009647FC">
              <w:rPr>
                <w:rtl/>
              </w:rPr>
              <w:t>افتضّ</w:t>
            </w:r>
            <w:r>
              <w:rPr>
                <w:rtl/>
              </w:rPr>
              <w:t xml:space="preserve">َ </w:t>
            </w:r>
            <w:r w:rsidRPr="009647FC">
              <w:rPr>
                <w:rtl/>
              </w:rPr>
              <w:t>بكرا؟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بسوى</w:t>
            </w:r>
            <w:r w:rsidR="004C00A8">
              <w:rPr>
                <w:rtl/>
              </w:rPr>
              <w:t xml:space="preserve"> </w:t>
            </w:r>
            <w:r w:rsidRPr="009647FC">
              <w:rPr>
                <w:rtl/>
              </w:rPr>
              <w:t>السحر</w:t>
            </w:r>
            <w:r>
              <w:rPr>
                <w:rtl/>
              </w:rPr>
              <w:t xml:space="preserve"> </w:t>
            </w:r>
            <w:r w:rsidRPr="009647FC">
              <w:rPr>
                <w:rtl/>
              </w:rPr>
              <w:t>لم</w:t>
            </w:r>
            <w:r>
              <w:rPr>
                <w:rtl/>
              </w:rPr>
              <w:t xml:space="preserve"> </w:t>
            </w:r>
            <w:r w:rsidRPr="009647FC">
              <w:rPr>
                <w:rtl/>
              </w:rPr>
              <w:t>تعب</w:t>
            </w:r>
            <w:r>
              <w:rPr>
                <w:rtl/>
              </w:rPr>
              <w:t xml:space="preserve"> </w:t>
            </w:r>
            <w:r w:rsidRPr="009647FC">
              <w:rPr>
                <w:rtl/>
              </w:rPr>
              <w:t>أي</w:t>
            </w:r>
            <w:r>
              <w:rPr>
                <w:rtl/>
              </w:rPr>
              <w:t xml:space="preserve"> </w:t>
            </w:r>
            <w:r w:rsidRPr="009647FC">
              <w:rPr>
                <w:rtl/>
              </w:rPr>
              <w:t>وعيب</w:t>
            </w:r>
            <w:r>
              <w:rPr>
                <w:rtl/>
              </w:rPr>
              <w:t xml:space="preserve"> </w:t>
            </w:r>
            <w:r w:rsidRPr="009647FC">
              <w:rPr>
                <w:rtl/>
              </w:rPr>
              <w:t>البـ</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اليات</w:t>
            </w:r>
            <w:r>
              <w:rPr>
                <w:rtl/>
              </w:rPr>
              <w:t xml:space="preserve"> </w:t>
            </w:r>
            <w:r w:rsidRPr="009647FC">
              <w:rPr>
                <w:rtl/>
              </w:rPr>
              <w:t>إنّه</w:t>
            </w:r>
            <w:r>
              <w:rPr>
                <w:rtl/>
              </w:rPr>
              <w:t xml:space="preserve"> </w:t>
            </w:r>
            <w:r w:rsidRPr="009647FC">
              <w:rPr>
                <w:rtl/>
              </w:rPr>
              <w:t>كان</w:t>
            </w:r>
            <w:r>
              <w:rPr>
                <w:rtl/>
              </w:rPr>
              <w:t xml:space="preserve"> </w:t>
            </w:r>
            <w:r w:rsidRPr="009647FC">
              <w:rPr>
                <w:rtl/>
              </w:rPr>
              <w:t>سحرا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1517A4">
            <w:pPr>
              <w:pStyle w:val="libPoem"/>
            </w:pPr>
            <w:r w:rsidRPr="009647FC">
              <w:rPr>
                <w:rtl/>
              </w:rPr>
              <w:t>مزجت</w:t>
            </w:r>
            <w:r>
              <w:rPr>
                <w:rtl/>
              </w:rPr>
              <w:t xml:space="preserve"> </w:t>
            </w:r>
            <w:r w:rsidRPr="009647FC">
              <w:rPr>
                <w:rtl/>
              </w:rPr>
              <w:t>راحة</w:t>
            </w:r>
            <w:r>
              <w:rPr>
                <w:rtl/>
              </w:rPr>
              <w:t xml:space="preserve">َ </w:t>
            </w:r>
            <w:r w:rsidRPr="009647FC">
              <w:rPr>
                <w:rtl/>
              </w:rPr>
              <w:t>السرور</w:t>
            </w:r>
            <w:r>
              <w:rPr>
                <w:rtl/>
              </w:rPr>
              <w:t xml:space="preserve"> </w:t>
            </w:r>
            <w:r w:rsidRPr="009647FC">
              <w:rPr>
                <w:rtl/>
              </w:rPr>
              <w:t>بضّرٍ</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فأذاقت</w:t>
            </w:r>
            <w:r w:rsidR="004C00A8">
              <w:rPr>
                <w:rtl/>
              </w:rPr>
              <w:t xml:space="preserve"> </w:t>
            </w:r>
            <w:r w:rsidRPr="009647FC">
              <w:rPr>
                <w:rtl/>
              </w:rPr>
              <w:t>طعمين</w:t>
            </w:r>
            <w:r>
              <w:rPr>
                <w:rtl/>
              </w:rPr>
              <w:t xml:space="preserve"> </w:t>
            </w:r>
            <w:r w:rsidRPr="009647FC">
              <w:rPr>
                <w:rtl/>
              </w:rPr>
              <w:t>حلواً</w:t>
            </w:r>
            <w:r>
              <w:rPr>
                <w:rtl/>
              </w:rPr>
              <w:t xml:space="preserve"> </w:t>
            </w:r>
            <w:r w:rsidRPr="009647FC">
              <w:rPr>
                <w:rtl/>
              </w:rPr>
              <w:t>ومرّا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همت</w:t>
            </w:r>
            <w:r>
              <w:rPr>
                <w:rtl/>
              </w:rPr>
              <w:t xml:space="preserve"> </w:t>
            </w:r>
            <w:r w:rsidRPr="009647FC">
              <w:rPr>
                <w:rtl/>
              </w:rPr>
              <w:t>في</w:t>
            </w:r>
            <w:r>
              <w:rPr>
                <w:rtl/>
              </w:rPr>
              <w:t xml:space="preserve"> </w:t>
            </w:r>
            <w:r w:rsidRPr="009647FC">
              <w:rPr>
                <w:rtl/>
              </w:rPr>
              <w:t>عفرها</w:t>
            </w:r>
            <w:r>
              <w:rPr>
                <w:rtl/>
              </w:rPr>
              <w:t xml:space="preserve"> </w:t>
            </w:r>
            <w:r w:rsidRPr="009647FC">
              <w:rPr>
                <w:rtl/>
              </w:rPr>
              <w:t>وما كلُّ</w:t>
            </w:r>
            <w:r>
              <w:rPr>
                <w:rtl/>
              </w:rPr>
              <w:t xml:space="preserve"> </w:t>
            </w:r>
            <w:r w:rsidRPr="009647FC">
              <w:rPr>
                <w:rtl/>
              </w:rPr>
              <w:t>منْ</w:t>
            </w:r>
            <w:r>
              <w:rPr>
                <w:rtl/>
              </w:rPr>
              <w:t xml:space="preserve"> </w:t>
            </w:r>
            <w:r w:rsidRPr="009647FC">
              <w:rPr>
                <w:rtl/>
              </w:rPr>
              <w:t>ها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م</w:t>
            </w:r>
            <w:r w:rsidR="004C00A8">
              <w:rPr>
                <w:rtl/>
              </w:rPr>
              <w:t xml:space="preserve"> </w:t>
            </w:r>
            <w:r w:rsidRPr="009647FC">
              <w:rPr>
                <w:rtl/>
              </w:rPr>
              <w:t>بوادي</w:t>
            </w:r>
            <w:r>
              <w:rPr>
                <w:rtl/>
              </w:rPr>
              <w:t xml:space="preserve"> </w:t>
            </w:r>
            <w:r w:rsidRPr="009647FC">
              <w:rPr>
                <w:rtl/>
              </w:rPr>
              <w:t>القريض</w:t>
            </w:r>
            <w:r>
              <w:rPr>
                <w:rtl/>
              </w:rPr>
              <w:t xml:space="preserve"> </w:t>
            </w:r>
            <w:r w:rsidRPr="009647FC">
              <w:rPr>
                <w:rtl/>
              </w:rPr>
              <w:t>يصطاد</w:t>
            </w:r>
            <w:r>
              <w:rPr>
                <w:rtl/>
              </w:rPr>
              <w:t xml:space="preserve"> </w:t>
            </w:r>
            <w:r w:rsidRPr="009647FC">
              <w:rPr>
                <w:rtl/>
              </w:rPr>
              <w:t>عفرا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زان</w:t>
            </w:r>
            <w:r w:rsidR="004C00A8">
              <w:rPr>
                <w:rtl/>
              </w:rPr>
              <w:t xml:space="preserve"> </w:t>
            </w:r>
            <w:r w:rsidRPr="009647FC">
              <w:rPr>
                <w:rtl/>
              </w:rPr>
              <w:t>تحبيرُها</w:t>
            </w:r>
            <w:r>
              <w:rPr>
                <w:rtl/>
              </w:rPr>
              <w:t xml:space="preserve"> </w:t>
            </w:r>
            <w:r w:rsidRPr="009647FC">
              <w:rPr>
                <w:rtl/>
              </w:rPr>
              <w:t>الطروس</w:t>
            </w:r>
            <w:r>
              <w:rPr>
                <w:rtl/>
              </w:rPr>
              <w:t xml:space="preserve">َ </w:t>
            </w:r>
            <w:r w:rsidRPr="009647FC">
              <w:rPr>
                <w:rtl/>
              </w:rPr>
              <w:t>ففتّش</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ما</w:t>
            </w:r>
            <w:r>
              <w:rPr>
                <w:rtl/>
              </w:rPr>
              <w:t xml:space="preserve"> </w:t>
            </w:r>
            <w:r w:rsidRPr="009647FC">
              <w:rPr>
                <w:rtl/>
              </w:rPr>
              <w:t>عداها</w:t>
            </w:r>
            <w:r>
              <w:rPr>
                <w:rtl/>
              </w:rPr>
              <w:t xml:space="preserve"> </w:t>
            </w:r>
            <w:r w:rsidRPr="009647FC">
              <w:rPr>
                <w:rtl/>
              </w:rPr>
              <w:t>تجده</w:t>
            </w:r>
            <w:r>
              <w:rPr>
                <w:rtl/>
              </w:rPr>
              <w:t xml:space="preserve"> </w:t>
            </w:r>
            <w:r w:rsidRPr="009647FC">
              <w:rPr>
                <w:rtl/>
              </w:rPr>
              <w:t>طرساً</w:t>
            </w:r>
            <w:r>
              <w:rPr>
                <w:rtl/>
              </w:rPr>
              <w:t xml:space="preserve"> </w:t>
            </w:r>
            <w:r w:rsidRPr="009647FC">
              <w:rPr>
                <w:rtl/>
              </w:rPr>
              <w:t>وحبرا</w:t>
            </w:r>
            <w:r w:rsidRPr="00524A24">
              <w:rPr>
                <w:rStyle w:val="libPoemTiniChar0"/>
                <w:rtl/>
              </w:rPr>
              <w:br/>
              <w:t> </w:t>
            </w:r>
          </w:p>
        </w:tc>
      </w:tr>
    </w:tbl>
    <w:p w:rsidR="009647FC" w:rsidRPr="00524A24" w:rsidRDefault="009647FC" w:rsidP="004E7EC6">
      <w:pPr>
        <w:pStyle w:val="libNormal"/>
      </w:pPr>
      <w:r w:rsidRPr="009647FC">
        <w:rPr>
          <w:rtl/>
        </w:rPr>
        <w:t>وقال راثياً محمد كاظم ابن الحاج عبد الكريم كبّه</w:t>
      </w:r>
      <w:r w:rsidR="00D769AB">
        <w:rPr>
          <w:rtl/>
        </w:rPr>
        <w:t>،</w:t>
      </w:r>
      <w:r w:rsidRPr="009647FC">
        <w:rPr>
          <w:rtl/>
        </w:rPr>
        <w:t xml:space="preserve"> ومعزّياً أباه وعمّه الحاج محمد صالح</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1517A4" w:rsidRPr="00524A24" w:rsidTr="001517A4">
        <w:trPr>
          <w:trHeight w:val="350"/>
        </w:trPr>
        <w:tc>
          <w:tcPr>
            <w:tcW w:w="3902" w:type="dxa"/>
          </w:tcPr>
          <w:p w:rsidR="001517A4" w:rsidRPr="00524A24" w:rsidRDefault="001517A4" w:rsidP="008D3009">
            <w:pPr>
              <w:pStyle w:val="libPoem"/>
            </w:pPr>
            <w:r w:rsidRPr="009647FC">
              <w:rPr>
                <w:rtl/>
              </w:rPr>
              <w:t>لا</w:t>
            </w:r>
            <w:r>
              <w:rPr>
                <w:rtl/>
              </w:rPr>
              <w:t xml:space="preserve"> </w:t>
            </w:r>
            <w:r w:rsidRPr="009647FC">
              <w:rPr>
                <w:rtl/>
              </w:rPr>
              <w:t>أرى</w:t>
            </w:r>
            <w:r>
              <w:rPr>
                <w:rtl/>
              </w:rPr>
              <w:t xml:space="preserve"> </w:t>
            </w:r>
            <w:r w:rsidRPr="009647FC">
              <w:rPr>
                <w:rtl/>
              </w:rPr>
              <w:t>للزمان</w:t>
            </w:r>
            <w:r>
              <w:rPr>
                <w:rtl/>
              </w:rPr>
              <w:t xml:space="preserve"> </w:t>
            </w:r>
            <w:r w:rsidRPr="009647FC">
              <w:rPr>
                <w:rtl/>
              </w:rPr>
              <w:t>يا</w:t>
            </w:r>
            <w:r>
              <w:rPr>
                <w:rtl/>
              </w:rPr>
              <w:t xml:space="preserve"> </w:t>
            </w:r>
            <w:r w:rsidRPr="009647FC">
              <w:rPr>
                <w:rtl/>
              </w:rPr>
              <w:t>صاح</w:t>
            </w:r>
            <w:r>
              <w:rPr>
                <w:rtl/>
              </w:rPr>
              <w:t xml:space="preserve"> </w:t>
            </w:r>
            <w:r w:rsidRPr="009647FC">
              <w:rPr>
                <w:rtl/>
              </w:rPr>
              <w:t>عُذراً</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أفيدري</w:t>
            </w:r>
            <w:r w:rsidR="004C00A8">
              <w:rPr>
                <w:rtl/>
              </w:rPr>
              <w:t xml:space="preserve"> </w:t>
            </w:r>
            <w:r w:rsidRPr="009647FC">
              <w:rPr>
                <w:rtl/>
              </w:rPr>
              <w:t>لم</w:t>
            </w:r>
            <w:r>
              <w:rPr>
                <w:rtl/>
              </w:rPr>
              <w:t>َ</w:t>
            </w:r>
            <w:r w:rsidRPr="009647FC">
              <w:rPr>
                <w:rtl/>
              </w:rPr>
              <w:t>نْ</w:t>
            </w:r>
            <w:r>
              <w:rPr>
                <w:rtl/>
              </w:rPr>
              <w:t xml:space="preserve"> </w:t>
            </w:r>
            <w:r w:rsidRPr="009647FC">
              <w:rPr>
                <w:rtl/>
              </w:rPr>
              <w:t>تأبّ</w:t>
            </w:r>
            <w:r>
              <w:rPr>
                <w:rtl/>
              </w:rPr>
              <w:t>َ</w:t>
            </w:r>
            <w:r w:rsidRPr="009647FC">
              <w:rPr>
                <w:rtl/>
              </w:rPr>
              <w:t>ط</w:t>
            </w:r>
            <w:r>
              <w:rPr>
                <w:rtl/>
              </w:rPr>
              <w:t xml:space="preserve"> </w:t>
            </w:r>
            <w:r w:rsidRPr="009647FC">
              <w:rPr>
                <w:rtl/>
              </w:rPr>
              <w:t>شرّا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ولم</w:t>
            </w:r>
            <w:r w:rsidRPr="00B371C6">
              <w:rPr>
                <w:rtl/>
              </w:rPr>
              <w:t>َ</w:t>
            </w:r>
            <w:r w:rsidRPr="009647FC">
              <w:rPr>
                <w:rtl/>
              </w:rPr>
              <w:t>نْ</w:t>
            </w:r>
            <w:r>
              <w:rPr>
                <w:rtl/>
              </w:rPr>
              <w:t xml:space="preserve"> </w:t>
            </w:r>
            <w:r w:rsidRPr="009647FC">
              <w:rPr>
                <w:rtl/>
              </w:rPr>
              <w:t>بغتةً</w:t>
            </w:r>
            <w:r>
              <w:rPr>
                <w:rtl/>
              </w:rPr>
              <w:t xml:space="preserve"> </w:t>
            </w:r>
            <w:r w:rsidRPr="009647FC">
              <w:rPr>
                <w:rtl/>
              </w:rPr>
              <w:t>ألمّ</w:t>
            </w:r>
            <w:r>
              <w:rPr>
                <w:rtl/>
              </w:rPr>
              <w:t xml:space="preserve">َ </w:t>
            </w:r>
            <w:r w:rsidRPr="009647FC">
              <w:rPr>
                <w:rtl/>
              </w:rPr>
              <w:t>بخطبٍ</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ساء</w:t>
            </w:r>
            <w:r>
              <w:rPr>
                <w:rtl/>
              </w:rPr>
              <w:t xml:space="preserve"> </w:t>
            </w:r>
            <w:r w:rsidRPr="009647FC">
              <w:rPr>
                <w:rtl/>
              </w:rPr>
              <w:t>فيه</w:t>
            </w:r>
            <w:r>
              <w:rPr>
                <w:rtl/>
              </w:rPr>
              <w:t xml:space="preserve"> </w:t>
            </w:r>
            <w:r w:rsidRPr="009647FC">
              <w:rPr>
                <w:rtl/>
              </w:rPr>
              <w:t>الأنام</w:t>
            </w:r>
            <w:r>
              <w:rPr>
                <w:rtl/>
              </w:rPr>
              <w:t xml:space="preserve">َ </w:t>
            </w:r>
            <w:r w:rsidRPr="009647FC">
              <w:rPr>
                <w:rtl/>
              </w:rPr>
              <w:t>عبداً</w:t>
            </w:r>
            <w:r>
              <w:rPr>
                <w:rtl/>
              </w:rPr>
              <w:t xml:space="preserve"> </w:t>
            </w:r>
            <w:r w:rsidRPr="009647FC">
              <w:rPr>
                <w:rtl/>
              </w:rPr>
              <w:t>وحرّا</w:t>
            </w:r>
            <w:r w:rsidRPr="00524A24">
              <w:rPr>
                <w:rStyle w:val="libPoemTiniChar0"/>
                <w:rtl/>
              </w:rPr>
              <w:br/>
              <w:t> </w:t>
            </w:r>
          </w:p>
        </w:tc>
      </w:tr>
      <w:tr w:rsidR="001517A4" w:rsidRPr="00524A24" w:rsidTr="001517A4">
        <w:trPr>
          <w:trHeight w:val="350"/>
        </w:trPr>
        <w:tc>
          <w:tcPr>
            <w:tcW w:w="3902" w:type="dxa"/>
          </w:tcPr>
          <w:p w:rsidR="001517A4" w:rsidRPr="00524A24" w:rsidRDefault="001517A4" w:rsidP="008D3009">
            <w:pPr>
              <w:pStyle w:val="libPoem"/>
            </w:pPr>
            <w:r w:rsidRPr="009647FC">
              <w:rPr>
                <w:rtl/>
              </w:rPr>
              <w:t>ردّ</w:t>
            </w:r>
            <w:r>
              <w:rPr>
                <w:rtl/>
              </w:rPr>
              <w:t>َ</w:t>
            </w:r>
            <w:r w:rsidR="004C00A8">
              <w:rPr>
                <w:rtl/>
              </w:rPr>
              <w:t xml:space="preserve"> </w:t>
            </w:r>
            <w:r w:rsidRPr="009647FC">
              <w:rPr>
                <w:rtl/>
              </w:rPr>
              <w:t>فيه</w:t>
            </w:r>
            <w:r>
              <w:rPr>
                <w:rtl/>
              </w:rPr>
              <w:t xml:space="preserve"> </w:t>
            </w:r>
            <w:r w:rsidRPr="009647FC">
              <w:rPr>
                <w:rtl/>
              </w:rPr>
              <w:t>حزناً</w:t>
            </w:r>
            <w:r>
              <w:rPr>
                <w:rtl/>
              </w:rPr>
              <w:t xml:space="preserve"> </w:t>
            </w:r>
            <w:r w:rsidRPr="009647FC">
              <w:rPr>
                <w:rtl/>
              </w:rPr>
              <w:t>نواصي</w:t>
            </w:r>
            <w:r>
              <w:rPr>
                <w:rtl/>
              </w:rPr>
              <w:t xml:space="preserve"> </w:t>
            </w:r>
            <w:r w:rsidRPr="009647FC">
              <w:rPr>
                <w:rtl/>
              </w:rPr>
              <w:t>الليالي</w:t>
            </w:r>
            <w:r w:rsidRPr="00524A24">
              <w:rPr>
                <w:rStyle w:val="libPoemTiniChar0"/>
                <w:rtl/>
              </w:rPr>
              <w:br/>
              <w:t> </w:t>
            </w:r>
          </w:p>
        </w:tc>
        <w:tc>
          <w:tcPr>
            <w:tcW w:w="301" w:type="dxa"/>
          </w:tcPr>
          <w:p w:rsidR="001517A4" w:rsidRPr="00524A24" w:rsidRDefault="001517A4" w:rsidP="008D3009">
            <w:pPr>
              <w:pStyle w:val="libPoem"/>
              <w:rPr>
                <w:rtl/>
              </w:rPr>
            </w:pPr>
          </w:p>
        </w:tc>
        <w:tc>
          <w:tcPr>
            <w:tcW w:w="3884" w:type="dxa"/>
          </w:tcPr>
          <w:p w:rsidR="001517A4" w:rsidRPr="00524A24" w:rsidRDefault="001517A4" w:rsidP="008D3009">
            <w:pPr>
              <w:pStyle w:val="libPoem"/>
            </w:pPr>
            <w:r w:rsidRPr="009647FC">
              <w:rPr>
                <w:rtl/>
              </w:rPr>
              <w:t>ووجوهُ</w:t>
            </w:r>
            <w:r>
              <w:rPr>
                <w:rtl/>
              </w:rPr>
              <w:t xml:space="preserve"> </w:t>
            </w:r>
            <w:r w:rsidRPr="009647FC">
              <w:rPr>
                <w:rtl/>
              </w:rPr>
              <w:t>الأنام</w:t>
            </w:r>
            <w:r>
              <w:rPr>
                <w:rtl/>
              </w:rPr>
              <w:t xml:space="preserve"> </w:t>
            </w:r>
            <w:r w:rsidRPr="009647FC">
              <w:rPr>
                <w:rtl/>
              </w:rPr>
              <w:t>شعثاً</w:t>
            </w:r>
            <w:r>
              <w:rPr>
                <w:rtl/>
              </w:rPr>
              <w:t xml:space="preserve"> </w:t>
            </w:r>
            <w:r w:rsidRPr="009647FC">
              <w:rPr>
                <w:rtl/>
              </w:rPr>
              <w:t>وغبرا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CB3F54" w:rsidRPr="00524A24" w:rsidTr="00CB3F54">
        <w:trPr>
          <w:trHeight w:val="350"/>
        </w:trPr>
        <w:tc>
          <w:tcPr>
            <w:tcW w:w="3902" w:type="dxa"/>
          </w:tcPr>
          <w:p w:rsidR="00CB3F54" w:rsidRPr="00524A24" w:rsidRDefault="00CB3F54" w:rsidP="008D3009">
            <w:pPr>
              <w:pStyle w:val="libPoem"/>
            </w:pPr>
            <w:r w:rsidRPr="009647FC">
              <w:rPr>
                <w:rtl/>
              </w:rPr>
              <w:lastRenderedPageBreak/>
              <w:t>وحشا</w:t>
            </w:r>
            <w:r w:rsidR="004C00A8">
              <w:rPr>
                <w:rtl/>
              </w:rPr>
              <w:t xml:space="preserve"> </w:t>
            </w:r>
            <w:r w:rsidRPr="009647FC">
              <w:rPr>
                <w:rtl/>
              </w:rPr>
              <w:t>المكرمات</w:t>
            </w:r>
            <w:r>
              <w:rPr>
                <w:rtl/>
              </w:rPr>
              <w:t xml:space="preserve"> </w:t>
            </w:r>
            <w:r w:rsidRPr="009647FC">
              <w:rPr>
                <w:rtl/>
              </w:rPr>
              <w:t>حرّى</w:t>
            </w:r>
            <w:r>
              <w:rPr>
                <w:rtl/>
              </w:rPr>
              <w:t xml:space="preserve"> </w:t>
            </w:r>
            <w:r w:rsidRPr="009647FC">
              <w:rPr>
                <w:rtl/>
              </w:rPr>
              <w:t>وعينُ</w:t>
            </w:r>
            <w:r>
              <w:rPr>
                <w:rtl/>
              </w:rPr>
              <w:t xml:space="preserve"> </w:t>
            </w:r>
            <w:r w:rsidRPr="009647FC">
              <w:rPr>
                <w:rtl/>
              </w:rPr>
              <w:t>الـ</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مجد</w:t>
            </w:r>
            <w:r w:rsidR="004C00A8">
              <w:rPr>
                <w:rtl/>
              </w:rPr>
              <w:t xml:space="preserve"> </w:t>
            </w:r>
            <w:r w:rsidRPr="009647FC">
              <w:rPr>
                <w:rtl/>
              </w:rPr>
              <w:t>عبرى</w:t>
            </w:r>
            <w:r>
              <w:rPr>
                <w:rtl/>
              </w:rPr>
              <w:t xml:space="preserve"> </w:t>
            </w:r>
            <w:r w:rsidRPr="009647FC">
              <w:rPr>
                <w:rtl/>
              </w:rPr>
              <w:t>ومهجةُ</w:t>
            </w:r>
            <w:r>
              <w:rPr>
                <w:rtl/>
              </w:rPr>
              <w:t xml:space="preserve"> </w:t>
            </w:r>
            <w:r w:rsidRPr="009647FC">
              <w:rPr>
                <w:rtl/>
              </w:rPr>
              <w:t>الفضل</w:t>
            </w:r>
            <w:r>
              <w:rPr>
                <w:rtl/>
              </w:rPr>
              <w:t xml:space="preserve"> </w:t>
            </w:r>
            <w:r w:rsidRPr="009647FC">
              <w:rPr>
                <w:rtl/>
              </w:rPr>
              <w:t>حرّى</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جذّ</w:t>
            </w:r>
            <w:r>
              <w:rPr>
                <w:rtl/>
              </w:rPr>
              <w:t>َ</w:t>
            </w:r>
            <w:r w:rsidR="004C00A8">
              <w:rPr>
                <w:rtl/>
              </w:rPr>
              <w:t xml:space="preserve"> </w:t>
            </w:r>
            <w:r w:rsidRPr="009647FC">
              <w:rPr>
                <w:rtl/>
              </w:rPr>
              <w:t>من</w:t>
            </w:r>
            <w:r>
              <w:rPr>
                <w:rtl/>
              </w:rPr>
              <w:t xml:space="preserve"> </w:t>
            </w:r>
            <w:r w:rsidRPr="009647FC">
              <w:rPr>
                <w:rtl/>
              </w:rPr>
              <w:t>دوحة</w:t>
            </w:r>
            <w:r>
              <w:rPr>
                <w:rtl/>
              </w:rPr>
              <w:t xml:space="preserve"> </w:t>
            </w:r>
            <w:r w:rsidRPr="009647FC">
              <w:rPr>
                <w:rtl/>
              </w:rPr>
              <w:t>المكارم</w:t>
            </w:r>
            <w:r>
              <w:rPr>
                <w:rtl/>
              </w:rPr>
              <w:t xml:space="preserve"> </w:t>
            </w:r>
            <w:r w:rsidRPr="009647FC">
              <w:rPr>
                <w:rtl/>
              </w:rPr>
              <w:t>غصنا</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فذوى</w:t>
            </w:r>
            <w:r w:rsidR="004C00A8">
              <w:rPr>
                <w:rtl/>
              </w:rPr>
              <w:t xml:space="preserve"> </w:t>
            </w:r>
            <w:r w:rsidRPr="009647FC">
              <w:rPr>
                <w:rtl/>
              </w:rPr>
              <w:t>بغتةً</w:t>
            </w:r>
            <w:r>
              <w:rPr>
                <w:rtl/>
              </w:rPr>
              <w:t xml:space="preserve"> </w:t>
            </w:r>
            <w:r w:rsidRPr="009647FC">
              <w:rPr>
                <w:rtl/>
              </w:rPr>
              <w:t>وقد</w:t>
            </w:r>
            <w:r>
              <w:rPr>
                <w:rtl/>
              </w:rPr>
              <w:t xml:space="preserve"> </w:t>
            </w:r>
            <w:r w:rsidRPr="009647FC">
              <w:rPr>
                <w:rtl/>
              </w:rPr>
              <w:t>كان</w:t>
            </w:r>
            <w:r>
              <w:rPr>
                <w:rtl/>
              </w:rPr>
              <w:t xml:space="preserve"> </w:t>
            </w:r>
            <w:r w:rsidRPr="009647FC">
              <w:rPr>
                <w:rtl/>
              </w:rPr>
              <w:t>نضرا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قد</w:t>
            </w:r>
            <w:r>
              <w:rPr>
                <w:rtl/>
              </w:rPr>
              <w:t xml:space="preserve"> </w:t>
            </w:r>
            <w:r w:rsidRPr="009647FC">
              <w:rPr>
                <w:rtl/>
              </w:rPr>
              <w:t>نعته</w:t>
            </w:r>
            <w:r>
              <w:rPr>
                <w:rtl/>
              </w:rPr>
              <w:t xml:space="preserve"> </w:t>
            </w:r>
            <w:r w:rsidRPr="009647FC">
              <w:rPr>
                <w:rtl/>
              </w:rPr>
              <w:t>العلياءُ</w:t>
            </w:r>
            <w:r>
              <w:rPr>
                <w:rtl/>
              </w:rPr>
              <w:t xml:space="preserve"> </w:t>
            </w:r>
            <w:r w:rsidRPr="009647FC">
              <w:rPr>
                <w:rtl/>
              </w:rPr>
              <w:t>وهو</w:t>
            </w:r>
            <w:r>
              <w:rPr>
                <w:rtl/>
              </w:rPr>
              <w:t xml:space="preserve"> </w:t>
            </w:r>
            <w:r w:rsidRPr="009647FC">
              <w:rPr>
                <w:rtl/>
              </w:rPr>
              <w:t>بقبرٍ</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مذ</w:t>
            </w:r>
            <w:r>
              <w:rPr>
                <w:rtl/>
              </w:rPr>
              <w:t xml:space="preserve"> </w:t>
            </w:r>
            <w:r w:rsidRPr="009647FC">
              <w:rPr>
                <w:rtl/>
              </w:rPr>
              <w:t>حواه</w:t>
            </w:r>
            <w:r>
              <w:rPr>
                <w:rtl/>
              </w:rPr>
              <w:t xml:space="preserve"> </w:t>
            </w:r>
            <w:r w:rsidRPr="009647FC">
              <w:rPr>
                <w:rtl/>
              </w:rPr>
              <w:t>لصبرها</w:t>
            </w:r>
            <w:r>
              <w:rPr>
                <w:rtl/>
              </w:rPr>
              <w:t xml:space="preserve"> </w:t>
            </w:r>
            <w:r w:rsidRPr="009647FC">
              <w:rPr>
                <w:rtl/>
              </w:rPr>
              <w:t>صار</w:t>
            </w:r>
            <w:r>
              <w:rPr>
                <w:rtl/>
              </w:rPr>
              <w:t xml:space="preserve"> </w:t>
            </w:r>
            <w:r w:rsidRPr="009647FC">
              <w:rPr>
                <w:rtl/>
              </w:rPr>
              <w:t>قبرا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يا</w:t>
            </w:r>
            <w:r w:rsidR="004C00A8">
              <w:rPr>
                <w:rtl/>
              </w:rPr>
              <w:t xml:space="preserve"> </w:t>
            </w:r>
            <w:r w:rsidRPr="009647FC">
              <w:rPr>
                <w:rtl/>
              </w:rPr>
              <w:t>هلالاً</w:t>
            </w:r>
            <w:r>
              <w:rPr>
                <w:rtl/>
              </w:rPr>
              <w:t xml:space="preserve"> </w:t>
            </w:r>
            <w:r w:rsidRPr="009647FC">
              <w:rPr>
                <w:rtl/>
              </w:rPr>
              <w:t>رجوتُ</w:t>
            </w:r>
            <w:r>
              <w:rPr>
                <w:rtl/>
              </w:rPr>
              <w:t xml:space="preserve"> </w:t>
            </w:r>
            <w:r w:rsidRPr="009647FC">
              <w:rPr>
                <w:rtl/>
              </w:rPr>
              <w:t>يكمل</w:t>
            </w:r>
            <w:r>
              <w:rPr>
                <w:rtl/>
              </w:rPr>
              <w:t xml:space="preserve"> </w:t>
            </w:r>
            <w:r w:rsidRPr="009647FC">
              <w:rPr>
                <w:rtl/>
              </w:rPr>
              <w:t>بدرا</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محقته</w:t>
            </w:r>
            <w:r w:rsidR="004C00A8">
              <w:rPr>
                <w:rtl/>
              </w:rPr>
              <w:t xml:space="preserve"> </w:t>
            </w:r>
            <w:r w:rsidRPr="009647FC">
              <w:rPr>
                <w:rtl/>
              </w:rPr>
              <w:t>يدُ</w:t>
            </w:r>
            <w:r>
              <w:rPr>
                <w:rtl/>
              </w:rPr>
              <w:t xml:space="preserve"> </w:t>
            </w:r>
            <w:r w:rsidRPr="009647FC">
              <w:rPr>
                <w:rtl/>
              </w:rPr>
              <w:t>الردى</w:t>
            </w:r>
            <w:r>
              <w:rPr>
                <w:rtl/>
              </w:rPr>
              <w:t xml:space="preserve"> </w:t>
            </w:r>
            <w:r w:rsidRPr="009647FC">
              <w:rPr>
                <w:rtl/>
              </w:rPr>
              <w:t>فاستسرّا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م</w:t>
            </w:r>
            <w:r w:rsidRPr="00B371C6">
              <w:rPr>
                <w:rtl/>
              </w:rPr>
              <w:t>َ</w:t>
            </w:r>
            <w:r w:rsidRPr="009647FC">
              <w:rPr>
                <w:rtl/>
              </w:rPr>
              <w:t>نْ</w:t>
            </w:r>
            <w:r w:rsidR="004C00A8">
              <w:rPr>
                <w:rtl/>
              </w:rPr>
              <w:t xml:space="preserve"> </w:t>
            </w:r>
            <w:r w:rsidRPr="009647FC">
              <w:rPr>
                <w:rtl/>
              </w:rPr>
              <w:t>عذيري</w:t>
            </w:r>
            <w:r>
              <w:rPr>
                <w:rtl/>
              </w:rPr>
              <w:t xml:space="preserve"> </w:t>
            </w:r>
            <w:r w:rsidRPr="009647FC">
              <w:rPr>
                <w:rtl/>
              </w:rPr>
              <w:t>من</w:t>
            </w:r>
            <w:r>
              <w:rPr>
                <w:rtl/>
              </w:rPr>
              <w:t xml:space="preserve"> </w:t>
            </w:r>
            <w:r w:rsidRPr="009647FC">
              <w:rPr>
                <w:rtl/>
              </w:rPr>
              <w:t>لائمٍ</w:t>
            </w:r>
            <w:r>
              <w:rPr>
                <w:rtl/>
              </w:rPr>
              <w:t xml:space="preserve"> </w:t>
            </w:r>
            <w:r w:rsidRPr="009647FC">
              <w:rPr>
                <w:rtl/>
              </w:rPr>
              <w:t>فيك</w:t>
            </w:r>
            <w:r>
              <w:rPr>
                <w:rtl/>
              </w:rPr>
              <w:t xml:space="preserve"> </w:t>
            </w:r>
            <w:r w:rsidRPr="009647FC">
              <w:rPr>
                <w:rtl/>
              </w:rPr>
              <w:t>لا</w:t>
            </w:r>
            <w:r>
              <w:rPr>
                <w:rtl/>
              </w:rPr>
              <w:t xml:space="preserve"> </w:t>
            </w:r>
            <w:r w:rsidRPr="009647FC">
              <w:rPr>
                <w:rtl/>
              </w:rPr>
              <w:t>أقـ</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بل</w:t>
            </w:r>
            <w:r>
              <w:rPr>
                <w:rtl/>
              </w:rPr>
              <w:t xml:space="preserve"> </w:t>
            </w:r>
            <w:r w:rsidRPr="009647FC">
              <w:rPr>
                <w:rtl/>
              </w:rPr>
              <w:t>عذلاً</w:t>
            </w:r>
            <w:r>
              <w:rPr>
                <w:rtl/>
              </w:rPr>
              <w:t xml:space="preserve"> </w:t>
            </w:r>
            <w:r w:rsidRPr="009647FC">
              <w:rPr>
                <w:rtl/>
              </w:rPr>
              <w:t>وليس</w:t>
            </w:r>
            <w:r>
              <w:rPr>
                <w:rtl/>
              </w:rPr>
              <w:t xml:space="preserve"> </w:t>
            </w:r>
            <w:r w:rsidRPr="009647FC">
              <w:rPr>
                <w:rtl/>
              </w:rPr>
              <w:t>يقبل</w:t>
            </w:r>
            <w:r>
              <w:rPr>
                <w:rtl/>
              </w:rPr>
              <w:t xml:space="preserve"> </w:t>
            </w:r>
            <w:r w:rsidRPr="009647FC">
              <w:rPr>
                <w:rtl/>
              </w:rPr>
              <w:t>عذرا؟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لام</w:t>
            </w:r>
            <w:r>
              <w:rPr>
                <w:rtl/>
              </w:rPr>
              <w:t xml:space="preserve"> </w:t>
            </w:r>
            <w:r w:rsidRPr="009647FC">
              <w:rPr>
                <w:rtl/>
              </w:rPr>
              <w:t>حتى</w:t>
            </w:r>
            <w:r>
              <w:rPr>
                <w:rtl/>
              </w:rPr>
              <w:t xml:space="preserve"> </w:t>
            </w:r>
            <w:r w:rsidRPr="009647FC">
              <w:rPr>
                <w:rtl/>
              </w:rPr>
              <w:t>بلومه</w:t>
            </w:r>
            <w:r>
              <w:rPr>
                <w:rtl/>
              </w:rPr>
              <w:t xml:space="preserve"> </w:t>
            </w:r>
            <w:r w:rsidRPr="009647FC">
              <w:rPr>
                <w:rtl/>
              </w:rPr>
              <w:t>ضقتُ</w:t>
            </w:r>
            <w:r>
              <w:rPr>
                <w:rtl/>
              </w:rPr>
              <w:t xml:space="preserve"> </w:t>
            </w:r>
            <w:r w:rsidRPr="009647FC">
              <w:rPr>
                <w:rtl/>
              </w:rPr>
              <w:t>ذرعا</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مثل</w:t>
            </w:r>
            <w:r w:rsidR="004C00A8">
              <w:rPr>
                <w:rtl/>
              </w:rPr>
              <w:t xml:space="preserve"> </w:t>
            </w:r>
            <w:r w:rsidRPr="009647FC">
              <w:rPr>
                <w:rtl/>
              </w:rPr>
              <w:t>ما</w:t>
            </w:r>
            <w:r>
              <w:rPr>
                <w:rtl/>
              </w:rPr>
              <w:t xml:space="preserve"> </w:t>
            </w:r>
            <w:r w:rsidRPr="009647FC">
              <w:rPr>
                <w:rtl/>
              </w:rPr>
              <w:t>ضقتُ</w:t>
            </w:r>
            <w:r>
              <w:rPr>
                <w:rtl/>
              </w:rPr>
              <w:t xml:space="preserve"> </w:t>
            </w:r>
            <w:r w:rsidRPr="009647FC">
              <w:rPr>
                <w:rtl/>
              </w:rPr>
              <w:t>في</w:t>
            </w:r>
            <w:r>
              <w:rPr>
                <w:rtl/>
              </w:rPr>
              <w:t xml:space="preserve"> </w:t>
            </w:r>
            <w:r w:rsidRPr="009647FC">
              <w:rPr>
                <w:rtl/>
              </w:rPr>
              <w:t>مصابك</w:t>
            </w:r>
            <w:r>
              <w:rPr>
                <w:rtl/>
              </w:rPr>
              <w:t xml:space="preserve">َ </w:t>
            </w:r>
            <w:r w:rsidRPr="009647FC">
              <w:rPr>
                <w:rtl/>
              </w:rPr>
              <w:t>صدرا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قلت</w:t>
            </w:r>
            <w:r>
              <w:rPr>
                <w:rtl/>
              </w:rPr>
              <w:t xml:space="preserve"> </w:t>
            </w:r>
            <w:r w:rsidRPr="009647FC">
              <w:rPr>
                <w:rtl/>
              </w:rPr>
              <w:t>دعني</w:t>
            </w:r>
            <w:r>
              <w:rPr>
                <w:rtl/>
              </w:rPr>
              <w:t xml:space="preserve"> </w:t>
            </w:r>
            <w:r w:rsidRPr="009647FC">
              <w:rPr>
                <w:rtl/>
              </w:rPr>
              <w:t>ومقلةً</w:t>
            </w:r>
            <w:r>
              <w:rPr>
                <w:rtl/>
              </w:rPr>
              <w:t xml:space="preserve"> </w:t>
            </w:r>
            <w:r w:rsidRPr="009647FC">
              <w:rPr>
                <w:rtl/>
              </w:rPr>
              <w:t>لي</w:t>
            </w:r>
            <w:r>
              <w:rPr>
                <w:rtl/>
              </w:rPr>
              <w:t xml:space="preserve"> </w:t>
            </w:r>
            <w:r w:rsidRPr="009647FC">
              <w:rPr>
                <w:rtl/>
              </w:rPr>
              <w:t>عبرى</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ببكاها</w:t>
            </w:r>
            <w:r>
              <w:rPr>
                <w:rtl/>
              </w:rPr>
              <w:t xml:space="preserve"> </w:t>
            </w:r>
            <w:r w:rsidRPr="009647FC">
              <w:rPr>
                <w:rtl/>
              </w:rPr>
              <w:t>ومهجة</w:t>
            </w:r>
            <w:r>
              <w:rPr>
                <w:rtl/>
              </w:rPr>
              <w:t xml:space="preserve"> </w:t>
            </w:r>
            <w:r w:rsidRPr="009647FC">
              <w:rPr>
                <w:rtl/>
              </w:rPr>
              <w:t>لي</w:t>
            </w:r>
            <w:r>
              <w:rPr>
                <w:rtl/>
              </w:rPr>
              <w:t xml:space="preserve"> </w:t>
            </w:r>
            <w:r w:rsidRPr="009647FC">
              <w:rPr>
                <w:rtl/>
              </w:rPr>
              <w:t>حرّى</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لا</w:t>
            </w:r>
            <w:r w:rsidR="004C00A8">
              <w:rPr>
                <w:rtl/>
              </w:rPr>
              <w:t xml:space="preserve"> </w:t>
            </w:r>
            <w:r w:rsidRPr="009647FC">
              <w:rPr>
                <w:rtl/>
              </w:rPr>
              <w:t>تسمني</w:t>
            </w:r>
            <w:r>
              <w:rPr>
                <w:rtl/>
              </w:rPr>
              <w:t xml:space="preserve"> </w:t>
            </w:r>
            <w:r w:rsidRPr="009647FC">
              <w:rPr>
                <w:rtl/>
              </w:rPr>
              <w:t>قرار</w:t>
            </w:r>
            <w:r>
              <w:rPr>
                <w:rtl/>
              </w:rPr>
              <w:t xml:space="preserve">َ </w:t>
            </w:r>
            <w:r w:rsidRPr="009647FC">
              <w:rPr>
                <w:rtl/>
              </w:rPr>
              <w:t>عيني</w:t>
            </w:r>
            <w:r>
              <w:rPr>
                <w:rtl/>
              </w:rPr>
              <w:t xml:space="preserve"> </w:t>
            </w:r>
            <w:r w:rsidRPr="009647FC">
              <w:rPr>
                <w:rtl/>
              </w:rPr>
              <w:t>فهذا</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ضوؤها</w:t>
            </w:r>
            <w:r>
              <w:rPr>
                <w:rtl/>
              </w:rPr>
              <w:t xml:space="preserve"> </w:t>
            </w:r>
            <w:r w:rsidRPr="009647FC">
              <w:rPr>
                <w:rtl/>
              </w:rPr>
              <w:t>في</w:t>
            </w:r>
            <w:r>
              <w:rPr>
                <w:rtl/>
              </w:rPr>
              <w:t xml:space="preserve"> </w:t>
            </w:r>
            <w:r w:rsidRPr="009647FC">
              <w:rPr>
                <w:rtl/>
              </w:rPr>
              <w:t>ثرى</w:t>
            </w:r>
            <w:r>
              <w:rPr>
                <w:rtl/>
              </w:rPr>
              <w:t xml:space="preserve"> </w:t>
            </w:r>
            <w:r w:rsidRPr="009647FC">
              <w:rPr>
                <w:rtl/>
              </w:rPr>
              <w:t>اللحود</w:t>
            </w:r>
            <w:r>
              <w:rPr>
                <w:rtl/>
              </w:rPr>
              <w:t xml:space="preserve"> </w:t>
            </w:r>
            <w:r w:rsidRPr="009647FC">
              <w:rPr>
                <w:rtl/>
              </w:rPr>
              <w:t>استقرّا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هو</w:t>
            </w:r>
            <w:r>
              <w:rPr>
                <w:rtl/>
              </w:rPr>
              <w:t xml:space="preserve"> </w:t>
            </w:r>
            <w:r w:rsidRPr="009647FC">
              <w:rPr>
                <w:rtl/>
              </w:rPr>
              <w:t>منّي</w:t>
            </w:r>
            <w:r>
              <w:rPr>
                <w:rtl/>
              </w:rPr>
              <w:t xml:space="preserve"> </w:t>
            </w:r>
            <w:r w:rsidRPr="009647FC">
              <w:rPr>
                <w:rtl/>
              </w:rPr>
              <w:t>شطرُ</w:t>
            </w:r>
            <w:r>
              <w:rPr>
                <w:rtl/>
              </w:rPr>
              <w:t xml:space="preserve"> </w:t>
            </w:r>
            <w:r w:rsidRPr="009647FC">
              <w:rPr>
                <w:rtl/>
              </w:rPr>
              <w:t>الحشا</w:t>
            </w:r>
            <w:r>
              <w:rPr>
                <w:rtl/>
              </w:rPr>
              <w:t xml:space="preserve"> </w:t>
            </w:r>
            <w:r w:rsidRPr="009647FC">
              <w:rPr>
                <w:rtl/>
              </w:rPr>
              <w:t>أو</w:t>
            </w:r>
            <w:r>
              <w:rPr>
                <w:rtl/>
              </w:rPr>
              <w:t xml:space="preserve">َ </w:t>
            </w:r>
            <w:r w:rsidRPr="009647FC">
              <w:rPr>
                <w:rtl/>
              </w:rPr>
              <w:t>أسلو</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بعدما</w:t>
            </w:r>
            <w:r>
              <w:rPr>
                <w:rtl/>
              </w:rPr>
              <w:t xml:space="preserve"> </w:t>
            </w:r>
            <w:r w:rsidRPr="009647FC">
              <w:rPr>
                <w:rtl/>
              </w:rPr>
              <w:t>من</w:t>
            </w:r>
            <w:r>
              <w:rPr>
                <w:rtl/>
              </w:rPr>
              <w:t xml:space="preserve"> </w:t>
            </w:r>
            <w:r w:rsidRPr="009647FC">
              <w:rPr>
                <w:rtl/>
              </w:rPr>
              <w:t>حشاي</w:t>
            </w:r>
            <w:r>
              <w:rPr>
                <w:rtl/>
              </w:rPr>
              <w:t xml:space="preserve"> </w:t>
            </w:r>
            <w:r w:rsidRPr="009647FC">
              <w:rPr>
                <w:rtl/>
              </w:rPr>
              <w:t>فارقتُ</w:t>
            </w:r>
            <w:r>
              <w:rPr>
                <w:rtl/>
              </w:rPr>
              <w:t xml:space="preserve"> </w:t>
            </w:r>
            <w:r w:rsidRPr="009647FC">
              <w:rPr>
                <w:rtl/>
              </w:rPr>
              <w:t>شطرا؟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عجباً</w:t>
            </w:r>
            <w:r w:rsidR="004C00A8">
              <w:rPr>
                <w:rtl/>
              </w:rPr>
              <w:t xml:space="preserve"> </w:t>
            </w:r>
            <w:r w:rsidRPr="009647FC">
              <w:rPr>
                <w:rtl/>
              </w:rPr>
              <w:t>صرتُ</w:t>
            </w:r>
            <w:r>
              <w:rPr>
                <w:rtl/>
              </w:rPr>
              <w:t xml:space="preserve"> </w:t>
            </w:r>
            <w:r w:rsidRPr="009647FC">
              <w:rPr>
                <w:rtl/>
              </w:rPr>
              <w:t>فيه</w:t>
            </w:r>
            <w:r>
              <w:rPr>
                <w:rtl/>
              </w:rPr>
              <w:t xml:space="preserve"> </w:t>
            </w:r>
            <w:r w:rsidRPr="009647FC">
              <w:rPr>
                <w:rtl/>
              </w:rPr>
              <w:t>أسمح</w:t>
            </w:r>
            <w:r>
              <w:rPr>
                <w:rtl/>
              </w:rPr>
              <w:t xml:space="preserve"> </w:t>
            </w:r>
            <w:r w:rsidRPr="009647FC">
              <w:rPr>
                <w:rtl/>
              </w:rPr>
              <w:t>للترب</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ومنه</w:t>
            </w:r>
            <w:r w:rsidR="004C00A8">
              <w:rPr>
                <w:rtl/>
              </w:rPr>
              <w:t xml:space="preserve"> </w:t>
            </w:r>
            <w:r w:rsidRPr="009647FC">
              <w:rPr>
                <w:rtl/>
              </w:rPr>
              <w:t>عليه</w:t>
            </w:r>
            <w:r>
              <w:rPr>
                <w:rtl/>
              </w:rPr>
              <w:t xml:space="preserve"> </w:t>
            </w:r>
            <w:r w:rsidRPr="009647FC">
              <w:rPr>
                <w:rtl/>
              </w:rPr>
              <w:t>أطرح</w:t>
            </w:r>
            <w:r>
              <w:rPr>
                <w:rtl/>
              </w:rPr>
              <w:t xml:space="preserve"> </w:t>
            </w:r>
            <w:r w:rsidRPr="009647FC">
              <w:rPr>
                <w:rtl/>
              </w:rPr>
              <w:t>وقرا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بعد</w:t>
            </w:r>
            <w:r w:rsidR="004C00A8">
              <w:rPr>
                <w:rtl/>
              </w:rPr>
              <w:t xml:space="preserve"> </w:t>
            </w:r>
            <w:r w:rsidRPr="009647FC">
              <w:rPr>
                <w:rtl/>
              </w:rPr>
              <w:t>ظنّي</w:t>
            </w:r>
            <w:r>
              <w:rPr>
                <w:rtl/>
              </w:rPr>
              <w:t xml:space="preserve"> </w:t>
            </w:r>
            <w:r w:rsidRPr="009647FC">
              <w:rPr>
                <w:rtl/>
              </w:rPr>
              <w:t>على</w:t>
            </w:r>
            <w:r>
              <w:rPr>
                <w:rtl/>
              </w:rPr>
              <w:t xml:space="preserve"> </w:t>
            </w:r>
            <w:r w:rsidRPr="009647FC">
              <w:rPr>
                <w:rtl/>
              </w:rPr>
              <w:t>العيون</w:t>
            </w:r>
            <w:r>
              <w:rPr>
                <w:rtl/>
              </w:rPr>
              <w:t xml:space="preserve"> </w:t>
            </w:r>
            <w:r w:rsidRPr="009647FC">
              <w:rPr>
                <w:rtl/>
              </w:rPr>
              <w:t>جميعا</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أن</w:t>
            </w:r>
            <w:r w:rsidR="004C00A8">
              <w:rPr>
                <w:rtl/>
              </w:rPr>
              <w:t xml:space="preserve"> </w:t>
            </w:r>
            <w:r w:rsidRPr="009647FC">
              <w:rPr>
                <w:rtl/>
              </w:rPr>
              <w:t>ترى</w:t>
            </w:r>
            <w:r>
              <w:rPr>
                <w:rtl/>
              </w:rPr>
              <w:t xml:space="preserve"> </w:t>
            </w:r>
            <w:r w:rsidRPr="009647FC">
              <w:rPr>
                <w:rtl/>
              </w:rPr>
              <w:t>ذلك</w:t>
            </w:r>
            <w:r>
              <w:rPr>
                <w:rtl/>
              </w:rPr>
              <w:t xml:space="preserve"> </w:t>
            </w:r>
            <w:r w:rsidRPr="009647FC">
              <w:rPr>
                <w:rtl/>
              </w:rPr>
              <w:t>المحيّا</w:t>
            </w:r>
            <w:r>
              <w:rPr>
                <w:rtl/>
              </w:rPr>
              <w:t xml:space="preserve"> </w:t>
            </w:r>
            <w:r w:rsidRPr="009647FC">
              <w:rPr>
                <w:rtl/>
              </w:rPr>
              <w:t>الأغرّا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كان</w:t>
            </w:r>
            <w:r>
              <w:rPr>
                <w:rtl/>
              </w:rPr>
              <w:t xml:space="preserve"> </w:t>
            </w:r>
            <w:r w:rsidRPr="009647FC">
              <w:rPr>
                <w:rtl/>
              </w:rPr>
              <w:t>لي</w:t>
            </w:r>
            <w:r>
              <w:rPr>
                <w:rtl/>
              </w:rPr>
              <w:t xml:space="preserve"> </w:t>
            </w:r>
            <w:r w:rsidRPr="009647FC">
              <w:rPr>
                <w:rtl/>
              </w:rPr>
              <w:t>في</w:t>
            </w:r>
            <w:r>
              <w:rPr>
                <w:rtl/>
              </w:rPr>
              <w:t xml:space="preserve"> </w:t>
            </w:r>
            <w:r w:rsidRPr="009647FC">
              <w:rPr>
                <w:rtl/>
              </w:rPr>
              <w:t>حياته</w:t>
            </w:r>
            <w:r>
              <w:rPr>
                <w:rtl/>
              </w:rPr>
              <w:t xml:space="preserve"> </w:t>
            </w:r>
            <w:r w:rsidRPr="009647FC">
              <w:rPr>
                <w:rtl/>
              </w:rPr>
              <w:t>العيشُ</w:t>
            </w:r>
            <w:r>
              <w:rPr>
                <w:rtl/>
              </w:rPr>
              <w:t xml:space="preserve"> </w:t>
            </w:r>
            <w:r w:rsidRPr="009647FC">
              <w:rPr>
                <w:rtl/>
              </w:rPr>
              <w:t>حلوا</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وهو</w:t>
            </w:r>
            <w:r>
              <w:rPr>
                <w:rtl/>
              </w:rPr>
              <w:t xml:space="preserve"> </w:t>
            </w:r>
            <w:r w:rsidRPr="009647FC">
              <w:rPr>
                <w:rtl/>
              </w:rPr>
              <w:t>اليوم</w:t>
            </w:r>
            <w:r>
              <w:rPr>
                <w:rtl/>
              </w:rPr>
              <w:t xml:space="preserve"> </w:t>
            </w:r>
            <w:r w:rsidRPr="009647FC">
              <w:rPr>
                <w:rtl/>
              </w:rPr>
              <w:t>بعده</w:t>
            </w:r>
            <w:r>
              <w:rPr>
                <w:rtl/>
              </w:rPr>
              <w:t xml:space="preserve"> </w:t>
            </w:r>
            <w:r w:rsidRPr="009647FC">
              <w:rPr>
                <w:rtl/>
              </w:rPr>
              <w:t>قد</w:t>
            </w:r>
            <w:r>
              <w:rPr>
                <w:rtl/>
              </w:rPr>
              <w:t xml:space="preserve"> </w:t>
            </w:r>
            <w:r w:rsidRPr="009647FC">
              <w:rPr>
                <w:rtl/>
              </w:rPr>
              <w:t>أمرّا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وبحسبي</w:t>
            </w:r>
            <w:r>
              <w:rPr>
                <w:rtl/>
              </w:rPr>
              <w:t xml:space="preserve"> </w:t>
            </w:r>
            <w:r w:rsidRPr="009647FC">
              <w:rPr>
                <w:rtl/>
              </w:rPr>
              <w:t>ما</w:t>
            </w:r>
            <w:r>
              <w:rPr>
                <w:rtl/>
              </w:rPr>
              <w:t xml:space="preserve"> </w:t>
            </w:r>
            <w:r w:rsidRPr="009647FC">
              <w:rPr>
                <w:rtl/>
              </w:rPr>
              <w:t>عشتُ</w:t>
            </w:r>
            <w:r>
              <w:rPr>
                <w:rtl/>
              </w:rPr>
              <w:t xml:space="preserve"> </w:t>
            </w:r>
            <w:r w:rsidRPr="009647FC">
              <w:rPr>
                <w:rtl/>
              </w:rPr>
              <w:t>داءً</w:t>
            </w:r>
            <w:r>
              <w:rPr>
                <w:rtl/>
              </w:rPr>
              <w:t xml:space="preserve"> </w:t>
            </w:r>
            <w:r w:rsidRPr="009647FC">
              <w:rPr>
                <w:rtl/>
              </w:rPr>
              <w:t>لنفسي</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أنا</w:t>
            </w:r>
            <w:r>
              <w:rPr>
                <w:rtl/>
              </w:rPr>
              <w:t xml:space="preserve"> </w:t>
            </w:r>
            <w:r w:rsidRPr="009647FC">
              <w:rPr>
                <w:rtl/>
              </w:rPr>
              <w:t>أبقى</w:t>
            </w:r>
            <w:r>
              <w:rPr>
                <w:rtl/>
              </w:rPr>
              <w:t xml:space="preserve"> </w:t>
            </w:r>
            <w:r w:rsidRPr="009647FC">
              <w:rPr>
                <w:rtl/>
              </w:rPr>
              <w:t>ويسكن</w:t>
            </w:r>
            <w:r>
              <w:rPr>
                <w:rtl/>
              </w:rPr>
              <w:t xml:space="preserve"> </w:t>
            </w:r>
            <w:r w:rsidRPr="009647FC">
              <w:rPr>
                <w:rtl/>
              </w:rPr>
              <w:t>اللحدُ</w:t>
            </w:r>
            <w:r>
              <w:rPr>
                <w:rtl/>
              </w:rPr>
              <w:t xml:space="preserve"> </w:t>
            </w:r>
            <w:r w:rsidRPr="009647FC">
              <w:rPr>
                <w:rtl/>
              </w:rPr>
              <w:t>قسرا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كيف</w:t>
            </w:r>
            <w:r>
              <w:rPr>
                <w:rtl/>
              </w:rPr>
              <w:t xml:space="preserve"> </w:t>
            </w:r>
            <w:r w:rsidRPr="009647FC">
              <w:rPr>
                <w:rtl/>
              </w:rPr>
              <w:t>ما</w:t>
            </w:r>
            <w:r>
              <w:rPr>
                <w:rtl/>
              </w:rPr>
              <w:t xml:space="preserve"> </w:t>
            </w:r>
            <w:r w:rsidRPr="009647FC">
              <w:rPr>
                <w:rtl/>
              </w:rPr>
              <w:t>متُّ</w:t>
            </w:r>
            <w:r>
              <w:rPr>
                <w:rtl/>
              </w:rPr>
              <w:t xml:space="preserve"> </w:t>
            </w:r>
            <w:r w:rsidRPr="009647FC">
              <w:rPr>
                <w:rtl/>
              </w:rPr>
              <w:t>إن</w:t>
            </w:r>
            <w:r w:rsidRPr="00B371C6">
              <w:rPr>
                <w:rtl/>
              </w:rPr>
              <w:t>ّ</w:t>
            </w:r>
            <w:r w:rsidRPr="009647FC">
              <w:rPr>
                <w:rtl/>
              </w:rPr>
              <w:t>ني</w:t>
            </w:r>
            <w:r>
              <w:rPr>
                <w:rtl/>
              </w:rPr>
              <w:t xml:space="preserve"> </w:t>
            </w:r>
            <w:r w:rsidRPr="009647FC">
              <w:rPr>
                <w:rtl/>
              </w:rPr>
              <w:t>لجليدٌ</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وبه</w:t>
            </w:r>
            <w:r>
              <w:rPr>
                <w:rtl/>
              </w:rPr>
              <w:t xml:space="preserve"> </w:t>
            </w:r>
            <w:r w:rsidRPr="009647FC">
              <w:rPr>
                <w:rtl/>
              </w:rPr>
              <w:t>أنشبت</w:t>
            </w:r>
            <w:r>
              <w:rPr>
                <w:rtl/>
              </w:rPr>
              <w:t xml:space="preserve"> </w:t>
            </w:r>
            <w:r w:rsidRPr="009647FC">
              <w:rPr>
                <w:rtl/>
              </w:rPr>
              <w:t>يدُ</w:t>
            </w:r>
            <w:r>
              <w:rPr>
                <w:rtl/>
              </w:rPr>
              <w:t xml:space="preserve"> </w:t>
            </w:r>
            <w:r w:rsidRPr="009647FC">
              <w:rPr>
                <w:rtl/>
              </w:rPr>
              <w:t>الموت</w:t>
            </w:r>
            <w:r>
              <w:rPr>
                <w:rtl/>
              </w:rPr>
              <w:t xml:space="preserve"> </w:t>
            </w:r>
            <w:r w:rsidRPr="009647FC">
              <w:rPr>
                <w:rtl/>
              </w:rPr>
              <w:t>ظفرا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استجدُّ</w:t>
            </w:r>
            <w:r>
              <w:rPr>
                <w:rtl/>
              </w:rPr>
              <w:t xml:space="preserve"> </w:t>
            </w:r>
            <w:r w:rsidRPr="009647FC">
              <w:rPr>
                <w:rtl/>
              </w:rPr>
              <w:t>الثياب</w:t>
            </w:r>
            <w:r>
              <w:rPr>
                <w:rtl/>
              </w:rPr>
              <w:t xml:space="preserve">َ </w:t>
            </w:r>
            <w:r w:rsidRPr="009647FC">
              <w:rPr>
                <w:rtl/>
              </w:rPr>
              <w:t>حياً</w:t>
            </w:r>
            <w:r>
              <w:rPr>
                <w:rtl/>
              </w:rPr>
              <w:t xml:space="preserve"> </w:t>
            </w:r>
            <w:r w:rsidRPr="009647FC">
              <w:rPr>
                <w:rtl/>
              </w:rPr>
              <w:t>لجسمي</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وهو</w:t>
            </w:r>
            <w:r w:rsidR="004C00A8">
              <w:rPr>
                <w:rtl/>
              </w:rPr>
              <w:t xml:space="preserve"> </w:t>
            </w:r>
            <w:r w:rsidRPr="009647FC">
              <w:rPr>
                <w:rtl/>
              </w:rPr>
              <w:t>يبلى</w:t>
            </w:r>
            <w:r>
              <w:rPr>
                <w:rtl/>
              </w:rPr>
              <w:t xml:space="preserve"> </w:t>
            </w:r>
            <w:r w:rsidRPr="009647FC">
              <w:rPr>
                <w:rtl/>
              </w:rPr>
              <w:t>في</w:t>
            </w:r>
            <w:r>
              <w:rPr>
                <w:rtl/>
              </w:rPr>
              <w:t xml:space="preserve"> </w:t>
            </w:r>
            <w:r w:rsidRPr="009647FC">
              <w:rPr>
                <w:rtl/>
              </w:rPr>
              <w:t>الترب</w:t>
            </w:r>
            <w:r>
              <w:rPr>
                <w:rtl/>
              </w:rPr>
              <w:t xml:space="preserve"> </w:t>
            </w:r>
            <w:r w:rsidRPr="009647FC">
              <w:rPr>
                <w:rtl/>
              </w:rPr>
              <w:t>ميتاً</w:t>
            </w:r>
            <w:r>
              <w:rPr>
                <w:rtl/>
              </w:rPr>
              <w:t xml:space="preserve"> </w:t>
            </w:r>
            <w:r w:rsidRPr="009647FC">
              <w:rPr>
                <w:rtl/>
              </w:rPr>
              <w:t>مُعرّى</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لم</w:t>
            </w:r>
            <w:r w:rsidR="004C00A8">
              <w:rPr>
                <w:rtl/>
              </w:rPr>
              <w:t xml:space="preserve"> </w:t>
            </w:r>
            <w:r w:rsidRPr="009647FC">
              <w:rPr>
                <w:rtl/>
              </w:rPr>
              <w:t>أخلني</w:t>
            </w:r>
            <w:r>
              <w:rPr>
                <w:rtl/>
              </w:rPr>
              <w:t xml:space="preserve"> </w:t>
            </w:r>
            <w:r w:rsidRPr="009647FC">
              <w:rPr>
                <w:rtl/>
              </w:rPr>
              <w:t>كذا</w:t>
            </w:r>
            <w:r>
              <w:rPr>
                <w:rtl/>
              </w:rPr>
              <w:t xml:space="preserve"> </w:t>
            </w:r>
            <w:r w:rsidRPr="009647FC">
              <w:rPr>
                <w:rtl/>
              </w:rPr>
              <w:t>أكون</w:t>
            </w:r>
            <w:r>
              <w:rPr>
                <w:rtl/>
              </w:rPr>
              <w:t xml:space="preserve"> </w:t>
            </w:r>
            <w:r w:rsidRPr="009647FC">
              <w:rPr>
                <w:rtl/>
              </w:rPr>
              <w:t>صبورا</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وفؤادي</w:t>
            </w:r>
            <w:r>
              <w:rPr>
                <w:rtl/>
              </w:rPr>
              <w:t xml:space="preserve"> </w:t>
            </w:r>
            <w:r w:rsidRPr="009647FC">
              <w:rPr>
                <w:rtl/>
              </w:rPr>
              <w:t>بسهمه</w:t>
            </w:r>
            <w:r>
              <w:rPr>
                <w:rtl/>
              </w:rPr>
              <w:t xml:space="preserve"> </w:t>
            </w:r>
            <w:r w:rsidRPr="009647FC">
              <w:rPr>
                <w:rtl/>
              </w:rPr>
              <w:t>قد</w:t>
            </w:r>
            <w:r>
              <w:rPr>
                <w:rtl/>
              </w:rPr>
              <w:t xml:space="preserve"> </w:t>
            </w:r>
            <w:r w:rsidRPr="009647FC">
              <w:rPr>
                <w:rtl/>
              </w:rPr>
              <w:t>تفرّى</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رمتُ</w:t>
            </w:r>
            <w:r w:rsidR="004C00A8">
              <w:rPr>
                <w:rtl/>
              </w:rPr>
              <w:t xml:space="preserve"> </w:t>
            </w:r>
            <w:r w:rsidRPr="009647FC">
              <w:rPr>
                <w:rtl/>
              </w:rPr>
              <w:t>رفع</w:t>
            </w:r>
            <w:r>
              <w:rPr>
                <w:rtl/>
              </w:rPr>
              <w:t xml:space="preserve">َ </w:t>
            </w:r>
            <w:r w:rsidRPr="009647FC">
              <w:rPr>
                <w:rtl/>
              </w:rPr>
              <w:t>الآلام</w:t>
            </w:r>
            <w:r>
              <w:rPr>
                <w:rtl/>
              </w:rPr>
              <w:t xml:space="preserve"> </w:t>
            </w:r>
            <w:r w:rsidRPr="009647FC">
              <w:rPr>
                <w:rtl/>
              </w:rPr>
              <w:t>عنه</w:t>
            </w:r>
            <w:r>
              <w:rPr>
                <w:rtl/>
              </w:rPr>
              <w:t xml:space="preserve"> </w:t>
            </w:r>
            <w:r w:rsidRPr="009647FC">
              <w:rPr>
                <w:rtl/>
              </w:rPr>
              <w:t>بجهدي</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شفقاً</w:t>
            </w:r>
            <w:r>
              <w:rPr>
                <w:rtl/>
              </w:rPr>
              <w:t xml:space="preserve"> </w:t>
            </w:r>
            <w:r w:rsidRPr="009647FC">
              <w:rPr>
                <w:rtl/>
              </w:rPr>
              <w:t>لا</w:t>
            </w:r>
            <w:r>
              <w:rPr>
                <w:rtl/>
              </w:rPr>
              <w:t xml:space="preserve"> </w:t>
            </w:r>
            <w:r w:rsidRPr="009647FC">
              <w:rPr>
                <w:rtl/>
              </w:rPr>
              <w:t>لأبلغ</w:t>
            </w:r>
            <w:r>
              <w:rPr>
                <w:rtl/>
              </w:rPr>
              <w:t xml:space="preserve"> </w:t>
            </w:r>
            <w:r w:rsidRPr="009647FC">
              <w:rPr>
                <w:rtl/>
              </w:rPr>
              <w:t>الناس</w:t>
            </w:r>
            <w:r>
              <w:rPr>
                <w:rtl/>
              </w:rPr>
              <w:t xml:space="preserve">َ </w:t>
            </w:r>
            <w:r w:rsidRPr="009647FC">
              <w:rPr>
                <w:rtl/>
              </w:rPr>
              <w:t>عذرا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وبذلت</w:t>
            </w:r>
            <w:r>
              <w:rPr>
                <w:rtl/>
              </w:rPr>
              <w:t xml:space="preserve"> </w:t>
            </w:r>
            <w:r w:rsidRPr="009647FC">
              <w:rPr>
                <w:rtl/>
              </w:rPr>
              <w:t>الطريف</w:t>
            </w:r>
            <w:r>
              <w:rPr>
                <w:rtl/>
              </w:rPr>
              <w:t xml:space="preserve">َ </w:t>
            </w:r>
            <w:r w:rsidRPr="009647FC">
              <w:rPr>
                <w:rtl/>
              </w:rPr>
              <w:t>من</w:t>
            </w:r>
            <w:r>
              <w:rPr>
                <w:rtl/>
              </w:rPr>
              <w:t xml:space="preserve"> </w:t>
            </w:r>
            <w:r w:rsidRPr="009647FC">
              <w:rPr>
                <w:rtl/>
              </w:rPr>
              <w:t>جلِّ</w:t>
            </w:r>
            <w:r>
              <w:rPr>
                <w:rtl/>
              </w:rPr>
              <w:t xml:space="preserve"> </w:t>
            </w:r>
            <w:r w:rsidRPr="009647FC">
              <w:rPr>
                <w:rtl/>
              </w:rPr>
              <w:t>مالي</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مع</w:t>
            </w:r>
            <w:r>
              <w:rPr>
                <w:rtl/>
              </w:rPr>
              <w:t xml:space="preserve"> </w:t>
            </w:r>
            <w:r w:rsidRPr="009647FC">
              <w:rPr>
                <w:rtl/>
              </w:rPr>
              <w:t>بذل</w:t>
            </w:r>
            <w:r>
              <w:rPr>
                <w:rtl/>
              </w:rPr>
              <w:t xml:space="preserve"> </w:t>
            </w:r>
            <w:r w:rsidRPr="009647FC">
              <w:rPr>
                <w:rtl/>
              </w:rPr>
              <w:t>التليد</w:t>
            </w:r>
            <w:r>
              <w:rPr>
                <w:rtl/>
              </w:rPr>
              <w:t xml:space="preserve"> </w:t>
            </w:r>
            <w:r w:rsidRPr="009647FC">
              <w:rPr>
                <w:rtl/>
              </w:rPr>
              <w:t>منه</w:t>
            </w:r>
            <w:r>
              <w:rPr>
                <w:rtl/>
              </w:rPr>
              <w:t xml:space="preserve"> </w:t>
            </w:r>
            <w:r w:rsidRPr="009647FC">
              <w:rPr>
                <w:rtl/>
              </w:rPr>
              <w:t>ليبرا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وبودِّي</w:t>
            </w:r>
            <w:r w:rsidR="004C00A8">
              <w:rPr>
                <w:rtl/>
              </w:rPr>
              <w:t xml:space="preserve"> </w:t>
            </w:r>
            <w:r w:rsidRPr="009647FC">
              <w:rPr>
                <w:rtl/>
              </w:rPr>
              <w:t>لو</w:t>
            </w:r>
            <w:r>
              <w:rPr>
                <w:rtl/>
              </w:rPr>
              <w:t xml:space="preserve"> </w:t>
            </w:r>
            <w:r w:rsidRPr="009647FC">
              <w:rPr>
                <w:rtl/>
              </w:rPr>
              <w:t>كان</w:t>
            </w:r>
            <w:r>
              <w:rPr>
                <w:rtl/>
              </w:rPr>
              <w:t xml:space="preserve"> </w:t>
            </w:r>
            <w:r w:rsidRPr="009647FC">
              <w:rPr>
                <w:rtl/>
              </w:rPr>
              <w:t>يبقي</w:t>
            </w:r>
            <w:r>
              <w:rPr>
                <w:rtl/>
              </w:rPr>
              <w:t xml:space="preserve"> </w:t>
            </w:r>
            <w:r w:rsidRPr="009647FC">
              <w:rPr>
                <w:rtl/>
              </w:rPr>
              <w:t>وأملقتُ</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إذا</w:t>
            </w:r>
            <w:r>
              <w:rPr>
                <w:rtl/>
              </w:rPr>
              <w:t xml:space="preserve"> </w:t>
            </w:r>
            <w:r w:rsidRPr="009647FC">
              <w:rPr>
                <w:rtl/>
              </w:rPr>
              <w:t>كان</w:t>
            </w:r>
            <w:r>
              <w:rPr>
                <w:rtl/>
              </w:rPr>
              <w:t xml:space="preserve"> </w:t>
            </w:r>
            <w:r w:rsidRPr="009647FC">
              <w:rPr>
                <w:rtl/>
              </w:rPr>
              <w:t>ذا</w:t>
            </w:r>
            <w:r>
              <w:rPr>
                <w:rtl/>
              </w:rPr>
              <w:t xml:space="preserve"> </w:t>
            </w:r>
            <w:r w:rsidRPr="009647FC">
              <w:rPr>
                <w:rtl/>
              </w:rPr>
              <w:t>لعيني</w:t>
            </w:r>
            <w:r>
              <w:rPr>
                <w:rtl/>
              </w:rPr>
              <w:t xml:space="preserve"> </w:t>
            </w:r>
            <w:r w:rsidRPr="009647FC">
              <w:rPr>
                <w:rtl/>
              </w:rPr>
              <w:t>أقرّا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سوءةٌ</w:t>
            </w:r>
            <w:r w:rsidR="004C00A8">
              <w:rPr>
                <w:rtl/>
              </w:rPr>
              <w:t xml:space="preserve"> </w:t>
            </w:r>
            <w:r w:rsidRPr="009647FC">
              <w:rPr>
                <w:rtl/>
              </w:rPr>
              <w:t>للزمان</w:t>
            </w:r>
            <w:r>
              <w:rPr>
                <w:rtl/>
              </w:rPr>
              <w:t xml:space="preserve"> </w:t>
            </w:r>
            <w:r w:rsidRPr="009647FC">
              <w:rPr>
                <w:rtl/>
              </w:rPr>
              <w:t>ما</w:t>
            </w:r>
            <w:r>
              <w:rPr>
                <w:rtl/>
              </w:rPr>
              <w:t xml:space="preserve"> </w:t>
            </w:r>
            <w:r w:rsidRPr="009647FC">
              <w:rPr>
                <w:rtl/>
              </w:rPr>
              <w:t>لي</w:t>
            </w:r>
            <w:r>
              <w:rPr>
                <w:rtl/>
              </w:rPr>
              <w:t xml:space="preserve"> </w:t>
            </w:r>
            <w:r w:rsidRPr="009647FC">
              <w:rPr>
                <w:rtl/>
              </w:rPr>
              <w:t>أراه</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ساء</w:t>
            </w:r>
            <w:r w:rsidR="004C00A8">
              <w:rPr>
                <w:rtl/>
              </w:rPr>
              <w:t xml:space="preserve"> </w:t>
            </w:r>
            <w:r w:rsidRPr="009647FC">
              <w:rPr>
                <w:rtl/>
              </w:rPr>
              <w:t>م</w:t>
            </w:r>
            <w:r w:rsidRPr="00B371C6">
              <w:rPr>
                <w:rtl/>
              </w:rPr>
              <w:t>َ</w:t>
            </w:r>
            <w:r w:rsidRPr="009647FC">
              <w:rPr>
                <w:rtl/>
              </w:rPr>
              <w:t>نْ</w:t>
            </w:r>
            <w:r>
              <w:rPr>
                <w:rtl/>
              </w:rPr>
              <w:t xml:space="preserve"> </w:t>
            </w:r>
            <w:r w:rsidRPr="009647FC">
              <w:rPr>
                <w:rtl/>
              </w:rPr>
              <w:t>أحسنوا</w:t>
            </w:r>
            <w:r>
              <w:rPr>
                <w:rtl/>
              </w:rPr>
              <w:t xml:space="preserve"> </w:t>
            </w:r>
            <w:r w:rsidRPr="009647FC">
              <w:rPr>
                <w:rtl/>
              </w:rPr>
              <w:t>لأبناه</w:t>
            </w:r>
            <w:r>
              <w:rPr>
                <w:rtl/>
              </w:rPr>
              <w:t xml:space="preserve"> </w:t>
            </w:r>
            <w:r w:rsidRPr="009647FC">
              <w:rPr>
                <w:rtl/>
              </w:rPr>
              <w:t>طرّا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هم</w:t>
            </w:r>
            <w:r>
              <w:rPr>
                <w:rtl/>
              </w:rPr>
              <w:t xml:space="preserve"> </w:t>
            </w:r>
            <w:r w:rsidRPr="009647FC">
              <w:rPr>
                <w:rtl/>
              </w:rPr>
              <w:t>بنو</w:t>
            </w:r>
            <w:r>
              <w:rPr>
                <w:rtl/>
              </w:rPr>
              <w:t xml:space="preserve"> </w:t>
            </w:r>
            <w:r w:rsidRPr="009647FC">
              <w:rPr>
                <w:rtl/>
              </w:rPr>
              <w:t>المصطفى</w:t>
            </w:r>
            <w:r>
              <w:rPr>
                <w:rtl/>
              </w:rPr>
              <w:t xml:space="preserve"> </w:t>
            </w:r>
            <w:r w:rsidRPr="009647FC">
              <w:rPr>
                <w:rtl/>
              </w:rPr>
              <w:t>وم</w:t>
            </w:r>
            <w:r>
              <w:rPr>
                <w:rtl/>
              </w:rPr>
              <w:t>َ</w:t>
            </w:r>
            <w:r w:rsidRPr="009647FC">
              <w:rPr>
                <w:rtl/>
              </w:rPr>
              <w:t>نْ</w:t>
            </w:r>
            <w:r>
              <w:rPr>
                <w:rtl/>
              </w:rPr>
              <w:t xml:space="preserve"> </w:t>
            </w:r>
            <w:r w:rsidRPr="009647FC">
              <w:rPr>
                <w:rtl/>
              </w:rPr>
              <w:t>في</w:t>
            </w:r>
            <w:r>
              <w:rPr>
                <w:rtl/>
              </w:rPr>
              <w:t xml:space="preserve"> </w:t>
            </w:r>
            <w:r w:rsidRPr="009647FC">
              <w:rPr>
                <w:rtl/>
              </w:rPr>
              <w:t>البرايا</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كبني</w:t>
            </w:r>
            <w:r w:rsidR="004C00A8">
              <w:rPr>
                <w:rtl/>
              </w:rPr>
              <w:t xml:space="preserve"> </w:t>
            </w:r>
            <w:r w:rsidRPr="009647FC">
              <w:rPr>
                <w:rtl/>
              </w:rPr>
              <w:t>المصطفى</w:t>
            </w:r>
            <w:r>
              <w:rPr>
                <w:rtl/>
              </w:rPr>
              <w:t xml:space="preserve"> </w:t>
            </w:r>
            <w:r w:rsidRPr="009647FC">
              <w:rPr>
                <w:rtl/>
              </w:rPr>
              <w:t>سماحاً</w:t>
            </w:r>
            <w:r>
              <w:rPr>
                <w:rtl/>
              </w:rPr>
              <w:t xml:space="preserve"> </w:t>
            </w:r>
            <w:r w:rsidRPr="009647FC">
              <w:rPr>
                <w:rtl/>
              </w:rPr>
              <w:t>وبرّا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فئةُ</w:t>
            </w:r>
            <w:r w:rsidR="004C00A8">
              <w:rPr>
                <w:rtl/>
              </w:rPr>
              <w:t xml:space="preserve"> </w:t>
            </w:r>
            <w:r w:rsidRPr="009647FC">
              <w:rPr>
                <w:rtl/>
              </w:rPr>
              <w:t>المجد</w:t>
            </w:r>
            <w:r>
              <w:rPr>
                <w:rtl/>
              </w:rPr>
              <w:t xml:space="preserve"> </w:t>
            </w:r>
            <w:r w:rsidRPr="009647FC">
              <w:rPr>
                <w:rtl/>
              </w:rPr>
              <w:t>معشرُ</w:t>
            </w:r>
            <w:r>
              <w:rPr>
                <w:rtl/>
              </w:rPr>
              <w:t xml:space="preserve"> </w:t>
            </w:r>
            <w:r w:rsidRPr="009647FC">
              <w:rPr>
                <w:rtl/>
              </w:rPr>
              <w:t>الشرف</w:t>
            </w:r>
            <w:r>
              <w:rPr>
                <w:rtl/>
              </w:rPr>
              <w:t xml:space="preserve"> </w:t>
            </w:r>
            <w:r w:rsidRPr="009647FC">
              <w:rPr>
                <w:rtl/>
              </w:rPr>
              <w:t>المحض</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قبيل</w:t>
            </w:r>
            <w:r w:rsidR="004C00A8">
              <w:rPr>
                <w:rtl/>
              </w:rPr>
              <w:t xml:space="preserve"> </w:t>
            </w:r>
            <w:r w:rsidRPr="009647FC">
              <w:rPr>
                <w:rtl/>
              </w:rPr>
              <w:t>العليا</w:t>
            </w:r>
            <w:r>
              <w:rPr>
                <w:rtl/>
              </w:rPr>
              <w:t xml:space="preserve"> </w:t>
            </w:r>
            <w:r w:rsidRPr="009647FC">
              <w:rPr>
                <w:rtl/>
              </w:rPr>
              <w:t>وناهيك</w:t>
            </w:r>
            <w:r>
              <w:rPr>
                <w:rtl/>
              </w:rPr>
              <w:t xml:space="preserve"> </w:t>
            </w:r>
            <w:r w:rsidRPr="009647FC">
              <w:rPr>
                <w:rtl/>
              </w:rPr>
              <w:t>فخرا</w:t>
            </w:r>
            <w:r w:rsidRPr="00524A24">
              <w:rPr>
                <w:rStyle w:val="libPoemTiniChar0"/>
                <w:rtl/>
              </w:rPr>
              <w:br/>
              <w:t> </w:t>
            </w:r>
          </w:p>
        </w:tc>
      </w:tr>
      <w:tr w:rsidR="00CB3F54" w:rsidRPr="00524A24" w:rsidTr="00CB3F54">
        <w:trPr>
          <w:trHeight w:val="350"/>
        </w:trPr>
        <w:tc>
          <w:tcPr>
            <w:tcW w:w="3902" w:type="dxa"/>
          </w:tcPr>
          <w:p w:rsidR="00CB3F54" w:rsidRPr="00524A24" w:rsidRDefault="00CB3F54" w:rsidP="008D3009">
            <w:pPr>
              <w:pStyle w:val="libPoem"/>
            </w:pPr>
            <w:r w:rsidRPr="009647FC">
              <w:rPr>
                <w:rtl/>
              </w:rPr>
              <w:t>قد</w:t>
            </w:r>
            <w:r w:rsidR="004C00A8">
              <w:rPr>
                <w:rtl/>
              </w:rPr>
              <w:t xml:space="preserve"> </w:t>
            </w:r>
            <w:r w:rsidRPr="009647FC">
              <w:rPr>
                <w:rtl/>
              </w:rPr>
              <w:t>أرقّ</w:t>
            </w:r>
            <w:r>
              <w:rPr>
                <w:rtl/>
              </w:rPr>
              <w:t xml:space="preserve">َ </w:t>
            </w:r>
            <w:r w:rsidRPr="009647FC">
              <w:rPr>
                <w:rtl/>
              </w:rPr>
              <w:t>الحرصُ</w:t>
            </w:r>
            <w:r>
              <w:rPr>
                <w:rtl/>
              </w:rPr>
              <w:t xml:space="preserve"> </w:t>
            </w:r>
            <w:r w:rsidRPr="009647FC">
              <w:rPr>
                <w:rtl/>
              </w:rPr>
              <w:t>الأنام</w:t>
            </w:r>
            <w:r>
              <w:rPr>
                <w:rtl/>
              </w:rPr>
              <w:t xml:space="preserve">َ </w:t>
            </w:r>
            <w:r w:rsidRPr="009647FC">
              <w:rPr>
                <w:rtl/>
              </w:rPr>
              <w:t>ولكن</w:t>
            </w:r>
            <w:r w:rsidRPr="00524A24">
              <w:rPr>
                <w:rStyle w:val="libPoemTiniChar0"/>
                <w:rtl/>
              </w:rPr>
              <w:br/>
              <w:t> </w:t>
            </w:r>
          </w:p>
        </w:tc>
        <w:tc>
          <w:tcPr>
            <w:tcW w:w="301" w:type="dxa"/>
          </w:tcPr>
          <w:p w:rsidR="00CB3F54" w:rsidRPr="00524A24" w:rsidRDefault="00CB3F54" w:rsidP="008D3009">
            <w:pPr>
              <w:pStyle w:val="libPoem"/>
              <w:rPr>
                <w:rtl/>
              </w:rPr>
            </w:pPr>
          </w:p>
        </w:tc>
        <w:tc>
          <w:tcPr>
            <w:tcW w:w="3884" w:type="dxa"/>
          </w:tcPr>
          <w:p w:rsidR="00CB3F54" w:rsidRPr="00524A24" w:rsidRDefault="00CB3F54" w:rsidP="008D3009">
            <w:pPr>
              <w:pStyle w:val="libPoem"/>
            </w:pPr>
            <w:r w:rsidRPr="009647FC">
              <w:rPr>
                <w:rtl/>
              </w:rPr>
              <w:t>لم</w:t>
            </w:r>
            <w:r w:rsidR="004C00A8">
              <w:rPr>
                <w:rtl/>
              </w:rPr>
              <w:t xml:space="preserve"> </w:t>
            </w:r>
            <w:r w:rsidRPr="009647FC">
              <w:rPr>
                <w:rtl/>
              </w:rPr>
              <w:t>يكن</w:t>
            </w:r>
            <w:r>
              <w:rPr>
                <w:rtl/>
              </w:rPr>
              <w:t xml:space="preserve"> </w:t>
            </w:r>
            <w:r w:rsidRPr="009647FC">
              <w:rPr>
                <w:rtl/>
              </w:rPr>
              <w:t>غيرُهم</w:t>
            </w:r>
            <w:r>
              <w:rPr>
                <w:rtl/>
              </w:rPr>
              <w:t xml:space="preserve"> </w:t>
            </w:r>
            <w:r w:rsidRPr="009647FC">
              <w:rPr>
                <w:rtl/>
              </w:rPr>
              <w:t>على</w:t>
            </w:r>
            <w:r>
              <w:rPr>
                <w:rtl/>
              </w:rPr>
              <w:t xml:space="preserve"> </w:t>
            </w:r>
            <w:r w:rsidRPr="009647FC">
              <w:rPr>
                <w:rtl/>
              </w:rPr>
              <w:t>الأرض</w:t>
            </w:r>
            <w:r>
              <w:rPr>
                <w:rtl/>
              </w:rPr>
              <w:t xml:space="preserve"> </w:t>
            </w:r>
            <w:r w:rsidRPr="009647FC">
              <w:rPr>
                <w:rtl/>
              </w:rPr>
              <w:t>حرّا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8D3009" w:rsidRPr="00524A24" w:rsidTr="008D3009">
        <w:trPr>
          <w:trHeight w:val="350"/>
        </w:trPr>
        <w:tc>
          <w:tcPr>
            <w:tcW w:w="3902" w:type="dxa"/>
          </w:tcPr>
          <w:p w:rsidR="008D3009" w:rsidRPr="00524A24" w:rsidRDefault="008D3009" w:rsidP="008D3009">
            <w:pPr>
              <w:pStyle w:val="libPoem"/>
            </w:pPr>
            <w:r w:rsidRPr="009647FC">
              <w:rPr>
                <w:rtl/>
              </w:rPr>
              <w:lastRenderedPageBreak/>
              <w:t>قد</w:t>
            </w:r>
            <w:r>
              <w:rPr>
                <w:rtl/>
              </w:rPr>
              <w:t xml:space="preserve"> </w:t>
            </w:r>
            <w:r w:rsidRPr="009647FC">
              <w:rPr>
                <w:rtl/>
              </w:rPr>
              <w:t>كساهم</w:t>
            </w:r>
            <w:r>
              <w:rPr>
                <w:rtl/>
              </w:rPr>
              <w:t xml:space="preserve"> (</w:t>
            </w:r>
            <w:r w:rsidRPr="009647FC">
              <w:rPr>
                <w:rtl/>
              </w:rPr>
              <w:t>محمدٌ</w:t>
            </w:r>
            <w:r>
              <w:rPr>
                <w:rtl/>
              </w:rPr>
              <w:t xml:space="preserve">) </w:t>
            </w:r>
            <w:r w:rsidRPr="009647FC">
              <w:rPr>
                <w:rtl/>
              </w:rPr>
              <w:t>صالح</w:t>
            </w:r>
            <w:r>
              <w:rPr>
                <w:rtl/>
              </w:rPr>
              <w:t xml:space="preserve">َ </w:t>
            </w:r>
            <w:r w:rsidRPr="009647FC">
              <w:rPr>
                <w:rtl/>
              </w:rPr>
              <w:t>الأفعال</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ب</w:t>
            </w:r>
            <w:r w:rsidRPr="00B371C6">
              <w:rPr>
                <w:rtl/>
              </w:rPr>
              <w:t>ُ</w:t>
            </w:r>
            <w:r w:rsidRPr="009647FC">
              <w:rPr>
                <w:rtl/>
              </w:rPr>
              <w:t>رداً</w:t>
            </w:r>
            <w:r>
              <w:rPr>
                <w:rtl/>
              </w:rPr>
              <w:t xml:space="preserve"> </w:t>
            </w:r>
            <w:r w:rsidRPr="009647FC">
              <w:rPr>
                <w:rtl/>
              </w:rPr>
              <w:t>من</w:t>
            </w:r>
            <w:r>
              <w:rPr>
                <w:rtl/>
              </w:rPr>
              <w:t xml:space="preserve"> </w:t>
            </w:r>
            <w:r w:rsidRPr="009647FC">
              <w:rPr>
                <w:rtl/>
              </w:rPr>
              <w:t>فخره</w:t>
            </w:r>
            <w:r>
              <w:rPr>
                <w:rtl/>
              </w:rPr>
              <w:t xml:space="preserve"> </w:t>
            </w:r>
            <w:r w:rsidRPr="009647FC">
              <w:rPr>
                <w:rtl/>
              </w:rPr>
              <w:t>طاب</w:t>
            </w:r>
            <w:r>
              <w:rPr>
                <w:rtl/>
              </w:rPr>
              <w:t xml:space="preserve"> </w:t>
            </w:r>
            <w:r w:rsidRPr="009647FC">
              <w:rPr>
                <w:rtl/>
              </w:rPr>
              <w:t>نشرا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ورعٌ</w:t>
            </w:r>
            <w:r w:rsidR="004C00A8">
              <w:rPr>
                <w:rtl/>
              </w:rPr>
              <w:t xml:space="preserve"> </w:t>
            </w:r>
            <w:r w:rsidRPr="009647FC">
              <w:rPr>
                <w:rtl/>
              </w:rPr>
              <w:t>م</w:t>
            </w:r>
            <w:r>
              <w:rPr>
                <w:rtl/>
              </w:rPr>
              <w:t>َ</w:t>
            </w:r>
            <w:r w:rsidRPr="009647FC">
              <w:rPr>
                <w:rtl/>
              </w:rPr>
              <w:t>نْ</w:t>
            </w:r>
            <w:r>
              <w:rPr>
                <w:rtl/>
              </w:rPr>
              <w:t xml:space="preserve"> </w:t>
            </w:r>
            <w:r w:rsidRPr="009647FC">
              <w:rPr>
                <w:rtl/>
              </w:rPr>
              <w:t>رآه</w:t>
            </w:r>
            <w:r>
              <w:rPr>
                <w:rtl/>
              </w:rPr>
              <w:t xml:space="preserve"> </w:t>
            </w:r>
            <w:r w:rsidRPr="009647FC">
              <w:rPr>
                <w:rtl/>
              </w:rPr>
              <w:t>قال</w:t>
            </w:r>
            <w:r>
              <w:rPr>
                <w:rtl/>
              </w:rPr>
              <w:t xml:space="preserve"> </w:t>
            </w:r>
            <w:r w:rsidRPr="009647FC">
              <w:rPr>
                <w:rtl/>
              </w:rPr>
              <w:t>لعمري</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إنّ</w:t>
            </w:r>
            <w:r w:rsidR="004C00A8">
              <w:rPr>
                <w:rtl/>
              </w:rPr>
              <w:t xml:space="preserve"> </w:t>
            </w:r>
            <w:r w:rsidRPr="009647FC">
              <w:rPr>
                <w:rtl/>
              </w:rPr>
              <w:t>لله</w:t>
            </w:r>
            <w:r>
              <w:rPr>
                <w:rtl/>
              </w:rPr>
              <w:t xml:space="preserve"> </w:t>
            </w:r>
            <w:r w:rsidRPr="009647FC">
              <w:rPr>
                <w:rtl/>
              </w:rPr>
              <w:t>في</w:t>
            </w:r>
            <w:r>
              <w:rPr>
                <w:rtl/>
              </w:rPr>
              <w:t xml:space="preserve"> </w:t>
            </w:r>
            <w:r w:rsidRPr="009647FC">
              <w:rPr>
                <w:rtl/>
              </w:rPr>
              <w:t>معانيك</w:t>
            </w:r>
            <w:r>
              <w:rPr>
                <w:rtl/>
              </w:rPr>
              <w:t xml:space="preserve">َ </w:t>
            </w:r>
            <w:r w:rsidRPr="009647FC">
              <w:rPr>
                <w:rtl/>
              </w:rPr>
              <w:t>سرّا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ملكيُّ</w:t>
            </w:r>
            <w:r>
              <w:rPr>
                <w:rtl/>
              </w:rPr>
              <w:t xml:space="preserve"> </w:t>
            </w:r>
            <w:r w:rsidRPr="009647FC">
              <w:rPr>
                <w:rtl/>
              </w:rPr>
              <w:t>الصفات</w:t>
            </w:r>
            <w:r>
              <w:rPr>
                <w:rtl/>
              </w:rPr>
              <w:t xml:space="preserve"> </w:t>
            </w:r>
            <w:r w:rsidRPr="009647FC">
              <w:rPr>
                <w:rtl/>
              </w:rPr>
              <w:t>لكن</w:t>
            </w:r>
            <w:r>
              <w:rPr>
                <w:rtl/>
              </w:rPr>
              <w:t xml:space="preserve"> </w:t>
            </w:r>
            <w:r w:rsidRPr="009647FC">
              <w:rPr>
                <w:rtl/>
              </w:rPr>
              <w:t>تراه</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بشريّ</w:t>
            </w:r>
            <w:r>
              <w:rPr>
                <w:rtl/>
              </w:rPr>
              <w:t xml:space="preserve">َ </w:t>
            </w:r>
            <w:r w:rsidRPr="009647FC">
              <w:rPr>
                <w:rtl/>
              </w:rPr>
              <w:t>الأعضاءِ</w:t>
            </w:r>
            <w:r>
              <w:rPr>
                <w:rtl/>
              </w:rPr>
              <w:t xml:space="preserve"> </w:t>
            </w:r>
            <w:r w:rsidRPr="009647FC">
              <w:rPr>
                <w:rtl/>
              </w:rPr>
              <w:t>قد</w:t>
            </w:r>
            <w:r>
              <w:rPr>
                <w:rtl/>
              </w:rPr>
              <w:t xml:space="preserve"> </w:t>
            </w:r>
            <w:r w:rsidRPr="009647FC">
              <w:rPr>
                <w:rtl/>
              </w:rPr>
              <w:t>جلّ</w:t>
            </w:r>
            <w:r>
              <w:rPr>
                <w:rtl/>
              </w:rPr>
              <w:t xml:space="preserve">َ </w:t>
            </w:r>
            <w:r w:rsidRPr="009647FC">
              <w:rPr>
                <w:rtl/>
              </w:rPr>
              <w:t>قدرا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لك</w:t>
            </w:r>
            <w:r w:rsidR="004C00A8">
              <w:rPr>
                <w:rtl/>
              </w:rPr>
              <w:t xml:space="preserve"> </w:t>
            </w:r>
            <w:r w:rsidRPr="009647FC">
              <w:rPr>
                <w:rtl/>
              </w:rPr>
              <w:t>نفسٌ</w:t>
            </w:r>
            <w:r>
              <w:rPr>
                <w:rtl/>
              </w:rPr>
              <w:t xml:space="preserve"> </w:t>
            </w:r>
            <w:r w:rsidRPr="009647FC">
              <w:rPr>
                <w:rtl/>
              </w:rPr>
              <w:t>قدسيّةٌ</w:t>
            </w:r>
            <w:r>
              <w:rPr>
                <w:rtl/>
              </w:rPr>
              <w:t xml:space="preserve"> </w:t>
            </w:r>
            <w:r w:rsidRPr="009647FC">
              <w:rPr>
                <w:rtl/>
              </w:rPr>
              <w:t>قد</w:t>
            </w:r>
            <w:r>
              <w:rPr>
                <w:rtl/>
              </w:rPr>
              <w:t xml:space="preserve"> </w:t>
            </w:r>
            <w:r w:rsidRPr="009647FC">
              <w:rPr>
                <w:rtl/>
              </w:rPr>
              <w:t>تمحّضـ</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ت</w:t>
            </w:r>
            <w:r w:rsidR="004C00A8">
              <w:rPr>
                <w:rtl/>
              </w:rPr>
              <w:t xml:space="preserve"> </w:t>
            </w:r>
            <w:r w:rsidRPr="009647FC">
              <w:rPr>
                <w:rtl/>
              </w:rPr>
              <w:t>بها</w:t>
            </w:r>
            <w:r>
              <w:rPr>
                <w:rtl/>
              </w:rPr>
              <w:t xml:space="preserve"> </w:t>
            </w:r>
            <w:r w:rsidRPr="009647FC">
              <w:rPr>
                <w:rtl/>
              </w:rPr>
              <w:t>للإله</w:t>
            </w:r>
            <w:r>
              <w:rPr>
                <w:rtl/>
              </w:rPr>
              <w:t xml:space="preserve"> </w:t>
            </w:r>
            <w:r w:rsidRPr="009647FC">
              <w:rPr>
                <w:rtl/>
              </w:rPr>
              <w:t>سرّا</w:t>
            </w:r>
            <w:r>
              <w:rPr>
                <w:rtl/>
              </w:rPr>
              <w:t xml:space="preserve"> </w:t>
            </w:r>
            <w:r w:rsidRPr="009647FC">
              <w:rPr>
                <w:rtl/>
              </w:rPr>
              <w:t>وجهرا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هي</w:t>
            </w:r>
            <w:r w:rsidR="004C00A8">
              <w:rPr>
                <w:rtl/>
              </w:rPr>
              <w:t xml:space="preserve"> </w:t>
            </w:r>
            <w:r w:rsidRPr="009647FC">
              <w:rPr>
                <w:rtl/>
              </w:rPr>
              <w:t>تلك</w:t>
            </w:r>
            <w:r>
              <w:rPr>
                <w:rtl/>
              </w:rPr>
              <w:t xml:space="preserve"> </w:t>
            </w:r>
            <w:r w:rsidRPr="009647FC">
              <w:rPr>
                <w:rtl/>
              </w:rPr>
              <w:t>النفسُ</w:t>
            </w:r>
            <w:r>
              <w:rPr>
                <w:rtl/>
              </w:rPr>
              <w:t xml:space="preserve"> </w:t>
            </w:r>
            <w:r w:rsidRPr="009647FC">
              <w:rPr>
                <w:rtl/>
              </w:rPr>
              <w:t>التي</w:t>
            </w:r>
            <w:r>
              <w:rPr>
                <w:rtl/>
              </w:rPr>
              <w:t xml:space="preserve"> </w:t>
            </w:r>
            <w:r w:rsidRPr="009647FC">
              <w:rPr>
                <w:rtl/>
              </w:rPr>
              <w:t>بين</w:t>
            </w:r>
            <w:r>
              <w:rPr>
                <w:rtl/>
              </w:rPr>
              <w:t xml:space="preserve"> </w:t>
            </w:r>
            <w:r w:rsidRPr="009647FC">
              <w:rPr>
                <w:rtl/>
              </w:rPr>
              <w:t>جنبي</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ذي</w:t>
            </w:r>
            <w:r>
              <w:rPr>
                <w:rtl/>
              </w:rPr>
              <w:t xml:space="preserve"> </w:t>
            </w:r>
            <w:r w:rsidRPr="009647FC">
              <w:rPr>
                <w:rtl/>
              </w:rPr>
              <w:t>المعالي</w:t>
            </w:r>
            <w:r>
              <w:rPr>
                <w:rtl/>
              </w:rPr>
              <w:t xml:space="preserve"> </w:t>
            </w:r>
            <w:r w:rsidRPr="009647FC">
              <w:rPr>
                <w:rtl/>
              </w:rPr>
              <w:t>أخيك</w:t>
            </w:r>
            <w:r>
              <w:rPr>
                <w:rtl/>
              </w:rPr>
              <w:t xml:space="preserve"> </w:t>
            </w:r>
            <w:r w:rsidRPr="009647FC">
              <w:rPr>
                <w:rtl/>
              </w:rPr>
              <w:t>ليست</w:t>
            </w:r>
            <w:r>
              <w:rPr>
                <w:rtl/>
              </w:rPr>
              <w:t xml:space="preserve"> </w:t>
            </w:r>
            <w:r w:rsidRPr="009647FC">
              <w:rPr>
                <w:rtl/>
              </w:rPr>
              <w:t>بأُخرى</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شرعاً</w:t>
            </w:r>
            <w:r w:rsidR="004C00A8">
              <w:rPr>
                <w:rtl/>
              </w:rPr>
              <w:t xml:space="preserve"> </w:t>
            </w:r>
            <w:r w:rsidRPr="009647FC">
              <w:rPr>
                <w:rtl/>
              </w:rPr>
              <w:t>قد</w:t>
            </w:r>
            <w:r>
              <w:rPr>
                <w:rtl/>
              </w:rPr>
              <w:t xml:space="preserve"> </w:t>
            </w:r>
            <w:r w:rsidRPr="009647FC">
              <w:rPr>
                <w:rtl/>
              </w:rPr>
              <w:t>سموتما</w:t>
            </w:r>
            <w:r>
              <w:rPr>
                <w:rtl/>
              </w:rPr>
              <w:t xml:space="preserve"> </w:t>
            </w:r>
            <w:r w:rsidRPr="009647FC">
              <w:rPr>
                <w:rtl/>
              </w:rPr>
              <w:t>للمعالي</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وإليها</w:t>
            </w:r>
            <w:r>
              <w:rPr>
                <w:rtl/>
              </w:rPr>
              <w:t xml:space="preserve"> </w:t>
            </w:r>
            <w:r w:rsidRPr="009647FC">
              <w:rPr>
                <w:rtl/>
              </w:rPr>
              <w:t>ركبتما</w:t>
            </w:r>
            <w:r>
              <w:rPr>
                <w:rtl/>
              </w:rPr>
              <w:t xml:space="preserve"> </w:t>
            </w:r>
            <w:r w:rsidRPr="009647FC">
              <w:rPr>
                <w:rtl/>
              </w:rPr>
              <w:t>النجم</w:t>
            </w:r>
            <w:r>
              <w:rPr>
                <w:rtl/>
              </w:rPr>
              <w:t xml:space="preserve">َ </w:t>
            </w:r>
            <w:r w:rsidRPr="009647FC">
              <w:rPr>
                <w:rtl/>
              </w:rPr>
              <w:t>ظهرا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تمّ</w:t>
            </w:r>
            <w:r>
              <w:rPr>
                <w:rtl/>
              </w:rPr>
              <w:t>َ</w:t>
            </w:r>
            <w:r w:rsidR="004C00A8">
              <w:rPr>
                <w:rtl/>
              </w:rPr>
              <w:t xml:space="preserve"> </w:t>
            </w:r>
            <w:r w:rsidRPr="009647FC">
              <w:rPr>
                <w:rtl/>
              </w:rPr>
              <w:t>فيه</w:t>
            </w:r>
            <w:r>
              <w:rPr>
                <w:rtl/>
              </w:rPr>
              <w:t xml:space="preserve"> </w:t>
            </w:r>
            <w:r w:rsidRPr="009647FC">
              <w:rPr>
                <w:rtl/>
              </w:rPr>
              <w:t>ما</w:t>
            </w:r>
            <w:r>
              <w:rPr>
                <w:rtl/>
              </w:rPr>
              <w:t xml:space="preserve"> </w:t>
            </w:r>
            <w:r w:rsidRPr="009647FC">
              <w:rPr>
                <w:rtl/>
              </w:rPr>
              <w:t>كان</w:t>
            </w:r>
            <w:r>
              <w:rPr>
                <w:rtl/>
              </w:rPr>
              <w:t xml:space="preserve"> </w:t>
            </w:r>
            <w:r w:rsidRPr="009647FC">
              <w:rPr>
                <w:rtl/>
              </w:rPr>
              <w:t>ساء</w:t>
            </w:r>
            <w:r>
              <w:rPr>
                <w:rtl/>
              </w:rPr>
              <w:t xml:space="preserve"> </w:t>
            </w:r>
            <w:r w:rsidRPr="009647FC">
              <w:rPr>
                <w:rtl/>
              </w:rPr>
              <w:t>وسرّا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فهو</w:t>
            </w:r>
            <w:r>
              <w:rPr>
                <w:rtl/>
              </w:rPr>
              <w:t xml:space="preserve"> </w:t>
            </w:r>
            <w:r w:rsidRPr="009647FC">
              <w:rPr>
                <w:rtl/>
              </w:rPr>
              <w:t>ملء ‌الزمان</w:t>
            </w:r>
            <w:r>
              <w:rPr>
                <w:rtl/>
              </w:rPr>
              <w:t xml:space="preserve"> </w:t>
            </w:r>
            <w:r w:rsidRPr="009647FC">
              <w:rPr>
                <w:rtl/>
              </w:rPr>
              <w:t>نفعاً</w:t>
            </w:r>
            <w:r>
              <w:rPr>
                <w:rtl/>
              </w:rPr>
              <w:t xml:space="preserve"> </w:t>
            </w:r>
            <w:r w:rsidRPr="009647FC">
              <w:rPr>
                <w:rtl/>
              </w:rPr>
              <w:t>وضرّا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ذو</w:t>
            </w:r>
            <w:r>
              <w:rPr>
                <w:rtl/>
              </w:rPr>
              <w:t xml:space="preserve"> </w:t>
            </w:r>
            <w:r w:rsidRPr="009647FC">
              <w:rPr>
                <w:rtl/>
              </w:rPr>
              <w:t>يسارٍ</w:t>
            </w:r>
            <w:r>
              <w:rPr>
                <w:rtl/>
              </w:rPr>
              <w:t xml:space="preserve"> </w:t>
            </w:r>
            <w:r w:rsidRPr="009647FC">
              <w:rPr>
                <w:rtl/>
              </w:rPr>
              <w:t>يزري</w:t>
            </w:r>
            <w:r>
              <w:rPr>
                <w:rtl/>
              </w:rPr>
              <w:t xml:space="preserve"> </w:t>
            </w:r>
            <w:r w:rsidRPr="009647FC">
              <w:rPr>
                <w:rtl/>
              </w:rPr>
              <w:t>بيمنى</w:t>
            </w:r>
            <w:r>
              <w:rPr>
                <w:rtl/>
              </w:rPr>
              <w:t xml:space="preserve"> </w:t>
            </w:r>
            <w:r w:rsidRPr="009647FC">
              <w:rPr>
                <w:rtl/>
              </w:rPr>
              <w:t>سواه</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ويمينٍ</w:t>
            </w:r>
            <w:r>
              <w:rPr>
                <w:rtl/>
              </w:rPr>
              <w:t xml:space="preserve"> </w:t>
            </w:r>
            <w:r w:rsidRPr="009647FC">
              <w:rPr>
                <w:rtl/>
              </w:rPr>
              <w:t>كانت</w:t>
            </w:r>
            <w:r>
              <w:rPr>
                <w:rtl/>
              </w:rPr>
              <w:t xml:space="preserve"> </w:t>
            </w:r>
            <w:r w:rsidRPr="009647FC">
              <w:rPr>
                <w:rtl/>
              </w:rPr>
              <w:t>لراجيه</w:t>
            </w:r>
            <w:r>
              <w:rPr>
                <w:rtl/>
              </w:rPr>
              <w:t xml:space="preserve"> </w:t>
            </w:r>
            <w:r w:rsidRPr="009647FC">
              <w:rPr>
                <w:rtl/>
              </w:rPr>
              <w:t>ي</w:t>
            </w:r>
            <w:r w:rsidRPr="00B371C6">
              <w:rPr>
                <w:rtl/>
              </w:rPr>
              <w:t>ُ</w:t>
            </w:r>
            <w:r w:rsidRPr="009647FC">
              <w:rPr>
                <w:rtl/>
              </w:rPr>
              <w:t>سرا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هي</w:t>
            </w:r>
            <w:r>
              <w:rPr>
                <w:rtl/>
              </w:rPr>
              <w:t xml:space="preserve"> </w:t>
            </w:r>
            <w:r w:rsidRPr="009647FC">
              <w:rPr>
                <w:rtl/>
              </w:rPr>
              <w:t>أجرى</w:t>
            </w:r>
            <w:r>
              <w:rPr>
                <w:rtl/>
              </w:rPr>
              <w:t xml:space="preserve"> </w:t>
            </w:r>
            <w:r w:rsidRPr="009647FC">
              <w:rPr>
                <w:rtl/>
              </w:rPr>
              <w:t>من</w:t>
            </w:r>
            <w:r>
              <w:rPr>
                <w:rtl/>
              </w:rPr>
              <w:t xml:space="preserve"> </w:t>
            </w:r>
            <w:r w:rsidRPr="009647FC">
              <w:rPr>
                <w:rtl/>
              </w:rPr>
              <w:t>البحار</w:t>
            </w:r>
            <w:r>
              <w:rPr>
                <w:rtl/>
              </w:rPr>
              <w:t xml:space="preserve"> </w:t>
            </w:r>
            <w:r w:rsidRPr="009647FC">
              <w:rPr>
                <w:rtl/>
              </w:rPr>
              <w:t>نوالا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ومن</w:t>
            </w:r>
            <w:r w:rsidR="004C00A8">
              <w:rPr>
                <w:rtl/>
              </w:rPr>
              <w:t xml:space="preserve"> </w:t>
            </w:r>
            <w:r w:rsidRPr="009647FC">
              <w:rPr>
                <w:rtl/>
              </w:rPr>
              <w:t>الغاديات</w:t>
            </w:r>
            <w:r>
              <w:rPr>
                <w:rtl/>
              </w:rPr>
              <w:t xml:space="preserve"> </w:t>
            </w:r>
            <w:r w:rsidRPr="009647FC">
              <w:rPr>
                <w:rtl/>
              </w:rPr>
              <w:t>أغزرُ</w:t>
            </w:r>
            <w:r>
              <w:rPr>
                <w:rtl/>
              </w:rPr>
              <w:t xml:space="preserve"> </w:t>
            </w:r>
            <w:r w:rsidRPr="009647FC">
              <w:rPr>
                <w:rtl/>
              </w:rPr>
              <w:t>د</w:t>
            </w:r>
            <w:r>
              <w:rPr>
                <w:rtl/>
              </w:rPr>
              <w:t>َ</w:t>
            </w:r>
            <w:r w:rsidRPr="009647FC">
              <w:rPr>
                <w:rtl/>
              </w:rPr>
              <w:t>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تخصب</w:t>
            </w:r>
            <w:r w:rsidR="004C00A8">
              <w:rPr>
                <w:rtl/>
              </w:rPr>
              <w:t xml:space="preserve"> </w:t>
            </w:r>
            <w:r w:rsidRPr="009647FC">
              <w:rPr>
                <w:rtl/>
              </w:rPr>
              <w:t>الأرض</w:t>
            </w:r>
            <w:r>
              <w:rPr>
                <w:rtl/>
              </w:rPr>
              <w:t xml:space="preserve"> </w:t>
            </w:r>
            <w:r w:rsidRPr="009647FC">
              <w:rPr>
                <w:rtl/>
              </w:rPr>
              <w:t>في</w:t>
            </w:r>
            <w:r>
              <w:rPr>
                <w:rtl/>
              </w:rPr>
              <w:t xml:space="preserve"> </w:t>
            </w:r>
            <w:r w:rsidRPr="009647FC">
              <w:rPr>
                <w:rtl/>
              </w:rPr>
              <w:t>نداه</w:t>
            </w:r>
            <w:r>
              <w:rPr>
                <w:rtl/>
              </w:rPr>
              <w:t xml:space="preserve"> </w:t>
            </w:r>
            <w:r w:rsidRPr="009647FC">
              <w:rPr>
                <w:rtl/>
              </w:rPr>
              <w:t>إذا</w:t>
            </w:r>
            <w:r>
              <w:rPr>
                <w:rtl/>
              </w:rPr>
              <w:t xml:space="preserve"> </w:t>
            </w:r>
            <w:r w:rsidRPr="009647FC">
              <w:rPr>
                <w:rtl/>
              </w:rPr>
              <w:t>الجد</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بُ</w:t>
            </w:r>
            <w:r w:rsidR="004C00A8">
              <w:rPr>
                <w:rtl/>
              </w:rPr>
              <w:t xml:space="preserve"> </w:t>
            </w:r>
            <w:r w:rsidRPr="009647FC">
              <w:rPr>
                <w:rtl/>
              </w:rPr>
              <w:t>أديمُ</w:t>
            </w:r>
            <w:r>
              <w:rPr>
                <w:rtl/>
              </w:rPr>
              <w:t xml:space="preserve"> </w:t>
            </w:r>
            <w:r w:rsidRPr="009647FC">
              <w:rPr>
                <w:rtl/>
              </w:rPr>
              <w:t>الصعيد</w:t>
            </w:r>
            <w:r>
              <w:rPr>
                <w:rtl/>
              </w:rPr>
              <w:t xml:space="preserve"> </w:t>
            </w:r>
            <w:r w:rsidRPr="009647FC">
              <w:rPr>
                <w:rtl/>
              </w:rPr>
              <w:t>فيه</w:t>
            </w:r>
            <w:r>
              <w:rPr>
                <w:rtl/>
              </w:rPr>
              <w:t xml:space="preserve"> </w:t>
            </w:r>
            <w:r w:rsidRPr="009647FC">
              <w:rPr>
                <w:rtl/>
              </w:rPr>
              <w:t>اقشعرّا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وعلى</w:t>
            </w:r>
            <w:r>
              <w:rPr>
                <w:rtl/>
              </w:rPr>
              <w:t xml:space="preserve"> </w:t>
            </w:r>
            <w:r w:rsidRPr="009647FC">
              <w:rPr>
                <w:rtl/>
              </w:rPr>
              <w:t>الأرض</w:t>
            </w:r>
            <w:r>
              <w:rPr>
                <w:rtl/>
              </w:rPr>
              <w:t xml:space="preserve"> </w:t>
            </w:r>
            <w:r w:rsidRPr="009647FC">
              <w:rPr>
                <w:rtl/>
              </w:rPr>
              <w:t>إن</w:t>
            </w:r>
            <w:r>
              <w:rPr>
                <w:rtl/>
              </w:rPr>
              <w:t xml:space="preserve"> </w:t>
            </w:r>
            <w:r w:rsidRPr="009647FC">
              <w:rPr>
                <w:rtl/>
              </w:rPr>
              <w:t>مشتْ</w:t>
            </w:r>
            <w:r>
              <w:rPr>
                <w:rtl/>
              </w:rPr>
              <w:t xml:space="preserve"> </w:t>
            </w:r>
            <w:r w:rsidRPr="009647FC">
              <w:rPr>
                <w:rtl/>
              </w:rPr>
              <w:t>ودّ</w:t>
            </w:r>
            <w:r>
              <w:rPr>
                <w:rtl/>
              </w:rPr>
              <w:t>َ</w:t>
            </w:r>
            <w:r w:rsidRPr="009647FC">
              <w:rPr>
                <w:rtl/>
              </w:rPr>
              <w:t>ت</w:t>
            </w:r>
            <w:r>
              <w:rPr>
                <w:rtl/>
              </w:rPr>
              <w:t xml:space="preserve"> </w:t>
            </w:r>
            <w:r w:rsidRPr="009647FC">
              <w:rPr>
                <w:rtl/>
              </w:rPr>
              <w:t>الـ</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شهبُ</w:t>
            </w:r>
            <w:r w:rsidR="004C00A8">
              <w:rPr>
                <w:rtl/>
              </w:rPr>
              <w:t xml:space="preserve"> </w:t>
            </w:r>
            <w:r w:rsidRPr="009647FC">
              <w:rPr>
                <w:rtl/>
              </w:rPr>
              <w:t>عليها</w:t>
            </w:r>
            <w:r>
              <w:rPr>
                <w:rtl/>
              </w:rPr>
              <w:t xml:space="preserve"> </w:t>
            </w:r>
            <w:r w:rsidRPr="009647FC">
              <w:rPr>
                <w:rtl/>
              </w:rPr>
              <w:t>أذيال</w:t>
            </w:r>
            <w:r>
              <w:rPr>
                <w:rtl/>
              </w:rPr>
              <w:t xml:space="preserve">َ </w:t>
            </w:r>
            <w:r w:rsidRPr="009647FC">
              <w:rPr>
                <w:rtl/>
              </w:rPr>
              <w:t>علياه</w:t>
            </w:r>
            <w:r>
              <w:rPr>
                <w:rtl/>
              </w:rPr>
              <w:t xml:space="preserve"> </w:t>
            </w:r>
            <w:r w:rsidRPr="009647FC">
              <w:rPr>
                <w:rtl/>
              </w:rPr>
              <w:t>جرّا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كيف</w:t>
            </w:r>
            <w:r w:rsidR="004C00A8">
              <w:rPr>
                <w:rtl/>
              </w:rPr>
              <w:t xml:space="preserve"> </w:t>
            </w:r>
            <w:r w:rsidRPr="009647FC">
              <w:rPr>
                <w:rtl/>
              </w:rPr>
              <w:t>لا</w:t>
            </w:r>
            <w:r>
              <w:rPr>
                <w:rtl/>
              </w:rPr>
              <w:t xml:space="preserve"> </w:t>
            </w:r>
            <w:r w:rsidRPr="009647FC">
              <w:rPr>
                <w:rtl/>
              </w:rPr>
              <w:t>تحسد</w:t>
            </w:r>
            <w:r>
              <w:rPr>
                <w:rtl/>
              </w:rPr>
              <w:t xml:space="preserve"> </w:t>
            </w:r>
            <w:r w:rsidRPr="009647FC">
              <w:rPr>
                <w:rtl/>
              </w:rPr>
              <w:t>النجومُ</w:t>
            </w:r>
            <w:r>
              <w:rPr>
                <w:rtl/>
              </w:rPr>
              <w:t xml:space="preserve"> </w:t>
            </w:r>
            <w:r w:rsidRPr="009647FC">
              <w:rPr>
                <w:rtl/>
              </w:rPr>
              <w:t>ثراه</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وبه</w:t>
            </w:r>
            <w:r>
              <w:rPr>
                <w:rtl/>
              </w:rPr>
              <w:t xml:space="preserve"> </w:t>
            </w:r>
            <w:r w:rsidRPr="009647FC">
              <w:rPr>
                <w:rtl/>
              </w:rPr>
              <w:t>قد</w:t>
            </w:r>
            <w:r>
              <w:rPr>
                <w:rtl/>
              </w:rPr>
              <w:t xml:space="preserve"> </w:t>
            </w:r>
            <w:r w:rsidRPr="009647FC">
              <w:rPr>
                <w:rtl/>
              </w:rPr>
              <w:t>سما</w:t>
            </w:r>
            <w:r>
              <w:rPr>
                <w:rtl/>
              </w:rPr>
              <w:t xml:space="preserve"> </w:t>
            </w:r>
            <w:r w:rsidRPr="009647FC">
              <w:rPr>
                <w:rtl/>
              </w:rPr>
              <w:t>على</w:t>
            </w:r>
            <w:r>
              <w:rPr>
                <w:rtl/>
              </w:rPr>
              <w:t xml:space="preserve"> </w:t>
            </w:r>
            <w:r w:rsidRPr="009647FC">
              <w:rPr>
                <w:rtl/>
              </w:rPr>
              <w:t>الشهب</w:t>
            </w:r>
            <w:r>
              <w:rPr>
                <w:rtl/>
              </w:rPr>
              <w:t xml:space="preserve"> </w:t>
            </w:r>
            <w:r w:rsidRPr="009647FC">
              <w:rPr>
                <w:rtl/>
              </w:rPr>
              <w:t>فخرا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قد</w:t>
            </w:r>
            <w:r w:rsidR="004C00A8">
              <w:rPr>
                <w:rtl/>
              </w:rPr>
              <w:t xml:space="preserve"> </w:t>
            </w:r>
            <w:r w:rsidRPr="009647FC">
              <w:rPr>
                <w:rtl/>
              </w:rPr>
              <w:t>جرى</w:t>
            </w:r>
            <w:r>
              <w:rPr>
                <w:rtl/>
              </w:rPr>
              <w:t xml:space="preserve"> </w:t>
            </w:r>
            <w:r w:rsidRPr="009647FC">
              <w:rPr>
                <w:rtl/>
              </w:rPr>
              <w:t>سابقاً</w:t>
            </w:r>
            <w:r>
              <w:rPr>
                <w:rtl/>
              </w:rPr>
              <w:t xml:space="preserve"> </w:t>
            </w:r>
            <w:r w:rsidRPr="009647FC">
              <w:rPr>
                <w:rtl/>
              </w:rPr>
              <w:t>وصلّى</w:t>
            </w:r>
            <w:r>
              <w:rPr>
                <w:rtl/>
              </w:rPr>
              <w:t xml:space="preserve"> </w:t>
            </w:r>
            <w:r w:rsidRPr="009647FC">
              <w:rPr>
                <w:rtl/>
              </w:rPr>
              <w:t>أمينُ</w:t>
            </w:r>
            <w:r>
              <w:rPr>
                <w:rtl/>
              </w:rPr>
              <w:t xml:space="preserve"> </w:t>
            </w:r>
            <w:r w:rsidRPr="009647FC">
              <w:rPr>
                <w:rtl/>
              </w:rPr>
              <w:t>الـ</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فضل</w:t>
            </w:r>
            <w:r w:rsidR="004C00A8">
              <w:rPr>
                <w:rtl/>
              </w:rPr>
              <w:t xml:space="preserve"> </w:t>
            </w:r>
            <w:r w:rsidRPr="009647FC">
              <w:rPr>
                <w:rtl/>
              </w:rPr>
              <w:t>يتلوه</w:t>
            </w:r>
            <w:r>
              <w:rPr>
                <w:rtl/>
              </w:rPr>
              <w:t xml:space="preserve"> </w:t>
            </w:r>
            <w:r w:rsidRPr="009647FC">
              <w:rPr>
                <w:rtl/>
              </w:rPr>
              <w:t>لاحقاً</w:t>
            </w:r>
            <w:r>
              <w:rPr>
                <w:rtl/>
              </w:rPr>
              <w:t xml:space="preserve"> </w:t>
            </w:r>
            <w:r w:rsidRPr="009647FC">
              <w:rPr>
                <w:rtl/>
              </w:rPr>
              <w:t>واستمرّا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ثمّ</w:t>
            </w:r>
            <w:r w:rsidR="004C00A8">
              <w:rPr>
                <w:rtl/>
              </w:rPr>
              <w:t xml:space="preserve"> </w:t>
            </w:r>
            <w:r w:rsidRPr="009647FC">
              <w:rPr>
                <w:rtl/>
              </w:rPr>
              <w:t>حلاّ</w:t>
            </w:r>
            <w:r>
              <w:rPr>
                <w:rtl/>
              </w:rPr>
              <w:t xml:space="preserve"> </w:t>
            </w:r>
            <w:r w:rsidRPr="009647FC">
              <w:rPr>
                <w:rtl/>
              </w:rPr>
              <w:t>معاً</w:t>
            </w:r>
            <w:r>
              <w:rPr>
                <w:rtl/>
              </w:rPr>
              <w:t xml:space="preserve"> </w:t>
            </w:r>
            <w:r w:rsidRPr="009647FC">
              <w:rPr>
                <w:rtl/>
              </w:rPr>
              <w:t>بأرفع</w:t>
            </w:r>
            <w:r>
              <w:rPr>
                <w:rtl/>
              </w:rPr>
              <w:t xml:space="preserve"> </w:t>
            </w:r>
            <w:r w:rsidRPr="009647FC">
              <w:rPr>
                <w:rtl/>
              </w:rPr>
              <w:t>مجدٍ</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طلعا</w:t>
            </w:r>
            <w:r w:rsidR="004C00A8">
              <w:rPr>
                <w:rtl/>
              </w:rPr>
              <w:t xml:space="preserve"> </w:t>
            </w:r>
            <w:r w:rsidRPr="009647FC">
              <w:rPr>
                <w:rtl/>
              </w:rPr>
              <w:t>في</w:t>
            </w:r>
            <w:r>
              <w:rPr>
                <w:rtl/>
              </w:rPr>
              <w:t xml:space="preserve"> </w:t>
            </w:r>
            <w:r w:rsidRPr="009647FC">
              <w:rPr>
                <w:rtl/>
              </w:rPr>
              <w:t>سماه</w:t>
            </w:r>
            <w:r>
              <w:rPr>
                <w:rtl/>
              </w:rPr>
              <w:t xml:space="preserve"> </w:t>
            </w:r>
            <w:r w:rsidRPr="009647FC">
              <w:rPr>
                <w:rtl/>
              </w:rPr>
              <w:t>شمساً</w:t>
            </w:r>
            <w:r>
              <w:rPr>
                <w:rtl/>
              </w:rPr>
              <w:t xml:space="preserve"> </w:t>
            </w:r>
            <w:r w:rsidRPr="009647FC">
              <w:rPr>
                <w:rtl/>
              </w:rPr>
              <w:t>وبدرا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فغدا</w:t>
            </w:r>
            <w:r>
              <w:rPr>
                <w:rtl/>
              </w:rPr>
              <w:t xml:space="preserve"> </w:t>
            </w:r>
            <w:r w:rsidRPr="009647FC">
              <w:rPr>
                <w:rtl/>
              </w:rPr>
              <w:t>كلُّ</w:t>
            </w:r>
            <w:r>
              <w:rPr>
                <w:rtl/>
              </w:rPr>
              <w:t xml:space="preserve"> </w:t>
            </w:r>
            <w:r w:rsidRPr="009647FC">
              <w:rPr>
                <w:rtl/>
              </w:rPr>
              <w:t>نيِّر</w:t>
            </w:r>
            <w:r>
              <w:rPr>
                <w:rtl/>
              </w:rPr>
              <w:t xml:space="preserve"> </w:t>
            </w:r>
            <w:r w:rsidRPr="009647FC">
              <w:rPr>
                <w:rtl/>
              </w:rPr>
              <w:t>بهما</w:t>
            </w:r>
            <w:r>
              <w:rPr>
                <w:rtl/>
              </w:rPr>
              <w:t xml:space="preserve"> </w:t>
            </w:r>
            <w:r w:rsidRPr="009647FC">
              <w:rPr>
                <w:rtl/>
              </w:rPr>
              <w:t>هادٍ</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لم</w:t>
            </w:r>
            <w:r w:rsidRPr="00B371C6">
              <w:rPr>
                <w:rtl/>
              </w:rPr>
              <w:t>َ</w:t>
            </w:r>
            <w:r w:rsidRPr="009647FC">
              <w:rPr>
                <w:rtl/>
              </w:rPr>
              <w:t>نْ</w:t>
            </w:r>
            <w:r>
              <w:rPr>
                <w:rtl/>
              </w:rPr>
              <w:t xml:space="preserve"> </w:t>
            </w:r>
            <w:r w:rsidRPr="009647FC">
              <w:rPr>
                <w:rtl/>
              </w:rPr>
              <w:t>رام</w:t>
            </w:r>
            <w:r>
              <w:rPr>
                <w:rtl/>
              </w:rPr>
              <w:t xml:space="preserve"> </w:t>
            </w:r>
            <w:r w:rsidRPr="009647FC">
              <w:rPr>
                <w:rtl/>
              </w:rPr>
              <w:t>للمكارم</w:t>
            </w:r>
            <w:r>
              <w:rPr>
                <w:rtl/>
              </w:rPr>
              <w:t xml:space="preserve"> </w:t>
            </w:r>
            <w:r w:rsidRPr="009647FC">
              <w:rPr>
                <w:rtl/>
              </w:rPr>
              <w:t>مسرى</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يا</w:t>
            </w:r>
            <w:r>
              <w:rPr>
                <w:rtl/>
              </w:rPr>
              <w:t xml:space="preserve"> </w:t>
            </w:r>
            <w:r w:rsidRPr="009647FC">
              <w:rPr>
                <w:rtl/>
              </w:rPr>
              <w:t>بني</w:t>
            </w:r>
            <w:r>
              <w:rPr>
                <w:rtl/>
              </w:rPr>
              <w:t xml:space="preserve"> </w:t>
            </w:r>
            <w:r w:rsidRPr="009647FC">
              <w:rPr>
                <w:rtl/>
              </w:rPr>
              <w:t>المصطفى</w:t>
            </w:r>
            <w:r>
              <w:rPr>
                <w:rtl/>
              </w:rPr>
              <w:t xml:space="preserve"> </w:t>
            </w:r>
            <w:r w:rsidRPr="009647FC">
              <w:rPr>
                <w:rtl/>
              </w:rPr>
              <w:t>رسختم</w:t>
            </w:r>
            <w:r>
              <w:rPr>
                <w:rtl/>
              </w:rPr>
              <w:t xml:space="preserve"> </w:t>
            </w:r>
            <w:r w:rsidRPr="009647FC">
              <w:rPr>
                <w:rtl/>
              </w:rPr>
              <w:t>حلوما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فغدوتم</w:t>
            </w:r>
            <w:r>
              <w:rPr>
                <w:rtl/>
              </w:rPr>
              <w:t xml:space="preserve"> </w:t>
            </w:r>
            <w:r w:rsidRPr="009647FC">
              <w:rPr>
                <w:rtl/>
              </w:rPr>
              <w:t>على</w:t>
            </w:r>
            <w:r>
              <w:rPr>
                <w:rtl/>
              </w:rPr>
              <w:t xml:space="preserve"> </w:t>
            </w:r>
            <w:r w:rsidRPr="009647FC">
              <w:rPr>
                <w:rtl/>
              </w:rPr>
              <w:t>النوائب</w:t>
            </w:r>
            <w:r>
              <w:rPr>
                <w:rtl/>
              </w:rPr>
              <w:t xml:space="preserve"> </w:t>
            </w:r>
            <w:r w:rsidRPr="009647FC">
              <w:rPr>
                <w:rtl/>
              </w:rPr>
              <w:t>صبرا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ذا</w:t>
            </w:r>
            <w:r w:rsidR="004C00A8">
              <w:rPr>
                <w:rtl/>
              </w:rPr>
              <w:t xml:space="preserve"> </w:t>
            </w:r>
            <w:r w:rsidRPr="009647FC">
              <w:rPr>
                <w:rtl/>
              </w:rPr>
              <w:t>الجزا</w:t>
            </w:r>
            <w:r>
              <w:rPr>
                <w:rtl/>
              </w:rPr>
              <w:t xml:space="preserve"> </w:t>
            </w:r>
            <w:r w:rsidRPr="009647FC">
              <w:rPr>
                <w:rtl/>
              </w:rPr>
              <w:t>أنتمُ</w:t>
            </w:r>
            <w:r>
              <w:rPr>
                <w:rtl/>
              </w:rPr>
              <w:t xml:space="preserve"> </w:t>
            </w:r>
            <w:r w:rsidRPr="009647FC">
              <w:rPr>
                <w:rtl/>
              </w:rPr>
              <w:t>حريّون</w:t>
            </w:r>
            <w:r>
              <w:rPr>
                <w:rtl/>
              </w:rPr>
              <w:t xml:space="preserve"> </w:t>
            </w:r>
            <w:r w:rsidRPr="009647FC">
              <w:rPr>
                <w:rtl/>
              </w:rPr>
              <w:t>فيه</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لكن</w:t>
            </w:r>
            <w:r w:rsidR="004C00A8">
              <w:rPr>
                <w:rtl/>
              </w:rPr>
              <w:t xml:space="preserve"> </w:t>
            </w:r>
            <w:r w:rsidRPr="009647FC">
              <w:rPr>
                <w:rtl/>
              </w:rPr>
              <w:t>الصبرُ</w:t>
            </w:r>
            <w:r>
              <w:rPr>
                <w:rtl/>
              </w:rPr>
              <w:t xml:space="preserve"> </w:t>
            </w:r>
            <w:r w:rsidRPr="009647FC">
              <w:rPr>
                <w:rtl/>
              </w:rPr>
              <w:t>أنتم</w:t>
            </w:r>
            <w:r>
              <w:rPr>
                <w:rtl/>
              </w:rPr>
              <w:t xml:space="preserve"> </w:t>
            </w:r>
            <w:r w:rsidRPr="009647FC">
              <w:rPr>
                <w:rtl/>
              </w:rPr>
              <w:t>فيه</w:t>
            </w:r>
            <w:r>
              <w:rPr>
                <w:rtl/>
              </w:rPr>
              <w:t xml:space="preserve"> </w:t>
            </w:r>
            <w:r w:rsidRPr="009647FC">
              <w:rPr>
                <w:rtl/>
              </w:rPr>
              <w:t>أحرى</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ومصاب</w:t>
            </w:r>
            <w:r>
              <w:rPr>
                <w:rtl/>
              </w:rPr>
              <w:t xml:space="preserve"> </w:t>
            </w:r>
            <w:r w:rsidRPr="009647FC">
              <w:rPr>
                <w:rtl/>
              </w:rPr>
              <w:t>الماضي</w:t>
            </w:r>
            <w:r>
              <w:rPr>
                <w:rtl/>
              </w:rPr>
              <w:t xml:space="preserve"> </w:t>
            </w:r>
            <w:r w:rsidRPr="009647FC">
              <w:rPr>
                <w:rtl/>
              </w:rPr>
              <w:t>يهون</w:t>
            </w:r>
            <w:r>
              <w:rPr>
                <w:rtl/>
              </w:rPr>
              <w:t xml:space="preserve"> </w:t>
            </w:r>
            <w:r w:rsidRPr="009647FC">
              <w:rPr>
                <w:rtl/>
              </w:rPr>
              <w:t>إذا</w:t>
            </w:r>
            <w:r>
              <w:rPr>
                <w:rtl/>
              </w:rPr>
              <w:t xml:space="preserve"> </w:t>
            </w:r>
            <w:r w:rsidRPr="009647FC">
              <w:rPr>
                <w:rtl/>
              </w:rPr>
              <w:t>ما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كنت</w:t>
            </w:r>
            <w:r w:rsidR="004C00A8">
              <w:rPr>
                <w:rtl/>
              </w:rPr>
              <w:t xml:space="preserve"> </w:t>
            </w:r>
            <w:r w:rsidRPr="009647FC">
              <w:rPr>
                <w:rtl/>
              </w:rPr>
              <w:t>أنت</w:t>
            </w:r>
            <w:r>
              <w:rPr>
                <w:rtl/>
              </w:rPr>
              <w:t xml:space="preserve"> </w:t>
            </w:r>
            <w:r w:rsidRPr="009647FC">
              <w:rPr>
                <w:rtl/>
              </w:rPr>
              <w:t>الباقي</w:t>
            </w:r>
            <w:r>
              <w:rPr>
                <w:rtl/>
              </w:rPr>
              <w:t xml:space="preserve"> </w:t>
            </w:r>
            <w:r w:rsidRPr="009647FC">
              <w:rPr>
                <w:rtl/>
              </w:rPr>
              <w:t>وإن</w:t>
            </w:r>
            <w:r>
              <w:rPr>
                <w:rtl/>
              </w:rPr>
              <w:t xml:space="preserve"> </w:t>
            </w:r>
            <w:r w:rsidRPr="009647FC">
              <w:rPr>
                <w:rtl/>
              </w:rPr>
              <w:t>عزّ</w:t>
            </w:r>
            <w:r>
              <w:rPr>
                <w:rtl/>
              </w:rPr>
              <w:t xml:space="preserve">َ </w:t>
            </w:r>
            <w:r w:rsidRPr="009647FC">
              <w:rPr>
                <w:rtl/>
              </w:rPr>
              <w:t>قدرا</w:t>
            </w:r>
            <w:r w:rsidRPr="00524A24">
              <w:rPr>
                <w:rStyle w:val="libPoemTiniChar0"/>
                <w:rtl/>
              </w:rPr>
              <w:br/>
              <w:t> </w:t>
            </w:r>
          </w:p>
        </w:tc>
      </w:tr>
    </w:tbl>
    <w:p w:rsidR="009647FC" w:rsidRPr="00524A24" w:rsidRDefault="009647FC" w:rsidP="004E7EC6">
      <w:pPr>
        <w:pStyle w:val="libNormal"/>
      </w:pPr>
      <w:r w:rsidRPr="009647FC">
        <w:rPr>
          <w:rtl/>
        </w:rPr>
        <w:t>وقال راثياً بعض الأكابر في ضمن كتاب</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8D3009" w:rsidRPr="00524A24" w:rsidTr="008D3009">
        <w:trPr>
          <w:trHeight w:val="350"/>
        </w:trPr>
        <w:tc>
          <w:tcPr>
            <w:tcW w:w="3902" w:type="dxa"/>
          </w:tcPr>
          <w:p w:rsidR="008D3009" w:rsidRPr="00524A24" w:rsidRDefault="008D3009" w:rsidP="008D3009">
            <w:pPr>
              <w:pStyle w:val="libPoem"/>
            </w:pPr>
            <w:r w:rsidRPr="009647FC">
              <w:rPr>
                <w:rtl/>
              </w:rPr>
              <w:t>الآن</w:t>
            </w:r>
            <w:r w:rsidR="004C00A8">
              <w:rPr>
                <w:rtl/>
              </w:rPr>
              <w:t xml:space="preserve"> </w:t>
            </w:r>
            <w:r w:rsidRPr="009647FC">
              <w:rPr>
                <w:rtl/>
              </w:rPr>
              <w:t>هوّن</w:t>
            </w:r>
            <w:r>
              <w:rPr>
                <w:rtl/>
              </w:rPr>
              <w:t xml:space="preserve"> </w:t>
            </w:r>
            <w:r w:rsidRPr="009647FC">
              <w:rPr>
                <w:rtl/>
              </w:rPr>
              <w:t>كلّ</w:t>
            </w:r>
            <w:r>
              <w:rPr>
                <w:rtl/>
              </w:rPr>
              <w:t xml:space="preserve"> </w:t>
            </w:r>
            <w:r w:rsidRPr="009647FC">
              <w:rPr>
                <w:rtl/>
              </w:rPr>
              <w:t>نائبةٍ</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جللٌ</w:t>
            </w:r>
            <w:r>
              <w:rPr>
                <w:rtl/>
              </w:rPr>
              <w:t xml:space="preserve"> </w:t>
            </w:r>
            <w:r w:rsidRPr="009647FC">
              <w:rPr>
                <w:rtl/>
              </w:rPr>
              <w:t>أمال</w:t>
            </w:r>
            <w:r>
              <w:rPr>
                <w:rtl/>
              </w:rPr>
              <w:t xml:space="preserve"> </w:t>
            </w:r>
            <w:r w:rsidRPr="009647FC">
              <w:rPr>
                <w:rtl/>
              </w:rPr>
              <w:t>دعائم</w:t>
            </w:r>
            <w:r>
              <w:rPr>
                <w:rtl/>
              </w:rPr>
              <w:t xml:space="preserve">َ </w:t>
            </w:r>
            <w:r w:rsidRPr="009647FC">
              <w:rPr>
                <w:rtl/>
              </w:rPr>
              <w:t>الفخرِ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وطوى</w:t>
            </w:r>
            <w:r>
              <w:rPr>
                <w:rtl/>
              </w:rPr>
              <w:t xml:space="preserve"> </w:t>
            </w:r>
            <w:r w:rsidRPr="009647FC">
              <w:rPr>
                <w:rtl/>
              </w:rPr>
              <w:t>خضمّ</w:t>
            </w:r>
            <w:r>
              <w:rPr>
                <w:rtl/>
              </w:rPr>
              <w:t xml:space="preserve">َ </w:t>
            </w:r>
            <w:r w:rsidRPr="009647FC">
              <w:rPr>
                <w:rtl/>
              </w:rPr>
              <w:t>العلم</w:t>
            </w:r>
            <w:r>
              <w:rPr>
                <w:rtl/>
              </w:rPr>
              <w:t xml:space="preserve"> </w:t>
            </w:r>
            <w:r w:rsidRPr="009647FC">
              <w:rPr>
                <w:rtl/>
              </w:rPr>
              <w:t>في</w:t>
            </w:r>
            <w:r>
              <w:rPr>
                <w:rtl/>
              </w:rPr>
              <w:t xml:space="preserve"> </w:t>
            </w:r>
            <w:r w:rsidRPr="009647FC">
              <w:rPr>
                <w:rtl/>
              </w:rPr>
              <w:t>كثب</w:t>
            </w:r>
            <w:r>
              <w:rPr>
                <w:rtl/>
              </w:rPr>
              <w:t xml:space="preserve"> </w:t>
            </w:r>
            <w:r w:rsidRPr="009647FC">
              <w:rPr>
                <w:rtl/>
              </w:rPr>
              <w:t>الـ</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غبراء</w:t>
            </w:r>
            <w:r>
              <w:rPr>
                <w:rtl/>
              </w:rPr>
              <w:t xml:space="preserve"> </w:t>
            </w:r>
            <w:r w:rsidRPr="009647FC">
              <w:rPr>
                <w:rtl/>
              </w:rPr>
              <w:t>أخرس</w:t>
            </w:r>
            <w:r>
              <w:rPr>
                <w:rtl/>
              </w:rPr>
              <w:t xml:space="preserve"> </w:t>
            </w:r>
            <w:r w:rsidRPr="009647FC">
              <w:rPr>
                <w:rtl/>
              </w:rPr>
              <w:t>ألسن</w:t>
            </w:r>
            <w:r>
              <w:rPr>
                <w:rtl/>
              </w:rPr>
              <w:t xml:space="preserve">َ </w:t>
            </w:r>
            <w:r w:rsidRPr="009647FC">
              <w:rPr>
                <w:rtl/>
              </w:rPr>
              <w:t>الشعرِ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خطبٌ</w:t>
            </w:r>
            <w:r>
              <w:rPr>
                <w:rtl/>
              </w:rPr>
              <w:t xml:space="preserve"> </w:t>
            </w:r>
            <w:r w:rsidRPr="009647FC">
              <w:rPr>
                <w:rtl/>
              </w:rPr>
              <w:t>تجاوب</w:t>
            </w:r>
            <w:r>
              <w:rPr>
                <w:rtl/>
              </w:rPr>
              <w:t xml:space="preserve"> </w:t>
            </w:r>
            <w:r w:rsidRPr="009647FC">
              <w:rPr>
                <w:rtl/>
              </w:rPr>
              <w:t>بالنياح</w:t>
            </w:r>
            <w:r>
              <w:rPr>
                <w:rtl/>
              </w:rPr>
              <w:t xml:space="preserve"> </w:t>
            </w:r>
            <w:r w:rsidRPr="009647FC">
              <w:rPr>
                <w:rtl/>
              </w:rPr>
              <w:t>له</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م</w:t>
            </w:r>
            <w:r w:rsidRPr="00B371C6">
              <w:rPr>
                <w:rtl/>
              </w:rPr>
              <w:t>َ</w:t>
            </w:r>
            <w:r w:rsidRPr="009647FC">
              <w:rPr>
                <w:rtl/>
              </w:rPr>
              <w:t>نْ</w:t>
            </w:r>
            <w:r>
              <w:rPr>
                <w:rtl/>
              </w:rPr>
              <w:t xml:space="preserve"> </w:t>
            </w:r>
            <w:r w:rsidRPr="009647FC">
              <w:rPr>
                <w:rtl/>
              </w:rPr>
              <w:t>كان</w:t>
            </w:r>
            <w:r>
              <w:rPr>
                <w:rtl/>
              </w:rPr>
              <w:t xml:space="preserve"> </w:t>
            </w:r>
            <w:r w:rsidRPr="009647FC">
              <w:rPr>
                <w:rtl/>
              </w:rPr>
              <w:t>في</w:t>
            </w:r>
            <w:r>
              <w:rPr>
                <w:rtl/>
              </w:rPr>
              <w:t xml:space="preserve"> </w:t>
            </w:r>
            <w:r w:rsidRPr="009647FC">
              <w:rPr>
                <w:rtl/>
              </w:rPr>
              <w:t>برٍّ</w:t>
            </w:r>
            <w:r>
              <w:rPr>
                <w:rtl/>
              </w:rPr>
              <w:t xml:space="preserve"> </w:t>
            </w:r>
            <w:r w:rsidRPr="009647FC">
              <w:rPr>
                <w:rtl/>
              </w:rPr>
              <w:t>وفي</w:t>
            </w:r>
            <w:r>
              <w:rPr>
                <w:rtl/>
              </w:rPr>
              <w:t xml:space="preserve"> </w:t>
            </w:r>
            <w:r w:rsidRPr="009647FC">
              <w:rPr>
                <w:rtl/>
              </w:rPr>
              <w:t>بحرِ</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8D3009" w:rsidRPr="00524A24" w:rsidTr="008D3009">
        <w:trPr>
          <w:trHeight w:val="350"/>
        </w:trPr>
        <w:tc>
          <w:tcPr>
            <w:tcW w:w="3902" w:type="dxa"/>
          </w:tcPr>
          <w:p w:rsidR="008D3009" w:rsidRPr="00524A24" w:rsidRDefault="008D3009" w:rsidP="008D3009">
            <w:pPr>
              <w:pStyle w:val="libPoem"/>
            </w:pPr>
            <w:r w:rsidRPr="009647FC">
              <w:rPr>
                <w:rtl/>
              </w:rPr>
              <w:lastRenderedPageBreak/>
              <w:t>قد</w:t>
            </w:r>
            <w:r>
              <w:rPr>
                <w:rtl/>
              </w:rPr>
              <w:t xml:space="preserve"> </w:t>
            </w:r>
            <w:r w:rsidRPr="009647FC">
              <w:rPr>
                <w:rtl/>
              </w:rPr>
              <w:t>عمّ</w:t>
            </w:r>
            <w:r>
              <w:rPr>
                <w:rtl/>
              </w:rPr>
              <w:t xml:space="preserve"> </w:t>
            </w:r>
            <w:r w:rsidRPr="009647FC">
              <w:rPr>
                <w:rtl/>
              </w:rPr>
              <w:t>أهل</w:t>
            </w:r>
            <w:r>
              <w:rPr>
                <w:rtl/>
              </w:rPr>
              <w:t xml:space="preserve">َ </w:t>
            </w:r>
            <w:r w:rsidRPr="009647FC">
              <w:rPr>
                <w:rtl/>
              </w:rPr>
              <w:t>الأرض</w:t>
            </w:r>
            <w:r>
              <w:rPr>
                <w:rtl/>
              </w:rPr>
              <w:t xml:space="preserve"> </w:t>
            </w:r>
            <w:r w:rsidRPr="009647FC">
              <w:rPr>
                <w:rtl/>
              </w:rPr>
              <w:t>كلّ</w:t>
            </w:r>
            <w:r>
              <w:rPr>
                <w:rtl/>
              </w:rPr>
              <w:t>َ</w:t>
            </w:r>
            <w:r w:rsidRPr="009647FC">
              <w:rPr>
                <w:rtl/>
              </w:rPr>
              <w:t>هم</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فهمُ</w:t>
            </w:r>
            <w:r>
              <w:rPr>
                <w:rtl/>
              </w:rPr>
              <w:t xml:space="preserve"> </w:t>
            </w:r>
            <w:r w:rsidRPr="009647FC">
              <w:rPr>
                <w:rtl/>
              </w:rPr>
              <w:t>سواءٌ</w:t>
            </w:r>
            <w:r>
              <w:rPr>
                <w:rtl/>
              </w:rPr>
              <w:t xml:space="preserve"> </w:t>
            </w:r>
            <w:r w:rsidRPr="009647FC">
              <w:rPr>
                <w:rtl/>
              </w:rPr>
              <w:t>فيه</w:t>
            </w:r>
            <w:r>
              <w:rPr>
                <w:rtl/>
              </w:rPr>
              <w:t xml:space="preserve"> </w:t>
            </w:r>
            <w:r w:rsidRPr="009647FC">
              <w:rPr>
                <w:rtl/>
              </w:rPr>
              <w:t>في</w:t>
            </w:r>
            <w:r>
              <w:rPr>
                <w:rtl/>
              </w:rPr>
              <w:t xml:space="preserve"> </w:t>
            </w:r>
            <w:r w:rsidRPr="009647FC">
              <w:rPr>
                <w:rtl/>
              </w:rPr>
              <w:t>الأجر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يا</w:t>
            </w:r>
            <w:r>
              <w:rPr>
                <w:rtl/>
              </w:rPr>
              <w:t xml:space="preserve"> </w:t>
            </w:r>
            <w:r w:rsidRPr="009647FC">
              <w:rPr>
                <w:rtl/>
              </w:rPr>
              <w:t>بحر</w:t>
            </w:r>
            <w:r>
              <w:rPr>
                <w:rtl/>
              </w:rPr>
              <w:t xml:space="preserve">َ </w:t>
            </w:r>
            <w:r w:rsidRPr="009647FC">
              <w:rPr>
                <w:rtl/>
              </w:rPr>
              <w:t>جودٍ</w:t>
            </w:r>
            <w:r>
              <w:rPr>
                <w:rtl/>
              </w:rPr>
              <w:t xml:space="preserve"> </w:t>
            </w:r>
            <w:r w:rsidRPr="009647FC">
              <w:rPr>
                <w:rtl/>
              </w:rPr>
              <w:t>قد</w:t>
            </w:r>
            <w:r>
              <w:rPr>
                <w:rtl/>
              </w:rPr>
              <w:t xml:space="preserve"> </w:t>
            </w:r>
            <w:r w:rsidRPr="009647FC">
              <w:rPr>
                <w:rtl/>
              </w:rPr>
              <w:t>طغى</w:t>
            </w:r>
            <w:r>
              <w:rPr>
                <w:rtl/>
              </w:rPr>
              <w:t xml:space="preserve"> </w:t>
            </w:r>
            <w:r w:rsidRPr="009647FC">
              <w:rPr>
                <w:rtl/>
              </w:rPr>
              <w:t>لججا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أفضى</w:t>
            </w:r>
            <w:r>
              <w:rPr>
                <w:rtl/>
              </w:rPr>
              <w:t xml:space="preserve"> </w:t>
            </w:r>
            <w:r w:rsidRPr="009647FC">
              <w:rPr>
                <w:rtl/>
              </w:rPr>
              <w:t>الحمامُ</w:t>
            </w:r>
            <w:r>
              <w:rPr>
                <w:rtl/>
              </w:rPr>
              <w:t xml:space="preserve"> </w:t>
            </w:r>
            <w:r w:rsidRPr="009647FC">
              <w:rPr>
                <w:rtl/>
              </w:rPr>
              <w:t>به</w:t>
            </w:r>
            <w:r>
              <w:rPr>
                <w:rtl/>
              </w:rPr>
              <w:t xml:space="preserve"> </w:t>
            </w:r>
            <w:r w:rsidRPr="009647FC">
              <w:rPr>
                <w:rtl/>
              </w:rPr>
              <w:t>إلى</w:t>
            </w:r>
            <w:r>
              <w:rPr>
                <w:rtl/>
              </w:rPr>
              <w:t xml:space="preserve"> </w:t>
            </w:r>
            <w:r w:rsidRPr="009647FC">
              <w:rPr>
                <w:rtl/>
              </w:rPr>
              <w:t>القبرِ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أيضمُ</w:t>
            </w:r>
            <w:r>
              <w:rPr>
                <w:rtl/>
              </w:rPr>
              <w:t xml:space="preserve"> </w:t>
            </w:r>
            <w:r w:rsidRPr="009647FC">
              <w:rPr>
                <w:rtl/>
              </w:rPr>
              <w:t>منك</w:t>
            </w:r>
            <w:r>
              <w:rPr>
                <w:rtl/>
              </w:rPr>
              <w:t xml:space="preserve"> </w:t>
            </w:r>
            <w:r w:rsidRPr="009647FC">
              <w:rPr>
                <w:rtl/>
              </w:rPr>
              <w:t>القبرُ</w:t>
            </w:r>
            <w:r>
              <w:rPr>
                <w:rtl/>
              </w:rPr>
              <w:t xml:space="preserve"> </w:t>
            </w:r>
            <w:r w:rsidRPr="009647FC">
              <w:rPr>
                <w:rtl/>
              </w:rPr>
              <w:t>طود</w:t>
            </w:r>
            <w:r>
              <w:rPr>
                <w:rtl/>
              </w:rPr>
              <w:t xml:space="preserve">َ </w:t>
            </w:r>
            <w:r w:rsidRPr="009647FC">
              <w:rPr>
                <w:rtl/>
              </w:rPr>
              <w:t>نهىً</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بعلاه</w:t>
            </w:r>
            <w:r>
              <w:rPr>
                <w:rtl/>
              </w:rPr>
              <w:t xml:space="preserve"> </w:t>
            </w:r>
            <w:r w:rsidRPr="009647FC">
              <w:rPr>
                <w:rtl/>
              </w:rPr>
              <w:t>سامت</w:t>
            </w:r>
            <w:r>
              <w:rPr>
                <w:rtl/>
              </w:rPr>
              <w:t xml:space="preserve"> </w:t>
            </w:r>
            <w:r w:rsidRPr="009647FC">
              <w:rPr>
                <w:rtl/>
              </w:rPr>
              <w:t>ذروة</w:t>
            </w:r>
            <w:r>
              <w:rPr>
                <w:rtl/>
              </w:rPr>
              <w:t xml:space="preserve">َ </w:t>
            </w:r>
            <w:r w:rsidRPr="009647FC">
              <w:rPr>
                <w:rtl/>
              </w:rPr>
              <w:t>النسرِ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فاذهب</w:t>
            </w:r>
            <w:r>
              <w:rPr>
                <w:rtl/>
              </w:rPr>
              <w:t xml:space="preserve"> </w:t>
            </w:r>
            <w:r w:rsidRPr="009647FC">
              <w:rPr>
                <w:rtl/>
              </w:rPr>
              <w:t>فما</w:t>
            </w:r>
            <w:r>
              <w:rPr>
                <w:rtl/>
              </w:rPr>
              <w:t xml:space="preserve"> </w:t>
            </w:r>
            <w:r w:rsidRPr="009647FC">
              <w:rPr>
                <w:rtl/>
              </w:rPr>
              <w:t>الدنيا</w:t>
            </w:r>
            <w:r>
              <w:rPr>
                <w:rtl/>
              </w:rPr>
              <w:t xml:space="preserve"> </w:t>
            </w:r>
            <w:r w:rsidRPr="009647FC">
              <w:rPr>
                <w:rtl/>
              </w:rPr>
              <w:t>بصالحةٍ</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لمقام</w:t>
            </w:r>
            <w:r w:rsidR="004C00A8">
              <w:rPr>
                <w:rtl/>
              </w:rPr>
              <w:t xml:space="preserve"> </w:t>
            </w:r>
            <w:r w:rsidRPr="009647FC">
              <w:rPr>
                <w:rtl/>
              </w:rPr>
              <w:t>مثلك</w:t>
            </w:r>
            <w:r>
              <w:rPr>
                <w:rtl/>
              </w:rPr>
              <w:t xml:space="preserve"> </w:t>
            </w:r>
            <w:r w:rsidRPr="009647FC">
              <w:rPr>
                <w:rtl/>
              </w:rPr>
              <w:t>من</w:t>
            </w:r>
            <w:r>
              <w:rPr>
                <w:rtl/>
              </w:rPr>
              <w:t xml:space="preserve"> </w:t>
            </w:r>
            <w:r w:rsidRPr="009647FC">
              <w:rPr>
                <w:rtl/>
              </w:rPr>
              <w:t>ذوي</w:t>
            </w:r>
            <w:r>
              <w:rPr>
                <w:rtl/>
              </w:rPr>
              <w:t xml:space="preserve"> </w:t>
            </w:r>
            <w:r w:rsidRPr="009647FC">
              <w:rPr>
                <w:rtl/>
              </w:rPr>
              <w:t>الفخرِ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طبقت</w:t>
            </w:r>
            <w:r>
              <w:rPr>
                <w:rtl/>
              </w:rPr>
              <w:t>َ</w:t>
            </w:r>
            <w:r w:rsidR="004C00A8">
              <w:rPr>
                <w:rtl/>
              </w:rPr>
              <w:t xml:space="preserve"> </w:t>
            </w:r>
            <w:r w:rsidRPr="009647FC">
              <w:rPr>
                <w:rtl/>
              </w:rPr>
              <w:t>مشرقها</w:t>
            </w:r>
            <w:r>
              <w:rPr>
                <w:rtl/>
              </w:rPr>
              <w:t xml:space="preserve"> </w:t>
            </w:r>
            <w:r w:rsidRPr="009647FC">
              <w:rPr>
                <w:rtl/>
              </w:rPr>
              <w:t>ومغرب</w:t>
            </w:r>
            <w:r>
              <w:rPr>
                <w:rtl/>
              </w:rPr>
              <w:t>َ</w:t>
            </w:r>
            <w:r w:rsidRPr="009647FC">
              <w:rPr>
                <w:rtl/>
              </w:rPr>
              <w:t>ها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بفضائلٍ</w:t>
            </w:r>
            <w:r>
              <w:rPr>
                <w:rtl/>
              </w:rPr>
              <w:t xml:space="preserve"> </w:t>
            </w:r>
            <w:r w:rsidRPr="009647FC">
              <w:rPr>
                <w:rtl/>
              </w:rPr>
              <w:t>جلّ</w:t>
            </w:r>
            <w:r>
              <w:rPr>
                <w:rtl/>
              </w:rPr>
              <w:t>َ</w:t>
            </w:r>
            <w:r w:rsidRPr="009647FC">
              <w:rPr>
                <w:rtl/>
              </w:rPr>
              <w:t>ت</w:t>
            </w:r>
            <w:r>
              <w:rPr>
                <w:rtl/>
              </w:rPr>
              <w:t xml:space="preserve"> </w:t>
            </w:r>
            <w:r w:rsidRPr="009647FC">
              <w:rPr>
                <w:rtl/>
              </w:rPr>
              <w:t>عن</w:t>
            </w:r>
            <w:r>
              <w:rPr>
                <w:rtl/>
              </w:rPr>
              <w:t xml:space="preserve"> </w:t>
            </w:r>
            <w:r w:rsidRPr="009647FC">
              <w:rPr>
                <w:rtl/>
              </w:rPr>
              <w:t>الحصرِ</w:t>
            </w:r>
            <w:r w:rsidRPr="00524A24">
              <w:rPr>
                <w:rStyle w:val="libPoemTiniChar0"/>
                <w:rtl/>
              </w:rPr>
              <w:br/>
              <w:t> </w:t>
            </w:r>
          </w:p>
        </w:tc>
      </w:tr>
    </w:tbl>
    <w:p w:rsidR="009647FC" w:rsidRPr="00524A24" w:rsidRDefault="009647FC" w:rsidP="004E7EC6">
      <w:pPr>
        <w:pStyle w:val="libNormal"/>
      </w:pPr>
      <w:r w:rsidRPr="004E7EC6">
        <w:rPr>
          <w:rtl/>
        </w:rPr>
        <w:t>وقال راثياً العلاّمة الشيخ محمد</w:t>
      </w:r>
      <w:r w:rsidRPr="004E7EC6">
        <w:rPr>
          <w:rStyle w:val="libFootnotenumChar"/>
          <w:rtl/>
        </w:rPr>
        <w:t>(1)</w:t>
      </w:r>
      <w:r w:rsidRPr="004E7EC6">
        <w:rPr>
          <w:rtl/>
        </w:rPr>
        <w:t xml:space="preserve"> ابن الشيخ علي</w:t>
      </w:r>
      <w:r w:rsidR="00D769AB">
        <w:rPr>
          <w:rtl/>
        </w:rPr>
        <w:t>،</w:t>
      </w:r>
      <w:r w:rsidRPr="004E7EC6">
        <w:rPr>
          <w:rtl/>
        </w:rPr>
        <w:t xml:space="preserve"> ومعزّياً العلاّمة السيد مهدي القزويني</w:t>
      </w:r>
      <w:r w:rsidR="00D769AB">
        <w:rPr>
          <w:rtl/>
        </w:rPr>
        <w:t>:</w:t>
      </w:r>
      <w:r w:rsidRPr="004E7EC6">
        <w:rPr>
          <w:rtl/>
        </w:rPr>
        <w:t>‍</w:t>
      </w:r>
    </w:p>
    <w:tbl>
      <w:tblPr>
        <w:tblStyle w:val="TableGrid"/>
        <w:bidiVisual/>
        <w:tblW w:w="4562" w:type="pct"/>
        <w:tblInd w:w="384" w:type="dxa"/>
        <w:tblLook w:val="04A0"/>
      </w:tblPr>
      <w:tblGrid>
        <w:gridCol w:w="3902"/>
        <w:gridCol w:w="301"/>
        <w:gridCol w:w="3884"/>
      </w:tblGrid>
      <w:tr w:rsidR="008D3009" w:rsidRPr="00524A24" w:rsidTr="008D3009">
        <w:trPr>
          <w:trHeight w:val="350"/>
        </w:trPr>
        <w:tc>
          <w:tcPr>
            <w:tcW w:w="3902" w:type="dxa"/>
          </w:tcPr>
          <w:p w:rsidR="008D3009" w:rsidRPr="00524A24" w:rsidRDefault="008D3009" w:rsidP="008D3009">
            <w:pPr>
              <w:pStyle w:val="libPoem"/>
            </w:pPr>
            <w:r w:rsidRPr="009647FC">
              <w:rPr>
                <w:rtl/>
              </w:rPr>
              <w:t>طرقتْ</w:t>
            </w:r>
            <w:r w:rsidR="004C00A8">
              <w:rPr>
                <w:rtl/>
              </w:rPr>
              <w:t xml:space="preserve"> </w:t>
            </w:r>
            <w:r w:rsidRPr="009647FC">
              <w:rPr>
                <w:rtl/>
              </w:rPr>
              <w:t>فالأنامُ</w:t>
            </w:r>
            <w:r>
              <w:rPr>
                <w:rtl/>
              </w:rPr>
              <w:t xml:space="preserve"> </w:t>
            </w:r>
            <w:r w:rsidRPr="009647FC">
              <w:rPr>
                <w:rtl/>
              </w:rPr>
              <w:t>منها</w:t>
            </w:r>
            <w:r>
              <w:rPr>
                <w:rtl/>
              </w:rPr>
              <w:t xml:space="preserve"> </w:t>
            </w:r>
            <w:r w:rsidRPr="009647FC">
              <w:rPr>
                <w:rtl/>
              </w:rPr>
              <w:t>سكارى</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تملأ</w:t>
            </w:r>
            <w:r w:rsidR="004C00A8">
              <w:rPr>
                <w:rtl/>
              </w:rPr>
              <w:t xml:space="preserve"> </w:t>
            </w:r>
            <w:r w:rsidRPr="009647FC">
              <w:rPr>
                <w:rtl/>
              </w:rPr>
              <w:t>الكون</w:t>
            </w:r>
            <w:r>
              <w:rPr>
                <w:rtl/>
              </w:rPr>
              <w:t xml:space="preserve">َ </w:t>
            </w:r>
            <w:r w:rsidRPr="009647FC">
              <w:rPr>
                <w:rtl/>
              </w:rPr>
              <w:t>دهشةً</w:t>
            </w:r>
            <w:r>
              <w:rPr>
                <w:rtl/>
              </w:rPr>
              <w:t xml:space="preserve"> </w:t>
            </w:r>
            <w:r w:rsidRPr="009647FC">
              <w:rPr>
                <w:rtl/>
              </w:rPr>
              <w:t>وانذعارا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بكرُ</w:t>
            </w:r>
            <w:r w:rsidR="004C00A8">
              <w:rPr>
                <w:rtl/>
              </w:rPr>
              <w:t xml:space="preserve"> </w:t>
            </w:r>
            <w:r w:rsidRPr="009647FC">
              <w:rPr>
                <w:rtl/>
              </w:rPr>
              <w:t>خطبٍ</w:t>
            </w:r>
            <w:r>
              <w:rPr>
                <w:rtl/>
              </w:rPr>
              <w:t xml:space="preserve"> </w:t>
            </w:r>
            <w:r w:rsidRPr="009647FC">
              <w:rPr>
                <w:rtl/>
              </w:rPr>
              <w:t>لا</w:t>
            </w:r>
            <w:r>
              <w:rPr>
                <w:rtl/>
              </w:rPr>
              <w:t xml:space="preserve"> </w:t>
            </w:r>
            <w:r w:rsidRPr="009647FC">
              <w:rPr>
                <w:rtl/>
              </w:rPr>
              <w:t>ينشد</w:t>
            </w:r>
            <w:r>
              <w:rPr>
                <w:rtl/>
              </w:rPr>
              <w:t xml:space="preserve"> </w:t>
            </w:r>
            <w:r w:rsidRPr="009647FC">
              <w:rPr>
                <w:rtl/>
              </w:rPr>
              <w:t>الصبرُ</w:t>
            </w:r>
            <w:r>
              <w:rPr>
                <w:rtl/>
              </w:rPr>
              <w:t xml:space="preserve"> </w:t>
            </w:r>
            <w:r w:rsidRPr="009647FC">
              <w:rPr>
                <w:rtl/>
              </w:rPr>
              <w:t>فيها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قد</w:t>
            </w:r>
            <w:r>
              <w:rPr>
                <w:rtl/>
              </w:rPr>
              <w:t xml:space="preserve"> </w:t>
            </w:r>
            <w:r w:rsidRPr="009647FC">
              <w:rPr>
                <w:rtl/>
              </w:rPr>
              <w:t>أتانا</w:t>
            </w:r>
            <w:r>
              <w:rPr>
                <w:rtl/>
              </w:rPr>
              <w:t xml:space="preserve"> </w:t>
            </w:r>
            <w:r w:rsidRPr="009647FC">
              <w:rPr>
                <w:rtl/>
              </w:rPr>
              <w:t>بها</w:t>
            </w:r>
            <w:r>
              <w:rPr>
                <w:rtl/>
              </w:rPr>
              <w:t xml:space="preserve"> </w:t>
            </w:r>
            <w:r w:rsidRPr="009647FC">
              <w:rPr>
                <w:rtl/>
              </w:rPr>
              <w:t>الزمانُ</w:t>
            </w:r>
            <w:r>
              <w:rPr>
                <w:rtl/>
              </w:rPr>
              <w:t xml:space="preserve"> </w:t>
            </w:r>
            <w:r w:rsidRPr="009647FC">
              <w:rPr>
                <w:rtl/>
              </w:rPr>
              <w:t>ابتكارا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في</w:t>
            </w:r>
            <w:r w:rsidR="004C00A8">
              <w:rPr>
                <w:rtl/>
              </w:rPr>
              <w:t xml:space="preserve"> </w:t>
            </w:r>
            <w:r w:rsidRPr="009647FC">
              <w:rPr>
                <w:rtl/>
              </w:rPr>
              <w:t>حديث</w:t>
            </w:r>
            <w:r>
              <w:rPr>
                <w:rtl/>
              </w:rPr>
              <w:t xml:space="preserve"> </w:t>
            </w:r>
            <w:r w:rsidRPr="009647FC">
              <w:rPr>
                <w:rtl/>
              </w:rPr>
              <w:t>الأحقاب</w:t>
            </w:r>
            <w:r>
              <w:rPr>
                <w:rtl/>
              </w:rPr>
              <w:t xml:space="preserve"> </w:t>
            </w:r>
            <w:r w:rsidRPr="009647FC">
              <w:rPr>
                <w:rtl/>
              </w:rPr>
              <w:t>لم</w:t>
            </w:r>
            <w:r>
              <w:rPr>
                <w:rtl/>
              </w:rPr>
              <w:t xml:space="preserve"> </w:t>
            </w:r>
            <w:r w:rsidRPr="009647FC">
              <w:rPr>
                <w:rtl/>
              </w:rPr>
              <w:t>يأت</w:t>
            </w:r>
            <w:r>
              <w:rPr>
                <w:rtl/>
              </w:rPr>
              <w:t xml:space="preserve"> </w:t>
            </w:r>
            <w:r w:rsidRPr="009647FC">
              <w:rPr>
                <w:rtl/>
              </w:rPr>
              <w:t>فيها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وقديماً</w:t>
            </w:r>
            <w:r>
              <w:rPr>
                <w:rtl/>
              </w:rPr>
              <w:t xml:space="preserve"> </w:t>
            </w:r>
            <w:r w:rsidRPr="009647FC">
              <w:rPr>
                <w:rtl/>
              </w:rPr>
              <w:t>لمثلها</w:t>
            </w:r>
            <w:r>
              <w:rPr>
                <w:rtl/>
              </w:rPr>
              <w:t xml:space="preserve"> </w:t>
            </w:r>
            <w:r w:rsidRPr="009647FC">
              <w:rPr>
                <w:rtl/>
              </w:rPr>
              <w:t>ما</w:t>
            </w:r>
            <w:r>
              <w:rPr>
                <w:rtl/>
              </w:rPr>
              <w:t xml:space="preserve"> </w:t>
            </w:r>
            <w:r w:rsidRPr="009647FC">
              <w:rPr>
                <w:rtl/>
              </w:rPr>
              <w:t>أشارا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بردت</w:t>
            </w:r>
            <w:r w:rsidR="004C00A8">
              <w:rPr>
                <w:rtl/>
              </w:rPr>
              <w:t xml:space="preserve"> </w:t>
            </w:r>
            <w:r w:rsidRPr="009647FC">
              <w:rPr>
                <w:rtl/>
              </w:rPr>
              <w:t>سائرُ</w:t>
            </w:r>
            <w:r>
              <w:rPr>
                <w:rtl/>
              </w:rPr>
              <w:t xml:space="preserve"> </w:t>
            </w:r>
            <w:r w:rsidRPr="009647FC">
              <w:rPr>
                <w:rtl/>
              </w:rPr>
              <w:t>القلوب</w:t>
            </w:r>
            <w:r>
              <w:rPr>
                <w:rtl/>
              </w:rPr>
              <w:t xml:space="preserve"> </w:t>
            </w:r>
            <w:r w:rsidRPr="009647FC">
              <w:rPr>
                <w:rtl/>
              </w:rPr>
              <w:t>ردىً</w:t>
            </w:r>
            <w:r>
              <w:rPr>
                <w:rtl/>
              </w:rPr>
              <w:t xml:space="preserve"> </w:t>
            </w:r>
            <w:r w:rsidRPr="009647FC">
              <w:rPr>
                <w:rtl/>
              </w:rPr>
              <w:t>منـ</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ها</w:t>
            </w:r>
            <w:r>
              <w:rPr>
                <w:rtl/>
              </w:rPr>
              <w:t xml:space="preserve"> </w:t>
            </w:r>
            <w:r w:rsidRPr="009647FC">
              <w:rPr>
                <w:rtl/>
              </w:rPr>
              <w:t>وعادت</w:t>
            </w:r>
            <w:r>
              <w:rPr>
                <w:rtl/>
              </w:rPr>
              <w:t xml:space="preserve"> </w:t>
            </w:r>
            <w:r w:rsidRPr="009647FC">
              <w:rPr>
                <w:rtl/>
              </w:rPr>
              <w:t>من</w:t>
            </w:r>
            <w:r>
              <w:rPr>
                <w:rtl/>
              </w:rPr>
              <w:t xml:space="preserve"> </w:t>
            </w:r>
            <w:r w:rsidRPr="009647FC">
              <w:rPr>
                <w:rtl/>
              </w:rPr>
              <w:t>الغليل</w:t>
            </w:r>
            <w:r>
              <w:rPr>
                <w:rtl/>
              </w:rPr>
              <w:t xml:space="preserve"> </w:t>
            </w:r>
            <w:r w:rsidRPr="009647FC">
              <w:rPr>
                <w:rtl/>
              </w:rPr>
              <w:t>سكارى</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ولها</w:t>
            </w:r>
            <w:r w:rsidR="004C00A8">
              <w:rPr>
                <w:rtl/>
              </w:rPr>
              <w:t xml:space="preserve"> </w:t>
            </w:r>
            <w:r w:rsidRPr="009647FC">
              <w:rPr>
                <w:rtl/>
              </w:rPr>
              <w:t>كانت</w:t>
            </w:r>
            <w:r>
              <w:rPr>
                <w:rtl/>
              </w:rPr>
              <w:t xml:space="preserve"> </w:t>
            </w:r>
            <w:r w:rsidRPr="009647FC">
              <w:rPr>
                <w:rtl/>
              </w:rPr>
              <w:t>المدامع</w:t>
            </w:r>
            <w:r>
              <w:rPr>
                <w:rtl/>
              </w:rPr>
              <w:t xml:space="preserve"> </w:t>
            </w:r>
            <w:r w:rsidRPr="009647FC">
              <w:rPr>
                <w:rtl/>
              </w:rPr>
              <w:t>لولا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حرُّ</w:t>
            </w:r>
            <w:r>
              <w:rPr>
                <w:rtl/>
              </w:rPr>
              <w:t xml:space="preserve"> </w:t>
            </w:r>
            <w:r w:rsidRPr="009647FC">
              <w:rPr>
                <w:rtl/>
              </w:rPr>
              <w:t>أنفاسنا</w:t>
            </w:r>
            <w:r>
              <w:rPr>
                <w:rtl/>
              </w:rPr>
              <w:t xml:space="preserve"> </w:t>
            </w:r>
            <w:r w:rsidRPr="009647FC">
              <w:rPr>
                <w:rtl/>
              </w:rPr>
              <w:t>تكون</w:t>
            </w:r>
            <w:r>
              <w:rPr>
                <w:rtl/>
              </w:rPr>
              <w:t xml:space="preserve"> </w:t>
            </w:r>
            <w:r w:rsidRPr="009647FC">
              <w:rPr>
                <w:rtl/>
              </w:rPr>
              <w:t>بحارا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وقليلٌ</w:t>
            </w:r>
            <w:r>
              <w:rPr>
                <w:rtl/>
              </w:rPr>
              <w:t xml:space="preserve"> </w:t>
            </w:r>
            <w:r w:rsidRPr="009647FC">
              <w:rPr>
                <w:rtl/>
              </w:rPr>
              <w:t>بها</w:t>
            </w:r>
            <w:r>
              <w:rPr>
                <w:rtl/>
              </w:rPr>
              <w:t xml:space="preserve"> </w:t>
            </w:r>
            <w:r w:rsidRPr="009647FC">
              <w:rPr>
                <w:rtl/>
              </w:rPr>
              <w:t>وإن</w:t>
            </w:r>
            <w:r>
              <w:rPr>
                <w:rtl/>
              </w:rPr>
              <w:t xml:space="preserve"> </w:t>
            </w:r>
            <w:r w:rsidRPr="009647FC">
              <w:rPr>
                <w:rtl/>
              </w:rPr>
              <w:t>ليس</w:t>
            </w:r>
            <w:r>
              <w:rPr>
                <w:rtl/>
              </w:rPr>
              <w:t xml:space="preserve"> </w:t>
            </w:r>
            <w:r w:rsidRPr="009647FC">
              <w:rPr>
                <w:rtl/>
              </w:rPr>
              <w:t>يجدي</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ترسل</w:t>
            </w:r>
            <w:r>
              <w:rPr>
                <w:rtl/>
              </w:rPr>
              <w:t xml:space="preserve"> </w:t>
            </w:r>
            <w:r w:rsidRPr="009647FC">
              <w:rPr>
                <w:rtl/>
              </w:rPr>
              <w:t>العينُ</w:t>
            </w:r>
            <w:r>
              <w:rPr>
                <w:rtl/>
              </w:rPr>
              <w:t xml:space="preserve"> </w:t>
            </w:r>
            <w:r w:rsidRPr="009647FC">
              <w:rPr>
                <w:rtl/>
              </w:rPr>
              <w:t>دمع</w:t>
            </w:r>
            <w:r w:rsidRPr="00B371C6">
              <w:rPr>
                <w:rtl/>
              </w:rPr>
              <w:t>َ</w:t>
            </w:r>
            <w:r w:rsidRPr="009647FC">
              <w:rPr>
                <w:rtl/>
              </w:rPr>
              <w:t>ها</w:t>
            </w:r>
            <w:r>
              <w:rPr>
                <w:rtl/>
              </w:rPr>
              <w:t xml:space="preserve"> </w:t>
            </w:r>
            <w:r w:rsidRPr="009647FC">
              <w:rPr>
                <w:rtl/>
              </w:rPr>
              <w:t>مدرارا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نكبةٌ</w:t>
            </w:r>
            <w:r w:rsidR="004C00A8">
              <w:rPr>
                <w:rtl/>
              </w:rPr>
              <w:t xml:space="preserve"> </w:t>
            </w:r>
            <w:r w:rsidRPr="009647FC">
              <w:rPr>
                <w:rtl/>
              </w:rPr>
              <w:t>تملأ</w:t>
            </w:r>
            <w:r>
              <w:rPr>
                <w:rtl/>
              </w:rPr>
              <w:t xml:space="preserve"> </w:t>
            </w:r>
            <w:r w:rsidRPr="009647FC">
              <w:rPr>
                <w:rtl/>
              </w:rPr>
              <w:t>الوجود</w:t>
            </w:r>
            <w:r>
              <w:rPr>
                <w:rtl/>
              </w:rPr>
              <w:t xml:space="preserve">َ </w:t>
            </w:r>
            <w:r w:rsidRPr="009647FC">
              <w:rPr>
                <w:rtl/>
              </w:rPr>
              <w:t>مصابا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يملأ</w:t>
            </w:r>
            <w:r w:rsidR="004C00A8">
              <w:rPr>
                <w:rtl/>
              </w:rPr>
              <w:t xml:space="preserve"> </w:t>
            </w:r>
            <w:r w:rsidRPr="009647FC">
              <w:rPr>
                <w:rtl/>
              </w:rPr>
              <w:t>الأرض</w:t>
            </w:r>
            <w:r>
              <w:rPr>
                <w:rtl/>
              </w:rPr>
              <w:t xml:space="preserve">َ </w:t>
            </w:r>
            <w:r w:rsidRPr="009647FC">
              <w:rPr>
                <w:rtl/>
              </w:rPr>
              <w:t>والسما</w:t>
            </w:r>
            <w:r>
              <w:rPr>
                <w:rtl/>
              </w:rPr>
              <w:t xml:space="preserve"> </w:t>
            </w:r>
            <w:r w:rsidRPr="009647FC">
              <w:rPr>
                <w:rtl/>
              </w:rPr>
              <w:t>استعبارا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يا</w:t>
            </w:r>
            <w:r>
              <w:rPr>
                <w:rtl/>
              </w:rPr>
              <w:t xml:space="preserve"> </w:t>
            </w:r>
            <w:r w:rsidRPr="009647FC">
              <w:rPr>
                <w:rtl/>
              </w:rPr>
              <w:t>نفوس</w:t>
            </w:r>
            <w:r>
              <w:rPr>
                <w:rtl/>
              </w:rPr>
              <w:t xml:space="preserve">َ </w:t>
            </w:r>
            <w:r w:rsidRPr="009647FC">
              <w:rPr>
                <w:rtl/>
              </w:rPr>
              <w:t>اللاجين</w:t>
            </w:r>
            <w:r>
              <w:rPr>
                <w:rtl/>
              </w:rPr>
              <w:t xml:space="preserve"> </w:t>
            </w:r>
            <w:r w:rsidRPr="009647FC">
              <w:rPr>
                <w:rtl/>
              </w:rPr>
              <w:t>طيري</w:t>
            </w:r>
            <w:r>
              <w:rPr>
                <w:rtl/>
              </w:rPr>
              <w:t xml:space="preserve"> </w:t>
            </w:r>
            <w:r w:rsidRPr="009647FC">
              <w:rPr>
                <w:rtl/>
              </w:rPr>
              <w:t>شعاعا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أدرك</w:t>
            </w:r>
            <w:r w:rsidR="004C00A8">
              <w:rPr>
                <w:rtl/>
              </w:rPr>
              <w:t xml:space="preserve"> </w:t>
            </w:r>
            <w:r w:rsidRPr="009647FC">
              <w:rPr>
                <w:rtl/>
              </w:rPr>
              <w:t>الدهرُ</w:t>
            </w:r>
            <w:r>
              <w:rPr>
                <w:rtl/>
              </w:rPr>
              <w:t xml:space="preserve"> </w:t>
            </w:r>
            <w:r w:rsidRPr="009647FC">
              <w:rPr>
                <w:rtl/>
              </w:rPr>
              <w:t>عندك</w:t>
            </w:r>
            <w:r>
              <w:rPr>
                <w:rtl/>
              </w:rPr>
              <w:t xml:space="preserve"> </w:t>
            </w:r>
            <w:r w:rsidRPr="009647FC">
              <w:rPr>
                <w:rtl/>
              </w:rPr>
              <w:t>الأوتارا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وابردي</w:t>
            </w:r>
            <w:r>
              <w:rPr>
                <w:rtl/>
              </w:rPr>
              <w:t xml:space="preserve"> </w:t>
            </w:r>
            <w:r w:rsidRPr="009647FC">
              <w:rPr>
                <w:rtl/>
              </w:rPr>
              <w:t>يا</w:t>
            </w:r>
            <w:r>
              <w:rPr>
                <w:rtl/>
              </w:rPr>
              <w:t xml:space="preserve"> </w:t>
            </w:r>
            <w:r w:rsidRPr="009647FC">
              <w:rPr>
                <w:rtl/>
              </w:rPr>
              <w:t>حشاشة</w:t>
            </w:r>
            <w:r>
              <w:rPr>
                <w:rtl/>
              </w:rPr>
              <w:t xml:space="preserve"> </w:t>
            </w:r>
            <w:r w:rsidRPr="009647FC">
              <w:rPr>
                <w:rtl/>
              </w:rPr>
              <w:t>الشرك</w:t>
            </w:r>
            <w:r>
              <w:rPr>
                <w:rtl/>
              </w:rPr>
              <w:t xml:space="preserve"> </w:t>
            </w:r>
            <w:r w:rsidRPr="009647FC">
              <w:rPr>
                <w:rtl/>
              </w:rPr>
              <w:t>أمنا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مات</w:t>
            </w:r>
            <w:r>
              <w:rPr>
                <w:rtl/>
              </w:rPr>
              <w:t xml:space="preserve"> </w:t>
            </w:r>
            <w:r w:rsidRPr="009647FC">
              <w:rPr>
                <w:rtl/>
              </w:rPr>
              <w:t>م</w:t>
            </w:r>
            <w:r w:rsidRPr="00B371C6">
              <w:rPr>
                <w:rtl/>
              </w:rPr>
              <w:t>َ</w:t>
            </w:r>
            <w:r w:rsidRPr="009647FC">
              <w:rPr>
                <w:rtl/>
              </w:rPr>
              <w:t>نْ</w:t>
            </w:r>
            <w:r>
              <w:rPr>
                <w:rtl/>
              </w:rPr>
              <w:t xml:space="preserve"> </w:t>
            </w:r>
            <w:r w:rsidRPr="009647FC">
              <w:rPr>
                <w:rtl/>
              </w:rPr>
              <w:t>كان</w:t>
            </w:r>
            <w:r>
              <w:rPr>
                <w:rtl/>
              </w:rPr>
              <w:t xml:space="preserve"> </w:t>
            </w:r>
            <w:r w:rsidRPr="009647FC">
              <w:rPr>
                <w:rtl/>
              </w:rPr>
              <w:t>بين</w:t>
            </w:r>
            <w:r>
              <w:rPr>
                <w:rtl/>
              </w:rPr>
              <w:t xml:space="preserve"> </w:t>
            </w:r>
            <w:r w:rsidRPr="009647FC">
              <w:rPr>
                <w:rtl/>
              </w:rPr>
              <w:t>جنبيك</w:t>
            </w:r>
            <w:r>
              <w:rPr>
                <w:rtl/>
              </w:rPr>
              <w:t xml:space="preserve"> </w:t>
            </w:r>
            <w:r w:rsidRPr="009647FC">
              <w:rPr>
                <w:rtl/>
              </w:rPr>
              <w:t>نارا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فبم</w:t>
            </w:r>
            <w:r>
              <w:rPr>
                <w:rtl/>
              </w:rPr>
              <w:t>َ</w:t>
            </w:r>
            <w:r w:rsidRPr="009647FC">
              <w:rPr>
                <w:rtl/>
              </w:rPr>
              <w:t>نْ</w:t>
            </w:r>
            <w:r w:rsidR="004C00A8">
              <w:rPr>
                <w:rtl/>
              </w:rPr>
              <w:t xml:space="preserve"> </w:t>
            </w:r>
            <w:r w:rsidRPr="009647FC">
              <w:rPr>
                <w:rtl/>
              </w:rPr>
              <w:t>يغتدي</w:t>
            </w:r>
            <w:r>
              <w:rPr>
                <w:rtl/>
              </w:rPr>
              <w:t xml:space="preserve"> </w:t>
            </w:r>
            <w:r w:rsidRPr="009647FC">
              <w:rPr>
                <w:rtl/>
              </w:rPr>
              <w:t>الهدى</w:t>
            </w:r>
            <w:r>
              <w:rPr>
                <w:rtl/>
              </w:rPr>
              <w:t xml:space="preserve"> </w:t>
            </w:r>
            <w:r w:rsidRPr="009647FC">
              <w:rPr>
                <w:rtl/>
              </w:rPr>
              <w:t>مستجيرا؟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فقدتْ</w:t>
            </w:r>
            <w:r>
              <w:rPr>
                <w:rtl/>
              </w:rPr>
              <w:t xml:space="preserve"> </w:t>
            </w:r>
            <w:r w:rsidRPr="009647FC">
              <w:rPr>
                <w:rtl/>
              </w:rPr>
              <w:t>كعبةُ</w:t>
            </w:r>
            <w:r>
              <w:rPr>
                <w:rtl/>
              </w:rPr>
              <w:t xml:space="preserve"> </w:t>
            </w:r>
            <w:r w:rsidRPr="009647FC">
              <w:rPr>
                <w:rtl/>
              </w:rPr>
              <w:t>الهدى</w:t>
            </w:r>
            <w:r>
              <w:rPr>
                <w:rtl/>
              </w:rPr>
              <w:t xml:space="preserve"> </w:t>
            </w:r>
            <w:r w:rsidRPr="009647FC">
              <w:rPr>
                <w:rtl/>
              </w:rPr>
              <w:t>المستجارا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وله</w:t>
            </w:r>
            <w:r>
              <w:rPr>
                <w:rtl/>
              </w:rPr>
              <w:t xml:space="preserve"> </w:t>
            </w:r>
            <w:r w:rsidRPr="009647FC">
              <w:rPr>
                <w:rtl/>
              </w:rPr>
              <w:t>أصبح</w:t>
            </w:r>
            <w:r>
              <w:rPr>
                <w:rtl/>
              </w:rPr>
              <w:t xml:space="preserve">َ </w:t>
            </w:r>
            <w:r w:rsidRPr="009647FC">
              <w:rPr>
                <w:rtl/>
              </w:rPr>
              <w:t>الحطيمُ</w:t>
            </w:r>
            <w:r>
              <w:rPr>
                <w:rtl/>
              </w:rPr>
              <w:t xml:space="preserve"> </w:t>
            </w:r>
            <w:r w:rsidRPr="009647FC">
              <w:rPr>
                <w:rtl/>
              </w:rPr>
              <w:t>حطيما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يتوارى</w:t>
            </w:r>
            <w:r w:rsidR="004C00A8">
              <w:rPr>
                <w:rtl/>
              </w:rPr>
              <w:t xml:space="preserve"> </w:t>
            </w:r>
            <w:r w:rsidRPr="009647FC">
              <w:rPr>
                <w:rtl/>
              </w:rPr>
              <w:t>في</w:t>
            </w:r>
            <w:r>
              <w:rPr>
                <w:rtl/>
              </w:rPr>
              <w:t xml:space="preserve"> </w:t>
            </w:r>
            <w:r w:rsidRPr="009647FC">
              <w:rPr>
                <w:rtl/>
              </w:rPr>
              <w:t>الترب</w:t>
            </w:r>
            <w:r>
              <w:rPr>
                <w:rtl/>
              </w:rPr>
              <w:t xml:space="preserve"> </w:t>
            </w:r>
            <w:r w:rsidRPr="009647FC">
              <w:rPr>
                <w:rtl/>
              </w:rPr>
              <w:t>حين</w:t>
            </w:r>
            <w:r>
              <w:rPr>
                <w:rtl/>
              </w:rPr>
              <w:t xml:space="preserve"> </w:t>
            </w:r>
            <w:r w:rsidRPr="009647FC">
              <w:rPr>
                <w:rtl/>
              </w:rPr>
              <w:t>توارى</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هو الشيخ محمد ابن الشيخ علي ابن الشيخ جعفر صاحب كشف الغطاء</w:t>
      </w:r>
      <w:r w:rsidR="00D769AB">
        <w:rPr>
          <w:rtl/>
        </w:rPr>
        <w:t>،</w:t>
      </w:r>
      <w:r w:rsidRPr="009647FC">
        <w:rPr>
          <w:rtl/>
        </w:rPr>
        <w:t xml:space="preserve"> من مشاهير علماء عصره</w:t>
      </w:r>
      <w:r w:rsidR="00D769AB">
        <w:rPr>
          <w:rtl/>
        </w:rPr>
        <w:t>،</w:t>
      </w:r>
      <w:r w:rsidRPr="009647FC">
        <w:rPr>
          <w:rtl/>
        </w:rPr>
        <w:t xml:space="preserve"> وكان مهيباً مطاعاً وقوراً شاعراً</w:t>
      </w:r>
      <w:r w:rsidR="00D769AB">
        <w:rPr>
          <w:rtl/>
        </w:rPr>
        <w:t>،</w:t>
      </w:r>
      <w:r w:rsidRPr="009647FC">
        <w:rPr>
          <w:rtl/>
        </w:rPr>
        <w:t xml:space="preserve"> له مكانة عند ذوي الحكم</w:t>
      </w:r>
      <w:r w:rsidR="00D769AB">
        <w:rPr>
          <w:rtl/>
        </w:rPr>
        <w:t>،</w:t>
      </w:r>
      <w:r w:rsidRPr="009647FC">
        <w:rPr>
          <w:rtl/>
        </w:rPr>
        <w:t xml:space="preserve"> سمحاً جواداً زاهداً</w:t>
      </w:r>
      <w:r w:rsidR="00D769AB">
        <w:rPr>
          <w:rtl/>
        </w:rPr>
        <w:t>،</w:t>
      </w:r>
      <w:r w:rsidRPr="009647FC">
        <w:rPr>
          <w:rtl/>
        </w:rPr>
        <w:t xml:space="preserve"> رجع إليه الناس في التقليد</w:t>
      </w:r>
      <w:r w:rsidR="00D769AB">
        <w:rPr>
          <w:rtl/>
        </w:rPr>
        <w:t>،</w:t>
      </w:r>
      <w:r w:rsidRPr="009647FC">
        <w:rPr>
          <w:rtl/>
        </w:rPr>
        <w:t xml:space="preserve"> وكان يرعى الأدباء والشعراء ويصلهم</w:t>
      </w:r>
      <w:r w:rsidR="00D769AB">
        <w:rPr>
          <w:rtl/>
        </w:rPr>
        <w:t>،</w:t>
      </w:r>
      <w:r w:rsidRPr="009647FC">
        <w:rPr>
          <w:rtl/>
        </w:rPr>
        <w:t xml:space="preserve"> توفّي في النجف عام 1268 هـ</w:t>
      </w:r>
      <w:r w:rsidR="00D769AB">
        <w:rPr>
          <w:rtl/>
        </w:rPr>
        <w:t>.</w:t>
      </w:r>
      <w:r w:rsidRPr="009647FC">
        <w:rPr>
          <w:rtl/>
        </w:rPr>
        <w:t xml:space="preserve"> ترجمت له في كتابي مستدرك شعراء الغري 3 / 45 المخطوط</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8D3009" w:rsidRPr="00524A24" w:rsidTr="008D3009">
        <w:trPr>
          <w:trHeight w:val="350"/>
        </w:trPr>
        <w:tc>
          <w:tcPr>
            <w:tcW w:w="3902" w:type="dxa"/>
          </w:tcPr>
          <w:p w:rsidR="008D3009" w:rsidRPr="00524A24" w:rsidRDefault="008D3009" w:rsidP="008D3009">
            <w:pPr>
              <w:pStyle w:val="libPoem"/>
            </w:pPr>
            <w:r w:rsidRPr="009647FC">
              <w:rPr>
                <w:rtl/>
              </w:rPr>
              <w:lastRenderedPageBreak/>
              <w:t>ودجا</w:t>
            </w:r>
            <w:r w:rsidRPr="004E7EC6">
              <w:rPr>
                <w:rStyle w:val="libFootnotenumChar"/>
                <w:rtl/>
              </w:rPr>
              <w:t>(1)</w:t>
            </w:r>
            <w:r>
              <w:rPr>
                <w:rtl/>
              </w:rPr>
              <w:t xml:space="preserve"> </w:t>
            </w:r>
            <w:r w:rsidRPr="009647FC">
              <w:rPr>
                <w:rtl/>
              </w:rPr>
              <w:t>الأفق</w:t>
            </w:r>
            <w:r>
              <w:rPr>
                <w:rtl/>
              </w:rPr>
              <w:t xml:space="preserve"> </w:t>
            </w:r>
            <w:r w:rsidRPr="009647FC">
              <w:rPr>
                <w:rtl/>
              </w:rPr>
              <w:t>في</w:t>
            </w:r>
            <w:r>
              <w:rPr>
                <w:rtl/>
              </w:rPr>
              <w:t xml:space="preserve"> </w:t>
            </w:r>
            <w:r w:rsidRPr="009647FC">
              <w:rPr>
                <w:rtl/>
              </w:rPr>
              <w:t>دجى</w:t>
            </w:r>
            <w:r>
              <w:rPr>
                <w:rtl/>
              </w:rPr>
              <w:t xml:space="preserve"> </w:t>
            </w:r>
            <w:r w:rsidRPr="009647FC">
              <w:rPr>
                <w:rtl/>
              </w:rPr>
              <w:t>غيهب</w:t>
            </w:r>
            <w:r>
              <w:rPr>
                <w:rtl/>
              </w:rPr>
              <w:t xml:space="preserve"> </w:t>
            </w:r>
            <w:r w:rsidRPr="009647FC">
              <w:rPr>
                <w:rtl/>
              </w:rPr>
              <w:t>الحز</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نِ</w:t>
            </w:r>
            <w:r>
              <w:rPr>
                <w:rtl/>
              </w:rPr>
              <w:t xml:space="preserve"> </w:t>
            </w:r>
            <w:r w:rsidRPr="009647FC">
              <w:rPr>
                <w:rtl/>
              </w:rPr>
              <w:t>وهبّ</w:t>
            </w:r>
            <w:r w:rsidRPr="00B371C6">
              <w:rPr>
                <w:rtl/>
              </w:rPr>
              <w:t>َ</w:t>
            </w:r>
            <w:r w:rsidRPr="009647FC">
              <w:rPr>
                <w:rtl/>
              </w:rPr>
              <w:t>ت</w:t>
            </w:r>
            <w:r>
              <w:rPr>
                <w:rtl/>
              </w:rPr>
              <w:t xml:space="preserve"> </w:t>
            </w:r>
            <w:r w:rsidRPr="009647FC">
              <w:rPr>
                <w:rtl/>
              </w:rPr>
              <w:t>ريحُ</w:t>
            </w:r>
            <w:r>
              <w:rPr>
                <w:rtl/>
              </w:rPr>
              <w:t xml:space="preserve"> </w:t>
            </w:r>
            <w:r w:rsidRPr="009647FC">
              <w:rPr>
                <w:rtl/>
              </w:rPr>
              <w:t>الصبا</w:t>
            </w:r>
            <w:r>
              <w:rPr>
                <w:rtl/>
              </w:rPr>
              <w:t xml:space="preserve"> </w:t>
            </w:r>
            <w:r w:rsidRPr="009647FC">
              <w:rPr>
                <w:rtl/>
              </w:rPr>
              <w:t>إعصارا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سوّمي</w:t>
            </w:r>
            <w:r>
              <w:rPr>
                <w:rtl/>
              </w:rPr>
              <w:t xml:space="preserve"> </w:t>
            </w:r>
            <w:r w:rsidRPr="009647FC">
              <w:rPr>
                <w:rtl/>
              </w:rPr>
              <w:t>يا</w:t>
            </w:r>
            <w:r>
              <w:rPr>
                <w:rtl/>
              </w:rPr>
              <w:t xml:space="preserve"> </w:t>
            </w:r>
            <w:r w:rsidRPr="009647FC">
              <w:rPr>
                <w:rtl/>
              </w:rPr>
              <w:t>خطوبُ</w:t>
            </w:r>
            <w:r>
              <w:rPr>
                <w:rtl/>
              </w:rPr>
              <w:t xml:space="preserve"> </w:t>
            </w:r>
            <w:r w:rsidRPr="009647FC">
              <w:rPr>
                <w:rtl/>
              </w:rPr>
              <w:t>خيلك</w:t>
            </w:r>
            <w:r>
              <w:rPr>
                <w:rtl/>
              </w:rPr>
              <w:t xml:space="preserve"> </w:t>
            </w:r>
            <w:r w:rsidRPr="009647FC">
              <w:rPr>
                <w:rtl/>
              </w:rPr>
              <w:t>فينا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تغنمي</w:t>
            </w:r>
            <w:r w:rsidR="004C00A8">
              <w:rPr>
                <w:rtl/>
              </w:rPr>
              <w:t xml:space="preserve"> </w:t>
            </w:r>
            <w:r w:rsidRPr="009647FC">
              <w:rPr>
                <w:rtl/>
              </w:rPr>
              <w:t>أين</w:t>
            </w:r>
            <w:r>
              <w:rPr>
                <w:rtl/>
              </w:rPr>
              <w:t xml:space="preserve"> </w:t>
            </w:r>
            <w:r w:rsidRPr="009647FC">
              <w:rPr>
                <w:rtl/>
              </w:rPr>
              <w:t>ما</w:t>
            </w:r>
            <w:r>
              <w:rPr>
                <w:rtl/>
              </w:rPr>
              <w:t xml:space="preserve"> </w:t>
            </w:r>
            <w:r w:rsidRPr="009647FC">
              <w:rPr>
                <w:rtl/>
              </w:rPr>
              <w:t>قصدت</w:t>
            </w:r>
            <w:r>
              <w:rPr>
                <w:rtl/>
              </w:rPr>
              <w:t xml:space="preserve"> </w:t>
            </w:r>
            <w:r w:rsidRPr="009647FC">
              <w:rPr>
                <w:rtl/>
              </w:rPr>
              <w:t>المغارا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وارتعي</w:t>
            </w:r>
            <w:r>
              <w:rPr>
                <w:rtl/>
              </w:rPr>
              <w:t xml:space="preserve"> </w:t>
            </w:r>
            <w:r w:rsidRPr="009647FC">
              <w:rPr>
                <w:rtl/>
              </w:rPr>
              <w:t>في</w:t>
            </w:r>
            <w:r>
              <w:rPr>
                <w:rtl/>
              </w:rPr>
              <w:t xml:space="preserve"> </w:t>
            </w:r>
            <w:r w:rsidRPr="009647FC">
              <w:rPr>
                <w:rtl/>
              </w:rPr>
              <w:t>حمى</w:t>
            </w:r>
            <w:r>
              <w:rPr>
                <w:rtl/>
              </w:rPr>
              <w:t xml:space="preserve"> </w:t>
            </w:r>
            <w:r w:rsidRPr="009647FC">
              <w:rPr>
                <w:rtl/>
              </w:rPr>
              <w:t>الورى</w:t>
            </w:r>
            <w:r>
              <w:rPr>
                <w:rtl/>
              </w:rPr>
              <w:t xml:space="preserve"> </w:t>
            </w:r>
            <w:r w:rsidRPr="009647FC">
              <w:rPr>
                <w:rtl/>
              </w:rPr>
              <w:t>فالمنايا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أنشبت</w:t>
            </w:r>
            <w:r>
              <w:rPr>
                <w:rtl/>
              </w:rPr>
              <w:t xml:space="preserve"> </w:t>
            </w:r>
            <w:r w:rsidRPr="009647FC">
              <w:rPr>
                <w:rtl/>
              </w:rPr>
              <w:t>في</w:t>
            </w:r>
            <w:r>
              <w:rPr>
                <w:rtl/>
              </w:rPr>
              <w:t xml:space="preserve"> </w:t>
            </w:r>
            <w:r w:rsidRPr="009647FC">
              <w:rPr>
                <w:rtl/>
              </w:rPr>
              <w:t>هزبرها</w:t>
            </w:r>
            <w:r>
              <w:rPr>
                <w:rtl/>
              </w:rPr>
              <w:t xml:space="preserve"> </w:t>
            </w:r>
            <w:r w:rsidRPr="009647FC">
              <w:rPr>
                <w:rtl/>
              </w:rPr>
              <w:t>الأظفارا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م</w:t>
            </w:r>
            <w:r w:rsidRPr="00B371C6">
              <w:rPr>
                <w:rtl/>
              </w:rPr>
              <w:t>َ</w:t>
            </w:r>
            <w:r w:rsidRPr="009647FC">
              <w:rPr>
                <w:rtl/>
              </w:rPr>
              <w:t>ن</w:t>
            </w:r>
            <w:r w:rsidR="004C00A8">
              <w:rPr>
                <w:rtl/>
              </w:rPr>
              <w:t xml:space="preserve"> </w:t>
            </w:r>
            <w:r w:rsidRPr="009647FC">
              <w:rPr>
                <w:rtl/>
              </w:rPr>
              <w:t>حماها</w:t>
            </w:r>
            <w:r>
              <w:rPr>
                <w:rtl/>
              </w:rPr>
              <w:t xml:space="preserve"> </w:t>
            </w:r>
            <w:r w:rsidRPr="009647FC">
              <w:rPr>
                <w:rtl/>
              </w:rPr>
              <w:t>عن</w:t>
            </w:r>
            <w:r>
              <w:rPr>
                <w:rtl/>
              </w:rPr>
              <w:t xml:space="preserve"> </w:t>
            </w:r>
            <w:r w:rsidRPr="009647FC">
              <w:rPr>
                <w:rtl/>
              </w:rPr>
              <w:t>أن</w:t>
            </w:r>
            <w:r>
              <w:rPr>
                <w:rtl/>
              </w:rPr>
              <w:t xml:space="preserve"> </w:t>
            </w:r>
            <w:r w:rsidRPr="009647FC">
              <w:rPr>
                <w:rtl/>
              </w:rPr>
              <w:t>ت</w:t>
            </w:r>
            <w:r w:rsidRPr="00B371C6">
              <w:rPr>
                <w:rtl/>
              </w:rPr>
              <w:t>ُ</w:t>
            </w:r>
            <w:r w:rsidRPr="009647FC">
              <w:rPr>
                <w:rtl/>
              </w:rPr>
              <w:t>راع</w:t>
            </w:r>
            <w:r>
              <w:rPr>
                <w:rtl/>
              </w:rPr>
              <w:t xml:space="preserve">َ </w:t>
            </w:r>
            <w:r w:rsidRPr="009647FC">
              <w:rPr>
                <w:rtl/>
              </w:rPr>
              <w:t>وقسرا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ردّ</w:t>
            </w:r>
            <w:r>
              <w:rPr>
                <w:rtl/>
              </w:rPr>
              <w:t xml:space="preserve">َ </w:t>
            </w:r>
            <w:r w:rsidRPr="009647FC">
              <w:rPr>
                <w:rtl/>
              </w:rPr>
              <w:t>أيدي</w:t>
            </w:r>
            <w:r>
              <w:rPr>
                <w:rtl/>
              </w:rPr>
              <w:t xml:space="preserve"> </w:t>
            </w:r>
            <w:r w:rsidRPr="009647FC">
              <w:rPr>
                <w:rtl/>
              </w:rPr>
              <w:t>الأيام</w:t>
            </w:r>
            <w:r>
              <w:rPr>
                <w:rtl/>
              </w:rPr>
              <w:t xml:space="preserve"> </w:t>
            </w:r>
            <w:r w:rsidRPr="009647FC">
              <w:rPr>
                <w:rtl/>
              </w:rPr>
              <w:t>عنها</w:t>
            </w:r>
            <w:r>
              <w:rPr>
                <w:rtl/>
              </w:rPr>
              <w:t xml:space="preserve"> </w:t>
            </w:r>
            <w:r w:rsidRPr="009647FC">
              <w:rPr>
                <w:rtl/>
              </w:rPr>
              <w:t>قصارا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هممٌ</w:t>
            </w:r>
            <w:r>
              <w:rPr>
                <w:rtl/>
              </w:rPr>
              <w:t xml:space="preserve"> </w:t>
            </w:r>
            <w:r w:rsidRPr="009647FC">
              <w:rPr>
                <w:rtl/>
              </w:rPr>
              <w:t>حيث</w:t>
            </w:r>
            <w:r>
              <w:rPr>
                <w:rtl/>
              </w:rPr>
              <w:t xml:space="preserve"> </w:t>
            </w:r>
            <w:r w:rsidRPr="009647FC">
              <w:rPr>
                <w:rtl/>
              </w:rPr>
              <w:t>لا</w:t>
            </w:r>
            <w:r>
              <w:rPr>
                <w:rtl/>
              </w:rPr>
              <w:t xml:space="preserve"> </w:t>
            </w:r>
            <w:r w:rsidRPr="009647FC">
              <w:rPr>
                <w:rtl/>
              </w:rPr>
              <w:t>ي</w:t>
            </w:r>
            <w:r w:rsidRPr="00B371C6">
              <w:rPr>
                <w:rtl/>
              </w:rPr>
              <w:t>ُ</w:t>
            </w:r>
            <w:r w:rsidRPr="009647FC">
              <w:rPr>
                <w:rtl/>
              </w:rPr>
              <w:t>رى</w:t>
            </w:r>
            <w:r>
              <w:rPr>
                <w:rtl/>
              </w:rPr>
              <w:t xml:space="preserve"> </w:t>
            </w:r>
            <w:r w:rsidRPr="009647FC">
              <w:rPr>
                <w:rtl/>
              </w:rPr>
              <w:t>البدرُ</w:t>
            </w:r>
            <w:r>
              <w:rPr>
                <w:rtl/>
              </w:rPr>
              <w:t xml:space="preserve"> </w:t>
            </w:r>
            <w:r w:rsidRPr="009647FC">
              <w:rPr>
                <w:rtl/>
              </w:rPr>
              <w:t>سيرا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مصعداتٌ</w:t>
            </w:r>
            <w:r w:rsidR="004C00A8">
              <w:rPr>
                <w:rtl/>
              </w:rPr>
              <w:t xml:space="preserve"> </w:t>
            </w:r>
            <w:r w:rsidRPr="009647FC">
              <w:rPr>
                <w:rtl/>
              </w:rPr>
              <w:t>لا</w:t>
            </w:r>
            <w:r>
              <w:rPr>
                <w:rtl/>
              </w:rPr>
              <w:t xml:space="preserve"> </w:t>
            </w:r>
            <w:r w:rsidRPr="009647FC">
              <w:rPr>
                <w:rtl/>
              </w:rPr>
              <w:t>تعرف</w:t>
            </w:r>
            <w:r>
              <w:rPr>
                <w:rtl/>
              </w:rPr>
              <w:t xml:space="preserve"> </w:t>
            </w:r>
            <w:r w:rsidRPr="009647FC">
              <w:rPr>
                <w:rtl/>
              </w:rPr>
              <w:t>الانحدارا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كيف</w:t>
            </w:r>
            <w:r w:rsidR="004C00A8">
              <w:rPr>
                <w:rtl/>
              </w:rPr>
              <w:t xml:space="preserve"> </w:t>
            </w:r>
            <w:r w:rsidRPr="009647FC">
              <w:rPr>
                <w:rtl/>
              </w:rPr>
              <w:t>تخلو</w:t>
            </w:r>
            <w:r>
              <w:rPr>
                <w:rtl/>
              </w:rPr>
              <w:t xml:space="preserve"> </w:t>
            </w:r>
            <w:r w:rsidRPr="009647FC">
              <w:rPr>
                <w:rtl/>
              </w:rPr>
              <w:t>له</w:t>
            </w:r>
            <w:r>
              <w:rPr>
                <w:rtl/>
              </w:rPr>
              <w:t xml:space="preserve"> </w:t>
            </w:r>
            <w:r w:rsidRPr="009647FC">
              <w:rPr>
                <w:rtl/>
              </w:rPr>
              <w:t>من</w:t>
            </w:r>
            <w:r>
              <w:rPr>
                <w:rtl/>
              </w:rPr>
              <w:t xml:space="preserve"> </w:t>
            </w:r>
            <w:r w:rsidRPr="009647FC">
              <w:rPr>
                <w:rtl/>
              </w:rPr>
              <w:t>الحزن</w:t>
            </w:r>
            <w:r>
              <w:rPr>
                <w:rtl/>
              </w:rPr>
              <w:t xml:space="preserve"> </w:t>
            </w:r>
            <w:r w:rsidRPr="009647FC">
              <w:rPr>
                <w:rtl/>
              </w:rPr>
              <w:t>دارٌ</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والندى</w:t>
            </w:r>
            <w:r w:rsidR="004C00A8">
              <w:rPr>
                <w:rtl/>
              </w:rPr>
              <w:t xml:space="preserve"> </w:t>
            </w:r>
            <w:r w:rsidRPr="009647FC">
              <w:rPr>
                <w:rtl/>
              </w:rPr>
              <w:t>منه</w:t>
            </w:r>
            <w:r>
              <w:rPr>
                <w:rtl/>
              </w:rPr>
              <w:t xml:space="preserve"> </w:t>
            </w:r>
            <w:r w:rsidRPr="009647FC">
              <w:rPr>
                <w:rtl/>
              </w:rPr>
              <w:t>لم</w:t>
            </w:r>
            <w:r>
              <w:rPr>
                <w:rtl/>
              </w:rPr>
              <w:t xml:space="preserve"> </w:t>
            </w:r>
            <w:r w:rsidRPr="009647FC">
              <w:rPr>
                <w:rtl/>
              </w:rPr>
              <w:t>يفت</w:t>
            </w:r>
            <w:r>
              <w:rPr>
                <w:rtl/>
              </w:rPr>
              <w:t xml:space="preserve"> </w:t>
            </w:r>
            <w:r w:rsidRPr="009647FC">
              <w:rPr>
                <w:rtl/>
              </w:rPr>
              <w:t>دي</w:t>
            </w:r>
            <w:r w:rsidRPr="00B371C6">
              <w:rPr>
                <w:rtl/>
              </w:rPr>
              <w:t>ّ</w:t>
            </w:r>
            <w:r w:rsidRPr="009647FC">
              <w:rPr>
                <w:rtl/>
              </w:rPr>
              <w:t>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ملك</w:t>
            </w:r>
            <w:r>
              <w:rPr>
                <w:rtl/>
              </w:rPr>
              <w:t xml:space="preserve">َ </w:t>
            </w:r>
            <w:r w:rsidRPr="009647FC">
              <w:rPr>
                <w:rtl/>
              </w:rPr>
              <w:t>الناس</w:t>
            </w:r>
            <w:r>
              <w:rPr>
                <w:rtl/>
              </w:rPr>
              <w:t xml:space="preserve">َ </w:t>
            </w:r>
            <w:r w:rsidRPr="009647FC">
              <w:rPr>
                <w:rtl/>
              </w:rPr>
              <w:t>بالسماح</w:t>
            </w:r>
            <w:r>
              <w:rPr>
                <w:rtl/>
              </w:rPr>
              <w:t xml:space="preserve"> </w:t>
            </w:r>
            <w:r w:rsidRPr="009647FC">
              <w:rPr>
                <w:rtl/>
              </w:rPr>
              <w:t>عبيدا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فغدوا</w:t>
            </w:r>
            <w:r>
              <w:rPr>
                <w:rtl/>
              </w:rPr>
              <w:t xml:space="preserve"> </w:t>
            </w:r>
            <w:r w:rsidRPr="009647FC">
              <w:rPr>
                <w:rtl/>
              </w:rPr>
              <w:t>بعد</w:t>
            </w:r>
            <w:r>
              <w:rPr>
                <w:rtl/>
              </w:rPr>
              <w:t xml:space="preserve"> </w:t>
            </w:r>
            <w:r w:rsidRPr="009647FC">
              <w:rPr>
                <w:rtl/>
              </w:rPr>
              <w:t>فقده</w:t>
            </w:r>
            <w:r>
              <w:rPr>
                <w:rtl/>
              </w:rPr>
              <w:t xml:space="preserve"> </w:t>
            </w:r>
            <w:r w:rsidRPr="009647FC">
              <w:rPr>
                <w:rtl/>
              </w:rPr>
              <w:t>أحرارا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يا</w:t>
            </w:r>
            <w:r w:rsidR="004C00A8">
              <w:rPr>
                <w:rtl/>
              </w:rPr>
              <w:t xml:space="preserve"> </w:t>
            </w:r>
            <w:r w:rsidRPr="009647FC">
              <w:rPr>
                <w:rtl/>
              </w:rPr>
              <w:t>بغاة</w:t>
            </w:r>
            <w:r>
              <w:rPr>
                <w:rtl/>
              </w:rPr>
              <w:t xml:space="preserve"> </w:t>
            </w:r>
            <w:r w:rsidRPr="009647FC">
              <w:rPr>
                <w:rtl/>
              </w:rPr>
              <w:t>الإسلام</w:t>
            </w:r>
            <w:r>
              <w:rPr>
                <w:rtl/>
              </w:rPr>
              <w:t xml:space="preserve"> </w:t>
            </w:r>
            <w:r w:rsidRPr="009647FC">
              <w:rPr>
                <w:rtl/>
              </w:rPr>
              <w:t>لا</w:t>
            </w:r>
            <w:r>
              <w:rPr>
                <w:rtl/>
              </w:rPr>
              <w:t xml:space="preserve"> </w:t>
            </w:r>
            <w:r w:rsidRPr="009647FC">
              <w:rPr>
                <w:rtl/>
              </w:rPr>
              <w:t>تتناجوا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بانتقاص</w:t>
            </w:r>
            <w:r w:rsidR="004C00A8">
              <w:rPr>
                <w:rtl/>
              </w:rPr>
              <w:t xml:space="preserve"> </w:t>
            </w:r>
            <w:r w:rsidRPr="009647FC">
              <w:rPr>
                <w:rtl/>
              </w:rPr>
              <w:t>الدين</w:t>
            </w:r>
            <w:r>
              <w:rPr>
                <w:rtl/>
              </w:rPr>
              <w:t xml:space="preserve"> </w:t>
            </w:r>
            <w:r w:rsidRPr="009647FC">
              <w:rPr>
                <w:rtl/>
              </w:rPr>
              <w:t>الحنيف</w:t>
            </w:r>
            <w:r>
              <w:rPr>
                <w:rtl/>
              </w:rPr>
              <w:t xml:space="preserve"> </w:t>
            </w:r>
            <w:r w:rsidRPr="009647FC">
              <w:rPr>
                <w:rtl/>
              </w:rPr>
              <w:t>سرارا؟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لا</w:t>
            </w:r>
            <w:r>
              <w:rPr>
                <w:rtl/>
              </w:rPr>
              <w:t xml:space="preserve"> </w:t>
            </w:r>
            <w:r w:rsidRPr="009647FC">
              <w:rPr>
                <w:rtl/>
              </w:rPr>
              <w:t>تخالوا</w:t>
            </w:r>
            <w:r>
              <w:rPr>
                <w:rtl/>
              </w:rPr>
              <w:t xml:space="preserve"> (</w:t>
            </w:r>
            <w:r w:rsidRPr="009647FC">
              <w:rPr>
                <w:rtl/>
              </w:rPr>
              <w:t>محمداً</w:t>
            </w:r>
            <w:r>
              <w:rPr>
                <w:rtl/>
              </w:rPr>
              <w:t xml:space="preserve">) </w:t>
            </w:r>
            <w:r w:rsidRPr="009647FC">
              <w:rPr>
                <w:rtl/>
              </w:rPr>
              <w:t>لم</w:t>
            </w:r>
            <w:r>
              <w:rPr>
                <w:rtl/>
              </w:rPr>
              <w:t xml:space="preserve"> </w:t>
            </w:r>
            <w:r w:rsidRPr="009647FC">
              <w:rPr>
                <w:rtl/>
              </w:rPr>
              <w:t>يخلِّف</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للورى</w:t>
            </w:r>
            <w:r>
              <w:rPr>
                <w:rtl/>
              </w:rPr>
              <w:t xml:space="preserve"> </w:t>
            </w:r>
            <w:r w:rsidRPr="009647FC">
              <w:rPr>
                <w:rtl/>
              </w:rPr>
              <w:t>ناهياً</w:t>
            </w:r>
            <w:r>
              <w:rPr>
                <w:rtl/>
              </w:rPr>
              <w:t xml:space="preserve"> </w:t>
            </w:r>
            <w:r w:rsidRPr="009647FC">
              <w:rPr>
                <w:rtl/>
              </w:rPr>
              <w:t>ولا</w:t>
            </w:r>
            <w:r>
              <w:rPr>
                <w:rtl/>
              </w:rPr>
              <w:t xml:space="preserve"> </w:t>
            </w:r>
            <w:r w:rsidRPr="009647FC">
              <w:rPr>
                <w:rtl/>
              </w:rPr>
              <w:t>أم</w:t>
            </w:r>
            <w:r w:rsidRPr="00B371C6">
              <w:rPr>
                <w:rtl/>
              </w:rPr>
              <w:t>ّ</w:t>
            </w:r>
            <w:r w:rsidRPr="009647FC">
              <w:rPr>
                <w:rtl/>
              </w:rPr>
              <w:t>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فالإمامُ</w:t>
            </w:r>
            <w:r>
              <w:rPr>
                <w:rtl/>
              </w:rPr>
              <w:t xml:space="preserve"> </w:t>
            </w:r>
            <w:r w:rsidRPr="009647FC">
              <w:rPr>
                <w:rtl/>
              </w:rPr>
              <w:t>المهديُّ</w:t>
            </w:r>
            <w:r>
              <w:rPr>
                <w:rtl/>
              </w:rPr>
              <w:t xml:space="preserve"> </w:t>
            </w:r>
            <w:r w:rsidRPr="009647FC">
              <w:rPr>
                <w:rtl/>
              </w:rPr>
              <w:t>قد</w:t>
            </w:r>
            <w:r>
              <w:rPr>
                <w:rtl/>
              </w:rPr>
              <w:t xml:space="preserve"> </w:t>
            </w:r>
            <w:r w:rsidRPr="009647FC">
              <w:rPr>
                <w:rtl/>
              </w:rPr>
              <w:t>قام</w:t>
            </w:r>
            <w:r>
              <w:rPr>
                <w:rtl/>
              </w:rPr>
              <w:t xml:space="preserve"> </w:t>
            </w:r>
            <w:r w:rsidRPr="009647FC">
              <w:rPr>
                <w:rtl/>
              </w:rPr>
              <w:t>فيهم</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علماً</w:t>
            </w:r>
            <w:r>
              <w:rPr>
                <w:rtl/>
              </w:rPr>
              <w:t xml:space="preserve"> </w:t>
            </w:r>
            <w:r w:rsidRPr="009647FC">
              <w:rPr>
                <w:rtl/>
              </w:rPr>
              <w:t>يرشد</w:t>
            </w:r>
            <w:r>
              <w:rPr>
                <w:rtl/>
              </w:rPr>
              <w:t xml:space="preserve"> </w:t>
            </w:r>
            <w:r w:rsidRPr="009647FC">
              <w:rPr>
                <w:rtl/>
              </w:rPr>
              <w:t>الورى</w:t>
            </w:r>
            <w:r>
              <w:rPr>
                <w:rtl/>
              </w:rPr>
              <w:t xml:space="preserve"> </w:t>
            </w:r>
            <w:r w:rsidRPr="009647FC">
              <w:rPr>
                <w:rtl/>
              </w:rPr>
              <w:t>ومنارا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ما</w:t>
            </w:r>
            <w:r>
              <w:rPr>
                <w:rtl/>
              </w:rPr>
              <w:t xml:space="preserve"> </w:t>
            </w:r>
            <w:r w:rsidRPr="009647FC">
              <w:rPr>
                <w:rtl/>
              </w:rPr>
              <w:t>بنى</w:t>
            </w:r>
            <w:r>
              <w:rPr>
                <w:rtl/>
              </w:rPr>
              <w:t xml:space="preserve"> </w:t>
            </w:r>
            <w:r w:rsidRPr="009647FC">
              <w:rPr>
                <w:rtl/>
              </w:rPr>
              <w:t>اللهُ</w:t>
            </w:r>
            <w:r>
              <w:rPr>
                <w:rtl/>
              </w:rPr>
              <w:t xml:space="preserve"> </w:t>
            </w:r>
            <w:r w:rsidRPr="009647FC">
              <w:rPr>
                <w:rtl/>
              </w:rPr>
              <w:t>من</w:t>
            </w:r>
            <w:r>
              <w:rPr>
                <w:rtl/>
              </w:rPr>
              <w:t xml:space="preserve"> </w:t>
            </w:r>
            <w:r w:rsidRPr="009647FC">
              <w:rPr>
                <w:rtl/>
              </w:rPr>
              <w:t>سماء</w:t>
            </w:r>
            <w:r>
              <w:rPr>
                <w:rtl/>
              </w:rPr>
              <w:t xml:space="preserve"> </w:t>
            </w:r>
            <w:r w:rsidRPr="009647FC">
              <w:rPr>
                <w:rtl/>
              </w:rPr>
              <w:t>علومٍ</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وهو</w:t>
            </w:r>
            <w:r w:rsidR="004C00A8">
              <w:rPr>
                <w:rtl/>
              </w:rPr>
              <w:t xml:space="preserve"> </w:t>
            </w:r>
            <w:r w:rsidRPr="009647FC">
              <w:rPr>
                <w:rtl/>
              </w:rPr>
              <w:t>بدرٌ</w:t>
            </w:r>
            <w:r>
              <w:rPr>
                <w:rtl/>
              </w:rPr>
              <w:t xml:space="preserve"> </w:t>
            </w:r>
            <w:r w:rsidRPr="009647FC">
              <w:rPr>
                <w:rtl/>
              </w:rPr>
              <w:t>في</w:t>
            </w:r>
            <w:r>
              <w:rPr>
                <w:rtl/>
              </w:rPr>
              <w:t xml:space="preserve"> </w:t>
            </w:r>
            <w:r w:rsidRPr="009647FC">
              <w:rPr>
                <w:rtl/>
              </w:rPr>
              <w:t>أفقها</w:t>
            </w:r>
            <w:r>
              <w:rPr>
                <w:rtl/>
              </w:rPr>
              <w:t xml:space="preserve"> </w:t>
            </w:r>
            <w:r w:rsidRPr="009647FC">
              <w:rPr>
                <w:rtl/>
              </w:rPr>
              <w:t>قد</w:t>
            </w:r>
            <w:r>
              <w:rPr>
                <w:rtl/>
              </w:rPr>
              <w:t xml:space="preserve"> </w:t>
            </w:r>
            <w:r w:rsidRPr="009647FC">
              <w:rPr>
                <w:rtl/>
              </w:rPr>
              <w:t>أنارا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لازم</w:t>
            </w:r>
            <w:r>
              <w:rPr>
                <w:rtl/>
              </w:rPr>
              <w:t xml:space="preserve"> </w:t>
            </w:r>
            <w:r w:rsidRPr="009647FC">
              <w:rPr>
                <w:rtl/>
              </w:rPr>
              <w:t>الحق</w:t>
            </w:r>
            <w:r>
              <w:rPr>
                <w:rtl/>
              </w:rPr>
              <w:t xml:space="preserve">َ </w:t>
            </w:r>
            <w:r w:rsidRPr="009647FC">
              <w:rPr>
                <w:rtl/>
              </w:rPr>
              <w:t>في</w:t>
            </w:r>
            <w:r>
              <w:rPr>
                <w:rtl/>
              </w:rPr>
              <w:t xml:space="preserve"> </w:t>
            </w:r>
            <w:r w:rsidRPr="009647FC">
              <w:rPr>
                <w:rtl/>
              </w:rPr>
              <w:t>هداه</w:t>
            </w:r>
            <w:r>
              <w:rPr>
                <w:rtl/>
              </w:rPr>
              <w:t xml:space="preserve"> </w:t>
            </w:r>
            <w:r w:rsidRPr="009647FC">
              <w:rPr>
                <w:rtl/>
              </w:rPr>
              <w:t>فأضحى</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معه</w:t>
            </w:r>
            <w:r>
              <w:rPr>
                <w:rtl/>
              </w:rPr>
              <w:t xml:space="preserve"> </w:t>
            </w:r>
            <w:r w:rsidRPr="009647FC">
              <w:rPr>
                <w:rtl/>
              </w:rPr>
              <w:t>الحقُّ</w:t>
            </w:r>
            <w:r>
              <w:rPr>
                <w:rtl/>
              </w:rPr>
              <w:t xml:space="preserve"> </w:t>
            </w:r>
            <w:r w:rsidRPr="009647FC">
              <w:rPr>
                <w:rtl/>
              </w:rPr>
              <w:t>حيثما</w:t>
            </w:r>
            <w:r>
              <w:rPr>
                <w:rtl/>
              </w:rPr>
              <w:t xml:space="preserve"> </w:t>
            </w:r>
            <w:r w:rsidRPr="009647FC">
              <w:rPr>
                <w:rtl/>
              </w:rPr>
              <w:t>دار</w:t>
            </w:r>
            <w:r>
              <w:rPr>
                <w:rtl/>
              </w:rPr>
              <w:t xml:space="preserve"> </w:t>
            </w:r>
            <w:r w:rsidRPr="009647FC">
              <w:rPr>
                <w:rtl/>
              </w:rPr>
              <w:t>دارا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منه</w:t>
            </w:r>
            <w:r>
              <w:rPr>
                <w:rtl/>
              </w:rPr>
              <w:t xml:space="preserve"> </w:t>
            </w:r>
            <w:r w:rsidRPr="009647FC">
              <w:rPr>
                <w:rtl/>
              </w:rPr>
              <w:t>ملء</w:t>
            </w:r>
            <w:r>
              <w:rPr>
                <w:rtl/>
              </w:rPr>
              <w:t xml:space="preserve"> </w:t>
            </w:r>
            <w:r w:rsidRPr="009647FC">
              <w:rPr>
                <w:rtl/>
              </w:rPr>
              <w:t>الأبراد</w:t>
            </w:r>
            <w:r>
              <w:rPr>
                <w:rtl/>
              </w:rPr>
              <w:t xml:space="preserve"> </w:t>
            </w:r>
            <w:r w:rsidRPr="009647FC">
              <w:rPr>
                <w:rtl/>
              </w:rPr>
              <w:t>عدلٌ</w:t>
            </w:r>
            <w:r>
              <w:rPr>
                <w:rtl/>
              </w:rPr>
              <w:t xml:space="preserve"> </w:t>
            </w:r>
            <w:r w:rsidRPr="009647FC">
              <w:rPr>
                <w:rtl/>
              </w:rPr>
              <w:t>وتوحيـ</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دٌ</w:t>
            </w:r>
            <w:r>
              <w:rPr>
                <w:rtl/>
              </w:rPr>
              <w:t xml:space="preserve"> </w:t>
            </w:r>
            <w:r w:rsidRPr="009647FC">
              <w:rPr>
                <w:rtl/>
              </w:rPr>
              <w:t>وفخرٌ</w:t>
            </w:r>
            <w:r>
              <w:rPr>
                <w:rtl/>
              </w:rPr>
              <w:t xml:space="preserve"> </w:t>
            </w:r>
            <w:r w:rsidRPr="009647FC">
              <w:rPr>
                <w:rtl/>
              </w:rPr>
              <w:t>من</w:t>
            </w:r>
            <w:r>
              <w:rPr>
                <w:rtl/>
              </w:rPr>
              <w:t xml:space="preserve"> </w:t>
            </w:r>
            <w:r w:rsidRPr="009647FC">
              <w:rPr>
                <w:rtl/>
              </w:rPr>
              <w:t>هاشمٍ</w:t>
            </w:r>
            <w:r>
              <w:rPr>
                <w:rtl/>
              </w:rPr>
              <w:t xml:space="preserve"> </w:t>
            </w:r>
            <w:r w:rsidRPr="009647FC">
              <w:rPr>
                <w:rtl/>
              </w:rPr>
              <w:t>لا</w:t>
            </w:r>
            <w:r>
              <w:rPr>
                <w:rtl/>
              </w:rPr>
              <w:t xml:space="preserve"> </w:t>
            </w:r>
            <w:r w:rsidRPr="009647FC">
              <w:rPr>
                <w:rtl/>
              </w:rPr>
              <w:t>يجاري</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والح</w:t>
            </w:r>
            <w:r w:rsidRPr="00B371C6">
              <w:rPr>
                <w:rtl/>
              </w:rPr>
              <w:t>ُ</w:t>
            </w:r>
            <w:r w:rsidRPr="009647FC">
              <w:rPr>
                <w:rtl/>
              </w:rPr>
              <w:t>با</w:t>
            </w:r>
            <w:r>
              <w:rPr>
                <w:rtl/>
              </w:rPr>
              <w:t xml:space="preserve"> </w:t>
            </w:r>
            <w:r w:rsidRPr="009647FC">
              <w:rPr>
                <w:rtl/>
              </w:rPr>
              <w:t>في</w:t>
            </w:r>
            <w:r>
              <w:rPr>
                <w:rtl/>
              </w:rPr>
              <w:t xml:space="preserve"> </w:t>
            </w:r>
            <w:r w:rsidRPr="009647FC">
              <w:rPr>
                <w:rtl/>
              </w:rPr>
              <w:t>الندىِّ</w:t>
            </w:r>
            <w:r>
              <w:rPr>
                <w:rtl/>
              </w:rPr>
              <w:t xml:space="preserve"> </w:t>
            </w:r>
            <w:r w:rsidRPr="009647FC">
              <w:rPr>
                <w:rtl/>
              </w:rPr>
              <w:t>تضمن</w:t>
            </w:r>
            <w:r>
              <w:rPr>
                <w:rtl/>
              </w:rPr>
              <w:t xml:space="preserve"> </w:t>
            </w:r>
            <w:r w:rsidRPr="009647FC">
              <w:rPr>
                <w:rtl/>
              </w:rPr>
              <w:t>منه</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ركن</w:t>
            </w:r>
            <w:r>
              <w:rPr>
                <w:rtl/>
              </w:rPr>
              <w:t>َ</w:t>
            </w:r>
            <w:r w:rsidR="004C00A8">
              <w:rPr>
                <w:rtl/>
              </w:rPr>
              <w:t xml:space="preserve"> </w:t>
            </w:r>
            <w:r w:rsidRPr="009647FC">
              <w:rPr>
                <w:rtl/>
              </w:rPr>
              <w:t>رضوى</w:t>
            </w:r>
            <w:r>
              <w:rPr>
                <w:rtl/>
              </w:rPr>
              <w:t xml:space="preserve"> </w:t>
            </w:r>
            <w:r w:rsidRPr="009647FC">
              <w:rPr>
                <w:rtl/>
              </w:rPr>
              <w:t>حلماً</w:t>
            </w:r>
            <w:r>
              <w:rPr>
                <w:rtl/>
              </w:rPr>
              <w:t xml:space="preserve"> </w:t>
            </w:r>
            <w:r w:rsidRPr="009647FC">
              <w:rPr>
                <w:rtl/>
              </w:rPr>
              <w:t>وأرسى</w:t>
            </w:r>
            <w:r>
              <w:rPr>
                <w:rtl/>
              </w:rPr>
              <w:t xml:space="preserve"> </w:t>
            </w:r>
            <w:r w:rsidRPr="009647FC">
              <w:rPr>
                <w:rtl/>
              </w:rPr>
              <w:t>وقارا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فترى</w:t>
            </w:r>
            <w:r w:rsidR="004C00A8">
              <w:rPr>
                <w:rtl/>
              </w:rPr>
              <w:t xml:space="preserve"> </w:t>
            </w:r>
            <w:r w:rsidRPr="009647FC">
              <w:rPr>
                <w:rtl/>
              </w:rPr>
              <w:t>الناس</w:t>
            </w:r>
            <w:r>
              <w:rPr>
                <w:rtl/>
              </w:rPr>
              <w:t xml:space="preserve"> </w:t>
            </w:r>
            <w:r w:rsidRPr="009647FC">
              <w:rPr>
                <w:rtl/>
              </w:rPr>
              <w:t>هيبة</w:t>
            </w:r>
            <w:r>
              <w:rPr>
                <w:rtl/>
              </w:rPr>
              <w:t xml:space="preserve">َ </w:t>
            </w:r>
            <w:r w:rsidRPr="009647FC">
              <w:rPr>
                <w:rtl/>
              </w:rPr>
              <w:t>منه</w:t>
            </w:r>
            <w:r>
              <w:rPr>
                <w:rtl/>
              </w:rPr>
              <w:t xml:space="preserve"> </w:t>
            </w:r>
            <w:r w:rsidRPr="009647FC">
              <w:rPr>
                <w:rtl/>
              </w:rPr>
              <w:t>حرسا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يتناجون</w:t>
            </w:r>
            <w:r>
              <w:rPr>
                <w:rtl/>
              </w:rPr>
              <w:t xml:space="preserve"> </w:t>
            </w:r>
            <w:r w:rsidRPr="009647FC">
              <w:rPr>
                <w:rtl/>
              </w:rPr>
              <w:t>في</w:t>
            </w:r>
            <w:r>
              <w:rPr>
                <w:rtl/>
              </w:rPr>
              <w:t xml:space="preserve"> </w:t>
            </w:r>
            <w:r w:rsidRPr="009647FC">
              <w:rPr>
                <w:rtl/>
              </w:rPr>
              <w:t>الحديث</w:t>
            </w:r>
            <w:r>
              <w:rPr>
                <w:rtl/>
              </w:rPr>
              <w:t xml:space="preserve"> </w:t>
            </w:r>
            <w:r w:rsidRPr="009647FC">
              <w:rPr>
                <w:rtl/>
              </w:rPr>
              <w:t>سرارا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يا</w:t>
            </w:r>
            <w:r>
              <w:rPr>
                <w:rtl/>
              </w:rPr>
              <w:t xml:space="preserve"> </w:t>
            </w:r>
            <w:r w:rsidRPr="009647FC">
              <w:rPr>
                <w:rtl/>
              </w:rPr>
              <w:t>أجلّ</w:t>
            </w:r>
            <w:r>
              <w:rPr>
                <w:rtl/>
              </w:rPr>
              <w:t xml:space="preserve">َ </w:t>
            </w:r>
            <w:r w:rsidRPr="009647FC">
              <w:rPr>
                <w:rtl/>
              </w:rPr>
              <w:t>الورى</w:t>
            </w:r>
            <w:r>
              <w:rPr>
                <w:rtl/>
              </w:rPr>
              <w:t xml:space="preserve"> </w:t>
            </w:r>
            <w:r w:rsidRPr="009647FC">
              <w:rPr>
                <w:rtl/>
              </w:rPr>
              <w:t>علاءً</w:t>
            </w:r>
            <w:r>
              <w:rPr>
                <w:rtl/>
              </w:rPr>
              <w:t xml:space="preserve"> </w:t>
            </w:r>
            <w:r w:rsidRPr="009647FC">
              <w:rPr>
                <w:rtl/>
              </w:rPr>
              <w:t>وقدرا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وأعزّ</w:t>
            </w:r>
            <w:r>
              <w:rPr>
                <w:rtl/>
              </w:rPr>
              <w:t xml:space="preserve">َ </w:t>
            </w:r>
            <w:r w:rsidRPr="009647FC">
              <w:rPr>
                <w:rtl/>
              </w:rPr>
              <w:t>الأنام</w:t>
            </w:r>
            <w:r>
              <w:rPr>
                <w:rtl/>
              </w:rPr>
              <w:t xml:space="preserve"> </w:t>
            </w:r>
            <w:r w:rsidRPr="009647FC">
              <w:rPr>
                <w:rtl/>
              </w:rPr>
              <w:t>نفساً</w:t>
            </w:r>
            <w:r>
              <w:rPr>
                <w:rtl/>
              </w:rPr>
              <w:t xml:space="preserve"> </w:t>
            </w:r>
            <w:r w:rsidRPr="009647FC">
              <w:rPr>
                <w:rtl/>
              </w:rPr>
              <w:t>وجارا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عقد</w:t>
            </w:r>
            <w:r>
              <w:rPr>
                <w:rtl/>
              </w:rPr>
              <w:t xml:space="preserve"> </w:t>
            </w:r>
            <w:r w:rsidRPr="009647FC">
              <w:rPr>
                <w:rtl/>
              </w:rPr>
              <w:t>العيُّ</w:t>
            </w:r>
            <w:r>
              <w:rPr>
                <w:rtl/>
              </w:rPr>
              <w:t xml:space="preserve"> </w:t>
            </w:r>
            <w:r w:rsidRPr="009647FC">
              <w:rPr>
                <w:rtl/>
              </w:rPr>
              <w:t>منطقي</w:t>
            </w:r>
            <w:r>
              <w:rPr>
                <w:rtl/>
              </w:rPr>
              <w:t xml:space="preserve"> </w:t>
            </w:r>
            <w:r w:rsidRPr="009647FC">
              <w:rPr>
                <w:rtl/>
              </w:rPr>
              <w:t>أن</w:t>
            </w:r>
            <w:r>
              <w:rPr>
                <w:rtl/>
              </w:rPr>
              <w:t xml:space="preserve"> </w:t>
            </w:r>
            <w:r w:rsidRPr="009647FC">
              <w:rPr>
                <w:rtl/>
              </w:rPr>
              <w:t>أعزِّيك</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ومنك</w:t>
            </w:r>
            <w:r w:rsidR="004C00A8">
              <w:rPr>
                <w:rtl/>
              </w:rPr>
              <w:t xml:space="preserve"> </w:t>
            </w:r>
            <w:r w:rsidRPr="009647FC">
              <w:rPr>
                <w:rtl/>
              </w:rPr>
              <w:t>العزا</w:t>
            </w:r>
            <w:r>
              <w:rPr>
                <w:rtl/>
              </w:rPr>
              <w:t xml:space="preserve"> </w:t>
            </w:r>
            <w:r w:rsidRPr="009647FC">
              <w:rPr>
                <w:rtl/>
              </w:rPr>
              <w:t>غدا</w:t>
            </w:r>
            <w:r>
              <w:rPr>
                <w:rtl/>
              </w:rPr>
              <w:t xml:space="preserve"> </w:t>
            </w:r>
            <w:r w:rsidRPr="009647FC">
              <w:rPr>
                <w:rtl/>
              </w:rPr>
              <w:t>مستعارا</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وقبيحٌ</w:t>
            </w:r>
            <w:r>
              <w:rPr>
                <w:rtl/>
              </w:rPr>
              <w:t xml:space="preserve"> </w:t>
            </w:r>
            <w:r w:rsidRPr="009647FC">
              <w:rPr>
                <w:rtl/>
              </w:rPr>
              <w:t>من</w:t>
            </w:r>
            <w:r w:rsidRPr="00B371C6">
              <w:rPr>
                <w:rtl/>
              </w:rPr>
              <w:t>ّ</w:t>
            </w:r>
            <w:r w:rsidRPr="009647FC">
              <w:rPr>
                <w:rtl/>
              </w:rPr>
              <w:t>ي</w:t>
            </w:r>
            <w:r>
              <w:rPr>
                <w:rtl/>
              </w:rPr>
              <w:t xml:space="preserve"> </w:t>
            </w:r>
            <w:r w:rsidRPr="009647FC">
              <w:rPr>
                <w:rtl/>
              </w:rPr>
              <w:t>إذا</w:t>
            </w:r>
            <w:r>
              <w:rPr>
                <w:rtl/>
              </w:rPr>
              <w:t xml:space="preserve"> </w:t>
            </w:r>
            <w:r w:rsidRPr="009647FC">
              <w:rPr>
                <w:rtl/>
              </w:rPr>
              <w:t>قلتُ</w:t>
            </w:r>
            <w:r>
              <w:rPr>
                <w:rtl/>
              </w:rPr>
              <w:t xml:space="preserve"> </w:t>
            </w:r>
            <w:r w:rsidRPr="009647FC">
              <w:rPr>
                <w:rtl/>
              </w:rPr>
              <w:t>صبرا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للذي</w:t>
            </w:r>
            <w:r>
              <w:rPr>
                <w:rtl/>
              </w:rPr>
              <w:t xml:space="preserve"> </w:t>
            </w:r>
            <w:r w:rsidRPr="009647FC">
              <w:rPr>
                <w:rtl/>
              </w:rPr>
              <w:t>علّ</w:t>
            </w:r>
            <w:r w:rsidRPr="00B371C6">
              <w:rPr>
                <w:rtl/>
              </w:rPr>
              <w:t>َ</w:t>
            </w:r>
            <w:r w:rsidRPr="009647FC">
              <w:rPr>
                <w:rtl/>
              </w:rPr>
              <w:t>م</w:t>
            </w:r>
            <w:r>
              <w:rPr>
                <w:rtl/>
              </w:rPr>
              <w:t xml:space="preserve"> </w:t>
            </w:r>
            <w:r w:rsidRPr="009647FC">
              <w:rPr>
                <w:rtl/>
              </w:rPr>
              <w:t>الورى</w:t>
            </w:r>
            <w:r>
              <w:rPr>
                <w:rtl/>
              </w:rPr>
              <w:t xml:space="preserve"> </w:t>
            </w:r>
            <w:r w:rsidRPr="009647FC">
              <w:rPr>
                <w:rtl/>
              </w:rPr>
              <w:t>الاصطبارا</w:t>
            </w:r>
            <w:r w:rsidRPr="00524A24">
              <w:rPr>
                <w:rStyle w:val="libPoemTiniChar0"/>
                <w:rtl/>
              </w:rPr>
              <w:br/>
              <w:t> </w:t>
            </w:r>
          </w:p>
        </w:tc>
      </w:tr>
    </w:tbl>
    <w:p w:rsidR="009647FC" w:rsidRPr="00524A24" w:rsidRDefault="009647FC" w:rsidP="004E7EC6">
      <w:pPr>
        <w:pStyle w:val="libNormal"/>
      </w:pPr>
      <w:r w:rsidRPr="009647FC">
        <w:rPr>
          <w:rtl/>
        </w:rPr>
        <w:t>وقال يرثي العلاّمة السيد محمد تقي الطباطبائي</w:t>
      </w:r>
      <w:r w:rsidR="00D769AB">
        <w:rPr>
          <w:rtl/>
        </w:rPr>
        <w:t>،</w:t>
      </w:r>
      <w:r w:rsidRPr="009647FC">
        <w:rPr>
          <w:rtl/>
        </w:rPr>
        <w:t xml:space="preserve"> ويعزّي العلاّمة السيد مهدي القزويني</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8D3009" w:rsidRPr="00524A24" w:rsidTr="008D3009">
        <w:trPr>
          <w:trHeight w:val="350"/>
        </w:trPr>
        <w:tc>
          <w:tcPr>
            <w:tcW w:w="3902" w:type="dxa"/>
          </w:tcPr>
          <w:p w:rsidR="008D3009" w:rsidRPr="00524A24" w:rsidRDefault="008D3009" w:rsidP="008D3009">
            <w:pPr>
              <w:pStyle w:val="libPoem"/>
            </w:pPr>
            <w:r w:rsidRPr="009647FC">
              <w:rPr>
                <w:rtl/>
              </w:rPr>
              <w:t>ماذا</w:t>
            </w:r>
            <w:r w:rsidR="004C00A8">
              <w:rPr>
                <w:rtl/>
              </w:rPr>
              <w:t xml:space="preserve"> </w:t>
            </w:r>
            <w:r w:rsidRPr="009647FC">
              <w:rPr>
                <w:rtl/>
              </w:rPr>
              <w:t>تريدين</w:t>
            </w:r>
            <w:r>
              <w:rPr>
                <w:rtl/>
              </w:rPr>
              <w:t xml:space="preserve"> </w:t>
            </w:r>
            <w:r w:rsidRPr="009647FC">
              <w:rPr>
                <w:rtl/>
              </w:rPr>
              <w:t>بالدنيا</w:t>
            </w:r>
            <w:r>
              <w:rPr>
                <w:rtl/>
              </w:rPr>
              <w:t xml:space="preserve"> </w:t>
            </w:r>
            <w:r w:rsidRPr="009647FC">
              <w:rPr>
                <w:rtl/>
              </w:rPr>
              <w:t>يد</w:t>
            </w:r>
            <w:r>
              <w:rPr>
                <w:rtl/>
              </w:rPr>
              <w:t xml:space="preserve">َ </w:t>
            </w:r>
            <w:r w:rsidRPr="009647FC">
              <w:rPr>
                <w:rtl/>
              </w:rPr>
              <w:t>القدرِ</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لقد</w:t>
            </w:r>
            <w:r w:rsidR="004C00A8">
              <w:rPr>
                <w:rtl/>
              </w:rPr>
              <w:t xml:space="preserve"> </w:t>
            </w:r>
            <w:r w:rsidRPr="009647FC">
              <w:rPr>
                <w:rtl/>
              </w:rPr>
              <w:t>ذهبت</w:t>
            </w:r>
            <w:r>
              <w:rPr>
                <w:rtl/>
              </w:rPr>
              <w:t xml:space="preserve"> </w:t>
            </w:r>
            <w:r w:rsidRPr="009647FC">
              <w:rPr>
                <w:rtl/>
              </w:rPr>
              <w:t>بسمع</w:t>
            </w:r>
            <w:r>
              <w:rPr>
                <w:rtl/>
              </w:rPr>
              <w:t xml:space="preserve"> </w:t>
            </w:r>
            <w:r w:rsidRPr="009647FC">
              <w:rPr>
                <w:rtl/>
              </w:rPr>
              <w:t>الدهر</w:t>
            </w:r>
            <w:r>
              <w:rPr>
                <w:rtl/>
              </w:rPr>
              <w:t xml:space="preserve"> </w:t>
            </w:r>
            <w:r w:rsidRPr="009647FC">
              <w:rPr>
                <w:rtl/>
              </w:rPr>
              <w:t>والبصرِ</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دجا</w:t>
      </w:r>
      <w:r w:rsidR="00D769AB">
        <w:rPr>
          <w:rtl/>
        </w:rPr>
        <w:t>:</w:t>
      </w:r>
      <w:r w:rsidRPr="009647FC">
        <w:rPr>
          <w:rtl/>
        </w:rPr>
        <w:t xml:space="preserve"> أظلم</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8D3009" w:rsidRPr="00524A24" w:rsidTr="008D3009">
        <w:trPr>
          <w:trHeight w:val="350"/>
        </w:trPr>
        <w:tc>
          <w:tcPr>
            <w:tcW w:w="3902" w:type="dxa"/>
          </w:tcPr>
          <w:p w:rsidR="008D3009" w:rsidRPr="00524A24" w:rsidRDefault="008D3009" w:rsidP="008D3009">
            <w:pPr>
              <w:pStyle w:val="libPoem"/>
            </w:pPr>
            <w:r w:rsidRPr="009647FC">
              <w:rPr>
                <w:rtl/>
              </w:rPr>
              <w:lastRenderedPageBreak/>
              <w:t>سوّ</w:t>
            </w:r>
            <w:r>
              <w:rPr>
                <w:rtl/>
              </w:rPr>
              <w:t>َ</w:t>
            </w:r>
            <w:r w:rsidRPr="009647FC">
              <w:rPr>
                <w:rtl/>
              </w:rPr>
              <w:t>دتِ</w:t>
            </w:r>
            <w:r>
              <w:rPr>
                <w:rtl/>
              </w:rPr>
              <w:t xml:space="preserve"> </w:t>
            </w:r>
            <w:r w:rsidRPr="009647FC">
              <w:rPr>
                <w:rtl/>
              </w:rPr>
              <w:t>مشرقها</w:t>
            </w:r>
            <w:r>
              <w:rPr>
                <w:rtl/>
              </w:rPr>
              <w:t xml:space="preserve"> </w:t>
            </w:r>
            <w:r w:rsidRPr="009647FC">
              <w:rPr>
                <w:rtl/>
              </w:rPr>
              <w:t>القاصي</w:t>
            </w:r>
            <w:r>
              <w:rPr>
                <w:rtl/>
              </w:rPr>
              <w:t xml:space="preserve"> </w:t>
            </w:r>
            <w:r w:rsidRPr="009647FC">
              <w:rPr>
                <w:rtl/>
              </w:rPr>
              <w:t>ومغربها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بكاسف</w:t>
            </w:r>
            <w:r w:rsidR="004C00A8">
              <w:rPr>
                <w:rtl/>
              </w:rPr>
              <w:t xml:space="preserve"> </w:t>
            </w:r>
            <w:r w:rsidRPr="009647FC">
              <w:rPr>
                <w:rtl/>
              </w:rPr>
              <w:t>الأبيضين</w:t>
            </w:r>
            <w:r>
              <w:rPr>
                <w:rtl/>
              </w:rPr>
              <w:t xml:space="preserve"> </w:t>
            </w:r>
            <w:r w:rsidRPr="009647FC">
              <w:rPr>
                <w:rtl/>
              </w:rPr>
              <w:t>الشمس</w:t>
            </w:r>
            <w:r>
              <w:rPr>
                <w:rtl/>
              </w:rPr>
              <w:t xml:space="preserve"> </w:t>
            </w:r>
            <w:r w:rsidRPr="009647FC">
              <w:rPr>
                <w:rtl/>
              </w:rPr>
              <w:t>والقمرِ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وغودر</w:t>
            </w:r>
            <w:r w:rsidR="004C00A8">
              <w:rPr>
                <w:rtl/>
              </w:rPr>
              <w:t xml:space="preserve"> </w:t>
            </w:r>
            <w:r w:rsidRPr="009647FC">
              <w:rPr>
                <w:rtl/>
              </w:rPr>
              <w:t>الأفقُ</w:t>
            </w:r>
            <w:r>
              <w:rPr>
                <w:rtl/>
              </w:rPr>
              <w:t xml:space="preserve"> </w:t>
            </w:r>
            <w:r w:rsidRPr="009647FC">
              <w:rPr>
                <w:rtl/>
              </w:rPr>
              <w:t>معتلاً</w:t>
            </w:r>
            <w:r>
              <w:rPr>
                <w:rtl/>
              </w:rPr>
              <w:t xml:space="preserve"> </w:t>
            </w:r>
            <w:r w:rsidRPr="009647FC">
              <w:rPr>
                <w:rtl/>
              </w:rPr>
              <w:t>وأنجمه</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من</w:t>
            </w:r>
            <w:r>
              <w:rPr>
                <w:rtl/>
              </w:rPr>
              <w:t xml:space="preserve"> </w:t>
            </w:r>
            <w:r w:rsidRPr="009647FC">
              <w:rPr>
                <w:rtl/>
              </w:rPr>
              <w:t>غاثرٍ</w:t>
            </w:r>
            <w:r>
              <w:rPr>
                <w:rtl/>
              </w:rPr>
              <w:t xml:space="preserve"> </w:t>
            </w:r>
            <w:r w:rsidRPr="009647FC">
              <w:rPr>
                <w:rtl/>
              </w:rPr>
              <w:t>ضوؤه</w:t>
            </w:r>
            <w:r>
              <w:rPr>
                <w:rtl/>
              </w:rPr>
              <w:t xml:space="preserve"> </w:t>
            </w:r>
            <w:r w:rsidRPr="009647FC">
              <w:rPr>
                <w:rtl/>
              </w:rPr>
              <w:t>منها</w:t>
            </w:r>
            <w:r>
              <w:rPr>
                <w:rtl/>
              </w:rPr>
              <w:t xml:space="preserve"> </w:t>
            </w:r>
            <w:r w:rsidRPr="009647FC">
              <w:rPr>
                <w:rtl/>
              </w:rPr>
              <w:t>ومنكدرِ</w:t>
            </w:r>
            <w:r w:rsidRPr="004E7EC6">
              <w:rPr>
                <w:rStyle w:val="libFootnotenumChar"/>
                <w:rtl/>
              </w:rPr>
              <w:t>(1)</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وأصبح</w:t>
            </w:r>
            <w:r w:rsidR="004C00A8">
              <w:rPr>
                <w:rtl/>
              </w:rPr>
              <w:t xml:space="preserve"> </w:t>
            </w:r>
            <w:r w:rsidRPr="009647FC">
              <w:rPr>
                <w:rtl/>
              </w:rPr>
              <w:t>النجف</w:t>
            </w:r>
            <w:r>
              <w:rPr>
                <w:rtl/>
              </w:rPr>
              <w:t xml:space="preserve"> </w:t>
            </w:r>
            <w:r w:rsidRPr="009647FC">
              <w:rPr>
                <w:rtl/>
              </w:rPr>
              <w:t>الأعلى</w:t>
            </w:r>
            <w:r>
              <w:rPr>
                <w:rtl/>
              </w:rPr>
              <w:t xml:space="preserve"> </w:t>
            </w:r>
            <w:r w:rsidRPr="009647FC">
              <w:rPr>
                <w:rtl/>
              </w:rPr>
              <w:t>يغصُّ</w:t>
            </w:r>
            <w:r>
              <w:rPr>
                <w:rtl/>
              </w:rPr>
              <w:t xml:space="preserve"> </w:t>
            </w:r>
            <w:r w:rsidRPr="009647FC">
              <w:rPr>
                <w:rtl/>
              </w:rPr>
              <w:t>شجىً</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لله</w:t>
            </w:r>
            <w:r>
              <w:rPr>
                <w:rtl/>
              </w:rPr>
              <w:t xml:space="preserve"> </w:t>
            </w:r>
            <w:r w:rsidRPr="009647FC">
              <w:rPr>
                <w:rtl/>
              </w:rPr>
              <w:t>ما</w:t>
            </w:r>
            <w:r>
              <w:rPr>
                <w:rtl/>
              </w:rPr>
              <w:t xml:space="preserve"> </w:t>
            </w:r>
            <w:r w:rsidRPr="009647FC">
              <w:rPr>
                <w:rtl/>
              </w:rPr>
              <w:t>صنعتْ</w:t>
            </w:r>
            <w:r>
              <w:rPr>
                <w:rtl/>
              </w:rPr>
              <w:t xml:space="preserve"> </w:t>
            </w:r>
            <w:r w:rsidRPr="009647FC">
              <w:rPr>
                <w:rtl/>
              </w:rPr>
              <w:t>فيه</w:t>
            </w:r>
            <w:r>
              <w:rPr>
                <w:rtl/>
              </w:rPr>
              <w:t xml:space="preserve"> </w:t>
            </w:r>
            <w:r w:rsidRPr="009647FC">
              <w:rPr>
                <w:rtl/>
              </w:rPr>
              <w:t>يدُ</w:t>
            </w:r>
            <w:r>
              <w:rPr>
                <w:rtl/>
              </w:rPr>
              <w:t xml:space="preserve"> </w:t>
            </w:r>
            <w:r w:rsidRPr="009647FC">
              <w:rPr>
                <w:rtl/>
              </w:rPr>
              <w:t>الغي</w:t>
            </w:r>
            <w:r>
              <w:rPr>
                <w:rtl/>
              </w:rPr>
              <w:t>َ</w:t>
            </w:r>
            <w:r w:rsidRPr="009647FC">
              <w:rPr>
                <w:rtl/>
              </w:rPr>
              <w:t>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طويتِ</w:t>
            </w:r>
            <w:r>
              <w:rPr>
                <w:rtl/>
              </w:rPr>
              <w:t xml:space="preserve"> </w:t>
            </w:r>
            <w:r w:rsidRPr="009647FC">
              <w:rPr>
                <w:rtl/>
              </w:rPr>
              <w:t>خير</w:t>
            </w:r>
            <w:r>
              <w:rPr>
                <w:rtl/>
              </w:rPr>
              <w:t xml:space="preserve">َ </w:t>
            </w:r>
            <w:r w:rsidRPr="009647FC">
              <w:rPr>
                <w:rtl/>
              </w:rPr>
              <w:t>معدٍّ</w:t>
            </w:r>
            <w:r>
              <w:rPr>
                <w:rtl/>
              </w:rPr>
              <w:t xml:space="preserve"> </w:t>
            </w:r>
            <w:r w:rsidRPr="009647FC">
              <w:rPr>
                <w:rtl/>
              </w:rPr>
              <w:t>كلّها</w:t>
            </w:r>
            <w:r>
              <w:rPr>
                <w:rtl/>
              </w:rPr>
              <w:t xml:space="preserve"> </w:t>
            </w:r>
            <w:r w:rsidRPr="009647FC">
              <w:rPr>
                <w:rtl/>
              </w:rPr>
              <w:t>نسبا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وأكرم</w:t>
            </w:r>
            <w:r>
              <w:rPr>
                <w:rtl/>
              </w:rPr>
              <w:t xml:space="preserve">َ </w:t>
            </w:r>
            <w:r w:rsidRPr="009647FC">
              <w:rPr>
                <w:rtl/>
              </w:rPr>
              <w:t>الناس</w:t>
            </w:r>
            <w:r>
              <w:rPr>
                <w:rtl/>
              </w:rPr>
              <w:t xml:space="preserve"> </w:t>
            </w:r>
            <w:r w:rsidRPr="009647FC">
              <w:rPr>
                <w:rtl/>
              </w:rPr>
              <w:t>من</w:t>
            </w:r>
            <w:r>
              <w:rPr>
                <w:rtl/>
              </w:rPr>
              <w:t xml:space="preserve"> </w:t>
            </w:r>
            <w:r w:rsidRPr="009647FC">
              <w:rPr>
                <w:rtl/>
              </w:rPr>
              <w:t>بادٍ</w:t>
            </w:r>
            <w:r>
              <w:rPr>
                <w:rtl/>
              </w:rPr>
              <w:t xml:space="preserve"> </w:t>
            </w:r>
            <w:r w:rsidRPr="009647FC">
              <w:rPr>
                <w:rtl/>
              </w:rPr>
              <w:t>ومحتضرِ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طأطأتِ</w:t>
            </w:r>
            <w:r w:rsidR="004C00A8">
              <w:rPr>
                <w:rtl/>
              </w:rPr>
              <w:t xml:space="preserve"> </w:t>
            </w:r>
            <w:r w:rsidRPr="009647FC">
              <w:rPr>
                <w:rtl/>
              </w:rPr>
              <w:t>من</w:t>
            </w:r>
            <w:r>
              <w:rPr>
                <w:rtl/>
              </w:rPr>
              <w:t xml:space="preserve"> </w:t>
            </w:r>
            <w:r w:rsidRPr="009647FC">
              <w:rPr>
                <w:rtl/>
              </w:rPr>
              <w:t>هاشمٍ</w:t>
            </w:r>
            <w:r>
              <w:rPr>
                <w:rtl/>
              </w:rPr>
              <w:t xml:space="preserve"> </w:t>
            </w:r>
            <w:r w:rsidRPr="009647FC">
              <w:rPr>
                <w:rtl/>
              </w:rPr>
              <w:t>للأرض</w:t>
            </w:r>
            <w:r>
              <w:rPr>
                <w:rtl/>
              </w:rPr>
              <w:t xml:space="preserve"> </w:t>
            </w:r>
            <w:r w:rsidRPr="009647FC">
              <w:rPr>
                <w:rtl/>
              </w:rPr>
              <w:t>هام</w:t>
            </w:r>
            <w:r>
              <w:rPr>
                <w:rtl/>
              </w:rPr>
              <w:t xml:space="preserve"> </w:t>
            </w:r>
            <w:r w:rsidRPr="009647FC">
              <w:rPr>
                <w:rtl/>
              </w:rPr>
              <w:t>عُلاً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ما</w:t>
            </w:r>
            <w:r>
              <w:rPr>
                <w:rtl/>
              </w:rPr>
              <w:t xml:space="preserve"> </w:t>
            </w:r>
            <w:r w:rsidRPr="009647FC">
              <w:rPr>
                <w:rtl/>
              </w:rPr>
              <w:t>طأطأتها</w:t>
            </w:r>
            <w:r>
              <w:rPr>
                <w:rtl/>
              </w:rPr>
              <w:t xml:space="preserve"> </w:t>
            </w:r>
            <w:r w:rsidRPr="009647FC">
              <w:rPr>
                <w:rtl/>
              </w:rPr>
              <w:t>ظبا</w:t>
            </w:r>
            <w:r>
              <w:rPr>
                <w:rtl/>
              </w:rPr>
              <w:t xml:space="preserve"> </w:t>
            </w:r>
            <w:r w:rsidRPr="009647FC">
              <w:rPr>
                <w:rtl/>
              </w:rPr>
              <w:t>الهندية</w:t>
            </w:r>
            <w:r>
              <w:rPr>
                <w:rtl/>
              </w:rPr>
              <w:t xml:space="preserve"> </w:t>
            </w:r>
            <w:r w:rsidRPr="009647FC">
              <w:rPr>
                <w:rtl/>
              </w:rPr>
              <w:t>البترِ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أرغمتِ</w:t>
            </w:r>
            <w:r>
              <w:rPr>
                <w:rtl/>
              </w:rPr>
              <w:t xml:space="preserve"> </w:t>
            </w:r>
            <w:r w:rsidRPr="009647FC">
              <w:rPr>
                <w:rtl/>
              </w:rPr>
              <w:t>منها</w:t>
            </w:r>
            <w:r>
              <w:rPr>
                <w:rtl/>
              </w:rPr>
              <w:t xml:space="preserve"> </w:t>
            </w:r>
            <w:r w:rsidRPr="009647FC">
              <w:rPr>
                <w:rtl/>
              </w:rPr>
              <w:t>أنوفاً</w:t>
            </w:r>
            <w:r>
              <w:rPr>
                <w:rtl/>
              </w:rPr>
              <w:t xml:space="preserve"> </w:t>
            </w:r>
            <w:r w:rsidRPr="009647FC">
              <w:rPr>
                <w:rtl/>
              </w:rPr>
              <w:t>كلّها</w:t>
            </w:r>
            <w:r>
              <w:rPr>
                <w:rtl/>
              </w:rPr>
              <w:t xml:space="preserve"> </w:t>
            </w:r>
            <w:r w:rsidRPr="009647FC">
              <w:rPr>
                <w:rtl/>
              </w:rPr>
              <w:t>شممٌ</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ما</w:t>
            </w:r>
            <w:r w:rsidR="004C00A8">
              <w:rPr>
                <w:rtl/>
              </w:rPr>
              <w:t xml:space="preserve"> </w:t>
            </w:r>
            <w:r w:rsidRPr="009647FC">
              <w:rPr>
                <w:rtl/>
              </w:rPr>
              <w:t>أرغمت</w:t>
            </w:r>
            <w:r>
              <w:rPr>
                <w:rtl/>
              </w:rPr>
              <w:t xml:space="preserve"> </w:t>
            </w:r>
            <w:r w:rsidRPr="009647FC">
              <w:rPr>
                <w:rtl/>
              </w:rPr>
              <w:t>بين</w:t>
            </w:r>
            <w:r>
              <w:rPr>
                <w:rtl/>
              </w:rPr>
              <w:t xml:space="preserve"> </w:t>
            </w:r>
            <w:r w:rsidRPr="009647FC">
              <w:rPr>
                <w:rtl/>
              </w:rPr>
              <w:t>أطراف</w:t>
            </w:r>
            <w:r>
              <w:rPr>
                <w:rtl/>
              </w:rPr>
              <w:t xml:space="preserve"> </w:t>
            </w:r>
            <w:r w:rsidRPr="009647FC">
              <w:rPr>
                <w:rtl/>
              </w:rPr>
              <w:t>القنا</w:t>
            </w:r>
            <w:r>
              <w:rPr>
                <w:rtl/>
              </w:rPr>
              <w:t xml:space="preserve"> </w:t>
            </w:r>
            <w:r w:rsidRPr="009647FC">
              <w:rPr>
                <w:rtl/>
              </w:rPr>
              <w:t>السمرِ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أريتها</w:t>
            </w:r>
            <w:r>
              <w:rPr>
                <w:rtl/>
              </w:rPr>
              <w:t xml:space="preserve"> </w:t>
            </w:r>
            <w:r w:rsidRPr="009647FC">
              <w:rPr>
                <w:rtl/>
              </w:rPr>
              <w:t>يوم</w:t>
            </w:r>
            <w:r>
              <w:rPr>
                <w:rtl/>
              </w:rPr>
              <w:t>َ</w:t>
            </w:r>
            <w:r w:rsidRPr="009647FC">
              <w:rPr>
                <w:rtl/>
              </w:rPr>
              <w:t>ها</w:t>
            </w:r>
            <w:r>
              <w:rPr>
                <w:rtl/>
              </w:rPr>
              <w:t xml:space="preserve"> </w:t>
            </w:r>
            <w:r w:rsidRPr="009647FC">
              <w:rPr>
                <w:rtl/>
              </w:rPr>
              <w:t>من</w:t>
            </w:r>
            <w:r>
              <w:rPr>
                <w:rtl/>
              </w:rPr>
              <w:t xml:space="preserve"> </w:t>
            </w:r>
            <w:r w:rsidRPr="009647FC">
              <w:rPr>
                <w:rtl/>
              </w:rPr>
              <w:t>قبلُ</w:t>
            </w:r>
            <w:r>
              <w:rPr>
                <w:rtl/>
              </w:rPr>
              <w:t xml:space="preserve"> </w:t>
            </w:r>
            <w:r w:rsidRPr="009647FC">
              <w:rPr>
                <w:rtl/>
              </w:rPr>
              <w:t>حين</w:t>
            </w:r>
            <w:r>
              <w:rPr>
                <w:rtl/>
              </w:rPr>
              <w:t xml:space="preserve"> </w:t>
            </w:r>
            <w:r w:rsidRPr="009647FC">
              <w:rPr>
                <w:rtl/>
              </w:rPr>
              <w:t>سرت</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بمشبع</w:t>
            </w:r>
            <w:r w:rsidR="004C00A8">
              <w:rPr>
                <w:rtl/>
              </w:rPr>
              <w:t xml:space="preserve"> </w:t>
            </w:r>
            <w:r w:rsidRPr="009647FC">
              <w:rPr>
                <w:rtl/>
              </w:rPr>
              <w:t>الطير</w:t>
            </w:r>
            <w:r>
              <w:rPr>
                <w:rtl/>
              </w:rPr>
              <w:t xml:space="preserve"> </w:t>
            </w:r>
            <w:r w:rsidRPr="009647FC">
              <w:rPr>
                <w:rtl/>
              </w:rPr>
              <w:t>في</w:t>
            </w:r>
            <w:r>
              <w:rPr>
                <w:rtl/>
              </w:rPr>
              <w:t xml:space="preserve"> </w:t>
            </w:r>
            <w:r w:rsidRPr="009647FC">
              <w:rPr>
                <w:rtl/>
              </w:rPr>
              <w:t>أعوامها</w:t>
            </w:r>
            <w:r>
              <w:rPr>
                <w:rtl/>
              </w:rPr>
              <w:t xml:space="preserve"> </w:t>
            </w:r>
            <w:r w:rsidRPr="009647FC">
              <w:rPr>
                <w:rtl/>
              </w:rPr>
              <w:t>الغبرِ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فاسأل</w:t>
            </w:r>
            <w:r>
              <w:rPr>
                <w:rtl/>
              </w:rPr>
              <w:t xml:space="preserve"> </w:t>
            </w:r>
            <w:r w:rsidRPr="009647FC">
              <w:rPr>
                <w:rtl/>
              </w:rPr>
              <w:t>بها</w:t>
            </w:r>
            <w:r>
              <w:rPr>
                <w:rtl/>
              </w:rPr>
              <w:t xml:space="preserve"> </w:t>
            </w:r>
            <w:r w:rsidRPr="009647FC">
              <w:rPr>
                <w:rtl/>
              </w:rPr>
              <w:t>اليوم</w:t>
            </w:r>
            <w:r>
              <w:rPr>
                <w:rtl/>
              </w:rPr>
              <w:t xml:space="preserve"> </w:t>
            </w:r>
            <w:r w:rsidRPr="009647FC">
              <w:rPr>
                <w:rtl/>
              </w:rPr>
              <w:t>هل</w:t>
            </w:r>
            <w:r>
              <w:rPr>
                <w:rtl/>
              </w:rPr>
              <w:t xml:space="preserve"> </w:t>
            </w:r>
            <w:r w:rsidRPr="009647FC">
              <w:rPr>
                <w:rtl/>
              </w:rPr>
              <w:t>وارت</w:t>
            </w:r>
            <w:r>
              <w:rPr>
                <w:rtl/>
              </w:rPr>
              <w:t xml:space="preserve"> (</w:t>
            </w:r>
            <w:r w:rsidRPr="009647FC">
              <w:rPr>
                <w:rtl/>
              </w:rPr>
              <w:t>محمد</w:t>
            </w:r>
            <w:r>
              <w:rPr>
                <w:rtl/>
              </w:rPr>
              <w:t>َ</w:t>
            </w:r>
            <w:r w:rsidRPr="009647FC">
              <w:rPr>
                <w:rtl/>
              </w:rPr>
              <w:t>ها</w:t>
            </w:r>
            <w:r>
              <w:rPr>
                <w:rtl/>
              </w:rPr>
              <w:t>)</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أم</w:t>
            </w:r>
            <w:r>
              <w:rPr>
                <w:rtl/>
              </w:rPr>
              <w:t xml:space="preserve"> </w:t>
            </w:r>
            <w:r w:rsidRPr="009647FC">
              <w:rPr>
                <w:rtl/>
              </w:rPr>
              <w:t>شيبة</w:t>
            </w:r>
            <w:r>
              <w:rPr>
                <w:rtl/>
              </w:rPr>
              <w:t xml:space="preserve"> </w:t>
            </w:r>
            <w:r w:rsidRPr="009647FC">
              <w:rPr>
                <w:rtl/>
              </w:rPr>
              <w:t>الحمد</w:t>
            </w:r>
            <w:r>
              <w:rPr>
                <w:rtl/>
              </w:rPr>
              <w:t xml:space="preserve"> </w:t>
            </w:r>
            <w:r w:rsidRPr="009647FC">
              <w:rPr>
                <w:rtl/>
              </w:rPr>
              <w:t>في</w:t>
            </w:r>
            <w:r>
              <w:rPr>
                <w:rtl/>
              </w:rPr>
              <w:t xml:space="preserve"> </w:t>
            </w:r>
            <w:r w:rsidRPr="009647FC">
              <w:rPr>
                <w:rtl/>
              </w:rPr>
              <w:t>ذاك</w:t>
            </w:r>
            <w:r>
              <w:rPr>
                <w:rtl/>
              </w:rPr>
              <w:t xml:space="preserve"> </w:t>
            </w:r>
            <w:r w:rsidRPr="009647FC">
              <w:rPr>
                <w:rtl/>
              </w:rPr>
              <w:t>الثرى</w:t>
            </w:r>
            <w:r>
              <w:rPr>
                <w:rtl/>
              </w:rPr>
              <w:t xml:space="preserve"> </w:t>
            </w:r>
            <w:r w:rsidRPr="009647FC">
              <w:rPr>
                <w:rtl/>
              </w:rPr>
              <w:t>العطرِ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خطبٌ</w:t>
            </w:r>
            <w:r>
              <w:rPr>
                <w:rtl/>
              </w:rPr>
              <w:t xml:space="preserve"> </w:t>
            </w:r>
            <w:r w:rsidRPr="009647FC">
              <w:rPr>
                <w:rtl/>
              </w:rPr>
              <w:t>لوت</w:t>
            </w:r>
            <w:r>
              <w:rPr>
                <w:rtl/>
              </w:rPr>
              <w:t xml:space="preserve"> </w:t>
            </w:r>
            <w:r w:rsidRPr="009647FC">
              <w:rPr>
                <w:rtl/>
              </w:rPr>
              <w:t>عنق</w:t>
            </w:r>
            <w:r>
              <w:rPr>
                <w:rtl/>
              </w:rPr>
              <w:t xml:space="preserve">َ </w:t>
            </w:r>
            <w:r w:rsidRPr="009647FC">
              <w:rPr>
                <w:rtl/>
              </w:rPr>
              <w:t>الإسلام</w:t>
            </w:r>
            <w:r>
              <w:rPr>
                <w:rtl/>
              </w:rPr>
              <w:t xml:space="preserve"> </w:t>
            </w:r>
            <w:r w:rsidRPr="009647FC">
              <w:rPr>
                <w:rtl/>
              </w:rPr>
              <w:t>منه</w:t>
            </w:r>
            <w:r>
              <w:rPr>
                <w:rtl/>
              </w:rPr>
              <w:t xml:space="preserve"> </w:t>
            </w:r>
            <w:r w:rsidRPr="009647FC">
              <w:rPr>
                <w:rtl/>
              </w:rPr>
              <w:t>يدٌ</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يا</w:t>
            </w:r>
            <w:r w:rsidR="004C00A8">
              <w:rPr>
                <w:rtl/>
              </w:rPr>
              <w:t xml:space="preserve"> </w:t>
            </w:r>
            <w:r w:rsidRPr="009647FC">
              <w:rPr>
                <w:rtl/>
              </w:rPr>
              <w:t>شلّ</w:t>
            </w:r>
            <w:r>
              <w:rPr>
                <w:rtl/>
              </w:rPr>
              <w:t>َ</w:t>
            </w:r>
            <w:r w:rsidRPr="009647FC">
              <w:rPr>
                <w:rtl/>
              </w:rPr>
              <w:t>ها</w:t>
            </w:r>
            <w:r>
              <w:rPr>
                <w:rtl/>
              </w:rPr>
              <w:t xml:space="preserve"> </w:t>
            </w:r>
            <w:r w:rsidRPr="009647FC">
              <w:rPr>
                <w:rtl/>
              </w:rPr>
              <w:t>اللهُ</w:t>
            </w:r>
            <w:r>
              <w:rPr>
                <w:rtl/>
              </w:rPr>
              <w:t xml:space="preserve"> </w:t>
            </w:r>
            <w:r w:rsidRPr="009647FC">
              <w:rPr>
                <w:rtl/>
              </w:rPr>
              <w:t>قد</w:t>
            </w:r>
            <w:r>
              <w:rPr>
                <w:rtl/>
              </w:rPr>
              <w:t xml:space="preserve"> </w:t>
            </w:r>
            <w:r w:rsidRPr="009647FC">
              <w:rPr>
                <w:rtl/>
              </w:rPr>
              <w:t>ألوت</w:t>
            </w:r>
            <w:r>
              <w:rPr>
                <w:rtl/>
              </w:rPr>
              <w:t xml:space="preserve"> </w:t>
            </w:r>
            <w:r w:rsidRPr="009647FC">
              <w:rPr>
                <w:rtl/>
              </w:rPr>
              <w:t>على</w:t>
            </w:r>
            <w:r>
              <w:rPr>
                <w:rtl/>
              </w:rPr>
              <w:t xml:space="preserve"> </w:t>
            </w:r>
            <w:r w:rsidRPr="009647FC">
              <w:rPr>
                <w:rtl/>
              </w:rPr>
              <w:t>مضرِ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مضى</w:t>
            </w:r>
            <w:r w:rsidR="004C00A8">
              <w:rPr>
                <w:rtl/>
              </w:rPr>
              <w:t xml:space="preserve"> </w:t>
            </w:r>
            <w:r w:rsidRPr="009647FC">
              <w:rPr>
                <w:rtl/>
              </w:rPr>
              <w:t>بأجمعها</w:t>
            </w:r>
            <w:r>
              <w:rPr>
                <w:rtl/>
              </w:rPr>
              <w:t xml:space="preserve"> </w:t>
            </w:r>
            <w:r w:rsidRPr="009647FC">
              <w:rPr>
                <w:rtl/>
              </w:rPr>
              <w:t>قلباً</w:t>
            </w:r>
            <w:r>
              <w:rPr>
                <w:rtl/>
              </w:rPr>
              <w:t xml:space="preserve"> </w:t>
            </w:r>
            <w:r w:rsidRPr="009647FC">
              <w:rPr>
                <w:rtl/>
              </w:rPr>
              <w:t>وأقطعها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غرباً</w:t>
            </w:r>
            <w:r>
              <w:rPr>
                <w:rtl/>
              </w:rPr>
              <w:t xml:space="preserve"> </w:t>
            </w:r>
            <w:r w:rsidRPr="009647FC">
              <w:rPr>
                <w:rtl/>
              </w:rPr>
              <w:t>وأمنعها</w:t>
            </w:r>
            <w:r>
              <w:rPr>
                <w:rtl/>
              </w:rPr>
              <w:t xml:space="preserve"> </w:t>
            </w:r>
            <w:r w:rsidRPr="009647FC">
              <w:rPr>
                <w:rtl/>
              </w:rPr>
              <w:t>للخائف</w:t>
            </w:r>
            <w:r>
              <w:rPr>
                <w:rtl/>
              </w:rPr>
              <w:t xml:space="preserve"> </w:t>
            </w:r>
            <w:r w:rsidRPr="009647FC">
              <w:rPr>
                <w:rtl/>
              </w:rPr>
              <w:t>الحذرِ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فالآن</w:t>
            </w:r>
            <w:r>
              <w:rPr>
                <w:rtl/>
              </w:rPr>
              <w:t xml:space="preserve"> </w:t>
            </w:r>
            <w:r w:rsidRPr="009647FC">
              <w:rPr>
                <w:rtl/>
              </w:rPr>
              <w:t>لم</w:t>
            </w:r>
            <w:r>
              <w:rPr>
                <w:rtl/>
              </w:rPr>
              <w:t xml:space="preserve"> </w:t>
            </w:r>
            <w:r w:rsidRPr="009647FC">
              <w:rPr>
                <w:rtl/>
              </w:rPr>
              <w:t>يبق</w:t>
            </w:r>
            <w:r>
              <w:rPr>
                <w:rtl/>
              </w:rPr>
              <w:t xml:space="preserve">َ </w:t>
            </w:r>
            <w:r w:rsidRPr="009647FC">
              <w:rPr>
                <w:rtl/>
              </w:rPr>
              <w:t>كهفٌ</w:t>
            </w:r>
            <w:r>
              <w:rPr>
                <w:rtl/>
              </w:rPr>
              <w:t xml:space="preserve"> </w:t>
            </w:r>
            <w:r w:rsidRPr="009647FC">
              <w:rPr>
                <w:rtl/>
              </w:rPr>
              <w:t>للمروع</w:t>
            </w:r>
            <w:r>
              <w:rPr>
                <w:rtl/>
              </w:rPr>
              <w:t xml:space="preserve"> </w:t>
            </w:r>
            <w:r w:rsidRPr="009647FC">
              <w:rPr>
                <w:rtl/>
              </w:rPr>
              <w:t>ولا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مأوىً</w:t>
            </w:r>
            <w:r w:rsidR="004C00A8">
              <w:rPr>
                <w:rtl/>
              </w:rPr>
              <w:t xml:space="preserve"> </w:t>
            </w:r>
            <w:r w:rsidRPr="009647FC">
              <w:rPr>
                <w:rtl/>
              </w:rPr>
              <w:t>يحطُّ</w:t>
            </w:r>
            <w:r>
              <w:rPr>
                <w:rtl/>
              </w:rPr>
              <w:t xml:space="preserve"> </w:t>
            </w:r>
            <w:r w:rsidRPr="009647FC">
              <w:rPr>
                <w:rtl/>
              </w:rPr>
              <w:t>إليه</w:t>
            </w:r>
            <w:r>
              <w:rPr>
                <w:rtl/>
              </w:rPr>
              <w:t xml:space="preserve"> </w:t>
            </w:r>
            <w:r w:rsidRPr="009647FC">
              <w:rPr>
                <w:rtl/>
              </w:rPr>
              <w:t>راكبُ</w:t>
            </w:r>
            <w:r>
              <w:rPr>
                <w:rtl/>
              </w:rPr>
              <w:t xml:space="preserve"> </w:t>
            </w:r>
            <w:r w:rsidRPr="009647FC">
              <w:rPr>
                <w:rtl/>
              </w:rPr>
              <w:t>الخطرِ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قد</w:t>
            </w:r>
            <w:r w:rsidR="004C00A8">
              <w:rPr>
                <w:rtl/>
              </w:rPr>
              <w:t xml:space="preserve"> </w:t>
            </w:r>
            <w:r w:rsidRPr="009647FC">
              <w:rPr>
                <w:rtl/>
              </w:rPr>
              <w:t>طوِّحت</w:t>
            </w:r>
            <w:r>
              <w:rPr>
                <w:rtl/>
              </w:rPr>
              <w:t xml:space="preserve"> </w:t>
            </w:r>
            <w:r w:rsidRPr="009647FC">
              <w:rPr>
                <w:rtl/>
              </w:rPr>
              <w:t>جبل</w:t>
            </w:r>
            <w:r>
              <w:rPr>
                <w:rtl/>
              </w:rPr>
              <w:t xml:space="preserve">َ </w:t>
            </w:r>
            <w:r w:rsidRPr="009647FC">
              <w:rPr>
                <w:rtl/>
              </w:rPr>
              <w:t>المجد</w:t>
            </w:r>
            <w:r>
              <w:rPr>
                <w:rtl/>
              </w:rPr>
              <w:t xml:space="preserve"> </w:t>
            </w:r>
            <w:r w:rsidRPr="009647FC">
              <w:rPr>
                <w:rtl/>
              </w:rPr>
              <w:t>المنيف</w:t>
            </w:r>
            <w:r>
              <w:rPr>
                <w:rtl/>
              </w:rPr>
              <w:t xml:space="preserve"> </w:t>
            </w:r>
            <w:r w:rsidRPr="009647FC">
              <w:rPr>
                <w:rtl/>
              </w:rPr>
              <w:t>عُلاً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على</w:t>
            </w:r>
            <w:r w:rsidR="004C00A8">
              <w:rPr>
                <w:rtl/>
              </w:rPr>
              <w:t xml:space="preserve"> </w:t>
            </w:r>
            <w:r w:rsidRPr="009647FC">
              <w:rPr>
                <w:rtl/>
              </w:rPr>
              <w:t>الورى</w:t>
            </w:r>
            <w:r>
              <w:rPr>
                <w:rtl/>
              </w:rPr>
              <w:t xml:space="preserve"> </w:t>
            </w:r>
            <w:r w:rsidRPr="009647FC">
              <w:rPr>
                <w:rtl/>
              </w:rPr>
              <w:t>نكباتُ</w:t>
            </w:r>
            <w:r>
              <w:rPr>
                <w:rtl/>
              </w:rPr>
              <w:t xml:space="preserve"> </w:t>
            </w:r>
            <w:r w:rsidRPr="009647FC">
              <w:rPr>
                <w:rtl/>
              </w:rPr>
              <w:t>الحادث</w:t>
            </w:r>
            <w:r>
              <w:rPr>
                <w:rtl/>
              </w:rPr>
              <w:t xml:space="preserve"> </w:t>
            </w:r>
            <w:r w:rsidRPr="009647FC">
              <w:rPr>
                <w:rtl/>
              </w:rPr>
              <w:t>النكرِ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يا</w:t>
            </w:r>
            <w:r w:rsidR="004C00A8">
              <w:rPr>
                <w:rtl/>
              </w:rPr>
              <w:t xml:space="preserve"> </w:t>
            </w:r>
            <w:r w:rsidRPr="009647FC">
              <w:rPr>
                <w:rtl/>
              </w:rPr>
              <w:t>م</w:t>
            </w:r>
            <w:r>
              <w:rPr>
                <w:rtl/>
              </w:rPr>
              <w:t>َ</w:t>
            </w:r>
            <w:r w:rsidRPr="009647FC">
              <w:rPr>
                <w:rtl/>
              </w:rPr>
              <w:t>نْ</w:t>
            </w:r>
            <w:r>
              <w:rPr>
                <w:rtl/>
              </w:rPr>
              <w:t xml:space="preserve"> </w:t>
            </w:r>
            <w:r w:rsidRPr="009647FC">
              <w:rPr>
                <w:rtl/>
              </w:rPr>
              <w:t>عن</w:t>
            </w:r>
            <w:r>
              <w:rPr>
                <w:rtl/>
              </w:rPr>
              <w:t xml:space="preserve"> </w:t>
            </w:r>
            <w:r w:rsidRPr="009647FC">
              <w:rPr>
                <w:rtl/>
              </w:rPr>
              <w:t>المجد</w:t>
            </w:r>
            <w:r>
              <w:rPr>
                <w:rtl/>
              </w:rPr>
              <w:t xml:space="preserve"> </w:t>
            </w:r>
            <w:r w:rsidRPr="009647FC">
              <w:rPr>
                <w:rtl/>
              </w:rPr>
              <w:t>أضحى</w:t>
            </w:r>
            <w:r>
              <w:rPr>
                <w:rtl/>
              </w:rPr>
              <w:t xml:space="preserve"> </w:t>
            </w:r>
            <w:r w:rsidRPr="009647FC">
              <w:rPr>
                <w:rtl/>
              </w:rPr>
              <w:t>مزمعاً</w:t>
            </w:r>
            <w:r>
              <w:rPr>
                <w:rtl/>
              </w:rPr>
              <w:t xml:space="preserve"> </w:t>
            </w:r>
            <w:r w:rsidRPr="009647FC">
              <w:rPr>
                <w:rtl/>
              </w:rPr>
              <w:t>سفرا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ما</w:t>
            </w:r>
            <w:r w:rsidR="004C00A8">
              <w:rPr>
                <w:rtl/>
              </w:rPr>
              <w:t xml:space="preserve"> </w:t>
            </w:r>
            <w:r w:rsidRPr="009647FC">
              <w:rPr>
                <w:rtl/>
              </w:rPr>
              <w:t>كان</w:t>
            </w:r>
            <w:r>
              <w:rPr>
                <w:rtl/>
              </w:rPr>
              <w:t xml:space="preserve"> </w:t>
            </w:r>
            <w:r w:rsidRPr="009647FC">
              <w:rPr>
                <w:rtl/>
              </w:rPr>
              <w:t>أبرحه</w:t>
            </w:r>
            <w:r>
              <w:rPr>
                <w:rtl/>
              </w:rPr>
              <w:t xml:space="preserve"> </w:t>
            </w:r>
            <w:r w:rsidRPr="009647FC">
              <w:rPr>
                <w:rtl/>
              </w:rPr>
              <w:t>للمجد</w:t>
            </w:r>
            <w:r>
              <w:rPr>
                <w:rtl/>
              </w:rPr>
              <w:t xml:space="preserve"> </w:t>
            </w:r>
            <w:r w:rsidRPr="009647FC">
              <w:rPr>
                <w:rtl/>
              </w:rPr>
              <w:t>من</w:t>
            </w:r>
            <w:r>
              <w:rPr>
                <w:rtl/>
              </w:rPr>
              <w:t xml:space="preserve"> </w:t>
            </w:r>
            <w:r w:rsidRPr="009647FC">
              <w:rPr>
                <w:rtl/>
              </w:rPr>
              <w:t>سفرِ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أمهل</w:t>
            </w:r>
            <w:r>
              <w:rPr>
                <w:rtl/>
              </w:rPr>
              <w:t xml:space="preserve"> </w:t>
            </w:r>
            <w:r w:rsidRPr="009647FC">
              <w:rPr>
                <w:rtl/>
              </w:rPr>
              <w:t>فواقاً</w:t>
            </w:r>
            <w:r>
              <w:rPr>
                <w:rtl/>
              </w:rPr>
              <w:t xml:space="preserve"> </w:t>
            </w:r>
            <w:r w:rsidRPr="009647FC">
              <w:rPr>
                <w:rtl/>
              </w:rPr>
              <w:t>فزوِّد</w:t>
            </w:r>
            <w:r>
              <w:rPr>
                <w:rtl/>
              </w:rPr>
              <w:t xml:space="preserve"> </w:t>
            </w:r>
            <w:r w:rsidRPr="009647FC">
              <w:rPr>
                <w:rtl/>
              </w:rPr>
              <w:t>أنفساً</w:t>
            </w:r>
            <w:r>
              <w:rPr>
                <w:rtl/>
              </w:rPr>
              <w:t xml:space="preserve"> </w:t>
            </w:r>
            <w:r w:rsidRPr="009647FC">
              <w:rPr>
                <w:rtl/>
              </w:rPr>
              <w:t>بقيت</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موقوفةً</w:t>
            </w:r>
            <w:r w:rsidR="004C00A8">
              <w:rPr>
                <w:rtl/>
              </w:rPr>
              <w:t xml:space="preserve"> </w:t>
            </w:r>
            <w:r w:rsidRPr="009647FC">
              <w:rPr>
                <w:rtl/>
              </w:rPr>
              <w:t>فيك</w:t>
            </w:r>
            <w:r>
              <w:rPr>
                <w:rtl/>
              </w:rPr>
              <w:t xml:space="preserve"> </w:t>
            </w:r>
            <w:r w:rsidRPr="009647FC">
              <w:rPr>
                <w:rtl/>
              </w:rPr>
              <w:t>بين</w:t>
            </w:r>
            <w:r>
              <w:rPr>
                <w:rtl/>
              </w:rPr>
              <w:t xml:space="preserve"> </w:t>
            </w:r>
            <w:r w:rsidRPr="009647FC">
              <w:rPr>
                <w:rtl/>
              </w:rPr>
              <w:t>البثّ</w:t>
            </w:r>
            <w:r>
              <w:rPr>
                <w:rtl/>
              </w:rPr>
              <w:t xml:space="preserve"> </w:t>
            </w:r>
            <w:r w:rsidRPr="009647FC">
              <w:rPr>
                <w:rtl/>
              </w:rPr>
              <w:t>والفك</w:t>
            </w:r>
            <w:r>
              <w:rPr>
                <w:rtl/>
              </w:rPr>
              <w:t>َ</w:t>
            </w:r>
            <w:r w:rsidRPr="009647FC">
              <w:rPr>
                <w:rtl/>
              </w:rPr>
              <w:t>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قل</w:t>
            </w:r>
            <w:r w:rsidR="004C00A8">
              <w:rPr>
                <w:rtl/>
              </w:rPr>
              <w:t xml:space="preserve"> </w:t>
            </w:r>
            <w:r w:rsidRPr="009647FC">
              <w:rPr>
                <w:rtl/>
              </w:rPr>
              <w:t>للنوائب</w:t>
            </w:r>
            <w:r>
              <w:rPr>
                <w:rtl/>
              </w:rPr>
              <w:t xml:space="preserve"> </w:t>
            </w:r>
            <w:r w:rsidRPr="009647FC">
              <w:rPr>
                <w:rtl/>
              </w:rPr>
              <w:t>ما</w:t>
            </w:r>
            <w:r>
              <w:rPr>
                <w:rtl/>
              </w:rPr>
              <w:t xml:space="preserve"> </w:t>
            </w:r>
            <w:r w:rsidRPr="009647FC">
              <w:rPr>
                <w:rtl/>
              </w:rPr>
              <w:t>من</w:t>
            </w:r>
            <w:r>
              <w:rPr>
                <w:rtl/>
              </w:rPr>
              <w:t xml:space="preserve"> </w:t>
            </w:r>
            <w:r w:rsidRPr="009647FC">
              <w:rPr>
                <w:rtl/>
              </w:rPr>
              <w:t>غاية</w:t>
            </w:r>
            <w:r>
              <w:rPr>
                <w:rtl/>
              </w:rPr>
              <w:t xml:space="preserve"> </w:t>
            </w:r>
            <w:r w:rsidRPr="009647FC">
              <w:rPr>
                <w:rtl/>
              </w:rPr>
              <w:t>بقيت</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وراء</w:t>
            </w:r>
            <w:r>
              <w:rPr>
                <w:rtl/>
              </w:rPr>
              <w:t xml:space="preserve">َ </w:t>
            </w:r>
            <w:r w:rsidRPr="009647FC">
              <w:rPr>
                <w:rtl/>
              </w:rPr>
              <w:t>هذا</w:t>
            </w:r>
            <w:r>
              <w:rPr>
                <w:rtl/>
              </w:rPr>
              <w:t xml:space="preserve"> </w:t>
            </w:r>
            <w:r w:rsidRPr="009647FC">
              <w:rPr>
                <w:rtl/>
              </w:rPr>
              <w:t>فأنّى</w:t>
            </w:r>
            <w:r>
              <w:rPr>
                <w:rtl/>
              </w:rPr>
              <w:t xml:space="preserve"> </w:t>
            </w:r>
            <w:r w:rsidRPr="009647FC">
              <w:rPr>
                <w:rtl/>
              </w:rPr>
              <w:t>شئتِ</w:t>
            </w:r>
            <w:r>
              <w:rPr>
                <w:rtl/>
              </w:rPr>
              <w:t xml:space="preserve"> </w:t>
            </w:r>
            <w:r w:rsidRPr="009647FC">
              <w:rPr>
                <w:rtl/>
              </w:rPr>
              <w:t>فابتدري</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تالله</w:t>
            </w:r>
            <w:r w:rsidR="004C00A8">
              <w:rPr>
                <w:rtl/>
              </w:rPr>
              <w:t xml:space="preserve"> </w:t>
            </w:r>
            <w:r w:rsidRPr="009647FC">
              <w:rPr>
                <w:rtl/>
              </w:rPr>
              <w:t>زلزلت</w:t>
            </w:r>
            <w:r>
              <w:rPr>
                <w:rtl/>
              </w:rPr>
              <w:t xml:space="preserve"> </w:t>
            </w:r>
            <w:r w:rsidRPr="009647FC">
              <w:rPr>
                <w:rtl/>
              </w:rPr>
              <w:t>الدنيا</w:t>
            </w:r>
            <w:r>
              <w:rPr>
                <w:rtl/>
              </w:rPr>
              <w:t xml:space="preserve"> </w:t>
            </w:r>
            <w:r w:rsidRPr="009647FC">
              <w:rPr>
                <w:rtl/>
              </w:rPr>
              <w:t>بقارعةٍ</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من</w:t>
            </w:r>
            <w:r>
              <w:rPr>
                <w:rtl/>
              </w:rPr>
              <w:t xml:space="preserve"> </w:t>
            </w:r>
            <w:r w:rsidRPr="009647FC">
              <w:rPr>
                <w:rtl/>
              </w:rPr>
              <w:t>القيامة</w:t>
            </w:r>
            <w:r>
              <w:rPr>
                <w:rtl/>
              </w:rPr>
              <w:t xml:space="preserve"> </w:t>
            </w:r>
            <w:r w:rsidRPr="009647FC">
              <w:rPr>
                <w:rtl/>
              </w:rPr>
              <w:t>نادت</w:t>
            </w:r>
            <w:r>
              <w:rPr>
                <w:rtl/>
              </w:rPr>
              <w:t xml:space="preserve"> </w:t>
            </w:r>
            <w:r w:rsidRPr="009647FC">
              <w:rPr>
                <w:rtl/>
              </w:rPr>
              <w:t>بالسما</w:t>
            </w:r>
            <w:r>
              <w:rPr>
                <w:rtl/>
              </w:rPr>
              <w:t xml:space="preserve"> </w:t>
            </w:r>
            <w:r w:rsidRPr="009647FC">
              <w:rPr>
                <w:rtl/>
              </w:rPr>
              <w:t>انفطري</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هوِّن</w:t>
            </w:r>
            <w:r>
              <w:rPr>
                <w:rtl/>
              </w:rPr>
              <w:t xml:space="preserve"> </w:t>
            </w:r>
            <w:r w:rsidRPr="009647FC">
              <w:rPr>
                <w:rtl/>
              </w:rPr>
              <w:t>عليك</w:t>
            </w:r>
            <w:r>
              <w:rPr>
                <w:rtl/>
              </w:rPr>
              <w:t xml:space="preserve"> </w:t>
            </w:r>
            <w:r w:rsidRPr="009647FC">
              <w:rPr>
                <w:rtl/>
              </w:rPr>
              <w:t>وإنْ</w:t>
            </w:r>
            <w:r>
              <w:rPr>
                <w:rtl/>
              </w:rPr>
              <w:t xml:space="preserve"> </w:t>
            </w:r>
            <w:r w:rsidRPr="009647FC">
              <w:rPr>
                <w:rtl/>
              </w:rPr>
              <w:t>داعي</w:t>
            </w:r>
            <w:r>
              <w:rPr>
                <w:rtl/>
              </w:rPr>
              <w:t xml:space="preserve"> </w:t>
            </w:r>
            <w:r w:rsidRPr="009647FC">
              <w:rPr>
                <w:rtl/>
              </w:rPr>
              <w:t>المنون</w:t>
            </w:r>
            <w:r>
              <w:rPr>
                <w:rtl/>
              </w:rPr>
              <w:t xml:space="preserve"> </w:t>
            </w:r>
            <w:r w:rsidRPr="009647FC">
              <w:rPr>
                <w:rtl/>
              </w:rPr>
              <w:t>دعا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يا</w:t>
            </w:r>
            <w:r>
              <w:rPr>
                <w:rtl/>
              </w:rPr>
              <w:t xml:space="preserve"> </w:t>
            </w:r>
            <w:r w:rsidRPr="009647FC">
              <w:rPr>
                <w:rtl/>
              </w:rPr>
              <w:t>أنجم</w:t>
            </w:r>
            <w:r>
              <w:rPr>
                <w:rtl/>
              </w:rPr>
              <w:t xml:space="preserve">َ </w:t>
            </w:r>
            <w:r w:rsidRPr="009647FC">
              <w:rPr>
                <w:rtl/>
              </w:rPr>
              <w:t>الفضل</w:t>
            </w:r>
            <w:r>
              <w:rPr>
                <w:rtl/>
              </w:rPr>
              <w:t xml:space="preserve"> </w:t>
            </w:r>
            <w:r w:rsidRPr="009647FC">
              <w:rPr>
                <w:rtl/>
              </w:rPr>
              <w:t>من</w:t>
            </w:r>
            <w:r>
              <w:rPr>
                <w:rtl/>
              </w:rPr>
              <w:t xml:space="preserve"> </w:t>
            </w:r>
            <w:r w:rsidRPr="009647FC">
              <w:rPr>
                <w:rtl/>
              </w:rPr>
              <w:t>آفاقك</w:t>
            </w:r>
            <w:r>
              <w:rPr>
                <w:rtl/>
              </w:rPr>
              <w:t xml:space="preserve"> </w:t>
            </w:r>
            <w:r w:rsidRPr="009647FC">
              <w:rPr>
                <w:rtl/>
              </w:rPr>
              <w:t>انتثري</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لا</w:t>
            </w:r>
            <w:r w:rsidR="004C00A8">
              <w:rPr>
                <w:rtl/>
              </w:rPr>
              <w:t xml:space="preserve"> </w:t>
            </w:r>
            <w:r w:rsidRPr="009647FC">
              <w:rPr>
                <w:rtl/>
              </w:rPr>
              <w:t>تحسب</w:t>
            </w:r>
            <w:r>
              <w:rPr>
                <w:rtl/>
              </w:rPr>
              <w:t xml:space="preserve"> </w:t>
            </w:r>
            <w:r w:rsidRPr="009647FC">
              <w:rPr>
                <w:rtl/>
              </w:rPr>
              <w:t>الملّة</w:t>
            </w:r>
            <w:r>
              <w:rPr>
                <w:rtl/>
              </w:rPr>
              <w:t xml:space="preserve"> </w:t>
            </w:r>
            <w:r w:rsidRPr="009647FC">
              <w:rPr>
                <w:rtl/>
              </w:rPr>
              <w:t>الغرّاء</w:t>
            </w:r>
            <w:r>
              <w:rPr>
                <w:rtl/>
              </w:rPr>
              <w:t xml:space="preserve"> </w:t>
            </w:r>
            <w:r w:rsidRPr="009647FC">
              <w:rPr>
                <w:rtl/>
              </w:rPr>
              <w:t>قد</w:t>
            </w:r>
            <w:r>
              <w:rPr>
                <w:rtl/>
              </w:rPr>
              <w:t xml:space="preserve"> </w:t>
            </w:r>
            <w:r w:rsidRPr="009647FC">
              <w:rPr>
                <w:rtl/>
              </w:rPr>
              <w:t>بقيت</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بعد</w:t>
            </w:r>
            <w:r w:rsidR="004C00A8">
              <w:rPr>
                <w:rtl/>
              </w:rPr>
              <w:t xml:space="preserve"> </w:t>
            </w:r>
            <w:r w:rsidRPr="009647FC">
              <w:rPr>
                <w:rtl/>
              </w:rPr>
              <w:t>الذين</w:t>
            </w:r>
            <w:r>
              <w:rPr>
                <w:rtl/>
              </w:rPr>
              <w:t xml:space="preserve"> </w:t>
            </w:r>
            <w:r w:rsidRPr="009647FC">
              <w:rPr>
                <w:rtl/>
              </w:rPr>
              <w:t>مضوا</w:t>
            </w:r>
            <w:r>
              <w:rPr>
                <w:rtl/>
              </w:rPr>
              <w:t xml:space="preserve"> </w:t>
            </w:r>
            <w:r w:rsidRPr="009647FC">
              <w:rPr>
                <w:rtl/>
              </w:rPr>
              <w:t>عنها</w:t>
            </w:r>
            <w:r>
              <w:rPr>
                <w:rtl/>
              </w:rPr>
              <w:t xml:space="preserve"> </w:t>
            </w:r>
            <w:r w:rsidRPr="009647FC">
              <w:rPr>
                <w:rtl/>
              </w:rPr>
              <w:t>بلا</w:t>
            </w:r>
            <w:r>
              <w:rPr>
                <w:rtl/>
              </w:rPr>
              <w:t xml:space="preserve"> </w:t>
            </w:r>
            <w:r w:rsidRPr="009647FC">
              <w:rPr>
                <w:rtl/>
              </w:rPr>
              <w:t>وزرِ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هيهات</w:t>
            </w:r>
            <w:r w:rsidR="004C00A8">
              <w:rPr>
                <w:rtl/>
              </w:rPr>
              <w:t xml:space="preserve"> </w:t>
            </w:r>
            <w:r w:rsidRPr="009647FC">
              <w:rPr>
                <w:rtl/>
              </w:rPr>
              <w:t>قد</w:t>
            </w:r>
            <w:r>
              <w:rPr>
                <w:rtl/>
              </w:rPr>
              <w:t xml:space="preserve"> </w:t>
            </w:r>
            <w:r w:rsidRPr="009647FC">
              <w:rPr>
                <w:rtl/>
              </w:rPr>
              <w:t>حفظ</w:t>
            </w:r>
            <w:r>
              <w:rPr>
                <w:rtl/>
              </w:rPr>
              <w:t xml:space="preserve"> </w:t>
            </w:r>
            <w:r w:rsidRPr="009647FC">
              <w:rPr>
                <w:rtl/>
              </w:rPr>
              <w:t>الباري</w:t>
            </w:r>
            <w:r>
              <w:rPr>
                <w:rtl/>
              </w:rPr>
              <w:t xml:space="preserve"> </w:t>
            </w:r>
            <w:r w:rsidRPr="009647FC">
              <w:rPr>
                <w:rtl/>
              </w:rPr>
              <w:t>محجّتها</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البيضاء</w:t>
            </w:r>
            <w:r>
              <w:rPr>
                <w:rtl/>
              </w:rPr>
              <w:t>َ</w:t>
            </w:r>
            <w:r w:rsidR="004C00A8">
              <w:rPr>
                <w:rtl/>
              </w:rPr>
              <w:t xml:space="preserve"> </w:t>
            </w:r>
            <w:r w:rsidRPr="009647FC">
              <w:rPr>
                <w:rtl/>
              </w:rPr>
              <w:t>بالخلف</w:t>
            </w:r>
            <w:r>
              <w:rPr>
                <w:rtl/>
              </w:rPr>
              <w:t xml:space="preserve"> (</w:t>
            </w:r>
            <w:r w:rsidRPr="009647FC">
              <w:rPr>
                <w:rtl/>
              </w:rPr>
              <w:t>المهديّ</w:t>
            </w:r>
            <w:r>
              <w:rPr>
                <w:rtl/>
              </w:rPr>
              <w:t xml:space="preserve">َ) </w:t>
            </w:r>
            <w:r w:rsidRPr="009647FC">
              <w:rPr>
                <w:rtl/>
              </w:rPr>
              <w:t>من</w:t>
            </w:r>
            <w:r>
              <w:rPr>
                <w:rtl/>
              </w:rPr>
              <w:t xml:space="preserve"> </w:t>
            </w:r>
            <w:r w:rsidRPr="009647FC">
              <w:rPr>
                <w:rtl/>
              </w:rPr>
              <w:t>مضرِ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بقائمٍ</w:t>
            </w:r>
            <w:r w:rsidR="004C00A8">
              <w:rPr>
                <w:rtl/>
              </w:rPr>
              <w:t xml:space="preserve"> </w:t>
            </w:r>
            <w:r w:rsidRPr="009647FC">
              <w:rPr>
                <w:rtl/>
              </w:rPr>
              <w:t>بهدانا</w:t>
            </w:r>
            <w:r>
              <w:rPr>
                <w:rtl/>
              </w:rPr>
              <w:t xml:space="preserve"> </w:t>
            </w:r>
            <w:r w:rsidRPr="009647FC">
              <w:rPr>
                <w:rtl/>
              </w:rPr>
              <w:t>غير</w:t>
            </w:r>
            <w:r>
              <w:rPr>
                <w:rtl/>
              </w:rPr>
              <w:t xml:space="preserve"> </w:t>
            </w:r>
            <w:r w:rsidRPr="009647FC">
              <w:rPr>
                <w:rtl/>
              </w:rPr>
              <w:t>منتظرٍ</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ينوب</w:t>
            </w:r>
            <w:r w:rsidR="004C00A8">
              <w:rPr>
                <w:rtl/>
              </w:rPr>
              <w:t xml:space="preserve"> </w:t>
            </w:r>
            <w:r w:rsidRPr="009647FC">
              <w:rPr>
                <w:rtl/>
              </w:rPr>
              <w:t>عن</w:t>
            </w:r>
            <w:r>
              <w:rPr>
                <w:rtl/>
              </w:rPr>
              <w:t xml:space="preserve"> </w:t>
            </w:r>
            <w:r w:rsidRPr="009647FC">
              <w:rPr>
                <w:rtl/>
              </w:rPr>
              <w:t>قائم</w:t>
            </w:r>
            <w:r>
              <w:rPr>
                <w:rtl/>
              </w:rPr>
              <w:t xml:space="preserve"> </w:t>
            </w:r>
            <w:r w:rsidRPr="009647FC">
              <w:rPr>
                <w:rtl/>
              </w:rPr>
              <w:t>بالأمر</w:t>
            </w:r>
            <w:r>
              <w:rPr>
                <w:rtl/>
              </w:rPr>
              <w:t xml:space="preserve"> </w:t>
            </w:r>
            <w:r w:rsidRPr="009647FC">
              <w:rPr>
                <w:rtl/>
              </w:rPr>
              <w:t>منتظرِ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له</w:t>
            </w:r>
            <w:r w:rsidR="004C00A8">
              <w:rPr>
                <w:rtl/>
              </w:rPr>
              <w:t xml:space="preserve"> </w:t>
            </w:r>
            <w:r w:rsidRPr="009647FC">
              <w:rPr>
                <w:rtl/>
              </w:rPr>
              <w:t>نفائسُ</w:t>
            </w:r>
            <w:r>
              <w:rPr>
                <w:rtl/>
              </w:rPr>
              <w:t xml:space="preserve"> </w:t>
            </w:r>
            <w:r w:rsidRPr="009647FC">
              <w:rPr>
                <w:rtl/>
              </w:rPr>
              <w:t>علمٍ</w:t>
            </w:r>
            <w:r>
              <w:rPr>
                <w:rtl/>
              </w:rPr>
              <w:t xml:space="preserve"> </w:t>
            </w:r>
            <w:r w:rsidRPr="009647FC">
              <w:rPr>
                <w:rtl/>
              </w:rPr>
              <w:t>كلُّها</w:t>
            </w:r>
            <w:r>
              <w:rPr>
                <w:rtl/>
              </w:rPr>
              <w:t xml:space="preserve"> </w:t>
            </w:r>
            <w:r w:rsidRPr="009647FC">
              <w:rPr>
                <w:rtl/>
              </w:rPr>
              <w:t>دررٌ</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والبحرُ</w:t>
            </w:r>
            <w:r w:rsidR="004C00A8">
              <w:rPr>
                <w:rtl/>
              </w:rPr>
              <w:t xml:space="preserve"> </w:t>
            </w:r>
            <w:r w:rsidRPr="009647FC">
              <w:rPr>
                <w:rtl/>
              </w:rPr>
              <w:t>يبرز</w:t>
            </w:r>
            <w:r>
              <w:rPr>
                <w:rtl/>
              </w:rPr>
              <w:t xml:space="preserve"> </w:t>
            </w:r>
            <w:r w:rsidRPr="009647FC">
              <w:rPr>
                <w:rtl/>
              </w:rPr>
              <w:t>منه</w:t>
            </w:r>
            <w:r>
              <w:rPr>
                <w:rtl/>
              </w:rPr>
              <w:t xml:space="preserve"> </w:t>
            </w:r>
            <w:r w:rsidRPr="009647FC">
              <w:rPr>
                <w:rtl/>
              </w:rPr>
              <w:t>أنفس</w:t>
            </w:r>
            <w:r>
              <w:rPr>
                <w:rtl/>
              </w:rPr>
              <w:t xml:space="preserve"> </w:t>
            </w:r>
            <w:r w:rsidRPr="009647FC">
              <w:rPr>
                <w:rtl/>
              </w:rPr>
              <w:t>الدررِ</w:t>
            </w:r>
            <w:r w:rsidRPr="00524A24">
              <w:rPr>
                <w:rStyle w:val="libPoemTiniChar0"/>
                <w:rtl/>
              </w:rPr>
              <w:br/>
              <w:t> </w:t>
            </w:r>
          </w:p>
        </w:tc>
      </w:tr>
      <w:tr w:rsidR="008D3009" w:rsidRPr="00524A24" w:rsidTr="008D3009">
        <w:trPr>
          <w:trHeight w:val="350"/>
        </w:trPr>
        <w:tc>
          <w:tcPr>
            <w:tcW w:w="3902" w:type="dxa"/>
          </w:tcPr>
          <w:p w:rsidR="008D3009" w:rsidRPr="00524A24" w:rsidRDefault="008D3009" w:rsidP="008D3009">
            <w:pPr>
              <w:pStyle w:val="libPoem"/>
            </w:pPr>
            <w:r w:rsidRPr="009647FC">
              <w:rPr>
                <w:rtl/>
              </w:rPr>
              <w:t>لو</w:t>
            </w:r>
            <w:r>
              <w:rPr>
                <w:rtl/>
              </w:rPr>
              <w:t xml:space="preserve"> </w:t>
            </w:r>
            <w:r w:rsidRPr="009647FC">
              <w:rPr>
                <w:rtl/>
              </w:rPr>
              <w:t>أصبحت</w:t>
            </w:r>
            <w:r>
              <w:rPr>
                <w:rtl/>
              </w:rPr>
              <w:t xml:space="preserve"> </w:t>
            </w:r>
            <w:r w:rsidRPr="009647FC">
              <w:rPr>
                <w:rtl/>
              </w:rPr>
              <w:t>علماءُ</w:t>
            </w:r>
            <w:r>
              <w:rPr>
                <w:rtl/>
              </w:rPr>
              <w:t xml:space="preserve"> </w:t>
            </w:r>
            <w:r w:rsidRPr="009647FC">
              <w:rPr>
                <w:rtl/>
              </w:rPr>
              <w:t>الأرض</w:t>
            </w:r>
            <w:r>
              <w:rPr>
                <w:rtl/>
              </w:rPr>
              <w:t xml:space="preserve"> </w:t>
            </w:r>
            <w:r w:rsidRPr="009647FC">
              <w:rPr>
                <w:rtl/>
              </w:rPr>
              <w:t>واردةً</w:t>
            </w:r>
            <w:r w:rsidRPr="00524A24">
              <w:rPr>
                <w:rStyle w:val="libPoemTiniChar0"/>
                <w:rtl/>
              </w:rPr>
              <w:br/>
              <w:t> </w:t>
            </w:r>
          </w:p>
        </w:tc>
        <w:tc>
          <w:tcPr>
            <w:tcW w:w="301" w:type="dxa"/>
          </w:tcPr>
          <w:p w:rsidR="008D3009" w:rsidRPr="00524A24" w:rsidRDefault="008D3009" w:rsidP="008D3009">
            <w:pPr>
              <w:pStyle w:val="libPoem"/>
              <w:rPr>
                <w:rtl/>
              </w:rPr>
            </w:pPr>
          </w:p>
        </w:tc>
        <w:tc>
          <w:tcPr>
            <w:tcW w:w="3884" w:type="dxa"/>
          </w:tcPr>
          <w:p w:rsidR="008D3009" w:rsidRPr="00524A24" w:rsidRDefault="008D3009" w:rsidP="008D3009">
            <w:pPr>
              <w:pStyle w:val="libPoem"/>
            </w:pPr>
            <w:r w:rsidRPr="009647FC">
              <w:rPr>
                <w:rtl/>
              </w:rPr>
              <w:t>منه</w:t>
            </w:r>
            <w:r w:rsidR="004C00A8">
              <w:rPr>
                <w:rtl/>
              </w:rPr>
              <w:t xml:space="preserve"> </w:t>
            </w:r>
            <w:r w:rsidRPr="009647FC">
              <w:rPr>
                <w:rtl/>
              </w:rPr>
              <w:t>لما</w:t>
            </w:r>
            <w:r>
              <w:rPr>
                <w:rtl/>
              </w:rPr>
              <w:t xml:space="preserve"> </w:t>
            </w:r>
            <w:r w:rsidRPr="009647FC">
              <w:rPr>
                <w:rtl/>
              </w:rPr>
              <w:t>رغبت</w:t>
            </w:r>
            <w:r>
              <w:rPr>
                <w:rtl/>
              </w:rPr>
              <w:t xml:space="preserve"> </w:t>
            </w:r>
            <w:r w:rsidRPr="009647FC">
              <w:rPr>
                <w:rtl/>
              </w:rPr>
              <w:t>عنه</w:t>
            </w:r>
            <w:r>
              <w:rPr>
                <w:rtl/>
              </w:rPr>
              <w:t xml:space="preserve"> </w:t>
            </w:r>
            <w:r w:rsidRPr="009647FC">
              <w:rPr>
                <w:rtl/>
              </w:rPr>
              <w:t>إلى</w:t>
            </w:r>
            <w:r>
              <w:rPr>
                <w:rtl/>
              </w:rPr>
              <w:t xml:space="preserve"> </w:t>
            </w:r>
            <w:r w:rsidRPr="009647FC">
              <w:rPr>
                <w:rtl/>
              </w:rPr>
              <w:t>الصدرِ</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المخطوطة</w:t>
      </w:r>
      <w:r w:rsidR="00D769AB">
        <w:rPr>
          <w:rtl/>
        </w:rPr>
        <w:t>:</w:t>
      </w:r>
      <w:r w:rsidRPr="009647FC">
        <w:rPr>
          <w:rtl/>
        </w:rPr>
        <w:t xml:space="preserve"> ومن كدر</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F143B8" w:rsidRPr="00524A24" w:rsidTr="00F143B8">
        <w:trPr>
          <w:trHeight w:val="350"/>
        </w:trPr>
        <w:tc>
          <w:tcPr>
            <w:tcW w:w="3902" w:type="dxa"/>
          </w:tcPr>
          <w:p w:rsidR="00F143B8" w:rsidRPr="00524A24" w:rsidRDefault="00F143B8" w:rsidP="008726EA">
            <w:pPr>
              <w:pStyle w:val="libPoem"/>
            </w:pPr>
            <w:r w:rsidRPr="009647FC">
              <w:rPr>
                <w:rtl/>
              </w:rPr>
              <w:lastRenderedPageBreak/>
              <w:t>مقدّ</w:t>
            </w:r>
            <w:r>
              <w:rPr>
                <w:rtl/>
              </w:rPr>
              <w:t>َ</w:t>
            </w:r>
            <w:r w:rsidRPr="009647FC">
              <w:rPr>
                <w:rtl/>
              </w:rPr>
              <w:t>مٌ</w:t>
            </w:r>
            <w:r w:rsidR="004C00A8">
              <w:rPr>
                <w:rtl/>
              </w:rPr>
              <w:t xml:space="preserve"> </w:t>
            </w:r>
            <w:r w:rsidRPr="009647FC">
              <w:rPr>
                <w:rtl/>
              </w:rPr>
              <w:t>بين</w:t>
            </w:r>
            <w:r>
              <w:rPr>
                <w:rtl/>
              </w:rPr>
              <w:t xml:space="preserve"> </w:t>
            </w:r>
            <w:r w:rsidRPr="009647FC">
              <w:rPr>
                <w:rtl/>
              </w:rPr>
              <w:t>أهل</w:t>
            </w:r>
            <w:r>
              <w:rPr>
                <w:rtl/>
              </w:rPr>
              <w:t xml:space="preserve"> </w:t>
            </w:r>
            <w:r w:rsidRPr="009647FC">
              <w:rPr>
                <w:rtl/>
              </w:rPr>
              <w:t>الفضل</w:t>
            </w:r>
            <w:r>
              <w:rPr>
                <w:rtl/>
              </w:rPr>
              <w:t xml:space="preserve"> </w:t>
            </w:r>
            <w:r w:rsidRPr="009647FC">
              <w:rPr>
                <w:rtl/>
              </w:rPr>
              <w:t>قد</w:t>
            </w:r>
            <w:r>
              <w:rPr>
                <w:rtl/>
              </w:rPr>
              <w:t xml:space="preserve"> </w:t>
            </w:r>
            <w:r w:rsidRPr="009647FC">
              <w:rPr>
                <w:rtl/>
              </w:rPr>
              <w:t>عُرفتْ</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له</w:t>
            </w:r>
            <w:r>
              <w:rPr>
                <w:rtl/>
              </w:rPr>
              <w:t xml:space="preserve"> </w:t>
            </w:r>
            <w:r w:rsidRPr="009647FC">
              <w:rPr>
                <w:rtl/>
              </w:rPr>
              <w:t>الرياسةُ</w:t>
            </w:r>
            <w:r>
              <w:rPr>
                <w:rtl/>
              </w:rPr>
              <w:t xml:space="preserve"> </w:t>
            </w:r>
            <w:r w:rsidRPr="009647FC">
              <w:rPr>
                <w:rtl/>
              </w:rPr>
              <w:t>في</w:t>
            </w:r>
            <w:r>
              <w:rPr>
                <w:rtl/>
              </w:rPr>
              <w:t xml:space="preserve"> </w:t>
            </w:r>
            <w:r w:rsidRPr="009647FC">
              <w:rPr>
                <w:rtl/>
              </w:rPr>
              <w:t>الماضي</w:t>
            </w:r>
            <w:r>
              <w:rPr>
                <w:rtl/>
              </w:rPr>
              <w:t xml:space="preserve"> </w:t>
            </w:r>
            <w:r w:rsidRPr="009647FC">
              <w:rPr>
                <w:rtl/>
              </w:rPr>
              <w:t>من</w:t>
            </w:r>
            <w:r>
              <w:rPr>
                <w:rtl/>
              </w:rPr>
              <w:t xml:space="preserve"> </w:t>
            </w:r>
            <w:r w:rsidRPr="009647FC">
              <w:rPr>
                <w:rtl/>
              </w:rPr>
              <w:t>العصرِ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يفوق</w:t>
            </w:r>
            <w:r w:rsidR="004C00A8">
              <w:rPr>
                <w:rtl/>
              </w:rPr>
              <w:t xml:space="preserve"> </w:t>
            </w:r>
            <w:r w:rsidRPr="009647FC">
              <w:rPr>
                <w:rtl/>
              </w:rPr>
              <w:t>في</w:t>
            </w:r>
            <w:r>
              <w:rPr>
                <w:rtl/>
              </w:rPr>
              <w:t xml:space="preserve"> </w:t>
            </w:r>
            <w:r w:rsidRPr="009647FC">
              <w:rPr>
                <w:rtl/>
              </w:rPr>
              <w:t>المدح</w:t>
            </w:r>
            <w:r>
              <w:rPr>
                <w:rtl/>
              </w:rPr>
              <w:t xml:space="preserve"> </w:t>
            </w:r>
            <w:r w:rsidRPr="009647FC">
              <w:rPr>
                <w:rtl/>
              </w:rPr>
              <w:t>عين</w:t>
            </w:r>
            <w:r>
              <w:rPr>
                <w:rtl/>
              </w:rPr>
              <w:t xml:space="preserve">َ </w:t>
            </w:r>
            <w:r w:rsidRPr="009647FC">
              <w:rPr>
                <w:rtl/>
              </w:rPr>
              <w:t>القوم</w:t>
            </w:r>
            <w:r>
              <w:rPr>
                <w:rtl/>
              </w:rPr>
              <w:t xml:space="preserve"> </w:t>
            </w:r>
            <w:r w:rsidRPr="009647FC">
              <w:rPr>
                <w:rtl/>
              </w:rPr>
              <w:t>أثرهم</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ومدحه</w:t>
            </w:r>
            <w:r w:rsidR="004C00A8">
              <w:rPr>
                <w:rtl/>
              </w:rPr>
              <w:t xml:space="preserve"> </w:t>
            </w:r>
            <w:r w:rsidRPr="009647FC">
              <w:rPr>
                <w:rtl/>
              </w:rPr>
              <w:t>شرعٌ</w:t>
            </w:r>
            <w:r>
              <w:rPr>
                <w:rtl/>
              </w:rPr>
              <w:t xml:space="preserve"> </w:t>
            </w:r>
            <w:r w:rsidRPr="009647FC">
              <w:rPr>
                <w:rtl/>
              </w:rPr>
              <w:t>في</w:t>
            </w:r>
            <w:r>
              <w:rPr>
                <w:rtl/>
              </w:rPr>
              <w:t xml:space="preserve"> </w:t>
            </w:r>
            <w:r w:rsidRPr="009647FC">
              <w:rPr>
                <w:rtl/>
              </w:rPr>
              <w:t>العين</w:t>
            </w:r>
            <w:r>
              <w:rPr>
                <w:rtl/>
              </w:rPr>
              <w:t xml:space="preserve"> </w:t>
            </w:r>
            <w:r w:rsidRPr="009647FC">
              <w:rPr>
                <w:rtl/>
              </w:rPr>
              <w:t>والأثرِ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أغرُّ</w:t>
            </w:r>
            <w:r w:rsidR="004C00A8">
              <w:rPr>
                <w:rtl/>
              </w:rPr>
              <w:t xml:space="preserve"> </w:t>
            </w:r>
            <w:r w:rsidRPr="009647FC">
              <w:rPr>
                <w:rtl/>
              </w:rPr>
              <w:t>يبسط</w:t>
            </w:r>
            <w:r>
              <w:rPr>
                <w:rtl/>
              </w:rPr>
              <w:t xml:space="preserve"> </w:t>
            </w:r>
            <w:r w:rsidRPr="009647FC">
              <w:rPr>
                <w:rtl/>
              </w:rPr>
              <w:t>كفّاً</w:t>
            </w:r>
            <w:r>
              <w:rPr>
                <w:rtl/>
              </w:rPr>
              <w:t xml:space="preserve"> </w:t>
            </w:r>
            <w:r w:rsidRPr="009647FC">
              <w:rPr>
                <w:rtl/>
              </w:rPr>
              <w:t>لا</w:t>
            </w:r>
            <w:r>
              <w:rPr>
                <w:rtl/>
              </w:rPr>
              <w:t xml:space="preserve"> </w:t>
            </w:r>
            <w:r w:rsidRPr="009647FC">
              <w:rPr>
                <w:rtl/>
              </w:rPr>
              <w:t>تقوم</w:t>
            </w:r>
            <w:r>
              <w:rPr>
                <w:rtl/>
              </w:rPr>
              <w:t xml:space="preserve"> </w:t>
            </w:r>
            <w:r w:rsidRPr="009647FC">
              <w:rPr>
                <w:rtl/>
              </w:rPr>
              <w:t>لها</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بشكر</w:t>
            </w:r>
            <w:r>
              <w:rPr>
                <w:rtl/>
              </w:rPr>
              <w:t xml:space="preserve"> </w:t>
            </w:r>
            <w:r w:rsidRPr="009647FC">
              <w:rPr>
                <w:rtl/>
              </w:rPr>
              <w:t>ما</w:t>
            </w:r>
            <w:r>
              <w:rPr>
                <w:rtl/>
              </w:rPr>
              <w:t xml:space="preserve"> </w:t>
            </w:r>
            <w:r w:rsidRPr="009647FC">
              <w:rPr>
                <w:rtl/>
              </w:rPr>
              <w:t>صنعته</w:t>
            </w:r>
            <w:r>
              <w:rPr>
                <w:rtl/>
              </w:rPr>
              <w:t xml:space="preserve"> </w:t>
            </w:r>
            <w:r w:rsidRPr="009647FC">
              <w:rPr>
                <w:rtl/>
              </w:rPr>
              <w:t>ألسنُ</w:t>
            </w:r>
            <w:r>
              <w:rPr>
                <w:rtl/>
              </w:rPr>
              <w:t xml:space="preserve"> </w:t>
            </w:r>
            <w:r w:rsidRPr="009647FC">
              <w:rPr>
                <w:rtl/>
              </w:rPr>
              <w:t>البشرِ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هذي</w:t>
            </w:r>
            <w:r>
              <w:rPr>
                <w:rtl/>
              </w:rPr>
              <w:t xml:space="preserve"> </w:t>
            </w:r>
            <w:r w:rsidRPr="009647FC">
              <w:rPr>
                <w:rtl/>
              </w:rPr>
              <w:t>سما</w:t>
            </w:r>
            <w:r>
              <w:rPr>
                <w:rtl/>
              </w:rPr>
              <w:t xml:space="preserve"> </w:t>
            </w:r>
            <w:r w:rsidRPr="009647FC">
              <w:rPr>
                <w:rtl/>
              </w:rPr>
              <w:t>الدين</w:t>
            </w:r>
            <w:r>
              <w:rPr>
                <w:rtl/>
              </w:rPr>
              <w:t xml:space="preserve"> </w:t>
            </w:r>
            <w:r w:rsidRPr="009647FC">
              <w:rPr>
                <w:rtl/>
              </w:rPr>
              <w:t>فانظر</w:t>
            </w:r>
            <w:r>
              <w:rPr>
                <w:rtl/>
              </w:rPr>
              <w:t xml:space="preserve"> </w:t>
            </w:r>
            <w:r w:rsidRPr="009647FC">
              <w:rPr>
                <w:rtl/>
              </w:rPr>
              <w:t>كيف</w:t>
            </w:r>
            <w:r>
              <w:rPr>
                <w:rtl/>
              </w:rPr>
              <w:t xml:space="preserve"> </w:t>
            </w:r>
            <w:r w:rsidRPr="009647FC">
              <w:rPr>
                <w:rtl/>
              </w:rPr>
              <w:t>زينتُها</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بأنجم</w:t>
            </w:r>
            <w:r>
              <w:rPr>
                <w:rtl/>
              </w:rPr>
              <w:t xml:space="preserve"> </w:t>
            </w:r>
            <w:r w:rsidRPr="009647FC">
              <w:rPr>
                <w:rtl/>
              </w:rPr>
              <w:t>العلم</w:t>
            </w:r>
            <w:r>
              <w:rPr>
                <w:rtl/>
              </w:rPr>
              <w:t xml:space="preserve"> </w:t>
            </w:r>
            <w:r w:rsidRPr="009647FC">
              <w:rPr>
                <w:rtl/>
              </w:rPr>
              <w:t>من</w:t>
            </w:r>
            <w:r>
              <w:rPr>
                <w:rtl/>
              </w:rPr>
              <w:t xml:space="preserve"> </w:t>
            </w:r>
            <w:r w:rsidRPr="009647FC">
              <w:rPr>
                <w:rtl/>
              </w:rPr>
              <w:t>أبنائها</w:t>
            </w:r>
            <w:r>
              <w:rPr>
                <w:rtl/>
              </w:rPr>
              <w:t xml:space="preserve"> </w:t>
            </w:r>
            <w:r w:rsidRPr="009647FC">
              <w:rPr>
                <w:rtl/>
              </w:rPr>
              <w:t>الزهرِ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فروعُ</w:t>
            </w:r>
            <w:r>
              <w:rPr>
                <w:rtl/>
              </w:rPr>
              <w:t xml:space="preserve"> </w:t>
            </w:r>
            <w:r w:rsidRPr="009647FC">
              <w:rPr>
                <w:rtl/>
              </w:rPr>
              <w:t>دوحة</w:t>
            </w:r>
            <w:r>
              <w:rPr>
                <w:rtl/>
              </w:rPr>
              <w:t xml:space="preserve"> </w:t>
            </w:r>
            <w:r w:rsidRPr="009647FC">
              <w:rPr>
                <w:rtl/>
              </w:rPr>
              <w:t>مجدٍ</w:t>
            </w:r>
            <w:r>
              <w:rPr>
                <w:rtl/>
              </w:rPr>
              <w:t xml:space="preserve"> </w:t>
            </w:r>
            <w:r w:rsidRPr="009647FC">
              <w:rPr>
                <w:rtl/>
              </w:rPr>
              <w:t>أثمرتْ</w:t>
            </w:r>
            <w:r>
              <w:rPr>
                <w:rtl/>
              </w:rPr>
              <w:t xml:space="preserve"> </w:t>
            </w:r>
            <w:r w:rsidRPr="009647FC">
              <w:rPr>
                <w:rtl/>
              </w:rPr>
              <w:t>كرما</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للمعتفين</w:t>
            </w:r>
            <w:r>
              <w:rPr>
                <w:rtl/>
              </w:rPr>
              <w:t xml:space="preserve"> </w:t>
            </w:r>
            <w:r w:rsidRPr="009647FC">
              <w:rPr>
                <w:rtl/>
              </w:rPr>
              <w:t>وكم</w:t>
            </w:r>
            <w:r>
              <w:rPr>
                <w:rtl/>
              </w:rPr>
              <w:t xml:space="preserve"> </w:t>
            </w:r>
            <w:r w:rsidRPr="009647FC">
              <w:rPr>
                <w:rtl/>
              </w:rPr>
              <w:t>فرع</w:t>
            </w:r>
            <w:r>
              <w:rPr>
                <w:rtl/>
              </w:rPr>
              <w:t xml:space="preserve"> </w:t>
            </w:r>
            <w:r w:rsidRPr="009647FC">
              <w:rPr>
                <w:rtl/>
              </w:rPr>
              <w:t>بلا</w:t>
            </w:r>
            <w:r>
              <w:rPr>
                <w:rtl/>
              </w:rPr>
              <w:t xml:space="preserve"> </w:t>
            </w:r>
            <w:r w:rsidRPr="009647FC">
              <w:rPr>
                <w:rtl/>
              </w:rPr>
              <w:t>ثمرِ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أبناؤهم</w:t>
            </w:r>
            <w:r w:rsidR="004C00A8">
              <w:rPr>
                <w:rtl/>
              </w:rPr>
              <w:t xml:space="preserve"> </w:t>
            </w:r>
            <w:r w:rsidRPr="009647FC">
              <w:rPr>
                <w:rtl/>
              </w:rPr>
              <w:t>زهرٌ</w:t>
            </w:r>
            <w:r>
              <w:rPr>
                <w:rtl/>
              </w:rPr>
              <w:t xml:space="preserve"> </w:t>
            </w:r>
            <w:r w:rsidRPr="009647FC">
              <w:rPr>
                <w:rtl/>
              </w:rPr>
              <w:t>آثارهم</w:t>
            </w:r>
            <w:r>
              <w:rPr>
                <w:rtl/>
              </w:rPr>
              <w:t xml:space="preserve"> </w:t>
            </w:r>
            <w:r w:rsidRPr="009647FC">
              <w:rPr>
                <w:rtl/>
              </w:rPr>
              <w:t>زبرٌ</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آلاؤهم</w:t>
            </w:r>
            <w:r w:rsidR="004C00A8">
              <w:rPr>
                <w:rtl/>
              </w:rPr>
              <w:t xml:space="preserve"> </w:t>
            </w:r>
            <w:r w:rsidRPr="009647FC">
              <w:rPr>
                <w:rtl/>
              </w:rPr>
              <w:t>مطرٌ</w:t>
            </w:r>
            <w:r>
              <w:rPr>
                <w:rtl/>
              </w:rPr>
              <w:t xml:space="preserve"> </w:t>
            </w:r>
            <w:r w:rsidRPr="009647FC">
              <w:rPr>
                <w:rtl/>
              </w:rPr>
              <w:t>يغني</w:t>
            </w:r>
            <w:r>
              <w:rPr>
                <w:rtl/>
              </w:rPr>
              <w:t xml:space="preserve"> </w:t>
            </w:r>
            <w:r w:rsidRPr="009647FC">
              <w:rPr>
                <w:rtl/>
              </w:rPr>
              <w:t>عن</w:t>
            </w:r>
            <w:r>
              <w:rPr>
                <w:rtl/>
              </w:rPr>
              <w:t xml:space="preserve"> </w:t>
            </w:r>
            <w:r w:rsidRPr="009647FC">
              <w:rPr>
                <w:rtl/>
              </w:rPr>
              <w:t>المطرِ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كأنّما</w:t>
            </w:r>
            <w:r w:rsidR="004C00A8">
              <w:rPr>
                <w:rtl/>
              </w:rPr>
              <w:t xml:space="preserve"> </w:t>
            </w:r>
            <w:r w:rsidRPr="009647FC">
              <w:rPr>
                <w:rtl/>
              </w:rPr>
              <w:t>خلق</w:t>
            </w:r>
            <w:r>
              <w:rPr>
                <w:rtl/>
              </w:rPr>
              <w:t xml:space="preserve">َ </w:t>
            </w:r>
            <w:r w:rsidRPr="009647FC">
              <w:rPr>
                <w:rtl/>
              </w:rPr>
              <w:t>اللّهُ</w:t>
            </w:r>
            <w:r>
              <w:rPr>
                <w:rtl/>
              </w:rPr>
              <w:t xml:space="preserve"> </w:t>
            </w:r>
            <w:r w:rsidRPr="009647FC">
              <w:rPr>
                <w:rtl/>
              </w:rPr>
              <w:t>الورى</w:t>
            </w:r>
            <w:r>
              <w:rPr>
                <w:rtl/>
              </w:rPr>
              <w:t xml:space="preserve"> </w:t>
            </w:r>
            <w:r w:rsidRPr="009647FC">
              <w:rPr>
                <w:rtl/>
              </w:rPr>
              <w:t>صورا</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جميع</w:t>
            </w:r>
            <w:r>
              <w:rPr>
                <w:rtl/>
              </w:rPr>
              <w:t>َ</w:t>
            </w:r>
            <w:r w:rsidRPr="009647FC">
              <w:rPr>
                <w:rtl/>
              </w:rPr>
              <w:t>ها</w:t>
            </w:r>
            <w:r w:rsidR="004C00A8">
              <w:rPr>
                <w:rtl/>
              </w:rPr>
              <w:t xml:space="preserve"> </w:t>
            </w:r>
            <w:r w:rsidRPr="009647FC">
              <w:rPr>
                <w:rtl/>
              </w:rPr>
              <w:t>وهم</w:t>
            </w:r>
            <w:r>
              <w:rPr>
                <w:rtl/>
              </w:rPr>
              <w:t xml:space="preserve"> </w:t>
            </w:r>
            <w:r w:rsidRPr="009647FC">
              <w:rPr>
                <w:rtl/>
              </w:rPr>
              <w:t>الأرواحُ</w:t>
            </w:r>
            <w:r>
              <w:rPr>
                <w:rtl/>
              </w:rPr>
              <w:t xml:space="preserve"> </w:t>
            </w:r>
            <w:r w:rsidRPr="009647FC">
              <w:rPr>
                <w:rtl/>
              </w:rPr>
              <w:t>للصورِ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يا</w:t>
            </w:r>
            <w:r w:rsidR="004C00A8">
              <w:rPr>
                <w:rtl/>
              </w:rPr>
              <w:t xml:space="preserve"> </w:t>
            </w:r>
            <w:r w:rsidRPr="009647FC">
              <w:rPr>
                <w:rtl/>
              </w:rPr>
              <w:t>م</w:t>
            </w:r>
            <w:r w:rsidRPr="00B371C6">
              <w:rPr>
                <w:rtl/>
              </w:rPr>
              <w:t>َ</w:t>
            </w:r>
            <w:r w:rsidRPr="009647FC">
              <w:rPr>
                <w:rtl/>
              </w:rPr>
              <w:t>نْ</w:t>
            </w:r>
            <w:r>
              <w:rPr>
                <w:rtl/>
              </w:rPr>
              <w:t xml:space="preserve"> </w:t>
            </w:r>
            <w:r w:rsidRPr="009647FC">
              <w:rPr>
                <w:rtl/>
              </w:rPr>
              <w:t>غفرنا</w:t>
            </w:r>
            <w:r>
              <w:rPr>
                <w:rtl/>
              </w:rPr>
              <w:t xml:space="preserve"> </w:t>
            </w:r>
            <w:r w:rsidRPr="009647FC">
              <w:rPr>
                <w:rtl/>
              </w:rPr>
              <w:t>ذنوب</w:t>
            </w:r>
            <w:r>
              <w:rPr>
                <w:rtl/>
              </w:rPr>
              <w:t xml:space="preserve">َ </w:t>
            </w:r>
            <w:r w:rsidRPr="009647FC">
              <w:rPr>
                <w:rtl/>
              </w:rPr>
              <w:t>الحادثات</w:t>
            </w:r>
            <w:r>
              <w:rPr>
                <w:rtl/>
              </w:rPr>
              <w:t xml:space="preserve"> </w:t>
            </w:r>
            <w:r w:rsidRPr="009647FC">
              <w:rPr>
                <w:rtl/>
              </w:rPr>
              <w:t>به</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وكل</w:t>
            </w:r>
            <w:r w:rsidRPr="00B371C6">
              <w:rPr>
                <w:rtl/>
              </w:rPr>
              <w:t>ّ</w:t>
            </w:r>
            <w:r w:rsidRPr="009647FC">
              <w:rPr>
                <w:rtl/>
              </w:rPr>
              <w:t>ها</w:t>
            </w:r>
            <w:r>
              <w:rPr>
                <w:rtl/>
              </w:rPr>
              <w:t xml:space="preserve"> </w:t>
            </w:r>
            <w:r w:rsidRPr="009647FC">
              <w:rPr>
                <w:rtl/>
              </w:rPr>
              <w:t>ليس</w:t>
            </w:r>
            <w:r>
              <w:rPr>
                <w:rtl/>
              </w:rPr>
              <w:t xml:space="preserve"> </w:t>
            </w:r>
            <w:r w:rsidRPr="009647FC">
              <w:rPr>
                <w:rtl/>
              </w:rPr>
              <w:t>لولاه</w:t>
            </w:r>
            <w:r>
              <w:rPr>
                <w:rtl/>
              </w:rPr>
              <w:t xml:space="preserve"> </w:t>
            </w:r>
            <w:r w:rsidRPr="009647FC">
              <w:rPr>
                <w:rtl/>
              </w:rPr>
              <w:t>بمغتفرِ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بك</w:t>
            </w:r>
            <w:r>
              <w:rPr>
                <w:rtl/>
              </w:rPr>
              <w:t xml:space="preserve"> </w:t>
            </w:r>
            <w:r w:rsidRPr="009647FC">
              <w:rPr>
                <w:rtl/>
              </w:rPr>
              <w:t>الهدى</w:t>
            </w:r>
            <w:r>
              <w:rPr>
                <w:rtl/>
              </w:rPr>
              <w:t xml:space="preserve"> </w:t>
            </w:r>
            <w:r w:rsidRPr="009647FC">
              <w:rPr>
                <w:rtl/>
              </w:rPr>
              <w:t>قد</w:t>
            </w:r>
            <w:r>
              <w:rPr>
                <w:rtl/>
              </w:rPr>
              <w:t xml:space="preserve"> </w:t>
            </w:r>
            <w:r w:rsidRPr="009647FC">
              <w:rPr>
                <w:rtl/>
              </w:rPr>
              <w:t>تعزّى</w:t>
            </w:r>
            <w:r>
              <w:rPr>
                <w:rtl/>
              </w:rPr>
              <w:t xml:space="preserve"> </w:t>
            </w:r>
            <w:r w:rsidRPr="009647FC">
              <w:rPr>
                <w:rtl/>
              </w:rPr>
              <w:t>في</w:t>
            </w:r>
            <w:r>
              <w:rPr>
                <w:rtl/>
              </w:rPr>
              <w:t xml:space="preserve"> </w:t>
            </w:r>
            <w:r w:rsidRPr="009647FC">
              <w:rPr>
                <w:rtl/>
              </w:rPr>
              <w:t>رزّ</w:t>
            </w:r>
            <w:r>
              <w:rPr>
                <w:rtl/>
              </w:rPr>
              <w:t>َ</w:t>
            </w:r>
            <w:r w:rsidRPr="009647FC">
              <w:rPr>
                <w:rtl/>
              </w:rPr>
              <w:t>يته</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عن</w:t>
            </w:r>
            <w:r>
              <w:rPr>
                <w:rtl/>
              </w:rPr>
              <w:t xml:space="preserve"> </w:t>
            </w:r>
            <w:r w:rsidRPr="009647FC">
              <w:rPr>
                <w:rtl/>
              </w:rPr>
              <w:t>ذاهبٍ</w:t>
            </w:r>
            <w:r>
              <w:rPr>
                <w:rtl/>
              </w:rPr>
              <w:t xml:space="preserve"> </w:t>
            </w:r>
            <w:r w:rsidRPr="009647FC">
              <w:rPr>
                <w:rtl/>
              </w:rPr>
              <w:t>لم</w:t>
            </w:r>
            <w:r>
              <w:rPr>
                <w:rtl/>
              </w:rPr>
              <w:t xml:space="preserve"> </w:t>
            </w:r>
            <w:r w:rsidRPr="009647FC">
              <w:rPr>
                <w:rtl/>
              </w:rPr>
              <w:t>يدع</w:t>
            </w:r>
            <w:r>
              <w:rPr>
                <w:rtl/>
              </w:rPr>
              <w:t xml:space="preserve"> </w:t>
            </w:r>
            <w:r w:rsidRPr="009647FC">
              <w:rPr>
                <w:rtl/>
              </w:rPr>
              <w:t>صبراً</w:t>
            </w:r>
            <w:r>
              <w:rPr>
                <w:rtl/>
              </w:rPr>
              <w:t xml:space="preserve"> </w:t>
            </w:r>
            <w:r w:rsidRPr="009647FC">
              <w:rPr>
                <w:rtl/>
              </w:rPr>
              <w:t>لمصطبرِ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فاسلم</w:t>
            </w:r>
            <w:r w:rsidR="004C00A8">
              <w:rPr>
                <w:rtl/>
              </w:rPr>
              <w:t xml:space="preserve"> </w:t>
            </w:r>
            <w:r w:rsidRPr="009647FC">
              <w:rPr>
                <w:rtl/>
              </w:rPr>
              <w:t>وحسبُك</w:t>
            </w:r>
            <w:r>
              <w:rPr>
                <w:rtl/>
              </w:rPr>
              <w:t xml:space="preserve"> </w:t>
            </w:r>
            <w:r w:rsidRPr="009647FC">
              <w:rPr>
                <w:rtl/>
              </w:rPr>
              <w:t>عنه</w:t>
            </w:r>
            <w:r>
              <w:rPr>
                <w:rtl/>
              </w:rPr>
              <w:t xml:space="preserve"> </w:t>
            </w:r>
            <w:r w:rsidRPr="009647FC">
              <w:rPr>
                <w:rtl/>
              </w:rPr>
              <w:t>سلوةً</w:t>
            </w:r>
            <w:r>
              <w:rPr>
                <w:rtl/>
              </w:rPr>
              <w:t xml:space="preserve"> </w:t>
            </w:r>
            <w:r w:rsidRPr="009647FC">
              <w:rPr>
                <w:rtl/>
              </w:rPr>
              <w:t>بعُل</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يِّ</w:t>
            </w:r>
            <w:r w:rsidR="004C00A8">
              <w:rPr>
                <w:rtl/>
              </w:rPr>
              <w:t xml:space="preserve"> </w:t>
            </w:r>
            <w:r w:rsidRPr="009647FC">
              <w:rPr>
                <w:rtl/>
              </w:rPr>
              <w:t>القدر</w:t>
            </w:r>
            <w:r>
              <w:rPr>
                <w:rtl/>
              </w:rPr>
              <w:t xml:space="preserve"> </w:t>
            </w:r>
            <w:r w:rsidRPr="009647FC">
              <w:rPr>
                <w:rtl/>
              </w:rPr>
              <w:t>سيّد</w:t>
            </w:r>
            <w:r>
              <w:rPr>
                <w:rtl/>
              </w:rPr>
              <w:t xml:space="preserve"> </w:t>
            </w:r>
            <w:r w:rsidRPr="009647FC">
              <w:rPr>
                <w:rtl/>
              </w:rPr>
              <w:t>أهل</w:t>
            </w:r>
            <w:r>
              <w:rPr>
                <w:rtl/>
              </w:rPr>
              <w:t xml:space="preserve"> </w:t>
            </w:r>
            <w:r w:rsidRPr="009647FC">
              <w:rPr>
                <w:rtl/>
              </w:rPr>
              <w:t>العلم</w:t>
            </w:r>
            <w:r>
              <w:rPr>
                <w:rtl/>
              </w:rPr>
              <w:t xml:space="preserve"> </w:t>
            </w:r>
            <w:r w:rsidRPr="009647FC">
              <w:rPr>
                <w:rtl/>
              </w:rPr>
              <w:t>والخطرِ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و</w:t>
            </w:r>
            <w:r>
              <w:rPr>
                <w:rtl/>
              </w:rPr>
              <w:t>(</w:t>
            </w:r>
            <w:r w:rsidRPr="009647FC">
              <w:rPr>
                <w:rtl/>
              </w:rPr>
              <w:t>بالحسين</w:t>
            </w:r>
            <w:r>
              <w:rPr>
                <w:rtl/>
              </w:rPr>
              <w:t>)</w:t>
            </w:r>
            <w:r w:rsidR="004C00A8">
              <w:rPr>
                <w:rtl/>
              </w:rPr>
              <w:t xml:space="preserve"> </w:t>
            </w:r>
            <w:r w:rsidRPr="009647FC">
              <w:rPr>
                <w:rtl/>
              </w:rPr>
              <w:t>أخي</w:t>
            </w:r>
            <w:r>
              <w:rPr>
                <w:rtl/>
              </w:rPr>
              <w:t xml:space="preserve"> </w:t>
            </w:r>
            <w:r w:rsidRPr="009647FC">
              <w:rPr>
                <w:rtl/>
              </w:rPr>
              <w:t>العلياء</w:t>
            </w:r>
            <w:r>
              <w:rPr>
                <w:rtl/>
              </w:rPr>
              <w:t xml:space="preserve"> </w:t>
            </w:r>
            <w:r w:rsidRPr="009647FC">
              <w:rPr>
                <w:rtl/>
              </w:rPr>
              <w:t>تلوهما</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في</w:t>
            </w:r>
            <w:r>
              <w:rPr>
                <w:rtl/>
              </w:rPr>
              <w:t xml:space="preserve"> </w:t>
            </w:r>
            <w:r w:rsidRPr="009647FC">
              <w:rPr>
                <w:rtl/>
              </w:rPr>
              <w:t>الفضل</w:t>
            </w:r>
            <w:r>
              <w:rPr>
                <w:rtl/>
              </w:rPr>
              <w:t xml:space="preserve"> </w:t>
            </w:r>
            <w:r w:rsidRPr="009647FC">
              <w:rPr>
                <w:rtl/>
              </w:rPr>
              <w:t>واحد</w:t>
            </w:r>
            <w:r>
              <w:rPr>
                <w:rtl/>
              </w:rPr>
              <w:t xml:space="preserve"> </w:t>
            </w:r>
            <w:r w:rsidRPr="009647FC">
              <w:rPr>
                <w:rtl/>
              </w:rPr>
              <w:t>أهل</w:t>
            </w:r>
            <w:r>
              <w:rPr>
                <w:rtl/>
              </w:rPr>
              <w:t xml:space="preserve"> </w:t>
            </w:r>
            <w:r w:rsidRPr="009647FC">
              <w:rPr>
                <w:rtl/>
              </w:rPr>
              <w:t>الرأي</w:t>
            </w:r>
            <w:r>
              <w:rPr>
                <w:rtl/>
              </w:rPr>
              <w:t xml:space="preserve"> </w:t>
            </w:r>
            <w:r w:rsidRPr="009647FC">
              <w:rPr>
                <w:rtl/>
              </w:rPr>
              <w:t>والنظرِ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وبالنقيِّ</w:t>
            </w:r>
            <w:r>
              <w:rPr>
                <w:rtl/>
              </w:rPr>
              <w:t xml:space="preserve"> (</w:t>
            </w:r>
            <w:r w:rsidRPr="009647FC">
              <w:rPr>
                <w:rtl/>
              </w:rPr>
              <w:t>عليٍّ</w:t>
            </w:r>
            <w:r>
              <w:rPr>
                <w:rtl/>
              </w:rPr>
              <w:t xml:space="preserve">) </w:t>
            </w:r>
            <w:r w:rsidRPr="009647FC">
              <w:rPr>
                <w:rtl/>
              </w:rPr>
              <w:t>فرع</w:t>
            </w:r>
            <w:r>
              <w:rPr>
                <w:rtl/>
              </w:rPr>
              <w:t xml:space="preserve"> </w:t>
            </w:r>
            <w:r w:rsidRPr="009647FC">
              <w:rPr>
                <w:rtl/>
              </w:rPr>
              <w:t>دوحته</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وكل</w:t>
            </w:r>
            <w:r w:rsidRPr="00B371C6">
              <w:rPr>
                <w:rtl/>
              </w:rPr>
              <w:t>ّ</w:t>
            </w:r>
            <w:r w:rsidRPr="009647FC">
              <w:rPr>
                <w:rtl/>
              </w:rPr>
              <w:t>هم</w:t>
            </w:r>
            <w:r w:rsidR="004C00A8">
              <w:rPr>
                <w:rtl/>
              </w:rPr>
              <w:t xml:space="preserve"> </w:t>
            </w:r>
            <w:r w:rsidRPr="009647FC">
              <w:rPr>
                <w:rtl/>
              </w:rPr>
              <w:t>طاب</w:t>
            </w:r>
            <w:r>
              <w:rPr>
                <w:rtl/>
              </w:rPr>
              <w:t xml:space="preserve"> </w:t>
            </w:r>
            <w:r w:rsidRPr="009647FC">
              <w:rPr>
                <w:rtl/>
              </w:rPr>
              <w:t>منه</w:t>
            </w:r>
            <w:r>
              <w:rPr>
                <w:rtl/>
              </w:rPr>
              <w:t xml:space="preserve"> </w:t>
            </w:r>
            <w:r w:rsidRPr="009647FC">
              <w:rPr>
                <w:rtl/>
              </w:rPr>
              <w:t>معقدُ</w:t>
            </w:r>
            <w:r>
              <w:rPr>
                <w:rtl/>
              </w:rPr>
              <w:t xml:space="preserve"> </w:t>
            </w:r>
            <w:r w:rsidRPr="009647FC">
              <w:rPr>
                <w:rtl/>
              </w:rPr>
              <w:t>الأزرِ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قومٌ</w:t>
            </w:r>
            <w:r w:rsidR="004C00A8">
              <w:rPr>
                <w:rtl/>
              </w:rPr>
              <w:t xml:space="preserve"> </w:t>
            </w:r>
            <w:r w:rsidRPr="009647FC">
              <w:rPr>
                <w:rtl/>
              </w:rPr>
              <w:t>إذا</w:t>
            </w:r>
            <w:r>
              <w:rPr>
                <w:rtl/>
              </w:rPr>
              <w:t xml:space="preserve"> </w:t>
            </w:r>
            <w:r w:rsidRPr="009647FC">
              <w:rPr>
                <w:rtl/>
              </w:rPr>
              <w:t>ذكروا</w:t>
            </w:r>
            <w:r>
              <w:rPr>
                <w:rtl/>
              </w:rPr>
              <w:t xml:space="preserve"> </w:t>
            </w:r>
            <w:r w:rsidRPr="009647FC">
              <w:rPr>
                <w:rtl/>
              </w:rPr>
              <w:t>بحر</w:t>
            </w:r>
            <w:r>
              <w:rPr>
                <w:rtl/>
              </w:rPr>
              <w:t xml:space="preserve">َ </w:t>
            </w:r>
            <w:r w:rsidRPr="009647FC">
              <w:rPr>
                <w:rtl/>
              </w:rPr>
              <w:t>العلوم</w:t>
            </w:r>
            <w:r>
              <w:rPr>
                <w:rtl/>
              </w:rPr>
              <w:t xml:space="preserve"> </w:t>
            </w:r>
            <w:r w:rsidRPr="009647FC">
              <w:rPr>
                <w:rtl/>
              </w:rPr>
              <w:t>سموا</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إلى</w:t>
            </w:r>
            <w:r>
              <w:rPr>
                <w:rtl/>
              </w:rPr>
              <w:t xml:space="preserve"> </w:t>
            </w:r>
            <w:r w:rsidRPr="009647FC">
              <w:rPr>
                <w:rtl/>
              </w:rPr>
              <w:t>العُلى</w:t>
            </w:r>
            <w:r>
              <w:rPr>
                <w:rtl/>
              </w:rPr>
              <w:t xml:space="preserve"> </w:t>
            </w:r>
            <w:r w:rsidRPr="009647FC">
              <w:rPr>
                <w:rtl/>
              </w:rPr>
              <w:t>حيث</w:t>
            </w:r>
            <w:r>
              <w:rPr>
                <w:rtl/>
              </w:rPr>
              <w:t xml:space="preserve"> </w:t>
            </w:r>
            <w:r w:rsidRPr="009647FC">
              <w:rPr>
                <w:rtl/>
              </w:rPr>
              <w:t>لا</w:t>
            </w:r>
            <w:r>
              <w:rPr>
                <w:rtl/>
              </w:rPr>
              <w:t xml:space="preserve"> </w:t>
            </w:r>
            <w:r w:rsidRPr="009647FC">
              <w:rPr>
                <w:rtl/>
              </w:rPr>
              <w:t>مرقى</w:t>
            </w:r>
            <w:r>
              <w:rPr>
                <w:rtl/>
              </w:rPr>
              <w:t xml:space="preserve"> </w:t>
            </w:r>
            <w:r w:rsidRPr="009647FC">
              <w:rPr>
                <w:rtl/>
              </w:rPr>
              <w:t>لمفتخرِ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ولا</w:t>
            </w:r>
            <w:r w:rsidR="004C00A8">
              <w:rPr>
                <w:rtl/>
              </w:rPr>
              <w:t xml:space="preserve"> </w:t>
            </w:r>
            <w:r w:rsidRPr="009647FC">
              <w:rPr>
                <w:rtl/>
              </w:rPr>
              <w:t>تزال</w:t>
            </w:r>
            <w:r>
              <w:rPr>
                <w:rtl/>
              </w:rPr>
              <w:t xml:space="preserve"> </w:t>
            </w:r>
            <w:r w:rsidRPr="009647FC">
              <w:rPr>
                <w:rtl/>
              </w:rPr>
              <w:t>غوادي</w:t>
            </w:r>
            <w:r>
              <w:rPr>
                <w:rtl/>
              </w:rPr>
              <w:t xml:space="preserve"> </w:t>
            </w:r>
            <w:r w:rsidRPr="009647FC">
              <w:rPr>
                <w:rtl/>
              </w:rPr>
              <w:t>السحب</w:t>
            </w:r>
            <w:r>
              <w:rPr>
                <w:rtl/>
              </w:rPr>
              <w:t xml:space="preserve"> </w:t>
            </w:r>
            <w:r w:rsidRPr="009647FC">
              <w:rPr>
                <w:rtl/>
              </w:rPr>
              <w:t>واكفةً</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تعتاده</w:t>
            </w:r>
            <w:r>
              <w:rPr>
                <w:rtl/>
              </w:rPr>
              <w:t xml:space="preserve"> </w:t>
            </w:r>
            <w:r w:rsidRPr="009647FC">
              <w:rPr>
                <w:rtl/>
              </w:rPr>
              <w:t>بين</w:t>
            </w:r>
            <w:r>
              <w:rPr>
                <w:rtl/>
              </w:rPr>
              <w:t xml:space="preserve"> </w:t>
            </w:r>
            <w:r w:rsidRPr="009647FC">
              <w:rPr>
                <w:rtl/>
              </w:rPr>
              <w:t>منهلٍّ</w:t>
            </w:r>
            <w:r>
              <w:rPr>
                <w:rtl/>
              </w:rPr>
              <w:t xml:space="preserve"> </w:t>
            </w:r>
            <w:r w:rsidRPr="009647FC">
              <w:rPr>
                <w:rtl/>
              </w:rPr>
              <w:t>ومنهمرِ</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حتى</w:t>
            </w:r>
            <w:r w:rsidR="004C00A8">
              <w:rPr>
                <w:rtl/>
              </w:rPr>
              <w:t xml:space="preserve"> </w:t>
            </w:r>
            <w:r w:rsidRPr="009647FC">
              <w:rPr>
                <w:rtl/>
              </w:rPr>
              <w:t>يعود</w:t>
            </w:r>
            <w:r>
              <w:rPr>
                <w:rtl/>
              </w:rPr>
              <w:t xml:space="preserve">َ </w:t>
            </w:r>
            <w:r w:rsidRPr="009647FC">
              <w:rPr>
                <w:rtl/>
              </w:rPr>
              <w:t>ثراه</w:t>
            </w:r>
            <w:r>
              <w:rPr>
                <w:rtl/>
              </w:rPr>
              <w:t xml:space="preserve"> </w:t>
            </w:r>
            <w:r w:rsidRPr="009647FC">
              <w:rPr>
                <w:rtl/>
              </w:rPr>
              <w:t>روضةً</w:t>
            </w:r>
            <w:r>
              <w:rPr>
                <w:rtl/>
              </w:rPr>
              <w:t xml:space="preserve"> </w:t>
            </w:r>
            <w:r w:rsidRPr="009647FC">
              <w:rPr>
                <w:rtl/>
              </w:rPr>
              <w:t>أنقا</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تستوقف</w:t>
            </w:r>
            <w:r w:rsidR="004C00A8">
              <w:rPr>
                <w:rtl/>
              </w:rPr>
              <w:t xml:space="preserve"> </w:t>
            </w:r>
            <w:r w:rsidRPr="009647FC">
              <w:rPr>
                <w:rtl/>
              </w:rPr>
              <w:t>الطرف</w:t>
            </w:r>
            <w:r>
              <w:rPr>
                <w:rtl/>
              </w:rPr>
              <w:t xml:space="preserve">َ </w:t>
            </w:r>
            <w:r w:rsidRPr="009647FC">
              <w:rPr>
                <w:rtl/>
              </w:rPr>
              <w:t>في</w:t>
            </w:r>
            <w:r>
              <w:rPr>
                <w:rtl/>
              </w:rPr>
              <w:t xml:space="preserve"> </w:t>
            </w:r>
            <w:r w:rsidRPr="009647FC">
              <w:rPr>
                <w:rtl/>
              </w:rPr>
              <w:t>وشيٍ</w:t>
            </w:r>
            <w:r>
              <w:rPr>
                <w:rtl/>
              </w:rPr>
              <w:t xml:space="preserve"> </w:t>
            </w:r>
            <w:r w:rsidRPr="009647FC">
              <w:rPr>
                <w:rtl/>
              </w:rPr>
              <w:t>من</w:t>
            </w:r>
            <w:r>
              <w:rPr>
                <w:rtl/>
              </w:rPr>
              <w:t xml:space="preserve"> </w:t>
            </w:r>
            <w:r w:rsidRPr="009647FC">
              <w:rPr>
                <w:rtl/>
              </w:rPr>
              <w:t>الزهرِ</w:t>
            </w:r>
            <w:r w:rsidRPr="00524A24">
              <w:rPr>
                <w:rStyle w:val="libPoemTiniChar0"/>
                <w:rtl/>
              </w:rPr>
              <w:br/>
              <w:t> </w:t>
            </w:r>
          </w:p>
        </w:tc>
      </w:tr>
    </w:tbl>
    <w:p w:rsidR="009647FC" w:rsidRPr="00524A24" w:rsidRDefault="009647FC" w:rsidP="004E7EC6">
      <w:pPr>
        <w:pStyle w:val="libNormal"/>
      </w:pPr>
      <w:r w:rsidRPr="009647FC">
        <w:rPr>
          <w:rtl/>
        </w:rPr>
        <w:t>وقال راثياً الحاج سليمان چلبي</w:t>
      </w:r>
      <w:r w:rsidR="00D769AB">
        <w:rPr>
          <w:rtl/>
        </w:rPr>
        <w:t>،</w:t>
      </w:r>
      <w:r w:rsidRPr="009647FC">
        <w:rPr>
          <w:rtl/>
        </w:rPr>
        <w:t xml:space="preserve"> ومحمد بن إبراهيم بابان بالتماس أولادهما</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F143B8" w:rsidRPr="00524A24" w:rsidTr="00F143B8">
        <w:trPr>
          <w:trHeight w:val="350"/>
        </w:trPr>
        <w:tc>
          <w:tcPr>
            <w:tcW w:w="3902" w:type="dxa"/>
          </w:tcPr>
          <w:p w:rsidR="00F143B8" w:rsidRPr="00524A24" w:rsidRDefault="00F143B8" w:rsidP="008726EA">
            <w:pPr>
              <w:pStyle w:val="libPoem"/>
            </w:pPr>
            <w:r w:rsidRPr="009647FC">
              <w:rPr>
                <w:rtl/>
              </w:rPr>
              <w:t>أطار</w:t>
            </w:r>
            <w:r w:rsidR="004C00A8">
              <w:rPr>
                <w:rtl/>
              </w:rPr>
              <w:t xml:space="preserve"> </w:t>
            </w:r>
            <w:r w:rsidRPr="009647FC">
              <w:rPr>
                <w:rtl/>
              </w:rPr>
              <w:t>بك</w:t>
            </w:r>
            <w:r>
              <w:rPr>
                <w:rtl/>
              </w:rPr>
              <w:t xml:space="preserve">َ </w:t>
            </w:r>
            <w:r w:rsidRPr="009647FC">
              <w:rPr>
                <w:rtl/>
              </w:rPr>
              <w:t>الناعي</w:t>
            </w:r>
            <w:r>
              <w:rPr>
                <w:rtl/>
              </w:rPr>
              <w:t xml:space="preserve"> </w:t>
            </w:r>
            <w:r w:rsidRPr="009647FC">
              <w:rPr>
                <w:rtl/>
              </w:rPr>
              <w:t>فؤاد</w:t>
            </w:r>
            <w:r>
              <w:rPr>
                <w:rtl/>
              </w:rPr>
              <w:t xml:space="preserve">َ </w:t>
            </w:r>
            <w:r w:rsidRPr="009647FC">
              <w:rPr>
                <w:rtl/>
              </w:rPr>
              <w:t>العُلى</w:t>
            </w:r>
            <w:r>
              <w:rPr>
                <w:rtl/>
              </w:rPr>
              <w:t xml:space="preserve"> </w:t>
            </w:r>
            <w:r w:rsidRPr="009647FC">
              <w:rPr>
                <w:rtl/>
              </w:rPr>
              <w:t>ذُعرا</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غداة</w:t>
            </w:r>
            <w:r>
              <w:rPr>
                <w:rtl/>
              </w:rPr>
              <w:t xml:space="preserve">َ </w:t>
            </w:r>
            <w:r w:rsidRPr="009647FC">
              <w:rPr>
                <w:rtl/>
              </w:rPr>
              <w:t>نعي</w:t>
            </w:r>
            <w:r>
              <w:rPr>
                <w:rtl/>
              </w:rPr>
              <w:t xml:space="preserve"> </w:t>
            </w:r>
            <w:r w:rsidRPr="009647FC">
              <w:rPr>
                <w:rtl/>
              </w:rPr>
              <w:t>في</w:t>
            </w:r>
            <w:r>
              <w:rPr>
                <w:rtl/>
              </w:rPr>
              <w:t xml:space="preserve"> </w:t>
            </w:r>
            <w:r w:rsidRPr="009647FC">
              <w:rPr>
                <w:rtl/>
              </w:rPr>
              <w:t>نعيك</w:t>
            </w:r>
            <w:r>
              <w:rPr>
                <w:rtl/>
              </w:rPr>
              <w:t xml:space="preserve"> </w:t>
            </w:r>
            <w:r w:rsidRPr="009647FC">
              <w:rPr>
                <w:rtl/>
              </w:rPr>
              <w:t>المجد</w:t>
            </w:r>
            <w:r>
              <w:rPr>
                <w:rtl/>
              </w:rPr>
              <w:t xml:space="preserve">َ </w:t>
            </w:r>
            <w:r w:rsidRPr="009647FC">
              <w:rPr>
                <w:rtl/>
              </w:rPr>
              <w:t>والفخرا</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دعا</w:t>
            </w:r>
            <w:r w:rsidR="004C00A8">
              <w:rPr>
                <w:rtl/>
              </w:rPr>
              <w:t xml:space="preserve"> </w:t>
            </w:r>
            <w:r w:rsidRPr="009647FC">
              <w:rPr>
                <w:rtl/>
              </w:rPr>
              <w:t>بك</w:t>
            </w:r>
            <w:r>
              <w:rPr>
                <w:rtl/>
              </w:rPr>
              <w:t xml:space="preserve"> </w:t>
            </w:r>
            <w:r w:rsidRPr="009647FC">
              <w:rPr>
                <w:rtl/>
              </w:rPr>
              <w:t>فابيضّ</w:t>
            </w:r>
            <w:r>
              <w:rPr>
                <w:rtl/>
              </w:rPr>
              <w:t>َ</w:t>
            </w:r>
            <w:r w:rsidRPr="009647FC">
              <w:rPr>
                <w:rtl/>
              </w:rPr>
              <w:t>ت</w:t>
            </w:r>
            <w:r>
              <w:rPr>
                <w:rtl/>
              </w:rPr>
              <w:t xml:space="preserve"> </w:t>
            </w:r>
            <w:r w:rsidRPr="009647FC">
              <w:rPr>
                <w:rtl/>
              </w:rPr>
              <w:t>لنعيك</w:t>
            </w:r>
            <w:r>
              <w:rPr>
                <w:rtl/>
              </w:rPr>
              <w:t xml:space="preserve">َ </w:t>
            </w:r>
            <w:r w:rsidRPr="009647FC">
              <w:rPr>
                <w:rtl/>
              </w:rPr>
              <w:t>عينُها</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من</w:t>
            </w:r>
            <w:r w:rsidR="004C00A8">
              <w:rPr>
                <w:rtl/>
              </w:rPr>
              <w:t xml:space="preserve"> </w:t>
            </w:r>
            <w:r w:rsidRPr="009647FC">
              <w:rPr>
                <w:rtl/>
              </w:rPr>
              <w:t>الحزن</w:t>
            </w:r>
            <w:r>
              <w:rPr>
                <w:rtl/>
              </w:rPr>
              <w:t xml:space="preserve"> </w:t>
            </w:r>
            <w:r w:rsidRPr="009647FC">
              <w:rPr>
                <w:rtl/>
              </w:rPr>
              <w:t>وارفضّ</w:t>
            </w:r>
            <w:r>
              <w:rPr>
                <w:rtl/>
              </w:rPr>
              <w:t>َ</w:t>
            </w:r>
            <w:r w:rsidRPr="009647FC">
              <w:rPr>
                <w:rtl/>
              </w:rPr>
              <w:t>ت</w:t>
            </w:r>
            <w:r>
              <w:rPr>
                <w:rtl/>
              </w:rPr>
              <w:t xml:space="preserve"> </w:t>
            </w:r>
            <w:r w:rsidRPr="009647FC">
              <w:rPr>
                <w:rtl/>
              </w:rPr>
              <w:t>مدامعُها</w:t>
            </w:r>
            <w:r>
              <w:rPr>
                <w:rtl/>
              </w:rPr>
              <w:t xml:space="preserve"> </w:t>
            </w:r>
            <w:r w:rsidRPr="009647FC">
              <w:rPr>
                <w:rtl/>
              </w:rPr>
              <w:t>حمرا</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بكتك</w:t>
            </w:r>
            <w:r>
              <w:rPr>
                <w:rtl/>
              </w:rPr>
              <w:t>َ</w:t>
            </w:r>
            <w:r w:rsidR="004C00A8">
              <w:rPr>
                <w:rtl/>
              </w:rPr>
              <w:t xml:space="preserve"> </w:t>
            </w:r>
            <w:r w:rsidRPr="009647FC">
              <w:rPr>
                <w:rtl/>
              </w:rPr>
              <w:t>فجارت</w:t>
            </w:r>
            <w:r>
              <w:rPr>
                <w:rtl/>
              </w:rPr>
              <w:t xml:space="preserve"> </w:t>
            </w:r>
            <w:r w:rsidRPr="009647FC">
              <w:rPr>
                <w:rtl/>
              </w:rPr>
              <w:t>جود</w:t>
            </w:r>
            <w:r>
              <w:rPr>
                <w:rtl/>
              </w:rPr>
              <w:t xml:space="preserve"> </w:t>
            </w:r>
            <w:r w:rsidRPr="009647FC">
              <w:rPr>
                <w:rtl/>
              </w:rPr>
              <w:t>كفّيك</w:t>
            </w:r>
            <w:r>
              <w:rPr>
                <w:rtl/>
              </w:rPr>
              <w:t xml:space="preserve"> </w:t>
            </w:r>
            <w:r w:rsidRPr="009647FC">
              <w:rPr>
                <w:rtl/>
              </w:rPr>
              <w:t>إذ</w:t>
            </w:r>
            <w:r>
              <w:rPr>
                <w:rtl/>
              </w:rPr>
              <w:t xml:space="preserve"> </w:t>
            </w:r>
            <w:r w:rsidRPr="009647FC">
              <w:rPr>
                <w:rtl/>
              </w:rPr>
              <w:t>جرت</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بدمعٍ</w:t>
            </w:r>
            <w:r>
              <w:rPr>
                <w:rtl/>
              </w:rPr>
              <w:t xml:space="preserve"> </w:t>
            </w:r>
            <w:r w:rsidRPr="009647FC">
              <w:rPr>
                <w:rtl/>
              </w:rPr>
              <w:t>تعدّى</w:t>
            </w:r>
            <w:r>
              <w:rPr>
                <w:rtl/>
              </w:rPr>
              <w:t xml:space="preserve"> </w:t>
            </w:r>
            <w:r w:rsidRPr="009647FC">
              <w:rPr>
                <w:rtl/>
              </w:rPr>
              <w:t>القطر</w:t>
            </w:r>
            <w:r>
              <w:rPr>
                <w:rtl/>
              </w:rPr>
              <w:t xml:space="preserve">َ </w:t>
            </w:r>
            <w:r w:rsidRPr="009647FC">
              <w:rPr>
                <w:rtl/>
              </w:rPr>
              <w:t>إذ</w:t>
            </w:r>
            <w:r>
              <w:rPr>
                <w:rtl/>
              </w:rPr>
              <w:t xml:space="preserve"> </w:t>
            </w:r>
            <w:r w:rsidRPr="009647FC">
              <w:rPr>
                <w:rtl/>
              </w:rPr>
              <w:t>ساجل</w:t>
            </w:r>
            <w:r>
              <w:rPr>
                <w:rtl/>
              </w:rPr>
              <w:t xml:space="preserve"> </w:t>
            </w:r>
            <w:r w:rsidRPr="009647FC">
              <w:rPr>
                <w:rtl/>
              </w:rPr>
              <w:t>القطرا</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ألا</w:t>
            </w:r>
            <w:r>
              <w:rPr>
                <w:rtl/>
              </w:rPr>
              <w:t xml:space="preserve"> </w:t>
            </w:r>
            <w:r w:rsidRPr="009647FC">
              <w:rPr>
                <w:rtl/>
              </w:rPr>
              <w:t>إنّ</w:t>
            </w:r>
            <w:r>
              <w:rPr>
                <w:rtl/>
              </w:rPr>
              <w:t xml:space="preserve">َ </w:t>
            </w:r>
            <w:r w:rsidRPr="009647FC">
              <w:rPr>
                <w:rtl/>
              </w:rPr>
              <w:t>روض</w:t>
            </w:r>
            <w:r>
              <w:rPr>
                <w:rtl/>
              </w:rPr>
              <w:t xml:space="preserve">َ </w:t>
            </w:r>
            <w:r w:rsidRPr="009647FC">
              <w:rPr>
                <w:rtl/>
              </w:rPr>
              <w:t>المكرمات</w:t>
            </w:r>
            <w:r>
              <w:rPr>
                <w:rtl/>
              </w:rPr>
              <w:t xml:space="preserve"> </w:t>
            </w:r>
            <w:r w:rsidRPr="009647FC">
              <w:rPr>
                <w:rtl/>
              </w:rPr>
              <w:t>برغمها</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ذوى</w:t>
            </w:r>
            <w:r w:rsidR="004C00A8">
              <w:rPr>
                <w:rtl/>
              </w:rPr>
              <w:t xml:space="preserve"> </w:t>
            </w:r>
            <w:r w:rsidRPr="009647FC">
              <w:rPr>
                <w:rtl/>
              </w:rPr>
              <w:t>بعدما</w:t>
            </w:r>
            <w:r>
              <w:rPr>
                <w:rtl/>
              </w:rPr>
              <w:t xml:space="preserve"> </w:t>
            </w:r>
            <w:r w:rsidRPr="009647FC">
              <w:rPr>
                <w:rtl/>
              </w:rPr>
              <w:t>قد</w:t>
            </w:r>
            <w:r>
              <w:rPr>
                <w:rtl/>
              </w:rPr>
              <w:t xml:space="preserve"> </w:t>
            </w:r>
            <w:r w:rsidRPr="009647FC">
              <w:rPr>
                <w:rtl/>
              </w:rPr>
              <w:t>كان</w:t>
            </w:r>
            <w:r>
              <w:rPr>
                <w:rtl/>
              </w:rPr>
              <w:t xml:space="preserve"> </w:t>
            </w:r>
            <w:r w:rsidRPr="009647FC">
              <w:rPr>
                <w:rtl/>
              </w:rPr>
              <w:t>غضّ</w:t>
            </w:r>
            <w:r>
              <w:rPr>
                <w:rtl/>
              </w:rPr>
              <w:t xml:space="preserve">َ </w:t>
            </w:r>
            <w:r w:rsidRPr="009647FC">
              <w:rPr>
                <w:rtl/>
              </w:rPr>
              <w:t>الحيا</w:t>
            </w:r>
            <w:r>
              <w:rPr>
                <w:rtl/>
              </w:rPr>
              <w:t xml:space="preserve"> </w:t>
            </w:r>
            <w:r w:rsidRPr="009647FC">
              <w:rPr>
                <w:rtl/>
              </w:rPr>
              <w:t>نضرا</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وتلك</w:t>
            </w:r>
            <w:r w:rsidR="004C00A8">
              <w:rPr>
                <w:rtl/>
              </w:rPr>
              <w:t xml:space="preserve"> </w:t>
            </w:r>
            <w:r w:rsidRPr="009647FC">
              <w:rPr>
                <w:rtl/>
              </w:rPr>
              <w:t>قناةُ</w:t>
            </w:r>
            <w:r>
              <w:rPr>
                <w:rtl/>
              </w:rPr>
              <w:t xml:space="preserve"> </w:t>
            </w:r>
            <w:r w:rsidRPr="009647FC">
              <w:rPr>
                <w:rtl/>
              </w:rPr>
              <w:t>العزِّ</w:t>
            </w:r>
            <w:r>
              <w:rPr>
                <w:rtl/>
              </w:rPr>
              <w:t xml:space="preserve"> </w:t>
            </w:r>
            <w:r w:rsidRPr="009647FC">
              <w:rPr>
                <w:rtl/>
              </w:rPr>
              <w:t>طارت</w:t>
            </w:r>
            <w:r>
              <w:rPr>
                <w:rtl/>
              </w:rPr>
              <w:t xml:space="preserve"> </w:t>
            </w:r>
            <w:r w:rsidRPr="009647FC">
              <w:rPr>
                <w:rtl/>
              </w:rPr>
              <w:t>بكفّه</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شظايا</w:t>
            </w:r>
            <w:r w:rsidR="004C00A8">
              <w:rPr>
                <w:rtl/>
              </w:rPr>
              <w:t xml:space="preserve"> </w:t>
            </w:r>
            <w:r w:rsidRPr="009647FC">
              <w:rPr>
                <w:rtl/>
              </w:rPr>
              <w:t>إلى</w:t>
            </w:r>
            <w:r>
              <w:rPr>
                <w:rtl/>
              </w:rPr>
              <w:t xml:space="preserve"> </w:t>
            </w:r>
            <w:r w:rsidRPr="009647FC">
              <w:rPr>
                <w:rtl/>
              </w:rPr>
              <w:t>أن</w:t>
            </w:r>
            <w:r>
              <w:rPr>
                <w:rtl/>
              </w:rPr>
              <w:t xml:space="preserve"> </w:t>
            </w:r>
            <w:r w:rsidRPr="009647FC">
              <w:rPr>
                <w:rtl/>
              </w:rPr>
              <w:t>كلّها</w:t>
            </w:r>
            <w:r>
              <w:rPr>
                <w:rtl/>
              </w:rPr>
              <w:t xml:space="preserve"> </w:t>
            </w:r>
            <w:r w:rsidRPr="009647FC">
              <w:rPr>
                <w:rtl/>
              </w:rPr>
              <w:t>نفدت</w:t>
            </w:r>
            <w:r>
              <w:rPr>
                <w:rtl/>
              </w:rPr>
              <w:t xml:space="preserve"> </w:t>
            </w:r>
            <w:r w:rsidRPr="009647FC">
              <w:rPr>
                <w:rtl/>
              </w:rPr>
              <w:t>كسرا</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فيا</w:t>
            </w:r>
            <w:r>
              <w:rPr>
                <w:rtl/>
              </w:rPr>
              <w:t xml:space="preserve"> </w:t>
            </w:r>
            <w:r w:rsidRPr="009647FC">
              <w:rPr>
                <w:rtl/>
              </w:rPr>
              <w:t>موحشاً</w:t>
            </w:r>
            <w:r>
              <w:rPr>
                <w:rtl/>
              </w:rPr>
              <w:t xml:space="preserve"> </w:t>
            </w:r>
            <w:r w:rsidRPr="009647FC">
              <w:rPr>
                <w:rtl/>
              </w:rPr>
              <w:t>نادى</w:t>
            </w:r>
            <w:r>
              <w:rPr>
                <w:rtl/>
              </w:rPr>
              <w:t xml:space="preserve"> </w:t>
            </w:r>
            <w:r w:rsidRPr="009647FC">
              <w:rPr>
                <w:rtl/>
              </w:rPr>
              <w:t>النهى</w:t>
            </w:r>
            <w:r>
              <w:rPr>
                <w:rtl/>
              </w:rPr>
              <w:t xml:space="preserve"> </w:t>
            </w:r>
            <w:r w:rsidRPr="009647FC">
              <w:rPr>
                <w:rtl/>
              </w:rPr>
              <w:t>برحيله</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ويا</w:t>
            </w:r>
            <w:r w:rsidR="004C00A8">
              <w:rPr>
                <w:rtl/>
              </w:rPr>
              <w:t xml:space="preserve"> </w:t>
            </w:r>
            <w:r w:rsidRPr="009647FC">
              <w:rPr>
                <w:rtl/>
              </w:rPr>
              <w:t>تاركاً</w:t>
            </w:r>
            <w:r>
              <w:rPr>
                <w:rtl/>
              </w:rPr>
              <w:t xml:space="preserve"> </w:t>
            </w:r>
            <w:r w:rsidRPr="009647FC">
              <w:rPr>
                <w:rtl/>
              </w:rPr>
              <w:t>عين</w:t>
            </w:r>
            <w:r>
              <w:rPr>
                <w:rtl/>
              </w:rPr>
              <w:t xml:space="preserve"> </w:t>
            </w:r>
            <w:r w:rsidRPr="009647FC">
              <w:rPr>
                <w:rtl/>
              </w:rPr>
              <w:t>الندى</w:t>
            </w:r>
            <w:r>
              <w:rPr>
                <w:rtl/>
              </w:rPr>
              <w:t xml:space="preserve"> </w:t>
            </w:r>
            <w:r w:rsidRPr="009647FC">
              <w:rPr>
                <w:rtl/>
              </w:rPr>
              <w:t>أسفاً</w:t>
            </w:r>
            <w:r>
              <w:rPr>
                <w:rtl/>
              </w:rPr>
              <w:t xml:space="preserve"> </w:t>
            </w:r>
            <w:r w:rsidRPr="009647FC">
              <w:rPr>
                <w:rtl/>
              </w:rPr>
              <w:t>عبرى</w:t>
            </w:r>
            <w:r w:rsidRPr="00524A24">
              <w:rPr>
                <w:rStyle w:val="libPoemTiniChar0"/>
                <w:rtl/>
              </w:rPr>
              <w:br/>
              <w:t> </w:t>
            </w:r>
          </w:p>
        </w:tc>
      </w:tr>
      <w:tr w:rsidR="00F143B8" w:rsidRPr="00524A24" w:rsidTr="00F143B8">
        <w:trPr>
          <w:trHeight w:val="350"/>
        </w:trPr>
        <w:tc>
          <w:tcPr>
            <w:tcW w:w="3902" w:type="dxa"/>
          </w:tcPr>
          <w:p w:rsidR="00F143B8" w:rsidRPr="00524A24" w:rsidRDefault="00F143B8" w:rsidP="008726EA">
            <w:pPr>
              <w:pStyle w:val="libPoem"/>
            </w:pPr>
            <w:r w:rsidRPr="009647FC">
              <w:rPr>
                <w:rtl/>
              </w:rPr>
              <w:t>ليومك</w:t>
            </w:r>
            <w:r w:rsidR="004C00A8">
              <w:rPr>
                <w:rtl/>
              </w:rPr>
              <w:t xml:space="preserve"> </w:t>
            </w:r>
            <w:r w:rsidRPr="009647FC">
              <w:rPr>
                <w:rtl/>
              </w:rPr>
              <w:t>جرحٌ</w:t>
            </w:r>
            <w:r>
              <w:rPr>
                <w:rtl/>
              </w:rPr>
              <w:t xml:space="preserve"> </w:t>
            </w:r>
            <w:r w:rsidRPr="009647FC">
              <w:rPr>
                <w:rtl/>
              </w:rPr>
              <w:t>في</w:t>
            </w:r>
            <w:r>
              <w:rPr>
                <w:rtl/>
              </w:rPr>
              <w:t xml:space="preserve"> </w:t>
            </w:r>
            <w:r w:rsidRPr="009647FC">
              <w:rPr>
                <w:rtl/>
              </w:rPr>
              <w:t>حشا</w:t>
            </w:r>
            <w:r>
              <w:rPr>
                <w:rtl/>
              </w:rPr>
              <w:t xml:space="preserve"> </w:t>
            </w:r>
            <w:r w:rsidRPr="009647FC">
              <w:rPr>
                <w:rtl/>
              </w:rPr>
              <w:t>المجد</w:t>
            </w:r>
            <w:r>
              <w:rPr>
                <w:rtl/>
              </w:rPr>
              <w:t xml:space="preserve"> </w:t>
            </w:r>
            <w:r w:rsidRPr="009647FC">
              <w:rPr>
                <w:rtl/>
              </w:rPr>
              <w:t>لم</w:t>
            </w:r>
            <w:r>
              <w:rPr>
                <w:rtl/>
              </w:rPr>
              <w:t xml:space="preserve"> </w:t>
            </w:r>
            <w:r w:rsidRPr="009647FC">
              <w:rPr>
                <w:rtl/>
              </w:rPr>
              <w:t>يجد</w:t>
            </w:r>
            <w:r w:rsidRPr="00524A24">
              <w:rPr>
                <w:rStyle w:val="libPoemTiniChar0"/>
                <w:rtl/>
              </w:rPr>
              <w:br/>
              <w:t> </w:t>
            </w:r>
          </w:p>
        </w:tc>
        <w:tc>
          <w:tcPr>
            <w:tcW w:w="301" w:type="dxa"/>
          </w:tcPr>
          <w:p w:rsidR="00F143B8" w:rsidRPr="00524A24" w:rsidRDefault="00F143B8" w:rsidP="008726EA">
            <w:pPr>
              <w:pStyle w:val="libPoem"/>
              <w:rPr>
                <w:rtl/>
              </w:rPr>
            </w:pPr>
          </w:p>
        </w:tc>
        <w:tc>
          <w:tcPr>
            <w:tcW w:w="3884" w:type="dxa"/>
          </w:tcPr>
          <w:p w:rsidR="00F143B8" w:rsidRPr="00524A24" w:rsidRDefault="00F143B8" w:rsidP="008726EA">
            <w:pPr>
              <w:pStyle w:val="libPoem"/>
            </w:pPr>
            <w:r w:rsidRPr="009647FC">
              <w:rPr>
                <w:rtl/>
              </w:rPr>
              <w:t>معالجُه</w:t>
            </w:r>
            <w:r w:rsidR="004C00A8">
              <w:rPr>
                <w:rtl/>
              </w:rPr>
              <w:t xml:space="preserve"> </w:t>
            </w:r>
            <w:r w:rsidRPr="009647FC">
              <w:rPr>
                <w:rtl/>
              </w:rPr>
              <w:t>طول</w:t>
            </w:r>
            <w:r>
              <w:rPr>
                <w:rtl/>
              </w:rPr>
              <w:t xml:space="preserve">َ </w:t>
            </w:r>
            <w:r w:rsidRPr="009647FC">
              <w:rPr>
                <w:rtl/>
              </w:rPr>
              <w:t>الزمان</w:t>
            </w:r>
            <w:r>
              <w:rPr>
                <w:rtl/>
              </w:rPr>
              <w:t xml:space="preserve"> </w:t>
            </w:r>
            <w:r w:rsidRPr="009647FC">
              <w:rPr>
                <w:rtl/>
              </w:rPr>
              <w:t>له</w:t>
            </w:r>
            <w:r>
              <w:rPr>
                <w:rtl/>
              </w:rPr>
              <w:t xml:space="preserve"> </w:t>
            </w:r>
            <w:r w:rsidRPr="009647FC">
              <w:rPr>
                <w:rtl/>
              </w:rPr>
              <w:t>سبرا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B33C3F" w:rsidRPr="00524A24" w:rsidTr="00B33C3F">
        <w:trPr>
          <w:trHeight w:val="350"/>
        </w:trPr>
        <w:tc>
          <w:tcPr>
            <w:tcW w:w="3902" w:type="dxa"/>
          </w:tcPr>
          <w:p w:rsidR="00B33C3F" w:rsidRPr="00524A24" w:rsidRDefault="00B33C3F" w:rsidP="008726EA">
            <w:pPr>
              <w:pStyle w:val="libPoem"/>
            </w:pPr>
            <w:r w:rsidRPr="009647FC">
              <w:rPr>
                <w:rtl/>
              </w:rPr>
              <w:lastRenderedPageBreak/>
              <w:t>أصاب</w:t>
            </w:r>
            <w:r w:rsidR="004C00A8">
              <w:rPr>
                <w:rtl/>
              </w:rPr>
              <w:t xml:space="preserve"> </w:t>
            </w:r>
            <w:r w:rsidRPr="009647FC">
              <w:rPr>
                <w:rtl/>
              </w:rPr>
              <w:t>الردى</w:t>
            </w:r>
            <w:r>
              <w:rPr>
                <w:rtl/>
              </w:rPr>
              <w:t xml:space="preserve"> </w:t>
            </w:r>
            <w:r w:rsidRPr="009647FC">
              <w:rPr>
                <w:rtl/>
              </w:rPr>
              <w:t>لمّا</w:t>
            </w:r>
            <w:r>
              <w:rPr>
                <w:rtl/>
              </w:rPr>
              <w:t xml:space="preserve"> </w:t>
            </w:r>
            <w:r w:rsidRPr="009647FC">
              <w:rPr>
                <w:rtl/>
              </w:rPr>
              <w:t>أصابك</w:t>
            </w:r>
            <w:r>
              <w:rPr>
                <w:rtl/>
              </w:rPr>
              <w:t xml:space="preserve"> </w:t>
            </w:r>
            <w:r w:rsidRPr="009647FC">
              <w:rPr>
                <w:rtl/>
              </w:rPr>
              <w:t>مقتلا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من</w:t>
            </w:r>
            <w:r w:rsidR="004C00A8">
              <w:rPr>
                <w:rtl/>
              </w:rPr>
              <w:t xml:space="preserve"> </w:t>
            </w:r>
            <w:r w:rsidRPr="009647FC">
              <w:rPr>
                <w:rtl/>
              </w:rPr>
              <w:t>الحسب</w:t>
            </w:r>
            <w:r>
              <w:rPr>
                <w:rtl/>
              </w:rPr>
              <w:t xml:space="preserve"> </w:t>
            </w:r>
            <w:r w:rsidRPr="009647FC">
              <w:rPr>
                <w:rtl/>
              </w:rPr>
              <w:t>السامي</w:t>
            </w:r>
            <w:r>
              <w:rPr>
                <w:rtl/>
              </w:rPr>
              <w:t xml:space="preserve"> </w:t>
            </w:r>
            <w:r w:rsidRPr="009647FC">
              <w:rPr>
                <w:rtl/>
              </w:rPr>
              <w:t>به</w:t>
            </w:r>
            <w:r>
              <w:rPr>
                <w:rtl/>
              </w:rPr>
              <w:t xml:space="preserve"> </w:t>
            </w:r>
            <w:r w:rsidRPr="009647FC">
              <w:rPr>
                <w:rtl/>
              </w:rPr>
              <w:t>قتل</w:t>
            </w:r>
            <w:r>
              <w:rPr>
                <w:rtl/>
              </w:rPr>
              <w:t xml:space="preserve"> </w:t>
            </w:r>
            <w:r w:rsidRPr="009647FC">
              <w:rPr>
                <w:rtl/>
              </w:rPr>
              <w:t>الصبرا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وغادر</w:t>
            </w:r>
            <w:r>
              <w:rPr>
                <w:rtl/>
              </w:rPr>
              <w:t xml:space="preserve"> </w:t>
            </w:r>
            <w:r w:rsidRPr="009647FC">
              <w:rPr>
                <w:rtl/>
              </w:rPr>
              <w:t>أفق</w:t>
            </w:r>
            <w:r>
              <w:rPr>
                <w:rtl/>
              </w:rPr>
              <w:t xml:space="preserve">َ </w:t>
            </w:r>
            <w:r w:rsidRPr="009647FC">
              <w:rPr>
                <w:rtl/>
              </w:rPr>
              <w:t>المجدِ</w:t>
            </w:r>
            <w:r>
              <w:rPr>
                <w:rtl/>
              </w:rPr>
              <w:t xml:space="preserve"> </w:t>
            </w:r>
            <w:r w:rsidRPr="009647FC">
              <w:rPr>
                <w:rtl/>
              </w:rPr>
              <w:t>أغبر</w:t>
            </w:r>
            <w:r>
              <w:rPr>
                <w:rtl/>
              </w:rPr>
              <w:t xml:space="preserve"> </w:t>
            </w:r>
            <w:r w:rsidRPr="009647FC">
              <w:rPr>
                <w:rtl/>
              </w:rPr>
              <w:t>قائما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بحثو</w:t>
            </w:r>
            <w:r>
              <w:rPr>
                <w:rtl/>
              </w:rPr>
              <w:t xml:space="preserve"> </w:t>
            </w:r>
            <w:r w:rsidRPr="009647FC">
              <w:rPr>
                <w:rtl/>
              </w:rPr>
              <w:t>الثرى</w:t>
            </w:r>
            <w:r>
              <w:rPr>
                <w:rtl/>
              </w:rPr>
              <w:t xml:space="preserve"> </w:t>
            </w:r>
            <w:r w:rsidRPr="009647FC">
              <w:rPr>
                <w:rtl/>
              </w:rPr>
              <w:t>لمّا</w:t>
            </w:r>
            <w:r>
              <w:rPr>
                <w:rtl/>
              </w:rPr>
              <w:t xml:space="preserve"> </w:t>
            </w:r>
            <w:r w:rsidRPr="009647FC">
              <w:rPr>
                <w:rtl/>
              </w:rPr>
              <w:t>توسّ</w:t>
            </w:r>
            <w:r>
              <w:rPr>
                <w:rtl/>
              </w:rPr>
              <w:t>َ</w:t>
            </w:r>
            <w:r w:rsidRPr="009647FC">
              <w:rPr>
                <w:rtl/>
              </w:rPr>
              <w:t>د</w:t>
            </w:r>
            <w:r>
              <w:rPr>
                <w:rtl/>
              </w:rPr>
              <w:t xml:space="preserve"> </w:t>
            </w:r>
            <w:r w:rsidRPr="009647FC">
              <w:rPr>
                <w:rtl/>
              </w:rPr>
              <w:t>في</w:t>
            </w:r>
            <w:r>
              <w:rPr>
                <w:rtl/>
              </w:rPr>
              <w:t xml:space="preserve"> </w:t>
            </w:r>
            <w:r w:rsidRPr="009647FC">
              <w:rPr>
                <w:rtl/>
              </w:rPr>
              <w:t>الغبرا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لم</w:t>
            </w:r>
            <w:r>
              <w:rPr>
                <w:rtl/>
              </w:rPr>
              <w:t>َ</w:t>
            </w:r>
            <w:r w:rsidRPr="009647FC">
              <w:rPr>
                <w:rtl/>
              </w:rPr>
              <w:t>نْ</w:t>
            </w:r>
            <w:r w:rsidR="004C00A8">
              <w:rPr>
                <w:rtl/>
              </w:rPr>
              <w:t xml:space="preserve"> </w:t>
            </w:r>
            <w:r w:rsidRPr="009647FC">
              <w:rPr>
                <w:rtl/>
              </w:rPr>
              <w:t>بعدك</w:t>
            </w:r>
            <w:r>
              <w:rPr>
                <w:rtl/>
              </w:rPr>
              <w:t xml:space="preserve"> </w:t>
            </w:r>
            <w:r w:rsidRPr="009647FC">
              <w:rPr>
                <w:rtl/>
              </w:rPr>
              <w:t>الفيحاءُ</w:t>
            </w:r>
            <w:r>
              <w:rPr>
                <w:rtl/>
              </w:rPr>
              <w:t xml:space="preserve"> </w:t>
            </w:r>
            <w:r w:rsidRPr="009647FC">
              <w:rPr>
                <w:rtl/>
              </w:rPr>
              <w:t>تذخر</w:t>
            </w:r>
            <w:r>
              <w:rPr>
                <w:rtl/>
              </w:rPr>
              <w:t xml:space="preserve"> </w:t>
            </w:r>
            <w:r w:rsidRPr="009647FC">
              <w:rPr>
                <w:rtl/>
              </w:rPr>
              <w:t>دمع</w:t>
            </w:r>
            <w:r>
              <w:rPr>
                <w:rtl/>
              </w:rPr>
              <w:t>َ</w:t>
            </w:r>
            <w:r w:rsidRPr="009647FC">
              <w:rPr>
                <w:rtl/>
              </w:rPr>
              <w:t>ها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وقد</w:t>
            </w:r>
            <w:r w:rsidR="004C00A8">
              <w:rPr>
                <w:rtl/>
              </w:rPr>
              <w:t xml:space="preserve"> </w:t>
            </w:r>
            <w:r w:rsidRPr="009647FC">
              <w:rPr>
                <w:rtl/>
              </w:rPr>
              <w:t>كنت</w:t>
            </w:r>
            <w:r>
              <w:rPr>
                <w:rtl/>
              </w:rPr>
              <w:t xml:space="preserve"> </w:t>
            </w:r>
            <w:r w:rsidRPr="009647FC">
              <w:rPr>
                <w:rtl/>
              </w:rPr>
              <w:t>عند</w:t>
            </w:r>
            <w:r>
              <w:rPr>
                <w:rtl/>
              </w:rPr>
              <w:t xml:space="preserve"> </w:t>
            </w:r>
            <w:r w:rsidRPr="009647FC">
              <w:rPr>
                <w:rtl/>
              </w:rPr>
              <w:t>النائبات</w:t>
            </w:r>
            <w:r>
              <w:rPr>
                <w:rtl/>
              </w:rPr>
              <w:t xml:space="preserve"> </w:t>
            </w:r>
            <w:r w:rsidRPr="009647FC">
              <w:rPr>
                <w:rtl/>
              </w:rPr>
              <w:t>لها</w:t>
            </w:r>
            <w:r>
              <w:rPr>
                <w:rtl/>
              </w:rPr>
              <w:t xml:space="preserve"> </w:t>
            </w:r>
            <w:r w:rsidRPr="009647FC">
              <w:rPr>
                <w:rtl/>
              </w:rPr>
              <w:t>ذخرا؟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حرامٌ</w:t>
            </w:r>
            <w:r w:rsidR="004C00A8">
              <w:rPr>
                <w:rtl/>
              </w:rPr>
              <w:t xml:space="preserve"> </w:t>
            </w:r>
            <w:r w:rsidRPr="009647FC">
              <w:rPr>
                <w:rtl/>
              </w:rPr>
              <w:t>بأن</w:t>
            </w:r>
            <w:r>
              <w:rPr>
                <w:rtl/>
              </w:rPr>
              <w:t xml:space="preserve"> </w:t>
            </w:r>
            <w:r w:rsidRPr="009647FC">
              <w:rPr>
                <w:rtl/>
              </w:rPr>
              <w:t>ي</w:t>
            </w:r>
            <w:r w:rsidRPr="00B371C6">
              <w:rPr>
                <w:rtl/>
              </w:rPr>
              <w:t>ُ</w:t>
            </w:r>
            <w:r w:rsidRPr="009647FC">
              <w:rPr>
                <w:rtl/>
              </w:rPr>
              <w:t>هدي</w:t>
            </w:r>
            <w:r>
              <w:rPr>
                <w:rtl/>
              </w:rPr>
              <w:t xml:space="preserve"> </w:t>
            </w:r>
            <w:r w:rsidRPr="009647FC">
              <w:rPr>
                <w:rtl/>
              </w:rPr>
              <w:t>بها</w:t>
            </w:r>
            <w:r>
              <w:rPr>
                <w:rtl/>
              </w:rPr>
              <w:t xml:space="preserve"> </w:t>
            </w:r>
            <w:r w:rsidRPr="009647FC">
              <w:rPr>
                <w:rtl/>
              </w:rPr>
              <w:t>عاطرُ</w:t>
            </w:r>
            <w:r>
              <w:rPr>
                <w:rtl/>
              </w:rPr>
              <w:t xml:space="preserve"> </w:t>
            </w:r>
            <w:r w:rsidRPr="009647FC">
              <w:rPr>
                <w:rtl/>
              </w:rPr>
              <w:t>الثنا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فبعد</w:t>
            </w:r>
            <w:r>
              <w:rPr>
                <w:rtl/>
              </w:rPr>
              <w:t xml:space="preserve"> </w:t>
            </w:r>
            <w:r w:rsidRPr="009647FC">
              <w:rPr>
                <w:rtl/>
              </w:rPr>
              <w:t>عروس</w:t>
            </w:r>
            <w:r>
              <w:rPr>
                <w:rtl/>
              </w:rPr>
              <w:t xml:space="preserve"> </w:t>
            </w:r>
            <w:r w:rsidRPr="009647FC">
              <w:rPr>
                <w:rtl/>
              </w:rPr>
              <w:t>سائرُ</w:t>
            </w:r>
            <w:r>
              <w:rPr>
                <w:rtl/>
              </w:rPr>
              <w:t xml:space="preserve"> </w:t>
            </w:r>
            <w:r w:rsidRPr="009647FC">
              <w:rPr>
                <w:rtl/>
              </w:rPr>
              <w:t>الدهر</w:t>
            </w:r>
            <w:r>
              <w:rPr>
                <w:rtl/>
              </w:rPr>
              <w:t xml:space="preserve"> </w:t>
            </w:r>
            <w:r w:rsidRPr="009647FC">
              <w:rPr>
                <w:rtl/>
              </w:rPr>
              <w:t>لا</w:t>
            </w:r>
            <w:r>
              <w:rPr>
                <w:rtl/>
              </w:rPr>
              <w:t xml:space="preserve"> </w:t>
            </w:r>
            <w:r w:rsidRPr="009647FC">
              <w:rPr>
                <w:rtl/>
              </w:rPr>
              <w:t>عطرا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بلى</w:t>
            </w:r>
            <w:r>
              <w:rPr>
                <w:rtl/>
              </w:rPr>
              <w:t xml:space="preserve"> </w:t>
            </w:r>
            <w:r w:rsidRPr="009647FC">
              <w:rPr>
                <w:rtl/>
              </w:rPr>
              <w:t>فلتكن</w:t>
            </w:r>
            <w:r>
              <w:rPr>
                <w:rtl/>
              </w:rPr>
              <w:t xml:space="preserve"> </w:t>
            </w:r>
            <w:r w:rsidRPr="009647FC">
              <w:rPr>
                <w:rtl/>
              </w:rPr>
              <w:t>في</w:t>
            </w:r>
            <w:r>
              <w:rPr>
                <w:rtl/>
              </w:rPr>
              <w:t xml:space="preserve"> </w:t>
            </w:r>
            <w:r w:rsidRPr="009647FC">
              <w:rPr>
                <w:rtl/>
              </w:rPr>
              <w:t>النوح</w:t>
            </w:r>
            <w:r>
              <w:rPr>
                <w:rtl/>
              </w:rPr>
              <w:t xml:space="preserve"> (</w:t>
            </w:r>
            <w:r w:rsidRPr="009647FC">
              <w:rPr>
                <w:rtl/>
              </w:rPr>
              <w:t>خنساء</w:t>
            </w:r>
            <w:r>
              <w:rPr>
                <w:rtl/>
              </w:rPr>
              <w:t xml:space="preserve">) </w:t>
            </w:r>
            <w:r w:rsidRPr="009647FC">
              <w:rPr>
                <w:rtl/>
              </w:rPr>
              <w:t>عصرها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وإن</w:t>
            </w:r>
            <w:r>
              <w:rPr>
                <w:rtl/>
              </w:rPr>
              <w:t xml:space="preserve"> </w:t>
            </w:r>
            <w:r w:rsidRPr="009647FC">
              <w:rPr>
                <w:rtl/>
              </w:rPr>
              <w:t>جلّ</w:t>
            </w:r>
            <w:r>
              <w:rPr>
                <w:rtl/>
              </w:rPr>
              <w:t xml:space="preserve">َ </w:t>
            </w:r>
            <w:r w:rsidRPr="009647FC">
              <w:rPr>
                <w:rtl/>
              </w:rPr>
              <w:t>عن</w:t>
            </w:r>
            <w:r>
              <w:rPr>
                <w:rtl/>
              </w:rPr>
              <w:t xml:space="preserve"> </w:t>
            </w:r>
            <w:r w:rsidRPr="009647FC">
              <w:rPr>
                <w:rtl/>
              </w:rPr>
              <w:t>صخرٍ</w:t>
            </w:r>
            <w:r>
              <w:rPr>
                <w:rtl/>
              </w:rPr>
              <w:t xml:space="preserve"> (</w:t>
            </w:r>
            <w:r w:rsidRPr="009647FC">
              <w:rPr>
                <w:rtl/>
              </w:rPr>
              <w:t>سليمانها</w:t>
            </w:r>
            <w:r>
              <w:rPr>
                <w:rtl/>
              </w:rPr>
              <w:t xml:space="preserve">) </w:t>
            </w:r>
            <w:r w:rsidRPr="009647FC">
              <w:rPr>
                <w:rtl/>
              </w:rPr>
              <w:t>قدرا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قفا</w:t>
            </w:r>
            <w:r w:rsidR="004C00A8">
              <w:rPr>
                <w:rtl/>
              </w:rPr>
              <w:t xml:space="preserve"> </w:t>
            </w:r>
            <w:r w:rsidRPr="009647FC">
              <w:rPr>
                <w:rtl/>
              </w:rPr>
              <w:t>ناشداها</w:t>
            </w:r>
            <w:r>
              <w:rPr>
                <w:rtl/>
              </w:rPr>
              <w:t xml:space="preserve"> </w:t>
            </w:r>
            <w:r w:rsidRPr="009647FC">
              <w:rPr>
                <w:rtl/>
              </w:rPr>
              <w:t>أين</w:t>
            </w:r>
            <w:r>
              <w:rPr>
                <w:rtl/>
              </w:rPr>
              <w:t xml:space="preserve"> </w:t>
            </w:r>
            <w:r w:rsidRPr="009647FC">
              <w:rPr>
                <w:rtl/>
              </w:rPr>
              <w:t>بان</w:t>
            </w:r>
            <w:r>
              <w:rPr>
                <w:rtl/>
              </w:rPr>
              <w:t xml:space="preserve"> </w:t>
            </w:r>
            <w:r w:rsidRPr="009647FC">
              <w:rPr>
                <w:rtl/>
              </w:rPr>
              <w:t>عميدُها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وهل</w:t>
            </w:r>
            <w:r>
              <w:rPr>
                <w:rtl/>
              </w:rPr>
              <w:t xml:space="preserve"> </w:t>
            </w:r>
            <w:r w:rsidRPr="009647FC">
              <w:rPr>
                <w:rtl/>
              </w:rPr>
              <w:t>بعده</w:t>
            </w:r>
            <w:r>
              <w:rPr>
                <w:rtl/>
              </w:rPr>
              <w:t xml:space="preserve"> </w:t>
            </w:r>
            <w:r w:rsidRPr="009647FC">
              <w:rPr>
                <w:rtl/>
              </w:rPr>
              <w:t>حامٍ</w:t>
            </w:r>
            <w:r>
              <w:rPr>
                <w:rtl/>
              </w:rPr>
              <w:t xml:space="preserve"> </w:t>
            </w:r>
            <w:r w:rsidRPr="009647FC">
              <w:rPr>
                <w:rtl/>
              </w:rPr>
              <w:t>تسدُّ</w:t>
            </w:r>
            <w:r>
              <w:rPr>
                <w:rtl/>
              </w:rPr>
              <w:t xml:space="preserve"> </w:t>
            </w:r>
            <w:r w:rsidRPr="009647FC">
              <w:rPr>
                <w:rtl/>
              </w:rPr>
              <w:t>به</w:t>
            </w:r>
            <w:r>
              <w:rPr>
                <w:rtl/>
              </w:rPr>
              <w:t xml:space="preserve"> </w:t>
            </w:r>
            <w:r w:rsidRPr="009647FC">
              <w:rPr>
                <w:rtl/>
              </w:rPr>
              <w:t>ثغرا؟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غدت</w:t>
            </w:r>
            <w:r w:rsidR="004C00A8">
              <w:rPr>
                <w:rtl/>
              </w:rPr>
              <w:t xml:space="preserve"> </w:t>
            </w:r>
            <w:r w:rsidRPr="009647FC">
              <w:rPr>
                <w:rtl/>
              </w:rPr>
              <w:t>بين</w:t>
            </w:r>
            <w:r>
              <w:rPr>
                <w:rtl/>
              </w:rPr>
              <w:t xml:space="preserve"> </w:t>
            </w:r>
            <w:r w:rsidRPr="009647FC">
              <w:rPr>
                <w:rtl/>
              </w:rPr>
              <w:t>ذؤبان</w:t>
            </w:r>
            <w:r>
              <w:rPr>
                <w:rtl/>
              </w:rPr>
              <w:t xml:space="preserve"> </w:t>
            </w:r>
            <w:r w:rsidRPr="009647FC">
              <w:rPr>
                <w:rtl/>
              </w:rPr>
              <w:t>الخطوب</w:t>
            </w:r>
            <w:r>
              <w:rPr>
                <w:rtl/>
              </w:rPr>
              <w:t xml:space="preserve"> </w:t>
            </w:r>
            <w:r w:rsidRPr="009647FC">
              <w:rPr>
                <w:rtl/>
              </w:rPr>
              <w:t>فريسةً</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بها</w:t>
            </w:r>
            <w:r>
              <w:rPr>
                <w:rtl/>
              </w:rPr>
              <w:t xml:space="preserve"> </w:t>
            </w:r>
            <w:r w:rsidRPr="009647FC">
              <w:rPr>
                <w:rtl/>
              </w:rPr>
              <w:t>كيف</w:t>
            </w:r>
            <w:r>
              <w:rPr>
                <w:rtl/>
              </w:rPr>
              <w:t xml:space="preserve"> </w:t>
            </w:r>
            <w:r w:rsidRPr="009647FC">
              <w:rPr>
                <w:rtl/>
              </w:rPr>
              <w:t>شاءت</w:t>
            </w:r>
            <w:r>
              <w:rPr>
                <w:rtl/>
              </w:rPr>
              <w:t xml:space="preserve"> </w:t>
            </w:r>
            <w:r w:rsidRPr="009647FC">
              <w:rPr>
                <w:rtl/>
              </w:rPr>
              <w:t>تنشب</w:t>
            </w:r>
            <w:r>
              <w:rPr>
                <w:rtl/>
              </w:rPr>
              <w:t xml:space="preserve"> </w:t>
            </w:r>
            <w:r w:rsidRPr="009647FC">
              <w:rPr>
                <w:rtl/>
              </w:rPr>
              <w:t>الناب</w:t>
            </w:r>
            <w:r>
              <w:rPr>
                <w:rtl/>
              </w:rPr>
              <w:t xml:space="preserve"> </w:t>
            </w:r>
            <w:r w:rsidRPr="009647FC">
              <w:rPr>
                <w:rtl/>
              </w:rPr>
              <w:t>والظفرا؟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مضى</w:t>
            </w:r>
            <w:r w:rsidR="004C00A8">
              <w:rPr>
                <w:rtl/>
              </w:rPr>
              <w:t xml:space="preserve"> </w:t>
            </w:r>
            <w:r w:rsidRPr="009647FC">
              <w:rPr>
                <w:rtl/>
              </w:rPr>
              <w:t>ابنُ</w:t>
            </w:r>
            <w:r>
              <w:rPr>
                <w:rtl/>
              </w:rPr>
              <w:t xml:space="preserve"> </w:t>
            </w:r>
            <w:r w:rsidRPr="009647FC">
              <w:rPr>
                <w:rtl/>
              </w:rPr>
              <w:t>جلاها</w:t>
            </w:r>
            <w:r>
              <w:rPr>
                <w:rtl/>
              </w:rPr>
              <w:t xml:space="preserve"> </w:t>
            </w:r>
            <w:r w:rsidRPr="009647FC">
              <w:rPr>
                <w:rtl/>
              </w:rPr>
              <w:t>لا</w:t>
            </w:r>
            <w:r>
              <w:rPr>
                <w:rtl/>
              </w:rPr>
              <w:t xml:space="preserve"> </w:t>
            </w:r>
            <w:r w:rsidRPr="009647FC">
              <w:rPr>
                <w:rtl/>
              </w:rPr>
              <w:t>ومثواه</w:t>
            </w:r>
            <w:r>
              <w:rPr>
                <w:rtl/>
              </w:rPr>
              <w:t xml:space="preserve"> </w:t>
            </w:r>
            <w:r w:rsidRPr="009647FC">
              <w:rPr>
                <w:rtl/>
              </w:rPr>
              <w:t>لا</w:t>
            </w:r>
            <w:r>
              <w:rPr>
                <w:rtl/>
              </w:rPr>
              <w:t xml:space="preserve"> </w:t>
            </w:r>
            <w:r w:rsidRPr="009647FC">
              <w:rPr>
                <w:rtl/>
              </w:rPr>
              <w:t>ترى</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من</w:t>
            </w:r>
            <w:r>
              <w:rPr>
                <w:rtl/>
              </w:rPr>
              <w:t xml:space="preserve"> </w:t>
            </w:r>
            <w:r w:rsidRPr="009647FC">
              <w:rPr>
                <w:rtl/>
              </w:rPr>
              <w:t>القوم</w:t>
            </w:r>
            <w:r>
              <w:rPr>
                <w:rtl/>
              </w:rPr>
              <w:t xml:space="preserve"> </w:t>
            </w:r>
            <w:r w:rsidRPr="009647FC">
              <w:rPr>
                <w:rtl/>
              </w:rPr>
              <w:t>منْ</w:t>
            </w:r>
            <w:r>
              <w:rPr>
                <w:rtl/>
              </w:rPr>
              <w:t xml:space="preserve"> </w:t>
            </w:r>
            <w:r w:rsidRPr="009647FC">
              <w:rPr>
                <w:rtl/>
              </w:rPr>
              <w:t>يجلو</w:t>
            </w:r>
            <w:r>
              <w:rPr>
                <w:rtl/>
              </w:rPr>
              <w:t xml:space="preserve"> </w:t>
            </w:r>
            <w:r w:rsidRPr="009647FC">
              <w:rPr>
                <w:rtl/>
              </w:rPr>
              <w:t>دجى</w:t>
            </w:r>
            <w:r>
              <w:rPr>
                <w:rtl/>
              </w:rPr>
              <w:t xml:space="preserve"> </w:t>
            </w:r>
            <w:r w:rsidRPr="009647FC">
              <w:rPr>
                <w:rtl/>
              </w:rPr>
              <w:t>همّها</w:t>
            </w:r>
            <w:r>
              <w:rPr>
                <w:rtl/>
              </w:rPr>
              <w:t xml:space="preserve"> </w:t>
            </w:r>
            <w:r w:rsidRPr="009647FC">
              <w:rPr>
                <w:rtl/>
              </w:rPr>
              <w:t>الدهرا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أمرّ</w:t>
            </w:r>
            <w:r>
              <w:rPr>
                <w:rtl/>
              </w:rPr>
              <w:t>َ</w:t>
            </w:r>
            <w:r w:rsidRPr="004E7EC6">
              <w:rPr>
                <w:rStyle w:val="libFootnotenumChar"/>
                <w:rtl/>
              </w:rPr>
              <w:t>(1)</w:t>
            </w:r>
            <w:r>
              <w:rPr>
                <w:rtl/>
              </w:rPr>
              <w:t xml:space="preserve"> </w:t>
            </w:r>
            <w:r w:rsidRPr="009647FC">
              <w:rPr>
                <w:rtl/>
              </w:rPr>
              <w:t>لديها</w:t>
            </w:r>
            <w:r>
              <w:rPr>
                <w:rtl/>
              </w:rPr>
              <w:t xml:space="preserve"> </w:t>
            </w:r>
            <w:r w:rsidRPr="009647FC">
              <w:rPr>
                <w:rtl/>
              </w:rPr>
              <w:t>العيشُ</w:t>
            </w:r>
            <w:r>
              <w:rPr>
                <w:rtl/>
              </w:rPr>
              <w:t xml:space="preserve"> </w:t>
            </w:r>
            <w:r w:rsidRPr="009647FC">
              <w:rPr>
                <w:rtl/>
              </w:rPr>
              <w:t>بعد</w:t>
            </w:r>
            <w:r>
              <w:rPr>
                <w:rtl/>
              </w:rPr>
              <w:t xml:space="preserve"> </w:t>
            </w:r>
            <w:r w:rsidRPr="009647FC">
              <w:rPr>
                <w:rtl/>
              </w:rPr>
              <w:t>افتقاده</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وكان</w:t>
            </w:r>
            <w:r>
              <w:rPr>
                <w:rtl/>
              </w:rPr>
              <w:t xml:space="preserve"> </w:t>
            </w:r>
            <w:r w:rsidRPr="009647FC">
              <w:rPr>
                <w:rtl/>
              </w:rPr>
              <w:t>حلا</w:t>
            </w:r>
            <w:r>
              <w:rPr>
                <w:rtl/>
              </w:rPr>
              <w:t xml:space="preserve"> </w:t>
            </w:r>
            <w:r w:rsidRPr="009647FC">
              <w:rPr>
                <w:rtl/>
              </w:rPr>
              <w:t>فيه</w:t>
            </w:r>
            <w:r>
              <w:rPr>
                <w:rtl/>
              </w:rPr>
              <w:t xml:space="preserve"> </w:t>
            </w:r>
            <w:r w:rsidRPr="009647FC">
              <w:rPr>
                <w:rtl/>
              </w:rPr>
              <w:t>لأبنائها</w:t>
            </w:r>
            <w:r>
              <w:rPr>
                <w:rtl/>
              </w:rPr>
              <w:t xml:space="preserve"> </w:t>
            </w:r>
            <w:r w:rsidRPr="009647FC">
              <w:rPr>
                <w:rtl/>
              </w:rPr>
              <w:t>عصرا؟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فعذراً</w:t>
            </w:r>
            <w:r w:rsidR="004C00A8">
              <w:rPr>
                <w:rtl/>
              </w:rPr>
              <w:t xml:space="preserve"> </w:t>
            </w:r>
            <w:r w:rsidRPr="009647FC">
              <w:rPr>
                <w:rtl/>
              </w:rPr>
              <w:t>إذا</w:t>
            </w:r>
            <w:r>
              <w:rPr>
                <w:rtl/>
              </w:rPr>
              <w:t xml:space="preserve"> </w:t>
            </w:r>
            <w:r w:rsidRPr="009647FC">
              <w:rPr>
                <w:rtl/>
              </w:rPr>
              <w:t>إن</w:t>
            </w:r>
            <w:r>
              <w:rPr>
                <w:rtl/>
              </w:rPr>
              <w:t xml:space="preserve"> </w:t>
            </w:r>
            <w:r w:rsidRPr="009647FC">
              <w:rPr>
                <w:rtl/>
              </w:rPr>
              <w:t>تشتك</w:t>
            </w:r>
            <w:r>
              <w:rPr>
                <w:rtl/>
              </w:rPr>
              <w:t xml:space="preserve"> </w:t>
            </w:r>
            <w:r w:rsidRPr="009647FC">
              <w:rPr>
                <w:rtl/>
              </w:rPr>
              <w:t>اليتم</w:t>
            </w:r>
            <w:r>
              <w:rPr>
                <w:rtl/>
              </w:rPr>
              <w:t xml:space="preserve">َ </w:t>
            </w:r>
            <w:r w:rsidRPr="009647FC">
              <w:rPr>
                <w:rtl/>
              </w:rPr>
              <w:t>بعده</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فقد</w:t>
            </w:r>
            <w:r>
              <w:rPr>
                <w:rtl/>
              </w:rPr>
              <w:t xml:space="preserve"> </w:t>
            </w:r>
            <w:r w:rsidRPr="009647FC">
              <w:rPr>
                <w:rtl/>
              </w:rPr>
              <w:t>فقدتْ</w:t>
            </w:r>
            <w:r>
              <w:rPr>
                <w:rtl/>
              </w:rPr>
              <w:t xml:space="preserve"> </w:t>
            </w:r>
            <w:r w:rsidRPr="009647FC">
              <w:rPr>
                <w:rtl/>
              </w:rPr>
              <w:t>منه</w:t>
            </w:r>
            <w:r>
              <w:rPr>
                <w:rtl/>
              </w:rPr>
              <w:t xml:space="preserve"> </w:t>
            </w:r>
            <w:r w:rsidRPr="009647FC">
              <w:rPr>
                <w:rtl/>
              </w:rPr>
              <w:t>أباً</w:t>
            </w:r>
            <w:r>
              <w:rPr>
                <w:rtl/>
              </w:rPr>
              <w:t xml:space="preserve"> </w:t>
            </w:r>
            <w:r w:rsidRPr="009647FC">
              <w:rPr>
                <w:rtl/>
              </w:rPr>
              <w:t>لم</w:t>
            </w:r>
            <w:r>
              <w:rPr>
                <w:rtl/>
              </w:rPr>
              <w:t xml:space="preserve"> </w:t>
            </w:r>
            <w:r w:rsidRPr="009647FC">
              <w:rPr>
                <w:rtl/>
              </w:rPr>
              <w:t>يزل</w:t>
            </w:r>
            <w:r>
              <w:rPr>
                <w:rtl/>
              </w:rPr>
              <w:t xml:space="preserve"> </w:t>
            </w:r>
            <w:r w:rsidRPr="009647FC">
              <w:rPr>
                <w:rtl/>
              </w:rPr>
              <w:t>برّا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برغم</w:t>
            </w:r>
            <w:r w:rsidR="004C00A8">
              <w:rPr>
                <w:rtl/>
              </w:rPr>
              <w:t xml:space="preserve"> </w:t>
            </w:r>
            <w:r w:rsidRPr="009647FC">
              <w:rPr>
                <w:rtl/>
              </w:rPr>
              <w:t>أخيه</w:t>
            </w:r>
            <w:r>
              <w:rPr>
                <w:rtl/>
              </w:rPr>
              <w:t xml:space="preserve"> </w:t>
            </w:r>
            <w:r w:rsidRPr="009647FC">
              <w:rPr>
                <w:rtl/>
              </w:rPr>
              <w:t>الجود</w:t>
            </w:r>
            <w:r>
              <w:rPr>
                <w:rtl/>
              </w:rPr>
              <w:t xml:space="preserve"> </w:t>
            </w:r>
            <w:r w:rsidRPr="009647FC">
              <w:rPr>
                <w:rtl/>
              </w:rPr>
              <w:t>ودّع</w:t>
            </w:r>
            <w:r>
              <w:rPr>
                <w:rtl/>
              </w:rPr>
              <w:t xml:space="preserve"> </w:t>
            </w:r>
            <w:r w:rsidRPr="009647FC">
              <w:rPr>
                <w:rtl/>
              </w:rPr>
              <w:t>شخصه</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وعاد</w:t>
            </w:r>
            <w:r w:rsidR="004C00A8">
              <w:rPr>
                <w:rtl/>
              </w:rPr>
              <w:t xml:space="preserve"> </w:t>
            </w:r>
            <w:r w:rsidRPr="009647FC">
              <w:rPr>
                <w:rtl/>
              </w:rPr>
              <w:t>إلى</w:t>
            </w:r>
            <w:r>
              <w:rPr>
                <w:rtl/>
              </w:rPr>
              <w:t xml:space="preserve"> </w:t>
            </w:r>
            <w:r w:rsidRPr="009647FC">
              <w:rPr>
                <w:rtl/>
              </w:rPr>
              <w:t>لقياه</w:t>
            </w:r>
            <w:r>
              <w:rPr>
                <w:rtl/>
              </w:rPr>
              <w:t xml:space="preserve"> </w:t>
            </w:r>
            <w:r w:rsidRPr="009647FC">
              <w:rPr>
                <w:rtl/>
              </w:rPr>
              <w:t>ينتظر</w:t>
            </w:r>
            <w:r>
              <w:rPr>
                <w:rtl/>
              </w:rPr>
              <w:t xml:space="preserve"> </w:t>
            </w:r>
            <w:r w:rsidRPr="009647FC">
              <w:rPr>
                <w:rtl/>
              </w:rPr>
              <w:t>الحشرا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ففي</w:t>
            </w:r>
            <w:r>
              <w:rPr>
                <w:rtl/>
              </w:rPr>
              <w:t xml:space="preserve"> </w:t>
            </w:r>
            <w:r w:rsidRPr="009647FC">
              <w:rPr>
                <w:rtl/>
              </w:rPr>
              <w:t>القلب</w:t>
            </w:r>
            <w:r>
              <w:rPr>
                <w:rtl/>
              </w:rPr>
              <w:t xml:space="preserve"> </w:t>
            </w:r>
            <w:r w:rsidRPr="009647FC">
              <w:rPr>
                <w:rtl/>
              </w:rPr>
              <w:t>منه</w:t>
            </w:r>
            <w:r>
              <w:rPr>
                <w:rtl/>
              </w:rPr>
              <w:t xml:space="preserve"> </w:t>
            </w:r>
            <w:r w:rsidRPr="009647FC">
              <w:rPr>
                <w:rtl/>
              </w:rPr>
              <w:t>كلّما</w:t>
            </w:r>
            <w:r>
              <w:rPr>
                <w:rtl/>
              </w:rPr>
              <w:t xml:space="preserve"> </w:t>
            </w:r>
            <w:r w:rsidRPr="009647FC">
              <w:rPr>
                <w:rtl/>
              </w:rPr>
              <w:t>مرّ</w:t>
            </w:r>
            <w:r>
              <w:rPr>
                <w:rtl/>
              </w:rPr>
              <w:t xml:space="preserve">َ </w:t>
            </w:r>
            <w:r w:rsidRPr="009647FC">
              <w:rPr>
                <w:rtl/>
              </w:rPr>
              <w:t>خاطرٌ</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تذكّر</w:t>
            </w:r>
            <w:r>
              <w:rPr>
                <w:rtl/>
              </w:rPr>
              <w:t xml:space="preserve"> </w:t>
            </w:r>
            <w:r w:rsidRPr="009647FC">
              <w:rPr>
                <w:rtl/>
              </w:rPr>
              <w:t>محزوناً</w:t>
            </w:r>
            <w:r>
              <w:rPr>
                <w:rtl/>
              </w:rPr>
              <w:t xml:space="preserve"> </w:t>
            </w:r>
            <w:r w:rsidRPr="009647FC">
              <w:rPr>
                <w:rtl/>
              </w:rPr>
              <w:t>وأن</w:t>
            </w:r>
            <w:r w:rsidRPr="00B371C6">
              <w:rPr>
                <w:rtl/>
              </w:rPr>
              <w:t>ّ</w:t>
            </w:r>
            <w:r w:rsidRPr="009647FC">
              <w:rPr>
                <w:rtl/>
              </w:rPr>
              <w:t>ى</w:t>
            </w:r>
            <w:r>
              <w:rPr>
                <w:rtl/>
              </w:rPr>
              <w:t xml:space="preserve"> </w:t>
            </w:r>
            <w:r w:rsidRPr="009647FC">
              <w:rPr>
                <w:rtl/>
              </w:rPr>
              <w:t>له</w:t>
            </w:r>
            <w:r>
              <w:rPr>
                <w:rtl/>
              </w:rPr>
              <w:t xml:space="preserve"> </w:t>
            </w:r>
            <w:r w:rsidRPr="009647FC">
              <w:rPr>
                <w:rtl/>
              </w:rPr>
              <w:t>الذكرى</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فتىً</w:t>
            </w:r>
            <w:r>
              <w:rPr>
                <w:rtl/>
              </w:rPr>
              <w:t xml:space="preserve"> </w:t>
            </w:r>
            <w:r w:rsidRPr="009647FC">
              <w:rPr>
                <w:rtl/>
              </w:rPr>
              <w:t>شدّ</w:t>
            </w:r>
            <w:r>
              <w:rPr>
                <w:rtl/>
              </w:rPr>
              <w:t xml:space="preserve">َ </w:t>
            </w:r>
            <w:r w:rsidRPr="009647FC">
              <w:rPr>
                <w:rtl/>
              </w:rPr>
              <w:t>أزر</w:t>
            </w:r>
            <w:r>
              <w:rPr>
                <w:rtl/>
              </w:rPr>
              <w:t xml:space="preserve">َ </w:t>
            </w:r>
            <w:r w:rsidRPr="009647FC">
              <w:rPr>
                <w:rtl/>
              </w:rPr>
              <w:t>المجد</w:t>
            </w:r>
            <w:r>
              <w:rPr>
                <w:rtl/>
              </w:rPr>
              <w:t xml:space="preserve"> </w:t>
            </w:r>
            <w:r w:rsidRPr="009647FC">
              <w:rPr>
                <w:rtl/>
              </w:rPr>
              <w:t>فيه</w:t>
            </w:r>
            <w:r>
              <w:rPr>
                <w:rtl/>
              </w:rPr>
              <w:t xml:space="preserve"> </w:t>
            </w:r>
            <w:r w:rsidRPr="009647FC">
              <w:rPr>
                <w:rtl/>
              </w:rPr>
              <w:t>أطايبٌ</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على</w:t>
            </w:r>
            <w:r w:rsidR="004C00A8">
              <w:rPr>
                <w:rtl/>
              </w:rPr>
              <w:t xml:space="preserve"> </w:t>
            </w:r>
            <w:r w:rsidRPr="009647FC">
              <w:rPr>
                <w:rtl/>
              </w:rPr>
              <w:t>عفّةٍ</w:t>
            </w:r>
            <w:r>
              <w:rPr>
                <w:rtl/>
              </w:rPr>
              <w:t xml:space="preserve"> </w:t>
            </w:r>
            <w:r w:rsidRPr="009647FC">
              <w:rPr>
                <w:rtl/>
              </w:rPr>
              <w:t>منذ</w:t>
            </w:r>
            <w:r>
              <w:rPr>
                <w:rtl/>
              </w:rPr>
              <w:t xml:space="preserve"> </w:t>
            </w:r>
            <w:r w:rsidRPr="009647FC">
              <w:rPr>
                <w:rtl/>
              </w:rPr>
              <w:t>ارتدّوا</w:t>
            </w:r>
            <w:r>
              <w:rPr>
                <w:rtl/>
              </w:rPr>
              <w:t xml:space="preserve"> </w:t>
            </w:r>
            <w:r w:rsidRPr="009647FC">
              <w:rPr>
                <w:rtl/>
              </w:rPr>
              <w:t>شدوّ</w:t>
            </w:r>
            <w:r>
              <w:rPr>
                <w:rtl/>
              </w:rPr>
              <w:t>َ</w:t>
            </w:r>
            <w:r w:rsidRPr="009647FC">
              <w:rPr>
                <w:rtl/>
              </w:rPr>
              <w:t>ا</w:t>
            </w:r>
            <w:r>
              <w:rPr>
                <w:rtl/>
              </w:rPr>
              <w:t xml:space="preserve"> </w:t>
            </w:r>
            <w:r w:rsidRPr="009647FC">
              <w:rPr>
                <w:rtl/>
              </w:rPr>
              <w:t>الأزرا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كرامٌ</w:t>
            </w:r>
            <w:r w:rsidR="004C00A8">
              <w:rPr>
                <w:rtl/>
              </w:rPr>
              <w:t xml:space="preserve"> </w:t>
            </w:r>
            <w:r w:rsidRPr="009647FC">
              <w:rPr>
                <w:rtl/>
              </w:rPr>
              <w:t>على</w:t>
            </w:r>
            <w:r>
              <w:rPr>
                <w:rtl/>
              </w:rPr>
              <w:t xml:space="preserve"> </w:t>
            </w:r>
            <w:r w:rsidRPr="009647FC">
              <w:rPr>
                <w:rtl/>
              </w:rPr>
              <w:t>أولي</w:t>
            </w:r>
            <w:r>
              <w:rPr>
                <w:rtl/>
              </w:rPr>
              <w:t xml:space="preserve"> </w:t>
            </w:r>
            <w:r w:rsidRPr="009647FC">
              <w:rPr>
                <w:rtl/>
              </w:rPr>
              <w:t>الزمان</w:t>
            </w:r>
            <w:r>
              <w:rPr>
                <w:rtl/>
              </w:rPr>
              <w:t xml:space="preserve"> </w:t>
            </w:r>
            <w:r w:rsidRPr="009647FC">
              <w:rPr>
                <w:rtl/>
              </w:rPr>
              <w:t>رحابُهم</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لمنتجعي</w:t>
            </w:r>
            <w:r w:rsidR="004C00A8">
              <w:rPr>
                <w:rtl/>
              </w:rPr>
              <w:t xml:space="preserve"> </w:t>
            </w:r>
            <w:r w:rsidRPr="009647FC">
              <w:rPr>
                <w:rtl/>
              </w:rPr>
              <w:t>معروفهم</w:t>
            </w:r>
            <w:r>
              <w:rPr>
                <w:rtl/>
              </w:rPr>
              <w:t xml:space="preserve"> </w:t>
            </w:r>
            <w:r w:rsidRPr="009647FC">
              <w:rPr>
                <w:rtl/>
              </w:rPr>
              <w:t>لم</w:t>
            </w:r>
            <w:r>
              <w:rPr>
                <w:rtl/>
              </w:rPr>
              <w:t xml:space="preserve"> </w:t>
            </w:r>
            <w:r w:rsidRPr="009647FC">
              <w:rPr>
                <w:rtl/>
              </w:rPr>
              <w:t>تزل</w:t>
            </w:r>
            <w:r>
              <w:rPr>
                <w:rtl/>
              </w:rPr>
              <w:t xml:space="preserve"> </w:t>
            </w:r>
            <w:r w:rsidRPr="009647FC">
              <w:rPr>
                <w:rtl/>
              </w:rPr>
              <w:t>خُضرا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لهم</w:t>
            </w:r>
            <w:r w:rsidR="004C00A8">
              <w:rPr>
                <w:rtl/>
              </w:rPr>
              <w:t xml:space="preserve"> </w:t>
            </w:r>
            <w:r w:rsidRPr="009647FC">
              <w:rPr>
                <w:rtl/>
              </w:rPr>
              <w:t>شرفُ</w:t>
            </w:r>
            <w:r>
              <w:rPr>
                <w:rtl/>
              </w:rPr>
              <w:t xml:space="preserve"> </w:t>
            </w:r>
            <w:r w:rsidRPr="009647FC">
              <w:rPr>
                <w:rtl/>
              </w:rPr>
              <w:t>البيت</w:t>
            </w:r>
            <w:r>
              <w:rPr>
                <w:rtl/>
              </w:rPr>
              <w:t xml:space="preserve"> </w:t>
            </w:r>
            <w:r w:rsidRPr="009647FC">
              <w:rPr>
                <w:rtl/>
              </w:rPr>
              <w:t>القديم</w:t>
            </w:r>
            <w:r>
              <w:rPr>
                <w:rtl/>
              </w:rPr>
              <w:t xml:space="preserve"> </w:t>
            </w:r>
            <w:r w:rsidRPr="009647FC">
              <w:rPr>
                <w:rtl/>
              </w:rPr>
              <w:t>ووفدُهم</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يحيّون</w:t>
            </w:r>
            <w:r w:rsidR="004C00A8">
              <w:rPr>
                <w:rtl/>
              </w:rPr>
              <w:t xml:space="preserve"> </w:t>
            </w:r>
            <w:r w:rsidRPr="009647FC">
              <w:rPr>
                <w:rtl/>
              </w:rPr>
              <w:t>فيه</w:t>
            </w:r>
            <w:r>
              <w:rPr>
                <w:rtl/>
              </w:rPr>
              <w:t xml:space="preserve"> </w:t>
            </w:r>
            <w:r w:rsidRPr="009647FC">
              <w:rPr>
                <w:rtl/>
              </w:rPr>
              <w:t>منهم</w:t>
            </w:r>
            <w:r>
              <w:rPr>
                <w:rtl/>
              </w:rPr>
              <w:t xml:space="preserve"> </w:t>
            </w:r>
            <w:r w:rsidRPr="009647FC">
              <w:rPr>
                <w:rtl/>
              </w:rPr>
              <w:t>البدر</w:t>
            </w:r>
            <w:r>
              <w:rPr>
                <w:rtl/>
              </w:rPr>
              <w:t xml:space="preserve">َ </w:t>
            </w:r>
            <w:r w:rsidRPr="009647FC">
              <w:rPr>
                <w:rtl/>
              </w:rPr>
              <w:t>فالبدرا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ثلمن</w:t>
            </w:r>
            <w:r w:rsidR="004C00A8">
              <w:rPr>
                <w:rtl/>
              </w:rPr>
              <w:t xml:space="preserve"> </w:t>
            </w:r>
            <w:r w:rsidRPr="009647FC">
              <w:rPr>
                <w:rtl/>
              </w:rPr>
              <w:t>المنايا</w:t>
            </w:r>
            <w:r>
              <w:rPr>
                <w:rtl/>
              </w:rPr>
              <w:t xml:space="preserve"> </w:t>
            </w:r>
            <w:r w:rsidRPr="009647FC">
              <w:rPr>
                <w:rtl/>
              </w:rPr>
              <w:t>عزّ</w:t>
            </w:r>
            <w:r>
              <w:rPr>
                <w:rtl/>
              </w:rPr>
              <w:t>َ</w:t>
            </w:r>
            <w:r w:rsidRPr="009647FC">
              <w:rPr>
                <w:rtl/>
              </w:rPr>
              <w:t>هم</w:t>
            </w:r>
            <w:r>
              <w:rPr>
                <w:rtl/>
              </w:rPr>
              <w:t xml:space="preserve"> (</w:t>
            </w:r>
            <w:r w:rsidRPr="009647FC">
              <w:rPr>
                <w:rtl/>
              </w:rPr>
              <w:t>بمحمدٍ</w:t>
            </w:r>
            <w:r>
              <w:rPr>
                <w:rtl/>
              </w:rPr>
              <w:t>)</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فشلّ</w:t>
            </w:r>
            <w:r>
              <w:rPr>
                <w:rtl/>
              </w:rPr>
              <w:t>َ</w:t>
            </w:r>
            <w:r w:rsidRPr="009647FC">
              <w:rPr>
                <w:rtl/>
              </w:rPr>
              <w:t>ت</w:t>
            </w:r>
            <w:r w:rsidR="004C00A8">
              <w:rPr>
                <w:rtl/>
              </w:rPr>
              <w:t xml:space="preserve"> </w:t>
            </w:r>
            <w:r w:rsidRPr="009647FC">
              <w:rPr>
                <w:rtl/>
              </w:rPr>
              <w:t>يدٌ</w:t>
            </w:r>
            <w:r>
              <w:rPr>
                <w:rtl/>
              </w:rPr>
              <w:t xml:space="preserve"> </w:t>
            </w:r>
            <w:r w:rsidRPr="009647FC">
              <w:rPr>
                <w:rtl/>
              </w:rPr>
              <w:t>فيها</w:t>
            </w:r>
            <w:r>
              <w:rPr>
                <w:rtl/>
              </w:rPr>
              <w:t xml:space="preserve"> </w:t>
            </w:r>
            <w:r w:rsidRPr="009647FC">
              <w:rPr>
                <w:rtl/>
              </w:rPr>
              <w:t>تناولنه</w:t>
            </w:r>
            <w:r>
              <w:rPr>
                <w:rtl/>
              </w:rPr>
              <w:t xml:space="preserve"> </w:t>
            </w:r>
            <w:r w:rsidRPr="009647FC">
              <w:rPr>
                <w:rtl/>
              </w:rPr>
              <w:t>قسرا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فتىٍ</w:t>
            </w:r>
            <w:r w:rsidR="004C00A8">
              <w:rPr>
                <w:rtl/>
              </w:rPr>
              <w:t xml:space="preserve"> </w:t>
            </w:r>
            <w:r w:rsidRPr="009647FC">
              <w:rPr>
                <w:rtl/>
              </w:rPr>
              <w:t>كان</w:t>
            </w:r>
            <w:r>
              <w:rPr>
                <w:rtl/>
              </w:rPr>
              <w:t xml:space="preserve"> </w:t>
            </w:r>
            <w:r w:rsidRPr="009647FC">
              <w:rPr>
                <w:rtl/>
              </w:rPr>
              <w:t>سيفاً</w:t>
            </w:r>
            <w:r>
              <w:rPr>
                <w:rtl/>
              </w:rPr>
              <w:t xml:space="preserve"> </w:t>
            </w:r>
            <w:r w:rsidRPr="009647FC">
              <w:rPr>
                <w:rtl/>
              </w:rPr>
              <w:t>فاصلاً</w:t>
            </w:r>
            <w:r>
              <w:rPr>
                <w:rtl/>
              </w:rPr>
              <w:t xml:space="preserve"> </w:t>
            </w:r>
            <w:r w:rsidRPr="009647FC">
              <w:rPr>
                <w:rtl/>
              </w:rPr>
              <w:t>في</w:t>
            </w:r>
            <w:r>
              <w:rPr>
                <w:rtl/>
              </w:rPr>
              <w:t xml:space="preserve"> </w:t>
            </w:r>
            <w:r w:rsidRPr="009647FC">
              <w:rPr>
                <w:rtl/>
              </w:rPr>
              <w:t>يد</w:t>
            </w:r>
            <w:r>
              <w:rPr>
                <w:rtl/>
              </w:rPr>
              <w:t xml:space="preserve"> </w:t>
            </w:r>
            <w:r w:rsidRPr="009647FC">
              <w:rPr>
                <w:rtl/>
              </w:rPr>
              <w:t>العُلى</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يقدُّ</w:t>
            </w:r>
            <w:r w:rsidR="004C00A8">
              <w:rPr>
                <w:rtl/>
              </w:rPr>
              <w:t xml:space="preserve"> </w:t>
            </w:r>
            <w:r w:rsidRPr="009647FC">
              <w:rPr>
                <w:rtl/>
              </w:rPr>
              <w:t>ولو</w:t>
            </w:r>
            <w:r>
              <w:rPr>
                <w:rtl/>
              </w:rPr>
              <w:t xml:space="preserve"> </w:t>
            </w:r>
            <w:r w:rsidRPr="009647FC">
              <w:rPr>
                <w:rtl/>
              </w:rPr>
              <w:t>لاقى</w:t>
            </w:r>
            <w:r>
              <w:rPr>
                <w:rtl/>
              </w:rPr>
              <w:t xml:space="preserve"> </w:t>
            </w:r>
            <w:r w:rsidRPr="009647FC">
              <w:rPr>
                <w:rtl/>
              </w:rPr>
              <w:t>ضريبته</w:t>
            </w:r>
            <w:r>
              <w:rPr>
                <w:rtl/>
              </w:rPr>
              <w:t xml:space="preserve"> </w:t>
            </w:r>
            <w:r w:rsidRPr="009647FC">
              <w:rPr>
                <w:rtl/>
              </w:rPr>
              <w:t>الدهرا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وكان</w:t>
            </w:r>
            <w:r>
              <w:rPr>
                <w:rtl/>
              </w:rPr>
              <w:t xml:space="preserve"> </w:t>
            </w:r>
            <w:r w:rsidRPr="009647FC">
              <w:rPr>
                <w:rtl/>
              </w:rPr>
              <w:t>لها</w:t>
            </w:r>
            <w:r>
              <w:rPr>
                <w:rtl/>
              </w:rPr>
              <w:t xml:space="preserve"> </w:t>
            </w:r>
            <w:r w:rsidRPr="009647FC">
              <w:rPr>
                <w:rtl/>
              </w:rPr>
              <w:t>في</w:t>
            </w:r>
            <w:r>
              <w:rPr>
                <w:rtl/>
              </w:rPr>
              <w:t xml:space="preserve"> </w:t>
            </w:r>
            <w:r w:rsidRPr="009647FC">
              <w:rPr>
                <w:rtl/>
              </w:rPr>
              <w:t>نحرها</w:t>
            </w:r>
            <w:r>
              <w:rPr>
                <w:rtl/>
              </w:rPr>
              <w:t xml:space="preserve"> </w:t>
            </w:r>
            <w:r w:rsidRPr="009647FC">
              <w:rPr>
                <w:rtl/>
              </w:rPr>
              <w:t>عقد</w:t>
            </w:r>
            <w:r>
              <w:rPr>
                <w:rtl/>
              </w:rPr>
              <w:t xml:space="preserve"> </w:t>
            </w:r>
            <w:r w:rsidRPr="009647FC">
              <w:rPr>
                <w:rtl/>
              </w:rPr>
              <w:t>سؤددٍ</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فلو</w:t>
            </w:r>
            <w:r>
              <w:rPr>
                <w:rtl/>
              </w:rPr>
              <w:t xml:space="preserve"> </w:t>
            </w:r>
            <w:r w:rsidRPr="009647FC">
              <w:rPr>
                <w:rtl/>
              </w:rPr>
              <w:t>شعرت</w:t>
            </w:r>
            <w:r>
              <w:rPr>
                <w:rtl/>
              </w:rPr>
              <w:t xml:space="preserve"> </w:t>
            </w:r>
            <w:r w:rsidRPr="009647FC">
              <w:rPr>
                <w:rtl/>
              </w:rPr>
              <w:t>يوماً</w:t>
            </w:r>
            <w:r>
              <w:rPr>
                <w:rtl/>
              </w:rPr>
              <w:t xml:space="preserve"> </w:t>
            </w:r>
            <w:r w:rsidRPr="009647FC">
              <w:rPr>
                <w:rtl/>
              </w:rPr>
              <w:t>به</w:t>
            </w:r>
            <w:r>
              <w:rPr>
                <w:rtl/>
              </w:rPr>
              <w:t xml:space="preserve"> </w:t>
            </w:r>
            <w:r w:rsidRPr="009647FC">
              <w:rPr>
                <w:rtl/>
              </w:rPr>
              <w:t>باهت</w:t>
            </w:r>
            <w:r>
              <w:rPr>
                <w:rtl/>
              </w:rPr>
              <w:t xml:space="preserve"> </w:t>
            </w:r>
            <w:r w:rsidRPr="009647FC">
              <w:rPr>
                <w:rtl/>
              </w:rPr>
              <w:t>الشعرى</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ترى</w:t>
            </w:r>
            <w:r w:rsidR="004C00A8">
              <w:rPr>
                <w:rtl/>
              </w:rPr>
              <w:t xml:space="preserve"> </w:t>
            </w:r>
            <w:r w:rsidRPr="009647FC">
              <w:rPr>
                <w:rtl/>
              </w:rPr>
              <w:t>هل</w:t>
            </w:r>
            <w:r>
              <w:rPr>
                <w:rtl/>
              </w:rPr>
              <w:t xml:space="preserve"> </w:t>
            </w:r>
            <w:r w:rsidRPr="009647FC">
              <w:rPr>
                <w:rtl/>
              </w:rPr>
              <w:t>دري</w:t>
            </w:r>
            <w:r>
              <w:rPr>
                <w:rtl/>
              </w:rPr>
              <w:t xml:space="preserve"> </w:t>
            </w:r>
            <w:r w:rsidRPr="009647FC">
              <w:rPr>
                <w:rtl/>
              </w:rPr>
              <w:t>ناعيه</w:t>
            </w:r>
            <w:r>
              <w:rPr>
                <w:rtl/>
              </w:rPr>
              <w:t xml:space="preserve"> </w:t>
            </w:r>
            <w:r w:rsidRPr="009647FC">
              <w:rPr>
                <w:rtl/>
              </w:rPr>
              <w:t>أن</w:t>
            </w:r>
            <w:r>
              <w:rPr>
                <w:rtl/>
              </w:rPr>
              <w:t xml:space="preserve"> </w:t>
            </w:r>
            <w:r w:rsidRPr="009647FC">
              <w:rPr>
                <w:rtl/>
              </w:rPr>
              <w:t>نعيّ</w:t>
            </w:r>
            <w:r>
              <w:rPr>
                <w:rtl/>
              </w:rPr>
              <w:t>َ</w:t>
            </w:r>
            <w:r w:rsidRPr="009647FC">
              <w:rPr>
                <w:rtl/>
              </w:rPr>
              <w:t>ه</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من</w:t>
            </w:r>
            <w:r w:rsidR="004C00A8">
              <w:rPr>
                <w:rtl/>
              </w:rPr>
              <w:t xml:space="preserve"> </w:t>
            </w:r>
            <w:r w:rsidRPr="009647FC">
              <w:rPr>
                <w:rtl/>
              </w:rPr>
              <w:t>الشرف</w:t>
            </w:r>
            <w:r>
              <w:rPr>
                <w:rtl/>
              </w:rPr>
              <w:t xml:space="preserve"> </w:t>
            </w:r>
            <w:r w:rsidRPr="009647FC">
              <w:rPr>
                <w:rtl/>
              </w:rPr>
              <w:t>الوضّاح</w:t>
            </w:r>
            <w:r>
              <w:rPr>
                <w:rtl/>
              </w:rPr>
              <w:t xml:space="preserve"> </w:t>
            </w:r>
            <w:r w:rsidRPr="009647FC">
              <w:rPr>
                <w:rtl/>
              </w:rPr>
              <w:t>قد</w:t>
            </w:r>
            <w:r>
              <w:rPr>
                <w:rtl/>
              </w:rPr>
              <w:t xml:space="preserve"> </w:t>
            </w:r>
            <w:r w:rsidRPr="009647FC">
              <w:rPr>
                <w:rtl/>
              </w:rPr>
              <w:t>قصم</w:t>
            </w:r>
            <w:r>
              <w:rPr>
                <w:rtl/>
              </w:rPr>
              <w:t xml:space="preserve"> </w:t>
            </w:r>
            <w:r w:rsidRPr="009647FC">
              <w:rPr>
                <w:rtl/>
              </w:rPr>
              <w:t>الظهرا؟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وحرّ</w:t>
            </w:r>
            <w:r>
              <w:rPr>
                <w:rtl/>
              </w:rPr>
              <w:t xml:space="preserve">َ </w:t>
            </w:r>
            <w:r w:rsidRPr="009647FC">
              <w:rPr>
                <w:rtl/>
              </w:rPr>
              <w:t>به</w:t>
            </w:r>
            <w:r>
              <w:rPr>
                <w:rtl/>
              </w:rPr>
              <w:t xml:space="preserve"> </w:t>
            </w:r>
            <w:r w:rsidRPr="009647FC">
              <w:rPr>
                <w:rtl/>
              </w:rPr>
              <w:t>قلب</w:t>
            </w:r>
            <w:r>
              <w:rPr>
                <w:rtl/>
              </w:rPr>
              <w:t xml:space="preserve"> </w:t>
            </w:r>
            <w:r w:rsidRPr="009647FC">
              <w:rPr>
                <w:rtl/>
              </w:rPr>
              <w:t>النهى</w:t>
            </w:r>
            <w:r>
              <w:rPr>
                <w:rtl/>
              </w:rPr>
              <w:t xml:space="preserve"> </w:t>
            </w:r>
            <w:r w:rsidRPr="009647FC">
              <w:rPr>
                <w:rtl/>
              </w:rPr>
              <w:t>فكأنّما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سرى</w:t>
            </w:r>
            <w:r w:rsidR="004C00A8">
              <w:rPr>
                <w:rtl/>
              </w:rPr>
              <w:t xml:space="preserve"> </w:t>
            </w:r>
            <w:r w:rsidRPr="009647FC">
              <w:rPr>
                <w:rtl/>
              </w:rPr>
              <w:t>بين</w:t>
            </w:r>
            <w:r>
              <w:rPr>
                <w:rtl/>
              </w:rPr>
              <w:t xml:space="preserve"> </w:t>
            </w:r>
            <w:r w:rsidRPr="009647FC">
              <w:rPr>
                <w:rtl/>
              </w:rPr>
              <w:t>أضلاع</w:t>
            </w:r>
            <w:r>
              <w:rPr>
                <w:rtl/>
              </w:rPr>
              <w:t xml:space="preserve"> </w:t>
            </w:r>
            <w:r w:rsidRPr="009647FC">
              <w:rPr>
                <w:rtl/>
              </w:rPr>
              <w:t>النهى</w:t>
            </w:r>
            <w:r>
              <w:rPr>
                <w:rtl/>
              </w:rPr>
              <w:t xml:space="preserve"> </w:t>
            </w:r>
            <w:r w:rsidRPr="009647FC">
              <w:rPr>
                <w:rtl/>
              </w:rPr>
              <w:t>نعيُه</w:t>
            </w:r>
            <w:r>
              <w:rPr>
                <w:rtl/>
              </w:rPr>
              <w:t xml:space="preserve"> </w:t>
            </w:r>
            <w:r w:rsidRPr="009647FC">
              <w:rPr>
                <w:rtl/>
              </w:rPr>
              <w:t>جمرا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فيا</w:t>
            </w:r>
            <w:r>
              <w:rPr>
                <w:rtl/>
              </w:rPr>
              <w:t xml:space="preserve"> </w:t>
            </w:r>
            <w:r w:rsidRPr="009647FC">
              <w:rPr>
                <w:rtl/>
              </w:rPr>
              <w:t>حامليه</w:t>
            </w:r>
            <w:r>
              <w:rPr>
                <w:rtl/>
              </w:rPr>
              <w:t xml:space="preserve"> </w:t>
            </w:r>
            <w:r w:rsidRPr="009647FC">
              <w:rPr>
                <w:rtl/>
              </w:rPr>
              <w:t>هل</w:t>
            </w:r>
            <w:r>
              <w:rPr>
                <w:rtl/>
              </w:rPr>
              <w:t xml:space="preserve"> </w:t>
            </w:r>
            <w:r w:rsidRPr="009647FC">
              <w:rPr>
                <w:rtl/>
              </w:rPr>
              <w:t>علمتم</w:t>
            </w:r>
            <w:r>
              <w:rPr>
                <w:rtl/>
              </w:rPr>
              <w:t xml:space="preserve"> </w:t>
            </w:r>
            <w:r w:rsidRPr="009647FC">
              <w:rPr>
                <w:rtl/>
              </w:rPr>
              <w:t>بأنّكم</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حملتم</w:t>
            </w:r>
            <w:r>
              <w:rPr>
                <w:rtl/>
              </w:rPr>
              <w:t xml:space="preserve"> </w:t>
            </w:r>
            <w:r w:rsidRPr="009647FC">
              <w:rPr>
                <w:rtl/>
              </w:rPr>
              <w:t>على</w:t>
            </w:r>
            <w:r>
              <w:rPr>
                <w:rtl/>
              </w:rPr>
              <w:t xml:space="preserve"> </w:t>
            </w:r>
            <w:r w:rsidRPr="009647FC">
              <w:rPr>
                <w:rtl/>
              </w:rPr>
              <w:t>أعواده</w:t>
            </w:r>
            <w:r>
              <w:rPr>
                <w:rtl/>
              </w:rPr>
              <w:t xml:space="preserve"> </w:t>
            </w:r>
            <w:r w:rsidRPr="009647FC">
              <w:rPr>
                <w:rtl/>
              </w:rPr>
              <w:t>النهى</w:t>
            </w:r>
            <w:r>
              <w:rPr>
                <w:rtl/>
              </w:rPr>
              <w:t xml:space="preserve">َ </w:t>
            </w:r>
            <w:r w:rsidRPr="009647FC">
              <w:rPr>
                <w:rtl/>
              </w:rPr>
              <w:t>والأمرا؟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ويا</w:t>
            </w:r>
            <w:r w:rsidR="004C00A8">
              <w:rPr>
                <w:rtl/>
              </w:rPr>
              <w:t xml:space="preserve"> </w:t>
            </w:r>
            <w:r w:rsidRPr="009647FC">
              <w:rPr>
                <w:rtl/>
              </w:rPr>
              <w:t>دافنيه</w:t>
            </w:r>
            <w:r>
              <w:rPr>
                <w:rtl/>
              </w:rPr>
              <w:t xml:space="preserve"> </w:t>
            </w:r>
            <w:r w:rsidRPr="009647FC">
              <w:rPr>
                <w:rtl/>
              </w:rPr>
              <w:t>في</w:t>
            </w:r>
            <w:r>
              <w:rPr>
                <w:rtl/>
              </w:rPr>
              <w:t xml:space="preserve"> </w:t>
            </w:r>
            <w:r w:rsidRPr="009647FC">
              <w:rPr>
                <w:rtl/>
              </w:rPr>
              <w:t>الثرى</w:t>
            </w:r>
            <w:r>
              <w:rPr>
                <w:rtl/>
              </w:rPr>
              <w:t xml:space="preserve"> </w:t>
            </w:r>
            <w:r w:rsidRPr="009647FC">
              <w:rPr>
                <w:rtl/>
              </w:rPr>
              <w:t>هل</w:t>
            </w:r>
            <w:r>
              <w:rPr>
                <w:rtl/>
              </w:rPr>
              <w:t xml:space="preserve"> </w:t>
            </w:r>
            <w:r w:rsidRPr="009647FC">
              <w:rPr>
                <w:rtl/>
              </w:rPr>
              <w:t>علمتمُ</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بأنّكمُ</w:t>
            </w:r>
            <w:r>
              <w:rPr>
                <w:rtl/>
              </w:rPr>
              <w:t xml:space="preserve"> </w:t>
            </w:r>
            <w:r w:rsidRPr="009647FC">
              <w:rPr>
                <w:rtl/>
              </w:rPr>
              <w:t>واريتمُ</w:t>
            </w:r>
            <w:r>
              <w:rPr>
                <w:rtl/>
              </w:rPr>
              <w:t xml:space="preserve"> </w:t>
            </w:r>
            <w:r w:rsidRPr="009647FC">
              <w:rPr>
                <w:rtl/>
              </w:rPr>
              <w:t>في</w:t>
            </w:r>
            <w:r>
              <w:rPr>
                <w:rtl/>
              </w:rPr>
              <w:t xml:space="preserve"> </w:t>
            </w:r>
            <w:r w:rsidRPr="009647FC">
              <w:rPr>
                <w:rtl/>
              </w:rPr>
              <w:t>الثرى</w:t>
            </w:r>
            <w:r>
              <w:rPr>
                <w:rtl/>
              </w:rPr>
              <w:t xml:space="preserve"> </w:t>
            </w:r>
            <w:r w:rsidRPr="009647FC">
              <w:rPr>
                <w:rtl/>
              </w:rPr>
              <w:t>بحرا؟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صار مرّاً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B33C3F" w:rsidRPr="00524A24" w:rsidTr="00B33C3F">
        <w:trPr>
          <w:trHeight w:val="350"/>
        </w:trPr>
        <w:tc>
          <w:tcPr>
            <w:tcW w:w="3902" w:type="dxa"/>
          </w:tcPr>
          <w:p w:rsidR="00B33C3F" w:rsidRPr="00524A24" w:rsidRDefault="00B33C3F" w:rsidP="008726EA">
            <w:pPr>
              <w:pStyle w:val="libPoem"/>
            </w:pPr>
            <w:r w:rsidRPr="009647FC">
              <w:rPr>
                <w:rtl/>
              </w:rPr>
              <w:lastRenderedPageBreak/>
              <w:t>لقد</w:t>
            </w:r>
            <w:r w:rsidR="004C00A8">
              <w:rPr>
                <w:rtl/>
              </w:rPr>
              <w:t xml:space="preserve"> </w:t>
            </w:r>
            <w:r w:rsidRPr="009647FC">
              <w:rPr>
                <w:rtl/>
              </w:rPr>
              <w:t>كان</w:t>
            </w:r>
            <w:r>
              <w:rPr>
                <w:rtl/>
              </w:rPr>
              <w:t xml:space="preserve"> </w:t>
            </w:r>
            <w:r w:rsidRPr="009647FC">
              <w:rPr>
                <w:rtl/>
              </w:rPr>
              <w:t>إن</w:t>
            </w:r>
            <w:r>
              <w:rPr>
                <w:rtl/>
              </w:rPr>
              <w:t xml:space="preserve"> </w:t>
            </w:r>
            <w:r w:rsidRPr="009647FC">
              <w:rPr>
                <w:rtl/>
              </w:rPr>
              <w:t>جن</w:t>
            </w:r>
            <w:r>
              <w:rPr>
                <w:rtl/>
              </w:rPr>
              <w:t xml:space="preserve"> </w:t>
            </w:r>
            <w:r w:rsidRPr="009647FC">
              <w:rPr>
                <w:rtl/>
              </w:rPr>
              <w:t>الدجى</w:t>
            </w:r>
            <w:r>
              <w:rPr>
                <w:rtl/>
              </w:rPr>
              <w:t xml:space="preserve"> </w:t>
            </w:r>
            <w:r w:rsidRPr="009647FC">
              <w:rPr>
                <w:rtl/>
              </w:rPr>
              <w:t>ليل</w:t>
            </w:r>
            <w:r>
              <w:rPr>
                <w:rtl/>
              </w:rPr>
              <w:t xml:space="preserve">َ </w:t>
            </w:r>
            <w:r w:rsidRPr="009647FC">
              <w:rPr>
                <w:rtl/>
              </w:rPr>
              <w:t>حادثٍ</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يشقُّ</w:t>
            </w:r>
            <w:r w:rsidR="004C00A8">
              <w:rPr>
                <w:rtl/>
              </w:rPr>
              <w:t xml:space="preserve"> </w:t>
            </w:r>
            <w:r w:rsidRPr="009647FC">
              <w:rPr>
                <w:rtl/>
              </w:rPr>
              <w:t>لها</w:t>
            </w:r>
            <w:r>
              <w:rPr>
                <w:rtl/>
              </w:rPr>
              <w:t xml:space="preserve"> </w:t>
            </w:r>
            <w:r w:rsidRPr="009647FC">
              <w:rPr>
                <w:rtl/>
              </w:rPr>
              <w:t>من</w:t>
            </w:r>
            <w:r>
              <w:rPr>
                <w:rtl/>
              </w:rPr>
              <w:t xml:space="preserve"> </w:t>
            </w:r>
            <w:r w:rsidRPr="009647FC">
              <w:rPr>
                <w:rtl/>
              </w:rPr>
              <w:t>نور</w:t>
            </w:r>
            <w:r>
              <w:rPr>
                <w:rtl/>
              </w:rPr>
              <w:t xml:space="preserve"> </w:t>
            </w:r>
            <w:r w:rsidRPr="009647FC">
              <w:rPr>
                <w:rtl/>
              </w:rPr>
              <w:t>طلعته</w:t>
            </w:r>
            <w:r>
              <w:rPr>
                <w:rtl/>
              </w:rPr>
              <w:t xml:space="preserve"> </w:t>
            </w:r>
            <w:r w:rsidRPr="009647FC">
              <w:rPr>
                <w:rtl/>
              </w:rPr>
              <w:t>فجرا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أغرُّ</w:t>
            </w:r>
            <w:r>
              <w:rPr>
                <w:rtl/>
              </w:rPr>
              <w:t xml:space="preserve"> </w:t>
            </w:r>
            <w:r w:rsidRPr="009647FC">
              <w:rPr>
                <w:rtl/>
              </w:rPr>
              <w:t>إذا</w:t>
            </w:r>
            <w:r>
              <w:rPr>
                <w:rtl/>
              </w:rPr>
              <w:t xml:space="preserve"> </w:t>
            </w:r>
            <w:r w:rsidRPr="009647FC">
              <w:rPr>
                <w:rtl/>
              </w:rPr>
              <w:t>ما</w:t>
            </w:r>
            <w:r>
              <w:rPr>
                <w:rtl/>
              </w:rPr>
              <w:t xml:space="preserve"> </w:t>
            </w:r>
            <w:r w:rsidRPr="009647FC">
              <w:rPr>
                <w:rtl/>
              </w:rPr>
              <w:t>قطّ</w:t>
            </w:r>
            <w:r>
              <w:rPr>
                <w:rtl/>
              </w:rPr>
              <w:t>َ</w:t>
            </w:r>
            <w:r w:rsidRPr="009647FC">
              <w:rPr>
                <w:rtl/>
              </w:rPr>
              <w:t>ب</w:t>
            </w:r>
            <w:r>
              <w:rPr>
                <w:rtl/>
              </w:rPr>
              <w:t xml:space="preserve"> </w:t>
            </w:r>
            <w:r w:rsidRPr="009647FC">
              <w:rPr>
                <w:rtl/>
              </w:rPr>
              <w:t>العامُ</w:t>
            </w:r>
            <w:r>
              <w:rPr>
                <w:rtl/>
              </w:rPr>
              <w:t xml:space="preserve"> </w:t>
            </w:r>
            <w:r w:rsidRPr="009647FC">
              <w:rPr>
                <w:rtl/>
              </w:rPr>
              <w:t>مجدبا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تبسّ</w:t>
            </w:r>
            <w:r>
              <w:rPr>
                <w:rtl/>
              </w:rPr>
              <w:t>َ</w:t>
            </w:r>
            <w:r w:rsidRPr="009647FC">
              <w:rPr>
                <w:rtl/>
              </w:rPr>
              <w:t>م</w:t>
            </w:r>
            <w:r>
              <w:rPr>
                <w:rtl/>
              </w:rPr>
              <w:t xml:space="preserve"> </w:t>
            </w:r>
            <w:r w:rsidRPr="009647FC">
              <w:rPr>
                <w:rtl/>
              </w:rPr>
              <w:t>فيه</w:t>
            </w:r>
            <w:r>
              <w:rPr>
                <w:rtl/>
              </w:rPr>
              <w:t xml:space="preserve"> </w:t>
            </w:r>
            <w:r w:rsidRPr="009647FC">
              <w:rPr>
                <w:rtl/>
              </w:rPr>
              <w:t>للندى</w:t>
            </w:r>
            <w:r>
              <w:rPr>
                <w:rtl/>
              </w:rPr>
              <w:t xml:space="preserve"> </w:t>
            </w:r>
            <w:r w:rsidRPr="009647FC">
              <w:rPr>
                <w:rtl/>
              </w:rPr>
              <w:t>وجلاً</w:t>
            </w:r>
            <w:r>
              <w:rPr>
                <w:rtl/>
              </w:rPr>
              <w:t xml:space="preserve"> </w:t>
            </w:r>
            <w:r w:rsidRPr="009647FC">
              <w:rPr>
                <w:rtl/>
              </w:rPr>
              <w:t>ثغرا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وإن</w:t>
            </w:r>
            <w:r>
              <w:rPr>
                <w:rtl/>
              </w:rPr>
              <w:t xml:space="preserve"> </w:t>
            </w:r>
            <w:r w:rsidRPr="009647FC">
              <w:rPr>
                <w:rtl/>
              </w:rPr>
              <w:t>قبضت</w:t>
            </w:r>
            <w:r>
              <w:rPr>
                <w:rtl/>
              </w:rPr>
              <w:t xml:space="preserve"> </w:t>
            </w:r>
            <w:r w:rsidRPr="009647FC">
              <w:rPr>
                <w:rtl/>
              </w:rPr>
              <w:t>يمنى</w:t>
            </w:r>
            <w:r>
              <w:rPr>
                <w:rtl/>
              </w:rPr>
              <w:t xml:space="preserve"> </w:t>
            </w:r>
            <w:r w:rsidRPr="009647FC">
              <w:rPr>
                <w:rtl/>
              </w:rPr>
              <w:t>الكرام</w:t>
            </w:r>
            <w:r>
              <w:rPr>
                <w:rtl/>
              </w:rPr>
              <w:t xml:space="preserve"> </w:t>
            </w:r>
            <w:r w:rsidRPr="009647FC">
              <w:rPr>
                <w:rtl/>
              </w:rPr>
              <w:t>بنان</w:t>
            </w:r>
            <w:r>
              <w:rPr>
                <w:rtl/>
              </w:rPr>
              <w:t>َ</w:t>
            </w:r>
            <w:r w:rsidRPr="009647FC">
              <w:rPr>
                <w:rtl/>
              </w:rPr>
              <w:t>ها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مخافة</w:t>
            </w:r>
            <w:r>
              <w:rPr>
                <w:rtl/>
              </w:rPr>
              <w:t xml:space="preserve"> </w:t>
            </w:r>
            <w:r w:rsidRPr="009647FC">
              <w:rPr>
                <w:rtl/>
              </w:rPr>
              <w:t>إعسارٍ</w:t>
            </w:r>
            <w:r>
              <w:rPr>
                <w:rtl/>
              </w:rPr>
              <w:t xml:space="preserve"> </w:t>
            </w:r>
            <w:r w:rsidRPr="009647FC">
              <w:rPr>
                <w:rtl/>
              </w:rPr>
              <w:t>به</w:t>
            </w:r>
            <w:r>
              <w:rPr>
                <w:rtl/>
              </w:rPr>
              <w:t xml:space="preserve"> </w:t>
            </w:r>
            <w:r w:rsidRPr="009647FC">
              <w:rPr>
                <w:rtl/>
              </w:rPr>
              <w:t>بسط</w:t>
            </w:r>
            <w:r>
              <w:rPr>
                <w:rtl/>
              </w:rPr>
              <w:t xml:space="preserve"> </w:t>
            </w:r>
            <w:r w:rsidRPr="009647FC">
              <w:rPr>
                <w:rtl/>
              </w:rPr>
              <w:t>اليسرى</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ضحوك</w:t>
            </w:r>
            <w:r w:rsidR="004C00A8">
              <w:rPr>
                <w:rtl/>
              </w:rPr>
              <w:t xml:space="preserve"> </w:t>
            </w:r>
            <w:r w:rsidRPr="009647FC">
              <w:rPr>
                <w:rtl/>
              </w:rPr>
              <w:t>المحيا</w:t>
            </w:r>
            <w:r>
              <w:rPr>
                <w:rtl/>
              </w:rPr>
              <w:t xml:space="preserve"> </w:t>
            </w:r>
            <w:r w:rsidRPr="009647FC">
              <w:rPr>
                <w:rtl/>
              </w:rPr>
              <w:t>ب</w:t>
            </w:r>
            <w:r w:rsidRPr="00B371C6">
              <w:rPr>
                <w:rtl/>
              </w:rPr>
              <w:t>ُ</w:t>
            </w:r>
            <w:r w:rsidRPr="009647FC">
              <w:rPr>
                <w:rtl/>
              </w:rPr>
              <w:t>وركت</w:t>
            </w:r>
            <w:r>
              <w:rPr>
                <w:rtl/>
              </w:rPr>
              <w:t xml:space="preserve"> </w:t>
            </w:r>
            <w:r w:rsidRPr="009647FC">
              <w:rPr>
                <w:rtl/>
              </w:rPr>
              <w:t>منه</w:t>
            </w:r>
            <w:r>
              <w:rPr>
                <w:rtl/>
              </w:rPr>
              <w:t xml:space="preserve"> </w:t>
            </w:r>
            <w:r w:rsidRPr="009647FC">
              <w:rPr>
                <w:rtl/>
              </w:rPr>
              <w:t>طلعةٌ</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تشعُّ</w:t>
            </w:r>
            <w:r w:rsidR="004C00A8">
              <w:rPr>
                <w:rtl/>
              </w:rPr>
              <w:t xml:space="preserve"> </w:t>
            </w:r>
            <w:r w:rsidRPr="009647FC">
              <w:rPr>
                <w:rtl/>
              </w:rPr>
              <w:t>لو</w:t>
            </w:r>
            <w:r>
              <w:rPr>
                <w:rtl/>
              </w:rPr>
              <w:t xml:space="preserve"> </w:t>
            </w:r>
            <w:r w:rsidRPr="009647FC">
              <w:rPr>
                <w:rtl/>
              </w:rPr>
              <w:t>استقطرتها</w:t>
            </w:r>
            <w:r>
              <w:rPr>
                <w:rtl/>
              </w:rPr>
              <w:t xml:space="preserve"> </w:t>
            </w:r>
            <w:r w:rsidRPr="009647FC">
              <w:rPr>
                <w:rtl/>
              </w:rPr>
              <w:t>قطرت</w:t>
            </w:r>
            <w:r>
              <w:rPr>
                <w:rtl/>
              </w:rPr>
              <w:t xml:space="preserve"> </w:t>
            </w:r>
            <w:r w:rsidRPr="009647FC">
              <w:rPr>
                <w:rtl/>
              </w:rPr>
              <w:t>بشرى</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إذا</w:t>
            </w:r>
            <w:r w:rsidR="004C00A8">
              <w:rPr>
                <w:rtl/>
              </w:rPr>
              <w:t xml:space="preserve"> </w:t>
            </w:r>
            <w:r w:rsidRPr="009647FC">
              <w:rPr>
                <w:rtl/>
              </w:rPr>
              <w:t>ما</w:t>
            </w:r>
            <w:r>
              <w:rPr>
                <w:rtl/>
              </w:rPr>
              <w:t xml:space="preserve"> </w:t>
            </w:r>
            <w:r w:rsidRPr="009647FC">
              <w:rPr>
                <w:rtl/>
              </w:rPr>
              <w:t>نشرنا</w:t>
            </w:r>
            <w:r>
              <w:rPr>
                <w:rtl/>
              </w:rPr>
              <w:t xml:space="preserve"> </w:t>
            </w:r>
            <w:r w:rsidRPr="009647FC">
              <w:rPr>
                <w:rtl/>
              </w:rPr>
              <w:t>في</w:t>
            </w:r>
            <w:r>
              <w:rPr>
                <w:rtl/>
              </w:rPr>
              <w:t xml:space="preserve"> </w:t>
            </w:r>
            <w:r w:rsidRPr="009647FC">
              <w:rPr>
                <w:rtl/>
              </w:rPr>
              <w:t>المجالس</w:t>
            </w:r>
            <w:r>
              <w:rPr>
                <w:rtl/>
              </w:rPr>
              <w:t xml:space="preserve"> </w:t>
            </w:r>
            <w:r w:rsidRPr="009647FC">
              <w:rPr>
                <w:rtl/>
              </w:rPr>
              <w:t>ذكر</w:t>
            </w:r>
            <w:r>
              <w:rPr>
                <w:rtl/>
              </w:rPr>
              <w:t>َ</w:t>
            </w:r>
            <w:r w:rsidRPr="009647FC">
              <w:rPr>
                <w:rtl/>
              </w:rPr>
              <w:t>ه</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تأرّ</w:t>
            </w:r>
            <w:r>
              <w:rPr>
                <w:rtl/>
              </w:rPr>
              <w:t>َ</w:t>
            </w:r>
            <w:r w:rsidRPr="009647FC">
              <w:rPr>
                <w:rtl/>
              </w:rPr>
              <w:t>ج</w:t>
            </w:r>
            <w:r>
              <w:rPr>
                <w:rtl/>
              </w:rPr>
              <w:t xml:space="preserve"> </w:t>
            </w:r>
            <w:r w:rsidRPr="009647FC">
              <w:rPr>
                <w:rtl/>
              </w:rPr>
              <w:t>في</w:t>
            </w:r>
            <w:r>
              <w:rPr>
                <w:rtl/>
              </w:rPr>
              <w:t xml:space="preserve"> </w:t>
            </w:r>
            <w:r w:rsidRPr="009647FC">
              <w:rPr>
                <w:rtl/>
              </w:rPr>
              <w:t>الدنيا</w:t>
            </w:r>
            <w:r>
              <w:rPr>
                <w:rtl/>
              </w:rPr>
              <w:t xml:space="preserve"> </w:t>
            </w:r>
            <w:r w:rsidRPr="009647FC">
              <w:rPr>
                <w:rtl/>
              </w:rPr>
              <w:t>فطبّ</w:t>
            </w:r>
            <w:r>
              <w:rPr>
                <w:rtl/>
              </w:rPr>
              <w:t>َ</w:t>
            </w:r>
            <w:r w:rsidRPr="009647FC">
              <w:rPr>
                <w:rtl/>
              </w:rPr>
              <w:t>قها</w:t>
            </w:r>
            <w:r>
              <w:rPr>
                <w:rtl/>
              </w:rPr>
              <w:t xml:space="preserve"> </w:t>
            </w:r>
            <w:r w:rsidRPr="009647FC">
              <w:rPr>
                <w:rtl/>
              </w:rPr>
              <w:t>نشرا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لئن</w:t>
            </w:r>
            <w:r>
              <w:rPr>
                <w:rtl/>
              </w:rPr>
              <w:t xml:space="preserve"> </w:t>
            </w:r>
            <w:r w:rsidRPr="009647FC">
              <w:rPr>
                <w:rtl/>
              </w:rPr>
              <w:t>غاب</w:t>
            </w:r>
            <w:r>
              <w:rPr>
                <w:rtl/>
              </w:rPr>
              <w:t xml:space="preserve"> </w:t>
            </w:r>
            <w:r w:rsidRPr="009647FC">
              <w:rPr>
                <w:rtl/>
              </w:rPr>
              <w:t>فهو</w:t>
            </w:r>
            <w:r>
              <w:rPr>
                <w:rtl/>
              </w:rPr>
              <w:t xml:space="preserve"> </w:t>
            </w:r>
            <w:r w:rsidRPr="009647FC">
              <w:rPr>
                <w:rtl/>
              </w:rPr>
              <w:t>البدر</w:t>
            </w:r>
            <w:r>
              <w:rPr>
                <w:rtl/>
              </w:rPr>
              <w:t xml:space="preserve"> </w:t>
            </w:r>
            <w:r w:rsidRPr="009647FC">
              <w:rPr>
                <w:rtl/>
              </w:rPr>
              <w:t>موفٍ</w:t>
            </w:r>
            <w:r>
              <w:rPr>
                <w:rtl/>
              </w:rPr>
              <w:t xml:space="preserve"> </w:t>
            </w:r>
            <w:r w:rsidRPr="009647FC">
              <w:rPr>
                <w:rtl/>
              </w:rPr>
              <w:t>فقد</w:t>
            </w:r>
            <w:r>
              <w:rPr>
                <w:rtl/>
              </w:rPr>
              <w:t xml:space="preserve"> </w:t>
            </w:r>
            <w:r w:rsidRPr="009647FC">
              <w:rPr>
                <w:rtl/>
              </w:rPr>
              <w:t>مضى</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وأعقب</w:t>
            </w:r>
            <w:r>
              <w:rPr>
                <w:rtl/>
              </w:rPr>
              <w:t xml:space="preserve"> </w:t>
            </w:r>
            <w:r w:rsidRPr="009647FC">
              <w:rPr>
                <w:rtl/>
              </w:rPr>
              <w:t>في</w:t>
            </w:r>
            <w:r>
              <w:rPr>
                <w:rtl/>
              </w:rPr>
              <w:t xml:space="preserve"> </w:t>
            </w:r>
            <w:r w:rsidRPr="009647FC">
              <w:rPr>
                <w:rtl/>
              </w:rPr>
              <w:t>أفق</w:t>
            </w:r>
            <w:r>
              <w:rPr>
                <w:rtl/>
              </w:rPr>
              <w:t xml:space="preserve"> </w:t>
            </w:r>
            <w:r w:rsidRPr="009647FC">
              <w:rPr>
                <w:rtl/>
              </w:rPr>
              <w:t>العُلى</w:t>
            </w:r>
            <w:r>
              <w:rPr>
                <w:rtl/>
              </w:rPr>
              <w:t xml:space="preserve"> </w:t>
            </w:r>
            <w:r w:rsidRPr="009647FC">
              <w:rPr>
                <w:rtl/>
              </w:rPr>
              <w:t>أنجماً</w:t>
            </w:r>
            <w:r>
              <w:rPr>
                <w:rtl/>
              </w:rPr>
              <w:t xml:space="preserve"> </w:t>
            </w:r>
            <w:r w:rsidRPr="009647FC">
              <w:rPr>
                <w:rtl/>
              </w:rPr>
              <w:t>زهرا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وما</w:t>
            </w:r>
            <w:r>
              <w:rPr>
                <w:rtl/>
              </w:rPr>
              <w:t xml:space="preserve"> </w:t>
            </w:r>
            <w:r w:rsidRPr="009647FC">
              <w:rPr>
                <w:rtl/>
              </w:rPr>
              <w:t>مخدرٌ</w:t>
            </w:r>
            <w:r>
              <w:rPr>
                <w:rtl/>
              </w:rPr>
              <w:t xml:space="preserve"> </w:t>
            </w:r>
            <w:r w:rsidRPr="009647FC">
              <w:rPr>
                <w:rtl/>
              </w:rPr>
              <w:t>أخلى</w:t>
            </w:r>
            <w:r>
              <w:rPr>
                <w:rtl/>
              </w:rPr>
              <w:t xml:space="preserve"> </w:t>
            </w:r>
            <w:r w:rsidRPr="009647FC">
              <w:rPr>
                <w:rtl/>
              </w:rPr>
              <w:t>الردى</w:t>
            </w:r>
            <w:r>
              <w:rPr>
                <w:rtl/>
              </w:rPr>
              <w:t xml:space="preserve"> </w:t>
            </w:r>
            <w:r w:rsidRPr="009647FC">
              <w:rPr>
                <w:rtl/>
              </w:rPr>
              <w:t>منه</w:t>
            </w:r>
            <w:r>
              <w:rPr>
                <w:rtl/>
              </w:rPr>
              <w:t xml:space="preserve"> </w:t>
            </w:r>
            <w:r w:rsidRPr="009647FC">
              <w:rPr>
                <w:rtl/>
              </w:rPr>
              <w:t>غابه</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إذا</w:t>
            </w:r>
            <w:r>
              <w:rPr>
                <w:rtl/>
              </w:rPr>
              <w:t xml:space="preserve"> </w:t>
            </w:r>
            <w:r w:rsidRPr="009647FC">
              <w:rPr>
                <w:rtl/>
              </w:rPr>
              <w:t>منعت</w:t>
            </w:r>
            <w:r>
              <w:rPr>
                <w:rtl/>
              </w:rPr>
              <w:t xml:space="preserve"> </w:t>
            </w:r>
            <w:r w:rsidRPr="009647FC">
              <w:rPr>
                <w:rtl/>
              </w:rPr>
              <w:t>أشباله</w:t>
            </w:r>
            <w:r>
              <w:rPr>
                <w:rtl/>
              </w:rPr>
              <w:t xml:space="preserve"> </w:t>
            </w:r>
            <w:r w:rsidRPr="009647FC">
              <w:rPr>
                <w:rtl/>
              </w:rPr>
              <w:t>بعده</w:t>
            </w:r>
            <w:r>
              <w:rPr>
                <w:rtl/>
              </w:rPr>
              <w:t xml:space="preserve"> </w:t>
            </w:r>
            <w:r w:rsidRPr="009647FC">
              <w:rPr>
                <w:rtl/>
              </w:rPr>
              <w:t>الخدرا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غطارفةٌ</w:t>
            </w:r>
            <w:r>
              <w:rPr>
                <w:rtl/>
              </w:rPr>
              <w:t xml:space="preserve"> </w:t>
            </w:r>
            <w:r w:rsidRPr="009647FC">
              <w:rPr>
                <w:rtl/>
              </w:rPr>
              <w:t>غرُّ</w:t>
            </w:r>
            <w:r>
              <w:rPr>
                <w:rtl/>
              </w:rPr>
              <w:t xml:space="preserve"> </w:t>
            </w:r>
            <w:r w:rsidRPr="009647FC">
              <w:rPr>
                <w:rtl/>
              </w:rPr>
              <w:t>المساعي</w:t>
            </w:r>
            <w:r>
              <w:rPr>
                <w:rtl/>
              </w:rPr>
              <w:t xml:space="preserve"> </w:t>
            </w:r>
            <w:r w:rsidRPr="009647FC">
              <w:rPr>
                <w:rtl/>
              </w:rPr>
              <w:t>تقيّلوا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أباً</w:t>
            </w:r>
            <w:r>
              <w:rPr>
                <w:rtl/>
              </w:rPr>
              <w:t xml:space="preserve"> </w:t>
            </w:r>
            <w:r w:rsidRPr="009647FC">
              <w:rPr>
                <w:rtl/>
              </w:rPr>
              <w:t>فأباً</w:t>
            </w:r>
            <w:r>
              <w:rPr>
                <w:rtl/>
              </w:rPr>
              <w:t xml:space="preserve"> </w:t>
            </w:r>
            <w:r w:rsidRPr="009647FC">
              <w:rPr>
                <w:rtl/>
              </w:rPr>
              <w:t>كانوا</w:t>
            </w:r>
            <w:r>
              <w:rPr>
                <w:rtl/>
              </w:rPr>
              <w:t xml:space="preserve"> </w:t>
            </w:r>
            <w:r w:rsidRPr="009647FC">
              <w:rPr>
                <w:rtl/>
              </w:rPr>
              <w:t>غطارفةً</w:t>
            </w:r>
            <w:r>
              <w:rPr>
                <w:rtl/>
              </w:rPr>
              <w:t xml:space="preserve"> </w:t>
            </w:r>
            <w:r w:rsidRPr="009647FC">
              <w:rPr>
                <w:rtl/>
              </w:rPr>
              <w:t>غ</w:t>
            </w:r>
            <w:r w:rsidRPr="00B371C6">
              <w:rPr>
                <w:rtl/>
              </w:rPr>
              <w:t>َ</w:t>
            </w:r>
            <w:r w:rsidRPr="009647FC">
              <w:rPr>
                <w:rtl/>
              </w:rPr>
              <w:t>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إذا</w:t>
            </w:r>
            <w:r w:rsidR="004C00A8">
              <w:rPr>
                <w:rtl/>
              </w:rPr>
              <w:t xml:space="preserve"> </w:t>
            </w:r>
            <w:r w:rsidRPr="009647FC">
              <w:rPr>
                <w:rtl/>
              </w:rPr>
              <w:t>فوخروا</w:t>
            </w:r>
            <w:r>
              <w:rPr>
                <w:rtl/>
              </w:rPr>
              <w:t xml:space="preserve"> </w:t>
            </w:r>
            <w:r w:rsidRPr="009647FC">
              <w:rPr>
                <w:rtl/>
              </w:rPr>
              <w:t>يوماً</w:t>
            </w:r>
            <w:r>
              <w:rPr>
                <w:rtl/>
              </w:rPr>
              <w:t xml:space="preserve"> </w:t>
            </w:r>
            <w:r w:rsidRPr="009647FC">
              <w:rPr>
                <w:rtl/>
              </w:rPr>
              <w:t>أتوا</w:t>
            </w:r>
            <w:r>
              <w:rPr>
                <w:rtl/>
              </w:rPr>
              <w:t xml:space="preserve"> </w:t>
            </w:r>
            <w:r w:rsidRPr="009647FC">
              <w:rPr>
                <w:rtl/>
              </w:rPr>
              <w:t>بأبيهم</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وعدُّوا</w:t>
            </w:r>
            <w:r w:rsidR="004C00A8">
              <w:rPr>
                <w:rtl/>
              </w:rPr>
              <w:t xml:space="preserve"> </w:t>
            </w:r>
            <w:r w:rsidRPr="009647FC">
              <w:rPr>
                <w:rtl/>
              </w:rPr>
              <w:t>مزاياهم</w:t>
            </w:r>
            <w:r>
              <w:rPr>
                <w:rtl/>
              </w:rPr>
              <w:t xml:space="preserve"> </w:t>
            </w:r>
            <w:r w:rsidRPr="009647FC">
              <w:rPr>
                <w:rtl/>
              </w:rPr>
              <w:t>فقيل</w:t>
            </w:r>
            <w:r>
              <w:rPr>
                <w:rtl/>
              </w:rPr>
              <w:t xml:space="preserve"> </w:t>
            </w:r>
            <w:r w:rsidRPr="009647FC">
              <w:rPr>
                <w:rtl/>
              </w:rPr>
              <w:t>كفى</w:t>
            </w:r>
            <w:r>
              <w:rPr>
                <w:rtl/>
              </w:rPr>
              <w:t xml:space="preserve"> </w:t>
            </w:r>
            <w:r w:rsidRPr="009647FC">
              <w:rPr>
                <w:rtl/>
              </w:rPr>
              <w:t>فخرا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بحارٌ</w:t>
            </w:r>
            <w:r w:rsidR="004C00A8">
              <w:rPr>
                <w:rtl/>
              </w:rPr>
              <w:t xml:space="preserve"> </w:t>
            </w:r>
            <w:r w:rsidRPr="009647FC">
              <w:rPr>
                <w:rtl/>
              </w:rPr>
              <w:t>ولكنْ</w:t>
            </w:r>
            <w:r>
              <w:rPr>
                <w:rtl/>
              </w:rPr>
              <w:t xml:space="preserve"> </w:t>
            </w:r>
            <w:r w:rsidRPr="009647FC">
              <w:rPr>
                <w:rtl/>
              </w:rPr>
              <w:t>في</w:t>
            </w:r>
            <w:r>
              <w:rPr>
                <w:rtl/>
              </w:rPr>
              <w:t xml:space="preserve"> </w:t>
            </w:r>
            <w:r w:rsidRPr="009647FC">
              <w:rPr>
                <w:rtl/>
              </w:rPr>
              <w:t>يدي</w:t>
            </w:r>
            <w:r>
              <w:rPr>
                <w:rtl/>
              </w:rPr>
              <w:t xml:space="preserve"> </w:t>
            </w:r>
            <w:r w:rsidRPr="009647FC">
              <w:rPr>
                <w:rtl/>
              </w:rPr>
              <w:t>كلّ</w:t>
            </w:r>
            <w:r>
              <w:rPr>
                <w:rtl/>
              </w:rPr>
              <w:t xml:space="preserve"> </w:t>
            </w:r>
            <w:r w:rsidRPr="009647FC">
              <w:rPr>
                <w:rtl/>
              </w:rPr>
              <w:t>واحدٍ</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نشأن</w:t>
            </w:r>
            <w:r w:rsidR="004C00A8">
              <w:rPr>
                <w:rtl/>
              </w:rPr>
              <w:t xml:space="preserve"> </w:t>
            </w:r>
            <w:r w:rsidRPr="009647FC">
              <w:rPr>
                <w:rtl/>
              </w:rPr>
              <w:t>لمرتاد</w:t>
            </w:r>
            <w:r>
              <w:rPr>
                <w:rtl/>
              </w:rPr>
              <w:t xml:space="preserve"> </w:t>
            </w:r>
            <w:r w:rsidRPr="009647FC">
              <w:rPr>
                <w:rtl/>
              </w:rPr>
              <w:t>النهى</w:t>
            </w:r>
            <w:r>
              <w:rPr>
                <w:rtl/>
              </w:rPr>
              <w:t xml:space="preserve"> </w:t>
            </w:r>
            <w:r w:rsidRPr="009647FC">
              <w:rPr>
                <w:rtl/>
              </w:rPr>
              <w:t>أبحرٌ</w:t>
            </w:r>
            <w:r>
              <w:rPr>
                <w:rtl/>
              </w:rPr>
              <w:t xml:space="preserve"> </w:t>
            </w:r>
            <w:r w:rsidRPr="009647FC">
              <w:rPr>
                <w:rtl/>
              </w:rPr>
              <w:t>عشرا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لقد</w:t>
            </w:r>
            <w:r w:rsidR="004C00A8">
              <w:rPr>
                <w:rtl/>
              </w:rPr>
              <w:t xml:space="preserve"> </w:t>
            </w:r>
            <w:r w:rsidRPr="009647FC">
              <w:rPr>
                <w:rtl/>
              </w:rPr>
              <w:t>عذبوا</w:t>
            </w:r>
            <w:r>
              <w:rPr>
                <w:rtl/>
              </w:rPr>
              <w:t xml:space="preserve"> </w:t>
            </w:r>
            <w:r w:rsidRPr="009647FC">
              <w:rPr>
                <w:rtl/>
              </w:rPr>
              <w:t>بين</w:t>
            </w:r>
            <w:r>
              <w:rPr>
                <w:rtl/>
              </w:rPr>
              <w:t xml:space="preserve"> </w:t>
            </w:r>
            <w:r w:rsidRPr="009647FC">
              <w:rPr>
                <w:rtl/>
              </w:rPr>
              <w:t>الأنام</w:t>
            </w:r>
            <w:r>
              <w:rPr>
                <w:rtl/>
              </w:rPr>
              <w:t xml:space="preserve"> </w:t>
            </w:r>
            <w:r w:rsidRPr="009647FC">
              <w:rPr>
                <w:rtl/>
              </w:rPr>
              <w:t>خلائقا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ترشّفها</w:t>
            </w:r>
            <w:r w:rsidR="004C00A8">
              <w:rPr>
                <w:rtl/>
              </w:rPr>
              <w:t xml:space="preserve"> </w:t>
            </w:r>
            <w:r w:rsidRPr="009647FC">
              <w:rPr>
                <w:rtl/>
              </w:rPr>
              <w:t>حتى</w:t>
            </w:r>
            <w:r>
              <w:rPr>
                <w:rtl/>
              </w:rPr>
              <w:t xml:space="preserve"> </w:t>
            </w:r>
            <w:r w:rsidRPr="009647FC">
              <w:rPr>
                <w:rtl/>
              </w:rPr>
              <w:t>انتشى</w:t>
            </w:r>
            <w:r>
              <w:rPr>
                <w:rtl/>
              </w:rPr>
              <w:t xml:space="preserve"> </w:t>
            </w:r>
            <w:r w:rsidRPr="009647FC">
              <w:rPr>
                <w:rtl/>
              </w:rPr>
              <w:t>كلّهم</w:t>
            </w:r>
            <w:r>
              <w:rPr>
                <w:rtl/>
              </w:rPr>
              <w:t xml:space="preserve"> </w:t>
            </w:r>
            <w:r w:rsidRPr="009647FC">
              <w:rPr>
                <w:rtl/>
              </w:rPr>
              <w:t>سكرا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مناجيبُ</w:t>
            </w:r>
            <w:r w:rsidR="004C00A8">
              <w:rPr>
                <w:rtl/>
              </w:rPr>
              <w:t xml:space="preserve"> </w:t>
            </w:r>
            <w:r w:rsidRPr="009647FC">
              <w:rPr>
                <w:rtl/>
              </w:rPr>
              <w:t>قد</w:t>
            </w:r>
            <w:r>
              <w:rPr>
                <w:rtl/>
              </w:rPr>
              <w:t xml:space="preserve"> </w:t>
            </w:r>
            <w:r w:rsidRPr="009647FC">
              <w:rPr>
                <w:rtl/>
              </w:rPr>
              <w:t>أفنى</w:t>
            </w:r>
            <w:r>
              <w:rPr>
                <w:rtl/>
              </w:rPr>
              <w:t xml:space="preserve"> </w:t>
            </w:r>
            <w:r w:rsidRPr="009647FC">
              <w:rPr>
                <w:rtl/>
              </w:rPr>
              <w:t>التراث</w:t>
            </w:r>
            <w:r>
              <w:rPr>
                <w:rtl/>
              </w:rPr>
              <w:t xml:space="preserve">َ </w:t>
            </w:r>
            <w:r w:rsidRPr="009647FC">
              <w:rPr>
                <w:rtl/>
              </w:rPr>
              <w:t>على</w:t>
            </w:r>
            <w:r>
              <w:rPr>
                <w:rtl/>
              </w:rPr>
              <w:t xml:space="preserve"> </w:t>
            </w:r>
            <w:r w:rsidRPr="009647FC">
              <w:rPr>
                <w:rtl/>
              </w:rPr>
              <w:t>الندى</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أبوهم</w:t>
            </w:r>
            <w:r>
              <w:rPr>
                <w:rtl/>
              </w:rPr>
              <w:t xml:space="preserve"> </w:t>
            </w:r>
            <w:r w:rsidRPr="009647FC">
              <w:rPr>
                <w:rtl/>
              </w:rPr>
              <w:t>وأبقى</w:t>
            </w:r>
            <w:r>
              <w:rPr>
                <w:rtl/>
              </w:rPr>
              <w:t xml:space="preserve"> </w:t>
            </w:r>
            <w:r w:rsidRPr="009647FC">
              <w:rPr>
                <w:rtl/>
              </w:rPr>
              <w:t>في</w:t>
            </w:r>
            <w:r>
              <w:rPr>
                <w:rtl/>
              </w:rPr>
              <w:t xml:space="preserve"> </w:t>
            </w:r>
            <w:r w:rsidRPr="009647FC">
              <w:rPr>
                <w:rtl/>
              </w:rPr>
              <w:t>العُلى</w:t>
            </w:r>
            <w:r>
              <w:rPr>
                <w:rtl/>
              </w:rPr>
              <w:t xml:space="preserve"> </w:t>
            </w:r>
            <w:r w:rsidRPr="009647FC">
              <w:rPr>
                <w:rtl/>
              </w:rPr>
              <w:t>لهم</w:t>
            </w:r>
            <w:r>
              <w:rPr>
                <w:rtl/>
              </w:rPr>
              <w:t xml:space="preserve"> </w:t>
            </w:r>
            <w:r w:rsidRPr="009647FC">
              <w:rPr>
                <w:rtl/>
              </w:rPr>
              <w:t>الذكرى</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مضى</w:t>
            </w:r>
            <w:r>
              <w:rPr>
                <w:rtl/>
              </w:rPr>
              <w:t xml:space="preserve"> </w:t>
            </w:r>
            <w:r w:rsidRPr="009647FC">
              <w:rPr>
                <w:rtl/>
              </w:rPr>
              <w:t>م</w:t>
            </w:r>
            <w:r w:rsidRPr="00B371C6">
              <w:rPr>
                <w:rtl/>
              </w:rPr>
              <w:t>َ</w:t>
            </w:r>
            <w:r w:rsidRPr="009647FC">
              <w:rPr>
                <w:rtl/>
              </w:rPr>
              <w:t>نْ</w:t>
            </w:r>
            <w:r>
              <w:rPr>
                <w:rtl/>
              </w:rPr>
              <w:t xml:space="preserve"> </w:t>
            </w:r>
            <w:r w:rsidRPr="009647FC">
              <w:rPr>
                <w:rtl/>
              </w:rPr>
              <w:t>نضت</w:t>
            </w:r>
            <w:r>
              <w:rPr>
                <w:rtl/>
              </w:rPr>
              <w:t xml:space="preserve"> </w:t>
            </w:r>
            <w:r w:rsidRPr="009647FC">
              <w:rPr>
                <w:rtl/>
              </w:rPr>
              <w:t>أمُّ</w:t>
            </w:r>
            <w:r>
              <w:rPr>
                <w:rtl/>
              </w:rPr>
              <w:t xml:space="preserve"> </w:t>
            </w:r>
            <w:r w:rsidRPr="009647FC">
              <w:rPr>
                <w:rtl/>
              </w:rPr>
              <w:t>الفخار</w:t>
            </w:r>
            <w:r>
              <w:rPr>
                <w:rtl/>
              </w:rPr>
              <w:t xml:space="preserve"> </w:t>
            </w:r>
            <w:r w:rsidRPr="009647FC">
              <w:rPr>
                <w:rtl/>
              </w:rPr>
              <w:t>حداد</w:t>
            </w:r>
            <w:r>
              <w:rPr>
                <w:rtl/>
              </w:rPr>
              <w:t>َ</w:t>
            </w:r>
            <w:r w:rsidRPr="009647FC">
              <w:rPr>
                <w:rtl/>
              </w:rPr>
              <w:t>ها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عليه</w:t>
            </w:r>
            <w:r>
              <w:rPr>
                <w:rtl/>
              </w:rPr>
              <w:t xml:space="preserve"> </w:t>
            </w:r>
            <w:r w:rsidRPr="009647FC">
              <w:rPr>
                <w:rtl/>
              </w:rPr>
              <w:t>ولم</w:t>
            </w:r>
            <w:r>
              <w:rPr>
                <w:rtl/>
              </w:rPr>
              <w:t xml:space="preserve"> </w:t>
            </w:r>
            <w:r w:rsidRPr="009647FC">
              <w:rPr>
                <w:rtl/>
              </w:rPr>
              <w:t>تمسح</w:t>
            </w:r>
            <w:r>
              <w:rPr>
                <w:rtl/>
              </w:rPr>
              <w:t xml:space="preserve"> </w:t>
            </w:r>
            <w:r w:rsidRPr="009647FC">
              <w:rPr>
                <w:rtl/>
              </w:rPr>
              <w:t>مفارقها</w:t>
            </w:r>
            <w:r>
              <w:rPr>
                <w:rtl/>
              </w:rPr>
              <w:t xml:space="preserve"> </w:t>
            </w:r>
            <w:r w:rsidRPr="009647FC">
              <w:rPr>
                <w:rtl/>
              </w:rPr>
              <w:t>الغبرا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وقد</w:t>
            </w:r>
            <w:r>
              <w:rPr>
                <w:rtl/>
              </w:rPr>
              <w:t xml:space="preserve"> </w:t>
            </w:r>
            <w:r w:rsidRPr="009647FC">
              <w:rPr>
                <w:rtl/>
              </w:rPr>
              <w:t>أودعت</w:t>
            </w:r>
            <w:r>
              <w:rPr>
                <w:rtl/>
              </w:rPr>
              <w:t xml:space="preserve"> </w:t>
            </w:r>
            <w:r w:rsidRPr="009647FC">
              <w:rPr>
                <w:rtl/>
              </w:rPr>
              <w:t>شطراً</w:t>
            </w:r>
            <w:r>
              <w:rPr>
                <w:rtl/>
              </w:rPr>
              <w:t xml:space="preserve"> </w:t>
            </w:r>
            <w:r w:rsidRPr="009647FC">
              <w:rPr>
                <w:rtl/>
              </w:rPr>
              <w:t>بلحد</w:t>
            </w:r>
            <w:r>
              <w:rPr>
                <w:rtl/>
              </w:rPr>
              <w:t xml:space="preserve"> (</w:t>
            </w:r>
            <w:r w:rsidRPr="009647FC">
              <w:rPr>
                <w:rtl/>
              </w:rPr>
              <w:t>محمدٍ</w:t>
            </w:r>
            <w:r>
              <w:rPr>
                <w:rtl/>
              </w:rPr>
              <w:t>)</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ولحد</w:t>
            </w:r>
            <w:r w:rsidR="004C00A8">
              <w:rPr>
                <w:rtl/>
              </w:rPr>
              <w:t xml:space="preserve"> </w:t>
            </w:r>
            <w:r>
              <w:rPr>
                <w:rtl/>
              </w:rPr>
              <w:t>(</w:t>
            </w:r>
            <w:r w:rsidRPr="009647FC">
              <w:rPr>
                <w:rtl/>
              </w:rPr>
              <w:t>سليمانٍ</w:t>
            </w:r>
            <w:r>
              <w:rPr>
                <w:rtl/>
              </w:rPr>
              <w:t xml:space="preserve">) </w:t>
            </w:r>
            <w:r w:rsidRPr="009647FC">
              <w:rPr>
                <w:rtl/>
              </w:rPr>
              <w:t>به</w:t>
            </w:r>
            <w:r>
              <w:rPr>
                <w:rtl/>
              </w:rPr>
              <w:t xml:space="preserve"> </w:t>
            </w:r>
            <w:r w:rsidRPr="009647FC">
              <w:rPr>
                <w:rtl/>
              </w:rPr>
              <w:t>أودعت</w:t>
            </w:r>
            <w:r>
              <w:rPr>
                <w:rtl/>
              </w:rPr>
              <w:t xml:space="preserve"> </w:t>
            </w:r>
            <w:r w:rsidRPr="009647FC">
              <w:rPr>
                <w:rtl/>
              </w:rPr>
              <w:t>شطرا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فلا</w:t>
            </w:r>
            <w:r w:rsidR="004C00A8">
              <w:rPr>
                <w:rtl/>
              </w:rPr>
              <w:t xml:space="preserve"> </w:t>
            </w:r>
            <w:r w:rsidRPr="009647FC">
              <w:rPr>
                <w:rtl/>
              </w:rPr>
              <w:t>يشمت</w:t>
            </w:r>
            <w:r>
              <w:rPr>
                <w:rtl/>
              </w:rPr>
              <w:t xml:space="preserve"> </w:t>
            </w:r>
            <w:r w:rsidRPr="009647FC">
              <w:rPr>
                <w:rtl/>
              </w:rPr>
              <w:t>الحسّادُ</w:t>
            </w:r>
            <w:r>
              <w:rPr>
                <w:rtl/>
              </w:rPr>
              <w:t xml:space="preserve"> </w:t>
            </w:r>
            <w:r w:rsidRPr="009647FC">
              <w:rPr>
                <w:rtl/>
              </w:rPr>
              <w:t>في</w:t>
            </w:r>
            <w:r>
              <w:rPr>
                <w:rtl/>
              </w:rPr>
              <w:t xml:space="preserve"> </w:t>
            </w:r>
            <w:r w:rsidRPr="009647FC">
              <w:rPr>
                <w:rtl/>
              </w:rPr>
              <w:t>موت</w:t>
            </w:r>
            <w:r>
              <w:rPr>
                <w:rtl/>
              </w:rPr>
              <w:t xml:space="preserve"> </w:t>
            </w:r>
            <w:r w:rsidRPr="009647FC">
              <w:rPr>
                <w:rtl/>
              </w:rPr>
              <w:t>ماجدٍ</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قضى</w:t>
            </w:r>
            <w:r>
              <w:rPr>
                <w:rtl/>
              </w:rPr>
              <w:t xml:space="preserve"> </w:t>
            </w:r>
            <w:r w:rsidRPr="009647FC">
              <w:rPr>
                <w:rtl/>
              </w:rPr>
              <w:t>حين</w:t>
            </w:r>
            <w:r>
              <w:rPr>
                <w:rtl/>
              </w:rPr>
              <w:t xml:space="preserve"> </w:t>
            </w:r>
            <w:r w:rsidRPr="009647FC">
              <w:rPr>
                <w:rtl/>
              </w:rPr>
              <w:t>وافته</w:t>
            </w:r>
            <w:r>
              <w:rPr>
                <w:rtl/>
              </w:rPr>
              <w:t xml:space="preserve"> </w:t>
            </w:r>
            <w:r w:rsidRPr="009647FC">
              <w:rPr>
                <w:rtl/>
              </w:rPr>
              <w:t>الملائكُ</w:t>
            </w:r>
            <w:r>
              <w:rPr>
                <w:rtl/>
              </w:rPr>
              <w:t xml:space="preserve"> </w:t>
            </w:r>
            <w:r w:rsidRPr="009647FC">
              <w:rPr>
                <w:rtl/>
              </w:rPr>
              <w:t>بالبشرى</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فهذا</w:t>
            </w:r>
            <w:r w:rsidR="004C00A8">
              <w:rPr>
                <w:rtl/>
              </w:rPr>
              <w:t xml:space="preserve"> </w:t>
            </w:r>
            <w:r w:rsidRPr="009647FC">
              <w:rPr>
                <w:rtl/>
              </w:rPr>
              <w:t>عليُّ</w:t>
            </w:r>
            <w:r>
              <w:rPr>
                <w:rtl/>
              </w:rPr>
              <w:t xml:space="preserve"> </w:t>
            </w:r>
            <w:r w:rsidRPr="009647FC">
              <w:rPr>
                <w:rtl/>
              </w:rPr>
              <w:t>القدر</w:t>
            </w:r>
            <w:r>
              <w:rPr>
                <w:rtl/>
              </w:rPr>
              <w:t xml:space="preserve"> </w:t>
            </w:r>
            <w:r w:rsidRPr="009647FC">
              <w:rPr>
                <w:rtl/>
              </w:rPr>
              <w:t>قام</w:t>
            </w:r>
            <w:r>
              <w:rPr>
                <w:rtl/>
              </w:rPr>
              <w:t xml:space="preserve"> </w:t>
            </w:r>
            <w:r w:rsidRPr="009647FC">
              <w:rPr>
                <w:rtl/>
              </w:rPr>
              <w:t>من</w:t>
            </w:r>
            <w:r>
              <w:rPr>
                <w:rtl/>
              </w:rPr>
              <w:t xml:space="preserve"> </w:t>
            </w:r>
            <w:r w:rsidRPr="009647FC">
              <w:rPr>
                <w:rtl/>
              </w:rPr>
              <w:t>العُلى</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مقام</w:t>
            </w:r>
            <w:r>
              <w:rPr>
                <w:rtl/>
              </w:rPr>
              <w:t>َ (</w:t>
            </w:r>
            <w:r w:rsidRPr="009647FC">
              <w:rPr>
                <w:rtl/>
              </w:rPr>
              <w:t>سليمانٍ</w:t>
            </w:r>
            <w:r>
              <w:rPr>
                <w:rtl/>
              </w:rPr>
              <w:t xml:space="preserve">) </w:t>
            </w:r>
            <w:r w:rsidRPr="009647FC">
              <w:rPr>
                <w:rtl/>
              </w:rPr>
              <w:t>فزيدت</w:t>
            </w:r>
            <w:r>
              <w:rPr>
                <w:rtl/>
              </w:rPr>
              <w:t xml:space="preserve"> </w:t>
            </w:r>
            <w:r w:rsidRPr="009647FC">
              <w:rPr>
                <w:rtl/>
              </w:rPr>
              <w:t>به</w:t>
            </w:r>
            <w:r>
              <w:rPr>
                <w:rtl/>
              </w:rPr>
              <w:t xml:space="preserve"> </w:t>
            </w:r>
            <w:r w:rsidRPr="009647FC">
              <w:rPr>
                <w:rtl/>
              </w:rPr>
              <w:t>فخرا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خضمُّ</w:t>
            </w:r>
            <w:r w:rsidR="004C00A8">
              <w:rPr>
                <w:rtl/>
              </w:rPr>
              <w:t xml:space="preserve"> </w:t>
            </w:r>
            <w:r w:rsidRPr="009647FC">
              <w:rPr>
                <w:rtl/>
              </w:rPr>
              <w:t>ندىً</w:t>
            </w:r>
            <w:r>
              <w:rPr>
                <w:rtl/>
              </w:rPr>
              <w:t xml:space="preserve"> </w:t>
            </w:r>
            <w:r w:rsidRPr="009647FC">
              <w:rPr>
                <w:rtl/>
              </w:rPr>
              <w:t>ما</w:t>
            </w:r>
            <w:r>
              <w:rPr>
                <w:rtl/>
              </w:rPr>
              <w:t xml:space="preserve"> </w:t>
            </w:r>
            <w:r w:rsidRPr="009647FC">
              <w:rPr>
                <w:rtl/>
              </w:rPr>
              <w:t>البحرُ</w:t>
            </w:r>
            <w:r>
              <w:rPr>
                <w:rtl/>
              </w:rPr>
              <w:t xml:space="preserve"> </w:t>
            </w:r>
            <w:r w:rsidRPr="009647FC">
              <w:rPr>
                <w:rtl/>
              </w:rPr>
              <w:t>يطفح</w:t>
            </w:r>
            <w:r>
              <w:rPr>
                <w:rtl/>
              </w:rPr>
              <w:t xml:space="preserve"> </w:t>
            </w:r>
            <w:r w:rsidRPr="009647FC">
              <w:rPr>
                <w:rtl/>
              </w:rPr>
              <w:t>موجه</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بأغزر</w:t>
            </w:r>
            <w:r w:rsidR="004C00A8">
              <w:rPr>
                <w:rtl/>
              </w:rPr>
              <w:t xml:space="preserve"> </w:t>
            </w:r>
            <w:r w:rsidRPr="009647FC">
              <w:rPr>
                <w:rtl/>
              </w:rPr>
              <w:t>لجاً</w:t>
            </w:r>
            <w:r>
              <w:rPr>
                <w:rtl/>
              </w:rPr>
              <w:t xml:space="preserve"> </w:t>
            </w:r>
            <w:r w:rsidRPr="009647FC">
              <w:rPr>
                <w:rtl/>
              </w:rPr>
              <w:t>من</w:t>
            </w:r>
            <w:r>
              <w:rPr>
                <w:rtl/>
              </w:rPr>
              <w:t xml:space="preserve"> </w:t>
            </w:r>
            <w:r w:rsidRPr="009647FC">
              <w:rPr>
                <w:rtl/>
              </w:rPr>
              <w:t>بنانته</w:t>
            </w:r>
            <w:r>
              <w:rPr>
                <w:rtl/>
              </w:rPr>
              <w:t xml:space="preserve"> </w:t>
            </w:r>
            <w:r w:rsidRPr="009647FC">
              <w:rPr>
                <w:rtl/>
              </w:rPr>
              <w:t>الصغرى</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وهضبة</w:t>
            </w:r>
            <w:r w:rsidR="004C00A8">
              <w:rPr>
                <w:rtl/>
              </w:rPr>
              <w:t xml:space="preserve"> </w:t>
            </w:r>
            <w:r w:rsidRPr="009647FC">
              <w:rPr>
                <w:rtl/>
              </w:rPr>
              <w:t>حلمٍ</w:t>
            </w:r>
            <w:r>
              <w:rPr>
                <w:rtl/>
              </w:rPr>
              <w:t xml:space="preserve"> </w:t>
            </w:r>
            <w:r w:rsidRPr="009647FC">
              <w:rPr>
                <w:rtl/>
              </w:rPr>
              <w:t>لو</w:t>
            </w:r>
            <w:r>
              <w:rPr>
                <w:rtl/>
              </w:rPr>
              <w:t xml:space="preserve"> </w:t>
            </w:r>
            <w:r w:rsidRPr="009647FC">
              <w:rPr>
                <w:rtl/>
              </w:rPr>
              <w:t>وزنت</w:t>
            </w:r>
            <w:r>
              <w:rPr>
                <w:rtl/>
              </w:rPr>
              <w:t xml:space="preserve"> </w:t>
            </w:r>
            <w:r w:rsidRPr="009647FC">
              <w:rPr>
                <w:rtl/>
              </w:rPr>
              <w:t>به</w:t>
            </w:r>
            <w:r>
              <w:rPr>
                <w:rtl/>
              </w:rPr>
              <w:t xml:space="preserve"> </w:t>
            </w:r>
            <w:r w:rsidRPr="009647FC">
              <w:rPr>
                <w:rtl/>
              </w:rPr>
              <w:t>الورى</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وجدتهم</w:t>
            </w:r>
            <w:r>
              <w:rPr>
                <w:rtl/>
              </w:rPr>
              <w:t xml:space="preserve"> </w:t>
            </w:r>
            <w:r w:rsidRPr="009647FC">
              <w:rPr>
                <w:rtl/>
              </w:rPr>
              <w:t>في</w:t>
            </w:r>
            <w:r>
              <w:rPr>
                <w:rtl/>
              </w:rPr>
              <w:t xml:space="preserve"> </w:t>
            </w:r>
            <w:r w:rsidRPr="009647FC">
              <w:rPr>
                <w:rtl/>
              </w:rPr>
              <w:t>جنبه</w:t>
            </w:r>
            <w:r>
              <w:rPr>
                <w:rtl/>
              </w:rPr>
              <w:t xml:space="preserve"> </w:t>
            </w:r>
            <w:r w:rsidRPr="009647FC">
              <w:rPr>
                <w:rtl/>
              </w:rPr>
              <w:t>كلّ</w:t>
            </w:r>
            <w:r>
              <w:rPr>
                <w:rtl/>
              </w:rPr>
              <w:t>َ</w:t>
            </w:r>
            <w:r w:rsidRPr="009647FC">
              <w:rPr>
                <w:rtl/>
              </w:rPr>
              <w:t>هم</w:t>
            </w:r>
            <w:r>
              <w:rPr>
                <w:rtl/>
              </w:rPr>
              <w:t xml:space="preserve"> </w:t>
            </w:r>
            <w:r w:rsidRPr="009647FC">
              <w:rPr>
                <w:rtl/>
              </w:rPr>
              <w:t>ذرّا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وراءكم</w:t>
            </w:r>
            <w:r>
              <w:rPr>
                <w:rtl/>
              </w:rPr>
              <w:t xml:space="preserve"> </w:t>
            </w:r>
            <w:r w:rsidRPr="009647FC">
              <w:rPr>
                <w:rtl/>
              </w:rPr>
              <w:t>يا</w:t>
            </w:r>
            <w:r>
              <w:rPr>
                <w:rtl/>
              </w:rPr>
              <w:t xml:space="preserve"> </w:t>
            </w:r>
            <w:r w:rsidRPr="009647FC">
              <w:rPr>
                <w:rtl/>
              </w:rPr>
              <w:t>حاسديه</w:t>
            </w:r>
            <w:r>
              <w:rPr>
                <w:rtl/>
              </w:rPr>
              <w:t xml:space="preserve"> </w:t>
            </w:r>
            <w:r w:rsidRPr="009647FC">
              <w:rPr>
                <w:rtl/>
              </w:rPr>
              <w:t>مكانه</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بأندية</w:t>
            </w:r>
            <w:r w:rsidR="004C00A8">
              <w:rPr>
                <w:rtl/>
              </w:rPr>
              <w:t xml:space="preserve"> </w:t>
            </w:r>
            <w:r w:rsidRPr="009647FC">
              <w:rPr>
                <w:rtl/>
              </w:rPr>
              <w:t>العليا</w:t>
            </w:r>
            <w:r>
              <w:rPr>
                <w:rtl/>
              </w:rPr>
              <w:t xml:space="preserve"> </w:t>
            </w:r>
            <w:r w:rsidRPr="009647FC">
              <w:rPr>
                <w:rtl/>
              </w:rPr>
              <w:t>فإنّ</w:t>
            </w:r>
            <w:r>
              <w:rPr>
                <w:rtl/>
              </w:rPr>
              <w:t xml:space="preserve">َ </w:t>
            </w:r>
            <w:r w:rsidRPr="009647FC">
              <w:rPr>
                <w:rtl/>
              </w:rPr>
              <w:t>له</w:t>
            </w:r>
            <w:r>
              <w:rPr>
                <w:rtl/>
              </w:rPr>
              <w:t xml:space="preserve"> </w:t>
            </w:r>
            <w:r w:rsidRPr="009647FC">
              <w:rPr>
                <w:rtl/>
              </w:rPr>
              <w:t>الصدرا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وكم</w:t>
            </w:r>
            <w:r w:rsidR="004C00A8">
              <w:rPr>
                <w:rtl/>
              </w:rPr>
              <w:t xml:space="preserve"> </w:t>
            </w:r>
            <w:r w:rsidRPr="009647FC">
              <w:rPr>
                <w:rtl/>
              </w:rPr>
              <w:t>موكبٍ</w:t>
            </w:r>
            <w:r>
              <w:rPr>
                <w:rtl/>
              </w:rPr>
              <w:t xml:space="preserve"> </w:t>
            </w:r>
            <w:r w:rsidRPr="009647FC">
              <w:rPr>
                <w:rtl/>
              </w:rPr>
              <w:t>للفخر</w:t>
            </w:r>
            <w:r>
              <w:rPr>
                <w:rtl/>
              </w:rPr>
              <w:t xml:space="preserve"> </w:t>
            </w:r>
            <w:r w:rsidRPr="009647FC">
              <w:rPr>
                <w:rtl/>
              </w:rPr>
              <w:t>ضمكُم</w:t>
            </w:r>
            <w:r>
              <w:rPr>
                <w:rtl/>
              </w:rPr>
              <w:t xml:space="preserve"> </w:t>
            </w:r>
            <w:r w:rsidRPr="009647FC">
              <w:rPr>
                <w:rtl/>
              </w:rPr>
              <w:t>معا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فكنتم</w:t>
            </w:r>
            <w:r>
              <w:rPr>
                <w:rtl/>
              </w:rPr>
              <w:t xml:space="preserve"> </w:t>
            </w:r>
            <w:r w:rsidRPr="009647FC">
              <w:rPr>
                <w:rtl/>
              </w:rPr>
              <w:t>بغاثاً</w:t>
            </w:r>
            <w:r>
              <w:rPr>
                <w:rtl/>
              </w:rPr>
              <w:t xml:space="preserve"> </w:t>
            </w:r>
            <w:r w:rsidRPr="009647FC">
              <w:rPr>
                <w:rtl/>
              </w:rPr>
              <w:t>وهو</w:t>
            </w:r>
            <w:r>
              <w:rPr>
                <w:rtl/>
              </w:rPr>
              <w:t xml:space="preserve"> </w:t>
            </w:r>
            <w:r w:rsidRPr="009647FC">
              <w:rPr>
                <w:rtl/>
              </w:rPr>
              <w:t>كان</w:t>
            </w:r>
            <w:r>
              <w:rPr>
                <w:rtl/>
              </w:rPr>
              <w:t xml:space="preserve"> </w:t>
            </w:r>
            <w:r w:rsidRPr="009647FC">
              <w:rPr>
                <w:rtl/>
              </w:rPr>
              <w:t>به</w:t>
            </w:r>
            <w:r>
              <w:rPr>
                <w:rtl/>
              </w:rPr>
              <w:t xml:space="preserve"> </w:t>
            </w:r>
            <w:r w:rsidRPr="009647FC">
              <w:rPr>
                <w:rtl/>
              </w:rPr>
              <w:t>صقرا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أخو</w:t>
            </w:r>
            <w:r>
              <w:rPr>
                <w:rtl/>
              </w:rPr>
              <w:t xml:space="preserve"> </w:t>
            </w:r>
            <w:r w:rsidRPr="009647FC">
              <w:rPr>
                <w:rtl/>
              </w:rPr>
              <w:t>أخوةٍ</w:t>
            </w:r>
            <w:r>
              <w:rPr>
                <w:rtl/>
              </w:rPr>
              <w:t xml:space="preserve"> </w:t>
            </w:r>
            <w:r w:rsidRPr="009647FC">
              <w:rPr>
                <w:rtl/>
              </w:rPr>
              <w:t>في</w:t>
            </w:r>
            <w:r>
              <w:rPr>
                <w:rtl/>
              </w:rPr>
              <w:t xml:space="preserve"> </w:t>
            </w:r>
            <w:r w:rsidRPr="009647FC">
              <w:rPr>
                <w:rtl/>
              </w:rPr>
              <w:t>المكرمات</w:t>
            </w:r>
            <w:r>
              <w:rPr>
                <w:rtl/>
              </w:rPr>
              <w:t xml:space="preserve"> </w:t>
            </w:r>
            <w:r w:rsidRPr="009647FC">
              <w:rPr>
                <w:rtl/>
              </w:rPr>
              <w:t>جميعهم</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أتوا</w:t>
            </w:r>
            <w:r>
              <w:rPr>
                <w:rtl/>
              </w:rPr>
              <w:t xml:space="preserve"> </w:t>
            </w:r>
            <w:r w:rsidRPr="009647FC">
              <w:rPr>
                <w:rtl/>
              </w:rPr>
              <w:t>شر</w:t>
            </w:r>
            <w:r>
              <w:rPr>
                <w:rtl/>
              </w:rPr>
              <w:t>َ</w:t>
            </w:r>
            <w:r w:rsidRPr="009647FC">
              <w:rPr>
                <w:rtl/>
              </w:rPr>
              <w:t>عاً</w:t>
            </w:r>
            <w:r>
              <w:rPr>
                <w:rtl/>
              </w:rPr>
              <w:t xml:space="preserve"> </w:t>
            </w:r>
            <w:r w:rsidRPr="009647FC">
              <w:rPr>
                <w:rtl/>
              </w:rPr>
              <w:t>فاستغرقوا</w:t>
            </w:r>
            <w:r>
              <w:rPr>
                <w:rtl/>
              </w:rPr>
              <w:t xml:space="preserve"> </w:t>
            </w:r>
            <w:r w:rsidRPr="009647FC">
              <w:rPr>
                <w:rtl/>
              </w:rPr>
              <w:t>الحمد</w:t>
            </w:r>
            <w:r>
              <w:rPr>
                <w:rtl/>
              </w:rPr>
              <w:t xml:space="preserve"> </w:t>
            </w:r>
            <w:r w:rsidRPr="009647FC">
              <w:rPr>
                <w:rtl/>
              </w:rPr>
              <w:t>والشكرا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عليُّهم</w:t>
            </w:r>
            <w:r>
              <w:rPr>
                <w:rtl/>
              </w:rPr>
              <w:t xml:space="preserve"> </w:t>
            </w:r>
            <w:r w:rsidRPr="009647FC">
              <w:rPr>
                <w:rtl/>
              </w:rPr>
              <w:t>في</w:t>
            </w:r>
            <w:r>
              <w:rPr>
                <w:rtl/>
              </w:rPr>
              <w:t xml:space="preserve"> </w:t>
            </w:r>
            <w:r w:rsidRPr="009647FC">
              <w:rPr>
                <w:rtl/>
              </w:rPr>
              <w:t>المجد</w:t>
            </w:r>
            <w:r>
              <w:rPr>
                <w:rtl/>
              </w:rPr>
              <w:t xml:space="preserve"> </w:t>
            </w:r>
            <w:r w:rsidRPr="009647FC">
              <w:rPr>
                <w:rtl/>
              </w:rPr>
              <w:t>محسنُهم</w:t>
            </w:r>
            <w:r>
              <w:rPr>
                <w:rtl/>
              </w:rPr>
              <w:t xml:space="preserve"> </w:t>
            </w:r>
            <w:r w:rsidRPr="009647FC">
              <w:rPr>
                <w:rtl/>
              </w:rPr>
              <w:t>بدا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ومحسنهم</w:t>
            </w:r>
            <w:r>
              <w:rPr>
                <w:rtl/>
              </w:rPr>
              <w:t xml:space="preserve"> </w:t>
            </w:r>
            <w:r w:rsidRPr="009647FC">
              <w:rPr>
                <w:rtl/>
              </w:rPr>
              <w:t>منسيُّهم</w:t>
            </w:r>
            <w:r>
              <w:rPr>
                <w:rtl/>
              </w:rPr>
              <w:t xml:space="preserve"> </w:t>
            </w:r>
            <w:r w:rsidRPr="009647FC">
              <w:rPr>
                <w:rtl/>
              </w:rPr>
              <w:t>نائلاً</w:t>
            </w:r>
            <w:r>
              <w:rPr>
                <w:rtl/>
              </w:rPr>
              <w:t xml:space="preserve"> </w:t>
            </w:r>
            <w:r w:rsidRPr="009647FC">
              <w:rPr>
                <w:rtl/>
              </w:rPr>
              <w:t>غمرا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بني</w:t>
            </w:r>
            <w:r>
              <w:rPr>
                <w:rtl/>
              </w:rPr>
              <w:t xml:space="preserve"> </w:t>
            </w:r>
            <w:r w:rsidRPr="009647FC">
              <w:rPr>
                <w:rtl/>
              </w:rPr>
              <w:t>الحلم</w:t>
            </w:r>
            <w:r>
              <w:rPr>
                <w:rtl/>
              </w:rPr>
              <w:t xml:space="preserve"> </w:t>
            </w:r>
            <w:r w:rsidRPr="009647FC">
              <w:rPr>
                <w:rtl/>
              </w:rPr>
              <w:t>أنتم</w:t>
            </w:r>
            <w:r>
              <w:rPr>
                <w:rtl/>
              </w:rPr>
              <w:t xml:space="preserve"> </w:t>
            </w:r>
            <w:r w:rsidRPr="009647FC">
              <w:rPr>
                <w:rtl/>
              </w:rPr>
              <w:t>أرسخُ</w:t>
            </w:r>
            <w:r>
              <w:rPr>
                <w:rtl/>
              </w:rPr>
              <w:t xml:space="preserve"> </w:t>
            </w:r>
            <w:r w:rsidRPr="009647FC">
              <w:rPr>
                <w:rtl/>
              </w:rPr>
              <w:t>الناس</w:t>
            </w:r>
            <w:r>
              <w:rPr>
                <w:rtl/>
              </w:rPr>
              <w:t xml:space="preserve"> </w:t>
            </w:r>
            <w:r w:rsidRPr="009647FC">
              <w:rPr>
                <w:rtl/>
              </w:rPr>
              <w:t>هضبةً</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وأرحبهم</w:t>
            </w:r>
            <w:r w:rsidR="004C00A8">
              <w:rPr>
                <w:rtl/>
              </w:rPr>
              <w:t xml:space="preserve"> </w:t>
            </w:r>
            <w:r w:rsidRPr="009647FC">
              <w:rPr>
                <w:rtl/>
              </w:rPr>
              <w:t>في</w:t>
            </w:r>
            <w:r>
              <w:rPr>
                <w:rtl/>
              </w:rPr>
              <w:t xml:space="preserve"> </w:t>
            </w:r>
            <w:r w:rsidRPr="009647FC">
              <w:rPr>
                <w:rtl/>
              </w:rPr>
              <w:t>كلّ</w:t>
            </w:r>
            <w:r>
              <w:rPr>
                <w:rtl/>
              </w:rPr>
              <w:t xml:space="preserve"> </w:t>
            </w:r>
            <w:r w:rsidRPr="009647FC">
              <w:rPr>
                <w:rtl/>
              </w:rPr>
              <w:t>نازلةٍ</w:t>
            </w:r>
            <w:r>
              <w:rPr>
                <w:rtl/>
              </w:rPr>
              <w:t xml:space="preserve"> </w:t>
            </w:r>
            <w:r w:rsidRPr="009647FC">
              <w:rPr>
                <w:rtl/>
              </w:rPr>
              <w:t>صدرا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B33C3F" w:rsidRPr="00524A24" w:rsidTr="00B33C3F">
        <w:trPr>
          <w:trHeight w:val="350"/>
        </w:trPr>
        <w:tc>
          <w:tcPr>
            <w:tcW w:w="3902" w:type="dxa"/>
          </w:tcPr>
          <w:p w:rsidR="00B33C3F" w:rsidRPr="00524A24" w:rsidRDefault="00B33C3F" w:rsidP="008726EA">
            <w:pPr>
              <w:pStyle w:val="libPoem"/>
            </w:pPr>
            <w:r w:rsidRPr="009647FC">
              <w:rPr>
                <w:rtl/>
              </w:rPr>
              <w:lastRenderedPageBreak/>
              <w:t>نقول</w:t>
            </w:r>
            <w:r w:rsidR="004C00A8">
              <w:rPr>
                <w:rtl/>
              </w:rPr>
              <w:t xml:space="preserve"> </w:t>
            </w:r>
            <w:r w:rsidRPr="009647FC">
              <w:rPr>
                <w:rtl/>
              </w:rPr>
              <w:t>لكم</w:t>
            </w:r>
            <w:r>
              <w:rPr>
                <w:rtl/>
              </w:rPr>
              <w:t xml:space="preserve"> </w:t>
            </w:r>
            <w:r w:rsidRPr="009647FC">
              <w:rPr>
                <w:rtl/>
              </w:rPr>
              <w:t>صبراً</w:t>
            </w:r>
            <w:r>
              <w:rPr>
                <w:rtl/>
              </w:rPr>
              <w:t xml:space="preserve"> </w:t>
            </w:r>
            <w:r w:rsidRPr="009647FC">
              <w:rPr>
                <w:rtl/>
              </w:rPr>
              <w:t>ونعلم</w:t>
            </w:r>
            <w:r>
              <w:rPr>
                <w:rtl/>
              </w:rPr>
              <w:t xml:space="preserve"> </w:t>
            </w:r>
            <w:r w:rsidRPr="009647FC">
              <w:rPr>
                <w:rtl/>
              </w:rPr>
              <w:t>أن</w:t>
            </w:r>
            <w:r w:rsidRPr="00B371C6">
              <w:rPr>
                <w:rtl/>
              </w:rPr>
              <w:t>ّ</w:t>
            </w:r>
            <w:r w:rsidRPr="009647FC">
              <w:rPr>
                <w:rtl/>
              </w:rPr>
              <w:t>كم</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أجلُّ</w:t>
            </w:r>
            <w:r>
              <w:rPr>
                <w:rtl/>
              </w:rPr>
              <w:t xml:space="preserve"> </w:t>
            </w:r>
            <w:r w:rsidRPr="009647FC">
              <w:rPr>
                <w:rtl/>
              </w:rPr>
              <w:t>ولكنْ</w:t>
            </w:r>
            <w:r>
              <w:rPr>
                <w:rtl/>
              </w:rPr>
              <w:t xml:space="preserve"> </w:t>
            </w:r>
            <w:r w:rsidRPr="009647FC">
              <w:rPr>
                <w:rtl/>
              </w:rPr>
              <w:t>عادةٌ</w:t>
            </w:r>
            <w:r>
              <w:rPr>
                <w:rtl/>
              </w:rPr>
              <w:t xml:space="preserve"> </w:t>
            </w:r>
            <w:r w:rsidRPr="009647FC">
              <w:rPr>
                <w:rtl/>
              </w:rPr>
              <w:t>قولنا</w:t>
            </w:r>
            <w:r>
              <w:rPr>
                <w:rtl/>
              </w:rPr>
              <w:t xml:space="preserve"> </w:t>
            </w:r>
            <w:r w:rsidRPr="009647FC">
              <w:rPr>
                <w:rtl/>
              </w:rPr>
              <w:t>صبرا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لكم</w:t>
            </w:r>
            <w:r>
              <w:rPr>
                <w:rtl/>
              </w:rPr>
              <w:t xml:space="preserve"> </w:t>
            </w:r>
            <w:r w:rsidRPr="009647FC">
              <w:rPr>
                <w:rtl/>
              </w:rPr>
              <w:t>ختم</w:t>
            </w:r>
            <w:r>
              <w:rPr>
                <w:rtl/>
              </w:rPr>
              <w:t xml:space="preserve"> </w:t>
            </w:r>
            <w:r w:rsidRPr="009647FC">
              <w:rPr>
                <w:rtl/>
              </w:rPr>
              <w:t>اللهُ</w:t>
            </w:r>
            <w:r>
              <w:rPr>
                <w:rtl/>
              </w:rPr>
              <w:t xml:space="preserve"> </w:t>
            </w:r>
            <w:r w:rsidRPr="009647FC">
              <w:rPr>
                <w:rtl/>
              </w:rPr>
              <w:t>الرزايا</w:t>
            </w:r>
            <w:r>
              <w:rPr>
                <w:rtl/>
              </w:rPr>
              <w:t xml:space="preserve"> </w:t>
            </w:r>
            <w:r w:rsidRPr="009647FC">
              <w:rPr>
                <w:rtl/>
              </w:rPr>
              <w:t>بهذه</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فلا</w:t>
            </w:r>
            <w:r w:rsidR="004C00A8">
              <w:rPr>
                <w:rtl/>
              </w:rPr>
              <w:t xml:space="preserve"> </w:t>
            </w:r>
            <w:r w:rsidRPr="009647FC">
              <w:rPr>
                <w:rtl/>
              </w:rPr>
              <w:t>طرقت</w:t>
            </w:r>
            <w:r>
              <w:rPr>
                <w:rtl/>
              </w:rPr>
              <w:t xml:space="preserve"> </w:t>
            </w:r>
            <w:r w:rsidRPr="009647FC">
              <w:rPr>
                <w:rtl/>
              </w:rPr>
              <w:t>أبياتكم</w:t>
            </w:r>
            <w:r>
              <w:rPr>
                <w:rtl/>
              </w:rPr>
              <w:t xml:space="preserve"> </w:t>
            </w:r>
            <w:r w:rsidRPr="009647FC">
              <w:rPr>
                <w:rtl/>
              </w:rPr>
              <w:t>بعدها</w:t>
            </w:r>
            <w:r>
              <w:rPr>
                <w:rtl/>
              </w:rPr>
              <w:t xml:space="preserve"> </w:t>
            </w:r>
            <w:r w:rsidRPr="009647FC">
              <w:rPr>
                <w:rtl/>
              </w:rPr>
              <w:t>أخرى</w:t>
            </w:r>
            <w:r w:rsidRPr="00524A24">
              <w:rPr>
                <w:rStyle w:val="libPoemTiniChar0"/>
                <w:rtl/>
              </w:rPr>
              <w:br/>
              <w:t> </w:t>
            </w:r>
          </w:p>
        </w:tc>
      </w:tr>
    </w:tbl>
    <w:p w:rsidR="009647FC" w:rsidRPr="00524A24" w:rsidRDefault="009647FC" w:rsidP="004E7EC6">
      <w:pPr>
        <w:pStyle w:val="libNormal"/>
      </w:pPr>
      <w:r w:rsidRPr="009647FC">
        <w:rPr>
          <w:rtl/>
        </w:rPr>
        <w:t>وقال راثياً عبد اللّه بن شبيب البغدادي</w:t>
      </w:r>
      <w:r w:rsidR="00D769AB">
        <w:rPr>
          <w:rtl/>
        </w:rPr>
        <w:t>،</w:t>
      </w:r>
      <w:r w:rsidRPr="009647FC">
        <w:rPr>
          <w:rtl/>
        </w:rPr>
        <w:t xml:space="preserve"> ومعزِّياً أخاه محمداً</w:t>
      </w:r>
      <w:r w:rsidR="00D769AB">
        <w:rPr>
          <w:rtl/>
        </w:rPr>
        <w:t>:</w:t>
      </w:r>
    </w:p>
    <w:tbl>
      <w:tblPr>
        <w:tblStyle w:val="TableGrid"/>
        <w:bidiVisual/>
        <w:tblW w:w="4562" w:type="pct"/>
        <w:tblInd w:w="384" w:type="dxa"/>
        <w:tblLook w:val="04A0"/>
      </w:tblPr>
      <w:tblGrid>
        <w:gridCol w:w="3902"/>
        <w:gridCol w:w="301"/>
        <w:gridCol w:w="3884"/>
      </w:tblGrid>
      <w:tr w:rsidR="00B33C3F" w:rsidRPr="00524A24" w:rsidTr="00B33C3F">
        <w:trPr>
          <w:trHeight w:val="350"/>
        </w:trPr>
        <w:tc>
          <w:tcPr>
            <w:tcW w:w="3902" w:type="dxa"/>
          </w:tcPr>
          <w:p w:rsidR="00B33C3F" w:rsidRPr="00524A24" w:rsidRDefault="00B33C3F" w:rsidP="008726EA">
            <w:pPr>
              <w:pStyle w:val="libPoem"/>
            </w:pPr>
            <w:r w:rsidRPr="009647FC">
              <w:rPr>
                <w:rtl/>
              </w:rPr>
              <w:t>يا</w:t>
            </w:r>
            <w:r w:rsidR="004C00A8">
              <w:rPr>
                <w:rtl/>
              </w:rPr>
              <w:t xml:space="preserve"> </w:t>
            </w:r>
            <w:r w:rsidRPr="009647FC">
              <w:rPr>
                <w:rtl/>
              </w:rPr>
              <w:t>رواق</w:t>
            </w:r>
            <w:r>
              <w:rPr>
                <w:rtl/>
              </w:rPr>
              <w:t xml:space="preserve"> </w:t>
            </w:r>
            <w:r w:rsidRPr="009647FC">
              <w:rPr>
                <w:rtl/>
              </w:rPr>
              <w:t>العُلى</w:t>
            </w:r>
            <w:r>
              <w:rPr>
                <w:rtl/>
              </w:rPr>
              <w:t xml:space="preserve"> </w:t>
            </w:r>
            <w:r w:rsidRPr="009647FC">
              <w:rPr>
                <w:rtl/>
              </w:rPr>
              <w:t>فقدت</w:t>
            </w:r>
            <w:r>
              <w:rPr>
                <w:rtl/>
              </w:rPr>
              <w:t xml:space="preserve"> </w:t>
            </w:r>
            <w:r w:rsidRPr="009647FC">
              <w:rPr>
                <w:rtl/>
              </w:rPr>
              <w:t>وقورا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ألف</w:t>
            </w:r>
            <w:r w:rsidR="004C00A8">
              <w:rPr>
                <w:rtl/>
              </w:rPr>
              <w:t xml:space="preserve"> </w:t>
            </w:r>
            <w:r w:rsidRPr="009647FC">
              <w:rPr>
                <w:rtl/>
              </w:rPr>
              <w:t>الحلم</w:t>
            </w:r>
            <w:r>
              <w:rPr>
                <w:rtl/>
              </w:rPr>
              <w:t xml:space="preserve">َ </w:t>
            </w:r>
            <w:r w:rsidRPr="009647FC">
              <w:rPr>
                <w:rtl/>
              </w:rPr>
              <w:t>واصطفاه</w:t>
            </w:r>
            <w:r>
              <w:rPr>
                <w:rtl/>
              </w:rPr>
              <w:t xml:space="preserve"> </w:t>
            </w:r>
            <w:r w:rsidRPr="009647FC">
              <w:rPr>
                <w:rtl/>
              </w:rPr>
              <w:t>سميرا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فيك</w:t>
            </w:r>
            <w:r>
              <w:rPr>
                <w:rtl/>
              </w:rPr>
              <w:t xml:space="preserve"> </w:t>
            </w:r>
            <w:r w:rsidRPr="009647FC">
              <w:rPr>
                <w:rtl/>
              </w:rPr>
              <w:t>قد</w:t>
            </w:r>
            <w:r>
              <w:rPr>
                <w:rtl/>
              </w:rPr>
              <w:t xml:space="preserve"> </w:t>
            </w:r>
            <w:r w:rsidRPr="009647FC">
              <w:rPr>
                <w:rtl/>
              </w:rPr>
              <w:t>أسكت</w:t>
            </w:r>
            <w:r>
              <w:rPr>
                <w:rtl/>
              </w:rPr>
              <w:t xml:space="preserve"> </w:t>
            </w:r>
            <w:r w:rsidRPr="009647FC">
              <w:rPr>
                <w:rtl/>
              </w:rPr>
              <w:t>الردى</w:t>
            </w:r>
            <w:r>
              <w:rPr>
                <w:rtl/>
              </w:rPr>
              <w:t xml:space="preserve"> </w:t>
            </w:r>
            <w:r w:rsidRPr="009647FC">
              <w:rPr>
                <w:rtl/>
              </w:rPr>
              <w:t>منه</w:t>
            </w:r>
            <w:r>
              <w:rPr>
                <w:rtl/>
              </w:rPr>
              <w:t xml:space="preserve"> </w:t>
            </w:r>
            <w:r w:rsidRPr="009647FC">
              <w:rPr>
                <w:rtl/>
              </w:rPr>
              <w:t>فحلا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طالما</w:t>
            </w:r>
            <w:r w:rsidR="004C00A8">
              <w:rPr>
                <w:rtl/>
              </w:rPr>
              <w:t xml:space="preserve"> </w:t>
            </w:r>
            <w:r w:rsidRPr="009647FC">
              <w:rPr>
                <w:rtl/>
              </w:rPr>
              <w:t>قد</w:t>
            </w:r>
            <w:r>
              <w:rPr>
                <w:rtl/>
              </w:rPr>
              <w:t xml:space="preserve"> </w:t>
            </w:r>
            <w:r w:rsidRPr="009647FC">
              <w:rPr>
                <w:rtl/>
              </w:rPr>
              <w:t>ملا</w:t>
            </w:r>
            <w:r>
              <w:rPr>
                <w:rtl/>
              </w:rPr>
              <w:t xml:space="preserve"> </w:t>
            </w:r>
            <w:r w:rsidRPr="009647FC">
              <w:rPr>
                <w:rtl/>
              </w:rPr>
              <w:t>النديّ</w:t>
            </w:r>
            <w:r>
              <w:rPr>
                <w:rtl/>
              </w:rPr>
              <w:t xml:space="preserve">َ </w:t>
            </w:r>
            <w:r w:rsidRPr="009647FC">
              <w:rPr>
                <w:rtl/>
              </w:rPr>
              <w:t>هديرا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وأرانا</w:t>
            </w:r>
            <w:r w:rsidR="004C00A8">
              <w:rPr>
                <w:rtl/>
              </w:rPr>
              <w:t xml:space="preserve"> </w:t>
            </w:r>
            <w:r w:rsidRPr="009647FC">
              <w:rPr>
                <w:rtl/>
              </w:rPr>
              <w:t>الفتور</w:t>
            </w:r>
            <w:r>
              <w:rPr>
                <w:rtl/>
              </w:rPr>
              <w:t xml:space="preserve">َ </w:t>
            </w:r>
            <w:r w:rsidRPr="009647FC">
              <w:rPr>
                <w:rtl/>
              </w:rPr>
              <w:t>في</w:t>
            </w:r>
            <w:r>
              <w:rPr>
                <w:rtl/>
              </w:rPr>
              <w:t xml:space="preserve"> </w:t>
            </w:r>
            <w:r w:rsidRPr="009647FC">
              <w:rPr>
                <w:rtl/>
              </w:rPr>
              <w:t>جفن</w:t>
            </w:r>
            <w:r>
              <w:rPr>
                <w:rtl/>
              </w:rPr>
              <w:t xml:space="preserve"> </w:t>
            </w:r>
            <w:r w:rsidRPr="009647FC">
              <w:rPr>
                <w:rtl/>
              </w:rPr>
              <w:t>صلٍّ</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حين</w:t>
            </w:r>
            <w:r w:rsidR="004C00A8">
              <w:rPr>
                <w:rtl/>
              </w:rPr>
              <w:t xml:space="preserve"> </w:t>
            </w:r>
            <w:r w:rsidRPr="009647FC">
              <w:rPr>
                <w:rtl/>
              </w:rPr>
              <w:t>أرخى</w:t>
            </w:r>
            <w:r>
              <w:rPr>
                <w:rtl/>
              </w:rPr>
              <w:t xml:space="preserve"> </w:t>
            </w:r>
            <w:r w:rsidRPr="009647FC">
              <w:rPr>
                <w:rtl/>
              </w:rPr>
              <w:t>الجفون</w:t>
            </w:r>
            <w:r>
              <w:rPr>
                <w:rtl/>
              </w:rPr>
              <w:t xml:space="preserve">َ </w:t>
            </w:r>
            <w:r w:rsidRPr="009647FC">
              <w:rPr>
                <w:rtl/>
              </w:rPr>
              <w:t>منه</w:t>
            </w:r>
            <w:r>
              <w:rPr>
                <w:rtl/>
              </w:rPr>
              <w:t xml:space="preserve"> </w:t>
            </w:r>
            <w:r w:rsidRPr="009647FC">
              <w:rPr>
                <w:rtl/>
              </w:rPr>
              <w:t>فتورا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إن</w:t>
            </w:r>
            <w:r w:rsidRPr="00B371C6">
              <w:rPr>
                <w:rtl/>
              </w:rPr>
              <w:t>ّ</w:t>
            </w:r>
            <w:r w:rsidRPr="009647FC">
              <w:rPr>
                <w:rtl/>
              </w:rPr>
              <w:t>ما</w:t>
            </w:r>
            <w:r w:rsidR="004C00A8">
              <w:rPr>
                <w:rtl/>
              </w:rPr>
              <w:t xml:space="preserve"> </w:t>
            </w:r>
            <w:r w:rsidRPr="009647FC">
              <w:rPr>
                <w:rtl/>
              </w:rPr>
              <w:t>أنت</w:t>
            </w:r>
            <w:r>
              <w:rPr>
                <w:rtl/>
              </w:rPr>
              <w:t xml:space="preserve"> </w:t>
            </w:r>
            <w:r w:rsidRPr="009647FC">
              <w:rPr>
                <w:rtl/>
              </w:rPr>
              <w:t>غابُ</w:t>
            </w:r>
            <w:r>
              <w:rPr>
                <w:rtl/>
              </w:rPr>
              <w:t xml:space="preserve"> </w:t>
            </w:r>
            <w:r w:rsidRPr="009647FC">
              <w:rPr>
                <w:rtl/>
              </w:rPr>
              <w:t>عزٍّ</w:t>
            </w:r>
            <w:r>
              <w:rPr>
                <w:rtl/>
              </w:rPr>
              <w:t xml:space="preserve"> </w:t>
            </w:r>
            <w:r w:rsidRPr="009647FC">
              <w:rPr>
                <w:rtl/>
              </w:rPr>
              <w:t>أصابت</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أسهمُ</w:t>
            </w:r>
            <w:r>
              <w:rPr>
                <w:rtl/>
              </w:rPr>
              <w:t xml:space="preserve"> </w:t>
            </w:r>
            <w:r w:rsidRPr="009647FC">
              <w:rPr>
                <w:rtl/>
              </w:rPr>
              <w:t>الحتف</w:t>
            </w:r>
            <w:r>
              <w:rPr>
                <w:rtl/>
              </w:rPr>
              <w:t xml:space="preserve"> </w:t>
            </w:r>
            <w:r w:rsidRPr="009647FC">
              <w:rPr>
                <w:rtl/>
              </w:rPr>
              <w:t>منك</w:t>
            </w:r>
            <w:r>
              <w:rPr>
                <w:rtl/>
              </w:rPr>
              <w:t xml:space="preserve"> </w:t>
            </w:r>
            <w:r w:rsidRPr="009647FC">
              <w:rPr>
                <w:rtl/>
              </w:rPr>
              <w:t>ليثاً</w:t>
            </w:r>
            <w:r>
              <w:rPr>
                <w:rtl/>
              </w:rPr>
              <w:t xml:space="preserve"> </w:t>
            </w:r>
            <w:r w:rsidRPr="009647FC">
              <w:rPr>
                <w:rtl/>
              </w:rPr>
              <w:t>هصورا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قد</w:t>
            </w:r>
            <w:r w:rsidR="004C00A8">
              <w:rPr>
                <w:rtl/>
              </w:rPr>
              <w:t xml:space="preserve"> </w:t>
            </w:r>
            <w:r w:rsidRPr="009647FC">
              <w:rPr>
                <w:rtl/>
              </w:rPr>
              <w:t>تخلّى</w:t>
            </w:r>
            <w:r>
              <w:rPr>
                <w:rtl/>
              </w:rPr>
              <w:t xml:space="preserve"> </w:t>
            </w:r>
            <w:r w:rsidRPr="009647FC">
              <w:rPr>
                <w:rtl/>
              </w:rPr>
              <w:t>سرادقُ</w:t>
            </w:r>
            <w:r>
              <w:rPr>
                <w:rtl/>
              </w:rPr>
              <w:t xml:space="preserve"> </w:t>
            </w:r>
            <w:r w:rsidRPr="009647FC">
              <w:rPr>
                <w:rtl/>
              </w:rPr>
              <w:t>المجد</w:t>
            </w:r>
            <w:r>
              <w:rPr>
                <w:rtl/>
              </w:rPr>
              <w:t xml:space="preserve"> </w:t>
            </w:r>
            <w:r w:rsidRPr="009647FC">
              <w:rPr>
                <w:rtl/>
              </w:rPr>
              <w:t>ممّن</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تخذ</w:t>
            </w:r>
            <w:r w:rsidR="004C00A8">
              <w:rPr>
                <w:rtl/>
              </w:rPr>
              <w:t xml:space="preserve"> </w:t>
            </w:r>
            <w:r w:rsidRPr="009647FC">
              <w:rPr>
                <w:rtl/>
              </w:rPr>
              <w:t>العزّ</w:t>
            </w:r>
            <w:r>
              <w:rPr>
                <w:rtl/>
              </w:rPr>
              <w:t xml:space="preserve">َ </w:t>
            </w:r>
            <w:r w:rsidRPr="009647FC">
              <w:rPr>
                <w:rtl/>
              </w:rPr>
              <w:t>حاجباً</w:t>
            </w:r>
            <w:r>
              <w:rPr>
                <w:rtl/>
              </w:rPr>
              <w:t xml:space="preserve"> </w:t>
            </w:r>
            <w:r w:rsidRPr="009647FC">
              <w:rPr>
                <w:rtl/>
              </w:rPr>
              <w:t>وخفيرا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قبروا</w:t>
            </w:r>
            <w:r w:rsidR="004C00A8">
              <w:rPr>
                <w:rtl/>
              </w:rPr>
              <w:t xml:space="preserve"> </w:t>
            </w:r>
            <w:r w:rsidRPr="009647FC">
              <w:rPr>
                <w:rtl/>
              </w:rPr>
              <w:t>منه</w:t>
            </w:r>
            <w:r>
              <w:rPr>
                <w:rtl/>
              </w:rPr>
              <w:t xml:space="preserve"> </w:t>
            </w:r>
            <w:r w:rsidRPr="009647FC">
              <w:rPr>
                <w:rtl/>
              </w:rPr>
              <w:t>في</w:t>
            </w:r>
            <w:r>
              <w:rPr>
                <w:rtl/>
              </w:rPr>
              <w:t xml:space="preserve"> </w:t>
            </w:r>
            <w:r w:rsidRPr="009647FC">
              <w:rPr>
                <w:rtl/>
              </w:rPr>
              <w:t>الصعيد</w:t>
            </w:r>
            <w:r>
              <w:rPr>
                <w:rtl/>
              </w:rPr>
              <w:t xml:space="preserve"> </w:t>
            </w:r>
            <w:r w:rsidRPr="009647FC">
              <w:rPr>
                <w:rtl/>
              </w:rPr>
              <w:t>أخا</w:t>
            </w:r>
            <w:r>
              <w:rPr>
                <w:rtl/>
              </w:rPr>
              <w:t xml:space="preserve"> </w:t>
            </w:r>
            <w:r w:rsidRPr="009647FC">
              <w:rPr>
                <w:rtl/>
              </w:rPr>
              <w:t>السيـ</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يف</w:t>
            </w:r>
            <w:r w:rsidR="004C00A8">
              <w:rPr>
                <w:rtl/>
              </w:rPr>
              <w:t xml:space="preserve"> </w:t>
            </w:r>
            <w:r w:rsidRPr="009647FC">
              <w:rPr>
                <w:rtl/>
              </w:rPr>
              <w:t>لساناً</w:t>
            </w:r>
            <w:r>
              <w:rPr>
                <w:rtl/>
              </w:rPr>
              <w:t xml:space="preserve"> </w:t>
            </w:r>
            <w:r w:rsidRPr="009647FC">
              <w:rPr>
                <w:rtl/>
              </w:rPr>
              <w:t>عضباً</w:t>
            </w:r>
            <w:r>
              <w:rPr>
                <w:rtl/>
              </w:rPr>
              <w:t xml:space="preserve"> </w:t>
            </w:r>
            <w:r w:rsidRPr="009647FC">
              <w:rPr>
                <w:rtl/>
              </w:rPr>
              <w:t>وعزماً</w:t>
            </w:r>
            <w:r>
              <w:rPr>
                <w:rtl/>
              </w:rPr>
              <w:t xml:space="preserve"> </w:t>
            </w:r>
            <w:r w:rsidRPr="009647FC">
              <w:rPr>
                <w:rtl/>
              </w:rPr>
              <w:t>طريرا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وغداً</w:t>
            </w:r>
            <w:r>
              <w:rPr>
                <w:rtl/>
              </w:rPr>
              <w:t xml:space="preserve"> </w:t>
            </w:r>
            <w:r w:rsidRPr="009647FC">
              <w:rPr>
                <w:rtl/>
              </w:rPr>
              <w:t>ينشرون</w:t>
            </w:r>
            <w:r>
              <w:rPr>
                <w:rtl/>
              </w:rPr>
              <w:t xml:space="preserve"> </w:t>
            </w:r>
            <w:r w:rsidRPr="009647FC">
              <w:rPr>
                <w:rtl/>
              </w:rPr>
              <w:t>منه</w:t>
            </w:r>
            <w:r>
              <w:rPr>
                <w:rtl/>
              </w:rPr>
              <w:t xml:space="preserve"> </w:t>
            </w:r>
            <w:r w:rsidRPr="009647FC">
              <w:rPr>
                <w:rtl/>
              </w:rPr>
              <w:t>مزايا</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كلُّ</w:t>
            </w:r>
            <w:r>
              <w:rPr>
                <w:rtl/>
              </w:rPr>
              <w:t xml:space="preserve"> </w:t>
            </w:r>
            <w:r w:rsidRPr="009647FC">
              <w:rPr>
                <w:rtl/>
              </w:rPr>
              <w:t>نادٍ</w:t>
            </w:r>
            <w:r>
              <w:rPr>
                <w:rtl/>
              </w:rPr>
              <w:t xml:space="preserve"> </w:t>
            </w:r>
            <w:r w:rsidRPr="009647FC">
              <w:rPr>
                <w:rtl/>
              </w:rPr>
              <w:t>بها</w:t>
            </w:r>
            <w:r>
              <w:rPr>
                <w:rtl/>
              </w:rPr>
              <w:t xml:space="preserve"> </w:t>
            </w:r>
            <w:r w:rsidRPr="009647FC">
              <w:rPr>
                <w:rtl/>
              </w:rPr>
              <w:t>يضوع</w:t>
            </w:r>
            <w:r>
              <w:rPr>
                <w:rtl/>
              </w:rPr>
              <w:t xml:space="preserve"> </w:t>
            </w:r>
            <w:r w:rsidRPr="009647FC">
              <w:rPr>
                <w:rtl/>
              </w:rPr>
              <w:t>عبيرا</w:t>
            </w:r>
            <w:r w:rsidRPr="00524A24">
              <w:rPr>
                <w:rStyle w:val="libPoemTiniChar0"/>
                <w:rtl/>
              </w:rPr>
              <w:br/>
              <w:t> </w:t>
            </w:r>
          </w:p>
        </w:tc>
      </w:tr>
      <w:tr w:rsidR="00B33C3F" w:rsidRPr="00524A24" w:rsidTr="00B33C3F">
        <w:trPr>
          <w:trHeight w:val="350"/>
        </w:trPr>
        <w:tc>
          <w:tcPr>
            <w:tcW w:w="3902" w:type="dxa"/>
          </w:tcPr>
          <w:p w:rsidR="00B33C3F" w:rsidRPr="00524A24" w:rsidRDefault="00B33C3F" w:rsidP="008726EA">
            <w:pPr>
              <w:pStyle w:val="libPoem"/>
            </w:pPr>
            <w:r w:rsidRPr="009647FC">
              <w:rPr>
                <w:rtl/>
              </w:rPr>
              <w:t>يا</w:t>
            </w:r>
            <w:r>
              <w:rPr>
                <w:rtl/>
              </w:rPr>
              <w:t xml:space="preserve"> </w:t>
            </w:r>
            <w:r w:rsidRPr="009647FC">
              <w:rPr>
                <w:rtl/>
              </w:rPr>
              <w:t>لها</w:t>
            </w:r>
            <w:r>
              <w:rPr>
                <w:rtl/>
              </w:rPr>
              <w:t xml:space="preserve"> </w:t>
            </w:r>
            <w:r w:rsidRPr="009647FC">
              <w:rPr>
                <w:rtl/>
              </w:rPr>
              <w:t>عثرة</w:t>
            </w:r>
            <w:r>
              <w:rPr>
                <w:rtl/>
              </w:rPr>
              <w:t xml:space="preserve"> </w:t>
            </w:r>
            <w:r w:rsidRPr="009647FC">
              <w:rPr>
                <w:rtl/>
              </w:rPr>
              <w:t>جنتْها</w:t>
            </w:r>
            <w:r>
              <w:rPr>
                <w:rtl/>
              </w:rPr>
              <w:t xml:space="preserve"> </w:t>
            </w:r>
            <w:r w:rsidRPr="009647FC">
              <w:rPr>
                <w:rtl/>
              </w:rPr>
              <w:t>الليالي</w:t>
            </w:r>
            <w:r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B33C3F" w:rsidP="008726EA">
            <w:pPr>
              <w:pStyle w:val="libPoem"/>
            </w:pPr>
            <w:r w:rsidRPr="009647FC">
              <w:rPr>
                <w:rtl/>
              </w:rPr>
              <w:t>عاد</w:t>
            </w:r>
            <w:r w:rsidR="004C00A8">
              <w:rPr>
                <w:rtl/>
              </w:rPr>
              <w:t xml:space="preserve"> </w:t>
            </w:r>
            <w:r w:rsidRPr="009647FC">
              <w:rPr>
                <w:rtl/>
              </w:rPr>
              <w:t>جدُّ</w:t>
            </w:r>
            <w:r>
              <w:rPr>
                <w:rtl/>
              </w:rPr>
              <w:t xml:space="preserve"> </w:t>
            </w:r>
            <w:r w:rsidRPr="009647FC">
              <w:rPr>
                <w:rtl/>
              </w:rPr>
              <w:t>الفيحاء</w:t>
            </w:r>
            <w:r>
              <w:rPr>
                <w:rtl/>
              </w:rPr>
              <w:t xml:space="preserve"> </w:t>
            </w:r>
            <w:r w:rsidRPr="009647FC">
              <w:rPr>
                <w:rtl/>
              </w:rPr>
              <w:t>فيها</w:t>
            </w:r>
            <w:r>
              <w:rPr>
                <w:rtl/>
              </w:rPr>
              <w:t xml:space="preserve"> </w:t>
            </w:r>
            <w:r w:rsidRPr="009647FC">
              <w:rPr>
                <w:rtl/>
              </w:rPr>
              <w:t>عثورا</w:t>
            </w:r>
            <w:r w:rsidRPr="00524A24">
              <w:rPr>
                <w:rStyle w:val="libPoemTiniChar0"/>
                <w:rtl/>
              </w:rPr>
              <w:br/>
              <w:t> </w:t>
            </w:r>
          </w:p>
        </w:tc>
      </w:tr>
      <w:tr w:rsidR="00B33C3F" w:rsidRPr="00524A24" w:rsidTr="00B33C3F">
        <w:trPr>
          <w:trHeight w:val="350"/>
        </w:trPr>
        <w:tc>
          <w:tcPr>
            <w:tcW w:w="3902" w:type="dxa"/>
          </w:tcPr>
          <w:p w:rsidR="00B33C3F" w:rsidRPr="00524A24" w:rsidRDefault="00FC1798" w:rsidP="008726EA">
            <w:pPr>
              <w:pStyle w:val="libPoem"/>
            </w:pPr>
            <w:r w:rsidRPr="009647FC">
              <w:rPr>
                <w:rtl/>
              </w:rPr>
              <w:t>نكبةٌ</w:t>
            </w:r>
            <w:r w:rsidR="004C00A8">
              <w:rPr>
                <w:rtl/>
              </w:rPr>
              <w:t xml:space="preserve"> </w:t>
            </w:r>
            <w:r w:rsidRPr="009647FC">
              <w:rPr>
                <w:rtl/>
              </w:rPr>
              <w:t>صغّ</w:t>
            </w:r>
            <w:r>
              <w:rPr>
                <w:rtl/>
              </w:rPr>
              <w:t>َ</w:t>
            </w:r>
            <w:r w:rsidRPr="009647FC">
              <w:rPr>
                <w:rtl/>
              </w:rPr>
              <w:t>رت</w:t>
            </w:r>
            <w:r>
              <w:rPr>
                <w:rtl/>
              </w:rPr>
              <w:t xml:space="preserve"> </w:t>
            </w:r>
            <w:r w:rsidRPr="009647FC">
              <w:rPr>
                <w:rtl/>
              </w:rPr>
              <w:t xml:space="preserve">جميع </w:t>
            </w:r>
            <w:r>
              <w:rPr>
                <w:rtl/>
              </w:rPr>
              <w:t>َ</w:t>
            </w:r>
            <w:r w:rsidRPr="009647FC">
              <w:rPr>
                <w:rtl/>
              </w:rPr>
              <w:t>الرزايا</w:t>
            </w:r>
            <w:r w:rsidR="00B33C3F"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FC1798" w:rsidP="008726EA">
            <w:pPr>
              <w:pStyle w:val="libPoem"/>
            </w:pPr>
            <w:r w:rsidRPr="009647FC">
              <w:rPr>
                <w:rtl/>
              </w:rPr>
              <w:t>كان</w:t>
            </w:r>
            <w:r w:rsidR="004C00A8">
              <w:rPr>
                <w:rtl/>
              </w:rPr>
              <w:t xml:space="preserve"> </w:t>
            </w:r>
            <w:r w:rsidRPr="009647FC">
              <w:rPr>
                <w:rtl/>
              </w:rPr>
              <w:t>ذنب</w:t>
            </w:r>
            <w:r>
              <w:rPr>
                <w:rtl/>
              </w:rPr>
              <w:t xml:space="preserve"> </w:t>
            </w:r>
            <w:r w:rsidRPr="009647FC">
              <w:rPr>
                <w:rtl/>
              </w:rPr>
              <w:t>الزمان</w:t>
            </w:r>
            <w:r>
              <w:rPr>
                <w:rtl/>
              </w:rPr>
              <w:t xml:space="preserve"> </w:t>
            </w:r>
            <w:r w:rsidRPr="009647FC">
              <w:rPr>
                <w:rtl/>
              </w:rPr>
              <w:t>فيها</w:t>
            </w:r>
            <w:r>
              <w:rPr>
                <w:rtl/>
              </w:rPr>
              <w:t xml:space="preserve"> </w:t>
            </w:r>
            <w:r w:rsidRPr="009647FC">
              <w:rPr>
                <w:rtl/>
              </w:rPr>
              <w:t>كبيرا</w:t>
            </w:r>
            <w:r w:rsidR="00B33C3F" w:rsidRPr="00524A24">
              <w:rPr>
                <w:rStyle w:val="libPoemTiniChar0"/>
                <w:rtl/>
              </w:rPr>
              <w:br/>
              <w:t> </w:t>
            </w:r>
          </w:p>
        </w:tc>
      </w:tr>
      <w:tr w:rsidR="00B33C3F" w:rsidRPr="00524A24" w:rsidTr="00B33C3F">
        <w:trPr>
          <w:trHeight w:val="350"/>
        </w:trPr>
        <w:tc>
          <w:tcPr>
            <w:tcW w:w="3902" w:type="dxa"/>
          </w:tcPr>
          <w:p w:rsidR="00B33C3F" w:rsidRPr="00524A24" w:rsidRDefault="00FC1798" w:rsidP="008726EA">
            <w:pPr>
              <w:pStyle w:val="libPoem"/>
            </w:pPr>
            <w:r w:rsidRPr="009647FC">
              <w:rPr>
                <w:rtl/>
              </w:rPr>
              <w:t>قلْ</w:t>
            </w:r>
            <w:r>
              <w:rPr>
                <w:rtl/>
              </w:rPr>
              <w:t xml:space="preserve"> </w:t>
            </w:r>
            <w:r w:rsidRPr="009647FC">
              <w:rPr>
                <w:rtl/>
              </w:rPr>
              <w:t>لفيحاء</w:t>
            </w:r>
            <w:r>
              <w:rPr>
                <w:rtl/>
              </w:rPr>
              <w:t xml:space="preserve"> </w:t>
            </w:r>
            <w:r w:rsidRPr="009647FC">
              <w:rPr>
                <w:rtl/>
              </w:rPr>
              <w:t>بابلٍ</w:t>
            </w:r>
            <w:r>
              <w:rPr>
                <w:rtl/>
              </w:rPr>
              <w:t xml:space="preserve"> </w:t>
            </w:r>
            <w:r w:rsidRPr="009647FC">
              <w:rPr>
                <w:rtl/>
              </w:rPr>
              <w:t>كابديها</w:t>
            </w:r>
            <w:r w:rsidR="00B33C3F"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FC1798" w:rsidP="008726EA">
            <w:pPr>
              <w:pStyle w:val="libPoem"/>
            </w:pPr>
            <w:r w:rsidRPr="009647FC">
              <w:rPr>
                <w:rtl/>
              </w:rPr>
              <w:t>لوعةً</w:t>
            </w:r>
            <w:r w:rsidR="004C00A8">
              <w:rPr>
                <w:rtl/>
              </w:rPr>
              <w:t xml:space="preserve"> </w:t>
            </w:r>
            <w:r w:rsidRPr="009647FC">
              <w:rPr>
                <w:rtl/>
              </w:rPr>
              <w:t>في</w:t>
            </w:r>
            <w:r>
              <w:rPr>
                <w:rtl/>
              </w:rPr>
              <w:t xml:space="preserve"> </w:t>
            </w:r>
            <w:r w:rsidRPr="009647FC">
              <w:rPr>
                <w:rtl/>
              </w:rPr>
              <w:t>القلوب</w:t>
            </w:r>
            <w:r>
              <w:rPr>
                <w:rtl/>
              </w:rPr>
              <w:t xml:space="preserve"> </w:t>
            </w:r>
            <w:r w:rsidRPr="009647FC">
              <w:rPr>
                <w:rtl/>
              </w:rPr>
              <w:t>تبقى</w:t>
            </w:r>
            <w:r>
              <w:rPr>
                <w:rtl/>
              </w:rPr>
              <w:t xml:space="preserve"> </w:t>
            </w:r>
            <w:r w:rsidRPr="009647FC">
              <w:rPr>
                <w:rtl/>
              </w:rPr>
              <w:t>دهورا</w:t>
            </w:r>
            <w:r w:rsidR="00B33C3F" w:rsidRPr="00524A24">
              <w:rPr>
                <w:rStyle w:val="libPoemTiniChar0"/>
                <w:rtl/>
              </w:rPr>
              <w:br/>
              <w:t> </w:t>
            </w:r>
          </w:p>
        </w:tc>
      </w:tr>
      <w:tr w:rsidR="00B33C3F" w:rsidRPr="00524A24" w:rsidTr="00B33C3F">
        <w:trPr>
          <w:trHeight w:val="350"/>
        </w:trPr>
        <w:tc>
          <w:tcPr>
            <w:tcW w:w="3902" w:type="dxa"/>
          </w:tcPr>
          <w:p w:rsidR="00B33C3F" w:rsidRPr="00524A24" w:rsidRDefault="00FC1798" w:rsidP="008726EA">
            <w:pPr>
              <w:pStyle w:val="libPoem"/>
            </w:pPr>
            <w:r w:rsidRPr="009647FC">
              <w:rPr>
                <w:rtl/>
              </w:rPr>
              <w:t>وأطيلي</w:t>
            </w:r>
            <w:r>
              <w:rPr>
                <w:rtl/>
              </w:rPr>
              <w:t xml:space="preserve"> </w:t>
            </w:r>
            <w:r w:rsidRPr="009647FC">
              <w:rPr>
                <w:rtl/>
              </w:rPr>
              <w:t>العويل</w:t>
            </w:r>
            <w:r>
              <w:rPr>
                <w:rtl/>
              </w:rPr>
              <w:t xml:space="preserve">َ </w:t>
            </w:r>
            <w:r w:rsidRPr="009647FC">
              <w:rPr>
                <w:rtl/>
              </w:rPr>
              <w:t>حزناً</w:t>
            </w:r>
            <w:r>
              <w:rPr>
                <w:rtl/>
              </w:rPr>
              <w:t xml:space="preserve"> </w:t>
            </w:r>
            <w:r w:rsidRPr="009647FC">
              <w:rPr>
                <w:rtl/>
              </w:rPr>
              <w:t>على</w:t>
            </w:r>
            <w:r>
              <w:rPr>
                <w:rtl/>
              </w:rPr>
              <w:t xml:space="preserve"> </w:t>
            </w:r>
            <w:r w:rsidRPr="009647FC">
              <w:rPr>
                <w:rtl/>
              </w:rPr>
              <w:t>م</w:t>
            </w:r>
            <w:r>
              <w:rPr>
                <w:rtl/>
              </w:rPr>
              <w:t>َ</w:t>
            </w:r>
            <w:r w:rsidRPr="009647FC">
              <w:rPr>
                <w:rtl/>
              </w:rPr>
              <w:t>نْ</w:t>
            </w:r>
            <w:r w:rsidR="00B33C3F"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FC1798" w:rsidP="008726EA">
            <w:pPr>
              <w:pStyle w:val="libPoem"/>
            </w:pPr>
            <w:r w:rsidRPr="009647FC">
              <w:rPr>
                <w:rtl/>
              </w:rPr>
              <w:t>ردّ</w:t>
            </w:r>
            <w:r>
              <w:rPr>
                <w:rtl/>
              </w:rPr>
              <w:t xml:space="preserve">َ </w:t>
            </w:r>
            <w:r w:rsidRPr="009647FC">
              <w:rPr>
                <w:rtl/>
              </w:rPr>
              <w:t>باع</w:t>
            </w:r>
            <w:r>
              <w:rPr>
                <w:rtl/>
              </w:rPr>
              <w:t xml:space="preserve">َ </w:t>
            </w:r>
            <w:r w:rsidRPr="009647FC">
              <w:rPr>
                <w:rtl/>
              </w:rPr>
              <w:t>الأيام</w:t>
            </w:r>
            <w:r>
              <w:rPr>
                <w:rtl/>
              </w:rPr>
              <w:t xml:space="preserve"> </w:t>
            </w:r>
            <w:r w:rsidRPr="009647FC">
              <w:rPr>
                <w:rtl/>
              </w:rPr>
              <w:t>عنك</w:t>
            </w:r>
            <w:r>
              <w:rPr>
                <w:rtl/>
              </w:rPr>
              <w:t xml:space="preserve"> </w:t>
            </w:r>
            <w:r w:rsidRPr="009647FC">
              <w:rPr>
                <w:rtl/>
              </w:rPr>
              <w:t>قصيرا</w:t>
            </w:r>
            <w:r w:rsidR="00B33C3F" w:rsidRPr="00524A24">
              <w:rPr>
                <w:rStyle w:val="libPoemTiniChar0"/>
                <w:rtl/>
              </w:rPr>
              <w:br/>
              <w:t> </w:t>
            </w:r>
          </w:p>
        </w:tc>
      </w:tr>
      <w:tr w:rsidR="00B33C3F" w:rsidRPr="00524A24" w:rsidTr="00B33C3F">
        <w:trPr>
          <w:trHeight w:val="350"/>
        </w:trPr>
        <w:tc>
          <w:tcPr>
            <w:tcW w:w="3902" w:type="dxa"/>
          </w:tcPr>
          <w:p w:rsidR="00B33C3F" w:rsidRPr="00524A24" w:rsidRDefault="00FC1798" w:rsidP="008726EA">
            <w:pPr>
              <w:pStyle w:val="libPoem"/>
            </w:pPr>
            <w:r w:rsidRPr="009647FC">
              <w:rPr>
                <w:rtl/>
              </w:rPr>
              <w:t>كان</w:t>
            </w:r>
            <w:r>
              <w:rPr>
                <w:rtl/>
              </w:rPr>
              <w:t xml:space="preserve"> </w:t>
            </w:r>
            <w:r w:rsidRPr="009647FC">
              <w:rPr>
                <w:rtl/>
              </w:rPr>
              <w:t>فيه</w:t>
            </w:r>
            <w:r>
              <w:rPr>
                <w:rtl/>
              </w:rPr>
              <w:t xml:space="preserve"> </w:t>
            </w:r>
            <w:r w:rsidRPr="009647FC">
              <w:rPr>
                <w:rtl/>
              </w:rPr>
              <w:t>بك</w:t>
            </w:r>
            <w:r>
              <w:rPr>
                <w:rtl/>
              </w:rPr>
              <w:t xml:space="preserve"> </w:t>
            </w:r>
            <w:r w:rsidRPr="009647FC">
              <w:rPr>
                <w:rtl/>
              </w:rPr>
              <w:t>الهجيرُ</w:t>
            </w:r>
            <w:r>
              <w:rPr>
                <w:rtl/>
              </w:rPr>
              <w:t xml:space="preserve"> </w:t>
            </w:r>
            <w:r w:rsidRPr="009647FC">
              <w:rPr>
                <w:rtl/>
              </w:rPr>
              <w:t>أصيلا</w:t>
            </w:r>
            <w:r w:rsidR="00B33C3F"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FC1798" w:rsidP="008726EA">
            <w:pPr>
              <w:pStyle w:val="libPoem"/>
            </w:pPr>
            <w:r w:rsidRPr="009647FC">
              <w:rPr>
                <w:rtl/>
              </w:rPr>
              <w:t>فأعيدي</w:t>
            </w:r>
            <w:r>
              <w:rPr>
                <w:rtl/>
              </w:rPr>
              <w:t xml:space="preserve"> </w:t>
            </w:r>
            <w:r w:rsidRPr="009647FC">
              <w:rPr>
                <w:rtl/>
              </w:rPr>
              <w:t>له</w:t>
            </w:r>
            <w:r>
              <w:rPr>
                <w:rtl/>
              </w:rPr>
              <w:t xml:space="preserve"> </w:t>
            </w:r>
            <w:r w:rsidRPr="009647FC">
              <w:rPr>
                <w:rtl/>
              </w:rPr>
              <w:t>الأصيل</w:t>
            </w:r>
            <w:r>
              <w:rPr>
                <w:rtl/>
              </w:rPr>
              <w:t xml:space="preserve">َ </w:t>
            </w:r>
            <w:r w:rsidRPr="009647FC">
              <w:rPr>
                <w:rtl/>
              </w:rPr>
              <w:t>هجيرا</w:t>
            </w:r>
            <w:r w:rsidR="00B33C3F" w:rsidRPr="00524A24">
              <w:rPr>
                <w:rStyle w:val="libPoemTiniChar0"/>
                <w:rtl/>
              </w:rPr>
              <w:br/>
              <w:t> </w:t>
            </w:r>
          </w:p>
        </w:tc>
      </w:tr>
      <w:tr w:rsidR="00B33C3F" w:rsidRPr="00524A24" w:rsidTr="00B33C3F">
        <w:trPr>
          <w:trHeight w:val="350"/>
        </w:trPr>
        <w:tc>
          <w:tcPr>
            <w:tcW w:w="3902" w:type="dxa"/>
          </w:tcPr>
          <w:p w:rsidR="00B33C3F" w:rsidRPr="00524A24" w:rsidRDefault="00FC1798" w:rsidP="008726EA">
            <w:pPr>
              <w:pStyle w:val="libPoem"/>
            </w:pPr>
            <w:r w:rsidRPr="009647FC">
              <w:rPr>
                <w:rtl/>
              </w:rPr>
              <w:t>بزفيرٍ</w:t>
            </w:r>
            <w:r>
              <w:rPr>
                <w:rtl/>
              </w:rPr>
              <w:t xml:space="preserve"> </w:t>
            </w:r>
            <w:r w:rsidRPr="009647FC">
              <w:rPr>
                <w:rtl/>
              </w:rPr>
              <w:t>ي</w:t>
            </w:r>
            <w:r w:rsidRPr="00B371C6">
              <w:rPr>
                <w:rtl/>
              </w:rPr>
              <w:t>ُ</w:t>
            </w:r>
            <w:r w:rsidRPr="009647FC">
              <w:rPr>
                <w:rtl/>
              </w:rPr>
              <w:t>حمى</w:t>
            </w:r>
            <w:r>
              <w:rPr>
                <w:rtl/>
              </w:rPr>
              <w:t xml:space="preserve"> </w:t>
            </w:r>
            <w:r w:rsidRPr="009647FC">
              <w:rPr>
                <w:rtl/>
              </w:rPr>
              <w:t>به</w:t>
            </w:r>
            <w:r>
              <w:rPr>
                <w:rtl/>
              </w:rPr>
              <w:t xml:space="preserve"> </w:t>
            </w:r>
            <w:r w:rsidRPr="009647FC">
              <w:rPr>
                <w:rtl/>
              </w:rPr>
              <w:t>التربُ</w:t>
            </w:r>
            <w:r>
              <w:rPr>
                <w:rtl/>
              </w:rPr>
              <w:t xml:space="preserve"> </w:t>
            </w:r>
            <w:r w:rsidRPr="009647FC">
              <w:rPr>
                <w:rtl/>
              </w:rPr>
              <w:t>حتى</w:t>
            </w:r>
            <w:r w:rsidR="00B33C3F"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FC1798" w:rsidP="008726EA">
            <w:pPr>
              <w:pStyle w:val="libPoem"/>
            </w:pPr>
            <w:r w:rsidRPr="009647FC">
              <w:rPr>
                <w:rtl/>
              </w:rPr>
              <w:t>تطأ</w:t>
            </w:r>
            <w:r>
              <w:rPr>
                <w:rtl/>
              </w:rPr>
              <w:t xml:space="preserve"> </w:t>
            </w:r>
            <w:r w:rsidRPr="009647FC">
              <w:rPr>
                <w:rtl/>
              </w:rPr>
              <w:t>التربُ</w:t>
            </w:r>
            <w:r>
              <w:rPr>
                <w:rtl/>
              </w:rPr>
              <w:t xml:space="preserve"> </w:t>
            </w:r>
            <w:r w:rsidRPr="009647FC">
              <w:rPr>
                <w:rtl/>
              </w:rPr>
              <w:t>من</w:t>
            </w:r>
            <w:r>
              <w:rPr>
                <w:rtl/>
              </w:rPr>
              <w:t xml:space="preserve"> </w:t>
            </w:r>
            <w:r w:rsidRPr="009647FC">
              <w:rPr>
                <w:rtl/>
              </w:rPr>
              <w:t>لظاه</w:t>
            </w:r>
            <w:r>
              <w:rPr>
                <w:rtl/>
              </w:rPr>
              <w:t xml:space="preserve"> </w:t>
            </w:r>
            <w:r w:rsidRPr="009647FC">
              <w:rPr>
                <w:rtl/>
              </w:rPr>
              <w:t>سعيرا</w:t>
            </w:r>
            <w:r w:rsidR="00B33C3F" w:rsidRPr="00524A24">
              <w:rPr>
                <w:rStyle w:val="libPoemTiniChar0"/>
                <w:rtl/>
              </w:rPr>
              <w:br/>
              <w:t> </w:t>
            </w:r>
          </w:p>
        </w:tc>
      </w:tr>
      <w:tr w:rsidR="00B33C3F" w:rsidRPr="00524A24" w:rsidTr="00B33C3F">
        <w:trPr>
          <w:trHeight w:val="350"/>
        </w:trPr>
        <w:tc>
          <w:tcPr>
            <w:tcW w:w="3902" w:type="dxa"/>
          </w:tcPr>
          <w:p w:rsidR="00B33C3F" w:rsidRPr="00524A24" w:rsidRDefault="00FC1798" w:rsidP="008726EA">
            <w:pPr>
              <w:pStyle w:val="libPoem"/>
            </w:pPr>
            <w:r w:rsidRPr="009647FC">
              <w:rPr>
                <w:rtl/>
              </w:rPr>
              <w:t>يا</w:t>
            </w:r>
            <w:r w:rsidR="004C00A8">
              <w:rPr>
                <w:rtl/>
              </w:rPr>
              <w:t xml:space="preserve"> </w:t>
            </w:r>
            <w:r w:rsidRPr="009647FC">
              <w:rPr>
                <w:rtl/>
              </w:rPr>
              <w:t>دفيناً</w:t>
            </w:r>
            <w:r>
              <w:rPr>
                <w:rtl/>
              </w:rPr>
              <w:t xml:space="preserve"> </w:t>
            </w:r>
            <w:r w:rsidRPr="009647FC">
              <w:rPr>
                <w:rtl/>
              </w:rPr>
              <w:t>على</w:t>
            </w:r>
            <w:r>
              <w:rPr>
                <w:rtl/>
              </w:rPr>
              <w:t xml:space="preserve"> </w:t>
            </w:r>
            <w:r w:rsidRPr="009647FC">
              <w:rPr>
                <w:rtl/>
              </w:rPr>
              <w:t>ثراه</w:t>
            </w:r>
            <w:r>
              <w:rPr>
                <w:rtl/>
              </w:rPr>
              <w:t xml:space="preserve"> </w:t>
            </w:r>
            <w:r w:rsidRPr="009647FC">
              <w:rPr>
                <w:rtl/>
              </w:rPr>
              <w:t>المعالي</w:t>
            </w:r>
            <w:r w:rsidR="00B33C3F"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FC1798" w:rsidP="008726EA">
            <w:pPr>
              <w:pStyle w:val="libPoem"/>
            </w:pPr>
            <w:r w:rsidRPr="009647FC">
              <w:rPr>
                <w:rtl/>
              </w:rPr>
              <w:t>تركت</w:t>
            </w:r>
            <w:r w:rsidR="004C00A8">
              <w:rPr>
                <w:rtl/>
              </w:rPr>
              <w:t xml:space="preserve"> </w:t>
            </w:r>
            <w:r w:rsidRPr="009647FC">
              <w:rPr>
                <w:rtl/>
              </w:rPr>
              <w:t>قلبها</w:t>
            </w:r>
            <w:r>
              <w:rPr>
                <w:rtl/>
              </w:rPr>
              <w:t xml:space="preserve"> </w:t>
            </w:r>
            <w:r w:rsidRPr="009647FC">
              <w:rPr>
                <w:rtl/>
              </w:rPr>
              <w:t>يكوس</w:t>
            </w:r>
            <w:r>
              <w:rPr>
                <w:rtl/>
              </w:rPr>
              <w:t xml:space="preserve"> </w:t>
            </w:r>
            <w:r w:rsidRPr="009647FC">
              <w:rPr>
                <w:rtl/>
              </w:rPr>
              <w:t>عقيرا</w:t>
            </w:r>
            <w:r w:rsidR="00B33C3F" w:rsidRPr="00524A24">
              <w:rPr>
                <w:rStyle w:val="libPoemTiniChar0"/>
                <w:rtl/>
              </w:rPr>
              <w:br/>
              <w:t> </w:t>
            </w:r>
          </w:p>
        </w:tc>
      </w:tr>
      <w:tr w:rsidR="00B33C3F" w:rsidRPr="00524A24" w:rsidTr="00B33C3F">
        <w:trPr>
          <w:trHeight w:val="350"/>
        </w:trPr>
        <w:tc>
          <w:tcPr>
            <w:tcW w:w="3902" w:type="dxa"/>
          </w:tcPr>
          <w:p w:rsidR="00B33C3F" w:rsidRPr="00524A24" w:rsidRDefault="00FC1798" w:rsidP="008726EA">
            <w:pPr>
              <w:pStyle w:val="libPoem"/>
            </w:pPr>
            <w:r w:rsidRPr="009647FC">
              <w:rPr>
                <w:rtl/>
              </w:rPr>
              <w:t>وسّدوا</w:t>
            </w:r>
            <w:r>
              <w:rPr>
                <w:rtl/>
              </w:rPr>
              <w:t xml:space="preserve"> </w:t>
            </w:r>
            <w:r w:rsidRPr="009647FC">
              <w:rPr>
                <w:rtl/>
              </w:rPr>
              <w:t>خدّ</w:t>
            </w:r>
            <w:r>
              <w:rPr>
                <w:rtl/>
              </w:rPr>
              <w:t>َ</w:t>
            </w:r>
            <w:r w:rsidRPr="009647FC">
              <w:rPr>
                <w:rtl/>
              </w:rPr>
              <w:t>ك</w:t>
            </w:r>
            <w:r>
              <w:rPr>
                <w:rtl/>
              </w:rPr>
              <w:t xml:space="preserve"> </w:t>
            </w:r>
            <w:r w:rsidRPr="009647FC">
              <w:rPr>
                <w:rtl/>
              </w:rPr>
              <w:t>الكريم</w:t>
            </w:r>
            <w:r>
              <w:rPr>
                <w:rtl/>
              </w:rPr>
              <w:t xml:space="preserve"> </w:t>
            </w:r>
            <w:r w:rsidRPr="009647FC">
              <w:rPr>
                <w:rtl/>
              </w:rPr>
              <w:t>بلحدٍ</w:t>
            </w:r>
            <w:r w:rsidR="00B33C3F"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FC1798" w:rsidP="008726EA">
            <w:pPr>
              <w:pStyle w:val="libPoem"/>
            </w:pPr>
            <w:r w:rsidRPr="009647FC">
              <w:rPr>
                <w:rtl/>
              </w:rPr>
              <w:t>عاد</w:t>
            </w:r>
            <w:r w:rsidR="004C00A8">
              <w:rPr>
                <w:rtl/>
              </w:rPr>
              <w:t xml:space="preserve"> </w:t>
            </w:r>
            <w:r w:rsidRPr="009647FC">
              <w:rPr>
                <w:rtl/>
              </w:rPr>
              <w:t>في</w:t>
            </w:r>
            <w:r>
              <w:rPr>
                <w:rtl/>
              </w:rPr>
              <w:t xml:space="preserve"> </w:t>
            </w:r>
            <w:r w:rsidRPr="009647FC">
              <w:rPr>
                <w:rtl/>
              </w:rPr>
              <w:t>طيبه</w:t>
            </w:r>
            <w:r>
              <w:rPr>
                <w:rtl/>
              </w:rPr>
              <w:t xml:space="preserve"> </w:t>
            </w:r>
            <w:r w:rsidRPr="009647FC">
              <w:rPr>
                <w:rtl/>
              </w:rPr>
              <w:t>ثراه</w:t>
            </w:r>
            <w:r>
              <w:rPr>
                <w:rtl/>
              </w:rPr>
              <w:t xml:space="preserve"> </w:t>
            </w:r>
            <w:r w:rsidRPr="009647FC">
              <w:rPr>
                <w:rtl/>
              </w:rPr>
              <w:t>عطيرا</w:t>
            </w:r>
            <w:r w:rsidR="00B33C3F" w:rsidRPr="00524A24">
              <w:rPr>
                <w:rStyle w:val="libPoemTiniChar0"/>
                <w:rtl/>
              </w:rPr>
              <w:br/>
              <w:t> </w:t>
            </w:r>
          </w:p>
        </w:tc>
      </w:tr>
      <w:tr w:rsidR="00B33C3F" w:rsidRPr="00524A24" w:rsidTr="00B33C3F">
        <w:trPr>
          <w:trHeight w:val="350"/>
        </w:trPr>
        <w:tc>
          <w:tcPr>
            <w:tcW w:w="3902" w:type="dxa"/>
          </w:tcPr>
          <w:p w:rsidR="00B33C3F" w:rsidRPr="00524A24" w:rsidRDefault="00FC1798" w:rsidP="008726EA">
            <w:pPr>
              <w:pStyle w:val="libPoem"/>
            </w:pPr>
            <w:r w:rsidRPr="009647FC">
              <w:rPr>
                <w:rtl/>
              </w:rPr>
              <w:t>حقّ</w:t>
            </w:r>
            <w:r>
              <w:rPr>
                <w:rtl/>
              </w:rPr>
              <w:t>َ</w:t>
            </w:r>
            <w:r w:rsidR="004C00A8">
              <w:rPr>
                <w:rtl/>
              </w:rPr>
              <w:t xml:space="preserve"> </w:t>
            </w:r>
            <w:r w:rsidRPr="009647FC">
              <w:rPr>
                <w:rtl/>
              </w:rPr>
              <w:t>لي</w:t>
            </w:r>
            <w:r>
              <w:rPr>
                <w:rtl/>
              </w:rPr>
              <w:t xml:space="preserve"> </w:t>
            </w:r>
            <w:r w:rsidRPr="009647FC">
              <w:rPr>
                <w:rtl/>
              </w:rPr>
              <w:t>فيك</w:t>
            </w:r>
            <w:r>
              <w:rPr>
                <w:rtl/>
              </w:rPr>
              <w:t xml:space="preserve">َ </w:t>
            </w:r>
            <w:r w:rsidRPr="009647FC">
              <w:rPr>
                <w:rtl/>
              </w:rPr>
              <w:t>أن</w:t>
            </w:r>
            <w:r>
              <w:rPr>
                <w:rtl/>
              </w:rPr>
              <w:t xml:space="preserve"> </w:t>
            </w:r>
            <w:r w:rsidRPr="009647FC">
              <w:rPr>
                <w:rtl/>
              </w:rPr>
              <w:t>أعزِّي</w:t>
            </w:r>
            <w:r>
              <w:rPr>
                <w:rtl/>
              </w:rPr>
              <w:t xml:space="preserve"> </w:t>
            </w:r>
            <w:r w:rsidRPr="009647FC">
              <w:rPr>
                <w:rtl/>
              </w:rPr>
              <w:t>القصورا</w:t>
            </w:r>
            <w:r w:rsidR="00B33C3F"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FC1798" w:rsidP="008726EA">
            <w:pPr>
              <w:pStyle w:val="libPoem"/>
            </w:pPr>
            <w:r w:rsidRPr="009647FC">
              <w:rPr>
                <w:rtl/>
              </w:rPr>
              <w:t>وأهن</w:t>
            </w:r>
            <w:r w:rsidRPr="00B371C6">
              <w:rPr>
                <w:rtl/>
              </w:rPr>
              <w:t>ّ</w:t>
            </w:r>
            <w:r w:rsidRPr="009647FC">
              <w:rPr>
                <w:rtl/>
              </w:rPr>
              <w:t>ي‌ بك</w:t>
            </w:r>
            <w:r w:rsidR="004C00A8">
              <w:rPr>
                <w:rtl/>
              </w:rPr>
              <w:t xml:space="preserve"> </w:t>
            </w:r>
            <w:r w:rsidRPr="009647FC">
              <w:rPr>
                <w:rtl/>
              </w:rPr>
              <w:t>الثرى</w:t>
            </w:r>
            <w:r>
              <w:rPr>
                <w:rtl/>
              </w:rPr>
              <w:t xml:space="preserve"> </w:t>
            </w:r>
            <w:r w:rsidRPr="009647FC">
              <w:rPr>
                <w:rtl/>
              </w:rPr>
              <w:t>والقبورا</w:t>
            </w:r>
            <w:r w:rsidR="00B33C3F" w:rsidRPr="00524A24">
              <w:rPr>
                <w:rStyle w:val="libPoemTiniChar0"/>
                <w:rtl/>
              </w:rPr>
              <w:br/>
              <w:t> </w:t>
            </w:r>
          </w:p>
        </w:tc>
      </w:tr>
      <w:tr w:rsidR="00B33C3F" w:rsidRPr="00524A24" w:rsidTr="00B33C3F">
        <w:trPr>
          <w:trHeight w:val="350"/>
        </w:trPr>
        <w:tc>
          <w:tcPr>
            <w:tcW w:w="3902" w:type="dxa"/>
          </w:tcPr>
          <w:p w:rsidR="00B33C3F" w:rsidRPr="00524A24" w:rsidRDefault="00FC1798" w:rsidP="008726EA">
            <w:pPr>
              <w:pStyle w:val="libPoem"/>
            </w:pPr>
            <w:r w:rsidRPr="009647FC">
              <w:rPr>
                <w:rtl/>
              </w:rPr>
              <w:t>هذه</w:t>
            </w:r>
            <w:r w:rsidR="004C00A8">
              <w:rPr>
                <w:rtl/>
              </w:rPr>
              <w:t xml:space="preserve"> </w:t>
            </w:r>
            <w:r w:rsidRPr="009647FC">
              <w:rPr>
                <w:rtl/>
              </w:rPr>
              <w:t>أظلمتْ</w:t>
            </w:r>
            <w:r>
              <w:rPr>
                <w:rtl/>
              </w:rPr>
              <w:t xml:space="preserve"> </w:t>
            </w:r>
            <w:r w:rsidRPr="009647FC">
              <w:rPr>
                <w:rtl/>
              </w:rPr>
              <w:t>لفقدك</w:t>
            </w:r>
            <w:r>
              <w:rPr>
                <w:rtl/>
              </w:rPr>
              <w:t xml:space="preserve"> </w:t>
            </w:r>
            <w:r w:rsidRPr="009647FC">
              <w:rPr>
                <w:rtl/>
              </w:rPr>
              <w:t>حزنا</w:t>
            </w:r>
            <w:r w:rsidR="00B33C3F"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FC1798" w:rsidP="008726EA">
            <w:pPr>
              <w:pStyle w:val="libPoem"/>
            </w:pPr>
            <w:r w:rsidRPr="009647FC">
              <w:rPr>
                <w:rtl/>
              </w:rPr>
              <w:t>وغدت</w:t>
            </w:r>
            <w:r>
              <w:rPr>
                <w:rtl/>
              </w:rPr>
              <w:t xml:space="preserve"> </w:t>
            </w:r>
            <w:r w:rsidRPr="009647FC">
              <w:rPr>
                <w:rtl/>
              </w:rPr>
              <w:t>تلك</w:t>
            </w:r>
            <w:r>
              <w:rPr>
                <w:rtl/>
              </w:rPr>
              <w:t xml:space="preserve"> </w:t>
            </w:r>
            <w:r w:rsidRPr="009647FC">
              <w:rPr>
                <w:rtl/>
              </w:rPr>
              <w:t>فيك</w:t>
            </w:r>
            <w:r>
              <w:rPr>
                <w:rtl/>
              </w:rPr>
              <w:t xml:space="preserve"> </w:t>
            </w:r>
            <w:r w:rsidRPr="009647FC">
              <w:rPr>
                <w:rtl/>
              </w:rPr>
              <w:t>تشرق</w:t>
            </w:r>
            <w:r>
              <w:rPr>
                <w:rtl/>
              </w:rPr>
              <w:t xml:space="preserve"> </w:t>
            </w:r>
            <w:r w:rsidRPr="009647FC">
              <w:rPr>
                <w:rtl/>
              </w:rPr>
              <w:t>نورا</w:t>
            </w:r>
            <w:r w:rsidR="00B33C3F" w:rsidRPr="00524A24">
              <w:rPr>
                <w:rStyle w:val="libPoemTiniChar0"/>
                <w:rtl/>
              </w:rPr>
              <w:br/>
              <w:t> </w:t>
            </w:r>
          </w:p>
        </w:tc>
      </w:tr>
      <w:tr w:rsidR="00B33C3F" w:rsidRPr="00524A24" w:rsidTr="00B33C3F">
        <w:trPr>
          <w:trHeight w:val="350"/>
        </w:trPr>
        <w:tc>
          <w:tcPr>
            <w:tcW w:w="3902" w:type="dxa"/>
          </w:tcPr>
          <w:p w:rsidR="00B33C3F" w:rsidRPr="00524A24" w:rsidRDefault="00FC1798" w:rsidP="008726EA">
            <w:pPr>
              <w:pStyle w:val="libPoem"/>
            </w:pPr>
            <w:r w:rsidRPr="009647FC">
              <w:rPr>
                <w:rtl/>
              </w:rPr>
              <w:t>قد</w:t>
            </w:r>
            <w:r w:rsidR="004C00A8">
              <w:rPr>
                <w:rtl/>
              </w:rPr>
              <w:t xml:space="preserve"> </w:t>
            </w:r>
            <w:r w:rsidRPr="009647FC">
              <w:rPr>
                <w:rtl/>
              </w:rPr>
              <w:t>عددناك</w:t>
            </w:r>
            <w:r>
              <w:rPr>
                <w:rtl/>
              </w:rPr>
              <w:t xml:space="preserve"> </w:t>
            </w:r>
            <w:r w:rsidRPr="009647FC">
              <w:rPr>
                <w:rtl/>
              </w:rPr>
              <w:t>في</w:t>
            </w:r>
            <w:r>
              <w:rPr>
                <w:rtl/>
              </w:rPr>
              <w:t xml:space="preserve"> </w:t>
            </w:r>
            <w:r w:rsidRPr="009647FC">
              <w:rPr>
                <w:rtl/>
              </w:rPr>
              <w:t>الجبال</w:t>
            </w:r>
            <w:r>
              <w:rPr>
                <w:rtl/>
              </w:rPr>
              <w:t xml:space="preserve"> </w:t>
            </w:r>
            <w:r w:rsidRPr="009647FC">
              <w:rPr>
                <w:rtl/>
              </w:rPr>
              <w:t>ولكن</w:t>
            </w:r>
            <w:r w:rsidR="00B33C3F"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FC1798" w:rsidP="008726EA">
            <w:pPr>
              <w:pStyle w:val="libPoem"/>
            </w:pPr>
            <w:r w:rsidRPr="009647FC">
              <w:rPr>
                <w:rtl/>
              </w:rPr>
              <w:t>لم</w:t>
            </w:r>
            <w:r w:rsidR="004C00A8">
              <w:rPr>
                <w:rtl/>
              </w:rPr>
              <w:t xml:space="preserve"> </w:t>
            </w:r>
            <w:r w:rsidRPr="009647FC">
              <w:rPr>
                <w:rtl/>
              </w:rPr>
              <w:t>نخل</w:t>
            </w:r>
            <w:r>
              <w:rPr>
                <w:rtl/>
              </w:rPr>
              <w:t xml:space="preserve"> </w:t>
            </w:r>
            <w:r w:rsidRPr="009647FC">
              <w:rPr>
                <w:rtl/>
              </w:rPr>
              <w:t>قبل</w:t>
            </w:r>
            <w:r>
              <w:rPr>
                <w:rtl/>
              </w:rPr>
              <w:t xml:space="preserve"> </w:t>
            </w:r>
            <w:r w:rsidRPr="009647FC">
              <w:rPr>
                <w:rtl/>
              </w:rPr>
              <w:t>سيرها</w:t>
            </w:r>
            <w:r>
              <w:rPr>
                <w:rtl/>
              </w:rPr>
              <w:t xml:space="preserve"> </w:t>
            </w:r>
            <w:r w:rsidRPr="009647FC">
              <w:rPr>
                <w:rtl/>
              </w:rPr>
              <w:t>أن</w:t>
            </w:r>
            <w:r>
              <w:rPr>
                <w:rtl/>
              </w:rPr>
              <w:t xml:space="preserve"> </w:t>
            </w:r>
            <w:r w:rsidRPr="009647FC">
              <w:rPr>
                <w:rtl/>
              </w:rPr>
              <w:t>تسيرا</w:t>
            </w:r>
            <w:r w:rsidR="00B33C3F" w:rsidRPr="00524A24">
              <w:rPr>
                <w:rStyle w:val="libPoemTiniChar0"/>
                <w:rtl/>
              </w:rPr>
              <w:br/>
              <w:t> </w:t>
            </w:r>
          </w:p>
        </w:tc>
      </w:tr>
      <w:tr w:rsidR="00B33C3F" w:rsidRPr="00524A24" w:rsidTr="00B33C3F">
        <w:trPr>
          <w:trHeight w:val="350"/>
        </w:trPr>
        <w:tc>
          <w:tcPr>
            <w:tcW w:w="3902" w:type="dxa"/>
          </w:tcPr>
          <w:p w:rsidR="00B33C3F" w:rsidRPr="00524A24" w:rsidRDefault="00FC1798" w:rsidP="008726EA">
            <w:pPr>
              <w:pStyle w:val="libPoem"/>
            </w:pPr>
            <w:r w:rsidRPr="009647FC">
              <w:rPr>
                <w:rtl/>
              </w:rPr>
              <w:t>بك</w:t>
            </w:r>
            <w:r w:rsidR="004C00A8">
              <w:rPr>
                <w:rtl/>
              </w:rPr>
              <w:t xml:space="preserve"> </w:t>
            </w:r>
            <w:r w:rsidRPr="009647FC">
              <w:rPr>
                <w:rtl/>
              </w:rPr>
              <w:t>لم</w:t>
            </w:r>
            <w:r>
              <w:rPr>
                <w:rtl/>
              </w:rPr>
              <w:t xml:space="preserve"> </w:t>
            </w:r>
            <w:r w:rsidRPr="009647FC">
              <w:rPr>
                <w:rtl/>
              </w:rPr>
              <w:t>يرفعوا</w:t>
            </w:r>
            <w:r>
              <w:rPr>
                <w:rtl/>
              </w:rPr>
              <w:t xml:space="preserve"> </w:t>
            </w:r>
            <w:r w:rsidRPr="009647FC">
              <w:rPr>
                <w:rtl/>
              </w:rPr>
              <w:t>سرير</w:t>
            </w:r>
            <w:r>
              <w:rPr>
                <w:rtl/>
              </w:rPr>
              <w:t>َ</w:t>
            </w:r>
            <w:r w:rsidRPr="009647FC">
              <w:rPr>
                <w:rtl/>
              </w:rPr>
              <w:t>ك</w:t>
            </w:r>
            <w:r>
              <w:rPr>
                <w:rtl/>
              </w:rPr>
              <w:t xml:space="preserve"> </w:t>
            </w:r>
            <w:r w:rsidRPr="009647FC">
              <w:rPr>
                <w:rtl/>
              </w:rPr>
              <w:t>إلاّ</w:t>
            </w:r>
            <w:r w:rsidR="00B33C3F" w:rsidRPr="00524A24">
              <w:rPr>
                <w:rStyle w:val="libPoemTiniChar0"/>
                <w:rtl/>
              </w:rPr>
              <w:br/>
              <w:t> </w:t>
            </w:r>
          </w:p>
        </w:tc>
        <w:tc>
          <w:tcPr>
            <w:tcW w:w="301" w:type="dxa"/>
          </w:tcPr>
          <w:p w:rsidR="00B33C3F" w:rsidRPr="00524A24" w:rsidRDefault="00B33C3F" w:rsidP="008726EA">
            <w:pPr>
              <w:pStyle w:val="libPoem"/>
              <w:rPr>
                <w:rtl/>
              </w:rPr>
            </w:pPr>
          </w:p>
        </w:tc>
        <w:tc>
          <w:tcPr>
            <w:tcW w:w="3884" w:type="dxa"/>
          </w:tcPr>
          <w:p w:rsidR="00B33C3F" w:rsidRPr="00524A24" w:rsidRDefault="00FC1798" w:rsidP="008726EA">
            <w:pPr>
              <w:pStyle w:val="libPoem"/>
            </w:pPr>
            <w:r w:rsidRPr="009647FC">
              <w:rPr>
                <w:rtl/>
              </w:rPr>
              <w:t>ولك</w:t>
            </w:r>
            <w:r w:rsidR="004C00A8">
              <w:rPr>
                <w:rtl/>
              </w:rPr>
              <w:t xml:space="preserve"> </w:t>
            </w:r>
            <w:r w:rsidRPr="009647FC">
              <w:rPr>
                <w:rtl/>
              </w:rPr>
              <w:t>الحورُ</w:t>
            </w:r>
            <w:r>
              <w:rPr>
                <w:rtl/>
              </w:rPr>
              <w:t xml:space="preserve"> </w:t>
            </w:r>
            <w:r w:rsidRPr="009647FC">
              <w:rPr>
                <w:rtl/>
              </w:rPr>
              <w:t>قد</w:t>
            </w:r>
            <w:r>
              <w:rPr>
                <w:rtl/>
              </w:rPr>
              <w:t xml:space="preserve"> </w:t>
            </w:r>
            <w:r w:rsidRPr="009647FC">
              <w:rPr>
                <w:rtl/>
              </w:rPr>
              <w:t>نصبن</w:t>
            </w:r>
            <w:r>
              <w:rPr>
                <w:rtl/>
              </w:rPr>
              <w:t xml:space="preserve"> </w:t>
            </w:r>
            <w:r w:rsidRPr="009647FC">
              <w:rPr>
                <w:rtl/>
              </w:rPr>
              <w:t>السريرا</w:t>
            </w:r>
            <w:r w:rsidR="00B33C3F"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8726EA" w:rsidRPr="00524A24" w:rsidTr="008726EA">
        <w:trPr>
          <w:trHeight w:val="350"/>
        </w:trPr>
        <w:tc>
          <w:tcPr>
            <w:tcW w:w="3902" w:type="dxa"/>
          </w:tcPr>
          <w:p w:rsidR="008726EA" w:rsidRPr="00524A24" w:rsidRDefault="008726EA" w:rsidP="008726EA">
            <w:pPr>
              <w:pStyle w:val="libPoem"/>
            </w:pPr>
            <w:r w:rsidRPr="009647FC">
              <w:rPr>
                <w:rtl/>
              </w:rPr>
              <w:lastRenderedPageBreak/>
              <w:t>لم</w:t>
            </w:r>
            <w:r>
              <w:rPr>
                <w:rtl/>
              </w:rPr>
              <w:t xml:space="preserve"> </w:t>
            </w:r>
            <w:r w:rsidRPr="009647FC">
              <w:rPr>
                <w:rtl/>
              </w:rPr>
              <w:t>أخل</w:t>
            </w:r>
            <w:r>
              <w:rPr>
                <w:rtl/>
              </w:rPr>
              <w:t xml:space="preserve"> </w:t>
            </w:r>
            <w:r w:rsidRPr="009647FC">
              <w:rPr>
                <w:rtl/>
              </w:rPr>
              <w:t>قبل</w:t>
            </w:r>
            <w:r>
              <w:rPr>
                <w:rtl/>
              </w:rPr>
              <w:t xml:space="preserve"> </w:t>
            </w:r>
            <w:r w:rsidRPr="009647FC">
              <w:rPr>
                <w:rtl/>
              </w:rPr>
              <w:t>أن</w:t>
            </w:r>
            <w:r>
              <w:rPr>
                <w:rtl/>
              </w:rPr>
              <w:t xml:space="preserve"> </w:t>
            </w:r>
            <w:r w:rsidRPr="009647FC">
              <w:rPr>
                <w:rtl/>
              </w:rPr>
              <w:t>أراك</w:t>
            </w:r>
            <w:r>
              <w:rPr>
                <w:rtl/>
              </w:rPr>
              <w:t xml:space="preserve"> </w:t>
            </w:r>
            <w:r w:rsidRPr="009647FC">
              <w:rPr>
                <w:rtl/>
              </w:rPr>
              <w:t>دفينا</w:t>
            </w:r>
            <w:r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8726EA" w:rsidP="008726EA">
            <w:pPr>
              <w:pStyle w:val="libPoem"/>
            </w:pPr>
            <w:r w:rsidRPr="009647FC">
              <w:rPr>
                <w:rtl/>
              </w:rPr>
              <w:t>إنّ</w:t>
            </w:r>
            <w:r w:rsidR="004C00A8">
              <w:rPr>
                <w:rtl/>
              </w:rPr>
              <w:t xml:space="preserve"> </w:t>
            </w:r>
            <w:r w:rsidRPr="009647FC">
              <w:rPr>
                <w:rtl/>
              </w:rPr>
              <w:t>ملحودةً</w:t>
            </w:r>
            <w:r>
              <w:rPr>
                <w:rtl/>
              </w:rPr>
              <w:t xml:space="preserve"> </w:t>
            </w:r>
            <w:r w:rsidRPr="009647FC">
              <w:rPr>
                <w:rtl/>
              </w:rPr>
              <w:t>توارى</w:t>
            </w:r>
            <w:r>
              <w:rPr>
                <w:rtl/>
              </w:rPr>
              <w:t xml:space="preserve"> </w:t>
            </w:r>
            <w:r w:rsidRPr="009647FC">
              <w:rPr>
                <w:rtl/>
              </w:rPr>
              <w:t>ثبيرا</w:t>
            </w:r>
            <w:r w:rsidRPr="00524A24">
              <w:rPr>
                <w:rStyle w:val="libPoemTiniChar0"/>
                <w:rtl/>
              </w:rPr>
              <w:br/>
              <w:t> </w:t>
            </w:r>
          </w:p>
        </w:tc>
      </w:tr>
      <w:tr w:rsidR="008726EA" w:rsidRPr="00524A24" w:rsidTr="008726EA">
        <w:trPr>
          <w:trHeight w:val="350"/>
        </w:trPr>
        <w:tc>
          <w:tcPr>
            <w:tcW w:w="3902" w:type="dxa"/>
          </w:tcPr>
          <w:p w:rsidR="008726EA" w:rsidRPr="00524A24" w:rsidRDefault="008726EA" w:rsidP="008726EA">
            <w:pPr>
              <w:pStyle w:val="libPoem"/>
            </w:pPr>
            <w:r w:rsidRPr="009647FC">
              <w:rPr>
                <w:rtl/>
              </w:rPr>
              <w:t>إن</w:t>
            </w:r>
            <w:r w:rsidR="004C00A8">
              <w:rPr>
                <w:rtl/>
              </w:rPr>
              <w:t xml:space="preserve"> </w:t>
            </w:r>
            <w:r w:rsidRPr="009647FC">
              <w:rPr>
                <w:rtl/>
              </w:rPr>
              <w:t>تفرغت</w:t>
            </w:r>
            <w:r>
              <w:rPr>
                <w:rtl/>
              </w:rPr>
              <w:t xml:space="preserve"> </w:t>
            </w:r>
            <w:r w:rsidRPr="009647FC">
              <w:rPr>
                <w:rtl/>
              </w:rPr>
              <w:t>للبلى</w:t>
            </w:r>
            <w:r>
              <w:rPr>
                <w:rtl/>
              </w:rPr>
              <w:t xml:space="preserve"> </w:t>
            </w:r>
            <w:r w:rsidRPr="009647FC">
              <w:rPr>
                <w:rtl/>
              </w:rPr>
              <w:t>فلعمري</w:t>
            </w:r>
            <w:r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8726EA" w:rsidP="008726EA">
            <w:pPr>
              <w:pStyle w:val="libPoem"/>
            </w:pPr>
            <w:r w:rsidRPr="009647FC">
              <w:rPr>
                <w:rtl/>
              </w:rPr>
              <w:t>من</w:t>
            </w:r>
            <w:r>
              <w:rPr>
                <w:rtl/>
              </w:rPr>
              <w:t xml:space="preserve"> </w:t>
            </w:r>
            <w:r w:rsidRPr="009647FC">
              <w:rPr>
                <w:rtl/>
              </w:rPr>
              <w:t>أعاديك</w:t>
            </w:r>
            <w:r>
              <w:rPr>
                <w:rtl/>
              </w:rPr>
              <w:t xml:space="preserve"> </w:t>
            </w:r>
            <w:r w:rsidRPr="009647FC">
              <w:rPr>
                <w:rtl/>
              </w:rPr>
              <w:t>قد</w:t>
            </w:r>
            <w:r>
              <w:rPr>
                <w:rtl/>
              </w:rPr>
              <w:t xml:space="preserve"> </w:t>
            </w:r>
            <w:r w:rsidRPr="009647FC">
              <w:rPr>
                <w:rtl/>
              </w:rPr>
              <w:t>ملأت</w:t>
            </w:r>
            <w:r>
              <w:rPr>
                <w:rtl/>
              </w:rPr>
              <w:t xml:space="preserve"> </w:t>
            </w:r>
            <w:r w:rsidRPr="009647FC">
              <w:rPr>
                <w:rtl/>
              </w:rPr>
              <w:t>الصدورا</w:t>
            </w:r>
            <w:r w:rsidRPr="00524A24">
              <w:rPr>
                <w:rStyle w:val="libPoemTiniChar0"/>
                <w:rtl/>
              </w:rPr>
              <w:br/>
              <w:t> </w:t>
            </w:r>
          </w:p>
        </w:tc>
      </w:tr>
      <w:tr w:rsidR="008726EA" w:rsidRPr="00524A24" w:rsidTr="008726EA">
        <w:trPr>
          <w:trHeight w:val="350"/>
        </w:trPr>
        <w:tc>
          <w:tcPr>
            <w:tcW w:w="3902" w:type="dxa"/>
          </w:tcPr>
          <w:p w:rsidR="008726EA" w:rsidRPr="00524A24" w:rsidRDefault="008726EA" w:rsidP="008726EA">
            <w:pPr>
              <w:pStyle w:val="libPoem"/>
            </w:pPr>
            <w:r w:rsidRPr="009647FC">
              <w:rPr>
                <w:rtl/>
              </w:rPr>
              <w:t>أو</w:t>
            </w:r>
            <w:r>
              <w:rPr>
                <w:rtl/>
              </w:rPr>
              <w:t xml:space="preserve"> </w:t>
            </w:r>
            <w:r w:rsidRPr="009647FC">
              <w:rPr>
                <w:rtl/>
              </w:rPr>
              <w:t>طواك</w:t>
            </w:r>
            <w:r>
              <w:rPr>
                <w:rtl/>
              </w:rPr>
              <w:t xml:space="preserve"> </w:t>
            </w:r>
            <w:r w:rsidRPr="009647FC">
              <w:rPr>
                <w:rtl/>
              </w:rPr>
              <w:t>الردى</w:t>
            </w:r>
            <w:r>
              <w:rPr>
                <w:rtl/>
              </w:rPr>
              <w:t xml:space="preserve"> </w:t>
            </w:r>
            <w:r w:rsidRPr="009647FC">
              <w:rPr>
                <w:rtl/>
              </w:rPr>
              <w:t>فذكرك</w:t>
            </w:r>
            <w:r>
              <w:rPr>
                <w:rtl/>
              </w:rPr>
              <w:t xml:space="preserve"> </w:t>
            </w:r>
            <w:r w:rsidRPr="009647FC">
              <w:rPr>
                <w:rtl/>
              </w:rPr>
              <w:t>باقٍ</w:t>
            </w:r>
            <w:r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8726EA" w:rsidP="008726EA">
            <w:pPr>
              <w:pStyle w:val="libPoem"/>
            </w:pPr>
            <w:r w:rsidRPr="009647FC">
              <w:rPr>
                <w:rtl/>
              </w:rPr>
              <w:t>ليس</w:t>
            </w:r>
            <w:r w:rsidR="004C00A8">
              <w:rPr>
                <w:rtl/>
              </w:rPr>
              <w:t xml:space="preserve"> </w:t>
            </w:r>
            <w:r w:rsidRPr="009647FC">
              <w:rPr>
                <w:rtl/>
              </w:rPr>
              <w:t>ينفكُّ</w:t>
            </w:r>
            <w:r>
              <w:rPr>
                <w:rtl/>
              </w:rPr>
              <w:t xml:space="preserve"> </w:t>
            </w:r>
            <w:r w:rsidRPr="009647FC">
              <w:rPr>
                <w:rtl/>
              </w:rPr>
              <w:t>طيباً</w:t>
            </w:r>
            <w:r>
              <w:rPr>
                <w:rtl/>
              </w:rPr>
              <w:t xml:space="preserve"> </w:t>
            </w:r>
            <w:r w:rsidRPr="009647FC">
              <w:rPr>
                <w:rtl/>
              </w:rPr>
              <w:t>منشورا</w:t>
            </w:r>
            <w:r w:rsidRPr="00524A24">
              <w:rPr>
                <w:rStyle w:val="libPoemTiniChar0"/>
                <w:rtl/>
              </w:rPr>
              <w:br/>
              <w:t> </w:t>
            </w:r>
          </w:p>
        </w:tc>
      </w:tr>
      <w:tr w:rsidR="008726EA" w:rsidRPr="00524A24" w:rsidTr="008726EA">
        <w:trPr>
          <w:trHeight w:val="350"/>
        </w:trPr>
        <w:tc>
          <w:tcPr>
            <w:tcW w:w="3902" w:type="dxa"/>
          </w:tcPr>
          <w:p w:rsidR="008726EA" w:rsidRPr="00524A24" w:rsidRDefault="008726EA" w:rsidP="008726EA">
            <w:pPr>
              <w:pStyle w:val="libPoem"/>
            </w:pPr>
            <w:r w:rsidRPr="009647FC">
              <w:rPr>
                <w:rtl/>
              </w:rPr>
              <w:t>لك</w:t>
            </w:r>
            <w:r w:rsidR="004C00A8">
              <w:rPr>
                <w:rtl/>
              </w:rPr>
              <w:t xml:space="preserve"> </w:t>
            </w:r>
            <w:r w:rsidRPr="009647FC">
              <w:rPr>
                <w:rtl/>
              </w:rPr>
              <w:t>لولا</w:t>
            </w:r>
            <w:r>
              <w:rPr>
                <w:rtl/>
              </w:rPr>
              <w:t xml:space="preserve"> (</w:t>
            </w:r>
            <w:r w:rsidRPr="009647FC">
              <w:rPr>
                <w:rtl/>
              </w:rPr>
              <w:t>محمدٌ</w:t>
            </w:r>
            <w:r>
              <w:rPr>
                <w:rtl/>
              </w:rPr>
              <w:t xml:space="preserve">) </w:t>
            </w:r>
            <w:r w:rsidRPr="009647FC">
              <w:rPr>
                <w:rtl/>
              </w:rPr>
              <w:t>أيُّ</w:t>
            </w:r>
            <w:r>
              <w:rPr>
                <w:rtl/>
              </w:rPr>
              <w:t xml:space="preserve"> </w:t>
            </w:r>
            <w:r w:rsidRPr="009647FC">
              <w:rPr>
                <w:rtl/>
              </w:rPr>
              <w:t>ثلمٍ</w:t>
            </w:r>
            <w:r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8726EA" w:rsidP="008726EA">
            <w:pPr>
              <w:pStyle w:val="libPoem"/>
            </w:pPr>
            <w:r w:rsidRPr="009647FC">
              <w:rPr>
                <w:rtl/>
              </w:rPr>
              <w:t>في</w:t>
            </w:r>
            <w:r w:rsidR="004C00A8">
              <w:rPr>
                <w:rtl/>
              </w:rPr>
              <w:t xml:space="preserve"> </w:t>
            </w:r>
            <w:r w:rsidRPr="009647FC">
              <w:rPr>
                <w:rtl/>
              </w:rPr>
              <w:t>العُلى</w:t>
            </w:r>
            <w:r>
              <w:rPr>
                <w:rtl/>
              </w:rPr>
              <w:t xml:space="preserve"> </w:t>
            </w:r>
            <w:r w:rsidRPr="009647FC">
              <w:rPr>
                <w:rtl/>
              </w:rPr>
              <w:t>سدُّه</w:t>
            </w:r>
            <w:r>
              <w:rPr>
                <w:rtl/>
              </w:rPr>
              <w:t xml:space="preserve"> </w:t>
            </w:r>
            <w:r w:rsidRPr="009647FC">
              <w:rPr>
                <w:rtl/>
              </w:rPr>
              <w:t>يكون</w:t>
            </w:r>
            <w:r>
              <w:rPr>
                <w:rtl/>
              </w:rPr>
              <w:t xml:space="preserve"> </w:t>
            </w:r>
            <w:r w:rsidRPr="009647FC">
              <w:rPr>
                <w:rtl/>
              </w:rPr>
              <w:t>عسيرا</w:t>
            </w:r>
            <w:r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قطبُ</w:t>
            </w:r>
            <w:r>
              <w:rPr>
                <w:rtl/>
              </w:rPr>
              <w:t xml:space="preserve"> </w:t>
            </w:r>
            <w:r w:rsidRPr="009647FC">
              <w:rPr>
                <w:rtl/>
              </w:rPr>
              <w:t>مجدٍ</w:t>
            </w:r>
            <w:r>
              <w:rPr>
                <w:rtl/>
              </w:rPr>
              <w:t xml:space="preserve"> </w:t>
            </w:r>
            <w:r w:rsidRPr="009647FC">
              <w:rPr>
                <w:rtl/>
              </w:rPr>
              <w:t>كفاه</w:t>
            </w:r>
            <w:r>
              <w:rPr>
                <w:rtl/>
              </w:rPr>
              <w:t xml:space="preserve"> </w:t>
            </w:r>
            <w:r w:rsidRPr="009647FC">
              <w:rPr>
                <w:rtl/>
              </w:rPr>
              <w:t>إنّ</w:t>
            </w:r>
            <w:r>
              <w:rPr>
                <w:rtl/>
              </w:rPr>
              <w:t xml:space="preserve">َ </w:t>
            </w:r>
            <w:r w:rsidRPr="009647FC">
              <w:rPr>
                <w:rtl/>
              </w:rPr>
              <w:t>رحى</w:t>
            </w:r>
            <w:r>
              <w:rPr>
                <w:rtl/>
              </w:rPr>
              <w:t xml:space="preserve"> </w:t>
            </w:r>
            <w:r w:rsidRPr="009647FC">
              <w:rPr>
                <w:rtl/>
              </w:rPr>
              <w:t>الحمد</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على</w:t>
            </w:r>
            <w:r>
              <w:rPr>
                <w:rtl/>
              </w:rPr>
              <w:t xml:space="preserve"> </w:t>
            </w:r>
            <w:r w:rsidRPr="009647FC">
              <w:rPr>
                <w:rtl/>
              </w:rPr>
              <w:t>غير</w:t>
            </w:r>
            <w:r>
              <w:rPr>
                <w:rtl/>
              </w:rPr>
              <w:t xml:space="preserve"> </w:t>
            </w:r>
            <w:r w:rsidRPr="009647FC">
              <w:rPr>
                <w:rtl/>
              </w:rPr>
              <w:t>قطبها</w:t>
            </w:r>
            <w:r>
              <w:rPr>
                <w:rtl/>
              </w:rPr>
              <w:t xml:space="preserve"> </w:t>
            </w:r>
            <w:r w:rsidRPr="009647FC">
              <w:rPr>
                <w:rtl/>
              </w:rPr>
              <w:t>لن</w:t>
            </w:r>
            <w:r>
              <w:rPr>
                <w:rtl/>
              </w:rPr>
              <w:t xml:space="preserve"> </w:t>
            </w:r>
            <w:r w:rsidRPr="009647FC">
              <w:rPr>
                <w:rtl/>
              </w:rPr>
              <w:t>تدورا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كم</w:t>
            </w:r>
            <w:r w:rsidR="004C00A8">
              <w:rPr>
                <w:rtl/>
              </w:rPr>
              <w:t xml:space="preserve"> </w:t>
            </w:r>
            <w:r w:rsidRPr="009647FC">
              <w:rPr>
                <w:rtl/>
              </w:rPr>
              <w:t>جلا</w:t>
            </w:r>
            <w:r>
              <w:rPr>
                <w:rtl/>
              </w:rPr>
              <w:t xml:space="preserve"> </w:t>
            </w:r>
            <w:r w:rsidRPr="009647FC">
              <w:rPr>
                <w:rtl/>
              </w:rPr>
              <w:t>للعيون</w:t>
            </w:r>
            <w:r>
              <w:rPr>
                <w:rtl/>
              </w:rPr>
              <w:t xml:space="preserve"> </w:t>
            </w:r>
            <w:r w:rsidRPr="009647FC">
              <w:rPr>
                <w:rtl/>
              </w:rPr>
              <w:t>طلعة</w:t>
            </w:r>
            <w:r>
              <w:rPr>
                <w:rtl/>
              </w:rPr>
              <w:t xml:space="preserve"> </w:t>
            </w:r>
            <w:r w:rsidRPr="009647FC">
              <w:rPr>
                <w:rtl/>
              </w:rPr>
              <w:t>وجدٍ</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طبعت</w:t>
            </w:r>
            <w:r>
              <w:rPr>
                <w:rtl/>
              </w:rPr>
              <w:t xml:space="preserve"> </w:t>
            </w:r>
            <w:r w:rsidRPr="009647FC">
              <w:rPr>
                <w:rtl/>
              </w:rPr>
              <w:t>في</w:t>
            </w:r>
            <w:r>
              <w:rPr>
                <w:rtl/>
              </w:rPr>
              <w:t xml:space="preserve"> </w:t>
            </w:r>
            <w:r w:rsidRPr="009647FC">
              <w:rPr>
                <w:rtl/>
              </w:rPr>
              <w:t>السما</w:t>
            </w:r>
            <w:r>
              <w:rPr>
                <w:rtl/>
              </w:rPr>
              <w:t xml:space="preserve"> </w:t>
            </w:r>
            <w:r w:rsidRPr="009647FC">
              <w:rPr>
                <w:rtl/>
              </w:rPr>
              <w:t>الهلال</w:t>
            </w:r>
            <w:r>
              <w:rPr>
                <w:rtl/>
              </w:rPr>
              <w:t xml:space="preserve">َ </w:t>
            </w:r>
            <w:r w:rsidRPr="009647FC">
              <w:rPr>
                <w:rtl/>
              </w:rPr>
              <w:t>المنيرا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أسر</w:t>
            </w:r>
            <w:r>
              <w:rPr>
                <w:rtl/>
              </w:rPr>
              <w:t xml:space="preserve"> </w:t>
            </w:r>
            <w:r w:rsidRPr="009647FC">
              <w:rPr>
                <w:rtl/>
              </w:rPr>
              <w:t>الحلمُ</w:t>
            </w:r>
            <w:r>
              <w:rPr>
                <w:rtl/>
              </w:rPr>
              <w:t xml:space="preserve"> </w:t>
            </w:r>
            <w:r w:rsidRPr="009647FC">
              <w:rPr>
                <w:rtl/>
              </w:rPr>
              <w:t>نفسه</w:t>
            </w:r>
            <w:r>
              <w:rPr>
                <w:rtl/>
              </w:rPr>
              <w:t xml:space="preserve"> </w:t>
            </w:r>
            <w:r w:rsidRPr="009647FC">
              <w:rPr>
                <w:rtl/>
              </w:rPr>
              <w:t>وسواه</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لهوى</w:t>
            </w:r>
            <w:r w:rsidR="004C00A8">
              <w:rPr>
                <w:rtl/>
              </w:rPr>
              <w:t xml:space="preserve"> </w:t>
            </w:r>
            <w:r w:rsidRPr="009647FC">
              <w:rPr>
                <w:rtl/>
              </w:rPr>
              <w:t>النفس</w:t>
            </w:r>
            <w:r>
              <w:rPr>
                <w:rtl/>
              </w:rPr>
              <w:t xml:space="preserve"> </w:t>
            </w:r>
            <w:r w:rsidRPr="009647FC">
              <w:rPr>
                <w:rtl/>
              </w:rPr>
              <w:t>لا</w:t>
            </w:r>
            <w:r>
              <w:rPr>
                <w:rtl/>
              </w:rPr>
              <w:t xml:space="preserve"> </w:t>
            </w:r>
            <w:r w:rsidRPr="009647FC">
              <w:rPr>
                <w:rtl/>
              </w:rPr>
              <w:t>يزال</w:t>
            </w:r>
            <w:r>
              <w:rPr>
                <w:rtl/>
              </w:rPr>
              <w:t xml:space="preserve"> </w:t>
            </w:r>
            <w:r w:rsidRPr="009647FC">
              <w:rPr>
                <w:rtl/>
              </w:rPr>
              <w:t>أسيرا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ماجدٌ</w:t>
            </w:r>
            <w:r>
              <w:rPr>
                <w:rtl/>
              </w:rPr>
              <w:t xml:space="preserve"> </w:t>
            </w:r>
            <w:r w:rsidRPr="009647FC">
              <w:rPr>
                <w:rtl/>
              </w:rPr>
              <w:t>ينقل</w:t>
            </w:r>
            <w:r>
              <w:rPr>
                <w:rtl/>
              </w:rPr>
              <w:t xml:space="preserve"> </w:t>
            </w:r>
            <w:r w:rsidRPr="009647FC">
              <w:rPr>
                <w:rtl/>
              </w:rPr>
              <w:t>المكارم</w:t>
            </w:r>
            <w:r>
              <w:rPr>
                <w:rtl/>
              </w:rPr>
              <w:t xml:space="preserve">َ </w:t>
            </w:r>
            <w:r w:rsidRPr="009647FC">
              <w:rPr>
                <w:rtl/>
              </w:rPr>
              <w:t>لكنْ</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وارث</w:t>
            </w:r>
            <w:r>
              <w:rPr>
                <w:rtl/>
              </w:rPr>
              <w:t xml:space="preserve"> </w:t>
            </w:r>
            <w:r w:rsidRPr="009647FC">
              <w:rPr>
                <w:rtl/>
              </w:rPr>
              <w:t>لا</w:t>
            </w:r>
            <w:r>
              <w:rPr>
                <w:rtl/>
              </w:rPr>
              <w:t xml:space="preserve"> </w:t>
            </w:r>
            <w:r w:rsidRPr="009647FC">
              <w:rPr>
                <w:rtl/>
              </w:rPr>
              <w:t>كغيره</w:t>
            </w:r>
            <w:r>
              <w:rPr>
                <w:rtl/>
              </w:rPr>
              <w:t xml:space="preserve"> </w:t>
            </w:r>
            <w:r w:rsidRPr="009647FC">
              <w:rPr>
                <w:rtl/>
              </w:rPr>
              <w:t>مستعيرا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فهو</w:t>
            </w:r>
            <w:r w:rsidR="004C00A8">
              <w:rPr>
                <w:rtl/>
              </w:rPr>
              <w:t xml:space="preserve"> </w:t>
            </w:r>
            <w:r w:rsidRPr="009647FC">
              <w:rPr>
                <w:rtl/>
              </w:rPr>
              <w:t>يروي</w:t>
            </w:r>
            <w:r>
              <w:rPr>
                <w:rtl/>
              </w:rPr>
              <w:t xml:space="preserve"> </w:t>
            </w:r>
            <w:r w:rsidRPr="009647FC">
              <w:rPr>
                <w:rtl/>
              </w:rPr>
              <w:t>مرشحاً</w:t>
            </w:r>
            <w:r>
              <w:rPr>
                <w:rtl/>
              </w:rPr>
              <w:t xml:space="preserve"> </w:t>
            </w:r>
            <w:r w:rsidRPr="009647FC">
              <w:rPr>
                <w:rtl/>
              </w:rPr>
              <w:t>لبنيه</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عن</w:t>
            </w:r>
            <w:r>
              <w:rPr>
                <w:rtl/>
              </w:rPr>
              <w:t xml:space="preserve"> </w:t>
            </w:r>
            <w:r w:rsidRPr="009647FC">
              <w:rPr>
                <w:rtl/>
              </w:rPr>
              <w:t>أبيه</w:t>
            </w:r>
            <w:r>
              <w:rPr>
                <w:rtl/>
              </w:rPr>
              <w:t xml:space="preserve"> </w:t>
            </w:r>
            <w:r w:rsidRPr="009647FC">
              <w:rPr>
                <w:rtl/>
              </w:rPr>
              <w:t>حديثها</w:t>
            </w:r>
            <w:r>
              <w:rPr>
                <w:rtl/>
              </w:rPr>
              <w:t xml:space="preserve"> </w:t>
            </w:r>
            <w:r w:rsidRPr="009647FC">
              <w:rPr>
                <w:rtl/>
              </w:rPr>
              <w:t>المأثورا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ألمعيُّ</w:t>
            </w:r>
            <w:r>
              <w:rPr>
                <w:rtl/>
              </w:rPr>
              <w:t xml:space="preserve"> </w:t>
            </w:r>
            <w:r w:rsidRPr="009647FC">
              <w:rPr>
                <w:rtl/>
              </w:rPr>
              <w:t>بغوره</w:t>
            </w:r>
            <w:r>
              <w:rPr>
                <w:rtl/>
              </w:rPr>
              <w:t xml:space="preserve"> </w:t>
            </w:r>
            <w:r w:rsidRPr="009647FC">
              <w:rPr>
                <w:rtl/>
              </w:rPr>
              <w:t>سبر</w:t>
            </w:r>
            <w:r>
              <w:rPr>
                <w:rtl/>
              </w:rPr>
              <w:t xml:space="preserve"> </w:t>
            </w:r>
            <w:r w:rsidRPr="009647FC">
              <w:rPr>
                <w:rtl/>
              </w:rPr>
              <w:t>الدهـ</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ر</w:t>
            </w:r>
            <w:r>
              <w:rPr>
                <w:rtl/>
              </w:rPr>
              <w:t>َ</w:t>
            </w:r>
            <w:r w:rsidR="004C00A8">
              <w:rPr>
                <w:rtl/>
              </w:rPr>
              <w:t xml:space="preserve"> </w:t>
            </w:r>
            <w:r w:rsidRPr="009647FC">
              <w:rPr>
                <w:rtl/>
              </w:rPr>
              <w:t>وما</w:t>
            </w:r>
            <w:r>
              <w:rPr>
                <w:rtl/>
              </w:rPr>
              <w:t xml:space="preserve"> </w:t>
            </w:r>
            <w:r w:rsidRPr="009647FC">
              <w:rPr>
                <w:rtl/>
              </w:rPr>
              <w:t>كان</w:t>
            </w:r>
            <w:r>
              <w:rPr>
                <w:rtl/>
              </w:rPr>
              <w:t xml:space="preserve"> </w:t>
            </w:r>
            <w:r w:rsidRPr="009647FC">
              <w:rPr>
                <w:rtl/>
              </w:rPr>
              <w:t>غورُه</w:t>
            </w:r>
            <w:r>
              <w:rPr>
                <w:rtl/>
              </w:rPr>
              <w:t xml:space="preserve"> </w:t>
            </w:r>
            <w:r w:rsidRPr="009647FC">
              <w:rPr>
                <w:rtl/>
              </w:rPr>
              <w:t>مسبورا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ولكم</w:t>
            </w:r>
            <w:r w:rsidR="004C00A8">
              <w:rPr>
                <w:rtl/>
              </w:rPr>
              <w:t xml:space="preserve"> </w:t>
            </w:r>
            <w:r w:rsidRPr="009647FC">
              <w:rPr>
                <w:rtl/>
              </w:rPr>
              <w:t>راض</w:t>
            </w:r>
            <w:r>
              <w:rPr>
                <w:rtl/>
              </w:rPr>
              <w:t xml:space="preserve"> </w:t>
            </w:r>
            <w:r w:rsidRPr="009647FC">
              <w:rPr>
                <w:rtl/>
              </w:rPr>
              <w:t>صعبةً</w:t>
            </w:r>
            <w:r>
              <w:rPr>
                <w:rtl/>
              </w:rPr>
              <w:t xml:space="preserve"> </w:t>
            </w:r>
            <w:r w:rsidRPr="009647FC">
              <w:rPr>
                <w:rtl/>
              </w:rPr>
              <w:t>لو</w:t>
            </w:r>
            <w:r>
              <w:rPr>
                <w:rtl/>
              </w:rPr>
              <w:t xml:space="preserve"> </w:t>
            </w:r>
            <w:r w:rsidRPr="009647FC">
              <w:rPr>
                <w:rtl/>
              </w:rPr>
              <w:t>سواه</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راضها</w:t>
            </w:r>
            <w:r>
              <w:rPr>
                <w:rtl/>
              </w:rPr>
              <w:t xml:space="preserve"> </w:t>
            </w:r>
            <w:r w:rsidRPr="009647FC">
              <w:rPr>
                <w:rtl/>
              </w:rPr>
              <w:t>رأيه</w:t>
            </w:r>
            <w:r>
              <w:rPr>
                <w:rtl/>
              </w:rPr>
              <w:t xml:space="preserve"> </w:t>
            </w:r>
            <w:r w:rsidRPr="009647FC">
              <w:rPr>
                <w:rtl/>
              </w:rPr>
              <w:t>لزادت</w:t>
            </w:r>
            <w:r>
              <w:rPr>
                <w:rtl/>
              </w:rPr>
              <w:t xml:space="preserve"> </w:t>
            </w:r>
            <w:r w:rsidRPr="009647FC">
              <w:rPr>
                <w:rtl/>
              </w:rPr>
              <w:t>نفورا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حلّ</w:t>
            </w:r>
            <w:r>
              <w:rPr>
                <w:rtl/>
              </w:rPr>
              <w:t>َ</w:t>
            </w:r>
            <w:r w:rsidR="004C00A8">
              <w:rPr>
                <w:rtl/>
              </w:rPr>
              <w:t xml:space="preserve"> </w:t>
            </w:r>
            <w:r w:rsidRPr="009647FC">
              <w:rPr>
                <w:rtl/>
              </w:rPr>
              <w:t>داراً</w:t>
            </w:r>
            <w:r>
              <w:rPr>
                <w:rtl/>
              </w:rPr>
              <w:t xml:space="preserve"> </w:t>
            </w:r>
            <w:r w:rsidRPr="009647FC">
              <w:rPr>
                <w:rtl/>
              </w:rPr>
              <w:t>للمجد</w:t>
            </w:r>
            <w:r>
              <w:rPr>
                <w:rtl/>
              </w:rPr>
              <w:t xml:space="preserve"> </w:t>
            </w:r>
            <w:r w:rsidRPr="009647FC">
              <w:rPr>
                <w:rtl/>
              </w:rPr>
              <w:t>لم</w:t>
            </w:r>
            <w:r>
              <w:rPr>
                <w:rtl/>
              </w:rPr>
              <w:t xml:space="preserve"> </w:t>
            </w:r>
            <w:r w:rsidRPr="009647FC">
              <w:rPr>
                <w:rtl/>
              </w:rPr>
              <w:t>تلد</w:t>
            </w:r>
            <w:r>
              <w:rPr>
                <w:rtl/>
              </w:rPr>
              <w:t xml:space="preserve"> </w:t>
            </w:r>
            <w:r w:rsidRPr="009647FC">
              <w:rPr>
                <w:rtl/>
              </w:rPr>
              <w:t>العلياءُ</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فيها</w:t>
            </w:r>
            <w:r w:rsidR="004C00A8">
              <w:rPr>
                <w:rtl/>
              </w:rPr>
              <w:t xml:space="preserve"> </w:t>
            </w:r>
            <w:r w:rsidRPr="009647FC">
              <w:rPr>
                <w:rtl/>
              </w:rPr>
              <w:t>إلاّ</w:t>
            </w:r>
            <w:r>
              <w:rPr>
                <w:rtl/>
              </w:rPr>
              <w:t xml:space="preserve"> </w:t>
            </w:r>
            <w:r w:rsidRPr="009647FC">
              <w:rPr>
                <w:rtl/>
              </w:rPr>
              <w:t>الأبيّ</w:t>
            </w:r>
            <w:r>
              <w:rPr>
                <w:rtl/>
              </w:rPr>
              <w:t xml:space="preserve">َ </w:t>
            </w:r>
            <w:r w:rsidRPr="009647FC">
              <w:rPr>
                <w:rtl/>
              </w:rPr>
              <w:t>الغيورا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لكِ</w:t>
            </w:r>
            <w:r>
              <w:rPr>
                <w:rtl/>
              </w:rPr>
              <w:t xml:space="preserve"> </w:t>
            </w:r>
            <w:r w:rsidRPr="009647FC">
              <w:rPr>
                <w:rtl/>
              </w:rPr>
              <w:t>يا</w:t>
            </w:r>
            <w:r>
              <w:rPr>
                <w:rtl/>
              </w:rPr>
              <w:t xml:space="preserve"> </w:t>
            </w:r>
            <w:r w:rsidRPr="009647FC">
              <w:rPr>
                <w:rtl/>
              </w:rPr>
              <w:t>دار</w:t>
            </w:r>
            <w:r>
              <w:rPr>
                <w:rtl/>
              </w:rPr>
              <w:t xml:space="preserve"> </w:t>
            </w:r>
            <w:r w:rsidRPr="009647FC">
              <w:rPr>
                <w:rtl/>
              </w:rPr>
              <w:t>ما</w:t>
            </w:r>
            <w:r>
              <w:rPr>
                <w:rtl/>
              </w:rPr>
              <w:t xml:space="preserve"> </w:t>
            </w:r>
            <w:r w:rsidRPr="009647FC">
              <w:rPr>
                <w:rtl/>
              </w:rPr>
              <w:t>وجدنا</w:t>
            </w:r>
            <w:r>
              <w:rPr>
                <w:rtl/>
              </w:rPr>
              <w:t xml:space="preserve"> </w:t>
            </w:r>
            <w:r w:rsidRPr="009647FC">
              <w:rPr>
                <w:rtl/>
              </w:rPr>
              <w:t>نظيرا</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زدتِ</w:t>
            </w:r>
            <w:r w:rsidR="004C00A8">
              <w:rPr>
                <w:rtl/>
              </w:rPr>
              <w:t xml:space="preserve"> </w:t>
            </w:r>
            <w:r w:rsidRPr="009647FC">
              <w:rPr>
                <w:rtl/>
              </w:rPr>
              <w:t>فضلاً</w:t>
            </w:r>
            <w:r>
              <w:rPr>
                <w:rtl/>
              </w:rPr>
              <w:t xml:space="preserve"> </w:t>
            </w:r>
            <w:r w:rsidRPr="009647FC">
              <w:rPr>
                <w:rtl/>
              </w:rPr>
              <w:t>على</w:t>
            </w:r>
            <w:r>
              <w:rPr>
                <w:rtl/>
              </w:rPr>
              <w:t xml:space="preserve"> </w:t>
            </w:r>
            <w:r w:rsidRPr="009647FC">
              <w:rPr>
                <w:rtl/>
              </w:rPr>
              <w:t>الديار</w:t>
            </w:r>
            <w:r>
              <w:rPr>
                <w:rtl/>
              </w:rPr>
              <w:t xml:space="preserve"> </w:t>
            </w:r>
            <w:r w:rsidRPr="009647FC">
              <w:rPr>
                <w:rtl/>
              </w:rPr>
              <w:t>كثيرا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شادكِ</w:t>
            </w:r>
            <w:r>
              <w:rPr>
                <w:rtl/>
              </w:rPr>
              <w:t xml:space="preserve"> </w:t>
            </w:r>
            <w:r w:rsidRPr="009647FC">
              <w:rPr>
                <w:rtl/>
              </w:rPr>
              <w:t>الماجدُ</w:t>
            </w:r>
            <w:r>
              <w:rPr>
                <w:rtl/>
              </w:rPr>
              <w:t xml:space="preserve"> </w:t>
            </w:r>
            <w:r w:rsidRPr="009647FC">
              <w:rPr>
                <w:rtl/>
              </w:rPr>
              <w:t>الأغرُّ</w:t>
            </w:r>
            <w:r>
              <w:rPr>
                <w:rtl/>
              </w:rPr>
              <w:t xml:space="preserve"> (</w:t>
            </w:r>
            <w:r w:rsidRPr="009647FC">
              <w:rPr>
                <w:rtl/>
              </w:rPr>
              <w:t>شبيبٌ</w:t>
            </w:r>
            <w:r>
              <w:rPr>
                <w:rtl/>
              </w:rPr>
              <w:t>)</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للمعالي</w:t>
            </w:r>
            <w:r w:rsidR="004C00A8">
              <w:rPr>
                <w:rtl/>
              </w:rPr>
              <w:t xml:space="preserve"> </w:t>
            </w:r>
            <w:r w:rsidRPr="009647FC">
              <w:rPr>
                <w:rtl/>
              </w:rPr>
              <w:t>وفيك</w:t>
            </w:r>
            <w:r>
              <w:rPr>
                <w:rtl/>
              </w:rPr>
              <w:t xml:space="preserve"> </w:t>
            </w:r>
            <w:r w:rsidRPr="009647FC">
              <w:rPr>
                <w:rtl/>
              </w:rPr>
              <w:t>أسنى</w:t>
            </w:r>
            <w:r>
              <w:rPr>
                <w:rtl/>
              </w:rPr>
              <w:t xml:space="preserve"> </w:t>
            </w:r>
            <w:r w:rsidRPr="009647FC">
              <w:rPr>
                <w:rtl/>
              </w:rPr>
              <w:t>الحبورا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وبك</w:t>
            </w:r>
            <w:r w:rsidR="004C00A8">
              <w:rPr>
                <w:rtl/>
              </w:rPr>
              <w:t xml:space="preserve"> </w:t>
            </w:r>
            <w:r w:rsidRPr="009647FC">
              <w:rPr>
                <w:rtl/>
              </w:rPr>
              <w:t>استودع</w:t>
            </w:r>
            <w:r>
              <w:rPr>
                <w:rtl/>
              </w:rPr>
              <w:t xml:space="preserve"> </w:t>
            </w:r>
            <w:r w:rsidRPr="009647FC">
              <w:rPr>
                <w:rtl/>
              </w:rPr>
              <w:t>النهى</w:t>
            </w:r>
            <w:r>
              <w:rPr>
                <w:rtl/>
              </w:rPr>
              <w:t xml:space="preserve"> </w:t>
            </w:r>
            <w:r w:rsidRPr="009647FC">
              <w:rPr>
                <w:rtl/>
              </w:rPr>
              <w:t>من</w:t>
            </w:r>
            <w:r>
              <w:rPr>
                <w:rtl/>
              </w:rPr>
              <w:t xml:space="preserve"> </w:t>
            </w:r>
            <w:r w:rsidRPr="009647FC">
              <w:rPr>
                <w:rtl/>
              </w:rPr>
              <w:t>بنيه</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أرحب</w:t>
            </w:r>
            <w:r>
              <w:rPr>
                <w:rtl/>
              </w:rPr>
              <w:t xml:space="preserve"> </w:t>
            </w:r>
            <w:r w:rsidRPr="009647FC">
              <w:rPr>
                <w:rtl/>
              </w:rPr>
              <w:t>الناس</w:t>
            </w:r>
            <w:r>
              <w:rPr>
                <w:rtl/>
              </w:rPr>
              <w:t xml:space="preserve"> </w:t>
            </w:r>
            <w:r w:rsidRPr="009647FC">
              <w:rPr>
                <w:rtl/>
              </w:rPr>
              <w:t>في</w:t>
            </w:r>
            <w:r>
              <w:rPr>
                <w:rtl/>
              </w:rPr>
              <w:t xml:space="preserve"> </w:t>
            </w:r>
            <w:r w:rsidRPr="009647FC">
              <w:rPr>
                <w:rtl/>
              </w:rPr>
              <w:t>الخطوب</w:t>
            </w:r>
            <w:r>
              <w:rPr>
                <w:rtl/>
              </w:rPr>
              <w:t xml:space="preserve"> </w:t>
            </w:r>
            <w:r w:rsidRPr="009647FC">
              <w:rPr>
                <w:rtl/>
              </w:rPr>
              <w:t>صدورا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فأخرى</w:t>
            </w:r>
            <w:r>
              <w:rPr>
                <w:rtl/>
              </w:rPr>
              <w:t xml:space="preserve"> </w:t>
            </w:r>
            <w:r w:rsidRPr="009647FC">
              <w:rPr>
                <w:rtl/>
              </w:rPr>
              <w:t>الزهر</w:t>
            </w:r>
            <w:r>
              <w:rPr>
                <w:rtl/>
              </w:rPr>
              <w:t xml:space="preserve">َ </w:t>
            </w:r>
            <w:r w:rsidRPr="009647FC">
              <w:rPr>
                <w:rtl/>
              </w:rPr>
              <w:t>كلّ</w:t>
            </w:r>
            <w:r>
              <w:rPr>
                <w:rtl/>
              </w:rPr>
              <w:t>َ</w:t>
            </w:r>
            <w:r w:rsidRPr="009647FC">
              <w:rPr>
                <w:rtl/>
              </w:rPr>
              <w:t>ها</w:t>
            </w:r>
            <w:r>
              <w:rPr>
                <w:rtl/>
              </w:rPr>
              <w:t xml:space="preserve"> </w:t>
            </w:r>
            <w:r w:rsidRPr="009647FC">
              <w:rPr>
                <w:rtl/>
              </w:rPr>
              <w:t>بوجوهٍ</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زهرت</w:t>
            </w:r>
            <w:r>
              <w:rPr>
                <w:rtl/>
              </w:rPr>
              <w:t xml:space="preserve"> </w:t>
            </w:r>
            <w:r w:rsidRPr="009647FC">
              <w:rPr>
                <w:rtl/>
              </w:rPr>
              <w:t>في</w:t>
            </w:r>
            <w:r>
              <w:rPr>
                <w:rtl/>
              </w:rPr>
              <w:t xml:space="preserve"> </w:t>
            </w:r>
            <w:r w:rsidRPr="009647FC">
              <w:rPr>
                <w:rtl/>
              </w:rPr>
              <w:t>العُلى</w:t>
            </w:r>
            <w:r>
              <w:rPr>
                <w:rtl/>
              </w:rPr>
              <w:t xml:space="preserve"> </w:t>
            </w:r>
            <w:r w:rsidRPr="009647FC">
              <w:rPr>
                <w:rtl/>
              </w:rPr>
              <w:t>فكانت</w:t>
            </w:r>
            <w:r>
              <w:rPr>
                <w:rtl/>
              </w:rPr>
              <w:t xml:space="preserve"> </w:t>
            </w:r>
            <w:r w:rsidRPr="009647FC">
              <w:rPr>
                <w:rtl/>
              </w:rPr>
              <w:t>بدورا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واستطيلي</w:t>
            </w:r>
            <w:r w:rsidR="004C00A8">
              <w:rPr>
                <w:rtl/>
              </w:rPr>
              <w:t xml:space="preserve"> </w:t>
            </w:r>
            <w:r w:rsidRPr="009647FC">
              <w:rPr>
                <w:rtl/>
              </w:rPr>
              <w:t>على</w:t>
            </w:r>
            <w:r>
              <w:rPr>
                <w:rtl/>
              </w:rPr>
              <w:t xml:space="preserve"> </w:t>
            </w:r>
            <w:r w:rsidRPr="009647FC">
              <w:rPr>
                <w:rtl/>
              </w:rPr>
              <w:t>الأثير</w:t>
            </w:r>
            <w:r>
              <w:rPr>
                <w:rtl/>
              </w:rPr>
              <w:t xml:space="preserve"> </w:t>
            </w:r>
            <w:r w:rsidRPr="009647FC">
              <w:rPr>
                <w:rtl/>
              </w:rPr>
              <w:t>بقومٍ</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شرفاً</w:t>
            </w:r>
            <w:r>
              <w:rPr>
                <w:rtl/>
              </w:rPr>
              <w:t xml:space="preserve"> </w:t>
            </w:r>
            <w:r w:rsidRPr="009647FC">
              <w:rPr>
                <w:rtl/>
              </w:rPr>
              <w:t>صيّ</w:t>
            </w:r>
            <w:r>
              <w:rPr>
                <w:rtl/>
              </w:rPr>
              <w:t>َ</w:t>
            </w:r>
            <w:r w:rsidRPr="009647FC">
              <w:rPr>
                <w:rtl/>
              </w:rPr>
              <w:t>روا</w:t>
            </w:r>
            <w:r>
              <w:rPr>
                <w:rtl/>
              </w:rPr>
              <w:t xml:space="preserve"> </w:t>
            </w:r>
            <w:r w:rsidRPr="009647FC">
              <w:rPr>
                <w:rtl/>
              </w:rPr>
              <w:t>ثراك</w:t>
            </w:r>
            <w:r>
              <w:rPr>
                <w:rtl/>
              </w:rPr>
              <w:t xml:space="preserve"> </w:t>
            </w:r>
            <w:r w:rsidRPr="009647FC">
              <w:rPr>
                <w:rtl/>
              </w:rPr>
              <w:t>الأثيرا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معشرٌ</w:t>
            </w:r>
            <w:r>
              <w:rPr>
                <w:rtl/>
              </w:rPr>
              <w:t xml:space="preserve"> </w:t>
            </w:r>
            <w:r w:rsidRPr="009647FC">
              <w:rPr>
                <w:rtl/>
              </w:rPr>
              <w:t>كلُّهم</w:t>
            </w:r>
            <w:r>
              <w:rPr>
                <w:rtl/>
              </w:rPr>
              <w:t xml:space="preserve"> </w:t>
            </w:r>
            <w:r w:rsidRPr="009647FC">
              <w:rPr>
                <w:rtl/>
              </w:rPr>
              <w:t>عرانين</w:t>
            </w:r>
            <w:r>
              <w:rPr>
                <w:rtl/>
              </w:rPr>
              <w:t xml:space="preserve"> </w:t>
            </w:r>
            <w:r w:rsidRPr="009647FC">
              <w:rPr>
                <w:rtl/>
              </w:rPr>
              <w:t>مجدٍ</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ينشر</w:t>
            </w:r>
            <w:r w:rsidR="004C00A8">
              <w:rPr>
                <w:rtl/>
              </w:rPr>
              <w:t xml:space="preserve"> </w:t>
            </w:r>
            <w:r w:rsidRPr="009647FC">
              <w:rPr>
                <w:rtl/>
              </w:rPr>
              <w:t>الحيُّ</w:t>
            </w:r>
            <w:r>
              <w:rPr>
                <w:rtl/>
              </w:rPr>
              <w:t xml:space="preserve"> </w:t>
            </w:r>
            <w:r w:rsidRPr="009647FC">
              <w:rPr>
                <w:rtl/>
              </w:rPr>
              <w:t>منهم</w:t>
            </w:r>
            <w:r>
              <w:rPr>
                <w:rtl/>
              </w:rPr>
              <w:t xml:space="preserve"> </w:t>
            </w:r>
            <w:r w:rsidRPr="009647FC">
              <w:rPr>
                <w:rtl/>
              </w:rPr>
              <w:t>المقبورا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فلهم</w:t>
            </w:r>
            <w:r w:rsidR="004C00A8">
              <w:rPr>
                <w:rtl/>
              </w:rPr>
              <w:t xml:space="preserve"> </w:t>
            </w:r>
            <w:r w:rsidRPr="009647FC">
              <w:rPr>
                <w:rtl/>
              </w:rPr>
              <w:t>من</w:t>
            </w:r>
            <w:r>
              <w:rPr>
                <w:rtl/>
              </w:rPr>
              <w:t xml:space="preserve"> (</w:t>
            </w:r>
            <w:r w:rsidRPr="009647FC">
              <w:rPr>
                <w:rtl/>
              </w:rPr>
              <w:t>محمدٍ</w:t>
            </w:r>
            <w:r>
              <w:rPr>
                <w:rtl/>
              </w:rPr>
              <w:t xml:space="preserve">) </w:t>
            </w:r>
            <w:r w:rsidRPr="009647FC">
              <w:rPr>
                <w:rtl/>
              </w:rPr>
              <w:t>شمسُ</w:t>
            </w:r>
            <w:r>
              <w:rPr>
                <w:rtl/>
              </w:rPr>
              <w:t xml:space="preserve"> </w:t>
            </w:r>
            <w:r w:rsidRPr="009647FC">
              <w:rPr>
                <w:rtl/>
              </w:rPr>
              <w:t>فخرٍ</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كلّما</w:t>
            </w:r>
            <w:r w:rsidR="004C00A8">
              <w:rPr>
                <w:rtl/>
              </w:rPr>
              <w:t xml:space="preserve"> </w:t>
            </w:r>
            <w:r w:rsidRPr="009647FC">
              <w:rPr>
                <w:rtl/>
              </w:rPr>
              <w:t>استحجبت</w:t>
            </w:r>
            <w:r>
              <w:rPr>
                <w:rtl/>
              </w:rPr>
              <w:t xml:space="preserve"> </w:t>
            </w:r>
            <w:r w:rsidRPr="009647FC">
              <w:rPr>
                <w:rtl/>
              </w:rPr>
              <w:t>تزيد</w:t>
            </w:r>
            <w:r>
              <w:rPr>
                <w:rtl/>
              </w:rPr>
              <w:t xml:space="preserve"> </w:t>
            </w:r>
            <w:r w:rsidRPr="009647FC">
              <w:rPr>
                <w:rtl/>
              </w:rPr>
              <w:t>سفورا</w:t>
            </w:r>
            <w:r w:rsidR="008726EA" w:rsidRPr="00524A24">
              <w:rPr>
                <w:rStyle w:val="libPoemTiniChar0"/>
                <w:rtl/>
              </w:rPr>
              <w:br/>
              <w:t> </w:t>
            </w:r>
          </w:p>
        </w:tc>
      </w:tr>
      <w:tr w:rsidR="008726EA" w:rsidRPr="00524A24" w:rsidTr="008726EA">
        <w:trPr>
          <w:trHeight w:val="350"/>
        </w:trPr>
        <w:tc>
          <w:tcPr>
            <w:tcW w:w="3902" w:type="dxa"/>
          </w:tcPr>
          <w:p w:rsidR="008726EA" w:rsidRPr="00524A24" w:rsidRDefault="00DA416E" w:rsidP="008726EA">
            <w:pPr>
              <w:pStyle w:val="libPoem"/>
            </w:pPr>
            <w:r w:rsidRPr="009647FC">
              <w:rPr>
                <w:rtl/>
              </w:rPr>
              <w:t>يا</w:t>
            </w:r>
            <w:r>
              <w:rPr>
                <w:rtl/>
              </w:rPr>
              <w:t xml:space="preserve"> </w:t>
            </w:r>
            <w:r w:rsidRPr="009647FC">
              <w:rPr>
                <w:rtl/>
              </w:rPr>
              <w:t>قريع</w:t>
            </w:r>
            <w:r>
              <w:rPr>
                <w:rtl/>
              </w:rPr>
              <w:t xml:space="preserve"> </w:t>
            </w:r>
            <w:r w:rsidRPr="009647FC">
              <w:rPr>
                <w:rtl/>
              </w:rPr>
              <w:t>الزمان</w:t>
            </w:r>
            <w:r>
              <w:rPr>
                <w:rtl/>
              </w:rPr>
              <w:t xml:space="preserve"> </w:t>
            </w:r>
            <w:r w:rsidRPr="009647FC">
              <w:rPr>
                <w:rtl/>
              </w:rPr>
              <w:t>عزماً</w:t>
            </w:r>
            <w:r>
              <w:rPr>
                <w:rtl/>
              </w:rPr>
              <w:t xml:space="preserve"> </w:t>
            </w:r>
            <w:r w:rsidRPr="009647FC">
              <w:rPr>
                <w:rtl/>
              </w:rPr>
              <w:t>وحزما</w:t>
            </w:r>
            <w:r w:rsidR="008726EA" w:rsidRPr="00524A24">
              <w:rPr>
                <w:rStyle w:val="libPoemTiniChar0"/>
                <w:rtl/>
              </w:rPr>
              <w:br/>
              <w:t> </w:t>
            </w:r>
          </w:p>
        </w:tc>
        <w:tc>
          <w:tcPr>
            <w:tcW w:w="301" w:type="dxa"/>
          </w:tcPr>
          <w:p w:rsidR="008726EA" w:rsidRPr="00524A24" w:rsidRDefault="008726EA" w:rsidP="008726EA">
            <w:pPr>
              <w:pStyle w:val="libPoem"/>
              <w:rPr>
                <w:rtl/>
              </w:rPr>
            </w:pPr>
          </w:p>
        </w:tc>
        <w:tc>
          <w:tcPr>
            <w:tcW w:w="3884" w:type="dxa"/>
          </w:tcPr>
          <w:p w:rsidR="008726EA" w:rsidRPr="00524A24" w:rsidRDefault="00DA416E" w:rsidP="008726EA">
            <w:pPr>
              <w:pStyle w:val="libPoem"/>
            </w:pPr>
            <w:r w:rsidRPr="009647FC">
              <w:rPr>
                <w:rtl/>
              </w:rPr>
              <w:t>وذكا</w:t>
            </w:r>
            <w:r w:rsidR="004C00A8">
              <w:rPr>
                <w:rtl/>
              </w:rPr>
              <w:t xml:space="preserve"> </w:t>
            </w:r>
            <w:r w:rsidRPr="009647FC">
              <w:rPr>
                <w:rtl/>
              </w:rPr>
              <w:t>المجد</w:t>
            </w:r>
            <w:r>
              <w:rPr>
                <w:rtl/>
              </w:rPr>
              <w:t xml:space="preserve"> </w:t>
            </w:r>
            <w:r w:rsidRPr="009647FC">
              <w:rPr>
                <w:rtl/>
              </w:rPr>
              <w:t>بهجةً</w:t>
            </w:r>
            <w:r>
              <w:rPr>
                <w:rtl/>
              </w:rPr>
              <w:t xml:space="preserve"> </w:t>
            </w:r>
            <w:r w:rsidRPr="009647FC">
              <w:rPr>
                <w:rtl/>
              </w:rPr>
              <w:t>وسفورا</w:t>
            </w:r>
            <w:r w:rsidR="008726EA" w:rsidRPr="00524A24">
              <w:rPr>
                <w:rStyle w:val="libPoemTiniChar0"/>
                <w:rtl/>
              </w:rPr>
              <w:br/>
              <w:t> </w:t>
            </w:r>
          </w:p>
        </w:tc>
      </w:tr>
    </w:tbl>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وقال راثياً أحدهم وقد سأله بعض الأشراف</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DA416E" w:rsidRPr="00524A24" w:rsidTr="00DA416E">
        <w:trPr>
          <w:trHeight w:val="350"/>
        </w:trPr>
        <w:tc>
          <w:tcPr>
            <w:tcW w:w="3902" w:type="dxa"/>
          </w:tcPr>
          <w:p w:rsidR="00DA416E" w:rsidRPr="00524A24" w:rsidRDefault="00DA416E" w:rsidP="00A33161">
            <w:pPr>
              <w:pStyle w:val="libPoem"/>
            </w:pPr>
            <w:r w:rsidRPr="009647FC">
              <w:rPr>
                <w:rtl/>
              </w:rPr>
              <w:t>أأحبابنا</w:t>
            </w:r>
            <w:r w:rsidR="004C00A8">
              <w:rPr>
                <w:rtl/>
              </w:rPr>
              <w:t xml:space="preserve"> </w:t>
            </w:r>
            <w:r w:rsidRPr="009647FC">
              <w:rPr>
                <w:rtl/>
              </w:rPr>
              <w:t>هل</w:t>
            </w:r>
            <w:r>
              <w:rPr>
                <w:rtl/>
              </w:rPr>
              <w:t xml:space="preserve"> </w:t>
            </w:r>
            <w:r w:rsidRPr="009647FC">
              <w:rPr>
                <w:rtl/>
              </w:rPr>
              <w:t>عائد</w:t>
            </w:r>
            <w:r>
              <w:rPr>
                <w:rtl/>
              </w:rPr>
              <w:t xml:space="preserve"> </w:t>
            </w:r>
            <w:r w:rsidRPr="009647FC">
              <w:rPr>
                <w:rtl/>
              </w:rPr>
              <w:t>بكم</w:t>
            </w:r>
            <w:r>
              <w:rPr>
                <w:rtl/>
              </w:rPr>
              <w:t xml:space="preserve"> </w:t>
            </w:r>
            <w:r w:rsidRPr="009647FC">
              <w:rPr>
                <w:rtl/>
              </w:rPr>
              <w:t>الدهرُ</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طواكم</w:t>
            </w:r>
            <w:r w:rsidR="004C00A8">
              <w:rPr>
                <w:rtl/>
              </w:rPr>
              <w:t xml:space="preserve"> </w:t>
            </w:r>
            <w:r w:rsidRPr="009647FC">
              <w:rPr>
                <w:rtl/>
              </w:rPr>
              <w:t>وعندي</w:t>
            </w:r>
            <w:r>
              <w:rPr>
                <w:rtl/>
              </w:rPr>
              <w:t xml:space="preserve"> </w:t>
            </w:r>
            <w:r w:rsidRPr="009647FC">
              <w:rPr>
                <w:rtl/>
              </w:rPr>
              <w:t>من</w:t>
            </w:r>
            <w:r>
              <w:rPr>
                <w:rtl/>
              </w:rPr>
              <w:t xml:space="preserve"> </w:t>
            </w:r>
            <w:r w:rsidRPr="009647FC">
              <w:rPr>
                <w:rtl/>
              </w:rPr>
              <w:t>شمائلكم</w:t>
            </w:r>
            <w:r>
              <w:rPr>
                <w:rtl/>
              </w:rPr>
              <w:t xml:space="preserve"> </w:t>
            </w:r>
            <w:r w:rsidRPr="009647FC">
              <w:rPr>
                <w:rtl/>
              </w:rPr>
              <w:t>نشرُ؟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سلامٌ</w:t>
            </w:r>
            <w:r>
              <w:rPr>
                <w:rtl/>
              </w:rPr>
              <w:t xml:space="preserve"> </w:t>
            </w:r>
            <w:r w:rsidRPr="009647FC">
              <w:rPr>
                <w:rtl/>
              </w:rPr>
              <w:t>على</w:t>
            </w:r>
            <w:r>
              <w:rPr>
                <w:rtl/>
              </w:rPr>
              <w:t xml:space="preserve"> </w:t>
            </w:r>
            <w:r w:rsidRPr="009647FC">
              <w:rPr>
                <w:rtl/>
              </w:rPr>
              <w:t>تلك</w:t>
            </w:r>
            <w:r>
              <w:rPr>
                <w:rtl/>
              </w:rPr>
              <w:t xml:space="preserve"> </w:t>
            </w:r>
            <w:r w:rsidRPr="009647FC">
              <w:rPr>
                <w:rtl/>
              </w:rPr>
              <w:t>المحاسن</w:t>
            </w:r>
            <w:r>
              <w:rPr>
                <w:rtl/>
              </w:rPr>
              <w:t xml:space="preserve"> </w:t>
            </w:r>
            <w:r w:rsidRPr="009647FC">
              <w:rPr>
                <w:rtl/>
              </w:rPr>
              <w:t>إن</w:t>
            </w:r>
            <w:r w:rsidRPr="00B371C6">
              <w:rPr>
                <w:rtl/>
              </w:rPr>
              <w:t>ّ</w:t>
            </w:r>
            <w:r w:rsidRPr="009647FC">
              <w:rPr>
                <w:rtl/>
              </w:rPr>
              <w:t>ها</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مضت</w:t>
            </w:r>
            <w:r>
              <w:rPr>
                <w:rtl/>
              </w:rPr>
              <w:t xml:space="preserve"> </w:t>
            </w:r>
            <w:r w:rsidRPr="009647FC">
              <w:rPr>
                <w:rtl/>
              </w:rPr>
              <w:t>فمضى</w:t>
            </w:r>
            <w:r>
              <w:rPr>
                <w:rtl/>
              </w:rPr>
              <w:t xml:space="preserve"> </w:t>
            </w:r>
            <w:r w:rsidRPr="009647FC">
              <w:rPr>
                <w:rtl/>
              </w:rPr>
              <w:t>في</w:t>
            </w:r>
            <w:r>
              <w:rPr>
                <w:rtl/>
              </w:rPr>
              <w:t xml:space="preserve"> </w:t>
            </w:r>
            <w:r w:rsidRPr="009647FC">
              <w:rPr>
                <w:rtl/>
              </w:rPr>
              <w:t>إثرها</w:t>
            </w:r>
            <w:r>
              <w:rPr>
                <w:rtl/>
              </w:rPr>
              <w:t xml:space="preserve"> </w:t>
            </w:r>
            <w:r w:rsidRPr="009647FC">
              <w:rPr>
                <w:rtl/>
              </w:rPr>
              <w:t>الزمن</w:t>
            </w:r>
            <w:r>
              <w:rPr>
                <w:rtl/>
              </w:rPr>
              <w:t xml:space="preserve"> </w:t>
            </w:r>
            <w:r w:rsidRPr="009647FC">
              <w:rPr>
                <w:rtl/>
              </w:rPr>
              <w:t>النضرُ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لعمري</w:t>
            </w:r>
            <w:r>
              <w:rPr>
                <w:rtl/>
              </w:rPr>
              <w:t xml:space="preserve"> </w:t>
            </w:r>
            <w:r w:rsidRPr="009647FC">
              <w:rPr>
                <w:rtl/>
              </w:rPr>
              <w:t>لئن</w:t>
            </w:r>
            <w:r>
              <w:rPr>
                <w:rtl/>
              </w:rPr>
              <w:t xml:space="preserve"> </w:t>
            </w:r>
            <w:r w:rsidRPr="009647FC">
              <w:rPr>
                <w:rtl/>
              </w:rPr>
              <w:t>قد</w:t>
            </w:r>
            <w:r>
              <w:rPr>
                <w:rtl/>
              </w:rPr>
              <w:t xml:space="preserve"> </w:t>
            </w:r>
            <w:r w:rsidRPr="009647FC">
              <w:rPr>
                <w:rtl/>
              </w:rPr>
              <w:t>أقفر</w:t>
            </w:r>
            <w:r>
              <w:rPr>
                <w:rtl/>
              </w:rPr>
              <w:t xml:space="preserve"> </w:t>
            </w:r>
            <w:r w:rsidRPr="009647FC">
              <w:rPr>
                <w:rtl/>
              </w:rPr>
              <w:t>الجزعُ</w:t>
            </w:r>
            <w:r>
              <w:rPr>
                <w:rtl/>
              </w:rPr>
              <w:t xml:space="preserve"> </w:t>
            </w:r>
            <w:r w:rsidRPr="009647FC">
              <w:rPr>
                <w:rtl/>
              </w:rPr>
              <w:t>منكم</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فربع</w:t>
            </w:r>
            <w:r>
              <w:rPr>
                <w:rtl/>
              </w:rPr>
              <w:t xml:space="preserve"> </w:t>
            </w:r>
            <w:r w:rsidRPr="009647FC">
              <w:rPr>
                <w:rtl/>
              </w:rPr>
              <w:t>الأسى</w:t>
            </w:r>
            <w:r>
              <w:rPr>
                <w:rtl/>
              </w:rPr>
              <w:t xml:space="preserve"> </w:t>
            </w:r>
            <w:r w:rsidRPr="009647FC">
              <w:rPr>
                <w:rtl/>
              </w:rPr>
              <w:t>من</w:t>
            </w:r>
            <w:r>
              <w:rPr>
                <w:rtl/>
              </w:rPr>
              <w:t xml:space="preserve"> </w:t>
            </w:r>
            <w:r w:rsidRPr="009647FC">
              <w:rPr>
                <w:rtl/>
              </w:rPr>
              <w:t>بعدكم</w:t>
            </w:r>
            <w:r>
              <w:rPr>
                <w:rtl/>
              </w:rPr>
              <w:t xml:space="preserve"> </w:t>
            </w:r>
            <w:r w:rsidRPr="009647FC">
              <w:rPr>
                <w:rtl/>
              </w:rPr>
              <w:t>طللٌ</w:t>
            </w:r>
            <w:r>
              <w:rPr>
                <w:rtl/>
              </w:rPr>
              <w:t xml:space="preserve"> </w:t>
            </w:r>
            <w:r w:rsidRPr="009647FC">
              <w:rPr>
                <w:rtl/>
              </w:rPr>
              <w:t>قفرُ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أشاق</w:t>
            </w:r>
            <w:r>
              <w:rPr>
                <w:rtl/>
              </w:rPr>
              <w:t xml:space="preserve"> </w:t>
            </w:r>
            <w:r w:rsidRPr="009647FC">
              <w:rPr>
                <w:rtl/>
              </w:rPr>
              <w:t>إليكم</w:t>
            </w:r>
            <w:r>
              <w:rPr>
                <w:rtl/>
              </w:rPr>
              <w:t xml:space="preserve"> </w:t>
            </w:r>
            <w:r w:rsidRPr="009647FC">
              <w:rPr>
                <w:rtl/>
              </w:rPr>
              <w:t>كل</w:t>
            </w:r>
            <w:r w:rsidRPr="00B371C6">
              <w:rPr>
                <w:rtl/>
              </w:rPr>
              <w:t>ّ</w:t>
            </w:r>
            <w:r w:rsidRPr="009647FC">
              <w:rPr>
                <w:rtl/>
              </w:rPr>
              <w:t>ما</w:t>
            </w:r>
            <w:r>
              <w:rPr>
                <w:rtl/>
              </w:rPr>
              <w:t xml:space="preserve"> </w:t>
            </w:r>
            <w:r w:rsidRPr="009647FC">
              <w:rPr>
                <w:rtl/>
              </w:rPr>
              <w:t>عنّ</w:t>
            </w:r>
            <w:r>
              <w:rPr>
                <w:rtl/>
              </w:rPr>
              <w:t xml:space="preserve">َ </w:t>
            </w:r>
            <w:r w:rsidRPr="009647FC">
              <w:rPr>
                <w:rtl/>
              </w:rPr>
              <w:t>بارقٌ</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وآيةُ</w:t>
            </w:r>
            <w:r w:rsidR="004C00A8">
              <w:rPr>
                <w:rtl/>
              </w:rPr>
              <w:t xml:space="preserve"> </w:t>
            </w:r>
            <w:r w:rsidRPr="009647FC">
              <w:rPr>
                <w:rtl/>
              </w:rPr>
              <w:t>شوقي</w:t>
            </w:r>
            <w:r>
              <w:rPr>
                <w:rtl/>
              </w:rPr>
              <w:t xml:space="preserve"> </w:t>
            </w:r>
            <w:r w:rsidRPr="009647FC">
              <w:rPr>
                <w:rtl/>
              </w:rPr>
              <w:t>أنّ</w:t>
            </w:r>
            <w:r>
              <w:rPr>
                <w:rtl/>
              </w:rPr>
              <w:t xml:space="preserve">َ </w:t>
            </w:r>
            <w:r w:rsidRPr="009647FC">
              <w:rPr>
                <w:rtl/>
              </w:rPr>
              <w:t>دمعي</w:t>
            </w:r>
            <w:r>
              <w:rPr>
                <w:rtl/>
              </w:rPr>
              <w:t xml:space="preserve"> </w:t>
            </w:r>
            <w:r w:rsidRPr="009647FC">
              <w:rPr>
                <w:rtl/>
              </w:rPr>
              <w:t>له</w:t>
            </w:r>
            <w:r>
              <w:rPr>
                <w:rtl/>
              </w:rPr>
              <w:t xml:space="preserve"> </w:t>
            </w:r>
            <w:r w:rsidRPr="009647FC">
              <w:rPr>
                <w:rtl/>
              </w:rPr>
              <w:t>قطرُ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ولا</w:t>
            </w:r>
            <w:r>
              <w:rPr>
                <w:rtl/>
              </w:rPr>
              <w:t xml:space="preserve"> </w:t>
            </w:r>
            <w:r w:rsidRPr="009647FC">
              <w:rPr>
                <w:rtl/>
              </w:rPr>
              <w:t>أنشق</w:t>
            </w:r>
            <w:r>
              <w:rPr>
                <w:rtl/>
              </w:rPr>
              <w:t xml:space="preserve"> </w:t>
            </w:r>
            <w:r w:rsidRPr="009647FC">
              <w:rPr>
                <w:rtl/>
              </w:rPr>
              <w:t>الأرواح</w:t>
            </w:r>
            <w:r>
              <w:rPr>
                <w:rtl/>
              </w:rPr>
              <w:t xml:space="preserve">َ </w:t>
            </w:r>
            <w:r w:rsidRPr="009647FC">
              <w:rPr>
                <w:rtl/>
              </w:rPr>
              <w:t>إلاّ</w:t>
            </w:r>
            <w:r>
              <w:rPr>
                <w:rtl/>
              </w:rPr>
              <w:t xml:space="preserve"> </w:t>
            </w:r>
            <w:r w:rsidRPr="009647FC">
              <w:rPr>
                <w:rtl/>
              </w:rPr>
              <w:t>غلالة</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لتبرد</w:t>
            </w:r>
            <w:r>
              <w:rPr>
                <w:rtl/>
              </w:rPr>
              <w:t>َ</w:t>
            </w:r>
            <w:r w:rsidR="004C00A8">
              <w:rPr>
                <w:rtl/>
              </w:rPr>
              <w:t xml:space="preserve"> </w:t>
            </w:r>
            <w:r w:rsidRPr="009647FC">
              <w:rPr>
                <w:rtl/>
              </w:rPr>
              <w:t>أحشائي</w:t>
            </w:r>
            <w:r>
              <w:rPr>
                <w:rtl/>
              </w:rPr>
              <w:t xml:space="preserve"> </w:t>
            </w:r>
            <w:r w:rsidRPr="009647FC">
              <w:rPr>
                <w:rtl/>
              </w:rPr>
              <w:t>وهل</w:t>
            </w:r>
            <w:r>
              <w:rPr>
                <w:rtl/>
              </w:rPr>
              <w:t xml:space="preserve"> </w:t>
            </w:r>
            <w:r w:rsidRPr="009647FC">
              <w:rPr>
                <w:rtl/>
              </w:rPr>
              <w:t>يبرد</w:t>
            </w:r>
            <w:r>
              <w:rPr>
                <w:rtl/>
              </w:rPr>
              <w:t xml:space="preserve"> </w:t>
            </w:r>
            <w:r w:rsidRPr="009647FC">
              <w:rPr>
                <w:rtl/>
              </w:rPr>
              <w:t>الجمرُ؟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وكنت</w:t>
            </w:r>
            <w:r w:rsidR="004C00A8">
              <w:rPr>
                <w:rtl/>
              </w:rPr>
              <w:t xml:space="preserve"> </w:t>
            </w:r>
            <w:r w:rsidRPr="009647FC">
              <w:rPr>
                <w:rtl/>
              </w:rPr>
              <w:t>أعدُّ</w:t>
            </w:r>
            <w:r>
              <w:rPr>
                <w:rtl/>
              </w:rPr>
              <w:t xml:space="preserve"> </w:t>
            </w:r>
            <w:r w:rsidRPr="009647FC">
              <w:rPr>
                <w:rtl/>
              </w:rPr>
              <w:t>الهجر</w:t>
            </w:r>
            <w:r>
              <w:rPr>
                <w:rtl/>
              </w:rPr>
              <w:t xml:space="preserve">َ </w:t>
            </w:r>
            <w:r w:rsidRPr="009647FC">
              <w:rPr>
                <w:rtl/>
              </w:rPr>
              <w:t>لا</w:t>
            </w:r>
            <w:r>
              <w:rPr>
                <w:rtl/>
              </w:rPr>
              <w:t xml:space="preserve"> </w:t>
            </w:r>
            <w:r w:rsidRPr="009647FC">
              <w:rPr>
                <w:rtl/>
              </w:rPr>
              <w:t>شي‌ء</w:t>
            </w:r>
            <w:r>
              <w:rPr>
                <w:rtl/>
              </w:rPr>
              <w:t xml:space="preserve"> </w:t>
            </w:r>
            <w:r w:rsidRPr="009647FC">
              <w:rPr>
                <w:rtl/>
              </w:rPr>
              <w:t>فوقه</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إلى</w:t>
            </w:r>
            <w:r w:rsidR="004C00A8">
              <w:rPr>
                <w:rtl/>
              </w:rPr>
              <w:t xml:space="preserve"> </w:t>
            </w:r>
            <w:r w:rsidRPr="009647FC">
              <w:rPr>
                <w:rtl/>
              </w:rPr>
              <w:t>أن</w:t>
            </w:r>
            <w:r>
              <w:rPr>
                <w:rtl/>
              </w:rPr>
              <w:t xml:space="preserve"> </w:t>
            </w:r>
            <w:r w:rsidRPr="009647FC">
              <w:rPr>
                <w:rtl/>
              </w:rPr>
              <w:t>أتى</w:t>
            </w:r>
            <w:r>
              <w:rPr>
                <w:rtl/>
              </w:rPr>
              <w:t xml:space="preserve"> </w:t>
            </w:r>
            <w:r w:rsidRPr="009647FC">
              <w:rPr>
                <w:rtl/>
              </w:rPr>
              <w:t>ما</w:t>
            </w:r>
            <w:r>
              <w:rPr>
                <w:rtl/>
              </w:rPr>
              <w:t xml:space="preserve"> </w:t>
            </w:r>
            <w:r w:rsidRPr="009647FC">
              <w:rPr>
                <w:rtl/>
              </w:rPr>
              <w:t>هان</w:t>
            </w:r>
            <w:r>
              <w:rPr>
                <w:rtl/>
              </w:rPr>
              <w:t xml:space="preserve"> </w:t>
            </w:r>
            <w:r w:rsidRPr="009647FC">
              <w:rPr>
                <w:rtl/>
              </w:rPr>
              <w:t>من</w:t>
            </w:r>
            <w:r>
              <w:rPr>
                <w:rtl/>
              </w:rPr>
              <w:t xml:space="preserve"> </w:t>
            </w:r>
            <w:r w:rsidRPr="009647FC">
              <w:rPr>
                <w:rtl/>
              </w:rPr>
              <w:t>دونه</w:t>
            </w:r>
            <w:r>
              <w:rPr>
                <w:rtl/>
              </w:rPr>
              <w:t xml:space="preserve"> </w:t>
            </w:r>
            <w:r w:rsidRPr="009647FC">
              <w:rPr>
                <w:rtl/>
              </w:rPr>
              <w:t>الهجرُ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فأصبحت</w:t>
            </w:r>
            <w:r>
              <w:rPr>
                <w:rtl/>
              </w:rPr>
              <w:t xml:space="preserve"> </w:t>
            </w:r>
            <w:r w:rsidRPr="009647FC">
              <w:rPr>
                <w:rtl/>
              </w:rPr>
              <w:t>لا</w:t>
            </w:r>
            <w:r>
              <w:rPr>
                <w:rtl/>
              </w:rPr>
              <w:t xml:space="preserve"> </w:t>
            </w:r>
            <w:r w:rsidRPr="009647FC">
              <w:rPr>
                <w:rtl/>
              </w:rPr>
              <w:t>أعلامُ</w:t>
            </w:r>
            <w:r>
              <w:rPr>
                <w:rtl/>
              </w:rPr>
              <w:t xml:space="preserve"> </w:t>
            </w:r>
            <w:r w:rsidRPr="009647FC">
              <w:rPr>
                <w:rtl/>
              </w:rPr>
              <w:t>سلع</w:t>
            </w:r>
            <w:r>
              <w:rPr>
                <w:rtl/>
              </w:rPr>
              <w:t xml:space="preserve"> </w:t>
            </w:r>
            <w:r w:rsidRPr="009647FC">
              <w:rPr>
                <w:rtl/>
              </w:rPr>
              <w:t>تشوقني</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ولا</w:t>
            </w:r>
            <w:r w:rsidR="004C00A8">
              <w:rPr>
                <w:rtl/>
              </w:rPr>
              <w:t xml:space="preserve"> </w:t>
            </w:r>
            <w:r w:rsidRPr="009647FC">
              <w:rPr>
                <w:rtl/>
              </w:rPr>
              <w:t>يتصبّاني</w:t>
            </w:r>
            <w:r>
              <w:rPr>
                <w:rtl/>
              </w:rPr>
              <w:t xml:space="preserve"> </w:t>
            </w:r>
            <w:r w:rsidRPr="009647FC">
              <w:rPr>
                <w:rtl/>
              </w:rPr>
              <w:t>بها</w:t>
            </w:r>
            <w:r>
              <w:rPr>
                <w:rtl/>
              </w:rPr>
              <w:t xml:space="preserve"> </w:t>
            </w:r>
            <w:r w:rsidRPr="009647FC">
              <w:rPr>
                <w:rtl/>
              </w:rPr>
              <w:t>ما</w:t>
            </w:r>
            <w:r>
              <w:rPr>
                <w:rtl/>
              </w:rPr>
              <w:t xml:space="preserve"> </w:t>
            </w:r>
            <w:r w:rsidRPr="009647FC">
              <w:rPr>
                <w:rtl/>
              </w:rPr>
              <w:t>حوى</w:t>
            </w:r>
            <w:r>
              <w:rPr>
                <w:rtl/>
              </w:rPr>
              <w:t xml:space="preserve"> </w:t>
            </w:r>
            <w:r w:rsidRPr="009647FC">
              <w:rPr>
                <w:rtl/>
              </w:rPr>
              <w:t>خدرُ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وكيف</w:t>
            </w:r>
            <w:r>
              <w:rPr>
                <w:rtl/>
              </w:rPr>
              <w:t xml:space="preserve"> </w:t>
            </w:r>
            <w:r w:rsidRPr="009647FC">
              <w:rPr>
                <w:rtl/>
              </w:rPr>
              <w:t>وفقدان</w:t>
            </w:r>
            <w:r>
              <w:rPr>
                <w:rtl/>
              </w:rPr>
              <w:t xml:space="preserve"> </w:t>
            </w:r>
            <w:r w:rsidRPr="009647FC">
              <w:rPr>
                <w:rtl/>
              </w:rPr>
              <w:t>الشباب</w:t>
            </w:r>
            <w:r>
              <w:rPr>
                <w:rtl/>
              </w:rPr>
              <w:t xml:space="preserve"> </w:t>
            </w:r>
            <w:r w:rsidRPr="009647FC">
              <w:rPr>
                <w:rtl/>
              </w:rPr>
              <w:t>فقدتكم؟</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وتلك</w:t>
            </w:r>
            <w:r>
              <w:rPr>
                <w:rtl/>
              </w:rPr>
              <w:t xml:space="preserve"> </w:t>
            </w:r>
            <w:r w:rsidRPr="009647FC">
              <w:rPr>
                <w:rtl/>
              </w:rPr>
              <w:t>حياةٌ</w:t>
            </w:r>
            <w:r>
              <w:rPr>
                <w:rtl/>
              </w:rPr>
              <w:t xml:space="preserve"> </w:t>
            </w:r>
            <w:r w:rsidRPr="009647FC">
              <w:rPr>
                <w:rtl/>
              </w:rPr>
              <w:t>لا</w:t>
            </w:r>
            <w:r>
              <w:rPr>
                <w:rtl/>
              </w:rPr>
              <w:t xml:space="preserve"> </w:t>
            </w:r>
            <w:r w:rsidRPr="009647FC">
              <w:rPr>
                <w:rtl/>
              </w:rPr>
              <w:t>ي</w:t>
            </w:r>
            <w:r w:rsidRPr="00B371C6">
              <w:rPr>
                <w:rtl/>
              </w:rPr>
              <w:t>ُ</w:t>
            </w:r>
            <w:r w:rsidRPr="009647FC">
              <w:rPr>
                <w:rtl/>
              </w:rPr>
              <w:t>حبُّ</w:t>
            </w:r>
            <w:r>
              <w:rPr>
                <w:rtl/>
              </w:rPr>
              <w:t xml:space="preserve"> </w:t>
            </w:r>
            <w:r w:rsidRPr="009647FC">
              <w:rPr>
                <w:rtl/>
              </w:rPr>
              <w:t>لها</w:t>
            </w:r>
            <w:r>
              <w:rPr>
                <w:rtl/>
              </w:rPr>
              <w:t xml:space="preserve"> </w:t>
            </w:r>
            <w:r w:rsidRPr="009647FC">
              <w:rPr>
                <w:rtl/>
              </w:rPr>
              <w:t>عمرُ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ولما</w:t>
            </w:r>
            <w:r>
              <w:rPr>
                <w:rtl/>
              </w:rPr>
              <w:t xml:space="preserve"> </w:t>
            </w:r>
            <w:r w:rsidRPr="009647FC">
              <w:rPr>
                <w:rtl/>
              </w:rPr>
              <w:t>تجاذبناكمُ</w:t>
            </w:r>
            <w:r>
              <w:rPr>
                <w:rtl/>
              </w:rPr>
              <w:t xml:space="preserve"> </w:t>
            </w:r>
            <w:r w:rsidRPr="009647FC">
              <w:rPr>
                <w:rtl/>
              </w:rPr>
              <w:t>أنا</w:t>
            </w:r>
            <w:r>
              <w:rPr>
                <w:rtl/>
              </w:rPr>
              <w:t xml:space="preserve"> </w:t>
            </w:r>
            <w:r w:rsidRPr="009647FC">
              <w:rPr>
                <w:rtl/>
              </w:rPr>
              <w:t>والردى</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رجعت</w:t>
            </w:r>
            <w:r w:rsidR="004C00A8">
              <w:rPr>
                <w:rtl/>
              </w:rPr>
              <w:t xml:space="preserve"> </w:t>
            </w:r>
            <w:r w:rsidRPr="009647FC">
              <w:rPr>
                <w:rtl/>
              </w:rPr>
              <w:t>برغمي</w:t>
            </w:r>
            <w:r>
              <w:rPr>
                <w:rtl/>
              </w:rPr>
              <w:t xml:space="preserve"> </w:t>
            </w:r>
            <w:r w:rsidRPr="009647FC">
              <w:rPr>
                <w:rtl/>
              </w:rPr>
              <w:t>عنكم</w:t>
            </w:r>
            <w:r>
              <w:rPr>
                <w:rtl/>
              </w:rPr>
              <w:t xml:space="preserve"> </w:t>
            </w:r>
            <w:r w:rsidRPr="009647FC">
              <w:rPr>
                <w:rtl/>
              </w:rPr>
              <w:t>ويدي</w:t>
            </w:r>
            <w:r>
              <w:rPr>
                <w:rtl/>
              </w:rPr>
              <w:t xml:space="preserve"> </w:t>
            </w:r>
            <w:r w:rsidRPr="009647FC">
              <w:rPr>
                <w:rtl/>
              </w:rPr>
              <w:t>صفرُ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وكم</w:t>
            </w:r>
            <w:r w:rsidR="004C00A8">
              <w:rPr>
                <w:rtl/>
              </w:rPr>
              <w:t xml:space="preserve"> </w:t>
            </w:r>
            <w:r w:rsidRPr="009647FC">
              <w:rPr>
                <w:rtl/>
              </w:rPr>
              <w:t>منكم</w:t>
            </w:r>
            <w:r>
              <w:rPr>
                <w:rtl/>
              </w:rPr>
              <w:t xml:space="preserve"> </w:t>
            </w:r>
            <w:r w:rsidRPr="009647FC">
              <w:rPr>
                <w:rtl/>
              </w:rPr>
              <w:t>من</w:t>
            </w:r>
            <w:r>
              <w:rPr>
                <w:rtl/>
              </w:rPr>
              <w:t xml:space="preserve"> </w:t>
            </w:r>
            <w:r w:rsidRPr="009647FC">
              <w:rPr>
                <w:rtl/>
              </w:rPr>
              <w:t>واضح</w:t>
            </w:r>
            <w:r>
              <w:rPr>
                <w:rtl/>
              </w:rPr>
              <w:t xml:space="preserve"> </w:t>
            </w:r>
            <w:r w:rsidRPr="009647FC">
              <w:rPr>
                <w:rtl/>
              </w:rPr>
              <w:t>الوجه</w:t>
            </w:r>
            <w:r>
              <w:rPr>
                <w:rtl/>
              </w:rPr>
              <w:t xml:space="preserve"> </w:t>
            </w:r>
            <w:r w:rsidRPr="009647FC">
              <w:rPr>
                <w:rtl/>
              </w:rPr>
              <w:t>أدرجتْ</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له</w:t>
            </w:r>
            <w:r>
              <w:rPr>
                <w:rtl/>
              </w:rPr>
              <w:t xml:space="preserve"> </w:t>
            </w:r>
            <w:r w:rsidRPr="009647FC">
              <w:rPr>
                <w:rtl/>
              </w:rPr>
              <w:t>صورةٌ</w:t>
            </w:r>
            <w:r>
              <w:rPr>
                <w:rtl/>
              </w:rPr>
              <w:t xml:space="preserve"> </w:t>
            </w:r>
            <w:r w:rsidRPr="009647FC">
              <w:rPr>
                <w:rtl/>
              </w:rPr>
              <w:t>في</w:t>
            </w:r>
            <w:r>
              <w:rPr>
                <w:rtl/>
              </w:rPr>
              <w:t xml:space="preserve"> </w:t>
            </w:r>
            <w:r w:rsidRPr="009647FC">
              <w:rPr>
                <w:rtl/>
              </w:rPr>
              <w:t>البُرد</w:t>
            </w:r>
            <w:r>
              <w:rPr>
                <w:rtl/>
              </w:rPr>
              <w:t xml:space="preserve"> </w:t>
            </w:r>
            <w:r w:rsidRPr="009647FC">
              <w:rPr>
                <w:rtl/>
              </w:rPr>
              <w:t>لم</w:t>
            </w:r>
            <w:r>
              <w:rPr>
                <w:rtl/>
              </w:rPr>
              <w:t xml:space="preserve"> </w:t>
            </w:r>
            <w:r w:rsidRPr="009647FC">
              <w:rPr>
                <w:rtl/>
              </w:rPr>
              <w:t>يحكها</w:t>
            </w:r>
            <w:r>
              <w:rPr>
                <w:rtl/>
              </w:rPr>
              <w:t xml:space="preserve"> </w:t>
            </w:r>
            <w:r w:rsidRPr="009647FC">
              <w:rPr>
                <w:rtl/>
              </w:rPr>
              <w:t>البدرُ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وكافورةٍ</w:t>
            </w:r>
            <w:r w:rsidR="004C00A8">
              <w:rPr>
                <w:rtl/>
              </w:rPr>
              <w:t xml:space="preserve"> </w:t>
            </w:r>
            <w:r w:rsidRPr="009647FC">
              <w:rPr>
                <w:rtl/>
              </w:rPr>
              <w:t>للحسن</w:t>
            </w:r>
            <w:r>
              <w:rPr>
                <w:rtl/>
              </w:rPr>
              <w:t xml:space="preserve"> </w:t>
            </w:r>
            <w:r w:rsidRPr="009647FC">
              <w:rPr>
                <w:rtl/>
              </w:rPr>
              <w:t>أضحت</w:t>
            </w:r>
            <w:r>
              <w:rPr>
                <w:rtl/>
              </w:rPr>
              <w:t xml:space="preserve"> </w:t>
            </w:r>
            <w:r w:rsidRPr="009647FC">
              <w:rPr>
                <w:rtl/>
              </w:rPr>
              <w:t>بزعمهم</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تعطّ</w:t>
            </w:r>
            <w:r>
              <w:rPr>
                <w:rtl/>
              </w:rPr>
              <w:t>َ</w:t>
            </w:r>
            <w:r w:rsidRPr="009647FC">
              <w:rPr>
                <w:rtl/>
              </w:rPr>
              <w:t>ر</w:t>
            </w:r>
            <w:r w:rsidR="004C00A8">
              <w:rPr>
                <w:rtl/>
              </w:rPr>
              <w:t xml:space="preserve"> </w:t>
            </w:r>
            <w:r w:rsidRPr="009647FC">
              <w:rPr>
                <w:rtl/>
              </w:rPr>
              <w:t>بالكافور</w:t>
            </w:r>
            <w:r>
              <w:rPr>
                <w:rtl/>
              </w:rPr>
              <w:t xml:space="preserve"> </w:t>
            </w:r>
            <w:r w:rsidRPr="009647FC">
              <w:rPr>
                <w:rtl/>
              </w:rPr>
              <w:t>وهي</w:t>
            </w:r>
            <w:r>
              <w:rPr>
                <w:rtl/>
              </w:rPr>
              <w:t xml:space="preserve"> </w:t>
            </w:r>
            <w:r w:rsidRPr="009647FC">
              <w:rPr>
                <w:rtl/>
              </w:rPr>
              <w:t>له</w:t>
            </w:r>
            <w:r>
              <w:rPr>
                <w:rtl/>
              </w:rPr>
              <w:t xml:space="preserve"> </w:t>
            </w:r>
            <w:r w:rsidRPr="009647FC">
              <w:rPr>
                <w:rtl/>
              </w:rPr>
              <w:t>عطرُ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لي</w:t>
            </w:r>
            <w:r w:rsidR="004C00A8">
              <w:rPr>
                <w:rtl/>
              </w:rPr>
              <w:t xml:space="preserve"> </w:t>
            </w:r>
            <w:r w:rsidRPr="009647FC">
              <w:rPr>
                <w:rtl/>
              </w:rPr>
              <w:t>اللهُ</w:t>
            </w:r>
            <w:r>
              <w:rPr>
                <w:rtl/>
              </w:rPr>
              <w:t xml:space="preserve"> </w:t>
            </w:r>
            <w:r w:rsidRPr="009647FC">
              <w:rPr>
                <w:rtl/>
              </w:rPr>
              <w:t>بعد</w:t>
            </w:r>
            <w:r>
              <w:rPr>
                <w:rtl/>
              </w:rPr>
              <w:t xml:space="preserve"> </w:t>
            </w:r>
            <w:r w:rsidRPr="009647FC">
              <w:rPr>
                <w:rtl/>
              </w:rPr>
              <w:t>اليوم</w:t>
            </w:r>
            <w:r>
              <w:rPr>
                <w:rtl/>
              </w:rPr>
              <w:t xml:space="preserve"> </w:t>
            </w:r>
            <w:r w:rsidRPr="009647FC">
              <w:rPr>
                <w:rtl/>
              </w:rPr>
              <w:t>من</w:t>
            </w:r>
            <w:r>
              <w:rPr>
                <w:rtl/>
              </w:rPr>
              <w:t xml:space="preserve"> </w:t>
            </w:r>
            <w:r w:rsidRPr="009647FC">
              <w:rPr>
                <w:rtl/>
              </w:rPr>
              <w:t>لي</w:t>
            </w:r>
            <w:r>
              <w:rPr>
                <w:rtl/>
              </w:rPr>
              <w:t xml:space="preserve"> </w:t>
            </w:r>
            <w:r w:rsidRPr="009647FC">
              <w:rPr>
                <w:rtl/>
              </w:rPr>
              <w:t>بقربكم</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وأبعدُ</w:t>
            </w:r>
            <w:r w:rsidR="004C00A8">
              <w:rPr>
                <w:rtl/>
              </w:rPr>
              <w:t xml:space="preserve"> </w:t>
            </w:r>
            <w:r w:rsidRPr="009647FC">
              <w:rPr>
                <w:rtl/>
              </w:rPr>
              <w:t>غادٍ</w:t>
            </w:r>
            <w:r>
              <w:rPr>
                <w:rtl/>
              </w:rPr>
              <w:t xml:space="preserve"> </w:t>
            </w:r>
            <w:r w:rsidRPr="009647FC">
              <w:rPr>
                <w:rtl/>
              </w:rPr>
              <w:t>م</w:t>
            </w:r>
            <w:r w:rsidRPr="00B371C6">
              <w:rPr>
                <w:rtl/>
              </w:rPr>
              <w:t>َ</w:t>
            </w:r>
            <w:r w:rsidRPr="009647FC">
              <w:rPr>
                <w:rtl/>
              </w:rPr>
              <w:t>نْ</w:t>
            </w:r>
            <w:r>
              <w:rPr>
                <w:rtl/>
              </w:rPr>
              <w:t xml:space="preserve"> </w:t>
            </w:r>
            <w:r w:rsidRPr="009647FC">
              <w:rPr>
                <w:rtl/>
              </w:rPr>
              <w:t>أتى</w:t>
            </w:r>
            <w:r>
              <w:rPr>
                <w:rtl/>
              </w:rPr>
              <w:t xml:space="preserve"> </w:t>
            </w:r>
            <w:r w:rsidRPr="009647FC">
              <w:rPr>
                <w:rtl/>
              </w:rPr>
              <w:t>دونه</w:t>
            </w:r>
            <w:r>
              <w:rPr>
                <w:rtl/>
              </w:rPr>
              <w:t xml:space="preserve"> </w:t>
            </w:r>
            <w:r w:rsidRPr="009647FC">
              <w:rPr>
                <w:rtl/>
              </w:rPr>
              <w:t>القبرُ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قفوا</w:t>
            </w:r>
            <w:r w:rsidR="004C00A8">
              <w:rPr>
                <w:rtl/>
              </w:rPr>
              <w:t xml:space="preserve"> </w:t>
            </w:r>
            <w:r w:rsidRPr="009647FC">
              <w:rPr>
                <w:rtl/>
              </w:rPr>
              <w:t>زوِّدونا</w:t>
            </w:r>
            <w:r>
              <w:rPr>
                <w:rtl/>
              </w:rPr>
              <w:t xml:space="preserve"> </w:t>
            </w:r>
            <w:r w:rsidRPr="009647FC">
              <w:rPr>
                <w:rtl/>
              </w:rPr>
              <w:t>إن</w:t>
            </w:r>
            <w:r w:rsidRPr="00B371C6">
              <w:rPr>
                <w:rtl/>
              </w:rPr>
              <w:t>ّ</w:t>
            </w:r>
            <w:r w:rsidRPr="009647FC">
              <w:rPr>
                <w:rtl/>
              </w:rPr>
              <w:t>ما</w:t>
            </w:r>
            <w:r>
              <w:rPr>
                <w:rtl/>
              </w:rPr>
              <w:t xml:space="preserve"> </w:t>
            </w:r>
            <w:r w:rsidRPr="009647FC">
              <w:rPr>
                <w:rtl/>
              </w:rPr>
              <w:t>هي</w:t>
            </w:r>
            <w:r>
              <w:rPr>
                <w:rtl/>
              </w:rPr>
              <w:t xml:space="preserve"> </w:t>
            </w:r>
            <w:r w:rsidRPr="009647FC">
              <w:rPr>
                <w:rtl/>
              </w:rPr>
              <w:t>ساعةٌ</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ووعد</w:t>
            </w:r>
            <w:r w:rsidR="004C00A8">
              <w:rPr>
                <w:rtl/>
              </w:rPr>
              <w:t xml:space="preserve"> </w:t>
            </w:r>
            <w:r w:rsidRPr="009647FC">
              <w:rPr>
                <w:rtl/>
              </w:rPr>
              <w:t>التلاقي</w:t>
            </w:r>
            <w:r>
              <w:rPr>
                <w:rtl/>
              </w:rPr>
              <w:t xml:space="preserve"> </w:t>
            </w:r>
            <w:r w:rsidRPr="009647FC">
              <w:rPr>
                <w:rtl/>
              </w:rPr>
              <w:t>بيننا</w:t>
            </w:r>
            <w:r>
              <w:rPr>
                <w:rtl/>
              </w:rPr>
              <w:t xml:space="preserve"> </w:t>
            </w:r>
            <w:r w:rsidRPr="009647FC">
              <w:rPr>
                <w:rtl/>
              </w:rPr>
              <w:t>بعده</w:t>
            </w:r>
            <w:r>
              <w:rPr>
                <w:rtl/>
              </w:rPr>
              <w:t xml:space="preserve"> </w:t>
            </w:r>
            <w:r w:rsidRPr="009647FC">
              <w:rPr>
                <w:rtl/>
              </w:rPr>
              <w:t>الحشرُ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رحلتم</w:t>
            </w:r>
            <w:r>
              <w:rPr>
                <w:rtl/>
              </w:rPr>
              <w:t xml:space="preserve"> </w:t>
            </w:r>
            <w:r w:rsidRPr="009647FC">
              <w:rPr>
                <w:rtl/>
              </w:rPr>
              <w:t>وقلبي</w:t>
            </w:r>
            <w:r>
              <w:rPr>
                <w:rtl/>
              </w:rPr>
              <w:t xml:space="preserve"> </w:t>
            </w:r>
            <w:r w:rsidRPr="009647FC">
              <w:rPr>
                <w:rtl/>
              </w:rPr>
              <w:t>شطرُه</w:t>
            </w:r>
            <w:r>
              <w:rPr>
                <w:rtl/>
              </w:rPr>
              <w:t xml:space="preserve"> </w:t>
            </w:r>
            <w:r w:rsidRPr="009647FC">
              <w:rPr>
                <w:rtl/>
              </w:rPr>
              <w:t>في</w:t>
            </w:r>
            <w:r>
              <w:rPr>
                <w:rtl/>
              </w:rPr>
              <w:t xml:space="preserve"> </w:t>
            </w:r>
            <w:r w:rsidRPr="009647FC">
              <w:rPr>
                <w:rtl/>
              </w:rPr>
              <w:t>ظعونكم</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وللوجد</w:t>
            </w:r>
            <w:r>
              <w:rPr>
                <w:rtl/>
              </w:rPr>
              <w:t xml:space="preserve"> </w:t>
            </w:r>
            <w:r w:rsidRPr="009647FC">
              <w:rPr>
                <w:rtl/>
              </w:rPr>
              <w:t>باقٍ</w:t>
            </w:r>
            <w:r>
              <w:rPr>
                <w:rtl/>
              </w:rPr>
              <w:t xml:space="preserve"> </w:t>
            </w:r>
            <w:r w:rsidRPr="009647FC">
              <w:rPr>
                <w:rtl/>
              </w:rPr>
              <w:t>منه</w:t>
            </w:r>
            <w:r>
              <w:rPr>
                <w:rtl/>
              </w:rPr>
              <w:t xml:space="preserve"> </w:t>
            </w:r>
            <w:r w:rsidRPr="009647FC">
              <w:rPr>
                <w:rtl/>
              </w:rPr>
              <w:t>في</w:t>
            </w:r>
            <w:r>
              <w:rPr>
                <w:rtl/>
              </w:rPr>
              <w:t xml:space="preserve"> </w:t>
            </w:r>
            <w:r w:rsidRPr="009647FC">
              <w:rPr>
                <w:rtl/>
              </w:rPr>
              <w:t>أضلعي</w:t>
            </w:r>
            <w:r>
              <w:rPr>
                <w:rtl/>
              </w:rPr>
              <w:t xml:space="preserve"> </w:t>
            </w:r>
            <w:r w:rsidRPr="009647FC">
              <w:rPr>
                <w:rtl/>
              </w:rPr>
              <w:t>شطرُ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وشيّ</w:t>
            </w:r>
            <w:r w:rsidRPr="00B371C6">
              <w:rPr>
                <w:rtl/>
              </w:rPr>
              <w:t>َ</w:t>
            </w:r>
            <w:r w:rsidRPr="009647FC">
              <w:rPr>
                <w:rtl/>
              </w:rPr>
              <w:t>عتكم</w:t>
            </w:r>
            <w:r>
              <w:rPr>
                <w:rtl/>
              </w:rPr>
              <w:t xml:space="preserve"> </w:t>
            </w:r>
            <w:r w:rsidRPr="009647FC">
              <w:rPr>
                <w:rtl/>
              </w:rPr>
              <w:t>والدمع</w:t>
            </w:r>
            <w:r>
              <w:rPr>
                <w:rtl/>
              </w:rPr>
              <w:t xml:space="preserve"> </w:t>
            </w:r>
            <w:r w:rsidRPr="009647FC">
              <w:rPr>
                <w:rtl/>
              </w:rPr>
              <w:t>يوم</w:t>
            </w:r>
            <w:r>
              <w:rPr>
                <w:rtl/>
              </w:rPr>
              <w:t xml:space="preserve">َ </w:t>
            </w:r>
            <w:r w:rsidRPr="009647FC">
              <w:rPr>
                <w:rtl/>
              </w:rPr>
              <w:t>نواكم</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غريقان</w:t>
            </w:r>
            <w:r>
              <w:rPr>
                <w:rtl/>
              </w:rPr>
              <w:t xml:space="preserve"> </w:t>
            </w:r>
            <w:r w:rsidRPr="009647FC">
              <w:rPr>
                <w:rtl/>
              </w:rPr>
              <w:t>فيه</w:t>
            </w:r>
            <w:r>
              <w:rPr>
                <w:rtl/>
              </w:rPr>
              <w:t xml:space="preserve"> </w:t>
            </w:r>
            <w:r w:rsidRPr="009647FC">
              <w:rPr>
                <w:rtl/>
              </w:rPr>
              <w:t>خلفكم</w:t>
            </w:r>
            <w:r>
              <w:rPr>
                <w:rtl/>
              </w:rPr>
              <w:t xml:space="preserve"> </w:t>
            </w:r>
            <w:r w:rsidRPr="009647FC">
              <w:rPr>
                <w:rtl/>
              </w:rPr>
              <w:t>أنا</w:t>
            </w:r>
            <w:r>
              <w:rPr>
                <w:rtl/>
              </w:rPr>
              <w:t xml:space="preserve"> </w:t>
            </w:r>
            <w:r w:rsidRPr="009647FC">
              <w:rPr>
                <w:rtl/>
              </w:rPr>
              <w:t>والصبرُ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وأعهدُ</w:t>
            </w:r>
            <w:r w:rsidR="004C00A8">
              <w:rPr>
                <w:rtl/>
              </w:rPr>
              <w:t xml:space="preserve"> </w:t>
            </w:r>
            <w:r w:rsidRPr="009647FC">
              <w:rPr>
                <w:rtl/>
              </w:rPr>
              <w:t>خصراً</w:t>
            </w:r>
            <w:r>
              <w:rPr>
                <w:rtl/>
              </w:rPr>
              <w:t xml:space="preserve"> </w:t>
            </w:r>
            <w:r w:rsidRPr="009647FC">
              <w:rPr>
                <w:rtl/>
              </w:rPr>
              <w:t>يشتكي</w:t>
            </w:r>
            <w:r>
              <w:rPr>
                <w:rtl/>
              </w:rPr>
              <w:t xml:space="preserve"> </w:t>
            </w:r>
            <w:r w:rsidRPr="009647FC">
              <w:rPr>
                <w:rtl/>
              </w:rPr>
              <w:t>ثقل</w:t>
            </w:r>
            <w:r>
              <w:rPr>
                <w:rtl/>
              </w:rPr>
              <w:t xml:space="preserve">َ </w:t>
            </w:r>
            <w:r w:rsidRPr="009647FC">
              <w:rPr>
                <w:rtl/>
              </w:rPr>
              <w:t>ردفه</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فوا</w:t>
            </w:r>
            <w:r>
              <w:rPr>
                <w:rtl/>
              </w:rPr>
              <w:t xml:space="preserve"> </w:t>
            </w:r>
            <w:r w:rsidRPr="009647FC">
              <w:rPr>
                <w:rtl/>
              </w:rPr>
              <w:t>رحمتا</w:t>
            </w:r>
            <w:r>
              <w:rPr>
                <w:rtl/>
              </w:rPr>
              <w:t xml:space="preserve"> </w:t>
            </w:r>
            <w:r w:rsidRPr="009647FC">
              <w:rPr>
                <w:rtl/>
              </w:rPr>
              <w:t>تحت</w:t>
            </w:r>
            <w:r>
              <w:rPr>
                <w:rtl/>
              </w:rPr>
              <w:t xml:space="preserve"> </w:t>
            </w:r>
            <w:r w:rsidRPr="009647FC">
              <w:rPr>
                <w:rtl/>
              </w:rPr>
              <w:t>الرشا</w:t>
            </w:r>
            <w:r w:rsidRPr="004E7EC6">
              <w:rPr>
                <w:rStyle w:val="libFootnotenumChar"/>
                <w:rtl/>
              </w:rPr>
              <w:t>(1)</w:t>
            </w:r>
            <w:r>
              <w:rPr>
                <w:rtl/>
              </w:rPr>
              <w:t xml:space="preserve"> </w:t>
            </w:r>
            <w:r w:rsidRPr="009647FC">
              <w:rPr>
                <w:rtl/>
              </w:rPr>
              <w:t>لك</w:t>
            </w:r>
            <w:r>
              <w:rPr>
                <w:rtl/>
              </w:rPr>
              <w:t xml:space="preserve"> </w:t>
            </w:r>
            <w:r w:rsidRPr="009647FC">
              <w:rPr>
                <w:rtl/>
              </w:rPr>
              <w:t>يا</w:t>
            </w:r>
            <w:r>
              <w:rPr>
                <w:rtl/>
              </w:rPr>
              <w:t xml:space="preserve"> </w:t>
            </w:r>
            <w:r w:rsidRPr="009647FC">
              <w:rPr>
                <w:rtl/>
              </w:rPr>
              <w:t>خصرُ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ولم</w:t>
            </w:r>
            <w:r w:rsidRPr="00B371C6">
              <w:rPr>
                <w:rtl/>
              </w:rPr>
              <w:t>ّ</w:t>
            </w:r>
            <w:r w:rsidRPr="009647FC">
              <w:rPr>
                <w:rtl/>
              </w:rPr>
              <w:t>ا</w:t>
            </w:r>
            <w:r w:rsidR="004C00A8">
              <w:rPr>
                <w:rtl/>
              </w:rPr>
              <w:t xml:space="preserve"> </w:t>
            </w:r>
            <w:r w:rsidRPr="009647FC">
              <w:rPr>
                <w:rtl/>
              </w:rPr>
              <w:t>وقفنا</w:t>
            </w:r>
            <w:r>
              <w:rPr>
                <w:rtl/>
              </w:rPr>
              <w:t xml:space="preserve"> </w:t>
            </w:r>
            <w:r w:rsidRPr="009647FC">
              <w:rPr>
                <w:rtl/>
              </w:rPr>
              <w:t>للفراق</w:t>
            </w:r>
            <w:r>
              <w:rPr>
                <w:rtl/>
              </w:rPr>
              <w:t xml:space="preserve"> </w:t>
            </w:r>
            <w:r w:rsidRPr="009647FC">
              <w:rPr>
                <w:rtl/>
              </w:rPr>
              <w:t>وق</w:t>
            </w:r>
            <w:r w:rsidRPr="00B371C6">
              <w:rPr>
                <w:rtl/>
              </w:rPr>
              <w:t>ُ</w:t>
            </w:r>
            <w:r w:rsidRPr="009647FC">
              <w:rPr>
                <w:rtl/>
              </w:rPr>
              <w:t>رِّبت</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حمولةُ</w:t>
            </w:r>
            <w:r>
              <w:rPr>
                <w:rtl/>
              </w:rPr>
              <w:t xml:space="preserve"> </w:t>
            </w:r>
            <w:r w:rsidRPr="009647FC">
              <w:rPr>
                <w:rtl/>
              </w:rPr>
              <w:t>بينٍ</w:t>
            </w:r>
            <w:r>
              <w:rPr>
                <w:rtl/>
              </w:rPr>
              <w:t xml:space="preserve"> </w:t>
            </w:r>
            <w:r w:rsidRPr="009647FC">
              <w:rPr>
                <w:rtl/>
              </w:rPr>
              <w:t>لا</w:t>
            </w:r>
            <w:r>
              <w:rPr>
                <w:rtl/>
              </w:rPr>
              <w:t xml:space="preserve"> </w:t>
            </w:r>
            <w:r w:rsidRPr="009647FC">
              <w:rPr>
                <w:rtl/>
              </w:rPr>
              <w:t>يكلُّ</w:t>
            </w:r>
            <w:r>
              <w:rPr>
                <w:rtl/>
              </w:rPr>
              <w:t xml:space="preserve"> </w:t>
            </w:r>
            <w:r w:rsidRPr="009647FC">
              <w:rPr>
                <w:rtl/>
              </w:rPr>
              <w:t>لها</w:t>
            </w:r>
            <w:r>
              <w:rPr>
                <w:rtl/>
              </w:rPr>
              <w:t xml:space="preserve"> </w:t>
            </w:r>
            <w:r w:rsidRPr="009647FC">
              <w:rPr>
                <w:rtl/>
              </w:rPr>
              <w:t>ظهرُ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ربطت</w:t>
            </w:r>
            <w:r>
              <w:rPr>
                <w:rtl/>
              </w:rPr>
              <w:t xml:space="preserve"> </w:t>
            </w:r>
            <w:r w:rsidRPr="009647FC">
              <w:rPr>
                <w:rtl/>
              </w:rPr>
              <w:t>بكفيّ</w:t>
            </w:r>
            <w:r>
              <w:rPr>
                <w:rtl/>
              </w:rPr>
              <w:t xml:space="preserve">َ </w:t>
            </w:r>
            <w:r w:rsidRPr="009647FC">
              <w:rPr>
                <w:rtl/>
              </w:rPr>
              <w:t>الضلوع</w:t>
            </w:r>
            <w:r>
              <w:rPr>
                <w:rtl/>
              </w:rPr>
              <w:t xml:space="preserve"> </w:t>
            </w:r>
            <w:r w:rsidRPr="009647FC">
              <w:rPr>
                <w:rtl/>
              </w:rPr>
              <w:t>على</w:t>
            </w:r>
            <w:r>
              <w:rPr>
                <w:rtl/>
              </w:rPr>
              <w:t xml:space="preserve"> </w:t>
            </w:r>
            <w:r w:rsidRPr="009647FC">
              <w:rPr>
                <w:rtl/>
              </w:rPr>
              <w:t>حشا</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تكاد</w:t>
            </w:r>
            <w:r>
              <w:rPr>
                <w:rtl/>
              </w:rPr>
              <w:t xml:space="preserve"> </w:t>
            </w:r>
            <w:r w:rsidRPr="009647FC">
              <w:rPr>
                <w:rtl/>
              </w:rPr>
              <w:t>خفوقاً</w:t>
            </w:r>
            <w:r>
              <w:rPr>
                <w:rtl/>
              </w:rPr>
              <w:t xml:space="preserve"> </w:t>
            </w:r>
            <w:r w:rsidRPr="009647FC">
              <w:rPr>
                <w:rtl/>
              </w:rPr>
              <w:t>أن</w:t>
            </w:r>
            <w:r>
              <w:rPr>
                <w:rtl/>
              </w:rPr>
              <w:t xml:space="preserve"> </w:t>
            </w:r>
            <w:r w:rsidRPr="009647FC">
              <w:rPr>
                <w:rtl/>
              </w:rPr>
              <w:t>يطير</w:t>
            </w:r>
            <w:r>
              <w:rPr>
                <w:rtl/>
              </w:rPr>
              <w:t xml:space="preserve">َ </w:t>
            </w:r>
            <w:r w:rsidRPr="009647FC">
              <w:rPr>
                <w:rtl/>
              </w:rPr>
              <w:t>بها</w:t>
            </w:r>
            <w:r>
              <w:rPr>
                <w:rtl/>
              </w:rPr>
              <w:t xml:space="preserve"> </w:t>
            </w:r>
            <w:r w:rsidRPr="009647FC">
              <w:rPr>
                <w:rtl/>
              </w:rPr>
              <w:t>الذعرُ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كأنّ</w:t>
            </w:r>
            <w:r>
              <w:rPr>
                <w:rtl/>
              </w:rPr>
              <w:t xml:space="preserve">َ </w:t>
            </w:r>
            <w:r w:rsidRPr="009647FC">
              <w:rPr>
                <w:rtl/>
              </w:rPr>
              <w:t>نياط</w:t>
            </w:r>
            <w:r>
              <w:rPr>
                <w:rtl/>
              </w:rPr>
              <w:t xml:space="preserve"> </w:t>
            </w:r>
            <w:r w:rsidRPr="009647FC">
              <w:rPr>
                <w:rtl/>
              </w:rPr>
              <w:t>القلب</w:t>
            </w:r>
            <w:r>
              <w:rPr>
                <w:rtl/>
              </w:rPr>
              <w:t xml:space="preserve"> </w:t>
            </w:r>
            <w:r w:rsidRPr="009647FC">
              <w:rPr>
                <w:rtl/>
              </w:rPr>
              <w:t>شدّ</w:t>
            </w:r>
            <w:r>
              <w:rPr>
                <w:rtl/>
              </w:rPr>
              <w:t>َ</w:t>
            </w:r>
            <w:r w:rsidRPr="009647FC">
              <w:rPr>
                <w:rtl/>
              </w:rPr>
              <w:t>ت</w:t>
            </w:r>
            <w:r>
              <w:rPr>
                <w:rtl/>
              </w:rPr>
              <w:t xml:space="preserve"> </w:t>
            </w:r>
            <w:r w:rsidRPr="009647FC">
              <w:rPr>
                <w:rtl/>
              </w:rPr>
              <w:t>حمولكم</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به</w:t>
            </w:r>
            <w:r>
              <w:rPr>
                <w:rtl/>
              </w:rPr>
              <w:t xml:space="preserve">، </w:t>
            </w:r>
            <w:r w:rsidRPr="009647FC">
              <w:rPr>
                <w:rtl/>
              </w:rPr>
              <w:t>وبكم</w:t>
            </w:r>
            <w:r>
              <w:rPr>
                <w:rtl/>
              </w:rPr>
              <w:t xml:space="preserve"> </w:t>
            </w:r>
            <w:r w:rsidRPr="009647FC">
              <w:rPr>
                <w:rtl/>
              </w:rPr>
              <w:t>عنّي</w:t>
            </w:r>
            <w:r>
              <w:rPr>
                <w:rtl/>
              </w:rPr>
              <w:t xml:space="preserve"> </w:t>
            </w:r>
            <w:r w:rsidRPr="009647FC">
              <w:rPr>
                <w:rtl/>
              </w:rPr>
              <w:t>مذ</w:t>
            </w:r>
            <w:r>
              <w:rPr>
                <w:rtl/>
              </w:rPr>
              <w:t xml:space="preserve"> </w:t>
            </w:r>
            <w:r w:rsidRPr="009647FC">
              <w:rPr>
                <w:rtl/>
              </w:rPr>
              <w:t>انفصل</w:t>
            </w:r>
            <w:r>
              <w:rPr>
                <w:rtl/>
              </w:rPr>
              <w:t xml:space="preserve"> </w:t>
            </w:r>
            <w:r w:rsidRPr="009647FC">
              <w:rPr>
                <w:rtl/>
              </w:rPr>
              <w:t>السفرُ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فكم</w:t>
            </w:r>
            <w:r>
              <w:rPr>
                <w:rtl/>
              </w:rPr>
              <w:t xml:space="preserve"> </w:t>
            </w:r>
            <w:r w:rsidRPr="009647FC">
              <w:rPr>
                <w:rtl/>
              </w:rPr>
              <w:t>خلفكم</w:t>
            </w:r>
            <w:r>
              <w:rPr>
                <w:rtl/>
              </w:rPr>
              <w:t xml:space="preserve"> </w:t>
            </w:r>
            <w:r w:rsidRPr="009647FC">
              <w:rPr>
                <w:rtl/>
              </w:rPr>
              <w:t>لي</w:t>
            </w:r>
            <w:r>
              <w:rPr>
                <w:rtl/>
              </w:rPr>
              <w:t xml:space="preserve"> </w:t>
            </w:r>
            <w:r w:rsidRPr="009647FC">
              <w:rPr>
                <w:rtl/>
              </w:rPr>
              <w:t>أن</w:t>
            </w:r>
            <w:r w:rsidRPr="00B371C6">
              <w:rPr>
                <w:rtl/>
              </w:rPr>
              <w:t>ّ</w:t>
            </w:r>
            <w:r w:rsidRPr="009647FC">
              <w:rPr>
                <w:rtl/>
              </w:rPr>
              <w:t>ةٌ</w:t>
            </w:r>
            <w:r>
              <w:rPr>
                <w:rtl/>
              </w:rPr>
              <w:t xml:space="preserve"> </w:t>
            </w:r>
            <w:r w:rsidRPr="009647FC">
              <w:rPr>
                <w:rtl/>
              </w:rPr>
              <w:t>ما</w:t>
            </w:r>
            <w:r>
              <w:rPr>
                <w:rtl/>
              </w:rPr>
              <w:t xml:space="preserve"> </w:t>
            </w:r>
            <w:r w:rsidRPr="009647FC">
              <w:rPr>
                <w:rtl/>
              </w:rPr>
              <w:t>لوت</w:t>
            </w:r>
            <w:r>
              <w:rPr>
                <w:rtl/>
              </w:rPr>
              <w:t xml:space="preserve"> </w:t>
            </w:r>
            <w:r w:rsidRPr="009647FC">
              <w:rPr>
                <w:rtl/>
              </w:rPr>
              <w:t>بكم</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على</w:t>
            </w:r>
            <w:r w:rsidR="004C00A8">
              <w:rPr>
                <w:rtl/>
              </w:rPr>
              <w:t xml:space="preserve"> </w:t>
            </w:r>
            <w:r w:rsidRPr="009647FC">
              <w:rPr>
                <w:rtl/>
              </w:rPr>
              <w:t>أن</w:t>
            </w:r>
            <w:r w:rsidRPr="00B371C6">
              <w:rPr>
                <w:rtl/>
              </w:rPr>
              <w:t>ّ</w:t>
            </w:r>
            <w:r w:rsidRPr="009647FC">
              <w:rPr>
                <w:rtl/>
              </w:rPr>
              <w:t>ها</w:t>
            </w:r>
            <w:r>
              <w:rPr>
                <w:rtl/>
              </w:rPr>
              <w:t xml:space="preserve"> </w:t>
            </w:r>
            <w:r w:rsidRPr="009647FC">
              <w:rPr>
                <w:rtl/>
              </w:rPr>
              <w:t>قد</w:t>
            </w:r>
            <w:r>
              <w:rPr>
                <w:rtl/>
              </w:rPr>
              <w:t xml:space="preserve"> </w:t>
            </w:r>
            <w:r w:rsidRPr="009647FC">
              <w:rPr>
                <w:rtl/>
              </w:rPr>
              <w:t>لان</w:t>
            </w:r>
            <w:r>
              <w:rPr>
                <w:rtl/>
              </w:rPr>
              <w:t xml:space="preserve"> </w:t>
            </w:r>
            <w:r w:rsidRPr="009647FC">
              <w:rPr>
                <w:rtl/>
              </w:rPr>
              <w:t>شجواً</w:t>
            </w:r>
            <w:r>
              <w:rPr>
                <w:rtl/>
              </w:rPr>
              <w:t xml:space="preserve"> </w:t>
            </w:r>
            <w:r w:rsidRPr="009647FC">
              <w:rPr>
                <w:rtl/>
              </w:rPr>
              <w:t>لها</w:t>
            </w:r>
            <w:r>
              <w:rPr>
                <w:rtl/>
              </w:rPr>
              <w:t xml:space="preserve"> </w:t>
            </w:r>
            <w:r w:rsidRPr="009647FC">
              <w:rPr>
                <w:rtl/>
              </w:rPr>
              <w:t>الصخرُ</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سأبكيكم</w:t>
            </w:r>
            <w:r w:rsidR="004C00A8">
              <w:rPr>
                <w:rtl/>
              </w:rPr>
              <w:t xml:space="preserve"> </w:t>
            </w:r>
            <w:r w:rsidRPr="009647FC">
              <w:rPr>
                <w:rtl/>
              </w:rPr>
              <w:t>ما</w:t>
            </w:r>
            <w:r>
              <w:rPr>
                <w:rtl/>
              </w:rPr>
              <w:t xml:space="preserve"> </w:t>
            </w:r>
            <w:r w:rsidRPr="009647FC">
              <w:rPr>
                <w:rtl/>
              </w:rPr>
              <w:t>ناح</w:t>
            </w:r>
            <w:r>
              <w:rPr>
                <w:rtl/>
              </w:rPr>
              <w:t xml:space="preserve"> </w:t>
            </w:r>
            <w:r w:rsidRPr="009647FC">
              <w:rPr>
                <w:rtl/>
              </w:rPr>
              <w:t>في</w:t>
            </w:r>
            <w:r>
              <w:rPr>
                <w:rtl/>
              </w:rPr>
              <w:t xml:space="preserve"> </w:t>
            </w:r>
            <w:r w:rsidRPr="009647FC">
              <w:rPr>
                <w:rtl/>
              </w:rPr>
              <w:t>الوكر</w:t>
            </w:r>
            <w:r>
              <w:rPr>
                <w:rtl/>
              </w:rPr>
              <w:t xml:space="preserve"> </w:t>
            </w:r>
            <w:r w:rsidRPr="009647FC">
              <w:rPr>
                <w:rtl/>
              </w:rPr>
              <w:t>طائرٌ</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فطائرُ</w:t>
            </w:r>
            <w:r>
              <w:rPr>
                <w:rtl/>
              </w:rPr>
              <w:t xml:space="preserve"> </w:t>
            </w:r>
            <w:r w:rsidRPr="009647FC">
              <w:rPr>
                <w:rtl/>
              </w:rPr>
              <w:t>قلبي</w:t>
            </w:r>
            <w:r>
              <w:rPr>
                <w:rtl/>
              </w:rPr>
              <w:t xml:space="preserve"> </w:t>
            </w:r>
            <w:r w:rsidRPr="009647FC">
              <w:rPr>
                <w:rtl/>
              </w:rPr>
              <w:t>بعدكم</w:t>
            </w:r>
            <w:r>
              <w:rPr>
                <w:rtl/>
              </w:rPr>
              <w:t xml:space="preserve"> </w:t>
            </w:r>
            <w:r w:rsidRPr="009647FC">
              <w:rPr>
                <w:rtl/>
              </w:rPr>
              <w:t>ما له</w:t>
            </w:r>
            <w:r>
              <w:rPr>
                <w:rtl/>
              </w:rPr>
              <w:t xml:space="preserve"> </w:t>
            </w:r>
            <w:r w:rsidRPr="009647FC">
              <w:rPr>
                <w:rtl/>
              </w:rPr>
              <w:t>وكرُ</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هكذا وجد بالأصل</w:t>
      </w:r>
      <w:r w:rsidR="00D769AB">
        <w:rPr>
          <w:rtl/>
        </w:rPr>
        <w:t>،</w:t>
      </w:r>
      <w:r w:rsidRPr="009647FC">
        <w:rPr>
          <w:rtl/>
        </w:rPr>
        <w:t xml:space="preserve"> والبيت لم يثبت في المطبوع</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وقال راثياً الشيخ محسن مصبِّح</w:t>
      </w:r>
      <w:r w:rsidR="00D769AB">
        <w:rPr>
          <w:rtl/>
        </w:rPr>
        <w:t>،</w:t>
      </w:r>
      <w:r w:rsidRPr="004E7EC6">
        <w:rPr>
          <w:rtl/>
        </w:rPr>
        <w:t xml:space="preserve"> ومعزّياً ولده الشاعر الشيخ حسن</w:t>
      </w:r>
      <w:r w:rsidRPr="004E7EC6">
        <w:rPr>
          <w:rStyle w:val="libFootnotenumChar"/>
          <w:rtl/>
        </w:rPr>
        <w:t>(1)</w:t>
      </w:r>
      <w:r w:rsidRPr="004E7EC6">
        <w:rPr>
          <w:rtl/>
        </w:rPr>
        <w:t xml:space="preserve"> مصبّح</w:t>
      </w:r>
      <w:r w:rsidR="00D769AB">
        <w:rPr>
          <w:rtl/>
        </w:rPr>
        <w:t>:</w:t>
      </w:r>
      <w:r w:rsidRPr="004E7EC6">
        <w:rPr>
          <w:rtl/>
        </w:rPr>
        <w:t>‍</w:t>
      </w:r>
    </w:p>
    <w:tbl>
      <w:tblPr>
        <w:tblStyle w:val="TableGrid"/>
        <w:bidiVisual/>
        <w:tblW w:w="4562" w:type="pct"/>
        <w:tblInd w:w="384" w:type="dxa"/>
        <w:tblLook w:val="04A0"/>
      </w:tblPr>
      <w:tblGrid>
        <w:gridCol w:w="3902"/>
        <w:gridCol w:w="301"/>
        <w:gridCol w:w="3884"/>
      </w:tblGrid>
      <w:tr w:rsidR="00DA416E" w:rsidRPr="00524A24" w:rsidTr="00DA416E">
        <w:trPr>
          <w:trHeight w:val="350"/>
        </w:trPr>
        <w:tc>
          <w:tcPr>
            <w:tcW w:w="3902" w:type="dxa"/>
          </w:tcPr>
          <w:p w:rsidR="00DA416E" w:rsidRPr="00524A24" w:rsidRDefault="00DA416E" w:rsidP="00A33161">
            <w:pPr>
              <w:pStyle w:val="libPoem"/>
            </w:pPr>
            <w:r w:rsidRPr="009647FC">
              <w:rPr>
                <w:rtl/>
              </w:rPr>
              <w:t>بكيت</w:t>
            </w:r>
            <w:r>
              <w:rPr>
                <w:rtl/>
              </w:rPr>
              <w:t xml:space="preserve"> </w:t>
            </w:r>
            <w:r w:rsidRPr="009647FC">
              <w:rPr>
                <w:rtl/>
              </w:rPr>
              <w:t>لمحمولٍ</w:t>
            </w:r>
            <w:r>
              <w:rPr>
                <w:rtl/>
              </w:rPr>
              <w:t xml:space="preserve"> </w:t>
            </w:r>
            <w:r w:rsidRPr="009647FC">
              <w:rPr>
                <w:rtl/>
              </w:rPr>
              <w:t>إلى</w:t>
            </w:r>
            <w:r>
              <w:rPr>
                <w:rtl/>
              </w:rPr>
              <w:t xml:space="preserve"> </w:t>
            </w:r>
            <w:r w:rsidRPr="009647FC">
              <w:rPr>
                <w:rtl/>
              </w:rPr>
              <w:t>القبر</w:t>
            </w:r>
            <w:r>
              <w:rPr>
                <w:rtl/>
              </w:rPr>
              <w:t xml:space="preserve"> </w:t>
            </w:r>
            <w:r w:rsidRPr="009647FC">
              <w:rPr>
                <w:rtl/>
              </w:rPr>
              <w:t>في</w:t>
            </w:r>
            <w:r>
              <w:rPr>
                <w:rtl/>
              </w:rPr>
              <w:t xml:space="preserve"> </w:t>
            </w:r>
            <w:r w:rsidRPr="009647FC">
              <w:rPr>
                <w:rtl/>
              </w:rPr>
              <w:t>نعشٍ</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سرى</w:t>
            </w:r>
            <w:r>
              <w:rPr>
                <w:rtl/>
              </w:rPr>
              <w:t xml:space="preserve"> </w:t>
            </w:r>
            <w:r w:rsidRPr="009647FC">
              <w:rPr>
                <w:rtl/>
              </w:rPr>
              <w:t>حاملوه</w:t>
            </w:r>
            <w:r>
              <w:rPr>
                <w:rtl/>
              </w:rPr>
              <w:t xml:space="preserve"> </w:t>
            </w:r>
            <w:r w:rsidRPr="009647FC">
              <w:rPr>
                <w:rtl/>
              </w:rPr>
              <w:t>في</w:t>
            </w:r>
            <w:r>
              <w:rPr>
                <w:rtl/>
              </w:rPr>
              <w:t xml:space="preserve"> </w:t>
            </w:r>
            <w:r w:rsidRPr="009647FC">
              <w:rPr>
                <w:rtl/>
              </w:rPr>
              <w:t>الثرى</w:t>
            </w:r>
            <w:r>
              <w:rPr>
                <w:rtl/>
              </w:rPr>
              <w:t xml:space="preserve"> </w:t>
            </w:r>
            <w:r w:rsidRPr="009647FC">
              <w:rPr>
                <w:rtl/>
              </w:rPr>
              <w:t>وهو</w:t>
            </w:r>
            <w:r>
              <w:rPr>
                <w:rtl/>
              </w:rPr>
              <w:t xml:space="preserve"> </w:t>
            </w:r>
            <w:r w:rsidRPr="009647FC">
              <w:rPr>
                <w:rtl/>
              </w:rPr>
              <w:t>في</w:t>
            </w:r>
            <w:r>
              <w:rPr>
                <w:rtl/>
              </w:rPr>
              <w:t xml:space="preserve"> </w:t>
            </w:r>
            <w:r w:rsidRPr="009647FC">
              <w:rPr>
                <w:rtl/>
              </w:rPr>
              <w:t>العرشِ</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نعاك</w:t>
            </w:r>
            <w:r>
              <w:rPr>
                <w:rtl/>
              </w:rPr>
              <w:t>َ</w:t>
            </w:r>
            <w:r w:rsidR="004C00A8">
              <w:rPr>
                <w:rtl/>
              </w:rPr>
              <w:t xml:space="preserve"> </w:t>
            </w:r>
            <w:r w:rsidRPr="009647FC">
              <w:rPr>
                <w:rtl/>
              </w:rPr>
              <w:t>لي</w:t>
            </w:r>
            <w:r>
              <w:rPr>
                <w:rtl/>
              </w:rPr>
              <w:t xml:space="preserve"> </w:t>
            </w:r>
            <w:r w:rsidRPr="009647FC">
              <w:rPr>
                <w:rtl/>
              </w:rPr>
              <w:t>الناعي</w:t>
            </w:r>
            <w:r>
              <w:rPr>
                <w:rtl/>
              </w:rPr>
              <w:t xml:space="preserve"> </w:t>
            </w:r>
            <w:r w:rsidRPr="009647FC">
              <w:rPr>
                <w:rtl/>
              </w:rPr>
              <w:t>فقلت</w:t>
            </w:r>
            <w:r>
              <w:rPr>
                <w:rtl/>
              </w:rPr>
              <w:t xml:space="preserve"> </w:t>
            </w:r>
            <w:r w:rsidRPr="009647FC">
              <w:rPr>
                <w:rtl/>
              </w:rPr>
              <w:t>حشاشتي</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عليها</w:t>
            </w:r>
            <w:r w:rsidR="004C00A8">
              <w:rPr>
                <w:rtl/>
              </w:rPr>
              <w:t xml:space="preserve"> </w:t>
            </w:r>
            <w:r w:rsidRPr="009647FC">
              <w:rPr>
                <w:rtl/>
              </w:rPr>
              <w:t>انطوت</w:t>
            </w:r>
            <w:r>
              <w:rPr>
                <w:rtl/>
              </w:rPr>
              <w:t xml:space="preserve"> </w:t>
            </w:r>
            <w:r w:rsidRPr="009647FC">
              <w:rPr>
                <w:rtl/>
              </w:rPr>
              <w:t>أنياب</w:t>
            </w:r>
            <w:r>
              <w:rPr>
                <w:rtl/>
              </w:rPr>
              <w:t xml:space="preserve"> </w:t>
            </w:r>
            <w:r w:rsidRPr="009647FC">
              <w:rPr>
                <w:rtl/>
              </w:rPr>
              <w:t>أفعى</w:t>
            </w:r>
            <w:r>
              <w:rPr>
                <w:rtl/>
              </w:rPr>
              <w:t xml:space="preserve"> </w:t>
            </w:r>
            <w:r w:rsidRPr="009647FC">
              <w:rPr>
                <w:rtl/>
              </w:rPr>
              <w:t>من</w:t>
            </w:r>
            <w:r>
              <w:rPr>
                <w:rtl/>
              </w:rPr>
              <w:t xml:space="preserve"> </w:t>
            </w:r>
            <w:r w:rsidRPr="009647FC">
              <w:rPr>
                <w:rtl/>
              </w:rPr>
              <w:t>الرقشِ</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وقد</w:t>
            </w:r>
            <w:r>
              <w:rPr>
                <w:rtl/>
              </w:rPr>
              <w:t xml:space="preserve"> </w:t>
            </w:r>
            <w:r w:rsidRPr="009647FC">
              <w:rPr>
                <w:rtl/>
              </w:rPr>
              <w:t>كنت</w:t>
            </w:r>
            <w:r>
              <w:rPr>
                <w:rtl/>
              </w:rPr>
              <w:t xml:space="preserve"> </w:t>
            </w:r>
            <w:r w:rsidRPr="009647FC">
              <w:rPr>
                <w:rtl/>
              </w:rPr>
              <w:t>أرجو</w:t>
            </w:r>
            <w:r>
              <w:rPr>
                <w:rtl/>
              </w:rPr>
              <w:t xml:space="preserve"> </w:t>
            </w:r>
            <w:r w:rsidRPr="009647FC">
              <w:rPr>
                <w:rtl/>
              </w:rPr>
              <w:t>أن</w:t>
            </w:r>
            <w:r>
              <w:rPr>
                <w:rtl/>
              </w:rPr>
              <w:t xml:space="preserve"> </w:t>
            </w:r>
            <w:r w:rsidRPr="009647FC">
              <w:rPr>
                <w:rtl/>
              </w:rPr>
              <w:t>أهنِّيك</w:t>
            </w:r>
            <w:r>
              <w:rPr>
                <w:rtl/>
              </w:rPr>
              <w:t xml:space="preserve"> </w:t>
            </w:r>
            <w:r w:rsidRPr="009647FC">
              <w:rPr>
                <w:rtl/>
              </w:rPr>
              <w:t>بالشفا</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فأصبحت</w:t>
            </w:r>
            <w:r w:rsidR="004C00A8">
              <w:rPr>
                <w:rtl/>
              </w:rPr>
              <w:t xml:space="preserve"> </w:t>
            </w:r>
            <w:r w:rsidRPr="009647FC">
              <w:rPr>
                <w:rtl/>
              </w:rPr>
              <w:t>أنشي</w:t>
            </w:r>
            <w:r>
              <w:rPr>
                <w:rtl/>
              </w:rPr>
              <w:t xml:space="preserve"> </w:t>
            </w:r>
            <w:r w:rsidRPr="009647FC">
              <w:rPr>
                <w:rtl/>
              </w:rPr>
              <w:t>في</w:t>
            </w:r>
            <w:r>
              <w:rPr>
                <w:rtl/>
              </w:rPr>
              <w:t xml:space="preserve"> </w:t>
            </w:r>
            <w:r w:rsidRPr="009647FC">
              <w:rPr>
                <w:rtl/>
              </w:rPr>
              <w:t>رثائك</w:t>
            </w:r>
            <w:r>
              <w:rPr>
                <w:rtl/>
              </w:rPr>
              <w:t xml:space="preserve"> </w:t>
            </w:r>
            <w:r w:rsidRPr="009647FC">
              <w:rPr>
                <w:rtl/>
              </w:rPr>
              <w:t>ما</w:t>
            </w:r>
            <w:r>
              <w:rPr>
                <w:rtl/>
              </w:rPr>
              <w:t xml:space="preserve"> </w:t>
            </w:r>
            <w:r w:rsidRPr="009647FC">
              <w:rPr>
                <w:rtl/>
              </w:rPr>
              <w:t>أنشي</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وما</w:t>
            </w:r>
            <w:r>
              <w:rPr>
                <w:rtl/>
              </w:rPr>
              <w:t xml:space="preserve"> </w:t>
            </w:r>
            <w:r w:rsidRPr="009647FC">
              <w:rPr>
                <w:rtl/>
              </w:rPr>
              <w:t>خلتُ</w:t>
            </w:r>
            <w:r>
              <w:rPr>
                <w:rtl/>
              </w:rPr>
              <w:t xml:space="preserve"> </w:t>
            </w:r>
            <w:r w:rsidRPr="009647FC">
              <w:rPr>
                <w:rtl/>
              </w:rPr>
              <w:t>أنّ</w:t>
            </w:r>
            <w:r>
              <w:rPr>
                <w:rtl/>
              </w:rPr>
              <w:t xml:space="preserve"> </w:t>
            </w:r>
            <w:r w:rsidRPr="009647FC">
              <w:rPr>
                <w:rtl/>
              </w:rPr>
              <w:t>الدهر</w:t>
            </w:r>
            <w:r>
              <w:rPr>
                <w:rtl/>
              </w:rPr>
              <w:t xml:space="preserve"> </w:t>
            </w:r>
            <w:r w:rsidRPr="009647FC">
              <w:rPr>
                <w:rtl/>
              </w:rPr>
              <w:t>فيك</w:t>
            </w:r>
            <w:r>
              <w:rPr>
                <w:rtl/>
              </w:rPr>
              <w:t xml:space="preserve"> </w:t>
            </w:r>
            <w:r w:rsidRPr="009647FC">
              <w:rPr>
                <w:rtl/>
              </w:rPr>
              <w:t>مخاتلي</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يراصدني</w:t>
            </w:r>
            <w:r w:rsidR="004C00A8">
              <w:rPr>
                <w:rtl/>
              </w:rPr>
              <w:t xml:space="preserve"> </w:t>
            </w:r>
            <w:r w:rsidRPr="009647FC">
              <w:rPr>
                <w:rtl/>
              </w:rPr>
              <w:t>سرّاً</w:t>
            </w:r>
            <w:r>
              <w:rPr>
                <w:rtl/>
              </w:rPr>
              <w:t xml:space="preserve"> </w:t>
            </w:r>
            <w:r w:rsidRPr="009647FC">
              <w:rPr>
                <w:rtl/>
              </w:rPr>
              <w:t>بغائلة</w:t>
            </w:r>
            <w:r>
              <w:rPr>
                <w:rtl/>
              </w:rPr>
              <w:t xml:space="preserve"> </w:t>
            </w:r>
            <w:r w:rsidRPr="009647FC">
              <w:rPr>
                <w:rtl/>
              </w:rPr>
              <w:t>البطشِ</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إلى</w:t>
            </w:r>
            <w:r w:rsidR="004C00A8">
              <w:rPr>
                <w:rtl/>
              </w:rPr>
              <w:t xml:space="preserve"> </w:t>
            </w:r>
            <w:r w:rsidRPr="009647FC">
              <w:rPr>
                <w:rtl/>
              </w:rPr>
              <w:t>أن</w:t>
            </w:r>
            <w:r>
              <w:rPr>
                <w:rtl/>
              </w:rPr>
              <w:t xml:space="preserve"> </w:t>
            </w:r>
            <w:r w:rsidRPr="009647FC">
              <w:rPr>
                <w:rtl/>
              </w:rPr>
              <w:t>رأت</w:t>
            </w:r>
            <w:r>
              <w:rPr>
                <w:rtl/>
              </w:rPr>
              <w:t xml:space="preserve"> </w:t>
            </w:r>
            <w:r w:rsidRPr="009647FC">
              <w:rPr>
                <w:rtl/>
              </w:rPr>
              <w:t>عيني</w:t>
            </w:r>
            <w:r>
              <w:rPr>
                <w:rtl/>
              </w:rPr>
              <w:t xml:space="preserve"> </w:t>
            </w:r>
            <w:r w:rsidRPr="009647FC">
              <w:rPr>
                <w:rtl/>
              </w:rPr>
              <w:t>سرير</w:t>
            </w:r>
            <w:r>
              <w:rPr>
                <w:rtl/>
              </w:rPr>
              <w:t>َ</w:t>
            </w:r>
            <w:r w:rsidRPr="009647FC">
              <w:rPr>
                <w:rtl/>
              </w:rPr>
              <w:t>ك</w:t>
            </w:r>
            <w:r>
              <w:rPr>
                <w:rtl/>
              </w:rPr>
              <w:t xml:space="preserve"> </w:t>
            </w:r>
            <w:r w:rsidRPr="009647FC">
              <w:rPr>
                <w:rtl/>
              </w:rPr>
              <w:t>والعُلى</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على</w:t>
            </w:r>
            <w:r w:rsidR="004C00A8">
              <w:rPr>
                <w:rtl/>
              </w:rPr>
              <w:t xml:space="preserve"> </w:t>
            </w:r>
            <w:r w:rsidRPr="009647FC">
              <w:rPr>
                <w:rtl/>
              </w:rPr>
              <w:t>إثره</w:t>
            </w:r>
            <w:r>
              <w:rPr>
                <w:rtl/>
              </w:rPr>
              <w:t xml:space="preserve"> </w:t>
            </w:r>
            <w:r w:rsidRPr="009647FC">
              <w:rPr>
                <w:rtl/>
              </w:rPr>
              <w:t>تكلى</w:t>
            </w:r>
            <w:r>
              <w:rPr>
                <w:rtl/>
              </w:rPr>
              <w:t xml:space="preserve"> </w:t>
            </w:r>
            <w:r w:rsidRPr="009647FC">
              <w:rPr>
                <w:rtl/>
              </w:rPr>
              <w:t>وتعلن</w:t>
            </w:r>
            <w:r>
              <w:rPr>
                <w:rtl/>
              </w:rPr>
              <w:t xml:space="preserve"> </w:t>
            </w:r>
            <w:r w:rsidRPr="009647FC">
              <w:rPr>
                <w:rtl/>
              </w:rPr>
              <w:t>بالجهشِ</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فلم</w:t>
            </w:r>
            <w:r>
              <w:rPr>
                <w:rtl/>
              </w:rPr>
              <w:t xml:space="preserve"> </w:t>
            </w:r>
            <w:r w:rsidRPr="009647FC">
              <w:rPr>
                <w:rtl/>
              </w:rPr>
              <w:t>أر</w:t>
            </w:r>
            <w:r>
              <w:rPr>
                <w:rtl/>
              </w:rPr>
              <w:t xml:space="preserve">َ </w:t>
            </w:r>
            <w:r w:rsidRPr="009647FC">
              <w:rPr>
                <w:rtl/>
              </w:rPr>
              <w:t>لي</w:t>
            </w:r>
            <w:r>
              <w:rPr>
                <w:rtl/>
              </w:rPr>
              <w:t xml:space="preserve"> </w:t>
            </w:r>
            <w:r w:rsidRPr="009647FC">
              <w:rPr>
                <w:rtl/>
              </w:rPr>
              <w:t>من</w:t>
            </w:r>
            <w:r>
              <w:rPr>
                <w:rtl/>
              </w:rPr>
              <w:t xml:space="preserve"> </w:t>
            </w:r>
            <w:r w:rsidRPr="009647FC">
              <w:rPr>
                <w:rtl/>
              </w:rPr>
              <w:t>حيلة</w:t>
            </w:r>
            <w:r>
              <w:rPr>
                <w:rtl/>
              </w:rPr>
              <w:t xml:space="preserve"> </w:t>
            </w:r>
            <w:r w:rsidRPr="009647FC">
              <w:rPr>
                <w:rtl/>
              </w:rPr>
              <w:t>غير</w:t>
            </w:r>
            <w:r>
              <w:rPr>
                <w:rtl/>
              </w:rPr>
              <w:t xml:space="preserve"> </w:t>
            </w:r>
            <w:r w:rsidRPr="009647FC">
              <w:rPr>
                <w:rtl/>
              </w:rPr>
              <w:t>أنّني</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نظرتُ</w:t>
            </w:r>
            <w:r w:rsidR="004C00A8">
              <w:rPr>
                <w:rtl/>
              </w:rPr>
              <w:t xml:space="preserve"> </w:t>
            </w:r>
            <w:r w:rsidRPr="009647FC">
              <w:rPr>
                <w:rtl/>
              </w:rPr>
              <w:t>إليه</w:t>
            </w:r>
            <w:r>
              <w:rPr>
                <w:rtl/>
              </w:rPr>
              <w:t xml:space="preserve"> </w:t>
            </w:r>
            <w:r w:rsidRPr="009647FC">
              <w:rPr>
                <w:rtl/>
              </w:rPr>
              <w:t>مذ</w:t>
            </w:r>
            <w:r>
              <w:rPr>
                <w:rtl/>
              </w:rPr>
              <w:t xml:space="preserve"> </w:t>
            </w:r>
            <w:r w:rsidRPr="009647FC">
              <w:rPr>
                <w:rtl/>
              </w:rPr>
              <w:t>نأى</w:t>
            </w:r>
            <w:r>
              <w:rPr>
                <w:rtl/>
              </w:rPr>
              <w:t xml:space="preserve"> </w:t>
            </w:r>
            <w:r w:rsidRPr="009647FC">
              <w:rPr>
                <w:rtl/>
              </w:rPr>
              <w:t>نظر</w:t>
            </w:r>
            <w:r>
              <w:rPr>
                <w:rtl/>
              </w:rPr>
              <w:t xml:space="preserve"> </w:t>
            </w:r>
            <w:r w:rsidRPr="009647FC">
              <w:rPr>
                <w:rtl/>
              </w:rPr>
              <w:t>المغشي</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كأنّ</w:t>
            </w:r>
            <w:r>
              <w:rPr>
                <w:rtl/>
              </w:rPr>
              <w:t xml:space="preserve"> </w:t>
            </w:r>
            <w:r w:rsidRPr="009647FC">
              <w:rPr>
                <w:rtl/>
              </w:rPr>
              <w:t>الذي</w:t>
            </w:r>
            <w:r>
              <w:rPr>
                <w:rtl/>
              </w:rPr>
              <w:t xml:space="preserve"> </w:t>
            </w:r>
            <w:r w:rsidRPr="009647FC">
              <w:rPr>
                <w:rtl/>
              </w:rPr>
              <w:t>بالأفق</w:t>
            </w:r>
            <w:r>
              <w:rPr>
                <w:rtl/>
              </w:rPr>
              <w:t xml:space="preserve"> </w:t>
            </w:r>
            <w:r w:rsidRPr="009647FC">
              <w:rPr>
                <w:rtl/>
              </w:rPr>
              <w:t>نعشُك</w:t>
            </w:r>
            <w:r>
              <w:rPr>
                <w:rtl/>
              </w:rPr>
              <w:t xml:space="preserve"> </w:t>
            </w:r>
            <w:r w:rsidRPr="009647FC">
              <w:rPr>
                <w:rtl/>
              </w:rPr>
              <w:t>سائرا</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وطرفي</w:t>
            </w:r>
            <w:r>
              <w:rPr>
                <w:rtl/>
              </w:rPr>
              <w:t xml:space="preserve"> </w:t>
            </w:r>
            <w:r w:rsidRPr="009647FC">
              <w:rPr>
                <w:rtl/>
              </w:rPr>
              <w:t>السهى</w:t>
            </w:r>
            <w:r>
              <w:rPr>
                <w:rtl/>
              </w:rPr>
              <w:t xml:space="preserve"> </w:t>
            </w:r>
            <w:r w:rsidRPr="009647FC">
              <w:rPr>
                <w:rtl/>
              </w:rPr>
              <w:t>والحاملون</w:t>
            </w:r>
            <w:r>
              <w:rPr>
                <w:rtl/>
              </w:rPr>
              <w:t xml:space="preserve"> </w:t>
            </w:r>
            <w:r w:rsidRPr="009647FC">
              <w:rPr>
                <w:rtl/>
              </w:rPr>
              <w:t>بنو</w:t>
            </w:r>
            <w:r>
              <w:rPr>
                <w:rtl/>
              </w:rPr>
              <w:t xml:space="preserve"> </w:t>
            </w:r>
            <w:r w:rsidRPr="009647FC">
              <w:rPr>
                <w:rtl/>
              </w:rPr>
              <w:t>نعشِ</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مشت</w:t>
            </w:r>
            <w:r w:rsidR="004C00A8">
              <w:rPr>
                <w:rtl/>
              </w:rPr>
              <w:t xml:space="preserve"> </w:t>
            </w:r>
            <w:r w:rsidRPr="009647FC">
              <w:rPr>
                <w:rtl/>
              </w:rPr>
              <w:t>خلفك</w:t>
            </w:r>
            <w:r>
              <w:rPr>
                <w:rtl/>
              </w:rPr>
              <w:t xml:space="preserve"> </w:t>
            </w:r>
            <w:r w:rsidRPr="009647FC">
              <w:rPr>
                <w:rtl/>
              </w:rPr>
              <w:t>التقوى</w:t>
            </w:r>
            <w:r>
              <w:rPr>
                <w:rtl/>
              </w:rPr>
              <w:t xml:space="preserve"> </w:t>
            </w:r>
            <w:r w:rsidRPr="009647FC">
              <w:rPr>
                <w:rtl/>
              </w:rPr>
              <w:t>تشيّعُ</w:t>
            </w:r>
            <w:r>
              <w:rPr>
                <w:rtl/>
              </w:rPr>
              <w:t xml:space="preserve"> </w:t>
            </w:r>
            <w:r w:rsidRPr="009647FC">
              <w:rPr>
                <w:rtl/>
              </w:rPr>
              <w:t>روحها</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ومن</w:t>
            </w:r>
            <w:r>
              <w:rPr>
                <w:rtl/>
              </w:rPr>
              <w:t xml:space="preserve"> </w:t>
            </w:r>
            <w:r w:rsidRPr="009647FC">
              <w:rPr>
                <w:rtl/>
              </w:rPr>
              <w:t>غير</w:t>
            </w:r>
            <w:r>
              <w:rPr>
                <w:rtl/>
              </w:rPr>
              <w:t xml:space="preserve"> </w:t>
            </w:r>
            <w:r w:rsidRPr="009647FC">
              <w:rPr>
                <w:rtl/>
              </w:rPr>
              <w:t>روح</w:t>
            </w:r>
            <w:r>
              <w:rPr>
                <w:rtl/>
              </w:rPr>
              <w:t xml:space="preserve"> </w:t>
            </w:r>
            <w:r w:rsidRPr="009647FC">
              <w:rPr>
                <w:rtl/>
              </w:rPr>
              <w:t>م</w:t>
            </w:r>
            <w:r>
              <w:rPr>
                <w:rtl/>
              </w:rPr>
              <w:t>َ</w:t>
            </w:r>
            <w:r w:rsidRPr="009647FC">
              <w:rPr>
                <w:rtl/>
              </w:rPr>
              <w:t>نْ</w:t>
            </w:r>
            <w:r>
              <w:rPr>
                <w:rtl/>
              </w:rPr>
              <w:t xml:space="preserve"> </w:t>
            </w:r>
            <w:r w:rsidRPr="009647FC">
              <w:rPr>
                <w:rtl/>
              </w:rPr>
              <w:t>رأى</w:t>
            </w:r>
            <w:r>
              <w:rPr>
                <w:rtl/>
              </w:rPr>
              <w:t xml:space="preserve"> </w:t>
            </w:r>
            <w:r w:rsidRPr="009647FC">
              <w:rPr>
                <w:rtl/>
              </w:rPr>
              <w:t>ميتاً</w:t>
            </w:r>
            <w:r>
              <w:rPr>
                <w:rtl/>
              </w:rPr>
              <w:t xml:space="preserve"> </w:t>
            </w:r>
            <w:r w:rsidRPr="009647FC">
              <w:rPr>
                <w:rtl/>
              </w:rPr>
              <w:t>يمشي</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بكتك</w:t>
            </w:r>
            <w:r w:rsidR="004C00A8">
              <w:rPr>
                <w:rtl/>
              </w:rPr>
              <w:t xml:space="preserve"> </w:t>
            </w:r>
            <w:r w:rsidRPr="009647FC">
              <w:rPr>
                <w:rtl/>
              </w:rPr>
              <w:t>وظفرُ</w:t>
            </w:r>
            <w:r>
              <w:rPr>
                <w:rtl/>
              </w:rPr>
              <w:t xml:space="preserve"> </w:t>
            </w:r>
            <w:r w:rsidRPr="009647FC">
              <w:rPr>
                <w:rtl/>
              </w:rPr>
              <w:t>الوجد</w:t>
            </w:r>
            <w:r>
              <w:rPr>
                <w:rtl/>
              </w:rPr>
              <w:t xml:space="preserve"> </w:t>
            </w:r>
            <w:r w:rsidRPr="009647FC">
              <w:rPr>
                <w:rtl/>
              </w:rPr>
              <w:t>يخدش</w:t>
            </w:r>
            <w:r>
              <w:rPr>
                <w:rtl/>
              </w:rPr>
              <w:t xml:space="preserve"> </w:t>
            </w:r>
            <w:r w:rsidRPr="009647FC">
              <w:rPr>
                <w:rtl/>
              </w:rPr>
              <w:t>قلبها</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فمدمعها</w:t>
            </w:r>
            <w:r>
              <w:rPr>
                <w:rtl/>
              </w:rPr>
              <w:t xml:space="preserve"> </w:t>
            </w:r>
            <w:r w:rsidRPr="009647FC">
              <w:rPr>
                <w:rtl/>
              </w:rPr>
              <w:t>المحمرُّ</w:t>
            </w:r>
            <w:r>
              <w:rPr>
                <w:rtl/>
              </w:rPr>
              <w:t xml:space="preserve"> </w:t>
            </w:r>
            <w:r w:rsidRPr="009647FC">
              <w:rPr>
                <w:rtl/>
              </w:rPr>
              <w:t>من</w:t>
            </w:r>
            <w:r>
              <w:rPr>
                <w:rtl/>
              </w:rPr>
              <w:t xml:space="preserve"> </w:t>
            </w:r>
            <w:r w:rsidRPr="009647FC">
              <w:rPr>
                <w:rtl/>
              </w:rPr>
              <w:t>ذلك</w:t>
            </w:r>
            <w:r>
              <w:rPr>
                <w:rtl/>
              </w:rPr>
              <w:t xml:space="preserve"> </w:t>
            </w:r>
            <w:r w:rsidRPr="009647FC">
              <w:rPr>
                <w:rtl/>
              </w:rPr>
              <w:t>الخدشِ</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لئن</w:t>
            </w:r>
            <w:r>
              <w:rPr>
                <w:rtl/>
              </w:rPr>
              <w:t xml:space="preserve"> </w:t>
            </w:r>
            <w:r w:rsidRPr="009647FC">
              <w:rPr>
                <w:rtl/>
              </w:rPr>
              <w:t>كنت</w:t>
            </w:r>
            <w:r>
              <w:rPr>
                <w:rtl/>
              </w:rPr>
              <w:t xml:space="preserve">َ </w:t>
            </w:r>
            <w:r w:rsidRPr="009647FC">
              <w:rPr>
                <w:rtl/>
              </w:rPr>
              <w:t>فيما</w:t>
            </w:r>
            <w:r>
              <w:rPr>
                <w:rtl/>
              </w:rPr>
              <w:t xml:space="preserve"> </w:t>
            </w:r>
            <w:r w:rsidRPr="009647FC">
              <w:rPr>
                <w:rtl/>
              </w:rPr>
              <w:t>تبصر</w:t>
            </w:r>
            <w:r>
              <w:rPr>
                <w:rtl/>
              </w:rPr>
              <w:t xml:space="preserve"> </w:t>
            </w:r>
            <w:r w:rsidRPr="009647FC">
              <w:rPr>
                <w:rtl/>
              </w:rPr>
              <w:t>العينُ</w:t>
            </w:r>
            <w:r>
              <w:rPr>
                <w:rtl/>
              </w:rPr>
              <w:t xml:space="preserve"> </w:t>
            </w:r>
            <w:r w:rsidRPr="009647FC">
              <w:rPr>
                <w:rtl/>
              </w:rPr>
              <w:t>ثاويا</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بدار</w:t>
            </w:r>
            <w:r>
              <w:rPr>
                <w:rtl/>
              </w:rPr>
              <w:t xml:space="preserve"> </w:t>
            </w:r>
            <w:r w:rsidRPr="009647FC">
              <w:rPr>
                <w:rtl/>
              </w:rPr>
              <w:t>البلى</w:t>
            </w:r>
            <w:r>
              <w:rPr>
                <w:rtl/>
              </w:rPr>
              <w:t xml:space="preserve"> </w:t>
            </w:r>
            <w:r w:rsidRPr="009647FC">
              <w:rPr>
                <w:rtl/>
              </w:rPr>
              <w:t>في</w:t>
            </w:r>
            <w:r>
              <w:rPr>
                <w:rtl/>
              </w:rPr>
              <w:t xml:space="preserve"> </w:t>
            </w:r>
            <w:r w:rsidRPr="009647FC">
              <w:rPr>
                <w:rtl/>
              </w:rPr>
              <w:t>ذلك</w:t>
            </w:r>
            <w:r>
              <w:rPr>
                <w:rtl/>
              </w:rPr>
              <w:t xml:space="preserve"> </w:t>
            </w:r>
            <w:r w:rsidRPr="009647FC">
              <w:rPr>
                <w:rtl/>
              </w:rPr>
              <w:t>الجدث</w:t>
            </w:r>
            <w:r>
              <w:rPr>
                <w:rtl/>
              </w:rPr>
              <w:t xml:space="preserve"> </w:t>
            </w:r>
            <w:r w:rsidRPr="009647FC">
              <w:rPr>
                <w:rtl/>
              </w:rPr>
              <w:t>الوحشِ</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فإن</w:t>
            </w:r>
            <w:r w:rsidRPr="00B371C6">
              <w:rPr>
                <w:rtl/>
              </w:rPr>
              <w:t>ّ</w:t>
            </w:r>
            <w:r w:rsidRPr="009647FC">
              <w:rPr>
                <w:rtl/>
              </w:rPr>
              <w:t>ك</w:t>
            </w:r>
            <w:r w:rsidR="004C00A8">
              <w:rPr>
                <w:rtl/>
              </w:rPr>
              <w:t xml:space="preserve"> </w:t>
            </w:r>
            <w:r w:rsidRPr="009647FC">
              <w:rPr>
                <w:rtl/>
              </w:rPr>
              <w:t>عند</w:t>
            </w:r>
            <w:r>
              <w:rPr>
                <w:rtl/>
              </w:rPr>
              <w:t xml:space="preserve"> </w:t>
            </w:r>
            <w:r w:rsidRPr="009647FC">
              <w:rPr>
                <w:rtl/>
              </w:rPr>
              <w:t>الله</w:t>
            </w:r>
            <w:r>
              <w:rPr>
                <w:rtl/>
              </w:rPr>
              <w:t xml:space="preserve"> </w:t>
            </w:r>
            <w:r w:rsidRPr="009647FC">
              <w:rPr>
                <w:rtl/>
              </w:rPr>
              <w:t>حيُّ</w:t>
            </w:r>
            <w:r>
              <w:rPr>
                <w:rtl/>
              </w:rPr>
              <w:t xml:space="preserve"> </w:t>
            </w:r>
            <w:r w:rsidRPr="009647FC">
              <w:rPr>
                <w:rtl/>
              </w:rPr>
              <w:t>منعّ</w:t>
            </w:r>
            <w:r>
              <w:rPr>
                <w:rtl/>
              </w:rPr>
              <w:t>َ</w:t>
            </w:r>
            <w:r w:rsidRPr="009647FC">
              <w:rPr>
                <w:rtl/>
              </w:rPr>
              <w:t>مٌ</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لديه</w:t>
            </w:r>
            <w:r w:rsidR="004C00A8">
              <w:rPr>
                <w:rtl/>
              </w:rPr>
              <w:t xml:space="preserve"> </w:t>
            </w:r>
            <w:r w:rsidRPr="009647FC">
              <w:rPr>
                <w:rtl/>
              </w:rPr>
              <w:t>على</w:t>
            </w:r>
            <w:r>
              <w:rPr>
                <w:rtl/>
              </w:rPr>
              <w:t xml:space="preserve"> </w:t>
            </w:r>
            <w:r w:rsidRPr="009647FC">
              <w:rPr>
                <w:rtl/>
              </w:rPr>
              <w:t>تلك</w:t>
            </w:r>
            <w:r>
              <w:rPr>
                <w:rtl/>
              </w:rPr>
              <w:t xml:space="preserve"> </w:t>
            </w:r>
            <w:r w:rsidRPr="009647FC">
              <w:rPr>
                <w:rtl/>
              </w:rPr>
              <w:t>النمارق</w:t>
            </w:r>
            <w:r>
              <w:rPr>
                <w:rtl/>
              </w:rPr>
              <w:t xml:space="preserve"> </w:t>
            </w:r>
            <w:r w:rsidRPr="009647FC">
              <w:rPr>
                <w:rtl/>
              </w:rPr>
              <w:t>والفرشِ</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ولولا</w:t>
            </w:r>
            <w:r w:rsidR="004C00A8">
              <w:rPr>
                <w:rtl/>
              </w:rPr>
              <w:t xml:space="preserve"> </w:t>
            </w:r>
            <w:r w:rsidRPr="009647FC">
              <w:rPr>
                <w:rtl/>
              </w:rPr>
              <w:t>ابنُك</w:t>
            </w:r>
            <w:r>
              <w:rPr>
                <w:rtl/>
              </w:rPr>
              <w:t xml:space="preserve"> </w:t>
            </w:r>
            <w:r w:rsidRPr="009647FC">
              <w:rPr>
                <w:rtl/>
              </w:rPr>
              <w:t>الزاكي</w:t>
            </w:r>
            <w:r>
              <w:rPr>
                <w:rtl/>
              </w:rPr>
              <w:t xml:space="preserve"> </w:t>
            </w:r>
            <w:r w:rsidRPr="009647FC">
              <w:rPr>
                <w:rtl/>
              </w:rPr>
              <w:t>لأدمي</w:t>
            </w:r>
            <w:r>
              <w:rPr>
                <w:rtl/>
              </w:rPr>
              <w:t xml:space="preserve"> </w:t>
            </w:r>
            <w:r w:rsidRPr="009647FC">
              <w:rPr>
                <w:rtl/>
              </w:rPr>
              <w:t>تأسّفا</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عليك</w:t>
            </w:r>
            <w:r w:rsidR="004C00A8">
              <w:rPr>
                <w:rtl/>
              </w:rPr>
              <w:t xml:space="preserve"> </w:t>
            </w:r>
            <w:r w:rsidRPr="009647FC">
              <w:rPr>
                <w:rtl/>
              </w:rPr>
              <w:t>التقى</w:t>
            </w:r>
            <w:r>
              <w:rPr>
                <w:rtl/>
              </w:rPr>
              <w:t xml:space="preserve"> </w:t>
            </w:r>
            <w:r w:rsidRPr="009647FC">
              <w:rPr>
                <w:rtl/>
              </w:rPr>
              <w:t>كفّيه</w:t>
            </w:r>
            <w:r>
              <w:rPr>
                <w:rtl/>
              </w:rPr>
              <w:t xml:space="preserve"> </w:t>
            </w:r>
            <w:r w:rsidRPr="009647FC">
              <w:rPr>
                <w:rtl/>
              </w:rPr>
              <w:t>بالعضِّ</w:t>
            </w:r>
            <w:r>
              <w:rPr>
                <w:rtl/>
              </w:rPr>
              <w:t xml:space="preserve"> </w:t>
            </w:r>
            <w:r w:rsidRPr="009647FC">
              <w:rPr>
                <w:rtl/>
              </w:rPr>
              <w:t>والنهشِ</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ولكن</w:t>
            </w:r>
            <w:r w:rsidR="004C00A8">
              <w:rPr>
                <w:rtl/>
              </w:rPr>
              <w:t xml:space="preserve"> </w:t>
            </w:r>
            <w:r w:rsidRPr="009647FC">
              <w:rPr>
                <w:rtl/>
              </w:rPr>
              <w:t>رأى</w:t>
            </w:r>
            <w:r>
              <w:rPr>
                <w:rtl/>
              </w:rPr>
              <w:t xml:space="preserve"> </w:t>
            </w:r>
            <w:r w:rsidRPr="009647FC">
              <w:rPr>
                <w:rtl/>
              </w:rPr>
              <w:t>والحمد</w:t>
            </w:r>
            <w:r>
              <w:rPr>
                <w:rtl/>
              </w:rPr>
              <w:t xml:space="preserve"> </w:t>
            </w:r>
            <w:r w:rsidRPr="009647FC">
              <w:rPr>
                <w:rtl/>
              </w:rPr>
              <w:t>للّه</w:t>
            </w:r>
            <w:r>
              <w:rPr>
                <w:rtl/>
              </w:rPr>
              <w:t xml:space="preserve"> </w:t>
            </w:r>
            <w:r w:rsidRPr="009647FC">
              <w:rPr>
                <w:rtl/>
              </w:rPr>
              <w:t>باقيا</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له</w:t>
            </w:r>
            <w:r>
              <w:rPr>
                <w:rtl/>
              </w:rPr>
              <w:t xml:space="preserve"> (</w:t>
            </w:r>
            <w:r w:rsidRPr="009647FC">
              <w:rPr>
                <w:rtl/>
              </w:rPr>
              <w:t>حسنٌ</w:t>
            </w:r>
            <w:r>
              <w:rPr>
                <w:rtl/>
              </w:rPr>
              <w:t xml:space="preserve">) </w:t>
            </w:r>
            <w:r w:rsidRPr="009647FC">
              <w:rPr>
                <w:rtl/>
              </w:rPr>
              <w:t>فاختار</w:t>
            </w:r>
            <w:r>
              <w:rPr>
                <w:rtl/>
              </w:rPr>
              <w:t xml:space="preserve"> </w:t>
            </w:r>
            <w:r w:rsidRPr="009647FC">
              <w:rPr>
                <w:rtl/>
              </w:rPr>
              <w:t>ما</w:t>
            </w:r>
            <w:r>
              <w:rPr>
                <w:rtl/>
              </w:rPr>
              <w:t xml:space="preserve"> </w:t>
            </w:r>
            <w:r w:rsidRPr="009647FC">
              <w:rPr>
                <w:rtl/>
              </w:rPr>
              <w:t>اختار</w:t>
            </w:r>
            <w:r>
              <w:rPr>
                <w:rtl/>
              </w:rPr>
              <w:t xml:space="preserve"> </w:t>
            </w:r>
            <w:r w:rsidRPr="009647FC">
              <w:rPr>
                <w:rtl/>
              </w:rPr>
              <w:t>ذو</w:t>
            </w:r>
            <w:r>
              <w:rPr>
                <w:rtl/>
              </w:rPr>
              <w:t xml:space="preserve"> </w:t>
            </w:r>
            <w:r w:rsidRPr="009647FC">
              <w:rPr>
                <w:rtl/>
              </w:rPr>
              <w:t>العرشِ</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فتىً</w:t>
            </w:r>
            <w:r>
              <w:rPr>
                <w:rtl/>
              </w:rPr>
              <w:t xml:space="preserve"> </w:t>
            </w:r>
            <w:r w:rsidRPr="009647FC">
              <w:rPr>
                <w:rtl/>
              </w:rPr>
              <w:t>حنيت</w:t>
            </w:r>
            <w:r>
              <w:rPr>
                <w:rtl/>
              </w:rPr>
              <w:t xml:space="preserve"> </w:t>
            </w:r>
            <w:r w:rsidRPr="009647FC">
              <w:rPr>
                <w:rtl/>
              </w:rPr>
              <w:t>منه</w:t>
            </w:r>
            <w:r>
              <w:rPr>
                <w:rtl/>
              </w:rPr>
              <w:t xml:space="preserve"> </w:t>
            </w:r>
            <w:r w:rsidRPr="009647FC">
              <w:rPr>
                <w:rtl/>
              </w:rPr>
              <w:t>على</w:t>
            </w:r>
            <w:r>
              <w:rPr>
                <w:rtl/>
              </w:rPr>
              <w:t xml:space="preserve"> </w:t>
            </w:r>
            <w:r w:rsidRPr="009647FC">
              <w:rPr>
                <w:rtl/>
              </w:rPr>
              <w:t>قلب</w:t>
            </w:r>
            <w:r>
              <w:rPr>
                <w:rtl/>
              </w:rPr>
              <w:t xml:space="preserve"> </w:t>
            </w:r>
            <w:r w:rsidRPr="009647FC">
              <w:rPr>
                <w:rtl/>
              </w:rPr>
              <w:t>خاشعٍ</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جوانحُ</w:t>
            </w:r>
            <w:r w:rsidR="004C00A8">
              <w:rPr>
                <w:rtl/>
              </w:rPr>
              <w:t xml:space="preserve"> </w:t>
            </w:r>
            <w:r w:rsidRPr="009647FC">
              <w:rPr>
                <w:rtl/>
              </w:rPr>
              <w:t>ذي</w:t>
            </w:r>
            <w:r>
              <w:rPr>
                <w:rtl/>
              </w:rPr>
              <w:t xml:space="preserve"> </w:t>
            </w:r>
            <w:r w:rsidRPr="009647FC">
              <w:rPr>
                <w:rtl/>
              </w:rPr>
              <w:t>نسكٍ</w:t>
            </w:r>
            <w:r>
              <w:rPr>
                <w:rtl/>
              </w:rPr>
              <w:t xml:space="preserve"> </w:t>
            </w:r>
            <w:r w:rsidRPr="009647FC">
              <w:rPr>
                <w:rtl/>
              </w:rPr>
              <w:t>سلمن</w:t>
            </w:r>
            <w:r>
              <w:rPr>
                <w:rtl/>
              </w:rPr>
              <w:t xml:space="preserve"> </w:t>
            </w:r>
            <w:r w:rsidRPr="009647FC">
              <w:rPr>
                <w:rtl/>
              </w:rPr>
              <w:t>من</w:t>
            </w:r>
            <w:r>
              <w:rPr>
                <w:rtl/>
              </w:rPr>
              <w:t xml:space="preserve"> </w:t>
            </w:r>
            <w:r w:rsidRPr="009647FC">
              <w:rPr>
                <w:rtl/>
              </w:rPr>
              <w:t>الغشِّ</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فما</w:t>
            </w:r>
            <w:r w:rsidR="004C00A8">
              <w:rPr>
                <w:rtl/>
              </w:rPr>
              <w:t xml:space="preserve"> </w:t>
            </w:r>
            <w:r w:rsidRPr="009647FC">
              <w:rPr>
                <w:rtl/>
              </w:rPr>
              <w:t>ينطق</w:t>
            </w:r>
            <w:r>
              <w:rPr>
                <w:rtl/>
              </w:rPr>
              <w:t xml:space="preserve"> </w:t>
            </w:r>
            <w:r w:rsidRPr="009647FC">
              <w:rPr>
                <w:rtl/>
              </w:rPr>
              <w:t>الفحشاء</w:t>
            </w:r>
            <w:r>
              <w:rPr>
                <w:rtl/>
              </w:rPr>
              <w:t xml:space="preserve">َ </w:t>
            </w:r>
            <w:r w:rsidRPr="009647FC">
              <w:rPr>
                <w:rtl/>
              </w:rPr>
              <w:t>مذودُ</w:t>
            </w:r>
            <w:r>
              <w:rPr>
                <w:rtl/>
              </w:rPr>
              <w:t xml:space="preserve"> </w:t>
            </w:r>
            <w:r w:rsidRPr="009647FC">
              <w:rPr>
                <w:rtl/>
              </w:rPr>
              <w:t>فضله</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ولا</w:t>
            </w:r>
            <w:r>
              <w:rPr>
                <w:rtl/>
              </w:rPr>
              <w:t xml:space="preserve"> </w:t>
            </w:r>
            <w:r w:rsidRPr="009647FC">
              <w:rPr>
                <w:rtl/>
              </w:rPr>
              <w:t>سمعُ</w:t>
            </w:r>
            <w:r>
              <w:rPr>
                <w:rtl/>
              </w:rPr>
              <w:t xml:space="preserve"> </w:t>
            </w:r>
            <w:r w:rsidRPr="009647FC">
              <w:rPr>
                <w:rtl/>
              </w:rPr>
              <w:t>تقواه</w:t>
            </w:r>
            <w:r>
              <w:rPr>
                <w:rtl/>
              </w:rPr>
              <w:t xml:space="preserve"> </w:t>
            </w:r>
            <w:r w:rsidRPr="009647FC">
              <w:rPr>
                <w:rtl/>
              </w:rPr>
              <w:t>يعي</w:t>
            </w:r>
            <w:r>
              <w:rPr>
                <w:rtl/>
              </w:rPr>
              <w:t xml:space="preserve"> </w:t>
            </w:r>
            <w:r w:rsidRPr="009647FC">
              <w:rPr>
                <w:rtl/>
              </w:rPr>
              <w:t>قولة</w:t>
            </w:r>
            <w:r>
              <w:rPr>
                <w:rtl/>
              </w:rPr>
              <w:t xml:space="preserve"> </w:t>
            </w:r>
            <w:r w:rsidRPr="009647FC">
              <w:rPr>
                <w:rtl/>
              </w:rPr>
              <w:t>الفحشِ</w:t>
            </w:r>
            <w:r w:rsidRPr="00524A24">
              <w:rPr>
                <w:rStyle w:val="libPoemTiniChar0"/>
                <w:rtl/>
              </w:rPr>
              <w:br/>
              <w:t> </w:t>
            </w:r>
          </w:p>
        </w:tc>
      </w:tr>
      <w:tr w:rsidR="00DA416E" w:rsidRPr="00524A24" w:rsidTr="00DA416E">
        <w:trPr>
          <w:trHeight w:val="350"/>
        </w:trPr>
        <w:tc>
          <w:tcPr>
            <w:tcW w:w="3902" w:type="dxa"/>
          </w:tcPr>
          <w:p w:rsidR="00DA416E" w:rsidRPr="00524A24" w:rsidRDefault="00DA416E" w:rsidP="00A33161">
            <w:pPr>
              <w:pStyle w:val="libPoem"/>
            </w:pPr>
            <w:r w:rsidRPr="009647FC">
              <w:rPr>
                <w:rtl/>
              </w:rPr>
              <w:t>تعاهد</w:t>
            </w:r>
            <w:r>
              <w:rPr>
                <w:rtl/>
              </w:rPr>
              <w:t xml:space="preserve"> </w:t>
            </w:r>
            <w:r w:rsidRPr="009647FC">
              <w:rPr>
                <w:rtl/>
              </w:rPr>
              <w:t>غيثُ</w:t>
            </w:r>
            <w:r>
              <w:rPr>
                <w:rtl/>
              </w:rPr>
              <w:t xml:space="preserve"> </w:t>
            </w:r>
            <w:r w:rsidRPr="009647FC">
              <w:rPr>
                <w:rtl/>
              </w:rPr>
              <w:t>العفو</w:t>
            </w:r>
            <w:r>
              <w:rPr>
                <w:rtl/>
              </w:rPr>
              <w:t xml:space="preserve"> </w:t>
            </w:r>
            <w:r w:rsidRPr="009647FC">
              <w:rPr>
                <w:rtl/>
              </w:rPr>
              <w:t>مرقد</w:t>
            </w:r>
            <w:r>
              <w:rPr>
                <w:rtl/>
              </w:rPr>
              <w:t xml:space="preserve"> (</w:t>
            </w:r>
            <w:r w:rsidRPr="009647FC">
              <w:rPr>
                <w:rtl/>
              </w:rPr>
              <w:t>محسنٍ</w:t>
            </w:r>
            <w:r>
              <w:rPr>
                <w:rtl/>
              </w:rPr>
              <w:t>)</w:t>
            </w:r>
            <w:r w:rsidRPr="00524A24">
              <w:rPr>
                <w:rStyle w:val="libPoemTiniChar0"/>
                <w:rtl/>
              </w:rPr>
              <w:br/>
              <w:t> </w:t>
            </w:r>
          </w:p>
        </w:tc>
        <w:tc>
          <w:tcPr>
            <w:tcW w:w="301" w:type="dxa"/>
          </w:tcPr>
          <w:p w:rsidR="00DA416E" w:rsidRPr="00524A24" w:rsidRDefault="00DA416E" w:rsidP="00A33161">
            <w:pPr>
              <w:pStyle w:val="libPoem"/>
              <w:rPr>
                <w:rtl/>
              </w:rPr>
            </w:pPr>
          </w:p>
        </w:tc>
        <w:tc>
          <w:tcPr>
            <w:tcW w:w="3884" w:type="dxa"/>
          </w:tcPr>
          <w:p w:rsidR="00DA416E" w:rsidRPr="00524A24" w:rsidRDefault="00DA416E" w:rsidP="00A33161">
            <w:pPr>
              <w:pStyle w:val="libPoem"/>
            </w:pPr>
            <w:r w:rsidRPr="009647FC">
              <w:rPr>
                <w:rtl/>
              </w:rPr>
              <w:t>يبلُّ</w:t>
            </w:r>
            <w:r w:rsidR="004C00A8">
              <w:rPr>
                <w:rtl/>
              </w:rPr>
              <w:t xml:space="preserve"> </w:t>
            </w:r>
            <w:r w:rsidRPr="009647FC">
              <w:rPr>
                <w:rtl/>
              </w:rPr>
              <w:t>ثرىً</w:t>
            </w:r>
            <w:r>
              <w:rPr>
                <w:rtl/>
              </w:rPr>
              <w:t xml:space="preserve"> </w:t>
            </w:r>
            <w:r w:rsidRPr="009647FC">
              <w:rPr>
                <w:rtl/>
              </w:rPr>
              <w:t>واراه</w:t>
            </w:r>
            <w:r>
              <w:rPr>
                <w:rtl/>
              </w:rPr>
              <w:t xml:space="preserve"> </w:t>
            </w:r>
            <w:r w:rsidRPr="009647FC">
              <w:rPr>
                <w:rtl/>
              </w:rPr>
              <w:t>رشاً</w:t>
            </w:r>
            <w:r>
              <w:rPr>
                <w:rtl/>
              </w:rPr>
              <w:t xml:space="preserve"> </w:t>
            </w:r>
            <w:r w:rsidRPr="009647FC">
              <w:rPr>
                <w:rtl/>
              </w:rPr>
              <w:t>على</w:t>
            </w:r>
            <w:r>
              <w:rPr>
                <w:rtl/>
              </w:rPr>
              <w:t xml:space="preserve"> </w:t>
            </w:r>
            <w:r w:rsidRPr="009647FC">
              <w:rPr>
                <w:rtl/>
              </w:rPr>
              <w:t>رشِّ</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هو الشيخ حسن بن محسن بن حسين الشهير بمصبّح الخلّي</w:t>
      </w:r>
      <w:r w:rsidR="00D769AB">
        <w:rPr>
          <w:rtl/>
        </w:rPr>
        <w:t>،</w:t>
      </w:r>
      <w:r w:rsidRPr="009647FC">
        <w:rPr>
          <w:rtl/>
        </w:rPr>
        <w:t xml:space="preserve"> من مشاهير شعراء عصره</w:t>
      </w:r>
      <w:r w:rsidR="00D769AB">
        <w:rPr>
          <w:rtl/>
        </w:rPr>
        <w:t>،</w:t>
      </w:r>
      <w:r w:rsidRPr="009647FC">
        <w:rPr>
          <w:rtl/>
        </w:rPr>
        <w:t xml:space="preserve"> ولد في الحلّة عام 1246 هـ</w:t>
      </w:r>
      <w:r w:rsidR="00D769AB">
        <w:rPr>
          <w:rtl/>
        </w:rPr>
        <w:t>،</w:t>
      </w:r>
      <w:r w:rsidRPr="009647FC">
        <w:rPr>
          <w:rtl/>
        </w:rPr>
        <w:t xml:space="preserve"> وتوفّي بها عام 1317ه‍‍ـ</w:t>
      </w:r>
      <w:r w:rsidR="00D769AB">
        <w:rPr>
          <w:rtl/>
        </w:rPr>
        <w:t>.</w:t>
      </w:r>
      <w:r w:rsidRPr="009647FC">
        <w:rPr>
          <w:rtl/>
        </w:rPr>
        <w:t xml:space="preserve"> ترجمت له في كتابي شعراء الحلّة 1 / 288</w:t>
      </w:r>
      <w:r w:rsidR="004E7EC6">
        <w:rPr>
          <w:rtl/>
        </w:rPr>
        <w:t xml:space="preserve"> - </w:t>
      </w:r>
      <w:r w:rsidRPr="009647FC">
        <w:rPr>
          <w:rtl/>
        </w:rPr>
        <w:t>320</w:t>
      </w:r>
      <w:r w:rsidR="00D769AB">
        <w:rPr>
          <w:rtl/>
        </w:rPr>
        <w:t>،</w:t>
      </w:r>
      <w:r w:rsidRPr="009647FC">
        <w:rPr>
          <w:rtl/>
        </w:rPr>
        <w:t xml:space="preserve"> ط 1</w:t>
      </w:r>
      <w:r w:rsidR="00D769AB">
        <w:rPr>
          <w:rtl/>
        </w:rPr>
        <w:t>،</w:t>
      </w:r>
      <w:r w:rsidRPr="009647FC">
        <w:rPr>
          <w:rtl/>
        </w:rPr>
        <w:t xml:space="preserve"> و350</w:t>
      </w:r>
      <w:r w:rsidR="004E7EC6">
        <w:rPr>
          <w:rtl/>
        </w:rPr>
        <w:t xml:space="preserve"> - </w:t>
      </w:r>
      <w:r w:rsidRPr="009647FC">
        <w:rPr>
          <w:rtl/>
        </w:rPr>
        <w:t>403</w:t>
      </w:r>
      <w:r w:rsidR="00D769AB">
        <w:rPr>
          <w:rtl/>
        </w:rPr>
        <w:t>،</w:t>
      </w:r>
      <w:r w:rsidRPr="009647FC">
        <w:rPr>
          <w:rtl/>
        </w:rPr>
        <w:t xml:space="preserve"> ط 2</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وقال راثياً الحجّة الأكبر الشيخ مرتضى الأنصاري</w:t>
      </w:r>
      <w:r w:rsidRPr="004E7EC6">
        <w:rPr>
          <w:rStyle w:val="libFootnotenumChar"/>
          <w:rtl/>
        </w:rPr>
        <w:t>(1)</w:t>
      </w:r>
      <w:r w:rsidR="00D769AB">
        <w:rPr>
          <w:rtl/>
        </w:rPr>
        <w:t>،</w:t>
      </w:r>
      <w:r w:rsidRPr="004E7EC6">
        <w:rPr>
          <w:rtl/>
        </w:rPr>
        <w:t xml:space="preserve"> ومعزّياً العلاّمة السيد مهدي القزويني</w:t>
      </w:r>
      <w:r w:rsidR="00D769AB">
        <w:rPr>
          <w:rtl/>
        </w:rPr>
        <w:t>:</w:t>
      </w:r>
      <w:r w:rsidRPr="004E7EC6">
        <w:rPr>
          <w:rtl/>
        </w:rPr>
        <w:t>‍</w:t>
      </w:r>
    </w:p>
    <w:tbl>
      <w:tblPr>
        <w:tblStyle w:val="TableGrid"/>
        <w:bidiVisual/>
        <w:tblW w:w="4562" w:type="pct"/>
        <w:tblInd w:w="384" w:type="dxa"/>
        <w:tblLook w:val="04A0"/>
      </w:tblPr>
      <w:tblGrid>
        <w:gridCol w:w="3902"/>
        <w:gridCol w:w="301"/>
        <w:gridCol w:w="3884"/>
      </w:tblGrid>
      <w:tr w:rsidR="00083F31" w:rsidRPr="00524A24" w:rsidTr="00083F31">
        <w:trPr>
          <w:trHeight w:val="350"/>
        </w:trPr>
        <w:tc>
          <w:tcPr>
            <w:tcW w:w="3902" w:type="dxa"/>
          </w:tcPr>
          <w:p w:rsidR="00083F31" w:rsidRPr="00524A24" w:rsidRDefault="00083F31" w:rsidP="00A33161">
            <w:pPr>
              <w:pStyle w:val="libPoem"/>
            </w:pPr>
            <w:r w:rsidRPr="009647FC">
              <w:rPr>
                <w:rtl/>
              </w:rPr>
              <w:t>م</w:t>
            </w:r>
            <w:r w:rsidRPr="00B371C6">
              <w:rPr>
                <w:rtl/>
              </w:rPr>
              <w:t>َ</w:t>
            </w:r>
            <w:r w:rsidRPr="009647FC">
              <w:rPr>
                <w:rtl/>
              </w:rPr>
              <w:t>نْ</w:t>
            </w:r>
            <w:r w:rsidR="004C00A8">
              <w:rPr>
                <w:rtl/>
              </w:rPr>
              <w:t xml:space="preserve"> </w:t>
            </w:r>
            <w:r w:rsidRPr="009647FC">
              <w:rPr>
                <w:rtl/>
              </w:rPr>
              <w:t>حطّ</w:t>
            </w:r>
            <w:r>
              <w:rPr>
                <w:rtl/>
              </w:rPr>
              <w:t xml:space="preserve">َ </w:t>
            </w:r>
            <w:r w:rsidRPr="009647FC">
              <w:rPr>
                <w:rtl/>
              </w:rPr>
              <w:t>هضبتك</w:t>
            </w:r>
            <w:r>
              <w:rPr>
                <w:rtl/>
              </w:rPr>
              <w:t xml:space="preserve"> </w:t>
            </w:r>
            <w:r w:rsidRPr="009647FC">
              <w:rPr>
                <w:rtl/>
              </w:rPr>
              <w:t>الرفيعه</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وأباح</w:t>
            </w:r>
            <w:r w:rsidR="004C00A8">
              <w:rPr>
                <w:rtl/>
              </w:rPr>
              <w:t xml:space="preserve"> </w:t>
            </w:r>
            <w:r w:rsidRPr="009647FC">
              <w:rPr>
                <w:rtl/>
              </w:rPr>
              <w:t>حوزتك</w:t>
            </w:r>
            <w:r>
              <w:rPr>
                <w:rtl/>
              </w:rPr>
              <w:t xml:space="preserve"> </w:t>
            </w:r>
            <w:r w:rsidRPr="009647FC">
              <w:rPr>
                <w:rtl/>
              </w:rPr>
              <w:t>المنيعه؟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وطواك</w:t>
            </w:r>
            <w:r>
              <w:rPr>
                <w:rtl/>
              </w:rPr>
              <w:t xml:space="preserve"> </w:t>
            </w:r>
            <w:r w:rsidRPr="009647FC">
              <w:rPr>
                <w:rtl/>
              </w:rPr>
              <w:t>والتقوى</w:t>
            </w:r>
            <w:r>
              <w:rPr>
                <w:rtl/>
              </w:rPr>
              <w:t xml:space="preserve"> </w:t>
            </w:r>
            <w:r w:rsidRPr="009647FC">
              <w:rPr>
                <w:rtl/>
              </w:rPr>
              <w:t>بقبرٍ</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ضمّ</w:t>
            </w:r>
            <w:r>
              <w:rPr>
                <w:rtl/>
              </w:rPr>
              <w:t xml:space="preserve">َ </w:t>
            </w:r>
            <w:r w:rsidRPr="009647FC">
              <w:rPr>
                <w:rtl/>
              </w:rPr>
              <w:t>جسمك</w:t>
            </w:r>
            <w:r>
              <w:rPr>
                <w:rtl/>
              </w:rPr>
              <w:t xml:space="preserve"> </w:t>
            </w:r>
            <w:r w:rsidRPr="009647FC">
              <w:rPr>
                <w:rtl/>
              </w:rPr>
              <w:t>والشريعه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وأعاد</w:t>
            </w:r>
            <w:r>
              <w:rPr>
                <w:rtl/>
              </w:rPr>
              <w:t xml:space="preserve"> </w:t>
            </w:r>
            <w:r w:rsidRPr="009647FC">
              <w:rPr>
                <w:rtl/>
              </w:rPr>
              <w:t>ملّ</w:t>
            </w:r>
            <w:r w:rsidRPr="00B371C6">
              <w:rPr>
                <w:rtl/>
              </w:rPr>
              <w:t>َ</w:t>
            </w:r>
            <w:r w:rsidRPr="009647FC">
              <w:rPr>
                <w:rtl/>
              </w:rPr>
              <w:t>ة</w:t>
            </w:r>
            <w:r>
              <w:rPr>
                <w:rtl/>
              </w:rPr>
              <w:t xml:space="preserve"> (</w:t>
            </w:r>
            <w:r w:rsidRPr="009647FC">
              <w:rPr>
                <w:rtl/>
              </w:rPr>
              <w:t>أحمدٍ</w:t>
            </w:r>
            <w:r>
              <w:rPr>
                <w:rtl/>
              </w:rPr>
              <w:t>)</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ثكلى</w:t>
            </w:r>
            <w:r>
              <w:rPr>
                <w:rtl/>
              </w:rPr>
              <w:t xml:space="preserve"> </w:t>
            </w:r>
            <w:r w:rsidRPr="009647FC">
              <w:rPr>
                <w:rtl/>
              </w:rPr>
              <w:t>وذات</w:t>
            </w:r>
            <w:r>
              <w:rPr>
                <w:rtl/>
              </w:rPr>
              <w:t xml:space="preserve"> </w:t>
            </w:r>
            <w:r w:rsidRPr="009647FC">
              <w:rPr>
                <w:rtl/>
              </w:rPr>
              <w:t>حشاً</w:t>
            </w:r>
            <w:r>
              <w:rPr>
                <w:rtl/>
              </w:rPr>
              <w:t xml:space="preserve"> </w:t>
            </w:r>
            <w:r w:rsidRPr="009647FC">
              <w:rPr>
                <w:rtl/>
              </w:rPr>
              <w:t>وجيعه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تنعاك</w:t>
            </w:r>
            <w:r w:rsidR="004C00A8">
              <w:rPr>
                <w:rtl/>
              </w:rPr>
              <w:t xml:space="preserve"> </w:t>
            </w:r>
            <w:r w:rsidRPr="009647FC">
              <w:rPr>
                <w:rtl/>
              </w:rPr>
              <w:t>واضعةٌ</w:t>
            </w:r>
            <w:r>
              <w:rPr>
                <w:rtl/>
              </w:rPr>
              <w:t xml:space="preserve"> </w:t>
            </w:r>
            <w:r w:rsidRPr="009647FC">
              <w:rPr>
                <w:rtl/>
              </w:rPr>
              <w:t>على</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ظهرٍ</w:t>
            </w:r>
            <w:r w:rsidR="004C00A8">
              <w:rPr>
                <w:rtl/>
              </w:rPr>
              <w:t xml:space="preserve"> </w:t>
            </w:r>
            <w:r w:rsidRPr="009647FC">
              <w:rPr>
                <w:rtl/>
              </w:rPr>
              <w:t>أجبّ</w:t>
            </w:r>
            <w:r>
              <w:rPr>
                <w:rtl/>
              </w:rPr>
              <w:t xml:space="preserve">َ </w:t>
            </w:r>
            <w:r w:rsidRPr="009647FC">
              <w:rPr>
                <w:rtl/>
              </w:rPr>
              <w:t>يداً</w:t>
            </w:r>
            <w:r>
              <w:rPr>
                <w:rtl/>
              </w:rPr>
              <w:t xml:space="preserve"> </w:t>
            </w:r>
            <w:r w:rsidRPr="009647FC">
              <w:rPr>
                <w:rtl/>
              </w:rPr>
              <w:t>قطيعه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يا</w:t>
            </w:r>
            <w:r w:rsidR="004C00A8">
              <w:rPr>
                <w:rtl/>
              </w:rPr>
              <w:t xml:space="preserve"> </w:t>
            </w:r>
            <w:r w:rsidRPr="009647FC">
              <w:rPr>
                <w:rtl/>
              </w:rPr>
              <w:t>راحلاً</w:t>
            </w:r>
            <w:r>
              <w:rPr>
                <w:rtl/>
              </w:rPr>
              <w:t xml:space="preserve"> </w:t>
            </w:r>
            <w:r w:rsidRPr="009647FC">
              <w:rPr>
                <w:rtl/>
              </w:rPr>
              <w:t>بالعلم</w:t>
            </w:r>
            <w:r>
              <w:rPr>
                <w:rtl/>
              </w:rPr>
              <w:t xml:space="preserve"> </w:t>
            </w:r>
            <w:r w:rsidRPr="009647FC">
              <w:rPr>
                <w:rtl/>
              </w:rPr>
              <w:t>تنـ</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قله</w:t>
            </w:r>
            <w:r w:rsidR="004C00A8">
              <w:rPr>
                <w:rtl/>
              </w:rPr>
              <w:t xml:space="preserve"> </w:t>
            </w:r>
            <w:r w:rsidRPr="009647FC">
              <w:rPr>
                <w:rtl/>
              </w:rPr>
              <w:t>عن</w:t>
            </w:r>
            <w:r>
              <w:rPr>
                <w:rtl/>
              </w:rPr>
              <w:t xml:space="preserve"> </w:t>
            </w:r>
            <w:r w:rsidRPr="009647FC">
              <w:rPr>
                <w:rtl/>
              </w:rPr>
              <w:t>الدنيا</w:t>
            </w:r>
            <w:r>
              <w:rPr>
                <w:rtl/>
              </w:rPr>
              <w:t xml:space="preserve"> </w:t>
            </w:r>
            <w:r w:rsidRPr="009647FC">
              <w:rPr>
                <w:rtl/>
              </w:rPr>
              <w:t>جميعه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وموسّ</w:t>
            </w:r>
            <w:r w:rsidRPr="00B371C6">
              <w:rPr>
                <w:rtl/>
              </w:rPr>
              <w:t>َ</w:t>
            </w:r>
            <w:r w:rsidRPr="009647FC">
              <w:rPr>
                <w:rtl/>
              </w:rPr>
              <w:t>داً</w:t>
            </w:r>
            <w:r w:rsidR="004C00A8">
              <w:rPr>
                <w:rtl/>
              </w:rPr>
              <w:t xml:space="preserve"> </w:t>
            </w:r>
            <w:r w:rsidRPr="009647FC">
              <w:rPr>
                <w:rtl/>
              </w:rPr>
              <w:t>في</w:t>
            </w:r>
            <w:r>
              <w:rPr>
                <w:rtl/>
              </w:rPr>
              <w:t xml:space="preserve"> </w:t>
            </w:r>
            <w:r w:rsidRPr="009647FC">
              <w:rPr>
                <w:rtl/>
              </w:rPr>
              <w:t>تربةٍ</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بات</w:t>
            </w:r>
            <w:r>
              <w:rPr>
                <w:rtl/>
              </w:rPr>
              <w:t xml:space="preserve"> </w:t>
            </w:r>
            <w:r w:rsidRPr="009647FC">
              <w:rPr>
                <w:rtl/>
              </w:rPr>
              <w:t>الصلاحُ</w:t>
            </w:r>
            <w:r>
              <w:rPr>
                <w:rtl/>
              </w:rPr>
              <w:t xml:space="preserve"> </w:t>
            </w:r>
            <w:r w:rsidRPr="009647FC">
              <w:rPr>
                <w:rtl/>
              </w:rPr>
              <w:t>بها</w:t>
            </w:r>
            <w:r>
              <w:rPr>
                <w:rtl/>
              </w:rPr>
              <w:t xml:space="preserve"> </w:t>
            </w:r>
            <w:r w:rsidRPr="009647FC">
              <w:rPr>
                <w:rtl/>
              </w:rPr>
              <w:t>ضجيعه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كنت</w:t>
            </w:r>
            <w:r>
              <w:rPr>
                <w:rtl/>
              </w:rPr>
              <w:t xml:space="preserve"> </w:t>
            </w:r>
            <w:r w:rsidRPr="009647FC">
              <w:rPr>
                <w:rtl/>
              </w:rPr>
              <w:t>الذريعة</w:t>
            </w:r>
            <w:r>
              <w:rPr>
                <w:rtl/>
              </w:rPr>
              <w:t xml:space="preserve"> </w:t>
            </w:r>
            <w:r w:rsidRPr="009647FC">
              <w:rPr>
                <w:rtl/>
              </w:rPr>
              <w:t>للهدى</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واليوم</w:t>
            </w:r>
            <w:r>
              <w:rPr>
                <w:rtl/>
              </w:rPr>
              <w:t xml:space="preserve"> </w:t>
            </w:r>
            <w:r w:rsidRPr="009647FC">
              <w:rPr>
                <w:rtl/>
              </w:rPr>
              <w:t>بعدك</w:t>
            </w:r>
            <w:r>
              <w:rPr>
                <w:rtl/>
              </w:rPr>
              <w:t xml:space="preserve"> </w:t>
            </w:r>
            <w:r w:rsidRPr="009647FC">
              <w:rPr>
                <w:rtl/>
              </w:rPr>
              <w:t>لا</w:t>
            </w:r>
            <w:r>
              <w:rPr>
                <w:rtl/>
              </w:rPr>
              <w:t xml:space="preserve"> </w:t>
            </w:r>
            <w:r w:rsidRPr="009647FC">
              <w:rPr>
                <w:rtl/>
              </w:rPr>
              <w:t>ذريعه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إنّ</w:t>
            </w:r>
            <w:r w:rsidR="004C00A8">
              <w:rPr>
                <w:rtl/>
              </w:rPr>
              <w:t xml:space="preserve"> </w:t>
            </w:r>
            <w:r w:rsidRPr="009647FC">
              <w:rPr>
                <w:rtl/>
              </w:rPr>
              <w:t>الورى</w:t>
            </w:r>
            <w:r>
              <w:rPr>
                <w:rtl/>
              </w:rPr>
              <w:t xml:space="preserve"> </w:t>
            </w:r>
            <w:r w:rsidRPr="009647FC">
              <w:rPr>
                <w:rtl/>
              </w:rPr>
              <w:t>في</w:t>
            </w:r>
            <w:r>
              <w:rPr>
                <w:rtl/>
              </w:rPr>
              <w:t xml:space="preserve"> </w:t>
            </w:r>
            <w:r w:rsidRPr="009647FC">
              <w:rPr>
                <w:rtl/>
              </w:rPr>
              <w:t>فترةٍ</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عمياء</w:t>
            </w:r>
            <w:r>
              <w:rPr>
                <w:rtl/>
              </w:rPr>
              <w:t xml:space="preserve"> </w:t>
            </w:r>
            <w:r w:rsidRPr="009647FC">
              <w:rPr>
                <w:rtl/>
              </w:rPr>
              <w:t>ليس</w:t>
            </w:r>
            <w:r>
              <w:rPr>
                <w:rtl/>
              </w:rPr>
              <w:t xml:space="preserve"> </w:t>
            </w:r>
            <w:r w:rsidRPr="009647FC">
              <w:rPr>
                <w:rtl/>
              </w:rPr>
              <w:t>لها</w:t>
            </w:r>
            <w:r>
              <w:rPr>
                <w:rtl/>
              </w:rPr>
              <w:t xml:space="preserve"> </w:t>
            </w:r>
            <w:r w:rsidRPr="009647FC">
              <w:rPr>
                <w:rtl/>
              </w:rPr>
              <w:t>طليعه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ترتاد</w:t>
            </w:r>
            <w:r w:rsidR="004C00A8">
              <w:rPr>
                <w:rtl/>
              </w:rPr>
              <w:t xml:space="preserve"> </w:t>
            </w:r>
            <w:r w:rsidRPr="009647FC">
              <w:rPr>
                <w:rtl/>
              </w:rPr>
              <w:t>مثلك</w:t>
            </w:r>
            <w:r>
              <w:rPr>
                <w:rtl/>
              </w:rPr>
              <w:t xml:space="preserve">َ </w:t>
            </w:r>
            <w:r w:rsidRPr="009647FC">
              <w:rPr>
                <w:rtl/>
              </w:rPr>
              <w:t>سابقا</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بين</w:t>
            </w:r>
            <w:r w:rsidR="004C00A8">
              <w:rPr>
                <w:rtl/>
              </w:rPr>
              <w:t xml:space="preserve"> </w:t>
            </w:r>
            <w:r w:rsidRPr="009647FC">
              <w:rPr>
                <w:rtl/>
              </w:rPr>
              <w:t>الحسيرة</w:t>
            </w:r>
            <w:r>
              <w:rPr>
                <w:rtl/>
              </w:rPr>
              <w:t xml:space="preserve"> </w:t>
            </w:r>
            <w:r w:rsidRPr="009647FC">
              <w:rPr>
                <w:rtl/>
              </w:rPr>
              <w:t>والضليعه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ما</w:t>
            </w:r>
            <w:r>
              <w:rPr>
                <w:rtl/>
              </w:rPr>
              <w:t xml:space="preserve"> </w:t>
            </w:r>
            <w:r w:rsidRPr="009647FC">
              <w:rPr>
                <w:rtl/>
              </w:rPr>
              <w:t>كان</w:t>
            </w:r>
            <w:r>
              <w:rPr>
                <w:rtl/>
              </w:rPr>
              <w:t xml:space="preserve"> </w:t>
            </w:r>
            <w:r w:rsidRPr="009647FC">
              <w:rPr>
                <w:rtl/>
              </w:rPr>
              <w:t>أحوجها</w:t>
            </w:r>
            <w:r>
              <w:rPr>
                <w:rtl/>
              </w:rPr>
              <w:t xml:space="preserve"> </w:t>
            </w:r>
            <w:r w:rsidRPr="009647FC">
              <w:rPr>
                <w:rtl/>
              </w:rPr>
              <w:t>لطبّك</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أي</w:t>
            </w:r>
            <w:r w:rsidRPr="00B371C6">
              <w:rPr>
                <w:rtl/>
              </w:rPr>
              <w:t>ّ</w:t>
            </w:r>
            <w:r w:rsidRPr="009647FC">
              <w:rPr>
                <w:rtl/>
              </w:rPr>
              <w:t>ها</w:t>
            </w:r>
            <w:r w:rsidR="004C00A8">
              <w:rPr>
                <w:rtl/>
              </w:rPr>
              <w:t xml:space="preserve"> </w:t>
            </w:r>
            <w:r w:rsidRPr="009647FC">
              <w:rPr>
                <w:rtl/>
              </w:rPr>
              <w:t>الراقي</w:t>
            </w:r>
            <w:r>
              <w:rPr>
                <w:rtl/>
              </w:rPr>
              <w:t xml:space="preserve"> </w:t>
            </w:r>
            <w:r w:rsidRPr="009647FC">
              <w:rPr>
                <w:rtl/>
              </w:rPr>
              <w:t>اللسيعه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فاذهب</w:t>
            </w:r>
            <w:r w:rsidR="004C00A8">
              <w:rPr>
                <w:rtl/>
              </w:rPr>
              <w:t xml:space="preserve"> </w:t>
            </w:r>
            <w:r w:rsidRPr="009647FC">
              <w:rPr>
                <w:rtl/>
              </w:rPr>
              <w:t>فلم</w:t>
            </w:r>
            <w:r>
              <w:rPr>
                <w:rtl/>
              </w:rPr>
              <w:t xml:space="preserve"> </w:t>
            </w:r>
            <w:r w:rsidRPr="009647FC">
              <w:rPr>
                <w:rtl/>
              </w:rPr>
              <w:t>تصلحْ</w:t>
            </w:r>
            <w:r>
              <w:rPr>
                <w:rtl/>
              </w:rPr>
              <w:t xml:space="preserve"> </w:t>
            </w:r>
            <w:r w:rsidRPr="009647FC">
              <w:rPr>
                <w:rtl/>
              </w:rPr>
              <w:t>لمثـ</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لك</w:t>
            </w:r>
            <w:r>
              <w:rPr>
                <w:rtl/>
              </w:rPr>
              <w:t>َ</w:t>
            </w:r>
            <w:r w:rsidR="004C00A8">
              <w:rPr>
                <w:rtl/>
              </w:rPr>
              <w:t xml:space="preserve"> </w:t>
            </w:r>
            <w:r w:rsidRPr="009647FC">
              <w:rPr>
                <w:rtl/>
              </w:rPr>
              <w:t>هذه</w:t>
            </w:r>
            <w:r>
              <w:rPr>
                <w:rtl/>
              </w:rPr>
              <w:t xml:space="preserve"> </w:t>
            </w:r>
            <w:r w:rsidRPr="009647FC">
              <w:rPr>
                <w:rtl/>
              </w:rPr>
              <w:t>الدنيا</w:t>
            </w:r>
            <w:r>
              <w:rPr>
                <w:rtl/>
              </w:rPr>
              <w:t xml:space="preserve"> </w:t>
            </w:r>
            <w:r w:rsidRPr="009647FC">
              <w:rPr>
                <w:rtl/>
              </w:rPr>
              <w:t>الخدوعه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فلها</w:t>
            </w:r>
            <w:r w:rsidR="004C00A8">
              <w:rPr>
                <w:rtl/>
              </w:rPr>
              <w:t xml:space="preserve"> </w:t>
            </w:r>
            <w:r w:rsidRPr="009647FC">
              <w:rPr>
                <w:rtl/>
              </w:rPr>
              <w:t>دخلت</w:t>
            </w:r>
            <w:r>
              <w:rPr>
                <w:rtl/>
              </w:rPr>
              <w:t xml:space="preserve">َ </w:t>
            </w:r>
            <w:r w:rsidRPr="009647FC">
              <w:rPr>
                <w:rtl/>
              </w:rPr>
              <w:t>وأنت</w:t>
            </w:r>
            <w:r>
              <w:rPr>
                <w:rtl/>
              </w:rPr>
              <w:t xml:space="preserve"> </w:t>
            </w:r>
            <w:r w:rsidRPr="009647FC">
              <w:rPr>
                <w:rtl/>
              </w:rPr>
              <w:t>محمو</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دُ</w:t>
            </w:r>
            <w:r w:rsidR="004C00A8">
              <w:rPr>
                <w:rtl/>
              </w:rPr>
              <w:t xml:space="preserve"> </w:t>
            </w:r>
            <w:r w:rsidRPr="009647FC">
              <w:rPr>
                <w:rtl/>
              </w:rPr>
              <w:t>السجيّة</w:t>
            </w:r>
            <w:r>
              <w:rPr>
                <w:rtl/>
              </w:rPr>
              <w:t xml:space="preserve"> </w:t>
            </w:r>
            <w:r w:rsidRPr="009647FC">
              <w:rPr>
                <w:rtl/>
              </w:rPr>
              <w:t>والطبيعه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وصحبتها</w:t>
            </w:r>
            <w:r w:rsidR="004C00A8">
              <w:rPr>
                <w:rtl/>
              </w:rPr>
              <w:t xml:space="preserve"> </w:t>
            </w:r>
            <w:r w:rsidRPr="009647FC">
              <w:rPr>
                <w:rtl/>
              </w:rPr>
              <w:t>بجوارحٍ</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عصمت</w:t>
            </w:r>
            <w:r w:rsidR="004C00A8">
              <w:rPr>
                <w:rtl/>
              </w:rPr>
              <w:t xml:space="preserve"> </w:t>
            </w:r>
            <w:r w:rsidRPr="009647FC">
              <w:rPr>
                <w:rtl/>
              </w:rPr>
              <w:t>لخالقها</w:t>
            </w:r>
            <w:r>
              <w:rPr>
                <w:rtl/>
              </w:rPr>
              <w:t xml:space="preserve"> </w:t>
            </w:r>
            <w:r w:rsidRPr="009647FC">
              <w:rPr>
                <w:rtl/>
              </w:rPr>
              <w:t>مطيعه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وخرجت</w:t>
            </w:r>
            <w:r>
              <w:rPr>
                <w:rtl/>
              </w:rPr>
              <w:t xml:space="preserve"> </w:t>
            </w:r>
            <w:r w:rsidRPr="009647FC">
              <w:rPr>
                <w:rtl/>
              </w:rPr>
              <w:t>منها</w:t>
            </w:r>
            <w:r>
              <w:rPr>
                <w:rtl/>
              </w:rPr>
              <w:t xml:space="preserve"> </w:t>
            </w:r>
            <w:r w:rsidRPr="009647FC">
              <w:rPr>
                <w:rtl/>
              </w:rPr>
              <w:t>طاهر</w:t>
            </w:r>
            <w:r>
              <w:rPr>
                <w:rtl/>
              </w:rPr>
              <w:t xml:space="preserve"> </w:t>
            </w:r>
            <w:r w:rsidRPr="009647FC">
              <w:rPr>
                <w:rtl/>
              </w:rPr>
              <w:t>الـ</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أبراد</w:t>
            </w:r>
            <w:r>
              <w:rPr>
                <w:rtl/>
              </w:rPr>
              <w:t xml:space="preserve"> </w:t>
            </w:r>
            <w:r w:rsidRPr="009647FC">
              <w:rPr>
                <w:rtl/>
              </w:rPr>
              <w:t>مشكور</w:t>
            </w:r>
            <w:r>
              <w:rPr>
                <w:rtl/>
              </w:rPr>
              <w:t xml:space="preserve"> </w:t>
            </w:r>
            <w:r w:rsidRPr="009647FC">
              <w:rPr>
                <w:rtl/>
              </w:rPr>
              <w:t>الصنيعه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فلتبك</w:t>
            </w:r>
            <w:r>
              <w:rPr>
                <w:rtl/>
              </w:rPr>
              <w:t xml:space="preserve"> </w:t>
            </w:r>
            <w:r w:rsidRPr="009647FC">
              <w:rPr>
                <w:rtl/>
              </w:rPr>
              <w:t>مفقدك</w:t>
            </w:r>
            <w:r>
              <w:rPr>
                <w:rtl/>
              </w:rPr>
              <w:t xml:space="preserve">َ </w:t>
            </w:r>
            <w:r w:rsidRPr="009647FC">
              <w:rPr>
                <w:rtl/>
              </w:rPr>
              <w:t>الورى</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يا</w:t>
            </w:r>
            <w:r w:rsidR="004C00A8">
              <w:rPr>
                <w:rtl/>
              </w:rPr>
              <w:t xml:space="preserve"> </w:t>
            </w:r>
            <w:r w:rsidRPr="009647FC">
              <w:rPr>
                <w:rtl/>
              </w:rPr>
              <w:t>نيّراً</w:t>
            </w:r>
            <w:r>
              <w:rPr>
                <w:rtl/>
              </w:rPr>
              <w:t xml:space="preserve"> </w:t>
            </w:r>
            <w:r w:rsidRPr="009647FC">
              <w:rPr>
                <w:rtl/>
              </w:rPr>
              <w:t>فقدت</w:t>
            </w:r>
            <w:r>
              <w:rPr>
                <w:rtl/>
              </w:rPr>
              <w:t xml:space="preserve"> </w:t>
            </w:r>
            <w:r w:rsidRPr="009647FC">
              <w:rPr>
                <w:rtl/>
              </w:rPr>
              <w:t>طلوعه</w:t>
            </w:r>
            <w:r w:rsidRPr="00524A24">
              <w:rPr>
                <w:rStyle w:val="libPoemTiniChar0"/>
                <w:rtl/>
              </w:rPr>
              <w:br/>
              <w:t> </w:t>
            </w:r>
          </w:p>
        </w:tc>
      </w:tr>
      <w:tr w:rsidR="00083F31" w:rsidRPr="00524A24" w:rsidTr="00083F31">
        <w:trPr>
          <w:trHeight w:val="350"/>
        </w:trPr>
        <w:tc>
          <w:tcPr>
            <w:tcW w:w="3902" w:type="dxa"/>
          </w:tcPr>
          <w:p w:rsidR="00083F31" w:rsidRPr="00524A24" w:rsidRDefault="00083F31" w:rsidP="00A33161">
            <w:pPr>
              <w:pStyle w:val="libPoem"/>
            </w:pPr>
            <w:r w:rsidRPr="009647FC">
              <w:rPr>
                <w:rtl/>
              </w:rPr>
              <w:t>ولنستر</w:t>
            </w:r>
            <w:r w:rsidR="004C00A8">
              <w:rPr>
                <w:rtl/>
              </w:rPr>
              <w:t xml:space="preserve"> </w:t>
            </w:r>
            <w:r w:rsidRPr="009647FC">
              <w:rPr>
                <w:rtl/>
              </w:rPr>
              <w:t>الهلاكُ</w:t>
            </w:r>
            <w:r>
              <w:rPr>
                <w:rtl/>
              </w:rPr>
              <w:t xml:space="preserve"> </w:t>
            </w:r>
            <w:r w:rsidRPr="009647FC">
              <w:rPr>
                <w:rtl/>
              </w:rPr>
              <w:t>خلّ</w:t>
            </w:r>
            <w:r>
              <w:rPr>
                <w:rtl/>
              </w:rPr>
              <w:t>َ</w:t>
            </w:r>
            <w:r w:rsidRPr="009647FC">
              <w:rPr>
                <w:rtl/>
              </w:rPr>
              <w:t>ـ</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تها</w:t>
            </w:r>
            <w:r>
              <w:rPr>
                <w:rtl/>
              </w:rPr>
              <w:t xml:space="preserve"> </w:t>
            </w:r>
            <w:r w:rsidRPr="009647FC">
              <w:rPr>
                <w:rtl/>
              </w:rPr>
              <w:t>ولا</w:t>
            </w:r>
            <w:r>
              <w:rPr>
                <w:rtl/>
              </w:rPr>
              <w:t xml:space="preserve"> </w:t>
            </w:r>
            <w:r w:rsidRPr="009647FC">
              <w:rPr>
                <w:rtl/>
              </w:rPr>
              <w:t>تشكو</w:t>
            </w:r>
            <w:r>
              <w:rPr>
                <w:rtl/>
              </w:rPr>
              <w:t xml:space="preserve"> </w:t>
            </w:r>
            <w:r w:rsidRPr="009647FC">
              <w:rPr>
                <w:rtl/>
              </w:rPr>
              <w:t>القطيعه</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هو العلّم الجهبذ</w:t>
      </w:r>
      <w:r w:rsidR="00D769AB">
        <w:rPr>
          <w:rtl/>
        </w:rPr>
        <w:t>،</w:t>
      </w:r>
      <w:r w:rsidRPr="009647FC">
        <w:rPr>
          <w:rtl/>
        </w:rPr>
        <w:t xml:space="preserve"> الشيخ مرتضى بن محمد أمين بن مرتضى بن شمس الدين الأنصاري</w:t>
      </w:r>
      <w:r w:rsidR="00D769AB">
        <w:rPr>
          <w:rtl/>
        </w:rPr>
        <w:t>،</w:t>
      </w:r>
      <w:r w:rsidRPr="009647FC">
        <w:rPr>
          <w:rtl/>
        </w:rPr>
        <w:t xml:space="preserve"> أشهر مشاهير فقهاء عصره</w:t>
      </w:r>
      <w:r w:rsidR="00D769AB">
        <w:rPr>
          <w:rtl/>
        </w:rPr>
        <w:t>،</w:t>
      </w:r>
      <w:r w:rsidRPr="009647FC">
        <w:rPr>
          <w:rtl/>
        </w:rPr>
        <w:t xml:space="preserve"> وإليه انتهت رئاسة الدين</w:t>
      </w:r>
      <w:r w:rsidR="00D769AB">
        <w:rPr>
          <w:rtl/>
        </w:rPr>
        <w:t>،</w:t>
      </w:r>
      <w:r w:rsidRPr="009647FC">
        <w:rPr>
          <w:rtl/>
        </w:rPr>
        <w:t xml:space="preserve"> ورجع إليه الملايين من المسلمين</w:t>
      </w:r>
      <w:r w:rsidR="00D769AB">
        <w:rPr>
          <w:rtl/>
        </w:rPr>
        <w:t>.</w:t>
      </w:r>
      <w:r w:rsidRPr="009647FC">
        <w:rPr>
          <w:rtl/>
        </w:rPr>
        <w:t xml:space="preserve"> وكان مضرب المثل في الزهد والورع</w:t>
      </w:r>
      <w:r w:rsidR="00D769AB">
        <w:rPr>
          <w:rtl/>
        </w:rPr>
        <w:t>،</w:t>
      </w:r>
      <w:r w:rsidRPr="009647FC">
        <w:rPr>
          <w:rtl/>
        </w:rPr>
        <w:t xml:space="preserve"> والتقى ومعرفة اللّه (عزّ وجلّ)</w:t>
      </w:r>
      <w:r w:rsidR="00D769AB">
        <w:rPr>
          <w:rtl/>
        </w:rPr>
        <w:t>.</w:t>
      </w:r>
      <w:r w:rsidRPr="009647FC">
        <w:rPr>
          <w:rtl/>
        </w:rPr>
        <w:t xml:space="preserve"> ولد عام 1214 هـ</w:t>
      </w:r>
      <w:r w:rsidR="00D769AB">
        <w:rPr>
          <w:rtl/>
        </w:rPr>
        <w:t>،</w:t>
      </w:r>
      <w:r w:rsidRPr="009647FC">
        <w:rPr>
          <w:rtl/>
        </w:rPr>
        <w:t xml:space="preserve"> وتوفّي 18 جمادي الثانية 1281 هـ</w:t>
      </w:r>
      <w:r w:rsidR="00D769AB">
        <w:rPr>
          <w:rtl/>
        </w:rPr>
        <w:t>،</w:t>
      </w:r>
      <w:r w:rsidRPr="009647FC">
        <w:rPr>
          <w:rtl/>
        </w:rPr>
        <w:t xml:space="preserve"> ورثاه الكثير من شعراء عصره</w:t>
      </w:r>
      <w:r w:rsidR="00D769AB">
        <w:rPr>
          <w:rtl/>
        </w:rPr>
        <w:t>،</w:t>
      </w:r>
      <w:r w:rsidRPr="009647FC">
        <w:rPr>
          <w:rtl/>
        </w:rPr>
        <w:t xml:space="preserve"> ومنهم الشيخ أحمد بن صالح البحراني</w:t>
      </w:r>
      <w:r w:rsidR="00D769AB">
        <w:rPr>
          <w:rtl/>
        </w:rPr>
        <w:t>،</w:t>
      </w:r>
      <w:r w:rsidRPr="009647FC">
        <w:rPr>
          <w:rtl/>
        </w:rPr>
        <w:t xml:space="preserve"> والشيخ صالح الكوّاز</w:t>
      </w:r>
      <w:r w:rsidR="00D769AB">
        <w:rPr>
          <w:rtl/>
        </w:rPr>
        <w:t>،</w:t>
      </w:r>
      <w:r w:rsidRPr="009647FC">
        <w:rPr>
          <w:rtl/>
        </w:rPr>
        <w:t xml:space="preserve"> والشيخ علي الجاسم الحلّي</w:t>
      </w:r>
      <w:r w:rsidR="00D769AB">
        <w:rPr>
          <w:rtl/>
        </w:rPr>
        <w:t>،</w:t>
      </w:r>
      <w:r w:rsidRPr="009647FC">
        <w:rPr>
          <w:rtl/>
        </w:rPr>
        <w:t xml:space="preserve"> والشيخ محمد الملاّ الحلّي</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083F31" w:rsidRPr="00524A24" w:rsidTr="00897375">
        <w:trPr>
          <w:trHeight w:val="350"/>
        </w:trPr>
        <w:tc>
          <w:tcPr>
            <w:tcW w:w="3902" w:type="dxa"/>
          </w:tcPr>
          <w:p w:rsidR="00083F31" w:rsidRPr="00524A24" w:rsidRDefault="00083F31" w:rsidP="00A33161">
            <w:pPr>
              <w:pStyle w:val="libPoem"/>
            </w:pPr>
            <w:r w:rsidRPr="009647FC">
              <w:rPr>
                <w:rtl/>
              </w:rPr>
              <w:lastRenderedPageBreak/>
              <w:t>قد</w:t>
            </w:r>
            <w:r>
              <w:rPr>
                <w:rtl/>
              </w:rPr>
              <w:t xml:space="preserve"> </w:t>
            </w:r>
            <w:r w:rsidRPr="009647FC">
              <w:rPr>
                <w:rtl/>
              </w:rPr>
              <w:t>فاتها</w:t>
            </w:r>
            <w:r>
              <w:rPr>
                <w:rtl/>
              </w:rPr>
              <w:t xml:space="preserve"> </w:t>
            </w:r>
            <w:r w:rsidRPr="009647FC">
              <w:rPr>
                <w:rtl/>
              </w:rPr>
              <w:t>العينُ</w:t>
            </w:r>
            <w:r>
              <w:rPr>
                <w:rtl/>
              </w:rPr>
              <w:t xml:space="preserve"> </w:t>
            </w:r>
            <w:r w:rsidRPr="009647FC">
              <w:rPr>
                <w:rtl/>
              </w:rPr>
              <w:t>البصير</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ةُ</w:t>
            </w:r>
            <w:r>
              <w:rPr>
                <w:rtl/>
              </w:rPr>
              <w:t xml:space="preserve"> </w:t>
            </w:r>
            <w:r w:rsidRPr="009647FC">
              <w:rPr>
                <w:rtl/>
              </w:rPr>
              <w:t>منك</w:t>
            </w:r>
            <w:r>
              <w:rPr>
                <w:rtl/>
              </w:rPr>
              <w:t xml:space="preserve"> </w:t>
            </w:r>
            <w:r w:rsidRPr="009647FC">
              <w:rPr>
                <w:rtl/>
              </w:rPr>
              <w:t>والأُذن</w:t>
            </w:r>
            <w:r>
              <w:rPr>
                <w:rtl/>
              </w:rPr>
              <w:t xml:space="preserve"> </w:t>
            </w:r>
            <w:r w:rsidRPr="009647FC">
              <w:rPr>
                <w:rtl/>
              </w:rPr>
              <w:t>السميعه</w:t>
            </w:r>
            <w:r w:rsidRPr="00524A24">
              <w:rPr>
                <w:rStyle w:val="libPoemTiniChar0"/>
                <w:rtl/>
              </w:rPr>
              <w:br/>
              <w:t> </w:t>
            </w:r>
          </w:p>
        </w:tc>
      </w:tr>
      <w:tr w:rsidR="00083F31" w:rsidRPr="00524A24" w:rsidTr="00897375">
        <w:trPr>
          <w:trHeight w:val="350"/>
        </w:trPr>
        <w:tc>
          <w:tcPr>
            <w:tcW w:w="3902" w:type="dxa"/>
          </w:tcPr>
          <w:p w:rsidR="00083F31" w:rsidRPr="00524A24" w:rsidRDefault="00083F31" w:rsidP="00A33161">
            <w:pPr>
              <w:pStyle w:val="libPoem"/>
            </w:pPr>
            <w:r w:rsidRPr="009647FC">
              <w:rPr>
                <w:rtl/>
              </w:rPr>
              <w:t>كانت</w:t>
            </w:r>
            <w:r>
              <w:rPr>
                <w:rtl/>
              </w:rPr>
              <w:t xml:space="preserve"> </w:t>
            </w:r>
            <w:r w:rsidRPr="009647FC">
              <w:rPr>
                <w:rtl/>
              </w:rPr>
              <w:t>ترى</w:t>
            </w:r>
            <w:r>
              <w:rPr>
                <w:rtl/>
              </w:rPr>
              <w:t xml:space="preserve"> </w:t>
            </w:r>
            <w:r w:rsidRPr="009647FC">
              <w:rPr>
                <w:rtl/>
              </w:rPr>
              <w:t>بك</w:t>
            </w:r>
            <w:r>
              <w:rPr>
                <w:rtl/>
              </w:rPr>
              <w:t xml:space="preserve"> </w:t>
            </w:r>
            <w:r w:rsidRPr="009647FC">
              <w:rPr>
                <w:rtl/>
              </w:rPr>
              <w:t>من</w:t>
            </w:r>
            <w:r>
              <w:rPr>
                <w:rtl/>
              </w:rPr>
              <w:t xml:space="preserve"> </w:t>
            </w:r>
            <w:r w:rsidRPr="009647FC">
              <w:rPr>
                <w:rtl/>
              </w:rPr>
              <w:t>أما</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مك</w:t>
            </w:r>
            <w:r w:rsidR="004C00A8">
              <w:rPr>
                <w:rtl/>
              </w:rPr>
              <w:t xml:space="preserve"> </w:t>
            </w:r>
            <w:r w:rsidRPr="009647FC">
              <w:rPr>
                <w:rtl/>
              </w:rPr>
              <w:t>غرّ</w:t>
            </w:r>
            <w:r>
              <w:rPr>
                <w:rtl/>
              </w:rPr>
              <w:t xml:space="preserve">َ </w:t>
            </w:r>
            <w:r w:rsidRPr="009647FC">
              <w:rPr>
                <w:rtl/>
              </w:rPr>
              <w:t>أوصافٍ</w:t>
            </w:r>
            <w:r>
              <w:rPr>
                <w:rtl/>
              </w:rPr>
              <w:t xml:space="preserve"> </w:t>
            </w:r>
            <w:r w:rsidRPr="009647FC">
              <w:rPr>
                <w:rtl/>
              </w:rPr>
              <w:t>بديعه</w:t>
            </w:r>
            <w:r w:rsidRPr="00524A24">
              <w:rPr>
                <w:rStyle w:val="libPoemTiniChar0"/>
                <w:rtl/>
              </w:rPr>
              <w:br/>
              <w:t> </w:t>
            </w:r>
          </w:p>
        </w:tc>
      </w:tr>
      <w:tr w:rsidR="00083F31" w:rsidRPr="00524A24" w:rsidTr="00897375">
        <w:trPr>
          <w:trHeight w:val="350"/>
        </w:trPr>
        <w:tc>
          <w:tcPr>
            <w:tcW w:w="3902" w:type="dxa"/>
          </w:tcPr>
          <w:p w:rsidR="00083F31" w:rsidRPr="00524A24" w:rsidRDefault="00083F31" w:rsidP="00A33161">
            <w:pPr>
              <w:pStyle w:val="libPoem"/>
            </w:pPr>
            <w:r w:rsidRPr="009647FC">
              <w:rPr>
                <w:rtl/>
              </w:rPr>
              <w:t>قد</w:t>
            </w:r>
            <w:r w:rsidR="004C00A8">
              <w:rPr>
                <w:rtl/>
              </w:rPr>
              <w:t xml:space="preserve"> </w:t>
            </w:r>
            <w:r w:rsidRPr="009647FC">
              <w:rPr>
                <w:rtl/>
              </w:rPr>
              <w:t>راض</w:t>
            </w:r>
            <w:r>
              <w:rPr>
                <w:rtl/>
              </w:rPr>
              <w:t xml:space="preserve"> </w:t>
            </w:r>
            <w:r w:rsidRPr="009647FC">
              <w:rPr>
                <w:rtl/>
              </w:rPr>
              <w:t>نفسك</w:t>
            </w:r>
            <w:r>
              <w:rPr>
                <w:rtl/>
              </w:rPr>
              <w:t xml:space="preserve"> </w:t>
            </w:r>
            <w:r w:rsidRPr="009647FC">
              <w:rPr>
                <w:rtl/>
              </w:rPr>
              <w:t>زهدُه</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فغدت</w:t>
            </w:r>
            <w:r>
              <w:rPr>
                <w:rtl/>
              </w:rPr>
              <w:t xml:space="preserve"> </w:t>
            </w:r>
            <w:r w:rsidRPr="009647FC">
              <w:rPr>
                <w:rtl/>
              </w:rPr>
              <w:t>بقرصيه</w:t>
            </w:r>
            <w:r>
              <w:rPr>
                <w:rtl/>
              </w:rPr>
              <w:t xml:space="preserve"> </w:t>
            </w:r>
            <w:r w:rsidRPr="009647FC">
              <w:rPr>
                <w:rtl/>
              </w:rPr>
              <w:t>قنوعه</w:t>
            </w:r>
            <w:r w:rsidRPr="00524A24">
              <w:rPr>
                <w:rStyle w:val="libPoemTiniChar0"/>
                <w:rtl/>
              </w:rPr>
              <w:br/>
              <w:t> </w:t>
            </w:r>
          </w:p>
        </w:tc>
      </w:tr>
      <w:tr w:rsidR="00083F31" w:rsidRPr="00524A24" w:rsidTr="00897375">
        <w:trPr>
          <w:trHeight w:val="350"/>
        </w:trPr>
        <w:tc>
          <w:tcPr>
            <w:tcW w:w="3902" w:type="dxa"/>
          </w:tcPr>
          <w:p w:rsidR="00083F31" w:rsidRPr="00524A24" w:rsidRDefault="00083F31" w:rsidP="00A33161">
            <w:pPr>
              <w:pStyle w:val="libPoem"/>
            </w:pPr>
            <w:r w:rsidRPr="009647FC">
              <w:rPr>
                <w:rtl/>
              </w:rPr>
              <w:t>وبلبس</w:t>
            </w:r>
            <w:r>
              <w:rPr>
                <w:rtl/>
              </w:rPr>
              <w:t xml:space="preserve"> </w:t>
            </w:r>
            <w:r w:rsidRPr="009647FC">
              <w:rPr>
                <w:rtl/>
              </w:rPr>
              <w:t>طمريه</w:t>
            </w:r>
            <w:r>
              <w:rPr>
                <w:rtl/>
              </w:rPr>
              <w:t xml:space="preserve"> </w:t>
            </w:r>
            <w:r w:rsidRPr="009647FC">
              <w:rPr>
                <w:rtl/>
              </w:rPr>
              <w:t>اكتفت</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فاستشعرت</w:t>
            </w:r>
            <w:r w:rsidR="004C00A8">
              <w:rPr>
                <w:rtl/>
              </w:rPr>
              <w:t xml:space="preserve"> </w:t>
            </w:r>
            <w:r w:rsidRPr="009647FC">
              <w:rPr>
                <w:rtl/>
              </w:rPr>
              <w:t>بهما</w:t>
            </w:r>
            <w:r>
              <w:rPr>
                <w:rtl/>
              </w:rPr>
              <w:t xml:space="preserve"> </w:t>
            </w:r>
            <w:r w:rsidRPr="009647FC">
              <w:rPr>
                <w:rtl/>
              </w:rPr>
              <w:t>خشوعه</w:t>
            </w:r>
            <w:r w:rsidRPr="00524A24">
              <w:rPr>
                <w:rStyle w:val="libPoemTiniChar0"/>
                <w:rtl/>
              </w:rPr>
              <w:br/>
              <w:t> </w:t>
            </w:r>
          </w:p>
        </w:tc>
      </w:tr>
      <w:tr w:rsidR="00083F31" w:rsidRPr="00524A24" w:rsidTr="00897375">
        <w:trPr>
          <w:trHeight w:val="350"/>
        </w:trPr>
        <w:tc>
          <w:tcPr>
            <w:tcW w:w="3902" w:type="dxa"/>
          </w:tcPr>
          <w:p w:rsidR="00083F31" w:rsidRPr="00524A24" w:rsidRDefault="00083F31" w:rsidP="00A33161">
            <w:pPr>
              <w:pStyle w:val="libPoem"/>
            </w:pPr>
            <w:r w:rsidRPr="009647FC">
              <w:rPr>
                <w:rtl/>
              </w:rPr>
              <w:t>وصنعت</w:t>
            </w:r>
            <w:r>
              <w:rPr>
                <w:rtl/>
              </w:rPr>
              <w:t xml:space="preserve">َ </w:t>
            </w:r>
            <w:r w:rsidRPr="009647FC">
              <w:rPr>
                <w:rtl/>
              </w:rPr>
              <w:t>إذ</w:t>
            </w:r>
            <w:r>
              <w:rPr>
                <w:rtl/>
              </w:rPr>
              <w:t xml:space="preserve"> </w:t>
            </w:r>
            <w:r w:rsidRPr="009647FC">
              <w:rPr>
                <w:rtl/>
              </w:rPr>
              <w:t>كنت</w:t>
            </w:r>
            <w:r>
              <w:rPr>
                <w:rtl/>
              </w:rPr>
              <w:t xml:space="preserve"> </w:t>
            </w:r>
            <w:r w:rsidRPr="009647FC">
              <w:rPr>
                <w:rtl/>
              </w:rPr>
              <w:t>الأمين</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083F31" w:rsidP="00A33161">
            <w:pPr>
              <w:pStyle w:val="libPoem"/>
            </w:pPr>
            <w:r w:rsidRPr="009647FC">
              <w:rPr>
                <w:rtl/>
              </w:rPr>
              <w:t>على</w:t>
            </w:r>
            <w:r>
              <w:rPr>
                <w:rtl/>
              </w:rPr>
              <w:t xml:space="preserve"> </w:t>
            </w:r>
            <w:r w:rsidRPr="009647FC">
              <w:rPr>
                <w:rtl/>
              </w:rPr>
              <w:t>الحقوق</w:t>
            </w:r>
            <w:r>
              <w:rPr>
                <w:rtl/>
              </w:rPr>
              <w:t xml:space="preserve"> </w:t>
            </w:r>
            <w:r w:rsidRPr="009647FC">
              <w:rPr>
                <w:rtl/>
              </w:rPr>
              <w:t>بها</w:t>
            </w:r>
            <w:r>
              <w:rPr>
                <w:rtl/>
              </w:rPr>
              <w:t xml:space="preserve"> </w:t>
            </w:r>
            <w:r w:rsidRPr="009647FC">
              <w:rPr>
                <w:rtl/>
              </w:rPr>
              <w:t>صنيعه</w:t>
            </w:r>
            <w:r w:rsidRPr="00524A24">
              <w:rPr>
                <w:rStyle w:val="libPoemTiniChar0"/>
                <w:rtl/>
              </w:rPr>
              <w:br/>
              <w:t> </w:t>
            </w:r>
          </w:p>
        </w:tc>
      </w:tr>
      <w:tr w:rsidR="00083F31" w:rsidRPr="00524A24" w:rsidTr="00897375">
        <w:trPr>
          <w:trHeight w:val="350"/>
        </w:trPr>
        <w:tc>
          <w:tcPr>
            <w:tcW w:w="3902" w:type="dxa"/>
          </w:tcPr>
          <w:p w:rsidR="00083F31" w:rsidRPr="00524A24" w:rsidRDefault="00083F31" w:rsidP="00A33161">
            <w:pPr>
              <w:pStyle w:val="libPoem"/>
            </w:pPr>
            <w:r w:rsidRPr="009647FC">
              <w:rPr>
                <w:rtl/>
              </w:rPr>
              <w:t>ورأيت</w:t>
            </w:r>
            <w:r>
              <w:rPr>
                <w:rtl/>
              </w:rPr>
              <w:t>َ</w:t>
            </w:r>
            <w:r w:rsidR="004C00A8">
              <w:rPr>
                <w:rtl/>
              </w:rPr>
              <w:t xml:space="preserve"> </w:t>
            </w:r>
            <w:r w:rsidRPr="009647FC">
              <w:rPr>
                <w:rtl/>
              </w:rPr>
              <w:t>فيها</w:t>
            </w:r>
            <w:r>
              <w:rPr>
                <w:rtl/>
              </w:rPr>
              <w:t xml:space="preserve"> </w:t>
            </w:r>
            <w:r w:rsidRPr="009647FC">
              <w:rPr>
                <w:rtl/>
              </w:rPr>
              <w:t>رأيه</w:t>
            </w:r>
            <w:r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لما</w:t>
            </w:r>
            <w:r w:rsidR="004C00A8">
              <w:rPr>
                <w:rtl/>
              </w:rPr>
              <w:t xml:space="preserve"> </w:t>
            </w:r>
            <w:r w:rsidRPr="009647FC">
              <w:rPr>
                <w:rtl/>
              </w:rPr>
              <w:t>لديك</w:t>
            </w:r>
            <w:r>
              <w:rPr>
                <w:rtl/>
              </w:rPr>
              <w:t xml:space="preserve"> </w:t>
            </w:r>
            <w:r w:rsidRPr="009647FC">
              <w:rPr>
                <w:rtl/>
              </w:rPr>
              <w:t>غدت</w:t>
            </w:r>
            <w:r>
              <w:rPr>
                <w:rtl/>
              </w:rPr>
              <w:t xml:space="preserve"> </w:t>
            </w:r>
            <w:r w:rsidRPr="009647FC">
              <w:rPr>
                <w:rtl/>
              </w:rPr>
              <w:t>وديعه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فلذا</w:t>
            </w:r>
            <w:r w:rsidR="004C00A8">
              <w:rPr>
                <w:rtl/>
              </w:rPr>
              <w:t xml:space="preserve"> </w:t>
            </w:r>
            <w:r w:rsidRPr="009647FC">
              <w:rPr>
                <w:rtl/>
              </w:rPr>
              <w:t>بها</w:t>
            </w:r>
            <w:r>
              <w:rPr>
                <w:rtl/>
              </w:rPr>
              <w:t xml:space="preserve"> </w:t>
            </w:r>
            <w:r w:rsidRPr="009647FC">
              <w:rPr>
                <w:rtl/>
              </w:rPr>
              <w:t>ساويت</w:t>
            </w:r>
            <w:r>
              <w:rPr>
                <w:rtl/>
              </w:rPr>
              <w:t xml:space="preserve">َ </w:t>
            </w:r>
            <w:r w:rsidRPr="009647FC">
              <w:rPr>
                <w:rtl/>
              </w:rPr>
              <w:t>عا</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لية</w:t>
            </w:r>
            <w:r w:rsidR="004C00A8">
              <w:rPr>
                <w:rtl/>
              </w:rPr>
              <w:t xml:space="preserve"> </w:t>
            </w:r>
            <w:r w:rsidRPr="009647FC">
              <w:rPr>
                <w:rtl/>
              </w:rPr>
              <w:t>النفوس</w:t>
            </w:r>
            <w:r>
              <w:rPr>
                <w:rtl/>
              </w:rPr>
              <w:t xml:space="preserve"> </w:t>
            </w:r>
            <w:r w:rsidRPr="009647FC">
              <w:rPr>
                <w:rtl/>
              </w:rPr>
              <w:t>مع</w:t>
            </w:r>
            <w:r>
              <w:rPr>
                <w:rtl/>
              </w:rPr>
              <w:t xml:space="preserve"> </w:t>
            </w:r>
            <w:r w:rsidRPr="009647FC">
              <w:rPr>
                <w:rtl/>
              </w:rPr>
              <w:t>الوضيعه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والآن</w:t>
            </w:r>
            <w:r w:rsidR="004C00A8">
              <w:rPr>
                <w:rtl/>
              </w:rPr>
              <w:t xml:space="preserve"> </w:t>
            </w:r>
            <w:r w:rsidRPr="009647FC">
              <w:rPr>
                <w:rtl/>
              </w:rPr>
              <w:t>قد</w:t>
            </w:r>
            <w:r>
              <w:rPr>
                <w:rtl/>
              </w:rPr>
              <w:t xml:space="preserve"> </w:t>
            </w:r>
            <w:r w:rsidRPr="009647FC">
              <w:rPr>
                <w:rtl/>
              </w:rPr>
              <w:t>ضاقت</w:t>
            </w:r>
            <w:r>
              <w:rPr>
                <w:rtl/>
              </w:rPr>
              <w:t xml:space="preserve"> </w:t>
            </w:r>
            <w:r w:rsidRPr="009647FC">
              <w:rPr>
                <w:rtl/>
              </w:rPr>
              <w:t>لرزئـ</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ك</w:t>
            </w:r>
            <w:r>
              <w:rPr>
                <w:rtl/>
              </w:rPr>
              <w:t xml:space="preserve"> </w:t>
            </w:r>
            <w:r w:rsidRPr="009647FC">
              <w:rPr>
                <w:rtl/>
              </w:rPr>
              <w:t>في</w:t>
            </w:r>
            <w:r>
              <w:rPr>
                <w:rtl/>
              </w:rPr>
              <w:t xml:space="preserve"> </w:t>
            </w:r>
            <w:r w:rsidRPr="009647FC">
              <w:rPr>
                <w:rtl/>
              </w:rPr>
              <w:t>الورى</w:t>
            </w:r>
            <w:r>
              <w:rPr>
                <w:rtl/>
              </w:rPr>
              <w:t xml:space="preserve"> </w:t>
            </w:r>
            <w:r w:rsidRPr="009647FC">
              <w:rPr>
                <w:rtl/>
              </w:rPr>
              <w:t>الأرض</w:t>
            </w:r>
            <w:r>
              <w:rPr>
                <w:rtl/>
              </w:rPr>
              <w:t xml:space="preserve"> </w:t>
            </w:r>
            <w:r w:rsidRPr="009647FC">
              <w:rPr>
                <w:rtl/>
              </w:rPr>
              <w:t>الوسيعه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عادت</w:t>
            </w:r>
            <w:r>
              <w:rPr>
                <w:rtl/>
              </w:rPr>
              <w:t xml:space="preserve"> </w:t>
            </w:r>
            <w:r w:rsidRPr="009647FC">
              <w:rPr>
                <w:rtl/>
              </w:rPr>
              <w:t>كيوم</w:t>
            </w:r>
            <w:r>
              <w:rPr>
                <w:rtl/>
              </w:rPr>
              <w:t xml:space="preserve"> </w:t>
            </w:r>
            <w:r w:rsidRPr="009647FC">
              <w:rPr>
                <w:rtl/>
              </w:rPr>
              <w:t>وفاته</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لك</w:t>
            </w:r>
            <w:r>
              <w:rPr>
                <w:rtl/>
              </w:rPr>
              <w:t xml:space="preserve"> </w:t>
            </w:r>
            <w:r w:rsidRPr="009647FC">
              <w:rPr>
                <w:rtl/>
              </w:rPr>
              <w:t>ذات</w:t>
            </w:r>
            <w:r>
              <w:rPr>
                <w:rtl/>
              </w:rPr>
              <w:t xml:space="preserve"> </w:t>
            </w:r>
            <w:r w:rsidRPr="009647FC">
              <w:rPr>
                <w:rtl/>
              </w:rPr>
              <w:t>أحشاءٍ</w:t>
            </w:r>
            <w:r>
              <w:rPr>
                <w:rtl/>
              </w:rPr>
              <w:t xml:space="preserve"> </w:t>
            </w:r>
            <w:r w:rsidRPr="009647FC">
              <w:rPr>
                <w:rtl/>
              </w:rPr>
              <w:t>صديعه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هذي</w:t>
            </w:r>
            <w:r>
              <w:rPr>
                <w:rtl/>
              </w:rPr>
              <w:t xml:space="preserve"> </w:t>
            </w:r>
            <w:r w:rsidRPr="009647FC">
              <w:rPr>
                <w:rtl/>
              </w:rPr>
              <w:t>الفجيعةُ</w:t>
            </w:r>
            <w:r>
              <w:rPr>
                <w:rtl/>
              </w:rPr>
              <w:t xml:space="preserve"> </w:t>
            </w:r>
            <w:r w:rsidRPr="009647FC">
              <w:rPr>
                <w:rtl/>
              </w:rPr>
              <w:t>جددتْ</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أحزانها</w:t>
            </w:r>
            <w:r>
              <w:rPr>
                <w:rtl/>
              </w:rPr>
              <w:t xml:space="preserve"> </w:t>
            </w:r>
            <w:r w:rsidRPr="009647FC">
              <w:rPr>
                <w:rtl/>
              </w:rPr>
              <w:t>تلك</w:t>
            </w:r>
            <w:r>
              <w:rPr>
                <w:rtl/>
              </w:rPr>
              <w:t xml:space="preserve"> </w:t>
            </w:r>
            <w:r w:rsidRPr="009647FC">
              <w:rPr>
                <w:rtl/>
              </w:rPr>
              <w:t>الفجيعه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خفض</w:t>
            </w:r>
            <w:r>
              <w:rPr>
                <w:rtl/>
              </w:rPr>
              <w:t xml:space="preserve"> </w:t>
            </w:r>
            <w:r w:rsidRPr="009647FC">
              <w:rPr>
                <w:rtl/>
              </w:rPr>
              <w:t>عليك</w:t>
            </w:r>
            <w:r>
              <w:rPr>
                <w:rtl/>
              </w:rPr>
              <w:t xml:space="preserve"> </w:t>
            </w:r>
            <w:r w:rsidRPr="009647FC">
              <w:rPr>
                <w:rtl/>
              </w:rPr>
              <w:t>أخا</w:t>
            </w:r>
            <w:r>
              <w:rPr>
                <w:rtl/>
              </w:rPr>
              <w:t xml:space="preserve"> </w:t>
            </w:r>
            <w:r w:rsidRPr="009647FC">
              <w:rPr>
                <w:rtl/>
              </w:rPr>
              <w:t>العزاء</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وسكّن</w:t>
            </w:r>
            <w:r w:rsidR="004C00A8">
              <w:rPr>
                <w:rtl/>
              </w:rPr>
              <w:t xml:space="preserve"> </w:t>
            </w:r>
            <w:r w:rsidRPr="009647FC">
              <w:rPr>
                <w:rtl/>
              </w:rPr>
              <w:t>النفس</w:t>
            </w:r>
            <w:r>
              <w:rPr>
                <w:rtl/>
              </w:rPr>
              <w:t xml:space="preserve">َ </w:t>
            </w:r>
            <w:r w:rsidRPr="009647FC">
              <w:rPr>
                <w:rtl/>
              </w:rPr>
              <w:t>الجزوعه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فالدينُ</w:t>
            </w:r>
            <w:r>
              <w:rPr>
                <w:rtl/>
              </w:rPr>
              <w:t xml:space="preserve"> (</w:t>
            </w:r>
            <w:r w:rsidRPr="009647FC">
              <w:rPr>
                <w:rtl/>
              </w:rPr>
              <w:t>بالمهديِّ</w:t>
            </w:r>
            <w:r>
              <w:rPr>
                <w:rtl/>
              </w:rPr>
              <w:t xml:space="preserve">) </w:t>
            </w:r>
            <w:r w:rsidRPr="009647FC">
              <w:rPr>
                <w:rtl/>
              </w:rPr>
              <w:t>كفـ</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كف</w:t>
            </w:r>
            <w:r>
              <w:rPr>
                <w:rtl/>
              </w:rPr>
              <w:t xml:space="preserve"> </w:t>
            </w:r>
            <w:r w:rsidRPr="009647FC">
              <w:rPr>
                <w:rtl/>
              </w:rPr>
              <w:t>في</w:t>
            </w:r>
            <w:r>
              <w:rPr>
                <w:rtl/>
              </w:rPr>
              <w:t xml:space="preserve"> </w:t>
            </w:r>
            <w:r w:rsidRPr="009647FC">
              <w:rPr>
                <w:rtl/>
              </w:rPr>
              <w:t>تسليّه</w:t>
            </w:r>
            <w:r>
              <w:rPr>
                <w:rtl/>
              </w:rPr>
              <w:t xml:space="preserve"> </w:t>
            </w:r>
            <w:r w:rsidRPr="009647FC">
              <w:rPr>
                <w:rtl/>
              </w:rPr>
              <w:t>دموعه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هذا</w:t>
            </w:r>
            <w:r>
              <w:rPr>
                <w:rtl/>
              </w:rPr>
              <w:t xml:space="preserve"> </w:t>
            </w:r>
            <w:r w:rsidRPr="009647FC">
              <w:rPr>
                <w:rtl/>
              </w:rPr>
              <w:t>إمامُ</w:t>
            </w:r>
            <w:r>
              <w:rPr>
                <w:rtl/>
              </w:rPr>
              <w:t xml:space="preserve"> </w:t>
            </w:r>
            <w:r w:rsidRPr="009647FC">
              <w:rPr>
                <w:rtl/>
              </w:rPr>
              <w:t>العصر</w:t>
            </w:r>
            <w:r>
              <w:rPr>
                <w:rtl/>
              </w:rPr>
              <w:t xml:space="preserve"> </w:t>
            </w:r>
            <w:r w:rsidRPr="009647FC">
              <w:rPr>
                <w:rtl/>
              </w:rPr>
              <w:t>مفزع</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كلِّ</w:t>
            </w:r>
            <w:r>
              <w:rPr>
                <w:rtl/>
              </w:rPr>
              <w:t xml:space="preserve"> </w:t>
            </w:r>
            <w:r w:rsidRPr="009647FC">
              <w:rPr>
                <w:rtl/>
              </w:rPr>
              <w:t>ذي</w:t>
            </w:r>
            <w:r>
              <w:rPr>
                <w:rtl/>
              </w:rPr>
              <w:t xml:space="preserve"> </w:t>
            </w:r>
            <w:r w:rsidRPr="009647FC">
              <w:rPr>
                <w:rtl/>
              </w:rPr>
              <w:t>كبدٍ</w:t>
            </w:r>
            <w:r>
              <w:rPr>
                <w:rtl/>
              </w:rPr>
              <w:t xml:space="preserve"> </w:t>
            </w:r>
            <w:r w:rsidRPr="009647FC">
              <w:rPr>
                <w:rtl/>
              </w:rPr>
              <w:t>مروعه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هو</w:t>
            </w:r>
            <w:r>
              <w:rPr>
                <w:rtl/>
              </w:rPr>
              <w:t xml:space="preserve"> </w:t>
            </w:r>
            <w:r w:rsidRPr="009647FC">
              <w:rPr>
                <w:rtl/>
              </w:rPr>
              <w:t>صارعُ</w:t>
            </w:r>
            <w:r>
              <w:rPr>
                <w:rtl/>
              </w:rPr>
              <w:t xml:space="preserve"> </w:t>
            </w:r>
            <w:r w:rsidRPr="009647FC">
              <w:rPr>
                <w:rtl/>
              </w:rPr>
              <w:t>الأعداء</w:t>
            </w:r>
            <w:r>
              <w:rPr>
                <w:rtl/>
              </w:rPr>
              <w:t xml:space="preserve"> </w:t>
            </w:r>
            <w:r w:rsidRPr="009647FC">
              <w:rPr>
                <w:rtl/>
              </w:rPr>
              <w:t>نا</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عش</w:t>
            </w:r>
            <w:r w:rsidR="004C00A8">
              <w:rPr>
                <w:rtl/>
              </w:rPr>
              <w:t xml:space="preserve"> </w:t>
            </w:r>
            <w:r w:rsidRPr="009647FC">
              <w:rPr>
                <w:rtl/>
              </w:rPr>
              <w:t>كلّ</w:t>
            </w:r>
            <w:r>
              <w:rPr>
                <w:rtl/>
              </w:rPr>
              <w:t xml:space="preserve"> </w:t>
            </w:r>
            <w:r w:rsidRPr="009647FC">
              <w:rPr>
                <w:rtl/>
              </w:rPr>
              <w:t>ذي</w:t>
            </w:r>
            <w:r>
              <w:rPr>
                <w:rtl/>
              </w:rPr>
              <w:t xml:space="preserve"> </w:t>
            </w:r>
            <w:r w:rsidRPr="009647FC">
              <w:rPr>
                <w:rtl/>
              </w:rPr>
              <w:t>نفسٍ</w:t>
            </w:r>
            <w:r>
              <w:rPr>
                <w:rtl/>
              </w:rPr>
              <w:t xml:space="preserve"> </w:t>
            </w:r>
            <w:r w:rsidRPr="009647FC">
              <w:rPr>
                <w:rtl/>
              </w:rPr>
              <w:t>صريعه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إنْ</w:t>
            </w:r>
            <w:r w:rsidR="004C00A8">
              <w:rPr>
                <w:rtl/>
              </w:rPr>
              <w:t xml:space="preserve"> </w:t>
            </w:r>
            <w:r w:rsidRPr="009647FC">
              <w:rPr>
                <w:rtl/>
              </w:rPr>
              <w:t>تدعُه</w:t>
            </w:r>
            <w:r>
              <w:rPr>
                <w:rtl/>
              </w:rPr>
              <w:t xml:space="preserve"> </w:t>
            </w:r>
            <w:r w:rsidRPr="009647FC">
              <w:rPr>
                <w:rtl/>
              </w:rPr>
              <w:t>لملمّ</w:t>
            </w:r>
            <w:r>
              <w:rPr>
                <w:rtl/>
              </w:rPr>
              <w:t>َ</w:t>
            </w:r>
            <w:r w:rsidRPr="009647FC">
              <w:rPr>
                <w:rtl/>
              </w:rPr>
              <w:t>ةٍ</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جاءت</w:t>
            </w:r>
            <w:r w:rsidR="004C00A8">
              <w:rPr>
                <w:rtl/>
              </w:rPr>
              <w:t xml:space="preserve"> </w:t>
            </w:r>
            <w:r w:rsidRPr="009647FC">
              <w:rPr>
                <w:rtl/>
              </w:rPr>
              <w:t>كفايتُه</w:t>
            </w:r>
            <w:r>
              <w:rPr>
                <w:rtl/>
              </w:rPr>
              <w:t xml:space="preserve"> </w:t>
            </w:r>
            <w:r w:rsidRPr="009647FC">
              <w:rPr>
                <w:rtl/>
              </w:rPr>
              <w:t>سريعه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فتراه</w:t>
            </w:r>
            <w:r>
              <w:rPr>
                <w:rtl/>
              </w:rPr>
              <w:t xml:space="preserve"> </w:t>
            </w:r>
            <w:r w:rsidRPr="009647FC">
              <w:rPr>
                <w:rtl/>
              </w:rPr>
              <w:t>يكتمه</w:t>
            </w:r>
            <w:r>
              <w:rPr>
                <w:rtl/>
              </w:rPr>
              <w:t xml:space="preserve"> </w:t>
            </w:r>
            <w:r w:rsidRPr="009647FC">
              <w:rPr>
                <w:rtl/>
              </w:rPr>
              <w:t>ويأبى</w:t>
            </w:r>
            <w:r>
              <w:rPr>
                <w:rtl/>
              </w:rPr>
              <w:t xml:space="preserve"> </w:t>
            </w:r>
            <w:r w:rsidRPr="009647FC">
              <w:rPr>
                <w:rtl/>
              </w:rPr>
              <w:t>اللّـ</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هُ</w:t>
            </w:r>
            <w:r>
              <w:rPr>
                <w:rtl/>
              </w:rPr>
              <w:t xml:space="preserve"> </w:t>
            </w:r>
            <w:r w:rsidRPr="009647FC">
              <w:rPr>
                <w:rtl/>
              </w:rPr>
              <w:t>إلاّ</w:t>
            </w:r>
            <w:r>
              <w:rPr>
                <w:rtl/>
              </w:rPr>
              <w:t xml:space="preserve"> </w:t>
            </w:r>
            <w:r w:rsidRPr="009647FC">
              <w:rPr>
                <w:rtl/>
              </w:rPr>
              <w:t>أن</w:t>
            </w:r>
            <w:r>
              <w:rPr>
                <w:rtl/>
              </w:rPr>
              <w:t xml:space="preserve"> </w:t>
            </w:r>
            <w:r w:rsidRPr="009647FC">
              <w:rPr>
                <w:rtl/>
              </w:rPr>
              <w:t>يذيعه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يا</w:t>
            </w:r>
            <w:r w:rsidR="004C00A8">
              <w:rPr>
                <w:rtl/>
              </w:rPr>
              <w:t xml:space="preserve"> </w:t>
            </w:r>
            <w:r w:rsidRPr="009647FC">
              <w:rPr>
                <w:rtl/>
              </w:rPr>
              <w:t>م</w:t>
            </w:r>
            <w:r w:rsidRPr="00B371C6">
              <w:rPr>
                <w:rtl/>
              </w:rPr>
              <w:t>َ</w:t>
            </w:r>
            <w:r w:rsidRPr="009647FC">
              <w:rPr>
                <w:rtl/>
              </w:rPr>
              <w:t>نْ</w:t>
            </w:r>
            <w:r>
              <w:rPr>
                <w:rtl/>
              </w:rPr>
              <w:t xml:space="preserve"> </w:t>
            </w:r>
            <w:r w:rsidRPr="009647FC">
              <w:rPr>
                <w:rtl/>
              </w:rPr>
              <w:t>يساميه</w:t>
            </w:r>
            <w:r>
              <w:rPr>
                <w:rtl/>
              </w:rPr>
              <w:t xml:space="preserve"> </w:t>
            </w:r>
            <w:r w:rsidRPr="009647FC">
              <w:rPr>
                <w:rtl/>
              </w:rPr>
              <w:t>وراءك</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عن</w:t>
            </w:r>
            <w:r w:rsidR="004C00A8">
              <w:rPr>
                <w:rtl/>
              </w:rPr>
              <w:t xml:space="preserve"> </w:t>
            </w:r>
            <w:r w:rsidRPr="009647FC">
              <w:rPr>
                <w:rtl/>
              </w:rPr>
              <w:t>معاليه</w:t>
            </w:r>
            <w:r>
              <w:rPr>
                <w:rtl/>
              </w:rPr>
              <w:t xml:space="preserve"> </w:t>
            </w:r>
            <w:r w:rsidRPr="009647FC">
              <w:rPr>
                <w:rtl/>
              </w:rPr>
              <w:t>الرفيعه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أتعبت</w:t>
            </w:r>
            <w:r w:rsidR="004C00A8">
              <w:rPr>
                <w:rtl/>
              </w:rPr>
              <w:t xml:space="preserve"> </w:t>
            </w:r>
            <w:r w:rsidRPr="009647FC">
              <w:rPr>
                <w:rtl/>
              </w:rPr>
              <w:t>نفسك</w:t>
            </w:r>
            <w:r>
              <w:rPr>
                <w:rtl/>
              </w:rPr>
              <w:t xml:space="preserve"> </w:t>
            </w:r>
            <w:r w:rsidRPr="009647FC">
              <w:rPr>
                <w:rtl/>
              </w:rPr>
              <w:t>في</w:t>
            </w:r>
            <w:r>
              <w:rPr>
                <w:rtl/>
              </w:rPr>
              <w:t xml:space="preserve"> </w:t>
            </w:r>
            <w:r w:rsidRPr="009647FC">
              <w:rPr>
                <w:rtl/>
              </w:rPr>
              <w:t>تكلـ</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ف</w:t>
            </w:r>
            <w:r>
              <w:rPr>
                <w:rtl/>
              </w:rPr>
              <w:t xml:space="preserve"> </w:t>
            </w:r>
            <w:r w:rsidRPr="009647FC">
              <w:rPr>
                <w:rtl/>
              </w:rPr>
              <w:t>ما</w:t>
            </w:r>
            <w:r>
              <w:rPr>
                <w:rtl/>
              </w:rPr>
              <w:t xml:space="preserve"> </w:t>
            </w:r>
            <w:r w:rsidRPr="009647FC">
              <w:rPr>
                <w:rtl/>
              </w:rPr>
              <w:t>الذي</w:t>
            </w:r>
            <w:r>
              <w:rPr>
                <w:rtl/>
              </w:rPr>
              <w:t xml:space="preserve"> </w:t>
            </w:r>
            <w:r w:rsidRPr="009647FC">
              <w:rPr>
                <w:rtl/>
              </w:rPr>
              <w:t>لن</w:t>
            </w:r>
            <w:r>
              <w:rPr>
                <w:rtl/>
              </w:rPr>
              <w:t xml:space="preserve"> </w:t>
            </w:r>
            <w:r w:rsidRPr="009647FC">
              <w:rPr>
                <w:rtl/>
              </w:rPr>
              <w:t>تستطيعه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مولىً</w:t>
            </w:r>
            <w:r>
              <w:rPr>
                <w:rtl/>
              </w:rPr>
              <w:t xml:space="preserve"> </w:t>
            </w:r>
            <w:r w:rsidRPr="009647FC">
              <w:rPr>
                <w:rtl/>
              </w:rPr>
              <w:t>هو</w:t>
            </w:r>
            <w:r>
              <w:rPr>
                <w:rtl/>
              </w:rPr>
              <w:t xml:space="preserve"> </w:t>
            </w:r>
            <w:r w:rsidRPr="009647FC">
              <w:rPr>
                <w:rtl/>
              </w:rPr>
              <w:t>البحرُ</w:t>
            </w:r>
            <w:r>
              <w:rPr>
                <w:rtl/>
              </w:rPr>
              <w:t xml:space="preserve"> </w:t>
            </w:r>
            <w:r w:rsidRPr="009647FC">
              <w:rPr>
                <w:rtl/>
              </w:rPr>
              <w:t>المحيط</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بكلّ</w:t>
            </w:r>
            <w:r>
              <w:rPr>
                <w:rtl/>
              </w:rPr>
              <w:t xml:space="preserve"> </w:t>
            </w:r>
            <w:r w:rsidRPr="009647FC">
              <w:rPr>
                <w:rtl/>
              </w:rPr>
              <w:t>مكرمةٍ</w:t>
            </w:r>
            <w:r>
              <w:rPr>
                <w:rtl/>
              </w:rPr>
              <w:t xml:space="preserve"> </w:t>
            </w:r>
            <w:r w:rsidRPr="009647FC">
              <w:rPr>
                <w:rtl/>
              </w:rPr>
              <w:t>بديعه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نشأت</w:t>
            </w:r>
            <w:r w:rsidR="004C00A8">
              <w:rPr>
                <w:rtl/>
              </w:rPr>
              <w:t xml:space="preserve"> </w:t>
            </w:r>
            <w:r w:rsidRPr="009647FC">
              <w:rPr>
                <w:rtl/>
              </w:rPr>
              <w:t>بنوه</w:t>
            </w:r>
            <w:r>
              <w:rPr>
                <w:rtl/>
              </w:rPr>
              <w:t xml:space="preserve"> </w:t>
            </w:r>
            <w:r w:rsidRPr="009647FC">
              <w:rPr>
                <w:rtl/>
              </w:rPr>
              <w:t>سحائبا</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أضحت</w:t>
            </w:r>
            <w:r>
              <w:rPr>
                <w:rtl/>
              </w:rPr>
              <w:t xml:space="preserve"> </w:t>
            </w:r>
            <w:r w:rsidRPr="009647FC">
              <w:rPr>
                <w:rtl/>
              </w:rPr>
              <w:t>بها</w:t>
            </w:r>
            <w:r>
              <w:rPr>
                <w:rtl/>
              </w:rPr>
              <w:t xml:space="preserve"> </w:t>
            </w:r>
            <w:r w:rsidRPr="009647FC">
              <w:rPr>
                <w:rtl/>
              </w:rPr>
              <w:t>الدنيا</w:t>
            </w:r>
            <w:r>
              <w:rPr>
                <w:rtl/>
              </w:rPr>
              <w:t xml:space="preserve"> </w:t>
            </w:r>
            <w:r w:rsidRPr="009647FC">
              <w:rPr>
                <w:rtl/>
              </w:rPr>
              <w:t>مريعه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فإذا</w:t>
            </w:r>
            <w:r w:rsidR="004C00A8">
              <w:rPr>
                <w:rtl/>
              </w:rPr>
              <w:t xml:space="preserve"> </w:t>
            </w:r>
            <w:r w:rsidRPr="009647FC">
              <w:rPr>
                <w:rtl/>
              </w:rPr>
              <w:t>ثرى</w:t>
            </w:r>
            <w:r>
              <w:rPr>
                <w:rtl/>
              </w:rPr>
              <w:t xml:space="preserve"> </w:t>
            </w:r>
            <w:r w:rsidRPr="009647FC">
              <w:rPr>
                <w:rtl/>
              </w:rPr>
              <w:t>الأرض</w:t>
            </w:r>
            <w:r>
              <w:rPr>
                <w:rtl/>
              </w:rPr>
              <w:t xml:space="preserve"> </w:t>
            </w:r>
            <w:r w:rsidRPr="009647FC">
              <w:rPr>
                <w:rtl/>
              </w:rPr>
              <w:t>اقشعـ</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رّ</w:t>
            </w:r>
            <w:r>
              <w:rPr>
                <w:rtl/>
              </w:rPr>
              <w:t xml:space="preserve">َ </w:t>
            </w:r>
            <w:r w:rsidRPr="009647FC">
              <w:rPr>
                <w:rtl/>
              </w:rPr>
              <w:t>أديمه</w:t>
            </w:r>
            <w:r>
              <w:rPr>
                <w:rtl/>
              </w:rPr>
              <w:t xml:space="preserve"> </w:t>
            </w:r>
            <w:r w:rsidRPr="009647FC">
              <w:rPr>
                <w:rtl/>
              </w:rPr>
              <w:t>كانوا</w:t>
            </w:r>
            <w:r>
              <w:rPr>
                <w:rtl/>
              </w:rPr>
              <w:t xml:space="preserve"> </w:t>
            </w:r>
            <w:r w:rsidRPr="009647FC">
              <w:rPr>
                <w:rtl/>
              </w:rPr>
              <w:t>ربيعه</w:t>
            </w:r>
            <w:r w:rsidR="00083F31" w:rsidRPr="00524A24">
              <w:rPr>
                <w:rStyle w:val="libPoemTiniChar0"/>
                <w:rtl/>
              </w:rPr>
              <w:br/>
              <w:t> </w:t>
            </w:r>
          </w:p>
        </w:tc>
      </w:tr>
      <w:tr w:rsidR="00083F31" w:rsidRPr="00524A24" w:rsidTr="00897375">
        <w:trPr>
          <w:trHeight w:val="350"/>
        </w:trPr>
        <w:tc>
          <w:tcPr>
            <w:tcW w:w="3902" w:type="dxa"/>
          </w:tcPr>
          <w:p w:rsidR="00083F31" w:rsidRPr="00524A24" w:rsidRDefault="00897375" w:rsidP="00A33161">
            <w:pPr>
              <w:pStyle w:val="libPoem"/>
            </w:pPr>
            <w:r w:rsidRPr="009647FC">
              <w:rPr>
                <w:rtl/>
              </w:rPr>
              <w:t>ولدتهمُ</w:t>
            </w:r>
            <w:r w:rsidR="004C00A8">
              <w:rPr>
                <w:rtl/>
              </w:rPr>
              <w:t xml:space="preserve"> </w:t>
            </w:r>
            <w:r w:rsidRPr="009647FC">
              <w:rPr>
                <w:rtl/>
              </w:rPr>
              <w:t>أمُّ</w:t>
            </w:r>
            <w:r>
              <w:rPr>
                <w:rtl/>
              </w:rPr>
              <w:t xml:space="preserve"> </w:t>
            </w:r>
            <w:r w:rsidRPr="009647FC">
              <w:rPr>
                <w:rtl/>
              </w:rPr>
              <w:t>الفخار</w:t>
            </w:r>
            <w:r w:rsidR="00083F31" w:rsidRPr="00524A24">
              <w:rPr>
                <w:rStyle w:val="libPoemTiniChar0"/>
                <w:rtl/>
              </w:rPr>
              <w:br/>
              <w:t> </w:t>
            </w:r>
          </w:p>
        </w:tc>
        <w:tc>
          <w:tcPr>
            <w:tcW w:w="301" w:type="dxa"/>
          </w:tcPr>
          <w:p w:rsidR="00083F31" w:rsidRPr="00524A24" w:rsidRDefault="00083F31" w:rsidP="00A33161">
            <w:pPr>
              <w:pStyle w:val="libPoem"/>
              <w:rPr>
                <w:rtl/>
              </w:rPr>
            </w:pPr>
          </w:p>
        </w:tc>
        <w:tc>
          <w:tcPr>
            <w:tcW w:w="3884" w:type="dxa"/>
          </w:tcPr>
          <w:p w:rsidR="00083F31" w:rsidRPr="00524A24" w:rsidRDefault="00897375" w:rsidP="00A33161">
            <w:pPr>
              <w:pStyle w:val="libPoem"/>
            </w:pPr>
            <w:r w:rsidRPr="009647FC">
              <w:rPr>
                <w:rtl/>
              </w:rPr>
              <w:t>بدارة</w:t>
            </w:r>
            <w:r>
              <w:rPr>
                <w:rtl/>
              </w:rPr>
              <w:t xml:space="preserve"> </w:t>
            </w:r>
            <w:r w:rsidRPr="009647FC">
              <w:rPr>
                <w:rtl/>
              </w:rPr>
              <w:t>الحسب</w:t>
            </w:r>
            <w:r>
              <w:rPr>
                <w:rtl/>
              </w:rPr>
              <w:t xml:space="preserve"> </w:t>
            </w:r>
            <w:r w:rsidRPr="009647FC">
              <w:rPr>
                <w:rtl/>
              </w:rPr>
              <w:t>الرفيعه</w:t>
            </w:r>
            <w:r w:rsidR="00083F31" w:rsidRPr="00524A24">
              <w:rPr>
                <w:rStyle w:val="libPoemTiniChar0"/>
                <w:rtl/>
              </w:rPr>
              <w:br/>
              <w:t> </w:t>
            </w:r>
          </w:p>
        </w:tc>
      </w:tr>
      <w:tr w:rsidR="00897375" w:rsidRPr="00524A24" w:rsidTr="00897375">
        <w:trPr>
          <w:trHeight w:val="350"/>
        </w:trPr>
        <w:tc>
          <w:tcPr>
            <w:tcW w:w="3902" w:type="dxa"/>
          </w:tcPr>
          <w:p w:rsidR="00897375" w:rsidRPr="00524A24" w:rsidRDefault="00897375" w:rsidP="00A33161">
            <w:pPr>
              <w:pStyle w:val="libPoem"/>
            </w:pPr>
            <w:r>
              <w:rPr>
                <w:rtl/>
              </w:rPr>
              <w:t>(</w:t>
            </w:r>
            <w:r w:rsidRPr="009647FC">
              <w:rPr>
                <w:rtl/>
              </w:rPr>
              <w:t>نسبٌ</w:t>
            </w:r>
            <w:r>
              <w:rPr>
                <w:rtl/>
              </w:rPr>
              <w:t xml:space="preserve"> </w:t>
            </w:r>
            <w:r w:rsidRPr="009647FC">
              <w:rPr>
                <w:rtl/>
              </w:rPr>
              <w:t>عقدن</w:t>
            </w:r>
            <w:r>
              <w:rPr>
                <w:rtl/>
              </w:rPr>
              <w:t xml:space="preserve"> </w:t>
            </w:r>
            <w:r w:rsidRPr="009647FC">
              <w:rPr>
                <w:rtl/>
              </w:rPr>
              <w:t>أصوله</w:t>
            </w:r>
            <w:r w:rsidRPr="00524A24">
              <w:rPr>
                <w:rStyle w:val="libPoemTiniChar0"/>
                <w:rtl/>
              </w:rPr>
              <w:br/>
              <w:t> </w:t>
            </w:r>
          </w:p>
        </w:tc>
        <w:tc>
          <w:tcPr>
            <w:tcW w:w="301" w:type="dxa"/>
          </w:tcPr>
          <w:p w:rsidR="00897375" w:rsidRPr="00524A24" w:rsidRDefault="00897375" w:rsidP="00A33161">
            <w:pPr>
              <w:pStyle w:val="libPoem"/>
              <w:rPr>
                <w:rtl/>
              </w:rPr>
            </w:pPr>
          </w:p>
        </w:tc>
        <w:tc>
          <w:tcPr>
            <w:tcW w:w="3884" w:type="dxa"/>
          </w:tcPr>
          <w:p w:rsidR="00897375" w:rsidRPr="00524A24" w:rsidRDefault="00897375" w:rsidP="00A33161">
            <w:pPr>
              <w:pStyle w:val="libPoem"/>
            </w:pPr>
            <w:r w:rsidRPr="009647FC">
              <w:rPr>
                <w:rtl/>
              </w:rPr>
              <w:t>بذوائب</w:t>
            </w:r>
            <w:r>
              <w:rPr>
                <w:rtl/>
              </w:rPr>
              <w:t xml:space="preserve"> </w:t>
            </w:r>
            <w:r w:rsidRPr="009647FC">
              <w:rPr>
                <w:rtl/>
              </w:rPr>
              <w:t>العليا</w:t>
            </w:r>
            <w:r>
              <w:rPr>
                <w:rtl/>
              </w:rPr>
              <w:t xml:space="preserve"> </w:t>
            </w:r>
            <w:r w:rsidRPr="009647FC">
              <w:rPr>
                <w:rtl/>
              </w:rPr>
              <w:t>فروعه</w:t>
            </w:r>
            <w:r>
              <w:rPr>
                <w:rtl/>
              </w:rPr>
              <w:t>)</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897375" w:rsidRPr="00524A24" w:rsidTr="00897375">
        <w:trPr>
          <w:trHeight w:val="350"/>
        </w:trPr>
        <w:tc>
          <w:tcPr>
            <w:tcW w:w="3902" w:type="dxa"/>
          </w:tcPr>
          <w:p w:rsidR="00897375" w:rsidRPr="00524A24" w:rsidRDefault="00897375" w:rsidP="00A33161">
            <w:pPr>
              <w:pStyle w:val="libPoem"/>
            </w:pPr>
            <w:r w:rsidRPr="009647FC">
              <w:rPr>
                <w:rtl/>
              </w:rPr>
              <w:lastRenderedPageBreak/>
              <w:t>يا</w:t>
            </w:r>
            <w:r w:rsidR="004C00A8">
              <w:rPr>
                <w:rtl/>
              </w:rPr>
              <w:t xml:space="preserve"> </w:t>
            </w:r>
            <w:r w:rsidRPr="009647FC">
              <w:rPr>
                <w:rtl/>
              </w:rPr>
              <w:t>أي</w:t>
            </w:r>
            <w:r w:rsidRPr="00B371C6">
              <w:rPr>
                <w:rtl/>
              </w:rPr>
              <w:t>ّ</w:t>
            </w:r>
            <w:r w:rsidRPr="009647FC">
              <w:rPr>
                <w:rtl/>
              </w:rPr>
              <w:t>ها</w:t>
            </w:r>
            <w:r>
              <w:rPr>
                <w:rtl/>
              </w:rPr>
              <w:t xml:space="preserve"> </w:t>
            </w:r>
            <w:r w:rsidRPr="009647FC">
              <w:rPr>
                <w:rtl/>
              </w:rPr>
              <w:t>الخلفُ</w:t>
            </w:r>
            <w:r>
              <w:rPr>
                <w:rtl/>
              </w:rPr>
              <w:t xml:space="preserve"> </w:t>
            </w:r>
            <w:r w:rsidRPr="009647FC">
              <w:rPr>
                <w:rtl/>
              </w:rPr>
              <w:t>المشيّد</w:t>
            </w:r>
            <w:r w:rsidRPr="00524A24">
              <w:rPr>
                <w:rStyle w:val="libPoemTiniChar0"/>
                <w:rtl/>
              </w:rPr>
              <w:br/>
              <w:t> </w:t>
            </w:r>
          </w:p>
        </w:tc>
        <w:tc>
          <w:tcPr>
            <w:tcW w:w="301" w:type="dxa"/>
          </w:tcPr>
          <w:p w:rsidR="00897375" w:rsidRPr="00524A24" w:rsidRDefault="00897375" w:rsidP="00A33161">
            <w:pPr>
              <w:pStyle w:val="libPoem"/>
              <w:rPr>
                <w:rtl/>
              </w:rPr>
            </w:pPr>
          </w:p>
        </w:tc>
        <w:tc>
          <w:tcPr>
            <w:tcW w:w="3884" w:type="dxa"/>
          </w:tcPr>
          <w:p w:rsidR="00897375" w:rsidRPr="00524A24" w:rsidRDefault="00897375" w:rsidP="00A33161">
            <w:pPr>
              <w:pStyle w:val="libPoem"/>
            </w:pPr>
            <w:r w:rsidRPr="009647FC">
              <w:rPr>
                <w:rtl/>
              </w:rPr>
              <w:t>للهدى</w:t>
            </w:r>
            <w:r>
              <w:rPr>
                <w:rtl/>
              </w:rPr>
              <w:t xml:space="preserve"> </w:t>
            </w:r>
            <w:r w:rsidRPr="009647FC">
              <w:rPr>
                <w:rtl/>
              </w:rPr>
              <w:t>فينا</w:t>
            </w:r>
            <w:r>
              <w:rPr>
                <w:rtl/>
              </w:rPr>
              <w:t xml:space="preserve"> </w:t>
            </w:r>
            <w:r w:rsidRPr="009647FC">
              <w:rPr>
                <w:rtl/>
              </w:rPr>
              <w:t>ربوعه</w:t>
            </w:r>
            <w:r w:rsidRPr="00524A24">
              <w:rPr>
                <w:rStyle w:val="libPoemTiniChar0"/>
                <w:rtl/>
              </w:rPr>
              <w:br/>
              <w:t> </w:t>
            </w:r>
          </w:p>
        </w:tc>
      </w:tr>
      <w:tr w:rsidR="00897375" w:rsidRPr="00524A24" w:rsidTr="00897375">
        <w:trPr>
          <w:trHeight w:val="350"/>
        </w:trPr>
        <w:tc>
          <w:tcPr>
            <w:tcW w:w="3902" w:type="dxa"/>
          </w:tcPr>
          <w:p w:rsidR="00897375" w:rsidRPr="00524A24" w:rsidRDefault="00897375" w:rsidP="00A33161">
            <w:pPr>
              <w:pStyle w:val="libPoem"/>
            </w:pPr>
            <w:r w:rsidRPr="009647FC">
              <w:rPr>
                <w:rtl/>
              </w:rPr>
              <w:t>والمستجار</w:t>
            </w:r>
            <w:r>
              <w:rPr>
                <w:rtl/>
              </w:rPr>
              <w:t xml:space="preserve"> </w:t>
            </w:r>
            <w:r w:rsidRPr="009647FC">
              <w:rPr>
                <w:rtl/>
              </w:rPr>
              <w:t>بركنه</w:t>
            </w:r>
            <w:r w:rsidRPr="00524A24">
              <w:rPr>
                <w:rStyle w:val="libPoemTiniChar0"/>
                <w:rtl/>
              </w:rPr>
              <w:br/>
              <w:t> </w:t>
            </w:r>
          </w:p>
        </w:tc>
        <w:tc>
          <w:tcPr>
            <w:tcW w:w="301" w:type="dxa"/>
          </w:tcPr>
          <w:p w:rsidR="00897375" w:rsidRPr="00524A24" w:rsidRDefault="00897375" w:rsidP="00A33161">
            <w:pPr>
              <w:pStyle w:val="libPoem"/>
              <w:rPr>
                <w:rtl/>
              </w:rPr>
            </w:pPr>
          </w:p>
        </w:tc>
        <w:tc>
          <w:tcPr>
            <w:tcW w:w="3884" w:type="dxa"/>
          </w:tcPr>
          <w:p w:rsidR="00897375" w:rsidRPr="00524A24" w:rsidRDefault="00897375" w:rsidP="00A33161">
            <w:pPr>
              <w:pStyle w:val="libPoem"/>
            </w:pPr>
            <w:r w:rsidRPr="009647FC">
              <w:rPr>
                <w:rtl/>
              </w:rPr>
              <w:t>في</w:t>
            </w:r>
            <w:r>
              <w:rPr>
                <w:rtl/>
              </w:rPr>
              <w:t xml:space="preserve"> </w:t>
            </w:r>
            <w:r w:rsidRPr="009647FC">
              <w:rPr>
                <w:rtl/>
              </w:rPr>
              <w:t>كلِّ</w:t>
            </w:r>
            <w:r>
              <w:rPr>
                <w:rtl/>
              </w:rPr>
              <w:t xml:space="preserve"> </w:t>
            </w:r>
            <w:r w:rsidRPr="009647FC">
              <w:rPr>
                <w:rtl/>
              </w:rPr>
              <w:t>نازلةٍ</w:t>
            </w:r>
            <w:r>
              <w:rPr>
                <w:rtl/>
              </w:rPr>
              <w:t xml:space="preserve"> </w:t>
            </w:r>
            <w:r w:rsidRPr="009647FC">
              <w:rPr>
                <w:rtl/>
              </w:rPr>
              <w:t>فظيعه</w:t>
            </w:r>
            <w:r w:rsidRPr="00524A24">
              <w:rPr>
                <w:rStyle w:val="libPoemTiniChar0"/>
                <w:rtl/>
              </w:rPr>
              <w:br/>
              <w:t> </w:t>
            </w:r>
          </w:p>
        </w:tc>
      </w:tr>
      <w:tr w:rsidR="00897375" w:rsidRPr="00524A24" w:rsidTr="00897375">
        <w:trPr>
          <w:trHeight w:val="350"/>
        </w:trPr>
        <w:tc>
          <w:tcPr>
            <w:tcW w:w="3902" w:type="dxa"/>
          </w:tcPr>
          <w:p w:rsidR="00897375" w:rsidRPr="00524A24" w:rsidRDefault="00897375" w:rsidP="00A33161">
            <w:pPr>
              <w:pStyle w:val="libPoem"/>
            </w:pPr>
            <w:r w:rsidRPr="009647FC">
              <w:rPr>
                <w:rtl/>
              </w:rPr>
              <w:t>فلأنت</w:t>
            </w:r>
            <w:r w:rsidR="004C00A8">
              <w:rPr>
                <w:rtl/>
              </w:rPr>
              <w:t xml:space="preserve"> </w:t>
            </w:r>
            <w:r w:rsidRPr="009647FC">
              <w:rPr>
                <w:rtl/>
              </w:rPr>
              <w:t>بعد</w:t>
            </w:r>
            <w:r>
              <w:rPr>
                <w:rtl/>
              </w:rPr>
              <w:t xml:space="preserve"> (</w:t>
            </w:r>
            <w:r w:rsidRPr="009647FC">
              <w:rPr>
                <w:rtl/>
              </w:rPr>
              <w:t>المرتضى</w:t>
            </w:r>
            <w:r>
              <w:rPr>
                <w:rtl/>
              </w:rPr>
              <w:t>)</w:t>
            </w:r>
            <w:r w:rsidRPr="00524A24">
              <w:rPr>
                <w:rStyle w:val="libPoemTiniChar0"/>
                <w:rtl/>
              </w:rPr>
              <w:br/>
              <w:t> </w:t>
            </w:r>
          </w:p>
        </w:tc>
        <w:tc>
          <w:tcPr>
            <w:tcW w:w="301" w:type="dxa"/>
          </w:tcPr>
          <w:p w:rsidR="00897375" w:rsidRPr="00524A24" w:rsidRDefault="00897375" w:rsidP="00A33161">
            <w:pPr>
              <w:pStyle w:val="libPoem"/>
              <w:rPr>
                <w:rtl/>
              </w:rPr>
            </w:pPr>
          </w:p>
        </w:tc>
        <w:tc>
          <w:tcPr>
            <w:tcW w:w="3884" w:type="dxa"/>
          </w:tcPr>
          <w:p w:rsidR="00897375" w:rsidRPr="00524A24" w:rsidRDefault="00897375" w:rsidP="00A33161">
            <w:pPr>
              <w:pStyle w:val="libPoem"/>
            </w:pPr>
            <w:r w:rsidRPr="009647FC">
              <w:rPr>
                <w:rtl/>
              </w:rPr>
              <w:t>نعم</w:t>
            </w:r>
            <w:r w:rsidR="004C00A8">
              <w:rPr>
                <w:rtl/>
              </w:rPr>
              <w:t xml:space="preserve"> </w:t>
            </w:r>
            <w:r w:rsidRPr="009647FC">
              <w:rPr>
                <w:rtl/>
              </w:rPr>
              <w:t>البقيّة</w:t>
            </w:r>
            <w:r>
              <w:rPr>
                <w:rtl/>
              </w:rPr>
              <w:t xml:space="preserve"> </w:t>
            </w:r>
            <w:r w:rsidRPr="009647FC">
              <w:rPr>
                <w:rtl/>
              </w:rPr>
              <w:t>للشريعه</w:t>
            </w:r>
            <w:r w:rsidRPr="00524A24">
              <w:rPr>
                <w:rStyle w:val="libPoemTiniChar0"/>
                <w:rtl/>
              </w:rPr>
              <w:br/>
              <w:t> </w:t>
            </w:r>
          </w:p>
        </w:tc>
      </w:tr>
      <w:tr w:rsidR="00897375" w:rsidRPr="00524A24" w:rsidTr="00897375">
        <w:trPr>
          <w:trHeight w:val="350"/>
        </w:trPr>
        <w:tc>
          <w:tcPr>
            <w:tcW w:w="3902" w:type="dxa"/>
          </w:tcPr>
          <w:p w:rsidR="00897375" w:rsidRPr="00524A24" w:rsidRDefault="00897375" w:rsidP="00A33161">
            <w:pPr>
              <w:pStyle w:val="libPoem"/>
            </w:pPr>
            <w:r w:rsidRPr="009647FC">
              <w:rPr>
                <w:rtl/>
              </w:rPr>
              <w:t>وحدا</w:t>
            </w:r>
            <w:r>
              <w:rPr>
                <w:rtl/>
              </w:rPr>
              <w:t xml:space="preserve"> </w:t>
            </w:r>
            <w:r w:rsidRPr="009647FC">
              <w:rPr>
                <w:rtl/>
              </w:rPr>
              <w:t>نسيمُ</w:t>
            </w:r>
            <w:r>
              <w:rPr>
                <w:rtl/>
              </w:rPr>
              <w:t xml:space="preserve"> </w:t>
            </w:r>
            <w:r w:rsidRPr="009647FC">
              <w:rPr>
                <w:rtl/>
              </w:rPr>
              <w:t>العفو</w:t>
            </w:r>
            <w:r>
              <w:rPr>
                <w:rtl/>
              </w:rPr>
              <w:t xml:space="preserve"> </w:t>
            </w:r>
            <w:r w:rsidRPr="009647FC">
              <w:rPr>
                <w:rtl/>
              </w:rPr>
              <w:t>سا</w:t>
            </w:r>
            <w:r w:rsidRPr="00524A24">
              <w:rPr>
                <w:rStyle w:val="libPoemTiniChar0"/>
                <w:rtl/>
              </w:rPr>
              <w:br/>
              <w:t> </w:t>
            </w:r>
          </w:p>
        </w:tc>
        <w:tc>
          <w:tcPr>
            <w:tcW w:w="301" w:type="dxa"/>
          </w:tcPr>
          <w:p w:rsidR="00897375" w:rsidRPr="00524A24" w:rsidRDefault="00897375" w:rsidP="00A33161">
            <w:pPr>
              <w:pStyle w:val="libPoem"/>
              <w:rPr>
                <w:rtl/>
              </w:rPr>
            </w:pPr>
          </w:p>
        </w:tc>
        <w:tc>
          <w:tcPr>
            <w:tcW w:w="3884" w:type="dxa"/>
          </w:tcPr>
          <w:p w:rsidR="00897375" w:rsidRPr="00524A24" w:rsidRDefault="00897375" w:rsidP="00A33161">
            <w:pPr>
              <w:pStyle w:val="libPoem"/>
            </w:pPr>
            <w:r w:rsidRPr="009647FC">
              <w:rPr>
                <w:rtl/>
              </w:rPr>
              <w:t>جمُ</w:t>
            </w:r>
            <w:r w:rsidR="004C00A8">
              <w:rPr>
                <w:rtl/>
              </w:rPr>
              <w:t xml:space="preserve"> </w:t>
            </w:r>
            <w:r w:rsidRPr="009647FC">
              <w:rPr>
                <w:rtl/>
              </w:rPr>
              <w:t>غيثه</w:t>
            </w:r>
            <w:r>
              <w:rPr>
                <w:rtl/>
              </w:rPr>
              <w:t xml:space="preserve"> </w:t>
            </w:r>
            <w:r w:rsidRPr="009647FC">
              <w:rPr>
                <w:rtl/>
              </w:rPr>
              <w:t>فمري</w:t>
            </w:r>
            <w:r>
              <w:rPr>
                <w:rtl/>
              </w:rPr>
              <w:t xml:space="preserve"> </w:t>
            </w:r>
            <w:r w:rsidRPr="009647FC">
              <w:rPr>
                <w:rtl/>
              </w:rPr>
              <w:t>ضروعه</w:t>
            </w:r>
            <w:r w:rsidRPr="00524A24">
              <w:rPr>
                <w:rStyle w:val="libPoemTiniChar0"/>
                <w:rtl/>
              </w:rPr>
              <w:br/>
              <w:t> </w:t>
            </w:r>
          </w:p>
        </w:tc>
      </w:tr>
      <w:tr w:rsidR="00897375" w:rsidRPr="00524A24" w:rsidTr="00897375">
        <w:trPr>
          <w:trHeight w:val="350"/>
        </w:trPr>
        <w:tc>
          <w:tcPr>
            <w:tcW w:w="3902" w:type="dxa"/>
          </w:tcPr>
          <w:p w:rsidR="00897375" w:rsidRPr="00524A24" w:rsidRDefault="00897375" w:rsidP="00A33161">
            <w:pPr>
              <w:pStyle w:val="libPoem"/>
            </w:pPr>
            <w:r w:rsidRPr="009647FC">
              <w:rPr>
                <w:rtl/>
              </w:rPr>
              <w:t>وسقى</w:t>
            </w:r>
            <w:r w:rsidR="004C00A8">
              <w:rPr>
                <w:rtl/>
              </w:rPr>
              <w:t xml:space="preserve"> </w:t>
            </w:r>
            <w:r w:rsidRPr="009647FC">
              <w:rPr>
                <w:rtl/>
              </w:rPr>
              <w:t>ثرى</w:t>
            </w:r>
            <w:r>
              <w:rPr>
                <w:rtl/>
              </w:rPr>
              <w:t xml:space="preserve"> </w:t>
            </w:r>
            <w:r w:rsidRPr="009647FC">
              <w:rPr>
                <w:rtl/>
              </w:rPr>
              <w:t>جدثٍ</w:t>
            </w:r>
            <w:r>
              <w:rPr>
                <w:rtl/>
              </w:rPr>
              <w:t xml:space="preserve"> </w:t>
            </w:r>
            <w:r w:rsidRPr="009647FC">
              <w:rPr>
                <w:rtl/>
              </w:rPr>
              <w:t>أقا</w:t>
            </w:r>
            <w:r w:rsidRPr="00524A24">
              <w:rPr>
                <w:rStyle w:val="libPoemTiniChar0"/>
                <w:rtl/>
              </w:rPr>
              <w:br/>
              <w:t> </w:t>
            </w:r>
          </w:p>
        </w:tc>
        <w:tc>
          <w:tcPr>
            <w:tcW w:w="301" w:type="dxa"/>
          </w:tcPr>
          <w:p w:rsidR="00897375" w:rsidRPr="00524A24" w:rsidRDefault="00897375" w:rsidP="00A33161">
            <w:pPr>
              <w:pStyle w:val="libPoem"/>
              <w:rPr>
                <w:rtl/>
              </w:rPr>
            </w:pPr>
          </w:p>
        </w:tc>
        <w:tc>
          <w:tcPr>
            <w:tcW w:w="3884" w:type="dxa"/>
          </w:tcPr>
          <w:p w:rsidR="00897375" w:rsidRPr="00524A24" w:rsidRDefault="00897375" w:rsidP="00A33161">
            <w:pPr>
              <w:pStyle w:val="libPoem"/>
            </w:pPr>
            <w:r w:rsidRPr="009647FC">
              <w:rPr>
                <w:rtl/>
              </w:rPr>
              <w:t>م</w:t>
            </w:r>
            <w:r>
              <w:rPr>
                <w:rtl/>
              </w:rPr>
              <w:t xml:space="preserve"> </w:t>
            </w:r>
            <w:r w:rsidRPr="009647FC">
              <w:rPr>
                <w:rtl/>
              </w:rPr>
              <w:t>مجاوراً</w:t>
            </w:r>
            <w:r>
              <w:rPr>
                <w:rtl/>
              </w:rPr>
              <w:t xml:space="preserve"> </w:t>
            </w:r>
            <w:r w:rsidRPr="009647FC">
              <w:rPr>
                <w:rtl/>
              </w:rPr>
              <w:t>فيه</w:t>
            </w:r>
            <w:r>
              <w:rPr>
                <w:rtl/>
              </w:rPr>
              <w:t xml:space="preserve"> </w:t>
            </w:r>
            <w:r w:rsidRPr="009647FC">
              <w:rPr>
                <w:rtl/>
              </w:rPr>
              <w:t>شفيعه</w:t>
            </w:r>
            <w:r w:rsidRPr="00524A24">
              <w:rPr>
                <w:rStyle w:val="libPoemTiniChar0"/>
                <w:rtl/>
              </w:rPr>
              <w:br/>
              <w:t> </w:t>
            </w:r>
          </w:p>
        </w:tc>
      </w:tr>
    </w:tbl>
    <w:p w:rsidR="009647FC" w:rsidRPr="00524A24" w:rsidRDefault="009647FC" w:rsidP="004E7EC6">
      <w:pPr>
        <w:pStyle w:val="libNormal"/>
      </w:pPr>
      <w:r w:rsidRPr="004E7EC6">
        <w:rPr>
          <w:rtl/>
        </w:rPr>
        <w:t>وقال راثياً الشيخ علي العذاري</w:t>
      </w:r>
      <w:r w:rsidRPr="004E7EC6">
        <w:rPr>
          <w:rStyle w:val="libFootnotenumChar"/>
          <w:rtl/>
        </w:rPr>
        <w:t>(1)</w:t>
      </w:r>
      <w:r w:rsidR="00D769AB">
        <w:rPr>
          <w:rtl/>
        </w:rPr>
        <w:t>،</w:t>
      </w:r>
      <w:r w:rsidRPr="004E7EC6">
        <w:rPr>
          <w:rtl/>
        </w:rPr>
        <w:t xml:space="preserve"> ومعزّياً أولاده</w:t>
      </w:r>
      <w:r w:rsidR="00D769AB">
        <w:rPr>
          <w:rtl/>
        </w:rPr>
        <w:t>،</w:t>
      </w:r>
      <w:r w:rsidRPr="004E7EC6">
        <w:rPr>
          <w:rtl/>
        </w:rPr>
        <w:t xml:space="preserve"> والعلاّمة السيد مهدي القزويني</w:t>
      </w:r>
      <w:r w:rsidR="00D769AB">
        <w:rPr>
          <w:rtl/>
        </w:rPr>
        <w:t>:</w:t>
      </w:r>
      <w:r w:rsidRPr="004E7EC6">
        <w:rPr>
          <w:rtl/>
        </w:rPr>
        <w:t>‍</w:t>
      </w:r>
    </w:p>
    <w:tbl>
      <w:tblPr>
        <w:tblStyle w:val="TableGrid"/>
        <w:bidiVisual/>
        <w:tblW w:w="4562" w:type="pct"/>
        <w:tblInd w:w="384" w:type="dxa"/>
        <w:tblLook w:val="04A0"/>
      </w:tblPr>
      <w:tblGrid>
        <w:gridCol w:w="3902"/>
        <w:gridCol w:w="301"/>
        <w:gridCol w:w="3884"/>
      </w:tblGrid>
      <w:tr w:rsidR="00A33161" w:rsidRPr="00524A24" w:rsidTr="00A33161">
        <w:trPr>
          <w:trHeight w:val="350"/>
        </w:trPr>
        <w:tc>
          <w:tcPr>
            <w:tcW w:w="3902" w:type="dxa"/>
          </w:tcPr>
          <w:p w:rsidR="00A33161" w:rsidRPr="00524A24" w:rsidRDefault="00A33161" w:rsidP="00A33161">
            <w:pPr>
              <w:pStyle w:val="libPoem"/>
            </w:pPr>
            <w:r w:rsidRPr="009647FC">
              <w:rPr>
                <w:rtl/>
              </w:rPr>
              <w:t>درى</w:t>
            </w:r>
            <w:r>
              <w:rPr>
                <w:rtl/>
              </w:rPr>
              <w:t xml:space="preserve"> </w:t>
            </w:r>
            <w:r w:rsidRPr="009647FC">
              <w:rPr>
                <w:rtl/>
              </w:rPr>
              <w:t>لا</w:t>
            </w:r>
            <w:r>
              <w:rPr>
                <w:rtl/>
              </w:rPr>
              <w:t xml:space="preserve"> </w:t>
            </w:r>
            <w:r w:rsidRPr="009647FC">
              <w:rPr>
                <w:rtl/>
              </w:rPr>
              <w:t>درى</w:t>
            </w:r>
            <w:r>
              <w:rPr>
                <w:rtl/>
              </w:rPr>
              <w:t xml:space="preserve"> </w:t>
            </w:r>
            <w:r w:rsidRPr="009647FC">
              <w:rPr>
                <w:rtl/>
              </w:rPr>
              <w:t>دهرٌ</w:t>
            </w:r>
            <w:r>
              <w:rPr>
                <w:rtl/>
              </w:rPr>
              <w:t xml:space="preserve"> </w:t>
            </w:r>
            <w:r w:rsidRPr="009647FC">
              <w:rPr>
                <w:rtl/>
              </w:rPr>
              <w:t>ذممنا</w:t>
            </w:r>
            <w:r>
              <w:rPr>
                <w:rtl/>
              </w:rPr>
              <w:t xml:space="preserve"> </w:t>
            </w:r>
            <w:r w:rsidRPr="009647FC">
              <w:rPr>
                <w:rtl/>
              </w:rPr>
              <w:t>طباع</w:t>
            </w:r>
            <w:r>
              <w:rPr>
                <w:rtl/>
              </w:rPr>
              <w:t>َ</w:t>
            </w:r>
            <w:r w:rsidRPr="009647FC">
              <w:rPr>
                <w:rtl/>
              </w:rPr>
              <w:t>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لأيّ</w:t>
            </w:r>
            <w:r w:rsidR="004C00A8">
              <w:rPr>
                <w:rtl/>
              </w:rPr>
              <w:t xml:space="preserve"> </w:t>
            </w:r>
            <w:r w:rsidRPr="009647FC">
              <w:rPr>
                <w:rtl/>
              </w:rPr>
              <w:t>حمىً</w:t>
            </w:r>
            <w:r>
              <w:rPr>
                <w:rtl/>
              </w:rPr>
              <w:t xml:space="preserve"> </w:t>
            </w:r>
            <w:r w:rsidRPr="009647FC">
              <w:rPr>
                <w:rtl/>
              </w:rPr>
              <w:t>يا</w:t>
            </w:r>
            <w:r>
              <w:rPr>
                <w:rtl/>
              </w:rPr>
              <w:t xml:space="preserve"> </w:t>
            </w:r>
            <w:r w:rsidRPr="009647FC">
              <w:rPr>
                <w:rtl/>
              </w:rPr>
              <w:t>راعه</w:t>
            </w:r>
            <w:r>
              <w:rPr>
                <w:rtl/>
              </w:rPr>
              <w:t xml:space="preserve"> </w:t>
            </w:r>
            <w:r w:rsidRPr="009647FC">
              <w:rPr>
                <w:rtl/>
              </w:rPr>
              <w:t>اللهُ</w:t>
            </w:r>
            <w:r>
              <w:rPr>
                <w:rtl/>
              </w:rPr>
              <w:t xml:space="preserve"> </w:t>
            </w:r>
            <w:r w:rsidRPr="009647FC">
              <w:rPr>
                <w:rtl/>
              </w:rPr>
              <w:t>راع</w:t>
            </w:r>
            <w:r w:rsidRPr="00B371C6">
              <w:rPr>
                <w:rtl/>
              </w:rPr>
              <w:t>َ</w:t>
            </w:r>
            <w:r w:rsidRPr="009647FC">
              <w:rPr>
                <w:rtl/>
              </w:rPr>
              <w:t>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وأيّ</w:t>
            </w:r>
            <w:r>
              <w:rPr>
                <w:rtl/>
              </w:rPr>
              <w:t xml:space="preserve"> </w:t>
            </w:r>
            <w:r w:rsidRPr="009647FC">
              <w:rPr>
                <w:rtl/>
              </w:rPr>
              <w:t>عليٍّ</w:t>
            </w:r>
            <w:r>
              <w:rPr>
                <w:rtl/>
              </w:rPr>
              <w:t xml:space="preserve"> </w:t>
            </w:r>
            <w:r w:rsidRPr="009647FC">
              <w:rPr>
                <w:rtl/>
              </w:rPr>
              <w:t>ساق</w:t>
            </w:r>
            <w:r>
              <w:rPr>
                <w:rtl/>
              </w:rPr>
              <w:t xml:space="preserve"> </w:t>
            </w:r>
            <w:r w:rsidRPr="009647FC">
              <w:rPr>
                <w:rtl/>
              </w:rPr>
              <w:t>للنزع</w:t>
            </w:r>
            <w:r>
              <w:rPr>
                <w:rtl/>
              </w:rPr>
              <w:t xml:space="preserve"> </w:t>
            </w:r>
            <w:r w:rsidRPr="009647FC">
              <w:rPr>
                <w:rtl/>
              </w:rPr>
              <w:t>نفس</w:t>
            </w:r>
            <w:r>
              <w:rPr>
                <w:rtl/>
              </w:rPr>
              <w:t>َ</w:t>
            </w:r>
            <w:r w:rsidRPr="009647FC">
              <w:rPr>
                <w:rtl/>
              </w:rPr>
              <w:t>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لقد</w:t>
            </w:r>
            <w:r w:rsidR="004C00A8">
              <w:rPr>
                <w:rtl/>
              </w:rPr>
              <w:t xml:space="preserve"> </w:t>
            </w:r>
            <w:r w:rsidRPr="009647FC">
              <w:rPr>
                <w:rtl/>
              </w:rPr>
              <w:t>كابدت</w:t>
            </w:r>
            <w:r>
              <w:rPr>
                <w:rtl/>
              </w:rPr>
              <w:t xml:space="preserve"> </w:t>
            </w:r>
            <w:r w:rsidRPr="009647FC">
              <w:rPr>
                <w:rtl/>
              </w:rPr>
              <w:t>نفسُ</w:t>
            </w:r>
            <w:r>
              <w:rPr>
                <w:rtl/>
              </w:rPr>
              <w:t xml:space="preserve"> </w:t>
            </w:r>
            <w:r w:rsidRPr="009647FC">
              <w:rPr>
                <w:rtl/>
              </w:rPr>
              <w:t>المعاني</w:t>
            </w:r>
            <w:r>
              <w:rPr>
                <w:rtl/>
              </w:rPr>
              <w:t xml:space="preserve"> </w:t>
            </w:r>
            <w:r w:rsidRPr="009647FC">
              <w:rPr>
                <w:rtl/>
              </w:rPr>
              <w:t>نزاعه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وأُدرجت</w:t>
            </w:r>
            <w:r w:rsidR="004C00A8">
              <w:rPr>
                <w:rtl/>
              </w:rPr>
              <w:t xml:space="preserve"> </w:t>
            </w:r>
            <w:r w:rsidRPr="009647FC">
              <w:rPr>
                <w:rtl/>
              </w:rPr>
              <w:t>التقوى</w:t>
            </w:r>
            <w:r>
              <w:rPr>
                <w:rtl/>
              </w:rPr>
              <w:t xml:space="preserve"> </w:t>
            </w:r>
            <w:r w:rsidRPr="009647FC">
              <w:rPr>
                <w:rtl/>
              </w:rPr>
              <w:t>بأثناء</w:t>
            </w:r>
            <w:r>
              <w:rPr>
                <w:rtl/>
              </w:rPr>
              <w:t xml:space="preserve"> </w:t>
            </w:r>
            <w:r w:rsidRPr="009647FC">
              <w:rPr>
                <w:rtl/>
              </w:rPr>
              <w:t>بردِه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وأزمع</w:t>
            </w:r>
            <w:r>
              <w:rPr>
                <w:rtl/>
              </w:rPr>
              <w:t xml:space="preserve"> </w:t>
            </w:r>
            <w:r w:rsidRPr="009647FC">
              <w:rPr>
                <w:rtl/>
              </w:rPr>
              <w:t>خيرُ</w:t>
            </w:r>
            <w:r>
              <w:rPr>
                <w:rtl/>
              </w:rPr>
              <w:t xml:space="preserve"> </w:t>
            </w:r>
            <w:r w:rsidRPr="009647FC">
              <w:rPr>
                <w:rtl/>
              </w:rPr>
              <w:t>الأرض</w:t>
            </w:r>
            <w:r>
              <w:rPr>
                <w:rtl/>
              </w:rPr>
              <w:t xml:space="preserve"> </w:t>
            </w:r>
            <w:r w:rsidRPr="009647FC">
              <w:rPr>
                <w:rtl/>
              </w:rPr>
              <w:t>عنها</w:t>
            </w:r>
            <w:r>
              <w:rPr>
                <w:rtl/>
              </w:rPr>
              <w:t xml:space="preserve"> </w:t>
            </w:r>
            <w:r w:rsidRPr="009647FC">
              <w:rPr>
                <w:rtl/>
              </w:rPr>
              <w:t>زماعه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مضت</w:t>
            </w:r>
            <w:r w:rsidR="004C00A8">
              <w:rPr>
                <w:rtl/>
              </w:rPr>
              <w:t xml:space="preserve"> </w:t>
            </w:r>
            <w:r w:rsidRPr="009647FC">
              <w:rPr>
                <w:rtl/>
              </w:rPr>
              <w:t>ليلةُ</w:t>
            </w:r>
            <w:r>
              <w:rPr>
                <w:rtl/>
              </w:rPr>
              <w:t xml:space="preserve"> </w:t>
            </w:r>
            <w:r w:rsidRPr="009647FC">
              <w:rPr>
                <w:rtl/>
              </w:rPr>
              <w:t>الاثنين</w:t>
            </w:r>
            <w:r>
              <w:rPr>
                <w:rtl/>
              </w:rPr>
              <w:t xml:space="preserve"> </w:t>
            </w:r>
            <w:r w:rsidRPr="009647FC">
              <w:rPr>
                <w:rtl/>
              </w:rPr>
              <w:t>عنه</w:t>
            </w:r>
            <w:r>
              <w:rPr>
                <w:rtl/>
              </w:rPr>
              <w:t xml:space="preserve"> </w:t>
            </w:r>
            <w:r w:rsidRPr="009647FC">
              <w:rPr>
                <w:rtl/>
              </w:rPr>
              <w:t>بواحدٍ</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له</w:t>
            </w:r>
            <w:r w:rsidR="004C00A8">
              <w:rPr>
                <w:rtl/>
              </w:rPr>
              <w:t xml:space="preserve"> </w:t>
            </w:r>
            <w:r w:rsidRPr="009647FC">
              <w:rPr>
                <w:rtl/>
              </w:rPr>
              <w:t>في</w:t>
            </w:r>
            <w:r>
              <w:rPr>
                <w:rtl/>
              </w:rPr>
              <w:t xml:space="preserve"> </w:t>
            </w:r>
            <w:r w:rsidRPr="009647FC">
              <w:rPr>
                <w:rtl/>
              </w:rPr>
              <w:t>النهى</w:t>
            </w:r>
            <w:r>
              <w:rPr>
                <w:rtl/>
              </w:rPr>
              <w:t xml:space="preserve"> </w:t>
            </w:r>
            <w:r w:rsidRPr="009647FC">
              <w:rPr>
                <w:rtl/>
              </w:rPr>
              <w:t>مرأىً</w:t>
            </w:r>
            <w:r>
              <w:rPr>
                <w:rtl/>
              </w:rPr>
              <w:t xml:space="preserve"> </w:t>
            </w:r>
            <w:r w:rsidRPr="009647FC">
              <w:rPr>
                <w:rtl/>
              </w:rPr>
              <w:t>يفوق</w:t>
            </w:r>
            <w:r>
              <w:rPr>
                <w:rtl/>
              </w:rPr>
              <w:t xml:space="preserve"> </w:t>
            </w:r>
            <w:r w:rsidRPr="009647FC">
              <w:rPr>
                <w:rtl/>
              </w:rPr>
              <w:t>سماعه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تفرق</w:t>
            </w:r>
            <w:r>
              <w:rPr>
                <w:rtl/>
              </w:rPr>
              <w:t xml:space="preserve"> </w:t>
            </w:r>
            <w:r w:rsidRPr="009647FC">
              <w:rPr>
                <w:rtl/>
              </w:rPr>
              <w:t>شملُ</w:t>
            </w:r>
            <w:r>
              <w:rPr>
                <w:rtl/>
              </w:rPr>
              <w:t xml:space="preserve"> </w:t>
            </w:r>
            <w:r w:rsidRPr="009647FC">
              <w:rPr>
                <w:rtl/>
              </w:rPr>
              <w:t>الصبر</w:t>
            </w:r>
            <w:r>
              <w:rPr>
                <w:rtl/>
              </w:rPr>
              <w:t xml:space="preserve"> </w:t>
            </w:r>
            <w:r w:rsidRPr="009647FC">
              <w:rPr>
                <w:rtl/>
              </w:rPr>
              <w:t>ساعة</w:t>
            </w:r>
            <w:r>
              <w:rPr>
                <w:rtl/>
              </w:rPr>
              <w:t xml:space="preserve"> </w:t>
            </w:r>
            <w:r w:rsidRPr="009647FC">
              <w:rPr>
                <w:rtl/>
              </w:rPr>
              <w:t>بينه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وأقبل</w:t>
            </w:r>
            <w:r w:rsidR="004C00A8">
              <w:rPr>
                <w:rtl/>
              </w:rPr>
              <w:t xml:space="preserve"> </w:t>
            </w:r>
            <w:r w:rsidRPr="009647FC">
              <w:rPr>
                <w:rtl/>
              </w:rPr>
              <w:t>شملُ</w:t>
            </w:r>
            <w:r>
              <w:rPr>
                <w:rtl/>
              </w:rPr>
              <w:t xml:space="preserve"> </w:t>
            </w:r>
            <w:r w:rsidRPr="009647FC">
              <w:rPr>
                <w:rtl/>
              </w:rPr>
              <w:t>الهمِّ</w:t>
            </w:r>
            <w:r>
              <w:rPr>
                <w:rtl/>
              </w:rPr>
              <w:t xml:space="preserve"> </w:t>
            </w:r>
            <w:r w:rsidRPr="009647FC">
              <w:rPr>
                <w:rtl/>
              </w:rPr>
              <w:t>يبدي</w:t>
            </w:r>
            <w:r>
              <w:rPr>
                <w:rtl/>
              </w:rPr>
              <w:t xml:space="preserve"> </w:t>
            </w:r>
            <w:r w:rsidRPr="009647FC">
              <w:rPr>
                <w:rtl/>
              </w:rPr>
              <w:t>اجتماعه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طوى</w:t>
            </w:r>
            <w:r>
              <w:rPr>
                <w:rtl/>
              </w:rPr>
              <w:t xml:space="preserve"> </w:t>
            </w:r>
            <w:r w:rsidRPr="009647FC">
              <w:rPr>
                <w:rtl/>
              </w:rPr>
              <w:t>يومُه</w:t>
            </w:r>
            <w:r>
              <w:rPr>
                <w:rtl/>
              </w:rPr>
              <w:t xml:space="preserve"> </w:t>
            </w:r>
            <w:r w:rsidRPr="009647FC">
              <w:rPr>
                <w:rtl/>
              </w:rPr>
              <w:t>بشر</w:t>
            </w:r>
            <w:r>
              <w:rPr>
                <w:rtl/>
              </w:rPr>
              <w:t xml:space="preserve">َ </w:t>
            </w:r>
            <w:r w:rsidRPr="009647FC">
              <w:rPr>
                <w:rtl/>
              </w:rPr>
              <w:t>الزمان</w:t>
            </w:r>
            <w:r>
              <w:rPr>
                <w:rtl/>
              </w:rPr>
              <w:t xml:space="preserve"> </w:t>
            </w:r>
            <w:r w:rsidRPr="009647FC">
              <w:rPr>
                <w:rtl/>
              </w:rPr>
              <w:t>بهاءه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بشاشت</w:t>
            </w:r>
            <w:r>
              <w:rPr>
                <w:rtl/>
              </w:rPr>
              <w:t>َ</w:t>
            </w:r>
            <w:r w:rsidRPr="009647FC">
              <w:rPr>
                <w:rtl/>
              </w:rPr>
              <w:t>ه</w:t>
            </w:r>
            <w:r w:rsidR="004C00A8">
              <w:rPr>
                <w:rtl/>
              </w:rPr>
              <w:t xml:space="preserve"> </w:t>
            </w:r>
            <w:r w:rsidRPr="009647FC">
              <w:rPr>
                <w:rtl/>
              </w:rPr>
              <w:t>إبهاجه</w:t>
            </w:r>
            <w:r>
              <w:rPr>
                <w:rtl/>
              </w:rPr>
              <w:t xml:space="preserve"> </w:t>
            </w:r>
            <w:r w:rsidRPr="009647FC">
              <w:rPr>
                <w:rtl/>
              </w:rPr>
              <w:t>والتماعه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وغادره</w:t>
            </w:r>
            <w:r w:rsidR="004C00A8">
              <w:rPr>
                <w:rtl/>
              </w:rPr>
              <w:t xml:space="preserve"> </w:t>
            </w:r>
            <w:r w:rsidRPr="009647FC">
              <w:rPr>
                <w:rtl/>
              </w:rPr>
              <w:t>ما</w:t>
            </w:r>
            <w:r>
              <w:rPr>
                <w:rtl/>
              </w:rPr>
              <w:t xml:space="preserve"> </w:t>
            </w:r>
            <w:r w:rsidRPr="009647FC">
              <w:rPr>
                <w:rtl/>
              </w:rPr>
              <w:t>عاش</w:t>
            </w:r>
            <w:r>
              <w:rPr>
                <w:rtl/>
              </w:rPr>
              <w:t xml:space="preserve"> </w:t>
            </w:r>
            <w:r w:rsidRPr="009647FC">
              <w:rPr>
                <w:rtl/>
              </w:rPr>
              <w:t>ينشر</w:t>
            </w:r>
            <w:r>
              <w:rPr>
                <w:rtl/>
              </w:rPr>
              <w:t xml:space="preserve"> </w:t>
            </w:r>
            <w:r w:rsidRPr="009647FC">
              <w:rPr>
                <w:rtl/>
              </w:rPr>
              <w:t>رزءه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جديداً</w:t>
            </w:r>
            <w:r>
              <w:rPr>
                <w:rtl/>
              </w:rPr>
              <w:t xml:space="preserve"> </w:t>
            </w:r>
            <w:r w:rsidRPr="009647FC">
              <w:rPr>
                <w:rtl/>
              </w:rPr>
              <w:t>فيبكي</w:t>
            </w:r>
            <w:r>
              <w:rPr>
                <w:rtl/>
              </w:rPr>
              <w:t xml:space="preserve"> </w:t>
            </w:r>
            <w:r w:rsidRPr="009647FC">
              <w:rPr>
                <w:rtl/>
              </w:rPr>
              <w:t>ثكله</w:t>
            </w:r>
            <w:r>
              <w:rPr>
                <w:rtl/>
              </w:rPr>
              <w:t xml:space="preserve"> </w:t>
            </w:r>
            <w:r w:rsidRPr="009647FC">
              <w:rPr>
                <w:rtl/>
              </w:rPr>
              <w:t>وانتجاعه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أصاح</w:t>
            </w:r>
            <w:r w:rsidR="004C00A8">
              <w:rPr>
                <w:rtl/>
              </w:rPr>
              <w:t xml:space="preserve"> </w:t>
            </w:r>
            <w:r w:rsidRPr="009647FC">
              <w:rPr>
                <w:rtl/>
              </w:rPr>
              <w:t>بماذا</w:t>
            </w:r>
            <w:r>
              <w:rPr>
                <w:rtl/>
              </w:rPr>
              <w:t xml:space="preserve"> </w:t>
            </w:r>
            <w:r w:rsidRPr="009647FC">
              <w:rPr>
                <w:rtl/>
              </w:rPr>
              <w:t>يملك</w:t>
            </w:r>
            <w:r>
              <w:rPr>
                <w:rtl/>
              </w:rPr>
              <w:t xml:space="preserve"> </w:t>
            </w:r>
            <w:r w:rsidRPr="009647FC">
              <w:rPr>
                <w:rtl/>
              </w:rPr>
              <w:t>الجلدُ</w:t>
            </w:r>
            <w:r>
              <w:rPr>
                <w:rtl/>
              </w:rPr>
              <w:t xml:space="preserve"> </w:t>
            </w:r>
            <w:r w:rsidRPr="009647FC">
              <w:rPr>
                <w:rtl/>
              </w:rPr>
              <w:t>جفنه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على</w:t>
            </w:r>
            <w:r>
              <w:rPr>
                <w:rtl/>
              </w:rPr>
              <w:t xml:space="preserve"> </w:t>
            </w:r>
            <w:r w:rsidRPr="009647FC">
              <w:rPr>
                <w:rtl/>
              </w:rPr>
              <w:t>الدمع</w:t>
            </w:r>
            <w:r>
              <w:rPr>
                <w:rtl/>
              </w:rPr>
              <w:t xml:space="preserve"> </w:t>
            </w:r>
            <w:r w:rsidRPr="009647FC">
              <w:rPr>
                <w:rtl/>
              </w:rPr>
              <w:t>أو</w:t>
            </w:r>
            <w:r>
              <w:rPr>
                <w:rtl/>
              </w:rPr>
              <w:t xml:space="preserve"> </w:t>
            </w:r>
            <w:r w:rsidRPr="009647FC">
              <w:rPr>
                <w:rtl/>
              </w:rPr>
              <w:t>ينهي</w:t>
            </w:r>
            <w:r>
              <w:rPr>
                <w:rtl/>
              </w:rPr>
              <w:t xml:space="preserve"> </w:t>
            </w:r>
            <w:r w:rsidRPr="009647FC">
              <w:rPr>
                <w:rtl/>
              </w:rPr>
              <w:t>الحليمُ</w:t>
            </w:r>
            <w:r>
              <w:rPr>
                <w:rtl/>
              </w:rPr>
              <w:t xml:space="preserve"> </w:t>
            </w:r>
            <w:r w:rsidRPr="009647FC">
              <w:rPr>
                <w:rtl/>
              </w:rPr>
              <w:t>التياعه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ويطرد</w:t>
            </w:r>
            <w:r w:rsidR="004C00A8">
              <w:rPr>
                <w:rtl/>
              </w:rPr>
              <w:t xml:space="preserve"> </w:t>
            </w:r>
            <w:r w:rsidRPr="009647FC">
              <w:rPr>
                <w:rtl/>
              </w:rPr>
              <w:t>في</w:t>
            </w:r>
            <w:r>
              <w:rPr>
                <w:rtl/>
              </w:rPr>
              <w:t xml:space="preserve"> </w:t>
            </w:r>
            <w:r w:rsidRPr="009647FC">
              <w:rPr>
                <w:rtl/>
              </w:rPr>
              <w:t>أيِّ</w:t>
            </w:r>
            <w:r>
              <w:rPr>
                <w:rtl/>
              </w:rPr>
              <w:t xml:space="preserve"> </w:t>
            </w:r>
            <w:r w:rsidRPr="009647FC">
              <w:rPr>
                <w:rtl/>
              </w:rPr>
              <w:t>الرقى</w:t>
            </w:r>
            <w:r>
              <w:rPr>
                <w:rtl/>
              </w:rPr>
              <w:t xml:space="preserve"> </w:t>
            </w:r>
            <w:r w:rsidRPr="009647FC">
              <w:rPr>
                <w:rtl/>
              </w:rPr>
              <w:t>مارد</w:t>
            </w:r>
            <w:r>
              <w:rPr>
                <w:rtl/>
              </w:rPr>
              <w:t xml:space="preserve">َ </w:t>
            </w:r>
            <w:r w:rsidRPr="009647FC">
              <w:rPr>
                <w:rtl/>
              </w:rPr>
              <w:t>الجوى</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ويحوي</w:t>
            </w:r>
            <w:r w:rsidR="004C00A8">
              <w:rPr>
                <w:rtl/>
              </w:rPr>
              <w:t xml:space="preserve"> </w:t>
            </w:r>
            <w:r w:rsidRPr="009647FC">
              <w:rPr>
                <w:rtl/>
              </w:rPr>
              <w:t>لديغ</w:t>
            </w:r>
            <w:r>
              <w:rPr>
                <w:rtl/>
              </w:rPr>
              <w:t xml:space="preserve"> </w:t>
            </w:r>
            <w:r w:rsidRPr="009647FC">
              <w:rPr>
                <w:rtl/>
              </w:rPr>
              <w:t>الهمِّ</w:t>
            </w:r>
            <w:r>
              <w:rPr>
                <w:rtl/>
              </w:rPr>
              <w:t xml:space="preserve"> </w:t>
            </w:r>
            <w:r w:rsidRPr="009647FC">
              <w:rPr>
                <w:rtl/>
              </w:rPr>
              <w:t>فيها</w:t>
            </w:r>
            <w:r>
              <w:rPr>
                <w:rtl/>
              </w:rPr>
              <w:t xml:space="preserve"> </w:t>
            </w:r>
            <w:r w:rsidRPr="009647FC">
              <w:rPr>
                <w:rtl/>
              </w:rPr>
              <w:t>شجاعه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وكيف</w:t>
            </w:r>
            <w:r>
              <w:rPr>
                <w:rtl/>
              </w:rPr>
              <w:t xml:space="preserve"> </w:t>
            </w:r>
            <w:r w:rsidRPr="009647FC">
              <w:rPr>
                <w:rtl/>
              </w:rPr>
              <w:t>وأن</w:t>
            </w:r>
            <w:r w:rsidRPr="00B371C6">
              <w:rPr>
                <w:rtl/>
              </w:rPr>
              <w:t>ّ</w:t>
            </w:r>
            <w:r w:rsidRPr="009647FC">
              <w:rPr>
                <w:rtl/>
              </w:rPr>
              <w:t>ى</w:t>
            </w:r>
            <w:r>
              <w:rPr>
                <w:rtl/>
              </w:rPr>
              <w:t xml:space="preserve"> </w:t>
            </w:r>
            <w:r w:rsidRPr="009647FC">
              <w:rPr>
                <w:rtl/>
              </w:rPr>
              <w:t>والتماس</w:t>
            </w:r>
            <w:r>
              <w:rPr>
                <w:rtl/>
              </w:rPr>
              <w:t>َ</w:t>
            </w:r>
            <w:r w:rsidRPr="009647FC">
              <w:rPr>
                <w:rtl/>
              </w:rPr>
              <w:t>ك</w:t>
            </w:r>
            <w:r>
              <w:rPr>
                <w:rtl/>
              </w:rPr>
              <w:t xml:space="preserve"> </w:t>
            </w:r>
            <w:r w:rsidRPr="009647FC">
              <w:rPr>
                <w:rtl/>
              </w:rPr>
              <w:t>والذي</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به</w:t>
            </w:r>
            <w:r w:rsidR="004C00A8">
              <w:rPr>
                <w:rtl/>
              </w:rPr>
              <w:t xml:space="preserve"> </w:t>
            </w:r>
            <w:r w:rsidRPr="009647FC">
              <w:rPr>
                <w:rtl/>
              </w:rPr>
              <w:t>يشتكي</w:t>
            </w:r>
            <w:r>
              <w:rPr>
                <w:rtl/>
              </w:rPr>
              <w:t xml:space="preserve"> </w:t>
            </w:r>
            <w:r w:rsidRPr="009647FC">
              <w:rPr>
                <w:rtl/>
              </w:rPr>
              <w:t>كلُّ</w:t>
            </w:r>
            <w:r>
              <w:rPr>
                <w:rtl/>
              </w:rPr>
              <w:t xml:space="preserve"> </w:t>
            </w:r>
            <w:r w:rsidRPr="009647FC">
              <w:rPr>
                <w:rtl/>
              </w:rPr>
              <w:t>أجدّ</w:t>
            </w:r>
            <w:r>
              <w:rPr>
                <w:rtl/>
              </w:rPr>
              <w:t xml:space="preserve"> </w:t>
            </w:r>
            <w:r w:rsidRPr="009647FC">
              <w:rPr>
                <w:rtl/>
              </w:rPr>
              <w:t>وداعه؟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سل</w:t>
            </w:r>
            <w:r>
              <w:rPr>
                <w:rtl/>
              </w:rPr>
              <w:t xml:space="preserve"> (</w:t>
            </w:r>
            <w:r w:rsidRPr="009647FC">
              <w:rPr>
                <w:rtl/>
              </w:rPr>
              <w:t>الحلّة</w:t>
            </w:r>
            <w:r>
              <w:rPr>
                <w:rtl/>
              </w:rPr>
              <w:t xml:space="preserve"> </w:t>
            </w:r>
            <w:r w:rsidRPr="009647FC">
              <w:rPr>
                <w:rtl/>
              </w:rPr>
              <w:t>الفيحاء</w:t>
            </w:r>
            <w:r>
              <w:rPr>
                <w:rtl/>
              </w:rPr>
              <w:t xml:space="preserve">) </w:t>
            </w:r>
            <w:r w:rsidRPr="009647FC">
              <w:rPr>
                <w:rtl/>
              </w:rPr>
              <w:t>عن</w:t>
            </w:r>
            <w:r>
              <w:rPr>
                <w:rtl/>
              </w:rPr>
              <w:t xml:space="preserve"> </w:t>
            </w:r>
            <w:r w:rsidRPr="009647FC">
              <w:rPr>
                <w:rtl/>
              </w:rPr>
              <w:t>عقد</w:t>
            </w:r>
            <w:r>
              <w:rPr>
                <w:rtl/>
              </w:rPr>
              <w:t xml:space="preserve"> </w:t>
            </w:r>
            <w:r w:rsidRPr="009647FC">
              <w:rPr>
                <w:rtl/>
              </w:rPr>
              <w:t>نحرها</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أتعلم</w:t>
            </w:r>
            <w:r>
              <w:rPr>
                <w:rtl/>
              </w:rPr>
              <w:t xml:space="preserve"> </w:t>
            </w:r>
            <w:r w:rsidRPr="009647FC">
              <w:rPr>
                <w:rtl/>
              </w:rPr>
              <w:t>منها</w:t>
            </w:r>
            <w:r>
              <w:rPr>
                <w:rtl/>
              </w:rPr>
              <w:t xml:space="preserve"> </w:t>
            </w:r>
            <w:r w:rsidRPr="009647FC">
              <w:rPr>
                <w:rtl/>
              </w:rPr>
              <w:t>الدهرُ</w:t>
            </w:r>
            <w:r>
              <w:rPr>
                <w:rtl/>
              </w:rPr>
              <w:t xml:space="preserve"> </w:t>
            </w:r>
            <w:r w:rsidRPr="009647FC">
              <w:rPr>
                <w:rtl/>
              </w:rPr>
              <w:t>أين</w:t>
            </w:r>
            <w:r>
              <w:rPr>
                <w:rtl/>
              </w:rPr>
              <w:t xml:space="preserve"> </w:t>
            </w:r>
            <w:r w:rsidRPr="009647FC">
              <w:rPr>
                <w:rtl/>
              </w:rPr>
              <w:t>أضاعه؟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نعم</w:t>
            </w:r>
            <w:r w:rsidR="004C00A8">
              <w:rPr>
                <w:rtl/>
              </w:rPr>
              <w:t xml:space="preserve"> </w:t>
            </w:r>
            <w:r w:rsidRPr="009647FC">
              <w:rPr>
                <w:rtl/>
              </w:rPr>
              <w:t>سامه</w:t>
            </w:r>
            <w:r>
              <w:rPr>
                <w:rtl/>
              </w:rPr>
              <w:t xml:space="preserve"> </w:t>
            </w:r>
            <w:r w:rsidRPr="009647FC">
              <w:rPr>
                <w:rtl/>
              </w:rPr>
              <w:t>فابتاعه</w:t>
            </w:r>
            <w:r>
              <w:rPr>
                <w:rtl/>
              </w:rPr>
              <w:t xml:space="preserve"> </w:t>
            </w:r>
            <w:r w:rsidRPr="009647FC">
              <w:rPr>
                <w:rtl/>
              </w:rPr>
              <w:t>الموتُ</w:t>
            </w:r>
            <w:r>
              <w:rPr>
                <w:rtl/>
              </w:rPr>
              <w:t xml:space="preserve"> </w:t>
            </w:r>
            <w:r w:rsidRPr="009647FC">
              <w:rPr>
                <w:rtl/>
              </w:rPr>
              <w:t>بالجوى</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ويا</w:t>
            </w:r>
            <w:r>
              <w:rPr>
                <w:rtl/>
              </w:rPr>
              <w:t xml:space="preserve"> </w:t>
            </w:r>
            <w:r w:rsidRPr="009647FC">
              <w:rPr>
                <w:rtl/>
              </w:rPr>
              <w:t>ربحها</w:t>
            </w:r>
            <w:r>
              <w:rPr>
                <w:rtl/>
              </w:rPr>
              <w:t xml:space="preserve"> </w:t>
            </w:r>
            <w:r w:rsidRPr="009647FC">
              <w:rPr>
                <w:rtl/>
              </w:rPr>
              <w:t>لو</w:t>
            </w:r>
            <w:r>
              <w:rPr>
                <w:rtl/>
              </w:rPr>
              <w:t xml:space="preserve"> </w:t>
            </w:r>
            <w:r w:rsidRPr="009647FC">
              <w:rPr>
                <w:rtl/>
              </w:rPr>
              <w:t>تستطيعُ</w:t>
            </w:r>
            <w:r>
              <w:rPr>
                <w:rtl/>
              </w:rPr>
              <w:t xml:space="preserve"> </w:t>
            </w:r>
            <w:r w:rsidRPr="009647FC">
              <w:rPr>
                <w:rtl/>
              </w:rPr>
              <w:t>ارتجاعه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مغمّضه</w:t>
            </w:r>
            <w:r w:rsidR="004C00A8">
              <w:rPr>
                <w:rtl/>
              </w:rPr>
              <w:t xml:space="preserve"> </w:t>
            </w:r>
            <w:r w:rsidRPr="009647FC">
              <w:rPr>
                <w:rtl/>
              </w:rPr>
              <w:t>مهلاً</w:t>
            </w:r>
            <w:r>
              <w:rPr>
                <w:rtl/>
              </w:rPr>
              <w:t xml:space="preserve"> </w:t>
            </w:r>
            <w:r w:rsidRPr="009647FC">
              <w:rPr>
                <w:rtl/>
              </w:rPr>
              <w:t>أتحفظ</w:t>
            </w:r>
            <w:r>
              <w:rPr>
                <w:rtl/>
              </w:rPr>
              <w:t xml:space="preserve"> </w:t>
            </w:r>
            <w:r w:rsidRPr="009647FC">
              <w:rPr>
                <w:rtl/>
              </w:rPr>
              <w:t>للتقى</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بكفّيك</w:t>
            </w:r>
            <w:r>
              <w:rPr>
                <w:rtl/>
              </w:rPr>
              <w:t xml:space="preserve"> </w:t>
            </w:r>
            <w:r w:rsidRPr="009647FC">
              <w:rPr>
                <w:rtl/>
              </w:rPr>
              <w:t>جفناً</w:t>
            </w:r>
            <w:r>
              <w:rPr>
                <w:rtl/>
              </w:rPr>
              <w:t xml:space="preserve"> </w:t>
            </w:r>
            <w:r w:rsidRPr="009647FC">
              <w:rPr>
                <w:rtl/>
              </w:rPr>
              <w:t>ما</w:t>
            </w:r>
            <w:r>
              <w:rPr>
                <w:rtl/>
              </w:rPr>
              <w:t xml:space="preserve"> </w:t>
            </w:r>
            <w:r w:rsidRPr="009647FC">
              <w:rPr>
                <w:rtl/>
              </w:rPr>
              <w:t>أعفّ</w:t>
            </w:r>
            <w:r>
              <w:rPr>
                <w:rtl/>
              </w:rPr>
              <w:t xml:space="preserve">َ </w:t>
            </w:r>
            <w:r w:rsidRPr="009647FC">
              <w:rPr>
                <w:rtl/>
              </w:rPr>
              <w:t>ارتفاعه؟</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هو الشيخ علي بن حسين بن عبد اللّه بن الكاظم بن علي بن تريبان الشهير بالعذاري</w:t>
      </w:r>
      <w:r w:rsidR="00D769AB">
        <w:rPr>
          <w:rtl/>
        </w:rPr>
        <w:t>،</w:t>
      </w:r>
      <w:r w:rsidRPr="009647FC">
        <w:rPr>
          <w:rtl/>
        </w:rPr>
        <w:t xml:space="preserve"> عالم أديب</w:t>
      </w:r>
      <w:r w:rsidR="00D769AB">
        <w:rPr>
          <w:rtl/>
        </w:rPr>
        <w:t>،</w:t>
      </w:r>
      <w:r w:rsidRPr="009647FC">
        <w:rPr>
          <w:rtl/>
        </w:rPr>
        <w:t xml:space="preserve"> وشاعر رقيق</w:t>
      </w:r>
      <w:r w:rsidR="00D769AB">
        <w:rPr>
          <w:rtl/>
        </w:rPr>
        <w:t>،</w:t>
      </w:r>
      <w:r w:rsidRPr="009647FC">
        <w:rPr>
          <w:rtl/>
        </w:rPr>
        <w:t xml:space="preserve"> ولد بالحلّة عام 1200 هـ</w:t>
      </w:r>
      <w:r w:rsidR="00D769AB">
        <w:rPr>
          <w:rtl/>
        </w:rPr>
        <w:t>،</w:t>
      </w:r>
      <w:r w:rsidRPr="009647FC">
        <w:rPr>
          <w:rtl/>
        </w:rPr>
        <w:t xml:space="preserve"> وتوفّي بها في 26 ذي الحجّة عام 1281 هـ</w:t>
      </w:r>
      <w:r w:rsidR="00D769AB">
        <w:rPr>
          <w:rtl/>
        </w:rPr>
        <w:t>.</w:t>
      </w:r>
      <w:r w:rsidRPr="009647FC">
        <w:rPr>
          <w:rtl/>
        </w:rPr>
        <w:t xml:space="preserve"> ترجمت له في كتابي شعراء الحلّة 4 / 221</w:t>
      </w:r>
      <w:r w:rsidR="004E7EC6">
        <w:rPr>
          <w:rtl/>
        </w:rPr>
        <w:t xml:space="preserve"> - </w:t>
      </w:r>
      <w:r w:rsidRPr="009647FC">
        <w:rPr>
          <w:rtl/>
        </w:rPr>
        <w:t>227</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A33161" w:rsidRPr="00524A24" w:rsidTr="00A33161">
        <w:trPr>
          <w:trHeight w:val="350"/>
        </w:trPr>
        <w:tc>
          <w:tcPr>
            <w:tcW w:w="3902" w:type="dxa"/>
          </w:tcPr>
          <w:p w:rsidR="00A33161" w:rsidRPr="00524A24" w:rsidRDefault="00A33161" w:rsidP="00A33161">
            <w:pPr>
              <w:pStyle w:val="libPoem"/>
            </w:pPr>
            <w:r w:rsidRPr="009647FC">
              <w:rPr>
                <w:rtl/>
              </w:rPr>
              <w:lastRenderedPageBreak/>
              <w:t>وغاسله</w:t>
            </w:r>
            <w:r>
              <w:rPr>
                <w:rtl/>
              </w:rPr>
              <w:t xml:space="preserve"> </w:t>
            </w:r>
            <w:r w:rsidRPr="009647FC">
              <w:rPr>
                <w:rtl/>
              </w:rPr>
              <w:t>رفقاً</w:t>
            </w:r>
            <w:r>
              <w:rPr>
                <w:rtl/>
              </w:rPr>
              <w:t xml:space="preserve"> </w:t>
            </w:r>
            <w:r w:rsidRPr="009647FC">
              <w:rPr>
                <w:rtl/>
              </w:rPr>
              <w:t>فمن</w:t>
            </w:r>
            <w:r>
              <w:rPr>
                <w:rtl/>
              </w:rPr>
              <w:t xml:space="preserve"> </w:t>
            </w:r>
            <w:r w:rsidRPr="009647FC">
              <w:rPr>
                <w:rtl/>
              </w:rPr>
              <w:t>جسد</w:t>
            </w:r>
            <w:r>
              <w:rPr>
                <w:rtl/>
              </w:rPr>
              <w:t xml:space="preserve"> </w:t>
            </w:r>
            <w:r w:rsidRPr="009647FC">
              <w:rPr>
                <w:rtl/>
              </w:rPr>
              <w:t>العُلى</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تقلبُ</w:t>
            </w:r>
            <w:r w:rsidR="004C00A8">
              <w:rPr>
                <w:rtl/>
              </w:rPr>
              <w:t xml:space="preserve"> </w:t>
            </w:r>
            <w:r w:rsidRPr="009647FC">
              <w:rPr>
                <w:rtl/>
              </w:rPr>
              <w:t>جسماً</w:t>
            </w:r>
            <w:r>
              <w:rPr>
                <w:rtl/>
              </w:rPr>
              <w:t xml:space="preserve"> </w:t>
            </w:r>
            <w:r w:rsidRPr="009647FC">
              <w:rPr>
                <w:rtl/>
              </w:rPr>
              <w:t>ما</w:t>
            </w:r>
            <w:r>
              <w:rPr>
                <w:rtl/>
              </w:rPr>
              <w:t xml:space="preserve"> </w:t>
            </w:r>
            <w:r w:rsidRPr="009647FC">
              <w:rPr>
                <w:rtl/>
              </w:rPr>
              <w:t>أشقّ</w:t>
            </w:r>
            <w:r>
              <w:rPr>
                <w:rtl/>
              </w:rPr>
              <w:t xml:space="preserve">َ </w:t>
            </w:r>
            <w:r w:rsidRPr="009647FC">
              <w:rPr>
                <w:rtl/>
              </w:rPr>
              <w:t>انتزاعه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وراد</w:t>
            </w:r>
            <w:r>
              <w:rPr>
                <w:rtl/>
              </w:rPr>
              <w:t>َ</w:t>
            </w:r>
            <w:r w:rsidRPr="009647FC">
              <w:rPr>
                <w:rtl/>
              </w:rPr>
              <w:t>عه</w:t>
            </w:r>
            <w:r w:rsidR="004C00A8">
              <w:rPr>
                <w:rtl/>
              </w:rPr>
              <w:t xml:space="preserve"> </w:t>
            </w:r>
            <w:r w:rsidRPr="009647FC">
              <w:rPr>
                <w:rtl/>
              </w:rPr>
              <w:t>طيباً</w:t>
            </w:r>
            <w:r>
              <w:rPr>
                <w:rtl/>
              </w:rPr>
              <w:t xml:space="preserve"> </w:t>
            </w:r>
            <w:r w:rsidRPr="009647FC">
              <w:rPr>
                <w:rtl/>
              </w:rPr>
              <w:t>ألست</w:t>
            </w:r>
            <w:r>
              <w:rPr>
                <w:rtl/>
              </w:rPr>
              <w:t xml:space="preserve"> </w:t>
            </w:r>
            <w:r w:rsidRPr="009647FC">
              <w:rPr>
                <w:rtl/>
              </w:rPr>
              <w:t>بناشقٍ</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على</w:t>
            </w:r>
            <w:r w:rsidR="004C00A8">
              <w:rPr>
                <w:rtl/>
              </w:rPr>
              <w:t xml:space="preserve"> </w:t>
            </w:r>
            <w:r w:rsidRPr="009647FC">
              <w:rPr>
                <w:rtl/>
              </w:rPr>
              <w:t>جسمه</w:t>
            </w:r>
            <w:r>
              <w:rPr>
                <w:rtl/>
              </w:rPr>
              <w:t xml:space="preserve"> </w:t>
            </w:r>
            <w:r w:rsidRPr="009647FC">
              <w:rPr>
                <w:rtl/>
              </w:rPr>
              <w:t>طيب</w:t>
            </w:r>
            <w:r>
              <w:rPr>
                <w:rtl/>
              </w:rPr>
              <w:t xml:space="preserve">َ </w:t>
            </w:r>
            <w:r w:rsidRPr="009647FC">
              <w:rPr>
                <w:rtl/>
              </w:rPr>
              <w:t>التقى</w:t>
            </w:r>
            <w:r>
              <w:rPr>
                <w:rtl/>
              </w:rPr>
              <w:t xml:space="preserve"> </w:t>
            </w:r>
            <w:r w:rsidRPr="009647FC">
              <w:rPr>
                <w:rtl/>
              </w:rPr>
              <w:t>ورداعه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وحامله</w:t>
            </w:r>
            <w:r w:rsidR="004C00A8">
              <w:rPr>
                <w:rtl/>
              </w:rPr>
              <w:t xml:space="preserve"> </w:t>
            </w:r>
            <w:r w:rsidRPr="009647FC">
              <w:rPr>
                <w:rtl/>
              </w:rPr>
              <w:t>في</w:t>
            </w:r>
            <w:r>
              <w:rPr>
                <w:rtl/>
              </w:rPr>
              <w:t xml:space="preserve"> </w:t>
            </w:r>
            <w:r w:rsidRPr="009647FC">
              <w:rPr>
                <w:rtl/>
              </w:rPr>
              <w:t>النعش</w:t>
            </w:r>
            <w:r>
              <w:rPr>
                <w:rtl/>
              </w:rPr>
              <w:t xml:space="preserve"> </w:t>
            </w:r>
            <w:r w:rsidRPr="009647FC">
              <w:rPr>
                <w:rtl/>
              </w:rPr>
              <w:t>دونك</w:t>
            </w:r>
            <w:r>
              <w:rPr>
                <w:rtl/>
              </w:rPr>
              <w:t xml:space="preserve"> </w:t>
            </w:r>
            <w:r w:rsidRPr="009647FC">
              <w:rPr>
                <w:rtl/>
              </w:rPr>
              <w:t>فاحتمل</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به</w:t>
            </w:r>
            <w:r w:rsidR="004C00A8">
              <w:rPr>
                <w:rtl/>
              </w:rPr>
              <w:t xml:space="preserve"> </w:t>
            </w:r>
            <w:r w:rsidRPr="009647FC">
              <w:rPr>
                <w:rtl/>
              </w:rPr>
              <w:t>النسك</w:t>
            </w:r>
            <w:r>
              <w:rPr>
                <w:rtl/>
              </w:rPr>
              <w:t xml:space="preserve">َ </w:t>
            </w:r>
            <w:r w:rsidRPr="009647FC">
              <w:rPr>
                <w:rtl/>
              </w:rPr>
              <w:t>إنّ</w:t>
            </w:r>
            <w:r>
              <w:rPr>
                <w:rtl/>
              </w:rPr>
              <w:t xml:space="preserve"> </w:t>
            </w:r>
            <w:r w:rsidRPr="009647FC">
              <w:rPr>
                <w:rtl/>
              </w:rPr>
              <w:t>النسك</w:t>
            </w:r>
            <w:r>
              <w:rPr>
                <w:rtl/>
              </w:rPr>
              <w:t xml:space="preserve">َ </w:t>
            </w:r>
            <w:r w:rsidRPr="009647FC">
              <w:rPr>
                <w:rtl/>
              </w:rPr>
              <w:t>كان</w:t>
            </w:r>
            <w:r>
              <w:rPr>
                <w:rtl/>
              </w:rPr>
              <w:t xml:space="preserve"> </w:t>
            </w:r>
            <w:r w:rsidRPr="009647FC">
              <w:rPr>
                <w:rtl/>
              </w:rPr>
              <w:t>متاعه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ومضجع</w:t>
            </w:r>
            <w:r>
              <w:rPr>
                <w:rtl/>
              </w:rPr>
              <w:t>َ</w:t>
            </w:r>
            <w:r w:rsidRPr="009647FC">
              <w:rPr>
                <w:rtl/>
              </w:rPr>
              <w:t>ه</w:t>
            </w:r>
            <w:r w:rsidR="004C00A8">
              <w:rPr>
                <w:rtl/>
              </w:rPr>
              <w:t xml:space="preserve"> </w:t>
            </w:r>
            <w:r w:rsidRPr="009647FC">
              <w:rPr>
                <w:rtl/>
              </w:rPr>
              <w:t>في</w:t>
            </w:r>
            <w:r>
              <w:rPr>
                <w:rtl/>
              </w:rPr>
              <w:t xml:space="preserve"> </w:t>
            </w:r>
            <w:r w:rsidRPr="009647FC">
              <w:rPr>
                <w:rtl/>
              </w:rPr>
              <w:t>لحده</w:t>
            </w:r>
            <w:r>
              <w:rPr>
                <w:rtl/>
              </w:rPr>
              <w:t xml:space="preserve"> </w:t>
            </w:r>
            <w:r w:rsidRPr="009647FC">
              <w:rPr>
                <w:rtl/>
              </w:rPr>
              <w:t>أضجع</w:t>
            </w:r>
            <w:r>
              <w:rPr>
                <w:rtl/>
              </w:rPr>
              <w:t xml:space="preserve"> </w:t>
            </w:r>
            <w:r w:rsidRPr="009647FC">
              <w:rPr>
                <w:rtl/>
              </w:rPr>
              <w:t>التقى</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به</w:t>
            </w:r>
            <w:r w:rsidR="004C00A8">
              <w:rPr>
                <w:rtl/>
              </w:rPr>
              <w:t xml:space="preserve"> </w:t>
            </w:r>
            <w:r w:rsidRPr="009647FC">
              <w:rPr>
                <w:rtl/>
              </w:rPr>
              <w:t>فهو</w:t>
            </w:r>
            <w:r>
              <w:rPr>
                <w:rtl/>
              </w:rPr>
              <w:t xml:space="preserve"> </w:t>
            </w:r>
            <w:r w:rsidRPr="009647FC">
              <w:rPr>
                <w:rtl/>
              </w:rPr>
              <w:t>يهوي</w:t>
            </w:r>
            <w:r>
              <w:rPr>
                <w:rtl/>
              </w:rPr>
              <w:t xml:space="preserve"> </w:t>
            </w:r>
            <w:r w:rsidRPr="009647FC">
              <w:rPr>
                <w:rtl/>
              </w:rPr>
              <w:t>مع</w:t>
            </w:r>
            <w:r>
              <w:rPr>
                <w:rtl/>
              </w:rPr>
              <w:t xml:space="preserve"> </w:t>
            </w:r>
            <w:r w:rsidRPr="009647FC">
              <w:rPr>
                <w:rtl/>
              </w:rPr>
              <w:t>أخيه</w:t>
            </w:r>
            <w:r>
              <w:rPr>
                <w:rtl/>
              </w:rPr>
              <w:t xml:space="preserve"> </w:t>
            </w:r>
            <w:r w:rsidRPr="009647FC">
              <w:rPr>
                <w:rtl/>
              </w:rPr>
              <w:t>اضطجاعه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وباكي</w:t>
            </w:r>
            <w:r>
              <w:rPr>
                <w:rtl/>
              </w:rPr>
              <w:t>َ</w:t>
            </w:r>
            <w:r w:rsidRPr="009647FC">
              <w:rPr>
                <w:rtl/>
              </w:rPr>
              <w:t>ه</w:t>
            </w:r>
            <w:r w:rsidR="004C00A8">
              <w:rPr>
                <w:rtl/>
              </w:rPr>
              <w:t xml:space="preserve"> </w:t>
            </w:r>
            <w:r w:rsidRPr="009647FC">
              <w:rPr>
                <w:rtl/>
              </w:rPr>
              <w:t>لا</w:t>
            </w:r>
            <w:r>
              <w:rPr>
                <w:rtl/>
              </w:rPr>
              <w:t xml:space="preserve"> </w:t>
            </w:r>
            <w:r w:rsidRPr="009647FC">
              <w:rPr>
                <w:rtl/>
              </w:rPr>
              <w:t>تبكي</w:t>
            </w:r>
            <w:r>
              <w:rPr>
                <w:rtl/>
              </w:rPr>
              <w:t xml:space="preserve"> </w:t>
            </w:r>
            <w:r w:rsidRPr="009647FC">
              <w:rPr>
                <w:rtl/>
              </w:rPr>
              <w:t>بالدمع</w:t>
            </w:r>
            <w:r>
              <w:rPr>
                <w:rtl/>
              </w:rPr>
              <w:t xml:space="preserve"> </w:t>
            </w:r>
            <w:r w:rsidRPr="009647FC">
              <w:rPr>
                <w:rtl/>
              </w:rPr>
              <w:t>وحده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بلى</w:t>
            </w:r>
            <w:r>
              <w:rPr>
                <w:rtl/>
              </w:rPr>
              <w:t xml:space="preserve"> </w:t>
            </w:r>
            <w:r w:rsidRPr="009647FC">
              <w:rPr>
                <w:rtl/>
              </w:rPr>
              <w:t>بدم</w:t>
            </w:r>
            <w:r>
              <w:rPr>
                <w:rtl/>
              </w:rPr>
              <w:t xml:space="preserve"> </w:t>
            </w:r>
            <w:r w:rsidRPr="009647FC">
              <w:rPr>
                <w:rtl/>
              </w:rPr>
              <w:t>الأحشاء</w:t>
            </w:r>
            <w:r>
              <w:rPr>
                <w:rtl/>
              </w:rPr>
              <w:t xml:space="preserve"> </w:t>
            </w:r>
            <w:r w:rsidRPr="009647FC">
              <w:rPr>
                <w:rtl/>
              </w:rPr>
              <w:t>مدّ</w:t>
            </w:r>
            <w:r>
              <w:rPr>
                <w:rtl/>
              </w:rPr>
              <w:t xml:space="preserve"> </w:t>
            </w:r>
            <w:r w:rsidRPr="009647FC">
              <w:rPr>
                <w:rtl/>
              </w:rPr>
              <w:t>اندفاعه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وراثي</w:t>
            </w:r>
            <w:r w:rsidRPr="00B371C6">
              <w:rPr>
                <w:rtl/>
              </w:rPr>
              <w:t>َ</w:t>
            </w:r>
            <w:r w:rsidRPr="009647FC">
              <w:rPr>
                <w:rtl/>
              </w:rPr>
              <w:t>ه</w:t>
            </w:r>
            <w:r w:rsidR="004C00A8">
              <w:rPr>
                <w:rtl/>
              </w:rPr>
              <w:t xml:space="preserve"> </w:t>
            </w:r>
            <w:r w:rsidRPr="009647FC">
              <w:rPr>
                <w:rtl/>
              </w:rPr>
              <w:t>إنّ</w:t>
            </w:r>
            <w:r>
              <w:rPr>
                <w:rtl/>
              </w:rPr>
              <w:t xml:space="preserve">َ </w:t>
            </w:r>
            <w:r w:rsidRPr="009647FC">
              <w:rPr>
                <w:rtl/>
              </w:rPr>
              <w:t>الكلام</w:t>
            </w:r>
            <w:r>
              <w:rPr>
                <w:rtl/>
              </w:rPr>
              <w:t xml:space="preserve"> </w:t>
            </w:r>
            <w:r w:rsidRPr="009647FC">
              <w:rPr>
                <w:rtl/>
              </w:rPr>
              <w:t>لضائقٌ</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بعظم</w:t>
            </w:r>
            <w:r>
              <w:rPr>
                <w:rtl/>
              </w:rPr>
              <w:t xml:space="preserve"> </w:t>
            </w:r>
            <w:r w:rsidRPr="009647FC">
              <w:rPr>
                <w:rtl/>
              </w:rPr>
              <w:t>الجوى</w:t>
            </w:r>
            <w:r>
              <w:rPr>
                <w:rtl/>
              </w:rPr>
              <w:t xml:space="preserve"> </w:t>
            </w:r>
            <w:r w:rsidRPr="009647FC">
              <w:rPr>
                <w:rtl/>
              </w:rPr>
              <w:t>بل</w:t>
            </w:r>
            <w:r>
              <w:rPr>
                <w:rtl/>
              </w:rPr>
              <w:t xml:space="preserve"> </w:t>
            </w:r>
            <w:r w:rsidRPr="009647FC">
              <w:rPr>
                <w:rtl/>
              </w:rPr>
              <w:t>لا</w:t>
            </w:r>
            <w:r>
              <w:rPr>
                <w:rtl/>
              </w:rPr>
              <w:t xml:space="preserve"> </w:t>
            </w:r>
            <w:r w:rsidRPr="009647FC">
              <w:rPr>
                <w:rtl/>
              </w:rPr>
              <w:t>يضيق</w:t>
            </w:r>
            <w:r>
              <w:rPr>
                <w:rtl/>
              </w:rPr>
              <w:t xml:space="preserve"> </w:t>
            </w:r>
            <w:r w:rsidRPr="009647FC">
              <w:rPr>
                <w:rtl/>
              </w:rPr>
              <w:t>استماعه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نعم</w:t>
            </w:r>
            <w:r w:rsidR="004C00A8">
              <w:rPr>
                <w:rtl/>
              </w:rPr>
              <w:t xml:space="preserve"> </w:t>
            </w:r>
            <w:r w:rsidRPr="009647FC">
              <w:rPr>
                <w:rtl/>
              </w:rPr>
              <w:t>إن</w:t>
            </w:r>
            <w:r>
              <w:rPr>
                <w:rtl/>
              </w:rPr>
              <w:t xml:space="preserve"> </w:t>
            </w:r>
            <w:r w:rsidRPr="009647FC">
              <w:rPr>
                <w:rtl/>
              </w:rPr>
              <w:t>غدت</w:t>
            </w:r>
            <w:r>
              <w:rPr>
                <w:rtl/>
              </w:rPr>
              <w:t xml:space="preserve"> </w:t>
            </w:r>
            <w:r w:rsidRPr="009647FC">
              <w:rPr>
                <w:rtl/>
              </w:rPr>
              <w:t>منه</w:t>
            </w:r>
            <w:r>
              <w:rPr>
                <w:rtl/>
              </w:rPr>
              <w:t xml:space="preserve"> </w:t>
            </w:r>
            <w:r w:rsidRPr="009647FC">
              <w:rPr>
                <w:rtl/>
              </w:rPr>
              <w:t>خلاً</w:t>
            </w:r>
            <w:r>
              <w:rPr>
                <w:rtl/>
              </w:rPr>
              <w:t xml:space="preserve"> </w:t>
            </w:r>
            <w:r w:rsidRPr="009647FC">
              <w:rPr>
                <w:rtl/>
              </w:rPr>
              <w:t>فهذه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بقيته</w:t>
            </w:r>
            <w:r w:rsidR="004C00A8">
              <w:rPr>
                <w:rtl/>
              </w:rPr>
              <w:t xml:space="preserve"> </w:t>
            </w:r>
            <w:r w:rsidRPr="009647FC">
              <w:rPr>
                <w:rtl/>
              </w:rPr>
              <w:t>في</w:t>
            </w:r>
            <w:r>
              <w:rPr>
                <w:rtl/>
              </w:rPr>
              <w:t xml:space="preserve"> </w:t>
            </w:r>
            <w:r w:rsidRPr="009647FC">
              <w:rPr>
                <w:rtl/>
              </w:rPr>
              <w:t>المجد</w:t>
            </w:r>
            <w:r>
              <w:rPr>
                <w:rtl/>
              </w:rPr>
              <w:t xml:space="preserve"> </w:t>
            </w:r>
            <w:r w:rsidRPr="009647FC">
              <w:rPr>
                <w:rtl/>
              </w:rPr>
              <w:t>تعلو</w:t>
            </w:r>
            <w:r>
              <w:rPr>
                <w:rtl/>
              </w:rPr>
              <w:t xml:space="preserve"> </w:t>
            </w:r>
            <w:r w:rsidRPr="009647FC">
              <w:rPr>
                <w:rtl/>
              </w:rPr>
              <w:t>يفاعه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بهمّته</w:t>
            </w:r>
            <w:r>
              <w:rPr>
                <w:rtl/>
              </w:rPr>
              <w:t xml:space="preserve"> </w:t>
            </w:r>
            <w:r w:rsidRPr="009647FC">
              <w:rPr>
                <w:rtl/>
              </w:rPr>
              <w:t>تسمو</w:t>
            </w:r>
            <w:r>
              <w:rPr>
                <w:rtl/>
              </w:rPr>
              <w:t xml:space="preserve"> </w:t>
            </w:r>
            <w:r w:rsidRPr="009647FC">
              <w:rPr>
                <w:rtl/>
              </w:rPr>
              <w:t>إلى</w:t>
            </w:r>
            <w:r>
              <w:rPr>
                <w:rtl/>
              </w:rPr>
              <w:t xml:space="preserve"> </w:t>
            </w:r>
            <w:r w:rsidRPr="009647FC">
              <w:rPr>
                <w:rtl/>
              </w:rPr>
              <w:t>شرف</w:t>
            </w:r>
            <w:r>
              <w:rPr>
                <w:rtl/>
              </w:rPr>
              <w:t xml:space="preserve"> </w:t>
            </w:r>
            <w:r w:rsidRPr="009647FC">
              <w:rPr>
                <w:rtl/>
              </w:rPr>
              <w:t>العُلى</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وتبسط</w:t>
            </w:r>
            <w:r w:rsidR="004C00A8">
              <w:rPr>
                <w:rtl/>
              </w:rPr>
              <w:t xml:space="preserve"> </w:t>
            </w:r>
            <w:r w:rsidRPr="009647FC">
              <w:rPr>
                <w:rtl/>
              </w:rPr>
              <w:t>في</w:t>
            </w:r>
            <w:r>
              <w:rPr>
                <w:rtl/>
              </w:rPr>
              <w:t xml:space="preserve"> </w:t>
            </w:r>
            <w:r w:rsidRPr="009647FC">
              <w:rPr>
                <w:rtl/>
              </w:rPr>
              <w:t>كسب</w:t>
            </w:r>
            <w:r>
              <w:rPr>
                <w:rtl/>
              </w:rPr>
              <w:t xml:space="preserve"> </w:t>
            </w:r>
            <w:r w:rsidRPr="009647FC">
              <w:rPr>
                <w:rtl/>
              </w:rPr>
              <w:t>المعالي</w:t>
            </w:r>
            <w:r>
              <w:rPr>
                <w:rtl/>
              </w:rPr>
              <w:t xml:space="preserve"> </w:t>
            </w:r>
            <w:r w:rsidRPr="009647FC">
              <w:rPr>
                <w:rtl/>
              </w:rPr>
              <w:t>ذراعه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مضى</w:t>
            </w:r>
            <w:r>
              <w:rPr>
                <w:rtl/>
              </w:rPr>
              <w:t xml:space="preserve"> </w:t>
            </w:r>
            <w:r w:rsidRPr="009647FC">
              <w:rPr>
                <w:rtl/>
              </w:rPr>
              <w:t>وهو</w:t>
            </w:r>
            <w:r>
              <w:rPr>
                <w:rtl/>
              </w:rPr>
              <w:t xml:space="preserve"> </w:t>
            </w:r>
            <w:r w:rsidRPr="009647FC">
              <w:rPr>
                <w:rtl/>
              </w:rPr>
              <w:t>البدرُ</w:t>
            </w:r>
            <w:r>
              <w:rPr>
                <w:rtl/>
              </w:rPr>
              <w:t xml:space="preserve"> </w:t>
            </w:r>
            <w:r w:rsidRPr="009647FC">
              <w:rPr>
                <w:rtl/>
              </w:rPr>
              <w:t>المنير</w:t>
            </w:r>
            <w:r>
              <w:rPr>
                <w:rtl/>
              </w:rPr>
              <w:t xml:space="preserve"> </w:t>
            </w:r>
            <w:r w:rsidRPr="009647FC">
              <w:rPr>
                <w:rtl/>
              </w:rPr>
              <w:t>وأنجموا</w:t>
            </w:r>
            <w:r w:rsidRPr="004E7EC6">
              <w:rPr>
                <w:rStyle w:val="libFootnotenumChar"/>
                <w:rtl/>
              </w:rPr>
              <w:t>(1)</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بأبراجه</w:t>
            </w:r>
            <w:r>
              <w:rPr>
                <w:rtl/>
              </w:rPr>
              <w:t xml:space="preserve"> </w:t>
            </w:r>
            <w:r w:rsidRPr="009647FC">
              <w:rPr>
                <w:rtl/>
              </w:rPr>
              <w:t>شهباً</w:t>
            </w:r>
            <w:r>
              <w:rPr>
                <w:rtl/>
              </w:rPr>
              <w:t xml:space="preserve"> </w:t>
            </w:r>
            <w:r w:rsidRPr="009647FC">
              <w:rPr>
                <w:rtl/>
              </w:rPr>
              <w:t>كساها</w:t>
            </w:r>
            <w:r>
              <w:rPr>
                <w:rtl/>
              </w:rPr>
              <w:t xml:space="preserve"> </w:t>
            </w:r>
            <w:r w:rsidRPr="009647FC">
              <w:rPr>
                <w:rtl/>
              </w:rPr>
              <w:t>شعاعه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أطايبُ</w:t>
            </w:r>
            <w:r w:rsidR="004C00A8">
              <w:rPr>
                <w:rtl/>
              </w:rPr>
              <w:t xml:space="preserve"> </w:t>
            </w:r>
            <w:r w:rsidRPr="009647FC">
              <w:rPr>
                <w:rtl/>
              </w:rPr>
              <w:t>قد</w:t>
            </w:r>
            <w:r>
              <w:rPr>
                <w:rtl/>
              </w:rPr>
              <w:t xml:space="preserve"> </w:t>
            </w:r>
            <w:r w:rsidRPr="009647FC">
              <w:rPr>
                <w:rtl/>
              </w:rPr>
              <w:t>حلُّوا</w:t>
            </w:r>
            <w:r>
              <w:rPr>
                <w:rtl/>
              </w:rPr>
              <w:t xml:space="preserve"> </w:t>
            </w:r>
            <w:r w:rsidRPr="009647FC">
              <w:rPr>
                <w:rtl/>
              </w:rPr>
              <w:t>من</w:t>
            </w:r>
            <w:r>
              <w:rPr>
                <w:rtl/>
              </w:rPr>
              <w:t xml:space="preserve"> </w:t>
            </w:r>
            <w:r w:rsidRPr="009647FC">
              <w:rPr>
                <w:rtl/>
              </w:rPr>
              <w:t>العزِّ</w:t>
            </w:r>
            <w:r>
              <w:rPr>
                <w:rtl/>
              </w:rPr>
              <w:t xml:space="preserve"> </w:t>
            </w:r>
            <w:r w:rsidRPr="009647FC">
              <w:rPr>
                <w:rtl/>
              </w:rPr>
              <w:t>ربعه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فعطّ</w:t>
            </w:r>
            <w:r>
              <w:rPr>
                <w:rtl/>
              </w:rPr>
              <w:t>َ</w:t>
            </w:r>
            <w:r w:rsidRPr="009647FC">
              <w:rPr>
                <w:rtl/>
              </w:rPr>
              <w:t>ر</w:t>
            </w:r>
            <w:r w:rsidR="004C00A8">
              <w:rPr>
                <w:rtl/>
              </w:rPr>
              <w:t xml:space="preserve"> </w:t>
            </w:r>
            <w:r w:rsidRPr="009647FC">
              <w:rPr>
                <w:rtl/>
              </w:rPr>
              <w:t>طيبُ</w:t>
            </w:r>
            <w:r>
              <w:rPr>
                <w:rtl/>
              </w:rPr>
              <w:t xml:space="preserve"> </w:t>
            </w:r>
            <w:r w:rsidRPr="009647FC">
              <w:rPr>
                <w:rtl/>
              </w:rPr>
              <w:t>الفخر</w:t>
            </w:r>
            <w:r>
              <w:rPr>
                <w:rtl/>
              </w:rPr>
              <w:t xml:space="preserve"> </w:t>
            </w:r>
            <w:r w:rsidRPr="009647FC">
              <w:rPr>
                <w:rtl/>
              </w:rPr>
              <w:t>منهم</w:t>
            </w:r>
            <w:r>
              <w:rPr>
                <w:rtl/>
              </w:rPr>
              <w:t xml:space="preserve"> </w:t>
            </w:r>
            <w:r w:rsidRPr="009647FC">
              <w:rPr>
                <w:rtl/>
              </w:rPr>
              <w:t>بقاعه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فصبراً</w:t>
            </w:r>
            <w:r w:rsidR="004C00A8">
              <w:rPr>
                <w:rtl/>
              </w:rPr>
              <w:t xml:space="preserve"> </w:t>
            </w:r>
            <w:r w:rsidRPr="009647FC">
              <w:rPr>
                <w:rtl/>
              </w:rPr>
              <w:t>بني</w:t>
            </w:r>
            <w:r>
              <w:rPr>
                <w:rtl/>
              </w:rPr>
              <w:t xml:space="preserve"> </w:t>
            </w:r>
            <w:r w:rsidRPr="009647FC">
              <w:rPr>
                <w:rtl/>
              </w:rPr>
              <w:t>التقوى</w:t>
            </w:r>
            <w:r>
              <w:rPr>
                <w:rtl/>
              </w:rPr>
              <w:t xml:space="preserve"> </w:t>
            </w:r>
            <w:r w:rsidRPr="009647FC">
              <w:rPr>
                <w:rtl/>
              </w:rPr>
              <w:t>وإن</w:t>
            </w:r>
            <w:r>
              <w:rPr>
                <w:rtl/>
              </w:rPr>
              <w:t xml:space="preserve"> </w:t>
            </w:r>
            <w:r w:rsidRPr="009647FC">
              <w:rPr>
                <w:rtl/>
              </w:rPr>
              <w:t>كان</w:t>
            </w:r>
            <w:r>
              <w:rPr>
                <w:rtl/>
              </w:rPr>
              <w:t xml:space="preserve"> </w:t>
            </w:r>
            <w:r w:rsidRPr="009647FC">
              <w:rPr>
                <w:rtl/>
              </w:rPr>
              <w:t>رزؤكم</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عرى</w:t>
            </w:r>
            <w:r w:rsidR="004C00A8">
              <w:rPr>
                <w:rtl/>
              </w:rPr>
              <w:t xml:space="preserve"> </w:t>
            </w:r>
            <w:r w:rsidRPr="009647FC">
              <w:rPr>
                <w:rtl/>
              </w:rPr>
              <w:t>الدهرُ</w:t>
            </w:r>
            <w:r>
              <w:rPr>
                <w:rtl/>
              </w:rPr>
              <w:t xml:space="preserve"> </w:t>
            </w:r>
            <w:r w:rsidRPr="009647FC">
              <w:rPr>
                <w:rtl/>
              </w:rPr>
              <w:t>منه</w:t>
            </w:r>
            <w:r>
              <w:rPr>
                <w:rtl/>
              </w:rPr>
              <w:t xml:space="preserve"> </w:t>
            </w:r>
            <w:r w:rsidRPr="009647FC">
              <w:rPr>
                <w:rtl/>
              </w:rPr>
              <w:t>ما</w:t>
            </w:r>
            <w:r>
              <w:rPr>
                <w:rtl/>
              </w:rPr>
              <w:t xml:space="preserve"> </w:t>
            </w:r>
            <w:r w:rsidRPr="009647FC">
              <w:rPr>
                <w:rtl/>
              </w:rPr>
              <w:t>أراع</w:t>
            </w:r>
            <w:r>
              <w:rPr>
                <w:rtl/>
              </w:rPr>
              <w:t xml:space="preserve"> </w:t>
            </w:r>
            <w:r w:rsidRPr="009647FC">
              <w:rPr>
                <w:rtl/>
              </w:rPr>
              <w:t>ذراعه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لنا</w:t>
            </w:r>
            <w:r>
              <w:rPr>
                <w:rtl/>
              </w:rPr>
              <w:t xml:space="preserve"> </w:t>
            </w:r>
            <w:r w:rsidRPr="009647FC">
              <w:rPr>
                <w:rtl/>
              </w:rPr>
              <w:t>ولكم</w:t>
            </w:r>
            <w:r>
              <w:rPr>
                <w:rtl/>
              </w:rPr>
              <w:t xml:space="preserve"> </w:t>
            </w:r>
            <w:r w:rsidRPr="009647FC">
              <w:rPr>
                <w:rtl/>
              </w:rPr>
              <w:t>حسنُ</w:t>
            </w:r>
            <w:r>
              <w:rPr>
                <w:rtl/>
              </w:rPr>
              <w:t xml:space="preserve"> </w:t>
            </w:r>
            <w:r w:rsidRPr="009647FC">
              <w:rPr>
                <w:rtl/>
              </w:rPr>
              <w:t>العزا</w:t>
            </w:r>
            <w:r>
              <w:rPr>
                <w:rtl/>
              </w:rPr>
              <w:t xml:space="preserve"> </w:t>
            </w:r>
            <w:r w:rsidRPr="009647FC">
              <w:rPr>
                <w:rtl/>
              </w:rPr>
              <w:t>عن</w:t>
            </w:r>
            <w:r>
              <w:rPr>
                <w:rtl/>
              </w:rPr>
              <w:t xml:space="preserve"> </w:t>
            </w:r>
            <w:r w:rsidRPr="009647FC">
              <w:rPr>
                <w:rtl/>
              </w:rPr>
              <w:t>أبيكم</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بخير</w:t>
            </w:r>
            <w:r>
              <w:rPr>
                <w:rtl/>
              </w:rPr>
              <w:t xml:space="preserve"> </w:t>
            </w:r>
            <w:r w:rsidRPr="009647FC">
              <w:rPr>
                <w:rtl/>
              </w:rPr>
              <w:t>أبٍ</w:t>
            </w:r>
            <w:r>
              <w:rPr>
                <w:rtl/>
              </w:rPr>
              <w:t xml:space="preserve"> </w:t>
            </w:r>
            <w:r w:rsidRPr="009647FC">
              <w:rPr>
                <w:rtl/>
              </w:rPr>
              <w:t>سرّ</w:t>
            </w:r>
            <w:r>
              <w:rPr>
                <w:rtl/>
              </w:rPr>
              <w:t xml:space="preserve">َ </w:t>
            </w:r>
            <w:r w:rsidRPr="009647FC">
              <w:rPr>
                <w:rtl/>
              </w:rPr>
              <w:t>الندى</w:t>
            </w:r>
            <w:r>
              <w:rPr>
                <w:rtl/>
              </w:rPr>
              <w:t xml:space="preserve"> </w:t>
            </w:r>
            <w:r w:rsidRPr="009647FC">
              <w:rPr>
                <w:rtl/>
              </w:rPr>
              <w:t>قد</w:t>
            </w:r>
            <w:r>
              <w:rPr>
                <w:rtl/>
              </w:rPr>
              <w:t xml:space="preserve"> </w:t>
            </w:r>
            <w:r w:rsidRPr="009647FC">
              <w:rPr>
                <w:rtl/>
              </w:rPr>
              <w:t>أذاعه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هو</w:t>
            </w:r>
            <w:r w:rsidR="004C00A8">
              <w:rPr>
                <w:rtl/>
              </w:rPr>
              <w:t xml:space="preserve"> </w:t>
            </w:r>
            <w:r w:rsidRPr="009647FC">
              <w:rPr>
                <w:rtl/>
              </w:rPr>
              <w:t>الخلف</w:t>
            </w:r>
            <w:r>
              <w:rPr>
                <w:rtl/>
              </w:rPr>
              <w:t xml:space="preserve"> </w:t>
            </w:r>
            <w:r w:rsidRPr="009647FC">
              <w:rPr>
                <w:rtl/>
              </w:rPr>
              <w:t>المهديُّ</w:t>
            </w:r>
            <w:r>
              <w:rPr>
                <w:rtl/>
              </w:rPr>
              <w:t xml:space="preserve"> </w:t>
            </w:r>
            <w:r w:rsidRPr="009647FC">
              <w:rPr>
                <w:rtl/>
              </w:rPr>
              <w:t>م</w:t>
            </w:r>
            <w:r>
              <w:rPr>
                <w:rtl/>
              </w:rPr>
              <w:t>َ</w:t>
            </w:r>
            <w:r w:rsidRPr="009647FC">
              <w:rPr>
                <w:rtl/>
              </w:rPr>
              <w:t>نْ</w:t>
            </w:r>
            <w:r>
              <w:rPr>
                <w:rtl/>
              </w:rPr>
              <w:t xml:space="preserve"> </w:t>
            </w:r>
            <w:r w:rsidRPr="009647FC">
              <w:rPr>
                <w:rtl/>
              </w:rPr>
              <w:t>في</w:t>
            </w:r>
            <w:r>
              <w:rPr>
                <w:rtl/>
              </w:rPr>
              <w:t xml:space="preserve"> </w:t>
            </w:r>
            <w:r w:rsidRPr="009647FC">
              <w:rPr>
                <w:rtl/>
              </w:rPr>
              <w:t>جبينه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بدا</w:t>
            </w:r>
            <w:r>
              <w:rPr>
                <w:rtl/>
              </w:rPr>
              <w:t xml:space="preserve"> </w:t>
            </w:r>
            <w:r w:rsidRPr="009647FC">
              <w:rPr>
                <w:rtl/>
              </w:rPr>
              <w:t>للهدى</w:t>
            </w:r>
            <w:r>
              <w:rPr>
                <w:rtl/>
              </w:rPr>
              <w:t xml:space="preserve"> </w:t>
            </w:r>
            <w:r w:rsidRPr="009647FC">
              <w:rPr>
                <w:rtl/>
              </w:rPr>
              <w:t>نوراً</w:t>
            </w:r>
            <w:r>
              <w:rPr>
                <w:rtl/>
              </w:rPr>
              <w:t xml:space="preserve"> </w:t>
            </w:r>
            <w:r w:rsidRPr="009647FC">
              <w:rPr>
                <w:rtl/>
              </w:rPr>
              <w:t>يزين</w:t>
            </w:r>
            <w:r>
              <w:rPr>
                <w:rtl/>
              </w:rPr>
              <w:t xml:space="preserve"> </w:t>
            </w:r>
            <w:r w:rsidRPr="009647FC">
              <w:rPr>
                <w:rtl/>
              </w:rPr>
              <w:t>التماعه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ولم</w:t>
            </w:r>
            <w:r w:rsidR="004C00A8">
              <w:rPr>
                <w:rtl/>
              </w:rPr>
              <w:t xml:space="preserve"> </w:t>
            </w:r>
            <w:r w:rsidRPr="009647FC">
              <w:rPr>
                <w:rtl/>
              </w:rPr>
              <w:t>تتبعْ</w:t>
            </w:r>
            <w:r>
              <w:rPr>
                <w:rtl/>
              </w:rPr>
              <w:t xml:space="preserve"> </w:t>
            </w:r>
            <w:r w:rsidRPr="009647FC">
              <w:rPr>
                <w:rtl/>
              </w:rPr>
              <w:t>في</w:t>
            </w:r>
            <w:r>
              <w:rPr>
                <w:rtl/>
              </w:rPr>
              <w:t xml:space="preserve"> </w:t>
            </w:r>
            <w:r w:rsidRPr="009647FC">
              <w:rPr>
                <w:rtl/>
              </w:rPr>
              <w:t>الاقتداء</w:t>
            </w:r>
            <w:r>
              <w:rPr>
                <w:rtl/>
              </w:rPr>
              <w:t xml:space="preserve"> </w:t>
            </w:r>
            <w:r w:rsidRPr="009647FC">
              <w:rPr>
                <w:rtl/>
              </w:rPr>
              <w:t>به</w:t>
            </w:r>
            <w:r>
              <w:rPr>
                <w:rtl/>
              </w:rPr>
              <w:t xml:space="preserve"> </w:t>
            </w:r>
            <w:r w:rsidRPr="009647FC">
              <w:rPr>
                <w:rtl/>
              </w:rPr>
              <w:t>الهدى</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بل</w:t>
            </w:r>
            <w:r w:rsidR="004C00A8">
              <w:rPr>
                <w:rtl/>
              </w:rPr>
              <w:t xml:space="preserve"> </w:t>
            </w:r>
            <w:r w:rsidRPr="009647FC">
              <w:rPr>
                <w:rtl/>
              </w:rPr>
              <w:t>أوجب</w:t>
            </w:r>
            <w:r>
              <w:rPr>
                <w:rtl/>
              </w:rPr>
              <w:t xml:space="preserve"> </w:t>
            </w:r>
            <w:r w:rsidRPr="009647FC">
              <w:rPr>
                <w:rtl/>
              </w:rPr>
              <w:t>اللهُ</w:t>
            </w:r>
            <w:r>
              <w:rPr>
                <w:rtl/>
              </w:rPr>
              <w:t xml:space="preserve"> </w:t>
            </w:r>
            <w:r w:rsidRPr="009647FC">
              <w:rPr>
                <w:rtl/>
              </w:rPr>
              <w:t>العظيم</w:t>
            </w:r>
            <w:r>
              <w:rPr>
                <w:rtl/>
              </w:rPr>
              <w:t xml:space="preserve"> </w:t>
            </w:r>
            <w:r w:rsidRPr="009647FC">
              <w:rPr>
                <w:rtl/>
              </w:rPr>
              <w:t>ات</w:t>
            </w:r>
            <w:r w:rsidRPr="00B371C6">
              <w:rPr>
                <w:rtl/>
              </w:rPr>
              <w:t>ّ</w:t>
            </w:r>
            <w:r w:rsidRPr="009647FC">
              <w:rPr>
                <w:rtl/>
              </w:rPr>
              <w:t>باعه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أبو</w:t>
            </w:r>
            <w:r w:rsidR="004C00A8">
              <w:rPr>
                <w:rtl/>
              </w:rPr>
              <w:t xml:space="preserve"> </w:t>
            </w:r>
            <w:r w:rsidRPr="009647FC">
              <w:rPr>
                <w:rtl/>
              </w:rPr>
              <w:t>سادةٍ</w:t>
            </w:r>
            <w:r>
              <w:rPr>
                <w:rtl/>
              </w:rPr>
              <w:t xml:space="preserve"> </w:t>
            </w:r>
            <w:r w:rsidRPr="009647FC">
              <w:rPr>
                <w:rtl/>
              </w:rPr>
              <w:t>لو</w:t>
            </w:r>
            <w:r>
              <w:rPr>
                <w:rtl/>
              </w:rPr>
              <w:t xml:space="preserve"> </w:t>
            </w:r>
            <w:r w:rsidRPr="009647FC">
              <w:rPr>
                <w:rtl/>
              </w:rPr>
              <w:t>حلّ</w:t>
            </w:r>
            <w:r>
              <w:rPr>
                <w:rtl/>
              </w:rPr>
              <w:t>َ</w:t>
            </w:r>
            <w:r w:rsidRPr="009647FC">
              <w:rPr>
                <w:rtl/>
              </w:rPr>
              <w:t>ق</w:t>
            </w:r>
            <w:r>
              <w:rPr>
                <w:rtl/>
              </w:rPr>
              <w:t xml:space="preserve"> </w:t>
            </w:r>
            <w:r w:rsidRPr="009647FC">
              <w:rPr>
                <w:rtl/>
              </w:rPr>
              <w:t>النسرُ</w:t>
            </w:r>
            <w:r>
              <w:rPr>
                <w:rtl/>
              </w:rPr>
              <w:t xml:space="preserve"> </w:t>
            </w:r>
            <w:r w:rsidRPr="009647FC">
              <w:rPr>
                <w:rtl/>
              </w:rPr>
              <w:t>طائرا</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لنيل</w:t>
            </w:r>
            <w:r w:rsidR="004C00A8">
              <w:rPr>
                <w:rtl/>
              </w:rPr>
              <w:t xml:space="preserve"> </w:t>
            </w:r>
            <w:r w:rsidRPr="009647FC">
              <w:rPr>
                <w:rtl/>
              </w:rPr>
              <w:t>ذرى</w:t>
            </w:r>
            <w:r>
              <w:rPr>
                <w:rtl/>
              </w:rPr>
              <w:t xml:space="preserve"> </w:t>
            </w:r>
            <w:r w:rsidRPr="009647FC">
              <w:rPr>
                <w:rtl/>
              </w:rPr>
              <w:t>عليائهم</w:t>
            </w:r>
            <w:r>
              <w:rPr>
                <w:rtl/>
              </w:rPr>
              <w:t xml:space="preserve"> </w:t>
            </w:r>
            <w:r w:rsidRPr="009647FC">
              <w:rPr>
                <w:rtl/>
              </w:rPr>
              <w:t>ما</w:t>
            </w:r>
            <w:r>
              <w:rPr>
                <w:rtl/>
              </w:rPr>
              <w:t xml:space="preserve"> </w:t>
            </w:r>
            <w:r w:rsidRPr="009647FC">
              <w:rPr>
                <w:rtl/>
              </w:rPr>
              <w:t>استطاعه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Pr>
                <w:rtl/>
              </w:rPr>
              <w:t>(</w:t>
            </w:r>
            <w:r w:rsidRPr="009647FC">
              <w:rPr>
                <w:rtl/>
              </w:rPr>
              <w:t>فجعفرُ</w:t>
            </w:r>
            <w:r>
              <w:rPr>
                <w:rtl/>
              </w:rPr>
              <w:t xml:space="preserve">) </w:t>
            </w:r>
            <w:r w:rsidRPr="009647FC">
              <w:rPr>
                <w:rtl/>
              </w:rPr>
              <w:t>فضلٌ</w:t>
            </w:r>
            <w:r>
              <w:rPr>
                <w:rtl/>
              </w:rPr>
              <w:t xml:space="preserve"> </w:t>
            </w:r>
            <w:r w:rsidRPr="009647FC">
              <w:rPr>
                <w:rtl/>
              </w:rPr>
              <w:t>صالحٌ</w:t>
            </w:r>
            <w:r>
              <w:rPr>
                <w:rtl/>
              </w:rPr>
              <w:t xml:space="preserve"> </w:t>
            </w:r>
            <w:r w:rsidRPr="009647FC">
              <w:rPr>
                <w:rtl/>
              </w:rPr>
              <w:t>و</w:t>
            </w:r>
            <w:r>
              <w:rPr>
                <w:rtl/>
              </w:rPr>
              <w:t>(</w:t>
            </w:r>
            <w:r w:rsidRPr="009647FC">
              <w:rPr>
                <w:rtl/>
              </w:rPr>
              <w:t>محمدٌ</w:t>
            </w:r>
            <w:r>
              <w:rPr>
                <w:rtl/>
              </w:rPr>
              <w:t>)</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Pr>
                <w:rtl/>
              </w:rPr>
              <w:t>(</w:t>
            </w:r>
            <w:r w:rsidRPr="009647FC">
              <w:rPr>
                <w:rtl/>
              </w:rPr>
              <w:t>حسينٌ</w:t>
            </w:r>
            <w:r>
              <w:rPr>
                <w:rtl/>
              </w:rPr>
              <w:t xml:space="preserve">) </w:t>
            </w:r>
            <w:r w:rsidRPr="009647FC">
              <w:rPr>
                <w:rtl/>
              </w:rPr>
              <w:t>حبا</w:t>
            </w:r>
            <w:r>
              <w:rPr>
                <w:rtl/>
              </w:rPr>
              <w:t xml:space="preserve"> (</w:t>
            </w:r>
            <w:r w:rsidRPr="009647FC">
              <w:rPr>
                <w:rtl/>
              </w:rPr>
              <w:t>المهديّ</w:t>
            </w:r>
            <w:r>
              <w:rPr>
                <w:rtl/>
              </w:rPr>
              <w:t xml:space="preserve">َ) </w:t>
            </w:r>
            <w:r w:rsidRPr="009647FC">
              <w:rPr>
                <w:rtl/>
              </w:rPr>
              <w:t>كلُّ</w:t>
            </w:r>
            <w:r>
              <w:rPr>
                <w:rtl/>
              </w:rPr>
              <w:t xml:space="preserve"> </w:t>
            </w:r>
            <w:r w:rsidRPr="009647FC">
              <w:rPr>
                <w:rtl/>
              </w:rPr>
              <w:t>طباعه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فروعُ</w:t>
            </w:r>
            <w:r w:rsidR="004C00A8">
              <w:rPr>
                <w:rtl/>
              </w:rPr>
              <w:t xml:space="preserve"> </w:t>
            </w:r>
            <w:r w:rsidRPr="009647FC">
              <w:rPr>
                <w:rtl/>
              </w:rPr>
              <w:t>فخارٍ</w:t>
            </w:r>
            <w:r>
              <w:rPr>
                <w:rtl/>
              </w:rPr>
              <w:t xml:space="preserve"> </w:t>
            </w:r>
            <w:r w:rsidRPr="009647FC">
              <w:rPr>
                <w:rtl/>
              </w:rPr>
              <w:t>رشحتّها</w:t>
            </w:r>
            <w:r>
              <w:rPr>
                <w:rtl/>
              </w:rPr>
              <w:t xml:space="preserve"> </w:t>
            </w:r>
            <w:r w:rsidRPr="009647FC">
              <w:rPr>
                <w:rtl/>
              </w:rPr>
              <w:t>أصولها</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لمجدٍ</w:t>
            </w:r>
            <w:r>
              <w:rPr>
                <w:rtl/>
              </w:rPr>
              <w:t xml:space="preserve"> </w:t>
            </w:r>
            <w:r w:rsidRPr="009647FC">
              <w:rPr>
                <w:rtl/>
              </w:rPr>
              <w:t>تمّنى</w:t>
            </w:r>
            <w:r>
              <w:rPr>
                <w:rtl/>
              </w:rPr>
              <w:t xml:space="preserve"> </w:t>
            </w:r>
            <w:r w:rsidRPr="009647FC">
              <w:rPr>
                <w:rtl/>
              </w:rPr>
              <w:t>المجدُ</w:t>
            </w:r>
            <w:r>
              <w:rPr>
                <w:rtl/>
              </w:rPr>
              <w:t xml:space="preserve"> </w:t>
            </w:r>
            <w:r w:rsidRPr="009647FC">
              <w:rPr>
                <w:rtl/>
              </w:rPr>
              <w:t>منه</w:t>
            </w:r>
            <w:r>
              <w:rPr>
                <w:rtl/>
              </w:rPr>
              <w:t xml:space="preserve"> </w:t>
            </w:r>
            <w:r w:rsidRPr="009647FC">
              <w:rPr>
                <w:rtl/>
              </w:rPr>
              <w:t>ارتفاعه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لهم</w:t>
            </w:r>
            <w:r>
              <w:rPr>
                <w:rtl/>
              </w:rPr>
              <w:t xml:space="preserve"> </w:t>
            </w:r>
            <w:r w:rsidRPr="009647FC">
              <w:rPr>
                <w:rtl/>
              </w:rPr>
              <w:t>حسبٌ</w:t>
            </w:r>
            <w:r>
              <w:rPr>
                <w:rtl/>
              </w:rPr>
              <w:t xml:space="preserve"> </w:t>
            </w:r>
            <w:r w:rsidRPr="009647FC">
              <w:rPr>
                <w:rtl/>
              </w:rPr>
              <w:t>لو</w:t>
            </w:r>
            <w:r>
              <w:rPr>
                <w:rtl/>
              </w:rPr>
              <w:t xml:space="preserve"> </w:t>
            </w:r>
            <w:r w:rsidRPr="009647FC">
              <w:rPr>
                <w:rtl/>
              </w:rPr>
              <w:t>كايلوه</w:t>
            </w:r>
            <w:r w:rsidRPr="004E7EC6">
              <w:rPr>
                <w:rStyle w:val="libFootnotenumChar"/>
                <w:rtl/>
              </w:rPr>
              <w:t>(2)</w:t>
            </w:r>
            <w:r>
              <w:rPr>
                <w:rtl/>
              </w:rPr>
              <w:t xml:space="preserve"> </w:t>
            </w:r>
            <w:r w:rsidRPr="009647FC">
              <w:rPr>
                <w:rtl/>
              </w:rPr>
              <w:t>بنو</w:t>
            </w:r>
            <w:r>
              <w:rPr>
                <w:rtl/>
              </w:rPr>
              <w:t xml:space="preserve"> </w:t>
            </w:r>
            <w:r w:rsidRPr="009647FC">
              <w:rPr>
                <w:rtl/>
              </w:rPr>
              <w:t>العُلى</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بأحسابهم</w:t>
            </w:r>
            <w:r w:rsidR="004C00A8">
              <w:rPr>
                <w:rtl/>
              </w:rPr>
              <w:t xml:space="preserve"> </w:t>
            </w:r>
            <w:r w:rsidRPr="009647FC">
              <w:rPr>
                <w:rtl/>
              </w:rPr>
              <w:t>فخراً</w:t>
            </w:r>
            <w:r>
              <w:rPr>
                <w:rtl/>
              </w:rPr>
              <w:t xml:space="preserve"> </w:t>
            </w:r>
            <w:r w:rsidRPr="009647FC">
              <w:rPr>
                <w:rtl/>
              </w:rPr>
              <w:t>لما</w:t>
            </w:r>
            <w:r>
              <w:rPr>
                <w:rtl/>
              </w:rPr>
              <w:t xml:space="preserve"> </w:t>
            </w:r>
            <w:r w:rsidRPr="009647FC">
              <w:rPr>
                <w:rtl/>
              </w:rPr>
              <w:t>ك</w:t>
            </w:r>
            <w:r w:rsidRPr="00B371C6">
              <w:rPr>
                <w:rtl/>
              </w:rPr>
              <w:t>ِ</w:t>
            </w:r>
            <w:r w:rsidRPr="009647FC">
              <w:rPr>
                <w:rtl/>
              </w:rPr>
              <w:t>لن</w:t>
            </w:r>
            <w:r>
              <w:rPr>
                <w:rtl/>
              </w:rPr>
              <w:t xml:space="preserve">َ </w:t>
            </w:r>
            <w:r w:rsidRPr="009647FC">
              <w:rPr>
                <w:rtl/>
              </w:rPr>
              <w:t>صاعه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أبا</w:t>
            </w:r>
            <w:r w:rsidR="004C00A8">
              <w:rPr>
                <w:rtl/>
              </w:rPr>
              <w:t xml:space="preserve"> </w:t>
            </w:r>
            <w:r w:rsidRPr="009647FC">
              <w:rPr>
                <w:rtl/>
              </w:rPr>
              <w:t>صالحٍ</w:t>
            </w:r>
            <w:r>
              <w:rPr>
                <w:rtl/>
              </w:rPr>
              <w:t xml:space="preserve"> </w:t>
            </w:r>
            <w:r w:rsidRPr="009647FC">
              <w:rPr>
                <w:rtl/>
              </w:rPr>
              <w:t>كم</w:t>
            </w:r>
            <w:r>
              <w:rPr>
                <w:rtl/>
              </w:rPr>
              <w:t xml:space="preserve"> </w:t>
            </w:r>
            <w:r w:rsidRPr="009647FC">
              <w:rPr>
                <w:rtl/>
              </w:rPr>
              <w:t>مبهماتٍ</w:t>
            </w:r>
            <w:r>
              <w:rPr>
                <w:rtl/>
              </w:rPr>
              <w:t xml:space="preserve"> </w:t>
            </w:r>
            <w:r w:rsidRPr="009647FC">
              <w:rPr>
                <w:rtl/>
              </w:rPr>
              <w:t>جلوتها</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وملتبسٍ</w:t>
            </w:r>
            <w:r w:rsidR="004C00A8">
              <w:rPr>
                <w:rtl/>
              </w:rPr>
              <w:t xml:space="preserve"> </w:t>
            </w:r>
            <w:r w:rsidRPr="009647FC">
              <w:rPr>
                <w:rtl/>
              </w:rPr>
              <w:t>منها</w:t>
            </w:r>
            <w:r>
              <w:rPr>
                <w:rtl/>
              </w:rPr>
              <w:t xml:space="preserve"> </w:t>
            </w:r>
            <w:r w:rsidRPr="009647FC">
              <w:rPr>
                <w:rtl/>
              </w:rPr>
              <w:t>كشفت</w:t>
            </w:r>
            <w:r>
              <w:rPr>
                <w:rtl/>
              </w:rPr>
              <w:t xml:space="preserve">َ </w:t>
            </w:r>
            <w:r w:rsidRPr="009647FC">
              <w:rPr>
                <w:rtl/>
              </w:rPr>
              <w:t>قناعه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سنا</w:t>
            </w:r>
            <w:r w:rsidR="004C00A8">
              <w:rPr>
                <w:rtl/>
              </w:rPr>
              <w:t xml:space="preserve"> </w:t>
            </w:r>
            <w:r w:rsidRPr="009647FC">
              <w:rPr>
                <w:rtl/>
              </w:rPr>
              <w:t>البدر</w:t>
            </w:r>
            <w:r w:rsidRPr="004E7EC6">
              <w:rPr>
                <w:rStyle w:val="libFootnotenumChar"/>
                <w:rtl/>
              </w:rPr>
              <w:t>(3)</w:t>
            </w:r>
            <w:r>
              <w:rPr>
                <w:rtl/>
              </w:rPr>
              <w:t xml:space="preserve"> </w:t>
            </w:r>
            <w:r w:rsidRPr="009647FC">
              <w:rPr>
                <w:rtl/>
              </w:rPr>
              <w:t>قد</w:t>
            </w:r>
            <w:r>
              <w:rPr>
                <w:rtl/>
              </w:rPr>
              <w:t xml:space="preserve"> </w:t>
            </w:r>
            <w:r w:rsidRPr="009647FC">
              <w:rPr>
                <w:rtl/>
              </w:rPr>
              <w:t>أطفا</w:t>
            </w:r>
            <w:r>
              <w:rPr>
                <w:rtl/>
              </w:rPr>
              <w:t xml:space="preserve"> </w:t>
            </w:r>
            <w:r w:rsidRPr="009647FC">
              <w:rPr>
                <w:rtl/>
              </w:rPr>
              <w:t>سناك</w:t>
            </w:r>
            <w:r>
              <w:rPr>
                <w:rtl/>
              </w:rPr>
              <w:t xml:space="preserve"> </w:t>
            </w:r>
            <w:r w:rsidRPr="009647FC">
              <w:rPr>
                <w:rtl/>
              </w:rPr>
              <w:t>شعاعه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ونورك</w:t>
            </w:r>
            <w:r w:rsidR="004C00A8">
              <w:rPr>
                <w:rtl/>
              </w:rPr>
              <w:t xml:space="preserve"> </w:t>
            </w:r>
            <w:r w:rsidRPr="009647FC">
              <w:rPr>
                <w:rtl/>
              </w:rPr>
              <w:t>ذا</w:t>
            </w:r>
            <w:r>
              <w:rPr>
                <w:rtl/>
              </w:rPr>
              <w:t xml:space="preserve"> </w:t>
            </w:r>
            <w:r w:rsidRPr="009647FC">
              <w:rPr>
                <w:rtl/>
              </w:rPr>
              <w:t>فيه</w:t>
            </w:r>
            <w:r>
              <w:rPr>
                <w:rtl/>
              </w:rPr>
              <w:t xml:space="preserve"> </w:t>
            </w:r>
            <w:r w:rsidRPr="009647FC">
              <w:rPr>
                <w:rtl/>
              </w:rPr>
              <w:t>رأينا</w:t>
            </w:r>
            <w:r>
              <w:rPr>
                <w:rtl/>
              </w:rPr>
              <w:t xml:space="preserve"> </w:t>
            </w:r>
            <w:r w:rsidRPr="009647FC">
              <w:rPr>
                <w:rtl/>
              </w:rPr>
              <w:t>انطباعه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هل</w:t>
            </w:r>
            <w:r>
              <w:rPr>
                <w:rtl/>
              </w:rPr>
              <w:t xml:space="preserve"> </w:t>
            </w:r>
            <w:r w:rsidRPr="009647FC">
              <w:rPr>
                <w:rtl/>
              </w:rPr>
              <w:t>المجدُ</w:t>
            </w:r>
            <w:r>
              <w:rPr>
                <w:rtl/>
              </w:rPr>
              <w:t xml:space="preserve"> </w:t>
            </w:r>
            <w:r w:rsidRPr="009647FC">
              <w:rPr>
                <w:rtl/>
              </w:rPr>
              <w:t>إلاّ</w:t>
            </w:r>
            <w:r>
              <w:rPr>
                <w:rtl/>
              </w:rPr>
              <w:t xml:space="preserve"> </w:t>
            </w:r>
            <w:r w:rsidRPr="009647FC">
              <w:rPr>
                <w:rtl/>
              </w:rPr>
              <w:t>ما</w:t>
            </w:r>
            <w:r>
              <w:rPr>
                <w:rtl/>
              </w:rPr>
              <w:t xml:space="preserve"> </w:t>
            </w:r>
            <w:r w:rsidRPr="009647FC">
              <w:rPr>
                <w:rtl/>
              </w:rPr>
              <w:t>رفعت</w:t>
            </w:r>
            <w:r>
              <w:rPr>
                <w:rtl/>
              </w:rPr>
              <w:t xml:space="preserve">َ </w:t>
            </w:r>
            <w:r w:rsidRPr="009647FC">
              <w:rPr>
                <w:rtl/>
              </w:rPr>
              <w:t>عماده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أو</w:t>
            </w:r>
            <w:r w:rsidR="004C00A8">
              <w:rPr>
                <w:rtl/>
              </w:rPr>
              <w:t xml:space="preserve"> </w:t>
            </w:r>
            <w:r w:rsidRPr="009647FC">
              <w:rPr>
                <w:rtl/>
              </w:rPr>
              <w:t>الجودُ</w:t>
            </w:r>
            <w:r>
              <w:rPr>
                <w:rtl/>
              </w:rPr>
              <w:t xml:space="preserve"> </w:t>
            </w:r>
            <w:r w:rsidRPr="009647FC">
              <w:rPr>
                <w:rtl/>
              </w:rPr>
              <w:t>إلاّ</w:t>
            </w:r>
            <w:r>
              <w:rPr>
                <w:rtl/>
              </w:rPr>
              <w:t xml:space="preserve"> </w:t>
            </w:r>
            <w:r w:rsidRPr="009647FC">
              <w:rPr>
                <w:rtl/>
              </w:rPr>
              <w:t>ما</w:t>
            </w:r>
            <w:r>
              <w:rPr>
                <w:rtl/>
              </w:rPr>
              <w:t xml:space="preserve"> </w:t>
            </w:r>
            <w:r w:rsidRPr="009647FC">
              <w:rPr>
                <w:rtl/>
              </w:rPr>
              <w:t>تجيد</w:t>
            </w:r>
            <w:r>
              <w:rPr>
                <w:rtl/>
              </w:rPr>
              <w:t xml:space="preserve"> </w:t>
            </w:r>
            <w:r w:rsidRPr="009647FC">
              <w:rPr>
                <w:rtl/>
              </w:rPr>
              <w:t>اصطناعه؟</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هكذا جاء بالأصل</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كذا في المخطوط والمطبوع</w:t>
      </w:r>
      <w:r w:rsidR="00D769AB">
        <w:rPr>
          <w:rtl/>
        </w:rPr>
        <w:t>،</w:t>
      </w:r>
      <w:r w:rsidRPr="009647FC">
        <w:rPr>
          <w:rtl/>
        </w:rPr>
        <w:t xml:space="preserve"> وقد جاء على لغة أكلوني البارغيث</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نسخة</w:t>
      </w:r>
      <w:r w:rsidR="00D769AB">
        <w:rPr>
          <w:rtl/>
        </w:rPr>
        <w:t>:</w:t>
      </w:r>
      <w:r w:rsidRPr="009647FC">
        <w:rPr>
          <w:rtl/>
        </w:rPr>
        <w:t xml:space="preserve"> البرق</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A33161" w:rsidRPr="00524A24" w:rsidTr="00A33161">
        <w:trPr>
          <w:trHeight w:val="350"/>
        </w:trPr>
        <w:tc>
          <w:tcPr>
            <w:tcW w:w="3902" w:type="dxa"/>
          </w:tcPr>
          <w:p w:rsidR="00A33161" w:rsidRPr="00524A24" w:rsidRDefault="00A33161" w:rsidP="00A33161">
            <w:pPr>
              <w:pStyle w:val="libPoem"/>
            </w:pPr>
            <w:r w:rsidRPr="009647FC">
              <w:rPr>
                <w:rtl/>
              </w:rPr>
              <w:lastRenderedPageBreak/>
              <w:t>وأعجب</w:t>
            </w:r>
            <w:r>
              <w:rPr>
                <w:rtl/>
              </w:rPr>
              <w:t xml:space="preserve"> </w:t>
            </w:r>
            <w:r w:rsidRPr="009647FC">
              <w:rPr>
                <w:rtl/>
              </w:rPr>
              <w:t>شيءٍ</w:t>
            </w:r>
            <w:r>
              <w:rPr>
                <w:rtl/>
              </w:rPr>
              <w:t xml:space="preserve"> </w:t>
            </w:r>
            <w:r w:rsidRPr="009647FC">
              <w:rPr>
                <w:rtl/>
              </w:rPr>
              <w:t>أن</w:t>
            </w:r>
            <w:r>
              <w:rPr>
                <w:rtl/>
              </w:rPr>
              <w:t xml:space="preserve"> </w:t>
            </w:r>
            <w:r w:rsidRPr="009647FC">
              <w:rPr>
                <w:rtl/>
              </w:rPr>
              <w:t>يطاول</w:t>
            </w:r>
            <w:r>
              <w:rPr>
                <w:rtl/>
              </w:rPr>
              <w:t xml:space="preserve"> </w:t>
            </w:r>
            <w:r w:rsidRPr="009647FC">
              <w:rPr>
                <w:rtl/>
              </w:rPr>
              <w:t>فاضلٌ</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علاك</w:t>
            </w:r>
            <w:r w:rsidR="004C00A8">
              <w:rPr>
                <w:rtl/>
              </w:rPr>
              <w:t xml:space="preserve"> </w:t>
            </w:r>
            <w:r w:rsidRPr="009647FC">
              <w:rPr>
                <w:rtl/>
              </w:rPr>
              <w:t>ومنك</w:t>
            </w:r>
            <w:r>
              <w:rPr>
                <w:rtl/>
              </w:rPr>
              <w:t xml:space="preserve"> </w:t>
            </w:r>
            <w:r w:rsidRPr="009647FC">
              <w:rPr>
                <w:rtl/>
              </w:rPr>
              <w:t>الفترُ</w:t>
            </w:r>
            <w:r>
              <w:rPr>
                <w:rtl/>
              </w:rPr>
              <w:t xml:space="preserve"> </w:t>
            </w:r>
            <w:r w:rsidRPr="009647FC">
              <w:rPr>
                <w:rtl/>
              </w:rPr>
              <w:t>يفضلُ</w:t>
            </w:r>
            <w:r>
              <w:rPr>
                <w:rtl/>
              </w:rPr>
              <w:t xml:space="preserve"> </w:t>
            </w:r>
            <w:r w:rsidRPr="009647FC">
              <w:rPr>
                <w:rtl/>
              </w:rPr>
              <w:t>باعه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وكيف</w:t>
            </w:r>
            <w:r>
              <w:rPr>
                <w:rtl/>
              </w:rPr>
              <w:t xml:space="preserve"> </w:t>
            </w:r>
            <w:r w:rsidRPr="009647FC">
              <w:rPr>
                <w:rtl/>
              </w:rPr>
              <w:t>الفضا</w:t>
            </w:r>
            <w:r>
              <w:rPr>
                <w:rtl/>
              </w:rPr>
              <w:t xml:space="preserve"> </w:t>
            </w:r>
            <w:r w:rsidRPr="009647FC">
              <w:rPr>
                <w:rtl/>
              </w:rPr>
              <w:t>في</w:t>
            </w:r>
            <w:r>
              <w:rPr>
                <w:rtl/>
              </w:rPr>
              <w:t xml:space="preserve"> </w:t>
            </w:r>
            <w:r w:rsidRPr="009647FC">
              <w:rPr>
                <w:rtl/>
              </w:rPr>
              <w:t>عظم</w:t>
            </w:r>
            <w:r>
              <w:rPr>
                <w:rtl/>
              </w:rPr>
              <w:t xml:space="preserve"> </w:t>
            </w:r>
            <w:r w:rsidRPr="009647FC">
              <w:rPr>
                <w:rtl/>
              </w:rPr>
              <w:t>فخرك</w:t>
            </w:r>
            <w:r>
              <w:rPr>
                <w:rtl/>
              </w:rPr>
              <w:t xml:space="preserve"> </w:t>
            </w:r>
            <w:r w:rsidRPr="009647FC">
              <w:rPr>
                <w:rtl/>
              </w:rPr>
              <w:t>لم</w:t>
            </w:r>
            <w:r>
              <w:rPr>
                <w:rtl/>
              </w:rPr>
              <w:t xml:space="preserve"> </w:t>
            </w:r>
            <w:r w:rsidRPr="009647FC">
              <w:rPr>
                <w:rtl/>
              </w:rPr>
              <w:t>يطقْ</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أفخرُك</w:t>
            </w:r>
            <w:r w:rsidR="004C00A8">
              <w:rPr>
                <w:rtl/>
              </w:rPr>
              <w:t xml:space="preserve"> </w:t>
            </w:r>
            <w:r w:rsidRPr="009647FC">
              <w:rPr>
                <w:rtl/>
              </w:rPr>
              <w:t>قد</w:t>
            </w:r>
            <w:r>
              <w:rPr>
                <w:rtl/>
              </w:rPr>
              <w:t xml:space="preserve"> </w:t>
            </w:r>
            <w:r w:rsidRPr="009647FC">
              <w:rPr>
                <w:rtl/>
              </w:rPr>
              <w:t>أعطى</w:t>
            </w:r>
            <w:r>
              <w:rPr>
                <w:rtl/>
              </w:rPr>
              <w:t xml:space="preserve"> </w:t>
            </w:r>
            <w:r w:rsidRPr="009647FC">
              <w:rPr>
                <w:rtl/>
              </w:rPr>
              <w:t>الفضاء</w:t>
            </w:r>
            <w:r>
              <w:rPr>
                <w:rtl/>
              </w:rPr>
              <w:t xml:space="preserve">َ </w:t>
            </w:r>
            <w:r w:rsidRPr="009647FC">
              <w:rPr>
                <w:rtl/>
              </w:rPr>
              <w:t>اتّساعه؟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ت</w:t>
            </w:r>
            <w:r w:rsidRPr="00B371C6">
              <w:rPr>
                <w:rtl/>
              </w:rPr>
              <w:t>ُ</w:t>
            </w:r>
            <w:r w:rsidRPr="009647FC">
              <w:rPr>
                <w:rtl/>
              </w:rPr>
              <w:t>راجعُ</w:t>
            </w:r>
            <w:r w:rsidR="004C00A8">
              <w:rPr>
                <w:rtl/>
              </w:rPr>
              <w:t xml:space="preserve"> </w:t>
            </w:r>
            <w:r w:rsidRPr="009647FC">
              <w:rPr>
                <w:rtl/>
              </w:rPr>
              <w:t>أعطاء</w:t>
            </w:r>
            <w:r>
              <w:rPr>
                <w:rtl/>
              </w:rPr>
              <w:t xml:space="preserve"> </w:t>
            </w:r>
            <w:r w:rsidRPr="009647FC">
              <w:rPr>
                <w:rtl/>
              </w:rPr>
              <w:t>الكثير</w:t>
            </w:r>
            <w:r>
              <w:rPr>
                <w:rtl/>
              </w:rPr>
              <w:t xml:space="preserve"> </w:t>
            </w:r>
            <w:r w:rsidRPr="009647FC">
              <w:rPr>
                <w:rtl/>
              </w:rPr>
              <w:t>ولا</w:t>
            </w:r>
            <w:r>
              <w:rPr>
                <w:rtl/>
              </w:rPr>
              <w:t xml:space="preserve"> </w:t>
            </w:r>
            <w:r w:rsidRPr="009647FC">
              <w:rPr>
                <w:rtl/>
              </w:rPr>
              <w:t>كمن</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إذا</w:t>
            </w:r>
            <w:r w:rsidR="004C00A8">
              <w:rPr>
                <w:rtl/>
              </w:rPr>
              <w:t xml:space="preserve"> </w:t>
            </w:r>
            <w:r w:rsidRPr="009647FC">
              <w:rPr>
                <w:rtl/>
              </w:rPr>
              <w:t>هو</w:t>
            </w:r>
            <w:r>
              <w:rPr>
                <w:rtl/>
              </w:rPr>
              <w:t xml:space="preserve"> </w:t>
            </w:r>
            <w:r w:rsidRPr="009647FC">
              <w:rPr>
                <w:rtl/>
              </w:rPr>
              <w:t>أعطى</w:t>
            </w:r>
            <w:r>
              <w:rPr>
                <w:rtl/>
              </w:rPr>
              <w:t xml:space="preserve"> </w:t>
            </w:r>
            <w:r w:rsidRPr="009647FC">
              <w:rPr>
                <w:rtl/>
              </w:rPr>
              <w:t>النزر</w:t>
            </w:r>
            <w:r>
              <w:rPr>
                <w:rtl/>
              </w:rPr>
              <w:t xml:space="preserve">َ </w:t>
            </w:r>
            <w:r w:rsidRPr="009647FC">
              <w:rPr>
                <w:rtl/>
              </w:rPr>
              <w:t>ودّ</w:t>
            </w:r>
            <w:r>
              <w:rPr>
                <w:rtl/>
              </w:rPr>
              <w:t xml:space="preserve">َ </w:t>
            </w:r>
            <w:r w:rsidRPr="009647FC">
              <w:rPr>
                <w:rtl/>
              </w:rPr>
              <w:t>ارتجاعه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سلمت</w:t>
            </w:r>
            <w:r>
              <w:rPr>
                <w:rtl/>
              </w:rPr>
              <w:t xml:space="preserve">َ </w:t>
            </w:r>
            <w:r w:rsidRPr="009647FC">
              <w:rPr>
                <w:rtl/>
              </w:rPr>
              <w:t>لدين</w:t>
            </w:r>
            <w:r>
              <w:rPr>
                <w:rtl/>
              </w:rPr>
              <w:t xml:space="preserve"> </w:t>
            </w:r>
            <w:r w:rsidRPr="009647FC">
              <w:rPr>
                <w:rtl/>
              </w:rPr>
              <w:t>الله</w:t>
            </w:r>
            <w:r>
              <w:rPr>
                <w:rtl/>
              </w:rPr>
              <w:t xml:space="preserve"> </w:t>
            </w:r>
            <w:r w:rsidRPr="009647FC">
              <w:rPr>
                <w:rtl/>
              </w:rPr>
              <w:t>ترأبُ</w:t>
            </w:r>
            <w:r>
              <w:rPr>
                <w:rtl/>
              </w:rPr>
              <w:t xml:space="preserve"> </w:t>
            </w:r>
            <w:r w:rsidRPr="009647FC">
              <w:rPr>
                <w:rtl/>
              </w:rPr>
              <w:t>صدعه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وتحفظ</w:t>
            </w:r>
            <w:r w:rsidR="004C00A8">
              <w:rPr>
                <w:rtl/>
              </w:rPr>
              <w:t xml:space="preserve"> </w:t>
            </w:r>
            <w:r w:rsidRPr="009647FC">
              <w:rPr>
                <w:rtl/>
              </w:rPr>
              <w:t>ما</w:t>
            </w:r>
            <w:r>
              <w:rPr>
                <w:rtl/>
              </w:rPr>
              <w:t xml:space="preserve"> </w:t>
            </w:r>
            <w:r w:rsidRPr="009647FC">
              <w:rPr>
                <w:rtl/>
              </w:rPr>
              <w:t>منه</w:t>
            </w:r>
            <w:r>
              <w:rPr>
                <w:rtl/>
              </w:rPr>
              <w:t xml:space="preserve"> </w:t>
            </w:r>
            <w:r w:rsidRPr="009647FC">
              <w:rPr>
                <w:rtl/>
              </w:rPr>
              <w:t>سواك</w:t>
            </w:r>
            <w:r>
              <w:rPr>
                <w:rtl/>
              </w:rPr>
              <w:t xml:space="preserve"> </w:t>
            </w:r>
            <w:r w:rsidRPr="009647FC">
              <w:rPr>
                <w:rtl/>
              </w:rPr>
              <w:t>أضاعه</w:t>
            </w:r>
            <w:r w:rsidRPr="00524A24">
              <w:rPr>
                <w:rStyle w:val="libPoemTiniChar0"/>
                <w:rtl/>
              </w:rPr>
              <w:br/>
              <w:t> </w:t>
            </w:r>
          </w:p>
        </w:tc>
      </w:tr>
      <w:tr w:rsidR="00A33161" w:rsidRPr="00524A24" w:rsidTr="00A33161">
        <w:trPr>
          <w:trHeight w:val="350"/>
        </w:trPr>
        <w:tc>
          <w:tcPr>
            <w:tcW w:w="3902" w:type="dxa"/>
          </w:tcPr>
          <w:p w:rsidR="00A33161" w:rsidRPr="00524A24" w:rsidRDefault="00A33161" w:rsidP="00A33161">
            <w:pPr>
              <w:pStyle w:val="libPoem"/>
            </w:pPr>
            <w:r w:rsidRPr="009647FC">
              <w:rPr>
                <w:rtl/>
              </w:rPr>
              <w:t>ولا</w:t>
            </w:r>
            <w:r w:rsidR="004C00A8">
              <w:rPr>
                <w:rtl/>
              </w:rPr>
              <w:t xml:space="preserve"> </w:t>
            </w:r>
            <w:r w:rsidRPr="009647FC">
              <w:rPr>
                <w:rtl/>
              </w:rPr>
              <w:t>زلت</w:t>
            </w:r>
            <w:r>
              <w:rPr>
                <w:rtl/>
              </w:rPr>
              <w:t xml:space="preserve"> </w:t>
            </w:r>
            <w:r w:rsidRPr="009647FC">
              <w:rPr>
                <w:rtl/>
              </w:rPr>
              <w:t>غيث</w:t>
            </w:r>
            <w:r>
              <w:rPr>
                <w:rtl/>
              </w:rPr>
              <w:t xml:space="preserve"> </w:t>
            </w:r>
            <w:r w:rsidRPr="009647FC">
              <w:rPr>
                <w:rtl/>
              </w:rPr>
              <w:t>اللطف</w:t>
            </w:r>
            <w:r>
              <w:rPr>
                <w:rtl/>
              </w:rPr>
              <w:t xml:space="preserve"> </w:t>
            </w:r>
            <w:r w:rsidRPr="009647FC">
              <w:rPr>
                <w:rtl/>
              </w:rPr>
              <w:t>يمنح</w:t>
            </w:r>
            <w:r>
              <w:rPr>
                <w:rtl/>
              </w:rPr>
              <w:t xml:space="preserve"> </w:t>
            </w:r>
            <w:r w:rsidRPr="009647FC">
              <w:rPr>
                <w:rtl/>
              </w:rPr>
              <w:t>ضرعُه</w:t>
            </w:r>
            <w:r w:rsidRPr="00524A24">
              <w:rPr>
                <w:rStyle w:val="libPoemTiniChar0"/>
                <w:rtl/>
              </w:rPr>
              <w:br/>
              <w:t> </w:t>
            </w:r>
          </w:p>
        </w:tc>
        <w:tc>
          <w:tcPr>
            <w:tcW w:w="301" w:type="dxa"/>
          </w:tcPr>
          <w:p w:rsidR="00A33161" w:rsidRPr="00524A24" w:rsidRDefault="00A33161" w:rsidP="00A33161">
            <w:pPr>
              <w:pStyle w:val="libPoem"/>
              <w:rPr>
                <w:rtl/>
              </w:rPr>
            </w:pPr>
          </w:p>
        </w:tc>
        <w:tc>
          <w:tcPr>
            <w:tcW w:w="3884" w:type="dxa"/>
          </w:tcPr>
          <w:p w:rsidR="00A33161" w:rsidRPr="00524A24" w:rsidRDefault="00A33161" w:rsidP="00A33161">
            <w:pPr>
              <w:pStyle w:val="libPoem"/>
            </w:pPr>
            <w:r w:rsidRPr="009647FC">
              <w:rPr>
                <w:rtl/>
              </w:rPr>
              <w:t>ضريح</w:t>
            </w:r>
            <w:r>
              <w:rPr>
                <w:rtl/>
              </w:rPr>
              <w:t xml:space="preserve"> (</w:t>
            </w:r>
            <w:r w:rsidRPr="009647FC">
              <w:rPr>
                <w:rtl/>
              </w:rPr>
              <w:t>عليٍّ</w:t>
            </w:r>
            <w:r>
              <w:rPr>
                <w:rtl/>
              </w:rPr>
              <w:t xml:space="preserve">) </w:t>
            </w:r>
            <w:r w:rsidRPr="009647FC">
              <w:rPr>
                <w:rtl/>
              </w:rPr>
              <w:t>درّ</w:t>
            </w:r>
            <w:r>
              <w:rPr>
                <w:rtl/>
              </w:rPr>
              <w:t>َ</w:t>
            </w:r>
            <w:r w:rsidRPr="009647FC">
              <w:rPr>
                <w:rtl/>
              </w:rPr>
              <w:t>ه</w:t>
            </w:r>
            <w:r>
              <w:rPr>
                <w:rtl/>
              </w:rPr>
              <w:t xml:space="preserve"> </w:t>
            </w:r>
            <w:r w:rsidRPr="009647FC">
              <w:rPr>
                <w:rtl/>
              </w:rPr>
              <w:t>ورضاعه</w:t>
            </w:r>
            <w:r w:rsidRPr="00524A24">
              <w:rPr>
                <w:rStyle w:val="libPoemTiniChar0"/>
                <w:rtl/>
              </w:rPr>
              <w:br/>
              <w:t> </w:t>
            </w:r>
          </w:p>
        </w:tc>
      </w:tr>
    </w:tbl>
    <w:p w:rsidR="009647FC" w:rsidRPr="00524A24" w:rsidRDefault="009647FC" w:rsidP="004E7EC6">
      <w:pPr>
        <w:pStyle w:val="libNormal"/>
      </w:pPr>
      <w:r w:rsidRPr="009647FC">
        <w:rPr>
          <w:rtl/>
        </w:rPr>
        <w:t>وقال راثياً العلاّمة ميرزا جعفر القزويني</w:t>
      </w:r>
      <w:r w:rsidR="00D769AB">
        <w:rPr>
          <w:rtl/>
        </w:rPr>
        <w:t>،</w:t>
      </w:r>
      <w:r w:rsidRPr="009647FC">
        <w:rPr>
          <w:rtl/>
        </w:rPr>
        <w:t xml:space="preserve"> ومعزّياً أباه العلاّمة السيد مهدي القزويني</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D939E2" w:rsidRPr="00524A24" w:rsidTr="00D939E2">
        <w:trPr>
          <w:trHeight w:val="350"/>
        </w:trPr>
        <w:tc>
          <w:tcPr>
            <w:tcW w:w="3902" w:type="dxa"/>
          </w:tcPr>
          <w:p w:rsidR="00D939E2" w:rsidRPr="00524A24" w:rsidRDefault="00D939E2" w:rsidP="00E72FFC">
            <w:pPr>
              <w:pStyle w:val="libPoem"/>
            </w:pPr>
            <w:r w:rsidRPr="009647FC">
              <w:rPr>
                <w:rtl/>
              </w:rPr>
              <w:t>قد</w:t>
            </w:r>
            <w:r w:rsidR="004C00A8">
              <w:rPr>
                <w:rtl/>
              </w:rPr>
              <w:t xml:space="preserve"> </w:t>
            </w:r>
            <w:r w:rsidRPr="009647FC">
              <w:rPr>
                <w:rtl/>
              </w:rPr>
              <w:t>خططنا</w:t>
            </w:r>
            <w:r>
              <w:rPr>
                <w:rtl/>
              </w:rPr>
              <w:t xml:space="preserve"> </w:t>
            </w:r>
            <w:r w:rsidRPr="009647FC">
              <w:rPr>
                <w:rtl/>
              </w:rPr>
              <w:t>للمعالي</w:t>
            </w:r>
            <w:r>
              <w:rPr>
                <w:rtl/>
              </w:rPr>
              <w:t xml:space="preserve"> </w:t>
            </w:r>
            <w:r w:rsidRPr="009647FC">
              <w:rPr>
                <w:rtl/>
              </w:rPr>
              <w:t>مضجعا</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ودفن</w:t>
            </w:r>
            <w:r w:rsidRPr="00B371C6">
              <w:rPr>
                <w:rtl/>
              </w:rPr>
              <w:t>ّ</w:t>
            </w:r>
            <w:r w:rsidRPr="009647FC">
              <w:rPr>
                <w:rtl/>
              </w:rPr>
              <w:t>ا</w:t>
            </w:r>
            <w:r w:rsidR="004C00A8">
              <w:rPr>
                <w:rtl/>
              </w:rPr>
              <w:t xml:space="preserve"> </w:t>
            </w:r>
            <w:r w:rsidRPr="009647FC">
              <w:rPr>
                <w:rtl/>
              </w:rPr>
              <w:t>الدين</w:t>
            </w:r>
            <w:r>
              <w:rPr>
                <w:rtl/>
              </w:rPr>
              <w:t xml:space="preserve">َ </w:t>
            </w:r>
            <w:r w:rsidRPr="009647FC">
              <w:rPr>
                <w:rtl/>
              </w:rPr>
              <w:t>والدنيا</w:t>
            </w:r>
            <w:r>
              <w:rPr>
                <w:rtl/>
              </w:rPr>
              <w:t xml:space="preserve"> </w:t>
            </w:r>
            <w:r w:rsidRPr="009647FC">
              <w:rPr>
                <w:rtl/>
              </w:rPr>
              <w:t>معا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وعقدنا</w:t>
            </w:r>
            <w:r w:rsidR="004C00A8">
              <w:rPr>
                <w:rtl/>
              </w:rPr>
              <w:t xml:space="preserve"> </w:t>
            </w:r>
            <w:r w:rsidRPr="009647FC">
              <w:rPr>
                <w:rtl/>
              </w:rPr>
              <w:t>للمساعي</w:t>
            </w:r>
            <w:r>
              <w:rPr>
                <w:rtl/>
              </w:rPr>
              <w:t xml:space="preserve"> </w:t>
            </w:r>
            <w:r w:rsidRPr="009647FC">
              <w:rPr>
                <w:rtl/>
              </w:rPr>
              <w:t>مأتما</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ونعينا</w:t>
            </w:r>
            <w:r>
              <w:rPr>
                <w:rtl/>
              </w:rPr>
              <w:t xml:space="preserve"> </w:t>
            </w:r>
            <w:r w:rsidRPr="009647FC">
              <w:rPr>
                <w:rtl/>
              </w:rPr>
              <w:t>الفخر</w:t>
            </w:r>
            <w:r>
              <w:rPr>
                <w:rtl/>
              </w:rPr>
              <w:t xml:space="preserve"> </w:t>
            </w:r>
            <w:r w:rsidRPr="009647FC">
              <w:rPr>
                <w:rtl/>
              </w:rPr>
              <w:t>فيه</w:t>
            </w:r>
            <w:r>
              <w:rPr>
                <w:rtl/>
              </w:rPr>
              <w:t xml:space="preserve"> </w:t>
            </w:r>
            <w:r w:rsidRPr="009647FC">
              <w:rPr>
                <w:rtl/>
              </w:rPr>
              <w:t>أجمعا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آه</w:t>
            </w:r>
            <w:r>
              <w:rPr>
                <w:rtl/>
              </w:rPr>
              <w:t xml:space="preserve"> </w:t>
            </w:r>
            <w:r w:rsidRPr="009647FC">
              <w:rPr>
                <w:rtl/>
              </w:rPr>
              <w:t>ماذا</w:t>
            </w:r>
            <w:r>
              <w:rPr>
                <w:rtl/>
              </w:rPr>
              <w:t xml:space="preserve"> </w:t>
            </w:r>
            <w:r w:rsidRPr="009647FC">
              <w:rPr>
                <w:rtl/>
              </w:rPr>
              <w:t>وارت</w:t>
            </w:r>
            <w:r>
              <w:rPr>
                <w:rtl/>
              </w:rPr>
              <w:t xml:space="preserve"> </w:t>
            </w:r>
            <w:r w:rsidRPr="009647FC">
              <w:rPr>
                <w:rtl/>
              </w:rPr>
              <w:t>الأرضُ</w:t>
            </w:r>
            <w:r>
              <w:rPr>
                <w:rtl/>
              </w:rPr>
              <w:t xml:space="preserve"> </w:t>
            </w:r>
            <w:r w:rsidRPr="009647FC">
              <w:rPr>
                <w:rtl/>
              </w:rPr>
              <w:t>التي</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رمقُ</w:t>
            </w:r>
            <w:r w:rsidR="004C00A8">
              <w:rPr>
                <w:rtl/>
              </w:rPr>
              <w:t xml:space="preserve"> </w:t>
            </w:r>
            <w:r w:rsidRPr="009647FC">
              <w:rPr>
                <w:rtl/>
              </w:rPr>
              <w:t>العالم</w:t>
            </w:r>
            <w:r>
              <w:rPr>
                <w:rtl/>
              </w:rPr>
              <w:t xml:space="preserve"> </w:t>
            </w:r>
            <w:r w:rsidRPr="009647FC">
              <w:rPr>
                <w:rtl/>
              </w:rPr>
              <w:t>فيها</w:t>
            </w:r>
            <w:r>
              <w:rPr>
                <w:rtl/>
              </w:rPr>
              <w:t xml:space="preserve"> </w:t>
            </w:r>
            <w:r w:rsidRPr="009647FC">
              <w:rPr>
                <w:rtl/>
              </w:rPr>
              <w:t>أُودعا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وارت</w:t>
            </w:r>
            <w:r w:rsidR="004C00A8">
              <w:rPr>
                <w:rtl/>
              </w:rPr>
              <w:t xml:space="preserve"> </w:t>
            </w:r>
            <w:r w:rsidRPr="009647FC">
              <w:rPr>
                <w:rtl/>
              </w:rPr>
              <w:t>الشخص</w:t>
            </w:r>
            <w:r>
              <w:rPr>
                <w:rtl/>
              </w:rPr>
              <w:t xml:space="preserve">َ </w:t>
            </w:r>
            <w:r w:rsidRPr="009647FC">
              <w:rPr>
                <w:rtl/>
              </w:rPr>
              <w:t>الذي</w:t>
            </w:r>
            <w:r>
              <w:rPr>
                <w:rtl/>
              </w:rPr>
              <w:t xml:space="preserve"> </w:t>
            </w:r>
            <w:r w:rsidRPr="009647FC">
              <w:rPr>
                <w:rtl/>
              </w:rPr>
              <w:t>في</w:t>
            </w:r>
            <w:r>
              <w:rPr>
                <w:rtl/>
              </w:rPr>
              <w:t xml:space="preserve"> </w:t>
            </w:r>
            <w:r w:rsidRPr="009647FC">
              <w:rPr>
                <w:rtl/>
              </w:rPr>
              <w:t>حمله</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نحنُ</w:t>
            </w:r>
            <w:r w:rsidR="004C00A8">
              <w:rPr>
                <w:rtl/>
              </w:rPr>
              <w:t xml:space="preserve"> </w:t>
            </w:r>
            <w:r w:rsidRPr="009647FC">
              <w:rPr>
                <w:rtl/>
              </w:rPr>
              <w:t>والأملاك</w:t>
            </w:r>
            <w:r>
              <w:rPr>
                <w:rtl/>
              </w:rPr>
              <w:t xml:space="preserve"> </w:t>
            </w:r>
            <w:r w:rsidRPr="009647FC">
              <w:rPr>
                <w:rtl/>
              </w:rPr>
              <w:t>سرنا</w:t>
            </w:r>
            <w:r>
              <w:rPr>
                <w:rtl/>
              </w:rPr>
              <w:t xml:space="preserve"> </w:t>
            </w:r>
            <w:r w:rsidRPr="009647FC">
              <w:rPr>
                <w:rtl/>
              </w:rPr>
              <w:t>شرعا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صاحب</w:t>
            </w:r>
            <w:r w:rsidR="004C00A8">
              <w:rPr>
                <w:rtl/>
              </w:rPr>
              <w:t xml:space="preserve"> </w:t>
            </w:r>
            <w:r w:rsidRPr="009647FC">
              <w:rPr>
                <w:rtl/>
              </w:rPr>
              <w:t>النعش</w:t>
            </w:r>
            <w:r>
              <w:rPr>
                <w:rtl/>
              </w:rPr>
              <w:t xml:space="preserve"> </w:t>
            </w:r>
            <w:r w:rsidRPr="009647FC">
              <w:rPr>
                <w:rtl/>
              </w:rPr>
              <w:t>الذي</w:t>
            </w:r>
            <w:r>
              <w:rPr>
                <w:rtl/>
              </w:rPr>
              <w:t xml:space="preserve"> </w:t>
            </w:r>
            <w:r w:rsidRPr="009647FC">
              <w:rPr>
                <w:rtl/>
              </w:rPr>
              <w:t>قد</w:t>
            </w:r>
            <w:r>
              <w:rPr>
                <w:rtl/>
              </w:rPr>
              <w:t xml:space="preserve"> </w:t>
            </w:r>
            <w:r w:rsidRPr="009647FC">
              <w:rPr>
                <w:rtl/>
              </w:rPr>
              <w:t>رُفعت</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بركاتُ</w:t>
            </w:r>
            <w:r w:rsidR="004C00A8">
              <w:rPr>
                <w:rtl/>
              </w:rPr>
              <w:t xml:space="preserve"> </w:t>
            </w:r>
            <w:r w:rsidRPr="009647FC">
              <w:rPr>
                <w:rtl/>
              </w:rPr>
              <w:t>الأرض</w:t>
            </w:r>
            <w:r>
              <w:rPr>
                <w:rtl/>
              </w:rPr>
              <w:t xml:space="preserve"> </w:t>
            </w:r>
            <w:r w:rsidRPr="009647FC">
              <w:rPr>
                <w:rtl/>
              </w:rPr>
              <w:t>لمّا</w:t>
            </w:r>
            <w:r>
              <w:rPr>
                <w:rtl/>
              </w:rPr>
              <w:t xml:space="preserve"> </w:t>
            </w:r>
            <w:r w:rsidRPr="009647FC">
              <w:rPr>
                <w:rtl/>
              </w:rPr>
              <w:t>رفعا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ملكٌ</w:t>
            </w:r>
            <w:r>
              <w:rPr>
                <w:rtl/>
              </w:rPr>
              <w:t xml:space="preserve"> </w:t>
            </w:r>
            <w:r w:rsidRPr="009647FC">
              <w:rPr>
                <w:rtl/>
              </w:rPr>
              <w:t>حيا</w:t>
            </w:r>
            <w:r>
              <w:rPr>
                <w:rtl/>
              </w:rPr>
              <w:t xml:space="preserve"> </w:t>
            </w:r>
            <w:r w:rsidRPr="009647FC">
              <w:rPr>
                <w:rtl/>
              </w:rPr>
              <w:t>وميتاً</w:t>
            </w:r>
            <w:r>
              <w:rPr>
                <w:rtl/>
              </w:rPr>
              <w:t xml:space="preserve"> </w:t>
            </w:r>
            <w:r w:rsidRPr="009647FC">
              <w:rPr>
                <w:rtl/>
              </w:rPr>
              <w:t>قد</w:t>
            </w:r>
            <w:r>
              <w:rPr>
                <w:rtl/>
              </w:rPr>
              <w:t xml:space="preserve"> </w:t>
            </w:r>
            <w:r w:rsidRPr="009647FC">
              <w:rPr>
                <w:rtl/>
              </w:rPr>
              <w:t>أبى</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قدرُه</w:t>
            </w:r>
            <w:r>
              <w:rPr>
                <w:rtl/>
              </w:rPr>
              <w:t xml:space="preserve"> </w:t>
            </w:r>
            <w:r w:rsidRPr="009647FC">
              <w:rPr>
                <w:rtl/>
              </w:rPr>
              <w:t>إلاّ</w:t>
            </w:r>
            <w:r>
              <w:rPr>
                <w:rtl/>
              </w:rPr>
              <w:t xml:space="preserve"> </w:t>
            </w:r>
            <w:r w:rsidRPr="009647FC">
              <w:rPr>
                <w:rtl/>
              </w:rPr>
              <w:t>الرواق</w:t>
            </w:r>
            <w:r>
              <w:rPr>
                <w:rtl/>
              </w:rPr>
              <w:t xml:space="preserve">َ </w:t>
            </w:r>
            <w:r w:rsidRPr="009647FC">
              <w:rPr>
                <w:rtl/>
              </w:rPr>
              <w:t>الأرفعا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إنْ</w:t>
            </w:r>
            <w:r>
              <w:rPr>
                <w:rtl/>
              </w:rPr>
              <w:t xml:space="preserve"> </w:t>
            </w:r>
            <w:r w:rsidRPr="009647FC">
              <w:rPr>
                <w:rtl/>
              </w:rPr>
              <w:t>تسلني</w:t>
            </w:r>
            <w:r>
              <w:rPr>
                <w:rtl/>
              </w:rPr>
              <w:t xml:space="preserve"> </w:t>
            </w:r>
            <w:r w:rsidRPr="009647FC">
              <w:rPr>
                <w:rtl/>
              </w:rPr>
              <w:t>كيف</w:t>
            </w:r>
            <w:r>
              <w:rPr>
                <w:rtl/>
              </w:rPr>
              <w:t xml:space="preserve"> </w:t>
            </w:r>
            <w:r w:rsidRPr="009647FC">
              <w:rPr>
                <w:rtl/>
              </w:rPr>
              <w:t>من</w:t>
            </w:r>
            <w:r>
              <w:rPr>
                <w:rtl/>
              </w:rPr>
              <w:t xml:space="preserve"> </w:t>
            </w:r>
            <w:r w:rsidRPr="009647FC">
              <w:rPr>
                <w:rtl/>
              </w:rPr>
              <w:t>ذاك</w:t>
            </w:r>
            <w:r>
              <w:rPr>
                <w:rtl/>
              </w:rPr>
              <w:t xml:space="preserve"> </w:t>
            </w:r>
            <w:r w:rsidRPr="009647FC">
              <w:rPr>
                <w:rtl/>
              </w:rPr>
              <w:t>الحمى</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فيه</w:t>
            </w:r>
            <w:r w:rsidR="004C00A8">
              <w:rPr>
                <w:rtl/>
              </w:rPr>
              <w:t xml:space="preserve"> </w:t>
            </w:r>
            <w:r w:rsidRPr="009647FC">
              <w:rPr>
                <w:rtl/>
              </w:rPr>
              <w:t>زاحمن</w:t>
            </w:r>
            <w:r>
              <w:rPr>
                <w:rtl/>
              </w:rPr>
              <w:t xml:space="preserve"> </w:t>
            </w:r>
            <w:r w:rsidRPr="009647FC">
              <w:rPr>
                <w:rtl/>
              </w:rPr>
              <w:t>العرين</w:t>
            </w:r>
            <w:r>
              <w:rPr>
                <w:rtl/>
              </w:rPr>
              <w:t xml:space="preserve">َ </w:t>
            </w:r>
            <w:r w:rsidRPr="009647FC">
              <w:rPr>
                <w:rtl/>
              </w:rPr>
              <w:t>المسبعا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فبه</w:t>
            </w:r>
            <w:r w:rsidR="004C00A8">
              <w:rPr>
                <w:rtl/>
              </w:rPr>
              <w:t xml:space="preserve"> </w:t>
            </w:r>
            <w:r w:rsidRPr="009647FC">
              <w:rPr>
                <w:rtl/>
              </w:rPr>
              <w:t>أدنى</w:t>
            </w:r>
            <w:r>
              <w:rPr>
                <w:rtl/>
              </w:rPr>
              <w:t xml:space="preserve"> </w:t>
            </w:r>
            <w:r w:rsidRPr="009647FC">
              <w:rPr>
                <w:rtl/>
              </w:rPr>
              <w:t>إليه</w:t>
            </w:r>
            <w:r>
              <w:rPr>
                <w:rtl/>
              </w:rPr>
              <w:t xml:space="preserve"> </w:t>
            </w:r>
            <w:r w:rsidRPr="009647FC">
              <w:rPr>
                <w:rtl/>
              </w:rPr>
              <w:t>شبله</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أسد</w:t>
            </w:r>
            <w:r>
              <w:rPr>
                <w:rtl/>
              </w:rPr>
              <w:t xml:space="preserve">َ </w:t>
            </w:r>
            <w:r w:rsidRPr="009647FC">
              <w:rPr>
                <w:rtl/>
              </w:rPr>
              <w:t>الله</w:t>
            </w:r>
            <w:r>
              <w:rPr>
                <w:rtl/>
              </w:rPr>
              <w:t xml:space="preserve"> </w:t>
            </w:r>
            <w:r w:rsidRPr="009647FC">
              <w:rPr>
                <w:rtl/>
              </w:rPr>
              <w:t>وحيّ</w:t>
            </w:r>
            <w:r w:rsidRPr="00B371C6">
              <w:rPr>
                <w:rtl/>
              </w:rPr>
              <w:t>ِ</w:t>
            </w:r>
            <w:r w:rsidRPr="009647FC">
              <w:rPr>
                <w:rtl/>
              </w:rPr>
              <w:t>ا</w:t>
            </w:r>
            <w:r>
              <w:rPr>
                <w:rtl/>
              </w:rPr>
              <w:t xml:space="preserve"> </w:t>
            </w:r>
            <w:r w:rsidRPr="009647FC">
              <w:rPr>
                <w:rtl/>
              </w:rPr>
              <w:t>ودعا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فأسلناها</w:t>
            </w:r>
            <w:r>
              <w:rPr>
                <w:rtl/>
              </w:rPr>
              <w:t xml:space="preserve"> </w:t>
            </w:r>
            <w:r w:rsidRPr="009647FC">
              <w:rPr>
                <w:rtl/>
              </w:rPr>
              <w:t>على</w:t>
            </w:r>
            <w:r>
              <w:rPr>
                <w:rtl/>
              </w:rPr>
              <w:t xml:space="preserve"> </w:t>
            </w:r>
            <w:r w:rsidRPr="009647FC">
              <w:rPr>
                <w:rtl/>
              </w:rPr>
              <w:t>إنسانها</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حدقاً</w:t>
            </w:r>
            <w:r>
              <w:rPr>
                <w:rtl/>
              </w:rPr>
              <w:t xml:space="preserve"> </w:t>
            </w:r>
            <w:r w:rsidRPr="009647FC">
              <w:rPr>
                <w:rtl/>
              </w:rPr>
              <w:t>وهي</w:t>
            </w:r>
            <w:r>
              <w:rPr>
                <w:rtl/>
              </w:rPr>
              <w:t xml:space="preserve"> </w:t>
            </w:r>
            <w:r w:rsidRPr="009647FC">
              <w:rPr>
                <w:rtl/>
              </w:rPr>
              <w:t>تسمّى</w:t>
            </w:r>
            <w:r>
              <w:rPr>
                <w:rtl/>
              </w:rPr>
              <w:t xml:space="preserve"> </w:t>
            </w:r>
            <w:r w:rsidRPr="009647FC">
              <w:rPr>
                <w:rtl/>
              </w:rPr>
              <w:t>أدمعا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وبللنا</w:t>
            </w:r>
            <w:r w:rsidR="004C00A8">
              <w:rPr>
                <w:rtl/>
              </w:rPr>
              <w:t xml:space="preserve"> </w:t>
            </w:r>
            <w:r w:rsidRPr="009647FC">
              <w:rPr>
                <w:rtl/>
              </w:rPr>
              <w:t>تربة</w:t>
            </w:r>
            <w:r>
              <w:rPr>
                <w:rtl/>
              </w:rPr>
              <w:t xml:space="preserve"> </w:t>
            </w:r>
            <w:r w:rsidRPr="009647FC">
              <w:rPr>
                <w:rtl/>
              </w:rPr>
              <w:t>القبر</w:t>
            </w:r>
            <w:r>
              <w:rPr>
                <w:rtl/>
              </w:rPr>
              <w:t xml:space="preserve"> </w:t>
            </w:r>
            <w:r w:rsidRPr="009647FC">
              <w:rPr>
                <w:rtl/>
              </w:rPr>
              <w:t>الذي</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دفنوا</w:t>
            </w:r>
            <w:r w:rsidR="004C00A8">
              <w:rPr>
                <w:rtl/>
              </w:rPr>
              <w:t xml:space="preserve"> </w:t>
            </w:r>
            <w:r w:rsidRPr="009647FC">
              <w:rPr>
                <w:rtl/>
              </w:rPr>
              <w:t>فيه</w:t>
            </w:r>
            <w:r>
              <w:rPr>
                <w:rtl/>
              </w:rPr>
              <w:t xml:space="preserve"> </w:t>
            </w:r>
            <w:r w:rsidRPr="009647FC">
              <w:rPr>
                <w:rtl/>
              </w:rPr>
              <w:t>التقى</w:t>
            </w:r>
            <w:r>
              <w:rPr>
                <w:rtl/>
              </w:rPr>
              <w:t xml:space="preserve"> </w:t>
            </w:r>
            <w:r w:rsidRPr="009647FC">
              <w:rPr>
                <w:rtl/>
              </w:rPr>
              <w:t>والورعا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وعقرناها</w:t>
            </w:r>
            <w:r>
              <w:rPr>
                <w:rtl/>
              </w:rPr>
              <w:t xml:space="preserve"> </w:t>
            </w:r>
            <w:r w:rsidRPr="009647FC">
              <w:rPr>
                <w:rtl/>
              </w:rPr>
              <w:t>حشاً</w:t>
            </w:r>
            <w:r>
              <w:rPr>
                <w:rtl/>
              </w:rPr>
              <w:t xml:space="preserve"> </w:t>
            </w:r>
            <w:r w:rsidRPr="009647FC">
              <w:rPr>
                <w:rtl/>
              </w:rPr>
              <w:t>فوق</w:t>
            </w:r>
            <w:r>
              <w:rPr>
                <w:rtl/>
              </w:rPr>
              <w:t xml:space="preserve"> </w:t>
            </w:r>
            <w:r w:rsidRPr="009647FC">
              <w:rPr>
                <w:rtl/>
              </w:rPr>
              <w:t>حشا</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يتساقطن</w:t>
            </w:r>
            <w:r w:rsidR="004C00A8">
              <w:rPr>
                <w:rtl/>
              </w:rPr>
              <w:t xml:space="preserve"> </w:t>
            </w:r>
            <w:r w:rsidRPr="009647FC">
              <w:rPr>
                <w:rtl/>
              </w:rPr>
              <w:t>عليه</w:t>
            </w:r>
            <w:r>
              <w:rPr>
                <w:rtl/>
              </w:rPr>
              <w:t xml:space="preserve"> </w:t>
            </w:r>
            <w:r w:rsidRPr="009647FC">
              <w:rPr>
                <w:rtl/>
              </w:rPr>
              <w:t>قطعا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ونضحناها</w:t>
            </w:r>
            <w:r w:rsidR="004C00A8">
              <w:rPr>
                <w:rtl/>
              </w:rPr>
              <w:t xml:space="preserve"> </w:t>
            </w:r>
            <w:r w:rsidRPr="009647FC">
              <w:rPr>
                <w:rtl/>
              </w:rPr>
              <w:t>ولكن</w:t>
            </w:r>
            <w:r>
              <w:rPr>
                <w:rtl/>
              </w:rPr>
              <w:t xml:space="preserve"> </w:t>
            </w:r>
            <w:r w:rsidRPr="009647FC">
              <w:rPr>
                <w:rtl/>
              </w:rPr>
              <w:t>مهجا</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صنع</w:t>
            </w:r>
            <w:r>
              <w:rPr>
                <w:rtl/>
              </w:rPr>
              <w:t xml:space="preserve"> </w:t>
            </w:r>
            <w:r w:rsidRPr="009647FC">
              <w:rPr>
                <w:rtl/>
              </w:rPr>
              <w:t>الوجدُ</w:t>
            </w:r>
            <w:r>
              <w:rPr>
                <w:rtl/>
              </w:rPr>
              <w:t xml:space="preserve"> </w:t>
            </w:r>
            <w:r w:rsidRPr="009647FC">
              <w:rPr>
                <w:rtl/>
              </w:rPr>
              <w:t>بها</w:t>
            </w:r>
            <w:r>
              <w:rPr>
                <w:rtl/>
              </w:rPr>
              <w:t xml:space="preserve"> </w:t>
            </w:r>
            <w:r w:rsidRPr="009647FC">
              <w:rPr>
                <w:rtl/>
              </w:rPr>
              <w:t>ما</w:t>
            </w:r>
            <w:r>
              <w:rPr>
                <w:rtl/>
              </w:rPr>
              <w:t xml:space="preserve"> </w:t>
            </w:r>
            <w:r w:rsidRPr="009647FC">
              <w:rPr>
                <w:rtl/>
              </w:rPr>
              <w:t>صنعا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فعلى</w:t>
            </w:r>
            <w:r>
              <w:rPr>
                <w:rtl/>
              </w:rPr>
              <w:t xml:space="preserve"> </w:t>
            </w:r>
            <w:r w:rsidRPr="009647FC">
              <w:rPr>
                <w:rtl/>
              </w:rPr>
              <w:t>ماذا</w:t>
            </w:r>
            <w:r>
              <w:rPr>
                <w:rtl/>
              </w:rPr>
              <w:t xml:space="preserve"> </w:t>
            </w:r>
            <w:r w:rsidRPr="009647FC">
              <w:rPr>
                <w:rtl/>
              </w:rPr>
              <w:t>نشدُّ</w:t>
            </w:r>
            <w:r>
              <w:rPr>
                <w:rtl/>
              </w:rPr>
              <w:t xml:space="preserve"> </w:t>
            </w:r>
            <w:r w:rsidRPr="009647FC">
              <w:rPr>
                <w:rtl/>
              </w:rPr>
              <w:t>الأضلعا</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كذب</w:t>
            </w:r>
            <w:r>
              <w:rPr>
                <w:rtl/>
              </w:rPr>
              <w:t xml:space="preserve">َ </w:t>
            </w:r>
            <w:r w:rsidRPr="009647FC">
              <w:rPr>
                <w:rtl/>
              </w:rPr>
              <w:t>القائلُ</w:t>
            </w:r>
            <w:r>
              <w:rPr>
                <w:rtl/>
              </w:rPr>
              <w:t xml:space="preserve"> </w:t>
            </w:r>
            <w:r w:rsidRPr="009647FC">
              <w:rPr>
                <w:rtl/>
              </w:rPr>
              <w:t>قلبي</w:t>
            </w:r>
            <w:r>
              <w:rPr>
                <w:rtl/>
              </w:rPr>
              <w:t xml:space="preserve"> </w:t>
            </w:r>
            <w:r w:rsidRPr="009647FC">
              <w:rPr>
                <w:rtl/>
              </w:rPr>
              <w:t>رجعا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وحللنا</w:t>
            </w:r>
            <w:r w:rsidR="004C00A8">
              <w:rPr>
                <w:rtl/>
              </w:rPr>
              <w:t xml:space="preserve"> </w:t>
            </w:r>
            <w:r w:rsidRPr="009647FC">
              <w:rPr>
                <w:rtl/>
              </w:rPr>
              <w:t>عقدة</w:t>
            </w:r>
            <w:r>
              <w:rPr>
                <w:rtl/>
              </w:rPr>
              <w:t xml:space="preserve"> </w:t>
            </w:r>
            <w:r w:rsidRPr="009647FC">
              <w:rPr>
                <w:rtl/>
              </w:rPr>
              <w:t>الصبر</w:t>
            </w:r>
            <w:r>
              <w:rPr>
                <w:rtl/>
              </w:rPr>
              <w:t xml:space="preserve"> </w:t>
            </w:r>
            <w:r w:rsidRPr="009647FC">
              <w:rPr>
                <w:rtl/>
              </w:rPr>
              <w:t>أسىً</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وعلى</w:t>
            </w:r>
            <w:r>
              <w:rPr>
                <w:rtl/>
              </w:rPr>
              <w:t xml:space="preserve"> </w:t>
            </w:r>
            <w:r w:rsidRPr="009647FC">
              <w:rPr>
                <w:rtl/>
              </w:rPr>
              <w:t>الوجد</w:t>
            </w:r>
            <w:r>
              <w:rPr>
                <w:rtl/>
              </w:rPr>
              <w:t xml:space="preserve"> </w:t>
            </w:r>
            <w:r w:rsidRPr="009647FC">
              <w:rPr>
                <w:rtl/>
              </w:rPr>
              <w:t>شددنا</w:t>
            </w:r>
            <w:r>
              <w:rPr>
                <w:rtl/>
              </w:rPr>
              <w:t xml:space="preserve"> </w:t>
            </w:r>
            <w:r w:rsidRPr="009647FC">
              <w:rPr>
                <w:rtl/>
              </w:rPr>
              <w:t>الأضلعا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ورجعنا</w:t>
            </w:r>
            <w:r w:rsidR="004C00A8">
              <w:rPr>
                <w:rtl/>
              </w:rPr>
              <w:t xml:space="preserve"> </w:t>
            </w:r>
            <w:r w:rsidRPr="009647FC">
              <w:rPr>
                <w:rtl/>
              </w:rPr>
              <w:t>لا</w:t>
            </w:r>
            <w:r>
              <w:rPr>
                <w:rtl/>
              </w:rPr>
              <w:t xml:space="preserve"> </w:t>
            </w:r>
            <w:r w:rsidRPr="009647FC">
              <w:rPr>
                <w:rtl/>
              </w:rPr>
              <w:t>رجعنا</w:t>
            </w:r>
            <w:r>
              <w:rPr>
                <w:rtl/>
              </w:rPr>
              <w:t xml:space="preserve"> </w:t>
            </w:r>
            <w:r w:rsidRPr="009647FC">
              <w:rPr>
                <w:rtl/>
              </w:rPr>
              <w:t>وبنا</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رمقٌ</w:t>
            </w:r>
            <w:r>
              <w:rPr>
                <w:rtl/>
              </w:rPr>
              <w:t xml:space="preserve"> </w:t>
            </w:r>
            <w:r w:rsidRPr="009647FC">
              <w:rPr>
                <w:rtl/>
              </w:rPr>
              <w:t>ممسكه</w:t>
            </w:r>
            <w:r>
              <w:rPr>
                <w:rtl/>
              </w:rPr>
              <w:t xml:space="preserve"> </w:t>
            </w:r>
            <w:r w:rsidRPr="009647FC">
              <w:rPr>
                <w:rtl/>
              </w:rPr>
              <w:t>ما</w:t>
            </w:r>
            <w:r>
              <w:rPr>
                <w:rtl/>
              </w:rPr>
              <w:t xml:space="preserve"> </w:t>
            </w:r>
            <w:r w:rsidRPr="009647FC">
              <w:rPr>
                <w:rtl/>
              </w:rPr>
              <w:t>رجعا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939E2" w:rsidRPr="00524A24" w:rsidTr="00D939E2">
        <w:trPr>
          <w:trHeight w:val="350"/>
        </w:trPr>
        <w:tc>
          <w:tcPr>
            <w:tcW w:w="3902" w:type="dxa"/>
          </w:tcPr>
          <w:p w:rsidR="00D939E2" w:rsidRPr="00524A24" w:rsidRDefault="00D939E2" w:rsidP="00E72FFC">
            <w:pPr>
              <w:pStyle w:val="libPoem"/>
            </w:pPr>
            <w:r w:rsidRPr="009647FC">
              <w:rPr>
                <w:rtl/>
              </w:rPr>
              <w:lastRenderedPageBreak/>
              <w:t>يا</w:t>
            </w:r>
            <w:r>
              <w:rPr>
                <w:rtl/>
              </w:rPr>
              <w:t xml:space="preserve"> </w:t>
            </w:r>
            <w:r w:rsidRPr="009647FC">
              <w:rPr>
                <w:rtl/>
              </w:rPr>
              <w:t>ابن</w:t>
            </w:r>
            <w:r>
              <w:rPr>
                <w:rtl/>
              </w:rPr>
              <w:t xml:space="preserve"> </w:t>
            </w:r>
            <w:r w:rsidRPr="009647FC">
              <w:rPr>
                <w:rtl/>
              </w:rPr>
              <w:t>ودّي</w:t>
            </w:r>
            <w:r>
              <w:rPr>
                <w:rtl/>
              </w:rPr>
              <w:t xml:space="preserve"> </w:t>
            </w:r>
            <w:r w:rsidRPr="009647FC">
              <w:rPr>
                <w:rtl/>
              </w:rPr>
              <w:t>إنّ</w:t>
            </w:r>
            <w:r>
              <w:rPr>
                <w:rtl/>
              </w:rPr>
              <w:t xml:space="preserve">َ </w:t>
            </w:r>
            <w:r w:rsidRPr="009647FC">
              <w:rPr>
                <w:rtl/>
              </w:rPr>
              <w:t>عندي</w:t>
            </w:r>
            <w:r>
              <w:rPr>
                <w:rtl/>
              </w:rPr>
              <w:t xml:space="preserve"> </w:t>
            </w:r>
            <w:r w:rsidRPr="009647FC">
              <w:rPr>
                <w:rtl/>
              </w:rPr>
              <w:t>فورةً</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تملأ</w:t>
            </w:r>
            <w:r w:rsidR="004C00A8">
              <w:rPr>
                <w:rtl/>
              </w:rPr>
              <w:t xml:space="preserve"> </w:t>
            </w:r>
            <w:r w:rsidRPr="009647FC">
              <w:rPr>
                <w:rtl/>
              </w:rPr>
              <w:t>الجنبين</w:t>
            </w:r>
            <w:r>
              <w:rPr>
                <w:rtl/>
              </w:rPr>
              <w:t xml:space="preserve"> </w:t>
            </w:r>
            <w:r w:rsidRPr="009647FC">
              <w:rPr>
                <w:rtl/>
              </w:rPr>
              <w:t>كيف</w:t>
            </w:r>
            <w:r>
              <w:rPr>
                <w:rtl/>
              </w:rPr>
              <w:t xml:space="preserve"> </w:t>
            </w:r>
            <w:r w:rsidRPr="009647FC">
              <w:rPr>
                <w:rtl/>
              </w:rPr>
              <w:t>ات</w:t>
            </w:r>
            <w:r w:rsidRPr="00B371C6">
              <w:rPr>
                <w:rtl/>
              </w:rPr>
              <w:t>ّ</w:t>
            </w:r>
            <w:r w:rsidRPr="009647FC">
              <w:rPr>
                <w:rtl/>
              </w:rPr>
              <w:t>سعا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فإلى</w:t>
            </w:r>
            <w:r w:rsidR="004C00A8">
              <w:rPr>
                <w:rtl/>
              </w:rPr>
              <w:t xml:space="preserve"> </w:t>
            </w:r>
            <w:r w:rsidRPr="009647FC">
              <w:rPr>
                <w:rtl/>
              </w:rPr>
              <w:t>مكة</w:t>
            </w:r>
            <w:r>
              <w:rPr>
                <w:rtl/>
              </w:rPr>
              <w:t xml:space="preserve"> </w:t>
            </w:r>
            <w:r w:rsidRPr="009647FC">
              <w:rPr>
                <w:rtl/>
              </w:rPr>
              <w:t>لي</w:t>
            </w:r>
            <w:r>
              <w:rPr>
                <w:rtl/>
              </w:rPr>
              <w:t xml:space="preserve"> </w:t>
            </w:r>
            <w:r w:rsidRPr="009647FC">
              <w:rPr>
                <w:rtl/>
              </w:rPr>
              <w:t>إنّ</w:t>
            </w:r>
            <w:r>
              <w:rPr>
                <w:rtl/>
              </w:rPr>
              <w:t xml:space="preserve">َ </w:t>
            </w:r>
            <w:r w:rsidRPr="009647FC">
              <w:rPr>
                <w:rtl/>
              </w:rPr>
              <w:t>بها</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منتدى</w:t>
            </w:r>
            <w:r>
              <w:rPr>
                <w:rtl/>
              </w:rPr>
              <w:t xml:space="preserve"> </w:t>
            </w:r>
            <w:r w:rsidRPr="009647FC">
              <w:rPr>
                <w:rtl/>
              </w:rPr>
              <w:t>الحيِّ</w:t>
            </w:r>
            <w:r>
              <w:rPr>
                <w:rtl/>
              </w:rPr>
              <w:t xml:space="preserve"> </w:t>
            </w:r>
            <w:r w:rsidRPr="009647FC">
              <w:rPr>
                <w:rtl/>
              </w:rPr>
              <w:t>المعزِّى</w:t>
            </w:r>
            <w:r>
              <w:rPr>
                <w:rtl/>
              </w:rPr>
              <w:t xml:space="preserve"> </w:t>
            </w:r>
            <w:r w:rsidRPr="009647FC">
              <w:rPr>
                <w:rtl/>
              </w:rPr>
              <w:t>أجمعا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إبتدرها</w:t>
            </w:r>
            <w:r>
              <w:rPr>
                <w:rtl/>
              </w:rPr>
              <w:t xml:space="preserve"> </w:t>
            </w:r>
            <w:r w:rsidRPr="009647FC">
              <w:rPr>
                <w:rtl/>
              </w:rPr>
              <w:t>واعتمد</w:t>
            </w:r>
            <w:r>
              <w:rPr>
                <w:rtl/>
              </w:rPr>
              <w:t xml:space="preserve"> </w:t>
            </w:r>
            <w:r w:rsidRPr="009647FC">
              <w:rPr>
                <w:rtl/>
              </w:rPr>
              <w:t>بطحاءها</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إن</w:t>
            </w:r>
            <w:r w:rsidRPr="00B371C6">
              <w:rPr>
                <w:rtl/>
              </w:rPr>
              <w:t>ّ</w:t>
            </w:r>
            <w:r w:rsidRPr="009647FC">
              <w:rPr>
                <w:rtl/>
              </w:rPr>
              <w:t>ها</w:t>
            </w:r>
            <w:r w:rsidR="004C00A8">
              <w:rPr>
                <w:rtl/>
              </w:rPr>
              <w:t xml:space="preserve"> </w:t>
            </w:r>
            <w:r w:rsidRPr="009647FC">
              <w:rPr>
                <w:rtl/>
              </w:rPr>
              <w:t>كانت</w:t>
            </w:r>
            <w:r>
              <w:rPr>
                <w:rtl/>
              </w:rPr>
              <w:t xml:space="preserve"> </w:t>
            </w:r>
            <w:r w:rsidRPr="009647FC">
              <w:rPr>
                <w:rtl/>
              </w:rPr>
              <w:t>لفهرٍ</w:t>
            </w:r>
            <w:r>
              <w:rPr>
                <w:rtl/>
              </w:rPr>
              <w:t xml:space="preserve"> </w:t>
            </w:r>
            <w:r w:rsidRPr="009647FC">
              <w:rPr>
                <w:rtl/>
              </w:rPr>
              <w:t>مجمعا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قف</w:t>
            </w:r>
            <w:r w:rsidR="004C00A8">
              <w:rPr>
                <w:rtl/>
              </w:rPr>
              <w:t xml:space="preserve"> </w:t>
            </w:r>
            <w:r w:rsidRPr="009647FC">
              <w:rPr>
                <w:rtl/>
              </w:rPr>
              <w:t>بها</w:t>
            </w:r>
            <w:r>
              <w:rPr>
                <w:rtl/>
              </w:rPr>
              <w:t xml:space="preserve"> </w:t>
            </w:r>
            <w:r w:rsidRPr="009647FC">
              <w:rPr>
                <w:rtl/>
              </w:rPr>
              <w:t>وانع</w:t>
            </w:r>
            <w:r>
              <w:rPr>
                <w:rtl/>
              </w:rPr>
              <w:t xml:space="preserve">َ </w:t>
            </w:r>
            <w:r w:rsidRPr="009647FC">
              <w:rPr>
                <w:rtl/>
              </w:rPr>
              <w:t>قريشاً</w:t>
            </w:r>
            <w:r>
              <w:rPr>
                <w:rtl/>
              </w:rPr>
              <w:t xml:space="preserve"> </w:t>
            </w:r>
            <w:r w:rsidRPr="009647FC">
              <w:rPr>
                <w:rtl/>
              </w:rPr>
              <w:t>كلّ</w:t>
            </w:r>
            <w:r>
              <w:rPr>
                <w:rtl/>
              </w:rPr>
              <w:t>َ</w:t>
            </w:r>
            <w:r w:rsidRPr="009647FC">
              <w:rPr>
                <w:rtl/>
              </w:rPr>
              <w:t>ها</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فقريشُ</w:t>
            </w:r>
            <w:r>
              <w:rPr>
                <w:rtl/>
              </w:rPr>
              <w:t xml:space="preserve"> </w:t>
            </w:r>
            <w:r w:rsidRPr="009647FC">
              <w:rPr>
                <w:rtl/>
              </w:rPr>
              <w:t>اليوم</w:t>
            </w:r>
            <w:r>
              <w:rPr>
                <w:rtl/>
              </w:rPr>
              <w:t xml:space="preserve"> </w:t>
            </w:r>
            <w:r w:rsidRPr="009647FC">
              <w:rPr>
                <w:rtl/>
              </w:rPr>
              <w:t>قد</w:t>
            </w:r>
            <w:r>
              <w:rPr>
                <w:rtl/>
              </w:rPr>
              <w:t xml:space="preserve"> </w:t>
            </w:r>
            <w:r w:rsidRPr="009647FC">
              <w:rPr>
                <w:rtl/>
              </w:rPr>
              <w:t>ماتوا</w:t>
            </w:r>
            <w:r>
              <w:rPr>
                <w:rtl/>
              </w:rPr>
              <w:t xml:space="preserve"> </w:t>
            </w:r>
            <w:r w:rsidRPr="009647FC">
              <w:rPr>
                <w:rtl/>
              </w:rPr>
              <w:t>معا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وتعمّ</w:t>
            </w:r>
            <w:r>
              <w:rPr>
                <w:rtl/>
              </w:rPr>
              <w:t>َ</w:t>
            </w:r>
            <w:r w:rsidRPr="009647FC">
              <w:rPr>
                <w:rtl/>
              </w:rPr>
              <w:t>د</w:t>
            </w:r>
            <w:r>
              <w:rPr>
                <w:rtl/>
              </w:rPr>
              <w:t xml:space="preserve"> </w:t>
            </w:r>
            <w:r w:rsidRPr="009647FC">
              <w:rPr>
                <w:rtl/>
              </w:rPr>
              <w:t>شيبة</w:t>
            </w:r>
            <w:r>
              <w:rPr>
                <w:rtl/>
              </w:rPr>
              <w:t xml:space="preserve"> </w:t>
            </w:r>
            <w:r w:rsidRPr="009647FC">
              <w:rPr>
                <w:rtl/>
              </w:rPr>
              <w:t>الحمد</w:t>
            </w:r>
            <w:r>
              <w:rPr>
                <w:rtl/>
              </w:rPr>
              <w:t xml:space="preserve"> </w:t>
            </w:r>
            <w:r w:rsidRPr="009647FC">
              <w:rPr>
                <w:rtl/>
              </w:rPr>
              <w:t>وخذ</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نفثةً</w:t>
            </w:r>
            <w:r w:rsidR="004C00A8">
              <w:rPr>
                <w:rtl/>
              </w:rPr>
              <w:t xml:space="preserve"> </w:t>
            </w:r>
            <w:r w:rsidRPr="009647FC">
              <w:rPr>
                <w:rtl/>
              </w:rPr>
              <w:t>تحطمُ</w:t>
            </w:r>
            <w:r>
              <w:rPr>
                <w:rtl/>
              </w:rPr>
              <w:t xml:space="preserve"> </w:t>
            </w:r>
            <w:r w:rsidRPr="009647FC">
              <w:rPr>
                <w:rtl/>
              </w:rPr>
              <w:t>منها</w:t>
            </w:r>
            <w:r>
              <w:rPr>
                <w:rtl/>
              </w:rPr>
              <w:t xml:space="preserve"> </w:t>
            </w:r>
            <w:r w:rsidRPr="009647FC">
              <w:rPr>
                <w:rtl/>
              </w:rPr>
              <w:t>الأضلعا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قلْ</w:t>
            </w:r>
            <w:r>
              <w:rPr>
                <w:rtl/>
              </w:rPr>
              <w:t xml:space="preserve"> </w:t>
            </w:r>
            <w:r w:rsidRPr="009647FC">
              <w:rPr>
                <w:rtl/>
              </w:rPr>
              <w:t>له:</w:t>
            </w:r>
            <w:r>
              <w:rPr>
                <w:rtl/>
              </w:rPr>
              <w:t xml:space="preserve"> </w:t>
            </w:r>
            <w:r w:rsidRPr="009647FC">
              <w:rPr>
                <w:rtl/>
              </w:rPr>
              <w:t>إن</w:t>
            </w:r>
            <w:r>
              <w:rPr>
                <w:rtl/>
              </w:rPr>
              <w:t xml:space="preserve"> </w:t>
            </w:r>
            <w:r w:rsidRPr="009647FC">
              <w:rPr>
                <w:rtl/>
              </w:rPr>
              <w:t>متّ</w:t>
            </w:r>
            <w:r>
              <w:rPr>
                <w:rtl/>
              </w:rPr>
              <w:t xml:space="preserve">َ </w:t>
            </w:r>
            <w:r w:rsidRPr="009647FC">
              <w:rPr>
                <w:rtl/>
              </w:rPr>
              <w:t>قدماً</w:t>
            </w:r>
            <w:r>
              <w:rPr>
                <w:rtl/>
              </w:rPr>
              <w:t xml:space="preserve"> </w:t>
            </w:r>
            <w:r w:rsidRPr="009647FC">
              <w:rPr>
                <w:rtl/>
              </w:rPr>
              <w:t>وجعا</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فمت</w:t>
            </w:r>
            <w:r w:rsidR="004C00A8">
              <w:rPr>
                <w:rtl/>
              </w:rPr>
              <w:t xml:space="preserve"> </w:t>
            </w:r>
            <w:r w:rsidRPr="009647FC">
              <w:rPr>
                <w:rtl/>
              </w:rPr>
              <w:t>الآن</w:t>
            </w:r>
            <w:r>
              <w:rPr>
                <w:rtl/>
              </w:rPr>
              <w:t xml:space="preserve"> </w:t>
            </w:r>
            <w:r w:rsidRPr="009647FC">
              <w:rPr>
                <w:rtl/>
              </w:rPr>
              <w:t>بنعيٍ</w:t>
            </w:r>
            <w:r>
              <w:rPr>
                <w:rtl/>
              </w:rPr>
              <w:t xml:space="preserve"> </w:t>
            </w:r>
            <w:r w:rsidRPr="009647FC">
              <w:rPr>
                <w:rtl/>
              </w:rPr>
              <w:t>جزعا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صدعت</w:t>
            </w:r>
            <w:r>
              <w:rPr>
                <w:rtl/>
              </w:rPr>
              <w:t xml:space="preserve"> </w:t>
            </w:r>
            <w:r w:rsidRPr="009647FC">
              <w:rPr>
                <w:rtl/>
              </w:rPr>
              <w:t>بيضتكم</w:t>
            </w:r>
            <w:r>
              <w:rPr>
                <w:rtl/>
              </w:rPr>
              <w:t xml:space="preserve"> </w:t>
            </w:r>
            <w:r w:rsidRPr="009647FC">
              <w:rPr>
                <w:rtl/>
              </w:rPr>
              <w:t>قارعةٌ</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كبدُ</w:t>
            </w:r>
            <w:r>
              <w:rPr>
                <w:rtl/>
              </w:rPr>
              <w:t xml:space="preserve"> </w:t>
            </w:r>
            <w:r w:rsidRPr="009647FC">
              <w:rPr>
                <w:rtl/>
              </w:rPr>
              <w:t>الوحيِ</w:t>
            </w:r>
            <w:r>
              <w:rPr>
                <w:rtl/>
              </w:rPr>
              <w:t xml:space="preserve"> </w:t>
            </w:r>
            <w:r w:rsidRPr="009647FC">
              <w:rPr>
                <w:rtl/>
              </w:rPr>
              <w:t>عليها</w:t>
            </w:r>
            <w:r>
              <w:rPr>
                <w:rtl/>
              </w:rPr>
              <w:t xml:space="preserve"> </w:t>
            </w:r>
            <w:r w:rsidRPr="009647FC">
              <w:rPr>
                <w:rtl/>
              </w:rPr>
              <w:t>انصدعا</w:t>
            </w:r>
            <w:r w:rsidRPr="00524A24">
              <w:rPr>
                <w:rStyle w:val="libPoemTiniChar0"/>
                <w:rtl/>
              </w:rPr>
              <w:br/>
              <w:t> </w:t>
            </w:r>
          </w:p>
        </w:tc>
      </w:tr>
      <w:tr w:rsidR="00D939E2" w:rsidRPr="00524A24" w:rsidTr="00D939E2">
        <w:trPr>
          <w:trHeight w:val="350"/>
        </w:trPr>
        <w:tc>
          <w:tcPr>
            <w:tcW w:w="3902" w:type="dxa"/>
          </w:tcPr>
          <w:p w:rsidR="00D939E2" w:rsidRPr="00524A24" w:rsidRDefault="00D939E2" w:rsidP="00E72FFC">
            <w:pPr>
              <w:pStyle w:val="libPoem"/>
            </w:pPr>
            <w:r w:rsidRPr="009647FC">
              <w:rPr>
                <w:rtl/>
              </w:rPr>
              <w:t>زال</w:t>
            </w:r>
            <w:r>
              <w:rPr>
                <w:rtl/>
              </w:rPr>
              <w:t xml:space="preserve"> </w:t>
            </w:r>
            <w:r w:rsidRPr="009647FC">
              <w:rPr>
                <w:rtl/>
              </w:rPr>
              <w:t>درعُ</w:t>
            </w:r>
            <w:r>
              <w:rPr>
                <w:rtl/>
              </w:rPr>
              <w:t xml:space="preserve"> </w:t>
            </w:r>
            <w:r w:rsidRPr="009647FC">
              <w:rPr>
                <w:rtl/>
              </w:rPr>
              <w:t>الهاشميين</w:t>
            </w:r>
            <w:r>
              <w:rPr>
                <w:rtl/>
              </w:rPr>
              <w:t xml:space="preserve"> </w:t>
            </w:r>
            <w:r w:rsidRPr="009647FC">
              <w:rPr>
                <w:rtl/>
              </w:rPr>
              <w:t>الذي</w:t>
            </w:r>
            <w:r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939E2" w:rsidP="00E72FFC">
            <w:pPr>
              <w:pStyle w:val="libPoem"/>
            </w:pPr>
            <w:r w:rsidRPr="009647FC">
              <w:rPr>
                <w:rtl/>
              </w:rPr>
              <w:t>بردائيْ</w:t>
            </w:r>
            <w:r>
              <w:rPr>
                <w:rtl/>
              </w:rPr>
              <w:t xml:space="preserve"> </w:t>
            </w:r>
            <w:r w:rsidRPr="009647FC">
              <w:rPr>
                <w:rtl/>
              </w:rPr>
              <w:t>حسبيه</w:t>
            </w:r>
            <w:r>
              <w:rPr>
                <w:rtl/>
              </w:rPr>
              <w:t xml:space="preserve"> </w:t>
            </w:r>
            <w:r w:rsidRPr="009647FC">
              <w:rPr>
                <w:rtl/>
              </w:rPr>
              <w:t>ادّ</w:t>
            </w:r>
            <w:r>
              <w:rPr>
                <w:rtl/>
              </w:rPr>
              <w:t>َ</w:t>
            </w:r>
            <w:r w:rsidRPr="009647FC">
              <w:rPr>
                <w:rtl/>
              </w:rPr>
              <w:t>رعا</w:t>
            </w:r>
            <w:r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وانطوى</w:t>
            </w:r>
            <w:r>
              <w:rPr>
                <w:rtl/>
              </w:rPr>
              <w:t xml:space="preserve"> </w:t>
            </w:r>
            <w:r w:rsidRPr="009647FC">
              <w:rPr>
                <w:rtl/>
              </w:rPr>
              <w:t>عزُّ</w:t>
            </w:r>
            <w:r>
              <w:rPr>
                <w:rtl/>
              </w:rPr>
              <w:t xml:space="preserve"> </w:t>
            </w:r>
            <w:r w:rsidRPr="009647FC">
              <w:rPr>
                <w:rtl/>
              </w:rPr>
              <w:t>نزار</w:t>
            </w:r>
            <w:r>
              <w:rPr>
                <w:rtl/>
              </w:rPr>
              <w:t xml:space="preserve"> </w:t>
            </w:r>
            <w:r w:rsidRPr="009647FC">
              <w:rPr>
                <w:rtl/>
              </w:rPr>
              <w:t>كلِّها</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بمصابٍ</w:t>
            </w:r>
            <w:r w:rsidR="004C00A8">
              <w:rPr>
                <w:rtl/>
              </w:rPr>
              <w:t xml:space="preserve"> </w:t>
            </w:r>
            <w:r w:rsidRPr="009647FC">
              <w:rPr>
                <w:rtl/>
              </w:rPr>
              <w:t>سامها</w:t>
            </w:r>
            <w:r>
              <w:rPr>
                <w:rtl/>
              </w:rPr>
              <w:t xml:space="preserve"> </w:t>
            </w:r>
            <w:r w:rsidRPr="009647FC">
              <w:rPr>
                <w:rtl/>
              </w:rPr>
              <w:t>أن</w:t>
            </w:r>
            <w:r>
              <w:rPr>
                <w:rtl/>
              </w:rPr>
              <w:t xml:space="preserve"> </w:t>
            </w:r>
            <w:r w:rsidRPr="009647FC">
              <w:rPr>
                <w:rtl/>
              </w:rPr>
              <w:t>تخضعا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ما</w:t>
            </w:r>
            <w:r>
              <w:rPr>
                <w:rtl/>
              </w:rPr>
              <w:t xml:space="preserve"> </w:t>
            </w:r>
            <w:r w:rsidRPr="009647FC">
              <w:rPr>
                <w:rtl/>
              </w:rPr>
              <w:t>فقدتُ</w:t>
            </w:r>
            <w:r>
              <w:rPr>
                <w:rtl/>
              </w:rPr>
              <w:t xml:space="preserve"> </w:t>
            </w:r>
            <w:r w:rsidRPr="009647FC">
              <w:rPr>
                <w:rtl/>
              </w:rPr>
              <w:t>اليوم</w:t>
            </w:r>
            <w:r>
              <w:rPr>
                <w:rtl/>
              </w:rPr>
              <w:t xml:space="preserve"> </w:t>
            </w:r>
            <w:r w:rsidRPr="009647FC">
              <w:rPr>
                <w:rtl/>
              </w:rPr>
              <w:t>إلاّ</w:t>
            </w:r>
            <w:r>
              <w:rPr>
                <w:rtl/>
              </w:rPr>
              <w:t xml:space="preserve"> </w:t>
            </w:r>
            <w:r w:rsidRPr="009647FC">
              <w:rPr>
                <w:rtl/>
              </w:rPr>
              <w:t>جبلا</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نحوه</w:t>
            </w:r>
            <w:r>
              <w:rPr>
                <w:rtl/>
              </w:rPr>
              <w:t xml:space="preserve"> </w:t>
            </w:r>
            <w:r w:rsidRPr="009647FC">
              <w:rPr>
                <w:rtl/>
              </w:rPr>
              <w:t>يلجأ</w:t>
            </w:r>
            <w:r>
              <w:rPr>
                <w:rtl/>
              </w:rPr>
              <w:t xml:space="preserve"> </w:t>
            </w:r>
            <w:r w:rsidRPr="009647FC">
              <w:rPr>
                <w:rtl/>
              </w:rPr>
              <w:t>م</w:t>
            </w:r>
            <w:r w:rsidRPr="00B371C6">
              <w:rPr>
                <w:rtl/>
              </w:rPr>
              <w:t>َ</w:t>
            </w:r>
            <w:r w:rsidRPr="009647FC">
              <w:rPr>
                <w:rtl/>
              </w:rPr>
              <w:t>نْ</w:t>
            </w:r>
            <w:r>
              <w:rPr>
                <w:rtl/>
              </w:rPr>
              <w:t xml:space="preserve"> </w:t>
            </w:r>
            <w:r w:rsidRPr="009647FC">
              <w:rPr>
                <w:rtl/>
              </w:rPr>
              <w:t>قد</w:t>
            </w:r>
            <w:r>
              <w:rPr>
                <w:rtl/>
              </w:rPr>
              <w:t xml:space="preserve"> </w:t>
            </w:r>
            <w:r w:rsidRPr="009647FC">
              <w:rPr>
                <w:rtl/>
              </w:rPr>
              <w:t>روِّعا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كان</w:t>
            </w:r>
            <w:r w:rsidR="004C00A8">
              <w:rPr>
                <w:rtl/>
              </w:rPr>
              <w:t xml:space="preserve"> </w:t>
            </w:r>
            <w:r w:rsidRPr="009647FC">
              <w:rPr>
                <w:rtl/>
              </w:rPr>
              <w:t>أرسى</w:t>
            </w:r>
            <w:r>
              <w:rPr>
                <w:rtl/>
              </w:rPr>
              <w:t xml:space="preserve"> </w:t>
            </w:r>
            <w:r w:rsidRPr="009647FC">
              <w:rPr>
                <w:rtl/>
              </w:rPr>
              <w:t>زمناً</w:t>
            </w:r>
            <w:r>
              <w:rPr>
                <w:rtl/>
              </w:rPr>
              <w:t xml:space="preserve"> </w:t>
            </w:r>
            <w:r w:rsidRPr="009647FC">
              <w:rPr>
                <w:rtl/>
              </w:rPr>
              <w:t>لكن</w:t>
            </w:r>
            <w:r>
              <w:rPr>
                <w:rtl/>
              </w:rPr>
              <w:t xml:space="preserve"> </w:t>
            </w:r>
            <w:r w:rsidRPr="009647FC">
              <w:rPr>
                <w:rtl/>
              </w:rPr>
              <w:t>على</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مهج</w:t>
            </w:r>
            <w:r>
              <w:rPr>
                <w:rtl/>
              </w:rPr>
              <w:t xml:space="preserve"> </w:t>
            </w:r>
            <w:r w:rsidRPr="009647FC">
              <w:rPr>
                <w:rtl/>
              </w:rPr>
              <w:t>الأعداء</w:t>
            </w:r>
            <w:r>
              <w:rPr>
                <w:rtl/>
              </w:rPr>
              <w:t xml:space="preserve"> </w:t>
            </w:r>
            <w:r w:rsidRPr="009647FC">
              <w:rPr>
                <w:rtl/>
              </w:rPr>
              <w:t>ثمّ</w:t>
            </w:r>
            <w:r>
              <w:rPr>
                <w:rtl/>
              </w:rPr>
              <w:t xml:space="preserve"> </w:t>
            </w:r>
            <w:r w:rsidRPr="009647FC">
              <w:rPr>
                <w:rtl/>
              </w:rPr>
              <w:t>اقتلعا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شهرت</w:t>
            </w:r>
            <w:r>
              <w:rPr>
                <w:rtl/>
              </w:rPr>
              <w:t xml:space="preserve"> </w:t>
            </w:r>
            <w:r w:rsidRPr="009647FC">
              <w:rPr>
                <w:rtl/>
              </w:rPr>
              <w:t>أيدي</w:t>
            </w:r>
            <w:r>
              <w:rPr>
                <w:rtl/>
              </w:rPr>
              <w:t xml:space="preserve"> </w:t>
            </w:r>
            <w:r w:rsidRPr="009647FC">
              <w:rPr>
                <w:rtl/>
              </w:rPr>
              <w:t>المنايا</w:t>
            </w:r>
            <w:r>
              <w:rPr>
                <w:rtl/>
              </w:rPr>
              <w:t xml:space="preserve"> </w:t>
            </w:r>
            <w:r w:rsidRPr="009647FC">
              <w:rPr>
                <w:rtl/>
              </w:rPr>
              <w:t>سيفها</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فاستعاذ</w:t>
            </w:r>
            <w:r w:rsidR="004C00A8">
              <w:rPr>
                <w:rtl/>
              </w:rPr>
              <w:t xml:space="preserve"> </w:t>
            </w:r>
            <w:r w:rsidRPr="009647FC">
              <w:rPr>
                <w:rtl/>
              </w:rPr>
              <w:t>الدهرُ</w:t>
            </w:r>
            <w:r>
              <w:rPr>
                <w:rtl/>
              </w:rPr>
              <w:t xml:space="preserve"> </w:t>
            </w:r>
            <w:r w:rsidRPr="009647FC">
              <w:rPr>
                <w:rtl/>
              </w:rPr>
              <w:t>منها</w:t>
            </w:r>
            <w:r>
              <w:rPr>
                <w:rtl/>
              </w:rPr>
              <w:t xml:space="preserve"> </w:t>
            </w:r>
            <w:r w:rsidRPr="009647FC">
              <w:rPr>
                <w:rtl/>
              </w:rPr>
              <w:t>فزعا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وحمى</w:t>
            </w:r>
            <w:r>
              <w:rPr>
                <w:rtl/>
              </w:rPr>
              <w:t xml:space="preserve"> </w:t>
            </w:r>
            <w:r w:rsidRPr="009647FC">
              <w:rPr>
                <w:rtl/>
              </w:rPr>
              <w:t>عن</w:t>
            </w:r>
            <w:r>
              <w:rPr>
                <w:rtl/>
              </w:rPr>
              <w:t xml:space="preserve"> </w:t>
            </w:r>
            <w:r w:rsidRPr="009647FC">
              <w:rPr>
                <w:rtl/>
              </w:rPr>
              <w:t>أنفه</w:t>
            </w:r>
            <w:r>
              <w:rPr>
                <w:rtl/>
              </w:rPr>
              <w:t xml:space="preserve"> </w:t>
            </w:r>
            <w:r w:rsidRPr="009647FC">
              <w:rPr>
                <w:rtl/>
              </w:rPr>
              <w:t>في</w:t>
            </w:r>
            <w:r>
              <w:rPr>
                <w:rtl/>
              </w:rPr>
              <w:t xml:space="preserve"> </w:t>
            </w:r>
            <w:r w:rsidRPr="009647FC">
              <w:rPr>
                <w:rtl/>
              </w:rPr>
              <w:t>كفّه</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فإذا</w:t>
            </w:r>
            <w:r w:rsidR="004C00A8">
              <w:rPr>
                <w:rtl/>
              </w:rPr>
              <w:t xml:space="preserve"> </w:t>
            </w:r>
            <w:r w:rsidRPr="009647FC">
              <w:rPr>
                <w:rtl/>
              </w:rPr>
              <w:t>الأقطعُ</w:t>
            </w:r>
            <w:r>
              <w:rPr>
                <w:rtl/>
              </w:rPr>
              <w:t xml:space="preserve"> </w:t>
            </w:r>
            <w:r w:rsidRPr="009647FC">
              <w:rPr>
                <w:rtl/>
              </w:rPr>
              <w:t>يحمى</w:t>
            </w:r>
            <w:r>
              <w:rPr>
                <w:rtl/>
              </w:rPr>
              <w:t xml:space="preserve"> </w:t>
            </w:r>
            <w:r w:rsidRPr="009647FC">
              <w:rPr>
                <w:rtl/>
              </w:rPr>
              <w:t>الأجدعا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قرعت</w:t>
            </w:r>
            <w:r>
              <w:rPr>
                <w:rtl/>
              </w:rPr>
              <w:t xml:space="preserve"> </w:t>
            </w:r>
            <w:r w:rsidRPr="009647FC">
              <w:rPr>
                <w:rtl/>
              </w:rPr>
              <w:t>سمع</w:t>
            </w:r>
            <w:r>
              <w:rPr>
                <w:rtl/>
              </w:rPr>
              <w:t xml:space="preserve">َ </w:t>
            </w:r>
            <w:r w:rsidRPr="009647FC">
              <w:rPr>
                <w:rtl/>
              </w:rPr>
              <w:t>الهدى</w:t>
            </w:r>
            <w:r>
              <w:rPr>
                <w:rtl/>
              </w:rPr>
              <w:t xml:space="preserve"> </w:t>
            </w:r>
            <w:r w:rsidRPr="009647FC">
              <w:rPr>
                <w:rtl/>
              </w:rPr>
              <w:t>واعيةٌ</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أبداً</w:t>
            </w:r>
            <w:r>
              <w:rPr>
                <w:rtl/>
              </w:rPr>
              <w:t xml:space="preserve"> </w:t>
            </w:r>
            <w:r w:rsidRPr="009647FC">
              <w:rPr>
                <w:rtl/>
              </w:rPr>
              <w:t>في</w:t>
            </w:r>
            <w:r>
              <w:rPr>
                <w:rtl/>
              </w:rPr>
              <w:t xml:space="preserve"> </w:t>
            </w:r>
            <w:r w:rsidRPr="009647FC">
              <w:rPr>
                <w:rtl/>
              </w:rPr>
              <w:t>مثلها</w:t>
            </w:r>
            <w:r>
              <w:rPr>
                <w:rtl/>
              </w:rPr>
              <w:t xml:space="preserve"> </w:t>
            </w:r>
            <w:r w:rsidRPr="009647FC">
              <w:rPr>
                <w:rtl/>
              </w:rPr>
              <w:t>ما</w:t>
            </w:r>
            <w:r>
              <w:rPr>
                <w:rtl/>
              </w:rPr>
              <w:t xml:space="preserve"> </w:t>
            </w:r>
            <w:r w:rsidRPr="009647FC">
              <w:rPr>
                <w:rtl/>
              </w:rPr>
              <w:t>ق</w:t>
            </w:r>
            <w:r w:rsidRPr="00B371C6">
              <w:rPr>
                <w:rtl/>
              </w:rPr>
              <w:t>ُ</w:t>
            </w:r>
            <w:r w:rsidRPr="009647FC">
              <w:rPr>
                <w:rtl/>
              </w:rPr>
              <w:t>رعا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لو</w:t>
            </w:r>
            <w:r w:rsidR="004C00A8">
              <w:rPr>
                <w:rtl/>
              </w:rPr>
              <w:t xml:space="preserve"> </w:t>
            </w:r>
            <w:r w:rsidRPr="009647FC">
              <w:rPr>
                <w:rtl/>
              </w:rPr>
              <w:t>رأت</w:t>
            </w:r>
            <w:r>
              <w:rPr>
                <w:rtl/>
              </w:rPr>
              <w:t xml:space="preserve"> </w:t>
            </w:r>
            <w:r w:rsidRPr="009647FC">
              <w:rPr>
                <w:rtl/>
              </w:rPr>
              <w:t>ما</w:t>
            </w:r>
            <w:r>
              <w:rPr>
                <w:rtl/>
              </w:rPr>
              <w:t xml:space="preserve"> </w:t>
            </w:r>
            <w:r w:rsidRPr="009647FC">
              <w:rPr>
                <w:rtl/>
              </w:rPr>
              <w:t>غاب</w:t>
            </w:r>
            <w:r>
              <w:rPr>
                <w:rtl/>
              </w:rPr>
              <w:t xml:space="preserve"> </w:t>
            </w:r>
            <w:r w:rsidRPr="009647FC">
              <w:rPr>
                <w:rtl/>
              </w:rPr>
              <w:t>عينٌ</w:t>
            </w:r>
            <w:r>
              <w:rPr>
                <w:rtl/>
              </w:rPr>
              <w:t xml:space="preserve"> </w:t>
            </w:r>
            <w:r w:rsidRPr="009647FC">
              <w:rPr>
                <w:rtl/>
              </w:rPr>
              <w:t>لرأت</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عيننا</w:t>
            </w:r>
            <w:r>
              <w:rPr>
                <w:rtl/>
              </w:rPr>
              <w:t xml:space="preserve"> </w:t>
            </w:r>
            <w:r w:rsidRPr="009647FC">
              <w:rPr>
                <w:rtl/>
              </w:rPr>
              <w:t>جبريل</w:t>
            </w:r>
            <w:r>
              <w:rPr>
                <w:rtl/>
              </w:rPr>
              <w:t xml:space="preserve">َ </w:t>
            </w:r>
            <w:r w:rsidRPr="009647FC">
              <w:rPr>
                <w:rtl/>
              </w:rPr>
              <w:t>ي</w:t>
            </w:r>
            <w:r w:rsidRPr="00B371C6">
              <w:rPr>
                <w:rtl/>
              </w:rPr>
              <w:t>ُ</w:t>
            </w:r>
            <w:r w:rsidRPr="009647FC">
              <w:rPr>
                <w:rtl/>
              </w:rPr>
              <w:t>دمي</w:t>
            </w:r>
            <w:r>
              <w:rPr>
                <w:rtl/>
              </w:rPr>
              <w:t xml:space="preserve"> </w:t>
            </w:r>
            <w:r w:rsidRPr="009647FC">
              <w:rPr>
                <w:rtl/>
              </w:rPr>
              <w:t>الأصبعا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قائلاً:</w:t>
            </w:r>
            <w:r>
              <w:rPr>
                <w:rtl/>
              </w:rPr>
              <w:t xml:space="preserve"> </w:t>
            </w:r>
            <w:r w:rsidRPr="009647FC">
              <w:rPr>
                <w:rtl/>
              </w:rPr>
              <w:t>حسبُك</w:t>
            </w:r>
            <w:r>
              <w:rPr>
                <w:rtl/>
              </w:rPr>
              <w:t xml:space="preserve"> </w:t>
            </w:r>
            <w:r w:rsidRPr="009647FC">
              <w:rPr>
                <w:rtl/>
              </w:rPr>
              <w:t>ملْ</w:t>
            </w:r>
            <w:r>
              <w:rPr>
                <w:rtl/>
              </w:rPr>
              <w:t xml:space="preserve"> </w:t>
            </w:r>
            <w:r w:rsidRPr="009647FC">
              <w:rPr>
                <w:rtl/>
              </w:rPr>
              <w:t>عن</w:t>
            </w:r>
            <w:r>
              <w:rPr>
                <w:rtl/>
              </w:rPr>
              <w:t xml:space="preserve"> </w:t>
            </w:r>
            <w:r w:rsidRPr="009647FC">
              <w:rPr>
                <w:rtl/>
              </w:rPr>
              <w:t>هاشمٍ</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وعلى</w:t>
            </w:r>
            <w:r>
              <w:rPr>
                <w:rtl/>
              </w:rPr>
              <w:t xml:space="preserve"> </w:t>
            </w:r>
            <w:r w:rsidRPr="009647FC">
              <w:rPr>
                <w:rtl/>
              </w:rPr>
              <w:t>الفيحاء</w:t>
            </w:r>
            <w:r>
              <w:rPr>
                <w:rtl/>
              </w:rPr>
              <w:t xml:space="preserve"> </w:t>
            </w:r>
            <w:r w:rsidRPr="009647FC">
              <w:rPr>
                <w:rtl/>
              </w:rPr>
              <w:t>عرِّج</w:t>
            </w:r>
            <w:r>
              <w:rPr>
                <w:rtl/>
              </w:rPr>
              <w:t xml:space="preserve"> </w:t>
            </w:r>
            <w:r w:rsidRPr="009647FC">
              <w:rPr>
                <w:rtl/>
              </w:rPr>
              <w:t>مسرعا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إن</w:t>
            </w:r>
            <w:r w:rsidRPr="00B371C6">
              <w:rPr>
                <w:rtl/>
              </w:rPr>
              <w:t>ّ</w:t>
            </w:r>
            <w:r w:rsidRPr="009647FC">
              <w:rPr>
                <w:rtl/>
              </w:rPr>
              <w:t>ها</w:t>
            </w:r>
            <w:r w:rsidR="004C00A8">
              <w:rPr>
                <w:rtl/>
              </w:rPr>
              <w:t xml:space="preserve"> </w:t>
            </w:r>
            <w:r w:rsidRPr="009647FC">
              <w:rPr>
                <w:rtl/>
              </w:rPr>
              <w:t>منعقدُ</w:t>
            </w:r>
            <w:r>
              <w:rPr>
                <w:rtl/>
              </w:rPr>
              <w:t xml:space="preserve"> </w:t>
            </w:r>
            <w:r w:rsidRPr="009647FC">
              <w:rPr>
                <w:rtl/>
              </w:rPr>
              <w:t>النادي</w:t>
            </w:r>
            <w:r>
              <w:rPr>
                <w:rtl/>
              </w:rPr>
              <w:t xml:space="preserve"> </w:t>
            </w:r>
            <w:r w:rsidRPr="009647FC">
              <w:rPr>
                <w:rtl/>
              </w:rPr>
              <w:t>الذي</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قد</w:t>
            </w:r>
            <w:r w:rsidR="004C00A8">
              <w:rPr>
                <w:rtl/>
              </w:rPr>
              <w:t xml:space="preserve"> </w:t>
            </w:r>
            <w:r w:rsidRPr="009647FC">
              <w:rPr>
                <w:rtl/>
              </w:rPr>
              <w:t>حوى</w:t>
            </w:r>
            <w:r>
              <w:rPr>
                <w:rtl/>
              </w:rPr>
              <w:t xml:space="preserve"> </w:t>
            </w:r>
            <w:r w:rsidRPr="009647FC">
              <w:rPr>
                <w:rtl/>
              </w:rPr>
              <w:t>ذاك</w:t>
            </w:r>
            <w:r>
              <w:rPr>
                <w:rtl/>
              </w:rPr>
              <w:t xml:space="preserve"> </w:t>
            </w:r>
            <w:r w:rsidRPr="009647FC">
              <w:rPr>
                <w:rtl/>
              </w:rPr>
              <w:t>الجناب</w:t>
            </w:r>
            <w:r>
              <w:rPr>
                <w:rtl/>
              </w:rPr>
              <w:t xml:space="preserve"> </w:t>
            </w:r>
            <w:r w:rsidRPr="009647FC">
              <w:rPr>
                <w:rtl/>
              </w:rPr>
              <w:t>الأمنعا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قف</w:t>
            </w:r>
            <w:r>
              <w:rPr>
                <w:rtl/>
              </w:rPr>
              <w:t xml:space="preserve"> </w:t>
            </w:r>
            <w:r w:rsidRPr="009647FC">
              <w:rPr>
                <w:rtl/>
              </w:rPr>
              <w:t>بها</w:t>
            </w:r>
            <w:r>
              <w:rPr>
                <w:rtl/>
              </w:rPr>
              <w:t xml:space="preserve"> </w:t>
            </w:r>
            <w:r w:rsidRPr="009647FC">
              <w:rPr>
                <w:rtl/>
              </w:rPr>
              <w:t>وقفة</w:t>
            </w:r>
            <w:r>
              <w:rPr>
                <w:rtl/>
              </w:rPr>
              <w:t xml:space="preserve"> </w:t>
            </w:r>
            <w:r w:rsidRPr="009647FC">
              <w:rPr>
                <w:rtl/>
              </w:rPr>
              <w:t>عانٍ</w:t>
            </w:r>
            <w:r>
              <w:rPr>
                <w:rtl/>
              </w:rPr>
              <w:t xml:space="preserve"> </w:t>
            </w:r>
            <w:r w:rsidRPr="009647FC">
              <w:rPr>
                <w:rtl/>
              </w:rPr>
              <w:t>ممسكا</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كبداً</w:t>
            </w:r>
            <w:r>
              <w:rPr>
                <w:rtl/>
              </w:rPr>
              <w:t xml:space="preserve"> </w:t>
            </w:r>
            <w:r w:rsidRPr="009647FC">
              <w:rPr>
                <w:rtl/>
              </w:rPr>
              <w:t>طاحت</w:t>
            </w:r>
            <w:r>
              <w:rPr>
                <w:rtl/>
              </w:rPr>
              <w:t xml:space="preserve"> </w:t>
            </w:r>
            <w:r w:rsidRPr="009647FC">
              <w:rPr>
                <w:rtl/>
              </w:rPr>
              <w:t>بكفٍّ</w:t>
            </w:r>
            <w:r>
              <w:rPr>
                <w:rtl/>
              </w:rPr>
              <w:t xml:space="preserve"> </w:t>
            </w:r>
            <w:r w:rsidRPr="009647FC">
              <w:rPr>
                <w:rtl/>
              </w:rPr>
              <w:t>قطعا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وأنخ</w:t>
            </w:r>
            <w:r w:rsidR="004C00A8">
              <w:rPr>
                <w:rtl/>
              </w:rPr>
              <w:t xml:space="preserve"> </w:t>
            </w:r>
            <w:r w:rsidRPr="009647FC">
              <w:rPr>
                <w:rtl/>
              </w:rPr>
              <w:t>راحلة</w:t>
            </w:r>
            <w:r>
              <w:rPr>
                <w:rtl/>
              </w:rPr>
              <w:t xml:space="preserve"> </w:t>
            </w:r>
            <w:r w:rsidRPr="009647FC">
              <w:rPr>
                <w:rtl/>
              </w:rPr>
              <w:t>الوجد</w:t>
            </w:r>
            <w:r>
              <w:rPr>
                <w:rtl/>
              </w:rPr>
              <w:t xml:space="preserve"> </w:t>
            </w:r>
            <w:r w:rsidRPr="009647FC">
              <w:rPr>
                <w:rtl/>
              </w:rPr>
              <w:t>وقل:</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لستِ</w:t>
            </w:r>
            <w:r>
              <w:rPr>
                <w:rtl/>
              </w:rPr>
              <w:t xml:space="preserve"> </w:t>
            </w:r>
            <w:r w:rsidRPr="009647FC">
              <w:rPr>
                <w:rtl/>
              </w:rPr>
              <w:t>يا</w:t>
            </w:r>
            <w:r>
              <w:rPr>
                <w:rtl/>
              </w:rPr>
              <w:t xml:space="preserve"> </w:t>
            </w:r>
            <w:r w:rsidRPr="009647FC">
              <w:rPr>
                <w:rtl/>
              </w:rPr>
              <w:t>أربعُ</w:t>
            </w:r>
            <w:r>
              <w:rPr>
                <w:rtl/>
              </w:rPr>
              <w:t xml:space="preserve"> </w:t>
            </w:r>
            <w:r w:rsidRPr="009647FC">
              <w:rPr>
                <w:rtl/>
              </w:rPr>
              <w:t>تلك</w:t>
            </w:r>
            <w:r>
              <w:rPr>
                <w:rtl/>
              </w:rPr>
              <w:t xml:space="preserve"> </w:t>
            </w:r>
            <w:r w:rsidRPr="009647FC">
              <w:rPr>
                <w:rtl/>
              </w:rPr>
              <w:t>الأربعا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إن</w:t>
            </w:r>
            <w:r w:rsidRPr="00B371C6">
              <w:rPr>
                <w:rtl/>
              </w:rPr>
              <w:t>ّ</w:t>
            </w:r>
            <w:r w:rsidRPr="009647FC">
              <w:rPr>
                <w:rtl/>
              </w:rPr>
              <w:t>ما</w:t>
            </w:r>
            <w:r w:rsidR="004C00A8">
              <w:rPr>
                <w:rtl/>
              </w:rPr>
              <w:t xml:space="preserve"> </w:t>
            </w:r>
            <w:r w:rsidRPr="009647FC">
              <w:rPr>
                <w:rtl/>
              </w:rPr>
              <w:t>كنت</w:t>
            </w:r>
            <w:r>
              <w:rPr>
                <w:rtl/>
              </w:rPr>
              <w:t xml:space="preserve"> </w:t>
            </w:r>
            <w:r w:rsidRPr="009647FC">
              <w:rPr>
                <w:rtl/>
              </w:rPr>
              <w:t>على</w:t>
            </w:r>
            <w:r>
              <w:rPr>
                <w:rtl/>
              </w:rPr>
              <w:t xml:space="preserve"> </w:t>
            </w:r>
            <w:r w:rsidRPr="009647FC">
              <w:rPr>
                <w:rtl/>
              </w:rPr>
              <w:t>الدهر</w:t>
            </w:r>
            <w:r>
              <w:rPr>
                <w:rtl/>
              </w:rPr>
              <w:t xml:space="preserve"> </w:t>
            </w:r>
            <w:r w:rsidRPr="009647FC">
              <w:rPr>
                <w:rtl/>
              </w:rPr>
              <w:t>حمىً</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لم</w:t>
            </w:r>
            <w:r>
              <w:rPr>
                <w:rtl/>
              </w:rPr>
              <w:t xml:space="preserve"> </w:t>
            </w:r>
            <w:r w:rsidRPr="009647FC">
              <w:rPr>
                <w:rtl/>
              </w:rPr>
              <w:t>تجدْ</w:t>
            </w:r>
            <w:r>
              <w:rPr>
                <w:rtl/>
              </w:rPr>
              <w:t xml:space="preserve"> </w:t>
            </w:r>
            <w:r w:rsidRPr="009647FC">
              <w:rPr>
                <w:rtl/>
              </w:rPr>
              <w:t>فيك</w:t>
            </w:r>
            <w:r>
              <w:rPr>
                <w:rtl/>
              </w:rPr>
              <w:t xml:space="preserve"> </w:t>
            </w:r>
            <w:r w:rsidRPr="009647FC">
              <w:rPr>
                <w:rtl/>
              </w:rPr>
              <w:t>الليالي</w:t>
            </w:r>
            <w:r>
              <w:rPr>
                <w:rtl/>
              </w:rPr>
              <w:t xml:space="preserve"> </w:t>
            </w:r>
            <w:r w:rsidRPr="009647FC">
              <w:rPr>
                <w:rtl/>
              </w:rPr>
              <w:t>مطمعا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بعليم</w:t>
            </w:r>
            <w:r w:rsidR="004C00A8">
              <w:rPr>
                <w:rtl/>
              </w:rPr>
              <w:t xml:space="preserve"> </w:t>
            </w:r>
            <w:r w:rsidRPr="009647FC">
              <w:rPr>
                <w:rtl/>
              </w:rPr>
              <w:t>فيك</w:t>
            </w:r>
            <w:r>
              <w:rPr>
                <w:rtl/>
              </w:rPr>
              <w:t xml:space="preserve"> </w:t>
            </w:r>
            <w:r w:rsidRPr="009647FC">
              <w:rPr>
                <w:rtl/>
              </w:rPr>
              <w:t>قد</w:t>
            </w:r>
            <w:r>
              <w:rPr>
                <w:rtl/>
              </w:rPr>
              <w:t xml:space="preserve"> </w:t>
            </w:r>
            <w:r w:rsidRPr="009647FC">
              <w:rPr>
                <w:rtl/>
              </w:rPr>
              <w:t>أحيا</w:t>
            </w:r>
            <w:r>
              <w:rPr>
                <w:rtl/>
              </w:rPr>
              <w:t xml:space="preserve"> </w:t>
            </w:r>
            <w:r w:rsidRPr="009647FC">
              <w:rPr>
                <w:rtl/>
              </w:rPr>
              <w:t>الهدى</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ومليكٍ</w:t>
            </w:r>
            <w:r w:rsidR="004C00A8">
              <w:rPr>
                <w:rtl/>
              </w:rPr>
              <w:t xml:space="preserve"> </w:t>
            </w:r>
            <w:r w:rsidRPr="009647FC">
              <w:rPr>
                <w:rtl/>
              </w:rPr>
              <w:t>قد</w:t>
            </w:r>
            <w:r>
              <w:rPr>
                <w:rtl/>
              </w:rPr>
              <w:t xml:space="preserve"> </w:t>
            </w:r>
            <w:r w:rsidRPr="009647FC">
              <w:rPr>
                <w:rtl/>
              </w:rPr>
              <w:t>أمات</w:t>
            </w:r>
            <w:r>
              <w:rPr>
                <w:rtl/>
              </w:rPr>
              <w:t xml:space="preserve"> </w:t>
            </w:r>
            <w:r w:rsidRPr="009647FC">
              <w:rPr>
                <w:rtl/>
              </w:rPr>
              <w:t>البدعا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فالعمى</w:t>
            </w:r>
            <w:r>
              <w:rPr>
                <w:rtl/>
              </w:rPr>
              <w:t xml:space="preserve"> </w:t>
            </w:r>
            <w:r w:rsidRPr="009647FC">
              <w:rPr>
                <w:rtl/>
              </w:rPr>
              <w:t>والجورُ</w:t>
            </w:r>
            <w:r>
              <w:rPr>
                <w:rtl/>
              </w:rPr>
              <w:t xml:space="preserve"> </w:t>
            </w:r>
            <w:r w:rsidRPr="009647FC">
              <w:rPr>
                <w:rtl/>
              </w:rPr>
              <w:t>عنك</w:t>
            </w:r>
            <w:r>
              <w:rPr>
                <w:rtl/>
              </w:rPr>
              <w:t xml:space="preserve"> </w:t>
            </w:r>
            <w:r w:rsidRPr="009647FC">
              <w:rPr>
                <w:rtl/>
              </w:rPr>
              <w:t>افترقا</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والجدا</w:t>
            </w:r>
            <w:r w:rsidR="004C00A8">
              <w:rPr>
                <w:rtl/>
              </w:rPr>
              <w:t xml:space="preserve"> </w:t>
            </w:r>
            <w:r w:rsidRPr="009647FC">
              <w:rPr>
                <w:rtl/>
              </w:rPr>
              <w:t>والعدل</w:t>
            </w:r>
            <w:r>
              <w:rPr>
                <w:rtl/>
              </w:rPr>
              <w:t xml:space="preserve"> </w:t>
            </w:r>
            <w:r w:rsidRPr="009647FC">
              <w:rPr>
                <w:rtl/>
              </w:rPr>
              <w:t>فيك</w:t>
            </w:r>
            <w:r>
              <w:rPr>
                <w:rtl/>
              </w:rPr>
              <w:t xml:space="preserve"> </w:t>
            </w:r>
            <w:r w:rsidRPr="009647FC">
              <w:rPr>
                <w:rtl/>
              </w:rPr>
              <w:t>اجتمعا</w:t>
            </w:r>
            <w:r w:rsidR="00D939E2" w:rsidRPr="00524A24">
              <w:rPr>
                <w:rStyle w:val="libPoemTiniChar0"/>
                <w:rtl/>
              </w:rPr>
              <w:br/>
              <w:t> </w:t>
            </w:r>
          </w:p>
        </w:tc>
      </w:tr>
      <w:tr w:rsidR="00D939E2" w:rsidRPr="00524A24" w:rsidTr="00D939E2">
        <w:trPr>
          <w:trHeight w:val="350"/>
        </w:trPr>
        <w:tc>
          <w:tcPr>
            <w:tcW w:w="3902" w:type="dxa"/>
          </w:tcPr>
          <w:p w:rsidR="00D939E2" w:rsidRPr="00524A24" w:rsidRDefault="00D102A7" w:rsidP="00E72FFC">
            <w:pPr>
              <w:pStyle w:val="libPoem"/>
            </w:pPr>
            <w:r w:rsidRPr="009647FC">
              <w:rPr>
                <w:rtl/>
              </w:rPr>
              <w:t>بأبِ</w:t>
            </w:r>
            <w:r>
              <w:rPr>
                <w:rtl/>
              </w:rPr>
              <w:t xml:space="preserve"> </w:t>
            </w:r>
            <w:r w:rsidRPr="009647FC">
              <w:rPr>
                <w:rtl/>
              </w:rPr>
              <w:t>الرشد</w:t>
            </w:r>
            <w:r>
              <w:rPr>
                <w:rtl/>
              </w:rPr>
              <w:t xml:space="preserve"> </w:t>
            </w:r>
            <w:r w:rsidRPr="009647FC">
              <w:rPr>
                <w:rtl/>
              </w:rPr>
              <w:t>إذا</w:t>
            </w:r>
            <w:r>
              <w:rPr>
                <w:rtl/>
              </w:rPr>
              <w:t xml:space="preserve"> </w:t>
            </w:r>
            <w:r w:rsidRPr="009647FC">
              <w:rPr>
                <w:rtl/>
              </w:rPr>
              <w:t>ضلّ</w:t>
            </w:r>
            <w:r>
              <w:rPr>
                <w:rtl/>
              </w:rPr>
              <w:t xml:space="preserve">َ </w:t>
            </w:r>
            <w:r w:rsidRPr="009647FC">
              <w:rPr>
                <w:rtl/>
              </w:rPr>
              <w:t>الورى</w:t>
            </w:r>
            <w:r w:rsidR="00D939E2" w:rsidRPr="00524A24">
              <w:rPr>
                <w:rStyle w:val="libPoemTiniChar0"/>
                <w:rtl/>
              </w:rPr>
              <w:br/>
              <w:t> </w:t>
            </w:r>
          </w:p>
        </w:tc>
        <w:tc>
          <w:tcPr>
            <w:tcW w:w="301" w:type="dxa"/>
          </w:tcPr>
          <w:p w:rsidR="00D939E2" w:rsidRPr="00524A24" w:rsidRDefault="00D939E2" w:rsidP="00E72FFC">
            <w:pPr>
              <w:pStyle w:val="libPoem"/>
              <w:rPr>
                <w:rtl/>
              </w:rPr>
            </w:pPr>
          </w:p>
        </w:tc>
        <w:tc>
          <w:tcPr>
            <w:tcW w:w="3884" w:type="dxa"/>
          </w:tcPr>
          <w:p w:rsidR="00D939E2" w:rsidRPr="00524A24" w:rsidRDefault="00D102A7" w:rsidP="00E72FFC">
            <w:pPr>
              <w:pStyle w:val="libPoem"/>
            </w:pPr>
            <w:r w:rsidRPr="009647FC">
              <w:rPr>
                <w:rtl/>
              </w:rPr>
              <w:t>وأخي</w:t>
            </w:r>
            <w:r w:rsidR="004C00A8">
              <w:rPr>
                <w:rtl/>
              </w:rPr>
              <w:t xml:space="preserve"> </w:t>
            </w:r>
            <w:r w:rsidRPr="009647FC">
              <w:rPr>
                <w:rtl/>
              </w:rPr>
              <w:t>الجلّى</w:t>
            </w:r>
            <w:r>
              <w:rPr>
                <w:rtl/>
              </w:rPr>
              <w:t xml:space="preserve"> </w:t>
            </w:r>
            <w:r w:rsidRPr="009647FC">
              <w:rPr>
                <w:rtl/>
              </w:rPr>
              <w:t>إذا</w:t>
            </w:r>
            <w:r>
              <w:rPr>
                <w:rtl/>
              </w:rPr>
              <w:t xml:space="preserve"> </w:t>
            </w:r>
            <w:r w:rsidRPr="009647FC">
              <w:rPr>
                <w:rtl/>
              </w:rPr>
              <w:t>الداعي</w:t>
            </w:r>
            <w:r>
              <w:rPr>
                <w:rtl/>
              </w:rPr>
              <w:t xml:space="preserve"> </w:t>
            </w:r>
            <w:r w:rsidRPr="009647FC">
              <w:rPr>
                <w:rtl/>
              </w:rPr>
              <w:t>دعا</w:t>
            </w:r>
            <w:r w:rsidR="00D939E2"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1A22F7" w:rsidRPr="00524A24" w:rsidTr="001A22F7">
        <w:trPr>
          <w:trHeight w:val="350"/>
        </w:trPr>
        <w:tc>
          <w:tcPr>
            <w:tcW w:w="3902" w:type="dxa"/>
          </w:tcPr>
          <w:p w:rsidR="001A22F7" w:rsidRPr="00524A24" w:rsidRDefault="001A22F7" w:rsidP="00E72FFC">
            <w:pPr>
              <w:pStyle w:val="libPoem"/>
            </w:pPr>
            <w:r w:rsidRPr="009647FC">
              <w:rPr>
                <w:rtl/>
              </w:rPr>
              <w:lastRenderedPageBreak/>
              <w:t>قد</w:t>
            </w:r>
            <w:r>
              <w:rPr>
                <w:rtl/>
              </w:rPr>
              <w:t xml:space="preserve"> </w:t>
            </w:r>
            <w:r w:rsidRPr="009647FC">
              <w:rPr>
                <w:rtl/>
              </w:rPr>
              <w:t>لعمري</w:t>
            </w:r>
            <w:r>
              <w:rPr>
                <w:rtl/>
              </w:rPr>
              <w:t xml:space="preserve"> </w:t>
            </w:r>
            <w:r w:rsidRPr="009647FC">
              <w:rPr>
                <w:rtl/>
              </w:rPr>
              <w:t>راعك</w:t>
            </w:r>
            <w:r>
              <w:rPr>
                <w:rtl/>
              </w:rPr>
              <w:t xml:space="preserve"> </w:t>
            </w:r>
            <w:r w:rsidRPr="009647FC">
              <w:rPr>
                <w:rtl/>
              </w:rPr>
              <w:t>الخطبُ</w:t>
            </w:r>
            <w:r>
              <w:rPr>
                <w:rtl/>
              </w:rPr>
              <w:t xml:space="preserve"> </w:t>
            </w:r>
            <w:r w:rsidRPr="009647FC">
              <w:rPr>
                <w:rtl/>
              </w:rPr>
              <w:t>بم</w:t>
            </w:r>
            <w:r>
              <w:rPr>
                <w:rtl/>
              </w:rPr>
              <w:t>َ</w:t>
            </w:r>
            <w:r w:rsidRPr="009647FC">
              <w:rPr>
                <w:rtl/>
              </w:rPr>
              <w:t>نْ</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كان</w:t>
            </w:r>
            <w:r>
              <w:rPr>
                <w:rtl/>
              </w:rPr>
              <w:t xml:space="preserve"> </w:t>
            </w:r>
            <w:r w:rsidRPr="009647FC">
              <w:rPr>
                <w:rtl/>
              </w:rPr>
              <w:t>في</w:t>
            </w:r>
            <w:r>
              <w:rPr>
                <w:rtl/>
              </w:rPr>
              <w:t xml:space="preserve"> </w:t>
            </w:r>
            <w:r w:rsidRPr="009647FC">
              <w:rPr>
                <w:rtl/>
              </w:rPr>
              <w:t>الخطب</w:t>
            </w:r>
            <w:r>
              <w:rPr>
                <w:rtl/>
              </w:rPr>
              <w:t xml:space="preserve"> </w:t>
            </w:r>
            <w:r w:rsidRPr="009647FC">
              <w:rPr>
                <w:rtl/>
              </w:rPr>
              <w:t>الكميّ</w:t>
            </w:r>
            <w:r>
              <w:rPr>
                <w:rtl/>
              </w:rPr>
              <w:t xml:space="preserve">َ </w:t>
            </w:r>
            <w:r w:rsidRPr="009647FC">
              <w:rPr>
                <w:rtl/>
              </w:rPr>
              <w:t>الأروعا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جدّ</w:t>
            </w:r>
            <w:r>
              <w:rPr>
                <w:rtl/>
              </w:rPr>
              <w:t xml:space="preserve">َ </w:t>
            </w:r>
            <w:r w:rsidRPr="009647FC">
              <w:rPr>
                <w:rtl/>
              </w:rPr>
              <w:t>ناعيه</w:t>
            </w:r>
            <w:r>
              <w:rPr>
                <w:rtl/>
              </w:rPr>
              <w:t xml:space="preserve"> </w:t>
            </w:r>
            <w:r w:rsidRPr="009647FC">
              <w:rPr>
                <w:rtl/>
              </w:rPr>
              <w:t>فقلنا</w:t>
            </w:r>
            <w:r>
              <w:rPr>
                <w:rtl/>
              </w:rPr>
              <w:t xml:space="preserve"> </w:t>
            </w:r>
            <w:r w:rsidRPr="009647FC">
              <w:rPr>
                <w:rtl/>
              </w:rPr>
              <w:t>هازلٌ</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ليس</w:t>
            </w:r>
            <w:r w:rsidR="004C00A8">
              <w:rPr>
                <w:rtl/>
              </w:rPr>
              <w:t xml:space="preserve"> </w:t>
            </w:r>
            <w:r w:rsidRPr="009647FC">
              <w:rPr>
                <w:rtl/>
              </w:rPr>
              <w:t>يدري</w:t>
            </w:r>
            <w:r>
              <w:rPr>
                <w:rtl/>
              </w:rPr>
              <w:t xml:space="preserve"> </w:t>
            </w:r>
            <w:r w:rsidRPr="009647FC">
              <w:rPr>
                <w:rtl/>
              </w:rPr>
              <w:t>كنه</w:t>
            </w:r>
            <w:r>
              <w:rPr>
                <w:rtl/>
              </w:rPr>
              <w:t xml:space="preserve"> </w:t>
            </w:r>
            <w:r w:rsidRPr="009647FC">
              <w:rPr>
                <w:rtl/>
              </w:rPr>
              <w:t>م</w:t>
            </w:r>
            <w:r>
              <w:rPr>
                <w:rtl/>
              </w:rPr>
              <w:t>َ</w:t>
            </w:r>
            <w:r w:rsidRPr="009647FC">
              <w:rPr>
                <w:rtl/>
              </w:rPr>
              <w:t>نْ</w:t>
            </w:r>
            <w:r>
              <w:rPr>
                <w:rtl/>
              </w:rPr>
              <w:t xml:space="preserve"> </w:t>
            </w:r>
            <w:r w:rsidRPr="009647FC">
              <w:rPr>
                <w:rtl/>
              </w:rPr>
              <w:t>كان</w:t>
            </w:r>
            <w:r>
              <w:rPr>
                <w:rtl/>
              </w:rPr>
              <w:t xml:space="preserve"> </w:t>
            </w:r>
            <w:r w:rsidRPr="009647FC">
              <w:rPr>
                <w:rtl/>
              </w:rPr>
              <w:t>نعى</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فدعا</w:t>
            </w:r>
            <w:r w:rsidR="004C00A8">
              <w:rPr>
                <w:rtl/>
              </w:rPr>
              <w:t xml:space="preserve"> </w:t>
            </w:r>
            <w:r w:rsidRPr="009647FC">
              <w:rPr>
                <w:rtl/>
              </w:rPr>
              <w:t>لمّا</w:t>
            </w:r>
            <w:r>
              <w:rPr>
                <w:rtl/>
              </w:rPr>
              <w:t xml:space="preserve"> </w:t>
            </w:r>
            <w:r w:rsidRPr="009647FC">
              <w:rPr>
                <w:rtl/>
              </w:rPr>
              <w:t>أبى</w:t>
            </w:r>
            <w:r>
              <w:rPr>
                <w:rtl/>
              </w:rPr>
              <w:t xml:space="preserve"> </w:t>
            </w:r>
            <w:r w:rsidRPr="009647FC">
              <w:rPr>
                <w:rtl/>
              </w:rPr>
              <w:t>تلك</w:t>
            </w:r>
            <w:r>
              <w:rPr>
                <w:rtl/>
              </w:rPr>
              <w:t xml:space="preserve"> </w:t>
            </w:r>
            <w:r w:rsidRPr="009647FC">
              <w:rPr>
                <w:rtl/>
              </w:rPr>
              <w:t>التي</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طارت</w:t>
            </w:r>
            <w:r>
              <w:rPr>
                <w:rtl/>
              </w:rPr>
              <w:t xml:space="preserve"> </w:t>
            </w:r>
            <w:r w:rsidRPr="009647FC">
              <w:rPr>
                <w:rtl/>
              </w:rPr>
              <w:t>الأحشاء</w:t>
            </w:r>
            <w:r>
              <w:rPr>
                <w:rtl/>
              </w:rPr>
              <w:t xml:space="preserve"> </w:t>
            </w:r>
            <w:r w:rsidRPr="009647FC">
              <w:rPr>
                <w:rtl/>
              </w:rPr>
              <w:t>منها</w:t>
            </w:r>
            <w:r>
              <w:rPr>
                <w:rtl/>
              </w:rPr>
              <w:t xml:space="preserve"> </w:t>
            </w:r>
            <w:r w:rsidRPr="009647FC">
              <w:rPr>
                <w:rtl/>
              </w:rPr>
              <w:t>جزعا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قد</w:t>
            </w:r>
            <w:r w:rsidR="004C00A8">
              <w:rPr>
                <w:rtl/>
              </w:rPr>
              <w:t xml:space="preserve"> </w:t>
            </w:r>
            <w:r w:rsidRPr="009647FC">
              <w:rPr>
                <w:rtl/>
              </w:rPr>
              <w:t>بكى</w:t>
            </w:r>
            <w:r>
              <w:rPr>
                <w:rtl/>
              </w:rPr>
              <w:t xml:space="preserve"> </w:t>
            </w:r>
            <w:r w:rsidRPr="009647FC">
              <w:rPr>
                <w:rtl/>
              </w:rPr>
              <w:t>الغيثُ</w:t>
            </w:r>
            <w:r>
              <w:rPr>
                <w:rtl/>
              </w:rPr>
              <w:t xml:space="preserve"> </w:t>
            </w:r>
            <w:r w:rsidRPr="009647FC">
              <w:rPr>
                <w:rtl/>
              </w:rPr>
              <w:t>أخاه</w:t>
            </w:r>
            <w:r>
              <w:rPr>
                <w:rtl/>
              </w:rPr>
              <w:t xml:space="preserve"> </w:t>
            </w:r>
            <w:r w:rsidRPr="009647FC">
              <w:rPr>
                <w:rtl/>
              </w:rPr>
              <w:t>قبلكم</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فانضحوا</w:t>
            </w:r>
            <w:r>
              <w:rPr>
                <w:rtl/>
              </w:rPr>
              <w:t xml:space="preserve"> </w:t>
            </w:r>
            <w:r w:rsidRPr="009647FC">
              <w:rPr>
                <w:rtl/>
              </w:rPr>
              <w:t>الأكباد</w:t>
            </w:r>
            <w:r>
              <w:rPr>
                <w:rtl/>
              </w:rPr>
              <w:t xml:space="preserve">َ </w:t>
            </w:r>
            <w:r w:rsidRPr="009647FC">
              <w:rPr>
                <w:rtl/>
              </w:rPr>
              <w:t>منكم</w:t>
            </w:r>
            <w:r>
              <w:rPr>
                <w:rtl/>
              </w:rPr>
              <w:t xml:space="preserve"> </w:t>
            </w:r>
            <w:r w:rsidRPr="009647FC">
              <w:rPr>
                <w:rtl/>
              </w:rPr>
              <w:t>أدمعا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رحل</w:t>
            </w:r>
            <w:r>
              <w:rPr>
                <w:rtl/>
              </w:rPr>
              <w:t xml:space="preserve"> (</w:t>
            </w:r>
            <w:r w:rsidRPr="009647FC">
              <w:rPr>
                <w:rtl/>
              </w:rPr>
              <w:t>الصادقُ</w:t>
            </w:r>
            <w:r>
              <w:rPr>
                <w:rtl/>
              </w:rPr>
              <w:t xml:space="preserve">) </w:t>
            </w:r>
            <w:r w:rsidRPr="009647FC">
              <w:rPr>
                <w:rtl/>
              </w:rPr>
              <w:t>منكم</w:t>
            </w:r>
            <w:r>
              <w:rPr>
                <w:rtl/>
              </w:rPr>
              <w:t xml:space="preserve"> (</w:t>
            </w:r>
            <w:r w:rsidRPr="009647FC">
              <w:rPr>
                <w:rtl/>
              </w:rPr>
              <w:t>جعفرٌ</w:t>
            </w:r>
            <w:r>
              <w:rPr>
                <w:rtl/>
              </w:rPr>
              <w:t>)</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وبه</w:t>
            </w:r>
            <w:r>
              <w:rPr>
                <w:rtl/>
              </w:rPr>
              <w:t xml:space="preserve"> </w:t>
            </w:r>
            <w:r w:rsidRPr="009647FC">
              <w:rPr>
                <w:rtl/>
              </w:rPr>
              <w:t>الإسلامُ</w:t>
            </w:r>
            <w:r>
              <w:rPr>
                <w:rtl/>
              </w:rPr>
              <w:t xml:space="preserve"> </w:t>
            </w:r>
            <w:r w:rsidRPr="009647FC">
              <w:rPr>
                <w:rtl/>
              </w:rPr>
              <w:t>قسراً</w:t>
            </w:r>
            <w:r>
              <w:rPr>
                <w:rtl/>
              </w:rPr>
              <w:t xml:space="preserve"> </w:t>
            </w:r>
            <w:r w:rsidRPr="009647FC">
              <w:rPr>
                <w:rtl/>
              </w:rPr>
              <w:t>ف</w:t>
            </w:r>
            <w:r w:rsidRPr="00B371C6">
              <w:rPr>
                <w:rtl/>
              </w:rPr>
              <w:t>ُ</w:t>
            </w:r>
            <w:r w:rsidRPr="009647FC">
              <w:rPr>
                <w:rtl/>
              </w:rPr>
              <w:t>جعا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فإلى</w:t>
            </w:r>
            <w:r>
              <w:rPr>
                <w:rtl/>
              </w:rPr>
              <w:t xml:space="preserve"> </w:t>
            </w:r>
            <w:r w:rsidRPr="009647FC">
              <w:rPr>
                <w:rtl/>
              </w:rPr>
              <w:t>أين</w:t>
            </w:r>
            <w:r>
              <w:rPr>
                <w:rtl/>
              </w:rPr>
              <w:t xml:space="preserve"> </w:t>
            </w:r>
            <w:r w:rsidRPr="009647FC">
              <w:rPr>
                <w:rtl/>
              </w:rPr>
              <w:t>وهل</w:t>
            </w:r>
            <w:r>
              <w:rPr>
                <w:rtl/>
              </w:rPr>
              <w:t xml:space="preserve"> </w:t>
            </w:r>
            <w:r w:rsidRPr="009647FC">
              <w:rPr>
                <w:rtl/>
              </w:rPr>
              <w:t>من</w:t>
            </w:r>
            <w:r>
              <w:rPr>
                <w:rtl/>
              </w:rPr>
              <w:t xml:space="preserve"> </w:t>
            </w:r>
            <w:r w:rsidRPr="009647FC">
              <w:rPr>
                <w:rtl/>
              </w:rPr>
              <w:t>مذهبٍ</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كابدوها</w:t>
            </w:r>
            <w:r w:rsidR="004C00A8">
              <w:rPr>
                <w:rtl/>
              </w:rPr>
              <w:t xml:space="preserve"> </w:t>
            </w:r>
            <w:r w:rsidRPr="009647FC">
              <w:rPr>
                <w:rtl/>
              </w:rPr>
              <w:t>غلةٍ</w:t>
            </w:r>
            <w:r>
              <w:rPr>
                <w:rtl/>
              </w:rPr>
              <w:t xml:space="preserve"> </w:t>
            </w:r>
            <w:r w:rsidRPr="009647FC">
              <w:rPr>
                <w:rtl/>
              </w:rPr>
              <w:t>لن</w:t>
            </w:r>
            <w:r>
              <w:rPr>
                <w:rtl/>
              </w:rPr>
              <w:t xml:space="preserve"> </w:t>
            </w:r>
            <w:r w:rsidRPr="009647FC">
              <w:rPr>
                <w:rtl/>
              </w:rPr>
              <w:t>تنقعا؟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يا</w:t>
            </w:r>
            <w:r w:rsidR="004C00A8">
              <w:rPr>
                <w:rtl/>
              </w:rPr>
              <w:t xml:space="preserve"> </w:t>
            </w:r>
            <w:r>
              <w:rPr>
                <w:rtl/>
              </w:rPr>
              <w:t>(</w:t>
            </w:r>
            <w:r w:rsidRPr="009647FC">
              <w:rPr>
                <w:rtl/>
              </w:rPr>
              <w:t>أبا</w:t>
            </w:r>
            <w:r>
              <w:rPr>
                <w:rtl/>
              </w:rPr>
              <w:t xml:space="preserve"> </w:t>
            </w:r>
            <w:r w:rsidRPr="009647FC">
              <w:rPr>
                <w:rtl/>
              </w:rPr>
              <w:t>موسى</w:t>
            </w:r>
            <w:r>
              <w:rPr>
                <w:rtl/>
              </w:rPr>
              <w:t xml:space="preserve">) </w:t>
            </w:r>
            <w:r w:rsidRPr="009647FC">
              <w:rPr>
                <w:rtl/>
              </w:rPr>
              <w:t>أصخ</w:t>
            </w:r>
            <w:r>
              <w:rPr>
                <w:rtl/>
              </w:rPr>
              <w:t xml:space="preserve"> </w:t>
            </w:r>
            <w:r w:rsidRPr="009647FC">
              <w:rPr>
                <w:rtl/>
              </w:rPr>
              <w:t>لي</w:t>
            </w:r>
            <w:r>
              <w:rPr>
                <w:rtl/>
              </w:rPr>
              <w:t xml:space="preserve"> </w:t>
            </w:r>
            <w:r w:rsidRPr="009647FC">
              <w:rPr>
                <w:rtl/>
              </w:rPr>
              <w:t>سامعا</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وبرغمي</w:t>
            </w:r>
            <w:r>
              <w:rPr>
                <w:rtl/>
              </w:rPr>
              <w:t xml:space="preserve"> </w:t>
            </w:r>
            <w:r w:rsidRPr="009647FC">
              <w:rPr>
                <w:rtl/>
              </w:rPr>
              <w:t>اليوم</w:t>
            </w:r>
            <w:r>
              <w:rPr>
                <w:rtl/>
              </w:rPr>
              <w:t xml:space="preserve"> </w:t>
            </w:r>
            <w:r w:rsidRPr="009647FC">
              <w:rPr>
                <w:rtl/>
              </w:rPr>
              <w:t>أن</w:t>
            </w:r>
            <w:r>
              <w:rPr>
                <w:rtl/>
              </w:rPr>
              <w:t xml:space="preserve"> </w:t>
            </w:r>
            <w:r w:rsidRPr="009647FC">
              <w:rPr>
                <w:rtl/>
              </w:rPr>
              <w:t>لا</w:t>
            </w:r>
            <w:r>
              <w:rPr>
                <w:rtl/>
              </w:rPr>
              <w:t xml:space="preserve"> </w:t>
            </w:r>
            <w:r w:rsidRPr="009647FC">
              <w:rPr>
                <w:rtl/>
              </w:rPr>
              <w:t>تسمعا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بل</w:t>
            </w:r>
            <w:r>
              <w:rPr>
                <w:rtl/>
              </w:rPr>
              <w:t xml:space="preserve"> </w:t>
            </w:r>
            <w:r w:rsidRPr="009647FC">
              <w:rPr>
                <w:rtl/>
              </w:rPr>
              <w:t>كفاني</w:t>
            </w:r>
            <w:r>
              <w:rPr>
                <w:rtl/>
              </w:rPr>
              <w:t xml:space="preserve"> </w:t>
            </w:r>
            <w:r w:rsidRPr="009647FC">
              <w:rPr>
                <w:rtl/>
              </w:rPr>
              <w:t>لوعةً</w:t>
            </w:r>
            <w:r>
              <w:rPr>
                <w:rtl/>
              </w:rPr>
              <w:t xml:space="preserve"> </w:t>
            </w:r>
            <w:r w:rsidRPr="009647FC">
              <w:rPr>
                <w:rtl/>
              </w:rPr>
              <w:t>أن</w:t>
            </w:r>
            <w:r w:rsidRPr="00B371C6">
              <w:rPr>
                <w:rtl/>
              </w:rPr>
              <w:t>ّ</w:t>
            </w:r>
            <w:r w:rsidRPr="009647FC">
              <w:rPr>
                <w:rtl/>
              </w:rPr>
              <w:t>ي</w:t>
            </w:r>
            <w:r>
              <w:rPr>
                <w:rtl/>
              </w:rPr>
              <w:t xml:space="preserve"> </w:t>
            </w:r>
            <w:r w:rsidRPr="009647FC">
              <w:rPr>
                <w:rtl/>
              </w:rPr>
              <w:t>أرى</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منك</w:t>
            </w:r>
            <w:r>
              <w:rPr>
                <w:rtl/>
              </w:rPr>
              <w:t xml:space="preserve"> </w:t>
            </w:r>
            <w:r w:rsidRPr="009647FC">
              <w:rPr>
                <w:rtl/>
              </w:rPr>
              <w:t>أخلى</w:t>
            </w:r>
            <w:r>
              <w:rPr>
                <w:rtl/>
              </w:rPr>
              <w:t xml:space="preserve"> </w:t>
            </w:r>
            <w:r w:rsidRPr="009647FC">
              <w:rPr>
                <w:rtl/>
              </w:rPr>
              <w:t>الموتُ</w:t>
            </w:r>
            <w:r>
              <w:rPr>
                <w:rtl/>
              </w:rPr>
              <w:t xml:space="preserve"> </w:t>
            </w:r>
            <w:r w:rsidRPr="009647FC">
              <w:rPr>
                <w:rtl/>
              </w:rPr>
              <w:t>هذا</w:t>
            </w:r>
            <w:r>
              <w:rPr>
                <w:rtl/>
              </w:rPr>
              <w:t xml:space="preserve"> </w:t>
            </w:r>
            <w:r w:rsidRPr="009647FC">
              <w:rPr>
                <w:rtl/>
              </w:rPr>
              <w:t>الموضعا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أو</w:t>
            </w:r>
            <w:r>
              <w:rPr>
                <w:rtl/>
              </w:rPr>
              <w:t xml:space="preserve"> </w:t>
            </w:r>
            <w:r w:rsidRPr="009647FC">
              <w:rPr>
                <w:rtl/>
              </w:rPr>
              <w:t>ما</w:t>
            </w:r>
            <w:r>
              <w:rPr>
                <w:rtl/>
              </w:rPr>
              <w:t xml:space="preserve"> </w:t>
            </w:r>
            <w:r w:rsidRPr="009647FC">
              <w:rPr>
                <w:rtl/>
              </w:rPr>
              <w:t>عندك</w:t>
            </w:r>
            <w:r>
              <w:rPr>
                <w:rtl/>
              </w:rPr>
              <w:t xml:space="preserve"> </w:t>
            </w:r>
            <w:r w:rsidRPr="009647FC">
              <w:rPr>
                <w:rtl/>
              </w:rPr>
              <w:t>في</w:t>
            </w:r>
            <w:r>
              <w:rPr>
                <w:rtl/>
              </w:rPr>
              <w:t xml:space="preserve"> </w:t>
            </w:r>
            <w:r w:rsidRPr="009647FC">
              <w:rPr>
                <w:rtl/>
              </w:rPr>
              <w:t>نادي</w:t>
            </w:r>
            <w:r>
              <w:rPr>
                <w:rtl/>
              </w:rPr>
              <w:t xml:space="preserve"> </w:t>
            </w:r>
            <w:r w:rsidRPr="009647FC">
              <w:rPr>
                <w:rtl/>
              </w:rPr>
              <w:t>العُلى</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لم</w:t>
            </w:r>
            <w:r w:rsidR="004C00A8">
              <w:rPr>
                <w:rtl/>
              </w:rPr>
              <w:t xml:space="preserve"> </w:t>
            </w:r>
            <w:r w:rsidRPr="009647FC">
              <w:rPr>
                <w:rtl/>
              </w:rPr>
              <w:t>تزل</w:t>
            </w:r>
            <w:r>
              <w:rPr>
                <w:rtl/>
              </w:rPr>
              <w:t xml:space="preserve"> </w:t>
            </w:r>
            <w:r w:rsidRPr="009647FC">
              <w:rPr>
                <w:rtl/>
              </w:rPr>
              <w:t>تحلو</w:t>
            </w:r>
            <w:r>
              <w:rPr>
                <w:rtl/>
              </w:rPr>
              <w:t xml:space="preserve"> </w:t>
            </w:r>
            <w:r w:rsidRPr="009647FC">
              <w:rPr>
                <w:rtl/>
              </w:rPr>
              <w:t>القوافي</w:t>
            </w:r>
            <w:r>
              <w:rPr>
                <w:rtl/>
              </w:rPr>
              <w:t xml:space="preserve"> </w:t>
            </w:r>
            <w:r w:rsidRPr="009647FC">
              <w:rPr>
                <w:rtl/>
              </w:rPr>
              <w:t>موقعا؟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أين</w:t>
            </w:r>
            <w:r>
              <w:rPr>
                <w:rtl/>
              </w:rPr>
              <w:t xml:space="preserve"> </w:t>
            </w:r>
            <w:r w:rsidRPr="009647FC">
              <w:rPr>
                <w:rtl/>
              </w:rPr>
              <w:t>ذاك</w:t>
            </w:r>
            <w:r>
              <w:rPr>
                <w:rtl/>
              </w:rPr>
              <w:t xml:space="preserve"> </w:t>
            </w:r>
            <w:r w:rsidRPr="009647FC">
              <w:rPr>
                <w:rtl/>
              </w:rPr>
              <w:t>الوجهُ</w:t>
            </w:r>
            <w:r>
              <w:rPr>
                <w:rtl/>
              </w:rPr>
              <w:t xml:space="preserve"> </w:t>
            </w:r>
            <w:r w:rsidRPr="009647FC">
              <w:rPr>
                <w:rtl/>
              </w:rPr>
              <w:t>ما</w:t>
            </w:r>
            <w:r>
              <w:rPr>
                <w:rtl/>
              </w:rPr>
              <w:t xml:space="preserve"> </w:t>
            </w:r>
            <w:r w:rsidRPr="009647FC">
              <w:rPr>
                <w:rtl/>
              </w:rPr>
              <w:t>حيّيته؟</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بطريف</w:t>
            </w:r>
            <w:r w:rsidR="004C00A8">
              <w:rPr>
                <w:rtl/>
              </w:rPr>
              <w:t xml:space="preserve"> </w:t>
            </w:r>
            <w:r w:rsidRPr="009647FC">
              <w:rPr>
                <w:rtl/>
              </w:rPr>
              <w:t>المدح</w:t>
            </w:r>
            <w:r>
              <w:rPr>
                <w:rtl/>
              </w:rPr>
              <w:t xml:space="preserve"> </w:t>
            </w:r>
            <w:r w:rsidRPr="009647FC">
              <w:rPr>
                <w:rtl/>
              </w:rPr>
              <w:t>إلاّ</w:t>
            </w:r>
            <w:r>
              <w:rPr>
                <w:rtl/>
              </w:rPr>
              <w:t xml:space="preserve"> </w:t>
            </w:r>
            <w:r w:rsidRPr="009647FC">
              <w:rPr>
                <w:rtl/>
              </w:rPr>
              <w:t>التمعا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أين</w:t>
            </w:r>
            <w:r>
              <w:rPr>
                <w:rtl/>
              </w:rPr>
              <w:t xml:space="preserve"> </w:t>
            </w:r>
            <w:r w:rsidRPr="009647FC">
              <w:rPr>
                <w:rtl/>
              </w:rPr>
              <w:t>ذاك</w:t>
            </w:r>
            <w:r>
              <w:rPr>
                <w:rtl/>
              </w:rPr>
              <w:t xml:space="preserve"> </w:t>
            </w:r>
            <w:r w:rsidRPr="009647FC">
              <w:rPr>
                <w:rtl/>
              </w:rPr>
              <w:t>الكفُّ</w:t>
            </w:r>
            <w:r>
              <w:rPr>
                <w:rtl/>
              </w:rPr>
              <w:t xml:space="preserve"> </w:t>
            </w:r>
            <w:r w:rsidRPr="009647FC">
              <w:rPr>
                <w:rtl/>
              </w:rPr>
              <w:t>تندى</w:t>
            </w:r>
            <w:r>
              <w:rPr>
                <w:rtl/>
              </w:rPr>
              <w:t xml:space="preserve"> </w:t>
            </w:r>
            <w:r w:rsidRPr="009647FC">
              <w:rPr>
                <w:rtl/>
              </w:rPr>
              <w:t>كرما؟</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كل</w:t>
            </w:r>
            <w:r w:rsidRPr="00B371C6">
              <w:rPr>
                <w:rtl/>
              </w:rPr>
              <w:t>ّ</w:t>
            </w:r>
            <w:r w:rsidRPr="009647FC">
              <w:rPr>
                <w:rtl/>
              </w:rPr>
              <w:t>ما</w:t>
            </w:r>
            <w:r>
              <w:rPr>
                <w:rtl/>
              </w:rPr>
              <w:t xml:space="preserve"> </w:t>
            </w:r>
            <w:r w:rsidRPr="009647FC">
              <w:rPr>
                <w:rtl/>
              </w:rPr>
              <w:t>جفّ</w:t>
            </w:r>
            <w:r>
              <w:rPr>
                <w:rtl/>
              </w:rPr>
              <w:t xml:space="preserve">َ </w:t>
            </w:r>
            <w:r w:rsidRPr="009647FC">
              <w:rPr>
                <w:rtl/>
              </w:rPr>
              <w:t>الحيا</w:t>
            </w:r>
            <w:r>
              <w:rPr>
                <w:rtl/>
              </w:rPr>
              <w:t xml:space="preserve"> </w:t>
            </w:r>
            <w:r w:rsidRPr="009647FC">
              <w:rPr>
                <w:rtl/>
              </w:rPr>
              <w:t>أو</w:t>
            </w:r>
            <w:r>
              <w:rPr>
                <w:rtl/>
              </w:rPr>
              <w:t xml:space="preserve"> </w:t>
            </w:r>
            <w:r w:rsidRPr="009647FC">
              <w:rPr>
                <w:rtl/>
              </w:rPr>
              <w:t>منعا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هاكِ</w:t>
            </w:r>
            <w:r w:rsidR="004C00A8">
              <w:rPr>
                <w:rtl/>
              </w:rPr>
              <w:t xml:space="preserve"> </w:t>
            </w:r>
            <w:r w:rsidRPr="009647FC">
              <w:rPr>
                <w:rtl/>
              </w:rPr>
              <w:t>يا</w:t>
            </w:r>
            <w:r>
              <w:rPr>
                <w:rtl/>
              </w:rPr>
              <w:t xml:space="preserve"> </w:t>
            </w:r>
            <w:r w:rsidRPr="009647FC">
              <w:rPr>
                <w:rtl/>
              </w:rPr>
              <w:t>أفعى</w:t>
            </w:r>
            <w:r>
              <w:rPr>
                <w:rtl/>
              </w:rPr>
              <w:t xml:space="preserve"> </w:t>
            </w:r>
            <w:r w:rsidRPr="009647FC">
              <w:rPr>
                <w:rtl/>
              </w:rPr>
              <w:t>الليالي</w:t>
            </w:r>
            <w:r>
              <w:rPr>
                <w:rtl/>
              </w:rPr>
              <w:t xml:space="preserve"> </w:t>
            </w:r>
            <w:r w:rsidRPr="009647FC">
              <w:rPr>
                <w:rtl/>
              </w:rPr>
              <w:t>كبدي</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فانهشي</w:t>
            </w:r>
            <w:r>
              <w:rPr>
                <w:rtl/>
              </w:rPr>
              <w:t xml:space="preserve"> </w:t>
            </w:r>
            <w:r w:rsidRPr="009647FC">
              <w:rPr>
                <w:rtl/>
              </w:rPr>
              <w:t>منها</w:t>
            </w:r>
            <w:r>
              <w:rPr>
                <w:rtl/>
              </w:rPr>
              <w:t xml:space="preserve"> </w:t>
            </w:r>
            <w:r w:rsidRPr="009647FC">
              <w:rPr>
                <w:rtl/>
              </w:rPr>
              <w:t>بنابيْك</w:t>
            </w:r>
            <w:r>
              <w:rPr>
                <w:rtl/>
              </w:rPr>
              <w:t xml:space="preserve"> </w:t>
            </w:r>
            <w:r w:rsidRPr="009647FC">
              <w:rPr>
                <w:rtl/>
              </w:rPr>
              <w:t>معا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مات</w:t>
            </w:r>
            <w:r>
              <w:rPr>
                <w:rtl/>
              </w:rPr>
              <w:t xml:space="preserve"> </w:t>
            </w:r>
            <w:r w:rsidRPr="009647FC">
              <w:rPr>
                <w:rtl/>
              </w:rPr>
              <w:t>من</w:t>
            </w:r>
            <w:r>
              <w:rPr>
                <w:rtl/>
              </w:rPr>
              <w:t xml:space="preserve"> </w:t>
            </w:r>
            <w:r w:rsidRPr="009647FC">
              <w:rPr>
                <w:rtl/>
              </w:rPr>
              <w:t>يثنيك</w:t>
            </w:r>
            <w:r>
              <w:rPr>
                <w:rtl/>
              </w:rPr>
              <w:t xml:space="preserve"> </w:t>
            </w:r>
            <w:r w:rsidRPr="009647FC">
              <w:rPr>
                <w:rtl/>
              </w:rPr>
              <w:t>يا</w:t>
            </w:r>
            <w:r>
              <w:rPr>
                <w:rtl/>
              </w:rPr>
              <w:t xml:space="preserve"> </w:t>
            </w:r>
            <w:r w:rsidRPr="009647FC">
              <w:rPr>
                <w:rtl/>
              </w:rPr>
              <w:t>نضناضةً</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ترشحين</w:t>
            </w:r>
            <w:r w:rsidR="004C00A8">
              <w:rPr>
                <w:rtl/>
              </w:rPr>
              <w:t xml:space="preserve"> </w:t>
            </w:r>
            <w:r w:rsidRPr="009647FC">
              <w:rPr>
                <w:rtl/>
              </w:rPr>
              <w:t>الموت</w:t>
            </w:r>
            <w:r>
              <w:rPr>
                <w:rtl/>
              </w:rPr>
              <w:t xml:space="preserve"> </w:t>
            </w:r>
            <w:r w:rsidRPr="009647FC">
              <w:rPr>
                <w:rtl/>
              </w:rPr>
              <w:t>سمّاً</w:t>
            </w:r>
            <w:r>
              <w:rPr>
                <w:rtl/>
              </w:rPr>
              <w:t xml:space="preserve"> </w:t>
            </w:r>
            <w:r w:rsidRPr="009647FC">
              <w:rPr>
                <w:rtl/>
              </w:rPr>
              <w:t>منقعا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واقشعرّي</w:t>
            </w:r>
            <w:r w:rsidR="004C00A8">
              <w:rPr>
                <w:rtl/>
              </w:rPr>
              <w:t xml:space="preserve"> </w:t>
            </w:r>
            <w:r w:rsidRPr="009647FC">
              <w:rPr>
                <w:rtl/>
              </w:rPr>
              <w:t>أي</w:t>
            </w:r>
            <w:r w:rsidRPr="00B371C6">
              <w:rPr>
                <w:rtl/>
              </w:rPr>
              <w:t>ّ</w:t>
            </w:r>
            <w:r w:rsidRPr="009647FC">
              <w:rPr>
                <w:rtl/>
              </w:rPr>
              <w:t>ها</w:t>
            </w:r>
            <w:r>
              <w:rPr>
                <w:rtl/>
              </w:rPr>
              <w:t xml:space="preserve"> </w:t>
            </w:r>
            <w:r w:rsidRPr="009647FC">
              <w:rPr>
                <w:rtl/>
              </w:rPr>
              <w:t>الأرضُ</w:t>
            </w:r>
            <w:r>
              <w:rPr>
                <w:rtl/>
              </w:rPr>
              <w:t xml:space="preserve"> </w:t>
            </w:r>
            <w:r w:rsidRPr="009647FC">
              <w:rPr>
                <w:rtl/>
              </w:rPr>
              <w:t>بنا</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فغمامُ</w:t>
            </w:r>
            <w:r>
              <w:rPr>
                <w:rtl/>
              </w:rPr>
              <w:t xml:space="preserve"> </w:t>
            </w:r>
            <w:r w:rsidRPr="009647FC">
              <w:rPr>
                <w:rtl/>
              </w:rPr>
              <w:t>الجود</w:t>
            </w:r>
            <w:r>
              <w:rPr>
                <w:rtl/>
              </w:rPr>
              <w:t xml:space="preserve"> </w:t>
            </w:r>
            <w:r w:rsidRPr="009647FC">
              <w:rPr>
                <w:rtl/>
              </w:rPr>
              <w:t>عنّا</w:t>
            </w:r>
            <w:r>
              <w:rPr>
                <w:rtl/>
              </w:rPr>
              <w:t xml:space="preserve"> </w:t>
            </w:r>
            <w:r w:rsidRPr="009647FC">
              <w:rPr>
                <w:rtl/>
              </w:rPr>
              <w:t>انقشعا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وطراف</w:t>
            </w:r>
            <w:r>
              <w:rPr>
                <w:rtl/>
              </w:rPr>
              <w:t xml:space="preserve">َ </w:t>
            </w:r>
            <w:r w:rsidRPr="009647FC">
              <w:rPr>
                <w:rtl/>
              </w:rPr>
              <w:t>المجد</w:t>
            </w:r>
            <w:r>
              <w:rPr>
                <w:rtl/>
              </w:rPr>
              <w:t xml:space="preserve"> </w:t>
            </w:r>
            <w:r w:rsidRPr="009647FC">
              <w:rPr>
                <w:rtl/>
              </w:rPr>
              <w:t>قوِّض</w:t>
            </w:r>
            <w:r>
              <w:rPr>
                <w:rtl/>
              </w:rPr>
              <w:t xml:space="preserve"> </w:t>
            </w:r>
            <w:r w:rsidRPr="009647FC">
              <w:rPr>
                <w:rtl/>
              </w:rPr>
              <w:t>زائلا</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فعمادُ</w:t>
            </w:r>
            <w:r w:rsidR="004C00A8">
              <w:rPr>
                <w:rtl/>
              </w:rPr>
              <w:t xml:space="preserve"> </w:t>
            </w:r>
            <w:r w:rsidRPr="009647FC">
              <w:rPr>
                <w:rtl/>
              </w:rPr>
              <w:t>المجد</w:t>
            </w:r>
            <w:r>
              <w:rPr>
                <w:rtl/>
              </w:rPr>
              <w:t xml:space="preserve"> </w:t>
            </w:r>
            <w:r w:rsidRPr="009647FC">
              <w:rPr>
                <w:rtl/>
              </w:rPr>
              <w:t>منك</w:t>
            </w:r>
            <w:r>
              <w:rPr>
                <w:rtl/>
              </w:rPr>
              <w:t xml:space="preserve"> </w:t>
            </w:r>
            <w:r w:rsidRPr="009647FC">
              <w:rPr>
                <w:rtl/>
              </w:rPr>
              <w:t>انتزعا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عثر</w:t>
            </w:r>
            <w:r>
              <w:rPr>
                <w:rtl/>
              </w:rPr>
              <w:t xml:space="preserve"> </w:t>
            </w:r>
            <w:r w:rsidRPr="009647FC">
              <w:rPr>
                <w:rtl/>
              </w:rPr>
              <w:t>الدهرُ</w:t>
            </w:r>
            <w:r>
              <w:rPr>
                <w:rtl/>
              </w:rPr>
              <w:t xml:space="preserve"> </w:t>
            </w:r>
            <w:r w:rsidRPr="009647FC">
              <w:rPr>
                <w:rtl/>
              </w:rPr>
              <w:t>فقولا</w:t>
            </w:r>
            <w:r>
              <w:rPr>
                <w:rtl/>
              </w:rPr>
              <w:t xml:space="preserve"> </w:t>
            </w:r>
            <w:r w:rsidRPr="009647FC">
              <w:rPr>
                <w:rtl/>
              </w:rPr>
              <w:t>لا</w:t>
            </w:r>
            <w:r>
              <w:rPr>
                <w:rtl/>
              </w:rPr>
              <w:t xml:space="preserve"> </w:t>
            </w:r>
            <w:r w:rsidRPr="009647FC">
              <w:rPr>
                <w:rtl/>
              </w:rPr>
              <w:t>لعا</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فخذا</w:t>
            </w:r>
            <w:r w:rsidR="004C00A8">
              <w:rPr>
                <w:rtl/>
              </w:rPr>
              <w:t xml:space="preserve"> </w:t>
            </w:r>
            <w:r w:rsidRPr="009647FC">
              <w:rPr>
                <w:rtl/>
              </w:rPr>
              <w:t>باللوم</w:t>
            </w:r>
            <w:r>
              <w:rPr>
                <w:rtl/>
              </w:rPr>
              <w:t xml:space="preserve"> </w:t>
            </w:r>
            <w:r w:rsidRPr="009647FC">
              <w:rPr>
                <w:rtl/>
              </w:rPr>
              <w:t>منه</w:t>
            </w:r>
            <w:r>
              <w:rPr>
                <w:rtl/>
              </w:rPr>
              <w:t xml:space="preserve"> </w:t>
            </w:r>
            <w:r w:rsidRPr="009647FC">
              <w:rPr>
                <w:rtl/>
              </w:rPr>
              <w:t>أو</w:t>
            </w:r>
            <w:r>
              <w:rPr>
                <w:rtl/>
              </w:rPr>
              <w:t xml:space="preserve"> </w:t>
            </w:r>
            <w:r w:rsidRPr="009647FC">
              <w:rPr>
                <w:rtl/>
              </w:rPr>
              <w:t>دعا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فلقد</w:t>
            </w:r>
            <w:r w:rsidR="004C00A8">
              <w:rPr>
                <w:rtl/>
              </w:rPr>
              <w:t xml:space="preserve"> </w:t>
            </w:r>
            <w:r w:rsidRPr="009647FC">
              <w:rPr>
                <w:rtl/>
              </w:rPr>
              <w:t>جاء</w:t>
            </w:r>
            <w:r>
              <w:rPr>
                <w:rtl/>
              </w:rPr>
              <w:t xml:space="preserve"> </w:t>
            </w:r>
            <w:r w:rsidRPr="009647FC">
              <w:rPr>
                <w:rtl/>
              </w:rPr>
              <w:t>بها</w:t>
            </w:r>
            <w:r>
              <w:rPr>
                <w:rtl/>
              </w:rPr>
              <w:t xml:space="preserve"> </w:t>
            </w:r>
            <w:r w:rsidRPr="009647FC">
              <w:rPr>
                <w:rtl/>
              </w:rPr>
              <w:t>قاصمةً</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خلعت</w:t>
            </w:r>
            <w:r>
              <w:rPr>
                <w:rtl/>
              </w:rPr>
              <w:t xml:space="preserve"> </w:t>
            </w:r>
            <w:r w:rsidRPr="009647FC">
              <w:rPr>
                <w:rtl/>
              </w:rPr>
              <w:t>صلب</w:t>
            </w:r>
            <w:r>
              <w:rPr>
                <w:rtl/>
              </w:rPr>
              <w:t xml:space="preserve">َ </w:t>
            </w:r>
            <w:r w:rsidRPr="009647FC">
              <w:rPr>
                <w:rtl/>
              </w:rPr>
              <w:t>العلى</w:t>
            </w:r>
            <w:r>
              <w:rPr>
                <w:rtl/>
              </w:rPr>
              <w:t xml:space="preserve"> </w:t>
            </w:r>
            <w:r w:rsidRPr="009647FC">
              <w:rPr>
                <w:rtl/>
              </w:rPr>
              <w:t>فانخلعا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انتهت</w:t>
            </w:r>
            <w:r w:rsidR="004C00A8">
              <w:rPr>
                <w:rtl/>
              </w:rPr>
              <w:t xml:space="preserve"> </w:t>
            </w:r>
            <w:r w:rsidRPr="009647FC">
              <w:rPr>
                <w:rtl/>
              </w:rPr>
              <w:t>كلُ</w:t>
            </w:r>
            <w:r>
              <w:rPr>
                <w:rtl/>
              </w:rPr>
              <w:t xml:space="preserve"> </w:t>
            </w:r>
            <w:r w:rsidRPr="009647FC">
              <w:rPr>
                <w:rtl/>
              </w:rPr>
              <w:t>الرزايا</w:t>
            </w:r>
            <w:r>
              <w:rPr>
                <w:rtl/>
              </w:rPr>
              <w:t xml:space="preserve"> </w:t>
            </w:r>
            <w:r w:rsidRPr="009647FC">
              <w:rPr>
                <w:rtl/>
              </w:rPr>
              <w:t>عندها</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فتعدّى</w:t>
            </w:r>
            <w:r w:rsidR="004C00A8">
              <w:rPr>
                <w:rtl/>
              </w:rPr>
              <w:t xml:space="preserve"> </w:t>
            </w:r>
            <w:r w:rsidRPr="009647FC">
              <w:rPr>
                <w:rtl/>
              </w:rPr>
              <w:t>العذلُ</w:t>
            </w:r>
            <w:r>
              <w:rPr>
                <w:rtl/>
              </w:rPr>
              <w:t xml:space="preserve"> </w:t>
            </w:r>
            <w:r w:rsidRPr="009647FC">
              <w:rPr>
                <w:rtl/>
              </w:rPr>
              <w:t>والعذر</w:t>
            </w:r>
            <w:r>
              <w:rPr>
                <w:rtl/>
              </w:rPr>
              <w:t xml:space="preserve"> </w:t>
            </w:r>
            <w:r w:rsidRPr="009647FC">
              <w:rPr>
                <w:rtl/>
              </w:rPr>
              <w:t>معا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أدرى</w:t>
            </w:r>
            <w:r>
              <w:rPr>
                <w:rtl/>
              </w:rPr>
              <w:t xml:space="preserve"> </w:t>
            </w:r>
            <w:r w:rsidRPr="009647FC">
              <w:rPr>
                <w:rtl/>
              </w:rPr>
              <w:t>أيّ</w:t>
            </w:r>
            <w:r>
              <w:rPr>
                <w:rtl/>
              </w:rPr>
              <w:t xml:space="preserve"> </w:t>
            </w:r>
            <w:r w:rsidRPr="009647FC">
              <w:rPr>
                <w:rtl/>
              </w:rPr>
              <w:t>صفاتٍ</w:t>
            </w:r>
            <w:r>
              <w:rPr>
                <w:rtl/>
              </w:rPr>
              <w:t xml:space="preserve"> </w:t>
            </w:r>
            <w:r w:rsidRPr="009647FC">
              <w:rPr>
                <w:rtl/>
              </w:rPr>
              <w:t>قرعا</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أم</w:t>
            </w:r>
            <w:r w:rsidR="004C00A8">
              <w:rPr>
                <w:rtl/>
              </w:rPr>
              <w:t xml:space="preserve"> </w:t>
            </w:r>
            <w:r w:rsidRPr="009647FC">
              <w:rPr>
                <w:rtl/>
              </w:rPr>
              <w:t>درى</w:t>
            </w:r>
            <w:r>
              <w:rPr>
                <w:rtl/>
              </w:rPr>
              <w:t xml:space="preserve"> </w:t>
            </w:r>
            <w:r w:rsidRPr="009647FC">
              <w:rPr>
                <w:rtl/>
              </w:rPr>
              <w:t>أيّ</w:t>
            </w:r>
            <w:r>
              <w:rPr>
                <w:rtl/>
              </w:rPr>
              <w:t xml:space="preserve">َ </w:t>
            </w:r>
            <w:r w:rsidRPr="009647FC">
              <w:rPr>
                <w:rtl/>
              </w:rPr>
              <w:t>قناةٍ</w:t>
            </w:r>
            <w:r>
              <w:rPr>
                <w:rtl/>
              </w:rPr>
              <w:t xml:space="preserve"> </w:t>
            </w:r>
            <w:r w:rsidRPr="009647FC">
              <w:rPr>
                <w:rtl/>
              </w:rPr>
              <w:t>صدعا؟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فاستحالت</w:t>
            </w:r>
            <w:r w:rsidR="004C00A8">
              <w:rPr>
                <w:rtl/>
              </w:rPr>
              <w:t xml:space="preserve"> </w:t>
            </w:r>
            <w:r w:rsidRPr="009647FC">
              <w:rPr>
                <w:rtl/>
              </w:rPr>
              <w:t>مقلةُ</w:t>
            </w:r>
            <w:r>
              <w:rPr>
                <w:rtl/>
              </w:rPr>
              <w:t xml:space="preserve"> </w:t>
            </w:r>
            <w:r w:rsidRPr="009647FC">
              <w:rPr>
                <w:rtl/>
              </w:rPr>
              <w:t>الدين</w:t>
            </w:r>
            <w:r>
              <w:rPr>
                <w:rtl/>
              </w:rPr>
              <w:t xml:space="preserve"> </w:t>
            </w:r>
            <w:r w:rsidRPr="009647FC">
              <w:rPr>
                <w:rtl/>
              </w:rPr>
              <w:t>قذا</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طبنه</w:t>
            </w:r>
            <w:r w:rsidR="004C00A8">
              <w:rPr>
                <w:rtl/>
              </w:rPr>
              <w:t xml:space="preserve"> </w:t>
            </w:r>
            <w:r>
              <w:rPr>
                <w:rtl/>
              </w:rPr>
              <w:t>(</w:t>
            </w:r>
            <w:r w:rsidRPr="009647FC">
              <w:rPr>
                <w:rtl/>
              </w:rPr>
              <w:t>المهديُّ</w:t>
            </w:r>
            <w:r>
              <w:rPr>
                <w:rtl/>
              </w:rPr>
              <w:t xml:space="preserve">) </w:t>
            </w:r>
            <w:r w:rsidRPr="009647FC">
              <w:rPr>
                <w:rtl/>
              </w:rPr>
              <w:t>حتى</w:t>
            </w:r>
            <w:r>
              <w:rPr>
                <w:rtl/>
              </w:rPr>
              <w:t xml:space="preserve"> </w:t>
            </w:r>
            <w:r w:rsidRPr="009647FC">
              <w:rPr>
                <w:rtl/>
              </w:rPr>
              <w:t>هجعا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إن</w:t>
            </w:r>
            <w:r w:rsidRPr="00B371C6">
              <w:rPr>
                <w:rtl/>
              </w:rPr>
              <w:t>ّ</w:t>
            </w:r>
            <w:r w:rsidRPr="009647FC">
              <w:rPr>
                <w:rtl/>
              </w:rPr>
              <w:t>ما</w:t>
            </w:r>
            <w:r w:rsidR="004C00A8">
              <w:rPr>
                <w:rtl/>
              </w:rPr>
              <w:t xml:space="preserve"> </w:t>
            </w:r>
            <w:r>
              <w:rPr>
                <w:rtl/>
              </w:rPr>
              <w:t>(</w:t>
            </w:r>
            <w:r w:rsidRPr="009647FC">
              <w:rPr>
                <w:rtl/>
              </w:rPr>
              <w:t>المهديُّ</w:t>
            </w:r>
            <w:r>
              <w:rPr>
                <w:rtl/>
              </w:rPr>
              <w:t xml:space="preserve">) </w:t>
            </w:r>
            <w:r w:rsidRPr="009647FC">
              <w:rPr>
                <w:rtl/>
              </w:rPr>
              <w:t>فينا</w:t>
            </w:r>
            <w:r>
              <w:rPr>
                <w:rtl/>
              </w:rPr>
              <w:t xml:space="preserve"> </w:t>
            </w:r>
            <w:r w:rsidRPr="009647FC">
              <w:rPr>
                <w:rtl/>
              </w:rPr>
              <w:t>آيةٌ</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بهر</w:t>
            </w:r>
            <w:r w:rsidR="004C00A8">
              <w:rPr>
                <w:rtl/>
              </w:rPr>
              <w:t xml:space="preserve"> </w:t>
            </w:r>
            <w:r w:rsidRPr="009647FC">
              <w:rPr>
                <w:rtl/>
              </w:rPr>
              <w:t>الخالق</w:t>
            </w:r>
            <w:r>
              <w:rPr>
                <w:rtl/>
              </w:rPr>
              <w:t xml:space="preserve">َ </w:t>
            </w:r>
            <w:r w:rsidRPr="009647FC">
              <w:rPr>
                <w:rtl/>
              </w:rPr>
              <w:t>فيما</w:t>
            </w:r>
            <w:r>
              <w:rPr>
                <w:rtl/>
              </w:rPr>
              <w:t xml:space="preserve"> </w:t>
            </w:r>
            <w:r w:rsidRPr="009647FC">
              <w:rPr>
                <w:rtl/>
              </w:rPr>
              <w:t>ابتدعا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لم</w:t>
            </w:r>
            <w:r w:rsidR="004C00A8">
              <w:rPr>
                <w:rtl/>
              </w:rPr>
              <w:t xml:space="preserve"> </w:t>
            </w:r>
            <w:r w:rsidRPr="009647FC">
              <w:rPr>
                <w:rtl/>
              </w:rPr>
              <w:t>يزعزعْ</w:t>
            </w:r>
            <w:r>
              <w:rPr>
                <w:rtl/>
              </w:rPr>
              <w:t xml:space="preserve"> </w:t>
            </w:r>
            <w:r w:rsidRPr="009647FC">
              <w:rPr>
                <w:rtl/>
              </w:rPr>
              <w:t>حلمه</w:t>
            </w:r>
            <w:r>
              <w:rPr>
                <w:rtl/>
              </w:rPr>
              <w:t xml:space="preserve"> </w:t>
            </w:r>
            <w:r w:rsidRPr="009647FC">
              <w:rPr>
                <w:rtl/>
              </w:rPr>
              <w:t>الخطبُ</w:t>
            </w:r>
            <w:r>
              <w:rPr>
                <w:rtl/>
              </w:rPr>
              <w:t xml:space="preserve"> </w:t>
            </w:r>
            <w:r w:rsidRPr="009647FC">
              <w:rPr>
                <w:rtl/>
              </w:rPr>
              <w:t>الذي</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لو</w:t>
            </w:r>
            <w:r w:rsidR="004C00A8">
              <w:rPr>
                <w:rtl/>
              </w:rPr>
              <w:t xml:space="preserve"> </w:t>
            </w:r>
            <w:r w:rsidRPr="009647FC">
              <w:rPr>
                <w:rtl/>
              </w:rPr>
              <w:t>به</w:t>
            </w:r>
            <w:r>
              <w:rPr>
                <w:rtl/>
              </w:rPr>
              <w:t xml:space="preserve"> </w:t>
            </w:r>
            <w:r w:rsidRPr="009647FC">
              <w:rPr>
                <w:rtl/>
              </w:rPr>
              <w:t>يقرع</w:t>
            </w:r>
            <w:r>
              <w:rPr>
                <w:rtl/>
              </w:rPr>
              <w:t xml:space="preserve"> </w:t>
            </w:r>
            <w:r w:rsidRPr="009647FC">
              <w:rPr>
                <w:rtl/>
              </w:rPr>
              <w:t>رضوى</w:t>
            </w:r>
            <w:r>
              <w:rPr>
                <w:rtl/>
              </w:rPr>
              <w:t xml:space="preserve"> </w:t>
            </w:r>
            <w:r w:rsidRPr="009647FC">
              <w:rPr>
                <w:rtl/>
              </w:rPr>
              <w:t>زعزعا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ملك</w:t>
            </w:r>
            <w:r>
              <w:rPr>
                <w:rtl/>
              </w:rPr>
              <w:t xml:space="preserve">َ </w:t>
            </w:r>
            <w:r w:rsidRPr="009647FC">
              <w:rPr>
                <w:rtl/>
              </w:rPr>
              <w:t>الأجفان</w:t>
            </w:r>
            <w:r>
              <w:rPr>
                <w:rtl/>
              </w:rPr>
              <w:t xml:space="preserve">َ </w:t>
            </w:r>
            <w:r w:rsidRPr="009647FC">
              <w:rPr>
                <w:rtl/>
              </w:rPr>
              <w:t>لكن</w:t>
            </w:r>
            <w:r>
              <w:rPr>
                <w:rtl/>
              </w:rPr>
              <w:t xml:space="preserve"> </w:t>
            </w:r>
            <w:r w:rsidRPr="009647FC">
              <w:rPr>
                <w:rtl/>
              </w:rPr>
              <w:t>قلبُه</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والجوى</w:t>
            </w:r>
            <w:r>
              <w:rPr>
                <w:rtl/>
              </w:rPr>
              <w:t xml:space="preserve"> </w:t>
            </w:r>
            <w:r w:rsidRPr="009647FC">
              <w:rPr>
                <w:rtl/>
              </w:rPr>
              <w:t>خلف</w:t>
            </w:r>
            <w:r>
              <w:rPr>
                <w:rtl/>
              </w:rPr>
              <w:t xml:space="preserve"> </w:t>
            </w:r>
            <w:r w:rsidRPr="009647FC">
              <w:rPr>
                <w:rtl/>
              </w:rPr>
              <w:t>الضلوع</w:t>
            </w:r>
            <w:r>
              <w:rPr>
                <w:rtl/>
              </w:rPr>
              <w:t xml:space="preserve"> </w:t>
            </w:r>
            <w:r w:rsidRPr="009647FC">
              <w:rPr>
                <w:rtl/>
              </w:rPr>
              <w:t>اصطرعا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1A22F7" w:rsidRPr="00524A24" w:rsidTr="001A22F7">
        <w:trPr>
          <w:trHeight w:val="350"/>
        </w:trPr>
        <w:tc>
          <w:tcPr>
            <w:tcW w:w="3902" w:type="dxa"/>
          </w:tcPr>
          <w:p w:rsidR="001A22F7" w:rsidRPr="00524A24" w:rsidRDefault="001A22F7" w:rsidP="00E72FFC">
            <w:pPr>
              <w:pStyle w:val="libPoem"/>
            </w:pPr>
            <w:r w:rsidRPr="009647FC">
              <w:rPr>
                <w:rtl/>
              </w:rPr>
              <w:lastRenderedPageBreak/>
              <w:t>أي</w:t>
            </w:r>
            <w:r w:rsidRPr="00B371C6">
              <w:rPr>
                <w:rtl/>
              </w:rPr>
              <w:t>ّ</w:t>
            </w:r>
            <w:r w:rsidRPr="009647FC">
              <w:rPr>
                <w:rtl/>
              </w:rPr>
              <w:t>ها</w:t>
            </w:r>
            <w:r w:rsidR="004C00A8">
              <w:rPr>
                <w:rtl/>
              </w:rPr>
              <w:t xml:space="preserve"> </w:t>
            </w:r>
            <w:r w:rsidRPr="009647FC">
              <w:rPr>
                <w:rtl/>
              </w:rPr>
              <w:t>الحاملُ</w:t>
            </w:r>
            <w:r>
              <w:rPr>
                <w:rtl/>
              </w:rPr>
              <w:t xml:space="preserve"> </w:t>
            </w:r>
            <w:r w:rsidRPr="009647FC">
              <w:rPr>
                <w:rtl/>
              </w:rPr>
              <w:t>أعباء</w:t>
            </w:r>
            <w:r>
              <w:rPr>
                <w:rtl/>
              </w:rPr>
              <w:t xml:space="preserve"> </w:t>
            </w:r>
            <w:r w:rsidRPr="009647FC">
              <w:rPr>
                <w:rtl/>
              </w:rPr>
              <w:t>العُلى</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ناهضاً</w:t>
            </w:r>
            <w:r>
              <w:rPr>
                <w:rtl/>
              </w:rPr>
              <w:t xml:space="preserve"> </w:t>
            </w:r>
            <w:r w:rsidRPr="009647FC">
              <w:rPr>
                <w:rtl/>
              </w:rPr>
              <w:t>في</w:t>
            </w:r>
            <w:r>
              <w:rPr>
                <w:rtl/>
              </w:rPr>
              <w:t xml:space="preserve"> </w:t>
            </w:r>
            <w:r w:rsidRPr="009647FC">
              <w:rPr>
                <w:rtl/>
              </w:rPr>
              <w:t>ثقلها</w:t>
            </w:r>
            <w:r>
              <w:rPr>
                <w:rtl/>
              </w:rPr>
              <w:t xml:space="preserve"> </w:t>
            </w:r>
            <w:r w:rsidRPr="009647FC">
              <w:rPr>
                <w:rtl/>
              </w:rPr>
              <w:t>مضطلعا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مقتدى</w:t>
            </w:r>
            <w:r w:rsidR="004C00A8">
              <w:rPr>
                <w:rtl/>
              </w:rPr>
              <w:t xml:space="preserve"> </w:t>
            </w:r>
            <w:r w:rsidRPr="009647FC">
              <w:rPr>
                <w:rtl/>
              </w:rPr>
              <w:t>الأمّ</w:t>
            </w:r>
            <w:r w:rsidRPr="00B371C6">
              <w:rPr>
                <w:rtl/>
              </w:rPr>
              <w:t>َ</w:t>
            </w:r>
            <w:r w:rsidRPr="009647FC">
              <w:rPr>
                <w:rtl/>
              </w:rPr>
              <w:t>ة</w:t>
            </w:r>
            <w:r>
              <w:rPr>
                <w:rtl/>
              </w:rPr>
              <w:t xml:space="preserve"> </w:t>
            </w:r>
            <w:r w:rsidRPr="009647FC">
              <w:rPr>
                <w:rtl/>
              </w:rPr>
              <w:t>أنتم</w:t>
            </w:r>
            <w:r>
              <w:rPr>
                <w:rtl/>
              </w:rPr>
              <w:t xml:space="preserve"> </w:t>
            </w:r>
            <w:r w:rsidRPr="009647FC">
              <w:rPr>
                <w:rtl/>
              </w:rPr>
              <w:t>ولهم</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بكم</w:t>
            </w:r>
            <w:r w:rsidR="004C00A8">
              <w:rPr>
                <w:rtl/>
              </w:rPr>
              <w:t xml:space="preserve"> </w:t>
            </w:r>
            <w:r w:rsidRPr="009647FC">
              <w:rPr>
                <w:rtl/>
              </w:rPr>
              <w:t>دينُ</w:t>
            </w:r>
            <w:r>
              <w:rPr>
                <w:rtl/>
              </w:rPr>
              <w:t xml:space="preserve"> </w:t>
            </w:r>
            <w:r w:rsidRPr="009647FC">
              <w:rPr>
                <w:rtl/>
              </w:rPr>
              <w:t>التأسّي</w:t>
            </w:r>
            <w:r>
              <w:rPr>
                <w:rtl/>
              </w:rPr>
              <w:t xml:space="preserve"> </w:t>
            </w:r>
            <w:r w:rsidRPr="009647FC">
              <w:rPr>
                <w:rtl/>
              </w:rPr>
              <w:t>شرعا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يتداوى</w:t>
            </w:r>
            <w:r w:rsidR="004C00A8">
              <w:rPr>
                <w:rtl/>
              </w:rPr>
              <w:t xml:space="preserve"> </w:t>
            </w:r>
            <w:r w:rsidRPr="009647FC">
              <w:rPr>
                <w:rtl/>
              </w:rPr>
              <w:t>برقى</w:t>
            </w:r>
            <w:r>
              <w:rPr>
                <w:rtl/>
              </w:rPr>
              <w:t xml:space="preserve"> </w:t>
            </w:r>
            <w:r w:rsidRPr="009647FC">
              <w:rPr>
                <w:rtl/>
              </w:rPr>
              <w:t>أحلامكم</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م</w:t>
            </w:r>
            <w:r w:rsidRPr="00B371C6">
              <w:rPr>
                <w:rtl/>
              </w:rPr>
              <w:t>َ</w:t>
            </w:r>
            <w:r w:rsidRPr="009647FC">
              <w:rPr>
                <w:rtl/>
              </w:rPr>
              <w:t>نْ</w:t>
            </w:r>
            <w:r w:rsidR="004C00A8">
              <w:rPr>
                <w:rtl/>
              </w:rPr>
              <w:t xml:space="preserve"> </w:t>
            </w:r>
            <w:r w:rsidRPr="009647FC">
              <w:rPr>
                <w:rtl/>
              </w:rPr>
              <w:t>بأفعى</w:t>
            </w:r>
            <w:r>
              <w:rPr>
                <w:rtl/>
              </w:rPr>
              <w:t xml:space="preserve"> </w:t>
            </w:r>
            <w:r w:rsidRPr="009647FC">
              <w:rPr>
                <w:rtl/>
              </w:rPr>
              <w:t>رزئه</w:t>
            </w:r>
            <w:r>
              <w:rPr>
                <w:rtl/>
              </w:rPr>
              <w:t xml:space="preserve"> </w:t>
            </w:r>
            <w:r w:rsidRPr="009647FC">
              <w:rPr>
                <w:rtl/>
              </w:rPr>
              <w:t>قد</w:t>
            </w:r>
            <w:r>
              <w:rPr>
                <w:rtl/>
              </w:rPr>
              <w:t xml:space="preserve"> </w:t>
            </w:r>
            <w:r w:rsidRPr="009647FC">
              <w:rPr>
                <w:rtl/>
              </w:rPr>
              <w:t>لُسعا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قد</w:t>
            </w:r>
            <w:r w:rsidR="004C00A8">
              <w:rPr>
                <w:rtl/>
              </w:rPr>
              <w:t xml:space="preserve"> </w:t>
            </w:r>
            <w:r w:rsidRPr="009647FC">
              <w:rPr>
                <w:rtl/>
              </w:rPr>
              <w:t>نشأتم</w:t>
            </w:r>
            <w:r>
              <w:rPr>
                <w:rtl/>
              </w:rPr>
              <w:t xml:space="preserve"> </w:t>
            </w:r>
            <w:r w:rsidRPr="009647FC">
              <w:rPr>
                <w:rtl/>
              </w:rPr>
              <w:t>في</w:t>
            </w:r>
            <w:r>
              <w:rPr>
                <w:rtl/>
              </w:rPr>
              <w:t xml:space="preserve"> </w:t>
            </w:r>
            <w:r w:rsidRPr="009647FC">
              <w:rPr>
                <w:rtl/>
              </w:rPr>
              <w:t>بيوتٍ</w:t>
            </w:r>
            <w:r>
              <w:rPr>
                <w:rtl/>
              </w:rPr>
              <w:t xml:space="preserve"> </w:t>
            </w:r>
            <w:r w:rsidRPr="009647FC">
              <w:rPr>
                <w:rtl/>
              </w:rPr>
              <w:t>لكم</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أذن</w:t>
            </w:r>
            <w:r>
              <w:rPr>
                <w:rtl/>
              </w:rPr>
              <w:t xml:space="preserve"> </w:t>
            </w:r>
            <w:r w:rsidRPr="009647FC">
              <w:rPr>
                <w:rtl/>
              </w:rPr>
              <w:t>اللهُ</w:t>
            </w:r>
            <w:r>
              <w:rPr>
                <w:rtl/>
              </w:rPr>
              <w:t xml:space="preserve"> </w:t>
            </w:r>
            <w:r w:rsidRPr="009647FC">
              <w:rPr>
                <w:rtl/>
              </w:rPr>
              <w:t>بها</w:t>
            </w:r>
            <w:r>
              <w:rPr>
                <w:rtl/>
              </w:rPr>
              <w:t xml:space="preserve"> </w:t>
            </w:r>
            <w:r w:rsidRPr="009647FC">
              <w:rPr>
                <w:rtl/>
              </w:rPr>
              <w:t>أن</w:t>
            </w:r>
            <w:r>
              <w:rPr>
                <w:rtl/>
              </w:rPr>
              <w:t xml:space="preserve"> </w:t>
            </w:r>
            <w:r w:rsidRPr="009647FC">
              <w:rPr>
                <w:rtl/>
              </w:rPr>
              <w:t>ت</w:t>
            </w:r>
            <w:r w:rsidRPr="00B371C6">
              <w:rPr>
                <w:rtl/>
              </w:rPr>
              <w:t>ُ</w:t>
            </w:r>
            <w:r w:rsidRPr="009647FC">
              <w:rPr>
                <w:rtl/>
              </w:rPr>
              <w:t>رفعا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لا</w:t>
            </w:r>
            <w:r w:rsidR="004C00A8">
              <w:rPr>
                <w:rtl/>
              </w:rPr>
              <w:t xml:space="preserve"> </w:t>
            </w:r>
            <w:r w:rsidRPr="009647FC">
              <w:rPr>
                <w:rtl/>
              </w:rPr>
              <w:t>أرى</w:t>
            </w:r>
            <w:r>
              <w:rPr>
                <w:rtl/>
              </w:rPr>
              <w:t xml:space="preserve"> </w:t>
            </w:r>
            <w:r w:rsidRPr="009647FC">
              <w:rPr>
                <w:rtl/>
              </w:rPr>
              <w:t>الفيحاء</w:t>
            </w:r>
            <w:r>
              <w:rPr>
                <w:rtl/>
              </w:rPr>
              <w:t xml:space="preserve">َ </w:t>
            </w:r>
            <w:r w:rsidRPr="009647FC">
              <w:rPr>
                <w:rtl/>
              </w:rPr>
              <w:t>إلاّ</w:t>
            </w:r>
            <w:r>
              <w:rPr>
                <w:rtl/>
              </w:rPr>
              <w:t xml:space="preserve"> </w:t>
            </w:r>
            <w:r w:rsidRPr="009647FC">
              <w:rPr>
                <w:rtl/>
              </w:rPr>
              <w:t>غابةً</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سبعٌ</w:t>
            </w:r>
            <w:r>
              <w:rPr>
                <w:rtl/>
              </w:rPr>
              <w:t xml:space="preserve"> </w:t>
            </w:r>
            <w:r w:rsidRPr="009647FC">
              <w:rPr>
                <w:rtl/>
              </w:rPr>
              <w:t>يخلفُ</w:t>
            </w:r>
            <w:r>
              <w:rPr>
                <w:rtl/>
              </w:rPr>
              <w:t xml:space="preserve"> </w:t>
            </w:r>
            <w:r w:rsidRPr="009647FC">
              <w:rPr>
                <w:rtl/>
              </w:rPr>
              <w:t>فيها</w:t>
            </w:r>
            <w:r>
              <w:rPr>
                <w:rtl/>
              </w:rPr>
              <w:t xml:space="preserve"> </w:t>
            </w:r>
            <w:r w:rsidRPr="009647FC">
              <w:rPr>
                <w:rtl/>
              </w:rPr>
              <w:t>سبعا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إن</w:t>
            </w:r>
            <w:r>
              <w:rPr>
                <w:rtl/>
              </w:rPr>
              <w:t xml:space="preserve"> </w:t>
            </w:r>
            <w:r w:rsidRPr="009647FC">
              <w:rPr>
                <w:rtl/>
              </w:rPr>
              <w:t>مضى</w:t>
            </w:r>
            <w:r>
              <w:rPr>
                <w:rtl/>
              </w:rPr>
              <w:t xml:space="preserve"> </w:t>
            </w:r>
            <w:r w:rsidRPr="009647FC">
              <w:rPr>
                <w:rtl/>
              </w:rPr>
              <w:t>عنها</w:t>
            </w:r>
            <w:r>
              <w:rPr>
                <w:rtl/>
              </w:rPr>
              <w:t xml:space="preserve"> (</w:t>
            </w:r>
            <w:r w:rsidRPr="009647FC">
              <w:rPr>
                <w:rtl/>
              </w:rPr>
              <w:t>أبو</w:t>
            </w:r>
            <w:r>
              <w:rPr>
                <w:rtl/>
              </w:rPr>
              <w:t xml:space="preserve"> </w:t>
            </w:r>
            <w:r w:rsidRPr="009647FC">
              <w:rPr>
                <w:rtl/>
              </w:rPr>
              <w:t>موسى</w:t>
            </w:r>
            <w:r>
              <w:rPr>
                <w:rtl/>
              </w:rPr>
              <w:t xml:space="preserve">) </w:t>
            </w:r>
            <w:r w:rsidRPr="009647FC">
              <w:rPr>
                <w:rtl/>
              </w:rPr>
              <w:t>فها</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Pr>
                <w:rtl/>
              </w:rPr>
              <w:t>(</w:t>
            </w:r>
            <w:r w:rsidRPr="009647FC">
              <w:rPr>
                <w:rtl/>
              </w:rPr>
              <w:t>بأبي</w:t>
            </w:r>
            <w:r>
              <w:rPr>
                <w:rtl/>
              </w:rPr>
              <w:t xml:space="preserve"> </w:t>
            </w:r>
            <w:r w:rsidRPr="009647FC">
              <w:rPr>
                <w:rtl/>
              </w:rPr>
              <w:t>الهادي</w:t>
            </w:r>
            <w:r>
              <w:rPr>
                <w:rtl/>
              </w:rPr>
              <w:t xml:space="preserve">) </w:t>
            </w:r>
            <w:r w:rsidRPr="009647FC">
              <w:rPr>
                <w:rtl/>
              </w:rPr>
              <w:t>إليها</w:t>
            </w:r>
            <w:r>
              <w:rPr>
                <w:rtl/>
              </w:rPr>
              <w:t xml:space="preserve"> </w:t>
            </w:r>
            <w:r w:rsidRPr="009647FC">
              <w:rPr>
                <w:rtl/>
              </w:rPr>
              <w:t>رجعا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من</w:t>
            </w:r>
            <w:r>
              <w:rPr>
                <w:rtl/>
              </w:rPr>
              <w:t xml:space="preserve"> </w:t>
            </w:r>
            <w:r w:rsidRPr="009647FC">
              <w:rPr>
                <w:rtl/>
              </w:rPr>
              <w:t>سراجٍ</w:t>
            </w:r>
            <w:r>
              <w:rPr>
                <w:rtl/>
              </w:rPr>
              <w:t xml:space="preserve"> </w:t>
            </w:r>
            <w:r w:rsidRPr="009647FC">
              <w:rPr>
                <w:rtl/>
              </w:rPr>
              <w:t>في</w:t>
            </w:r>
            <w:r>
              <w:rPr>
                <w:rtl/>
              </w:rPr>
              <w:t xml:space="preserve"> </w:t>
            </w:r>
            <w:r w:rsidRPr="009647FC">
              <w:rPr>
                <w:rtl/>
              </w:rPr>
              <w:t>سراجٍ</w:t>
            </w:r>
            <w:r>
              <w:rPr>
                <w:rtl/>
              </w:rPr>
              <w:t xml:space="preserve"> </w:t>
            </w:r>
            <w:r w:rsidRPr="009647FC">
              <w:rPr>
                <w:rtl/>
              </w:rPr>
              <w:t>بدلٌ</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انطفى</w:t>
            </w:r>
            <w:r>
              <w:rPr>
                <w:rtl/>
              </w:rPr>
              <w:t xml:space="preserve"> </w:t>
            </w:r>
            <w:r w:rsidRPr="009647FC">
              <w:rPr>
                <w:rtl/>
              </w:rPr>
              <w:t>ذاك</w:t>
            </w:r>
            <w:r>
              <w:rPr>
                <w:rtl/>
              </w:rPr>
              <w:t xml:space="preserve"> </w:t>
            </w:r>
            <w:r w:rsidRPr="009647FC">
              <w:rPr>
                <w:rtl/>
              </w:rPr>
              <w:t>وهذا</w:t>
            </w:r>
            <w:r>
              <w:rPr>
                <w:rtl/>
              </w:rPr>
              <w:t xml:space="preserve"> </w:t>
            </w:r>
            <w:r w:rsidRPr="009647FC">
              <w:rPr>
                <w:rtl/>
              </w:rPr>
              <w:t>سطعا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ماجدٌ</w:t>
            </w:r>
            <w:r>
              <w:rPr>
                <w:rtl/>
              </w:rPr>
              <w:t xml:space="preserve"> </w:t>
            </w:r>
            <w:r w:rsidRPr="009647FC">
              <w:rPr>
                <w:rtl/>
              </w:rPr>
              <w:t>يبسط</w:t>
            </w:r>
            <w:r>
              <w:rPr>
                <w:rtl/>
              </w:rPr>
              <w:t xml:space="preserve"> </w:t>
            </w:r>
            <w:r w:rsidRPr="009647FC">
              <w:rPr>
                <w:rtl/>
              </w:rPr>
              <w:t>كفّاً</w:t>
            </w:r>
            <w:r>
              <w:rPr>
                <w:rtl/>
              </w:rPr>
              <w:t xml:space="preserve"> </w:t>
            </w:r>
            <w:r w:rsidRPr="009647FC">
              <w:rPr>
                <w:rtl/>
              </w:rPr>
              <w:t>لم</w:t>
            </w:r>
            <w:r>
              <w:rPr>
                <w:rtl/>
              </w:rPr>
              <w:t xml:space="preserve"> </w:t>
            </w:r>
            <w:r w:rsidRPr="009647FC">
              <w:rPr>
                <w:rtl/>
              </w:rPr>
              <w:t>تزلْ</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لم</w:t>
            </w:r>
            <w:r w:rsidRPr="00B371C6">
              <w:rPr>
                <w:rtl/>
              </w:rPr>
              <w:t>َ</w:t>
            </w:r>
            <w:r w:rsidRPr="009647FC">
              <w:rPr>
                <w:rtl/>
              </w:rPr>
              <w:t>نْ</w:t>
            </w:r>
            <w:r>
              <w:rPr>
                <w:rtl/>
              </w:rPr>
              <w:t xml:space="preserve"> </w:t>
            </w:r>
            <w:r w:rsidRPr="009647FC">
              <w:rPr>
                <w:rtl/>
              </w:rPr>
              <w:t>ارتاد</w:t>
            </w:r>
            <w:r>
              <w:rPr>
                <w:rtl/>
              </w:rPr>
              <w:t xml:space="preserve"> </w:t>
            </w:r>
            <w:r w:rsidRPr="009647FC">
              <w:rPr>
                <w:rtl/>
              </w:rPr>
              <w:t>الندى</w:t>
            </w:r>
            <w:r>
              <w:rPr>
                <w:rtl/>
              </w:rPr>
              <w:t xml:space="preserve"> </w:t>
            </w:r>
            <w:r w:rsidRPr="009647FC">
              <w:rPr>
                <w:rtl/>
              </w:rPr>
              <w:t>منتجعا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ذو</w:t>
            </w:r>
            <w:r w:rsidR="004C00A8">
              <w:rPr>
                <w:rtl/>
              </w:rPr>
              <w:t xml:space="preserve"> </w:t>
            </w:r>
            <w:r w:rsidRPr="009647FC">
              <w:rPr>
                <w:rtl/>
              </w:rPr>
              <w:t>ع</w:t>
            </w:r>
            <w:r w:rsidRPr="00B371C6">
              <w:rPr>
                <w:rtl/>
              </w:rPr>
              <w:t>ُ</w:t>
            </w:r>
            <w:r w:rsidRPr="009647FC">
              <w:rPr>
                <w:rtl/>
              </w:rPr>
              <w:t>لاً</w:t>
            </w:r>
            <w:r>
              <w:rPr>
                <w:rtl/>
              </w:rPr>
              <w:t xml:space="preserve"> </w:t>
            </w:r>
            <w:r w:rsidRPr="009647FC">
              <w:rPr>
                <w:rtl/>
              </w:rPr>
              <w:t>ما</w:t>
            </w:r>
            <w:r>
              <w:rPr>
                <w:rtl/>
              </w:rPr>
              <w:t xml:space="preserve"> </w:t>
            </w:r>
            <w:r w:rsidRPr="009647FC">
              <w:rPr>
                <w:rtl/>
              </w:rPr>
              <w:t>نالها</w:t>
            </w:r>
            <w:r>
              <w:rPr>
                <w:rtl/>
              </w:rPr>
              <w:t xml:space="preserve"> </w:t>
            </w:r>
            <w:r w:rsidRPr="009647FC">
              <w:rPr>
                <w:rtl/>
              </w:rPr>
              <w:t>العقلُ</w:t>
            </w:r>
            <w:r>
              <w:rPr>
                <w:rtl/>
              </w:rPr>
              <w:t xml:space="preserve"> </w:t>
            </w:r>
            <w:r w:rsidRPr="009647FC">
              <w:rPr>
                <w:rtl/>
              </w:rPr>
              <w:t>ولا</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طائرُ</w:t>
            </w:r>
            <w:r>
              <w:rPr>
                <w:rtl/>
              </w:rPr>
              <w:t xml:space="preserve"> </w:t>
            </w:r>
            <w:r w:rsidRPr="009647FC">
              <w:rPr>
                <w:rtl/>
              </w:rPr>
              <w:t>الوهم</w:t>
            </w:r>
            <w:r>
              <w:rPr>
                <w:rtl/>
              </w:rPr>
              <w:t xml:space="preserve"> </w:t>
            </w:r>
            <w:r w:rsidRPr="009647FC">
              <w:rPr>
                <w:rtl/>
              </w:rPr>
              <w:t>عليها</w:t>
            </w:r>
            <w:r>
              <w:rPr>
                <w:rtl/>
              </w:rPr>
              <w:t xml:space="preserve"> </w:t>
            </w:r>
            <w:r w:rsidRPr="009647FC">
              <w:rPr>
                <w:rtl/>
              </w:rPr>
              <w:t>وقعا</w:t>
            </w:r>
            <w:r w:rsidRPr="00524A24">
              <w:rPr>
                <w:rStyle w:val="libPoemTiniChar0"/>
                <w:rtl/>
              </w:rPr>
              <w:br/>
              <w:t> </w:t>
            </w:r>
          </w:p>
        </w:tc>
      </w:tr>
      <w:tr w:rsidR="001A22F7" w:rsidRPr="00524A24" w:rsidTr="001A22F7">
        <w:trPr>
          <w:trHeight w:val="350"/>
        </w:trPr>
        <w:tc>
          <w:tcPr>
            <w:tcW w:w="3902" w:type="dxa"/>
          </w:tcPr>
          <w:p w:rsidR="001A22F7" w:rsidRPr="00524A24" w:rsidRDefault="001A22F7" w:rsidP="00E72FFC">
            <w:pPr>
              <w:pStyle w:val="libPoem"/>
            </w:pPr>
            <w:r w:rsidRPr="009647FC">
              <w:rPr>
                <w:rtl/>
              </w:rPr>
              <w:t>سيِّدٌ</w:t>
            </w:r>
            <w:r w:rsidR="004C00A8">
              <w:rPr>
                <w:rtl/>
              </w:rPr>
              <w:t xml:space="preserve"> </w:t>
            </w:r>
            <w:r w:rsidRPr="009647FC">
              <w:rPr>
                <w:rtl/>
              </w:rPr>
              <w:t>قال</w:t>
            </w:r>
            <w:r>
              <w:rPr>
                <w:rtl/>
              </w:rPr>
              <w:t xml:space="preserve"> </w:t>
            </w:r>
            <w:r w:rsidRPr="009647FC">
              <w:rPr>
                <w:rtl/>
              </w:rPr>
              <w:t>له</w:t>
            </w:r>
            <w:r>
              <w:rPr>
                <w:rtl/>
              </w:rPr>
              <w:t xml:space="preserve"> </w:t>
            </w:r>
            <w:r w:rsidRPr="009647FC">
              <w:rPr>
                <w:rtl/>
              </w:rPr>
              <w:t>المجدُ</w:t>
            </w:r>
            <w:r>
              <w:rPr>
                <w:rtl/>
              </w:rPr>
              <w:t xml:space="preserve"> </w:t>
            </w:r>
            <w:r w:rsidRPr="009647FC">
              <w:rPr>
                <w:rtl/>
              </w:rPr>
              <w:t>ارتفع</w:t>
            </w:r>
            <w:r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1A22F7" w:rsidP="00E72FFC">
            <w:pPr>
              <w:pStyle w:val="libPoem"/>
            </w:pPr>
            <w:r w:rsidRPr="009647FC">
              <w:rPr>
                <w:rtl/>
              </w:rPr>
              <w:t>حيث</w:t>
            </w:r>
            <w:r>
              <w:rPr>
                <w:rtl/>
              </w:rPr>
              <w:t xml:space="preserve"> </w:t>
            </w:r>
            <w:r w:rsidRPr="009647FC">
              <w:rPr>
                <w:rtl/>
              </w:rPr>
              <w:t>لا</w:t>
            </w:r>
            <w:r>
              <w:rPr>
                <w:rtl/>
              </w:rPr>
              <w:t xml:space="preserve"> </w:t>
            </w:r>
            <w:r w:rsidRPr="009647FC">
              <w:rPr>
                <w:rtl/>
              </w:rPr>
              <w:t>تلقى</w:t>
            </w:r>
            <w:r>
              <w:rPr>
                <w:rtl/>
              </w:rPr>
              <w:t xml:space="preserve"> </w:t>
            </w:r>
            <w:r w:rsidRPr="009647FC">
              <w:rPr>
                <w:rtl/>
              </w:rPr>
              <w:t>السهى</w:t>
            </w:r>
            <w:r>
              <w:rPr>
                <w:rtl/>
              </w:rPr>
              <w:t xml:space="preserve"> </w:t>
            </w:r>
            <w:r w:rsidRPr="009647FC">
              <w:rPr>
                <w:rtl/>
              </w:rPr>
              <w:t>مرتفعا</w:t>
            </w:r>
            <w:r w:rsidRPr="00524A24">
              <w:rPr>
                <w:rStyle w:val="libPoemTiniChar0"/>
                <w:rtl/>
              </w:rPr>
              <w:br/>
              <w:t> </w:t>
            </w:r>
          </w:p>
        </w:tc>
      </w:tr>
      <w:tr w:rsidR="001A22F7" w:rsidRPr="00524A24" w:rsidTr="001A22F7">
        <w:trPr>
          <w:trHeight w:val="350"/>
        </w:trPr>
        <w:tc>
          <w:tcPr>
            <w:tcW w:w="3902" w:type="dxa"/>
          </w:tcPr>
          <w:p w:rsidR="001A22F7" w:rsidRPr="00524A24" w:rsidRDefault="00FF4B0A" w:rsidP="00E72FFC">
            <w:pPr>
              <w:pStyle w:val="libPoem"/>
            </w:pPr>
            <w:r w:rsidRPr="009647FC">
              <w:rPr>
                <w:rtl/>
              </w:rPr>
              <w:t>وحّد</w:t>
            </w:r>
            <w:r w:rsidR="004C00A8">
              <w:rPr>
                <w:rtl/>
              </w:rPr>
              <w:t xml:space="preserve"> </w:t>
            </w:r>
            <w:r w:rsidRPr="009647FC">
              <w:rPr>
                <w:rtl/>
              </w:rPr>
              <w:t>القول</w:t>
            </w:r>
            <w:r>
              <w:rPr>
                <w:rtl/>
              </w:rPr>
              <w:t xml:space="preserve"> </w:t>
            </w:r>
            <w:r w:rsidRPr="009647FC">
              <w:rPr>
                <w:rtl/>
              </w:rPr>
              <w:t>له</w:t>
            </w:r>
            <w:r>
              <w:rPr>
                <w:rtl/>
              </w:rPr>
              <w:t xml:space="preserve"> </w:t>
            </w:r>
            <w:r w:rsidRPr="009647FC">
              <w:rPr>
                <w:rtl/>
              </w:rPr>
              <w:t>لكنّ</w:t>
            </w:r>
            <w:r>
              <w:rPr>
                <w:rtl/>
              </w:rPr>
              <w:t>َ</w:t>
            </w:r>
            <w:r w:rsidRPr="009647FC">
              <w:rPr>
                <w:rtl/>
              </w:rPr>
              <w:t>ه</w:t>
            </w:r>
            <w:r w:rsidR="001A22F7"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FF4B0A" w:rsidP="00E72FFC">
            <w:pPr>
              <w:pStyle w:val="libPoem"/>
            </w:pPr>
            <w:r>
              <w:rPr>
                <w:rtl/>
              </w:rPr>
              <w:t>(</w:t>
            </w:r>
            <w:r w:rsidRPr="009647FC">
              <w:rPr>
                <w:rtl/>
              </w:rPr>
              <w:t>بأبي</w:t>
            </w:r>
            <w:r>
              <w:rPr>
                <w:rtl/>
              </w:rPr>
              <w:t xml:space="preserve"> </w:t>
            </w:r>
            <w:r w:rsidRPr="009647FC">
              <w:rPr>
                <w:rtl/>
              </w:rPr>
              <w:t>القاسم</w:t>
            </w:r>
            <w:r>
              <w:rPr>
                <w:rtl/>
              </w:rPr>
              <w:t xml:space="preserve">) </w:t>
            </w:r>
            <w:r w:rsidRPr="009647FC">
              <w:rPr>
                <w:rtl/>
              </w:rPr>
              <w:t>ثنّى</w:t>
            </w:r>
            <w:r>
              <w:rPr>
                <w:rtl/>
              </w:rPr>
              <w:t xml:space="preserve"> </w:t>
            </w:r>
            <w:r w:rsidRPr="009647FC">
              <w:rPr>
                <w:rtl/>
              </w:rPr>
              <w:t>متبعا</w:t>
            </w:r>
            <w:r w:rsidR="001A22F7" w:rsidRPr="00524A24">
              <w:rPr>
                <w:rStyle w:val="libPoemTiniChar0"/>
                <w:rtl/>
              </w:rPr>
              <w:br/>
              <w:t> </w:t>
            </w:r>
          </w:p>
        </w:tc>
      </w:tr>
      <w:tr w:rsidR="001A22F7" w:rsidRPr="00524A24" w:rsidTr="001A22F7">
        <w:trPr>
          <w:trHeight w:val="350"/>
        </w:trPr>
        <w:tc>
          <w:tcPr>
            <w:tcW w:w="3902" w:type="dxa"/>
          </w:tcPr>
          <w:p w:rsidR="001A22F7" w:rsidRPr="00524A24" w:rsidRDefault="00FF4B0A" w:rsidP="00E72FFC">
            <w:pPr>
              <w:pStyle w:val="libPoem"/>
            </w:pPr>
            <w:r w:rsidRPr="009647FC">
              <w:rPr>
                <w:rtl/>
              </w:rPr>
              <w:t>فجرى</w:t>
            </w:r>
            <w:r w:rsidR="004C00A8">
              <w:rPr>
                <w:rtl/>
              </w:rPr>
              <w:t xml:space="preserve"> </w:t>
            </w:r>
            <w:r w:rsidRPr="009647FC">
              <w:rPr>
                <w:rtl/>
              </w:rPr>
              <w:t>في</w:t>
            </w:r>
            <w:r>
              <w:rPr>
                <w:rtl/>
              </w:rPr>
              <w:t xml:space="preserve"> </w:t>
            </w:r>
            <w:r w:rsidRPr="009647FC">
              <w:rPr>
                <w:rtl/>
              </w:rPr>
              <w:t>إثره</w:t>
            </w:r>
            <w:r>
              <w:rPr>
                <w:rtl/>
              </w:rPr>
              <w:t xml:space="preserve"> </w:t>
            </w:r>
            <w:r w:rsidRPr="009647FC">
              <w:rPr>
                <w:rtl/>
              </w:rPr>
              <w:t>مرتفعا</w:t>
            </w:r>
            <w:r w:rsidR="001A22F7"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FF4B0A" w:rsidP="00E72FFC">
            <w:pPr>
              <w:pStyle w:val="libPoem"/>
            </w:pPr>
            <w:r w:rsidRPr="009647FC">
              <w:rPr>
                <w:rtl/>
              </w:rPr>
              <w:t>يركب</w:t>
            </w:r>
            <w:r w:rsidR="004C00A8">
              <w:rPr>
                <w:rtl/>
              </w:rPr>
              <w:t xml:space="preserve"> </w:t>
            </w:r>
            <w:r w:rsidRPr="009647FC">
              <w:rPr>
                <w:rtl/>
              </w:rPr>
              <w:t>الجوزاء</w:t>
            </w:r>
            <w:r>
              <w:rPr>
                <w:rtl/>
              </w:rPr>
              <w:t xml:space="preserve">َ </w:t>
            </w:r>
            <w:r w:rsidRPr="009647FC">
              <w:rPr>
                <w:rtl/>
              </w:rPr>
              <w:t>ظهراً</w:t>
            </w:r>
            <w:r>
              <w:rPr>
                <w:rtl/>
              </w:rPr>
              <w:t xml:space="preserve"> </w:t>
            </w:r>
            <w:r w:rsidRPr="009647FC">
              <w:rPr>
                <w:rtl/>
              </w:rPr>
              <w:t>طيّعا</w:t>
            </w:r>
            <w:r w:rsidR="001A22F7" w:rsidRPr="00524A24">
              <w:rPr>
                <w:rStyle w:val="libPoemTiniChar0"/>
                <w:rtl/>
              </w:rPr>
              <w:br/>
              <w:t> </w:t>
            </w:r>
          </w:p>
        </w:tc>
      </w:tr>
      <w:tr w:rsidR="001A22F7" w:rsidRPr="00524A24" w:rsidTr="001A22F7">
        <w:trPr>
          <w:trHeight w:val="350"/>
        </w:trPr>
        <w:tc>
          <w:tcPr>
            <w:tcW w:w="3902" w:type="dxa"/>
          </w:tcPr>
          <w:p w:rsidR="001A22F7" w:rsidRPr="00524A24" w:rsidRDefault="00FF4B0A" w:rsidP="00E72FFC">
            <w:pPr>
              <w:pStyle w:val="libPoem"/>
            </w:pPr>
            <w:r w:rsidRPr="009647FC">
              <w:rPr>
                <w:rtl/>
              </w:rPr>
              <w:t>وسنا</w:t>
            </w:r>
            <w:r>
              <w:rPr>
                <w:rtl/>
              </w:rPr>
              <w:t xml:space="preserve"> </w:t>
            </w:r>
            <w:r w:rsidRPr="009647FC">
              <w:rPr>
                <w:rtl/>
              </w:rPr>
              <w:t>المجد</w:t>
            </w:r>
            <w:r>
              <w:rPr>
                <w:rtl/>
              </w:rPr>
              <w:t xml:space="preserve"> </w:t>
            </w:r>
            <w:r w:rsidRPr="009647FC">
              <w:rPr>
                <w:rtl/>
              </w:rPr>
              <w:t>الذي</w:t>
            </w:r>
            <w:r>
              <w:rPr>
                <w:rtl/>
              </w:rPr>
              <w:t xml:space="preserve"> </w:t>
            </w:r>
            <w:r w:rsidRPr="009647FC">
              <w:rPr>
                <w:rtl/>
              </w:rPr>
              <w:t>في</w:t>
            </w:r>
            <w:r>
              <w:rPr>
                <w:rtl/>
              </w:rPr>
              <w:t xml:space="preserve"> </w:t>
            </w:r>
            <w:r w:rsidRPr="009647FC">
              <w:rPr>
                <w:rtl/>
              </w:rPr>
              <w:t>وجهه</w:t>
            </w:r>
            <w:r w:rsidR="001A22F7"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FF4B0A" w:rsidP="00E72FFC">
            <w:pPr>
              <w:pStyle w:val="libPoem"/>
            </w:pPr>
            <w:r w:rsidRPr="009647FC">
              <w:rPr>
                <w:rtl/>
              </w:rPr>
              <w:t>ذاك</w:t>
            </w:r>
            <w:r>
              <w:rPr>
                <w:rtl/>
              </w:rPr>
              <w:t xml:space="preserve"> </w:t>
            </w:r>
            <w:r w:rsidRPr="009647FC">
              <w:rPr>
                <w:rtl/>
              </w:rPr>
              <w:t>في</w:t>
            </w:r>
            <w:r>
              <w:rPr>
                <w:rtl/>
              </w:rPr>
              <w:t xml:space="preserve"> </w:t>
            </w:r>
            <w:r w:rsidRPr="009647FC">
              <w:rPr>
                <w:rtl/>
              </w:rPr>
              <w:t>وجه</w:t>
            </w:r>
            <w:r>
              <w:rPr>
                <w:rtl/>
              </w:rPr>
              <w:t xml:space="preserve"> </w:t>
            </w:r>
            <w:r w:rsidRPr="009647FC">
              <w:rPr>
                <w:rtl/>
              </w:rPr>
              <w:t>الحسين</w:t>
            </w:r>
            <w:r>
              <w:rPr>
                <w:rtl/>
              </w:rPr>
              <w:t xml:space="preserve"> </w:t>
            </w:r>
            <w:r w:rsidRPr="009647FC">
              <w:rPr>
                <w:rtl/>
              </w:rPr>
              <w:t>التمعا</w:t>
            </w:r>
            <w:r w:rsidR="001A22F7" w:rsidRPr="00524A24">
              <w:rPr>
                <w:rStyle w:val="libPoemTiniChar0"/>
                <w:rtl/>
              </w:rPr>
              <w:br/>
              <w:t> </w:t>
            </w:r>
          </w:p>
        </w:tc>
      </w:tr>
      <w:tr w:rsidR="001A22F7" w:rsidRPr="00524A24" w:rsidTr="001A22F7">
        <w:trPr>
          <w:trHeight w:val="350"/>
        </w:trPr>
        <w:tc>
          <w:tcPr>
            <w:tcW w:w="3902" w:type="dxa"/>
          </w:tcPr>
          <w:p w:rsidR="001A22F7" w:rsidRPr="00524A24" w:rsidRDefault="00FF4B0A" w:rsidP="00E72FFC">
            <w:pPr>
              <w:pStyle w:val="libPoem"/>
            </w:pPr>
            <w:r w:rsidRPr="009647FC">
              <w:rPr>
                <w:rtl/>
              </w:rPr>
              <w:t>سادتي</w:t>
            </w:r>
            <w:r w:rsidR="004C00A8">
              <w:rPr>
                <w:rtl/>
              </w:rPr>
              <w:t xml:space="preserve"> </w:t>
            </w:r>
            <w:r w:rsidRPr="009647FC">
              <w:rPr>
                <w:rtl/>
              </w:rPr>
              <w:t>عفواً</w:t>
            </w:r>
            <w:r>
              <w:rPr>
                <w:rtl/>
              </w:rPr>
              <w:t xml:space="preserve"> </w:t>
            </w:r>
            <w:r w:rsidRPr="009647FC">
              <w:rPr>
                <w:rtl/>
              </w:rPr>
              <w:t>دهتني</w:t>
            </w:r>
            <w:r>
              <w:rPr>
                <w:rtl/>
              </w:rPr>
              <w:t xml:space="preserve"> </w:t>
            </w:r>
            <w:r w:rsidRPr="009647FC">
              <w:rPr>
                <w:rtl/>
              </w:rPr>
              <w:t>صدمةٌ</w:t>
            </w:r>
            <w:r w:rsidR="001A22F7"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FF4B0A" w:rsidP="00E72FFC">
            <w:pPr>
              <w:pStyle w:val="libPoem"/>
            </w:pPr>
            <w:r w:rsidRPr="009647FC">
              <w:rPr>
                <w:rtl/>
              </w:rPr>
              <w:t>أفحمت</w:t>
            </w:r>
            <w:r w:rsidR="004C00A8">
              <w:rPr>
                <w:rtl/>
              </w:rPr>
              <w:t xml:space="preserve"> </w:t>
            </w:r>
            <w:r w:rsidRPr="009647FC">
              <w:rPr>
                <w:rtl/>
              </w:rPr>
              <w:t>منّي</w:t>
            </w:r>
            <w:r>
              <w:rPr>
                <w:rtl/>
              </w:rPr>
              <w:t xml:space="preserve"> </w:t>
            </w:r>
            <w:r w:rsidRPr="009647FC">
              <w:rPr>
                <w:rtl/>
              </w:rPr>
              <w:t>الخطيب</w:t>
            </w:r>
            <w:r>
              <w:rPr>
                <w:rtl/>
              </w:rPr>
              <w:t xml:space="preserve">َ </w:t>
            </w:r>
            <w:r w:rsidRPr="009647FC">
              <w:rPr>
                <w:rtl/>
              </w:rPr>
              <w:t>المصقعا</w:t>
            </w:r>
            <w:r w:rsidR="001A22F7" w:rsidRPr="00524A24">
              <w:rPr>
                <w:rStyle w:val="libPoemTiniChar0"/>
                <w:rtl/>
              </w:rPr>
              <w:br/>
              <w:t> </w:t>
            </w:r>
          </w:p>
        </w:tc>
      </w:tr>
      <w:tr w:rsidR="001A22F7" w:rsidRPr="00524A24" w:rsidTr="001A22F7">
        <w:trPr>
          <w:trHeight w:val="350"/>
        </w:trPr>
        <w:tc>
          <w:tcPr>
            <w:tcW w:w="3902" w:type="dxa"/>
          </w:tcPr>
          <w:p w:rsidR="001A22F7" w:rsidRPr="00524A24" w:rsidRDefault="00FF4B0A" w:rsidP="00FF4B0A">
            <w:pPr>
              <w:pStyle w:val="libPoem"/>
            </w:pPr>
            <w:r w:rsidRPr="009647FC">
              <w:rPr>
                <w:rtl/>
              </w:rPr>
              <w:t>لم</w:t>
            </w:r>
            <w:r>
              <w:rPr>
                <w:rtl/>
              </w:rPr>
              <w:t xml:space="preserve"> </w:t>
            </w:r>
            <w:r w:rsidRPr="009647FC">
              <w:rPr>
                <w:rtl/>
              </w:rPr>
              <w:t>أخل</w:t>
            </w:r>
            <w:r>
              <w:rPr>
                <w:rtl/>
              </w:rPr>
              <w:t xml:space="preserve"> </w:t>
            </w:r>
            <w:r w:rsidRPr="009647FC">
              <w:rPr>
                <w:rtl/>
              </w:rPr>
              <w:t>ينعى</w:t>
            </w:r>
            <w:r>
              <w:rPr>
                <w:rtl/>
              </w:rPr>
              <w:t xml:space="preserve"> </w:t>
            </w:r>
            <w:r w:rsidRPr="009647FC">
              <w:rPr>
                <w:rtl/>
              </w:rPr>
              <w:t>لساني</w:t>
            </w:r>
            <w:r w:rsidRPr="004E7EC6">
              <w:rPr>
                <w:rStyle w:val="libFootnotenumChar"/>
                <w:rtl/>
              </w:rPr>
              <w:t>(1)</w:t>
            </w:r>
            <w:r w:rsidRPr="004C00A8">
              <w:rPr>
                <w:rFonts w:hint="cs"/>
                <w:rtl/>
              </w:rPr>
              <w:t xml:space="preserve"> </w:t>
            </w:r>
            <w:r w:rsidRPr="009647FC">
              <w:rPr>
                <w:rtl/>
              </w:rPr>
              <w:t>جعفرا</w:t>
            </w:r>
            <w:r w:rsidR="001A22F7" w:rsidRPr="00524A24">
              <w:rPr>
                <w:rStyle w:val="libPoemTiniChar0"/>
                <w:rtl/>
              </w:rPr>
              <w:br/>
              <w:t> </w:t>
            </w:r>
          </w:p>
        </w:tc>
        <w:tc>
          <w:tcPr>
            <w:tcW w:w="301" w:type="dxa"/>
          </w:tcPr>
          <w:p w:rsidR="001A22F7" w:rsidRPr="00524A24" w:rsidRDefault="001A22F7" w:rsidP="00E72FFC">
            <w:pPr>
              <w:pStyle w:val="libPoem"/>
              <w:rPr>
                <w:rtl/>
              </w:rPr>
            </w:pPr>
          </w:p>
        </w:tc>
        <w:tc>
          <w:tcPr>
            <w:tcW w:w="3884" w:type="dxa"/>
          </w:tcPr>
          <w:p w:rsidR="001A22F7" w:rsidRPr="00524A24" w:rsidRDefault="00FF4B0A" w:rsidP="00E72FFC">
            <w:pPr>
              <w:pStyle w:val="libPoem"/>
            </w:pPr>
            <w:r w:rsidRPr="009647FC">
              <w:rPr>
                <w:rtl/>
              </w:rPr>
              <w:t>وبودّي</w:t>
            </w:r>
            <w:r>
              <w:rPr>
                <w:rtl/>
              </w:rPr>
              <w:t xml:space="preserve"> </w:t>
            </w:r>
            <w:r w:rsidRPr="009647FC">
              <w:rPr>
                <w:rtl/>
              </w:rPr>
              <w:t>قبل</w:t>
            </w:r>
            <w:r>
              <w:rPr>
                <w:rtl/>
              </w:rPr>
              <w:t xml:space="preserve"> </w:t>
            </w:r>
            <w:r w:rsidRPr="009647FC">
              <w:rPr>
                <w:rtl/>
              </w:rPr>
              <w:t>ذا</w:t>
            </w:r>
            <w:r>
              <w:rPr>
                <w:rtl/>
              </w:rPr>
              <w:t xml:space="preserve"> </w:t>
            </w:r>
            <w:r w:rsidRPr="009647FC">
              <w:rPr>
                <w:rtl/>
              </w:rPr>
              <w:t>لو</w:t>
            </w:r>
            <w:r>
              <w:rPr>
                <w:rtl/>
              </w:rPr>
              <w:t xml:space="preserve"> </w:t>
            </w:r>
            <w:r w:rsidRPr="009647FC">
              <w:rPr>
                <w:rtl/>
              </w:rPr>
              <w:t>ق</w:t>
            </w:r>
            <w:r w:rsidRPr="00B371C6">
              <w:rPr>
                <w:rtl/>
              </w:rPr>
              <w:t>ُ</w:t>
            </w:r>
            <w:r w:rsidRPr="009647FC">
              <w:rPr>
                <w:rtl/>
              </w:rPr>
              <w:t>طعا</w:t>
            </w:r>
            <w:r w:rsidR="001A22F7" w:rsidRPr="00524A24">
              <w:rPr>
                <w:rStyle w:val="libPoemTiniChar0"/>
                <w:rtl/>
              </w:rPr>
              <w:br/>
              <w:t> </w:t>
            </w:r>
          </w:p>
        </w:tc>
      </w:tr>
    </w:tbl>
    <w:p w:rsidR="009647FC" w:rsidRPr="00524A24" w:rsidRDefault="009647FC" w:rsidP="004E7EC6">
      <w:pPr>
        <w:pStyle w:val="libNormal"/>
      </w:pPr>
      <w:r w:rsidRPr="009647FC">
        <w:rPr>
          <w:rtl/>
        </w:rPr>
        <w:t>وقال راثياً بعض الأكابر</w:t>
      </w:r>
      <w:r w:rsidR="00D769AB">
        <w:rPr>
          <w:rtl/>
        </w:rPr>
        <w:t>:</w:t>
      </w:r>
    </w:p>
    <w:tbl>
      <w:tblPr>
        <w:tblStyle w:val="TableGrid"/>
        <w:bidiVisual/>
        <w:tblW w:w="4562" w:type="pct"/>
        <w:tblInd w:w="384" w:type="dxa"/>
        <w:tblLook w:val="04A0"/>
      </w:tblPr>
      <w:tblGrid>
        <w:gridCol w:w="3902"/>
        <w:gridCol w:w="301"/>
        <w:gridCol w:w="3884"/>
      </w:tblGrid>
      <w:tr w:rsidR="00FF4B0A" w:rsidRPr="00524A24" w:rsidTr="00FF4B0A">
        <w:trPr>
          <w:trHeight w:val="350"/>
        </w:trPr>
        <w:tc>
          <w:tcPr>
            <w:tcW w:w="3902" w:type="dxa"/>
          </w:tcPr>
          <w:p w:rsidR="00FF4B0A" w:rsidRPr="00524A24" w:rsidRDefault="00FF4B0A" w:rsidP="00E72FFC">
            <w:pPr>
              <w:pStyle w:val="libPoem"/>
            </w:pPr>
            <w:r w:rsidRPr="009647FC">
              <w:rPr>
                <w:rtl/>
              </w:rPr>
              <w:t>فزع</w:t>
            </w:r>
            <w:r w:rsidR="004C00A8">
              <w:rPr>
                <w:rtl/>
              </w:rPr>
              <w:t xml:space="preserve"> </w:t>
            </w:r>
            <w:r w:rsidRPr="009647FC">
              <w:rPr>
                <w:rtl/>
              </w:rPr>
              <w:t>النعيُّ</w:t>
            </w:r>
            <w:r>
              <w:rPr>
                <w:rtl/>
              </w:rPr>
              <w:t xml:space="preserve"> </w:t>
            </w:r>
            <w:r w:rsidRPr="009647FC">
              <w:rPr>
                <w:rtl/>
              </w:rPr>
              <w:t>بصوته</w:t>
            </w:r>
            <w:r>
              <w:rPr>
                <w:rtl/>
              </w:rPr>
              <w:t xml:space="preserve"> </w:t>
            </w:r>
            <w:r w:rsidRPr="009647FC">
              <w:rPr>
                <w:rtl/>
              </w:rPr>
              <w:t>سمعى</w:t>
            </w:r>
            <w:r w:rsidRPr="00524A24">
              <w:rPr>
                <w:rStyle w:val="libPoemTiniChar0"/>
                <w:rtl/>
              </w:rPr>
              <w:br/>
              <w:t> </w:t>
            </w:r>
          </w:p>
        </w:tc>
        <w:tc>
          <w:tcPr>
            <w:tcW w:w="301" w:type="dxa"/>
          </w:tcPr>
          <w:p w:rsidR="00FF4B0A" w:rsidRPr="00524A24" w:rsidRDefault="00FF4B0A" w:rsidP="00E72FFC">
            <w:pPr>
              <w:pStyle w:val="libPoem"/>
              <w:rPr>
                <w:rtl/>
              </w:rPr>
            </w:pPr>
          </w:p>
        </w:tc>
        <w:tc>
          <w:tcPr>
            <w:tcW w:w="3884" w:type="dxa"/>
          </w:tcPr>
          <w:p w:rsidR="00FF4B0A" w:rsidRPr="00524A24" w:rsidRDefault="00FF4B0A" w:rsidP="00E72FFC">
            <w:pPr>
              <w:pStyle w:val="libPoem"/>
            </w:pPr>
            <w:r w:rsidRPr="009647FC">
              <w:rPr>
                <w:rtl/>
              </w:rPr>
              <w:t>فحنى</w:t>
            </w:r>
            <w:r>
              <w:rPr>
                <w:rtl/>
              </w:rPr>
              <w:t xml:space="preserve"> </w:t>
            </w:r>
            <w:r w:rsidRPr="009647FC">
              <w:rPr>
                <w:rtl/>
              </w:rPr>
              <w:t>على</w:t>
            </w:r>
            <w:r>
              <w:rPr>
                <w:rtl/>
              </w:rPr>
              <w:t xml:space="preserve"> </w:t>
            </w:r>
            <w:r w:rsidRPr="009647FC">
              <w:rPr>
                <w:rtl/>
              </w:rPr>
              <w:t>جمر</w:t>
            </w:r>
            <w:r>
              <w:rPr>
                <w:rtl/>
              </w:rPr>
              <w:t xml:space="preserve"> </w:t>
            </w:r>
            <w:r w:rsidRPr="009647FC">
              <w:rPr>
                <w:rtl/>
              </w:rPr>
              <w:t>الجوى</w:t>
            </w:r>
            <w:r>
              <w:rPr>
                <w:rtl/>
              </w:rPr>
              <w:t xml:space="preserve"> </w:t>
            </w:r>
            <w:r w:rsidRPr="009647FC">
              <w:rPr>
                <w:rtl/>
              </w:rPr>
              <w:t>ضلعي</w:t>
            </w:r>
            <w:r w:rsidRPr="00524A24">
              <w:rPr>
                <w:rStyle w:val="libPoemTiniChar0"/>
                <w:rtl/>
              </w:rPr>
              <w:br/>
              <w:t> </w:t>
            </w:r>
          </w:p>
        </w:tc>
      </w:tr>
      <w:tr w:rsidR="00FF4B0A" w:rsidRPr="00524A24" w:rsidTr="00FF4B0A">
        <w:trPr>
          <w:trHeight w:val="350"/>
        </w:trPr>
        <w:tc>
          <w:tcPr>
            <w:tcW w:w="3902" w:type="dxa"/>
          </w:tcPr>
          <w:p w:rsidR="00FF4B0A" w:rsidRPr="00524A24" w:rsidRDefault="00FF4B0A" w:rsidP="00E72FFC">
            <w:pPr>
              <w:pStyle w:val="libPoem"/>
            </w:pPr>
            <w:r w:rsidRPr="009647FC">
              <w:rPr>
                <w:rtl/>
              </w:rPr>
              <w:t>صدع</w:t>
            </w:r>
            <w:r>
              <w:rPr>
                <w:rtl/>
              </w:rPr>
              <w:t xml:space="preserve"> </w:t>
            </w:r>
            <w:r w:rsidRPr="009647FC">
              <w:rPr>
                <w:rtl/>
              </w:rPr>
              <w:t>الحشا</w:t>
            </w:r>
            <w:r>
              <w:rPr>
                <w:rtl/>
              </w:rPr>
              <w:t xml:space="preserve"> </w:t>
            </w:r>
            <w:r w:rsidRPr="009647FC">
              <w:rPr>
                <w:rtl/>
              </w:rPr>
              <w:t>منّي</w:t>
            </w:r>
            <w:r>
              <w:rPr>
                <w:rtl/>
              </w:rPr>
              <w:t xml:space="preserve"> </w:t>
            </w:r>
            <w:r w:rsidRPr="009647FC">
              <w:rPr>
                <w:rtl/>
              </w:rPr>
              <w:t>غداة</w:t>
            </w:r>
            <w:r>
              <w:rPr>
                <w:rtl/>
              </w:rPr>
              <w:t xml:space="preserve"> </w:t>
            </w:r>
            <w:r w:rsidRPr="009647FC">
              <w:rPr>
                <w:rtl/>
              </w:rPr>
              <w:t>غدا</w:t>
            </w:r>
            <w:r w:rsidRPr="00524A24">
              <w:rPr>
                <w:rStyle w:val="libPoemTiniChar0"/>
                <w:rtl/>
              </w:rPr>
              <w:br/>
              <w:t> </w:t>
            </w:r>
          </w:p>
        </w:tc>
        <w:tc>
          <w:tcPr>
            <w:tcW w:w="301" w:type="dxa"/>
          </w:tcPr>
          <w:p w:rsidR="00FF4B0A" w:rsidRPr="00524A24" w:rsidRDefault="00FF4B0A" w:rsidP="00E72FFC">
            <w:pPr>
              <w:pStyle w:val="libPoem"/>
              <w:rPr>
                <w:rtl/>
              </w:rPr>
            </w:pPr>
          </w:p>
        </w:tc>
        <w:tc>
          <w:tcPr>
            <w:tcW w:w="3884" w:type="dxa"/>
          </w:tcPr>
          <w:p w:rsidR="00FF4B0A" w:rsidRPr="00524A24" w:rsidRDefault="00FF4B0A" w:rsidP="00E72FFC">
            <w:pPr>
              <w:pStyle w:val="libPoem"/>
            </w:pPr>
            <w:r w:rsidRPr="009647FC">
              <w:rPr>
                <w:rtl/>
              </w:rPr>
              <w:t>ينعي</w:t>
            </w:r>
            <w:r>
              <w:rPr>
                <w:rtl/>
              </w:rPr>
              <w:t xml:space="preserve"> </w:t>
            </w:r>
            <w:r w:rsidRPr="009647FC">
              <w:rPr>
                <w:rtl/>
              </w:rPr>
              <w:t>كريم</w:t>
            </w:r>
            <w:r>
              <w:rPr>
                <w:rtl/>
              </w:rPr>
              <w:t xml:space="preserve">َ </w:t>
            </w:r>
            <w:r w:rsidRPr="009647FC">
              <w:rPr>
                <w:rtl/>
              </w:rPr>
              <w:t>الأصلِ</w:t>
            </w:r>
            <w:r>
              <w:rPr>
                <w:rtl/>
              </w:rPr>
              <w:t xml:space="preserve"> </w:t>
            </w:r>
            <w:r w:rsidRPr="009647FC">
              <w:rPr>
                <w:rtl/>
              </w:rPr>
              <w:t>والفرعِ</w:t>
            </w:r>
            <w:r w:rsidRPr="00524A24">
              <w:rPr>
                <w:rStyle w:val="libPoemTiniChar0"/>
                <w:rtl/>
              </w:rPr>
              <w:br/>
              <w:t> </w:t>
            </w:r>
          </w:p>
        </w:tc>
      </w:tr>
      <w:tr w:rsidR="00FF4B0A" w:rsidRPr="00524A24" w:rsidTr="00FF4B0A">
        <w:trPr>
          <w:trHeight w:val="350"/>
        </w:trPr>
        <w:tc>
          <w:tcPr>
            <w:tcW w:w="3902" w:type="dxa"/>
          </w:tcPr>
          <w:p w:rsidR="00FF4B0A" w:rsidRPr="00524A24" w:rsidRDefault="00FF4B0A" w:rsidP="00E72FFC">
            <w:pPr>
              <w:pStyle w:val="libPoem"/>
            </w:pPr>
            <w:r w:rsidRPr="009647FC">
              <w:rPr>
                <w:rtl/>
              </w:rPr>
              <w:t>مهديُّ</w:t>
            </w:r>
            <w:r>
              <w:rPr>
                <w:rtl/>
              </w:rPr>
              <w:t xml:space="preserve"> </w:t>
            </w:r>
            <w:r w:rsidRPr="009647FC">
              <w:rPr>
                <w:rtl/>
              </w:rPr>
              <w:t>أهل</w:t>
            </w:r>
            <w:r>
              <w:rPr>
                <w:rtl/>
              </w:rPr>
              <w:t xml:space="preserve"> </w:t>
            </w:r>
            <w:r w:rsidRPr="009647FC">
              <w:rPr>
                <w:rtl/>
              </w:rPr>
              <w:t>الفخر</w:t>
            </w:r>
            <w:r>
              <w:rPr>
                <w:rtl/>
              </w:rPr>
              <w:t xml:space="preserve"> </w:t>
            </w:r>
            <w:r w:rsidRPr="009647FC">
              <w:rPr>
                <w:rtl/>
              </w:rPr>
              <w:t>أشرفها</w:t>
            </w:r>
            <w:r w:rsidRPr="00524A24">
              <w:rPr>
                <w:rStyle w:val="libPoemTiniChar0"/>
                <w:rtl/>
              </w:rPr>
              <w:br/>
              <w:t> </w:t>
            </w:r>
          </w:p>
        </w:tc>
        <w:tc>
          <w:tcPr>
            <w:tcW w:w="301" w:type="dxa"/>
          </w:tcPr>
          <w:p w:rsidR="00FF4B0A" w:rsidRPr="00524A24" w:rsidRDefault="00FF4B0A" w:rsidP="00E72FFC">
            <w:pPr>
              <w:pStyle w:val="libPoem"/>
              <w:rPr>
                <w:rtl/>
              </w:rPr>
            </w:pPr>
          </w:p>
        </w:tc>
        <w:tc>
          <w:tcPr>
            <w:tcW w:w="3884" w:type="dxa"/>
          </w:tcPr>
          <w:p w:rsidR="00FF4B0A" w:rsidRPr="00524A24" w:rsidRDefault="00FF4B0A" w:rsidP="00E72FFC">
            <w:pPr>
              <w:pStyle w:val="libPoem"/>
            </w:pPr>
            <w:r w:rsidRPr="009647FC">
              <w:rPr>
                <w:rtl/>
              </w:rPr>
              <w:t>في</w:t>
            </w:r>
            <w:r w:rsidR="004C00A8">
              <w:rPr>
                <w:rtl/>
              </w:rPr>
              <w:t xml:space="preserve"> </w:t>
            </w:r>
            <w:r w:rsidRPr="009647FC">
              <w:rPr>
                <w:rtl/>
              </w:rPr>
              <w:t>النفس</w:t>
            </w:r>
            <w:r>
              <w:rPr>
                <w:rtl/>
              </w:rPr>
              <w:t xml:space="preserve"> </w:t>
            </w:r>
            <w:r w:rsidRPr="009647FC">
              <w:rPr>
                <w:rtl/>
              </w:rPr>
              <w:t>والأخلاق</w:t>
            </w:r>
            <w:r>
              <w:rPr>
                <w:rtl/>
              </w:rPr>
              <w:t xml:space="preserve"> </w:t>
            </w:r>
            <w:r w:rsidRPr="009647FC">
              <w:rPr>
                <w:rtl/>
              </w:rPr>
              <w:t>والطبعِ</w:t>
            </w:r>
            <w:r w:rsidRPr="00524A24">
              <w:rPr>
                <w:rStyle w:val="libPoemTiniChar0"/>
                <w:rtl/>
              </w:rPr>
              <w:br/>
              <w:t> </w:t>
            </w:r>
          </w:p>
        </w:tc>
      </w:tr>
      <w:tr w:rsidR="00FF4B0A" w:rsidRPr="00524A24" w:rsidTr="00FF4B0A">
        <w:trPr>
          <w:trHeight w:val="350"/>
        </w:trPr>
        <w:tc>
          <w:tcPr>
            <w:tcW w:w="3902" w:type="dxa"/>
          </w:tcPr>
          <w:p w:rsidR="00FF4B0A" w:rsidRPr="00524A24" w:rsidRDefault="00FF4B0A" w:rsidP="00E72FFC">
            <w:pPr>
              <w:pStyle w:val="libPoem"/>
            </w:pPr>
            <w:r w:rsidRPr="009647FC">
              <w:rPr>
                <w:rtl/>
              </w:rPr>
              <w:t>يا</w:t>
            </w:r>
            <w:r w:rsidR="004C00A8">
              <w:rPr>
                <w:rtl/>
              </w:rPr>
              <w:t xml:space="preserve"> </w:t>
            </w:r>
            <w:r w:rsidRPr="009647FC">
              <w:rPr>
                <w:rtl/>
              </w:rPr>
              <w:t>نكبةً</w:t>
            </w:r>
            <w:r>
              <w:rPr>
                <w:rtl/>
              </w:rPr>
              <w:t xml:space="preserve"> </w:t>
            </w:r>
            <w:r w:rsidRPr="009647FC">
              <w:rPr>
                <w:rtl/>
              </w:rPr>
              <w:t>ما</w:t>
            </w:r>
            <w:r>
              <w:rPr>
                <w:rtl/>
              </w:rPr>
              <w:t xml:space="preserve"> </w:t>
            </w:r>
            <w:r w:rsidRPr="009647FC">
              <w:rPr>
                <w:rtl/>
              </w:rPr>
              <w:t>كان</w:t>
            </w:r>
            <w:r>
              <w:rPr>
                <w:rtl/>
              </w:rPr>
              <w:t xml:space="preserve"> </w:t>
            </w:r>
            <w:r w:rsidRPr="009647FC">
              <w:rPr>
                <w:rtl/>
              </w:rPr>
              <w:t>أفدحها</w:t>
            </w:r>
            <w:r w:rsidRPr="00524A24">
              <w:rPr>
                <w:rStyle w:val="libPoemTiniChar0"/>
                <w:rtl/>
              </w:rPr>
              <w:br/>
              <w:t> </w:t>
            </w:r>
          </w:p>
        </w:tc>
        <w:tc>
          <w:tcPr>
            <w:tcW w:w="301" w:type="dxa"/>
          </w:tcPr>
          <w:p w:rsidR="00FF4B0A" w:rsidRPr="00524A24" w:rsidRDefault="00FF4B0A" w:rsidP="00E72FFC">
            <w:pPr>
              <w:pStyle w:val="libPoem"/>
              <w:rPr>
                <w:rtl/>
              </w:rPr>
            </w:pPr>
          </w:p>
        </w:tc>
        <w:tc>
          <w:tcPr>
            <w:tcW w:w="3884" w:type="dxa"/>
          </w:tcPr>
          <w:p w:rsidR="00FF4B0A" w:rsidRPr="00524A24" w:rsidRDefault="00FF4B0A" w:rsidP="00E72FFC">
            <w:pPr>
              <w:pStyle w:val="libPoem"/>
            </w:pPr>
            <w:r w:rsidRPr="009647FC">
              <w:rPr>
                <w:rtl/>
              </w:rPr>
              <w:t>طرقتْ</w:t>
            </w:r>
            <w:r w:rsidR="004C00A8">
              <w:rPr>
                <w:rtl/>
              </w:rPr>
              <w:t xml:space="preserve"> </w:t>
            </w:r>
            <w:r w:rsidRPr="009647FC">
              <w:rPr>
                <w:rtl/>
              </w:rPr>
              <w:t>فضاق</w:t>
            </w:r>
            <w:r>
              <w:rPr>
                <w:rtl/>
              </w:rPr>
              <w:t xml:space="preserve"> </w:t>
            </w:r>
            <w:r w:rsidRPr="009647FC">
              <w:rPr>
                <w:rtl/>
              </w:rPr>
              <w:t>بهولها</w:t>
            </w:r>
            <w:r>
              <w:rPr>
                <w:rtl/>
              </w:rPr>
              <w:t xml:space="preserve"> </w:t>
            </w:r>
            <w:r w:rsidRPr="009647FC">
              <w:rPr>
                <w:rtl/>
              </w:rPr>
              <w:t>ذرعي</w:t>
            </w:r>
            <w:r w:rsidRPr="00524A24">
              <w:rPr>
                <w:rStyle w:val="libPoemTiniChar0"/>
                <w:rtl/>
              </w:rPr>
              <w:br/>
              <w:t> </w:t>
            </w:r>
          </w:p>
        </w:tc>
      </w:tr>
      <w:tr w:rsidR="00FF4B0A" w:rsidRPr="00524A24" w:rsidTr="00FF4B0A">
        <w:trPr>
          <w:trHeight w:val="350"/>
        </w:trPr>
        <w:tc>
          <w:tcPr>
            <w:tcW w:w="3902" w:type="dxa"/>
          </w:tcPr>
          <w:p w:rsidR="00FF4B0A" w:rsidRPr="00524A24" w:rsidRDefault="00FF4B0A" w:rsidP="00E72FFC">
            <w:pPr>
              <w:pStyle w:val="libPoem"/>
            </w:pPr>
            <w:r w:rsidRPr="009647FC">
              <w:rPr>
                <w:rtl/>
              </w:rPr>
              <w:t>شغلتْ</w:t>
            </w:r>
            <w:r>
              <w:rPr>
                <w:rtl/>
              </w:rPr>
              <w:t xml:space="preserve"> </w:t>
            </w:r>
            <w:r w:rsidRPr="009647FC">
              <w:rPr>
                <w:rtl/>
              </w:rPr>
              <w:t>لها</w:t>
            </w:r>
            <w:r>
              <w:rPr>
                <w:rtl/>
              </w:rPr>
              <w:t xml:space="preserve"> </w:t>
            </w:r>
            <w:r w:rsidRPr="009647FC">
              <w:rPr>
                <w:rtl/>
              </w:rPr>
              <w:t>عيني</w:t>
            </w:r>
            <w:r>
              <w:rPr>
                <w:rtl/>
              </w:rPr>
              <w:t xml:space="preserve"> </w:t>
            </w:r>
            <w:r w:rsidRPr="009647FC">
              <w:rPr>
                <w:rtl/>
              </w:rPr>
              <w:t>بمدمعها</w:t>
            </w:r>
            <w:r w:rsidRPr="00524A24">
              <w:rPr>
                <w:rStyle w:val="libPoemTiniChar0"/>
                <w:rtl/>
              </w:rPr>
              <w:br/>
              <w:t> </w:t>
            </w:r>
          </w:p>
        </w:tc>
        <w:tc>
          <w:tcPr>
            <w:tcW w:w="301" w:type="dxa"/>
          </w:tcPr>
          <w:p w:rsidR="00FF4B0A" w:rsidRPr="00524A24" w:rsidRDefault="00FF4B0A" w:rsidP="00E72FFC">
            <w:pPr>
              <w:pStyle w:val="libPoem"/>
              <w:rPr>
                <w:rtl/>
              </w:rPr>
            </w:pPr>
          </w:p>
        </w:tc>
        <w:tc>
          <w:tcPr>
            <w:tcW w:w="3884" w:type="dxa"/>
          </w:tcPr>
          <w:p w:rsidR="00FF4B0A" w:rsidRPr="00524A24" w:rsidRDefault="00FF4B0A" w:rsidP="00E72FFC">
            <w:pPr>
              <w:pStyle w:val="libPoem"/>
            </w:pPr>
            <w:r w:rsidRPr="009647FC">
              <w:rPr>
                <w:rtl/>
              </w:rPr>
              <w:t>وحشاشتي</w:t>
            </w:r>
            <w:r>
              <w:rPr>
                <w:rtl/>
              </w:rPr>
              <w:t xml:space="preserve"> </w:t>
            </w:r>
            <w:r w:rsidRPr="009647FC">
              <w:rPr>
                <w:rtl/>
              </w:rPr>
              <w:t>بلواعج</w:t>
            </w:r>
            <w:r>
              <w:rPr>
                <w:rtl/>
              </w:rPr>
              <w:t xml:space="preserve"> </w:t>
            </w:r>
            <w:r w:rsidRPr="009647FC">
              <w:rPr>
                <w:rtl/>
              </w:rPr>
              <w:t>الفجعِ</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وفي نسخة</w:t>
      </w:r>
      <w:r w:rsidR="00D769AB">
        <w:rPr>
          <w:rtl/>
        </w:rPr>
        <w:t>:</w:t>
      </w:r>
      <w:r w:rsidRPr="009647FC">
        <w:rPr>
          <w:rtl/>
        </w:rPr>
        <w:t xml:space="preserve"> لسان</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FF4B0A" w:rsidRPr="00524A24" w:rsidTr="00E72FFC">
        <w:trPr>
          <w:trHeight w:val="350"/>
        </w:trPr>
        <w:tc>
          <w:tcPr>
            <w:tcW w:w="3902" w:type="dxa"/>
          </w:tcPr>
          <w:p w:rsidR="00FF4B0A" w:rsidRPr="00524A24" w:rsidRDefault="00FF4B0A" w:rsidP="00E72FFC">
            <w:pPr>
              <w:pStyle w:val="libPoem"/>
            </w:pPr>
            <w:r w:rsidRPr="009647FC">
              <w:rPr>
                <w:rtl/>
              </w:rPr>
              <w:lastRenderedPageBreak/>
              <w:t>فإذا</w:t>
            </w:r>
            <w:r w:rsidR="004C00A8">
              <w:rPr>
                <w:rtl/>
              </w:rPr>
              <w:t xml:space="preserve"> </w:t>
            </w:r>
            <w:r w:rsidRPr="009647FC">
              <w:rPr>
                <w:rtl/>
              </w:rPr>
              <w:t>رسمتُ</w:t>
            </w:r>
            <w:r>
              <w:rPr>
                <w:rtl/>
              </w:rPr>
              <w:t xml:space="preserve"> </w:t>
            </w:r>
            <w:r w:rsidRPr="009647FC">
              <w:rPr>
                <w:rtl/>
              </w:rPr>
              <w:t>كتاب</w:t>
            </w:r>
            <w:r>
              <w:rPr>
                <w:rtl/>
              </w:rPr>
              <w:t xml:space="preserve">َ </w:t>
            </w:r>
            <w:r w:rsidRPr="009647FC">
              <w:rPr>
                <w:rtl/>
              </w:rPr>
              <w:t>تعزيةٍ</w:t>
            </w:r>
            <w:r w:rsidRPr="00524A24">
              <w:rPr>
                <w:rStyle w:val="libPoemTiniChar0"/>
                <w:rtl/>
              </w:rPr>
              <w:br/>
              <w:t> </w:t>
            </w:r>
          </w:p>
        </w:tc>
        <w:tc>
          <w:tcPr>
            <w:tcW w:w="301" w:type="dxa"/>
          </w:tcPr>
          <w:p w:rsidR="00FF4B0A" w:rsidRPr="00524A24" w:rsidRDefault="00FF4B0A" w:rsidP="00E72FFC">
            <w:pPr>
              <w:pStyle w:val="libPoem"/>
              <w:rPr>
                <w:rtl/>
              </w:rPr>
            </w:pPr>
          </w:p>
        </w:tc>
        <w:tc>
          <w:tcPr>
            <w:tcW w:w="3884" w:type="dxa"/>
          </w:tcPr>
          <w:p w:rsidR="00FF4B0A" w:rsidRPr="00524A24" w:rsidRDefault="00FF4B0A" w:rsidP="00E72FFC">
            <w:pPr>
              <w:pStyle w:val="libPoem"/>
            </w:pPr>
            <w:r w:rsidRPr="009647FC">
              <w:rPr>
                <w:rtl/>
              </w:rPr>
              <w:t>لكم</w:t>
            </w:r>
            <w:r w:rsidR="004C00A8">
              <w:rPr>
                <w:rtl/>
              </w:rPr>
              <w:t xml:space="preserve"> </w:t>
            </w:r>
            <w:r w:rsidRPr="009647FC">
              <w:rPr>
                <w:rtl/>
              </w:rPr>
              <w:t>محته</w:t>
            </w:r>
            <w:r>
              <w:rPr>
                <w:rtl/>
              </w:rPr>
              <w:t xml:space="preserve"> </w:t>
            </w:r>
            <w:r w:rsidRPr="009647FC">
              <w:rPr>
                <w:rtl/>
              </w:rPr>
              <w:t>بوادرُ</w:t>
            </w:r>
            <w:r>
              <w:rPr>
                <w:rtl/>
              </w:rPr>
              <w:t xml:space="preserve"> </w:t>
            </w:r>
            <w:r w:rsidRPr="009647FC">
              <w:rPr>
                <w:rtl/>
              </w:rPr>
              <w:t>الدمعِ</w:t>
            </w:r>
            <w:r w:rsidRPr="00524A24">
              <w:rPr>
                <w:rStyle w:val="libPoemTiniChar0"/>
                <w:rtl/>
              </w:rPr>
              <w:br/>
              <w:t> </w:t>
            </w:r>
          </w:p>
        </w:tc>
      </w:tr>
    </w:tbl>
    <w:p w:rsidR="009647FC" w:rsidRPr="00524A24" w:rsidRDefault="009647FC" w:rsidP="004E7EC6">
      <w:pPr>
        <w:pStyle w:val="libNormal"/>
      </w:pPr>
      <w:r w:rsidRPr="009647FC">
        <w:rPr>
          <w:rtl/>
        </w:rPr>
        <w:t>وقال راثياً كريمة العلاّمة السيد مهدي القزويني</w:t>
      </w:r>
      <w:r w:rsidR="00D769AB">
        <w:rPr>
          <w:rtl/>
        </w:rPr>
        <w:t>،</w:t>
      </w:r>
      <w:r w:rsidRPr="009647FC">
        <w:rPr>
          <w:rtl/>
        </w:rPr>
        <w:t xml:space="preserve"> ومعزّياً أباها وإخوتها الكرام</w:t>
      </w:r>
      <w:r w:rsidR="00D769AB">
        <w:rPr>
          <w:rtl/>
        </w:rPr>
        <w:t>:</w:t>
      </w:r>
    </w:p>
    <w:tbl>
      <w:tblPr>
        <w:tblStyle w:val="TableGrid"/>
        <w:bidiVisual/>
        <w:tblW w:w="4562" w:type="pct"/>
        <w:tblInd w:w="384" w:type="dxa"/>
        <w:tblLook w:val="04A0"/>
      </w:tblPr>
      <w:tblGrid>
        <w:gridCol w:w="3902"/>
        <w:gridCol w:w="301"/>
        <w:gridCol w:w="3884"/>
      </w:tblGrid>
      <w:tr w:rsidR="00E72FFC" w:rsidRPr="00524A24" w:rsidTr="00E72FFC">
        <w:trPr>
          <w:trHeight w:val="350"/>
        </w:trPr>
        <w:tc>
          <w:tcPr>
            <w:tcW w:w="3902" w:type="dxa"/>
          </w:tcPr>
          <w:p w:rsidR="00E72FFC" w:rsidRPr="00524A24" w:rsidRDefault="00E72FFC" w:rsidP="00E72FFC">
            <w:pPr>
              <w:pStyle w:val="libPoem"/>
            </w:pPr>
            <w:r w:rsidRPr="009647FC">
              <w:rPr>
                <w:rtl/>
              </w:rPr>
              <w:t>ما لهم</w:t>
            </w:r>
            <w:r w:rsidR="004C00A8">
              <w:rPr>
                <w:rtl/>
              </w:rPr>
              <w:t xml:space="preserve"> </w:t>
            </w:r>
            <w:r w:rsidRPr="009647FC">
              <w:rPr>
                <w:rtl/>
              </w:rPr>
              <w:t>يا</w:t>
            </w:r>
            <w:r>
              <w:rPr>
                <w:rtl/>
              </w:rPr>
              <w:t xml:space="preserve"> </w:t>
            </w:r>
            <w:r w:rsidRPr="009647FC">
              <w:rPr>
                <w:rtl/>
              </w:rPr>
              <w:t>قبرُ</w:t>
            </w:r>
            <w:r>
              <w:rPr>
                <w:rtl/>
              </w:rPr>
              <w:t xml:space="preserve"> </w:t>
            </w:r>
            <w:r w:rsidRPr="009647FC">
              <w:rPr>
                <w:rtl/>
              </w:rPr>
              <w:t>قد</w:t>
            </w:r>
            <w:r>
              <w:rPr>
                <w:rtl/>
              </w:rPr>
              <w:t xml:space="preserve"> </w:t>
            </w:r>
            <w:r w:rsidRPr="009647FC">
              <w:rPr>
                <w:rtl/>
              </w:rPr>
              <w:t>جدُّوا</w:t>
            </w:r>
            <w:r>
              <w:rPr>
                <w:rtl/>
              </w:rPr>
              <w:t xml:space="preserve"> </w:t>
            </w:r>
            <w:r w:rsidRPr="009647FC">
              <w:rPr>
                <w:rtl/>
              </w:rPr>
              <w:t>انصرافا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بعدما</w:t>
            </w:r>
            <w:r w:rsidR="004C00A8">
              <w:rPr>
                <w:rtl/>
              </w:rPr>
              <w:t xml:space="preserve"> </w:t>
            </w:r>
            <w:r w:rsidRPr="009647FC">
              <w:rPr>
                <w:rtl/>
              </w:rPr>
              <w:t>قد</w:t>
            </w:r>
            <w:r>
              <w:rPr>
                <w:rtl/>
              </w:rPr>
              <w:t xml:space="preserve"> </w:t>
            </w:r>
            <w:r w:rsidRPr="009647FC">
              <w:rPr>
                <w:rtl/>
              </w:rPr>
              <w:t>دفنوا</w:t>
            </w:r>
            <w:r>
              <w:rPr>
                <w:rtl/>
              </w:rPr>
              <w:t xml:space="preserve"> </w:t>
            </w:r>
            <w:r w:rsidRPr="009647FC">
              <w:rPr>
                <w:rtl/>
              </w:rPr>
              <w:t>فيك</w:t>
            </w:r>
            <w:r>
              <w:rPr>
                <w:rtl/>
              </w:rPr>
              <w:t xml:space="preserve"> </w:t>
            </w:r>
            <w:r w:rsidRPr="009647FC">
              <w:rPr>
                <w:rtl/>
              </w:rPr>
              <w:t>العفافا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وحثوا</w:t>
            </w:r>
            <w:r>
              <w:rPr>
                <w:rtl/>
              </w:rPr>
              <w:t xml:space="preserve"> </w:t>
            </w:r>
            <w:r w:rsidRPr="009647FC">
              <w:rPr>
                <w:rtl/>
              </w:rPr>
              <w:t>منك</w:t>
            </w:r>
            <w:r>
              <w:rPr>
                <w:rtl/>
              </w:rPr>
              <w:t xml:space="preserve"> </w:t>
            </w:r>
            <w:r w:rsidRPr="009647FC">
              <w:rPr>
                <w:rtl/>
              </w:rPr>
              <w:t>على</w:t>
            </w:r>
            <w:r>
              <w:rPr>
                <w:rtl/>
              </w:rPr>
              <w:t xml:space="preserve"> </w:t>
            </w:r>
            <w:r w:rsidRPr="009647FC">
              <w:rPr>
                <w:rtl/>
              </w:rPr>
              <w:t>عين</w:t>
            </w:r>
            <w:r>
              <w:rPr>
                <w:rtl/>
              </w:rPr>
              <w:t xml:space="preserve"> </w:t>
            </w:r>
            <w:r w:rsidRPr="009647FC">
              <w:rPr>
                <w:rtl/>
              </w:rPr>
              <w:t>العُلى</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تربةً</w:t>
            </w:r>
            <w:r w:rsidR="004C00A8">
              <w:rPr>
                <w:rtl/>
              </w:rPr>
              <w:t xml:space="preserve"> </w:t>
            </w:r>
            <w:r w:rsidRPr="009647FC">
              <w:rPr>
                <w:rtl/>
              </w:rPr>
              <w:t>تستافها</w:t>
            </w:r>
            <w:r>
              <w:rPr>
                <w:rtl/>
              </w:rPr>
              <w:t xml:space="preserve"> </w:t>
            </w:r>
            <w:r w:rsidRPr="009647FC">
              <w:rPr>
                <w:rtl/>
              </w:rPr>
              <w:t>الحورُ</w:t>
            </w:r>
            <w:r>
              <w:rPr>
                <w:rtl/>
              </w:rPr>
              <w:t xml:space="preserve"> </w:t>
            </w:r>
            <w:r w:rsidRPr="009647FC">
              <w:rPr>
                <w:rtl/>
              </w:rPr>
              <w:t>استيافا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نفضوا</w:t>
            </w:r>
            <w:r>
              <w:rPr>
                <w:rtl/>
              </w:rPr>
              <w:t xml:space="preserve"> </w:t>
            </w:r>
            <w:r w:rsidRPr="009647FC">
              <w:rPr>
                <w:rtl/>
              </w:rPr>
              <w:t>تربك</w:t>
            </w:r>
            <w:r>
              <w:rPr>
                <w:rtl/>
              </w:rPr>
              <w:t xml:space="preserve"> </w:t>
            </w:r>
            <w:r w:rsidRPr="009647FC">
              <w:rPr>
                <w:rtl/>
              </w:rPr>
              <w:t>والصبر</w:t>
            </w:r>
            <w:r>
              <w:rPr>
                <w:rtl/>
              </w:rPr>
              <w:t xml:space="preserve">َ </w:t>
            </w:r>
            <w:r w:rsidRPr="009647FC">
              <w:rPr>
                <w:rtl/>
              </w:rPr>
              <w:t>معا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عن</w:t>
            </w:r>
            <w:r>
              <w:rPr>
                <w:rtl/>
              </w:rPr>
              <w:t xml:space="preserve"> </w:t>
            </w:r>
            <w:r w:rsidRPr="009647FC">
              <w:rPr>
                <w:rtl/>
              </w:rPr>
              <w:t>يدٍ</w:t>
            </w:r>
            <w:r>
              <w:rPr>
                <w:rtl/>
              </w:rPr>
              <w:t xml:space="preserve"> </w:t>
            </w:r>
            <w:r w:rsidRPr="009647FC">
              <w:rPr>
                <w:rtl/>
              </w:rPr>
              <w:t>تمسكُ</w:t>
            </w:r>
            <w:r>
              <w:rPr>
                <w:rtl/>
              </w:rPr>
              <w:t xml:space="preserve"> </w:t>
            </w:r>
            <w:r w:rsidRPr="009647FC">
              <w:rPr>
                <w:rtl/>
              </w:rPr>
              <w:t>أكباداً</w:t>
            </w:r>
            <w:r>
              <w:rPr>
                <w:rtl/>
              </w:rPr>
              <w:t xml:space="preserve"> </w:t>
            </w:r>
            <w:r w:rsidRPr="009647FC">
              <w:rPr>
                <w:rtl/>
              </w:rPr>
              <w:t>لهافا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وردوا</w:t>
            </w:r>
            <w:r w:rsidR="004C00A8">
              <w:rPr>
                <w:rtl/>
              </w:rPr>
              <w:t xml:space="preserve"> </w:t>
            </w:r>
            <w:r w:rsidRPr="009647FC">
              <w:rPr>
                <w:rtl/>
              </w:rPr>
              <w:t>أمس</w:t>
            </w:r>
            <w:r>
              <w:rPr>
                <w:rtl/>
              </w:rPr>
              <w:t xml:space="preserve"> </w:t>
            </w:r>
            <w:r w:rsidRPr="009647FC">
              <w:rPr>
                <w:rtl/>
              </w:rPr>
              <w:t>ثقالاً</w:t>
            </w:r>
            <w:r>
              <w:rPr>
                <w:rtl/>
              </w:rPr>
              <w:t xml:space="preserve"> </w:t>
            </w:r>
            <w:r w:rsidRPr="009647FC">
              <w:rPr>
                <w:rtl/>
              </w:rPr>
              <w:t>بالجوى</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فبماذا</w:t>
            </w:r>
            <w:r>
              <w:rPr>
                <w:rtl/>
              </w:rPr>
              <w:t xml:space="preserve"> </w:t>
            </w:r>
            <w:r w:rsidRPr="009647FC">
              <w:rPr>
                <w:rtl/>
              </w:rPr>
              <w:t>صدروا</w:t>
            </w:r>
            <w:r>
              <w:rPr>
                <w:rtl/>
              </w:rPr>
              <w:t xml:space="preserve"> </w:t>
            </w:r>
            <w:r w:rsidRPr="009647FC">
              <w:rPr>
                <w:rtl/>
              </w:rPr>
              <w:t>اليوم</w:t>
            </w:r>
            <w:r>
              <w:rPr>
                <w:rtl/>
              </w:rPr>
              <w:t xml:space="preserve"> </w:t>
            </w:r>
            <w:r w:rsidRPr="009647FC">
              <w:rPr>
                <w:rtl/>
              </w:rPr>
              <w:t>خفافا؟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هل</w:t>
            </w:r>
            <w:r w:rsidR="004C00A8">
              <w:rPr>
                <w:rtl/>
              </w:rPr>
              <w:t xml:space="preserve"> </w:t>
            </w:r>
            <w:r w:rsidRPr="009647FC">
              <w:rPr>
                <w:rtl/>
              </w:rPr>
              <w:t>أعادوا</w:t>
            </w:r>
            <w:r>
              <w:rPr>
                <w:rtl/>
              </w:rPr>
              <w:t xml:space="preserve"> </w:t>
            </w:r>
            <w:r w:rsidRPr="009647FC">
              <w:rPr>
                <w:rtl/>
              </w:rPr>
              <w:t>معهم</w:t>
            </w:r>
            <w:r>
              <w:rPr>
                <w:rtl/>
              </w:rPr>
              <w:t xml:space="preserve"> </w:t>
            </w:r>
            <w:r w:rsidRPr="009647FC">
              <w:rPr>
                <w:rtl/>
              </w:rPr>
              <w:t>ما</w:t>
            </w:r>
            <w:r>
              <w:rPr>
                <w:rtl/>
              </w:rPr>
              <w:t xml:space="preserve"> </w:t>
            </w:r>
            <w:r w:rsidRPr="009647FC">
              <w:rPr>
                <w:rtl/>
              </w:rPr>
              <w:t>أخذوا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من</w:t>
            </w:r>
            <w:r w:rsidR="004C00A8">
              <w:rPr>
                <w:rtl/>
              </w:rPr>
              <w:t xml:space="preserve"> </w:t>
            </w:r>
            <w:r w:rsidRPr="009647FC">
              <w:rPr>
                <w:rtl/>
              </w:rPr>
              <w:t>حشاشات</w:t>
            </w:r>
            <w:r>
              <w:rPr>
                <w:rtl/>
              </w:rPr>
              <w:t xml:space="preserve"> </w:t>
            </w:r>
            <w:r w:rsidRPr="009647FC">
              <w:rPr>
                <w:rtl/>
              </w:rPr>
              <w:t>تبقّوها</w:t>
            </w:r>
            <w:r>
              <w:rPr>
                <w:rtl/>
              </w:rPr>
              <w:t xml:space="preserve"> </w:t>
            </w:r>
            <w:r w:rsidRPr="009647FC">
              <w:rPr>
                <w:rtl/>
              </w:rPr>
              <w:t>لهافا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لا</w:t>
            </w:r>
            <w:r>
              <w:rPr>
                <w:rtl/>
              </w:rPr>
              <w:t xml:space="preserve"> </w:t>
            </w:r>
            <w:r w:rsidRPr="009647FC">
              <w:rPr>
                <w:rtl/>
              </w:rPr>
              <w:t>وم</w:t>
            </w:r>
            <w:r w:rsidRPr="00B371C6">
              <w:rPr>
                <w:rtl/>
              </w:rPr>
              <w:t>َ</w:t>
            </w:r>
            <w:r w:rsidRPr="009647FC">
              <w:rPr>
                <w:rtl/>
              </w:rPr>
              <w:t>نْ</w:t>
            </w:r>
            <w:r>
              <w:rPr>
                <w:rtl/>
              </w:rPr>
              <w:t xml:space="preserve"> </w:t>
            </w:r>
            <w:r w:rsidRPr="009647FC">
              <w:rPr>
                <w:rtl/>
              </w:rPr>
              <w:t>قد</w:t>
            </w:r>
            <w:r>
              <w:rPr>
                <w:rtl/>
              </w:rPr>
              <w:t xml:space="preserve"> </w:t>
            </w:r>
            <w:r w:rsidRPr="009647FC">
              <w:rPr>
                <w:rtl/>
              </w:rPr>
              <w:t>طهّ</w:t>
            </w:r>
            <w:r>
              <w:rPr>
                <w:rtl/>
              </w:rPr>
              <w:t>َ</w:t>
            </w:r>
            <w:r w:rsidRPr="009647FC">
              <w:rPr>
                <w:rtl/>
              </w:rPr>
              <w:t>ر</w:t>
            </w:r>
            <w:r>
              <w:rPr>
                <w:rtl/>
              </w:rPr>
              <w:t xml:space="preserve"> </w:t>
            </w:r>
            <w:r w:rsidRPr="009647FC">
              <w:rPr>
                <w:rtl/>
              </w:rPr>
              <w:t>الماء</w:t>
            </w:r>
            <w:r>
              <w:rPr>
                <w:rtl/>
              </w:rPr>
              <w:t xml:space="preserve">َ </w:t>
            </w:r>
            <w:r w:rsidRPr="009647FC">
              <w:rPr>
                <w:rtl/>
              </w:rPr>
              <w:t>بها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مذ</w:t>
            </w:r>
            <w:r>
              <w:rPr>
                <w:rtl/>
              </w:rPr>
              <w:t xml:space="preserve"> </w:t>
            </w:r>
            <w:r w:rsidRPr="009647FC">
              <w:rPr>
                <w:rtl/>
              </w:rPr>
              <w:t>لها</w:t>
            </w:r>
            <w:r>
              <w:rPr>
                <w:rtl/>
              </w:rPr>
              <w:t xml:space="preserve"> </w:t>
            </w:r>
            <w:r w:rsidRPr="009647FC">
              <w:rPr>
                <w:rtl/>
              </w:rPr>
              <w:t>مطلقه</w:t>
            </w:r>
            <w:r>
              <w:rPr>
                <w:rtl/>
              </w:rPr>
              <w:t xml:space="preserve"> </w:t>
            </w:r>
            <w:r w:rsidRPr="009647FC">
              <w:rPr>
                <w:rtl/>
              </w:rPr>
              <w:t>كان</w:t>
            </w:r>
            <w:r>
              <w:rPr>
                <w:rtl/>
              </w:rPr>
              <w:t xml:space="preserve"> </w:t>
            </w:r>
            <w:r w:rsidRPr="009647FC">
              <w:rPr>
                <w:rtl/>
              </w:rPr>
              <w:t>مضافا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والتي</w:t>
            </w:r>
            <w:r w:rsidR="004C00A8">
              <w:rPr>
                <w:rtl/>
              </w:rPr>
              <w:t xml:space="preserve"> </w:t>
            </w:r>
            <w:r w:rsidRPr="009647FC">
              <w:rPr>
                <w:rtl/>
              </w:rPr>
              <w:t>راح</w:t>
            </w:r>
            <w:r>
              <w:rPr>
                <w:rtl/>
              </w:rPr>
              <w:t xml:space="preserve">َ </w:t>
            </w:r>
            <w:r w:rsidRPr="009647FC">
              <w:rPr>
                <w:rtl/>
              </w:rPr>
              <w:t>الحيا</w:t>
            </w:r>
            <w:r>
              <w:rPr>
                <w:rtl/>
              </w:rPr>
              <w:t xml:space="preserve"> </w:t>
            </w:r>
            <w:r w:rsidRPr="009647FC">
              <w:rPr>
                <w:rtl/>
              </w:rPr>
              <w:t>ملتحفا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معها</w:t>
            </w:r>
            <w:r w:rsidR="004C00A8">
              <w:rPr>
                <w:rtl/>
              </w:rPr>
              <w:t xml:space="preserve"> </w:t>
            </w:r>
            <w:r w:rsidRPr="009647FC">
              <w:rPr>
                <w:rtl/>
              </w:rPr>
              <w:t>طاهر</w:t>
            </w:r>
            <w:r>
              <w:rPr>
                <w:rtl/>
              </w:rPr>
              <w:t xml:space="preserve">َ </w:t>
            </w:r>
            <w:r w:rsidRPr="009647FC">
              <w:rPr>
                <w:rtl/>
              </w:rPr>
              <w:t>برديها</w:t>
            </w:r>
            <w:r>
              <w:rPr>
                <w:rtl/>
              </w:rPr>
              <w:t xml:space="preserve"> </w:t>
            </w:r>
            <w:r w:rsidRPr="009647FC">
              <w:rPr>
                <w:rtl/>
              </w:rPr>
              <w:t>التحافا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بل</w:t>
            </w:r>
            <w:r w:rsidR="004C00A8">
              <w:rPr>
                <w:rtl/>
              </w:rPr>
              <w:t xml:space="preserve"> </w:t>
            </w:r>
            <w:r w:rsidRPr="009647FC">
              <w:rPr>
                <w:rtl/>
              </w:rPr>
              <w:t>أعادوا</w:t>
            </w:r>
            <w:r>
              <w:rPr>
                <w:rtl/>
              </w:rPr>
              <w:t xml:space="preserve"> </w:t>
            </w:r>
            <w:r w:rsidRPr="009647FC">
              <w:rPr>
                <w:rtl/>
              </w:rPr>
              <w:t>جمرة</w:t>
            </w:r>
            <w:r>
              <w:rPr>
                <w:rtl/>
              </w:rPr>
              <w:t xml:space="preserve"> </w:t>
            </w:r>
            <w:r w:rsidRPr="009647FC">
              <w:rPr>
                <w:rtl/>
              </w:rPr>
              <w:t>الوجد</w:t>
            </w:r>
            <w:r>
              <w:rPr>
                <w:rtl/>
              </w:rPr>
              <w:t xml:space="preserve"> </w:t>
            </w:r>
            <w:r w:rsidRPr="009647FC">
              <w:rPr>
                <w:rtl/>
              </w:rPr>
              <w:t>إلى</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أضلعِ</w:t>
            </w:r>
            <w:r w:rsidR="004C00A8">
              <w:rPr>
                <w:rtl/>
              </w:rPr>
              <w:t xml:space="preserve"> </w:t>
            </w:r>
            <w:r w:rsidRPr="009647FC">
              <w:rPr>
                <w:rtl/>
              </w:rPr>
              <w:t>باتت</w:t>
            </w:r>
            <w:r>
              <w:rPr>
                <w:rtl/>
              </w:rPr>
              <w:t xml:space="preserve"> </w:t>
            </w:r>
            <w:r w:rsidRPr="009647FC">
              <w:rPr>
                <w:rtl/>
              </w:rPr>
              <w:t>عليها</w:t>
            </w:r>
            <w:r>
              <w:rPr>
                <w:rtl/>
              </w:rPr>
              <w:t xml:space="preserve"> </w:t>
            </w:r>
            <w:r w:rsidRPr="009647FC">
              <w:rPr>
                <w:rtl/>
              </w:rPr>
              <w:t>تتجافى</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حجب</w:t>
            </w:r>
            <w:r>
              <w:rPr>
                <w:rtl/>
              </w:rPr>
              <w:t xml:space="preserve"> </w:t>
            </w:r>
            <w:r w:rsidRPr="009647FC">
              <w:rPr>
                <w:rtl/>
              </w:rPr>
              <w:t>القبرُ</w:t>
            </w:r>
            <w:r>
              <w:rPr>
                <w:rtl/>
              </w:rPr>
              <w:t xml:space="preserve"> </w:t>
            </w:r>
            <w:r w:rsidRPr="009647FC">
              <w:rPr>
                <w:rtl/>
              </w:rPr>
              <w:t>ابنة</w:t>
            </w:r>
            <w:r>
              <w:rPr>
                <w:rtl/>
              </w:rPr>
              <w:t xml:space="preserve"> </w:t>
            </w:r>
            <w:r w:rsidRPr="009647FC">
              <w:rPr>
                <w:rtl/>
              </w:rPr>
              <w:t>الوحي</w:t>
            </w:r>
            <w:r>
              <w:rPr>
                <w:rtl/>
              </w:rPr>
              <w:t xml:space="preserve"> </w:t>
            </w:r>
            <w:r w:rsidRPr="009647FC">
              <w:rPr>
                <w:rtl/>
              </w:rPr>
              <w:t>التي</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شرف</w:t>
            </w:r>
            <w:r>
              <w:rPr>
                <w:rtl/>
              </w:rPr>
              <w:t xml:space="preserve"> </w:t>
            </w:r>
            <w:r w:rsidRPr="009647FC">
              <w:rPr>
                <w:rtl/>
              </w:rPr>
              <w:t>الذكر</w:t>
            </w:r>
            <w:r>
              <w:rPr>
                <w:rtl/>
              </w:rPr>
              <w:t xml:space="preserve"> </w:t>
            </w:r>
            <w:r w:rsidRPr="009647FC">
              <w:rPr>
                <w:rtl/>
              </w:rPr>
              <w:t>بعلياها</w:t>
            </w:r>
            <w:r>
              <w:rPr>
                <w:rtl/>
              </w:rPr>
              <w:t xml:space="preserve"> </w:t>
            </w:r>
            <w:r w:rsidRPr="009647FC">
              <w:rPr>
                <w:rtl/>
              </w:rPr>
              <w:t>أنافا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من</w:t>
            </w:r>
            <w:r>
              <w:rPr>
                <w:rtl/>
              </w:rPr>
              <w:t xml:space="preserve"> </w:t>
            </w:r>
            <w:r w:rsidRPr="009647FC">
              <w:rPr>
                <w:rtl/>
              </w:rPr>
              <w:t>كريماتٍ</w:t>
            </w:r>
            <w:r>
              <w:rPr>
                <w:rtl/>
              </w:rPr>
              <w:t xml:space="preserve"> </w:t>
            </w:r>
            <w:r w:rsidRPr="009647FC">
              <w:rPr>
                <w:rtl/>
              </w:rPr>
              <w:t>على</w:t>
            </w:r>
            <w:r>
              <w:rPr>
                <w:rtl/>
              </w:rPr>
              <w:t xml:space="preserve"> </w:t>
            </w:r>
            <w:r w:rsidRPr="009647FC">
              <w:rPr>
                <w:rtl/>
              </w:rPr>
              <w:t>الله</w:t>
            </w:r>
            <w:r>
              <w:rPr>
                <w:rtl/>
              </w:rPr>
              <w:t xml:space="preserve"> </w:t>
            </w:r>
            <w:r w:rsidRPr="009647FC">
              <w:rPr>
                <w:rtl/>
              </w:rPr>
              <w:t>لها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ضرب</w:t>
            </w:r>
            <w:r w:rsidR="004C00A8">
              <w:rPr>
                <w:rtl/>
              </w:rPr>
              <w:t xml:space="preserve"> </w:t>
            </w:r>
            <w:r w:rsidRPr="009647FC">
              <w:rPr>
                <w:rtl/>
              </w:rPr>
              <w:t>العصمة</w:t>
            </w:r>
            <w:r>
              <w:rPr>
                <w:rtl/>
              </w:rPr>
              <w:t xml:space="preserve"> </w:t>
            </w:r>
            <w:r w:rsidRPr="009647FC">
              <w:rPr>
                <w:rtl/>
              </w:rPr>
              <w:t>خدراً</w:t>
            </w:r>
            <w:r>
              <w:rPr>
                <w:rtl/>
              </w:rPr>
              <w:t xml:space="preserve"> </w:t>
            </w:r>
            <w:r w:rsidRPr="009647FC">
              <w:rPr>
                <w:rtl/>
              </w:rPr>
              <w:t>وسجافا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لم</w:t>
            </w:r>
            <w:r w:rsidR="004C00A8">
              <w:rPr>
                <w:rtl/>
              </w:rPr>
              <w:t xml:space="preserve"> </w:t>
            </w:r>
            <w:r w:rsidRPr="009647FC">
              <w:rPr>
                <w:rtl/>
              </w:rPr>
              <w:t>تلد</w:t>
            </w:r>
            <w:r>
              <w:rPr>
                <w:rtl/>
              </w:rPr>
              <w:t xml:space="preserve"> </w:t>
            </w:r>
            <w:r w:rsidRPr="009647FC">
              <w:rPr>
                <w:rtl/>
              </w:rPr>
              <w:t>إلاّ</w:t>
            </w:r>
            <w:r>
              <w:rPr>
                <w:rtl/>
              </w:rPr>
              <w:t xml:space="preserve"> </w:t>
            </w:r>
            <w:r w:rsidRPr="009647FC">
              <w:rPr>
                <w:rtl/>
              </w:rPr>
              <w:t>الذي</w:t>
            </w:r>
            <w:r>
              <w:rPr>
                <w:rtl/>
              </w:rPr>
              <w:t xml:space="preserve"> </w:t>
            </w:r>
            <w:r w:rsidRPr="009647FC">
              <w:rPr>
                <w:rtl/>
              </w:rPr>
              <w:t>يسقي</w:t>
            </w:r>
            <w:r>
              <w:rPr>
                <w:rtl/>
              </w:rPr>
              <w:t xml:space="preserve"> </w:t>
            </w:r>
            <w:r w:rsidRPr="009647FC">
              <w:rPr>
                <w:rtl/>
              </w:rPr>
              <w:t>كلا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ما</w:t>
            </w:r>
            <w:r>
              <w:rPr>
                <w:rtl/>
              </w:rPr>
              <w:t xml:space="preserve"> </w:t>
            </w:r>
            <w:r w:rsidRPr="009647FC">
              <w:rPr>
                <w:rtl/>
              </w:rPr>
              <w:t>تحي</w:t>
            </w:r>
            <w:r>
              <w:rPr>
                <w:rtl/>
              </w:rPr>
              <w:t xml:space="preserve"> </w:t>
            </w:r>
            <w:r w:rsidRPr="009647FC">
              <w:rPr>
                <w:rtl/>
              </w:rPr>
              <w:t>سجليه</w:t>
            </w:r>
            <w:r w:rsidRPr="004E7EC6">
              <w:rPr>
                <w:rStyle w:val="libFootnotenumChar"/>
                <w:rtl/>
              </w:rPr>
              <w:t>(1)</w:t>
            </w:r>
            <w:r>
              <w:rPr>
                <w:rtl/>
              </w:rPr>
              <w:t xml:space="preserve"> </w:t>
            </w:r>
            <w:r w:rsidRPr="009647FC">
              <w:rPr>
                <w:rtl/>
              </w:rPr>
              <w:t>شهداً</w:t>
            </w:r>
            <w:r>
              <w:rPr>
                <w:rtl/>
              </w:rPr>
              <w:t xml:space="preserve"> </w:t>
            </w:r>
            <w:r w:rsidRPr="009647FC">
              <w:rPr>
                <w:rtl/>
              </w:rPr>
              <w:t>وذعافا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والتي</w:t>
            </w:r>
            <w:r w:rsidR="004C00A8">
              <w:rPr>
                <w:rtl/>
              </w:rPr>
              <w:t xml:space="preserve"> </w:t>
            </w:r>
            <w:r w:rsidRPr="009647FC">
              <w:rPr>
                <w:rtl/>
              </w:rPr>
              <w:t>ما</w:t>
            </w:r>
            <w:r>
              <w:rPr>
                <w:rtl/>
              </w:rPr>
              <w:t xml:space="preserve"> </w:t>
            </w:r>
            <w:r w:rsidRPr="009647FC">
              <w:rPr>
                <w:rtl/>
              </w:rPr>
              <w:t>مدّ</w:t>
            </w:r>
            <w:r>
              <w:rPr>
                <w:rtl/>
              </w:rPr>
              <w:t>َ</w:t>
            </w:r>
            <w:r w:rsidRPr="009647FC">
              <w:rPr>
                <w:rtl/>
              </w:rPr>
              <w:t>ت</w:t>
            </w:r>
            <w:r>
              <w:rPr>
                <w:rtl/>
              </w:rPr>
              <w:t xml:space="preserve"> </w:t>
            </w:r>
            <w:r w:rsidRPr="009647FC">
              <w:rPr>
                <w:rtl/>
              </w:rPr>
              <w:t>العليا</w:t>
            </w:r>
            <w:r>
              <w:rPr>
                <w:rtl/>
              </w:rPr>
              <w:t xml:space="preserve"> </w:t>
            </w:r>
            <w:r w:rsidRPr="009647FC">
              <w:rPr>
                <w:rtl/>
              </w:rPr>
              <w:t>على</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مثلها</w:t>
            </w:r>
            <w:r>
              <w:rPr>
                <w:rtl/>
              </w:rPr>
              <w:t xml:space="preserve"> </w:t>
            </w:r>
            <w:r w:rsidRPr="009647FC">
              <w:rPr>
                <w:rtl/>
              </w:rPr>
              <w:t>يوماً</w:t>
            </w:r>
            <w:r>
              <w:rPr>
                <w:rtl/>
              </w:rPr>
              <w:t xml:space="preserve"> </w:t>
            </w:r>
            <w:r w:rsidRPr="009647FC">
              <w:rPr>
                <w:rtl/>
              </w:rPr>
              <w:t>لتخدير</w:t>
            </w:r>
            <w:r>
              <w:rPr>
                <w:rtl/>
              </w:rPr>
              <w:t xml:space="preserve"> </w:t>
            </w:r>
            <w:r w:rsidRPr="009647FC">
              <w:rPr>
                <w:rtl/>
              </w:rPr>
              <w:t>طرافا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صاح</w:t>
            </w:r>
            <w:r w:rsidR="004C00A8">
              <w:rPr>
                <w:rtl/>
              </w:rPr>
              <w:t xml:space="preserve"> </w:t>
            </w:r>
            <w:r w:rsidRPr="009647FC">
              <w:rPr>
                <w:rtl/>
              </w:rPr>
              <w:t>هل</w:t>
            </w:r>
            <w:r>
              <w:rPr>
                <w:rtl/>
              </w:rPr>
              <w:t xml:space="preserve"> </w:t>
            </w:r>
            <w:r w:rsidRPr="009647FC">
              <w:rPr>
                <w:rtl/>
              </w:rPr>
              <w:t>تعلمُ</w:t>
            </w:r>
            <w:r>
              <w:rPr>
                <w:rtl/>
              </w:rPr>
              <w:t xml:space="preserve"> </w:t>
            </w:r>
            <w:r w:rsidRPr="009647FC">
              <w:rPr>
                <w:rtl/>
              </w:rPr>
              <w:t>لمّا</w:t>
            </w:r>
            <w:r>
              <w:rPr>
                <w:rtl/>
              </w:rPr>
              <w:t xml:space="preserve"> </w:t>
            </w:r>
            <w:r w:rsidRPr="009647FC">
              <w:rPr>
                <w:rtl/>
              </w:rPr>
              <w:t>أفردت</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وامتلى</w:t>
            </w:r>
            <w:r>
              <w:rPr>
                <w:rtl/>
              </w:rPr>
              <w:t xml:space="preserve"> </w:t>
            </w:r>
            <w:r w:rsidRPr="009647FC">
              <w:rPr>
                <w:rtl/>
              </w:rPr>
              <w:t>القبرُ</w:t>
            </w:r>
            <w:r>
              <w:rPr>
                <w:rtl/>
              </w:rPr>
              <w:t xml:space="preserve"> </w:t>
            </w:r>
            <w:r w:rsidRPr="009647FC">
              <w:rPr>
                <w:rtl/>
              </w:rPr>
              <w:t>ضجيجاً</w:t>
            </w:r>
            <w:r>
              <w:rPr>
                <w:rtl/>
              </w:rPr>
              <w:t xml:space="preserve"> </w:t>
            </w:r>
            <w:r w:rsidRPr="009647FC">
              <w:rPr>
                <w:rtl/>
              </w:rPr>
              <w:t>وهتافا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أبذاك</w:t>
            </w:r>
            <w:r w:rsidR="004C00A8">
              <w:rPr>
                <w:rtl/>
              </w:rPr>
              <w:t xml:space="preserve"> </w:t>
            </w:r>
            <w:r w:rsidRPr="009647FC">
              <w:rPr>
                <w:rtl/>
              </w:rPr>
              <w:t>الترب</w:t>
            </w:r>
            <w:r>
              <w:rPr>
                <w:rtl/>
              </w:rPr>
              <w:t xml:space="preserve"> </w:t>
            </w:r>
            <w:r w:rsidRPr="009647FC">
              <w:rPr>
                <w:rtl/>
              </w:rPr>
              <w:t>واروا</w:t>
            </w:r>
            <w:r>
              <w:rPr>
                <w:rtl/>
              </w:rPr>
              <w:t xml:space="preserve"> </w:t>
            </w:r>
            <w:r w:rsidRPr="009647FC">
              <w:rPr>
                <w:rtl/>
              </w:rPr>
              <w:t>فاطما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أم</w:t>
            </w:r>
            <w:r>
              <w:rPr>
                <w:rtl/>
              </w:rPr>
              <w:t xml:space="preserve"> </w:t>
            </w:r>
            <w:r w:rsidRPr="009647FC">
              <w:rPr>
                <w:rtl/>
              </w:rPr>
              <w:t>إليها</w:t>
            </w:r>
            <w:r>
              <w:rPr>
                <w:rtl/>
              </w:rPr>
              <w:t xml:space="preserve"> </w:t>
            </w:r>
            <w:r w:rsidRPr="009647FC">
              <w:rPr>
                <w:rtl/>
              </w:rPr>
              <w:t>العالمُ</w:t>
            </w:r>
            <w:r>
              <w:rPr>
                <w:rtl/>
              </w:rPr>
              <w:t xml:space="preserve"> </w:t>
            </w:r>
            <w:r w:rsidRPr="009647FC">
              <w:rPr>
                <w:rtl/>
              </w:rPr>
              <w:t>القدسيُ</w:t>
            </w:r>
            <w:r>
              <w:rPr>
                <w:rtl/>
              </w:rPr>
              <w:t xml:space="preserve"> </w:t>
            </w:r>
            <w:r w:rsidRPr="009647FC">
              <w:rPr>
                <w:rtl/>
              </w:rPr>
              <w:t>وافى</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ونعم</w:t>
            </w:r>
            <w:r>
              <w:rPr>
                <w:rtl/>
              </w:rPr>
              <w:t xml:space="preserve"> </w:t>
            </w:r>
            <w:r w:rsidRPr="009647FC">
              <w:rPr>
                <w:rtl/>
              </w:rPr>
              <w:t>فيه</w:t>
            </w:r>
            <w:r>
              <w:rPr>
                <w:rtl/>
              </w:rPr>
              <w:t xml:space="preserve"> </w:t>
            </w:r>
            <w:r w:rsidRPr="009647FC">
              <w:rPr>
                <w:rtl/>
              </w:rPr>
              <w:t>توارت</w:t>
            </w:r>
            <w:r>
              <w:rPr>
                <w:rtl/>
              </w:rPr>
              <w:t xml:space="preserve"> </w:t>
            </w:r>
            <w:r w:rsidRPr="009647FC">
              <w:rPr>
                <w:rtl/>
              </w:rPr>
              <w:t>شعبةٌ</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من</w:t>
            </w:r>
            <w:r w:rsidR="004C00A8">
              <w:rPr>
                <w:rtl/>
              </w:rPr>
              <w:t xml:space="preserve"> </w:t>
            </w:r>
            <w:r w:rsidRPr="009647FC">
              <w:rPr>
                <w:rtl/>
              </w:rPr>
              <w:t>حشاها</w:t>
            </w:r>
            <w:r>
              <w:rPr>
                <w:rtl/>
              </w:rPr>
              <w:t xml:space="preserve"> </w:t>
            </w:r>
            <w:r w:rsidRPr="009647FC">
              <w:rPr>
                <w:rtl/>
              </w:rPr>
              <w:t>اختُطفت</w:t>
            </w:r>
            <w:r>
              <w:rPr>
                <w:rtl/>
              </w:rPr>
              <w:t xml:space="preserve"> </w:t>
            </w:r>
            <w:r w:rsidRPr="009647FC">
              <w:rPr>
                <w:rtl/>
              </w:rPr>
              <w:t>منها</w:t>
            </w:r>
            <w:r>
              <w:rPr>
                <w:rtl/>
              </w:rPr>
              <w:t xml:space="preserve"> </w:t>
            </w:r>
            <w:r w:rsidRPr="009647FC">
              <w:rPr>
                <w:rtl/>
              </w:rPr>
              <w:t>اختطافا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ساقها</w:t>
            </w:r>
            <w:r w:rsidR="004C00A8">
              <w:rPr>
                <w:rtl/>
              </w:rPr>
              <w:t xml:space="preserve"> </w:t>
            </w:r>
            <w:r w:rsidRPr="009647FC">
              <w:rPr>
                <w:rtl/>
              </w:rPr>
              <w:t>الحتفُ</w:t>
            </w:r>
            <w:r>
              <w:rPr>
                <w:rtl/>
              </w:rPr>
              <w:t xml:space="preserve"> </w:t>
            </w:r>
            <w:r w:rsidRPr="009647FC">
              <w:rPr>
                <w:rtl/>
              </w:rPr>
              <w:t>ولكن</w:t>
            </w:r>
            <w:r>
              <w:rPr>
                <w:rtl/>
              </w:rPr>
              <w:t xml:space="preserve"> </w:t>
            </w:r>
            <w:r w:rsidRPr="009647FC">
              <w:rPr>
                <w:rtl/>
              </w:rPr>
              <w:t>بعدما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شقّ</w:t>
            </w:r>
            <w:r w:rsidR="004C00A8">
              <w:rPr>
                <w:rtl/>
              </w:rPr>
              <w:t xml:space="preserve"> </w:t>
            </w:r>
            <w:r w:rsidRPr="009647FC">
              <w:rPr>
                <w:rtl/>
              </w:rPr>
              <w:t>من</w:t>
            </w:r>
            <w:r>
              <w:rPr>
                <w:rtl/>
              </w:rPr>
              <w:t xml:space="preserve"> </w:t>
            </w:r>
            <w:r w:rsidRPr="009647FC">
              <w:rPr>
                <w:rtl/>
              </w:rPr>
              <w:t>صدر</w:t>
            </w:r>
            <w:r>
              <w:rPr>
                <w:rtl/>
              </w:rPr>
              <w:t xml:space="preserve"> </w:t>
            </w:r>
            <w:r w:rsidRPr="009647FC">
              <w:rPr>
                <w:rtl/>
              </w:rPr>
              <w:t>الهدى</w:t>
            </w:r>
            <w:r>
              <w:rPr>
                <w:rtl/>
              </w:rPr>
              <w:t xml:space="preserve"> </w:t>
            </w:r>
            <w:r w:rsidRPr="009647FC">
              <w:rPr>
                <w:rtl/>
              </w:rPr>
              <w:t>عنها</w:t>
            </w:r>
            <w:r>
              <w:rPr>
                <w:rtl/>
              </w:rPr>
              <w:t xml:space="preserve"> </w:t>
            </w:r>
            <w:r w:rsidRPr="009647FC">
              <w:rPr>
                <w:rtl/>
              </w:rPr>
              <w:t>الشغافا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وعليها</w:t>
            </w:r>
            <w:r>
              <w:rPr>
                <w:rtl/>
              </w:rPr>
              <w:t xml:space="preserve"> </w:t>
            </w:r>
            <w:r w:rsidRPr="009647FC">
              <w:rPr>
                <w:rtl/>
              </w:rPr>
              <w:t>مسح</w:t>
            </w:r>
            <w:r>
              <w:rPr>
                <w:rtl/>
              </w:rPr>
              <w:t xml:space="preserve"> </w:t>
            </w:r>
            <w:r w:rsidRPr="009647FC">
              <w:rPr>
                <w:rtl/>
              </w:rPr>
              <w:t>الوجدُ</w:t>
            </w:r>
            <w:r>
              <w:rPr>
                <w:rtl/>
              </w:rPr>
              <w:t xml:space="preserve"> </w:t>
            </w:r>
            <w:r w:rsidRPr="009647FC">
              <w:rPr>
                <w:rtl/>
              </w:rPr>
              <w:t>ضحىً</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مقلةً</w:t>
            </w:r>
            <w:r w:rsidR="004C00A8">
              <w:rPr>
                <w:rtl/>
              </w:rPr>
              <w:t xml:space="preserve"> </w:t>
            </w:r>
            <w:r w:rsidRPr="009647FC">
              <w:rPr>
                <w:rtl/>
              </w:rPr>
              <w:t>عمياء</w:t>
            </w:r>
            <w:r>
              <w:rPr>
                <w:rtl/>
              </w:rPr>
              <w:t xml:space="preserve"> </w:t>
            </w:r>
            <w:r w:rsidRPr="009647FC">
              <w:rPr>
                <w:rtl/>
              </w:rPr>
              <w:t>لا</w:t>
            </w:r>
            <w:r>
              <w:rPr>
                <w:rtl/>
              </w:rPr>
              <w:t xml:space="preserve"> </w:t>
            </w:r>
            <w:r w:rsidRPr="009647FC">
              <w:rPr>
                <w:rtl/>
              </w:rPr>
              <w:t>تدري</w:t>
            </w:r>
            <w:r>
              <w:rPr>
                <w:rtl/>
              </w:rPr>
              <w:t xml:space="preserve"> </w:t>
            </w:r>
            <w:r w:rsidRPr="009647FC">
              <w:rPr>
                <w:rtl/>
              </w:rPr>
              <w:t>الجفافا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أوحشت</w:t>
            </w:r>
            <w:r w:rsidR="004C00A8">
              <w:rPr>
                <w:rtl/>
              </w:rPr>
              <w:t xml:space="preserve"> </w:t>
            </w:r>
            <w:r w:rsidRPr="009647FC">
              <w:rPr>
                <w:rtl/>
              </w:rPr>
              <w:t>من</w:t>
            </w:r>
            <w:r>
              <w:rPr>
                <w:rtl/>
              </w:rPr>
              <w:t xml:space="preserve"> </w:t>
            </w:r>
            <w:r w:rsidRPr="009647FC">
              <w:rPr>
                <w:rtl/>
              </w:rPr>
              <w:t>أمِّ</w:t>
            </w:r>
            <w:r>
              <w:rPr>
                <w:rtl/>
              </w:rPr>
              <w:t xml:space="preserve"> </w:t>
            </w:r>
            <w:r w:rsidRPr="009647FC">
              <w:rPr>
                <w:rtl/>
              </w:rPr>
              <w:t>شبلٍ</w:t>
            </w:r>
            <w:r>
              <w:rPr>
                <w:rtl/>
              </w:rPr>
              <w:t xml:space="preserve"> </w:t>
            </w:r>
            <w:r w:rsidRPr="009647FC">
              <w:rPr>
                <w:rtl/>
              </w:rPr>
              <w:t>غابةً</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لو</w:t>
            </w:r>
            <w:r>
              <w:rPr>
                <w:rtl/>
              </w:rPr>
              <w:t xml:space="preserve"> </w:t>
            </w:r>
            <w:r w:rsidRPr="009647FC">
              <w:rPr>
                <w:rtl/>
              </w:rPr>
              <w:t>بها</w:t>
            </w:r>
            <w:r>
              <w:rPr>
                <w:rtl/>
              </w:rPr>
              <w:t xml:space="preserve"> </w:t>
            </w:r>
            <w:r w:rsidRPr="009647FC">
              <w:rPr>
                <w:rtl/>
              </w:rPr>
              <w:t>مرّ</w:t>
            </w:r>
            <w:r>
              <w:rPr>
                <w:rtl/>
              </w:rPr>
              <w:t xml:space="preserve">َ </w:t>
            </w:r>
            <w:r w:rsidRPr="009647FC">
              <w:rPr>
                <w:rtl/>
              </w:rPr>
              <w:t>أبو</w:t>
            </w:r>
            <w:r>
              <w:rPr>
                <w:rtl/>
              </w:rPr>
              <w:t xml:space="preserve"> </w:t>
            </w:r>
            <w:r w:rsidRPr="009647FC">
              <w:rPr>
                <w:rtl/>
              </w:rPr>
              <w:t>شبلٍ</w:t>
            </w:r>
            <w:r>
              <w:rPr>
                <w:rtl/>
              </w:rPr>
              <w:t xml:space="preserve"> </w:t>
            </w:r>
            <w:r w:rsidRPr="009647FC">
              <w:rPr>
                <w:rtl/>
              </w:rPr>
              <w:t>لخافا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الامتياح</w:t>
      </w:r>
      <w:r w:rsidR="00D769AB">
        <w:rPr>
          <w:rtl/>
        </w:rPr>
        <w:t>:</w:t>
      </w:r>
      <w:r w:rsidRPr="009647FC">
        <w:rPr>
          <w:rtl/>
        </w:rPr>
        <w:t xml:space="preserve"> إخراج الماء من البئر</w:t>
      </w:r>
      <w:r w:rsidR="00D769AB">
        <w:rPr>
          <w:rtl/>
        </w:rPr>
        <w:t>،</w:t>
      </w:r>
      <w:r w:rsidRPr="009647FC">
        <w:rPr>
          <w:rtl/>
        </w:rPr>
        <w:t xml:space="preserve"> والسجل</w:t>
      </w:r>
      <w:r w:rsidR="00D769AB">
        <w:rPr>
          <w:rtl/>
        </w:rPr>
        <w:t>:</w:t>
      </w:r>
      <w:r w:rsidRPr="009647FC">
        <w:rPr>
          <w:rtl/>
        </w:rPr>
        <w:t xml:space="preserve"> الدلو</w:t>
      </w:r>
      <w:r w:rsidR="00D769AB">
        <w:rPr>
          <w:rtl/>
        </w:rPr>
        <w:t>،</w:t>
      </w:r>
      <w:r w:rsidRPr="009647FC">
        <w:rPr>
          <w:rtl/>
        </w:rPr>
        <w:t xml:space="preserve"> أو ما تحمله من الماء</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72FFC" w:rsidRPr="00524A24" w:rsidTr="00E72FFC">
        <w:trPr>
          <w:trHeight w:val="350"/>
        </w:trPr>
        <w:tc>
          <w:tcPr>
            <w:tcW w:w="3902" w:type="dxa"/>
          </w:tcPr>
          <w:p w:rsidR="00E72FFC" w:rsidRPr="00524A24" w:rsidRDefault="00E72FFC" w:rsidP="00E72FFC">
            <w:pPr>
              <w:pStyle w:val="libPoem"/>
            </w:pPr>
            <w:r w:rsidRPr="009647FC">
              <w:rPr>
                <w:rtl/>
              </w:rPr>
              <w:lastRenderedPageBreak/>
              <w:t>كعبة</w:t>
            </w:r>
            <w:r w:rsidR="004C00A8">
              <w:rPr>
                <w:rtl/>
              </w:rPr>
              <w:t xml:space="preserve"> </w:t>
            </w:r>
            <w:r w:rsidRPr="009647FC">
              <w:rPr>
                <w:rtl/>
              </w:rPr>
              <w:t>التخدير</w:t>
            </w:r>
            <w:r>
              <w:rPr>
                <w:rtl/>
              </w:rPr>
              <w:t xml:space="preserve"> </w:t>
            </w:r>
            <w:r w:rsidRPr="009647FC">
              <w:rPr>
                <w:rtl/>
              </w:rPr>
              <w:t>إلاّ</w:t>
            </w:r>
            <w:r>
              <w:rPr>
                <w:rtl/>
              </w:rPr>
              <w:t xml:space="preserve"> </w:t>
            </w:r>
            <w:r w:rsidRPr="009647FC">
              <w:rPr>
                <w:rtl/>
              </w:rPr>
              <w:t>أن</w:t>
            </w:r>
            <w:r w:rsidRPr="00B371C6">
              <w:rPr>
                <w:rtl/>
              </w:rPr>
              <w:t>ّ</w:t>
            </w:r>
            <w:r w:rsidRPr="009647FC">
              <w:rPr>
                <w:rtl/>
              </w:rPr>
              <w:t>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خلقت</w:t>
            </w:r>
            <w:r w:rsidR="004C00A8">
              <w:rPr>
                <w:rtl/>
              </w:rPr>
              <w:t xml:space="preserve"> </w:t>
            </w:r>
            <w:r w:rsidRPr="009647FC">
              <w:rPr>
                <w:rtl/>
              </w:rPr>
              <w:t>للملأ</w:t>
            </w:r>
            <w:r>
              <w:rPr>
                <w:rtl/>
              </w:rPr>
              <w:t xml:space="preserve"> </w:t>
            </w:r>
            <w:r w:rsidRPr="009647FC">
              <w:rPr>
                <w:rtl/>
              </w:rPr>
              <w:t>الأعلى</w:t>
            </w:r>
            <w:r>
              <w:rPr>
                <w:rtl/>
              </w:rPr>
              <w:t xml:space="preserve"> </w:t>
            </w:r>
            <w:r w:rsidRPr="009647FC">
              <w:rPr>
                <w:rtl/>
              </w:rPr>
              <w:t>مطافا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دارُ</w:t>
            </w:r>
            <w:r w:rsidR="004C00A8">
              <w:rPr>
                <w:rtl/>
              </w:rPr>
              <w:t xml:space="preserve"> </w:t>
            </w:r>
            <w:r w:rsidRPr="009647FC">
              <w:rPr>
                <w:rtl/>
              </w:rPr>
              <w:t>قدسٍ</w:t>
            </w:r>
            <w:r>
              <w:rPr>
                <w:rtl/>
              </w:rPr>
              <w:t xml:space="preserve"> </w:t>
            </w:r>
            <w:r w:rsidRPr="009647FC">
              <w:rPr>
                <w:rtl/>
              </w:rPr>
              <w:t>أودع</w:t>
            </w:r>
            <w:r>
              <w:rPr>
                <w:rtl/>
              </w:rPr>
              <w:t xml:space="preserve"> </w:t>
            </w:r>
            <w:r w:rsidRPr="009647FC">
              <w:rPr>
                <w:rtl/>
              </w:rPr>
              <w:t>الل</w:t>
            </w:r>
            <w:r w:rsidRPr="00B371C6">
              <w:rPr>
                <w:rtl/>
              </w:rPr>
              <w:t>ّ</w:t>
            </w:r>
            <w:r w:rsidRPr="009647FC">
              <w:rPr>
                <w:rtl/>
              </w:rPr>
              <w:t>هُ</w:t>
            </w:r>
            <w:r>
              <w:rPr>
                <w:rtl/>
              </w:rPr>
              <w:t xml:space="preserve"> </w:t>
            </w:r>
            <w:r w:rsidRPr="009647FC">
              <w:rPr>
                <w:rtl/>
              </w:rPr>
              <w:t>بها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خير</w:t>
            </w:r>
            <w:r>
              <w:rPr>
                <w:rtl/>
              </w:rPr>
              <w:t xml:space="preserve">َ </w:t>
            </w:r>
            <w:r w:rsidRPr="009647FC">
              <w:rPr>
                <w:rtl/>
              </w:rPr>
              <w:t>أهل</w:t>
            </w:r>
            <w:r>
              <w:rPr>
                <w:rtl/>
              </w:rPr>
              <w:t xml:space="preserve"> </w:t>
            </w:r>
            <w:r w:rsidRPr="009647FC">
              <w:rPr>
                <w:rtl/>
              </w:rPr>
              <w:t>الأرض</w:t>
            </w:r>
            <w:r>
              <w:rPr>
                <w:rtl/>
              </w:rPr>
              <w:t xml:space="preserve"> </w:t>
            </w:r>
            <w:r w:rsidRPr="009647FC">
              <w:rPr>
                <w:rtl/>
              </w:rPr>
              <w:t>نسكاً</w:t>
            </w:r>
            <w:r>
              <w:rPr>
                <w:rtl/>
              </w:rPr>
              <w:t xml:space="preserve"> </w:t>
            </w:r>
            <w:r w:rsidRPr="009647FC">
              <w:rPr>
                <w:rtl/>
              </w:rPr>
              <w:t>وعفافا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قل</w:t>
            </w:r>
            <w:r w:rsidR="004C00A8">
              <w:rPr>
                <w:rtl/>
              </w:rPr>
              <w:t xml:space="preserve"> </w:t>
            </w:r>
            <w:r w:rsidRPr="009647FC">
              <w:rPr>
                <w:rtl/>
              </w:rPr>
              <w:t>لم</w:t>
            </w:r>
            <w:r>
              <w:rPr>
                <w:rtl/>
              </w:rPr>
              <w:t>َ</w:t>
            </w:r>
            <w:r w:rsidRPr="009647FC">
              <w:rPr>
                <w:rtl/>
              </w:rPr>
              <w:t>نْ</w:t>
            </w:r>
            <w:r>
              <w:rPr>
                <w:rtl/>
              </w:rPr>
              <w:t xml:space="preserve"> </w:t>
            </w:r>
            <w:r w:rsidRPr="009647FC">
              <w:rPr>
                <w:rtl/>
              </w:rPr>
              <w:t>رام</w:t>
            </w:r>
            <w:r>
              <w:rPr>
                <w:rtl/>
              </w:rPr>
              <w:t xml:space="preserve"> </w:t>
            </w:r>
            <w:r w:rsidRPr="009647FC">
              <w:rPr>
                <w:rtl/>
              </w:rPr>
              <w:t>انحرافاً</w:t>
            </w:r>
            <w:r>
              <w:rPr>
                <w:rtl/>
              </w:rPr>
              <w:t xml:space="preserve"> </w:t>
            </w:r>
            <w:r w:rsidRPr="009647FC">
              <w:rPr>
                <w:rtl/>
              </w:rPr>
              <w:t>عنهم</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ضلّ</w:t>
            </w:r>
            <w:r>
              <w:rPr>
                <w:rtl/>
              </w:rPr>
              <w:t xml:space="preserve">َ </w:t>
            </w:r>
            <w:r w:rsidRPr="009647FC">
              <w:rPr>
                <w:rtl/>
              </w:rPr>
              <w:t>منْ</w:t>
            </w:r>
            <w:r>
              <w:rPr>
                <w:rtl/>
              </w:rPr>
              <w:t xml:space="preserve"> </w:t>
            </w:r>
            <w:r w:rsidRPr="009647FC">
              <w:rPr>
                <w:rtl/>
              </w:rPr>
              <w:t>يبغي</w:t>
            </w:r>
            <w:r>
              <w:rPr>
                <w:rtl/>
              </w:rPr>
              <w:t xml:space="preserve"> </w:t>
            </w:r>
            <w:r w:rsidRPr="009647FC">
              <w:rPr>
                <w:rtl/>
              </w:rPr>
              <w:t>عن</w:t>
            </w:r>
            <w:r>
              <w:rPr>
                <w:rtl/>
              </w:rPr>
              <w:t xml:space="preserve"> </w:t>
            </w:r>
            <w:r w:rsidRPr="009647FC">
              <w:rPr>
                <w:rtl/>
              </w:rPr>
              <w:t>الحق</w:t>
            </w:r>
            <w:r>
              <w:rPr>
                <w:rtl/>
              </w:rPr>
              <w:t xml:space="preserve"> </w:t>
            </w:r>
            <w:r w:rsidRPr="009647FC">
              <w:rPr>
                <w:rtl/>
              </w:rPr>
              <w:t>انحرافا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سادةٌ</w:t>
            </w:r>
            <w:r>
              <w:rPr>
                <w:rtl/>
              </w:rPr>
              <w:t xml:space="preserve"> </w:t>
            </w:r>
            <w:r w:rsidRPr="009647FC">
              <w:rPr>
                <w:rtl/>
              </w:rPr>
              <w:t>للرشد</w:t>
            </w:r>
            <w:r>
              <w:rPr>
                <w:rtl/>
              </w:rPr>
              <w:t xml:space="preserve"> </w:t>
            </w:r>
            <w:r w:rsidRPr="009647FC">
              <w:rPr>
                <w:rtl/>
              </w:rPr>
              <w:t>في</w:t>
            </w:r>
            <w:r>
              <w:rPr>
                <w:rtl/>
              </w:rPr>
              <w:t xml:space="preserve"> </w:t>
            </w:r>
            <w:r w:rsidRPr="009647FC">
              <w:rPr>
                <w:rtl/>
              </w:rPr>
              <w:t>مهديِّهم</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جعل</w:t>
            </w:r>
            <w:r>
              <w:rPr>
                <w:rtl/>
              </w:rPr>
              <w:t xml:space="preserve"> </w:t>
            </w:r>
            <w:r w:rsidRPr="009647FC">
              <w:rPr>
                <w:rtl/>
              </w:rPr>
              <w:t>اللهُ</w:t>
            </w:r>
            <w:r>
              <w:rPr>
                <w:rtl/>
              </w:rPr>
              <w:t xml:space="preserve"> </w:t>
            </w:r>
            <w:r w:rsidRPr="009647FC">
              <w:rPr>
                <w:rtl/>
              </w:rPr>
              <w:t>من</w:t>
            </w:r>
            <w:r>
              <w:rPr>
                <w:rtl/>
              </w:rPr>
              <w:t xml:space="preserve"> </w:t>
            </w:r>
            <w:r w:rsidRPr="009647FC">
              <w:rPr>
                <w:rtl/>
              </w:rPr>
              <w:t>الغيِّ</w:t>
            </w:r>
            <w:r>
              <w:rPr>
                <w:rtl/>
              </w:rPr>
              <w:t xml:space="preserve"> </w:t>
            </w:r>
            <w:r w:rsidRPr="009647FC">
              <w:rPr>
                <w:rtl/>
              </w:rPr>
              <w:t>انتصافا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كلّ</w:t>
            </w:r>
            <w:r w:rsidRPr="00B371C6">
              <w:rPr>
                <w:rtl/>
              </w:rPr>
              <w:t>ُ</w:t>
            </w:r>
            <w:r w:rsidRPr="009647FC">
              <w:rPr>
                <w:rtl/>
              </w:rPr>
              <w:t>هم</w:t>
            </w:r>
            <w:r>
              <w:rPr>
                <w:rtl/>
              </w:rPr>
              <w:t xml:space="preserve"> </w:t>
            </w:r>
            <w:r w:rsidRPr="009647FC">
              <w:rPr>
                <w:rtl/>
              </w:rPr>
              <w:t>أبحرُ</w:t>
            </w:r>
            <w:r>
              <w:rPr>
                <w:rtl/>
              </w:rPr>
              <w:t xml:space="preserve"> </w:t>
            </w:r>
            <w:r w:rsidRPr="009647FC">
              <w:rPr>
                <w:rtl/>
              </w:rPr>
              <w:t>علمٍ</w:t>
            </w:r>
            <w:r>
              <w:rPr>
                <w:rtl/>
              </w:rPr>
              <w:t xml:space="preserve"> </w:t>
            </w:r>
            <w:r w:rsidRPr="009647FC">
              <w:rPr>
                <w:rtl/>
              </w:rPr>
              <w:t>طفحت</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فاغترف</w:t>
            </w:r>
            <w:r w:rsidR="004C00A8">
              <w:rPr>
                <w:rtl/>
              </w:rPr>
              <w:t xml:space="preserve"> </w:t>
            </w:r>
            <w:r w:rsidRPr="009647FC">
              <w:rPr>
                <w:rtl/>
              </w:rPr>
              <w:t>من</w:t>
            </w:r>
            <w:r>
              <w:rPr>
                <w:rtl/>
              </w:rPr>
              <w:t xml:space="preserve"> </w:t>
            </w:r>
            <w:r w:rsidRPr="009647FC">
              <w:rPr>
                <w:rtl/>
              </w:rPr>
              <w:t>أيِّهم</w:t>
            </w:r>
            <w:r>
              <w:rPr>
                <w:rtl/>
              </w:rPr>
              <w:t xml:space="preserve"> </w:t>
            </w:r>
            <w:r w:rsidRPr="009647FC">
              <w:rPr>
                <w:rtl/>
              </w:rPr>
              <w:t>شئت</w:t>
            </w:r>
            <w:r>
              <w:rPr>
                <w:rtl/>
              </w:rPr>
              <w:t xml:space="preserve">َ </w:t>
            </w:r>
            <w:r w:rsidRPr="009647FC">
              <w:rPr>
                <w:rtl/>
              </w:rPr>
              <w:t>اغترافا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فضلوا</w:t>
            </w:r>
            <w:r w:rsidR="004C00A8">
              <w:rPr>
                <w:rtl/>
              </w:rPr>
              <w:t xml:space="preserve"> </w:t>
            </w:r>
            <w:r w:rsidRPr="009647FC">
              <w:rPr>
                <w:rtl/>
              </w:rPr>
              <w:t>الخلق</w:t>
            </w:r>
            <w:r>
              <w:rPr>
                <w:rtl/>
              </w:rPr>
              <w:t xml:space="preserve">َ </w:t>
            </w:r>
            <w:r w:rsidRPr="009647FC">
              <w:rPr>
                <w:rtl/>
              </w:rPr>
              <w:t>أكفّاً</w:t>
            </w:r>
            <w:r>
              <w:rPr>
                <w:rtl/>
              </w:rPr>
              <w:t xml:space="preserve"> </w:t>
            </w:r>
            <w:r w:rsidRPr="009647FC">
              <w:rPr>
                <w:rtl/>
              </w:rPr>
              <w:t>سحبا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رفع</w:t>
            </w:r>
            <w:r w:rsidR="004C00A8">
              <w:rPr>
                <w:rtl/>
              </w:rPr>
              <w:t xml:space="preserve"> </w:t>
            </w:r>
            <w:r w:rsidRPr="009647FC">
              <w:rPr>
                <w:rtl/>
              </w:rPr>
              <w:t>المحل</w:t>
            </w:r>
            <w:r>
              <w:rPr>
                <w:rtl/>
              </w:rPr>
              <w:t xml:space="preserve">َ </w:t>
            </w:r>
            <w:r w:rsidRPr="009647FC">
              <w:rPr>
                <w:rtl/>
              </w:rPr>
              <w:t>وأخلاقاً</w:t>
            </w:r>
            <w:r>
              <w:rPr>
                <w:rtl/>
              </w:rPr>
              <w:t xml:space="preserve"> </w:t>
            </w:r>
            <w:r w:rsidRPr="009647FC">
              <w:rPr>
                <w:rtl/>
              </w:rPr>
              <w:t>سلافا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أسكرتْ</w:t>
            </w:r>
            <w:r w:rsidR="004C00A8">
              <w:rPr>
                <w:rtl/>
              </w:rPr>
              <w:t xml:space="preserve"> </w:t>
            </w:r>
            <w:r w:rsidRPr="009647FC">
              <w:rPr>
                <w:rtl/>
              </w:rPr>
              <w:t>في</w:t>
            </w:r>
            <w:r>
              <w:rPr>
                <w:rtl/>
              </w:rPr>
              <w:t xml:space="preserve"> </w:t>
            </w:r>
            <w:r w:rsidRPr="009647FC">
              <w:rPr>
                <w:rtl/>
              </w:rPr>
              <w:t>حبّهم</w:t>
            </w:r>
            <w:r>
              <w:rPr>
                <w:rtl/>
              </w:rPr>
              <w:t xml:space="preserve"> </w:t>
            </w:r>
            <w:r w:rsidRPr="009647FC">
              <w:rPr>
                <w:rtl/>
              </w:rPr>
              <w:t>حتى</w:t>
            </w:r>
            <w:r>
              <w:rPr>
                <w:rtl/>
              </w:rPr>
              <w:t xml:space="preserve"> </w:t>
            </w:r>
            <w:r w:rsidRPr="009647FC">
              <w:rPr>
                <w:rtl/>
              </w:rPr>
              <w:t>العدى</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فهي</w:t>
            </w:r>
            <w:r>
              <w:rPr>
                <w:rtl/>
              </w:rPr>
              <w:t xml:space="preserve"> </w:t>
            </w:r>
            <w:r w:rsidRPr="009647FC">
              <w:rPr>
                <w:rtl/>
              </w:rPr>
              <w:t>الصهباء</w:t>
            </w:r>
            <w:r>
              <w:rPr>
                <w:rtl/>
              </w:rPr>
              <w:t xml:space="preserve"> </w:t>
            </w:r>
            <w:r w:rsidRPr="009647FC">
              <w:rPr>
                <w:rtl/>
              </w:rPr>
              <w:t>لطفاً</w:t>
            </w:r>
            <w:r>
              <w:rPr>
                <w:rtl/>
              </w:rPr>
              <w:t xml:space="preserve"> </w:t>
            </w:r>
            <w:r w:rsidRPr="009647FC">
              <w:rPr>
                <w:rtl/>
              </w:rPr>
              <w:t>وارتشافا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كرماءٌ</w:t>
            </w:r>
            <w:r>
              <w:rPr>
                <w:rtl/>
              </w:rPr>
              <w:t xml:space="preserve"> </w:t>
            </w:r>
            <w:r w:rsidRPr="009647FC">
              <w:rPr>
                <w:rtl/>
              </w:rPr>
              <w:t>لق</w:t>
            </w:r>
            <w:r w:rsidRPr="00B371C6">
              <w:rPr>
                <w:rtl/>
              </w:rPr>
              <w:t>ِ</w:t>
            </w:r>
            <w:r w:rsidRPr="009647FC">
              <w:rPr>
                <w:rtl/>
              </w:rPr>
              <w:t>رى</w:t>
            </w:r>
            <w:r>
              <w:rPr>
                <w:rtl/>
              </w:rPr>
              <w:t xml:space="preserve"> </w:t>
            </w:r>
            <w:r w:rsidRPr="009647FC">
              <w:rPr>
                <w:rtl/>
              </w:rPr>
              <w:t>أضيافهم</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ينحرون</w:t>
            </w:r>
            <w:r>
              <w:rPr>
                <w:rtl/>
              </w:rPr>
              <w:t xml:space="preserve"> </w:t>
            </w:r>
            <w:r w:rsidRPr="009647FC">
              <w:rPr>
                <w:rtl/>
              </w:rPr>
              <w:t>البدر</w:t>
            </w:r>
            <w:r>
              <w:rPr>
                <w:rtl/>
              </w:rPr>
              <w:t xml:space="preserve">َ </w:t>
            </w:r>
            <w:r w:rsidRPr="009647FC">
              <w:rPr>
                <w:rtl/>
              </w:rPr>
              <w:t>لا</w:t>
            </w:r>
            <w:r>
              <w:rPr>
                <w:rtl/>
              </w:rPr>
              <w:t xml:space="preserve"> </w:t>
            </w:r>
            <w:r w:rsidRPr="009647FC">
              <w:rPr>
                <w:rtl/>
              </w:rPr>
              <w:t>البدن</w:t>
            </w:r>
            <w:r>
              <w:rPr>
                <w:rtl/>
              </w:rPr>
              <w:t xml:space="preserve">َ </w:t>
            </w:r>
            <w:r w:rsidRPr="009647FC">
              <w:rPr>
                <w:rtl/>
              </w:rPr>
              <w:t>العجافا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آمنوا</w:t>
            </w:r>
            <w:r>
              <w:rPr>
                <w:rtl/>
              </w:rPr>
              <w:t xml:space="preserve"> </w:t>
            </w:r>
            <w:r w:rsidRPr="009647FC">
              <w:rPr>
                <w:rtl/>
              </w:rPr>
              <w:t>في</w:t>
            </w:r>
            <w:r>
              <w:rPr>
                <w:rtl/>
              </w:rPr>
              <w:t xml:space="preserve"> </w:t>
            </w:r>
            <w:r w:rsidRPr="009647FC">
              <w:rPr>
                <w:rtl/>
              </w:rPr>
              <w:t>الله</w:t>
            </w:r>
            <w:r>
              <w:rPr>
                <w:rtl/>
              </w:rPr>
              <w:t xml:space="preserve"> </w:t>
            </w:r>
            <w:r w:rsidRPr="009647FC">
              <w:rPr>
                <w:rtl/>
              </w:rPr>
              <w:t>م</w:t>
            </w:r>
            <w:r w:rsidRPr="00B371C6">
              <w:rPr>
                <w:rtl/>
              </w:rPr>
              <w:t>َ</w:t>
            </w:r>
            <w:r w:rsidRPr="009647FC">
              <w:rPr>
                <w:rtl/>
              </w:rPr>
              <w:t>نْ</w:t>
            </w:r>
            <w:r>
              <w:rPr>
                <w:rtl/>
              </w:rPr>
              <w:t xml:space="preserve"> </w:t>
            </w:r>
            <w:r w:rsidRPr="009647FC">
              <w:rPr>
                <w:rtl/>
              </w:rPr>
              <w:t>آمنه</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وأخافوا</w:t>
            </w:r>
            <w:r>
              <w:rPr>
                <w:rtl/>
              </w:rPr>
              <w:t xml:space="preserve"> </w:t>
            </w:r>
            <w:r w:rsidRPr="009647FC">
              <w:rPr>
                <w:rtl/>
              </w:rPr>
              <w:t>م</w:t>
            </w:r>
            <w:r w:rsidRPr="00B371C6">
              <w:rPr>
                <w:rtl/>
              </w:rPr>
              <w:t>َ</w:t>
            </w:r>
            <w:r w:rsidRPr="009647FC">
              <w:rPr>
                <w:rtl/>
              </w:rPr>
              <w:t>نْ</w:t>
            </w:r>
            <w:r>
              <w:rPr>
                <w:rtl/>
              </w:rPr>
              <w:t xml:space="preserve"> </w:t>
            </w:r>
            <w:r w:rsidRPr="009647FC">
              <w:rPr>
                <w:rtl/>
              </w:rPr>
              <w:t>له</w:t>
            </w:r>
            <w:r>
              <w:rPr>
                <w:rtl/>
              </w:rPr>
              <w:t xml:space="preserve"> </w:t>
            </w:r>
            <w:r w:rsidRPr="009647FC">
              <w:rPr>
                <w:rtl/>
              </w:rPr>
              <w:t>اللّهُ</w:t>
            </w:r>
            <w:r>
              <w:rPr>
                <w:rtl/>
              </w:rPr>
              <w:t xml:space="preserve"> </w:t>
            </w:r>
            <w:r w:rsidRPr="009647FC">
              <w:rPr>
                <w:rtl/>
              </w:rPr>
              <w:t>أخافا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يا</w:t>
            </w:r>
            <w:r>
              <w:rPr>
                <w:rtl/>
              </w:rPr>
              <w:t xml:space="preserve"> </w:t>
            </w:r>
            <w:r w:rsidRPr="009647FC">
              <w:rPr>
                <w:rtl/>
              </w:rPr>
              <w:t>ذوي</w:t>
            </w:r>
            <w:r>
              <w:rPr>
                <w:rtl/>
              </w:rPr>
              <w:t xml:space="preserve"> </w:t>
            </w:r>
            <w:r w:rsidRPr="009647FC">
              <w:rPr>
                <w:rtl/>
              </w:rPr>
              <w:t>الحلم</w:t>
            </w:r>
            <w:r>
              <w:rPr>
                <w:rtl/>
              </w:rPr>
              <w:t xml:space="preserve"> </w:t>
            </w:r>
            <w:r w:rsidRPr="009647FC">
              <w:rPr>
                <w:rtl/>
              </w:rPr>
              <w:t>وفيكم</w:t>
            </w:r>
            <w:r>
              <w:rPr>
                <w:rtl/>
              </w:rPr>
              <w:t xml:space="preserve"> </w:t>
            </w:r>
            <w:r w:rsidRPr="009647FC">
              <w:rPr>
                <w:rtl/>
              </w:rPr>
              <w:t>رقةٌ</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فقتم</w:t>
            </w:r>
            <w:r w:rsidR="004C00A8">
              <w:rPr>
                <w:rtl/>
              </w:rPr>
              <w:t xml:space="preserve"> </w:t>
            </w:r>
            <w:r w:rsidRPr="009647FC">
              <w:rPr>
                <w:rtl/>
              </w:rPr>
              <w:t>فيها</w:t>
            </w:r>
            <w:r>
              <w:rPr>
                <w:rtl/>
              </w:rPr>
              <w:t xml:space="preserve"> </w:t>
            </w:r>
            <w:r w:rsidRPr="009647FC">
              <w:rPr>
                <w:rtl/>
              </w:rPr>
              <w:t>حنوّا</w:t>
            </w:r>
            <w:r>
              <w:rPr>
                <w:rtl/>
              </w:rPr>
              <w:t xml:space="preserve"> </w:t>
            </w:r>
            <w:r w:rsidRPr="009647FC">
              <w:rPr>
                <w:rtl/>
              </w:rPr>
              <w:t>وانعطافا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إن</w:t>
            </w:r>
            <w:r w:rsidRPr="00B371C6">
              <w:rPr>
                <w:rtl/>
              </w:rPr>
              <w:t>ّ</w:t>
            </w:r>
            <w:r w:rsidRPr="009647FC">
              <w:rPr>
                <w:rtl/>
              </w:rPr>
              <w:t>ما</w:t>
            </w:r>
            <w:r>
              <w:rPr>
                <w:rtl/>
              </w:rPr>
              <w:t xml:space="preserve"> </w:t>
            </w:r>
            <w:r w:rsidRPr="009647FC">
              <w:rPr>
                <w:rtl/>
              </w:rPr>
              <w:t>هزّ</w:t>
            </w:r>
            <w:r>
              <w:rPr>
                <w:rtl/>
              </w:rPr>
              <w:t>َ</w:t>
            </w:r>
            <w:r w:rsidRPr="009647FC">
              <w:rPr>
                <w:rtl/>
              </w:rPr>
              <w:t>ت</w:t>
            </w:r>
            <w:r>
              <w:rPr>
                <w:rtl/>
              </w:rPr>
              <w:t xml:space="preserve"> </w:t>
            </w:r>
            <w:r w:rsidRPr="009647FC">
              <w:rPr>
                <w:rtl/>
              </w:rPr>
              <w:t>قنا</w:t>
            </w:r>
            <w:r>
              <w:rPr>
                <w:rtl/>
              </w:rPr>
              <w:t xml:space="preserve"> </w:t>
            </w:r>
            <w:r w:rsidRPr="009647FC">
              <w:rPr>
                <w:rtl/>
              </w:rPr>
              <w:t>صبركُم</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نكبةُ</w:t>
            </w:r>
            <w:r w:rsidR="004C00A8">
              <w:rPr>
                <w:rtl/>
              </w:rPr>
              <w:t xml:space="preserve"> </w:t>
            </w:r>
            <w:r w:rsidRPr="009647FC">
              <w:rPr>
                <w:rtl/>
              </w:rPr>
              <w:t>الدهر</w:t>
            </w:r>
            <w:r>
              <w:rPr>
                <w:rtl/>
              </w:rPr>
              <w:t xml:space="preserve"> </w:t>
            </w:r>
            <w:r w:rsidRPr="009647FC">
              <w:rPr>
                <w:rtl/>
              </w:rPr>
              <w:t>فزادتها</w:t>
            </w:r>
            <w:r>
              <w:rPr>
                <w:rtl/>
              </w:rPr>
              <w:t xml:space="preserve"> </w:t>
            </w:r>
            <w:r w:rsidRPr="009647FC">
              <w:rPr>
                <w:rtl/>
              </w:rPr>
              <w:t>ثقافا</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وعلى</w:t>
            </w:r>
            <w:r w:rsidR="004C00A8">
              <w:rPr>
                <w:rtl/>
              </w:rPr>
              <w:t xml:space="preserve"> </w:t>
            </w:r>
            <w:r w:rsidRPr="009647FC">
              <w:rPr>
                <w:rtl/>
              </w:rPr>
              <w:t>زحف</w:t>
            </w:r>
            <w:r>
              <w:rPr>
                <w:rtl/>
              </w:rPr>
              <w:t xml:space="preserve"> </w:t>
            </w:r>
            <w:r w:rsidRPr="009647FC">
              <w:rPr>
                <w:rtl/>
              </w:rPr>
              <w:t>الليالي</w:t>
            </w:r>
            <w:r>
              <w:rPr>
                <w:rtl/>
              </w:rPr>
              <w:t xml:space="preserve"> </w:t>
            </w:r>
            <w:r w:rsidRPr="009647FC">
              <w:rPr>
                <w:rtl/>
              </w:rPr>
              <w:t>لا</w:t>
            </w:r>
            <w:r>
              <w:rPr>
                <w:rtl/>
              </w:rPr>
              <w:t xml:space="preserve"> </w:t>
            </w:r>
            <w:r w:rsidRPr="009647FC">
              <w:rPr>
                <w:rtl/>
              </w:rPr>
              <w:t>شكت</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أبداً</w:t>
            </w:r>
            <w:r w:rsidR="004C00A8">
              <w:rPr>
                <w:rtl/>
              </w:rPr>
              <w:t xml:space="preserve"> </w:t>
            </w:r>
            <w:r w:rsidRPr="009647FC">
              <w:rPr>
                <w:rtl/>
              </w:rPr>
              <w:t>أبيات</w:t>
            </w:r>
            <w:r>
              <w:rPr>
                <w:rtl/>
              </w:rPr>
              <w:t xml:space="preserve"> </w:t>
            </w:r>
            <w:r w:rsidRPr="009647FC">
              <w:rPr>
                <w:rtl/>
              </w:rPr>
              <w:t>علياكم</w:t>
            </w:r>
            <w:r>
              <w:rPr>
                <w:rtl/>
              </w:rPr>
              <w:t xml:space="preserve"> </w:t>
            </w:r>
            <w:r w:rsidRPr="009647FC">
              <w:rPr>
                <w:rtl/>
              </w:rPr>
              <w:t>زحافا</w:t>
            </w:r>
            <w:r w:rsidRPr="00524A24">
              <w:rPr>
                <w:rStyle w:val="libPoemTiniChar0"/>
                <w:rtl/>
              </w:rPr>
              <w:br/>
              <w:t> </w:t>
            </w:r>
          </w:p>
        </w:tc>
      </w:tr>
    </w:tbl>
    <w:p w:rsidR="009647FC" w:rsidRPr="00524A24" w:rsidRDefault="009647FC" w:rsidP="004E7EC6">
      <w:pPr>
        <w:pStyle w:val="libNormal"/>
      </w:pPr>
      <w:r w:rsidRPr="009647FC">
        <w:rPr>
          <w:rtl/>
        </w:rPr>
        <w:t>وقال راثياً العلاّمة الميرزا صالح القزويني</w:t>
      </w:r>
      <w:r w:rsidR="00D769AB">
        <w:rPr>
          <w:rtl/>
        </w:rPr>
        <w:t>،</w:t>
      </w:r>
      <w:r w:rsidRPr="009647FC">
        <w:rPr>
          <w:rtl/>
        </w:rPr>
        <w:t xml:space="preserve"> ومعزّياً أخويه</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E72FFC" w:rsidRPr="00524A24" w:rsidTr="00E72FFC">
        <w:trPr>
          <w:trHeight w:val="350"/>
        </w:trPr>
        <w:tc>
          <w:tcPr>
            <w:tcW w:w="3902" w:type="dxa"/>
          </w:tcPr>
          <w:p w:rsidR="00E72FFC" w:rsidRPr="00524A24" w:rsidRDefault="00E72FFC" w:rsidP="00E72FFC">
            <w:pPr>
              <w:pStyle w:val="libPoem"/>
            </w:pPr>
            <w:r w:rsidRPr="009647FC">
              <w:rPr>
                <w:rtl/>
              </w:rPr>
              <w:t>أفعى</w:t>
            </w:r>
            <w:r w:rsidR="004C00A8">
              <w:rPr>
                <w:rtl/>
              </w:rPr>
              <w:t xml:space="preserve"> </w:t>
            </w:r>
            <w:r w:rsidRPr="009647FC">
              <w:rPr>
                <w:rtl/>
              </w:rPr>
              <w:t>الأسى</w:t>
            </w:r>
            <w:r>
              <w:rPr>
                <w:rtl/>
              </w:rPr>
              <w:t xml:space="preserve"> </w:t>
            </w:r>
            <w:r w:rsidRPr="009647FC">
              <w:rPr>
                <w:rtl/>
              </w:rPr>
              <w:t>طرقت</w:t>
            </w:r>
            <w:r>
              <w:rPr>
                <w:rtl/>
              </w:rPr>
              <w:t xml:space="preserve"> </w:t>
            </w:r>
            <w:r w:rsidRPr="009647FC">
              <w:rPr>
                <w:rtl/>
              </w:rPr>
              <w:t>وغاب</w:t>
            </w:r>
            <w:r>
              <w:rPr>
                <w:rtl/>
              </w:rPr>
              <w:t xml:space="preserve"> </w:t>
            </w:r>
            <w:r w:rsidRPr="009647FC">
              <w:rPr>
                <w:rtl/>
              </w:rPr>
              <w:t>الراقي</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فأنا</w:t>
            </w:r>
            <w:r w:rsidR="004C00A8">
              <w:rPr>
                <w:rtl/>
              </w:rPr>
              <w:t xml:space="preserve"> </w:t>
            </w:r>
            <w:r w:rsidRPr="009647FC">
              <w:rPr>
                <w:rtl/>
              </w:rPr>
              <w:t>اللديغُ</w:t>
            </w:r>
            <w:r>
              <w:rPr>
                <w:rtl/>
              </w:rPr>
              <w:t xml:space="preserve"> </w:t>
            </w:r>
            <w:r w:rsidRPr="009647FC">
              <w:rPr>
                <w:rtl/>
              </w:rPr>
              <w:t>وأدمعي</w:t>
            </w:r>
            <w:r>
              <w:rPr>
                <w:rtl/>
              </w:rPr>
              <w:t xml:space="preserve"> </w:t>
            </w:r>
            <w:r w:rsidRPr="009647FC">
              <w:rPr>
                <w:rtl/>
              </w:rPr>
              <w:t>درياقي</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باتت</w:t>
            </w:r>
            <w:r>
              <w:rPr>
                <w:rtl/>
              </w:rPr>
              <w:t xml:space="preserve"> </w:t>
            </w:r>
            <w:r w:rsidRPr="009647FC">
              <w:rPr>
                <w:rtl/>
              </w:rPr>
              <w:t>تساورُ</w:t>
            </w:r>
            <w:r>
              <w:rPr>
                <w:rtl/>
              </w:rPr>
              <w:t xml:space="preserve"> </w:t>
            </w:r>
            <w:r w:rsidRPr="009647FC">
              <w:rPr>
                <w:rtl/>
              </w:rPr>
              <w:t>وهي</w:t>
            </w:r>
            <w:r>
              <w:rPr>
                <w:rtl/>
              </w:rPr>
              <w:t xml:space="preserve"> </w:t>
            </w:r>
            <w:r w:rsidRPr="009647FC">
              <w:rPr>
                <w:rtl/>
              </w:rPr>
              <w:t>غير</w:t>
            </w:r>
            <w:r>
              <w:rPr>
                <w:rtl/>
              </w:rPr>
              <w:t xml:space="preserve"> </w:t>
            </w:r>
            <w:r w:rsidRPr="009647FC">
              <w:rPr>
                <w:rtl/>
              </w:rPr>
              <w:t>ضئيلةٍ</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حتى</w:t>
            </w:r>
            <w:r w:rsidR="004C00A8">
              <w:rPr>
                <w:rtl/>
              </w:rPr>
              <w:t xml:space="preserve"> </w:t>
            </w:r>
            <w:r w:rsidRPr="009647FC">
              <w:rPr>
                <w:rtl/>
              </w:rPr>
              <w:t>رشحن</w:t>
            </w:r>
            <w:r>
              <w:rPr>
                <w:rtl/>
              </w:rPr>
              <w:t xml:space="preserve"> </w:t>
            </w:r>
            <w:r w:rsidRPr="009647FC">
              <w:rPr>
                <w:rtl/>
              </w:rPr>
              <w:t>بسمِّها</w:t>
            </w:r>
            <w:r>
              <w:rPr>
                <w:rtl/>
              </w:rPr>
              <w:t xml:space="preserve"> </w:t>
            </w:r>
            <w:r w:rsidRPr="009647FC">
              <w:rPr>
                <w:rtl/>
              </w:rPr>
              <w:t>آماقي</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لا</w:t>
            </w:r>
            <w:r>
              <w:rPr>
                <w:rtl/>
              </w:rPr>
              <w:t xml:space="preserve"> </w:t>
            </w:r>
            <w:r w:rsidRPr="009647FC">
              <w:rPr>
                <w:rtl/>
              </w:rPr>
              <w:t>راق</w:t>
            </w:r>
            <w:r>
              <w:rPr>
                <w:rtl/>
              </w:rPr>
              <w:t xml:space="preserve"> </w:t>
            </w:r>
            <w:r w:rsidRPr="009647FC">
              <w:rPr>
                <w:rtl/>
              </w:rPr>
              <w:t>نفسي</w:t>
            </w:r>
            <w:r>
              <w:rPr>
                <w:rtl/>
              </w:rPr>
              <w:t xml:space="preserve"> </w:t>
            </w:r>
            <w:r w:rsidRPr="009647FC">
              <w:rPr>
                <w:rtl/>
              </w:rPr>
              <w:t>العيشُ</w:t>
            </w:r>
            <w:r>
              <w:rPr>
                <w:rtl/>
              </w:rPr>
              <w:t xml:space="preserve"> </w:t>
            </w:r>
            <w:r w:rsidRPr="009647FC">
              <w:rPr>
                <w:rtl/>
              </w:rPr>
              <w:t>بعدك</w:t>
            </w:r>
            <w:r>
              <w:rPr>
                <w:rtl/>
              </w:rPr>
              <w:t xml:space="preserve"> </w:t>
            </w:r>
            <w:r w:rsidRPr="009647FC">
              <w:rPr>
                <w:rtl/>
              </w:rPr>
              <w:t>ليلةً</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ضربت</w:t>
            </w:r>
            <w:r w:rsidR="004C00A8">
              <w:rPr>
                <w:rtl/>
              </w:rPr>
              <w:t xml:space="preserve"> </w:t>
            </w:r>
            <w:r w:rsidRPr="009647FC">
              <w:rPr>
                <w:rtl/>
              </w:rPr>
              <w:t>علىّ</w:t>
            </w:r>
            <w:r>
              <w:rPr>
                <w:rtl/>
              </w:rPr>
              <w:t xml:space="preserve">َ </w:t>
            </w:r>
            <w:r w:rsidRPr="009647FC">
              <w:rPr>
                <w:rtl/>
              </w:rPr>
              <w:t>بأسدف</w:t>
            </w:r>
            <w:r>
              <w:rPr>
                <w:rtl/>
              </w:rPr>
              <w:t xml:space="preserve"> </w:t>
            </w:r>
            <w:r w:rsidRPr="009647FC">
              <w:rPr>
                <w:rtl/>
              </w:rPr>
              <w:t>الأرواقِ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أثكلتنيها</w:t>
            </w:r>
            <w:r>
              <w:rPr>
                <w:rtl/>
              </w:rPr>
              <w:t xml:space="preserve"> </w:t>
            </w:r>
            <w:r w:rsidRPr="009647FC">
              <w:rPr>
                <w:rtl/>
              </w:rPr>
              <w:t>يا</w:t>
            </w:r>
            <w:r>
              <w:rPr>
                <w:rtl/>
              </w:rPr>
              <w:t xml:space="preserve"> </w:t>
            </w:r>
            <w:r w:rsidRPr="009647FC">
              <w:rPr>
                <w:rtl/>
              </w:rPr>
              <w:t>ثكلتك</w:t>
            </w:r>
            <w:r>
              <w:rPr>
                <w:rtl/>
              </w:rPr>
              <w:t xml:space="preserve"> </w:t>
            </w:r>
            <w:r w:rsidRPr="009647FC">
              <w:rPr>
                <w:rtl/>
              </w:rPr>
              <w:t>قلبها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غرراً</w:t>
            </w:r>
            <w:r w:rsidR="004C00A8">
              <w:rPr>
                <w:rtl/>
              </w:rPr>
              <w:t xml:space="preserve"> </w:t>
            </w:r>
            <w:r w:rsidRPr="009647FC">
              <w:rPr>
                <w:rtl/>
              </w:rPr>
              <w:t>أعزّ</w:t>
            </w:r>
            <w:r>
              <w:rPr>
                <w:rtl/>
              </w:rPr>
              <w:t xml:space="preserve">َ </w:t>
            </w:r>
            <w:r w:rsidRPr="009647FC">
              <w:rPr>
                <w:rtl/>
              </w:rPr>
              <w:t>عليّ</w:t>
            </w:r>
            <w:r>
              <w:rPr>
                <w:rtl/>
              </w:rPr>
              <w:t xml:space="preserve">َ </w:t>
            </w:r>
            <w:r w:rsidRPr="009647FC">
              <w:rPr>
                <w:rtl/>
              </w:rPr>
              <w:t>من</w:t>
            </w:r>
            <w:r>
              <w:rPr>
                <w:rtl/>
              </w:rPr>
              <w:t xml:space="preserve"> </w:t>
            </w:r>
            <w:r w:rsidRPr="009647FC">
              <w:rPr>
                <w:rtl/>
              </w:rPr>
              <w:t>أحداقي</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فأعدت</w:t>
            </w:r>
            <w:r w:rsidR="004C00A8">
              <w:rPr>
                <w:rtl/>
              </w:rPr>
              <w:t xml:space="preserve"> </w:t>
            </w:r>
            <w:r w:rsidRPr="009647FC">
              <w:rPr>
                <w:rtl/>
              </w:rPr>
              <w:t>لي</w:t>
            </w:r>
            <w:r>
              <w:rPr>
                <w:rtl/>
              </w:rPr>
              <w:t xml:space="preserve"> </w:t>
            </w:r>
            <w:r w:rsidRPr="009647FC">
              <w:rPr>
                <w:rtl/>
              </w:rPr>
              <w:t>في</w:t>
            </w:r>
            <w:r>
              <w:rPr>
                <w:rtl/>
              </w:rPr>
              <w:t xml:space="preserve"> </w:t>
            </w:r>
            <w:r w:rsidRPr="009647FC">
              <w:rPr>
                <w:rtl/>
              </w:rPr>
              <w:t>فقد</w:t>
            </w:r>
            <w:r>
              <w:rPr>
                <w:rtl/>
              </w:rPr>
              <w:t xml:space="preserve"> </w:t>
            </w:r>
            <w:r w:rsidRPr="009647FC">
              <w:rPr>
                <w:rtl/>
              </w:rPr>
              <w:t>أطيب</w:t>
            </w:r>
            <w:r>
              <w:rPr>
                <w:rtl/>
              </w:rPr>
              <w:t xml:space="preserve"> </w:t>
            </w:r>
            <w:r w:rsidRPr="009647FC">
              <w:rPr>
                <w:rtl/>
              </w:rPr>
              <w:t>معرقٍ</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في</w:t>
            </w:r>
            <w:r w:rsidR="004C00A8">
              <w:rPr>
                <w:rtl/>
              </w:rPr>
              <w:t xml:space="preserve"> </w:t>
            </w:r>
            <w:r w:rsidRPr="009647FC">
              <w:rPr>
                <w:rtl/>
              </w:rPr>
              <w:t>المجد</w:t>
            </w:r>
            <w:r>
              <w:rPr>
                <w:rtl/>
              </w:rPr>
              <w:t xml:space="preserve"> </w:t>
            </w:r>
            <w:r w:rsidRPr="009647FC">
              <w:rPr>
                <w:rtl/>
              </w:rPr>
              <w:t>مفقد</w:t>
            </w:r>
            <w:r>
              <w:rPr>
                <w:rtl/>
              </w:rPr>
              <w:t xml:space="preserve">َ </w:t>
            </w:r>
            <w:r w:rsidRPr="009647FC">
              <w:rPr>
                <w:rtl/>
              </w:rPr>
              <w:t>طيّب</w:t>
            </w:r>
            <w:r>
              <w:rPr>
                <w:rtl/>
              </w:rPr>
              <w:t xml:space="preserve"> </w:t>
            </w:r>
            <w:r w:rsidRPr="009647FC">
              <w:rPr>
                <w:rtl/>
              </w:rPr>
              <w:t>الأعراقِ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ذهبا</w:t>
            </w:r>
            <w:r>
              <w:rPr>
                <w:rtl/>
              </w:rPr>
              <w:t xml:space="preserve"> </w:t>
            </w:r>
            <w:r w:rsidRPr="009647FC">
              <w:rPr>
                <w:rtl/>
              </w:rPr>
              <w:t>بأيامٍ</w:t>
            </w:r>
            <w:r>
              <w:rPr>
                <w:rtl/>
              </w:rPr>
              <w:t xml:space="preserve"> </w:t>
            </w:r>
            <w:r w:rsidRPr="009647FC">
              <w:rPr>
                <w:rtl/>
              </w:rPr>
              <w:t>خطرت</w:t>
            </w:r>
            <w:r>
              <w:rPr>
                <w:rtl/>
              </w:rPr>
              <w:t xml:space="preserve"> </w:t>
            </w:r>
            <w:r w:rsidRPr="009647FC">
              <w:rPr>
                <w:rtl/>
              </w:rPr>
              <w:t>مع</w:t>
            </w:r>
            <w:r>
              <w:rPr>
                <w:rtl/>
              </w:rPr>
              <w:t xml:space="preserve"> </w:t>
            </w:r>
            <w:r w:rsidRPr="009647FC">
              <w:rPr>
                <w:rtl/>
              </w:rPr>
              <w:t>الهوى</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منها</w:t>
            </w:r>
            <w:r>
              <w:rPr>
                <w:rtl/>
              </w:rPr>
              <w:t xml:space="preserve"> </w:t>
            </w:r>
            <w:r w:rsidRPr="009647FC">
              <w:rPr>
                <w:rtl/>
              </w:rPr>
              <w:t>بمعلمة</w:t>
            </w:r>
            <w:r>
              <w:rPr>
                <w:rtl/>
              </w:rPr>
              <w:t xml:space="preserve"> </w:t>
            </w:r>
            <w:r w:rsidRPr="009647FC">
              <w:rPr>
                <w:rtl/>
              </w:rPr>
              <w:t>البرود</w:t>
            </w:r>
            <w:r>
              <w:rPr>
                <w:rtl/>
              </w:rPr>
              <w:t xml:space="preserve"> </w:t>
            </w:r>
            <w:r w:rsidRPr="009647FC">
              <w:rPr>
                <w:rtl/>
              </w:rPr>
              <w:t>رقاقِ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زمناً</w:t>
            </w:r>
            <w:r w:rsidR="004C00A8">
              <w:rPr>
                <w:rtl/>
              </w:rPr>
              <w:t xml:space="preserve"> </w:t>
            </w:r>
            <w:r w:rsidRPr="009647FC">
              <w:rPr>
                <w:rtl/>
              </w:rPr>
              <w:t>لبستُ</w:t>
            </w:r>
            <w:r>
              <w:rPr>
                <w:rtl/>
              </w:rPr>
              <w:t xml:space="preserve"> </w:t>
            </w:r>
            <w:r w:rsidRPr="009647FC">
              <w:rPr>
                <w:rtl/>
              </w:rPr>
              <w:t>حريرها</w:t>
            </w:r>
            <w:r>
              <w:rPr>
                <w:rtl/>
              </w:rPr>
              <w:t xml:space="preserve"> </w:t>
            </w:r>
            <w:r w:rsidRPr="009647FC">
              <w:rPr>
                <w:rtl/>
              </w:rPr>
              <w:t>ونضوتها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عن</w:t>
            </w:r>
            <w:r>
              <w:rPr>
                <w:rtl/>
              </w:rPr>
              <w:t xml:space="preserve"> </w:t>
            </w:r>
            <w:r w:rsidRPr="009647FC">
              <w:rPr>
                <w:rtl/>
              </w:rPr>
              <w:t>جدّ</w:t>
            </w:r>
            <w:r>
              <w:rPr>
                <w:rtl/>
              </w:rPr>
              <w:t>َ</w:t>
            </w:r>
            <w:r w:rsidRPr="009647FC">
              <w:rPr>
                <w:rtl/>
              </w:rPr>
              <w:t>ةٍ</w:t>
            </w:r>
            <w:r>
              <w:rPr>
                <w:rtl/>
              </w:rPr>
              <w:t xml:space="preserve"> </w:t>
            </w:r>
            <w:r w:rsidRPr="009647FC">
              <w:rPr>
                <w:rtl/>
              </w:rPr>
              <w:t>وأبيك</w:t>
            </w:r>
            <w:r>
              <w:rPr>
                <w:rtl/>
              </w:rPr>
              <w:t xml:space="preserve"> </w:t>
            </w:r>
            <w:r w:rsidRPr="009647FC">
              <w:rPr>
                <w:rtl/>
              </w:rPr>
              <w:t>لا</w:t>
            </w:r>
            <w:r>
              <w:rPr>
                <w:rtl/>
              </w:rPr>
              <w:t xml:space="preserve"> </w:t>
            </w:r>
            <w:r w:rsidRPr="009647FC">
              <w:rPr>
                <w:rtl/>
              </w:rPr>
              <w:t>الأخلاقِ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فلأندبن</w:t>
            </w:r>
            <w:r>
              <w:rPr>
                <w:rtl/>
              </w:rPr>
              <w:t xml:space="preserve"> </w:t>
            </w:r>
            <w:r w:rsidRPr="009647FC">
              <w:rPr>
                <w:rtl/>
              </w:rPr>
              <w:t>اليوم</w:t>
            </w:r>
            <w:r>
              <w:rPr>
                <w:rtl/>
              </w:rPr>
              <w:t xml:space="preserve"> </w:t>
            </w:r>
            <w:r w:rsidRPr="009647FC">
              <w:rPr>
                <w:rtl/>
              </w:rPr>
              <w:t>صالح</w:t>
            </w:r>
            <w:r>
              <w:rPr>
                <w:rtl/>
              </w:rPr>
              <w:t xml:space="preserve">َ </w:t>
            </w:r>
            <w:r w:rsidRPr="009647FC">
              <w:rPr>
                <w:rtl/>
              </w:rPr>
              <w:t>عهدها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ولأبكين</w:t>
            </w:r>
            <w:r w:rsidR="004C00A8">
              <w:rPr>
                <w:rtl/>
              </w:rPr>
              <w:t xml:space="preserve"> </w:t>
            </w:r>
            <w:r w:rsidRPr="009647FC">
              <w:rPr>
                <w:rtl/>
              </w:rPr>
              <w:t>نفائس</w:t>
            </w:r>
            <w:r>
              <w:rPr>
                <w:rtl/>
              </w:rPr>
              <w:t xml:space="preserve">َ </w:t>
            </w:r>
            <w:r w:rsidRPr="009647FC">
              <w:rPr>
                <w:rtl/>
              </w:rPr>
              <w:t>الأعلاقِ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ولأحلبنّ</w:t>
            </w:r>
            <w:r>
              <w:rPr>
                <w:rtl/>
              </w:rPr>
              <w:t xml:space="preserve">َ </w:t>
            </w:r>
            <w:r w:rsidRPr="009647FC">
              <w:rPr>
                <w:rtl/>
              </w:rPr>
              <w:t>من</w:t>
            </w:r>
            <w:r>
              <w:rPr>
                <w:rtl/>
              </w:rPr>
              <w:t xml:space="preserve"> </w:t>
            </w:r>
            <w:r w:rsidRPr="009647FC">
              <w:rPr>
                <w:rtl/>
              </w:rPr>
              <w:t>الشجون</w:t>
            </w:r>
            <w:r>
              <w:rPr>
                <w:rtl/>
              </w:rPr>
              <w:t xml:space="preserve"> </w:t>
            </w:r>
            <w:r w:rsidRPr="009647FC">
              <w:rPr>
                <w:rtl/>
              </w:rPr>
              <w:t>حشاشتي</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دمعاً</w:t>
            </w:r>
            <w:r>
              <w:rPr>
                <w:rtl/>
              </w:rPr>
              <w:t xml:space="preserve"> </w:t>
            </w:r>
            <w:r w:rsidRPr="009647FC">
              <w:rPr>
                <w:rtl/>
              </w:rPr>
              <w:t>كمندفق</w:t>
            </w:r>
            <w:r>
              <w:rPr>
                <w:rtl/>
              </w:rPr>
              <w:t xml:space="preserve"> </w:t>
            </w:r>
            <w:r w:rsidRPr="009647FC">
              <w:rPr>
                <w:rtl/>
              </w:rPr>
              <w:t>الحيا</w:t>
            </w:r>
            <w:r>
              <w:rPr>
                <w:rtl/>
              </w:rPr>
              <w:t xml:space="preserve"> </w:t>
            </w:r>
            <w:r w:rsidRPr="009647FC">
              <w:rPr>
                <w:rtl/>
              </w:rPr>
              <w:t>المهراقِ</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72FFC" w:rsidRPr="00524A24" w:rsidTr="00E72FFC">
        <w:trPr>
          <w:trHeight w:val="350"/>
        </w:trPr>
        <w:tc>
          <w:tcPr>
            <w:tcW w:w="3902" w:type="dxa"/>
          </w:tcPr>
          <w:p w:rsidR="00E72FFC" w:rsidRPr="00524A24" w:rsidRDefault="00E72FFC" w:rsidP="00E72FFC">
            <w:pPr>
              <w:pStyle w:val="libPoem"/>
            </w:pPr>
            <w:r w:rsidRPr="009647FC">
              <w:rPr>
                <w:rtl/>
              </w:rPr>
              <w:lastRenderedPageBreak/>
              <w:t>أمرقصاً</w:t>
            </w:r>
            <w:r w:rsidR="004C00A8">
              <w:rPr>
                <w:rtl/>
              </w:rPr>
              <w:t xml:space="preserve"> </w:t>
            </w:r>
            <w:r w:rsidRPr="009647FC">
              <w:rPr>
                <w:rtl/>
              </w:rPr>
              <w:t>دمعي</w:t>
            </w:r>
            <w:r>
              <w:rPr>
                <w:rtl/>
              </w:rPr>
              <w:t xml:space="preserve"> </w:t>
            </w:r>
            <w:r w:rsidRPr="009647FC">
              <w:rPr>
                <w:rtl/>
              </w:rPr>
              <w:t>وأخلاقي</w:t>
            </w:r>
            <w:r>
              <w:rPr>
                <w:rtl/>
              </w:rPr>
              <w:t xml:space="preserve"> </w:t>
            </w:r>
            <w:r w:rsidRPr="009647FC">
              <w:rPr>
                <w:rtl/>
              </w:rPr>
              <w:t>معا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بنشائد</w:t>
            </w:r>
            <w:r w:rsidR="004C00A8">
              <w:rPr>
                <w:rtl/>
              </w:rPr>
              <w:t xml:space="preserve"> </w:t>
            </w:r>
            <w:r>
              <w:rPr>
                <w:rtl/>
              </w:rPr>
              <w:t>(</w:t>
            </w:r>
            <w:r w:rsidRPr="009647FC">
              <w:rPr>
                <w:rtl/>
              </w:rPr>
              <w:t>الخنساء</w:t>
            </w:r>
            <w:r>
              <w:rPr>
                <w:rtl/>
              </w:rPr>
              <w:t>)</w:t>
            </w:r>
            <w:r w:rsidRPr="009647FC">
              <w:rPr>
                <w:rtl/>
              </w:rPr>
              <w:t xml:space="preserve"> لا</w:t>
            </w:r>
            <w:r>
              <w:rPr>
                <w:rtl/>
              </w:rPr>
              <w:t xml:space="preserve"> (</w:t>
            </w:r>
            <w:r w:rsidRPr="009647FC">
              <w:rPr>
                <w:rtl/>
              </w:rPr>
              <w:t>إسحاقِ</w:t>
            </w:r>
            <w:r>
              <w:rPr>
                <w:rtl/>
              </w:rPr>
              <w:t>)</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فرّق</w:t>
            </w:r>
            <w:r>
              <w:rPr>
                <w:rtl/>
              </w:rPr>
              <w:t xml:space="preserve"> </w:t>
            </w:r>
            <w:r w:rsidRPr="009647FC">
              <w:rPr>
                <w:rtl/>
              </w:rPr>
              <w:t>بأقتلها</w:t>
            </w:r>
            <w:r>
              <w:rPr>
                <w:rtl/>
              </w:rPr>
              <w:t xml:space="preserve"> </w:t>
            </w:r>
            <w:r w:rsidRPr="009647FC">
              <w:rPr>
                <w:rtl/>
              </w:rPr>
              <w:t>مجامع</w:t>
            </w:r>
            <w:r>
              <w:rPr>
                <w:rtl/>
              </w:rPr>
              <w:t xml:space="preserve">َ </w:t>
            </w:r>
            <w:r w:rsidRPr="009647FC">
              <w:rPr>
                <w:rtl/>
              </w:rPr>
              <w:t>أضلعي</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إنّ</w:t>
            </w:r>
            <w:r>
              <w:rPr>
                <w:rtl/>
              </w:rPr>
              <w:t>َ</w:t>
            </w:r>
            <w:r w:rsidR="004C00A8">
              <w:rPr>
                <w:rtl/>
              </w:rPr>
              <w:t xml:space="preserve"> </w:t>
            </w:r>
            <w:r w:rsidRPr="009647FC">
              <w:rPr>
                <w:rtl/>
              </w:rPr>
              <w:t>المكارم</w:t>
            </w:r>
            <w:r>
              <w:rPr>
                <w:rtl/>
              </w:rPr>
              <w:t xml:space="preserve"> </w:t>
            </w:r>
            <w:r w:rsidRPr="009647FC">
              <w:rPr>
                <w:rtl/>
              </w:rPr>
              <w:t>آذنتْ</w:t>
            </w:r>
            <w:r>
              <w:rPr>
                <w:rtl/>
              </w:rPr>
              <w:t xml:space="preserve"> </w:t>
            </w:r>
            <w:r w:rsidRPr="009647FC">
              <w:rPr>
                <w:rtl/>
              </w:rPr>
              <w:t>بفراقِ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قتلت</w:t>
            </w:r>
            <w:r w:rsidR="004C00A8">
              <w:rPr>
                <w:rtl/>
              </w:rPr>
              <w:t xml:space="preserve"> </w:t>
            </w:r>
            <w:r w:rsidRPr="009647FC">
              <w:rPr>
                <w:rtl/>
              </w:rPr>
              <w:t>أسيً</w:t>
            </w:r>
            <w:r>
              <w:rPr>
                <w:rtl/>
              </w:rPr>
              <w:t xml:space="preserve"> </w:t>
            </w:r>
            <w:r w:rsidRPr="009647FC">
              <w:rPr>
                <w:rtl/>
              </w:rPr>
              <w:t>لأغرّ</w:t>
            </w:r>
            <w:r>
              <w:rPr>
                <w:rtl/>
              </w:rPr>
              <w:t>َ</w:t>
            </w:r>
            <w:r w:rsidRPr="004E7EC6">
              <w:rPr>
                <w:rStyle w:val="libFootnotenumChar"/>
                <w:rtl/>
              </w:rPr>
              <w:t>(1)</w:t>
            </w:r>
            <w:r>
              <w:rPr>
                <w:rtl/>
              </w:rPr>
              <w:t xml:space="preserve"> </w:t>
            </w:r>
            <w:r w:rsidRPr="009647FC">
              <w:rPr>
                <w:rtl/>
              </w:rPr>
              <w:t>لولا</w:t>
            </w:r>
            <w:r>
              <w:rPr>
                <w:rtl/>
              </w:rPr>
              <w:t xml:space="preserve"> </w:t>
            </w:r>
            <w:r w:rsidRPr="009647FC">
              <w:rPr>
                <w:rtl/>
              </w:rPr>
              <w:t>جودُه</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قتل</w:t>
            </w:r>
            <w:r>
              <w:rPr>
                <w:rtl/>
              </w:rPr>
              <w:t xml:space="preserve"> </w:t>
            </w:r>
            <w:r w:rsidRPr="009647FC">
              <w:rPr>
                <w:rtl/>
              </w:rPr>
              <w:t>الزمان</w:t>
            </w:r>
            <w:r>
              <w:rPr>
                <w:rtl/>
              </w:rPr>
              <w:t xml:space="preserve"> </w:t>
            </w:r>
            <w:r w:rsidRPr="009647FC">
              <w:rPr>
                <w:rtl/>
              </w:rPr>
              <w:t>بنيه</w:t>
            </w:r>
            <w:r>
              <w:rPr>
                <w:rtl/>
              </w:rPr>
              <w:t xml:space="preserve"> </w:t>
            </w:r>
            <w:r w:rsidRPr="009647FC">
              <w:rPr>
                <w:rtl/>
              </w:rPr>
              <w:t>من</w:t>
            </w:r>
            <w:r>
              <w:rPr>
                <w:rtl/>
              </w:rPr>
              <w:t xml:space="preserve"> </w:t>
            </w:r>
            <w:r w:rsidRPr="009647FC">
              <w:rPr>
                <w:rtl/>
              </w:rPr>
              <w:t>إملاقِ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فأزل</w:t>
            </w:r>
            <w:r w:rsidR="004C00A8">
              <w:rPr>
                <w:rtl/>
              </w:rPr>
              <w:t xml:space="preserve"> </w:t>
            </w:r>
            <w:r w:rsidRPr="009647FC">
              <w:rPr>
                <w:rtl/>
              </w:rPr>
              <w:t>بنعيك</w:t>
            </w:r>
            <w:r>
              <w:rPr>
                <w:rtl/>
              </w:rPr>
              <w:t xml:space="preserve"> </w:t>
            </w:r>
            <w:r w:rsidRPr="009647FC">
              <w:rPr>
                <w:rtl/>
              </w:rPr>
              <w:t>في</w:t>
            </w:r>
            <w:r>
              <w:rPr>
                <w:rtl/>
              </w:rPr>
              <w:t xml:space="preserve"> </w:t>
            </w:r>
            <w:r w:rsidRPr="009647FC">
              <w:rPr>
                <w:rtl/>
              </w:rPr>
              <w:t>الورى</w:t>
            </w:r>
            <w:r>
              <w:rPr>
                <w:rtl/>
              </w:rPr>
              <w:t xml:space="preserve"> </w:t>
            </w:r>
            <w:r w:rsidRPr="009647FC">
              <w:rPr>
                <w:rtl/>
              </w:rPr>
              <w:t>رمق</w:t>
            </w:r>
            <w:r>
              <w:rPr>
                <w:rtl/>
              </w:rPr>
              <w:t xml:space="preserve"> </w:t>
            </w:r>
            <w:r w:rsidRPr="009647FC">
              <w:rPr>
                <w:rtl/>
              </w:rPr>
              <w:t>الورى</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فالموتُ</w:t>
            </w:r>
            <w:r>
              <w:rPr>
                <w:rtl/>
              </w:rPr>
              <w:t xml:space="preserve"> </w:t>
            </w:r>
            <w:r w:rsidRPr="009647FC">
              <w:rPr>
                <w:rtl/>
              </w:rPr>
              <w:t>زال</w:t>
            </w:r>
            <w:r>
              <w:rPr>
                <w:rtl/>
              </w:rPr>
              <w:t xml:space="preserve"> </w:t>
            </w:r>
            <w:r w:rsidRPr="009647FC">
              <w:rPr>
                <w:rtl/>
              </w:rPr>
              <w:t>بممسك</w:t>
            </w:r>
            <w:r>
              <w:rPr>
                <w:rtl/>
              </w:rPr>
              <w:t xml:space="preserve"> </w:t>
            </w:r>
            <w:r w:rsidRPr="009647FC">
              <w:rPr>
                <w:rtl/>
              </w:rPr>
              <w:t>الأرماقِ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هذا</w:t>
            </w:r>
            <w:r>
              <w:rPr>
                <w:rtl/>
              </w:rPr>
              <w:t xml:space="preserve"> (</w:t>
            </w:r>
            <w:r w:rsidRPr="009647FC">
              <w:rPr>
                <w:rtl/>
              </w:rPr>
              <w:t>أبو</w:t>
            </w:r>
            <w:r>
              <w:rPr>
                <w:rtl/>
              </w:rPr>
              <w:t xml:space="preserve"> </w:t>
            </w:r>
            <w:r w:rsidRPr="009647FC">
              <w:rPr>
                <w:rtl/>
              </w:rPr>
              <w:t>حسنِ</w:t>
            </w:r>
            <w:r>
              <w:rPr>
                <w:rtl/>
              </w:rPr>
              <w:t xml:space="preserve">) </w:t>
            </w:r>
            <w:r w:rsidRPr="009647FC">
              <w:rPr>
                <w:rtl/>
              </w:rPr>
              <w:t>استقلّ</w:t>
            </w:r>
            <w:r>
              <w:rPr>
                <w:rtl/>
              </w:rPr>
              <w:t xml:space="preserve">َ </w:t>
            </w:r>
            <w:r w:rsidRPr="009647FC">
              <w:rPr>
                <w:rtl/>
              </w:rPr>
              <w:t>مشيّ</w:t>
            </w:r>
            <w:r>
              <w:rPr>
                <w:rtl/>
              </w:rPr>
              <w:t>َ</w:t>
            </w:r>
            <w:r w:rsidRPr="009647FC">
              <w:rPr>
                <w:rtl/>
              </w:rPr>
              <w:t>عا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لكن</w:t>
            </w:r>
            <w:r w:rsidR="004C00A8">
              <w:rPr>
                <w:rtl/>
              </w:rPr>
              <w:t xml:space="preserve"> </w:t>
            </w:r>
            <w:r w:rsidRPr="009647FC">
              <w:rPr>
                <w:rtl/>
              </w:rPr>
              <w:t>بنعشٍ</w:t>
            </w:r>
            <w:r>
              <w:rPr>
                <w:rtl/>
              </w:rPr>
              <w:t xml:space="preserve"> </w:t>
            </w:r>
            <w:r w:rsidRPr="009647FC">
              <w:rPr>
                <w:rtl/>
              </w:rPr>
              <w:t>لا</w:t>
            </w:r>
            <w:r>
              <w:rPr>
                <w:rtl/>
              </w:rPr>
              <w:t xml:space="preserve"> </w:t>
            </w:r>
            <w:r w:rsidRPr="009647FC">
              <w:rPr>
                <w:rtl/>
              </w:rPr>
              <w:t>متون</w:t>
            </w:r>
            <w:r>
              <w:rPr>
                <w:rtl/>
              </w:rPr>
              <w:t xml:space="preserve"> </w:t>
            </w:r>
            <w:r w:rsidRPr="009647FC">
              <w:rPr>
                <w:rtl/>
              </w:rPr>
              <w:t>عتاقِ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ومشت</w:t>
            </w:r>
            <w:r>
              <w:rPr>
                <w:rtl/>
              </w:rPr>
              <w:t xml:space="preserve"> </w:t>
            </w:r>
            <w:r w:rsidRPr="009647FC">
              <w:rPr>
                <w:rtl/>
              </w:rPr>
              <w:t>وراء</w:t>
            </w:r>
            <w:r>
              <w:rPr>
                <w:rtl/>
              </w:rPr>
              <w:t xml:space="preserve"> </w:t>
            </w:r>
            <w:r w:rsidRPr="009647FC">
              <w:rPr>
                <w:rtl/>
              </w:rPr>
              <w:t>سريره</w:t>
            </w:r>
            <w:r>
              <w:rPr>
                <w:rtl/>
              </w:rPr>
              <w:t xml:space="preserve"> </w:t>
            </w:r>
            <w:r w:rsidRPr="009647FC">
              <w:rPr>
                <w:rtl/>
              </w:rPr>
              <w:t>من</w:t>
            </w:r>
            <w:r>
              <w:rPr>
                <w:rtl/>
              </w:rPr>
              <w:t xml:space="preserve"> </w:t>
            </w:r>
            <w:r w:rsidRPr="009647FC">
              <w:rPr>
                <w:rtl/>
              </w:rPr>
              <w:t>هاشمٍ</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غلبُ</w:t>
            </w:r>
            <w:r w:rsidR="004C00A8">
              <w:rPr>
                <w:rtl/>
              </w:rPr>
              <w:t xml:space="preserve"> </w:t>
            </w:r>
            <w:r w:rsidRPr="009647FC">
              <w:rPr>
                <w:rtl/>
              </w:rPr>
              <w:t>الرقاق</w:t>
            </w:r>
            <w:r>
              <w:rPr>
                <w:rtl/>
              </w:rPr>
              <w:t xml:space="preserve"> </w:t>
            </w:r>
            <w:r w:rsidRPr="009647FC">
              <w:rPr>
                <w:rtl/>
              </w:rPr>
              <w:t>خواضع</w:t>
            </w:r>
            <w:r>
              <w:rPr>
                <w:rtl/>
              </w:rPr>
              <w:t xml:space="preserve"> </w:t>
            </w:r>
            <w:r w:rsidRPr="009647FC">
              <w:rPr>
                <w:rtl/>
              </w:rPr>
              <w:t>الأعناقِ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متماسكين</w:t>
            </w:r>
            <w:r>
              <w:rPr>
                <w:rtl/>
              </w:rPr>
              <w:t xml:space="preserve"> </w:t>
            </w:r>
            <w:r w:rsidRPr="009647FC">
              <w:rPr>
                <w:rtl/>
              </w:rPr>
              <w:t>من</w:t>
            </w:r>
            <w:r>
              <w:rPr>
                <w:rtl/>
              </w:rPr>
              <w:t xml:space="preserve"> </w:t>
            </w:r>
            <w:r w:rsidRPr="009647FC">
              <w:rPr>
                <w:rtl/>
              </w:rPr>
              <w:t>الحياء</w:t>
            </w:r>
            <w:r>
              <w:rPr>
                <w:rtl/>
              </w:rPr>
              <w:t xml:space="preserve"> </w:t>
            </w:r>
            <w:r w:rsidRPr="009647FC">
              <w:rPr>
                <w:rtl/>
              </w:rPr>
              <w:t>تهافتت</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قطعاً</w:t>
            </w:r>
            <w:r w:rsidR="004C00A8">
              <w:rPr>
                <w:rtl/>
              </w:rPr>
              <w:t xml:space="preserve"> </w:t>
            </w:r>
            <w:r w:rsidRPr="009647FC">
              <w:rPr>
                <w:rtl/>
              </w:rPr>
              <w:t>قلوبُهم</w:t>
            </w:r>
            <w:r>
              <w:rPr>
                <w:rtl/>
              </w:rPr>
              <w:t xml:space="preserve"> </w:t>
            </w:r>
            <w:r w:rsidRPr="009647FC">
              <w:rPr>
                <w:rtl/>
              </w:rPr>
              <w:t>من</w:t>
            </w:r>
            <w:r>
              <w:rPr>
                <w:rtl/>
              </w:rPr>
              <w:t xml:space="preserve"> </w:t>
            </w:r>
            <w:r w:rsidRPr="009647FC">
              <w:rPr>
                <w:rtl/>
              </w:rPr>
              <w:t>الإقلاقِ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يا</w:t>
            </w:r>
            <w:r>
              <w:rPr>
                <w:rtl/>
              </w:rPr>
              <w:t xml:space="preserve"> </w:t>
            </w:r>
            <w:r w:rsidRPr="009647FC">
              <w:rPr>
                <w:rtl/>
              </w:rPr>
              <w:t>راحلاً</w:t>
            </w:r>
            <w:r>
              <w:rPr>
                <w:rtl/>
              </w:rPr>
              <w:t xml:space="preserve"> </w:t>
            </w:r>
            <w:r w:rsidRPr="009647FC">
              <w:rPr>
                <w:rtl/>
              </w:rPr>
              <w:t>بالصبر</w:t>
            </w:r>
            <w:r>
              <w:rPr>
                <w:rtl/>
              </w:rPr>
              <w:t xml:space="preserve"> </w:t>
            </w:r>
            <w:r w:rsidRPr="009647FC">
              <w:rPr>
                <w:rtl/>
              </w:rPr>
              <w:t>حمّ</w:t>
            </w:r>
            <w:r>
              <w:rPr>
                <w:rtl/>
              </w:rPr>
              <w:t>َ</w:t>
            </w:r>
            <w:r w:rsidRPr="009647FC">
              <w:rPr>
                <w:rtl/>
              </w:rPr>
              <w:t>ل</w:t>
            </w:r>
            <w:r>
              <w:rPr>
                <w:rtl/>
              </w:rPr>
              <w:t xml:space="preserve"> </w:t>
            </w:r>
            <w:r w:rsidRPr="009647FC">
              <w:rPr>
                <w:rtl/>
              </w:rPr>
              <w:t>قوم</w:t>
            </w:r>
            <w:r>
              <w:rPr>
                <w:rtl/>
              </w:rPr>
              <w:t>َ</w:t>
            </w:r>
            <w:r w:rsidRPr="009647FC">
              <w:rPr>
                <w:rtl/>
              </w:rPr>
              <w:t>ه</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عبثاً</w:t>
            </w:r>
            <w:r>
              <w:rPr>
                <w:rtl/>
              </w:rPr>
              <w:t xml:space="preserve"> </w:t>
            </w:r>
            <w:r w:rsidRPr="009647FC">
              <w:rPr>
                <w:rtl/>
              </w:rPr>
              <w:t>من</w:t>
            </w:r>
            <w:r>
              <w:rPr>
                <w:rtl/>
              </w:rPr>
              <w:t xml:space="preserve"> </w:t>
            </w:r>
            <w:r w:rsidRPr="009647FC">
              <w:rPr>
                <w:rtl/>
              </w:rPr>
              <w:t>الأرزاء</w:t>
            </w:r>
            <w:r>
              <w:rPr>
                <w:rtl/>
              </w:rPr>
              <w:t xml:space="preserve"> </w:t>
            </w:r>
            <w:r w:rsidRPr="009647FC">
              <w:rPr>
                <w:rtl/>
              </w:rPr>
              <w:t>غير</w:t>
            </w:r>
            <w:r>
              <w:rPr>
                <w:rtl/>
              </w:rPr>
              <w:t xml:space="preserve"> </w:t>
            </w:r>
            <w:r w:rsidRPr="009647FC">
              <w:rPr>
                <w:rtl/>
              </w:rPr>
              <w:t>مطاقِ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خرجتْ</w:t>
            </w:r>
            <w:r w:rsidR="004C00A8">
              <w:rPr>
                <w:rtl/>
              </w:rPr>
              <w:t xml:space="preserve"> </w:t>
            </w:r>
            <w:r w:rsidRPr="009647FC">
              <w:rPr>
                <w:rtl/>
              </w:rPr>
              <w:t>تمنّى</w:t>
            </w:r>
            <w:r>
              <w:rPr>
                <w:rtl/>
              </w:rPr>
              <w:t xml:space="preserve"> </w:t>
            </w:r>
            <w:r w:rsidRPr="009647FC">
              <w:rPr>
                <w:rtl/>
              </w:rPr>
              <w:t>لو</w:t>
            </w:r>
            <w:r>
              <w:rPr>
                <w:rtl/>
              </w:rPr>
              <w:t xml:space="preserve"> </w:t>
            </w:r>
            <w:r w:rsidRPr="009647FC">
              <w:rPr>
                <w:rtl/>
              </w:rPr>
              <w:t>بهاشم</w:t>
            </w:r>
            <w:r>
              <w:rPr>
                <w:rtl/>
              </w:rPr>
              <w:t xml:space="preserve"> </w:t>
            </w:r>
            <w:r w:rsidRPr="009647FC">
              <w:rPr>
                <w:rtl/>
              </w:rPr>
              <w:t>كلّها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خرجت</w:t>
            </w:r>
            <w:r>
              <w:rPr>
                <w:rtl/>
              </w:rPr>
              <w:t xml:space="preserve"> </w:t>
            </w:r>
            <w:r w:rsidRPr="009647FC">
              <w:rPr>
                <w:rtl/>
              </w:rPr>
              <w:t>وأنت</w:t>
            </w:r>
            <w:r>
              <w:rPr>
                <w:rtl/>
              </w:rPr>
              <w:t xml:space="preserve"> </w:t>
            </w:r>
            <w:r w:rsidRPr="009647FC">
              <w:rPr>
                <w:rtl/>
              </w:rPr>
              <w:t>لمجد</w:t>
            </w:r>
            <w:r>
              <w:rPr>
                <w:rtl/>
              </w:rPr>
              <w:t xml:space="preserve"> </w:t>
            </w:r>
            <w:r w:rsidRPr="009647FC">
              <w:rPr>
                <w:rtl/>
              </w:rPr>
              <w:t>قومك</w:t>
            </w:r>
            <w:r>
              <w:rPr>
                <w:rtl/>
              </w:rPr>
              <w:t xml:space="preserve"> </w:t>
            </w:r>
            <w:r w:rsidRPr="009647FC">
              <w:rPr>
                <w:rtl/>
              </w:rPr>
              <w:t>باقي</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فلو</w:t>
            </w:r>
            <w:r w:rsidR="004C00A8">
              <w:rPr>
                <w:rtl/>
              </w:rPr>
              <w:t xml:space="preserve"> </w:t>
            </w:r>
            <w:r w:rsidRPr="009647FC">
              <w:rPr>
                <w:rtl/>
              </w:rPr>
              <w:t>افتدى</w:t>
            </w:r>
            <w:r>
              <w:rPr>
                <w:rtl/>
              </w:rPr>
              <w:t xml:space="preserve"> </w:t>
            </w:r>
            <w:r w:rsidRPr="009647FC">
              <w:rPr>
                <w:rtl/>
              </w:rPr>
              <w:t>بسواه</w:t>
            </w:r>
            <w:r>
              <w:rPr>
                <w:rtl/>
              </w:rPr>
              <w:t xml:space="preserve"> </w:t>
            </w:r>
            <w:r w:rsidRPr="009647FC">
              <w:rPr>
                <w:rtl/>
              </w:rPr>
              <w:t>غيرُك</w:t>
            </w:r>
            <w:r>
              <w:rPr>
                <w:rtl/>
              </w:rPr>
              <w:t xml:space="preserve"> </w:t>
            </w:r>
            <w:r w:rsidRPr="009647FC">
              <w:rPr>
                <w:rtl/>
              </w:rPr>
              <w:t>أو</w:t>
            </w:r>
            <w:r>
              <w:rPr>
                <w:rtl/>
              </w:rPr>
              <w:t xml:space="preserve"> </w:t>
            </w:r>
            <w:r w:rsidRPr="009647FC">
              <w:rPr>
                <w:rtl/>
              </w:rPr>
              <w:t>وقى</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من</w:t>
            </w:r>
            <w:r>
              <w:rPr>
                <w:rtl/>
              </w:rPr>
              <w:t xml:space="preserve"> </w:t>
            </w:r>
            <w:r w:rsidRPr="009647FC">
              <w:rPr>
                <w:rtl/>
              </w:rPr>
              <w:t>حدّ</w:t>
            </w:r>
            <w:r>
              <w:rPr>
                <w:rtl/>
              </w:rPr>
              <w:t xml:space="preserve">َ </w:t>
            </w:r>
            <w:r w:rsidRPr="009647FC">
              <w:rPr>
                <w:rtl/>
              </w:rPr>
              <w:t>أسياف</w:t>
            </w:r>
            <w:r>
              <w:rPr>
                <w:rtl/>
              </w:rPr>
              <w:t xml:space="preserve"> </w:t>
            </w:r>
            <w:r w:rsidRPr="009647FC">
              <w:rPr>
                <w:rtl/>
              </w:rPr>
              <w:t>المنيّ</w:t>
            </w:r>
            <w:r>
              <w:rPr>
                <w:rtl/>
              </w:rPr>
              <w:t>َ</w:t>
            </w:r>
            <w:r w:rsidRPr="009647FC">
              <w:rPr>
                <w:rtl/>
              </w:rPr>
              <w:t>ة</w:t>
            </w:r>
            <w:r>
              <w:rPr>
                <w:rtl/>
              </w:rPr>
              <w:t xml:space="preserve"> </w:t>
            </w:r>
            <w:r w:rsidRPr="009647FC">
              <w:rPr>
                <w:rtl/>
              </w:rPr>
              <w:t>واقي</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لوقتْك</w:t>
            </w:r>
            <w:r w:rsidR="004C00A8">
              <w:rPr>
                <w:rtl/>
              </w:rPr>
              <w:t xml:space="preserve"> </w:t>
            </w:r>
            <w:r w:rsidRPr="009647FC">
              <w:rPr>
                <w:rtl/>
              </w:rPr>
              <w:t>من</w:t>
            </w:r>
            <w:r>
              <w:rPr>
                <w:rtl/>
              </w:rPr>
              <w:t xml:space="preserve"> </w:t>
            </w:r>
            <w:r w:rsidRPr="009647FC">
              <w:rPr>
                <w:rtl/>
              </w:rPr>
              <w:t>دمها</w:t>
            </w:r>
            <w:r>
              <w:rPr>
                <w:rtl/>
              </w:rPr>
              <w:t xml:space="preserve"> </w:t>
            </w:r>
            <w:r w:rsidRPr="009647FC">
              <w:rPr>
                <w:rtl/>
              </w:rPr>
              <w:t>العفاةُ</w:t>
            </w:r>
            <w:r>
              <w:rPr>
                <w:rtl/>
              </w:rPr>
              <w:t xml:space="preserve"> </w:t>
            </w:r>
            <w:r w:rsidRPr="009647FC">
              <w:rPr>
                <w:rtl/>
              </w:rPr>
              <w:t>بما</w:t>
            </w:r>
            <w:r>
              <w:rPr>
                <w:rtl/>
              </w:rPr>
              <w:t xml:space="preserve"> </w:t>
            </w:r>
            <w:r w:rsidRPr="009647FC">
              <w:rPr>
                <w:rtl/>
              </w:rPr>
              <w:t>وقى</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بوفاء</w:t>
            </w:r>
            <w:r>
              <w:rPr>
                <w:rtl/>
              </w:rPr>
              <w:t xml:space="preserve"> </w:t>
            </w:r>
            <w:r w:rsidRPr="009647FC">
              <w:rPr>
                <w:rtl/>
              </w:rPr>
              <w:t>ماء</w:t>
            </w:r>
            <w:r>
              <w:rPr>
                <w:rtl/>
              </w:rPr>
              <w:t xml:space="preserve"> </w:t>
            </w:r>
            <w:r w:rsidRPr="009647FC">
              <w:rPr>
                <w:rtl/>
              </w:rPr>
              <w:t>سماحك</w:t>
            </w:r>
            <w:r>
              <w:rPr>
                <w:rtl/>
              </w:rPr>
              <w:t xml:space="preserve"> </w:t>
            </w:r>
            <w:r w:rsidRPr="009647FC">
              <w:rPr>
                <w:rtl/>
              </w:rPr>
              <w:t>الرقراقِ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ولغيّ</w:t>
            </w:r>
            <w:r>
              <w:rPr>
                <w:rtl/>
              </w:rPr>
              <w:t>َ</w:t>
            </w:r>
            <w:r w:rsidRPr="009647FC">
              <w:rPr>
                <w:rtl/>
              </w:rPr>
              <w:t>مت</w:t>
            </w:r>
            <w:r>
              <w:rPr>
                <w:rtl/>
              </w:rPr>
              <w:t xml:space="preserve"> </w:t>
            </w:r>
            <w:r w:rsidRPr="009647FC">
              <w:rPr>
                <w:rtl/>
              </w:rPr>
              <w:t>بالنقع</w:t>
            </w:r>
            <w:r>
              <w:rPr>
                <w:rtl/>
              </w:rPr>
              <w:t xml:space="preserve"> </w:t>
            </w:r>
            <w:r w:rsidRPr="009647FC">
              <w:rPr>
                <w:rtl/>
              </w:rPr>
              <w:t>دونك</w:t>
            </w:r>
            <w:r>
              <w:rPr>
                <w:rtl/>
              </w:rPr>
              <w:t xml:space="preserve"> </w:t>
            </w:r>
            <w:r w:rsidRPr="009647FC">
              <w:rPr>
                <w:rtl/>
              </w:rPr>
              <w:t>هاشمٌ</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حتى</w:t>
            </w:r>
            <w:r w:rsidR="004C00A8">
              <w:rPr>
                <w:rtl/>
              </w:rPr>
              <w:t xml:space="preserve"> </w:t>
            </w:r>
            <w:r w:rsidRPr="009647FC">
              <w:rPr>
                <w:rtl/>
              </w:rPr>
              <w:t>تسدّ</w:t>
            </w:r>
            <w:r>
              <w:rPr>
                <w:rtl/>
              </w:rPr>
              <w:t xml:space="preserve">َ </w:t>
            </w:r>
            <w:r w:rsidRPr="009647FC">
              <w:rPr>
                <w:rtl/>
              </w:rPr>
              <w:t>مطالع</w:t>
            </w:r>
            <w:r>
              <w:rPr>
                <w:rtl/>
              </w:rPr>
              <w:t xml:space="preserve"> </w:t>
            </w:r>
            <w:r w:rsidRPr="009647FC">
              <w:rPr>
                <w:rtl/>
              </w:rPr>
              <w:t>الآفاقِ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وأتتك</w:t>
            </w:r>
            <w:r>
              <w:rPr>
                <w:rtl/>
              </w:rPr>
              <w:t xml:space="preserve"> </w:t>
            </w:r>
            <w:r w:rsidRPr="009647FC">
              <w:rPr>
                <w:rtl/>
              </w:rPr>
              <w:t>ترعد</w:t>
            </w:r>
            <w:r>
              <w:rPr>
                <w:rtl/>
              </w:rPr>
              <w:t xml:space="preserve"> </w:t>
            </w:r>
            <w:r w:rsidRPr="009647FC">
              <w:rPr>
                <w:rtl/>
              </w:rPr>
              <w:t>بالصواهل</w:t>
            </w:r>
            <w:r>
              <w:rPr>
                <w:rtl/>
              </w:rPr>
              <w:t xml:space="preserve"> </w:t>
            </w:r>
            <w:r w:rsidRPr="009647FC">
              <w:rPr>
                <w:rtl/>
              </w:rPr>
              <w:t>واغتدت</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بالبيض</w:t>
            </w:r>
            <w:r>
              <w:rPr>
                <w:rtl/>
              </w:rPr>
              <w:t xml:space="preserve"> </w:t>
            </w:r>
            <w:r w:rsidRPr="009647FC">
              <w:rPr>
                <w:rtl/>
              </w:rPr>
              <w:t>تبرقُ</w:t>
            </w:r>
            <w:r>
              <w:rPr>
                <w:rtl/>
              </w:rPr>
              <w:t xml:space="preserve"> </w:t>
            </w:r>
            <w:r w:rsidRPr="009647FC">
              <w:rPr>
                <w:rtl/>
              </w:rPr>
              <w:t>أيّ</w:t>
            </w:r>
            <w:r w:rsidRPr="00B371C6">
              <w:rPr>
                <w:rtl/>
              </w:rPr>
              <w:t>َ</w:t>
            </w:r>
            <w:r w:rsidRPr="009647FC">
              <w:rPr>
                <w:rtl/>
              </w:rPr>
              <w:t>ما</w:t>
            </w:r>
            <w:r>
              <w:rPr>
                <w:rtl/>
              </w:rPr>
              <w:t xml:space="preserve"> </w:t>
            </w:r>
            <w:r w:rsidRPr="009647FC">
              <w:rPr>
                <w:rtl/>
              </w:rPr>
              <w:t>إبراقِ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ولأمطرتْ</w:t>
            </w:r>
            <w:r>
              <w:rPr>
                <w:rtl/>
              </w:rPr>
              <w:t xml:space="preserve"> </w:t>
            </w:r>
            <w:r w:rsidRPr="009647FC">
              <w:rPr>
                <w:rtl/>
              </w:rPr>
              <w:t>بدمٍ</w:t>
            </w:r>
            <w:r>
              <w:rPr>
                <w:rtl/>
              </w:rPr>
              <w:t xml:space="preserve"> </w:t>
            </w:r>
            <w:r w:rsidRPr="009647FC">
              <w:rPr>
                <w:rtl/>
              </w:rPr>
              <w:t>سقت</w:t>
            </w:r>
            <w:r>
              <w:rPr>
                <w:rtl/>
              </w:rPr>
              <w:t xml:space="preserve"> </w:t>
            </w:r>
            <w:r w:rsidRPr="009647FC">
              <w:rPr>
                <w:rtl/>
              </w:rPr>
              <w:t>شوك</w:t>
            </w:r>
            <w:r>
              <w:rPr>
                <w:rtl/>
              </w:rPr>
              <w:t xml:space="preserve"> </w:t>
            </w:r>
            <w:r w:rsidRPr="009647FC">
              <w:rPr>
                <w:rtl/>
              </w:rPr>
              <w:t>القنا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منه</w:t>
            </w:r>
            <w:r w:rsidR="004C00A8">
              <w:rPr>
                <w:rtl/>
              </w:rPr>
              <w:t xml:space="preserve"> </w:t>
            </w:r>
            <w:r w:rsidRPr="009647FC">
              <w:rPr>
                <w:rtl/>
              </w:rPr>
              <w:t>بأغزر</w:t>
            </w:r>
            <w:r>
              <w:rPr>
                <w:rtl/>
              </w:rPr>
              <w:t xml:space="preserve"> </w:t>
            </w:r>
            <w:r w:rsidRPr="009647FC">
              <w:rPr>
                <w:rtl/>
              </w:rPr>
              <w:t>وابلٍ</w:t>
            </w:r>
            <w:r>
              <w:rPr>
                <w:rtl/>
              </w:rPr>
              <w:t xml:space="preserve"> </w:t>
            </w:r>
            <w:r w:rsidRPr="009647FC">
              <w:rPr>
                <w:rtl/>
              </w:rPr>
              <w:t>دفّاقِ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ولقارعت</w:t>
            </w:r>
            <w:r w:rsidR="004C00A8">
              <w:rPr>
                <w:rtl/>
              </w:rPr>
              <w:t xml:space="preserve"> </w:t>
            </w:r>
            <w:r w:rsidRPr="009647FC">
              <w:rPr>
                <w:rtl/>
              </w:rPr>
              <w:t>عنك</w:t>
            </w:r>
            <w:r>
              <w:rPr>
                <w:rtl/>
              </w:rPr>
              <w:t xml:space="preserve"> </w:t>
            </w:r>
            <w:r w:rsidRPr="009647FC">
              <w:rPr>
                <w:rtl/>
              </w:rPr>
              <w:t>الردى</w:t>
            </w:r>
            <w:r>
              <w:rPr>
                <w:rtl/>
              </w:rPr>
              <w:t xml:space="preserve"> </w:t>
            </w:r>
            <w:r w:rsidRPr="009647FC">
              <w:rPr>
                <w:rtl/>
              </w:rPr>
              <w:t>وشعارها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أنا</w:t>
            </w:r>
            <w:r>
              <w:rPr>
                <w:rtl/>
              </w:rPr>
              <w:t xml:space="preserve"> </w:t>
            </w:r>
            <w:r w:rsidRPr="009647FC">
              <w:rPr>
                <w:rtl/>
              </w:rPr>
              <w:t>من</w:t>
            </w:r>
            <w:r>
              <w:rPr>
                <w:rtl/>
              </w:rPr>
              <w:t xml:space="preserve"> </w:t>
            </w:r>
            <w:r w:rsidRPr="009647FC">
              <w:rPr>
                <w:rtl/>
              </w:rPr>
              <w:t>أمرّ</w:t>
            </w:r>
            <w:r>
              <w:rPr>
                <w:rtl/>
              </w:rPr>
              <w:t xml:space="preserve">َ </w:t>
            </w:r>
            <w:r w:rsidRPr="009647FC">
              <w:rPr>
                <w:rtl/>
              </w:rPr>
              <w:t>اليوم</w:t>
            </w:r>
            <w:r>
              <w:rPr>
                <w:rtl/>
              </w:rPr>
              <w:t xml:space="preserve"> </w:t>
            </w:r>
            <w:r w:rsidRPr="009647FC">
              <w:rPr>
                <w:rtl/>
              </w:rPr>
              <w:t>طعم</w:t>
            </w:r>
            <w:r>
              <w:rPr>
                <w:rtl/>
              </w:rPr>
              <w:t xml:space="preserve">َ </w:t>
            </w:r>
            <w:r w:rsidRPr="009647FC">
              <w:rPr>
                <w:rtl/>
              </w:rPr>
              <w:t>مذاقي</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ولأقبلتْ</w:t>
            </w:r>
            <w:r w:rsidR="004C00A8">
              <w:rPr>
                <w:rtl/>
              </w:rPr>
              <w:t xml:space="preserve"> </w:t>
            </w:r>
            <w:r w:rsidRPr="009647FC">
              <w:rPr>
                <w:rtl/>
              </w:rPr>
              <w:t>بك</w:t>
            </w:r>
            <w:r>
              <w:rPr>
                <w:rtl/>
              </w:rPr>
              <w:t xml:space="preserve"> </w:t>
            </w:r>
            <w:r w:rsidRPr="009647FC">
              <w:rPr>
                <w:rtl/>
              </w:rPr>
              <w:t>يا</w:t>
            </w:r>
            <w:r>
              <w:rPr>
                <w:rtl/>
              </w:rPr>
              <w:t xml:space="preserve"> </w:t>
            </w:r>
            <w:r w:rsidRPr="009647FC">
              <w:rPr>
                <w:rtl/>
              </w:rPr>
              <w:t>عميد</w:t>
            </w:r>
            <w:r>
              <w:rPr>
                <w:rtl/>
              </w:rPr>
              <w:t xml:space="preserve">َ </w:t>
            </w:r>
            <w:r w:rsidRPr="009647FC">
              <w:rPr>
                <w:rtl/>
              </w:rPr>
              <w:t>سراتها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والموت</w:t>
            </w:r>
            <w:r w:rsidR="004C00A8">
              <w:rPr>
                <w:rtl/>
              </w:rPr>
              <w:t xml:space="preserve"> </w:t>
            </w:r>
            <w:r w:rsidRPr="009647FC">
              <w:rPr>
                <w:rtl/>
              </w:rPr>
              <w:t>بين</w:t>
            </w:r>
            <w:r>
              <w:rPr>
                <w:rtl/>
              </w:rPr>
              <w:t xml:space="preserve"> </w:t>
            </w:r>
            <w:r w:rsidRPr="009647FC">
              <w:rPr>
                <w:rtl/>
              </w:rPr>
              <w:t>يديك</w:t>
            </w:r>
            <w:r>
              <w:rPr>
                <w:rtl/>
              </w:rPr>
              <w:t xml:space="preserve"> </w:t>
            </w:r>
            <w:r w:rsidRPr="009647FC">
              <w:rPr>
                <w:rtl/>
              </w:rPr>
              <w:t>رهنُ</w:t>
            </w:r>
            <w:r>
              <w:rPr>
                <w:rtl/>
              </w:rPr>
              <w:t xml:space="preserve"> </w:t>
            </w:r>
            <w:r w:rsidRPr="009647FC">
              <w:rPr>
                <w:rtl/>
              </w:rPr>
              <w:t>وثاق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وأظنّ</w:t>
            </w:r>
            <w:r w:rsidR="004C00A8">
              <w:rPr>
                <w:rtl/>
              </w:rPr>
              <w:t xml:space="preserve"> </w:t>
            </w:r>
            <w:r w:rsidRPr="009647FC">
              <w:rPr>
                <w:rtl/>
              </w:rPr>
              <w:t>أنّك</w:t>
            </w:r>
            <w:r>
              <w:rPr>
                <w:rtl/>
              </w:rPr>
              <w:t xml:space="preserve"> </w:t>
            </w:r>
            <w:r w:rsidRPr="009647FC">
              <w:rPr>
                <w:rtl/>
              </w:rPr>
              <w:t>والتكرّم</w:t>
            </w:r>
            <w:r>
              <w:rPr>
                <w:rtl/>
              </w:rPr>
              <w:t xml:space="preserve"> </w:t>
            </w:r>
            <w:r w:rsidRPr="009647FC">
              <w:rPr>
                <w:rtl/>
              </w:rPr>
              <w:t>شأنكم</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كرماً</w:t>
            </w:r>
            <w:r>
              <w:rPr>
                <w:rtl/>
              </w:rPr>
              <w:t xml:space="preserve"> </w:t>
            </w:r>
            <w:r w:rsidRPr="009647FC">
              <w:rPr>
                <w:rtl/>
              </w:rPr>
              <w:t>تمنُّ</w:t>
            </w:r>
            <w:r>
              <w:rPr>
                <w:rtl/>
              </w:rPr>
              <w:t xml:space="preserve"> </w:t>
            </w:r>
            <w:r w:rsidRPr="009647FC">
              <w:rPr>
                <w:rtl/>
              </w:rPr>
              <w:t>عليه</w:t>
            </w:r>
            <w:r>
              <w:rPr>
                <w:rtl/>
              </w:rPr>
              <w:t xml:space="preserve"> </w:t>
            </w:r>
            <w:r w:rsidRPr="009647FC">
              <w:rPr>
                <w:rtl/>
              </w:rPr>
              <w:t>بالإطلاقِ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فيردن</w:t>
            </w:r>
            <w:r>
              <w:rPr>
                <w:rtl/>
              </w:rPr>
              <w:t xml:space="preserve"> </w:t>
            </w:r>
            <w:r w:rsidRPr="009647FC">
              <w:rPr>
                <w:rtl/>
              </w:rPr>
              <w:t>أفئدةٌ</w:t>
            </w:r>
            <w:r>
              <w:rPr>
                <w:rtl/>
              </w:rPr>
              <w:t xml:space="preserve"> </w:t>
            </w:r>
            <w:r w:rsidRPr="009647FC">
              <w:rPr>
                <w:rtl/>
              </w:rPr>
              <w:t>لهنّ</w:t>
            </w:r>
            <w:r>
              <w:rPr>
                <w:rtl/>
              </w:rPr>
              <w:t xml:space="preserve">َ </w:t>
            </w:r>
            <w:r w:rsidRPr="009647FC">
              <w:rPr>
                <w:rtl/>
              </w:rPr>
              <w:t>لظى</w:t>
            </w:r>
            <w:r>
              <w:rPr>
                <w:rtl/>
              </w:rPr>
              <w:t xml:space="preserve"> </w:t>
            </w:r>
            <w:r w:rsidRPr="009647FC">
              <w:rPr>
                <w:rtl/>
              </w:rPr>
              <w:t>الجوى</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لم</w:t>
            </w:r>
            <w:r>
              <w:rPr>
                <w:rtl/>
              </w:rPr>
              <w:t xml:space="preserve"> </w:t>
            </w:r>
            <w:r w:rsidRPr="009647FC">
              <w:rPr>
                <w:rtl/>
              </w:rPr>
              <w:t>تبقِ</w:t>
            </w:r>
            <w:r>
              <w:rPr>
                <w:rtl/>
              </w:rPr>
              <w:t xml:space="preserve"> </w:t>
            </w:r>
            <w:r w:rsidRPr="009647FC">
              <w:rPr>
                <w:rtl/>
              </w:rPr>
              <w:t>باقيةً</w:t>
            </w:r>
            <w:r>
              <w:rPr>
                <w:rtl/>
              </w:rPr>
              <w:t xml:space="preserve"> </w:t>
            </w:r>
            <w:r w:rsidRPr="009647FC">
              <w:rPr>
                <w:rtl/>
              </w:rPr>
              <w:t>على</w:t>
            </w:r>
            <w:r>
              <w:rPr>
                <w:rtl/>
              </w:rPr>
              <w:t xml:space="preserve"> </w:t>
            </w:r>
            <w:r w:rsidRPr="009647FC">
              <w:rPr>
                <w:rtl/>
              </w:rPr>
              <w:t>الإحراقِ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لكن</w:t>
            </w:r>
            <w:r>
              <w:rPr>
                <w:rtl/>
              </w:rPr>
              <w:t xml:space="preserve"> </w:t>
            </w:r>
            <w:r w:rsidRPr="009647FC">
              <w:rPr>
                <w:rtl/>
              </w:rPr>
              <w:t>دُعيت</w:t>
            </w:r>
            <w:r>
              <w:rPr>
                <w:rtl/>
              </w:rPr>
              <w:t xml:space="preserve">َ </w:t>
            </w:r>
            <w:r w:rsidRPr="009647FC">
              <w:rPr>
                <w:rtl/>
              </w:rPr>
              <w:t>وأيُّ</w:t>
            </w:r>
            <w:r>
              <w:rPr>
                <w:rtl/>
              </w:rPr>
              <w:t xml:space="preserve"> </w:t>
            </w:r>
            <w:r w:rsidRPr="009647FC">
              <w:rPr>
                <w:rtl/>
              </w:rPr>
              <w:t>خلقٍ</w:t>
            </w:r>
            <w:r>
              <w:rPr>
                <w:rtl/>
              </w:rPr>
              <w:t xml:space="preserve"> </w:t>
            </w:r>
            <w:r w:rsidRPr="009647FC">
              <w:rPr>
                <w:rtl/>
              </w:rPr>
              <w:t>لم</w:t>
            </w:r>
            <w:r>
              <w:rPr>
                <w:rtl/>
              </w:rPr>
              <w:t xml:space="preserve"> </w:t>
            </w:r>
            <w:r w:rsidRPr="009647FC">
              <w:rPr>
                <w:rtl/>
              </w:rPr>
              <w:t>يكن</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ليجيب</w:t>
            </w:r>
            <w:r>
              <w:rPr>
                <w:rtl/>
              </w:rPr>
              <w:t xml:space="preserve"> </w:t>
            </w:r>
            <w:r w:rsidRPr="009647FC">
              <w:rPr>
                <w:rtl/>
              </w:rPr>
              <w:t>دعوة</w:t>
            </w:r>
            <w:r>
              <w:rPr>
                <w:rtl/>
              </w:rPr>
              <w:t xml:space="preserve"> </w:t>
            </w:r>
            <w:r w:rsidRPr="009647FC">
              <w:rPr>
                <w:rtl/>
              </w:rPr>
              <w:t>قاهرٍ</w:t>
            </w:r>
            <w:r>
              <w:rPr>
                <w:rtl/>
              </w:rPr>
              <w:t xml:space="preserve"> </w:t>
            </w:r>
            <w:r w:rsidRPr="009647FC">
              <w:rPr>
                <w:rtl/>
              </w:rPr>
              <w:t>خلاّقِ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فمضى</w:t>
            </w:r>
            <w:r>
              <w:rPr>
                <w:rtl/>
              </w:rPr>
              <w:t xml:space="preserve"> </w:t>
            </w:r>
            <w:r w:rsidRPr="009647FC">
              <w:rPr>
                <w:rtl/>
              </w:rPr>
              <w:t>الردى</w:t>
            </w:r>
            <w:r>
              <w:rPr>
                <w:rtl/>
              </w:rPr>
              <w:t xml:space="preserve"> </w:t>
            </w:r>
            <w:r w:rsidRPr="009647FC">
              <w:rPr>
                <w:rtl/>
              </w:rPr>
              <w:t>بك</w:t>
            </w:r>
            <w:r>
              <w:rPr>
                <w:rtl/>
              </w:rPr>
              <w:t xml:space="preserve"> </w:t>
            </w:r>
            <w:r w:rsidRPr="009647FC">
              <w:rPr>
                <w:rtl/>
              </w:rPr>
              <w:t>راغباً</w:t>
            </w:r>
            <w:r>
              <w:rPr>
                <w:rtl/>
              </w:rPr>
              <w:t xml:space="preserve"> </w:t>
            </w:r>
            <w:r w:rsidRPr="009647FC">
              <w:rPr>
                <w:rtl/>
              </w:rPr>
              <w:t>بطلاقها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دنيا</w:t>
            </w:r>
            <w:r w:rsidR="004C00A8">
              <w:rPr>
                <w:rtl/>
              </w:rPr>
              <w:t xml:space="preserve"> </w:t>
            </w:r>
            <w:r w:rsidRPr="009647FC">
              <w:rPr>
                <w:rtl/>
              </w:rPr>
              <w:t>تجدُّ</w:t>
            </w:r>
            <w:r>
              <w:rPr>
                <w:rtl/>
              </w:rPr>
              <w:t xml:space="preserve"> </w:t>
            </w:r>
            <w:r w:rsidRPr="009647FC">
              <w:rPr>
                <w:rtl/>
              </w:rPr>
              <w:t>تبعّلاً</w:t>
            </w:r>
            <w:r>
              <w:rPr>
                <w:rtl/>
              </w:rPr>
              <w:t xml:space="preserve"> </w:t>
            </w:r>
            <w:r w:rsidRPr="009647FC">
              <w:rPr>
                <w:rtl/>
              </w:rPr>
              <w:t>بطلاقِ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معشوقةٌ</w:t>
            </w:r>
            <w:r>
              <w:rPr>
                <w:rtl/>
              </w:rPr>
              <w:t xml:space="preserve"> </w:t>
            </w:r>
            <w:r w:rsidRPr="009647FC">
              <w:rPr>
                <w:rtl/>
              </w:rPr>
              <w:t>وهي</w:t>
            </w:r>
            <w:r>
              <w:rPr>
                <w:rtl/>
              </w:rPr>
              <w:t xml:space="preserve"> </w:t>
            </w:r>
            <w:r w:rsidRPr="009647FC">
              <w:rPr>
                <w:rtl/>
              </w:rPr>
              <w:t>الملالُ</w:t>
            </w:r>
            <w:r>
              <w:rPr>
                <w:rtl/>
              </w:rPr>
              <w:t xml:space="preserve"> </w:t>
            </w:r>
            <w:r w:rsidRPr="009647FC">
              <w:rPr>
                <w:rtl/>
              </w:rPr>
              <w:t>وإن</w:t>
            </w:r>
            <w:r w:rsidRPr="00B371C6">
              <w:rPr>
                <w:rtl/>
              </w:rPr>
              <w:t>ّ</w:t>
            </w:r>
            <w:r w:rsidRPr="009647FC">
              <w:rPr>
                <w:rtl/>
              </w:rPr>
              <w:t>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لعلى</w:t>
            </w:r>
            <w:r w:rsidR="004C00A8">
              <w:rPr>
                <w:rtl/>
              </w:rPr>
              <w:t xml:space="preserve"> </w:t>
            </w:r>
            <w:r w:rsidRPr="009647FC">
              <w:rPr>
                <w:rtl/>
              </w:rPr>
              <w:t>الملال</w:t>
            </w:r>
            <w:r>
              <w:rPr>
                <w:rtl/>
              </w:rPr>
              <w:t xml:space="preserve"> </w:t>
            </w:r>
            <w:r w:rsidRPr="009647FC">
              <w:rPr>
                <w:rtl/>
              </w:rPr>
              <w:t>كثيرة</w:t>
            </w:r>
            <w:r>
              <w:rPr>
                <w:rtl/>
              </w:rPr>
              <w:t xml:space="preserve"> </w:t>
            </w:r>
            <w:r w:rsidRPr="009647FC">
              <w:rPr>
                <w:rtl/>
              </w:rPr>
              <w:t>العشّاقِ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سارٍ</w:t>
            </w:r>
            <w:r>
              <w:rPr>
                <w:rtl/>
              </w:rPr>
              <w:t xml:space="preserve"> </w:t>
            </w:r>
            <w:r w:rsidRPr="009647FC">
              <w:rPr>
                <w:rtl/>
              </w:rPr>
              <w:t>على</w:t>
            </w:r>
            <w:r>
              <w:rPr>
                <w:rtl/>
              </w:rPr>
              <w:t xml:space="preserve"> </w:t>
            </w:r>
            <w:r w:rsidRPr="009647FC">
              <w:rPr>
                <w:rtl/>
              </w:rPr>
              <w:t>أيدٍ</w:t>
            </w:r>
            <w:r>
              <w:rPr>
                <w:rtl/>
              </w:rPr>
              <w:t xml:space="preserve"> </w:t>
            </w:r>
            <w:r w:rsidRPr="009647FC">
              <w:rPr>
                <w:rtl/>
              </w:rPr>
              <w:t>رفعن</w:t>
            </w:r>
            <w:r>
              <w:rPr>
                <w:rtl/>
              </w:rPr>
              <w:t xml:space="preserve"> </w:t>
            </w:r>
            <w:r w:rsidRPr="009647FC">
              <w:rPr>
                <w:rtl/>
              </w:rPr>
              <w:t>برفعها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منك</w:t>
            </w:r>
            <w:r w:rsidR="004C00A8">
              <w:rPr>
                <w:rtl/>
              </w:rPr>
              <w:t xml:space="preserve"> </w:t>
            </w:r>
            <w:r w:rsidRPr="009647FC">
              <w:rPr>
                <w:rtl/>
              </w:rPr>
              <w:t>البنان</w:t>
            </w:r>
            <w:r>
              <w:rPr>
                <w:rtl/>
              </w:rPr>
              <w:t xml:space="preserve"> </w:t>
            </w:r>
            <w:r w:rsidRPr="009647FC">
              <w:rPr>
                <w:rtl/>
              </w:rPr>
              <w:t>مفاتح</w:t>
            </w:r>
            <w:r>
              <w:rPr>
                <w:rtl/>
              </w:rPr>
              <w:t xml:space="preserve"> </w:t>
            </w:r>
            <w:r w:rsidRPr="009647FC">
              <w:rPr>
                <w:rtl/>
              </w:rPr>
              <w:t>الأرزاقِ</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الديوان المطبوع</w:t>
      </w:r>
      <w:r w:rsidR="00D769AB">
        <w:rPr>
          <w:rtl/>
        </w:rPr>
        <w:t>:</w:t>
      </w:r>
      <w:r w:rsidRPr="009647FC">
        <w:rPr>
          <w:rtl/>
        </w:rPr>
        <w:t xml:space="preserve"> لأعز</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72FFC" w:rsidRPr="00524A24" w:rsidTr="00E72FFC">
        <w:trPr>
          <w:trHeight w:val="350"/>
        </w:trPr>
        <w:tc>
          <w:tcPr>
            <w:tcW w:w="3902" w:type="dxa"/>
          </w:tcPr>
          <w:p w:rsidR="00E72FFC" w:rsidRPr="00524A24" w:rsidRDefault="00E72FFC" w:rsidP="00E72FFC">
            <w:pPr>
              <w:pStyle w:val="libPoem"/>
            </w:pPr>
            <w:r w:rsidRPr="009647FC">
              <w:rPr>
                <w:rtl/>
              </w:rPr>
              <w:lastRenderedPageBreak/>
              <w:t>اعتقن</w:t>
            </w:r>
            <w:r>
              <w:rPr>
                <w:rtl/>
              </w:rPr>
              <w:t xml:space="preserve"> </w:t>
            </w:r>
            <w:r w:rsidRPr="009647FC">
              <w:rPr>
                <w:rtl/>
              </w:rPr>
              <w:t>من</w:t>
            </w:r>
            <w:r>
              <w:rPr>
                <w:rtl/>
              </w:rPr>
              <w:t xml:space="preserve"> </w:t>
            </w:r>
            <w:r w:rsidRPr="009647FC">
              <w:rPr>
                <w:rtl/>
              </w:rPr>
              <w:t>رقِّ</w:t>
            </w:r>
            <w:r>
              <w:rPr>
                <w:rtl/>
              </w:rPr>
              <w:t xml:space="preserve"> </w:t>
            </w:r>
            <w:r w:rsidRPr="009647FC">
              <w:rPr>
                <w:rtl/>
              </w:rPr>
              <w:t>الزمان</w:t>
            </w:r>
            <w:r>
              <w:rPr>
                <w:rtl/>
              </w:rPr>
              <w:t xml:space="preserve"> </w:t>
            </w:r>
            <w:r w:rsidRPr="009647FC">
              <w:rPr>
                <w:rtl/>
              </w:rPr>
              <w:t>كرام</w:t>
            </w:r>
            <w:r>
              <w:rPr>
                <w:rtl/>
              </w:rPr>
              <w:t>َ</w:t>
            </w:r>
            <w:r w:rsidRPr="009647FC">
              <w:rPr>
                <w:rtl/>
              </w:rPr>
              <w:t>ه</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فجمعن</w:t>
            </w:r>
            <w:r>
              <w:rPr>
                <w:rtl/>
              </w:rPr>
              <w:t xml:space="preserve"> </w:t>
            </w:r>
            <w:r w:rsidRPr="009647FC">
              <w:rPr>
                <w:rtl/>
              </w:rPr>
              <w:t>بين</w:t>
            </w:r>
            <w:r>
              <w:rPr>
                <w:rtl/>
              </w:rPr>
              <w:t xml:space="preserve"> </w:t>
            </w:r>
            <w:r w:rsidRPr="009647FC">
              <w:rPr>
                <w:rtl/>
              </w:rPr>
              <w:t>الرقِّ</w:t>
            </w:r>
            <w:r>
              <w:rPr>
                <w:rtl/>
              </w:rPr>
              <w:t xml:space="preserve"> </w:t>
            </w:r>
            <w:r w:rsidRPr="009647FC">
              <w:rPr>
                <w:rtl/>
              </w:rPr>
              <w:t>والإعتاقِ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ودعت</w:t>
            </w:r>
            <w:r>
              <w:rPr>
                <w:rtl/>
              </w:rPr>
              <w:t xml:space="preserve"> </w:t>
            </w:r>
            <w:r w:rsidRPr="009647FC">
              <w:rPr>
                <w:rtl/>
              </w:rPr>
              <w:t>وقد</w:t>
            </w:r>
            <w:r>
              <w:rPr>
                <w:rtl/>
              </w:rPr>
              <w:t xml:space="preserve"> </w:t>
            </w:r>
            <w:r w:rsidRPr="009647FC">
              <w:rPr>
                <w:rtl/>
              </w:rPr>
              <w:t>رفعت</w:t>
            </w:r>
            <w:r>
              <w:rPr>
                <w:rtl/>
              </w:rPr>
              <w:t xml:space="preserve"> </w:t>
            </w:r>
            <w:r w:rsidRPr="009647FC">
              <w:rPr>
                <w:rtl/>
              </w:rPr>
              <w:t>عقيرتها</w:t>
            </w:r>
            <w:r>
              <w:rPr>
                <w:rtl/>
              </w:rPr>
              <w:t xml:space="preserve"> </w:t>
            </w:r>
            <w:r w:rsidRPr="009647FC">
              <w:rPr>
                <w:rtl/>
              </w:rPr>
              <w:t>العُلى</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الله</w:t>
            </w:r>
            <w:r>
              <w:rPr>
                <w:rtl/>
              </w:rPr>
              <w:t xml:space="preserve"> </w:t>
            </w:r>
            <w:r w:rsidRPr="009647FC">
              <w:rPr>
                <w:rtl/>
              </w:rPr>
              <w:t>أين</w:t>
            </w:r>
            <w:r>
              <w:rPr>
                <w:rtl/>
              </w:rPr>
              <w:t xml:space="preserve"> </w:t>
            </w:r>
            <w:r w:rsidRPr="009647FC">
              <w:rPr>
                <w:rtl/>
              </w:rPr>
              <w:t>بمثقل</w:t>
            </w:r>
            <w:r>
              <w:rPr>
                <w:rtl/>
              </w:rPr>
              <w:t xml:space="preserve"> </w:t>
            </w:r>
            <w:r w:rsidRPr="009647FC">
              <w:rPr>
                <w:rtl/>
              </w:rPr>
              <w:t>الأعناقِ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فبرغم</w:t>
            </w:r>
            <w:r>
              <w:rPr>
                <w:rtl/>
              </w:rPr>
              <w:t xml:space="preserve"> </w:t>
            </w:r>
            <w:r w:rsidRPr="009647FC">
              <w:rPr>
                <w:rtl/>
              </w:rPr>
              <w:t>أنفي</w:t>
            </w:r>
            <w:r>
              <w:rPr>
                <w:rtl/>
              </w:rPr>
              <w:t xml:space="preserve"> </w:t>
            </w:r>
            <w:r w:rsidRPr="009647FC">
              <w:rPr>
                <w:rtl/>
              </w:rPr>
              <w:t>اليوم</w:t>
            </w:r>
            <w:r>
              <w:rPr>
                <w:rtl/>
              </w:rPr>
              <w:t xml:space="preserve"> </w:t>
            </w:r>
            <w:r w:rsidRPr="009647FC">
              <w:rPr>
                <w:rtl/>
              </w:rPr>
              <w:t>حطّ</w:t>
            </w:r>
            <w:r>
              <w:rPr>
                <w:rtl/>
              </w:rPr>
              <w:t>َ</w:t>
            </w:r>
            <w:r w:rsidRPr="009647FC">
              <w:rPr>
                <w:rtl/>
              </w:rPr>
              <w:t>ك</w:t>
            </w:r>
            <w:r>
              <w:rPr>
                <w:rtl/>
              </w:rPr>
              <w:t xml:space="preserve"> </w:t>
            </w:r>
            <w:r w:rsidRPr="009647FC">
              <w:rPr>
                <w:rtl/>
              </w:rPr>
              <w:t>في</w:t>
            </w:r>
            <w:r>
              <w:rPr>
                <w:rtl/>
              </w:rPr>
              <w:t xml:space="preserve"> </w:t>
            </w:r>
            <w:r w:rsidRPr="009647FC">
              <w:rPr>
                <w:rtl/>
              </w:rPr>
              <w:t>الثرى</w:t>
            </w:r>
            <w:r w:rsidRPr="004E7EC6">
              <w:rPr>
                <w:rStyle w:val="libFootnotenumChar"/>
                <w:rtl/>
              </w:rPr>
              <w:t>(1)</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م</w:t>
            </w:r>
            <w:r>
              <w:rPr>
                <w:rtl/>
              </w:rPr>
              <w:t>َ</w:t>
            </w:r>
            <w:r w:rsidRPr="009647FC">
              <w:rPr>
                <w:rtl/>
              </w:rPr>
              <w:t>نْ</w:t>
            </w:r>
            <w:r>
              <w:rPr>
                <w:rtl/>
              </w:rPr>
              <w:t xml:space="preserve"> </w:t>
            </w:r>
            <w:r w:rsidRPr="009647FC">
              <w:rPr>
                <w:rtl/>
              </w:rPr>
              <w:t>كنت</w:t>
            </w:r>
            <w:r>
              <w:rPr>
                <w:rtl/>
              </w:rPr>
              <w:t xml:space="preserve"> </w:t>
            </w:r>
            <w:r w:rsidRPr="009647FC">
              <w:rPr>
                <w:rtl/>
              </w:rPr>
              <w:t>أرفعه</w:t>
            </w:r>
            <w:r>
              <w:rPr>
                <w:rtl/>
              </w:rPr>
              <w:t xml:space="preserve"> </w:t>
            </w:r>
            <w:r w:rsidRPr="009647FC">
              <w:rPr>
                <w:rtl/>
              </w:rPr>
              <w:t>على</w:t>
            </w:r>
            <w:r>
              <w:rPr>
                <w:rtl/>
              </w:rPr>
              <w:t xml:space="preserve"> </w:t>
            </w:r>
            <w:r w:rsidRPr="009647FC">
              <w:rPr>
                <w:rtl/>
              </w:rPr>
              <w:t>الأحداقِ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فلو</w:t>
            </w:r>
            <w:r w:rsidR="004C00A8">
              <w:rPr>
                <w:rtl/>
              </w:rPr>
              <w:t xml:space="preserve"> </w:t>
            </w:r>
            <w:r w:rsidRPr="009647FC">
              <w:rPr>
                <w:rtl/>
              </w:rPr>
              <w:t>استطعتُ</w:t>
            </w:r>
            <w:r>
              <w:rPr>
                <w:rtl/>
              </w:rPr>
              <w:t xml:space="preserve"> </w:t>
            </w:r>
            <w:r w:rsidRPr="009647FC">
              <w:rPr>
                <w:rtl/>
              </w:rPr>
              <w:t>عن</w:t>
            </w:r>
            <w:r>
              <w:rPr>
                <w:rtl/>
              </w:rPr>
              <w:t xml:space="preserve"> </w:t>
            </w:r>
            <w:r w:rsidRPr="009647FC">
              <w:rPr>
                <w:rtl/>
              </w:rPr>
              <w:t>التراب</w:t>
            </w:r>
            <w:r>
              <w:rPr>
                <w:rtl/>
              </w:rPr>
              <w:t xml:space="preserve"> </w:t>
            </w:r>
            <w:r w:rsidRPr="009647FC">
              <w:rPr>
                <w:rtl/>
              </w:rPr>
              <w:t>رفعته</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بالوضع</w:t>
            </w:r>
            <w:r w:rsidR="004C00A8">
              <w:rPr>
                <w:rtl/>
              </w:rPr>
              <w:t xml:space="preserve"> </w:t>
            </w:r>
            <w:r w:rsidRPr="009647FC">
              <w:rPr>
                <w:rtl/>
              </w:rPr>
              <w:t>بين</w:t>
            </w:r>
            <w:r>
              <w:rPr>
                <w:rtl/>
              </w:rPr>
              <w:t xml:space="preserve"> </w:t>
            </w:r>
            <w:r w:rsidRPr="009647FC">
              <w:rPr>
                <w:rtl/>
              </w:rPr>
              <w:t>ترائبٍ</w:t>
            </w:r>
            <w:r>
              <w:rPr>
                <w:rtl/>
              </w:rPr>
              <w:t xml:space="preserve"> </w:t>
            </w:r>
            <w:r w:rsidRPr="009647FC">
              <w:rPr>
                <w:rtl/>
              </w:rPr>
              <w:t>وتراقي</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واهاً</w:t>
            </w:r>
            <w:r>
              <w:rPr>
                <w:rtl/>
              </w:rPr>
              <w:t xml:space="preserve"> </w:t>
            </w:r>
            <w:r w:rsidRPr="009647FC">
              <w:rPr>
                <w:rtl/>
              </w:rPr>
              <w:t>لتربة</w:t>
            </w:r>
            <w:r>
              <w:rPr>
                <w:rtl/>
              </w:rPr>
              <w:t xml:space="preserve"> </w:t>
            </w:r>
            <w:r w:rsidRPr="009647FC">
              <w:rPr>
                <w:rtl/>
              </w:rPr>
              <w:t>ذلك</w:t>
            </w:r>
            <w:r>
              <w:rPr>
                <w:rtl/>
              </w:rPr>
              <w:t xml:space="preserve"> </w:t>
            </w:r>
            <w:r w:rsidRPr="009647FC">
              <w:rPr>
                <w:rtl/>
              </w:rPr>
              <w:t>الجدث</w:t>
            </w:r>
            <w:r>
              <w:rPr>
                <w:rtl/>
              </w:rPr>
              <w:t xml:space="preserve"> </w:t>
            </w:r>
            <w:r w:rsidRPr="009647FC">
              <w:rPr>
                <w:rtl/>
              </w:rPr>
              <w:t>الذي</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فيه</w:t>
            </w:r>
            <w:r w:rsidR="004C00A8">
              <w:rPr>
                <w:rtl/>
              </w:rPr>
              <w:t xml:space="preserve"> </w:t>
            </w:r>
            <w:r w:rsidRPr="009647FC">
              <w:rPr>
                <w:rtl/>
              </w:rPr>
              <w:t>دفنت</w:t>
            </w:r>
            <w:r w:rsidRPr="004E7EC6">
              <w:rPr>
                <w:rStyle w:val="libFootnotenumChar"/>
                <w:rtl/>
              </w:rPr>
              <w:t>(2)</w:t>
            </w:r>
            <w:r>
              <w:rPr>
                <w:rtl/>
              </w:rPr>
              <w:t xml:space="preserve"> </w:t>
            </w:r>
            <w:r w:rsidRPr="009647FC">
              <w:rPr>
                <w:rtl/>
              </w:rPr>
              <w:t>مكارم</w:t>
            </w:r>
            <w:r>
              <w:rPr>
                <w:rtl/>
              </w:rPr>
              <w:t xml:space="preserve"> </w:t>
            </w:r>
            <w:r w:rsidRPr="009647FC">
              <w:rPr>
                <w:rtl/>
              </w:rPr>
              <w:t>الأخلاقِ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مصت</w:t>
            </w:r>
            <w:r>
              <w:rPr>
                <w:rtl/>
              </w:rPr>
              <w:t xml:space="preserve"> </w:t>
            </w:r>
            <w:r w:rsidRPr="009647FC">
              <w:rPr>
                <w:rtl/>
              </w:rPr>
              <w:t>ندى</w:t>
            </w:r>
            <w:r>
              <w:rPr>
                <w:rtl/>
              </w:rPr>
              <w:t xml:space="preserve"> </w:t>
            </w:r>
            <w:r w:rsidRPr="009647FC">
              <w:rPr>
                <w:rtl/>
              </w:rPr>
              <w:t>تلك</w:t>
            </w:r>
            <w:r>
              <w:rPr>
                <w:rtl/>
              </w:rPr>
              <w:t xml:space="preserve"> </w:t>
            </w:r>
            <w:r w:rsidRPr="009647FC">
              <w:rPr>
                <w:rtl/>
              </w:rPr>
              <w:t>البنان</w:t>
            </w:r>
            <w:r>
              <w:rPr>
                <w:rtl/>
              </w:rPr>
              <w:t xml:space="preserve"> </w:t>
            </w:r>
            <w:r w:rsidRPr="009647FC">
              <w:rPr>
                <w:rtl/>
              </w:rPr>
              <w:t>فأعطشت</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عود</w:t>
            </w:r>
            <w:r>
              <w:rPr>
                <w:rtl/>
              </w:rPr>
              <w:t>َ</w:t>
            </w:r>
            <w:r w:rsidR="004C00A8">
              <w:rPr>
                <w:rtl/>
              </w:rPr>
              <w:t xml:space="preserve"> </w:t>
            </w:r>
            <w:r w:rsidRPr="009647FC">
              <w:rPr>
                <w:rtl/>
              </w:rPr>
              <w:t>الرجاء</w:t>
            </w:r>
            <w:r>
              <w:rPr>
                <w:rtl/>
              </w:rPr>
              <w:t xml:space="preserve"> </w:t>
            </w:r>
            <w:r w:rsidRPr="009647FC">
              <w:rPr>
                <w:rtl/>
              </w:rPr>
              <w:t>وكان</w:t>
            </w:r>
            <w:r>
              <w:rPr>
                <w:rtl/>
              </w:rPr>
              <w:t xml:space="preserve"> </w:t>
            </w:r>
            <w:r w:rsidRPr="009647FC">
              <w:rPr>
                <w:rtl/>
              </w:rPr>
              <w:t>ذا</w:t>
            </w:r>
            <w:r>
              <w:rPr>
                <w:rtl/>
              </w:rPr>
              <w:t xml:space="preserve"> </w:t>
            </w:r>
            <w:r w:rsidRPr="009647FC">
              <w:rPr>
                <w:rtl/>
              </w:rPr>
              <w:t>إيراقِ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إيهاً</w:t>
            </w:r>
            <w:r>
              <w:rPr>
                <w:rtl/>
              </w:rPr>
              <w:t xml:space="preserve"> </w:t>
            </w:r>
            <w:r w:rsidRPr="009647FC">
              <w:rPr>
                <w:rtl/>
              </w:rPr>
              <w:t>صروف</w:t>
            </w:r>
            <w:r>
              <w:rPr>
                <w:rtl/>
              </w:rPr>
              <w:t xml:space="preserve"> </w:t>
            </w:r>
            <w:r w:rsidRPr="009647FC">
              <w:rPr>
                <w:rtl/>
              </w:rPr>
              <w:t>الدهر</w:t>
            </w:r>
            <w:r>
              <w:rPr>
                <w:rtl/>
              </w:rPr>
              <w:t xml:space="preserve"> </w:t>
            </w:r>
            <w:r w:rsidRPr="009647FC">
              <w:rPr>
                <w:rtl/>
              </w:rPr>
              <w:t>دونك</w:t>
            </w:r>
            <w:r>
              <w:rPr>
                <w:rtl/>
              </w:rPr>
              <w:t xml:space="preserve"> </w:t>
            </w:r>
            <w:r w:rsidRPr="009647FC">
              <w:rPr>
                <w:rtl/>
              </w:rPr>
              <w:t>في</w:t>
            </w:r>
            <w:r>
              <w:rPr>
                <w:rtl/>
              </w:rPr>
              <w:t xml:space="preserve"> </w:t>
            </w:r>
            <w:r w:rsidRPr="009647FC">
              <w:rPr>
                <w:rtl/>
              </w:rPr>
              <w:t>الورى</w:t>
            </w:r>
            <w:r>
              <w:rPr>
                <w:rtl/>
              </w:rPr>
              <w:t xml:space="preserve"> </w:t>
            </w:r>
            <w:r w:rsidRPr="009647FC">
              <w:rPr>
                <w:rtl/>
              </w:rPr>
              <w:t>أب</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تدرى</w:t>
            </w:r>
            <w:r w:rsidR="004C00A8">
              <w:rPr>
                <w:rtl/>
              </w:rPr>
              <w:t xml:space="preserve"> </w:t>
            </w:r>
            <w:r w:rsidRPr="009647FC">
              <w:rPr>
                <w:rtl/>
              </w:rPr>
              <w:t>بلا</w:t>
            </w:r>
            <w:r>
              <w:rPr>
                <w:rtl/>
              </w:rPr>
              <w:t xml:space="preserve"> </w:t>
            </w:r>
            <w:r w:rsidRPr="009647FC">
              <w:rPr>
                <w:rtl/>
              </w:rPr>
              <w:t>فرقٍ</w:t>
            </w:r>
            <w:r>
              <w:rPr>
                <w:rtl/>
              </w:rPr>
              <w:t xml:space="preserve"> </w:t>
            </w:r>
            <w:r w:rsidRPr="009647FC">
              <w:rPr>
                <w:rtl/>
              </w:rPr>
              <w:t>ولا</w:t>
            </w:r>
            <w:r>
              <w:rPr>
                <w:rtl/>
              </w:rPr>
              <w:t xml:space="preserve"> </w:t>
            </w:r>
            <w:r w:rsidRPr="009647FC">
              <w:rPr>
                <w:rtl/>
              </w:rPr>
              <w:t>إشفاقِ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غطى</w:t>
            </w:r>
            <w:r>
              <w:rPr>
                <w:rtl/>
              </w:rPr>
              <w:t xml:space="preserve"> </w:t>
            </w:r>
            <w:r w:rsidRPr="009647FC">
              <w:rPr>
                <w:rtl/>
              </w:rPr>
              <w:t>التراب</w:t>
            </w:r>
            <w:r>
              <w:rPr>
                <w:rtl/>
              </w:rPr>
              <w:t xml:space="preserve"> </w:t>
            </w:r>
            <w:r w:rsidRPr="009647FC">
              <w:rPr>
                <w:rtl/>
              </w:rPr>
              <w:t>على</w:t>
            </w:r>
            <w:r>
              <w:rPr>
                <w:rtl/>
              </w:rPr>
              <w:t xml:space="preserve"> </w:t>
            </w:r>
            <w:r w:rsidRPr="009647FC">
              <w:rPr>
                <w:rtl/>
              </w:rPr>
              <w:t>قريعك</w:t>
            </w:r>
            <w:r>
              <w:rPr>
                <w:rtl/>
              </w:rPr>
              <w:t xml:space="preserve"> </w:t>
            </w:r>
            <w:r w:rsidRPr="009647FC">
              <w:rPr>
                <w:rtl/>
              </w:rPr>
              <w:t>وابرزي</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في</w:t>
            </w:r>
            <w:r w:rsidR="004C00A8">
              <w:rPr>
                <w:rtl/>
              </w:rPr>
              <w:t xml:space="preserve"> </w:t>
            </w:r>
            <w:r w:rsidRPr="009647FC">
              <w:rPr>
                <w:rtl/>
              </w:rPr>
              <w:t>الناس</w:t>
            </w:r>
            <w:r>
              <w:rPr>
                <w:rtl/>
              </w:rPr>
              <w:t xml:space="preserve"> </w:t>
            </w:r>
            <w:r w:rsidRPr="009647FC">
              <w:rPr>
                <w:rtl/>
              </w:rPr>
              <w:t>كاشفةً</w:t>
            </w:r>
            <w:r>
              <w:rPr>
                <w:rtl/>
              </w:rPr>
              <w:t xml:space="preserve"> </w:t>
            </w:r>
            <w:r w:rsidRPr="009647FC">
              <w:rPr>
                <w:rtl/>
              </w:rPr>
              <w:t>لهم</w:t>
            </w:r>
            <w:r>
              <w:rPr>
                <w:rtl/>
              </w:rPr>
              <w:t xml:space="preserve"> </w:t>
            </w:r>
            <w:r w:rsidRPr="009647FC">
              <w:rPr>
                <w:rtl/>
              </w:rPr>
              <w:t>عن</w:t>
            </w:r>
            <w:r>
              <w:rPr>
                <w:rtl/>
              </w:rPr>
              <w:t xml:space="preserve"> </w:t>
            </w:r>
            <w:r w:rsidRPr="009647FC">
              <w:rPr>
                <w:rtl/>
              </w:rPr>
              <w:t>ساقِ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قدرٌ</w:t>
            </w:r>
            <w:r>
              <w:rPr>
                <w:rtl/>
              </w:rPr>
              <w:t xml:space="preserve"> </w:t>
            </w:r>
            <w:r w:rsidRPr="009647FC">
              <w:rPr>
                <w:rtl/>
              </w:rPr>
              <w:t>رمى</w:t>
            </w:r>
            <w:r>
              <w:rPr>
                <w:rtl/>
              </w:rPr>
              <w:t xml:space="preserve"> </w:t>
            </w:r>
            <w:r w:rsidRPr="009647FC">
              <w:rPr>
                <w:rtl/>
              </w:rPr>
              <w:t>شجر</w:t>
            </w:r>
            <w:r>
              <w:rPr>
                <w:rtl/>
              </w:rPr>
              <w:t xml:space="preserve">َ </w:t>
            </w:r>
            <w:r w:rsidRPr="009647FC">
              <w:rPr>
                <w:rtl/>
              </w:rPr>
              <w:t>العلوم</w:t>
            </w:r>
            <w:r>
              <w:rPr>
                <w:rtl/>
              </w:rPr>
              <w:t xml:space="preserve"> </w:t>
            </w:r>
            <w:r w:rsidRPr="009647FC">
              <w:rPr>
                <w:rtl/>
              </w:rPr>
              <w:t>بمعطشٍ</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فشكت</w:t>
            </w:r>
            <w:r>
              <w:rPr>
                <w:rtl/>
              </w:rPr>
              <w:t xml:space="preserve"> </w:t>
            </w:r>
            <w:r w:rsidRPr="009647FC">
              <w:rPr>
                <w:rtl/>
              </w:rPr>
              <w:t>أعاليه</w:t>
            </w:r>
            <w:r>
              <w:rPr>
                <w:rtl/>
              </w:rPr>
              <w:t xml:space="preserve"> </w:t>
            </w:r>
            <w:r w:rsidRPr="009647FC">
              <w:rPr>
                <w:rtl/>
              </w:rPr>
              <w:t>جفاف</w:t>
            </w:r>
            <w:r>
              <w:rPr>
                <w:rtl/>
              </w:rPr>
              <w:t xml:space="preserve"> </w:t>
            </w:r>
            <w:r w:rsidRPr="009647FC">
              <w:rPr>
                <w:rtl/>
              </w:rPr>
              <w:t>الساقِ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وذوى</w:t>
            </w:r>
            <w:r>
              <w:rPr>
                <w:rtl/>
              </w:rPr>
              <w:t xml:space="preserve"> </w:t>
            </w:r>
            <w:r w:rsidRPr="009647FC">
              <w:rPr>
                <w:rtl/>
              </w:rPr>
              <w:t>وزال</w:t>
            </w:r>
            <w:r>
              <w:rPr>
                <w:rtl/>
              </w:rPr>
              <w:t xml:space="preserve"> </w:t>
            </w:r>
            <w:r w:rsidRPr="009647FC">
              <w:rPr>
                <w:rtl/>
              </w:rPr>
              <w:t>عن</w:t>
            </w:r>
            <w:r>
              <w:rPr>
                <w:rtl/>
              </w:rPr>
              <w:t xml:space="preserve"> </w:t>
            </w:r>
            <w:r w:rsidRPr="009647FC">
              <w:rPr>
                <w:rtl/>
              </w:rPr>
              <w:t>القلوب</w:t>
            </w:r>
            <w:r>
              <w:rPr>
                <w:rtl/>
              </w:rPr>
              <w:t xml:space="preserve"> </w:t>
            </w:r>
            <w:r w:rsidRPr="009647FC">
              <w:rPr>
                <w:rtl/>
              </w:rPr>
              <w:t>لفقد</w:t>
            </w:r>
            <w:r>
              <w:rPr>
                <w:rtl/>
              </w:rPr>
              <w:t xml:space="preserve"> </w:t>
            </w:r>
            <w:r w:rsidRPr="009647FC">
              <w:rPr>
                <w:rtl/>
              </w:rPr>
              <w:t>م</w:t>
            </w:r>
            <w:r w:rsidRPr="00B371C6">
              <w:rPr>
                <w:rtl/>
              </w:rPr>
              <w:t>َ</w:t>
            </w:r>
            <w:r w:rsidRPr="009647FC">
              <w:rPr>
                <w:rtl/>
              </w:rPr>
              <w:t>نْ</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قد</w:t>
            </w:r>
            <w:r>
              <w:rPr>
                <w:rtl/>
              </w:rPr>
              <w:t xml:space="preserve"> </w:t>
            </w:r>
            <w:r w:rsidRPr="009647FC">
              <w:rPr>
                <w:rtl/>
              </w:rPr>
              <w:t>كان</w:t>
            </w:r>
            <w:r>
              <w:rPr>
                <w:rtl/>
              </w:rPr>
              <w:t xml:space="preserve"> </w:t>
            </w:r>
            <w:r w:rsidRPr="009647FC">
              <w:rPr>
                <w:rtl/>
              </w:rPr>
              <w:t>بحراً</w:t>
            </w:r>
            <w:r>
              <w:rPr>
                <w:rtl/>
              </w:rPr>
              <w:t xml:space="preserve"> </w:t>
            </w:r>
            <w:r w:rsidRPr="009647FC">
              <w:rPr>
                <w:rtl/>
              </w:rPr>
              <w:t>والقلوبُ</w:t>
            </w:r>
            <w:r>
              <w:rPr>
                <w:rtl/>
              </w:rPr>
              <w:t xml:space="preserve"> </w:t>
            </w:r>
            <w:r w:rsidRPr="009647FC">
              <w:rPr>
                <w:rtl/>
              </w:rPr>
              <w:t>سواقي</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س</w:t>
            </w:r>
            <w:r w:rsidRPr="00B371C6">
              <w:rPr>
                <w:rtl/>
              </w:rPr>
              <w:t>ُ</w:t>
            </w:r>
            <w:r w:rsidRPr="009647FC">
              <w:rPr>
                <w:rtl/>
              </w:rPr>
              <w:t>لبتْ</w:t>
            </w:r>
            <w:r w:rsidR="004C00A8">
              <w:rPr>
                <w:rtl/>
              </w:rPr>
              <w:t xml:space="preserve"> </w:t>
            </w:r>
            <w:r w:rsidRPr="009647FC">
              <w:rPr>
                <w:rtl/>
              </w:rPr>
              <w:t>نضارته</w:t>
            </w:r>
            <w:r>
              <w:rPr>
                <w:rtl/>
              </w:rPr>
              <w:t xml:space="preserve"> </w:t>
            </w:r>
            <w:r w:rsidRPr="009647FC">
              <w:rPr>
                <w:rtl/>
              </w:rPr>
              <w:t>وغودر</w:t>
            </w:r>
            <w:r>
              <w:rPr>
                <w:rtl/>
              </w:rPr>
              <w:t xml:space="preserve"> </w:t>
            </w:r>
            <w:r w:rsidRPr="009647FC">
              <w:rPr>
                <w:rtl/>
              </w:rPr>
              <w:t>عن</w:t>
            </w:r>
            <w:r>
              <w:rPr>
                <w:rtl/>
              </w:rPr>
              <w:t xml:space="preserve"> </w:t>
            </w:r>
            <w:r w:rsidRPr="009647FC">
              <w:rPr>
                <w:rtl/>
              </w:rPr>
              <w:t>يدي</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طلاّبه</w:t>
            </w:r>
            <w:r w:rsidR="004C00A8">
              <w:rPr>
                <w:rtl/>
              </w:rPr>
              <w:t xml:space="preserve"> </w:t>
            </w:r>
            <w:r w:rsidRPr="009647FC">
              <w:rPr>
                <w:rtl/>
              </w:rPr>
              <w:t>متساقط</w:t>
            </w:r>
            <w:r>
              <w:rPr>
                <w:rtl/>
              </w:rPr>
              <w:t xml:space="preserve">َ </w:t>
            </w:r>
            <w:r w:rsidRPr="009647FC">
              <w:rPr>
                <w:rtl/>
              </w:rPr>
              <w:t>الأوراقِ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يا</w:t>
            </w:r>
            <w:r>
              <w:rPr>
                <w:rtl/>
              </w:rPr>
              <w:t xml:space="preserve"> </w:t>
            </w:r>
            <w:r w:rsidRPr="009647FC">
              <w:rPr>
                <w:rtl/>
              </w:rPr>
              <w:t>نازلاً</w:t>
            </w:r>
            <w:r>
              <w:rPr>
                <w:rtl/>
              </w:rPr>
              <w:t xml:space="preserve"> </w:t>
            </w:r>
            <w:r w:rsidRPr="009647FC">
              <w:rPr>
                <w:rtl/>
              </w:rPr>
              <w:t>غرف</w:t>
            </w:r>
            <w:r>
              <w:rPr>
                <w:rtl/>
              </w:rPr>
              <w:t xml:space="preserve"> </w:t>
            </w:r>
            <w:r w:rsidRPr="009647FC">
              <w:rPr>
                <w:rtl/>
              </w:rPr>
              <w:t>الجنان</w:t>
            </w:r>
            <w:r>
              <w:rPr>
                <w:rtl/>
              </w:rPr>
              <w:t xml:space="preserve"> </w:t>
            </w:r>
            <w:r w:rsidRPr="009647FC">
              <w:rPr>
                <w:rtl/>
              </w:rPr>
              <w:t>ونارك</w:t>
            </w:r>
            <w:r>
              <w:rPr>
                <w:rtl/>
              </w:rPr>
              <w:t xml:space="preserve">َ </w:t>
            </w:r>
            <w:r w:rsidRPr="009647FC">
              <w:rPr>
                <w:rtl/>
              </w:rPr>
              <w:t>الـ</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صبّ</w:t>
            </w:r>
            <w:r>
              <w:rPr>
                <w:rtl/>
              </w:rPr>
              <w:t>َ</w:t>
            </w:r>
            <w:r w:rsidR="004C00A8">
              <w:rPr>
                <w:rtl/>
              </w:rPr>
              <w:t xml:space="preserve"> </w:t>
            </w:r>
            <w:r w:rsidRPr="009647FC">
              <w:rPr>
                <w:rtl/>
              </w:rPr>
              <w:t>المشوق</w:t>
            </w:r>
            <w:r>
              <w:rPr>
                <w:rtl/>
              </w:rPr>
              <w:t xml:space="preserve"> </w:t>
            </w:r>
            <w:r w:rsidRPr="009647FC">
              <w:rPr>
                <w:rtl/>
              </w:rPr>
              <w:t>بقاتم</w:t>
            </w:r>
            <w:r>
              <w:rPr>
                <w:rtl/>
              </w:rPr>
              <w:t xml:space="preserve"> </w:t>
            </w:r>
            <w:r w:rsidRPr="009647FC">
              <w:rPr>
                <w:rtl/>
              </w:rPr>
              <w:t>الأعماقِ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وفدت</w:t>
            </w:r>
            <w:r w:rsidR="004C00A8">
              <w:rPr>
                <w:rtl/>
              </w:rPr>
              <w:t xml:space="preserve"> </w:t>
            </w:r>
            <w:r w:rsidRPr="009647FC">
              <w:rPr>
                <w:rtl/>
              </w:rPr>
              <w:t>عليك</w:t>
            </w:r>
            <w:r>
              <w:rPr>
                <w:rtl/>
              </w:rPr>
              <w:t xml:space="preserve"> </w:t>
            </w:r>
            <w:r w:rsidRPr="009647FC">
              <w:rPr>
                <w:rtl/>
              </w:rPr>
              <w:t>صلاةُ</w:t>
            </w:r>
            <w:r>
              <w:rPr>
                <w:rtl/>
              </w:rPr>
              <w:t xml:space="preserve"> </w:t>
            </w:r>
            <w:r w:rsidRPr="009647FC">
              <w:rPr>
                <w:rtl/>
              </w:rPr>
              <w:t>رب</w:t>
            </w:r>
            <w:r w:rsidRPr="00B371C6">
              <w:rPr>
                <w:rtl/>
              </w:rPr>
              <w:t>ّ</w:t>
            </w:r>
            <w:r w:rsidRPr="009647FC">
              <w:rPr>
                <w:rtl/>
              </w:rPr>
              <w:t>ك</w:t>
            </w:r>
            <w:r>
              <w:rPr>
                <w:rtl/>
              </w:rPr>
              <w:t xml:space="preserve"> </w:t>
            </w:r>
            <w:r w:rsidRPr="009647FC">
              <w:rPr>
                <w:rtl/>
              </w:rPr>
              <w:t>شائقا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منعت</w:t>
            </w:r>
            <w:r>
              <w:rPr>
                <w:rtl/>
              </w:rPr>
              <w:t xml:space="preserve"> </w:t>
            </w:r>
            <w:r w:rsidRPr="009647FC">
              <w:rPr>
                <w:rtl/>
              </w:rPr>
              <w:t>إليه</w:t>
            </w:r>
            <w:r>
              <w:rPr>
                <w:rtl/>
              </w:rPr>
              <w:t xml:space="preserve"> </w:t>
            </w:r>
            <w:r w:rsidRPr="009647FC">
              <w:rPr>
                <w:rtl/>
              </w:rPr>
              <w:t>وفادة</w:t>
            </w:r>
            <w:r>
              <w:rPr>
                <w:rtl/>
              </w:rPr>
              <w:t xml:space="preserve">َ </w:t>
            </w:r>
            <w:r w:rsidRPr="009647FC">
              <w:rPr>
                <w:rtl/>
              </w:rPr>
              <w:t>المشتاقِ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فاذهب</w:t>
            </w:r>
            <w:r>
              <w:rPr>
                <w:rtl/>
              </w:rPr>
              <w:t xml:space="preserve"> </w:t>
            </w:r>
            <w:r w:rsidRPr="009647FC">
              <w:rPr>
                <w:rtl/>
              </w:rPr>
              <w:t>وحسبُك</w:t>
            </w:r>
            <w:r>
              <w:rPr>
                <w:rtl/>
              </w:rPr>
              <w:t xml:space="preserve"> </w:t>
            </w:r>
            <w:r w:rsidRPr="009647FC">
              <w:rPr>
                <w:rtl/>
              </w:rPr>
              <w:t>للعُلى</w:t>
            </w:r>
            <w:r>
              <w:rPr>
                <w:rtl/>
              </w:rPr>
              <w:t xml:space="preserve"> (</w:t>
            </w:r>
            <w:r w:rsidRPr="009647FC">
              <w:rPr>
                <w:rtl/>
              </w:rPr>
              <w:t>بمحمدٍ</w:t>
            </w:r>
            <w:r>
              <w:rPr>
                <w:rtl/>
              </w:rPr>
              <w:t>)</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فعلاه</w:t>
            </w:r>
            <w:r>
              <w:rPr>
                <w:rtl/>
              </w:rPr>
              <w:t xml:space="preserve"> </w:t>
            </w:r>
            <w:r w:rsidRPr="009647FC">
              <w:rPr>
                <w:rtl/>
              </w:rPr>
              <w:t>لا</w:t>
            </w:r>
            <w:r>
              <w:rPr>
                <w:rtl/>
              </w:rPr>
              <w:t xml:space="preserve"> </w:t>
            </w:r>
            <w:r w:rsidRPr="009647FC">
              <w:rPr>
                <w:rtl/>
              </w:rPr>
              <w:t>يرقى</w:t>
            </w:r>
            <w:r>
              <w:rPr>
                <w:rtl/>
              </w:rPr>
              <w:t xml:space="preserve"> </w:t>
            </w:r>
            <w:r w:rsidRPr="009647FC">
              <w:rPr>
                <w:rtl/>
              </w:rPr>
              <w:t>إليها</w:t>
            </w:r>
            <w:r>
              <w:rPr>
                <w:rtl/>
              </w:rPr>
              <w:t xml:space="preserve"> </w:t>
            </w:r>
            <w:r w:rsidRPr="009647FC">
              <w:rPr>
                <w:rtl/>
              </w:rPr>
              <w:t>الراقي</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عرجت</w:t>
            </w:r>
            <w:r w:rsidR="004C00A8">
              <w:rPr>
                <w:rtl/>
              </w:rPr>
              <w:t xml:space="preserve"> </w:t>
            </w:r>
            <w:r w:rsidRPr="009647FC">
              <w:rPr>
                <w:rtl/>
              </w:rPr>
              <w:t>به</w:t>
            </w:r>
            <w:r>
              <w:rPr>
                <w:rtl/>
              </w:rPr>
              <w:t xml:space="preserve"> </w:t>
            </w:r>
            <w:r w:rsidRPr="009647FC">
              <w:rPr>
                <w:rtl/>
              </w:rPr>
              <w:t>لسماء</w:t>
            </w:r>
            <w:r>
              <w:rPr>
                <w:rtl/>
              </w:rPr>
              <w:t xml:space="preserve"> </w:t>
            </w:r>
            <w:r w:rsidRPr="009647FC">
              <w:rPr>
                <w:rtl/>
              </w:rPr>
              <w:t>فضلك</w:t>
            </w:r>
            <w:r>
              <w:rPr>
                <w:rtl/>
              </w:rPr>
              <w:t xml:space="preserve"> </w:t>
            </w:r>
            <w:r w:rsidRPr="009647FC">
              <w:rPr>
                <w:rtl/>
              </w:rPr>
              <w:t>همّةٌ</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قالت:</w:t>
            </w:r>
            <w:r>
              <w:rPr>
                <w:rtl/>
              </w:rPr>
              <w:t xml:space="preserve"> </w:t>
            </w:r>
            <w:r w:rsidRPr="009647FC">
              <w:rPr>
                <w:rtl/>
              </w:rPr>
              <w:t>أجلُّ</w:t>
            </w:r>
            <w:r>
              <w:rPr>
                <w:rtl/>
              </w:rPr>
              <w:t xml:space="preserve"> </w:t>
            </w:r>
            <w:r w:rsidRPr="009647FC">
              <w:rPr>
                <w:rtl/>
              </w:rPr>
              <w:t>من</w:t>
            </w:r>
            <w:r>
              <w:rPr>
                <w:rtl/>
              </w:rPr>
              <w:t xml:space="preserve"> </w:t>
            </w:r>
            <w:r w:rsidRPr="009647FC">
              <w:rPr>
                <w:rtl/>
              </w:rPr>
              <w:t>البراق</w:t>
            </w:r>
            <w:r>
              <w:rPr>
                <w:rtl/>
              </w:rPr>
              <w:t xml:space="preserve"> </w:t>
            </w:r>
            <w:r w:rsidRPr="009647FC">
              <w:rPr>
                <w:rtl/>
              </w:rPr>
              <w:t>براقي</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هذا</w:t>
            </w:r>
            <w:r w:rsidR="004C00A8">
              <w:rPr>
                <w:rtl/>
              </w:rPr>
              <w:t xml:space="preserve"> </w:t>
            </w:r>
            <w:r w:rsidRPr="009647FC">
              <w:rPr>
                <w:rtl/>
              </w:rPr>
              <w:t>الذي</w:t>
            </w:r>
            <w:r>
              <w:rPr>
                <w:rtl/>
              </w:rPr>
              <w:t xml:space="preserve"> </w:t>
            </w:r>
            <w:r w:rsidRPr="009647FC">
              <w:rPr>
                <w:rtl/>
              </w:rPr>
              <w:t>ورث</w:t>
            </w:r>
            <w:r>
              <w:rPr>
                <w:rtl/>
              </w:rPr>
              <w:t xml:space="preserve"> </w:t>
            </w:r>
            <w:r w:rsidRPr="009647FC">
              <w:rPr>
                <w:rtl/>
              </w:rPr>
              <w:t>النبوّ</w:t>
            </w:r>
            <w:r>
              <w:rPr>
                <w:rtl/>
              </w:rPr>
              <w:t>َ</w:t>
            </w:r>
            <w:r w:rsidRPr="009647FC">
              <w:rPr>
                <w:rtl/>
              </w:rPr>
              <w:t>ة</w:t>
            </w:r>
            <w:r>
              <w:rPr>
                <w:rtl/>
              </w:rPr>
              <w:t xml:space="preserve"> </w:t>
            </w:r>
            <w:r w:rsidRPr="009647FC">
              <w:rPr>
                <w:rtl/>
              </w:rPr>
              <w:t>علم</w:t>
            </w:r>
            <w:r>
              <w:rPr>
                <w:rtl/>
              </w:rPr>
              <w:t>َ</w:t>
            </w:r>
            <w:r w:rsidRPr="009647FC">
              <w:rPr>
                <w:rtl/>
              </w:rPr>
              <w:t>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ومن</w:t>
            </w:r>
            <w:r>
              <w:rPr>
                <w:rtl/>
              </w:rPr>
              <w:t xml:space="preserve"> </w:t>
            </w:r>
            <w:r w:rsidRPr="009647FC">
              <w:rPr>
                <w:rtl/>
              </w:rPr>
              <w:t>الإمامة</w:t>
            </w:r>
            <w:r>
              <w:rPr>
                <w:rtl/>
              </w:rPr>
              <w:t xml:space="preserve"> </w:t>
            </w:r>
            <w:r w:rsidRPr="009647FC">
              <w:rPr>
                <w:rtl/>
              </w:rPr>
              <w:t>حلّ</w:t>
            </w:r>
            <w:r>
              <w:rPr>
                <w:rtl/>
              </w:rPr>
              <w:t xml:space="preserve"> </w:t>
            </w:r>
            <w:r w:rsidRPr="009647FC">
              <w:rPr>
                <w:rtl/>
              </w:rPr>
              <w:t>أيّ</w:t>
            </w:r>
            <w:r>
              <w:rPr>
                <w:rtl/>
              </w:rPr>
              <w:t xml:space="preserve">َ </w:t>
            </w:r>
            <w:r w:rsidRPr="009647FC">
              <w:rPr>
                <w:rtl/>
              </w:rPr>
              <w:t>رواقِ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ولقد</w:t>
            </w:r>
            <w:r>
              <w:rPr>
                <w:rtl/>
              </w:rPr>
              <w:t xml:space="preserve"> </w:t>
            </w:r>
            <w:r w:rsidRPr="009647FC">
              <w:rPr>
                <w:rtl/>
              </w:rPr>
              <w:t>أقولُ</w:t>
            </w:r>
            <w:r>
              <w:rPr>
                <w:rtl/>
              </w:rPr>
              <w:t xml:space="preserve"> </w:t>
            </w:r>
            <w:r w:rsidRPr="009647FC">
              <w:rPr>
                <w:rtl/>
              </w:rPr>
              <w:t>لم</w:t>
            </w:r>
            <w:r>
              <w:rPr>
                <w:rtl/>
              </w:rPr>
              <w:t>َ</w:t>
            </w:r>
            <w:r w:rsidRPr="009647FC">
              <w:rPr>
                <w:rtl/>
              </w:rPr>
              <w:t>نْ</w:t>
            </w:r>
            <w:r>
              <w:rPr>
                <w:rtl/>
              </w:rPr>
              <w:t xml:space="preserve"> </w:t>
            </w:r>
            <w:r w:rsidRPr="009647FC">
              <w:rPr>
                <w:rtl/>
              </w:rPr>
              <w:t>بغاه</w:t>
            </w:r>
            <w:r>
              <w:rPr>
                <w:rtl/>
              </w:rPr>
              <w:t xml:space="preserve"> </w:t>
            </w:r>
            <w:r w:rsidRPr="009647FC">
              <w:rPr>
                <w:rtl/>
              </w:rPr>
              <w:t>بضغنه</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أقصرْ</w:t>
            </w:r>
            <w:r>
              <w:rPr>
                <w:rtl/>
              </w:rPr>
              <w:t xml:space="preserve"> </w:t>
            </w:r>
            <w:r w:rsidRPr="009647FC">
              <w:rPr>
                <w:rtl/>
              </w:rPr>
              <w:t>فلست</w:t>
            </w:r>
            <w:r>
              <w:rPr>
                <w:rtl/>
              </w:rPr>
              <w:t xml:space="preserve">َ </w:t>
            </w:r>
            <w:r w:rsidRPr="009647FC">
              <w:rPr>
                <w:rtl/>
              </w:rPr>
              <w:t>تناله</w:t>
            </w:r>
            <w:r>
              <w:rPr>
                <w:rtl/>
              </w:rPr>
              <w:t xml:space="preserve"> </w:t>
            </w:r>
            <w:r w:rsidRPr="009647FC">
              <w:rPr>
                <w:rtl/>
              </w:rPr>
              <w:t>بلحاقِ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عجباً</w:t>
            </w:r>
            <w:r>
              <w:rPr>
                <w:rtl/>
              </w:rPr>
              <w:t xml:space="preserve"> </w:t>
            </w:r>
            <w:r w:rsidRPr="009647FC">
              <w:rPr>
                <w:rtl/>
              </w:rPr>
              <w:t>طمعت</w:t>
            </w:r>
            <w:r>
              <w:rPr>
                <w:rtl/>
              </w:rPr>
              <w:t xml:space="preserve"> </w:t>
            </w:r>
            <w:r w:rsidRPr="009647FC">
              <w:rPr>
                <w:rtl/>
              </w:rPr>
              <w:t>بم</w:t>
            </w:r>
            <w:r>
              <w:rPr>
                <w:rtl/>
              </w:rPr>
              <w:t>َ</w:t>
            </w:r>
            <w:r w:rsidRPr="009647FC">
              <w:rPr>
                <w:rtl/>
              </w:rPr>
              <w:t>نْ</w:t>
            </w:r>
            <w:r>
              <w:rPr>
                <w:rtl/>
              </w:rPr>
              <w:t xml:space="preserve"> </w:t>
            </w:r>
            <w:r w:rsidRPr="009647FC">
              <w:rPr>
                <w:rtl/>
              </w:rPr>
              <w:t>يروضك</w:t>
            </w:r>
            <w:r>
              <w:rPr>
                <w:rtl/>
              </w:rPr>
              <w:t xml:space="preserve"> </w:t>
            </w:r>
            <w:r w:rsidRPr="009647FC">
              <w:rPr>
                <w:rtl/>
              </w:rPr>
              <w:t>عالما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إنّ</w:t>
            </w:r>
            <w:r>
              <w:rPr>
                <w:rtl/>
              </w:rPr>
              <w:t>َ</w:t>
            </w:r>
            <w:r w:rsidR="004C00A8">
              <w:rPr>
                <w:rtl/>
              </w:rPr>
              <w:t xml:space="preserve"> </w:t>
            </w:r>
            <w:r w:rsidRPr="009647FC">
              <w:rPr>
                <w:rtl/>
              </w:rPr>
              <w:t>القلوب</w:t>
            </w:r>
            <w:r>
              <w:rPr>
                <w:rtl/>
              </w:rPr>
              <w:t xml:space="preserve"> </w:t>
            </w:r>
            <w:r w:rsidRPr="009647FC">
              <w:rPr>
                <w:rtl/>
              </w:rPr>
              <w:t>تراضُ</w:t>
            </w:r>
            <w:r>
              <w:rPr>
                <w:rtl/>
              </w:rPr>
              <w:t xml:space="preserve"> </w:t>
            </w:r>
            <w:r w:rsidRPr="009647FC">
              <w:rPr>
                <w:rtl/>
              </w:rPr>
              <w:t>بالإرفاقِ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لا</w:t>
            </w:r>
            <w:r w:rsidR="004C00A8">
              <w:rPr>
                <w:rtl/>
              </w:rPr>
              <w:t xml:space="preserve"> </w:t>
            </w:r>
            <w:r w:rsidRPr="009647FC">
              <w:rPr>
                <w:rtl/>
              </w:rPr>
              <w:t>تقرّ</w:t>
            </w:r>
            <w:r>
              <w:rPr>
                <w:rtl/>
              </w:rPr>
              <w:t>َ</w:t>
            </w:r>
            <w:r w:rsidRPr="009647FC">
              <w:rPr>
                <w:rtl/>
              </w:rPr>
              <w:t>بن</w:t>
            </w:r>
            <w:r>
              <w:rPr>
                <w:rtl/>
              </w:rPr>
              <w:t xml:space="preserve"> </w:t>
            </w:r>
            <w:r w:rsidRPr="009647FC">
              <w:rPr>
                <w:rtl/>
              </w:rPr>
              <w:t>الصلّ</w:t>
            </w:r>
            <w:r>
              <w:rPr>
                <w:rtl/>
              </w:rPr>
              <w:t xml:space="preserve">َ </w:t>
            </w:r>
            <w:r w:rsidRPr="009647FC">
              <w:rPr>
                <w:rtl/>
              </w:rPr>
              <w:t>نضنض</w:t>
            </w:r>
            <w:r>
              <w:rPr>
                <w:rtl/>
              </w:rPr>
              <w:t xml:space="preserve"> </w:t>
            </w:r>
            <w:r w:rsidRPr="009647FC">
              <w:rPr>
                <w:rtl/>
              </w:rPr>
              <w:t>مطرقا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فالصلُّ</w:t>
            </w:r>
            <w:r w:rsidR="004C00A8">
              <w:rPr>
                <w:rtl/>
              </w:rPr>
              <w:t xml:space="preserve"> </w:t>
            </w:r>
            <w:r w:rsidRPr="009647FC">
              <w:rPr>
                <w:rtl/>
              </w:rPr>
              <w:t>سورته</w:t>
            </w:r>
            <w:r>
              <w:rPr>
                <w:rtl/>
              </w:rPr>
              <w:t xml:space="preserve"> </w:t>
            </w:r>
            <w:r w:rsidRPr="009647FC">
              <w:rPr>
                <w:rtl/>
              </w:rPr>
              <w:t>مع</w:t>
            </w:r>
            <w:r>
              <w:rPr>
                <w:rtl/>
              </w:rPr>
              <w:t xml:space="preserve"> </w:t>
            </w:r>
            <w:r w:rsidRPr="009647FC">
              <w:rPr>
                <w:rtl/>
              </w:rPr>
              <w:t>الإطراقِ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هو</w:t>
            </w:r>
            <w:r w:rsidR="004C00A8">
              <w:rPr>
                <w:rtl/>
              </w:rPr>
              <w:t xml:space="preserve"> </w:t>
            </w:r>
            <w:r w:rsidRPr="009647FC">
              <w:rPr>
                <w:rtl/>
              </w:rPr>
              <w:t>و</w:t>
            </w:r>
            <w:r>
              <w:rPr>
                <w:rtl/>
              </w:rPr>
              <w:t>(</w:t>
            </w:r>
            <w:r w:rsidRPr="009647FC">
              <w:rPr>
                <w:rtl/>
              </w:rPr>
              <w:t>الحسينُ</w:t>
            </w:r>
            <w:r>
              <w:rPr>
                <w:rtl/>
              </w:rPr>
              <w:t xml:space="preserve">، </w:t>
            </w:r>
            <w:r w:rsidRPr="009647FC">
              <w:rPr>
                <w:rtl/>
              </w:rPr>
              <w:t>كلاهما</w:t>
            </w:r>
            <w:r>
              <w:rPr>
                <w:rtl/>
              </w:rPr>
              <w:t xml:space="preserve"> </w:t>
            </w:r>
            <w:r w:rsidRPr="009647FC">
              <w:rPr>
                <w:rtl/>
              </w:rPr>
              <w:t>قمرا</w:t>
            </w:r>
            <w:r>
              <w:rPr>
                <w:rtl/>
              </w:rPr>
              <w:t xml:space="preserve"> </w:t>
            </w:r>
            <w:r w:rsidRPr="009647FC">
              <w:rPr>
                <w:rtl/>
              </w:rPr>
              <w:t>عُلا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في</w:t>
            </w:r>
            <w:r w:rsidR="004C00A8">
              <w:rPr>
                <w:rtl/>
              </w:rPr>
              <w:t xml:space="preserve"> </w:t>
            </w:r>
            <w:r w:rsidRPr="009647FC">
              <w:rPr>
                <w:rtl/>
              </w:rPr>
              <w:t>فتيةٍ</w:t>
            </w:r>
            <w:r>
              <w:rPr>
                <w:rtl/>
              </w:rPr>
              <w:t xml:space="preserve"> </w:t>
            </w:r>
            <w:r w:rsidRPr="009647FC">
              <w:rPr>
                <w:rtl/>
              </w:rPr>
              <w:t>هم</w:t>
            </w:r>
            <w:r>
              <w:rPr>
                <w:rtl/>
              </w:rPr>
              <w:t xml:space="preserve"> </w:t>
            </w:r>
            <w:r w:rsidRPr="009647FC">
              <w:rPr>
                <w:rtl/>
              </w:rPr>
              <w:t>أنجم</w:t>
            </w:r>
            <w:r>
              <w:rPr>
                <w:rtl/>
              </w:rPr>
              <w:t xml:space="preserve"> </w:t>
            </w:r>
            <w:r w:rsidRPr="009647FC">
              <w:rPr>
                <w:rtl/>
              </w:rPr>
              <w:t>الآفاقِ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من</w:t>
            </w:r>
            <w:r w:rsidR="004C00A8">
              <w:rPr>
                <w:rtl/>
              </w:rPr>
              <w:t xml:space="preserve"> </w:t>
            </w:r>
            <w:r w:rsidRPr="009647FC">
              <w:rPr>
                <w:rtl/>
              </w:rPr>
              <w:t>كلِّ</w:t>
            </w:r>
            <w:r>
              <w:rPr>
                <w:rtl/>
              </w:rPr>
              <w:t xml:space="preserve"> </w:t>
            </w:r>
            <w:r w:rsidRPr="009647FC">
              <w:rPr>
                <w:rtl/>
              </w:rPr>
              <w:t>نهاض</w:t>
            </w:r>
            <w:r>
              <w:rPr>
                <w:rtl/>
              </w:rPr>
              <w:t xml:space="preserve"> </w:t>
            </w:r>
            <w:r w:rsidRPr="009647FC">
              <w:rPr>
                <w:rtl/>
              </w:rPr>
              <w:t>العزائم</w:t>
            </w:r>
            <w:r>
              <w:rPr>
                <w:rtl/>
              </w:rPr>
              <w:t xml:space="preserve"> </w:t>
            </w:r>
            <w:r w:rsidRPr="009647FC">
              <w:rPr>
                <w:rtl/>
              </w:rPr>
              <w:t>حائزٍ</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قصب</w:t>
            </w:r>
            <w:r>
              <w:rPr>
                <w:rtl/>
              </w:rPr>
              <w:t>َ</w:t>
            </w:r>
            <w:r w:rsidR="004C00A8">
              <w:rPr>
                <w:rtl/>
              </w:rPr>
              <w:t xml:space="preserve"> </w:t>
            </w:r>
            <w:r w:rsidRPr="009647FC">
              <w:rPr>
                <w:rtl/>
              </w:rPr>
              <w:t>الرهان</w:t>
            </w:r>
            <w:r>
              <w:rPr>
                <w:rtl/>
              </w:rPr>
              <w:t xml:space="preserve"> </w:t>
            </w:r>
            <w:r w:rsidRPr="009647FC">
              <w:rPr>
                <w:rtl/>
              </w:rPr>
              <w:t>بيوم</w:t>
            </w:r>
            <w:r>
              <w:rPr>
                <w:rtl/>
              </w:rPr>
              <w:t xml:space="preserve"> </w:t>
            </w:r>
            <w:r w:rsidRPr="009647FC">
              <w:rPr>
                <w:rtl/>
              </w:rPr>
              <w:t>كلّ</w:t>
            </w:r>
            <w:r>
              <w:rPr>
                <w:rtl/>
              </w:rPr>
              <w:t xml:space="preserve"> </w:t>
            </w:r>
            <w:r w:rsidRPr="009647FC">
              <w:rPr>
                <w:rtl/>
              </w:rPr>
              <w:t>سباقِ</w:t>
            </w:r>
            <w:r w:rsidRPr="00524A24">
              <w:rPr>
                <w:rStyle w:val="libPoemTiniChar0"/>
                <w:rtl/>
              </w:rPr>
              <w:br/>
              <w:t> </w:t>
            </w:r>
          </w:p>
        </w:tc>
      </w:tr>
      <w:tr w:rsidR="00E72FFC" w:rsidRPr="00524A24" w:rsidTr="00E72FFC">
        <w:trPr>
          <w:trHeight w:val="350"/>
        </w:trPr>
        <w:tc>
          <w:tcPr>
            <w:tcW w:w="3902" w:type="dxa"/>
          </w:tcPr>
          <w:p w:rsidR="00E72FFC" w:rsidRPr="00524A24" w:rsidRDefault="00E72FFC" w:rsidP="00E72FFC">
            <w:pPr>
              <w:pStyle w:val="libPoem"/>
            </w:pPr>
            <w:r w:rsidRPr="009647FC">
              <w:rPr>
                <w:rtl/>
              </w:rPr>
              <w:t>خطبت</w:t>
            </w:r>
            <w:r>
              <w:rPr>
                <w:rtl/>
              </w:rPr>
              <w:t xml:space="preserve"> </w:t>
            </w:r>
            <w:r w:rsidRPr="009647FC">
              <w:rPr>
                <w:rtl/>
              </w:rPr>
              <w:t>لهم</w:t>
            </w:r>
            <w:r>
              <w:rPr>
                <w:rtl/>
              </w:rPr>
              <w:t xml:space="preserve"> </w:t>
            </w:r>
            <w:r w:rsidRPr="009647FC">
              <w:rPr>
                <w:rtl/>
              </w:rPr>
              <w:t>بكر</w:t>
            </w:r>
            <w:r>
              <w:rPr>
                <w:rtl/>
              </w:rPr>
              <w:t xml:space="preserve"> </w:t>
            </w:r>
            <w:r w:rsidRPr="009647FC">
              <w:rPr>
                <w:rtl/>
              </w:rPr>
              <w:t>العُلى</w:t>
            </w:r>
            <w:r>
              <w:rPr>
                <w:rtl/>
              </w:rPr>
              <w:t xml:space="preserve"> </w:t>
            </w:r>
            <w:r w:rsidRPr="009647FC">
              <w:rPr>
                <w:rtl/>
              </w:rPr>
              <w:t>وهم</w:t>
            </w:r>
            <w:r>
              <w:rPr>
                <w:rtl/>
              </w:rPr>
              <w:t xml:space="preserve"> </w:t>
            </w:r>
            <w:r w:rsidRPr="009647FC">
              <w:rPr>
                <w:rtl/>
              </w:rPr>
              <w:t>لها</w:t>
            </w:r>
            <w:r w:rsidRPr="00524A24">
              <w:rPr>
                <w:rStyle w:val="libPoemTiniChar0"/>
                <w:rtl/>
              </w:rPr>
              <w:br/>
              <w:t> </w:t>
            </w:r>
          </w:p>
        </w:tc>
        <w:tc>
          <w:tcPr>
            <w:tcW w:w="301" w:type="dxa"/>
          </w:tcPr>
          <w:p w:rsidR="00E72FFC" w:rsidRPr="00524A24" w:rsidRDefault="00E72FFC" w:rsidP="00E72FFC">
            <w:pPr>
              <w:pStyle w:val="libPoem"/>
              <w:rPr>
                <w:rtl/>
              </w:rPr>
            </w:pPr>
          </w:p>
        </w:tc>
        <w:tc>
          <w:tcPr>
            <w:tcW w:w="3884" w:type="dxa"/>
          </w:tcPr>
          <w:p w:rsidR="00E72FFC" w:rsidRPr="00524A24" w:rsidRDefault="00E72FFC" w:rsidP="00E72FFC">
            <w:pPr>
              <w:pStyle w:val="libPoem"/>
            </w:pPr>
            <w:r w:rsidRPr="009647FC">
              <w:rPr>
                <w:rtl/>
              </w:rPr>
              <w:t>جعلوا</w:t>
            </w:r>
            <w:r>
              <w:rPr>
                <w:rtl/>
              </w:rPr>
              <w:t xml:space="preserve"> </w:t>
            </w:r>
            <w:r w:rsidRPr="009647FC">
              <w:rPr>
                <w:rtl/>
              </w:rPr>
              <w:t>جميل</w:t>
            </w:r>
            <w:r>
              <w:rPr>
                <w:rtl/>
              </w:rPr>
              <w:t xml:space="preserve"> </w:t>
            </w:r>
            <w:r w:rsidRPr="009647FC">
              <w:rPr>
                <w:rtl/>
              </w:rPr>
              <w:t>الذكر</w:t>
            </w:r>
            <w:r>
              <w:rPr>
                <w:rtl/>
              </w:rPr>
              <w:t xml:space="preserve"> </w:t>
            </w:r>
            <w:r w:rsidRPr="009647FC">
              <w:rPr>
                <w:rtl/>
              </w:rPr>
              <w:t>خير</w:t>
            </w:r>
            <w:r>
              <w:rPr>
                <w:rtl/>
              </w:rPr>
              <w:t xml:space="preserve">َ </w:t>
            </w:r>
            <w:r w:rsidRPr="009647FC">
              <w:rPr>
                <w:rtl/>
              </w:rPr>
              <w:t>صداقِ</w:t>
            </w:r>
            <w:r w:rsidRPr="00524A24">
              <w:rPr>
                <w:rStyle w:val="libPoemTiniChar0"/>
                <w:rtl/>
              </w:rPr>
              <w:br/>
              <w:t> </w:t>
            </w:r>
          </w:p>
        </w:tc>
      </w:tr>
    </w:tbl>
    <w:p w:rsidR="004E7EC6"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بالثرى</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 نسخة</w:t>
      </w:r>
      <w:r w:rsidR="00D769AB">
        <w:rPr>
          <w:rtl/>
        </w:rPr>
        <w:t>:</w:t>
      </w:r>
      <w:r w:rsidRPr="009647FC">
        <w:rPr>
          <w:rtl/>
        </w:rPr>
        <w:t xml:space="preserve"> دفن</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C2021" w:rsidRPr="00524A24" w:rsidTr="00DC2021">
        <w:trPr>
          <w:trHeight w:val="350"/>
        </w:trPr>
        <w:tc>
          <w:tcPr>
            <w:tcW w:w="3902" w:type="dxa"/>
          </w:tcPr>
          <w:p w:rsidR="00DC2021" w:rsidRPr="00524A24" w:rsidRDefault="00DC2021" w:rsidP="003C12B7">
            <w:pPr>
              <w:pStyle w:val="libPoem"/>
            </w:pPr>
            <w:r w:rsidRPr="009647FC">
              <w:rPr>
                <w:rtl/>
              </w:rPr>
              <w:lastRenderedPageBreak/>
              <w:t>فبنوا</w:t>
            </w:r>
            <w:r>
              <w:rPr>
                <w:rtl/>
              </w:rPr>
              <w:t xml:space="preserve"> </w:t>
            </w:r>
            <w:r w:rsidRPr="009647FC">
              <w:rPr>
                <w:rtl/>
              </w:rPr>
              <w:t>بخير</w:t>
            </w:r>
            <w:r>
              <w:rPr>
                <w:rtl/>
              </w:rPr>
              <w:t xml:space="preserve"> </w:t>
            </w:r>
            <w:r w:rsidRPr="009647FC">
              <w:rPr>
                <w:rtl/>
              </w:rPr>
              <w:t>عقيلةٍ</w:t>
            </w:r>
            <w:r>
              <w:rPr>
                <w:rtl/>
              </w:rPr>
              <w:t xml:space="preserve"> </w:t>
            </w:r>
            <w:r w:rsidRPr="009647FC">
              <w:rPr>
                <w:rtl/>
              </w:rPr>
              <w:t>ما</w:t>
            </w:r>
            <w:r>
              <w:rPr>
                <w:rtl/>
              </w:rPr>
              <w:t xml:space="preserve"> </w:t>
            </w:r>
            <w:r w:rsidRPr="009647FC">
              <w:rPr>
                <w:rtl/>
              </w:rPr>
              <w:t>راعها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صرفُ</w:t>
            </w:r>
            <w:r>
              <w:rPr>
                <w:rtl/>
              </w:rPr>
              <w:t xml:space="preserve"> </w:t>
            </w:r>
            <w:r w:rsidRPr="009647FC">
              <w:rPr>
                <w:rtl/>
              </w:rPr>
              <w:t>النوائب</w:t>
            </w:r>
            <w:r>
              <w:rPr>
                <w:rtl/>
              </w:rPr>
              <w:t xml:space="preserve"> </w:t>
            </w:r>
            <w:r w:rsidRPr="009647FC">
              <w:rPr>
                <w:rtl/>
              </w:rPr>
              <w:t>منهم</w:t>
            </w:r>
            <w:r>
              <w:rPr>
                <w:rtl/>
              </w:rPr>
              <w:t xml:space="preserve"> </w:t>
            </w:r>
            <w:r w:rsidRPr="009647FC">
              <w:rPr>
                <w:rtl/>
              </w:rPr>
              <w:t>بطلاقِ</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لولاهم</w:t>
            </w:r>
            <w:r>
              <w:rPr>
                <w:rtl/>
              </w:rPr>
              <w:t xml:space="preserve"> </w:t>
            </w:r>
            <w:r w:rsidRPr="009647FC">
              <w:rPr>
                <w:rtl/>
              </w:rPr>
              <w:t>غدت</w:t>
            </w:r>
            <w:r>
              <w:rPr>
                <w:rtl/>
              </w:rPr>
              <w:t xml:space="preserve"> </w:t>
            </w:r>
            <w:r w:rsidRPr="009647FC">
              <w:rPr>
                <w:rtl/>
              </w:rPr>
              <w:t>القلوبُ</w:t>
            </w:r>
            <w:r>
              <w:rPr>
                <w:rtl/>
              </w:rPr>
              <w:t xml:space="preserve"> </w:t>
            </w:r>
            <w:r w:rsidRPr="009647FC">
              <w:rPr>
                <w:rtl/>
              </w:rPr>
              <w:t>كمضغةٍ</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بلهى</w:t>
            </w:r>
            <w:r w:rsidR="004C00A8">
              <w:rPr>
                <w:rtl/>
              </w:rPr>
              <w:t xml:space="preserve"> </w:t>
            </w:r>
            <w:r w:rsidRPr="009647FC">
              <w:rPr>
                <w:rtl/>
              </w:rPr>
              <w:t>الخطوب</w:t>
            </w:r>
            <w:r>
              <w:rPr>
                <w:rtl/>
              </w:rPr>
              <w:t xml:space="preserve"> </w:t>
            </w:r>
            <w:r w:rsidRPr="009647FC">
              <w:rPr>
                <w:rtl/>
              </w:rPr>
              <w:t>تلاكُ</w:t>
            </w:r>
            <w:r>
              <w:rPr>
                <w:rtl/>
              </w:rPr>
              <w:t xml:space="preserve"> </w:t>
            </w:r>
            <w:r w:rsidRPr="009647FC">
              <w:rPr>
                <w:rtl/>
              </w:rPr>
              <w:t>بالأشداقِ</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ولأطبقت</w:t>
            </w:r>
            <w:r w:rsidR="004C00A8">
              <w:rPr>
                <w:rtl/>
              </w:rPr>
              <w:t xml:space="preserve"> </w:t>
            </w:r>
            <w:r w:rsidRPr="009647FC">
              <w:rPr>
                <w:rtl/>
              </w:rPr>
              <w:t>ظلمُ</w:t>
            </w:r>
            <w:r>
              <w:rPr>
                <w:rtl/>
              </w:rPr>
              <w:t xml:space="preserve"> </w:t>
            </w:r>
            <w:r w:rsidRPr="009647FC">
              <w:rPr>
                <w:rtl/>
              </w:rPr>
              <w:t>الرزيّ</w:t>
            </w:r>
            <w:r>
              <w:rPr>
                <w:rtl/>
              </w:rPr>
              <w:t>َ</w:t>
            </w:r>
            <w:r w:rsidRPr="009647FC">
              <w:rPr>
                <w:rtl/>
              </w:rPr>
              <w:t>ة</w:t>
            </w:r>
            <w:r>
              <w:rPr>
                <w:rtl/>
              </w:rPr>
              <w:t xml:space="preserve"> </w:t>
            </w:r>
            <w:r w:rsidRPr="009647FC">
              <w:rPr>
                <w:rtl/>
              </w:rPr>
              <w:t>واختفى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ضوءُ</w:t>
            </w:r>
            <w:r>
              <w:rPr>
                <w:rtl/>
              </w:rPr>
              <w:t xml:space="preserve"> </w:t>
            </w:r>
            <w:r w:rsidRPr="009647FC">
              <w:rPr>
                <w:rtl/>
              </w:rPr>
              <w:t>السلوِّ</w:t>
            </w:r>
            <w:r>
              <w:rPr>
                <w:rtl/>
              </w:rPr>
              <w:t xml:space="preserve"> </w:t>
            </w:r>
            <w:r w:rsidRPr="009647FC">
              <w:rPr>
                <w:rtl/>
              </w:rPr>
              <w:t>بذلك</w:t>
            </w:r>
            <w:r>
              <w:rPr>
                <w:rtl/>
              </w:rPr>
              <w:t xml:space="preserve"> </w:t>
            </w:r>
            <w:r w:rsidRPr="009647FC">
              <w:rPr>
                <w:rtl/>
              </w:rPr>
              <w:t>الإطباقِ</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فهم</w:t>
            </w:r>
            <w:r w:rsidR="004C00A8">
              <w:rPr>
                <w:rtl/>
              </w:rPr>
              <w:t xml:space="preserve"> </w:t>
            </w:r>
            <w:r w:rsidRPr="009647FC">
              <w:rPr>
                <w:rtl/>
              </w:rPr>
              <w:t>البدورُ</w:t>
            </w:r>
            <w:r>
              <w:rPr>
                <w:rtl/>
              </w:rPr>
              <w:t xml:space="preserve"> </w:t>
            </w:r>
            <w:r w:rsidRPr="009647FC">
              <w:rPr>
                <w:rtl/>
              </w:rPr>
              <w:t>تفاوتت</w:t>
            </w:r>
            <w:r>
              <w:rPr>
                <w:rtl/>
              </w:rPr>
              <w:t xml:space="preserve"> </w:t>
            </w:r>
            <w:r w:rsidRPr="009647FC">
              <w:rPr>
                <w:rtl/>
              </w:rPr>
              <w:t>بطلوعها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في</w:t>
            </w:r>
            <w:r>
              <w:rPr>
                <w:rtl/>
              </w:rPr>
              <w:t xml:space="preserve"> </w:t>
            </w:r>
            <w:r w:rsidRPr="009647FC">
              <w:rPr>
                <w:rtl/>
              </w:rPr>
              <w:t>المجد</w:t>
            </w:r>
            <w:r>
              <w:rPr>
                <w:rtl/>
              </w:rPr>
              <w:t xml:space="preserve"> </w:t>
            </w:r>
            <w:r w:rsidRPr="009647FC">
              <w:rPr>
                <w:rtl/>
              </w:rPr>
              <w:t>لا</w:t>
            </w:r>
            <w:r>
              <w:rPr>
                <w:rtl/>
              </w:rPr>
              <w:t xml:space="preserve"> </w:t>
            </w:r>
            <w:r w:rsidRPr="009647FC">
              <w:rPr>
                <w:rtl/>
              </w:rPr>
              <w:t>في</w:t>
            </w:r>
            <w:r>
              <w:rPr>
                <w:rtl/>
              </w:rPr>
              <w:t xml:space="preserve"> </w:t>
            </w:r>
            <w:r w:rsidRPr="009647FC">
              <w:rPr>
                <w:rtl/>
              </w:rPr>
              <w:t>التمِّ</w:t>
            </w:r>
            <w:r>
              <w:rPr>
                <w:rtl/>
              </w:rPr>
              <w:t xml:space="preserve"> </w:t>
            </w:r>
            <w:r w:rsidRPr="009647FC">
              <w:rPr>
                <w:rtl/>
              </w:rPr>
              <w:t>والإشراقِ</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المجدُ</w:t>
            </w:r>
            <w:r>
              <w:rPr>
                <w:rtl/>
              </w:rPr>
              <w:t xml:space="preserve"> </w:t>
            </w:r>
            <w:r w:rsidRPr="009647FC">
              <w:rPr>
                <w:rtl/>
              </w:rPr>
              <w:t>أطلعها</w:t>
            </w:r>
            <w:r>
              <w:rPr>
                <w:rtl/>
              </w:rPr>
              <w:t xml:space="preserve"> </w:t>
            </w:r>
            <w:r w:rsidRPr="009647FC">
              <w:rPr>
                <w:rtl/>
              </w:rPr>
              <w:t>وقال</w:t>
            </w:r>
            <w:r>
              <w:rPr>
                <w:rtl/>
              </w:rPr>
              <w:t xml:space="preserve"> </w:t>
            </w:r>
            <w:r w:rsidRPr="009647FC">
              <w:rPr>
                <w:rtl/>
              </w:rPr>
              <w:t>معوّذا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لا</w:t>
            </w:r>
            <w:r>
              <w:rPr>
                <w:rtl/>
              </w:rPr>
              <w:t xml:space="preserve"> </w:t>
            </w:r>
            <w:r w:rsidRPr="009647FC">
              <w:rPr>
                <w:rtl/>
              </w:rPr>
              <w:t>ن</w:t>
            </w:r>
            <w:r w:rsidRPr="00B371C6">
              <w:rPr>
                <w:rtl/>
              </w:rPr>
              <w:t>ِ</w:t>
            </w:r>
            <w:r w:rsidRPr="009647FC">
              <w:rPr>
                <w:rtl/>
              </w:rPr>
              <w:t>ي</w:t>
            </w:r>
            <w:r w:rsidRPr="00B371C6">
              <w:rPr>
                <w:rtl/>
              </w:rPr>
              <w:t>ْ</w:t>
            </w:r>
            <w:r w:rsidRPr="009647FC">
              <w:rPr>
                <w:rtl/>
              </w:rPr>
              <w:t>ل</w:t>
            </w:r>
            <w:r>
              <w:rPr>
                <w:rtl/>
              </w:rPr>
              <w:t xml:space="preserve">َ </w:t>
            </w:r>
            <w:r w:rsidRPr="009647FC">
              <w:rPr>
                <w:rtl/>
              </w:rPr>
              <w:t>باهرُ</w:t>
            </w:r>
            <w:r>
              <w:rPr>
                <w:rtl/>
              </w:rPr>
              <w:t xml:space="preserve"> </w:t>
            </w:r>
            <w:r w:rsidRPr="009647FC">
              <w:rPr>
                <w:rtl/>
              </w:rPr>
              <w:t>مجدكم</w:t>
            </w:r>
            <w:r>
              <w:rPr>
                <w:rtl/>
              </w:rPr>
              <w:t xml:space="preserve"> </w:t>
            </w:r>
            <w:r w:rsidRPr="009647FC">
              <w:rPr>
                <w:rtl/>
              </w:rPr>
              <w:t>بمحاقِ</w:t>
            </w:r>
            <w:r w:rsidRPr="00524A24">
              <w:rPr>
                <w:rStyle w:val="libPoemTiniChar0"/>
                <w:rtl/>
              </w:rPr>
              <w:br/>
              <w:t> </w:t>
            </w:r>
          </w:p>
        </w:tc>
      </w:tr>
    </w:tbl>
    <w:p w:rsidR="009647FC" w:rsidRPr="00524A24" w:rsidRDefault="009647FC" w:rsidP="004E7EC6">
      <w:pPr>
        <w:pStyle w:val="libNormal"/>
      </w:pPr>
      <w:r w:rsidRPr="009647FC">
        <w:rPr>
          <w:rtl/>
        </w:rPr>
        <w:t>وقال راثياً العلاّمة الكبير السيد مهدي القزويني</w:t>
      </w:r>
      <w:r w:rsidR="00D769AB">
        <w:rPr>
          <w:rtl/>
        </w:rPr>
        <w:t>،</w:t>
      </w:r>
      <w:r w:rsidRPr="009647FC">
        <w:rPr>
          <w:rtl/>
        </w:rPr>
        <w:t xml:space="preserve"> ومعزّياً أولاده الكرام</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DC2021" w:rsidRPr="00524A24" w:rsidTr="00DC2021">
        <w:trPr>
          <w:trHeight w:val="350"/>
        </w:trPr>
        <w:tc>
          <w:tcPr>
            <w:tcW w:w="3902" w:type="dxa"/>
          </w:tcPr>
          <w:p w:rsidR="00DC2021" w:rsidRPr="00524A24" w:rsidRDefault="00DC2021" w:rsidP="003C12B7">
            <w:pPr>
              <w:pStyle w:val="libPoem"/>
            </w:pPr>
            <w:r w:rsidRPr="009647FC">
              <w:rPr>
                <w:rtl/>
              </w:rPr>
              <w:t>أرى</w:t>
            </w:r>
            <w:r>
              <w:rPr>
                <w:rtl/>
              </w:rPr>
              <w:t xml:space="preserve"> </w:t>
            </w:r>
            <w:r w:rsidRPr="009647FC">
              <w:rPr>
                <w:rtl/>
              </w:rPr>
              <w:t>الأرض</w:t>
            </w:r>
            <w:r>
              <w:rPr>
                <w:rtl/>
              </w:rPr>
              <w:t xml:space="preserve"> </w:t>
            </w:r>
            <w:r w:rsidRPr="009647FC">
              <w:rPr>
                <w:rtl/>
              </w:rPr>
              <w:t>قد</w:t>
            </w:r>
            <w:r>
              <w:rPr>
                <w:rtl/>
              </w:rPr>
              <w:t xml:space="preserve"> </w:t>
            </w:r>
            <w:r w:rsidRPr="009647FC">
              <w:rPr>
                <w:rtl/>
              </w:rPr>
              <w:t>مادتْ</w:t>
            </w:r>
            <w:r>
              <w:rPr>
                <w:rtl/>
              </w:rPr>
              <w:t xml:space="preserve"> </w:t>
            </w:r>
            <w:r w:rsidRPr="009647FC">
              <w:rPr>
                <w:rtl/>
              </w:rPr>
              <w:t>لأمرٍ</w:t>
            </w:r>
            <w:r>
              <w:rPr>
                <w:rtl/>
              </w:rPr>
              <w:t xml:space="preserve"> </w:t>
            </w:r>
            <w:r w:rsidRPr="009647FC">
              <w:rPr>
                <w:rtl/>
              </w:rPr>
              <w:t>يهولهُا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فهل</w:t>
            </w:r>
            <w:r w:rsidR="004C00A8">
              <w:rPr>
                <w:rtl/>
              </w:rPr>
              <w:t xml:space="preserve"> </w:t>
            </w:r>
            <w:r w:rsidRPr="009647FC">
              <w:rPr>
                <w:rtl/>
              </w:rPr>
              <w:t>طرق</w:t>
            </w:r>
            <w:r>
              <w:rPr>
                <w:rtl/>
              </w:rPr>
              <w:t xml:space="preserve">َ </w:t>
            </w:r>
            <w:r w:rsidRPr="009647FC">
              <w:rPr>
                <w:rtl/>
              </w:rPr>
              <w:t>الدنيا</w:t>
            </w:r>
            <w:r>
              <w:rPr>
                <w:rtl/>
              </w:rPr>
              <w:t xml:space="preserve"> </w:t>
            </w:r>
            <w:r w:rsidRPr="009647FC">
              <w:rPr>
                <w:rtl/>
              </w:rPr>
              <w:t>فناءٌ</w:t>
            </w:r>
            <w:r>
              <w:rPr>
                <w:rtl/>
              </w:rPr>
              <w:t xml:space="preserve"> </w:t>
            </w:r>
            <w:r w:rsidRPr="009647FC">
              <w:rPr>
                <w:rtl/>
              </w:rPr>
              <w:t>يزيلُها؟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وأسمع</w:t>
            </w:r>
            <w:r>
              <w:rPr>
                <w:rtl/>
              </w:rPr>
              <w:t xml:space="preserve"> </w:t>
            </w:r>
            <w:r w:rsidRPr="009647FC">
              <w:rPr>
                <w:rtl/>
              </w:rPr>
              <w:t>رعداً</w:t>
            </w:r>
            <w:r>
              <w:rPr>
                <w:rtl/>
              </w:rPr>
              <w:t xml:space="preserve"> </w:t>
            </w:r>
            <w:r w:rsidRPr="009647FC">
              <w:rPr>
                <w:rtl/>
              </w:rPr>
              <w:t>قد</w:t>
            </w:r>
            <w:r>
              <w:rPr>
                <w:rtl/>
              </w:rPr>
              <w:t xml:space="preserve"> </w:t>
            </w:r>
            <w:r w:rsidRPr="009647FC">
              <w:rPr>
                <w:rtl/>
              </w:rPr>
              <w:t>تقصف</w:t>
            </w:r>
            <w:r>
              <w:rPr>
                <w:rtl/>
              </w:rPr>
              <w:t xml:space="preserve"> </w:t>
            </w:r>
            <w:r w:rsidRPr="009647FC">
              <w:rPr>
                <w:rtl/>
              </w:rPr>
              <w:t>في</w:t>
            </w:r>
            <w:r>
              <w:rPr>
                <w:rtl/>
              </w:rPr>
              <w:t xml:space="preserve"> </w:t>
            </w:r>
            <w:r w:rsidRPr="009647FC">
              <w:rPr>
                <w:rtl/>
              </w:rPr>
              <w:t>السما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لم</w:t>
            </w:r>
            <w:r>
              <w:rPr>
                <w:rtl/>
              </w:rPr>
              <w:t>َ</w:t>
            </w:r>
            <w:r w:rsidRPr="009647FC">
              <w:rPr>
                <w:rtl/>
              </w:rPr>
              <w:t>نْ</w:t>
            </w:r>
            <w:r w:rsidR="004C00A8">
              <w:rPr>
                <w:rtl/>
              </w:rPr>
              <w:t xml:space="preserve"> </w:t>
            </w:r>
            <w:r w:rsidRPr="009647FC">
              <w:rPr>
                <w:rtl/>
              </w:rPr>
              <w:t>زمرُ</w:t>
            </w:r>
            <w:r>
              <w:rPr>
                <w:rtl/>
              </w:rPr>
              <w:t xml:space="preserve"> </w:t>
            </w:r>
            <w:r w:rsidRPr="009647FC">
              <w:rPr>
                <w:rtl/>
              </w:rPr>
              <w:t>الأملاك</w:t>
            </w:r>
            <w:r>
              <w:rPr>
                <w:rtl/>
              </w:rPr>
              <w:t xml:space="preserve"> </w:t>
            </w:r>
            <w:r w:rsidRPr="009647FC">
              <w:rPr>
                <w:rtl/>
              </w:rPr>
              <w:t>قام</w:t>
            </w:r>
            <w:r>
              <w:rPr>
                <w:rtl/>
              </w:rPr>
              <w:t xml:space="preserve"> </w:t>
            </w:r>
            <w:r w:rsidRPr="009647FC">
              <w:rPr>
                <w:rtl/>
              </w:rPr>
              <w:t>عويلها؟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تأمّ</w:t>
            </w:r>
            <w:r>
              <w:rPr>
                <w:rtl/>
              </w:rPr>
              <w:t>َ</w:t>
            </w:r>
            <w:r w:rsidRPr="009647FC">
              <w:rPr>
                <w:rtl/>
              </w:rPr>
              <w:t>ل</w:t>
            </w:r>
            <w:r w:rsidR="004C00A8">
              <w:rPr>
                <w:rtl/>
              </w:rPr>
              <w:t xml:space="preserve"> </w:t>
            </w:r>
            <w:r w:rsidRPr="009647FC">
              <w:rPr>
                <w:rtl/>
              </w:rPr>
              <w:t>فأمّا</w:t>
            </w:r>
            <w:r>
              <w:rPr>
                <w:rtl/>
              </w:rPr>
              <w:t xml:space="preserve"> </w:t>
            </w:r>
            <w:r w:rsidRPr="009647FC">
              <w:rPr>
                <w:rtl/>
              </w:rPr>
              <w:t>الساعةُ</w:t>
            </w:r>
            <w:r>
              <w:rPr>
                <w:rtl/>
              </w:rPr>
              <w:t xml:space="preserve"> </w:t>
            </w:r>
            <w:r w:rsidRPr="009647FC">
              <w:rPr>
                <w:rtl/>
              </w:rPr>
              <w:t>اليوم</w:t>
            </w:r>
            <w:r>
              <w:rPr>
                <w:rtl/>
              </w:rPr>
              <w:t xml:space="preserve"> </w:t>
            </w:r>
            <w:r w:rsidRPr="009647FC">
              <w:rPr>
                <w:rtl/>
              </w:rPr>
              <w:t>فاجأت</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وأم</w:t>
            </w:r>
            <w:r w:rsidRPr="00B371C6">
              <w:rPr>
                <w:rtl/>
              </w:rPr>
              <w:t>ّ</w:t>
            </w:r>
            <w:r w:rsidRPr="009647FC">
              <w:rPr>
                <w:rtl/>
              </w:rPr>
              <w:t>ا</w:t>
            </w:r>
            <w:r>
              <w:rPr>
                <w:rtl/>
              </w:rPr>
              <w:t xml:space="preserve"> </w:t>
            </w:r>
            <w:r w:rsidRPr="009647FC">
              <w:rPr>
                <w:rtl/>
              </w:rPr>
              <w:t>التي</w:t>
            </w:r>
            <w:r>
              <w:rPr>
                <w:rtl/>
              </w:rPr>
              <w:t xml:space="preserve"> </w:t>
            </w:r>
            <w:r w:rsidRPr="009647FC">
              <w:rPr>
                <w:rtl/>
              </w:rPr>
              <w:t>في</w:t>
            </w:r>
            <w:r>
              <w:rPr>
                <w:rtl/>
              </w:rPr>
              <w:t xml:space="preserve"> </w:t>
            </w:r>
            <w:r w:rsidRPr="009647FC">
              <w:rPr>
                <w:rtl/>
              </w:rPr>
              <w:t>العالمين</w:t>
            </w:r>
            <w:r>
              <w:rPr>
                <w:rtl/>
              </w:rPr>
              <w:t xml:space="preserve"> </w:t>
            </w:r>
            <w:r w:rsidRPr="009647FC">
              <w:rPr>
                <w:rtl/>
              </w:rPr>
              <w:t>عديلها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وإلاّ</w:t>
            </w:r>
            <w:r w:rsidR="004C00A8">
              <w:rPr>
                <w:rtl/>
              </w:rPr>
              <w:t xml:space="preserve"> </w:t>
            </w:r>
            <w:r w:rsidRPr="009647FC">
              <w:rPr>
                <w:rtl/>
              </w:rPr>
              <w:t>فما</w:t>
            </w:r>
            <w:r>
              <w:rPr>
                <w:rtl/>
              </w:rPr>
              <w:t xml:space="preserve"> </w:t>
            </w:r>
            <w:r w:rsidRPr="009647FC">
              <w:rPr>
                <w:rtl/>
              </w:rPr>
              <w:t>للدهر</w:t>
            </w:r>
            <w:r>
              <w:rPr>
                <w:rtl/>
              </w:rPr>
              <w:t xml:space="preserve"> </w:t>
            </w:r>
            <w:r w:rsidRPr="009647FC">
              <w:rPr>
                <w:rtl/>
              </w:rPr>
              <w:t>راع</w:t>
            </w:r>
            <w:r>
              <w:rPr>
                <w:rtl/>
              </w:rPr>
              <w:t xml:space="preserve"> </w:t>
            </w:r>
            <w:r w:rsidRPr="009647FC">
              <w:rPr>
                <w:rtl/>
              </w:rPr>
              <w:t>حشا</w:t>
            </w:r>
            <w:r>
              <w:rPr>
                <w:rtl/>
              </w:rPr>
              <w:t xml:space="preserve"> </w:t>
            </w:r>
            <w:r w:rsidRPr="009647FC">
              <w:rPr>
                <w:rtl/>
              </w:rPr>
              <w:t>الورى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بتقطيبه</w:t>
            </w:r>
            <w:r>
              <w:rPr>
                <w:rtl/>
              </w:rPr>
              <w:t xml:space="preserve"> </w:t>
            </w:r>
            <w:r w:rsidRPr="009647FC">
              <w:rPr>
                <w:rtl/>
              </w:rPr>
              <w:t>منها</w:t>
            </w:r>
            <w:r>
              <w:rPr>
                <w:rtl/>
              </w:rPr>
              <w:t xml:space="preserve"> </w:t>
            </w:r>
            <w:r w:rsidRPr="009647FC">
              <w:rPr>
                <w:rtl/>
              </w:rPr>
              <w:t>عراها</w:t>
            </w:r>
            <w:r>
              <w:rPr>
                <w:rtl/>
              </w:rPr>
              <w:t xml:space="preserve"> </w:t>
            </w:r>
            <w:r w:rsidRPr="009647FC">
              <w:rPr>
                <w:rtl/>
              </w:rPr>
              <w:t>ذهولها؟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بلى</w:t>
            </w:r>
            <w:r w:rsidR="004C00A8">
              <w:rPr>
                <w:rtl/>
              </w:rPr>
              <w:t xml:space="preserve"> </w:t>
            </w:r>
            <w:r w:rsidRPr="009647FC">
              <w:rPr>
                <w:rtl/>
              </w:rPr>
              <w:t>طرقتْ</w:t>
            </w:r>
            <w:r>
              <w:rPr>
                <w:rtl/>
              </w:rPr>
              <w:t xml:space="preserve"> </w:t>
            </w:r>
            <w:r w:rsidRPr="009647FC">
              <w:rPr>
                <w:rtl/>
              </w:rPr>
              <w:t>أختُ</w:t>
            </w:r>
            <w:r>
              <w:rPr>
                <w:rtl/>
              </w:rPr>
              <w:t xml:space="preserve"> </w:t>
            </w:r>
            <w:r w:rsidRPr="009647FC">
              <w:rPr>
                <w:rtl/>
              </w:rPr>
              <w:t>القيامة</w:t>
            </w:r>
            <w:r>
              <w:rPr>
                <w:rtl/>
              </w:rPr>
              <w:t xml:space="preserve"> </w:t>
            </w:r>
            <w:r w:rsidRPr="009647FC">
              <w:rPr>
                <w:rtl/>
              </w:rPr>
              <w:t>بغتةً</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وتلك</w:t>
            </w:r>
            <w:r w:rsidR="004C00A8">
              <w:rPr>
                <w:rtl/>
              </w:rPr>
              <w:t xml:space="preserve"> </w:t>
            </w:r>
            <w:r w:rsidRPr="009647FC">
              <w:rPr>
                <w:rtl/>
              </w:rPr>
              <w:t>التي</w:t>
            </w:r>
            <w:r>
              <w:rPr>
                <w:rtl/>
              </w:rPr>
              <w:t xml:space="preserve"> </w:t>
            </w:r>
            <w:r w:rsidRPr="009647FC">
              <w:rPr>
                <w:rtl/>
              </w:rPr>
              <w:t>للحشر</w:t>
            </w:r>
            <w:r>
              <w:rPr>
                <w:rtl/>
              </w:rPr>
              <w:t xml:space="preserve"> </w:t>
            </w:r>
            <w:r w:rsidRPr="009647FC">
              <w:rPr>
                <w:rtl/>
              </w:rPr>
              <w:t>يبقى</w:t>
            </w:r>
            <w:r>
              <w:rPr>
                <w:rtl/>
              </w:rPr>
              <w:t xml:space="preserve"> </w:t>
            </w:r>
            <w:r w:rsidRPr="009647FC">
              <w:rPr>
                <w:rtl/>
              </w:rPr>
              <w:t>غليلها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لها</w:t>
            </w:r>
            <w:r w:rsidR="004C00A8">
              <w:rPr>
                <w:rtl/>
              </w:rPr>
              <w:t xml:space="preserve"> </w:t>
            </w:r>
            <w:r w:rsidRPr="009647FC">
              <w:rPr>
                <w:rtl/>
              </w:rPr>
              <w:t>صعدتْ</w:t>
            </w:r>
            <w:r>
              <w:rPr>
                <w:rtl/>
              </w:rPr>
              <w:t xml:space="preserve"> </w:t>
            </w:r>
            <w:r w:rsidRPr="009647FC">
              <w:rPr>
                <w:rtl/>
              </w:rPr>
              <w:t>بالحزن</w:t>
            </w:r>
            <w:r>
              <w:rPr>
                <w:rtl/>
              </w:rPr>
              <w:t xml:space="preserve"> </w:t>
            </w:r>
            <w:r w:rsidRPr="009647FC">
              <w:rPr>
                <w:rtl/>
              </w:rPr>
              <w:t>للعرش</w:t>
            </w:r>
            <w:r>
              <w:rPr>
                <w:rtl/>
              </w:rPr>
              <w:t xml:space="preserve"> </w:t>
            </w:r>
            <w:r w:rsidRPr="009647FC">
              <w:rPr>
                <w:rtl/>
              </w:rPr>
              <w:t>رنّةٌ</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بأعلى</w:t>
            </w:r>
            <w:r w:rsidR="004C00A8">
              <w:rPr>
                <w:rtl/>
              </w:rPr>
              <w:t xml:space="preserve"> </w:t>
            </w:r>
            <w:r w:rsidRPr="009647FC">
              <w:rPr>
                <w:rtl/>
              </w:rPr>
              <w:t>بيوت</w:t>
            </w:r>
            <w:r>
              <w:rPr>
                <w:rtl/>
              </w:rPr>
              <w:t xml:space="preserve"> </w:t>
            </w:r>
            <w:r w:rsidRPr="009647FC">
              <w:rPr>
                <w:rtl/>
              </w:rPr>
              <w:t>الوحي</w:t>
            </w:r>
            <w:r>
              <w:rPr>
                <w:rtl/>
              </w:rPr>
              <w:t xml:space="preserve"> </w:t>
            </w:r>
            <w:r w:rsidRPr="009647FC">
              <w:rPr>
                <w:rtl/>
              </w:rPr>
              <w:t>كان</w:t>
            </w:r>
            <w:r>
              <w:rPr>
                <w:rtl/>
              </w:rPr>
              <w:t xml:space="preserve"> </w:t>
            </w:r>
            <w:r w:rsidRPr="009647FC">
              <w:rPr>
                <w:rtl/>
              </w:rPr>
              <w:t>نزولها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نحت</w:t>
            </w:r>
            <w:r>
              <w:rPr>
                <w:rtl/>
              </w:rPr>
              <w:t xml:space="preserve"> </w:t>
            </w:r>
            <w:r w:rsidRPr="009647FC">
              <w:rPr>
                <w:rtl/>
              </w:rPr>
              <w:t>في</w:t>
            </w:r>
            <w:r>
              <w:rPr>
                <w:rtl/>
              </w:rPr>
              <w:t xml:space="preserve"> </w:t>
            </w:r>
            <w:r w:rsidRPr="009647FC">
              <w:rPr>
                <w:rtl/>
              </w:rPr>
              <w:t>رواق</w:t>
            </w:r>
            <w:r>
              <w:rPr>
                <w:rtl/>
              </w:rPr>
              <w:t xml:space="preserve"> </w:t>
            </w:r>
            <w:r w:rsidRPr="009647FC">
              <w:rPr>
                <w:rtl/>
              </w:rPr>
              <w:t>المجد</w:t>
            </w:r>
            <w:r>
              <w:rPr>
                <w:rtl/>
              </w:rPr>
              <w:t xml:space="preserve"> </w:t>
            </w:r>
            <w:r w:rsidRPr="009647FC">
              <w:rPr>
                <w:rtl/>
              </w:rPr>
              <w:t>صدراً</w:t>
            </w:r>
            <w:r>
              <w:rPr>
                <w:rtl/>
              </w:rPr>
              <w:t xml:space="preserve"> </w:t>
            </w:r>
            <w:r w:rsidRPr="009647FC">
              <w:rPr>
                <w:rtl/>
              </w:rPr>
              <w:t>من</w:t>
            </w:r>
            <w:r>
              <w:rPr>
                <w:rtl/>
              </w:rPr>
              <w:t xml:space="preserve"> </w:t>
            </w:r>
            <w:r w:rsidRPr="009647FC">
              <w:rPr>
                <w:rtl/>
              </w:rPr>
              <w:t>العُلى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يروع</w:t>
            </w:r>
            <w:r>
              <w:rPr>
                <w:rtl/>
              </w:rPr>
              <w:t xml:space="preserve"> </w:t>
            </w:r>
            <w:r w:rsidRPr="009647FC">
              <w:rPr>
                <w:rtl/>
              </w:rPr>
              <w:t>ملوك</w:t>
            </w:r>
            <w:r>
              <w:rPr>
                <w:rtl/>
              </w:rPr>
              <w:t xml:space="preserve">َ </w:t>
            </w:r>
            <w:r w:rsidRPr="009647FC">
              <w:rPr>
                <w:rtl/>
              </w:rPr>
              <w:t>الأرض</w:t>
            </w:r>
            <w:r>
              <w:rPr>
                <w:rtl/>
              </w:rPr>
              <w:t xml:space="preserve"> </w:t>
            </w:r>
            <w:r w:rsidRPr="009647FC">
              <w:rPr>
                <w:rtl/>
              </w:rPr>
              <w:t>فيه</w:t>
            </w:r>
            <w:r>
              <w:rPr>
                <w:rtl/>
              </w:rPr>
              <w:t xml:space="preserve"> </w:t>
            </w:r>
            <w:r w:rsidRPr="009647FC">
              <w:rPr>
                <w:rtl/>
              </w:rPr>
              <w:t>مؤولها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ومالت</w:t>
            </w:r>
            <w:r w:rsidR="004C00A8">
              <w:rPr>
                <w:rtl/>
              </w:rPr>
              <w:t xml:space="preserve"> </w:t>
            </w:r>
            <w:r w:rsidRPr="009647FC">
              <w:rPr>
                <w:rtl/>
              </w:rPr>
              <w:t>بأرسى</w:t>
            </w:r>
            <w:r>
              <w:rPr>
                <w:rtl/>
              </w:rPr>
              <w:t xml:space="preserve"> </w:t>
            </w:r>
            <w:r w:rsidRPr="009647FC">
              <w:rPr>
                <w:rtl/>
              </w:rPr>
              <w:t>هضبةٍ</w:t>
            </w:r>
            <w:r>
              <w:rPr>
                <w:rtl/>
              </w:rPr>
              <w:t xml:space="preserve"> </w:t>
            </w:r>
            <w:r w:rsidRPr="009647FC">
              <w:rPr>
                <w:rtl/>
              </w:rPr>
              <w:t>ما</w:t>
            </w:r>
            <w:r>
              <w:rPr>
                <w:rtl/>
              </w:rPr>
              <w:t xml:space="preserve"> </w:t>
            </w:r>
            <w:r w:rsidRPr="009647FC">
              <w:rPr>
                <w:rtl/>
              </w:rPr>
              <w:t>تصوّ</w:t>
            </w:r>
            <w:r>
              <w:rPr>
                <w:rtl/>
              </w:rPr>
              <w:t>َ</w:t>
            </w:r>
            <w:r w:rsidRPr="009647FC">
              <w:rPr>
                <w:rtl/>
              </w:rPr>
              <w:t>رت</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جحاجحُ</w:t>
            </w:r>
            <w:r>
              <w:rPr>
                <w:rtl/>
              </w:rPr>
              <w:t xml:space="preserve"> </w:t>
            </w:r>
            <w:r w:rsidRPr="009647FC">
              <w:rPr>
                <w:rtl/>
              </w:rPr>
              <w:t>فهرٍ</w:t>
            </w:r>
            <w:r>
              <w:rPr>
                <w:rtl/>
              </w:rPr>
              <w:t xml:space="preserve"> </w:t>
            </w:r>
            <w:r w:rsidRPr="009647FC">
              <w:rPr>
                <w:rtl/>
              </w:rPr>
              <w:t>أن</w:t>
            </w:r>
            <w:r>
              <w:rPr>
                <w:rtl/>
              </w:rPr>
              <w:t xml:space="preserve"> </w:t>
            </w:r>
            <w:r w:rsidRPr="009647FC">
              <w:rPr>
                <w:rtl/>
              </w:rPr>
              <w:t>ترى</w:t>
            </w:r>
            <w:r>
              <w:rPr>
                <w:rtl/>
              </w:rPr>
              <w:t xml:space="preserve"> </w:t>
            </w:r>
            <w:r w:rsidRPr="009647FC">
              <w:rPr>
                <w:rtl/>
              </w:rPr>
              <w:t>ما</w:t>
            </w:r>
            <w:r>
              <w:rPr>
                <w:rtl/>
              </w:rPr>
              <w:t xml:space="preserve"> </w:t>
            </w:r>
            <w:r w:rsidRPr="009647FC">
              <w:rPr>
                <w:rtl/>
              </w:rPr>
              <w:t>يميلها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فدىً</w:t>
            </w:r>
            <w:r w:rsidR="004C00A8">
              <w:rPr>
                <w:rtl/>
              </w:rPr>
              <w:t xml:space="preserve"> </w:t>
            </w:r>
            <w:r w:rsidRPr="009647FC">
              <w:rPr>
                <w:rtl/>
              </w:rPr>
              <w:t>لعميد</w:t>
            </w:r>
            <w:r>
              <w:rPr>
                <w:rtl/>
              </w:rPr>
              <w:t xml:space="preserve"> </w:t>
            </w:r>
            <w:r w:rsidRPr="009647FC">
              <w:rPr>
                <w:rtl/>
              </w:rPr>
              <w:t>الغالبيين</w:t>
            </w:r>
            <w:r>
              <w:rPr>
                <w:rtl/>
              </w:rPr>
              <w:t xml:space="preserve"> </w:t>
            </w:r>
            <w:r w:rsidRPr="009647FC">
              <w:rPr>
                <w:rtl/>
              </w:rPr>
              <w:t>كلّها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وأي</w:t>
            </w:r>
            <w:r w:rsidR="004C00A8">
              <w:rPr>
                <w:rtl/>
              </w:rPr>
              <w:t xml:space="preserve"> </w:t>
            </w:r>
            <w:r w:rsidRPr="009647FC">
              <w:rPr>
                <w:rtl/>
              </w:rPr>
              <w:t>فريدٍ</w:t>
            </w:r>
            <w:r>
              <w:rPr>
                <w:rtl/>
              </w:rPr>
              <w:t xml:space="preserve"> </w:t>
            </w:r>
            <w:r w:rsidRPr="009647FC">
              <w:rPr>
                <w:rtl/>
              </w:rPr>
              <w:t>لو</w:t>
            </w:r>
            <w:r>
              <w:rPr>
                <w:rtl/>
              </w:rPr>
              <w:t xml:space="preserve"> </w:t>
            </w:r>
            <w:r w:rsidRPr="009647FC">
              <w:rPr>
                <w:rtl/>
              </w:rPr>
              <w:t>فداه</w:t>
            </w:r>
            <w:r>
              <w:rPr>
                <w:rtl/>
              </w:rPr>
              <w:t xml:space="preserve"> </w:t>
            </w:r>
            <w:r w:rsidRPr="009647FC">
              <w:rPr>
                <w:rtl/>
              </w:rPr>
              <w:t>قبيلها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إذاً</w:t>
            </w:r>
            <w:r w:rsidR="004C00A8">
              <w:rPr>
                <w:rtl/>
              </w:rPr>
              <w:t xml:space="preserve"> </w:t>
            </w:r>
            <w:r w:rsidRPr="009647FC">
              <w:rPr>
                <w:rtl/>
              </w:rPr>
              <w:t>لافتدت</w:t>
            </w:r>
            <w:r>
              <w:rPr>
                <w:rtl/>
              </w:rPr>
              <w:t xml:space="preserve"> </w:t>
            </w:r>
            <w:r w:rsidRPr="009647FC">
              <w:rPr>
                <w:rtl/>
              </w:rPr>
              <w:t>طوداً</w:t>
            </w:r>
            <w:r>
              <w:rPr>
                <w:rtl/>
              </w:rPr>
              <w:t xml:space="preserve"> </w:t>
            </w:r>
            <w:r w:rsidRPr="009647FC">
              <w:rPr>
                <w:rtl/>
              </w:rPr>
              <w:t>لها</w:t>
            </w:r>
            <w:r>
              <w:rPr>
                <w:rtl/>
              </w:rPr>
              <w:t xml:space="preserve"> </w:t>
            </w:r>
            <w:r w:rsidRPr="009647FC">
              <w:rPr>
                <w:rtl/>
              </w:rPr>
              <w:t>ما</w:t>
            </w:r>
            <w:r>
              <w:rPr>
                <w:rtl/>
              </w:rPr>
              <w:t xml:space="preserve"> </w:t>
            </w:r>
            <w:r w:rsidRPr="009647FC">
              <w:rPr>
                <w:rtl/>
              </w:rPr>
              <w:t>تعلّقت</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بقنته</w:t>
            </w:r>
            <w:r>
              <w:rPr>
                <w:rtl/>
              </w:rPr>
              <w:t xml:space="preserve"> </w:t>
            </w:r>
            <w:r w:rsidRPr="009647FC">
              <w:rPr>
                <w:rtl/>
              </w:rPr>
              <w:t>للكاشحين</w:t>
            </w:r>
            <w:r>
              <w:rPr>
                <w:rtl/>
              </w:rPr>
              <w:t xml:space="preserve"> </w:t>
            </w:r>
            <w:r w:rsidRPr="009647FC">
              <w:rPr>
                <w:rtl/>
              </w:rPr>
              <w:t>وعولها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فإنّ</w:t>
            </w:r>
            <w:r w:rsidR="004C00A8">
              <w:rPr>
                <w:rtl/>
              </w:rPr>
              <w:t xml:space="preserve"> </w:t>
            </w:r>
            <w:r>
              <w:rPr>
                <w:rtl/>
              </w:rPr>
              <w:t>(</w:t>
            </w:r>
            <w:r w:rsidRPr="009647FC">
              <w:rPr>
                <w:rtl/>
              </w:rPr>
              <w:t>معزّ</w:t>
            </w:r>
            <w:r>
              <w:rPr>
                <w:rtl/>
              </w:rPr>
              <w:t xml:space="preserve"> </w:t>
            </w:r>
            <w:r w:rsidRPr="009647FC">
              <w:rPr>
                <w:rtl/>
              </w:rPr>
              <w:t>الدين</w:t>
            </w:r>
            <w:r>
              <w:rPr>
                <w:rtl/>
              </w:rPr>
              <w:t xml:space="preserve">) </w:t>
            </w:r>
            <w:r w:rsidRPr="009647FC">
              <w:rPr>
                <w:rtl/>
              </w:rPr>
              <w:t>م</w:t>
            </w:r>
            <w:r>
              <w:rPr>
                <w:rtl/>
              </w:rPr>
              <w:t>َ</w:t>
            </w:r>
            <w:r w:rsidRPr="009647FC">
              <w:rPr>
                <w:rtl/>
              </w:rPr>
              <w:t>نْ</w:t>
            </w:r>
            <w:r>
              <w:rPr>
                <w:rtl/>
              </w:rPr>
              <w:t xml:space="preserve"> </w:t>
            </w:r>
            <w:r w:rsidRPr="009647FC">
              <w:rPr>
                <w:rtl/>
              </w:rPr>
              <w:t>سُلّ</w:t>
            </w:r>
            <w:r>
              <w:rPr>
                <w:rtl/>
              </w:rPr>
              <w:t xml:space="preserve">َ </w:t>
            </w:r>
            <w:r w:rsidRPr="009647FC">
              <w:rPr>
                <w:rtl/>
              </w:rPr>
              <w:t>دونه</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صوارمُ</w:t>
            </w:r>
            <w:r w:rsidR="004C00A8">
              <w:rPr>
                <w:rtl/>
              </w:rPr>
              <w:t xml:space="preserve"> </w:t>
            </w:r>
            <w:r w:rsidRPr="009647FC">
              <w:rPr>
                <w:rtl/>
              </w:rPr>
              <w:t>لا</w:t>
            </w:r>
            <w:r>
              <w:rPr>
                <w:rtl/>
              </w:rPr>
              <w:t xml:space="preserve"> </w:t>
            </w:r>
            <w:r w:rsidRPr="009647FC">
              <w:rPr>
                <w:rtl/>
              </w:rPr>
              <w:t>يخشى</w:t>
            </w:r>
            <w:r>
              <w:rPr>
                <w:rtl/>
              </w:rPr>
              <w:t xml:space="preserve"> </w:t>
            </w:r>
            <w:r w:rsidRPr="009647FC">
              <w:rPr>
                <w:rtl/>
              </w:rPr>
              <w:t>عليها</w:t>
            </w:r>
            <w:r>
              <w:rPr>
                <w:rtl/>
              </w:rPr>
              <w:t xml:space="preserve"> </w:t>
            </w:r>
            <w:r w:rsidRPr="009647FC">
              <w:rPr>
                <w:rtl/>
              </w:rPr>
              <w:t>فلولها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وقارع</w:t>
            </w:r>
            <w:r w:rsidR="004C00A8">
              <w:rPr>
                <w:rtl/>
              </w:rPr>
              <w:t xml:space="preserve"> </w:t>
            </w:r>
            <w:r w:rsidRPr="009647FC">
              <w:rPr>
                <w:rtl/>
              </w:rPr>
              <w:t>حتى</w:t>
            </w:r>
            <w:r>
              <w:rPr>
                <w:rtl/>
              </w:rPr>
              <w:t xml:space="preserve"> </w:t>
            </w:r>
            <w:r w:rsidRPr="009647FC">
              <w:rPr>
                <w:rtl/>
              </w:rPr>
              <w:t>كلُّ</w:t>
            </w:r>
            <w:r>
              <w:rPr>
                <w:rtl/>
              </w:rPr>
              <w:t xml:space="preserve"> </w:t>
            </w:r>
            <w:r w:rsidRPr="009647FC">
              <w:rPr>
                <w:rtl/>
              </w:rPr>
              <w:t>مضاء</w:t>
            </w:r>
            <w:r>
              <w:rPr>
                <w:rtl/>
              </w:rPr>
              <w:t xml:space="preserve"> </w:t>
            </w:r>
            <w:r w:rsidRPr="009647FC">
              <w:rPr>
                <w:rtl/>
              </w:rPr>
              <w:t>فكرةٍ</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ثناه</w:t>
            </w:r>
            <w:r w:rsidR="004C00A8">
              <w:rPr>
                <w:rtl/>
              </w:rPr>
              <w:t xml:space="preserve"> </w:t>
            </w:r>
            <w:r w:rsidRPr="009647FC">
              <w:rPr>
                <w:rtl/>
              </w:rPr>
              <w:t>بحدِّ</w:t>
            </w:r>
            <w:r>
              <w:rPr>
                <w:rtl/>
              </w:rPr>
              <w:t xml:space="preserve"> </w:t>
            </w:r>
            <w:r w:rsidRPr="009647FC">
              <w:rPr>
                <w:rtl/>
              </w:rPr>
              <w:t>القول</w:t>
            </w:r>
            <w:r>
              <w:rPr>
                <w:rtl/>
              </w:rPr>
              <w:t xml:space="preserve"> </w:t>
            </w:r>
            <w:r w:rsidRPr="009647FC">
              <w:rPr>
                <w:rtl/>
              </w:rPr>
              <w:t>وهو</w:t>
            </w:r>
            <w:r>
              <w:rPr>
                <w:rtl/>
              </w:rPr>
              <w:t xml:space="preserve"> </w:t>
            </w:r>
            <w:r w:rsidRPr="009647FC">
              <w:rPr>
                <w:rtl/>
              </w:rPr>
              <w:t>كليلها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وراش</w:t>
            </w:r>
            <w:r w:rsidR="004C00A8">
              <w:rPr>
                <w:rtl/>
              </w:rPr>
              <w:t xml:space="preserve"> </w:t>
            </w:r>
            <w:r w:rsidRPr="009647FC">
              <w:rPr>
                <w:rtl/>
              </w:rPr>
              <w:t>نبالاً</w:t>
            </w:r>
            <w:r>
              <w:rPr>
                <w:rtl/>
              </w:rPr>
              <w:t xml:space="preserve"> </w:t>
            </w:r>
            <w:r w:rsidRPr="009647FC">
              <w:rPr>
                <w:rtl/>
              </w:rPr>
              <w:t>لم</w:t>
            </w:r>
            <w:r>
              <w:rPr>
                <w:rtl/>
              </w:rPr>
              <w:t xml:space="preserve"> </w:t>
            </w:r>
            <w:r w:rsidRPr="009647FC">
              <w:rPr>
                <w:rtl/>
              </w:rPr>
              <w:t>تفت</w:t>
            </w:r>
            <w:r>
              <w:rPr>
                <w:rtl/>
              </w:rPr>
              <w:t xml:space="preserve"> </w:t>
            </w:r>
            <w:r w:rsidRPr="009647FC">
              <w:rPr>
                <w:rtl/>
              </w:rPr>
              <w:t>مقتل</w:t>
            </w:r>
            <w:r>
              <w:rPr>
                <w:rtl/>
              </w:rPr>
              <w:t xml:space="preserve"> </w:t>
            </w:r>
            <w:r w:rsidRPr="009647FC">
              <w:rPr>
                <w:rtl/>
              </w:rPr>
              <w:t>العدى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وأقتلُ</w:t>
            </w:r>
            <w:r>
              <w:rPr>
                <w:rtl/>
              </w:rPr>
              <w:t xml:space="preserve"> </w:t>
            </w:r>
            <w:r w:rsidRPr="009647FC">
              <w:rPr>
                <w:rtl/>
              </w:rPr>
              <w:t>سهمٍ</w:t>
            </w:r>
            <w:r>
              <w:rPr>
                <w:rtl/>
              </w:rPr>
              <w:t xml:space="preserve"> </w:t>
            </w:r>
            <w:r w:rsidRPr="009647FC">
              <w:rPr>
                <w:rtl/>
              </w:rPr>
              <w:t>ما</w:t>
            </w:r>
            <w:r>
              <w:rPr>
                <w:rtl/>
              </w:rPr>
              <w:t xml:space="preserve"> </w:t>
            </w:r>
            <w:r w:rsidRPr="009647FC">
              <w:rPr>
                <w:rtl/>
              </w:rPr>
              <w:t>يريش</w:t>
            </w:r>
            <w:r>
              <w:rPr>
                <w:rtl/>
              </w:rPr>
              <w:t xml:space="preserve"> </w:t>
            </w:r>
            <w:r w:rsidRPr="009647FC">
              <w:rPr>
                <w:rtl/>
              </w:rPr>
              <w:t>نبيلها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وسدّ</w:t>
            </w:r>
            <w:r>
              <w:rPr>
                <w:rtl/>
              </w:rPr>
              <w:t>َ</w:t>
            </w:r>
            <w:r w:rsidRPr="009647FC">
              <w:rPr>
                <w:rtl/>
              </w:rPr>
              <w:t>د</w:t>
            </w:r>
            <w:r w:rsidR="004C00A8">
              <w:rPr>
                <w:rtl/>
              </w:rPr>
              <w:t xml:space="preserve"> </w:t>
            </w:r>
            <w:r w:rsidRPr="009647FC">
              <w:rPr>
                <w:rtl/>
              </w:rPr>
              <w:t>من</w:t>
            </w:r>
            <w:r>
              <w:rPr>
                <w:rtl/>
              </w:rPr>
              <w:t xml:space="preserve"> </w:t>
            </w:r>
            <w:r w:rsidRPr="009647FC">
              <w:rPr>
                <w:rtl/>
              </w:rPr>
              <w:t>أقلامه</w:t>
            </w:r>
            <w:r>
              <w:rPr>
                <w:rtl/>
              </w:rPr>
              <w:t xml:space="preserve"> </w:t>
            </w:r>
            <w:r w:rsidRPr="009647FC">
              <w:rPr>
                <w:rtl/>
              </w:rPr>
              <w:t>السمر</w:t>
            </w:r>
            <w:r>
              <w:rPr>
                <w:rtl/>
              </w:rPr>
              <w:t xml:space="preserve"> </w:t>
            </w:r>
            <w:r w:rsidRPr="009647FC">
              <w:rPr>
                <w:rtl/>
              </w:rPr>
              <w:t>صعدةً</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بصعداتها</w:t>
            </w:r>
            <w:r>
              <w:rPr>
                <w:rtl/>
              </w:rPr>
              <w:t xml:space="preserve"> </w:t>
            </w:r>
            <w:r w:rsidRPr="009647FC">
              <w:rPr>
                <w:rtl/>
              </w:rPr>
              <w:t>للسمر</w:t>
            </w:r>
            <w:r>
              <w:rPr>
                <w:rtl/>
              </w:rPr>
              <w:t xml:space="preserve"> </w:t>
            </w:r>
            <w:r w:rsidRPr="009647FC">
              <w:rPr>
                <w:rtl/>
              </w:rPr>
              <w:t>قصِّر</w:t>
            </w:r>
            <w:r>
              <w:rPr>
                <w:rtl/>
              </w:rPr>
              <w:t xml:space="preserve"> </w:t>
            </w:r>
            <w:r w:rsidRPr="009647FC">
              <w:rPr>
                <w:rtl/>
              </w:rPr>
              <w:t>طولها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فأدرك</w:t>
            </w:r>
            <w:r>
              <w:rPr>
                <w:rtl/>
              </w:rPr>
              <w:t xml:space="preserve"> </w:t>
            </w:r>
            <w:r w:rsidRPr="009647FC">
              <w:rPr>
                <w:rtl/>
              </w:rPr>
              <w:t>ما لا</w:t>
            </w:r>
            <w:r>
              <w:rPr>
                <w:rtl/>
              </w:rPr>
              <w:t xml:space="preserve"> </w:t>
            </w:r>
            <w:r w:rsidRPr="009647FC">
              <w:rPr>
                <w:rtl/>
              </w:rPr>
              <w:t>تدرك</w:t>
            </w:r>
            <w:r>
              <w:rPr>
                <w:rtl/>
              </w:rPr>
              <w:t xml:space="preserve"> </w:t>
            </w:r>
            <w:r w:rsidRPr="009647FC">
              <w:rPr>
                <w:rtl/>
              </w:rPr>
              <w:t>الشوسُ</w:t>
            </w:r>
            <w:r>
              <w:rPr>
                <w:rtl/>
              </w:rPr>
              <w:t xml:space="preserve"> </w:t>
            </w:r>
            <w:r w:rsidRPr="009647FC">
              <w:rPr>
                <w:rtl/>
              </w:rPr>
              <w:t>بالقنا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ونال</w:t>
            </w:r>
            <w:r w:rsidR="004C00A8">
              <w:rPr>
                <w:rtl/>
              </w:rPr>
              <w:t xml:space="preserve"> </w:t>
            </w:r>
            <w:r w:rsidRPr="009647FC">
              <w:rPr>
                <w:rtl/>
              </w:rPr>
              <w:t>بها</w:t>
            </w:r>
            <w:r>
              <w:rPr>
                <w:rtl/>
              </w:rPr>
              <w:t xml:space="preserve"> </w:t>
            </w:r>
            <w:r w:rsidRPr="009647FC">
              <w:rPr>
                <w:rtl/>
              </w:rPr>
              <w:t>ما</w:t>
            </w:r>
            <w:r>
              <w:rPr>
                <w:rtl/>
              </w:rPr>
              <w:t xml:space="preserve"> </w:t>
            </w:r>
            <w:r w:rsidRPr="009647FC">
              <w:rPr>
                <w:rtl/>
              </w:rPr>
              <w:t>لم</w:t>
            </w:r>
            <w:r>
              <w:rPr>
                <w:rtl/>
              </w:rPr>
              <w:t xml:space="preserve"> </w:t>
            </w:r>
            <w:r w:rsidRPr="009647FC">
              <w:rPr>
                <w:rtl/>
              </w:rPr>
              <w:t>تنله</w:t>
            </w:r>
            <w:r>
              <w:rPr>
                <w:rtl/>
              </w:rPr>
              <w:t xml:space="preserve"> </w:t>
            </w:r>
            <w:r w:rsidRPr="009647FC">
              <w:rPr>
                <w:rtl/>
              </w:rPr>
              <w:t>نصولها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أكالي‌ء</w:t>
            </w:r>
            <w:r w:rsidR="004C00A8">
              <w:rPr>
                <w:rtl/>
              </w:rPr>
              <w:t xml:space="preserve"> </w:t>
            </w:r>
            <w:r w:rsidRPr="009647FC">
              <w:rPr>
                <w:rtl/>
              </w:rPr>
              <w:t>ثغر</w:t>
            </w:r>
            <w:r>
              <w:rPr>
                <w:rtl/>
              </w:rPr>
              <w:t xml:space="preserve"> </w:t>
            </w:r>
            <w:r w:rsidRPr="009647FC">
              <w:rPr>
                <w:rtl/>
              </w:rPr>
              <w:t>الدين</w:t>
            </w:r>
            <w:r>
              <w:rPr>
                <w:rtl/>
              </w:rPr>
              <w:t xml:space="preserve"> </w:t>
            </w:r>
            <w:r w:rsidRPr="009647FC">
              <w:rPr>
                <w:rtl/>
              </w:rPr>
              <w:t>قد</w:t>
            </w:r>
            <w:r>
              <w:rPr>
                <w:rtl/>
              </w:rPr>
              <w:t xml:space="preserve"> </w:t>
            </w:r>
            <w:r w:rsidRPr="009647FC">
              <w:rPr>
                <w:rtl/>
              </w:rPr>
              <w:t>عثر</w:t>
            </w:r>
            <w:r>
              <w:rPr>
                <w:rtl/>
              </w:rPr>
              <w:t xml:space="preserve"> </w:t>
            </w:r>
            <w:r w:rsidRPr="009647FC">
              <w:rPr>
                <w:rtl/>
              </w:rPr>
              <w:t>الردى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بيومك</w:t>
            </w:r>
            <w:r w:rsidR="004C00A8">
              <w:rPr>
                <w:rtl/>
              </w:rPr>
              <w:t xml:space="preserve"> </w:t>
            </w:r>
            <w:r w:rsidRPr="009647FC">
              <w:rPr>
                <w:rtl/>
              </w:rPr>
              <w:t>لكن</w:t>
            </w:r>
            <w:r>
              <w:rPr>
                <w:rtl/>
              </w:rPr>
              <w:t xml:space="preserve"> </w:t>
            </w:r>
            <w:r w:rsidRPr="009647FC">
              <w:rPr>
                <w:rtl/>
              </w:rPr>
              <w:t>عثرةً</w:t>
            </w:r>
            <w:r>
              <w:rPr>
                <w:rtl/>
              </w:rPr>
              <w:t xml:space="preserve"> </w:t>
            </w:r>
            <w:r w:rsidRPr="009647FC">
              <w:rPr>
                <w:rtl/>
              </w:rPr>
              <w:t>لا</w:t>
            </w:r>
            <w:r>
              <w:rPr>
                <w:rtl/>
              </w:rPr>
              <w:t xml:space="preserve"> </w:t>
            </w:r>
            <w:r w:rsidRPr="009647FC">
              <w:rPr>
                <w:rtl/>
              </w:rPr>
              <w:t>نقيلها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C2021" w:rsidRPr="00524A24" w:rsidTr="00DC2021">
        <w:trPr>
          <w:trHeight w:val="350"/>
        </w:trPr>
        <w:tc>
          <w:tcPr>
            <w:tcW w:w="3902" w:type="dxa"/>
          </w:tcPr>
          <w:p w:rsidR="00DC2021" w:rsidRPr="00524A24" w:rsidRDefault="00DC2021" w:rsidP="003C12B7">
            <w:pPr>
              <w:pStyle w:val="libPoem"/>
            </w:pPr>
            <w:r w:rsidRPr="009647FC">
              <w:rPr>
                <w:rtl/>
              </w:rPr>
              <w:lastRenderedPageBreak/>
              <w:t>لأرخى</w:t>
            </w:r>
            <w:r>
              <w:rPr>
                <w:rtl/>
              </w:rPr>
              <w:t xml:space="preserve"> </w:t>
            </w:r>
            <w:r w:rsidRPr="009647FC">
              <w:rPr>
                <w:rtl/>
              </w:rPr>
              <w:t>يميناً</w:t>
            </w:r>
            <w:r>
              <w:rPr>
                <w:rtl/>
              </w:rPr>
              <w:t xml:space="preserve"> </w:t>
            </w:r>
            <w:r w:rsidRPr="009647FC">
              <w:rPr>
                <w:rtl/>
              </w:rPr>
              <w:t>منك</w:t>
            </w:r>
            <w:r>
              <w:rPr>
                <w:rtl/>
              </w:rPr>
              <w:t xml:space="preserve"> </w:t>
            </w:r>
            <w:r w:rsidRPr="009647FC">
              <w:rPr>
                <w:rtl/>
              </w:rPr>
              <w:t>شدّ</w:t>
            </w:r>
            <w:r>
              <w:rPr>
                <w:rtl/>
              </w:rPr>
              <w:t xml:space="preserve">َ </w:t>
            </w:r>
            <w:r w:rsidRPr="009647FC">
              <w:rPr>
                <w:rtl/>
              </w:rPr>
              <w:t>قوى</w:t>
            </w:r>
            <w:r>
              <w:rPr>
                <w:rtl/>
              </w:rPr>
              <w:t xml:space="preserve"> </w:t>
            </w:r>
            <w:r w:rsidRPr="009647FC">
              <w:rPr>
                <w:rtl/>
              </w:rPr>
              <w:t>الهدى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وغمض</w:t>
            </w:r>
            <w:r>
              <w:rPr>
                <w:rtl/>
              </w:rPr>
              <w:t xml:space="preserve"> </w:t>
            </w:r>
            <w:r w:rsidRPr="009647FC">
              <w:rPr>
                <w:rtl/>
              </w:rPr>
              <w:t>عيناً</w:t>
            </w:r>
            <w:r>
              <w:rPr>
                <w:rtl/>
              </w:rPr>
              <w:t xml:space="preserve"> </w:t>
            </w:r>
            <w:r w:rsidRPr="009647FC">
              <w:rPr>
                <w:rtl/>
              </w:rPr>
              <w:t>بالحفاظ</w:t>
            </w:r>
            <w:r>
              <w:rPr>
                <w:rtl/>
              </w:rPr>
              <w:t xml:space="preserve"> </w:t>
            </w:r>
            <w:r w:rsidRPr="009647FC">
              <w:rPr>
                <w:rtl/>
              </w:rPr>
              <w:t>تجيلها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فم</w:t>
            </w:r>
            <w:r>
              <w:rPr>
                <w:rtl/>
              </w:rPr>
              <w:t>َ</w:t>
            </w:r>
            <w:r w:rsidRPr="009647FC">
              <w:rPr>
                <w:rtl/>
              </w:rPr>
              <w:t>نْ</w:t>
            </w:r>
            <w:r>
              <w:rPr>
                <w:rtl/>
              </w:rPr>
              <w:t xml:space="preserve"> </w:t>
            </w:r>
            <w:r w:rsidRPr="009647FC">
              <w:rPr>
                <w:rtl/>
              </w:rPr>
              <w:t>مخبري</w:t>
            </w:r>
            <w:r>
              <w:rPr>
                <w:rtl/>
              </w:rPr>
              <w:t xml:space="preserve"> </w:t>
            </w:r>
            <w:r w:rsidRPr="009647FC">
              <w:rPr>
                <w:rtl/>
              </w:rPr>
              <w:t>كيف</w:t>
            </w:r>
            <w:r>
              <w:rPr>
                <w:rtl/>
              </w:rPr>
              <w:t xml:space="preserve"> </w:t>
            </w:r>
            <w:r w:rsidRPr="009647FC">
              <w:rPr>
                <w:rtl/>
              </w:rPr>
              <w:t>انتحتك</w:t>
            </w:r>
            <w:r>
              <w:rPr>
                <w:rtl/>
              </w:rPr>
              <w:t xml:space="preserve"> </w:t>
            </w:r>
            <w:r w:rsidRPr="009647FC">
              <w:rPr>
                <w:rtl/>
              </w:rPr>
              <w:t>منيةٌ</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بطرفك</w:t>
            </w:r>
            <w:r w:rsidR="004C00A8">
              <w:rPr>
                <w:rtl/>
              </w:rPr>
              <w:t xml:space="preserve"> </w:t>
            </w:r>
            <w:r w:rsidRPr="009647FC">
              <w:rPr>
                <w:rtl/>
              </w:rPr>
              <w:t>لو</w:t>
            </w:r>
            <w:r>
              <w:rPr>
                <w:rtl/>
              </w:rPr>
              <w:t xml:space="preserve"> </w:t>
            </w:r>
            <w:r w:rsidRPr="009647FC">
              <w:rPr>
                <w:rtl/>
              </w:rPr>
              <w:t>ترمي</w:t>
            </w:r>
            <w:r>
              <w:rPr>
                <w:rtl/>
              </w:rPr>
              <w:t xml:space="preserve"> </w:t>
            </w:r>
            <w:r w:rsidRPr="009647FC">
              <w:rPr>
                <w:rtl/>
              </w:rPr>
              <w:t>لعزّ</w:t>
            </w:r>
            <w:r>
              <w:rPr>
                <w:rtl/>
              </w:rPr>
              <w:t xml:space="preserve">َ </w:t>
            </w:r>
            <w:r w:rsidRPr="009647FC">
              <w:rPr>
                <w:rtl/>
              </w:rPr>
              <w:t>وصولها؟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أأنحلها</w:t>
            </w:r>
            <w:r w:rsidR="004C00A8">
              <w:rPr>
                <w:rtl/>
              </w:rPr>
              <w:t xml:space="preserve"> </w:t>
            </w:r>
            <w:r w:rsidRPr="009647FC">
              <w:rPr>
                <w:rtl/>
              </w:rPr>
              <w:t>خوفُ</w:t>
            </w:r>
            <w:r w:rsidRPr="004E7EC6">
              <w:rPr>
                <w:rStyle w:val="libFootnotenumChar"/>
                <w:rtl/>
              </w:rPr>
              <w:t>(1)</w:t>
            </w:r>
            <w:r>
              <w:rPr>
                <w:rtl/>
              </w:rPr>
              <w:t xml:space="preserve"> </w:t>
            </w:r>
            <w:r w:rsidRPr="009647FC">
              <w:rPr>
                <w:rtl/>
              </w:rPr>
              <w:t>التقحم</w:t>
            </w:r>
            <w:r>
              <w:rPr>
                <w:rtl/>
              </w:rPr>
              <w:t xml:space="preserve"> </w:t>
            </w:r>
            <w:r w:rsidRPr="009647FC">
              <w:rPr>
                <w:rtl/>
              </w:rPr>
              <w:t>إذ</w:t>
            </w:r>
            <w:r>
              <w:rPr>
                <w:rtl/>
              </w:rPr>
              <w:t xml:space="preserve"> </w:t>
            </w:r>
            <w:r w:rsidRPr="009647FC">
              <w:rPr>
                <w:rtl/>
              </w:rPr>
              <w:t>مشت</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إليك</w:t>
            </w:r>
            <w:r>
              <w:rPr>
                <w:rtl/>
              </w:rPr>
              <w:t xml:space="preserve"> </w:t>
            </w:r>
            <w:r w:rsidRPr="009647FC">
              <w:rPr>
                <w:rtl/>
              </w:rPr>
              <w:t>فأخفاها</w:t>
            </w:r>
            <w:r>
              <w:rPr>
                <w:rtl/>
              </w:rPr>
              <w:t xml:space="preserve"> </w:t>
            </w:r>
            <w:r w:rsidRPr="009647FC">
              <w:rPr>
                <w:rtl/>
              </w:rPr>
              <w:t>عليك</w:t>
            </w:r>
            <w:r>
              <w:rPr>
                <w:rtl/>
              </w:rPr>
              <w:t xml:space="preserve"> </w:t>
            </w:r>
            <w:r w:rsidRPr="009647FC">
              <w:rPr>
                <w:rtl/>
              </w:rPr>
              <w:t>نحولها؟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أم</w:t>
            </w:r>
            <w:r>
              <w:rPr>
                <w:rtl/>
              </w:rPr>
              <w:t xml:space="preserve"> </w:t>
            </w:r>
            <w:r w:rsidRPr="009647FC">
              <w:rPr>
                <w:rtl/>
              </w:rPr>
              <w:t>اقتادك</w:t>
            </w:r>
            <w:r>
              <w:rPr>
                <w:rtl/>
              </w:rPr>
              <w:t xml:space="preserve"> </w:t>
            </w:r>
            <w:r w:rsidRPr="009647FC">
              <w:rPr>
                <w:rtl/>
              </w:rPr>
              <w:t>التسليمُ</w:t>
            </w:r>
            <w:r>
              <w:rPr>
                <w:rtl/>
              </w:rPr>
              <w:t xml:space="preserve"> </w:t>
            </w:r>
            <w:r w:rsidRPr="009647FC">
              <w:rPr>
                <w:rtl/>
              </w:rPr>
              <w:t>لله</w:t>
            </w:r>
            <w:r>
              <w:rPr>
                <w:rtl/>
              </w:rPr>
              <w:t xml:space="preserve"> </w:t>
            </w:r>
            <w:r w:rsidRPr="009647FC">
              <w:rPr>
                <w:rtl/>
              </w:rPr>
              <w:t>طائعا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وهل</w:t>
            </w:r>
            <w:r>
              <w:rPr>
                <w:rtl/>
              </w:rPr>
              <w:t xml:space="preserve"> </w:t>
            </w:r>
            <w:r w:rsidRPr="009647FC">
              <w:rPr>
                <w:rtl/>
              </w:rPr>
              <w:t>طاعةٌ</w:t>
            </w:r>
            <w:r>
              <w:rPr>
                <w:rtl/>
              </w:rPr>
              <w:t xml:space="preserve"> </w:t>
            </w:r>
            <w:r w:rsidRPr="009647FC">
              <w:rPr>
                <w:rtl/>
              </w:rPr>
              <w:t>إلاّ</w:t>
            </w:r>
            <w:r>
              <w:rPr>
                <w:rtl/>
              </w:rPr>
              <w:t xml:space="preserve"> </w:t>
            </w:r>
            <w:r w:rsidRPr="009647FC">
              <w:rPr>
                <w:rtl/>
              </w:rPr>
              <w:t>وأنت</w:t>
            </w:r>
            <w:r>
              <w:rPr>
                <w:rtl/>
              </w:rPr>
              <w:t xml:space="preserve"> </w:t>
            </w:r>
            <w:r w:rsidRPr="009647FC">
              <w:rPr>
                <w:rtl/>
              </w:rPr>
              <w:t>فعولها؟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ورزئك</w:t>
            </w:r>
            <w:r>
              <w:rPr>
                <w:rtl/>
              </w:rPr>
              <w:t xml:space="preserve"> </w:t>
            </w:r>
            <w:r w:rsidRPr="009647FC">
              <w:rPr>
                <w:rtl/>
              </w:rPr>
              <w:t>ما</w:t>
            </w:r>
            <w:r>
              <w:rPr>
                <w:rtl/>
              </w:rPr>
              <w:t xml:space="preserve"> </w:t>
            </w:r>
            <w:r w:rsidRPr="009647FC">
              <w:rPr>
                <w:rtl/>
              </w:rPr>
              <w:t>هذي</w:t>
            </w:r>
            <w:r>
              <w:rPr>
                <w:rtl/>
              </w:rPr>
              <w:t xml:space="preserve"> </w:t>
            </w:r>
            <w:r w:rsidRPr="009647FC">
              <w:rPr>
                <w:rtl/>
              </w:rPr>
              <w:t>الدموع</w:t>
            </w:r>
            <w:r>
              <w:rPr>
                <w:rtl/>
              </w:rPr>
              <w:t xml:space="preserve"> </w:t>
            </w:r>
            <w:r w:rsidRPr="009647FC">
              <w:rPr>
                <w:rtl/>
              </w:rPr>
              <w:t>وإن</w:t>
            </w:r>
            <w:r>
              <w:rPr>
                <w:rtl/>
              </w:rPr>
              <w:t xml:space="preserve"> </w:t>
            </w:r>
            <w:r w:rsidRPr="009647FC">
              <w:rPr>
                <w:rtl/>
              </w:rPr>
              <w:t>جرت</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بماءٍ</w:t>
            </w:r>
            <w:r w:rsidR="004C00A8">
              <w:rPr>
                <w:rtl/>
              </w:rPr>
              <w:t xml:space="preserve"> </w:t>
            </w:r>
            <w:r w:rsidRPr="009647FC">
              <w:rPr>
                <w:rtl/>
              </w:rPr>
              <w:t>ولا</w:t>
            </w:r>
            <w:r>
              <w:rPr>
                <w:rtl/>
              </w:rPr>
              <w:t xml:space="preserve"> </w:t>
            </w:r>
            <w:r w:rsidRPr="009647FC">
              <w:rPr>
                <w:rtl/>
              </w:rPr>
              <w:t>هذي</w:t>
            </w:r>
            <w:r>
              <w:rPr>
                <w:rtl/>
              </w:rPr>
              <w:t xml:space="preserve"> </w:t>
            </w:r>
            <w:r w:rsidRPr="009647FC">
              <w:rPr>
                <w:rtl/>
              </w:rPr>
              <w:t>السيولُ</w:t>
            </w:r>
            <w:r>
              <w:rPr>
                <w:rtl/>
              </w:rPr>
              <w:t xml:space="preserve"> </w:t>
            </w:r>
            <w:r w:rsidRPr="009647FC">
              <w:rPr>
                <w:rtl/>
              </w:rPr>
              <w:t>سيولها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ولكن</w:t>
            </w:r>
            <w:r w:rsidR="004C00A8">
              <w:rPr>
                <w:rtl/>
              </w:rPr>
              <w:t xml:space="preserve"> </w:t>
            </w:r>
            <w:r w:rsidRPr="009647FC">
              <w:rPr>
                <w:rtl/>
              </w:rPr>
              <w:t>حشاشات</w:t>
            </w:r>
            <w:r>
              <w:rPr>
                <w:rtl/>
              </w:rPr>
              <w:t xml:space="preserve"> </w:t>
            </w:r>
            <w:r w:rsidRPr="009647FC">
              <w:rPr>
                <w:rtl/>
              </w:rPr>
              <w:t>على</w:t>
            </w:r>
            <w:r>
              <w:rPr>
                <w:rtl/>
              </w:rPr>
              <w:t xml:space="preserve"> </w:t>
            </w:r>
            <w:r w:rsidRPr="009647FC">
              <w:rPr>
                <w:rtl/>
              </w:rPr>
              <w:t>الشوق</w:t>
            </w:r>
            <w:r>
              <w:rPr>
                <w:rtl/>
              </w:rPr>
              <w:t xml:space="preserve"> </w:t>
            </w:r>
            <w:r w:rsidRPr="009647FC">
              <w:rPr>
                <w:rtl/>
              </w:rPr>
              <w:t>لم</w:t>
            </w:r>
            <w:r>
              <w:rPr>
                <w:rtl/>
              </w:rPr>
              <w:t xml:space="preserve"> </w:t>
            </w:r>
            <w:r w:rsidRPr="009647FC">
              <w:rPr>
                <w:rtl/>
              </w:rPr>
              <w:t>تزلْ</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تذوب</w:t>
            </w:r>
            <w:r>
              <w:rPr>
                <w:rtl/>
              </w:rPr>
              <w:t xml:space="preserve"> </w:t>
            </w:r>
            <w:r w:rsidRPr="009647FC">
              <w:rPr>
                <w:rtl/>
              </w:rPr>
              <w:t>إلى</w:t>
            </w:r>
            <w:r>
              <w:rPr>
                <w:rtl/>
              </w:rPr>
              <w:t xml:space="preserve"> </w:t>
            </w:r>
            <w:r w:rsidRPr="009647FC">
              <w:rPr>
                <w:rtl/>
              </w:rPr>
              <w:t>أن</w:t>
            </w:r>
            <w:r>
              <w:rPr>
                <w:rtl/>
              </w:rPr>
              <w:t xml:space="preserve"> </w:t>
            </w:r>
            <w:r w:rsidRPr="009647FC">
              <w:rPr>
                <w:rtl/>
              </w:rPr>
              <w:t>جاءها</w:t>
            </w:r>
            <w:r>
              <w:rPr>
                <w:rtl/>
              </w:rPr>
              <w:t xml:space="preserve"> </w:t>
            </w:r>
            <w:r w:rsidRPr="009647FC">
              <w:rPr>
                <w:rtl/>
              </w:rPr>
              <w:t>ما</w:t>
            </w:r>
            <w:r>
              <w:rPr>
                <w:rtl/>
              </w:rPr>
              <w:t xml:space="preserve"> </w:t>
            </w:r>
            <w:r w:rsidRPr="009647FC">
              <w:rPr>
                <w:rtl/>
              </w:rPr>
              <w:t>يسيلها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سنبكيك</w:t>
            </w:r>
            <w:r w:rsidR="004C00A8">
              <w:rPr>
                <w:rtl/>
              </w:rPr>
              <w:t xml:space="preserve"> </w:t>
            </w:r>
            <w:r w:rsidRPr="009647FC">
              <w:rPr>
                <w:rtl/>
              </w:rPr>
              <w:t>ما</w:t>
            </w:r>
            <w:r>
              <w:rPr>
                <w:rtl/>
              </w:rPr>
              <w:t xml:space="preserve"> </w:t>
            </w:r>
            <w:r w:rsidRPr="009647FC">
              <w:rPr>
                <w:rtl/>
              </w:rPr>
              <w:t>ناح</w:t>
            </w:r>
            <w:r>
              <w:rPr>
                <w:rtl/>
              </w:rPr>
              <w:t xml:space="preserve"> </w:t>
            </w:r>
            <w:r w:rsidRPr="009647FC">
              <w:rPr>
                <w:rtl/>
              </w:rPr>
              <w:t>ابنُ</w:t>
            </w:r>
            <w:r>
              <w:rPr>
                <w:rtl/>
              </w:rPr>
              <w:t xml:space="preserve"> </w:t>
            </w:r>
            <w:r w:rsidRPr="009647FC">
              <w:rPr>
                <w:rtl/>
              </w:rPr>
              <w:t>ورقاء</w:t>
            </w:r>
            <w:r>
              <w:rPr>
                <w:rtl/>
              </w:rPr>
              <w:t xml:space="preserve"> </w:t>
            </w:r>
            <w:r w:rsidRPr="009647FC">
              <w:rPr>
                <w:rtl/>
              </w:rPr>
              <w:t>أعينٌ</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بفضلك</w:t>
            </w:r>
            <w:r w:rsidR="004C00A8">
              <w:rPr>
                <w:rtl/>
              </w:rPr>
              <w:t xml:space="preserve"> </w:t>
            </w:r>
            <w:r w:rsidRPr="009647FC">
              <w:rPr>
                <w:rtl/>
              </w:rPr>
              <w:t>من</w:t>
            </w:r>
            <w:r>
              <w:rPr>
                <w:rtl/>
              </w:rPr>
              <w:t xml:space="preserve"> </w:t>
            </w:r>
            <w:r w:rsidRPr="009647FC">
              <w:rPr>
                <w:rtl/>
              </w:rPr>
              <w:t>حيث</w:t>
            </w:r>
            <w:r>
              <w:rPr>
                <w:rtl/>
              </w:rPr>
              <w:t xml:space="preserve"> </w:t>
            </w:r>
            <w:r w:rsidRPr="009647FC">
              <w:rPr>
                <w:rtl/>
              </w:rPr>
              <w:t>التفتنا</w:t>
            </w:r>
            <w:r>
              <w:rPr>
                <w:rtl/>
              </w:rPr>
              <w:t xml:space="preserve"> </w:t>
            </w:r>
            <w:r w:rsidRPr="009647FC">
              <w:rPr>
                <w:rtl/>
              </w:rPr>
              <w:t>نجيلها</w:t>
            </w:r>
            <w:r w:rsidRPr="004E7EC6">
              <w:rPr>
                <w:rStyle w:val="libFootnotenumChar"/>
                <w:rtl/>
              </w:rPr>
              <w:t>(2)</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نرى</w:t>
            </w:r>
            <w:r>
              <w:rPr>
                <w:rtl/>
              </w:rPr>
              <w:t xml:space="preserve"> </w:t>
            </w:r>
            <w:r w:rsidRPr="009647FC">
              <w:rPr>
                <w:rtl/>
              </w:rPr>
              <w:t>لك</w:t>
            </w:r>
            <w:r>
              <w:rPr>
                <w:rtl/>
              </w:rPr>
              <w:t xml:space="preserve"> </w:t>
            </w:r>
            <w:r w:rsidRPr="009647FC">
              <w:rPr>
                <w:rtl/>
              </w:rPr>
              <w:t>آثار</w:t>
            </w:r>
            <w:r>
              <w:rPr>
                <w:rtl/>
              </w:rPr>
              <w:t xml:space="preserve"> </w:t>
            </w:r>
            <w:r w:rsidRPr="009647FC">
              <w:rPr>
                <w:rtl/>
              </w:rPr>
              <w:t>الغمامة</w:t>
            </w:r>
            <w:r>
              <w:rPr>
                <w:rtl/>
              </w:rPr>
              <w:t xml:space="preserve"> </w:t>
            </w:r>
            <w:r w:rsidRPr="009647FC">
              <w:rPr>
                <w:rtl/>
              </w:rPr>
              <w:t>لاطفت</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ثرى</w:t>
            </w:r>
            <w:r w:rsidR="004C00A8">
              <w:rPr>
                <w:rtl/>
              </w:rPr>
              <w:t xml:space="preserve"> </w:t>
            </w:r>
            <w:r w:rsidRPr="009647FC">
              <w:rPr>
                <w:rtl/>
              </w:rPr>
              <w:t>الأرض</w:t>
            </w:r>
            <w:r>
              <w:rPr>
                <w:rtl/>
              </w:rPr>
              <w:t xml:space="preserve"> </w:t>
            </w:r>
            <w:r w:rsidRPr="009647FC">
              <w:rPr>
                <w:rtl/>
              </w:rPr>
              <w:t>حتى</w:t>
            </w:r>
            <w:r>
              <w:rPr>
                <w:rtl/>
              </w:rPr>
              <w:t xml:space="preserve"> </w:t>
            </w:r>
            <w:r w:rsidRPr="009647FC">
              <w:rPr>
                <w:rtl/>
              </w:rPr>
              <w:t>روّ</w:t>
            </w:r>
            <w:r>
              <w:rPr>
                <w:rtl/>
              </w:rPr>
              <w:t>َ</w:t>
            </w:r>
            <w:r w:rsidRPr="009647FC">
              <w:rPr>
                <w:rtl/>
              </w:rPr>
              <w:t>ضته</w:t>
            </w:r>
            <w:r>
              <w:rPr>
                <w:rtl/>
              </w:rPr>
              <w:t xml:space="preserve"> </w:t>
            </w:r>
            <w:r w:rsidRPr="009647FC">
              <w:rPr>
                <w:rtl/>
              </w:rPr>
              <w:t>هطولها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Pr>
                <w:rtl/>
              </w:rPr>
              <w:t>(</w:t>
            </w:r>
            <w:r w:rsidRPr="009647FC">
              <w:rPr>
                <w:rtl/>
              </w:rPr>
              <w:t>أبا</w:t>
            </w:r>
            <w:r>
              <w:rPr>
                <w:rtl/>
              </w:rPr>
              <w:t xml:space="preserve"> </w:t>
            </w:r>
            <w:r w:rsidRPr="009647FC">
              <w:rPr>
                <w:rtl/>
              </w:rPr>
              <w:t>صالحٍ</w:t>
            </w:r>
            <w:r>
              <w:rPr>
                <w:rtl/>
              </w:rPr>
              <w:t xml:space="preserve">) </w:t>
            </w:r>
            <w:r w:rsidRPr="009647FC">
              <w:rPr>
                <w:rtl/>
              </w:rPr>
              <w:t>ما</w:t>
            </w:r>
            <w:r>
              <w:rPr>
                <w:rtl/>
              </w:rPr>
              <w:t xml:space="preserve"> </w:t>
            </w:r>
            <w:r w:rsidRPr="009647FC">
              <w:rPr>
                <w:rtl/>
              </w:rPr>
              <w:t>العيش</w:t>
            </w:r>
            <w:r>
              <w:rPr>
                <w:rtl/>
              </w:rPr>
              <w:t xml:space="preserve"> </w:t>
            </w:r>
            <w:r w:rsidRPr="009647FC">
              <w:rPr>
                <w:rtl/>
              </w:rPr>
              <w:t>بعدك</w:t>
            </w:r>
            <w:r>
              <w:rPr>
                <w:rtl/>
              </w:rPr>
              <w:t xml:space="preserve"> </w:t>
            </w:r>
            <w:r w:rsidRPr="009647FC">
              <w:rPr>
                <w:rtl/>
              </w:rPr>
              <w:t>صالحا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لنفسٍ</w:t>
            </w:r>
            <w:r w:rsidR="004C00A8">
              <w:rPr>
                <w:rtl/>
              </w:rPr>
              <w:t xml:space="preserve"> </w:t>
            </w:r>
            <w:r w:rsidRPr="009647FC">
              <w:rPr>
                <w:rtl/>
              </w:rPr>
              <w:t>هواها</w:t>
            </w:r>
            <w:r>
              <w:rPr>
                <w:rtl/>
              </w:rPr>
              <w:t xml:space="preserve"> </w:t>
            </w:r>
            <w:r w:rsidRPr="009647FC">
              <w:rPr>
                <w:rtl/>
              </w:rPr>
              <w:t>عنك</w:t>
            </w:r>
            <w:r>
              <w:rPr>
                <w:rtl/>
              </w:rPr>
              <w:t xml:space="preserve"> </w:t>
            </w:r>
            <w:r w:rsidRPr="009647FC">
              <w:rPr>
                <w:rtl/>
              </w:rPr>
              <w:t>لا</w:t>
            </w:r>
            <w:r>
              <w:rPr>
                <w:rtl/>
              </w:rPr>
              <w:t xml:space="preserve"> </w:t>
            </w:r>
            <w:r w:rsidRPr="009647FC">
              <w:rPr>
                <w:rtl/>
              </w:rPr>
              <w:t>يستميلها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عفاءً</w:t>
            </w:r>
            <w:r>
              <w:rPr>
                <w:rtl/>
              </w:rPr>
              <w:t xml:space="preserve"> </w:t>
            </w:r>
            <w:r w:rsidRPr="009647FC">
              <w:rPr>
                <w:rtl/>
              </w:rPr>
              <w:t>على</w:t>
            </w:r>
            <w:r>
              <w:rPr>
                <w:rtl/>
              </w:rPr>
              <w:t xml:space="preserve"> (</w:t>
            </w:r>
            <w:r w:rsidRPr="009647FC">
              <w:rPr>
                <w:rtl/>
              </w:rPr>
              <w:t>الفيحاء</w:t>
            </w:r>
            <w:r>
              <w:rPr>
                <w:rtl/>
              </w:rPr>
              <w:t xml:space="preserve">) </w:t>
            </w:r>
            <w:r w:rsidRPr="009647FC">
              <w:rPr>
                <w:rtl/>
              </w:rPr>
              <w:t>بعدك</w:t>
            </w:r>
            <w:r>
              <w:rPr>
                <w:rtl/>
              </w:rPr>
              <w:t xml:space="preserve"> </w:t>
            </w:r>
            <w:r w:rsidRPr="009647FC">
              <w:rPr>
                <w:rtl/>
              </w:rPr>
              <w:t>وحدها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وإن</w:t>
            </w:r>
            <w:r w:rsidR="004C00A8">
              <w:rPr>
                <w:rtl/>
              </w:rPr>
              <w:t xml:space="preserve"> </w:t>
            </w:r>
            <w:r w:rsidRPr="009647FC">
              <w:rPr>
                <w:rtl/>
              </w:rPr>
              <w:t>غال</w:t>
            </w:r>
            <w:r>
              <w:rPr>
                <w:rtl/>
              </w:rPr>
              <w:t xml:space="preserve"> </w:t>
            </w:r>
            <w:r w:rsidRPr="009647FC">
              <w:rPr>
                <w:rtl/>
              </w:rPr>
              <w:t>كلّ</w:t>
            </w:r>
            <w:r>
              <w:rPr>
                <w:rtl/>
              </w:rPr>
              <w:t xml:space="preserve">َ </w:t>
            </w:r>
            <w:r w:rsidRPr="009647FC">
              <w:rPr>
                <w:rtl/>
              </w:rPr>
              <w:t>الأرض</w:t>
            </w:r>
            <w:r>
              <w:rPr>
                <w:rtl/>
              </w:rPr>
              <w:t xml:space="preserve"> </w:t>
            </w:r>
            <w:r w:rsidRPr="009647FC">
              <w:rPr>
                <w:rtl/>
              </w:rPr>
              <w:t>بعدك</w:t>
            </w:r>
            <w:r>
              <w:rPr>
                <w:rtl/>
              </w:rPr>
              <w:t xml:space="preserve"> </w:t>
            </w:r>
            <w:r w:rsidRPr="009647FC">
              <w:rPr>
                <w:rtl/>
              </w:rPr>
              <w:t>غولها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لقد</w:t>
            </w:r>
            <w:r w:rsidR="004C00A8">
              <w:rPr>
                <w:rtl/>
              </w:rPr>
              <w:t xml:space="preserve"> </w:t>
            </w:r>
            <w:r w:rsidRPr="009647FC">
              <w:rPr>
                <w:rtl/>
              </w:rPr>
              <w:t>لبست</w:t>
            </w:r>
            <w:r>
              <w:rPr>
                <w:rtl/>
              </w:rPr>
              <w:t xml:space="preserve"> </w:t>
            </w:r>
            <w:r w:rsidRPr="009647FC">
              <w:rPr>
                <w:rtl/>
              </w:rPr>
              <w:t>فيك</w:t>
            </w:r>
            <w:r>
              <w:rPr>
                <w:rtl/>
              </w:rPr>
              <w:t xml:space="preserve"> </w:t>
            </w:r>
            <w:r w:rsidRPr="009647FC">
              <w:rPr>
                <w:rtl/>
              </w:rPr>
              <w:t>الجمال</w:t>
            </w:r>
            <w:r>
              <w:rPr>
                <w:rtl/>
              </w:rPr>
              <w:t xml:space="preserve"> </w:t>
            </w:r>
            <w:r w:rsidRPr="009647FC">
              <w:rPr>
                <w:rtl/>
              </w:rPr>
              <w:t>وإن</w:t>
            </w:r>
            <w:r w:rsidRPr="00B371C6">
              <w:rPr>
                <w:rtl/>
              </w:rPr>
              <w:t>ّ</w:t>
            </w:r>
            <w:r w:rsidRPr="009647FC">
              <w:rPr>
                <w:rtl/>
              </w:rPr>
              <w:t>ما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عليك</w:t>
            </w:r>
            <w:r>
              <w:rPr>
                <w:rtl/>
              </w:rPr>
              <w:t xml:space="preserve"> </w:t>
            </w:r>
            <w:r w:rsidRPr="009647FC">
              <w:rPr>
                <w:rtl/>
              </w:rPr>
              <w:t>تعرّى</w:t>
            </w:r>
            <w:r>
              <w:rPr>
                <w:rtl/>
              </w:rPr>
              <w:t xml:space="preserve"> </w:t>
            </w:r>
            <w:r w:rsidRPr="009647FC">
              <w:rPr>
                <w:rtl/>
              </w:rPr>
              <w:t>اليوم</w:t>
            </w:r>
            <w:r>
              <w:rPr>
                <w:rtl/>
              </w:rPr>
              <w:t xml:space="preserve"> </w:t>
            </w:r>
            <w:r w:rsidRPr="009647FC">
              <w:rPr>
                <w:rtl/>
              </w:rPr>
              <w:t>عنها</w:t>
            </w:r>
            <w:r>
              <w:rPr>
                <w:rtl/>
              </w:rPr>
              <w:t xml:space="preserve"> </w:t>
            </w:r>
            <w:r w:rsidRPr="009647FC">
              <w:rPr>
                <w:rtl/>
              </w:rPr>
              <w:t>جميلها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غدت</w:t>
            </w:r>
            <w:r>
              <w:rPr>
                <w:rtl/>
              </w:rPr>
              <w:t xml:space="preserve"> </w:t>
            </w:r>
            <w:r w:rsidRPr="009647FC">
              <w:rPr>
                <w:rtl/>
              </w:rPr>
              <w:t>ثاكلاً</w:t>
            </w:r>
            <w:r>
              <w:rPr>
                <w:rtl/>
              </w:rPr>
              <w:t xml:space="preserve"> </w:t>
            </w:r>
            <w:r w:rsidRPr="009647FC">
              <w:rPr>
                <w:rtl/>
              </w:rPr>
              <w:t>تشجي</w:t>
            </w:r>
            <w:r>
              <w:rPr>
                <w:rtl/>
              </w:rPr>
              <w:t xml:space="preserve"> </w:t>
            </w:r>
            <w:r w:rsidRPr="009647FC">
              <w:rPr>
                <w:rtl/>
              </w:rPr>
              <w:t>بنيها</w:t>
            </w:r>
            <w:r>
              <w:rPr>
                <w:rtl/>
              </w:rPr>
              <w:t xml:space="preserve"> </w:t>
            </w:r>
            <w:r w:rsidRPr="009647FC">
              <w:rPr>
                <w:rtl/>
              </w:rPr>
              <w:t>وطالما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زهت</w:t>
            </w:r>
            <w:r w:rsidR="004C00A8">
              <w:rPr>
                <w:rtl/>
              </w:rPr>
              <w:t xml:space="preserve"> </w:t>
            </w:r>
            <w:r w:rsidRPr="009647FC">
              <w:rPr>
                <w:rtl/>
              </w:rPr>
              <w:t>فاجتلتها</w:t>
            </w:r>
            <w:r>
              <w:rPr>
                <w:rtl/>
              </w:rPr>
              <w:t xml:space="preserve"> </w:t>
            </w:r>
            <w:r w:rsidRPr="009647FC">
              <w:rPr>
                <w:rtl/>
              </w:rPr>
              <w:t>كالعروس</w:t>
            </w:r>
            <w:r>
              <w:rPr>
                <w:rtl/>
              </w:rPr>
              <w:t xml:space="preserve"> </w:t>
            </w:r>
            <w:r w:rsidRPr="009647FC">
              <w:rPr>
                <w:rtl/>
              </w:rPr>
              <w:t>بعولها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نعاك</w:t>
            </w:r>
            <w:r w:rsidR="004C00A8">
              <w:rPr>
                <w:rtl/>
              </w:rPr>
              <w:t xml:space="preserve"> </w:t>
            </w:r>
            <w:r w:rsidRPr="009647FC">
              <w:rPr>
                <w:rtl/>
              </w:rPr>
              <w:t>لها</w:t>
            </w:r>
            <w:r>
              <w:rPr>
                <w:rtl/>
              </w:rPr>
              <w:t xml:space="preserve"> </w:t>
            </w:r>
            <w:r w:rsidRPr="009647FC">
              <w:rPr>
                <w:rtl/>
              </w:rPr>
              <w:t>ناعٍ</w:t>
            </w:r>
            <w:r>
              <w:rPr>
                <w:rtl/>
              </w:rPr>
              <w:t xml:space="preserve"> </w:t>
            </w:r>
            <w:r w:rsidRPr="009647FC">
              <w:rPr>
                <w:rtl/>
              </w:rPr>
              <w:t>إليك</w:t>
            </w:r>
            <w:r>
              <w:rPr>
                <w:rtl/>
              </w:rPr>
              <w:t xml:space="preserve"> </w:t>
            </w:r>
            <w:r w:rsidRPr="009647FC">
              <w:rPr>
                <w:rtl/>
              </w:rPr>
              <w:t>أطارها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بدهياء</w:t>
            </w:r>
            <w:r w:rsidR="004C00A8">
              <w:rPr>
                <w:rtl/>
              </w:rPr>
              <w:t xml:space="preserve"> </w:t>
            </w:r>
            <w:r w:rsidRPr="009647FC">
              <w:rPr>
                <w:rtl/>
              </w:rPr>
              <w:t>راع</w:t>
            </w:r>
            <w:r>
              <w:rPr>
                <w:rtl/>
              </w:rPr>
              <w:t xml:space="preserve">َ </w:t>
            </w:r>
            <w:r w:rsidRPr="009647FC">
              <w:rPr>
                <w:rtl/>
              </w:rPr>
              <w:t>الخافقين</w:t>
            </w:r>
            <w:r>
              <w:rPr>
                <w:rtl/>
              </w:rPr>
              <w:t xml:space="preserve"> </w:t>
            </w:r>
            <w:r w:rsidRPr="009647FC">
              <w:rPr>
                <w:rtl/>
              </w:rPr>
              <w:t>حلولها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أتت</w:t>
            </w:r>
            <w:r w:rsidR="004C00A8">
              <w:rPr>
                <w:rtl/>
              </w:rPr>
              <w:t xml:space="preserve"> </w:t>
            </w:r>
            <w:r w:rsidRPr="009647FC">
              <w:rPr>
                <w:rtl/>
              </w:rPr>
              <w:t>لك</w:t>
            </w:r>
            <w:r>
              <w:rPr>
                <w:rtl/>
              </w:rPr>
              <w:t xml:space="preserve"> </w:t>
            </w:r>
            <w:r w:rsidRPr="009647FC">
              <w:rPr>
                <w:rtl/>
              </w:rPr>
              <w:t>تشكو</w:t>
            </w:r>
            <w:r>
              <w:rPr>
                <w:rtl/>
              </w:rPr>
              <w:t xml:space="preserve"> </w:t>
            </w:r>
            <w:r w:rsidRPr="009647FC">
              <w:rPr>
                <w:rtl/>
              </w:rPr>
              <w:t>اليتم</w:t>
            </w:r>
            <w:r>
              <w:rPr>
                <w:rtl/>
              </w:rPr>
              <w:t xml:space="preserve"> </w:t>
            </w:r>
            <w:r w:rsidRPr="009647FC">
              <w:rPr>
                <w:rtl/>
              </w:rPr>
              <w:t>فيك</w:t>
            </w:r>
            <w:r>
              <w:rPr>
                <w:rtl/>
              </w:rPr>
              <w:t xml:space="preserve"> </w:t>
            </w:r>
            <w:r w:rsidRPr="009647FC">
              <w:rPr>
                <w:rtl/>
              </w:rPr>
              <w:t>بأدمعٍ</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لها</w:t>
            </w:r>
            <w:r w:rsidR="004C00A8">
              <w:rPr>
                <w:rtl/>
              </w:rPr>
              <w:t xml:space="preserve"> </w:t>
            </w:r>
            <w:r w:rsidRPr="009647FC">
              <w:rPr>
                <w:rtl/>
              </w:rPr>
              <w:t>صنتها</w:t>
            </w:r>
            <w:r>
              <w:rPr>
                <w:rtl/>
              </w:rPr>
              <w:t xml:space="preserve"> </w:t>
            </w:r>
            <w:r w:rsidRPr="009647FC">
              <w:rPr>
                <w:rtl/>
              </w:rPr>
              <w:t>دهراً</w:t>
            </w:r>
            <w:r>
              <w:rPr>
                <w:rtl/>
              </w:rPr>
              <w:t xml:space="preserve"> </w:t>
            </w:r>
            <w:r w:rsidRPr="009647FC">
              <w:rPr>
                <w:rtl/>
              </w:rPr>
              <w:t>فأضحت</w:t>
            </w:r>
            <w:r>
              <w:rPr>
                <w:rtl/>
              </w:rPr>
              <w:t xml:space="preserve"> </w:t>
            </w:r>
            <w:r w:rsidRPr="009647FC">
              <w:rPr>
                <w:rtl/>
              </w:rPr>
              <w:t>تذيلها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وشرفتها</w:t>
            </w:r>
            <w:r>
              <w:rPr>
                <w:rtl/>
              </w:rPr>
              <w:t xml:space="preserve"> </w:t>
            </w:r>
            <w:r w:rsidRPr="009647FC">
              <w:rPr>
                <w:rtl/>
              </w:rPr>
              <w:t>ميتاً</w:t>
            </w:r>
            <w:r>
              <w:rPr>
                <w:rtl/>
              </w:rPr>
              <w:t xml:space="preserve"> </w:t>
            </w:r>
            <w:r w:rsidRPr="009647FC">
              <w:rPr>
                <w:rtl/>
              </w:rPr>
              <w:t>بحملك</w:t>
            </w:r>
            <w:r>
              <w:rPr>
                <w:rtl/>
              </w:rPr>
              <w:t xml:space="preserve"> </w:t>
            </w:r>
            <w:r w:rsidRPr="009647FC">
              <w:rPr>
                <w:rtl/>
              </w:rPr>
              <w:t>ضعف</w:t>
            </w:r>
            <w:r>
              <w:rPr>
                <w:rtl/>
              </w:rPr>
              <w:t xml:space="preserve"> </w:t>
            </w:r>
            <w:r w:rsidRPr="009647FC">
              <w:rPr>
                <w:rtl/>
              </w:rPr>
              <w:t>ما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رأتك</w:t>
            </w:r>
            <w:r w:rsidR="004C00A8">
              <w:rPr>
                <w:rtl/>
              </w:rPr>
              <w:t xml:space="preserve"> </w:t>
            </w:r>
            <w:r w:rsidRPr="009647FC">
              <w:rPr>
                <w:rtl/>
              </w:rPr>
              <w:t>من</w:t>
            </w:r>
            <w:r>
              <w:rPr>
                <w:rtl/>
              </w:rPr>
              <w:t xml:space="preserve"> </w:t>
            </w:r>
            <w:r w:rsidRPr="009647FC">
              <w:rPr>
                <w:rtl/>
              </w:rPr>
              <w:t>التشريف</w:t>
            </w:r>
            <w:r>
              <w:rPr>
                <w:rtl/>
              </w:rPr>
              <w:t xml:space="preserve"> </w:t>
            </w:r>
            <w:r w:rsidRPr="009647FC">
              <w:rPr>
                <w:rtl/>
              </w:rPr>
              <w:t>حيّاً</w:t>
            </w:r>
            <w:r>
              <w:rPr>
                <w:rtl/>
              </w:rPr>
              <w:t xml:space="preserve"> </w:t>
            </w:r>
            <w:r w:rsidRPr="009647FC">
              <w:rPr>
                <w:rtl/>
              </w:rPr>
              <w:t>تنيلها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أصاحِ</w:t>
            </w:r>
            <w:r w:rsidR="004C00A8">
              <w:rPr>
                <w:rtl/>
              </w:rPr>
              <w:t xml:space="preserve"> </w:t>
            </w:r>
            <w:r w:rsidRPr="009647FC">
              <w:rPr>
                <w:rtl/>
              </w:rPr>
              <w:t>إلى</w:t>
            </w:r>
            <w:r>
              <w:rPr>
                <w:rtl/>
              </w:rPr>
              <w:t xml:space="preserve"> </w:t>
            </w:r>
            <w:r w:rsidRPr="009647FC">
              <w:rPr>
                <w:rtl/>
              </w:rPr>
              <w:t>جنبي</w:t>
            </w:r>
            <w:r>
              <w:rPr>
                <w:rtl/>
              </w:rPr>
              <w:t xml:space="preserve"> </w:t>
            </w:r>
            <w:r w:rsidRPr="009647FC">
              <w:rPr>
                <w:rtl/>
              </w:rPr>
              <w:t>قف</w:t>
            </w:r>
            <w:r>
              <w:rPr>
                <w:rtl/>
              </w:rPr>
              <w:t xml:space="preserve"> </w:t>
            </w:r>
            <w:r w:rsidRPr="009647FC">
              <w:rPr>
                <w:rtl/>
              </w:rPr>
              <w:t>اليوم</w:t>
            </w:r>
            <w:r>
              <w:rPr>
                <w:rtl/>
              </w:rPr>
              <w:t xml:space="preserve"> </w:t>
            </w:r>
            <w:r w:rsidRPr="009647FC">
              <w:rPr>
                <w:rtl/>
              </w:rPr>
              <w:t>ممسكا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عليّ</w:t>
            </w:r>
            <w:r>
              <w:rPr>
                <w:rtl/>
              </w:rPr>
              <w:t xml:space="preserve">َ </w:t>
            </w:r>
            <w:r w:rsidRPr="009647FC">
              <w:rPr>
                <w:rtl/>
              </w:rPr>
              <w:t>حشا</w:t>
            </w:r>
            <w:r>
              <w:rPr>
                <w:rtl/>
              </w:rPr>
              <w:t xml:space="preserve"> </w:t>
            </w:r>
            <w:r w:rsidRPr="009647FC">
              <w:rPr>
                <w:rtl/>
              </w:rPr>
              <w:t>حان</w:t>
            </w:r>
            <w:r>
              <w:rPr>
                <w:rtl/>
              </w:rPr>
              <w:t xml:space="preserve"> </w:t>
            </w:r>
            <w:r w:rsidRPr="009647FC">
              <w:rPr>
                <w:rtl/>
              </w:rPr>
              <w:t>الغداة</w:t>
            </w:r>
            <w:r>
              <w:rPr>
                <w:rtl/>
              </w:rPr>
              <w:t xml:space="preserve"> </w:t>
            </w:r>
            <w:r w:rsidRPr="009647FC">
              <w:rPr>
                <w:rtl/>
              </w:rPr>
              <w:t>رحيلها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فقد</w:t>
            </w:r>
            <w:r>
              <w:rPr>
                <w:rtl/>
              </w:rPr>
              <w:t xml:space="preserve"> </w:t>
            </w:r>
            <w:r w:rsidRPr="009647FC">
              <w:rPr>
                <w:rtl/>
              </w:rPr>
              <w:t>كنتُ</w:t>
            </w:r>
            <w:r>
              <w:rPr>
                <w:rtl/>
              </w:rPr>
              <w:t xml:space="preserve"> </w:t>
            </w:r>
            <w:r w:rsidRPr="009647FC">
              <w:rPr>
                <w:rtl/>
              </w:rPr>
              <w:t>قبل</w:t>
            </w:r>
            <w:r>
              <w:rPr>
                <w:rtl/>
              </w:rPr>
              <w:t xml:space="preserve"> </w:t>
            </w:r>
            <w:r w:rsidRPr="009647FC">
              <w:rPr>
                <w:rtl/>
              </w:rPr>
              <w:t>اليوم</w:t>
            </w:r>
            <w:r>
              <w:rPr>
                <w:rtl/>
              </w:rPr>
              <w:t xml:space="preserve"> </w:t>
            </w:r>
            <w:r w:rsidRPr="009647FC">
              <w:rPr>
                <w:rtl/>
              </w:rPr>
              <w:t>أعهد</w:t>
            </w:r>
            <w:r>
              <w:rPr>
                <w:rtl/>
              </w:rPr>
              <w:t xml:space="preserve"> </w:t>
            </w:r>
            <w:r w:rsidRPr="009647FC">
              <w:rPr>
                <w:rtl/>
              </w:rPr>
              <w:t>لي</w:t>
            </w:r>
            <w:r>
              <w:rPr>
                <w:rtl/>
              </w:rPr>
              <w:t xml:space="preserve"> </w:t>
            </w:r>
            <w:r w:rsidRPr="009647FC">
              <w:rPr>
                <w:rtl/>
              </w:rPr>
              <w:t>يدا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هي</w:t>
            </w:r>
            <w:r>
              <w:rPr>
                <w:rtl/>
              </w:rPr>
              <w:t xml:space="preserve"> </w:t>
            </w:r>
            <w:r w:rsidRPr="009647FC">
              <w:rPr>
                <w:rtl/>
              </w:rPr>
              <w:t>اليوم</w:t>
            </w:r>
            <w:r>
              <w:rPr>
                <w:rtl/>
              </w:rPr>
              <w:t xml:space="preserve"> </w:t>
            </w:r>
            <w:r w:rsidRPr="009647FC">
              <w:rPr>
                <w:rtl/>
              </w:rPr>
              <w:t>لا</w:t>
            </w:r>
            <w:r>
              <w:rPr>
                <w:rtl/>
              </w:rPr>
              <w:t xml:space="preserve"> </w:t>
            </w:r>
            <w:r w:rsidRPr="009647FC">
              <w:rPr>
                <w:rtl/>
              </w:rPr>
              <w:t>منّي</w:t>
            </w:r>
            <w:r>
              <w:rPr>
                <w:rtl/>
              </w:rPr>
              <w:t xml:space="preserve"> </w:t>
            </w:r>
            <w:r w:rsidRPr="009647FC">
              <w:rPr>
                <w:rtl/>
              </w:rPr>
              <w:t>فأنت</w:t>
            </w:r>
            <w:r>
              <w:rPr>
                <w:rtl/>
              </w:rPr>
              <w:t xml:space="preserve"> </w:t>
            </w:r>
            <w:r w:rsidRPr="009647FC">
              <w:rPr>
                <w:rtl/>
              </w:rPr>
              <w:t>بديلها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أزل</w:t>
            </w:r>
            <w:r w:rsidR="004C00A8">
              <w:rPr>
                <w:rtl/>
              </w:rPr>
              <w:t xml:space="preserve"> </w:t>
            </w:r>
            <w:r w:rsidRPr="009647FC">
              <w:rPr>
                <w:rtl/>
              </w:rPr>
              <w:t>بالنعيِ</w:t>
            </w:r>
            <w:r>
              <w:rPr>
                <w:rtl/>
              </w:rPr>
              <w:t xml:space="preserve"> </w:t>
            </w:r>
            <w:r w:rsidRPr="009647FC">
              <w:rPr>
                <w:rtl/>
              </w:rPr>
              <w:t>الراسيات</w:t>
            </w:r>
            <w:r>
              <w:rPr>
                <w:rtl/>
              </w:rPr>
              <w:t xml:space="preserve"> </w:t>
            </w:r>
            <w:r w:rsidRPr="009647FC">
              <w:rPr>
                <w:rtl/>
              </w:rPr>
              <w:t>فقد</w:t>
            </w:r>
            <w:r>
              <w:rPr>
                <w:rtl/>
              </w:rPr>
              <w:t xml:space="preserve"> </w:t>
            </w:r>
            <w:r w:rsidRPr="009647FC">
              <w:rPr>
                <w:rtl/>
              </w:rPr>
              <w:t>سرى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يخفُّ</w:t>
            </w:r>
            <w:r>
              <w:rPr>
                <w:rtl/>
              </w:rPr>
              <w:t xml:space="preserve"> </w:t>
            </w:r>
            <w:r w:rsidRPr="009647FC">
              <w:rPr>
                <w:rtl/>
              </w:rPr>
              <w:t>على</w:t>
            </w:r>
            <w:r>
              <w:rPr>
                <w:rtl/>
              </w:rPr>
              <w:t xml:space="preserve"> </w:t>
            </w:r>
            <w:r w:rsidRPr="009647FC">
              <w:rPr>
                <w:rtl/>
              </w:rPr>
              <w:t>أيدي</w:t>
            </w:r>
            <w:r>
              <w:rPr>
                <w:rtl/>
              </w:rPr>
              <w:t xml:space="preserve"> </w:t>
            </w:r>
            <w:r w:rsidRPr="009647FC">
              <w:rPr>
                <w:rtl/>
              </w:rPr>
              <w:t>الرجال</w:t>
            </w:r>
            <w:r>
              <w:rPr>
                <w:rtl/>
              </w:rPr>
              <w:t xml:space="preserve"> </w:t>
            </w:r>
            <w:r w:rsidRPr="009647FC">
              <w:rPr>
                <w:rtl/>
              </w:rPr>
              <w:t>ثقيلها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وما</w:t>
            </w:r>
            <w:r w:rsidR="004C00A8">
              <w:rPr>
                <w:rtl/>
              </w:rPr>
              <w:t xml:space="preserve"> </w:t>
            </w:r>
            <w:r w:rsidRPr="009647FC">
              <w:rPr>
                <w:rtl/>
              </w:rPr>
              <w:t>خفّ</w:t>
            </w:r>
            <w:r>
              <w:rPr>
                <w:rtl/>
              </w:rPr>
              <w:t xml:space="preserve">َ </w:t>
            </w:r>
            <w:r w:rsidRPr="009647FC">
              <w:rPr>
                <w:rtl/>
              </w:rPr>
              <w:t>لمّا</w:t>
            </w:r>
            <w:r>
              <w:rPr>
                <w:rtl/>
              </w:rPr>
              <w:t xml:space="preserve"> </w:t>
            </w:r>
            <w:r w:rsidRPr="009647FC">
              <w:rPr>
                <w:rtl/>
              </w:rPr>
              <w:t>أن</w:t>
            </w:r>
            <w:r>
              <w:rPr>
                <w:rtl/>
              </w:rPr>
              <w:t xml:space="preserve"> </w:t>
            </w:r>
            <w:r w:rsidRPr="009647FC">
              <w:rPr>
                <w:rtl/>
              </w:rPr>
              <w:t>تساوي</w:t>
            </w:r>
            <w:r>
              <w:rPr>
                <w:rtl/>
              </w:rPr>
              <w:t xml:space="preserve"> </w:t>
            </w:r>
            <w:r w:rsidRPr="009647FC">
              <w:rPr>
                <w:rtl/>
              </w:rPr>
              <w:t>بحمله</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حقيرُ</w:t>
            </w:r>
            <w:r>
              <w:rPr>
                <w:rtl/>
              </w:rPr>
              <w:t xml:space="preserve"> </w:t>
            </w:r>
            <w:r w:rsidRPr="009647FC">
              <w:rPr>
                <w:rtl/>
              </w:rPr>
              <w:t>الورى</w:t>
            </w:r>
            <w:r>
              <w:rPr>
                <w:rtl/>
              </w:rPr>
              <w:t xml:space="preserve"> </w:t>
            </w:r>
            <w:r w:rsidRPr="009647FC">
              <w:rPr>
                <w:rtl/>
              </w:rPr>
              <w:t>فوق</w:t>
            </w:r>
            <w:r>
              <w:rPr>
                <w:rtl/>
              </w:rPr>
              <w:t xml:space="preserve"> </w:t>
            </w:r>
            <w:r w:rsidRPr="009647FC">
              <w:rPr>
                <w:rtl/>
              </w:rPr>
              <w:t>الثرى</w:t>
            </w:r>
            <w:r>
              <w:rPr>
                <w:rtl/>
              </w:rPr>
              <w:t xml:space="preserve"> </w:t>
            </w:r>
            <w:r w:rsidRPr="009647FC">
              <w:rPr>
                <w:rtl/>
              </w:rPr>
              <w:t>وجليلها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ولكن</w:t>
            </w:r>
            <w:r>
              <w:rPr>
                <w:rtl/>
              </w:rPr>
              <w:t xml:space="preserve"> </w:t>
            </w:r>
            <w:r w:rsidRPr="009647FC">
              <w:rPr>
                <w:rtl/>
              </w:rPr>
              <w:t>سرى</w:t>
            </w:r>
            <w:r>
              <w:rPr>
                <w:rtl/>
              </w:rPr>
              <w:t xml:space="preserve"> </w:t>
            </w:r>
            <w:r w:rsidRPr="009647FC">
              <w:rPr>
                <w:rtl/>
              </w:rPr>
              <w:t>الأملاك</w:t>
            </w:r>
            <w:r>
              <w:rPr>
                <w:rtl/>
              </w:rPr>
              <w:t xml:space="preserve"> </w:t>
            </w:r>
            <w:r w:rsidRPr="009647FC">
              <w:rPr>
                <w:rtl/>
              </w:rPr>
              <w:t>فيه</w:t>
            </w:r>
            <w:r>
              <w:rPr>
                <w:rtl/>
              </w:rPr>
              <w:t xml:space="preserve"> </w:t>
            </w:r>
            <w:r w:rsidRPr="009647FC">
              <w:rPr>
                <w:rtl/>
              </w:rPr>
              <w:t>يؤمهم</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بتكبيره</w:t>
            </w:r>
            <w:r>
              <w:rPr>
                <w:rtl/>
              </w:rPr>
              <w:t xml:space="preserve"> </w:t>
            </w:r>
            <w:r w:rsidRPr="009647FC">
              <w:rPr>
                <w:rtl/>
              </w:rPr>
              <w:t>فوق</w:t>
            </w:r>
            <w:r>
              <w:rPr>
                <w:rtl/>
              </w:rPr>
              <w:t xml:space="preserve"> </w:t>
            </w:r>
            <w:r w:rsidRPr="009647FC">
              <w:rPr>
                <w:rtl/>
              </w:rPr>
              <w:t>السما</w:t>
            </w:r>
            <w:r>
              <w:rPr>
                <w:rtl/>
              </w:rPr>
              <w:t xml:space="preserve"> </w:t>
            </w:r>
            <w:r w:rsidRPr="009647FC">
              <w:rPr>
                <w:rtl/>
              </w:rPr>
              <w:t>جبرئيلها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وغبراء</w:t>
            </w:r>
            <w:r w:rsidR="004C00A8">
              <w:rPr>
                <w:rtl/>
              </w:rPr>
              <w:t xml:space="preserve"> </w:t>
            </w:r>
            <w:r w:rsidRPr="009647FC">
              <w:rPr>
                <w:rtl/>
              </w:rPr>
              <w:t>من</w:t>
            </w:r>
            <w:r>
              <w:rPr>
                <w:rtl/>
              </w:rPr>
              <w:t xml:space="preserve"> </w:t>
            </w:r>
            <w:r w:rsidRPr="009647FC">
              <w:rPr>
                <w:rtl/>
              </w:rPr>
              <w:t>حثو</w:t>
            </w:r>
            <w:r>
              <w:rPr>
                <w:rtl/>
              </w:rPr>
              <w:t xml:space="preserve"> </w:t>
            </w:r>
            <w:r w:rsidRPr="009647FC">
              <w:rPr>
                <w:rtl/>
              </w:rPr>
              <w:t>التراب</w:t>
            </w:r>
            <w:r>
              <w:rPr>
                <w:rtl/>
              </w:rPr>
              <w:t xml:space="preserve"> </w:t>
            </w:r>
            <w:r w:rsidRPr="009647FC">
              <w:rPr>
                <w:rtl/>
              </w:rPr>
              <w:t>قد</w:t>
            </w:r>
            <w:r>
              <w:rPr>
                <w:rtl/>
              </w:rPr>
              <w:t xml:space="preserve"> </w:t>
            </w:r>
            <w:r w:rsidRPr="009647FC">
              <w:rPr>
                <w:rtl/>
              </w:rPr>
              <w:t>احتبى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بقاتمها</w:t>
            </w:r>
            <w:r>
              <w:rPr>
                <w:rtl/>
              </w:rPr>
              <w:t xml:space="preserve"> </w:t>
            </w:r>
            <w:r w:rsidRPr="009647FC">
              <w:rPr>
                <w:rtl/>
              </w:rPr>
              <w:t>حزنُ</w:t>
            </w:r>
            <w:r>
              <w:rPr>
                <w:rtl/>
              </w:rPr>
              <w:t xml:space="preserve"> </w:t>
            </w:r>
            <w:r w:rsidRPr="009647FC">
              <w:rPr>
                <w:rtl/>
              </w:rPr>
              <w:t>الفلا</w:t>
            </w:r>
            <w:r>
              <w:rPr>
                <w:rtl/>
              </w:rPr>
              <w:t xml:space="preserve"> </w:t>
            </w:r>
            <w:r w:rsidRPr="009647FC">
              <w:rPr>
                <w:rtl/>
              </w:rPr>
              <w:t>وسهولها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هول</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وردت في المطبوع والمخطوط</w:t>
      </w:r>
      <w:r w:rsidR="00D769AB">
        <w:rPr>
          <w:rtl/>
        </w:rPr>
        <w:t>:</w:t>
      </w:r>
      <w:r w:rsidRPr="009647FC">
        <w:rPr>
          <w:rtl/>
        </w:rPr>
        <w:t xml:space="preserve"> بخيلها</w:t>
      </w:r>
      <w:r w:rsidR="00D769AB">
        <w:rPr>
          <w:rtl/>
        </w:rPr>
        <w:t>،</w:t>
      </w:r>
      <w:r w:rsidRPr="009647FC">
        <w:rPr>
          <w:rtl/>
        </w:rPr>
        <w:t xml:space="preserve"> والأنسب ما ذكرناه</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C2021" w:rsidRPr="00524A24" w:rsidTr="00DC2021">
        <w:trPr>
          <w:trHeight w:val="350"/>
        </w:trPr>
        <w:tc>
          <w:tcPr>
            <w:tcW w:w="3902" w:type="dxa"/>
          </w:tcPr>
          <w:p w:rsidR="00DC2021" w:rsidRPr="00524A24" w:rsidRDefault="00DC2021" w:rsidP="003C12B7">
            <w:pPr>
              <w:pStyle w:val="libPoem"/>
            </w:pPr>
            <w:r w:rsidRPr="009647FC">
              <w:rPr>
                <w:rtl/>
              </w:rPr>
              <w:lastRenderedPageBreak/>
              <w:t>مرت</w:t>
            </w:r>
            <w:r w:rsidR="004C00A8">
              <w:rPr>
                <w:rtl/>
              </w:rPr>
              <w:t xml:space="preserve"> </w:t>
            </w:r>
            <w:r w:rsidRPr="009647FC">
              <w:rPr>
                <w:rtl/>
              </w:rPr>
              <w:t>ماءها</w:t>
            </w:r>
            <w:r>
              <w:rPr>
                <w:rtl/>
              </w:rPr>
              <w:t xml:space="preserve"> </w:t>
            </w:r>
            <w:r w:rsidRPr="009647FC">
              <w:rPr>
                <w:rtl/>
              </w:rPr>
              <w:t>الأنفاسُ</w:t>
            </w:r>
            <w:r>
              <w:rPr>
                <w:rtl/>
              </w:rPr>
              <w:t xml:space="preserve"> </w:t>
            </w:r>
            <w:r w:rsidRPr="009647FC">
              <w:rPr>
                <w:rtl/>
              </w:rPr>
              <w:t>في</w:t>
            </w:r>
            <w:r>
              <w:rPr>
                <w:rtl/>
              </w:rPr>
              <w:t xml:space="preserve"> </w:t>
            </w:r>
            <w:r w:rsidRPr="009647FC">
              <w:rPr>
                <w:rtl/>
              </w:rPr>
              <w:t>صعداتها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فسالت</w:t>
            </w:r>
            <w:r>
              <w:rPr>
                <w:rtl/>
              </w:rPr>
              <w:t xml:space="preserve"> </w:t>
            </w:r>
            <w:r w:rsidRPr="009647FC">
              <w:rPr>
                <w:rtl/>
              </w:rPr>
              <w:t>وأسرابُ</w:t>
            </w:r>
            <w:r>
              <w:rPr>
                <w:rtl/>
              </w:rPr>
              <w:t xml:space="preserve"> </w:t>
            </w:r>
            <w:r w:rsidRPr="009647FC">
              <w:rPr>
                <w:rtl/>
              </w:rPr>
              <w:t>الدموع</w:t>
            </w:r>
            <w:r>
              <w:rPr>
                <w:rtl/>
              </w:rPr>
              <w:t xml:space="preserve"> </w:t>
            </w:r>
            <w:r w:rsidRPr="009647FC">
              <w:rPr>
                <w:rtl/>
              </w:rPr>
              <w:t>سيولها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تدانى</w:t>
            </w:r>
            <w:r>
              <w:rPr>
                <w:rtl/>
              </w:rPr>
              <w:t xml:space="preserve"> </w:t>
            </w:r>
            <w:r w:rsidRPr="009647FC">
              <w:rPr>
                <w:rtl/>
              </w:rPr>
              <w:t>بها</w:t>
            </w:r>
            <w:r>
              <w:rPr>
                <w:rtl/>
              </w:rPr>
              <w:t xml:space="preserve"> </w:t>
            </w:r>
            <w:r w:rsidRPr="009647FC">
              <w:rPr>
                <w:rtl/>
              </w:rPr>
              <w:t>منّا</w:t>
            </w:r>
            <w:r>
              <w:rPr>
                <w:rtl/>
              </w:rPr>
              <w:t xml:space="preserve"> </w:t>
            </w:r>
            <w:r w:rsidRPr="009647FC">
              <w:rPr>
                <w:rtl/>
              </w:rPr>
              <w:t>ابنُ</w:t>
            </w:r>
            <w:r>
              <w:rPr>
                <w:rtl/>
              </w:rPr>
              <w:t xml:space="preserve"> </w:t>
            </w:r>
            <w:r w:rsidRPr="009647FC">
              <w:rPr>
                <w:rtl/>
              </w:rPr>
              <w:t>نعيٍ</w:t>
            </w:r>
            <w:r>
              <w:rPr>
                <w:rtl/>
              </w:rPr>
              <w:t xml:space="preserve"> </w:t>
            </w:r>
            <w:r w:rsidRPr="009647FC">
              <w:rPr>
                <w:rtl/>
              </w:rPr>
              <w:t>يلوثها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على</w:t>
            </w:r>
            <w:r w:rsidR="004C00A8">
              <w:rPr>
                <w:rtl/>
              </w:rPr>
              <w:t xml:space="preserve"> </w:t>
            </w:r>
            <w:r w:rsidRPr="009647FC">
              <w:rPr>
                <w:rtl/>
              </w:rPr>
              <w:t>وجهه</w:t>
            </w:r>
            <w:r>
              <w:rPr>
                <w:rtl/>
              </w:rPr>
              <w:t xml:space="preserve"> </w:t>
            </w:r>
            <w:r w:rsidRPr="009647FC">
              <w:rPr>
                <w:rtl/>
              </w:rPr>
              <w:t>طوراً</w:t>
            </w:r>
            <w:r>
              <w:rPr>
                <w:rtl/>
              </w:rPr>
              <w:t xml:space="preserve"> </w:t>
            </w:r>
            <w:r w:rsidRPr="009647FC">
              <w:rPr>
                <w:rtl/>
              </w:rPr>
              <w:t>وطوراً</w:t>
            </w:r>
            <w:r>
              <w:rPr>
                <w:rtl/>
              </w:rPr>
              <w:t xml:space="preserve"> </w:t>
            </w:r>
            <w:r w:rsidRPr="009647FC">
              <w:rPr>
                <w:rtl/>
              </w:rPr>
              <w:t>يذيلها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فقمنا</w:t>
            </w:r>
            <w:r>
              <w:rPr>
                <w:rtl/>
              </w:rPr>
              <w:t xml:space="preserve"> </w:t>
            </w:r>
            <w:r w:rsidRPr="009647FC">
              <w:rPr>
                <w:rtl/>
              </w:rPr>
              <w:t>له</w:t>
            </w:r>
            <w:r>
              <w:rPr>
                <w:rtl/>
              </w:rPr>
              <w:t xml:space="preserve"> </w:t>
            </w:r>
            <w:r w:rsidRPr="009647FC">
              <w:rPr>
                <w:rtl/>
              </w:rPr>
              <w:t>نخفي</w:t>
            </w:r>
            <w:r>
              <w:rPr>
                <w:rtl/>
              </w:rPr>
              <w:t xml:space="preserve"> </w:t>
            </w:r>
            <w:r w:rsidRPr="009647FC">
              <w:rPr>
                <w:rtl/>
              </w:rPr>
              <w:t>الذي</w:t>
            </w:r>
            <w:r>
              <w:rPr>
                <w:rtl/>
              </w:rPr>
              <w:t xml:space="preserve"> </w:t>
            </w:r>
            <w:r w:rsidRPr="009647FC">
              <w:rPr>
                <w:rtl/>
              </w:rPr>
              <w:t>منه</w:t>
            </w:r>
            <w:r>
              <w:rPr>
                <w:rtl/>
              </w:rPr>
              <w:t xml:space="preserve"> </w:t>
            </w:r>
            <w:r w:rsidRPr="009647FC">
              <w:rPr>
                <w:rtl/>
              </w:rPr>
              <w:t>هالنا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وهل</w:t>
            </w:r>
            <w:r>
              <w:rPr>
                <w:rtl/>
              </w:rPr>
              <w:t xml:space="preserve"> </w:t>
            </w:r>
            <w:r w:rsidRPr="009647FC">
              <w:rPr>
                <w:rtl/>
              </w:rPr>
              <w:t>طلعةٌ</w:t>
            </w:r>
            <w:r>
              <w:rPr>
                <w:rtl/>
              </w:rPr>
              <w:t xml:space="preserve"> </w:t>
            </w:r>
            <w:r w:rsidRPr="009647FC">
              <w:rPr>
                <w:rtl/>
              </w:rPr>
              <w:t>للشرّ</w:t>
            </w:r>
            <w:r>
              <w:rPr>
                <w:rtl/>
              </w:rPr>
              <w:t xml:space="preserve"> </w:t>
            </w:r>
            <w:r w:rsidRPr="009647FC">
              <w:rPr>
                <w:rtl/>
              </w:rPr>
              <w:t>يخفي</w:t>
            </w:r>
            <w:r>
              <w:rPr>
                <w:rtl/>
              </w:rPr>
              <w:t xml:space="preserve"> </w:t>
            </w:r>
            <w:r w:rsidRPr="009647FC">
              <w:rPr>
                <w:rtl/>
              </w:rPr>
              <w:t>مهولها؟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وقلنا</w:t>
            </w:r>
            <w:r>
              <w:rPr>
                <w:rtl/>
              </w:rPr>
              <w:t xml:space="preserve"> </w:t>
            </w:r>
            <w:r w:rsidRPr="009647FC">
              <w:rPr>
                <w:rtl/>
              </w:rPr>
              <w:t>زعيم</w:t>
            </w:r>
            <w:r>
              <w:rPr>
                <w:rtl/>
              </w:rPr>
              <w:t xml:space="preserve"> </w:t>
            </w:r>
            <w:r w:rsidRPr="009647FC">
              <w:rPr>
                <w:rtl/>
              </w:rPr>
              <w:t>الطالبيين</w:t>
            </w:r>
            <w:r>
              <w:rPr>
                <w:rtl/>
              </w:rPr>
              <w:t xml:space="preserve"> </w:t>
            </w:r>
            <w:r w:rsidRPr="009647FC">
              <w:rPr>
                <w:rtl/>
              </w:rPr>
              <w:t>أحدقت</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بجنب</w:t>
            </w:r>
            <w:r>
              <w:rPr>
                <w:rtl/>
              </w:rPr>
              <w:t xml:space="preserve"> </w:t>
            </w:r>
            <w:r w:rsidRPr="009647FC">
              <w:rPr>
                <w:rtl/>
              </w:rPr>
              <w:t>علاه</w:t>
            </w:r>
            <w:r>
              <w:rPr>
                <w:rtl/>
              </w:rPr>
              <w:t xml:space="preserve"> </w:t>
            </w:r>
            <w:r w:rsidRPr="009647FC">
              <w:rPr>
                <w:rtl/>
              </w:rPr>
              <w:t>شيبها</w:t>
            </w:r>
            <w:r>
              <w:rPr>
                <w:rtl/>
              </w:rPr>
              <w:t xml:space="preserve"> </w:t>
            </w:r>
            <w:r w:rsidRPr="009647FC">
              <w:rPr>
                <w:rtl/>
              </w:rPr>
              <w:t>وكهولها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قضى</w:t>
            </w:r>
            <w:r w:rsidR="004C00A8">
              <w:rPr>
                <w:rtl/>
              </w:rPr>
              <w:t xml:space="preserve"> </w:t>
            </w:r>
            <w:r w:rsidRPr="009647FC">
              <w:rPr>
                <w:rtl/>
              </w:rPr>
              <w:t>حجةً</w:t>
            </w:r>
            <w:r>
              <w:rPr>
                <w:rtl/>
              </w:rPr>
              <w:t xml:space="preserve"> </w:t>
            </w:r>
            <w:r w:rsidRPr="009647FC">
              <w:rPr>
                <w:rtl/>
              </w:rPr>
              <w:t>واستأنف</w:t>
            </w:r>
            <w:r>
              <w:rPr>
                <w:rtl/>
              </w:rPr>
              <w:t xml:space="preserve"> </w:t>
            </w:r>
            <w:r w:rsidRPr="009647FC">
              <w:rPr>
                <w:rtl/>
              </w:rPr>
              <w:t>السير</w:t>
            </w:r>
            <w:r>
              <w:rPr>
                <w:rtl/>
              </w:rPr>
              <w:t xml:space="preserve"> </w:t>
            </w:r>
            <w:r w:rsidRPr="009647FC">
              <w:rPr>
                <w:rtl/>
              </w:rPr>
              <w:t>فانبرت</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تعطّف</w:t>
            </w:r>
            <w:r w:rsidR="004C00A8">
              <w:rPr>
                <w:rtl/>
              </w:rPr>
              <w:t xml:space="preserve"> </w:t>
            </w:r>
            <w:r w:rsidRPr="009647FC">
              <w:rPr>
                <w:rtl/>
              </w:rPr>
              <w:t>منه</w:t>
            </w:r>
            <w:r>
              <w:rPr>
                <w:rtl/>
              </w:rPr>
              <w:t xml:space="preserve"> </w:t>
            </w:r>
            <w:r w:rsidRPr="009647FC">
              <w:rPr>
                <w:rtl/>
              </w:rPr>
              <w:t>حول</w:t>
            </w:r>
            <w:r>
              <w:rPr>
                <w:rtl/>
              </w:rPr>
              <w:t xml:space="preserve"> </w:t>
            </w:r>
            <w:r w:rsidRPr="009647FC">
              <w:rPr>
                <w:rtl/>
              </w:rPr>
              <w:t>فحلٍ</w:t>
            </w:r>
            <w:r>
              <w:rPr>
                <w:rtl/>
              </w:rPr>
              <w:t xml:space="preserve"> </w:t>
            </w:r>
            <w:r w:rsidRPr="009647FC">
              <w:rPr>
                <w:rtl/>
              </w:rPr>
              <w:t>فحولها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وهذا</w:t>
            </w:r>
            <w:r w:rsidR="004C00A8">
              <w:rPr>
                <w:rtl/>
              </w:rPr>
              <w:t xml:space="preserve"> </w:t>
            </w:r>
            <w:r w:rsidRPr="009647FC">
              <w:rPr>
                <w:rtl/>
              </w:rPr>
              <w:t>بشيرٌ</w:t>
            </w:r>
            <w:r>
              <w:rPr>
                <w:rtl/>
              </w:rPr>
              <w:t xml:space="preserve"> </w:t>
            </w:r>
            <w:r w:rsidRPr="009647FC">
              <w:rPr>
                <w:rtl/>
              </w:rPr>
              <w:t>لو</w:t>
            </w:r>
            <w:r>
              <w:rPr>
                <w:rtl/>
              </w:rPr>
              <w:t xml:space="preserve"> </w:t>
            </w:r>
            <w:r w:rsidRPr="009647FC">
              <w:rPr>
                <w:rtl/>
              </w:rPr>
              <w:t>وهبنا</w:t>
            </w:r>
            <w:r>
              <w:rPr>
                <w:rtl/>
              </w:rPr>
              <w:t xml:space="preserve"> </w:t>
            </w:r>
            <w:r w:rsidRPr="009647FC">
              <w:rPr>
                <w:rtl/>
              </w:rPr>
              <w:t>نفوسنا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لقلت</w:t>
            </w:r>
            <w:r w:rsidR="004C00A8">
              <w:rPr>
                <w:rtl/>
              </w:rPr>
              <w:t xml:space="preserve"> </w:t>
            </w:r>
            <w:r w:rsidRPr="009647FC">
              <w:rPr>
                <w:rtl/>
              </w:rPr>
              <w:t>له</w:t>
            </w:r>
            <w:r>
              <w:rPr>
                <w:rtl/>
              </w:rPr>
              <w:t xml:space="preserve"> </w:t>
            </w:r>
            <w:r w:rsidRPr="009647FC">
              <w:rPr>
                <w:rtl/>
              </w:rPr>
              <w:t>والفضلُ</w:t>
            </w:r>
            <w:r>
              <w:rPr>
                <w:rtl/>
              </w:rPr>
              <w:t xml:space="preserve"> </w:t>
            </w:r>
            <w:r w:rsidRPr="009647FC">
              <w:rPr>
                <w:rtl/>
              </w:rPr>
              <w:t>منه</w:t>
            </w:r>
            <w:r>
              <w:rPr>
                <w:rtl/>
              </w:rPr>
              <w:t xml:space="preserve"> </w:t>
            </w:r>
            <w:r w:rsidRPr="009647FC">
              <w:rPr>
                <w:rtl/>
              </w:rPr>
              <w:t>قبولها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فلمّا</w:t>
            </w:r>
            <w:r w:rsidR="004C00A8">
              <w:rPr>
                <w:rtl/>
              </w:rPr>
              <w:t xml:space="preserve"> </w:t>
            </w:r>
            <w:r w:rsidRPr="009647FC">
              <w:rPr>
                <w:rtl/>
              </w:rPr>
              <w:t>ألمّ</w:t>
            </w:r>
            <w:r>
              <w:rPr>
                <w:rtl/>
              </w:rPr>
              <w:t xml:space="preserve">َ </w:t>
            </w:r>
            <w:r w:rsidRPr="009647FC">
              <w:rPr>
                <w:rtl/>
              </w:rPr>
              <w:t>استلّ</w:t>
            </w:r>
            <w:r>
              <w:rPr>
                <w:rtl/>
              </w:rPr>
              <w:t>َ</w:t>
            </w:r>
            <w:r w:rsidRPr="009647FC">
              <w:rPr>
                <w:rtl/>
              </w:rPr>
              <w:t>ها</w:t>
            </w:r>
            <w:r>
              <w:rPr>
                <w:rtl/>
              </w:rPr>
              <w:t xml:space="preserve"> </w:t>
            </w:r>
            <w:r w:rsidRPr="009647FC">
              <w:rPr>
                <w:rtl/>
              </w:rPr>
              <w:t>من</w:t>
            </w:r>
            <w:r>
              <w:rPr>
                <w:rtl/>
              </w:rPr>
              <w:t xml:space="preserve"> </w:t>
            </w:r>
            <w:r w:rsidRPr="009647FC">
              <w:rPr>
                <w:rtl/>
              </w:rPr>
              <w:t>لسانه</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صفيحة</w:t>
            </w:r>
            <w:r w:rsidR="004C00A8">
              <w:rPr>
                <w:rtl/>
              </w:rPr>
              <w:t xml:space="preserve"> </w:t>
            </w:r>
            <w:r w:rsidRPr="009647FC">
              <w:rPr>
                <w:rtl/>
              </w:rPr>
              <w:t>نعيٍ</w:t>
            </w:r>
            <w:r>
              <w:rPr>
                <w:rtl/>
              </w:rPr>
              <w:t xml:space="preserve"> </w:t>
            </w:r>
            <w:r w:rsidRPr="009647FC">
              <w:rPr>
                <w:rtl/>
              </w:rPr>
              <w:t>كلُّ</w:t>
            </w:r>
            <w:r>
              <w:rPr>
                <w:rtl/>
              </w:rPr>
              <w:t xml:space="preserve"> </w:t>
            </w:r>
            <w:r w:rsidRPr="009647FC">
              <w:rPr>
                <w:rtl/>
              </w:rPr>
              <w:t>قلبٍ</w:t>
            </w:r>
            <w:r>
              <w:rPr>
                <w:rtl/>
              </w:rPr>
              <w:t xml:space="preserve"> </w:t>
            </w:r>
            <w:r w:rsidRPr="009647FC">
              <w:rPr>
                <w:rtl/>
              </w:rPr>
              <w:t>قتيلها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شكت</w:t>
            </w:r>
            <w:r w:rsidR="004C00A8">
              <w:rPr>
                <w:rtl/>
              </w:rPr>
              <w:t xml:space="preserve"> </w:t>
            </w:r>
            <w:r w:rsidRPr="009647FC">
              <w:rPr>
                <w:rtl/>
              </w:rPr>
              <w:t>عندها</w:t>
            </w:r>
            <w:r>
              <w:rPr>
                <w:rtl/>
              </w:rPr>
              <w:t xml:space="preserve"> </w:t>
            </w:r>
            <w:r w:rsidRPr="009647FC">
              <w:rPr>
                <w:rtl/>
              </w:rPr>
              <w:t>الأسماعُ</w:t>
            </w:r>
            <w:r>
              <w:rPr>
                <w:rtl/>
              </w:rPr>
              <w:t xml:space="preserve"> </w:t>
            </w:r>
            <w:r w:rsidRPr="009647FC">
              <w:rPr>
                <w:rtl/>
              </w:rPr>
              <w:t>وقراً</w:t>
            </w:r>
            <w:r>
              <w:rPr>
                <w:rtl/>
              </w:rPr>
              <w:t xml:space="preserve"> </w:t>
            </w:r>
            <w:r w:rsidRPr="009647FC">
              <w:rPr>
                <w:rtl/>
              </w:rPr>
              <w:t>أصمّ</w:t>
            </w:r>
            <w:r>
              <w:rPr>
                <w:rtl/>
              </w:rPr>
              <w:t>َ</w:t>
            </w:r>
            <w:r w:rsidRPr="009647FC">
              <w:rPr>
                <w:rtl/>
              </w:rPr>
              <w:t>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وما</w:t>
            </w:r>
            <w:r w:rsidR="004C00A8">
              <w:rPr>
                <w:rtl/>
              </w:rPr>
              <w:t xml:space="preserve"> </w:t>
            </w:r>
            <w:r w:rsidRPr="009647FC">
              <w:rPr>
                <w:rtl/>
              </w:rPr>
              <w:t>وقر</w:t>
            </w:r>
            <w:r>
              <w:rPr>
                <w:rtl/>
              </w:rPr>
              <w:t xml:space="preserve"> </w:t>
            </w:r>
            <w:r w:rsidRPr="009647FC">
              <w:rPr>
                <w:rtl/>
              </w:rPr>
              <w:t>الأسماع</w:t>
            </w:r>
            <w:r>
              <w:rPr>
                <w:rtl/>
              </w:rPr>
              <w:t xml:space="preserve"> </w:t>
            </w:r>
            <w:r w:rsidRPr="009647FC">
              <w:rPr>
                <w:rtl/>
              </w:rPr>
              <w:t>إلاّ</w:t>
            </w:r>
            <w:r>
              <w:rPr>
                <w:rtl/>
              </w:rPr>
              <w:t xml:space="preserve"> </w:t>
            </w:r>
            <w:r w:rsidRPr="009647FC">
              <w:rPr>
                <w:rtl/>
              </w:rPr>
              <w:t>صليلها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وقال</w:t>
            </w:r>
            <w:r>
              <w:rPr>
                <w:rtl/>
              </w:rPr>
              <w:t xml:space="preserve"> </w:t>
            </w:r>
            <w:r w:rsidRPr="009647FC">
              <w:rPr>
                <w:rtl/>
              </w:rPr>
              <w:t>امسحوها</w:t>
            </w:r>
            <w:r>
              <w:rPr>
                <w:rtl/>
              </w:rPr>
              <w:t xml:space="preserve"> </w:t>
            </w:r>
            <w:r w:rsidRPr="009647FC">
              <w:rPr>
                <w:rtl/>
              </w:rPr>
              <w:t>اليوم</w:t>
            </w:r>
            <w:r>
              <w:rPr>
                <w:rtl/>
              </w:rPr>
              <w:t xml:space="preserve"> </w:t>
            </w:r>
            <w:r w:rsidRPr="009647FC">
              <w:rPr>
                <w:rtl/>
              </w:rPr>
              <w:t>عمياء</w:t>
            </w:r>
            <w:r>
              <w:rPr>
                <w:rtl/>
              </w:rPr>
              <w:t xml:space="preserve"> </w:t>
            </w:r>
            <w:r w:rsidRPr="009647FC">
              <w:rPr>
                <w:rtl/>
              </w:rPr>
              <w:t>من</w:t>
            </w:r>
            <w:r>
              <w:rPr>
                <w:rtl/>
              </w:rPr>
              <w:t xml:space="preserve"> </w:t>
            </w:r>
            <w:r w:rsidRPr="009647FC">
              <w:rPr>
                <w:rtl/>
              </w:rPr>
              <w:t>جوىً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بشلاّء</w:t>
            </w:r>
            <w:r>
              <w:rPr>
                <w:rtl/>
              </w:rPr>
              <w:t xml:space="preserve"> </w:t>
            </w:r>
            <w:r w:rsidRPr="009647FC">
              <w:rPr>
                <w:rtl/>
              </w:rPr>
              <w:t>فيها</w:t>
            </w:r>
            <w:r>
              <w:rPr>
                <w:rtl/>
              </w:rPr>
              <w:t xml:space="preserve"> </w:t>
            </w:r>
            <w:r w:rsidRPr="009647FC">
              <w:rPr>
                <w:rtl/>
              </w:rPr>
              <w:t>لم</w:t>
            </w:r>
            <w:r>
              <w:rPr>
                <w:rtl/>
              </w:rPr>
              <w:t xml:space="preserve"> </w:t>
            </w:r>
            <w:r w:rsidRPr="009647FC">
              <w:rPr>
                <w:rtl/>
              </w:rPr>
              <w:t>ي</w:t>
            </w:r>
            <w:r w:rsidRPr="00B371C6">
              <w:rPr>
                <w:rtl/>
              </w:rPr>
              <w:t>ُ</w:t>
            </w:r>
            <w:r w:rsidRPr="009647FC">
              <w:rPr>
                <w:rtl/>
              </w:rPr>
              <w:t>كفكفْ</w:t>
            </w:r>
            <w:r>
              <w:rPr>
                <w:rtl/>
              </w:rPr>
              <w:t xml:space="preserve"> </w:t>
            </w:r>
            <w:r w:rsidRPr="009647FC">
              <w:rPr>
                <w:rtl/>
              </w:rPr>
              <w:t>همولها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فذاك</w:t>
            </w:r>
            <w:r>
              <w:rPr>
                <w:rtl/>
              </w:rPr>
              <w:t xml:space="preserve"> </w:t>
            </w:r>
            <w:r w:rsidRPr="009647FC">
              <w:rPr>
                <w:rtl/>
              </w:rPr>
              <w:t>على</w:t>
            </w:r>
            <w:r>
              <w:rPr>
                <w:rtl/>
              </w:rPr>
              <w:t xml:space="preserve"> </w:t>
            </w:r>
            <w:r w:rsidRPr="009647FC">
              <w:rPr>
                <w:rtl/>
              </w:rPr>
              <w:t>الأعواد</w:t>
            </w:r>
            <w:r>
              <w:rPr>
                <w:rtl/>
              </w:rPr>
              <w:t xml:space="preserve"> </w:t>
            </w:r>
            <w:r w:rsidRPr="009647FC">
              <w:rPr>
                <w:rtl/>
              </w:rPr>
              <w:t>سيدُ</w:t>
            </w:r>
            <w:r>
              <w:rPr>
                <w:rtl/>
              </w:rPr>
              <w:t xml:space="preserve"> </w:t>
            </w:r>
            <w:r w:rsidRPr="009647FC">
              <w:rPr>
                <w:rtl/>
              </w:rPr>
              <w:t>هاشمٍ</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بجنب</w:t>
            </w:r>
            <w:r>
              <w:rPr>
                <w:rtl/>
              </w:rPr>
              <w:t xml:space="preserve"> </w:t>
            </w:r>
            <w:r w:rsidRPr="009647FC">
              <w:rPr>
                <w:rtl/>
              </w:rPr>
              <w:t>العُلى</w:t>
            </w:r>
            <w:r>
              <w:rPr>
                <w:rtl/>
              </w:rPr>
              <w:t xml:space="preserve"> </w:t>
            </w:r>
            <w:r w:rsidRPr="009647FC">
              <w:rPr>
                <w:rtl/>
              </w:rPr>
              <w:t>منه</w:t>
            </w:r>
            <w:r>
              <w:rPr>
                <w:rtl/>
              </w:rPr>
              <w:t xml:space="preserve"> </w:t>
            </w:r>
            <w:r w:rsidRPr="009647FC">
              <w:rPr>
                <w:rtl/>
              </w:rPr>
              <w:t>مسجى</w:t>
            </w:r>
            <w:r>
              <w:rPr>
                <w:rtl/>
              </w:rPr>
              <w:t xml:space="preserve"> </w:t>
            </w:r>
            <w:r w:rsidRPr="009647FC">
              <w:rPr>
                <w:rtl/>
              </w:rPr>
              <w:t>كفيلها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وذي</w:t>
            </w:r>
            <w:r w:rsidR="004C00A8">
              <w:rPr>
                <w:rtl/>
              </w:rPr>
              <w:t xml:space="preserve"> </w:t>
            </w:r>
            <w:r w:rsidRPr="009647FC">
              <w:rPr>
                <w:rtl/>
              </w:rPr>
              <w:t>هاشمٌ</w:t>
            </w:r>
            <w:r>
              <w:rPr>
                <w:rtl/>
              </w:rPr>
              <w:t xml:space="preserve"> </w:t>
            </w:r>
            <w:r w:rsidRPr="009647FC">
              <w:rPr>
                <w:rtl/>
              </w:rPr>
              <w:t>جاءت</w:t>
            </w:r>
            <w:r>
              <w:rPr>
                <w:rtl/>
              </w:rPr>
              <w:t xml:space="preserve"> </w:t>
            </w:r>
            <w:r w:rsidRPr="009647FC">
              <w:rPr>
                <w:rtl/>
              </w:rPr>
              <w:t>بأثقال</w:t>
            </w:r>
            <w:r>
              <w:rPr>
                <w:rtl/>
              </w:rPr>
              <w:t xml:space="preserve"> </w:t>
            </w:r>
            <w:r w:rsidRPr="009647FC">
              <w:rPr>
                <w:rtl/>
              </w:rPr>
              <w:t>همّها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ومهديّها</w:t>
            </w:r>
            <w:r>
              <w:rPr>
                <w:rtl/>
              </w:rPr>
              <w:t xml:space="preserve"> </w:t>
            </w:r>
            <w:r w:rsidRPr="009647FC">
              <w:rPr>
                <w:rtl/>
              </w:rPr>
              <w:t>محمولة</w:t>
            </w:r>
            <w:r>
              <w:rPr>
                <w:rtl/>
              </w:rPr>
              <w:t xml:space="preserve"> </w:t>
            </w:r>
            <w:r w:rsidRPr="009647FC">
              <w:rPr>
                <w:rtl/>
              </w:rPr>
              <w:t>لا</w:t>
            </w:r>
            <w:r>
              <w:rPr>
                <w:rtl/>
              </w:rPr>
              <w:t xml:space="preserve"> </w:t>
            </w:r>
            <w:r w:rsidRPr="009647FC">
              <w:rPr>
                <w:rtl/>
              </w:rPr>
              <w:t>حمولها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نضتها</w:t>
            </w:r>
            <w:r w:rsidR="004C00A8">
              <w:rPr>
                <w:rtl/>
              </w:rPr>
              <w:t xml:space="preserve"> </w:t>
            </w:r>
            <w:r w:rsidRPr="009647FC">
              <w:rPr>
                <w:rtl/>
              </w:rPr>
              <w:t>السرى</w:t>
            </w:r>
            <w:r>
              <w:rPr>
                <w:rtl/>
              </w:rPr>
              <w:t xml:space="preserve"> </w:t>
            </w:r>
            <w:r w:rsidRPr="009647FC">
              <w:rPr>
                <w:rtl/>
              </w:rPr>
              <w:t>أسياف</w:t>
            </w:r>
            <w:r>
              <w:rPr>
                <w:rtl/>
              </w:rPr>
              <w:t xml:space="preserve">َ </w:t>
            </w:r>
            <w:r w:rsidRPr="009647FC">
              <w:rPr>
                <w:rtl/>
              </w:rPr>
              <w:t>مجدٍ</w:t>
            </w:r>
            <w:r>
              <w:rPr>
                <w:rtl/>
              </w:rPr>
              <w:t xml:space="preserve"> </w:t>
            </w:r>
            <w:r w:rsidRPr="009647FC">
              <w:rPr>
                <w:rtl/>
              </w:rPr>
              <w:t>صقيلةً</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وعادت</w:t>
            </w:r>
            <w:r w:rsidR="004C00A8">
              <w:rPr>
                <w:rtl/>
              </w:rPr>
              <w:t xml:space="preserve"> </w:t>
            </w:r>
            <w:r w:rsidRPr="009647FC">
              <w:rPr>
                <w:rtl/>
              </w:rPr>
              <w:t>وفي</w:t>
            </w:r>
            <w:r>
              <w:rPr>
                <w:rtl/>
              </w:rPr>
              <w:t xml:space="preserve"> </w:t>
            </w:r>
            <w:r w:rsidRPr="009647FC">
              <w:rPr>
                <w:rtl/>
              </w:rPr>
              <w:t>قلب</w:t>
            </w:r>
            <w:r>
              <w:rPr>
                <w:rtl/>
              </w:rPr>
              <w:t xml:space="preserve"> </w:t>
            </w:r>
            <w:r w:rsidRPr="009647FC">
              <w:rPr>
                <w:rtl/>
              </w:rPr>
              <w:t>المعالي</w:t>
            </w:r>
            <w:r>
              <w:rPr>
                <w:rtl/>
              </w:rPr>
              <w:t xml:space="preserve"> </w:t>
            </w:r>
            <w:r w:rsidRPr="009647FC">
              <w:rPr>
                <w:rtl/>
              </w:rPr>
              <w:t>فلولها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مضت</w:t>
            </w:r>
            <w:r>
              <w:rPr>
                <w:rtl/>
              </w:rPr>
              <w:t xml:space="preserve"> </w:t>
            </w:r>
            <w:r w:rsidRPr="009647FC">
              <w:rPr>
                <w:rtl/>
              </w:rPr>
              <w:t>بأبٍ</w:t>
            </w:r>
            <w:r>
              <w:rPr>
                <w:rtl/>
              </w:rPr>
              <w:t xml:space="preserve"> </w:t>
            </w:r>
            <w:r w:rsidRPr="009647FC">
              <w:rPr>
                <w:rtl/>
              </w:rPr>
              <w:t>للمكرمات</w:t>
            </w:r>
            <w:r>
              <w:rPr>
                <w:rtl/>
              </w:rPr>
              <w:t xml:space="preserve"> </w:t>
            </w:r>
            <w:r w:rsidRPr="009647FC">
              <w:rPr>
                <w:rtl/>
              </w:rPr>
              <w:t>يؤمُها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وكان</w:t>
            </w:r>
            <w:r w:rsidR="004C00A8">
              <w:rPr>
                <w:rtl/>
              </w:rPr>
              <w:t xml:space="preserve"> </w:t>
            </w:r>
            <w:r w:rsidRPr="009647FC">
              <w:rPr>
                <w:rtl/>
              </w:rPr>
              <w:t>بأمّ</w:t>
            </w:r>
            <w:r>
              <w:rPr>
                <w:rtl/>
              </w:rPr>
              <w:t xml:space="preserve"> </w:t>
            </w:r>
            <w:r w:rsidRPr="009647FC">
              <w:rPr>
                <w:rtl/>
              </w:rPr>
              <w:t>النائبات</w:t>
            </w:r>
            <w:r>
              <w:rPr>
                <w:rtl/>
              </w:rPr>
              <w:t xml:space="preserve"> </w:t>
            </w:r>
            <w:r w:rsidRPr="009647FC">
              <w:rPr>
                <w:rtl/>
              </w:rPr>
              <w:t>قفولها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أما</w:t>
            </w:r>
            <w:r>
              <w:rPr>
                <w:rtl/>
              </w:rPr>
              <w:t xml:space="preserve"> </w:t>
            </w:r>
            <w:r w:rsidRPr="009647FC">
              <w:rPr>
                <w:rtl/>
              </w:rPr>
              <w:t>وسريرٍ</w:t>
            </w:r>
            <w:r>
              <w:rPr>
                <w:rtl/>
              </w:rPr>
              <w:t xml:space="preserve"> </w:t>
            </w:r>
            <w:r w:rsidRPr="009647FC">
              <w:rPr>
                <w:rtl/>
              </w:rPr>
              <w:t>تحته</w:t>
            </w:r>
            <w:r>
              <w:rPr>
                <w:rtl/>
              </w:rPr>
              <w:t xml:space="preserve"> </w:t>
            </w:r>
            <w:r w:rsidRPr="009647FC">
              <w:rPr>
                <w:rtl/>
              </w:rPr>
              <w:t>قد</w:t>
            </w:r>
            <w:r>
              <w:rPr>
                <w:rtl/>
              </w:rPr>
              <w:t xml:space="preserve"> </w:t>
            </w:r>
            <w:r w:rsidRPr="009647FC">
              <w:rPr>
                <w:rtl/>
              </w:rPr>
              <w:t>تزاحمت</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فطاشت</w:t>
            </w:r>
            <w:r>
              <w:rPr>
                <w:rtl/>
              </w:rPr>
              <w:t xml:space="preserve"> </w:t>
            </w:r>
            <w:r w:rsidRPr="009647FC">
              <w:rPr>
                <w:rtl/>
              </w:rPr>
              <w:t>كما</w:t>
            </w:r>
            <w:r>
              <w:rPr>
                <w:rtl/>
              </w:rPr>
              <w:t xml:space="preserve"> </w:t>
            </w:r>
            <w:r w:rsidRPr="009647FC">
              <w:rPr>
                <w:rtl/>
              </w:rPr>
              <w:t>طاشت</w:t>
            </w:r>
            <w:r>
              <w:rPr>
                <w:rtl/>
              </w:rPr>
              <w:t xml:space="preserve"> </w:t>
            </w:r>
            <w:r w:rsidRPr="009647FC">
              <w:rPr>
                <w:rtl/>
              </w:rPr>
              <w:t>خطاها</w:t>
            </w:r>
            <w:r>
              <w:rPr>
                <w:rtl/>
              </w:rPr>
              <w:t xml:space="preserve"> </w:t>
            </w:r>
            <w:r w:rsidRPr="009647FC">
              <w:rPr>
                <w:rtl/>
              </w:rPr>
              <w:t>عقولها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لقد</w:t>
            </w:r>
            <w:r w:rsidR="004C00A8">
              <w:rPr>
                <w:rtl/>
              </w:rPr>
              <w:t xml:space="preserve"> </w:t>
            </w:r>
            <w:r w:rsidRPr="009647FC">
              <w:rPr>
                <w:rtl/>
              </w:rPr>
              <w:t>هالها</w:t>
            </w:r>
            <w:r>
              <w:rPr>
                <w:rtl/>
              </w:rPr>
              <w:t xml:space="preserve"> </w:t>
            </w:r>
            <w:r w:rsidRPr="009647FC">
              <w:rPr>
                <w:rtl/>
              </w:rPr>
              <w:t>الإقدام</w:t>
            </w:r>
            <w:r>
              <w:rPr>
                <w:rtl/>
              </w:rPr>
              <w:t xml:space="preserve"> </w:t>
            </w:r>
            <w:r w:rsidRPr="009647FC">
              <w:rPr>
                <w:rtl/>
              </w:rPr>
              <w:t>فيه</w:t>
            </w:r>
            <w:r>
              <w:rPr>
                <w:rtl/>
              </w:rPr>
              <w:t xml:space="preserve"> </w:t>
            </w:r>
            <w:r w:rsidRPr="009647FC">
              <w:rPr>
                <w:rtl/>
              </w:rPr>
              <w:t>لتربةٍ</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على</w:t>
            </w:r>
            <w:r>
              <w:rPr>
                <w:rtl/>
              </w:rPr>
              <w:t xml:space="preserve"> </w:t>
            </w:r>
            <w:r w:rsidRPr="009647FC">
              <w:rPr>
                <w:rtl/>
              </w:rPr>
              <w:t>روحها</w:t>
            </w:r>
            <w:r>
              <w:rPr>
                <w:rtl/>
              </w:rPr>
              <w:t xml:space="preserve"> </w:t>
            </w:r>
            <w:r w:rsidRPr="009647FC">
              <w:rPr>
                <w:rtl/>
              </w:rPr>
              <w:t>بالراحتين</w:t>
            </w:r>
            <w:r>
              <w:rPr>
                <w:rtl/>
              </w:rPr>
              <w:t xml:space="preserve"> </w:t>
            </w:r>
            <w:r w:rsidRPr="009647FC">
              <w:rPr>
                <w:rtl/>
              </w:rPr>
              <w:t>تهيلها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فقد</w:t>
            </w:r>
            <w:r w:rsidR="004C00A8">
              <w:rPr>
                <w:rtl/>
              </w:rPr>
              <w:t xml:space="preserve"> </w:t>
            </w:r>
            <w:r w:rsidRPr="009647FC">
              <w:rPr>
                <w:rtl/>
              </w:rPr>
              <w:t>قبرت</w:t>
            </w:r>
            <w:r>
              <w:rPr>
                <w:rtl/>
              </w:rPr>
              <w:t xml:space="preserve"> </w:t>
            </w:r>
            <w:r w:rsidRPr="009647FC">
              <w:rPr>
                <w:rtl/>
              </w:rPr>
              <w:t>في</w:t>
            </w:r>
            <w:r>
              <w:rPr>
                <w:rtl/>
              </w:rPr>
              <w:t xml:space="preserve"> </w:t>
            </w:r>
            <w:r w:rsidRPr="009647FC">
              <w:rPr>
                <w:rtl/>
              </w:rPr>
              <w:t>اللحد</w:t>
            </w:r>
            <w:r>
              <w:rPr>
                <w:rtl/>
              </w:rPr>
              <w:t xml:space="preserve"> </w:t>
            </w:r>
            <w:r w:rsidRPr="009647FC">
              <w:rPr>
                <w:rtl/>
              </w:rPr>
              <w:t>واحد</w:t>
            </w:r>
            <w:r>
              <w:rPr>
                <w:rtl/>
              </w:rPr>
              <w:t xml:space="preserve"> </w:t>
            </w:r>
            <w:r w:rsidRPr="009647FC">
              <w:rPr>
                <w:rtl/>
              </w:rPr>
              <w:t>عصرها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وأقسم</w:t>
            </w:r>
            <w:r>
              <w:rPr>
                <w:rtl/>
              </w:rPr>
              <w:t xml:space="preserve"> </w:t>
            </w:r>
            <w:r w:rsidRPr="009647FC">
              <w:rPr>
                <w:rtl/>
              </w:rPr>
              <w:t>ما</w:t>
            </w:r>
            <w:r>
              <w:rPr>
                <w:rtl/>
              </w:rPr>
              <w:t xml:space="preserve"> </w:t>
            </w:r>
            <w:r w:rsidRPr="009647FC">
              <w:rPr>
                <w:rtl/>
              </w:rPr>
              <w:t>المقبورُ</w:t>
            </w:r>
            <w:r>
              <w:rPr>
                <w:rtl/>
              </w:rPr>
              <w:t xml:space="preserve"> </w:t>
            </w:r>
            <w:r w:rsidRPr="009647FC">
              <w:rPr>
                <w:rtl/>
              </w:rPr>
              <w:t>إلاّ</w:t>
            </w:r>
            <w:r>
              <w:rPr>
                <w:rtl/>
              </w:rPr>
              <w:t xml:space="preserve"> </w:t>
            </w:r>
            <w:r w:rsidRPr="009647FC">
              <w:rPr>
                <w:rtl/>
              </w:rPr>
              <w:t>قبيلها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تجللتها</w:t>
            </w:r>
            <w:r>
              <w:rPr>
                <w:rtl/>
              </w:rPr>
              <w:t xml:space="preserve"> </w:t>
            </w:r>
            <w:r w:rsidRPr="009647FC">
              <w:rPr>
                <w:rtl/>
              </w:rPr>
              <w:t>يا</w:t>
            </w:r>
            <w:r>
              <w:rPr>
                <w:rtl/>
              </w:rPr>
              <w:t xml:space="preserve"> </w:t>
            </w:r>
            <w:r w:rsidRPr="009647FC">
              <w:rPr>
                <w:rtl/>
              </w:rPr>
              <w:t>دهرُ</w:t>
            </w:r>
            <w:r>
              <w:rPr>
                <w:rtl/>
              </w:rPr>
              <w:t xml:space="preserve"> </w:t>
            </w:r>
            <w:r w:rsidRPr="009647FC">
              <w:rPr>
                <w:rtl/>
              </w:rPr>
              <w:t>سوداء</w:t>
            </w:r>
            <w:r>
              <w:rPr>
                <w:rtl/>
              </w:rPr>
              <w:t xml:space="preserve"> </w:t>
            </w:r>
            <w:r w:rsidRPr="009647FC">
              <w:rPr>
                <w:rtl/>
              </w:rPr>
              <w:t>فانطوت</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عليك</w:t>
            </w:r>
            <w:r>
              <w:rPr>
                <w:rtl/>
              </w:rPr>
              <w:t xml:space="preserve"> </w:t>
            </w:r>
            <w:r w:rsidRPr="009647FC">
              <w:rPr>
                <w:rtl/>
              </w:rPr>
              <w:t>ليوم</w:t>
            </w:r>
            <w:r>
              <w:rPr>
                <w:rtl/>
              </w:rPr>
              <w:t xml:space="preserve"> </w:t>
            </w:r>
            <w:r w:rsidRPr="009647FC">
              <w:rPr>
                <w:rtl/>
              </w:rPr>
              <w:t>النشر</w:t>
            </w:r>
            <w:r>
              <w:rPr>
                <w:rtl/>
              </w:rPr>
              <w:t xml:space="preserve"> </w:t>
            </w:r>
            <w:r w:rsidRPr="009647FC">
              <w:rPr>
                <w:rtl/>
              </w:rPr>
              <w:t>تضفو</w:t>
            </w:r>
            <w:r>
              <w:rPr>
                <w:rtl/>
              </w:rPr>
              <w:t xml:space="preserve"> </w:t>
            </w:r>
            <w:r w:rsidRPr="009647FC">
              <w:rPr>
                <w:rtl/>
              </w:rPr>
              <w:t>ذيولها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حطمت</w:t>
            </w:r>
            <w:r>
              <w:rPr>
                <w:rtl/>
              </w:rPr>
              <w:t xml:space="preserve"> </w:t>
            </w:r>
            <w:r w:rsidRPr="009647FC">
              <w:rPr>
                <w:rtl/>
              </w:rPr>
              <w:t>بها</w:t>
            </w:r>
            <w:r>
              <w:rPr>
                <w:rtl/>
              </w:rPr>
              <w:t xml:space="preserve"> </w:t>
            </w:r>
            <w:r w:rsidRPr="009647FC">
              <w:rPr>
                <w:rtl/>
              </w:rPr>
              <w:t>قسراً</w:t>
            </w:r>
            <w:r>
              <w:rPr>
                <w:rtl/>
              </w:rPr>
              <w:t xml:space="preserve"> </w:t>
            </w:r>
            <w:r w:rsidRPr="009647FC">
              <w:rPr>
                <w:rtl/>
              </w:rPr>
              <w:t>عرانين</w:t>
            </w:r>
            <w:r>
              <w:rPr>
                <w:rtl/>
              </w:rPr>
              <w:t xml:space="preserve">َ </w:t>
            </w:r>
            <w:r w:rsidRPr="009647FC">
              <w:rPr>
                <w:rtl/>
              </w:rPr>
              <w:t>هاشمٍ</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فقدها</w:t>
            </w:r>
            <w:r>
              <w:rPr>
                <w:rtl/>
              </w:rPr>
              <w:t xml:space="preserve"> </w:t>
            </w:r>
            <w:r w:rsidRPr="009647FC">
              <w:rPr>
                <w:rtl/>
              </w:rPr>
              <w:t>تساوي</w:t>
            </w:r>
            <w:r>
              <w:rPr>
                <w:rtl/>
              </w:rPr>
              <w:t xml:space="preserve"> </w:t>
            </w:r>
            <w:r w:rsidRPr="009647FC">
              <w:rPr>
                <w:rtl/>
              </w:rPr>
              <w:t>صعبُها</w:t>
            </w:r>
            <w:r>
              <w:rPr>
                <w:rtl/>
              </w:rPr>
              <w:t xml:space="preserve"> </w:t>
            </w:r>
            <w:r w:rsidRPr="009647FC">
              <w:rPr>
                <w:rtl/>
              </w:rPr>
              <w:t>وذلولها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وقل</w:t>
            </w:r>
            <w:r w:rsidR="004C00A8">
              <w:rPr>
                <w:rtl/>
              </w:rPr>
              <w:t xml:space="preserve"> </w:t>
            </w:r>
            <w:r w:rsidRPr="009647FC">
              <w:rPr>
                <w:rtl/>
              </w:rPr>
              <w:t>لعوادي</w:t>
            </w:r>
            <w:r>
              <w:rPr>
                <w:rtl/>
              </w:rPr>
              <w:t xml:space="preserve"> </w:t>
            </w:r>
            <w:r w:rsidRPr="009647FC">
              <w:rPr>
                <w:rtl/>
              </w:rPr>
              <w:t>الحتف</w:t>
            </w:r>
            <w:r>
              <w:rPr>
                <w:rtl/>
              </w:rPr>
              <w:t xml:space="preserve"> </w:t>
            </w:r>
            <w:r w:rsidRPr="009647FC">
              <w:rPr>
                <w:rtl/>
              </w:rPr>
              <w:t>شأنك</w:t>
            </w:r>
            <w:r>
              <w:rPr>
                <w:rtl/>
              </w:rPr>
              <w:t xml:space="preserve"> </w:t>
            </w:r>
            <w:r w:rsidRPr="009647FC">
              <w:rPr>
                <w:rtl/>
              </w:rPr>
              <w:t>والردى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مضى</w:t>
            </w:r>
            <w:r w:rsidR="004C00A8">
              <w:rPr>
                <w:rtl/>
              </w:rPr>
              <w:t xml:space="preserve"> </w:t>
            </w:r>
            <w:r w:rsidRPr="009647FC">
              <w:rPr>
                <w:rtl/>
              </w:rPr>
              <w:t>الفضلُ</w:t>
            </w:r>
            <w:r>
              <w:rPr>
                <w:rtl/>
              </w:rPr>
              <w:t xml:space="preserve"> </w:t>
            </w:r>
            <w:r w:rsidRPr="009647FC">
              <w:rPr>
                <w:rtl/>
              </w:rPr>
              <w:t>والباقون</w:t>
            </w:r>
            <w:r>
              <w:rPr>
                <w:rtl/>
              </w:rPr>
              <w:t xml:space="preserve"> </w:t>
            </w:r>
            <w:r w:rsidRPr="009647FC">
              <w:rPr>
                <w:rtl/>
              </w:rPr>
              <w:t>منها</w:t>
            </w:r>
            <w:r>
              <w:rPr>
                <w:rtl/>
              </w:rPr>
              <w:t xml:space="preserve"> </w:t>
            </w:r>
            <w:r w:rsidRPr="009647FC">
              <w:rPr>
                <w:rtl/>
              </w:rPr>
              <w:t>فضولها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فما</w:t>
            </w:r>
            <w:r w:rsidR="004C00A8">
              <w:rPr>
                <w:rtl/>
              </w:rPr>
              <w:t xml:space="preserve"> </w:t>
            </w:r>
            <w:r w:rsidRPr="009647FC">
              <w:rPr>
                <w:rtl/>
              </w:rPr>
              <w:t>جولة</w:t>
            </w:r>
            <w:r>
              <w:rPr>
                <w:rtl/>
              </w:rPr>
              <w:t xml:space="preserve"> </w:t>
            </w:r>
            <w:r w:rsidRPr="009647FC">
              <w:rPr>
                <w:rtl/>
              </w:rPr>
              <w:t>عند</w:t>
            </w:r>
            <w:r>
              <w:rPr>
                <w:rtl/>
              </w:rPr>
              <w:t xml:space="preserve"> </w:t>
            </w:r>
            <w:r w:rsidRPr="009647FC">
              <w:rPr>
                <w:rtl/>
              </w:rPr>
              <w:t>الردى</w:t>
            </w:r>
            <w:r>
              <w:rPr>
                <w:rtl/>
              </w:rPr>
              <w:t xml:space="preserve"> </w:t>
            </w:r>
            <w:r w:rsidRPr="009647FC">
              <w:rPr>
                <w:rtl/>
              </w:rPr>
              <w:t>فوق</w:t>
            </w:r>
            <w:r>
              <w:rPr>
                <w:rtl/>
              </w:rPr>
              <w:t xml:space="preserve"> </w:t>
            </w:r>
            <w:r w:rsidRPr="009647FC">
              <w:rPr>
                <w:rtl/>
              </w:rPr>
              <w:t>هذه</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فنخشاه</w:t>
            </w:r>
            <w:r>
              <w:rPr>
                <w:rtl/>
              </w:rPr>
              <w:t xml:space="preserve"> </w:t>
            </w:r>
            <w:r w:rsidRPr="009647FC">
              <w:rPr>
                <w:rtl/>
              </w:rPr>
              <w:t>يوماً</w:t>
            </w:r>
            <w:r>
              <w:rPr>
                <w:rtl/>
              </w:rPr>
              <w:t xml:space="preserve"> </w:t>
            </w:r>
            <w:r w:rsidRPr="009647FC">
              <w:rPr>
                <w:rtl/>
              </w:rPr>
              <w:t>في</w:t>
            </w:r>
            <w:r>
              <w:rPr>
                <w:rtl/>
              </w:rPr>
              <w:t xml:space="preserve"> </w:t>
            </w:r>
            <w:r w:rsidRPr="009647FC">
              <w:rPr>
                <w:rtl/>
              </w:rPr>
              <w:t>كريم</w:t>
            </w:r>
            <w:r>
              <w:rPr>
                <w:rtl/>
              </w:rPr>
              <w:t xml:space="preserve"> </w:t>
            </w:r>
            <w:r w:rsidRPr="009647FC">
              <w:rPr>
                <w:rtl/>
              </w:rPr>
              <w:t>يجولها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ويا</w:t>
            </w:r>
            <w:r>
              <w:rPr>
                <w:rtl/>
              </w:rPr>
              <w:t xml:space="preserve"> </w:t>
            </w:r>
            <w:r w:rsidRPr="009647FC">
              <w:rPr>
                <w:rtl/>
              </w:rPr>
              <w:t>رافعيه</w:t>
            </w:r>
            <w:r>
              <w:rPr>
                <w:rtl/>
              </w:rPr>
              <w:t xml:space="preserve"> </w:t>
            </w:r>
            <w:r w:rsidRPr="009647FC">
              <w:rPr>
                <w:rtl/>
              </w:rPr>
              <w:t>في</w:t>
            </w:r>
            <w:r>
              <w:rPr>
                <w:rtl/>
              </w:rPr>
              <w:t xml:space="preserve"> </w:t>
            </w:r>
            <w:r w:rsidRPr="009647FC">
              <w:rPr>
                <w:rtl/>
              </w:rPr>
              <w:t>الأكفّ</w:t>
            </w:r>
            <w:r>
              <w:rPr>
                <w:rtl/>
              </w:rPr>
              <w:t xml:space="preserve"> </w:t>
            </w:r>
            <w:r w:rsidRPr="009647FC">
              <w:rPr>
                <w:rtl/>
              </w:rPr>
              <w:t>نصبتمُ</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بها</w:t>
            </w:r>
            <w:r w:rsidR="004C00A8">
              <w:rPr>
                <w:rtl/>
              </w:rPr>
              <w:t xml:space="preserve"> </w:t>
            </w:r>
            <w:r w:rsidRPr="009647FC">
              <w:rPr>
                <w:rtl/>
              </w:rPr>
              <w:t>علماً</w:t>
            </w:r>
            <w:r>
              <w:rPr>
                <w:rtl/>
              </w:rPr>
              <w:t xml:space="preserve"> </w:t>
            </w:r>
            <w:r w:rsidRPr="009647FC">
              <w:rPr>
                <w:rtl/>
              </w:rPr>
              <w:t>يشأى</w:t>
            </w:r>
            <w:r>
              <w:rPr>
                <w:rtl/>
              </w:rPr>
              <w:t xml:space="preserve"> </w:t>
            </w:r>
            <w:r w:rsidRPr="009647FC">
              <w:rPr>
                <w:rtl/>
              </w:rPr>
              <w:t>العُلى</w:t>
            </w:r>
            <w:r>
              <w:rPr>
                <w:rtl/>
              </w:rPr>
              <w:t xml:space="preserve"> </w:t>
            </w:r>
            <w:r w:rsidRPr="009647FC">
              <w:rPr>
                <w:rtl/>
              </w:rPr>
              <w:t>ويطولها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قفوا</w:t>
            </w:r>
            <w:r>
              <w:rPr>
                <w:rtl/>
              </w:rPr>
              <w:t xml:space="preserve"> </w:t>
            </w:r>
            <w:r w:rsidRPr="009647FC">
              <w:rPr>
                <w:rtl/>
              </w:rPr>
              <w:t>وانظروا</w:t>
            </w:r>
            <w:r>
              <w:rPr>
                <w:rtl/>
              </w:rPr>
              <w:t xml:space="preserve"> </w:t>
            </w:r>
            <w:r w:rsidRPr="009647FC">
              <w:rPr>
                <w:rtl/>
              </w:rPr>
              <w:t>كيف</w:t>
            </w:r>
            <w:r>
              <w:rPr>
                <w:rtl/>
              </w:rPr>
              <w:t xml:space="preserve"> </w:t>
            </w:r>
            <w:r w:rsidRPr="009647FC">
              <w:rPr>
                <w:rtl/>
              </w:rPr>
              <w:t>الورى</w:t>
            </w:r>
            <w:r>
              <w:rPr>
                <w:rtl/>
              </w:rPr>
              <w:t xml:space="preserve"> </w:t>
            </w:r>
            <w:r w:rsidRPr="009647FC">
              <w:rPr>
                <w:rtl/>
              </w:rPr>
              <w:t>لو</w:t>
            </w:r>
            <w:r>
              <w:rPr>
                <w:rtl/>
              </w:rPr>
              <w:t xml:space="preserve"> </w:t>
            </w:r>
            <w:r w:rsidRPr="009647FC">
              <w:rPr>
                <w:rtl/>
              </w:rPr>
              <w:t>تحاشدت</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وضاق</w:t>
            </w:r>
            <w:r w:rsidR="004C00A8">
              <w:rPr>
                <w:rtl/>
              </w:rPr>
              <w:t xml:space="preserve"> </w:t>
            </w:r>
            <w:r w:rsidRPr="009647FC">
              <w:rPr>
                <w:rtl/>
              </w:rPr>
              <w:t>بأبناء</w:t>
            </w:r>
            <w:r>
              <w:rPr>
                <w:rtl/>
              </w:rPr>
              <w:t xml:space="preserve"> </w:t>
            </w:r>
            <w:r w:rsidRPr="009647FC">
              <w:rPr>
                <w:rtl/>
              </w:rPr>
              <w:t>السبيل</w:t>
            </w:r>
            <w:r>
              <w:rPr>
                <w:rtl/>
              </w:rPr>
              <w:t xml:space="preserve"> </w:t>
            </w:r>
            <w:r w:rsidRPr="009647FC">
              <w:rPr>
                <w:rtl/>
              </w:rPr>
              <w:t>سبيلها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تشيِّع</w:t>
            </w:r>
            <w:r>
              <w:rPr>
                <w:rtl/>
              </w:rPr>
              <w:t xml:space="preserve"> </w:t>
            </w:r>
            <w:r w:rsidRPr="009647FC">
              <w:rPr>
                <w:rtl/>
              </w:rPr>
              <w:t>نعشاً</w:t>
            </w:r>
            <w:r>
              <w:rPr>
                <w:rtl/>
              </w:rPr>
              <w:t xml:space="preserve"> </w:t>
            </w:r>
            <w:r w:rsidRPr="009647FC">
              <w:rPr>
                <w:rtl/>
              </w:rPr>
              <w:t>ليس</w:t>
            </w:r>
            <w:r>
              <w:rPr>
                <w:rtl/>
              </w:rPr>
              <w:t xml:space="preserve"> </w:t>
            </w:r>
            <w:r w:rsidRPr="009647FC">
              <w:rPr>
                <w:rtl/>
              </w:rPr>
              <w:t>تدري</w:t>
            </w:r>
            <w:r>
              <w:rPr>
                <w:rtl/>
              </w:rPr>
              <w:t xml:space="preserve"> </w:t>
            </w:r>
            <w:r w:rsidRPr="009647FC">
              <w:rPr>
                <w:rtl/>
              </w:rPr>
              <w:t>إمامها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إلى</w:t>
            </w:r>
            <w:r>
              <w:rPr>
                <w:rtl/>
              </w:rPr>
              <w:t xml:space="preserve"> </w:t>
            </w:r>
            <w:r w:rsidRPr="009647FC">
              <w:rPr>
                <w:rtl/>
              </w:rPr>
              <w:t>القبر</w:t>
            </w:r>
            <w:r>
              <w:rPr>
                <w:rtl/>
              </w:rPr>
              <w:t xml:space="preserve"> </w:t>
            </w:r>
            <w:r w:rsidRPr="009647FC">
              <w:rPr>
                <w:rtl/>
              </w:rPr>
              <w:t>محمولٌ</w:t>
            </w:r>
            <w:r>
              <w:rPr>
                <w:rtl/>
              </w:rPr>
              <w:t xml:space="preserve"> </w:t>
            </w:r>
            <w:r w:rsidRPr="009647FC">
              <w:rPr>
                <w:rtl/>
              </w:rPr>
              <w:t>به</w:t>
            </w:r>
            <w:r>
              <w:rPr>
                <w:rtl/>
              </w:rPr>
              <w:t xml:space="preserve"> </w:t>
            </w:r>
            <w:r w:rsidRPr="009647FC">
              <w:rPr>
                <w:rtl/>
              </w:rPr>
              <w:t>أم</w:t>
            </w:r>
            <w:r>
              <w:rPr>
                <w:rtl/>
              </w:rPr>
              <w:t xml:space="preserve"> </w:t>
            </w:r>
            <w:r w:rsidRPr="009647FC">
              <w:rPr>
                <w:rtl/>
              </w:rPr>
              <w:t>رسولها؟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C2021" w:rsidRPr="00524A24" w:rsidTr="00DC2021">
        <w:trPr>
          <w:trHeight w:val="350"/>
        </w:trPr>
        <w:tc>
          <w:tcPr>
            <w:tcW w:w="3902" w:type="dxa"/>
          </w:tcPr>
          <w:p w:rsidR="00DC2021" w:rsidRPr="00524A24" w:rsidRDefault="00DC2021" w:rsidP="003C12B7">
            <w:pPr>
              <w:pStyle w:val="libPoem"/>
            </w:pPr>
            <w:r w:rsidRPr="009647FC">
              <w:rPr>
                <w:rtl/>
              </w:rPr>
              <w:lastRenderedPageBreak/>
              <w:t>فتىً</w:t>
            </w:r>
            <w:r>
              <w:rPr>
                <w:rtl/>
              </w:rPr>
              <w:t xml:space="preserve"> </w:t>
            </w:r>
            <w:r w:rsidRPr="009647FC">
              <w:rPr>
                <w:rtl/>
              </w:rPr>
              <w:t>طبّ</w:t>
            </w:r>
            <w:r>
              <w:rPr>
                <w:rtl/>
              </w:rPr>
              <w:t>َ</w:t>
            </w:r>
            <w:r w:rsidRPr="009647FC">
              <w:rPr>
                <w:rtl/>
              </w:rPr>
              <w:t>ق</w:t>
            </w:r>
            <w:r>
              <w:rPr>
                <w:rtl/>
              </w:rPr>
              <w:t xml:space="preserve"> </w:t>
            </w:r>
            <w:r w:rsidRPr="009647FC">
              <w:rPr>
                <w:rtl/>
              </w:rPr>
              <w:t>الدنيا</w:t>
            </w:r>
            <w:r>
              <w:rPr>
                <w:rtl/>
              </w:rPr>
              <w:t xml:space="preserve"> </w:t>
            </w:r>
            <w:r w:rsidRPr="009647FC">
              <w:rPr>
                <w:rtl/>
              </w:rPr>
              <w:t>علاءً</w:t>
            </w:r>
            <w:r>
              <w:rPr>
                <w:rtl/>
              </w:rPr>
              <w:t xml:space="preserve"> </w:t>
            </w:r>
            <w:r w:rsidRPr="009647FC">
              <w:rPr>
                <w:rtl/>
              </w:rPr>
              <w:t>وعمّ</w:t>
            </w:r>
            <w:r>
              <w:rPr>
                <w:rtl/>
              </w:rPr>
              <w:t>َ</w:t>
            </w:r>
            <w:r w:rsidRPr="009647FC">
              <w:rPr>
                <w:rtl/>
              </w:rPr>
              <w:t>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سخاءً</w:t>
            </w:r>
            <w:r>
              <w:rPr>
                <w:rtl/>
              </w:rPr>
              <w:t xml:space="preserve"> </w:t>
            </w:r>
            <w:r w:rsidRPr="009647FC">
              <w:rPr>
                <w:rtl/>
              </w:rPr>
              <w:t>وأبقى</w:t>
            </w:r>
            <w:r>
              <w:rPr>
                <w:rtl/>
              </w:rPr>
              <w:t xml:space="preserve"> </w:t>
            </w:r>
            <w:r w:rsidRPr="009647FC">
              <w:rPr>
                <w:rtl/>
              </w:rPr>
              <w:t>بعده</w:t>
            </w:r>
            <w:r>
              <w:rPr>
                <w:rtl/>
              </w:rPr>
              <w:t xml:space="preserve"> </w:t>
            </w:r>
            <w:r w:rsidRPr="009647FC">
              <w:rPr>
                <w:rtl/>
              </w:rPr>
              <w:t>من</w:t>
            </w:r>
            <w:r>
              <w:rPr>
                <w:rtl/>
              </w:rPr>
              <w:t xml:space="preserve"> </w:t>
            </w:r>
            <w:r w:rsidRPr="009647FC">
              <w:rPr>
                <w:rtl/>
              </w:rPr>
              <w:t>يعولها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كفى</w:t>
            </w:r>
            <w:r>
              <w:rPr>
                <w:rtl/>
              </w:rPr>
              <w:t xml:space="preserve"> </w:t>
            </w:r>
            <w:r w:rsidRPr="009647FC">
              <w:rPr>
                <w:rtl/>
              </w:rPr>
              <w:t>خلفاً</w:t>
            </w:r>
            <w:r>
              <w:rPr>
                <w:rtl/>
              </w:rPr>
              <w:t xml:space="preserve"> </w:t>
            </w:r>
            <w:r w:rsidRPr="009647FC">
              <w:rPr>
                <w:rtl/>
              </w:rPr>
              <w:t>منه</w:t>
            </w:r>
            <w:r>
              <w:rPr>
                <w:rtl/>
              </w:rPr>
              <w:t xml:space="preserve"> </w:t>
            </w:r>
            <w:r w:rsidRPr="009647FC">
              <w:rPr>
                <w:rtl/>
              </w:rPr>
              <w:t>بأشبال</w:t>
            </w:r>
            <w:r>
              <w:rPr>
                <w:rtl/>
              </w:rPr>
              <w:t xml:space="preserve"> </w:t>
            </w:r>
            <w:r w:rsidRPr="009647FC">
              <w:rPr>
                <w:rtl/>
              </w:rPr>
              <w:t>مجده</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وهل</w:t>
            </w:r>
            <w:r>
              <w:rPr>
                <w:rtl/>
              </w:rPr>
              <w:t xml:space="preserve"> </w:t>
            </w:r>
            <w:r w:rsidRPr="009647FC">
              <w:rPr>
                <w:rtl/>
              </w:rPr>
              <w:t>تخلف</w:t>
            </w:r>
            <w:r>
              <w:rPr>
                <w:rtl/>
              </w:rPr>
              <w:t xml:space="preserve"> </w:t>
            </w:r>
            <w:r w:rsidRPr="009647FC">
              <w:rPr>
                <w:rtl/>
              </w:rPr>
              <w:t>الآساد</w:t>
            </w:r>
            <w:r>
              <w:rPr>
                <w:rtl/>
              </w:rPr>
              <w:t xml:space="preserve"> </w:t>
            </w:r>
            <w:r w:rsidRPr="009647FC">
              <w:rPr>
                <w:rtl/>
              </w:rPr>
              <w:t>إلاّ</w:t>
            </w:r>
            <w:r>
              <w:rPr>
                <w:rtl/>
              </w:rPr>
              <w:t xml:space="preserve"> </w:t>
            </w:r>
            <w:r w:rsidRPr="009647FC">
              <w:rPr>
                <w:rtl/>
              </w:rPr>
              <w:t>شبولها؟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مصابيحُ</w:t>
            </w:r>
            <w:r w:rsidR="004C00A8">
              <w:rPr>
                <w:rtl/>
              </w:rPr>
              <w:t xml:space="preserve"> </w:t>
            </w:r>
            <w:r w:rsidRPr="009647FC">
              <w:rPr>
                <w:rtl/>
              </w:rPr>
              <w:t>رشدٍ</w:t>
            </w:r>
            <w:r>
              <w:rPr>
                <w:rtl/>
              </w:rPr>
              <w:t xml:space="preserve"> </w:t>
            </w:r>
            <w:r w:rsidRPr="009647FC">
              <w:rPr>
                <w:rtl/>
              </w:rPr>
              <w:t>والمصابيح</w:t>
            </w:r>
            <w:r>
              <w:rPr>
                <w:rtl/>
              </w:rPr>
              <w:t xml:space="preserve"> </w:t>
            </w:r>
            <w:r w:rsidRPr="009647FC">
              <w:rPr>
                <w:rtl/>
              </w:rPr>
              <w:t>في</w:t>
            </w:r>
            <w:r>
              <w:rPr>
                <w:rtl/>
              </w:rPr>
              <w:t xml:space="preserve"> </w:t>
            </w:r>
            <w:r w:rsidRPr="009647FC">
              <w:rPr>
                <w:rtl/>
              </w:rPr>
              <w:t>الورى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يكون</w:t>
            </w:r>
            <w:r>
              <w:rPr>
                <w:rtl/>
              </w:rPr>
              <w:t xml:space="preserve"> </w:t>
            </w:r>
            <w:r w:rsidRPr="009647FC">
              <w:rPr>
                <w:rtl/>
              </w:rPr>
              <w:t>إليها</w:t>
            </w:r>
            <w:r>
              <w:rPr>
                <w:rtl/>
              </w:rPr>
              <w:t xml:space="preserve"> </w:t>
            </w:r>
            <w:r w:rsidRPr="009647FC">
              <w:rPr>
                <w:rtl/>
              </w:rPr>
              <w:t>ليس</w:t>
            </w:r>
            <w:r>
              <w:rPr>
                <w:rtl/>
              </w:rPr>
              <w:t xml:space="preserve"> </w:t>
            </w:r>
            <w:r w:rsidRPr="009647FC">
              <w:rPr>
                <w:rtl/>
              </w:rPr>
              <w:t>عنها</w:t>
            </w:r>
            <w:r>
              <w:rPr>
                <w:rtl/>
              </w:rPr>
              <w:t xml:space="preserve"> </w:t>
            </w:r>
            <w:r w:rsidRPr="009647FC">
              <w:rPr>
                <w:rtl/>
              </w:rPr>
              <w:t>عدولها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فشمسُ</w:t>
            </w:r>
            <w:r>
              <w:rPr>
                <w:rtl/>
              </w:rPr>
              <w:t xml:space="preserve"> </w:t>
            </w:r>
            <w:r w:rsidRPr="009647FC">
              <w:rPr>
                <w:rtl/>
              </w:rPr>
              <w:t>الهدى</w:t>
            </w:r>
            <w:r>
              <w:rPr>
                <w:rtl/>
              </w:rPr>
              <w:t xml:space="preserve"> </w:t>
            </w:r>
            <w:r w:rsidRPr="009647FC">
              <w:rPr>
                <w:rtl/>
              </w:rPr>
              <w:t>والأمر</w:t>
            </w:r>
            <w:r>
              <w:rPr>
                <w:rtl/>
              </w:rPr>
              <w:t xml:space="preserve"> </w:t>
            </w:r>
            <w:r w:rsidRPr="009647FC">
              <w:rPr>
                <w:rtl/>
              </w:rPr>
              <w:t>للّه</w:t>
            </w:r>
            <w:r>
              <w:rPr>
                <w:rtl/>
              </w:rPr>
              <w:t xml:space="preserve"> </w:t>
            </w:r>
            <w:r w:rsidRPr="009647FC">
              <w:rPr>
                <w:rtl/>
              </w:rPr>
              <w:t>إن</w:t>
            </w:r>
            <w:r>
              <w:rPr>
                <w:rtl/>
              </w:rPr>
              <w:t xml:space="preserve"> </w:t>
            </w:r>
            <w:r w:rsidRPr="009647FC">
              <w:rPr>
                <w:rtl/>
              </w:rPr>
              <w:t>تغبْ</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وراع</w:t>
            </w:r>
            <w:r>
              <w:rPr>
                <w:rtl/>
              </w:rPr>
              <w:t xml:space="preserve"> </w:t>
            </w:r>
            <w:r w:rsidRPr="009647FC">
              <w:rPr>
                <w:rtl/>
              </w:rPr>
              <w:t>الورى</w:t>
            </w:r>
            <w:r>
              <w:rPr>
                <w:rtl/>
              </w:rPr>
              <w:t xml:space="preserve"> </w:t>
            </w:r>
            <w:r w:rsidRPr="009647FC">
              <w:rPr>
                <w:rtl/>
              </w:rPr>
              <w:t>شرقاً</w:t>
            </w:r>
            <w:r>
              <w:rPr>
                <w:rtl/>
              </w:rPr>
              <w:t xml:space="preserve"> </w:t>
            </w:r>
            <w:r w:rsidRPr="009647FC">
              <w:rPr>
                <w:rtl/>
              </w:rPr>
              <w:t>وغرباً</w:t>
            </w:r>
            <w:r>
              <w:rPr>
                <w:rtl/>
              </w:rPr>
              <w:t xml:space="preserve"> </w:t>
            </w:r>
            <w:r w:rsidRPr="009647FC">
              <w:rPr>
                <w:rtl/>
              </w:rPr>
              <w:t>أفولها</w:t>
            </w:r>
            <w:r w:rsidRPr="004E7EC6">
              <w:rPr>
                <w:rStyle w:val="libFootnotenumChar"/>
                <w:rtl/>
              </w:rPr>
              <w:t>(1)</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فدونكها</w:t>
            </w:r>
            <w:r w:rsidR="004C00A8">
              <w:rPr>
                <w:rtl/>
              </w:rPr>
              <w:t xml:space="preserve"> </w:t>
            </w:r>
            <w:r w:rsidRPr="009647FC">
              <w:rPr>
                <w:rtl/>
              </w:rPr>
              <w:t>موروثة</w:t>
            </w:r>
            <w:r>
              <w:rPr>
                <w:rtl/>
              </w:rPr>
              <w:t xml:space="preserve">َ </w:t>
            </w:r>
            <w:r w:rsidRPr="009647FC">
              <w:rPr>
                <w:rtl/>
              </w:rPr>
              <w:t>نبويّ</w:t>
            </w:r>
            <w:r>
              <w:rPr>
                <w:rtl/>
              </w:rPr>
              <w:t>َ</w:t>
            </w:r>
            <w:r w:rsidRPr="009647FC">
              <w:rPr>
                <w:rtl/>
              </w:rPr>
              <w:t>ةً</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وخلف</w:t>
            </w:r>
            <w:r>
              <w:rPr>
                <w:rtl/>
              </w:rPr>
              <w:t>َ</w:t>
            </w:r>
            <w:r w:rsidRPr="009647FC">
              <w:rPr>
                <w:rtl/>
              </w:rPr>
              <w:t>ك</w:t>
            </w:r>
            <w:r>
              <w:rPr>
                <w:rtl/>
              </w:rPr>
              <w:t xml:space="preserve"> </w:t>
            </w:r>
            <w:r w:rsidRPr="009647FC">
              <w:rPr>
                <w:rtl/>
              </w:rPr>
              <w:t>باغيها</w:t>
            </w:r>
            <w:r>
              <w:rPr>
                <w:rtl/>
              </w:rPr>
              <w:t xml:space="preserve"> </w:t>
            </w:r>
            <w:r w:rsidRPr="009647FC">
              <w:rPr>
                <w:rtl/>
              </w:rPr>
              <w:t>فللأسُد</w:t>
            </w:r>
            <w:r>
              <w:rPr>
                <w:rtl/>
              </w:rPr>
              <w:t xml:space="preserve"> </w:t>
            </w:r>
            <w:r w:rsidRPr="009647FC">
              <w:rPr>
                <w:rtl/>
              </w:rPr>
              <w:t>غيلها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إمامة</w:t>
            </w:r>
            <w:r>
              <w:rPr>
                <w:rtl/>
              </w:rPr>
              <w:t xml:space="preserve"> </w:t>
            </w:r>
            <w:r w:rsidRPr="009647FC">
              <w:rPr>
                <w:rtl/>
              </w:rPr>
              <w:t>حقٍ</w:t>
            </w:r>
            <w:r>
              <w:rPr>
                <w:rtl/>
              </w:rPr>
              <w:t xml:space="preserve"> </w:t>
            </w:r>
            <w:r w:rsidRPr="009647FC">
              <w:rPr>
                <w:rtl/>
              </w:rPr>
              <w:t>إن</w:t>
            </w:r>
            <w:r>
              <w:rPr>
                <w:rtl/>
              </w:rPr>
              <w:t xml:space="preserve"> </w:t>
            </w:r>
            <w:r w:rsidRPr="009647FC">
              <w:rPr>
                <w:rtl/>
              </w:rPr>
              <w:t>تكن</w:t>
            </w:r>
            <w:r>
              <w:rPr>
                <w:rtl/>
              </w:rPr>
              <w:t xml:space="preserve"> </w:t>
            </w:r>
            <w:r w:rsidRPr="009647FC">
              <w:rPr>
                <w:rtl/>
              </w:rPr>
              <w:t>أمس</w:t>
            </w:r>
            <w:r>
              <w:rPr>
                <w:rtl/>
              </w:rPr>
              <w:t xml:space="preserve"> </w:t>
            </w:r>
            <w:r w:rsidRPr="009647FC">
              <w:rPr>
                <w:rtl/>
              </w:rPr>
              <w:t>ودعت</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أباها</w:t>
            </w:r>
            <w:r>
              <w:rPr>
                <w:rtl/>
              </w:rPr>
              <w:t xml:space="preserve"> </w:t>
            </w:r>
            <w:r w:rsidRPr="009647FC">
              <w:rPr>
                <w:rtl/>
              </w:rPr>
              <w:t>فعند</w:t>
            </w:r>
            <w:r>
              <w:rPr>
                <w:rtl/>
              </w:rPr>
              <w:t xml:space="preserve"> </w:t>
            </w:r>
            <w:r w:rsidRPr="009647FC">
              <w:rPr>
                <w:rtl/>
              </w:rPr>
              <w:t>اليوم</w:t>
            </w:r>
            <w:r>
              <w:rPr>
                <w:rtl/>
              </w:rPr>
              <w:t xml:space="preserve"> </w:t>
            </w:r>
            <w:r w:rsidRPr="009647FC">
              <w:rPr>
                <w:rtl/>
              </w:rPr>
              <w:t>ناب</w:t>
            </w:r>
            <w:r>
              <w:rPr>
                <w:rtl/>
              </w:rPr>
              <w:t xml:space="preserve"> </w:t>
            </w:r>
            <w:r w:rsidRPr="009647FC">
              <w:rPr>
                <w:rtl/>
              </w:rPr>
              <w:t>سليلها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ستعلم</w:t>
            </w:r>
            <w:r w:rsidR="004C00A8">
              <w:rPr>
                <w:rtl/>
              </w:rPr>
              <w:t xml:space="preserve"> </w:t>
            </w:r>
            <w:r w:rsidRPr="009647FC">
              <w:rPr>
                <w:rtl/>
              </w:rPr>
              <w:t>روادُ</w:t>
            </w:r>
            <w:r>
              <w:rPr>
                <w:rtl/>
              </w:rPr>
              <w:t xml:space="preserve"> </w:t>
            </w:r>
            <w:r w:rsidRPr="009647FC">
              <w:rPr>
                <w:rtl/>
              </w:rPr>
              <w:t>الشريعة</w:t>
            </w:r>
            <w:r>
              <w:rPr>
                <w:rtl/>
              </w:rPr>
              <w:t xml:space="preserve"> </w:t>
            </w:r>
            <w:r w:rsidRPr="009647FC">
              <w:rPr>
                <w:rtl/>
              </w:rPr>
              <w:t>إذ</w:t>
            </w:r>
            <w:r>
              <w:rPr>
                <w:rtl/>
              </w:rPr>
              <w:t xml:space="preserve"> </w:t>
            </w:r>
            <w:r w:rsidRPr="009647FC">
              <w:rPr>
                <w:rtl/>
              </w:rPr>
              <w:t>جرت</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بسلسلٍ</w:t>
            </w:r>
            <w:r w:rsidR="004C00A8">
              <w:rPr>
                <w:rtl/>
              </w:rPr>
              <w:t xml:space="preserve"> </w:t>
            </w:r>
            <w:r w:rsidRPr="009647FC">
              <w:rPr>
                <w:rtl/>
              </w:rPr>
              <w:t>علمٍ</w:t>
            </w:r>
            <w:r>
              <w:rPr>
                <w:rtl/>
              </w:rPr>
              <w:t xml:space="preserve"> </w:t>
            </w:r>
            <w:r w:rsidRPr="009647FC">
              <w:rPr>
                <w:rtl/>
              </w:rPr>
              <w:t>فيك</w:t>
            </w:r>
            <w:r>
              <w:rPr>
                <w:rtl/>
              </w:rPr>
              <w:t xml:space="preserve"> </w:t>
            </w:r>
            <w:r w:rsidRPr="009647FC">
              <w:rPr>
                <w:rtl/>
              </w:rPr>
              <w:t>ما</w:t>
            </w:r>
            <w:r>
              <w:rPr>
                <w:rtl/>
              </w:rPr>
              <w:t xml:space="preserve"> </w:t>
            </w:r>
            <w:r w:rsidRPr="009647FC">
              <w:rPr>
                <w:rtl/>
              </w:rPr>
              <w:t>سلسبيلها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لقد</w:t>
            </w:r>
            <w:r w:rsidR="004C00A8">
              <w:rPr>
                <w:rtl/>
              </w:rPr>
              <w:t xml:space="preserve"> </w:t>
            </w:r>
            <w:r w:rsidRPr="009647FC">
              <w:rPr>
                <w:rtl/>
              </w:rPr>
              <w:t>سمعت</w:t>
            </w:r>
            <w:r>
              <w:rPr>
                <w:rtl/>
              </w:rPr>
              <w:t xml:space="preserve"> </w:t>
            </w:r>
            <w:r w:rsidRPr="009647FC">
              <w:rPr>
                <w:rtl/>
              </w:rPr>
              <w:t>بالوحيِ</w:t>
            </w:r>
            <w:r>
              <w:rPr>
                <w:rtl/>
              </w:rPr>
              <w:t xml:space="preserve"> </w:t>
            </w:r>
            <w:r w:rsidRPr="009647FC">
              <w:rPr>
                <w:rtl/>
              </w:rPr>
              <w:t>تنزيل</w:t>
            </w:r>
            <w:r>
              <w:rPr>
                <w:rtl/>
              </w:rPr>
              <w:t xml:space="preserve">َ </w:t>
            </w:r>
            <w:r w:rsidRPr="009647FC">
              <w:rPr>
                <w:rtl/>
              </w:rPr>
              <w:t>آيها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وسوف</w:t>
            </w:r>
            <w:r w:rsidR="004C00A8">
              <w:rPr>
                <w:rtl/>
              </w:rPr>
              <w:t xml:space="preserve"> </w:t>
            </w:r>
            <w:r w:rsidRPr="009647FC">
              <w:rPr>
                <w:rtl/>
              </w:rPr>
              <w:t>ترى</w:t>
            </w:r>
            <w:r>
              <w:rPr>
                <w:rtl/>
              </w:rPr>
              <w:t xml:space="preserve"> </w:t>
            </w:r>
            <w:r w:rsidRPr="009647FC">
              <w:rPr>
                <w:rtl/>
              </w:rPr>
              <w:t>من</w:t>
            </w:r>
            <w:r>
              <w:rPr>
                <w:rtl/>
              </w:rPr>
              <w:t xml:space="preserve"> </w:t>
            </w:r>
            <w:r w:rsidRPr="009647FC">
              <w:rPr>
                <w:rtl/>
              </w:rPr>
              <w:t>فيك</w:t>
            </w:r>
            <w:r>
              <w:rPr>
                <w:rtl/>
              </w:rPr>
              <w:t xml:space="preserve"> </w:t>
            </w:r>
            <w:r w:rsidRPr="009647FC">
              <w:rPr>
                <w:rtl/>
              </w:rPr>
              <w:t>كيف</w:t>
            </w:r>
            <w:r>
              <w:rPr>
                <w:rtl/>
              </w:rPr>
              <w:t xml:space="preserve"> </w:t>
            </w:r>
            <w:r w:rsidRPr="009647FC">
              <w:rPr>
                <w:rtl/>
              </w:rPr>
              <w:t>نزولها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ألا</w:t>
            </w:r>
            <w:r>
              <w:rPr>
                <w:rtl/>
              </w:rPr>
              <w:t xml:space="preserve"> </w:t>
            </w:r>
            <w:r w:rsidRPr="009647FC">
              <w:rPr>
                <w:rtl/>
              </w:rPr>
              <w:t>إن</w:t>
            </w:r>
            <w:r w:rsidRPr="00B371C6">
              <w:rPr>
                <w:rtl/>
              </w:rPr>
              <w:t>ّ</w:t>
            </w:r>
            <w:r w:rsidRPr="009647FC">
              <w:rPr>
                <w:rtl/>
              </w:rPr>
              <w:t>ما</w:t>
            </w:r>
            <w:r w:rsidRPr="004E7EC6">
              <w:rPr>
                <w:rStyle w:val="libFootnotenumChar"/>
                <w:rtl/>
              </w:rPr>
              <w:t>(2)</w:t>
            </w:r>
            <w:r>
              <w:rPr>
                <w:rtl/>
              </w:rPr>
              <w:t xml:space="preserve"> </w:t>
            </w:r>
            <w:r w:rsidRPr="009647FC">
              <w:rPr>
                <w:rtl/>
              </w:rPr>
              <w:t>العليا</w:t>
            </w:r>
            <w:r>
              <w:rPr>
                <w:rtl/>
              </w:rPr>
              <w:t xml:space="preserve"> </w:t>
            </w:r>
            <w:r w:rsidRPr="009647FC">
              <w:rPr>
                <w:rtl/>
              </w:rPr>
              <w:t>قواعدُ</w:t>
            </w:r>
            <w:r>
              <w:rPr>
                <w:rtl/>
              </w:rPr>
              <w:t xml:space="preserve"> </w:t>
            </w:r>
            <w:r w:rsidRPr="009647FC">
              <w:rPr>
                <w:rtl/>
              </w:rPr>
              <w:t>سؤددٍ</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لك</w:t>
            </w:r>
            <w:r>
              <w:rPr>
                <w:rtl/>
              </w:rPr>
              <w:t xml:space="preserve"> </w:t>
            </w:r>
            <w:r w:rsidRPr="009647FC">
              <w:rPr>
                <w:rtl/>
              </w:rPr>
              <w:t>اللهُ</w:t>
            </w:r>
            <w:r>
              <w:rPr>
                <w:rtl/>
              </w:rPr>
              <w:t xml:space="preserve"> </w:t>
            </w:r>
            <w:r w:rsidRPr="009647FC">
              <w:rPr>
                <w:rtl/>
              </w:rPr>
              <w:t>أرساها</w:t>
            </w:r>
            <w:r>
              <w:rPr>
                <w:rtl/>
              </w:rPr>
              <w:t xml:space="preserve"> </w:t>
            </w:r>
            <w:r w:rsidRPr="009647FC">
              <w:rPr>
                <w:rtl/>
              </w:rPr>
              <w:t>فم</w:t>
            </w:r>
            <w:r>
              <w:rPr>
                <w:rtl/>
              </w:rPr>
              <w:t>َ</w:t>
            </w:r>
            <w:r w:rsidRPr="009647FC">
              <w:rPr>
                <w:rtl/>
              </w:rPr>
              <w:t>نْ</w:t>
            </w:r>
            <w:r>
              <w:rPr>
                <w:rtl/>
              </w:rPr>
              <w:t xml:space="preserve"> </w:t>
            </w:r>
            <w:r w:rsidRPr="009647FC">
              <w:rPr>
                <w:rtl/>
              </w:rPr>
              <w:t>ذا</w:t>
            </w:r>
            <w:r>
              <w:rPr>
                <w:rtl/>
              </w:rPr>
              <w:t xml:space="preserve"> </w:t>
            </w:r>
            <w:r w:rsidRPr="009647FC">
              <w:rPr>
                <w:rtl/>
              </w:rPr>
              <w:t>يزيلها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ومجد</w:t>
            </w:r>
            <w:r>
              <w:rPr>
                <w:rtl/>
              </w:rPr>
              <w:t xml:space="preserve"> </w:t>
            </w:r>
            <w:r w:rsidRPr="009647FC">
              <w:rPr>
                <w:rtl/>
              </w:rPr>
              <w:t>قدامى</w:t>
            </w:r>
            <w:r>
              <w:rPr>
                <w:rtl/>
              </w:rPr>
              <w:t xml:space="preserve"> </w:t>
            </w:r>
            <w:r w:rsidRPr="009647FC">
              <w:rPr>
                <w:rtl/>
              </w:rPr>
              <w:t>الفخر</w:t>
            </w:r>
            <w:r>
              <w:rPr>
                <w:rtl/>
              </w:rPr>
              <w:t xml:space="preserve"> </w:t>
            </w:r>
            <w:r w:rsidRPr="009647FC">
              <w:rPr>
                <w:rtl/>
              </w:rPr>
              <w:t>مدّ</w:t>
            </w:r>
            <w:r>
              <w:rPr>
                <w:rtl/>
              </w:rPr>
              <w:t xml:space="preserve">َ </w:t>
            </w:r>
            <w:r w:rsidRPr="009647FC">
              <w:rPr>
                <w:rtl/>
              </w:rPr>
              <w:t>على</w:t>
            </w:r>
            <w:r>
              <w:rPr>
                <w:rtl/>
              </w:rPr>
              <w:t xml:space="preserve"> </w:t>
            </w:r>
            <w:r w:rsidRPr="009647FC">
              <w:rPr>
                <w:rtl/>
              </w:rPr>
              <w:t>الورى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سماءً</w:t>
            </w:r>
            <w:r w:rsidR="004C00A8">
              <w:rPr>
                <w:rtl/>
              </w:rPr>
              <w:t xml:space="preserve"> </w:t>
            </w:r>
            <w:r w:rsidRPr="009647FC">
              <w:rPr>
                <w:rtl/>
              </w:rPr>
              <w:t>لها</w:t>
            </w:r>
            <w:r>
              <w:rPr>
                <w:rtl/>
              </w:rPr>
              <w:t xml:space="preserve"> </w:t>
            </w:r>
            <w:r w:rsidRPr="009647FC">
              <w:rPr>
                <w:rtl/>
              </w:rPr>
              <w:t>عرض</w:t>
            </w:r>
            <w:r>
              <w:rPr>
                <w:rtl/>
              </w:rPr>
              <w:t xml:space="preserve"> </w:t>
            </w:r>
            <w:r w:rsidRPr="009647FC">
              <w:rPr>
                <w:rtl/>
              </w:rPr>
              <w:t>السماء</w:t>
            </w:r>
            <w:r>
              <w:rPr>
                <w:rtl/>
              </w:rPr>
              <w:t xml:space="preserve"> </w:t>
            </w:r>
            <w:r w:rsidRPr="009647FC">
              <w:rPr>
                <w:rtl/>
              </w:rPr>
              <w:t>وطولها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عفاة</w:t>
            </w:r>
            <w:r>
              <w:rPr>
                <w:rtl/>
              </w:rPr>
              <w:t xml:space="preserve">َ </w:t>
            </w:r>
            <w:r w:rsidRPr="009647FC">
              <w:rPr>
                <w:rtl/>
              </w:rPr>
              <w:t>الورى</w:t>
            </w:r>
            <w:r>
              <w:rPr>
                <w:rtl/>
              </w:rPr>
              <w:t xml:space="preserve"> </w:t>
            </w:r>
            <w:r w:rsidRPr="009647FC">
              <w:rPr>
                <w:rtl/>
              </w:rPr>
              <w:t>لا</w:t>
            </w:r>
            <w:r>
              <w:rPr>
                <w:rtl/>
              </w:rPr>
              <w:t xml:space="preserve"> </w:t>
            </w:r>
            <w:r w:rsidRPr="009647FC">
              <w:rPr>
                <w:rtl/>
              </w:rPr>
              <w:t>يقعد</w:t>
            </w:r>
            <w:r>
              <w:rPr>
                <w:rtl/>
              </w:rPr>
              <w:t xml:space="preserve"> </w:t>
            </w:r>
            <w:r w:rsidRPr="009647FC">
              <w:rPr>
                <w:rtl/>
              </w:rPr>
              <w:t>اليأسُ</w:t>
            </w:r>
            <w:r>
              <w:rPr>
                <w:rtl/>
              </w:rPr>
              <w:t xml:space="preserve"> </w:t>
            </w:r>
            <w:r w:rsidRPr="009647FC">
              <w:rPr>
                <w:rtl/>
              </w:rPr>
              <w:t>فيكم</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فأثقال</w:t>
            </w:r>
            <w:r>
              <w:rPr>
                <w:rtl/>
              </w:rPr>
              <w:t xml:space="preserve"> </w:t>
            </w:r>
            <w:r w:rsidRPr="009647FC">
              <w:rPr>
                <w:rtl/>
              </w:rPr>
              <w:t>أهل</w:t>
            </w:r>
            <w:r>
              <w:rPr>
                <w:rtl/>
              </w:rPr>
              <w:t xml:space="preserve"> </w:t>
            </w:r>
            <w:r w:rsidRPr="009647FC">
              <w:rPr>
                <w:rtl/>
              </w:rPr>
              <w:t>الأرض</w:t>
            </w:r>
            <w:r>
              <w:rPr>
                <w:rtl/>
              </w:rPr>
              <w:t xml:space="preserve"> </w:t>
            </w:r>
            <w:r w:rsidRPr="009647FC">
              <w:rPr>
                <w:rtl/>
              </w:rPr>
              <w:t>قام</w:t>
            </w:r>
            <w:r>
              <w:rPr>
                <w:rtl/>
              </w:rPr>
              <w:t xml:space="preserve"> </w:t>
            </w:r>
            <w:r w:rsidRPr="009647FC">
              <w:rPr>
                <w:rtl/>
              </w:rPr>
              <w:t>حمولها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أبلِّ</w:t>
            </w:r>
            <w:r w:rsidR="004C00A8">
              <w:rPr>
                <w:rtl/>
              </w:rPr>
              <w:t xml:space="preserve"> </w:t>
            </w:r>
            <w:r w:rsidRPr="009647FC">
              <w:rPr>
                <w:rtl/>
              </w:rPr>
              <w:t>بني</w:t>
            </w:r>
            <w:r>
              <w:rPr>
                <w:rtl/>
              </w:rPr>
              <w:t xml:space="preserve"> </w:t>
            </w:r>
            <w:r w:rsidRPr="009647FC">
              <w:rPr>
                <w:rtl/>
              </w:rPr>
              <w:t>فهرٍ</w:t>
            </w:r>
            <w:r>
              <w:rPr>
                <w:rtl/>
              </w:rPr>
              <w:t xml:space="preserve"> </w:t>
            </w:r>
            <w:r w:rsidRPr="009647FC">
              <w:rPr>
                <w:rtl/>
              </w:rPr>
              <w:t>لواشجةٍ</w:t>
            </w:r>
            <w:r>
              <w:rPr>
                <w:rtl/>
              </w:rPr>
              <w:t xml:space="preserve"> </w:t>
            </w:r>
            <w:r w:rsidRPr="009647FC">
              <w:rPr>
                <w:rtl/>
              </w:rPr>
              <w:t>حشا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إذا</w:t>
            </w:r>
            <w:r>
              <w:rPr>
                <w:rtl/>
              </w:rPr>
              <w:t xml:space="preserve"> </w:t>
            </w:r>
            <w:r w:rsidRPr="009647FC">
              <w:rPr>
                <w:rtl/>
              </w:rPr>
              <w:t>الشتوةُ</w:t>
            </w:r>
            <w:r>
              <w:rPr>
                <w:rtl/>
              </w:rPr>
              <w:t xml:space="preserve"> </w:t>
            </w:r>
            <w:r w:rsidRPr="009647FC">
              <w:rPr>
                <w:rtl/>
              </w:rPr>
              <w:t>الغبراء</w:t>
            </w:r>
            <w:r>
              <w:rPr>
                <w:rtl/>
              </w:rPr>
              <w:t xml:space="preserve"> </w:t>
            </w:r>
            <w:r w:rsidRPr="009647FC">
              <w:rPr>
                <w:rtl/>
              </w:rPr>
              <w:t>هبِّ</w:t>
            </w:r>
            <w:r>
              <w:rPr>
                <w:rtl/>
              </w:rPr>
              <w:t xml:space="preserve"> </w:t>
            </w:r>
            <w:r w:rsidRPr="009647FC">
              <w:rPr>
                <w:rtl/>
              </w:rPr>
              <w:t>بليلها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أتى</w:t>
            </w:r>
            <w:r>
              <w:rPr>
                <w:rtl/>
              </w:rPr>
              <w:t xml:space="preserve"> </w:t>
            </w:r>
            <w:r w:rsidRPr="009647FC">
              <w:rPr>
                <w:rtl/>
              </w:rPr>
              <w:t>باليد</w:t>
            </w:r>
            <w:r>
              <w:rPr>
                <w:rtl/>
              </w:rPr>
              <w:t xml:space="preserve"> </w:t>
            </w:r>
            <w:r w:rsidRPr="009647FC">
              <w:rPr>
                <w:rtl/>
              </w:rPr>
              <w:t>البيضاء</w:t>
            </w:r>
            <w:r>
              <w:rPr>
                <w:rtl/>
              </w:rPr>
              <w:t xml:space="preserve"> </w:t>
            </w:r>
            <w:r w:rsidRPr="009647FC">
              <w:rPr>
                <w:rtl/>
              </w:rPr>
              <w:t>تقطر</w:t>
            </w:r>
            <w:r>
              <w:rPr>
                <w:rtl/>
              </w:rPr>
              <w:t xml:space="preserve"> </w:t>
            </w:r>
            <w:r w:rsidRPr="009647FC">
              <w:rPr>
                <w:rtl/>
              </w:rPr>
              <w:t>نعمةً</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وبالطلعة</w:t>
            </w:r>
            <w:r>
              <w:rPr>
                <w:rtl/>
              </w:rPr>
              <w:t xml:space="preserve"> </w:t>
            </w:r>
            <w:r w:rsidRPr="009647FC">
              <w:rPr>
                <w:rtl/>
              </w:rPr>
              <w:t>الغرّاء</w:t>
            </w:r>
            <w:r>
              <w:rPr>
                <w:rtl/>
              </w:rPr>
              <w:t xml:space="preserve"> </w:t>
            </w:r>
            <w:r w:rsidRPr="009647FC">
              <w:rPr>
                <w:rtl/>
              </w:rPr>
              <w:t>يبهى</w:t>
            </w:r>
            <w:r>
              <w:rPr>
                <w:rtl/>
              </w:rPr>
              <w:t xml:space="preserve"> </w:t>
            </w:r>
            <w:r w:rsidRPr="009647FC">
              <w:rPr>
                <w:rtl/>
              </w:rPr>
              <w:t>جميلها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لقد</w:t>
            </w:r>
            <w:r>
              <w:rPr>
                <w:rtl/>
              </w:rPr>
              <w:t xml:space="preserve"> </w:t>
            </w:r>
            <w:r w:rsidRPr="009647FC">
              <w:rPr>
                <w:rtl/>
              </w:rPr>
              <w:t>جاء</w:t>
            </w:r>
            <w:r>
              <w:rPr>
                <w:rtl/>
              </w:rPr>
              <w:t xml:space="preserve"> </w:t>
            </w:r>
            <w:r w:rsidRPr="009647FC">
              <w:rPr>
                <w:rtl/>
              </w:rPr>
              <w:t>في</w:t>
            </w:r>
            <w:r>
              <w:rPr>
                <w:rtl/>
              </w:rPr>
              <w:t xml:space="preserve"> </w:t>
            </w:r>
            <w:r w:rsidRPr="009647FC">
              <w:rPr>
                <w:rtl/>
              </w:rPr>
              <w:t>عصرٍ</w:t>
            </w:r>
            <w:r>
              <w:rPr>
                <w:rtl/>
              </w:rPr>
              <w:t xml:space="preserve"> </w:t>
            </w:r>
            <w:r w:rsidRPr="009647FC">
              <w:rPr>
                <w:rtl/>
              </w:rPr>
              <w:t>به</w:t>
            </w:r>
            <w:r>
              <w:rPr>
                <w:rtl/>
              </w:rPr>
              <w:t xml:space="preserve"> </w:t>
            </w:r>
            <w:r w:rsidRPr="009647FC">
              <w:rPr>
                <w:rtl/>
              </w:rPr>
              <w:t>عقر</w:t>
            </w:r>
            <w:r>
              <w:rPr>
                <w:rtl/>
              </w:rPr>
              <w:t xml:space="preserve"> </w:t>
            </w:r>
            <w:r w:rsidRPr="009647FC">
              <w:rPr>
                <w:rtl/>
              </w:rPr>
              <w:t>الندى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سوى</w:t>
            </w:r>
            <w:r>
              <w:rPr>
                <w:rtl/>
              </w:rPr>
              <w:t xml:space="preserve"> </w:t>
            </w:r>
            <w:r w:rsidRPr="009647FC">
              <w:rPr>
                <w:rtl/>
              </w:rPr>
              <w:t>مذقةٍ</w:t>
            </w:r>
            <w:r>
              <w:rPr>
                <w:rtl/>
              </w:rPr>
              <w:t xml:space="preserve"> </w:t>
            </w:r>
            <w:r w:rsidRPr="009647FC">
              <w:rPr>
                <w:rtl/>
              </w:rPr>
              <w:t>يعي</w:t>
            </w:r>
            <w:r>
              <w:rPr>
                <w:rtl/>
              </w:rPr>
              <w:t xml:space="preserve"> </w:t>
            </w:r>
            <w:r w:rsidRPr="009647FC">
              <w:rPr>
                <w:rtl/>
              </w:rPr>
              <w:t>الرجاء</w:t>
            </w:r>
            <w:r>
              <w:rPr>
                <w:rtl/>
              </w:rPr>
              <w:t xml:space="preserve">َ </w:t>
            </w:r>
            <w:r w:rsidRPr="009647FC">
              <w:rPr>
                <w:rtl/>
              </w:rPr>
              <w:t>حصولها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فما</w:t>
            </w:r>
            <w:r>
              <w:rPr>
                <w:rtl/>
              </w:rPr>
              <w:t xml:space="preserve"> </w:t>
            </w:r>
            <w:r w:rsidRPr="009647FC">
              <w:rPr>
                <w:rtl/>
              </w:rPr>
              <w:t>هو</w:t>
            </w:r>
            <w:r>
              <w:rPr>
                <w:rtl/>
              </w:rPr>
              <w:t xml:space="preserve"> </w:t>
            </w:r>
            <w:r w:rsidRPr="009647FC">
              <w:rPr>
                <w:rtl/>
              </w:rPr>
              <w:t>إلاّ</w:t>
            </w:r>
            <w:r>
              <w:rPr>
                <w:rtl/>
              </w:rPr>
              <w:t xml:space="preserve"> (</w:t>
            </w:r>
            <w:r w:rsidRPr="009647FC">
              <w:rPr>
                <w:rtl/>
              </w:rPr>
              <w:t>صالحٌ</w:t>
            </w:r>
            <w:r>
              <w:rPr>
                <w:rtl/>
              </w:rPr>
              <w:t xml:space="preserve">) </w:t>
            </w:r>
            <w:r w:rsidRPr="009647FC">
              <w:rPr>
                <w:rtl/>
              </w:rPr>
              <w:t>و</w:t>
            </w:r>
            <w:r>
              <w:rPr>
                <w:rtl/>
              </w:rPr>
              <w:t>(</w:t>
            </w:r>
            <w:r w:rsidRPr="009647FC">
              <w:rPr>
                <w:rtl/>
              </w:rPr>
              <w:t>ثمودُه</w:t>
            </w:r>
            <w:r>
              <w:rPr>
                <w:rtl/>
              </w:rPr>
              <w:t>)</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وبالجود</w:t>
            </w:r>
            <w:r w:rsidR="004C00A8">
              <w:rPr>
                <w:rtl/>
              </w:rPr>
              <w:t xml:space="preserve"> </w:t>
            </w:r>
            <w:r w:rsidRPr="009647FC">
              <w:rPr>
                <w:rtl/>
              </w:rPr>
              <w:t>إلاّ</w:t>
            </w:r>
            <w:r>
              <w:rPr>
                <w:rtl/>
              </w:rPr>
              <w:t xml:space="preserve"> </w:t>
            </w:r>
            <w:r w:rsidRPr="009647FC">
              <w:rPr>
                <w:rtl/>
              </w:rPr>
              <w:t>ناقةٌ</w:t>
            </w:r>
            <w:r>
              <w:rPr>
                <w:rtl/>
              </w:rPr>
              <w:t xml:space="preserve"> </w:t>
            </w:r>
            <w:r w:rsidRPr="009647FC">
              <w:rPr>
                <w:rtl/>
              </w:rPr>
              <w:t>وفصيلها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أنر</w:t>
            </w:r>
            <w:r>
              <w:rPr>
                <w:rtl/>
              </w:rPr>
              <w:t xml:space="preserve"> </w:t>
            </w:r>
            <w:r w:rsidRPr="009647FC">
              <w:rPr>
                <w:rtl/>
              </w:rPr>
              <w:t>يا</w:t>
            </w:r>
            <w:r>
              <w:rPr>
                <w:rtl/>
              </w:rPr>
              <w:t xml:space="preserve"> (</w:t>
            </w:r>
            <w:r w:rsidRPr="009647FC">
              <w:rPr>
                <w:rtl/>
              </w:rPr>
              <w:t>أبا</w:t>
            </w:r>
            <w:r>
              <w:rPr>
                <w:rtl/>
              </w:rPr>
              <w:t xml:space="preserve"> </w:t>
            </w:r>
            <w:r w:rsidRPr="009647FC">
              <w:rPr>
                <w:rtl/>
              </w:rPr>
              <w:t>الهادي</w:t>
            </w:r>
            <w:r>
              <w:rPr>
                <w:rtl/>
              </w:rPr>
              <w:t xml:space="preserve">) </w:t>
            </w:r>
            <w:r w:rsidRPr="009647FC">
              <w:rPr>
                <w:rtl/>
              </w:rPr>
              <w:t>دجى</w:t>
            </w:r>
            <w:r>
              <w:rPr>
                <w:rtl/>
              </w:rPr>
              <w:t xml:space="preserve"> </w:t>
            </w:r>
            <w:r w:rsidRPr="009647FC">
              <w:rPr>
                <w:rtl/>
              </w:rPr>
              <w:t>كلِّ</w:t>
            </w:r>
            <w:r>
              <w:rPr>
                <w:rtl/>
              </w:rPr>
              <w:t xml:space="preserve"> </w:t>
            </w:r>
            <w:r w:rsidRPr="009647FC">
              <w:rPr>
                <w:rtl/>
              </w:rPr>
              <w:t>مشكل</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فما</w:t>
            </w:r>
            <w:r w:rsidR="004C00A8">
              <w:rPr>
                <w:rtl/>
              </w:rPr>
              <w:t xml:space="preserve"> </w:t>
            </w:r>
            <w:r w:rsidRPr="009647FC">
              <w:rPr>
                <w:rtl/>
              </w:rPr>
              <w:t>شبهةٌ</w:t>
            </w:r>
            <w:r>
              <w:rPr>
                <w:rtl/>
              </w:rPr>
              <w:t xml:space="preserve"> </w:t>
            </w:r>
            <w:r w:rsidRPr="009647FC">
              <w:rPr>
                <w:rtl/>
              </w:rPr>
              <w:t>إلاّ</w:t>
            </w:r>
            <w:r>
              <w:rPr>
                <w:rtl/>
              </w:rPr>
              <w:t xml:space="preserve"> </w:t>
            </w:r>
            <w:r w:rsidRPr="009647FC">
              <w:rPr>
                <w:rtl/>
              </w:rPr>
              <w:t>وأنت</w:t>
            </w:r>
            <w:r>
              <w:rPr>
                <w:rtl/>
              </w:rPr>
              <w:t xml:space="preserve"> </w:t>
            </w:r>
            <w:r w:rsidRPr="009647FC">
              <w:rPr>
                <w:rtl/>
              </w:rPr>
              <w:t>مزيلها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وأمطر</w:t>
            </w:r>
            <w:r w:rsidR="004C00A8">
              <w:rPr>
                <w:rtl/>
              </w:rPr>
              <w:t xml:space="preserve"> </w:t>
            </w:r>
            <w:r w:rsidRPr="009647FC">
              <w:rPr>
                <w:rtl/>
              </w:rPr>
              <w:t>بناناً</w:t>
            </w:r>
            <w:r>
              <w:rPr>
                <w:rtl/>
              </w:rPr>
              <w:t xml:space="preserve"> </w:t>
            </w:r>
            <w:r w:rsidRPr="009647FC">
              <w:rPr>
                <w:rtl/>
              </w:rPr>
              <w:t>يا</w:t>
            </w:r>
            <w:r>
              <w:rPr>
                <w:rtl/>
              </w:rPr>
              <w:t xml:space="preserve"> (</w:t>
            </w:r>
            <w:r w:rsidRPr="009647FC">
              <w:rPr>
                <w:rtl/>
              </w:rPr>
              <w:t>محمدُ</w:t>
            </w:r>
            <w:r>
              <w:rPr>
                <w:rtl/>
              </w:rPr>
              <w:t xml:space="preserve">) </w:t>
            </w:r>
            <w:r w:rsidRPr="009647FC">
              <w:rPr>
                <w:rtl/>
              </w:rPr>
              <w:t>في</w:t>
            </w:r>
            <w:r>
              <w:rPr>
                <w:rtl/>
              </w:rPr>
              <w:t xml:space="preserve"> </w:t>
            </w:r>
            <w:r w:rsidRPr="009647FC">
              <w:rPr>
                <w:rtl/>
              </w:rPr>
              <w:t>الورى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وقد</w:t>
            </w:r>
            <w:r w:rsidR="004C00A8">
              <w:rPr>
                <w:rtl/>
              </w:rPr>
              <w:t xml:space="preserve"> </w:t>
            </w:r>
            <w:r w:rsidRPr="009647FC">
              <w:rPr>
                <w:rtl/>
              </w:rPr>
              <w:t>روّ</w:t>
            </w:r>
            <w:r>
              <w:rPr>
                <w:rtl/>
              </w:rPr>
              <w:t>َ</w:t>
            </w:r>
            <w:r w:rsidRPr="009647FC">
              <w:rPr>
                <w:rtl/>
              </w:rPr>
              <w:t>ضوا</w:t>
            </w:r>
            <w:r>
              <w:rPr>
                <w:rtl/>
              </w:rPr>
              <w:t xml:space="preserve"> </w:t>
            </w:r>
            <w:r w:rsidRPr="009647FC">
              <w:rPr>
                <w:rtl/>
              </w:rPr>
              <w:t>حالاً</w:t>
            </w:r>
            <w:r>
              <w:rPr>
                <w:rtl/>
              </w:rPr>
              <w:t xml:space="preserve"> </w:t>
            </w:r>
            <w:r w:rsidRPr="009647FC">
              <w:rPr>
                <w:rtl/>
              </w:rPr>
              <w:t>توالت</w:t>
            </w:r>
            <w:r>
              <w:rPr>
                <w:rtl/>
              </w:rPr>
              <w:t xml:space="preserve"> </w:t>
            </w:r>
            <w:r w:rsidRPr="009647FC">
              <w:rPr>
                <w:rtl/>
              </w:rPr>
              <w:t>محولها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فأقسمُ</w:t>
            </w:r>
            <w:r>
              <w:rPr>
                <w:rtl/>
              </w:rPr>
              <w:t xml:space="preserve"> </w:t>
            </w:r>
            <w:r w:rsidRPr="009647FC">
              <w:rPr>
                <w:rtl/>
              </w:rPr>
              <w:t>لو</w:t>
            </w:r>
            <w:r>
              <w:rPr>
                <w:rtl/>
              </w:rPr>
              <w:t xml:space="preserve"> </w:t>
            </w:r>
            <w:r w:rsidRPr="009647FC">
              <w:rPr>
                <w:rtl/>
              </w:rPr>
              <w:t>لم</w:t>
            </w:r>
            <w:r>
              <w:rPr>
                <w:rtl/>
              </w:rPr>
              <w:t xml:space="preserve"> </w:t>
            </w:r>
            <w:r w:rsidRPr="009647FC">
              <w:rPr>
                <w:rtl/>
              </w:rPr>
              <w:t>ترو</w:t>
            </w:r>
            <w:r>
              <w:rPr>
                <w:rtl/>
              </w:rPr>
              <w:t xml:space="preserve"> </w:t>
            </w:r>
            <w:r w:rsidRPr="009647FC">
              <w:rPr>
                <w:rtl/>
              </w:rPr>
              <w:t>عاطشة</w:t>
            </w:r>
            <w:r>
              <w:rPr>
                <w:rtl/>
              </w:rPr>
              <w:t xml:space="preserve"> </w:t>
            </w:r>
            <w:r w:rsidRPr="009647FC">
              <w:rPr>
                <w:rtl/>
              </w:rPr>
              <w:t>المنى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لدبّ</w:t>
            </w:r>
            <w:r w:rsidR="004C00A8">
              <w:rPr>
                <w:rtl/>
              </w:rPr>
              <w:t xml:space="preserve"> </w:t>
            </w:r>
            <w:r w:rsidRPr="009647FC">
              <w:rPr>
                <w:rtl/>
              </w:rPr>
              <w:t>بأغصان</w:t>
            </w:r>
            <w:r>
              <w:rPr>
                <w:rtl/>
              </w:rPr>
              <w:t xml:space="preserve"> </w:t>
            </w:r>
            <w:r w:rsidRPr="009647FC">
              <w:rPr>
                <w:rtl/>
              </w:rPr>
              <w:t>الرجاء</w:t>
            </w:r>
            <w:r>
              <w:rPr>
                <w:rtl/>
              </w:rPr>
              <w:t xml:space="preserve"> </w:t>
            </w:r>
            <w:r w:rsidRPr="009647FC">
              <w:rPr>
                <w:rtl/>
              </w:rPr>
              <w:t>ذبولها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صنايع</w:t>
            </w:r>
            <w:r w:rsidR="004C00A8">
              <w:rPr>
                <w:rtl/>
              </w:rPr>
              <w:t xml:space="preserve"> </w:t>
            </w:r>
            <w:r w:rsidRPr="009647FC">
              <w:rPr>
                <w:rtl/>
              </w:rPr>
              <w:t>من</w:t>
            </w:r>
            <w:r>
              <w:rPr>
                <w:rtl/>
              </w:rPr>
              <w:t xml:space="preserve"> </w:t>
            </w:r>
            <w:r w:rsidRPr="009647FC">
              <w:rPr>
                <w:rtl/>
              </w:rPr>
              <w:t>عرفٍ</w:t>
            </w:r>
            <w:r>
              <w:rPr>
                <w:rtl/>
              </w:rPr>
              <w:t xml:space="preserve"> </w:t>
            </w:r>
            <w:r w:rsidRPr="009647FC">
              <w:rPr>
                <w:rtl/>
              </w:rPr>
              <w:t>لنا</w:t>
            </w:r>
            <w:r>
              <w:rPr>
                <w:rtl/>
              </w:rPr>
              <w:t xml:space="preserve"> </w:t>
            </w:r>
            <w:r w:rsidRPr="009647FC">
              <w:rPr>
                <w:rtl/>
              </w:rPr>
              <w:t>بك</w:t>
            </w:r>
            <w:r>
              <w:rPr>
                <w:rtl/>
              </w:rPr>
              <w:t xml:space="preserve"> </w:t>
            </w:r>
            <w:r w:rsidRPr="009647FC">
              <w:rPr>
                <w:rtl/>
              </w:rPr>
              <w:t>فخرها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وللناس</w:t>
            </w:r>
            <w:r>
              <w:rPr>
                <w:rtl/>
              </w:rPr>
              <w:t xml:space="preserve"> </w:t>
            </w:r>
            <w:r w:rsidRPr="009647FC">
              <w:rPr>
                <w:rtl/>
              </w:rPr>
              <w:t>مشكوراً</w:t>
            </w:r>
            <w:r>
              <w:rPr>
                <w:rtl/>
              </w:rPr>
              <w:t xml:space="preserve"> </w:t>
            </w:r>
            <w:r w:rsidRPr="009647FC">
              <w:rPr>
                <w:rtl/>
              </w:rPr>
              <w:t>لديك</w:t>
            </w:r>
            <w:r>
              <w:rPr>
                <w:rtl/>
              </w:rPr>
              <w:t xml:space="preserve"> </w:t>
            </w:r>
            <w:r w:rsidRPr="009647FC">
              <w:rPr>
                <w:rtl/>
              </w:rPr>
              <w:t>جزيلها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قد</w:t>
            </w:r>
            <w:r w:rsidRPr="004E7EC6">
              <w:rPr>
                <w:rStyle w:val="libFootnotenumChar"/>
                <w:rtl/>
              </w:rPr>
              <w:t>(3)</w:t>
            </w:r>
            <w:r>
              <w:rPr>
                <w:rtl/>
              </w:rPr>
              <w:t xml:space="preserve"> </w:t>
            </w:r>
            <w:r w:rsidRPr="009647FC">
              <w:rPr>
                <w:rtl/>
              </w:rPr>
              <w:t>اكتست</w:t>
            </w:r>
            <w:r>
              <w:rPr>
                <w:rtl/>
              </w:rPr>
              <w:t xml:space="preserve"> </w:t>
            </w:r>
            <w:r w:rsidRPr="009647FC">
              <w:rPr>
                <w:rtl/>
              </w:rPr>
              <w:t>الدنيا</w:t>
            </w:r>
            <w:r>
              <w:rPr>
                <w:rtl/>
              </w:rPr>
              <w:t xml:space="preserve"> </w:t>
            </w:r>
            <w:r w:rsidRPr="009647FC">
              <w:rPr>
                <w:rtl/>
              </w:rPr>
              <w:t>فتاهت</w:t>
            </w:r>
            <w:r>
              <w:rPr>
                <w:rtl/>
              </w:rPr>
              <w:t xml:space="preserve"> </w:t>
            </w:r>
            <w:r w:rsidRPr="009647FC">
              <w:rPr>
                <w:rtl/>
              </w:rPr>
              <w:t>بزهوها</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خلائق</w:t>
            </w:r>
            <w:r>
              <w:rPr>
                <w:rtl/>
              </w:rPr>
              <w:t>َ</w:t>
            </w:r>
            <w:r w:rsidR="004C00A8">
              <w:rPr>
                <w:rtl/>
              </w:rPr>
              <w:t xml:space="preserve"> </w:t>
            </w:r>
            <w:r w:rsidRPr="009647FC">
              <w:rPr>
                <w:rtl/>
              </w:rPr>
              <w:t>أخلاقُ</w:t>
            </w:r>
            <w:r>
              <w:rPr>
                <w:rtl/>
              </w:rPr>
              <w:t xml:space="preserve"> </w:t>
            </w:r>
            <w:r w:rsidRPr="009647FC">
              <w:rPr>
                <w:rtl/>
              </w:rPr>
              <w:t>الرجال</w:t>
            </w:r>
            <w:r>
              <w:rPr>
                <w:rtl/>
              </w:rPr>
              <w:t xml:space="preserve"> </w:t>
            </w:r>
            <w:r w:rsidRPr="009647FC">
              <w:rPr>
                <w:rtl/>
              </w:rPr>
              <w:t>سمولها</w:t>
            </w:r>
            <w:r w:rsidRPr="00524A24">
              <w:rPr>
                <w:rStyle w:val="libPoemTiniChar0"/>
                <w:rtl/>
              </w:rPr>
              <w:br/>
              <w:t> </w:t>
            </w:r>
          </w:p>
        </w:tc>
      </w:tr>
      <w:tr w:rsidR="00DC2021" w:rsidRPr="00524A24" w:rsidTr="00DC2021">
        <w:trPr>
          <w:trHeight w:val="350"/>
        </w:trPr>
        <w:tc>
          <w:tcPr>
            <w:tcW w:w="3902" w:type="dxa"/>
          </w:tcPr>
          <w:p w:rsidR="00DC2021" w:rsidRPr="00524A24" w:rsidRDefault="00DC2021" w:rsidP="003C12B7">
            <w:pPr>
              <w:pStyle w:val="libPoem"/>
            </w:pPr>
            <w:r w:rsidRPr="009647FC">
              <w:rPr>
                <w:rtl/>
              </w:rPr>
              <w:t>إذا</w:t>
            </w:r>
            <w:r>
              <w:rPr>
                <w:rtl/>
              </w:rPr>
              <w:t xml:space="preserve"> </w:t>
            </w:r>
            <w:r w:rsidRPr="009647FC">
              <w:rPr>
                <w:rtl/>
              </w:rPr>
              <w:t>استبقت</w:t>
            </w:r>
            <w:r>
              <w:rPr>
                <w:rtl/>
              </w:rPr>
              <w:t xml:space="preserve"> </w:t>
            </w:r>
            <w:r w:rsidRPr="009647FC">
              <w:rPr>
                <w:rtl/>
              </w:rPr>
              <w:t>فهرٌ</w:t>
            </w:r>
            <w:r>
              <w:rPr>
                <w:rtl/>
              </w:rPr>
              <w:t xml:space="preserve"> </w:t>
            </w:r>
            <w:r w:rsidRPr="009647FC">
              <w:rPr>
                <w:rtl/>
              </w:rPr>
              <w:t>بفخرك</w:t>
            </w:r>
            <w:r>
              <w:rPr>
                <w:rtl/>
              </w:rPr>
              <w:t xml:space="preserve"> </w:t>
            </w:r>
            <w:r w:rsidRPr="009647FC">
              <w:rPr>
                <w:rtl/>
              </w:rPr>
              <w:t>في</w:t>
            </w:r>
            <w:r>
              <w:rPr>
                <w:rtl/>
              </w:rPr>
              <w:t xml:space="preserve"> </w:t>
            </w:r>
            <w:r w:rsidRPr="009647FC">
              <w:rPr>
                <w:rtl/>
              </w:rPr>
              <w:t>مدىً</w:t>
            </w:r>
            <w:r w:rsidRPr="00524A24">
              <w:rPr>
                <w:rStyle w:val="libPoemTiniChar0"/>
                <w:rtl/>
              </w:rPr>
              <w:br/>
              <w:t> </w:t>
            </w:r>
          </w:p>
        </w:tc>
        <w:tc>
          <w:tcPr>
            <w:tcW w:w="301" w:type="dxa"/>
          </w:tcPr>
          <w:p w:rsidR="00DC2021" w:rsidRPr="00524A24" w:rsidRDefault="00DC2021" w:rsidP="003C12B7">
            <w:pPr>
              <w:pStyle w:val="libPoem"/>
              <w:rPr>
                <w:rtl/>
              </w:rPr>
            </w:pPr>
          </w:p>
        </w:tc>
        <w:tc>
          <w:tcPr>
            <w:tcW w:w="3884" w:type="dxa"/>
          </w:tcPr>
          <w:p w:rsidR="00DC2021" w:rsidRPr="00524A24" w:rsidRDefault="00DC2021" w:rsidP="003C12B7">
            <w:pPr>
              <w:pStyle w:val="libPoem"/>
            </w:pPr>
            <w:r w:rsidRPr="009647FC">
              <w:rPr>
                <w:rtl/>
              </w:rPr>
              <w:t>غدت</w:t>
            </w:r>
            <w:r w:rsidR="004C00A8">
              <w:rPr>
                <w:rtl/>
              </w:rPr>
              <w:t xml:space="preserve"> </w:t>
            </w:r>
            <w:r w:rsidRPr="009647FC">
              <w:rPr>
                <w:rtl/>
              </w:rPr>
              <w:t>غررُ</w:t>
            </w:r>
            <w:r>
              <w:rPr>
                <w:rtl/>
              </w:rPr>
              <w:t xml:space="preserve"> </w:t>
            </w:r>
            <w:r w:rsidRPr="009647FC">
              <w:rPr>
                <w:rtl/>
              </w:rPr>
              <w:t>العليا</w:t>
            </w:r>
            <w:r>
              <w:rPr>
                <w:rtl/>
              </w:rPr>
              <w:t xml:space="preserve"> </w:t>
            </w:r>
            <w:r w:rsidRPr="009647FC">
              <w:rPr>
                <w:rtl/>
              </w:rPr>
              <w:t>لها</w:t>
            </w:r>
            <w:r>
              <w:rPr>
                <w:rtl/>
              </w:rPr>
              <w:t xml:space="preserve"> </w:t>
            </w:r>
            <w:r w:rsidRPr="009647FC">
              <w:rPr>
                <w:rtl/>
              </w:rPr>
              <w:t>وحجولها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w:t>
      </w:r>
      <w:r w:rsidR="00D769AB">
        <w:rPr>
          <w:rtl/>
        </w:rPr>
        <w:t>:</w:t>
      </w:r>
      <w:r w:rsidRPr="009647FC">
        <w:rPr>
          <w:rtl/>
        </w:rPr>
        <w:t xml:space="preserve"> أشرافها وأصيلها</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المخطوط</w:t>
      </w:r>
      <w:r w:rsidR="00D769AB">
        <w:rPr>
          <w:rtl/>
        </w:rPr>
        <w:t>:</w:t>
      </w:r>
      <w:r w:rsidRPr="009647FC">
        <w:rPr>
          <w:rtl/>
        </w:rPr>
        <w:t xml:space="preserve"> إنّها</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المطبوع</w:t>
      </w:r>
      <w:r w:rsidR="00D769AB">
        <w:rPr>
          <w:rtl/>
        </w:rPr>
        <w:t>:</w:t>
      </w:r>
      <w:r w:rsidRPr="009647FC">
        <w:rPr>
          <w:rtl/>
        </w:rPr>
        <w:t xml:space="preserve"> لك</w:t>
      </w:r>
      <w:r w:rsidR="00D769AB">
        <w:rPr>
          <w:rtl/>
        </w:rPr>
        <w:t>.</w:t>
      </w:r>
      <w:r w:rsidRPr="009647FC">
        <w:rPr>
          <w:rtl/>
        </w:rPr>
        <w:t xml:space="preserve"> ولعلّ الأنسب من الروايتين</w:t>
      </w:r>
      <w:r w:rsidR="00D769AB">
        <w:rPr>
          <w:rtl/>
        </w:rPr>
        <w:t>:</w:t>
      </w:r>
      <w:r w:rsidRPr="009647FC">
        <w:rPr>
          <w:rtl/>
        </w:rPr>
        <w:t xml:space="preserve"> بك</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3E2E50" w:rsidRPr="00524A24" w:rsidTr="003E2E50">
        <w:trPr>
          <w:trHeight w:val="350"/>
        </w:trPr>
        <w:tc>
          <w:tcPr>
            <w:tcW w:w="3902" w:type="dxa"/>
          </w:tcPr>
          <w:p w:rsidR="003E2E50" w:rsidRPr="00524A24" w:rsidRDefault="003E2E50" w:rsidP="003C12B7">
            <w:pPr>
              <w:pStyle w:val="libPoem"/>
            </w:pPr>
            <w:r w:rsidRPr="009647FC">
              <w:rPr>
                <w:rtl/>
              </w:rPr>
              <w:lastRenderedPageBreak/>
              <w:t>وليس</w:t>
            </w:r>
            <w:r w:rsidR="004C00A8">
              <w:rPr>
                <w:rtl/>
              </w:rPr>
              <w:t xml:space="preserve"> </w:t>
            </w:r>
            <w:r w:rsidRPr="009647FC">
              <w:rPr>
                <w:rtl/>
              </w:rPr>
              <w:t>الخطاب</w:t>
            </w:r>
            <w:r>
              <w:rPr>
                <w:rtl/>
              </w:rPr>
              <w:t xml:space="preserve"> </w:t>
            </w:r>
            <w:r w:rsidRPr="009647FC">
              <w:rPr>
                <w:rtl/>
              </w:rPr>
              <w:t>الفصلُ</w:t>
            </w:r>
            <w:r>
              <w:rPr>
                <w:rtl/>
              </w:rPr>
              <w:t xml:space="preserve"> </w:t>
            </w:r>
            <w:r w:rsidRPr="009647FC">
              <w:rPr>
                <w:rtl/>
              </w:rPr>
              <w:t>إلاّ</w:t>
            </w:r>
            <w:r>
              <w:rPr>
                <w:rtl/>
              </w:rPr>
              <w:t xml:space="preserve"> </w:t>
            </w:r>
            <w:r w:rsidRPr="009647FC">
              <w:rPr>
                <w:rtl/>
              </w:rPr>
              <w:t>مقالة</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لسانُ</w:t>
            </w:r>
            <w:r w:rsidR="004C00A8">
              <w:rPr>
                <w:rtl/>
              </w:rPr>
              <w:t xml:space="preserve"> </w:t>
            </w:r>
            <w:r w:rsidRPr="009647FC">
              <w:rPr>
                <w:rtl/>
              </w:rPr>
              <w:t>قريشٍ</w:t>
            </w:r>
            <w:r>
              <w:rPr>
                <w:rtl/>
              </w:rPr>
              <w:t xml:space="preserve"> </w:t>
            </w:r>
            <w:r w:rsidRPr="009647FC">
              <w:rPr>
                <w:rtl/>
              </w:rPr>
              <w:t>وهو</w:t>
            </w:r>
            <w:r>
              <w:rPr>
                <w:rtl/>
              </w:rPr>
              <w:t xml:space="preserve"> </w:t>
            </w:r>
            <w:r w:rsidRPr="009647FC">
              <w:rPr>
                <w:rtl/>
              </w:rPr>
              <w:t>أنت</w:t>
            </w:r>
            <w:r>
              <w:rPr>
                <w:rtl/>
              </w:rPr>
              <w:t xml:space="preserve"> </w:t>
            </w:r>
            <w:r w:rsidRPr="009647FC">
              <w:rPr>
                <w:rtl/>
              </w:rPr>
              <w:t>قؤولها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بك</w:t>
            </w:r>
            <w:r>
              <w:rPr>
                <w:rtl/>
              </w:rPr>
              <w:t xml:space="preserve"> </w:t>
            </w:r>
            <w:r w:rsidRPr="009647FC">
              <w:rPr>
                <w:rtl/>
              </w:rPr>
              <w:t>ارتاش</w:t>
            </w:r>
            <w:r>
              <w:rPr>
                <w:rtl/>
              </w:rPr>
              <w:t xml:space="preserve"> </w:t>
            </w:r>
            <w:r w:rsidRPr="009647FC">
              <w:rPr>
                <w:rtl/>
              </w:rPr>
              <w:t>عافيها</w:t>
            </w:r>
            <w:r>
              <w:rPr>
                <w:rtl/>
              </w:rPr>
              <w:t xml:space="preserve"> </w:t>
            </w:r>
            <w:r w:rsidRPr="009647FC">
              <w:rPr>
                <w:rtl/>
              </w:rPr>
              <w:t>وقرّ</w:t>
            </w:r>
            <w:r>
              <w:rPr>
                <w:rtl/>
              </w:rPr>
              <w:t xml:space="preserve"> </w:t>
            </w:r>
            <w:r w:rsidRPr="009647FC">
              <w:rPr>
                <w:rtl/>
              </w:rPr>
              <w:t>مروعها</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وأُدنى</w:t>
            </w:r>
            <w:r>
              <w:rPr>
                <w:rtl/>
              </w:rPr>
              <w:t xml:space="preserve"> </w:t>
            </w:r>
            <w:r w:rsidRPr="009647FC">
              <w:rPr>
                <w:rtl/>
              </w:rPr>
              <w:t>قاصيها</w:t>
            </w:r>
            <w:r w:rsidRPr="004E7EC6">
              <w:rPr>
                <w:rStyle w:val="libFootnotenumChar"/>
                <w:rtl/>
              </w:rPr>
              <w:t>(1)</w:t>
            </w:r>
            <w:r>
              <w:rPr>
                <w:rtl/>
              </w:rPr>
              <w:t xml:space="preserve"> </w:t>
            </w:r>
            <w:r w:rsidRPr="009647FC">
              <w:rPr>
                <w:rtl/>
              </w:rPr>
              <w:t>وعزّ</w:t>
            </w:r>
            <w:r>
              <w:rPr>
                <w:rtl/>
              </w:rPr>
              <w:t xml:space="preserve"> </w:t>
            </w:r>
            <w:r w:rsidRPr="009647FC">
              <w:rPr>
                <w:rtl/>
              </w:rPr>
              <w:t>ذليلها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وما</w:t>
            </w:r>
            <w:r>
              <w:rPr>
                <w:rtl/>
              </w:rPr>
              <w:t xml:space="preserve"> </w:t>
            </w:r>
            <w:r w:rsidRPr="009647FC">
              <w:rPr>
                <w:rtl/>
              </w:rPr>
              <w:t>قصرتْ</w:t>
            </w:r>
            <w:r>
              <w:rPr>
                <w:rtl/>
              </w:rPr>
              <w:t xml:space="preserve"> </w:t>
            </w:r>
            <w:r w:rsidRPr="009647FC">
              <w:rPr>
                <w:rtl/>
              </w:rPr>
              <w:t>باعُ</w:t>
            </w:r>
            <w:r>
              <w:rPr>
                <w:rtl/>
              </w:rPr>
              <w:t xml:space="preserve"> </w:t>
            </w:r>
            <w:r w:rsidRPr="009647FC">
              <w:rPr>
                <w:rtl/>
              </w:rPr>
              <w:t>العُلى</w:t>
            </w:r>
            <w:r>
              <w:rPr>
                <w:rtl/>
              </w:rPr>
              <w:t xml:space="preserve"> </w:t>
            </w:r>
            <w:r w:rsidRPr="009647FC">
              <w:rPr>
                <w:rtl/>
              </w:rPr>
              <w:t>عن</w:t>
            </w:r>
            <w:r>
              <w:rPr>
                <w:rtl/>
              </w:rPr>
              <w:t xml:space="preserve"> </w:t>
            </w:r>
            <w:r w:rsidRPr="009647FC">
              <w:rPr>
                <w:rtl/>
              </w:rPr>
              <w:t>رزيّةٍ</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رغت</w:t>
            </w:r>
            <w:r>
              <w:rPr>
                <w:rtl/>
              </w:rPr>
              <w:t xml:space="preserve"> </w:t>
            </w:r>
            <w:r w:rsidRPr="009647FC">
              <w:rPr>
                <w:rtl/>
              </w:rPr>
              <w:t>كرغاء</w:t>
            </w:r>
            <w:r>
              <w:rPr>
                <w:rtl/>
              </w:rPr>
              <w:t xml:space="preserve"> </w:t>
            </w:r>
            <w:r w:rsidRPr="009647FC">
              <w:rPr>
                <w:rtl/>
              </w:rPr>
              <w:t>المثقلات</w:t>
            </w:r>
            <w:r w:rsidRPr="004E7EC6">
              <w:rPr>
                <w:rStyle w:val="libFootnotenumChar"/>
                <w:rtl/>
              </w:rPr>
              <w:t>(2)</w:t>
            </w:r>
            <w:r>
              <w:rPr>
                <w:rtl/>
              </w:rPr>
              <w:t xml:space="preserve"> </w:t>
            </w:r>
            <w:r w:rsidRPr="009647FC">
              <w:rPr>
                <w:rtl/>
              </w:rPr>
              <w:t>نكولها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وذا</w:t>
            </w:r>
            <w:r w:rsidR="004C00A8">
              <w:rPr>
                <w:rtl/>
              </w:rPr>
              <w:t xml:space="preserve"> </w:t>
            </w:r>
            <w:r>
              <w:rPr>
                <w:rtl/>
              </w:rPr>
              <w:t>(</w:t>
            </w:r>
            <w:r w:rsidRPr="009647FC">
              <w:rPr>
                <w:rtl/>
              </w:rPr>
              <w:t>صالحُ</w:t>
            </w:r>
            <w:r>
              <w:rPr>
                <w:rtl/>
              </w:rPr>
              <w:t xml:space="preserve">) </w:t>
            </w:r>
            <w:r w:rsidRPr="009647FC">
              <w:rPr>
                <w:rtl/>
              </w:rPr>
              <w:t>الدنيا</w:t>
            </w:r>
            <w:r>
              <w:rPr>
                <w:rtl/>
              </w:rPr>
              <w:t xml:space="preserve"> </w:t>
            </w:r>
            <w:r w:rsidRPr="009647FC">
              <w:rPr>
                <w:rtl/>
              </w:rPr>
              <w:t>وأنت</w:t>
            </w:r>
            <w:r>
              <w:rPr>
                <w:rtl/>
              </w:rPr>
              <w:t xml:space="preserve"> </w:t>
            </w:r>
            <w:r w:rsidRPr="009647FC">
              <w:rPr>
                <w:rtl/>
              </w:rPr>
              <w:t>كلاكما</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تمدان</w:t>
            </w:r>
            <w:r w:rsidR="004C00A8">
              <w:rPr>
                <w:rtl/>
              </w:rPr>
              <w:t xml:space="preserve"> </w:t>
            </w:r>
            <w:r w:rsidRPr="009647FC">
              <w:rPr>
                <w:rtl/>
              </w:rPr>
              <w:t>منها</w:t>
            </w:r>
            <w:r>
              <w:rPr>
                <w:rtl/>
              </w:rPr>
              <w:t xml:space="preserve"> </w:t>
            </w:r>
            <w:r w:rsidRPr="009647FC">
              <w:rPr>
                <w:rtl/>
              </w:rPr>
              <w:t>و</w:t>
            </w:r>
            <w:r>
              <w:rPr>
                <w:rtl/>
              </w:rPr>
              <w:t>(</w:t>
            </w:r>
            <w:r w:rsidRPr="009647FC">
              <w:rPr>
                <w:rtl/>
              </w:rPr>
              <w:t>الحسينُ</w:t>
            </w:r>
            <w:r>
              <w:rPr>
                <w:rtl/>
              </w:rPr>
              <w:t xml:space="preserve">) </w:t>
            </w:r>
            <w:r w:rsidRPr="009647FC">
              <w:rPr>
                <w:rtl/>
              </w:rPr>
              <w:t>مطيلها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فتىً</w:t>
            </w:r>
            <w:r>
              <w:rPr>
                <w:rtl/>
              </w:rPr>
              <w:t xml:space="preserve"> </w:t>
            </w:r>
            <w:r w:rsidRPr="009647FC">
              <w:rPr>
                <w:rtl/>
              </w:rPr>
              <w:t>لا</w:t>
            </w:r>
            <w:r>
              <w:rPr>
                <w:rtl/>
              </w:rPr>
              <w:t xml:space="preserve"> </w:t>
            </w:r>
            <w:r w:rsidRPr="009647FC">
              <w:rPr>
                <w:rtl/>
              </w:rPr>
              <w:t>أقول</w:t>
            </w:r>
            <w:r>
              <w:rPr>
                <w:rtl/>
              </w:rPr>
              <w:t xml:space="preserve"> </w:t>
            </w:r>
            <w:r w:rsidRPr="009647FC">
              <w:rPr>
                <w:rtl/>
              </w:rPr>
              <w:t>الغيثُ</w:t>
            </w:r>
            <w:r>
              <w:rPr>
                <w:rtl/>
              </w:rPr>
              <w:t xml:space="preserve"> </w:t>
            </w:r>
            <w:r w:rsidRPr="009647FC">
              <w:rPr>
                <w:rtl/>
              </w:rPr>
              <w:t>يحكي</w:t>
            </w:r>
            <w:r>
              <w:rPr>
                <w:rtl/>
              </w:rPr>
              <w:t xml:space="preserve"> </w:t>
            </w:r>
            <w:r w:rsidRPr="009647FC">
              <w:rPr>
                <w:rtl/>
              </w:rPr>
              <w:t>بنانه</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سماحاً</w:t>
            </w:r>
            <w:r>
              <w:rPr>
                <w:rtl/>
              </w:rPr>
              <w:t xml:space="preserve"> </w:t>
            </w:r>
            <w:r w:rsidRPr="009647FC">
              <w:rPr>
                <w:rtl/>
              </w:rPr>
              <w:t>لأن</w:t>
            </w:r>
            <w:r>
              <w:rPr>
                <w:rtl/>
              </w:rPr>
              <w:t xml:space="preserve"> </w:t>
            </w:r>
            <w:r w:rsidRPr="009647FC">
              <w:rPr>
                <w:rtl/>
              </w:rPr>
              <w:t>الغيث</w:t>
            </w:r>
            <w:r>
              <w:rPr>
                <w:rtl/>
              </w:rPr>
              <w:t xml:space="preserve">َ </w:t>
            </w:r>
            <w:r w:rsidRPr="009647FC">
              <w:rPr>
                <w:rtl/>
              </w:rPr>
              <w:t>فيه</w:t>
            </w:r>
            <w:r>
              <w:rPr>
                <w:rtl/>
              </w:rPr>
              <w:t xml:space="preserve"> </w:t>
            </w:r>
            <w:r w:rsidRPr="009647FC">
              <w:rPr>
                <w:rtl/>
              </w:rPr>
              <w:t>عذولها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شمائله</w:t>
            </w:r>
            <w:r>
              <w:rPr>
                <w:rtl/>
              </w:rPr>
              <w:t xml:space="preserve"> </w:t>
            </w:r>
            <w:r w:rsidRPr="009647FC">
              <w:rPr>
                <w:rtl/>
              </w:rPr>
              <w:t>تحكي</w:t>
            </w:r>
            <w:r>
              <w:rPr>
                <w:rtl/>
              </w:rPr>
              <w:t xml:space="preserve"> </w:t>
            </w:r>
            <w:r w:rsidRPr="009647FC">
              <w:rPr>
                <w:rtl/>
              </w:rPr>
              <w:t>النسيم</w:t>
            </w:r>
            <w:r>
              <w:rPr>
                <w:rtl/>
              </w:rPr>
              <w:t xml:space="preserve">َ </w:t>
            </w:r>
            <w:r w:rsidRPr="009647FC">
              <w:rPr>
                <w:rtl/>
              </w:rPr>
              <w:t>لطافةً</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وأخلاقه</w:t>
            </w:r>
            <w:r>
              <w:rPr>
                <w:rtl/>
              </w:rPr>
              <w:t xml:space="preserve"> </w:t>
            </w:r>
            <w:r w:rsidRPr="009647FC">
              <w:rPr>
                <w:rtl/>
              </w:rPr>
              <w:t>الصهباء</w:t>
            </w:r>
            <w:r>
              <w:rPr>
                <w:rtl/>
              </w:rPr>
              <w:t xml:space="preserve"> </w:t>
            </w:r>
            <w:r w:rsidRPr="009647FC">
              <w:rPr>
                <w:rtl/>
              </w:rPr>
              <w:t>رقّ</w:t>
            </w:r>
            <w:r w:rsidRPr="00B371C6">
              <w:rPr>
                <w:rtl/>
              </w:rPr>
              <w:t>َ</w:t>
            </w:r>
            <w:r w:rsidRPr="009647FC">
              <w:rPr>
                <w:rtl/>
              </w:rPr>
              <w:t>ت</w:t>
            </w:r>
            <w:r>
              <w:rPr>
                <w:rtl/>
              </w:rPr>
              <w:t xml:space="preserve"> </w:t>
            </w:r>
            <w:r w:rsidRPr="009647FC">
              <w:rPr>
                <w:rtl/>
              </w:rPr>
              <w:t>شمولها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بني</w:t>
            </w:r>
            <w:r>
              <w:rPr>
                <w:rtl/>
              </w:rPr>
              <w:t xml:space="preserve"> </w:t>
            </w:r>
            <w:r w:rsidRPr="009647FC">
              <w:rPr>
                <w:rtl/>
              </w:rPr>
              <w:t>الغالبيين</w:t>
            </w:r>
            <w:r>
              <w:rPr>
                <w:rtl/>
              </w:rPr>
              <w:t xml:space="preserve"> </w:t>
            </w:r>
            <w:r w:rsidRPr="009647FC">
              <w:rPr>
                <w:rtl/>
              </w:rPr>
              <w:t>الذين</w:t>
            </w:r>
            <w:r>
              <w:rPr>
                <w:rtl/>
              </w:rPr>
              <w:t xml:space="preserve"> </w:t>
            </w:r>
            <w:r w:rsidRPr="009647FC">
              <w:rPr>
                <w:rtl/>
              </w:rPr>
              <w:t>أكفُّهم</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تريك</w:t>
            </w:r>
            <w:r w:rsidR="004C00A8">
              <w:rPr>
                <w:rtl/>
              </w:rPr>
              <w:t xml:space="preserve"> </w:t>
            </w:r>
            <w:r w:rsidRPr="009647FC">
              <w:rPr>
                <w:rtl/>
              </w:rPr>
              <w:t>الغوادي</w:t>
            </w:r>
            <w:r>
              <w:rPr>
                <w:rtl/>
              </w:rPr>
              <w:t xml:space="preserve"> </w:t>
            </w:r>
            <w:r w:rsidRPr="009647FC">
              <w:rPr>
                <w:rtl/>
              </w:rPr>
              <w:t>الغرّ</w:t>
            </w:r>
            <w:r>
              <w:rPr>
                <w:rtl/>
              </w:rPr>
              <w:t xml:space="preserve">َ </w:t>
            </w:r>
            <w:r w:rsidRPr="009647FC">
              <w:rPr>
                <w:rtl/>
              </w:rPr>
              <w:t>كيف</w:t>
            </w:r>
            <w:r>
              <w:rPr>
                <w:rtl/>
              </w:rPr>
              <w:t xml:space="preserve"> </w:t>
            </w:r>
            <w:r w:rsidRPr="009647FC">
              <w:rPr>
                <w:rtl/>
              </w:rPr>
              <w:t>مخيلها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ألستم</w:t>
            </w:r>
            <w:r>
              <w:rPr>
                <w:rtl/>
              </w:rPr>
              <w:t xml:space="preserve"> </w:t>
            </w:r>
            <w:r w:rsidRPr="009647FC">
              <w:rPr>
                <w:rtl/>
              </w:rPr>
              <w:t>لقومٍ</w:t>
            </w:r>
            <w:r>
              <w:rPr>
                <w:rtl/>
              </w:rPr>
              <w:t xml:space="preserve"> </w:t>
            </w:r>
            <w:r w:rsidRPr="009647FC">
              <w:rPr>
                <w:rtl/>
              </w:rPr>
              <w:t>تملأ</w:t>
            </w:r>
            <w:r>
              <w:rPr>
                <w:rtl/>
              </w:rPr>
              <w:t xml:space="preserve"> </w:t>
            </w:r>
            <w:r w:rsidRPr="009647FC">
              <w:rPr>
                <w:rtl/>
              </w:rPr>
              <w:t>الأرض</w:t>
            </w:r>
            <w:r w:rsidRPr="004E7EC6">
              <w:rPr>
                <w:rStyle w:val="libFootnotenumChar"/>
                <w:rtl/>
              </w:rPr>
              <w:t>(3)</w:t>
            </w:r>
            <w:r>
              <w:rPr>
                <w:rtl/>
              </w:rPr>
              <w:t xml:space="preserve"> </w:t>
            </w:r>
            <w:r w:rsidRPr="009647FC">
              <w:rPr>
                <w:rtl/>
              </w:rPr>
              <w:t>رجفةً</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إذا</w:t>
            </w:r>
            <w:r>
              <w:rPr>
                <w:rtl/>
              </w:rPr>
              <w:t xml:space="preserve"> </w:t>
            </w:r>
            <w:r w:rsidRPr="009647FC">
              <w:rPr>
                <w:rtl/>
              </w:rPr>
              <w:t>هي</w:t>
            </w:r>
            <w:r>
              <w:rPr>
                <w:rtl/>
              </w:rPr>
              <w:t xml:space="preserve"> </w:t>
            </w:r>
            <w:r w:rsidRPr="009647FC">
              <w:rPr>
                <w:rtl/>
              </w:rPr>
              <w:t>للهيجاء</w:t>
            </w:r>
            <w:r>
              <w:rPr>
                <w:rtl/>
              </w:rPr>
              <w:t xml:space="preserve"> </w:t>
            </w:r>
            <w:r w:rsidRPr="009647FC">
              <w:rPr>
                <w:rtl/>
              </w:rPr>
              <w:t>سار</w:t>
            </w:r>
            <w:r>
              <w:rPr>
                <w:rtl/>
              </w:rPr>
              <w:t xml:space="preserve"> </w:t>
            </w:r>
            <w:r w:rsidRPr="009647FC">
              <w:rPr>
                <w:rtl/>
              </w:rPr>
              <w:t>رعيلها؟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ضراغمُ</w:t>
            </w:r>
            <w:r w:rsidR="004C00A8">
              <w:rPr>
                <w:rtl/>
              </w:rPr>
              <w:t xml:space="preserve"> </w:t>
            </w:r>
            <w:r w:rsidRPr="009647FC">
              <w:rPr>
                <w:rtl/>
              </w:rPr>
              <w:t>تخشى</w:t>
            </w:r>
            <w:r>
              <w:rPr>
                <w:rtl/>
              </w:rPr>
              <w:t xml:space="preserve"> </w:t>
            </w:r>
            <w:r w:rsidRPr="009647FC">
              <w:rPr>
                <w:rtl/>
              </w:rPr>
              <w:t>رقدة</w:t>
            </w:r>
            <w:r>
              <w:rPr>
                <w:rtl/>
              </w:rPr>
              <w:t xml:space="preserve"> </w:t>
            </w:r>
            <w:r w:rsidRPr="009647FC">
              <w:rPr>
                <w:rtl/>
              </w:rPr>
              <w:t>الموت</w:t>
            </w:r>
            <w:r>
              <w:rPr>
                <w:rtl/>
              </w:rPr>
              <w:t xml:space="preserve"> </w:t>
            </w:r>
            <w:r w:rsidRPr="009647FC">
              <w:rPr>
                <w:rtl/>
              </w:rPr>
              <w:t>من</w:t>
            </w:r>
            <w:r>
              <w:rPr>
                <w:rtl/>
              </w:rPr>
              <w:t xml:space="preserve"> </w:t>
            </w:r>
            <w:r w:rsidRPr="009647FC">
              <w:rPr>
                <w:rtl/>
              </w:rPr>
              <w:t>غفا</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إذا</w:t>
            </w:r>
            <w:r w:rsidR="004C00A8">
              <w:rPr>
                <w:rtl/>
              </w:rPr>
              <w:t xml:space="preserve"> </w:t>
            </w:r>
            <w:r w:rsidRPr="009647FC">
              <w:rPr>
                <w:rtl/>
              </w:rPr>
              <w:t>استيقظتْ</w:t>
            </w:r>
            <w:r>
              <w:rPr>
                <w:rtl/>
              </w:rPr>
              <w:t xml:space="preserve"> </w:t>
            </w:r>
            <w:r w:rsidRPr="009647FC">
              <w:rPr>
                <w:rtl/>
              </w:rPr>
              <w:t>للضرب</w:t>
            </w:r>
            <w:r>
              <w:rPr>
                <w:rtl/>
              </w:rPr>
              <w:t xml:space="preserve"> </w:t>
            </w:r>
            <w:r w:rsidRPr="009647FC">
              <w:rPr>
                <w:rtl/>
              </w:rPr>
              <w:t>يوماً</w:t>
            </w:r>
            <w:r>
              <w:rPr>
                <w:rtl/>
              </w:rPr>
              <w:t xml:space="preserve"> </w:t>
            </w:r>
            <w:r w:rsidRPr="009647FC">
              <w:rPr>
                <w:rtl/>
              </w:rPr>
              <w:t>نصولها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يطول</w:t>
            </w:r>
            <w:r w:rsidR="004C00A8">
              <w:rPr>
                <w:rtl/>
              </w:rPr>
              <w:t xml:space="preserve"> </w:t>
            </w:r>
            <w:r w:rsidRPr="009647FC">
              <w:rPr>
                <w:rtl/>
              </w:rPr>
              <w:t>نعيُ</w:t>
            </w:r>
            <w:r>
              <w:rPr>
                <w:rtl/>
              </w:rPr>
              <w:t xml:space="preserve"> </w:t>
            </w:r>
            <w:r w:rsidRPr="009647FC">
              <w:rPr>
                <w:rtl/>
              </w:rPr>
              <w:t>الثاكلات</w:t>
            </w:r>
            <w:r>
              <w:rPr>
                <w:rtl/>
              </w:rPr>
              <w:t xml:space="preserve"> </w:t>
            </w:r>
            <w:r w:rsidRPr="009647FC">
              <w:rPr>
                <w:rtl/>
              </w:rPr>
              <w:t>لقومها</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إذا</w:t>
            </w:r>
            <w:r>
              <w:rPr>
                <w:rtl/>
              </w:rPr>
              <w:t xml:space="preserve"> </w:t>
            </w:r>
            <w:r w:rsidRPr="009647FC">
              <w:rPr>
                <w:rtl/>
              </w:rPr>
              <w:t>صهلت</w:t>
            </w:r>
            <w:r>
              <w:rPr>
                <w:rtl/>
              </w:rPr>
              <w:t xml:space="preserve"> </w:t>
            </w:r>
            <w:r w:rsidRPr="009647FC">
              <w:rPr>
                <w:rtl/>
              </w:rPr>
              <w:t>للطعن</w:t>
            </w:r>
            <w:r>
              <w:rPr>
                <w:rtl/>
              </w:rPr>
              <w:t xml:space="preserve"> </w:t>
            </w:r>
            <w:r w:rsidRPr="009647FC">
              <w:rPr>
                <w:rtl/>
              </w:rPr>
              <w:t>شوقاً</w:t>
            </w:r>
            <w:r>
              <w:rPr>
                <w:rtl/>
              </w:rPr>
              <w:t xml:space="preserve"> </w:t>
            </w:r>
            <w:r w:rsidRPr="009647FC">
              <w:rPr>
                <w:rtl/>
              </w:rPr>
              <w:t>خيولها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بهاليلُ</w:t>
            </w:r>
            <w:r>
              <w:rPr>
                <w:rtl/>
              </w:rPr>
              <w:t xml:space="preserve"> </w:t>
            </w:r>
            <w:r w:rsidRPr="009647FC">
              <w:rPr>
                <w:rtl/>
              </w:rPr>
              <w:t>أم</w:t>
            </w:r>
            <w:r w:rsidRPr="00B371C6">
              <w:rPr>
                <w:rtl/>
              </w:rPr>
              <w:t>ّ</w:t>
            </w:r>
            <w:r w:rsidRPr="009647FC">
              <w:rPr>
                <w:rtl/>
              </w:rPr>
              <w:t>ا</w:t>
            </w:r>
            <w:r>
              <w:rPr>
                <w:rtl/>
              </w:rPr>
              <w:t xml:space="preserve"> </w:t>
            </w:r>
            <w:r w:rsidRPr="009647FC">
              <w:rPr>
                <w:rtl/>
              </w:rPr>
              <w:t>هجرت</w:t>
            </w:r>
            <w:r>
              <w:rPr>
                <w:rtl/>
              </w:rPr>
              <w:t xml:space="preserve"> </w:t>
            </w:r>
            <w:r w:rsidRPr="009647FC">
              <w:rPr>
                <w:rtl/>
              </w:rPr>
              <w:t>يوم</w:t>
            </w:r>
            <w:r>
              <w:rPr>
                <w:rtl/>
              </w:rPr>
              <w:t xml:space="preserve"> </w:t>
            </w:r>
            <w:r w:rsidRPr="009647FC">
              <w:rPr>
                <w:rtl/>
              </w:rPr>
              <w:t>معركٍ</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فتحت</w:t>
            </w:r>
            <w:r w:rsidR="004C00A8">
              <w:rPr>
                <w:rtl/>
              </w:rPr>
              <w:t xml:space="preserve"> </w:t>
            </w:r>
            <w:r w:rsidRPr="009647FC">
              <w:rPr>
                <w:rtl/>
              </w:rPr>
              <w:t>ظبات</w:t>
            </w:r>
            <w:r w:rsidRPr="004E7EC6">
              <w:rPr>
                <w:rStyle w:val="libFootnotenumChar"/>
                <w:rtl/>
              </w:rPr>
              <w:t>(4)</w:t>
            </w:r>
            <w:r>
              <w:rPr>
                <w:rtl/>
              </w:rPr>
              <w:t xml:space="preserve"> </w:t>
            </w:r>
            <w:r w:rsidRPr="009647FC">
              <w:rPr>
                <w:rtl/>
              </w:rPr>
              <w:t>المشرفيِّ</w:t>
            </w:r>
            <w:r>
              <w:rPr>
                <w:rtl/>
              </w:rPr>
              <w:t xml:space="preserve"> </w:t>
            </w:r>
            <w:r w:rsidRPr="009647FC">
              <w:rPr>
                <w:rtl/>
              </w:rPr>
              <w:t>مقيلها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لها</w:t>
            </w:r>
            <w:r>
              <w:rPr>
                <w:rtl/>
              </w:rPr>
              <w:t xml:space="preserve"> </w:t>
            </w:r>
            <w:r w:rsidRPr="009647FC">
              <w:rPr>
                <w:rtl/>
              </w:rPr>
              <w:t>الحربُ</w:t>
            </w:r>
            <w:r>
              <w:rPr>
                <w:rtl/>
              </w:rPr>
              <w:t xml:space="preserve"> </w:t>
            </w:r>
            <w:r w:rsidRPr="009647FC">
              <w:rPr>
                <w:rtl/>
              </w:rPr>
              <w:t>لم</w:t>
            </w:r>
            <w:r>
              <w:rPr>
                <w:rtl/>
              </w:rPr>
              <w:t xml:space="preserve"> </w:t>
            </w:r>
            <w:r w:rsidRPr="009647FC">
              <w:rPr>
                <w:rtl/>
              </w:rPr>
              <w:t>تبرحْ</w:t>
            </w:r>
            <w:r>
              <w:rPr>
                <w:rtl/>
              </w:rPr>
              <w:t xml:space="preserve"> </w:t>
            </w:r>
            <w:r w:rsidRPr="009647FC">
              <w:rPr>
                <w:rtl/>
              </w:rPr>
              <w:t>تقلِّل</w:t>
            </w:r>
            <w:r>
              <w:rPr>
                <w:rtl/>
              </w:rPr>
              <w:t xml:space="preserve"> </w:t>
            </w:r>
            <w:r w:rsidRPr="009647FC">
              <w:rPr>
                <w:rtl/>
              </w:rPr>
              <w:t>عدّ</w:t>
            </w:r>
            <w:r>
              <w:rPr>
                <w:rtl/>
              </w:rPr>
              <w:t>َ</w:t>
            </w:r>
            <w:r w:rsidRPr="009647FC">
              <w:rPr>
                <w:rtl/>
              </w:rPr>
              <w:t>ها</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ويكثر</w:t>
            </w:r>
            <w:r>
              <w:rPr>
                <w:rtl/>
              </w:rPr>
              <w:t xml:space="preserve"> </w:t>
            </w:r>
            <w:r w:rsidRPr="009647FC">
              <w:rPr>
                <w:rtl/>
              </w:rPr>
              <w:t>في</w:t>
            </w:r>
            <w:r>
              <w:rPr>
                <w:rtl/>
              </w:rPr>
              <w:t xml:space="preserve"> </w:t>
            </w:r>
            <w:r w:rsidRPr="009647FC">
              <w:rPr>
                <w:rtl/>
              </w:rPr>
              <w:t>عين</w:t>
            </w:r>
            <w:r>
              <w:rPr>
                <w:rtl/>
              </w:rPr>
              <w:t xml:space="preserve"> </w:t>
            </w:r>
            <w:r w:rsidRPr="009647FC">
              <w:rPr>
                <w:rtl/>
              </w:rPr>
              <w:t>العدوّ</w:t>
            </w:r>
            <w:r>
              <w:rPr>
                <w:rtl/>
              </w:rPr>
              <w:t xml:space="preserve"> </w:t>
            </w:r>
            <w:r w:rsidRPr="009647FC">
              <w:rPr>
                <w:rtl/>
              </w:rPr>
              <w:t>قليلها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لكم</w:t>
            </w:r>
            <w:r w:rsidR="004C00A8">
              <w:rPr>
                <w:rtl/>
              </w:rPr>
              <w:t xml:space="preserve"> </w:t>
            </w:r>
            <w:r w:rsidRPr="009647FC">
              <w:rPr>
                <w:rtl/>
              </w:rPr>
              <w:t>صبرُها</w:t>
            </w:r>
            <w:r>
              <w:rPr>
                <w:rtl/>
              </w:rPr>
              <w:t xml:space="preserve"> </w:t>
            </w:r>
            <w:r w:rsidRPr="009647FC">
              <w:rPr>
                <w:rtl/>
              </w:rPr>
              <w:t>تحت</w:t>
            </w:r>
            <w:r>
              <w:rPr>
                <w:rtl/>
              </w:rPr>
              <w:t xml:space="preserve"> </w:t>
            </w:r>
            <w:r w:rsidRPr="009647FC">
              <w:rPr>
                <w:rtl/>
              </w:rPr>
              <w:t>السيوف</w:t>
            </w:r>
            <w:r>
              <w:rPr>
                <w:rtl/>
              </w:rPr>
              <w:t xml:space="preserve"> </w:t>
            </w:r>
            <w:r w:rsidRPr="009647FC">
              <w:rPr>
                <w:rtl/>
              </w:rPr>
              <w:t>وحلمها</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إذا</w:t>
            </w:r>
            <w:r w:rsidR="004C00A8">
              <w:rPr>
                <w:rtl/>
              </w:rPr>
              <w:t xml:space="preserve"> </w:t>
            </w:r>
            <w:r w:rsidRPr="009647FC">
              <w:rPr>
                <w:rtl/>
              </w:rPr>
              <w:t>نوبُ</w:t>
            </w:r>
            <w:r>
              <w:rPr>
                <w:rtl/>
              </w:rPr>
              <w:t xml:space="preserve"> </w:t>
            </w:r>
            <w:r w:rsidRPr="009647FC">
              <w:rPr>
                <w:rtl/>
              </w:rPr>
              <w:t>الدهر</w:t>
            </w:r>
            <w:r>
              <w:rPr>
                <w:rtl/>
              </w:rPr>
              <w:t xml:space="preserve"> </w:t>
            </w:r>
            <w:r w:rsidRPr="009647FC">
              <w:rPr>
                <w:rtl/>
              </w:rPr>
              <w:t>أرجحنّ</w:t>
            </w:r>
            <w:r>
              <w:rPr>
                <w:rtl/>
              </w:rPr>
              <w:t xml:space="preserve">َ </w:t>
            </w:r>
            <w:r w:rsidRPr="009647FC">
              <w:rPr>
                <w:rtl/>
              </w:rPr>
              <w:t>جليلها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فما</w:t>
            </w:r>
            <w:r w:rsidR="004C00A8">
              <w:rPr>
                <w:rtl/>
              </w:rPr>
              <w:t xml:space="preserve"> </w:t>
            </w:r>
            <w:r w:rsidRPr="009647FC">
              <w:rPr>
                <w:rtl/>
              </w:rPr>
              <w:t>شيمةُ</w:t>
            </w:r>
            <w:r>
              <w:rPr>
                <w:rtl/>
              </w:rPr>
              <w:t xml:space="preserve"> </w:t>
            </w:r>
            <w:r w:rsidRPr="009647FC">
              <w:rPr>
                <w:rtl/>
              </w:rPr>
              <w:t>الحسّاد</w:t>
            </w:r>
            <w:r>
              <w:rPr>
                <w:rtl/>
              </w:rPr>
              <w:t xml:space="preserve"> </w:t>
            </w:r>
            <w:r w:rsidRPr="009647FC">
              <w:rPr>
                <w:rtl/>
              </w:rPr>
              <w:t>فيكم</w:t>
            </w:r>
            <w:r>
              <w:rPr>
                <w:rtl/>
              </w:rPr>
              <w:t xml:space="preserve"> </w:t>
            </w:r>
            <w:r w:rsidRPr="009647FC">
              <w:rPr>
                <w:rtl/>
              </w:rPr>
              <w:t>وليتها</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عفت</w:t>
            </w:r>
            <w:r w:rsidR="004C00A8">
              <w:rPr>
                <w:rtl/>
              </w:rPr>
              <w:t xml:space="preserve"> </w:t>
            </w:r>
            <w:r w:rsidRPr="009647FC">
              <w:rPr>
                <w:rtl/>
              </w:rPr>
              <w:t>كعفوِّ</w:t>
            </w:r>
            <w:r>
              <w:rPr>
                <w:rtl/>
              </w:rPr>
              <w:t xml:space="preserve"> </w:t>
            </w:r>
            <w:r w:rsidRPr="009647FC">
              <w:rPr>
                <w:rtl/>
              </w:rPr>
              <w:t>المجد</w:t>
            </w:r>
            <w:r>
              <w:rPr>
                <w:rtl/>
              </w:rPr>
              <w:t xml:space="preserve"> </w:t>
            </w:r>
            <w:r w:rsidRPr="009647FC">
              <w:rPr>
                <w:rtl/>
              </w:rPr>
              <w:t>منها</w:t>
            </w:r>
            <w:r>
              <w:rPr>
                <w:rtl/>
              </w:rPr>
              <w:t xml:space="preserve"> </w:t>
            </w:r>
            <w:r w:rsidRPr="009647FC">
              <w:rPr>
                <w:rtl/>
              </w:rPr>
              <w:t>طلولها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وقدركم</w:t>
            </w:r>
            <w:r w:rsidR="004C00A8">
              <w:rPr>
                <w:rtl/>
              </w:rPr>
              <w:t xml:space="preserve"> </w:t>
            </w:r>
            <w:r w:rsidRPr="009647FC">
              <w:rPr>
                <w:rtl/>
              </w:rPr>
              <w:t>في</w:t>
            </w:r>
            <w:r>
              <w:rPr>
                <w:rtl/>
              </w:rPr>
              <w:t xml:space="preserve"> </w:t>
            </w:r>
            <w:r w:rsidRPr="009647FC">
              <w:rPr>
                <w:rtl/>
              </w:rPr>
              <w:t>الموت</w:t>
            </w:r>
            <w:r>
              <w:rPr>
                <w:rtl/>
              </w:rPr>
              <w:t xml:space="preserve"> </w:t>
            </w:r>
            <w:r w:rsidRPr="009647FC">
              <w:rPr>
                <w:rtl/>
              </w:rPr>
              <w:t>يعلو</w:t>
            </w:r>
            <w:r>
              <w:rPr>
                <w:rtl/>
              </w:rPr>
              <w:t xml:space="preserve"> </w:t>
            </w:r>
            <w:r w:rsidRPr="009647FC">
              <w:rPr>
                <w:rtl/>
              </w:rPr>
              <w:t>نباهةً</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وما</w:t>
            </w:r>
            <w:r>
              <w:rPr>
                <w:rtl/>
              </w:rPr>
              <w:t xml:space="preserve"> </w:t>
            </w:r>
            <w:r w:rsidRPr="009647FC">
              <w:rPr>
                <w:rtl/>
              </w:rPr>
              <w:t>الموت</w:t>
            </w:r>
            <w:r>
              <w:rPr>
                <w:rtl/>
              </w:rPr>
              <w:t xml:space="preserve"> </w:t>
            </w:r>
            <w:r w:rsidRPr="009647FC">
              <w:rPr>
                <w:rtl/>
              </w:rPr>
              <w:t>كلُّ</w:t>
            </w:r>
            <w:r>
              <w:rPr>
                <w:rtl/>
              </w:rPr>
              <w:t xml:space="preserve"> </w:t>
            </w:r>
            <w:r w:rsidRPr="009647FC">
              <w:rPr>
                <w:rtl/>
              </w:rPr>
              <w:t>الموت</w:t>
            </w:r>
            <w:r>
              <w:rPr>
                <w:rtl/>
              </w:rPr>
              <w:t xml:space="preserve"> </w:t>
            </w:r>
            <w:r w:rsidRPr="009647FC">
              <w:rPr>
                <w:rtl/>
              </w:rPr>
              <w:t>إلاّ</w:t>
            </w:r>
            <w:r>
              <w:rPr>
                <w:rtl/>
              </w:rPr>
              <w:t xml:space="preserve"> </w:t>
            </w:r>
            <w:r w:rsidRPr="009647FC">
              <w:rPr>
                <w:rtl/>
              </w:rPr>
              <w:t>خمولها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ألا</w:t>
            </w:r>
            <w:r>
              <w:rPr>
                <w:rtl/>
              </w:rPr>
              <w:t xml:space="preserve"> </w:t>
            </w:r>
            <w:r w:rsidRPr="009647FC">
              <w:rPr>
                <w:rtl/>
              </w:rPr>
              <w:t>أنتم</w:t>
            </w:r>
            <w:r>
              <w:rPr>
                <w:rtl/>
              </w:rPr>
              <w:t xml:space="preserve"> </w:t>
            </w:r>
            <w:r w:rsidRPr="009647FC">
              <w:rPr>
                <w:rtl/>
              </w:rPr>
              <w:t>القوم</w:t>
            </w:r>
            <w:r>
              <w:rPr>
                <w:rtl/>
              </w:rPr>
              <w:t xml:space="preserve"> </w:t>
            </w:r>
            <w:r w:rsidRPr="009647FC">
              <w:rPr>
                <w:rtl/>
              </w:rPr>
              <w:t>الذين</w:t>
            </w:r>
            <w:r>
              <w:rPr>
                <w:rtl/>
              </w:rPr>
              <w:t xml:space="preserve"> </w:t>
            </w:r>
            <w:r w:rsidRPr="009647FC">
              <w:rPr>
                <w:rtl/>
              </w:rPr>
              <w:t>قبابُهم</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على</w:t>
            </w:r>
            <w:r w:rsidR="004C00A8">
              <w:rPr>
                <w:rtl/>
              </w:rPr>
              <w:t xml:space="preserve"> </w:t>
            </w:r>
            <w:r w:rsidRPr="009647FC">
              <w:rPr>
                <w:rtl/>
              </w:rPr>
              <w:t>شهب</w:t>
            </w:r>
            <w:r>
              <w:rPr>
                <w:rtl/>
              </w:rPr>
              <w:t xml:space="preserve"> </w:t>
            </w:r>
            <w:r w:rsidRPr="009647FC">
              <w:rPr>
                <w:rtl/>
              </w:rPr>
              <w:t>الخضراء</w:t>
            </w:r>
            <w:r>
              <w:rPr>
                <w:rtl/>
              </w:rPr>
              <w:t xml:space="preserve"> </w:t>
            </w:r>
            <w:r w:rsidRPr="009647FC">
              <w:rPr>
                <w:rtl/>
              </w:rPr>
              <w:t>ترخى</w:t>
            </w:r>
            <w:r>
              <w:rPr>
                <w:rtl/>
              </w:rPr>
              <w:t xml:space="preserve"> </w:t>
            </w:r>
            <w:r w:rsidRPr="009647FC">
              <w:rPr>
                <w:rtl/>
              </w:rPr>
              <w:t>سدولها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فروع</w:t>
            </w:r>
            <w:r>
              <w:rPr>
                <w:rtl/>
              </w:rPr>
              <w:t xml:space="preserve"> </w:t>
            </w:r>
            <w:r w:rsidRPr="009647FC">
              <w:rPr>
                <w:rtl/>
              </w:rPr>
              <w:t>ع</w:t>
            </w:r>
            <w:r w:rsidRPr="00B371C6">
              <w:rPr>
                <w:rtl/>
              </w:rPr>
              <w:t>ُ</w:t>
            </w:r>
            <w:r w:rsidRPr="009647FC">
              <w:rPr>
                <w:rtl/>
              </w:rPr>
              <w:t>لاً</w:t>
            </w:r>
            <w:r>
              <w:rPr>
                <w:rtl/>
              </w:rPr>
              <w:t xml:space="preserve"> </w:t>
            </w:r>
            <w:r w:rsidRPr="009647FC">
              <w:rPr>
                <w:rtl/>
              </w:rPr>
              <w:t>لا</w:t>
            </w:r>
            <w:r>
              <w:rPr>
                <w:rtl/>
              </w:rPr>
              <w:t xml:space="preserve"> </w:t>
            </w:r>
            <w:r w:rsidRPr="009647FC">
              <w:rPr>
                <w:rtl/>
              </w:rPr>
              <w:t>يدرك</w:t>
            </w:r>
            <w:r>
              <w:rPr>
                <w:rtl/>
              </w:rPr>
              <w:t xml:space="preserve"> </w:t>
            </w:r>
            <w:r w:rsidRPr="009647FC">
              <w:rPr>
                <w:rtl/>
              </w:rPr>
              <w:t>الوهم</w:t>
            </w:r>
            <w:r>
              <w:rPr>
                <w:rtl/>
              </w:rPr>
              <w:t xml:space="preserve"> </w:t>
            </w:r>
            <w:r w:rsidRPr="009647FC">
              <w:rPr>
                <w:rtl/>
              </w:rPr>
              <w:t>طائرا</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سوى</w:t>
            </w:r>
            <w:r>
              <w:rPr>
                <w:rtl/>
              </w:rPr>
              <w:t xml:space="preserve"> </w:t>
            </w:r>
            <w:r w:rsidRPr="009647FC">
              <w:rPr>
                <w:rtl/>
              </w:rPr>
              <w:t>إن</w:t>
            </w:r>
            <w:r w:rsidRPr="00B371C6">
              <w:rPr>
                <w:rtl/>
              </w:rPr>
              <w:t>ّ</w:t>
            </w:r>
            <w:r w:rsidRPr="009647FC">
              <w:rPr>
                <w:rtl/>
              </w:rPr>
              <w:t>ها</w:t>
            </w:r>
            <w:r>
              <w:rPr>
                <w:rtl/>
              </w:rPr>
              <w:t xml:space="preserve"> </w:t>
            </w:r>
            <w:r w:rsidRPr="009647FC">
              <w:rPr>
                <w:rtl/>
              </w:rPr>
              <w:t>فوق</w:t>
            </w:r>
            <w:r>
              <w:rPr>
                <w:rtl/>
              </w:rPr>
              <w:t xml:space="preserve"> </w:t>
            </w:r>
            <w:r w:rsidRPr="009647FC">
              <w:rPr>
                <w:rtl/>
              </w:rPr>
              <w:t>السماء</w:t>
            </w:r>
            <w:r>
              <w:rPr>
                <w:rtl/>
              </w:rPr>
              <w:t xml:space="preserve"> </w:t>
            </w:r>
            <w:r w:rsidRPr="009647FC">
              <w:rPr>
                <w:rtl/>
              </w:rPr>
              <w:t>أصولها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لها</w:t>
            </w:r>
            <w:r w:rsidR="004C00A8">
              <w:rPr>
                <w:rtl/>
              </w:rPr>
              <w:t xml:space="preserve"> </w:t>
            </w:r>
            <w:r w:rsidRPr="009647FC">
              <w:rPr>
                <w:rtl/>
              </w:rPr>
              <w:t>فوق</w:t>
            </w:r>
            <w:r>
              <w:rPr>
                <w:rtl/>
              </w:rPr>
              <w:t xml:space="preserve"> </w:t>
            </w:r>
            <w:r w:rsidRPr="009647FC">
              <w:rPr>
                <w:rtl/>
              </w:rPr>
              <w:t>أهل</w:t>
            </w:r>
            <w:r>
              <w:rPr>
                <w:rtl/>
              </w:rPr>
              <w:t xml:space="preserve"> </w:t>
            </w:r>
            <w:r w:rsidRPr="009647FC">
              <w:rPr>
                <w:rtl/>
              </w:rPr>
              <w:t>الأرض</w:t>
            </w:r>
            <w:r>
              <w:rPr>
                <w:rtl/>
              </w:rPr>
              <w:t xml:space="preserve"> </w:t>
            </w:r>
            <w:r w:rsidRPr="009647FC">
              <w:rPr>
                <w:rtl/>
              </w:rPr>
              <w:t>مجدٌ</w:t>
            </w:r>
            <w:r>
              <w:rPr>
                <w:rtl/>
              </w:rPr>
              <w:t xml:space="preserve"> </w:t>
            </w:r>
            <w:r w:rsidRPr="009647FC">
              <w:rPr>
                <w:rtl/>
              </w:rPr>
              <w:t>تكافأت</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عمومتها</w:t>
            </w:r>
            <w:r w:rsidR="004C00A8">
              <w:rPr>
                <w:rtl/>
              </w:rPr>
              <w:t xml:space="preserve"> </w:t>
            </w:r>
            <w:r w:rsidRPr="009647FC">
              <w:rPr>
                <w:rtl/>
              </w:rPr>
              <w:t>في</w:t>
            </w:r>
            <w:r>
              <w:rPr>
                <w:rtl/>
              </w:rPr>
              <w:t xml:space="preserve"> </w:t>
            </w:r>
            <w:r w:rsidRPr="009647FC">
              <w:rPr>
                <w:rtl/>
              </w:rPr>
              <w:t>فخره</w:t>
            </w:r>
            <w:r>
              <w:rPr>
                <w:rtl/>
              </w:rPr>
              <w:t xml:space="preserve"> </w:t>
            </w:r>
            <w:r w:rsidRPr="009647FC">
              <w:rPr>
                <w:rtl/>
              </w:rPr>
              <w:t>وخؤولها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خذوها</w:t>
            </w:r>
            <w:r w:rsidR="004C00A8">
              <w:rPr>
                <w:rtl/>
              </w:rPr>
              <w:t xml:space="preserve"> </w:t>
            </w:r>
            <w:r w:rsidRPr="009647FC">
              <w:rPr>
                <w:rtl/>
              </w:rPr>
              <w:t>بني‌ العلياء</w:t>
            </w:r>
            <w:r>
              <w:rPr>
                <w:rtl/>
              </w:rPr>
              <w:t xml:space="preserve"> (</w:t>
            </w:r>
            <w:r w:rsidRPr="009647FC">
              <w:rPr>
                <w:rtl/>
              </w:rPr>
              <w:t>خنساء</w:t>
            </w:r>
            <w:r>
              <w:rPr>
                <w:rtl/>
              </w:rPr>
              <w:t xml:space="preserve">) </w:t>
            </w:r>
            <w:r w:rsidRPr="009647FC">
              <w:rPr>
                <w:rtl/>
              </w:rPr>
              <w:t>عصرها</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وإلاّ</w:t>
            </w:r>
            <w:r w:rsidR="004C00A8">
              <w:rPr>
                <w:rtl/>
              </w:rPr>
              <w:t xml:space="preserve"> </w:t>
            </w:r>
            <w:r w:rsidRPr="009647FC">
              <w:rPr>
                <w:rtl/>
              </w:rPr>
              <w:t>فبنت</w:t>
            </w:r>
            <w:r>
              <w:rPr>
                <w:rtl/>
              </w:rPr>
              <w:t xml:space="preserve"> </w:t>
            </w:r>
            <w:r w:rsidRPr="009647FC">
              <w:rPr>
                <w:rtl/>
              </w:rPr>
              <w:t>الدوح</w:t>
            </w:r>
            <w:r>
              <w:rPr>
                <w:rtl/>
              </w:rPr>
              <w:t xml:space="preserve"> </w:t>
            </w:r>
            <w:r w:rsidRPr="009647FC">
              <w:rPr>
                <w:rtl/>
              </w:rPr>
              <w:t>منْ</w:t>
            </w:r>
            <w:r>
              <w:rPr>
                <w:rFonts w:hint="cs"/>
                <w:rtl/>
              </w:rPr>
              <w:t xml:space="preserve"> </w:t>
            </w:r>
            <w:r w:rsidRPr="004E7EC6">
              <w:rPr>
                <w:rStyle w:val="libFootnotenumChar"/>
                <w:rtl/>
              </w:rPr>
              <w:t>(5)</w:t>
            </w:r>
            <w:r w:rsidRPr="004C00A8">
              <w:rPr>
                <w:rFonts w:hint="cs"/>
                <w:rtl/>
              </w:rPr>
              <w:t xml:space="preserve"> </w:t>
            </w:r>
            <w:r w:rsidRPr="009647FC">
              <w:rPr>
                <w:rtl/>
              </w:rPr>
              <w:t>غليلها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مخطوطة الملاّ</w:t>
      </w:r>
      <w:r w:rsidR="00D769AB">
        <w:rPr>
          <w:rtl/>
        </w:rPr>
        <w:t>:</w:t>
      </w:r>
      <w:r w:rsidRPr="009647FC">
        <w:rPr>
          <w:rtl/>
        </w:rPr>
        <w:t xml:space="preserve"> وأدنى أقاصيها</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المخطوط</w:t>
      </w:r>
      <w:r w:rsidR="00D769AB">
        <w:rPr>
          <w:rtl/>
        </w:rPr>
        <w:t>:</w:t>
      </w:r>
      <w:r w:rsidRPr="009647FC">
        <w:rPr>
          <w:rtl/>
        </w:rPr>
        <w:t xml:space="preserve"> المشكلات</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المطبوع</w:t>
      </w:r>
      <w:r w:rsidR="00D769AB">
        <w:rPr>
          <w:rtl/>
        </w:rPr>
        <w:t>:</w:t>
      </w:r>
      <w:r w:rsidRPr="009647FC">
        <w:rPr>
          <w:rtl/>
        </w:rPr>
        <w:t xml:space="preserve"> الدهر</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المخطوط</w:t>
      </w:r>
      <w:r w:rsidR="00D769AB">
        <w:rPr>
          <w:rtl/>
        </w:rPr>
        <w:t>:</w:t>
      </w:r>
      <w:r w:rsidRPr="009647FC">
        <w:rPr>
          <w:rtl/>
        </w:rPr>
        <w:t xml:space="preserve"> طباق</w:t>
      </w:r>
      <w:r w:rsidR="00D769AB">
        <w:rPr>
          <w:rtl/>
        </w:rPr>
        <w:t>.</w:t>
      </w:r>
      <w:r w:rsidRPr="009647FC">
        <w:rPr>
          <w:rtl/>
        </w:rPr>
        <w:t xml:space="preserve"> والأنسب ما في المطبوع</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في المطبوع</w:t>
      </w:r>
      <w:r w:rsidR="00D769AB">
        <w:rPr>
          <w:rtl/>
        </w:rPr>
        <w:t>:</w:t>
      </w:r>
      <w:r w:rsidRPr="009647FC">
        <w:rPr>
          <w:rtl/>
        </w:rPr>
        <w:t xml:space="preserve"> خرّ</w:t>
      </w:r>
      <w:r w:rsidR="00D769AB">
        <w:rPr>
          <w:rtl/>
        </w:rPr>
        <w:t>.</w:t>
      </w:r>
      <w:r w:rsidRPr="009647FC">
        <w:rPr>
          <w:rtl/>
        </w:rPr>
        <w:t xml:space="preserve"> ولعلّ الأنسب من الروايتين</w:t>
      </w:r>
      <w:r w:rsidR="00D769AB">
        <w:rPr>
          <w:rtl/>
        </w:rPr>
        <w:t>:</w:t>
      </w:r>
      <w:r w:rsidRPr="009647FC">
        <w:rPr>
          <w:rtl/>
        </w:rPr>
        <w:t xml:space="preserve"> حرّ أي</w:t>
      </w:r>
      <w:r w:rsidR="00D769AB">
        <w:rPr>
          <w:rtl/>
        </w:rPr>
        <w:t>:</w:t>
      </w:r>
      <w:r w:rsidRPr="009647FC">
        <w:rPr>
          <w:rtl/>
        </w:rPr>
        <w:t xml:space="preserve"> اشتدّ عطشها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3E2E50" w:rsidRPr="00524A24" w:rsidTr="003E2E50">
        <w:trPr>
          <w:trHeight w:val="350"/>
        </w:trPr>
        <w:tc>
          <w:tcPr>
            <w:tcW w:w="3902" w:type="dxa"/>
          </w:tcPr>
          <w:p w:rsidR="003E2E50" w:rsidRPr="00524A24" w:rsidRDefault="003E2E50" w:rsidP="003C12B7">
            <w:pPr>
              <w:pStyle w:val="libPoem"/>
            </w:pPr>
            <w:r w:rsidRPr="009647FC">
              <w:rPr>
                <w:rtl/>
              </w:rPr>
              <w:lastRenderedPageBreak/>
              <w:t>فلو</w:t>
            </w:r>
            <w:r>
              <w:rPr>
                <w:rtl/>
              </w:rPr>
              <w:t xml:space="preserve"> </w:t>
            </w:r>
            <w:r w:rsidRPr="009647FC">
              <w:rPr>
                <w:rtl/>
              </w:rPr>
              <w:t>أن</w:t>
            </w:r>
            <w:r w:rsidRPr="00B371C6">
              <w:rPr>
                <w:rtl/>
              </w:rPr>
              <w:t>ّ</w:t>
            </w:r>
            <w:r w:rsidRPr="009647FC">
              <w:rPr>
                <w:rtl/>
              </w:rPr>
              <w:t>ها</w:t>
            </w:r>
            <w:r>
              <w:rPr>
                <w:rtl/>
              </w:rPr>
              <w:t xml:space="preserve"> </w:t>
            </w:r>
            <w:r w:rsidRPr="009647FC">
              <w:rPr>
                <w:rtl/>
              </w:rPr>
              <w:t>ناحت</w:t>
            </w:r>
            <w:r>
              <w:rPr>
                <w:rtl/>
              </w:rPr>
              <w:t xml:space="preserve"> </w:t>
            </w:r>
            <w:r w:rsidRPr="009647FC">
              <w:rPr>
                <w:rtl/>
              </w:rPr>
              <w:t>لصخر</w:t>
            </w:r>
            <w:r>
              <w:rPr>
                <w:rtl/>
              </w:rPr>
              <w:t xml:space="preserve"> </w:t>
            </w:r>
            <w:r w:rsidRPr="009647FC">
              <w:rPr>
                <w:rtl/>
              </w:rPr>
              <w:t>أرت</w:t>
            </w:r>
            <w:r w:rsidRPr="00B371C6">
              <w:rPr>
                <w:rtl/>
              </w:rPr>
              <w:t>ْ</w:t>
            </w:r>
            <w:r w:rsidRPr="009647FC">
              <w:rPr>
                <w:rtl/>
              </w:rPr>
              <w:t>كه</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تفطّرُ</w:t>
            </w:r>
            <w:r w:rsidR="004C00A8">
              <w:rPr>
                <w:rtl/>
              </w:rPr>
              <w:t xml:space="preserve"> </w:t>
            </w:r>
            <w:r w:rsidRPr="009647FC">
              <w:rPr>
                <w:rtl/>
              </w:rPr>
              <w:t>ممّا</w:t>
            </w:r>
            <w:r>
              <w:rPr>
                <w:rtl/>
              </w:rPr>
              <w:t xml:space="preserve"> </w:t>
            </w:r>
            <w:r w:rsidRPr="009647FC">
              <w:rPr>
                <w:rtl/>
              </w:rPr>
              <w:t>قد</w:t>
            </w:r>
            <w:r>
              <w:rPr>
                <w:rtl/>
              </w:rPr>
              <w:t xml:space="preserve"> </w:t>
            </w:r>
            <w:r w:rsidRPr="009647FC">
              <w:rPr>
                <w:rtl/>
              </w:rPr>
              <w:t>شجاه</w:t>
            </w:r>
            <w:r>
              <w:rPr>
                <w:rtl/>
              </w:rPr>
              <w:t xml:space="preserve"> </w:t>
            </w:r>
            <w:r w:rsidRPr="009647FC">
              <w:rPr>
                <w:rtl/>
              </w:rPr>
              <w:t>هديلها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لها</w:t>
            </w:r>
            <w:r w:rsidR="004C00A8">
              <w:rPr>
                <w:rtl/>
              </w:rPr>
              <w:t xml:space="preserve"> </w:t>
            </w:r>
            <w:r w:rsidRPr="009647FC">
              <w:rPr>
                <w:rtl/>
              </w:rPr>
              <w:t>قربُ</w:t>
            </w:r>
            <w:r>
              <w:rPr>
                <w:rtl/>
              </w:rPr>
              <w:t xml:space="preserve"> </w:t>
            </w:r>
            <w:r w:rsidRPr="009647FC">
              <w:rPr>
                <w:rtl/>
              </w:rPr>
              <w:t>عهدٍ</w:t>
            </w:r>
            <w:r>
              <w:rPr>
                <w:rtl/>
              </w:rPr>
              <w:t xml:space="preserve"> </w:t>
            </w:r>
            <w:r w:rsidRPr="009647FC">
              <w:rPr>
                <w:rtl/>
              </w:rPr>
              <w:t>بالولادة</w:t>
            </w:r>
            <w:r>
              <w:rPr>
                <w:rtl/>
              </w:rPr>
              <w:t xml:space="preserve"> </w:t>
            </w:r>
            <w:r w:rsidRPr="009647FC">
              <w:rPr>
                <w:rtl/>
              </w:rPr>
              <w:t>لا</w:t>
            </w:r>
            <w:r>
              <w:rPr>
                <w:rtl/>
              </w:rPr>
              <w:t xml:space="preserve"> </w:t>
            </w:r>
            <w:r w:rsidRPr="009647FC">
              <w:rPr>
                <w:rtl/>
              </w:rPr>
              <w:t>تخل</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أتى</w:t>
            </w:r>
            <w:r>
              <w:rPr>
                <w:rtl/>
              </w:rPr>
              <w:t xml:space="preserve"> </w:t>
            </w:r>
            <w:r w:rsidRPr="009647FC">
              <w:rPr>
                <w:rtl/>
              </w:rPr>
              <w:t>قبلُ</w:t>
            </w:r>
            <w:r>
              <w:rPr>
                <w:rtl/>
              </w:rPr>
              <w:t xml:space="preserve"> </w:t>
            </w:r>
            <w:r w:rsidRPr="009647FC">
              <w:rPr>
                <w:rtl/>
              </w:rPr>
              <w:t>أو</w:t>
            </w:r>
            <w:r>
              <w:rPr>
                <w:rtl/>
              </w:rPr>
              <w:t xml:space="preserve"> </w:t>
            </w:r>
            <w:r w:rsidRPr="009647FC">
              <w:rPr>
                <w:rtl/>
              </w:rPr>
              <w:t>من</w:t>
            </w:r>
            <w:r>
              <w:rPr>
                <w:rtl/>
              </w:rPr>
              <w:t xml:space="preserve"> </w:t>
            </w:r>
            <w:r w:rsidRPr="009647FC">
              <w:rPr>
                <w:rtl/>
              </w:rPr>
              <w:t>بعدُ</w:t>
            </w:r>
            <w:r>
              <w:rPr>
                <w:rtl/>
              </w:rPr>
              <w:t xml:space="preserve"> </w:t>
            </w:r>
            <w:r w:rsidRPr="009647FC">
              <w:rPr>
                <w:rtl/>
              </w:rPr>
              <w:t>يأتي</w:t>
            </w:r>
            <w:r>
              <w:rPr>
                <w:rtl/>
              </w:rPr>
              <w:t xml:space="preserve"> </w:t>
            </w:r>
            <w:r w:rsidRPr="009647FC">
              <w:rPr>
                <w:rtl/>
              </w:rPr>
              <w:t>مثيلها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تطول</w:t>
            </w:r>
            <w:r w:rsidR="004C00A8">
              <w:rPr>
                <w:rtl/>
              </w:rPr>
              <w:t xml:space="preserve"> </w:t>
            </w:r>
            <w:r w:rsidRPr="009647FC">
              <w:rPr>
                <w:rtl/>
              </w:rPr>
              <w:t>قوافي</w:t>
            </w:r>
            <w:r>
              <w:rPr>
                <w:rtl/>
              </w:rPr>
              <w:t xml:space="preserve"> </w:t>
            </w:r>
            <w:r w:rsidRPr="009647FC">
              <w:rPr>
                <w:rtl/>
              </w:rPr>
              <w:t>الشعر</w:t>
            </w:r>
            <w:r>
              <w:rPr>
                <w:rtl/>
              </w:rPr>
              <w:t xml:space="preserve"> </w:t>
            </w:r>
            <w:r w:rsidRPr="009647FC">
              <w:rPr>
                <w:rtl/>
              </w:rPr>
              <w:t>منها</w:t>
            </w:r>
            <w:r>
              <w:rPr>
                <w:rtl/>
              </w:rPr>
              <w:t xml:space="preserve"> </w:t>
            </w:r>
            <w:r w:rsidRPr="009647FC">
              <w:rPr>
                <w:rtl/>
              </w:rPr>
              <w:t>قصيدةٌ</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Pr>
                <w:rtl/>
              </w:rPr>
              <w:t>(</w:t>
            </w:r>
            <w:r w:rsidRPr="009647FC">
              <w:rPr>
                <w:rtl/>
              </w:rPr>
              <w:t>زهيرُ</w:t>
            </w:r>
            <w:r>
              <w:rPr>
                <w:rtl/>
              </w:rPr>
              <w:t>)</w:t>
            </w:r>
            <w:r w:rsidR="004C00A8">
              <w:rPr>
                <w:rtl/>
              </w:rPr>
              <w:t xml:space="preserve"> </w:t>
            </w:r>
            <w:r w:rsidRPr="009647FC">
              <w:rPr>
                <w:rtl/>
              </w:rPr>
              <w:t>بحوليّاته</w:t>
            </w:r>
            <w:r>
              <w:rPr>
                <w:rtl/>
              </w:rPr>
              <w:t xml:space="preserve"> </w:t>
            </w:r>
            <w:r w:rsidRPr="009647FC">
              <w:rPr>
                <w:rtl/>
              </w:rPr>
              <w:t>لا</w:t>
            </w:r>
            <w:r>
              <w:rPr>
                <w:rtl/>
              </w:rPr>
              <w:t xml:space="preserve"> </w:t>
            </w:r>
            <w:r w:rsidRPr="009647FC">
              <w:rPr>
                <w:rtl/>
              </w:rPr>
              <w:t>يطولها</w:t>
            </w:r>
            <w:r w:rsidRPr="00524A24">
              <w:rPr>
                <w:rStyle w:val="libPoemTiniChar0"/>
                <w:rtl/>
              </w:rPr>
              <w:br/>
              <w:t> </w:t>
            </w:r>
          </w:p>
        </w:tc>
      </w:tr>
      <w:tr w:rsidR="003E2E50" w:rsidRPr="00524A24" w:rsidTr="003E2E50">
        <w:trPr>
          <w:trHeight w:val="350"/>
        </w:trPr>
        <w:tc>
          <w:tcPr>
            <w:tcW w:w="3902" w:type="dxa"/>
          </w:tcPr>
          <w:p w:rsidR="003E2E50" w:rsidRPr="00524A24" w:rsidRDefault="003E2E50" w:rsidP="003C12B7">
            <w:pPr>
              <w:pStyle w:val="libPoem"/>
            </w:pPr>
            <w:r w:rsidRPr="009647FC">
              <w:rPr>
                <w:rtl/>
              </w:rPr>
              <w:t>ألا</w:t>
            </w:r>
            <w:r>
              <w:rPr>
                <w:rtl/>
              </w:rPr>
              <w:t xml:space="preserve"> </w:t>
            </w:r>
            <w:r w:rsidRPr="009647FC">
              <w:rPr>
                <w:rtl/>
              </w:rPr>
              <w:t>إن</w:t>
            </w:r>
            <w:r w:rsidRPr="00B371C6">
              <w:rPr>
                <w:rtl/>
              </w:rPr>
              <w:t>ّ</w:t>
            </w:r>
            <w:r w:rsidRPr="009647FC">
              <w:rPr>
                <w:rtl/>
              </w:rPr>
              <w:t>ما</w:t>
            </w:r>
            <w:r>
              <w:rPr>
                <w:rtl/>
              </w:rPr>
              <w:t xml:space="preserve"> </w:t>
            </w:r>
            <w:r w:rsidRPr="009647FC">
              <w:rPr>
                <w:rtl/>
              </w:rPr>
              <w:t>يبقى</w:t>
            </w:r>
            <w:r>
              <w:rPr>
                <w:rtl/>
              </w:rPr>
              <w:t xml:space="preserve"> </w:t>
            </w:r>
            <w:r w:rsidRPr="009647FC">
              <w:rPr>
                <w:rtl/>
              </w:rPr>
              <w:t>الهدى</w:t>
            </w:r>
            <w:r>
              <w:rPr>
                <w:rtl/>
              </w:rPr>
              <w:t xml:space="preserve"> </w:t>
            </w:r>
            <w:r w:rsidRPr="009647FC">
              <w:rPr>
                <w:rtl/>
              </w:rPr>
              <w:t>ببقائكم</w:t>
            </w:r>
            <w:r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3E2E50" w:rsidP="003C12B7">
            <w:pPr>
              <w:pStyle w:val="libPoem"/>
            </w:pPr>
            <w:r w:rsidRPr="009647FC">
              <w:rPr>
                <w:rtl/>
              </w:rPr>
              <w:t>فسؤلُ</w:t>
            </w:r>
            <w:r w:rsidR="004C00A8">
              <w:rPr>
                <w:rtl/>
              </w:rPr>
              <w:t xml:space="preserve"> </w:t>
            </w:r>
            <w:r w:rsidRPr="009647FC">
              <w:rPr>
                <w:rtl/>
              </w:rPr>
              <w:t>المعالي</w:t>
            </w:r>
            <w:r>
              <w:rPr>
                <w:rtl/>
              </w:rPr>
              <w:t xml:space="preserve"> </w:t>
            </w:r>
            <w:r w:rsidRPr="009647FC">
              <w:rPr>
                <w:rtl/>
              </w:rPr>
              <w:t>أن</w:t>
            </w:r>
            <w:r>
              <w:rPr>
                <w:rtl/>
              </w:rPr>
              <w:t xml:space="preserve"> </w:t>
            </w:r>
            <w:r w:rsidRPr="009647FC">
              <w:rPr>
                <w:rtl/>
              </w:rPr>
              <w:t>تدوم</w:t>
            </w:r>
            <w:r>
              <w:rPr>
                <w:rtl/>
              </w:rPr>
              <w:t xml:space="preserve"> </w:t>
            </w:r>
            <w:r w:rsidRPr="009647FC">
              <w:rPr>
                <w:rtl/>
              </w:rPr>
              <w:t>سؤولها</w:t>
            </w:r>
            <w:r w:rsidRPr="004E7EC6">
              <w:rPr>
                <w:rStyle w:val="libFootnotenumChar"/>
                <w:rtl/>
              </w:rPr>
              <w:t>(1)</w:t>
            </w:r>
            <w:r w:rsidRPr="00524A24">
              <w:rPr>
                <w:rStyle w:val="libPoemTiniChar0"/>
                <w:rtl/>
              </w:rPr>
              <w:br/>
              <w:t> </w:t>
            </w:r>
          </w:p>
        </w:tc>
      </w:tr>
    </w:tbl>
    <w:p w:rsidR="009647FC" w:rsidRPr="00524A24" w:rsidRDefault="009647FC" w:rsidP="004E7EC6">
      <w:pPr>
        <w:pStyle w:val="libNormal"/>
      </w:pPr>
      <w:r w:rsidRPr="009647FC">
        <w:rPr>
          <w:rtl/>
        </w:rPr>
        <w:t>وقال راثياً العلاّمة السيد ميرزا جعفر القزويني</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3E2E50" w:rsidRPr="00524A24" w:rsidTr="003E2E50">
        <w:trPr>
          <w:trHeight w:val="350"/>
        </w:trPr>
        <w:tc>
          <w:tcPr>
            <w:tcW w:w="3902" w:type="dxa"/>
          </w:tcPr>
          <w:p w:rsidR="003E2E50" w:rsidRPr="00524A24" w:rsidRDefault="002C32BB" w:rsidP="003C12B7">
            <w:pPr>
              <w:pStyle w:val="libPoem"/>
            </w:pPr>
            <w:r w:rsidRPr="009647FC">
              <w:rPr>
                <w:rtl/>
              </w:rPr>
              <w:t>عودي</w:t>
            </w:r>
            <w:r w:rsidR="004C00A8">
              <w:rPr>
                <w:rtl/>
              </w:rPr>
              <w:t xml:space="preserve"> </w:t>
            </w:r>
            <w:r w:rsidRPr="009647FC">
              <w:rPr>
                <w:rtl/>
              </w:rPr>
              <w:t>بطرفك</w:t>
            </w:r>
            <w:r>
              <w:rPr>
                <w:rtl/>
              </w:rPr>
              <w:t xml:space="preserve"> </w:t>
            </w:r>
            <w:r w:rsidRPr="009647FC">
              <w:rPr>
                <w:rtl/>
              </w:rPr>
              <w:t>يا</w:t>
            </w:r>
            <w:r>
              <w:rPr>
                <w:rtl/>
              </w:rPr>
              <w:t xml:space="preserve"> </w:t>
            </w:r>
            <w:r w:rsidRPr="009647FC">
              <w:rPr>
                <w:rtl/>
              </w:rPr>
              <w:t>قريشُ</w:t>
            </w:r>
            <w:r>
              <w:rPr>
                <w:rtl/>
              </w:rPr>
              <w:t xml:space="preserve"> </w:t>
            </w:r>
            <w:r w:rsidRPr="009647FC">
              <w:rPr>
                <w:rtl/>
              </w:rPr>
              <w:t>كليلا</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وبعزمك</w:t>
            </w:r>
            <w:r w:rsidR="004C00A8">
              <w:rPr>
                <w:rtl/>
              </w:rPr>
              <w:t xml:space="preserve"> </w:t>
            </w:r>
            <w:r w:rsidRPr="009647FC">
              <w:rPr>
                <w:rtl/>
              </w:rPr>
              <w:t>امتلأت</w:t>
            </w:r>
            <w:r>
              <w:rPr>
                <w:rtl/>
              </w:rPr>
              <w:t xml:space="preserve"> </w:t>
            </w:r>
            <w:r w:rsidRPr="009647FC">
              <w:rPr>
                <w:rtl/>
              </w:rPr>
              <w:t>ظباه</w:t>
            </w:r>
            <w:r>
              <w:rPr>
                <w:rtl/>
              </w:rPr>
              <w:t xml:space="preserve"> </w:t>
            </w:r>
            <w:r w:rsidRPr="009647FC">
              <w:rPr>
                <w:rtl/>
              </w:rPr>
              <w:t>فلولا</w:t>
            </w:r>
            <w:r w:rsidR="003E2E50" w:rsidRPr="00524A24">
              <w:rPr>
                <w:rStyle w:val="libPoemTiniChar0"/>
                <w:rtl/>
              </w:rPr>
              <w:br/>
              <w:t> </w:t>
            </w:r>
          </w:p>
        </w:tc>
      </w:tr>
      <w:tr w:rsidR="003E2E50" w:rsidRPr="00524A24" w:rsidTr="003E2E50">
        <w:trPr>
          <w:trHeight w:val="350"/>
        </w:trPr>
        <w:tc>
          <w:tcPr>
            <w:tcW w:w="3902" w:type="dxa"/>
          </w:tcPr>
          <w:p w:rsidR="003E2E50" w:rsidRPr="00524A24" w:rsidRDefault="002C32BB" w:rsidP="003C12B7">
            <w:pPr>
              <w:pStyle w:val="libPoem"/>
            </w:pPr>
            <w:r w:rsidRPr="009647FC">
              <w:rPr>
                <w:rtl/>
              </w:rPr>
              <w:t>فعلى</w:t>
            </w:r>
            <w:r>
              <w:rPr>
                <w:rtl/>
              </w:rPr>
              <w:t xml:space="preserve"> </w:t>
            </w:r>
            <w:r w:rsidRPr="009647FC">
              <w:rPr>
                <w:rtl/>
              </w:rPr>
              <w:t>الرؤوس</w:t>
            </w:r>
            <w:r>
              <w:rPr>
                <w:rtl/>
              </w:rPr>
              <w:t xml:space="preserve"> </w:t>
            </w:r>
            <w:r w:rsidRPr="009647FC">
              <w:rPr>
                <w:rtl/>
              </w:rPr>
              <w:t>رفعت</w:t>
            </w:r>
            <w:r>
              <w:rPr>
                <w:rtl/>
              </w:rPr>
              <w:t xml:space="preserve"> </w:t>
            </w:r>
            <w:r w:rsidRPr="009647FC">
              <w:rPr>
                <w:rtl/>
              </w:rPr>
              <w:t>فخركِ</w:t>
            </w:r>
            <w:r>
              <w:rPr>
                <w:rtl/>
              </w:rPr>
              <w:t xml:space="preserve"> </w:t>
            </w:r>
            <w:r w:rsidRPr="009647FC">
              <w:rPr>
                <w:rtl/>
              </w:rPr>
              <w:t>ميّتا</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ودفنتِ</w:t>
            </w:r>
            <w:r>
              <w:rPr>
                <w:rtl/>
              </w:rPr>
              <w:t xml:space="preserve"> </w:t>
            </w:r>
            <w:r w:rsidRPr="009647FC">
              <w:rPr>
                <w:rtl/>
              </w:rPr>
              <w:t>مجدك</w:t>
            </w:r>
            <w:r>
              <w:rPr>
                <w:rtl/>
              </w:rPr>
              <w:t xml:space="preserve"> </w:t>
            </w:r>
            <w:r w:rsidRPr="009647FC">
              <w:rPr>
                <w:rtl/>
              </w:rPr>
              <w:t>في</w:t>
            </w:r>
            <w:r>
              <w:rPr>
                <w:rtl/>
              </w:rPr>
              <w:t xml:space="preserve"> </w:t>
            </w:r>
            <w:r w:rsidRPr="009647FC">
              <w:rPr>
                <w:rtl/>
              </w:rPr>
              <w:t>الصعيد</w:t>
            </w:r>
            <w:r>
              <w:rPr>
                <w:rtl/>
              </w:rPr>
              <w:t xml:space="preserve"> </w:t>
            </w:r>
            <w:r w:rsidRPr="009647FC">
              <w:rPr>
                <w:rtl/>
              </w:rPr>
              <w:t>أثيلا</w:t>
            </w:r>
            <w:r w:rsidR="003E2E50" w:rsidRPr="00524A24">
              <w:rPr>
                <w:rStyle w:val="libPoemTiniChar0"/>
                <w:rtl/>
              </w:rPr>
              <w:br/>
              <w:t> </w:t>
            </w:r>
          </w:p>
        </w:tc>
      </w:tr>
      <w:tr w:rsidR="003E2E50" w:rsidRPr="00524A24" w:rsidTr="003E2E50">
        <w:trPr>
          <w:trHeight w:val="350"/>
        </w:trPr>
        <w:tc>
          <w:tcPr>
            <w:tcW w:w="3902" w:type="dxa"/>
          </w:tcPr>
          <w:p w:rsidR="003E2E50" w:rsidRPr="00524A24" w:rsidRDefault="002C32BB" w:rsidP="003C12B7">
            <w:pPr>
              <w:pStyle w:val="libPoem"/>
            </w:pPr>
            <w:r w:rsidRPr="009647FC">
              <w:rPr>
                <w:rtl/>
              </w:rPr>
              <w:t>واهاً</w:t>
            </w:r>
            <w:r>
              <w:rPr>
                <w:rtl/>
              </w:rPr>
              <w:t xml:space="preserve"> </w:t>
            </w:r>
            <w:r w:rsidRPr="009647FC">
              <w:rPr>
                <w:rtl/>
              </w:rPr>
              <w:t>لكاهلك</w:t>
            </w:r>
            <w:r>
              <w:rPr>
                <w:rtl/>
              </w:rPr>
              <w:t xml:space="preserve"> </w:t>
            </w:r>
            <w:r w:rsidRPr="009647FC">
              <w:rPr>
                <w:rtl/>
              </w:rPr>
              <w:t>الأجبّ</w:t>
            </w:r>
            <w:r>
              <w:rPr>
                <w:rtl/>
              </w:rPr>
              <w:t xml:space="preserve"> </w:t>
            </w:r>
            <w:r w:rsidRPr="009647FC">
              <w:rPr>
                <w:rtl/>
              </w:rPr>
              <w:t>لقد</w:t>
            </w:r>
            <w:r>
              <w:rPr>
                <w:rtl/>
              </w:rPr>
              <w:t xml:space="preserve"> </w:t>
            </w:r>
            <w:r w:rsidRPr="009647FC">
              <w:rPr>
                <w:rtl/>
              </w:rPr>
              <w:t>شأى</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وقراً</w:t>
            </w:r>
            <w:r>
              <w:rPr>
                <w:rtl/>
              </w:rPr>
              <w:t xml:space="preserve"> </w:t>
            </w:r>
            <w:r w:rsidRPr="009647FC">
              <w:rPr>
                <w:rtl/>
              </w:rPr>
              <w:t>على</w:t>
            </w:r>
            <w:r>
              <w:rPr>
                <w:rtl/>
              </w:rPr>
              <w:t xml:space="preserve"> </w:t>
            </w:r>
            <w:r w:rsidRPr="009647FC">
              <w:rPr>
                <w:rtl/>
              </w:rPr>
              <w:t>ظهر</w:t>
            </w:r>
            <w:r>
              <w:rPr>
                <w:rtl/>
              </w:rPr>
              <w:t xml:space="preserve"> </w:t>
            </w:r>
            <w:r w:rsidRPr="009647FC">
              <w:rPr>
                <w:rtl/>
              </w:rPr>
              <w:t>الزمان</w:t>
            </w:r>
            <w:r>
              <w:rPr>
                <w:rtl/>
              </w:rPr>
              <w:t xml:space="preserve"> </w:t>
            </w:r>
            <w:r w:rsidRPr="009647FC">
              <w:rPr>
                <w:rtl/>
              </w:rPr>
              <w:t>ثقيلا</w:t>
            </w:r>
            <w:r w:rsidR="003E2E50" w:rsidRPr="00524A24">
              <w:rPr>
                <w:rStyle w:val="libPoemTiniChar0"/>
                <w:rtl/>
              </w:rPr>
              <w:br/>
              <w:t> </w:t>
            </w:r>
          </w:p>
        </w:tc>
      </w:tr>
      <w:tr w:rsidR="003E2E50" w:rsidRPr="00524A24" w:rsidTr="003E2E50">
        <w:trPr>
          <w:trHeight w:val="350"/>
        </w:trPr>
        <w:tc>
          <w:tcPr>
            <w:tcW w:w="3902" w:type="dxa"/>
          </w:tcPr>
          <w:p w:rsidR="003E2E50" w:rsidRPr="00524A24" w:rsidRDefault="002C32BB" w:rsidP="003C12B7">
            <w:pPr>
              <w:pStyle w:val="libPoem"/>
            </w:pPr>
            <w:r w:rsidRPr="009647FC">
              <w:rPr>
                <w:rtl/>
              </w:rPr>
              <w:t>خفّ</w:t>
            </w:r>
            <w:r>
              <w:rPr>
                <w:rtl/>
              </w:rPr>
              <w:t>َ</w:t>
            </w:r>
            <w:r w:rsidRPr="009647FC">
              <w:rPr>
                <w:rtl/>
              </w:rPr>
              <w:t>تْ</w:t>
            </w:r>
            <w:r>
              <w:rPr>
                <w:rtl/>
              </w:rPr>
              <w:t xml:space="preserve"> </w:t>
            </w:r>
            <w:r w:rsidRPr="009647FC">
              <w:rPr>
                <w:rtl/>
              </w:rPr>
              <w:t>حلوم</w:t>
            </w:r>
            <w:r>
              <w:rPr>
                <w:rtl/>
              </w:rPr>
              <w:t xml:space="preserve"> </w:t>
            </w:r>
            <w:r w:rsidRPr="009647FC">
              <w:rPr>
                <w:rtl/>
              </w:rPr>
              <w:t>بني</w:t>
            </w:r>
            <w:r>
              <w:rPr>
                <w:rtl/>
              </w:rPr>
              <w:t xml:space="preserve"> </w:t>
            </w:r>
            <w:r w:rsidRPr="009647FC">
              <w:rPr>
                <w:rtl/>
              </w:rPr>
              <w:t>أبيك</w:t>
            </w:r>
            <w:r>
              <w:rPr>
                <w:rtl/>
              </w:rPr>
              <w:t xml:space="preserve"> </w:t>
            </w:r>
            <w:r w:rsidRPr="009647FC">
              <w:rPr>
                <w:rtl/>
              </w:rPr>
              <w:t>بساعةٍ</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ذهبت</w:t>
            </w:r>
            <w:r>
              <w:rPr>
                <w:rtl/>
              </w:rPr>
              <w:t xml:space="preserve"> </w:t>
            </w:r>
            <w:r w:rsidRPr="009647FC">
              <w:rPr>
                <w:rtl/>
              </w:rPr>
              <w:t>بحامل</w:t>
            </w:r>
            <w:r>
              <w:rPr>
                <w:rtl/>
              </w:rPr>
              <w:t xml:space="preserve"> </w:t>
            </w:r>
            <w:r w:rsidRPr="009647FC">
              <w:rPr>
                <w:rtl/>
              </w:rPr>
              <w:t>ثقلها</w:t>
            </w:r>
            <w:r>
              <w:rPr>
                <w:rtl/>
              </w:rPr>
              <w:t xml:space="preserve"> </w:t>
            </w:r>
            <w:r w:rsidRPr="009647FC">
              <w:rPr>
                <w:rtl/>
              </w:rPr>
              <w:t>محمولا</w:t>
            </w:r>
            <w:r w:rsidR="003E2E50" w:rsidRPr="00524A24">
              <w:rPr>
                <w:rStyle w:val="libPoemTiniChar0"/>
                <w:rtl/>
              </w:rPr>
              <w:br/>
              <w:t> </w:t>
            </w:r>
          </w:p>
        </w:tc>
      </w:tr>
      <w:tr w:rsidR="003E2E50" w:rsidRPr="00524A24" w:rsidTr="003E2E50">
        <w:trPr>
          <w:trHeight w:val="350"/>
        </w:trPr>
        <w:tc>
          <w:tcPr>
            <w:tcW w:w="3902" w:type="dxa"/>
          </w:tcPr>
          <w:p w:rsidR="003E2E50" w:rsidRPr="00524A24" w:rsidRDefault="002C32BB" w:rsidP="003C12B7">
            <w:pPr>
              <w:pStyle w:val="libPoem"/>
            </w:pPr>
            <w:r w:rsidRPr="009647FC">
              <w:rPr>
                <w:rtl/>
              </w:rPr>
              <w:t>بمقلّبٍ</w:t>
            </w:r>
            <w:r w:rsidR="004C00A8">
              <w:rPr>
                <w:rtl/>
              </w:rPr>
              <w:t xml:space="preserve"> </w:t>
            </w:r>
            <w:r w:rsidRPr="009647FC">
              <w:rPr>
                <w:rtl/>
              </w:rPr>
              <w:t>وسط</w:t>
            </w:r>
            <w:r>
              <w:rPr>
                <w:rtl/>
              </w:rPr>
              <w:t xml:space="preserve">َ </w:t>
            </w:r>
            <w:r w:rsidRPr="009647FC">
              <w:rPr>
                <w:rtl/>
              </w:rPr>
              <w:t>الندىّ</w:t>
            </w:r>
            <w:r>
              <w:rPr>
                <w:rtl/>
              </w:rPr>
              <w:t xml:space="preserve"> </w:t>
            </w:r>
            <w:r w:rsidRPr="009647FC">
              <w:rPr>
                <w:rtl/>
              </w:rPr>
              <w:t>أناملا</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لم</w:t>
            </w:r>
            <w:r>
              <w:rPr>
                <w:rtl/>
              </w:rPr>
              <w:t xml:space="preserve"> </w:t>
            </w:r>
            <w:r w:rsidRPr="009647FC">
              <w:rPr>
                <w:rtl/>
              </w:rPr>
              <w:t>تدرِ</w:t>
            </w:r>
            <w:r>
              <w:rPr>
                <w:rtl/>
              </w:rPr>
              <w:t xml:space="preserve"> </w:t>
            </w:r>
            <w:r w:rsidRPr="009647FC">
              <w:rPr>
                <w:rtl/>
              </w:rPr>
              <w:t>إلاّ</w:t>
            </w:r>
            <w:r>
              <w:rPr>
                <w:rtl/>
              </w:rPr>
              <w:t xml:space="preserve"> </w:t>
            </w:r>
            <w:r w:rsidRPr="009647FC">
              <w:rPr>
                <w:rtl/>
              </w:rPr>
              <w:t>الرفد</w:t>
            </w:r>
            <w:r>
              <w:rPr>
                <w:rtl/>
              </w:rPr>
              <w:t xml:space="preserve">َ </w:t>
            </w:r>
            <w:r w:rsidRPr="009647FC">
              <w:rPr>
                <w:rtl/>
              </w:rPr>
              <w:t>والتقبيلا</w:t>
            </w:r>
            <w:r w:rsidR="003E2E50" w:rsidRPr="00524A24">
              <w:rPr>
                <w:rStyle w:val="libPoemTiniChar0"/>
                <w:rtl/>
              </w:rPr>
              <w:br/>
              <w:t> </w:t>
            </w:r>
          </w:p>
        </w:tc>
      </w:tr>
      <w:tr w:rsidR="003E2E50" w:rsidRPr="00524A24" w:rsidTr="003E2E50">
        <w:trPr>
          <w:trHeight w:val="350"/>
        </w:trPr>
        <w:tc>
          <w:tcPr>
            <w:tcW w:w="3902" w:type="dxa"/>
          </w:tcPr>
          <w:p w:rsidR="003E2E50" w:rsidRPr="00524A24" w:rsidRDefault="002C32BB" w:rsidP="003C12B7">
            <w:pPr>
              <w:pStyle w:val="libPoem"/>
            </w:pPr>
            <w:r w:rsidRPr="009647FC">
              <w:rPr>
                <w:rtl/>
              </w:rPr>
              <w:t>نسيتْ</w:t>
            </w:r>
            <w:r w:rsidR="004C00A8">
              <w:rPr>
                <w:rtl/>
              </w:rPr>
              <w:t xml:space="preserve"> </w:t>
            </w:r>
            <w:r w:rsidRPr="009647FC">
              <w:rPr>
                <w:rtl/>
              </w:rPr>
              <w:t>به</w:t>
            </w:r>
            <w:r>
              <w:rPr>
                <w:rtl/>
              </w:rPr>
              <w:t xml:space="preserve"> </w:t>
            </w:r>
            <w:r w:rsidRPr="009647FC">
              <w:rPr>
                <w:rtl/>
              </w:rPr>
              <w:t>الأرزاء</w:t>
            </w:r>
            <w:r>
              <w:rPr>
                <w:rtl/>
              </w:rPr>
              <w:t xml:space="preserve"> </w:t>
            </w:r>
            <w:r w:rsidRPr="009647FC">
              <w:rPr>
                <w:rtl/>
              </w:rPr>
              <w:t>بل</w:t>
            </w:r>
            <w:r>
              <w:rPr>
                <w:rtl/>
              </w:rPr>
              <w:t xml:space="preserve"> </w:t>
            </w:r>
            <w:r w:rsidRPr="009647FC">
              <w:rPr>
                <w:rtl/>
              </w:rPr>
              <w:t>ذكرت</w:t>
            </w:r>
            <w:r>
              <w:rPr>
                <w:rtl/>
              </w:rPr>
              <w:t xml:space="preserve"> </w:t>
            </w:r>
            <w:r w:rsidRPr="009647FC">
              <w:rPr>
                <w:rtl/>
              </w:rPr>
              <w:t>به</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رز</w:t>
            </w:r>
            <w:r>
              <w:rPr>
                <w:rtl/>
              </w:rPr>
              <w:t>َ (</w:t>
            </w:r>
            <w:r w:rsidRPr="009647FC">
              <w:rPr>
                <w:rtl/>
              </w:rPr>
              <w:t>الحسين</w:t>
            </w:r>
            <w:r>
              <w:rPr>
                <w:rtl/>
              </w:rPr>
              <w:t xml:space="preserve">) </w:t>
            </w:r>
            <w:r w:rsidRPr="009647FC">
              <w:rPr>
                <w:rtl/>
              </w:rPr>
              <w:t>غداة</w:t>
            </w:r>
            <w:r>
              <w:rPr>
                <w:rtl/>
              </w:rPr>
              <w:t xml:space="preserve"> </w:t>
            </w:r>
            <w:r w:rsidRPr="009647FC">
              <w:rPr>
                <w:rtl/>
              </w:rPr>
              <w:t>خرّ</w:t>
            </w:r>
            <w:r>
              <w:rPr>
                <w:rtl/>
              </w:rPr>
              <w:t xml:space="preserve">َ </w:t>
            </w:r>
            <w:r w:rsidRPr="009647FC">
              <w:rPr>
                <w:rtl/>
              </w:rPr>
              <w:t>قتيلا</w:t>
            </w:r>
            <w:r w:rsidR="003E2E50" w:rsidRPr="00524A24">
              <w:rPr>
                <w:rStyle w:val="libPoemTiniChar0"/>
                <w:rtl/>
              </w:rPr>
              <w:br/>
              <w:t> </w:t>
            </w:r>
          </w:p>
        </w:tc>
      </w:tr>
      <w:tr w:rsidR="003E2E50" w:rsidRPr="00524A24" w:rsidTr="003E2E50">
        <w:trPr>
          <w:trHeight w:val="350"/>
        </w:trPr>
        <w:tc>
          <w:tcPr>
            <w:tcW w:w="3902" w:type="dxa"/>
          </w:tcPr>
          <w:p w:rsidR="003E2E50" w:rsidRPr="00524A24" w:rsidRDefault="002C32BB" w:rsidP="003C12B7">
            <w:pPr>
              <w:pStyle w:val="libPoem"/>
            </w:pPr>
            <w:r w:rsidRPr="009647FC">
              <w:rPr>
                <w:rtl/>
              </w:rPr>
              <w:t>رفعته</w:t>
            </w:r>
            <w:r w:rsidR="004C00A8">
              <w:rPr>
                <w:rtl/>
              </w:rPr>
              <w:t xml:space="preserve"> </w:t>
            </w:r>
            <w:r w:rsidRPr="009647FC">
              <w:rPr>
                <w:rtl/>
              </w:rPr>
              <w:t>والتكبير</w:t>
            </w:r>
            <w:r>
              <w:rPr>
                <w:rtl/>
              </w:rPr>
              <w:t xml:space="preserve"> </w:t>
            </w:r>
            <w:r w:rsidRPr="009647FC">
              <w:rPr>
                <w:rtl/>
              </w:rPr>
              <w:t>بالعشر</w:t>
            </w:r>
            <w:r>
              <w:rPr>
                <w:rtl/>
              </w:rPr>
              <w:t xml:space="preserve"> </w:t>
            </w:r>
            <w:r w:rsidRPr="009647FC">
              <w:rPr>
                <w:rtl/>
              </w:rPr>
              <w:t>التي</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قتلوا</w:t>
            </w:r>
            <w:r w:rsidR="004C00A8">
              <w:rPr>
                <w:rtl/>
              </w:rPr>
              <w:t xml:space="preserve"> </w:t>
            </w:r>
            <w:r w:rsidRPr="009647FC">
              <w:rPr>
                <w:rtl/>
              </w:rPr>
              <w:t>بها</w:t>
            </w:r>
            <w:r>
              <w:rPr>
                <w:rtl/>
              </w:rPr>
              <w:t xml:space="preserve"> </w:t>
            </w:r>
            <w:r w:rsidRPr="009647FC">
              <w:rPr>
                <w:rtl/>
              </w:rPr>
              <w:t>التكبير</w:t>
            </w:r>
            <w:r>
              <w:rPr>
                <w:rtl/>
              </w:rPr>
              <w:t xml:space="preserve"> </w:t>
            </w:r>
            <w:r w:rsidRPr="009647FC">
              <w:rPr>
                <w:rtl/>
              </w:rPr>
              <w:t>والتهليلا</w:t>
            </w:r>
            <w:r w:rsidR="003E2E50" w:rsidRPr="00524A24">
              <w:rPr>
                <w:rStyle w:val="libPoemTiniChar0"/>
                <w:rtl/>
              </w:rPr>
              <w:br/>
              <w:t> </w:t>
            </w:r>
          </w:p>
        </w:tc>
      </w:tr>
    </w:tbl>
    <w:p w:rsidR="009647FC" w:rsidRPr="00524A24" w:rsidRDefault="009647FC" w:rsidP="004E7EC6">
      <w:pPr>
        <w:pStyle w:val="libNormal"/>
      </w:pPr>
      <w:r w:rsidRPr="009647FC">
        <w:rPr>
          <w:rtl/>
        </w:rPr>
        <w:t>وقال راثياً ولده سليمان</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3E2E50" w:rsidRPr="00524A24" w:rsidTr="003E2E50">
        <w:trPr>
          <w:trHeight w:val="350"/>
        </w:trPr>
        <w:tc>
          <w:tcPr>
            <w:tcW w:w="3902" w:type="dxa"/>
          </w:tcPr>
          <w:p w:rsidR="003E2E50" w:rsidRPr="00524A24" w:rsidRDefault="002C32BB" w:rsidP="003C12B7">
            <w:pPr>
              <w:pStyle w:val="libPoem"/>
            </w:pPr>
            <w:r w:rsidRPr="009647FC">
              <w:rPr>
                <w:rtl/>
              </w:rPr>
              <w:t>همومٌ</w:t>
            </w:r>
            <w:r w:rsidR="004C00A8">
              <w:rPr>
                <w:rtl/>
              </w:rPr>
              <w:t xml:space="preserve"> </w:t>
            </w:r>
            <w:r w:rsidRPr="009647FC">
              <w:rPr>
                <w:rtl/>
              </w:rPr>
              <w:t>نوى</w:t>
            </w:r>
            <w:r>
              <w:rPr>
                <w:rtl/>
              </w:rPr>
              <w:t xml:space="preserve"> </w:t>
            </w:r>
            <w:r w:rsidRPr="009647FC">
              <w:rPr>
                <w:rtl/>
              </w:rPr>
              <w:t>البرُ</w:t>
            </w:r>
            <w:r>
              <w:rPr>
                <w:rtl/>
              </w:rPr>
              <w:t xml:space="preserve"> </w:t>
            </w:r>
            <w:r w:rsidRPr="009647FC">
              <w:rPr>
                <w:rtl/>
              </w:rPr>
              <w:t>منها</w:t>
            </w:r>
            <w:r>
              <w:rPr>
                <w:rtl/>
              </w:rPr>
              <w:t xml:space="preserve"> </w:t>
            </w:r>
            <w:r w:rsidRPr="009647FC">
              <w:rPr>
                <w:rtl/>
              </w:rPr>
              <w:t>ارتحالا</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فلا</w:t>
            </w:r>
            <w:r w:rsidR="004C00A8">
              <w:rPr>
                <w:rtl/>
              </w:rPr>
              <w:t xml:space="preserve"> </w:t>
            </w:r>
            <w:r w:rsidRPr="009647FC">
              <w:rPr>
                <w:rtl/>
              </w:rPr>
              <w:t>تبعث</w:t>
            </w:r>
            <w:r>
              <w:rPr>
                <w:rtl/>
              </w:rPr>
              <w:t xml:space="preserve"> </w:t>
            </w:r>
            <w:r w:rsidRPr="009647FC">
              <w:rPr>
                <w:rtl/>
              </w:rPr>
              <w:t>الداء</w:t>
            </w:r>
            <w:r>
              <w:rPr>
                <w:rtl/>
              </w:rPr>
              <w:t xml:space="preserve"> </w:t>
            </w:r>
            <w:r w:rsidRPr="009647FC">
              <w:rPr>
                <w:rtl/>
              </w:rPr>
              <w:t>إلاّ</w:t>
            </w:r>
            <w:r>
              <w:rPr>
                <w:rtl/>
              </w:rPr>
              <w:t xml:space="preserve"> </w:t>
            </w:r>
            <w:r w:rsidRPr="009647FC">
              <w:rPr>
                <w:rtl/>
              </w:rPr>
              <w:t>عضالا</w:t>
            </w:r>
            <w:r w:rsidR="003E2E50" w:rsidRPr="00524A24">
              <w:rPr>
                <w:rStyle w:val="libPoemTiniChar0"/>
                <w:rtl/>
              </w:rPr>
              <w:br/>
              <w:t> </w:t>
            </w:r>
          </w:p>
        </w:tc>
      </w:tr>
      <w:tr w:rsidR="003E2E50" w:rsidRPr="00524A24" w:rsidTr="003E2E50">
        <w:trPr>
          <w:trHeight w:val="350"/>
        </w:trPr>
        <w:tc>
          <w:tcPr>
            <w:tcW w:w="3902" w:type="dxa"/>
          </w:tcPr>
          <w:p w:rsidR="003E2E50" w:rsidRPr="00524A24" w:rsidRDefault="002C32BB" w:rsidP="003C12B7">
            <w:pPr>
              <w:pStyle w:val="libPoem"/>
            </w:pPr>
            <w:r w:rsidRPr="009647FC">
              <w:rPr>
                <w:rtl/>
              </w:rPr>
              <w:t>وطفلُ</w:t>
            </w:r>
            <w:r>
              <w:rPr>
                <w:rtl/>
              </w:rPr>
              <w:t xml:space="preserve"> </w:t>
            </w:r>
            <w:r w:rsidRPr="009647FC">
              <w:rPr>
                <w:rtl/>
              </w:rPr>
              <w:t>الأسى</w:t>
            </w:r>
            <w:r>
              <w:rPr>
                <w:rtl/>
              </w:rPr>
              <w:t xml:space="preserve"> </w:t>
            </w:r>
            <w:r w:rsidRPr="009647FC">
              <w:rPr>
                <w:rtl/>
              </w:rPr>
              <w:t>لم</w:t>
            </w:r>
            <w:r>
              <w:rPr>
                <w:rtl/>
              </w:rPr>
              <w:t xml:space="preserve"> </w:t>
            </w:r>
            <w:r w:rsidRPr="009647FC">
              <w:rPr>
                <w:rtl/>
              </w:rPr>
              <w:t>يجدْ</w:t>
            </w:r>
            <w:r>
              <w:rPr>
                <w:rtl/>
              </w:rPr>
              <w:t xml:space="preserve"> </w:t>
            </w:r>
            <w:r w:rsidRPr="009647FC">
              <w:rPr>
                <w:rtl/>
              </w:rPr>
              <w:t>من</w:t>
            </w:r>
            <w:r>
              <w:rPr>
                <w:rtl/>
              </w:rPr>
              <w:t xml:space="preserve"> </w:t>
            </w:r>
            <w:r w:rsidRPr="009647FC">
              <w:rPr>
                <w:rtl/>
              </w:rPr>
              <w:t>رضاع</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حشا</w:t>
            </w:r>
            <w:r w:rsidR="004C00A8">
              <w:rPr>
                <w:rtl/>
              </w:rPr>
              <w:t xml:space="preserve"> </w:t>
            </w:r>
            <w:r w:rsidRPr="009647FC">
              <w:rPr>
                <w:rtl/>
              </w:rPr>
              <w:t>حالب</w:t>
            </w:r>
            <w:r>
              <w:rPr>
                <w:rtl/>
              </w:rPr>
              <w:t xml:space="preserve"> </w:t>
            </w:r>
            <w:r w:rsidRPr="009647FC">
              <w:rPr>
                <w:rtl/>
              </w:rPr>
              <w:t>الفضل</w:t>
            </w:r>
            <w:r>
              <w:rPr>
                <w:rtl/>
              </w:rPr>
              <w:t xml:space="preserve"> </w:t>
            </w:r>
            <w:r w:rsidRPr="009647FC">
              <w:rPr>
                <w:rtl/>
              </w:rPr>
              <w:t>يوماً</w:t>
            </w:r>
            <w:r>
              <w:rPr>
                <w:rtl/>
              </w:rPr>
              <w:t xml:space="preserve"> </w:t>
            </w:r>
            <w:r w:rsidRPr="009647FC">
              <w:rPr>
                <w:rtl/>
              </w:rPr>
              <w:t>فصالا</w:t>
            </w:r>
            <w:r w:rsidR="003E2E50" w:rsidRPr="00524A24">
              <w:rPr>
                <w:rStyle w:val="libPoemTiniChar0"/>
                <w:rtl/>
              </w:rPr>
              <w:br/>
              <w:t> </w:t>
            </w:r>
          </w:p>
        </w:tc>
      </w:tr>
      <w:tr w:rsidR="003E2E50" w:rsidRPr="00524A24" w:rsidTr="003E2E50">
        <w:trPr>
          <w:trHeight w:val="350"/>
        </w:trPr>
        <w:tc>
          <w:tcPr>
            <w:tcW w:w="3902" w:type="dxa"/>
          </w:tcPr>
          <w:p w:rsidR="003E2E50" w:rsidRPr="00524A24" w:rsidRDefault="002C32BB" w:rsidP="003C12B7">
            <w:pPr>
              <w:pStyle w:val="libPoem"/>
            </w:pPr>
            <w:r w:rsidRPr="009647FC">
              <w:rPr>
                <w:rtl/>
              </w:rPr>
              <w:t>عفاءً</w:t>
            </w:r>
            <w:r w:rsidR="004C00A8">
              <w:rPr>
                <w:rtl/>
              </w:rPr>
              <w:t xml:space="preserve"> </w:t>
            </w:r>
            <w:r w:rsidRPr="009647FC">
              <w:rPr>
                <w:rtl/>
              </w:rPr>
              <w:t>على</w:t>
            </w:r>
            <w:r>
              <w:rPr>
                <w:rtl/>
              </w:rPr>
              <w:t xml:space="preserve"> </w:t>
            </w:r>
            <w:r w:rsidRPr="009647FC">
              <w:rPr>
                <w:rtl/>
              </w:rPr>
              <w:t>الدهر</w:t>
            </w:r>
            <w:r>
              <w:rPr>
                <w:rtl/>
              </w:rPr>
              <w:t xml:space="preserve"> </w:t>
            </w:r>
            <w:r w:rsidRPr="009647FC">
              <w:rPr>
                <w:rtl/>
              </w:rPr>
              <w:t>من</w:t>
            </w:r>
            <w:r>
              <w:rPr>
                <w:rtl/>
              </w:rPr>
              <w:t xml:space="preserve"> </w:t>
            </w:r>
            <w:r w:rsidRPr="009647FC">
              <w:rPr>
                <w:rtl/>
              </w:rPr>
              <w:t>ناقصِ</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على</w:t>
            </w:r>
            <w:r>
              <w:rPr>
                <w:rtl/>
              </w:rPr>
              <w:t xml:space="preserve"> </w:t>
            </w:r>
            <w:r w:rsidRPr="009647FC">
              <w:rPr>
                <w:rtl/>
              </w:rPr>
              <w:t>الكاملين</w:t>
            </w:r>
            <w:r>
              <w:rPr>
                <w:rtl/>
              </w:rPr>
              <w:t xml:space="preserve"> </w:t>
            </w:r>
            <w:r w:rsidRPr="009647FC">
              <w:rPr>
                <w:rtl/>
              </w:rPr>
              <w:t>تجنّى</w:t>
            </w:r>
            <w:r>
              <w:rPr>
                <w:rtl/>
              </w:rPr>
              <w:t xml:space="preserve"> </w:t>
            </w:r>
            <w:r w:rsidRPr="009647FC">
              <w:rPr>
                <w:rtl/>
              </w:rPr>
              <w:t>خبالا</w:t>
            </w:r>
            <w:r w:rsidR="003E2E50" w:rsidRPr="00524A24">
              <w:rPr>
                <w:rStyle w:val="libPoemTiniChar0"/>
                <w:rtl/>
              </w:rPr>
              <w:br/>
              <w:t> </w:t>
            </w:r>
          </w:p>
        </w:tc>
      </w:tr>
      <w:tr w:rsidR="003E2E50" w:rsidRPr="00524A24" w:rsidTr="003E2E50">
        <w:trPr>
          <w:trHeight w:val="350"/>
        </w:trPr>
        <w:tc>
          <w:tcPr>
            <w:tcW w:w="3902" w:type="dxa"/>
          </w:tcPr>
          <w:p w:rsidR="003E2E50" w:rsidRPr="00524A24" w:rsidRDefault="002C32BB" w:rsidP="003C12B7">
            <w:pPr>
              <w:pStyle w:val="libPoem"/>
            </w:pPr>
            <w:r w:rsidRPr="009647FC">
              <w:rPr>
                <w:rtl/>
              </w:rPr>
              <w:t>أجال</w:t>
            </w:r>
            <w:r>
              <w:rPr>
                <w:rtl/>
              </w:rPr>
              <w:t xml:space="preserve"> </w:t>
            </w:r>
            <w:r w:rsidRPr="009647FC">
              <w:rPr>
                <w:rtl/>
              </w:rPr>
              <w:t>عليهم</w:t>
            </w:r>
            <w:r>
              <w:rPr>
                <w:rtl/>
              </w:rPr>
              <w:t xml:space="preserve"> </w:t>
            </w:r>
            <w:r w:rsidRPr="009647FC">
              <w:rPr>
                <w:rtl/>
              </w:rPr>
              <w:t>خيول</w:t>
            </w:r>
            <w:r>
              <w:rPr>
                <w:rtl/>
              </w:rPr>
              <w:t xml:space="preserve"> </w:t>
            </w:r>
            <w:r w:rsidRPr="009647FC">
              <w:rPr>
                <w:rtl/>
              </w:rPr>
              <w:t>الخطوب</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ولو</w:t>
            </w:r>
            <w:r w:rsidR="004C00A8">
              <w:rPr>
                <w:rtl/>
              </w:rPr>
              <w:t xml:space="preserve"> </w:t>
            </w:r>
            <w:r w:rsidRPr="009647FC">
              <w:rPr>
                <w:rtl/>
              </w:rPr>
              <w:t>مثّلت</w:t>
            </w:r>
            <w:r>
              <w:rPr>
                <w:rtl/>
              </w:rPr>
              <w:t xml:space="preserve"> </w:t>
            </w:r>
            <w:r w:rsidRPr="009647FC">
              <w:rPr>
                <w:rtl/>
              </w:rPr>
              <w:t>لاستقالوا</w:t>
            </w:r>
            <w:r>
              <w:rPr>
                <w:rtl/>
              </w:rPr>
              <w:t xml:space="preserve"> </w:t>
            </w:r>
            <w:r w:rsidRPr="009647FC">
              <w:rPr>
                <w:rtl/>
              </w:rPr>
              <w:t>قبالا</w:t>
            </w:r>
            <w:r w:rsidR="003E2E50" w:rsidRPr="00524A24">
              <w:rPr>
                <w:rStyle w:val="libPoemTiniChar0"/>
                <w:rtl/>
              </w:rPr>
              <w:br/>
              <w:t> </w:t>
            </w:r>
          </w:p>
        </w:tc>
      </w:tr>
      <w:tr w:rsidR="003E2E50" w:rsidRPr="00524A24" w:rsidTr="003E2E50">
        <w:trPr>
          <w:trHeight w:val="350"/>
        </w:trPr>
        <w:tc>
          <w:tcPr>
            <w:tcW w:w="3902" w:type="dxa"/>
          </w:tcPr>
          <w:p w:rsidR="003E2E50" w:rsidRPr="00524A24" w:rsidRDefault="002C32BB" w:rsidP="003C12B7">
            <w:pPr>
              <w:pStyle w:val="libPoem"/>
            </w:pPr>
            <w:r w:rsidRPr="009647FC">
              <w:rPr>
                <w:rtl/>
              </w:rPr>
              <w:t>ولو</w:t>
            </w:r>
            <w:r w:rsidR="004C00A8">
              <w:rPr>
                <w:rtl/>
              </w:rPr>
              <w:t xml:space="preserve"> </w:t>
            </w:r>
            <w:r w:rsidRPr="009647FC">
              <w:rPr>
                <w:rtl/>
              </w:rPr>
              <w:t>عرف</w:t>
            </w:r>
            <w:r>
              <w:rPr>
                <w:rtl/>
              </w:rPr>
              <w:t xml:space="preserve"> </w:t>
            </w:r>
            <w:r w:rsidRPr="009647FC">
              <w:rPr>
                <w:rtl/>
              </w:rPr>
              <w:t>الدهرُ</w:t>
            </w:r>
            <w:r>
              <w:rPr>
                <w:rtl/>
              </w:rPr>
              <w:t xml:space="preserve"> </w:t>
            </w:r>
            <w:r w:rsidRPr="009647FC">
              <w:rPr>
                <w:rtl/>
              </w:rPr>
              <w:t>قدر</w:t>
            </w:r>
            <w:r>
              <w:rPr>
                <w:rtl/>
              </w:rPr>
              <w:t xml:space="preserve"> </w:t>
            </w:r>
            <w:r w:rsidRPr="009647FC">
              <w:rPr>
                <w:rtl/>
              </w:rPr>
              <w:t>الكرام</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لكفّ</w:t>
            </w:r>
            <w:r>
              <w:rPr>
                <w:rtl/>
              </w:rPr>
              <w:t>َ</w:t>
            </w:r>
            <w:r w:rsidR="004C00A8">
              <w:rPr>
                <w:rtl/>
              </w:rPr>
              <w:t xml:space="preserve"> </w:t>
            </w:r>
            <w:r w:rsidRPr="009647FC">
              <w:rPr>
                <w:rtl/>
              </w:rPr>
              <w:t>غداتئذٍ</w:t>
            </w:r>
            <w:r>
              <w:rPr>
                <w:rtl/>
              </w:rPr>
              <w:t xml:space="preserve"> </w:t>
            </w:r>
            <w:r w:rsidRPr="009647FC">
              <w:rPr>
                <w:rtl/>
              </w:rPr>
              <w:t>ما</w:t>
            </w:r>
            <w:r>
              <w:rPr>
                <w:rtl/>
              </w:rPr>
              <w:t xml:space="preserve"> </w:t>
            </w:r>
            <w:r w:rsidRPr="009647FC">
              <w:rPr>
                <w:rtl/>
              </w:rPr>
              <w:t>أجالا</w:t>
            </w:r>
            <w:r w:rsidR="003E2E50" w:rsidRPr="00524A24">
              <w:rPr>
                <w:rStyle w:val="libPoemTiniChar0"/>
                <w:rtl/>
              </w:rPr>
              <w:br/>
              <w:t> </w:t>
            </w:r>
          </w:p>
        </w:tc>
      </w:tr>
      <w:tr w:rsidR="003E2E50" w:rsidRPr="00524A24" w:rsidTr="003E2E50">
        <w:trPr>
          <w:trHeight w:val="350"/>
        </w:trPr>
        <w:tc>
          <w:tcPr>
            <w:tcW w:w="3902" w:type="dxa"/>
          </w:tcPr>
          <w:p w:rsidR="003E2E50" w:rsidRPr="00524A24" w:rsidRDefault="002C32BB" w:rsidP="003C12B7">
            <w:pPr>
              <w:pStyle w:val="libPoem"/>
            </w:pPr>
            <w:r w:rsidRPr="009647FC">
              <w:rPr>
                <w:rtl/>
              </w:rPr>
              <w:t>غزاني</w:t>
            </w:r>
            <w:r w:rsidR="004C00A8">
              <w:rPr>
                <w:rtl/>
              </w:rPr>
              <w:t xml:space="preserve"> </w:t>
            </w:r>
            <w:r w:rsidRPr="009647FC">
              <w:rPr>
                <w:rtl/>
              </w:rPr>
              <w:t>بملمومة</w:t>
            </w:r>
            <w:r>
              <w:rPr>
                <w:rtl/>
              </w:rPr>
              <w:t xml:space="preserve"> </w:t>
            </w:r>
            <w:r w:rsidRPr="009647FC">
              <w:rPr>
                <w:rtl/>
              </w:rPr>
              <w:t>النائبات</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وعاد</w:t>
            </w:r>
            <w:r w:rsidR="004C00A8">
              <w:rPr>
                <w:rtl/>
              </w:rPr>
              <w:t xml:space="preserve"> </w:t>
            </w:r>
            <w:r w:rsidRPr="009647FC">
              <w:rPr>
                <w:rtl/>
              </w:rPr>
              <w:t>بإنسان</w:t>
            </w:r>
            <w:r>
              <w:rPr>
                <w:rtl/>
              </w:rPr>
              <w:t xml:space="preserve"> </w:t>
            </w:r>
            <w:r w:rsidRPr="009647FC">
              <w:rPr>
                <w:rtl/>
              </w:rPr>
              <w:t>عيني</w:t>
            </w:r>
            <w:r>
              <w:rPr>
                <w:rtl/>
              </w:rPr>
              <w:t xml:space="preserve"> </w:t>
            </w:r>
            <w:r w:rsidRPr="009647FC">
              <w:rPr>
                <w:rtl/>
              </w:rPr>
              <w:t>نفالا</w:t>
            </w:r>
            <w:r w:rsidR="003E2E50" w:rsidRPr="00524A24">
              <w:rPr>
                <w:rStyle w:val="libPoemTiniChar0"/>
                <w:rtl/>
              </w:rPr>
              <w:br/>
              <w:t> </w:t>
            </w:r>
          </w:p>
        </w:tc>
      </w:tr>
      <w:tr w:rsidR="003E2E50" w:rsidRPr="00524A24" w:rsidTr="003E2E50">
        <w:trPr>
          <w:trHeight w:val="350"/>
        </w:trPr>
        <w:tc>
          <w:tcPr>
            <w:tcW w:w="3902" w:type="dxa"/>
          </w:tcPr>
          <w:p w:rsidR="003E2E50" w:rsidRPr="00524A24" w:rsidRDefault="002C32BB" w:rsidP="003C12B7">
            <w:pPr>
              <w:pStyle w:val="libPoem"/>
            </w:pPr>
            <w:r w:rsidRPr="009647FC">
              <w:rPr>
                <w:rtl/>
              </w:rPr>
              <w:t>فروّ</w:t>
            </w:r>
            <w:r>
              <w:rPr>
                <w:rtl/>
              </w:rPr>
              <w:t>َ</w:t>
            </w:r>
            <w:r w:rsidRPr="009647FC">
              <w:rPr>
                <w:rtl/>
              </w:rPr>
              <w:t>ع</w:t>
            </w:r>
            <w:r>
              <w:rPr>
                <w:rtl/>
              </w:rPr>
              <w:t xml:space="preserve"> </w:t>
            </w:r>
            <w:r w:rsidRPr="009647FC">
              <w:rPr>
                <w:rtl/>
              </w:rPr>
              <w:t>سمعي</w:t>
            </w:r>
            <w:r>
              <w:rPr>
                <w:rtl/>
              </w:rPr>
              <w:t xml:space="preserve"> </w:t>
            </w:r>
            <w:r w:rsidRPr="009647FC">
              <w:rPr>
                <w:rtl/>
              </w:rPr>
              <w:t>بصوت</w:t>
            </w:r>
            <w:r>
              <w:rPr>
                <w:rtl/>
              </w:rPr>
              <w:t xml:space="preserve"> </w:t>
            </w:r>
            <w:r w:rsidRPr="009647FC">
              <w:rPr>
                <w:rtl/>
              </w:rPr>
              <w:t>النعيّ</w:t>
            </w:r>
            <w:r w:rsidR="003E2E50" w:rsidRPr="00524A24">
              <w:rPr>
                <w:rStyle w:val="libPoemTiniChar0"/>
                <w:rtl/>
              </w:rPr>
              <w:br/>
              <w:t> </w:t>
            </w:r>
          </w:p>
        </w:tc>
        <w:tc>
          <w:tcPr>
            <w:tcW w:w="301" w:type="dxa"/>
          </w:tcPr>
          <w:p w:rsidR="003E2E50" w:rsidRPr="00524A24" w:rsidRDefault="003E2E50" w:rsidP="003C12B7">
            <w:pPr>
              <w:pStyle w:val="libPoem"/>
              <w:rPr>
                <w:rtl/>
              </w:rPr>
            </w:pPr>
          </w:p>
        </w:tc>
        <w:tc>
          <w:tcPr>
            <w:tcW w:w="3884" w:type="dxa"/>
          </w:tcPr>
          <w:p w:rsidR="003E2E50" w:rsidRPr="00524A24" w:rsidRDefault="002C32BB" w:rsidP="003C12B7">
            <w:pPr>
              <w:pStyle w:val="libPoem"/>
            </w:pPr>
            <w:r w:rsidRPr="009647FC">
              <w:rPr>
                <w:rtl/>
              </w:rPr>
              <w:t>ورنّ</w:t>
            </w:r>
            <w:r w:rsidRPr="00B371C6">
              <w:rPr>
                <w:rtl/>
              </w:rPr>
              <w:t>َ</w:t>
            </w:r>
            <w:r w:rsidRPr="009647FC">
              <w:rPr>
                <w:rtl/>
              </w:rPr>
              <w:t>ق</w:t>
            </w:r>
            <w:r>
              <w:rPr>
                <w:rtl/>
              </w:rPr>
              <w:t xml:space="preserve"> </w:t>
            </w:r>
            <w:r w:rsidRPr="009647FC">
              <w:rPr>
                <w:rtl/>
              </w:rPr>
              <w:t>من</w:t>
            </w:r>
            <w:r>
              <w:rPr>
                <w:rtl/>
              </w:rPr>
              <w:t xml:space="preserve"> </w:t>
            </w:r>
            <w:r w:rsidRPr="009647FC">
              <w:rPr>
                <w:rtl/>
              </w:rPr>
              <w:t>صفو</w:t>
            </w:r>
            <w:r>
              <w:rPr>
                <w:rtl/>
              </w:rPr>
              <w:t xml:space="preserve"> </w:t>
            </w:r>
            <w:r w:rsidRPr="009647FC">
              <w:rPr>
                <w:rtl/>
              </w:rPr>
              <w:t>وردي</w:t>
            </w:r>
            <w:r>
              <w:rPr>
                <w:rtl/>
              </w:rPr>
              <w:t xml:space="preserve"> </w:t>
            </w:r>
            <w:r w:rsidRPr="009647FC">
              <w:rPr>
                <w:rtl/>
              </w:rPr>
              <w:t>سجالا</w:t>
            </w:r>
            <w:r w:rsidR="003E2E50"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كذا في الأصل والمطبوع</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2C32BB" w:rsidRPr="00524A24" w:rsidTr="002C32BB">
        <w:trPr>
          <w:trHeight w:val="350"/>
        </w:trPr>
        <w:tc>
          <w:tcPr>
            <w:tcW w:w="3902" w:type="dxa"/>
          </w:tcPr>
          <w:p w:rsidR="002C32BB" w:rsidRPr="00524A24" w:rsidRDefault="002C32BB" w:rsidP="003C12B7">
            <w:pPr>
              <w:pStyle w:val="libPoem"/>
            </w:pPr>
            <w:r w:rsidRPr="009647FC">
              <w:rPr>
                <w:rtl/>
              </w:rPr>
              <w:lastRenderedPageBreak/>
              <w:t>فبتُّ</w:t>
            </w:r>
            <w:r>
              <w:rPr>
                <w:rtl/>
              </w:rPr>
              <w:t xml:space="preserve"> </w:t>
            </w:r>
            <w:r w:rsidRPr="009647FC">
              <w:rPr>
                <w:rtl/>
              </w:rPr>
              <w:t>وفي</w:t>
            </w:r>
            <w:r>
              <w:rPr>
                <w:rtl/>
              </w:rPr>
              <w:t xml:space="preserve"> </w:t>
            </w:r>
            <w:r w:rsidRPr="009647FC">
              <w:rPr>
                <w:rtl/>
              </w:rPr>
              <w:t>مقلتي</w:t>
            </w:r>
            <w:r>
              <w:rPr>
                <w:rtl/>
              </w:rPr>
              <w:t xml:space="preserve"> </w:t>
            </w:r>
            <w:r w:rsidRPr="009647FC">
              <w:rPr>
                <w:rtl/>
              </w:rPr>
              <w:t>عائرٌ</w:t>
            </w:r>
            <w:r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C32BB" w:rsidP="003C12B7">
            <w:pPr>
              <w:pStyle w:val="libPoem"/>
            </w:pPr>
            <w:r w:rsidRPr="009647FC">
              <w:rPr>
                <w:rtl/>
              </w:rPr>
              <w:t>حمى</w:t>
            </w:r>
            <w:r w:rsidR="004C00A8">
              <w:rPr>
                <w:rtl/>
              </w:rPr>
              <w:t xml:space="preserve"> </w:t>
            </w:r>
            <w:r w:rsidRPr="009647FC">
              <w:rPr>
                <w:rtl/>
              </w:rPr>
              <w:t>جفنها</w:t>
            </w:r>
            <w:r>
              <w:rPr>
                <w:rtl/>
              </w:rPr>
              <w:t xml:space="preserve"> </w:t>
            </w:r>
            <w:r w:rsidRPr="009647FC">
              <w:rPr>
                <w:rtl/>
              </w:rPr>
              <w:t>بالكرى</w:t>
            </w:r>
            <w:r>
              <w:rPr>
                <w:rtl/>
              </w:rPr>
              <w:t xml:space="preserve"> </w:t>
            </w:r>
            <w:r w:rsidRPr="009647FC">
              <w:rPr>
                <w:rtl/>
              </w:rPr>
              <w:t>الاكتحالا</w:t>
            </w:r>
            <w:r w:rsidRPr="00524A24">
              <w:rPr>
                <w:rStyle w:val="libPoemTiniChar0"/>
                <w:rtl/>
              </w:rPr>
              <w:br/>
              <w:t> </w:t>
            </w:r>
          </w:p>
        </w:tc>
      </w:tr>
      <w:tr w:rsidR="002C32BB" w:rsidRPr="00524A24" w:rsidTr="002C32BB">
        <w:trPr>
          <w:trHeight w:val="350"/>
        </w:trPr>
        <w:tc>
          <w:tcPr>
            <w:tcW w:w="3902" w:type="dxa"/>
          </w:tcPr>
          <w:p w:rsidR="002C32BB" w:rsidRPr="00524A24" w:rsidRDefault="002C32BB" w:rsidP="003C12B7">
            <w:pPr>
              <w:pStyle w:val="libPoem"/>
            </w:pPr>
            <w:r w:rsidRPr="009647FC">
              <w:rPr>
                <w:rtl/>
              </w:rPr>
              <w:t>وقائلة</w:t>
            </w:r>
            <w:r>
              <w:rPr>
                <w:rtl/>
              </w:rPr>
              <w:t xml:space="preserve"> </w:t>
            </w:r>
            <w:r w:rsidRPr="009647FC">
              <w:rPr>
                <w:rtl/>
              </w:rPr>
              <w:t>ليس</w:t>
            </w:r>
            <w:r>
              <w:rPr>
                <w:rtl/>
              </w:rPr>
              <w:t xml:space="preserve"> </w:t>
            </w:r>
            <w:r w:rsidRPr="009647FC">
              <w:rPr>
                <w:rtl/>
              </w:rPr>
              <w:t>سمعي</w:t>
            </w:r>
            <w:r>
              <w:rPr>
                <w:rtl/>
              </w:rPr>
              <w:t xml:space="preserve"> </w:t>
            </w:r>
            <w:r w:rsidRPr="009647FC">
              <w:rPr>
                <w:rtl/>
              </w:rPr>
              <w:t>لها</w:t>
            </w:r>
            <w:r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C32BB" w:rsidP="003C12B7">
            <w:pPr>
              <w:pStyle w:val="libPoem"/>
            </w:pPr>
            <w:r w:rsidRPr="009647FC">
              <w:rPr>
                <w:rtl/>
              </w:rPr>
              <w:t>وبعضُ</w:t>
            </w:r>
            <w:r>
              <w:rPr>
                <w:rtl/>
              </w:rPr>
              <w:t xml:space="preserve"> </w:t>
            </w:r>
            <w:r w:rsidRPr="009647FC">
              <w:rPr>
                <w:rtl/>
              </w:rPr>
              <w:t>المقال</w:t>
            </w:r>
            <w:r>
              <w:rPr>
                <w:rtl/>
              </w:rPr>
              <w:t xml:space="preserve"> </w:t>
            </w:r>
            <w:r w:rsidRPr="009647FC">
              <w:rPr>
                <w:rtl/>
              </w:rPr>
              <w:t>أراه</w:t>
            </w:r>
            <w:r>
              <w:rPr>
                <w:rtl/>
              </w:rPr>
              <w:t xml:space="preserve"> </w:t>
            </w:r>
            <w:r w:rsidRPr="009647FC">
              <w:rPr>
                <w:rtl/>
              </w:rPr>
              <w:t>محالا</w:t>
            </w:r>
            <w:r w:rsidRPr="00524A24">
              <w:rPr>
                <w:rStyle w:val="libPoemTiniChar0"/>
                <w:rtl/>
              </w:rPr>
              <w:br/>
              <w:t> </w:t>
            </w:r>
          </w:p>
        </w:tc>
      </w:tr>
      <w:tr w:rsidR="002C32BB" w:rsidRPr="00524A24" w:rsidTr="002C32BB">
        <w:trPr>
          <w:trHeight w:val="350"/>
        </w:trPr>
        <w:tc>
          <w:tcPr>
            <w:tcW w:w="3902" w:type="dxa"/>
          </w:tcPr>
          <w:p w:rsidR="002C32BB" w:rsidRPr="00524A24" w:rsidRDefault="002C32BB" w:rsidP="003C12B7">
            <w:pPr>
              <w:pStyle w:val="libPoem"/>
            </w:pPr>
            <w:r w:rsidRPr="009647FC">
              <w:rPr>
                <w:rtl/>
              </w:rPr>
              <w:t>أجدّك</w:t>
            </w:r>
            <w:r w:rsidR="004C00A8">
              <w:rPr>
                <w:rtl/>
              </w:rPr>
              <w:t xml:space="preserve"> </w:t>
            </w:r>
            <w:r w:rsidRPr="009647FC">
              <w:rPr>
                <w:rtl/>
              </w:rPr>
              <w:t>من</w:t>
            </w:r>
            <w:r>
              <w:rPr>
                <w:rtl/>
              </w:rPr>
              <w:t xml:space="preserve"> </w:t>
            </w:r>
            <w:r w:rsidRPr="009647FC">
              <w:rPr>
                <w:rtl/>
              </w:rPr>
              <w:t>عاتبٍ</w:t>
            </w:r>
            <w:r>
              <w:rPr>
                <w:rtl/>
              </w:rPr>
              <w:t xml:space="preserve"> </w:t>
            </w:r>
            <w:r w:rsidRPr="009647FC">
              <w:rPr>
                <w:rtl/>
              </w:rPr>
              <w:t>ما</w:t>
            </w:r>
            <w:r>
              <w:rPr>
                <w:rtl/>
              </w:rPr>
              <w:t xml:space="preserve"> </w:t>
            </w:r>
            <w:r w:rsidRPr="009647FC">
              <w:rPr>
                <w:rtl/>
              </w:rPr>
              <w:t>تزال</w:t>
            </w:r>
            <w:r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C32BB" w:rsidP="003C12B7">
            <w:pPr>
              <w:pStyle w:val="libPoem"/>
            </w:pPr>
            <w:r w:rsidRPr="009647FC">
              <w:rPr>
                <w:rtl/>
              </w:rPr>
              <w:t>تذمُّ</w:t>
            </w:r>
            <w:r w:rsidR="004C00A8">
              <w:rPr>
                <w:rtl/>
              </w:rPr>
              <w:t xml:space="preserve"> </w:t>
            </w:r>
            <w:r w:rsidRPr="009647FC">
              <w:rPr>
                <w:rtl/>
              </w:rPr>
              <w:t>من</w:t>
            </w:r>
            <w:r>
              <w:rPr>
                <w:rtl/>
              </w:rPr>
              <w:t xml:space="preserve"> </w:t>
            </w:r>
            <w:r w:rsidRPr="009647FC">
              <w:rPr>
                <w:rtl/>
              </w:rPr>
              <w:t>الدهر</w:t>
            </w:r>
            <w:r>
              <w:rPr>
                <w:rtl/>
              </w:rPr>
              <w:t xml:space="preserve"> </w:t>
            </w:r>
            <w:r w:rsidRPr="009647FC">
              <w:rPr>
                <w:rtl/>
              </w:rPr>
              <w:t>هذي</w:t>
            </w:r>
            <w:r>
              <w:rPr>
                <w:rtl/>
              </w:rPr>
              <w:t xml:space="preserve"> </w:t>
            </w:r>
            <w:r w:rsidRPr="009647FC">
              <w:rPr>
                <w:rtl/>
              </w:rPr>
              <w:t>الخصالا</w:t>
            </w:r>
            <w:r w:rsidRPr="00524A24">
              <w:rPr>
                <w:rStyle w:val="libPoemTiniChar0"/>
                <w:rtl/>
              </w:rPr>
              <w:br/>
              <w:t> </w:t>
            </w:r>
          </w:p>
        </w:tc>
      </w:tr>
      <w:tr w:rsidR="002C32BB" w:rsidRPr="00524A24" w:rsidTr="002C32BB">
        <w:trPr>
          <w:trHeight w:val="350"/>
        </w:trPr>
        <w:tc>
          <w:tcPr>
            <w:tcW w:w="3902" w:type="dxa"/>
          </w:tcPr>
          <w:p w:rsidR="002C32BB" w:rsidRPr="00524A24" w:rsidRDefault="002C32BB" w:rsidP="003C12B7">
            <w:pPr>
              <w:pStyle w:val="libPoem"/>
            </w:pPr>
            <w:r w:rsidRPr="009647FC">
              <w:rPr>
                <w:rtl/>
              </w:rPr>
              <w:t>أقلْ</w:t>
            </w:r>
            <w:r w:rsidR="004C00A8">
              <w:rPr>
                <w:rtl/>
              </w:rPr>
              <w:t xml:space="preserve"> </w:t>
            </w:r>
            <w:r w:rsidRPr="009647FC">
              <w:rPr>
                <w:rtl/>
              </w:rPr>
              <w:t>عثرة</w:t>
            </w:r>
            <w:r>
              <w:rPr>
                <w:rtl/>
              </w:rPr>
              <w:t xml:space="preserve">َ </w:t>
            </w:r>
            <w:r w:rsidRPr="009647FC">
              <w:rPr>
                <w:rtl/>
              </w:rPr>
              <w:t>الدهر</w:t>
            </w:r>
            <w:r>
              <w:rPr>
                <w:rtl/>
              </w:rPr>
              <w:t xml:space="preserve"> </w:t>
            </w:r>
            <w:r w:rsidRPr="009647FC">
              <w:rPr>
                <w:rtl/>
              </w:rPr>
              <w:t>أو</w:t>
            </w:r>
            <w:r>
              <w:rPr>
                <w:rtl/>
              </w:rPr>
              <w:t xml:space="preserve"> </w:t>
            </w:r>
            <w:r w:rsidRPr="009647FC">
              <w:rPr>
                <w:rtl/>
              </w:rPr>
              <w:t>لا</w:t>
            </w:r>
            <w:r>
              <w:rPr>
                <w:rtl/>
              </w:rPr>
              <w:t xml:space="preserve"> </w:t>
            </w:r>
            <w:r w:rsidRPr="009647FC">
              <w:rPr>
                <w:rtl/>
              </w:rPr>
              <w:t>تقل</w:t>
            </w:r>
            <w:r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C32BB" w:rsidP="003C12B7">
            <w:pPr>
              <w:pStyle w:val="libPoem"/>
            </w:pPr>
            <w:r w:rsidRPr="009647FC">
              <w:rPr>
                <w:rtl/>
              </w:rPr>
              <w:t>فليس</w:t>
            </w:r>
            <w:r>
              <w:rPr>
                <w:rtl/>
              </w:rPr>
              <w:t xml:space="preserve"> </w:t>
            </w:r>
            <w:r w:rsidRPr="009647FC">
              <w:rPr>
                <w:rtl/>
              </w:rPr>
              <w:t>يبالي</w:t>
            </w:r>
            <w:r>
              <w:rPr>
                <w:rtl/>
              </w:rPr>
              <w:t xml:space="preserve"> </w:t>
            </w:r>
            <w:r w:rsidRPr="009647FC">
              <w:rPr>
                <w:rtl/>
              </w:rPr>
              <w:t>بأن</w:t>
            </w:r>
            <w:r>
              <w:rPr>
                <w:rtl/>
              </w:rPr>
              <w:t xml:space="preserve"> </w:t>
            </w:r>
            <w:r w:rsidRPr="009647FC">
              <w:rPr>
                <w:rtl/>
              </w:rPr>
              <w:t>لا</w:t>
            </w:r>
            <w:r>
              <w:rPr>
                <w:rtl/>
              </w:rPr>
              <w:t xml:space="preserve"> </w:t>
            </w:r>
            <w:r w:rsidRPr="009647FC">
              <w:rPr>
                <w:rtl/>
              </w:rPr>
              <w:t>يقالا</w:t>
            </w:r>
            <w:r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أتجزع</w:t>
            </w:r>
            <w:r>
              <w:rPr>
                <w:rtl/>
              </w:rPr>
              <w:t xml:space="preserve"> </w:t>
            </w:r>
            <w:r w:rsidRPr="009647FC">
              <w:rPr>
                <w:rtl/>
              </w:rPr>
              <w:t>للبين</w:t>
            </w:r>
            <w:r>
              <w:rPr>
                <w:rtl/>
              </w:rPr>
              <w:t xml:space="preserve"> </w:t>
            </w:r>
            <w:r w:rsidRPr="009647FC">
              <w:rPr>
                <w:rtl/>
              </w:rPr>
              <w:t>مستثقلا</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وأنت</w:t>
            </w:r>
            <w:r>
              <w:rPr>
                <w:rtl/>
              </w:rPr>
              <w:t xml:space="preserve"> </w:t>
            </w:r>
            <w:r w:rsidRPr="009647FC">
              <w:rPr>
                <w:rtl/>
              </w:rPr>
              <w:t>حجى</w:t>
            </w:r>
            <w:r>
              <w:rPr>
                <w:rtl/>
              </w:rPr>
              <w:t xml:space="preserve"> </w:t>
            </w:r>
            <w:r w:rsidRPr="009647FC">
              <w:rPr>
                <w:rtl/>
              </w:rPr>
              <w:t>تستخف</w:t>
            </w:r>
            <w:r>
              <w:rPr>
                <w:rtl/>
              </w:rPr>
              <w:t xml:space="preserve"> </w:t>
            </w:r>
            <w:r w:rsidRPr="009647FC">
              <w:rPr>
                <w:rtl/>
              </w:rPr>
              <w:t>الجبالا؟</w:t>
            </w:r>
            <w:r w:rsidR="002C32BB"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تماسكْ</w:t>
            </w:r>
            <w:r w:rsidR="004C00A8">
              <w:rPr>
                <w:rtl/>
              </w:rPr>
              <w:t xml:space="preserve"> </w:t>
            </w:r>
            <w:r w:rsidRPr="009647FC">
              <w:rPr>
                <w:rtl/>
              </w:rPr>
              <w:t>ولا</w:t>
            </w:r>
            <w:r>
              <w:rPr>
                <w:rtl/>
              </w:rPr>
              <w:t xml:space="preserve"> </w:t>
            </w:r>
            <w:r w:rsidRPr="009647FC">
              <w:rPr>
                <w:rtl/>
              </w:rPr>
              <w:t>تبتذل</w:t>
            </w:r>
            <w:r>
              <w:rPr>
                <w:rtl/>
              </w:rPr>
              <w:t xml:space="preserve"> </w:t>
            </w:r>
            <w:r w:rsidRPr="009647FC">
              <w:rPr>
                <w:rtl/>
              </w:rPr>
              <w:t>أدمعا</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حماها</w:t>
            </w:r>
            <w:r w:rsidR="004C00A8">
              <w:rPr>
                <w:rtl/>
              </w:rPr>
              <w:t xml:space="preserve"> </w:t>
            </w:r>
            <w:r w:rsidRPr="009647FC">
              <w:rPr>
                <w:rtl/>
              </w:rPr>
              <w:t>وقارُك</w:t>
            </w:r>
            <w:r>
              <w:rPr>
                <w:rtl/>
              </w:rPr>
              <w:t xml:space="preserve"> </w:t>
            </w:r>
            <w:r w:rsidRPr="009647FC">
              <w:rPr>
                <w:rtl/>
              </w:rPr>
              <w:t>عن</w:t>
            </w:r>
            <w:r>
              <w:rPr>
                <w:rtl/>
              </w:rPr>
              <w:t xml:space="preserve"> </w:t>
            </w:r>
            <w:r w:rsidRPr="009647FC">
              <w:rPr>
                <w:rtl/>
              </w:rPr>
              <w:t>أن</w:t>
            </w:r>
            <w:r>
              <w:rPr>
                <w:rtl/>
              </w:rPr>
              <w:t xml:space="preserve"> </w:t>
            </w:r>
            <w:r w:rsidRPr="009647FC">
              <w:rPr>
                <w:rtl/>
              </w:rPr>
              <w:t>تذالا</w:t>
            </w:r>
            <w:r w:rsidR="002C32BB"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فقلت</w:t>
            </w:r>
            <w:r>
              <w:rPr>
                <w:rtl/>
              </w:rPr>
              <w:t xml:space="preserve"> </w:t>
            </w:r>
            <w:r w:rsidRPr="009647FC">
              <w:rPr>
                <w:rtl/>
              </w:rPr>
              <w:t>وعيني</w:t>
            </w:r>
            <w:r>
              <w:rPr>
                <w:rtl/>
              </w:rPr>
              <w:t xml:space="preserve"> </w:t>
            </w:r>
            <w:r w:rsidRPr="009647FC">
              <w:rPr>
                <w:rtl/>
              </w:rPr>
              <w:t>أسىً</w:t>
            </w:r>
            <w:r>
              <w:rPr>
                <w:rtl/>
              </w:rPr>
              <w:t xml:space="preserve"> </w:t>
            </w:r>
            <w:r w:rsidRPr="009647FC">
              <w:rPr>
                <w:rtl/>
              </w:rPr>
              <w:t>تستهلُّ</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كمحتفل</w:t>
            </w:r>
            <w:r>
              <w:rPr>
                <w:rtl/>
              </w:rPr>
              <w:t xml:space="preserve"> </w:t>
            </w:r>
            <w:r w:rsidRPr="009647FC">
              <w:rPr>
                <w:rtl/>
              </w:rPr>
              <w:t>الودق</w:t>
            </w:r>
            <w:r>
              <w:rPr>
                <w:rtl/>
              </w:rPr>
              <w:t xml:space="preserve"> </w:t>
            </w:r>
            <w:r w:rsidRPr="009647FC">
              <w:rPr>
                <w:rtl/>
              </w:rPr>
              <w:t>مرخى</w:t>
            </w:r>
            <w:r>
              <w:rPr>
                <w:rtl/>
              </w:rPr>
              <w:t xml:space="preserve"> </w:t>
            </w:r>
            <w:r w:rsidRPr="009647FC">
              <w:rPr>
                <w:rtl/>
              </w:rPr>
              <w:t>العزالا</w:t>
            </w:r>
            <w:r w:rsidR="002C32BB"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أآمنة</w:t>
            </w:r>
            <w:r w:rsidR="004C00A8">
              <w:rPr>
                <w:rtl/>
              </w:rPr>
              <w:t xml:space="preserve"> </w:t>
            </w:r>
            <w:r w:rsidRPr="009647FC">
              <w:rPr>
                <w:rtl/>
              </w:rPr>
              <w:t>السرب</w:t>
            </w:r>
            <w:r>
              <w:rPr>
                <w:rtl/>
              </w:rPr>
              <w:t xml:space="preserve"> </w:t>
            </w:r>
            <w:r w:rsidRPr="009647FC">
              <w:rPr>
                <w:rtl/>
              </w:rPr>
              <w:t>كفّي</w:t>
            </w:r>
            <w:r>
              <w:rPr>
                <w:rtl/>
              </w:rPr>
              <w:t xml:space="preserve"> </w:t>
            </w:r>
            <w:r w:rsidRPr="009647FC">
              <w:rPr>
                <w:rtl/>
              </w:rPr>
              <w:t>الملام</w:t>
            </w:r>
            <w:r>
              <w:rPr>
                <w:rtl/>
              </w:rPr>
              <w:t>َ</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ضلالاً</w:t>
            </w:r>
            <w:r>
              <w:rPr>
                <w:rtl/>
              </w:rPr>
              <w:t xml:space="preserve"> </w:t>
            </w:r>
            <w:r w:rsidRPr="009647FC">
              <w:rPr>
                <w:rtl/>
              </w:rPr>
              <w:t>لرأيكِ</w:t>
            </w:r>
            <w:r>
              <w:rPr>
                <w:rtl/>
              </w:rPr>
              <w:t xml:space="preserve"> </w:t>
            </w:r>
            <w:r w:rsidRPr="009647FC">
              <w:rPr>
                <w:rtl/>
              </w:rPr>
              <w:t>منّي</w:t>
            </w:r>
            <w:r>
              <w:rPr>
                <w:rtl/>
              </w:rPr>
              <w:t xml:space="preserve"> </w:t>
            </w:r>
            <w:r w:rsidRPr="009647FC">
              <w:rPr>
                <w:rtl/>
              </w:rPr>
              <w:t>ضلالا</w:t>
            </w:r>
            <w:r w:rsidR="002C32BB"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فما</w:t>
            </w:r>
            <w:r w:rsidR="004C00A8">
              <w:rPr>
                <w:rtl/>
              </w:rPr>
              <w:t xml:space="preserve"> </w:t>
            </w:r>
            <w:r w:rsidRPr="009647FC">
              <w:rPr>
                <w:rtl/>
              </w:rPr>
              <w:t>نفحةٌ</w:t>
            </w:r>
            <w:r>
              <w:rPr>
                <w:rtl/>
              </w:rPr>
              <w:t xml:space="preserve"> </w:t>
            </w:r>
            <w:r w:rsidRPr="009647FC">
              <w:rPr>
                <w:rtl/>
              </w:rPr>
              <w:t>من</w:t>
            </w:r>
            <w:r>
              <w:rPr>
                <w:rtl/>
              </w:rPr>
              <w:t xml:space="preserve"> </w:t>
            </w:r>
            <w:r w:rsidRPr="009647FC">
              <w:rPr>
                <w:rtl/>
              </w:rPr>
              <w:t>رياض</w:t>
            </w:r>
            <w:r>
              <w:rPr>
                <w:rtl/>
              </w:rPr>
              <w:t xml:space="preserve"> </w:t>
            </w:r>
            <w:r w:rsidRPr="009647FC">
              <w:rPr>
                <w:rtl/>
              </w:rPr>
              <w:t>الصبا</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لها</w:t>
            </w:r>
            <w:r>
              <w:rPr>
                <w:rtl/>
              </w:rPr>
              <w:t xml:space="preserve"> </w:t>
            </w:r>
            <w:r w:rsidRPr="009647FC">
              <w:rPr>
                <w:rtl/>
              </w:rPr>
              <w:t>أرجٌ</w:t>
            </w:r>
            <w:r>
              <w:rPr>
                <w:rtl/>
              </w:rPr>
              <w:t xml:space="preserve"> </w:t>
            </w:r>
            <w:r w:rsidRPr="009647FC">
              <w:rPr>
                <w:rtl/>
              </w:rPr>
              <w:t>للقلوب</w:t>
            </w:r>
            <w:r>
              <w:rPr>
                <w:rtl/>
              </w:rPr>
              <w:t xml:space="preserve"> </w:t>
            </w:r>
            <w:r w:rsidRPr="009647FC">
              <w:rPr>
                <w:rtl/>
              </w:rPr>
              <w:t>استمالا</w:t>
            </w:r>
            <w:r w:rsidR="002C32BB"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بأطيب</w:t>
            </w:r>
            <w:r w:rsidR="004C00A8">
              <w:rPr>
                <w:rtl/>
              </w:rPr>
              <w:t xml:space="preserve"> </w:t>
            </w:r>
            <w:r w:rsidRPr="009647FC">
              <w:rPr>
                <w:rtl/>
              </w:rPr>
              <w:t>من</w:t>
            </w:r>
            <w:r>
              <w:rPr>
                <w:rtl/>
              </w:rPr>
              <w:t xml:space="preserve"> </w:t>
            </w:r>
            <w:r w:rsidRPr="009647FC">
              <w:rPr>
                <w:rtl/>
              </w:rPr>
              <w:t>تربةٍ</w:t>
            </w:r>
            <w:r>
              <w:rPr>
                <w:rtl/>
              </w:rPr>
              <w:t xml:space="preserve"> </w:t>
            </w:r>
            <w:r w:rsidRPr="009647FC">
              <w:rPr>
                <w:rtl/>
              </w:rPr>
              <w:t>ضمِّنتْ</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على</w:t>
            </w:r>
            <w:r w:rsidR="004C00A8">
              <w:rPr>
                <w:rtl/>
              </w:rPr>
              <w:t xml:space="preserve"> </w:t>
            </w:r>
            <w:r w:rsidRPr="009647FC">
              <w:rPr>
                <w:rtl/>
              </w:rPr>
              <w:t>رغم</w:t>
            </w:r>
            <w:r>
              <w:rPr>
                <w:rtl/>
              </w:rPr>
              <w:t xml:space="preserve"> </w:t>
            </w:r>
            <w:r w:rsidRPr="009647FC">
              <w:rPr>
                <w:rtl/>
              </w:rPr>
              <w:t>أنفي</w:t>
            </w:r>
            <w:r>
              <w:rPr>
                <w:rtl/>
              </w:rPr>
              <w:t xml:space="preserve"> </w:t>
            </w:r>
            <w:r w:rsidRPr="009647FC">
              <w:rPr>
                <w:rtl/>
              </w:rPr>
              <w:t>منّي</w:t>
            </w:r>
            <w:r>
              <w:rPr>
                <w:rtl/>
              </w:rPr>
              <w:t xml:space="preserve"> </w:t>
            </w:r>
            <w:r w:rsidRPr="009647FC">
              <w:rPr>
                <w:rtl/>
              </w:rPr>
              <w:t>هلالا</w:t>
            </w:r>
            <w:r w:rsidR="002C32BB"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نشدتك</w:t>
            </w:r>
            <w:r>
              <w:rPr>
                <w:rtl/>
              </w:rPr>
              <w:t xml:space="preserve">َ </w:t>
            </w:r>
            <w:r w:rsidRPr="009647FC">
              <w:rPr>
                <w:rtl/>
              </w:rPr>
              <w:t>يا</w:t>
            </w:r>
            <w:r>
              <w:rPr>
                <w:rtl/>
              </w:rPr>
              <w:t xml:space="preserve"> </w:t>
            </w:r>
            <w:r w:rsidRPr="009647FC">
              <w:rPr>
                <w:rtl/>
              </w:rPr>
              <w:t>دهرُ</w:t>
            </w:r>
            <w:r>
              <w:rPr>
                <w:rtl/>
              </w:rPr>
              <w:t xml:space="preserve"> </w:t>
            </w:r>
            <w:r w:rsidRPr="009647FC">
              <w:rPr>
                <w:rtl/>
              </w:rPr>
              <w:t>ألاّ</w:t>
            </w:r>
            <w:r>
              <w:rPr>
                <w:rtl/>
              </w:rPr>
              <w:t xml:space="preserve"> </w:t>
            </w:r>
            <w:r w:rsidRPr="009647FC">
              <w:rPr>
                <w:rtl/>
              </w:rPr>
              <w:t>أعرت</w:t>
            </w:r>
            <w:r>
              <w:rPr>
                <w:rtl/>
              </w:rPr>
              <w:t>َ</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مسامعك</w:t>
            </w:r>
            <w:r w:rsidR="004C00A8">
              <w:rPr>
                <w:rtl/>
              </w:rPr>
              <w:t xml:space="preserve"> </w:t>
            </w:r>
            <w:r w:rsidRPr="009647FC">
              <w:rPr>
                <w:rtl/>
              </w:rPr>
              <w:t>اليوم</w:t>
            </w:r>
            <w:r>
              <w:rPr>
                <w:rtl/>
              </w:rPr>
              <w:t xml:space="preserve"> </w:t>
            </w:r>
            <w:r w:rsidRPr="009647FC">
              <w:rPr>
                <w:rtl/>
              </w:rPr>
              <w:t>منّي</w:t>
            </w:r>
            <w:r>
              <w:rPr>
                <w:rtl/>
              </w:rPr>
              <w:t xml:space="preserve"> </w:t>
            </w:r>
            <w:r w:rsidRPr="009647FC">
              <w:rPr>
                <w:rtl/>
              </w:rPr>
              <w:t>مقالا</w:t>
            </w:r>
            <w:r w:rsidR="002C32BB"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أعن</w:t>
            </w:r>
            <w:r w:rsidR="004C00A8">
              <w:rPr>
                <w:rtl/>
              </w:rPr>
              <w:t xml:space="preserve"> </w:t>
            </w:r>
            <w:r w:rsidRPr="009647FC">
              <w:rPr>
                <w:rtl/>
              </w:rPr>
              <w:t>سفهٍ</w:t>
            </w:r>
            <w:r>
              <w:rPr>
                <w:rtl/>
              </w:rPr>
              <w:t xml:space="preserve"> </w:t>
            </w:r>
            <w:r w:rsidRPr="009647FC">
              <w:rPr>
                <w:rtl/>
              </w:rPr>
              <w:t>منك</w:t>
            </w:r>
            <w:r>
              <w:rPr>
                <w:rtl/>
              </w:rPr>
              <w:t xml:space="preserve"> </w:t>
            </w:r>
            <w:r w:rsidRPr="009647FC">
              <w:rPr>
                <w:rtl/>
              </w:rPr>
              <w:t>للأكرمين</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تركِّبُ</w:t>
            </w:r>
            <w:r w:rsidR="004C00A8">
              <w:rPr>
                <w:rtl/>
              </w:rPr>
              <w:t xml:space="preserve"> </w:t>
            </w:r>
            <w:r w:rsidRPr="009647FC">
              <w:rPr>
                <w:rtl/>
              </w:rPr>
              <w:t>غدرك</w:t>
            </w:r>
            <w:r>
              <w:rPr>
                <w:rtl/>
              </w:rPr>
              <w:t xml:space="preserve">َ </w:t>
            </w:r>
            <w:r w:rsidRPr="009647FC">
              <w:rPr>
                <w:rtl/>
              </w:rPr>
              <w:t>حالاً</w:t>
            </w:r>
            <w:r>
              <w:rPr>
                <w:rtl/>
              </w:rPr>
              <w:t xml:space="preserve"> </w:t>
            </w:r>
            <w:r w:rsidRPr="009647FC">
              <w:rPr>
                <w:rtl/>
              </w:rPr>
              <w:t>فحالا</w:t>
            </w:r>
            <w:r w:rsidR="002C32BB"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وتزجى</w:t>
            </w:r>
            <w:r>
              <w:rPr>
                <w:rtl/>
              </w:rPr>
              <w:t xml:space="preserve"> </w:t>
            </w:r>
            <w:r w:rsidRPr="009647FC">
              <w:rPr>
                <w:rtl/>
              </w:rPr>
              <w:t>الخطوب</w:t>
            </w:r>
            <w:r>
              <w:rPr>
                <w:rtl/>
              </w:rPr>
              <w:t xml:space="preserve"> </w:t>
            </w:r>
            <w:r w:rsidRPr="009647FC">
              <w:rPr>
                <w:rtl/>
              </w:rPr>
              <w:t>ثقالاً</w:t>
            </w:r>
            <w:r>
              <w:rPr>
                <w:rtl/>
              </w:rPr>
              <w:t xml:space="preserve"> </w:t>
            </w:r>
            <w:r w:rsidRPr="009647FC">
              <w:rPr>
                <w:rtl/>
              </w:rPr>
              <w:t>لكي</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لهم</w:t>
            </w:r>
            <w:r>
              <w:rPr>
                <w:rtl/>
              </w:rPr>
              <w:t xml:space="preserve"> </w:t>
            </w:r>
            <w:r w:rsidRPr="009647FC">
              <w:rPr>
                <w:rtl/>
              </w:rPr>
              <w:t>تستخفُ</w:t>
            </w:r>
            <w:r>
              <w:rPr>
                <w:rtl/>
              </w:rPr>
              <w:t xml:space="preserve"> </w:t>
            </w:r>
            <w:r w:rsidRPr="009647FC">
              <w:rPr>
                <w:rtl/>
              </w:rPr>
              <w:t>حلوماً</w:t>
            </w:r>
            <w:r>
              <w:rPr>
                <w:rtl/>
              </w:rPr>
              <w:t xml:space="preserve"> </w:t>
            </w:r>
            <w:r w:rsidRPr="009647FC">
              <w:rPr>
                <w:rtl/>
              </w:rPr>
              <w:t>ثقالا</w:t>
            </w:r>
            <w:r w:rsidR="002C32BB"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وأن</w:t>
            </w:r>
            <w:r w:rsidRPr="00B371C6">
              <w:rPr>
                <w:rtl/>
              </w:rPr>
              <w:t>ّ</w:t>
            </w:r>
            <w:r w:rsidRPr="009647FC">
              <w:rPr>
                <w:rtl/>
              </w:rPr>
              <w:t>ى</w:t>
            </w:r>
            <w:r>
              <w:rPr>
                <w:rtl/>
              </w:rPr>
              <w:t xml:space="preserve"> </w:t>
            </w:r>
            <w:r w:rsidRPr="009647FC">
              <w:rPr>
                <w:rtl/>
              </w:rPr>
              <w:t>يزاول</w:t>
            </w:r>
            <w:r>
              <w:rPr>
                <w:rtl/>
              </w:rPr>
              <w:t xml:space="preserve"> </w:t>
            </w:r>
            <w:r w:rsidRPr="009647FC">
              <w:rPr>
                <w:rtl/>
              </w:rPr>
              <w:t>نملُ</w:t>
            </w:r>
            <w:r>
              <w:rPr>
                <w:rtl/>
              </w:rPr>
              <w:t xml:space="preserve"> </w:t>
            </w:r>
            <w:r w:rsidRPr="009647FC">
              <w:rPr>
                <w:rtl/>
              </w:rPr>
              <w:t>القرى</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جبال</w:t>
            </w:r>
            <w:r>
              <w:rPr>
                <w:rtl/>
              </w:rPr>
              <w:t xml:space="preserve">َ </w:t>
            </w:r>
            <w:r w:rsidRPr="009647FC">
              <w:rPr>
                <w:rtl/>
              </w:rPr>
              <w:t>شروري</w:t>
            </w:r>
            <w:r>
              <w:rPr>
                <w:rtl/>
              </w:rPr>
              <w:t xml:space="preserve"> </w:t>
            </w:r>
            <w:r w:rsidRPr="009647FC">
              <w:rPr>
                <w:rtl/>
              </w:rPr>
              <w:t>فتخشى</w:t>
            </w:r>
            <w:r>
              <w:rPr>
                <w:rtl/>
              </w:rPr>
              <w:t xml:space="preserve"> </w:t>
            </w:r>
            <w:r w:rsidRPr="009647FC">
              <w:rPr>
                <w:rtl/>
              </w:rPr>
              <w:t>زيالا؟</w:t>
            </w:r>
            <w:r w:rsidR="002C32BB"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وتعجم</w:t>
            </w:r>
            <w:r>
              <w:rPr>
                <w:rtl/>
              </w:rPr>
              <w:t xml:space="preserve"> </w:t>
            </w:r>
            <w:r w:rsidRPr="009647FC">
              <w:rPr>
                <w:rtl/>
              </w:rPr>
              <w:t>يا</w:t>
            </w:r>
            <w:r>
              <w:rPr>
                <w:rtl/>
              </w:rPr>
              <w:t xml:space="preserve"> </w:t>
            </w:r>
            <w:r w:rsidRPr="009647FC">
              <w:rPr>
                <w:rtl/>
              </w:rPr>
              <w:t>دهرُ</w:t>
            </w:r>
            <w:r>
              <w:rPr>
                <w:rtl/>
              </w:rPr>
              <w:t xml:space="preserve"> </w:t>
            </w:r>
            <w:r w:rsidRPr="009647FC">
              <w:rPr>
                <w:rtl/>
              </w:rPr>
              <w:t>في</w:t>
            </w:r>
            <w:r>
              <w:rPr>
                <w:rtl/>
              </w:rPr>
              <w:t xml:space="preserve"> </w:t>
            </w:r>
            <w:r w:rsidRPr="009647FC">
              <w:rPr>
                <w:rtl/>
              </w:rPr>
              <w:t>ماضغيك</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من</w:t>
            </w:r>
            <w:r>
              <w:rPr>
                <w:rtl/>
              </w:rPr>
              <w:t xml:space="preserve"> </w:t>
            </w:r>
            <w:r w:rsidRPr="009647FC">
              <w:rPr>
                <w:rtl/>
              </w:rPr>
              <w:t>عود</w:t>
            </w:r>
            <w:r>
              <w:rPr>
                <w:rtl/>
              </w:rPr>
              <w:t xml:space="preserve"> </w:t>
            </w:r>
            <w:r w:rsidRPr="009647FC">
              <w:rPr>
                <w:rtl/>
              </w:rPr>
              <w:t>علياهم</w:t>
            </w:r>
            <w:r>
              <w:rPr>
                <w:rtl/>
              </w:rPr>
              <w:t xml:space="preserve"> </w:t>
            </w:r>
            <w:r w:rsidRPr="009647FC">
              <w:rPr>
                <w:rtl/>
              </w:rPr>
              <w:t>ما</w:t>
            </w:r>
            <w:r>
              <w:rPr>
                <w:rtl/>
              </w:rPr>
              <w:t xml:space="preserve"> </w:t>
            </w:r>
            <w:r w:rsidRPr="009647FC">
              <w:rPr>
                <w:rtl/>
              </w:rPr>
              <w:t>استطالا</w:t>
            </w:r>
            <w:r w:rsidR="002C32BB"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وهل</w:t>
            </w:r>
            <w:r>
              <w:rPr>
                <w:rtl/>
              </w:rPr>
              <w:t xml:space="preserve"> </w:t>
            </w:r>
            <w:r w:rsidRPr="009647FC">
              <w:rPr>
                <w:rtl/>
              </w:rPr>
              <w:t>زبرةٌ</w:t>
            </w:r>
            <w:r>
              <w:rPr>
                <w:rtl/>
              </w:rPr>
              <w:t xml:space="preserve"> </w:t>
            </w:r>
            <w:r w:rsidRPr="009647FC">
              <w:rPr>
                <w:rtl/>
              </w:rPr>
              <w:t>عضها</w:t>
            </w:r>
            <w:r>
              <w:rPr>
                <w:rtl/>
              </w:rPr>
              <w:t xml:space="preserve"> </w:t>
            </w:r>
            <w:r w:rsidRPr="009647FC">
              <w:rPr>
                <w:rtl/>
              </w:rPr>
              <w:t>أدردٌ</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فآثر</w:t>
            </w:r>
            <w:r w:rsidR="004C00A8">
              <w:rPr>
                <w:rtl/>
              </w:rPr>
              <w:t xml:space="preserve"> </w:t>
            </w:r>
            <w:r w:rsidRPr="009647FC">
              <w:rPr>
                <w:rtl/>
              </w:rPr>
              <w:t>أو</w:t>
            </w:r>
            <w:r>
              <w:rPr>
                <w:rtl/>
              </w:rPr>
              <w:t xml:space="preserve"> </w:t>
            </w:r>
            <w:r w:rsidRPr="009647FC">
              <w:rPr>
                <w:rtl/>
              </w:rPr>
              <w:t>نال</w:t>
            </w:r>
            <w:r>
              <w:rPr>
                <w:rtl/>
              </w:rPr>
              <w:t xml:space="preserve"> </w:t>
            </w:r>
            <w:r w:rsidRPr="009647FC">
              <w:rPr>
                <w:rtl/>
              </w:rPr>
              <w:t>منها</w:t>
            </w:r>
            <w:r>
              <w:rPr>
                <w:rtl/>
              </w:rPr>
              <w:t xml:space="preserve"> </w:t>
            </w:r>
            <w:r w:rsidRPr="009647FC">
              <w:rPr>
                <w:rtl/>
              </w:rPr>
              <w:t>منالا</w:t>
            </w:r>
            <w:r w:rsidR="002C32BB"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تعلّم</w:t>
            </w:r>
            <w:r>
              <w:rPr>
                <w:rtl/>
              </w:rPr>
              <w:t xml:space="preserve"> </w:t>
            </w:r>
            <w:r w:rsidRPr="009647FC">
              <w:rPr>
                <w:rtl/>
              </w:rPr>
              <w:t>لك</w:t>
            </w:r>
            <w:r>
              <w:rPr>
                <w:rtl/>
              </w:rPr>
              <w:t xml:space="preserve"> </w:t>
            </w:r>
            <w:r w:rsidRPr="009647FC">
              <w:rPr>
                <w:rtl/>
              </w:rPr>
              <w:t>السوء</w:t>
            </w:r>
            <w:r>
              <w:rPr>
                <w:rtl/>
              </w:rPr>
              <w:t xml:space="preserve"> </w:t>
            </w:r>
            <w:r w:rsidRPr="009647FC">
              <w:rPr>
                <w:rtl/>
              </w:rPr>
              <w:t>من</w:t>
            </w:r>
            <w:r>
              <w:rPr>
                <w:rtl/>
              </w:rPr>
              <w:t xml:space="preserve"> </w:t>
            </w:r>
            <w:r w:rsidRPr="009647FC">
              <w:rPr>
                <w:rtl/>
              </w:rPr>
              <w:t>ناقصِ</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عدا</w:t>
            </w:r>
            <w:r>
              <w:rPr>
                <w:rtl/>
              </w:rPr>
              <w:t xml:space="preserve"> </w:t>
            </w:r>
            <w:r w:rsidRPr="009647FC">
              <w:rPr>
                <w:rtl/>
              </w:rPr>
              <w:t>طوره</w:t>
            </w:r>
            <w:r>
              <w:rPr>
                <w:rtl/>
              </w:rPr>
              <w:t xml:space="preserve"> </w:t>
            </w:r>
            <w:r w:rsidRPr="009647FC">
              <w:rPr>
                <w:rtl/>
              </w:rPr>
              <w:t>وتمنّى</w:t>
            </w:r>
            <w:r>
              <w:rPr>
                <w:rtl/>
              </w:rPr>
              <w:t xml:space="preserve"> </w:t>
            </w:r>
            <w:r w:rsidRPr="009647FC">
              <w:rPr>
                <w:rtl/>
              </w:rPr>
              <w:t>محالا</w:t>
            </w:r>
            <w:r w:rsidR="002C32BB" w:rsidRPr="00524A24">
              <w:rPr>
                <w:rStyle w:val="libPoemTiniChar0"/>
                <w:rtl/>
              </w:rPr>
              <w:br/>
              <w:t> </w:t>
            </w:r>
          </w:p>
        </w:tc>
      </w:tr>
      <w:tr w:rsidR="002C32BB" w:rsidRPr="00524A24" w:rsidTr="002C32BB">
        <w:trPr>
          <w:trHeight w:val="350"/>
        </w:trPr>
        <w:tc>
          <w:tcPr>
            <w:tcW w:w="3902" w:type="dxa"/>
          </w:tcPr>
          <w:p w:rsidR="002C32BB" w:rsidRPr="00524A24" w:rsidRDefault="002422EA" w:rsidP="003C12B7">
            <w:pPr>
              <w:pStyle w:val="libPoem"/>
            </w:pPr>
            <w:r w:rsidRPr="009647FC">
              <w:rPr>
                <w:rtl/>
              </w:rPr>
              <w:t>بأنّ</w:t>
            </w:r>
            <w:r w:rsidR="004C00A8">
              <w:rPr>
                <w:rtl/>
              </w:rPr>
              <w:t xml:space="preserve"> </w:t>
            </w:r>
            <w:r w:rsidRPr="009647FC">
              <w:rPr>
                <w:rtl/>
              </w:rPr>
              <w:t>الأماجد</w:t>
            </w:r>
            <w:r>
              <w:rPr>
                <w:rtl/>
              </w:rPr>
              <w:t xml:space="preserve"> </w:t>
            </w:r>
            <w:r w:rsidRPr="009647FC">
              <w:rPr>
                <w:rtl/>
              </w:rPr>
              <w:t>صبرٌ</w:t>
            </w:r>
            <w:r>
              <w:rPr>
                <w:rtl/>
              </w:rPr>
              <w:t xml:space="preserve"> </w:t>
            </w:r>
            <w:r w:rsidRPr="009647FC">
              <w:rPr>
                <w:rtl/>
              </w:rPr>
              <w:t>ولو</w:t>
            </w:r>
            <w:r w:rsidR="002C32BB"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422EA" w:rsidP="003C12B7">
            <w:pPr>
              <w:pStyle w:val="libPoem"/>
            </w:pPr>
            <w:r w:rsidRPr="009647FC">
              <w:rPr>
                <w:rtl/>
              </w:rPr>
              <w:t>بدهتهم</w:t>
            </w:r>
            <w:r w:rsidR="004C00A8">
              <w:rPr>
                <w:rtl/>
              </w:rPr>
              <w:t xml:space="preserve"> </w:t>
            </w:r>
            <w:r w:rsidRPr="009647FC">
              <w:rPr>
                <w:rtl/>
              </w:rPr>
              <w:t>بالخطوب</w:t>
            </w:r>
            <w:r>
              <w:rPr>
                <w:rtl/>
              </w:rPr>
              <w:t xml:space="preserve"> </w:t>
            </w:r>
            <w:r w:rsidRPr="009647FC">
              <w:rPr>
                <w:rtl/>
              </w:rPr>
              <w:t>اغتيالا</w:t>
            </w:r>
            <w:r w:rsidR="002C32BB" w:rsidRPr="00524A24">
              <w:rPr>
                <w:rStyle w:val="libPoemTiniChar0"/>
                <w:rtl/>
              </w:rPr>
              <w:br/>
              <w:t> </w:t>
            </w:r>
          </w:p>
        </w:tc>
      </w:tr>
    </w:tbl>
    <w:p w:rsidR="009647FC" w:rsidRPr="00524A24" w:rsidRDefault="009647FC" w:rsidP="004E7EC6">
      <w:pPr>
        <w:pStyle w:val="libNormal"/>
      </w:pPr>
      <w:r w:rsidRPr="004E7EC6">
        <w:rPr>
          <w:rtl/>
        </w:rPr>
        <w:t>وقال راثياً الشاعر الشيخ صالح الكوّاز</w:t>
      </w:r>
      <w:r w:rsidRPr="004E7EC6">
        <w:rPr>
          <w:rStyle w:val="libFootnotenumChar"/>
          <w:rtl/>
        </w:rPr>
        <w:t>(1)</w:t>
      </w:r>
      <w:r w:rsidR="00D769AB">
        <w:rPr>
          <w:rtl/>
        </w:rPr>
        <w:t>،</w:t>
      </w:r>
      <w:r w:rsidRPr="004E7EC6">
        <w:rPr>
          <w:rtl/>
        </w:rPr>
        <w:t xml:space="preserve"> ومعزّياً السيد مهدي القزويني</w:t>
      </w:r>
      <w:r w:rsidR="00D769AB">
        <w:rPr>
          <w:rtl/>
        </w:rPr>
        <w:t>:</w:t>
      </w:r>
      <w:r w:rsidRPr="004E7EC6">
        <w:rPr>
          <w:rtl/>
        </w:rPr>
        <w:t>‍</w:t>
      </w:r>
    </w:p>
    <w:tbl>
      <w:tblPr>
        <w:tblStyle w:val="TableGrid"/>
        <w:bidiVisual/>
        <w:tblW w:w="4562" w:type="pct"/>
        <w:tblInd w:w="384" w:type="dxa"/>
        <w:tblLook w:val="04A0"/>
      </w:tblPr>
      <w:tblGrid>
        <w:gridCol w:w="3902"/>
        <w:gridCol w:w="301"/>
        <w:gridCol w:w="3884"/>
      </w:tblGrid>
      <w:tr w:rsidR="002C32BB" w:rsidRPr="00524A24" w:rsidTr="002C32BB">
        <w:trPr>
          <w:trHeight w:val="350"/>
        </w:trPr>
        <w:tc>
          <w:tcPr>
            <w:tcW w:w="3902" w:type="dxa"/>
          </w:tcPr>
          <w:p w:rsidR="002C32BB" w:rsidRPr="00524A24" w:rsidRDefault="002C32BB" w:rsidP="003C12B7">
            <w:pPr>
              <w:pStyle w:val="libPoem"/>
            </w:pPr>
            <w:r w:rsidRPr="009647FC">
              <w:rPr>
                <w:rtl/>
              </w:rPr>
              <w:t>كل</w:t>
            </w:r>
            <w:r>
              <w:rPr>
                <w:rtl/>
              </w:rPr>
              <w:t xml:space="preserve">َ </w:t>
            </w:r>
            <w:r w:rsidRPr="009647FC">
              <w:rPr>
                <w:rtl/>
              </w:rPr>
              <w:t>يومٍ</w:t>
            </w:r>
            <w:r>
              <w:rPr>
                <w:rtl/>
              </w:rPr>
              <w:t xml:space="preserve"> </w:t>
            </w:r>
            <w:r w:rsidRPr="009647FC">
              <w:rPr>
                <w:rtl/>
              </w:rPr>
              <w:t>يسومني</w:t>
            </w:r>
            <w:r>
              <w:rPr>
                <w:rtl/>
              </w:rPr>
              <w:t xml:space="preserve"> </w:t>
            </w:r>
            <w:r w:rsidRPr="009647FC">
              <w:rPr>
                <w:rtl/>
              </w:rPr>
              <w:t>الدهرُ</w:t>
            </w:r>
            <w:r>
              <w:rPr>
                <w:rtl/>
              </w:rPr>
              <w:t xml:space="preserve"> </w:t>
            </w:r>
            <w:r w:rsidRPr="009647FC">
              <w:rPr>
                <w:rtl/>
              </w:rPr>
              <w:t>ثكلا</w:t>
            </w:r>
            <w:r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C32BB" w:rsidP="003C12B7">
            <w:pPr>
              <w:pStyle w:val="libPoem"/>
            </w:pPr>
            <w:r w:rsidRPr="009647FC">
              <w:rPr>
                <w:rtl/>
              </w:rPr>
              <w:t>ويريني</w:t>
            </w:r>
            <w:r>
              <w:rPr>
                <w:rtl/>
              </w:rPr>
              <w:t xml:space="preserve"> </w:t>
            </w:r>
            <w:r w:rsidRPr="009647FC">
              <w:rPr>
                <w:rtl/>
              </w:rPr>
              <w:t>الخطوب</w:t>
            </w:r>
            <w:r>
              <w:rPr>
                <w:rtl/>
              </w:rPr>
              <w:t xml:space="preserve">َ </w:t>
            </w:r>
            <w:r w:rsidRPr="009647FC">
              <w:rPr>
                <w:rtl/>
              </w:rPr>
              <w:t>شكلاً</w:t>
            </w:r>
            <w:r>
              <w:rPr>
                <w:rtl/>
              </w:rPr>
              <w:t xml:space="preserve"> </w:t>
            </w:r>
            <w:r w:rsidRPr="009647FC">
              <w:rPr>
                <w:rtl/>
              </w:rPr>
              <w:t>فشكلا</w:t>
            </w:r>
            <w:r w:rsidRPr="00524A24">
              <w:rPr>
                <w:rStyle w:val="libPoemTiniChar0"/>
                <w:rtl/>
              </w:rPr>
              <w:br/>
              <w:t> </w:t>
            </w:r>
          </w:p>
        </w:tc>
      </w:tr>
      <w:tr w:rsidR="002C32BB" w:rsidRPr="00524A24" w:rsidTr="002C32BB">
        <w:trPr>
          <w:trHeight w:val="350"/>
        </w:trPr>
        <w:tc>
          <w:tcPr>
            <w:tcW w:w="3902" w:type="dxa"/>
          </w:tcPr>
          <w:p w:rsidR="002C32BB" w:rsidRPr="00524A24" w:rsidRDefault="002C32BB" w:rsidP="003C12B7">
            <w:pPr>
              <w:pStyle w:val="libPoem"/>
            </w:pPr>
            <w:r w:rsidRPr="009647FC">
              <w:rPr>
                <w:rtl/>
              </w:rPr>
              <w:t>وبصبري</w:t>
            </w:r>
            <w:r>
              <w:rPr>
                <w:rtl/>
              </w:rPr>
              <w:t xml:space="preserve"> </w:t>
            </w:r>
            <w:r w:rsidRPr="009647FC">
              <w:rPr>
                <w:rtl/>
              </w:rPr>
              <w:t>يجدُّ</w:t>
            </w:r>
            <w:r>
              <w:rPr>
                <w:rtl/>
              </w:rPr>
              <w:t xml:space="preserve"> </w:t>
            </w:r>
            <w:r w:rsidRPr="009647FC">
              <w:rPr>
                <w:rtl/>
              </w:rPr>
              <w:t>خلف</w:t>
            </w:r>
            <w:r>
              <w:rPr>
                <w:rtl/>
              </w:rPr>
              <w:t xml:space="preserve"> </w:t>
            </w:r>
            <w:r w:rsidRPr="009647FC">
              <w:rPr>
                <w:rtl/>
              </w:rPr>
              <w:t>حبيبٍ</w:t>
            </w:r>
            <w:r w:rsidRPr="00524A24">
              <w:rPr>
                <w:rStyle w:val="libPoemTiniChar0"/>
                <w:rtl/>
              </w:rPr>
              <w:br/>
              <w:t> </w:t>
            </w:r>
          </w:p>
        </w:tc>
        <w:tc>
          <w:tcPr>
            <w:tcW w:w="301" w:type="dxa"/>
          </w:tcPr>
          <w:p w:rsidR="002C32BB" w:rsidRPr="00524A24" w:rsidRDefault="002C32BB" w:rsidP="003C12B7">
            <w:pPr>
              <w:pStyle w:val="libPoem"/>
              <w:rPr>
                <w:rtl/>
              </w:rPr>
            </w:pPr>
          </w:p>
        </w:tc>
        <w:tc>
          <w:tcPr>
            <w:tcW w:w="3884" w:type="dxa"/>
          </w:tcPr>
          <w:p w:rsidR="002C32BB" w:rsidRPr="00524A24" w:rsidRDefault="002C32BB" w:rsidP="003C12B7">
            <w:pPr>
              <w:pStyle w:val="libPoem"/>
            </w:pPr>
            <w:r w:rsidRPr="009647FC">
              <w:rPr>
                <w:rtl/>
              </w:rPr>
              <w:t>منه</w:t>
            </w:r>
            <w:r>
              <w:rPr>
                <w:rtl/>
              </w:rPr>
              <w:t xml:space="preserve"> </w:t>
            </w:r>
            <w:r w:rsidRPr="009647FC">
              <w:rPr>
                <w:rtl/>
              </w:rPr>
              <w:t>طرفي</w:t>
            </w:r>
            <w:r>
              <w:rPr>
                <w:rtl/>
              </w:rPr>
              <w:t xml:space="preserve"> </w:t>
            </w:r>
            <w:r w:rsidRPr="009647FC">
              <w:rPr>
                <w:rtl/>
              </w:rPr>
              <w:t>لا</w:t>
            </w:r>
            <w:r>
              <w:rPr>
                <w:rtl/>
              </w:rPr>
              <w:t xml:space="preserve"> </w:t>
            </w:r>
            <w:r w:rsidRPr="009647FC">
              <w:rPr>
                <w:rtl/>
              </w:rPr>
              <w:t>القلب</w:t>
            </w:r>
            <w:r>
              <w:rPr>
                <w:rtl/>
              </w:rPr>
              <w:t xml:space="preserve"> </w:t>
            </w:r>
            <w:r w:rsidRPr="009647FC">
              <w:rPr>
                <w:rtl/>
              </w:rPr>
              <w:t>يخلو</w:t>
            </w:r>
            <w:r>
              <w:rPr>
                <w:rtl/>
              </w:rPr>
              <w:t xml:space="preserve"> </w:t>
            </w:r>
            <w:r w:rsidRPr="009647FC">
              <w:rPr>
                <w:rtl/>
              </w:rPr>
              <w:t>محلاّ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ترجمت له في كتابي شعراء الحلّة 3 / 64</w:t>
      </w:r>
      <w:r w:rsidR="004E7EC6">
        <w:rPr>
          <w:rtl/>
        </w:rPr>
        <w:t xml:space="preserve"> - </w:t>
      </w:r>
      <w:r w:rsidRPr="009647FC">
        <w:rPr>
          <w:rtl/>
        </w:rPr>
        <w:t>98</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3C12B7" w:rsidRPr="00524A24" w:rsidTr="003C12B7">
        <w:trPr>
          <w:trHeight w:val="350"/>
        </w:trPr>
        <w:tc>
          <w:tcPr>
            <w:tcW w:w="3902" w:type="dxa"/>
          </w:tcPr>
          <w:p w:rsidR="003C12B7" w:rsidRPr="00524A24" w:rsidRDefault="003C12B7" w:rsidP="003C12B7">
            <w:pPr>
              <w:pStyle w:val="libPoem"/>
            </w:pPr>
            <w:r w:rsidRPr="009647FC">
              <w:rPr>
                <w:rtl/>
              </w:rPr>
              <w:lastRenderedPageBreak/>
              <w:t>أودع</w:t>
            </w:r>
            <w:r w:rsidR="004C00A8">
              <w:rPr>
                <w:rtl/>
              </w:rPr>
              <w:t xml:space="preserve"> </w:t>
            </w:r>
            <w:r w:rsidRPr="009647FC">
              <w:rPr>
                <w:rtl/>
              </w:rPr>
              <w:t>الأرض</w:t>
            </w:r>
            <w:r>
              <w:rPr>
                <w:rtl/>
              </w:rPr>
              <w:t xml:space="preserve"> </w:t>
            </w:r>
            <w:r w:rsidRPr="009647FC">
              <w:rPr>
                <w:rtl/>
              </w:rPr>
              <w:t>شخصه</w:t>
            </w:r>
            <w:r>
              <w:rPr>
                <w:rtl/>
              </w:rPr>
              <w:t xml:space="preserve"> </w:t>
            </w:r>
            <w:r w:rsidRPr="009647FC">
              <w:rPr>
                <w:rtl/>
              </w:rPr>
              <w:t>ثمّ</w:t>
            </w:r>
            <w:r>
              <w:rPr>
                <w:rtl/>
              </w:rPr>
              <w:t xml:space="preserve"> </w:t>
            </w:r>
            <w:r w:rsidRPr="009647FC">
              <w:rPr>
                <w:rtl/>
              </w:rPr>
              <w:t>أدعو</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أين</w:t>
            </w:r>
            <w:r w:rsidR="004C00A8">
              <w:rPr>
                <w:rtl/>
              </w:rPr>
              <w:t xml:space="preserve"> </w:t>
            </w:r>
            <w:r w:rsidRPr="009647FC">
              <w:rPr>
                <w:rtl/>
              </w:rPr>
              <w:t>ركبُ</w:t>
            </w:r>
            <w:r>
              <w:rPr>
                <w:rtl/>
              </w:rPr>
              <w:t xml:space="preserve"> </w:t>
            </w:r>
            <w:r w:rsidRPr="009647FC">
              <w:rPr>
                <w:rtl/>
              </w:rPr>
              <w:t>المنون</w:t>
            </w:r>
            <w:r>
              <w:rPr>
                <w:rtl/>
              </w:rPr>
              <w:t xml:space="preserve"> </w:t>
            </w:r>
            <w:r w:rsidRPr="009647FC">
              <w:rPr>
                <w:rtl/>
              </w:rPr>
              <w:t>فيك</w:t>
            </w:r>
            <w:r>
              <w:rPr>
                <w:rtl/>
              </w:rPr>
              <w:t xml:space="preserve"> </w:t>
            </w:r>
            <w:r w:rsidRPr="009647FC">
              <w:rPr>
                <w:rtl/>
              </w:rPr>
              <w:t>استقلاّ؟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يا</w:t>
            </w:r>
            <w:r w:rsidR="004C00A8">
              <w:rPr>
                <w:rtl/>
              </w:rPr>
              <w:t xml:space="preserve"> </w:t>
            </w:r>
            <w:r w:rsidRPr="009647FC">
              <w:rPr>
                <w:rtl/>
              </w:rPr>
              <w:t>عذول</w:t>
            </w:r>
            <w:r>
              <w:rPr>
                <w:rtl/>
              </w:rPr>
              <w:t>َ</w:t>
            </w:r>
            <w:r w:rsidRPr="009647FC">
              <w:rPr>
                <w:rtl/>
              </w:rPr>
              <w:t>ي</w:t>
            </w:r>
            <w:r>
              <w:rPr>
                <w:rtl/>
              </w:rPr>
              <w:t xml:space="preserve"> </w:t>
            </w:r>
            <w:r w:rsidRPr="009647FC">
              <w:rPr>
                <w:rtl/>
              </w:rPr>
              <w:t>صبابتي</w:t>
            </w:r>
            <w:r>
              <w:rPr>
                <w:rtl/>
              </w:rPr>
              <w:t xml:space="preserve"> </w:t>
            </w:r>
            <w:r w:rsidRPr="009647FC">
              <w:rPr>
                <w:rtl/>
              </w:rPr>
              <w:t>علمّاني</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كيف</w:t>
            </w:r>
            <w:r>
              <w:rPr>
                <w:rtl/>
              </w:rPr>
              <w:t xml:space="preserve"> </w:t>
            </w:r>
            <w:r w:rsidRPr="009647FC">
              <w:rPr>
                <w:rtl/>
              </w:rPr>
              <w:t>تسلي</w:t>
            </w:r>
            <w:r>
              <w:rPr>
                <w:rtl/>
              </w:rPr>
              <w:t xml:space="preserve"> </w:t>
            </w:r>
            <w:r w:rsidRPr="009647FC">
              <w:rPr>
                <w:rtl/>
              </w:rPr>
              <w:t>الهموم</w:t>
            </w:r>
            <w:r>
              <w:rPr>
                <w:rtl/>
              </w:rPr>
              <w:t xml:space="preserve"> </w:t>
            </w:r>
            <w:r w:rsidRPr="009647FC">
              <w:rPr>
                <w:rtl/>
              </w:rPr>
              <w:t>لا</w:t>
            </w:r>
            <w:r>
              <w:rPr>
                <w:rtl/>
              </w:rPr>
              <w:t xml:space="preserve"> </w:t>
            </w:r>
            <w:r w:rsidRPr="009647FC">
              <w:rPr>
                <w:rtl/>
              </w:rPr>
              <w:t>كيف</w:t>
            </w:r>
            <w:r>
              <w:rPr>
                <w:rtl/>
              </w:rPr>
              <w:t xml:space="preserve"> </w:t>
            </w:r>
            <w:r w:rsidRPr="009647FC">
              <w:rPr>
                <w:rtl/>
              </w:rPr>
              <w:t>تسلى؟</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خلياني</w:t>
            </w:r>
            <w:r>
              <w:rPr>
                <w:rtl/>
              </w:rPr>
              <w:t xml:space="preserve"> </w:t>
            </w:r>
            <w:r w:rsidRPr="009647FC">
              <w:rPr>
                <w:rtl/>
              </w:rPr>
              <w:t>من</w:t>
            </w:r>
            <w:r>
              <w:rPr>
                <w:rtl/>
              </w:rPr>
              <w:t xml:space="preserve"> </w:t>
            </w:r>
            <w:r w:rsidRPr="009647FC">
              <w:rPr>
                <w:rtl/>
              </w:rPr>
              <w:t>مورد</w:t>
            </w:r>
            <w:r>
              <w:rPr>
                <w:rtl/>
              </w:rPr>
              <w:t xml:space="preserve"> </w:t>
            </w:r>
            <w:r w:rsidRPr="009647FC">
              <w:rPr>
                <w:rtl/>
              </w:rPr>
              <w:t>الصبر</w:t>
            </w:r>
            <w:r>
              <w:rPr>
                <w:rtl/>
              </w:rPr>
              <w:t xml:space="preserve"> </w:t>
            </w:r>
            <w:r w:rsidRPr="009647FC">
              <w:rPr>
                <w:rtl/>
              </w:rPr>
              <w:t>إنّي</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قد</w:t>
            </w:r>
            <w:r>
              <w:rPr>
                <w:rtl/>
              </w:rPr>
              <w:t xml:space="preserve"> </w:t>
            </w:r>
            <w:r w:rsidRPr="009647FC">
              <w:rPr>
                <w:rtl/>
              </w:rPr>
              <w:t>وردت</w:t>
            </w:r>
            <w:r>
              <w:rPr>
                <w:rtl/>
              </w:rPr>
              <w:t xml:space="preserve"> </w:t>
            </w:r>
            <w:r w:rsidRPr="009647FC">
              <w:rPr>
                <w:rtl/>
              </w:rPr>
              <w:t>الأشجان</w:t>
            </w:r>
            <w:r>
              <w:rPr>
                <w:rtl/>
              </w:rPr>
              <w:t xml:space="preserve"> </w:t>
            </w:r>
            <w:r w:rsidRPr="009647FC">
              <w:rPr>
                <w:rtl/>
              </w:rPr>
              <w:t>عُلاً</w:t>
            </w:r>
            <w:r>
              <w:rPr>
                <w:rtl/>
              </w:rPr>
              <w:t xml:space="preserve"> </w:t>
            </w:r>
            <w:r w:rsidRPr="009647FC">
              <w:rPr>
                <w:rtl/>
              </w:rPr>
              <w:t>ونهلا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كم</w:t>
            </w:r>
            <w:r w:rsidR="004C00A8">
              <w:rPr>
                <w:rtl/>
              </w:rPr>
              <w:t xml:space="preserve"> </w:t>
            </w:r>
            <w:r w:rsidRPr="009647FC">
              <w:rPr>
                <w:rtl/>
              </w:rPr>
              <w:t>أخٍ</w:t>
            </w:r>
            <w:r>
              <w:rPr>
                <w:rtl/>
              </w:rPr>
              <w:t xml:space="preserve"> </w:t>
            </w:r>
            <w:r w:rsidRPr="009647FC">
              <w:rPr>
                <w:rtl/>
              </w:rPr>
              <w:t>شدّ</w:t>
            </w:r>
            <w:r>
              <w:rPr>
                <w:rtl/>
              </w:rPr>
              <w:t xml:space="preserve">َ </w:t>
            </w:r>
            <w:r w:rsidRPr="009647FC">
              <w:rPr>
                <w:rtl/>
              </w:rPr>
              <w:t>ساعدي</w:t>
            </w:r>
            <w:r>
              <w:rPr>
                <w:rtl/>
              </w:rPr>
              <w:t xml:space="preserve"> </w:t>
            </w:r>
            <w:r w:rsidRPr="009647FC">
              <w:rPr>
                <w:rtl/>
              </w:rPr>
              <w:t>بأخيه</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بعده</w:t>
            </w:r>
            <w:r w:rsidR="004C00A8">
              <w:rPr>
                <w:rtl/>
              </w:rPr>
              <w:t xml:space="preserve"> </w:t>
            </w:r>
            <w:r w:rsidRPr="009647FC">
              <w:rPr>
                <w:rtl/>
              </w:rPr>
              <w:t>قد</w:t>
            </w:r>
            <w:r>
              <w:rPr>
                <w:rtl/>
              </w:rPr>
              <w:t xml:space="preserve"> </w:t>
            </w:r>
            <w:r w:rsidRPr="009647FC">
              <w:rPr>
                <w:rtl/>
              </w:rPr>
              <w:t>صحبتُ</w:t>
            </w:r>
            <w:r>
              <w:rPr>
                <w:rtl/>
              </w:rPr>
              <w:t xml:space="preserve"> </w:t>
            </w:r>
            <w:r w:rsidRPr="009647FC">
              <w:rPr>
                <w:rtl/>
              </w:rPr>
              <w:t>باعاً</w:t>
            </w:r>
            <w:r>
              <w:rPr>
                <w:rtl/>
              </w:rPr>
              <w:t xml:space="preserve"> </w:t>
            </w:r>
            <w:r w:rsidRPr="009647FC">
              <w:rPr>
                <w:rtl/>
              </w:rPr>
              <w:t>أشلاّ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وقريبٍ</w:t>
            </w:r>
            <w:r w:rsidR="004C00A8">
              <w:rPr>
                <w:rtl/>
              </w:rPr>
              <w:t xml:space="preserve"> </w:t>
            </w:r>
            <w:r w:rsidRPr="009647FC">
              <w:rPr>
                <w:rtl/>
              </w:rPr>
              <w:t>إليّ</w:t>
            </w:r>
            <w:r>
              <w:rPr>
                <w:rtl/>
              </w:rPr>
              <w:t xml:space="preserve">َ </w:t>
            </w:r>
            <w:r w:rsidRPr="009647FC">
              <w:rPr>
                <w:rtl/>
              </w:rPr>
              <w:t>أبعده</w:t>
            </w:r>
            <w:r>
              <w:rPr>
                <w:rtl/>
              </w:rPr>
              <w:t xml:space="preserve"> </w:t>
            </w:r>
            <w:r w:rsidRPr="009647FC">
              <w:rPr>
                <w:rtl/>
              </w:rPr>
              <w:t>الموتُ</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وكم</w:t>
            </w:r>
            <w:r w:rsidR="004C00A8">
              <w:rPr>
                <w:rtl/>
              </w:rPr>
              <w:t xml:space="preserve"> </w:t>
            </w:r>
            <w:r w:rsidRPr="009647FC">
              <w:rPr>
                <w:rtl/>
              </w:rPr>
              <w:t>أبعدت</w:t>
            </w:r>
            <w:r>
              <w:rPr>
                <w:rtl/>
              </w:rPr>
              <w:t xml:space="preserve"> </w:t>
            </w:r>
            <w:r w:rsidRPr="009647FC">
              <w:rPr>
                <w:rtl/>
              </w:rPr>
              <w:t>يدُ</w:t>
            </w:r>
            <w:r>
              <w:rPr>
                <w:rtl/>
              </w:rPr>
              <w:t xml:space="preserve"> </w:t>
            </w:r>
            <w:r w:rsidRPr="009647FC">
              <w:rPr>
                <w:rtl/>
              </w:rPr>
              <w:t>الموت</w:t>
            </w:r>
            <w:r>
              <w:rPr>
                <w:rtl/>
              </w:rPr>
              <w:t xml:space="preserve"> </w:t>
            </w:r>
            <w:r w:rsidRPr="009647FC">
              <w:rPr>
                <w:rtl/>
              </w:rPr>
              <w:t>خلاّ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وعزيزٍ</w:t>
            </w:r>
            <w:r>
              <w:rPr>
                <w:rtl/>
              </w:rPr>
              <w:t xml:space="preserve"> </w:t>
            </w:r>
            <w:r w:rsidRPr="009647FC">
              <w:rPr>
                <w:rtl/>
              </w:rPr>
              <w:t>عليّ</w:t>
            </w:r>
            <w:r>
              <w:rPr>
                <w:rtl/>
              </w:rPr>
              <w:t xml:space="preserve">َ </w:t>
            </w:r>
            <w:r w:rsidRPr="009647FC">
              <w:rPr>
                <w:rtl/>
              </w:rPr>
              <w:t>أرخص</w:t>
            </w:r>
            <w:r>
              <w:rPr>
                <w:rtl/>
              </w:rPr>
              <w:t xml:space="preserve">َ </w:t>
            </w:r>
            <w:r w:rsidRPr="009647FC">
              <w:rPr>
                <w:rtl/>
              </w:rPr>
              <w:t>دمعي</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وهو</w:t>
            </w:r>
            <w:r w:rsidR="004C00A8">
              <w:rPr>
                <w:rtl/>
              </w:rPr>
              <w:t xml:space="preserve"> </w:t>
            </w:r>
            <w:r w:rsidRPr="009647FC">
              <w:rPr>
                <w:rtl/>
              </w:rPr>
              <w:t>عندي</w:t>
            </w:r>
            <w:r>
              <w:rPr>
                <w:rtl/>
              </w:rPr>
              <w:t xml:space="preserve"> </w:t>
            </w:r>
            <w:r w:rsidRPr="009647FC">
              <w:rPr>
                <w:rtl/>
              </w:rPr>
              <w:t>من</w:t>
            </w:r>
            <w:r>
              <w:rPr>
                <w:rtl/>
              </w:rPr>
              <w:t xml:space="preserve"> </w:t>
            </w:r>
            <w:r w:rsidRPr="009647FC">
              <w:rPr>
                <w:rtl/>
              </w:rPr>
              <w:t>نور</w:t>
            </w:r>
            <w:r>
              <w:rPr>
                <w:rtl/>
              </w:rPr>
              <w:t xml:space="preserve"> </w:t>
            </w:r>
            <w:r w:rsidRPr="009647FC">
              <w:rPr>
                <w:rtl/>
              </w:rPr>
              <w:t>عينيّ</w:t>
            </w:r>
            <w:r>
              <w:rPr>
                <w:rtl/>
              </w:rPr>
              <w:t xml:space="preserve"> </w:t>
            </w:r>
            <w:r w:rsidRPr="009647FC">
              <w:rPr>
                <w:rtl/>
              </w:rPr>
              <w:t>أغلى</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إخوتي</w:t>
            </w:r>
            <w:r>
              <w:rPr>
                <w:rtl/>
              </w:rPr>
              <w:t xml:space="preserve"> </w:t>
            </w:r>
            <w:r w:rsidRPr="009647FC">
              <w:rPr>
                <w:rtl/>
              </w:rPr>
              <w:t>إخوةُ</w:t>
            </w:r>
            <w:r>
              <w:rPr>
                <w:rtl/>
              </w:rPr>
              <w:t xml:space="preserve"> </w:t>
            </w:r>
            <w:r w:rsidRPr="009647FC">
              <w:rPr>
                <w:rtl/>
              </w:rPr>
              <w:t>الصفاء</w:t>
            </w:r>
            <w:r>
              <w:rPr>
                <w:rtl/>
              </w:rPr>
              <w:t xml:space="preserve"> </w:t>
            </w:r>
            <w:r w:rsidRPr="009647FC">
              <w:rPr>
                <w:rtl/>
              </w:rPr>
              <w:t>درجتم</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فبم</w:t>
            </w:r>
            <w:r>
              <w:rPr>
                <w:rtl/>
              </w:rPr>
              <w:t>َ</w:t>
            </w:r>
            <w:r w:rsidRPr="009647FC">
              <w:rPr>
                <w:rtl/>
              </w:rPr>
              <w:t>نْ</w:t>
            </w:r>
            <w:r w:rsidR="004C00A8">
              <w:rPr>
                <w:rtl/>
              </w:rPr>
              <w:t xml:space="preserve"> </w:t>
            </w:r>
            <w:r w:rsidRPr="009647FC">
              <w:rPr>
                <w:rtl/>
              </w:rPr>
              <w:t>لا</w:t>
            </w:r>
            <w:r>
              <w:rPr>
                <w:rtl/>
              </w:rPr>
              <w:t xml:space="preserve"> </w:t>
            </w:r>
            <w:r w:rsidRPr="009647FC">
              <w:rPr>
                <w:rtl/>
              </w:rPr>
              <w:t>بم</w:t>
            </w:r>
            <w:r>
              <w:rPr>
                <w:rtl/>
              </w:rPr>
              <w:t>َ</w:t>
            </w:r>
            <w:r w:rsidRPr="009647FC">
              <w:rPr>
                <w:rtl/>
              </w:rPr>
              <w:t>نْ</w:t>
            </w:r>
            <w:r>
              <w:rPr>
                <w:rtl/>
              </w:rPr>
              <w:t xml:space="preserve"> </w:t>
            </w:r>
            <w:r w:rsidRPr="009647FC">
              <w:rPr>
                <w:rtl/>
              </w:rPr>
              <w:t>همومي</w:t>
            </w:r>
            <w:r>
              <w:rPr>
                <w:rtl/>
              </w:rPr>
              <w:t xml:space="preserve"> </w:t>
            </w:r>
            <w:r w:rsidRPr="009647FC">
              <w:rPr>
                <w:rtl/>
              </w:rPr>
              <w:t>تُجلى</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مضّ</w:t>
            </w:r>
            <w:r w:rsidRPr="00B371C6">
              <w:rPr>
                <w:rtl/>
              </w:rPr>
              <w:t>َ</w:t>
            </w:r>
            <w:r w:rsidRPr="009647FC">
              <w:rPr>
                <w:rtl/>
              </w:rPr>
              <w:t>ني</w:t>
            </w:r>
            <w:r>
              <w:rPr>
                <w:rtl/>
              </w:rPr>
              <w:t xml:space="preserve"> </w:t>
            </w:r>
            <w:r w:rsidRPr="009647FC">
              <w:rPr>
                <w:rtl/>
              </w:rPr>
              <w:t>فقدُكم</w:t>
            </w:r>
            <w:r>
              <w:rPr>
                <w:rtl/>
              </w:rPr>
              <w:t xml:space="preserve"> </w:t>
            </w:r>
            <w:r w:rsidRPr="009647FC">
              <w:rPr>
                <w:rtl/>
              </w:rPr>
              <w:t>ولا</w:t>
            </w:r>
            <w:r>
              <w:rPr>
                <w:rtl/>
              </w:rPr>
              <w:t xml:space="preserve"> </w:t>
            </w:r>
            <w:r w:rsidRPr="009647FC">
              <w:rPr>
                <w:rtl/>
              </w:rPr>
              <w:t>كفقيدٍ</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كبر</w:t>
            </w:r>
            <w:r w:rsidR="004C00A8">
              <w:rPr>
                <w:rtl/>
              </w:rPr>
              <w:t xml:space="preserve"> </w:t>
            </w:r>
            <w:r w:rsidRPr="009647FC">
              <w:rPr>
                <w:rtl/>
              </w:rPr>
              <w:t>الخطبُ</w:t>
            </w:r>
            <w:r>
              <w:rPr>
                <w:rtl/>
              </w:rPr>
              <w:t xml:space="preserve"> </w:t>
            </w:r>
            <w:r w:rsidRPr="009647FC">
              <w:rPr>
                <w:rtl/>
              </w:rPr>
              <w:t>فيه</w:t>
            </w:r>
            <w:r>
              <w:rPr>
                <w:rtl/>
              </w:rPr>
              <w:t xml:space="preserve"> </w:t>
            </w:r>
            <w:r w:rsidRPr="009647FC">
              <w:rPr>
                <w:rtl/>
              </w:rPr>
              <w:t>عندي</w:t>
            </w:r>
            <w:r>
              <w:rPr>
                <w:rtl/>
              </w:rPr>
              <w:t xml:space="preserve"> </w:t>
            </w:r>
            <w:r w:rsidRPr="009647FC">
              <w:rPr>
                <w:rtl/>
              </w:rPr>
              <w:t>وجلاّ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إن</w:t>
            </w:r>
            <w:r w:rsidR="004C00A8">
              <w:rPr>
                <w:rtl/>
              </w:rPr>
              <w:t xml:space="preserve"> </w:t>
            </w:r>
            <w:r w:rsidRPr="009647FC">
              <w:rPr>
                <w:rtl/>
              </w:rPr>
              <w:t>تكن</w:t>
            </w:r>
            <w:r>
              <w:rPr>
                <w:rtl/>
              </w:rPr>
              <w:t xml:space="preserve"> </w:t>
            </w:r>
            <w:r w:rsidRPr="009647FC">
              <w:rPr>
                <w:rtl/>
              </w:rPr>
              <w:t>بعّ</w:t>
            </w:r>
            <w:r>
              <w:rPr>
                <w:rtl/>
              </w:rPr>
              <w:t>َ</w:t>
            </w:r>
            <w:r w:rsidRPr="009647FC">
              <w:rPr>
                <w:rtl/>
              </w:rPr>
              <w:t>ضت</w:t>
            </w:r>
            <w:r>
              <w:rPr>
                <w:rtl/>
              </w:rPr>
              <w:t xml:space="preserve"> </w:t>
            </w:r>
            <w:r w:rsidRPr="009647FC">
              <w:rPr>
                <w:rtl/>
              </w:rPr>
              <w:t>نواكم</w:t>
            </w:r>
            <w:r>
              <w:rPr>
                <w:rtl/>
              </w:rPr>
              <w:t xml:space="preserve"> </w:t>
            </w:r>
            <w:r w:rsidRPr="009647FC">
              <w:rPr>
                <w:rtl/>
              </w:rPr>
              <w:t>فؤادي</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فنواه</w:t>
            </w:r>
            <w:r>
              <w:rPr>
                <w:rtl/>
              </w:rPr>
              <w:t xml:space="preserve"> </w:t>
            </w:r>
            <w:r w:rsidRPr="009647FC">
              <w:rPr>
                <w:rtl/>
              </w:rPr>
              <w:t>مضتْ</w:t>
            </w:r>
            <w:r>
              <w:rPr>
                <w:rtl/>
              </w:rPr>
              <w:t xml:space="preserve"> </w:t>
            </w:r>
            <w:r w:rsidRPr="009647FC">
              <w:rPr>
                <w:rtl/>
              </w:rPr>
              <w:t>به</w:t>
            </w:r>
            <w:r>
              <w:rPr>
                <w:rtl/>
              </w:rPr>
              <w:t xml:space="preserve"> </w:t>
            </w:r>
            <w:r w:rsidRPr="009647FC">
              <w:rPr>
                <w:rtl/>
              </w:rPr>
              <w:t>اليوم</w:t>
            </w:r>
            <w:r>
              <w:rPr>
                <w:rtl/>
              </w:rPr>
              <w:t xml:space="preserve"> </w:t>
            </w:r>
            <w:r w:rsidRPr="009647FC">
              <w:rPr>
                <w:rtl/>
              </w:rPr>
              <w:t>كلاّ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يا</w:t>
            </w:r>
            <w:r>
              <w:rPr>
                <w:rtl/>
              </w:rPr>
              <w:t xml:space="preserve"> </w:t>
            </w:r>
            <w:r w:rsidRPr="009647FC">
              <w:rPr>
                <w:rtl/>
              </w:rPr>
              <w:t>دفيناً</w:t>
            </w:r>
            <w:r>
              <w:rPr>
                <w:rtl/>
              </w:rPr>
              <w:t xml:space="preserve"> </w:t>
            </w:r>
            <w:r w:rsidRPr="009647FC">
              <w:rPr>
                <w:rtl/>
              </w:rPr>
              <w:t>بتربةٍ</w:t>
            </w:r>
            <w:r>
              <w:rPr>
                <w:rtl/>
              </w:rPr>
              <w:t xml:space="preserve"> </w:t>
            </w:r>
            <w:r w:rsidRPr="009647FC">
              <w:rPr>
                <w:rtl/>
              </w:rPr>
              <w:t>تخذتها</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أعينُ</w:t>
            </w:r>
            <w:r w:rsidR="004C00A8">
              <w:rPr>
                <w:rtl/>
              </w:rPr>
              <w:t xml:space="preserve"> </w:t>
            </w:r>
            <w:r w:rsidRPr="009647FC">
              <w:rPr>
                <w:rtl/>
              </w:rPr>
              <w:t>الحور</w:t>
            </w:r>
            <w:r>
              <w:rPr>
                <w:rtl/>
              </w:rPr>
              <w:t xml:space="preserve"> </w:t>
            </w:r>
            <w:r w:rsidRPr="009647FC">
              <w:rPr>
                <w:rtl/>
              </w:rPr>
              <w:t>موضع</w:t>
            </w:r>
            <w:r>
              <w:rPr>
                <w:rtl/>
              </w:rPr>
              <w:t xml:space="preserve"> </w:t>
            </w:r>
            <w:r w:rsidRPr="009647FC">
              <w:rPr>
                <w:rtl/>
              </w:rPr>
              <w:t>الكحل</w:t>
            </w:r>
            <w:r>
              <w:rPr>
                <w:rtl/>
              </w:rPr>
              <w:t xml:space="preserve"> </w:t>
            </w:r>
            <w:r w:rsidRPr="009647FC">
              <w:rPr>
                <w:rtl/>
              </w:rPr>
              <w:t>كحلا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ثكلُ</w:t>
            </w:r>
            <w:r>
              <w:rPr>
                <w:rtl/>
              </w:rPr>
              <w:t xml:space="preserve"> </w:t>
            </w:r>
            <w:r w:rsidRPr="009647FC">
              <w:rPr>
                <w:rtl/>
              </w:rPr>
              <w:t>أمّ</w:t>
            </w:r>
            <w:r>
              <w:rPr>
                <w:rtl/>
              </w:rPr>
              <w:t xml:space="preserve"> </w:t>
            </w:r>
            <w:r w:rsidRPr="009647FC">
              <w:rPr>
                <w:rtl/>
              </w:rPr>
              <w:t>القريض</w:t>
            </w:r>
            <w:r>
              <w:rPr>
                <w:rtl/>
              </w:rPr>
              <w:t xml:space="preserve"> </w:t>
            </w:r>
            <w:r w:rsidRPr="009647FC">
              <w:rPr>
                <w:rtl/>
              </w:rPr>
              <w:t>فيك</w:t>
            </w:r>
            <w:r>
              <w:rPr>
                <w:rtl/>
              </w:rPr>
              <w:t xml:space="preserve"> </w:t>
            </w:r>
            <w:r w:rsidRPr="009647FC">
              <w:rPr>
                <w:rtl/>
              </w:rPr>
              <w:t>عظيمٌ</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ولأمّ</w:t>
            </w:r>
            <w:r w:rsidR="004C00A8">
              <w:rPr>
                <w:rtl/>
              </w:rPr>
              <w:t xml:space="preserve"> </w:t>
            </w:r>
            <w:r w:rsidRPr="009647FC">
              <w:rPr>
                <w:rtl/>
              </w:rPr>
              <w:t>الصلاح</w:t>
            </w:r>
            <w:r>
              <w:rPr>
                <w:rtl/>
              </w:rPr>
              <w:t xml:space="preserve"> </w:t>
            </w:r>
            <w:r w:rsidRPr="009647FC">
              <w:rPr>
                <w:rtl/>
              </w:rPr>
              <w:t>أعظم</w:t>
            </w:r>
            <w:r>
              <w:rPr>
                <w:rtl/>
              </w:rPr>
              <w:t xml:space="preserve"> </w:t>
            </w:r>
            <w:r w:rsidRPr="009647FC">
              <w:rPr>
                <w:rtl/>
              </w:rPr>
              <w:t>ثكلا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ما</w:t>
            </w:r>
            <w:r w:rsidR="004C00A8">
              <w:rPr>
                <w:rtl/>
              </w:rPr>
              <w:t xml:space="preserve"> </w:t>
            </w:r>
            <w:r w:rsidRPr="009647FC">
              <w:rPr>
                <w:rtl/>
              </w:rPr>
              <w:t>عركن</w:t>
            </w:r>
            <w:r>
              <w:rPr>
                <w:rtl/>
              </w:rPr>
              <w:t xml:space="preserve"> </w:t>
            </w:r>
            <w:r w:rsidRPr="009647FC">
              <w:rPr>
                <w:rtl/>
              </w:rPr>
              <w:t>الخطوب</w:t>
            </w:r>
            <w:r>
              <w:rPr>
                <w:rtl/>
              </w:rPr>
              <w:t xml:space="preserve"> </w:t>
            </w:r>
            <w:r w:rsidRPr="009647FC">
              <w:rPr>
                <w:rtl/>
              </w:rPr>
              <w:t>صبر</w:t>
            </w:r>
            <w:r>
              <w:rPr>
                <w:rtl/>
              </w:rPr>
              <w:t>َ</w:t>
            </w:r>
            <w:r w:rsidRPr="009647FC">
              <w:rPr>
                <w:rtl/>
              </w:rPr>
              <w:t>ك</w:t>
            </w:r>
            <w:r>
              <w:rPr>
                <w:rtl/>
              </w:rPr>
              <w:t xml:space="preserve"> </w:t>
            </w:r>
            <w:r w:rsidRPr="009647FC">
              <w:rPr>
                <w:rtl/>
              </w:rPr>
              <w:t>إلاّ</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حسبت</w:t>
            </w:r>
            <w:r>
              <w:rPr>
                <w:rtl/>
              </w:rPr>
              <w:t xml:space="preserve"> </w:t>
            </w:r>
            <w:r w:rsidRPr="009647FC">
              <w:rPr>
                <w:rtl/>
              </w:rPr>
              <w:t>أن</w:t>
            </w:r>
            <w:r w:rsidRPr="00B371C6">
              <w:rPr>
                <w:rtl/>
              </w:rPr>
              <w:t>ّ</w:t>
            </w:r>
            <w:r w:rsidRPr="009647FC">
              <w:rPr>
                <w:rtl/>
              </w:rPr>
              <w:t>ها</w:t>
            </w:r>
            <w:r>
              <w:rPr>
                <w:rtl/>
              </w:rPr>
              <w:t xml:space="preserve"> </w:t>
            </w:r>
            <w:r w:rsidRPr="009647FC">
              <w:rPr>
                <w:rtl/>
              </w:rPr>
              <w:t>جلت</w:t>
            </w:r>
            <w:r>
              <w:rPr>
                <w:rtl/>
              </w:rPr>
              <w:t xml:space="preserve"> </w:t>
            </w:r>
            <w:r w:rsidRPr="009647FC">
              <w:rPr>
                <w:rtl/>
              </w:rPr>
              <w:t>لك</w:t>
            </w:r>
            <w:r>
              <w:rPr>
                <w:rtl/>
              </w:rPr>
              <w:t xml:space="preserve"> </w:t>
            </w:r>
            <w:r w:rsidRPr="009647FC">
              <w:rPr>
                <w:rtl/>
              </w:rPr>
              <w:t>نصلا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قد</w:t>
            </w:r>
            <w:r>
              <w:rPr>
                <w:rtl/>
              </w:rPr>
              <w:t xml:space="preserve"> </w:t>
            </w:r>
            <w:r w:rsidRPr="009647FC">
              <w:rPr>
                <w:rtl/>
              </w:rPr>
              <w:t>لعمري</w:t>
            </w:r>
            <w:r>
              <w:rPr>
                <w:rtl/>
              </w:rPr>
              <w:t xml:space="preserve"> </w:t>
            </w:r>
            <w:r w:rsidRPr="009647FC">
              <w:rPr>
                <w:rtl/>
              </w:rPr>
              <w:t>أفنيت</w:t>
            </w:r>
            <w:r>
              <w:rPr>
                <w:rtl/>
              </w:rPr>
              <w:t xml:space="preserve"> </w:t>
            </w:r>
            <w:r w:rsidRPr="009647FC">
              <w:rPr>
                <w:rtl/>
              </w:rPr>
              <w:t>عمرك</w:t>
            </w:r>
            <w:r>
              <w:rPr>
                <w:rtl/>
              </w:rPr>
              <w:t xml:space="preserve"> </w:t>
            </w:r>
            <w:r w:rsidRPr="009647FC">
              <w:rPr>
                <w:rtl/>
              </w:rPr>
              <w:t>نسكا</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وشحنت</w:t>
            </w:r>
            <w:r w:rsidR="004C00A8">
              <w:rPr>
                <w:rtl/>
              </w:rPr>
              <w:t xml:space="preserve"> </w:t>
            </w:r>
            <w:r w:rsidRPr="009647FC">
              <w:rPr>
                <w:rtl/>
              </w:rPr>
              <w:t>الزمان</w:t>
            </w:r>
            <w:r>
              <w:rPr>
                <w:rtl/>
              </w:rPr>
              <w:t xml:space="preserve">َ </w:t>
            </w:r>
            <w:r w:rsidRPr="009647FC">
              <w:rPr>
                <w:rtl/>
              </w:rPr>
              <w:t>فرضاً</w:t>
            </w:r>
            <w:r>
              <w:rPr>
                <w:rtl/>
              </w:rPr>
              <w:t xml:space="preserve"> </w:t>
            </w:r>
            <w:r w:rsidRPr="009647FC">
              <w:rPr>
                <w:rtl/>
              </w:rPr>
              <w:t>ونفلا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وطويت</w:t>
            </w:r>
            <w:r>
              <w:rPr>
                <w:rtl/>
              </w:rPr>
              <w:t xml:space="preserve"> </w:t>
            </w:r>
            <w:r w:rsidRPr="009647FC">
              <w:rPr>
                <w:rtl/>
              </w:rPr>
              <w:t>الأيام</w:t>
            </w:r>
            <w:r>
              <w:rPr>
                <w:rtl/>
              </w:rPr>
              <w:t xml:space="preserve"> </w:t>
            </w:r>
            <w:r w:rsidRPr="009647FC">
              <w:rPr>
                <w:rtl/>
              </w:rPr>
              <w:t>صبراً</w:t>
            </w:r>
            <w:r>
              <w:rPr>
                <w:rtl/>
              </w:rPr>
              <w:t xml:space="preserve"> </w:t>
            </w:r>
            <w:r w:rsidRPr="009647FC">
              <w:rPr>
                <w:rtl/>
              </w:rPr>
              <w:t>عليها</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فتساوت</w:t>
            </w:r>
            <w:r>
              <w:rPr>
                <w:rtl/>
              </w:rPr>
              <w:t xml:space="preserve"> </w:t>
            </w:r>
            <w:r w:rsidRPr="009647FC">
              <w:rPr>
                <w:rtl/>
              </w:rPr>
              <w:t>عليك</w:t>
            </w:r>
            <w:r>
              <w:rPr>
                <w:rtl/>
              </w:rPr>
              <w:t xml:space="preserve"> </w:t>
            </w:r>
            <w:r w:rsidRPr="009647FC">
              <w:rPr>
                <w:rtl/>
              </w:rPr>
              <w:t>حزناً</w:t>
            </w:r>
            <w:r>
              <w:rPr>
                <w:rtl/>
              </w:rPr>
              <w:t xml:space="preserve"> </w:t>
            </w:r>
            <w:r w:rsidRPr="009647FC">
              <w:rPr>
                <w:rtl/>
              </w:rPr>
              <w:t>وسهلا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طالما</w:t>
            </w:r>
            <w:r w:rsidR="004C00A8">
              <w:rPr>
                <w:rtl/>
              </w:rPr>
              <w:t xml:space="preserve"> </w:t>
            </w:r>
            <w:r w:rsidRPr="009647FC">
              <w:rPr>
                <w:rtl/>
              </w:rPr>
              <w:t>وجهك</w:t>
            </w:r>
            <w:r>
              <w:rPr>
                <w:rtl/>
              </w:rPr>
              <w:t xml:space="preserve"> </w:t>
            </w:r>
            <w:r w:rsidRPr="009647FC">
              <w:rPr>
                <w:rtl/>
              </w:rPr>
              <w:t>الكريمُ</w:t>
            </w:r>
            <w:r>
              <w:rPr>
                <w:rtl/>
              </w:rPr>
              <w:t xml:space="preserve"> </w:t>
            </w:r>
            <w:r w:rsidRPr="009647FC">
              <w:rPr>
                <w:rtl/>
              </w:rPr>
              <w:t>على</w:t>
            </w:r>
            <w:r>
              <w:rPr>
                <w:rtl/>
              </w:rPr>
              <w:t xml:space="preserve"> </w:t>
            </w:r>
            <w:r w:rsidRPr="009647FC">
              <w:rPr>
                <w:rtl/>
              </w:rPr>
              <w:t>الله</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به</w:t>
            </w:r>
            <w:r w:rsidR="004C00A8">
              <w:rPr>
                <w:rtl/>
              </w:rPr>
              <w:t xml:space="preserve"> </w:t>
            </w:r>
            <w:r w:rsidRPr="009647FC">
              <w:rPr>
                <w:rtl/>
              </w:rPr>
              <w:t>قوبل</w:t>
            </w:r>
            <w:r>
              <w:rPr>
                <w:rtl/>
              </w:rPr>
              <w:t xml:space="preserve"> </w:t>
            </w:r>
            <w:r w:rsidRPr="009647FC">
              <w:rPr>
                <w:rtl/>
              </w:rPr>
              <w:t>الحيا</w:t>
            </w:r>
            <w:r>
              <w:rPr>
                <w:rtl/>
              </w:rPr>
              <w:t xml:space="preserve"> </w:t>
            </w:r>
            <w:r w:rsidRPr="009647FC">
              <w:rPr>
                <w:rtl/>
              </w:rPr>
              <w:t>فاستهلاّ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إن</w:t>
            </w:r>
            <w:r w:rsidR="004C00A8">
              <w:rPr>
                <w:rtl/>
              </w:rPr>
              <w:t xml:space="preserve"> </w:t>
            </w:r>
            <w:r w:rsidRPr="009647FC">
              <w:rPr>
                <w:rtl/>
              </w:rPr>
              <w:t>تعشْ</w:t>
            </w:r>
            <w:r>
              <w:rPr>
                <w:rtl/>
              </w:rPr>
              <w:t xml:space="preserve"> </w:t>
            </w:r>
            <w:r w:rsidRPr="009647FC">
              <w:rPr>
                <w:rtl/>
              </w:rPr>
              <w:t>عاطلاً</w:t>
            </w:r>
            <w:r>
              <w:rPr>
                <w:rtl/>
              </w:rPr>
              <w:t xml:space="preserve"> </w:t>
            </w:r>
            <w:r w:rsidRPr="009647FC">
              <w:rPr>
                <w:rtl/>
              </w:rPr>
              <w:t>فكم</w:t>
            </w:r>
            <w:r>
              <w:rPr>
                <w:rtl/>
              </w:rPr>
              <w:t xml:space="preserve"> </w:t>
            </w:r>
            <w:r w:rsidRPr="009647FC">
              <w:rPr>
                <w:rtl/>
              </w:rPr>
              <w:t>لك</w:t>
            </w:r>
            <w:r>
              <w:rPr>
                <w:rtl/>
              </w:rPr>
              <w:t xml:space="preserve"> </w:t>
            </w:r>
            <w:r w:rsidRPr="009647FC">
              <w:rPr>
                <w:rtl/>
              </w:rPr>
              <w:t>نظمٌ</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بات</w:t>
            </w:r>
            <w:r w:rsidR="004C00A8">
              <w:rPr>
                <w:rtl/>
              </w:rPr>
              <w:t xml:space="preserve"> </w:t>
            </w:r>
            <w:r w:rsidRPr="009647FC">
              <w:rPr>
                <w:rtl/>
              </w:rPr>
              <w:t>جيدُ</w:t>
            </w:r>
            <w:r>
              <w:rPr>
                <w:rtl/>
              </w:rPr>
              <w:t xml:space="preserve"> </w:t>
            </w:r>
            <w:r w:rsidRPr="009647FC">
              <w:rPr>
                <w:rtl/>
              </w:rPr>
              <w:t>الزمان</w:t>
            </w:r>
            <w:r>
              <w:rPr>
                <w:rtl/>
              </w:rPr>
              <w:t xml:space="preserve"> </w:t>
            </w:r>
            <w:r w:rsidRPr="009647FC">
              <w:rPr>
                <w:rtl/>
              </w:rPr>
              <w:t>فيه</w:t>
            </w:r>
            <w:r>
              <w:rPr>
                <w:rtl/>
              </w:rPr>
              <w:t xml:space="preserve"> </w:t>
            </w:r>
            <w:r w:rsidRPr="009647FC">
              <w:rPr>
                <w:rtl/>
              </w:rPr>
              <w:t>محلّى</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ولك</w:t>
            </w:r>
            <w:r>
              <w:rPr>
                <w:rtl/>
              </w:rPr>
              <w:t xml:space="preserve"> </w:t>
            </w:r>
            <w:r w:rsidRPr="009647FC">
              <w:rPr>
                <w:rtl/>
              </w:rPr>
              <w:t>السائراتُ</w:t>
            </w:r>
            <w:r>
              <w:rPr>
                <w:rtl/>
              </w:rPr>
              <w:t xml:space="preserve"> </w:t>
            </w:r>
            <w:r w:rsidRPr="009647FC">
              <w:rPr>
                <w:rtl/>
              </w:rPr>
              <w:t>شرقاً</w:t>
            </w:r>
            <w:r>
              <w:rPr>
                <w:rtl/>
              </w:rPr>
              <w:t xml:space="preserve"> </w:t>
            </w:r>
            <w:r w:rsidRPr="009647FC">
              <w:rPr>
                <w:rtl/>
              </w:rPr>
              <w:t>وغربا</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جئن</w:t>
            </w:r>
            <w:r>
              <w:rPr>
                <w:rtl/>
              </w:rPr>
              <w:t xml:space="preserve"> </w:t>
            </w:r>
            <w:r w:rsidRPr="009647FC">
              <w:rPr>
                <w:rtl/>
              </w:rPr>
              <w:t>بعداً</w:t>
            </w:r>
            <w:r>
              <w:rPr>
                <w:rtl/>
              </w:rPr>
              <w:t xml:space="preserve"> </w:t>
            </w:r>
            <w:r w:rsidRPr="009647FC">
              <w:rPr>
                <w:rtl/>
              </w:rPr>
              <w:t>ففتن</w:t>
            </w:r>
            <w:r>
              <w:rPr>
                <w:rtl/>
              </w:rPr>
              <w:t xml:space="preserve"> </w:t>
            </w:r>
            <w:r w:rsidRPr="009647FC">
              <w:rPr>
                <w:rtl/>
              </w:rPr>
              <w:t>ما</w:t>
            </w:r>
            <w:r>
              <w:rPr>
                <w:rtl/>
              </w:rPr>
              <w:t xml:space="preserve"> </w:t>
            </w:r>
            <w:r w:rsidRPr="009647FC">
              <w:rPr>
                <w:rtl/>
              </w:rPr>
              <w:t>جاء</w:t>
            </w:r>
            <w:r>
              <w:rPr>
                <w:rtl/>
              </w:rPr>
              <w:t xml:space="preserve"> </w:t>
            </w:r>
            <w:r w:rsidRPr="009647FC">
              <w:rPr>
                <w:rtl/>
              </w:rPr>
              <w:t>قبلا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كم</w:t>
            </w:r>
            <w:r>
              <w:rPr>
                <w:rtl/>
              </w:rPr>
              <w:t xml:space="preserve"> </w:t>
            </w:r>
            <w:r w:rsidRPr="009647FC">
              <w:rPr>
                <w:rtl/>
              </w:rPr>
              <w:t>قرعن</w:t>
            </w:r>
            <w:r>
              <w:rPr>
                <w:rtl/>
              </w:rPr>
              <w:t xml:space="preserve"> </w:t>
            </w:r>
            <w:r w:rsidRPr="009647FC">
              <w:rPr>
                <w:rtl/>
              </w:rPr>
              <w:t>الأسماع</w:t>
            </w:r>
            <w:r>
              <w:rPr>
                <w:rtl/>
              </w:rPr>
              <w:t xml:space="preserve">َ </w:t>
            </w:r>
            <w:r w:rsidRPr="009647FC">
              <w:rPr>
                <w:rtl/>
              </w:rPr>
              <w:t>بيتاً</w:t>
            </w:r>
            <w:r>
              <w:rPr>
                <w:rtl/>
              </w:rPr>
              <w:t xml:space="preserve"> </w:t>
            </w:r>
            <w:r w:rsidRPr="009647FC">
              <w:rPr>
                <w:rtl/>
              </w:rPr>
              <w:t>فبيتا</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فأفضن</w:t>
            </w:r>
            <w:r w:rsidR="004C00A8">
              <w:rPr>
                <w:rtl/>
              </w:rPr>
              <w:t xml:space="preserve"> </w:t>
            </w:r>
            <w:r w:rsidRPr="009647FC">
              <w:rPr>
                <w:rtl/>
              </w:rPr>
              <w:t>العيون</w:t>
            </w:r>
            <w:r>
              <w:rPr>
                <w:rtl/>
              </w:rPr>
              <w:t xml:space="preserve"> </w:t>
            </w:r>
            <w:r w:rsidRPr="009647FC">
              <w:rPr>
                <w:rtl/>
              </w:rPr>
              <w:t>سجلاً</w:t>
            </w:r>
            <w:r>
              <w:rPr>
                <w:rtl/>
              </w:rPr>
              <w:t xml:space="preserve"> </w:t>
            </w:r>
            <w:r w:rsidRPr="009647FC">
              <w:rPr>
                <w:rtl/>
              </w:rPr>
              <w:t>فسجلا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كنت</w:t>
            </w:r>
            <w:r w:rsidR="004C00A8">
              <w:rPr>
                <w:rtl/>
              </w:rPr>
              <w:t xml:space="preserve"> </w:t>
            </w:r>
            <w:r w:rsidRPr="009647FC">
              <w:rPr>
                <w:rtl/>
              </w:rPr>
              <w:t>أخلصت</w:t>
            </w:r>
            <w:r>
              <w:rPr>
                <w:rtl/>
              </w:rPr>
              <w:t xml:space="preserve">َ </w:t>
            </w:r>
            <w:r w:rsidRPr="009647FC">
              <w:rPr>
                <w:rtl/>
              </w:rPr>
              <w:t>نية</w:t>
            </w:r>
            <w:r>
              <w:rPr>
                <w:rtl/>
              </w:rPr>
              <w:t xml:space="preserve"> </w:t>
            </w:r>
            <w:r w:rsidRPr="009647FC">
              <w:rPr>
                <w:rtl/>
              </w:rPr>
              <w:t>القول</w:t>
            </w:r>
            <w:r>
              <w:rPr>
                <w:rtl/>
              </w:rPr>
              <w:t xml:space="preserve"> </w:t>
            </w:r>
            <w:r w:rsidRPr="009647FC">
              <w:rPr>
                <w:rtl/>
              </w:rPr>
              <w:t>فيها</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فجزاك</w:t>
            </w:r>
            <w:r w:rsidR="004C00A8">
              <w:rPr>
                <w:rtl/>
              </w:rPr>
              <w:t xml:space="preserve"> </w:t>
            </w:r>
            <w:r>
              <w:rPr>
                <w:rtl/>
              </w:rPr>
              <w:t>(</w:t>
            </w:r>
            <w:r w:rsidRPr="009647FC">
              <w:rPr>
                <w:rtl/>
              </w:rPr>
              <w:t>الحسين</w:t>
            </w:r>
            <w:r>
              <w:rPr>
                <w:rtl/>
              </w:rPr>
              <w:t xml:space="preserve">) </w:t>
            </w:r>
            <w:r w:rsidRPr="009647FC">
              <w:rPr>
                <w:rtl/>
              </w:rPr>
              <w:t>عنهنّ</w:t>
            </w:r>
            <w:r>
              <w:rPr>
                <w:rtl/>
              </w:rPr>
              <w:t xml:space="preserve"> </w:t>
            </w:r>
            <w:r w:rsidRPr="009647FC">
              <w:rPr>
                <w:rtl/>
              </w:rPr>
              <w:t>فعلا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فهي</w:t>
            </w:r>
            <w:r>
              <w:rPr>
                <w:rtl/>
              </w:rPr>
              <w:t xml:space="preserve"> </w:t>
            </w:r>
            <w:r w:rsidRPr="009647FC">
              <w:rPr>
                <w:rtl/>
              </w:rPr>
              <w:t>الصالحات</w:t>
            </w:r>
            <w:r>
              <w:rPr>
                <w:rtl/>
              </w:rPr>
              <w:t xml:space="preserve"> </w:t>
            </w:r>
            <w:r w:rsidRPr="009647FC">
              <w:rPr>
                <w:rtl/>
              </w:rPr>
              <w:t>بعدك</w:t>
            </w:r>
            <w:r>
              <w:rPr>
                <w:rtl/>
              </w:rPr>
              <w:t xml:space="preserve"> </w:t>
            </w:r>
            <w:r w:rsidRPr="009647FC">
              <w:rPr>
                <w:rtl/>
              </w:rPr>
              <w:t>تبقى</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بلسان</w:t>
            </w:r>
            <w:r w:rsidR="004C00A8">
              <w:rPr>
                <w:rtl/>
              </w:rPr>
              <w:t xml:space="preserve"> </w:t>
            </w:r>
            <w:r w:rsidRPr="009647FC">
              <w:rPr>
                <w:rtl/>
              </w:rPr>
              <w:t>الزمان</w:t>
            </w:r>
            <w:r>
              <w:rPr>
                <w:rtl/>
              </w:rPr>
              <w:t xml:space="preserve"> </w:t>
            </w:r>
            <w:r w:rsidRPr="009647FC">
              <w:rPr>
                <w:rtl/>
              </w:rPr>
              <w:t>للحشر</w:t>
            </w:r>
            <w:r>
              <w:rPr>
                <w:rtl/>
              </w:rPr>
              <w:t xml:space="preserve"> </w:t>
            </w:r>
            <w:r w:rsidRPr="009647FC">
              <w:rPr>
                <w:rtl/>
              </w:rPr>
              <w:t>تتلى</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يا</w:t>
            </w:r>
            <w:r w:rsidR="004C00A8">
              <w:rPr>
                <w:rtl/>
              </w:rPr>
              <w:t xml:space="preserve"> </w:t>
            </w:r>
            <w:r w:rsidRPr="009647FC">
              <w:rPr>
                <w:rtl/>
              </w:rPr>
              <w:t>أمنت</w:t>
            </w:r>
            <w:r>
              <w:rPr>
                <w:rtl/>
              </w:rPr>
              <w:t xml:space="preserve"> </w:t>
            </w:r>
            <w:r w:rsidRPr="009647FC">
              <w:rPr>
                <w:rtl/>
              </w:rPr>
              <w:t>الروائع</w:t>
            </w:r>
            <w:r>
              <w:rPr>
                <w:rtl/>
              </w:rPr>
              <w:t xml:space="preserve">َ </w:t>
            </w:r>
            <w:r w:rsidRPr="009647FC">
              <w:rPr>
                <w:rtl/>
              </w:rPr>
              <w:t>أنعمْ</w:t>
            </w:r>
            <w:r>
              <w:rPr>
                <w:rtl/>
              </w:rPr>
              <w:t xml:space="preserve"> </w:t>
            </w:r>
            <w:r w:rsidRPr="009647FC">
              <w:rPr>
                <w:rtl/>
              </w:rPr>
              <w:t>بدارٍ</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قد</w:t>
            </w:r>
            <w:r w:rsidR="004C00A8">
              <w:rPr>
                <w:rtl/>
              </w:rPr>
              <w:t xml:space="preserve"> </w:t>
            </w:r>
            <w:r w:rsidRPr="009647FC">
              <w:rPr>
                <w:rtl/>
              </w:rPr>
              <w:t>أُعدّ</w:t>
            </w:r>
            <w:r>
              <w:rPr>
                <w:rtl/>
              </w:rPr>
              <w:t>َ</w:t>
            </w:r>
            <w:r w:rsidRPr="009647FC">
              <w:rPr>
                <w:rtl/>
              </w:rPr>
              <w:t>ت</w:t>
            </w:r>
            <w:r>
              <w:rPr>
                <w:rtl/>
              </w:rPr>
              <w:t xml:space="preserve"> </w:t>
            </w:r>
            <w:r w:rsidRPr="009647FC">
              <w:rPr>
                <w:rtl/>
              </w:rPr>
              <w:t>للمتقين</w:t>
            </w:r>
            <w:r>
              <w:rPr>
                <w:rtl/>
              </w:rPr>
              <w:t xml:space="preserve"> </w:t>
            </w:r>
            <w:r w:rsidRPr="009647FC">
              <w:rPr>
                <w:rtl/>
              </w:rPr>
              <w:t>محلا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أنت</w:t>
            </w:r>
            <w:r w:rsidR="004C00A8">
              <w:rPr>
                <w:rtl/>
              </w:rPr>
              <w:t xml:space="preserve"> </w:t>
            </w:r>
            <w:r w:rsidRPr="009647FC">
              <w:rPr>
                <w:rtl/>
              </w:rPr>
              <w:t>أهلٌ</w:t>
            </w:r>
            <w:r>
              <w:rPr>
                <w:rtl/>
              </w:rPr>
              <w:t xml:space="preserve"> </w:t>
            </w:r>
            <w:r w:rsidRPr="009647FC">
              <w:rPr>
                <w:rtl/>
              </w:rPr>
              <w:t>وقد</w:t>
            </w:r>
            <w:r>
              <w:rPr>
                <w:rtl/>
              </w:rPr>
              <w:t xml:space="preserve"> </w:t>
            </w:r>
            <w:r w:rsidRPr="009647FC">
              <w:rPr>
                <w:rtl/>
              </w:rPr>
              <w:t>علمت</w:t>
            </w:r>
            <w:r>
              <w:rPr>
                <w:rtl/>
              </w:rPr>
              <w:t xml:space="preserve"> </w:t>
            </w:r>
            <w:r w:rsidRPr="009647FC">
              <w:rPr>
                <w:rtl/>
              </w:rPr>
              <w:t>بأن</w:t>
            </w:r>
            <w:r>
              <w:rPr>
                <w:rtl/>
              </w:rPr>
              <w:t xml:space="preserve"> </w:t>
            </w:r>
            <w:r w:rsidRPr="009647FC">
              <w:rPr>
                <w:rtl/>
              </w:rPr>
              <w:t>ليـ</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س</w:t>
            </w:r>
            <w:r>
              <w:rPr>
                <w:rtl/>
              </w:rPr>
              <w:t xml:space="preserve"> </w:t>
            </w:r>
            <w:r w:rsidRPr="009647FC">
              <w:rPr>
                <w:rtl/>
              </w:rPr>
              <w:t>ي</w:t>
            </w:r>
            <w:r w:rsidRPr="00B371C6">
              <w:rPr>
                <w:rtl/>
              </w:rPr>
              <w:t>ُ</w:t>
            </w:r>
            <w:r w:rsidRPr="009647FC">
              <w:rPr>
                <w:rtl/>
              </w:rPr>
              <w:t>ضيع</w:t>
            </w:r>
            <w:r>
              <w:rPr>
                <w:rtl/>
              </w:rPr>
              <w:t xml:space="preserve"> </w:t>
            </w:r>
            <w:r w:rsidRPr="009647FC">
              <w:rPr>
                <w:rtl/>
              </w:rPr>
              <w:t>الباري</w:t>
            </w:r>
            <w:r>
              <w:rPr>
                <w:rtl/>
              </w:rPr>
              <w:t xml:space="preserve"> </w:t>
            </w:r>
            <w:r w:rsidRPr="009647FC">
              <w:rPr>
                <w:rtl/>
              </w:rPr>
              <w:t>لمثلك</w:t>
            </w:r>
            <w:r>
              <w:rPr>
                <w:rtl/>
              </w:rPr>
              <w:t xml:space="preserve"> </w:t>
            </w:r>
            <w:r w:rsidRPr="009647FC">
              <w:rPr>
                <w:rtl/>
              </w:rPr>
              <w:t>أهلا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هاهم</w:t>
            </w:r>
            <w:r>
              <w:rPr>
                <w:rtl/>
              </w:rPr>
              <w:t xml:space="preserve"> </w:t>
            </w:r>
            <w:r w:rsidRPr="009647FC">
              <w:rPr>
                <w:rtl/>
              </w:rPr>
              <w:t>قد</w:t>
            </w:r>
            <w:r>
              <w:rPr>
                <w:rtl/>
              </w:rPr>
              <w:t xml:space="preserve"> </w:t>
            </w:r>
            <w:r w:rsidRPr="009647FC">
              <w:rPr>
                <w:rtl/>
              </w:rPr>
              <w:t>تفيئوا</w:t>
            </w:r>
            <w:r>
              <w:rPr>
                <w:rtl/>
              </w:rPr>
              <w:t xml:space="preserve"> </w:t>
            </w:r>
            <w:r w:rsidRPr="009647FC">
              <w:rPr>
                <w:rtl/>
              </w:rPr>
              <w:t>ظلّ</w:t>
            </w:r>
            <w:r>
              <w:rPr>
                <w:rtl/>
              </w:rPr>
              <w:t xml:space="preserve"> </w:t>
            </w:r>
            <w:r w:rsidRPr="009647FC">
              <w:rPr>
                <w:rtl/>
              </w:rPr>
              <w:t>م</w:t>
            </w:r>
            <w:r>
              <w:rPr>
                <w:rtl/>
              </w:rPr>
              <w:t>َ</w:t>
            </w:r>
            <w:r w:rsidRPr="009647FC">
              <w:rPr>
                <w:rtl/>
              </w:rPr>
              <w:t>نْ</w:t>
            </w:r>
            <w:r>
              <w:rPr>
                <w:rtl/>
              </w:rPr>
              <w:t xml:space="preserve"> </w:t>
            </w:r>
            <w:r w:rsidRPr="009647FC">
              <w:rPr>
                <w:rtl/>
              </w:rPr>
              <w:t>كا</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ن</w:t>
            </w:r>
            <w:r w:rsidR="004C00A8">
              <w:rPr>
                <w:rtl/>
              </w:rPr>
              <w:t xml:space="preserve"> </w:t>
            </w:r>
            <w:r w:rsidRPr="009647FC">
              <w:rPr>
                <w:rtl/>
              </w:rPr>
              <w:t>على</w:t>
            </w:r>
            <w:r>
              <w:rPr>
                <w:rtl/>
              </w:rPr>
              <w:t xml:space="preserve"> </w:t>
            </w:r>
            <w:r w:rsidRPr="009647FC">
              <w:rPr>
                <w:rtl/>
              </w:rPr>
              <w:t>العالمين</w:t>
            </w:r>
            <w:r>
              <w:rPr>
                <w:rtl/>
              </w:rPr>
              <w:t xml:space="preserve"> </w:t>
            </w:r>
            <w:r w:rsidRPr="009647FC">
              <w:rPr>
                <w:rtl/>
              </w:rPr>
              <w:t>لله</w:t>
            </w:r>
            <w:r>
              <w:rPr>
                <w:rtl/>
              </w:rPr>
              <w:t xml:space="preserve"> </w:t>
            </w:r>
            <w:r w:rsidRPr="009647FC">
              <w:rPr>
                <w:rtl/>
              </w:rPr>
              <w:t>ظلاّ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3C12B7" w:rsidRPr="00524A24" w:rsidTr="003C12B7">
        <w:trPr>
          <w:trHeight w:val="350"/>
        </w:trPr>
        <w:tc>
          <w:tcPr>
            <w:tcW w:w="3902" w:type="dxa"/>
          </w:tcPr>
          <w:p w:rsidR="003C12B7" w:rsidRPr="00524A24" w:rsidRDefault="003C12B7" w:rsidP="003C12B7">
            <w:pPr>
              <w:pStyle w:val="libPoem"/>
            </w:pPr>
            <w:r w:rsidRPr="009647FC">
              <w:rPr>
                <w:rtl/>
              </w:rPr>
              <w:lastRenderedPageBreak/>
              <w:t>ذاك</w:t>
            </w:r>
            <w:r w:rsidR="004C00A8">
              <w:rPr>
                <w:rtl/>
              </w:rPr>
              <w:t xml:space="preserve"> </w:t>
            </w:r>
            <w:r>
              <w:rPr>
                <w:rtl/>
              </w:rPr>
              <w:t>(</w:t>
            </w:r>
            <w:r w:rsidRPr="009647FC">
              <w:rPr>
                <w:rtl/>
              </w:rPr>
              <w:t>مهديُّ</w:t>
            </w:r>
            <w:r>
              <w:rPr>
                <w:rtl/>
              </w:rPr>
              <w:t xml:space="preserve">) </w:t>
            </w:r>
            <w:r w:rsidRPr="009647FC">
              <w:rPr>
                <w:rtl/>
              </w:rPr>
              <w:t>شرعة</w:t>
            </w:r>
            <w:r>
              <w:rPr>
                <w:rtl/>
              </w:rPr>
              <w:t xml:space="preserve"> </w:t>
            </w:r>
            <w:r w:rsidRPr="009647FC">
              <w:rPr>
                <w:rtl/>
              </w:rPr>
              <w:t>الحق</w:t>
            </w:r>
            <w:r>
              <w:rPr>
                <w:rtl/>
              </w:rPr>
              <w:t xml:space="preserve"> </w:t>
            </w:r>
            <w:r w:rsidRPr="009647FC">
              <w:rPr>
                <w:rtl/>
              </w:rPr>
              <w:t>والـ</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قائمُ</w:t>
            </w:r>
            <w:r w:rsidR="004C00A8">
              <w:rPr>
                <w:rtl/>
              </w:rPr>
              <w:t xml:space="preserve"> </w:t>
            </w:r>
            <w:r w:rsidRPr="009647FC">
              <w:rPr>
                <w:rtl/>
              </w:rPr>
              <w:t>فيها</w:t>
            </w:r>
            <w:r>
              <w:rPr>
                <w:rtl/>
              </w:rPr>
              <w:t xml:space="preserve"> </w:t>
            </w:r>
            <w:r w:rsidRPr="009647FC">
              <w:rPr>
                <w:rtl/>
              </w:rPr>
              <w:t>بالصدق</w:t>
            </w:r>
            <w:r>
              <w:rPr>
                <w:rtl/>
              </w:rPr>
              <w:t xml:space="preserve"> </w:t>
            </w:r>
            <w:r w:rsidRPr="009647FC">
              <w:rPr>
                <w:rtl/>
              </w:rPr>
              <w:t>قولاً</w:t>
            </w:r>
            <w:r>
              <w:rPr>
                <w:rtl/>
              </w:rPr>
              <w:t xml:space="preserve"> </w:t>
            </w:r>
            <w:r w:rsidRPr="009647FC">
              <w:rPr>
                <w:rtl/>
              </w:rPr>
              <w:t>وفعلا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م</w:t>
            </w:r>
            <w:r w:rsidRPr="00B371C6">
              <w:rPr>
                <w:rtl/>
              </w:rPr>
              <w:t>َ</w:t>
            </w:r>
            <w:r w:rsidRPr="009647FC">
              <w:rPr>
                <w:rtl/>
              </w:rPr>
              <w:t>نْ</w:t>
            </w:r>
            <w:r w:rsidR="004C00A8">
              <w:rPr>
                <w:rtl/>
              </w:rPr>
              <w:t xml:space="preserve"> </w:t>
            </w:r>
            <w:r w:rsidRPr="009647FC">
              <w:rPr>
                <w:rtl/>
              </w:rPr>
              <w:t>إذا</w:t>
            </w:r>
            <w:r>
              <w:rPr>
                <w:rtl/>
              </w:rPr>
              <w:t xml:space="preserve"> </w:t>
            </w:r>
            <w:r w:rsidRPr="009647FC">
              <w:rPr>
                <w:rtl/>
              </w:rPr>
              <w:t>جاد</w:t>
            </w:r>
            <w:r>
              <w:rPr>
                <w:rtl/>
              </w:rPr>
              <w:t xml:space="preserve"> </w:t>
            </w:r>
            <w:r w:rsidRPr="009647FC">
              <w:rPr>
                <w:rtl/>
              </w:rPr>
              <w:t>واهباً</w:t>
            </w:r>
            <w:r>
              <w:rPr>
                <w:rtl/>
              </w:rPr>
              <w:t xml:space="preserve"> </w:t>
            </w:r>
            <w:r w:rsidRPr="009647FC">
              <w:rPr>
                <w:rtl/>
              </w:rPr>
              <w:t>جاد</w:t>
            </w:r>
            <w:r>
              <w:rPr>
                <w:rtl/>
              </w:rPr>
              <w:t xml:space="preserve"> </w:t>
            </w:r>
            <w:r w:rsidRPr="009647FC">
              <w:rPr>
                <w:rtl/>
              </w:rPr>
              <w:t>وبلا</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وإذا</w:t>
            </w:r>
            <w:r>
              <w:rPr>
                <w:rtl/>
              </w:rPr>
              <w:t xml:space="preserve"> </w:t>
            </w:r>
            <w:r w:rsidRPr="009647FC">
              <w:rPr>
                <w:rtl/>
              </w:rPr>
              <w:t>قال</w:t>
            </w:r>
            <w:r>
              <w:rPr>
                <w:rtl/>
              </w:rPr>
              <w:t xml:space="preserve"> </w:t>
            </w:r>
            <w:r w:rsidRPr="009647FC">
              <w:rPr>
                <w:rtl/>
              </w:rPr>
              <w:t>ناطقاً</w:t>
            </w:r>
            <w:r>
              <w:rPr>
                <w:rtl/>
              </w:rPr>
              <w:t xml:space="preserve"> </w:t>
            </w:r>
            <w:r w:rsidRPr="009647FC">
              <w:rPr>
                <w:rtl/>
              </w:rPr>
              <w:t>قال</w:t>
            </w:r>
            <w:r>
              <w:rPr>
                <w:rtl/>
              </w:rPr>
              <w:t xml:space="preserve"> </w:t>
            </w:r>
            <w:r w:rsidRPr="009647FC">
              <w:rPr>
                <w:rtl/>
              </w:rPr>
              <w:t>فصلا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أسدٌ</w:t>
            </w:r>
            <w:r w:rsidR="004C00A8">
              <w:rPr>
                <w:rtl/>
              </w:rPr>
              <w:t xml:space="preserve"> </w:t>
            </w:r>
            <w:r w:rsidRPr="009647FC">
              <w:rPr>
                <w:rtl/>
              </w:rPr>
              <w:t>رشّ</w:t>
            </w:r>
            <w:r>
              <w:rPr>
                <w:rtl/>
              </w:rPr>
              <w:t>َ</w:t>
            </w:r>
            <w:r w:rsidRPr="009647FC">
              <w:rPr>
                <w:rtl/>
              </w:rPr>
              <w:t>ح</w:t>
            </w:r>
            <w:r>
              <w:rPr>
                <w:rtl/>
              </w:rPr>
              <w:t xml:space="preserve"> </w:t>
            </w:r>
            <w:r w:rsidRPr="009647FC">
              <w:rPr>
                <w:rtl/>
              </w:rPr>
              <w:t>الإلهُ</w:t>
            </w:r>
            <w:r>
              <w:rPr>
                <w:rtl/>
              </w:rPr>
              <w:t xml:space="preserve"> </w:t>
            </w:r>
            <w:r w:rsidRPr="009647FC">
              <w:rPr>
                <w:rtl/>
              </w:rPr>
              <w:t>بنيه</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لعرين</w:t>
            </w:r>
            <w:r>
              <w:rPr>
                <w:rtl/>
              </w:rPr>
              <w:t xml:space="preserve"> </w:t>
            </w:r>
            <w:r w:rsidRPr="009647FC">
              <w:rPr>
                <w:rtl/>
              </w:rPr>
              <w:t>الآساد</w:t>
            </w:r>
            <w:r>
              <w:rPr>
                <w:rtl/>
              </w:rPr>
              <w:t xml:space="preserve"> </w:t>
            </w:r>
            <w:r w:rsidRPr="009647FC">
              <w:rPr>
                <w:rtl/>
              </w:rPr>
              <w:t>شبلاً</w:t>
            </w:r>
            <w:r>
              <w:rPr>
                <w:rtl/>
              </w:rPr>
              <w:t xml:space="preserve"> </w:t>
            </w:r>
            <w:r w:rsidRPr="009647FC">
              <w:rPr>
                <w:rtl/>
              </w:rPr>
              <w:t>فشبلا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علماءُ</w:t>
            </w:r>
            <w:r w:rsidR="004C00A8">
              <w:rPr>
                <w:rtl/>
              </w:rPr>
              <w:t xml:space="preserve"> </w:t>
            </w:r>
            <w:r w:rsidRPr="009647FC">
              <w:rPr>
                <w:rtl/>
              </w:rPr>
              <w:t>الهدى</w:t>
            </w:r>
            <w:r>
              <w:rPr>
                <w:rtl/>
              </w:rPr>
              <w:t xml:space="preserve"> </w:t>
            </w:r>
            <w:r w:rsidRPr="009647FC">
              <w:rPr>
                <w:rtl/>
              </w:rPr>
              <w:t>دعائم</w:t>
            </w:r>
            <w:r>
              <w:rPr>
                <w:rtl/>
              </w:rPr>
              <w:t xml:space="preserve"> </w:t>
            </w:r>
            <w:r w:rsidRPr="009647FC">
              <w:rPr>
                <w:rtl/>
              </w:rPr>
              <w:t>دين</w:t>
            </w:r>
            <w:r>
              <w:rPr>
                <w:rtl/>
              </w:rPr>
              <w:t xml:space="preserve"> </w:t>
            </w:r>
            <w:r w:rsidRPr="009647FC">
              <w:rPr>
                <w:rtl/>
              </w:rPr>
              <w:t>اللّـ</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Pr>
                <w:rFonts w:hint="cs"/>
                <w:rtl/>
              </w:rPr>
              <w:t>ـ</w:t>
            </w:r>
            <w:r w:rsidRPr="009647FC">
              <w:rPr>
                <w:rtl/>
              </w:rPr>
              <w:t>ه</w:t>
            </w:r>
            <w:r>
              <w:rPr>
                <w:rtl/>
              </w:rPr>
              <w:t xml:space="preserve"> </w:t>
            </w:r>
            <w:r w:rsidRPr="009647FC">
              <w:rPr>
                <w:rtl/>
              </w:rPr>
              <w:t>حف</w:t>
            </w:r>
            <w:r w:rsidRPr="00B371C6">
              <w:rPr>
                <w:rtl/>
              </w:rPr>
              <w:t>ّ</w:t>
            </w:r>
            <w:r w:rsidRPr="009647FC">
              <w:rPr>
                <w:rtl/>
              </w:rPr>
              <w:t>اظُه</w:t>
            </w:r>
            <w:r>
              <w:rPr>
                <w:rtl/>
              </w:rPr>
              <w:t xml:space="preserve"> </w:t>
            </w:r>
            <w:r w:rsidRPr="009647FC">
              <w:rPr>
                <w:rtl/>
              </w:rPr>
              <w:t>وناهيك</w:t>
            </w:r>
            <w:r>
              <w:rPr>
                <w:rtl/>
              </w:rPr>
              <w:t xml:space="preserve"> </w:t>
            </w:r>
            <w:r w:rsidRPr="009647FC">
              <w:rPr>
                <w:rtl/>
              </w:rPr>
              <w:t>فضلا</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وسقى</w:t>
            </w:r>
            <w:r>
              <w:rPr>
                <w:rtl/>
              </w:rPr>
              <w:t xml:space="preserve"> </w:t>
            </w:r>
            <w:r w:rsidRPr="009647FC">
              <w:rPr>
                <w:rtl/>
              </w:rPr>
              <w:t>اللهُ</w:t>
            </w:r>
            <w:r>
              <w:rPr>
                <w:rtl/>
              </w:rPr>
              <w:t xml:space="preserve"> (</w:t>
            </w:r>
            <w:r w:rsidRPr="009647FC">
              <w:rPr>
                <w:rtl/>
              </w:rPr>
              <w:t>صالحاً</w:t>
            </w:r>
            <w:r>
              <w:rPr>
                <w:rtl/>
              </w:rPr>
              <w:t xml:space="preserve">) </w:t>
            </w:r>
            <w:r w:rsidRPr="009647FC">
              <w:rPr>
                <w:rtl/>
              </w:rPr>
              <w:t>غيث</w:t>
            </w:r>
            <w:r>
              <w:rPr>
                <w:rtl/>
              </w:rPr>
              <w:t xml:space="preserve"> </w:t>
            </w:r>
            <w:r w:rsidRPr="009647FC">
              <w:rPr>
                <w:rtl/>
              </w:rPr>
              <w:t>لطفٍ</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بشآبيب</w:t>
            </w:r>
            <w:r>
              <w:rPr>
                <w:rtl/>
              </w:rPr>
              <w:t xml:space="preserve"> </w:t>
            </w:r>
            <w:r w:rsidRPr="009647FC">
              <w:rPr>
                <w:rtl/>
              </w:rPr>
              <w:t>عفوه</w:t>
            </w:r>
            <w:r>
              <w:rPr>
                <w:rtl/>
              </w:rPr>
              <w:t xml:space="preserve"> </w:t>
            </w:r>
            <w:r w:rsidRPr="009647FC">
              <w:rPr>
                <w:rtl/>
              </w:rPr>
              <w:t>مستهّلا</w:t>
            </w:r>
            <w:r w:rsidRPr="00524A24">
              <w:rPr>
                <w:rStyle w:val="libPoemTiniChar0"/>
                <w:rtl/>
              </w:rPr>
              <w:br/>
              <w:t> </w:t>
            </w:r>
          </w:p>
        </w:tc>
      </w:tr>
    </w:tbl>
    <w:p w:rsidR="009647FC" w:rsidRPr="00524A24" w:rsidRDefault="009647FC" w:rsidP="004E7EC6">
      <w:pPr>
        <w:pStyle w:val="libNormal"/>
      </w:pPr>
      <w:r w:rsidRPr="009647FC">
        <w:rPr>
          <w:rtl/>
        </w:rPr>
        <w:t>وقال راثياً الحاج محمد عوض وقد سأله أخوه أحمد عوض ذلك</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3C12B7" w:rsidRPr="00524A24" w:rsidTr="003C12B7">
        <w:trPr>
          <w:trHeight w:val="350"/>
        </w:trPr>
        <w:tc>
          <w:tcPr>
            <w:tcW w:w="3902" w:type="dxa"/>
          </w:tcPr>
          <w:p w:rsidR="003C12B7" w:rsidRPr="00524A24" w:rsidRDefault="003C12B7" w:rsidP="003C12B7">
            <w:pPr>
              <w:pStyle w:val="libPoem"/>
            </w:pPr>
            <w:r w:rsidRPr="009647FC">
              <w:rPr>
                <w:rtl/>
              </w:rPr>
              <w:t>لو</w:t>
            </w:r>
            <w:r w:rsidR="004C00A8">
              <w:rPr>
                <w:rtl/>
              </w:rPr>
              <w:t xml:space="preserve"> </w:t>
            </w:r>
            <w:r w:rsidRPr="009647FC">
              <w:rPr>
                <w:rtl/>
              </w:rPr>
              <w:t>برّ</w:t>
            </w:r>
            <w:r>
              <w:rPr>
                <w:rtl/>
              </w:rPr>
              <w:t>َ</w:t>
            </w:r>
            <w:r w:rsidRPr="009647FC">
              <w:rPr>
                <w:rtl/>
              </w:rPr>
              <w:t>د</w:t>
            </w:r>
            <w:r>
              <w:rPr>
                <w:rtl/>
              </w:rPr>
              <w:t xml:space="preserve"> </w:t>
            </w:r>
            <w:r w:rsidRPr="009647FC">
              <w:rPr>
                <w:rtl/>
              </w:rPr>
              <w:t>العذلُ</w:t>
            </w:r>
            <w:r>
              <w:rPr>
                <w:rtl/>
              </w:rPr>
              <w:t xml:space="preserve"> </w:t>
            </w:r>
            <w:r w:rsidRPr="009647FC">
              <w:rPr>
                <w:rtl/>
              </w:rPr>
              <w:t>من</w:t>
            </w:r>
            <w:r>
              <w:rPr>
                <w:rtl/>
              </w:rPr>
              <w:t xml:space="preserve"> </w:t>
            </w:r>
            <w:r w:rsidRPr="009647FC">
              <w:rPr>
                <w:rtl/>
              </w:rPr>
              <w:t>غليلي</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لم</w:t>
            </w:r>
            <w:r w:rsidR="004C00A8">
              <w:rPr>
                <w:rtl/>
              </w:rPr>
              <w:t xml:space="preserve"> </w:t>
            </w:r>
            <w:r w:rsidRPr="009647FC">
              <w:rPr>
                <w:rtl/>
              </w:rPr>
              <w:t>أحم</w:t>
            </w:r>
            <w:r>
              <w:rPr>
                <w:rtl/>
              </w:rPr>
              <w:t xml:space="preserve"> </w:t>
            </w:r>
            <w:r w:rsidRPr="009647FC">
              <w:rPr>
                <w:rtl/>
              </w:rPr>
              <w:t>سمعي</w:t>
            </w:r>
            <w:r>
              <w:rPr>
                <w:rtl/>
              </w:rPr>
              <w:t xml:space="preserve"> </w:t>
            </w:r>
            <w:r w:rsidRPr="009647FC">
              <w:rPr>
                <w:rtl/>
              </w:rPr>
              <w:t>عن</w:t>
            </w:r>
            <w:r>
              <w:rPr>
                <w:rtl/>
              </w:rPr>
              <w:t xml:space="preserve"> </w:t>
            </w:r>
            <w:r w:rsidRPr="009647FC">
              <w:rPr>
                <w:rtl/>
              </w:rPr>
              <w:t>العذولِ</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لام</w:t>
            </w:r>
            <w:r>
              <w:rPr>
                <w:rtl/>
              </w:rPr>
              <w:t xml:space="preserve"> </w:t>
            </w:r>
            <w:r w:rsidRPr="009647FC">
              <w:rPr>
                <w:rtl/>
              </w:rPr>
              <w:t>خليُّ</w:t>
            </w:r>
            <w:r>
              <w:rPr>
                <w:rtl/>
              </w:rPr>
              <w:t xml:space="preserve"> </w:t>
            </w:r>
            <w:r w:rsidRPr="009647FC">
              <w:rPr>
                <w:rtl/>
              </w:rPr>
              <w:t>الحشا</w:t>
            </w:r>
            <w:r>
              <w:rPr>
                <w:rtl/>
              </w:rPr>
              <w:t xml:space="preserve"> </w:t>
            </w:r>
            <w:r w:rsidRPr="009647FC">
              <w:rPr>
                <w:rtl/>
              </w:rPr>
              <w:t>فقلبي</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ملآنُ</w:t>
            </w:r>
            <w:r w:rsidR="004C00A8">
              <w:rPr>
                <w:rtl/>
              </w:rPr>
              <w:t xml:space="preserve"> </w:t>
            </w:r>
            <w:r w:rsidRPr="009647FC">
              <w:rPr>
                <w:rtl/>
              </w:rPr>
              <w:t>من</w:t>
            </w:r>
            <w:r>
              <w:rPr>
                <w:rtl/>
              </w:rPr>
              <w:t xml:space="preserve"> </w:t>
            </w:r>
            <w:r w:rsidRPr="009647FC">
              <w:rPr>
                <w:rtl/>
              </w:rPr>
              <w:t>دائي</w:t>
            </w:r>
            <w:r>
              <w:rPr>
                <w:rtl/>
              </w:rPr>
              <w:t xml:space="preserve"> </w:t>
            </w:r>
            <w:r w:rsidRPr="009647FC">
              <w:rPr>
                <w:rtl/>
              </w:rPr>
              <w:t>الدخيلِ</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أثكلني</w:t>
            </w:r>
            <w:r w:rsidR="004C00A8">
              <w:rPr>
                <w:rtl/>
              </w:rPr>
              <w:t xml:space="preserve"> </w:t>
            </w:r>
            <w:r w:rsidRPr="009647FC">
              <w:rPr>
                <w:rtl/>
              </w:rPr>
              <w:t>الدهرُ</w:t>
            </w:r>
            <w:r>
              <w:rPr>
                <w:rtl/>
              </w:rPr>
              <w:t xml:space="preserve"> </w:t>
            </w:r>
            <w:r w:rsidRPr="009647FC">
              <w:rPr>
                <w:rtl/>
              </w:rPr>
              <w:t>وهو</w:t>
            </w:r>
            <w:r>
              <w:rPr>
                <w:rtl/>
              </w:rPr>
              <w:t xml:space="preserve"> </w:t>
            </w:r>
            <w:r w:rsidRPr="009647FC">
              <w:rPr>
                <w:rtl/>
              </w:rPr>
              <w:t>لاهٍ</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لم</w:t>
            </w:r>
            <w:r>
              <w:rPr>
                <w:rtl/>
              </w:rPr>
              <w:t xml:space="preserve"> </w:t>
            </w:r>
            <w:r w:rsidRPr="009647FC">
              <w:rPr>
                <w:rtl/>
              </w:rPr>
              <w:t>يدرِ</w:t>
            </w:r>
            <w:r>
              <w:rPr>
                <w:rtl/>
              </w:rPr>
              <w:t xml:space="preserve"> </w:t>
            </w:r>
            <w:r w:rsidRPr="009647FC">
              <w:rPr>
                <w:rtl/>
              </w:rPr>
              <w:t>ما</w:t>
            </w:r>
            <w:r>
              <w:rPr>
                <w:rtl/>
              </w:rPr>
              <w:t xml:space="preserve"> </w:t>
            </w:r>
            <w:r w:rsidRPr="009647FC">
              <w:rPr>
                <w:rtl/>
              </w:rPr>
              <w:t>لوعةُ</w:t>
            </w:r>
            <w:r>
              <w:rPr>
                <w:rtl/>
              </w:rPr>
              <w:t xml:space="preserve"> </w:t>
            </w:r>
            <w:r w:rsidRPr="009647FC">
              <w:rPr>
                <w:rtl/>
              </w:rPr>
              <w:t>الثكولِ</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لو</w:t>
            </w:r>
            <w:r w:rsidR="004C00A8">
              <w:rPr>
                <w:rtl/>
              </w:rPr>
              <w:t xml:space="preserve"> </w:t>
            </w:r>
            <w:r w:rsidRPr="009647FC">
              <w:rPr>
                <w:rtl/>
              </w:rPr>
              <w:t>صدعت</w:t>
            </w:r>
            <w:r>
              <w:rPr>
                <w:rtl/>
              </w:rPr>
              <w:t xml:space="preserve"> </w:t>
            </w:r>
            <w:r w:rsidRPr="009647FC">
              <w:rPr>
                <w:rtl/>
              </w:rPr>
              <w:t>نكبتي</w:t>
            </w:r>
            <w:r>
              <w:rPr>
                <w:rtl/>
              </w:rPr>
              <w:t xml:space="preserve"> </w:t>
            </w:r>
            <w:r w:rsidRPr="009647FC">
              <w:rPr>
                <w:rtl/>
              </w:rPr>
              <w:t>حشاه</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إذا</w:t>
            </w:r>
            <w:r w:rsidR="004C00A8">
              <w:rPr>
                <w:rtl/>
              </w:rPr>
              <w:t xml:space="preserve"> </w:t>
            </w:r>
            <w:r w:rsidRPr="009647FC">
              <w:rPr>
                <w:rtl/>
              </w:rPr>
              <w:t>كسا</w:t>
            </w:r>
            <w:r>
              <w:rPr>
                <w:rtl/>
              </w:rPr>
              <w:t xml:space="preserve"> </w:t>
            </w:r>
            <w:r w:rsidRPr="009647FC">
              <w:rPr>
                <w:rtl/>
              </w:rPr>
              <w:t>جسمه</w:t>
            </w:r>
            <w:r>
              <w:rPr>
                <w:rtl/>
              </w:rPr>
              <w:t xml:space="preserve"> </w:t>
            </w:r>
            <w:r w:rsidRPr="009647FC">
              <w:rPr>
                <w:rtl/>
              </w:rPr>
              <w:t>نحولي</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يقول</w:t>
            </w:r>
            <w:r w:rsidR="004C00A8">
              <w:rPr>
                <w:rtl/>
              </w:rPr>
              <w:t xml:space="preserve"> </w:t>
            </w:r>
            <w:r w:rsidRPr="009647FC">
              <w:rPr>
                <w:rtl/>
              </w:rPr>
              <w:t>مالي</w:t>
            </w:r>
            <w:r>
              <w:rPr>
                <w:rtl/>
              </w:rPr>
              <w:t xml:space="preserve"> </w:t>
            </w:r>
            <w:r w:rsidRPr="009647FC">
              <w:rPr>
                <w:rtl/>
              </w:rPr>
              <w:t>أراك</w:t>
            </w:r>
            <w:r>
              <w:rPr>
                <w:rtl/>
              </w:rPr>
              <w:t xml:space="preserve"> </w:t>
            </w:r>
            <w:r w:rsidRPr="009647FC">
              <w:rPr>
                <w:rtl/>
              </w:rPr>
              <w:t>حزنا</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تحنُّ</w:t>
            </w:r>
            <w:r>
              <w:rPr>
                <w:rtl/>
              </w:rPr>
              <w:t xml:space="preserve"> </w:t>
            </w:r>
            <w:r w:rsidRPr="009647FC">
              <w:rPr>
                <w:rtl/>
              </w:rPr>
              <w:t>كالواله</w:t>
            </w:r>
            <w:r>
              <w:rPr>
                <w:rtl/>
              </w:rPr>
              <w:t xml:space="preserve"> </w:t>
            </w:r>
            <w:r w:rsidRPr="009647FC">
              <w:rPr>
                <w:rtl/>
              </w:rPr>
              <w:t>العجولِ</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تعزّ</w:t>
            </w:r>
            <w:r>
              <w:rPr>
                <w:rtl/>
              </w:rPr>
              <w:t>َ</w:t>
            </w:r>
            <w:r w:rsidR="004C00A8">
              <w:rPr>
                <w:rtl/>
              </w:rPr>
              <w:t xml:space="preserve"> </w:t>
            </w:r>
            <w:r w:rsidRPr="009647FC">
              <w:rPr>
                <w:rtl/>
              </w:rPr>
              <w:t>إنّ</w:t>
            </w:r>
            <w:r>
              <w:rPr>
                <w:rtl/>
              </w:rPr>
              <w:t xml:space="preserve">َ </w:t>
            </w:r>
            <w:r w:rsidRPr="009647FC">
              <w:rPr>
                <w:rtl/>
              </w:rPr>
              <w:t>العزاء</w:t>
            </w:r>
            <w:r>
              <w:rPr>
                <w:rtl/>
              </w:rPr>
              <w:t xml:space="preserve"> </w:t>
            </w:r>
            <w:r w:rsidRPr="009647FC">
              <w:rPr>
                <w:rtl/>
              </w:rPr>
              <w:t>أولى</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بشيمة</w:t>
            </w:r>
            <w:r w:rsidR="004C00A8">
              <w:rPr>
                <w:rtl/>
              </w:rPr>
              <w:t xml:space="preserve"> </w:t>
            </w:r>
            <w:r w:rsidRPr="009647FC">
              <w:rPr>
                <w:rtl/>
              </w:rPr>
              <w:t>الكامل</w:t>
            </w:r>
            <w:r>
              <w:rPr>
                <w:rtl/>
              </w:rPr>
              <w:t xml:space="preserve"> </w:t>
            </w:r>
            <w:r w:rsidRPr="009647FC">
              <w:rPr>
                <w:rtl/>
              </w:rPr>
              <w:t>النبيلِ</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فقلت</w:t>
            </w:r>
            <w:r w:rsidR="004C00A8">
              <w:rPr>
                <w:rtl/>
              </w:rPr>
              <w:t xml:space="preserve"> </w:t>
            </w:r>
            <w:r w:rsidRPr="009647FC">
              <w:rPr>
                <w:rtl/>
              </w:rPr>
              <w:t>عنّي</w:t>
            </w:r>
            <w:r>
              <w:rPr>
                <w:rtl/>
              </w:rPr>
              <w:t xml:space="preserve"> </w:t>
            </w:r>
            <w:r w:rsidRPr="009647FC">
              <w:rPr>
                <w:rtl/>
              </w:rPr>
              <w:t>وهل</w:t>
            </w:r>
            <w:r>
              <w:rPr>
                <w:rtl/>
              </w:rPr>
              <w:t xml:space="preserve"> </w:t>
            </w:r>
            <w:r w:rsidRPr="009647FC">
              <w:rPr>
                <w:rtl/>
              </w:rPr>
              <w:t>لغيري</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يا</w:t>
            </w:r>
            <w:r w:rsidR="004C00A8">
              <w:rPr>
                <w:rtl/>
              </w:rPr>
              <w:t xml:space="preserve"> </w:t>
            </w:r>
            <w:r w:rsidRPr="009647FC">
              <w:rPr>
                <w:rtl/>
              </w:rPr>
              <w:t>لائمي</w:t>
            </w:r>
            <w:r>
              <w:rPr>
                <w:rtl/>
              </w:rPr>
              <w:t xml:space="preserve"> </w:t>
            </w:r>
            <w:r w:rsidRPr="009647FC">
              <w:rPr>
                <w:rtl/>
              </w:rPr>
              <w:t>رنةُ</w:t>
            </w:r>
            <w:r>
              <w:rPr>
                <w:rtl/>
              </w:rPr>
              <w:t xml:space="preserve"> </w:t>
            </w:r>
            <w:r w:rsidRPr="009647FC">
              <w:rPr>
                <w:rtl/>
              </w:rPr>
              <w:t>العويلِ؟</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قلبي</w:t>
            </w:r>
            <w:r>
              <w:rPr>
                <w:rtl/>
              </w:rPr>
              <w:t xml:space="preserve"> </w:t>
            </w:r>
            <w:r w:rsidRPr="009647FC">
              <w:rPr>
                <w:rtl/>
              </w:rPr>
              <w:t>بالصبر</w:t>
            </w:r>
            <w:r>
              <w:rPr>
                <w:rtl/>
              </w:rPr>
              <w:t xml:space="preserve"> </w:t>
            </w:r>
            <w:r w:rsidRPr="009647FC">
              <w:rPr>
                <w:rtl/>
              </w:rPr>
              <w:t>كان</w:t>
            </w:r>
            <w:r>
              <w:rPr>
                <w:rtl/>
              </w:rPr>
              <w:t xml:space="preserve"> </w:t>
            </w:r>
            <w:r w:rsidRPr="009647FC">
              <w:rPr>
                <w:rtl/>
              </w:rPr>
              <w:t>سيفا</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وامتلأ</w:t>
            </w:r>
            <w:r w:rsidR="004C00A8">
              <w:rPr>
                <w:rtl/>
              </w:rPr>
              <w:t xml:space="preserve"> </w:t>
            </w:r>
            <w:r w:rsidRPr="009647FC">
              <w:rPr>
                <w:rtl/>
              </w:rPr>
              <w:t>اليوم</w:t>
            </w:r>
            <w:r>
              <w:rPr>
                <w:rtl/>
              </w:rPr>
              <w:t xml:space="preserve"> </w:t>
            </w:r>
            <w:r w:rsidRPr="009647FC">
              <w:rPr>
                <w:rtl/>
              </w:rPr>
              <w:t>بالفلولِ</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معلّلي</w:t>
            </w:r>
            <w:r>
              <w:rPr>
                <w:rtl/>
              </w:rPr>
              <w:t xml:space="preserve"> </w:t>
            </w:r>
            <w:r w:rsidRPr="009647FC">
              <w:rPr>
                <w:rtl/>
              </w:rPr>
              <w:t>بالعزاء</w:t>
            </w:r>
            <w:r>
              <w:rPr>
                <w:rtl/>
              </w:rPr>
              <w:t xml:space="preserve"> </w:t>
            </w:r>
            <w:r w:rsidRPr="009647FC">
              <w:rPr>
                <w:rtl/>
              </w:rPr>
              <w:t>رفقا</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تحنو</w:t>
            </w:r>
            <w:r>
              <w:rPr>
                <w:rtl/>
              </w:rPr>
              <w:t xml:space="preserve"> </w:t>
            </w:r>
            <w:r w:rsidRPr="009647FC">
              <w:rPr>
                <w:rtl/>
              </w:rPr>
              <w:t>على</w:t>
            </w:r>
            <w:r>
              <w:rPr>
                <w:rtl/>
              </w:rPr>
              <w:t xml:space="preserve"> </w:t>
            </w:r>
            <w:r w:rsidRPr="009647FC">
              <w:rPr>
                <w:rtl/>
              </w:rPr>
              <w:t>قلبي</w:t>
            </w:r>
            <w:r>
              <w:rPr>
                <w:rtl/>
              </w:rPr>
              <w:t xml:space="preserve"> </w:t>
            </w:r>
            <w:r w:rsidRPr="009647FC">
              <w:rPr>
                <w:rtl/>
              </w:rPr>
              <w:t>العليلِ</w:t>
            </w:r>
            <w:r w:rsidRPr="00524A24">
              <w:rPr>
                <w:rStyle w:val="libPoemTiniChar0"/>
                <w:rtl/>
              </w:rPr>
              <w:br/>
              <w:t> </w:t>
            </w:r>
          </w:p>
        </w:tc>
      </w:tr>
      <w:tr w:rsidR="003C12B7" w:rsidRPr="00524A24" w:rsidTr="003C12B7">
        <w:trPr>
          <w:trHeight w:val="350"/>
        </w:trPr>
        <w:tc>
          <w:tcPr>
            <w:tcW w:w="3902" w:type="dxa"/>
          </w:tcPr>
          <w:p w:rsidR="003C12B7" w:rsidRPr="00524A24" w:rsidRDefault="003C12B7" w:rsidP="003C12B7">
            <w:pPr>
              <w:pStyle w:val="libPoem"/>
            </w:pPr>
            <w:r w:rsidRPr="009647FC">
              <w:rPr>
                <w:rtl/>
              </w:rPr>
              <w:t>كذبت</w:t>
            </w:r>
            <w:r>
              <w:rPr>
                <w:rtl/>
              </w:rPr>
              <w:t xml:space="preserve"> </w:t>
            </w:r>
            <w:r w:rsidRPr="009647FC">
              <w:rPr>
                <w:rtl/>
              </w:rPr>
              <w:t>لو</w:t>
            </w:r>
            <w:r>
              <w:rPr>
                <w:rtl/>
              </w:rPr>
              <w:t xml:space="preserve"> </w:t>
            </w:r>
            <w:r w:rsidRPr="009647FC">
              <w:rPr>
                <w:rtl/>
              </w:rPr>
              <w:t>قد</w:t>
            </w:r>
            <w:r>
              <w:rPr>
                <w:rtl/>
              </w:rPr>
              <w:t xml:space="preserve"> </w:t>
            </w:r>
            <w:r w:rsidRPr="009647FC">
              <w:rPr>
                <w:rtl/>
              </w:rPr>
              <w:t>عناك</w:t>
            </w:r>
            <w:r>
              <w:rPr>
                <w:rtl/>
              </w:rPr>
              <w:t xml:space="preserve"> </w:t>
            </w:r>
            <w:r w:rsidRPr="009647FC">
              <w:rPr>
                <w:rtl/>
              </w:rPr>
              <w:t>وجدي</w:t>
            </w:r>
            <w:r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3C12B7" w:rsidP="003C12B7">
            <w:pPr>
              <w:pStyle w:val="libPoem"/>
            </w:pPr>
            <w:r w:rsidRPr="009647FC">
              <w:rPr>
                <w:rtl/>
              </w:rPr>
              <w:t>ما</w:t>
            </w:r>
            <w:r w:rsidR="004C00A8">
              <w:rPr>
                <w:rtl/>
              </w:rPr>
              <w:t xml:space="preserve"> </w:t>
            </w:r>
            <w:r w:rsidRPr="009647FC">
              <w:rPr>
                <w:rtl/>
              </w:rPr>
              <w:t>نمت</w:t>
            </w:r>
            <w:r>
              <w:rPr>
                <w:rtl/>
              </w:rPr>
              <w:t xml:space="preserve"> </w:t>
            </w:r>
            <w:r w:rsidRPr="009647FC">
              <w:rPr>
                <w:rtl/>
              </w:rPr>
              <w:t>عن</w:t>
            </w:r>
            <w:r>
              <w:rPr>
                <w:rtl/>
              </w:rPr>
              <w:t xml:space="preserve"> </w:t>
            </w:r>
            <w:r w:rsidRPr="009647FC">
              <w:rPr>
                <w:rtl/>
              </w:rPr>
              <w:t>ليلي</w:t>
            </w:r>
            <w:r>
              <w:rPr>
                <w:rtl/>
              </w:rPr>
              <w:t xml:space="preserve"> </w:t>
            </w:r>
            <w:r w:rsidRPr="009647FC">
              <w:rPr>
                <w:rtl/>
              </w:rPr>
              <w:t>الطويلِ</w:t>
            </w:r>
            <w:r w:rsidRPr="00524A24">
              <w:rPr>
                <w:rStyle w:val="libPoemTiniChar0"/>
                <w:rtl/>
              </w:rPr>
              <w:br/>
              <w:t> </w:t>
            </w:r>
          </w:p>
        </w:tc>
      </w:tr>
      <w:tr w:rsidR="003C12B7" w:rsidRPr="00524A24" w:rsidTr="003C12B7">
        <w:trPr>
          <w:trHeight w:val="350"/>
        </w:trPr>
        <w:tc>
          <w:tcPr>
            <w:tcW w:w="3902" w:type="dxa"/>
          </w:tcPr>
          <w:p w:rsidR="003C12B7" w:rsidRPr="00524A24" w:rsidRDefault="00AF6002" w:rsidP="003C12B7">
            <w:pPr>
              <w:pStyle w:val="libPoem"/>
            </w:pPr>
            <w:r w:rsidRPr="009647FC">
              <w:rPr>
                <w:rtl/>
              </w:rPr>
              <w:t>أسأل</w:t>
            </w:r>
            <w:r w:rsidR="004C00A8">
              <w:rPr>
                <w:rtl/>
              </w:rPr>
              <w:t xml:space="preserve"> </w:t>
            </w:r>
            <w:r w:rsidRPr="009647FC">
              <w:rPr>
                <w:rtl/>
              </w:rPr>
              <w:t>عن</w:t>
            </w:r>
            <w:r>
              <w:rPr>
                <w:rtl/>
              </w:rPr>
              <w:t xml:space="preserve"> </w:t>
            </w:r>
            <w:r w:rsidRPr="009647FC">
              <w:rPr>
                <w:rtl/>
              </w:rPr>
              <w:t>صبري</w:t>
            </w:r>
            <w:r>
              <w:rPr>
                <w:rtl/>
              </w:rPr>
              <w:t xml:space="preserve"> </w:t>
            </w:r>
            <w:r w:rsidRPr="009647FC">
              <w:rPr>
                <w:rtl/>
              </w:rPr>
              <w:t>الجميل</w:t>
            </w:r>
            <w:r w:rsidR="003C12B7"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AF6002" w:rsidP="003C12B7">
            <w:pPr>
              <w:pStyle w:val="libPoem"/>
            </w:pPr>
            <w:r w:rsidRPr="009647FC">
              <w:rPr>
                <w:rtl/>
              </w:rPr>
              <w:t>بعد</w:t>
            </w:r>
            <w:r>
              <w:rPr>
                <w:rtl/>
              </w:rPr>
              <w:t xml:space="preserve"> </w:t>
            </w:r>
            <w:r w:rsidRPr="009647FC">
              <w:rPr>
                <w:rtl/>
              </w:rPr>
              <w:t>افتقادي</w:t>
            </w:r>
            <w:r>
              <w:rPr>
                <w:rtl/>
              </w:rPr>
              <w:t xml:space="preserve"> (</w:t>
            </w:r>
            <w:r w:rsidRPr="009647FC">
              <w:rPr>
                <w:rtl/>
              </w:rPr>
              <w:t>أبا</w:t>
            </w:r>
            <w:r>
              <w:rPr>
                <w:rtl/>
              </w:rPr>
              <w:t xml:space="preserve"> </w:t>
            </w:r>
            <w:r w:rsidRPr="009647FC">
              <w:rPr>
                <w:rtl/>
              </w:rPr>
              <w:t>خليلِ</w:t>
            </w:r>
            <w:r>
              <w:rPr>
                <w:rtl/>
              </w:rPr>
              <w:t>)</w:t>
            </w:r>
            <w:r w:rsidR="003C12B7" w:rsidRPr="00524A24">
              <w:rPr>
                <w:rStyle w:val="libPoemTiniChar0"/>
                <w:rtl/>
              </w:rPr>
              <w:br/>
              <w:t> </w:t>
            </w:r>
          </w:p>
        </w:tc>
      </w:tr>
      <w:tr w:rsidR="003C12B7" w:rsidRPr="00524A24" w:rsidTr="003C12B7">
        <w:trPr>
          <w:trHeight w:val="350"/>
        </w:trPr>
        <w:tc>
          <w:tcPr>
            <w:tcW w:w="3902" w:type="dxa"/>
          </w:tcPr>
          <w:p w:rsidR="003C12B7" w:rsidRPr="00524A24" w:rsidRDefault="00AF6002" w:rsidP="003C12B7">
            <w:pPr>
              <w:pStyle w:val="libPoem"/>
            </w:pPr>
            <w:r w:rsidRPr="009647FC">
              <w:rPr>
                <w:rtl/>
              </w:rPr>
              <w:t>قضى</w:t>
            </w:r>
            <w:r w:rsidR="004C00A8">
              <w:rPr>
                <w:rtl/>
              </w:rPr>
              <w:t xml:space="preserve"> </w:t>
            </w:r>
            <w:r w:rsidRPr="009647FC">
              <w:rPr>
                <w:rtl/>
              </w:rPr>
              <w:t>بحجر</w:t>
            </w:r>
            <w:r>
              <w:rPr>
                <w:rtl/>
              </w:rPr>
              <w:t xml:space="preserve"> </w:t>
            </w:r>
            <w:r w:rsidRPr="009647FC">
              <w:rPr>
                <w:rtl/>
              </w:rPr>
              <w:t>النهى</w:t>
            </w:r>
            <w:r>
              <w:rPr>
                <w:rtl/>
              </w:rPr>
              <w:t xml:space="preserve"> </w:t>
            </w:r>
            <w:r w:rsidRPr="009647FC">
              <w:rPr>
                <w:rtl/>
              </w:rPr>
              <w:t>عزيزا</w:t>
            </w:r>
            <w:r w:rsidR="003C12B7"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AF6002" w:rsidP="003C12B7">
            <w:pPr>
              <w:pStyle w:val="libPoem"/>
            </w:pPr>
            <w:r w:rsidRPr="009647FC">
              <w:rPr>
                <w:rtl/>
              </w:rPr>
              <w:t>والموت</w:t>
            </w:r>
            <w:r w:rsidR="004C00A8">
              <w:rPr>
                <w:rtl/>
              </w:rPr>
              <w:t xml:space="preserve"> </w:t>
            </w:r>
            <w:r w:rsidRPr="009647FC">
              <w:rPr>
                <w:rtl/>
              </w:rPr>
              <w:t>ضربٌ</w:t>
            </w:r>
            <w:r>
              <w:rPr>
                <w:rtl/>
              </w:rPr>
              <w:t xml:space="preserve"> </w:t>
            </w:r>
            <w:r w:rsidRPr="009647FC">
              <w:rPr>
                <w:rtl/>
              </w:rPr>
              <w:t>من</w:t>
            </w:r>
            <w:r>
              <w:rPr>
                <w:rtl/>
              </w:rPr>
              <w:t xml:space="preserve"> </w:t>
            </w:r>
            <w:r w:rsidRPr="009647FC">
              <w:rPr>
                <w:rtl/>
              </w:rPr>
              <w:t>الخمولِ</w:t>
            </w:r>
            <w:r w:rsidR="003C12B7" w:rsidRPr="00524A24">
              <w:rPr>
                <w:rStyle w:val="libPoemTiniChar0"/>
                <w:rtl/>
              </w:rPr>
              <w:br/>
              <w:t> </w:t>
            </w:r>
          </w:p>
        </w:tc>
      </w:tr>
      <w:tr w:rsidR="003C12B7" w:rsidRPr="00524A24" w:rsidTr="003C12B7">
        <w:trPr>
          <w:trHeight w:val="350"/>
        </w:trPr>
        <w:tc>
          <w:tcPr>
            <w:tcW w:w="3902" w:type="dxa"/>
          </w:tcPr>
          <w:p w:rsidR="003C12B7" w:rsidRPr="00524A24" w:rsidRDefault="00AF6002" w:rsidP="003C12B7">
            <w:pPr>
              <w:pStyle w:val="libPoem"/>
            </w:pPr>
            <w:r w:rsidRPr="009647FC">
              <w:rPr>
                <w:rtl/>
              </w:rPr>
              <w:t>ولم</w:t>
            </w:r>
            <w:r>
              <w:rPr>
                <w:rtl/>
              </w:rPr>
              <w:t xml:space="preserve"> </w:t>
            </w:r>
            <w:r w:rsidRPr="009647FC">
              <w:rPr>
                <w:rtl/>
              </w:rPr>
              <w:t>تغمِّضْ</w:t>
            </w:r>
            <w:r>
              <w:rPr>
                <w:rtl/>
              </w:rPr>
              <w:t xml:space="preserve"> </w:t>
            </w:r>
            <w:r w:rsidRPr="009647FC">
              <w:rPr>
                <w:rtl/>
              </w:rPr>
              <w:t>له</w:t>
            </w:r>
            <w:r>
              <w:rPr>
                <w:rtl/>
              </w:rPr>
              <w:t xml:space="preserve"> </w:t>
            </w:r>
            <w:r w:rsidRPr="009647FC">
              <w:rPr>
                <w:rtl/>
              </w:rPr>
              <w:t>جفونا</w:t>
            </w:r>
            <w:r w:rsidR="003C12B7"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AF6002" w:rsidP="003C12B7">
            <w:pPr>
              <w:pStyle w:val="libPoem"/>
            </w:pPr>
            <w:r w:rsidRPr="009647FC">
              <w:rPr>
                <w:rtl/>
              </w:rPr>
              <w:t>إلاّ</w:t>
            </w:r>
            <w:r>
              <w:rPr>
                <w:rtl/>
              </w:rPr>
              <w:t xml:space="preserve"> </w:t>
            </w:r>
            <w:r w:rsidRPr="009647FC">
              <w:rPr>
                <w:rtl/>
              </w:rPr>
              <w:t>يدا</w:t>
            </w:r>
            <w:r>
              <w:rPr>
                <w:rtl/>
              </w:rPr>
              <w:t xml:space="preserve"> </w:t>
            </w:r>
            <w:r w:rsidRPr="009647FC">
              <w:rPr>
                <w:rtl/>
              </w:rPr>
              <w:t>مجده</w:t>
            </w:r>
            <w:r>
              <w:rPr>
                <w:rtl/>
              </w:rPr>
              <w:t xml:space="preserve"> </w:t>
            </w:r>
            <w:r w:rsidRPr="009647FC">
              <w:rPr>
                <w:rtl/>
              </w:rPr>
              <w:t>الأثيلِ</w:t>
            </w:r>
            <w:r w:rsidR="003C12B7" w:rsidRPr="00524A24">
              <w:rPr>
                <w:rStyle w:val="libPoemTiniChar0"/>
                <w:rtl/>
              </w:rPr>
              <w:br/>
              <w:t> </w:t>
            </w:r>
          </w:p>
        </w:tc>
      </w:tr>
      <w:tr w:rsidR="003C12B7" w:rsidRPr="00524A24" w:rsidTr="003C12B7">
        <w:trPr>
          <w:trHeight w:val="350"/>
        </w:trPr>
        <w:tc>
          <w:tcPr>
            <w:tcW w:w="3902" w:type="dxa"/>
          </w:tcPr>
          <w:p w:rsidR="003C12B7" w:rsidRPr="00524A24" w:rsidRDefault="00AF6002" w:rsidP="003C12B7">
            <w:pPr>
              <w:pStyle w:val="libPoem"/>
            </w:pPr>
            <w:r w:rsidRPr="009647FC">
              <w:rPr>
                <w:rtl/>
              </w:rPr>
              <w:t>وغسلته</w:t>
            </w:r>
            <w:r w:rsidR="004C00A8">
              <w:rPr>
                <w:rtl/>
              </w:rPr>
              <w:t xml:space="preserve"> </w:t>
            </w:r>
            <w:r w:rsidRPr="009647FC">
              <w:rPr>
                <w:rtl/>
              </w:rPr>
              <w:t>العُلى</w:t>
            </w:r>
            <w:r>
              <w:rPr>
                <w:rtl/>
              </w:rPr>
              <w:t xml:space="preserve"> </w:t>
            </w:r>
            <w:r w:rsidRPr="009647FC">
              <w:rPr>
                <w:rtl/>
              </w:rPr>
              <w:t>وقالت:</w:t>
            </w:r>
            <w:r w:rsidR="003C12B7"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AF6002" w:rsidP="003C12B7">
            <w:pPr>
              <w:pStyle w:val="libPoem"/>
            </w:pPr>
            <w:r w:rsidRPr="009647FC">
              <w:rPr>
                <w:rtl/>
              </w:rPr>
              <w:t>بوركت</w:t>
            </w:r>
            <w:r>
              <w:rPr>
                <w:rtl/>
              </w:rPr>
              <w:t xml:space="preserve"> </w:t>
            </w:r>
            <w:r w:rsidRPr="009647FC">
              <w:rPr>
                <w:rtl/>
              </w:rPr>
              <w:t>من</w:t>
            </w:r>
            <w:r>
              <w:rPr>
                <w:rtl/>
              </w:rPr>
              <w:t xml:space="preserve"> </w:t>
            </w:r>
            <w:r w:rsidRPr="009647FC">
              <w:rPr>
                <w:rtl/>
              </w:rPr>
              <w:t>طاهرٍ</w:t>
            </w:r>
            <w:r>
              <w:rPr>
                <w:rtl/>
              </w:rPr>
              <w:t xml:space="preserve"> </w:t>
            </w:r>
            <w:r w:rsidRPr="009647FC">
              <w:rPr>
                <w:rtl/>
              </w:rPr>
              <w:t>غسيلِ</w:t>
            </w:r>
            <w:r w:rsidR="003C12B7" w:rsidRPr="00524A24">
              <w:rPr>
                <w:rStyle w:val="libPoemTiniChar0"/>
                <w:rtl/>
              </w:rPr>
              <w:br/>
              <w:t> </w:t>
            </w:r>
          </w:p>
        </w:tc>
      </w:tr>
      <w:tr w:rsidR="003C12B7" w:rsidRPr="00524A24" w:rsidTr="003C12B7">
        <w:trPr>
          <w:trHeight w:val="350"/>
        </w:trPr>
        <w:tc>
          <w:tcPr>
            <w:tcW w:w="3902" w:type="dxa"/>
          </w:tcPr>
          <w:p w:rsidR="003C12B7" w:rsidRPr="00524A24" w:rsidRDefault="00AF6002" w:rsidP="003C12B7">
            <w:pPr>
              <w:pStyle w:val="libPoem"/>
            </w:pPr>
            <w:r w:rsidRPr="009647FC">
              <w:rPr>
                <w:rtl/>
              </w:rPr>
              <w:t>ثمّ</w:t>
            </w:r>
            <w:r w:rsidR="004C00A8">
              <w:rPr>
                <w:rtl/>
              </w:rPr>
              <w:t xml:space="preserve"> </w:t>
            </w:r>
            <w:r w:rsidRPr="009647FC">
              <w:rPr>
                <w:rtl/>
              </w:rPr>
              <w:t>نعت:</w:t>
            </w:r>
            <w:r>
              <w:rPr>
                <w:rtl/>
              </w:rPr>
              <w:t xml:space="preserve"> </w:t>
            </w:r>
            <w:r w:rsidRPr="009647FC">
              <w:rPr>
                <w:rtl/>
              </w:rPr>
              <w:t>أي</w:t>
            </w:r>
            <w:r w:rsidRPr="00B371C6">
              <w:rPr>
                <w:rtl/>
              </w:rPr>
              <w:t>ّ</w:t>
            </w:r>
            <w:r w:rsidRPr="009647FC">
              <w:rPr>
                <w:rtl/>
              </w:rPr>
              <w:t>ها</w:t>
            </w:r>
            <w:r>
              <w:rPr>
                <w:rtl/>
              </w:rPr>
              <w:t xml:space="preserve"> </w:t>
            </w:r>
            <w:r w:rsidRPr="009647FC">
              <w:rPr>
                <w:rtl/>
              </w:rPr>
              <w:t>المسجّى</w:t>
            </w:r>
            <w:r w:rsidR="003C12B7"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AF6002" w:rsidP="003C12B7">
            <w:pPr>
              <w:pStyle w:val="libPoem"/>
            </w:pPr>
            <w:r w:rsidRPr="009647FC">
              <w:rPr>
                <w:rtl/>
              </w:rPr>
              <w:t>والحمدُ</w:t>
            </w:r>
            <w:r w:rsidR="004C00A8">
              <w:rPr>
                <w:rtl/>
              </w:rPr>
              <w:t xml:space="preserve"> </w:t>
            </w:r>
            <w:r w:rsidRPr="009647FC">
              <w:rPr>
                <w:rtl/>
              </w:rPr>
              <w:t>في</w:t>
            </w:r>
            <w:r>
              <w:rPr>
                <w:rtl/>
              </w:rPr>
              <w:t xml:space="preserve"> </w:t>
            </w:r>
            <w:r w:rsidRPr="009647FC">
              <w:rPr>
                <w:rtl/>
              </w:rPr>
              <w:t>برده</w:t>
            </w:r>
            <w:r>
              <w:rPr>
                <w:rtl/>
              </w:rPr>
              <w:t xml:space="preserve"> </w:t>
            </w:r>
            <w:r w:rsidRPr="009647FC">
              <w:rPr>
                <w:rtl/>
              </w:rPr>
              <w:t>الجميلِ</w:t>
            </w:r>
            <w:r w:rsidR="003C12B7" w:rsidRPr="00524A24">
              <w:rPr>
                <w:rStyle w:val="libPoemTiniChar0"/>
                <w:rtl/>
              </w:rPr>
              <w:br/>
              <w:t> </w:t>
            </w:r>
          </w:p>
        </w:tc>
      </w:tr>
      <w:tr w:rsidR="003C12B7" w:rsidRPr="00524A24" w:rsidTr="003C12B7">
        <w:trPr>
          <w:trHeight w:val="350"/>
        </w:trPr>
        <w:tc>
          <w:tcPr>
            <w:tcW w:w="3902" w:type="dxa"/>
          </w:tcPr>
          <w:p w:rsidR="003C12B7" w:rsidRPr="00524A24" w:rsidRDefault="00AF6002" w:rsidP="003C12B7">
            <w:pPr>
              <w:pStyle w:val="libPoem"/>
            </w:pPr>
            <w:r w:rsidRPr="009647FC">
              <w:rPr>
                <w:rtl/>
              </w:rPr>
              <w:t>أما</w:t>
            </w:r>
            <w:r>
              <w:rPr>
                <w:rtl/>
              </w:rPr>
              <w:t xml:space="preserve"> </w:t>
            </w:r>
            <w:r w:rsidRPr="009647FC">
              <w:rPr>
                <w:rtl/>
              </w:rPr>
              <w:t>ترى</w:t>
            </w:r>
            <w:r>
              <w:rPr>
                <w:rtl/>
              </w:rPr>
              <w:t xml:space="preserve"> (</w:t>
            </w:r>
            <w:r w:rsidRPr="009647FC">
              <w:rPr>
                <w:rtl/>
              </w:rPr>
              <w:t>أحمداً</w:t>
            </w:r>
            <w:r>
              <w:rPr>
                <w:rtl/>
              </w:rPr>
              <w:t xml:space="preserve">) </w:t>
            </w:r>
            <w:r w:rsidRPr="009647FC">
              <w:rPr>
                <w:rtl/>
              </w:rPr>
              <w:t>ينادي</w:t>
            </w:r>
            <w:r w:rsidR="003C12B7" w:rsidRPr="00524A24">
              <w:rPr>
                <w:rStyle w:val="libPoemTiniChar0"/>
                <w:rtl/>
              </w:rPr>
              <w:br/>
              <w:t> </w:t>
            </w:r>
          </w:p>
        </w:tc>
        <w:tc>
          <w:tcPr>
            <w:tcW w:w="301" w:type="dxa"/>
          </w:tcPr>
          <w:p w:rsidR="003C12B7" w:rsidRPr="00524A24" w:rsidRDefault="003C12B7" w:rsidP="003C12B7">
            <w:pPr>
              <w:pStyle w:val="libPoem"/>
              <w:rPr>
                <w:rtl/>
              </w:rPr>
            </w:pPr>
          </w:p>
        </w:tc>
        <w:tc>
          <w:tcPr>
            <w:tcW w:w="3884" w:type="dxa"/>
          </w:tcPr>
          <w:p w:rsidR="003C12B7" w:rsidRPr="00524A24" w:rsidRDefault="00AF6002" w:rsidP="003C12B7">
            <w:pPr>
              <w:pStyle w:val="libPoem"/>
            </w:pPr>
            <w:r w:rsidRPr="009647FC">
              <w:rPr>
                <w:rtl/>
              </w:rPr>
              <w:t>يا</w:t>
            </w:r>
            <w:r w:rsidR="004C00A8">
              <w:rPr>
                <w:rtl/>
              </w:rPr>
              <w:t xml:space="preserve"> </w:t>
            </w:r>
            <w:r w:rsidRPr="009647FC">
              <w:rPr>
                <w:rtl/>
              </w:rPr>
              <w:t>مقلتي</w:t>
            </w:r>
            <w:r>
              <w:rPr>
                <w:rtl/>
              </w:rPr>
              <w:t xml:space="preserve"> </w:t>
            </w:r>
            <w:r w:rsidRPr="009647FC">
              <w:rPr>
                <w:rtl/>
              </w:rPr>
              <w:t>في</w:t>
            </w:r>
            <w:r>
              <w:rPr>
                <w:rtl/>
              </w:rPr>
              <w:t xml:space="preserve"> </w:t>
            </w:r>
            <w:r w:rsidRPr="009647FC">
              <w:rPr>
                <w:rtl/>
              </w:rPr>
              <w:t>الدموع</w:t>
            </w:r>
            <w:r>
              <w:rPr>
                <w:rtl/>
              </w:rPr>
              <w:t xml:space="preserve"> </w:t>
            </w:r>
            <w:r w:rsidRPr="009647FC">
              <w:rPr>
                <w:rtl/>
              </w:rPr>
              <w:t>سيلي</w:t>
            </w:r>
            <w:r w:rsidR="003C12B7"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AF6002" w:rsidRPr="00524A24" w:rsidTr="00AF6002">
        <w:trPr>
          <w:trHeight w:val="350"/>
        </w:trPr>
        <w:tc>
          <w:tcPr>
            <w:tcW w:w="3902" w:type="dxa"/>
          </w:tcPr>
          <w:p w:rsidR="00AF6002" w:rsidRPr="00524A24" w:rsidRDefault="00AF6002" w:rsidP="00791A38">
            <w:pPr>
              <w:pStyle w:val="libPoem"/>
            </w:pPr>
            <w:r w:rsidRPr="009647FC">
              <w:rPr>
                <w:rtl/>
              </w:rPr>
              <w:lastRenderedPageBreak/>
              <w:t>ومنك</w:t>
            </w:r>
            <w:r w:rsidR="004C00A8">
              <w:rPr>
                <w:rtl/>
              </w:rPr>
              <w:t xml:space="preserve"> </w:t>
            </w:r>
            <w:r w:rsidRPr="009647FC">
              <w:rPr>
                <w:rtl/>
              </w:rPr>
              <w:t>ينعي</w:t>
            </w:r>
            <w:r>
              <w:rPr>
                <w:rtl/>
              </w:rPr>
              <w:t xml:space="preserve"> </w:t>
            </w:r>
            <w:r w:rsidRPr="009647FC">
              <w:rPr>
                <w:rtl/>
              </w:rPr>
              <w:t>على</w:t>
            </w:r>
            <w:r>
              <w:rPr>
                <w:rtl/>
              </w:rPr>
              <w:t xml:space="preserve"> </w:t>
            </w:r>
            <w:r w:rsidRPr="009647FC">
              <w:rPr>
                <w:rtl/>
              </w:rPr>
              <w:t>نجيبٍ</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قرمٍ</w:t>
            </w:r>
            <w:r w:rsidR="004C00A8">
              <w:rPr>
                <w:rtl/>
              </w:rPr>
              <w:t xml:space="preserve"> </w:t>
            </w:r>
            <w:r w:rsidRPr="009647FC">
              <w:rPr>
                <w:rtl/>
              </w:rPr>
              <w:t>لأثقاله</w:t>
            </w:r>
            <w:r>
              <w:rPr>
                <w:rtl/>
              </w:rPr>
              <w:t xml:space="preserve"> </w:t>
            </w:r>
            <w:r w:rsidRPr="009647FC">
              <w:rPr>
                <w:rtl/>
              </w:rPr>
              <w:t>حمولِ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يقول</w:t>
            </w:r>
            <w:r>
              <w:rPr>
                <w:rtl/>
              </w:rPr>
              <w:t xml:space="preserve"> </w:t>
            </w:r>
            <w:r w:rsidRPr="009647FC">
              <w:rPr>
                <w:rtl/>
              </w:rPr>
              <w:t>يا</w:t>
            </w:r>
            <w:r>
              <w:rPr>
                <w:rtl/>
              </w:rPr>
              <w:t xml:space="preserve"> </w:t>
            </w:r>
            <w:r w:rsidRPr="009647FC">
              <w:rPr>
                <w:rtl/>
              </w:rPr>
              <w:t>منهضي</w:t>
            </w:r>
            <w:r>
              <w:rPr>
                <w:rtl/>
              </w:rPr>
              <w:t xml:space="preserve"> </w:t>
            </w:r>
            <w:r w:rsidRPr="009647FC">
              <w:rPr>
                <w:rtl/>
              </w:rPr>
              <w:t>برفقٍ</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من</w:t>
            </w:r>
            <w:r w:rsidR="004C00A8">
              <w:rPr>
                <w:rtl/>
              </w:rPr>
              <w:t xml:space="preserve"> </w:t>
            </w:r>
            <w:r w:rsidRPr="009647FC">
              <w:rPr>
                <w:rtl/>
              </w:rPr>
              <w:t>عثرة</w:t>
            </w:r>
            <w:r>
              <w:rPr>
                <w:rtl/>
              </w:rPr>
              <w:t xml:space="preserve"> </w:t>
            </w:r>
            <w:r w:rsidRPr="009647FC">
              <w:rPr>
                <w:rtl/>
              </w:rPr>
              <w:t>الدهر</w:t>
            </w:r>
            <w:r>
              <w:rPr>
                <w:rtl/>
              </w:rPr>
              <w:t xml:space="preserve"> </w:t>
            </w:r>
            <w:r w:rsidRPr="009647FC">
              <w:rPr>
                <w:rtl/>
              </w:rPr>
              <w:t>من</w:t>
            </w:r>
            <w:r>
              <w:rPr>
                <w:rtl/>
              </w:rPr>
              <w:t xml:space="preserve"> </w:t>
            </w:r>
            <w:r w:rsidRPr="009647FC">
              <w:rPr>
                <w:rtl/>
              </w:rPr>
              <w:t>مقيلي</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أصول</w:t>
            </w:r>
            <w:r>
              <w:rPr>
                <w:rtl/>
              </w:rPr>
              <w:t xml:space="preserve"> </w:t>
            </w:r>
            <w:r w:rsidRPr="009647FC">
              <w:rPr>
                <w:rtl/>
              </w:rPr>
              <w:t>فيم</w:t>
            </w:r>
            <w:r>
              <w:rPr>
                <w:rtl/>
              </w:rPr>
              <w:t>َ</w:t>
            </w:r>
            <w:r w:rsidRPr="009647FC">
              <w:rPr>
                <w:rtl/>
              </w:rPr>
              <w:t>نْ</w:t>
            </w:r>
            <w:r>
              <w:rPr>
                <w:rtl/>
              </w:rPr>
              <w:t xml:space="preserve"> </w:t>
            </w:r>
            <w:r w:rsidRPr="009647FC">
              <w:rPr>
                <w:rtl/>
              </w:rPr>
              <w:t>على</w:t>
            </w:r>
            <w:r>
              <w:rPr>
                <w:rtl/>
              </w:rPr>
              <w:t xml:space="preserve"> </w:t>
            </w:r>
            <w:r w:rsidRPr="009647FC">
              <w:rPr>
                <w:rtl/>
              </w:rPr>
              <w:t>زماني</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يا</w:t>
            </w:r>
            <w:r>
              <w:rPr>
                <w:rtl/>
              </w:rPr>
              <w:t xml:space="preserve"> </w:t>
            </w:r>
            <w:r w:rsidRPr="009647FC">
              <w:rPr>
                <w:rtl/>
              </w:rPr>
              <w:t>دافني</w:t>
            </w:r>
            <w:r>
              <w:rPr>
                <w:rtl/>
              </w:rPr>
              <w:t xml:space="preserve"> </w:t>
            </w:r>
            <w:r w:rsidRPr="009647FC">
              <w:rPr>
                <w:rtl/>
              </w:rPr>
              <w:t>سيفي</w:t>
            </w:r>
            <w:r>
              <w:rPr>
                <w:rtl/>
              </w:rPr>
              <w:t xml:space="preserve"> </w:t>
            </w:r>
            <w:r w:rsidRPr="009647FC">
              <w:rPr>
                <w:rtl/>
              </w:rPr>
              <w:t>الصقيلِ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وهذه</w:t>
            </w:r>
            <w:r w:rsidR="004C00A8">
              <w:rPr>
                <w:rtl/>
              </w:rPr>
              <w:t xml:space="preserve"> </w:t>
            </w:r>
            <w:r w:rsidRPr="009647FC">
              <w:rPr>
                <w:rtl/>
              </w:rPr>
              <w:t>المكرماتُ</w:t>
            </w:r>
            <w:r>
              <w:rPr>
                <w:rtl/>
              </w:rPr>
              <w:t xml:space="preserve"> </w:t>
            </w:r>
            <w:r w:rsidRPr="009647FC">
              <w:rPr>
                <w:rtl/>
              </w:rPr>
              <w:t>تنعى</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فتخلط</w:t>
            </w:r>
            <w:r>
              <w:rPr>
                <w:rtl/>
              </w:rPr>
              <w:t xml:space="preserve"> </w:t>
            </w:r>
            <w:r w:rsidRPr="009647FC">
              <w:rPr>
                <w:rtl/>
              </w:rPr>
              <w:t>النعي</w:t>
            </w:r>
            <w:r>
              <w:rPr>
                <w:rtl/>
              </w:rPr>
              <w:t xml:space="preserve">َ </w:t>
            </w:r>
            <w:r w:rsidRPr="009647FC">
              <w:rPr>
                <w:rtl/>
              </w:rPr>
              <w:t>بالعويلِ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قد</w:t>
            </w:r>
            <w:r w:rsidR="004C00A8">
              <w:rPr>
                <w:rtl/>
              </w:rPr>
              <w:t xml:space="preserve"> </w:t>
            </w:r>
            <w:r w:rsidRPr="009647FC">
              <w:rPr>
                <w:rtl/>
              </w:rPr>
              <w:t>حملوا</w:t>
            </w:r>
            <w:r>
              <w:rPr>
                <w:rtl/>
              </w:rPr>
              <w:t xml:space="preserve"> </w:t>
            </w:r>
            <w:r w:rsidRPr="009647FC">
              <w:rPr>
                <w:rtl/>
              </w:rPr>
              <w:t>واحدي</w:t>
            </w:r>
            <w:r>
              <w:rPr>
                <w:rtl/>
              </w:rPr>
              <w:t xml:space="preserve"> </w:t>
            </w:r>
            <w:r w:rsidRPr="009647FC">
              <w:rPr>
                <w:rtl/>
              </w:rPr>
              <w:t>بنعشٍ</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خف</w:t>
            </w:r>
            <w:r>
              <w:rPr>
                <w:rtl/>
              </w:rPr>
              <w:t xml:space="preserve"> </w:t>
            </w:r>
            <w:r w:rsidRPr="009647FC">
              <w:rPr>
                <w:rtl/>
              </w:rPr>
              <w:t>بعب‌ء</w:t>
            </w:r>
            <w:r>
              <w:rPr>
                <w:rtl/>
              </w:rPr>
              <w:t xml:space="preserve"> </w:t>
            </w:r>
            <w:r w:rsidRPr="009647FC">
              <w:rPr>
                <w:rtl/>
              </w:rPr>
              <w:t>النهى</w:t>
            </w:r>
            <w:r>
              <w:rPr>
                <w:rtl/>
              </w:rPr>
              <w:t xml:space="preserve"> </w:t>
            </w:r>
            <w:r w:rsidRPr="009647FC">
              <w:rPr>
                <w:rtl/>
              </w:rPr>
              <w:t>الثقيلِ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يا</w:t>
            </w:r>
            <w:r>
              <w:rPr>
                <w:rtl/>
              </w:rPr>
              <w:t xml:space="preserve"> </w:t>
            </w:r>
            <w:r w:rsidRPr="009647FC">
              <w:rPr>
                <w:rtl/>
              </w:rPr>
              <w:t>راحلاً</w:t>
            </w:r>
            <w:r>
              <w:rPr>
                <w:rtl/>
              </w:rPr>
              <w:t xml:space="preserve"> </w:t>
            </w:r>
            <w:r w:rsidRPr="009647FC">
              <w:rPr>
                <w:rtl/>
              </w:rPr>
              <w:t>للبلى</w:t>
            </w:r>
            <w:r>
              <w:rPr>
                <w:rtl/>
              </w:rPr>
              <w:t xml:space="preserve"> </w:t>
            </w:r>
            <w:r w:rsidRPr="009647FC">
              <w:rPr>
                <w:rtl/>
              </w:rPr>
              <w:t>إلى</w:t>
            </w:r>
            <w:r>
              <w:rPr>
                <w:rtl/>
              </w:rPr>
              <w:t xml:space="preserve"> </w:t>
            </w:r>
            <w:r w:rsidRPr="009647FC">
              <w:rPr>
                <w:rtl/>
              </w:rPr>
              <w:t>م</w:t>
            </w:r>
            <w:r>
              <w:rPr>
                <w:rtl/>
              </w:rPr>
              <w:t>َ</w:t>
            </w:r>
            <w:r w:rsidRPr="009647FC">
              <w:rPr>
                <w:rtl/>
              </w:rPr>
              <w:t>نْ</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بعدك</w:t>
            </w:r>
            <w:r>
              <w:rPr>
                <w:rtl/>
              </w:rPr>
              <w:t xml:space="preserve"> </w:t>
            </w:r>
            <w:r w:rsidRPr="009647FC">
              <w:rPr>
                <w:rtl/>
              </w:rPr>
              <w:t>بين</w:t>
            </w:r>
            <w:r>
              <w:rPr>
                <w:rtl/>
              </w:rPr>
              <w:t xml:space="preserve"> </w:t>
            </w:r>
            <w:r w:rsidRPr="009647FC">
              <w:rPr>
                <w:rtl/>
              </w:rPr>
              <w:t>الورى</w:t>
            </w:r>
            <w:r>
              <w:rPr>
                <w:rtl/>
              </w:rPr>
              <w:t xml:space="preserve"> </w:t>
            </w:r>
            <w:r w:rsidRPr="009647FC">
              <w:rPr>
                <w:rtl/>
              </w:rPr>
              <w:t>رحيلي</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منك</w:t>
            </w:r>
            <w:r>
              <w:rPr>
                <w:rtl/>
              </w:rPr>
              <w:t xml:space="preserve"> </w:t>
            </w:r>
            <w:r w:rsidRPr="009647FC">
              <w:rPr>
                <w:rtl/>
              </w:rPr>
              <w:t>رباعُ</w:t>
            </w:r>
            <w:r>
              <w:rPr>
                <w:rtl/>
              </w:rPr>
              <w:t xml:space="preserve"> </w:t>
            </w:r>
            <w:r w:rsidRPr="009647FC">
              <w:rPr>
                <w:rtl/>
              </w:rPr>
              <w:t>العُلى</w:t>
            </w:r>
            <w:r>
              <w:rPr>
                <w:rtl/>
              </w:rPr>
              <w:t xml:space="preserve"> </w:t>
            </w:r>
            <w:r w:rsidRPr="009647FC">
              <w:rPr>
                <w:rtl/>
              </w:rPr>
              <w:t>برغمي</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خلت</w:t>
            </w:r>
            <w:r w:rsidR="004C00A8">
              <w:rPr>
                <w:rtl/>
              </w:rPr>
              <w:t xml:space="preserve"> </w:t>
            </w:r>
            <w:r w:rsidRPr="009647FC">
              <w:rPr>
                <w:rtl/>
              </w:rPr>
              <w:t>ورغم</w:t>
            </w:r>
            <w:r>
              <w:rPr>
                <w:rtl/>
              </w:rPr>
              <w:t xml:space="preserve"> </w:t>
            </w:r>
            <w:r w:rsidRPr="009647FC">
              <w:rPr>
                <w:rtl/>
              </w:rPr>
              <w:t>الحجى</w:t>
            </w:r>
            <w:r>
              <w:rPr>
                <w:rtl/>
              </w:rPr>
              <w:t xml:space="preserve"> </w:t>
            </w:r>
            <w:r w:rsidRPr="009647FC">
              <w:rPr>
                <w:rtl/>
              </w:rPr>
              <w:t>الأصيلِ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زهت</w:t>
            </w:r>
            <w:r>
              <w:rPr>
                <w:rtl/>
              </w:rPr>
              <w:t xml:space="preserve"> </w:t>
            </w:r>
            <w:r w:rsidRPr="009647FC">
              <w:rPr>
                <w:rtl/>
              </w:rPr>
              <w:t>زماناً</w:t>
            </w:r>
            <w:r>
              <w:rPr>
                <w:rtl/>
              </w:rPr>
              <w:t xml:space="preserve"> </w:t>
            </w:r>
            <w:r w:rsidRPr="009647FC">
              <w:rPr>
                <w:rtl/>
              </w:rPr>
              <w:t>بها</w:t>
            </w:r>
            <w:r>
              <w:rPr>
                <w:rtl/>
              </w:rPr>
              <w:t xml:space="preserve"> </w:t>
            </w:r>
            <w:r w:rsidRPr="009647FC">
              <w:rPr>
                <w:rtl/>
              </w:rPr>
              <w:t>الليالي</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والسعدُ</w:t>
            </w:r>
            <w:r w:rsidR="004C00A8">
              <w:rPr>
                <w:rtl/>
              </w:rPr>
              <w:t xml:space="preserve"> </w:t>
            </w:r>
            <w:r w:rsidRPr="009647FC">
              <w:rPr>
                <w:rtl/>
              </w:rPr>
              <w:t>في</w:t>
            </w:r>
            <w:r>
              <w:rPr>
                <w:rtl/>
              </w:rPr>
              <w:t xml:space="preserve"> </w:t>
            </w:r>
            <w:r w:rsidRPr="009647FC">
              <w:rPr>
                <w:rtl/>
              </w:rPr>
              <w:t>ظلّها</w:t>
            </w:r>
            <w:r>
              <w:rPr>
                <w:rtl/>
              </w:rPr>
              <w:t xml:space="preserve"> </w:t>
            </w:r>
            <w:r w:rsidRPr="009647FC">
              <w:rPr>
                <w:rtl/>
              </w:rPr>
              <w:t>الظليلِ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وغرُّ</w:t>
            </w:r>
            <w:r w:rsidR="004C00A8">
              <w:rPr>
                <w:rtl/>
              </w:rPr>
              <w:t xml:space="preserve"> </w:t>
            </w:r>
            <w:r w:rsidRPr="009647FC">
              <w:rPr>
                <w:rtl/>
              </w:rPr>
              <w:t>أيامها</w:t>
            </w:r>
            <w:r>
              <w:rPr>
                <w:rtl/>
              </w:rPr>
              <w:t xml:space="preserve"> </w:t>
            </w:r>
            <w:r w:rsidRPr="009647FC">
              <w:rPr>
                <w:rtl/>
              </w:rPr>
              <w:t>حسانٌ</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تمرُّ</w:t>
            </w:r>
            <w:r w:rsidR="004C00A8">
              <w:rPr>
                <w:rtl/>
              </w:rPr>
              <w:t xml:space="preserve"> </w:t>
            </w:r>
            <w:r w:rsidRPr="009647FC">
              <w:rPr>
                <w:rtl/>
              </w:rPr>
              <w:t>وضاحة</w:t>
            </w:r>
            <w:r>
              <w:rPr>
                <w:rtl/>
              </w:rPr>
              <w:t xml:space="preserve"> </w:t>
            </w:r>
            <w:r w:rsidRPr="009647FC">
              <w:rPr>
                <w:rtl/>
              </w:rPr>
              <w:t>الحجولِ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والناسُ</w:t>
            </w:r>
            <w:r>
              <w:rPr>
                <w:rtl/>
              </w:rPr>
              <w:t xml:space="preserve"> </w:t>
            </w:r>
            <w:r w:rsidRPr="009647FC">
              <w:rPr>
                <w:rtl/>
              </w:rPr>
              <w:t>من</w:t>
            </w:r>
            <w:r>
              <w:rPr>
                <w:rtl/>
              </w:rPr>
              <w:t xml:space="preserve"> </w:t>
            </w:r>
            <w:r w:rsidRPr="009647FC">
              <w:rPr>
                <w:rtl/>
              </w:rPr>
              <w:t>رائحِ</w:t>
            </w:r>
            <w:r>
              <w:rPr>
                <w:rtl/>
              </w:rPr>
              <w:t xml:space="preserve"> </w:t>
            </w:r>
            <w:r w:rsidRPr="009647FC">
              <w:rPr>
                <w:rtl/>
              </w:rPr>
              <w:t>وغادٍ</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يثني</w:t>
            </w:r>
            <w:r>
              <w:rPr>
                <w:rtl/>
              </w:rPr>
              <w:t xml:space="preserve"> </w:t>
            </w:r>
            <w:r w:rsidRPr="009647FC">
              <w:rPr>
                <w:rtl/>
              </w:rPr>
              <w:t>بمعروفها</w:t>
            </w:r>
            <w:r>
              <w:rPr>
                <w:rtl/>
              </w:rPr>
              <w:t xml:space="preserve"> </w:t>
            </w:r>
            <w:r w:rsidRPr="009647FC">
              <w:rPr>
                <w:rtl/>
              </w:rPr>
              <w:t>الجزيلِ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واليوم</w:t>
            </w:r>
            <w:r w:rsidR="004C00A8">
              <w:rPr>
                <w:rtl/>
              </w:rPr>
              <w:t xml:space="preserve"> </w:t>
            </w:r>
            <w:r w:rsidRPr="009647FC">
              <w:rPr>
                <w:rtl/>
              </w:rPr>
              <w:t>ذاك</w:t>
            </w:r>
            <w:r>
              <w:rPr>
                <w:rtl/>
              </w:rPr>
              <w:t xml:space="preserve"> </w:t>
            </w:r>
            <w:r w:rsidRPr="009647FC">
              <w:rPr>
                <w:rtl/>
              </w:rPr>
              <w:t>الثناءُ</w:t>
            </w:r>
            <w:r>
              <w:rPr>
                <w:rtl/>
              </w:rPr>
              <w:t xml:space="preserve"> </w:t>
            </w:r>
            <w:r w:rsidRPr="009647FC">
              <w:rPr>
                <w:rtl/>
              </w:rPr>
              <w:t>أضحى</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نوحاً</w:t>
            </w:r>
            <w:r w:rsidR="004C00A8">
              <w:rPr>
                <w:rtl/>
              </w:rPr>
              <w:t xml:space="preserve"> </w:t>
            </w:r>
            <w:r w:rsidRPr="009647FC">
              <w:rPr>
                <w:rtl/>
              </w:rPr>
              <w:t>على</w:t>
            </w:r>
            <w:r>
              <w:rPr>
                <w:rtl/>
              </w:rPr>
              <w:t xml:space="preserve"> </w:t>
            </w:r>
            <w:r w:rsidRPr="009647FC">
              <w:rPr>
                <w:rtl/>
              </w:rPr>
              <w:t>رزءه</w:t>
            </w:r>
            <w:r>
              <w:rPr>
                <w:rtl/>
              </w:rPr>
              <w:t xml:space="preserve"> </w:t>
            </w:r>
            <w:r w:rsidRPr="009647FC">
              <w:rPr>
                <w:rtl/>
              </w:rPr>
              <w:t>الجليلِ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كنت</w:t>
            </w:r>
            <w:r>
              <w:rPr>
                <w:rtl/>
              </w:rPr>
              <w:t xml:space="preserve"> (</w:t>
            </w:r>
            <w:r w:rsidRPr="009647FC">
              <w:rPr>
                <w:rtl/>
              </w:rPr>
              <w:t>لشبليّ</w:t>
            </w:r>
            <w:r>
              <w:rPr>
                <w:rtl/>
              </w:rPr>
              <w:t xml:space="preserve">َ) </w:t>
            </w:r>
            <w:r w:rsidRPr="009647FC">
              <w:rPr>
                <w:rtl/>
              </w:rPr>
              <w:t>أمس</w:t>
            </w:r>
            <w:r>
              <w:rPr>
                <w:rtl/>
              </w:rPr>
              <w:t xml:space="preserve"> </w:t>
            </w:r>
            <w:r w:rsidRPr="009647FC">
              <w:rPr>
                <w:rtl/>
              </w:rPr>
              <w:t>أنعى</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واليوم</w:t>
            </w:r>
            <w:r>
              <w:rPr>
                <w:rtl/>
              </w:rPr>
              <w:t xml:space="preserve"> </w:t>
            </w:r>
            <w:r w:rsidRPr="009647FC">
              <w:rPr>
                <w:rtl/>
              </w:rPr>
              <w:t>أنعى</w:t>
            </w:r>
            <w:r>
              <w:rPr>
                <w:rtl/>
              </w:rPr>
              <w:t xml:space="preserve"> </w:t>
            </w:r>
            <w:r w:rsidRPr="009647FC">
              <w:rPr>
                <w:rtl/>
              </w:rPr>
              <w:t>أبا</w:t>
            </w:r>
            <w:r>
              <w:rPr>
                <w:rtl/>
              </w:rPr>
              <w:t xml:space="preserve"> </w:t>
            </w:r>
            <w:r w:rsidRPr="009647FC">
              <w:rPr>
                <w:rtl/>
              </w:rPr>
              <w:t>الشبولِ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تتابعوا</w:t>
            </w:r>
            <w:r w:rsidR="004C00A8">
              <w:rPr>
                <w:rtl/>
              </w:rPr>
              <w:t xml:space="preserve"> </w:t>
            </w:r>
            <w:r w:rsidRPr="009647FC">
              <w:rPr>
                <w:rtl/>
              </w:rPr>
              <w:t>للمنون</w:t>
            </w:r>
            <w:r>
              <w:rPr>
                <w:rtl/>
              </w:rPr>
              <w:t xml:space="preserve"> </w:t>
            </w:r>
            <w:r w:rsidRPr="009647FC">
              <w:rPr>
                <w:rtl/>
              </w:rPr>
              <w:t>عنّي</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تتابع</w:t>
            </w:r>
            <w:r>
              <w:rPr>
                <w:rtl/>
              </w:rPr>
              <w:t xml:space="preserve">َ </w:t>
            </w:r>
            <w:r w:rsidRPr="009647FC">
              <w:rPr>
                <w:rtl/>
              </w:rPr>
              <w:t>الشهب</w:t>
            </w:r>
            <w:r>
              <w:rPr>
                <w:rtl/>
              </w:rPr>
              <w:t xml:space="preserve"> </w:t>
            </w:r>
            <w:r w:rsidRPr="009647FC">
              <w:rPr>
                <w:rtl/>
              </w:rPr>
              <w:t>للأفولِ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جفاهم</w:t>
            </w:r>
            <w:r w:rsidR="004C00A8">
              <w:rPr>
                <w:rtl/>
              </w:rPr>
              <w:t xml:space="preserve"> </w:t>
            </w:r>
            <w:r w:rsidRPr="009647FC">
              <w:rPr>
                <w:rtl/>
              </w:rPr>
              <w:t>الدهرُ</w:t>
            </w:r>
            <w:r>
              <w:rPr>
                <w:rtl/>
              </w:rPr>
              <w:t xml:space="preserve"> </w:t>
            </w:r>
            <w:r w:rsidRPr="009647FC">
              <w:rPr>
                <w:rtl/>
              </w:rPr>
              <w:t>بعد</w:t>
            </w:r>
            <w:r>
              <w:rPr>
                <w:rtl/>
              </w:rPr>
              <w:t xml:space="preserve"> </w:t>
            </w:r>
            <w:r w:rsidRPr="009647FC">
              <w:rPr>
                <w:rtl/>
              </w:rPr>
              <w:t>وصلٍ</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والدهرُ</w:t>
            </w:r>
            <w:r w:rsidR="004C00A8">
              <w:rPr>
                <w:rtl/>
              </w:rPr>
              <w:t xml:space="preserve"> </w:t>
            </w:r>
            <w:r w:rsidRPr="009647FC">
              <w:rPr>
                <w:rtl/>
              </w:rPr>
              <w:t>كالعاشق</w:t>
            </w:r>
            <w:r>
              <w:rPr>
                <w:rtl/>
              </w:rPr>
              <w:t xml:space="preserve"> </w:t>
            </w:r>
            <w:r w:rsidRPr="009647FC">
              <w:rPr>
                <w:rtl/>
              </w:rPr>
              <w:t>الملولِ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لم</w:t>
            </w:r>
            <w:r w:rsidR="004C00A8">
              <w:rPr>
                <w:rtl/>
              </w:rPr>
              <w:t xml:space="preserve"> </w:t>
            </w:r>
            <w:r w:rsidRPr="009647FC">
              <w:rPr>
                <w:rtl/>
              </w:rPr>
              <w:t>يبق</w:t>
            </w:r>
            <w:r>
              <w:rPr>
                <w:rtl/>
              </w:rPr>
              <w:t xml:space="preserve">َ </w:t>
            </w:r>
            <w:r w:rsidRPr="009647FC">
              <w:rPr>
                <w:rtl/>
              </w:rPr>
              <w:t>إلاّ</w:t>
            </w:r>
            <w:r>
              <w:rPr>
                <w:rtl/>
              </w:rPr>
              <w:t xml:space="preserve"> </w:t>
            </w:r>
            <w:r w:rsidRPr="009647FC">
              <w:rPr>
                <w:rtl/>
              </w:rPr>
              <w:t>القليلُ</w:t>
            </w:r>
            <w:r>
              <w:rPr>
                <w:rtl/>
              </w:rPr>
              <w:t xml:space="preserve"> </w:t>
            </w:r>
            <w:r w:rsidRPr="009647FC">
              <w:rPr>
                <w:rtl/>
              </w:rPr>
              <w:t>منهم</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والخيرُ</w:t>
            </w:r>
            <w:r w:rsidR="004C00A8">
              <w:rPr>
                <w:rtl/>
              </w:rPr>
              <w:t xml:space="preserve"> </w:t>
            </w:r>
            <w:r w:rsidRPr="009647FC">
              <w:rPr>
                <w:rtl/>
              </w:rPr>
              <w:t>في</w:t>
            </w:r>
            <w:r>
              <w:rPr>
                <w:rtl/>
              </w:rPr>
              <w:t xml:space="preserve"> </w:t>
            </w:r>
            <w:r w:rsidRPr="009647FC">
              <w:rPr>
                <w:rtl/>
              </w:rPr>
              <w:t>ذلك</w:t>
            </w:r>
            <w:r>
              <w:rPr>
                <w:rtl/>
              </w:rPr>
              <w:t xml:space="preserve"> </w:t>
            </w:r>
            <w:r w:rsidRPr="009647FC">
              <w:rPr>
                <w:rtl/>
              </w:rPr>
              <w:t>القليلِ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فروعُ</w:t>
            </w:r>
            <w:r>
              <w:rPr>
                <w:rtl/>
              </w:rPr>
              <w:t xml:space="preserve"> </w:t>
            </w:r>
            <w:r w:rsidRPr="009647FC">
              <w:rPr>
                <w:rtl/>
              </w:rPr>
              <w:t>مجدٍ</w:t>
            </w:r>
            <w:r>
              <w:rPr>
                <w:rtl/>
              </w:rPr>
              <w:t xml:space="preserve"> </w:t>
            </w:r>
            <w:r w:rsidRPr="009647FC">
              <w:rPr>
                <w:rtl/>
              </w:rPr>
              <w:t>شذا</w:t>
            </w:r>
            <w:r>
              <w:rPr>
                <w:rtl/>
              </w:rPr>
              <w:t xml:space="preserve"> </w:t>
            </w:r>
            <w:r w:rsidRPr="009647FC">
              <w:rPr>
                <w:rtl/>
              </w:rPr>
              <w:t>علاهم</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يشهد</w:t>
            </w:r>
            <w:r>
              <w:rPr>
                <w:rtl/>
              </w:rPr>
              <w:t xml:space="preserve"> </w:t>
            </w:r>
            <w:r w:rsidRPr="009647FC">
              <w:rPr>
                <w:rtl/>
              </w:rPr>
              <w:t>بالطيب</w:t>
            </w:r>
            <w:r>
              <w:rPr>
                <w:rtl/>
              </w:rPr>
              <w:t xml:space="preserve"> </w:t>
            </w:r>
            <w:r w:rsidRPr="009647FC">
              <w:rPr>
                <w:rtl/>
              </w:rPr>
              <w:t>للأُصولِ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من</w:t>
            </w:r>
            <w:r w:rsidR="004C00A8">
              <w:rPr>
                <w:rtl/>
              </w:rPr>
              <w:t xml:space="preserve"> </w:t>
            </w:r>
            <w:r>
              <w:rPr>
                <w:rtl/>
              </w:rPr>
              <w:t>(</w:t>
            </w:r>
            <w:r w:rsidRPr="009647FC">
              <w:rPr>
                <w:rtl/>
              </w:rPr>
              <w:t>أحمدٍ</w:t>
            </w:r>
            <w:r>
              <w:rPr>
                <w:rtl/>
              </w:rPr>
              <w:t xml:space="preserve">) </w:t>
            </w:r>
            <w:r w:rsidRPr="009647FC">
              <w:rPr>
                <w:rtl/>
              </w:rPr>
              <w:t>قدرُه</w:t>
            </w:r>
            <w:r>
              <w:rPr>
                <w:rtl/>
              </w:rPr>
              <w:t xml:space="preserve"> </w:t>
            </w:r>
            <w:r w:rsidRPr="009647FC">
              <w:rPr>
                <w:rtl/>
              </w:rPr>
              <w:t>عليُّ</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ومن</w:t>
            </w:r>
            <w:r>
              <w:rPr>
                <w:rtl/>
              </w:rPr>
              <w:t xml:space="preserve"> </w:t>
            </w:r>
            <w:r w:rsidRPr="009647FC">
              <w:rPr>
                <w:rtl/>
              </w:rPr>
              <w:t>أخٍ</w:t>
            </w:r>
            <w:r>
              <w:rPr>
                <w:rtl/>
              </w:rPr>
              <w:t xml:space="preserve"> </w:t>
            </w:r>
            <w:r w:rsidRPr="009647FC">
              <w:rPr>
                <w:rtl/>
              </w:rPr>
              <w:t>للنهى</w:t>
            </w:r>
            <w:r>
              <w:rPr>
                <w:rtl/>
              </w:rPr>
              <w:t xml:space="preserve"> </w:t>
            </w:r>
            <w:r w:rsidRPr="009647FC">
              <w:rPr>
                <w:rtl/>
              </w:rPr>
              <w:t>خليلِ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قبيلة</w:t>
            </w:r>
            <w:r w:rsidR="004C00A8">
              <w:rPr>
                <w:rtl/>
              </w:rPr>
              <w:t xml:space="preserve"> </w:t>
            </w:r>
            <w:r w:rsidRPr="009647FC">
              <w:rPr>
                <w:rtl/>
              </w:rPr>
              <w:t>المجد</w:t>
            </w:r>
            <w:r>
              <w:rPr>
                <w:rtl/>
              </w:rPr>
              <w:t xml:space="preserve"> </w:t>
            </w:r>
            <w:r w:rsidRPr="009647FC">
              <w:rPr>
                <w:rtl/>
              </w:rPr>
              <w:t>م</w:t>
            </w:r>
            <w:r w:rsidRPr="00B371C6">
              <w:rPr>
                <w:rtl/>
              </w:rPr>
              <w:t>َ</w:t>
            </w:r>
            <w:r w:rsidRPr="009647FC">
              <w:rPr>
                <w:rtl/>
              </w:rPr>
              <w:t>نْ</w:t>
            </w:r>
            <w:r>
              <w:rPr>
                <w:rtl/>
              </w:rPr>
              <w:t xml:space="preserve"> </w:t>
            </w:r>
            <w:r w:rsidRPr="009647FC">
              <w:rPr>
                <w:rtl/>
              </w:rPr>
              <w:t>سواكم</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لم</w:t>
            </w:r>
            <w:r>
              <w:rPr>
                <w:rtl/>
              </w:rPr>
              <w:t xml:space="preserve"> </w:t>
            </w:r>
            <w:r w:rsidRPr="009647FC">
              <w:rPr>
                <w:rtl/>
              </w:rPr>
              <w:t>يعرف</w:t>
            </w:r>
            <w:r>
              <w:rPr>
                <w:rtl/>
              </w:rPr>
              <w:t xml:space="preserve"> </w:t>
            </w:r>
            <w:r w:rsidRPr="009647FC">
              <w:rPr>
                <w:rtl/>
              </w:rPr>
              <w:t>المجد</w:t>
            </w:r>
            <w:r>
              <w:rPr>
                <w:rtl/>
              </w:rPr>
              <w:t xml:space="preserve"> </w:t>
            </w:r>
            <w:r w:rsidRPr="009647FC">
              <w:rPr>
                <w:rtl/>
              </w:rPr>
              <w:t>من</w:t>
            </w:r>
            <w:r>
              <w:rPr>
                <w:rtl/>
              </w:rPr>
              <w:t xml:space="preserve"> </w:t>
            </w:r>
            <w:r w:rsidRPr="009647FC">
              <w:rPr>
                <w:rtl/>
              </w:rPr>
              <w:t>قبيلِ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عذراً</w:t>
            </w:r>
            <w:r>
              <w:rPr>
                <w:rtl/>
              </w:rPr>
              <w:t xml:space="preserve"> </w:t>
            </w:r>
            <w:r w:rsidRPr="009647FC">
              <w:rPr>
                <w:rtl/>
              </w:rPr>
              <w:t>إذا</w:t>
            </w:r>
            <w:r>
              <w:rPr>
                <w:rtl/>
              </w:rPr>
              <w:t xml:space="preserve"> </w:t>
            </w:r>
            <w:r w:rsidRPr="009647FC">
              <w:rPr>
                <w:rtl/>
              </w:rPr>
              <w:t>لم</w:t>
            </w:r>
            <w:r>
              <w:rPr>
                <w:rtl/>
              </w:rPr>
              <w:t xml:space="preserve"> </w:t>
            </w:r>
            <w:r w:rsidRPr="009647FC">
              <w:rPr>
                <w:rtl/>
              </w:rPr>
              <w:t>أقلْ</w:t>
            </w:r>
            <w:r>
              <w:rPr>
                <w:rtl/>
              </w:rPr>
              <w:t xml:space="preserve"> </w:t>
            </w:r>
            <w:r w:rsidRPr="009647FC">
              <w:rPr>
                <w:rtl/>
              </w:rPr>
              <w:t>عزاءً</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ما</w:t>
            </w:r>
            <w:r w:rsidR="004C00A8">
              <w:rPr>
                <w:rtl/>
              </w:rPr>
              <w:t xml:space="preserve"> </w:t>
            </w:r>
            <w:r w:rsidRPr="009647FC">
              <w:rPr>
                <w:rtl/>
              </w:rPr>
              <w:t>هذه</w:t>
            </w:r>
            <w:r>
              <w:rPr>
                <w:rtl/>
              </w:rPr>
              <w:t xml:space="preserve"> </w:t>
            </w:r>
            <w:r w:rsidRPr="009647FC">
              <w:rPr>
                <w:rtl/>
              </w:rPr>
              <w:t>قولة</w:t>
            </w:r>
            <w:r>
              <w:rPr>
                <w:rtl/>
              </w:rPr>
              <w:t xml:space="preserve"> </w:t>
            </w:r>
            <w:r w:rsidRPr="009647FC">
              <w:rPr>
                <w:rtl/>
              </w:rPr>
              <w:t>الثكولِ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وطاب</w:t>
            </w:r>
            <w:r w:rsidR="004C00A8">
              <w:rPr>
                <w:rtl/>
              </w:rPr>
              <w:t xml:space="preserve"> </w:t>
            </w:r>
            <w:r w:rsidRPr="009647FC">
              <w:rPr>
                <w:rtl/>
              </w:rPr>
              <w:t>قبرٌ</w:t>
            </w:r>
            <w:r>
              <w:rPr>
                <w:rtl/>
              </w:rPr>
              <w:t xml:space="preserve"> </w:t>
            </w:r>
            <w:r w:rsidRPr="009647FC">
              <w:rPr>
                <w:rtl/>
              </w:rPr>
              <w:t>به</w:t>
            </w:r>
            <w:r>
              <w:rPr>
                <w:rtl/>
              </w:rPr>
              <w:t xml:space="preserve"> </w:t>
            </w:r>
            <w:r w:rsidRPr="009647FC">
              <w:rPr>
                <w:rtl/>
              </w:rPr>
              <w:t>توارى</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Pr>
                <w:rtl/>
              </w:rPr>
              <w:t>(</w:t>
            </w:r>
            <w:r w:rsidRPr="009647FC">
              <w:rPr>
                <w:rtl/>
              </w:rPr>
              <w:t>محمدٌ</w:t>
            </w:r>
            <w:r>
              <w:rPr>
                <w:rtl/>
              </w:rPr>
              <w:t xml:space="preserve">) </w:t>
            </w:r>
            <w:r w:rsidRPr="009647FC">
              <w:rPr>
                <w:rtl/>
              </w:rPr>
              <w:t>ذو</w:t>
            </w:r>
            <w:r>
              <w:rPr>
                <w:rtl/>
              </w:rPr>
              <w:t xml:space="preserve"> </w:t>
            </w:r>
            <w:r w:rsidRPr="009647FC">
              <w:rPr>
                <w:rtl/>
              </w:rPr>
              <w:t>الحجى</w:t>
            </w:r>
            <w:r>
              <w:rPr>
                <w:rtl/>
              </w:rPr>
              <w:t xml:space="preserve"> </w:t>
            </w:r>
            <w:r w:rsidRPr="009647FC">
              <w:rPr>
                <w:rtl/>
              </w:rPr>
              <w:t>الأصيلِ</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أغناه</w:t>
            </w:r>
            <w:r>
              <w:rPr>
                <w:rtl/>
              </w:rPr>
              <w:t xml:space="preserve"> </w:t>
            </w:r>
            <w:r w:rsidRPr="009647FC">
              <w:rPr>
                <w:rtl/>
              </w:rPr>
              <w:t>ما</w:t>
            </w:r>
            <w:r>
              <w:rPr>
                <w:rtl/>
              </w:rPr>
              <w:t xml:space="preserve"> </w:t>
            </w:r>
            <w:r w:rsidRPr="009647FC">
              <w:rPr>
                <w:rtl/>
              </w:rPr>
              <w:t>فيه</w:t>
            </w:r>
            <w:r>
              <w:rPr>
                <w:rtl/>
              </w:rPr>
              <w:t xml:space="preserve"> </w:t>
            </w:r>
            <w:r w:rsidRPr="009647FC">
              <w:rPr>
                <w:rtl/>
              </w:rPr>
              <w:t>من</w:t>
            </w:r>
            <w:r>
              <w:rPr>
                <w:rtl/>
              </w:rPr>
              <w:t xml:space="preserve"> </w:t>
            </w:r>
            <w:r w:rsidRPr="009647FC">
              <w:rPr>
                <w:rtl/>
              </w:rPr>
              <w:t>سماحٍ</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عن</w:t>
            </w:r>
            <w:r w:rsidR="004C00A8">
              <w:rPr>
                <w:rtl/>
              </w:rPr>
              <w:t xml:space="preserve"> </w:t>
            </w:r>
            <w:r w:rsidRPr="009647FC">
              <w:rPr>
                <w:rtl/>
              </w:rPr>
              <w:t>سقى</w:t>
            </w:r>
            <w:r>
              <w:rPr>
                <w:rtl/>
              </w:rPr>
              <w:t xml:space="preserve"> </w:t>
            </w:r>
            <w:r w:rsidRPr="009647FC">
              <w:rPr>
                <w:rtl/>
              </w:rPr>
              <w:t>جفن</w:t>
            </w:r>
            <w:r>
              <w:rPr>
                <w:rtl/>
              </w:rPr>
              <w:t xml:space="preserve"> </w:t>
            </w:r>
            <w:r w:rsidRPr="009647FC">
              <w:rPr>
                <w:rtl/>
              </w:rPr>
              <w:t>الحيا</w:t>
            </w:r>
            <w:r>
              <w:rPr>
                <w:rtl/>
              </w:rPr>
              <w:t xml:space="preserve"> </w:t>
            </w:r>
            <w:r w:rsidRPr="009647FC">
              <w:rPr>
                <w:rtl/>
              </w:rPr>
              <w:t>البخيلِ</w:t>
            </w:r>
            <w:r w:rsidRPr="00524A24">
              <w:rPr>
                <w:rStyle w:val="libPoemTiniChar0"/>
                <w:rtl/>
              </w:rPr>
              <w:br/>
              <w:t> </w:t>
            </w:r>
          </w:p>
        </w:tc>
      </w:tr>
    </w:tbl>
    <w:p w:rsidR="009647FC" w:rsidRPr="00524A24" w:rsidRDefault="009647FC" w:rsidP="004E7EC6">
      <w:pPr>
        <w:pStyle w:val="libNormal"/>
      </w:pPr>
      <w:r w:rsidRPr="009647FC">
        <w:rPr>
          <w:rtl/>
        </w:rPr>
        <w:t>وقال الشاعر لمّا توفّي الحاج محمد صالح كبّه</w:t>
      </w:r>
      <w:r w:rsidR="00D769AB">
        <w:rPr>
          <w:rtl/>
        </w:rPr>
        <w:t>:</w:t>
      </w:r>
      <w:r w:rsidRPr="009647FC">
        <w:rPr>
          <w:rtl/>
        </w:rPr>
        <w:t xml:space="preserve"> نظمت في رثائه هذه القصيدة</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وذهبت إلى بغداد لتعزية ولديه الحاج مصطفى</w:t>
      </w:r>
      <w:r w:rsidR="00D769AB">
        <w:rPr>
          <w:rtl/>
        </w:rPr>
        <w:t>،</w:t>
      </w:r>
      <w:r w:rsidRPr="009647FC">
        <w:rPr>
          <w:rtl/>
        </w:rPr>
        <w:t xml:space="preserve"> والحاج محمد حسن</w:t>
      </w:r>
      <w:r w:rsidR="00D769AB">
        <w:rPr>
          <w:rtl/>
        </w:rPr>
        <w:t>،</w:t>
      </w:r>
      <w:r w:rsidRPr="009647FC">
        <w:rPr>
          <w:rtl/>
        </w:rPr>
        <w:t xml:space="preserve"> وأنشادها في ناديهما</w:t>
      </w:r>
      <w:r w:rsidR="00D769AB">
        <w:rPr>
          <w:rtl/>
        </w:rPr>
        <w:t>،</w:t>
      </w:r>
      <w:r w:rsidRPr="009647FC">
        <w:rPr>
          <w:rtl/>
        </w:rPr>
        <w:t xml:space="preserve"> وكان قد تأخّر نظمها وذهابي إلى هناك شهراً كاملاً</w:t>
      </w:r>
      <w:r w:rsidR="00D769AB">
        <w:rPr>
          <w:rtl/>
        </w:rPr>
        <w:t>.</w:t>
      </w:r>
      <w:r w:rsidRPr="009647FC">
        <w:rPr>
          <w:rtl/>
        </w:rPr>
        <w:t xml:space="preserve"> فكتبت أمام القصيدة هذه المقدّمة الفريدة</w:t>
      </w:r>
      <w:r w:rsidR="00D769AB">
        <w:rPr>
          <w:rtl/>
        </w:rPr>
        <w:t>،</w:t>
      </w:r>
      <w:r w:rsidRPr="009647FC">
        <w:rPr>
          <w:rtl/>
        </w:rPr>
        <w:t xml:space="preserve"> وتُليتا معاً</w:t>
      </w:r>
      <w:r w:rsidR="00D769AB">
        <w:rPr>
          <w:rtl/>
        </w:rPr>
        <w:t>؛</w:t>
      </w:r>
      <w:r w:rsidRPr="009647FC">
        <w:rPr>
          <w:rtl/>
        </w:rPr>
        <w:t xml:space="preserve"> وكانت المقدّمة كالاعتذار عن ذلك</w:t>
      </w:r>
      <w:r w:rsidR="00D769AB">
        <w:rPr>
          <w:rtl/>
        </w:rPr>
        <w:t>:</w:t>
      </w:r>
    </w:p>
    <w:tbl>
      <w:tblPr>
        <w:tblStyle w:val="TableGrid"/>
        <w:bidiVisual/>
        <w:tblW w:w="4562" w:type="pct"/>
        <w:tblInd w:w="384" w:type="dxa"/>
        <w:tblLook w:val="04A0"/>
      </w:tblPr>
      <w:tblGrid>
        <w:gridCol w:w="3902"/>
        <w:gridCol w:w="301"/>
        <w:gridCol w:w="3884"/>
      </w:tblGrid>
      <w:tr w:rsidR="00AF6002" w:rsidRPr="00524A24" w:rsidTr="00AF6002">
        <w:trPr>
          <w:trHeight w:val="350"/>
        </w:trPr>
        <w:tc>
          <w:tcPr>
            <w:tcW w:w="3902" w:type="dxa"/>
          </w:tcPr>
          <w:p w:rsidR="00AF6002" w:rsidRPr="00524A24" w:rsidRDefault="00AF6002" w:rsidP="00791A38">
            <w:pPr>
              <w:pStyle w:val="libPoem"/>
            </w:pPr>
            <w:r w:rsidRPr="009647FC">
              <w:rPr>
                <w:rtl/>
              </w:rPr>
              <w:t xml:space="preserve">وقفتُ على </w:t>
            </w:r>
            <w:r>
              <w:rPr>
                <w:rtl/>
              </w:rPr>
              <w:t>(</w:t>
            </w:r>
            <w:r w:rsidRPr="009647FC">
              <w:rPr>
                <w:rtl/>
              </w:rPr>
              <w:t>الزوراءِ</w:t>
            </w:r>
            <w:r>
              <w:rPr>
                <w:rtl/>
              </w:rPr>
              <w:t>)</w:t>
            </w:r>
            <w:r w:rsidRPr="009647FC">
              <w:rPr>
                <w:rtl/>
              </w:rPr>
              <w:t xml:space="preserve"> وهي يتيمةٌ</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تحنُّ لم</w:t>
            </w:r>
            <w:r>
              <w:rPr>
                <w:rtl/>
              </w:rPr>
              <w:t>َ</w:t>
            </w:r>
            <w:r w:rsidRPr="009647FC">
              <w:rPr>
                <w:rtl/>
              </w:rPr>
              <w:t>نْ أبقى المعالي ثواكلا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فتنعاه طوراً للفواضل والنهى</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وطوراً له تنعى النهى والفواضلا</w:t>
            </w:r>
            <w:r w:rsidRPr="00524A24">
              <w:rPr>
                <w:rStyle w:val="libPoemTiniChar0"/>
                <w:rtl/>
              </w:rPr>
              <w:br/>
              <w:t> </w:t>
            </w:r>
          </w:p>
        </w:tc>
      </w:tr>
    </w:tbl>
    <w:p w:rsidR="009647FC" w:rsidRPr="00524A24" w:rsidRDefault="009647FC" w:rsidP="004E7EC6">
      <w:pPr>
        <w:pStyle w:val="libNormal"/>
      </w:pPr>
      <w:r w:rsidRPr="009647FC">
        <w:rPr>
          <w:rtl/>
        </w:rPr>
        <w:t>قد شقّ</w:t>
      </w:r>
      <w:r w:rsidR="00677BC4">
        <w:rPr>
          <w:rtl/>
        </w:rPr>
        <w:t>َ</w:t>
      </w:r>
      <w:r w:rsidRPr="009647FC">
        <w:rPr>
          <w:rtl/>
        </w:rPr>
        <w:t>ت بيد المصاب جيبها ورثاءها حين أخذت رجفةُ الحزن أحشاءها</w:t>
      </w:r>
      <w:r w:rsidR="00D769AB">
        <w:rPr>
          <w:rtl/>
        </w:rPr>
        <w:t>.</w:t>
      </w:r>
      <w:r w:rsidRPr="009647FC">
        <w:rPr>
          <w:rtl/>
        </w:rPr>
        <w:t xml:space="preserve"> وجزّ</w:t>
      </w:r>
      <w:r w:rsidR="00677BC4">
        <w:rPr>
          <w:rtl/>
        </w:rPr>
        <w:t>َ</w:t>
      </w:r>
      <w:r w:rsidRPr="009647FC">
        <w:rPr>
          <w:rtl/>
        </w:rPr>
        <w:t>ت بمدية الجزع ناصيتها ولمّتيها</w:t>
      </w:r>
      <w:r w:rsidR="00D769AB">
        <w:rPr>
          <w:rtl/>
        </w:rPr>
        <w:t>،</w:t>
      </w:r>
      <w:r w:rsidRPr="009647FC">
        <w:rPr>
          <w:rtl/>
        </w:rPr>
        <w:t xml:space="preserve"> وبادرت حثو التراب على رأسها بكلتا يديها</w:t>
      </w:r>
      <w:r w:rsidR="00D769AB">
        <w:rPr>
          <w:rtl/>
        </w:rPr>
        <w:t>،</w:t>
      </w:r>
      <w:r w:rsidRPr="009647FC">
        <w:rPr>
          <w:rtl/>
        </w:rPr>
        <w:t xml:space="preserve"> وغسل الدمعُ من عينها سواد</w:t>
      </w:r>
      <w:r w:rsidR="00677BC4">
        <w:rPr>
          <w:rtl/>
        </w:rPr>
        <w:t>َ</w:t>
      </w:r>
      <w:r w:rsidRPr="009647FC">
        <w:rPr>
          <w:rtl/>
        </w:rPr>
        <w:t>ها</w:t>
      </w:r>
      <w:r w:rsidR="00D769AB">
        <w:rPr>
          <w:rtl/>
        </w:rPr>
        <w:t>؛</w:t>
      </w:r>
      <w:r w:rsidRPr="009647FC">
        <w:rPr>
          <w:rtl/>
        </w:rPr>
        <w:t xml:space="preserve"> فصبغت فيه أبرادها</w:t>
      </w:r>
      <w:r w:rsidR="00D769AB">
        <w:rPr>
          <w:rtl/>
        </w:rPr>
        <w:t>،</w:t>
      </w:r>
      <w:r w:rsidRPr="009647FC">
        <w:rPr>
          <w:rtl/>
        </w:rPr>
        <w:t xml:space="preserve"> وبرزت في محفل النياحة. معولة بأعظم المناحة</w:t>
      </w:r>
      <w:r w:rsidR="00D769AB">
        <w:rPr>
          <w:rtl/>
        </w:rPr>
        <w:t>؛</w:t>
      </w:r>
      <w:r w:rsidRPr="009647FC">
        <w:rPr>
          <w:rtl/>
        </w:rPr>
        <w:t xml:space="preserve"> موحشة العبوس والتقطيب</w:t>
      </w:r>
      <w:r w:rsidR="00D769AB">
        <w:rPr>
          <w:rtl/>
        </w:rPr>
        <w:t>.</w:t>
      </w:r>
      <w:r w:rsidRPr="009647FC">
        <w:rPr>
          <w:rtl/>
        </w:rPr>
        <w:t xml:space="preserve"> معلنة بالبكاء والنحيب</w:t>
      </w:r>
      <w:r w:rsidR="00D769AB">
        <w:rPr>
          <w:rtl/>
        </w:rPr>
        <w:t>.</w:t>
      </w:r>
      <w:r w:rsidRPr="009647FC">
        <w:rPr>
          <w:rtl/>
        </w:rPr>
        <w:t xml:space="preserve"> ما تراءت للعيون ماثلةً إلاّ وأنشأت قائلةً</w:t>
      </w:r>
      <w:r w:rsidR="00D769AB">
        <w:rPr>
          <w:rtl/>
        </w:rPr>
        <w:t>:</w:t>
      </w:r>
    </w:p>
    <w:tbl>
      <w:tblPr>
        <w:tblStyle w:val="TableGrid"/>
        <w:bidiVisual/>
        <w:tblW w:w="4562" w:type="pct"/>
        <w:tblInd w:w="384" w:type="dxa"/>
        <w:tblLook w:val="04A0"/>
      </w:tblPr>
      <w:tblGrid>
        <w:gridCol w:w="3902"/>
        <w:gridCol w:w="301"/>
        <w:gridCol w:w="3884"/>
      </w:tblGrid>
      <w:tr w:rsidR="00AF6002" w:rsidRPr="00524A24" w:rsidTr="00AF6002">
        <w:trPr>
          <w:trHeight w:val="350"/>
        </w:trPr>
        <w:tc>
          <w:tcPr>
            <w:tcW w:w="3902" w:type="dxa"/>
          </w:tcPr>
          <w:p w:rsidR="00AF6002" w:rsidRPr="00524A24" w:rsidRDefault="00AF6002" w:rsidP="00791A38">
            <w:pPr>
              <w:pStyle w:val="libPoem"/>
            </w:pPr>
            <w:r w:rsidRPr="009647FC">
              <w:rPr>
                <w:rtl/>
              </w:rPr>
              <w:t>بكائي بعين</w:t>
            </w:r>
            <w:r>
              <w:rPr>
                <w:rtl/>
              </w:rPr>
              <w:t>َ</w:t>
            </w:r>
            <w:r w:rsidRPr="009647FC">
              <w:rPr>
                <w:rtl/>
              </w:rPr>
              <w:t>ي لم يكفني</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لم</w:t>
            </w:r>
            <w:r>
              <w:rPr>
                <w:rtl/>
              </w:rPr>
              <w:t>َ</w:t>
            </w:r>
            <w:r w:rsidRPr="009647FC">
              <w:rPr>
                <w:rtl/>
              </w:rPr>
              <w:t>نْ قطع الدهرُ فيه وتيني</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فليت توزع دمعي الأنامُ</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لأبكي عليه بكلّ العيون</w:t>
            </w:r>
            <w:r w:rsidRPr="00524A24">
              <w:rPr>
                <w:rStyle w:val="libPoemTiniChar0"/>
                <w:rtl/>
              </w:rPr>
              <w:br/>
              <w:t> </w:t>
            </w:r>
          </w:p>
        </w:tc>
      </w:tr>
    </w:tbl>
    <w:p w:rsidR="009647FC" w:rsidRPr="00524A24" w:rsidRDefault="009647FC" w:rsidP="004E7EC6">
      <w:pPr>
        <w:pStyle w:val="libNormal"/>
      </w:pPr>
      <w:r w:rsidRPr="009647FC">
        <w:rPr>
          <w:rtl/>
        </w:rPr>
        <w:t>وهي في نعاء قلق الدهر من ضجّته</w:t>
      </w:r>
      <w:r w:rsidR="00D769AB">
        <w:rPr>
          <w:rtl/>
        </w:rPr>
        <w:t>،</w:t>
      </w:r>
      <w:r w:rsidRPr="009647FC">
        <w:rPr>
          <w:rtl/>
        </w:rPr>
        <w:t xml:space="preserve"> وبكاء غرق الصبِّ في لجّته</w:t>
      </w:r>
      <w:r w:rsidR="00D769AB">
        <w:rPr>
          <w:rtl/>
        </w:rPr>
        <w:t>،</w:t>
      </w:r>
      <w:r w:rsidRPr="009647FC">
        <w:rPr>
          <w:rtl/>
        </w:rPr>
        <w:t xml:space="preserve"> فحين رأيت خطبها عظيماً</w:t>
      </w:r>
      <w:r w:rsidR="00D769AB">
        <w:rPr>
          <w:rtl/>
        </w:rPr>
        <w:t>،</w:t>
      </w:r>
      <w:r w:rsidRPr="009647FC">
        <w:rPr>
          <w:rtl/>
        </w:rPr>
        <w:t xml:space="preserve"> وشاهدت كربها جسيماً</w:t>
      </w:r>
      <w:r w:rsidR="00D769AB">
        <w:rPr>
          <w:rtl/>
        </w:rPr>
        <w:t>،</w:t>
      </w:r>
      <w:r w:rsidRPr="009647FC">
        <w:rPr>
          <w:rtl/>
        </w:rPr>
        <w:t xml:space="preserve"> مسكت بكفّي رواجف صبري</w:t>
      </w:r>
      <w:r w:rsidR="00D769AB">
        <w:rPr>
          <w:rtl/>
        </w:rPr>
        <w:t>،</w:t>
      </w:r>
      <w:r w:rsidRPr="009647FC">
        <w:rPr>
          <w:rtl/>
        </w:rPr>
        <w:t xml:space="preserve"> وطفقت أسألها على سبيل تجاهل العارف كأنّني لست أدري</w:t>
      </w:r>
      <w:r w:rsidR="00D769AB">
        <w:rPr>
          <w:rtl/>
        </w:rPr>
        <w:t>:</w:t>
      </w:r>
    </w:p>
    <w:tbl>
      <w:tblPr>
        <w:tblStyle w:val="TableGrid"/>
        <w:bidiVisual/>
        <w:tblW w:w="4562" w:type="pct"/>
        <w:tblInd w:w="384" w:type="dxa"/>
        <w:tblLook w:val="04A0"/>
      </w:tblPr>
      <w:tblGrid>
        <w:gridCol w:w="3902"/>
        <w:gridCol w:w="301"/>
        <w:gridCol w:w="3884"/>
      </w:tblGrid>
      <w:tr w:rsidR="00AF6002" w:rsidRPr="00524A24" w:rsidTr="00AF6002">
        <w:trPr>
          <w:trHeight w:val="350"/>
        </w:trPr>
        <w:tc>
          <w:tcPr>
            <w:tcW w:w="3902" w:type="dxa"/>
          </w:tcPr>
          <w:p w:rsidR="00AF6002" w:rsidRPr="00524A24" w:rsidRDefault="00AF6002" w:rsidP="00791A38">
            <w:pPr>
              <w:pStyle w:val="libPoem"/>
            </w:pPr>
            <w:r w:rsidRPr="009647FC">
              <w:rPr>
                <w:rtl/>
              </w:rPr>
              <w:t>فقلتُ</w:t>
            </w:r>
            <w:r>
              <w:rPr>
                <w:rtl/>
              </w:rPr>
              <w:t xml:space="preserve"> </w:t>
            </w:r>
            <w:r w:rsidRPr="009647FC">
              <w:rPr>
                <w:rtl/>
              </w:rPr>
              <w:t>على</w:t>
            </w:r>
            <w:r>
              <w:rPr>
                <w:rtl/>
              </w:rPr>
              <w:t xml:space="preserve"> </w:t>
            </w:r>
            <w:r w:rsidRPr="009647FC">
              <w:rPr>
                <w:rtl/>
              </w:rPr>
              <w:t>م</w:t>
            </w:r>
            <w:r>
              <w:rPr>
                <w:rtl/>
              </w:rPr>
              <w:t>َ</w:t>
            </w:r>
            <w:r w:rsidRPr="009647FC">
              <w:rPr>
                <w:rtl/>
              </w:rPr>
              <w:t>نْ</w:t>
            </w:r>
            <w:r>
              <w:rPr>
                <w:rtl/>
              </w:rPr>
              <w:t xml:space="preserve"> </w:t>
            </w:r>
            <w:r w:rsidRPr="009647FC">
              <w:rPr>
                <w:rtl/>
              </w:rPr>
              <w:t>رنةُ</w:t>
            </w:r>
            <w:r>
              <w:rPr>
                <w:rtl/>
              </w:rPr>
              <w:t xml:space="preserve"> </w:t>
            </w:r>
            <w:r w:rsidRPr="009647FC">
              <w:rPr>
                <w:rtl/>
              </w:rPr>
              <w:t>النوح</w:t>
            </w:r>
            <w:r>
              <w:rPr>
                <w:rtl/>
              </w:rPr>
              <w:t xml:space="preserve"> </w:t>
            </w:r>
            <w:r w:rsidRPr="009647FC">
              <w:rPr>
                <w:rtl/>
              </w:rPr>
              <w:t>والبكا</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فقالت</w:t>
            </w:r>
            <w:r>
              <w:rPr>
                <w:rtl/>
              </w:rPr>
              <w:t xml:space="preserve"> </w:t>
            </w:r>
            <w:r w:rsidRPr="009647FC">
              <w:rPr>
                <w:rtl/>
              </w:rPr>
              <w:t>على</w:t>
            </w:r>
            <w:r>
              <w:rPr>
                <w:rtl/>
              </w:rPr>
              <w:t xml:space="preserve"> </w:t>
            </w:r>
            <w:r w:rsidRPr="009647FC">
              <w:rPr>
                <w:rtl/>
              </w:rPr>
              <w:t>م</w:t>
            </w:r>
            <w:r>
              <w:rPr>
                <w:rtl/>
              </w:rPr>
              <w:t>َ</w:t>
            </w:r>
            <w:r w:rsidRPr="009647FC">
              <w:rPr>
                <w:rtl/>
              </w:rPr>
              <w:t>نْ</w:t>
            </w:r>
            <w:r>
              <w:rPr>
                <w:rtl/>
              </w:rPr>
              <w:t xml:space="preserve"> </w:t>
            </w:r>
            <w:r w:rsidRPr="009647FC">
              <w:rPr>
                <w:rtl/>
              </w:rPr>
              <w:t>لا</w:t>
            </w:r>
            <w:r>
              <w:rPr>
                <w:rtl/>
              </w:rPr>
              <w:t xml:space="preserve"> </w:t>
            </w:r>
            <w:r w:rsidRPr="009647FC">
              <w:rPr>
                <w:rtl/>
              </w:rPr>
              <w:t>ترى</w:t>
            </w:r>
            <w:r>
              <w:rPr>
                <w:rtl/>
              </w:rPr>
              <w:t xml:space="preserve"> </w:t>
            </w:r>
            <w:r w:rsidRPr="009647FC">
              <w:rPr>
                <w:rtl/>
              </w:rPr>
              <w:t>الدهر</w:t>
            </w:r>
            <w:r>
              <w:rPr>
                <w:rtl/>
              </w:rPr>
              <w:t xml:space="preserve">َ </w:t>
            </w:r>
            <w:r w:rsidRPr="009647FC">
              <w:rPr>
                <w:rtl/>
              </w:rPr>
              <w:t>مثلهُ</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أليس</w:t>
            </w:r>
            <w:r>
              <w:rPr>
                <w:rtl/>
              </w:rPr>
              <w:t xml:space="preserve"> </w:t>
            </w:r>
            <w:r w:rsidRPr="009647FC">
              <w:rPr>
                <w:rtl/>
              </w:rPr>
              <w:t>أبي</w:t>
            </w:r>
            <w:r>
              <w:rPr>
                <w:rtl/>
              </w:rPr>
              <w:t xml:space="preserve"> </w:t>
            </w:r>
            <w:r w:rsidRPr="009647FC">
              <w:rPr>
                <w:rtl/>
              </w:rPr>
              <w:t>ذلك</w:t>
            </w:r>
            <w:r>
              <w:rPr>
                <w:rtl/>
              </w:rPr>
              <w:t xml:space="preserve"> </w:t>
            </w:r>
            <w:r w:rsidRPr="009647FC">
              <w:rPr>
                <w:rtl/>
              </w:rPr>
              <w:t>الذي</w:t>
            </w:r>
            <w:r>
              <w:rPr>
                <w:rtl/>
              </w:rPr>
              <w:t xml:space="preserve"> </w:t>
            </w:r>
            <w:r w:rsidRPr="009647FC">
              <w:rPr>
                <w:rtl/>
              </w:rPr>
              <w:t>تعهدونه</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طوت</w:t>
            </w:r>
            <w:r>
              <w:rPr>
                <w:rtl/>
              </w:rPr>
              <w:t xml:space="preserve"> </w:t>
            </w:r>
            <w:r w:rsidRPr="009647FC">
              <w:rPr>
                <w:rtl/>
              </w:rPr>
              <w:t>نوبُ</w:t>
            </w:r>
            <w:r>
              <w:rPr>
                <w:rtl/>
              </w:rPr>
              <w:t xml:space="preserve"> </w:t>
            </w:r>
            <w:r w:rsidRPr="009647FC">
              <w:rPr>
                <w:rtl/>
              </w:rPr>
              <w:t>الأيام</w:t>
            </w:r>
            <w:r>
              <w:rPr>
                <w:rtl/>
              </w:rPr>
              <w:t xml:space="preserve"> </w:t>
            </w:r>
            <w:r w:rsidRPr="009647FC">
              <w:rPr>
                <w:rtl/>
              </w:rPr>
              <w:t>عنّي</w:t>
            </w:r>
            <w:r>
              <w:rPr>
                <w:rtl/>
              </w:rPr>
              <w:t xml:space="preserve"> </w:t>
            </w:r>
            <w:r w:rsidRPr="009647FC">
              <w:rPr>
                <w:rtl/>
              </w:rPr>
              <w:t>ظلّهُ</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فقلت</w:t>
            </w:r>
            <w:r w:rsidR="004C00A8">
              <w:rPr>
                <w:rtl/>
              </w:rPr>
              <w:t xml:space="preserve"> </w:t>
            </w:r>
            <w:r w:rsidRPr="009647FC">
              <w:rPr>
                <w:rtl/>
              </w:rPr>
              <w:t>وعندي</w:t>
            </w:r>
            <w:r>
              <w:rPr>
                <w:rtl/>
              </w:rPr>
              <w:t xml:space="preserve"> </w:t>
            </w:r>
            <w:r w:rsidRPr="009647FC">
              <w:rPr>
                <w:rtl/>
              </w:rPr>
              <w:t>من</w:t>
            </w:r>
            <w:r>
              <w:rPr>
                <w:rtl/>
              </w:rPr>
              <w:t xml:space="preserve"> </w:t>
            </w:r>
            <w:r w:rsidRPr="009647FC">
              <w:rPr>
                <w:rtl/>
              </w:rPr>
              <w:t>فؤادي</w:t>
            </w:r>
            <w:r>
              <w:rPr>
                <w:rtl/>
              </w:rPr>
              <w:t xml:space="preserve"> </w:t>
            </w:r>
            <w:r w:rsidRPr="009647FC">
              <w:rPr>
                <w:rtl/>
              </w:rPr>
              <w:t>بقيّ</w:t>
            </w:r>
            <w:r>
              <w:rPr>
                <w:rtl/>
              </w:rPr>
              <w:t>َ</w:t>
            </w:r>
            <w:r w:rsidRPr="009647FC">
              <w:rPr>
                <w:rtl/>
              </w:rPr>
              <w:t>ة</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خذي</w:t>
            </w:r>
            <w:r w:rsidR="004C00A8">
              <w:rPr>
                <w:rtl/>
              </w:rPr>
              <w:t xml:space="preserve"> </w:t>
            </w:r>
            <w:r w:rsidRPr="009647FC">
              <w:rPr>
                <w:rtl/>
              </w:rPr>
              <w:t>يا</w:t>
            </w:r>
            <w:r>
              <w:rPr>
                <w:rtl/>
              </w:rPr>
              <w:t xml:space="preserve"> </w:t>
            </w:r>
            <w:r w:rsidRPr="009647FC">
              <w:rPr>
                <w:rtl/>
              </w:rPr>
              <w:t>يد</w:t>
            </w:r>
            <w:r>
              <w:rPr>
                <w:rtl/>
              </w:rPr>
              <w:t xml:space="preserve"> </w:t>
            </w:r>
            <w:r w:rsidRPr="009647FC">
              <w:rPr>
                <w:rtl/>
              </w:rPr>
              <w:t>الأحزان</w:t>
            </w:r>
            <w:r>
              <w:rPr>
                <w:rtl/>
              </w:rPr>
              <w:t xml:space="preserve"> </w:t>
            </w:r>
            <w:r w:rsidRPr="009647FC">
              <w:rPr>
                <w:rtl/>
              </w:rPr>
              <w:t>قلبي</w:t>
            </w:r>
            <w:r>
              <w:rPr>
                <w:rtl/>
              </w:rPr>
              <w:t xml:space="preserve"> </w:t>
            </w:r>
            <w:r w:rsidRPr="009647FC">
              <w:rPr>
                <w:rtl/>
              </w:rPr>
              <w:t>كلّهُ</w:t>
            </w:r>
            <w:r w:rsidRPr="00524A24">
              <w:rPr>
                <w:rStyle w:val="libPoemTiniChar0"/>
                <w:rtl/>
              </w:rPr>
              <w:br/>
              <w:t> </w:t>
            </w:r>
          </w:p>
        </w:tc>
      </w:tr>
    </w:tbl>
    <w:p w:rsidR="009647FC" w:rsidRPr="00524A24" w:rsidRDefault="009647FC" w:rsidP="004E7EC6">
      <w:pPr>
        <w:pStyle w:val="libNormal"/>
      </w:pPr>
      <w:r w:rsidRPr="009647FC">
        <w:rPr>
          <w:rtl/>
        </w:rPr>
        <w:t>فما ينطبع في مرآة فكري</w:t>
      </w:r>
      <w:r w:rsidR="00D769AB">
        <w:rPr>
          <w:rtl/>
        </w:rPr>
        <w:t>،</w:t>
      </w:r>
      <w:r w:rsidRPr="009647FC">
        <w:rPr>
          <w:rtl/>
        </w:rPr>
        <w:t xml:space="preserve"> ولا يرتسم في لوح صدري أن يروع</w:t>
      </w:r>
      <w:r w:rsidR="00677BC4">
        <w:rPr>
          <w:rtl/>
        </w:rPr>
        <w:t>َ</w:t>
      </w:r>
      <w:r w:rsidRPr="009647FC">
        <w:rPr>
          <w:rtl/>
        </w:rPr>
        <w:t xml:space="preserve"> قلبي ما بقيت صوتُ ناعيه</w:t>
      </w:r>
      <w:r w:rsidR="00D769AB">
        <w:rPr>
          <w:rtl/>
        </w:rPr>
        <w:t>،</w:t>
      </w:r>
      <w:r w:rsidRPr="009647FC">
        <w:rPr>
          <w:rtl/>
        </w:rPr>
        <w:t xml:space="preserve"> بعد أن ملأت مسامعي رنّة هذه الواعية التي ضرب فيها بازلُ الحزن بحرانه صدر باحة الكرم</w:t>
      </w:r>
      <w:r w:rsidR="00D769AB">
        <w:rPr>
          <w:rtl/>
        </w:rPr>
        <w:t>،</w:t>
      </w:r>
      <w:r w:rsidRPr="009647FC">
        <w:rPr>
          <w:rtl/>
        </w:rPr>
        <w:t xml:space="preserve"> وانقصمت من إلقاء كلكله عليها فقارةُ ظهر الشرف الأقدم</w:t>
      </w:r>
      <w:r w:rsidR="00D769AB">
        <w:rPr>
          <w:rtl/>
        </w:rPr>
        <w:t>،</w:t>
      </w:r>
      <w:r w:rsidRPr="009647FC">
        <w:rPr>
          <w:rtl/>
        </w:rPr>
        <w:t xml:space="preserve"> ورباعُ السؤدد أضحت فيها ثميلة الدموع محلولة </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الوكاء</w:t>
      </w:r>
      <w:r w:rsidR="00D769AB">
        <w:rPr>
          <w:rtl/>
        </w:rPr>
        <w:t>،</w:t>
      </w:r>
      <w:r w:rsidRPr="009647FC">
        <w:rPr>
          <w:rtl/>
        </w:rPr>
        <w:t xml:space="preserve"> بعدما كانت مطولة الربع بمخيلة السخاء</w:t>
      </w:r>
      <w:r w:rsidR="00D769AB">
        <w:rPr>
          <w:rtl/>
        </w:rPr>
        <w:t>،</w:t>
      </w:r>
      <w:r w:rsidRPr="009647FC">
        <w:rPr>
          <w:rtl/>
        </w:rPr>
        <w:t xml:space="preserve"> وغادر رواق المجد محفلاً للنوح والرثاء</w:t>
      </w:r>
      <w:r w:rsidR="00D769AB">
        <w:rPr>
          <w:rtl/>
        </w:rPr>
        <w:t>،</w:t>
      </w:r>
      <w:r w:rsidRPr="009647FC">
        <w:rPr>
          <w:rtl/>
        </w:rPr>
        <w:t xml:space="preserve"> بعدما كان محلاً للمدح والثناء</w:t>
      </w:r>
      <w:r w:rsidR="00D769AB">
        <w:rPr>
          <w:rtl/>
        </w:rPr>
        <w:t>:</w:t>
      </w:r>
    </w:p>
    <w:tbl>
      <w:tblPr>
        <w:tblStyle w:val="TableGrid"/>
        <w:bidiVisual/>
        <w:tblW w:w="4562" w:type="pct"/>
        <w:tblInd w:w="384" w:type="dxa"/>
        <w:tblLook w:val="04A0"/>
      </w:tblPr>
      <w:tblGrid>
        <w:gridCol w:w="3902"/>
        <w:gridCol w:w="301"/>
        <w:gridCol w:w="3884"/>
      </w:tblGrid>
      <w:tr w:rsidR="00AF6002" w:rsidRPr="00524A24" w:rsidTr="00AF6002">
        <w:trPr>
          <w:trHeight w:val="350"/>
        </w:trPr>
        <w:tc>
          <w:tcPr>
            <w:tcW w:w="3902" w:type="dxa"/>
          </w:tcPr>
          <w:p w:rsidR="00AF6002" w:rsidRPr="00524A24" w:rsidRDefault="00AF6002" w:rsidP="00791A38">
            <w:pPr>
              <w:pStyle w:val="libPoem"/>
            </w:pPr>
            <w:r w:rsidRPr="009647FC">
              <w:rPr>
                <w:rtl/>
              </w:rPr>
              <w:t>عادت</w:t>
            </w:r>
            <w:r>
              <w:rPr>
                <w:rtl/>
              </w:rPr>
              <w:t xml:space="preserve"> </w:t>
            </w:r>
            <w:r w:rsidRPr="009647FC">
              <w:rPr>
                <w:rtl/>
              </w:rPr>
              <w:t>مراثي</w:t>
            </w:r>
            <w:r>
              <w:rPr>
                <w:rtl/>
              </w:rPr>
              <w:t xml:space="preserve"> </w:t>
            </w:r>
            <w:r w:rsidRPr="009647FC">
              <w:rPr>
                <w:rtl/>
              </w:rPr>
              <w:t>تهنيات</w:t>
            </w:r>
            <w:r>
              <w:rPr>
                <w:rtl/>
              </w:rPr>
              <w:t xml:space="preserve"> </w:t>
            </w:r>
            <w:r w:rsidRPr="009647FC">
              <w:rPr>
                <w:rtl/>
              </w:rPr>
              <w:t>العُلى</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ينصدع</w:t>
            </w:r>
            <w:r w:rsidR="004C00A8">
              <w:rPr>
                <w:rtl/>
              </w:rPr>
              <w:t xml:space="preserve"> </w:t>
            </w:r>
            <w:r w:rsidRPr="009647FC">
              <w:rPr>
                <w:rtl/>
              </w:rPr>
              <w:t>القلب</w:t>
            </w:r>
            <w:r>
              <w:rPr>
                <w:rtl/>
              </w:rPr>
              <w:t xml:space="preserve"> </w:t>
            </w:r>
            <w:r w:rsidRPr="009647FC">
              <w:rPr>
                <w:rtl/>
              </w:rPr>
              <w:t>بإنشادها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قد</w:t>
            </w:r>
            <w:r w:rsidR="004C00A8">
              <w:rPr>
                <w:rtl/>
              </w:rPr>
              <w:t xml:space="preserve"> </w:t>
            </w:r>
            <w:r w:rsidRPr="009647FC">
              <w:rPr>
                <w:rtl/>
              </w:rPr>
              <w:t>رحل</w:t>
            </w:r>
            <w:r>
              <w:rPr>
                <w:rtl/>
              </w:rPr>
              <w:t xml:space="preserve"> </w:t>
            </w:r>
            <w:r w:rsidRPr="009647FC">
              <w:rPr>
                <w:rtl/>
              </w:rPr>
              <w:t>اليوم</w:t>
            </w:r>
            <w:r>
              <w:rPr>
                <w:rtl/>
              </w:rPr>
              <w:t xml:space="preserve"> </w:t>
            </w:r>
            <w:r w:rsidRPr="009647FC">
              <w:rPr>
                <w:rtl/>
              </w:rPr>
              <w:t>سرور</w:t>
            </w:r>
            <w:r>
              <w:rPr>
                <w:rtl/>
              </w:rPr>
              <w:t xml:space="preserve"> </w:t>
            </w:r>
            <w:r w:rsidRPr="009647FC">
              <w:rPr>
                <w:rtl/>
              </w:rPr>
              <w:t>الورى</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فلتلتمسه</w:t>
            </w:r>
            <w:r w:rsidR="004C00A8">
              <w:rPr>
                <w:rtl/>
              </w:rPr>
              <w:t xml:space="preserve"> </w:t>
            </w:r>
            <w:r w:rsidRPr="009647FC">
              <w:rPr>
                <w:rtl/>
              </w:rPr>
              <w:t>يوم</w:t>
            </w:r>
            <w:r>
              <w:rPr>
                <w:rtl/>
              </w:rPr>
              <w:t xml:space="preserve"> </w:t>
            </w:r>
            <w:r w:rsidRPr="009647FC">
              <w:rPr>
                <w:rtl/>
              </w:rPr>
              <w:t>ميعادها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قد</w:t>
            </w:r>
            <w:r>
              <w:rPr>
                <w:rtl/>
              </w:rPr>
              <w:t xml:space="preserve"> </w:t>
            </w:r>
            <w:r w:rsidRPr="009647FC">
              <w:rPr>
                <w:rtl/>
              </w:rPr>
              <w:t>دفنت</w:t>
            </w:r>
            <w:r>
              <w:rPr>
                <w:rtl/>
              </w:rPr>
              <w:t xml:space="preserve"> </w:t>
            </w:r>
            <w:r w:rsidRPr="009647FC">
              <w:rPr>
                <w:rtl/>
              </w:rPr>
              <w:t>تحت</w:t>
            </w:r>
            <w:r>
              <w:rPr>
                <w:rtl/>
              </w:rPr>
              <w:t xml:space="preserve"> </w:t>
            </w:r>
            <w:r w:rsidRPr="009647FC">
              <w:rPr>
                <w:rtl/>
              </w:rPr>
              <w:t>الثرى</w:t>
            </w:r>
            <w:r>
              <w:rPr>
                <w:rtl/>
              </w:rPr>
              <w:t xml:space="preserve"> </w:t>
            </w:r>
            <w:r w:rsidRPr="009647FC">
              <w:rPr>
                <w:rtl/>
              </w:rPr>
              <w:t>عيدها</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وأبقت</w:t>
            </w:r>
            <w:r>
              <w:rPr>
                <w:rtl/>
              </w:rPr>
              <w:t xml:space="preserve"> </w:t>
            </w:r>
            <w:r w:rsidRPr="009647FC">
              <w:rPr>
                <w:rtl/>
              </w:rPr>
              <w:t>النحر</w:t>
            </w:r>
            <w:r>
              <w:rPr>
                <w:rtl/>
              </w:rPr>
              <w:t xml:space="preserve">َ </w:t>
            </w:r>
            <w:r w:rsidRPr="009647FC">
              <w:rPr>
                <w:rtl/>
              </w:rPr>
              <w:t>لأكبادها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فلا</w:t>
            </w:r>
            <w:r>
              <w:rPr>
                <w:rtl/>
              </w:rPr>
              <w:t xml:space="preserve"> </w:t>
            </w:r>
            <w:r w:rsidRPr="009647FC">
              <w:rPr>
                <w:rtl/>
              </w:rPr>
              <w:t>ازدهاها</w:t>
            </w:r>
            <w:r>
              <w:rPr>
                <w:rtl/>
              </w:rPr>
              <w:t xml:space="preserve"> </w:t>
            </w:r>
            <w:r w:rsidRPr="009647FC">
              <w:rPr>
                <w:rtl/>
              </w:rPr>
              <w:t>يوم</w:t>
            </w:r>
            <w:r>
              <w:rPr>
                <w:rtl/>
              </w:rPr>
              <w:t xml:space="preserve"> (</w:t>
            </w:r>
            <w:r w:rsidRPr="009647FC">
              <w:rPr>
                <w:rtl/>
              </w:rPr>
              <w:t>نوروزها</w:t>
            </w:r>
            <w:r>
              <w:rPr>
                <w:rtl/>
              </w:rPr>
              <w:t>)</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ولا</w:t>
            </w:r>
            <w:r>
              <w:rPr>
                <w:rtl/>
              </w:rPr>
              <w:t xml:space="preserve"> </w:t>
            </w:r>
            <w:r w:rsidRPr="009647FC">
              <w:rPr>
                <w:rtl/>
              </w:rPr>
              <w:t>أتى</w:t>
            </w:r>
            <w:r>
              <w:rPr>
                <w:rtl/>
              </w:rPr>
              <w:t xml:space="preserve"> (</w:t>
            </w:r>
            <w:r w:rsidRPr="009647FC">
              <w:rPr>
                <w:rtl/>
              </w:rPr>
              <w:t>الفطرُ</w:t>
            </w:r>
            <w:r>
              <w:rPr>
                <w:rtl/>
              </w:rPr>
              <w:t xml:space="preserve">) </w:t>
            </w:r>
            <w:r w:rsidRPr="009647FC">
              <w:rPr>
                <w:rtl/>
              </w:rPr>
              <w:t>بإسعادها</w:t>
            </w:r>
            <w:r w:rsidRPr="00524A24">
              <w:rPr>
                <w:rStyle w:val="libPoemTiniChar0"/>
                <w:rtl/>
              </w:rPr>
              <w:br/>
              <w:t> </w:t>
            </w:r>
          </w:p>
        </w:tc>
      </w:tr>
    </w:tbl>
    <w:p w:rsidR="009647FC" w:rsidRPr="00524A24" w:rsidRDefault="009647FC" w:rsidP="004E7EC6">
      <w:pPr>
        <w:pStyle w:val="libNormal"/>
      </w:pPr>
      <w:r w:rsidRPr="009647FC">
        <w:rPr>
          <w:rtl/>
        </w:rPr>
        <w:t>بم</w:t>
      </w:r>
      <w:r w:rsidR="00677BC4">
        <w:rPr>
          <w:rtl/>
        </w:rPr>
        <w:t>َ</w:t>
      </w:r>
      <w:r w:rsidRPr="009647FC">
        <w:rPr>
          <w:rtl/>
        </w:rPr>
        <w:t>نْ تسرُّ أو تسعدُ ما بقي الدهر والذي كانت علياه عليه</w:t>
      </w:r>
      <w:r w:rsidR="00D769AB">
        <w:rPr>
          <w:rtl/>
        </w:rPr>
        <w:t>،</w:t>
      </w:r>
      <w:r w:rsidRPr="009647FC">
        <w:rPr>
          <w:rtl/>
        </w:rPr>
        <w:t xml:space="preserve"> وعينُ رجائها ممدودة إليه</w:t>
      </w:r>
      <w:r w:rsidR="00D769AB">
        <w:rPr>
          <w:rtl/>
        </w:rPr>
        <w:t>،</w:t>
      </w:r>
      <w:r w:rsidRPr="009647FC">
        <w:rPr>
          <w:rtl/>
        </w:rPr>
        <w:t xml:space="preserve"> قد أُدرج والتقوى في طاهر بردٍ</w:t>
      </w:r>
      <w:r w:rsidR="00D769AB">
        <w:rPr>
          <w:rtl/>
        </w:rPr>
        <w:t>،</w:t>
      </w:r>
      <w:r w:rsidRPr="009647FC">
        <w:rPr>
          <w:rtl/>
        </w:rPr>
        <w:t xml:space="preserve"> ووسُّد والصلاح في لحدٍ</w:t>
      </w:r>
      <w:r w:rsidR="00D769AB">
        <w:rPr>
          <w:rtl/>
        </w:rPr>
        <w:t>،</w:t>
      </w:r>
      <w:r w:rsidRPr="009647FC">
        <w:rPr>
          <w:rtl/>
        </w:rPr>
        <w:t xml:space="preserve"> ولقد هممت أن أعقل لسان هذه الثاكلة</w:t>
      </w:r>
      <w:r w:rsidR="00D769AB">
        <w:rPr>
          <w:rtl/>
        </w:rPr>
        <w:t>،</w:t>
      </w:r>
      <w:r w:rsidRPr="009647FC">
        <w:rPr>
          <w:rtl/>
        </w:rPr>
        <w:t xml:space="preserve"> وأواري شخص هذه النائحة الماثلة</w:t>
      </w:r>
      <w:r w:rsidR="00D769AB">
        <w:rPr>
          <w:rtl/>
        </w:rPr>
        <w:t>؛</w:t>
      </w:r>
      <w:r w:rsidRPr="009647FC">
        <w:rPr>
          <w:rtl/>
        </w:rPr>
        <w:t xml:space="preserve"> لتأخّر زمانها</w:t>
      </w:r>
      <w:r w:rsidR="00D769AB">
        <w:rPr>
          <w:rtl/>
        </w:rPr>
        <w:t>،</w:t>
      </w:r>
      <w:r w:rsidRPr="009647FC">
        <w:rPr>
          <w:rtl/>
        </w:rPr>
        <w:t xml:space="preserve"> وعدم مبادرتها كأمثالها من أترابها وأخدانها</w:t>
      </w:r>
      <w:r w:rsidR="00D769AB">
        <w:rPr>
          <w:rtl/>
        </w:rPr>
        <w:t>،</w:t>
      </w:r>
      <w:r w:rsidRPr="009647FC">
        <w:rPr>
          <w:rtl/>
        </w:rPr>
        <w:t xml:space="preserve"> ولقولهم</w:t>
      </w:r>
      <w:r w:rsidR="00D769AB">
        <w:rPr>
          <w:rtl/>
        </w:rPr>
        <w:t>:</w:t>
      </w:r>
      <w:r w:rsidRPr="009647FC">
        <w:rPr>
          <w:rtl/>
        </w:rPr>
        <w:t xml:space="preserve"> إن قدمت المرزية</w:t>
      </w:r>
      <w:r w:rsidR="00D769AB">
        <w:rPr>
          <w:rtl/>
        </w:rPr>
        <w:t>،</w:t>
      </w:r>
      <w:r w:rsidRPr="009647FC">
        <w:rPr>
          <w:rtl/>
        </w:rPr>
        <w:t xml:space="preserve"> سمجت التعزية</w:t>
      </w:r>
      <w:r w:rsidR="00D769AB">
        <w:rPr>
          <w:rtl/>
        </w:rPr>
        <w:t>.</w:t>
      </w:r>
      <w:r w:rsidRPr="009647FC">
        <w:rPr>
          <w:rtl/>
        </w:rPr>
        <w:t xml:space="preserve"> </w:t>
      </w:r>
    </w:p>
    <w:p w:rsidR="009647FC" w:rsidRPr="00524A24" w:rsidRDefault="009647FC" w:rsidP="004E7EC6">
      <w:pPr>
        <w:pStyle w:val="libNormal"/>
      </w:pPr>
      <w:r w:rsidRPr="009647FC">
        <w:rPr>
          <w:rtl/>
        </w:rPr>
        <w:t>فقلت</w:t>
      </w:r>
      <w:r w:rsidR="00D769AB">
        <w:rPr>
          <w:rtl/>
        </w:rPr>
        <w:t>:</w:t>
      </w:r>
      <w:r w:rsidRPr="009647FC">
        <w:rPr>
          <w:rtl/>
        </w:rPr>
        <w:t xml:space="preserve"> لا وأدمعك الغزار</w:t>
      </w:r>
      <w:r w:rsidR="00D769AB">
        <w:rPr>
          <w:rtl/>
        </w:rPr>
        <w:t>،</w:t>
      </w:r>
      <w:r w:rsidRPr="009647FC">
        <w:rPr>
          <w:rtl/>
        </w:rPr>
        <w:t xml:space="preserve"> لا يقرُّ لي قرارٌ دون ما أنوح عليه بما يكون كالمثل السائر في نعوت فلك مصابه الدائر</w:t>
      </w:r>
      <w:r w:rsidR="00D769AB">
        <w:rPr>
          <w:rtl/>
        </w:rPr>
        <w:t>،</w:t>
      </w:r>
      <w:r w:rsidRPr="009647FC">
        <w:rPr>
          <w:rtl/>
        </w:rPr>
        <w:t xml:space="preserve"> أبتلك المراثي يناح دوني عليه؟ فتكون كفءً لعظيم مصابه وإن تقدّمتني إليه</w:t>
      </w:r>
      <w:r w:rsidR="00D769AB">
        <w:rPr>
          <w:rtl/>
        </w:rPr>
        <w:t>،</w:t>
      </w:r>
      <w:r w:rsidRPr="009647FC">
        <w:rPr>
          <w:rtl/>
        </w:rPr>
        <w:t xml:space="preserve"> فإليك عنّي إنّ الكلم رحيبٌ</w:t>
      </w:r>
      <w:r w:rsidR="00D769AB">
        <w:rPr>
          <w:rtl/>
        </w:rPr>
        <w:t>،</w:t>
      </w:r>
      <w:r w:rsidRPr="009647FC">
        <w:rPr>
          <w:rtl/>
        </w:rPr>
        <w:t xml:space="preserve"> وما المصاب كم</w:t>
      </w:r>
      <w:r w:rsidR="00677BC4">
        <w:rPr>
          <w:rtl/>
        </w:rPr>
        <w:t>َ</w:t>
      </w:r>
      <w:r w:rsidRPr="009647FC">
        <w:rPr>
          <w:rtl/>
        </w:rPr>
        <w:t>نْ يأمل أن يصيب</w:t>
      </w:r>
      <w:r w:rsidR="00D769AB">
        <w:rPr>
          <w:rtl/>
        </w:rPr>
        <w:t>،</w:t>
      </w:r>
      <w:r w:rsidRPr="009647FC">
        <w:rPr>
          <w:rtl/>
        </w:rPr>
        <w:t xml:space="preserve"> وربّ</w:t>
      </w:r>
      <w:r w:rsidR="00677BC4">
        <w:rPr>
          <w:rtl/>
        </w:rPr>
        <w:t>َ</w:t>
      </w:r>
      <w:r w:rsidRPr="009647FC">
        <w:rPr>
          <w:rtl/>
        </w:rPr>
        <w:t xml:space="preserve"> نائحةٍ وسواها المستعيرة</w:t>
      </w:r>
      <w:r w:rsidR="00D769AB">
        <w:rPr>
          <w:rtl/>
        </w:rPr>
        <w:t>،</w:t>
      </w:r>
      <w:r w:rsidRPr="009647FC">
        <w:rPr>
          <w:rtl/>
        </w:rPr>
        <w:t xml:space="preserve"> وليست الثكلى كالمستأجرة</w:t>
      </w:r>
      <w:r w:rsidR="00D769AB">
        <w:rPr>
          <w:rtl/>
        </w:rPr>
        <w:t>،</w:t>
      </w:r>
      <w:r w:rsidRPr="009647FC">
        <w:rPr>
          <w:rtl/>
        </w:rPr>
        <w:t xml:space="preserve"> على أنّ كلّ يومٍ يمرُّ من بعده</w:t>
      </w:r>
      <w:r w:rsidR="00D769AB">
        <w:rPr>
          <w:rtl/>
        </w:rPr>
        <w:t>،</w:t>
      </w:r>
      <w:r w:rsidRPr="009647FC">
        <w:rPr>
          <w:rtl/>
        </w:rPr>
        <w:t xml:space="preserve"> ولا يُرى فيه فهو يوم فقده</w:t>
      </w:r>
      <w:r w:rsidR="00D769AB">
        <w:rPr>
          <w:rtl/>
        </w:rPr>
        <w:t>.</w:t>
      </w:r>
    </w:p>
    <w:p w:rsidR="009647FC" w:rsidRPr="00524A24" w:rsidRDefault="009647FC" w:rsidP="004E7EC6">
      <w:pPr>
        <w:pStyle w:val="libNormal"/>
      </w:pPr>
      <w:r w:rsidRPr="009647FC">
        <w:rPr>
          <w:rtl/>
        </w:rPr>
        <w:t>وأما وأخلاقه الزاهرة</w:t>
      </w:r>
      <w:r w:rsidR="00D769AB">
        <w:rPr>
          <w:rtl/>
        </w:rPr>
        <w:t>،</w:t>
      </w:r>
      <w:r w:rsidRPr="009647FC">
        <w:rPr>
          <w:rtl/>
        </w:rPr>
        <w:t xml:space="preserve"> وتربة مرقده الطاهرة التي لا يزال فيها نسيم الرحمة والرضوان يهبُّ أطيب مهبِّ فيجلب فيه سحائب الغفران</w:t>
      </w:r>
      <w:r w:rsidR="00D769AB">
        <w:rPr>
          <w:rtl/>
        </w:rPr>
        <w:t>،</w:t>
      </w:r>
      <w:r w:rsidRPr="009647FC">
        <w:rPr>
          <w:rtl/>
        </w:rPr>
        <w:t xml:space="preserve"> وإن لم يكن هناك ذنبٌ ولكن تركت لي عناني</w:t>
      </w:r>
      <w:r w:rsidR="00D769AB">
        <w:rPr>
          <w:rtl/>
        </w:rPr>
        <w:t>،</w:t>
      </w:r>
      <w:r w:rsidRPr="009647FC">
        <w:rPr>
          <w:rtl/>
        </w:rPr>
        <w:t xml:space="preserve"> وأطلقت في ميدان القول لساني</w:t>
      </w:r>
      <w:r w:rsidR="00D769AB">
        <w:rPr>
          <w:rtl/>
        </w:rPr>
        <w:t>،</w:t>
      </w:r>
      <w:r w:rsidRPr="009647FC">
        <w:rPr>
          <w:rtl/>
        </w:rPr>
        <w:t xml:space="preserve"> لأنوحنّ</w:t>
      </w:r>
      <w:r w:rsidR="00677BC4">
        <w:rPr>
          <w:rtl/>
        </w:rPr>
        <w:t>َ</w:t>
      </w:r>
      <w:r w:rsidRPr="009647FC">
        <w:rPr>
          <w:rtl/>
        </w:rPr>
        <w:t xml:space="preserve"> عليه نياحةً ترجف منها الأرض بأوتادها</w:t>
      </w:r>
      <w:r w:rsidR="00D769AB">
        <w:rPr>
          <w:rtl/>
        </w:rPr>
        <w:t>،</w:t>
      </w:r>
      <w:r w:rsidRPr="009647FC">
        <w:rPr>
          <w:rtl/>
        </w:rPr>
        <w:t xml:space="preserve"> وتمزِّق عليها الدنيا أحشاءها بعد أبرادها</w:t>
      </w:r>
      <w:r w:rsidR="00D769AB">
        <w:rPr>
          <w:rtl/>
        </w:rPr>
        <w:t>،</w:t>
      </w:r>
      <w:r w:rsidRPr="009647FC">
        <w:rPr>
          <w:rtl/>
        </w:rPr>
        <w:t xml:space="preserve"> ولأدعنّ</w:t>
      </w:r>
      <w:r w:rsidR="00677BC4">
        <w:rPr>
          <w:rtl/>
        </w:rPr>
        <w:t>َ</w:t>
      </w:r>
      <w:r w:rsidRPr="009647FC">
        <w:rPr>
          <w:rtl/>
        </w:rPr>
        <w:t xml:space="preserve"> ساعة قيامي بها تشبه قيام الساعة حتى يحطم الدهرُ صدره وأضلاعه</w:t>
      </w:r>
      <w:r w:rsidR="00D769AB">
        <w:rPr>
          <w:rtl/>
        </w:rPr>
        <w:t>،</w:t>
      </w:r>
      <w:r w:rsidRPr="009647FC">
        <w:rPr>
          <w:rtl/>
        </w:rPr>
        <w:t xml:space="preserve"> وتقول للخنساء</w:t>
      </w:r>
      <w:r w:rsidR="00D769AB">
        <w:rPr>
          <w:rtl/>
        </w:rPr>
        <w:t>:</w:t>
      </w:r>
      <w:r w:rsidRPr="009647FC">
        <w:rPr>
          <w:rtl/>
        </w:rPr>
        <w:t xml:space="preserve"> أين أنت منها</w:t>
      </w:r>
      <w:r w:rsidR="00D769AB">
        <w:rPr>
          <w:rtl/>
        </w:rPr>
        <w:t>،</w:t>
      </w:r>
      <w:r w:rsidRPr="009647FC">
        <w:rPr>
          <w:rtl/>
        </w:rPr>
        <w:t xml:space="preserve"> ويا بنت الأراك خلفك عنها</w:t>
      </w:r>
      <w:r w:rsidR="00D769AB">
        <w:rPr>
          <w:rtl/>
        </w:rPr>
        <w:t>،</w:t>
      </w:r>
      <w:r w:rsidRPr="009647FC">
        <w:rPr>
          <w:rtl/>
        </w:rPr>
        <w:t xml:space="preserve"> فخلعت عنها عذارها</w:t>
      </w:r>
      <w:r w:rsidR="00D769AB">
        <w:rPr>
          <w:rtl/>
        </w:rPr>
        <w:t>،</w:t>
      </w:r>
      <w:r w:rsidRPr="009647FC">
        <w:rPr>
          <w:rtl/>
        </w:rPr>
        <w:t xml:space="preserve"> وتركت لها مضمارها</w:t>
      </w:r>
      <w:r w:rsidR="00D769AB">
        <w:rPr>
          <w:rtl/>
        </w:rPr>
        <w:t>،</w:t>
      </w:r>
      <w:r w:rsidRPr="009647FC">
        <w:rPr>
          <w:rtl/>
        </w:rPr>
        <w:t xml:space="preserve"> وأوسعت لها في مجالها</w:t>
      </w:r>
      <w:r w:rsidR="00D769AB">
        <w:rPr>
          <w:rtl/>
        </w:rPr>
        <w:t>،</w:t>
      </w:r>
      <w:r w:rsidRPr="009647FC">
        <w:rPr>
          <w:rtl/>
        </w:rPr>
        <w:t xml:space="preserve"> </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فافتتحت في عتاب الدهر براعة استهلالها</w:t>
      </w:r>
      <w:r w:rsidR="00D769AB">
        <w:rPr>
          <w:rtl/>
        </w:rPr>
        <w:t>:</w:t>
      </w:r>
    </w:p>
    <w:tbl>
      <w:tblPr>
        <w:tblStyle w:val="TableGrid"/>
        <w:bidiVisual/>
        <w:tblW w:w="4562" w:type="pct"/>
        <w:tblInd w:w="384" w:type="dxa"/>
        <w:tblLook w:val="04A0"/>
      </w:tblPr>
      <w:tblGrid>
        <w:gridCol w:w="3902"/>
        <w:gridCol w:w="301"/>
        <w:gridCol w:w="3884"/>
      </w:tblGrid>
      <w:tr w:rsidR="00AF6002" w:rsidRPr="00524A24" w:rsidTr="00AF6002">
        <w:trPr>
          <w:trHeight w:val="350"/>
        </w:trPr>
        <w:tc>
          <w:tcPr>
            <w:tcW w:w="3902" w:type="dxa"/>
          </w:tcPr>
          <w:p w:rsidR="00AF6002" w:rsidRPr="00524A24" w:rsidRDefault="00AF6002" w:rsidP="00791A38">
            <w:pPr>
              <w:pStyle w:val="libPoem"/>
            </w:pPr>
            <w:r w:rsidRPr="009647FC">
              <w:rPr>
                <w:rtl/>
              </w:rPr>
              <w:t>يا</w:t>
            </w:r>
            <w:r>
              <w:rPr>
                <w:rtl/>
              </w:rPr>
              <w:t xml:space="preserve"> </w:t>
            </w:r>
            <w:r w:rsidRPr="009647FC">
              <w:rPr>
                <w:rtl/>
              </w:rPr>
              <w:t>دهرُ</w:t>
            </w:r>
            <w:r>
              <w:rPr>
                <w:rtl/>
              </w:rPr>
              <w:t xml:space="preserve"> </w:t>
            </w:r>
            <w:r w:rsidRPr="009647FC">
              <w:rPr>
                <w:rtl/>
              </w:rPr>
              <w:t>ما</w:t>
            </w:r>
            <w:r>
              <w:rPr>
                <w:rtl/>
              </w:rPr>
              <w:t xml:space="preserve"> </w:t>
            </w:r>
            <w:r w:rsidRPr="009647FC">
              <w:rPr>
                <w:rtl/>
              </w:rPr>
              <w:t>شئت</w:t>
            </w:r>
            <w:r>
              <w:rPr>
                <w:rtl/>
              </w:rPr>
              <w:t xml:space="preserve">َ </w:t>
            </w:r>
            <w:r w:rsidRPr="009647FC">
              <w:rPr>
                <w:rtl/>
              </w:rPr>
              <w:t>فاصنع</w:t>
            </w:r>
            <w:r>
              <w:rPr>
                <w:rtl/>
              </w:rPr>
              <w:t xml:space="preserve"> </w:t>
            </w:r>
            <w:r w:rsidRPr="009647FC">
              <w:rPr>
                <w:rtl/>
              </w:rPr>
              <w:t>هان</w:t>
            </w:r>
            <w:r>
              <w:rPr>
                <w:rtl/>
              </w:rPr>
              <w:t xml:space="preserve"> </w:t>
            </w:r>
            <w:r w:rsidRPr="009647FC">
              <w:rPr>
                <w:rtl/>
              </w:rPr>
              <w:t>ما</w:t>
            </w:r>
            <w:r>
              <w:rPr>
                <w:rtl/>
              </w:rPr>
              <w:t xml:space="preserve"> </w:t>
            </w:r>
            <w:r w:rsidRPr="009647FC">
              <w:rPr>
                <w:rtl/>
              </w:rPr>
              <w:t>عظما</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هذا</w:t>
            </w:r>
            <w:r>
              <w:rPr>
                <w:rtl/>
              </w:rPr>
              <w:t xml:space="preserve"> </w:t>
            </w:r>
            <w:r w:rsidRPr="009647FC">
              <w:rPr>
                <w:rtl/>
              </w:rPr>
              <w:t>الذي</w:t>
            </w:r>
            <w:r>
              <w:rPr>
                <w:rtl/>
              </w:rPr>
              <w:t xml:space="preserve"> </w:t>
            </w:r>
            <w:r w:rsidRPr="009647FC">
              <w:rPr>
                <w:rtl/>
              </w:rPr>
              <w:t>للرزايا</w:t>
            </w:r>
            <w:r>
              <w:rPr>
                <w:rtl/>
              </w:rPr>
              <w:t xml:space="preserve"> </w:t>
            </w:r>
            <w:r w:rsidRPr="009647FC">
              <w:rPr>
                <w:rtl/>
              </w:rPr>
              <w:t>لم</w:t>
            </w:r>
            <w:r>
              <w:rPr>
                <w:rtl/>
              </w:rPr>
              <w:t xml:space="preserve"> </w:t>
            </w:r>
            <w:r w:rsidRPr="009647FC">
              <w:rPr>
                <w:rtl/>
              </w:rPr>
              <w:t>يدع</w:t>
            </w:r>
            <w:r>
              <w:rPr>
                <w:rtl/>
              </w:rPr>
              <w:t xml:space="preserve"> </w:t>
            </w:r>
            <w:r w:rsidRPr="009647FC">
              <w:rPr>
                <w:rtl/>
              </w:rPr>
              <w:t>ألما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رزءٌ</w:t>
            </w:r>
            <w:r w:rsidR="004C00A8">
              <w:rPr>
                <w:rtl/>
              </w:rPr>
              <w:t xml:space="preserve"> </w:t>
            </w:r>
            <w:r w:rsidRPr="009647FC">
              <w:rPr>
                <w:rtl/>
              </w:rPr>
              <w:t>تلاقت</w:t>
            </w:r>
            <w:r>
              <w:rPr>
                <w:rtl/>
              </w:rPr>
              <w:t xml:space="preserve"> </w:t>
            </w:r>
            <w:r w:rsidRPr="009647FC">
              <w:rPr>
                <w:rtl/>
              </w:rPr>
              <w:t>رزايا</w:t>
            </w:r>
            <w:r>
              <w:rPr>
                <w:rtl/>
              </w:rPr>
              <w:t xml:space="preserve"> </w:t>
            </w:r>
            <w:r w:rsidRPr="009647FC">
              <w:rPr>
                <w:rtl/>
              </w:rPr>
              <w:t>الدهر</w:t>
            </w:r>
            <w:r>
              <w:rPr>
                <w:rtl/>
              </w:rPr>
              <w:t xml:space="preserve"> </w:t>
            </w:r>
            <w:r w:rsidRPr="009647FC">
              <w:rPr>
                <w:rtl/>
              </w:rPr>
              <w:t>فاجتمعت</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فيه</w:t>
            </w:r>
            <w:r w:rsidR="004C00A8">
              <w:rPr>
                <w:rtl/>
              </w:rPr>
              <w:t xml:space="preserve"> </w:t>
            </w:r>
            <w:r w:rsidRPr="009647FC">
              <w:rPr>
                <w:rtl/>
              </w:rPr>
              <w:t>فهوّن</w:t>
            </w:r>
            <w:r>
              <w:rPr>
                <w:rtl/>
              </w:rPr>
              <w:t xml:space="preserve"> </w:t>
            </w:r>
            <w:r w:rsidRPr="009647FC">
              <w:rPr>
                <w:rtl/>
              </w:rPr>
              <w:t>ما</w:t>
            </w:r>
            <w:r>
              <w:rPr>
                <w:rtl/>
              </w:rPr>
              <w:t xml:space="preserve"> </w:t>
            </w:r>
            <w:r w:rsidRPr="009647FC">
              <w:rPr>
                <w:rtl/>
              </w:rPr>
              <w:t>يأتي</w:t>
            </w:r>
            <w:r>
              <w:rPr>
                <w:rtl/>
              </w:rPr>
              <w:t xml:space="preserve"> </w:t>
            </w:r>
            <w:r w:rsidRPr="009647FC">
              <w:rPr>
                <w:rtl/>
              </w:rPr>
              <w:t>وما</w:t>
            </w:r>
            <w:r>
              <w:rPr>
                <w:rtl/>
              </w:rPr>
              <w:t xml:space="preserve"> </w:t>
            </w:r>
            <w:r w:rsidRPr="009647FC">
              <w:rPr>
                <w:rtl/>
              </w:rPr>
              <w:t>قدما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ما</w:t>
            </w:r>
            <w:r>
              <w:rPr>
                <w:rtl/>
              </w:rPr>
              <w:t xml:space="preserve"> </w:t>
            </w:r>
            <w:r w:rsidRPr="009647FC">
              <w:rPr>
                <w:rtl/>
              </w:rPr>
              <w:t>بال</w:t>
            </w:r>
            <w:r>
              <w:rPr>
                <w:rtl/>
              </w:rPr>
              <w:t xml:space="preserve"> </w:t>
            </w:r>
            <w:r w:rsidRPr="009647FC">
              <w:rPr>
                <w:rtl/>
              </w:rPr>
              <w:t>أمُّ</w:t>
            </w:r>
            <w:r>
              <w:rPr>
                <w:rtl/>
              </w:rPr>
              <w:t xml:space="preserve"> </w:t>
            </w:r>
            <w:r w:rsidRPr="009647FC">
              <w:rPr>
                <w:rtl/>
              </w:rPr>
              <w:t>الليالي</w:t>
            </w:r>
            <w:r>
              <w:rPr>
                <w:rtl/>
              </w:rPr>
              <w:t xml:space="preserve"> </w:t>
            </w:r>
            <w:r w:rsidRPr="009647FC">
              <w:rPr>
                <w:rtl/>
              </w:rPr>
              <w:t>فيه</w:t>
            </w:r>
            <w:r>
              <w:rPr>
                <w:rtl/>
              </w:rPr>
              <w:t xml:space="preserve"> </w:t>
            </w:r>
            <w:r w:rsidRPr="009647FC">
              <w:rPr>
                <w:rtl/>
              </w:rPr>
              <w:t>قد</w:t>
            </w:r>
            <w:r>
              <w:rPr>
                <w:rtl/>
              </w:rPr>
              <w:t xml:space="preserve"> </w:t>
            </w:r>
            <w:r w:rsidRPr="009647FC">
              <w:rPr>
                <w:rtl/>
              </w:rPr>
              <w:t>حملت</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فليتها</w:t>
            </w:r>
            <w:r>
              <w:rPr>
                <w:rtl/>
              </w:rPr>
              <w:t xml:space="preserve"> </w:t>
            </w:r>
            <w:r w:rsidRPr="009647FC">
              <w:rPr>
                <w:rtl/>
              </w:rPr>
              <w:t>وأبا</w:t>
            </w:r>
            <w:r>
              <w:rPr>
                <w:rtl/>
              </w:rPr>
              <w:t xml:space="preserve"> </w:t>
            </w:r>
            <w:r w:rsidRPr="009647FC">
              <w:rPr>
                <w:rtl/>
              </w:rPr>
              <w:t>أيامها</w:t>
            </w:r>
            <w:r>
              <w:rPr>
                <w:rtl/>
              </w:rPr>
              <w:t xml:space="preserve"> </w:t>
            </w:r>
            <w:r w:rsidRPr="009647FC">
              <w:rPr>
                <w:rtl/>
              </w:rPr>
              <w:t>عقما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لقد</w:t>
            </w:r>
            <w:r w:rsidR="004C00A8">
              <w:rPr>
                <w:rtl/>
              </w:rPr>
              <w:t xml:space="preserve"> </w:t>
            </w:r>
            <w:r w:rsidRPr="009647FC">
              <w:rPr>
                <w:rtl/>
              </w:rPr>
              <w:t>تحكّ</w:t>
            </w:r>
            <w:r>
              <w:rPr>
                <w:rtl/>
              </w:rPr>
              <w:t>َ</w:t>
            </w:r>
            <w:r w:rsidRPr="009647FC">
              <w:rPr>
                <w:rtl/>
              </w:rPr>
              <w:t>م</w:t>
            </w:r>
            <w:r>
              <w:rPr>
                <w:rtl/>
              </w:rPr>
              <w:t xml:space="preserve"> </w:t>
            </w:r>
            <w:r w:rsidRPr="009647FC">
              <w:rPr>
                <w:rtl/>
              </w:rPr>
              <w:t>في</w:t>
            </w:r>
            <w:r>
              <w:rPr>
                <w:rtl/>
              </w:rPr>
              <w:t xml:space="preserve"> </w:t>
            </w:r>
            <w:r w:rsidRPr="009647FC">
              <w:rPr>
                <w:rtl/>
              </w:rPr>
              <w:t>الدنيا</w:t>
            </w:r>
            <w:r>
              <w:rPr>
                <w:rtl/>
              </w:rPr>
              <w:t xml:space="preserve"> </w:t>
            </w:r>
            <w:r w:rsidRPr="009647FC">
              <w:rPr>
                <w:rtl/>
              </w:rPr>
              <w:t>فنال</w:t>
            </w:r>
            <w:r>
              <w:rPr>
                <w:rtl/>
              </w:rPr>
              <w:t xml:space="preserve"> </w:t>
            </w:r>
            <w:r w:rsidRPr="009647FC">
              <w:rPr>
                <w:rtl/>
              </w:rPr>
              <w:t>بها</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من</w:t>
            </w:r>
            <w:r>
              <w:rPr>
                <w:rtl/>
              </w:rPr>
              <w:t xml:space="preserve"> </w:t>
            </w:r>
            <w:r w:rsidRPr="009647FC">
              <w:rPr>
                <w:rtl/>
              </w:rPr>
              <w:t>النواظر</w:t>
            </w:r>
            <w:r>
              <w:rPr>
                <w:rtl/>
              </w:rPr>
              <w:t xml:space="preserve"> </w:t>
            </w:r>
            <w:r w:rsidRPr="009647FC">
              <w:rPr>
                <w:rtl/>
              </w:rPr>
              <w:t>والأحشاء</w:t>
            </w:r>
            <w:r>
              <w:rPr>
                <w:rtl/>
              </w:rPr>
              <w:t xml:space="preserve"> </w:t>
            </w:r>
            <w:r w:rsidRPr="009647FC">
              <w:rPr>
                <w:rtl/>
              </w:rPr>
              <w:t>ما</w:t>
            </w:r>
            <w:r>
              <w:rPr>
                <w:rtl/>
              </w:rPr>
              <w:t xml:space="preserve"> </w:t>
            </w:r>
            <w:r w:rsidRPr="009647FC">
              <w:rPr>
                <w:rtl/>
              </w:rPr>
              <w:t>احتكما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عجّ</w:t>
            </w:r>
            <w:r w:rsidRPr="00B371C6">
              <w:rPr>
                <w:rtl/>
              </w:rPr>
              <w:t>َ</w:t>
            </w:r>
            <w:r w:rsidRPr="009647FC">
              <w:rPr>
                <w:rtl/>
              </w:rPr>
              <w:t>ت</w:t>
            </w:r>
            <w:r w:rsidR="004C00A8">
              <w:rPr>
                <w:rtl/>
              </w:rPr>
              <w:t xml:space="preserve"> </w:t>
            </w:r>
            <w:r w:rsidRPr="009647FC">
              <w:rPr>
                <w:rtl/>
              </w:rPr>
              <w:t>ولا</w:t>
            </w:r>
            <w:r>
              <w:rPr>
                <w:rtl/>
              </w:rPr>
              <w:t xml:space="preserve"> </w:t>
            </w:r>
            <w:r w:rsidRPr="009647FC">
              <w:rPr>
                <w:rtl/>
              </w:rPr>
              <w:t>كعجيج</w:t>
            </w:r>
            <w:r>
              <w:rPr>
                <w:rtl/>
              </w:rPr>
              <w:t xml:space="preserve"> </w:t>
            </w:r>
            <w:r w:rsidRPr="009647FC">
              <w:rPr>
                <w:rtl/>
              </w:rPr>
              <w:t>الموقرات</w:t>
            </w:r>
            <w:r>
              <w:rPr>
                <w:rtl/>
              </w:rPr>
              <w:t xml:space="preserve"> </w:t>
            </w:r>
            <w:r w:rsidRPr="009647FC">
              <w:rPr>
                <w:rtl/>
              </w:rPr>
              <w:t>به</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وهل</w:t>
            </w:r>
            <w:r w:rsidR="004C00A8">
              <w:rPr>
                <w:rtl/>
              </w:rPr>
              <w:t xml:space="preserve"> </w:t>
            </w:r>
            <w:r w:rsidRPr="009647FC">
              <w:rPr>
                <w:rtl/>
              </w:rPr>
              <w:t>تلام</w:t>
            </w:r>
            <w:r>
              <w:rPr>
                <w:rtl/>
              </w:rPr>
              <w:t xml:space="preserve"> </w:t>
            </w:r>
            <w:r w:rsidRPr="009647FC">
              <w:rPr>
                <w:rtl/>
              </w:rPr>
              <w:t>وهذا</w:t>
            </w:r>
            <w:r>
              <w:rPr>
                <w:rtl/>
              </w:rPr>
              <w:t xml:space="preserve"> </w:t>
            </w:r>
            <w:r w:rsidRPr="009647FC">
              <w:rPr>
                <w:rtl/>
              </w:rPr>
              <w:t>ظهرُها</w:t>
            </w:r>
            <w:r>
              <w:rPr>
                <w:rtl/>
              </w:rPr>
              <w:t xml:space="preserve"> </w:t>
            </w:r>
            <w:r w:rsidRPr="009647FC">
              <w:rPr>
                <w:rtl/>
              </w:rPr>
              <w:t>انقصما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مضى</w:t>
            </w:r>
            <w:r>
              <w:rPr>
                <w:rtl/>
              </w:rPr>
              <w:t xml:space="preserve"> </w:t>
            </w:r>
            <w:r w:rsidRPr="009647FC">
              <w:rPr>
                <w:rtl/>
              </w:rPr>
              <w:t>الذي</w:t>
            </w:r>
            <w:r>
              <w:rPr>
                <w:rtl/>
              </w:rPr>
              <w:t xml:space="preserve"> </w:t>
            </w:r>
            <w:r w:rsidRPr="009647FC">
              <w:rPr>
                <w:rtl/>
              </w:rPr>
              <w:t>طبقتها</w:t>
            </w:r>
            <w:r>
              <w:rPr>
                <w:rtl/>
              </w:rPr>
              <w:t xml:space="preserve"> </w:t>
            </w:r>
            <w:r w:rsidRPr="009647FC">
              <w:rPr>
                <w:rtl/>
              </w:rPr>
              <w:t>كفُّه</w:t>
            </w:r>
            <w:r>
              <w:rPr>
                <w:rtl/>
              </w:rPr>
              <w:t xml:space="preserve"> </w:t>
            </w:r>
            <w:r w:rsidRPr="009647FC">
              <w:rPr>
                <w:rtl/>
              </w:rPr>
              <w:t>نعما</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فطبقتها</w:t>
            </w:r>
            <w:r>
              <w:rPr>
                <w:rtl/>
              </w:rPr>
              <w:t xml:space="preserve"> </w:t>
            </w:r>
            <w:r w:rsidRPr="009647FC">
              <w:rPr>
                <w:rtl/>
              </w:rPr>
              <w:t>الليالي</w:t>
            </w:r>
            <w:r>
              <w:rPr>
                <w:rtl/>
              </w:rPr>
              <w:t xml:space="preserve"> </w:t>
            </w:r>
            <w:r w:rsidRPr="009647FC">
              <w:rPr>
                <w:rtl/>
              </w:rPr>
              <w:t>بعده</w:t>
            </w:r>
            <w:r>
              <w:rPr>
                <w:rtl/>
              </w:rPr>
              <w:t xml:space="preserve"> </w:t>
            </w:r>
            <w:r w:rsidRPr="009647FC">
              <w:rPr>
                <w:rtl/>
              </w:rPr>
              <w:t>نقما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الآن</w:t>
            </w:r>
            <w:r w:rsidR="004C00A8">
              <w:rPr>
                <w:rtl/>
              </w:rPr>
              <w:t xml:space="preserve"> </w:t>
            </w:r>
            <w:r w:rsidRPr="009647FC">
              <w:rPr>
                <w:rtl/>
              </w:rPr>
              <w:t>غودرت</w:t>
            </w:r>
            <w:r>
              <w:rPr>
                <w:rtl/>
              </w:rPr>
              <w:t xml:space="preserve"> </w:t>
            </w:r>
            <w:r w:rsidRPr="009647FC">
              <w:rPr>
                <w:rtl/>
              </w:rPr>
              <w:t>الآمال</w:t>
            </w:r>
            <w:r>
              <w:rPr>
                <w:rtl/>
              </w:rPr>
              <w:t xml:space="preserve"> </w:t>
            </w:r>
            <w:r w:rsidRPr="009647FC">
              <w:rPr>
                <w:rtl/>
              </w:rPr>
              <w:t>حائمةً</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وأين</w:t>
            </w:r>
            <w:r w:rsidR="004C00A8">
              <w:rPr>
                <w:rtl/>
              </w:rPr>
              <w:t xml:space="preserve"> </w:t>
            </w:r>
            <w:r w:rsidRPr="009647FC">
              <w:rPr>
                <w:rtl/>
              </w:rPr>
              <w:t>في</w:t>
            </w:r>
            <w:r>
              <w:rPr>
                <w:rtl/>
              </w:rPr>
              <w:t xml:space="preserve"> </w:t>
            </w:r>
            <w:r w:rsidRPr="009647FC">
              <w:rPr>
                <w:rtl/>
              </w:rPr>
              <w:t>الدهر</w:t>
            </w:r>
            <w:r>
              <w:rPr>
                <w:rtl/>
              </w:rPr>
              <w:t xml:space="preserve"> </w:t>
            </w:r>
            <w:r w:rsidRPr="009647FC">
              <w:rPr>
                <w:rtl/>
              </w:rPr>
              <w:t>منها</w:t>
            </w:r>
            <w:r>
              <w:rPr>
                <w:rtl/>
              </w:rPr>
              <w:t xml:space="preserve"> </w:t>
            </w:r>
            <w:r w:rsidRPr="009647FC">
              <w:rPr>
                <w:rtl/>
              </w:rPr>
              <w:t>من</w:t>
            </w:r>
            <w:r>
              <w:rPr>
                <w:rtl/>
              </w:rPr>
              <w:t xml:space="preserve"> </w:t>
            </w:r>
            <w:r w:rsidRPr="009647FC">
              <w:rPr>
                <w:rtl/>
              </w:rPr>
              <w:t>يبلّ</w:t>
            </w:r>
            <w:r>
              <w:rPr>
                <w:rtl/>
              </w:rPr>
              <w:t xml:space="preserve"> </w:t>
            </w:r>
            <w:r w:rsidRPr="009647FC">
              <w:rPr>
                <w:rtl/>
              </w:rPr>
              <w:t>فما؟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وقبّ</w:t>
            </w:r>
            <w:r>
              <w:rPr>
                <w:rtl/>
              </w:rPr>
              <w:t>َ</w:t>
            </w:r>
            <w:r w:rsidRPr="009647FC">
              <w:rPr>
                <w:rtl/>
              </w:rPr>
              <w:t>ةُ</w:t>
            </w:r>
            <w:r w:rsidR="004C00A8">
              <w:rPr>
                <w:rtl/>
              </w:rPr>
              <w:t xml:space="preserve"> </w:t>
            </w:r>
            <w:r w:rsidRPr="009647FC">
              <w:rPr>
                <w:rtl/>
              </w:rPr>
              <w:t>المجد</w:t>
            </w:r>
            <w:r>
              <w:rPr>
                <w:rtl/>
              </w:rPr>
              <w:t xml:space="preserve"> </w:t>
            </w:r>
            <w:r w:rsidRPr="009647FC">
              <w:rPr>
                <w:rtl/>
              </w:rPr>
              <w:t>قد</w:t>
            </w:r>
            <w:r>
              <w:rPr>
                <w:rtl/>
              </w:rPr>
              <w:t xml:space="preserve"> </w:t>
            </w:r>
            <w:r w:rsidRPr="009647FC">
              <w:rPr>
                <w:rtl/>
              </w:rPr>
              <w:t>مالت</w:t>
            </w:r>
            <w:r>
              <w:rPr>
                <w:rtl/>
              </w:rPr>
              <w:t xml:space="preserve"> </w:t>
            </w:r>
            <w:r w:rsidRPr="009647FC">
              <w:rPr>
                <w:rtl/>
              </w:rPr>
              <w:t>ولا</w:t>
            </w:r>
            <w:r>
              <w:rPr>
                <w:rtl/>
              </w:rPr>
              <w:t xml:space="preserve"> </w:t>
            </w:r>
            <w:r w:rsidRPr="009647FC">
              <w:rPr>
                <w:rtl/>
              </w:rPr>
              <w:t>عجبٌ</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فإنّ</w:t>
            </w:r>
            <w:r>
              <w:rPr>
                <w:rtl/>
              </w:rPr>
              <w:t>َ</w:t>
            </w:r>
            <w:r w:rsidR="004C00A8">
              <w:rPr>
                <w:rtl/>
              </w:rPr>
              <w:t xml:space="preserve"> </w:t>
            </w:r>
            <w:r w:rsidRPr="009647FC">
              <w:rPr>
                <w:rtl/>
              </w:rPr>
              <w:t>أثبت</w:t>
            </w:r>
            <w:r>
              <w:rPr>
                <w:rtl/>
              </w:rPr>
              <w:t xml:space="preserve"> </w:t>
            </w:r>
            <w:r w:rsidRPr="009647FC">
              <w:rPr>
                <w:rtl/>
              </w:rPr>
              <w:t>أركان</w:t>
            </w:r>
            <w:r>
              <w:rPr>
                <w:rtl/>
              </w:rPr>
              <w:t xml:space="preserve"> </w:t>
            </w:r>
            <w:r w:rsidRPr="009647FC">
              <w:rPr>
                <w:rtl/>
              </w:rPr>
              <w:t>العُلى</w:t>
            </w:r>
            <w:r>
              <w:rPr>
                <w:rtl/>
              </w:rPr>
              <w:t xml:space="preserve"> </w:t>
            </w:r>
            <w:r w:rsidRPr="009647FC">
              <w:rPr>
                <w:rtl/>
              </w:rPr>
              <w:t>انهدما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فلينتظم</w:t>
            </w:r>
            <w:r w:rsidR="004C00A8">
              <w:rPr>
                <w:rtl/>
              </w:rPr>
              <w:t xml:space="preserve"> </w:t>
            </w:r>
            <w:r w:rsidRPr="009647FC">
              <w:rPr>
                <w:rtl/>
              </w:rPr>
              <w:t>مأتماً</w:t>
            </w:r>
            <w:r>
              <w:rPr>
                <w:rtl/>
              </w:rPr>
              <w:t xml:space="preserve"> </w:t>
            </w:r>
            <w:r w:rsidRPr="009647FC">
              <w:rPr>
                <w:rtl/>
              </w:rPr>
              <w:t>عمرُ</w:t>
            </w:r>
            <w:r>
              <w:rPr>
                <w:rtl/>
              </w:rPr>
              <w:t xml:space="preserve"> </w:t>
            </w:r>
            <w:r w:rsidRPr="009647FC">
              <w:rPr>
                <w:rtl/>
              </w:rPr>
              <w:t>الزمان</w:t>
            </w:r>
            <w:r>
              <w:rPr>
                <w:rtl/>
              </w:rPr>
              <w:t xml:space="preserve"> </w:t>
            </w:r>
            <w:r w:rsidRPr="009647FC">
              <w:rPr>
                <w:rtl/>
              </w:rPr>
              <w:t>لم</w:t>
            </w:r>
            <w:r>
              <w:rPr>
                <w:rtl/>
              </w:rPr>
              <w:t>َ</w:t>
            </w:r>
            <w:r w:rsidRPr="009647FC">
              <w:rPr>
                <w:rtl/>
              </w:rPr>
              <w:t>نْ</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بالصالحات</w:t>
            </w:r>
            <w:r>
              <w:rPr>
                <w:rtl/>
              </w:rPr>
              <w:t xml:space="preserve"> </w:t>
            </w:r>
            <w:r w:rsidRPr="009647FC">
              <w:rPr>
                <w:rtl/>
              </w:rPr>
              <w:t>جميعاً</w:t>
            </w:r>
            <w:r>
              <w:rPr>
                <w:rtl/>
              </w:rPr>
              <w:t xml:space="preserve"> </w:t>
            </w:r>
            <w:r w:rsidRPr="009647FC">
              <w:rPr>
                <w:rtl/>
              </w:rPr>
              <w:t>عمرُه</w:t>
            </w:r>
            <w:r>
              <w:rPr>
                <w:rtl/>
              </w:rPr>
              <w:t xml:space="preserve"> </w:t>
            </w:r>
            <w:r w:rsidRPr="009647FC">
              <w:rPr>
                <w:rtl/>
              </w:rPr>
              <w:t>انتظما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ولتحتلب</w:t>
            </w:r>
            <w:r w:rsidR="004C00A8">
              <w:rPr>
                <w:rtl/>
              </w:rPr>
              <w:t xml:space="preserve"> </w:t>
            </w:r>
            <w:r w:rsidRPr="009647FC">
              <w:rPr>
                <w:rtl/>
              </w:rPr>
              <w:t>عينها</w:t>
            </w:r>
            <w:r>
              <w:rPr>
                <w:rtl/>
              </w:rPr>
              <w:t xml:space="preserve"> </w:t>
            </w:r>
            <w:r w:rsidRPr="009647FC">
              <w:rPr>
                <w:rtl/>
              </w:rPr>
              <w:t>الدنيا</w:t>
            </w:r>
            <w:r>
              <w:rPr>
                <w:rtl/>
              </w:rPr>
              <w:t xml:space="preserve"> </w:t>
            </w:r>
            <w:r w:rsidRPr="009647FC">
              <w:rPr>
                <w:rtl/>
              </w:rPr>
              <w:t>لم</w:t>
            </w:r>
            <w:r>
              <w:rPr>
                <w:rtl/>
              </w:rPr>
              <w:t>َ</w:t>
            </w:r>
            <w:r w:rsidRPr="009647FC">
              <w:rPr>
                <w:rtl/>
              </w:rPr>
              <w:t>نْ</w:t>
            </w:r>
            <w:r>
              <w:rPr>
                <w:rtl/>
              </w:rPr>
              <w:t xml:space="preserve"> </w:t>
            </w:r>
            <w:r w:rsidRPr="009647FC">
              <w:rPr>
                <w:rtl/>
              </w:rPr>
              <w:t>يدُه</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كانت</w:t>
            </w:r>
            <w:r>
              <w:rPr>
                <w:rtl/>
              </w:rPr>
              <w:t xml:space="preserve"> </w:t>
            </w:r>
            <w:r w:rsidRPr="009647FC">
              <w:rPr>
                <w:rtl/>
              </w:rPr>
              <w:t>حلوبة</w:t>
            </w:r>
            <w:r>
              <w:rPr>
                <w:rtl/>
              </w:rPr>
              <w:t xml:space="preserve"> </w:t>
            </w:r>
            <w:r w:rsidRPr="009647FC">
              <w:rPr>
                <w:rtl/>
              </w:rPr>
              <w:t>جودٍ</w:t>
            </w:r>
            <w:r>
              <w:rPr>
                <w:rtl/>
              </w:rPr>
              <w:t xml:space="preserve"> </w:t>
            </w:r>
            <w:r w:rsidRPr="009647FC">
              <w:rPr>
                <w:rtl/>
              </w:rPr>
              <w:t>تقتل</w:t>
            </w:r>
            <w:r>
              <w:rPr>
                <w:rtl/>
              </w:rPr>
              <w:t xml:space="preserve"> </w:t>
            </w:r>
            <w:r w:rsidRPr="009647FC">
              <w:rPr>
                <w:rtl/>
              </w:rPr>
              <w:t>الأزما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وكيف</w:t>
            </w:r>
            <w:r w:rsidR="004C00A8">
              <w:rPr>
                <w:rtl/>
              </w:rPr>
              <w:t xml:space="preserve"> </w:t>
            </w:r>
            <w:r w:rsidRPr="009647FC">
              <w:rPr>
                <w:rtl/>
              </w:rPr>
              <w:t>تسأمُ</w:t>
            </w:r>
            <w:r>
              <w:rPr>
                <w:rtl/>
              </w:rPr>
              <w:t xml:space="preserve"> </w:t>
            </w:r>
            <w:r w:rsidRPr="009647FC">
              <w:rPr>
                <w:rtl/>
              </w:rPr>
              <w:t>من</w:t>
            </w:r>
            <w:r>
              <w:rPr>
                <w:rtl/>
              </w:rPr>
              <w:t xml:space="preserve"> </w:t>
            </w:r>
            <w:r w:rsidRPr="009647FC">
              <w:rPr>
                <w:rtl/>
              </w:rPr>
              <w:t>دمعٍ</w:t>
            </w:r>
            <w:r>
              <w:rPr>
                <w:rtl/>
              </w:rPr>
              <w:t xml:space="preserve"> </w:t>
            </w:r>
            <w:r w:rsidRPr="009647FC">
              <w:rPr>
                <w:rtl/>
              </w:rPr>
              <w:t>تتابعه</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ومن</w:t>
            </w:r>
            <w:r>
              <w:rPr>
                <w:rtl/>
              </w:rPr>
              <w:t xml:space="preserve"> </w:t>
            </w:r>
            <w:r w:rsidRPr="009647FC">
              <w:rPr>
                <w:rtl/>
              </w:rPr>
              <w:t>متابعة</w:t>
            </w:r>
            <w:r>
              <w:rPr>
                <w:rtl/>
              </w:rPr>
              <w:t xml:space="preserve"> </w:t>
            </w:r>
            <w:r w:rsidRPr="009647FC">
              <w:rPr>
                <w:rtl/>
              </w:rPr>
              <w:t>النعماء</w:t>
            </w:r>
            <w:r>
              <w:rPr>
                <w:rtl/>
              </w:rPr>
              <w:t xml:space="preserve"> </w:t>
            </w:r>
            <w:r w:rsidRPr="009647FC">
              <w:rPr>
                <w:rtl/>
              </w:rPr>
              <w:t>ما</w:t>
            </w:r>
            <w:r>
              <w:rPr>
                <w:rtl/>
              </w:rPr>
              <w:t xml:space="preserve"> </w:t>
            </w:r>
            <w:r w:rsidRPr="009647FC">
              <w:rPr>
                <w:rtl/>
              </w:rPr>
              <w:t>سئما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في</w:t>
            </w:r>
            <w:r w:rsidR="004C00A8">
              <w:rPr>
                <w:rtl/>
              </w:rPr>
              <w:t xml:space="preserve"> </w:t>
            </w:r>
            <w:r w:rsidRPr="009647FC">
              <w:rPr>
                <w:rtl/>
              </w:rPr>
              <w:t>الكفّ</w:t>
            </w:r>
            <w:r>
              <w:rPr>
                <w:rtl/>
              </w:rPr>
              <w:t xml:space="preserve"> </w:t>
            </w:r>
            <w:r w:rsidRPr="009647FC">
              <w:rPr>
                <w:rtl/>
              </w:rPr>
              <w:t>ما</w:t>
            </w:r>
            <w:r>
              <w:rPr>
                <w:rtl/>
              </w:rPr>
              <w:t xml:space="preserve"> </w:t>
            </w:r>
            <w:r w:rsidRPr="009647FC">
              <w:rPr>
                <w:rtl/>
              </w:rPr>
              <w:t>زرعت</w:t>
            </w:r>
            <w:r>
              <w:rPr>
                <w:rtl/>
              </w:rPr>
              <w:t xml:space="preserve"> </w:t>
            </w:r>
            <w:r w:rsidRPr="009647FC">
              <w:rPr>
                <w:rtl/>
              </w:rPr>
              <w:t>حسن</w:t>
            </w:r>
            <w:r>
              <w:rPr>
                <w:rtl/>
              </w:rPr>
              <w:t xml:space="preserve"> </w:t>
            </w:r>
            <w:r w:rsidRPr="009647FC">
              <w:rPr>
                <w:rtl/>
              </w:rPr>
              <w:t>الرجاء</w:t>
            </w:r>
            <w:r>
              <w:rPr>
                <w:rtl/>
              </w:rPr>
              <w:t xml:space="preserve"> </w:t>
            </w:r>
            <w:r w:rsidRPr="009647FC">
              <w:rPr>
                <w:rtl/>
              </w:rPr>
              <w:t>له</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إلاّ</w:t>
            </w:r>
            <w:r w:rsidR="004C00A8">
              <w:rPr>
                <w:rtl/>
              </w:rPr>
              <w:t xml:space="preserve"> </w:t>
            </w:r>
            <w:r w:rsidRPr="009647FC">
              <w:rPr>
                <w:rtl/>
              </w:rPr>
              <w:t>وأمطرها</w:t>
            </w:r>
            <w:r>
              <w:rPr>
                <w:rtl/>
              </w:rPr>
              <w:t xml:space="preserve"> </w:t>
            </w:r>
            <w:r w:rsidRPr="009647FC">
              <w:rPr>
                <w:rtl/>
              </w:rPr>
              <w:t>من</w:t>
            </w:r>
            <w:r>
              <w:rPr>
                <w:rtl/>
              </w:rPr>
              <w:t xml:space="preserve"> </w:t>
            </w:r>
            <w:r w:rsidRPr="009647FC">
              <w:rPr>
                <w:rtl/>
              </w:rPr>
              <w:t>كف</w:t>
            </w:r>
            <w:r w:rsidRPr="00B371C6">
              <w:rPr>
                <w:rtl/>
              </w:rPr>
              <w:t>ّ</w:t>
            </w:r>
            <w:r w:rsidRPr="009647FC">
              <w:rPr>
                <w:rtl/>
              </w:rPr>
              <w:t>ه</w:t>
            </w:r>
            <w:r>
              <w:rPr>
                <w:rtl/>
              </w:rPr>
              <w:t xml:space="preserve"> </w:t>
            </w:r>
            <w:r w:rsidRPr="009647FC">
              <w:rPr>
                <w:rtl/>
              </w:rPr>
              <w:t>كرما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يا</w:t>
            </w:r>
            <w:r w:rsidR="004C00A8">
              <w:rPr>
                <w:rtl/>
              </w:rPr>
              <w:t xml:space="preserve"> </w:t>
            </w:r>
            <w:r w:rsidRPr="009647FC">
              <w:rPr>
                <w:rtl/>
              </w:rPr>
              <w:t>آخذاً</w:t>
            </w:r>
            <w:r>
              <w:rPr>
                <w:rtl/>
              </w:rPr>
              <w:t xml:space="preserve"> </w:t>
            </w:r>
            <w:r w:rsidRPr="009647FC">
              <w:rPr>
                <w:rtl/>
              </w:rPr>
              <w:t>كلّ</w:t>
            </w:r>
            <w:r>
              <w:rPr>
                <w:rtl/>
              </w:rPr>
              <w:t xml:space="preserve">َ </w:t>
            </w:r>
            <w:r w:rsidRPr="009647FC">
              <w:rPr>
                <w:rtl/>
              </w:rPr>
              <w:t>قلبٍ</w:t>
            </w:r>
            <w:r>
              <w:rPr>
                <w:rtl/>
              </w:rPr>
              <w:t xml:space="preserve"> </w:t>
            </w:r>
            <w:r w:rsidRPr="009647FC">
              <w:rPr>
                <w:rtl/>
              </w:rPr>
              <w:t>في</w:t>
            </w:r>
            <w:r>
              <w:rPr>
                <w:rtl/>
              </w:rPr>
              <w:t xml:space="preserve"> </w:t>
            </w:r>
            <w:r w:rsidRPr="009647FC">
              <w:rPr>
                <w:rtl/>
              </w:rPr>
              <w:t>ملامته</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دع</w:t>
            </w:r>
            <w:r>
              <w:rPr>
                <w:rtl/>
              </w:rPr>
              <w:t xml:space="preserve"> </w:t>
            </w:r>
            <w:r w:rsidRPr="009647FC">
              <w:rPr>
                <w:rtl/>
              </w:rPr>
              <w:t>الملام</w:t>
            </w:r>
            <w:r>
              <w:rPr>
                <w:rtl/>
              </w:rPr>
              <w:t xml:space="preserve"> </w:t>
            </w:r>
            <w:r w:rsidRPr="009647FC">
              <w:rPr>
                <w:rtl/>
              </w:rPr>
              <w:t>وشاطرني</w:t>
            </w:r>
            <w:r>
              <w:rPr>
                <w:rtl/>
              </w:rPr>
              <w:t xml:space="preserve"> </w:t>
            </w:r>
            <w:r w:rsidRPr="009647FC">
              <w:rPr>
                <w:rtl/>
              </w:rPr>
              <w:t>الدموع</w:t>
            </w:r>
            <w:r>
              <w:rPr>
                <w:rtl/>
              </w:rPr>
              <w:t xml:space="preserve">َ </w:t>
            </w:r>
            <w:r w:rsidRPr="009647FC">
              <w:rPr>
                <w:rtl/>
              </w:rPr>
              <w:t>دما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واقرع</w:t>
            </w:r>
            <w:r>
              <w:rPr>
                <w:rtl/>
              </w:rPr>
              <w:t xml:space="preserve"> </w:t>
            </w:r>
            <w:r w:rsidRPr="009647FC">
              <w:rPr>
                <w:rtl/>
              </w:rPr>
              <w:t>بلومك</w:t>
            </w:r>
            <w:r>
              <w:rPr>
                <w:rtl/>
              </w:rPr>
              <w:t xml:space="preserve"> </w:t>
            </w:r>
            <w:r w:rsidRPr="009647FC">
              <w:rPr>
                <w:rtl/>
              </w:rPr>
              <w:t>سمع</w:t>
            </w:r>
            <w:r>
              <w:rPr>
                <w:rtl/>
              </w:rPr>
              <w:t xml:space="preserve">َ </w:t>
            </w:r>
            <w:r w:rsidRPr="009647FC">
              <w:rPr>
                <w:rtl/>
              </w:rPr>
              <w:t>الدهر</w:t>
            </w:r>
            <w:r>
              <w:rPr>
                <w:rtl/>
              </w:rPr>
              <w:t xml:space="preserve"> </w:t>
            </w:r>
            <w:r w:rsidRPr="009647FC">
              <w:rPr>
                <w:rtl/>
              </w:rPr>
              <w:t>حيث</w:t>
            </w:r>
            <w:r>
              <w:rPr>
                <w:rtl/>
              </w:rPr>
              <w:t xml:space="preserve"> </w:t>
            </w:r>
            <w:r w:rsidRPr="009647FC">
              <w:rPr>
                <w:rtl/>
              </w:rPr>
              <w:t>أتى</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برنّ</w:t>
            </w:r>
            <w:r w:rsidRPr="00B371C6">
              <w:rPr>
                <w:rtl/>
              </w:rPr>
              <w:t>َ</w:t>
            </w:r>
            <w:r w:rsidRPr="009647FC">
              <w:rPr>
                <w:rtl/>
              </w:rPr>
              <w:t>ةٍ</w:t>
            </w:r>
            <w:r w:rsidR="004C00A8">
              <w:rPr>
                <w:rtl/>
              </w:rPr>
              <w:t xml:space="preserve"> </w:t>
            </w:r>
            <w:r w:rsidRPr="009647FC">
              <w:rPr>
                <w:rtl/>
              </w:rPr>
              <w:t>تركته</w:t>
            </w:r>
            <w:r>
              <w:rPr>
                <w:rtl/>
              </w:rPr>
              <w:t xml:space="preserve"> </w:t>
            </w:r>
            <w:r w:rsidRPr="009647FC">
              <w:rPr>
                <w:rtl/>
              </w:rPr>
              <w:t>يشتكي</w:t>
            </w:r>
            <w:r>
              <w:rPr>
                <w:rtl/>
              </w:rPr>
              <w:t xml:space="preserve"> </w:t>
            </w:r>
            <w:r w:rsidRPr="009647FC">
              <w:rPr>
                <w:rtl/>
              </w:rPr>
              <w:t>الصمما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طويت</w:t>
            </w:r>
            <w:r>
              <w:rPr>
                <w:rtl/>
              </w:rPr>
              <w:t xml:space="preserve">َ </w:t>
            </w:r>
            <w:r w:rsidRPr="009647FC">
              <w:rPr>
                <w:rtl/>
              </w:rPr>
              <w:t>من</w:t>
            </w:r>
            <w:r>
              <w:rPr>
                <w:rtl/>
              </w:rPr>
              <w:t xml:space="preserve"> </w:t>
            </w:r>
            <w:r w:rsidRPr="009647FC">
              <w:rPr>
                <w:rtl/>
              </w:rPr>
              <w:t>يستظلُّ</w:t>
            </w:r>
            <w:r>
              <w:rPr>
                <w:rtl/>
              </w:rPr>
              <w:t xml:space="preserve"> </w:t>
            </w:r>
            <w:r w:rsidRPr="009647FC">
              <w:rPr>
                <w:rtl/>
              </w:rPr>
              <w:t>المعدمون</w:t>
            </w:r>
            <w:r>
              <w:rPr>
                <w:rtl/>
              </w:rPr>
              <w:t xml:space="preserve"> </w:t>
            </w:r>
            <w:r w:rsidRPr="009647FC">
              <w:rPr>
                <w:rtl/>
              </w:rPr>
              <w:t>به</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فليت</w:t>
            </w:r>
            <w:r w:rsidR="004C00A8">
              <w:rPr>
                <w:rtl/>
              </w:rPr>
              <w:t xml:space="preserve"> </w:t>
            </w:r>
            <w:r w:rsidRPr="009647FC">
              <w:rPr>
                <w:rtl/>
              </w:rPr>
              <w:t>يا</w:t>
            </w:r>
            <w:r>
              <w:rPr>
                <w:rtl/>
              </w:rPr>
              <w:t xml:space="preserve"> </w:t>
            </w:r>
            <w:r w:rsidRPr="009647FC">
              <w:rPr>
                <w:rtl/>
              </w:rPr>
              <w:t>دهرُ</w:t>
            </w:r>
            <w:r>
              <w:rPr>
                <w:rtl/>
              </w:rPr>
              <w:t xml:space="preserve"> </w:t>
            </w:r>
            <w:r w:rsidRPr="009647FC">
              <w:rPr>
                <w:rtl/>
              </w:rPr>
              <w:t>قسراً</w:t>
            </w:r>
            <w:r>
              <w:rPr>
                <w:rtl/>
              </w:rPr>
              <w:t xml:space="preserve"> </w:t>
            </w:r>
            <w:r w:rsidRPr="009647FC">
              <w:rPr>
                <w:rtl/>
              </w:rPr>
              <w:t>ظلُّك</w:t>
            </w:r>
            <w:r>
              <w:rPr>
                <w:rtl/>
              </w:rPr>
              <w:t xml:space="preserve"> </w:t>
            </w:r>
            <w:r w:rsidRPr="009647FC">
              <w:rPr>
                <w:rtl/>
              </w:rPr>
              <w:t>انعدما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هل</w:t>
            </w:r>
            <w:r>
              <w:rPr>
                <w:rtl/>
              </w:rPr>
              <w:t xml:space="preserve"> </w:t>
            </w:r>
            <w:r w:rsidRPr="009647FC">
              <w:rPr>
                <w:rtl/>
              </w:rPr>
              <w:t>يعلم</w:t>
            </w:r>
            <w:r>
              <w:rPr>
                <w:rtl/>
              </w:rPr>
              <w:t xml:space="preserve"> </w:t>
            </w:r>
            <w:r w:rsidRPr="009647FC">
              <w:rPr>
                <w:rtl/>
              </w:rPr>
              <w:t>الزمنُ</w:t>
            </w:r>
            <w:r>
              <w:rPr>
                <w:rtl/>
              </w:rPr>
              <w:t xml:space="preserve"> </w:t>
            </w:r>
            <w:r w:rsidRPr="009647FC">
              <w:rPr>
                <w:rtl/>
              </w:rPr>
              <w:t>الغدّار</w:t>
            </w:r>
            <w:r>
              <w:rPr>
                <w:rtl/>
              </w:rPr>
              <w:t xml:space="preserve"> </w:t>
            </w:r>
            <w:r w:rsidRPr="009647FC">
              <w:rPr>
                <w:rtl/>
              </w:rPr>
              <w:t>لا</w:t>
            </w:r>
            <w:r>
              <w:rPr>
                <w:rtl/>
              </w:rPr>
              <w:t xml:space="preserve"> </w:t>
            </w:r>
            <w:r w:rsidRPr="009647FC">
              <w:rPr>
                <w:rtl/>
              </w:rPr>
              <w:t>علما</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ماذا</w:t>
            </w:r>
            <w:r>
              <w:rPr>
                <w:rtl/>
              </w:rPr>
              <w:t xml:space="preserve"> </w:t>
            </w:r>
            <w:r w:rsidRPr="009647FC">
              <w:rPr>
                <w:rtl/>
              </w:rPr>
              <w:t>به</w:t>
            </w:r>
            <w:r>
              <w:rPr>
                <w:rtl/>
              </w:rPr>
              <w:t xml:space="preserve"> </w:t>
            </w:r>
            <w:r w:rsidRPr="009647FC">
              <w:rPr>
                <w:rtl/>
              </w:rPr>
              <w:t>هجم</w:t>
            </w:r>
            <w:r>
              <w:rPr>
                <w:rtl/>
              </w:rPr>
              <w:t xml:space="preserve"> </w:t>
            </w:r>
            <w:r w:rsidRPr="009647FC">
              <w:rPr>
                <w:rtl/>
              </w:rPr>
              <w:t>المقدارُ</w:t>
            </w:r>
            <w:r>
              <w:rPr>
                <w:rtl/>
              </w:rPr>
              <w:t xml:space="preserve"> </w:t>
            </w:r>
            <w:r w:rsidRPr="009647FC">
              <w:rPr>
                <w:rtl/>
              </w:rPr>
              <w:t>لا</w:t>
            </w:r>
            <w:r>
              <w:rPr>
                <w:rtl/>
              </w:rPr>
              <w:t xml:space="preserve"> </w:t>
            </w:r>
            <w:r w:rsidRPr="009647FC">
              <w:rPr>
                <w:rtl/>
              </w:rPr>
              <w:t>هجما؟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فأيُّ</w:t>
            </w:r>
            <w:r w:rsidR="004C00A8">
              <w:rPr>
                <w:rtl/>
              </w:rPr>
              <w:t xml:space="preserve"> </w:t>
            </w:r>
            <w:r w:rsidRPr="009647FC">
              <w:rPr>
                <w:rtl/>
              </w:rPr>
              <w:t>رزءٍ</w:t>
            </w:r>
            <w:r>
              <w:rPr>
                <w:rtl/>
              </w:rPr>
              <w:t xml:space="preserve"> </w:t>
            </w:r>
            <w:r w:rsidRPr="009647FC">
              <w:rPr>
                <w:rtl/>
              </w:rPr>
              <w:t>بأيِّ</w:t>
            </w:r>
            <w:r>
              <w:rPr>
                <w:rtl/>
              </w:rPr>
              <w:t xml:space="preserve"> </w:t>
            </w:r>
            <w:r w:rsidRPr="009647FC">
              <w:rPr>
                <w:rtl/>
              </w:rPr>
              <w:t>الناس</w:t>
            </w:r>
            <w:r>
              <w:rPr>
                <w:rtl/>
              </w:rPr>
              <w:t xml:space="preserve"> </w:t>
            </w:r>
            <w:r w:rsidRPr="009647FC">
              <w:rPr>
                <w:rtl/>
              </w:rPr>
              <w:t>يكبر</w:t>
            </w:r>
            <w:r>
              <w:rPr>
                <w:rtl/>
              </w:rPr>
              <w:t xml:space="preserve"> </w:t>
            </w:r>
            <w:r w:rsidRPr="009647FC">
              <w:rPr>
                <w:rtl/>
              </w:rPr>
              <w:t>في</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صدر</w:t>
            </w:r>
            <w:r>
              <w:rPr>
                <w:rtl/>
              </w:rPr>
              <w:t xml:space="preserve"> </w:t>
            </w:r>
            <w:r w:rsidRPr="009647FC">
              <w:rPr>
                <w:rtl/>
              </w:rPr>
              <w:t>الأنام</w:t>
            </w:r>
            <w:r>
              <w:rPr>
                <w:rtl/>
              </w:rPr>
              <w:t xml:space="preserve"> </w:t>
            </w:r>
            <w:r w:rsidRPr="009647FC">
              <w:rPr>
                <w:rtl/>
              </w:rPr>
              <w:t>سوى</w:t>
            </w:r>
            <w:r>
              <w:rPr>
                <w:rtl/>
              </w:rPr>
              <w:t xml:space="preserve"> </w:t>
            </w:r>
            <w:r w:rsidRPr="009647FC">
              <w:rPr>
                <w:rtl/>
              </w:rPr>
              <w:t>هذا</w:t>
            </w:r>
            <w:r>
              <w:rPr>
                <w:rtl/>
              </w:rPr>
              <w:t xml:space="preserve"> </w:t>
            </w:r>
            <w:r w:rsidRPr="009647FC">
              <w:rPr>
                <w:rtl/>
              </w:rPr>
              <w:t>الذي</w:t>
            </w:r>
            <w:r>
              <w:rPr>
                <w:rtl/>
              </w:rPr>
              <w:t xml:space="preserve"> </w:t>
            </w:r>
            <w:r w:rsidRPr="009647FC">
              <w:rPr>
                <w:rtl/>
              </w:rPr>
              <w:t>دهما؟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أفي</w:t>
            </w:r>
            <w:r>
              <w:rPr>
                <w:rtl/>
              </w:rPr>
              <w:t xml:space="preserve"> </w:t>
            </w:r>
            <w:r w:rsidRPr="009647FC">
              <w:rPr>
                <w:rtl/>
              </w:rPr>
              <w:t>ذوي</w:t>
            </w:r>
            <w:r>
              <w:rPr>
                <w:rtl/>
              </w:rPr>
              <w:t xml:space="preserve"> </w:t>
            </w:r>
            <w:r w:rsidRPr="009647FC">
              <w:rPr>
                <w:rtl/>
              </w:rPr>
              <w:t>الحلم</w:t>
            </w:r>
            <w:r>
              <w:rPr>
                <w:rtl/>
              </w:rPr>
              <w:t xml:space="preserve"> </w:t>
            </w:r>
            <w:r w:rsidRPr="009647FC">
              <w:rPr>
                <w:rtl/>
              </w:rPr>
              <w:t>فالثاوي</w:t>
            </w:r>
            <w:r>
              <w:rPr>
                <w:rtl/>
              </w:rPr>
              <w:t xml:space="preserve"> </w:t>
            </w:r>
            <w:r w:rsidRPr="009647FC">
              <w:rPr>
                <w:rtl/>
              </w:rPr>
              <w:t>زعيمُهم</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أم</w:t>
            </w:r>
            <w:r w:rsidR="004C00A8">
              <w:rPr>
                <w:rtl/>
              </w:rPr>
              <w:t xml:space="preserve"> </w:t>
            </w:r>
            <w:r w:rsidRPr="009647FC">
              <w:rPr>
                <w:rtl/>
              </w:rPr>
              <w:t>في</w:t>
            </w:r>
            <w:r>
              <w:rPr>
                <w:rtl/>
              </w:rPr>
              <w:t xml:space="preserve"> </w:t>
            </w:r>
            <w:r w:rsidRPr="009647FC">
              <w:rPr>
                <w:rtl/>
              </w:rPr>
              <w:t>بني</w:t>
            </w:r>
            <w:r>
              <w:rPr>
                <w:rtl/>
              </w:rPr>
              <w:t xml:space="preserve"> </w:t>
            </w:r>
            <w:r w:rsidRPr="009647FC">
              <w:rPr>
                <w:rtl/>
              </w:rPr>
              <w:t>العلم</w:t>
            </w:r>
            <w:r>
              <w:rPr>
                <w:rtl/>
              </w:rPr>
              <w:t xml:space="preserve"> </w:t>
            </w:r>
            <w:r w:rsidRPr="009647FC">
              <w:rPr>
                <w:rtl/>
              </w:rPr>
              <w:t>فالثاوي</w:t>
            </w:r>
            <w:r>
              <w:rPr>
                <w:rtl/>
              </w:rPr>
              <w:t xml:space="preserve"> </w:t>
            </w:r>
            <w:r w:rsidRPr="009647FC">
              <w:rPr>
                <w:rtl/>
              </w:rPr>
              <w:t>أبو</w:t>
            </w:r>
            <w:r>
              <w:rPr>
                <w:rtl/>
              </w:rPr>
              <w:t xml:space="preserve"> </w:t>
            </w:r>
            <w:r w:rsidRPr="009647FC">
              <w:rPr>
                <w:rtl/>
              </w:rPr>
              <w:t>العلما؟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أم</w:t>
            </w:r>
            <w:r>
              <w:rPr>
                <w:rtl/>
              </w:rPr>
              <w:t xml:space="preserve"> </w:t>
            </w:r>
            <w:r w:rsidRPr="009647FC">
              <w:rPr>
                <w:rtl/>
              </w:rPr>
              <w:t>في</w:t>
            </w:r>
            <w:r>
              <w:rPr>
                <w:rtl/>
              </w:rPr>
              <w:t xml:space="preserve"> </w:t>
            </w:r>
            <w:r w:rsidRPr="009647FC">
              <w:rPr>
                <w:rtl/>
              </w:rPr>
              <w:t>الأنام</w:t>
            </w:r>
            <w:r>
              <w:rPr>
                <w:rtl/>
              </w:rPr>
              <w:t xml:space="preserve"> </w:t>
            </w:r>
            <w:r w:rsidRPr="009647FC">
              <w:rPr>
                <w:rtl/>
              </w:rPr>
              <w:t>جميعاً</w:t>
            </w:r>
            <w:r>
              <w:rPr>
                <w:rtl/>
              </w:rPr>
              <w:t xml:space="preserve"> </w:t>
            </w:r>
            <w:r w:rsidRPr="009647FC">
              <w:rPr>
                <w:rtl/>
              </w:rPr>
              <w:t>فالذي</w:t>
            </w:r>
            <w:r>
              <w:rPr>
                <w:rtl/>
              </w:rPr>
              <w:t xml:space="preserve"> </w:t>
            </w:r>
            <w:r w:rsidRPr="009647FC">
              <w:rPr>
                <w:rtl/>
              </w:rPr>
              <w:t>افتقدوا</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هو</w:t>
            </w:r>
            <w:r w:rsidR="004C00A8">
              <w:rPr>
                <w:rtl/>
              </w:rPr>
              <w:t xml:space="preserve"> </w:t>
            </w:r>
            <w:r w:rsidRPr="009647FC">
              <w:rPr>
                <w:rtl/>
              </w:rPr>
              <w:t>الذي</w:t>
            </w:r>
            <w:r>
              <w:rPr>
                <w:rtl/>
              </w:rPr>
              <w:t xml:space="preserve"> </w:t>
            </w:r>
            <w:r w:rsidRPr="009647FC">
              <w:rPr>
                <w:rtl/>
              </w:rPr>
              <w:t>جمعت</w:t>
            </w:r>
            <w:r>
              <w:rPr>
                <w:rtl/>
              </w:rPr>
              <w:t xml:space="preserve"> </w:t>
            </w:r>
            <w:r w:rsidRPr="009647FC">
              <w:rPr>
                <w:rtl/>
              </w:rPr>
              <w:t>أبراده</w:t>
            </w:r>
            <w:r>
              <w:rPr>
                <w:rtl/>
              </w:rPr>
              <w:t xml:space="preserve"> </w:t>
            </w:r>
            <w:r w:rsidRPr="009647FC">
              <w:rPr>
                <w:rtl/>
              </w:rPr>
              <w:t>الأم</w:t>
            </w:r>
            <w:r w:rsidRPr="00B371C6">
              <w:rPr>
                <w:rtl/>
              </w:rPr>
              <w:t>ُ</w:t>
            </w:r>
            <w:r w:rsidRPr="009647FC">
              <w:rPr>
                <w:rtl/>
              </w:rPr>
              <w:t>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بل</w:t>
            </w:r>
            <w:r w:rsidR="004C00A8">
              <w:rPr>
                <w:rtl/>
              </w:rPr>
              <w:t xml:space="preserve"> </w:t>
            </w:r>
            <w:r w:rsidRPr="009647FC">
              <w:rPr>
                <w:rtl/>
              </w:rPr>
              <w:t>كلُّ</w:t>
            </w:r>
            <w:r>
              <w:rPr>
                <w:rtl/>
              </w:rPr>
              <w:t xml:space="preserve"> </w:t>
            </w:r>
            <w:r w:rsidRPr="009647FC">
              <w:rPr>
                <w:rtl/>
              </w:rPr>
              <w:t>ميتٍ</w:t>
            </w:r>
            <w:r>
              <w:rPr>
                <w:rtl/>
              </w:rPr>
              <w:t xml:space="preserve"> </w:t>
            </w:r>
            <w:r w:rsidRPr="009647FC">
              <w:rPr>
                <w:rtl/>
              </w:rPr>
              <w:t>له</w:t>
            </w:r>
            <w:r>
              <w:rPr>
                <w:rtl/>
              </w:rPr>
              <w:t xml:space="preserve"> </w:t>
            </w:r>
            <w:r w:rsidRPr="009647FC">
              <w:rPr>
                <w:rtl/>
              </w:rPr>
              <w:t>ثلمٌ</w:t>
            </w:r>
            <w:r>
              <w:rPr>
                <w:rtl/>
              </w:rPr>
              <w:t xml:space="preserve"> </w:t>
            </w:r>
            <w:r w:rsidRPr="009647FC">
              <w:rPr>
                <w:rtl/>
              </w:rPr>
              <w:t>بحوزته</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لكنّ</w:t>
            </w:r>
            <w:r>
              <w:rPr>
                <w:rtl/>
              </w:rPr>
              <w:t>َ</w:t>
            </w:r>
            <w:r w:rsidR="004C00A8">
              <w:rPr>
                <w:rtl/>
              </w:rPr>
              <w:t xml:space="preserve"> </w:t>
            </w:r>
            <w:r w:rsidRPr="009647FC">
              <w:rPr>
                <w:rtl/>
              </w:rPr>
              <w:t>في</w:t>
            </w:r>
            <w:r>
              <w:rPr>
                <w:rtl/>
              </w:rPr>
              <w:t xml:space="preserve"> </w:t>
            </w:r>
            <w:r w:rsidRPr="009647FC">
              <w:rPr>
                <w:rtl/>
              </w:rPr>
              <w:t>موته</w:t>
            </w:r>
            <w:r>
              <w:rPr>
                <w:rtl/>
              </w:rPr>
              <w:t xml:space="preserve"> </w:t>
            </w:r>
            <w:r w:rsidRPr="009647FC">
              <w:rPr>
                <w:rtl/>
              </w:rPr>
              <w:t>الإسلام</w:t>
            </w:r>
            <w:r>
              <w:rPr>
                <w:rtl/>
              </w:rPr>
              <w:t xml:space="preserve"> </w:t>
            </w:r>
            <w:r w:rsidRPr="009647FC">
              <w:rPr>
                <w:rtl/>
              </w:rPr>
              <w:t>قد</w:t>
            </w:r>
            <w:r>
              <w:rPr>
                <w:rtl/>
              </w:rPr>
              <w:t xml:space="preserve"> </w:t>
            </w:r>
            <w:r w:rsidRPr="009647FC">
              <w:rPr>
                <w:rtl/>
              </w:rPr>
              <w:t>ثلما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قام</w:t>
            </w:r>
            <w:r w:rsidR="004C00A8">
              <w:rPr>
                <w:rtl/>
              </w:rPr>
              <w:t xml:space="preserve"> </w:t>
            </w:r>
            <w:r w:rsidRPr="009647FC">
              <w:rPr>
                <w:rtl/>
              </w:rPr>
              <w:t>النعيُ</w:t>
            </w:r>
            <w:r>
              <w:rPr>
                <w:rtl/>
              </w:rPr>
              <w:t xml:space="preserve"> </w:t>
            </w:r>
            <w:r w:rsidRPr="009647FC">
              <w:rPr>
                <w:rtl/>
              </w:rPr>
              <w:t>على</w:t>
            </w:r>
            <w:r>
              <w:rPr>
                <w:rtl/>
              </w:rPr>
              <w:t xml:space="preserve"> (</w:t>
            </w:r>
            <w:r w:rsidRPr="009647FC">
              <w:rPr>
                <w:rtl/>
              </w:rPr>
              <w:t>دار</w:t>
            </w:r>
            <w:r>
              <w:rPr>
                <w:rtl/>
              </w:rPr>
              <w:t xml:space="preserve"> </w:t>
            </w:r>
            <w:r w:rsidRPr="009647FC">
              <w:rPr>
                <w:rtl/>
              </w:rPr>
              <w:t>السلام</w:t>
            </w:r>
            <w:r>
              <w:rPr>
                <w:rtl/>
              </w:rPr>
              <w:t xml:space="preserve">) </w:t>
            </w:r>
            <w:r w:rsidRPr="009647FC">
              <w:rPr>
                <w:rtl/>
              </w:rPr>
              <w:t>له</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فقلت</w:t>
            </w:r>
            <w:r w:rsidR="004C00A8">
              <w:rPr>
                <w:rtl/>
              </w:rPr>
              <w:t xml:space="preserve"> </w:t>
            </w:r>
            <w:r w:rsidRPr="009647FC">
              <w:rPr>
                <w:rtl/>
              </w:rPr>
              <w:t>بعدك</w:t>
            </w:r>
            <w:r>
              <w:rPr>
                <w:rtl/>
              </w:rPr>
              <w:t xml:space="preserve"> </w:t>
            </w:r>
            <w:r w:rsidRPr="009647FC">
              <w:rPr>
                <w:rtl/>
              </w:rPr>
              <w:t>ليت</w:t>
            </w:r>
            <w:r>
              <w:rPr>
                <w:rtl/>
              </w:rPr>
              <w:t xml:space="preserve"> </w:t>
            </w:r>
            <w:r w:rsidRPr="009647FC">
              <w:rPr>
                <w:rtl/>
              </w:rPr>
              <w:t>الكون</w:t>
            </w:r>
            <w:r>
              <w:rPr>
                <w:rtl/>
              </w:rPr>
              <w:t xml:space="preserve"> </w:t>
            </w:r>
            <w:r w:rsidRPr="009647FC">
              <w:rPr>
                <w:rtl/>
              </w:rPr>
              <w:t>ما</w:t>
            </w:r>
            <w:r>
              <w:rPr>
                <w:rtl/>
              </w:rPr>
              <w:t xml:space="preserve"> </w:t>
            </w:r>
            <w:r w:rsidRPr="009647FC">
              <w:rPr>
                <w:rtl/>
              </w:rPr>
              <w:t>سلما</w:t>
            </w:r>
            <w:r w:rsidRPr="00524A24">
              <w:rPr>
                <w:rStyle w:val="libPoemTiniChar0"/>
                <w:rtl/>
              </w:rPr>
              <w:br/>
              <w:t> </w:t>
            </w:r>
          </w:p>
        </w:tc>
      </w:tr>
      <w:tr w:rsidR="00AF6002" w:rsidRPr="00524A24" w:rsidTr="00AF6002">
        <w:trPr>
          <w:trHeight w:val="350"/>
        </w:trPr>
        <w:tc>
          <w:tcPr>
            <w:tcW w:w="3902" w:type="dxa"/>
          </w:tcPr>
          <w:p w:rsidR="00AF6002" w:rsidRPr="00524A24" w:rsidRDefault="00AF6002" w:rsidP="00791A38">
            <w:pPr>
              <w:pStyle w:val="libPoem"/>
            </w:pPr>
            <w:r w:rsidRPr="009647FC">
              <w:rPr>
                <w:rtl/>
              </w:rPr>
              <w:t>ما</w:t>
            </w:r>
            <w:r>
              <w:rPr>
                <w:rtl/>
              </w:rPr>
              <w:t xml:space="preserve"> </w:t>
            </w:r>
            <w:r w:rsidRPr="009647FC">
              <w:rPr>
                <w:rtl/>
              </w:rPr>
              <w:t>زال</w:t>
            </w:r>
            <w:r>
              <w:rPr>
                <w:rtl/>
              </w:rPr>
              <w:t xml:space="preserve"> </w:t>
            </w:r>
            <w:r w:rsidRPr="009647FC">
              <w:rPr>
                <w:rtl/>
              </w:rPr>
              <w:t>بشرُك</w:t>
            </w:r>
            <w:r>
              <w:rPr>
                <w:rtl/>
              </w:rPr>
              <w:t xml:space="preserve"> </w:t>
            </w:r>
            <w:r w:rsidRPr="009647FC">
              <w:rPr>
                <w:rtl/>
              </w:rPr>
              <w:t>بالعافين</w:t>
            </w:r>
            <w:r>
              <w:rPr>
                <w:rtl/>
              </w:rPr>
              <w:t xml:space="preserve"> </w:t>
            </w:r>
            <w:r w:rsidRPr="009647FC">
              <w:rPr>
                <w:rtl/>
              </w:rPr>
              <w:t>ملتمعا</w:t>
            </w:r>
            <w:r w:rsidRPr="00524A24">
              <w:rPr>
                <w:rStyle w:val="libPoemTiniChar0"/>
                <w:rtl/>
              </w:rPr>
              <w:br/>
              <w:t> </w:t>
            </w:r>
          </w:p>
        </w:tc>
        <w:tc>
          <w:tcPr>
            <w:tcW w:w="301" w:type="dxa"/>
          </w:tcPr>
          <w:p w:rsidR="00AF6002" w:rsidRPr="00524A24" w:rsidRDefault="00AF6002" w:rsidP="00791A38">
            <w:pPr>
              <w:pStyle w:val="libPoem"/>
              <w:rPr>
                <w:rtl/>
              </w:rPr>
            </w:pPr>
          </w:p>
        </w:tc>
        <w:tc>
          <w:tcPr>
            <w:tcW w:w="3884" w:type="dxa"/>
          </w:tcPr>
          <w:p w:rsidR="00AF6002" w:rsidRPr="00524A24" w:rsidRDefault="00AF6002" w:rsidP="00791A38">
            <w:pPr>
              <w:pStyle w:val="libPoem"/>
            </w:pPr>
            <w:r w:rsidRPr="009647FC">
              <w:rPr>
                <w:rtl/>
              </w:rPr>
              <w:t>حتى</w:t>
            </w:r>
            <w:r w:rsidR="004C00A8">
              <w:rPr>
                <w:rtl/>
              </w:rPr>
              <w:t xml:space="preserve"> </w:t>
            </w:r>
            <w:r w:rsidRPr="009647FC">
              <w:rPr>
                <w:rtl/>
              </w:rPr>
              <w:t>تحوّ</w:t>
            </w:r>
            <w:r>
              <w:rPr>
                <w:rtl/>
              </w:rPr>
              <w:t>َ</w:t>
            </w:r>
            <w:r w:rsidRPr="009647FC">
              <w:rPr>
                <w:rtl/>
              </w:rPr>
              <w:t>ل</w:t>
            </w:r>
            <w:r>
              <w:rPr>
                <w:rtl/>
              </w:rPr>
              <w:t xml:space="preserve"> </w:t>
            </w:r>
            <w:r w:rsidRPr="009647FC">
              <w:rPr>
                <w:rtl/>
              </w:rPr>
              <w:t>في</w:t>
            </w:r>
            <w:r>
              <w:rPr>
                <w:rtl/>
              </w:rPr>
              <w:t xml:space="preserve"> </w:t>
            </w:r>
            <w:r w:rsidRPr="009647FC">
              <w:rPr>
                <w:rtl/>
              </w:rPr>
              <w:t>أحشائهم</w:t>
            </w:r>
            <w:r>
              <w:rPr>
                <w:rtl/>
              </w:rPr>
              <w:t xml:space="preserve"> </w:t>
            </w:r>
            <w:r w:rsidRPr="009647FC">
              <w:rPr>
                <w:rtl/>
              </w:rPr>
              <w:t>ضرما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03B7F" w:rsidRPr="00524A24" w:rsidTr="00D03B7F">
        <w:trPr>
          <w:trHeight w:val="350"/>
        </w:trPr>
        <w:tc>
          <w:tcPr>
            <w:tcW w:w="3902" w:type="dxa"/>
          </w:tcPr>
          <w:p w:rsidR="00D03B7F" w:rsidRPr="00524A24" w:rsidRDefault="00D03B7F" w:rsidP="00791A38">
            <w:pPr>
              <w:pStyle w:val="libPoem"/>
            </w:pPr>
            <w:r w:rsidRPr="009647FC">
              <w:rPr>
                <w:rtl/>
              </w:rPr>
              <w:lastRenderedPageBreak/>
              <w:t>وإن</w:t>
            </w:r>
            <w:r w:rsidR="004C00A8">
              <w:rPr>
                <w:rtl/>
              </w:rPr>
              <w:t xml:space="preserve"> </w:t>
            </w:r>
            <w:r w:rsidRPr="009647FC">
              <w:rPr>
                <w:rtl/>
              </w:rPr>
              <w:t>بكتك</w:t>
            </w:r>
            <w:r>
              <w:rPr>
                <w:rtl/>
              </w:rPr>
              <w:t xml:space="preserve"> </w:t>
            </w:r>
            <w:r w:rsidRPr="009647FC">
              <w:rPr>
                <w:rtl/>
              </w:rPr>
              <w:t>فلا</w:t>
            </w:r>
            <w:r>
              <w:rPr>
                <w:rtl/>
              </w:rPr>
              <w:t xml:space="preserve"> </w:t>
            </w:r>
            <w:r w:rsidRPr="009647FC">
              <w:rPr>
                <w:rtl/>
              </w:rPr>
              <w:t>منُّ</w:t>
            </w:r>
            <w:r>
              <w:rPr>
                <w:rtl/>
              </w:rPr>
              <w:t xml:space="preserve"> </w:t>
            </w:r>
            <w:r w:rsidRPr="009647FC">
              <w:rPr>
                <w:rtl/>
              </w:rPr>
              <w:t>عليك</w:t>
            </w:r>
            <w:r>
              <w:rPr>
                <w:rtl/>
              </w:rPr>
              <w:t xml:space="preserve"> </w:t>
            </w:r>
            <w:r w:rsidRPr="009647FC">
              <w:rPr>
                <w:rtl/>
              </w:rPr>
              <w:t>لها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بماء</w:t>
            </w:r>
            <w:r w:rsidR="004C00A8">
              <w:rPr>
                <w:rtl/>
              </w:rPr>
              <w:t xml:space="preserve"> </w:t>
            </w:r>
            <w:r w:rsidRPr="009647FC">
              <w:rPr>
                <w:rtl/>
              </w:rPr>
              <w:t>جودك</w:t>
            </w:r>
            <w:r>
              <w:rPr>
                <w:rtl/>
              </w:rPr>
              <w:t xml:space="preserve"> </w:t>
            </w:r>
            <w:r w:rsidRPr="009647FC">
              <w:rPr>
                <w:rtl/>
              </w:rPr>
              <w:t>جاري</w:t>
            </w:r>
            <w:r>
              <w:rPr>
                <w:rtl/>
              </w:rPr>
              <w:t xml:space="preserve"> </w:t>
            </w:r>
            <w:r w:rsidRPr="009647FC">
              <w:rPr>
                <w:rtl/>
              </w:rPr>
              <w:t>جفنها</w:t>
            </w:r>
            <w:r>
              <w:rPr>
                <w:rtl/>
              </w:rPr>
              <w:t xml:space="preserve"> </w:t>
            </w:r>
            <w:r w:rsidRPr="009647FC">
              <w:rPr>
                <w:rtl/>
              </w:rPr>
              <w:t>انسجما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هذه</w:t>
            </w:r>
            <w:r>
              <w:rPr>
                <w:rtl/>
              </w:rPr>
              <w:t xml:space="preserve"> </w:t>
            </w:r>
            <w:r w:rsidRPr="009647FC">
              <w:rPr>
                <w:rtl/>
              </w:rPr>
              <w:t>الدموع</w:t>
            </w:r>
            <w:r>
              <w:rPr>
                <w:rtl/>
              </w:rPr>
              <w:t xml:space="preserve"> </w:t>
            </w:r>
            <w:r w:rsidRPr="009647FC">
              <w:rPr>
                <w:rtl/>
              </w:rPr>
              <w:t>بقايا</w:t>
            </w:r>
            <w:r>
              <w:rPr>
                <w:rtl/>
              </w:rPr>
              <w:t xml:space="preserve"> </w:t>
            </w:r>
            <w:r w:rsidRPr="009647FC">
              <w:rPr>
                <w:rtl/>
              </w:rPr>
              <w:t>ماء</w:t>
            </w:r>
            <w:r>
              <w:rPr>
                <w:rtl/>
              </w:rPr>
              <w:t xml:space="preserve"> </w:t>
            </w:r>
            <w:r w:rsidRPr="009647FC">
              <w:rPr>
                <w:rtl/>
              </w:rPr>
              <w:t>عيشهم</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من</w:t>
            </w:r>
            <w:r w:rsidR="004C00A8">
              <w:rPr>
                <w:rtl/>
              </w:rPr>
              <w:t xml:space="preserve"> </w:t>
            </w:r>
            <w:r w:rsidRPr="009647FC">
              <w:rPr>
                <w:rtl/>
              </w:rPr>
              <w:t>فضل</w:t>
            </w:r>
            <w:r>
              <w:rPr>
                <w:rtl/>
              </w:rPr>
              <w:t xml:space="preserve"> </w:t>
            </w:r>
            <w:r w:rsidRPr="009647FC">
              <w:rPr>
                <w:rtl/>
              </w:rPr>
              <w:t>ما</w:t>
            </w:r>
            <w:r>
              <w:rPr>
                <w:rtl/>
              </w:rPr>
              <w:t xml:space="preserve"> </w:t>
            </w:r>
            <w:r w:rsidRPr="009647FC">
              <w:rPr>
                <w:rtl/>
              </w:rPr>
              <w:t>كنت</w:t>
            </w:r>
            <w:r>
              <w:rPr>
                <w:rtl/>
              </w:rPr>
              <w:t xml:space="preserve"> </w:t>
            </w:r>
            <w:r w:rsidRPr="009647FC">
              <w:rPr>
                <w:rtl/>
              </w:rPr>
              <w:t>توليهم</w:t>
            </w:r>
            <w:r>
              <w:rPr>
                <w:rtl/>
              </w:rPr>
              <w:t xml:space="preserve"> </w:t>
            </w:r>
            <w:r w:rsidRPr="009647FC">
              <w:rPr>
                <w:rtl/>
              </w:rPr>
              <w:t>عليك</w:t>
            </w:r>
            <w:r>
              <w:rPr>
                <w:rtl/>
              </w:rPr>
              <w:t xml:space="preserve"> </w:t>
            </w:r>
            <w:r w:rsidRPr="009647FC">
              <w:rPr>
                <w:rtl/>
              </w:rPr>
              <w:t>همى</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إن</w:t>
            </w:r>
            <w:r w:rsidR="004C00A8">
              <w:rPr>
                <w:rtl/>
              </w:rPr>
              <w:t xml:space="preserve"> </w:t>
            </w:r>
            <w:r w:rsidRPr="009647FC">
              <w:rPr>
                <w:rtl/>
              </w:rPr>
              <w:t>لم</w:t>
            </w:r>
            <w:r>
              <w:rPr>
                <w:rtl/>
              </w:rPr>
              <w:t xml:space="preserve"> </w:t>
            </w:r>
            <w:r w:rsidRPr="009647FC">
              <w:rPr>
                <w:rtl/>
              </w:rPr>
              <w:t>تفض</w:t>
            </w:r>
            <w:r>
              <w:rPr>
                <w:rtl/>
              </w:rPr>
              <w:t xml:space="preserve"> </w:t>
            </w:r>
            <w:r w:rsidRPr="009647FC">
              <w:rPr>
                <w:rtl/>
              </w:rPr>
              <w:t>بك</w:t>
            </w:r>
            <w:r>
              <w:rPr>
                <w:rtl/>
              </w:rPr>
              <w:t xml:space="preserve"> </w:t>
            </w:r>
            <w:r w:rsidRPr="009647FC">
              <w:rPr>
                <w:rtl/>
              </w:rPr>
              <w:t>عن</w:t>
            </w:r>
            <w:r>
              <w:rPr>
                <w:rtl/>
              </w:rPr>
              <w:t xml:space="preserve"> </w:t>
            </w:r>
            <w:r w:rsidRPr="009647FC">
              <w:rPr>
                <w:rtl/>
              </w:rPr>
              <w:t>وجدٍ</w:t>
            </w:r>
            <w:r>
              <w:rPr>
                <w:rtl/>
              </w:rPr>
              <w:t xml:space="preserve"> </w:t>
            </w:r>
            <w:r w:rsidRPr="009647FC">
              <w:rPr>
                <w:rtl/>
              </w:rPr>
              <w:t>نفوسهم</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فسوف</w:t>
            </w:r>
            <w:r>
              <w:rPr>
                <w:rtl/>
              </w:rPr>
              <w:t xml:space="preserve"> </w:t>
            </w:r>
            <w:r w:rsidRPr="009647FC">
              <w:rPr>
                <w:rtl/>
              </w:rPr>
              <w:t>بعدك</w:t>
            </w:r>
            <w:r>
              <w:rPr>
                <w:rtl/>
              </w:rPr>
              <w:t xml:space="preserve"> </w:t>
            </w:r>
            <w:r w:rsidRPr="009647FC">
              <w:rPr>
                <w:rtl/>
              </w:rPr>
              <w:t>من</w:t>
            </w:r>
            <w:r>
              <w:rPr>
                <w:rtl/>
              </w:rPr>
              <w:t xml:space="preserve"> </w:t>
            </w:r>
            <w:r w:rsidRPr="009647FC">
              <w:rPr>
                <w:rtl/>
              </w:rPr>
              <w:t>قربٍ</w:t>
            </w:r>
            <w:r>
              <w:rPr>
                <w:rtl/>
              </w:rPr>
              <w:t xml:space="preserve"> </w:t>
            </w:r>
            <w:r w:rsidRPr="009647FC">
              <w:rPr>
                <w:rtl/>
              </w:rPr>
              <w:t>تفيض</w:t>
            </w:r>
            <w:r>
              <w:rPr>
                <w:rtl/>
              </w:rPr>
              <w:t xml:space="preserve"> </w:t>
            </w:r>
            <w:r w:rsidRPr="009647FC">
              <w:rPr>
                <w:rtl/>
              </w:rPr>
              <w:t>ظما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يا</w:t>
            </w:r>
            <w:r w:rsidR="004C00A8">
              <w:rPr>
                <w:rtl/>
              </w:rPr>
              <w:t xml:space="preserve"> </w:t>
            </w:r>
            <w:r w:rsidRPr="009647FC">
              <w:rPr>
                <w:rtl/>
              </w:rPr>
              <w:t>راحلاً</w:t>
            </w:r>
            <w:r>
              <w:rPr>
                <w:rtl/>
              </w:rPr>
              <w:t xml:space="preserve"> </w:t>
            </w:r>
            <w:r w:rsidRPr="009647FC">
              <w:rPr>
                <w:rtl/>
              </w:rPr>
              <w:t>ولسانُ</w:t>
            </w:r>
            <w:r>
              <w:rPr>
                <w:rtl/>
              </w:rPr>
              <w:t xml:space="preserve"> </w:t>
            </w:r>
            <w:r w:rsidRPr="009647FC">
              <w:rPr>
                <w:rtl/>
              </w:rPr>
              <w:t>الحال</w:t>
            </w:r>
            <w:r>
              <w:rPr>
                <w:rtl/>
              </w:rPr>
              <w:t xml:space="preserve"> </w:t>
            </w:r>
            <w:r w:rsidRPr="009647FC">
              <w:rPr>
                <w:rtl/>
              </w:rPr>
              <w:t>ينشده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وللمقال</w:t>
            </w:r>
            <w:r w:rsidR="004C00A8">
              <w:rPr>
                <w:rtl/>
              </w:rPr>
              <w:t xml:space="preserve"> </w:t>
            </w:r>
            <w:r w:rsidRPr="009647FC">
              <w:rPr>
                <w:rtl/>
              </w:rPr>
              <w:t>لسانٌ</w:t>
            </w:r>
            <w:r>
              <w:rPr>
                <w:rtl/>
              </w:rPr>
              <w:t xml:space="preserve"> </w:t>
            </w:r>
            <w:r w:rsidRPr="009647FC">
              <w:rPr>
                <w:rtl/>
              </w:rPr>
              <w:t>بالأسى</w:t>
            </w:r>
            <w:r>
              <w:rPr>
                <w:rtl/>
              </w:rPr>
              <w:t xml:space="preserve"> </w:t>
            </w:r>
            <w:r w:rsidRPr="009647FC">
              <w:rPr>
                <w:rtl/>
              </w:rPr>
              <w:t>انعجما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واهاً</w:t>
            </w:r>
            <w:r>
              <w:rPr>
                <w:rtl/>
              </w:rPr>
              <w:t xml:space="preserve"> (</w:t>
            </w:r>
            <w:r w:rsidRPr="009647FC">
              <w:rPr>
                <w:rtl/>
              </w:rPr>
              <w:t>أبا</w:t>
            </w:r>
            <w:r>
              <w:rPr>
                <w:rtl/>
              </w:rPr>
              <w:t xml:space="preserve"> </w:t>
            </w:r>
            <w:r w:rsidRPr="009647FC">
              <w:rPr>
                <w:rtl/>
              </w:rPr>
              <w:t>المصطفى</w:t>
            </w:r>
            <w:r>
              <w:rPr>
                <w:rtl/>
              </w:rPr>
              <w:t xml:space="preserve">) </w:t>
            </w:r>
            <w:r w:rsidRPr="009647FC">
              <w:rPr>
                <w:rtl/>
              </w:rPr>
              <w:t>ماذا</w:t>
            </w:r>
            <w:r>
              <w:rPr>
                <w:rtl/>
              </w:rPr>
              <w:t xml:space="preserve"> </w:t>
            </w:r>
            <w:r w:rsidRPr="009647FC">
              <w:rPr>
                <w:rtl/>
              </w:rPr>
              <w:t>يقول</w:t>
            </w:r>
            <w:r>
              <w:rPr>
                <w:rtl/>
              </w:rPr>
              <w:t xml:space="preserve"> </w:t>
            </w:r>
            <w:r w:rsidRPr="009647FC">
              <w:rPr>
                <w:rtl/>
              </w:rPr>
              <w:t>فمي</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وما</w:t>
            </w:r>
            <w:r>
              <w:rPr>
                <w:rtl/>
              </w:rPr>
              <w:t xml:space="preserve"> </w:t>
            </w:r>
            <w:r w:rsidRPr="009647FC">
              <w:rPr>
                <w:rtl/>
              </w:rPr>
              <w:t>البلى</w:t>
            </w:r>
            <w:r>
              <w:rPr>
                <w:rtl/>
              </w:rPr>
              <w:t xml:space="preserve"> </w:t>
            </w:r>
            <w:r w:rsidRPr="009647FC">
              <w:rPr>
                <w:rtl/>
              </w:rPr>
              <w:t>منك</w:t>
            </w:r>
            <w:r>
              <w:rPr>
                <w:rtl/>
              </w:rPr>
              <w:t xml:space="preserve"> </w:t>
            </w:r>
            <w:r w:rsidRPr="009647FC">
              <w:rPr>
                <w:rtl/>
              </w:rPr>
              <w:t>أبقى</w:t>
            </w:r>
            <w:r>
              <w:rPr>
                <w:rtl/>
              </w:rPr>
              <w:t xml:space="preserve"> </w:t>
            </w:r>
            <w:r w:rsidRPr="009647FC">
              <w:rPr>
                <w:rtl/>
              </w:rPr>
              <w:t>للجواب</w:t>
            </w:r>
            <w:r>
              <w:rPr>
                <w:rtl/>
              </w:rPr>
              <w:t xml:space="preserve"> </w:t>
            </w:r>
            <w:r w:rsidRPr="009647FC">
              <w:rPr>
                <w:rtl/>
              </w:rPr>
              <w:t>فما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الموت</w:t>
            </w:r>
            <w:r>
              <w:rPr>
                <w:rtl/>
              </w:rPr>
              <w:t xml:space="preserve"> </w:t>
            </w:r>
            <w:r w:rsidRPr="009647FC">
              <w:rPr>
                <w:rtl/>
              </w:rPr>
              <w:t>حتمٌ</w:t>
            </w:r>
            <w:r>
              <w:rPr>
                <w:rtl/>
              </w:rPr>
              <w:t xml:space="preserve"> </w:t>
            </w:r>
            <w:r w:rsidRPr="009647FC">
              <w:rPr>
                <w:rtl/>
              </w:rPr>
              <w:t>وإن</w:t>
            </w:r>
            <w:r>
              <w:rPr>
                <w:rtl/>
              </w:rPr>
              <w:t xml:space="preserve"> </w:t>
            </w:r>
            <w:r w:rsidRPr="009647FC">
              <w:rPr>
                <w:rtl/>
              </w:rPr>
              <w:t>كان</w:t>
            </w:r>
            <w:r>
              <w:rPr>
                <w:rtl/>
              </w:rPr>
              <w:t xml:space="preserve"> </w:t>
            </w:r>
            <w:r w:rsidRPr="009647FC">
              <w:rPr>
                <w:rtl/>
              </w:rPr>
              <w:t>المنى</w:t>
            </w:r>
            <w:r>
              <w:rPr>
                <w:rtl/>
              </w:rPr>
              <w:t xml:space="preserve"> </w:t>
            </w:r>
            <w:r w:rsidRPr="009647FC">
              <w:rPr>
                <w:rtl/>
              </w:rPr>
              <w:t>لك</w:t>
            </w:r>
            <w:r>
              <w:rPr>
                <w:rtl/>
              </w:rPr>
              <w:t xml:space="preserve"> </w:t>
            </w:r>
            <w:r w:rsidRPr="009647FC">
              <w:rPr>
                <w:rtl/>
              </w:rPr>
              <w:t>أن</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تبقى</w:t>
            </w:r>
            <w:r w:rsidR="004C00A8">
              <w:rPr>
                <w:rtl/>
              </w:rPr>
              <w:t xml:space="preserve"> </w:t>
            </w:r>
            <w:r w:rsidRPr="009647FC">
              <w:rPr>
                <w:rtl/>
              </w:rPr>
              <w:t>ولو</w:t>
            </w:r>
            <w:r>
              <w:rPr>
                <w:rtl/>
              </w:rPr>
              <w:t xml:space="preserve"> </w:t>
            </w:r>
            <w:r w:rsidRPr="009647FC">
              <w:rPr>
                <w:rtl/>
              </w:rPr>
              <w:t>جاوزت</w:t>
            </w:r>
            <w:r>
              <w:rPr>
                <w:rtl/>
              </w:rPr>
              <w:t xml:space="preserve"> </w:t>
            </w:r>
            <w:r w:rsidRPr="009647FC">
              <w:rPr>
                <w:rtl/>
              </w:rPr>
              <w:t>أيامُك</w:t>
            </w:r>
            <w:r>
              <w:rPr>
                <w:rtl/>
              </w:rPr>
              <w:t xml:space="preserve"> </w:t>
            </w:r>
            <w:r w:rsidRPr="009647FC">
              <w:rPr>
                <w:rtl/>
              </w:rPr>
              <w:t>الهرما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لكن</w:t>
            </w:r>
            <w:r w:rsidR="004C00A8">
              <w:rPr>
                <w:rtl/>
              </w:rPr>
              <w:t xml:space="preserve"> </w:t>
            </w:r>
            <w:r w:rsidRPr="009647FC">
              <w:rPr>
                <w:rtl/>
              </w:rPr>
              <w:t>أتقضي</w:t>
            </w:r>
            <w:r>
              <w:rPr>
                <w:rtl/>
              </w:rPr>
              <w:t xml:space="preserve"> </w:t>
            </w:r>
            <w:r w:rsidRPr="009647FC">
              <w:rPr>
                <w:rtl/>
              </w:rPr>
              <w:t>بحيث</w:t>
            </w:r>
            <w:r>
              <w:rPr>
                <w:rtl/>
              </w:rPr>
              <w:t xml:space="preserve"> </w:t>
            </w:r>
            <w:r w:rsidRPr="009647FC">
              <w:rPr>
                <w:rtl/>
              </w:rPr>
              <w:t>الشمُّ</w:t>
            </w:r>
            <w:r>
              <w:rPr>
                <w:rtl/>
              </w:rPr>
              <w:t xml:space="preserve"> </w:t>
            </w:r>
            <w:r w:rsidRPr="009647FC">
              <w:rPr>
                <w:rtl/>
              </w:rPr>
              <w:t>راغمةٌ</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من</w:t>
            </w:r>
            <w:r>
              <w:rPr>
                <w:rtl/>
              </w:rPr>
              <w:t xml:space="preserve"> </w:t>
            </w:r>
            <w:r w:rsidRPr="009647FC">
              <w:rPr>
                <w:rtl/>
              </w:rPr>
              <w:t>أزمةٍ</w:t>
            </w:r>
            <w:r>
              <w:rPr>
                <w:rtl/>
              </w:rPr>
              <w:t xml:space="preserve"> </w:t>
            </w:r>
            <w:r w:rsidRPr="009647FC">
              <w:rPr>
                <w:rtl/>
              </w:rPr>
              <w:t>لم</w:t>
            </w:r>
            <w:r>
              <w:rPr>
                <w:rtl/>
              </w:rPr>
              <w:t xml:space="preserve"> </w:t>
            </w:r>
            <w:r w:rsidRPr="009647FC">
              <w:rPr>
                <w:rtl/>
              </w:rPr>
              <w:t>تدع</w:t>
            </w:r>
            <w:r>
              <w:rPr>
                <w:rtl/>
              </w:rPr>
              <w:t xml:space="preserve"> </w:t>
            </w:r>
            <w:r w:rsidRPr="009647FC">
              <w:rPr>
                <w:rtl/>
              </w:rPr>
              <w:t>في</w:t>
            </w:r>
            <w:r>
              <w:rPr>
                <w:rtl/>
              </w:rPr>
              <w:t xml:space="preserve"> </w:t>
            </w:r>
            <w:r w:rsidRPr="009647FC">
              <w:rPr>
                <w:rtl/>
              </w:rPr>
              <w:t>معطس</w:t>
            </w:r>
            <w:r>
              <w:rPr>
                <w:rtl/>
              </w:rPr>
              <w:t xml:space="preserve"> </w:t>
            </w:r>
            <w:r w:rsidRPr="009647FC">
              <w:rPr>
                <w:rtl/>
              </w:rPr>
              <w:t>شمما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هلاّ</w:t>
            </w:r>
            <w:r w:rsidR="004C00A8">
              <w:rPr>
                <w:rtl/>
              </w:rPr>
              <w:t xml:space="preserve"> </w:t>
            </w:r>
            <w:r w:rsidRPr="009647FC">
              <w:rPr>
                <w:rtl/>
              </w:rPr>
              <w:t>بقيت</w:t>
            </w:r>
            <w:r>
              <w:rPr>
                <w:rtl/>
              </w:rPr>
              <w:t xml:space="preserve"> </w:t>
            </w:r>
            <w:r w:rsidRPr="009647FC">
              <w:rPr>
                <w:rtl/>
              </w:rPr>
              <w:t>لها</w:t>
            </w:r>
            <w:r>
              <w:rPr>
                <w:rtl/>
              </w:rPr>
              <w:t xml:space="preserve"> </w:t>
            </w:r>
            <w:r w:rsidRPr="009647FC">
              <w:rPr>
                <w:rtl/>
              </w:rPr>
              <w:t>في</w:t>
            </w:r>
            <w:r>
              <w:rPr>
                <w:rtl/>
              </w:rPr>
              <w:t xml:space="preserve"> </w:t>
            </w:r>
            <w:r w:rsidRPr="009647FC">
              <w:rPr>
                <w:rtl/>
              </w:rPr>
              <w:t>هذه</w:t>
            </w:r>
            <w:r>
              <w:rPr>
                <w:rtl/>
              </w:rPr>
              <w:t xml:space="preserve"> </w:t>
            </w:r>
            <w:r w:rsidRPr="009647FC">
              <w:rPr>
                <w:rtl/>
              </w:rPr>
              <w:t>السنة</w:t>
            </w:r>
            <w:r>
              <w:rPr>
                <w:rtl/>
              </w:rPr>
              <w:t xml:space="preserve"> </w:t>
            </w:r>
            <w:r w:rsidRPr="009647FC">
              <w:rPr>
                <w:rtl/>
              </w:rPr>
              <w:t>الـ</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شهباء</w:t>
            </w:r>
            <w:r>
              <w:rPr>
                <w:rtl/>
              </w:rPr>
              <w:t xml:space="preserve"> </w:t>
            </w:r>
            <w:r w:rsidRPr="009647FC">
              <w:rPr>
                <w:rtl/>
              </w:rPr>
              <w:t>تحفظ</w:t>
            </w:r>
            <w:r>
              <w:rPr>
                <w:rtl/>
              </w:rPr>
              <w:t xml:space="preserve"> </w:t>
            </w:r>
            <w:r w:rsidRPr="009647FC">
              <w:rPr>
                <w:rtl/>
              </w:rPr>
              <w:t>من</w:t>
            </w:r>
            <w:r>
              <w:rPr>
                <w:rtl/>
              </w:rPr>
              <w:t xml:space="preserve"> </w:t>
            </w:r>
            <w:r w:rsidRPr="009647FC">
              <w:rPr>
                <w:rtl/>
              </w:rPr>
              <w:t>أمجادها</w:t>
            </w:r>
            <w:r>
              <w:rPr>
                <w:rtl/>
              </w:rPr>
              <w:t xml:space="preserve"> </w:t>
            </w:r>
            <w:r w:rsidRPr="009647FC">
              <w:rPr>
                <w:rtl/>
              </w:rPr>
              <w:t>الحرما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أحين</w:t>
            </w:r>
            <w:r w:rsidR="004C00A8">
              <w:rPr>
                <w:rtl/>
              </w:rPr>
              <w:t xml:space="preserve"> </w:t>
            </w:r>
            <w:r w:rsidRPr="009647FC">
              <w:rPr>
                <w:rtl/>
              </w:rPr>
              <w:t>فيها</w:t>
            </w:r>
            <w:r>
              <w:rPr>
                <w:rtl/>
              </w:rPr>
              <w:t xml:space="preserve"> </w:t>
            </w:r>
            <w:r w:rsidRPr="009647FC">
              <w:rPr>
                <w:rtl/>
              </w:rPr>
              <w:t>اقشعرّ</w:t>
            </w:r>
            <w:r>
              <w:rPr>
                <w:rtl/>
              </w:rPr>
              <w:t xml:space="preserve"> </w:t>
            </w:r>
            <w:r w:rsidRPr="009647FC">
              <w:rPr>
                <w:rtl/>
              </w:rPr>
              <w:t>العام</w:t>
            </w:r>
            <w:r>
              <w:rPr>
                <w:rtl/>
              </w:rPr>
              <w:t xml:space="preserve"> </w:t>
            </w:r>
            <w:r w:rsidRPr="009647FC">
              <w:rPr>
                <w:rtl/>
              </w:rPr>
              <w:t>وانبعثت</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غبراء</w:t>
            </w:r>
            <w:r w:rsidR="004C00A8">
              <w:rPr>
                <w:rtl/>
              </w:rPr>
              <w:t xml:space="preserve"> </w:t>
            </w:r>
            <w:r w:rsidRPr="009647FC">
              <w:rPr>
                <w:rtl/>
              </w:rPr>
              <w:t>أمحلت</w:t>
            </w:r>
            <w:r>
              <w:rPr>
                <w:rtl/>
              </w:rPr>
              <w:t xml:space="preserve"> </w:t>
            </w:r>
            <w:r w:rsidRPr="009647FC">
              <w:rPr>
                <w:rtl/>
              </w:rPr>
              <w:t>الغيطان</w:t>
            </w:r>
            <w:r>
              <w:rPr>
                <w:rtl/>
              </w:rPr>
              <w:t xml:space="preserve"> </w:t>
            </w:r>
            <w:r w:rsidRPr="009647FC">
              <w:rPr>
                <w:rtl/>
              </w:rPr>
              <w:t>والأكما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تمضي</w:t>
            </w:r>
            <w:r w:rsidR="004C00A8">
              <w:rPr>
                <w:rtl/>
              </w:rPr>
              <w:t xml:space="preserve"> </w:t>
            </w:r>
            <w:r w:rsidRPr="009647FC">
              <w:rPr>
                <w:rtl/>
              </w:rPr>
              <w:t>وتتركها</w:t>
            </w:r>
            <w:r>
              <w:rPr>
                <w:rtl/>
              </w:rPr>
              <w:t xml:space="preserve"> </w:t>
            </w:r>
            <w:r w:rsidRPr="009647FC">
              <w:rPr>
                <w:rtl/>
              </w:rPr>
              <w:t>في</w:t>
            </w:r>
            <w:r>
              <w:rPr>
                <w:rtl/>
              </w:rPr>
              <w:t xml:space="preserve"> </w:t>
            </w:r>
            <w:r w:rsidRPr="009647FC">
              <w:rPr>
                <w:rtl/>
              </w:rPr>
              <w:t>عام</w:t>
            </w:r>
            <w:r>
              <w:rPr>
                <w:rtl/>
              </w:rPr>
              <w:t xml:space="preserve"> </w:t>
            </w:r>
            <w:r w:rsidRPr="009647FC">
              <w:rPr>
                <w:rtl/>
              </w:rPr>
              <w:t>مسغبةٍ</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فم</w:t>
            </w:r>
            <w:r>
              <w:rPr>
                <w:rtl/>
              </w:rPr>
              <w:t>َ</w:t>
            </w:r>
            <w:r w:rsidRPr="009647FC">
              <w:rPr>
                <w:rtl/>
              </w:rPr>
              <w:t>نْ</w:t>
            </w:r>
            <w:r>
              <w:rPr>
                <w:rtl/>
              </w:rPr>
              <w:t xml:space="preserve"> </w:t>
            </w:r>
            <w:r w:rsidRPr="009647FC">
              <w:rPr>
                <w:rtl/>
              </w:rPr>
              <w:t>لها</w:t>
            </w:r>
            <w:r>
              <w:rPr>
                <w:rtl/>
              </w:rPr>
              <w:t xml:space="preserve"> </w:t>
            </w:r>
            <w:r w:rsidRPr="009647FC">
              <w:rPr>
                <w:rtl/>
              </w:rPr>
              <w:t>وإلى</w:t>
            </w:r>
            <w:r>
              <w:rPr>
                <w:rtl/>
              </w:rPr>
              <w:t xml:space="preserve"> </w:t>
            </w:r>
            <w:r w:rsidRPr="009647FC">
              <w:rPr>
                <w:rtl/>
              </w:rPr>
              <w:t>م</w:t>
            </w:r>
            <w:r w:rsidRPr="00B371C6">
              <w:rPr>
                <w:rtl/>
              </w:rPr>
              <w:t>َ</w:t>
            </w:r>
            <w:r w:rsidRPr="009647FC">
              <w:rPr>
                <w:rtl/>
              </w:rPr>
              <w:t>نْ</w:t>
            </w:r>
            <w:r>
              <w:rPr>
                <w:rtl/>
              </w:rPr>
              <w:t xml:space="preserve"> </w:t>
            </w:r>
            <w:r w:rsidRPr="009647FC">
              <w:rPr>
                <w:rtl/>
              </w:rPr>
              <w:t>تشتكي</w:t>
            </w:r>
            <w:r>
              <w:rPr>
                <w:rtl/>
              </w:rPr>
              <w:t xml:space="preserve"> </w:t>
            </w:r>
            <w:r w:rsidRPr="009647FC">
              <w:rPr>
                <w:rtl/>
              </w:rPr>
              <w:t>القحما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أوقتُ</w:t>
            </w:r>
            <w:r w:rsidR="004C00A8">
              <w:rPr>
                <w:rtl/>
              </w:rPr>
              <w:t xml:space="preserve"> </w:t>
            </w:r>
            <w:r w:rsidRPr="009647FC">
              <w:rPr>
                <w:rtl/>
              </w:rPr>
              <w:t>موتك</w:t>
            </w:r>
            <w:r>
              <w:rPr>
                <w:rtl/>
              </w:rPr>
              <w:t xml:space="preserve"> </w:t>
            </w:r>
            <w:r w:rsidRPr="009647FC">
              <w:rPr>
                <w:rtl/>
              </w:rPr>
              <w:t>هذا</w:t>
            </w:r>
            <w:r>
              <w:rPr>
                <w:rtl/>
              </w:rPr>
              <w:t xml:space="preserve"> </w:t>
            </w:r>
            <w:r w:rsidRPr="009647FC">
              <w:rPr>
                <w:rtl/>
              </w:rPr>
              <w:t>والورى</w:t>
            </w:r>
            <w:r>
              <w:rPr>
                <w:rtl/>
              </w:rPr>
              <w:t xml:space="preserve"> </w:t>
            </w:r>
            <w:r w:rsidRPr="009647FC">
              <w:rPr>
                <w:rtl/>
              </w:rPr>
              <w:t>حشدت</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هذي</w:t>
            </w:r>
            <w:r>
              <w:rPr>
                <w:rtl/>
              </w:rPr>
              <w:t xml:space="preserve"> </w:t>
            </w:r>
            <w:r w:rsidRPr="009647FC">
              <w:rPr>
                <w:rtl/>
              </w:rPr>
              <w:t>الخطوب</w:t>
            </w:r>
            <w:r>
              <w:rPr>
                <w:rtl/>
              </w:rPr>
              <w:t xml:space="preserve"> </w:t>
            </w:r>
            <w:r w:rsidRPr="009647FC">
              <w:rPr>
                <w:rtl/>
              </w:rPr>
              <w:t>عليها</w:t>
            </w:r>
            <w:r>
              <w:rPr>
                <w:rtl/>
              </w:rPr>
              <w:t xml:space="preserve"> </w:t>
            </w:r>
            <w:r w:rsidRPr="009647FC">
              <w:rPr>
                <w:rtl/>
              </w:rPr>
              <w:t>والبلا</w:t>
            </w:r>
            <w:r>
              <w:rPr>
                <w:rtl/>
              </w:rPr>
              <w:t xml:space="preserve"> </w:t>
            </w:r>
            <w:r w:rsidRPr="009647FC">
              <w:rPr>
                <w:rtl/>
              </w:rPr>
              <w:t>ارتكما؟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وددت</w:t>
            </w:r>
            <w:r>
              <w:rPr>
                <w:rtl/>
              </w:rPr>
              <w:t xml:space="preserve"> </w:t>
            </w:r>
            <w:r w:rsidRPr="009647FC">
              <w:rPr>
                <w:rtl/>
              </w:rPr>
              <w:t>يومك</w:t>
            </w:r>
            <w:r>
              <w:rPr>
                <w:rtl/>
              </w:rPr>
              <w:t xml:space="preserve"> </w:t>
            </w:r>
            <w:r w:rsidRPr="009647FC">
              <w:rPr>
                <w:rtl/>
              </w:rPr>
              <w:t>لم</w:t>
            </w:r>
            <w:r>
              <w:rPr>
                <w:rtl/>
              </w:rPr>
              <w:t xml:space="preserve"> </w:t>
            </w:r>
            <w:r w:rsidRPr="009647FC">
              <w:rPr>
                <w:rtl/>
              </w:rPr>
              <w:t>يجرِ</w:t>
            </w:r>
            <w:r>
              <w:rPr>
                <w:rtl/>
              </w:rPr>
              <w:t xml:space="preserve"> </w:t>
            </w:r>
            <w:r w:rsidRPr="009647FC">
              <w:rPr>
                <w:rtl/>
              </w:rPr>
              <w:t>القضاءُ</w:t>
            </w:r>
            <w:r>
              <w:rPr>
                <w:rtl/>
              </w:rPr>
              <w:t xml:space="preserve"> </w:t>
            </w:r>
            <w:r w:rsidRPr="009647FC">
              <w:rPr>
                <w:rtl/>
              </w:rPr>
              <w:t>به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لو</w:t>
            </w:r>
            <w:r w:rsidR="004C00A8">
              <w:rPr>
                <w:rtl/>
              </w:rPr>
              <w:t xml:space="preserve"> </w:t>
            </w:r>
            <w:r w:rsidRPr="009647FC">
              <w:rPr>
                <w:rtl/>
              </w:rPr>
              <w:t>كان</w:t>
            </w:r>
            <w:r>
              <w:rPr>
                <w:rtl/>
              </w:rPr>
              <w:t xml:space="preserve"> </w:t>
            </w:r>
            <w:r w:rsidRPr="009647FC">
              <w:rPr>
                <w:rtl/>
              </w:rPr>
              <w:t>للوح</w:t>
            </w:r>
            <w:r>
              <w:rPr>
                <w:rtl/>
              </w:rPr>
              <w:t xml:space="preserve"> </w:t>
            </w:r>
            <w:r w:rsidRPr="009647FC">
              <w:rPr>
                <w:rtl/>
              </w:rPr>
              <w:t>أنْ</w:t>
            </w:r>
            <w:r>
              <w:rPr>
                <w:rtl/>
              </w:rPr>
              <w:t xml:space="preserve"> </w:t>
            </w:r>
            <w:r w:rsidRPr="009647FC">
              <w:rPr>
                <w:rtl/>
              </w:rPr>
              <w:t>يستوقف</w:t>
            </w:r>
            <w:r>
              <w:rPr>
                <w:rtl/>
              </w:rPr>
              <w:t xml:space="preserve"> </w:t>
            </w:r>
            <w:r w:rsidRPr="009647FC">
              <w:rPr>
                <w:rtl/>
              </w:rPr>
              <w:t>القلما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حتى</w:t>
            </w:r>
            <w:r w:rsidR="004C00A8">
              <w:rPr>
                <w:rtl/>
              </w:rPr>
              <w:t xml:space="preserve"> </w:t>
            </w:r>
            <w:r w:rsidRPr="009647FC">
              <w:rPr>
                <w:rtl/>
              </w:rPr>
              <w:t>ت</w:t>
            </w:r>
            <w:r w:rsidRPr="00B371C6">
              <w:rPr>
                <w:rtl/>
              </w:rPr>
              <w:t>ُ</w:t>
            </w:r>
            <w:r w:rsidRPr="009647FC">
              <w:rPr>
                <w:rtl/>
              </w:rPr>
              <w:t>فرِّج</w:t>
            </w:r>
            <w:r>
              <w:rPr>
                <w:rtl/>
              </w:rPr>
              <w:t xml:space="preserve"> </w:t>
            </w:r>
            <w:r w:rsidRPr="009647FC">
              <w:rPr>
                <w:rtl/>
              </w:rPr>
              <w:t>غمّاء</w:t>
            </w:r>
            <w:r>
              <w:rPr>
                <w:rtl/>
              </w:rPr>
              <w:t xml:space="preserve">َ </w:t>
            </w:r>
            <w:r w:rsidRPr="009647FC">
              <w:rPr>
                <w:rtl/>
              </w:rPr>
              <w:t>الجدوب</w:t>
            </w:r>
            <w:r>
              <w:rPr>
                <w:rtl/>
              </w:rPr>
              <w:t xml:space="preserve"> </w:t>
            </w:r>
            <w:r w:rsidRPr="009647FC">
              <w:rPr>
                <w:rtl/>
              </w:rPr>
              <w:t>كما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فرّ</w:t>
            </w:r>
            <w:r>
              <w:rPr>
                <w:rtl/>
              </w:rPr>
              <w:t>َ</w:t>
            </w:r>
            <w:r w:rsidRPr="009647FC">
              <w:rPr>
                <w:rtl/>
              </w:rPr>
              <w:t>جت</w:t>
            </w:r>
            <w:r w:rsidR="004C00A8">
              <w:rPr>
                <w:rtl/>
              </w:rPr>
              <w:t xml:space="preserve"> </w:t>
            </w:r>
            <w:r w:rsidRPr="009647FC">
              <w:rPr>
                <w:rtl/>
              </w:rPr>
              <w:t>من</w:t>
            </w:r>
            <w:r>
              <w:rPr>
                <w:rtl/>
              </w:rPr>
              <w:t xml:space="preserve"> </w:t>
            </w:r>
            <w:r w:rsidRPr="009647FC">
              <w:rPr>
                <w:rtl/>
              </w:rPr>
              <w:t>قبلها</w:t>
            </w:r>
            <w:r>
              <w:rPr>
                <w:rtl/>
              </w:rPr>
              <w:t xml:space="preserve"> </w:t>
            </w:r>
            <w:r w:rsidRPr="009647FC">
              <w:rPr>
                <w:rtl/>
              </w:rPr>
              <w:t>أمثالها</w:t>
            </w:r>
            <w:r>
              <w:rPr>
                <w:rtl/>
              </w:rPr>
              <w:t xml:space="preserve"> </w:t>
            </w:r>
            <w:r w:rsidRPr="009647FC">
              <w:rPr>
                <w:rtl/>
              </w:rPr>
              <w:t>غمما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ماذا</w:t>
            </w:r>
            <w:r w:rsidR="004C00A8">
              <w:rPr>
                <w:rtl/>
              </w:rPr>
              <w:t xml:space="preserve"> </w:t>
            </w:r>
            <w:r w:rsidRPr="009647FC">
              <w:rPr>
                <w:rtl/>
              </w:rPr>
              <w:t>ي</w:t>
            </w:r>
            <w:r w:rsidRPr="00B371C6">
              <w:rPr>
                <w:rtl/>
              </w:rPr>
              <w:t>ُ</w:t>
            </w:r>
            <w:r w:rsidRPr="009647FC">
              <w:rPr>
                <w:rtl/>
              </w:rPr>
              <w:t>راد</w:t>
            </w:r>
            <w:r>
              <w:rPr>
                <w:rtl/>
              </w:rPr>
              <w:t xml:space="preserve"> </w:t>
            </w:r>
            <w:r w:rsidRPr="009647FC">
              <w:rPr>
                <w:rtl/>
              </w:rPr>
              <w:t>بأهل</w:t>
            </w:r>
            <w:r>
              <w:rPr>
                <w:rtl/>
              </w:rPr>
              <w:t xml:space="preserve"> </w:t>
            </w:r>
            <w:r w:rsidRPr="009647FC">
              <w:rPr>
                <w:rtl/>
              </w:rPr>
              <w:t>الأرض</w:t>
            </w:r>
            <w:r>
              <w:rPr>
                <w:rtl/>
              </w:rPr>
              <w:t xml:space="preserve"> </w:t>
            </w:r>
            <w:r w:rsidRPr="009647FC">
              <w:rPr>
                <w:rtl/>
              </w:rPr>
              <w:t>فابتدرت</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دهياءُ</w:t>
            </w:r>
            <w:r>
              <w:rPr>
                <w:rtl/>
              </w:rPr>
              <w:t xml:space="preserve"> </w:t>
            </w:r>
            <w:r w:rsidRPr="009647FC">
              <w:rPr>
                <w:rtl/>
              </w:rPr>
              <w:t>يوشك</w:t>
            </w:r>
            <w:r>
              <w:rPr>
                <w:rtl/>
              </w:rPr>
              <w:t xml:space="preserve"> </w:t>
            </w:r>
            <w:r w:rsidRPr="009647FC">
              <w:rPr>
                <w:rtl/>
              </w:rPr>
              <w:t>أن</w:t>
            </w:r>
            <w:r>
              <w:rPr>
                <w:rtl/>
              </w:rPr>
              <w:t xml:space="preserve"> </w:t>
            </w:r>
            <w:r w:rsidRPr="009647FC">
              <w:rPr>
                <w:rtl/>
              </w:rPr>
              <w:t>تستأصل</w:t>
            </w:r>
            <w:r>
              <w:rPr>
                <w:rtl/>
              </w:rPr>
              <w:t xml:space="preserve"> </w:t>
            </w:r>
            <w:r w:rsidRPr="009647FC">
              <w:rPr>
                <w:rtl/>
              </w:rPr>
              <w:t>النسما؟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أشار</w:t>
            </w:r>
            <w:r w:rsidR="004C00A8">
              <w:rPr>
                <w:rtl/>
              </w:rPr>
              <w:t xml:space="preserve"> </w:t>
            </w:r>
            <w:r w:rsidRPr="009647FC">
              <w:rPr>
                <w:rtl/>
              </w:rPr>
              <w:t>ربّ</w:t>
            </w:r>
            <w:r w:rsidRPr="00B371C6">
              <w:rPr>
                <w:rtl/>
              </w:rPr>
              <w:t>ُ</w:t>
            </w:r>
            <w:r w:rsidRPr="009647FC">
              <w:rPr>
                <w:rtl/>
              </w:rPr>
              <w:t>ك</w:t>
            </w:r>
            <w:r>
              <w:rPr>
                <w:rtl/>
              </w:rPr>
              <w:t xml:space="preserve"> </w:t>
            </w:r>
            <w:r w:rsidRPr="009647FC">
              <w:rPr>
                <w:rtl/>
              </w:rPr>
              <w:t>إرسال</w:t>
            </w:r>
            <w:r>
              <w:rPr>
                <w:rtl/>
              </w:rPr>
              <w:t xml:space="preserve">َ </w:t>
            </w:r>
            <w:r w:rsidRPr="009647FC">
              <w:rPr>
                <w:rtl/>
              </w:rPr>
              <w:t>العذاب</w:t>
            </w:r>
            <w:r>
              <w:rPr>
                <w:rtl/>
              </w:rPr>
              <w:t xml:space="preserve"> </w:t>
            </w:r>
            <w:r w:rsidRPr="009647FC">
              <w:rPr>
                <w:rtl/>
              </w:rPr>
              <w:t>بها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لم</w:t>
            </w:r>
            <w:r w:rsidRPr="00B371C6">
              <w:rPr>
                <w:rtl/>
              </w:rPr>
              <w:t>ّ</w:t>
            </w:r>
            <w:r w:rsidRPr="009647FC">
              <w:rPr>
                <w:rtl/>
              </w:rPr>
              <w:t>ا</w:t>
            </w:r>
            <w:r>
              <w:rPr>
                <w:rtl/>
              </w:rPr>
              <w:t xml:space="preserve"> </w:t>
            </w:r>
            <w:r w:rsidRPr="009647FC">
              <w:rPr>
                <w:rtl/>
              </w:rPr>
              <w:t>جنوها</w:t>
            </w:r>
            <w:r>
              <w:rPr>
                <w:rtl/>
              </w:rPr>
              <w:t xml:space="preserve"> </w:t>
            </w:r>
            <w:r w:rsidRPr="009647FC">
              <w:rPr>
                <w:rtl/>
              </w:rPr>
              <w:t>ذنوباً</w:t>
            </w:r>
            <w:r>
              <w:rPr>
                <w:rtl/>
              </w:rPr>
              <w:t xml:space="preserve"> </w:t>
            </w:r>
            <w:r w:rsidRPr="009647FC">
              <w:rPr>
                <w:rtl/>
              </w:rPr>
              <w:t>تهتك</w:t>
            </w:r>
            <w:r>
              <w:rPr>
                <w:rtl/>
              </w:rPr>
              <w:t xml:space="preserve"> </w:t>
            </w:r>
            <w:r w:rsidRPr="009647FC">
              <w:rPr>
                <w:rtl/>
              </w:rPr>
              <w:t>العصما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فغيِّض</w:t>
            </w:r>
            <w:r>
              <w:rPr>
                <w:rtl/>
              </w:rPr>
              <w:t xml:space="preserve"> </w:t>
            </w:r>
            <w:r w:rsidRPr="009647FC">
              <w:rPr>
                <w:rtl/>
              </w:rPr>
              <w:t>الماء</w:t>
            </w:r>
            <w:r>
              <w:rPr>
                <w:rtl/>
              </w:rPr>
              <w:t xml:space="preserve"> </w:t>
            </w:r>
            <w:r w:rsidRPr="009647FC">
              <w:rPr>
                <w:rtl/>
              </w:rPr>
              <w:t>من</w:t>
            </w:r>
            <w:r>
              <w:rPr>
                <w:rtl/>
              </w:rPr>
              <w:t xml:space="preserve"> </w:t>
            </w:r>
            <w:r w:rsidRPr="009647FC">
              <w:rPr>
                <w:rtl/>
              </w:rPr>
              <w:t>أنهارها</w:t>
            </w:r>
            <w:r>
              <w:rPr>
                <w:rtl/>
              </w:rPr>
              <w:t xml:space="preserve"> </w:t>
            </w:r>
            <w:r w:rsidRPr="009647FC">
              <w:rPr>
                <w:rtl/>
              </w:rPr>
              <w:t>وطوى</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بالموت</w:t>
            </w:r>
            <w:r>
              <w:rPr>
                <w:rtl/>
              </w:rPr>
              <w:t xml:space="preserve"> </w:t>
            </w:r>
            <w:r w:rsidRPr="009647FC">
              <w:rPr>
                <w:rtl/>
              </w:rPr>
              <w:t>شخصك</w:t>
            </w:r>
            <w:r>
              <w:rPr>
                <w:rtl/>
              </w:rPr>
              <w:t xml:space="preserve"> </w:t>
            </w:r>
            <w:r w:rsidRPr="009647FC">
              <w:rPr>
                <w:rtl/>
              </w:rPr>
              <w:t>عنها</w:t>
            </w:r>
            <w:r>
              <w:rPr>
                <w:rtl/>
              </w:rPr>
              <w:t xml:space="preserve"> </w:t>
            </w:r>
            <w:r w:rsidRPr="009647FC">
              <w:rPr>
                <w:rtl/>
              </w:rPr>
              <w:t>والحيا</w:t>
            </w:r>
            <w:r>
              <w:rPr>
                <w:rtl/>
              </w:rPr>
              <w:t xml:space="preserve"> </w:t>
            </w:r>
            <w:r w:rsidRPr="009647FC">
              <w:rPr>
                <w:rtl/>
              </w:rPr>
              <w:t>انعدما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مشت</w:t>
            </w:r>
            <w:r w:rsidR="004C00A8">
              <w:rPr>
                <w:rtl/>
              </w:rPr>
              <w:t xml:space="preserve"> </w:t>
            </w:r>
            <w:r w:rsidRPr="009647FC">
              <w:rPr>
                <w:rtl/>
              </w:rPr>
              <w:t>بنعشك</w:t>
            </w:r>
            <w:r>
              <w:rPr>
                <w:rtl/>
              </w:rPr>
              <w:t xml:space="preserve"> </w:t>
            </w:r>
            <w:r w:rsidRPr="009647FC">
              <w:rPr>
                <w:rtl/>
              </w:rPr>
              <w:t>أهلُ</w:t>
            </w:r>
            <w:r>
              <w:rPr>
                <w:rtl/>
              </w:rPr>
              <w:t xml:space="preserve"> </w:t>
            </w:r>
            <w:r w:rsidRPr="009647FC">
              <w:rPr>
                <w:rtl/>
              </w:rPr>
              <w:t>الأرض</w:t>
            </w:r>
            <w:r>
              <w:rPr>
                <w:rtl/>
              </w:rPr>
              <w:t xml:space="preserve"> </w:t>
            </w:r>
            <w:r w:rsidRPr="009647FC">
              <w:rPr>
                <w:rtl/>
              </w:rPr>
              <w:t>تحمله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فخفّ</w:t>
            </w:r>
            <w:r>
              <w:rPr>
                <w:rtl/>
              </w:rPr>
              <w:t>َ</w:t>
            </w:r>
            <w:r w:rsidR="004C00A8">
              <w:rPr>
                <w:rtl/>
              </w:rPr>
              <w:t xml:space="preserve"> </w:t>
            </w:r>
            <w:r w:rsidRPr="009647FC">
              <w:rPr>
                <w:rtl/>
              </w:rPr>
              <w:t>حتى</w:t>
            </w:r>
            <w:r>
              <w:rPr>
                <w:rtl/>
              </w:rPr>
              <w:t xml:space="preserve"> </w:t>
            </w:r>
            <w:r w:rsidRPr="009647FC">
              <w:rPr>
                <w:rtl/>
              </w:rPr>
              <w:t>كأنْ</w:t>
            </w:r>
            <w:r>
              <w:rPr>
                <w:rtl/>
              </w:rPr>
              <w:t xml:space="preserve"> </w:t>
            </w:r>
            <w:r w:rsidRPr="009647FC">
              <w:rPr>
                <w:rtl/>
              </w:rPr>
              <w:t>لم</w:t>
            </w:r>
            <w:r>
              <w:rPr>
                <w:rtl/>
              </w:rPr>
              <w:t xml:space="preserve"> </w:t>
            </w:r>
            <w:r w:rsidRPr="009647FC">
              <w:rPr>
                <w:rtl/>
              </w:rPr>
              <w:t>يحملوا</w:t>
            </w:r>
            <w:r>
              <w:rPr>
                <w:rtl/>
              </w:rPr>
              <w:t xml:space="preserve"> </w:t>
            </w:r>
            <w:r w:rsidRPr="009647FC">
              <w:rPr>
                <w:rtl/>
              </w:rPr>
              <w:t>علما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وما</w:t>
            </w:r>
            <w:r>
              <w:rPr>
                <w:rtl/>
              </w:rPr>
              <w:t xml:space="preserve"> </w:t>
            </w:r>
            <w:r w:rsidRPr="009647FC">
              <w:rPr>
                <w:rtl/>
              </w:rPr>
              <w:t>دروا</w:t>
            </w:r>
            <w:r>
              <w:rPr>
                <w:rtl/>
              </w:rPr>
              <w:t xml:space="preserve"> </w:t>
            </w:r>
            <w:r w:rsidRPr="009647FC">
              <w:rPr>
                <w:rtl/>
              </w:rPr>
              <w:t>رفعته</w:t>
            </w:r>
            <w:r>
              <w:rPr>
                <w:rtl/>
              </w:rPr>
              <w:t xml:space="preserve"> </w:t>
            </w:r>
            <w:r w:rsidRPr="009647FC">
              <w:rPr>
                <w:rtl/>
              </w:rPr>
              <w:t>من</w:t>
            </w:r>
            <w:r>
              <w:rPr>
                <w:rtl/>
              </w:rPr>
              <w:t xml:space="preserve"> </w:t>
            </w:r>
            <w:r w:rsidRPr="009647FC">
              <w:rPr>
                <w:rtl/>
              </w:rPr>
              <w:t>كرامته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أهلُ</w:t>
            </w:r>
            <w:r w:rsidR="004C00A8">
              <w:rPr>
                <w:rtl/>
              </w:rPr>
              <w:t xml:space="preserve"> </w:t>
            </w:r>
            <w:r w:rsidRPr="009647FC">
              <w:rPr>
                <w:rtl/>
              </w:rPr>
              <w:t>السماء</w:t>
            </w:r>
            <w:r>
              <w:rPr>
                <w:rtl/>
              </w:rPr>
              <w:t xml:space="preserve"> </w:t>
            </w:r>
            <w:r w:rsidRPr="009647FC">
              <w:rPr>
                <w:rtl/>
              </w:rPr>
              <w:t>على</w:t>
            </w:r>
            <w:r>
              <w:rPr>
                <w:rtl/>
              </w:rPr>
              <w:t xml:space="preserve"> </w:t>
            </w:r>
            <w:r w:rsidRPr="009647FC">
              <w:rPr>
                <w:rtl/>
              </w:rPr>
              <w:t>أكتافها</w:t>
            </w:r>
            <w:r>
              <w:rPr>
                <w:rtl/>
              </w:rPr>
              <w:t xml:space="preserve"> </w:t>
            </w:r>
            <w:r w:rsidRPr="009647FC">
              <w:rPr>
                <w:rtl/>
              </w:rPr>
              <w:t>عظما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لم</w:t>
            </w:r>
            <w:r w:rsidR="004C00A8">
              <w:rPr>
                <w:rtl/>
              </w:rPr>
              <w:t xml:space="preserve"> </w:t>
            </w:r>
            <w:r w:rsidRPr="009647FC">
              <w:rPr>
                <w:rtl/>
              </w:rPr>
              <w:t>يرفعوا</w:t>
            </w:r>
            <w:r>
              <w:rPr>
                <w:rtl/>
              </w:rPr>
              <w:t xml:space="preserve"> </w:t>
            </w:r>
            <w:r w:rsidRPr="009647FC">
              <w:rPr>
                <w:rtl/>
              </w:rPr>
              <w:t>قدماً</w:t>
            </w:r>
            <w:r>
              <w:rPr>
                <w:rtl/>
              </w:rPr>
              <w:t xml:space="preserve"> </w:t>
            </w:r>
            <w:r w:rsidRPr="009647FC">
              <w:rPr>
                <w:rtl/>
              </w:rPr>
              <w:t>إلاّ</w:t>
            </w:r>
            <w:r>
              <w:rPr>
                <w:rtl/>
              </w:rPr>
              <w:t xml:space="preserve"> </w:t>
            </w:r>
            <w:r w:rsidRPr="009647FC">
              <w:rPr>
                <w:rtl/>
              </w:rPr>
              <w:t>وقد</w:t>
            </w:r>
            <w:r>
              <w:rPr>
                <w:rtl/>
              </w:rPr>
              <w:t xml:space="preserve"> </w:t>
            </w:r>
            <w:r w:rsidRPr="009647FC">
              <w:rPr>
                <w:rtl/>
              </w:rPr>
              <w:t>وضعتْ</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من</w:t>
            </w:r>
            <w:r w:rsidR="004C00A8">
              <w:rPr>
                <w:rtl/>
              </w:rPr>
              <w:t xml:space="preserve"> </w:t>
            </w:r>
            <w:r w:rsidRPr="009647FC">
              <w:rPr>
                <w:rtl/>
              </w:rPr>
              <w:t>قبلهم</w:t>
            </w:r>
            <w:r>
              <w:rPr>
                <w:rtl/>
              </w:rPr>
              <w:t xml:space="preserve"> </w:t>
            </w:r>
            <w:r w:rsidRPr="009647FC">
              <w:rPr>
                <w:rtl/>
              </w:rPr>
              <w:t>غرُّ</w:t>
            </w:r>
            <w:r>
              <w:rPr>
                <w:rtl/>
              </w:rPr>
              <w:t xml:space="preserve"> </w:t>
            </w:r>
            <w:r w:rsidRPr="009647FC">
              <w:rPr>
                <w:rtl/>
              </w:rPr>
              <w:t>أملاك</w:t>
            </w:r>
            <w:r>
              <w:rPr>
                <w:rtl/>
              </w:rPr>
              <w:t xml:space="preserve"> </w:t>
            </w:r>
            <w:r w:rsidRPr="009647FC">
              <w:rPr>
                <w:rtl/>
              </w:rPr>
              <w:t>السما</w:t>
            </w:r>
            <w:r>
              <w:rPr>
                <w:rtl/>
              </w:rPr>
              <w:t xml:space="preserve"> </w:t>
            </w:r>
            <w:r w:rsidRPr="009647FC">
              <w:rPr>
                <w:rtl/>
              </w:rPr>
              <w:t>قدما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كأنّ</w:t>
            </w:r>
            <w:r>
              <w:rPr>
                <w:rtl/>
              </w:rPr>
              <w:t>َ</w:t>
            </w:r>
            <w:r w:rsidR="004C00A8">
              <w:rPr>
                <w:rtl/>
              </w:rPr>
              <w:t xml:space="preserve"> </w:t>
            </w:r>
            <w:r w:rsidRPr="009647FC">
              <w:rPr>
                <w:rtl/>
              </w:rPr>
              <w:t>نعشك</w:t>
            </w:r>
            <w:r>
              <w:rPr>
                <w:rtl/>
              </w:rPr>
              <w:t xml:space="preserve"> </w:t>
            </w:r>
            <w:r w:rsidRPr="009647FC">
              <w:rPr>
                <w:rtl/>
              </w:rPr>
              <w:t>محمولٌ</w:t>
            </w:r>
            <w:r>
              <w:rPr>
                <w:rtl/>
              </w:rPr>
              <w:t xml:space="preserve"> </w:t>
            </w:r>
            <w:r w:rsidRPr="009647FC">
              <w:rPr>
                <w:rtl/>
              </w:rPr>
              <w:t>به</w:t>
            </w:r>
            <w:r>
              <w:rPr>
                <w:rtl/>
              </w:rPr>
              <w:t xml:space="preserve"> </w:t>
            </w:r>
            <w:r w:rsidRPr="009647FC">
              <w:rPr>
                <w:rtl/>
              </w:rPr>
              <w:t>ملكٌ</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وخلفه</w:t>
            </w:r>
            <w:r w:rsidR="004C00A8">
              <w:rPr>
                <w:rtl/>
              </w:rPr>
              <w:t xml:space="preserve"> </w:t>
            </w:r>
            <w:r w:rsidRPr="009647FC">
              <w:rPr>
                <w:rtl/>
              </w:rPr>
              <w:t>العالمُ</w:t>
            </w:r>
            <w:r>
              <w:rPr>
                <w:rtl/>
              </w:rPr>
              <w:t xml:space="preserve"> </w:t>
            </w:r>
            <w:r w:rsidRPr="009647FC">
              <w:rPr>
                <w:rtl/>
              </w:rPr>
              <w:t>الأعلى</w:t>
            </w:r>
            <w:r>
              <w:rPr>
                <w:rtl/>
              </w:rPr>
              <w:t xml:space="preserve"> </w:t>
            </w:r>
            <w:r w:rsidRPr="009647FC">
              <w:rPr>
                <w:rtl/>
              </w:rPr>
              <w:t>قد</w:t>
            </w:r>
            <w:r>
              <w:rPr>
                <w:rtl/>
              </w:rPr>
              <w:t xml:space="preserve"> </w:t>
            </w:r>
            <w:r w:rsidRPr="009647FC">
              <w:rPr>
                <w:rtl/>
              </w:rPr>
              <w:t>ازدحما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شاروا</w:t>
            </w:r>
            <w:r>
              <w:rPr>
                <w:rtl/>
              </w:rPr>
              <w:t xml:space="preserve"> </w:t>
            </w:r>
            <w:r w:rsidRPr="009647FC">
              <w:rPr>
                <w:rtl/>
              </w:rPr>
              <w:t>بها</w:t>
            </w:r>
            <w:r>
              <w:rPr>
                <w:rtl/>
              </w:rPr>
              <w:t xml:space="preserve"> </w:t>
            </w:r>
            <w:r w:rsidRPr="009647FC">
              <w:rPr>
                <w:rtl/>
              </w:rPr>
              <w:t>وسماءُ</w:t>
            </w:r>
            <w:r>
              <w:rPr>
                <w:rtl/>
              </w:rPr>
              <w:t xml:space="preserve"> </w:t>
            </w:r>
            <w:r w:rsidRPr="009647FC">
              <w:rPr>
                <w:rtl/>
              </w:rPr>
              <w:t>الدمع</w:t>
            </w:r>
            <w:r>
              <w:rPr>
                <w:rtl/>
              </w:rPr>
              <w:t xml:space="preserve"> </w:t>
            </w:r>
            <w:r w:rsidRPr="009647FC">
              <w:rPr>
                <w:rtl/>
              </w:rPr>
              <w:t>ترسلها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لك</w:t>
            </w:r>
            <w:r w:rsidR="004C00A8">
              <w:rPr>
                <w:rtl/>
              </w:rPr>
              <w:t xml:space="preserve"> </w:t>
            </w:r>
            <w:r w:rsidRPr="009647FC">
              <w:rPr>
                <w:rtl/>
              </w:rPr>
              <w:t>النواظرُ</w:t>
            </w:r>
            <w:r>
              <w:rPr>
                <w:rtl/>
              </w:rPr>
              <w:t xml:space="preserve"> </w:t>
            </w:r>
            <w:r w:rsidRPr="009647FC">
              <w:rPr>
                <w:rtl/>
              </w:rPr>
              <w:t>مدراراً</w:t>
            </w:r>
            <w:r>
              <w:rPr>
                <w:rtl/>
              </w:rPr>
              <w:t xml:space="preserve"> </w:t>
            </w:r>
            <w:r w:rsidRPr="009647FC">
              <w:rPr>
                <w:rtl/>
              </w:rPr>
              <w:t>ولا</w:t>
            </w:r>
            <w:r>
              <w:rPr>
                <w:rtl/>
              </w:rPr>
              <w:t xml:space="preserve"> </w:t>
            </w:r>
            <w:r w:rsidRPr="009647FC">
              <w:rPr>
                <w:rtl/>
              </w:rPr>
              <w:t>سأما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وهبّ</w:t>
            </w:r>
            <w:r>
              <w:rPr>
                <w:rtl/>
              </w:rPr>
              <w:t>َ</w:t>
            </w:r>
            <w:r w:rsidR="004C00A8">
              <w:rPr>
                <w:rtl/>
              </w:rPr>
              <w:t xml:space="preserve"> </w:t>
            </w:r>
            <w:r w:rsidRPr="009647FC">
              <w:rPr>
                <w:rtl/>
              </w:rPr>
              <w:t>حين</w:t>
            </w:r>
            <w:r>
              <w:rPr>
                <w:rtl/>
              </w:rPr>
              <w:t xml:space="preserve"> </w:t>
            </w:r>
            <w:r w:rsidRPr="009647FC">
              <w:rPr>
                <w:rtl/>
              </w:rPr>
              <w:t>التقى</w:t>
            </w:r>
            <w:r>
              <w:rPr>
                <w:rtl/>
              </w:rPr>
              <w:t xml:space="preserve"> </w:t>
            </w:r>
            <w:r w:rsidRPr="009647FC">
              <w:rPr>
                <w:rtl/>
              </w:rPr>
              <w:t>ماءُ</w:t>
            </w:r>
            <w:r>
              <w:rPr>
                <w:rtl/>
              </w:rPr>
              <w:t xml:space="preserve"> </w:t>
            </w:r>
            <w:r w:rsidRPr="009647FC">
              <w:rPr>
                <w:rtl/>
              </w:rPr>
              <w:t>العيون</w:t>
            </w:r>
            <w:r>
              <w:rPr>
                <w:rtl/>
              </w:rPr>
              <w:t xml:space="preserve"> </w:t>
            </w:r>
            <w:r w:rsidRPr="009647FC">
              <w:rPr>
                <w:rtl/>
              </w:rPr>
              <w:t>على</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أمرٍ</w:t>
            </w:r>
            <w:r>
              <w:rPr>
                <w:rtl/>
              </w:rPr>
              <w:t xml:space="preserve"> </w:t>
            </w:r>
            <w:r w:rsidRPr="009647FC">
              <w:rPr>
                <w:rtl/>
              </w:rPr>
              <w:t>نزا</w:t>
            </w:r>
            <w:r>
              <w:rPr>
                <w:rtl/>
              </w:rPr>
              <w:t xml:space="preserve"> </w:t>
            </w:r>
            <w:r w:rsidRPr="009647FC">
              <w:rPr>
                <w:rtl/>
              </w:rPr>
              <w:t>منه</w:t>
            </w:r>
            <w:r>
              <w:rPr>
                <w:rtl/>
              </w:rPr>
              <w:t xml:space="preserve"> </w:t>
            </w:r>
            <w:r w:rsidRPr="009647FC">
              <w:rPr>
                <w:rtl/>
              </w:rPr>
              <w:t>قلب</w:t>
            </w:r>
            <w:r>
              <w:rPr>
                <w:rtl/>
              </w:rPr>
              <w:t xml:space="preserve"> </w:t>
            </w:r>
            <w:r w:rsidRPr="009647FC">
              <w:rPr>
                <w:rtl/>
              </w:rPr>
              <w:t>الموت</w:t>
            </w:r>
            <w:r w:rsidRPr="004E7EC6">
              <w:rPr>
                <w:rStyle w:val="libFootnotenumChar"/>
                <w:rtl/>
              </w:rPr>
              <w:t>(1)</w:t>
            </w:r>
            <w:r>
              <w:rPr>
                <w:rtl/>
              </w:rPr>
              <w:t xml:space="preserve"> </w:t>
            </w:r>
            <w:r w:rsidRPr="009647FC">
              <w:rPr>
                <w:rtl/>
              </w:rPr>
              <w:t>واضطرما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الدهر</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03B7F" w:rsidRPr="00524A24" w:rsidTr="00D03B7F">
        <w:trPr>
          <w:trHeight w:val="350"/>
        </w:trPr>
        <w:tc>
          <w:tcPr>
            <w:tcW w:w="3902" w:type="dxa"/>
          </w:tcPr>
          <w:p w:rsidR="00D03B7F" w:rsidRPr="00524A24" w:rsidRDefault="00D03B7F" w:rsidP="00791A38">
            <w:pPr>
              <w:pStyle w:val="libPoem"/>
            </w:pPr>
            <w:r w:rsidRPr="009647FC">
              <w:rPr>
                <w:rtl/>
              </w:rPr>
              <w:lastRenderedPageBreak/>
              <w:t>فكنت</w:t>
            </w:r>
            <w:r>
              <w:rPr>
                <w:rtl/>
              </w:rPr>
              <w:t xml:space="preserve"> (</w:t>
            </w:r>
            <w:r w:rsidRPr="009647FC">
              <w:rPr>
                <w:rtl/>
              </w:rPr>
              <w:t>نوحاً</w:t>
            </w:r>
            <w:r>
              <w:rPr>
                <w:rtl/>
              </w:rPr>
              <w:t xml:space="preserve">) </w:t>
            </w:r>
            <w:r w:rsidRPr="009647FC">
              <w:rPr>
                <w:rtl/>
              </w:rPr>
              <w:t>وكان</w:t>
            </w:r>
            <w:r>
              <w:rPr>
                <w:rtl/>
              </w:rPr>
              <w:t xml:space="preserve"> </w:t>
            </w:r>
            <w:r w:rsidRPr="009647FC">
              <w:rPr>
                <w:rtl/>
              </w:rPr>
              <w:t>الفلك</w:t>
            </w:r>
            <w:r>
              <w:rPr>
                <w:rtl/>
              </w:rPr>
              <w:t xml:space="preserve"> </w:t>
            </w:r>
            <w:r w:rsidRPr="009647FC">
              <w:rPr>
                <w:rtl/>
              </w:rPr>
              <w:t>نعشك</w:t>
            </w:r>
            <w:r>
              <w:rPr>
                <w:rtl/>
              </w:rPr>
              <w:t xml:space="preserve"> </w:t>
            </w:r>
            <w:r w:rsidRPr="009647FC">
              <w:rPr>
                <w:rtl/>
              </w:rPr>
              <w:t>والـ</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طوفانُ</w:t>
            </w:r>
            <w:r>
              <w:rPr>
                <w:rtl/>
              </w:rPr>
              <w:t xml:space="preserve"> </w:t>
            </w:r>
            <w:r w:rsidRPr="009647FC">
              <w:rPr>
                <w:rtl/>
              </w:rPr>
              <w:t>فائر</w:t>
            </w:r>
            <w:r>
              <w:rPr>
                <w:rtl/>
              </w:rPr>
              <w:t xml:space="preserve">َ </w:t>
            </w:r>
            <w:r w:rsidRPr="009647FC">
              <w:rPr>
                <w:rtl/>
              </w:rPr>
              <w:t>دمعٍ</w:t>
            </w:r>
            <w:r>
              <w:rPr>
                <w:rtl/>
              </w:rPr>
              <w:t xml:space="preserve"> </w:t>
            </w:r>
            <w:r w:rsidRPr="009647FC">
              <w:rPr>
                <w:rtl/>
              </w:rPr>
              <w:t>أغرق</w:t>
            </w:r>
            <w:r>
              <w:rPr>
                <w:rtl/>
              </w:rPr>
              <w:t xml:space="preserve"> </w:t>
            </w:r>
            <w:r w:rsidRPr="009647FC">
              <w:rPr>
                <w:rtl/>
              </w:rPr>
              <w:t>الأُمما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إنْ</w:t>
            </w:r>
            <w:r>
              <w:rPr>
                <w:rtl/>
              </w:rPr>
              <w:t xml:space="preserve"> </w:t>
            </w:r>
            <w:r w:rsidRPr="009647FC">
              <w:rPr>
                <w:rtl/>
              </w:rPr>
              <w:t>يحملوك</w:t>
            </w:r>
            <w:r>
              <w:rPr>
                <w:rtl/>
              </w:rPr>
              <w:t xml:space="preserve"> </w:t>
            </w:r>
            <w:r w:rsidRPr="009647FC">
              <w:rPr>
                <w:rtl/>
              </w:rPr>
              <w:t>على</w:t>
            </w:r>
            <w:r>
              <w:rPr>
                <w:rtl/>
              </w:rPr>
              <w:t xml:space="preserve"> </w:t>
            </w:r>
            <w:r w:rsidRPr="009647FC">
              <w:rPr>
                <w:rtl/>
              </w:rPr>
              <w:t>علمٍ</w:t>
            </w:r>
            <w:r>
              <w:rPr>
                <w:rtl/>
              </w:rPr>
              <w:t xml:space="preserve"> </w:t>
            </w:r>
            <w:r w:rsidRPr="009647FC">
              <w:rPr>
                <w:rtl/>
              </w:rPr>
              <w:t>فما</w:t>
            </w:r>
            <w:r>
              <w:rPr>
                <w:rtl/>
              </w:rPr>
              <w:t xml:space="preserve"> </w:t>
            </w:r>
            <w:r w:rsidRPr="009647FC">
              <w:rPr>
                <w:rtl/>
              </w:rPr>
              <w:t>حملوا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إلاّ</w:t>
            </w:r>
            <w:r w:rsidR="004C00A8">
              <w:rPr>
                <w:rtl/>
              </w:rPr>
              <w:t xml:space="preserve"> </w:t>
            </w:r>
            <w:r w:rsidRPr="009647FC">
              <w:rPr>
                <w:rtl/>
              </w:rPr>
              <w:t>الركانة</w:t>
            </w:r>
            <w:r>
              <w:rPr>
                <w:rtl/>
              </w:rPr>
              <w:t xml:space="preserve"> </w:t>
            </w:r>
            <w:r w:rsidRPr="009647FC">
              <w:rPr>
                <w:rtl/>
              </w:rPr>
              <w:t>والأخطار</w:t>
            </w:r>
            <w:r>
              <w:rPr>
                <w:rtl/>
              </w:rPr>
              <w:t xml:space="preserve">َ </w:t>
            </w:r>
            <w:r w:rsidRPr="009647FC">
              <w:rPr>
                <w:rtl/>
              </w:rPr>
              <w:t>والهمما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أو</w:t>
            </w:r>
            <w:r>
              <w:rPr>
                <w:rtl/>
              </w:rPr>
              <w:t xml:space="preserve"> </w:t>
            </w:r>
            <w:r w:rsidRPr="009647FC">
              <w:rPr>
                <w:rtl/>
              </w:rPr>
              <w:t>يدفنوك</w:t>
            </w:r>
            <w:r>
              <w:rPr>
                <w:rtl/>
              </w:rPr>
              <w:t xml:space="preserve"> </w:t>
            </w:r>
            <w:r w:rsidRPr="009647FC">
              <w:rPr>
                <w:rtl/>
              </w:rPr>
              <w:t>على</w:t>
            </w:r>
            <w:r>
              <w:rPr>
                <w:rtl/>
              </w:rPr>
              <w:t xml:space="preserve"> </w:t>
            </w:r>
            <w:r w:rsidRPr="009647FC">
              <w:rPr>
                <w:rtl/>
              </w:rPr>
              <w:t>علمٍ</w:t>
            </w:r>
            <w:r>
              <w:rPr>
                <w:rtl/>
              </w:rPr>
              <w:t xml:space="preserve"> </w:t>
            </w:r>
            <w:r w:rsidRPr="009647FC">
              <w:rPr>
                <w:rtl/>
              </w:rPr>
              <w:t>فما</w:t>
            </w:r>
            <w:r>
              <w:rPr>
                <w:rtl/>
              </w:rPr>
              <w:t xml:space="preserve"> </w:t>
            </w:r>
            <w:r w:rsidRPr="009647FC">
              <w:rPr>
                <w:rtl/>
              </w:rPr>
              <w:t>دفنوا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إلاّ</w:t>
            </w:r>
            <w:r w:rsidR="004C00A8">
              <w:rPr>
                <w:rtl/>
              </w:rPr>
              <w:t xml:space="preserve"> </w:t>
            </w:r>
            <w:r w:rsidRPr="009647FC">
              <w:rPr>
                <w:rtl/>
              </w:rPr>
              <w:t>المحاسن</w:t>
            </w:r>
            <w:r>
              <w:rPr>
                <w:rtl/>
              </w:rPr>
              <w:t xml:space="preserve">َ </w:t>
            </w:r>
            <w:r w:rsidRPr="009647FC">
              <w:rPr>
                <w:rtl/>
              </w:rPr>
              <w:t>والأخلاق</w:t>
            </w:r>
            <w:r>
              <w:rPr>
                <w:rtl/>
              </w:rPr>
              <w:t xml:space="preserve"> </w:t>
            </w:r>
            <w:r w:rsidRPr="009647FC">
              <w:rPr>
                <w:rtl/>
              </w:rPr>
              <w:t>والشيما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أو</w:t>
            </w:r>
            <w:r w:rsidR="004C00A8">
              <w:rPr>
                <w:rtl/>
              </w:rPr>
              <w:t xml:space="preserve"> </w:t>
            </w:r>
            <w:r w:rsidRPr="009647FC">
              <w:rPr>
                <w:rtl/>
              </w:rPr>
              <w:t>ينفضوا</w:t>
            </w:r>
            <w:r>
              <w:rPr>
                <w:rtl/>
              </w:rPr>
              <w:t xml:space="preserve"> </w:t>
            </w:r>
            <w:r w:rsidRPr="009647FC">
              <w:rPr>
                <w:rtl/>
              </w:rPr>
              <w:t>الكفّ</w:t>
            </w:r>
            <w:r>
              <w:rPr>
                <w:rtl/>
              </w:rPr>
              <w:t xml:space="preserve">َ </w:t>
            </w:r>
            <w:r w:rsidRPr="009647FC">
              <w:rPr>
                <w:rtl/>
              </w:rPr>
              <w:t>من</w:t>
            </w:r>
            <w:r>
              <w:rPr>
                <w:rtl/>
              </w:rPr>
              <w:t xml:space="preserve"> </w:t>
            </w:r>
            <w:r w:rsidRPr="009647FC">
              <w:rPr>
                <w:rtl/>
              </w:rPr>
              <w:t>تربٍ</w:t>
            </w:r>
            <w:r>
              <w:rPr>
                <w:rtl/>
              </w:rPr>
              <w:t xml:space="preserve"> </w:t>
            </w:r>
            <w:r w:rsidRPr="009647FC">
              <w:rPr>
                <w:rtl/>
              </w:rPr>
              <w:t>به</w:t>
            </w:r>
            <w:r>
              <w:rPr>
                <w:rtl/>
              </w:rPr>
              <w:t xml:space="preserve"> </w:t>
            </w:r>
            <w:r w:rsidRPr="009647FC">
              <w:rPr>
                <w:rtl/>
              </w:rPr>
              <w:t>دفنوا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ميتاً</w:t>
            </w:r>
            <w:r>
              <w:rPr>
                <w:rtl/>
              </w:rPr>
              <w:t xml:space="preserve"> </w:t>
            </w:r>
            <w:r w:rsidRPr="009647FC">
              <w:rPr>
                <w:rtl/>
              </w:rPr>
              <w:t>فتربُك</w:t>
            </w:r>
            <w:r>
              <w:rPr>
                <w:rtl/>
              </w:rPr>
              <w:t xml:space="preserve"> </w:t>
            </w:r>
            <w:r w:rsidRPr="009647FC">
              <w:rPr>
                <w:rtl/>
              </w:rPr>
              <w:t>بالأفواه</w:t>
            </w:r>
            <w:r>
              <w:rPr>
                <w:rtl/>
              </w:rPr>
              <w:t xml:space="preserve"> </w:t>
            </w:r>
            <w:r w:rsidRPr="009647FC">
              <w:rPr>
                <w:rtl/>
              </w:rPr>
              <w:t>قد</w:t>
            </w:r>
            <w:r>
              <w:rPr>
                <w:rtl/>
              </w:rPr>
              <w:t xml:space="preserve"> </w:t>
            </w:r>
            <w:r w:rsidRPr="009647FC">
              <w:rPr>
                <w:rtl/>
              </w:rPr>
              <w:t>ل</w:t>
            </w:r>
            <w:r w:rsidRPr="00B371C6">
              <w:rPr>
                <w:rtl/>
              </w:rPr>
              <w:t>ُ</w:t>
            </w:r>
            <w:r w:rsidRPr="009647FC">
              <w:rPr>
                <w:rtl/>
              </w:rPr>
              <w:t>ثما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كأنّ</w:t>
            </w:r>
            <w:r>
              <w:rPr>
                <w:rtl/>
              </w:rPr>
              <w:t>َ</w:t>
            </w:r>
            <w:r w:rsidR="004C00A8">
              <w:rPr>
                <w:rtl/>
              </w:rPr>
              <w:t xml:space="preserve"> </w:t>
            </w:r>
            <w:r w:rsidRPr="009647FC">
              <w:rPr>
                <w:rtl/>
              </w:rPr>
              <w:t>قبرك</w:t>
            </w:r>
            <w:r>
              <w:rPr>
                <w:rtl/>
              </w:rPr>
              <w:t xml:space="preserve"> </w:t>
            </w:r>
            <w:r w:rsidRPr="009647FC">
              <w:rPr>
                <w:rtl/>
              </w:rPr>
              <w:t>فوق</w:t>
            </w:r>
            <w:r>
              <w:rPr>
                <w:rtl/>
              </w:rPr>
              <w:t xml:space="preserve"> </w:t>
            </w:r>
            <w:r w:rsidRPr="009647FC">
              <w:rPr>
                <w:rtl/>
              </w:rPr>
              <w:t>الأرض</w:t>
            </w:r>
            <w:r>
              <w:rPr>
                <w:rtl/>
              </w:rPr>
              <w:t xml:space="preserve"> </w:t>
            </w:r>
            <w:r w:rsidRPr="009647FC">
              <w:rPr>
                <w:rtl/>
              </w:rPr>
              <w:t>نجمُ</w:t>
            </w:r>
            <w:r>
              <w:rPr>
                <w:rtl/>
              </w:rPr>
              <w:t xml:space="preserve"> </w:t>
            </w:r>
            <w:r w:rsidRPr="009647FC">
              <w:rPr>
                <w:rtl/>
              </w:rPr>
              <w:t>سما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أو</w:t>
            </w:r>
            <w:r w:rsidR="004C00A8">
              <w:rPr>
                <w:rtl/>
              </w:rPr>
              <w:t xml:space="preserve"> </w:t>
            </w:r>
            <w:r w:rsidRPr="009647FC">
              <w:rPr>
                <w:rtl/>
              </w:rPr>
              <w:t>أن</w:t>
            </w:r>
            <w:r w:rsidRPr="00B371C6">
              <w:rPr>
                <w:rtl/>
              </w:rPr>
              <w:t>ّ</w:t>
            </w:r>
            <w:r w:rsidRPr="009647FC">
              <w:rPr>
                <w:rtl/>
              </w:rPr>
              <w:t>ه</w:t>
            </w:r>
            <w:r>
              <w:rPr>
                <w:rtl/>
              </w:rPr>
              <w:t xml:space="preserve"> </w:t>
            </w:r>
            <w:r w:rsidRPr="009647FC">
              <w:rPr>
                <w:rtl/>
              </w:rPr>
              <w:t>في</w:t>
            </w:r>
            <w:r>
              <w:rPr>
                <w:rtl/>
              </w:rPr>
              <w:t xml:space="preserve"> </w:t>
            </w:r>
            <w:r w:rsidRPr="009647FC">
              <w:rPr>
                <w:rtl/>
              </w:rPr>
              <w:t>ثراه</w:t>
            </w:r>
            <w:r>
              <w:rPr>
                <w:rtl/>
              </w:rPr>
              <w:t xml:space="preserve"> </w:t>
            </w:r>
            <w:r w:rsidRPr="009647FC">
              <w:rPr>
                <w:rtl/>
              </w:rPr>
              <w:t>حلّ</w:t>
            </w:r>
            <w:r>
              <w:rPr>
                <w:rtl/>
              </w:rPr>
              <w:t xml:space="preserve">َ </w:t>
            </w:r>
            <w:r w:rsidRPr="009647FC">
              <w:rPr>
                <w:rtl/>
              </w:rPr>
              <w:t>نجمُ</w:t>
            </w:r>
            <w:r>
              <w:rPr>
                <w:rtl/>
              </w:rPr>
              <w:t xml:space="preserve"> </w:t>
            </w:r>
            <w:r w:rsidRPr="009647FC">
              <w:rPr>
                <w:rtl/>
              </w:rPr>
              <w:t>سما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يا</w:t>
            </w:r>
            <w:r w:rsidR="004C00A8">
              <w:rPr>
                <w:rtl/>
              </w:rPr>
              <w:t xml:space="preserve"> </w:t>
            </w:r>
            <w:r w:rsidRPr="009647FC">
              <w:rPr>
                <w:rtl/>
              </w:rPr>
              <w:t>نازلاً</w:t>
            </w:r>
            <w:r>
              <w:rPr>
                <w:rtl/>
              </w:rPr>
              <w:t xml:space="preserve"> </w:t>
            </w:r>
            <w:r w:rsidRPr="009647FC">
              <w:rPr>
                <w:rtl/>
              </w:rPr>
              <w:t>حيث</w:t>
            </w:r>
            <w:r>
              <w:rPr>
                <w:rtl/>
              </w:rPr>
              <w:t xml:space="preserve"> </w:t>
            </w:r>
            <w:r w:rsidRPr="009647FC">
              <w:rPr>
                <w:rtl/>
              </w:rPr>
              <w:t>لا</w:t>
            </w:r>
            <w:r>
              <w:rPr>
                <w:rtl/>
              </w:rPr>
              <w:t xml:space="preserve"> </w:t>
            </w:r>
            <w:r w:rsidRPr="009647FC">
              <w:rPr>
                <w:rtl/>
              </w:rPr>
              <w:t>صوتي</w:t>
            </w:r>
            <w:r>
              <w:rPr>
                <w:rtl/>
              </w:rPr>
              <w:t xml:space="preserve"> </w:t>
            </w:r>
            <w:r w:rsidRPr="009647FC">
              <w:rPr>
                <w:rtl/>
              </w:rPr>
              <w:t>يلمُّ</w:t>
            </w:r>
            <w:r>
              <w:rPr>
                <w:rtl/>
              </w:rPr>
              <w:t xml:space="preserve"> </w:t>
            </w:r>
            <w:r w:rsidRPr="009647FC">
              <w:rPr>
                <w:rtl/>
              </w:rPr>
              <w:t>به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عليك</w:t>
            </w:r>
            <w:r w:rsidR="004C00A8">
              <w:rPr>
                <w:rtl/>
              </w:rPr>
              <w:t xml:space="preserve"> </w:t>
            </w:r>
            <w:r w:rsidRPr="009647FC">
              <w:rPr>
                <w:rtl/>
              </w:rPr>
              <w:t>أمُّ</w:t>
            </w:r>
            <w:r>
              <w:rPr>
                <w:rtl/>
              </w:rPr>
              <w:t xml:space="preserve"> </w:t>
            </w:r>
            <w:r w:rsidRPr="009647FC">
              <w:rPr>
                <w:rtl/>
              </w:rPr>
              <w:t>المعالي</w:t>
            </w:r>
            <w:r>
              <w:rPr>
                <w:rtl/>
              </w:rPr>
              <w:t xml:space="preserve"> </w:t>
            </w:r>
            <w:r w:rsidRPr="009647FC">
              <w:rPr>
                <w:rtl/>
              </w:rPr>
              <w:t>جزّ</w:t>
            </w:r>
            <w:r>
              <w:rPr>
                <w:rtl/>
              </w:rPr>
              <w:t>َ</w:t>
            </w:r>
            <w:r w:rsidRPr="009647FC">
              <w:rPr>
                <w:rtl/>
              </w:rPr>
              <w:t>ت</w:t>
            </w:r>
            <w:r>
              <w:rPr>
                <w:rtl/>
              </w:rPr>
              <w:t xml:space="preserve"> </w:t>
            </w:r>
            <w:r w:rsidRPr="009647FC">
              <w:rPr>
                <w:rtl/>
              </w:rPr>
              <w:t>اللمما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واستوقفت</w:t>
            </w:r>
            <w:r>
              <w:rPr>
                <w:rtl/>
              </w:rPr>
              <w:t xml:space="preserve"> </w:t>
            </w:r>
            <w:r w:rsidRPr="009647FC">
              <w:rPr>
                <w:rtl/>
              </w:rPr>
              <w:t>بحشاها</w:t>
            </w:r>
            <w:r>
              <w:rPr>
                <w:rtl/>
              </w:rPr>
              <w:t xml:space="preserve"> </w:t>
            </w:r>
            <w:r w:rsidRPr="009647FC">
              <w:rPr>
                <w:rtl/>
              </w:rPr>
              <w:t>الركب</w:t>
            </w:r>
            <w:r>
              <w:rPr>
                <w:rtl/>
              </w:rPr>
              <w:t xml:space="preserve"> </w:t>
            </w:r>
            <w:r w:rsidRPr="009647FC">
              <w:rPr>
                <w:rtl/>
              </w:rPr>
              <w:t>في</w:t>
            </w:r>
            <w:r>
              <w:rPr>
                <w:rtl/>
              </w:rPr>
              <w:t xml:space="preserve"> </w:t>
            </w:r>
            <w:r w:rsidRPr="009647FC">
              <w:rPr>
                <w:rtl/>
              </w:rPr>
              <w:t>جدثٍ</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بجود</w:t>
            </w:r>
            <w:r>
              <w:rPr>
                <w:rtl/>
              </w:rPr>
              <w:t xml:space="preserve"> </w:t>
            </w:r>
            <w:r w:rsidRPr="009647FC">
              <w:rPr>
                <w:rtl/>
              </w:rPr>
              <w:t>كفّك</w:t>
            </w:r>
            <w:r>
              <w:rPr>
                <w:rtl/>
              </w:rPr>
              <w:t xml:space="preserve"> </w:t>
            </w:r>
            <w:r w:rsidRPr="009647FC">
              <w:rPr>
                <w:rtl/>
              </w:rPr>
              <w:t>لا</w:t>
            </w:r>
            <w:r>
              <w:rPr>
                <w:rtl/>
              </w:rPr>
              <w:t xml:space="preserve"> </w:t>
            </w:r>
            <w:r w:rsidRPr="009647FC">
              <w:rPr>
                <w:rtl/>
              </w:rPr>
              <w:t>بالغيث</w:t>
            </w:r>
            <w:r>
              <w:rPr>
                <w:rtl/>
              </w:rPr>
              <w:t xml:space="preserve"> </w:t>
            </w:r>
            <w:r w:rsidRPr="009647FC">
              <w:rPr>
                <w:rtl/>
              </w:rPr>
              <w:t>قد</w:t>
            </w:r>
            <w:r>
              <w:rPr>
                <w:rtl/>
              </w:rPr>
              <w:t xml:space="preserve"> </w:t>
            </w:r>
            <w:r w:rsidRPr="009647FC">
              <w:rPr>
                <w:rtl/>
              </w:rPr>
              <w:t>وسما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نادت</w:t>
            </w:r>
            <w:r w:rsidR="004C00A8">
              <w:rPr>
                <w:rtl/>
              </w:rPr>
              <w:t xml:space="preserve"> </w:t>
            </w:r>
            <w:r w:rsidRPr="009647FC">
              <w:rPr>
                <w:rtl/>
              </w:rPr>
              <w:t>بشجوٌ</w:t>
            </w:r>
            <w:r>
              <w:rPr>
                <w:rtl/>
              </w:rPr>
              <w:t xml:space="preserve"> </w:t>
            </w:r>
            <w:r w:rsidRPr="009647FC">
              <w:rPr>
                <w:rtl/>
              </w:rPr>
              <w:t>خذوا</w:t>
            </w:r>
            <w:r>
              <w:rPr>
                <w:rtl/>
              </w:rPr>
              <w:t xml:space="preserve"> </w:t>
            </w:r>
            <w:r w:rsidRPr="009647FC">
              <w:rPr>
                <w:rtl/>
              </w:rPr>
              <w:t>لي</w:t>
            </w:r>
            <w:r>
              <w:rPr>
                <w:rtl/>
              </w:rPr>
              <w:t xml:space="preserve"> </w:t>
            </w:r>
            <w:r w:rsidRPr="009647FC">
              <w:rPr>
                <w:rtl/>
              </w:rPr>
              <w:t>في</w:t>
            </w:r>
            <w:r>
              <w:rPr>
                <w:rtl/>
              </w:rPr>
              <w:t xml:space="preserve"> </w:t>
            </w:r>
            <w:r w:rsidRPr="009647FC">
              <w:rPr>
                <w:rtl/>
              </w:rPr>
              <w:t>حقائبكم</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حشاشةً</w:t>
            </w:r>
            <w:r>
              <w:rPr>
                <w:rtl/>
              </w:rPr>
              <w:t xml:space="preserve"> </w:t>
            </w:r>
            <w:r w:rsidRPr="009647FC">
              <w:rPr>
                <w:rtl/>
              </w:rPr>
              <w:t>ملئت</w:t>
            </w:r>
            <w:r>
              <w:rPr>
                <w:rtl/>
              </w:rPr>
              <w:t xml:space="preserve"> </w:t>
            </w:r>
            <w:r w:rsidRPr="009647FC">
              <w:rPr>
                <w:rtl/>
              </w:rPr>
              <w:t>من</w:t>
            </w:r>
            <w:r>
              <w:rPr>
                <w:rtl/>
              </w:rPr>
              <w:t xml:space="preserve"> </w:t>
            </w:r>
            <w:r w:rsidRPr="009647FC">
              <w:rPr>
                <w:rtl/>
              </w:rPr>
              <w:t>وجدها</w:t>
            </w:r>
            <w:r>
              <w:rPr>
                <w:rtl/>
              </w:rPr>
              <w:t xml:space="preserve"> </w:t>
            </w:r>
            <w:r w:rsidRPr="009647FC">
              <w:rPr>
                <w:rtl/>
              </w:rPr>
              <w:t>سقما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قفوا</w:t>
            </w:r>
            <w:r>
              <w:rPr>
                <w:rtl/>
              </w:rPr>
              <w:t xml:space="preserve"> </w:t>
            </w:r>
            <w:r w:rsidRPr="009647FC">
              <w:rPr>
                <w:rtl/>
              </w:rPr>
              <w:t>بها</w:t>
            </w:r>
            <w:r>
              <w:rPr>
                <w:rtl/>
              </w:rPr>
              <w:t xml:space="preserve"> </w:t>
            </w:r>
            <w:r w:rsidRPr="009647FC">
              <w:rPr>
                <w:rtl/>
              </w:rPr>
              <w:t>واعقروها</w:t>
            </w:r>
            <w:r>
              <w:rPr>
                <w:rtl/>
              </w:rPr>
              <w:t xml:space="preserve"> </w:t>
            </w:r>
            <w:r w:rsidRPr="009647FC">
              <w:rPr>
                <w:rtl/>
              </w:rPr>
              <w:t>وانضحوا</w:t>
            </w:r>
            <w:r>
              <w:rPr>
                <w:rtl/>
              </w:rPr>
              <w:t xml:space="preserve"> </w:t>
            </w:r>
            <w:r w:rsidRPr="009647FC">
              <w:rPr>
                <w:rtl/>
              </w:rPr>
              <w:t>دمها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على</w:t>
            </w:r>
            <w:r w:rsidR="004C00A8">
              <w:rPr>
                <w:rtl/>
              </w:rPr>
              <w:t xml:space="preserve"> </w:t>
            </w:r>
            <w:r w:rsidRPr="009647FC">
              <w:rPr>
                <w:rtl/>
              </w:rPr>
              <w:t>ثرىً</w:t>
            </w:r>
            <w:r>
              <w:rPr>
                <w:rtl/>
              </w:rPr>
              <w:t xml:space="preserve"> </w:t>
            </w:r>
            <w:r w:rsidRPr="009647FC">
              <w:rPr>
                <w:rtl/>
              </w:rPr>
              <w:t>أمس</w:t>
            </w:r>
            <w:r>
              <w:rPr>
                <w:rtl/>
              </w:rPr>
              <w:t xml:space="preserve"> </w:t>
            </w:r>
            <w:r w:rsidRPr="009647FC">
              <w:rPr>
                <w:rtl/>
              </w:rPr>
              <w:t>قد</w:t>
            </w:r>
            <w:r>
              <w:rPr>
                <w:rtl/>
              </w:rPr>
              <w:t xml:space="preserve"> </w:t>
            </w:r>
            <w:r w:rsidRPr="009647FC">
              <w:rPr>
                <w:rtl/>
              </w:rPr>
              <w:t>واروا</w:t>
            </w:r>
            <w:r>
              <w:rPr>
                <w:rtl/>
              </w:rPr>
              <w:t xml:space="preserve"> </w:t>
            </w:r>
            <w:r w:rsidRPr="009647FC">
              <w:rPr>
                <w:rtl/>
              </w:rPr>
              <w:t>به</w:t>
            </w:r>
            <w:r>
              <w:rPr>
                <w:rtl/>
              </w:rPr>
              <w:t xml:space="preserve"> </w:t>
            </w:r>
            <w:r w:rsidRPr="009647FC">
              <w:rPr>
                <w:rtl/>
              </w:rPr>
              <w:t>الكرما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وقفت</w:t>
            </w:r>
            <w:r>
              <w:rPr>
                <w:rtl/>
              </w:rPr>
              <w:t xml:space="preserve"> </w:t>
            </w:r>
            <w:r w:rsidRPr="009647FC">
              <w:rPr>
                <w:rtl/>
              </w:rPr>
              <w:t>بعدك</w:t>
            </w:r>
            <w:r>
              <w:rPr>
                <w:rtl/>
              </w:rPr>
              <w:t xml:space="preserve"> </w:t>
            </w:r>
            <w:r w:rsidRPr="009647FC">
              <w:rPr>
                <w:rtl/>
              </w:rPr>
              <w:t>و</w:t>
            </w:r>
            <w:r>
              <w:rPr>
                <w:rtl/>
              </w:rPr>
              <w:t>(</w:t>
            </w:r>
            <w:r w:rsidRPr="009647FC">
              <w:rPr>
                <w:rtl/>
              </w:rPr>
              <w:t>الزوراء</w:t>
            </w:r>
            <w:r>
              <w:rPr>
                <w:rtl/>
              </w:rPr>
              <w:t xml:space="preserve">) </w:t>
            </w:r>
            <w:r w:rsidRPr="009647FC">
              <w:rPr>
                <w:rtl/>
              </w:rPr>
              <w:t>أنشدها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أين</w:t>
            </w:r>
            <w:r>
              <w:rPr>
                <w:rtl/>
              </w:rPr>
              <w:t xml:space="preserve"> </w:t>
            </w:r>
            <w:r w:rsidRPr="009647FC">
              <w:rPr>
                <w:rtl/>
              </w:rPr>
              <w:t>الذي</w:t>
            </w:r>
            <w:r>
              <w:rPr>
                <w:rtl/>
              </w:rPr>
              <w:t xml:space="preserve"> </w:t>
            </w:r>
            <w:r w:rsidRPr="009647FC">
              <w:rPr>
                <w:rtl/>
              </w:rPr>
              <w:t>كان</w:t>
            </w:r>
            <w:r>
              <w:rPr>
                <w:rtl/>
              </w:rPr>
              <w:t xml:space="preserve"> </w:t>
            </w:r>
            <w:r w:rsidRPr="009647FC">
              <w:rPr>
                <w:rtl/>
              </w:rPr>
              <w:t>للاّجين</w:t>
            </w:r>
            <w:r>
              <w:rPr>
                <w:rtl/>
              </w:rPr>
              <w:t xml:space="preserve"> </w:t>
            </w:r>
            <w:r w:rsidRPr="009647FC">
              <w:rPr>
                <w:rtl/>
              </w:rPr>
              <w:t>معتصما؟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وأين</w:t>
            </w:r>
            <w:r>
              <w:rPr>
                <w:rtl/>
              </w:rPr>
              <w:t xml:space="preserve"> </w:t>
            </w:r>
            <w:r w:rsidRPr="009647FC">
              <w:rPr>
                <w:rtl/>
              </w:rPr>
              <w:t>م</w:t>
            </w:r>
            <w:r w:rsidRPr="00B371C6">
              <w:rPr>
                <w:rtl/>
              </w:rPr>
              <w:t>َ</w:t>
            </w:r>
            <w:r w:rsidRPr="009647FC">
              <w:rPr>
                <w:rtl/>
              </w:rPr>
              <w:t>نْ</w:t>
            </w:r>
            <w:r>
              <w:rPr>
                <w:rtl/>
              </w:rPr>
              <w:t xml:space="preserve"> </w:t>
            </w:r>
            <w:r w:rsidRPr="009647FC">
              <w:rPr>
                <w:rtl/>
              </w:rPr>
              <w:t>يزهر</w:t>
            </w:r>
            <w:r>
              <w:rPr>
                <w:rtl/>
              </w:rPr>
              <w:t xml:space="preserve"> </w:t>
            </w:r>
            <w:r w:rsidRPr="009647FC">
              <w:rPr>
                <w:rtl/>
              </w:rPr>
              <w:t>النادي</w:t>
            </w:r>
            <w:r>
              <w:rPr>
                <w:rtl/>
              </w:rPr>
              <w:t xml:space="preserve"> </w:t>
            </w:r>
            <w:r w:rsidRPr="009647FC">
              <w:rPr>
                <w:rtl/>
              </w:rPr>
              <w:t>بطلعته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للزائرين</w:t>
            </w:r>
            <w:r>
              <w:rPr>
                <w:rtl/>
              </w:rPr>
              <w:t xml:space="preserve"> </w:t>
            </w:r>
            <w:r w:rsidRPr="009647FC">
              <w:rPr>
                <w:rtl/>
              </w:rPr>
              <w:t>ويجلو</w:t>
            </w:r>
            <w:r>
              <w:rPr>
                <w:rtl/>
              </w:rPr>
              <w:t xml:space="preserve"> </w:t>
            </w:r>
            <w:r w:rsidRPr="009647FC">
              <w:rPr>
                <w:rtl/>
              </w:rPr>
              <w:t>عنهم</w:t>
            </w:r>
            <w:r>
              <w:rPr>
                <w:rtl/>
              </w:rPr>
              <w:t xml:space="preserve"> </w:t>
            </w:r>
            <w:r w:rsidRPr="009647FC">
              <w:rPr>
                <w:rtl/>
              </w:rPr>
              <w:t>الغمما؟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وم</w:t>
            </w:r>
            <w:r w:rsidRPr="00B371C6">
              <w:rPr>
                <w:rtl/>
              </w:rPr>
              <w:t>َ</w:t>
            </w:r>
            <w:r w:rsidRPr="009647FC">
              <w:rPr>
                <w:rtl/>
              </w:rPr>
              <w:t>نْ</w:t>
            </w:r>
            <w:r w:rsidR="004C00A8">
              <w:rPr>
                <w:rtl/>
              </w:rPr>
              <w:t xml:space="preserve"> </w:t>
            </w:r>
            <w:r w:rsidRPr="009647FC">
              <w:rPr>
                <w:rtl/>
              </w:rPr>
              <w:t>بنى</w:t>
            </w:r>
            <w:r>
              <w:rPr>
                <w:rtl/>
              </w:rPr>
              <w:t xml:space="preserve"> </w:t>
            </w:r>
            <w:r w:rsidRPr="009647FC">
              <w:rPr>
                <w:rtl/>
              </w:rPr>
              <w:t>لقرى</w:t>
            </w:r>
            <w:r>
              <w:rPr>
                <w:rtl/>
              </w:rPr>
              <w:t xml:space="preserve"> </w:t>
            </w:r>
            <w:r w:rsidRPr="009647FC">
              <w:rPr>
                <w:rtl/>
              </w:rPr>
              <w:t>الأضياف</w:t>
            </w:r>
            <w:r>
              <w:rPr>
                <w:rtl/>
              </w:rPr>
              <w:t xml:space="preserve"> </w:t>
            </w:r>
            <w:r w:rsidRPr="009647FC">
              <w:rPr>
                <w:rtl/>
              </w:rPr>
              <w:t>دار</w:t>
            </w:r>
            <w:r>
              <w:rPr>
                <w:rtl/>
              </w:rPr>
              <w:t xml:space="preserve"> </w:t>
            </w:r>
            <w:r w:rsidRPr="009647FC">
              <w:rPr>
                <w:rtl/>
              </w:rPr>
              <w:t>عُلا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عمادُها</w:t>
            </w:r>
            <w:r w:rsidR="004C00A8">
              <w:rPr>
                <w:rtl/>
              </w:rPr>
              <w:t xml:space="preserve"> </w:t>
            </w:r>
            <w:r w:rsidRPr="009647FC">
              <w:rPr>
                <w:rtl/>
              </w:rPr>
              <w:t>الفخر</w:t>
            </w:r>
            <w:r>
              <w:rPr>
                <w:rtl/>
              </w:rPr>
              <w:t xml:space="preserve"> </w:t>
            </w:r>
            <w:r w:rsidRPr="009647FC">
              <w:rPr>
                <w:rtl/>
              </w:rPr>
              <w:t>فيه</w:t>
            </w:r>
            <w:r>
              <w:rPr>
                <w:rtl/>
              </w:rPr>
              <w:t xml:space="preserve"> </w:t>
            </w:r>
            <w:r w:rsidRPr="009647FC">
              <w:rPr>
                <w:rtl/>
              </w:rPr>
              <w:t>طاولت</w:t>
            </w:r>
            <w:r>
              <w:rPr>
                <w:rtl/>
              </w:rPr>
              <w:t xml:space="preserve"> </w:t>
            </w:r>
            <w:r w:rsidRPr="009647FC">
              <w:rPr>
                <w:rtl/>
              </w:rPr>
              <w:t>إرما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وم</w:t>
            </w:r>
            <w:r>
              <w:rPr>
                <w:rtl/>
              </w:rPr>
              <w:t>َ</w:t>
            </w:r>
            <w:r w:rsidRPr="009647FC">
              <w:rPr>
                <w:rtl/>
              </w:rPr>
              <w:t>نْ</w:t>
            </w:r>
            <w:r w:rsidR="004C00A8">
              <w:rPr>
                <w:rtl/>
              </w:rPr>
              <w:t xml:space="preserve"> </w:t>
            </w:r>
            <w:r w:rsidRPr="009647FC">
              <w:rPr>
                <w:rtl/>
              </w:rPr>
              <w:t>ت</w:t>
            </w:r>
            <w:r w:rsidRPr="00B371C6">
              <w:rPr>
                <w:rtl/>
              </w:rPr>
              <w:t>ُ</w:t>
            </w:r>
            <w:r w:rsidRPr="009647FC">
              <w:rPr>
                <w:rtl/>
              </w:rPr>
              <w:t>ردُّ</w:t>
            </w:r>
            <w:r>
              <w:rPr>
                <w:rtl/>
              </w:rPr>
              <w:t xml:space="preserve"> </w:t>
            </w:r>
            <w:r w:rsidRPr="009647FC">
              <w:rPr>
                <w:rtl/>
              </w:rPr>
              <w:t>جميع</w:t>
            </w:r>
            <w:r>
              <w:rPr>
                <w:rtl/>
              </w:rPr>
              <w:t xml:space="preserve"> </w:t>
            </w:r>
            <w:r w:rsidRPr="009647FC">
              <w:rPr>
                <w:rtl/>
              </w:rPr>
              <w:t>المشكلات</w:t>
            </w:r>
            <w:r>
              <w:rPr>
                <w:rtl/>
              </w:rPr>
              <w:t xml:space="preserve"> </w:t>
            </w:r>
            <w:r w:rsidRPr="009647FC">
              <w:rPr>
                <w:rtl/>
              </w:rPr>
              <w:t>له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إذا</w:t>
            </w:r>
            <w:r>
              <w:rPr>
                <w:rtl/>
              </w:rPr>
              <w:t xml:space="preserve"> </w:t>
            </w:r>
            <w:r w:rsidRPr="009647FC">
              <w:rPr>
                <w:rtl/>
              </w:rPr>
              <w:t>القضية</w:t>
            </w:r>
            <w:r>
              <w:rPr>
                <w:rtl/>
              </w:rPr>
              <w:t xml:space="preserve"> </w:t>
            </w:r>
            <w:r w:rsidRPr="009647FC">
              <w:rPr>
                <w:rtl/>
              </w:rPr>
              <w:t>أعيا</w:t>
            </w:r>
            <w:r>
              <w:rPr>
                <w:rtl/>
              </w:rPr>
              <w:t xml:space="preserve"> </w:t>
            </w:r>
            <w:r w:rsidRPr="009647FC">
              <w:rPr>
                <w:rtl/>
              </w:rPr>
              <w:t>فصلُها</w:t>
            </w:r>
            <w:r>
              <w:rPr>
                <w:rtl/>
              </w:rPr>
              <w:t xml:space="preserve"> </w:t>
            </w:r>
            <w:r w:rsidRPr="009647FC">
              <w:rPr>
                <w:rtl/>
              </w:rPr>
              <w:t>الحُكما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وأين</w:t>
            </w:r>
            <w:r>
              <w:rPr>
                <w:rtl/>
              </w:rPr>
              <w:t xml:space="preserve"> </w:t>
            </w:r>
            <w:r w:rsidRPr="009647FC">
              <w:rPr>
                <w:rtl/>
              </w:rPr>
              <w:t>للشتوة</w:t>
            </w:r>
            <w:r>
              <w:rPr>
                <w:rtl/>
              </w:rPr>
              <w:t xml:space="preserve"> </w:t>
            </w:r>
            <w:r w:rsidRPr="009647FC">
              <w:rPr>
                <w:rtl/>
              </w:rPr>
              <w:t>الغبراء</w:t>
            </w:r>
            <w:r>
              <w:rPr>
                <w:rtl/>
              </w:rPr>
              <w:t xml:space="preserve"> </w:t>
            </w:r>
            <w:r w:rsidRPr="009647FC">
              <w:rPr>
                <w:rtl/>
              </w:rPr>
              <w:t>م</w:t>
            </w:r>
            <w:r w:rsidRPr="00B371C6">
              <w:rPr>
                <w:rtl/>
              </w:rPr>
              <w:t>َ</w:t>
            </w:r>
            <w:r w:rsidRPr="009647FC">
              <w:rPr>
                <w:rtl/>
              </w:rPr>
              <w:t>ن</w:t>
            </w:r>
            <w:r>
              <w:rPr>
                <w:rtl/>
              </w:rPr>
              <w:t xml:space="preserve"> </w:t>
            </w:r>
            <w:r w:rsidRPr="009647FC">
              <w:rPr>
                <w:rtl/>
              </w:rPr>
              <w:t>كرما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ما</w:t>
            </w:r>
            <w:r w:rsidR="004C00A8">
              <w:rPr>
                <w:rtl/>
              </w:rPr>
              <w:t xml:space="preserve"> </w:t>
            </w:r>
            <w:r w:rsidRPr="009647FC">
              <w:rPr>
                <w:rtl/>
              </w:rPr>
              <w:t>قطّ</w:t>
            </w:r>
            <w:r>
              <w:rPr>
                <w:rtl/>
              </w:rPr>
              <w:t>َ</w:t>
            </w:r>
            <w:r w:rsidRPr="009647FC">
              <w:rPr>
                <w:rtl/>
              </w:rPr>
              <w:t>ب</w:t>
            </w:r>
            <w:r>
              <w:rPr>
                <w:rtl/>
              </w:rPr>
              <w:t xml:space="preserve"> </w:t>
            </w:r>
            <w:r w:rsidRPr="009647FC">
              <w:rPr>
                <w:rtl/>
              </w:rPr>
              <w:t>العام</w:t>
            </w:r>
            <w:r>
              <w:rPr>
                <w:rtl/>
              </w:rPr>
              <w:t xml:space="preserve"> </w:t>
            </w:r>
            <w:r w:rsidRPr="009647FC">
              <w:rPr>
                <w:rtl/>
              </w:rPr>
              <w:t>إلاّ</w:t>
            </w:r>
            <w:r>
              <w:rPr>
                <w:rtl/>
              </w:rPr>
              <w:t xml:space="preserve"> </w:t>
            </w:r>
            <w:r w:rsidRPr="009647FC">
              <w:rPr>
                <w:rtl/>
              </w:rPr>
              <w:t>ثغرُه</w:t>
            </w:r>
            <w:r>
              <w:rPr>
                <w:rtl/>
              </w:rPr>
              <w:t xml:space="preserve"> </w:t>
            </w:r>
            <w:r w:rsidRPr="009647FC">
              <w:rPr>
                <w:rtl/>
              </w:rPr>
              <w:t>ابتسما؟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وأين</w:t>
            </w:r>
            <w:r>
              <w:rPr>
                <w:rtl/>
              </w:rPr>
              <w:t xml:space="preserve"> </w:t>
            </w:r>
            <w:r w:rsidRPr="009647FC">
              <w:rPr>
                <w:rtl/>
              </w:rPr>
              <w:t>م</w:t>
            </w:r>
            <w:r>
              <w:rPr>
                <w:rtl/>
              </w:rPr>
              <w:t>َ</w:t>
            </w:r>
            <w:r w:rsidRPr="009647FC">
              <w:rPr>
                <w:rtl/>
              </w:rPr>
              <w:t>نْ</w:t>
            </w:r>
            <w:r>
              <w:rPr>
                <w:rtl/>
              </w:rPr>
              <w:t xml:space="preserve"> </w:t>
            </w:r>
            <w:r w:rsidRPr="009647FC">
              <w:rPr>
                <w:rtl/>
              </w:rPr>
              <w:t>كان</w:t>
            </w:r>
            <w:r>
              <w:rPr>
                <w:rtl/>
              </w:rPr>
              <w:t xml:space="preserve"> </w:t>
            </w:r>
            <w:r w:rsidRPr="009647FC">
              <w:rPr>
                <w:rtl/>
              </w:rPr>
              <w:t>للعافين</w:t>
            </w:r>
            <w:r>
              <w:rPr>
                <w:rtl/>
              </w:rPr>
              <w:t xml:space="preserve"> </w:t>
            </w:r>
            <w:r w:rsidRPr="009647FC">
              <w:rPr>
                <w:rtl/>
              </w:rPr>
              <w:t>يلحفها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جناح</w:t>
            </w:r>
            <w:r>
              <w:rPr>
                <w:rtl/>
              </w:rPr>
              <w:t xml:space="preserve">َ </w:t>
            </w:r>
            <w:r w:rsidRPr="009647FC">
              <w:rPr>
                <w:rtl/>
              </w:rPr>
              <w:t>رحمته</w:t>
            </w:r>
            <w:r>
              <w:rPr>
                <w:rtl/>
              </w:rPr>
              <w:t xml:space="preserve"> </w:t>
            </w:r>
            <w:r w:rsidRPr="009647FC">
              <w:rPr>
                <w:rtl/>
              </w:rPr>
              <w:t>ما</w:t>
            </w:r>
            <w:r>
              <w:rPr>
                <w:rtl/>
              </w:rPr>
              <w:t xml:space="preserve"> </w:t>
            </w:r>
            <w:r w:rsidRPr="009647FC">
              <w:rPr>
                <w:rtl/>
              </w:rPr>
              <w:t>دهرُه</w:t>
            </w:r>
            <w:r>
              <w:rPr>
                <w:rtl/>
              </w:rPr>
              <w:t xml:space="preserve"> </w:t>
            </w:r>
            <w:r w:rsidRPr="009647FC">
              <w:rPr>
                <w:rtl/>
              </w:rPr>
              <w:t>أزما؟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لا</w:t>
            </w:r>
            <w:r w:rsidR="004C00A8">
              <w:rPr>
                <w:rtl/>
              </w:rPr>
              <w:t xml:space="preserve"> </w:t>
            </w:r>
            <w:r w:rsidRPr="009647FC">
              <w:rPr>
                <w:rtl/>
              </w:rPr>
              <w:t>فرق</w:t>
            </w:r>
            <w:r>
              <w:rPr>
                <w:rtl/>
              </w:rPr>
              <w:t xml:space="preserve"> </w:t>
            </w:r>
            <w:r w:rsidRPr="009647FC">
              <w:rPr>
                <w:rtl/>
              </w:rPr>
              <w:t>ما</w:t>
            </w:r>
            <w:r>
              <w:rPr>
                <w:rtl/>
              </w:rPr>
              <w:t xml:space="preserve"> </w:t>
            </w:r>
            <w:r w:rsidRPr="009647FC">
              <w:rPr>
                <w:rtl/>
              </w:rPr>
              <w:t>بين</w:t>
            </w:r>
            <w:r>
              <w:rPr>
                <w:rtl/>
              </w:rPr>
              <w:t xml:space="preserve"> </w:t>
            </w:r>
            <w:r w:rsidRPr="009647FC">
              <w:rPr>
                <w:rtl/>
              </w:rPr>
              <w:t>أقصاها</w:t>
            </w:r>
            <w:r>
              <w:rPr>
                <w:rtl/>
              </w:rPr>
              <w:t xml:space="preserve"> </w:t>
            </w:r>
            <w:r w:rsidRPr="009647FC">
              <w:rPr>
                <w:rtl/>
              </w:rPr>
              <w:t>إذا</w:t>
            </w:r>
            <w:r>
              <w:rPr>
                <w:rtl/>
              </w:rPr>
              <w:t xml:space="preserve"> </w:t>
            </w:r>
            <w:r w:rsidRPr="009647FC">
              <w:rPr>
                <w:rtl/>
              </w:rPr>
              <w:t>نسبا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عنه</w:t>
            </w:r>
            <w:r w:rsidR="004C00A8">
              <w:rPr>
                <w:rtl/>
              </w:rPr>
              <w:t xml:space="preserve"> </w:t>
            </w:r>
            <w:r w:rsidRPr="009647FC">
              <w:rPr>
                <w:rtl/>
              </w:rPr>
              <w:t>وما</w:t>
            </w:r>
            <w:r>
              <w:rPr>
                <w:rtl/>
              </w:rPr>
              <w:t xml:space="preserve"> </w:t>
            </w:r>
            <w:r w:rsidRPr="009647FC">
              <w:rPr>
                <w:rtl/>
              </w:rPr>
              <w:t>بين</w:t>
            </w:r>
            <w:r>
              <w:rPr>
                <w:rtl/>
              </w:rPr>
              <w:t xml:space="preserve"> </w:t>
            </w:r>
            <w:r w:rsidRPr="009647FC">
              <w:rPr>
                <w:rtl/>
              </w:rPr>
              <w:t>أدناه</w:t>
            </w:r>
            <w:r>
              <w:rPr>
                <w:rtl/>
              </w:rPr>
              <w:t xml:space="preserve"> </w:t>
            </w:r>
            <w:r w:rsidRPr="009647FC">
              <w:rPr>
                <w:rtl/>
              </w:rPr>
              <w:t>له</w:t>
            </w:r>
            <w:r>
              <w:rPr>
                <w:rtl/>
              </w:rPr>
              <w:t xml:space="preserve"> </w:t>
            </w:r>
            <w:r w:rsidRPr="009647FC">
              <w:rPr>
                <w:rtl/>
              </w:rPr>
              <w:t>رحما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وأين</w:t>
            </w:r>
            <w:r w:rsidR="004C00A8">
              <w:rPr>
                <w:rtl/>
              </w:rPr>
              <w:t xml:space="preserve"> </w:t>
            </w:r>
            <w:r w:rsidRPr="009647FC">
              <w:rPr>
                <w:rtl/>
              </w:rPr>
              <w:t>م</w:t>
            </w:r>
            <w:r w:rsidRPr="00B371C6">
              <w:rPr>
                <w:rtl/>
              </w:rPr>
              <w:t>َ</w:t>
            </w:r>
            <w:r w:rsidRPr="009647FC">
              <w:rPr>
                <w:rtl/>
              </w:rPr>
              <w:t>نْ</w:t>
            </w:r>
            <w:r>
              <w:rPr>
                <w:rtl/>
              </w:rPr>
              <w:t xml:space="preserve"> </w:t>
            </w:r>
            <w:r w:rsidRPr="009647FC">
              <w:rPr>
                <w:rtl/>
              </w:rPr>
              <w:t>ليتامى</w:t>
            </w:r>
            <w:r>
              <w:rPr>
                <w:rtl/>
              </w:rPr>
              <w:t xml:space="preserve"> </w:t>
            </w:r>
            <w:r w:rsidRPr="009647FC">
              <w:rPr>
                <w:rtl/>
              </w:rPr>
              <w:t>الناس</w:t>
            </w:r>
            <w:r>
              <w:rPr>
                <w:rtl/>
              </w:rPr>
              <w:t xml:space="preserve"> </w:t>
            </w:r>
            <w:r w:rsidRPr="009647FC">
              <w:rPr>
                <w:rtl/>
              </w:rPr>
              <w:t>كان</w:t>
            </w:r>
            <w:r>
              <w:rPr>
                <w:rtl/>
              </w:rPr>
              <w:t xml:space="preserve"> </w:t>
            </w:r>
            <w:r w:rsidRPr="009647FC">
              <w:rPr>
                <w:rtl/>
              </w:rPr>
              <w:t>أبا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في</w:t>
            </w:r>
            <w:r>
              <w:rPr>
                <w:rtl/>
              </w:rPr>
              <w:t xml:space="preserve"> </w:t>
            </w:r>
            <w:r w:rsidRPr="009647FC">
              <w:rPr>
                <w:rtl/>
              </w:rPr>
              <w:t>بره</w:t>
            </w:r>
            <w:r>
              <w:rPr>
                <w:rtl/>
              </w:rPr>
              <w:t xml:space="preserve"> </w:t>
            </w:r>
            <w:r w:rsidRPr="009647FC">
              <w:rPr>
                <w:rtl/>
              </w:rPr>
              <w:t>قد</w:t>
            </w:r>
            <w:r>
              <w:rPr>
                <w:rtl/>
              </w:rPr>
              <w:t xml:space="preserve"> </w:t>
            </w:r>
            <w:r w:rsidRPr="009647FC">
              <w:rPr>
                <w:rtl/>
              </w:rPr>
              <w:t>تساوت</w:t>
            </w:r>
            <w:r>
              <w:rPr>
                <w:rtl/>
              </w:rPr>
              <w:t xml:space="preserve"> </w:t>
            </w:r>
            <w:r w:rsidRPr="009647FC">
              <w:rPr>
                <w:rtl/>
              </w:rPr>
              <w:t>كلهُم</w:t>
            </w:r>
            <w:r>
              <w:rPr>
                <w:rtl/>
              </w:rPr>
              <w:t xml:space="preserve"> </w:t>
            </w:r>
            <w:r w:rsidRPr="009647FC">
              <w:rPr>
                <w:rtl/>
              </w:rPr>
              <w:t>قسما؟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في</w:t>
            </w:r>
            <w:r w:rsidR="004C00A8">
              <w:rPr>
                <w:rtl/>
              </w:rPr>
              <w:t xml:space="preserve"> </w:t>
            </w:r>
            <w:r w:rsidRPr="009647FC">
              <w:rPr>
                <w:rtl/>
              </w:rPr>
              <w:t>فقد</w:t>
            </w:r>
            <w:r>
              <w:rPr>
                <w:rtl/>
              </w:rPr>
              <w:t xml:space="preserve"> </w:t>
            </w:r>
            <w:r w:rsidRPr="009647FC">
              <w:rPr>
                <w:rtl/>
              </w:rPr>
              <w:t>آبائها</w:t>
            </w:r>
            <w:r>
              <w:rPr>
                <w:rtl/>
              </w:rPr>
              <w:t xml:space="preserve"> </w:t>
            </w:r>
            <w:r w:rsidRPr="009647FC">
              <w:rPr>
                <w:rtl/>
              </w:rPr>
              <w:t>لليتم</w:t>
            </w:r>
            <w:r>
              <w:rPr>
                <w:rtl/>
              </w:rPr>
              <w:t xml:space="preserve"> </w:t>
            </w:r>
            <w:r w:rsidRPr="009647FC">
              <w:rPr>
                <w:rtl/>
              </w:rPr>
              <w:t>ما</w:t>
            </w:r>
            <w:r>
              <w:rPr>
                <w:rtl/>
              </w:rPr>
              <w:t xml:space="preserve"> </w:t>
            </w:r>
            <w:r w:rsidRPr="009647FC">
              <w:rPr>
                <w:rtl/>
              </w:rPr>
              <w:t>عرفت</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لكنّها</w:t>
            </w:r>
            <w:r w:rsidR="004C00A8">
              <w:rPr>
                <w:rtl/>
              </w:rPr>
              <w:t xml:space="preserve"> </w:t>
            </w:r>
            <w:r w:rsidRPr="009647FC">
              <w:rPr>
                <w:rtl/>
              </w:rPr>
              <w:t>عرفت</w:t>
            </w:r>
            <w:r>
              <w:rPr>
                <w:rtl/>
              </w:rPr>
              <w:t xml:space="preserve"> </w:t>
            </w:r>
            <w:r w:rsidRPr="009647FC">
              <w:rPr>
                <w:rtl/>
              </w:rPr>
              <w:t>في</w:t>
            </w:r>
            <w:r>
              <w:rPr>
                <w:rtl/>
              </w:rPr>
              <w:t xml:space="preserve"> </w:t>
            </w:r>
            <w:r w:rsidRPr="009647FC">
              <w:rPr>
                <w:rtl/>
              </w:rPr>
              <w:t>فقده</w:t>
            </w:r>
            <w:r>
              <w:rPr>
                <w:rtl/>
              </w:rPr>
              <w:t xml:space="preserve"> </w:t>
            </w:r>
            <w:r w:rsidRPr="009647FC">
              <w:rPr>
                <w:rtl/>
              </w:rPr>
              <w:t>اليُتما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أحببت</w:t>
            </w:r>
            <w:r w:rsidR="004C00A8">
              <w:rPr>
                <w:rtl/>
              </w:rPr>
              <w:t xml:space="preserve"> </w:t>
            </w:r>
            <w:r w:rsidRPr="009647FC">
              <w:rPr>
                <w:rtl/>
              </w:rPr>
              <w:t>في</w:t>
            </w:r>
            <w:r>
              <w:rPr>
                <w:rtl/>
              </w:rPr>
              <w:t xml:space="preserve"> </w:t>
            </w:r>
            <w:r w:rsidRPr="009647FC">
              <w:rPr>
                <w:rtl/>
              </w:rPr>
              <w:t>الله</w:t>
            </w:r>
            <w:r>
              <w:rPr>
                <w:rtl/>
              </w:rPr>
              <w:t xml:space="preserve"> </w:t>
            </w:r>
            <w:r w:rsidRPr="009647FC">
              <w:rPr>
                <w:rtl/>
              </w:rPr>
              <w:t>كتمان</w:t>
            </w:r>
            <w:r>
              <w:rPr>
                <w:rtl/>
              </w:rPr>
              <w:t xml:space="preserve"> </w:t>
            </w:r>
            <w:r w:rsidRPr="009647FC">
              <w:rPr>
                <w:rtl/>
              </w:rPr>
              <w:t>الصنيع</w:t>
            </w:r>
            <w:r>
              <w:rPr>
                <w:rtl/>
              </w:rPr>
              <w:t xml:space="preserve"> </w:t>
            </w:r>
            <w:r w:rsidRPr="009647FC">
              <w:rPr>
                <w:rtl/>
              </w:rPr>
              <w:t>ولا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يزداد</w:t>
            </w:r>
            <w:r>
              <w:rPr>
                <w:rtl/>
              </w:rPr>
              <w:t xml:space="preserve"> </w:t>
            </w:r>
            <w:r w:rsidRPr="009647FC">
              <w:rPr>
                <w:rtl/>
              </w:rPr>
              <w:t>إلاّ</w:t>
            </w:r>
            <w:r>
              <w:rPr>
                <w:rtl/>
              </w:rPr>
              <w:t xml:space="preserve"> </w:t>
            </w:r>
            <w:r w:rsidRPr="009647FC">
              <w:rPr>
                <w:rtl/>
              </w:rPr>
              <w:t>ظهوراً</w:t>
            </w:r>
            <w:r>
              <w:rPr>
                <w:rtl/>
              </w:rPr>
              <w:t xml:space="preserve"> </w:t>
            </w:r>
            <w:r w:rsidRPr="009647FC">
              <w:rPr>
                <w:rtl/>
              </w:rPr>
              <w:t>كل</w:t>
            </w:r>
            <w:r w:rsidRPr="00B371C6">
              <w:rPr>
                <w:rtl/>
              </w:rPr>
              <w:t>ّ</w:t>
            </w:r>
            <w:r w:rsidRPr="009647FC">
              <w:rPr>
                <w:rtl/>
              </w:rPr>
              <w:t>ما</w:t>
            </w:r>
            <w:r>
              <w:rPr>
                <w:rtl/>
              </w:rPr>
              <w:t xml:space="preserve"> </w:t>
            </w:r>
            <w:r w:rsidRPr="009647FC">
              <w:rPr>
                <w:rtl/>
              </w:rPr>
              <w:t>كتما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منْ</w:t>
            </w:r>
            <w:r>
              <w:rPr>
                <w:rtl/>
              </w:rPr>
              <w:t xml:space="preserve"> </w:t>
            </w:r>
            <w:r w:rsidRPr="009647FC">
              <w:rPr>
                <w:rtl/>
              </w:rPr>
              <w:t>كان</w:t>
            </w:r>
            <w:r>
              <w:rPr>
                <w:rtl/>
              </w:rPr>
              <w:t xml:space="preserve"> </w:t>
            </w:r>
            <w:r w:rsidRPr="009647FC">
              <w:rPr>
                <w:rtl/>
              </w:rPr>
              <w:t>يحلف</w:t>
            </w:r>
            <w:r>
              <w:rPr>
                <w:rtl/>
              </w:rPr>
              <w:t xml:space="preserve"> </w:t>
            </w:r>
            <w:r w:rsidRPr="009647FC">
              <w:rPr>
                <w:rtl/>
              </w:rPr>
              <w:t>أن</w:t>
            </w:r>
            <w:r>
              <w:rPr>
                <w:rtl/>
              </w:rPr>
              <w:t xml:space="preserve"> </w:t>
            </w:r>
            <w:r w:rsidRPr="009647FC">
              <w:rPr>
                <w:rtl/>
              </w:rPr>
              <w:t>لم</w:t>
            </w:r>
            <w:r>
              <w:rPr>
                <w:rtl/>
              </w:rPr>
              <w:t xml:space="preserve"> </w:t>
            </w:r>
            <w:r w:rsidRPr="009647FC">
              <w:rPr>
                <w:rtl/>
              </w:rPr>
              <w:t>يعتلقْ</w:t>
            </w:r>
            <w:r>
              <w:rPr>
                <w:rtl/>
              </w:rPr>
              <w:t xml:space="preserve"> </w:t>
            </w:r>
            <w:r w:rsidRPr="009647FC">
              <w:rPr>
                <w:rtl/>
              </w:rPr>
              <w:t>أبدا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إثمٌ</w:t>
            </w:r>
            <w:r>
              <w:rPr>
                <w:rtl/>
              </w:rPr>
              <w:t xml:space="preserve"> </w:t>
            </w:r>
            <w:r w:rsidRPr="009647FC">
              <w:rPr>
                <w:rtl/>
              </w:rPr>
              <w:t>ببردك</w:t>
            </w:r>
            <w:r>
              <w:rPr>
                <w:rtl/>
              </w:rPr>
              <w:t xml:space="preserve"> </w:t>
            </w:r>
            <w:r w:rsidRPr="009647FC">
              <w:rPr>
                <w:rtl/>
              </w:rPr>
              <w:t>لم</w:t>
            </w:r>
            <w:r>
              <w:rPr>
                <w:rtl/>
              </w:rPr>
              <w:t xml:space="preserve"> </w:t>
            </w:r>
            <w:r w:rsidRPr="009647FC">
              <w:rPr>
                <w:rtl/>
              </w:rPr>
              <w:t>يحنث</w:t>
            </w:r>
            <w:r>
              <w:rPr>
                <w:rtl/>
              </w:rPr>
              <w:t xml:space="preserve"> </w:t>
            </w:r>
            <w:r w:rsidRPr="009647FC">
              <w:rPr>
                <w:rtl/>
              </w:rPr>
              <w:t>ولا</w:t>
            </w:r>
            <w:r>
              <w:rPr>
                <w:rtl/>
              </w:rPr>
              <w:t xml:space="preserve"> </w:t>
            </w:r>
            <w:r w:rsidRPr="009647FC">
              <w:rPr>
                <w:rtl/>
              </w:rPr>
              <w:t>أثما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ألا</w:t>
            </w:r>
            <w:r w:rsidR="004C00A8">
              <w:rPr>
                <w:rtl/>
              </w:rPr>
              <w:t xml:space="preserve"> </w:t>
            </w:r>
            <w:r w:rsidRPr="009647FC">
              <w:rPr>
                <w:rtl/>
              </w:rPr>
              <w:t>وقتك</w:t>
            </w:r>
            <w:r>
              <w:rPr>
                <w:rtl/>
              </w:rPr>
              <w:t xml:space="preserve"> </w:t>
            </w:r>
            <w:r w:rsidRPr="009647FC">
              <w:rPr>
                <w:rtl/>
              </w:rPr>
              <w:t>حشا</w:t>
            </w:r>
            <w:r>
              <w:rPr>
                <w:rtl/>
              </w:rPr>
              <w:t xml:space="preserve"> </w:t>
            </w:r>
            <w:r w:rsidRPr="009647FC">
              <w:rPr>
                <w:rtl/>
              </w:rPr>
              <w:t>العافين</w:t>
            </w:r>
            <w:r>
              <w:rPr>
                <w:rtl/>
              </w:rPr>
              <w:t xml:space="preserve"> </w:t>
            </w:r>
            <w:r w:rsidRPr="009647FC">
              <w:rPr>
                <w:rtl/>
              </w:rPr>
              <w:t>صائبةً</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ولا</w:t>
            </w:r>
            <w:r w:rsidR="004C00A8">
              <w:rPr>
                <w:rtl/>
              </w:rPr>
              <w:t xml:space="preserve"> </w:t>
            </w:r>
            <w:r w:rsidRPr="009647FC">
              <w:rPr>
                <w:rtl/>
              </w:rPr>
              <w:t>وقاءً إذا</w:t>
            </w:r>
            <w:r>
              <w:rPr>
                <w:rtl/>
              </w:rPr>
              <w:t xml:space="preserve"> </w:t>
            </w:r>
            <w:r w:rsidRPr="009647FC">
              <w:rPr>
                <w:rtl/>
              </w:rPr>
              <w:t>رامى</w:t>
            </w:r>
            <w:r>
              <w:rPr>
                <w:rtl/>
              </w:rPr>
              <w:t xml:space="preserve"> </w:t>
            </w:r>
            <w:r w:rsidRPr="009647FC">
              <w:rPr>
                <w:rtl/>
              </w:rPr>
              <w:t>القضاء</w:t>
            </w:r>
            <w:r>
              <w:rPr>
                <w:rtl/>
              </w:rPr>
              <w:t xml:space="preserve"> </w:t>
            </w:r>
            <w:r w:rsidRPr="009647FC">
              <w:rPr>
                <w:rtl/>
              </w:rPr>
              <w:t>رمى</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وهل</w:t>
            </w:r>
            <w:r w:rsidR="004C00A8">
              <w:rPr>
                <w:rtl/>
              </w:rPr>
              <w:t xml:space="preserve"> </w:t>
            </w:r>
            <w:r w:rsidRPr="009647FC">
              <w:rPr>
                <w:rtl/>
              </w:rPr>
              <w:t>توفيِّك</w:t>
            </w:r>
            <w:r>
              <w:rPr>
                <w:rtl/>
              </w:rPr>
              <w:t xml:space="preserve"> </w:t>
            </w:r>
            <w:r w:rsidRPr="009647FC">
              <w:rPr>
                <w:rtl/>
              </w:rPr>
              <w:t>شكر</w:t>
            </w:r>
            <w:r>
              <w:rPr>
                <w:rtl/>
              </w:rPr>
              <w:t xml:space="preserve"> </w:t>
            </w:r>
            <w:r w:rsidRPr="009647FC">
              <w:rPr>
                <w:rtl/>
              </w:rPr>
              <w:t>المنعمين</w:t>
            </w:r>
            <w:r>
              <w:rPr>
                <w:rtl/>
              </w:rPr>
              <w:t xml:space="preserve"> </w:t>
            </w:r>
            <w:r w:rsidRPr="009647FC">
              <w:rPr>
                <w:rtl/>
              </w:rPr>
              <w:t>وقد</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طوّ</w:t>
            </w:r>
            <w:r>
              <w:rPr>
                <w:rtl/>
              </w:rPr>
              <w:t>َ</w:t>
            </w:r>
            <w:r w:rsidRPr="009647FC">
              <w:rPr>
                <w:rtl/>
              </w:rPr>
              <w:t>قت</w:t>
            </w:r>
            <w:r>
              <w:rPr>
                <w:rtl/>
              </w:rPr>
              <w:t xml:space="preserve"> </w:t>
            </w:r>
            <w:r w:rsidRPr="009647FC">
              <w:rPr>
                <w:rtl/>
              </w:rPr>
              <w:t>حيّاً</w:t>
            </w:r>
            <w:r>
              <w:rPr>
                <w:rtl/>
              </w:rPr>
              <w:t xml:space="preserve"> </w:t>
            </w:r>
            <w:r w:rsidRPr="009647FC">
              <w:rPr>
                <w:rtl/>
              </w:rPr>
              <w:t>وميتاً</w:t>
            </w:r>
            <w:r>
              <w:rPr>
                <w:rtl/>
              </w:rPr>
              <w:t xml:space="preserve"> </w:t>
            </w:r>
            <w:r w:rsidRPr="009647FC">
              <w:rPr>
                <w:rtl/>
              </w:rPr>
              <w:t>جيدها</w:t>
            </w:r>
            <w:r>
              <w:rPr>
                <w:rtl/>
              </w:rPr>
              <w:t xml:space="preserve"> </w:t>
            </w:r>
            <w:r w:rsidRPr="009647FC">
              <w:rPr>
                <w:rtl/>
              </w:rPr>
              <w:t>نعما؟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03B7F" w:rsidRPr="00524A24" w:rsidTr="00D03B7F">
        <w:trPr>
          <w:trHeight w:val="350"/>
        </w:trPr>
        <w:tc>
          <w:tcPr>
            <w:tcW w:w="3902" w:type="dxa"/>
          </w:tcPr>
          <w:p w:rsidR="00D03B7F" w:rsidRPr="00524A24" w:rsidRDefault="00D03B7F" w:rsidP="00791A38">
            <w:pPr>
              <w:pStyle w:val="libPoem"/>
            </w:pPr>
            <w:r w:rsidRPr="009647FC">
              <w:rPr>
                <w:rtl/>
              </w:rPr>
              <w:lastRenderedPageBreak/>
              <w:t>بالأمس</w:t>
            </w:r>
            <w:r w:rsidR="004C00A8">
              <w:rPr>
                <w:rtl/>
              </w:rPr>
              <w:t xml:space="preserve"> </w:t>
            </w:r>
            <w:r w:rsidRPr="009647FC">
              <w:rPr>
                <w:rtl/>
              </w:rPr>
              <w:t>وجهك</w:t>
            </w:r>
            <w:r>
              <w:rPr>
                <w:rtl/>
              </w:rPr>
              <w:t xml:space="preserve"> </w:t>
            </w:r>
            <w:r w:rsidRPr="009647FC">
              <w:rPr>
                <w:rtl/>
              </w:rPr>
              <w:t>يستسقي</w:t>
            </w:r>
            <w:r>
              <w:rPr>
                <w:rtl/>
              </w:rPr>
              <w:t xml:space="preserve"> </w:t>
            </w:r>
            <w:r w:rsidRPr="009647FC">
              <w:rPr>
                <w:rtl/>
              </w:rPr>
              <w:t>الغمامُ</w:t>
            </w:r>
            <w:r>
              <w:rPr>
                <w:rtl/>
              </w:rPr>
              <w:t xml:space="preserve"> </w:t>
            </w:r>
            <w:r w:rsidRPr="009647FC">
              <w:rPr>
                <w:rtl/>
              </w:rPr>
              <w:t>به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واليوم</w:t>
            </w:r>
            <w:r w:rsidR="004C00A8">
              <w:rPr>
                <w:rtl/>
              </w:rPr>
              <w:t xml:space="preserve"> </w:t>
            </w:r>
            <w:r w:rsidRPr="009647FC">
              <w:rPr>
                <w:rtl/>
              </w:rPr>
              <w:t>قبرُك</w:t>
            </w:r>
            <w:r>
              <w:rPr>
                <w:rtl/>
              </w:rPr>
              <w:t xml:space="preserve"> </w:t>
            </w:r>
            <w:r w:rsidRPr="009647FC">
              <w:rPr>
                <w:rtl/>
              </w:rPr>
              <w:t>تستسقي</w:t>
            </w:r>
            <w:r>
              <w:rPr>
                <w:rtl/>
              </w:rPr>
              <w:t xml:space="preserve"> </w:t>
            </w:r>
            <w:r w:rsidRPr="009647FC">
              <w:rPr>
                <w:rtl/>
              </w:rPr>
              <w:t>به</w:t>
            </w:r>
            <w:r>
              <w:rPr>
                <w:rtl/>
              </w:rPr>
              <w:t xml:space="preserve"> </w:t>
            </w:r>
            <w:r w:rsidRPr="009647FC">
              <w:rPr>
                <w:rtl/>
              </w:rPr>
              <w:t>الديما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وكنت</w:t>
            </w:r>
            <w:r w:rsidR="004C00A8">
              <w:rPr>
                <w:rtl/>
              </w:rPr>
              <w:t xml:space="preserve"> </w:t>
            </w:r>
            <w:r w:rsidRPr="009647FC">
              <w:rPr>
                <w:rtl/>
              </w:rPr>
              <w:t>ريّ</w:t>
            </w:r>
            <w:r>
              <w:rPr>
                <w:rtl/>
              </w:rPr>
              <w:t xml:space="preserve">َ </w:t>
            </w:r>
            <w:r w:rsidRPr="009647FC">
              <w:rPr>
                <w:rtl/>
              </w:rPr>
              <w:t>صداها</w:t>
            </w:r>
            <w:r>
              <w:rPr>
                <w:rtl/>
              </w:rPr>
              <w:t xml:space="preserve"> </w:t>
            </w:r>
            <w:r w:rsidRPr="009647FC">
              <w:rPr>
                <w:rtl/>
              </w:rPr>
              <w:t>فاستنبت</w:t>
            </w:r>
            <w:r>
              <w:rPr>
                <w:rtl/>
              </w:rPr>
              <w:t xml:space="preserve"> </w:t>
            </w:r>
            <w:r w:rsidRPr="009647FC">
              <w:rPr>
                <w:rtl/>
              </w:rPr>
              <w:t>لها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مم</w:t>
            </w:r>
            <w:r w:rsidRPr="00B371C6">
              <w:rPr>
                <w:rtl/>
              </w:rPr>
              <w:t>ّ</w:t>
            </w:r>
            <w:r w:rsidRPr="009647FC">
              <w:rPr>
                <w:rtl/>
              </w:rPr>
              <w:t>نْ</w:t>
            </w:r>
            <w:r w:rsidR="004C00A8">
              <w:rPr>
                <w:rtl/>
              </w:rPr>
              <w:t xml:space="preserve"> </w:t>
            </w:r>
            <w:r w:rsidRPr="009647FC">
              <w:rPr>
                <w:rtl/>
              </w:rPr>
              <w:t>ولدت</w:t>
            </w:r>
            <w:r>
              <w:rPr>
                <w:rtl/>
              </w:rPr>
              <w:t xml:space="preserve"> </w:t>
            </w:r>
            <w:r w:rsidRPr="009647FC">
              <w:rPr>
                <w:rtl/>
              </w:rPr>
              <w:t>بحاراً</w:t>
            </w:r>
            <w:r>
              <w:rPr>
                <w:rtl/>
              </w:rPr>
              <w:t xml:space="preserve"> </w:t>
            </w:r>
            <w:r w:rsidRPr="009647FC">
              <w:rPr>
                <w:rtl/>
              </w:rPr>
              <w:t>للندى</w:t>
            </w:r>
            <w:r>
              <w:rPr>
                <w:rtl/>
              </w:rPr>
              <w:t xml:space="preserve"> </w:t>
            </w:r>
            <w:r w:rsidRPr="009647FC">
              <w:rPr>
                <w:rtl/>
              </w:rPr>
              <w:t>فعما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فأين</w:t>
            </w:r>
            <w:r>
              <w:rPr>
                <w:rtl/>
              </w:rPr>
              <w:t xml:space="preserve"> </w:t>
            </w:r>
            <w:r w:rsidRPr="009647FC">
              <w:rPr>
                <w:rtl/>
              </w:rPr>
              <w:t>مثلك</w:t>
            </w:r>
            <w:r>
              <w:rPr>
                <w:rtl/>
              </w:rPr>
              <w:t xml:space="preserve"> </w:t>
            </w:r>
            <w:r w:rsidRPr="009647FC">
              <w:rPr>
                <w:rtl/>
              </w:rPr>
              <w:t>تلقى</w:t>
            </w:r>
            <w:r>
              <w:rPr>
                <w:rtl/>
              </w:rPr>
              <w:t xml:space="preserve"> </w:t>
            </w:r>
            <w:r w:rsidRPr="009647FC">
              <w:rPr>
                <w:rtl/>
              </w:rPr>
              <w:t>الناسُ</w:t>
            </w:r>
            <w:r>
              <w:rPr>
                <w:rtl/>
              </w:rPr>
              <w:t xml:space="preserve"> </w:t>
            </w:r>
            <w:r w:rsidRPr="009647FC">
              <w:rPr>
                <w:rtl/>
              </w:rPr>
              <w:t>ذا</w:t>
            </w:r>
            <w:r>
              <w:rPr>
                <w:rtl/>
              </w:rPr>
              <w:t xml:space="preserve"> </w:t>
            </w:r>
            <w:r w:rsidRPr="009647FC">
              <w:rPr>
                <w:rtl/>
              </w:rPr>
              <w:t>كرمٍ</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ومنك</w:t>
            </w:r>
            <w:r w:rsidR="004C00A8">
              <w:rPr>
                <w:rtl/>
              </w:rPr>
              <w:t xml:space="preserve"> </w:t>
            </w:r>
            <w:r w:rsidRPr="009647FC">
              <w:rPr>
                <w:rtl/>
              </w:rPr>
              <w:t>في</w:t>
            </w:r>
            <w:r>
              <w:rPr>
                <w:rtl/>
              </w:rPr>
              <w:t xml:space="preserve"> </w:t>
            </w:r>
            <w:r w:rsidRPr="009647FC">
              <w:rPr>
                <w:rtl/>
              </w:rPr>
              <w:t>حالة</w:t>
            </w:r>
            <w:r>
              <w:rPr>
                <w:rtl/>
              </w:rPr>
              <w:t xml:space="preserve"> </w:t>
            </w:r>
            <w:r w:rsidRPr="009647FC">
              <w:rPr>
                <w:rtl/>
              </w:rPr>
              <w:t>ما</w:t>
            </w:r>
            <w:r>
              <w:rPr>
                <w:rtl/>
              </w:rPr>
              <w:t xml:space="preserve"> </w:t>
            </w:r>
            <w:r w:rsidRPr="009647FC">
              <w:rPr>
                <w:rtl/>
              </w:rPr>
              <w:t>فارقوا</w:t>
            </w:r>
            <w:r>
              <w:rPr>
                <w:rtl/>
              </w:rPr>
              <w:t xml:space="preserve"> </w:t>
            </w:r>
            <w:r w:rsidRPr="009647FC">
              <w:rPr>
                <w:rtl/>
              </w:rPr>
              <w:t>الكرما؟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يا</w:t>
            </w:r>
            <w:r>
              <w:rPr>
                <w:rtl/>
              </w:rPr>
              <w:t xml:space="preserve"> </w:t>
            </w:r>
            <w:r w:rsidRPr="009647FC">
              <w:rPr>
                <w:rtl/>
              </w:rPr>
              <w:t>غائباً</w:t>
            </w:r>
            <w:r>
              <w:rPr>
                <w:rtl/>
              </w:rPr>
              <w:t xml:space="preserve"> </w:t>
            </w:r>
            <w:r w:rsidRPr="009647FC">
              <w:rPr>
                <w:rtl/>
              </w:rPr>
              <w:t>ما</w:t>
            </w:r>
            <w:r>
              <w:rPr>
                <w:rtl/>
              </w:rPr>
              <w:t xml:space="preserve"> </w:t>
            </w:r>
            <w:r w:rsidRPr="009647FC">
              <w:rPr>
                <w:rtl/>
              </w:rPr>
              <w:t>جرت</w:t>
            </w:r>
            <w:r>
              <w:rPr>
                <w:rtl/>
              </w:rPr>
              <w:t xml:space="preserve"> </w:t>
            </w:r>
            <w:r w:rsidRPr="009647FC">
              <w:rPr>
                <w:rtl/>
              </w:rPr>
              <w:t>في</w:t>
            </w:r>
            <w:r>
              <w:rPr>
                <w:rtl/>
              </w:rPr>
              <w:t xml:space="preserve"> </w:t>
            </w:r>
            <w:r w:rsidRPr="009647FC">
              <w:rPr>
                <w:rtl/>
              </w:rPr>
              <w:t>القلب</w:t>
            </w:r>
            <w:r>
              <w:rPr>
                <w:rtl/>
              </w:rPr>
              <w:t xml:space="preserve"> </w:t>
            </w:r>
            <w:r w:rsidRPr="009647FC">
              <w:rPr>
                <w:rtl/>
              </w:rPr>
              <w:t>ذكرتُه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إلاّ</w:t>
            </w:r>
            <w:r w:rsidR="004C00A8">
              <w:rPr>
                <w:rtl/>
              </w:rPr>
              <w:t xml:space="preserve"> </w:t>
            </w:r>
            <w:r w:rsidRPr="009647FC">
              <w:rPr>
                <w:rtl/>
              </w:rPr>
              <w:t>ترقرق</w:t>
            </w:r>
            <w:r>
              <w:rPr>
                <w:rtl/>
              </w:rPr>
              <w:t xml:space="preserve"> </w:t>
            </w:r>
            <w:r w:rsidRPr="009647FC">
              <w:rPr>
                <w:rtl/>
              </w:rPr>
              <w:t>دمعُ</w:t>
            </w:r>
            <w:r>
              <w:rPr>
                <w:rtl/>
              </w:rPr>
              <w:t xml:space="preserve"> </w:t>
            </w:r>
            <w:r w:rsidRPr="009647FC">
              <w:rPr>
                <w:rtl/>
              </w:rPr>
              <w:t>العين</w:t>
            </w:r>
            <w:r>
              <w:rPr>
                <w:rtl/>
              </w:rPr>
              <w:t xml:space="preserve"> </w:t>
            </w:r>
            <w:r w:rsidRPr="009647FC">
              <w:rPr>
                <w:rtl/>
              </w:rPr>
              <w:t>وانسجما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لا</w:t>
            </w:r>
            <w:r>
              <w:rPr>
                <w:rtl/>
              </w:rPr>
              <w:t xml:space="preserve"> </w:t>
            </w:r>
            <w:r w:rsidRPr="009647FC">
              <w:rPr>
                <w:rtl/>
              </w:rPr>
              <w:t>غرو</w:t>
            </w:r>
            <w:r>
              <w:rPr>
                <w:rtl/>
              </w:rPr>
              <w:t xml:space="preserve"> </w:t>
            </w:r>
            <w:r w:rsidRPr="009647FC">
              <w:rPr>
                <w:rtl/>
              </w:rPr>
              <w:t>أن</w:t>
            </w:r>
            <w:r>
              <w:rPr>
                <w:rtl/>
              </w:rPr>
              <w:t xml:space="preserve"> </w:t>
            </w:r>
            <w:r w:rsidRPr="009647FC">
              <w:rPr>
                <w:rtl/>
              </w:rPr>
              <w:t>يعقد</w:t>
            </w:r>
            <w:r>
              <w:rPr>
                <w:rtl/>
              </w:rPr>
              <w:t xml:space="preserve"> </w:t>
            </w:r>
            <w:r w:rsidRPr="009647FC">
              <w:rPr>
                <w:rtl/>
              </w:rPr>
              <w:t>الإسلامُ</w:t>
            </w:r>
            <w:r>
              <w:rPr>
                <w:rtl/>
              </w:rPr>
              <w:t xml:space="preserve"> </w:t>
            </w:r>
            <w:r w:rsidRPr="009647FC">
              <w:rPr>
                <w:rtl/>
              </w:rPr>
              <w:t>حوزته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جميعها</w:t>
            </w:r>
            <w:r w:rsidR="004C00A8">
              <w:rPr>
                <w:rtl/>
              </w:rPr>
              <w:t xml:space="preserve"> </w:t>
            </w:r>
            <w:r w:rsidRPr="009647FC">
              <w:rPr>
                <w:rtl/>
              </w:rPr>
              <w:t>مأتماً</w:t>
            </w:r>
            <w:r>
              <w:rPr>
                <w:rtl/>
              </w:rPr>
              <w:t xml:space="preserve"> </w:t>
            </w:r>
            <w:r w:rsidRPr="009647FC">
              <w:rPr>
                <w:rtl/>
              </w:rPr>
              <w:t>يوري</w:t>
            </w:r>
            <w:r>
              <w:rPr>
                <w:rtl/>
              </w:rPr>
              <w:t xml:space="preserve"> </w:t>
            </w:r>
            <w:r w:rsidRPr="009647FC">
              <w:rPr>
                <w:rtl/>
              </w:rPr>
              <w:t>الحشا</w:t>
            </w:r>
            <w:r>
              <w:rPr>
                <w:rtl/>
              </w:rPr>
              <w:t xml:space="preserve"> </w:t>
            </w:r>
            <w:r w:rsidRPr="009647FC">
              <w:rPr>
                <w:rtl/>
              </w:rPr>
              <w:t>ضرما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فالثاكل</w:t>
            </w:r>
            <w:r w:rsidR="004C00A8">
              <w:rPr>
                <w:rtl/>
              </w:rPr>
              <w:t xml:space="preserve"> </w:t>
            </w:r>
            <w:r w:rsidRPr="009647FC">
              <w:rPr>
                <w:rtl/>
              </w:rPr>
              <w:t>الدينُ</w:t>
            </w:r>
            <w:r>
              <w:rPr>
                <w:rtl/>
              </w:rPr>
              <w:t xml:space="preserve"> </w:t>
            </w:r>
            <w:r w:rsidRPr="009647FC">
              <w:rPr>
                <w:rtl/>
              </w:rPr>
              <w:t>والمثكولُ</w:t>
            </w:r>
            <w:r>
              <w:rPr>
                <w:rtl/>
              </w:rPr>
              <w:t xml:space="preserve"> </w:t>
            </w:r>
            <w:r w:rsidRPr="009647FC">
              <w:rPr>
                <w:rtl/>
              </w:rPr>
              <w:t>شخصك</w:t>
            </w:r>
            <w:r>
              <w:rPr>
                <w:rtl/>
              </w:rPr>
              <w:t xml:space="preserve"> </w:t>
            </w:r>
            <w:r w:rsidRPr="009647FC">
              <w:rPr>
                <w:rtl/>
              </w:rPr>
              <w:t>والـ</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ناعي</w:t>
            </w:r>
            <w:r w:rsidR="004C00A8">
              <w:rPr>
                <w:rtl/>
              </w:rPr>
              <w:t xml:space="preserve"> </w:t>
            </w:r>
            <w:r w:rsidRPr="009647FC">
              <w:rPr>
                <w:rtl/>
              </w:rPr>
              <w:t>الهدى</w:t>
            </w:r>
            <w:r>
              <w:rPr>
                <w:rtl/>
              </w:rPr>
              <w:t xml:space="preserve"> </w:t>
            </w:r>
            <w:r w:rsidRPr="009647FC">
              <w:rPr>
                <w:rtl/>
              </w:rPr>
              <w:t>والمعزِّي</w:t>
            </w:r>
            <w:r>
              <w:rPr>
                <w:rtl/>
              </w:rPr>
              <w:t xml:space="preserve"> </w:t>
            </w:r>
            <w:r w:rsidRPr="009647FC">
              <w:rPr>
                <w:rtl/>
              </w:rPr>
              <w:t>خاتمُ</w:t>
            </w:r>
            <w:r>
              <w:rPr>
                <w:rtl/>
              </w:rPr>
              <w:t xml:space="preserve"> </w:t>
            </w:r>
            <w:r w:rsidRPr="009647FC">
              <w:rPr>
                <w:rtl/>
              </w:rPr>
              <w:t>العلما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Pr>
                <w:rtl/>
              </w:rPr>
              <w:t>(</w:t>
            </w:r>
            <w:r w:rsidRPr="009647FC">
              <w:rPr>
                <w:rtl/>
              </w:rPr>
              <w:t>محمدٌ</w:t>
            </w:r>
            <w:r>
              <w:rPr>
                <w:rtl/>
              </w:rPr>
              <w:t xml:space="preserve"> </w:t>
            </w:r>
            <w:r w:rsidRPr="009647FC">
              <w:rPr>
                <w:rtl/>
              </w:rPr>
              <w:t>حسنٌ</w:t>
            </w:r>
            <w:r>
              <w:rPr>
                <w:rtl/>
              </w:rPr>
              <w:t xml:space="preserve">) </w:t>
            </w:r>
            <w:r w:rsidRPr="009647FC">
              <w:rPr>
                <w:rtl/>
              </w:rPr>
              <w:t>نظم</w:t>
            </w:r>
            <w:r>
              <w:rPr>
                <w:rtl/>
              </w:rPr>
              <w:t xml:space="preserve"> </w:t>
            </w:r>
            <w:r w:rsidRPr="009647FC">
              <w:rPr>
                <w:rtl/>
              </w:rPr>
              <w:t>الثناء</w:t>
            </w:r>
            <w:r>
              <w:rPr>
                <w:rtl/>
              </w:rPr>
              <w:t xml:space="preserve"> </w:t>
            </w:r>
            <w:r w:rsidRPr="009647FC">
              <w:rPr>
                <w:rtl/>
              </w:rPr>
              <w:t>له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فقلُّ</w:t>
            </w:r>
            <w:r>
              <w:rPr>
                <w:rtl/>
              </w:rPr>
              <w:t xml:space="preserve"> </w:t>
            </w:r>
            <w:r w:rsidRPr="009647FC">
              <w:rPr>
                <w:rtl/>
              </w:rPr>
              <w:t>في</w:t>
            </w:r>
            <w:r>
              <w:rPr>
                <w:rtl/>
              </w:rPr>
              <w:t xml:space="preserve"> </w:t>
            </w:r>
            <w:r w:rsidRPr="009647FC">
              <w:rPr>
                <w:rtl/>
              </w:rPr>
              <w:t>سلك</w:t>
            </w:r>
            <w:r>
              <w:rPr>
                <w:rtl/>
              </w:rPr>
              <w:t xml:space="preserve"> </w:t>
            </w:r>
            <w:r w:rsidRPr="009647FC">
              <w:rPr>
                <w:rtl/>
              </w:rPr>
              <w:t>تقواه</w:t>
            </w:r>
            <w:r>
              <w:rPr>
                <w:rtl/>
              </w:rPr>
              <w:t xml:space="preserve"> </w:t>
            </w:r>
            <w:r w:rsidRPr="009647FC">
              <w:rPr>
                <w:rtl/>
              </w:rPr>
              <w:t>م</w:t>
            </w:r>
            <w:r w:rsidRPr="00B371C6">
              <w:rPr>
                <w:rtl/>
              </w:rPr>
              <w:t>َ</w:t>
            </w:r>
            <w:r w:rsidRPr="009647FC">
              <w:rPr>
                <w:rtl/>
              </w:rPr>
              <w:t>نْ</w:t>
            </w:r>
            <w:r>
              <w:rPr>
                <w:rtl/>
              </w:rPr>
              <w:t xml:space="preserve"> </w:t>
            </w:r>
            <w:r w:rsidRPr="009647FC">
              <w:rPr>
                <w:rtl/>
              </w:rPr>
              <w:t>انتظما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سقت</w:t>
            </w:r>
            <w:r w:rsidR="004C00A8">
              <w:rPr>
                <w:rtl/>
              </w:rPr>
              <w:t xml:space="preserve"> </w:t>
            </w:r>
            <w:r w:rsidRPr="009647FC">
              <w:rPr>
                <w:rtl/>
              </w:rPr>
              <w:t>ضريحك</w:t>
            </w:r>
            <w:r>
              <w:rPr>
                <w:rtl/>
              </w:rPr>
              <w:t xml:space="preserve"> </w:t>
            </w:r>
            <w:r w:rsidRPr="009647FC">
              <w:rPr>
                <w:rtl/>
              </w:rPr>
              <w:t>من</w:t>
            </w:r>
            <w:r>
              <w:rPr>
                <w:rtl/>
              </w:rPr>
              <w:t xml:space="preserve"> </w:t>
            </w:r>
            <w:r w:rsidRPr="009647FC">
              <w:rPr>
                <w:rtl/>
              </w:rPr>
              <w:t>جدواك</w:t>
            </w:r>
            <w:r>
              <w:rPr>
                <w:rtl/>
              </w:rPr>
              <w:t xml:space="preserve"> </w:t>
            </w:r>
            <w:r w:rsidRPr="009647FC">
              <w:rPr>
                <w:rtl/>
              </w:rPr>
              <w:t>واكفةٌ</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وطفاءُ</w:t>
            </w:r>
            <w:r w:rsidR="004C00A8">
              <w:rPr>
                <w:rtl/>
              </w:rPr>
              <w:t xml:space="preserve"> </w:t>
            </w:r>
            <w:r w:rsidRPr="009647FC">
              <w:rPr>
                <w:rtl/>
              </w:rPr>
              <w:t>ترضع</w:t>
            </w:r>
            <w:r>
              <w:rPr>
                <w:rtl/>
              </w:rPr>
              <w:t xml:space="preserve"> </w:t>
            </w:r>
            <w:r w:rsidRPr="009647FC">
              <w:rPr>
                <w:rtl/>
              </w:rPr>
              <w:t>درّاً</w:t>
            </w:r>
            <w:r>
              <w:rPr>
                <w:rtl/>
              </w:rPr>
              <w:t xml:space="preserve"> </w:t>
            </w:r>
            <w:r w:rsidRPr="009647FC">
              <w:rPr>
                <w:rtl/>
              </w:rPr>
              <w:t>ما</w:t>
            </w:r>
            <w:r>
              <w:rPr>
                <w:rtl/>
              </w:rPr>
              <w:t xml:space="preserve"> </w:t>
            </w:r>
            <w:r w:rsidRPr="009647FC">
              <w:rPr>
                <w:rtl/>
              </w:rPr>
              <w:t>الحيا</w:t>
            </w:r>
            <w:r>
              <w:rPr>
                <w:rtl/>
              </w:rPr>
              <w:t xml:space="preserve"> </w:t>
            </w:r>
            <w:r w:rsidRPr="009647FC">
              <w:rPr>
                <w:rtl/>
              </w:rPr>
              <w:t>فطما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أعيذ</w:t>
            </w:r>
            <w:r w:rsidR="004C00A8">
              <w:rPr>
                <w:rtl/>
              </w:rPr>
              <w:t xml:space="preserve"> </w:t>
            </w:r>
            <w:r w:rsidRPr="009647FC">
              <w:rPr>
                <w:rtl/>
              </w:rPr>
              <w:t>قلبك</w:t>
            </w:r>
            <w:r>
              <w:rPr>
                <w:rtl/>
              </w:rPr>
              <w:t xml:space="preserve"> </w:t>
            </w:r>
            <w:r w:rsidRPr="009647FC">
              <w:rPr>
                <w:rtl/>
              </w:rPr>
              <w:t>أن</w:t>
            </w:r>
            <w:r>
              <w:rPr>
                <w:rtl/>
              </w:rPr>
              <w:t xml:space="preserve"> </w:t>
            </w:r>
            <w:r w:rsidRPr="009647FC">
              <w:rPr>
                <w:rtl/>
              </w:rPr>
              <w:t>يهفو</w:t>
            </w:r>
            <w:r>
              <w:rPr>
                <w:rtl/>
              </w:rPr>
              <w:t xml:space="preserve"> </w:t>
            </w:r>
            <w:r w:rsidRPr="009647FC">
              <w:rPr>
                <w:rtl/>
              </w:rPr>
              <w:t>به</w:t>
            </w:r>
            <w:r>
              <w:rPr>
                <w:rtl/>
              </w:rPr>
              <w:t xml:space="preserve"> </w:t>
            </w:r>
            <w:r w:rsidRPr="009647FC">
              <w:rPr>
                <w:rtl/>
              </w:rPr>
              <w:t>حذرٌ</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على</w:t>
            </w:r>
            <w:r w:rsidR="004C00A8">
              <w:rPr>
                <w:rtl/>
              </w:rPr>
              <w:t xml:space="preserve"> </w:t>
            </w:r>
            <w:r w:rsidRPr="009647FC">
              <w:rPr>
                <w:rtl/>
              </w:rPr>
              <w:t>المكارم</w:t>
            </w:r>
            <w:r>
              <w:rPr>
                <w:rtl/>
              </w:rPr>
              <w:t xml:space="preserve"> </w:t>
            </w:r>
            <w:r w:rsidRPr="009647FC">
              <w:rPr>
                <w:rtl/>
              </w:rPr>
              <w:t>أو</w:t>
            </w:r>
            <w:r>
              <w:rPr>
                <w:rtl/>
              </w:rPr>
              <w:t xml:space="preserve"> </w:t>
            </w:r>
            <w:r w:rsidRPr="009647FC">
              <w:rPr>
                <w:rtl/>
              </w:rPr>
              <w:t>يغدو</w:t>
            </w:r>
            <w:r>
              <w:rPr>
                <w:rtl/>
              </w:rPr>
              <w:t xml:space="preserve"> </w:t>
            </w:r>
            <w:r w:rsidRPr="009647FC">
              <w:rPr>
                <w:rtl/>
              </w:rPr>
              <w:t>لها</w:t>
            </w:r>
            <w:r>
              <w:rPr>
                <w:rtl/>
              </w:rPr>
              <w:t xml:space="preserve"> </w:t>
            </w:r>
            <w:r w:rsidRPr="009647FC">
              <w:rPr>
                <w:rtl/>
              </w:rPr>
              <w:t>وجما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طبْ</w:t>
            </w:r>
            <w:r w:rsidR="004C00A8">
              <w:rPr>
                <w:rtl/>
              </w:rPr>
              <w:t xml:space="preserve"> </w:t>
            </w:r>
            <w:r w:rsidRPr="009647FC">
              <w:rPr>
                <w:rtl/>
              </w:rPr>
              <w:t>في</w:t>
            </w:r>
            <w:r>
              <w:rPr>
                <w:rtl/>
              </w:rPr>
              <w:t xml:space="preserve"> </w:t>
            </w:r>
            <w:r w:rsidRPr="009647FC">
              <w:rPr>
                <w:rtl/>
              </w:rPr>
              <w:t>ثرى</w:t>
            </w:r>
            <w:r>
              <w:rPr>
                <w:rtl/>
              </w:rPr>
              <w:t xml:space="preserve"> </w:t>
            </w:r>
            <w:r w:rsidRPr="009647FC">
              <w:rPr>
                <w:rtl/>
              </w:rPr>
              <w:t>الأرض</w:t>
            </w:r>
            <w:r>
              <w:rPr>
                <w:rtl/>
              </w:rPr>
              <w:t xml:space="preserve"> </w:t>
            </w:r>
            <w:r w:rsidRPr="009647FC">
              <w:rPr>
                <w:rtl/>
              </w:rPr>
              <w:t>نفساً</w:t>
            </w:r>
            <w:r>
              <w:rPr>
                <w:rtl/>
              </w:rPr>
              <w:t xml:space="preserve"> </w:t>
            </w:r>
            <w:r w:rsidRPr="009647FC">
              <w:rPr>
                <w:rtl/>
              </w:rPr>
              <w:t>لا</w:t>
            </w:r>
            <w:r>
              <w:rPr>
                <w:rtl/>
              </w:rPr>
              <w:t xml:space="preserve"> </w:t>
            </w:r>
            <w:r w:rsidRPr="009647FC">
              <w:rPr>
                <w:rtl/>
              </w:rPr>
              <w:t>النديُّ</w:t>
            </w:r>
            <w:r>
              <w:rPr>
                <w:rtl/>
              </w:rPr>
              <w:t xml:space="preserve"> </w:t>
            </w:r>
            <w:r w:rsidRPr="009647FC">
              <w:rPr>
                <w:rtl/>
              </w:rPr>
              <w:t>خلا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من</w:t>
            </w:r>
            <w:r>
              <w:rPr>
                <w:rtl/>
              </w:rPr>
              <w:t xml:space="preserve"> </w:t>
            </w:r>
            <w:r w:rsidRPr="009647FC">
              <w:rPr>
                <w:rtl/>
              </w:rPr>
              <w:t>الوفود</w:t>
            </w:r>
            <w:r>
              <w:rPr>
                <w:rtl/>
              </w:rPr>
              <w:t xml:space="preserve"> </w:t>
            </w:r>
            <w:r w:rsidRPr="009647FC">
              <w:rPr>
                <w:rtl/>
              </w:rPr>
              <w:t>ولا</w:t>
            </w:r>
            <w:r>
              <w:rPr>
                <w:rtl/>
              </w:rPr>
              <w:t xml:space="preserve"> </w:t>
            </w:r>
            <w:r w:rsidRPr="009647FC">
              <w:rPr>
                <w:rtl/>
              </w:rPr>
              <w:t>عهدُ</w:t>
            </w:r>
            <w:r>
              <w:rPr>
                <w:rtl/>
              </w:rPr>
              <w:t xml:space="preserve"> </w:t>
            </w:r>
            <w:r w:rsidRPr="009647FC">
              <w:rPr>
                <w:rtl/>
              </w:rPr>
              <w:t>الندى</w:t>
            </w:r>
            <w:r>
              <w:rPr>
                <w:rtl/>
              </w:rPr>
              <w:t xml:space="preserve"> </w:t>
            </w:r>
            <w:r w:rsidRPr="009647FC">
              <w:rPr>
                <w:rtl/>
              </w:rPr>
              <w:t>انصرما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قامت</w:t>
            </w:r>
            <w:r>
              <w:rPr>
                <w:rtl/>
              </w:rPr>
              <w:t xml:space="preserve"> </w:t>
            </w:r>
            <w:r w:rsidRPr="009647FC">
              <w:rPr>
                <w:rtl/>
              </w:rPr>
              <w:t>مقامك</w:t>
            </w:r>
            <w:r>
              <w:rPr>
                <w:rtl/>
              </w:rPr>
              <w:t xml:space="preserve"> </w:t>
            </w:r>
            <w:r w:rsidRPr="009647FC">
              <w:rPr>
                <w:rtl/>
              </w:rPr>
              <w:t>فيه</w:t>
            </w:r>
            <w:r>
              <w:rPr>
                <w:rtl/>
              </w:rPr>
              <w:t xml:space="preserve"> </w:t>
            </w:r>
            <w:r w:rsidRPr="009647FC">
              <w:rPr>
                <w:rtl/>
              </w:rPr>
              <w:t>فتيةٌ</w:t>
            </w:r>
            <w:r>
              <w:rPr>
                <w:rtl/>
              </w:rPr>
              <w:t xml:space="preserve"> </w:t>
            </w:r>
            <w:r w:rsidRPr="009647FC">
              <w:rPr>
                <w:rtl/>
              </w:rPr>
              <w:t>ضربتْ</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على</w:t>
            </w:r>
            <w:r>
              <w:rPr>
                <w:rtl/>
              </w:rPr>
              <w:t xml:space="preserve"> </w:t>
            </w:r>
            <w:r w:rsidRPr="009647FC">
              <w:rPr>
                <w:rtl/>
              </w:rPr>
              <w:t>السماء</w:t>
            </w:r>
            <w:r>
              <w:rPr>
                <w:rtl/>
              </w:rPr>
              <w:t xml:space="preserve"> </w:t>
            </w:r>
            <w:r w:rsidRPr="009647FC">
              <w:rPr>
                <w:rtl/>
              </w:rPr>
              <w:t>لها</w:t>
            </w:r>
            <w:r>
              <w:rPr>
                <w:rtl/>
              </w:rPr>
              <w:t xml:space="preserve"> </w:t>
            </w:r>
            <w:r w:rsidRPr="009647FC">
              <w:rPr>
                <w:rtl/>
              </w:rPr>
              <w:t>علياؤها</w:t>
            </w:r>
            <w:r>
              <w:rPr>
                <w:rtl/>
              </w:rPr>
              <w:t xml:space="preserve"> </w:t>
            </w:r>
            <w:r w:rsidRPr="009647FC">
              <w:rPr>
                <w:rtl/>
              </w:rPr>
              <w:t>خيما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وكيف</w:t>
            </w:r>
            <w:r>
              <w:rPr>
                <w:rtl/>
              </w:rPr>
              <w:t xml:space="preserve"> </w:t>
            </w:r>
            <w:r w:rsidRPr="009647FC">
              <w:rPr>
                <w:rtl/>
              </w:rPr>
              <w:t>ي</w:t>
            </w:r>
            <w:r w:rsidRPr="00B371C6">
              <w:rPr>
                <w:rtl/>
              </w:rPr>
              <w:t>ُ</w:t>
            </w:r>
            <w:r w:rsidRPr="009647FC">
              <w:rPr>
                <w:rtl/>
              </w:rPr>
              <w:t>ظلمُ</w:t>
            </w:r>
            <w:r>
              <w:rPr>
                <w:rtl/>
              </w:rPr>
              <w:t xml:space="preserve"> </w:t>
            </w:r>
            <w:r w:rsidRPr="009647FC">
              <w:rPr>
                <w:rtl/>
              </w:rPr>
              <w:t>ربعٌ</w:t>
            </w:r>
            <w:r>
              <w:rPr>
                <w:rtl/>
              </w:rPr>
              <w:t xml:space="preserve"> </w:t>
            </w:r>
            <w:r w:rsidRPr="009647FC">
              <w:rPr>
                <w:rtl/>
              </w:rPr>
              <w:t>م</w:t>
            </w:r>
            <w:r w:rsidRPr="00B371C6">
              <w:rPr>
                <w:rtl/>
              </w:rPr>
              <w:t>َ</w:t>
            </w:r>
            <w:r w:rsidRPr="009647FC">
              <w:rPr>
                <w:rtl/>
              </w:rPr>
              <w:t>نْ</w:t>
            </w:r>
            <w:r>
              <w:rPr>
                <w:rtl/>
              </w:rPr>
              <w:t xml:space="preserve"> </w:t>
            </w:r>
            <w:r w:rsidRPr="009647FC">
              <w:rPr>
                <w:rtl/>
              </w:rPr>
              <w:t>ع</w:t>
            </w:r>
            <w:r w:rsidRPr="00B371C6">
              <w:rPr>
                <w:rtl/>
              </w:rPr>
              <w:t>ُ</w:t>
            </w:r>
            <w:r w:rsidRPr="009647FC">
              <w:rPr>
                <w:rtl/>
              </w:rPr>
              <w:t>لاك</w:t>
            </w:r>
            <w:r>
              <w:rPr>
                <w:rtl/>
              </w:rPr>
              <w:t xml:space="preserve"> </w:t>
            </w:r>
            <w:r w:rsidRPr="009647FC">
              <w:rPr>
                <w:rtl/>
              </w:rPr>
              <w:t>به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Pr>
                <w:rtl/>
              </w:rPr>
              <w:t>(</w:t>
            </w:r>
            <w:r w:rsidRPr="009647FC">
              <w:rPr>
                <w:rtl/>
              </w:rPr>
              <w:t>أبو</w:t>
            </w:r>
            <w:r w:rsidR="004C00A8">
              <w:rPr>
                <w:rtl/>
              </w:rPr>
              <w:t xml:space="preserve"> </w:t>
            </w:r>
            <w:r w:rsidRPr="009647FC">
              <w:rPr>
                <w:rtl/>
              </w:rPr>
              <w:t>الأمين</w:t>
            </w:r>
            <w:r>
              <w:rPr>
                <w:rtl/>
              </w:rPr>
              <w:t xml:space="preserve">) </w:t>
            </w:r>
            <w:r w:rsidRPr="009647FC">
              <w:rPr>
                <w:rtl/>
              </w:rPr>
              <w:t>سراجٌ</w:t>
            </w:r>
            <w:r>
              <w:rPr>
                <w:rtl/>
              </w:rPr>
              <w:t xml:space="preserve"> </w:t>
            </w:r>
            <w:r w:rsidRPr="009647FC">
              <w:rPr>
                <w:rtl/>
              </w:rPr>
              <w:t>يكشف</w:t>
            </w:r>
            <w:r>
              <w:rPr>
                <w:rtl/>
              </w:rPr>
              <w:t xml:space="preserve"> </w:t>
            </w:r>
            <w:r w:rsidRPr="009647FC">
              <w:rPr>
                <w:rtl/>
              </w:rPr>
              <w:t>الظلما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بقيةٌ</w:t>
            </w:r>
            <w:r w:rsidR="004C00A8">
              <w:rPr>
                <w:rtl/>
              </w:rPr>
              <w:t xml:space="preserve"> </w:t>
            </w:r>
            <w:r w:rsidRPr="009647FC">
              <w:rPr>
                <w:rtl/>
              </w:rPr>
              <w:t>من</w:t>
            </w:r>
            <w:r>
              <w:rPr>
                <w:rtl/>
              </w:rPr>
              <w:t xml:space="preserve"> </w:t>
            </w:r>
            <w:r w:rsidRPr="009647FC">
              <w:rPr>
                <w:rtl/>
              </w:rPr>
              <w:t>أبيك</w:t>
            </w:r>
            <w:r>
              <w:rPr>
                <w:rtl/>
              </w:rPr>
              <w:t xml:space="preserve"> (</w:t>
            </w:r>
            <w:r w:rsidRPr="009647FC">
              <w:rPr>
                <w:rtl/>
              </w:rPr>
              <w:t>المصطفى</w:t>
            </w:r>
            <w:r>
              <w:rPr>
                <w:rtl/>
              </w:rPr>
              <w:t xml:space="preserve">) </w:t>
            </w:r>
            <w:r w:rsidRPr="009647FC">
              <w:rPr>
                <w:rtl/>
              </w:rPr>
              <w:t>رفعت</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به</w:t>
            </w:r>
            <w:r w:rsidR="004C00A8">
              <w:rPr>
                <w:rtl/>
              </w:rPr>
              <w:t xml:space="preserve"> </w:t>
            </w:r>
            <w:r w:rsidRPr="009647FC">
              <w:rPr>
                <w:rtl/>
              </w:rPr>
              <w:t>علاه</w:t>
            </w:r>
            <w:r>
              <w:rPr>
                <w:rtl/>
              </w:rPr>
              <w:t xml:space="preserve"> </w:t>
            </w:r>
            <w:r w:rsidRPr="009647FC">
              <w:rPr>
                <w:rtl/>
              </w:rPr>
              <w:t>وفيه</w:t>
            </w:r>
            <w:r>
              <w:rPr>
                <w:rtl/>
              </w:rPr>
              <w:t xml:space="preserve"> </w:t>
            </w:r>
            <w:r w:rsidRPr="009647FC">
              <w:rPr>
                <w:rtl/>
              </w:rPr>
              <w:t>مجدُه</w:t>
            </w:r>
            <w:r>
              <w:rPr>
                <w:rtl/>
              </w:rPr>
              <w:t xml:space="preserve"> </w:t>
            </w:r>
            <w:r w:rsidRPr="009647FC">
              <w:rPr>
                <w:rtl/>
              </w:rPr>
              <w:t>دعما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أحبّ</w:t>
            </w:r>
            <w:r>
              <w:rPr>
                <w:rtl/>
              </w:rPr>
              <w:t xml:space="preserve">َ </w:t>
            </w:r>
            <w:r w:rsidRPr="009647FC">
              <w:rPr>
                <w:rtl/>
              </w:rPr>
              <w:t>قربك</w:t>
            </w:r>
            <w:r>
              <w:rPr>
                <w:rtl/>
              </w:rPr>
              <w:t xml:space="preserve"> </w:t>
            </w:r>
            <w:r w:rsidRPr="009647FC">
              <w:rPr>
                <w:rtl/>
              </w:rPr>
              <w:t>واستبقاه</w:t>
            </w:r>
            <w:r>
              <w:rPr>
                <w:rtl/>
              </w:rPr>
              <w:t xml:space="preserve"> </w:t>
            </w:r>
            <w:r w:rsidRPr="009647FC">
              <w:rPr>
                <w:rtl/>
              </w:rPr>
              <w:t>خالقُه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ركناً</w:t>
            </w:r>
            <w:r>
              <w:rPr>
                <w:rtl/>
              </w:rPr>
              <w:t xml:space="preserve"> </w:t>
            </w:r>
            <w:r w:rsidRPr="009647FC">
              <w:rPr>
                <w:rtl/>
              </w:rPr>
              <w:t>تطوف</w:t>
            </w:r>
            <w:r>
              <w:rPr>
                <w:rtl/>
              </w:rPr>
              <w:t xml:space="preserve"> </w:t>
            </w:r>
            <w:r w:rsidRPr="009647FC">
              <w:rPr>
                <w:rtl/>
              </w:rPr>
              <w:t>به</w:t>
            </w:r>
            <w:r>
              <w:rPr>
                <w:rtl/>
              </w:rPr>
              <w:t xml:space="preserve"> </w:t>
            </w:r>
            <w:r w:rsidRPr="009647FC">
              <w:rPr>
                <w:rtl/>
              </w:rPr>
              <w:t>الآمالُ</w:t>
            </w:r>
            <w:r>
              <w:rPr>
                <w:rtl/>
              </w:rPr>
              <w:t xml:space="preserve"> </w:t>
            </w:r>
            <w:r w:rsidRPr="009647FC">
              <w:rPr>
                <w:rtl/>
              </w:rPr>
              <w:t>مستلما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وأنت</w:t>
            </w:r>
            <w:r w:rsidR="004C00A8">
              <w:rPr>
                <w:rtl/>
              </w:rPr>
              <w:t xml:space="preserve"> </w:t>
            </w:r>
            <w:r w:rsidRPr="009647FC">
              <w:rPr>
                <w:rtl/>
              </w:rPr>
              <w:t>يا</w:t>
            </w:r>
            <w:r>
              <w:rPr>
                <w:rtl/>
              </w:rPr>
              <w:t xml:space="preserve"> </w:t>
            </w:r>
            <w:r w:rsidRPr="009647FC">
              <w:rPr>
                <w:rtl/>
              </w:rPr>
              <w:t>حرم</w:t>
            </w:r>
            <w:r>
              <w:rPr>
                <w:rtl/>
              </w:rPr>
              <w:t xml:space="preserve"> </w:t>
            </w:r>
            <w:r w:rsidRPr="009647FC">
              <w:rPr>
                <w:rtl/>
              </w:rPr>
              <w:t>المجد</w:t>
            </w:r>
            <w:r>
              <w:rPr>
                <w:rtl/>
              </w:rPr>
              <w:t xml:space="preserve"> </w:t>
            </w:r>
            <w:r w:rsidRPr="009647FC">
              <w:rPr>
                <w:rtl/>
              </w:rPr>
              <w:t>المنيف</w:t>
            </w:r>
            <w:r>
              <w:rPr>
                <w:rtl/>
              </w:rPr>
              <w:t xml:space="preserve"> </w:t>
            </w:r>
            <w:r w:rsidRPr="009647FC">
              <w:rPr>
                <w:rtl/>
              </w:rPr>
              <w:t>عُلاً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لا</w:t>
            </w:r>
            <w:r>
              <w:rPr>
                <w:rtl/>
              </w:rPr>
              <w:t xml:space="preserve"> </w:t>
            </w:r>
            <w:r w:rsidRPr="009647FC">
              <w:rPr>
                <w:rtl/>
              </w:rPr>
              <w:t>راعك</w:t>
            </w:r>
            <w:r>
              <w:rPr>
                <w:rtl/>
              </w:rPr>
              <w:t xml:space="preserve"> </w:t>
            </w:r>
            <w:r w:rsidRPr="009647FC">
              <w:rPr>
                <w:rtl/>
              </w:rPr>
              <w:t>الدهر</w:t>
            </w:r>
            <w:r>
              <w:rPr>
                <w:rtl/>
              </w:rPr>
              <w:t xml:space="preserve"> </w:t>
            </w:r>
            <w:r w:rsidRPr="009647FC">
              <w:rPr>
                <w:rtl/>
              </w:rPr>
              <w:t>وأسلم</w:t>
            </w:r>
            <w:r>
              <w:rPr>
                <w:rtl/>
              </w:rPr>
              <w:t xml:space="preserve"> </w:t>
            </w:r>
            <w:r w:rsidRPr="009647FC">
              <w:rPr>
                <w:rtl/>
              </w:rPr>
              <w:t>للعُلى</w:t>
            </w:r>
            <w:r>
              <w:rPr>
                <w:rtl/>
              </w:rPr>
              <w:t xml:space="preserve"> </w:t>
            </w:r>
            <w:r w:rsidRPr="009647FC">
              <w:rPr>
                <w:rtl/>
              </w:rPr>
              <w:t>حرما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إنْ</w:t>
            </w:r>
            <w:r>
              <w:rPr>
                <w:rtl/>
              </w:rPr>
              <w:t xml:space="preserve"> </w:t>
            </w:r>
            <w:r w:rsidRPr="009647FC">
              <w:rPr>
                <w:rtl/>
              </w:rPr>
              <w:t>يوحشنّ</w:t>
            </w:r>
            <w:r>
              <w:rPr>
                <w:rtl/>
              </w:rPr>
              <w:t>َ</w:t>
            </w:r>
            <w:r w:rsidRPr="009647FC">
              <w:rPr>
                <w:rtl/>
              </w:rPr>
              <w:t>ك</w:t>
            </w:r>
            <w:r>
              <w:rPr>
                <w:rtl/>
              </w:rPr>
              <w:t xml:space="preserve"> </w:t>
            </w:r>
            <w:r w:rsidRPr="009647FC">
              <w:rPr>
                <w:rtl/>
              </w:rPr>
              <w:t>ما</w:t>
            </w:r>
            <w:r>
              <w:rPr>
                <w:rtl/>
              </w:rPr>
              <w:t xml:space="preserve"> </w:t>
            </w:r>
            <w:r w:rsidRPr="009647FC">
              <w:rPr>
                <w:rtl/>
              </w:rPr>
              <w:t>من</w:t>
            </w:r>
            <w:r>
              <w:rPr>
                <w:rtl/>
              </w:rPr>
              <w:t xml:space="preserve"> </w:t>
            </w:r>
            <w:r w:rsidRPr="009647FC">
              <w:rPr>
                <w:rtl/>
              </w:rPr>
              <w:t>بدرك</w:t>
            </w:r>
            <w:r>
              <w:rPr>
                <w:rtl/>
              </w:rPr>
              <w:t xml:space="preserve"> </w:t>
            </w:r>
            <w:r w:rsidRPr="009647FC">
              <w:rPr>
                <w:rtl/>
              </w:rPr>
              <w:t>انكتما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فليؤنسنّ</w:t>
            </w:r>
            <w:r>
              <w:rPr>
                <w:rtl/>
              </w:rPr>
              <w:t>َ</w:t>
            </w:r>
            <w:r w:rsidRPr="009647FC">
              <w:rPr>
                <w:rtl/>
              </w:rPr>
              <w:t>ك</w:t>
            </w:r>
            <w:r w:rsidR="004C00A8">
              <w:rPr>
                <w:rtl/>
              </w:rPr>
              <w:t xml:space="preserve"> </w:t>
            </w:r>
            <w:r w:rsidRPr="009647FC">
              <w:rPr>
                <w:rtl/>
              </w:rPr>
              <w:t>من</w:t>
            </w:r>
            <w:r>
              <w:rPr>
                <w:rtl/>
              </w:rPr>
              <w:t xml:space="preserve"> </w:t>
            </w:r>
            <w:r w:rsidRPr="009647FC">
              <w:rPr>
                <w:rtl/>
              </w:rPr>
              <w:t>نجميه</w:t>
            </w:r>
            <w:r>
              <w:rPr>
                <w:rtl/>
              </w:rPr>
              <w:t xml:space="preserve"> </w:t>
            </w:r>
            <w:r w:rsidRPr="009647FC">
              <w:rPr>
                <w:rtl/>
              </w:rPr>
              <w:t>ما</w:t>
            </w:r>
            <w:r>
              <w:rPr>
                <w:rtl/>
              </w:rPr>
              <w:t xml:space="preserve"> </w:t>
            </w:r>
            <w:r w:rsidRPr="009647FC">
              <w:rPr>
                <w:rtl/>
              </w:rPr>
              <w:t>نجما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لولا</w:t>
            </w:r>
            <w:r w:rsidR="004C00A8">
              <w:rPr>
                <w:rtl/>
              </w:rPr>
              <w:t xml:space="preserve"> </w:t>
            </w:r>
            <w:r w:rsidRPr="009647FC">
              <w:rPr>
                <w:rtl/>
              </w:rPr>
              <w:t>ابنه</w:t>
            </w:r>
            <w:r>
              <w:rPr>
                <w:rtl/>
              </w:rPr>
              <w:t xml:space="preserve"> (</w:t>
            </w:r>
            <w:r w:rsidRPr="009647FC">
              <w:rPr>
                <w:rtl/>
              </w:rPr>
              <w:t>المصطفى</w:t>
            </w:r>
            <w:r>
              <w:rPr>
                <w:rtl/>
              </w:rPr>
              <w:t xml:space="preserve">) </w:t>
            </w:r>
            <w:r w:rsidRPr="009647FC">
              <w:rPr>
                <w:rtl/>
              </w:rPr>
              <w:t>للجود</w:t>
            </w:r>
            <w:r>
              <w:rPr>
                <w:rtl/>
              </w:rPr>
              <w:t xml:space="preserve"> </w:t>
            </w:r>
            <w:r w:rsidRPr="009647FC">
              <w:rPr>
                <w:rtl/>
              </w:rPr>
              <w:t>قلت</w:t>
            </w:r>
            <w:r>
              <w:rPr>
                <w:rtl/>
              </w:rPr>
              <w:t xml:space="preserve"> </w:t>
            </w:r>
            <w:r w:rsidRPr="009647FC">
              <w:rPr>
                <w:rtl/>
              </w:rPr>
              <w:t>شكت</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من</w:t>
            </w:r>
            <w:r>
              <w:rPr>
                <w:rtl/>
              </w:rPr>
              <w:t xml:space="preserve"> </w:t>
            </w:r>
            <w:r w:rsidRPr="009647FC">
              <w:rPr>
                <w:rtl/>
              </w:rPr>
              <w:t>بعد</w:t>
            </w:r>
            <w:r>
              <w:rPr>
                <w:rtl/>
              </w:rPr>
              <w:t xml:space="preserve"> </w:t>
            </w:r>
            <w:r w:rsidRPr="009647FC">
              <w:rPr>
                <w:rtl/>
              </w:rPr>
              <w:t>إنسانها</w:t>
            </w:r>
            <w:r>
              <w:rPr>
                <w:rtl/>
              </w:rPr>
              <w:t xml:space="preserve"> </w:t>
            </w:r>
            <w:r w:rsidRPr="009647FC">
              <w:rPr>
                <w:rtl/>
              </w:rPr>
              <w:t>عينُ</w:t>
            </w:r>
            <w:r>
              <w:rPr>
                <w:rtl/>
              </w:rPr>
              <w:t xml:space="preserve"> </w:t>
            </w:r>
            <w:r w:rsidRPr="009647FC">
              <w:rPr>
                <w:rtl/>
              </w:rPr>
              <w:t>الرجاء</w:t>
            </w:r>
            <w:r>
              <w:rPr>
                <w:rtl/>
              </w:rPr>
              <w:t xml:space="preserve"> </w:t>
            </w:r>
            <w:r w:rsidRPr="009647FC">
              <w:rPr>
                <w:rtl/>
              </w:rPr>
              <w:t>عمى</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ندبٌ</w:t>
            </w:r>
            <w:r>
              <w:rPr>
                <w:rtl/>
              </w:rPr>
              <w:t xml:space="preserve"> </w:t>
            </w:r>
            <w:r w:rsidRPr="009647FC">
              <w:rPr>
                <w:rtl/>
              </w:rPr>
              <w:t>به</w:t>
            </w:r>
            <w:r>
              <w:rPr>
                <w:rtl/>
              </w:rPr>
              <w:t xml:space="preserve"> </w:t>
            </w:r>
            <w:r w:rsidRPr="009647FC">
              <w:rPr>
                <w:rtl/>
              </w:rPr>
              <w:t>فتح</w:t>
            </w:r>
            <w:r>
              <w:rPr>
                <w:rtl/>
              </w:rPr>
              <w:t xml:space="preserve"> </w:t>
            </w:r>
            <w:r w:rsidRPr="009647FC">
              <w:rPr>
                <w:rtl/>
              </w:rPr>
              <w:t>المعروفُ</w:t>
            </w:r>
            <w:r>
              <w:rPr>
                <w:rtl/>
              </w:rPr>
              <w:t xml:space="preserve"> </w:t>
            </w:r>
            <w:r w:rsidRPr="009647FC">
              <w:rPr>
                <w:rtl/>
              </w:rPr>
              <w:t>ثانيةً</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من</w:t>
            </w:r>
            <w:r w:rsidR="004C00A8">
              <w:rPr>
                <w:rtl/>
              </w:rPr>
              <w:t xml:space="preserve"> </w:t>
            </w:r>
            <w:r w:rsidRPr="009647FC">
              <w:rPr>
                <w:rtl/>
              </w:rPr>
              <w:t>بعدما</w:t>
            </w:r>
            <w:r>
              <w:rPr>
                <w:rtl/>
              </w:rPr>
              <w:t xml:space="preserve"> </w:t>
            </w:r>
            <w:r w:rsidRPr="009647FC">
              <w:rPr>
                <w:rtl/>
              </w:rPr>
              <w:t>بأبيه</w:t>
            </w:r>
            <w:r>
              <w:rPr>
                <w:rtl/>
              </w:rPr>
              <w:t xml:space="preserve"> </w:t>
            </w:r>
            <w:r w:rsidRPr="009647FC">
              <w:rPr>
                <w:rtl/>
              </w:rPr>
              <w:t>أولاً</w:t>
            </w:r>
            <w:r>
              <w:rPr>
                <w:rtl/>
              </w:rPr>
              <w:t xml:space="preserve"> </w:t>
            </w:r>
            <w:r w:rsidRPr="009647FC">
              <w:rPr>
                <w:rtl/>
              </w:rPr>
              <w:t>حتما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م</w:t>
            </w:r>
            <w:r>
              <w:rPr>
                <w:rtl/>
              </w:rPr>
              <w:t>َ</w:t>
            </w:r>
            <w:r w:rsidRPr="009647FC">
              <w:rPr>
                <w:rtl/>
              </w:rPr>
              <w:t>نْ</w:t>
            </w:r>
            <w:r>
              <w:rPr>
                <w:rtl/>
              </w:rPr>
              <w:t xml:space="preserve"> </w:t>
            </w:r>
            <w:r w:rsidRPr="009647FC">
              <w:rPr>
                <w:rtl/>
              </w:rPr>
              <w:t>يلقهِ</w:t>
            </w:r>
            <w:r>
              <w:rPr>
                <w:rtl/>
              </w:rPr>
              <w:t xml:space="preserve"> </w:t>
            </w:r>
            <w:r w:rsidRPr="009647FC">
              <w:rPr>
                <w:rtl/>
              </w:rPr>
              <w:t>قال</w:t>
            </w:r>
            <w:r>
              <w:rPr>
                <w:rtl/>
              </w:rPr>
              <w:t xml:space="preserve"> </w:t>
            </w:r>
            <w:r w:rsidRPr="009647FC">
              <w:rPr>
                <w:rtl/>
              </w:rPr>
              <w:t>هذا</w:t>
            </w:r>
            <w:r>
              <w:rPr>
                <w:rtl/>
              </w:rPr>
              <w:t xml:space="preserve"> </w:t>
            </w:r>
            <w:r w:rsidRPr="009647FC">
              <w:rPr>
                <w:rtl/>
              </w:rPr>
              <w:t>في</w:t>
            </w:r>
            <w:r>
              <w:rPr>
                <w:rtl/>
              </w:rPr>
              <w:t xml:space="preserve"> </w:t>
            </w:r>
            <w:r w:rsidRPr="009647FC">
              <w:rPr>
                <w:rtl/>
              </w:rPr>
              <w:t>شمائله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Pr>
                <w:rtl/>
              </w:rPr>
              <w:t>(</w:t>
            </w:r>
            <w:r w:rsidRPr="009647FC">
              <w:rPr>
                <w:rtl/>
              </w:rPr>
              <w:t>محمدٌ</w:t>
            </w:r>
            <w:r>
              <w:rPr>
                <w:rtl/>
              </w:rPr>
              <w:t xml:space="preserve"> </w:t>
            </w:r>
            <w:r w:rsidRPr="009647FC">
              <w:rPr>
                <w:rtl/>
              </w:rPr>
              <w:t>صالحٌ</w:t>
            </w:r>
            <w:r>
              <w:rPr>
                <w:rtl/>
              </w:rPr>
              <w:t xml:space="preserve">) </w:t>
            </w:r>
            <w:r w:rsidRPr="009647FC">
              <w:rPr>
                <w:rtl/>
              </w:rPr>
              <w:t>أن</w:t>
            </w:r>
            <w:r>
              <w:rPr>
                <w:rtl/>
              </w:rPr>
              <w:t xml:space="preserve"> </w:t>
            </w:r>
            <w:r w:rsidRPr="009647FC">
              <w:rPr>
                <w:rtl/>
              </w:rPr>
              <w:t>يغتدي</w:t>
            </w:r>
            <w:r>
              <w:rPr>
                <w:rtl/>
              </w:rPr>
              <w:t xml:space="preserve"> </w:t>
            </w:r>
            <w:r w:rsidRPr="009647FC">
              <w:rPr>
                <w:rtl/>
              </w:rPr>
              <w:t>علما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حلوُ</w:t>
            </w:r>
            <w:r w:rsidR="004C00A8">
              <w:rPr>
                <w:rtl/>
              </w:rPr>
              <w:t xml:space="preserve"> </w:t>
            </w:r>
            <w:r w:rsidRPr="009647FC">
              <w:rPr>
                <w:rtl/>
              </w:rPr>
              <w:t>الخلائق</w:t>
            </w:r>
            <w:r>
              <w:rPr>
                <w:rtl/>
              </w:rPr>
              <w:t xml:space="preserve"> </w:t>
            </w:r>
            <w:r w:rsidRPr="009647FC">
              <w:rPr>
                <w:rtl/>
              </w:rPr>
              <w:t>في</w:t>
            </w:r>
            <w:r>
              <w:rPr>
                <w:rtl/>
              </w:rPr>
              <w:t xml:space="preserve"> </w:t>
            </w:r>
            <w:r w:rsidRPr="009647FC">
              <w:rPr>
                <w:rtl/>
              </w:rPr>
              <w:t>جيلٍ</w:t>
            </w:r>
            <w:r>
              <w:rPr>
                <w:rtl/>
              </w:rPr>
              <w:t xml:space="preserve"> </w:t>
            </w:r>
            <w:r w:rsidRPr="009647FC">
              <w:rPr>
                <w:rtl/>
              </w:rPr>
              <w:t>لهم</w:t>
            </w:r>
            <w:r>
              <w:rPr>
                <w:rtl/>
              </w:rPr>
              <w:t xml:space="preserve"> </w:t>
            </w:r>
            <w:r w:rsidRPr="009647FC">
              <w:rPr>
                <w:rtl/>
              </w:rPr>
              <w:t>خلقٌ</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لو</w:t>
            </w:r>
            <w:r w:rsidR="004C00A8">
              <w:rPr>
                <w:rtl/>
              </w:rPr>
              <w:t xml:space="preserve"> </w:t>
            </w:r>
            <w:r w:rsidRPr="009647FC">
              <w:rPr>
                <w:rtl/>
              </w:rPr>
              <w:t>مازج</w:t>
            </w:r>
            <w:r>
              <w:rPr>
                <w:rtl/>
              </w:rPr>
              <w:t xml:space="preserve"> </w:t>
            </w:r>
            <w:r w:rsidRPr="009647FC">
              <w:rPr>
                <w:rtl/>
              </w:rPr>
              <w:t>الكوثر</w:t>
            </w:r>
            <w:r>
              <w:rPr>
                <w:rtl/>
              </w:rPr>
              <w:t xml:space="preserve"> </w:t>
            </w:r>
            <w:r w:rsidRPr="009647FC">
              <w:rPr>
                <w:rtl/>
              </w:rPr>
              <w:t>الخلديّ</w:t>
            </w:r>
            <w:r>
              <w:rPr>
                <w:rtl/>
              </w:rPr>
              <w:t xml:space="preserve">َ </w:t>
            </w:r>
            <w:r w:rsidRPr="009647FC">
              <w:rPr>
                <w:rtl/>
              </w:rPr>
              <w:t>ما</w:t>
            </w:r>
            <w:r>
              <w:rPr>
                <w:rtl/>
              </w:rPr>
              <w:t xml:space="preserve"> </w:t>
            </w:r>
            <w:r w:rsidRPr="009647FC">
              <w:rPr>
                <w:rtl/>
              </w:rPr>
              <w:t>طعما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D03B7F" w:rsidRPr="00524A24" w:rsidTr="00D03B7F">
        <w:trPr>
          <w:trHeight w:val="350"/>
        </w:trPr>
        <w:tc>
          <w:tcPr>
            <w:tcW w:w="3902" w:type="dxa"/>
          </w:tcPr>
          <w:p w:rsidR="00D03B7F" w:rsidRPr="00524A24" w:rsidRDefault="00D03B7F" w:rsidP="00791A38">
            <w:pPr>
              <w:pStyle w:val="libPoem"/>
            </w:pPr>
            <w:r w:rsidRPr="009647FC">
              <w:rPr>
                <w:rtl/>
              </w:rPr>
              <w:lastRenderedPageBreak/>
              <w:t>ما</w:t>
            </w:r>
            <w:r>
              <w:rPr>
                <w:rtl/>
              </w:rPr>
              <w:t xml:space="preserve"> </w:t>
            </w:r>
            <w:r w:rsidRPr="009647FC">
              <w:rPr>
                <w:rtl/>
              </w:rPr>
              <w:t>شاهدتْ</w:t>
            </w:r>
            <w:r>
              <w:rPr>
                <w:rtl/>
              </w:rPr>
              <w:t xml:space="preserve"> </w:t>
            </w:r>
            <w:r w:rsidRPr="009647FC">
              <w:rPr>
                <w:rtl/>
              </w:rPr>
              <w:t>عظماءُ</w:t>
            </w:r>
            <w:r>
              <w:rPr>
                <w:rtl/>
              </w:rPr>
              <w:t xml:space="preserve"> </w:t>
            </w:r>
            <w:r w:rsidRPr="009647FC">
              <w:rPr>
                <w:rtl/>
              </w:rPr>
              <w:t>الأرض</w:t>
            </w:r>
            <w:r>
              <w:rPr>
                <w:rtl/>
              </w:rPr>
              <w:t xml:space="preserve"> </w:t>
            </w:r>
            <w:r w:rsidRPr="009647FC">
              <w:rPr>
                <w:rtl/>
              </w:rPr>
              <w:t>هيبته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إلاّ</w:t>
            </w:r>
            <w:r w:rsidR="004C00A8">
              <w:rPr>
                <w:rtl/>
              </w:rPr>
              <w:t xml:space="preserve"> </w:t>
            </w:r>
            <w:r w:rsidRPr="009647FC">
              <w:rPr>
                <w:rtl/>
              </w:rPr>
              <w:t>وطأطأت</w:t>
            </w:r>
            <w:r>
              <w:rPr>
                <w:rtl/>
              </w:rPr>
              <w:t xml:space="preserve"> </w:t>
            </w:r>
            <w:r w:rsidRPr="009647FC">
              <w:rPr>
                <w:rtl/>
              </w:rPr>
              <w:t>الأعناق</w:t>
            </w:r>
            <w:r>
              <w:rPr>
                <w:rtl/>
              </w:rPr>
              <w:t xml:space="preserve"> </w:t>
            </w:r>
            <w:r w:rsidRPr="009647FC">
              <w:rPr>
                <w:rtl/>
              </w:rPr>
              <w:t>والقمما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والمشتري</w:t>
            </w:r>
            <w:r w:rsidR="004C00A8">
              <w:rPr>
                <w:rtl/>
              </w:rPr>
              <w:t xml:space="preserve"> </w:t>
            </w:r>
            <w:r w:rsidRPr="009647FC">
              <w:rPr>
                <w:rtl/>
              </w:rPr>
              <w:t>الحمد</w:t>
            </w:r>
            <w:r>
              <w:rPr>
                <w:rtl/>
              </w:rPr>
              <w:t xml:space="preserve"> </w:t>
            </w:r>
            <w:r w:rsidRPr="009647FC">
              <w:rPr>
                <w:rtl/>
              </w:rPr>
              <w:t>والأشرافُ</w:t>
            </w:r>
            <w:r>
              <w:rPr>
                <w:rtl/>
              </w:rPr>
              <w:t xml:space="preserve"> </w:t>
            </w:r>
            <w:r w:rsidRPr="009647FC">
              <w:rPr>
                <w:rtl/>
              </w:rPr>
              <w:t>أكسبها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لجوهر</w:t>
            </w:r>
            <w:r w:rsidR="004C00A8">
              <w:rPr>
                <w:rtl/>
              </w:rPr>
              <w:t xml:space="preserve"> </w:t>
            </w:r>
            <w:r w:rsidRPr="009647FC">
              <w:rPr>
                <w:rtl/>
              </w:rPr>
              <w:t>الحمد</w:t>
            </w:r>
            <w:r>
              <w:rPr>
                <w:rtl/>
              </w:rPr>
              <w:t xml:space="preserve"> </w:t>
            </w:r>
            <w:r w:rsidRPr="009647FC">
              <w:rPr>
                <w:rtl/>
              </w:rPr>
              <w:t>أغلاها</w:t>
            </w:r>
            <w:r>
              <w:rPr>
                <w:rtl/>
              </w:rPr>
              <w:t xml:space="preserve"> </w:t>
            </w:r>
            <w:r w:rsidRPr="009647FC">
              <w:rPr>
                <w:rtl/>
              </w:rPr>
              <w:t>به</w:t>
            </w:r>
            <w:r>
              <w:rPr>
                <w:rtl/>
              </w:rPr>
              <w:t xml:space="preserve"> </w:t>
            </w:r>
            <w:r w:rsidRPr="009647FC">
              <w:rPr>
                <w:rtl/>
              </w:rPr>
              <w:t>قيما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م</w:t>
            </w:r>
            <w:r w:rsidRPr="00B371C6">
              <w:rPr>
                <w:rtl/>
              </w:rPr>
              <w:t>َ</w:t>
            </w:r>
            <w:r w:rsidRPr="009647FC">
              <w:rPr>
                <w:rtl/>
              </w:rPr>
              <w:t>نْ</w:t>
            </w:r>
            <w:r w:rsidR="004C00A8">
              <w:rPr>
                <w:rtl/>
              </w:rPr>
              <w:t xml:space="preserve"> </w:t>
            </w:r>
            <w:r w:rsidRPr="009647FC">
              <w:rPr>
                <w:rtl/>
              </w:rPr>
              <w:t>لو</w:t>
            </w:r>
            <w:r>
              <w:rPr>
                <w:rtl/>
              </w:rPr>
              <w:t xml:space="preserve"> </w:t>
            </w:r>
            <w:r w:rsidRPr="009647FC">
              <w:rPr>
                <w:rtl/>
              </w:rPr>
              <w:t>يجود</w:t>
            </w:r>
            <w:r>
              <w:rPr>
                <w:rtl/>
              </w:rPr>
              <w:t xml:space="preserve"> </w:t>
            </w:r>
            <w:r w:rsidRPr="009647FC">
              <w:rPr>
                <w:rtl/>
              </w:rPr>
              <w:t>لعافٍ</w:t>
            </w:r>
            <w:r>
              <w:rPr>
                <w:rtl/>
              </w:rPr>
              <w:t xml:space="preserve"> </w:t>
            </w:r>
            <w:r w:rsidRPr="009647FC">
              <w:rPr>
                <w:rtl/>
              </w:rPr>
              <w:t>في</w:t>
            </w:r>
            <w:r>
              <w:rPr>
                <w:rtl/>
              </w:rPr>
              <w:t xml:space="preserve"> </w:t>
            </w:r>
            <w:r w:rsidRPr="009647FC">
              <w:rPr>
                <w:rtl/>
              </w:rPr>
              <w:t>نقيبته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لم</w:t>
            </w:r>
            <w:r>
              <w:rPr>
                <w:rtl/>
              </w:rPr>
              <w:t xml:space="preserve"> </w:t>
            </w:r>
            <w:r w:rsidRPr="009647FC">
              <w:rPr>
                <w:rtl/>
              </w:rPr>
              <w:t>يقرع</w:t>
            </w:r>
            <w:r>
              <w:rPr>
                <w:rtl/>
              </w:rPr>
              <w:t xml:space="preserve"> </w:t>
            </w:r>
            <w:r w:rsidRPr="009647FC">
              <w:rPr>
                <w:rtl/>
              </w:rPr>
              <w:t>السنّ</w:t>
            </w:r>
            <w:r>
              <w:rPr>
                <w:rtl/>
              </w:rPr>
              <w:t xml:space="preserve">َ </w:t>
            </w:r>
            <w:r w:rsidRPr="009647FC">
              <w:rPr>
                <w:rtl/>
              </w:rPr>
              <w:t>في</w:t>
            </w:r>
            <w:r>
              <w:rPr>
                <w:rtl/>
              </w:rPr>
              <w:t xml:space="preserve"> </w:t>
            </w:r>
            <w:r w:rsidRPr="009647FC">
              <w:rPr>
                <w:rtl/>
              </w:rPr>
              <w:t>آثارها</w:t>
            </w:r>
            <w:r>
              <w:rPr>
                <w:rtl/>
              </w:rPr>
              <w:t xml:space="preserve"> </w:t>
            </w:r>
            <w:r w:rsidRPr="009647FC">
              <w:rPr>
                <w:rtl/>
              </w:rPr>
              <w:t>ندما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لو</w:t>
            </w:r>
            <w:r w:rsidR="004C00A8">
              <w:rPr>
                <w:rtl/>
              </w:rPr>
              <w:t xml:space="preserve"> </w:t>
            </w:r>
            <w:r w:rsidRPr="009647FC">
              <w:rPr>
                <w:rtl/>
              </w:rPr>
              <w:t>قال</w:t>
            </w:r>
            <w:r>
              <w:rPr>
                <w:rtl/>
              </w:rPr>
              <w:t xml:space="preserve"> </w:t>
            </w:r>
            <w:r w:rsidRPr="009647FC">
              <w:rPr>
                <w:rtl/>
              </w:rPr>
              <w:t>قومٌ</w:t>
            </w:r>
            <w:r>
              <w:rPr>
                <w:rtl/>
              </w:rPr>
              <w:t xml:space="preserve"> </w:t>
            </w:r>
            <w:r w:rsidRPr="009647FC">
              <w:rPr>
                <w:rtl/>
              </w:rPr>
              <w:t>نرى</w:t>
            </w:r>
            <w:r>
              <w:rPr>
                <w:rtl/>
              </w:rPr>
              <w:t xml:space="preserve"> </w:t>
            </w:r>
            <w:r w:rsidRPr="009647FC">
              <w:rPr>
                <w:rtl/>
              </w:rPr>
              <w:t>بالجود</w:t>
            </w:r>
            <w:r>
              <w:rPr>
                <w:rtl/>
              </w:rPr>
              <w:t xml:space="preserve"> </w:t>
            </w:r>
            <w:r w:rsidRPr="009647FC">
              <w:rPr>
                <w:rtl/>
              </w:rPr>
              <w:t>مشبهه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لقلتُ</w:t>
            </w:r>
            <w:r>
              <w:rPr>
                <w:rtl/>
              </w:rPr>
              <w:t xml:space="preserve"> </w:t>
            </w:r>
            <w:r w:rsidRPr="009647FC">
              <w:rPr>
                <w:rtl/>
              </w:rPr>
              <w:t>هاتوا</w:t>
            </w:r>
            <w:r>
              <w:rPr>
                <w:rtl/>
              </w:rPr>
              <w:t xml:space="preserve"> </w:t>
            </w:r>
            <w:r w:rsidRPr="009647FC">
              <w:rPr>
                <w:rtl/>
              </w:rPr>
              <w:t>وعدُّوا</w:t>
            </w:r>
            <w:r>
              <w:rPr>
                <w:rtl/>
              </w:rPr>
              <w:t xml:space="preserve"> </w:t>
            </w:r>
            <w:r w:rsidRPr="009647FC">
              <w:rPr>
                <w:rtl/>
              </w:rPr>
              <w:t>العرب</w:t>
            </w:r>
            <w:r>
              <w:rPr>
                <w:rtl/>
              </w:rPr>
              <w:t xml:space="preserve"> </w:t>
            </w:r>
            <w:r w:rsidRPr="009647FC">
              <w:rPr>
                <w:rtl/>
              </w:rPr>
              <w:t>والعجما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أستغفرُ</w:t>
            </w:r>
            <w:r w:rsidR="004C00A8">
              <w:rPr>
                <w:rtl/>
              </w:rPr>
              <w:t xml:space="preserve"> </w:t>
            </w:r>
            <w:r w:rsidRPr="009647FC">
              <w:rPr>
                <w:rtl/>
              </w:rPr>
              <w:t>الله</w:t>
            </w:r>
            <w:r>
              <w:rPr>
                <w:rtl/>
              </w:rPr>
              <w:t xml:space="preserve"> </w:t>
            </w:r>
            <w:r w:rsidRPr="009647FC">
              <w:rPr>
                <w:rtl/>
              </w:rPr>
              <w:t>إنْ</w:t>
            </w:r>
            <w:r>
              <w:rPr>
                <w:rtl/>
              </w:rPr>
              <w:t xml:space="preserve"> </w:t>
            </w:r>
            <w:r w:rsidRPr="009647FC">
              <w:rPr>
                <w:rtl/>
              </w:rPr>
              <w:t>شبّ</w:t>
            </w:r>
            <w:r w:rsidRPr="00B371C6">
              <w:rPr>
                <w:rtl/>
              </w:rPr>
              <w:t>َ</w:t>
            </w:r>
            <w:r w:rsidRPr="009647FC">
              <w:rPr>
                <w:rtl/>
              </w:rPr>
              <w:t>هت</w:t>
            </w:r>
            <w:r>
              <w:rPr>
                <w:rtl/>
              </w:rPr>
              <w:t xml:space="preserve"> </w:t>
            </w:r>
            <w:r w:rsidRPr="009647FC">
              <w:rPr>
                <w:rtl/>
              </w:rPr>
              <w:t>أنمله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بالقطر</w:t>
            </w:r>
            <w:r w:rsidR="004C00A8">
              <w:rPr>
                <w:rtl/>
              </w:rPr>
              <w:t xml:space="preserve"> </w:t>
            </w:r>
            <w:r w:rsidRPr="009647FC">
              <w:rPr>
                <w:rtl/>
              </w:rPr>
              <w:t>منسجماً</w:t>
            </w:r>
            <w:r>
              <w:rPr>
                <w:rtl/>
              </w:rPr>
              <w:t xml:space="preserve"> </w:t>
            </w:r>
            <w:r w:rsidRPr="009647FC">
              <w:rPr>
                <w:rtl/>
              </w:rPr>
              <w:t>والبحر</w:t>
            </w:r>
            <w:r>
              <w:rPr>
                <w:rtl/>
              </w:rPr>
              <w:t xml:space="preserve"> </w:t>
            </w:r>
            <w:r w:rsidRPr="009647FC">
              <w:rPr>
                <w:rtl/>
              </w:rPr>
              <w:t>ملتطما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نعم</w:t>
            </w:r>
            <w:r>
              <w:rPr>
                <w:rtl/>
              </w:rPr>
              <w:t xml:space="preserve"> </w:t>
            </w:r>
            <w:r w:rsidRPr="009647FC">
              <w:rPr>
                <w:rtl/>
              </w:rPr>
              <w:t>حكاه</w:t>
            </w:r>
            <w:r>
              <w:rPr>
                <w:rtl/>
              </w:rPr>
              <w:t xml:space="preserve"> </w:t>
            </w:r>
            <w:r w:rsidRPr="009647FC">
              <w:rPr>
                <w:rtl/>
              </w:rPr>
              <w:t>أخوه</w:t>
            </w:r>
            <w:r>
              <w:rPr>
                <w:rtl/>
              </w:rPr>
              <w:t xml:space="preserve"> </w:t>
            </w:r>
            <w:r w:rsidRPr="009647FC">
              <w:rPr>
                <w:rtl/>
              </w:rPr>
              <w:t>م</w:t>
            </w:r>
            <w:r w:rsidRPr="00B371C6">
              <w:rPr>
                <w:rtl/>
              </w:rPr>
              <w:t>َ</w:t>
            </w:r>
            <w:r w:rsidRPr="009647FC">
              <w:rPr>
                <w:rtl/>
              </w:rPr>
              <w:t>نْ</w:t>
            </w:r>
            <w:r>
              <w:rPr>
                <w:rtl/>
              </w:rPr>
              <w:t xml:space="preserve"> </w:t>
            </w:r>
            <w:r w:rsidRPr="009647FC">
              <w:rPr>
                <w:rtl/>
              </w:rPr>
              <w:t>به</w:t>
            </w:r>
            <w:r>
              <w:rPr>
                <w:rtl/>
              </w:rPr>
              <w:t xml:space="preserve"> </w:t>
            </w:r>
            <w:r w:rsidRPr="009647FC">
              <w:rPr>
                <w:rtl/>
              </w:rPr>
              <w:t>ظهرت</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مخائلٌ</w:t>
            </w:r>
            <w:r>
              <w:rPr>
                <w:rtl/>
              </w:rPr>
              <w:t xml:space="preserve"> </w:t>
            </w:r>
            <w:r w:rsidRPr="009647FC">
              <w:rPr>
                <w:rtl/>
              </w:rPr>
              <w:t>من</w:t>
            </w:r>
            <w:r>
              <w:rPr>
                <w:rtl/>
              </w:rPr>
              <w:t xml:space="preserve"> </w:t>
            </w:r>
            <w:r w:rsidRPr="009647FC">
              <w:rPr>
                <w:rtl/>
              </w:rPr>
              <w:t>أبيه</w:t>
            </w:r>
            <w:r>
              <w:rPr>
                <w:rtl/>
              </w:rPr>
              <w:t xml:space="preserve"> </w:t>
            </w:r>
            <w:r w:rsidRPr="009647FC">
              <w:rPr>
                <w:rtl/>
              </w:rPr>
              <w:t>تفضح</w:t>
            </w:r>
            <w:r>
              <w:rPr>
                <w:rtl/>
              </w:rPr>
              <w:t xml:space="preserve"> </w:t>
            </w:r>
            <w:r w:rsidRPr="009647FC">
              <w:rPr>
                <w:rtl/>
              </w:rPr>
              <w:t>الديما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Pr>
                <w:rtl/>
              </w:rPr>
              <w:t>(</w:t>
            </w:r>
            <w:r w:rsidRPr="009647FC">
              <w:rPr>
                <w:rtl/>
              </w:rPr>
              <w:t>محمدٌ</w:t>
            </w:r>
            <w:r>
              <w:rPr>
                <w:rtl/>
              </w:rPr>
              <w:t xml:space="preserve">) </w:t>
            </w:r>
            <w:r w:rsidRPr="009647FC">
              <w:rPr>
                <w:rtl/>
              </w:rPr>
              <w:t>وكفى</w:t>
            </w:r>
            <w:r>
              <w:rPr>
                <w:rtl/>
              </w:rPr>
              <w:t xml:space="preserve"> </w:t>
            </w:r>
            <w:r w:rsidRPr="009647FC">
              <w:rPr>
                <w:rtl/>
              </w:rPr>
              <w:t>أنّ</w:t>
            </w:r>
            <w:r>
              <w:rPr>
                <w:rtl/>
              </w:rPr>
              <w:t xml:space="preserve"> </w:t>
            </w:r>
            <w:r w:rsidRPr="009647FC">
              <w:rPr>
                <w:rtl/>
              </w:rPr>
              <w:t>الزمان</w:t>
            </w:r>
            <w:r>
              <w:rPr>
                <w:rtl/>
              </w:rPr>
              <w:t xml:space="preserve"> </w:t>
            </w:r>
            <w:r w:rsidRPr="009647FC">
              <w:rPr>
                <w:rtl/>
              </w:rPr>
              <w:t>لنا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عن</w:t>
            </w:r>
            <w:r w:rsidR="004C00A8">
              <w:rPr>
                <w:rtl/>
              </w:rPr>
              <w:t xml:space="preserve"> </w:t>
            </w:r>
            <w:r w:rsidRPr="009647FC">
              <w:rPr>
                <w:rtl/>
              </w:rPr>
              <w:t>منظرٍ</w:t>
            </w:r>
            <w:r>
              <w:rPr>
                <w:rtl/>
              </w:rPr>
              <w:t xml:space="preserve"> </w:t>
            </w:r>
            <w:r w:rsidRPr="009647FC">
              <w:rPr>
                <w:rtl/>
              </w:rPr>
              <w:t>حسنٍ</w:t>
            </w:r>
            <w:r>
              <w:rPr>
                <w:rtl/>
              </w:rPr>
              <w:t xml:space="preserve"> </w:t>
            </w:r>
            <w:r w:rsidRPr="009647FC">
              <w:rPr>
                <w:rtl/>
              </w:rPr>
              <w:t>منه</w:t>
            </w:r>
            <w:r>
              <w:rPr>
                <w:rtl/>
              </w:rPr>
              <w:t xml:space="preserve"> </w:t>
            </w:r>
            <w:r w:rsidRPr="009647FC">
              <w:rPr>
                <w:rtl/>
              </w:rPr>
              <w:t>قد</w:t>
            </w:r>
            <w:r>
              <w:rPr>
                <w:rtl/>
              </w:rPr>
              <w:t xml:space="preserve"> </w:t>
            </w:r>
            <w:r w:rsidRPr="009647FC">
              <w:rPr>
                <w:rtl/>
              </w:rPr>
              <w:t>ابتسما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إذا</w:t>
            </w:r>
            <w:r>
              <w:rPr>
                <w:rtl/>
              </w:rPr>
              <w:t xml:space="preserve"> </w:t>
            </w:r>
            <w:r w:rsidRPr="009647FC">
              <w:rPr>
                <w:rtl/>
              </w:rPr>
              <w:t>بدا</w:t>
            </w:r>
            <w:r>
              <w:rPr>
                <w:rtl/>
              </w:rPr>
              <w:t xml:space="preserve"> </w:t>
            </w:r>
            <w:r w:rsidRPr="009647FC">
              <w:rPr>
                <w:rtl/>
              </w:rPr>
              <w:t>سمت</w:t>
            </w:r>
            <w:r>
              <w:rPr>
                <w:rtl/>
              </w:rPr>
              <w:t xml:space="preserve"> </w:t>
            </w:r>
            <w:r w:rsidRPr="009647FC">
              <w:rPr>
                <w:rtl/>
              </w:rPr>
              <w:t>الألحاظ</w:t>
            </w:r>
            <w:r>
              <w:rPr>
                <w:rtl/>
              </w:rPr>
              <w:t xml:space="preserve"> </w:t>
            </w:r>
            <w:r w:rsidRPr="009647FC">
              <w:rPr>
                <w:rtl/>
              </w:rPr>
              <w:t>ترمقه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تخاله</w:t>
            </w:r>
            <w:r>
              <w:rPr>
                <w:rtl/>
              </w:rPr>
              <w:t xml:space="preserve"> </w:t>
            </w:r>
            <w:r w:rsidRPr="009647FC">
              <w:rPr>
                <w:rtl/>
              </w:rPr>
              <w:t>بهلال</w:t>
            </w:r>
            <w:r>
              <w:rPr>
                <w:rtl/>
              </w:rPr>
              <w:t xml:space="preserve"> </w:t>
            </w:r>
            <w:r w:rsidRPr="009647FC">
              <w:rPr>
                <w:rtl/>
              </w:rPr>
              <w:t>العيد</w:t>
            </w:r>
            <w:r>
              <w:rPr>
                <w:rtl/>
              </w:rPr>
              <w:t xml:space="preserve"> </w:t>
            </w:r>
            <w:r w:rsidRPr="009647FC">
              <w:rPr>
                <w:rtl/>
              </w:rPr>
              <w:t>ملتثما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من</w:t>
            </w:r>
            <w:r w:rsidR="004C00A8">
              <w:rPr>
                <w:rtl/>
              </w:rPr>
              <w:t xml:space="preserve"> </w:t>
            </w:r>
            <w:r w:rsidRPr="009647FC">
              <w:rPr>
                <w:rtl/>
              </w:rPr>
              <w:t>لفظه</w:t>
            </w:r>
            <w:r>
              <w:rPr>
                <w:rtl/>
              </w:rPr>
              <w:t xml:space="preserve"> </w:t>
            </w:r>
            <w:r w:rsidRPr="009647FC">
              <w:rPr>
                <w:rtl/>
              </w:rPr>
              <w:t>العذب</w:t>
            </w:r>
            <w:r>
              <w:rPr>
                <w:rtl/>
              </w:rPr>
              <w:t xml:space="preserve"> </w:t>
            </w:r>
            <w:r w:rsidRPr="009647FC">
              <w:rPr>
                <w:rtl/>
              </w:rPr>
              <w:t>إن</w:t>
            </w:r>
            <w:r>
              <w:rPr>
                <w:rtl/>
              </w:rPr>
              <w:t xml:space="preserve"> </w:t>
            </w:r>
            <w:r w:rsidRPr="009647FC">
              <w:rPr>
                <w:rtl/>
              </w:rPr>
              <w:t>شئت</w:t>
            </w:r>
            <w:r>
              <w:rPr>
                <w:rtl/>
              </w:rPr>
              <w:t xml:space="preserve"> </w:t>
            </w:r>
            <w:r w:rsidRPr="009647FC">
              <w:rPr>
                <w:rtl/>
              </w:rPr>
              <w:t>التقط</w:t>
            </w:r>
            <w:r>
              <w:rPr>
                <w:rtl/>
              </w:rPr>
              <w:t xml:space="preserve"> </w:t>
            </w:r>
            <w:r w:rsidRPr="009647FC">
              <w:rPr>
                <w:rtl/>
              </w:rPr>
              <w:t>دررا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أو</w:t>
            </w:r>
            <w:r>
              <w:rPr>
                <w:rtl/>
              </w:rPr>
              <w:t xml:space="preserve"> </w:t>
            </w:r>
            <w:r w:rsidRPr="009647FC">
              <w:rPr>
                <w:rtl/>
              </w:rPr>
              <w:t>فاقتطف</w:t>
            </w:r>
            <w:r>
              <w:rPr>
                <w:rtl/>
              </w:rPr>
              <w:t xml:space="preserve"> </w:t>
            </w:r>
            <w:r w:rsidRPr="009647FC">
              <w:rPr>
                <w:rtl/>
              </w:rPr>
              <w:t>زهراً</w:t>
            </w:r>
            <w:r>
              <w:rPr>
                <w:rtl/>
              </w:rPr>
              <w:t xml:space="preserve"> </w:t>
            </w:r>
            <w:r w:rsidRPr="009647FC">
              <w:rPr>
                <w:rtl/>
              </w:rPr>
              <w:t>أو</w:t>
            </w:r>
            <w:r>
              <w:rPr>
                <w:rtl/>
              </w:rPr>
              <w:t xml:space="preserve"> </w:t>
            </w:r>
            <w:r w:rsidRPr="009647FC">
              <w:rPr>
                <w:rtl/>
              </w:rPr>
              <w:t>فاقتبس</w:t>
            </w:r>
            <w:r>
              <w:rPr>
                <w:rtl/>
              </w:rPr>
              <w:t xml:space="preserve"> </w:t>
            </w:r>
            <w:r w:rsidRPr="009647FC">
              <w:rPr>
                <w:rtl/>
              </w:rPr>
              <w:t>حكما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فاهتف</w:t>
            </w:r>
            <w:r w:rsidR="004C00A8">
              <w:rPr>
                <w:rtl/>
              </w:rPr>
              <w:t xml:space="preserve"> </w:t>
            </w:r>
            <w:r w:rsidRPr="009647FC">
              <w:rPr>
                <w:rtl/>
              </w:rPr>
              <w:t>بم</w:t>
            </w:r>
            <w:r>
              <w:rPr>
                <w:rtl/>
              </w:rPr>
              <w:t>َ</w:t>
            </w:r>
            <w:r w:rsidRPr="009647FC">
              <w:rPr>
                <w:rtl/>
              </w:rPr>
              <w:t>نْ</w:t>
            </w:r>
            <w:r>
              <w:rPr>
                <w:rtl/>
              </w:rPr>
              <w:t xml:space="preserve"> </w:t>
            </w:r>
            <w:r w:rsidRPr="009647FC">
              <w:rPr>
                <w:rtl/>
              </w:rPr>
              <w:t>مات</w:t>
            </w:r>
            <w:r>
              <w:rPr>
                <w:rtl/>
              </w:rPr>
              <w:t xml:space="preserve"> </w:t>
            </w:r>
            <w:r w:rsidRPr="009647FC">
              <w:rPr>
                <w:rtl/>
              </w:rPr>
              <w:t>من</w:t>
            </w:r>
            <w:r>
              <w:rPr>
                <w:rtl/>
              </w:rPr>
              <w:t xml:space="preserve"> </w:t>
            </w:r>
            <w:r w:rsidRPr="009647FC">
              <w:rPr>
                <w:rtl/>
              </w:rPr>
              <w:t>أهل</w:t>
            </w:r>
            <w:r>
              <w:rPr>
                <w:rtl/>
              </w:rPr>
              <w:t xml:space="preserve"> </w:t>
            </w:r>
            <w:r w:rsidRPr="009647FC">
              <w:rPr>
                <w:rtl/>
              </w:rPr>
              <w:t>العلاء</w:t>
            </w:r>
            <w:r>
              <w:rPr>
                <w:rtl/>
              </w:rPr>
              <w:t xml:space="preserve"> </w:t>
            </w:r>
            <w:r w:rsidRPr="009647FC">
              <w:rPr>
                <w:rtl/>
              </w:rPr>
              <w:t>وقل</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لولا</w:t>
            </w:r>
            <w:r>
              <w:rPr>
                <w:rtl/>
              </w:rPr>
              <w:t xml:space="preserve"> </w:t>
            </w:r>
            <w:r w:rsidRPr="009647FC">
              <w:rPr>
                <w:rtl/>
              </w:rPr>
              <w:t>الردى</w:t>
            </w:r>
            <w:r>
              <w:rPr>
                <w:rtl/>
              </w:rPr>
              <w:t xml:space="preserve"> </w:t>
            </w:r>
            <w:r w:rsidRPr="009647FC">
              <w:rPr>
                <w:rtl/>
              </w:rPr>
              <w:t>لا</w:t>
            </w:r>
            <w:r>
              <w:rPr>
                <w:rtl/>
              </w:rPr>
              <w:t xml:space="preserve"> </w:t>
            </w:r>
            <w:r w:rsidRPr="009647FC">
              <w:rPr>
                <w:rtl/>
              </w:rPr>
              <w:t>افتضحتم</w:t>
            </w:r>
            <w:r>
              <w:rPr>
                <w:rtl/>
              </w:rPr>
              <w:t xml:space="preserve"> </w:t>
            </w:r>
            <w:r w:rsidRPr="009647FC">
              <w:rPr>
                <w:rtl/>
              </w:rPr>
              <w:t>فاشكروا</w:t>
            </w:r>
            <w:r>
              <w:rPr>
                <w:rtl/>
              </w:rPr>
              <w:t xml:space="preserve"> </w:t>
            </w:r>
            <w:r w:rsidRPr="009647FC">
              <w:rPr>
                <w:rtl/>
              </w:rPr>
              <w:t>الرجما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قد</w:t>
            </w:r>
            <w:r>
              <w:rPr>
                <w:rtl/>
              </w:rPr>
              <w:t xml:space="preserve"> </w:t>
            </w:r>
            <w:r w:rsidRPr="009647FC">
              <w:rPr>
                <w:rtl/>
              </w:rPr>
              <w:t>أطلع</w:t>
            </w:r>
            <w:r>
              <w:rPr>
                <w:rtl/>
              </w:rPr>
              <w:t xml:space="preserve"> </w:t>
            </w:r>
            <w:r w:rsidRPr="009647FC">
              <w:rPr>
                <w:rtl/>
              </w:rPr>
              <w:t>المجدُ</w:t>
            </w:r>
            <w:r>
              <w:rPr>
                <w:rtl/>
              </w:rPr>
              <w:t xml:space="preserve"> </w:t>
            </w:r>
            <w:r w:rsidRPr="009647FC">
              <w:rPr>
                <w:rtl/>
              </w:rPr>
              <w:t>في</w:t>
            </w:r>
            <w:r>
              <w:rPr>
                <w:rtl/>
              </w:rPr>
              <w:t xml:space="preserve"> </w:t>
            </w:r>
            <w:r w:rsidRPr="009647FC">
              <w:rPr>
                <w:rtl/>
              </w:rPr>
              <w:t>أفق</w:t>
            </w:r>
            <w:r>
              <w:rPr>
                <w:rtl/>
              </w:rPr>
              <w:t xml:space="preserve"> </w:t>
            </w:r>
            <w:r w:rsidRPr="009647FC">
              <w:rPr>
                <w:rtl/>
              </w:rPr>
              <w:t>العُلى</w:t>
            </w:r>
            <w:r>
              <w:rPr>
                <w:rtl/>
              </w:rPr>
              <w:t xml:space="preserve"> </w:t>
            </w:r>
            <w:r w:rsidRPr="009647FC">
              <w:rPr>
                <w:rtl/>
              </w:rPr>
              <w:t>قمرا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يا</w:t>
            </w:r>
            <w:r w:rsidR="004C00A8">
              <w:rPr>
                <w:rtl/>
              </w:rPr>
              <w:t xml:space="preserve"> </w:t>
            </w:r>
            <w:r w:rsidRPr="009647FC">
              <w:rPr>
                <w:rtl/>
              </w:rPr>
              <w:t>فرحة</w:t>
            </w:r>
            <w:r>
              <w:rPr>
                <w:rtl/>
              </w:rPr>
              <w:t xml:space="preserve"> </w:t>
            </w:r>
            <w:r w:rsidRPr="009647FC">
              <w:rPr>
                <w:rtl/>
              </w:rPr>
              <w:t>الشهب</w:t>
            </w:r>
            <w:r>
              <w:rPr>
                <w:rtl/>
              </w:rPr>
              <w:t xml:space="preserve"> </w:t>
            </w:r>
            <w:r w:rsidRPr="009647FC">
              <w:rPr>
                <w:rtl/>
              </w:rPr>
              <w:t>لو</w:t>
            </w:r>
            <w:r>
              <w:rPr>
                <w:rtl/>
              </w:rPr>
              <w:t xml:space="preserve"> </w:t>
            </w:r>
            <w:r w:rsidRPr="009647FC">
              <w:rPr>
                <w:rtl/>
              </w:rPr>
              <w:t>تغدو</w:t>
            </w:r>
            <w:r>
              <w:rPr>
                <w:rtl/>
              </w:rPr>
              <w:t xml:space="preserve"> </w:t>
            </w:r>
            <w:r w:rsidRPr="009647FC">
              <w:rPr>
                <w:rtl/>
              </w:rPr>
              <w:t>له</w:t>
            </w:r>
            <w:r>
              <w:rPr>
                <w:rtl/>
              </w:rPr>
              <w:t xml:space="preserve"> </w:t>
            </w:r>
            <w:r w:rsidRPr="009647FC">
              <w:rPr>
                <w:rtl/>
              </w:rPr>
              <w:t>خدما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أمات</w:t>
            </w:r>
            <w:r>
              <w:rPr>
                <w:rtl/>
              </w:rPr>
              <w:t xml:space="preserve"> </w:t>
            </w:r>
            <w:r w:rsidRPr="009647FC">
              <w:rPr>
                <w:rtl/>
              </w:rPr>
              <w:t>نشر</w:t>
            </w:r>
            <w:r>
              <w:rPr>
                <w:rtl/>
              </w:rPr>
              <w:t xml:space="preserve"> </w:t>
            </w:r>
            <w:r w:rsidRPr="009647FC">
              <w:rPr>
                <w:rtl/>
              </w:rPr>
              <w:t>مساعيه</w:t>
            </w:r>
            <w:r>
              <w:rPr>
                <w:rtl/>
              </w:rPr>
              <w:t xml:space="preserve"> </w:t>
            </w:r>
            <w:r w:rsidRPr="009647FC">
              <w:rPr>
                <w:rtl/>
              </w:rPr>
              <w:t>مساعيكم</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حتى</w:t>
            </w:r>
            <w:r w:rsidR="004C00A8">
              <w:rPr>
                <w:rtl/>
              </w:rPr>
              <w:t xml:space="preserve"> </w:t>
            </w:r>
            <w:r w:rsidRPr="009647FC">
              <w:rPr>
                <w:rtl/>
              </w:rPr>
              <w:t>انطوت</w:t>
            </w:r>
            <w:r>
              <w:rPr>
                <w:rtl/>
              </w:rPr>
              <w:t xml:space="preserve"> </w:t>
            </w:r>
            <w:r w:rsidRPr="009647FC">
              <w:rPr>
                <w:rtl/>
              </w:rPr>
              <w:t>مثلكم</w:t>
            </w:r>
            <w:r>
              <w:rPr>
                <w:rtl/>
              </w:rPr>
              <w:t xml:space="preserve"> </w:t>
            </w:r>
            <w:r w:rsidRPr="009647FC">
              <w:rPr>
                <w:rtl/>
              </w:rPr>
              <w:t>تحت</w:t>
            </w:r>
            <w:r>
              <w:rPr>
                <w:rtl/>
              </w:rPr>
              <w:t xml:space="preserve"> </w:t>
            </w:r>
            <w:r w:rsidRPr="009647FC">
              <w:rPr>
                <w:rtl/>
              </w:rPr>
              <w:t>الثرى</w:t>
            </w:r>
            <w:r>
              <w:rPr>
                <w:rtl/>
              </w:rPr>
              <w:t xml:space="preserve"> </w:t>
            </w:r>
            <w:r w:rsidRPr="009647FC">
              <w:rPr>
                <w:rtl/>
              </w:rPr>
              <w:t>رمما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فلو</w:t>
            </w:r>
            <w:r w:rsidR="004C00A8">
              <w:rPr>
                <w:rtl/>
              </w:rPr>
              <w:t xml:space="preserve"> </w:t>
            </w:r>
            <w:r w:rsidRPr="009647FC">
              <w:rPr>
                <w:rtl/>
              </w:rPr>
              <w:t>رآه</w:t>
            </w:r>
            <w:r>
              <w:rPr>
                <w:rtl/>
              </w:rPr>
              <w:t xml:space="preserve"> (</w:t>
            </w:r>
            <w:r w:rsidRPr="009647FC">
              <w:rPr>
                <w:rtl/>
              </w:rPr>
              <w:t>زهير</w:t>
            </w:r>
            <w:r>
              <w:rPr>
                <w:rtl/>
              </w:rPr>
              <w:t xml:space="preserve">) </w:t>
            </w:r>
            <w:r w:rsidRPr="009647FC">
              <w:rPr>
                <w:rtl/>
              </w:rPr>
              <w:t>في</w:t>
            </w:r>
            <w:r>
              <w:rPr>
                <w:rtl/>
              </w:rPr>
              <w:t xml:space="preserve"> </w:t>
            </w:r>
            <w:r w:rsidRPr="009647FC">
              <w:rPr>
                <w:rtl/>
              </w:rPr>
              <w:t>شبيبته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إذاً</w:t>
            </w:r>
            <w:r w:rsidR="004C00A8">
              <w:rPr>
                <w:rtl/>
              </w:rPr>
              <w:t xml:space="preserve"> </w:t>
            </w:r>
            <w:r w:rsidRPr="009647FC">
              <w:rPr>
                <w:rtl/>
              </w:rPr>
              <w:t>لفدّاه</w:t>
            </w:r>
            <w:r>
              <w:rPr>
                <w:rtl/>
              </w:rPr>
              <w:t xml:space="preserve"> </w:t>
            </w:r>
            <w:r w:rsidRPr="009647FC">
              <w:rPr>
                <w:rtl/>
              </w:rPr>
              <w:t>واختار</w:t>
            </w:r>
            <w:r>
              <w:rPr>
                <w:rtl/>
              </w:rPr>
              <w:t xml:space="preserve"> </w:t>
            </w:r>
            <w:r w:rsidRPr="009647FC">
              <w:rPr>
                <w:rtl/>
              </w:rPr>
              <w:t>الفدا</w:t>
            </w:r>
            <w:r>
              <w:rPr>
                <w:rtl/>
              </w:rPr>
              <w:t xml:space="preserve"> (</w:t>
            </w:r>
            <w:r w:rsidRPr="009647FC">
              <w:rPr>
                <w:rtl/>
              </w:rPr>
              <w:t>هرما</w:t>
            </w:r>
            <w:r>
              <w:rPr>
                <w:rtl/>
              </w:rPr>
              <w:t>)</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من</w:t>
            </w:r>
            <w:r>
              <w:rPr>
                <w:rtl/>
              </w:rPr>
              <w:t xml:space="preserve"> </w:t>
            </w:r>
            <w:r w:rsidRPr="009647FC">
              <w:rPr>
                <w:rtl/>
              </w:rPr>
              <w:t>دوحةٍ</w:t>
            </w:r>
            <w:r>
              <w:rPr>
                <w:rtl/>
              </w:rPr>
              <w:t xml:space="preserve"> </w:t>
            </w:r>
            <w:r w:rsidRPr="009647FC">
              <w:rPr>
                <w:rtl/>
              </w:rPr>
              <w:t>ما</w:t>
            </w:r>
            <w:r>
              <w:rPr>
                <w:rtl/>
              </w:rPr>
              <w:t xml:space="preserve"> </w:t>
            </w:r>
            <w:r w:rsidRPr="009647FC">
              <w:rPr>
                <w:rtl/>
              </w:rPr>
              <w:t>نمت</w:t>
            </w:r>
            <w:r>
              <w:rPr>
                <w:rtl/>
              </w:rPr>
              <w:t xml:space="preserve"> </w:t>
            </w:r>
            <w:r w:rsidRPr="009647FC">
              <w:rPr>
                <w:rtl/>
              </w:rPr>
              <w:t>إلاّ</w:t>
            </w:r>
            <w:r>
              <w:rPr>
                <w:rtl/>
              </w:rPr>
              <w:t xml:space="preserve"> </w:t>
            </w:r>
            <w:r w:rsidRPr="009647FC">
              <w:rPr>
                <w:rtl/>
              </w:rPr>
              <w:t>الغصون</w:t>
            </w:r>
            <w:r>
              <w:rPr>
                <w:rtl/>
              </w:rPr>
              <w:t xml:space="preserve"> </w:t>
            </w:r>
            <w:r w:rsidRPr="009647FC">
              <w:rPr>
                <w:rtl/>
              </w:rPr>
              <w:t>عُلاً</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وكلّ</w:t>
            </w:r>
            <w:r w:rsidR="004C00A8">
              <w:rPr>
                <w:rtl/>
              </w:rPr>
              <w:t xml:space="preserve"> </w:t>
            </w:r>
            <w:r w:rsidRPr="009647FC">
              <w:rPr>
                <w:rtl/>
              </w:rPr>
              <w:t>غصنٍ</w:t>
            </w:r>
            <w:r>
              <w:rPr>
                <w:rtl/>
              </w:rPr>
              <w:t xml:space="preserve"> </w:t>
            </w:r>
            <w:r w:rsidRPr="009647FC">
              <w:rPr>
                <w:rtl/>
              </w:rPr>
              <w:t>بماء</w:t>
            </w:r>
            <w:r>
              <w:rPr>
                <w:rtl/>
              </w:rPr>
              <w:t xml:space="preserve"> </w:t>
            </w:r>
            <w:r w:rsidRPr="009647FC">
              <w:rPr>
                <w:rtl/>
              </w:rPr>
              <w:t>المكرمات</w:t>
            </w:r>
            <w:r>
              <w:rPr>
                <w:rtl/>
              </w:rPr>
              <w:t xml:space="preserve"> </w:t>
            </w:r>
            <w:r w:rsidRPr="009647FC">
              <w:rPr>
                <w:rtl/>
              </w:rPr>
              <w:t>نما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كارم</w:t>
            </w:r>
            <w:r>
              <w:rPr>
                <w:rtl/>
              </w:rPr>
              <w:t xml:space="preserve"> </w:t>
            </w:r>
            <w:r w:rsidRPr="009647FC">
              <w:rPr>
                <w:rtl/>
              </w:rPr>
              <w:t>لها</w:t>
            </w:r>
            <w:r>
              <w:rPr>
                <w:rtl/>
              </w:rPr>
              <w:t xml:space="preserve"> </w:t>
            </w:r>
            <w:r w:rsidRPr="009647FC">
              <w:rPr>
                <w:rtl/>
              </w:rPr>
              <w:t>الغيث</w:t>
            </w:r>
            <w:r>
              <w:rPr>
                <w:rtl/>
              </w:rPr>
              <w:t xml:space="preserve"> </w:t>
            </w:r>
            <w:r w:rsidRPr="009647FC">
              <w:rPr>
                <w:rtl/>
              </w:rPr>
              <w:t>واستشهد</w:t>
            </w:r>
            <w:r>
              <w:rPr>
                <w:rtl/>
              </w:rPr>
              <w:t xml:space="preserve"> </w:t>
            </w:r>
            <w:r w:rsidRPr="009647FC">
              <w:rPr>
                <w:rtl/>
              </w:rPr>
              <w:t>لها</w:t>
            </w:r>
            <w:r>
              <w:rPr>
                <w:rtl/>
              </w:rPr>
              <w:t xml:space="preserve"> </w:t>
            </w:r>
            <w:r w:rsidRPr="009647FC">
              <w:rPr>
                <w:rtl/>
              </w:rPr>
              <w:t>بندي</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الجواد</w:t>
            </w:r>
            <w:r>
              <w:rPr>
                <w:rtl/>
              </w:rPr>
              <w:t xml:space="preserve"> </w:t>
            </w:r>
            <w:r w:rsidRPr="009647FC">
              <w:rPr>
                <w:rtl/>
              </w:rPr>
              <w:t>ثمّ</w:t>
            </w:r>
            <w:r>
              <w:rPr>
                <w:rtl/>
              </w:rPr>
              <w:t xml:space="preserve"> </w:t>
            </w:r>
            <w:r w:rsidRPr="009647FC">
              <w:rPr>
                <w:rtl/>
              </w:rPr>
              <w:t>ارو</w:t>
            </w:r>
            <w:r>
              <w:rPr>
                <w:rtl/>
              </w:rPr>
              <w:t xml:space="preserve"> </w:t>
            </w:r>
            <w:r w:rsidRPr="009647FC">
              <w:rPr>
                <w:rtl/>
              </w:rPr>
              <w:t>كيف</w:t>
            </w:r>
            <w:r>
              <w:rPr>
                <w:rtl/>
              </w:rPr>
              <w:t xml:space="preserve"> </w:t>
            </w:r>
            <w:r w:rsidRPr="009647FC">
              <w:rPr>
                <w:rtl/>
              </w:rPr>
              <w:t>الغيث</w:t>
            </w:r>
            <w:r>
              <w:rPr>
                <w:rtl/>
              </w:rPr>
              <w:t xml:space="preserve"> </w:t>
            </w:r>
            <w:r w:rsidRPr="009647FC">
              <w:rPr>
                <w:rtl/>
              </w:rPr>
              <w:t>قد</w:t>
            </w:r>
            <w:r>
              <w:rPr>
                <w:rtl/>
              </w:rPr>
              <w:t xml:space="preserve"> </w:t>
            </w:r>
            <w:r w:rsidRPr="009647FC">
              <w:rPr>
                <w:rtl/>
              </w:rPr>
              <w:t>لؤما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وفاخر</w:t>
            </w:r>
            <w:r>
              <w:rPr>
                <w:rtl/>
              </w:rPr>
              <w:t xml:space="preserve"> </w:t>
            </w:r>
            <w:r w:rsidRPr="009647FC">
              <w:rPr>
                <w:rtl/>
              </w:rPr>
              <w:t>البدر</w:t>
            </w:r>
            <w:r>
              <w:rPr>
                <w:rtl/>
              </w:rPr>
              <w:t xml:space="preserve">َ </w:t>
            </w:r>
            <w:r w:rsidRPr="009647FC">
              <w:rPr>
                <w:rtl/>
              </w:rPr>
              <w:t>في</w:t>
            </w:r>
            <w:r>
              <w:rPr>
                <w:rtl/>
              </w:rPr>
              <w:t xml:space="preserve"> </w:t>
            </w:r>
            <w:r w:rsidRPr="009647FC">
              <w:rPr>
                <w:rtl/>
              </w:rPr>
              <w:t>لألاء</w:t>
            </w:r>
            <w:r>
              <w:rPr>
                <w:rtl/>
              </w:rPr>
              <w:t xml:space="preserve"> </w:t>
            </w:r>
            <w:r w:rsidRPr="009647FC">
              <w:rPr>
                <w:rtl/>
              </w:rPr>
              <w:t>غرّ</w:t>
            </w:r>
            <w:r>
              <w:rPr>
                <w:rtl/>
              </w:rPr>
              <w:t>َ</w:t>
            </w:r>
            <w:r w:rsidRPr="009647FC">
              <w:rPr>
                <w:rtl/>
              </w:rPr>
              <w:t>ته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وحك</w:t>
            </w:r>
            <w:r w:rsidRPr="00B371C6">
              <w:rPr>
                <w:rtl/>
              </w:rPr>
              <w:t>ّ</w:t>
            </w:r>
            <w:r w:rsidRPr="009647FC">
              <w:rPr>
                <w:rtl/>
              </w:rPr>
              <w:t>م</w:t>
            </w:r>
            <w:r w:rsidR="004C00A8">
              <w:rPr>
                <w:rtl/>
              </w:rPr>
              <w:t xml:space="preserve"> </w:t>
            </w:r>
            <w:r w:rsidRPr="009647FC">
              <w:rPr>
                <w:rtl/>
              </w:rPr>
              <w:t>الشرف</w:t>
            </w:r>
            <w:r>
              <w:rPr>
                <w:rtl/>
              </w:rPr>
              <w:t xml:space="preserve"> </w:t>
            </w:r>
            <w:r w:rsidRPr="009647FC">
              <w:rPr>
                <w:rtl/>
              </w:rPr>
              <w:t>الوضاح</w:t>
            </w:r>
            <w:r>
              <w:rPr>
                <w:rtl/>
              </w:rPr>
              <w:t xml:space="preserve"> </w:t>
            </w:r>
            <w:r w:rsidRPr="009647FC">
              <w:rPr>
                <w:rtl/>
              </w:rPr>
              <w:t>والعتما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واصدع</w:t>
            </w:r>
            <w:r>
              <w:rPr>
                <w:rtl/>
              </w:rPr>
              <w:t xml:space="preserve"> </w:t>
            </w:r>
            <w:r w:rsidRPr="009647FC">
              <w:rPr>
                <w:rtl/>
              </w:rPr>
              <w:t>بنجم</w:t>
            </w:r>
            <w:r>
              <w:rPr>
                <w:rtl/>
              </w:rPr>
              <w:t xml:space="preserve"> </w:t>
            </w:r>
            <w:r w:rsidRPr="009647FC">
              <w:rPr>
                <w:rtl/>
              </w:rPr>
              <w:t>العُلى</w:t>
            </w:r>
            <w:r>
              <w:rPr>
                <w:rtl/>
              </w:rPr>
              <w:t xml:space="preserve"> (</w:t>
            </w:r>
            <w:r w:rsidRPr="009647FC">
              <w:rPr>
                <w:rtl/>
              </w:rPr>
              <w:t>الهادي</w:t>
            </w:r>
            <w:r>
              <w:rPr>
                <w:rtl/>
              </w:rPr>
              <w:t xml:space="preserve">) </w:t>
            </w:r>
            <w:r w:rsidRPr="009647FC">
              <w:rPr>
                <w:rtl/>
              </w:rPr>
              <w:t>بطلعته</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دجى</w:t>
            </w:r>
            <w:r>
              <w:rPr>
                <w:rtl/>
              </w:rPr>
              <w:t xml:space="preserve"> </w:t>
            </w:r>
            <w:r w:rsidRPr="009647FC">
              <w:rPr>
                <w:rtl/>
              </w:rPr>
              <w:t>همومك</w:t>
            </w:r>
            <w:r>
              <w:rPr>
                <w:rtl/>
              </w:rPr>
              <w:t xml:space="preserve"> </w:t>
            </w:r>
            <w:r w:rsidRPr="009647FC">
              <w:rPr>
                <w:rtl/>
              </w:rPr>
              <w:t>واستكشف</w:t>
            </w:r>
            <w:r>
              <w:rPr>
                <w:rtl/>
              </w:rPr>
              <w:t xml:space="preserve"> </w:t>
            </w:r>
            <w:r w:rsidRPr="009647FC">
              <w:rPr>
                <w:rtl/>
              </w:rPr>
              <w:t>به</w:t>
            </w:r>
            <w:r>
              <w:rPr>
                <w:rtl/>
              </w:rPr>
              <w:t xml:space="preserve"> </w:t>
            </w:r>
            <w:r w:rsidRPr="009647FC">
              <w:rPr>
                <w:rtl/>
              </w:rPr>
              <w:t>الغمما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ومن</w:t>
            </w:r>
            <w:r w:rsidR="004C00A8">
              <w:rPr>
                <w:rtl/>
              </w:rPr>
              <w:t xml:space="preserve"> </w:t>
            </w:r>
            <w:r>
              <w:rPr>
                <w:rtl/>
              </w:rPr>
              <w:t>(</w:t>
            </w:r>
            <w:r w:rsidRPr="009647FC">
              <w:rPr>
                <w:rtl/>
              </w:rPr>
              <w:t>أمين</w:t>
            </w:r>
            <w:r>
              <w:rPr>
                <w:rtl/>
              </w:rPr>
              <w:t xml:space="preserve">) </w:t>
            </w:r>
            <w:r w:rsidRPr="009647FC">
              <w:rPr>
                <w:rtl/>
              </w:rPr>
              <w:t>الندى</w:t>
            </w:r>
            <w:r>
              <w:rPr>
                <w:rtl/>
              </w:rPr>
              <w:t xml:space="preserve"> </w:t>
            </w:r>
            <w:r w:rsidRPr="009647FC">
              <w:rPr>
                <w:rtl/>
              </w:rPr>
              <w:t>فاعقد</w:t>
            </w:r>
            <w:r>
              <w:rPr>
                <w:rtl/>
              </w:rPr>
              <w:t xml:space="preserve"> </w:t>
            </w:r>
            <w:r w:rsidRPr="009647FC">
              <w:rPr>
                <w:rtl/>
              </w:rPr>
              <w:t>يديك</w:t>
            </w:r>
            <w:r>
              <w:rPr>
                <w:rtl/>
              </w:rPr>
              <w:t xml:space="preserve"> </w:t>
            </w:r>
            <w:r w:rsidRPr="009647FC">
              <w:rPr>
                <w:rtl/>
              </w:rPr>
              <w:t>على</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أوفى</w:t>
            </w:r>
            <w:r w:rsidR="004C00A8">
              <w:rPr>
                <w:rtl/>
              </w:rPr>
              <w:t xml:space="preserve"> </w:t>
            </w:r>
            <w:r w:rsidRPr="009647FC">
              <w:rPr>
                <w:rtl/>
              </w:rPr>
              <w:t>البريّ</w:t>
            </w:r>
            <w:r>
              <w:rPr>
                <w:rtl/>
              </w:rPr>
              <w:t>َ</w:t>
            </w:r>
            <w:r w:rsidRPr="009647FC">
              <w:rPr>
                <w:rtl/>
              </w:rPr>
              <w:t>ة</w:t>
            </w:r>
            <w:r>
              <w:rPr>
                <w:rtl/>
              </w:rPr>
              <w:t xml:space="preserve"> </w:t>
            </w:r>
            <w:r w:rsidRPr="009647FC">
              <w:rPr>
                <w:rtl/>
              </w:rPr>
              <w:t>في</w:t>
            </w:r>
            <w:r>
              <w:rPr>
                <w:rtl/>
              </w:rPr>
              <w:t xml:space="preserve"> </w:t>
            </w:r>
            <w:r w:rsidRPr="009647FC">
              <w:rPr>
                <w:rtl/>
              </w:rPr>
              <w:t>أوفى</w:t>
            </w:r>
            <w:r>
              <w:rPr>
                <w:rtl/>
              </w:rPr>
              <w:t xml:space="preserve"> </w:t>
            </w:r>
            <w:r w:rsidRPr="009647FC">
              <w:rPr>
                <w:rtl/>
              </w:rPr>
              <w:t>الندى</w:t>
            </w:r>
            <w:r>
              <w:rPr>
                <w:rtl/>
              </w:rPr>
              <w:t xml:space="preserve"> </w:t>
            </w:r>
            <w:r w:rsidRPr="009647FC">
              <w:rPr>
                <w:rtl/>
              </w:rPr>
              <w:t>ذمما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يا</w:t>
            </w:r>
            <w:r w:rsidR="004C00A8">
              <w:rPr>
                <w:rtl/>
              </w:rPr>
              <w:t xml:space="preserve"> </w:t>
            </w:r>
            <w:r w:rsidRPr="009647FC">
              <w:rPr>
                <w:rtl/>
              </w:rPr>
              <w:t>أسرة</w:t>
            </w:r>
            <w:r>
              <w:rPr>
                <w:rtl/>
              </w:rPr>
              <w:t xml:space="preserve"> </w:t>
            </w:r>
            <w:r w:rsidRPr="009647FC">
              <w:rPr>
                <w:rtl/>
              </w:rPr>
              <w:t>المجد</w:t>
            </w:r>
            <w:r>
              <w:rPr>
                <w:rtl/>
              </w:rPr>
              <w:t xml:space="preserve"> </w:t>
            </w:r>
            <w:r w:rsidRPr="009647FC">
              <w:rPr>
                <w:rtl/>
              </w:rPr>
              <w:t>لا</w:t>
            </w:r>
            <w:r>
              <w:rPr>
                <w:rtl/>
              </w:rPr>
              <w:t xml:space="preserve"> </w:t>
            </w:r>
            <w:r w:rsidRPr="009647FC">
              <w:rPr>
                <w:rtl/>
              </w:rPr>
              <w:t>زلتم</w:t>
            </w:r>
            <w:r>
              <w:rPr>
                <w:rtl/>
              </w:rPr>
              <w:t xml:space="preserve"> </w:t>
            </w:r>
            <w:r w:rsidRPr="009647FC">
              <w:rPr>
                <w:rtl/>
              </w:rPr>
              <w:t>بأسرتكم</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عقداً</w:t>
            </w:r>
            <w:r w:rsidR="004C00A8">
              <w:rPr>
                <w:rtl/>
              </w:rPr>
              <w:t xml:space="preserve"> </w:t>
            </w:r>
            <w:r w:rsidRPr="009647FC">
              <w:rPr>
                <w:rtl/>
              </w:rPr>
              <w:t>على</w:t>
            </w:r>
            <w:r>
              <w:rPr>
                <w:rtl/>
              </w:rPr>
              <w:t xml:space="preserve"> </w:t>
            </w:r>
            <w:r w:rsidRPr="009647FC">
              <w:rPr>
                <w:rtl/>
              </w:rPr>
              <w:t>نحر</w:t>
            </w:r>
            <w:r>
              <w:rPr>
                <w:rtl/>
              </w:rPr>
              <w:t xml:space="preserve"> </w:t>
            </w:r>
            <w:r w:rsidRPr="009647FC">
              <w:rPr>
                <w:rtl/>
              </w:rPr>
              <w:t>هذا</w:t>
            </w:r>
            <w:r>
              <w:rPr>
                <w:rtl/>
              </w:rPr>
              <w:t xml:space="preserve"> </w:t>
            </w:r>
            <w:r w:rsidRPr="009647FC">
              <w:rPr>
                <w:rtl/>
              </w:rPr>
              <w:t>الدهر</w:t>
            </w:r>
            <w:r>
              <w:rPr>
                <w:rtl/>
              </w:rPr>
              <w:t xml:space="preserve"> </w:t>
            </w:r>
            <w:r w:rsidRPr="009647FC">
              <w:rPr>
                <w:rtl/>
              </w:rPr>
              <w:t>منتظما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صبراً</w:t>
            </w:r>
            <w:r>
              <w:rPr>
                <w:rtl/>
              </w:rPr>
              <w:t xml:space="preserve"> </w:t>
            </w:r>
            <w:r w:rsidRPr="009647FC">
              <w:rPr>
                <w:rtl/>
              </w:rPr>
              <w:t>بني</w:t>
            </w:r>
            <w:r>
              <w:rPr>
                <w:rtl/>
              </w:rPr>
              <w:t xml:space="preserve"> </w:t>
            </w:r>
            <w:r w:rsidRPr="009647FC">
              <w:rPr>
                <w:rtl/>
              </w:rPr>
              <w:t>الحلم</w:t>
            </w:r>
            <w:r>
              <w:rPr>
                <w:rtl/>
              </w:rPr>
              <w:t xml:space="preserve"> </w:t>
            </w:r>
            <w:r w:rsidRPr="009647FC">
              <w:rPr>
                <w:rtl/>
              </w:rPr>
              <w:t>إنّ</w:t>
            </w:r>
            <w:r>
              <w:rPr>
                <w:rtl/>
              </w:rPr>
              <w:t xml:space="preserve">َ </w:t>
            </w:r>
            <w:r w:rsidRPr="009647FC">
              <w:rPr>
                <w:rtl/>
              </w:rPr>
              <w:t>الحلم</w:t>
            </w:r>
            <w:r>
              <w:rPr>
                <w:rtl/>
              </w:rPr>
              <w:t xml:space="preserve"> </w:t>
            </w:r>
            <w:r w:rsidRPr="009647FC">
              <w:rPr>
                <w:rtl/>
              </w:rPr>
              <w:t>منزلةٌ</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حتى</w:t>
            </w:r>
            <w:r w:rsidR="004C00A8">
              <w:rPr>
                <w:rtl/>
              </w:rPr>
              <w:t xml:space="preserve"> </w:t>
            </w:r>
            <w:r w:rsidRPr="009647FC">
              <w:rPr>
                <w:rtl/>
              </w:rPr>
              <w:t>لم</w:t>
            </w:r>
            <w:r>
              <w:rPr>
                <w:rtl/>
              </w:rPr>
              <w:t>َ</w:t>
            </w:r>
            <w:r w:rsidRPr="009647FC">
              <w:rPr>
                <w:rtl/>
              </w:rPr>
              <w:t>نْ</w:t>
            </w:r>
            <w:r>
              <w:rPr>
                <w:rtl/>
              </w:rPr>
              <w:t xml:space="preserve"> </w:t>
            </w:r>
            <w:r w:rsidRPr="009647FC">
              <w:rPr>
                <w:rtl/>
              </w:rPr>
              <w:t>منكمُ</w:t>
            </w:r>
            <w:r>
              <w:rPr>
                <w:rtl/>
              </w:rPr>
              <w:t xml:space="preserve"> </w:t>
            </w:r>
            <w:r w:rsidRPr="009647FC">
              <w:rPr>
                <w:rtl/>
              </w:rPr>
              <w:t>لم</w:t>
            </w:r>
            <w:r>
              <w:rPr>
                <w:rtl/>
              </w:rPr>
              <w:t xml:space="preserve"> </w:t>
            </w:r>
            <w:r w:rsidRPr="009647FC">
              <w:rPr>
                <w:rtl/>
              </w:rPr>
              <w:t>يبلغ</w:t>
            </w:r>
            <w:r>
              <w:rPr>
                <w:rtl/>
              </w:rPr>
              <w:t xml:space="preserve"> </w:t>
            </w:r>
            <w:r w:rsidRPr="009647FC">
              <w:rPr>
                <w:rtl/>
              </w:rPr>
              <w:t>الحلما</w:t>
            </w:r>
            <w:r w:rsidRPr="00524A24">
              <w:rPr>
                <w:rStyle w:val="libPoemTiniChar0"/>
                <w:rtl/>
              </w:rPr>
              <w:br/>
              <w:t> </w:t>
            </w:r>
          </w:p>
        </w:tc>
      </w:tr>
      <w:tr w:rsidR="00D03B7F" w:rsidRPr="00524A24" w:rsidTr="00D03B7F">
        <w:trPr>
          <w:trHeight w:val="350"/>
        </w:trPr>
        <w:tc>
          <w:tcPr>
            <w:tcW w:w="3902" w:type="dxa"/>
          </w:tcPr>
          <w:p w:rsidR="00D03B7F" w:rsidRPr="00524A24" w:rsidRDefault="00D03B7F" w:rsidP="00791A38">
            <w:pPr>
              <w:pStyle w:val="libPoem"/>
            </w:pPr>
            <w:r w:rsidRPr="009647FC">
              <w:rPr>
                <w:rtl/>
              </w:rPr>
              <w:t>وحسبكم</w:t>
            </w:r>
            <w:r w:rsidR="004C00A8">
              <w:rPr>
                <w:rtl/>
              </w:rPr>
              <w:t xml:space="preserve"> </w:t>
            </w:r>
            <w:r>
              <w:rPr>
                <w:rtl/>
              </w:rPr>
              <w:t>(</w:t>
            </w:r>
            <w:r w:rsidRPr="009647FC">
              <w:rPr>
                <w:rtl/>
              </w:rPr>
              <w:t>مصطفى</w:t>
            </w:r>
            <w:r>
              <w:rPr>
                <w:rtl/>
              </w:rPr>
              <w:t xml:space="preserve">) </w:t>
            </w:r>
            <w:r w:rsidRPr="009647FC">
              <w:rPr>
                <w:rtl/>
              </w:rPr>
              <w:t>العلياء</w:t>
            </w:r>
            <w:r>
              <w:rPr>
                <w:rtl/>
              </w:rPr>
              <w:t xml:space="preserve"> </w:t>
            </w:r>
            <w:r w:rsidRPr="009647FC">
              <w:rPr>
                <w:rtl/>
              </w:rPr>
              <w:t>فهو</w:t>
            </w:r>
            <w:r>
              <w:rPr>
                <w:rtl/>
              </w:rPr>
              <w:t xml:space="preserve"> </w:t>
            </w:r>
            <w:r w:rsidRPr="009647FC">
              <w:rPr>
                <w:rtl/>
              </w:rPr>
              <w:t>لكم</w:t>
            </w:r>
            <w:r w:rsidRPr="00524A24">
              <w:rPr>
                <w:rStyle w:val="libPoemTiniChar0"/>
                <w:rtl/>
              </w:rPr>
              <w:br/>
              <w:t> </w:t>
            </w:r>
          </w:p>
        </w:tc>
        <w:tc>
          <w:tcPr>
            <w:tcW w:w="301" w:type="dxa"/>
          </w:tcPr>
          <w:p w:rsidR="00D03B7F" w:rsidRPr="00524A24" w:rsidRDefault="00D03B7F" w:rsidP="00791A38">
            <w:pPr>
              <w:pStyle w:val="libPoem"/>
              <w:rPr>
                <w:rtl/>
              </w:rPr>
            </w:pPr>
          </w:p>
        </w:tc>
        <w:tc>
          <w:tcPr>
            <w:tcW w:w="3884" w:type="dxa"/>
          </w:tcPr>
          <w:p w:rsidR="00D03B7F" w:rsidRPr="00524A24" w:rsidRDefault="00D03B7F" w:rsidP="00791A38">
            <w:pPr>
              <w:pStyle w:val="libPoem"/>
            </w:pPr>
            <w:r w:rsidRPr="009647FC">
              <w:rPr>
                <w:rtl/>
              </w:rPr>
              <w:t>نعم</w:t>
            </w:r>
            <w:r>
              <w:rPr>
                <w:rtl/>
              </w:rPr>
              <w:t xml:space="preserve"> </w:t>
            </w:r>
            <w:r w:rsidRPr="009647FC">
              <w:rPr>
                <w:rtl/>
              </w:rPr>
              <w:t>الزعيمُ</w:t>
            </w:r>
            <w:r>
              <w:rPr>
                <w:rtl/>
              </w:rPr>
              <w:t xml:space="preserve"> </w:t>
            </w:r>
            <w:r w:rsidRPr="009647FC">
              <w:rPr>
                <w:rtl/>
              </w:rPr>
              <w:t>به</w:t>
            </w:r>
            <w:r>
              <w:rPr>
                <w:rtl/>
              </w:rPr>
              <w:t xml:space="preserve"> </w:t>
            </w:r>
            <w:r w:rsidRPr="009647FC">
              <w:rPr>
                <w:rtl/>
              </w:rPr>
              <w:t>شمل</w:t>
            </w:r>
            <w:r>
              <w:rPr>
                <w:rtl/>
              </w:rPr>
              <w:t xml:space="preserve"> </w:t>
            </w:r>
            <w:r w:rsidRPr="009647FC">
              <w:rPr>
                <w:rtl/>
              </w:rPr>
              <w:t>العُلى</w:t>
            </w:r>
            <w:r>
              <w:rPr>
                <w:rtl/>
              </w:rPr>
              <w:t xml:space="preserve"> </w:t>
            </w:r>
            <w:r w:rsidRPr="009647FC">
              <w:rPr>
                <w:rtl/>
              </w:rPr>
              <w:t>التأما</w:t>
            </w:r>
            <w:r w:rsidRPr="00524A24">
              <w:rPr>
                <w:rStyle w:val="libPoemTiniChar0"/>
                <w:rtl/>
              </w:rPr>
              <w:br/>
              <w:t> </w:t>
            </w:r>
          </w:p>
        </w:tc>
      </w:tr>
    </w:tbl>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وقال يرثي زعيم العلماء الأعلام الشيخ مرتضى الأنصاري</w:t>
      </w:r>
      <w:r w:rsidR="00D769AB">
        <w:rPr>
          <w:rtl/>
        </w:rPr>
        <w:t>،</w:t>
      </w:r>
      <w:r w:rsidRPr="009647FC">
        <w:rPr>
          <w:rtl/>
        </w:rPr>
        <w:t xml:space="preserve"> ويعزّي الحاج محمد صالح كبّه</w:t>
      </w:r>
      <w:r w:rsidR="00D769AB">
        <w:rPr>
          <w:rtl/>
        </w:rPr>
        <w:t>:</w:t>
      </w:r>
    </w:p>
    <w:tbl>
      <w:tblPr>
        <w:tblStyle w:val="TableGrid"/>
        <w:bidiVisual/>
        <w:tblW w:w="4562" w:type="pct"/>
        <w:tblInd w:w="384" w:type="dxa"/>
        <w:tblLook w:val="04A0"/>
      </w:tblPr>
      <w:tblGrid>
        <w:gridCol w:w="3902"/>
        <w:gridCol w:w="301"/>
        <w:gridCol w:w="3884"/>
      </w:tblGrid>
      <w:tr w:rsidR="00235215" w:rsidRPr="00524A24" w:rsidTr="00235215">
        <w:trPr>
          <w:trHeight w:val="350"/>
        </w:trPr>
        <w:tc>
          <w:tcPr>
            <w:tcW w:w="3902" w:type="dxa"/>
          </w:tcPr>
          <w:p w:rsidR="00235215" w:rsidRPr="00524A24" w:rsidRDefault="00235215" w:rsidP="00791A38">
            <w:pPr>
              <w:pStyle w:val="libPoem"/>
            </w:pPr>
            <w:r w:rsidRPr="009647FC">
              <w:rPr>
                <w:rtl/>
              </w:rPr>
              <w:t>قطعت</w:t>
            </w:r>
            <w:r>
              <w:rPr>
                <w:rtl/>
              </w:rPr>
              <w:t xml:space="preserve"> </w:t>
            </w:r>
            <w:r w:rsidRPr="009647FC">
              <w:rPr>
                <w:rtl/>
              </w:rPr>
              <w:t>لسانك</w:t>
            </w:r>
            <w:r>
              <w:rPr>
                <w:rtl/>
              </w:rPr>
              <w:t xml:space="preserve"> </w:t>
            </w:r>
            <w:r w:rsidRPr="009647FC">
              <w:rPr>
                <w:rtl/>
              </w:rPr>
              <w:t>نفثة‌ ٌمن</w:t>
            </w:r>
            <w:r>
              <w:rPr>
                <w:rtl/>
              </w:rPr>
              <w:t xml:space="preserve"> </w:t>
            </w:r>
            <w:r w:rsidRPr="009647FC">
              <w:rPr>
                <w:rtl/>
              </w:rPr>
              <w:t>أرقمِ</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أعلمت</w:t>
            </w:r>
            <w:r w:rsidR="004C00A8">
              <w:rPr>
                <w:rtl/>
              </w:rPr>
              <w:t xml:space="preserve"> </w:t>
            </w:r>
            <w:r w:rsidRPr="009647FC">
              <w:rPr>
                <w:rtl/>
              </w:rPr>
              <w:t>م</w:t>
            </w:r>
            <w:r w:rsidRPr="00B371C6">
              <w:rPr>
                <w:rtl/>
              </w:rPr>
              <w:t>َ</w:t>
            </w:r>
            <w:r w:rsidRPr="009647FC">
              <w:rPr>
                <w:rtl/>
              </w:rPr>
              <w:t>نْ</w:t>
            </w:r>
            <w:r>
              <w:rPr>
                <w:rtl/>
              </w:rPr>
              <w:t xml:space="preserve"> </w:t>
            </w:r>
            <w:r w:rsidRPr="009647FC">
              <w:rPr>
                <w:rtl/>
              </w:rPr>
              <w:t>تنعاه</w:t>
            </w:r>
            <w:r>
              <w:rPr>
                <w:rtl/>
              </w:rPr>
              <w:t xml:space="preserve"> </w:t>
            </w:r>
            <w:r w:rsidRPr="009647FC">
              <w:rPr>
                <w:rtl/>
              </w:rPr>
              <w:t>أم</w:t>
            </w:r>
            <w:r>
              <w:rPr>
                <w:rtl/>
              </w:rPr>
              <w:t xml:space="preserve"> </w:t>
            </w:r>
            <w:r w:rsidRPr="009647FC">
              <w:rPr>
                <w:rtl/>
              </w:rPr>
              <w:t>لم</w:t>
            </w:r>
            <w:r>
              <w:rPr>
                <w:rtl/>
              </w:rPr>
              <w:t xml:space="preserve"> </w:t>
            </w:r>
            <w:r w:rsidRPr="009647FC">
              <w:rPr>
                <w:rtl/>
              </w:rPr>
              <w:t>تعلمِ؟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كيف</w:t>
            </w:r>
            <w:r>
              <w:rPr>
                <w:rtl/>
              </w:rPr>
              <w:t xml:space="preserve"> </w:t>
            </w:r>
            <w:r w:rsidRPr="009647FC">
              <w:rPr>
                <w:rtl/>
              </w:rPr>
              <w:t>استطعت</w:t>
            </w:r>
            <w:r>
              <w:rPr>
                <w:rtl/>
              </w:rPr>
              <w:t xml:space="preserve"> </w:t>
            </w:r>
            <w:r w:rsidRPr="009647FC">
              <w:rPr>
                <w:rtl/>
              </w:rPr>
              <w:t>تدير</w:t>
            </w:r>
            <w:r>
              <w:rPr>
                <w:rtl/>
              </w:rPr>
              <w:t xml:space="preserve"> </w:t>
            </w:r>
            <w:r w:rsidRPr="009647FC">
              <w:rPr>
                <w:rtl/>
              </w:rPr>
              <w:t>في</w:t>
            </w:r>
            <w:r>
              <w:rPr>
                <w:rtl/>
              </w:rPr>
              <w:t xml:space="preserve"> </w:t>
            </w:r>
            <w:r w:rsidRPr="009647FC">
              <w:rPr>
                <w:rtl/>
              </w:rPr>
              <w:t>فمك</w:t>
            </w:r>
            <w:r>
              <w:rPr>
                <w:rtl/>
              </w:rPr>
              <w:t xml:space="preserve"> </w:t>
            </w:r>
            <w:r w:rsidRPr="009647FC">
              <w:rPr>
                <w:rtl/>
              </w:rPr>
              <w:t>اسمه</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ولقد</w:t>
            </w:r>
            <w:r>
              <w:rPr>
                <w:rtl/>
              </w:rPr>
              <w:t xml:space="preserve"> </w:t>
            </w:r>
            <w:r w:rsidRPr="009647FC">
              <w:rPr>
                <w:rtl/>
              </w:rPr>
              <w:t>يضيق</w:t>
            </w:r>
            <w:r>
              <w:rPr>
                <w:rtl/>
              </w:rPr>
              <w:t xml:space="preserve"> </w:t>
            </w:r>
            <w:r w:rsidRPr="009647FC">
              <w:rPr>
                <w:rtl/>
              </w:rPr>
              <w:t>به</w:t>
            </w:r>
            <w:r>
              <w:rPr>
                <w:rtl/>
              </w:rPr>
              <w:t xml:space="preserve"> </w:t>
            </w:r>
            <w:r w:rsidRPr="009647FC">
              <w:rPr>
                <w:rtl/>
              </w:rPr>
              <w:t>فمُ</w:t>
            </w:r>
            <w:r>
              <w:rPr>
                <w:rtl/>
              </w:rPr>
              <w:t xml:space="preserve"> </w:t>
            </w:r>
            <w:r w:rsidRPr="009647FC">
              <w:rPr>
                <w:rtl/>
              </w:rPr>
              <w:t>المتكلّمِ؟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يا</w:t>
            </w:r>
            <w:r w:rsidR="004C00A8">
              <w:rPr>
                <w:rtl/>
              </w:rPr>
              <w:t xml:space="preserve"> </w:t>
            </w:r>
            <w:r w:rsidRPr="009647FC">
              <w:rPr>
                <w:rtl/>
              </w:rPr>
              <w:t>ناعياً</w:t>
            </w:r>
            <w:r>
              <w:rPr>
                <w:rtl/>
              </w:rPr>
              <w:t xml:space="preserve"> </w:t>
            </w:r>
            <w:r w:rsidRPr="009647FC">
              <w:rPr>
                <w:rtl/>
              </w:rPr>
              <w:t>للخلق</w:t>
            </w:r>
            <w:r>
              <w:rPr>
                <w:rtl/>
              </w:rPr>
              <w:t xml:space="preserve"> </w:t>
            </w:r>
            <w:r w:rsidRPr="009647FC">
              <w:rPr>
                <w:rtl/>
              </w:rPr>
              <w:t>روح</w:t>
            </w:r>
            <w:r>
              <w:rPr>
                <w:rtl/>
              </w:rPr>
              <w:t xml:space="preserve"> </w:t>
            </w:r>
            <w:r w:rsidRPr="009647FC">
              <w:rPr>
                <w:rtl/>
              </w:rPr>
              <w:t>حياتهم</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أملك</w:t>
            </w:r>
            <w:r w:rsidR="004C00A8">
              <w:rPr>
                <w:rtl/>
              </w:rPr>
              <w:t xml:space="preserve"> </w:t>
            </w:r>
            <w:r w:rsidRPr="009647FC">
              <w:rPr>
                <w:rtl/>
              </w:rPr>
              <w:t>لساناً</w:t>
            </w:r>
            <w:r>
              <w:rPr>
                <w:rtl/>
              </w:rPr>
              <w:t xml:space="preserve"> </w:t>
            </w:r>
            <w:r w:rsidRPr="009647FC">
              <w:rPr>
                <w:rtl/>
              </w:rPr>
              <w:t>لا</w:t>
            </w:r>
            <w:r>
              <w:rPr>
                <w:rtl/>
              </w:rPr>
              <w:t xml:space="preserve"> </w:t>
            </w:r>
            <w:r w:rsidRPr="009647FC">
              <w:rPr>
                <w:rtl/>
              </w:rPr>
              <w:t>أباً</w:t>
            </w:r>
            <w:r>
              <w:rPr>
                <w:rtl/>
              </w:rPr>
              <w:t xml:space="preserve"> </w:t>
            </w:r>
            <w:r w:rsidRPr="009647FC">
              <w:rPr>
                <w:rtl/>
              </w:rPr>
              <w:t>لك</w:t>
            </w:r>
            <w:r>
              <w:rPr>
                <w:rtl/>
              </w:rPr>
              <w:t xml:space="preserve"> </w:t>
            </w:r>
            <w:r w:rsidRPr="009647FC">
              <w:rPr>
                <w:rtl/>
              </w:rPr>
              <w:t>واكظمِ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رف</w:t>
            </w:r>
            <w:r w:rsidRPr="00B371C6">
              <w:rPr>
                <w:rtl/>
              </w:rPr>
              <w:t>ّ</w:t>
            </w:r>
            <w:r w:rsidRPr="009647FC">
              <w:rPr>
                <w:rtl/>
              </w:rPr>
              <w:t>ه</w:t>
            </w:r>
            <w:r>
              <w:rPr>
                <w:rtl/>
              </w:rPr>
              <w:t xml:space="preserve"> </w:t>
            </w:r>
            <w:r w:rsidRPr="009647FC">
              <w:rPr>
                <w:rtl/>
              </w:rPr>
              <w:t>على</w:t>
            </w:r>
            <w:r>
              <w:rPr>
                <w:rtl/>
              </w:rPr>
              <w:t xml:space="preserve"> </w:t>
            </w:r>
            <w:r w:rsidRPr="009647FC">
              <w:rPr>
                <w:rtl/>
              </w:rPr>
              <w:t>موتى</w:t>
            </w:r>
            <w:r>
              <w:rPr>
                <w:rtl/>
              </w:rPr>
              <w:t xml:space="preserve"> </w:t>
            </w:r>
            <w:r w:rsidRPr="009647FC">
              <w:rPr>
                <w:rtl/>
              </w:rPr>
              <w:t>نبلت</w:t>
            </w:r>
            <w:r>
              <w:rPr>
                <w:rtl/>
              </w:rPr>
              <w:t xml:space="preserve"> </w:t>
            </w:r>
            <w:r w:rsidRPr="009647FC">
              <w:rPr>
                <w:rtl/>
              </w:rPr>
              <w:t>قلوبهم</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فتنبّ</w:t>
            </w:r>
            <w:r>
              <w:rPr>
                <w:rtl/>
              </w:rPr>
              <w:t>َ</w:t>
            </w:r>
            <w:r w:rsidRPr="009647FC">
              <w:rPr>
                <w:rtl/>
              </w:rPr>
              <w:t>هوا</w:t>
            </w:r>
            <w:r w:rsidR="004C00A8">
              <w:rPr>
                <w:rtl/>
              </w:rPr>
              <w:t xml:space="preserve"> </w:t>
            </w:r>
            <w:r w:rsidRPr="009647FC">
              <w:rPr>
                <w:rtl/>
              </w:rPr>
              <w:t>بسهام</w:t>
            </w:r>
            <w:r>
              <w:rPr>
                <w:rtl/>
              </w:rPr>
              <w:t xml:space="preserve"> </w:t>
            </w:r>
            <w:r w:rsidRPr="009647FC">
              <w:rPr>
                <w:rtl/>
              </w:rPr>
              <w:t>نعيٍ</w:t>
            </w:r>
            <w:r>
              <w:rPr>
                <w:rtl/>
              </w:rPr>
              <w:t xml:space="preserve"> </w:t>
            </w:r>
            <w:r w:rsidRPr="009647FC">
              <w:rPr>
                <w:rtl/>
              </w:rPr>
              <w:t>مؤلمِ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فجميعهم</w:t>
            </w:r>
            <w:r>
              <w:rPr>
                <w:rtl/>
              </w:rPr>
              <w:t xml:space="preserve"> </w:t>
            </w:r>
            <w:r w:rsidRPr="009647FC">
              <w:rPr>
                <w:rtl/>
              </w:rPr>
              <w:t>تحت</w:t>
            </w:r>
            <w:r>
              <w:rPr>
                <w:rtl/>
              </w:rPr>
              <w:t xml:space="preserve"> </w:t>
            </w:r>
            <w:r w:rsidRPr="009647FC">
              <w:rPr>
                <w:rtl/>
              </w:rPr>
              <w:t>الثرى</w:t>
            </w:r>
            <w:r>
              <w:rPr>
                <w:rtl/>
              </w:rPr>
              <w:t xml:space="preserve"> </w:t>
            </w:r>
            <w:r w:rsidRPr="009647FC">
              <w:rPr>
                <w:rtl/>
              </w:rPr>
              <w:t>في</w:t>
            </w:r>
            <w:r>
              <w:rPr>
                <w:rtl/>
              </w:rPr>
              <w:t xml:space="preserve"> </w:t>
            </w:r>
            <w:r w:rsidRPr="009647FC">
              <w:rPr>
                <w:rtl/>
              </w:rPr>
              <w:t>ملحدٍ</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وجميعهم</w:t>
            </w:r>
            <w:r w:rsidR="004C00A8">
              <w:rPr>
                <w:rtl/>
              </w:rPr>
              <w:t xml:space="preserve"> </w:t>
            </w:r>
            <w:r w:rsidRPr="009647FC">
              <w:rPr>
                <w:rtl/>
              </w:rPr>
              <w:t>فوق</w:t>
            </w:r>
            <w:r>
              <w:rPr>
                <w:rtl/>
              </w:rPr>
              <w:t xml:space="preserve"> </w:t>
            </w:r>
            <w:r w:rsidRPr="009647FC">
              <w:rPr>
                <w:rtl/>
              </w:rPr>
              <w:t>الثرى</w:t>
            </w:r>
            <w:r>
              <w:rPr>
                <w:rtl/>
              </w:rPr>
              <w:t xml:space="preserve"> </w:t>
            </w:r>
            <w:r w:rsidRPr="009647FC">
              <w:rPr>
                <w:rtl/>
              </w:rPr>
              <w:t>في</w:t>
            </w:r>
            <w:r>
              <w:rPr>
                <w:rtl/>
              </w:rPr>
              <w:t xml:space="preserve"> </w:t>
            </w:r>
            <w:r w:rsidRPr="009647FC">
              <w:rPr>
                <w:rtl/>
              </w:rPr>
              <w:t>مأتمِ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دعهم</w:t>
            </w:r>
            <w:r>
              <w:rPr>
                <w:rtl/>
              </w:rPr>
              <w:t xml:space="preserve"> </w:t>
            </w:r>
            <w:r w:rsidRPr="009647FC">
              <w:rPr>
                <w:rtl/>
              </w:rPr>
              <w:t>فقد</w:t>
            </w:r>
            <w:r>
              <w:rPr>
                <w:rtl/>
              </w:rPr>
              <w:t xml:space="preserve"> </w:t>
            </w:r>
            <w:r w:rsidRPr="009647FC">
              <w:rPr>
                <w:rtl/>
              </w:rPr>
              <w:t>غصُّوا</w:t>
            </w:r>
            <w:r>
              <w:rPr>
                <w:rtl/>
              </w:rPr>
              <w:t xml:space="preserve"> </w:t>
            </w:r>
            <w:r w:rsidRPr="009647FC">
              <w:rPr>
                <w:rtl/>
              </w:rPr>
              <w:t>بجرعة</w:t>
            </w:r>
            <w:r>
              <w:rPr>
                <w:rtl/>
              </w:rPr>
              <w:t xml:space="preserve"> </w:t>
            </w:r>
            <w:r w:rsidRPr="009647FC">
              <w:rPr>
                <w:rtl/>
              </w:rPr>
              <w:t>ثكلهم</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وإلى</w:t>
            </w:r>
            <w:r>
              <w:rPr>
                <w:rtl/>
              </w:rPr>
              <w:t xml:space="preserve"> </w:t>
            </w:r>
            <w:r w:rsidRPr="009647FC">
              <w:rPr>
                <w:rtl/>
              </w:rPr>
              <w:t>الأئمة</w:t>
            </w:r>
            <w:r>
              <w:rPr>
                <w:rtl/>
              </w:rPr>
              <w:t xml:space="preserve"> </w:t>
            </w:r>
            <w:r w:rsidRPr="009647FC">
              <w:rPr>
                <w:rtl/>
              </w:rPr>
              <w:t>في</w:t>
            </w:r>
            <w:r>
              <w:rPr>
                <w:rtl/>
              </w:rPr>
              <w:t xml:space="preserve"> </w:t>
            </w:r>
            <w:r w:rsidRPr="009647FC">
              <w:rPr>
                <w:rtl/>
              </w:rPr>
              <w:t>نعائك</w:t>
            </w:r>
            <w:r>
              <w:rPr>
                <w:rtl/>
              </w:rPr>
              <w:t xml:space="preserve"> </w:t>
            </w:r>
            <w:r w:rsidRPr="009647FC">
              <w:rPr>
                <w:rtl/>
              </w:rPr>
              <w:t>يمِّمِ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وقل</w:t>
            </w:r>
            <w:r>
              <w:rPr>
                <w:rtl/>
              </w:rPr>
              <w:t xml:space="preserve"> </w:t>
            </w:r>
            <w:r w:rsidRPr="009647FC">
              <w:rPr>
                <w:rtl/>
              </w:rPr>
              <w:t>السّلام</w:t>
            </w:r>
            <w:r>
              <w:rPr>
                <w:rtl/>
              </w:rPr>
              <w:t xml:space="preserve"> </w:t>
            </w:r>
            <w:r w:rsidRPr="009647FC">
              <w:rPr>
                <w:rtl/>
              </w:rPr>
              <w:t>عليكم</w:t>
            </w:r>
            <w:r>
              <w:rPr>
                <w:rtl/>
              </w:rPr>
              <w:t xml:space="preserve"> </w:t>
            </w:r>
            <w:r w:rsidRPr="009647FC">
              <w:rPr>
                <w:rtl/>
              </w:rPr>
              <w:t>دُرِس</w:t>
            </w:r>
            <w:r>
              <w:rPr>
                <w:rtl/>
              </w:rPr>
              <w:t xml:space="preserve"> </w:t>
            </w:r>
            <w:r w:rsidRPr="009647FC">
              <w:rPr>
                <w:rtl/>
              </w:rPr>
              <w:t>التقى</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وعفتْ</w:t>
            </w:r>
            <w:r>
              <w:rPr>
                <w:rtl/>
              </w:rPr>
              <w:t xml:space="preserve"> </w:t>
            </w:r>
            <w:r w:rsidRPr="009647FC">
              <w:rPr>
                <w:rtl/>
              </w:rPr>
              <w:t>معالمه</w:t>
            </w:r>
            <w:r>
              <w:rPr>
                <w:rtl/>
              </w:rPr>
              <w:t xml:space="preserve"> </w:t>
            </w:r>
            <w:r w:rsidRPr="009647FC">
              <w:rPr>
                <w:rtl/>
              </w:rPr>
              <w:t>عفوّ</w:t>
            </w:r>
            <w:r>
              <w:rPr>
                <w:rtl/>
              </w:rPr>
              <w:t xml:space="preserve">َ </w:t>
            </w:r>
            <w:r w:rsidRPr="009647FC">
              <w:rPr>
                <w:rtl/>
              </w:rPr>
              <w:t>الأرسمِ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والدين</w:t>
            </w:r>
            <w:r>
              <w:rPr>
                <w:rtl/>
              </w:rPr>
              <w:t xml:space="preserve"> </w:t>
            </w:r>
            <w:r w:rsidRPr="009647FC">
              <w:rPr>
                <w:rtl/>
              </w:rPr>
              <w:t>هدّ</w:t>
            </w:r>
            <w:r>
              <w:rPr>
                <w:rtl/>
              </w:rPr>
              <w:t xml:space="preserve">َ </w:t>
            </w:r>
            <w:r w:rsidRPr="009647FC">
              <w:rPr>
                <w:rtl/>
              </w:rPr>
              <w:t>اليوم</w:t>
            </w:r>
            <w:r>
              <w:rPr>
                <w:rtl/>
              </w:rPr>
              <w:t xml:space="preserve"> </w:t>
            </w:r>
            <w:r w:rsidRPr="009647FC">
              <w:rPr>
                <w:rtl/>
              </w:rPr>
              <w:t>دين</w:t>
            </w:r>
            <w:r>
              <w:rPr>
                <w:rtl/>
              </w:rPr>
              <w:t xml:space="preserve"> (</w:t>
            </w:r>
            <w:r w:rsidRPr="009647FC">
              <w:rPr>
                <w:rtl/>
              </w:rPr>
              <w:t>محمدٍ</w:t>
            </w:r>
            <w:r>
              <w:rPr>
                <w:rtl/>
              </w:rPr>
              <w:t>)</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ووهت</w:t>
            </w:r>
            <w:r>
              <w:rPr>
                <w:rtl/>
              </w:rPr>
              <w:t xml:space="preserve"> </w:t>
            </w:r>
            <w:r w:rsidRPr="009647FC">
              <w:rPr>
                <w:rtl/>
              </w:rPr>
              <w:t>دعائمه</w:t>
            </w:r>
            <w:r>
              <w:rPr>
                <w:rtl/>
              </w:rPr>
              <w:t xml:space="preserve"> </w:t>
            </w:r>
            <w:r w:rsidRPr="009647FC">
              <w:rPr>
                <w:rtl/>
              </w:rPr>
              <w:t>بفقد</w:t>
            </w:r>
            <w:r>
              <w:rPr>
                <w:rtl/>
              </w:rPr>
              <w:t xml:space="preserve"> </w:t>
            </w:r>
            <w:r w:rsidRPr="009647FC">
              <w:rPr>
                <w:rtl/>
              </w:rPr>
              <w:t>المحكمِ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كان</w:t>
            </w:r>
            <w:r>
              <w:rPr>
                <w:rtl/>
              </w:rPr>
              <w:t xml:space="preserve"> </w:t>
            </w:r>
            <w:r w:rsidRPr="009647FC">
              <w:rPr>
                <w:rtl/>
              </w:rPr>
              <w:t>الدليل</w:t>
            </w:r>
            <w:r>
              <w:rPr>
                <w:rtl/>
              </w:rPr>
              <w:t xml:space="preserve"> </w:t>
            </w:r>
            <w:r w:rsidRPr="009647FC">
              <w:rPr>
                <w:rtl/>
              </w:rPr>
              <w:t>أقمتموه</w:t>
            </w:r>
            <w:r>
              <w:rPr>
                <w:rtl/>
              </w:rPr>
              <w:t xml:space="preserve"> </w:t>
            </w:r>
            <w:r w:rsidRPr="009647FC">
              <w:rPr>
                <w:rtl/>
              </w:rPr>
              <w:t>على</w:t>
            </w:r>
            <w:r>
              <w:rPr>
                <w:rtl/>
              </w:rPr>
              <w:t xml:space="preserve"> </w:t>
            </w:r>
            <w:r w:rsidRPr="009647FC">
              <w:rPr>
                <w:rtl/>
              </w:rPr>
              <w:t>الهدى</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علماً</w:t>
            </w:r>
            <w:r w:rsidR="004C00A8">
              <w:rPr>
                <w:rtl/>
              </w:rPr>
              <w:t xml:space="preserve"> </w:t>
            </w:r>
            <w:r w:rsidRPr="009647FC">
              <w:rPr>
                <w:rtl/>
              </w:rPr>
              <w:t>يدلُّ</w:t>
            </w:r>
            <w:r>
              <w:rPr>
                <w:rtl/>
              </w:rPr>
              <w:t xml:space="preserve"> </w:t>
            </w:r>
            <w:r w:rsidRPr="009647FC">
              <w:rPr>
                <w:rtl/>
              </w:rPr>
              <w:t>على</w:t>
            </w:r>
            <w:r>
              <w:rPr>
                <w:rtl/>
              </w:rPr>
              <w:t xml:space="preserve"> </w:t>
            </w:r>
            <w:r w:rsidRPr="009647FC">
              <w:rPr>
                <w:rtl/>
              </w:rPr>
              <w:t>الطريق</w:t>
            </w:r>
            <w:r>
              <w:rPr>
                <w:rtl/>
              </w:rPr>
              <w:t xml:space="preserve"> </w:t>
            </w:r>
            <w:r w:rsidRPr="009647FC">
              <w:rPr>
                <w:rtl/>
              </w:rPr>
              <w:t>الأقومِ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والآن</w:t>
            </w:r>
            <w:r w:rsidR="004C00A8">
              <w:rPr>
                <w:rtl/>
              </w:rPr>
              <w:t xml:space="preserve"> </w:t>
            </w:r>
            <w:r w:rsidRPr="009647FC">
              <w:rPr>
                <w:rtl/>
              </w:rPr>
              <w:t>لمّا</w:t>
            </w:r>
            <w:r>
              <w:rPr>
                <w:rtl/>
              </w:rPr>
              <w:t xml:space="preserve"> </w:t>
            </w:r>
            <w:r w:rsidRPr="009647FC">
              <w:rPr>
                <w:rtl/>
              </w:rPr>
              <w:t>طوّحته</w:t>
            </w:r>
            <w:r>
              <w:rPr>
                <w:rtl/>
              </w:rPr>
              <w:t xml:space="preserve"> </w:t>
            </w:r>
            <w:r w:rsidRPr="009647FC">
              <w:rPr>
                <w:rtl/>
              </w:rPr>
              <w:t>يدُ</w:t>
            </w:r>
            <w:r>
              <w:rPr>
                <w:rtl/>
              </w:rPr>
              <w:t xml:space="preserve"> </w:t>
            </w:r>
            <w:r w:rsidRPr="009647FC">
              <w:rPr>
                <w:rtl/>
              </w:rPr>
              <w:t>الردى</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غدت</w:t>
            </w:r>
            <w:r w:rsidR="004C00A8">
              <w:rPr>
                <w:rtl/>
              </w:rPr>
              <w:t xml:space="preserve"> </w:t>
            </w:r>
            <w:r w:rsidRPr="009647FC">
              <w:rPr>
                <w:rtl/>
              </w:rPr>
              <w:t>الأنام</w:t>
            </w:r>
            <w:r>
              <w:rPr>
                <w:rtl/>
              </w:rPr>
              <w:t xml:space="preserve"> </w:t>
            </w:r>
            <w:r w:rsidRPr="009647FC">
              <w:rPr>
                <w:rtl/>
              </w:rPr>
              <w:t>بمجملٍ</w:t>
            </w:r>
            <w:r>
              <w:rPr>
                <w:rtl/>
              </w:rPr>
              <w:t xml:space="preserve"> </w:t>
            </w:r>
            <w:r w:rsidRPr="009647FC">
              <w:rPr>
                <w:rtl/>
              </w:rPr>
              <w:t>مستبهمِ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حميت</w:t>
            </w:r>
            <w:r w:rsidR="004C00A8">
              <w:rPr>
                <w:rtl/>
              </w:rPr>
              <w:t xml:space="preserve"> </w:t>
            </w:r>
            <w:r w:rsidRPr="009647FC">
              <w:rPr>
                <w:rtl/>
              </w:rPr>
              <w:t>عليهم</w:t>
            </w:r>
            <w:r>
              <w:rPr>
                <w:rtl/>
              </w:rPr>
              <w:t xml:space="preserve"> </w:t>
            </w:r>
            <w:r w:rsidRPr="009647FC">
              <w:rPr>
                <w:rtl/>
              </w:rPr>
              <w:t>للرشاد</w:t>
            </w:r>
            <w:r>
              <w:rPr>
                <w:rtl/>
              </w:rPr>
              <w:t xml:space="preserve"> </w:t>
            </w:r>
            <w:r w:rsidRPr="009647FC">
              <w:rPr>
                <w:rtl/>
              </w:rPr>
              <w:t>مطالعٌ</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لا</w:t>
            </w:r>
            <w:r>
              <w:rPr>
                <w:rtl/>
              </w:rPr>
              <w:t xml:space="preserve"> </w:t>
            </w:r>
            <w:r w:rsidRPr="009647FC">
              <w:rPr>
                <w:rtl/>
              </w:rPr>
              <w:t>تستبين</w:t>
            </w:r>
            <w:r>
              <w:rPr>
                <w:rtl/>
              </w:rPr>
              <w:t xml:space="preserve"> </w:t>
            </w:r>
            <w:r w:rsidRPr="009647FC">
              <w:rPr>
                <w:rtl/>
              </w:rPr>
              <w:t>اليوم</w:t>
            </w:r>
            <w:r>
              <w:rPr>
                <w:rtl/>
              </w:rPr>
              <w:t xml:space="preserve"> </w:t>
            </w:r>
            <w:r w:rsidRPr="009647FC">
              <w:rPr>
                <w:rtl/>
              </w:rPr>
              <w:t>للمتوسمِ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غشيتهم</w:t>
            </w:r>
            <w:r w:rsidR="004C00A8">
              <w:rPr>
                <w:rtl/>
              </w:rPr>
              <w:t xml:space="preserve"> </w:t>
            </w:r>
            <w:r w:rsidRPr="009647FC">
              <w:rPr>
                <w:rtl/>
              </w:rPr>
              <w:t>سوداءُ</w:t>
            </w:r>
            <w:r>
              <w:rPr>
                <w:rtl/>
              </w:rPr>
              <w:t xml:space="preserve"> </w:t>
            </w:r>
            <w:r w:rsidRPr="009647FC">
              <w:rPr>
                <w:rtl/>
              </w:rPr>
              <w:t>أطبق</w:t>
            </w:r>
            <w:r>
              <w:rPr>
                <w:rtl/>
              </w:rPr>
              <w:t xml:space="preserve"> </w:t>
            </w:r>
            <w:r w:rsidRPr="009647FC">
              <w:rPr>
                <w:rtl/>
              </w:rPr>
              <w:t>ليلها</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للحشر</w:t>
            </w:r>
            <w:r w:rsidR="004C00A8">
              <w:rPr>
                <w:rtl/>
              </w:rPr>
              <w:t xml:space="preserve"> </w:t>
            </w:r>
            <w:r w:rsidRPr="009647FC">
              <w:rPr>
                <w:rtl/>
              </w:rPr>
              <w:t>تلحفهم</w:t>
            </w:r>
            <w:r>
              <w:rPr>
                <w:rtl/>
              </w:rPr>
              <w:t xml:space="preserve"> </w:t>
            </w:r>
            <w:r w:rsidRPr="009647FC">
              <w:rPr>
                <w:rtl/>
              </w:rPr>
              <w:t>بليلٍ</w:t>
            </w:r>
            <w:r>
              <w:rPr>
                <w:rtl/>
              </w:rPr>
              <w:t xml:space="preserve"> </w:t>
            </w:r>
            <w:r w:rsidRPr="009647FC">
              <w:rPr>
                <w:rtl/>
              </w:rPr>
              <w:t>مظلمِ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يا</w:t>
            </w:r>
            <w:r w:rsidR="004C00A8">
              <w:rPr>
                <w:rtl/>
              </w:rPr>
              <w:t xml:space="preserve"> </w:t>
            </w:r>
            <w:r w:rsidRPr="009647FC">
              <w:rPr>
                <w:rtl/>
              </w:rPr>
              <w:t>خير</w:t>
            </w:r>
            <w:r>
              <w:rPr>
                <w:rtl/>
              </w:rPr>
              <w:t xml:space="preserve">َ </w:t>
            </w:r>
            <w:r w:rsidRPr="009647FC">
              <w:rPr>
                <w:rtl/>
              </w:rPr>
              <w:t>آباءِ</w:t>
            </w:r>
            <w:r>
              <w:rPr>
                <w:rtl/>
              </w:rPr>
              <w:t xml:space="preserve"> </w:t>
            </w:r>
            <w:r w:rsidRPr="009647FC">
              <w:rPr>
                <w:rtl/>
              </w:rPr>
              <w:t>فقدنا</w:t>
            </w:r>
            <w:r>
              <w:rPr>
                <w:rtl/>
              </w:rPr>
              <w:t xml:space="preserve"> </w:t>
            </w:r>
            <w:r w:rsidRPr="009647FC">
              <w:rPr>
                <w:rtl/>
              </w:rPr>
              <w:t>برّ</w:t>
            </w:r>
            <w:r>
              <w:rPr>
                <w:rtl/>
              </w:rPr>
              <w:t>َ</w:t>
            </w:r>
            <w:r w:rsidRPr="009647FC">
              <w:rPr>
                <w:rtl/>
              </w:rPr>
              <w:t>هم</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فجعت</w:t>
            </w:r>
            <w:r>
              <w:rPr>
                <w:rtl/>
              </w:rPr>
              <w:t xml:space="preserve"> </w:t>
            </w:r>
            <w:r w:rsidRPr="009647FC">
              <w:rPr>
                <w:rtl/>
              </w:rPr>
              <w:t>يتاماكم</w:t>
            </w:r>
            <w:r>
              <w:rPr>
                <w:rtl/>
              </w:rPr>
              <w:t xml:space="preserve"> </w:t>
            </w:r>
            <w:r w:rsidRPr="009647FC">
              <w:rPr>
                <w:rtl/>
              </w:rPr>
              <w:t>بأرفق</w:t>
            </w:r>
            <w:r>
              <w:rPr>
                <w:rtl/>
              </w:rPr>
              <w:t xml:space="preserve"> </w:t>
            </w:r>
            <w:r w:rsidRPr="009647FC">
              <w:rPr>
                <w:rtl/>
              </w:rPr>
              <w:t>قيّمِ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فطموا</w:t>
            </w:r>
            <w:r>
              <w:rPr>
                <w:rtl/>
              </w:rPr>
              <w:t xml:space="preserve"> </w:t>
            </w:r>
            <w:r w:rsidRPr="009647FC">
              <w:rPr>
                <w:rtl/>
              </w:rPr>
              <w:t>فم</w:t>
            </w:r>
            <w:r>
              <w:rPr>
                <w:rtl/>
              </w:rPr>
              <w:t>َ</w:t>
            </w:r>
            <w:r w:rsidRPr="009647FC">
              <w:rPr>
                <w:rtl/>
              </w:rPr>
              <w:t>نْ</w:t>
            </w:r>
            <w:r>
              <w:rPr>
                <w:rtl/>
              </w:rPr>
              <w:t xml:space="preserve"> </w:t>
            </w:r>
            <w:r w:rsidRPr="009647FC">
              <w:rPr>
                <w:rtl/>
              </w:rPr>
              <w:t>لهم</w:t>
            </w:r>
            <w:r>
              <w:rPr>
                <w:rtl/>
              </w:rPr>
              <w:t xml:space="preserve"> </w:t>
            </w:r>
            <w:r w:rsidRPr="009647FC">
              <w:rPr>
                <w:rtl/>
              </w:rPr>
              <w:t>بدرّة</w:t>
            </w:r>
            <w:r>
              <w:rPr>
                <w:rtl/>
              </w:rPr>
              <w:t xml:space="preserve"> </w:t>
            </w:r>
            <w:r w:rsidRPr="009647FC">
              <w:rPr>
                <w:rtl/>
              </w:rPr>
              <w:t>فيئكم</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أن</w:t>
            </w:r>
            <w:r>
              <w:rPr>
                <w:rtl/>
              </w:rPr>
              <w:t xml:space="preserve"> </w:t>
            </w:r>
            <w:r w:rsidRPr="009647FC">
              <w:rPr>
                <w:rtl/>
              </w:rPr>
              <w:t>يرضعوها</w:t>
            </w:r>
            <w:r>
              <w:rPr>
                <w:rtl/>
              </w:rPr>
              <w:t xml:space="preserve"> </w:t>
            </w:r>
            <w:r w:rsidRPr="009647FC">
              <w:rPr>
                <w:rtl/>
              </w:rPr>
              <w:t>بعد</w:t>
            </w:r>
            <w:r>
              <w:rPr>
                <w:rtl/>
              </w:rPr>
              <w:t xml:space="preserve"> </w:t>
            </w:r>
            <w:r w:rsidRPr="009647FC">
              <w:rPr>
                <w:rtl/>
              </w:rPr>
              <w:t>أكرم</w:t>
            </w:r>
            <w:r>
              <w:rPr>
                <w:rtl/>
              </w:rPr>
              <w:t xml:space="preserve"> </w:t>
            </w:r>
            <w:r w:rsidRPr="009647FC">
              <w:rPr>
                <w:rtl/>
              </w:rPr>
              <w:t>منعمِ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حسِّن</w:t>
            </w:r>
            <w:r>
              <w:rPr>
                <w:rtl/>
              </w:rPr>
              <w:t xml:space="preserve"> </w:t>
            </w:r>
            <w:r w:rsidRPr="009647FC">
              <w:rPr>
                <w:rtl/>
              </w:rPr>
              <w:t>مقالك</w:t>
            </w:r>
            <w:r>
              <w:rPr>
                <w:rtl/>
              </w:rPr>
              <w:t xml:space="preserve"> </w:t>
            </w:r>
            <w:r w:rsidRPr="009647FC">
              <w:rPr>
                <w:rtl/>
              </w:rPr>
              <w:t>ما</w:t>
            </w:r>
            <w:r>
              <w:rPr>
                <w:rtl/>
              </w:rPr>
              <w:t xml:space="preserve"> </w:t>
            </w:r>
            <w:r w:rsidRPr="009647FC">
              <w:rPr>
                <w:rtl/>
              </w:rPr>
              <w:t>الأئمّة</w:t>
            </w:r>
            <w:r>
              <w:rPr>
                <w:rtl/>
              </w:rPr>
              <w:t xml:space="preserve"> </w:t>
            </w:r>
            <w:r w:rsidRPr="009647FC">
              <w:rPr>
                <w:rtl/>
              </w:rPr>
              <w:t>أهملوا</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أبناءكم</w:t>
            </w:r>
            <w:r w:rsidR="004C00A8">
              <w:rPr>
                <w:rtl/>
              </w:rPr>
              <w:t xml:space="preserve"> </w:t>
            </w:r>
            <w:r w:rsidRPr="009647FC">
              <w:rPr>
                <w:rtl/>
              </w:rPr>
              <w:t>فيسوء</w:t>
            </w:r>
            <w:r>
              <w:rPr>
                <w:rtl/>
              </w:rPr>
              <w:t xml:space="preserve"> </w:t>
            </w:r>
            <w:r w:rsidRPr="009647FC">
              <w:rPr>
                <w:rtl/>
              </w:rPr>
              <w:t>ظنُ</w:t>
            </w:r>
            <w:r>
              <w:rPr>
                <w:rtl/>
              </w:rPr>
              <w:t xml:space="preserve"> </w:t>
            </w:r>
            <w:r w:rsidRPr="009647FC">
              <w:rPr>
                <w:rtl/>
              </w:rPr>
              <w:t>المعدمِ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بل</w:t>
            </w:r>
            <w:r>
              <w:rPr>
                <w:rtl/>
              </w:rPr>
              <w:t xml:space="preserve"> </w:t>
            </w:r>
            <w:r w:rsidRPr="009647FC">
              <w:rPr>
                <w:rtl/>
              </w:rPr>
              <w:t>كان</w:t>
            </w:r>
            <w:r>
              <w:rPr>
                <w:rtl/>
              </w:rPr>
              <w:t xml:space="preserve"> </w:t>
            </w:r>
            <w:r w:rsidRPr="009647FC">
              <w:rPr>
                <w:rtl/>
              </w:rPr>
              <w:t>شاقهم</w:t>
            </w:r>
            <w:r>
              <w:rPr>
                <w:rtl/>
              </w:rPr>
              <w:t xml:space="preserve"> </w:t>
            </w:r>
            <w:r w:rsidRPr="009647FC">
              <w:rPr>
                <w:rtl/>
              </w:rPr>
              <w:t>الإمام</w:t>
            </w:r>
            <w:r>
              <w:rPr>
                <w:rtl/>
              </w:rPr>
              <w:t xml:space="preserve"> (</w:t>
            </w:r>
            <w:r w:rsidRPr="009647FC">
              <w:rPr>
                <w:rtl/>
              </w:rPr>
              <w:t>المرتضى</w:t>
            </w:r>
            <w:r>
              <w:rPr>
                <w:rtl/>
              </w:rPr>
              <w:t>)</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ولذاك</w:t>
            </w:r>
            <w:r w:rsidR="004C00A8">
              <w:rPr>
                <w:rtl/>
              </w:rPr>
              <w:t xml:space="preserve"> </w:t>
            </w:r>
            <w:r w:rsidRPr="009647FC">
              <w:rPr>
                <w:rtl/>
              </w:rPr>
              <w:t>قيل</w:t>
            </w:r>
            <w:r>
              <w:rPr>
                <w:rtl/>
              </w:rPr>
              <w:t xml:space="preserve"> </w:t>
            </w:r>
            <w:r w:rsidRPr="009647FC">
              <w:rPr>
                <w:rtl/>
              </w:rPr>
              <w:t>له</w:t>
            </w:r>
            <w:r>
              <w:rPr>
                <w:rtl/>
              </w:rPr>
              <w:t xml:space="preserve"> </w:t>
            </w:r>
            <w:r w:rsidRPr="009647FC">
              <w:rPr>
                <w:rtl/>
              </w:rPr>
              <w:t>على</w:t>
            </w:r>
            <w:r>
              <w:rPr>
                <w:rtl/>
              </w:rPr>
              <w:t xml:space="preserve"> </w:t>
            </w:r>
            <w:r w:rsidRPr="009647FC">
              <w:rPr>
                <w:rtl/>
              </w:rPr>
              <w:t>الرحب</w:t>
            </w:r>
            <w:r>
              <w:rPr>
                <w:rtl/>
              </w:rPr>
              <w:t xml:space="preserve"> </w:t>
            </w:r>
            <w:r w:rsidRPr="009647FC">
              <w:rPr>
                <w:rtl/>
              </w:rPr>
              <w:t>اقدمِ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ورأوا</w:t>
            </w:r>
            <w:r>
              <w:rPr>
                <w:rtl/>
              </w:rPr>
              <w:t xml:space="preserve"> (</w:t>
            </w:r>
            <w:r w:rsidRPr="009647FC">
              <w:rPr>
                <w:rtl/>
              </w:rPr>
              <w:t>محمد</w:t>
            </w:r>
            <w:r>
              <w:rPr>
                <w:rtl/>
              </w:rPr>
              <w:t xml:space="preserve"> </w:t>
            </w:r>
            <w:r w:rsidRPr="009647FC">
              <w:rPr>
                <w:rtl/>
              </w:rPr>
              <w:t>صالحاً</w:t>
            </w:r>
            <w:r>
              <w:rPr>
                <w:rtl/>
              </w:rPr>
              <w:t xml:space="preserve">) </w:t>
            </w:r>
            <w:r w:rsidRPr="009647FC">
              <w:rPr>
                <w:rtl/>
              </w:rPr>
              <w:t>من</w:t>
            </w:r>
            <w:r>
              <w:rPr>
                <w:rtl/>
              </w:rPr>
              <w:t xml:space="preserve"> </w:t>
            </w:r>
            <w:r w:rsidRPr="009647FC">
              <w:rPr>
                <w:rtl/>
              </w:rPr>
              <w:t>بعده</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لبنيهمُ</w:t>
            </w:r>
            <w:r>
              <w:rPr>
                <w:rtl/>
              </w:rPr>
              <w:t xml:space="preserve"> </w:t>
            </w:r>
            <w:r w:rsidRPr="009647FC">
              <w:rPr>
                <w:rtl/>
              </w:rPr>
              <w:t>يبقى</w:t>
            </w:r>
            <w:r>
              <w:rPr>
                <w:rtl/>
              </w:rPr>
              <w:t xml:space="preserve"> </w:t>
            </w:r>
            <w:r w:rsidRPr="009647FC">
              <w:rPr>
                <w:rtl/>
              </w:rPr>
              <w:t>فقيل</w:t>
            </w:r>
            <w:r>
              <w:rPr>
                <w:rtl/>
              </w:rPr>
              <w:t xml:space="preserve"> </w:t>
            </w:r>
            <w:r w:rsidRPr="009647FC">
              <w:rPr>
                <w:rtl/>
              </w:rPr>
              <w:t>له</w:t>
            </w:r>
            <w:r>
              <w:rPr>
                <w:rtl/>
              </w:rPr>
              <w:t xml:space="preserve"> </w:t>
            </w:r>
            <w:r w:rsidRPr="009647FC">
              <w:rPr>
                <w:rtl/>
              </w:rPr>
              <w:t>اسلمِ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دمْ</w:t>
            </w:r>
            <w:r w:rsidR="004C00A8">
              <w:rPr>
                <w:rtl/>
              </w:rPr>
              <w:t xml:space="preserve"> </w:t>
            </w:r>
            <w:r w:rsidRPr="009647FC">
              <w:rPr>
                <w:rtl/>
              </w:rPr>
              <w:t>للصلاح</w:t>
            </w:r>
            <w:r>
              <w:rPr>
                <w:rtl/>
              </w:rPr>
              <w:t xml:space="preserve"> </w:t>
            </w:r>
            <w:r w:rsidRPr="009647FC">
              <w:rPr>
                <w:rtl/>
              </w:rPr>
              <w:t>وللهداية</w:t>
            </w:r>
            <w:r>
              <w:rPr>
                <w:rtl/>
              </w:rPr>
              <w:t xml:space="preserve"> </w:t>
            </w:r>
            <w:r w:rsidRPr="009647FC">
              <w:rPr>
                <w:rtl/>
              </w:rPr>
              <w:t>والتقى</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ولعيلة</w:t>
            </w:r>
            <w:r w:rsidR="004C00A8">
              <w:rPr>
                <w:rtl/>
              </w:rPr>
              <w:t xml:space="preserve"> </w:t>
            </w:r>
            <w:r w:rsidRPr="009647FC">
              <w:rPr>
                <w:rtl/>
              </w:rPr>
              <w:t>العافي</w:t>
            </w:r>
            <w:r>
              <w:rPr>
                <w:rtl/>
              </w:rPr>
              <w:t xml:space="preserve"> </w:t>
            </w:r>
            <w:r w:rsidRPr="009647FC">
              <w:rPr>
                <w:rtl/>
              </w:rPr>
              <w:t>وحمل</w:t>
            </w:r>
            <w:r>
              <w:rPr>
                <w:rtl/>
              </w:rPr>
              <w:t xml:space="preserve"> </w:t>
            </w:r>
            <w:r w:rsidRPr="009647FC">
              <w:rPr>
                <w:rtl/>
              </w:rPr>
              <w:t>المغرمِ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قسماً</w:t>
            </w:r>
            <w:r w:rsidR="004C00A8">
              <w:rPr>
                <w:rtl/>
              </w:rPr>
              <w:t xml:space="preserve"> </w:t>
            </w:r>
            <w:r w:rsidRPr="009647FC">
              <w:rPr>
                <w:rtl/>
              </w:rPr>
              <w:t>بهديك</w:t>
            </w:r>
            <w:r>
              <w:rPr>
                <w:rtl/>
              </w:rPr>
              <w:t xml:space="preserve">َ </w:t>
            </w:r>
            <w:r w:rsidRPr="009647FC">
              <w:rPr>
                <w:rtl/>
              </w:rPr>
              <w:t>بل</w:t>
            </w:r>
            <w:r>
              <w:rPr>
                <w:rtl/>
              </w:rPr>
              <w:t xml:space="preserve"> </w:t>
            </w:r>
            <w:r w:rsidRPr="009647FC">
              <w:rPr>
                <w:rtl/>
              </w:rPr>
              <w:t>بنسكك</w:t>
            </w:r>
            <w:r>
              <w:rPr>
                <w:rtl/>
              </w:rPr>
              <w:t xml:space="preserve"> </w:t>
            </w:r>
            <w:r w:rsidRPr="009647FC">
              <w:rPr>
                <w:rtl/>
              </w:rPr>
              <w:t>بل</w:t>
            </w:r>
            <w:r>
              <w:rPr>
                <w:rtl/>
              </w:rPr>
              <w:t xml:space="preserve"> </w:t>
            </w:r>
            <w:r w:rsidRPr="009647FC">
              <w:rPr>
                <w:rtl/>
              </w:rPr>
              <w:t>بم</w:t>
            </w:r>
            <w:r>
              <w:rPr>
                <w:rtl/>
              </w:rPr>
              <w:t>َ</w:t>
            </w:r>
            <w:r w:rsidRPr="009647FC">
              <w:rPr>
                <w:rtl/>
              </w:rPr>
              <w:t>نْ</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بالفضل</w:t>
            </w:r>
            <w:r>
              <w:rPr>
                <w:rtl/>
              </w:rPr>
              <w:t xml:space="preserve"> </w:t>
            </w:r>
            <w:r w:rsidRPr="009647FC">
              <w:rPr>
                <w:rtl/>
              </w:rPr>
              <w:t>خصّك</w:t>
            </w:r>
            <w:r>
              <w:rPr>
                <w:rtl/>
              </w:rPr>
              <w:t xml:space="preserve"> </w:t>
            </w:r>
            <w:r w:rsidRPr="009647FC">
              <w:rPr>
                <w:rtl/>
              </w:rPr>
              <w:t>وهو</w:t>
            </w:r>
            <w:r>
              <w:rPr>
                <w:rtl/>
              </w:rPr>
              <w:t xml:space="preserve"> </w:t>
            </w:r>
            <w:r w:rsidRPr="009647FC">
              <w:rPr>
                <w:rtl/>
              </w:rPr>
              <w:t>جهدُ</w:t>
            </w:r>
            <w:r>
              <w:rPr>
                <w:rtl/>
              </w:rPr>
              <w:t xml:space="preserve"> </w:t>
            </w:r>
            <w:r w:rsidRPr="009647FC">
              <w:rPr>
                <w:rtl/>
              </w:rPr>
              <w:t>المقسمِ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ما</w:t>
            </w:r>
            <w:r>
              <w:rPr>
                <w:rtl/>
              </w:rPr>
              <w:t xml:space="preserve"> </w:t>
            </w:r>
            <w:r w:rsidRPr="009647FC">
              <w:rPr>
                <w:rtl/>
              </w:rPr>
              <w:t>فوق</w:t>
            </w:r>
            <w:r>
              <w:rPr>
                <w:rtl/>
              </w:rPr>
              <w:t xml:space="preserve"> </w:t>
            </w:r>
            <w:r w:rsidRPr="009647FC">
              <w:rPr>
                <w:rtl/>
              </w:rPr>
              <w:t>ظهر الأرض</w:t>
            </w:r>
            <w:r>
              <w:rPr>
                <w:rtl/>
              </w:rPr>
              <w:t xml:space="preserve"> </w:t>
            </w:r>
            <w:r w:rsidRPr="009647FC">
              <w:rPr>
                <w:rtl/>
              </w:rPr>
              <w:t>فوقك</w:t>
            </w:r>
            <w:r>
              <w:rPr>
                <w:rtl/>
              </w:rPr>
              <w:t xml:space="preserve"> </w:t>
            </w:r>
            <w:r w:rsidRPr="009647FC">
              <w:rPr>
                <w:rtl/>
              </w:rPr>
              <w:t>مقتفٍ</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أثر</w:t>
            </w:r>
            <w:r>
              <w:rPr>
                <w:rtl/>
              </w:rPr>
              <w:t>َ</w:t>
            </w:r>
            <w:r w:rsidR="004C00A8">
              <w:rPr>
                <w:rtl/>
              </w:rPr>
              <w:t xml:space="preserve"> </w:t>
            </w:r>
            <w:r w:rsidRPr="009647FC">
              <w:rPr>
                <w:rtl/>
              </w:rPr>
              <w:t>الأئمّة</w:t>
            </w:r>
            <w:r>
              <w:rPr>
                <w:rtl/>
              </w:rPr>
              <w:t xml:space="preserve"> </w:t>
            </w:r>
            <w:r w:rsidRPr="009647FC">
              <w:rPr>
                <w:rtl/>
              </w:rPr>
              <w:t>في</w:t>
            </w:r>
            <w:r>
              <w:rPr>
                <w:rtl/>
              </w:rPr>
              <w:t xml:space="preserve"> </w:t>
            </w:r>
            <w:r w:rsidRPr="009647FC">
              <w:rPr>
                <w:rtl/>
              </w:rPr>
              <w:t>تقىً</w:t>
            </w:r>
            <w:r>
              <w:rPr>
                <w:rtl/>
              </w:rPr>
              <w:t xml:space="preserve"> </w:t>
            </w:r>
            <w:r w:rsidRPr="009647FC">
              <w:rPr>
                <w:rtl/>
              </w:rPr>
              <w:t>وتكرّمِ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أنت</w:t>
            </w:r>
            <w:r>
              <w:rPr>
                <w:rtl/>
              </w:rPr>
              <w:t xml:space="preserve"> </w:t>
            </w:r>
            <w:r w:rsidRPr="009647FC">
              <w:rPr>
                <w:rtl/>
              </w:rPr>
              <w:t>الذي</w:t>
            </w:r>
            <w:r>
              <w:rPr>
                <w:rtl/>
              </w:rPr>
              <w:t xml:space="preserve"> </w:t>
            </w:r>
            <w:r w:rsidRPr="009647FC">
              <w:rPr>
                <w:rtl/>
              </w:rPr>
              <w:t>تنميك</w:t>
            </w:r>
            <w:r>
              <w:rPr>
                <w:rtl/>
              </w:rPr>
              <w:t xml:space="preserve"> </w:t>
            </w:r>
            <w:r w:rsidRPr="009647FC">
              <w:rPr>
                <w:rtl/>
              </w:rPr>
              <w:t>من</w:t>
            </w:r>
            <w:r>
              <w:rPr>
                <w:rtl/>
              </w:rPr>
              <w:t xml:space="preserve"> </w:t>
            </w:r>
            <w:r w:rsidRPr="009647FC">
              <w:rPr>
                <w:rtl/>
              </w:rPr>
              <w:t>سلف</w:t>
            </w:r>
            <w:r>
              <w:rPr>
                <w:rtl/>
              </w:rPr>
              <w:t xml:space="preserve"> </w:t>
            </w:r>
            <w:r w:rsidRPr="009647FC">
              <w:rPr>
                <w:rtl/>
              </w:rPr>
              <w:t>العُلى</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زهرُ</w:t>
            </w:r>
            <w:r>
              <w:rPr>
                <w:rtl/>
              </w:rPr>
              <w:t xml:space="preserve"> </w:t>
            </w:r>
            <w:r w:rsidRPr="009647FC">
              <w:rPr>
                <w:rtl/>
              </w:rPr>
              <w:t>الوجوه</w:t>
            </w:r>
            <w:r>
              <w:rPr>
                <w:rtl/>
              </w:rPr>
              <w:t xml:space="preserve"> </w:t>
            </w:r>
            <w:r w:rsidRPr="009647FC">
              <w:rPr>
                <w:rtl/>
              </w:rPr>
              <w:t>لها</w:t>
            </w:r>
            <w:r>
              <w:rPr>
                <w:rtl/>
              </w:rPr>
              <w:t xml:space="preserve"> </w:t>
            </w:r>
            <w:r w:rsidRPr="009647FC">
              <w:rPr>
                <w:rtl/>
              </w:rPr>
              <w:t>المكارم</w:t>
            </w:r>
            <w:r>
              <w:rPr>
                <w:rtl/>
              </w:rPr>
              <w:t xml:space="preserve"> </w:t>
            </w:r>
            <w:r w:rsidRPr="009647FC">
              <w:rPr>
                <w:rtl/>
              </w:rPr>
              <w:t>تنتمي</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235215" w:rsidRPr="00524A24" w:rsidTr="00235215">
        <w:trPr>
          <w:trHeight w:val="350"/>
        </w:trPr>
        <w:tc>
          <w:tcPr>
            <w:tcW w:w="3902" w:type="dxa"/>
          </w:tcPr>
          <w:p w:rsidR="00235215" w:rsidRPr="00524A24" w:rsidRDefault="00235215" w:rsidP="00791A38">
            <w:pPr>
              <w:pStyle w:val="libPoem"/>
            </w:pPr>
            <w:r w:rsidRPr="009647FC">
              <w:rPr>
                <w:rtl/>
              </w:rPr>
              <w:lastRenderedPageBreak/>
              <w:t>ومعذبٍ</w:t>
            </w:r>
            <w:r>
              <w:rPr>
                <w:rtl/>
              </w:rPr>
              <w:t xml:space="preserve"> </w:t>
            </w:r>
            <w:r w:rsidRPr="009647FC">
              <w:rPr>
                <w:rtl/>
              </w:rPr>
              <w:t>بعُلاك</w:t>
            </w:r>
            <w:r>
              <w:rPr>
                <w:rtl/>
              </w:rPr>
              <w:t xml:space="preserve"> </w:t>
            </w:r>
            <w:r w:rsidRPr="009647FC">
              <w:rPr>
                <w:rtl/>
              </w:rPr>
              <w:t>قلت</w:t>
            </w:r>
            <w:r>
              <w:rPr>
                <w:rtl/>
              </w:rPr>
              <w:t xml:space="preserve"> </w:t>
            </w:r>
            <w:r w:rsidRPr="009647FC">
              <w:rPr>
                <w:rtl/>
              </w:rPr>
              <w:t>وقد</w:t>
            </w:r>
            <w:r>
              <w:rPr>
                <w:rtl/>
              </w:rPr>
              <w:t xml:space="preserve"> </w:t>
            </w:r>
            <w:r w:rsidRPr="009647FC">
              <w:rPr>
                <w:rtl/>
              </w:rPr>
              <w:t>سما</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لينالها</w:t>
            </w:r>
            <w:r>
              <w:rPr>
                <w:rtl/>
              </w:rPr>
              <w:t xml:space="preserve"> </w:t>
            </w:r>
            <w:r w:rsidRPr="009647FC">
              <w:rPr>
                <w:rtl/>
              </w:rPr>
              <w:t>فانحطّ</w:t>
            </w:r>
            <w:r>
              <w:rPr>
                <w:rtl/>
              </w:rPr>
              <w:t xml:space="preserve">َ </w:t>
            </w:r>
            <w:r w:rsidRPr="009647FC">
              <w:rPr>
                <w:rtl/>
              </w:rPr>
              <w:t>موطئ</w:t>
            </w:r>
            <w:r>
              <w:rPr>
                <w:rtl/>
              </w:rPr>
              <w:t xml:space="preserve"> </w:t>
            </w:r>
            <w:r w:rsidRPr="009647FC">
              <w:rPr>
                <w:rtl/>
              </w:rPr>
              <w:t>منسمِ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أتعبت</w:t>
            </w:r>
            <w:r>
              <w:rPr>
                <w:rtl/>
              </w:rPr>
              <w:t xml:space="preserve"> </w:t>
            </w:r>
            <w:r w:rsidRPr="009647FC">
              <w:rPr>
                <w:rtl/>
              </w:rPr>
              <w:t>نفسك</w:t>
            </w:r>
            <w:r>
              <w:rPr>
                <w:rtl/>
              </w:rPr>
              <w:t xml:space="preserve">َ </w:t>
            </w:r>
            <w:r w:rsidRPr="009647FC">
              <w:rPr>
                <w:rtl/>
              </w:rPr>
              <w:t>ليس</w:t>
            </w:r>
            <w:r>
              <w:rPr>
                <w:rtl/>
              </w:rPr>
              <w:t xml:space="preserve"> </w:t>
            </w:r>
            <w:r w:rsidRPr="009647FC">
              <w:rPr>
                <w:rtl/>
              </w:rPr>
              <w:t>تعلو</w:t>
            </w:r>
            <w:r>
              <w:rPr>
                <w:rtl/>
              </w:rPr>
              <w:t xml:space="preserve"> </w:t>
            </w:r>
            <w:r w:rsidRPr="009647FC">
              <w:rPr>
                <w:rtl/>
              </w:rPr>
              <w:t>شأوه</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ولو</w:t>
            </w:r>
            <w:r>
              <w:rPr>
                <w:rtl/>
              </w:rPr>
              <w:t xml:space="preserve"> </w:t>
            </w:r>
            <w:r w:rsidRPr="009647FC">
              <w:rPr>
                <w:rtl/>
              </w:rPr>
              <w:t>ارتقيت</w:t>
            </w:r>
            <w:r>
              <w:rPr>
                <w:rtl/>
              </w:rPr>
              <w:t xml:space="preserve">َ </w:t>
            </w:r>
            <w:r w:rsidRPr="009647FC">
              <w:rPr>
                <w:rtl/>
              </w:rPr>
              <w:t>إلى</w:t>
            </w:r>
            <w:r>
              <w:rPr>
                <w:rtl/>
              </w:rPr>
              <w:t xml:space="preserve"> </w:t>
            </w:r>
            <w:r w:rsidRPr="009647FC">
              <w:rPr>
                <w:rtl/>
              </w:rPr>
              <w:t>السماء</w:t>
            </w:r>
            <w:r>
              <w:rPr>
                <w:rtl/>
              </w:rPr>
              <w:t xml:space="preserve"> </w:t>
            </w:r>
            <w:r w:rsidRPr="009647FC">
              <w:rPr>
                <w:rtl/>
              </w:rPr>
              <w:t>بسلّ</w:t>
            </w:r>
            <w:r>
              <w:rPr>
                <w:rtl/>
              </w:rPr>
              <w:t>َ</w:t>
            </w:r>
            <w:r w:rsidRPr="009647FC">
              <w:rPr>
                <w:rtl/>
              </w:rPr>
              <w:t>مِ</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فاسلم</w:t>
            </w:r>
            <w:r>
              <w:rPr>
                <w:rtl/>
              </w:rPr>
              <w:t xml:space="preserve"> </w:t>
            </w:r>
            <w:r w:rsidRPr="009647FC">
              <w:rPr>
                <w:rtl/>
              </w:rPr>
              <w:t>على</w:t>
            </w:r>
            <w:r>
              <w:rPr>
                <w:rtl/>
              </w:rPr>
              <w:t xml:space="preserve"> </w:t>
            </w:r>
            <w:r w:rsidRPr="009647FC">
              <w:rPr>
                <w:rtl/>
              </w:rPr>
              <w:t>الأيام</w:t>
            </w:r>
            <w:r>
              <w:rPr>
                <w:rtl/>
              </w:rPr>
              <w:t xml:space="preserve"> </w:t>
            </w:r>
            <w:r w:rsidRPr="009647FC">
              <w:rPr>
                <w:rtl/>
              </w:rPr>
              <w:t>ربعك</w:t>
            </w:r>
            <w:r>
              <w:rPr>
                <w:rtl/>
              </w:rPr>
              <w:t xml:space="preserve"> </w:t>
            </w:r>
            <w:r w:rsidRPr="009647FC">
              <w:rPr>
                <w:rtl/>
              </w:rPr>
              <w:t>آهلٌ</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وع</w:t>
            </w:r>
            <w:r w:rsidRPr="00B371C6">
              <w:rPr>
                <w:rtl/>
              </w:rPr>
              <w:t>ُ</w:t>
            </w:r>
            <w:r w:rsidRPr="009647FC">
              <w:rPr>
                <w:rtl/>
              </w:rPr>
              <w:t>لاك</w:t>
            </w:r>
            <w:r>
              <w:rPr>
                <w:rtl/>
              </w:rPr>
              <w:t xml:space="preserve"> </w:t>
            </w:r>
            <w:r w:rsidRPr="009647FC">
              <w:rPr>
                <w:rtl/>
              </w:rPr>
              <w:t>سامٍ</w:t>
            </w:r>
            <w:r>
              <w:rPr>
                <w:rtl/>
              </w:rPr>
              <w:t xml:space="preserve"> </w:t>
            </w:r>
            <w:r w:rsidRPr="009647FC">
              <w:rPr>
                <w:rtl/>
              </w:rPr>
              <w:t>فوق</w:t>
            </w:r>
            <w:r>
              <w:rPr>
                <w:rtl/>
              </w:rPr>
              <w:t xml:space="preserve"> </w:t>
            </w:r>
            <w:r w:rsidRPr="009647FC">
              <w:rPr>
                <w:rtl/>
              </w:rPr>
              <w:t>هام</w:t>
            </w:r>
            <w:r>
              <w:rPr>
                <w:rtl/>
              </w:rPr>
              <w:t xml:space="preserve"> </w:t>
            </w:r>
            <w:r w:rsidRPr="009647FC">
              <w:rPr>
                <w:rtl/>
              </w:rPr>
              <w:t>المرزمِ</w:t>
            </w:r>
            <w:r w:rsidRPr="00524A24">
              <w:rPr>
                <w:rStyle w:val="libPoemTiniChar0"/>
                <w:rtl/>
              </w:rPr>
              <w:br/>
              <w:t> </w:t>
            </w:r>
          </w:p>
        </w:tc>
      </w:tr>
    </w:tbl>
    <w:p w:rsidR="009647FC" w:rsidRPr="00524A24" w:rsidRDefault="009647FC" w:rsidP="004E7EC6">
      <w:pPr>
        <w:pStyle w:val="libNormal"/>
      </w:pPr>
      <w:r w:rsidRPr="009647FC">
        <w:rPr>
          <w:rtl/>
        </w:rPr>
        <w:t>وقال يرثي الشيخ مهدي ابن الشيخ علي</w:t>
      </w:r>
      <w:r w:rsidR="00D769AB">
        <w:rPr>
          <w:rtl/>
        </w:rPr>
        <w:t>،</w:t>
      </w:r>
      <w:r w:rsidRPr="009647FC">
        <w:rPr>
          <w:rtl/>
        </w:rPr>
        <w:t xml:space="preserve"> ويعزّي العلاّمة السيد مهدي القزويني</w:t>
      </w:r>
      <w:r w:rsidR="00D769AB">
        <w:rPr>
          <w:rtl/>
        </w:rPr>
        <w:t>:</w:t>
      </w:r>
    </w:p>
    <w:tbl>
      <w:tblPr>
        <w:tblStyle w:val="TableGrid"/>
        <w:bidiVisual/>
        <w:tblW w:w="4562" w:type="pct"/>
        <w:tblInd w:w="384" w:type="dxa"/>
        <w:tblLook w:val="04A0"/>
      </w:tblPr>
      <w:tblGrid>
        <w:gridCol w:w="3902"/>
        <w:gridCol w:w="301"/>
        <w:gridCol w:w="3884"/>
      </w:tblGrid>
      <w:tr w:rsidR="00235215" w:rsidRPr="00524A24" w:rsidTr="00235215">
        <w:trPr>
          <w:trHeight w:val="350"/>
        </w:trPr>
        <w:tc>
          <w:tcPr>
            <w:tcW w:w="3902" w:type="dxa"/>
          </w:tcPr>
          <w:p w:rsidR="00235215" w:rsidRPr="00524A24" w:rsidRDefault="00235215" w:rsidP="00791A38">
            <w:pPr>
              <w:pStyle w:val="libPoem"/>
            </w:pPr>
            <w:r w:rsidRPr="009647FC">
              <w:rPr>
                <w:rtl/>
              </w:rPr>
              <w:t>ملأتْ</w:t>
            </w:r>
            <w:r>
              <w:rPr>
                <w:rtl/>
              </w:rPr>
              <w:t xml:space="preserve"> </w:t>
            </w:r>
            <w:r w:rsidRPr="009647FC">
              <w:rPr>
                <w:rtl/>
              </w:rPr>
              <w:t>مكارمُك</w:t>
            </w:r>
            <w:r>
              <w:rPr>
                <w:rtl/>
              </w:rPr>
              <w:t xml:space="preserve">َ </w:t>
            </w:r>
            <w:r w:rsidRPr="009647FC">
              <w:rPr>
                <w:rtl/>
              </w:rPr>
              <w:t>البسيطة</w:t>
            </w:r>
            <w:r>
              <w:rPr>
                <w:rtl/>
              </w:rPr>
              <w:t xml:space="preserve"> </w:t>
            </w:r>
            <w:r w:rsidRPr="009647FC">
              <w:rPr>
                <w:rtl/>
              </w:rPr>
              <w:t>أنعما</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فلذلك</w:t>
            </w:r>
            <w:r w:rsidR="004C00A8">
              <w:rPr>
                <w:rtl/>
              </w:rPr>
              <w:t xml:space="preserve"> </w:t>
            </w:r>
            <w:r w:rsidRPr="009647FC">
              <w:rPr>
                <w:rtl/>
              </w:rPr>
              <w:t>انعقدت</w:t>
            </w:r>
            <w:r>
              <w:rPr>
                <w:rtl/>
              </w:rPr>
              <w:t xml:space="preserve"> </w:t>
            </w:r>
            <w:r w:rsidRPr="009647FC">
              <w:rPr>
                <w:rtl/>
              </w:rPr>
              <w:t>لرزئك</w:t>
            </w:r>
            <w:r>
              <w:rPr>
                <w:rtl/>
              </w:rPr>
              <w:t xml:space="preserve"> </w:t>
            </w:r>
            <w:r w:rsidRPr="009647FC">
              <w:rPr>
                <w:rtl/>
              </w:rPr>
              <w:t>مأتما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ولئن</w:t>
            </w:r>
            <w:r w:rsidR="004C00A8">
              <w:rPr>
                <w:rtl/>
              </w:rPr>
              <w:t xml:space="preserve"> </w:t>
            </w:r>
            <w:r w:rsidRPr="009647FC">
              <w:rPr>
                <w:rtl/>
              </w:rPr>
              <w:t>غدا</w:t>
            </w:r>
            <w:r>
              <w:rPr>
                <w:rtl/>
              </w:rPr>
              <w:t xml:space="preserve"> </w:t>
            </w:r>
            <w:r w:rsidRPr="009647FC">
              <w:rPr>
                <w:rtl/>
              </w:rPr>
              <w:t>فذا</w:t>
            </w:r>
            <w:r>
              <w:rPr>
                <w:rtl/>
              </w:rPr>
              <w:t xml:space="preserve"> </w:t>
            </w:r>
            <w:r w:rsidRPr="009647FC">
              <w:rPr>
                <w:rtl/>
              </w:rPr>
              <w:t>مصابُك</w:t>
            </w:r>
            <w:r>
              <w:rPr>
                <w:rtl/>
              </w:rPr>
              <w:t xml:space="preserve"> </w:t>
            </w:r>
            <w:r w:rsidRPr="009647FC">
              <w:rPr>
                <w:rtl/>
              </w:rPr>
              <w:t>في</w:t>
            </w:r>
            <w:r>
              <w:rPr>
                <w:rtl/>
              </w:rPr>
              <w:t xml:space="preserve"> </w:t>
            </w:r>
            <w:r w:rsidRPr="009647FC">
              <w:rPr>
                <w:rtl/>
              </w:rPr>
              <w:t>الورى</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فالغيثُ</w:t>
            </w:r>
            <w:r w:rsidR="004C00A8">
              <w:rPr>
                <w:rtl/>
              </w:rPr>
              <w:t xml:space="preserve"> </w:t>
            </w:r>
            <w:r w:rsidRPr="009647FC">
              <w:rPr>
                <w:rtl/>
              </w:rPr>
              <w:t>كان</w:t>
            </w:r>
            <w:r>
              <w:rPr>
                <w:rtl/>
              </w:rPr>
              <w:t xml:space="preserve"> </w:t>
            </w:r>
            <w:r w:rsidRPr="009647FC">
              <w:rPr>
                <w:rtl/>
              </w:rPr>
              <w:t>له</w:t>
            </w:r>
            <w:r>
              <w:rPr>
                <w:rtl/>
              </w:rPr>
              <w:t xml:space="preserve"> </w:t>
            </w:r>
            <w:r w:rsidRPr="009647FC">
              <w:rPr>
                <w:rtl/>
              </w:rPr>
              <w:t>وجودك</w:t>
            </w:r>
            <w:r>
              <w:rPr>
                <w:rtl/>
              </w:rPr>
              <w:t xml:space="preserve"> </w:t>
            </w:r>
            <w:r w:rsidRPr="009647FC">
              <w:rPr>
                <w:rtl/>
              </w:rPr>
              <w:t>توأما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بالأمس</w:t>
            </w:r>
            <w:r>
              <w:rPr>
                <w:rtl/>
              </w:rPr>
              <w:t xml:space="preserve"> </w:t>
            </w:r>
            <w:r w:rsidRPr="009647FC">
              <w:rPr>
                <w:rtl/>
              </w:rPr>
              <w:t>قد</w:t>
            </w:r>
            <w:r>
              <w:rPr>
                <w:rtl/>
              </w:rPr>
              <w:t xml:space="preserve"> </w:t>
            </w:r>
            <w:r w:rsidRPr="009647FC">
              <w:rPr>
                <w:rtl/>
              </w:rPr>
              <w:t>رضعت</w:t>
            </w:r>
            <w:r>
              <w:rPr>
                <w:rtl/>
              </w:rPr>
              <w:t xml:space="preserve"> </w:t>
            </w:r>
            <w:r w:rsidRPr="009647FC">
              <w:rPr>
                <w:rtl/>
              </w:rPr>
              <w:t>بنانك</w:t>
            </w:r>
            <w:r>
              <w:rPr>
                <w:rtl/>
              </w:rPr>
              <w:t xml:space="preserve"> </w:t>
            </w:r>
            <w:r w:rsidRPr="009647FC">
              <w:rPr>
                <w:rtl/>
              </w:rPr>
              <w:t>درّ</w:t>
            </w:r>
            <w:r>
              <w:rPr>
                <w:rtl/>
              </w:rPr>
              <w:t>َ</w:t>
            </w:r>
            <w:r w:rsidRPr="009647FC">
              <w:rPr>
                <w:rtl/>
              </w:rPr>
              <w:t>ها</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واليوم</w:t>
            </w:r>
            <w:r>
              <w:rPr>
                <w:rtl/>
              </w:rPr>
              <w:t xml:space="preserve"> </w:t>
            </w:r>
            <w:r w:rsidRPr="009647FC">
              <w:rPr>
                <w:rtl/>
              </w:rPr>
              <w:t>تحلبها</w:t>
            </w:r>
            <w:r>
              <w:rPr>
                <w:rtl/>
              </w:rPr>
              <w:t xml:space="preserve"> </w:t>
            </w:r>
            <w:r w:rsidRPr="009647FC">
              <w:rPr>
                <w:rtl/>
              </w:rPr>
              <w:t>محاجرُها</w:t>
            </w:r>
            <w:r>
              <w:rPr>
                <w:rtl/>
              </w:rPr>
              <w:t xml:space="preserve"> </w:t>
            </w:r>
            <w:r w:rsidRPr="009647FC">
              <w:rPr>
                <w:rtl/>
              </w:rPr>
              <w:t>دما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ما</w:t>
            </w:r>
            <w:r w:rsidR="004C00A8">
              <w:rPr>
                <w:rtl/>
              </w:rPr>
              <w:t xml:space="preserve"> </w:t>
            </w:r>
            <w:r w:rsidRPr="009647FC">
              <w:rPr>
                <w:rtl/>
              </w:rPr>
              <w:t>غُمِّضتْ</w:t>
            </w:r>
            <w:r>
              <w:rPr>
                <w:rtl/>
              </w:rPr>
              <w:t xml:space="preserve"> </w:t>
            </w:r>
            <w:r w:rsidRPr="009647FC">
              <w:rPr>
                <w:rtl/>
              </w:rPr>
              <w:t>أجفان</w:t>
            </w:r>
            <w:r>
              <w:rPr>
                <w:rtl/>
              </w:rPr>
              <w:t xml:space="preserve"> </w:t>
            </w:r>
            <w:r w:rsidRPr="009647FC">
              <w:rPr>
                <w:rtl/>
              </w:rPr>
              <w:t>عينك</w:t>
            </w:r>
            <w:r>
              <w:rPr>
                <w:rtl/>
              </w:rPr>
              <w:t xml:space="preserve"> </w:t>
            </w:r>
            <w:r w:rsidRPr="009647FC">
              <w:rPr>
                <w:rtl/>
              </w:rPr>
              <w:t>عن</w:t>
            </w:r>
            <w:r>
              <w:rPr>
                <w:rtl/>
              </w:rPr>
              <w:t xml:space="preserve"> </w:t>
            </w:r>
            <w:r w:rsidRPr="009647FC">
              <w:rPr>
                <w:rtl/>
              </w:rPr>
              <w:t>ردىً</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إلاّ</w:t>
            </w:r>
            <w:r>
              <w:rPr>
                <w:rtl/>
              </w:rPr>
              <w:t xml:space="preserve"> </w:t>
            </w:r>
            <w:r w:rsidRPr="009647FC">
              <w:rPr>
                <w:rtl/>
              </w:rPr>
              <w:t>وجفنُ</w:t>
            </w:r>
            <w:r>
              <w:rPr>
                <w:rtl/>
              </w:rPr>
              <w:t xml:space="preserve"> </w:t>
            </w:r>
            <w:r w:rsidRPr="009647FC">
              <w:rPr>
                <w:rtl/>
              </w:rPr>
              <w:t>الدهر</w:t>
            </w:r>
            <w:r>
              <w:rPr>
                <w:rtl/>
              </w:rPr>
              <w:t xml:space="preserve"> </w:t>
            </w:r>
            <w:r w:rsidRPr="009647FC">
              <w:rPr>
                <w:rtl/>
              </w:rPr>
              <w:t>غُمّض</w:t>
            </w:r>
            <w:r>
              <w:rPr>
                <w:rtl/>
              </w:rPr>
              <w:t xml:space="preserve"> </w:t>
            </w:r>
            <w:r w:rsidRPr="009647FC">
              <w:rPr>
                <w:rtl/>
              </w:rPr>
              <w:t>عن</w:t>
            </w:r>
            <w:r>
              <w:rPr>
                <w:rtl/>
              </w:rPr>
              <w:t xml:space="preserve"> </w:t>
            </w:r>
            <w:r w:rsidRPr="009647FC">
              <w:rPr>
                <w:rtl/>
              </w:rPr>
              <w:t>عمى</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حلب</w:t>
            </w:r>
            <w:r>
              <w:rPr>
                <w:rtl/>
              </w:rPr>
              <w:t xml:space="preserve"> </w:t>
            </w:r>
            <w:r w:rsidRPr="009647FC">
              <w:rPr>
                <w:rtl/>
              </w:rPr>
              <w:t>الحمام</w:t>
            </w:r>
            <w:r>
              <w:rPr>
                <w:rtl/>
              </w:rPr>
              <w:t xml:space="preserve"> (</w:t>
            </w:r>
            <w:r w:rsidRPr="009647FC">
              <w:rPr>
                <w:rtl/>
              </w:rPr>
              <w:t>أبا</w:t>
            </w:r>
            <w:r>
              <w:rPr>
                <w:rtl/>
              </w:rPr>
              <w:t xml:space="preserve"> </w:t>
            </w:r>
            <w:r w:rsidRPr="009647FC">
              <w:rPr>
                <w:rtl/>
              </w:rPr>
              <w:t>الأمين</w:t>
            </w:r>
            <w:r>
              <w:rPr>
                <w:rtl/>
              </w:rPr>
              <w:t xml:space="preserve">) </w:t>
            </w:r>
            <w:r w:rsidRPr="009647FC">
              <w:rPr>
                <w:rtl/>
              </w:rPr>
              <w:t>بك</w:t>
            </w:r>
            <w:r>
              <w:rPr>
                <w:rtl/>
              </w:rPr>
              <w:t xml:space="preserve"> </w:t>
            </w:r>
            <w:r w:rsidRPr="009647FC">
              <w:rPr>
                <w:rtl/>
              </w:rPr>
              <w:t>الجوى</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شطرين</w:t>
            </w:r>
            <w:r w:rsidR="004C00A8">
              <w:rPr>
                <w:rtl/>
              </w:rPr>
              <w:t xml:space="preserve"> </w:t>
            </w:r>
            <w:r w:rsidRPr="009647FC">
              <w:rPr>
                <w:rtl/>
              </w:rPr>
              <w:t>صابا</w:t>
            </w:r>
            <w:r>
              <w:rPr>
                <w:rtl/>
              </w:rPr>
              <w:t xml:space="preserve"> </w:t>
            </w:r>
            <w:r w:rsidRPr="009647FC">
              <w:rPr>
                <w:rtl/>
              </w:rPr>
              <w:t>في</w:t>
            </w:r>
            <w:r>
              <w:rPr>
                <w:rtl/>
              </w:rPr>
              <w:t xml:space="preserve"> </w:t>
            </w:r>
            <w:r w:rsidRPr="009647FC">
              <w:rPr>
                <w:rtl/>
              </w:rPr>
              <w:t>الزمان</w:t>
            </w:r>
            <w:r>
              <w:rPr>
                <w:rtl/>
              </w:rPr>
              <w:t xml:space="preserve"> </w:t>
            </w:r>
            <w:r w:rsidRPr="009647FC">
              <w:rPr>
                <w:rtl/>
              </w:rPr>
              <w:t>وعلقما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فأغصّ</w:t>
            </w:r>
            <w:r>
              <w:rPr>
                <w:rtl/>
              </w:rPr>
              <w:t>َ</w:t>
            </w:r>
            <w:r w:rsidR="004C00A8">
              <w:rPr>
                <w:rtl/>
              </w:rPr>
              <w:t xml:space="preserve"> </w:t>
            </w:r>
            <w:r w:rsidRPr="009647FC">
              <w:rPr>
                <w:rtl/>
              </w:rPr>
              <w:t>في</w:t>
            </w:r>
            <w:r>
              <w:rPr>
                <w:rtl/>
              </w:rPr>
              <w:t xml:space="preserve"> </w:t>
            </w:r>
            <w:r w:rsidRPr="009647FC">
              <w:rPr>
                <w:rtl/>
              </w:rPr>
              <w:t>شطرِ</w:t>
            </w:r>
            <w:r>
              <w:rPr>
                <w:rtl/>
              </w:rPr>
              <w:t xml:space="preserve"> </w:t>
            </w:r>
            <w:r w:rsidRPr="009647FC">
              <w:rPr>
                <w:rtl/>
              </w:rPr>
              <w:t>فما</w:t>
            </w:r>
            <w:r>
              <w:rPr>
                <w:rtl/>
              </w:rPr>
              <w:t xml:space="preserve"> </w:t>
            </w:r>
            <w:r w:rsidRPr="009647FC">
              <w:rPr>
                <w:rtl/>
              </w:rPr>
              <w:t>من</w:t>
            </w:r>
            <w:r>
              <w:rPr>
                <w:rtl/>
              </w:rPr>
              <w:t xml:space="preserve"> (</w:t>
            </w:r>
            <w:r w:rsidRPr="009647FC">
              <w:rPr>
                <w:rtl/>
              </w:rPr>
              <w:t>هاشمٍ</w:t>
            </w:r>
            <w:r>
              <w:rPr>
                <w:rtl/>
              </w:rPr>
              <w:t>)</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وأغصّ</w:t>
            </w:r>
            <w:r>
              <w:rPr>
                <w:rtl/>
              </w:rPr>
              <w:t>َ</w:t>
            </w:r>
            <w:r w:rsidR="004C00A8">
              <w:rPr>
                <w:rtl/>
              </w:rPr>
              <w:t xml:space="preserve"> </w:t>
            </w:r>
            <w:r w:rsidRPr="009647FC">
              <w:rPr>
                <w:rtl/>
              </w:rPr>
              <w:t>في</w:t>
            </w:r>
            <w:r>
              <w:rPr>
                <w:rtl/>
              </w:rPr>
              <w:t xml:space="preserve"> </w:t>
            </w:r>
            <w:r w:rsidRPr="009647FC">
              <w:rPr>
                <w:rtl/>
              </w:rPr>
              <w:t>شطر</w:t>
            </w:r>
            <w:r>
              <w:rPr>
                <w:rtl/>
              </w:rPr>
              <w:t xml:space="preserve"> (</w:t>
            </w:r>
            <w:r w:rsidRPr="009647FC">
              <w:rPr>
                <w:rtl/>
              </w:rPr>
              <w:t>لجعفرها</w:t>
            </w:r>
            <w:r>
              <w:rPr>
                <w:rtl/>
              </w:rPr>
              <w:t xml:space="preserve">) </w:t>
            </w:r>
            <w:r w:rsidRPr="009647FC">
              <w:rPr>
                <w:rtl/>
              </w:rPr>
              <w:t>فما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قسم</w:t>
            </w:r>
            <w:r w:rsidR="004C00A8">
              <w:rPr>
                <w:rtl/>
              </w:rPr>
              <w:t xml:space="preserve"> </w:t>
            </w:r>
            <w:r w:rsidRPr="009647FC">
              <w:rPr>
                <w:rtl/>
              </w:rPr>
              <w:t>الرزيّ</w:t>
            </w:r>
            <w:r>
              <w:rPr>
                <w:rtl/>
              </w:rPr>
              <w:t>َ</w:t>
            </w:r>
            <w:r w:rsidRPr="009647FC">
              <w:rPr>
                <w:rtl/>
              </w:rPr>
              <w:t>ة</w:t>
            </w:r>
            <w:r>
              <w:rPr>
                <w:rtl/>
              </w:rPr>
              <w:t xml:space="preserve"> </w:t>
            </w:r>
            <w:r w:rsidRPr="009647FC">
              <w:rPr>
                <w:rtl/>
              </w:rPr>
              <w:t>في</w:t>
            </w:r>
            <w:r>
              <w:rPr>
                <w:rtl/>
              </w:rPr>
              <w:t xml:space="preserve"> </w:t>
            </w:r>
            <w:r w:rsidRPr="009647FC">
              <w:rPr>
                <w:rtl/>
              </w:rPr>
              <w:t>السويّة</w:t>
            </w:r>
            <w:r>
              <w:rPr>
                <w:rtl/>
              </w:rPr>
              <w:t xml:space="preserve"> </w:t>
            </w:r>
            <w:r w:rsidRPr="009647FC">
              <w:rPr>
                <w:rtl/>
              </w:rPr>
              <w:t>فيهما</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فغدا</w:t>
            </w:r>
            <w:r>
              <w:rPr>
                <w:rtl/>
              </w:rPr>
              <w:t xml:space="preserve"> </w:t>
            </w:r>
            <w:r w:rsidRPr="009647FC">
              <w:rPr>
                <w:rtl/>
              </w:rPr>
              <w:t>كلا</w:t>
            </w:r>
            <w:r>
              <w:rPr>
                <w:rtl/>
              </w:rPr>
              <w:t xml:space="preserve"> </w:t>
            </w:r>
            <w:r w:rsidRPr="009647FC">
              <w:rPr>
                <w:rtl/>
              </w:rPr>
              <w:t>العبأين</w:t>
            </w:r>
            <w:r>
              <w:rPr>
                <w:rtl/>
              </w:rPr>
              <w:t xml:space="preserve"> </w:t>
            </w:r>
            <w:r w:rsidRPr="009647FC">
              <w:rPr>
                <w:rtl/>
              </w:rPr>
              <w:t>ثقلاً</w:t>
            </w:r>
            <w:r>
              <w:rPr>
                <w:rtl/>
              </w:rPr>
              <w:t xml:space="preserve"> </w:t>
            </w:r>
            <w:r w:rsidRPr="009647FC">
              <w:rPr>
                <w:rtl/>
              </w:rPr>
              <w:t>أعظما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أما</w:t>
            </w:r>
            <w:r>
              <w:rPr>
                <w:rtl/>
              </w:rPr>
              <w:t xml:space="preserve"> </w:t>
            </w:r>
            <w:r w:rsidRPr="009647FC">
              <w:rPr>
                <w:rtl/>
              </w:rPr>
              <w:t>وساعتك</w:t>
            </w:r>
            <w:r>
              <w:rPr>
                <w:rtl/>
              </w:rPr>
              <w:t xml:space="preserve"> </w:t>
            </w:r>
            <w:r w:rsidRPr="009647FC">
              <w:rPr>
                <w:rtl/>
              </w:rPr>
              <w:t>التي</w:t>
            </w:r>
            <w:r>
              <w:rPr>
                <w:rtl/>
              </w:rPr>
              <w:t xml:space="preserve"> </w:t>
            </w:r>
            <w:r w:rsidRPr="009647FC">
              <w:rPr>
                <w:rtl/>
              </w:rPr>
              <w:t>بيلملمٍ</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زالت</w:t>
            </w:r>
            <w:r>
              <w:rPr>
                <w:rtl/>
              </w:rPr>
              <w:t xml:space="preserve"> </w:t>
            </w:r>
            <w:r w:rsidRPr="009647FC">
              <w:rPr>
                <w:rtl/>
              </w:rPr>
              <w:t>وما</w:t>
            </w:r>
            <w:r>
              <w:rPr>
                <w:rtl/>
              </w:rPr>
              <w:t xml:space="preserve"> </w:t>
            </w:r>
            <w:r w:rsidRPr="009647FC">
              <w:rPr>
                <w:rtl/>
              </w:rPr>
              <w:t>أعني</w:t>
            </w:r>
            <w:r>
              <w:rPr>
                <w:rtl/>
              </w:rPr>
              <w:t xml:space="preserve"> </w:t>
            </w:r>
            <w:r w:rsidRPr="009647FC">
              <w:rPr>
                <w:rtl/>
              </w:rPr>
              <w:t>سواك</w:t>
            </w:r>
            <w:r>
              <w:rPr>
                <w:rtl/>
              </w:rPr>
              <w:t xml:space="preserve"> </w:t>
            </w:r>
            <w:r w:rsidRPr="009647FC">
              <w:rPr>
                <w:rtl/>
              </w:rPr>
              <w:t>يلملما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ما</w:t>
            </w:r>
            <w:r w:rsidR="004C00A8">
              <w:rPr>
                <w:rtl/>
              </w:rPr>
              <w:t xml:space="preserve"> </w:t>
            </w:r>
            <w:r w:rsidRPr="009647FC">
              <w:rPr>
                <w:rtl/>
              </w:rPr>
              <w:t>خلت</w:t>
            </w:r>
            <w:r>
              <w:rPr>
                <w:rtl/>
              </w:rPr>
              <w:t xml:space="preserve"> </w:t>
            </w:r>
            <w:r w:rsidRPr="009647FC">
              <w:rPr>
                <w:rtl/>
              </w:rPr>
              <w:t>فقد</w:t>
            </w:r>
            <w:r>
              <w:rPr>
                <w:rtl/>
              </w:rPr>
              <w:t>َ</w:t>
            </w:r>
            <w:r w:rsidRPr="009647FC">
              <w:rPr>
                <w:rtl/>
              </w:rPr>
              <w:t>ك</w:t>
            </w:r>
            <w:r>
              <w:rPr>
                <w:rtl/>
              </w:rPr>
              <w:t xml:space="preserve"> </w:t>
            </w:r>
            <w:r w:rsidRPr="009647FC">
              <w:rPr>
                <w:rtl/>
              </w:rPr>
              <w:t>يستقلُّ</w:t>
            </w:r>
            <w:r>
              <w:rPr>
                <w:rtl/>
              </w:rPr>
              <w:t xml:space="preserve"> </w:t>
            </w:r>
            <w:r w:rsidRPr="009647FC">
              <w:rPr>
                <w:rtl/>
              </w:rPr>
              <w:t>بثقله</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ركنا</w:t>
            </w:r>
            <w:r w:rsidR="004C00A8">
              <w:rPr>
                <w:rtl/>
              </w:rPr>
              <w:t xml:space="preserve"> </w:t>
            </w:r>
            <w:r w:rsidRPr="009647FC">
              <w:rPr>
                <w:rtl/>
              </w:rPr>
              <w:t>زمانك</w:t>
            </w:r>
            <w:r>
              <w:rPr>
                <w:rtl/>
              </w:rPr>
              <w:t xml:space="preserve"> </w:t>
            </w:r>
            <w:r w:rsidRPr="009647FC">
              <w:rPr>
                <w:rtl/>
              </w:rPr>
              <w:t>ثمّ</w:t>
            </w:r>
            <w:r>
              <w:rPr>
                <w:rtl/>
              </w:rPr>
              <w:t xml:space="preserve"> </w:t>
            </w:r>
            <w:r w:rsidRPr="009647FC">
              <w:rPr>
                <w:rtl/>
              </w:rPr>
              <w:t>لم</w:t>
            </w:r>
            <w:r>
              <w:rPr>
                <w:rtl/>
              </w:rPr>
              <w:t xml:space="preserve"> </w:t>
            </w:r>
            <w:r w:rsidRPr="009647FC">
              <w:rPr>
                <w:rtl/>
              </w:rPr>
              <w:t>يتهدّ</w:t>
            </w:r>
            <w:r>
              <w:rPr>
                <w:rtl/>
              </w:rPr>
              <w:t>َ</w:t>
            </w:r>
            <w:r w:rsidRPr="009647FC">
              <w:rPr>
                <w:rtl/>
              </w:rPr>
              <w:t>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فلقد</w:t>
            </w:r>
            <w:r w:rsidR="004C00A8">
              <w:rPr>
                <w:rtl/>
              </w:rPr>
              <w:t xml:space="preserve"> </w:t>
            </w:r>
            <w:r w:rsidRPr="009647FC">
              <w:rPr>
                <w:rtl/>
              </w:rPr>
              <w:t>أطلّ</w:t>
            </w:r>
            <w:r>
              <w:rPr>
                <w:rtl/>
              </w:rPr>
              <w:t xml:space="preserve">َ </w:t>
            </w:r>
            <w:r w:rsidRPr="009647FC">
              <w:rPr>
                <w:rtl/>
              </w:rPr>
              <w:t>غداة</w:t>
            </w:r>
            <w:r>
              <w:rPr>
                <w:rtl/>
              </w:rPr>
              <w:t xml:space="preserve"> </w:t>
            </w:r>
            <w:r w:rsidRPr="009647FC">
              <w:rPr>
                <w:rtl/>
              </w:rPr>
              <w:t>يومك</w:t>
            </w:r>
            <w:r>
              <w:rPr>
                <w:rtl/>
              </w:rPr>
              <w:t xml:space="preserve"> </w:t>
            </w:r>
            <w:r w:rsidRPr="009647FC">
              <w:rPr>
                <w:rtl/>
              </w:rPr>
              <w:t>فادحٌ</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هو</w:t>
            </w:r>
            <w:r>
              <w:rPr>
                <w:rtl/>
              </w:rPr>
              <w:t xml:space="preserve"> </w:t>
            </w:r>
            <w:r w:rsidRPr="009647FC">
              <w:rPr>
                <w:rtl/>
              </w:rPr>
              <w:t>منه</w:t>
            </w:r>
            <w:r>
              <w:rPr>
                <w:rtl/>
              </w:rPr>
              <w:t xml:space="preserve"> </w:t>
            </w:r>
            <w:r w:rsidRPr="009647FC">
              <w:rPr>
                <w:rtl/>
              </w:rPr>
              <w:t>في</w:t>
            </w:r>
            <w:r>
              <w:rPr>
                <w:rtl/>
              </w:rPr>
              <w:t xml:space="preserve"> </w:t>
            </w:r>
            <w:r w:rsidRPr="009647FC">
              <w:rPr>
                <w:rtl/>
              </w:rPr>
              <w:t>الأرضين</w:t>
            </w:r>
            <w:r>
              <w:rPr>
                <w:rtl/>
              </w:rPr>
              <w:t xml:space="preserve"> </w:t>
            </w:r>
            <w:r w:rsidRPr="009647FC">
              <w:rPr>
                <w:rtl/>
              </w:rPr>
              <w:t>أعظم</w:t>
            </w:r>
            <w:r>
              <w:rPr>
                <w:rtl/>
              </w:rPr>
              <w:t xml:space="preserve"> </w:t>
            </w:r>
            <w:r w:rsidRPr="009647FC">
              <w:rPr>
                <w:rtl/>
              </w:rPr>
              <w:t>في</w:t>
            </w:r>
            <w:r>
              <w:rPr>
                <w:rtl/>
              </w:rPr>
              <w:t xml:space="preserve"> </w:t>
            </w:r>
            <w:r w:rsidRPr="009647FC">
              <w:rPr>
                <w:rtl/>
              </w:rPr>
              <w:t>السما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في</w:t>
            </w:r>
            <w:r>
              <w:rPr>
                <w:rtl/>
              </w:rPr>
              <w:t xml:space="preserve"> </w:t>
            </w:r>
            <w:r w:rsidRPr="009647FC">
              <w:rPr>
                <w:rtl/>
              </w:rPr>
              <w:t>ناره</w:t>
            </w:r>
            <w:r>
              <w:rPr>
                <w:rtl/>
              </w:rPr>
              <w:t xml:space="preserve"> </w:t>
            </w:r>
            <w:r w:rsidRPr="009647FC">
              <w:rPr>
                <w:rtl/>
              </w:rPr>
              <w:t>استوت</w:t>
            </w:r>
            <w:r>
              <w:rPr>
                <w:rtl/>
              </w:rPr>
              <w:t xml:space="preserve"> </w:t>
            </w:r>
            <w:r w:rsidRPr="009647FC">
              <w:rPr>
                <w:rtl/>
              </w:rPr>
              <w:t>الأنامُ</w:t>
            </w:r>
            <w:r>
              <w:rPr>
                <w:rtl/>
              </w:rPr>
              <w:t xml:space="preserve"> </w:t>
            </w:r>
            <w:r w:rsidRPr="009647FC">
              <w:rPr>
                <w:rtl/>
              </w:rPr>
              <w:t>فما</w:t>
            </w:r>
            <w:r>
              <w:rPr>
                <w:rtl/>
              </w:rPr>
              <w:t xml:space="preserve"> </w:t>
            </w:r>
            <w:r w:rsidRPr="009647FC">
              <w:rPr>
                <w:rtl/>
              </w:rPr>
              <w:t>دروا</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أيّ</w:t>
            </w:r>
            <w:r>
              <w:rPr>
                <w:rtl/>
              </w:rPr>
              <w:t>َ</w:t>
            </w:r>
            <w:r w:rsidR="004C00A8">
              <w:rPr>
                <w:rtl/>
              </w:rPr>
              <w:t xml:space="preserve"> </w:t>
            </w:r>
            <w:r w:rsidRPr="009647FC">
              <w:rPr>
                <w:rtl/>
              </w:rPr>
              <w:t>القلوب</w:t>
            </w:r>
            <w:r>
              <w:rPr>
                <w:rtl/>
              </w:rPr>
              <w:t xml:space="preserve"> </w:t>
            </w:r>
            <w:r w:rsidRPr="009647FC">
              <w:rPr>
                <w:rtl/>
              </w:rPr>
              <w:t>أحقّ</w:t>
            </w:r>
            <w:r>
              <w:rPr>
                <w:rtl/>
              </w:rPr>
              <w:t xml:space="preserve"> </w:t>
            </w:r>
            <w:r w:rsidRPr="009647FC">
              <w:rPr>
                <w:rtl/>
              </w:rPr>
              <w:t>أنْ</w:t>
            </w:r>
            <w:r>
              <w:rPr>
                <w:rtl/>
              </w:rPr>
              <w:t xml:space="preserve"> </w:t>
            </w:r>
            <w:r w:rsidRPr="009647FC">
              <w:rPr>
                <w:rtl/>
              </w:rPr>
              <w:t>تتضرمّا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يا</w:t>
            </w:r>
            <w:r w:rsidR="004C00A8">
              <w:rPr>
                <w:rtl/>
              </w:rPr>
              <w:t xml:space="preserve"> </w:t>
            </w:r>
            <w:r w:rsidRPr="009647FC">
              <w:rPr>
                <w:rtl/>
              </w:rPr>
              <w:t>م</w:t>
            </w:r>
            <w:r w:rsidRPr="00B371C6">
              <w:rPr>
                <w:rtl/>
              </w:rPr>
              <w:t>َ</w:t>
            </w:r>
            <w:r w:rsidRPr="009647FC">
              <w:rPr>
                <w:rtl/>
              </w:rPr>
              <w:t>نْ</w:t>
            </w:r>
            <w:r>
              <w:rPr>
                <w:rtl/>
              </w:rPr>
              <w:t xml:space="preserve"> </w:t>
            </w:r>
            <w:r w:rsidRPr="009647FC">
              <w:rPr>
                <w:rtl/>
              </w:rPr>
              <w:t>أضاء</w:t>
            </w:r>
            <w:r>
              <w:rPr>
                <w:rtl/>
              </w:rPr>
              <w:t xml:space="preserve"> </w:t>
            </w:r>
            <w:r w:rsidRPr="009647FC">
              <w:rPr>
                <w:rtl/>
              </w:rPr>
              <w:t>بنوره</w:t>
            </w:r>
            <w:r>
              <w:rPr>
                <w:rtl/>
              </w:rPr>
              <w:t xml:space="preserve"> </w:t>
            </w:r>
            <w:r w:rsidRPr="009647FC">
              <w:rPr>
                <w:rtl/>
              </w:rPr>
              <w:t>أفق</w:t>
            </w:r>
            <w:r>
              <w:rPr>
                <w:rtl/>
              </w:rPr>
              <w:t xml:space="preserve">َ </w:t>
            </w:r>
            <w:r w:rsidRPr="009647FC">
              <w:rPr>
                <w:rtl/>
              </w:rPr>
              <w:t>الهدى</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أعلمت</w:t>
            </w:r>
            <w:r w:rsidR="004C00A8">
              <w:rPr>
                <w:rtl/>
              </w:rPr>
              <w:t xml:space="preserve"> </w:t>
            </w:r>
            <w:r w:rsidRPr="009647FC">
              <w:rPr>
                <w:rtl/>
              </w:rPr>
              <w:t>بعدك</w:t>
            </w:r>
            <w:r>
              <w:rPr>
                <w:rtl/>
              </w:rPr>
              <w:t xml:space="preserve"> </w:t>
            </w:r>
            <w:r w:rsidRPr="009647FC">
              <w:rPr>
                <w:rtl/>
              </w:rPr>
              <w:t>كلّ</w:t>
            </w:r>
            <w:r>
              <w:rPr>
                <w:rtl/>
              </w:rPr>
              <w:t xml:space="preserve"> </w:t>
            </w:r>
            <w:r w:rsidRPr="009647FC">
              <w:rPr>
                <w:rtl/>
              </w:rPr>
              <w:t>أفقٍ</w:t>
            </w:r>
            <w:r>
              <w:rPr>
                <w:rtl/>
              </w:rPr>
              <w:t xml:space="preserve"> </w:t>
            </w:r>
            <w:r w:rsidRPr="009647FC">
              <w:rPr>
                <w:rtl/>
              </w:rPr>
              <w:t>أظلما؟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م</w:t>
            </w:r>
            <w:r w:rsidRPr="00B371C6">
              <w:rPr>
                <w:rtl/>
              </w:rPr>
              <w:t>َ</w:t>
            </w:r>
            <w:r w:rsidRPr="009647FC">
              <w:rPr>
                <w:rtl/>
              </w:rPr>
              <w:t>نْ</w:t>
            </w:r>
            <w:r>
              <w:rPr>
                <w:rtl/>
              </w:rPr>
              <w:t xml:space="preserve"> </w:t>
            </w:r>
            <w:r w:rsidRPr="009647FC">
              <w:rPr>
                <w:rtl/>
              </w:rPr>
              <w:t>ردّ</w:t>
            </w:r>
            <w:r>
              <w:rPr>
                <w:rtl/>
              </w:rPr>
              <w:t xml:space="preserve">َ </w:t>
            </w:r>
            <w:r w:rsidRPr="009647FC">
              <w:rPr>
                <w:rtl/>
              </w:rPr>
              <w:t>طرفك</w:t>
            </w:r>
            <w:r>
              <w:rPr>
                <w:rtl/>
              </w:rPr>
              <w:t xml:space="preserve"> </w:t>
            </w:r>
            <w:r w:rsidRPr="009647FC">
              <w:rPr>
                <w:rtl/>
              </w:rPr>
              <w:t>عن</w:t>
            </w:r>
            <w:r>
              <w:rPr>
                <w:rtl/>
              </w:rPr>
              <w:t xml:space="preserve"> </w:t>
            </w:r>
            <w:r w:rsidRPr="009647FC">
              <w:rPr>
                <w:rtl/>
              </w:rPr>
              <w:t>فتور</w:t>
            </w:r>
            <w:r>
              <w:rPr>
                <w:rtl/>
              </w:rPr>
              <w:t xml:space="preserve"> </w:t>
            </w:r>
            <w:r w:rsidRPr="009647FC">
              <w:rPr>
                <w:rtl/>
              </w:rPr>
              <w:t>مغضيا</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ولكم</w:t>
            </w:r>
            <w:r w:rsidR="004C00A8">
              <w:rPr>
                <w:rtl/>
              </w:rPr>
              <w:t xml:space="preserve"> </w:t>
            </w:r>
            <w:r w:rsidRPr="009647FC">
              <w:rPr>
                <w:rtl/>
              </w:rPr>
              <w:t>لحظتُ</w:t>
            </w:r>
            <w:r>
              <w:rPr>
                <w:rtl/>
              </w:rPr>
              <w:t xml:space="preserve"> </w:t>
            </w:r>
            <w:r w:rsidRPr="009647FC">
              <w:rPr>
                <w:rtl/>
              </w:rPr>
              <w:t>به</w:t>
            </w:r>
            <w:r>
              <w:rPr>
                <w:rtl/>
              </w:rPr>
              <w:t xml:space="preserve"> </w:t>
            </w:r>
            <w:r w:rsidRPr="009647FC">
              <w:rPr>
                <w:rtl/>
              </w:rPr>
              <w:t>الحواسد</w:t>
            </w:r>
            <w:r>
              <w:rPr>
                <w:rtl/>
              </w:rPr>
              <w:t xml:space="preserve">َ </w:t>
            </w:r>
            <w:r w:rsidRPr="009647FC">
              <w:rPr>
                <w:rtl/>
              </w:rPr>
              <w:t>أرقما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أبكيك</w:t>
            </w:r>
            <w:r w:rsidR="004C00A8">
              <w:rPr>
                <w:rtl/>
              </w:rPr>
              <w:t xml:space="preserve"> </w:t>
            </w:r>
            <w:r w:rsidRPr="009647FC">
              <w:rPr>
                <w:rtl/>
              </w:rPr>
              <w:t>للإحسان</w:t>
            </w:r>
            <w:r>
              <w:rPr>
                <w:rtl/>
              </w:rPr>
              <w:t xml:space="preserve"> </w:t>
            </w:r>
            <w:r w:rsidRPr="009647FC">
              <w:rPr>
                <w:rtl/>
              </w:rPr>
              <w:t>غاض</w:t>
            </w:r>
            <w:r>
              <w:rPr>
                <w:rtl/>
              </w:rPr>
              <w:t xml:space="preserve"> </w:t>
            </w:r>
            <w:r w:rsidRPr="009647FC">
              <w:rPr>
                <w:rtl/>
              </w:rPr>
              <w:t>نميرُه</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قسراً</w:t>
            </w:r>
            <w:r>
              <w:rPr>
                <w:rtl/>
              </w:rPr>
              <w:t xml:space="preserve"> </w:t>
            </w:r>
            <w:r w:rsidRPr="009647FC">
              <w:rPr>
                <w:rtl/>
              </w:rPr>
              <w:t>وللآمال</w:t>
            </w:r>
            <w:r>
              <w:rPr>
                <w:rtl/>
              </w:rPr>
              <w:t xml:space="preserve"> </w:t>
            </w:r>
            <w:r w:rsidRPr="009647FC">
              <w:rPr>
                <w:rtl/>
              </w:rPr>
              <w:t>بعدك</w:t>
            </w:r>
            <w:r>
              <w:rPr>
                <w:rtl/>
              </w:rPr>
              <w:t xml:space="preserve"> </w:t>
            </w:r>
            <w:r w:rsidRPr="009647FC">
              <w:rPr>
                <w:rtl/>
              </w:rPr>
              <w:t>حوّما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ولطالب</w:t>
            </w:r>
            <w:r>
              <w:rPr>
                <w:rtl/>
              </w:rPr>
              <w:t xml:space="preserve"> </w:t>
            </w:r>
            <w:r w:rsidRPr="009647FC">
              <w:rPr>
                <w:rtl/>
              </w:rPr>
              <w:t>المعروف</w:t>
            </w:r>
            <w:r>
              <w:rPr>
                <w:rtl/>
              </w:rPr>
              <w:t xml:space="preserve"> </w:t>
            </w:r>
            <w:r w:rsidRPr="009647FC">
              <w:rPr>
                <w:rtl/>
              </w:rPr>
              <w:t>ألقى</w:t>
            </w:r>
            <w:r>
              <w:rPr>
                <w:rtl/>
              </w:rPr>
              <w:t xml:space="preserve"> </w:t>
            </w:r>
            <w:r w:rsidRPr="009647FC">
              <w:rPr>
                <w:rtl/>
              </w:rPr>
              <w:t>رحله</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وأقام</w:t>
            </w:r>
            <w:r w:rsidR="004C00A8">
              <w:rPr>
                <w:rtl/>
              </w:rPr>
              <w:t xml:space="preserve"> </w:t>
            </w:r>
            <w:r w:rsidRPr="009647FC">
              <w:rPr>
                <w:rtl/>
              </w:rPr>
              <w:t>ميت</w:t>
            </w:r>
            <w:r>
              <w:rPr>
                <w:rtl/>
              </w:rPr>
              <w:t xml:space="preserve">َ </w:t>
            </w:r>
            <w:r w:rsidRPr="009647FC">
              <w:rPr>
                <w:rtl/>
              </w:rPr>
              <w:t>العزم</w:t>
            </w:r>
            <w:r>
              <w:rPr>
                <w:rtl/>
              </w:rPr>
              <w:t xml:space="preserve"> </w:t>
            </w:r>
            <w:r w:rsidRPr="009647FC">
              <w:rPr>
                <w:rtl/>
              </w:rPr>
              <w:t>لا</w:t>
            </w:r>
            <w:r>
              <w:rPr>
                <w:rtl/>
              </w:rPr>
              <w:t xml:space="preserve"> </w:t>
            </w:r>
            <w:r w:rsidRPr="009647FC">
              <w:rPr>
                <w:rtl/>
              </w:rPr>
              <w:t>متلوِّما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قطعت</w:t>
            </w:r>
            <w:r>
              <w:rPr>
                <w:rtl/>
              </w:rPr>
              <w:t xml:space="preserve"> </w:t>
            </w:r>
            <w:r w:rsidRPr="009647FC">
              <w:rPr>
                <w:rtl/>
              </w:rPr>
              <w:t>بك</w:t>
            </w:r>
            <w:r>
              <w:rPr>
                <w:rtl/>
              </w:rPr>
              <w:t xml:space="preserve"> </w:t>
            </w:r>
            <w:r w:rsidRPr="009647FC">
              <w:rPr>
                <w:rtl/>
              </w:rPr>
              <w:t>الأيامُ</w:t>
            </w:r>
            <w:r>
              <w:rPr>
                <w:rtl/>
              </w:rPr>
              <w:t xml:space="preserve"> </w:t>
            </w:r>
            <w:r w:rsidRPr="009647FC">
              <w:rPr>
                <w:rtl/>
              </w:rPr>
              <w:t>آمال</w:t>
            </w:r>
            <w:r>
              <w:rPr>
                <w:rtl/>
              </w:rPr>
              <w:t xml:space="preserve">َ </w:t>
            </w:r>
            <w:r w:rsidRPr="009647FC">
              <w:rPr>
                <w:rtl/>
              </w:rPr>
              <w:t>الورى</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قطعت</w:t>
            </w:r>
            <w:r w:rsidR="004C00A8">
              <w:rPr>
                <w:rtl/>
              </w:rPr>
              <w:t xml:space="preserve"> </w:t>
            </w:r>
            <w:r w:rsidRPr="009647FC">
              <w:rPr>
                <w:rtl/>
              </w:rPr>
              <w:t>ولا</w:t>
            </w:r>
            <w:r>
              <w:rPr>
                <w:rtl/>
              </w:rPr>
              <w:t xml:space="preserve"> </w:t>
            </w:r>
            <w:r w:rsidRPr="009647FC">
              <w:rPr>
                <w:rtl/>
              </w:rPr>
              <w:t>وصلت</w:t>
            </w:r>
            <w:r>
              <w:rPr>
                <w:rtl/>
              </w:rPr>
              <w:t xml:space="preserve"> </w:t>
            </w:r>
            <w:r w:rsidRPr="009647FC">
              <w:rPr>
                <w:rtl/>
              </w:rPr>
              <w:t>لكفّك</w:t>
            </w:r>
            <w:r>
              <w:rPr>
                <w:rtl/>
              </w:rPr>
              <w:t xml:space="preserve"> </w:t>
            </w:r>
            <w:r w:rsidRPr="009647FC">
              <w:rPr>
                <w:rtl/>
              </w:rPr>
              <w:t>معصما</w:t>
            </w:r>
            <w:r w:rsidRPr="00524A24">
              <w:rPr>
                <w:rStyle w:val="libPoemTiniChar0"/>
                <w:rtl/>
              </w:rPr>
              <w:br/>
              <w:t> </w:t>
            </w:r>
          </w:p>
        </w:tc>
      </w:tr>
      <w:tr w:rsidR="00235215" w:rsidRPr="00524A24" w:rsidTr="00235215">
        <w:trPr>
          <w:trHeight w:val="350"/>
        </w:trPr>
        <w:tc>
          <w:tcPr>
            <w:tcW w:w="3902" w:type="dxa"/>
          </w:tcPr>
          <w:p w:rsidR="00235215" w:rsidRPr="00524A24" w:rsidRDefault="00235215" w:rsidP="00791A38">
            <w:pPr>
              <w:pStyle w:val="libPoem"/>
            </w:pPr>
            <w:r w:rsidRPr="009647FC">
              <w:rPr>
                <w:rtl/>
              </w:rPr>
              <w:t>ولقد</w:t>
            </w:r>
            <w:r>
              <w:rPr>
                <w:rtl/>
              </w:rPr>
              <w:t xml:space="preserve"> </w:t>
            </w:r>
            <w:r w:rsidRPr="009647FC">
              <w:rPr>
                <w:rtl/>
              </w:rPr>
              <w:t>سددت</w:t>
            </w:r>
            <w:r>
              <w:rPr>
                <w:rtl/>
              </w:rPr>
              <w:t xml:space="preserve"> </w:t>
            </w:r>
            <w:r w:rsidRPr="009647FC">
              <w:rPr>
                <w:rtl/>
              </w:rPr>
              <w:t>فم</w:t>
            </w:r>
            <w:r>
              <w:rPr>
                <w:rtl/>
              </w:rPr>
              <w:t xml:space="preserve">َ </w:t>
            </w:r>
            <w:r w:rsidRPr="009647FC">
              <w:rPr>
                <w:rtl/>
              </w:rPr>
              <w:t>النعيِّ</w:t>
            </w:r>
            <w:r>
              <w:rPr>
                <w:rtl/>
              </w:rPr>
              <w:t xml:space="preserve"> </w:t>
            </w:r>
            <w:r w:rsidRPr="009647FC">
              <w:rPr>
                <w:rtl/>
              </w:rPr>
              <w:t>بأنمل</w:t>
            </w:r>
            <w:r w:rsidRPr="00524A24">
              <w:rPr>
                <w:rStyle w:val="libPoemTiniChar0"/>
                <w:rtl/>
              </w:rPr>
              <w:br/>
              <w:t> </w:t>
            </w:r>
          </w:p>
        </w:tc>
        <w:tc>
          <w:tcPr>
            <w:tcW w:w="301" w:type="dxa"/>
          </w:tcPr>
          <w:p w:rsidR="00235215" w:rsidRPr="00524A24" w:rsidRDefault="00235215" w:rsidP="00791A38">
            <w:pPr>
              <w:pStyle w:val="libPoem"/>
              <w:rPr>
                <w:rtl/>
              </w:rPr>
            </w:pPr>
          </w:p>
        </w:tc>
        <w:tc>
          <w:tcPr>
            <w:tcW w:w="3884" w:type="dxa"/>
          </w:tcPr>
          <w:p w:rsidR="00235215" w:rsidRPr="00524A24" w:rsidRDefault="00235215" w:rsidP="00791A38">
            <w:pPr>
              <w:pStyle w:val="libPoem"/>
            </w:pPr>
            <w:r w:rsidRPr="009647FC">
              <w:rPr>
                <w:rtl/>
              </w:rPr>
              <w:t>رجفت</w:t>
            </w:r>
            <w:r w:rsidR="004C00A8">
              <w:rPr>
                <w:rtl/>
              </w:rPr>
              <w:t xml:space="preserve"> </w:t>
            </w:r>
            <w:r w:rsidRPr="009647FC">
              <w:rPr>
                <w:rtl/>
              </w:rPr>
              <w:t>ولم</w:t>
            </w:r>
            <w:r>
              <w:rPr>
                <w:rtl/>
              </w:rPr>
              <w:t xml:space="preserve"> </w:t>
            </w:r>
            <w:r w:rsidRPr="009647FC">
              <w:rPr>
                <w:rtl/>
              </w:rPr>
              <w:t>أملكْ</w:t>
            </w:r>
            <w:r>
              <w:rPr>
                <w:rtl/>
              </w:rPr>
              <w:t xml:space="preserve"> </w:t>
            </w:r>
            <w:r w:rsidRPr="009647FC">
              <w:rPr>
                <w:rtl/>
              </w:rPr>
              <w:t>بهنّ</w:t>
            </w:r>
            <w:r>
              <w:rPr>
                <w:rtl/>
              </w:rPr>
              <w:t xml:space="preserve">َ </w:t>
            </w:r>
            <w:r w:rsidRPr="009647FC">
              <w:rPr>
                <w:rtl/>
              </w:rPr>
              <w:t>له</w:t>
            </w:r>
            <w:r>
              <w:rPr>
                <w:rtl/>
              </w:rPr>
              <w:t xml:space="preserve"> </w:t>
            </w:r>
            <w:r w:rsidRPr="009647FC">
              <w:rPr>
                <w:rtl/>
              </w:rPr>
              <w:t>فما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722634" w:rsidRPr="00524A24" w:rsidTr="00722634">
        <w:trPr>
          <w:trHeight w:val="350"/>
        </w:trPr>
        <w:tc>
          <w:tcPr>
            <w:tcW w:w="3902" w:type="dxa"/>
          </w:tcPr>
          <w:p w:rsidR="00722634" w:rsidRPr="00524A24" w:rsidRDefault="00722634" w:rsidP="00791A38">
            <w:pPr>
              <w:pStyle w:val="libPoem"/>
            </w:pPr>
            <w:r w:rsidRPr="009647FC">
              <w:rPr>
                <w:rtl/>
              </w:rPr>
              <w:lastRenderedPageBreak/>
              <w:t>فأقرّ</w:t>
            </w:r>
            <w:r>
              <w:rPr>
                <w:rtl/>
              </w:rPr>
              <w:t>َ</w:t>
            </w:r>
            <w:r w:rsidR="004C00A8">
              <w:rPr>
                <w:rtl/>
              </w:rPr>
              <w:t xml:space="preserve"> </w:t>
            </w:r>
            <w:r w:rsidRPr="009647FC">
              <w:rPr>
                <w:rtl/>
              </w:rPr>
              <w:t>في</w:t>
            </w:r>
            <w:r>
              <w:rPr>
                <w:rtl/>
              </w:rPr>
              <w:t xml:space="preserve"> </w:t>
            </w:r>
            <w:r w:rsidRPr="009647FC">
              <w:rPr>
                <w:rtl/>
              </w:rPr>
              <w:t>سمعي</w:t>
            </w:r>
            <w:r>
              <w:rPr>
                <w:rtl/>
              </w:rPr>
              <w:t xml:space="preserve"> </w:t>
            </w:r>
            <w:r w:rsidRPr="009647FC">
              <w:rPr>
                <w:rtl/>
              </w:rPr>
              <w:t>أمضُّ</w:t>
            </w:r>
            <w:r>
              <w:rPr>
                <w:rtl/>
              </w:rPr>
              <w:t xml:space="preserve"> </w:t>
            </w:r>
            <w:r w:rsidRPr="009647FC">
              <w:rPr>
                <w:rtl/>
              </w:rPr>
              <w:t>قوارعٍ</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نفذت</w:t>
            </w:r>
            <w:r>
              <w:rPr>
                <w:rtl/>
              </w:rPr>
              <w:t xml:space="preserve"> </w:t>
            </w:r>
            <w:r w:rsidRPr="009647FC">
              <w:rPr>
                <w:rtl/>
              </w:rPr>
              <w:t>فكانت</w:t>
            </w:r>
            <w:r>
              <w:rPr>
                <w:rtl/>
              </w:rPr>
              <w:t xml:space="preserve"> </w:t>
            </w:r>
            <w:r w:rsidRPr="009647FC">
              <w:rPr>
                <w:rtl/>
              </w:rPr>
              <w:t>في</w:t>
            </w:r>
            <w:r>
              <w:rPr>
                <w:rtl/>
              </w:rPr>
              <w:t xml:space="preserve"> </w:t>
            </w:r>
            <w:r w:rsidRPr="009647FC">
              <w:rPr>
                <w:rtl/>
              </w:rPr>
              <w:t>فؤادي</w:t>
            </w:r>
            <w:r>
              <w:rPr>
                <w:rtl/>
              </w:rPr>
              <w:t xml:space="preserve"> </w:t>
            </w:r>
            <w:r w:rsidRPr="009647FC">
              <w:rPr>
                <w:rtl/>
              </w:rPr>
              <w:t>أسهما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ينعي</w:t>
            </w:r>
            <w:r w:rsidR="004C00A8">
              <w:rPr>
                <w:rtl/>
              </w:rPr>
              <w:t xml:space="preserve"> </w:t>
            </w:r>
            <w:r w:rsidRPr="009647FC">
              <w:rPr>
                <w:rtl/>
              </w:rPr>
              <w:t>جفوناً</w:t>
            </w:r>
            <w:r>
              <w:rPr>
                <w:rtl/>
              </w:rPr>
              <w:t xml:space="preserve"> </w:t>
            </w:r>
            <w:r w:rsidRPr="009647FC">
              <w:rPr>
                <w:rtl/>
              </w:rPr>
              <w:t>كان</w:t>
            </w:r>
            <w:r>
              <w:rPr>
                <w:rtl/>
              </w:rPr>
              <w:t xml:space="preserve"> </w:t>
            </w:r>
            <w:r w:rsidRPr="009647FC">
              <w:rPr>
                <w:rtl/>
              </w:rPr>
              <w:t>يرخيها</w:t>
            </w:r>
            <w:r>
              <w:rPr>
                <w:rtl/>
              </w:rPr>
              <w:t xml:space="preserve"> </w:t>
            </w:r>
            <w:r w:rsidRPr="009647FC">
              <w:rPr>
                <w:rtl/>
              </w:rPr>
              <w:t>التقى</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بأبي</w:t>
            </w:r>
            <w:r>
              <w:rPr>
                <w:rtl/>
              </w:rPr>
              <w:t xml:space="preserve"> </w:t>
            </w:r>
            <w:r w:rsidRPr="009647FC">
              <w:rPr>
                <w:rtl/>
              </w:rPr>
              <w:t>جفونك</w:t>
            </w:r>
            <w:r>
              <w:rPr>
                <w:rtl/>
              </w:rPr>
              <w:t xml:space="preserve"> </w:t>
            </w:r>
            <w:r w:rsidRPr="009647FC">
              <w:rPr>
                <w:rtl/>
              </w:rPr>
              <w:t>ما</w:t>
            </w:r>
            <w:r>
              <w:rPr>
                <w:rtl/>
              </w:rPr>
              <w:t xml:space="preserve"> </w:t>
            </w:r>
            <w:r w:rsidRPr="009647FC">
              <w:rPr>
                <w:rtl/>
              </w:rPr>
              <w:t>أعفّ</w:t>
            </w:r>
            <w:r>
              <w:rPr>
                <w:rtl/>
              </w:rPr>
              <w:t xml:space="preserve">َ </w:t>
            </w:r>
            <w:r w:rsidRPr="009647FC">
              <w:rPr>
                <w:rtl/>
              </w:rPr>
              <w:t>وأكرما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وأناملاً</w:t>
            </w:r>
            <w:r w:rsidR="004C00A8">
              <w:rPr>
                <w:rtl/>
              </w:rPr>
              <w:t xml:space="preserve"> </w:t>
            </w:r>
            <w:r w:rsidRPr="009647FC">
              <w:rPr>
                <w:rtl/>
              </w:rPr>
              <w:t>منها</w:t>
            </w:r>
            <w:r>
              <w:rPr>
                <w:rtl/>
              </w:rPr>
              <w:t xml:space="preserve"> </w:t>
            </w:r>
            <w:r w:rsidRPr="009647FC">
              <w:rPr>
                <w:rtl/>
              </w:rPr>
              <w:t>بأعظم</w:t>
            </w:r>
            <w:r>
              <w:rPr>
                <w:rtl/>
              </w:rPr>
              <w:t xml:space="preserve"> </w:t>
            </w:r>
            <w:r w:rsidRPr="009647FC">
              <w:rPr>
                <w:rtl/>
              </w:rPr>
              <w:t>كلفةٍ</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عبر</w:t>
            </w:r>
            <w:r w:rsidR="004C00A8">
              <w:rPr>
                <w:rtl/>
              </w:rPr>
              <w:t xml:space="preserve"> </w:t>
            </w:r>
            <w:r w:rsidRPr="009647FC">
              <w:rPr>
                <w:rtl/>
              </w:rPr>
              <w:t>الحمامُ</w:t>
            </w:r>
            <w:r>
              <w:rPr>
                <w:rtl/>
              </w:rPr>
              <w:t xml:space="preserve"> </w:t>
            </w:r>
            <w:r w:rsidRPr="009647FC">
              <w:rPr>
                <w:rtl/>
              </w:rPr>
              <w:t>إليك</w:t>
            </w:r>
            <w:r>
              <w:rPr>
                <w:rtl/>
              </w:rPr>
              <w:t xml:space="preserve"> </w:t>
            </w:r>
            <w:r w:rsidRPr="009647FC">
              <w:rPr>
                <w:rtl/>
              </w:rPr>
              <w:t>بحراً</w:t>
            </w:r>
            <w:r>
              <w:rPr>
                <w:rtl/>
              </w:rPr>
              <w:t xml:space="preserve"> </w:t>
            </w:r>
            <w:r w:rsidRPr="009647FC">
              <w:rPr>
                <w:rtl/>
              </w:rPr>
              <w:t>مفعما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رفعوك</w:t>
            </w:r>
            <w:r w:rsidR="004C00A8">
              <w:rPr>
                <w:rtl/>
              </w:rPr>
              <w:t xml:space="preserve"> </w:t>
            </w:r>
            <w:r w:rsidRPr="009647FC">
              <w:rPr>
                <w:rtl/>
              </w:rPr>
              <w:t>والبركات</w:t>
            </w:r>
            <w:r>
              <w:rPr>
                <w:rtl/>
              </w:rPr>
              <w:t xml:space="preserve"> </w:t>
            </w:r>
            <w:r w:rsidRPr="009647FC">
              <w:rPr>
                <w:rtl/>
              </w:rPr>
              <w:t>عن</w:t>
            </w:r>
            <w:r>
              <w:rPr>
                <w:rtl/>
              </w:rPr>
              <w:t xml:space="preserve"> </w:t>
            </w:r>
            <w:r w:rsidRPr="009647FC">
              <w:rPr>
                <w:rtl/>
              </w:rPr>
              <w:t>ظهر</w:t>
            </w:r>
            <w:r>
              <w:rPr>
                <w:rtl/>
              </w:rPr>
              <w:t xml:space="preserve"> </w:t>
            </w:r>
            <w:r w:rsidRPr="009647FC">
              <w:rPr>
                <w:rtl/>
              </w:rPr>
              <w:t>الثرى</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وطووك</w:t>
            </w:r>
            <w:r>
              <w:rPr>
                <w:rtl/>
              </w:rPr>
              <w:t xml:space="preserve"> </w:t>
            </w:r>
            <w:r w:rsidRPr="009647FC">
              <w:rPr>
                <w:rtl/>
              </w:rPr>
              <w:t>واللمعات</w:t>
            </w:r>
            <w:r>
              <w:rPr>
                <w:rtl/>
              </w:rPr>
              <w:t xml:space="preserve"> </w:t>
            </w:r>
            <w:r w:rsidRPr="009647FC">
              <w:rPr>
                <w:rtl/>
              </w:rPr>
              <w:t>عن</w:t>
            </w:r>
            <w:r>
              <w:rPr>
                <w:rtl/>
              </w:rPr>
              <w:t xml:space="preserve"> </w:t>
            </w:r>
            <w:r w:rsidRPr="009647FC">
              <w:rPr>
                <w:rtl/>
              </w:rPr>
              <w:t>وجه</w:t>
            </w:r>
            <w:r>
              <w:rPr>
                <w:rtl/>
              </w:rPr>
              <w:t xml:space="preserve"> </w:t>
            </w:r>
            <w:r w:rsidRPr="009647FC">
              <w:rPr>
                <w:rtl/>
              </w:rPr>
              <w:t>السما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دفنوك</w:t>
            </w:r>
            <w:r w:rsidR="004C00A8">
              <w:rPr>
                <w:rtl/>
              </w:rPr>
              <w:t xml:space="preserve"> </w:t>
            </w:r>
            <w:r w:rsidRPr="009647FC">
              <w:rPr>
                <w:rtl/>
              </w:rPr>
              <w:t>وانقلبوا</w:t>
            </w:r>
            <w:r>
              <w:rPr>
                <w:rtl/>
              </w:rPr>
              <w:t xml:space="preserve"> </w:t>
            </w:r>
            <w:r w:rsidRPr="009647FC">
              <w:rPr>
                <w:rtl/>
              </w:rPr>
              <w:t>بأعظم</w:t>
            </w:r>
            <w:r>
              <w:rPr>
                <w:rtl/>
              </w:rPr>
              <w:t xml:space="preserve"> </w:t>
            </w:r>
            <w:r w:rsidRPr="009647FC">
              <w:rPr>
                <w:rtl/>
              </w:rPr>
              <w:t>حيرةٍ</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فكأنّما</w:t>
            </w:r>
            <w:r>
              <w:rPr>
                <w:rtl/>
              </w:rPr>
              <w:t xml:space="preserve"> </w:t>
            </w:r>
            <w:r w:rsidRPr="009647FC">
              <w:rPr>
                <w:rtl/>
              </w:rPr>
              <w:t>دفنوا</w:t>
            </w:r>
            <w:r>
              <w:rPr>
                <w:rtl/>
              </w:rPr>
              <w:t xml:space="preserve"> </w:t>
            </w:r>
            <w:r w:rsidRPr="009647FC">
              <w:rPr>
                <w:rtl/>
              </w:rPr>
              <w:t>الكتاب</w:t>
            </w:r>
            <w:r>
              <w:rPr>
                <w:rtl/>
              </w:rPr>
              <w:t xml:space="preserve"> </w:t>
            </w:r>
            <w:r w:rsidRPr="009647FC">
              <w:rPr>
                <w:rtl/>
              </w:rPr>
              <w:t>المحكما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لولاك</w:t>
            </w:r>
            <w:r>
              <w:rPr>
                <w:rtl/>
              </w:rPr>
              <w:t xml:space="preserve"> </w:t>
            </w:r>
            <w:r w:rsidRPr="009647FC">
              <w:rPr>
                <w:rtl/>
              </w:rPr>
              <w:t>يا</w:t>
            </w:r>
            <w:r>
              <w:rPr>
                <w:rtl/>
              </w:rPr>
              <w:t xml:space="preserve"> (</w:t>
            </w:r>
            <w:r w:rsidRPr="009647FC">
              <w:rPr>
                <w:rtl/>
              </w:rPr>
              <w:t>مهديُّ</w:t>
            </w:r>
            <w:r>
              <w:rPr>
                <w:rtl/>
              </w:rPr>
              <w:t xml:space="preserve">) </w:t>
            </w:r>
            <w:r w:rsidRPr="009647FC">
              <w:rPr>
                <w:rtl/>
              </w:rPr>
              <w:t>آل</w:t>
            </w:r>
            <w:r>
              <w:rPr>
                <w:rtl/>
              </w:rPr>
              <w:t xml:space="preserve"> (</w:t>
            </w:r>
            <w:r w:rsidRPr="009647FC">
              <w:rPr>
                <w:rtl/>
              </w:rPr>
              <w:t>محمدٍ</w:t>
            </w:r>
            <w:r>
              <w:rPr>
                <w:rtl/>
              </w:rPr>
              <w:t>)</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ظلوا</w:t>
            </w:r>
            <w:r>
              <w:rPr>
                <w:rtl/>
              </w:rPr>
              <w:t xml:space="preserve"> </w:t>
            </w:r>
            <w:r w:rsidRPr="009647FC">
              <w:rPr>
                <w:rtl/>
              </w:rPr>
              <w:t>بمجهلها</w:t>
            </w:r>
            <w:r>
              <w:rPr>
                <w:rtl/>
              </w:rPr>
              <w:t xml:space="preserve"> </w:t>
            </w:r>
            <w:r w:rsidRPr="009647FC">
              <w:rPr>
                <w:rtl/>
              </w:rPr>
              <w:t>الطريق</w:t>
            </w:r>
            <w:r>
              <w:rPr>
                <w:rtl/>
              </w:rPr>
              <w:t xml:space="preserve">َ </w:t>
            </w:r>
            <w:r w:rsidRPr="009647FC">
              <w:rPr>
                <w:rtl/>
              </w:rPr>
              <w:t>الأقوما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أشرقت</w:t>
            </w:r>
            <w:r>
              <w:rPr>
                <w:rtl/>
              </w:rPr>
              <w:t xml:space="preserve">َ </w:t>
            </w:r>
            <w:r w:rsidRPr="009647FC">
              <w:rPr>
                <w:rtl/>
              </w:rPr>
              <w:t>شمساً</w:t>
            </w:r>
            <w:r>
              <w:rPr>
                <w:rtl/>
              </w:rPr>
              <w:t xml:space="preserve"> </w:t>
            </w:r>
            <w:r w:rsidRPr="009647FC">
              <w:rPr>
                <w:rtl/>
              </w:rPr>
              <w:t>في</w:t>
            </w:r>
            <w:r>
              <w:rPr>
                <w:rtl/>
              </w:rPr>
              <w:t xml:space="preserve"> </w:t>
            </w:r>
            <w:r w:rsidRPr="009647FC">
              <w:rPr>
                <w:rtl/>
              </w:rPr>
              <w:t>بروج</w:t>
            </w:r>
            <w:r>
              <w:rPr>
                <w:rtl/>
              </w:rPr>
              <w:t xml:space="preserve"> </w:t>
            </w:r>
            <w:r w:rsidRPr="009647FC">
              <w:rPr>
                <w:rtl/>
              </w:rPr>
              <w:t>سما</w:t>
            </w:r>
            <w:r>
              <w:rPr>
                <w:rtl/>
              </w:rPr>
              <w:t xml:space="preserve"> </w:t>
            </w:r>
            <w:r w:rsidRPr="009647FC">
              <w:rPr>
                <w:rtl/>
              </w:rPr>
              <w:t>الهدى</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فأضأتها</w:t>
            </w:r>
            <w:r w:rsidR="004C00A8">
              <w:rPr>
                <w:rtl/>
              </w:rPr>
              <w:t xml:space="preserve"> </w:t>
            </w:r>
            <w:r w:rsidRPr="009647FC">
              <w:rPr>
                <w:rtl/>
              </w:rPr>
              <w:t>وولدت</w:t>
            </w:r>
            <w:r>
              <w:rPr>
                <w:rtl/>
              </w:rPr>
              <w:t xml:space="preserve"> </w:t>
            </w:r>
            <w:r w:rsidRPr="009647FC">
              <w:rPr>
                <w:rtl/>
              </w:rPr>
              <w:t>فيها</w:t>
            </w:r>
            <w:r>
              <w:rPr>
                <w:rtl/>
              </w:rPr>
              <w:t xml:space="preserve"> </w:t>
            </w:r>
            <w:r w:rsidRPr="009647FC">
              <w:rPr>
                <w:rtl/>
              </w:rPr>
              <w:t>أنجما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لولاك</w:t>
            </w:r>
            <w:r>
              <w:rPr>
                <w:rtl/>
              </w:rPr>
              <w:t xml:space="preserve"> </w:t>
            </w:r>
            <w:r w:rsidRPr="009647FC">
              <w:rPr>
                <w:rtl/>
              </w:rPr>
              <w:t>ما</w:t>
            </w:r>
            <w:r>
              <w:rPr>
                <w:rtl/>
              </w:rPr>
              <w:t xml:space="preserve"> </w:t>
            </w:r>
            <w:r w:rsidRPr="009647FC">
              <w:rPr>
                <w:rtl/>
              </w:rPr>
              <w:t>وجدت</w:t>
            </w:r>
            <w:r>
              <w:rPr>
                <w:rtl/>
              </w:rPr>
              <w:t xml:space="preserve"> </w:t>
            </w:r>
            <w:r w:rsidRPr="009647FC">
              <w:rPr>
                <w:rtl/>
              </w:rPr>
              <w:t>ولولا</w:t>
            </w:r>
            <w:r>
              <w:rPr>
                <w:rtl/>
              </w:rPr>
              <w:t xml:space="preserve"> (</w:t>
            </w:r>
            <w:r w:rsidRPr="009647FC">
              <w:rPr>
                <w:rtl/>
              </w:rPr>
              <w:t>جعفرٌ</w:t>
            </w:r>
            <w:r>
              <w:rPr>
                <w:rtl/>
              </w:rPr>
              <w:t>)</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من</w:t>
            </w:r>
            <w:r w:rsidR="004C00A8">
              <w:rPr>
                <w:rtl/>
              </w:rPr>
              <w:t xml:space="preserve"> </w:t>
            </w:r>
            <w:r w:rsidRPr="009647FC">
              <w:rPr>
                <w:rtl/>
              </w:rPr>
              <w:t>مذهب</w:t>
            </w:r>
            <w:r>
              <w:rPr>
                <w:rtl/>
              </w:rPr>
              <w:t xml:space="preserve"> </w:t>
            </w:r>
            <w:r w:rsidRPr="009647FC">
              <w:rPr>
                <w:rtl/>
              </w:rPr>
              <w:t>للحق</w:t>
            </w:r>
            <w:r>
              <w:rPr>
                <w:rtl/>
              </w:rPr>
              <w:t xml:space="preserve"> </w:t>
            </w:r>
            <w:r w:rsidRPr="009647FC">
              <w:rPr>
                <w:rtl/>
              </w:rPr>
              <w:t>يرغم</w:t>
            </w:r>
            <w:r>
              <w:rPr>
                <w:rtl/>
              </w:rPr>
              <w:t xml:space="preserve"> </w:t>
            </w:r>
            <w:r w:rsidRPr="009647FC">
              <w:rPr>
                <w:rtl/>
              </w:rPr>
              <w:t>مجرما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أقسمتُ</w:t>
            </w:r>
            <w:r>
              <w:rPr>
                <w:rtl/>
              </w:rPr>
              <w:t xml:space="preserve"> </w:t>
            </w:r>
            <w:r w:rsidRPr="009647FC">
              <w:rPr>
                <w:rtl/>
              </w:rPr>
              <w:t>بالشرف</w:t>
            </w:r>
            <w:r>
              <w:rPr>
                <w:rtl/>
              </w:rPr>
              <w:t xml:space="preserve"> </w:t>
            </w:r>
            <w:r w:rsidRPr="009647FC">
              <w:rPr>
                <w:rtl/>
              </w:rPr>
              <w:t>الذي</w:t>
            </w:r>
            <w:r>
              <w:rPr>
                <w:rtl/>
              </w:rPr>
              <w:t xml:space="preserve"> </w:t>
            </w:r>
            <w:r w:rsidRPr="009647FC">
              <w:rPr>
                <w:rtl/>
              </w:rPr>
              <w:t>هو</w:t>
            </w:r>
            <w:r>
              <w:rPr>
                <w:rtl/>
              </w:rPr>
              <w:t xml:space="preserve"> </w:t>
            </w:r>
            <w:r w:rsidRPr="009647FC">
              <w:rPr>
                <w:rtl/>
              </w:rPr>
              <w:t>طبعه</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وعلمت</w:t>
            </w:r>
            <w:r w:rsidR="004C00A8">
              <w:rPr>
                <w:rtl/>
              </w:rPr>
              <w:t xml:space="preserve"> </w:t>
            </w:r>
            <w:r w:rsidRPr="009647FC">
              <w:rPr>
                <w:rtl/>
              </w:rPr>
              <w:t>ذلك</w:t>
            </w:r>
            <w:r>
              <w:rPr>
                <w:rtl/>
              </w:rPr>
              <w:t xml:space="preserve"> </w:t>
            </w:r>
            <w:r w:rsidRPr="009647FC">
              <w:rPr>
                <w:rtl/>
              </w:rPr>
              <w:t>جهد</w:t>
            </w:r>
            <w:r>
              <w:rPr>
                <w:rtl/>
              </w:rPr>
              <w:t xml:space="preserve">َ </w:t>
            </w:r>
            <w:r w:rsidRPr="009647FC">
              <w:rPr>
                <w:rtl/>
              </w:rPr>
              <w:t>م</w:t>
            </w:r>
            <w:r>
              <w:rPr>
                <w:rtl/>
              </w:rPr>
              <w:t>َ</w:t>
            </w:r>
            <w:r w:rsidRPr="009647FC">
              <w:rPr>
                <w:rtl/>
              </w:rPr>
              <w:t>نْ</w:t>
            </w:r>
            <w:r>
              <w:rPr>
                <w:rtl/>
              </w:rPr>
              <w:t xml:space="preserve"> </w:t>
            </w:r>
            <w:r w:rsidRPr="009647FC">
              <w:rPr>
                <w:rtl/>
              </w:rPr>
              <w:t>قد</w:t>
            </w:r>
            <w:r>
              <w:rPr>
                <w:rtl/>
              </w:rPr>
              <w:t xml:space="preserve"> </w:t>
            </w:r>
            <w:r w:rsidRPr="009647FC">
              <w:rPr>
                <w:rtl/>
              </w:rPr>
              <w:t>أقسما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لقد</w:t>
            </w:r>
            <w:r>
              <w:rPr>
                <w:rtl/>
              </w:rPr>
              <w:t xml:space="preserve"> </w:t>
            </w:r>
            <w:r w:rsidRPr="009647FC">
              <w:rPr>
                <w:rtl/>
              </w:rPr>
              <w:t>احتمت</w:t>
            </w:r>
            <w:r>
              <w:rPr>
                <w:rtl/>
              </w:rPr>
              <w:t xml:space="preserve"> </w:t>
            </w:r>
            <w:r w:rsidRPr="009647FC">
              <w:rPr>
                <w:rtl/>
              </w:rPr>
              <w:t>منك</w:t>
            </w:r>
            <w:r>
              <w:rPr>
                <w:rtl/>
              </w:rPr>
              <w:t xml:space="preserve"> </w:t>
            </w:r>
            <w:r w:rsidRPr="009647FC">
              <w:rPr>
                <w:rtl/>
              </w:rPr>
              <w:t>الشريعة</w:t>
            </w:r>
            <w:r>
              <w:rPr>
                <w:rtl/>
              </w:rPr>
              <w:t xml:space="preserve"> </w:t>
            </w:r>
            <w:r w:rsidRPr="009647FC">
              <w:rPr>
                <w:rtl/>
              </w:rPr>
              <w:t>في</w:t>
            </w:r>
            <w:r>
              <w:rPr>
                <w:rtl/>
              </w:rPr>
              <w:t xml:space="preserve"> </w:t>
            </w:r>
            <w:r w:rsidRPr="009647FC">
              <w:rPr>
                <w:rtl/>
              </w:rPr>
              <w:t>فتىً</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لا</w:t>
            </w:r>
            <w:r w:rsidR="004C00A8">
              <w:rPr>
                <w:rtl/>
              </w:rPr>
              <w:t xml:space="preserve"> </w:t>
            </w:r>
            <w:r w:rsidRPr="009647FC">
              <w:rPr>
                <w:rtl/>
              </w:rPr>
              <w:t>تستبيح</w:t>
            </w:r>
            <w:r>
              <w:rPr>
                <w:rtl/>
              </w:rPr>
              <w:t xml:space="preserve"> </w:t>
            </w:r>
            <w:r w:rsidRPr="009647FC">
              <w:rPr>
                <w:rtl/>
              </w:rPr>
              <w:t>يد</w:t>
            </w:r>
            <w:r>
              <w:rPr>
                <w:rtl/>
              </w:rPr>
              <w:t xml:space="preserve"> </w:t>
            </w:r>
            <w:r w:rsidRPr="009647FC">
              <w:rPr>
                <w:rtl/>
              </w:rPr>
              <w:t>النوائب</w:t>
            </w:r>
            <w:r>
              <w:rPr>
                <w:rtl/>
              </w:rPr>
              <w:t xml:space="preserve"> </w:t>
            </w:r>
            <w:r w:rsidRPr="009647FC">
              <w:rPr>
                <w:rtl/>
              </w:rPr>
              <w:t>ما</w:t>
            </w:r>
            <w:r>
              <w:rPr>
                <w:rtl/>
              </w:rPr>
              <w:t xml:space="preserve"> </w:t>
            </w:r>
            <w:r w:rsidRPr="009647FC">
              <w:rPr>
                <w:rtl/>
              </w:rPr>
              <w:t>حمى</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وإذا</w:t>
            </w:r>
            <w:r w:rsidR="004C00A8">
              <w:rPr>
                <w:rtl/>
              </w:rPr>
              <w:t xml:space="preserve"> </w:t>
            </w:r>
            <w:r w:rsidRPr="009647FC">
              <w:rPr>
                <w:rtl/>
              </w:rPr>
              <w:t>ذوو</w:t>
            </w:r>
            <w:r>
              <w:rPr>
                <w:rtl/>
              </w:rPr>
              <w:t xml:space="preserve"> </w:t>
            </w:r>
            <w:r w:rsidRPr="009647FC">
              <w:rPr>
                <w:rtl/>
              </w:rPr>
              <w:t>الفضل</w:t>
            </w:r>
            <w:r>
              <w:rPr>
                <w:rtl/>
              </w:rPr>
              <w:t xml:space="preserve"> </w:t>
            </w:r>
            <w:r w:rsidRPr="009647FC">
              <w:rPr>
                <w:rtl/>
              </w:rPr>
              <w:t>استوت</w:t>
            </w:r>
            <w:r>
              <w:rPr>
                <w:rtl/>
              </w:rPr>
              <w:t xml:space="preserve"> </w:t>
            </w:r>
            <w:r w:rsidRPr="009647FC">
              <w:rPr>
                <w:rtl/>
              </w:rPr>
              <w:t>أقدامُهم</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وجدوه</w:t>
            </w:r>
            <w:r>
              <w:rPr>
                <w:rtl/>
              </w:rPr>
              <w:t xml:space="preserve"> </w:t>
            </w:r>
            <w:r w:rsidRPr="009647FC">
              <w:rPr>
                <w:rtl/>
              </w:rPr>
              <w:t>أحرى</w:t>
            </w:r>
            <w:r>
              <w:rPr>
                <w:rtl/>
              </w:rPr>
              <w:t xml:space="preserve"> </w:t>
            </w:r>
            <w:r w:rsidRPr="009647FC">
              <w:rPr>
                <w:rtl/>
              </w:rPr>
              <w:t>القوم</w:t>
            </w:r>
            <w:r>
              <w:rPr>
                <w:rtl/>
              </w:rPr>
              <w:t xml:space="preserve"> </w:t>
            </w:r>
            <w:r w:rsidRPr="009647FC">
              <w:rPr>
                <w:rtl/>
              </w:rPr>
              <w:t>أنْ</w:t>
            </w:r>
            <w:r>
              <w:rPr>
                <w:rtl/>
              </w:rPr>
              <w:t xml:space="preserve"> </w:t>
            </w:r>
            <w:r w:rsidRPr="009647FC">
              <w:rPr>
                <w:rtl/>
              </w:rPr>
              <w:t>يتقدّ</w:t>
            </w:r>
            <w:r>
              <w:rPr>
                <w:rtl/>
              </w:rPr>
              <w:t>َ</w:t>
            </w:r>
            <w:r w:rsidRPr="009647FC">
              <w:rPr>
                <w:rtl/>
              </w:rPr>
              <w:t>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ومن</w:t>
            </w:r>
            <w:r w:rsidR="004C00A8">
              <w:rPr>
                <w:rtl/>
              </w:rPr>
              <w:t xml:space="preserve"> </w:t>
            </w:r>
            <w:r w:rsidRPr="009647FC">
              <w:rPr>
                <w:rtl/>
              </w:rPr>
              <w:t>السكينة</w:t>
            </w:r>
            <w:r>
              <w:rPr>
                <w:rtl/>
              </w:rPr>
              <w:t xml:space="preserve"> </w:t>
            </w:r>
            <w:r w:rsidRPr="009647FC">
              <w:rPr>
                <w:rtl/>
              </w:rPr>
              <w:t>والوقار</w:t>
            </w:r>
            <w:r>
              <w:rPr>
                <w:rtl/>
              </w:rPr>
              <w:t xml:space="preserve"> </w:t>
            </w:r>
            <w:r w:rsidRPr="009647FC">
              <w:rPr>
                <w:rtl/>
              </w:rPr>
              <w:t>سكوتُه</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وإذا</w:t>
            </w:r>
            <w:r>
              <w:rPr>
                <w:rtl/>
              </w:rPr>
              <w:t xml:space="preserve"> </w:t>
            </w:r>
            <w:r w:rsidRPr="009647FC">
              <w:rPr>
                <w:rtl/>
              </w:rPr>
              <w:t>تكلّ</w:t>
            </w:r>
            <w:r>
              <w:rPr>
                <w:rtl/>
              </w:rPr>
              <w:t>َ</w:t>
            </w:r>
            <w:r w:rsidRPr="009647FC">
              <w:rPr>
                <w:rtl/>
              </w:rPr>
              <w:t>م</w:t>
            </w:r>
            <w:r>
              <w:rPr>
                <w:rtl/>
              </w:rPr>
              <w:t xml:space="preserve"> </w:t>
            </w:r>
            <w:r w:rsidRPr="009647FC">
              <w:rPr>
                <w:rtl/>
              </w:rPr>
              <w:t>لم</w:t>
            </w:r>
            <w:r>
              <w:rPr>
                <w:rtl/>
              </w:rPr>
              <w:t xml:space="preserve"> </w:t>
            </w:r>
            <w:r w:rsidRPr="009647FC">
              <w:rPr>
                <w:rtl/>
              </w:rPr>
              <w:t>تجدْ</w:t>
            </w:r>
            <w:r>
              <w:rPr>
                <w:rtl/>
              </w:rPr>
              <w:t xml:space="preserve"> </w:t>
            </w:r>
            <w:r w:rsidRPr="009647FC">
              <w:rPr>
                <w:rtl/>
              </w:rPr>
              <w:t>متكلّما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هو</w:t>
            </w:r>
            <w:r w:rsidR="004C00A8">
              <w:rPr>
                <w:rtl/>
              </w:rPr>
              <w:t xml:space="preserve"> </w:t>
            </w:r>
            <w:r w:rsidRPr="009647FC">
              <w:rPr>
                <w:rtl/>
              </w:rPr>
              <w:t>خيرُ</w:t>
            </w:r>
            <w:r>
              <w:rPr>
                <w:rtl/>
              </w:rPr>
              <w:t xml:space="preserve"> </w:t>
            </w:r>
            <w:r w:rsidRPr="009647FC">
              <w:rPr>
                <w:rtl/>
              </w:rPr>
              <w:t>م</w:t>
            </w:r>
            <w:r w:rsidRPr="00B371C6">
              <w:rPr>
                <w:rtl/>
              </w:rPr>
              <w:t>َ</w:t>
            </w:r>
            <w:r w:rsidRPr="009647FC">
              <w:rPr>
                <w:rtl/>
              </w:rPr>
              <w:t>نْ</w:t>
            </w:r>
            <w:r>
              <w:rPr>
                <w:rtl/>
              </w:rPr>
              <w:t xml:space="preserve"> </w:t>
            </w:r>
            <w:r w:rsidRPr="009647FC">
              <w:rPr>
                <w:rtl/>
              </w:rPr>
              <w:t>نمت</w:t>
            </w:r>
            <w:r>
              <w:rPr>
                <w:rtl/>
              </w:rPr>
              <w:t xml:space="preserve"> </w:t>
            </w:r>
            <w:r w:rsidRPr="009647FC">
              <w:rPr>
                <w:rtl/>
              </w:rPr>
              <w:t>العلاء</w:t>
            </w:r>
            <w:r>
              <w:rPr>
                <w:rtl/>
              </w:rPr>
              <w:t xml:space="preserve"> </w:t>
            </w:r>
            <w:r w:rsidRPr="009647FC">
              <w:rPr>
                <w:rtl/>
              </w:rPr>
              <w:t>وآله</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من</w:t>
            </w:r>
            <w:r>
              <w:rPr>
                <w:rtl/>
              </w:rPr>
              <w:t xml:space="preserve"> </w:t>
            </w:r>
            <w:r w:rsidRPr="009647FC">
              <w:rPr>
                <w:rtl/>
              </w:rPr>
              <w:t>ذروة</w:t>
            </w:r>
            <w:r>
              <w:rPr>
                <w:rtl/>
              </w:rPr>
              <w:t xml:space="preserve"> (</w:t>
            </w:r>
            <w:r w:rsidRPr="009647FC">
              <w:rPr>
                <w:rtl/>
              </w:rPr>
              <w:t>الجوزاء</w:t>
            </w:r>
            <w:r>
              <w:rPr>
                <w:rtl/>
              </w:rPr>
              <w:t xml:space="preserve">) </w:t>
            </w:r>
            <w:r w:rsidRPr="009647FC">
              <w:rPr>
                <w:rtl/>
              </w:rPr>
              <w:t>أشرف</w:t>
            </w:r>
            <w:r>
              <w:rPr>
                <w:rtl/>
              </w:rPr>
              <w:t xml:space="preserve"> </w:t>
            </w:r>
            <w:r w:rsidRPr="009647FC">
              <w:rPr>
                <w:rtl/>
              </w:rPr>
              <w:t>منتمى</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Pr>
                <w:rtl/>
              </w:rPr>
              <w:t>(</w:t>
            </w:r>
            <w:r w:rsidRPr="009647FC">
              <w:rPr>
                <w:rtl/>
              </w:rPr>
              <w:t>الجعفريين</w:t>
            </w:r>
            <w:r>
              <w:rPr>
                <w:rtl/>
              </w:rPr>
              <w:t xml:space="preserve">) </w:t>
            </w:r>
            <w:r w:rsidRPr="009647FC">
              <w:rPr>
                <w:rtl/>
              </w:rPr>
              <w:t>الذين</w:t>
            </w:r>
            <w:r>
              <w:rPr>
                <w:rtl/>
              </w:rPr>
              <w:t xml:space="preserve"> </w:t>
            </w:r>
            <w:r w:rsidRPr="009647FC">
              <w:rPr>
                <w:rtl/>
              </w:rPr>
              <w:t>بمجدهم</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ركبوا</w:t>
            </w:r>
            <w:r>
              <w:rPr>
                <w:rtl/>
              </w:rPr>
              <w:t xml:space="preserve"> </w:t>
            </w:r>
            <w:r w:rsidRPr="009647FC">
              <w:rPr>
                <w:rtl/>
              </w:rPr>
              <w:t>من</w:t>
            </w:r>
            <w:r>
              <w:rPr>
                <w:rtl/>
              </w:rPr>
              <w:t xml:space="preserve"> </w:t>
            </w:r>
            <w:r w:rsidRPr="009647FC">
              <w:rPr>
                <w:rtl/>
              </w:rPr>
              <w:t>الشرف</w:t>
            </w:r>
            <w:r>
              <w:rPr>
                <w:rtl/>
              </w:rPr>
              <w:t xml:space="preserve"> </w:t>
            </w:r>
            <w:r w:rsidRPr="009647FC">
              <w:rPr>
                <w:rtl/>
              </w:rPr>
              <w:t>السنام</w:t>
            </w:r>
            <w:r>
              <w:rPr>
                <w:rtl/>
              </w:rPr>
              <w:t xml:space="preserve">َ </w:t>
            </w:r>
            <w:r w:rsidRPr="009647FC">
              <w:rPr>
                <w:rtl/>
              </w:rPr>
              <w:t>الأعظما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رفعوا</w:t>
            </w:r>
            <w:r w:rsidR="004C00A8">
              <w:rPr>
                <w:rtl/>
              </w:rPr>
              <w:t xml:space="preserve"> </w:t>
            </w:r>
            <w:r w:rsidRPr="009647FC">
              <w:rPr>
                <w:rtl/>
              </w:rPr>
              <w:t>على</w:t>
            </w:r>
            <w:r>
              <w:rPr>
                <w:rtl/>
              </w:rPr>
              <w:t xml:space="preserve"> </w:t>
            </w:r>
            <w:r w:rsidRPr="009647FC">
              <w:rPr>
                <w:rtl/>
              </w:rPr>
              <w:t>أُولى</w:t>
            </w:r>
            <w:r>
              <w:rPr>
                <w:rtl/>
              </w:rPr>
              <w:t xml:space="preserve"> </w:t>
            </w:r>
            <w:r w:rsidRPr="009647FC">
              <w:rPr>
                <w:rtl/>
              </w:rPr>
              <w:t>الزمان</w:t>
            </w:r>
            <w:r>
              <w:rPr>
                <w:rtl/>
              </w:rPr>
              <w:t xml:space="preserve"> </w:t>
            </w:r>
            <w:r w:rsidRPr="009647FC">
              <w:rPr>
                <w:rtl/>
              </w:rPr>
              <w:t>رواقهم</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وتوارثوا</w:t>
            </w:r>
            <w:r>
              <w:rPr>
                <w:rtl/>
              </w:rPr>
              <w:t xml:space="preserve"> </w:t>
            </w:r>
            <w:r w:rsidRPr="009647FC">
              <w:rPr>
                <w:rtl/>
              </w:rPr>
              <w:t>فيه</w:t>
            </w:r>
            <w:r>
              <w:rPr>
                <w:rtl/>
              </w:rPr>
              <w:t xml:space="preserve"> </w:t>
            </w:r>
            <w:r w:rsidRPr="009647FC">
              <w:rPr>
                <w:rtl/>
              </w:rPr>
              <w:t>العلاء</w:t>
            </w:r>
            <w:r>
              <w:rPr>
                <w:rtl/>
              </w:rPr>
              <w:t xml:space="preserve"> </w:t>
            </w:r>
            <w:r w:rsidRPr="009647FC">
              <w:rPr>
                <w:rtl/>
              </w:rPr>
              <w:t>الأقدما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بالسيد</w:t>
            </w:r>
            <w:r w:rsidR="004C00A8">
              <w:rPr>
                <w:rtl/>
              </w:rPr>
              <w:t xml:space="preserve"> </w:t>
            </w:r>
            <w:r>
              <w:rPr>
                <w:rtl/>
              </w:rPr>
              <w:t>(</w:t>
            </w:r>
            <w:r w:rsidRPr="009647FC">
              <w:rPr>
                <w:rtl/>
              </w:rPr>
              <w:t>المهديِّ</w:t>
            </w:r>
            <w:r>
              <w:rPr>
                <w:rtl/>
              </w:rPr>
              <w:t xml:space="preserve">) </w:t>
            </w:r>
            <w:r w:rsidRPr="009647FC">
              <w:rPr>
                <w:rtl/>
              </w:rPr>
              <w:t>ثمّ</w:t>
            </w:r>
            <w:r>
              <w:rPr>
                <w:rtl/>
              </w:rPr>
              <w:t xml:space="preserve"> (</w:t>
            </w:r>
            <w:r w:rsidRPr="009647FC">
              <w:rPr>
                <w:rtl/>
              </w:rPr>
              <w:t>بجعفرٍ</w:t>
            </w:r>
            <w:r>
              <w:rPr>
                <w:rtl/>
              </w:rPr>
              <w:t>)</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وبهم</w:t>
            </w:r>
            <w:r>
              <w:rPr>
                <w:rtl/>
              </w:rPr>
              <w:t xml:space="preserve"> </w:t>
            </w:r>
            <w:r w:rsidRPr="009647FC">
              <w:rPr>
                <w:rtl/>
              </w:rPr>
              <w:t>أنار</w:t>
            </w:r>
            <w:r>
              <w:rPr>
                <w:rtl/>
              </w:rPr>
              <w:t xml:space="preserve"> </w:t>
            </w:r>
            <w:r w:rsidRPr="009647FC">
              <w:rPr>
                <w:rtl/>
              </w:rPr>
              <w:t>اللهُ</w:t>
            </w:r>
            <w:r>
              <w:rPr>
                <w:rtl/>
              </w:rPr>
              <w:t xml:space="preserve"> </w:t>
            </w:r>
            <w:r w:rsidRPr="009647FC">
              <w:rPr>
                <w:rtl/>
              </w:rPr>
              <w:t>ما</w:t>
            </w:r>
            <w:r>
              <w:rPr>
                <w:rtl/>
              </w:rPr>
              <w:t xml:space="preserve"> </w:t>
            </w:r>
            <w:r w:rsidRPr="009647FC">
              <w:rPr>
                <w:rtl/>
              </w:rPr>
              <w:t>قد</w:t>
            </w:r>
            <w:r>
              <w:rPr>
                <w:rtl/>
              </w:rPr>
              <w:t xml:space="preserve"> </w:t>
            </w:r>
            <w:r w:rsidRPr="009647FC">
              <w:rPr>
                <w:rtl/>
              </w:rPr>
              <w:t>أبهما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يا</w:t>
            </w:r>
            <w:r>
              <w:rPr>
                <w:rtl/>
              </w:rPr>
              <w:t xml:space="preserve"> </w:t>
            </w:r>
            <w:r w:rsidRPr="009647FC">
              <w:rPr>
                <w:rtl/>
              </w:rPr>
              <w:t>موصلاً</w:t>
            </w:r>
            <w:r>
              <w:rPr>
                <w:rtl/>
              </w:rPr>
              <w:t xml:space="preserve"> </w:t>
            </w:r>
            <w:r w:rsidRPr="009647FC">
              <w:rPr>
                <w:rtl/>
              </w:rPr>
              <w:t>منّي</w:t>
            </w:r>
            <w:r>
              <w:rPr>
                <w:rtl/>
              </w:rPr>
              <w:t xml:space="preserve"> </w:t>
            </w:r>
            <w:r w:rsidRPr="009647FC">
              <w:rPr>
                <w:rtl/>
              </w:rPr>
              <w:t>رسالة</w:t>
            </w:r>
            <w:r>
              <w:rPr>
                <w:rtl/>
              </w:rPr>
              <w:t xml:space="preserve"> </w:t>
            </w:r>
            <w:r w:rsidRPr="009647FC">
              <w:rPr>
                <w:rtl/>
              </w:rPr>
              <w:t>ذي</w:t>
            </w:r>
            <w:r>
              <w:rPr>
                <w:rtl/>
              </w:rPr>
              <w:t xml:space="preserve"> </w:t>
            </w:r>
            <w:r w:rsidRPr="009647FC">
              <w:rPr>
                <w:rtl/>
              </w:rPr>
              <w:t>حشا</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ظمئت</w:t>
            </w:r>
            <w:r>
              <w:rPr>
                <w:rtl/>
              </w:rPr>
              <w:t xml:space="preserve"> </w:t>
            </w:r>
            <w:r w:rsidRPr="009647FC">
              <w:rPr>
                <w:rtl/>
              </w:rPr>
              <w:t>إلى</w:t>
            </w:r>
            <w:r>
              <w:rPr>
                <w:rtl/>
              </w:rPr>
              <w:t xml:space="preserve"> </w:t>
            </w:r>
            <w:r w:rsidRPr="009647FC">
              <w:rPr>
                <w:rtl/>
              </w:rPr>
              <w:t>ذاك</w:t>
            </w:r>
            <w:r>
              <w:rPr>
                <w:rtl/>
              </w:rPr>
              <w:t xml:space="preserve"> </w:t>
            </w:r>
            <w:r w:rsidRPr="009647FC">
              <w:rPr>
                <w:rtl/>
              </w:rPr>
              <w:t>الرواء</w:t>
            </w:r>
            <w:r>
              <w:rPr>
                <w:rtl/>
              </w:rPr>
              <w:t xml:space="preserve"> </w:t>
            </w:r>
            <w:r w:rsidRPr="009647FC">
              <w:rPr>
                <w:rtl/>
              </w:rPr>
              <w:t>ولا</w:t>
            </w:r>
            <w:r>
              <w:rPr>
                <w:rtl/>
              </w:rPr>
              <w:t xml:space="preserve"> </w:t>
            </w:r>
            <w:r w:rsidRPr="009647FC">
              <w:rPr>
                <w:rtl/>
              </w:rPr>
              <w:t>ظما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بلّغ</w:t>
            </w:r>
            <w:r>
              <w:rPr>
                <w:rtl/>
              </w:rPr>
              <w:t xml:space="preserve"> </w:t>
            </w:r>
            <w:r w:rsidRPr="009647FC">
              <w:rPr>
                <w:rtl/>
              </w:rPr>
              <w:t>بلغت</w:t>
            </w:r>
            <w:r>
              <w:rPr>
                <w:rtl/>
              </w:rPr>
              <w:t xml:space="preserve"> </w:t>
            </w:r>
            <w:r w:rsidRPr="009647FC">
              <w:rPr>
                <w:rtl/>
              </w:rPr>
              <w:t>الخير</w:t>
            </w:r>
            <w:r>
              <w:rPr>
                <w:rtl/>
              </w:rPr>
              <w:t xml:space="preserve">َ </w:t>
            </w:r>
            <w:r w:rsidRPr="009647FC">
              <w:rPr>
                <w:rtl/>
              </w:rPr>
              <w:t>خير</w:t>
            </w:r>
            <w:r>
              <w:rPr>
                <w:rtl/>
              </w:rPr>
              <w:t xml:space="preserve">َ </w:t>
            </w:r>
            <w:r w:rsidRPr="009647FC">
              <w:rPr>
                <w:rtl/>
              </w:rPr>
              <w:t>موسّ</w:t>
            </w:r>
            <w:r>
              <w:rPr>
                <w:rtl/>
              </w:rPr>
              <w:t>َ</w:t>
            </w:r>
            <w:r w:rsidRPr="009647FC">
              <w:rPr>
                <w:rtl/>
              </w:rPr>
              <w:t>دٍ</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جدثاً</w:t>
            </w:r>
            <w:r w:rsidR="004C00A8">
              <w:rPr>
                <w:rtl/>
              </w:rPr>
              <w:t xml:space="preserve"> </w:t>
            </w:r>
            <w:r w:rsidRPr="009647FC">
              <w:rPr>
                <w:rtl/>
              </w:rPr>
              <w:t>به</w:t>
            </w:r>
            <w:r>
              <w:rPr>
                <w:rtl/>
              </w:rPr>
              <w:t xml:space="preserve"> </w:t>
            </w:r>
            <w:r w:rsidRPr="009647FC">
              <w:rPr>
                <w:rtl/>
              </w:rPr>
              <w:t>دفنوا</w:t>
            </w:r>
            <w:r>
              <w:rPr>
                <w:rtl/>
              </w:rPr>
              <w:t xml:space="preserve"> </w:t>
            </w:r>
            <w:r w:rsidRPr="009647FC">
              <w:rPr>
                <w:rtl/>
              </w:rPr>
              <w:t>الصراط</w:t>
            </w:r>
            <w:r>
              <w:rPr>
                <w:rtl/>
              </w:rPr>
              <w:t xml:space="preserve">َ </w:t>
            </w:r>
            <w:r w:rsidRPr="009647FC">
              <w:rPr>
                <w:rtl/>
              </w:rPr>
              <w:t>الأقوما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يا</w:t>
            </w:r>
            <w:r>
              <w:rPr>
                <w:rtl/>
              </w:rPr>
              <w:t xml:space="preserve"> </w:t>
            </w:r>
            <w:r w:rsidRPr="009647FC">
              <w:rPr>
                <w:rtl/>
              </w:rPr>
              <w:t>بدرُ</w:t>
            </w:r>
            <w:r>
              <w:rPr>
                <w:rtl/>
              </w:rPr>
              <w:t xml:space="preserve"> </w:t>
            </w:r>
            <w:r w:rsidRPr="009647FC">
              <w:rPr>
                <w:rtl/>
              </w:rPr>
              <w:t>إن</w:t>
            </w:r>
            <w:r>
              <w:rPr>
                <w:rtl/>
              </w:rPr>
              <w:t xml:space="preserve"> </w:t>
            </w:r>
            <w:r w:rsidRPr="009647FC">
              <w:rPr>
                <w:rtl/>
              </w:rPr>
              <w:t>تك</w:t>
            </w:r>
            <w:r>
              <w:rPr>
                <w:rtl/>
              </w:rPr>
              <w:t xml:space="preserve"> </w:t>
            </w:r>
            <w:r w:rsidRPr="009647FC">
              <w:rPr>
                <w:rtl/>
              </w:rPr>
              <w:t>قد</w:t>
            </w:r>
            <w:r>
              <w:rPr>
                <w:rtl/>
              </w:rPr>
              <w:t xml:space="preserve"> </w:t>
            </w:r>
            <w:r w:rsidRPr="009647FC">
              <w:rPr>
                <w:rtl/>
              </w:rPr>
              <w:t>أفلت</w:t>
            </w:r>
            <w:r>
              <w:rPr>
                <w:rtl/>
              </w:rPr>
              <w:t xml:space="preserve"> </w:t>
            </w:r>
            <w:r w:rsidRPr="009647FC">
              <w:rPr>
                <w:rtl/>
              </w:rPr>
              <w:t>فلا</w:t>
            </w:r>
            <w:r>
              <w:rPr>
                <w:rtl/>
              </w:rPr>
              <w:t xml:space="preserve"> </w:t>
            </w:r>
            <w:r w:rsidRPr="009647FC">
              <w:rPr>
                <w:rtl/>
              </w:rPr>
              <w:t>تخلْ</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برج</w:t>
            </w:r>
            <w:r>
              <w:rPr>
                <w:rtl/>
              </w:rPr>
              <w:t>َ</w:t>
            </w:r>
            <w:r w:rsidR="004C00A8">
              <w:rPr>
                <w:rtl/>
              </w:rPr>
              <w:t xml:space="preserve"> </w:t>
            </w:r>
            <w:r w:rsidRPr="009647FC">
              <w:rPr>
                <w:rtl/>
              </w:rPr>
              <w:t>الهداية</w:t>
            </w:r>
            <w:r>
              <w:rPr>
                <w:rtl/>
              </w:rPr>
              <w:t xml:space="preserve"> </w:t>
            </w:r>
            <w:r w:rsidRPr="009647FC">
              <w:rPr>
                <w:rtl/>
              </w:rPr>
              <w:t>منك</w:t>
            </w:r>
            <w:r>
              <w:rPr>
                <w:rtl/>
              </w:rPr>
              <w:t xml:space="preserve"> </w:t>
            </w:r>
            <w:r w:rsidRPr="009647FC">
              <w:rPr>
                <w:rtl/>
              </w:rPr>
              <w:t>بعدك</w:t>
            </w:r>
            <w:r>
              <w:rPr>
                <w:rtl/>
              </w:rPr>
              <w:t xml:space="preserve"> </w:t>
            </w:r>
            <w:r w:rsidRPr="009647FC">
              <w:rPr>
                <w:rtl/>
              </w:rPr>
              <w:t>أبهما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فلقد</w:t>
            </w:r>
            <w:r>
              <w:rPr>
                <w:rtl/>
              </w:rPr>
              <w:t xml:space="preserve"> </w:t>
            </w:r>
            <w:r w:rsidRPr="009647FC">
              <w:rPr>
                <w:rtl/>
              </w:rPr>
              <w:t>ولدت</w:t>
            </w:r>
            <w:r>
              <w:rPr>
                <w:rtl/>
              </w:rPr>
              <w:t xml:space="preserve"> </w:t>
            </w:r>
            <w:r w:rsidRPr="009647FC">
              <w:rPr>
                <w:rtl/>
              </w:rPr>
              <w:t>به</w:t>
            </w:r>
            <w:r>
              <w:rPr>
                <w:rtl/>
              </w:rPr>
              <w:t xml:space="preserve"> </w:t>
            </w:r>
            <w:r w:rsidRPr="009647FC">
              <w:rPr>
                <w:rtl/>
              </w:rPr>
              <w:t>كواكب</w:t>
            </w:r>
            <w:r>
              <w:rPr>
                <w:rtl/>
              </w:rPr>
              <w:t xml:space="preserve"> </w:t>
            </w:r>
            <w:r w:rsidRPr="009647FC">
              <w:rPr>
                <w:rtl/>
              </w:rPr>
              <w:t>لم</w:t>
            </w:r>
            <w:r>
              <w:rPr>
                <w:rtl/>
              </w:rPr>
              <w:t xml:space="preserve"> </w:t>
            </w:r>
            <w:r w:rsidRPr="009647FC">
              <w:rPr>
                <w:rtl/>
              </w:rPr>
              <w:t>تلدْ</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مثلاً</w:t>
            </w:r>
            <w:r>
              <w:rPr>
                <w:rtl/>
              </w:rPr>
              <w:t xml:space="preserve"> </w:t>
            </w:r>
            <w:r w:rsidRPr="009647FC">
              <w:rPr>
                <w:rtl/>
              </w:rPr>
              <w:t>لها</w:t>
            </w:r>
            <w:r>
              <w:rPr>
                <w:rtl/>
              </w:rPr>
              <w:t xml:space="preserve"> </w:t>
            </w:r>
            <w:r w:rsidRPr="009647FC">
              <w:rPr>
                <w:rtl/>
              </w:rPr>
              <w:t>أمُّ</w:t>
            </w:r>
            <w:r>
              <w:rPr>
                <w:rtl/>
              </w:rPr>
              <w:t xml:space="preserve"> </w:t>
            </w:r>
            <w:r w:rsidRPr="009647FC">
              <w:rPr>
                <w:rtl/>
              </w:rPr>
              <w:t>الكواكب</w:t>
            </w:r>
            <w:r>
              <w:rPr>
                <w:rtl/>
              </w:rPr>
              <w:t xml:space="preserve"> </w:t>
            </w:r>
            <w:r w:rsidRPr="009647FC">
              <w:rPr>
                <w:rtl/>
              </w:rPr>
              <w:t>في</w:t>
            </w:r>
            <w:r>
              <w:rPr>
                <w:rtl/>
              </w:rPr>
              <w:t xml:space="preserve"> </w:t>
            </w:r>
            <w:r w:rsidRPr="009647FC">
              <w:rPr>
                <w:rtl/>
              </w:rPr>
              <w:t>السما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لو</w:t>
            </w:r>
            <w:r>
              <w:rPr>
                <w:rtl/>
              </w:rPr>
              <w:t xml:space="preserve"> </w:t>
            </w:r>
            <w:r w:rsidRPr="009647FC">
              <w:rPr>
                <w:rtl/>
              </w:rPr>
              <w:t>عدت</w:t>
            </w:r>
            <w:r>
              <w:rPr>
                <w:rtl/>
              </w:rPr>
              <w:t xml:space="preserve">َ </w:t>
            </w:r>
            <w:r w:rsidRPr="009647FC">
              <w:rPr>
                <w:rtl/>
              </w:rPr>
              <w:t>للدنيا</w:t>
            </w:r>
            <w:r>
              <w:rPr>
                <w:rtl/>
              </w:rPr>
              <w:t xml:space="preserve"> </w:t>
            </w:r>
            <w:r w:rsidRPr="009647FC">
              <w:rPr>
                <w:rtl/>
              </w:rPr>
              <w:t>وم</w:t>
            </w:r>
            <w:r w:rsidRPr="00B371C6">
              <w:rPr>
                <w:rtl/>
              </w:rPr>
              <w:t>َ</w:t>
            </w:r>
            <w:r w:rsidRPr="009647FC">
              <w:rPr>
                <w:rtl/>
              </w:rPr>
              <w:t>نْ</w:t>
            </w:r>
            <w:r>
              <w:rPr>
                <w:rtl/>
              </w:rPr>
              <w:t xml:space="preserve"> </w:t>
            </w:r>
            <w:r w:rsidRPr="009647FC">
              <w:rPr>
                <w:rtl/>
              </w:rPr>
              <w:t>لزمانها</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بك</w:t>
            </w:r>
            <w:r>
              <w:rPr>
                <w:rtl/>
              </w:rPr>
              <w:t xml:space="preserve"> </w:t>
            </w:r>
            <w:r w:rsidRPr="009647FC">
              <w:rPr>
                <w:rtl/>
              </w:rPr>
              <w:t>أن</w:t>
            </w:r>
            <w:r>
              <w:rPr>
                <w:rtl/>
              </w:rPr>
              <w:t xml:space="preserve"> </w:t>
            </w:r>
            <w:r w:rsidRPr="009647FC">
              <w:rPr>
                <w:rtl/>
              </w:rPr>
              <w:t>تعود</w:t>
            </w:r>
            <w:r>
              <w:rPr>
                <w:rtl/>
              </w:rPr>
              <w:t xml:space="preserve"> </w:t>
            </w:r>
            <w:r w:rsidRPr="009647FC">
              <w:rPr>
                <w:rtl/>
              </w:rPr>
              <w:t>فيغتدي</w:t>
            </w:r>
            <w:r>
              <w:rPr>
                <w:rtl/>
              </w:rPr>
              <w:t xml:space="preserve"> </w:t>
            </w:r>
            <w:r w:rsidRPr="009647FC">
              <w:rPr>
                <w:rtl/>
              </w:rPr>
              <w:t>متبسما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لرأيت</w:t>
            </w:r>
            <w:r>
              <w:rPr>
                <w:rtl/>
              </w:rPr>
              <w:t xml:space="preserve"> (</w:t>
            </w:r>
            <w:r w:rsidRPr="009647FC">
              <w:rPr>
                <w:rtl/>
              </w:rPr>
              <w:t>صالحها</w:t>
            </w:r>
            <w:r>
              <w:rPr>
                <w:rtl/>
              </w:rPr>
              <w:t xml:space="preserve">) </w:t>
            </w:r>
            <w:r w:rsidRPr="009647FC">
              <w:rPr>
                <w:rtl/>
              </w:rPr>
              <w:t>معيناً</w:t>
            </w:r>
            <w:r>
              <w:rPr>
                <w:rtl/>
              </w:rPr>
              <w:t xml:space="preserve"> </w:t>
            </w:r>
            <w:r w:rsidRPr="009647FC">
              <w:rPr>
                <w:rtl/>
              </w:rPr>
              <w:t>للعُلى</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مولىً</w:t>
            </w:r>
            <w:r>
              <w:rPr>
                <w:rtl/>
              </w:rPr>
              <w:t xml:space="preserve"> </w:t>
            </w:r>
            <w:r w:rsidRPr="009647FC">
              <w:rPr>
                <w:rtl/>
              </w:rPr>
              <w:t>له</w:t>
            </w:r>
            <w:r>
              <w:rPr>
                <w:rtl/>
              </w:rPr>
              <w:t xml:space="preserve"> </w:t>
            </w:r>
            <w:r w:rsidRPr="009647FC">
              <w:rPr>
                <w:rtl/>
              </w:rPr>
              <w:t>الدهرُ</w:t>
            </w:r>
            <w:r>
              <w:rPr>
                <w:rtl/>
              </w:rPr>
              <w:t xml:space="preserve"> </w:t>
            </w:r>
            <w:r w:rsidRPr="009647FC">
              <w:rPr>
                <w:rtl/>
              </w:rPr>
              <w:t>اغتدى</w:t>
            </w:r>
            <w:r>
              <w:rPr>
                <w:rtl/>
              </w:rPr>
              <w:t xml:space="preserve"> </w:t>
            </w:r>
            <w:r w:rsidRPr="009647FC">
              <w:rPr>
                <w:rtl/>
              </w:rPr>
              <w:t>مستخدما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وتلطّفت</w:t>
            </w:r>
            <w:r w:rsidR="004C00A8">
              <w:rPr>
                <w:rtl/>
              </w:rPr>
              <w:t xml:space="preserve"> </w:t>
            </w:r>
            <w:r w:rsidRPr="009647FC">
              <w:rPr>
                <w:rtl/>
              </w:rPr>
              <w:t>وطفاءُ</w:t>
            </w:r>
            <w:r>
              <w:rPr>
                <w:rtl/>
              </w:rPr>
              <w:t xml:space="preserve"> </w:t>
            </w:r>
            <w:r w:rsidRPr="009647FC">
              <w:rPr>
                <w:rtl/>
              </w:rPr>
              <w:t>تحلبها</w:t>
            </w:r>
            <w:r>
              <w:rPr>
                <w:rtl/>
              </w:rPr>
              <w:t xml:space="preserve"> </w:t>
            </w:r>
            <w:r w:rsidRPr="009647FC">
              <w:rPr>
                <w:rtl/>
              </w:rPr>
              <w:t>الص</w:t>
            </w:r>
            <w:r>
              <w:rPr>
                <w:rtl/>
              </w:rPr>
              <w:t>َ</w:t>
            </w:r>
            <w:r w:rsidRPr="009647FC">
              <w:rPr>
                <w:rtl/>
              </w:rPr>
              <w:t>با</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بثرىً</w:t>
            </w:r>
            <w:r>
              <w:rPr>
                <w:rtl/>
              </w:rPr>
              <w:t xml:space="preserve"> </w:t>
            </w:r>
            <w:r w:rsidRPr="009647FC">
              <w:rPr>
                <w:rtl/>
              </w:rPr>
              <w:t>حواك</w:t>
            </w:r>
            <w:r>
              <w:rPr>
                <w:rtl/>
              </w:rPr>
              <w:t xml:space="preserve"> </w:t>
            </w:r>
            <w:r w:rsidRPr="009647FC">
              <w:rPr>
                <w:rtl/>
              </w:rPr>
              <w:t>فضمّ</w:t>
            </w:r>
            <w:r>
              <w:rPr>
                <w:rtl/>
              </w:rPr>
              <w:t xml:space="preserve">َ </w:t>
            </w:r>
            <w:r w:rsidRPr="009647FC">
              <w:rPr>
                <w:rtl/>
              </w:rPr>
              <w:t>عضباً</w:t>
            </w:r>
            <w:r>
              <w:rPr>
                <w:rtl/>
              </w:rPr>
              <w:t xml:space="preserve"> </w:t>
            </w:r>
            <w:r w:rsidRPr="009647FC">
              <w:rPr>
                <w:rtl/>
              </w:rPr>
              <w:t>مخذما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722634" w:rsidRPr="00524A24" w:rsidTr="00722634">
        <w:trPr>
          <w:trHeight w:val="350"/>
        </w:trPr>
        <w:tc>
          <w:tcPr>
            <w:tcW w:w="3902" w:type="dxa"/>
          </w:tcPr>
          <w:p w:rsidR="00722634" w:rsidRPr="00524A24" w:rsidRDefault="00722634" w:rsidP="00791A38">
            <w:pPr>
              <w:pStyle w:val="libPoem"/>
            </w:pPr>
            <w:r w:rsidRPr="009647FC">
              <w:rPr>
                <w:rtl/>
              </w:rPr>
              <w:lastRenderedPageBreak/>
              <w:t>أفصحتُ</w:t>
            </w:r>
            <w:r w:rsidR="004C00A8">
              <w:rPr>
                <w:rtl/>
              </w:rPr>
              <w:t xml:space="preserve"> </w:t>
            </w:r>
            <w:r w:rsidRPr="009647FC">
              <w:rPr>
                <w:rtl/>
              </w:rPr>
              <w:t>عن</w:t>
            </w:r>
            <w:r>
              <w:rPr>
                <w:rtl/>
              </w:rPr>
              <w:t xml:space="preserve"> </w:t>
            </w:r>
            <w:r w:rsidRPr="009647FC">
              <w:rPr>
                <w:rtl/>
              </w:rPr>
              <w:t>وجدي</w:t>
            </w:r>
            <w:r>
              <w:rPr>
                <w:rtl/>
              </w:rPr>
              <w:t xml:space="preserve"> </w:t>
            </w:r>
            <w:r w:rsidRPr="009647FC">
              <w:rPr>
                <w:rtl/>
              </w:rPr>
              <w:t>إليك</w:t>
            </w:r>
            <w:r>
              <w:rPr>
                <w:rtl/>
              </w:rPr>
              <w:t xml:space="preserve"> </w:t>
            </w:r>
            <w:r w:rsidRPr="009647FC">
              <w:rPr>
                <w:rtl/>
              </w:rPr>
              <w:t>بدعوةٍ</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رُب</w:t>
            </w:r>
            <w:r w:rsidRPr="00B371C6">
              <w:rPr>
                <w:rtl/>
              </w:rPr>
              <w:t>َ</w:t>
            </w:r>
            <w:r w:rsidRPr="009647FC">
              <w:rPr>
                <w:rtl/>
              </w:rPr>
              <w:t>ما</w:t>
            </w:r>
            <w:r>
              <w:rPr>
                <w:rtl/>
              </w:rPr>
              <w:t xml:space="preserve"> </w:t>
            </w:r>
            <w:r w:rsidRPr="009647FC">
              <w:rPr>
                <w:rtl/>
              </w:rPr>
              <w:t>ذممت</w:t>
            </w:r>
            <w:r>
              <w:rPr>
                <w:rtl/>
              </w:rPr>
              <w:t xml:space="preserve"> </w:t>
            </w:r>
            <w:r w:rsidRPr="009647FC">
              <w:rPr>
                <w:rtl/>
              </w:rPr>
              <w:t>بها</w:t>
            </w:r>
            <w:r>
              <w:rPr>
                <w:rtl/>
              </w:rPr>
              <w:t xml:space="preserve"> </w:t>
            </w:r>
            <w:r w:rsidRPr="009647FC">
              <w:rPr>
                <w:rtl/>
              </w:rPr>
              <w:t>الزمان</w:t>
            </w:r>
            <w:r>
              <w:rPr>
                <w:rtl/>
              </w:rPr>
              <w:t xml:space="preserve"> </w:t>
            </w:r>
            <w:r w:rsidRPr="009647FC">
              <w:rPr>
                <w:rtl/>
              </w:rPr>
              <w:t>الأعجما</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قد</w:t>
            </w:r>
            <w:r w:rsidR="004C00A8">
              <w:rPr>
                <w:rtl/>
              </w:rPr>
              <w:t xml:space="preserve"> </w:t>
            </w:r>
            <w:r w:rsidRPr="009647FC">
              <w:rPr>
                <w:rtl/>
              </w:rPr>
              <w:t>كنت</w:t>
            </w:r>
            <w:r>
              <w:rPr>
                <w:rtl/>
              </w:rPr>
              <w:t xml:space="preserve">َ </w:t>
            </w:r>
            <w:r w:rsidRPr="009647FC">
              <w:rPr>
                <w:rtl/>
              </w:rPr>
              <w:t>لي</w:t>
            </w:r>
            <w:r>
              <w:rPr>
                <w:rtl/>
              </w:rPr>
              <w:t xml:space="preserve"> </w:t>
            </w:r>
            <w:r w:rsidRPr="009647FC">
              <w:rPr>
                <w:rtl/>
              </w:rPr>
              <w:t>بجميل</w:t>
            </w:r>
            <w:r>
              <w:rPr>
                <w:rtl/>
              </w:rPr>
              <w:t xml:space="preserve"> </w:t>
            </w:r>
            <w:r w:rsidRPr="009647FC">
              <w:rPr>
                <w:rtl/>
              </w:rPr>
              <w:t>ذكرك</w:t>
            </w:r>
            <w:r>
              <w:rPr>
                <w:rtl/>
              </w:rPr>
              <w:t xml:space="preserve"> </w:t>
            </w:r>
            <w:r w:rsidRPr="009647FC">
              <w:rPr>
                <w:rtl/>
              </w:rPr>
              <w:t>مالكا</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فلئن</w:t>
            </w:r>
            <w:r w:rsidR="004C00A8">
              <w:rPr>
                <w:rtl/>
              </w:rPr>
              <w:t xml:space="preserve"> </w:t>
            </w:r>
            <w:r w:rsidRPr="009647FC">
              <w:rPr>
                <w:rtl/>
              </w:rPr>
              <w:t>بقيتُ</w:t>
            </w:r>
            <w:r>
              <w:rPr>
                <w:rtl/>
              </w:rPr>
              <w:t xml:space="preserve"> </w:t>
            </w:r>
            <w:r w:rsidRPr="009647FC">
              <w:rPr>
                <w:rtl/>
              </w:rPr>
              <w:t>لأنسين</w:t>
            </w:r>
            <w:r>
              <w:rPr>
                <w:rtl/>
              </w:rPr>
              <w:t xml:space="preserve"> (</w:t>
            </w:r>
            <w:r w:rsidRPr="009647FC">
              <w:rPr>
                <w:rtl/>
              </w:rPr>
              <w:t>متمما</w:t>
            </w:r>
            <w:r>
              <w:rPr>
                <w:rtl/>
              </w:rPr>
              <w:t>)</w:t>
            </w:r>
            <w:r w:rsidRPr="00524A24">
              <w:rPr>
                <w:rStyle w:val="libPoemTiniChar0"/>
                <w:rtl/>
              </w:rPr>
              <w:br/>
              <w:t> </w:t>
            </w:r>
          </w:p>
        </w:tc>
      </w:tr>
    </w:tbl>
    <w:p w:rsidR="009647FC" w:rsidRPr="00524A24" w:rsidRDefault="009647FC" w:rsidP="004E7EC6">
      <w:pPr>
        <w:pStyle w:val="libNormal"/>
      </w:pPr>
      <w:r w:rsidRPr="004E7EC6">
        <w:rPr>
          <w:rtl/>
        </w:rPr>
        <w:t>وقال يرثي الشيخ حسين الطريحي</w:t>
      </w:r>
      <w:r w:rsidRPr="004E7EC6">
        <w:rPr>
          <w:rStyle w:val="libFootnotenumChar"/>
          <w:rtl/>
        </w:rPr>
        <w:t>(1)</w:t>
      </w:r>
      <w:r w:rsidR="00D769AB">
        <w:rPr>
          <w:rtl/>
        </w:rPr>
        <w:t>،</w:t>
      </w:r>
      <w:r w:rsidRPr="004E7EC6">
        <w:rPr>
          <w:rtl/>
        </w:rPr>
        <w:t xml:space="preserve"> ويعزِّي أخاه الشيخ محمد</w:t>
      </w:r>
      <w:r w:rsidR="00D769AB">
        <w:rPr>
          <w:rtl/>
        </w:rPr>
        <w:t>،</w:t>
      </w:r>
      <w:r w:rsidRPr="004E7EC6">
        <w:rPr>
          <w:rtl/>
        </w:rPr>
        <w:t xml:space="preserve"> والعلاّمة السيد مهدي القزويني</w:t>
      </w:r>
      <w:r w:rsidR="00D769AB">
        <w:rPr>
          <w:rtl/>
        </w:rPr>
        <w:t>:</w:t>
      </w:r>
    </w:p>
    <w:tbl>
      <w:tblPr>
        <w:tblStyle w:val="TableGrid"/>
        <w:bidiVisual/>
        <w:tblW w:w="4562" w:type="pct"/>
        <w:tblInd w:w="384" w:type="dxa"/>
        <w:tblLook w:val="04A0"/>
      </w:tblPr>
      <w:tblGrid>
        <w:gridCol w:w="3902"/>
        <w:gridCol w:w="301"/>
        <w:gridCol w:w="3884"/>
      </w:tblGrid>
      <w:tr w:rsidR="00722634" w:rsidRPr="00524A24" w:rsidTr="00722634">
        <w:trPr>
          <w:trHeight w:val="350"/>
        </w:trPr>
        <w:tc>
          <w:tcPr>
            <w:tcW w:w="3902" w:type="dxa"/>
          </w:tcPr>
          <w:p w:rsidR="00722634" w:rsidRPr="00524A24" w:rsidRDefault="00722634" w:rsidP="00791A38">
            <w:pPr>
              <w:pStyle w:val="libPoem"/>
            </w:pPr>
            <w:r w:rsidRPr="009647FC">
              <w:rPr>
                <w:rtl/>
              </w:rPr>
              <w:t>وأبيك</w:t>
            </w:r>
            <w:r w:rsidR="004C00A8">
              <w:rPr>
                <w:rtl/>
              </w:rPr>
              <w:t xml:space="preserve"> </w:t>
            </w:r>
            <w:r w:rsidRPr="009647FC">
              <w:rPr>
                <w:rtl/>
              </w:rPr>
              <w:t>لا</w:t>
            </w:r>
            <w:r>
              <w:rPr>
                <w:rtl/>
              </w:rPr>
              <w:t xml:space="preserve"> </w:t>
            </w:r>
            <w:r w:rsidRPr="009647FC">
              <w:rPr>
                <w:rtl/>
              </w:rPr>
              <w:t>حيُّ</w:t>
            </w:r>
            <w:r>
              <w:rPr>
                <w:rtl/>
              </w:rPr>
              <w:t xml:space="preserve"> </w:t>
            </w:r>
            <w:r w:rsidRPr="009647FC">
              <w:rPr>
                <w:rtl/>
              </w:rPr>
              <w:t>يدومُ</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فعلام</w:t>
            </w:r>
            <w:r w:rsidR="004C00A8">
              <w:rPr>
                <w:rtl/>
              </w:rPr>
              <w:t xml:space="preserve"> </w:t>
            </w:r>
            <w:r w:rsidRPr="009647FC">
              <w:rPr>
                <w:rtl/>
              </w:rPr>
              <w:t>ترمضك</w:t>
            </w:r>
            <w:r>
              <w:rPr>
                <w:rtl/>
              </w:rPr>
              <w:t xml:space="preserve"> </w:t>
            </w:r>
            <w:r w:rsidRPr="009647FC">
              <w:rPr>
                <w:rtl/>
              </w:rPr>
              <w:t>الهمومُ؟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لا</w:t>
            </w:r>
            <w:r w:rsidR="004C00A8">
              <w:rPr>
                <w:rtl/>
              </w:rPr>
              <w:t xml:space="preserve"> </w:t>
            </w:r>
            <w:r w:rsidRPr="009647FC">
              <w:rPr>
                <w:rtl/>
              </w:rPr>
              <w:t>تجزعنّ</w:t>
            </w:r>
            <w:r>
              <w:rPr>
                <w:rtl/>
              </w:rPr>
              <w:t xml:space="preserve">َ </w:t>
            </w:r>
            <w:r w:rsidRPr="009647FC">
              <w:rPr>
                <w:rtl/>
              </w:rPr>
              <w:t>لضاعنٍ</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وانظر</w:t>
            </w:r>
            <w:r>
              <w:rPr>
                <w:rtl/>
              </w:rPr>
              <w:t xml:space="preserve"> </w:t>
            </w:r>
            <w:r w:rsidRPr="009647FC">
              <w:rPr>
                <w:rtl/>
              </w:rPr>
              <w:t>هديت</w:t>
            </w:r>
            <w:r>
              <w:rPr>
                <w:rtl/>
              </w:rPr>
              <w:t xml:space="preserve"> </w:t>
            </w:r>
            <w:r w:rsidRPr="009647FC">
              <w:rPr>
                <w:rtl/>
              </w:rPr>
              <w:t>م</w:t>
            </w:r>
            <w:r>
              <w:rPr>
                <w:rtl/>
              </w:rPr>
              <w:t>َ</w:t>
            </w:r>
            <w:r w:rsidRPr="009647FC">
              <w:rPr>
                <w:rtl/>
              </w:rPr>
              <w:t>نْ</w:t>
            </w:r>
            <w:r>
              <w:rPr>
                <w:rtl/>
              </w:rPr>
              <w:t xml:space="preserve"> </w:t>
            </w:r>
            <w:r w:rsidRPr="009647FC">
              <w:rPr>
                <w:rtl/>
              </w:rPr>
              <w:t>المقيمُ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إن</w:t>
            </w:r>
            <w:r w:rsidRPr="00B371C6">
              <w:rPr>
                <w:rtl/>
              </w:rPr>
              <w:t>ّ</w:t>
            </w:r>
            <w:r w:rsidRPr="009647FC">
              <w:rPr>
                <w:rtl/>
              </w:rPr>
              <w:t>ا</w:t>
            </w:r>
            <w:r w:rsidR="004C00A8">
              <w:rPr>
                <w:rtl/>
              </w:rPr>
              <w:t xml:space="preserve"> </w:t>
            </w:r>
            <w:r w:rsidRPr="009647FC">
              <w:rPr>
                <w:rtl/>
              </w:rPr>
              <w:t>بنو</w:t>
            </w:r>
            <w:r>
              <w:rPr>
                <w:rtl/>
              </w:rPr>
              <w:t xml:space="preserve"> </w:t>
            </w:r>
            <w:r w:rsidRPr="009647FC">
              <w:rPr>
                <w:rtl/>
              </w:rPr>
              <w:t>الدنيا</w:t>
            </w:r>
            <w:r>
              <w:rPr>
                <w:rtl/>
              </w:rPr>
              <w:t xml:space="preserve"> </w:t>
            </w:r>
            <w:r w:rsidRPr="009647FC">
              <w:rPr>
                <w:rtl/>
              </w:rPr>
              <w:t>تطيبُ</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لنا</w:t>
            </w:r>
            <w:r>
              <w:rPr>
                <w:rtl/>
              </w:rPr>
              <w:t xml:space="preserve"> </w:t>
            </w:r>
            <w:r w:rsidRPr="009647FC">
              <w:rPr>
                <w:rtl/>
              </w:rPr>
              <w:t>ومربعُها</w:t>
            </w:r>
            <w:r>
              <w:rPr>
                <w:rtl/>
              </w:rPr>
              <w:t xml:space="preserve"> </w:t>
            </w:r>
            <w:r w:rsidRPr="009647FC">
              <w:rPr>
                <w:rtl/>
              </w:rPr>
              <w:t>وخيمُ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نرجو</w:t>
            </w:r>
            <w:r w:rsidR="004C00A8">
              <w:rPr>
                <w:rtl/>
              </w:rPr>
              <w:t xml:space="preserve"> </w:t>
            </w:r>
            <w:r w:rsidRPr="009647FC">
              <w:rPr>
                <w:rtl/>
              </w:rPr>
              <w:t>الشفا</w:t>
            </w:r>
            <w:r>
              <w:rPr>
                <w:rtl/>
              </w:rPr>
              <w:t xml:space="preserve"> </w:t>
            </w:r>
            <w:r w:rsidRPr="009647FC">
              <w:rPr>
                <w:rtl/>
              </w:rPr>
              <w:t>لسقيمنا</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وصحيحنا</w:t>
            </w:r>
            <w:r>
              <w:rPr>
                <w:rtl/>
              </w:rPr>
              <w:t xml:space="preserve"> </w:t>
            </w:r>
            <w:r w:rsidRPr="009647FC">
              <w:rPr>
                <w:rtl/>
              </w:rPr>
              <w:t>فيها</w:t>
            </w:r>
            <w:r>
              <w:rPr>
                <w:rtl/>
              </w:rPr>
              <w:t xml:space="preserve"> </w:t>
            </w:r>
            <w:r w:rsidRPr="009647FC">
              <w:rPr>
                <w:rtl/>
              </w:rPr>
              <w:t>سقيمُ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ونروم</w:t>
            </w:r>
            <w:r w:rsidR="004C00A8">
              <w:rPr>
                <w:rtl/>
              </w:rPr>
              <w:t xml:space="preserve"> </w:t>
            </w:r>
            <w:r w:rsidRPr="009647FC">
              <w:rPr>
                <w:rtl/>
              </w:rPr>
              <w:t>أن</w:t>
            </w:r>
            <w:r>
              <w:rPr>
                <w:rtl/>
              </w:rPr>
              <w:t xml:space="preserve"> </w:t>
            </w:r>
            <w:r w:rsidRPr="009647FC">
              <w:rPr>
                <w:rtl/>
              </w:rPr>
              <w:t>نبقى</w:t>
            </w:r>
            <w:r>
              <w:rPr>
                <w:rtl/>
              </w:rPr>
              <w:t xml:space="preserve"> </w:t>
            </w:r>
            <w:r w:rsidRPr="009647FC">
              <w:rPr>
                <w:rtl/>
              </w:rPr>
              <w:t>بها</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والموتُ</w:t>
            </w:r>
            <w:r>
              <w:rPr>
                <w:rtl/>
              </w:rPr>
              <w:t xml:space="preserve"> </w:t>
            </w:r>
            <w:r w:rsidRPr="009647FC">
              <w:rPr>
                <w:rtl/>
              </w:rPr>
              <w:t>غايةُ</w:t>
            </w:r>
            <w:r>
              <w:rPr>
                <w:rtl/>
              </w:rPr>
              <w:t xml:space="preserve"> </w:t>
            </w:r>
            <w:r w:rsidRPr="009647FC">
              <w:rPr>
                <w:rtl/>
              </w:rPr>
              <w:t>ما</w:t>
            </w:r>
            <w:r>
              <w:rPr>
                <w:rtl/>
              </w:rPr>
              <w:t xml:space="preserve"> </w:t>
            </w:r>
            <w:r w:rsidRPr="009647FC">
              <w:rPr>
                <w:rtl/>
              </w:rPr>
              <w:t>نرومُ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هذا</w:t>
            </w:r>
            <w:r>
              <w:rPr>
                <w:rtl/>
              </w:rPr>
              <w:t xml:space="preserve"> (</w:t>
            </w:r>
            <w:r w:rsidRPr="009647FC">
              <w:rPr>
                <w:rtl/>
              </w:rPr>
              <w:t>الحسينُ</w:t>
            </w:r>
            <w:r>
              <w:rPr>
                <w:rtl/>
              </w:rPr>
              <w:t xml:space="preserve">) </w:t>
            </w:r>
            <w:r w:rsidRPr="009647FC">
              <w:rPr>
                <w:rtl/>
              </w:rPr>
              <w:t>وكان</w:t>
            </w:r>
            <w:r>
              <w:rPr>
                <w:rtl/>
              </w:rPr>
              <w:t xml:space="preserve"> </w:t>
            </w:r>
            <w:r w:rsidRPr="009647FC">
              <w:rPr>
                <w:rtl/>
              </w:rPr>
              <w:t>يسـ</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تسقي</w:t>
            </w:r>
            <w:r>
              <w:rPr>
                <w:rtl/>
              </w:rPr>
              <w:t xml:space="preserve"> </w:t>
            </w:r>
            <w:r w:rsidRPr="009647FC">
              <w:rPr>
                <w:rtl/>
              </w:rPr>
              <w:t>بطلعته</w:t>
            </w:r>
            <w:r>
              <w:rPr>
                <w:rtl/>
              </w:rPr>
              <w:t xml:space="preserve"> </w:t>
            </w:r>
            <w:r w:rsidRPr="009647FC">
              <w:rPr>
                <w:rtl/>
              </w:rPr>
              <w:t>الغيومُ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سائل</w:t>
            </w:r>
            <w:r w:rsidR="004C00A8">
              <w:rPr>
                <w:rtl/>
              </w:rPr>
              <w:t xml:space="preserve"> </w:t>
            </w:r>
            <w:r w:rsidRPr="009647FC">
              <w:rPr>
                <w:rtl/>
              </w:rPr>
              <w:t>به</w:t>
            </w:r>
            <w:r>
              <w:rPr>
                <w:rtl/>
              </w:rPr>
              <w:t xml:space="preserve"> </w:t>
            </w:r>
            <w:r w:rsidRPr="009647FC">
              <w:rPr>
                <w:rtl/>
              </w:rPr>
              <w:t>محراب</w:t>
            </w:r>
            <w:r>
              <w:rPr>
                <w:rtl/>
              </w:rPr>
              <w:t>َ</w:t>
            </w:r>
            <w:r w:rsidRPr="009647FC">
              <w:rPr>
                <w:rtl/>
              </w:rPr>
              <w:t>ه</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إن</w:t>
            </w:r>
            <w:r w:rsidR="004C00A8">
              <w:rPr>
                <w:rtl/>
              </w:rPr>
              <w:t xml:space="preserve"> </w:t>
            </w:r>
            <w:r w:rsidRPr="009647FC">
              <w:rPr>
                <w:rtl/>
              </w:rPr>
              <w:t>شئت</w:t>
            </w:r>
            <w:r>
              <w:rPr>
                <w:rtl/>
              </w:rPr>
              <w:t xml:space="preserve">َ </w:t>
            </w:r>
            <w:r w:rsidRPr="009647FC">
              <w:rPr>
                <w:rtl/>
              </w:rPr>
              <w:t>فهو</w:t>
            </w:r>
            <w:r>
              <w:rPr>
                <w:rtl/>
              </w:rPr>
              <w:t xml:space="preserve"> </w:t>
            </w:r>
            <w:r w:rsidRPr="009647FC">
              <w:rPr>
                <w:rtl/>
              </w:rPr>
              <w:t>به</w:t>
            </w:r>
            <w:r>
              <w:rPr>
                <w:rtl/>
              </w:rPr>
              <w:t xml:space="preserve"> </w:t>
            </w:r>
            <w:r w:rsidRPr="009647FC">
              <w:rPr>
                <w:rtl/>
              </w:rPr>
              <w:t>عليمُ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يخبرك</w:t>
            </w:r>
            <w:r w:rsidR="004C00A8">
              <w:rPr>
                <w:rtl/>
              </w:rPr>
              <w:t xml:space="preserve"> </w:t>
            </w:r>
            <w:r w:rsidRPr="009647FC">
              <w:rPr>
                <w:rtl/>
              </w:rPr>
              <w:t>كم</w:t>
            </w:r>
            <w:r>
              <w:rPr>
                <w:rtl/>
              </w:rPr>
              <w:t xml:space="preserve"> </w:t>
            </w:r>
            <w:r w:rsidRPr="009647FC">
              <w:rPr>
                <w:rtl/>
              </w:rPr>
              <w:t>بسناه</w:t>
            </w:r>
            <w:r>
              <w:rPr>
                <w:rtl/>
              </w:rPr>
              <w:t xml:space="preserve"> </w:t>
            </w:r>
            <w:r w:rsidRPr="009647FC">
              <w:rPr>
                <w:rtl/>
              </w:rPr>
              <w:t>أمـ</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سى</w:t>
            </w:r>
            <w:r>
              <w:rPr>
                <w:rtl/>
              </w:rPr>
              <w:t xml:space="preserve"> </w:t>
            </w:r>
            <w:r w:rsidRPr="009647FC">
              <w:rPr>
                <w:rtl/>
              </w:rPr>
              <w:t>يزهر</w:t>
            </w:r>
            <w:r>
              <w:rPr>
                <w:rtl/>
              </w:rPr>
              <w:t xml:space="preserve"> </w:t>
            </w:r>
            <w:r w:rsidRPr="009647FC">
              <w:rPr>
                <w:rtl/>
              </w:rPr>
              <w:t>الليلُ</w:t>
            </w:r>
            <w:r>
              <w:rPr>
                <w:rtl/>
              </w:rPr>
              <w:t xml:space="preserve"> </w:t>
            </w:r>
            <w:r w:rsidRPr="009647FC">
              <w:rPr>
                <w:rtl/>
              </w:rPr>
              <w:t>البهيمُ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متهجداً</w:t>
            </w:r>
            <w:r>
              <w:rPr>
                <w:rtl/>
              </w:rPr>
              <w:t xml:space="preserve"> </w:t>
            </w:r>
            <w:r w:rsidRPr="009647FC">
              <w:rPr>
                <w:rtl/>
              </w:rPr>
              <w:t>لله</w:t>
            </w:r>
            <w:r>
              <w:rPr>
                <w:rtl/>
              </w:rPr>
              <w:t xml:space="preserve"> </w:t>
            </w:r>
            <w:r w:rsidRPr="009647FC">
              <w:rPr>
                <w:rtl/>
              </w:rPr>
              <w:t>ودّ</w:t>
            </w:r>
            <w:r>
              <w:rPr>
                <w:rtl/>
              </w:rPr>
              <w:t>َ</w:t>
            </w:r>
            <w:r w:rsidRPr="009647FC">
              <w:rPr>
                <w:rtl/>
              </w:rPr>
              <w:t>ت</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لثم</w:t>
            </w:r>
            <w:r>
              <w:rPr>
                <w:rtl/>
              </w:rPr>
              <w:t xml:space="preserve">َ </w:t>
            </w:r>
            <w:r w:rsidRPr="009647FC">
              <w:rPr>
                <w:rtl/>
              </w:rPr>
              <w:t>مسجده</w:t>
            </w:r>
            <w:r>
              <w:rPr>
                <w:rtl/>
              </w:rPr>
              <w:t xml:space="preserve"> </w:t>
            </w:r>
            <w:r w:rsidRPr="009647FC">
              <w:rPr>
                <w:rtl/>
              </w:rPr>
              <w:t>النجومُ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هو</w:t>
            </w:r>
            <w:r>
              <w:rPr>
                <w:rtl/>
              </w:rPr>
              <w:t xml:space="preserve"> </w:t>
            </w:r>
            <w:r w:rsidRPr="009647FC">
              <w:rPr>
                <w:rtl/>
              </w:rPr>
              <w:t>واحد</w:t>
            </w:r>
            <w:r>
              <w:rPr>
                <w:rtl/>
              </w:rPr>
              <w:t xml:space="preserve"> </w:t>
            </w:r>
            <w:r w:rsidRPr="009647FC">
              <w:rPr>
                <w:rtl/>
              </w:rPr>
              <w:t>التقوى</w:t>
            </w:r>
            <w:r>
              <w:rPr>
                <w:rtl/>
              </w:rPr>
              <w:t xml:space="preserve"> </w:t>
            </w:r>
            <w:r w:rsidRPr="009647FC">
              <w:rPr>
                <w:rtl/>
              </w:rPr>
              <w:t>الذي</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هي</w:t>
            </w:r>
            <w:r w:rsidR="004C00A8">
              <w:rPr>
                <w:rtl/>
              </w:rPr>
              <w:t xml:space="preserve"> </w:t>
            </w:r>
            <w:r w:rsidRPr="009647FC">
              <w:rPr>
                <w:rtl/>
              </w:rPr>
              <w:t>بعد</w:t>
            </w:r>
            <w:r>
              <w:rPr>
                <w:rtl/>
              </w:rPr>
              <w:t xml:space="preserve"> </w:t>
            </w:r>
            <w:r w:rsidRPr="009647FC">
              <w:rPr>
                <w:rtl/>
              </w:rPr>
              <w:t>مولده</w:t>
            </w:r>
            <w:r>
              <w:rPr>
                <w:rtl/>
              </w:rPr>
              <w:t xml:space="preserve"> </w:t>
            </w:r>
            <w:r w:rsidRPr="009647FC">
              <w:rPr>
                <w:rtl/>
              </w:rPr>
              <w:t>عقيمُ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رحل</w:t>
            </w:r>
            <w:r w:rsidR="004C00A8">
              <w:rPr>
                <w:rtl/>
              </w:rPr>
              <w:t xml:space="preserve"> </w:t>
            </w:r>
            <w:r w:rsidRPr="009647FC">
              <w:rPr>
                <w:rtl/>
              </w:rPr>
              <w:t>الحمام</w:t>
            </w:r>
            <w:r>
              <w:rPr>
                <w:rtl/>
              </w:rPr>
              <w:t xml:space="preserve"> </w:t>
            </w:r>
            <w:r w:rsidRPr="009647FC">
              <w:rPr>
                <w:rtl/>
              </w:rPr>
              <w:t>به</w:t>
            </w:r>
            <w:r>
              <w:rPr>
                <w:rtl/>
              </w:rPr>
              <w:t xml:space="preserve"> </w:t>
            </w:r>
            <w:r w:rsidRPr="009647FC">
              <w:rPr>
                <w:rtl/>
              </w:rPr>
              <w:t>فتلك</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معالم</w:t>
            </w:r>
            <w:r w:rsidR="004C00A8">
              <w:rPr>
                <w:rtl/>
              </w:rPr>
              <w:t xml:space="preserve"> </w:t>
            </w:r>
            <w:r w:rsidRPr="009647FC">
              <w:rPr>
                <w:rtl/>
              </w:rPr>
              <w:t>التقوى</w:t>
            </w:r>
            <w:r>
              <w:rPr>
                <w:rtl/>
              </w:rPr>
              <w:t xml:space="preserve"> </w:t>
            </w:r>
            <w:r w:rsidRPr="009647FC">
              <w:rPr>
                <w:rtl/>
              </w:rPr>
              <w:t>رسومُ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رُفعتْ</w:t>
            </w:r>
            <w:r w:rsidR="004C00A8">
              <w:rPr>
                <w:rtl/>
              </w:rPr>
              <w:t xml:space="preserve"> </w:t>
            </w:r>
            <w:r w:rsidRPr="009647FC">
              <w:rPr>
                <w:rtl/>
              </w:rPr>
              <w:t>برفع</w:t>
            </w:r>
            <w:r>
              <w:rPr>
                <w:rtl/>
              </w:rPr>
              <w:t xml:space="preserve"> </w:t>
            </w:r>
            <w:r w:rsidRPr="009647FC">
              <w:rPr>
                <w:rtl/>
              </w:rPr>
              <w:t>سريره</w:t>
            </w:r>
            <w:r>
              <w:rPr>
                <w:rtl/>
              </w:rPr>
              <w:t xml:space="preserve"> </w:t>
            </w:r>
            <w:r w:rsidRPr="009647FC">
              <w:rPr>
                <w:rtl/>
              </w:rPr>
              <w:t>الـ</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بركات</w:t>
            </w:r>
            <w:r>
              <w:rPr>
                <w:rtl/>
              </w:rPr>
              <w:t xml:space="preserve"> </w:t>
            </w:r>
            <w:r w:rsidRPr="009647FC">
              <w:rPr>
                <w:rtl/>
              </w:rPr>
              <w:t>وافتُقد</w:t>
            </w:r>
            <w:r>
              <w:rPr>
                <w:rtl/>
              </w:rPr>
              <w:t xml:space="preserve">َ </w:t>
            </w:r>
            <w:r w:rsidRPr="009647FC">
              <w:rPr>
                <w:rtl/>
              </w:rPr>
              <w:t>النعيمُ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حملوه</w:t>
            </w:r>
            <w:r>
              <w:rPr>
                <w:rtl/>
              </w:rPr>
              <w:t xml:space="preserve"> </w:t>
            </w:r>
            <w:r w:rsidRPr="009647FC">
              <w:rPr>
                <w:rtl/>
              </w:rPr>
              <w:t>والتقوى</w:t>
            </w:r>
            <w:r>
              <w:rPr>
                <w:rtl/>
              </w:rPr>
              <w:t xml:space="preserve"> </w:t>
            </w:r>
            <w:r w:rsidRPr="009647FC">
              <w:rPr>
                <w:rtl/>
              </w:rPr>
              <w:t>تنا</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شده</w:t>
            </w:r>
            <w:r>
              <w:rPr>
                <w:rtl/>
              </w:rPr>
              <w:t xml:space="preserve"> </w:t>
            </w:r>
            <w:r w:rsidRPr="009647FC">
              <w:rPr>
                <w:rtl/>
              </w:rPr>
              <w:t>ومدمعُها</w:t>
            </w:r>
            <w:r>
              <w:rPr>
                <w:rtl/>
              </w:rPr>
              <w:t xml:space="preserve"> </w:t>
            </w:r>
            <w:r w:rsidRPr="009647FC">
              <w:rPr>
                <w:rtl/>
              </w:rPr>
              <w:t>سجومُ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يا</w:t>
            </w:r>
            <w:r>
              <w:rPr>
                <w:rtl/>
              </w:rPr>
              <w:t xml:space="preserve"> </w:t>
            </w:r>
            <w:r w:rsidRPr="009647FC">
              <w:rPr>
                <w:rtl/>
              </w:rPr>
              <w:t>ذاهباً</w:t>
            </w:r>
            <w:r>
              <w:rPr>
                <w:rtl/>
              </w:rPr>
              <w:t xml:space="preserve"> </w:t>
            </w:r>
            <w:r w:rsidRPr="009647FC">
              <w:rPr>
                <w:rtl/>
              </w:rPr>
              <w:t>لا</w:t>
            </w:r>
            <w:r>
              <w:rPr>
                <w:rtl/>
              </w:rPr>
              <w:t xml:space="preserve"> </w:t>
            </w:r>
            <w:r w:rsidRPr="009647FC">
              <w:rPr>
                <w:rtl/>
              </w:rPr>
              <w:t>ي</w:t>
            </w:r>
            <w:r w:rsidRPr="00B371C6">
              <w:rPr>
                <w:rtl/>
              </w:rPr>
              <w:t>ُ</w:t>
            </w:r>
            <w:r w:rsidRPr="009647FC">
              <w:rPr>
                <w:rtl/>
              </w:rPr>
              <w:t>رتجى</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أبد</w:t>
            </w:r>
            <w:r w:rsidR="004C00A8">
              <w:rPr>
                <w:rtl/>
              </w:rPr>
              <w:t xml:space="preserve"> </w:t>
            </w:r>
            <w:r w:rsidRPr="009647FC">
              <w:rPr>
                <w:rtl/>
              </w:rPr>
              <w:t>الزمان</w:t>
            </w:r>
            <w:r>
              <w:rPr>
                <w:rtl/>
              </w:rPr>
              <w:t xml:space="preserve"> </w:t>
            </w:r>
            <w:r w:rsidRPr="009647FC">
              <w:rPr>
                <w:rtl/>
              </w:rPr>
              <w:t>له</w:t>
            </w:r>
            <w:r>
              <w:rPr>
                <w:rtl/>
              </w:rPr>
              <w:t xml:space="preserve"> </w:t>
            </w:r>
            <w:r w:rsidRPr="009647FC">
              <w:rPr>
                <w:rtl/>
              </w:rPr>
              <w:t>قدومُ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فاللحدُ</w:t>
            </w:r>
            <w:r w:rsidR="004C00A8">
              <w:rPr>
                <w:rtl/>
              </w:rPr>
              <w:t xml:space="preserve"> </w:t>
            </w:r>
            <w:r w:rsidRPr="009647FC">
              <w:rPr>
                <w:rtl/>
              </w:rPr>
              <w:t>هل</w:t>
            </w:r>
            <w:r>
              <w:rPr>
                <w:rtl/>
              </w:rPr>
              <w:t xml:space="preserve"> </w:t>
            </w:r>
            <w:r w:rsidRPr="009647FC">
              <w:rPr>
                <w:rtl/>
              </w:rPr>
              <w:t>يدري</w:t>
            </w:r>
            <w:r>
              <w:rPr>
                <w:rtl/>
              </w:rPr>
              <w:t xml:space="preserve"> </w:t>
            </w:r>
            <w:r w:rsidRPr="009647FC">
              <w:rPr>
                <w:rtl/>
              </w:rPr>
              <w:t>أأنـ</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ت</w:t>
            </w:r>
            <w:r>
              <w:rPr>
                <w:rtl/>
              </w:rPr>
              <w:t>َ</w:t>
            </w:r>
            <w:r w:rsidR="004C00A8">
              <w:rPr>
                <w:rtl/>
              </w:rPr>
              <w:t xml:space="preserve"> </w:t>
            </w:r>
            <w:r w:rsidRPr="009647FC">
              <w:rPr>
                <w:rtl/>
              </w:rPr>
              <w:t>أم</w:t>
            </w:r>
            <w:r>
              <w:rPr>
                <w:rtl/>
              </w:rPr>
              <w:t xml:space="preserve"> </w:t>
            </w:r>
            <w:r w:rsidRPr="009647FC">
              <w:rPr>
                <w:rtl/>
              </w:rPr>
              <w:t>الصلاحُ</w:t>
            </w:r>
            <w:r>
              <w:rPr>
                <w:rtl/>
              </w:rPr>
              <w:t xml:space="preserve"> </w:t>
            </w:r>
            <w:r w:rsidRPr="009647FC">
              <w:rPr>
                <w:rtl/>
              </w:rPr>
              <w:t>به</w:t>
            </w:r>
            <w:r>
              <w:rPr>
                <w:rtl/>
              </w:rPr>
              <w:t xml:space="preserve"> </w:t>
            </w:r>
            <w:r w:rsidRPr="009647FC">
              <w:rPr>
                <w:rtl/>
              </w:rPr>
              <w:t>مقيمُ؟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قمرُ</w:t>
            </w:r>
            <w:r>
              <w:rPr>
                <w:rtl/>
              </w:rPr>
              <w:t xml:space="preserve"> </w:t>
            </w:r>
            <w:r w:rsidRPr="009647FC">
              <w:rPr>
                <w:rtl/>
              </w:rPr>
              <w:t>السماء</w:t>
            </w:r>
            <w:r>
              <w:rPr>
                <w:rtl/>
              </w:rPr>
              <w:t xml:space="preserve"> </w:t>
            </w:r>
            <w:r w:rsidRPr="009647FC">
              <w:rPr>
                <w:rtl/>
              </w:rPr>
              <w:t>به</w:t>
            </w:r>
            <w:r>
              <w:rPr>
                <w:rtl/>
              </w:rPr>
              <w:t xml:space="preserve"> </w:t>
            </w:r>
            <w:r w:rsidRPr="009647FC">
              <w:rPr>
                <w:rtl/>
              </w:rPr>
              <w:t>توارى</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أم</w:t>
            </w:r>
            <w:r>
              <w:rPr>
                <w:rtl/>
              </w:rPr>
              <w:t xml:space="preserve"> </w:t>
            </w:r>
            <w:r w:rsidRPr="009647FC">
              <w:rPr>
                <w:rtl/>
              </w:rPr>
              <w:t>محي</w:t>
            </w:r>
            <w:r w:rsidRPr="00B371C6">
              <w:rPr>
                <w:rtl/>
              </w:rPr>
              <w:t>ّ</w:t>
            </w:r>
            <w:r w:rsidRPr="009647FC">
              <w:rPr>
                <w:rtl/>
              </w:rPr>
              <w:t>اك</w:t>
            </w:r>
            <w:r>
              <w:rPr>
                <w:rtl/>
              </w:rPr>
              <w:t xml:space="preserve"> </w:t>
            </w:r>
            <w:r w:rsidRPr="009647FC">
              <w:rPr>
                <w:rtl/>
              </w:rPr>
              <w:t>الكريمُ؟</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هو الشيخ حسين ابن الشيخ علي ابن الشيخ محمد الطريحي</w:t>
      </w:r>
      <w:r w:rsidR="00D769AB">
        <w:rPr>
          <w:rtl/>
        </w:rPr>
        <w:t>،</w:t>
      </w:r>
      <w:r w:rsidRPr="009647FC">
        <w:rPr>
          <w:rtl/>
        </w:rPr>
        <w:t xml:space="preserve"> أحد أعلام أسرته الحافلة بالعلماء</w:t>
      </w:r>
      <w:r w:rsidR="00D769AB">
        <w:rPr>
          <w:rtl/>
        </w:rPr>
        <w:t>،</w:t>
      </w:r>
      <w:r w:rsidRPr="009647FC">
        <w:rPr>
          <w:rtl/>
        </w:rPr>
        <w:t xml:space="preserve"> كان عالماً فاضلاً أصوليّاً</w:t>
      </w:r>
      <w:r w:rsidR="00D769AB">
        <w:rPr>
          <w:rtl/>
        </w:rPr>
        <w:t>.</w:t>
      </w:r>
      <w:r w:rsidRPr="009647FC">
        <w:rPr>
          <w:rtl/>
        </w:rPr>
        <w:t xml:space="preserve"> توفّي عام 1302 هـ</w:t>
      </w:r>
      <w:r w:rsidR="00D769AB">
        <w:rPr>
          <w:rtl/>
        </w:rPr>
        <w:t>،</w:t>
      </w:r>
      <w:r w:rsidRPr="009647FC">
        <w:rPr>
          <w:rtl/>
        </w:rPr>
        <w:t xml:space="preserve"> وقيل</w:t>
      </w:r>
      <w:r w:rsidR="00D769AB">
        <w:rPr>
          <w:rtl/>
        </w:rPr>
        <w:t>:</w:t>
      </w:r>
      <w:r w:rsidRPr="009647FC">
        <w:rPr>
          <w:rtl/>
        </w:rPr>
        <w:t xml:space="preserve"> عام 1303 هـ</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722634" w:rsidRPr="00524A24" w:rsidTr="00722634">
        <w:trPr>
          <w:trHeight w:val="350"/>
        </w:trPr>
        <w:tc>
          <w:tcPr>
            <w:tcW w:w="3902" w:type="dxa"/>
          </w:tcPr>
          <w:p w:rsidR="00722634" w:rsidRPr="00524A24" w:rsidRDefault="00722634" w:rsidP="00791A38">
            <w:pPr>
              <w:pStyle w:val="libPoem"/>
            </w:pPr>
            <w:r w:rsidRPr="009647FC">
              <w:rPr>
                <w:rtl/>
              </w:rPr>
              <w:lastRenderedPageBreak/>
              <w:t>إن</w:t>
            </w:r>
            <w:r>
              <w:rPr>
                <w:rtl/>
              </w:rPr>
              <w:t xml:space="preserve"> </w:t>
            </w:r>
            <w:r w:rsidRPr="009647FC">
              <w:rPr>
                <w:rtl/>
              </w:rPr>
              <w:t>يوصِ</w:t>
            </w:r>
            <w:r>
              <w:rPr>
                <w:rtl/>
              </w:rPr>
              <w:t xml:space="preserve"> </w:t>
            </w:r>
            <w:r w:rsidRPr="009647FC">
              <w:rPr>
                <w:rtl/>
              </w:rPr>
              <w:t>غيرك</w:t>
            </w:r>
            <w:r>
              <w:rPr>
                <w:rtl/>
              </w:rPr>
              <w:t xml:space="preserve"> </w:t>
            </w:r>
            <w:r w:rsidRPr="009647FC">
              <w:rPr>
                <w:rtl/>
              </w:rPr>
              <w:t>م</w:t>
            </w:r>
            <w:r>
              <w:rPr>
                <w:rtl/>
              </w:rPr>
              <w:t>َ</w:t>
            </w:r>
            <w:r w:rsidRPr="009647FC">
              <w:rPr>
                <w:rtl/>
              </w:rPr>
              <w:t>نْ</w:t>
            </w:r>
            <w:r>
              <w:rPr>
                <w:rtl/>
              </w:rPr>
              <w:t xml:space="preserve"> </w:t>
            </w:r>
            <w:r w:rsidRPr="009647FC">
              <w:rPr>
                <w:rtl/>
              </w:rPr>
              <w:t>بأر</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ثِ</w:t>
            </w:r>
            <w:r w:rsidR="004C00A8">
              <w:rPr>
                <w:rtl/>
              </w:rPr>
              <w:t xml:space="preserve"> </w:t>
            </w:r>
            <w:r w:rsidRPr="009647FC">
              <w:rPr>
                <w:rtl/>
              </w:rPr>
              <w:t>يتيمه</w:t>
            </w:r>
            <w:r>
              <w:rPr>
                <w:rtl/>
              </w:rPr>
              <w:t xml:space="preserve"> </w:t>
            </w:r>
            <w:r w:rsidRPr="009647FC">
              <w:rPr>
                <w:rtl/>
              </w:rPr>
              <w:t>ورعاً</w:t>
            </w:r>
            <w:r>
              <w:rPr>
                <w:rtl/>
              </w:rPr>
              <w:t xml:space="preserve"> </w:t>
            </w:r>
            <w:r w:rsidRPr="009647FC">
              <w:rPr>
                <w:rtl/>
              </w:rPr>
              <w:t>يقومُ؟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فالنسك</w:t>
            </w:r>
            <w:r>
              <w:rPr>
                <w:rtl/>
              </w:rPr>
              <w:t xml:space="preserve"> </w:t>
            </w:r>
            <w:r w:rsidRPr="009647FC">
              <w:rPr>
                <w:rtl/>
              </w:rPr>
              <w:t>إرثٌ</w:t>
            </w:r>
            <w:r>
              <w:rPr>
                <w:rtl/>
              </w:rPr>
              <w:t xml:space="preserve"> </w:t>
            </w:r>
            <w:r w:rsidRPr="009647FC">
              <w:rPr>
                <w:rtl/>
              </w:rPr>
              <w:t>والوصيُّ</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تقاك</w:t>
            </w:r>
            <w:r>
              <w:rPr>
                <w:rtl/>
              </w:rPr>
              <w:t xml:space="preserve"> </w:t>
            </w:r>
            <w:r w:rsidRPr="009647FC">
              <w:rPr>
                <w:rtl/>
              </w:rPr>
              <w:t>والزهدُ</w:t>
            </w:r>
            <w:r>
              <w:rPr>
                <w:rtl/>
              </w:rPr>
              <w:t xml:space="preserve"> </w:t>
            </w:r>
            <w:r w:rsidRPr="009647FC">
              <w:rPr>
                <w:rtl/>
              </w:rPr>
              <w:t>اليتيمُ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ومقيم</w:t>
            </w:r>
            <w:r>
              <w:rPr>
                <w:rtl/>
              </w:rPr>
              <w:t xml:space="preserve"> </w:t>
            </w:r>
            <w:r w:rsidRPr="009647FC">
              <w:rPr>
                <w:rtl/>
              </w:rPr>
              <w:t>مأتمك</w:t>
            </w:r>
            <w:r>
              <w:rPr>
                <w:rtl/>
              </w:rPr>
              <w:t xml:space="preserve"> </w:t>
            </w:r>
            <w:r w:rsidRPr="009647FC">
              <w:rPr>
                <w:rtl/>
              </w:rPr>
              <w:t>التقى</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إنّ</w:t>
            </w:r>
            <w:r w:rsidR="004C00A8">
              <w:rPr>
                <w:rtl/>
              </w:rPr>
              <w:t xml:space="preserve"> </w:t>
            </w:r>
            <w:r w:rsidRPr="009647FC">
              <w:rPr>
                <w:rtl/>
              </w:rPr>
              <w:t>التقى</w:t>
            </w:r>
            <w:r>
              <w:rPr>
                <w:rtl/>
              </w:rPr>
              <w:t xml:space="preserve"> </w:t>
            </w:r>
            <w:r w:rsidRPr="009647FC">
              <w:rPr>
                <w:rtl/>
              </w:rPr>
              <w:t>نعم</w:t>
            </w:r>
            <w:r>
              <w:rPr>
                <w:rtl/>
              </w:rPr>
              <w:t xml:space="preserve">َ </w:t>
            </w:r>
            <w:r w:rsidRPr="009647FC">
              <w:rPr>
                <w:rtl/>
              </w:rPr>
              <w:t>المقيمُ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وبك</w:t>
            </w:r>
            <w:r w:rsidR="004C00A8">
              <w:rPr>
                <w:rtl/>
              </w:rPr>
              <w:t xml:space="preserve"> </w:t>
            </w:r>
            <w:r w:rsidRPr="009647FC">
              <w:rPr>
                <w:rtl/>
              </w:rPr>
              <w:t>المعزِّي</w:t>
            </w:r>
            <w:r>
              <w:rPr>
                <w:rtl/>
              </w:rPr>
              <w:t xml:space="preserve"> </w:t>
            </w:r>
            <w:r w:rsidRPr="009647FC">
              <w:rPr>
                <w:rtl/>
              </w:rPr>
              <w:t>م</w:t>
            </w:r>
            <w:r w:rsidRPr="00B371C6">
              <w:rPr>
                <w:rtl/>
              </w:rPr>
              <w:t>َ</w:t>
            </w:r>
            <w:r w:rsidRPr="009647FC">
              <w:rPr>
                <w:rtl/>
              </w:rPr>
              <w:t>نْ</w:t>
            </w:r>
            <w:r>
              <w:rPr>
                <w:rtl/>
              </w:rPr>
              <w:t xml:space="preserve"> </w:t>
            </w:r>
            <w:r w:rsidRPr="009647FC">
              <w:rPr>
                <w:rtl/>
              </w:rPr>
              <w:t>أتى</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في</w:t>
            </w:r>
            <w:r>
              <w:rPr>
                <w:rtl/>
              </w:rPr>
              <w:t xml:space="preserve"> </w:t>
            </w:r>
            <w:r w:rsidRPr="009647FC">
              <w:rPr>
                <w:rtl/>
              </w:rPr>
              <w:t>مدحه</w:t>
            </w:r>
            <w:r>
              <w:rPr>
                <w:rtl/>
              </w:rPr>
              <w:t xml:space="preserve"> </w:t>
            </w:r>
            <w:r w:rsidRPr="009647FC">
              <w:rPr>
                <w:rtl/>
              </w:rPr>
              <w:t>الذكر</w:t>
            </w:r>
            <w:r>
              <w:rPr>
                <w:rtl/>
              </w:rPr>
              <w:t xml:space="preserve"> </w:t>
            </w:r>
            <w:r w:rsidRPr="009647FC">
              <w:rPr>
                <w:rtl/>
              </w:rPr>
              <w:t>الحكيمُ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القائمُ</w:t>
            </w:r>
            <w:r w:rsidR="004C00A8">
              <w:rPr>
                <w:rtl/>
              </w:rPr>
              <w:t xml:space="preserve"> </w:t>
            </w:r>
            <w:r>
              <w:rPr>
                <w:rtl/>
              </w:rPr>
              <w:t>(</w:t>
            </w:r>
            <w:r w:rsidRPr="009647FC">
              <w:rPr>
                <w:rtl/>
              </w:rPr>
              <w:t>المهديُّ</w:t>
            </w:r>
            <w:r>
              <w:rPr>
                <w:rtl/>
              </w:rPr>
              <w:t xml:space="preserve">) </w:t>
            </w:r>
            <w:r w:rsidRPr="009647FC">
              <w:rPr>
                <w:rtl/>
              </w:rPr>
              <w:t>م</w:t>
            </w:r>
            <w:r w:rsidRPr="00B371C6">
              <w:rPr>
                <w:rtl/>
              </w:rPr>
              <w:t>َ</w:t>
            </w:r>
            <w:r w:rsidRPr="009647FC">
              <w:rPr>
                <w:rtl/>
              </w:rPr>
              <w:t>نْ</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ت</w:t>
            </w:r>
            <w:r w:rsidRPr="00B371C6">
              <w:rPr>
                <w:rtl/>
              </w:rPr>
              <w:t>ُ</w:t>
            </w:r>
            <w:r w:rsidRPr="009647FC">
              <w:rPr>
                <w:rtl/>
              </w:rPr>
              <w:t>جلى</w:t>
            </w:r>
            <w:r>
              <w:rPr>
                <w:rtl/>
              </w:rPr>
              <w:t xml:space="preserve"> </w:t>
            </w:r>
            <w:r w:rsidRPr="009647FC">
              <w:rPr>
                <w:rtl/>
              </w:rPr>
              <w:t>بطلعته</w:t>
            </w:r>
            <w:r>
              <w:rPr>
                <w:rtl/>
              </w:rPr>
              <w:t xml:space="preserve"> </w:t>
            </w:r>
            <w:r w:rsidRPr="009647FC">
              <w:rPr>
                <w:rtl/>
              </w:rPr>
              <w:t>الهمومُ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ورث</w:t>
            </w:r>
            <w:r>
              <w:rPr>
                <w:rtl/>
              </w:rPr>
              <w:t xml:space="preserve"> </w:t>
            </w:r>
            <w:r w:rsidRPr="009647FC">
              <w:rPr>
                <w:rtl/>
              </w:rPr>
              <w:t>النبوّ</w:t>
            </w:r>
            <w:r>
              <w:rPr>
                <w:rtl/>
              </w:rPr>
              <w:t>َ</w:t>
            </w:r>
            <w:r w:rsidRPr="009647FC">
              <w:rPr>
                <w:rtl/>
              </w:rPr>
              <w:t>ة</w:t>
            </w:r>
            <w:r>
              <w:rPr>
                <w:rtl/>
              </w:rPr>
              <w:t xml:space="preserve"> </w:t>
            </w:r>
            <w:r w:rsidRPr="009647FC">
              <w:rPr>
                <w:rtl/>
              </w:rPr>
              <w:t>علمها</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فهو</w:t>
            </w:r>
            <w:r w:rsidR="004C00A8">
              <w:rPr>
                <w:rtl/>
              </w:rPr>
              <w:t xml:space="preserve"> </w:t>
            </w:r>
            <w:r w:rsidRPr="009647FC">
              <w:rPr>
                <w:rtl/>
              </w:rPr>
              <w:t>الخبيرُ</w:t>
            </w:r>
            <w:r>
              <w:rPr>
                <w:rtl/>
              </w:rPr>
              <w:t xml:space="preserve"> </w:t>
            </w:r>
            <w:r w:rsidRPr="009647FC">
              <w:rPr>
                <w:rtl/>
              </w:rPr>
              <w:t>بها</w:t>
            </w:r>
            <w:r>
              <w:rPr>
                <w:rtl/>
              </w:rPr>
              <w:t xml:space="preserve"> </w:t>
            </w:r>
            <w:r w:rsidRPr="009647FC">
              <w:rPr>
                <w:rtl/>
              </w:rPr>
              <w:t>العليمُ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مولىً</w:t>
            </w:r>
            <w:r w:rsidR="004C00A8">
              <w:rPr>
                <w:rtl/>
              </w:rPr>
              <w:t xml:space="preserve"> </w:t>
            </w:r>
            <w:r w:rsidRPr="009647FC">
              <w:rPr>
                <w:rtl/>
              </w:rPr>
              <w:t>بنادي</w:t>
            </w:r>
            <w:r>
              <w:rPr>
                <w:rtl/>
              </w:rPr>
              <w:t xml:space="preserve"> </w:t>
            </w:r>
            <w:r w:rsidRPr="009647FC">
              <w:rPr>
                <w:rtl/>
              </w:rPr>
              <w:t>عزِّه</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تتضاءل</w:t>
            </w:r>
            <w:r w:rsidR="004C00A8">
              <w:rPr>
                <w:rtl/>
              </w:rPr>
              <w:t xml:space="preserve"> </w:t>
            </w:r>
            <w:r w:rsidRPr="009647FC">
              <w:rPr>
                <w:rtl/>
              </w:rPr>
              <w:t>الصيدُ</w:t>
            </w:r>
            <w:r>
              <w:rPr>
                <w:rtl/>
              </w:rPr>
              <w:t xml:space="preserve"> </w:t>
            </w:r>
            <w:r w:rsidRPr="009647FC">
              <w:rPr>
                <w:rtl/>
              </w:rPr>
              <w:t>القرومُ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نادٍ</w:t>
            </w:r>
            <w:r>
              <w:rPr>
                <w:rtl/>
              </w:rPr>
              <w:t xml:space="preserve"> </w:t>
            </w:r>
            <w:r w:rsidRPr="009647FC">
              <w:rPr>
                <w:rtl/>
              </w:rPr>
              <w:t>ملائكةُ</w:t>
            </w:r>
            <w:r>
              <w:rPr>
                <w:rtl/>
              </w:rPr>
              <w:t xml:space="preserve"> </w:t>
            </w:r>
            <w:r w:rsidRPr="009647FC">
              <w:rPr>
                <w:rtl/>
              </w:rPr>
              <w:t>السماء</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على</w:t>
            </w:r>
            <w:r w:rsidR="004C00A8">
              <w:rPr>
                <w:rtl/>
              </w:rPr>
              <w:t xml:space="preserve"> </w:t>
            </w:r>
            <w:r w:rsidRPr="009647FC">
              <w:rPr>
                <w:rtl/>
              </w:rPr>
              <w:t>سرادقه</w:t>
            </w:r>
            <w:r>
              <w:rPr>
                <w:rtl/>
              </w:rPr>
              <w:t xml:space="preserve"> </w:t>
            </w:r>
            <w:r w:rsidRPr="009647FC">
              <w:rPr>
                <w:rtl/>
              </w:rPr>
              <w:t>تحومُ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وبشمِّ</w:t>
            </w:r>
            <w:r w:rsidR="004C00A8">
              <w:rPr>
                <w:rtl/>
              </w:rPr>
              <w:t xml:space="preserve"> </w:t>
            </w:r>
            <w:r w:rsidRPr="009647FC">
              <w:rPr>
                <w:rtl/>
              </w:rPr>
              <w:t>آناف</w:t>
            </w:r>
            <w:r>
              <w:rPr>
                <w:rtl/>
              </w:rPr>
              <w:t xml:space="preserve"> </w:t>
            </w:r>
            <w:r w:rsidRPr="009647FC">
              <w:rPr>
                <w:rtl/>
              </w:rPr>
              <w:t>الملوك</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ترابُ</w:t>
            </w:r>
            <w:r>
              <w:rPr>
                <w:rtl/>
              </w:rPr>
              <w:t xml:space="preserve"> </w:t>
            </w:r>
            <w:r w:rsidRPr="009647FC">
              <w:rPr>
                <w:rtl/>
              </w:rPr>
              <w:t>عتبته</w:t>
            </w:r>
            <w:r>
              <w:rPr>
                <w:rtl/>
              </w:rPr>
              <w:t xml:space="preserve"> </w:t>
            </w:r>
            <w:r w:rsidRPr="009647FC">
              <w:rPr>
                <w:rtl/>
              </w:rPr>
              <w:t>شميمُ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في</w:t>
            </w:r>
            <w:r w:rsidR="004C00A8">
              <w:rPr>
                <w:rtl/>
              </w:rPr>
              <w:t xml:space="preserve"> </w:t>
            </w:r>
            <w:r w:rsidRPr="009647FC">
              <w:rPr>
                <w:rtl/>
              </w:rPr>
              <w:t>صدره</w:t>
            </w:r>
            <w:r>
              <w:rPr>
                <w:rtl/>
              </w:rPr>
              <w:t xml:space="preserve"> (</w:t>
            </w:r>
            <w:r w:rsidRPr="009647FC">
              <w:rPr>
                <w:rtl/>
              </w:rPr>
              <w:t>المهديُّ</w:t>
            </w:r>
            <w:r>
              <w:rPr>
                <w:rtl/>
              </w:rPr>
              <w:t xml:space="preserve">) </w:t>
            </w:r>
            <w:r w:rsidRPr="009647FC">
              <w:rPr>
                <w:rtl/>
              </w:rPr>
              <w:t>تصـ</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در</w:t>
            </w:r>
            <w:r w:rsidR="004C00A8">
              <w:rPr>
                <w:rtl/>
              </w:rPr>
              <w:t xml:space="preserve"> </w:t>
            </w:r>
            <w:r w:rsidRPr="009647FC">
              <w:rPr>
                <w:rtl/>
              </w:rPr>
              <w:t>للورى</w:t>
            </w:r>
            <w:r>
              <w:rPr>
                <w:rtl/>
              </w:rPr>
              <w:t xml:space="preserve"> </w:t>
            </w:r>
            <w:r w:rsidRPr="009647FC">
              <w:rPr>
                <w:rtl/>
              </w:rPr>
              <w:t>منه</w:t>
            </w:r>
            <w:r>
              <w:rPr>
                <w:rtl/>
              </w:rPr>
              <w:t xml:space="preserve"> </w:t>
            </w:r>
            <w:r w:rsidRPr="009647FC">
              <w:rPr>
                <w:rtl/>
              </w:rPr>
              <w:t>العلومُ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ملأتْ</w:t>
            </w:r>
            <w:r>
              <w:rPr>
                <w:rtl/>
              </w:rPr>
              <w:t xml:space="preserve"> </w:t>
            </w:r>
            <w:r w:rsidRPr="009647FC">
              <w:rPr>
                <w:rtl/>
              </w:rPr>
              <w:t>نتائجه</w:t>
            </w:r>
            <w:r>
              <w:rPr>
                <w:rtl/>
              </w:rPr>
              <w:t xml:space="preserve"> </w:t>
            </w:r>
            <w:r w:rsidRPr="009647FC">
              <w:rPr>
                <w:rtl/>
              </w:rPr>
              <w:t>الزمان</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وغيره</w:t>
            </w:r>
            <w:r>
              <w:rPr>
                <w:rtl/>
              </w:rPr>
              <w:t xml:space="preserve"> </w:t>
            </w:r>
            <w:r w:rsidRPr="009647FC">
              <w:rPr>
                <w:rtl/>
              </w:rPr>
              <w:t>الشكل</w:t>
            </w:r>
            <w:r>
              <w:rPr>
                <w:rtl/>
              </w:rPr>
              <w:t xml:space="preserve"> </w:t>
            </w:r>
            <w:r w:rsidRPr="009647FC">
              <w:rPr>
                <w:rtl/>
              </w:rPr>
              <w:t>العقيمُ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فله</w:t>
            </w:r>
            <w:r>
              <w:rPr>
                <w:rtl/>
              </w:rPr>
              <w:t xml:space="preserve"> </w:t>
            </w:r>
            <w:r w:rsidRPr="009647FC">
              <w:rPr>
                <w:rtl/>
              </w:rPr>
              <w:t>الزعامة</w:t>
            </w:r>
            <w:r>
              <w:rPr>
                <w:rtl/>
              </w:rPr>
              <w:t xml:space="preserve"> </w:t>
            </w:r>
            <w:r w:rsidRPr="009647FC">
              <w:rPr>
                <w:rtl/>
              </w:rPr>
              <w:t>في</w:t>
            </w:r>
            <w:r>
              <w:rPr>
                <w:rtl/>
              </w:rPr>
              <w:t xml:space="preserve"> </w:t>
            </w:r>
            <w:r w:rsidRPr="009647FC">
              <w:rPr>
                <w:rtl/>
              </w:rPr>
              <w:t>الهدى</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وسواه</w:t>
            </w:r>
            <w:r w:rsidR="004C00A8">
              <w:rPr>
                <w:rtl/>
              </w:rPr>
              <w:t xml:space="preserve"> </w:t>
            </w:r>
            <w:r w:rsidRPr="009647FC">
              <w:rPr>
                <w:rtl/>
              </w:rPr>
              <w:t>في</w:t>
            </w:r>
            <w:r>
              <w:rPr>
                <w:rtl/>
              </w:rPr>
              <w:t xml:space="preserve"> </w:t>
            </w:r>
            <w:r w:rsidRPr="009647FC">
              <w:rPr>
                <w:rtl/>
              </w:rPr>
              <w:t>الدعوى</w:t>
            </w:r>
            <w:r>
              <w:rPr>
                <w:rtl/>
              </w:rPr>
              <w:t xml:space="preserve"> </w:t>
            </w:r>
            <w:r w:rsidRPr="009647FC">
              <w:rPr>
                <w:rtl/>
              </w:rPr>
              <w:t>أثيمُ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يا</w:t>
            </w:r>
            <w:r>
              <w:rPr>
                <w:rtl/>
              </w:rPr>
              <w:t xml:space="preserve"> </w:t>
            </w:r>
            <w:r w:rsidRPr="009647FC">
              <w:rPr>
                <w:rtl/>
              </w:rPr>
              <w:t>م</w:t>
            </w:r>
            <w:r>
              <w:rPr>
                <w:rtl/>
              </w:rPr>
              <w:t>َ</w:t>
            </w:r>
            <w:r w:rsidRPr="009647FC">
              <w:rPr>
                <w:rtl/>
              </w:rPr>
              <w:t>نْ</w:t>
            </w:r>
            <w:r>
              <w:rPr>
                <w:rtl/>
              </w:rPr>
              <w:t xml:space="preserve"> </w:t>
            </w:r>
            <w:r w:rsidRPr="009647FC">
              <w:rPr>
                <w:rtl/>
              </w:rPr>
              <w:t>له</w:t>
            </w:r>
            <w:r>
              <w:rPr>
                <w:rtl/>
              </w:rPr>
              <w:t xml:space="preserve"> </w:t>
            </w:r>
            <w:r w:rsidRPr="009647FC">
              <w:rPr>
                <w:rtl/>
              </w:rPr>
              <w:t>النسبُ</w:t>
            </w:r>
            <w:r>
              <w:rPr>
                <w:rtl/>
              </w:rPr>
              <w:t xml:space="preserve"> </w:t>
            </w:r>
            <w:r w:rsidRPr="009647FC">
              <w:rPr>
                <w:rtl/>
              </w:rPr>
              <w:t>الصريح</w:t>
            </w:r>
            <w:r>
              <w:rPr>
                <w:rtl/>
              </w:rPr>
              <w:t xml:space="preserve"> </w:t>
            </w:r>
            <w:r w:rsidRPr="009647FC">
              <w:rPr>
                <w:rtl/>
              </w:rPr>
              <w:t>الـ</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محض</w:t>
            </w:r>
            <w:r w:rsidR="004C00A8">
              <w:rPr>
                <w:rtl/>
              </w:rPr>
              <w:t xml:space="preserve"> </w:t>
            </w:r>
            <w:r w:rsidRPr="009647FC">
              <w:rPr>
                <w:rtl/>
              </w:rPr>
              <w:t>والحسبُ</w:t>
            </w:r>
            <w:r>
              <w:rPr>
                <w:rtl/>
              </w:rPr>
              <w:t xml:space="preserve"> </w:t>
            </w:r>
            <w:r w:rsidRPr="009647FC">
              <w:rPr>
                <w:rtl/>
              </w:rPr>
              <w:t>الكريمُ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عجباً</w:t>
            </w:r>
            <w:r w:rsidR="004C00A8">
              <w:rPr>
                <w:rtl/>
              </w:rPr>
              <w:t xml:space="preserve"> </w:t>
            </w:r>
            <w:r w:rsidRPr="009647FC">
              <w:rPr>
                <w:rtl/>
              </w:rPr>
              <w:t>يروم</w:t>
            </w:r>
            <w:r>
              <w:rPr>
                <w:rtl/>
              </w:rPr>
              <w:t xml:space="preserve"> </w:t>
            </w:r>
            <w:r w:rsidRPr="009647FC">
              <w:rPr>
                <w:rtl/>
              </w:rPr>
              <w:t>ع</w:t>
            </w:r>
            <w:r w:rsidRPr="00B371C6">
              <w:rPr>
                <w:rtl/>
              </w:rPr>
              <w:t>ُ</w:t>
            </w:r>
            <w:r w:rsidRPr="009647FC">
              <w:rPr>
                <w:rtl/>
              </w:rPr>
              <w:t>لاك</w:t>
            </w:r>
            <w:r>
              <w:rPr>
                <w:rtl/>
              </w:rPr>
              <w:t xml:space="preserve"> </w:t>
            </w:r>
            <w:r w:rsidRPr="009647FC">
              <w:rPr>
                <w:rtl/>
              </w:rPr>
              <w:t>م</w:t>
            </w:r>
            <w:r>
              <w:rPr>
                <w:rtl/>
              </w:rPr>
              <w:t>َ</w:t>
            </w:r>
            <w:r w:rsidRPr="009647FC">
              <w:rPr>
                <w:rtl/>
              </w:rPr>
              <w:t>نْ</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لك</w:t>
            </w:r>
            <w:r>
              <w:rPr>
                <w:rtl/>
              </w:rPr>
              <w:t xml:space="preserve"> </w:t>
            </w:r>
            <w:r w:rsidRPr="009647FC">
              <w:rPr>
                <w:rtl/>
              </w:rPr>
              <w:t>فوقه</w:t>
            </w:r>
            <w:r>
              <w:rPr>
                <w:rtl/>
              </w:rPr>
              <w:t xml:space="preserve"> </w:t>
            </w:r>
            <w:r w:rsidRPr="009647FC">
              <w:rPr>
                <w:rtl/>
              </w:rPr>
              <w:t>الشرفُ</w:t>
            </w:r>
            <w:r>
              <w:rPr>
                <w:rtl/>
              </w:rPr>
              <w:t xml:space="preserve"> </w:t>
            </w:r>
            <w:r w:rsidRPr="009647FC">
              <w:rPr>
                <w:rtl/>
              </w:rPr>
              <w:t>القديمُ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فوق</w:t>
            </w:r>
            <w:r w:rsidR="004C00A8">
              <w:rPr>
                <w:rtl/>
              </w:rPr>
              <w:t xml:space="preserve"> </w:t>
            </w:r>
            <w:r w:rsidRPr="009647FC">
              <w:rPr>
                <w:rtl/>
              </w:rPr>
              <w:t>الرغام</w:t>
            </w:r>
            <w:r>
              <w:rPr>
                <w:rtl/>
              </w:rPr>
              <w:t xml:space="preserve"> </w:t>
            </w:r>
            <w:r w:rsidRPr="009647FC">
              <w:rPr>
                <w:rtl/>
              </w:rPr>
              <w:t>وتحت</w:t>
            </w:r>
            <w:r>
              <w:rPr>
                <w:rtl/>
              </w:rPr>
              <w:t xml:space="preserve"> </w:t>
            </w:r>
            <w:r w:rsidRPr="009647FC">
              <w:rPr>
                <w:rtl/>
              </w:rPr>
              <w:t>نعلك</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أنفُ</w:t>
            </w:r>
            <w:r>
              <w:rPr>
                <w:rtl/>
              </w:rPr>
              <w:t xml:space="preserve"> </w:t>
            </w:r>
            <w:r w:rsidRPr="009647FC">
              <w:rPr>
                <w:rtl/>
              </w:rPr>
              <w:t>هم</w:t>
            </w:r>
            <w:r w:rsidRPr="00B371C6">
              <w:rPr>
                <w:rtl/>
              </w:rPr>
              <w:t>ّ</w:t>
            </w:r>
            <w:r w:rsidRPr="009647FC">
              <w:rPr>
                <w:rtl/>
              </w:rPr>
              <w:t>ته</w:t>
            </w:r>
            <w:r>
              <w:rPr>
                <w:rtl/>
              </w:rPr>
              <w:t xml:space="preserve"> </w:t>
            </w:r>
            <w:r w:rsidRPr="009647FC">
              <w:rPr>
                <w:rtl/>
              </w:rPr>
              <w:t>رغيمُ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هبه</w:t>
            </w:r>
            <w:r w:rsidR="004C00A8">
              <w:rPr>
                <w:rtl/>
              </w:rPr>
              <w:t xml:space="preserve"> </w:t>
            </w:r>
            <w:r w:rsidRPr="009647FC">
              <w:rPr>
                <w:rtl/>
              </w:rPr>
              <w:t>يرومُ</w:t>
            </w:r>
            <w:r>
              <w:rPr>
                <w:rtl/>
              </w:rPr>
              <w:t xml:space="preserve"> </w:t>
            </w:r>
            <w:r w:rsidRPr="009647FC">
              <w:rPr>
                <w:rtl/>
              </w:rPr>
              <w:t>فأين</w:t>
            </w:r>
            <w:r>
              <w:rPr>
                <w:rtl/>
              </w:rPr>
              <w:t xml:space="preserve"> </w:t>
            </w:r>
            <w:r w:rsidRPr="009647FC">
              <w:rPr>
                <w:rtl/>
              </w:rPr>
              <w:t>م</w:t>
            </w:r>
            <w:r w:rsidRPr="00B371C6">
              <w:rPr>
                <w:rtl/>
              </w:rPr>
              <w:t>ِ</w:t>
            </w:r>
            <w:r w:rsidRPr="009647FC">
              <w:rPr>
                <w:rtl/>
              </w:rPr>
              <w:t>ن</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يد</w:t>
            </w:r>
            <w:r>
              <w:rPr>
                <w:rtl/>
              </w:rPr>
              <w:t xml:space="preserve"> </w:t>
            </w:r>
            <w:r w:rsidRPr="009647FC">
              <w:rPr>
                <w:rtl/>
              </w:rPr>
              <w:t>م</w:t>
            </w:r>
            <w:r>
              <w:rPr>
                <w:rtl/>
              </w:rPr>
              <w:t>َ</w:t>
            </w:r>
            <w:r w:rsidRPr="009647FC">
              <w:rPr>
                <w:rtl/>
              </w:rPr>
              <w:t>نْ</w:t>
            </w:r>
            <w:r>
              <w:rPr>
                <w:rtl/>
              </w:rPr>
              <w:t xml:space="preserve"> </w:t>
            </w:r>
            <w:r w:rsidRPr="009647FC">
              <w:rPr>
                <w:rtl/>
              </w:rPr>
              <w:t>على</w:t>
            </w:r>
            <w:r>
              <w:rPr>
                <w:rtl/>
              </w:rPr>
              <w:t xml:space="preserve"> </w:t>
            </w:r>
            <w:r w:rsidRPr="009647FC">
              <w:rPr>
                <w:rtl/>
              </w:rPr>
              <w:t>الأرض</w:t>
            </w:r>
            <w:r>
              <w:rPr>
                <w:rtl/>
              </w:rPr>
              <w:t xml:space="preserve"> </w:t>
            </w:r>
            <w:r w:rsidRPr="009647FC">
              <w:rPr>
                <w:rtl/>
              </w:rPr>
              <w:t>النجومُ؟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مثلان</w:t>
            </w:r>
            <w:r>
              <w:rPr>
                <w:rtl/>
              </w:rPr>
              <w:t xml:space="preserve"> </w:t>
            </w:r>
            <w:r w:rsidRPr="009647FC">
              <w:rPr>
                <w:rtl/>
              </w:rPr>
              <w:t>خلقُك</w:t>
            </w:r>
            <w:r>
              <w:rPr>
                <w:rtl/>
              </w:rPr>
              <w:t xml:space="preserve"> </w:t>
            </w:r>
            <w:r w:rsidRPr="009647FC">
              <w:rPr>
                <w:rtl/>
              </w:rPr>
              <w:t>والنسيمُ</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ونداك</w:t>
            </w:r>
            <w:r w:rsidR="004C00A8">
              <w:rPr>
                <w:rtl/>
              </w:rPr>
              <w:t xml:space="preserve"> </w:t>
            </w:r>
            <w:r w:rsidRPr="009647FC">
              <w:rPr>
                <w:rtl/>
              </w:rPr>
              <w:t>والغيثُ</w:t>
            </w:r>
            <w:r>
              <w:rPr>
                <w:rtl/>
              </w:rPr>
              <w:t xml:space="preserve"> </w:t>
            </w:r>
            <w:r w:rsidRPr="009647FC">
              <w:rPr>
                <w:rtl/>
              </w:rPr>
              <w:t>العميمُ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ولأنت</w:t>
            </w:r>
            <w:r w:rsidR="004C00A8">
              <w:rPr>
                <w:rtl/>
              </w:rPr>
              <w:t xml:space="preserve"> </w:t>
            </w:r>
            <w:r w:rsidRPr="009647FC">
              <w:rPr>
                <w:rtl/>
              </w:rPr>
              <w:t>واسطة</w:t>
            </w:r>
            <w:r>
              <w:rPr>
                <w:rtl/>
              </w:rPr>
              <w:t xml:space="preserve"> </w:t>
            </w:r>
            <w:r w:rsidRPr="009647FC">
              <w:rPr>
                <w:rtl/>
              </w:rPr>
              <w:t>العلاء</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وولدُك</w:t>
            </w:r>
            <w:r w:rsidR="004C00A8">
              <w:rPr>
                <w:rtl/>
              </w:rPr>
              <w:t xml:space="preserve"> </w:t>
            </w:r>
            <w:r w:rsidRPr="009647FC">
              <w:rPr>
                <w:rtl/>
              </w:rPr>
              <w:t>العقدُ</w:t>
            </w:r>
            <w:r>
              <w:rPr>
                <w:rtl/>
              </w:rPr>
              <w:t xml:space="preserve"> </w:t>
            </w:r>
            <w:r w:rsidRPr="009647FC">
              <w:rPr>
                <w:rtl/>
              </w:rPr>
              <w:t>النظيمُ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قومٌ</w:t>
            </w:r>
            <w:r>
              <w:rPr>
                <w:rtl/>
              </w:rPr>
              <w:t xml:space="preserve"> </w:t>
            </w:r>
            <w:r w:rsidRPr="009647FC">
              <w:rPr>
                <w:rtl/>
              </w:rPr>
              <w:t>بهم</w:t>
            </w:r>
            <w:r>
              <w:rPr>
                <w:rtl/>
              </w:rPr>
              <w:t xml:space="preserve"> </w:t>
            </w:r>
            <w:r w:rsidRPr="009647FC">
              <w:rPr>
                <w:rtl/>
              </w:rPr>
              <w:t>أم</w:t>
            </w:r>
            <w:r w:rsidRPr="00B371C6">
              <w:rPr>
                <w:rtl/>
              </w:rPr>
              <w:t>ِ</w:t>
            </w:r>
            <w:r w:rsidRPr="009647FC">
              <w:rPr>
                <w:rtl/>
              </w:rPr>
              <w:t>ن</w:t>
            </w:r>
            <w:r>
              <w:rPr>
                <w:rtl/>
              </w:rPr>
              <w:t xml:space="preserve">َ </w:t>
            </w:r>
            <w:r w:rsidRPr="009647FC">
              <w:rPr>
                <w:rtl/>
              </w:rPr>
              <w:t>المروعُ</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وفيهم</w:t>
            </w:r>
            <w:r>
              <w:rPr>
                <w:rtl/>
              </w:rPr>
              <w:t xml:space="preserve"> </w:t>
            </w:r>
            <w:r w:rsidRPr="009647FC">
              <w:rPr>
                <w:rtl/>
              </w:rPr>
              <w:t>أثرى</w:t>
            </w:r>
            <w:r>
              <w:rPr>
                <w:rtl/>
              </w:rPr>
              <w:t xml:space="preserve"> </w:t>
            </w:r>
            <w:r w:rsidRPr="009647FC">
              <w:rPr>
                <w:rtl/>
              </w:rPr>
              <w:t>العديمُ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كلاً</w:t>
            </w:r>
            <w:r w:rsidR="004C00A8">
              <w:rPr>
                <w:rtl/>
              </w:rPr>
              <w:t xml:space="preserve"> </w:t>
            </w:r>
            <w:r w:rsidRPr="009647FC">
              <w:rPr>
                <w:rtl/>
              </w:rPr>
              <w:t>تراه</w:t>
            </w:r>
            <w:r>
              <w:rPr>
                <w:rtl/>
              </w:rPr>
              <w:t xml:space="preserve"> (</w:t>
            </w:r>
            <w:r w:rsidRPr="009647FC">
              <w:rPr>
                <w:rtl/>
              </w:rPr>
              <w:t>جعفراً</w:t>
            </w:r>
            <w:r>
              <w:rPr>
                <w:rtl/>
              </w:rPr>
              <w:t>)</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في</w:t>
            </w:r>
            <w:r w:rsidR="004C00A8">
              <w:rPr>
                <w:rtl/>
              </w:rPr>
              <w:t xml:space="preserve"> </w:t>
            </w:r>
            <w:r w:rsidRPr="009647FC">
              <w:rPr>
                <w:rtl/>
              </w:rPr>
              <w:t>الجود</w:t>
            </w:r>
            <w:r>
              <w:rPr>
                <w:rtl/>
              </w:rPr>
              <w:t xml:space="preserve"> </w:t>
            </w:r>
            <w:r w:rsidRPr="009647FC">
              <w:rPr>
                <w:rtl/>
              </w:rPr>
              <w:t>وهو</w:t>
            </w:r>
            <w:r>
              <w:rPr>
                <w:rtl/>
              </w:rPr>
              <w:t xml:space="preserve"> </w:t>
            </w:r>
            <w:r w:rsidRPr="009647FC">
              <w:rPr>
                <w:rtl/>
              </w:rPr>
              <w:t>لهم</w:t>
            </w:r>
            <w:r>
              <w:rPr>
                <w:rtl/>
              </w:rPr>
              <w:t xml:space="preserve"> </w:t>
            </w:r>
            <w:r w:rsidRPr="009647FC">
              <w:rPr>
                <w:rtl/>
              </w:rPr>
              <w:t>زعيمُ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أرجُ</w:t>
            </w:r>
            <w:r w:rsidR="004C00A8">
              <w:rPr>
                <w:rtl/>
              </w:rPr>
              <w:t xml:space="preserve"> </w:t>
            </w:r>
            <w:r w:rsidRPr="009647FC">
              <w:rPr>
                <w:rtl/>
              </w:rPr>
              <w:t>السيادة</w:t>
            </w:r>
            <w:r>
              <w:rPr>
                <w:rtl/>
              </w:rPr>
              <w:t xml:space="preserve"> </w:t>
            </w:r>
            <w:r w:rsidRPr="009647FC">
              <w:rPr>
                <w:rtl/>
              </w:rPr>
              <w:t>فيهم</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كالمسك</w:t>
            </w:r>
            <w:r w:rsidR="004C00A8">
              <w:rPr>
                <w:rtl/>
              </w:rPr>
              <w:t xml:space="preserve"> </w:t>
            </w:r>
            <w:r w:rsidRPr="009647FC">
              <w:rPr>
                <w:rtl/>
              </w:rPr>
              <w:t>ينشره</w:t>
            </w:r>
            <w:r>
              <w:rPr>
                <w:rtl/>
              </w:rPr>
              <w:t xml:space="preserve"> </w:t>
            </w:r>
            <w:r w:rsidRPr="009647FC">
              <w:rPr>
                <w:rtl/>
              </w:rPr>
              <w:t>النسيمُ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رضعوا</w:t>
            </w:r>
            <w:r>
              <w:rPr>
                <w:rtl/>
              </w:rPr>
              <w:t xml:space="preserve"> </w:t>
            </w:r>
            <w:r w:rsidRPr="009647FC">
              <w:rPr>
                <w:rtl/>
              </w:rPr>
              <w:t>الإمامة</w:t>
            </w:r>
            <w:r>
              <w:rPr>
                <w:rtl/>
              </w:rPr>
              <w:t xml:space="preserve"> </w:t>
            </w:r>
            <w:r w:rsidRPr="009647FC">
              <w:rPr>
                <w:rtl/>
              </w:rPr>
              <w:t>فالجميعُ</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بنور</w:t>
            </w:r>
            <w:r>
              <w:rPr>
                <w:rtl/>
              </w:rPr>
              <w:t xml:space="preserve"> </w:t>
            </w:r>
            <w:r w:rsidRPr="009647FC">
              <w:rPr>
                <w:rtl/>
              </w:rPr>
              <w:t>عصمتها</w:t>
            </w:r>
            <w:r>
              <w:rPr>
                <w:rtl/>
              </w:rPr>
              <w:t xml:space="preserve"> </w:t>
            </w:r>
            <w:r w:rsidRPr="009647FC">
              <w:rPr>
                <w:rtl/>
              </w:rPr>
              <w:t>فطيمُ</w:t>
            </w:r>
            <w:r w:rsidRPr="00524A24">
              <w:rPr>
                <w:rStyle w:val="libPoemTiniChar0"/>
                <w:rtl/>
              </w:rPr>
              <w:br/>
              <w:t> </w:t>
            </w:r>
          </w:p>
        </w:tc>
      </w:tr>
      <w:tr w:rsidR="00722634" w:rsidRPr="00524A24" w:rsidTr="00722634">
        <w:trPr>
          <w:trHeight w:val="350"/>
        </w:trPr>
        <w:tc>
          <w:tcPr>
            <w:tcW w:w="3902" w:type="dxa"/>
          </w:tcPr>
          <w:p w:rsidR="00722634" w:rsidRPr="00524A24" w:rsidRDefault="00722634" w:rsidP="00791A38">
            <w:pPr>
              <w:pStyle w:val="libPoem"/>
            </w:pPr>
            <w:r w:rsidRPr="009647FC">
              <w:rPr>
                <w:rtl/>
              </w:rPr>
              <w:t>فولاؤهم</w:t>
            </w:r>
            <w:r>
              <w:rPr>
                <w:rtl/>
              </w:rPr>
              <w:t xml:space="preserve"> </w:t>
            </w:r>
            <w:r w:rsidRPr="009647FC">
              <w:rPr>
                <w:rtl/>
              </w:rPr>
              <w:t>فرضٌ</w:t>
            </w:r>
            <w:r>
              <w:rPr>
                <w:rtl/>
              </w:rPr>
              <w:t xml:space="preserve"> </w:t>
            </w:r>
            <w:r w:rsidRPr="009647FC">
              <w:rPr>
                <w:rtl/>
              </w:rPr>
              <w:t>وهد</w:t>
            </w:r>
            <w:r w:rsidRPr="00524A24">
              <w:rPr>
                <w:rStyle w:val="libPoemTiniChar0"/>
                <w:rtl/>
              </w:rPr>
              <w:br/>
              <w:t> </w:t>
            </w:r>
          </w:p>
        </w:tc>
        <w:tc>
          <w:tcPr>
            <w:tcW w:w="301" w:type="dxa"/>
          </w:tcPr>
          <w:p w:rsidR="00722634" w:rsidRPr="00524A24" w:rsidRDefault="00722634" w:rsidP="00791A38">
            <w:pPr>
              <w:pStyle w:val="libPoem"/>
              <w:rPr>
                <w:rtl/>
              </w:rPr>
            </w:pPr>
          </w:p>
        </w:tc>
        <w:tc>
          <w:tcPr>
            <w:tcW w:w="3884" w:type="dxa"/>
          </w:tcPr>
          <w:p w:rsidR="00722634" w:rsidRPr="00524A24" w:rsidRDefault="00722634" w:rsidP="00791A38">
            <w:pPr>
              <w:pStyle w:val="libPoem"/>
            </w:pPr>
            <w:r w:rsidRPr="009647FC">
              <w:rPr>
                <w:rtl/>
              </w:rPr>
              <w:t>ي</w:t>
            </w:r>
            <w:r w:rsidRPr="00B371C6">
              <w:rPr>
                <w:rtl/>
              </w:rPr>
              <w:t>ُ</w:t>
            </w:r>
            <w:r w:rsidRPr="009647FC">
              <w:rPr>
                <w:rtl/>
              </w:rPr>
              <w:t>هم</w:t>
            </w:r>
            <w:r w:rsidR="004C00A8">
              <w:rPr>
                <w:rtl/>
              </w:rPr>
              <w:t xml:space="preserve"> </w:t>
            </w:r>
            <w:r w:rsidRPr="009647FC">
              <w:rPr>
                <w:rtl/>
              </w:rPr>
              <w:t>الصراطُ</w:t>
            </w:r>
            <w:r>
              <w:rPr>
                <w:rtl/>
              </w:rPr>
              <w:t xml:space="preserve"> </w:t>
            </w:r>
            <w:r w:rsidRPr="009647FC">
              <w:rPr>
                <w:rtl/>
              </w:rPr>
              <w:t>المستقيمُ</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791A38" w:rsidRPr="00524A24" w:rsidTr="00791A38">
        <w:trPr>
          <w:trHeight w:val="350"/>
        </w:trPr>
        <w:tc>
          <w:tcPr>
            <w:tcW w:w="3902" w:type="dxa"/>
          </w:tcPr>
          <w:p w:rsidR="00791A38" w:rsidRPr="00524A24" w:rsidRDefault="00791A38" w:rsidP="00791A38">
            <w:pPr>
              <w:pStyle w:val="libPoem"/>
            </w:pPr>
            <w:r w:rsidRPr="009647FC">
              <w:rPr>
                <w:rtl/>
              </w:rPr>
              <w:lastRenderedPageBreak/>
              <w:t>لبس</w:t>
            </w:r>
            <w:r>
              <w:rPr>
                <w:rtl/>
              </w:rPr>
              <w:t xml:space="preserve"> </w:t>
            </w:r>
            <w:r w:rsidRPr="009647FC">
              <w:rPr>
                <w:rtl/>
              </w:rPr>
              <w:t>الزمان</w:t>
            </w:r>
            <w:r>
              <w:rPr>
                <w:rtl/>
              </w:rPr>
              <w:t xml:space="preserve"> </w:t>
            </w:r>
            <w:r w:rsidRPr="009647FC">
              <w:rPr>
                <w:rtl/>
              </w:rPr>
              <w:t>بهاءهم</w:t>
            </w:r>
            <w:r w:rsidRPr="00524A24">
              <w:rPr>
                <w:rStyle w:val="libPoemTiniChar0"/>
                <w:rtl/>
              </w:rPr>
              <w:br/>
              <w:t> </w:t>
            </w:r>
          </w:p>
        </w:tc>
        <w:tc>
          <w:tcPr>
            <w:tcW w:w="301" w:type="dxa"/>
          </w:tcPr>
          <w:p w:rsidR="00791A38" w:rsidRPr="00524A24" w:rsidRDefault="00791A38" w:rsidP="00791A38">
            <w:pPr>
              <w:pStyle w:val="libPoem"/>
              <w:rPr>
                <w:rtl/>
              </w:rPr>
            </w:pPr>
          </w:p>
        </w:tc>
        <w:tc>
          <w:tcPr>
            <w:tcW w:w="3884" w:type="dxa"/>
          </w:tcPr>
          <w:p w:rsidR="00791A38" w:rsidRPr="00524A24" w:rsidRDefault="00791A38" w:rsidP="00791A38">
            <w:pPr>
              <w:pStyle w:val="libPoem"/>
            </w:pPr>
            <w:r w:rsidRPr="009647FC">
              <w:rPr>
                <w:rtl/>
              </w:rPr>
              <w:t>فبهم</w:t>
            </w:r>
            <w:r w:rsidR="004C00A8">
              <w:rPr>
                <w:rtl/>
              </w:rPr>
              <w:t xml:space="preserve"> </w:t>
            </w:r>
            <w:r w:rsidRPr="009647FC">
              <w:rPr>
                <w:rtl/>
              </w:rPr>
              <w:t>محيّاه</w:t>
            </w:r>
            <w:r>
              <w:rPr>
                <w:rtl/>
              </w:rPr>
              <w:t xml:space="preserve"> </w:t>
            </w:r>
            <w:r w:rsidRPr="009647FC">
              <w:rPr>
                <w:rtl/>
              </w:rPr>
              <w:t>وسيمُ</w:t>
            </w:r>
            <w:r w:rsidRPr="00524A24">
              <w:rPr>
                <w:rStyle w:val="libPoemTiniChar0"/>
                <w:rtl/>
              </w:rPr>
              <w:br/>
              <w:t> </w:t>
            </w:r>
          </w:p>
        </w:tc>
      </w:tr>
      <w:tr w:rsidR="00791A38" w:rsidRPr="00524A24" w:rsidTr="00791A38">
        <w:trPr>
          <w:trHeight w:val="350"/>
        </w:trPr>
        <w:tc>
          <w:tcPr>
            <w:tcW w:w="3902" w:type="dxa"/>
          </w:tcPr>
          <w:p w:rsidR="00791A38" w:rsidRPr="00524A24" w:rsidRDefault="00791A38" w:rsidP="00791A38">
            <w:pPr>
              <w:pStyle w:val="libPoem"/>
            </w:pPr>
            <w:r w:rsidRPr="009647FC">
              <w:rPr>
                <w:rtl/>
              </w:rPr>
              <w:t>وبهم</w:t>
            </w:r>
            <w:r>
              <w:rPr>
                <w:rtl/>
              </w:rPr>
              <w:t xml:space="preserve"> </w:t>
            </w:r>
            <w:r w:rsidRPr="009647FC">
              <w:rPr>
                <w:rtl/>
              </w:rPr>
              <w:t>لنا</w:t>
            </w:r>
            <w:r>
              <w:rPr>
                <w:rtl/>
              </w:rPr>
              <w:t xml:space="preserve"> </w:t>
            </w:r>
            <w:r w:rsidRPr="009647FC">
              <w:rPr>
                <w:rtl/>
              </w:rPr>
              <w:t>الأيامُ</w:t>
            </w:r>
            <w:r>
              <w:rPr>
                <w:rtl/>
              </w:rPr>
              <w:t xml:space="preserve"> </w:t>
            </w:r>
            <w:r w:rsidRPr="009647FC">
              <w:rPr>
                <w:rtl/>
              </w:rPr>
              <w:t>يقطر</w:t>
            </w:r>
            <w:r w:rsidRPr="00524A24">
              <w:rPr>
                <w:rStyle w:val="libPoemTiniChar0"/>
                <w:rtl/>
              </w:rPr>
              <w:br/>
              <w:t> </w:t>
            </w:r>
          </w:p>
        </w:tc>
        <w:tc>
          <w:tcPr>
            <w:tcW w:w="301" w:type="dxa"/>
          </w:tcPr>
          <w:p w:rsidR="00791A38" w:rsidRPr="00524A24" w:rsidRDefault="00791A38" w:rsidP="00791A38">
            <w:pPr>
              <w:pStyle w:val="libPoem"/>
              <w:rPr>
                <w:rtl/>
              </w:rPr>
            </w:pPr>
          </w:p>
        </w:tc>
        <w:tc>
          <w:tcPr>
            <w:tcW w:w="3884" w:type="dxa"/>
          </w:tcPr>
          <w:p w:rsidR="00791A38" w:rsidRPr="00524A24" w:rsidRDefault="00791A38" w:rsidP="00791A38">
            <w:pPr>
              <w:pStyle w:val="libPoem"/>
            </w:pPr>
            <w:r w:rsidRPr="009647FC">
              <w:rPr>
                <w:rtl/>
              </w:rPr>
              <w:t>من</w:t>
            </w:r>
            <w:r>
              <w:rPr>
                <w:rtl/>
              </w:rPr>
              <w:t xml:space="preserve"> </w:t>
            </w:r>
            <w:r w:rsidRPr="009647FC">
              <w:rPr>
                <w:rtl/>
              </w:rPr>
              <w:t>غضارتها</w:t>
            </w:r>
            <w:r>
              <w:rPr>
                <w:rtl/>
              </w:rPr>
              <w:t xml:space="preserve"> </w:t>
            </w:r>
            <w:r w:rsidRPr="009647FC">
              <w:rPr>
                <w:rtl/>
              </w:rPr>
              <w:t>النعيمُ</w:t>
            </w:r>
            <w:r w:rsidRPr="00524A24">
              <w:rPr>
                <w:rStyle w:val="libPoemTiniChar0"/>
                <w:rtl/>
              </w:rPr>
              <w:br/>
              <w:t> </w:t>
            </w:r>
          </w:p>
        </w:tc>
      </w:tr>
      <w:tr w:rsidR="00791A38" w:rsidRPr="00524A24" w:rsidTr="00791A38">
        <w:trPr>
          <w:trHeight w:val="350"/>
        </w:trPr>
        <w:tc>
          <w:tcPr>
            <w:tcW w:w="3902" w:type="dxa"/>
          </w:tcPr>
          <w:p w:rsidR="00791A38" w:rsidRPr="00524A24" w:rsidRDefault="00791A38" w:rsidP="00791A38">
            <w:pPr>
              <w:pStyle w:val="libPoem"/>
            </w:pPr>
            <w:r w:rsidRPr="009647FC">
              <w:rPr>
                <w:rtl/>
              </w:rPr>
              <w:t>تهوى</w:t>
            </w:r>
            <w:r>
              <w:rPr>
                <w:rtl/>
              </w:rPr>
              <w:t xml:space="preserve"> </w:t>
            </w:r>
            <w:r w:rsidRPr="009647FC">
              <w:rPr>
                <w:rtl/>
              </w:rPr>
              <w:t>السماء</w:t>
            </w:r>
            <w:r>
              <w:rPr>
                <w:rtl/>
              </w:rPr>
              <w:t xml:space="preserve"> </w:t>
            </w:r>
            <w:r w:rsidRPr="009647FC">
              <w:rPr>
                <w:rtl/>
              </w:rPr>
              <w:t>بأنّها</w:t>
            </w:r>
            <w:r w:rsidRPr="00524A24">
              <w:rPr>
                <w:rStyle w:val="libPoemTiniChar0"/>
                <w:rtl/>
              </w:rPr>
              <w:br/>
              <w:t> </w:t>
            </w:r>
          </w:p>
        </w:tc>
        <w:tc>
          <w:tcPr>
            <w:tcW w:w="301" w:type="dxa"/>
          </w:tcPr>
          <w:p w:rsidR="00791A38" w:rsidRPr="00524A24" w:rsidRDefault="00791A38" w:rsidP="00791A38">
            <w:pPr>
              <w:pStyle w:val="libPoem"/>
              <w:rPr>
                <w:rtl/>
              </w:rPr>
            </w:pPr>
          </w:p>
        </w:tc>
        <w:tc>
          <w:tcPr>
            <w:tcW w:w="3884" w:type="dxa"/>
          </w:tcPr>
          <w:p w:rsidR="00791A38" w:rsidRPr="00524A24" w:rsidRDefault="00791A38" w:rsidP="00791A38">
            <w:pPr>
              <w:pStyle w:val="libPoem"/>
            </w:pPr>
            <w:r w:rsidRPr="009647FC">
              <w:rPr>
                <w:rtl/>
              </w:rPr>
              <w:t>لصعيد</w:t>
            </w:r>
            <w:r>
              <w:rPr>
                <w:rtl/>
              </w:rPr>
              <w:t xml:space="preserve"> </w:t>
            </w:r>
            <w:r w:rsidRPr="009647FC">
              <w:rPr>
                <w:rtl/>
              </w:rPr>
              <w:t>أرضهم</w:t>
            </w:r>
            <w:r>
              <w:rPr>
                <w:rtl/>
              </w:rPr>
              <w:t xml:space="preserve"> </w:t>
            </w:r>
            <w:r w:rsidRPr="009647FC">
              <w:rPr>
                <w:rtl/>
              </w:rPr>
              <w:t>أديمُ</w:t>
            </w:r>
            <w:r w:rsidRPr="00524A24">
              <w:rPr>
                <w:rStyle w:val="libPoemTiniChar0"/>
                <w:rtl/>
              </w:rPr>
              <w:br/>
              <w:t> </w:t>
            </w:r>
          </w:p>
        </w:tc>
      </w:tr>
      <w:tr w:rsidR="00791A38" w:rsidRPr="00524A24" w:rsidTr="00791A38">
        <w:trPr>
          <w:trHeight w:val="350"/>
        </w:trPr>
        <w:tc>
          <w:tcPr>
            <w:tcW w:w="3902" w:type="dxa"/>
          </w:tcPr>
          <w:p w:rsidR="00791A38" w:rsidRPr="00524A24" w:rsidRDefault="00791A38" w:rsidP="00791A38">
            <w:pPr>
              <w:pStyle w:val="libPoem"/>
            </w:pPr>
            <w:r w:rsidRPr="009647FC">
              <w:rPr>
                <w:rtl/>
              </w:rPr>
              <w:t>وإذا</w:t>
            </w:r>
            <w:r>
              <w:rPr>
                <w:rtl/>
              </w:rPr>
              <w:t xml:space="preserve"> </w:t>
            </w:r>
            <w:r w:rsidRPr="009647FC">
              <w:rPr>
                <w:rtl/>
              </w:rPr>
              <w:t>مشوا</w:t>
            </w:r>
            <w:r>
              <w:rPr>
                <w:rtl/>
              </w:rPr>
              <w:t xml:space="preserve"> </w:t>
            </w:r>
            <w:r w:rsidRPr="009647FC">
              <w:rPr>
                <w:rtl/>
              </w:rPr>
              <w:t>فوق</w:t>
            </w:r>
            <w:r>
              <w:rPr>
                <w:rtl/>
              </w:rPr>
              <w:t xml:space="preserve"> </w:t>
            </w:r>
            <w:r w:rsidRPr="009647FC">
              <w:rPr>
                <w:rtl/>
              </w:rPr>
              <w:t>الثرى</w:t>
            </w:r>
            <w:r w:rsidRPr="00524A24">
              <w:rPr>
                <w:rStyle w:val="libPoemTiniChar0"/>
                <w:rtl/>
              </w:rPr>
              <w:br/>
              <w:t> </w:t>
            </w:r>
          </w:p>
        </w:tc>
        <w:tc>
          <w:tcPr>
            <w:tcW w:w="301" w:type="dxa"/>
          </w:tcPr>
          <w:p w:rsidR="00791A38" w:rsidRPr="00524A24" w:rsidRDefault="00791A38" w:rsidP="00791A38">
            <w:pPr>
              <w:pStyle w:val="libPoem"/>
              <w:rPr>
                <w:rtl/>
              </w:rPr>
            </w:pPr>
          </w:p>
        </w:tc>
        <w:tc>
          <w:tcPr>
            <w:tcW w:w="3884" w:type="dxa"/>
          </w:tcPr>
          <w:p w:rsidR="00791A38" w:rsidRPr="00524A24" w:rsidRDefault="00791A38" w:rsidP="00791A38">
            <w:pPr>
              <w:pStyle w:val="libPoem"/>
            </w:pPr>
            <w:r w:rsidRPr="009647FC">
              <w:rPr>
                <w:rtl/>
              </w:rPr>
              <w:t>حسدت</w:t>
            </w:r>
            <w:r w:rsidR="004C00A8">
              <w:rPr>
                <w:rtl/>
              </w:rPr>
              <w:t xml:space="preserve"> </w:t>
            </w:r>
            <w:r w:rsidRPr="009647FC">
              <w:rPr>
                <w:rtl/>
              </w:rPr>
              <w:t>نعالهم</w:t>
            </w:r>
            <w:r>
              <w:rPr>
                <w:rtl/>
              </w:rPr>
              <w:t xml:space="preserve"> </w:t>
            </w:r>
            <w:r w:rsidRPr="009647FC">
              <w:rPr>
                <w:rtl/>
              </w:rPr>
              <w:t>النجومُ</w:t>
            </w:r>
            <w:r w:rsidRPr="00524A24">
              <w:rPr>
                <w:rStyle w:val="libPoemTiniChar0"/>
                <w:rtl/>
              </w:rPr>
              <w:br/>
              <w:t> </w:t>
            </w:r>
          </w:p>
        </w:tc>
      </w:tr>
      <w:tr w:rsidR="00791A38" w:rsidRPr="00524A24" w:rsidTr="00791A38">
        <w:trPr>
          <w:trHeight w:val="350"/>
        </w:trPr>
        <w:tc>
          <w:tcPr>
            <w:tcW w:w="3902" w:type="dxa"/>
          </w:tcPr>
          <w:p w:rsidR="00791A38" w:rsidRPr="00524A24" w:rsidRDefault="00791A38" w:rsidP="00791A38">
            <w:pPr>
              <w:pStyle w:val="libPoem"/>
            </w:pPr>
            <w:r w:rsidRPr="009647FC">
              <w:rPr>
                <w:rtl/>
              </w:rPr>
              <w:t>يا</w:t>
            </w:r>
            <w:r w:rsidR="004C00A8">
              <w:rPr>
                <w:rtl/>
              </w:rPr>
              <w:t xml:space="preserve"> </w:t>
            </w:r>
            <w:r w:rsidRPr="009647FC">
              <w:rPr>
                <w:rtl/>
              </w:rPr>
              <w:t>سادة</w:t>
            </w:r>
            <w:r>
              <w:rPr>
                <w:rtl/>
              </w:rPr>
              <w:t xml:space="preserve"> </w:t>
            </w:r>
            <w:r w:rsidRPr="009647FC">
              <w:rPr>
                <w:rtl/>
              </w:rPr>
              <w:t>العلما</w:t>
            </w:r>
            <w:r>
              <w:rPr>
                <w:rtl/>
              </w:rPr>
              <w:t xml:space="preserve"> </w:t>
            </w:r>
            <w:r w:rsidRPr="009647FC">
              <w:rPr>
                <w:rtl/>
              </w:rPr>
              <w:t>وم</w:t>
            </w:r>
            <w:r w:rsidRPr="00B371C6">
              <w:rPr>
                <w:rtl/>
              </w:rPr>
              <w:t>َ</w:t>
            </w:r>
            <w:r w:rsidRPr="009647FC">
              <w:rPr>
                <w:rtl/>
              </w:rPr>
              <w:t>نْ</w:t>
            </w:r>
            <w:r w:rsidRPr="00524A24">
              <w:rPr>
                <w:rStyle w:val="libPoemTiniChar0"/>
                <w:rtl/>
              </w:rPr>
              <w:br/>
              <w:t> </w:t>
            </w:r>
          </w:p>
        </w:tc>
        <w:tc>
          <w:tcPr>
            <w:tcW w:w="301" w:type="dxa"/>
          </w:tcPr>
          <w:p w:rsidR="00791A38" w:rsidRPr="00524A24" w:rsidRDefault="00791A38" w:rsidP="00791A38">
            <w:pPr>
              <w:pStyle w:val="libPoem"/>
              <w:rPr>
                <w:rtl/>
              </w:rPr>
            </w:pPr>
          </w:p>
        </w:tc>
        <w:tc>
          <w:tcPr>
            <w:tcW w:w="3884" w:type="dxa"/>
          </w:tcPr>
          <w:p w:rsidR="00791A38" w:rsidRPr="00524A24" w:rsidRDefault="00791A38" w:rsidP="00791A38">
            <w:pPr>
              <w:pStyle w:val="libPoem"/>
            </w:pPr>
            <w:r w:rsidRPr="009647FC">
              <w:rPr>
                <w:rtl/>
              </w:rPr>
              <w:t>تزن</w:t>
            </w:r>
            <w:r w:rsidR="004C00A8">
              <w:rPr>
                <w:rtl/>
              </w:rPr>
              <w:t xml:space="preserve"> </w:t>
            </w:r>
            <w:r w:rsidRPr="009647FC">
              <w:rPr>
                <w:rtl/>
              </w:rPr>
              <w:t>الجبال</w:t>
            </w:r>
            <w:r>
              <w:rPr>
                <w:rtl/>
              </w:rPr>
              <w:t xml:space="preserve"> </w:t>
            </w:r>
            <w:r w:rsidRPr="009647FC">
              <w:rPr>
                <w:rtl/>
              </w:rPr>
              <w:t>لهم</w:t>
            </w:r>
            <w:r>
              <w:rPr>
                <w:rtl/>
              </w:rPr>
              <w:t xml:space="preserve"> </w:t>
            </w:r>
            <w:r w:rsidRPr="009647FC">
              <w:rPr>
                <w:rtl/>
              </w:rPr>
              <w:t>حلومُ</w:t>
            </w:r>
            <w:r w:rsidRPr="00524A24">
              <w:rPr>
                <w:rStyle w:val="libPoemTiniChar0"/>
                <w:rtl/>
              </w:rPr>
              <w:br/>
              <w:t> </w:t>
            </w:r>
          </w:p>
        </w:tc>
      </w:tr>
      <w:tr w:rsidR="00791A38" w:rsidRPr="00524A24" w:rsidTr="00791A38">
        <w:trPr>
          <w:trHeight w:val="350"/>
        </w:trPr>
        <w:tc>
          <w:tcPr>
            <w:tcW w:w="3902" w:type="dxa"/>
          </w:tcPr>
          <w:p w:rsidR="00791A38" w:rsidRPr="00524A24" w:rsidRDefault="00791A38" w:rsidP="00791A38">
            <w:pPr>
              <w:pStyle w:val="libPoem"/>
            </w:pPr>
            <w:r w:rsidRPr="009647FC">
              <w:rPr>
                <w:rtl/>
              </w:rPr>
              <w:t>بكم</w:t>
            </w:r>
            <w:r w:rsidR="004C00A8">
              <w:rPr>
                <w:rtl/>
              </w:rPr>
              <w:t xml:space="preserve"> </w:t>
            </w:r>
            <w:r w:rsidRPr="009647FC">
              <w:rPr>
                <w:rtl/>
              </w:rPr>
              <w:t>العزاءُ</w:t>
            </w:r>
            <w:r>
              <w:rPr>
                <w:rtl/>
              </w:rPr>
              <w:t xml:space="preserve"> </w:t>
            </w:r>
            <w:r w:rsidRPr="009647FC">
              <w:rPr>
                <w:rtl/>
              </w:rPr>
              <w:t>وحسبنا</w:t>
            </w:r>
            <w:r w:rsidRPr="00524A24">
              <w:rPr>
                <w:rStyle w:val="libPoemTiniChar0"/>
                <w:rtl/>
              </w:rPr>
              <w:br/>
              <w:t> </w:t>
            </w:r>
          </w:p>
        </w:tc>
        <w:tc>
          <w:tcPr>
            <w:tcW w:w="301" w:type="dxa"/>
          </w:tcPr>
          <w:p w:rsidR="00791A38" w:rsidRPr="00524A24" w:rsidRDefault="00791A38" w:rsidP="00791A38">
            <w:pPr>
              <w:pStyle w:val="libPoem"/>
              <w:rPr>
                <w:rtl/>
              </w:rPr>
            </w:pPr>
          </w:p>
        </w:tc>
        <w:tc>
          <w:tcPr>
            <w:tcW w:w="3884" w:type="dxa"/>
          </w:tcPr>
          <w:p w:rsidR="00791A38" w:rsidRPr="00524A24" w:rsidRDefault="00791A38" w:rsidP="00791A38">
            <w:pPr>
              <w:pStyle w:val="libPoem"/>
            </w:pPr>
            <w:r w:rsidRPr="009647FC">
              <w:rPr>
                <w:rtl/>
              </w:rPr>
              <w:t>من</w:t>
            </w:r>
            <w:r>
              <w:rPr>
                <w:rtl/>
              </w:rPr>
              <w:t xml:space="preserve"> </w:t>
            </w:r>
            <w:r w:rsidRPr="009647FC">
              <w:rPr>
                <w:rtl/>
              </w:rPr>
              <w:t>كلّ</w:t>
            </w:r>
            <w:r>
              <w:rPr>
                <w:rtl/>
              </w:rPr>
              <w:t xml:space="preserve"> </w:t>
            </w:r>
            <w:r w:rsidRPr="009647FC">
              <w:rPr>
                <w:rtl/>
              </w:rPr>
              <w:t>ماضٍ</w:t>
            </w:r>
            <w:r>
              <w:rPr>
                <w:rtl/>
              </w:rPr>
              <w:t xml:space="preserve"> </w:t>
            </w:r>
            <w:r w:rsidRPr="009647FC">
              <w:rPr>
                <w:rtl/>
              </w:rPr>
              <w:t>أن</w:t>
            </w:r>
            <w:r>
              <w:rPr>
                <w:rtl/>
              </w:rPr>
              <w:t xml:space="preserve"> </w:t>
            </w:r>
            <w:r w:rsidRPr="009647FC">
              <w:rPr>
                <w:rtl/>
              </w:rPr>
              <w:t>تدوموا</w:t>
            </w:r>
            <w:r w:rsidRPr="00524A24">
              <w:rPr>
                <w:rStyle w:val="libPoemTiniChar0"/>
                <w:rtl/>
              </w:rPr>
              <w:br/>
              <w:t> </w:t>
            </w:r>
          </w:p>
        </w:tc>
      </w:tr>
      <w:tr w:rsidR="00791A38" w:rsidRPr="00524A24" w:rsidTr="00791A38">
        <w:trPr>
          <w:trHeight w:val="350"/>
        </w:trPr>
        <w:tc>
          <w:tcPr>
            <w:tcW w:w="3902" w:type="dxa"/>
          </w:tcPr>
          <w:p w:rsidR="00791A38" w:rsidRPr="00524A24" w:rsidRDefault="00791A38" w:rsidP="00791A38">
            <w:pPr>
              <w:pStyle w:val="libPoem"/>
            </w:pPr>
            <w:r>
              <w:rPr>
                <w:rtl/>
              </w:rPr>
              <w:t>(</w:t>
            </w:r>
            <w:r w:rsidRPr="009647FC">
              <w:rPr>
                <w:rtl/>
              </w:rPr>
              <w:t>أمحمدٌ</w:t>
            </w:r>
            <w:r>
              <w:rPr>
                <w:rtl/>
              </w:rPr>
              <w:t xml:space="preserve">) </w:t>
            </w:r>
            <w:r w:rsidRPr="009647FC">
              <w:rPr>
                <w:rtl/>
              </w:rPr>
              <w:t>في</w:t>
            </w:r>
            <w:r>
              <w:rPr>
                <w:rtl/>
              </w:rPr>
              <w:t xml:space="preserve"> </w:t>
            </w:r>
            <w:r w:rsidRPr="009647FC">
              <w:rPr>
                <w:rtl/>
              </w:rPr>
              <w:t>ظلّهم</w:t>
            </w:r>
            <w:r w:rsidRPr="00524A24">
              <w:rPr>
                <w:rStyle w:val="libPoemTiniChar0"/>
                <w:rtl/>
              </w:rPr>
              <w:br/>
              <w:t> </w:t>
            </w:r>
          </w:p>
        </w:tc>
        <w:tc>
          <w:tcPr>
            <w:tcW w:w="301" w:type="dxa"/>
          </w:tcPr>
          <w:p w:rsidR="00791A38" w:rsidRPr="00524A24" w:rsidRDefault="00791A38" w:rsidP="00791A38">
            <w:pPr>
              <w:pStyle w:val="libPoem"/>
              <w:rPr>
                <w:rtl/>
              </w:rPr>
            </w:pPr>
          </w:p>
        </w:tc>
        <w:tc>
          <w:tcPr>
            <w:tcW w:w="3884" w:type="dxa"/>
          </w:tcPr>
          <w:p w:rsidR="00791A38" w:rsidRPr="00524A24" w:rsidRDefault="00791A38" w:rsidP="00791A38">
            <w:pPr>
              <w:pStyle w:val="libPoem"/>
            </w:pPr>
            <w:r w:rsidRPr="009647FC">
              <w:rPr>
                <w:rtl/>
              </w:rPr>
              <w:t>ستنال</w:t>
            </w:r>
            <w:r>
              <w:rPr>
                <w:rtl/>
              </w:rPr>
              <w:t xml:space="preserve"> </w:t>
            </w:r>
            <w:r w:rsidRPr="009647FC">
              <w:rPr>
                <w:rtl/>
              </w:rPr>
              <w:t>أقصى</w:t>
            </w:r>
            <w:r>
              <w:rPr>
                <w:rtl/>
              </w:rPr>
              <w:t xml:space="preserve"> </w:t>
            </w:r>
            <w:r w:rsidRPr="009647FC">
              <w:rPr>
                <w:rtl/>
              </w:rPr>
              <w:t>ما</w:t>
            </w:r>
            <w:r>
              <w:rPr>
                <w:rtl/>
              </w:rPr>
              <w:t xml:space="preserve"> </w:t>
            </w:r>
            <w:r w:rsidRPr="009647FC">
              <w:rPr>
                <w:rtl/>
              </w:rPr>
              <w:t>ترومُ</w:t>
            </w:r>
            <w:r w:rsidRPr="00524A24">
              <w:rPr>
                <w:rStyle w:val="libPoemTiniChar0"/>
                <w:rtl/>
              </w:rPr>
              <w:br/>
              <w:t> </w:t>
            </w:r>
          </w:p>
        </w:tc>
      </w:tr>
      <w:tr w:rsidR="00791A38" w:rsidRPr="00524A24" w:rsidTr="00791A38">
        <w:trPr>
          <w:trHeight w:val="350"/>
        </w:trPr>
        <w:tc>
          <w:tcPr>
            <w:tcW w:w="3902" w:type="dxa"/>
          </w:tcPr>
          <w:p w:rsidR="00791A38" w:rsidRPr="00524A24" w:rsidRDefault="00791A38" w:rsidP="00791A38">
            <w:pPr>
              <w:pStyle w:val="libPoem"/>
            </w:pPr>
            <w:r w:rsidRPr="009647FC">
              <w:rPr>
                <w:rtl/>
              </w:rPr>
              <w:t>فأبوك</w:t>
            </w:r>
            <w:r w:rsidR="004C00A8">
              <w:rPr>
                <w:rtl/>
              </w:rPr>
              <w:t xml:space="preserve"> </w:t>
            </w:r>
            <w:r w:rsidRPr="009647FC">
              <w:rPr>
                <w:rtl/>
              </w:rPr>
              <w:t>إنْ</w:t>
            </w:r>
            <w:r>
              <w:rPr>
                <w:rtl/>
              </w:rPr>
              <w:t xml:space="preserve"> </w:t>
            </w:r>
            <w:r w:rsidRPr="009647FC">
              <w:rPr>
                <w:rtl/>
              </w:rPr>
              <w:t>يفقدْ</w:t>
            </w:r>
            <w:r>
              <w:rPr>
                <w:rtl/>
              </w:rPr>
              <w:t xml:space="preserve"> </w:t>
            </w:r>
            <w:r w:rsidRPr="009647FC">
              <w:rPr>
                <w:rtl/>
              </w:rPr>
              <w:t>فكلّ</w:t>
            </w:r>
            <w:r w:rsidRPr="00524A24">
              <w:rPr>
                <w:rStyle w:val="libPoemTiniChar0"/>
                <w:rtl/>
              </w:rPr>
              <w:br/>
              <w:t> </w:t>
            </w:r>
          </w:p>
        </w:tc>
        <w:tc>
          <w:tcPr>
            <w:tcW w:w="301" w:type="dxa"/>
          </w:tcPr>
          <w:p w:rsidR="00791A38" w:rsidRPr="00524A24" w:rsidRDefault="00791A38" w:rsidP="00791A38">
            <w:pPr>
              <w:pStyle w:val="libPoem"/>
              <w:rPr>
                <w:rtl/>
              </w:rPr>
            </w:pPr>
          </w:p>
        </w:tc>
        <w:tc>
          <w:tcPr>
            <w:tcW w:w="3884" w:type="dxa"/>
          </w:tcPr>
          <w:p w:rsidR="00791A38" w:rsidRPr="00524A24" w:rsidRDefault="00791A38" w:rsidP="00791A38">
            <w:pPr>
              <w:pStyle w:val="libPoem"/>
            </w:pPr>
            <w:r w:rsidRPr="009647FC">
              <w:rPr>
                <w:rtl/>
              </w:rPr>
              <w:t>همُ</w:t>
            </w:r>
            <w:r w:rsidR="004C00A8">
              <w:rPr>
                <w:rtl/>
              </w:rPr>
              <w:t xml:space="preserve"> </w:t>
            </w:r>
            <w:r w:rsidRPr="009647FC">
              <w:rPr>
                <w:rtl/>
              </w:rPr>
              <w:t>أبٌ</w:t>
            </w:r>
            <w:r>
              <w:rPr>
                <w:rtl/>
              </w:rPr>
              <w:t xml:space="preserve"> </w:t>
            </w:r>
            <w:r w:rsidRPr="009647FC">
              <w:rPr>
                <w:rtl/>
              </w:rPr>
              <w:t>برُّ</w:t>
            </w:r>
            <w:r>
              <w:rPr>
                <w:rtl/>
              </w:rPr>
              <w:t xml:space="preserve"> </w:t>
            </w:r>
            <w:r w:rsidRPr="009647FC">
              <w:rPr>
                <w:rtl/>
              </w:rPr>
              <w:t>رحيمُ</w:t>
            </w:r>
            <w:r w:rsidRPr="00524A24">
              <w:rPr>
                <w:rStyle w:val="libPoemTiniChar0"/>
                <w:rtl/>
              </w:rPr>
              <w:br/>
              <w:t> </w:t>
            </w:r>
          </w:p>
        </w:tc>
      </w:tr>
      <w:tr w:rsidR="00791A38" w:rsidRPr="00524A24" w:rsidTr="00791A38">
        <w:trPr>
          <w:trHeight w:val="350"/>
        </w:trPr>
        <w:tc>
          <w:tcPr>
            <w:tcW w:w="3902" w:type="dxa"/>
          </w:tcPr>
          <w:p w:rsidR="00791A38" w:rsidRPr="00524A24" w:rsidRDefault="00791A38" w:rsidP="00791A38">
            <w:pPr>
              <w:pStyle w:val="libPoem"/>
            </w:pPr>
            <w:r w:rsidRPr="009647FC">
              <w:rPr>
                <w:rtl/>
              </w:rPr>
              <w:t>سيقرّ</w:t>
            </w:r>
            <w:r>
              <w:rPr>
                <w:rtl/>
              </w:rPr>
              <w:t>َ</w:t>
            </w:r>
            <w:r w:rsidR="004C00A8">
              <w:rPr>
                <w:rtl/>
              </w:rPr>
              <w:t xml:space="preserve"> </w:t>
            </w:r>
            <w:r w:rsidRPr="009647FC">
              <w:rPr>
                <w:rtl/>
              </w:rPr>
              <w:t>عيناً</w:t>
            </w:r>
            <w:r>
              <w:rPr>
                <w:rtl/>
              </w:rPr>
              <w:t xml:space="preserve"> </w:t>
            </w:r>
            <w:r w:rsidRPr="009647FC">
              <w:rPr>
                <w:rtl/>
              </w:rPr>
              <w:t>في</w:t>
            </w:r>
            <w:r>
              <w:rPr>
                <w:rtl/>
              </w:rPr>
              <w:t xml:space="preserve"> </w:t>
            </w:r>
            <w:r w:rsidRPr="009647FC">
              <w:rPr>
                <w:rtl/>
              </w:rPr>
              <w:t>الثرى</w:t>
            </w:r>
            <w:r w:rsidRPr="00524A24">
              <w:rPr>
                <w:rStyle w:val="libPoemTiniChar0"/>
                <w:rtl/>
              </w:rPr>
              <w:br/>
              <w:t> </w:t>
            </w:r>
          </w:p>
        </w:tc>
        <w:tc>
          <w:tcPr>
            <w:tcW w:w="301" w:type="dxa"/>
          </w:tcPr>
          <w:p w:rsidR="00791A38" w:rsidRPr="00524A24" w:rsidRDefault="00791A38" w:rsidP="00791A38">
            <w:pPr>
              <w:pStyle w:val="libPoem"/>
              <w:rPr>
                <w:rtl/>
              </w:rPr>
            </w:pPr>
          </w:p>
        </w:tc>
        <w:tc>
          <w:tcPr>
            <w:tcW w:w="3884" w:type="dxa"/>
          </w:tcPr>
          <w:p w:rsidR="00791A38" w:rsidRPr="00524A24" w:rsidRDefault="00791A38" w:rsidP="00791A38">
            <w:pPr>
              <w:pStyle w:val="libPoem"/>
            </w:pPr>
            <w:r w:rsidRPr="009647FC">
              <w:rPr>
                <w:rtl/>
              </w:rPr>
              <w:t>إذ</w:t>
            </w:r>
            <w:r w:rsidR="004C00A8">
              <w:rPr>
                <w:rtl/>
              </w:rPr>
              <w:t xml:space="preserve"> </w:t>
            </w:r>
            <w:r w:rsidRPr="009647FC">
              <w:rPr>
                <w:rtl/>
              </w:rPr>
              <w:t>فيك</w:t>
            </w:r>
            <w:r>
              <w:rPr>
                <w:rtl/>
              </w:rPr>
              <w:t xml:space="preserve"> </w:t>
            </w:r>
            <w:r w:rsidRPr="009647FC">
              <w:rPr>
                <w:rtl/>
              </w:rPr>
              <w:t>جودُهم</w:t>
            </w:r>
            <w:r>
              <w:rPr>
                <w:rtl/>
              </w:rPr>
              <w:t xml:space="preserve"> </w:t>
            </w:r>
            <w:r w:rsidRPr="009647FC">
              <w:rPr>
                <w:rtl/>
              </w:rPr>
              <w:t>يقومُ</w:t>
            </w:r>
            <w:r w:rsidRPr="00524A24">
              <w:rPr>
                <w:rStyle w:val="libPoemTiniChar0"/>
                <w:rtl/>
              </w:rPr>
              <w:br/>
              <w:t> </w:t>
            </w:r>
          </w:p>
        </w:tc>
      </w:tr>
      <w:tr w:rsidR="00791A38" w:rsidRPr="00524A24" w:rsidTr="00791A38">
        <w:trPr>
          <w:trHeight w:val="350"/>
        </w:trPr>
        <w:tc>
          <w:tcPr>
            <w:tcW w:w="3902" w:type="dxa"/>
          </w:tcPr>
          <w:p w:rsidR="00791A38" w:rsidRPr="00524A24" w:rsidRDefault="00791A38" w:rsidP="00791A38">
            <w:pPr>
              <w:pStyle w:val="libPoem"/>
            </w:pPr>
            <w:r w:rsidRPr="009647FC">
              <w:rPr>
                <w:rtl/>
              </w:rPr>
              <w:t>حي</w:t>
            </w:r>
            <w:r w:rsidRPr="00B371C6">
              <w:rPr>
                <w:rtl/>
              </w:rPr>
              <w:t>ّ</w:t>
            </w:r>
            <w:r w:rsidRPr="009647FC">
              <w:rPr>
                <w:rtl/>
              </w:rPr>
              <w:t>ا</w:t>
            </w:r>
            <w:r w:rsidR="004C00A8">
              <w:rPr>
                <w:rtl/>
              </w:rPr>
              <w:t xml:space="preserve"> </w:t>
            </w:r>
            <w:r w:rsidRPr="009647FC">
              <w:rPr>
                <w:rtl/>
              </w:rPr>
              <w:t>الملائكُ</w:t>
            </w:r>
            <w:r>
              <w:rPr>
                <w:rtl/>
              </w:rPr>
              <w:t xml:space="preserve"> </w:t>
            </w:r>
            <w:r w:rsidRPr="009647FC">
              <w:rPr>
                <w:rtl/>
              </w:rPr>
              <w:t>قبره</w:t>
            </w:r>
            <w:r w:rsidRPr="00524A24">
              <w:rPr>
                <w:rStyle w:val="libPoemTiniChar0"/>
                <w:rtl/>
              </w:rPr>
              <w:br/>
              <w:t> </w:t>
            </w:r>
          </w:p>
        </w:tc>
        <w:tc>
          <w:tcPr>
            <w:tcW w:w="301" w:type="dxa"/>
          </w:tcPr>
          <w:p w:rsidR="00791A38" w:rsidRPr="00524A24" w:rsidRDefault="00791A38" w:rsidP="00791A38">
            <w:pPr>
              <w:pStyle w:val="libPoem"/>
              <w:rPr>
                <w:rtl/>
              </w:rPr>
            </w:pPr>
          </w:p>
        </w:tc>
        <w:tc>
          <w:tcPr>
            <w:tcW w:w="3884" w:type="dxa"/>
          </w:tcPr>
          <w:p w:rsidR="00791A38" w:rsidRPr="00524A24" w:rsidRDefault="00791A38" w:rsidP="00791A38">
            <w:pPr>
              <w:pStyle w:val="libPoem"/>
            </w:pPr>
            <w:r w:rsidRPr="009647FC">
              <w:rPr>
                <w:rtl/>
              </w:rPr>
              <w:t>من</w:t>
            </w:r>
            <w:r w:rsidR="004C00A8">
              <w:rPr>
                <w:rtl/>
              </w:rPr>
              <w:t xml:space="preserve"> </w:t>
            </w:r>
            <w:r w:rsidRPr="009647FC">
              <w:rPr>
                <w:rtl/>
              </w:rPr>
              <w:t>حيث</w:t>
            </w:r>
            <w:r>
              <w:rPr>
                <w:rtl/>
              </w:rPr>
              <w:t xml:space="preserve"> </w:t>
            </w:r>
            <w:r w:rsidRPr="009647FC">
              <w:rPr>
                <w:rtl/>
              </w:rPr>
              <w:t>فيه</w:t>
            </w:r>
            <w:r>
              <w:rPr>
                <w:rtl/>
              </w:rPr>
              <w:t xml:space="preserve"> </w:t>
            </w:r>
            <w:r w:rsidRPr="009647FC">
              <w:rPr>
                <w:rtl/>
              </w:rPr>
              <w:t>هو</w:t>
            </w:r>
            <w:r>
              <w:rPr>
                <w:rtl/>
              </w:rPr>
              <w:t xml:space="preserve"> </w:t>
            </w:r>
            <w:r w:rsidRPr="009647FC">
              <w:rPr>
                <w:rtl/>
              </w:rPr>
              <w:t>المقيمُ</w:t>
            </w:r>
            <w:r w:rsidRPr="00524A24">
              <w:rPr>
                <w:rStyle w:val="libPoemTiniChar0"/>
                <w:rtl/>
              </w:rPr>
              <w:br/>
              <w:t> </w:t>
            </w:r>
          </w:p>
        </w:tc>
      </w:tr>
      <w:tr w:rsidR="00791A38" w:rsidRPr="00524A24" w:rsidTr="00791A38">
        <w:trPr>
          <w:trHeight w:val="350"/>
        </w:trPr>
        <w:tc>
          <w:tcPr>
            <w:tcW w:w="3902" w:type="dxa"/>
          </w:tcPr>
          <w:p w:rsidR="00791A38" w:rsidRPr="00524A24" w:rsidRDefault="00791A38" w:rsidP="00791A38">
            <w:pPr>
              <w:pStyle w:val="libPoem"/>
            </w:pPr>
            <w:r w:rsidRPr="009647FC">
              <w:rPr>
                <w:rtl/>
              </w:rPr>
              <w:t>وسقته</w:t>
            </w:r>
            <w:r w:rsidR="004C00A8">
              <w:rPr>
                <w:rtl/>
              </w:rPr>
              <w:t xml:space="preserve"> </w:t>
            </w:r>
            <w:r w:rsidRPr="009647FC">
              <w:rPr>
                <w:rtl/>
              </w:rPr>
              <w:t>من</w:t>
            </w:r>
            <w:r>
              <w:rPr>
                <w:rtl/>
              </w:rPr>
              <w:t xml:space="preserve"> </w:t>
            </w:r>
            <w:r w:rsidRPr="009647FC">
              <w:rPr>
                <w:rtl/>
              </w:rPr>
              <w:t>أنواء</w:t>
            </w:r>
            <w:r>
              <w:rPr>
                <w:rtl/>
              </w:rPr>
              <w:t xml:space="preserve"> </w:t>
            </w:r>
            <w:r w:rsidRPr="009647FC">
              <w:rPr>
                <w:rtl/>
              </w:rPr>
              <w:t>عفو</w:t>
            </w:r>
            <w:r w:rsidRPr="00524A24">
              <w:rPr>
                <w:rStyle w:val="libPoemTiniChar0"/>
                <w:rtl/>
              </w:rPr>
              <w:br/>
              <w:t> </w:t>
            </w:r>
          </w:p>
        </w:tc>
        <w:tc>
          <w:tcPr>
            <w:tcW w:w="301" w:type="dxa"/>
          </w:tcPr>
          <w:p w:rsidR="00791A38" w:rsidRPr="00524A24" w:rsidRDefault="00791A38" w:rsidP="00791A38">
            <w:pPr>
              <w:pStyle w:val="libPoem"/>
              <w:rPr>
                <w:rtl/>
              </w:rPr>
            </w:pPr>
          </w:p>
        </w:tc>
        <w:tc>
          <w:tcPr>
            <w:tcW w:w="3884" w:type="dxa"/>
          </w:tcPr>
          <w:p w:rsidR="00791A38" w:rsidRPr="00524A24" w:rsidRDefault="00791A38" w:rsidP="00791A38">
            <w:pPr>
              <w:pStyle w:val="libPoem"/>
            </w:pPr>
            <w:r w:rsidRPr="009647FC">
              <w:rPr>
                <w:rtl/>
              </w:rPr>
              <w:t>الله</w:t>
            </w:r>
            <w:r>
              <w:rPr>
                <w:rtl/>
              </w:rPr>
              <w:t xml:space="preserve"> </w:t>
            </w:r>
            <w:r w:rsidRPr="009647FC">
              <w:rPr>
                <w:rtl/>
              </w:rPr>
              <w:t>واكفةٌ</w:t>
            </w:r>
            <w:r>
              <w:rPr>
                <w:rtl/>
              </w:rPr>
              <w:t xml:space="preserve"> </w:t>
            </w:r>
            <w:r w:rsidRPr="009647FC">
              <w:rPr>
                <w:rtl/>
              </w:rPr>
              <w:t>سجومُ</w:t>
            </w:r>
            <w:r w:rsidRPr="00524A24">
              <w:rPr>
                <w:rStyle w:val="libPoemTiniChar0"/>
                <w:rtl/>
              </w:rPr>
              <w:br/>
              <w:t> </w:t>
            </w:r>
          </w:p>
        </w:tc>
      </w:tr>
    </w:tbl>
    <w:p w:rsidR="009647FC" w:rsidRPr="00524A24" w:rsidRDefault="009647FC" w:rsidP="004E7EC6">
      <w:pPr>
        <w:pStyle w:val="libNormal"/>
      </w:pPr>
      <w:r w:rsidRPr="009647FC">
        <w:rPr>
          <w:rtl/>
        </w:rPr>
        <w:t>وقال راثياً الحاج محمد رضا كبّه</w:t>
      </w:r>
      <w:r w:rsidR="00D769AB">
        <w:rPr>
          <w:rtl/>
        </w:rPr>
        <w:t>،</w:t>
      </w:r>
      <w:r w:rsidRPr="009647FC">
        <w:rPr>
          <w:rtl/>
        </w:rPr>
        <w:t xml:space="preserve"> وقد مرّ</w:t>
      </w:r>
      <w:r w:rsidR="00677BC4">
        <w:rPr>
          <w:rtl/>
        </w:rPr>
        <w:t>َ</w:t>
      </w:r>
      <w:r w:rsidRPr="009647FC">
        <w:rPr>
          <w:rtl/>
        </w:rPr>
        <w:t xml:space="preserve"> نعشه على مدينة الحلّة</w:t>
      </w:r>
      <w:r w:rsidR="00D769AB">
        <w:rPr>
          <w:rtl/>
        </w:rPr>
        <w:t>،</w:t>
      </w:r>
      <w:r w:rsidRPr="009647FC">
        <w:rPr>
          <w:rtl/>
        </w:rPr>
        <w:t xml:space="preserve"> وكان السيد صاحب الديوان خارجاً عنها في إحدى الضواحي</w:t>
      </w:r>
      <w:r w:rsidR="00D769AB">
        <w:rPr>
          <w:rtl/>
        </w:rPr>
        <w:t>،</w:t>
      </w:r>
      <w:r w:rsidRPr="009647FC">
        <w:rPr>
          <w:rtl/>
        </w:rPr>
        <w:t xml:space="preserve"> فعزّى أباه الحاج محمد صالح كبّه بهذه المقدّمة والقصيدة</w:t>
      </w:r>
      <w:r w:rsidR="00D769AB">
        <w:rPr>
          <w:rtl/>
        </w:rPr>
        <w:t>،</w:t>
      </w:r>
      <w:r w:rsidRPr="009647FC">
        <w:rPr>
          <w:rtl/>
        </w:rPr>
        <w:t xml:space="preserve"> قال</w:t>
      </w:r>
      <w:r w:rsidR="00D769AB">
        <w:rPr>
          <w:rtl/>
        </w:rPr>
        <w:t>:</w:t>
      </w:r>
    </w:p>
    <w:p w:rsidR="009647FC" w:rsidRPr="00524A24" w:rsidRDefault="00D769AB" w:rsidP="004E7EC6">
      <w:pPr>
        <w:pStyle w:val="libNormal"/>
      </w:pPr>
      <w:r>
        <w:rPr>
          <w:rtl/>
        </w:rPr>
        <w:t>(</w:t>
      </w:r>
      <w:r w:rsidR="009647FC" w:rsidRPr="009647FC">
        <w:rPr>
          <w:rtl/>
        </w:rPr>
        <w:t>هلمّ واستمعْ مقالي</w:t>
      </w:r>
      <w:r>
        <w:rPr>
          <w:rtl/>
        </w:rPr>
        <w:t>،</w:t>
      </w:r>
      <w:r w:rsidR="009647FC" w:rsidRPr="009647FC">
        <w:rPr>
          <w:rtl/>
        </w:rPr>
        <w:t xml:space="preserve"> وتعجّ</w:t>
      </w:r>
      <w:r w:rsidR="00677BC4">
        <w:rPr>
          <w:rtl/>
        </w:rPr>
        <w:t>َ</w:t>
      </w:r>
      <w:r w:rsidR="009647FC" w:rsidRPr="009647FC">
        <w:rPr>
          <w:rtl/>
        </w:rPr>
        <w:t>ب بما تصرّفت بي الليال</w:t>
      </w:r>
      <w:r>
        <w:rPr>
          <w:rtl/>
        </w:rPr>
        <w:t>،</w:t>
      </w:r>
      <w:r w:rsidR="009647FC" w:rsidRPr="009647FC">
        <w:rPr>
          <w:rtl/>
        </w:rPr>
        <w:t xml:space="preserve"> فما أخالك رأيت مثلي فقيداً شطّ</w:t>
      </w:r>
      <w:r w:rsidR="00677BC4">
        <w:rPr>
          <w:rtl/>
        </w:rPr>
        <w:t>َ</w:t>
      </w:r>
      <w:r w:rsidR="009647FC" w:rsidRPr="009647FC">
        <w:rPr>
          <w:rtl/>
        </w:rPr>
        <w:t xml:space="preserve"> به المزار</w:t>
      </w:r>
      <w:r>
        <w:rPr>
          <w:rtl/>
        </w:rPr>
        <w:t>،</w:t>
      </w:r>
      <w:r w:rsidR="009647FC" w:rsidRPr="009647FC">
        <w:rPr>
          <w:rtl/>
        </w:rPr>
        <w:t xml:space="preserve"> فلم يعلم بنفسه ساعة خرجت من الدنيا إلى دار القرار</w:t>
      </w:r>
      <w:r>
        <w:rPr>
          <w:rtl/>
        </w:rPr>
        <w:t>،</w:t>
      </w:r>
      <w:r w:rsidR="009647FC" w:rsidRPr="009647FC">
        <w:rPr>
          <w:rtl/>
        </w:rPr>
        <w:t xml:space="preserve"> ولا أظنّك سمعت قبلي بأحدٍ مات في زمنه</w:t>
      </w:r>
      <w:r>
        <w:rPr>
          <w:rtl/>
        </w:rPr>
        <w:t>،</w:t>
      </w:r>
      <w:r w:rsidR="009647FC" w:rsidRPr="009647FC">
        <w:rPr>
          <w:rtl/>
        </w:rPr>
        <w:t xml:space="preserve"> وقد أبعده الدهر عن قطنه</w:t>
      </w:r>
      <w:r>
        <w:rPr>
          <w:rtl/>
        </w:rPr>
        <w:t>،</w:t>
      </w:r>
      <w:r w:rsidR="009647FC" w:rsidRPr="009647FC">
        <w:rPr>
          <w:rtl/>
        </w:rPr>
        <w:t xml:space="preserve"> فلم يحضر تشييع نعشه عندما مرّ</w:t>
      </w:r>
      <w:r w:rsidR="00677BC4">
        <w:rPr>
          <w:rtl/>
        </w:rPr>
        <w:t>َ</w:t>
      </w:r>
      <w:r w:rsidR="009647FC" w:rsidRPr="009647FC">
        <w:rPr>
          <w:rtl/>
        </w:rPr>
        <w:t xml:space="preserve"> عاجلاً</w:t>
      </w:r>
      <w:r>
        <w:rPr>
          <w:rtl/>
        </w:rPr>
        <w:t>،</w:t>
      </w:r>
      <w:r w:rsidR="009647FC" w:rsidRPr="009647FC">
        <w:rPr>
          <w:rtl/>
        </w:rPr>
        <w:t xml:space="preserve"> ولم يشهد حلول رمسه مذ أودع في دار البلى</w:t>
      </w:r>
      <w:r>
        <w:rPr>
          <w:rtl/>
        </w:rPr>
        <w:t>:</w:t>
      </w:r>
    </w:p>
    <w:tbl>
      <w:tblPr>
        <w:tblStyle w:val="TableGrid"/>
        <w:bidiVisual/>
        <w:tblW w:w="4562" w:type="pct"/>
        <w:tblInd w:w="384" w:type="dxa"/>
        <w:tblLook w:val="04A0"/>
      </w:tblPr>
      <w:tblGrid>
        <w:gridCol w:w="3902"/>
        <w:gridCol w:w="301"/>
        <w:gridCol w:w="3884"/>
      </w:tblGrid>
      <w:tr w:rsidR="00791A38" w:rsidRPr="00524A24" w:rsidTr="00791A38">
        <w:trPr>
          <w:trHeight w:val="350"/>
        </w:trPr>
        <w:tc>
          <w:tcPr>
            <w:tcW w:w="3902" w:type="dxa"/>
          </w:tcPr>
          <w:p w:rsidR="00791A38" w:rsidRPr="00524A24" w:rsidRDefault="00791A38" w:rsidP="00791A38">
            <w:pPr>
              <w:pStyle w:val="libPoem"/>
            </w:pPr>
            <w:r w:rsidRPr="009647FC">
              <w:rPr>
                <w:rtl/>
              </w:rPr>
              <w:t>كفاني بهذا جوىً ما بقيت</w:t>
            </w:r>
            <w:r w:rsidRPr="00524A24">
              <w:rPr>
                <w:rStyle w:val="libPoemTiniChar0"/>
                <w:rtl/>
              </w:rPr>
              <w:br/>
              <w:t> </w:t>
            </w:r>
          </w:p>
        </w:tc>
        <w:tc>
          <w:tcPr>
            <w:tcW w:w="301" w:type="dxa"/>
          </w:tcPr>
          <w:p w:rsidR="00791A38" w:rsidRPr="00524A24" w:rsidRDefault="00791A38" w:rsidP="00791A38">
            <w:pPr>
              <w:pStyle w:val="libPoem"/>
              <w:rPr>
                <w:rtl/>
              </w:rPr>
            </w:pPr>
          </w:p>
        </w:tc>
        <w:tc>
          <w:tcPr>
            <w:tcW w:w="3884" w:type="dxa"/>
          </w:tcPr>
          <w:p w:rsidR="00791A38" w:rsidRPr="00524A24" w:rsidRDefault="00791A38" w:rsidP="00791A38">
            <w:pPr>
              <w:pStyle w:val="libPoem"/>
            </w:pPr>
            <w:r w:rsidRPr="009647FC">
              <w:rPr>
                <w:rtl/>
              </w:rPr>
              <w:t>يجدّد في القلب جرحاً رغيبا</w:t>
            </w:r>
            <w:r w:rsidRPr="00524A24">
              <w:rPr>
                <w:rStyle w:val="libPoemTiniChar0"/>
                <w:rtl/>
              </w:rPr>
              <w:br/>
              <w:t> </w:t>
            </w:r>
          </w:p>
        </w:tc>
      </w:tr>
    </w:tbl>
    <w:p w:rsidR="009647FC" w:rsidRPr="00524A24" w:rsidRDefault="009647FC" w:rsidP="004E7EC6">
      <w:pPr>
        <w:pStyle w:val="libNormal"/>
      </w:pPr>
      <w:r w:rsidRPr="009647FC">
        <w:rPr>
          <w:rtl/>
        </w:rPr>
        <w:t>نعم</w:t>
      </w:r>
      <w:r w:rsidR="00D769AB">
        <w:rPr>
          <w:rtl/>
        </w:rPr>
        <w:t>،</w:t>
      </w:r>
      <w:r w:rsidRPr="009647FC">
        <w:rPr>
          <w:rtl/>
        </w:rPr>
        <w:t xml:space="preserve"> وكلّما أردت النياحة في هذه المصيبة أفحمتني دهشة ما يتجدد في قلبي من استعظام هذه النازلة الغريبة</w:t>
      </w:r>
      <w:r w:rsidR="00D769AB">
        <w:rPr>
          <w:rtl/>
        </w:rPr>
        <w:t>،</w:t>
      </w:r>
      <w:r w:rsidRPr="009647FC">
        <w:rPr>
          <w:rtl/>
        </w:rPr>
        <w:t xml:space="preserve"> فأعود على الحبسة نفسي</w:t>
      </w:r>
      <w:r w:rsidR="00D769AB">
        <w:rPr>
          <w:rtl/>
        </w:rPr>
        <w:t>،</w:t>
      </w:r>
      <w:r w:rsidRPr="009647FC">
        <w:rPr>
          <w:rtl/>
        </w:rPr>
        <w:t xml:space="preserve"> وأتمنّى لو أنّني </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قبل صدورها عليّ</w:t>
      </w:r>
      <w:r w:rsidR="00677BC4">
        <w:rPr>
          <w:rtl/>
        </w:rPr>
        <w:t>َ</w:t>
      </w:r>
      <w:r w:rsidRPr="009647FC">
        <w:rPr>
          <w:rtl/>
        </w:rPr>
        <w:t xml:space="preserve"> حبست برمسي حتى قالت لي النفس سبق إلى أوداجك السيف هذا العذل</w:t>
      </w:r>
      <w:r w:rsidR="00D769AB">
        <w:rPr>
          <w:rtl/>
        </w:rPr>
        <w:t>،</w:t>
      </w:r>
      <w:r w:rsidRPr="009647FC">
        <w:rPr>
          <w:rtl/>
        </w:rPr>
        <w:t xml:space="preserve"> وما عسى أن أقول</w:t>
      </w:r>
      <w:r w:rsidR="00D769AB">
        <w:rPr>
          <w:rtl/>
        </w:rPr>
        <w:t>؟</w:t>
      </w:r>
      <w:r w:rsidRPr="009647FC">
        <w:rPr>
          <w:rtl/>
        </w:rPr>
        <w:t xml:space="preserve"> ولم</w:t>
      </w:r>
      <w:r w:rsidR="00677BC4">
        <w:rPr>
          <w:rtl/>
        </w:rPr>
        <w:t>َ</w:t>
      </w:r>
      <w:r w:rsidRPr="009647FC">
        <w:rPr>
          <w:rtl/>
        </w:rPr>
        <w:t>نْ أعزِّي وأنا الثكول</w:t>
      </w:r>
      <w:r w:rsidR="00D769AB">
        <w:rPr>
          <w:rtl/>
        </w:rPr>
        <w:t>؟</w:t>
      </w:r>
      <w:r w:rsidRPr="009647FC">
        <w:rPr>
          <w:rtl/>
        </w:rPr>
        <w:t xml:space="preserve"> وعلى م</w:t>
      </w:r>
      <w:r w:rsidR="00677BC4">
        <w:rPr>
          <w:rtl/>
        </w:rPr>
        <w:t>َ</w:t>
      </w:r>
      <w:r w:rsidRPr="009647FC">
        <w:rPr>
          <w:rtl/>
        </w:rPr>
        <w:t>نْ أنوح وأنا الفقيد</w:t>
      </w:r>
      <w:r w:rsidR="00D769AB">
        <w:rPr>
          <w:rtl/>
        </w:rPr>
        <w:t>؟</w:t>
      </w:r>
      <w:r w:rsidRPr="009647FC">
        <w:rPr>
          <w:rtl/>
        </w:rPr>
        <w:t xml:space="preserve"> ولم</w:t>
      </w:r>
      <w:r w:rsidR="00677BC4">
        <w:rPr>
          <w:rtl/>
        </w:rPr>
        <w:t>َ</w:t>
      </w:r>
      <w:r w:rsidRPr="009647FC">
        <w:rPr>
          <w:rtl/>
        </w:rPr>
        <w:t>نْ في اللحد أنادي وأنا الملحود</w:t>
      </w:r>
      <w:r w:rsidR="00D769AB">
        <w:rPr>
          <w:rtl/>
        </w:rPr>
        <w:t>؟</w:t>
      </w:r>
    </w:p>
    <w:tbl>
      <w:tblPr>
        <w:tblStyle w:val="TableGrid"/>
        <w:bidiVisual/>
        <w:tblW w:w="4562" w:type="pct"/>
        <w:tblInd w:w="384" w:type="dxa"/>
        <w:tblLook w:val="04A0"/>
      </w:tblPr>
      <w:tblGrid>
        <w:gridCol w:w="3902"/>
        <w:gridCol w:w="301"/>
        <w:gridCol w:w="3884"/>
      </w:tblGrid>
      <w:tr w:rsidR="00791A38" w:rsidRPr="00524A24" w:rsidTr="00791A38">
        <w:trPr>
          <w:trHeight w:val="350"/>
        </w:trPr>
        <w:tc>
          <w:tcPr>
            <w:tcW w:w="3902" w:type="dxa"/>
          </w:tcPr>
          <w:p w:rsidR="00791A38" w:rsidRPr="00524A24" w:rsidRDefault="00791A38" w:rsidP="00791A38">
            <w:pPr>
              <w:pStyle w:val="libPoem"/>
            </w:pPr>
            <w:r w:rsidRPr="009647FC">
              <w:rPr>
                <w:rtl/>
              </w:rPr>
              <w:t>ما أخطأتك النائبات</w:t>
            </w:r>
            <w:r w:rsidRPr="00524A24">
              <w:rPr>
                <w:rStyle w:val="libPoemTiniChar0"/>
                <w:rtl/>
              </w:rPr>
              <w:br/>
              <w:t> </w:t>
            </w:r>
          </w:p>
        </w:tc>
        <w:tc>
          <w:tcPr>
            <w:tcW w:w="301" w:type="dxa"/>
          </w:tcPr>
          <w:p w:rsidR="00791A38" w:rsidRPr="00524A24" w:rsidRDefault="00791A38" w:rsidP="00791A38">
            <w:pPr>
              <w:pStyle w:val="libPoem"/>
              <w:rPr>
                <w:rtl/>
              </w:rPr>
            </w:pPr>
          </w:p>
        </w:tc>
        <w:tc>
          <w:tcPr>
            <w:tcW w:w="3884" w:type="dxa"/>
          </w:tcPr>
          <w:p w:rsidR="00791A38" w:rsidRPr="00524A24" w:rsidRDefault="00791A38" w:rsidP="00791A38">
            <w:pPr>
              <w:pStyle w:val="libPoem"/>
            </w:pPr>
            <w:r w:rsidRPr="009647FC">
              <w:rPr>
                <w:rtl/>
              </w:rPr>
              <w:t>إذا أصابت م</w:t>
            </w:r>
            <w:r>
              <w:rPr>
                <w:rtl/>
              </w:rPr>
              <w:t>َ</w:t>
            </w:r>
            <w:r w:rsidRPr="009647FC">
              <w:rPr>
                <w:rtl/>
              </w:rPr>
              <w:t>نْ تحب</w:t>
            </w:r>
            <w:r w:rsidRPr="00524A24">
              <w:rPr>
                <w:rStyle w:val="libPoemTiniChar0"/>
                <w:rtl/>
              </w:rPr>
              <w:br/>
              <w:t> </w:t>
            </w:r>
          </w:p>
        </w:tc>
      </w:tr>
    </w:tbl>
    <w:p w:rsidR="009647FC" w:rsidRPr="00524A24" w:rsidRDefault="009647FC" w:rsidP="004E7EC6">
      <w:pPr>
        <w:pStyle w:val="libNormal"/>
      </w:pPr>
      <w:r w:rsidRPr="009647FC">
        <w:rPr>
          <w:rtl/>
        </w:rPr>
        <w:t>بلى</w:t>
      </w:r>
      <w:r w:rsidR="00D769AB">
        <w:rPr>
          <w:rtl/>
        </w:rPr>
        <w:t>،</w:t>
      </w:r>
      <w:r w:rsidRPr="009647FC">
        <w:rPr>
          <w:rtl/>
        </w:rPr>
        <w:t xml:space="preserve"> وتربة وارت بالأمس م</w:t>
      </w:r>
      <w:r w:rsidR="00677BC4">
        <w:rPr>
          <w:rtl/>
        </w:rPr>
        <w:t>َ</w:t>
      </w:r>
      <w:r w:rsidRPr="009647FC">
        <w:rPr>
          <w:rtl/>
        </w:rPr>
        <w:t>نْ هو أعزُّ عليّ</w:t>
      </w:r>
      <w:r w:rsidR="00677BC4">
        <w:rPr>
          <w:rtl/>
        </w:rPr>
        <w:t>َ</w:t>
      </w:r>
      <w:r w:rsidRPr="009647FC">
        <w:rPr>
          <w:rtl/>
        </w:rPr>
        <w:t xml:space="preserve"> منّي</w:t>
      </w:r>
      <w:r w:rsidR="00D769AB">
        <w:rPr>
          <w:rtl/>
        </w:rPr>
        <w:t>،</w:t>
      </w:r>
      <w:r w:rsidRPr="009647FC">
        <w:rPr>
          <w:rtl/>
        </w:rPr>
        <w:t xml:space="preserve"> وحفرةٍ غمّضت أجفانها على ضياء عيني</w:t>
      </w:r>
      <w:r w:rsidR="00D769AB">
        <w:rPr>
          <w:rtl/>
        </w:rPr>
        <w:t>،</w:t>
      </w:r>
      <w:r w:rsidRPr="009647FC">
        <w:rPr>
          <w:rtl/>
        </w:rPr>
        <w:t xml:space="preserve"> لا سمحت لك قريحة لبّي</w:t>
      </w:r>
      <w:r w:rsidR="00D769AB">
        <w:rPr>
          <w:rtl/>
        </w:rPr>
        <w:t>،</w:t>
      </w:r>
      <w:r w:rsidRPr="009647FC">
        <w:rPr>
          <w:rtl/>
        </w:rPr>
        <w:t xml:space="preserve"> أو تنوح عليّ</w:t>
      </w:r>
      <w:r w:rsidR="00677BC4">
        <w:rPr>
          <w:rtl/>
        </w:rPr>
        <w:t>َ</w:t>
      </w:r>
      <w:r w:rsidRPr="009647FC">
        <w:rPr>
          <w:rtl/>
        </w:rPr>
        <w:t xml:space="preserve"> بلسان حالي فحسبي نياحة قلبي</w:t>
      </w:r>
      <w:r w:rsidR="00D769AB">
        <w:rPr>
          <w:rtl/>
        </w:rPr>
        <w:t>،</w:t>
      </w:r>
      <w:r w:rsidRPr="009647FC">
        <w:rPr>
          <w:rtl/>
        </w:rPr>
        <w:t xml:space="preserve"> فأجبتها إلى مقالها</w:t>
      </w:r>
      <w:r w:rsidR="00D769AB">
        <w:rPr>
          <w:rtl/>
        </w:rPr>
        <w:t>،</w:t>
      </w:r>
      <w:r w:rsidRPr="009647FC">
        <w:rPr>
          <w:rtl/>
        </w:rPr>
        <w:t xml:space="preserve"> وقلت وعيني تجود بانهمالها</w:t>
      </w:r>
      <w:r w:rsidR="00D769AB">
        <w:rPr>
          <w:rtl/>
        </w:rPr>
        <w:t>):</w:t>
      </w:r>
    </w:p>
    <w:tbl>
      <w:tblPr>
        <w:tblStyle w:val="TableGrid"/>
        <w:bidiVisual/>
        <w:tblW w:w="4562" w:type="pct"/>
        <w:tblInd w:w="384" w:type="dxa"/>
        <w:tblLook w:val="04A0"/>
      </w:tblPr>
      <w:tblGrid>
        <w:gridCol w:w="3902"/>
        <w:gridCol w:w="301"/>
        <w:gridCol w:w="3884"/>
      </w:tblGrid>
      <w:tr w:rsidR="00EE78AE" w:rsidRPr="00524A24" w:rsidTr="00EE78AE">
        <w:trPr>
          <w:trHeight w:val="350"/>
        </w:trPr>
        <w:tc>
          <w:tcPr>
            <w:tcW w:w="3902" w:type="dxa"/>
          </w:tcPr>
          <w:p w:rsidR="00EE78AE" w:rsidRPr="00524A24" w:rsidRDefault="00EE78AE" w:rsidP="00AE101C">
            <w:pPr>
              <w:pStyle w:val="libPoem"/>
            </w:pPr>
            <w:r w:rsidRPr="009647FC">
              <w:rPr>
                <w:rtl/>
              </w:rPr>
              <w:t>إطوياني</w:t>
            </w:r>
            <w:r w:rsidR="004C00A8">
              <w:rPr>
                <w:rtl/>
              </w:rPr>
              <w:t xml:space="preserve"> </w:t>
            </w:r>
            <w:r w:rsidRPr="009647FC">
              <w:rPr>
                <w:rtl/>
              </w:rPr>
              <w:t>ملامة</w:t>
            </w:r>
            <w:r>
              <w:rPr>
                <w:rtl/>
              </w:rPr>
              <w:t xml:space="preserve"> </w:t>
            </w:r>
            <w:r w:rsidRPr="009647FC">
              <w:rPr>
                <w:rtl/>
              </w:rPr>
              <w:t>وانشراني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بلغ</w:t>
            </w:r>
            <w:r>
              <w:rPr>
                <w:rtl/>
              </w:rPr>
              <w:t xml:space="preserve"> </w:t>
            </w:r>
            <w:r w:rsidRPr="009647FC">
              <w:rPr>
                <w:rtl/>
              </w:rPr>
              <w:t>الوجدُ</w:t>
            </w:r>
            <w:r>
              <w:rPr>
                <w:rtl/>
              </w:rPr>
              <w:t xml:space="preserve"> </w:t>
            </w:r>
            <w:r w:rsidRPr="009647FC">
              <w:rPr>
                <w:rtl/>
              </w:rPr>
              <w:t>حيث</w:t>
            </w:r>
            <w:r>
              <w:rPr>
                <w:rtl/>
              </w:rPr>
              <w:t xml:space="preserve"> </w:t>
            </w:r>
            <w:r w:rsidRPr="009647FC">
              <w:rPr>
                <w:rtl/>
              </w:rPr>
              <w:t>لا</w:t>
            </w:r>
            <w:r>
              <w:rPr>
                <w:rtl/>
              </w:rPr>
              <w:t xml:space="preserve"> </w:t>
            </w:r>
            <w:r w:rsidRPr="009647FC">
              <w:rPr>
                <w:rtl/>
              </w:rPr>
              <w:t>تبلغاني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قد</w:t>
            </w:r>
            <w:r w:rsidR="004C00A8">
              <w:rPr>
                <w:rtl/>
              </w:rPr>
              <w:t xml:space="preserve"> </w:t>
            </w:r>
            <w:r w:rsidRPr="009647FC">
              <w:rPr>
                <w:rtl/>
              </w:rPr>
              <w:t>عناني</w:t>
            </w:r>
            <w:r>
              <w:rPr>
                <w:rtl/>
              </w:rPr>
              <w:t xml:space="preserve"> </w:t>
            </w:r>
            <w:r w:rsidRPr="009647FC">
              <w:rPr>
                <w:rtl/>
              </w:rPr>
              <w:t>جوىً</w:t>
            </w:r>
            <w:r>
              <w:rPr>
                <w:rtl/>
              </w:rPr>
              <w:t xml:space="preserve"> </w:t>
            </w:r>
            <w:r w:rsidRPr="009647FC">
              <w:rPr>
                <w:rtl/>
              </w:rPr>
              <w:t>يطول</w:t>
            </w:r>
            <w:r>
              <w:rPr>
                <w:rtl/>
              </w:rPr>
              <w:t xml:space="preserve"> </w:t>
            </w:r>
            <w:r w:rsidRPr="009647FC">
              <w:rPr>
                <w:rtl/>
              </w:rPr>
              <w:t>وفيه</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يقصر</w:t>
            </w:r>
            <w:r>
              <w:rPr>
                <w:rtl/>
              </w:rPr>
              <w:t xml:space="preserve"> </w:t>
            </w:r>
            <w:r w:rsidRPr="009647FC">
              <w:rPr>
                <w:rtl/>
              </w:rPr>
              <w:t>اللومُ</w:t>
            </w:r>
            <w:r>
              <w:rPr>
                <w:rtl/>
              </w:rPr>
              <w:t xml:space="preserve"> </w:t>
            </w:r>
            <w:r w:rsidRPr="009647FC">
              <w:rPr>
                <w:rtl/>
              </w:rPr>
              <w:t>عن</w:t>
            </w:r>
            <w:r>
              <w:rPr>
                <w:rtl/>
              </w:rPr>
              <w:t xml:space="preserve"> </w:t>
            </w:r>
            <w:r w:rsidRPr="009647FC">
              <w:rPr>
                <w:rtl/>
              </w:rPr>
              <w:t>مردِّ</w:t>
            </w:r>
            <w:r>
              <w:rPr>
                <w:rtl/>
              </w:rPr>
              <w:t xml:space="preserve"> </w:t>
            </w:r>
            <w:r w:rsidRPr="009647FC">
              <w:rPr>
                <w:rtl/>
              </w:rPr>
              <w:t>عناني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كيف</w:t>
            </w:r>
            <w:r w:rsidR="004C00A8">
              <w:rPr>
                <w:rtl/>
              </w:rPr>
              <w:t xml:space="preserve"> </w:t>
            </w:r>
            <w:r w:rsidRPr="009647FC">
              <w:rPr>
                <w:rtl/>
              </w:rPr>
              <w:t>عيني</w:t>
            </w:r>
            <w:r>
              <w:rPr>
                <w:rtl/>
              </w:rPr>
              <w:t xml:space="preserve"> </w:t>
            </w:r>
            <w:r w:rsidRPr="009647FC">
              <w:rPr>
                <w:rtl/>
              </w:rPr>
              <w:t>لم</w:t>
            </w:r>
            <w:r>
              <w:rPr>
                <w:rtl/>
              </w:rPr>
              <w:t xml:space="preserve"> </w:t>
            </w:r>
            <w:r w:rsidRPr="009647FC">
              <w:rPr>
                <w:rtl/>
              </w:rPr>
              <w:t>تغدُ</w:t>
            </w:r>
            <w:r>
              <w:rPr>
                <w:rtl/>
              </w:rPr>
              <w:t xml:space="preserve"> </w:t>
            </w:r>
            <w:r w:rsidRPr="009647FC">
              <w:rPr>
                <w:rtl/>
              </w:rPr>
              <w:t>بيضاء</w:t>
            </w:r>
            <w:r>
              <w:rPr>
                <w:rtl/>
              </w:rPr>
              <w:t xml:space="preserve"> </w:t>
            </w:r>
            <w:r w:rsidRPr="009647FC">
              <w:rPr>
                <w:rtl/>
              </w:rPr>
              <w:t>حزنا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وهي</w:t>
            </w:r>
            <w:r w:rsidR="004C00A8">
              <w:rPr>
                <w:rtl/>
              </w:rPr>
              <w:t xml:space="preserve"> </w:t>
            </w:r>
            <w:r w:rsidRPr="009647FC">
              <w:rPr>
                <w:rtl/>
              </w:rPr>
              <w:t>قد</w:t>
            </w:r>
            <w:r>
              <w:rPr>
                <w:rtl/>
              </w:rPr>
              <w:t xml:space="preserve"> </w:t>
            </w:r>
            <w:r w:rsidRPr="009647FC">
              <w:rPr>
                <w:rtl/>
              </w:rPr>
              <w:t>أصبحت</w:t>
            </w:r>
            <w:r>
              <w:rPr>
                <w:rtl/>
              </w:rPr>
              <w:t xml:space="preserve"> </w:t>
            </w:r>
            <w:r w:rsidRPr="009647FC">
              <w:rPr>
                <w:rtl/>
              </w:rPr>
              <w:t>بلا</w:t>
            </w:r>
            <w:r>
              <w:rPr>
                <w:rtl/>
              </w:rPr>
              <w:t xml:space="preserve"> </w:t>
            </w:r>
            <w:r w:rsidRPr="009647FC">
              <w:rPr>
                <w:rtl/>
              </w:rPr>
              <w:t>إنسانِ؟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إنّ</w:t>
            </w:r>
            <w:r w:rsidR="004C00A8">
              <w:rPr>
                <w:rtl/>
              </w:rPr>
              <w:t xml:space="preserve"> </w:t>
            </w:r>
            <w:r w:rsidRPr="009647FC">
              <w:rPr>
                <w:rtl/>
              </w:rPr>
              <w:t>صوت</w:t>
            </w:r>
            <w:r>
              <w:rPr>
                <w:rtl/>
              </w:rPr>
              <w:t xml:space="preserve"> </w:t>
            </w:r>
            <w:r w:rsidRPr="009647FC">
              <w:rPr>
                <w:rtl/>
              </w:rPr>
              <w:t>النعيِّ</w:t>
            </w:r>
            <w:r>
              <w:rPr>
                <w:rtl/>
              </w:rPr>
              <w:t xml:space="preserve"> </w:t>
            </w:r>
            <w:r w:rsidRPr="009647FC">
              <w:rPr>
                <w:rtl/>
              </w:rPr>
              <w:t>مذ</w:t>
            </w:r>
            <w:r>
              <w:rPr>
                <w:rtl/>
              </w:rPr>
              <w:t xml:space="preserve"> </w:t>
            </w:r>
            <w:r w:rsidRPr="009647FC">
              <w:rPr>
                <w:rtl/>
              </w:rPr>
              <w:t>خاض</w:t>
            </w:r>
            <w:r>
              <w:rPr>
                <w:rtl/>
              </w:rPr>
              <w:t xml:space="preserve"> </w:t>
            </w:r>
            <w:r w:rsidRPr="009647FC">
              <w:rPr>
                <w:rtl/>
              </w:rPr>
              <w:t>سمعي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خلته</w:t>
            </w:r>
            <w:r>
              <w:rPr>
                <w:rtl/>
              </w:rPr>
              <w:t xml:space="preserve"> </w:t>
            </w:r>
            <w:r w:rsidRPr="009647FC">
              <w:rPr>
                <w:rtl/>
              </w:rPr>
              <w:t>في</w:t>
            </w:r>
            <w:r>
              <w:rPr>
                <w:rtl/>
              </w:rPr>
              <w:t xml:space="preserve"> </w:t>
            </w:r>
            <w:r w:rsidRPr="009647FC">
              <w:rPr>
                <w:rtl/>
              </w:rPr>
              <w:t>حشاي</w:t>
            </w:r>
            <w:r>
              <w:rPr>
                <w:rtl/>
              </w:rPr>
              <w:t xml:space="preserve"> </w:t>
            </w:r>
            <w:r w:rsidRPr="009647FC">
              <w:rPr>
                <w:rtl/>
              </w:rPr>
              <w:t>غرب</w:t>
            </w:r>
            <w:r>
              <w:rPr>
                <w:rtl/>
              </w:rPr>
              <w:t xml:space="preserve">َ </w:t>
            </w:r>
            <w:r w:rsidRPr="009647FC">
              <w:rPr>
                <w:rtl/>
              </w:rPr>
              <w:t>سنانِ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وعضضت</w:t>
            </w:r>
            <w:r>
              <w:rPr>
                <w:rtl/>
              </w:rPr>
              <w:t xml:space="preserve"> </w:t>
            </w:r>
            <w:r w:rsidRPr="009647FC">
              <w:rPr>
                <w:rtl/>
              </w:rPr>
              <w:t>البنان</w:t>
            </w:r>
            <w:r>
              <w:rPr>
                <w:rtl/>
              </w:rPr>
              <w:t xml:space="preserve">َ </w:t>
            </w:r>
            <w:r w:rsidRPr="009647FC">
              <w:rPr>
                <w:rtl/>
              </w:rPr>
              <w:t>غيظاً</w:t>
            </w:r>
            <w:r>
              <w:rPr>
                <w:rtl/>
              </w:rPr>
              <w:t xml:space="preserve"> </w:t>
            </w:r>
            <w:r w:rsidRPr="009647FC">
              <w:rPr>
                <w:rtl/>
              </w:rPr>
              <w:t>ولكن</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لا</w:t>
            </w:r>
            <w:r w:rsidR="004C00A8">
              <w:rPr>
                <w:rtl/>
              </w:rPr>
              <w:t xml:space="preserve"> </w:t>
            </w:r>
            <w:r w:rsidRPr="009647FC">
              <w:rPr>
                <w:rtl/>
              </w:rPr>
              <w:t>يفيد</w:t>
            </w:r>
            <w:r>
              <w:rPr>
                <w:rtl/>
              </w:rPr>
              <w:t xml:space="preserve"> </w:t>
            </w:r>
            <w:r w:rsidRPr="009647FC">
              <w:rPr>
                <w:rtl/>
              </w:rPr>
              <w:t>المكلوم</w:t>
            </w:r>
            <w:r>
              <w:rPr>
                <w:rtl/>
              </w:rPr>
              <w:t xml:space="preserve"> </w:t>
            </w:r>
            <w:r w:rsidRPr="009647FC">
              <w:rPr>
                <w:rtl/>
              </w:rPr>
              <w:t>عضُّ</w:t>
            </w:r>
            <w:r>
              <w:rPr>
                <w:rtl/>
              </w:rPr>
              <w:t xml:space="preserve"> </w:t>
            </w:r>
            <w:r w:rsidRPr="009647FC">
              <w:rPr>
                <w:rtl/>
              </w:rPr>
              <w:t>البنانِ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فاعذراني</w:t>
            </w:r>
            <w:r w:rsidR="004C00A8">
              <w:rPr>
                <w:rtl/>
              </w:rPr>
              <w:t xml:space="preserve"> </w:t>
            </w:r>
            <w:r w:rsidRPr="009647FC">
              <w:rPr>
                <w:rtl/>
              </w:rPr>
              <w:t>إذا</w:t>
            </w:r>
            <w:r>
              <w:rPr>
                <w:rtl/>
              </w:rPr>
              <w:t xml:space="preserve"> </w:t>
            </w:r>
            <w:r w:rsidRPr="009647FC">
              <w:rPr>
                <w:rtl/>
              </w:rPr>
              <w:t>ربطتُ</w:t>
            </w:r>
            <w:r>
              <w:rPr>
                <w:rtl/>
              </w:rPr>
              <w:t xml:space="preserve"> </w:t>
            </w:r>
            <w:r w:rsidRPr="009647FC">
              <w:rPr>
                <w:rtl/>
              </w:rPr>
              <w:t>فؤادي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بيدي</w:t>
            </w:r>
            <w:r>
              <w:rPr>
                <w:rtl/>
              </w:rPr>
              <w:t xml:space="preserve"> </w:t>
            </w:r>
            <w:r w:rsidRPr="009647FC">
              <w:rPr>
                <w:rtl/>
              </w:rPr>
              <w:t>وانطويتُ</w:t>
            </w:r>
            <w:r>
              <w:rPr>
                <w:rtl/>
              </w:rPr>
              <w:t xml:space="preserve"> </w:t>
            </w:r>
            <w:r w:rsidRPr="009647FC">
              <w:rPr>
                <w:rtl/>
              </w:rPr>
              <w:t>ممّا</w:t>
            </w:r>
            <w:r>
              <w:rPr>
                <w:rtl/>
              </w:rPr>
              <w:t xml:space="preserve"> </w:t>
            </w:r>
            <w:r w:rsidRPr="009647FC">
              <w:rPr>
                <w:rtl/>
              </w:rPr>
              <w:t>دهاني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إنّ</w:t>
            </w:r>
            <w:r w:rsidR="004C00A8">
              <w:rPr>
                <w:rtl/>
              </w:rPr>
              <w:t xml:space="preserve"> </w:t>
            </w:r>
            <w:r w:rsidRPr="009647FC">
              <w:rPr>
                <w:rtl/>
              </w:rPr>
              <w:t>قلبي</w:t>
            </w:r>
            <w:r>
              <w:rPr>
                <w:rtl/>
              </w:rPr>
              <w:t xml:space="preserve"> </w:t>
            </w:r>
            <w:r w:rsidRPr="009647FC">
              <w:rPr>
                <w:rtl/>
              </w:rPr>
              <w:t>من</w:t>
            </w:r>
            <w:r>
              <w:rPr>
                <w:rtl/>
              </w:rPr>
              <w:t xml:space="preserve"> </w:t>
            </w:r>
            <w:r w:rsidRPr="009647FC">
              <w:rPr>
                <w:rtl/>
              </w:rPr>
              <w:t>دهشتي</w:t>
            </w:r>
            <w:r>
              <w:rPr>
                <w:rtl/>
              </w:rPr>
              <w:t xml:space="preserve"> </w:t>
            </w:r>
            <w:r w:rsidRPr="009647FC">
              <w:rPr>
                <w:rtl/>
              </w:rPr>
              <w:t>طار</w:t>
            </w:r>
            <w:r>
              <w:rPr>
                <w:rtl/>
              </w:rPr>
              <w:t xml:space="preserve"> </w:t>
            </w:r>
            <w:r w:rsidRPr="009647FC">
              <w:rPr>
                <w:rtl/>
              </w:rPr>
              <w:t>رعبا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فغدا</w:t>
            </w:r>
            <w:r>
              <w:rPr>
                <w:rtl/>
              </w:rPr>
              <w:t xml:space="preserve"> </w:t>
            </w:r>
            <w:r w:rsidRPr="009647FC">
              <w:rPr>
                <w:rtl/>
              </w:rPr>
              <w:t>وهو</w:t>
            </w:r>
            <w:r>
              <w:rPr>
                <w:rtl/>
              </w:rPr>
              <w:t xml:space="preserve"> </w:t>
            </w:r>
            <w:r w:rsidRPr="009647FC">
              <w:rPr>
                <w:rtl/>
              </w:rPr>
              <w:t>دائم</w:t>
            </w:r>
            <w:r>
              <w:rPr>
                <w:rtl/>
              </w:rPr>
              <w:t xml:space="preserve"> </w:t>
            </w:r>
            <w:r w:rsidRPr="009647FC">
              <w:rPr>
                <w:rtl/>
              </w:rPr>
              <w:t>الخفقانِ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كفكفا</w:t>
            </w:r>
            <w:r>
              <w:rPr>
                <w:rtl/>
              </w:rPr>
              <w:t xml:space="preserve"> </w:t>
            </w:r>
            <w:r w:rsidRPr="009647FC">
              <w:rPr>
                <w:rtl/>
              </w:rPr>
              <w:t>عن</w:t>
            </w:r>
            <w:r>
              <w:rPr>
                <w:rtl/>
              </w:rPr>
              <w:t xml:space="preserve"> </w:t>
            </w:r>
            <w:r w:rsidRPr="009647FC">
              <w:rPr>
                <w:rtl/>
              </w:rPr>
              <w:t>حشاي</w:t>
            </w:r>
            <w:r>
              <w:rPr>
                <w:rtl/>
              </w:rPr>
              <w:t xml:space="preserve"> </w:t>
            </w:r>
            <w:r w:rsidRPr="009647FC">
              <w:rPr>
                <w:rtl/>
              </w:rPr>
              <w:t>غرب</w:t>
            </w:r>
            <w:r>
              <w:rPr>
                <w:rtl/>
              </w:rPr>
              <w:t xml:space="preserve"> </w:t>
            </w:r>
            <w:r w:rsidRPr="009647FC">
              <w:rPr>
                <w:rtl/>
              </w:rPr>
              <w:t>ملامي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من</w:t>
            </w:r>
            <w:r>
              <w:rPr>
                <w:rtl/>
              </w:rPr>
              <w:t xml:space="preserve"> </w:t>
            </w:r>
            <w:r w:rsidRPr="009647FC">
              <w:rPr>
                <w:rtl/>
              </w:rPr>
              <w:t>جراح</w:t>
            </w:r>
            <w:r>
              <w:rPr>
                <w:rtl/>
              </w:rPr>
              <w:t xml:space="preserve"> </w:t>
            </w:r>
            <w:r w:rsidRPr="009647FC">
              <w:rPr>
                <w:rtl/>
              </w:rPr>
              <w:t>الجوى</w:t>
            </w:r>
            <w:r>
              <w:rPr>
                <w:rtl/>
              </w:rPr>
              <w:t xml:space="preserve"> </w:t>
            </w:r>
            <w:r w:rsidRPr="009647FC">
              <w:rPr>
                <w:rtl/>
              </w:rPr>
              <w:t>بها</w:t>
            </w:r>
            <w:r>
              <w:rPr>
                <w:rtl/>
              </w:rPr>
              <w:t xml:space="preserve"> </w:t>
            </w:r>
            <w:r w:rsidRPr="009647FC">
              <w:rPr>
                <w:rtl/>
              </w:rPr>
              <w:t>ما</w:t>
            </w:r>
            <w:r>
              <w:rPr>
                <w:rtl/>
              </w:rPr>
              <w:t xml:space="preserve"> </w:t>
            </w:r>
            <w:r w:rsidRPr="009647FC">
              <w:rPr>
                <w:rtl/>
              </w:rPr>
              <w:t>كفاني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أين</w:t>
            </w:r>
            <w:r>
              <w:rPr>
                <w:rtl/>
              </w:rPr>
              <w:t xml:space="preserve"> </w:t>
            </w:r>
            <w:r w:rsidRPr="009647FC">
              <w:rPr>
                <w:rtl/>
              </w:rPr>
              <w:t>منّي</w:t>
            </w:r>
            <w:r>
              <w:rPr>
                <w:rtl/>
              </w:rPr>
              <w:t xml:space="preserve"> </w:t>
            </w:r>
            <w:r w:rsidRPr="009647FC">
              <w:rPr>
                <w:rtl/>
              </w:rPr>
              <w:t>صبري</w:t>
            </w:r>
            <w:r>
              <w:rPr>
                <w:rtl/>
              </w:rPr>
              <w:t xml:space="preserve"> </w:t>
            </w:r>
            <w:r w:rsidRPr="009647FC">
              <w:rPr>
                <w:rtl/>
              </w:rPr>
              <w:t>لأرضى</w:t>
            </w:r>
            <w:r>
              <w:rPr>
                <w:rtl/>
              </w:rPr>
              <w:t xml:space="preserve"> </w:t>
            </w:r>
            <w:r w:rsidRPr="009647FC">
              <w:rPr>
                <w:rtl/>
              </w:rPr>
              <w:t>فأسلو</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صبري</w:t>
            </w:r>
            <w:r>
              <w:rPr>
                <w:rtl/>
              </w:rPr>
              <w:t xml:space="preserve"> </w:t>
            </w:r>
            <w:r w:rsidRPr="009647FC">
              <w:rPr>
                <w:rtl/>
              </w:rPr>
              <w:t>اليوم</w:t>
            </w:r>
            <w:r>
              <w:rPr>
                <w:rtl/>
              </w:rPr>
              <w:t xml:space="preserve"> </w:t>
            </w:r>
            <w:r w:rsidRPr="009647FC">
              <w:rPr>
                <w:rtl/>
              </w:rPr>
              <w:t>والرضا</w:t>
            </w:r>
            <w:r>
              <w:rPr>
                <w:rtl/>
              </w:rPr>
              <w:t xml:space="preserve"> </w:t>
            </w:r>
            <w:r w:rsidRPr="009647FC">
              <w:rPr>
                <w:rtl/>
              </w:rPr>
              <w:t>ميّتانِ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أنا</w:t>
            </w:r>
            <w:r>
              <w:rPr>
                <w:rtl/>
              </w:rPr>
              <w:t xml:space="preserve"> </w:t>
            </w:r>
            <w:r w:rsidRPr="009647FC">
              <w:rPr>
                <w:rtl/>
              </w:rPr>
              <w:t>يا</w:t>
            </w:r>
            <w:r>
              <w:rPr>
                <w:rtl/>
              </w:rPr>
              <w:t xml:space="preserve"> </w:t>
            </w:r>
            <w:r w:rsidRPr="009647FC">
              <w:rPr>
                <w:rtl/>
              </w:rPr>
              <w:t>لائميّ</w:t>
            </w:r>
            <w:r>
              <w:rPr>
                <w:rtl/>
              </w:rPr>
              <w:t xml:space="preserve"> </w:t>
            </w:r>
            <w:r w:rsidRPr="009647FC">
              <w:rPr>
                <w:rtl/>
              </w:rPr>
              <w:t>أدري</w:t>
            </w:r>
            <w:r>
              <w:rPr>
                <w:rtl/>
              </w:rPr>
              <w:t xml:space="preserve"> </w:t>
            </w:r>
            <w:r w:rsidRPr="009647FC">
              <w:rPr>
                <w:rtl/>
              </w:rPr>
              <w:t>بطبِّي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فاعذلاني</w:t>
            </w:r>
            <w:r>
              <w:rPr>
                <w:rtl/>
              </w:rPr>
              <w:t xml:space="preserve"> </w:t>
            </w:r>
            <w:r w:rsidRPr="009647FC">
              <w:rPr>
                <w:rtl/>
              </w:rPr>
              <w:t>ما</w:t>
            </w:r>
            <w:r>
              <w:rPr>
                <w:rtl/>
              </w:rPr>
              <w:t xml:space="preserve"> </w:t>
            </w:r>
            <w:r w:rsidRPr="009647FC">
              <w:rPr>
                <w:rtl/>
              </w:rPr>
              <w:t>عشتُ</w:t>
            </w:r>
            <w:r>
              <w:rPr>
                <w:rtl/>
              </w:rPr>
              <w:t xml:space="preserve"> </w:t>
            </w:r>
            <w:r w:rsidRPr="009647FC">
              <w:rPr>
                <w:rtl/>
              </w:rPr>
              <w:t>أو</w:t>
            </w:r>
            <w:r>
              <w:rPr>
                <w:rtl/>
              </w:rPr>
              <w:t xml:space="preserve"> </w:t>
            </w:r>
            <w:r w:rsidRPr="009647FC">
              <w:rPr>
                <w:rtl/>
              </w:rPr>
              <w:t>فاعذراني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سل</w:t>
            </w:r>
            <w:r w:rsidRPr="00B371C6">
              <w:rPr>
                <w:rtl/>
              </w:rPr>
              <w:t>ّ</w:t>
            </w:r>
            <w:r w:rsidRPr="009647FC">
              <w:rPr>
                <w:rtl/>
              </w:rPr>
              <w:t>ياني</w:t>
            </w:r>
            <w:r>
              <w:rPr>
                <w:rtl/>
              </w:rPr>
              <w:t xml:space="preserve"> </w:t>
            </w:r>
            <w:r w:rsidRPr="009647FC">
              <w:rPr>
                <w:rtl/>
              </w:rPr>
              <w:t>بردّ</w:t>
            </w:r>
            <w:r>
              <w:rPr>
                <w:rtl/>
              </w:rPr>
              <w:t xml:space="preserve"> </w:t>
            </w:r>
            <w:r w:rsidRPr="009647FC">
              <w:rPr>
                <w:rtl/>
              </w:rPr>
              <w:t>روحي</w:t>
            </w:r>
            <w:r>
              <w:rPr>
                <w:rtl/>
              </w:rPr>
              <w:t xml:space="preserve"> </w:t>
            </w:r>
            <w:r w:rsidRPr="009647FC">
              <w:rPr>
                <w:rtl/>
              </w:rPr>
              <w:t>وإلاّ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فبماذا</w:t>
            </w:r>
            <w:r>
              <w:rPr>
                <w:rtl/>
              </w:rPr>
              <w:t xml:space="preserve"> </w:t>
            </w:r>
            <w:r w:rsidRPr="009647FC">
              <w:rPr>
                <w:rtl/>
              </w:rPr>
              <w:t>عنه</w:t>
            </w:r>
            <w:r>
              <w:rPr>
                <w:rtl/>
              </w:rPr>
              <w:t xml:space="preserve"> </w:t>
            </w:r>
            <w:r w:rsidRPr="009647FC">
              <w:rPr>
                <w:rtl/>
              </w:rPr>
              <w:t>إذاً</w:t>
            </w:r>
            <w:r>
              <w:rPr>
                <w:rtl/>
              </w:rPr>
              <w:t xml:space="preserve"> </w:t>
            </w:r>
            <w:r w:rsidRPr="009647FC">
              <w:rPr>
                <w:rtl/>
              </w:rPr>
              <w:t>سلواني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فرّباه</w:t>
            </w:r>
            <w:r w:rsidR="004C00A8">
              <w:rPr>
                <w:rtl/>
              </w:rPr>
              <w:t xml:space="preserve"> </w:t>
            </w:r>
            <w:r w:rsidRPr="009647FC">
              <w:rPr>
                <w:rtl/>
              </w:rPr>
              <w:t>فوق</w:t>
            </w:r>
            <w:r>
              <w:rPr>
                <w:rtl/>
              </w:rPr>
              <w:t xml:space="preserve"> </w:t>
            </w:r>
            <w:r w:rsidRPr="009647FC">
              <w:rPr>
                <w:rtl/>
              </w:rPr>
              <w:t>الثرى</w:t>
            </w:r>
            <w:r>
              <w:rPr>
                <w:rtl/>
              </w:rPr>
              <w:t xml:space="preserve"> </w:t>
            </w:r>
            <w:r w:rsidRPr="009647FC">
              <w:rPr>
                <w:rtl/>
              </w:rPr>
              <w:t>اليوم</w:t>
            </w:r>
            <w:r>
              <w:rPr>
                <w:rtl/>
              </w:rPr>
              <w:t xml:space="preserve"> </w:t>
            </w:r>
            <w:r w:rsidRPr="009647FC">
              <w:rPr>
                <w:rtl/>
              </w:rPr>
              <w:t>منّي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أو</w:t>
            </w:r>
            <w:r>
              <w:rPr>
                <w:rtl/>
              </w:rPr>
              <w:t xml:space="preserve"> </w:t>
            </w:r>
            <w:r w:rsidRPr="009647FC">
              <w:rPr>
                <w:rtl/>
              </w:rPr>
              <w:t>فمنه</w:t>
            </w:r>
            <w:r>
              <w:rPr>
                <w:rtl/>
              </w:rPr>
              <w:t xml:space="preserve"> </w:t>
            </w:r>
            <w:r w:rsidRPr="009647FC">
              <w:rPr>
                <w:rtl/>
              </w:rPr>
              <w:t>تحت</w:t>
            </w:r>
            <w:r>
              <w:rPr>
                <w:rtl/>
              </w:rPr>
              <w:t xml:space="preserve"> </w:t>
            </w:r>
            <w:r w:rsidRPr="009647FC">
              <w:rPr>
                <w:rtl/>
              </w:rPr>
              <w:t>الثرى</w:t>
            </w:r>
            <w:r>
              <w:rPr>
                <w:rtl/>
              </w:rPr>
              <w:t xml:space="preserve"> </w:t>
            </w:r>
            <w:r w:rsidRPr="009647FC">
              <w:rPr>
                <w:rtl/>
              </w:rPr>
              <w:t>قرّباني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واقبراه</w:t>
            </w:r>
            <w:r w:rsidR="004C00A8">
              <w:rPr>
                <w:rtl/>
              </w:rPr>
              <w:t xml:space="preserve"> </w:t>
            </w:r>
            <w:r w:rsidRPr="009647FC">
              <w:rPr>
                <w:rtl/>
              </w:rPr>
              <w:t>إذاً</w:t>
            </w:r>
            <w:r>
              <w:rPr>
                <w:rtl/>
              </w:rPr>
              <w:t xml:space="preserve"> </w:t>
            </w:r>
            <w:r w:rsidRPr="009647FC">
              <w:rPr>
                <w:rtl/>
              </w:rPr>
              <w:t>بقلبي</w:t>
            </w:r>
            <w:r>
              <w:rPr>
                <w:rtl/>
              </w:rPr>
              <w:t xml:space="preserve"> </w:t>
            </w:r>
            <w:r w:rsidRPr="009647FC">
              <w:rPr>
                <w:rtl/>
              </w:rPr>
              <w:t>وإلاّ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فخذاه</w:t>
            </w:r>
            <w:r w:rsidR="004C00A8">
              <w:rPr>
                <w:rtl/>
              </w:rPr>
              <w:t xml:space="preserve"> </w:t>
            </w:r>
            <w:r w:rsidRPr="009647FC">
              <w:rPr>
                <w:rtl/>
              </w:rPr>
              <w:t>بقبره</w:t>
            </w:r>
            <w:r>
              <w:rPr>
                <w:rtl/>
              </w:rPr>
              <w:t xml:space="preserve"> </w:t>
            </w:r>
            <w:r w:rsidRPr="009647FC">
              <w:rPr>
                <w:rtl/>
              </w:rPr>
              <w:t>واقبراني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وإلى</w:t>
            </w:r>
            <w:r w:rsidR="004C00A8">
              <w:rPr>
                <w:rtl/>
              </w:rPr>
              <w:t xml:space="preserve"> </w:t>
            </w:r>
            <w:r w:rsidRPr="009647FC">
              <w:rPr>
                <w:rtl/>
              </w:rPr>
              <w:t>جنب</w:t>
            </w:r>
            <w:r>
              <w:rPr>
                <w:rtl/>
              </w:rPr>
              <w:t xml:space="preserve"> </w:t>
            </w:r>
            <w:r w:rsidRPr="009647FC">
              <w:rPr>
                <w:rtl/>
              </w:rPr>
              <w:t>مهجتي</w:t>
            </w:r>
            <w:r>
              <w:rPr>
                <w:rtl/>
              </w:rPr>
              <w:t xml:space="preserve"> </w:t>
            </w:r>
            <w:r w:rsidRPr="009647FC">
              <w:rPr>
                <w:rtl/>
              </w:rPr>
              <w:t>وس</w:t>
            </w:r>
            <w:r w:rsidRPr="00B371C6">
              <w:rPr>
                <w:rtl/>
              </w:rPr>
              <w:t>ّ</w:t>
            </w:r>
            <w:r w:rsidRPr="009647FC">
              <w:rPr>
                <w:rtl/>
              </w:rPr>
              <w:t>داه</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أو</w:t>
            </w:r>
            <w:r>
              <w:rPr>
                <w:rtl/>
              </w:rPr>
              <w:t xml:space="preserve"> </w:t>
            </w:r>
            <w:r w:rsidRPr="009647FC">
              <w:rPr>
                <w:rtl/>
              </w:rPr>
              <w:t>إلى</w:t>
            </w:r>
            <w:r>
              <w:rPr>
                <w:rtl/>
              </w:rPr>
              <w:t xml:space="preserve"> </w:t>
            </w:r>
            <w:r w:rsidRPr="009647FC">
              <w:rPr>
                <w:rtl/>
              </w:rPr>
              <w:t>جنب</w:t>
            </w:r>
            <w:r>
              <w:rPr>
                <w:rtl/>
              </w:rPr>
              <w:t xml:space="preserve"> </w:t>
            </w:r>
            <w:r w:rsidRPr="009647FC">
              <w:rPr>
                <w:rtl/>
              </w:rPr>
              <w:t>جسمه</w:t>
            </w:r>
            <w:r>
              <w:rPr>
                <w:rtl/>
              </w:rPr>
              <w:t xml:space="preserve"> </w:t>
            </w:r>
            <w:r w:rsidRPr="009647FC">
              <w:rPr>
                <w:rtl/>
              </w:rPr>
              <w:t>وس</w:t>
            </w:r>
            <w:r w:rsidRPr="00B371C6">
              <w:rPr>
                <w:rtl/>
              </w:rPr>
              <w:t>ّ</w:t>
            </w:r>
            <w:r w:rsidRPr="009647FC">
              <w:rPr>
                <w:rtl/>
              </w:rPr>
              <w:t>داني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فحياتي</w:t>
            </w:r>
            <w:r w:rsidR="004C00A8">
              <w:rPr>
                <w:rtl/>
              </w:rPr>
              <w:t xml:space="preserve"> </w:t>
            </w:r>
            <w:r w:rsidRPr="009647FC">
              <w:rPr>
                <w:rtl/>
              </w:rPr>
              <w:t>وموته</w:t>
            </w:r>
            <w:r>
              <w:rPr>
                <w:rtl/>
              </w:rPr>
              <w:t xml:space="preserve"> </w:t>
            </w:r>
            <w:r w:rsidRPr="009647FC">
              <w:rPr>
                <w:rtl/>
              </w:rPr>
              <w:t>رزآن</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لم</w:t>
            </w:r>
            <w:r>
              <w:rPr>
                <w:rtl/>
              </w:rPr>
              <w:t xml:space="preserve"> </w:t>
            </w:r>
            <w:r w:rsidRPr="009647FC">
              <w:rPr>
                <w:rtl/>
              </w:rPr>
              <w:t>أقدّرْ</w:t>
            </w:r>
            <w:r>
              <w:rPr>
                <w:rtl/>
              </w:rPr>
              <w:t xml:space="preserve"> </w:t>
            </w:r>
            <w:r w:rsidRPr="009647FC">
              <w:rPr>
                <w:rtl/>
              </w:rPr>
              <w:t>عليّ</w:t>
            </w:r>
            <w:r>
              <w:rPr>
                <w:rtl/>
              </w:rPr>
              <w:t xml:space="preserve">َ </w:t>
            </w:r>
            <w:r w:rsidRPr="009647FC">
              <w:rPr>
                <w:rtl/>
              </w:rPr>
              <w:t>يجتمعان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بل</w:t>
            </w:r>
            <w:r w:rsidR="004C00A8">
              <w:rPr>
                <w:rtl/>
              </w:rPr>
              <w:t xml:space="preserve"> </w:t>
            </w:r>
            <w:r w:rsidRPr="009647FC">
              <w:rPr>
                <w:rtl/>
              </w:rPr>
              <w:t>تخيّلتُ</w:t>
            </w:r>
            <w:r>
              <w:rPr>
                <w:rtl/>
              </w:rPr>
              <w:t xml:space="preserve"> </w:t>
            </w:r>
            <w:r w:rsidRPr="009647FC">
              <w:rPr>
                <w:rtl/>
              </w:rPr>
              <w:t>أن</w:t>
            </w:r>
            <w:r>
              <w:rPr>
                <w:rtl/>
              </w:rPr>
              <w:t xml:space="preserve"> </w:t>
            </w:r>
            <w:r w:rsidRPr="009647FC">
              <w:rPr>
                <w:rtl/>
              </w:rPr>
              <w:t>يعيش</w:t>
            </w:r>
            <w:r>
              <w:rPr>
                <w:rtl/>
              </w:rPr>
              <w:t xml:space="preserve"> </w:t>
            </w:r>
            <w:r w:rsidRPr="009647FC">
              <w:rPr>
                <w:rtl/>
              </w:rPr>
              <w:t>وأفنى</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أو</w:t>
            </w:r>
            <w:r w:rsidR="004C00A8">
              <w:rPr>
                <w:rtl/>
              </w:rPr>
              <w:t xml:space="preserve"> </w:t>
            </w:r>
            <w:r w:rsidRPr="009647FC">
              <w:rPr>
                <w:rtl/>
              </w:rPr>
              <w:t>سواءً</w:t>
            </w:r>
            <w:r>
              <w:rPr>
                <w:rtl/>
              </w:rPr>
              <w:t xml:space="preserve"> </w:t>
            </w:r>
            <w:r w:rsidRPr="009647FC">
              <w:rPr>
                <w:rtl/>
              </w:rPr>
              <w:t>تضمُّنا</w:t>
            </w:r>
            <w:r>
              <w:rPr>
                <w:rtl/>
              </w:rPr>
              <w:t xml:space="preserve"> </w:t>
            </w:r>
            <w:r w:rsidRPr="009647FC">
              <w:rPr>
                <w:rtl/>
              </w:rPr>
              <w:t>حفرتان</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E78AE" w:rsidRPr="00524A24" w:rsidTr="00EE78AE">
        <w:trPr>
          <w:trHeight w:val="350"/>
        </w:trPr>
        <w:tc>
          <w:tcPr>
            <w:tcW w:w="3902" w:type="dxa"/>
          </w:tcPr>
          <w:p w:rsidR="00EE78AE" w:rsidRPr="00524A24" w:rsidRDefault="00EE78AE" w:rsidP="00AE101C">
            <w:pPr>
              <w:pStyle w:val="libPoem"/>
            </w:pPr>
            <w:r w:rsidRPr="009647FC">
              <w:rPr>
                <w:rtl/>
              </w:rPr>
              <w:lastRenderedPageBreak/>
              <w:t>لم</w:t>
            </w:r>
            <w:r w:rsidR="004C00A8">
              <w:rPr>
                <w:rtl/>
              </w:rPr>
              <w:t xml:space="preserve"> </w:t>
            </w:r>
            <w:r w:rsidRPr="009647FC">
              <w:rPr>
                <w:rtl/>
              </w:rPr>
              <w:t>أفارقه</w:t>
            </w:r>
            <w:r>
              <w:rPr>
                <w:rtl/>
              </w:rPr>
              <w:t xml:space="preserve"> </w:t>
            </w:r>
            <w:r w:rsidRPr="009647FC">
              <w:rPr>
                <w:rtl/>
              </w:rPr>
              <w:t>أجنبياً</w:t>
            </w:r>
            <w:r>
              <w:rPr>
                <w:rtl/>
              </w:rPr>
              <w:t xml:space="preserve"> </w:t>
            </w:r>
            <w:r w:rsidRPr="009647FC">
              <w:rPr>
                <w:rtl/>
              </w:rPr>
              <w:t>ولكنْ</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هو</w:t>
            </w:r>
            <w:r w:rsidR="004C00A8">
              <w:rPr>
                <w:rtl/>
              </w:rPr>
              <w:t xml:space="preserve"> </w:t>
            </w:r>
            <w:r w:rsidRPr="009647FC">
              <w:rPr>
                <w:rtl/>
              </w:rPr>
              <w:t>روحي</w:t>
            </w:r>
            <w:r>
              <w:rPr>
                <w:rtl/>
              </w:rPr>
              <w:t xml:space="preserve"> </w:t>
            </w:r>
            <w:r w:rsidRPr="009647FC">
              <w:rPr>
                <w:rtl/>
              </w:rPr>
              <w:t>وفارقت</w:t>
            </w:r>
            <w:r>
              <w:rPr>
                <w:rtl/>
              </w:rPr>
              <w:t xml:space="preserve"> </w:t>
            </w:r>
            <w:r w:rsidRPr="009647FC">
              <w:rPr>
                <w:rtl/>
              </w:rPr>
              <w:t>جثماني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قد</w:t>
            </w:r>
            <w:r w:rsidR="004C00A8">
              <w:rPr>
                <w:rtl/>
              </w:rPr>
              <w:t xml:space="preserve"> </w:t>
            </w:r>
            <w:r w:rsidRPr="009647FC">
              <w:rPr>
                <w:rtl/>
              </w:rPr>
              <w:t>نشرنا</w:t>
            </w:r>
            <w:r>
              <w:rPr>
                <w:rtl/>
              </w:rPr>
              <w:t xml:space="preserve"> </w:t>
            </w:r>
            <w:r w:rsidRPr="009647FC">
              <w:rPr>
                <w:rtl/>
              </w:rPr>
              <w:t>ما</w:t>
            </w:r>
            <w:r>
              <w:rPr>
                <w:rtl/>
              </w:rPr>
              <w:t xml:space="preserve"> </w:t>
            </w:r>
            <w:r w:rsidRPr="009647FC">
              <w:rPr>
                <w:rtl/>
              </w:rPr>
              <w:t>بيننا</w:t>
            </w:r>
            <w:r>
              <w:rPr>
                <w:rtl/>
              </w:rPr>
              <w:t xml:space="preserve"> </w:t>
            </w:r>
            <w:r w:rsidRPr="009647FC">
              <w:rPr>
                <w:rtl/>
              </w:rPr>
              <w:t>الودّ</w:t>
            </w:r>
            <w:r>
              <w:rPr>
                <w:rtl/>
              </w:rPr>
              <w:t xml:space="preserve">َ </w:t>
            </w:r>
            <w:r w:rsidRPr="009647FC">
              <w:rPr>
                <w:rtl/>
              </w:rPr>
              <w:t>دهرا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فطواه</w:t>
            </w:r>
            <w:r w:rsidR="004C00A8">
              <w:rPr>
                <w:rtl/>
              </w:rPr>
              <w:t xml:space="preserve"> </w:t>
            </w:r>
            <w:r w:rsidRPr="009647FC">
              <w:rPr>
                <w:rtl/>
              </w:rPr>
              <w:t>الردى</w:t>
            </w:r>
            <w:r>
              <w:rPr>
                <w:rtl/>
              </w:rPr>
              <w:t xml:space="preserve"> </w:t>
            </w:r>
            <w:r w:rsidRPr="009647FC">
              <w:rPr>
                <w:rtl/>
              </w:rPr>
              <w:t>وليت</w:t>
            </w:r>
            <w:r>
              <w:rPr>
                <w:rtl/>
              </w:rPr>
              <w:t xml:space="preserve"> </w:t>
            </w:r>
            <w:r w:rsidRPr="009647FC">
              <w:rPr>
                <w:rtl/>
              </w:rPr>
              <w:t>طواني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غمّضا</w:t>
            </w:r>
            <w:r>
              <w:rPr>
                <w:rtl/>
              </w:rPr>
              <w:t xml:space="preserve"> </w:t>
            </w:r>
            <w:r w:rsidRPr="009647FC">
              <w:rPr>
                <w:rtl/>
              </w:rPr>
              <w:t>ناظري</w:t>
            </w:r>
            <w:r>
              <w:rPr>
                <w:rtl/>
              </w:rPr>
              <w:t xml:space="preserve"> </w:t>
            </w:r>
            <w:r w:rsidRPr="009647FC">
              <w:rPr>
                <w:rtl/>
              </w:rPr>
              <w:t>ما</w:t>
            </w:r>
            <w:r>
              <w:rPr>
                <w:rtl/>
              </w:rPr>
              <w:t xml:space="preserve"> </w:t>
            </w:r>
            <w:r w:rsidRPr="009647FC">
              <w:rPr>
                <w:rtl/>
              </w:rPr>
              <w:t>عشتُ</w:t>
            </w:r>
            <w:r>
              <w:rPr>
                <w:rtl/>
              </w:rPr>
              <w:t xml:space="preserve"> </w:t>
            </w:r>
            <w:r w:rsidRPr="009647FC">
              <w:rPr>
                <w:rtl/>
              </w:rPr>
              <w:t>غيظا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فعلى</w:t>
            </w:r>
            <w:r>
              <w:rPr>
                <w:rtl/>
              </w:rPr>
              <w:t xml:space="preserve"> </w:t>
            </w:r>
            <w:r w:rsidRPr="009647FC">
              <w:rPr>
                <w:rtl/>
              </w:rPr>
              <w:t>م</w:t>
            </w:r>
            <w:r w:rsidRPr="00B371C6">
              <w:rPr>
                <w:rtl/>
              </w:rPr>
              <w:t>َ</w:t>
            </w:r>
            <w:r w:rsidRPr="009647FC">
              <w:rPr>
                <w:rtl/>
              </w:rPr>
              <w:t>نْ</w:t>
            </w:r>
            <w:r>
              <w:rPr>
                <w:rtl/>
              </w:rPr>
              <w:t xml:space="preserve"> </w:t>
            </w:r>
            <w:r w:rsidRPr="009647FC">
              <w:rPr>
                <w:rtl/>
              </w:rPr>
              <w:t>بعد</w:t>
            </w:r>
            <w:r>
              <w:rPr>
                <w:rtl/>
              </w:rPr>
              <w:t xml:space="preserve"> (</w:t>
            </w:r>
            <w:r w:rsidRPr="009647FC">
              <w:rPr>
                <w:rtl/>
              </w:rPr>
              <w:t>الرضا</w:t>
            </w:r>
            <w:r>
              <w:rPr>
                <w:rtl/>
              </w:rPr>
              <w:t xml:space="preserve">) </w:t>
            </w:r>
            <w:r w:rsidRPr="009647FC">
              <w:rPr>
                <w:rtl/>
              </w:rPr>
              <w:t>تفتحانِ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وزفيري</w:t>
            </w:r>
            <w:r w:rsidR="004C00A8">
              <w:rPr>
                <w:rtl/>
              </w:rPr>
              <w:t xml:space="preserve"> </w:t>
            </w:r>
            <w:r w:rsidRPr="009647FC">
              <w:rPr>
                <w:rtl/>
              </w:rPr>
              <w:t>ثقّف</w:t>
            </w:r>
            <w:r>
              <w:rPr>
                <w:rtl/>
              </w:rPr>
              <w:t xml:space="preserve"> </w:t>
            </w:r>
            <w:r w:rsidRPr="009647FC">
              <w:rPr>
                <w:rtl/>
              </w:rPr>
              <w:t>حنايا</w:t>
            </w:r>
            <w:r>
              <w:rPr>
                <w:rtl/>
              </w:rPr>
              <w:t xml:space="preserve"> </w:t>
            </w:r>
            <w:r w:rsidRPr="009647FC">
              <w:rPr>
                <w:rtl/>
              </w:rPr>
              <w:t>ضلوعي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فعلى</w:t>
            </w:r>
            <w:r>
              <w:rPr>
                <w:rtl/>
              </w:rPr>
              <w:t xml:space="preserve"> </w:t>
            </w:r>
            <w:r w:rsidRPr="009647FC">
              <w:rPr>
                <w:rtl/>
              </w:rPr>
              <w:t>ودّ</w:t>
            </w:r>
            <w:r>
              <w:rPr>
                <w:rtl/>
              </w:rPr>
              <w:t xml:space="preserve"> </w:t>
            </w:r>
            <w:r w:rsidRPr="009647FC">
              <w:rPr>
                <w:rtl/>
              </w:rPr>
              <w:t>م</w:t>
            </w:r>
            <w:r w:rsidRPr="00B371C6">
              <w:rPr>
                <w:rtl/>
              </w:rPr>
              <w:t>َ</w:t>
            </w:r>
            <w:r w:rsidRPr="009647FC">
              <w:rPr>
                <w:rtl/>
              </w:rPr>
              <w:t>نْ</w:t>
            </w:r>
            <w:r>
              <w:rPr>
                <w:rtl/>
              </w:rPr>
              <w:t xml:space="preserve"> </w:t>
            </w:r>
            <w:r w:rsidRPr="009647FC">
              <w:rPr>
                <w:rtl/>
              </w:rPr>
              <w:t>تبين</w:t>
            </w:r>
            <w:r>
              <w:rPr>
                <w:rtl/>
              </w:rPr>
              <w:t xml:space="preserve"> </w:t>
            </w:r>
            <w:r w:rsidRPr="009647FC">
              <w:rPr>
                <w:rtl/>
              </w:rPr>
              <w:t>حواني</w:t>
            </w:r>
            <w:r w:rsidRPr="004E7EC6">
              <w:rPr>
                <w:rStyle w:val="libFootnotenumChar"/>
                <w:rtl/>
              </w:rPr>
              <w:t>(1)</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وخطوب</w:t>
            </w:r>
            <w:r w:rsidR="004C00A8">
              <w:rPr>
                <w:rtl/>
              </w:rPr>
              <w:t xml:space="preserve"> </w:t>
            </w:r>
            <w:r w:rsidRPr="009647FC">
              <w:rPr>
                <w:rtl/>
              </w:rPr>
              <w:t>الزمان</w:t>
            </w:r>
            <w:r>
              <w:rPr>
                <w:rtl/>
              </w:rPr>
              <w:t xml:space="preserve"> </w:t>
            </w:r>
            <w:r w:rsidRPr="009647FC">
              <w:rPr>
                <w:rtl/>
              </w:rPr>
              <w:t>دونك</w:t>
            </w:r>
            <w:r>
              <w:rPr>
                <w:rtl/>
              </w:rPr>
              <w:t xml:space="preserve"> </w:t>
            </w:r>
            <w:r w:rsidRPr="009647FC">
              <w:rPr>
                <w:rtl/>
              </w:rPr>
              <w:t>شخصي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فلك</w:t>
            </w:r>
            <w:r>
              <w:rPr>
                <w:rtl/>
              </w:rPr>
              <w:t xml:space="preserve"> </w:t>
            </w:r>
            <w:r w:rsidRPr="009647FC">
              <w:rPr>
                <w:rtl/>
              </w:rPr>
              <w:t>اليوم</w:t>
            </w:r>
            <w:r>
              <w:rPr>
                <w:rtl/>
              </w:rPr>
              <w:t xml:space="preserve"> </w:t>
            </w:r>
            <w:r w:rsidRPr="009647FC">
              <w:rPr>
                <w:rtl/>
              </w:rPr>
              <w:t>قد</w:t>
            </w:r>
            <w:r>
              <w:rPr>
                <w:rtl/>
              </w:rPr>
              <w:t xml:space="preserve"> </w:t>
            </w:r>
            <w:r w:rsidRPr="009647FC">
              <w:rPr>
                <w:rtl/>
              </w:rPr>
              <w:t>كشفتُ</w:t>
            </w:r>
            <w:r>
              <w:rPr>
                <w:rtl/>
              </w:rPr>
              <w:t xml:space="preserve"> </w:t>
            </w:r>
            <w:r w:rsidRPr="009647FC">
              <w:rPr>
                <w:rtl/>
              </w:rPr>
              <w:t>عياني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نزعت</w:t>
            </w:r>
            <w:r w:rsidR="004C00A8">
              <w:rPr>
                <w:rtl/>
              </w:rPr>
              <w:t xml:space="preserve"> </w:t>
            </w:r>
            <w:r w:rsidRPr="009647FC">
              <w:rPr>
                <w:rtl/>
              </w:rPr>
              <w:t>عنّي</w:t>
            </w:r>
            <w:r>
              <w:rPr>
                <w:rtl/>
              </w:rPr>
              <w:t xml:space="preserve"> </w:t>
            </w:r>
            <w:r w:rsidRPr="009647FC">
              <w:rPr>
                <w:rtl/>
              </w:rPr>
              <w:t>الحوادث</w:t>
            </w:r>
            <w:r>
              <w:rPr>
                <w:rtl/>
              </w:rPr>
              <w:t xml:space="preserve"> </w:t>
            </w:r>
            <w:r w:rsidRPr="009647FC">
              <w:rPr>
                <w:rtl/>
              </w:rPr>
              <w:t>درعي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فبم</w:t>
            </w:r>
            <w:r>
              <w:rPr>
                <w:rtl/>
              </w:rPr>
              <w:t>َ</w:t>
            </w:r>
            <w:r w:rsidRPr="009647FC">
              <w:rPr>
                <w:rtl/>
              </w:rPr>
              <w:t>نْ</w:t>
            </w:r>
            <w:r w:rsidR="004C00A8">
              <w:rPr>
                <w:rtl/>
              </w:rPr>
              <w:t xml:space="preserve"> </w:t>
            </w:r>
            <w:r w:rsidRPr="009647FC">
              <w:rPr>
                <w:rtl/>
              </w:rPr>
              <w:t>أتّ</w:t>
            </w:r>
            <w:r w:rsidRPr="00B371C6">
              <w:rPr>
                <w:rtl/>
              </w:rPr>
              <w:t>َ</w:t>
            </w:r>
            <w:r w:rsidRPr="009647FC">
              <w:rPr>
                <w:rtl/>
              </w:rPr>
              <w:t>قي</w:t>
            </w:r>
            <w:r>
              <w:rPr>
                <w:rtl/>
              </w:rPr>
              <w:t xml:space="preserve"> </w:t>
            </w:r>
            <w:r w:rsidRPr="009647FC">
              <w:rPr>
                <w:rtl/>
              </w:rPr>
              <w:t>شبا</w:t>
            </w:r>
            <w:r>
              <w:rPr>
                <w:rtl/>
              </w:rPr>
              <w:t xml:space="preserve"> </w:t>
            </w:r>
            <w:r w:rsidRPr="009647FC">
              <w:rPr>
                <w:rtl/>
              </w:rPr>
              <w:t>الحدثانِ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فلكم</w:t>
            </w:r>
            <w:r>
              <w:rPr>
                <w:rtl/>
              </w:rPr>
              <w:t xml:space="preserve"> </w:t>
            </w:r>
            <w:r w:rsidRPr="009647FC">
              <w:rPr>
                <w:rtl/>
              </w:rPr>
              <w:t>قد</w:t>
            </w:r>
            <w:r>
              <w:rPr>
                <w:rtl/>
              </w:rPr>
              <w:t xml:space="preserve"> </w:t>
            </w:r>
            <w:r w:rsidRPr="009647FC">
              <w:rPr>
                <w:rtl/>
              </w:rPr>
              <w:t>لويت</w:t>
            </w:r>
            <w:r>
              <w:rPr>
                <w:rtl/>
              </w:rPr>
              <w:t xml:space="preserve"> </w:t>
            </w:r>
            <w:r w:rsidRPr="009647FC">
              <w:rPr>
                <w:rtl/>
              </w:rPr>
              <w:t>دهري</w:t>
            </w:r>
            <w:r>
              <w:rPr>
                <w:rtl/>
              </w:rPr>
              <w:t xml:space="preserve"> </w:t>
            </w:r>
            <w:r w:rsidRPr="009647FC">
              <w:rPr>
                <w:rtl/>
              </w:rPr>
              <w:t>وهذا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دهري</w:t>
            </w:r>
            <w:r w:rsidR="004C00A8">
              <w:rPr>
                <w:rtl/>
              </w:rPr>
              <w:t xml:space="preserve"> </w:t>
            </w:r>
            <w:r w:rsidRPr="009647FC">
              <w:rPr>
                <w:rtl/>
              </w:rPr>
              <w:t>اليوم</w:t>
            </w:r>
            <w:r>
              <w:rPr>
                <w:rtl/>
              </w:rPr>
              <w:t xml:space="preserve"> </w:t>
            </w:r>
            <w:r w:rsidRPr="009647FC">
              <w:rPr>
                <w:rtl/>
              </w:rPr>
              <w:t>كيف</w:t>
            </w:r>
            <w:r>
              <w:rPr>
                <w:rtl/>
              </w:rPr>
              <w:t xml:space="preserve"> </w:t>
            </w:r>
            <w:r w:rsidRPr="009647FC">
              <w:rPr>
                <w:rtl/>
              </w:rPr>
              <w:t>شاء</w:t>
            </w:r>
            <w:r>
              <w:rPr>
                <w:rtl/>
              </w:rPr>
              <w:t xml:space="preserve"> </w:t>
            </w:r>
            <w:r w:rsidRPr="009647FC">
              <w:rPr>
                <w:rtl/>
              </w:rPr>
              <w:t>لواني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لك</w:t>
            </w:r>
            <w:r>
              <w:rPr>
                <w:rtl/>
              </w:rPr>
              <w:t xml:space="preserve"> </w:t>
            </w:r>
            <w:r w:rsidRPr="009647FC">
              <w:rPr>
                <w:rtl/>
              </w:rPr>
              <w:t>أسمحتُ</w:t>
            </w:r>
            <w:r>
              <w:rPr>
                <w:rtl/>
              </w:rPr>
              <w:t xml:space="preserve"> </w:t>
            </w:r>
            <w:r w:rsidRPr="009647FC">
              <w:rPr>
                <w:rtl/>
              </w:rPr>
              <w:t>يا</w:t>
            </w:r>
            <w:r>
              <w:rPr>
                <w:rtl/>
              </w:rPr>
              <w:t xml:space="preserve"> </w:t>
            </w:r>
            <w:r w:rsidRPr="009647FC">
              <w:rPr>
                <w:rtl/>
              </w:rPr>
              <w:t>خطوب</w:t>
            </w:r>
            <w:r>
              <w:rPr>
                <w:rtl/>
              </w:rPr>
              <w:t xml:space="preserve"> </w:t>
            </w:r>
            <w:r w:rsidRPr="009647FC">
              <w:rPr>
                <w:rtl/>
              </w:rPr>
              <w:t>الزمان</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ذهبتْ</w:t>
            </w:r>
            <w:r>
              <w:rPr>
                <w:rtl/>
              </w:rPr>
              <w:t xml:space="preserve"> </w:t>
            </w:r>
            <w:r w:rsidRPr="009647FC">
              <w:rPr>
                <w:rtl/>
              </w:rPr>
              <w:t>نخوتي</w:t>
            </w:r>
            <w:r>
              <w:rPr>
                <w:rtl/>
              </w:rPr>
              <w:t xml:space="preserve"> </w:t>
            </w:r>
            <w:r w:rsidRPr="009647FC">
              <w:rPr>
                <w:rtl/>
              </w:rPr>
              <w:t>فهاك</w:t>
            </w:r>
            <w:r>
              <w:rPr>
                <w:rtl/>
              </w:rPr>
              <w:t xml:space="preserve"> </w:t>
            </w:r>
            <w:r w:rsidRPr="009647FC">
              <w:rPr>
                <w:rtl/>
              </w:rPr>
              <w:t>عناني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قد</w:t>
            </w:r>
            <w:r w:rsidR="004C00A8">
              <w:rPr>
                <w:rtl/>
              </w:rPr>
              <w:t xml:space="preserve"> </w:t>
            </w:r>
            <w:r w:rsidRPr="009647FC">
              <w:rPr>
                <w:rtl/>
              </w:rPr>
              <w:t>أبانت</w:t>
            </w:r>
            <w:r>
              <w:rPr>
                <w:rtl/>
              </w:rPr>
              <w:t xml:space="preserve"> </w:t>
            </w:r>
            <w:r w:rsidRPr="009647FC">
              <w:rPr>
                <w:rtl/>
              </w:rPr>
              <w:t>حشاي</w:t>
            </w:r>
            <w:r>
              <w:rPr>
                <w:rtl/>
              </w:rPr>
              <w:t xml:space="preserve"> </w:t>
            </w:r>
            <w:r w:rsidRPr="009647FC">
              <w:rPr>
                <w:rtl/>
              </w:rPr>
              <w:t>فاستهدفيها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نكبة</w:t>
            </w:r>
            <w:r>
              <w:rPr>
                <w:rtl/>
              </w:rPr>
              <w:t xml:space="preserve"> </w:t>
            </w:r>
            <w:r w:rsidRPr="009647FC">
              <w:rPr>
                <w:rtl/>
              </w:rPr>
              <w:t>طوّحت</w:t>
            </w:r>
            <w:r>
              <w:rPr>
                <w:rtl/>
              </w:rPr>
              <w:t xml:space="preserve"> </w:t>
            </w:r>
            <w:r w:rsidRPr="009647FC">
              <w:rPr>
                <w:rtl/>
              </w:rPr>
              <w:t>ضحىً</w:t>
            </w:r>
            <w:r>
              <w:rPr>
                <w:rtl/>
              </w:rPr>
              <w:t xml:space="preserve"> </w:t>
            </w:r>
            <w:r w:rsidRPr="009647FC">
              <w:rPr>
                <w:rtl/>
              </w:rPr>
              <w:t>بأبانِ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راصدتني</w:t>
            </w:r>
            <w:r w:rsidR="004C00A8">
              <w:rPr>
                <w:rtl/>
              </w:rPr>
              <w:t xml:space="preserve"> </w:t>
            </w:r>
            <w:r w:rsidRPr="009647FC">
              <w:rPr>
                <w:rtl/>
              </w:rPr>
              <w:t>من</w:t>
            </w:r>
            <w:r>
              <w:rPr>
                <w:rtl/>
              </w:rPr>
              <w:t xml:space="preserve"> </w:t>
            </w:r>
            <w:r w:rsidRPr="009647FC">
              <w:rPr>
                <w:rtl/>
              </w:rPr>
              <w:t>حيث</w:t>
            </w:r>
            <w:r>
              <w:rPr>
                <w:rtl/>
              </w:rPr>
              <w:t xml:space="preserve"> </w:t>
            </w:r>
            <w:r w:rsidRPr="009647FC">
              <w:rPr>
                <w:rtl/>
              </w:rPr>
              <w:t>لست</w:t>
            </w:r>
            <w:r>
              <w:rPr>
                <w:rtl/>
              </w:rPr>
              <w:t xml:space="preserve"> </w:t>
            </w:r>
            <w:r w:rsidRPr="009647FC">
              <w:rPr>
                <w:rtl/>
              </w:rPr>
              <w:t>أراها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أعين</w:t>
            </w:r>
            <w:r>
              <w:rPr>
                <w:rtl/>
              </w:rPr>
              <w:t xml:space="preserve"> </w:t>
            </w:r>
            <w:r w:rsidRPr="009647FC">
              <w:rPr>
                <w:rtl/>
              </w:rPr>
              <w:t>النائبات</w:t>
            </w:r>
            <w:r>
              <w:rPr>
                <w:rtl/>
              </w:rPr>
              <w:t xml:space="preserve"> </w:t>
            </w:r>
            <w:r w:rsidRPr="009647FC">
              <w:rPr>
                <w:rtl/>
              </w:rPr>
              <w:t>وهي</w:t>
            </w:r>
            <w:r>
              <w:rPr>
                <w:rtl/>
              </w:rPr>
              <w:t xml:space="preserve"> </w:t>
            </w:r>
            <w:r w:rsidRPr="009647FC">
              <w:rPr>
                <w:rtl/>
              </w:rPr>
              <w:t>تراني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فرمتني</w:t>
            </w:r>
            <w:r>
              <w:rPr>
                <w:rtl/>
              </w:rPr>
              <w:t xml:space="preserve"> </w:t>
            </w:r>
            <w:r w:rsidRPr="009647FC">
              <w:rPr>
                <w:rtl/>
              </w:rPr>
              <w:t>من</w:t>
            </w:r>
            <w:r>
              <w:rPr>
                <w:rtl/>
              </w:rPr>
              <w:t xml:space="preserve"> </w:t>
            </w:r>
            <w:r w:rsidRPr="009647FC">
              <w:rPr>
                <w:rtl/>
              </w:rPr>
              <w:t>حيث</w:t>
            </w:r>
            <w:r>
              <w:rPr>
                <w:rtl/>
              </w:rPr>
              <w:t xml:space="preserve"> </w:t>
            </w:r>
            <w:r w:rsidRPr="009647FC">
              <w:rPr>
                <w:rtl/>
              </w:rPr>
              <w:t>لا</w:t>
            </w:r>
            <w:r>
              <w:rPr>
                <w:rtl/>
              </w:rPr>
              <w:t xml:space="preserve"> </w:t>
            </w:r>
            <w:r w:rsidRPr="009647FC">
              <w:rPr>
                <w:rtl/>
              </w:rPr>
              <w:t>أت</w:t>
            </w:r>
            <w:r w:rsidRPr="00B371C6">
              <w:rPr>
                <w:rtl/>
              </w:rPr>
              <w:t>ّ</w:t>
            </w:r>
            <w:r w:rsidRPr="009647FC">
              <w:rPr>
                <w:rtl/>
              </w:rPr>
              <w:t>قيها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بسهام</w:t>
            </w:r>
            <w:r w:rsidR="004C00A8">
              <w:rPr>
                <w:rtl/>
              </w:rPr>
              <w:t xml:space="preserve"> </w:t>
            </w:r>
            <w:r w:rsidRPr="009647FC">
              <w:rPr>
                <w:rtl/>
              </w:rPr>
              <w:t>الهموم</w:t>
            </w:r>
            <w:r>
              <w:rPr>
                <w:rtl/>
              </w:rPr>
              <w:t xml:space="preserve"> </w:t>
            </w:r>
            <w:r w:rsidRPr="009647FC">
              <w:rPr>
                <w:rtl/>
              </w:rPr>
              <w:t>والأحزانِ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فأنا</w:t>
            </w:r>
            <w:r w:rsidR="004C00A8">
              <w:rPr>
                <w:rtl/>
              </w:rPr>
              <w:t xml:space="preserve"> </w:t>
            </w:r>
            <w:r w:rsidRPr="009647FC">
              <w:rPr>
                <w:rtl/>
              </w:rPr>
              <w:t>اليوم</w:t>
            </w:r>
            <w:r>
              <w:rPr>
                <w:rtl/>
              </w:rPr>
              <w:t xml:space="preserve"> </w:t>
            </w:r>
            <w:r w:rsidRPr="009647FC">
              <w:rPr>
                <w:rtl/>
              </w:rPr>
              <w:t>يا</w:t>
            </w:r>
            <w:r>
              <w:rPr>
                <w:rtl/>
              </w:rPr>
              <w:t xml:space="preserve"> </w:t>
            </w:r>
            <w:r w:rsidRPr="009647FC">
              <w:rPr>
                <w:rtl/>
              </w:rPr>
              <w:t>نوائبُ</w:t>
            </w:r>
            <w:r>
              <w:rPr>
                <w:rtl/>
              </w:rPr>
              <w:t xml:space="preserve"> </w:t>
            </w:r>
            <w:r w:rsidRPr="009647FC">
              <w:rPr>
                <w:rtl/>
              </w:rPr>
              <w:t>كلِّي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مقتلٌ</w:t>
            </w:r>
            <w:r w:rsidR="004C00A8">
              <w:rPr>
                <w:rtl/>
              </w:rPr>
              <w:t xml:space="preserve"> </w:t>
            </w:r>
            <w:r w:rsidRPr="009647FC">
              <w:rPr>
                <w:rtl/>
              </w:rPr>
              <w:t>بارزٌ</w:t>
            </w:r>
            <w:r>
              <w:rPr>
                <w:rtl/>
              </w:rPr>
              <w:t xml:space="preserve"> </w:t>
            </w:r>
            <w:r w:rsidRPr="009647FC">
              <w:rPr>
                <w:rtl/>
              </w:rPr>
              <w:t>لم</w:t>
            </w:r>
            <w:r>
              <w:rPr>
                <w:rtl/>
              </w:rPr>
              <w:t>َ</w:t>
            </w:r>
            <w:r w:rsidRPr="009647FC">
              <w:rPr>
                <w:rtl/>
              </w:rPr>
              <w:t>نْ</w:t>
            </w:r>
            <w:r>
              <w:rPr>
                <w:rtl/>
              </w:rPr>
              <w:t xml:space="preserve"> </w:t>
            </w:r>
            <w:r w:rsidRPr="009647FC">
              <w:rPr>
                <w:rtl/>
              </w:rPr>
              <w:t>قد</w:t>
            </w:r>
            <w:r>
              <w:rPr>
                <w:rtl/>
              </w:rPr>
              <w:t xml:space="preserve"> </w:t>
            </w:r>
            <w:r w:rsidRPr="009647FC">
              <w:rPr>
                <w:rtl/>
              </w:rPr>
              <w:t>رماني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كنت</w:t>
            </w:r>
            <w:r w:rsidR="004C00A8">
              <w:rPr>
                <w:rtl/>
              </w:rPr>
              <w:t xml:space="preserve"> </w:t>
            </w:r>
            <w:r w:rsidRPr="009647FC">
              <w:rPr>
                <w:rtl/>
              </w:rPr>
              <w:t>قدماً</w:t>
            </w:r>
            <w:r>
              <w:rPr>
                <w:rtl/>
              </w:rPr>
              <w:t xml:space="preserve"> </w:t>
            </w:r>
            <w:r w:rsidRPr="009647FC">
              <w:rPr>
                <w:rtl/>
              </w:rPr>
              <w:t>أذودُ</w:t>
            </w:r>
            <w:r>
              <w:rPr>
                <w:rtl/>
              </w:rPr>
              <w:t xml:space="preserve"> </w:t>
            </w:r>
            <w:r w:rsidRPr="009647FC">
              <w:rPr>
                <w:rtl/>
              </w:rPr>
              <w:t>نبلك</w:t>
            </w:r>
            <w:r>
              <w:rPr>
                <w:rtl/>
              </w:rPr>
              <w:t xml:space="preserve"> </w:t>
            </w:r>
            <w:r w:rsidRPr="009647FC">
              <w:rPr>
                <w:rtl/>
              </w:rPr>
              <w:t>عنّي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ببناني</w:t>
            </w:r>
            <w:r>
              <w:rPr>
                <w:rtl/>
              </w:rPr>
              <w:t xml:space="preserve"> </w:t>
            </w:r>
            <w:r w:rsidRPr="009647FC">
              <w:rPr>
                <w:rtl/>
              </w:rPr>
              <w:t>فأين</w:t>
            </w:r>
            <w:r>
              <w:rPr>
                <w:rtl/>
              </w:rPr>
              <w:t xml:space="preserve"> </w:t>
            </w:r>
            <w:r w:rsidRPr="009647FC">
              <w:rPr>
                <w:rtl/>
              </w:rPr>
              <w:t>منّي</w:t>
            </w:r>
            <w:r>
              <w:rPr>
                <w:rtl/>
              </w:rPr>
              <w:t xml:space="preserve"> </w:t>
            </w:r>
            <w:r w:rsidRPr="009647FC">
              <w:rPr>
                <w:rtl/>
              </w:rPr>
              <w:t>بناني؟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قد</w:t>
            </w:r>
            <w:r>
              <w:rPr>
                <w:rtl/>
              </w:rPr>
              <w:t xml:space="preserve"> </w:t>
            </w:r>
            <w:r w:rsidRPr="009647FC">
              <w:rPr>
                <w:rtl/>
              </w:rPr>
              <w:t>نعاه</w:t>
            </w:r>
            <w:r>
              <w:rPr>
                <w:rtl/>
              </w:rPr>
              <w:t xml:space="preserve"> </w:t>
            </w:r>
            <w:r w:rsidRPr="009647FC">
              <w:rPr>
                <w:rtl/>
              </w:rPr>
              <w:t>الناعي</w:t>
            </w:r>
            <w:r>
              <w:rPr>
                <w:rtl/>
              </w:rPr>
              <w:t xml:space="preserve"> </w:t>
            </w:r>
            <w:r w:rsidRPr="009647FC">
              <w:rPr>
                <w:rtl/>
              </w:rPr>
              <w:t>إلىّ</w:t>
            </w:r>
            <w:r>
              <w:rPr>
                <w:rtl/>
              </w:rPr>
              <w:t xml:space="preserve">َ </w:t>
            </w:r>
            <w:r w:rsidRPr="009647FC">
              <w:rPr>
                <w:rtl/>
              </w:rPr>
              <w:t>أيدري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لا</w:t>
            </w:r>
            <w:r w:rsidR="004C00A8">
              <w:rPr>
                <w:rtl/>
              </w:rPr>
              <w:t xml:space="preserve"> </w:t>
            </w:r>
            <w:r w:rsidRPr="009647FC">
              <w:rPr>
                <w:rtl/>
              </w:rPr>
              <w:t>دري</w:t>
            </w:r>
            <w:r>
              <w:rPr>
                <w:rtl/>
              </w:rPr>
              <w:t xml:space="preserve"> </w:t>
            </w:r>
            <w:r w:rsidRPr="009647FC">
              <w:rPr>
                <w:rtl/>
              </w:rPr>
              <w:t>أنّه</w:t>
            </w:r>
            <w:r>
              <w:rPr>
                <w:rtl/>
              </w:rPr>
              <w:t xml:space="preserve"> </w:t>
            </w:r>
            <w:r w:rsidRPr="009647FC">
              <w:rPr>
                <w:rtl/>
              </w:rPr>
              <w:t>إليّ</w:t>
            </w:r>
            <w:r>
              <w:rPr>
                <w:rtl/>
              </w:rPr>
              <w:t xml:space="preserve">َ </w:t>
            </w:r>
            <w:r w:rsidRPr="009647FC">
              <w:rPr>
                <w:rtl/>
              </w:rPr>
              <w:t>نعاني؟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فحسبت</w:t>
            </w:r>
            <w:r w:rsidR="004C00A8">
              <w:rPr>
                <w:rtl/>
              </w:rPr>
              <w:t xml:space="preserve"> </w:t>
            </w:r>
            <w:r w:rsidRPr="009647FC">
              <w:rPr>
                <w:rtl/>
              </w:rPr>
              <w:t>الفؤاد</w:t>
            </w:r>
            <w:r>
              <w:rPr>
                <w:rtl/>
              </w:rPr>
              <w:t xml:space="preserve"> </w:t>
            </w:r>
            <w:r w:rsidRPr="009647FC">
              <w:rPr>
                <w:rtl/>
              </w:rPr>
              <w:t>منّي</w:t>
            </w:r>
            <w:r>
              <w:rPr>
                <w:rtl/>
              </w:rPr>
              <w:t xml:space="preserve"> </w:t>
            </w:r>
            <w:r w:rsidRPr="009647FC">
              <w:rPr>
                <w:rtl/>
              </w:rPr>
              <w:t>أضحى</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بين</w:t>
            </w:r>
            <w:r w:rsidR="004C00A8">
              <w:rPr>
                <w:rtl/>
              </w:rPr>
              <w:t xml:space="preserve"> </w:t>
            </w:r>
            <w:r w:rsidRPr="009647FC">
              <w:rPr>
                <w:rtl/>
              </w:rPr>
              <w:t>نابي</w:t>
            </w:r>
            <w:r>
              <w:rPr>
                <w:rtl/>
              </w:rPr>
              <w:t xml:space="preserve"> </w:t>
            </w:r>
            <w:r w:rsidRPr="009647FC">
              <w:rPr>
                <w:rtl/>
              </w:rPr>
              <w:t>ذي</w:t>
            </w:r>
            <w:r>
              <w:rPr>
                <w:rtl/>
              </w:rPr>
              <w:t xml:space="preserve"> </w:t>
            </w:r>
            <w:r w:rsidRPr="009647FC">
              <w:rPr>
                <w:rtl/>
              </w:rPr>
              <w:t>سورةٍ</w:t>
            </w:r>
            <w:r>
              <w:rPr>
                <w:rtl/>
              </w:rPr>
              <w:t xml:space="preserve"> </w:t>
            </w:r>
            <w:r w:rsidRPr="009647FC">
              <w:rPr>
                <w:rtl/>
              </w:rPr>
              <w:t>أفعوانِ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لهف</w:t>
            </w:r>
            <w:r w:rsidR="004C00A8">
              <w:rPr>
                <w:rtl/>
              </w:rPr>
              <w:t xml:space="preserve"> </w:t>
            </w:r>
            <w:r w:rsidRPr="009647FC">
              <w:rPr>
                <w:rtl/>
              </w:rPr>
              <w:t>نفسي</w:t>
            </w:r>
            <w:r>
              <w:rPr>
                <w:rtl/>
              </w:rPr>
              <w:t xml:space="preserve"> </w:t>
            </w:r>
            <w:r w:rsidRPr="009647FC">
              <w:rPr>
                <w:rtl/>
              </w:rPr>
              <w:t>على</w:t>
            </w:r>
            <w:r>
              <w:rPr>
                <w:rtl/>
              </w:rPr>
              <w:t xml:space="preserve"> </w:t>
            </w:r>
            <w:r w:rsidRPr="009647FC">
              <w:rPr>
                <w:rtl/>
              </w:rPr>
              <w:t>صريع</w:t>
            </w:r>
            <w:r>
              <w:rPr>
                <w:rtl/>
              </w:rPr>
              <w:t xml:space="preserve"> </w:t>
            </w:r>
            <w:r w:rsidRPr="009647FC">
              <w:rPr>
                <w:rtl/>
              </w:rPr>
              <w:t>حمامٍ</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ليس</w:t>
            </w:r>
            <w:r>
              <w:rPr>
                <w:rtl/>
              </w:rPr>
              <w:t xml:space="preserve"> </w:t>
            </w:r>
            <w:r w:rsidRPr="009647FC">
              <w:rPr>
                <w:rtl/>
              </w:rPr>
              <w:t>لي</w:t>
            </w:r>
            <w:r>
              <w:rPr>
                <w:rtl/>
              </w:rPr>
              <w:t xml:space="preserve"> </w:t>
            </w:r>
            <w:r w:rsidRPr="009647FC">
              <w:rPr>
                <w:rtl/>
              </w:rPr>
              <w:t>عنه</w:t>
            </w:r>
            <w:r>
              <w:rPr>
                <w:rtl/>
              </w:rPr>
              <w:t xml:space="preserve"> </w:t>
            </w:r>
            <w:r w:rsidRPr="009647FC">
              <w:rPr>
                <w:rtl/>
              </w:rPr>
              <w:t>بالدفاع</w:t>
            </w:r>
            <w:r>
              <w:rPr>
                <w:rtl/>
              </w:rPr>
              <w:t xml:space="preserve"> </w:t>
            </w:r>
            <w:r w:rsidRPr="009647FC">
              <w:rPr>
                <w:rtl/>
              </w:rPr>
              <w:t>يدان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ودّ</w:t>
            </w:r>
            <w:r>
              <w:rPr>
                <w:rtl/>
              </w:rPr>
              <w:t>َ</w:t>
            </w:r>
            <w:r w:rsidRPr="009647FC">
              <w:rPr>
                <w:rtl/>
              </w:rPr>
              <w:t>ت</w:t>
            </w:r>
            <w:r w:rsidR="004C00A8">
              <w:rPr>
                <w:rtl/>
              </w:rPr>
              <w:t xml:space="preserve"> </w:t>
            </w:r>
            <w:r w:rsidRPr="009647FC">
              <w:rPr>
                <w:rtl/>
              </w:rPr>
              <w:t>المكرمات</w:t>
            </w:r>
            <w:r>
              <w:rPr>
                <w:rtl/>
              </w:rPr>
              <w:t xml:space="preserve"> </w:t>
            </w:r>
            <w:r w:rsidRPr="009647FC">
              <w:rPr>
                <w:rtl/>
              </w:rPr>
              <w:t>لو</w:t>
            </w:r>
            <w:r>
              <w:rPr>
                <w:rtl/>
              </w:rPr>
              <w:t xml:space="preserve"> </w:t>
            </w:r>
            <w:r w:rsidRPr="009647FC">
              <w:rPr>
                <w:rtl/>
              </w:rPr>
              <w:t>أنّ</w:t>
            </w:r>
            <w:r>
              <w:rPr>
                <w:rtl/>
              </w:rPr>
              <w:t xml:space="preserve">َ </w:t>
            </w:r>
            <w:r w:rsidRPr="009647FC">
              <w:rPr>
                <w:rtl/>
              </w:rPr>
              <w:t>منها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غسلته</w:t>
            </w:r>
            <w:r w:rsidR="004C00A8">
              <w:rPr>
                <w:rtl/>
              </w:rPr>
              <w:t xml:space="preserve"> </w:t>
            </w:r>
            <w:r w:rsidRPr="009647FC">
              <w:rPr>
                <w:rtl/>
              </w:rPr>
              <w:t>بدمعها</w:t>
            </w:r>
            <w:r>
              <w:rPr>
                <w:rtl/>
              </w:rPr>
              <w:t xml:space="preserve"> </w:t>
            </w:r>
            <w:r w:rsidRPr="009647FC">
              <w:rPr>
                <w:rtl/>
              </w:rPr>
              <w:t>العينانِ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ومسجّىً</w:t>
            </w:r>
            <w:r w:rsidR="004C00A8">
              <w:rPr>
                <w:rtl/>
              </w:rPr>
              <w:t xml:space="preserve"> </w:t>
            </w:r>
            <w:r w:rsidRPr="009647FC">
              <w:rPr>
                <w:rtl/>
              </w:rPr>
              <w:t>بنعشه</w:t>
            </w:r>
            <w:r>
              <w:rPr>
                <w:rtl/>
              </w:rPr>
              <w:t xml:space="preserve"> </w:t>
            </w:r>
            <w:r w:rsidRPr="009647FC">
              <w:rPr>
                <w:rtl/>
              </w:rPr>
              <w:t>في</w:t>
            </w:r>
            <w:r>
              <w:rPr>
                <w:rtl/>
              </w:rPr>
              <w:t xml:space="preserve"> </w:t>
            </w:r>
            <w:r w:rsidRPr="009647FC">
              <w:rPr>
                <w:rtl/>
              </w:rPr>
              <w:t>حبيرِ</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هو</w:t>
            </w:r>
            <w:r>
              <w:rPr>
                <w:rtl/>
              </w:rPr>
              <w:t xml:space="preserve"> </w:t>
            </w:r>
            <w:r w:rsidRPr="009647FC">
              <w:rPr>
                <w:rtl/>
              </w:rPr>
              <w:t>والجودُ</w:t>
            </w:r>
            <w:r>
              <w:rPr>
                <w:rtl/>
              </w:rPr>
              <w:t xml:space="preserve"> </w:t>
            </w:r>
            <w:r w:rsidRPr="009647FC">
              <w:rPr>
                <w:rtl/>
              </w:rPr>
              <w:t>فيه</w:t>
            </w:r>
            <w:r>
              <w:rPr>
                <w:rtl/>
              </w:rPr>
              <w:t xml:space="preserve"> </w:t>
            </w:r>
            <w:r w:rsidRPr="009647FC">
              <w:rPr>
                <w:rtl/>
              </w:rPr>
              <w:t>ملتحفانِ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حملوه</w:t>
            </w:r>
            <w:r w:rsidR="004C00A8">
              <w:rPr>
                <w:rtl/>
              </w:rPr>
              <w:t xml:space="preserve"> </w:t>
            </w:r>
            <w:r w:rsidRPr="009647FC">
              <w:rPr>
                <w:rtl/>
              </w:rPr>
              <w:t>وخلفه</w:t>
            </w:r>
            <w:r>
              <w:rPr>
                <w:rtl/>
              </w:rPr>
              <w:t xml:space="preserve"> </w:t>
            </w:r>
            <w:r w:rsidRPr="009647FC">
              <w:rPr>
                <w:rtl/>
              </w:rPr>
              <w:t>كلُّ</w:t>
            </w:r>
            <w:r>
              <w:rPr>
                <w:rtl/>
              </w:rPr>
              <w:t xml:space="preserve"> </w:t>
            </w:r>
            <w:r w:rsidRPr="009647FC">
              <w:rPr>
                <w:rtl/>
              </w:rPr>
              <w:t>عافٍ</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بدماه</w:t>
            </w:r>
            <w:r w:rsidR="004C00A8">
              <w:rPr>
                <w:rtl/>
              </w:rPr>
              <w:t xml:space="preserve"> </w:t>
            </w:r>
            <w:r w:rsidRPr="009647FC">
              <w:rPr>
                <w:rtl/>
              </w:rPr>
              <w:t>عيناه</w:t>
            </w:r>
            <w:r>
              <w:rPr>
                <w:rtl/>
              </w:rPr>
              <w:t xml:space="preserve"> </w:t>
            </w:r>
            <w:r w:rsidRPr="009647FC">
              <w:rPr>
                <w:rtl/>
              </w:rPr>
              <w:t>فائرتانِ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قائلاً:</w:t>
            </w:r>
            <w:r>
              <w:rPr>
                <w:rtl/>
              </w:rPr>
              <w:t xml:space="preserve"> </w:t>
            </w:r>
            <w:r w:rsidRPr="009647FC">
              <w:rPr>
                <w:rtl/>
              </w:rPr>
              <w:t>أيكة</w:t>
            </w:r>
            <w:r>
              <w:rPr>
                <w:rtl/>
              </w:rPr>
              <w:t xml:space="preserve"> </w:t>
            </w:r>
            <w:r w:rsidRPr="009647FC">
              <w:rPr>
                <w:rtl/>
              </w:rPr>
              <w:t>الرجاء</w:t>
            </w:r>
            <w:r>
              <w:rPr>
                <w:rtl/>
              </w:rPr>
              <w:t xml:space="preserve"> </w:t>
            </w:r>
            <w:r w:rsidRPr="009647FC">
              <w:rPr>
                <w:rtl/>
              </w:rPr>
              <w:t>اظمأي</w:t>
            </w:r>
            <w:r>
              <w:rPr>
                <w:rtl/>
              </w:rPr>
              <w:t xml:space="preserve"> </w:t>
            </w:r>
            <w:r w:rsidRPr="009647FC">
              <w:rPr>
                <w:rtl/>
              </w:rPr>
              <w:t>اليو</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م</w:t>
            </w:r>
            <w:r>
              <w:rPr>
                <w:rtl/>
              </w:rPr>
              <w:t xml:space="preserve"> </w:t>
            </w:r>
            <w:r w:rsidRPr="009647FC">
              <w:rPr>
                <w:rtl/>
              </w:rPr>
              <w:t>وعودي</w:t>
            </w:r>
            <w:r>
              <w:rPr>
                <w:rtl/>
              </w:rPr>
              <w:t xml:space="preserve"> </w:t>
            </w:r>
            <w:r w:rsidRPr="009647FC">
              <w:rPr>
                <w:rtl/>
              </w:rPr>
              <w:t>مصفرّ</w:t>
            </w:r>
            <w:r>
              <w:rPr>
                <w:rtl/>
              </w:rPr>
              <w:t>َ</w:t>
            </w:r>
            <w:r w:rsidRPr="009647FC">
              <w:rPr>
                <w:rtl/>
              </w:rPr>
              <w:t>ة</w:t>
            </w:r>
            <w:r>
              <w:rPr>
                <w:rtl/>
              </w:rPr>
              <w:t xml:space="preserve"> </w:t>
            </w:r>
            <w:r w:rsidRPr="009647FC">
              <w:rPr>
                <w:rtl/>
              </w:rPr>
              <w:t>العيدانِ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مصّ</w:t>
            </w:r>
            <w:r>
              <w:rPr>
                <w:rtl/>
              </w:rPr>
              <w:t>َ</w:t>
            </w:r>
            <w:r w:rsidR="004C00A8">
              <w:rPr>
                <w:rtl/>
              </w:rPr>
              <w:t xml:space="preserve"> </w:t>
            </w:r>
            <w:r w:rsidRPr="009647FC">
              <w:rPr>
                <w:rtl/>
              </w:rPr>
              <w:t>منك</w:t>
            </w:r>
            <w:r>
              <w:rPr>
                <w:rtl/>
              </w:rPr>
              <w:t xml:space="preserve"> </w:t>
            </w:r>
            <w:r w:rsidRPr="009647FC">
              <w:rPr>
                <w:rtl/>
              </w:rPr>
              <w:t>الصعيدُ</w:t>
            </w:r>
            <w:r>
              <w:rPr>
                <w:rtl/>
              </w:rPr>
              <w:t xml:space="preserve"> </w:t>
            </w:r>
            <w:r w:rsidRPr="009647FC">
              <w:rPr>
                <w:rtl/>
              </w:rPr>
              <w:t>ماء</w:t>
            </w:r>
            <w:r>
              <w:rPr>
                <w:rtl/>
              </w:rPr>
              <w:t xml:space="preserve"> </w:t>
            </w:r>
            <w:r w:rsidRPr="009647FC">
              <w:rPr>
                <w:rtl/>
              </w:rPr>
              <w:t>سماحٍ</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كنت</w:t>
            </w:r>
            <w:r w:rsidR="004C00A8">
              <w:rPr>
                <w:rtl/>
              </w:rPr>
              <w:t xml:space="preserve"> </w:t>
            </w:r>
            <w:r w:rsidRPr="009647FC">
              <w:rPr>
                <w:rtl/>
              </w:rPr>
              <w:t>فيه</w:t>
            </w:r>
            <w:r>
              <w:rPr>
                <w:rtl/>
              </w:rPr>
              <w:t xml:space="preserve"> </w:t>
            </w:r>
            <w:r w:rsidRPr="009647FC">
              <w:rPr>
                <w:rtl/>
              </w:rPr>
              <w:t>ريانة</w:t>
            </w:r>
            <w:r>
              <w:rPr>
                <w:rtl/>
              </w:rPr>
              <w:t xml:space="preserve"> </w:t>
            </w:r>
            <w:r w:rsidRPr="009647FC">
              <w:rPr>
                <w:rtl/>
              </w:rPr>
              <w:t>الأغصانِ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عجباً</w:t>
            </w:r>
            <w:r>
              <w:rPr>
                <w:rtl/>
              </w:rPr>
              <w:t xml:space="preserve"> </w:t>
            </w:r>
            <w:r w:rsidRPr="009647FC">
              <w:rPr>
                <w:rtl/>
              </w:rPr>
              <w:t>خفّ</w:t>
            </w:r>
            <w:r>
              <w:rPr>
                <w:rtl/>
              </w:rPr>
              <w:t xml:space="preserve">َ </w:t>
            </w:r>
            <w:r w:rsidRPr="009647FC">
              <w:rPr>
                <w:rtl/>
              </w:rPr>
              <w:t>نعشه</w:t>
            </w:r>
            <w:r>
              <w:rPr>
                <w:rtl/>
              </w:rPr>
              <w:t xml:space="preserve"> </w:t>
            </w:r>
            <w:r w:rsidRPr="009647FC">
              <w:rPr>
                <w:rtl/>
              </w:rPr>
              <w:t>وهو</w:t>
            </w:r>
            <w:r>
              <w:rPr>
                <w:rtl/>
              </w:rPr>
              <w:t xml:space="preserve"> </w:t>
            </w:r>
            <w:r w:rsidRPr="009647FC">
              <w:rPr>
                <w:rtl/>
              </w:rPr>
              <w:t>قد</w:t>
            </w:r>
            <w:r>
              <w:rPr>
                <w:rtl/>
              </w:rPr>
              <w:t xml:space="preserve"> </w:t>
            </w:r>
            <w:r w:rsidRPr="009647FC">
              <w:rPr>
                <w:rtl/>
              </w:rPr>
              <w:t>سا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ر</w:t>
            </w:r>
            <w:r>
              <w:rPr>
                <w:rtl/>
              </w:rPr>
              <w:t xml:space="preserve"> </w:t>
            </w:r>
            <w:r w:rsidRPr="009647FC">
              <w:rPr>
                <w:rtl/>
              </w:rPr>
              <w:t>بثقل</w:t>
            </w:r>
            <w:r>
              <w:rPr>
                <w:rtl/>
              </w:rPr>
              <w:t xml:space="preserve"> </w:t>
            </w:r>
            <w:r w:rsidRPr="009647FC">
              <w:rPr>
                <w:rtl/>
              </w:rPr>
              <w:t>المعروف</w:t>
            </w:r>
            <w:r>
              <w:rPr>
                <w:rtl/>
              </w:rPr>
              <w:t xml:space="preserve"> </w:t>
            </w:r>
            <w:r w:rsidRPr="009647FC">
              <w:rPr>
                <w:rtl/>
              </w:rPr>
              <w:t>والإحسانِ</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حواني جمع</w:t>
      </w:r>
      <w:r w:rsidR="00D769AB">
        <w:rPr>
          <w:rtl/>
        </w:rPr>
        <w:t>:</w:t>
      </w:r>
      <w:r w:rsidRPr="009647FC">
        <w:rPr>
          <w:rtl/>
        </w:rPr>
        <w:t xml:space="preserve"> حاني</w:t>
      </w:r>
      <w:r w:rsidR="00D769AB">
        <w:rPr>
          <w:rtl/>
        </w:rPr>
        <w:t>.</w:t>
      </w:r>
      <w:r w:rsidRPr="009647FC">
        <w:rPr>
          <w:rtl/>
        </w:rPr>
        <w:t xml:space="preserve"> وفي المخطوط</w:t>
      </w:r>
      <w:r w:rsidR="00D769AB">
        <w:rPr>
          <w:rtl/>
        </w:rPr>
        <w:t>:</w:t>
      </w:r>
      <w:r w:rsidRPr="009647FC">
        <w:rPr>
          <w:rtl/>
        </w:rPr>
        <w:t xml:space="preserve"> يبين</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E78AE" w:rsidRPr="00524A24" w:rsidTr="00EE78AE">
        <w:trPr>
          <w:trHeight w:val="350"/>
        </w:trPr>
        <w:tc>
          <w:tcPr>
            <w:tcW w:w="3902" w:type="dxa"/>
          </w:tcPr>
          <w:p w:rsidR="00EE78AE" w:rsidRPr="00524A24" w:rsidRDefault="00EE78AE" w:rsidP="00AE101C">
            <w:pPr>
              <w:pStyle w:val="libPoem"/>
            </w:pPr>
            <w:r w:rsidRPr="009647FC">
              <w:rPr>
                <w:rtl/>
              </w:rPr>
              <w:lastRenderedPageBreak/>
              <w:t>بل</w:t>
            </w:r>
            <w:r>
              <w:rPr>
                <w:rtl/>
              </w:rPr>
              <w:t xml:space="preserve"> </w:t>
            </w:r>
            <w:r w:rsidRPr="009647FC">
              <w:rPr>
                <w:rtl/>
              </w:rPr>
              <w:t>أراه</w:t>
            </w:r>
            <w:r>
              <w:rPr>
                <w:rtl/>
              </w:rPr>
              <w:t xml:space="preserve"> </w:t>
            </w:r>
            <w:r w:rsidRPr="009647FC">
              <w:rPr>
                <w:rtl/>
              </w:rPr>
              <w:t>ما</w:t>
            </w:r>
            <w:r>
              <w:rPr>
                <w:rtl/>
              </w:rPr>
              <w:t xml:space="preserve"> </w:t>
            </w:r>
            <w:r w:rsidRPr="009647FC">
              <w:rPr>
                <w:rtl/>
              </w:rPr>
              <w:t>خفّ</w:t>
            </w:r>
            <w:r>
              <w:rPr>
                <w:rtl/>
              </w:rPr>
              <w:t xml:space="preserve">َ </w:t>
            </w:r>
            <w:r w:rsidRPr="009647FC">
              <w:rPr>
                <w:rtl/>
              </w:rPr>
              <w:t>إذ</w:t>
            </w:r>
            <w:r>
              <w:rPr>
                <w:rtl/>
              </w:rPr>
              <w:t xml:space="preserve"> </w:t>
            </w:r>
            <w:r w:rsidRPr="009647FC">
              <w:rPr>
                <w:rtl/>
              </w:rPr>
              <w:t>سار</w:t>
            </w:r>
            <w:r>
              <w:rPr>
                <w:rtl/>
              </w:rPr>
              <w:t xml:space="preserve"> </w:t>
            </w:r>
            <w:r w:rsidRPr="009647FC">
              <w:rPr>
                <w:rtl/>
              </w:rPr>
              <w:t>لكن</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حملته</w:t>
            </w:r>
            <w:r>
              <w:rPr>
                <w:rtl/>
              </w:rPr>
              <w:t xml:space="preserve"> </w:t>
            </w:r>
            <w:r w:rsidRPr="009647FC">
              <w:rPr>
                <w:rtl/>
              </w:rPr>
              <w:t>ملائكُ</w:t>
            </w:r>
            <w:r>
              <w:rPr>
                <w:rtl/>
              </w:rPr>
              <w:t xml:space="preserve"> </w:t>
            </w:r>
            <w:r w:rsidRPr="009647FC">
              <w:rPr>
                <w:rtl/>
              </w:rPr>
              <w:t>الرحمانِ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شيّ</w:t>
            </w:r>
            <w:r w:rsidRPr="00B371C6">
              <w:rPr>
                <w:rtl/>
              </w:rPr>
              <w:t>َ</w:t>
            </w:r>
            <w:r w:rsidRPr="009647FC">
              <w:rPr>
                <w:rtl/>
              </w:rPr>
              <w:t>عته</w:t>
            </w:r>
            <w:r>
              <w:rPr>
                <w:rtl/>
              </w:rPr>
              <w:t xml:space="preserve"> </w:t>
            </w:r>
            <w:r w:rsidRPr="009647FC">
              <w:rPr>
                <w:rtl/>
              </w:rPr>
              <w:t>الأنامُ</w:t>
            </w:r>
            <w:r>
              <w:rPr>
                <w:rtl/>
              </w:rPr>
              <w:t xml:space="preserve"> </w:t>
            </w:r>
            <w:r w:rsidRPr="009647FC">
              <w:rPr>
                <w:rtl/>
              </w:rPr>
              <w:t>بالأحزان</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والتقته</w:t>
            </w:r>
            <w:r w:rsidR="004C00A8">
              <w:rPr>
                <w:rtl/>
              </w:rPr>
              <w:t xml:space="preserve"> </w:t>
            </w:r>
            <w:r w:rsidRPr="009647FC">
              <w:rPr>
                <w:rtl/>
              </w:rPr>
              <w:t>بالبشر</w:t>
            </w:r>
            <w:r>
              <w:rPr>
                <w:rtl/>
              </w:rPr>
              <w:t xml:space="preserve"> </w:t>
            </w:r>
            <w:r w:rsidRPr="009647FC">
              <w:rPr>
                <w:rtl/>
              </w:rPr>
              <w:t>حورُ</w:t>
            </w:r>
            <w:r>
              <w:rPr>
                <w:rtl/>
              </w:rPr>
              <w:t xml:space="preserve"> </w:t>
            </w:r>
            <w:r w:rsidRPr="009647FC">
              <w:rPr>
                <w:rtl/>
              </w:rPr>
              <w:t>الجنانِ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هل</w:t>
            </w:r>
            <w:r w:rsidR="004C00A8">
              <w:rPr>
                <w:rtl/>
              </w:rPr>
              <w:t xml:space="preserve"> </w:t>
            </w:r>
            <w:r w:rsidRPr="009647FC">
              <w:rPr>
                <w:rtl/>
              </w:rPr>
              <w:t>كذا</w:t>
            </w:r>
            <w:r>
              <w:rPr>
                <w:rtl/>
              </w:rPr>
              <w:t xml:space="preserve"> </w:t>
            </w:r>
            <w:r w:rsidRPr="009647FC">
              <w:rPr>
                <w:rtl/>
              </w:rPr>
              <w:t>جلّ</w:t>
            </w:r>
            <w:r>
              <w:rPr>
                <w:rtl/>
              </w:rPr>
              <w:t xml:space="preserve"> </w:t>
            </w:r>
            <w:r w:rsidRPr="009647FC">
              <w:rPr>
                <w:rtl/>
              </w:rPr>
              <w:t>نعشُ</w:t>
            </w:r>
            <w:r>
              <w:rPr>
                <w:rtl/>
              </w:rPr>
              <w:t xml:space="preserve"> </w:t>
            </w:r>
            <w:r w:rsidRPr="009647FC">
              <w:rPr>
                <w:rtl/>
              </w:rPr>
              <w:t>ميتٍ</w:t>
            </w:r>
            <w:r>
              <w:rPr>
                <w:rtl/>
              </w:rPr>
              <w:t xml:space="preserve"> </w:t>
            </w:r>
            <w:r w:rsidRPr="009647FC">
              <w:rPr>
                <w:rtl/>
              </w:rPr>
              <w:t>سواه</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اختلطا</w:t>
            </w:r>
            <w:r>
              <w:rPr>
                <w:rtl/>
              </w:rPr>
              <w:t xml:space="preserve"> </w:t>
            </w:r>
            <w:r w:rsidRPr="009647FC">
              <w:rPr>
                <w:rtl/>
              </w:rPr>
              <w:t>عند</w:t>
            </w:r>
            <w:r>
              <w:rPr>
                <w:rtl/>
              </w:rPr>
              <w:t xml:space="preserve"> </w:t>
            </w:r>
            <w:r w:rsidRPr="009647FC">
              <w:rPr>
                <w:rtl/>
              </w:rPr>
              <w:t>نعشه</w:t>
            </w:r>
            <w:r>
              <w:rPr>
                <w:rtl/>
              </w:rPr>
              <w:t xml:space="preserve"> </w:t>
            </w:r>
            <w:r w:rsidRPr="009647FC">
              <w:rPr>
                <w:rtl/>
              </w:rPr>
              <w:t>العالمانِ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وعليه</w:t>
            </w:r>
            <w:r w:rsidR="004C00A8">
              <w:rPr>
                <w:rtl/>
              </w:rPr>
              <w:t xml:space="preserve"> </w:t>
            </w:r>
            <w:r w:rsidRPr="009647FC">
              <w:rPr>
                <w:rtl/>
              </w:rPr>
              <w:t>قد</w:t>
            </w:r>
            <w:r>
              <w:rPr>
                <w:rtl/>
              </w:rPr>
              <w:t xml:space="preserve"> </w:t>
            </w:r>
            <w:r w:rsidRPr="009647FC">
              <w:rPr>
                <w:rtl/>
              </w:rPr>
              <w:t>ودّ</w:t>
            </w:r>
            <w:r>
              <w:rPr>
                <w:rtl/>
              </w:rPr>
              <w:t>َ</w:t>
            </w:r>
            <w:r w:rsidRPr="009647FC">
              <w:rPr>
                <w:rtl/>
              </w:rPr>
              <w:t>ت</w:t>
            </w:r>
            <w:r>
              <w:rPr>
                <w:rtl/>
              </w:rPr>
              <w:t xml:space="preserve"> </w:t>
            </w:r>
            <w:r w:rsidRPr="009647FC">
              <w:rPr>
                <w:rtl/>
              </w:rPr>
              <w:t>الأرضُ</w:t>
            </w:r>
            <w:r>
              <w:rPr>
                <w:rtl/>
              </w:rPr>
              <w:t xml:space="preserve"> </w:t>
            </w:r>
            <w:r w:rsidRPr="009647FC">
              <w:rPr>
                <w:rtl/>
              </w:rPr>
              <w:t>يبقى</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ويرى</w:t>
            </w:r>
            <w:r>
              <w:rPr>
                <w:rtl/>
              </w:rPr>
              <w:t xml:space="preserve"> (</w:t>
            </w:r>
            <w:r w:rsidRPr="009647FC">
              <w:rPr>
                <w:rtl/>
              </w:rPr>
              <w:t>كلّ</w:t>
            </w:r>
            <w:r>
              <w:rPr>
                <w:rtl/>
              </w:rPr>
              <w:t xml:space="preserve">َ </w:t>
            </w:r>
            <w:r w:rsidRPr="009647FC">
              <w:rPr>
                <w:rtl/>
              </w:rPr>
              <w:t>م</w:t>
            </w:r>
            <w:r w:rsidRPr="00B371C6">
              <w:rPr>
                <w:rtl/>
              </w:rPr>
              <w:t>َ</w:t>
            </w:r>
            <w:r w:rsidRPr="009647FC">
              <w:rPr>
                <w:rtl/>
              </w:rPr>
              <w:t>نْ</w:t>
            </w:r>
            <w:r>
              <w:rPr>
                <w:rtl/>
              </w:rPr>
              <w:t xml:space="preserve"> </w:t>
            </w:r>
            <w:r w:rsidRPr="009647FC">
              <w:rPr>
                <w:rtl/>
              </w:rPr>
              <w:t>عليها</w:t>
            </w:r>
            <w:r>
              <w:rPr>
                <w:rtl/>
              </w:rPr>
              <w:t xml:space="preserve"> </w:t>
            </w:r>
            <w:r w:rsidRPr="009647FC">
              <w:rPr>
                <w:rtl/>
              </w:rPr>
              <w:t>فانِ</w:t>
            </w:r>
            <w:r>
              <w:rPr>
                <w:rtl/>
              </w:rPr>
              <w:t>)</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فاحملاني</w:t>
            </w:r>
            <w:r>
              <w:rPr>
                <w:rtl/>
              </w:rPr>
              <w:t xml:space="preserve"> </w:t>
            </w:r>
            <w:r w:rsidRPr="009647FC">
              <w:rPr>
                <w:rtl/>
              </w:rPr>
              <w:t>إلى</w:t>
            </w:r>
            <w:r>
              <w:rPr>
                <w:rtl/>
              </w:rPr>
              <w:t xml:space="preserve"> </w:t>
            </w:r>
            <w:r w:rsidRPr="009647FC">
              <w:rPr>
                <w:rtl/>
              </w:rPr>
              <w:t>ثراه</w:t>
            </w:r>
            <w:r>
              <w:rPr>
                <w:rtl/>
              </w:rPr>
              <w:t xml:space="preserve"> </w:t>
            </w:r>
            <w:r w:rsidRPr="009647FC">
              <w:rPr>
                <w:rtl/>
              </w:rPr>
              <w:t>احملاني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وقفا</w:t>
            </w:r>
            <w:r>
              <w:rPr>
                <w:rtl/>
              </w:rPr>
              <w:t xml:space="preserve"> </w:t>
            </w:r>
            <w:r w:rsidRPr="009647FC">
              <w:rPr>
                <w:rtl/>
              </w:rPr>
              <w:t>بي</w:t>
            </w:r>
            <w:r>
              <w:rPr>
                <w:rtl/>
              </w:rPr>
              <w:t xml:space="preserve"> </w:t>
            </w:r>
            <w:r w:rsidRPr="009647FC">
              <w:rPr>
                <w:rtl/>
              </w:rPr>
              <w:t>عليه</w:t>
            </w:r>
            <w:r>
              <w:rPr>
                <w:rtl/>
              </w:rPr>
              <w:t xml:space="preserve"> </w:t>
            </w:r>
            <w:r w:rsidRPr="009647FC">
              <w:rPr>
                <w:rtl/>
              </w:rPr>
              <w:t>وقفة</w:t>
            </w:r>
            <w:r>
              <w:rPr>
                <w:rtl/>
              </w:rPr>
              <w:t xml:space="preserve"> </w:t>
            </w:r>
            <w:r w:rsidRPr="009647FC">
              <w:rPr>
                <w:rtl/>
              </w:rPr>
              <w:t>عانِ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ودعاني</w:t>
            </w:r>
            <w:r>
              <w:rPr>
                <w:rtl/>
              </w:rPr>
              <w:t xml:space="preserve"> </w:t>
            </w:r>
            <w:r w:rsidRPr="009647FC">
              <w:rPr>
                <w:rtl/>
              </w:rPr>
              <w:t>خلف</w:t>
            </w:r>
            <w:r>
              <w:rPr>
                <w:rtl/>
              </w:rPr>
              <w:t xml:space="preserve"> </w:t>
            </w:r>
            <w:r w:rsidRPr="009647FC">
              <w:rPr>
                <w:rtl/>
              </w:rPr>
              <w:t>الصعيد</w:t>
            </w:r>
            <w:r>
              <w:rPr>
                <w:rtl/>
              </w:rPr>
              <w:t xml:space="preserve"> </w:t>
            </w:r>
            <w:r w:rsidRPr="009647FC">
              <w:rPr>
                <w:rtl/>
              </w:rPr>
              <w:t>أناديه</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نداء</w:t>
            </w:r>
            <w:r>
              <w:rPr>
                <w:rtl/>
              </w:rPr>
              <w:t xml:space="preserve"> </w:t>
            </w:r>
            <w:r w:rsidRPr="009647FC">
              <w:rPr>
                <w:rtl/>
              </w:rPr>
              <w:t>المروّع</w:t>
            </w:r>
            <w:r>
              <w:rPr>
                <w:rtl/>
              </w:rPr>
              <w:t xml:space="preserve"> </w:t>
            </w:r>
            <w:r w:rsidRPr="009647FC">
              <w:rPr>
                <w:rtl/>
              </w:rPr>
              <w:t>اللهفانِ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يا</w:t>
            </w:r>
            <w:r>
              <w:rPr>
                <w:rtl/>
              </w:rPr>
              <w:t xml:space="preserve"> </w:t>
            </w:r>
            <w:r w:rsidRPr="009647FC">
              <w:rPr>
                <w:rtl/>
              </w:rPr>
              <w:t>فقيداً</w:t>
            </w:r>
            <w:r>
              <w:rPr>
                <w:rtl/>
              </w:rPr>
              <w:t xml:space="preserve"> </w:t>
            </w:r>
            <w:r w:rsidRPr="009647FC">
              <w:rPr>
                <w:rtl/>
              </w:rPr>
              <w:t>فقدتُ</w:t>
            </w:r>
            <w:r>
              <w:rPr>
                <w:rtl/>
              </w:rPr>
              <w:t xml:space="preserve"> </w:t>
            </w:r>
            <w:r w:rsidRPr="009647FC">
              <w:rPr>
                <w:rtl/>
              </w:rPr>
              <w:t>منه</w:t>
            </w:r>
            <w:r>
              <w:rPr>
                <w:rtl/>
              </w:rPr>
              <w:t xml:space="preserve"> </w:t>
            </w:r>
            <w:r w:rsidRPr="009647FC">
              <w:rPr>
                <w:rtl/>
              </w:rPr>
              <w:t>غماما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كلّما</w:t>
            </w:r>
            <w:r>
              <w:rPr>
                <w:rtl/>
              </w:rPr>
              <w:t xml:space="preserve"> </w:t>
            </w:r>
            <w:r w:rsidRPr="009647FC">
              <w:rPr>
                <w:rtl/>
              </w:rPr>
              <w:t>قلت</w:t>
            </w:r>
            <w:r>
              <w:rPr>
                <w:rtl/>
              </w:rPr>
              <w:t xml:space="preserve"> </w:t>
            </w:r>
            <w:r w:rsidRPr="009647FC">
              <w:rPr>
                <w:rtl/>
              </w:rPr>
              <w:t>قد</w:t>
            </w:r>
            <w:r>
              <w:rPr>
                <w:rtl/>
              </w:rPr>
              <w:t xml:space="preserve"> </w:t>
            </w:r>
            <w:r w:rsidRPr="009647FC">
              <w:rPr>
                <w:rtl/>
              </w:rPr>
              <w:t>ظمئت</w:t>
            </w:r>
            <w:r>
              <w:rPr>
                <w:rtl/>
              </w:rPr>
              <w:t xml:space="preserve"> </w:t>
            </w:r>
            <w:r w:rsidRPr="009647FC">
              <w:rPr>
                <w:rtl/>
              </w:rPr>
              <w:t>سقاني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ودفيناً</w:t>
            </w:r>
            <w:r w:rsidR="004C00A8">
              <w:rPr>
                <w:rtl/>
              </w:rPr>
              <w:t xml:space="preserve"> </w:t>
            </w:r>
            <w:r w:rsidRPr="009647FC">
              <w:rPr>
                <w:rtl/>
              </w:rPr>
              <w:t>دفنتُ</w:t>
            </w:r>
            <w:r>
              <w:rPr>
                <w:rtl/>
              </w:rPr>
              <w:t xml:space="preserve"> </w:t>
            </w:r>
            <w:r w:rsidRPr="009647FC">
              <w:rPr>
                <w:rtl/>
              </w:rPr>
              <w:t>منه</w:t>
            </w:r>
            <w:r>
              <w:rPr>
                <w:rtl/>
              </w:rPr>
              <w:t xml:space="preserve"> </w:t>
            </w:r>
            <w:r w:rsidRPr="009647FC">
              <w:rPr>
                <w:rtl/>
              </w:rPr>
              <w:t>حساما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كنت</w:t>
            </w:r>
            <w:r w:rsidR="004C00A8">
              <w:rPr>
                <w:rtl/>
              </w:rPr>
              <w:t xml:space="preserve"> </w:t>
            </w:r>
            <w:r w:rsidRPr="009647FC">
              <w:rPr>
                <w:rtl/>
              </w:rPr>
              <w:t>أعددته</w:t>
            </w:r>
            <w:r>
              <w:rPr>
                <w:rtl/>
              </w:rPr>
              <w:t xml:space="preserve"> </w:t>
            </w:r>
            <w:r w:rsidRPr="009647FC">
              <w:rPr>
                <w:rtl/>
              </w:rPr>
              <w:t>لحرب</w:t>
            </w:r>
            <w:r>
              <w:rPr>
                <w:rtl/>
              </w:rPr>
              <w:t xml:space="preserve"> </w:t>
            </w:r>
            <w:r w:rsidRPr="009647FC">
              <w:rPr>
                <w:rtl/>
              </w:rPr>
              <w:t>الزمانِ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أغمدتْه</w:t>
            </w:r>
            <w:r w:rsidR="004C00A8">
              <w:rPr>
                <w:rtl/>
              </w:rPr>
              <w:t xml:space="preserve"> </w:t>
            </w:r>
            <w:r w:rsidRPr="009647FC">
              <w:rPr>
                <w:rtl/>
              </w:rPr>
              <w:t>في</w:t>
            </w:r>
            <w:r>
              <w:rPr>
                <w:rtl/>
              </w:rPr>
              <w:t xml:space="preserve"> </w:t>
            </w:r>
            <w:r w:rsidRPr="009647FC">
              <w:rPr>
                <w:rtl/>
              </w:rPr>
              <w:t>الترب</w:t>
            </w:r>
            <w:r>
              <w:rPr>
                <w:rtl/>
              </w:rPr>
              <w:t xml:space="preserve"> </w:t>
            </w:r>
            <w:r w:rsidRPr="009647FC">
              <w:rPr>
                <w:rtl/>
              </w:rPr>
              <w:t>كفِّي</w:t>
            </w:r>
            <w:r>
              <w:rPr>
                <w:rtl/>
              </w:rPr>
              <w:t xml:space="preserve"> </w:t>
            </w:r>
            <w:r w:rsidRPr="009647FC">
              <w:rPr>
                <w:rtl/>
              </w:rPr>
              <w:t>فشلّ</w:t>
            </w:r>
            <w:r>
              <w:rPr>
                <w:rtl/>
              </w:rPr>
              <w:t>َ</w:t>
            </w:r>
            <w:r w:rsidRPr="009647FC">
              <w:rPr>
                <w:rtl/>
              </w:rPr>
              <w:t>ت</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فات</w:t>
            </w:r>
            <w:r>
              <w:rPr>
                <w:rtl/>
              </w:rPr>
              <w:t xml:space="preserve"> </w:t>
            </w:r>
            <w:r w:rsidRPr="009647FC">
              <w:rPr>
                <w:rtl/>
              </w:rPr>
              <w:t>نصري</w:t>
            </w:r>
            <w:r>
              <w:rPr>
                <w:rtl/>
              </w:rPr>
              <w:t xml:space="preserve"> </w:t>
            </w:r>
            <w:r w:rsidRPr="009647FC">
              <w:rPr>
                <w:rtl/>
              </w:rPr>
              <w:t>وأبتُ</w:t>
            </w:r>
            <w:r>
              <w:rPr>
                <w:rtl/>
              </w:rPr>
              <w:t xml:space="preserve"> </w:t>
            </w:r>
            <w:r w:rsidRPr="009647FC">
              <w:rPr>
                <w:rtl/>
              </w:rPr>
              <w:t>بالخذلانِ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شغلت</w:t>
            </w:r>
            <w:r>
              <w:rPr>
                <w:rtl/>
              </w:rPr>
              <w:t xml:space="preserve"> </w:t>
            </w:r>
            <w:r w:rsidRPr="009647FC">
              <w:rPr>
                <w:rtl/>
              </w:rPr>
              <w:t>منطقي</w:t>
            </w:r>
            <w:r>
              <w:rPr>
                <w:rtl/>
              </w:rPr>
              <w:t xml:space="preserve"> </w:t>
            </w:r>
            <w:r w:rsidRPr="009647FC">
              <w:rPr>
                <w:rtl/>
              </w:rPr>
              <w:t>عليه</w:t>
            </w:r>
            <w:r>
              <w:rPr>
                <w:rtl/>
              </w:rPr>
              <w:t xml:space="preserve"> </w:t>
            </w:r>
            <w:r w:rsidRPr="009647FC">
              <w:rPr>
                <w:rtl/>
              </w:rPr>
              <w:t>المراثي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وخلا</w:t>
            </w:r>
            <w:r>
              <w:rPr>
                <w:rtl/>
              </w:rPr>
              <w:t xml:space="preserve"> </w:t>
            </w:r>
            <w:r w:rsidRPr="009647FC">
              <w:rPr>
                <w:rtl/>
              </w:rPr>
              <w:t>م</w:t>
            </w:r>
            <w:r w:rsidRPr="00B371C6">
              <w:rPr>
                <w:rtl/>
              </w:rPr>
              <w:t>ِ</w:t>
            </w:r>
            <w:r w:rsidRPr="009647FC">
              <w:rPr>
                <w:rtl/>
              </w:rPr>
              <w:t>ن</w:t>
            </w:r>
            <w:r>
              <w:rPr>
                <w:rtl/>
              </w:rPr>
              <w:t xml:space="preserve"> </w:t>
            </w:r>
            <w:r w:rsidRPr="009647FC">
              <w:rPr>
                <w:rtl/>
              </w:rPr>
              <w:t>هوى</w:t>
            </w:r>
            <w:r>
              <w:rPr>
                <w:rtl/>
              </w:rPr>
              <w:t xml:space="preserve"> </w:t>
            </w:r>
            <w:r w:rsidRPr="009647FC">
              <w:rPr>
                <w:rtl/>
              </w:rPr>
              <w:t>سواه</w:t>
            </w:r>
            <w:r>
              <w:rPr>
                <w:rtl/>
              </w:rPr>
              <w:t xml:space="preserve"> </w:t>
            </w:r>
            <w:r w:rsidRPr="009647FC">
              <w:rPr>
                <w:rtl/>
              </w:rPr>
              <w:t>جناني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يا</w:t>
            </w:r>
            <w:r w:rsidR="004C00A8">
              <w:rPr>
                <w:rtl/>
              </w:rPr>
              <w:t xml:space="preserve"> </w:t>
            </w:r>
            <w:r w:rsidRPr="009647FC">
              <w:rPr>
                <w:rtl/>
              </w:rPr>
              <w:t>تراني</w:t>
            </w:r>
            <w:r>
              <w:rPr>
                <w:rtl/>
              </w:rPr>
              <w:t xml:space="preserve"> </w:t>
            </w:r>
            <w:r w:rsidRPr="009647FC">
              <w:rPr>
                <w:rtl/>
              </w:rPr>
              <w:t>أثني</w:t>
            </w:r>
            <w:r>
              <w:rPr>
                <w:rtl/>
              </w:rPr>
              <w:t xml:space="preserve"> </w:t>
            </w:r>
            <w:r w:rsidRPr="009647FC">
              <w:rPr>
                <w:rtl/>
              </w:rPr>
              <w:t>على</w:t>
            </w:r>
            <w:r>
              <w:rPr>
                <w:rtl/>
              </w:rPr>
              <w:t xml:space="preserve"> </w:t>
            </w:r>
            <w:r w:rsidRPr="009647FC">
              <w:rPr>
                <w:rtl/>
              </w:rPr>
              <w:t>م</w:t>
            </w:r>
            <w:r>
              <w:rPr>
                <w:rtl/>
              </w:rPr>
              <w:t>َ</w:t>
            </w:r>
            <w:r w:rsidRPr="009647FC">
              <w:rPr>
                <w:rtl/>
              </w:rPr>
              <w:t>نْ</w:t>
            </w:r>
            <w:r>
              <w:rPr>
                <w:rtl/>
              </w:rPr>
              <w:t xml:space="preserve"> </w:t>
            </w:r>
            <w:r w:rsidRPr="009647FC">
              <w:rPr>
                <w:rtl/>
              </w:rPr>
              <w:t>بمدحٍ</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وهوى</w:t>
            </w:r>
            <w:r w:rsidR="004C00A8">
              <w:rPr>
                <w:rtl/>
              </w:rPr>
              <w:t xml:space="preserve"> </w:t>
            </w:r>
            <w:r w:rsidRPr="009647FC">
              <w:rPr>
                <w:rtl/>
              </w:rPr>
              <w:t>منْ</w:t>
            </w:r>
            <w:r>
              <w:rPr>
                <w:rtl/>
              </w:rPr>
              <w:t xml:space="preserve"> </w:t>
            </w:r>
            <w:r w:rsidRPr="009647FC">
              <w:rPr>
                <w:rtl/>
              </w:rPr>
              <w:t>أحبُّه</w:t>
            </w:r>
            <w:r>
              <w:rPr>
                <w:rtl/>
              </w:rPr>
              <w:t xml:space="preserve"> </w:t>
            </w:r>
            <w:r w:rsidRPr="009647FC">
              <w:rPr>
                <w:rtl/>
              </w:rPr>
              <w:t>يا</w:t>
            </w:r>
            <w:r>
              <w:rPr>
                <w:rtl/>
              </w:rPr>
              <w:t xml:space="preserve"> </w:t>
            </w:r>
            <w:r w:rsidRPr="009647FC">
              <w:rPr>
                <w:rtl/>
              </w:rPr>
              <w:t>تراني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مات</w:t>
            </w:r>
            <w:r>
              <w:rPr>
                <w:rtl/>
              </w:rPr>
              <w:t xml:space="preserve"> </w:t>
            </w:r>
            <w:r w:rsidRPr="009647FC">
              <w:rPr>
                <w:rtl/>
              </w:rPr>
              <w:t>محيي</w:t>
            </w:r>
            <w:r>
              <w:rPr>
                <w:rtl/>
              </w:rPr>
              <w:t xml:space="preserve"> </w:t>
            </w:r>
            <w:r w:rsidRPr="009647FC">
              <w:rPr>
                <w:rtl/>
              </w:rPr>
              <w:t>الثنا</w:t>
            </w:r>
            <w:r>
              <w:rPr>
                <w:rtl/>
              </w:rPr>
              <w:t xml:space="preserve"> </w:t>
            </w:r>
            <w:r w:rsidRPr="009647FC">
              <w:rPr>
                <w:rtl/>
              </w:rPr>
              <w:t>ولولا</w:t>
            </w:r>
            <w:r>
              <w:rPr>
                <w:rtl/>
              </w:rPr>
              <w:t xml:space="preserve"> </w:t>
            </w:r>
            <w:r w:rsidRPr="009647FC">
              <w:rPr>
                <w:rtl/>
              </w:rPr>
              <w:t>أبوه</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قلت</w:t>
            </w:r>
            <w:r>
              <w:rPr>
                <w:rtl/>
              </w:rPr>
              <w:t xml:space="preserve"> </w:t>
            </w:r>
            <w:r w:rsidRPr="009647FC">
              <w:rPr>
                <w:rtl/>
              </w:rPr>
              <w:t>في</w:t>
            </w:r>
            <w:r>
              <w:rPr>
                <w:rtl/>
              </w:rPr>
              <w:t xml:space="preserve"> </w:t>
            </w:r>
            <w:r w:rsidRPr="009647FC">
              <w:rPr>
                <w:rtl/>
              </w:rPr>
              <w:t>لحده</w:t>
            </w:r>
            <w:r>
              <w:rPr>
                <w:rtl/>
              </w:rPr>
              <w:t xml:space="preserve"> </w:t>
            </w:r>
            <w:r w:rsidRPr="009647FC">
              <w:rPr>
                <w:rtl/>
              </w:rPr>
              <w:t>دفنت</w:t>
            </w:r>
            <w:r>
              <w:rPr>
                <w:rtl/>
              </w:rPr>
              <w:t xml:space="preserve"> </w:t>
            </w:r>
            <w:r w:rsidRPr="009647FC">
              <w:rPr>
                <w:rtl/>
              </w:rPr>
              <w:t>لساني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ذاك</w:t>
            </w:r>
            <w:r>
              <w:rPr>
                <w:rtl/>
              </w:rPr>
              <w:t xml:space="preserve"> </w:t>
            </w:r>
            <w:r w:rsidRPr="009647FC">
              <w:rPr>
                <w:rtl/>
              </w:rPr>
              <w:t>منه</w:t>
            </w:r>
            <w:r>
              <w:rPr>
                <w:rtl/>
              </w:rPr>
              <w:t xml:space="preserve"> </w:t>
            </w:r>
            <w:r w:rsidRPr="009647FC">
              <w:rPr>
                <w:rtl/>
              </w:rPr>
              <w:t>صفاته</w:t>
            </w:r>
            <w:r>
              <w:rPr>
                <w:rtl/>
              </w:rPr>
              <w:t xml:space="preserve"> </w:t>
            </w:r>
            <w:r w:rsidRPr="009647FC">
              <w:rPr>
                <w:rtl/>
              </w:rPr>
              <w:t>الغرِّ</w:t>
            </w:r>
            <w:r>
              <w:rPr>
                <w:rtl/>
              </w:rPr>
              <w:t xml:space="preserve"> </w:t>
            </w:r>
            <w:r w:rsidRPr="009647FC">
              <w:rPr>
                <w:rtl/>
              </w:rPr>
              <w:t>جاءت</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في</w:t>
            </w:r>
            <w:r>
              <w:rPr>
                <w:rtl/>
              </w:rPr>
              <w:t xml:space="preserve"> </w:t>
            </w:r>
            <w:r w:rsidRPr="009647FC">
              <w:rPr>
                <w:rtl/>
              </w:rPr>
              <w:t>مزايا</w:t>
            </w:r>
            <w:r>
              <w:rPr>
                <w:rtl/>
              </w:rPr>
              <w:t xml:space="preserve"> </w:t>
            </w:r>
            <w:r w:rsidRPr="009647FC">
              <w:rPr>
                <w:rtl/>
              </w:rPr>
              <w:t>علاه</w:t>
            </w:r>
            <w:r>
              <w:rPr>
                <w:rtl/>
              </w:rPr>
              <w:t xml:space="preserve"> </w:t>
            </w:r>
            <w:r w:rsidRPr="009647FC">
              <w:rPr>
                <w:rtl/>
              </w:rPr>
              <w:t>طبق</w:t>
            </w:r>
            <w:r>
              <w:rPr>
                <w:rtl/>
              </w:rPr>
              <w:t xml:space="preserve"> </w:t>
            </w:r>
            <w:r w:rsidRPr="009647FC">
              <w:rPr>
                <w:rtl/>
              </w:rPr>
              <w:t>المعاني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صالح</w:t>
            </w:r>
            <w:r>
              <w:rPr>
                <w:rtl/>
              </w:rPr>
              <w:t xml:space="preserve"> </w:t>
            </w:r>
            <w:r w:rsidRPr="009647FC">
              <w:rPr>
                <w:rtl/>
              </w:rPr>
              <w:t>الفعل</w:t>
            </w:r>
            <w:r>
              <w:rPr>
                <w:rtl/>
              </w:rPr>
              <w:t xml:space="preserve"> </w:t>
            </w:r>
            <w:r w:rsidRPr="009647FC">
              <w:rPr>
                <w:rtl/>
              </w:rPr>
              <w:t>راجحُ</w:t>
            </w:r>
            <w:r>
              <w:rPr>
                <w:rtl/>
              </w:rPr>
              <w:t xml:space="preserve"> </w:t>
            </w:r>
            <w:r w:rsidRPr="009647FC">
              <w:rPr>
                <w:rtl/>
              </w:rPr>
              <w:t>الفضل</w:t>
            </w:r>
            <w:r>
              <w:rPr>
                <w:rtl/>
              </w:rPr>
              <w:t xml:space="preserve"> </w:t>
            </w:r>
            <w:r w:rsidRPr="009647FC">
              <w:rPr>
                <w:rtl/>
              </w:rPr>
              <w:t>غوط</w:t>
            </w:r>
            <w:r>
              <w:rPr>
                <w:rtl/>
              </w:rPr>
              <w:t xml:space="preserve"> </w:t>
            </w:r>
            <w:r w:rsidRPr="009647FC">
              <w:rPr>
                <w:rtl/>
              </w:rPr>
              <w:t>الـ</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مستغيثين</w:t>
            </w:r>
            <w:r>
              <w:rPr>
                <w:rtl/>
              </w:rPr>
              <w:t xml:space="preserve"> </w:t>
            </w:r>
            <w:r w:rsidRPr="009647FC">
              <w:rPr>
                <w:rtl/>
              </w:rPr>
              <w:t>غيثُ</w:t>
            </w:r>
            <w:r>
              <w:rPr>
                <w:rtl/>
              </w:rPr>
              <w:t xml:space="preserve"> </w:t>
            </w:r>
            <w:r w:rsidRPr="009647FC">
              <w:rPr>
                <w:rtl/>
              </w:rPr>
              <w:t>أهل</w:t>
            </w:r>
            <w:r>
              <w:rPr>
                <w:rtl/>
              </w:rPr>
              <w:t xml:space="preserve"> </w:t>
            </w:r>
            <w:r w:rsidRPr="009647FC">
              <w:rPr>
                <w:rtl/>
              </w:rPr>
              <w:t>الأماني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ورعٌ</w:t>
            </w:r>
            <w:r>
              <w:rPr>
                <w:rtl/>
              </w:rPr>
              <w:t xml:space="preserve"> </w:t>
            </w:r>
            <w:r w:rsidRPr="009647FC">
              <w:rPr>
                <w:rtl/>
              </w:rPr>
              <w:t>ناسكُ</w:t>
            </w:r>
            <w:r>
              <w:rPr>
                <w:rtl/>
              </w:rPr>
              <w:t xml:space="preserve"> </w:t>
            </w:r>
            <w:r w:rsidRPr="009647FC">
              <w:rPr>
                <w:rtl/>
              </w:rPr>
              <w:t>تفرّغ</w:t>
            </w:r>
            <w:r>
              <w:rPr>
                <w:rtl/>
              </w:rPr>
              <w:t xml:space="preserve"> </w:t>
            </w:r>
            <w:r w:rsidRPr="009647FC">
              <w:rPr>
                <w:rtl/>
              </w:rPr>
              <w:t>للهِ</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بقلبٍ</w:t>
            </w:r>
            <w:r w:rsidR="004C00A8">
              <w:rPr>
                <w:rtl/>
              </w:rPr>
              <w:t xml:space="preserve"> </w:t>
            </w:r>
            <w:r w:rsidRPr="009647FC">
              <w:rPr>
                <w:rtl/>
              </w:rPr>
              <w:t>من</w:t>
            </w:r>
            <w:r>
              <w:rPr>
                <w:rtl/>
              </w:rPr>
              <w:t xml:space="preserve"> </w:t>
            </w:r>
            <w:r w:rsidRPr="009647FC">
              <w:rPr>
                <w:rtl/>
              </w:rPr>
              <w:t>خوفه</w:t>
            </w:r>
            <w:r>
              <w:rPr>
                <w:rtl/>
              </w:rPr>
              <w:t xml:space="preserve"> </w:t>
            </w:r>
            <w:r w:rsidRPr="009647FC">
              <w:rPr>
                <w:rtl/>
              </w:rPr>
              <w:t>ملآنِ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جامعٌ</w:t>
            </w:r>
            <w:r>
              <w:rPr>
                <w:rtl/>
              </w:rPr>
              <w:t xml:space="preserve"> </w:t>
            </w:r>
            <w:r w:rsidRPr="009647FC">
              <w:rPr>
                <w:rtl/>
              </w:rPr>
              <w:t>قسوة</w:t>
            </w:r>
            <w:r>
              <w:rPr>
                <w:rtl/>
              </w:rPr>
              <w:t xml:space="preserve"> </w:t>
            </w:r>
            <w:r w:rsidRPr="009647FC">
              <w:rPr>
                <w:rtl/>
              </w:rPr>
              <w:t>الحميّ</w:t>
            </w:r>
            <w:r>
              <w:rPr>
                <w:rtl/>
              </w:rPr>
              <w:t>َ</w:t>
            </w:r>
            <w:r w:rsidRPr="009647FC">
              <w:rPr>
                <w:rtl/>
              </w:rPr>
              <w:t>ة</w:t>
            </w:r>
            <w:r>
              <w:rPr>
                <w:rtl/>
              </w:rPr>
              <w:t xml:space="preserve"> </w:t>
            </w:r>
            <w:r w:rsidRPr="009647FC">
              <w:rPr>
                <w:rtl/>
              </w:rPr>
              <w:t>للدين</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انتصاراً</w:t>
            </w:r>
            <w:r>
              <w:rPr>
                <w:rtl/>
              </w:rPr>
              <w:t xml:space="preserve"> </w:t>
            </w:r>
            <w:r w:rsidRPr="009647FC">
              <w:rPr>
                <w:rtl/>
              </w:rPr>
              <w:t>ورقّ</w:t>
            </w:r>
            <w:r>
              <w:rPr>
                <w:rtl/>
              </w:rPr>
              <w:t>َ</w:t>
            </w:r>
            <w:r w:rsidRPr="009647FC">
              <w:rPr>
                <w:rtl/>
              </w:rPr>
              <w:t>ة</w:t>
            </w:r>
            <w:r>
              <w:rPr>
                <w:rtl/>
              </w:rPr>
              <w:t xml:space="preserve"> </w:t>
            </w:r>
            <w:r w:rsidRPr="009647FC">
              <w:rPr>
                <w:rtl/>
              </w:rPr>
              <w:t>الإيمانِ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وبعزِّ</w:t>
            </w:r>
            <w:r>
              <w:rPr>
                <w:rtl/>
              </w:rPr>
              <w:t xml:space="preserve"> </w:t>
            </w:r>
            <w:r w:rsidRPr="009647FC">
              <w:rPr>
                <w:rtl/>
              </w:rPr>
              <w:t>الملوك</w:t>
            </w:r>
            <w:r>
              <w:rPr>
                <w:rtl/>
              </w:rPr>
              <w:t xml:space="preserve"> </w:t>
            </w:r>
            <w:r w:rsidRPr="009647FC">
              <w:rPr>
                <w:rtl/>
              </w:rPr>
              <w:t>يصبح</w:t>
            </w:r>
            <w:r>
              <w:rPr>
                <w:rtl/>
              </w:rPr>
              <w:t xml:space="preserve"> </w:t>
            </w:r>
            <w:r w:rsidRPr="009647FC">
              <w:rPr>
                <w:rtl/>
              </w:rPr>
              <w:t>مرهو</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باً</w:t>
            </w:r>
            <w:r w:rsidR="004C00A8">
              <w:rPr>
                <w:rtl/>
              </w:rPr>
              <w:t xml:space="preserve"> </w:t>
            </w:r>
            <w:r w:rsidRPr="009647FC">
              <w:rPr>
                <w:rtl/>
              </w:rPr>
              <w:t>ويمسي</w:t>
            </w:r>
            <w:r>
              <w:rPr>
                <w:rtl/>
              </w:rPr>
              <w:t xml:space="preserve"> </w:t>
            </w:r>
            <w:r w:rsidRPr="009647FC">
              <w:rPr>
                <w:rtl/>
              </w:rPr>
              <w:t>بذلّ</w:t>
            </w:r>
            <w:r>
              <w:rPr>
                <w:rtl/>
              </w:rPr>
              <w:t>َ</w:t>
            </w:r>
            <w:r w:rsidRPr="009647FC">
              <w:rPr>
                <w:rtl/>
              </w:rPr>
              <w:t>ة</w:t>
            </w:r>
            <w:r>
              <w:rPr>
                <w:rtl/>
              </w:rPr>
              <w:t xml:space="preserve"> </w:t>
            </w:r>
            <w:r w:rsidRPr="009647FC">
              <w:rPr>
                <w:rtl/>
              </w:rPr>
              <w:t>الرهبانِ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صدق</w:t>
            </w:r>
            <w:r w:rsidR="004C00A8">
              <w:rPr>
                <w:rtl/>
              </w:rPr>
              <w:t xml:space="preserve"> </w:t>
            </w:r>
            <w:r w:rsidRPr="009647FC">
              <w:rPr>
                <w:rtl/>
              </w:rPr>
              <w:t>المدحُ</w:t>
            </w:r>
            <w:r>
              <w:rPr>
                <w:rtl/>
              </w:rPr>
              <w:t xml:space="preserve"> </w:t>
            </w:r>
            <w:r w:rsidRPr="009647FC">
              <w:rPr>
                <w:rtl/>
              </w:rPr>
              <w:t>في</w:t>
            </w:r>
            <w:r>
              <w:rPr>
                <w:rtl/>
              </w:rPr>
              <w:t xml:space="preserve"> </w:t>
            </w:r>
            <w:r w:rsidRPr="009647FC">
              <w:rPr>
                <w:rtl/>
              </w:rPr>
              <w:t>علاه</w:t>
            </w:r>
            <w:r>
              <w:rPr>
                <w:rtl/>
              </w:rPr>
              <w:t xml:space="preserve"> </w:t>
            </w:r>
            <w:r w:rsidRPr="009647FC">
              <w:rPr>
                <w:rtl/>
              </w:rPr>
              <w:t>فقل</w:t>
            </w:r>
            <w:r>
              <w:rPr>
                <w:rtl/>
              </w:rPr>
              <w:t xml:space="preserve"> </w:t>
            </w:r>
            <w:r w:rsidRPr="009647FC">
              <w:rPr>
                <w:rtl/>
              </w:rPr>
              <w:t>ما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شئت</w:t>
            </w:r>
            <w:r>
              <w:rPr>
                <w:rtl/>
              </w:rPr>
              <w:t xml:space="preserve"> </w:t>
            </w:r>
            <w:r w:rsidRPr="009647FC">
              <w:rPr>
                <w:rtl/>
              </w:rPr>
              <w:t>في</w:t>
            </w:r>
            <w:r>
              <w:rPr>
                <w:rtl/>
              </w:rPr>
              <w:t xml:space="preserve"> </w:t>
            </w:r>
            <w:r w:rsidRPr="009647FC">
              <w:rPr>
                <w:rtl/>
              </w:rPr>
              <w:t>مجده</w:t>
            </w:r>
            <w:r>
              <w:rPr>
                <w:rtl/>
              </w:rPr>
              <w:t xml:space="preserve"> </w:t>
            </w:r>
            <w:r w:rsidRPr="009647FC">
              <w:rPr>
                <w:rtl/>
              </w:rPr>
              <w:t>العظيم</w:t>
            </w:r>
            <w:r>
              <w:rPr>
                <w:rtl/>
              </w:rPr>
              <w:t xml:space="preserve"> </w:t>
            </w:r>
            <w:r w:rsidRPr="009647FC">
              <w:rPr>
                <w:rtl/>
              </w:rPr>
              <w:t>الشانِ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هو</w:t>
            </w:r>
            <w:r w:rsidR="004C00A8">
              <w:rPr>
                <w:rtl/>
              </w:rPr>
              <w:t xml:space="preserve"> </w:t>
            </w:r>
            <w:r w:rsidRPr="009647FC">
              <w:rPr>
                <w:rtl/>
              </w:rPr>
              <w:t>في</w:t>
            </w:r>
            <w:r>
              <w:rPr>
                <w:rtl/>
              </w:rPr>
              <w:t xml:space="preserve"> </w:t>
            </w:r>
            <w:r w:rsidRPr="009647FC">
              <w:rPr>
                <w:rtl/>
              </w:rPr>
              <w:t>الخير</w:t>
            </w:r>
            <w:r>
              <w:rPr>
                <w:rtl/>
              </w:rPr>
              <w:t xml:space="preserve"> </w:t>
            </w:r>
            <w:r w:rsidRPr="009647FC">
              <w:rPr>
                <w:rtl/>
              </w:rPr>
              <w:t>من</w:t>
            </w:r>
            <w:r>
              <w:rPr>
                <w:rtl/>
              </w:rPr>
              <w:t xml:space="preserve"> </w:t>
            </w:r>
            <w:r w:rsidRPr="009647FC">
              <w:rPr>
                <w:rtl/>
              </w:rPr>
              <w:t>قديم</w:t>
            </w:r>
            <w:r>
              <w:rPr>
                <w:rtl/>
              </w:rPr>
              <w:t xml:space="preserve"> </w:t>
            </w:r>
            <w:r w:rsidRPr="009647FC">
              <w:rPr>
                <w:rtl/>
              </w:rPr>
              <w:t>الليالي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خيرُ</w:t>
            </w:r>
            <w:r w:rsidR="004C00A8">
              <w:rPr>
                <w:rtl/>
              </w:rPr>
              <w:t xml:space="preserve"> </w:t>
            </w:r>
            <w:r w:rsidRPr="009647FC">
              <w:rPr>
                <w:rtl/>
              </w:rPr>
              <w:t>م</w:t>
            </w:r>
            <w:r w:rsidRPr="00B371C6">
              <w:rPr>
                <w:rtl/>
              </w:rPr>
              <w:t>َ</w:t>
            </w:r>
            <w:r w:rsidRPr="009647FC">
              <w:rPr>
                <w:rtl/>
              </w:rPr>
              <w:t>نْ</w:t>
            </w:r>
            <w:r>
              <w:rPr>
                <w:rtl/>
              </w:rPr>
              <w:t xml:space="preserve"> </w:t>
            </w:r>
            <w:r w:rsidRPr="009647FC">
              <w:rPr>
                <w:rtl/>
              </w:rPr>
              <w:t>قد</w:t>
            </w:r>
            <w:r>
              <w:rPr>
                <w:rtl/>
              </w:rPr>
              <w:t xml:space="preserve"> </w:t>
            </w:r>
            <w:r w:rsidRPr="009647FC">
              <w:rPr>
                <w:rtl/>
              </w:rPr>
              <w:t>مشت</w:t>
            </w:r>
            <w:r>
              <w:rPr>
                <w:rtl/>
              </w:rPr>
              <w:t xml:space="preserve"> </w:t>
            </w:r>
            <w:r w:rsidRPr="009647FC">
              <w:rPr>
                <w:rtl/>
              </w:rPr>
              <w:t>به</w:t>
            </w:r>
            <w:r>
              <w:rPr>
                <w:rtl/>
              </w:rPr>
              <w:t xml:space="preserve"> </w:t>
            </w:r>
            <w:r w:rsidRPr="009647FC">
              <w:rPr>
                <w:rtl/>
              </w:rPr>
              <w:t>قدمانِ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أثقلت</w:t>
            </w:r>
            <w:r>
              <w:rPr>
                <w:rtl/>
              </w:rPr>
              <w:t xml:space="preserve"> </w:t>
            </w:r>
            <w:r w:rsidRPr="009647FC">
              <w:rPr>
                <w:rtl/>
              </w:rPr>
              <w:t>كاهل</w:t>
            </w:r>
            <w:r>
              <w:rPr>
                <w:rtl/>
              </w:rPr>
              <w:t xml:space="preserve"> </w:t>
            </w:r>
            <w:r w:rsidRPr="009647FC">
              <w:rPr>
                <w:rtl/>
              </w:rPr>
              <w:t>الزمان</w:t>
            </w:r>
            <w:r>
              <w:rPr>
                <w:rtl/>
              </w:rPr>
              <w:t xml:space="preserve"> </w:t>
            </w:r>
            <w:r w:rsidRPr="009647FC">
              <w:rPr>
                <w:rtl/>
              </w:rPr>
              <w:t>أياديه</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فأمسى</w:t>
            </w:r>
            <w:r>
              <w:rPr>
                <w:rtl/>
              </w:rPr>
              <w:t xml:space="preserve"> </w:t>
            </w:r>
            <w:r w:rsidRPr="009647FC">
              <w:rPr>
                <w:rtl/>
              </w:rPr>
              <w:t>عياله</w:t>
            </w:r>
            <w:r>
              <w:rPr>
                <w:rtl/>
              </w:rPr>
              <w:t xml:space="preserve"> </w:t>
            </w:r>
            <w:r w:rsidRPr="009647FC">
              <w:rPr>
                <w:rtl/>
              </w:rPr>
              <w:t>الثقلانِ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وعلى</w:t>
            </w:r>
            <w:r w:rsidR="004C00A8">
              <w:rPr>
                <w:rtl/>
              </w:rPr>
              <w:t xml:space="preserve"> </w:t>
            </w:r>
            <w:r w:rsidRPr="009647FC">
              <w:rPr>
                <w:rtl/>
              </w:rPr>
              <w:t>الأرض</w:t>
            </w:r>
            <w:r>
              <w:rPr>
                <w:rtl/>
              </w:rPr>
              <w:t xml:space="preserve"> </w:t>
            </w:r>
            <w:r w:rsidRPr="009647FC">
              <w:rPr>
                <w:rtl/>
              </w:rPr>
              <w:t>كلّها</w:t>
            </w:r>
            <w:r>
              <w:rPr>
                <w:rtl/>
              </w:rPr>
              <w:t xml:space="preserve"> </w:t>
            </w:r>
            <w:r w:rsidRPr="009647FC">
              <w:rPr>
                <w:rtl/>
              </w:rPr>
              <w:t>من</w:t>
            </w:r>
            <w:r>
              <w:rPr>
                <w:rtl/>
              </w:rPr>
              <w:t xml:space="preserve"> </w:t>
            </w:r>
            <w:r w:rsidRPr="009647FC">
              <w:rPr>
                <w:rtl/>
              </w:rPr>
              <w:t>نداه</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أثرٌ</w:t>
            </w:r>
            <w:r>
              <w:rPr>
                <w:rtl/>
              </w:rPr>
              <w:t xml:space="preserve"> </w:t>
            </w:r>
            <w:r w:rsidRPr="009647FC">
              <w:rPr>
                <w:rtl/>
              </w:rPr>
              <w:t>طيبٌ</w:t>
            </w:r>
            <w:r>
              <w:rPr>
                <w:rtl/>
              </w:rPr>
              <w:t xml:space="preserve"> </w:t>
            </w:r>
            <w:r w:rsidRPr="009647FC">
              <w:rPr>
                <w:rtl/>
              </w:rPr>
              <w:t>بكلّ</w:t>
            </w:r>
            <w:r>
              <w:rPr>
                <w:rtl/>
              </w:rPr>
              <w:t xml:space="preserve"> </w:t>
            </w:r>
            <w:r w:rsidRPr="009647FC">
              <w:rPr>
                <w:rtl/>
              </w:rPr>
              <w:t>مكانِ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قد</w:t>
            </w:r>
            <w:r>
              <w:rPr>
                <w:rtl/>
              </w:rPr>
              <w:t xml:space="preserve"> </w:t>
            </w:r>
            <w:r w:rsidRPr="009647FC">
              <w:rPr>
                <w:rtl/>
              </w:rPr>
              <w:t>بنى</w:t>
            </w:r>
            <w:r>
              <w:rPr>
                <w:rtl/>
              </w:rPr>
              <w:t xml:space="preserve"> </w:t>
            </w:r>
            <w:r w:rsidRPr="009647FC">
              <w:rPr>
                <w:rtl/>
              </w:rPr>
              <w:t>للقِرى</w:t>
            </w:r>
            <w:r>
              <w:rPr>
                <w:rtl/>
              </w:rPr>
              <w:t xml:space="preserve"> </w:t>
            </w:r>
            <w:r w:rsidRPr="009647FC">
              <w:rPr>
                <w:rtl/>
              </w:rPr>
              <w:t>على</w:t>
            </w:r>
            <w:r>
              <w:rPr>
                <w:rtl/>
              </w:rPr>
              <w:t xml:space="preserve"> (</w:t>
            </w:r>
            <w:r w:rsidRPr="009647FC">
              <w:rPr>
                <w:rtl/>
              </w:rPr>
              <w:t>الكرخ</w:t>
            </w:r>
            <w:r>
              <w:rPr>
                <w:rtl/>
              </w:rPr>
              <w:t xml:space="preserve">) </w:t>
            </w:r>
            <w:r w:rsidRPr="009647FC">
              <w:rPr>
                <w:rtl/>
              </w:rPr>
              <w:t>بيتا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والتقى</w:t>
            </w:r>
            <w:r w:rsidR="004C00A8">
              <w:rPr>
                <w:rtl/>
              </w:rPr>
              <w:t xml:space="preserve"> </w:t>
            </w:r>
            <w:r w:rsidRPr="009647FC">
              <w:rPr>
                <w:rtl/>
              </w:rPr>
              <w:t>أسُّ</w:t>
            </w:r>
            <w:r>
              <w:rPr>
                <w:rtl/>
              </w:rPr>
              <w:t xml:space="preserve"> </w:t>
            </w:r>
            <w:r w:rsidRPr="009647FC">
              <w:rPr>
                <w:rtl/>
              </w:rPr>
              <w:t>ذلك</w:t>
            </w:r>
            <w:r>
              <w:rPr>
                <w:rtl/>
              </w:rPr>
              <w:t xml:space="preserve"> </w:t>
            </w:r>
            <w:r w:rsidRPr="009647FC">
              <w:rPr>
                <w:rtl/>
              </w:rPr>
              <w:t>البنيانِ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شارع</w:t>
            </w:r>
            <w:r>
              <w:rPr>
                <w:rtl/>
              </w:rPr>
              <w:t>َ</w:t>
            </w:r>
            <w:r w:rsidR="004C00A8">
              <w:rPr>
                <w:rtl/>
              </w:rPr>
              <w:t xml:space="preserve"> </w:t>
            </w:r>
            <w:r w:rsidRPr="009647FC">
              <w:rPr>
                <w:rtl/>
              </w:rPr>
              <w:t>الباب</w:t>
            </w:r>
            <w:r>
              <w:rPr>
                <w:rtl/>
              </w:rPr>
              <w:t xml:space="preserve"> </w:t>
            </w:r>
            <w:r w:rsidRPr="009647FC">
              <w:rPr>
                <w:rtl/>
              </w:rPr>
              <w:t>تلتقي</w:t>
            </w:r>
            <w:r>
              <w:rPr>
                <w:rtl/>
              </w:rPr>
              <w:t xml:space="preserve"> </w:t>
            </w:r>
            <w:r w:rsidRPr="009647FC">
              <w:rPr>
                <w:rtl/>
              </w:rPr>
              <w:t>طرقُ</w:t>
            </w:r>
            <w:r>
              <w:rPr>
                <w:rtl/>
              </w:rPr>
              <w:t xml:space="preserve"> </w:t>
            </w:r>
            <w:r w:rsidRPr="009647FC">
              <w:rPr>
                <w:rtl/>
              </w:rPr>
              <w:t>الأر</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ض</w:t>
            </w:r>
            <w:r w:rsidR="004C00A8">
              <w:rPr>
                <w:rtl/>
              </w:rPr>
              <w:t xml:space="preserve"> </w:t>
            </w:r>
            <w:r w:rsidRPr="009647FC">
              <w:rPr>
                <w:rtl/>
              </w:rPr>
              <w:t>جميعاً</w:t>
            </w:r>
            <w:r>
              <w:rPr>
                <w:rtl/>
              </w:rPr>
              <w:t xml:space="preserve"> </w:t>
            </w:r>
            <w:r w:rsidRPr="009647FC">
              <w:rPr>
                <w:rtl/>
              </w:rPr>
              <w:t>لديه</w:t>
            </w:r>
            <w:r>
              <w:rPr>
                <w:rtl/>
              </w:rPr>
              <w:t xml:space="preserve"> </w:t>
            </w:r>
            <w:r w:rsidRPr="009647FC">
              <w:rPr>
                <w:rtl/>
              </w:rPr>
              <w:t>بالضيفانِ</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E78AE" w:rsidRPr="00524A24" w:rsidTr="00EE78AE">
        <w:trPr>
          <w:trHeight w:val="350"/>
        </w:trPr>
        <w:tc>
          <w:tcPr>
            <w:tcW w:w="3902" w:type="dxa"/>
          </w:tcPr>
          <w:p w:rsidR="00EE78AE" w:rsidRPr="00524A24" w:rsidRDefault="00EE78AE" w:rsidP="00AE101C">
            <w:pPr>
              <w:pStyle w:val="libPoem"/>
            </w:pPr>
            <w:r w:rsidRPr="009647FC">
              <w:rPr>
                <w:rtl/>
              </w:rPr>
              <w:lastRenderedPageBreak/>
              <w:t>رافعاً</w:t>
            </w:r>
            <w:r w:rsidR="004C00A8">
              <w:rPr>
                <w:rtl/>
              </w:rPr>
              <w:t xml:space="preserve"> </w:t>
            </w:r>
            <w:r w:rsidRPr="009647FC">
              <w:rPr>
                <w:rtl/>
              </w:rPr>
              <w:t>تحت</w:t>
            </w:r>
            <w:r>
              <w:rPr>
                <w:rtl/>
              </w:rPr>
              <w:t xml:space="preserve"> </w:t>
            </w:r>
            <w:r w:rsidRPr="009647FC">
              <w:rPr>
                <w:rtl/>
              </w:rPr>
              <w:t>ظلمة</w:t>
            </w:r>
            <w:r>
              <w:rPr>
                <w:rtl/>
              </w:rPr>
              <w:t xml:space="preserve"> </w:t>
            </w:r>
            <w:r w:rsidRPr="009647FC">
              <w:rPr>
                <w:rtl/>
              </w:rPr>
              <w:t>الليل</w:t>
            </w:r>
            <w:r>
              <w:rPr>
                <w:rtl/>
              </w:rPr>
              <w:t xml:space="preserve"> </w:t>
            </w:r>
            <w:r w:rsidRPr="009647FC">
              <w:rPr>
                <w:rtl/>
              </w:rPr>
              <w:t>للسا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رين</w:t>
            </w:r>
            <w:r>
              <w:rPr>
                <w:rtl/>
              </w:rPr>
              <w:t xml:space="preserve"> </w:t>
            </w:r>
            <w:r w:rsidRPr="009647FC">
              <w:rPr>
                <w:rtl/>
              </w:rPr>
              <w:t>فيه</w:t>
            </w:r>
            <w:r>
              <w:rPr>
                <w:rtl/>
              </w:rPr>
              <w:t xml:space="preserve"> </w:t>
            </w:r>
            <w:r w:rsidRPr="009647FC">
              <w:rPr>
                <w:rtl/>
              </w:rPr>
              <w:t>ذوائب</w:t>
            </w:r>
            <w:r>
              <w:rPr>
                <w:rtl/>
              </w:rPr>
              <w:t xml:space="preserve">َ </w:t>
            </w:r>
            <w:r w:rsidRPr="009647FC">
              <w:rPr>
                <w:rtl/>
              </w:rPr>
              <w:t>النيرانِ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كرماً</w:t>
            </w:r>
            <w:r w:rsidR="004C00A8">
              <w:rPr>
                <w:rtl/>
              </w:rPr>
              <w:t xml:space="preserve"> </w:t>
            </w:r>
            <w:r w:rsidRPr="009647FC">
              <w:rPr>
                <w:rtl/>
              </w:rPr>
              <w:t>قد</w:t>
            </w:r>
            <w:r>
              <w:rPr>
                <w:rtl/>
              </w:rPr>
              <w:t xml:space="preserve"> </w:t>
            </w:r>
            <w:r w:rsidRPr="009647FC">
              <w:rPr>
                <w:rtl/>
              </w:rPr>
              <w:t>أعدّ</w:t>
            </w:r>
            <w:r>
              <w:rPr>
                <w:rtl/>
              </w:rPr>
              <w:t xml:space="preserve">َ </w:t>
            </w:r>
            <w:r w:rsidRPr="009647FC">
              <w:rPr>
                <w:rtl/>
              </w:rPr>
              <w:t>للضيف</w:t>
            </w:r>
            <w:r>
              <w:rPr>
                <w:rtl/>
              </w:rPr>
              <w:t xml:space="preserve"> </w:t>
            </w:r>
            <w:r w:rsidRPr="009647FC">
              <w:rPr>
                <w:rtl/>
              </w:rPr>
              <w:t>فيه</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عدد</w:t>
            </w:r>
            <w:r w:rsidR="004C00A8">
              <w:rPr>
                <w:rtl/>
              </w:rPr>
              <w:t xml:space="preserve"> </w:t>
            </w:r>
            <w:r w:rsidRPr="009647FC">
              <w:rPr>
                <w:rtl/>
              </w:rPr>
              <w:t>الطارقين</w:t>
            </w:r>
            <w:r>
              <w:rPr>
                <w:rtl/>
              </w:rPr>
              <w:t xml:space="preserve"> </w:t>
            </w:r>
            <w:r w:rsidRPr="009647FC">
              <w:rPr>
                <w:rtl/>
              </w:rPr>
              <w:t>غرّ</w:t>
            </w:r>
            <w:r>
              <w:rPr>
                <w:rtl/>
              </w:rPr>
              <w:t xml:space="preserve">َ </w:t>
            </w:r>
            <w:r w:rsidRPr="009647FC">
              <w:rPr>
                <w:rtl/>
              </w:rPr>
              <w:t>الجفانِ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مكرماتٌ</w:t>
            </w:r>
            <w:r>
              <w:rPr>
                <w:rtl/>
              </w:rPr>
              <w:t xml:space="preserve"> </w:t>
            </w:r>
            <w:r w:rsidRPr="009647FC">
              <w:rPr>
                <w:rtl/>
              </w:rPr>
              <w:t>ترى</w:t>
            </w:r>
            <w:r>
              <w:rPr>
                <w:rtl/>
              </w:rPr>
              <w:t xml:space="preserve"> </w:t>
            </w:r>
            <w:r w:rsidRPr="009647FC">
              <w:rPr>
                <w:rtl/>
              </w:rPr>
              <w:t>رضيع</w:t>
            </w:r>
            <w:r>
              <w:rPr>
                <w:rtl/>
              </w:rPr>
              <w:t xml:space="preserve"> </w:t>
            </w:r>
            <w:r w:rsidRPr="009647FC">
              <w:rPr>
                <w:rtl/>
              </w:rPr>
              <w:t>سماحٍ</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عندها</w:t>
            </w:r>
            <w:r>
              <w:rPr>
                <w:rtl/>
              </w:rPr>
              <w:t xml:space="preserve"> </w:t>
            </w:r>
            <w:r w:rsidRPr="009647FC">
              <w:rPr>
                <w:rtl/>
              </w:rPr>
              <w:t>الدهر</w:t>
            </w:r>
            <w:r>
              <w:rPr>
                <w:rtl/>
              </w:rPr>
              <w:t xml:space="preserve">َ </w:t>
            </w:r>
            <w:r w:rsidRPr="009647FC">
              <w:rPr>
                <w:rtl/>
              </w:rPr>
              <w:t>لا</w:t>
            </w:r>
            <w:r>
              <w:rPr>
                <w:rtl/>
              </w:rPr>
              <w:t xml:space="preserve"> </w:t>
            </w:r>
            <w:r w:rsidRPr="009647FC">
              <w:rPr>
                <w:rtl/>
              </w:rPr>
              <w:t>رضيع</w:t>
            </w:r>
            <w:r>
              <w:rPr>
                <w:rtl/>
              </w:rPr>
              <w:t xml:space="preserve"> </w:t>
            </w:r>
            <w:r w:rsidRPr="009647FC">
              <w:rPr>
                <w:rtl/>
              </w:rPr>
              <w:t>لبانِ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شكرُها</w:t>
            </w:r>
            <w:r w:rsidR="004C00A8">
              <w:rPr>
                <w:rtl/>
              </w:rPr>
              <w:t xml:space="preserve"> </w:t>
            </w:r>
            <w:r w:rsidRPr="009647FC">
              <w:rPr>
                <w:rtl/>
              </w:rPr>
              <w:t>أعجز</w:t>
            </w:r>
            <w:r>
              <w:rPr>
                <w:rtl/>
              </w:rPr>
              <w:t xml:space="preserve"> </w:t>
            </w:r>
            <w:r w:rsidRPr="009647FC">
              <w:rPr>
                <w:rtl/>
              </w:rPr>
              <w:t>الأنام</w:t>
            </w:r>
            <w:r>
              <w:rPr>
                <w:rtl/>
              </w:rPr>
              <w:t xml:space="preserve"> </w:t>
            </w:r>
            <w:r w:rsidRPr="009647FC">
              <w:rPr>
                <w:rtl/>
              </w:rPr>
              <w:t>فأنّى</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قابلتها</w:t>
            </w:r>
            <w:r>
              <w:rPr>
                <w:rtl/>
              </w:rPr>
              <w:t xml:space="preserve"> </w:t>
            </w:r>
            <w:r w:rsidRPr="009647FC">
              <w:rPr>
                <w:rtl/>
              </w:rPr>
              <w:t>الأيامُ</w:t>
            </w:r>
            <w:r>
              <w:rPr>
                <w:rtl/>
              </w:rPr>
              <w:t xml:space="preserve"> </w:t>
            </w:r>
            <w:r w:rsidRPr="009647FC">
              <w:rPr>
                <w:rtl/>
              </w:rPr>
              <w:t>بالكفرانِ؟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قلتُ</w:t>
            </w:r>
            <w:r>
              <w:rPr>
                <w:rtl/>
              </w:rPr>
              <w:t xml:space="preserve"> </w:t>
            </w:r>
            <w:r w:rsidRPr="009647FC">
              <w:rPr>
                <w:rtl/>
              </w:rPr>
              <w:t>للبحر</w:t>
            </w:r>
            <w:r>
              <w:rPr>
                <w:rtl/>
              </w:rPr>
              <w:t xml:space="preserve"> </w:t>
            </w:r>
            <w:r w:rsidRPr="009647FC">
              <w:rPr>
                <w:rtl/>
              </w:rPr>
              <w:t>هل</w:t>
            </w:r>
            <w:r>
              <w:rPr>
                <w:rtl/>
              </w:rPr>
              <w:t xml:space="preserve"> </w:t>
            </w:r>
            <w:r w:rsidRPr="009647FC">
              <w:rPr>
                <w:rtl/>
              </w:rPr>
              <w:t>تساويه</w:t>
            </w:r>
            <w:r>
              <w:rPr>
                <w:rtl/>
              </w:rPr>
              <w:t xml:space="preserve"> </w:t>
            </w:r>
            <w:r w:rsidRPr="009647FC">
              <w:rPr>
                <w:rtl/>
              </w:rPr>
              <w:t>يوما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قال</w:t>
            </w:r>
            <w:r>
              <w:rPr>
                <w:rtl/>
              </w:rPr>
              <w:t xml:space="preserve"> </w:t>
            </w:r>
            <w:r w:rsidRPr="009647FC">
              <w:rPr>
                <w:rtl/>
              </w:rPr>
              <w:t>كلاّ:</w:t>
            </w:r>
            <w:r>
              <w:rPr>
                <w:rtl/>
              </w:rPr>
              <w:t xml:space="preserve"> </w:t>
            </w:r>
            <w:r w:rsidRPr="009647FC">
              <w:rPr>
                <w:rtl/>
              </w:rPr>
              <w:t>لا</w:t>
            </w:r>
            <w:r>
              <w:rPr>
                <w:rtl/>
              </w:rPr>
              <w:t xml:space="preserve"> </w:t>
            </w:r>
            <w:r w:rsidRPr="009647FC">
              <w:rPr>
                <w:rtl/>
              </w:rPr>
              <w:t>يستوي</w:t>
            </w:r>
            <w:r>
              <w:rPr>
                <w:rtl/>
              </w:rPr>
              <w:t xml:space="preserve"> </w:t>
            </w:r>
            <w:r w:rsidRPr="009647FC">
              <w:rPr>
                <w:rtl/>
              </w:rPr>
              <w:t>البحرانِ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وسألتُ</w:t>
            </w:r>
            <w:r>
              <w:rPr>
                <w:rtl/>
              </w:rPr>
              <w:t xml:space="preserve"> </w:t>
            </w:r>
            <w:r w:rsidRPr="009647FC">
              <w:rPr>
                <w:rtl/>
              </w:rPr>
              <w:t>الحيا</w:t>
            </w:r>
            <w:r>
              <w:rPr>
                <w:rtl/>
              </w:rPr>
              <w:t xml:space="preserve"> </w:t>
            </w:r>
            <w:r w:rsidRPr="009647FC">
              <w:rPr>
                <w:rtl/>
              </w:rPr>
              <w:t>أتحكيه</w:t>
            </w:r>
            <w:r>
              <w:rPr>
                <w:rtl/>
              </w:rPr>
              <w:t xml:space="preserve"> </w:t>
            </w:r>
            <w:r w:rsidRPr="009647FC">
              <w:rPr>
                <w:rtl/>
              </w:rPr>
              <w:t>جودا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قال:</w:t>
            </w:r>
            <w:r w:rsidR="004C00A8">
              <w:rPr>
                <w:rtl/>
              </w:rPr>
              <w:t xml:space="preserve"> </w:t>
            </w:r>
            <w:r w:rsidRPr="009647FC">
              <w:rPr>
                <w:rtl/>
              </w:rPr>
              <w:t>أين</w:t>
            </w:r>
            <w:r>
              <w:rPr>
                <w:rtl/>
              </w:rPr>
              <w:t xml:space="preserve"> </w:t>
            </w:r>
            <w:r w:rsidRPr="009647FC">
              <w:rPr>
                <w:rtl/>
              </w:rPr>
              <w:t>الباكي</w:t>
            </w:r>
            <w:r>
              <w:rPr>
                <w:rtl/>
              </w:rPr>
              <w:t xml:space="preserve"> </w:t>
            </w:r>
            <w:r w:rsidRPr="009647FC">
              <w:rPr>
                <w:rtl/>
              </w:rPr>
              <w:t>من</w:t>
            </w:r>
            <w:r>
              <w:rPr>
                <w:rtl/>
              </w:rPr>
              <w:t xml:space="preserve"> </w:t>
            </w:r>
            <w:r w:rsidRPr="009647FC">
              <w:rPr>
                <w:rtl/>
              </w:rPr>
              <w:t>الجذلانِ؟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ليس</w:t>
            </w:r>
            <w:r w:rsidR="004C00A8">
              <w:rPr>
                <w:rtl/>
              </w:rPr>
              <w:t xml:space="preserve"> </w:t>
            </w:r>
            <w:r w:rsidRPr="009647FC">
              <w:rPr>
                <w:rtl/>
              </w:rPr>
              <w:t>يحكيه</w:t>
            </w:r>
            <w:r>
              <w:rPr>
                <w:rtl/>
              </w:rPr>
              <w:t xml:space="preserve"> </w:t>
            </w:r>
            <w:r w:rsidRPr="009647FC">
              <w:rPr>
                <w:rtl/>
              </w:rPr>
              <w:t>في</w:t>
            </w:r>
            <w:r>
              <w:rPr>
                <w:rtl/>
              </w:rPr>
              <w:t xml:space="preserve"> </w:t>
            </w:r>
            <w:r w:rsidRPr="009647FC">
              <w:rPr>
                <w:rtl/>
              </w:rPr>
              <w:t>سماحة</w:t>
            </w:r>
            <w:r>
              <w:rPr>
                <w:rtl/>
              </w:rPr>
              <w:t xml:space="preserve"> </w:t>
            </w:r>
            <w:r w:rsidRPr="009647FC">
              <w:rPr>
                <w:rtl/>
              </w:rPr>
              <w:t>كفٍّ</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غيرُ</w:t>
            </w:r>
            <w:r w:rsidR="004C00A8">
              <w:rPr>
                <w:rtl/>
              </w:rPr>
              <w:t xml:space="preserve"> </w:t>
            </w:r>
            <w:r w:rsidRPr="009647FC">
              <w:rPr>
                <w:rtl/>
              </w:rPr>
              <w:t>م</w:t>
            </w:r>
            <w:r w:rsidRPr="00B371C6">
              <w:rPr>
                <w:rtl/>
              </w:rPr>
              <w:t>َ</w:t>
            </w:r>
            <w:r w:rsidRPr="009647FC">
              <w:rPr>
                <w:rtl/>
              </w:rPr>
              <w:t>نْ</w:t>
            </w:r>
            <w:r>
              <w:rPr>
                <w:rtl/>
              </w:rPr>
              <w:t xml:space="preserve"> </w:t>
            </w:r>
            <w:r w:rsidRPr="009647FC">
              <w:rPr>
                <w:rtl/>
              </w:rPr>
              <w:t>قد</w:t>
            </w:r>
            <w:r>
              <w:rPr>
                <w:rtl/>
              </w:rPr>
              <w:t xml:space="preserve"> </w:t>
            </w:r>
            <w:r w:rsidRPr="009647FC">
              <w:rPr>
                <w:rtl/>
              </w:rPr>
              <w:t>حكاه</w:t>
            </w:r>
            <w:r>
              <w:rPr>
                <w:rtl/>
              </w:rPr>
              <w:t xml:space="preserve"> </w:t>
            </w:r>
            <w:r w:rsidRPr="009647FC">
              <w:rPr>
                <w:rtl/>
              </w:rPr>
              <w:t>عزّ</w:t>
            </w:r>
            <w:r>
              <w:rPr>
                <w:rtl/>
              </w:rPr>
              <w:t>َ</w:t>
            </w:r>
            <w:r w:rsidRPr="009647FC">
              <w:rPr>
                <w:rtl/>
              </w:rPr>
              <w:t>ة</w:t>
            </w:r>
            <w:r>
              <w:rPr>
                <w:rtl/>
              </w:rPr>
              <w:t xml:space="preserve"> </w:t>
            </w:r>
            <w:r w:rsidRPr="009647FC">
              <w:rPr>
                <w:rtl/>
              </w:rPr>
              <w:t>شانِ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ذاك</w:t>
            </w:r>
            <w:r w:rsidR="004C00A8">
              <w:rPr>
                <w:rtl/>
              </w:rPr>
              <w:t xml:space="preserve"> </w:t>
            </w:r>
            <w:r>
              <w:rPr>
                <w:rtl/>
              </w:rPr>
              <w:t>(</w:t>
            </w:r>
            <w:r w:rsidRPr="009647FC">
              <w:rPr>
                <w:rtl/>
              </w:rPr>
              <w:t>عبد</w:t>
            </w:r>
            <w:r>
              <w:rPr>
                <w:rtl/>
              </w:rPr>
              <w:t xml:space="preserve"> </w:t>
            </w:r>
            <w:r w:rsidRPr="009647FC">
              <w:rPr>
                <w:rtl/>
              </w:rPr>
              <w:t>الكريم</w:t>
            </w:r>
            <w:r>
              <w:rPr>
                <w:rtl/>
              </w:rPr>
              <w:t xml:space="preserve">) </w:t>
            </w:r>
            <w:r w:rsidRPr="009647FC">
              <w:rPr>
                <w:rtl/>
              </w:rPr>
              <w:t>م</w:t>
            </w:r>
            <w:r>
              <w:rPr>
                <w:rtl/>
              </w:rPr>
              <w:t>َ</w:t>
            </w:r>
            <w:r w:rsidRPr="009647FC">
              <w:rPr>
                <w:rtl/>
              </w:rPr>
              <w:t>نْ</w:t>
            </w:r>
            <w:r>
              <w:rPr>
                <w:rtl/>
              </w:rPr>
              <w:t xml:space="preserve"> </w:t>
            </w:r>
            <w:r w:rsidRPr="009647FC">
              <w:rPr>
                <w:rtl/>
              </w:rPr>
              <w:t>قد</w:t>
            </w:r>
            <w:r>
              <w:rPr>
                <w:rtl/>
              </w:rPr>
              <w:t xml:space="preserve"> </w:t>
            </w:r>
            <w:r w:rsidRPr="009647FC">
              <w:rPr>
                <w:rtl/>
              </w:rPr>
              <w:t>تسامى</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شرفاً</w:t>
            </w:r>
            <w:r w:rsidR="004C00A8">
              <w:rPr>
                <w:rtl/>
              </w:rPr>
              <w:t xml:space="preserve"> </w:t>
            </w:r>
            <w:r w:rsidRPr="009647FC">
              <w:rPr>
                <w:rtl/>
              </w:rPr>
              <w:t>حطّ</w:t>
            </w:r>
            <w:r>
              <w:rPr>
                <w:rtl/>
              </w:rPr>
              <w:t xml:space="preserve">َ </w:t>
            </w:r>
            <w:r w:rsidRPr="009647FC">
              <w:rPr>
                <w:rtl/>
              </w:rPr>
              <w:t>دونه</w:t>
            </w:r>
            <w:r>
              <w:rPr>
                <w:rtl/>
              </w:rPr>
              <w:t xml:space="preserve"> </w:t>
            </w:r>
            <w:r w:rsidRPr="009647FC">
              <w:rPr>
                <w:rtl/>
              </w:rPr>
              <w:t>النّيرانِ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فهما</w:t>
            </w:r>
            <w:r w:rsidR="004C00A8">
              <w:rPr>
                <w:rtl/>
              </w:rPr>
              <w:t xml:space="preserve"> </w:t>
            </w:r>
            <w:r w:rsidRPr="009647FC">
              <w:rPr>
                <w:rtl/>
              </w:rPr>
              <w:t>فرقدا</w:t>
            </w:r>
            <w:r>
              <w:rPr>
                <w:rtl/>
              </w:rPr>
              <w:t xml:space="preserve"> </w:t>
            </w:r>
            <w:r w:rsidRPr="009647FC">
              <w:rPr>
                <w:rtl/>
              </w:rPr>
              <w:t>علاءٍ</w:t>
            </w:r>
            <w:r>
              <w:rPr>
                <w:rtl/>
              </w:rPr>
              <w:t xml:space="preserve"> </w:t>
            </w:r>
            <w:r w:rsidRPr="009647FC">
              <w:rPr>
                <w:rtl/>
              </w:rPr>
              <w:t>ومجدٍ</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وهما</w:t>
            </w:r>
            <w:r>
              <w:rPr>
                <w:rtl/>
              </w:rPr>
              <w:t xml:space="preserve"> </w:t>
            </w:r>
            <w:r w:rsidRPr="009647FC">
              <w:rPr>
                <w:rtl/>
              </w:rPr>
              <w:t>ديمتا</w:t>
            </w:r>
            <w:r>
              <w:rPr>
                <w:rtl/>
              </w:rPr>
              <w:t xml:space="preserve"> </w:t>
            </w:r>
            <w:r w:rsidRPr="009647FC">
              <w:rPr>
                <w:rtl/>
              </w:rPr>
              <w:t>ندىً</w:t>
            </w:r>
            <w:r>
              <w:rPr>
                <w:rtl/>
              </w:rPr>
              <w:t xml:space="preserve"> </w:t>
            </w:r>
            <w:r w:rsidRPr="009647FC">
              <w:rPr>
                <w:rtl/>
              </w:rPr>
              <w:t>وامتنانِ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كل</w:t>
            </w:r>
            <w:r w:rsidRPr="00B371C6">
              <w:rPr>
                <w:rtl/>
              </w:rPr>
              <w:t>ّ</w:t>
            </w:r>
            <w:r w:rsidRPr="009647FC">
              <w:rPr>
                <w:rtl/>
              </w:rPr>
              <w:t>ما</w:t>
            </w:r>
            <w:r>
              <w:rPr>
                <w:rtl/>
              </w:rPr>
              <w:t xml:space="preserve"> </w:t>
            </w:r>
            <w:r w:rsidRPr="009647FC">
              <w:rPr>
                <w:rtl/>
              </w:rPr>
              <w:t>عنّ</w:t>
            </w:r>
            <w:r>
              <w:rPr>
                <w:rtl/>
              </w:rPr>
              <w:t xml:space="preserve"> </w:t>
            </w:r>
            <w:r w:rsidRPr="009647FC">
              <w:rPr>
                <w:rtl/>
              </w:rPr>
              <w:t>مفخرٌ</w:t>
            </w:r>
            <w:r>
              <w:rPr>
                <w:rtl/>
              </w:rPr>
              <w:t xml:space="preserve"> </w:t>
            </w:r>
            <w:r w:rsidRPr="009647FC">
              <w:rPr>
                <w:rtl/>
              </w:rPr>
              <w:t>يوم</w:t>
            </w:r>
            <w:r>
              <w:rPr>
                <w:rtl/>
              </w:rPr>
              <w:t xml:space="preserve"> </w:t>
            </w:r>
            <w:r w:rsidRPr="009647FC">
              <w:rPr>
                <w:rtl/>
              </w:rPr>
              <w:t>سبقٍ</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فيه</w:t>
            </w:r>
            <w:r w:rsidR="004C00A8">
              <w:rPr>
                <w:rtl/>
              </w:rPr>
              <w:t xml:space="preserve"> </w:t>
            </w:r>
            <w:r w:rsidRPr="009647FC">
              <w:rPr>
                <w:rtl/>
              </w:rPr>
              <w:t>تلقاهما</w:t>
            </w:r>
            <w:r>
              <w:rPr>
                <w:rtl/>
              </w:rPr>
              <w:t xml:space="preserve"> </w:t>
            </w:r>
            <w:r w:rsidRPr="009647FC">
              <w:rPr>
                <w:rtl/>
              </w:rPr>
              <w:t>شريكي</w:t>
            </w:r>
            <w:r>
              <w:rPr>
                <w:rtl/>
              </w:rPr>
              <w:t xml:space="preserve"> </w:t>
            </w:r>
            <w:r w:rsidRPr="009647FC">
              <w:rPr>
                <w:rtl/>
              </w:rPr>
              <w:t>عنانِ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ولدا</w:t>
            </w:r>
            <w:r w:rsidR="004C00A8">
              <w:rPr>
                <w:rtl/>
              </w:rPr>
              <w:t xml:space="preserve"> </w:t>
            </w:r>
            <w:r w:rsidRPr="009647FC">
              <w:rPr>
                <w:rtl/>
              </w:rPr>
              <w:t>فتيةً</w:t>
            </w:r>
            <w:r>
              <w:rPr>
                <w:rtl/>
              </w:rPr>
              <w:t xml:space="preserve"> </w:t>
            </w:r>
            <w:r w:rsidRPr="009647FC">
              <w:rPr>
                <w:rtl/>
              </w:rPr>
              <w:t>همُ</w:t>
            </w:r>
            <w:r>
              <w:rPr>
                <w:rtl/>
              </w:rPr>
              <w:t xml:space="preserve"> </w:t>
            </w:r>
            <w:r w:rsidRPr="009647FC">
              <w:rPr>
                <w:rtl/>
              </w:rPr>
              <w:t>شهبُ</w:t>
            </w:r>
            <w:r>
              <w:rPr>
                <w:rtl/>
              </w:rPr>
              <w:t xml:space="preserve"> </w:t>
            </w:r>
            <w:r w:rsidRPr="009647FC">
              <w:rPr>
                <w:rtl/>
              </w:rPr>
              <w:t>الفخر</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وإلاّ</w:t>
            </w:r>
            <w:r w:rsidR="004C00A8">
              <w:rPr>
                <w:rtl/>
              </w:rPr>
              <w:t xml:space="preserve"> </w:t>
            </w:r>
            <w:r w:rsidRPr="009647FC">
              <w:rPr>
                <w:rtl/>
              </w:rPr>
              <w:t>جداولُ</w:t>
            </w:r>
            <w:r>
              <w:rPr>
                <w:rtl/>
              </w:rPr>
              <w:t xml:space="preserve"> </w:t>
            </w:r>
            <w:r w:rsidRPr="009647FC">
              <w:rPr>
                <w:rtl/>
              </w:rPr>
              <w:t>الإحسانِ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متساوين</w:t>
            </w:r>
            <w:r>
              <w:rPr>
                <w:rtl/>
              </w:rPr>
              <w:t xml:space="preserve"> </w:t>
            </w:r>
            <w:r w:rsidRPr="009647FC">
              <w:rPr>
                <w:rtl/>
              </w:rPr>
              <w:t>في</w:t>
            </w:r>
            <w:r>
              <w:rPr>
                <w:rtl/>
              </w:rPr>
              <w:t xml:space="preserve"> </w:t>
            </w:r>
            <w:r w:rsidRPr="009647FC">
              <w:rPr>
                <w:rtl/>
              </w:rPr>
              <w:t>المكارم</w:t>
            </w:r>
            <w:r>
              <w:rPr>
                <w:rtl/>
              </w:rPr>
              <w:t xml:space="preserve"> </w:t>
            </w:r>
            <w:r w:rsidRPr="009647FC">
              <w:rPr>
                <w:rtl/>
              </w:rPr>
              <w:t>قد</w:t>
            </w:r>
            <w:r>
              <w:rPr>
                <w:rtl/>
              </w:rPr>
              <w:t xml:space="preserve"> </w:t>
            </w:r>
            <w:r w:rsidRPr="009647FC">
              <w:rPr>
                <w:rtl/>
              </w:rPr>
              <w:t>فا</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قوا</w:t>
            </w:r>
            <w:r w:rsidR="004C00A8">
              <w:rPr>
                <w:rtl/>
              </w:rPr>
              <w:t xml:space="preserve"> </w:t>
            </w:r>
            <w:r w:rsidRPr="009647FC">
              <w:rPr>
                <w:rtl/>
              </w:rPr>
              <w:t>بفضل</w:t>
            </w:r>
            <w:r>
              <w:rPr>
                <w:rtl/>
              </w:rPr>
              <w:t xml:space="preserve"> </w:t>
            </w:r>
            <w:r w:rsidRPr="009647FC">
              <w:rPr>
                <w:rtl/>
              </w:rPr>
              <w:t>النهي</w:t>
            </w:r>
            <w:r>
              <w:rPr>
                <w:rtl/>
              </w:rPr>
              <w:t xml:space="preserve"> </w:t>
            </w:r>
            <w:r w:rsidRPr="009647FC">
              <w:rPr>
                <w:rtl/>
              </w:rPr>
              <w:t>على</w:t>
            </w:r>
            <w:r>
              <w:rPr>
                <w:rtl/>
              </w:rPr>
              <w:t xml:space="preserve"> </w:t>
            </w:r>
            <w:r w:rsidRPr="009647FC">
              <w:rPr>
                <w:rtl/>
              </w:rPr>
              <w:t>الفتيانِ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ينشر</w:t>
            </w:r>
            <w:r>
              <w:rPr>
                <w:rtl/>
              </w:rPr>
              <w:t xml:space="preserve"> </w:t>
            </w:r>
            <w:r w:rsidRPr="009647FC">
              <w:rPr>
                <w:rtl/>
              </w:rPr>
              <w:t>الحيُّ</w:t>
            </w:r>
            <w:r>
              <w:rPr>
                <w:rtl/>
              </w:rPr>
              <w:t xml:space="preserve"> </w:t>
            </w:r>
            <w:r w:rsidRPr="009647FC">
              <w:rPr>
                <w:rtl/>
              </w:rPr>
              <w:t>م</w:t>
            </w:r>
            <w:r>
              <w:rPr>
                <w:rtl/>
              </w:rPr>
              <w:t>َ</w:t>
            </w:r>
            <w:r w:rsidRPr="009647FC">
              <w:rPr>
                <w:rtl/>
              </w:rPr>
              <w:t>نْ</w:t>
            </w:r>
            <w:r>
              <w:rPr>
                <w:rtl/>
              </w:rPr>
              <w:t xml:space="preserve"> </w:t>
            </w:r>
            <w:r w:rsidRPr="009647FC">
              <w:rPr>
                <w:rtl/>
              </w:rPr>
              <w:t>طوى</w:t>
            </w:r>
            <w:r>
              <w:rPr>
                <w:rtl/>
              </w:rPr>
              <w:t xml:space="preserve"> </w:t>
            </w:r>
            <w:r w:rsidRPr="009647FC">
              <w:rPr>
                <w:rtl/>
              </w:rPr>
              <w:t>الموت</w:t>
            </w:r>
            <w:r>
              <w:rPr>
                <w:rtl/>
              </w:rPr>
              <w:t xml:space="preserve"> </w:t>
            </w:r>
            <w:r w:rsidRPr="009647FC">
              <w:rPr>
                <w:rtl/>
              </w:rPr>
              <w:t>منهم</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ويعيد</w:t>
            </w:r>
            <w:r>
              <w:rPr>
                <w:rtl/>
              </w:rPr>
              <w:t xml:space="preserve"> </w:t>
            </w:r>
            <w:r w:rsidRPr="009647FC">
              <w:rPr>
                <w:rtl/>
              </w:rPr>
              <w:t>الباقي</w:t>
            </w:r>
            <w:r>
              <w:rPr>
                <w:rtl/>
              </w:rPr>
              <w:t xml:space="preserve"> </w:t>
            </w:r>
            <w:r w:rsidRPr="009647FC">
              <w:rPr>
                <w:rtl/>
              </w:rPr>
              <w:t>حياة</w:t>
            </w:r>
            <w:r>
              <w:rPr>
                <w:rtl/>
              </w:rPr>
              <w:t xml:space="preserve"> </w:t>
            </w:r>
            <w:r w:rsidRPr="009647FC">
              <w:rPr>
                <w:rtl/>
              </w:rPr>
              <w:t>الفاني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ما</w:t>
            </w:r>
            <w:r>
              <w:rPr>
                <w:rtl/>
              </w:rPr>
              <w:t xml:space="preserve"> </w:t>
            </w:r>
            <w:r w:rsidRPr="009647FC">
              <w:rPr>
                <w:rtl/>
              </w:rPr>
              <w:t>فقدت</w:t>
            </w:r>
            <w:r>
              <w:rPr>
                <w:rtl/>
              </w:rPr>
              <w:t xml:space="preserve"> (</w:t>
            </w:r>
            <w:r w:rsidRPr="009647FC">
              <w:rPr>
                <w:rtl/>
              </w:rPr>
              <w:t>الرضا</w:t>
            </w:r>
            <w:r>
              <w:rPr>
                <w:rtl/>
              </w:rPr>
              <w:t xml:space="preserve">) </w:t>
            </w:r>
            <w:r w:rsidRPr="009647FC">
              <w:rPr>
                <w:rtl/>
              </w:rPr>
              <w:t>وذلك</w:t>
            </w:r>
            <w:r>
              <w:rPr>
                <w:rtl/>
              </w:rPr>
              <w:t xml:space="preserve"> </w:t>
            </w:r>
            <w:r w:rsidRPr="009647FC">
              <w:rPr>
                <w:rtl/>
              </w:rPr>
              <w:t>باقٍ</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Pr>
                <w:rtl/>
              </w:rPr>
              <w:t>(</w:t>
            </w:r>
            <w:r w:rsidRPr="009647FC">
              <w:rPr>
                <w:rtl/>
              </w:rPr>
              <w:t>مصطفى</w:t>
            </w:r>
            <w:r>
              <w:rPr>
                <w:rtl/>
              </w:rPr>
              <w:t xml:space="preserve">) </w:t>
            </w:r>
            <w:r w:rsidRPr="009647FC">
              <w:rPr>
                <w:rtl/>
              </w:rPr>
              <w:t>الجود</w:t>
            </w:r>
            <w:r>
              <w:rPr>
                <w:rtl/>
              </w:rPr>
              <w:t xml:space="preserve"> </w:t>
            </w:r>
            <w:r w:rsidRPr="009647FC">
              <w:rPr>
                <w:rtl/>
              </w:rPr>
              <w:t>يا</w:t>
            </w:r>
            <w:r>
              <w:rPr>
                <w:rtl/>
              </w:rPr>
              <w:t xml:space="preserve"> </w:t>
            </w:r>
            <w:r w:rsidRPr="009647FC">
              <w:rPr>
                <w:rtl/>
              </w:rPr>
              <w:t>ركاب</w:t>
            </w:r>
            <w:r>
              <w:rPr>
                <w:rtl/>
              </w:rPr>
              <w:t xml:space="preserve"> </w:t>
            </w:r>
            <w:r w:rsidRPr="009647FC">
              <w:rPr>
                <w:rtl/>
              </w:rPr>
              <w:t>الأماني</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فرديه</w:t>
            </w:r>
            <w:r>
              <w:rPr>
                <w:rtl/>
              </w:rPr>
              <w:t xml:space="preserve"> </w:t>
            </w:r>
            <w:r w:rsidRPr="009647FC">
              <w:rPr>
                <w:rtl/>
              </w:rPr>
              <w:t>خفائفاً</w:t>
            </w:r>
            <w:r>
              <w:rPr>
                <w:rtl/>
              </w:rPr>
              <w:t xml:space="preserve"> </w:t>
            </w:r>
            <w:r w:rsidRPr="009647FC">
              <w:rPr>
                <w:rtl/>
              </w:rPr>
              <w:t>تصدري</w:t>
            </w:r>
            <w:r>
              <w:rPr>
                <w:rtl/>
              </w:rPr>
              <w:t xml:space="preserve"> </w:t>
            </w:r>
            <w:r w:rsidRPr="009647FC">
              <w:rPr>
                <w:rtl/>
              </w:rPr>
              <w:t>منه</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ثقال</w:t>
            </w:r>
            <w:r>
              <w:rPr>
                <w:rtl/>
              </w:rPr>
              <w:t xml:space="preserve"> </w:t>
            </w:r>
            <w:r w:rsidRPr="009647FC">
              <w:rPr>
                <w:rtl/>
              </w:rPr>
              <w:t>الخطى</w:t>
            </w:r>
            <w:r>
              <w:rPr>
                <w:rtl/>
              </w:rPr>
              <w:t xml:space="preserve"> </w:t>
            </w:r>
            <w:r w:rsidRPr="009647FC">
              <w:rPr>
                <w:rtl/>
              </w:rPr>
              <w:t>على</w:t>
            </w:r>
            <w:r>
              <w:rPr>
                <w:rtl/>
              </w:rPr>
              <w:t xml:space="preserve"> </w:t>
            </w:r>
            <w:r w:rsidRPr="009647FC">
              <w:rPr>
                <w:rtl/>
              </w:rPr>
              <w:t>الركبانِ</w:t>
            </w:r>
            <w:r w:rsidRPr="00524A24">
              <w:rPr>
                <w:rStyle w:val="libPoemTiniChar0"/>
                <w:rtl/>
              </w:rPr>
              <w:br/>
              <w:t> </w:t>
            </w:r>
          </w:p>
        </w:tc>
      </w:tr>
      <w:tr w:rsidR="00EE78AE" w:rsidRPr="00524A24" w:rsidTr="00EE78AE">
        <w:trPr>
          <w:trHeight w:val="350"/>
        </w:trPr>
        <w:tc>
          <w:tcPr>
            <w:tcW w:w="3902" w:type="dxa"/>
          </w:tcPr>
          <w:p w:rsidR="00EE78AE" w:rsidRPr="00524A24" w:rsidRDefault="00EE78AE" w:rsidP="00AE101C">
            <w:pPr>
              <w:pStyle w:val="libPoem"/>
            </w:pPr>
            <w:r w:rsidRPr="009647FC">
              <w:rPr>
                <w:rtl/>
              </w:rPr>
              <w:t>هو</w:t>
            </w:r>
            <w:r w:rsidR="004C00A8">
              <w:rPr>
                <w:rtl/>
              </w:rPr>
              <w:t xml:space="preserve"> </w:t>
            </w:r>
            <w:r w:rsidRPr="009647FC">
              <w:rPr>
                <w:rtl/>
              </w:rPr>
              <w:t>صبحُ</w:t>
            </w:r>
            <w:r>
              <w:rPr>
                <w:rtl/>
              </w:rPr>
              <w:t xml:space="preserve"> </w:t>
            </w:r>
            <w:r w:rsidRPr="009647FC">
              <w:rPr>
                <w:rtl/>
              </w:rPr>
              <w:t>الأيام</w:t>
            </w:r>
            <w:r>
              <w:rPr>
                <w:rtl/>
              </w:rPr>
              <w:t xml:space="preserve"> </w:t>
            </w:r>
            <w:r w:rsidRPr="009647FC">
              <w:rPr>
                <w:rtl/>
              </w:rPr>
              <w:t>سعد</w:t>
            </w:r>
            <w:r>
              <w:rPr>
                <w:rtl/>
              </w:rPr>
              <w:t xml:space="preserve"> </w:t>
            </w:r>
            <w:r w:rsidRPr="009647FC">
              <w:rPr>
                <w:rtl/>
              </w:rPr>
              <w:t>الليالي</w:t>
            </w:r>
            <w:r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E78AE" w:rsidP="00AE101C">
            <w:pPr>
              <w:pStyle w:val="libPoem"/>
            </w:pPr>
            <w:r w:rsidRPr="009647FC">
              <w:rPr>
                <w:rtl/>
              </w:rPr>
              <w:t>بهجة</w:t>
            </w:r>
            <w:r w:rsidR="004C00A8">
              <w:rPr>
                <w:rtl/>
              </w:rPr>
              <w:t xml:space="preserve"> </w:t>
            </w:r>
            <w:r w:rsidRPr="009647FC">
              <w:rPr>
                <w:rtl/>
              </w:rPr>
              <w:t>الدهر</w:t>
            </w:r>
            <w:r>
              <w:rPr>
                <w:rtl/>
              </w:rPr>
              <w:t xml:space="preserve"> </w:t>
            </w:r>
            <w:r w:rsidRPr="009647FC">
              <w:rPr>
                <w:rtl/>
              </w:rPr>
              <w:t>نور</w:t>
            </w:r>
            <w:r>
              <w:rPr>
                <w:rtl/>
              </w:rPr>
              <w:t xml:space="preserve"> </w:t>
            </w:r>
            <w:r w:rsidRPr="009647FC">
              <w:rPr>
                <w:rtl/>
              </w:rPr>
              <w:t>عين</w:t>
            </w:r>
            <w:r>
              <w:rPr>
                <w:rtl/>
              </w:rPr>
              <w:t xml:space="preserve"> </w:t>
            </w:r>
            <w:r w:rsidRPr="009647FC">
              <w:rPr>
                <w:rtl/>
              </w:rPr>
              <w:t>الزمانِ</w:t>
            </w:r>
            <w:r w:rsidRPr="00524A24">
              <w:rPr>
                <w:rStyle w:val="libPoemTiniChar0"/>
                <w:rtl/>
              </w:rPr>
              <w:br/>
              <w:t> </w:t>
            </w:r>
          </w:p>
        </w:tc>
      </w:tr>
      <w:tr w:rsidR="00EE78AE" w:rsidRPr="00524A24" w:rsidTr="00EE78AE">
        <w:trPr>
          <w:trHeight w:val="350"/>
        </w:trPr>
        <w:tc>
          <w:tcPr>
            <w:tcW w:w="3902" w:type="dxa"/>
          </w:tcPr>
          <w:p w:rsidR="00EE78AE" w:rsidRPr="00524A24" w:rsidRDefault="00E325A1" w:rsidP="00AE101C">
            <w:pPr>
              <w:pStyle w:val="libPoem"/>
            </w:pPr>
            <w:r w:rsidRPr="009647FC">
              <w:rPr>
                <w:rtl/>
              </w:rPr>
              <w:t>تتلّقاه</w:t>
            </w:r>
            <w:r w:rsidR="004C00A8">
              <w:rPr>
                <w:rtl/>
              </w:rPr>
              <w:t xml:space="preserve"> </w:t>
            </w:r>
            <w:r w:rsidRPr="009647FC">
              <w:rPr>
                <w:rtl/>
              </w:rPr>
              <w:t>من</w:t>
            </w:r>
            <w:r>
              <w:rPr>
                <w:rtl/>
              </w:rPr>
              <w:t xml:space="preserve"> </w:t>
            </w:r>
            <w:r w:rsidRPr="009647FC">
              <w:rPr>
                <w:rtl/>
              </w:rPr>
              <w:t>شذا</w:t>
            </w:r>
            <w:r>
              <w:rPr>
                <w:rtl/>
              </w:rPr>
              <w:t xml:space="preserve"> </w:t>
            </w:r>
            <w:r w:rsidRPr="009647FC">
              <w:rPr>
                <w:rtl/>
              </w:rPr>
              <w:t>حسبيه</w:t>
            </w:r>
            <w:r w:rsidR="00EE78AE"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325A1" w:rsidP="00AE101C">
            <w:pPr>
              <w:pStyle w:val="libPoem"/>
            </w:pPr>
            <w:r w:rsidRPr="009647FC">
              <w:rPr>
                <w:rtl/>
              </w:rPr>
              <w:t>عطر</w:t>
            </w:r>
            <w:r>
              <w:rPr>
                <w:rtl/>
              </w:rPr>
              <w:t>َ</w:t>
            </w:r>
            <w:r w:rsidR="004C00A8">
              <w:rPr>
                <w:rtl/>
              </w:rPr>
              <w:t xml:space="preserve"> </w:t>
            </w:r>
            <w:r w:rsidRPr="009647FC">
              <w:rPr>
                <w:rtl/>
              </w:rPr>
              <w:t>الجيب</w:t>
            </w:r>
            <w:r>
              <w:rPr>
                <w:rtl/>
              </w:rPr>
              <w:t xml:space="preserve"> </w:t>
            </w:r>
            <w:r w:rsidRPr="009647FC">
              <w:rPr>
                <w:rtl/>
              </w:rPr>
              <w:t>طيّب</w:t>
            </w:r>
            <w:r>
              <w:rPr>
                <w:rtl/>
              </w:rPr>
              <w:t xml:space="preserve"> </w:t>
            </w:r>
            <w:r w:rsidRPr="009647FC">
              <w:rPr>
                <w:rtl/>
              </w:rPr>
              <w:t>الأردانِ</w:t>
            </w:r>
            <w:r w:rsidR="00EE78AE" w:rsidRPr="00524A24">
              <w:rPr>
                <w:rStyle w:val="libPoemTiniChar0"/>
                <w:rtl/>
              </w:rPr>
              <w:br/>
              <w:t> </w:t>
            </w:r>
          </w:p>
        </w:tc>
      </w:tr>
      <w:tr w:rsidR="00EE78AE" w:rsidRPr="00524A24" w:rsidTr="00EE78AE">
        <w:trPr>
          <w:trHeight w:val="350"/>
        </w:trPr>
        <w:tc>
          <w:tcPr>
            <w:tcW w:w="3902" w:type="dxa"/>
          </w:tcPr>
          <w:p w:rsidR="00EE78AE" w:rsidRPr="00524A24" w:rsidRDefault="00E325A1" w:rsidP="00AE101C">
            <w:pPr>
              <w:pStyle w:val="libPoem"/>
            </w:pPr>
            <w:r w:rsidRPr="009647FC">
              <w:rPr>
                <w:rtl/>
              </w:rPr>
              <w:t>ومن</w:t>
            </w:r>
            <w:r w:rsidR="004C00A8">
              <w:rPr>
                <w:rtl/>
              </w:rPr>
              <w:t xml:space="preserve"> </w:t>
            </w:r>
            <w:r w:rsidRPr="009647FC">
              <w:rPr>
                <w:rtl/>
              </w:rPr>
              <w:t>البشر</w:t>
            </w:r>
            <w:r>
              <w:rPr>
                <w:rtl/>
              </w:rPr>
              <w:t xml:space="preserve"> </w:t>
            </w:r>
            <w:r w:rsidRPr="009647FC">
              <w:rPr>
                <w:rtl/>
              </w:rPr>
              <w:t>في</w:t>
            </w:r>
            <w:r>
              <w:rPr>
                <w:rtl/>
              </w:rPr>
              <w:t xml:space="preserve"> </w:t>
            </w:r>
            <w:r w:rsidRPr="009647FC">
              <w:rPr>
                <w:rtl/>
              </w:rPr>
              <w:t>محيّاه</w:t>
            </w:r>
            <w:r>
              <w:rPr>
                <w:rtl/>
              </w:rPr>
              <w:t xml:space="preserve"> </w:t>
            </w:r>
            <w:r w:rsidRPr="009647FC">
              <w:rPr>
                <w:rtl/>
              </w:rPr>
              <w:t>بدرٌ</w:t>
            </w:r>
            <w:r w:rsidR="00EE78AE"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325A1" w:rsidP="00AE101C">
            <w:pPr>
              <w:pStyle w:val="libPoem"/>
            </w:pPr>
            <w:r w:rsidRPr="009647FC">
              <w:rPr>
                <w:rtl/>
              </w:rPr>
              <w:t>وبكفّيه</w:t>
            </w:r>
            <w:r>
              <w:rPr>
                <w:rtl/>
              </w:rPr>
              <w:t xml:space="preserve"> </w:t>
            </w:r>
            <w:r w:rsidRPr="009647FC">
              <w:rPr>
                <w:rtl/>
              </w:rPr>
              <w:t>للندى</w:t>
            </w:r>
            <w:r>
              <w:rPr>
                <w:rtl/>
              </w:rPr>
              <w:t xml:space="preserve"> (</w:t>
            </w:r>
            <w:r w:rsidRPr="009647FC">
              <w:rPr>
                <w:rtl/>
              </w:rPr>
              <w:t>جعفرانِ</w:t>
            </w:r>
            <w:r>
              <w:rPr>
                <w:rtl/>
              </w:rPr>
              <w:t>)</w:t>
            </w:r>
            <w:r w:rsidR="00EE78AE" w:rsidRPr="00524A24">
              <w:rPr>
                <w:rStyle w:val="libPoemTiniChar0"/>
                <w:rtl/>
              </w:rPr>
              <w:br/>
              <w:t> </w:t>
            </w:r>
          </w:p>
        </w:tc>
      </w:tr>
      <w:tr w:rsidR="00EE78AE" w:rsidRPr="00524A24" w:rsidTr="00EE78AE">
        <w:trPr>
          <w:trHeight w:val="350"/>
        </w:trPr>
        <w:tc>
          <w:tcPr>
            <w:tcW w:w="3902" w:type="dxa"/>
          </w:tcPr>
          <w:p w:rsidR="00EE78AE" w:rsidRPr="00524A24" w:rsidRDefault="00E325A1" w:rsidP="00AE101C">
            <w:pPr>
              <w:pStyle w:val="libPoem"/>
            </w:pPr>
            <w:r w:rsidRPr="009647FC">
              <w:rPr>
                <w:rtl/>
              </w:rPr>
              <w:t>والأغرُّ</w:t>
            </w:r>
            <w:r w:rsidR="004C00A8">
              <w:rPr>
                <w:rtl/>
              </w:rPr>
              <w:t xml:space="preserve"> </w:t>
            </w:r>
            <w:r>
              <w:rPr>
                <w:rtl/>
              </w:rPr>
              <w:t>(</w:t>
            </w:r>
            <w:r w:rsidRPr="009647FC">
              <w:rPr>
                <w:rtl/>
              </w:rPr>
              <w:t>الهادي</w:t>
            </w:r>
            <w:r>
              <w:rPr>
                <w:rtl/>
              </w:rPr>
              <w:t xml:space="preserve">) </w:t>
            </w:r>
            <w:r w:rsidRPr="009647FC">
              <w:rPr>
                <w:rtl/>
              </w:rPr>
              <w:t>إذا</w:t>
            </w:r>
            <w:r>
              <w:rPr>
                <w:rtl/>
              </w:rPr>
              <w:t xml:space="preserve"> </w:t>
            </w:r>
            <w:r w:rsidRPr="009647FC">
              <w:rPr>
                <w:rtl/>
              </w:rPr>
              <w:t>حار</w:t>
            </w:r>
            <w:r>
              <w:rPr>
                <w:rtl/>
              </w:rPr>
              <w:t xml:space="preserve"> </w:t>
            </w:r>
            <w:r w:rsidRPr="009647FC">
              <w:rPr>
                <w:rtl/>
              </w:rPr>
              <w:t>وفدٌ</w:t>
            </w:r>
            <w:r w:rsidR="00EE78AE"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325A1" w:rsidP="00AE101C">
            <w:pPr>
              <w:pStyle w:val="libPoem"/>
            </w:pPr>
            <w:r w:rsidRPr="009647FC">
              <w:rPr>
                <w:rtl/>
              </w:rPr>
              <w:t>فسناه</w:t>
            </w:r>
            <w:r>
              <w:rPr>
                <w:rtl/>
              </w:rPr>
              <w:t xml:space="preserve"> </w:t>
            </w:r>
            <w:r w:rsidRPr="009647FC">
              <w:rPr>
                <w:rtl/>
              </w:rPr>
              <w:t>دلالة</w:t>
            </w:r>
            <w:r>
              <w:rPr>
                <w:rtl/>
              </w:rPr>
              <w:t xml:space="preserve"> </w:t>
            </w:r>
            <w:r w:rsidRPr="009647FC">
              <w:rPr>
                <w:rtl/>
              </w:rPr>
              <w:t>الحيرانِ</w:t>
            </w:r>
            <w:r w:rsidR="00EE78AE" w:rsidRPr="00524A24">
              <w:rPr>
                <w:rStyle w:val="libPoemTiniChar0"/>
                <w:rtl/>
              </w:rPr>
              <w:br/>
              <w:t> </w:t>
            </w:r>
          </w:p>
        </w:tc>
      </w:tr>
      <w:tr w:rsidR="00EE78AE" w:rsidRPr="00524A24" w:rsidTr="00EE78AE">
        <w:trPr>
          <w:trHeight w:val="350"/>
        </w:trPr>
        <w:tc>
          <w:tcPr>
            <w:tcW w:w="3902" w:type="dxa"/>
          </w:tcPr>
          <w:p w:rsidR="00EE78AE" w:rsidRPr="00524A24" w:rsidRDefault="00E325A1" w:rsidP="00AE101C">
            <w:pPr>
              <w:pStyle w:val="libPoem"/>
            </w:pPr>
            <w:r w:rsidRPr="009647FC">
              <w:rPr>
                <w:rtl/>
              </w:rPr>
              <w:t>هو</w:t>
            </w:r>
            <w:r>
              <w:rPr>
                <w:rtl/>
              </w:rPr>
              <w:t xml:space="preserve"> </w:t>
            </w:r>
            <w:r w:rsidRPr="009647FC">
              <w:rPr>
                <w:rtl/>
              </w:rPr>
              <w:t>طلقُ</w:t>
            </w:r>
            <w:r>
              <w:rPr>
                <w:rtl/>
              </w:rPr>
              <w:t xml:space="preserve"> </w:t>
            </w:r>
            <w:r w:rsidRPr="009647FC">
              <w:rPr>
                <w:rtl/>
              </w:rPr>
              <w:t>العنان</w:t>
            </w:r>
            <w:r>
              <w:rPr>
                <w:rtl/>
              </w:rPr>
              <w:t xml:space="preserve"> </w:t>
            </w:r>
            <w:r w:rsidRPr="009647FC">
              <w:rPr>
                <w:rtl/>
              </w:rPr>
              <w:t>في</w:t>
            </w:r>
            <w:r>
              <w:rPr>
                <w:rtl/>
              </w:rPr>
              <w:t xml:space="preserve"> </w:t>
            </w:r>
            <w:r w:rsidRPr="009647FC">
              <w:rPr>
                <w:rtl/>
              </w:rPr>
              <w:t>الجود</w:t>
            </w:r>
            <w:r>
              <w:rPr>
                <w:rtl/>
              </w:rPr>
              <w:t xml:space="preserve"> </w:t>
            </w:r>
            <w:r w:rsidRPr="009647FC">
              <w:rPr>
                <w:rtl/>
              </w:rPr>
              <w:t>طلق</w:t>
            </w:r>
            <w:r>
              <w:rPr>
                <w:rtl/>
              </w:rPr>
              <w:t xml:space="preserve"> </w:t>
            </w:r>
            <w:r w:rsidRPr="009647FC">
              <w:rPr>
                <w:rtl/>
              </w:rPr>
              <w:t>الـ</w:t>
            </w:r>
            <w:r w:rsidR="00EE78AE"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325A1" w:rsidP="00AE101C">
            <w:pPr>
              <w:pStyle w:val="libPoem"/>
            </w:pPr>
            <w:r w:rsidRPr="009647FC">
              <w:rPr>
                <w:rtl/>
              </w:rPr>
              <w:t>وجه</w:t>
            </w:r>
            <w:r w:rsidR="004C00A8">
              <w:rPr>
                <w:rtl/>
              </w:rPr>
              <w:t xml:space="preserve"> </w:t>
            </w:r>
            <w:r w:rsidRPr="009647FC">
              <w:rPr>
                <w:rtl/>
              </w:rPr>
              <w:t>طلق</w:t>
            </w:r>
            <w:r>
              <w:rPr>
                <w:rtl/>
              </w:rPr>
              <w:t xml:space="preserve"> </w:t>
            </w:r>
            <w:r w:rsidRPr="009647FC">
              <w:rPr>
                <w:rtl/>
              </w:rPr>
              <w:t>اليدين</w:t>
            </w:r>
            <w:r>
              <w:rPr>
                <w:rtl/>
              </w:rPr>
              <w:t xml:space="preserve"> </w:t>
            </w:r>
            <w:r w:rsidRPr="009647FC">
              <w:rPr>
                <w:rtl/>
              </w:rPr>
              <w:t>طلق</w:t>
            </w:r>
            <w:r>
              <w:rPr>
                <w:rtl/>
              </w:rPr>
              <w:t xml:space="preserve"> </w:t>
            </w:r>
            <w:r w:rsidRPr="009647FC">
              <w:rPr>
                <w:rtl/>
              </w:rPr>
              <w:t>اللسانِ</w:t>
            </w:r>
            <w:r w:rsidR="00EE78AE" w:rsidRPr="00524A24">
              <w:rPr>
                <w:rStyle w:val="libPoemTiniChar0"/>
                <w:rtl/>
              </w:rPr>
              <w:br/>
              <w:t> </w:t>
            </w:r>
          </w:p>
        </w:tc>
      </w:tr>
      <w:tr w:rsidR="00EE78AE" w:rsidRPr="00524A24" w:rsidTr="00EE78AE">
        <w:trPr>
          <w:trHeight w:val="350"/>
        </w:trPr>
        <w:tc>
          <w:tcPr>
            <w:tcW w:w="3902" w:type="dxa"/>
          </w:tcPr>
          <w:p w:rsidR="00EE78AE" w:rsidRPr="00524A24" w:rsidRDefault="00E325A1" w:rsidP="00AE101C">
            <w:pPr>
              <w:pStyle w:val="libPoem"/>
            </w:pPr>
            <w:r w:rsidRPr="009647FC">
              <w:rPr>
                <w:rtl/>
              </w:rPr>
              <w:t>ومزاياه</w:t>
            </w:r>
            <w:r>
              <w:rPr>
                <w:rtl/>
              </w:rPr>
              <w:t xml:space="preserve"> </w:t>
            </w:r>
            <w:r w:rsidRPr="009647FC">
              <w:rPr>
                <w:rtl/>
              </w:rPr>
              <w:t>في</w:t>
            </w:r>
            <w:r>
              <w:rPr>
                <w:rtl/>
              </w:rPr>
              <w:t xml:space="preserve"> </w:t>
            </w:r>
            <w:r w:rsidRPr="009647FC">
              <w:rPr>
                <w:rtl/>
              </w:rPr>
              <w:t>سما</w:t>
            </w:r>
            <w:r>
              <w:rPr>
                <w:rtl/>
              </w:rPr>
              <w:t xml:space="preserve"> </w:t>
            </w:r>
            <w:r w:rsidRPr="009647FC">
              <w:rPr>
                <w:rtl/>
              </w:rPr>
              <w:t>المجد</w:t>
            </w:r>
            <w:r>
              <w:rPr>
                <w:rtl/>
              </w:rPr>
              <w:t xml:space="preserve"> </w:t>
            </w:r>
            <w:r w:rsidRPr="009647FC">
              <w:rPr>
                <w:rtl/>
              </w:rPr>
              <w:t>شهبٌ</w:t>
            </w:r>
            <w:r w:rsidR="00EE78AE"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325A1" w:rsidP="00AE101C">
            <w:pPr>
              <w:pStyle w:val="libPoem"/>
            </w:pPr>
            <w:r w:rsidRPr="009647FC">
              <w:rPr>
                <w:rtl/>
              </w:rPr>
              <w:t>وهو</w:t>
            </w:r>
            <w:r>
              <w:rPr>
                <w:rtl/>
              </w:rPr>
              <w:t xml:space="preserve"> </w:t>
            </w:r>
            <w:r w:rsidRPr="009647FC">
              <w:rPr>
                <w:rtl/>
              </w:rPr>
              <w:t>فيها</w:t>
            </w:r>
            <w:r>
              <w:rPr>
                <w:rtl/>
              </w:rPr>
              <w:t xml:space="preserve"> </w:t>
            </w:r>
            <w:r w:rsidRPr="009647FC">
              <w:rPr>
                <w:rtl/>
              </w:rPr>
              <w:t>وصنوه</w:t>
            </w:r>
            <w:r>
              <w:rPr>
                <w:rtl/>
              </w:rPr>
              <w:t xml:space="preserve"> </w:t>
            </w:r>
            <w:r w:rsidRPr="009647FC">
              <w:rPr>
                <w:rtl/>
              </w:rPr>
              <w:t>القمران</w:t>
            </w:r>
            <w:r w:rsidR="00EE78AE" w:rsidRPr="00524A24">
              <w:rPr>
                <w:rStyle w:val="libPoemTiniChar0"/>
                <w:rtl/>
              </w:rPr>
              <w:br/>
              <w:t> </w:t>
            </w:r>
          </w:p>
        </w:tc>
      </w:tr>
      <w:tr w:rsidR="00EE78AE" w:rsidRPr="00524A24" w:rsidTr="00EE78AE">
        <w:trPr>
          <w:trHeight w:val="350"/>
        </w:trPr>
        <w:tc>
          <w:tcPr>
            <w:tcW w:w="3902" w:type="dxa"/>
          </w:tcPr>
          <w:p w:rsidR="00EE78AE" w:rsidRPr="00524A24" w:rsidRDefault="00E325A1" w:rsidP="00AE101C">
            <w:pPr>
              <w:pStyle w:val="libPoem"/>
            </w:pPr>
            <w:r w:rsidRPr="009647FC">
              <w:rPr>
                <w:rtl/>
              </w:rPr>
              <w:t>و</w:t>
            </w:r>
            <w:r>
              <w:rPr>
                <w:rtl/>
              </w:rPr>
              <w:t>(</w:t>
            </w:r>
            <w:r w:rsidRPr="009647FC">
              <w:rPr>
                <w:rtl/>
              </w:rPr>
              <w:t>أمين</w:t>
            </w:r>
            <w:r>
              <w:rPr>
                <w:rtl/>
              </w:rPr>
              <w:t>)</w:t>
            </w:r>
            <w:r w:rsidR="004C00A8">
              <w:rPr>
                <w:rtl/>
              </w:rPr>
              <w:t xml:space="preserve"> </w:t>
            </w:r>
            <w:r w:rsidRPr="009647FC">
              <w:rPr>
                <w:rtl/>
              </w:rPr>
              <w:t>التقى</w:t>
            </w:r>
            <w:r>
              <w:rPr>
                <w:rtl/>
              </w:rPr>
              <w:t xml:space="preserve"> </w:t>
            </w:r>
            <w:r w:rsidRPr="009647FC">
              <w:rPr>
                <w:rtl/>
              </w:rPr>
              <w:t>وهل</w:t>
            </w:r>
            <w:r>
              <w:rPr>
                <w:rtl/>
              </w:rPr>
              <w:t xml:space="preserve"> </w:t>
            </w:r>
            <w:r w:rsidRPr="009647FC">
              <w:rPr>
                <w:rtl/>
              </w:rPr>
              <w:t>ضمّ</w:t>
            </w:r>
            <w:r>
              <w:rPr>
                <w:rtl/>
              </w:rPr>
              <w:t xml:space="preserve"> </w:t>
            </w:r>
            <w:r w:rsidRPr="009647FC">
              <w:rPr>
                <w:rtl/>
              </w:rPr>
              <w:t>مثلا</w:t>
            </w:r>
            <w:r w:rsidR="00EE78AE"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325A1" w:rsidP="00AE101C">
            <w:pPr>
              <w:pStyle w:val="libPoem"/>
            </w:pPr>
            <w:r w:rsidRPr="009647FC">
              <w:rPr>
                <w:rtl/>
              </w:rPr>
              <w:t>لأمينٍ</w:t>
            </w:r>
            <w:r w:rsidR="004C00A8">
              <w:rPr>
                <w:rtl/>
              </w:rPr>
              <w:t xml:space="preserve"> </w:t>
            </w:r>
            <w:r w:rsidRPr="009647FC">
              <w:rPr>
                <w:rtl/>
              </w:rPr>
              <w:t>في</w:t>
            </w:r>
            <w:r>
              <w:rPr>
                <w:rtl/>
              </w:rPr>
              <w:t xml:space="preserve"> </w:t>
            </w:r>
            <w:r w:rsidRPr="009647FC">
              <w:rPr>
                <w:rtl/>
              </w:rPr>
              <w:t>عصرنا</w:t>
            </w:r>
            <w:r>
              <w:rPr>
                <w:rtl/>
              </w:rPr>
              <w:t xml:space="preserve"> </w:t>
            </w:r>
            <w:r w:rsidRPr="009647FC">
              <w:rPr>
                <w:rtl/>
              </w:rPr>
              <w:t>المشرقانِ؟</w:t>
            </w:r>
            <w:r w:rsidR="00EE78AE" w:rsidRPr="00524A24">
              <w:rPr>
                <w:rStyle w:val="libPoemTiniChar0"/>
                <w:rtl/>
              </w:rPr>
              <w:br/>
              <w:t> </w:t>
            </w:r>
          </w:p>
        </w:tc>
      </w:tr>
      <w:tr w:rsidR="00EE78AE" w:rsidRPr="00524A24" w:rsidTr="00EE78AE">
        <w:trPr>
          <w:trHeight w:val="350"/>
        </w:trPr>
        <w:tc>
          <w:tcPr>
            <w:tcW w:w="3902" w:type="dxa"/>
          </w:tcPr>
          <w:p w:rsidR="00EE78AE" w:rsidRPr="00524A24" w:rsidRDefault="00E325A1" w:rsidP="00AE101C">
            <w:pPr>
              <w:pStyle w:val="libPoem"/>
            </w:pPr>
            <w:r w:rsidRPr="009647FC">
              <w:rPr>
                <w:rtl/>
              </w:rPr>
              <w:t>طاهر</w:t>
            </w:r>
            <w:r>
              <w:rPr>
                <w:rtl/>
              </w:rPr>
              <w:t xml:space="preserve"> </w:t>
            </w:r>
            <w:r w:rsidRPr="009647FC">
              <w:rPr>
                <w:rtl/>
              </w:rPr>
              <w:t>النفس</w:t>
            </w:r>
            <w:r>
              <w:rPr>
                <w:rtl/>
              </w:rPr>
              <w:t xml:space="preserve"> </w:t>
            </w:r>
            <w:r w:rsidRPr="009647FC">
              <w:rPr>
                <w:rtl/>
              </w:rPr>
              <w:t>طاهر</w:t>
            </w:r>
            <w:r>
              <w:rPr>
                <w:rtl/>
              </w:rPr>
              <w:t xml:space="preserve"> </w:t>
            </w:r>
            <w:r w:rsidRPr="009647FC">
              <w:rPr>
                <w:rtl/>
              </w:rPr>
              <w:t>الجيب</w:t>
            </w:r>
            <w:r>
              <w:rPr>
                <w:rtl/>
              </w:rPr>
              <w:t xml:space="preserve"> </w:t>
            </w:r>
            <w:r w:rsidRPr="009647FC">
              <w:rPr>
                <w:rtl/>
              </w:rPr>
              <w:t>والأبـ</w:t>
            </w:r>
            <w:r w:rsidR="00EE78AE" w:rsidRPr="00524A24">
              <w:rPr>
                <w:rStyle w:val="libPoemTiniChar0"/>
                <w:rtl/>
              </w:rPr>
              <w:br/>
              <w:t> </w:t>
            </w:r>
          </w:p>
        </w:tc>
        <w:tc>
          <w:tcPr>
            <w:tcW w:w="301" w:type="dxa"/>
          </w:tcPr>
          <w:p w:rsidR="00EE78AE" w:rsidRPr="00524A24" w:rsidRDefault="00EE78AE" w:rsidP="00AE101C">
            <w:pPr>
              <w:pStyle w:val="libPoem"/>
              <w:rPr>
                <w:rtl/>
              </w:rPr>
            </w:pPr>
          </w:p>
        </w:tc>
        <w:tc>
          <w:tcPr>
            <w:tcW w:w="3884" w:type="dxa"/>
          </w:tcPr>
          <w:p w:rsidR="00EE78AE" w:rsidRPr="00524A24" w:rsidRDefault="00E325A1" w:rsidP="00AE101C">
            <w:pPr>
              <w:pStyle w:val="libPoem"/>
            </w:pPr>
            <w:r w:rsidRPr="009647FC">
              <w:rPr>
                <w:rtl/>
              </w:rPr>
              <w:t>راد</w:t>
            </w:r>
            <w:r>
              <w:rPr>
                <w:rtl/>
              </w:rPr>
              <w:t xml:space="preserve"> </w:t>
            </w:r>
            <w:r w:rsidRPr="009647FC">
              <w:rPr>
                <w:rtl/>
              </w:rPr>
              <w:t>عفُّ</w:t>
            </w:r>
            <w:r>
              <w:rPr>
                <w:rtl/>
              </w:rPr>
              <w:t xml:space="preserve"> </w:t>
            </w:r>
            <w:r w:rsidRPr="009647FC">
              <w:rPr>
                <w:rtl/>
              </w:rPr>
              <w:t>في</w:t>
            </w:r>
            <w:r>
              <w:rPr>
                <w:rtl/>
              </w:rPr>
              <w:t xml:space="preserve"> </w:t>
            </w:r>
            <w:r w:rsidRPr="009647FC">
              <w:rPr>
                <w:rtl/>
              </w:rPr>
              <w:t>السرّ</w:t>
            </w:r>
            <w:r>
              <w:rPr>
                <w:rtl/>
              </w:rPr>
              <w:t xml:space="preserve"> </w:t>
            </w:r>
            <w:r w:rsidRPr="009647FC">
              <w:rPr>
                <w:rtl/>
              </w:rPr>
              <w:t>والإعلانِ</w:t>
            </w:r>
            <w:r w:rsidR="00EE78AE"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325A1" w:rsidRPr="00524A24" w:rsidTr="00E325A1">
        <w:trPr>
          <w:trHeight w:val="350"/>
        </w:trPr>
        <w:tc>
          <w:tcPr>
            <w:tcW w:w="3902" w:type="dxa"/>
          </w:tcPr>
          <w:p w:rsidR="00E325A1" w:rsidRPr="00524A24" w:rsidRDefault="00E325A1" w:rsidP="00AE101C">
            <w:pPr>
              <w:pStyle w:val="libPoem"/>
            </w:pPr>
            <w:r w:rsidRPr="009647FC">
              <w:rPr>
                <w:rtl/>
              </w:rPr>
              <w:lastRenderedPageBreak/>
              <w:t>أبداً</w:t>
            </w:r>
            <w:r w:rsidR="004C00A8">
              <w:rPr>
                <w:rtl/>
              </w:rPr>
              <w:t xml:space="preserve"> </w:t>
            </w:r>
            <w:r w:rsidRPr="009647FC">
              <w:rPr>
                <w:rtl/>
              </w:rPr>
              <w:t>في</w:t>
            </w:r>
            <w:r>
              <w:rPr>
                <w:rtl/>
              </w:rPr>
              <w:t xml:space="preserve"> </w:t>
            </w:r>
            <w:r w:rsidRPr="009647FC">
              <w:rPr>
                <w:rtl/>
              </w:rPr>
              <w:t>تقاه</w:t>
            </w:r>
            <w:r>
              <w:rPr>
                <w:rtl/>
              </w:rPr>
              <w:t xml:space="preserve"> </w:t>
            </w:r>
            <w:r w:rsidRPr="009647FC">
              <w:rPr>
                <w:rtl/>
              </w:rPr>
              <w:t>لم</w:t>
            </w:r>
            <w:r>
              <w:rPr>
                <w:rtl/>
              </w:rPr>
              <w:t xml:space="preserve"> </w:t>
            </w:r>
            <w:r w:rsidRPr="009647FC">
              <w:rPr>
                <w:rtl/>
              </w:rPr>
              <w:t>تتغبّ</w:t>
            </w:r>
            <w:r>
              <w:rPr>
                <w:rtl/>
              </w:rPr>
              <w:t>َ</w:t>
            </w:r>
            <w:r w:rsidRPr="009647FC">
              <w:rPr>
                <w:rtl/>
              </w:rPr>
              <w:t>ر</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بغبار</w:t>
            </w:r>
            <w:r>
              <w:rPr>
                <w:rtl/>
              </w:rPr>
              <w:t xml:space="preserve"> </w:t>
            </w:r>
            <w:r w:rsidRPr="009647FC">
              <w:rPr>
                <w:rtl/>
              </w:rPr>
              <w:t>الآثام</w:t>
            </w:r>
            <w:r>
              <w:rPr>
                <w:rtl/>
              </w:rPr>
              <w:t xml:space="preserve"> </w:t>
            </w:r>
            <w:r w:rsidRPr="009647FC">
              <w:rPr>
                <w:rtl/>
              </w:rPr>
              <w:t>منه</w:t>
            </w:r>
            <w:r>
              <w:rPr>
                <w:rtl/>
              </w:rPr>
              <w:t xml:space="preserve"> </w:t>
            </w:r>
            <w:r w:rsidRPr="009647FC">
              <w:rPr>
                <w:rtl/>
              </w:rPr>
              <w:t>اليدانِ</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وهو</w:t>
            </w:r>
            <w:r>
              <w:rPr>
                <w:rtl/>
              </w:rPr>
              <w:t xml:space="preserve"> </w:t>
            </w:r>
            <w:r w:rsidRPr="009647FC">
              <w:rPr>
                <w:rtl/>
              </w:rPr>
              <w:t>في</w:t>
            </w:r>
            <w:r>
              <w:rPr>
                <w:rtl/>
              </w:rPr>
              <w:t xml:space="preserve"> </w:t>
            </w:r>
            <w:r w:rsidRPr="009647FC">
              <w:rPr>
                <w:rtl/>
              </w:rPr>
              <w:t>صدق</w:t>
            </w:r>
            <w:r>
              <w:rPr>
                <w:rtl/>
              </w:rPr>
              <w:t xml:space="preserve"> </w:t>
            </w:r>
            <w:r w:rsidRPr="009647FC">
              <w:rPr>
                <w:rtl/>
              </w:rPr>
              <w:t>لهجةٍ</w:t>
            </w:r>
            <w:r>
              <w:rPr>
                <w:rtl/>
              </w:rPr>
              <w:t xml:space="preserve"> (</w:t>
            </w:r>
            <w:r w:rsidRPr="009647FC">
              <w:rPr>
                <w:rtl/>
              </w:rPr>
              <w:t>كأبي</w:t>
            </w:r>
            <w:r>
              <w:rPr>
                <w:rtl/>
              </w:rPr>
              <w:t xml:space="preserve"> </w:t>
            </w:r>
            <w:r w:rsidRPr="009647FC">
              <w:rPr>
                <w:rtl/>
              </w:rPr>
              <w:t>ذرٍ</w:t>
            </w:r>
            <w:r>
              <w:rPr>
                <w:rtl/>
              </w:rPr>
              <w:t>)</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وتقوىً</w:t>
            </w:r>
            <w:r w:rsidR="004C00A8">
              <w:rPr>
                <w:rtl/>
              </w:rPr>
              <w:t xml:space="preserve"> </w:t>
            </w:r>
            <w:r w:rsidRPr="009647FC">
              <w:rPr>
                <w:rtl/>
              </w:rPr>
              <w:t>تحكي</w:t>
            </w:r>
            <w:r>
              <w:rPr>
                <w:rtl/>
              </w:rPr>
              <w:t xml:space="preserve"> </w:t>
            </w:r>
            <w:r w:rsidRPr="009647FC">
              <w:rPr>
                <w:rtl/>
              </w:rPr>
              <w:t>تقى</w:t>
            </w:r>
            <w:r>
              <w:rPr>
                <w:rtl/>
              </w:rPr>
              <w:t xml:space="preserve"> (</w:t>
            </w:r>
            <w:r w:rsidRPr="009647FC">
              <w:rPr>
                <w:rtl/>
              </w:rPr>
              <w:t>سلمانِ</w:t>
            </w:r>
            <w:r>
              <w:rPr>
                <w:rtl/>
              </w:rPr>
              <w:t>)</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والمرجّى</w:t>
            </w:r>
            <w:r w:rsidR="004C00A8">
              <w:rPr>
                <w:rtl/>
              </w:rPr>
              <w:t xml:space="preserve"> </w:t>
            </w:r>
            <w:r>
              <w:rPr>
                <w:rtl/>
              </w:rPr>
              <w:t>(</w:t>
            </w:r>
            <w:r w:rsidRPr="009647FC">
              <w:rPr>
                <w:rtl/>
              </w:rPr>
              <w:t>محمدٌ</w:t>
            </w:r>
            <w:r>
              <w:rPr>
                <w:rtl/>
              </w:rPr>
              <w:t xml:space="preserve"> </w:t>
            </w:r>
            <w:r w:rsidRPr="009647FC">
              <w:rPr>
                <w:rtl/>
              </w:rPr>
              <w:t>حسنُ</w:t>
            </w:r>
            <w:r>
              <w:rPr>
                <w:rtl/>
              </w:rPr>
              <w:t xml:space="preserve">) </w:t>
            </w:r>
            <w:r w:rsidRPr="009647FC">
              <w:rPr>
                <w:rtl/>
              </w:rPr>
              <w:t>الطلـ</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عة</w:t>
            </w:r>
            <w:r w:rsidR="004C00A8">
              <w:rPr>
                <w:rtl/>
              </w:rPr>
              <w:t xml:space="preserve"> </w:t>
            </w:r>
            <w:r w:rsidRPr="009647FC">
              <w:rPr>
                <w:rtl/>
              </w:rPr>
              <w:t>ينضو</w:t>
            </w:r>
            <w:r>
              <w:rPr>
                <w:rtl/>
              </w:rPr>
              <w:t xml:space="preserve"> </w:t>
            </w:r>
            <w:r w:rsidRPr="009647FC">
              <w:rPr>
                <w:rtl/>
              </w:rPr>
              <w:t>اللثام</w:t>
            </w:r>
            <w:r>
              <w:rPr>
                <w:rtl/>
              </w:rPr>
              <w:t xml:space="preserve"> </w:t>
            </w:r>
            <w:r w:rsidRPr="009647FC">
              <w:rPr>
                <w:rtl/>
              </w:rPr>
              <w:t>عن</w:t>
            </w:r>
            <w:r>
              <w:rPr>
                <w:rtl/>
              </w:rPr>
              <w:t xml:space="preserve"> </w:t>
            </w:r>
            <w:r w:rsidRPr="009647FC">
              <w:rPr>
                <w:rtl/>
              </w:rPr>
              <w:t>كيوانِ</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مخبراتٌ</w:t>
            </w:r>
            <w:r w:rsidR="004C00A8">
              <w:rPr>
                <w:rtl/>
              </w:rPr>
              <w:t xml:space="preserve"> </w:t>
            </w:r>
            <w:r w:rsidRPr="009647FC">
              <w:rPr>
                <w:rtl/>
              </w:rPr>
              <w:t>مخايل</w:t>
            </w:r>
            <w:r>
              <w:rPr>
                <w:rtl/>
              </w:rPr>
              <w:t xml:space="preserve"> </w:t>
            </w:r>
            <w:r w:rsidRPr="009647FC">
              <w:rPr>
                <w:rtl/>
              </w:rPr>
              <w:t>الفضل</w:t>
            </w:r>
            <w:r>
              <w:rPr>
                <w:rtl/>
              </w:rPr>
              <w:t xml:space="preserve"> </w:t>
            </w:r>
            <w:r w:rsidRPr="009647FC">
              <w:rPr>
                <w:rtl/>
              </w:rPr>
              <w:t>فيه</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أن</w:t>
            </w:r>
            <w:r>
              <w:rPr>
                <w:rtl/>
              </w:rPr>
              <w:t xml:space="preserve"> </w:t>
            </w:r>
            <w:r w:rsidRPr="009647FC">
              <w:rPr>
                <w:rtl/>
              </w:rPr>
              <w:t>سيسموا</w:t>
            </w:r>
            <w:r>
              <w:rPr>
                <w:rtl/>
              </w:rPr>
              <w:t xml:space="preserve"> </w:t>
            </w:r>
            <w:r w:rsidRPr="009647FC">
              <w:rPr>
                <w:rtl/>
              </w:rPr>
              <w:t>فخراً</w:t>
            </w:r>
            <w:r>
              <w:rPr>
                <w:rtl/>
              </w:rPr>
              <w:t xml:space="preserve"> </w:t>
            </w:r>
            <w:r w:rsidRPr="009647FC">
              <w:rPr>
                <w:rtl/>
              </w:rPr>
              <w:t>على</w:t>
            </w:r>
            <w:r>
              <w:rPr>
                <w:rtl/>
              </w:rPr>
              <w:t xml:space="preserve"> </w:t>
            </w:r>
            <w:r w:rsidRPr="009647FC">
              <w:rPr>
                <w:rtl/>
              </w:rPr>
              <w:t>الأقرانِ</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يا</w:t>
            </w:r>
            <w:r>
              <w:rPr>
                <w:rtl/>
              </w:rPr>
              <w:t xml:space="preserve"> (</w:t>
            </w:r>
            <w:r w:rsidRPr="009647FC">
              <w:rPr>
                <w:rtl/>
              </w:rPr>
              <w:t>أبا</w:t>
            </w:r>
            <w:r>
              <w:rPr>
                <w:rtl/>
              </w:rPr>
              <w:t xml:space="preserve"> </w:t>
            </w:r>
            <w:r w:rsidRPr="009647FC">
              <w:rPr>
                <w:rtl/>
              </w:rPr>
              <w:t>المصطفى</w:t>
            </w:r>
            <w:r>
              <w:rPr>
                <w:rtl/>
              </w:rPr>
              <w:t xml:space="preserve">) </w:t>
            </w:r>
            <w:r w:rsidRPr="009647FC">
              <w:rPr>
                <w:rtl/>
              </w:rPr>
              <w:t>وحلمك</w:t>
            </w:r>
            <w:r>
              <w:rPr>
                <w:rtl/>
              </w:rPr>
              <w:t xml:space="preserve"> </w:t>
            </w:r>
            <w:r w:rsidRPr="009647FC">
              <w:rPr>
                <w:rtl/>
              </w:rPr>
              <w:t>أرسى</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في</w:t>
            </w:r>
            <w:r>
              <w:rPr>
                <w:rtl/>
              </w:rPr>
              <w:t xml:space="preserve"> </w:t>
            </w:r>
            <w:r w:rsidRPr="009647FC">
              <w:rPr>
                <w:rtl/>
              </w:rPr>
              <w:t>لقاء</w:t>
            </w:r>
            <w:r>
              <w:rPr>
                <w:rtl/>
              </w:rPr>
              <w:t xml:space="preserve"> </w:t>
            </w:r>
            <w:r w:rsidRPr="009647FC">
              <w:rPr>
                <w:rtl/>
              </w:rPr>
              <w:t>الخطوب</w:t>
            </w:r>
            <w:r>
              <w:rPr>
                <w:rtl/>
              </w:rPr>
              <w:t xml:space="preserve"> </w:t>
            </w:r>
            <w:r w:rsidRPr="009647FC">
              <w:rPr>
                <w:rtl/>
              </w:rPr>
              <w:t>من</w:t>
            </w:r>
            <w:r>
              <w:rPr>
                <w:rtl/>
              </w:rPr>
              <w:t xml:space="preserve"> </w:t>
            </w:r>
            <w:r w:rsidRPr="009647FC">
              <w:rPr>
                <w:rtl/>
              </w:rPr>
              <w:t>ثهلانِ</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لك</w:t>
            </w:r>
            <w:r>
              <w:rPr>
                <w:rtl/>
              </w:rPr>
              <w:t xml:space="preserve"> </w:t>
            </w:r>
            <w:r w:rsidRPr="009647FC">
              <w:rPr>
                <w:rtl/>
              </w:rPr>
              <w:t>نفسٌ</w:t>
            </w:r>
            <w:r>
              <w:rPr>
                <w:rtl/>
              </w:rPr>
              <w:t xml:space="preserve"> </w:t>
            </w:r>
            <w:r w:rsidRPr="009647FC">
              <w:rPr>
                <w:rtl/>
              </w:rPr>
              <w:t>قدسية</w:t>
            </w:r>
            <w:r>
              <w:rPr>
                <w:rtl/>
              </w:rPr>
              <w:t xml:space="preserve"> </w:t>
            </w:r>
            <w:r w:rsidRPr="009647FC">
              <w:rPr>
                <w:rtl/>
              </w:rPr>
              <w:t>الذات</w:t>
            </w:r>
            <w:r>
              <w:rPr>
                <w:rtl/>
              </w:rPr>
              <w:t xml:space="preserve"> </w:t>
            </w:r>
            <w:r w:rsidRPr="009647FC">
              <w:rPr>
                <w:rtl/>
              </w:rPr>
              <w:t>فيها</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حزت</w:t>
            </w:r>
            <w:r>
              <w:rPr>
                <w:rtl/>
              </w:rPr>
              <w:t xml:space="preserve">َ </w:t>
            </w:r>
            <w:r w:rsidRPr="009647FC">
              <w:rPr>
                <w:rtl/>
              </w:rPr>
              <w:t>أعلى</w:t>
            </w:r>
            <w:r>
              <w:rPr>
                <w:rtl/>
              </w:rPr>
              <w:t xml:space="preserve"> </w:t>
            </w:r>
            <w:r w:rsidRPr="009647FC">
              <w:rPr>
                <w:rtl/>
              </w:rPr>
              <w:t>مراتب</w:t>
            </w:r>
            <w:r>
              <w:rPr>
                <w:rtl/>
              </w:rPr>
              <w:t xml:space="preserve"> </w:t>
            </w:r>
            <w:r w:rsidRPr="009647FC">
              <w:rPr>
                <w:rtl/>
              </w:rPr>
              <w:t>العرفانِ</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وصف</w:t>
            </w:r>
            <w:r>
              <w:rPr>
                <w:rtl/>
              </w:rPr>
              <w:t xml:space="preserve"> </w:t>
            </w:r>
            <w:r w:rsidRPr="009647FC">
              <w:rPr>
                <w:rtl/>
              </w:rPr>
              <w:t>اللهُ</w:t>
            </w:r>
            <w:r>
              <w:rPr>
                <w:rtl/>
              </w:rPr>
              <w:t xml:space="preserve"> </w:t>
            </w:r>
            <w:r w:rsidRPr="009647FC">
              <w:rPr>
                <w:rtl/>
              </w:rPr>
              <w:t>أنّ</w:t>
            </w:r>
            <w:r>
              <w:rPr>
                <w:rtl/>
              </w:rPr>
              <w:t xml:space="preserve"> </w:t>
            </w:r>
            <w:r w:rsidRPr="009647FC">
              <w:rPr>
                <w:rtl/>
              </w:rPr>
              <w:t>قلبك</w:t>
            </w:r>
            <w:r>
              <w:rPr>
                <w:rtl/>
              </w:rPr>
              <w:t xml:space="preserve"> </w:t>
            </w:r>
            <w:r w:rsidRPr="009647FC">
              <w:rPr>
                <w:rtl/>
              </w:rPr>
              <w:t>للتقـ</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وى</w:t>
            </w:r>
            <w:r w:rsidR="004C00A8">
              <w:rPr>
                <w:rtl/>
              </w:rPr>
              <w:t xml:space="preserve"> </w:t>
            </w:r>
            <w:r w:rsidRPr="009647FC">
              <w:rPr>
                <w:rtl/>
              </w:rPr>
              <w:t>مشيراً</w:t>
            </w:r>
            <w:r>
              <w:rPr>
                <w:rtl/>
              </w:rPr>
              <w:t xml:space="preserve"> </w:t>
            </w:r>
            <w:r w:rsidRPr="009647FC">
              <w:rPr>
                <w:rtl/>
              </w:rPr>
              <w:t>بآية</w:t>
            </w:r>
            <w:r>
              <w:rPr>
                <w:rtl/>
              </w:rPr>
              <w:t xml:space="preserve"> </w:t>
            </w:r>
            <w:r w:rsidRPr="009647FC">
              <w:rPr>
                <w:rtl/>
              </w:rPr>
              <w:t>الامتحانِ</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وأرى</w:t>
            </w:r>
            <w:r>
              <w:rPr>
                <w:rtl/>
              </w:rPr>
              <w:t xml:space="preserve"> </w:t>
            </w:r>
            <w:r w:rsidRPr="009647FC">
              <w:rPr>
                <w:rtl/>
              </w:rPr>
              <w:t>الصابرين</w:t>
            </w:r>
            <w:r>
              <w:rPr>
                <w:rtl/>
              </w:rPr>
              <w:t xml:space="preserve"> </w:t>
            </w:r>
            <w:r w:rsidRPr="009647FC">
              <w:rPr>
                <w:rtl/>
              </w:rPr>
              <w:t>في</w:t>
            </w:r>
            <w:r>
              <w:rPr>
                <w:rtl/>
              </w:rPr>
              <w:t xml:space="preserve"> </w:t>
            </w:r>
            <w:r w:rsidRPr="009647FC">
              <w:rPr>
                <w:rtl/>
              </w:rPr>
              <w:t>عصرنا</w:t>
            </w:r>
            <w:r>
              <w:rPr>
                <w:rtl/>
              </w:rPr>
              <w:t xml:space="preserve"> </w:t>
            </w:r>
            <w:r w:rsidRPr="009647FC">
              <w:rPr>
                <w:rtl/>
              </w:rPr>
              <w:t>أنت</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عناك</w:t>
            </w:r>
            <w:r>
              <w:rPr>
                <w:rtl/>
              </w:rPr>
              <w:t xml:space="preserve"> </w:t>
            </w:r>
            <w:r w:rsidRPr="009647FC">
              <w:rPr>
                <w:rtl/>
              </w:rPr>
              <w:t>الإلهُ</w:t>
            </w:r>
            <w:r>
              <w:rPr>
                <w:rtl/>
              </w:rPr>
              <w:t xml:space="preserve"> </w:t>
            </w:r>
            <w:r w:rsidRPr="009647FC">
              <w:rPr>
                <w:rtl/>
              </w:rPr>
              <w:t>في</w:t>
            </w:r>
            <w:r>
              <w:rPr>
                <w:rtl/>
              </w:rPr>
              <w:t xml:space="preserve"> </w:t>
            </w:r>
            <w:r w:rsidRPr="009647FC">
              <w:rPr>
                <w:rtl/>
              </w:rPr>
              <w:t>القرآنِ</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حيث</w:t>
            </w:r>
            <w:r>
              <w:rPr>
                <w:rtl/>
              </w:rPr>
              <w:t xml:space="preserve"> </w:t>
            </w:r>
            <w:r w:rsidRPr="009647FC">
              <w:rPr>
                <w:rtl/>
              </w:rPr>
              <w:t>لو</w:t>
            </w:r>
            <w:r>
              <w:rPr>
                <w:rtl/>
              </w:rPr>
              <w:t xml:space="preserve"> </w:t>
            </w:r>
            <w:r w:rsidRPr="009647FC">
              <w:rPr>
                <w:rtl/>
              </w:rPr>
              <w:t>قيل</w:t>
            </w:r>
            <w:r>
              <w:rPr>
                <w:rtl/>
              </w:rPr>
              <w:t xml:space="preserve"> </w:t>
            </w:r>
            <w:r w:rsidRPr="009647FC">
              <w:rPr>
                <w:rtl/>
              </w:rPr>
              <w:t>عددّوهم</w:t>
            </w:r>
            <w:r>
              <w:rPr>
                <w:rtl/>
              </w:rPr>
              <w:t xml:space="preserve"> </w:t>
            </w:r>
            <w:r w:rsidRPr="009647FC">
              <w:rPr>
                <w:rtl/>
              </w:rPr>
              <w:t>عددنا</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ك</w:t>
            </w:r>
            <w:r w:rsidR="004C00A8">
              <w:rPr>
                <w:rtl/>
              </w:rPr>
              <w:t xml:space="preserve"> </w:t>
            </w:r>
            <w:r w:rsidRPr="009647FC">
              <w:rPr>
                <w:rtl/>
              </w:rPr>
              <w:t>ونعيا</w:t>
            </w:r>
            <w:r>
              <w:rPr>
                <w:rtl/>
              </w:rPr>
              <w:t xml:space="preserve"> </w:t>
            </w:r>
            <w:r w:rsidRPr="009647FC">
              <w:rPr>
                <w:rtl/>
              </w:rPr>
              <w:t>عن</w:t>
            </w:r>
            <w:r>
              <w:rPr>
                <w:rtl/>
              </w:rPr>
              <w:t xml:space="preserve"> </w:t>
            </w:r>
            <w:r w:rsidRPr="009647FC">
              <w:rPr>
                <w:rtl/>
              </w:rPr>
              <w:t>أن</w:t>
            </w:r>
            <w:r>
              <w:rPr>
                <w:rtl/>
              </w:rPr>
              <w:t xml:space="preserve"> </w:t>
            </w:r>
            <w:r w:rsidRPr="009647FC">
              <w:rPr>
                <w:rtl/>
              </w:rPr>
              <w:t>نجي‌ء</w:t>
            </w:r>
            <w:r>
              <w:rPr>
                <w:rtl/>
              </w:rPr>
              <w:t xml:space="preserve"> </w:t>
            </w:r>
            <w:r w:rsidRPr="009647FC">
              <w:rPr>
                <w:rtl/>
              </w:rPr>
              <w:t>بثاني</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هو</w:t>
            </w:r>
            <w:r w:rsidR="004C00A8">
              <w:rPr>
                <w:rtl/>
              </w:rPr>
              <w:t xml:space="preserve"> </w:t>
            </w:r>
            <w:r w:rsidRPr="009647FC">
              <w:rPr>
                <w:rtl/>
              </w:rPr>
              <w:t>جمعٌ</w:t>
            </w:r>
            <w:r>
              <w:rPr>
                <w:rtl/>
              </w:rPr>
              <w:t xml:space="preserve"> </w:t>
            </w:r>
            <w:r w:rsidRPr="009647FC">
              <w:rPr>
                <w:rtl/>
              </w:rPr>
              <w:t>أُريد</w:t>
            </w:r>
            <w:r>
              <w:rPr>
                <w:rtl/>
              </w:rPr>
              <w:t xml:space="preserve"> </w:t>
            </w:r>
            <w:r w:rsidRPr="009647FC">
              <w:rPr>
                <w:rtl/>
              </w:rPr>
              <w:t>بالذكر</w:t>
            </w:r>
            <w:r>
              <w:rPr>
                <w:rtl/>
              </w:rPr>
              <w:t xml:space="preserve"> </w:t>
            </w:r>
            <w:r w:rsidRPr="009647FC">
              <w:rPr>
                <w:rtl/>
              </w:rPr>
              <w:t>منه</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واحدٌ</w:t>
            </w:r>
            <w:r>
              <w:rPr>
                <w:rtl/>
              </w:rPr>
              <w:t xml:space="preserve"> </w:t>
            </w:r>
            <w:r w:rsidRPr="009647FC">
              <w:rPr>
                <w:rtl/>
              </w:rPr>
              <w:t>وهو</w:t>
            </w:r>
            <w:r>
              <w:rPr>
                <w:rtl/>
              </w:rPr>
              <w:t xml:space="preserve"> </w:t>
            </w:r>
            <w:r w:rsidRPr="009647FC">
              <w:rPr>
                <w:rtl/>
              </w:rPr>
              <w:t>أنت</w:t>
            </w:r>
            <w:r>
              <w:rPr>
                <w:rtl/>
              </w:rPr>
              <w:t xml:space="preserve"> </w:t>
            </w:r>
            <w:r w:rsidRPr="009647FC">
              <w:rPr>
                <w:rtl/>
              </w:rPr>
              <w:t>عند</w:t>
            </w:r>
            <w:r>
              <w:rPr>
                <w:rtl/>
              </w:rPr>
              <w:t xml:space="preserve"> </w:t>
            </w:r>
            <w:r w:rsidRPr="009647FC">
              <w:rPr>
                <w:rtl/>
              </w:rPr>
              <w:t>البيانِ</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فرِّغ</w:t>
            </w:r>
            <w:r w:rsidR="004C00A8">
              <w:rPr>
                <w:rtl/>
              </w:rPr>
              <w:t xml:space="preserve"> </w:t>
            </w:r>
            <w:r w:rsidRPr="009647FC">
              <w:rPr>
                <w:rtl/>
              </w:rPr>
              <w:t>القلب</w:t>
            </w:r>
            <w:r>
              <w:rPr>
                <w:rtl/>
              </w:rPr>
              <w:t xml:space="preserve"> </w:t>
            </w:r>
            <w:r w:rsidRPr="009647FC">
              <w:rPr>
                <w:rtl/>
              </w:rPr>
              <w:t>من</w:t>
            </w:r>
            <w:r>
              <w:rPr>
                <w:rtl/>
              </w:rPr>
              <w:t xml:space="preserve"> </w:t>
            </w:r>
            <w:r w:rsidRPr="009647FC">
              <w:rPr>
                <w:rtl/>
              </w:rPr>
              <w:t>جوى</w:t>
            </w:r>
            <w:r>
              <w:rPr>
                <w:rtl/>
              </w:rPr>
              <w:t xml:space="preserve"> </w:t>
            </w:r>
            <w:r w:rsidRPr="009647FC">
              <w:rPr>
                <w:rtl/>
              </w:rPr>
              <w:t>الثكل</w:t>
            </w:r>
            <w:r>
              <w:rPr>
                <w:rtl/>
              </w:rPr>
              <w:t xml:space="preserve"> </w:t>
            </w:r>
            <w:r w:rsidRPr="009647FC">
              <w:rPr>
                <w:rtl/>
              </w:rPr>
              <w:t>يا</w:t>
            </w:r>
            <w:r>
              <w:rPr>
                <w:rtl/>
              </w:rPr>
              <w:t xml:space="preserve"> </w:t>
            </w:r>
            <w:r w:rsidRPr="009647FC">
              <w:rPr>
                <w:rtl/>
              </w:rPr>
              <w:t>م</w:t>
            </w:r>
            <w:r>
              <w:rPr>
                <w:rtl/>
              </w:rPr>
              <w:t>َ</w:t>
            </w:r>
            <w:r w:rsidRPr="009647FC">
              <w:rPr>
                <w:rtl/>
              </w:rPr>
              <w:t>نْ</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هو</w:t>
            </w:r>
            <w:r w:rsidR="004C00A8">
              <w:rPr>
                <w:rtl/>
              </w:rPr>
              <w:t xml:space="preserve"> </w:t>
            </w:r>
            <w:r w:rsidRPr="009647FC">
              <w:rPr>
                <w:rtl/>
              </w:rPr>
              <w:t>في</w:t>
            </w:r>
            <w:r>
              <w:rPr>
                <w:rtl/>
              </w:rPr>
              <w:t xml:space="preserve"> </w:t>
            </w:r>
            <w:r w:rsidRPr="009647FC">
              <w:rPr>
                <w:rtl/>
              </w:rPr>
              <w:t>الفضل</w:t>
            </w:r>
            <w:r>
              <w:rPr>
                <w:rtl/>
              </w:rPr>
              <w:t xml:space="preserve"> </w:t>
            </w:r>
            <w:r w:rsidRPr="009647FC">
              <w:rPr>
                <w:rtl/>
              </w:rPr>
              <w:t>ملءُ</w:t>
            </w:r>
            <w:r>
              <w:rPr>
                <w:rtl/>
              </w:rPr>
              <w:t xml:space="preserve"> </w:t>
            </w:r>
            <w:r w:rsidRPr="009647FC">
              <w:rPr>
                <w:rtl/>
              </w:rPr>
              <w:t>عين</w:t>
            </w:r>
            <w:r>
              <w:rPr>
                <w:rtl/>
              </w:rPr>
              <w:t xml:space="preserve"> </w:t>
            </w:r>
            <w:r w:rsidRPr="009647FC">
              <w:rPr>
                <w:rtl/>
              </w:rPr>
              <w:t>الزمانِ</w:t>
            </w:r>
            <w:r w:rsidRPr="00524A24">
              <w:rPr>
                <w:rStyle w:val="libPoemTiniChar0"/>
                <w:rtl/>
              </w:rPr>
              <w:br/>
              <w:t> </w:t>
            </w:r>
          </w:p>
        </w:tc>
      </w:tr>
    </w:tbl>
    <w:p w:rsidR="009647FC" w:rsidRPr="00524A24" w:rsidRDefault="009647FC" w:rsidP="004E7EC6">
      <w:pPr>
        <w:pStyle w:val="libNormal"/>
      </w:pPr>
      <w:r w:rsidRPr="009647FC">
        <w:rPr>
          <w:rtl/>
        </w:rPr>
        <w:t>وقال راثياً بعض الأكابر</w:t>
      </w:r>
      <w:r w:rsidR="00D769AB">
        <w:rPr>
          <w:rtl/>
        </w:rPr>
        <w:t>:</w:t>
      </w:r>
    </w:p>
    <w:tbl>
      <w:tblPr>
        <w:tblStyle w:val="TableGrid"/>
        <w:bidiVisual/>
        <w:tblW w:w="4562" w:type="pct"/>
        <w:tblInd w:w="384" w:type="dxa"/>
        <w:tblLook w:val="04A0"/>
      </w:tblPr>
      <w:tblGrid>
        <w:gridCol w:w="3902"/>
        <w:gridCol w:w="301"/>
        <w:gridCol w:w="3884"/>
      </w:tblGrid>
      <w:tr w:rsidR="00E325A1" w:rsidRPr="00524A24" w:rsidTr="00E325A1">
        <w:trPr>
          <w:trHeight w:val="350"/>
        </w:trPr>
        <w:tc>
          <w:tcPr>
            <w:tcW w:w="3902" w:type="dxa"/>
          </w:tcPr>
          <w:p w:rsidR="00E325A1" w:rsidRPr="00524A24" w:rsidRDefault="00E325A1" w:rsidP="00AE101C">
            <w:pPr>
              <w:pStyle w:val="libPoem"/>
            </w:pPr>
            <w:r w:rsidRPr="009647FC">
              <w:rPr>
                <w:rtl/>
              </w:rPr>
              <w:t>كذا</w:t>
            </w:r>
            <w:r>
              <w:rPr>
                <w:rtl/>
              </w:rPr>
              <w:t xml:space="preserve"> </w:t>
            </w:r>
            <w:r w:rsidRPr="009647FC">
              <w:rPr>
                <w:rtl/>
              </w:rPr>
              <w:t>تفقد</w:t>
            </w:r>
            <w:r>
              <w:rPr>
                <w:rtl/>
              </w:rPr>
              <w:t xml:space="preserve"> </w:t>
            </w:r>
            <w:r w:rsidRPr="009647FC">
              <w:rPr>
                <w:rtl/>
              </w:rPr>
              <w:t>العينُ</w:t>
            </w:r>
            <w:r>
              <w:rPr>
                <w:rtl/>
              </w:rPr>
              <w:t xml:space="preserve"> </w:t>
            </w:r>
            <w:r w:rsidRPr="009647FC">
              <w:rPr>
                <w:rtl/>
              </w:rPr>
              <w:t>إنسانها</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فتدمي</w:t>
            </w:r>
            <w:r>
              <w:rPr>
                <w:rtl/>
              </w:rPr>
              <w:t xml:space="preserve"> </w:t>
            </w:r>
            <w:r w:rsidRPr="009647FC">
              <w:rPr>
                <w:rtl/>
              </w:rPr>
              <w:t>المدامعُ</w:t>
            </w:r>
            <w:r>
              <w:rPr>
                <w:rtl/>
              </w:rPr>
              <w:t xml:space="preserve"> </w:t>
            </w:r>
            <w:r w:rsidRPr="009647FC">
              <w:rPr>
                <w:rtl/>
              </w:rPr>
              <w:t>أجفانها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كذا</w:t>
            </w:r>
            <w:r>
              <w:rPr>
                <w:rtl/>
              </w:rPr>
              <w:t xml:space="preserve"> </w:t>
            </w:r>
            <w:r w:rsidRPr="009647FC">
              <w:rPr>
                <w:rtl/>
              </w:rPr>
              <w:t>يقرع</w:t>
            </w:r>
            <w:r>
              <w:rPr>
                <w:rtl/>
              </w:rPr>
              <w:t xml:space="preserve"> </w:t>
            </w:r>
            <w:r w:rsidRPr="009647FC">
              <w:rPr>
                <w:rtl/>
              </w:rPr>
              <w:t>الخطبُ</w:t>
            </w:r>
            <w:r>
              <w:rPr>
                <w:rtl/>
              </w:rPr>
              <w:t xml:space="preserve"> </w:t>
            </w:r>
            <w:r w:rsidRPr="009647FC">
              <w:rPr>
                <w:rtl/>
              </w:rPr>
              <w:t>صمّ</w:t>
            </w:r>
            <w:r>
              <w:rPr>
                <w:rtl/>
              </w:rPr>
              <w:t xml:space="preserve">َ </w:t>
            </w:r>
            <w:r w:rsidRPr="009647FC">
              <w:rPr>
                <w:rtl/>
              </w:rPr>
              <w:t>الجبال</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إلى</w:t>
            </w:r>
            <w:r>
              <w:rPr>
                <w:rtl/>
              </w:rPr>
              <w:t xml:space="preserve"> </w:t>
            </w:r>
            <w:r w:rsidRPr="009647FC">
              <w:rPr>
                <w:rtl/>
              </w:rPr>
              <w:t>أن</w:t>
            </w:r>
            <w:r>
              <w:rPr>
                <w:rtl/>
              </w:rPr>
              <w:t xml:space="preserve"> </w:t>
            </w:r>
            <w:r w:rsidRPr="009647FC">
              <w:rPr>
                <w:rtl/>
              </w:rPr>
              <w:t>يزلزل</w:t>
            </w:r>
            <w:r>
              <w:rPr>
                <w:rtl/>
              </w:rPr>
              <w:t xml:space="preserve"> </w:t>
            </w:r>
            <w:r w:rsidRPr="009647FC">
              <w:rPr>
                <w:rtl/>
              </w:rPr>
              <w:t>ثهلانها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كذا</w:t>
            </w:r>
            <w:r w:rsidR="004C00A8">
              <w:rPr>
                <w:rtl/>
              </w:rPr>
              <w:t xml:space="preserve"> </w:t>
            </w:r>
            <w:r w:rsidRPr="009647FC">
              <w:rPr>
                <w:rtl/>
              </w:rPr>
              <w:t>للمراقب</w:t>
            </w:r>
            <w:r>
              <w:rPr>
                <w:rtl/>
              </w:rPr>
              <w:t xml:space="preserve"> </w:t>
            </w:r>
            <w:r w:rsidRPr="009647FC">
              <w:rPr>
                <w:rtl/>
              </w:rPr>
              <w:t>كفُّ</w:t>
            </w:r>
            <w:r>
              <w:rPr>
                <w:rtl/>
              </w:rPr>
              <w:t xml:space="preserve"> </w:t>
            </w:r>
            <w:r w:rsidRPr="009647FC">
              <w:rPr>
                <w:rtl/>
              </w:rPr>
              <w:t>الزمان</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تمدُّ</w:t>
            </w:r>
            <w:r>
              <w:rPr>
                <w:rtl/>
              </w:rPr>
              <w:t xml:space="preserve"> </w:t>
            </w:r>
            <w:r w:rsidRPr="009647FC">
              <w:rPr>
                <w:rtl/>
              </w:rPr>
              <w:t>فتأسر</w:t>
            </w:r>
            <w:r>
              <w:rPr>
                <w:rtl/>
              </w:rPr>
              <w:t xml:space="preserve"> </w:t>
            </w:r>
            <w:r w:rsidRPr="009647FC">
              <w:rPr>
                <w:rtl/>
              </w:rPr>
              <w:t>عقبانها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كذا</w:t>
            </w:r>
            <w:r>
              <w:rPr>
                <w:rtl/>
              </w:rPr>
              <w:t xml:space="preserve"> </w:t>
            </w:r>
            <w:r w:rsidRPr="009647FC">
              <w:rPr>
                <w:rtl/>
              </w:rPr>
              <w:t>تغمد</w:t>
            </w:r>
            <w:r>
              <w:rPr>
                <w:rtl/>
              </w:rPr>
              <w:t xml:space="preserve"> </w:t>
            </w:r>
            <w:r w:rsidRPr="009647FC">
              <w:rPr>
                <w:rtl/>
              </w:rPr>
              <w:t>البيضُ</w:t>
            </w:r>
            <w:r>
              <w:rPr>
                <w:rtl/>
              </w:rPr>
              <w:t xml:space="preserve"> </w:t>
            </w:r>
            <w:r w:rsidRPr="009647FC">
              <w:rPr>
                <w:rtl/>
              </w:rPr>
              <w:t>تحت</w:t>
            </w:r>
            <w:r>
              <w:rPr>
                <w:rtl/>
              </w:rPr>
              <w:t xml:space="preserve"> </w:t>
            </w:r>
            <w:r w:rsidRPr="009647FC">
              <w:rPr>
                <w:rtl/>
              </w:rPr>
              <w:t>الصعيد</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فتغدو</w:t>
            </w:r>
            <w:r w:rsidR="004C00A8">
              <w:rPr>
                <w:rtl/>
              </w:rPr>
              <w:t xml:space="preserve"> </w:t>
            </w:r>
            <w:r w:rsidRPr="009647FC">
              <w:rPr>
                <w:rtl/>
              </w:rPr>
              <w:t>الضرايح</w:t>
            </w:r>
            <w:r>
              <w:rPr>
                <w:rtl/>
              </w:rPr>
              <w:t xml:space="preserve"> </w:t>
            </w:r>
            <w:r w:rsidRPr="009647FC">
              <w:rPr>
                <w:rtl/>
              </w:rPr>
              <w:t>أجفانها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كذا</w:t>
            </w:r>
            <w:r w:rsidR="004C00A8">
              <w:rPr>
                <w:rtl/>
              </w:rPr>
              <w:t xml:space="preserve"> </w:t>
            </w:r>
            <w:r w:rsidRPr="009647FC">
              <w:rPr>
                <w:rtl/>
              </w:rPr>
              <w:t>وأبيك</w:t>
            </w:r>
            <w:r>
              <w:rPr>
                <w:rtl/>
              </w:rPr>
              <w:t xml:space="preserve"> </w:t>
            </w:r>
            <w:r w:rsidRPr="009647FC">
              <w:rPr>
                <w:rtl/>
              </w:rPr>
              <w:t>عوالي</w:t>
            </w:r>
            <w:r>
              <w:rPr>
                <w:rtl/>
              </w:rPr>
              <w:t xml:space="preserve"> </w:t>
            </w:r>
            <w:r w:rsidRPr="009647FC">
              <w:rPr>
                <w:rtl/>
              </w:rPr>
              <w:t>الرماح</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تدقُّ</w:t>
            </w:r>
            <w:r w:rsidR="004C00A8">
              <w:rPr>
                <w:rtl/>
              </w:rPr>
              <w:t xml:space="preserve"> </w:t>
            </w:r>
            <w:r w:rsidRPr="009647FC">
              <w:rPr>
                <w:rtl/>
              </w:rPr>
              <w:t>يدُ</w:t>
            </w:r>
            <w:r>
              <w:rPr>
                <w:rtl/>
              </w:rPr>
              <w:t xml:space="preserve"> </w:t>
            </w:r>
            <w:r w:rsidRPr="009647FC">
              <w:rPr>
                <w:rtl/>
              </w:rPr>
              <w:t>الدهر</w:t>
            </w:r>
            <w:r>
              <w:rPr>
                <w:rtl/>
              </w:rPr>
              <w:t xml:space="preserve"> </w:t>
            </w:r>
            <w:r w:rsidRPr="009647FC">
              <w:rPr>
                <w:rtl/>
              </w:rPr>
              <w:t>مرّانها</w:t>
            </w:r>
            <w:r w:rsidRPr="00524A24">
              <w:rPr>
                <w:rStyle w:val="libPoemTiniChar0"/>
                <w:rtl/>
              </w:rPr>
              <w:br/>
              <w:t> </w:t>
            </w:r>
          </w:p>
        </w:tc>
      </w:tr>
    </w:tbl>
    <w:p w:rsidR="009647FC" w:rsidRPr="00524A24" w:rsidRDefault="009647FC" w:rsidP="004E7EC6">
      <w:pPr>
        <w:pStyle w:val="libNormal"/>
      </w:pPr>
      <w:r w:rsidRPr="009647FC">
        <w:rPr>
          <w:rtl/>
        </w:rPr>
        <w:t>وقال راثياً ولده سليمان وأخاه محمداً</w:t>
      </w:r>
      <w:r w:rsidR="00D769AB">
        <w:rPr>
          <w:rtl/>
        </w:rPr>
        <w:t>:</w:t>
      </w:r>
    </w:p>
    <w:tbl>
      <w:tblPr>
        <w:tblStyle w:val="TableGrid"/>
        <w:bidiVisual/>
        <w:tblW w:w="4562" w:type="pct"/>
        <w:tblInd w:w="384" w:type="dxa"/>
        <w:tblLook w:val="04A0"/>
      </w:tblPr>
      <w:tblGrid>
        <w:gridCol w:w="3902"/>
        <w:gridCol w:w="301"/>
        <w:gridCol w:w="3884"/>
      </w:tblGrid>
      <w:tr w:rsidR="00E325A1" w:rsidRPr="00524A24" w:rsidTr="00E325A1">
        <w:trPr>
          <w:trHeight w:val="350"/>
        </w:trPr>
        <w:tc>
          <w:tcPr>
            <w:tcW w:w="3902" w:type="dxa"/>
          </w:tcPr>
          <w:p w:rsidR="00E325A1" w:rsidRPr="00524A24" w:rsidRDefault="00E325A1" w:rsidP="00AE101C">
            <w:pPr>
              <w:pStyle w:val="libPoem"/>
            </w:pPr>
            <w:r w:rsidRPr="009647FC">
              <w:rPr>
                <w:rtl/>
              </w:rPr>
              <w:t>لقيت</w:t>
            </w:r>
            <w:r w:rsidR="004C00A8">
              <w:rPr>
                <w:rtl/>
              </w:rPr>
              <w:t xml:space="preserve"> </w:t>
            </w:r>
            <w:r w:rsidRPr="009647FC">
              <w:rPr>
                <w:rtl/>
              </w:rPr>
              <w:t>من</w:t>
            </w:r>
            <w:r>
              <w:rPr>
                <w:rtl/>
              </w:rPr>
              <w:t xml:space="preserve"> </w:t>
            </w:r>
            <w:r w:rsidRPr="009647FC">
              <w:rPr>
                <w:rtl/>
              </w:rPr>
              <w:t>الوجد</w:t>
            </w:r>
            <w:r>
              <w:rPr>
                <w:rtl/>
              </w:rPr>
              <w:t xml:space="preserve"> </w:t>
            </w:r>
            <w:r w:rsidRPr="009647FC">
              <w:rPr>
                <w:rtl/>
              </w:rPr>
              <w:t>واللائمينا</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ضنىً</w:t>
            </w:r>
            <w:r>
              <w:rPr>
                <w:rtl/>
              </w:rPr>
              <w:t xml:space="preserve"> </w:t>
            </w:r>
            <w:r w:rsidRPr="009647FC">
              <w:rPr>
                <w:rtl/>
              </w:rPr>
              <w:t>شفّ</w:t>
            </w:r>
            <w:r>
              <w:rPr>
                <w:rtl/>
              </w:rPr>
              <w:t xml:space="preserve">َ </w:t>
            </w:r>
            <w:r w:rsidRPr="009647FC">
              <w:rPr>
                <w:rtl/>
              </w:rPr>
              <w:t>جسمي</w:t>
            </w:r>
            <w:r>
              <w:rPr>
                <w:rtl/>
              </w:rPr>
              <w:t xml:space="preserve"> </w:t>
            </w:r>
            <w:r w:rsidRPr="009647FC">
              <w:rPr>
                <w:rtl/>
              </w:rPr>
              <w:t>وأقذى</w:t>
            </w:r>
            <w:r>
              <w:rPr>
                <w:rtl/>
              </w:rPr>
              <w:t xml:space="preserve"> </w:t>
            </w:r>
            <w:r w:rsidRPr="009647FC">
              <w:rPr>
                <w:rtl/>
              </w:rPr>
              <w:t>العيونا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فلم</w:t>
            </w:r>
            <w:r>
              <w:rPr>
                <w:rtl/>
              </w:rPr>
              <w:t xml:space="preserve"> </w:t>
            </w:r>
            <w:r w:rsidRPr="009647FC">
              <w:rPr>
                <w:rtl/>
              </w:rPr>
              <w:t>أدرِ</w:t>
            </w:r>
            <w:r>
              <w:rPr>
                <w:rtl/>
              </w:rPr>
              <w:t xml:space="preserve"> </w:t>
            </w:r>
            <w:r w:rsidRPr="009647FC">
              <w:rPr>
                <w:rtl/>
              </w:rPr>
              <w:t>ماذا</w:t>
            </w:r>
            <w:r>
              <w:rPr>
                <w:rtl/>
              </w:rPr>
              <w:t xml:space="preserve"> </w:t>
            </w:r>
            <w:r w:rsidRPr="009647FC">
              <w:rPr>
                <w:rtl/>
              </w:rPr>
              <w:t>بقلبي</w:t>
            </w:r>
            <w:r>
              <w:rPr>
                <w:rtl/>
              </w:rPr>
              <w:t xml:space="preserve"> </w:t>
            </w:r>
            <w:r w:rsidRPr="009647FC">
              <w:rPr>
                <w:rtl/>
              </w:rPr>
              <w:t>أمضّ</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وجدي</w:t>
            </w:r>
            <w:r>
              <w:rPr>
                <w:rtl/>
              </w:rPr>
              <w:t xml:space="preserve"> </w:t>
            </w:r>
            <w:r w:rsidRPr="009647FC">
              <w:rPr>
                <w:rtl/>
              </w:rPr>
              <w:t>أم</w:t>
            </w:r>
            <w:r>
              <w:rPr>
                <w:rtl/>
              </w:rPr>
              <w:t xml:space="preserve"> </w:t>
            </w:r>
            <w:r w:rsidRPr="009647FC">
              <w:rPr>
                <w:rtl/>
              </w:rPr>
              <w:t>عذلُ</w:t>
            </w:r>
            <w:r>
              <w:rPr>
                <w:rtl/>
              </w:rPr>
              <w:t xml:space="preserve"> </w:t>
            </w:r>
            <w:r w:rsidRPr="009647FC">
              <w:rPr>
                <w:rtl/>
              </w:rPr>
              <w:t>العاذلينا؟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ألائمتي</w:t>
            </w:r>
            <w:r w:rsidR="004C00A8">
              <w:rPr>
                <w:rtl/>
              </w:rPr>
              <w:t xml:space="preserve"> </w:t>
            </w:r>
            <w:r w:rsidRPr="009647FC">
              <w:rPr>
                <w:rtl/>
              </w:rPr>
              <w:t>بعض</w:t>
            </w:r>
            <w:r>
              <w:rPr>
                <w:rtl/>
              </w:rPr>
              <w:t xml:space="preserve"> </w:t>
            </w:r>
            <w:r w:rsidRPr="009647FC">
              <w:rPr>
                <w:rtl/>
              </w:rPr>
              <w:t>هذا</w:t>
            </w:r>
            <w:r>
              <w:rPr>
                <w:rtl/>
              </w:rPr>
              <w:t xml:space="preserve"> </w:t>
            </w:r>
            <w:r w:rsidRPr="009647FC">
              <w:rPr>
                <w:rtl/>
              </w:rPr>
              <w:t>الملام</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فالأمر</w:t>
            </w:r>
            <w:r>
              <w:rPr>
                <w:rtl/>
              </w:rPr>
              <w:t xml:space="preserve"> </w:t>
            </w:r>
            <w:r w:rsidRPr="009647FC">
              <w:rPr>
                <w:rtl/>
              </w:rPr>
              <w:t>ليس</w:t>
            </w:r>
            <w:r>
              <w:rPr>
                <w:rtl/>
              </w:rPr>
              <w:t xml:space="preserve"> </w:t>
            </w:r>
            <w:r w:rsidRPr="009647FC">
              <w:rPr>
                <w:rtl/>
              </w:rPr>
              <w:t>كما</w:t>
            </w:r>
            <w:r>
              <w:rPr>
                <w:rtl/>
              </w:rPr>
              <w:t xml:space="preserve"> </w:t>
            </w:r>
            <w:r w:rsidRPr="009647FC">
              <w:rPr>
                <w:rtl/>
              </w:rPr>
              <w:t>تزعمينا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ذريني</w:t>
            </w:r>
            <w:r>
              <w:rPr>
                <w:rtl/>
              </w:rPr>
              <w:t xml:space="preserve"> </w:t>
            </w:r>
            <w:r w:rsidRPr="009647FC">
              <w:rPr>
                <w:rtl/>
              </w:rPr>
              <w:t>أُدم</w:t>
            </w:r>
            <w:r w:rsidRPr="00B371C6">
              <w:rPr>
                <w:rtl/>
              </w:rPr>
              <w:t>ّ</w:t>
            </w:r>
            <w:r w:rsidRPr="009647FC">
              <w:rPr>
                <w:rtl/>
              </w:rPr>
              <w:t>ي</w:t>
            </w:r>
            <w:r>
              <w:rPr>
                <w:rtl/>
              </w:rPr>
              <w:t xml:space="preserve"> </w:t>
            </w:r>
            <w:r w:rsidRPr="009647FC">
              <w:rPr>
                <w:rtl/>
              </w:rPr>
              <w:t>غروب</w:t>
            </w:r>
            <w:r>
              <w:rPr>
                <w:rtl/>
              </w:rPr>
              <w:t xml:space="preserve"> </w:t>
            </w:r>
            <w:r w:rsidRPr="009647FC">
              <w:rPr>
                <w:rtl/>
              </w:rPr>
              <w:t>الجفون</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واستشعر</w:t>
            </w:r>
            <w:r w:rsidR="004C00A8">
              <w:rPr>
                <w:rtl/>
              </w:rPr>
              <w:t xml:space="preserve"> </w:t>
            </w:r>
            <w:r w:rsidRPr="009647FC">
              <w:rPr>
                <w:rtl/>
              </w:rPr>
              <w:t>الحزن</w:t>
            </w:r>
            <w:r>
              <w:rPr>
                <w:rtl/>
              </w:rPr>
              <w:t xml:space="preserve"> </w:t>
            </w:r>
            <w:r w:rsidRPr="009647FC">
              <w:rPr>
                <w:rtl/>
              </w:rPr>
              <w:t>حيناً</w:t>
            </w:r>
            <w:r>
              <w:rPr>
                <w:rtl/>
              </w:rPr>
              <w:t xml:space="preserve"> </w:t>
            </w:r>
            <w:r w:rsidRPr="009647FC">
              <w:rPr>
                <w:rtl/>
              </w:rPr>
              <w:t>فحينا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لقد</w:t>
            </w:r>
            <w:r>
              <w:rPr>
                <w:rtl/>
              </w:rPr>
              <w:t xml:space="preserve"> </w:t>
            </w:r>
            <w:r w:rsidRPr="009647FC">
              <w:rPr>
                <w:rtl/>
              </w:rPr>
              <w:t>جذم</w:t>
            </w:r>
            <w:r>
              <w:rPr>
                <w:rtl/>
              </w:rPr>
              <w:t xml:space="preserve"> </w:t>
            </w:r>
            <w:r w:rsidRPr="009647FC">
              <w:rPr>
                <w:rtl/>
              </w:rPr>
              <w:t>الدهرُ</w:t>
            </w:r>
            <w:r>
              <w:rPr>
                <w:rtl/>
              </w:rPr>
              <w:t xml:space="preserve"> </w:t>
            </w:r>
            <w:r w:rsidRPr="009647FC">
              <w:rPr>
                <w:rtl/>
              </w:rPr>
              <w:t>يسرى</w:t>
            </w:r>
            <w:r>
              <w:rPr>
                <w:rtl/>
              </w:rPr>
              <w:t xml:space="preserve"> </w:t>
            </w:r>
            <w:r w:rsidRPr="009647FC">
              <w:rPr>
                <w:rtl/>
              </w:rPr>
              <w:t>يديّ</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فبانت</w:t>
            </w:r>
            <w:r>
              <w:rPr>
                <w:rtl/>
              </w:rPr>
              <w:t xml:space="preserve"> </w:t>
            </w:r>
            <w:r w:rsidRPr="009647FC">
              <w:rPr>
                <w:rtl/>
              </w:rPr>
              <w:t>وألحق</w:t>
            </w:r>
            <w:r>
              <w:rPr>
                <w:rtl/>
              </w:rPr>
              <w:t xml:space="preserve"> </w:t>
            </w:r>
            <w:r w:rsidRPr="009647FC">
              <w:rPr>
                <w:rtl/>
              </w:rPr>
              <w:t>فيها</w:t>
            </w:r>
            <w:r>
              <w:rPr>
                <w:rtl/>
              </w:rPr>
              <w:t xml:space="preserve"> </w:t>
            </w:r>
            <w:r w:rsidRPr="009647FC">
              <w:rPr>
                <w:rtl/>
              </w:rPr>
              <w:t>اليمينا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325A1" w:rsidRPr="00524A24" w:rsidTr="00E325A1">
        <w:trPr>
          <w:trHeight w:val="350"/>
        </w:trPr>
        <w:tc>
          <w:tcPr>
            <w:tcW w:w="3902" w:type="dxa"/>
          </w:tcPr>
          <w:p w:rsidR="00E325A1" w:rsidRPr="00524A24" w:rsidRDefault="00E325A1" w:rsidP="00AE101C">
            <w:pPr>
              <w:pStyle w:val="libPoem"/>
            </w:pPr>
            <w:r w:rsidRPr="009647FC">
              <w:rPr>
                <w:rtl/>
              </w:rPr>
              <w:lastRenderedPageBreak/>
              <w:t>أصبراً</w:t>
            </w:r>
            <w:r>
              <w:rPr>
                <w:rtl/>
              </w:rPr>
              <w:t xml:space="preserve"> </w:t>
            </w:r>
            <w:r w:rsidRPr="009647FC">
              <w:rPr>
                <w:rtl/>
              </w:rPr>
              <w:t>وإنسانُ</w:t>
            </w:r>
            <w:r>
              <w:rPr>
                <w:rtl/>
              </w:rPr>
              <w:t xml:space="preserve"> </w:t>
            </w:r>
            <w:r w:rsidRPr="009647FC">
              <w:rPr>
                <w:rtl/>
              </w:rPr>
              <w:t>عيني</w:t>
            </w:r>
            <w:r>
              <w:rPr>
                <w:rtl/>
              </w:rPr>
              <w:t xml:space="preserve"> </w:t>
            </w:r>
            <w:r w:rsidRPr="009647FC">
              <w:rPr>
                <w:rtl/>
              </w:rPr>
              <w:t>يُسلُّ</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بظفر</w:t>
            </w:r>
            <w:r w:rsidR="004C00A8">
              <w:rPr>
                <w:rtl/>
              </w:rPr>
              <w:t xml:space="preserve"> </w:t>
            </w:r>
            <w:r w:rsidRPr="009647FC">
              <w:rPr>
                <w:rtl/>
              </w:rPr>
              <w:t>الردى</w:t>
            </w:r>
            <w:r>
              <w:rPr>
                <w:rtl/>
              </w:rPr>
              <w:t xml:space="preserve"> </w:t>
            </w:r>
            <w:r w:rsidRPr="009647FC">
              <w:rPr>
                <w:rtl/>
              </w:rPr>
              <w:t>ساء</w:t>
            </w:r>
            <w:r>
              <w:rPr>
                <w:rtl/>
              </w:rPr>
              <w:t xml:space="preserve"> </w:t>
            </w:r>
            <w:r w:rsidRPr="009647FC">
              <w:rPr>
                <w:rtl/>
              </w:rPr>
              <w:t>ما</w:t>
            </w:r>
            <w:r>
              <w:rPr>
                <w:rtl/>
              </w:rPr>
              <w:t xml:space="preserve"> </w:t>
            </w:r>
            <w:r w:rsidRPr="009647FC">
              <w:rPr>
                <w:rtl/>
              </w:rPr>
              <w:t>تأمرينا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كفى</w:t>
            </w:r>
            <w:r w:rsidR="004C00A8">
              <w:rPr>
                <w:rtl/>
              </w:rPr>
              <w:t xml:space="preserve"> </w:t>
            </w:r>
            <w:r w:rsidRPr="009647FC">
              <w:rPr>
                <w:rtl/>
              </w:rPr>
              <w:t>حزناً</w:t>
            </w:r>
            <w:r>
              <w:rPr>
                <w:rtl/>
              </w:rPr>
              <w:t xml:space="preserve"> </w:t>
            </w:r>
            <w:r w:rsidRPr="009647FC">
              <w:rPr>
                <w:rtl/>
              </w:rPr>
              <w:t>أنّ</w:t>
            </w:r>
            <w:r>
              <w:rPr>
                <w:rtl/>
              </w:rPr>
              <w:t xml:space="preserve">َ </w:t>
            </w:r>
            <w:r w:rsidRPr="009647FC">
              <w:rPr>
                <w:rtl/>
              </w:rPr>
              <w:t>جسمي</w:t>
            </w:r>
            <w:r>
              <w:rPr>
                <w:rtl/>
              </w:rPr>
              <w:t xml:space="preserve"> </w:t>
            </w:r>
            <w:r w:rsidRPr="009647FC">
              <w:rPr>
                <w:rtl/>
              </w:rPr>
              <w:t>أقام</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وقلبي</w:t>
            </w:r>
            <w:r>
              <w:rPr>
                <w:rtl/>
              </w:rPr>
              <w:t xml:space="preserve"> </w:t>
            </w:r>
            <w:r w:rsidRPr="009647FC">
              <w:rPr>
                <w:rtl/>
              </w:rPr>
              <w:t>استقلّ</w:t>
            </w:r>
            <w:r>
              <w:rPr>
                <w:rtl/>
              </w:rPr>
              <w:t xml:space="preserve">َ </w:t>
            </w:r>
            <w:r w:rsidRPr="009647FC">
              <w:rPr>
                <w:rtl/>
              </w:rPr>
              <w:t>مع</w:t>
            </w:r>
            <w:r>
              <w:rPr>
                <w:rtl/>
              </w:rPr>
              <w:t xml:space="preserve"> </w:t>
            </w:r>
            <w:r w:rsidRPr="009647FC">
              <w:rPr>
                <w:rtl/>
              </w:rPr>
              <w:t>الظاعنينا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أعينيّ</w:t>
            </w:r>
            <w:r>
              <w:rPr>
                <w:rtl/>
              </w:rPr>
              <w:t xml:space="preserve">َ </w:t>
            </w:r>
            <w:r w:rsidRPr="009647FC">
              <w:rPr>
                <w:rtl/>
              </w:rPr>
              <w:t>شأنكما</w:t>
            </w:r>
            <w:r>
              <w:rPr>
                <w:rtl/>
              </w:rPr>
              <w:t xml:space="preserve"> </w:t>
            </w:r>
            <w:r w:rsidRPr="009647FC">
              <w:rPr>
                <w:rtl/>
              </w:rPr>
              <w:t>والدموع</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فما يترك</w:t>
            </w:r>
            <w:r>
              <w:rPr>
                <w:rtl/>
              </w:rPr>
              <w:t xml:space="preserve"> </w:t>
            </w:r>
            <w:r w:rsidRPr="009647FC">
              <w:rPr>
                <w:rtl/>
              </w:rPr>
              <w:t>الدهرُ</w:t>
            </w:r>
            <w:r>
              <w:rPr>
                <w:rtl/>
              </w:rPr>
              <w:t xml:space="preserve"> </w:t>
            </w:r>
            <w:r w:rsidRPr="009647FC">
              <w:rPr>
                <w:rtl/>
              </w:rPr>
              <w:t>دمعاً</w:t>
            </w:r>
            <w:r>
              <w:rPr>
                <w:rtl/>
              </w:rPr>
              <w:t xml:space="preserve"> </w:t>
            </w:r>
            <w:r w:rsidRPr="009647FC">
              <w:rPr>
                <w:rtl/>
              </w:rPr>
              <w:t>مصونا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له</w:t>
            </w:r>
            <w:r>
              <w:rPr>
                <w:rtl/>
              </w:rPr>
              <w:t xml:space="preserve"> </w:t>
            </w:r>
            <w:r w:rsidRPr="009647FC">
              <w:rPr>
                <w:rtl/>
              </w:rPr>
              <w:t>الذمُّ</w:t>
            </w:r>
            <w:r>
              <w:rPr>
                <w:rtl/>
              </w:rPr>
              <w:t xml:space="preserve"> </w:t>
            </w:r>
            <w:r w:rsidRPr="009647FC">
              <w:rPr>
                <w:rtl/>
              </w:rPr>
              <w:t>بالأمس</w:t>
            </w:r>
            <w:r>
              <w:rPr>
                <w:rtl/>
              </w:rPr>
              <w:t xml:space="preserve"> </w:t>
            </w:r>
            <w:r w:rsidRPr="009647FC">
              <w:rPr>
                <w:rtl/>
              </w:rPr>
              <w:t>قد</w:t>
            </w:r>
            <w:r>
              <w:rPr>
                <w:rtl/>
              </w:rPr>
              <w:t xml:space="preserve"> </w:t>
            </w:r>
            <w:r w:rsidRPr="009647FC">
              <w:rPr>
                <w:rtl/>
              </w:rPr>
              <w:t>بزّ</w:t>
            </w:r>
            <w:r>
              <w:rPr>
                <w:rtl/>
              </w:rPr>
              <w:t>َ</w:t>
            </w:r>
            <w:r w:rsidRPr="009647FC">
              <w:rPr>
                <w:rtl/>
              </w:rPr>
              <w:t>ني</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وشيمته</w:t>
            </w:r>
            <w:r>
              <w:rPr>
                <w:rtl/>
              </w:rPr>
              <w:t xml:space="preserve"> </w:t>
            </w:r>
            <w:r w:rsidRPr="009647FC">
              <w:rPr>
                <w:rtl/>
              </w:rPr>
              <w:t>الغدرُ</w:t>
            </w:r>
            <w:r>
              <w:rPr>
                <w:rtl/>
              </w:rPr>
              <w:t xml:space="preserve"> </w:t>
            </w:r>
            <w:r w:rsidRPr="009647FC">
              <w:rPr>
                <w:rtl/>
              </w:rPr>
              <w:t>علقاً</w:t>
            </w:r>
            <w:r>
              <w:rPr>
                <w:rtl/>
              </w:rPr>
              <w:t xml:space="preserve"> </w:t>
            </w:r>
            <w:r w:rsidRPr="009647FC">
              <w:rPr>
                <w:rtl/>
              </w:rPr>
              <w:t>ثمينا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فغادر</w:t>
            </w:r>
            <w:r>
              <w:rPr>
                <w:rtl/>
              </w:rPr>
              <w:t xml:space="preserve"> </w:t>
            </w:r>
            <w:r w:rsidRPr="009647FC">
              <w:rPr>
                <w:rtl/>
              </w:rPr>
              <w:t>حجري</w:t>
            </w:r>
            <w:r>
              <w:rPr>
                <w:rtl/>
              </w:rPr>
              <w:t xml:space="preserve"> </w:t>
            </w:r>
            <w:r w:rsidRPr="009647FC">
              <w:rPr>
                <w:rtl/>
              </w:rPr>
              <w:t>منه</w:t>
            </w:r>
            <w:r>
              <w:rPr>
                <w:rtl/>
              </w:rPr>
              <w:t xml:space="preserve"> </w:t>
            </w:r>
            <w:r w:rsidRPr="009647FC">
              <w:rPr>
                <w:rtl/>
              </w:rPr>
              <w:t>خميصا</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وبطن</w:t>
            </w:r>
            <w:r w:rsidR="004C00A8">
              <w:rPr>
                <w:rtl/>
              </w:rPr>
              <w:t xml:space="preserve"> </w:t>
            </w:r>
            <w:r w:rsidRPr="009647FC">
              <w:rPr>
                <w:rtl/>
              </w:rPr>
              <w:t>الثرى</w:t>
            </w:r>
            <w:r>
              <w:rPr>
                <w:rtl/>
              </w:rPr>
              <w:t xml:space="preserve"> </w:t>
            </w:r>
            <w:r w:rsidRPr="009647FC">
              <w:rPr>
                <w:rtl/>
              </w:rPr>
              <w:t>منه</w:t>
            </w:r>
            <w:r>
              <w:rPr>
                <w:rtl/>
              </w:rPr>
              <w:t xml:space="preserve"> </w:t>
            </w:r>
            <w:r w:rsidRPr="009647FC">
              <w:rPr>
                <w:rtl/>
              </w:rPr>
              <w:t>أمسى</w:t>
            </w:r>
            <w:r>
              <w:rPr>
                <w:rtl/>
              </w:rPr>
              <w:t xml:space="preserve"> </w:t>
            </w:r>
            <w:r w:rsidRPr="009647FC">
              <w:rPr>
                <w:rtl/>
              </w:rPr>
              <w:t>بطينا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وغصنٌ</w:t>
            </w:r>
            <w:r>
              <w:rPr>
                <w:rtl/>
              </w:rPr>
              <w:t xml:space="preserve"> </w:t>
            </w:r>
            <w:r w:rsidRPr="009647FC">
              <w:rPr>
                <w:rtl/>
              </w:rPr>
              <w:t>نما</w:t>
            </w:r>
            <w:r>
              <w:rPr>
                <w:rtl/>
              </w:rPr>
              <w:t xml:space="preserve"> </w:t>
            </w:r>
            <w:r w:rsidRPr="009647FC">
              <w:rPr>
                <w:rtl/>
              </w:rPr>
              <w:t>في</w:t>
            </w:r>
            <w:r>
              <w:rPr>
                <w:rtl/>
              </w:rPr>
              <w:t xml:space="preserve"> </w:t>
            </w:r>
            <w:r w:rsidRPr="009647FC">
              <w:rPr>
                <w:rtl/>
              </w:rPr>
              <w:t>تراب</w:t>
            </w:r>
            <w:r>
              <w:rPr>
                <w:rtl/>
              </w:rPr>
              <w:t xml:space="preserve"> </w:t>
            </w:r>
            <w:r w:rsidRPr="009647FC">
              <w:rPr>
                <w:rtl/>
              </w:rPr>
              <w:t>العُلى</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وأينع</w:t>
            </w:r>
            <w:r>
              <w:rPr>
                <w:rtl/>
              </w:rPr>
              <w:t xml:space="preserve"> </w:t>
            </w:r>
            <w:r w:rsidRPr="009647FC">
              <w:rPr>
                <w:rtl/>
              </w:rPr>
              <w:t>في</w:t>
            </w:r>
            <w:r>
              <w:rPr>
                <w:rtl/>
              </w:rPr>
              <w:t xml:space="preserve"> </w:t>
            </w:r>
            <w:r w:rsidRPr="009647FC">
              <w:rPr>
                <w:rtl/>
              </w:rPr>
              <w:t>روضة</w:t>
            </w:r>
            <w:r>
              <w:rPr>
                <w:rtl/>
              </w:rPr>
              <w:t xml:space="preserve"> </w:t>
            </w:r>
            <w:r w:rsidRPr="009647FC">
              <w:rPr>
                <w:rtl/>
              </w:rPr>
              <w:t>المجد</w:t>
            </w:r>
            <w:r>
              <w:rPr>
                <w:rtl/>
              </w:rPr>
              <w:t xml:space="preserve"> </w:t>
            </w:r>
            <w:r w:rsidRPr="009647FC">
              <w:rPr>
                <w:rtl/>
              </w:rPr>
              <w:t>حينا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ذوي</w:t>
            </w:r>
            <w:r w:rsidR="004C00A8">
              <w:rPr>
                <w:rtl/>
              </w:rPr>
              <w:t xml:space="preserve"> </w:t>
            </w:r>
            <w:r w:rsidRPr="009647FC">
              <w:rPr>
                <w:rtl/>
              </w:rPr>
              <w:t>بعدما</w:t>
            </w:r>
            <w:r>
              <w:rPr>
                <w:rtl/>
              </w:rPr>
              <w:t xml:space="preserve"> </w:t>
            </w:r>
            <w:r w:rsidRPr="009647FC">
              <w:rPr>
                <w:rtl/>
              </w:rPr>
              <w:t>أن</w:t>
            </w:r>
            <w:r>
              <w:rPr>
                <w:rtl/>
              </w:rPr>
              <w:t xml:space="preserve"> </w:t>
            </w:r>
            <w:r w:rsidRPr="009647FC">
              <w:rPr>
                <w:rtl/>
              </w:rPr>
              <w:t>زها</w:t>
            </w:r>
            <w:r>
              <w:rPr>
                <w:rtl/>
              </w:rPr>
              <w:t xml:space="preserve"> </w:t>
            </w:r>
            <w:r w:rsidRPr="009647FC">
              <w:rPr>
                <w:rtl/>
              </w:rPr>
              <w:t>برهةً</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وراق</w:t>
            </w:r>
            <w:r>
              <w:rPr>
                <w:rtl/>
              </w:rPr>
              <w:t xml:space="preserve"> </w:t>
            </w:r>
            <w:r w:rsidRPr="009647FC">
              <w:rPr>
                <w:rtl/>
              </w:rPr>
              <w:t>النواظر</w:t>
            </w:r>
            <w:r>
              <w:rPr>
                <w:rtl/>
              </w:rPr>
              <w:t xml:space="preserve"> </w:t>
            </w:r>
            <w:r w:rsidRPr="009647FC">
              <w:rPr>
                <w:rtl/>
              </w:rPr>
              <w:t>حسناً</w:t>
            </w:r>
            <w:r>
              <w:rPr>
                <w:rtl/>
              </w:rPr>
              <w:t xml:space="preserve"> </w:t>
            </w:r>
            <w:r w:rsidRPr="009647FC">
              <w:rPr>
                <w:rtl/>
              </w:rPr>
              <w:t>ولينا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وكنتُ</w:t>
            </w:r>
            <w:r>
              <w:rPr>
                <w:rtl/>
              </w:rPr>
              <w:t xml:space="preserve"> </w:t>
            </w:r>
            <w:r w:rsidRPr="009647FC">
              <w:rPr>
                <w:rtl/>
              </w:rPr>
              <w:t>متى</w:t>
            </w:r>
            <w:r>
              <w:rPr>
                <w:rtl/>
              </w:rPr>
              <w:t xml:space="preserve"> </w:t>
            </w:r>
            <w:r w:rsidRPr="009647FC">
              <w:rPr>
                <w:rtl/>
              </w:rPr>
              <w:t>عنّ</w:t>
            </w:r>
            <w:r>
              <w:rPr>
                <w:rtl/>
              </w:rPr>
              <w:t xml:space="preserve">َ </w:t>
            </w:r>
            <w:r w:rsidRPr="009647FC">
              <w:rPr>
                <w:rtl/>
              </w:rPr>
              <w:t>لي</w:t>
            </w:r>
            <w:r>
              <w:rPr>
                <w:rtl/>
              </w:rPr>
              <w:t xml:space="preserve"> </w:t>
            </w:r>
            <w:r w:rsidRPr="009647FC">
              <w:rPr>
                <w:rtl/>
              </w:rPr>
              <w:t>ذكرُه</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أطلتُ</w:t>
            </w:r>
            <w:r w:rsidR="004C00A8">
              <w:rPr>
                <w:rtl/>
              </w:rPr>
              <w:t xml:space="preserve"> </w:t>
            </w:r>
            <w:r w:rsidRPr="009647FC">
              <w:rPr>
                <w:rtl/>
              </w:rPr>
              <w:t>عليه</w:t>
            </w:r>
            <w:r>
              <w:rPr>
                <w:rtl/>
              </w:rPr>
              <w:t xml:space="preserve"> </w:t>
            </w:r>
            <w:r w:rsidRPr="009647FC">
              <w:rPr>
                <w:rtl/>
              </w:rPr>
              <w:t>البكا</w:t>
            </w:r>
            <w:r>
              <w:rPr>
                <w:rtl/>
              </w:rPr>
              <w:t xml:space="preserve"> </w:t>
            </w:r>
            <w:r w:rsidRPr="009647FC">
              <w:rPr>
                <w:rtl/>
              </w:rPr>
              <w:t>والحنينا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مضى</w:t>
            </w:r>
            <w:r w:rsidR="004C00A8">
              <w:rPr>
                <w:rtl/>
              </w:rPr>
              <w:t xml:space="preserve"> </w:t>
            </w:r>
            <w:r w:rsidRPr="009647FC">
              <w:rPr>
                <w:rtl/>
              </w:rPr>
              <w:t>ما</w:t>
            </w:r>
            <w:r>
              <w:rPr>
                <w:rtl/>
              </w:rPr>
              <w:t xml:space="preserve"> </w:t>
            </w:r>
            <w:r w:rsidRPr="009647FC">
              <w:rPr>
                <w:rtl/>
              </w:rPr>
              <w:t>نسيناه</w:t>
            </w:r>
            <w:r>
              <w:rPr>
                <w:rtl/>
              </w:rPr>
              <w:t xml:space="preserve"> </w:t>
            </w:r>
            <w:r w:rsidRPr="009647FC">
              <w:rPr>
                <w:rtl/>
              </w:rPr>
              <w:t>لكنْ</w:t>
            </w:r>
            <w:r>
              <w:rPr>
                <w:rtl/>
              </w:rPr>
              <w:t xml:space="preserve"> </w:t>
            </w:r>
            <w:r w:rsidRPr="009647FC">
              <w:rPr>
                <w:rtl/>
              </w:rPr>
              <w:t>ثنى</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بآخر</w:t>
            </w:r>
            <w:r w:rsidR="004C00A8">
              <w:rPr>
                <w:rtl/>
              </w:rPr>
              <w:t xml:space="preserve"> </w:t>
            </w:r>
            <w:r w:rsidRPr="009647FC">
              <w:rPr>
                <w:rtl/>
              </w:rPr>
              <w:t>يذكرنا</w:t>
            </w:r>
            <w:r>
              <w:rPr>
                <w:rtl/>
              </w:rPr>
              <w:t xml:space="preserve"> </w:t>
            </w:r>
            <w:r w:rsidRPr="009647FC">
              <w:rPr>
                <w:rtl/>
              </w:rPr>
              <w:t>ما</w:t>
            </w:r>
            <w:r>
              <w:rPr>
                <w:rtl/>
              </w:rPr>
              <w:t xml:space="preserve"> </w:t>
            </w:r>
            <w:r w:rsidRPr="009647FC">
              <w:rPr>
                <w:rtl/>
              </w:rPr>
              <w:t>نسينا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أهلتُ</w:t>
            </w:r>
            <w:r>
              <w:rPr>
                <w:rtl/>
              </w:rPr>
              <w:t xml:space="preserve"> </w:t>
            </w:r>
            <w:r w:rsidRPr="009647FC">
              <w:rPr>
                <w:rtl/>
              </w:rPr>
              <w:t>عليه</w:t>
            </w:r>
            <w:r>
              <w:rPr>
                <w:rtl/>
              </w:rPr>
              <w:t xml:space="preserve"> </w:t>
            </w:r>
            <w:r w:rsidRPr="009647FC">
              <w:rPr>
                <w:rtl/>
              </w:rPr>
              <w:t>تراب</w:t>
            </w:r>
            <w:r>
              <w:rPr>
                <w:rtl/>
              </w:rPr>
              <w:t xml:space="preserve">َ </w:t>
            </w:r>
            <w:r w:rsidRPr="009647FC">
              <w:rPr>
                <w:rtl/>
              </w:rPr>
              <w:t>القبور</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وعدتُ</w:t>
            </w:r>
            <w:r>
              <w:rPr>
                <w:rtl/>
              </w:rPr>
              <w:t xml:space="preserve"> </w:t>
            </w:r>
            <w:r w:rsidRPr="009647FC">
              <w:rPr>
                <w:rtl/>
              </w:rPr>
              <w:t>أكابدُ</w:t>
            </w:r>
            <w:r>
              <w:rPr>
                <w:rtl/>
              </w:rPr>
              <w:t xml:space="preserve"> </w:t>
            </w:r>
            <w:r w:rsidRPr="009647FC">
              <w:rPr>
                <w:rtl/>
              </w:rPr>
              <w:t>داءً</w:t>
            </w:r>
            <w:r>
              <w:rPr>
                <w:rtl/>
              </w:rPr>
              <w:t xml:space="preserve"> </w:t>
            </w:r>
            <w:r w:rsidRPr="009647FC">
              <w:rPr>
                <w:rtl/>
              </w:rPr>
              <w:t>دفينا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على</w:t>
            </w:r>
            <w:r>
              <w:rPr>
                <w:rtl/>
              </w:rPr>
              <w:t xml:space="preserve"> </w:t>
            </w:r>
            <w:r w:rsidRPr="009647FC">
              <w:rPr>
                <w:rtl/>
              </w:rPr>
              <w:t>أن</w:t>
            </w:r>
            <w:r w:rsidRPr="00B371C6">
              <w:rPr>
                <w:rtl/>
              </w:rPr>
              <w:t>ّ</w:t>
            </w:r>
            <w:r w:rsidRPr="009647FC">
              <w:rPr>
                <w:rtl/>
              </w:rPr>
              <w:t>ني</w:t>
            </w:r>
            <w:r>
              <w:rPr>
                <w:rtl/>
              </w:rPr>
              <w:t xml:space="preserve"> </w:t>
            </w:r>
            <w:r w:rsidRPr="009647FC">
              <w:rPr>
                <w:rtl/>
              </w:rPr>
              <w:t>لم</w:t>
            </w:r>
            <w:r>
              <w:rPr>
                <w:rtl/>
              </w:rPr>
              <w:t xml:space="preserve"> </w:t>
            </w:r>
            <w:r w:rsidRPr="009647FC">
              <w:rPr>
                <w:rtl/>
              </w:rPr>
              <w:t>أزل</w:t>
            </w:r>
            <w:r>
              <w:rPr>
                <w:rtl/>
              </w:rPr>
              <w:t xml:space="preserve"> </w:t>
            </w:r>
            <w:r w:rsidRPr="009647FC">
              <w:rPr>
                <w:rtl/>
              </w:rPr>
              <w:t>منذ</w:t>
            </w:r>
            <w:r>
              <w:rPr>
                <w:rtl/>
              </w:rPr>
              <w:t xml:space="preserve"> </w:t>
            </w:r>
            <w:r w:rsidRPr="009647FC">
              <w:rPr>
                <w:rtl/>
              </w:rPr>
              <w:t>سبعٍ</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أعدُّ</w:t>
            </w:r>
            <w:r w:rsidR="004C00A8">
              <w:rPr>
                <w:rtl/>
              </w:rPr>
              <w:t xml:space="preserve"> </w:t>
            </w:r>
            <w:r w:rsidRPr="009647FC">
              <w:rPr>
                <w:rtl/>
              </w:rPr>
              <w:t>الشهور</w:t>
            </w:r>
            <w:r>
              <w:rPr>
                <w:rtl/>
              </w:rPr>
              <w:t xml:space="preserve"> </w:t>
            </w:r>
            <w:r w:rsidRPr="009647FC">
              <w:rPr>
                <w:rtl/>
              </w:rPr>
              <w:t>له</w:t>
            </w:r>
            <w:r>
              <w:rPr>
                <w:rtl/>
              </w:rPr>
              <w:t xml:space="preserve"> </w:t>
            </w:r>
            <w:r w:rsidRPr="009647FC">
              <w:rPr>
                <w:rtl/>
              </w:rPr>
              <w:t>والسنينا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توسّمت</w:t>
            </w:r>
            <w:r>
              <w:rPr>
                <w:rtl/>
              </w:rPr>
              <w:t xml:space="preserve"> </w:t>
            </w:r>
            <w:r w:rsidRPr="009647FC">
              <w:rPr>
                <w:rtl/>
              </w:rPr>
              <w:t>منه</w:t>
            </w:r>
            <w:r>
              <w:rPr>
                <w:rtl/>
              </w:rPr>
              <w:t xml:space="preserve"> </w:t>
            </w:r>
            <w:r w:rsidRPr="009647FC">
              <w:rPr>
                <w:rtl/>
              </w:rPr>
              <w:t>سمات</w:t>
            </w:r>
            <w:r>
              <w:rPr>
                <w:rtl/>
              </w:rPr>
              <w:t xml:space="preserve"> </w:t>
            </w:r>
            <w:r w:rsidRPr="009647FC">
              <w:rPr>
                <w:rtl/>
              </w:rPr>
              <w:t>الكمال</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وقلتُ</w:t>
            </w:r>
            <w:r w:rsidR="004C00A8">
              <w:rPr>
                <w:rtl/>
              </w:rPr>
              <w:t xml:space="preserve"> </w:t>
            </w:r>
            <w:r w:rsidRPr="009647FC">
              <w:rPr>
                <w:rtl/>
              </w:rPr>
              <w:t>يكون</w:t>
            </w:r>
            <w:r>
              <w:rPr>
                <w:rtl/>
              </w:rPr>
              <w:t xml:space="preserve"> </w:t>
            </w:r>
            <w:r w:rsidRPr="009647FC">
              <w:rPr>
                <w:rtl/>
              </w:rPr>
              <w:t>لبيباً</w:t>
            </w:r>
            <w:r>
              <w:rPr>
                <w:rtl/>
              </w:rPr>
              <w:t xml:space="preserve"> </w:t>
            </w:r>
            <w:r w:rsidRPr="009647FC">
              <w:rPr>
                <w:rtl/>
              </w:rPr>
              <w:t>فطينا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فلم</w:t>
            </w:r>
            <w:r w:rsidRPr="00B371C6">
              <w:rPr>
                <w:rtl/>
              </w:rPr>
              <w:t>ّ</w:t>
            </w:r>
            <w:r w:rsidRPr="009647FC">
              <w:rPr>
                <w:rtl/>
              </w:rPr>
              <w:t>ا</w:t>
            </w:r>
            <w:r>
              <w:rPr>
                <w:rtl/>
              </w:rPr>
              <w:t xml:space="preserve"> </w:t>
            </w:r>
            <w:r w:rsidRPr="009647FC">
              <w:rPr>
                <w:rtl/>
              </w:rPr>
              <w:t>مخائله</w:t>
            </w:r>
            <w:r>
              <w:rPr>
                <w:rtl/>
              </w:rPr>
              <w:t xml:space="preserve"> </w:t>
            </w:r>
            <w:r w:rsidRPr="009647FC">
              <w:rPr>
                <w:rtl/>
              </w:rPr>
              <w:t>بشّ</w:t>
            </w:r>
            <w:r w:rsidRPr="00B371C6">
              <w:rPr>
                <w:rtl/>
              </w:rPr>
              <w:t>َ</w:t>
            </w:r>
            <w:r w:rsidRPr="009647FC">
              <w:rPr>
                <w:rtl/>
              </w:rPr>
              <w:t>رتْ</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بتحقيق</w:t>
            </w:r>
            <w:r w:rsidR="004C00A8">
              <w:rPr>
                <w:rtl/>
              </w:rPr>
              <w:t xml:space="preserve"> </w:t>
            </w:r>
            <w:r w:rsidRPr="009647FC">
              <w:rPr>
                <w:rtl/>
              </w:rPr>
              <w:t>ما</w:t>
            </w:r>
            <w:r>
              <w:rPr>
                <w:rtl/>
              </w:rPr>
              <w:t xml:space="preserve"> </w:t>
            </w:r>
            <w:r w:rsidRPr="009647FC">
              <w:rPr>
                <w:rtl/>
              </w:rPr>
              <w:t>أرتجى</w:t>
            </w:r>
            <w:r>
              <w:rPr>
                <w:rtl/>
              </w:rPr>
              <w:t xml:space="preserve"> </w:t>
            </w:r>
            <w:r w:rsidRPr="009647FC">
              <w:rPr>
                <w:rtl/>
              </w:rPr>
              <w:t>أن</w:t>
            </w:r>
            <w:r>
              <w:rPr>
                <w:rtl/>
              </w:rPr>
              <w:t xml:space="preserve"> </w:t>
            </w:r>
            <w:r w:rsidRPr="009647FC">
              <w:rPr>
                <w:rtl/>
              </w:rPr>
              <w:t>يكونا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وقامت</w:t>
            </w:r>
            <w:r w:rsidR="004C00A8">
              <w:rPr>
                <w:rtl/>
              </w:rPr>
              <w:t xml:space="preserve"> </w:t>
            </w:r>
            <w:r w:rsidRPr="009647FC">
              <w:rPr>
                <w:rtl/>
              </w:rPr>
              <w:t>على</w:t>
            </w:r>
            <w:r>
              <w:rPr>
                <w:rtl/>
              </w:rPr>
              <w:t xml:space="preserve"> </w:t>
            </w:r>
            <w:r w:rsidRPr="009647FC">
              <w:rPr>
                <w:rtl/>
              </w:rPr>
              <w:t>ما</w:t>
            </w:r>
            <w:r>
              <w:rPr>
                <w:rtl/>
              </w:rPr>
              <w:t xml:space="preserve"> </w:t>
            </w:r>
            <w:r w:rsidRPr="009647FC">
              <w:rPr>
                <w:rtl/>
              </w:rPr>
              <w:t>تفرّست</w:t>
            </w:r>
            <w:r>
              <w:rPr>
                <w:rtl/>
              </w:rPr>
              <w:t xml:space="preserve"> </w:t>
            </w:r>
            <w:r w:rsidRPr="009647FC">
              <w:rPr>
                <w:rtl/>
              </w:rPr>
              <w:t>فيه</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شواهد</w:t>
            </w:r>
            <w:r>
              <w:rPr>
                <w:rtl/>
              </w:rPr>
              <w:t xml:space="preserve"> </w:t>
            </w:r>
            <w:r w:rsidRPr="009647FC">
              <w:rPr>
                <w:rtl/>
              </w:rPr>
              <w:t>حققن</w:t>
            </w:r>
            <w:r>
              <w:rPr>
                <w:rtl/>
              </w:rPr>
              <w:t xml:space="preserve"> </w:t>
            </w:r>
            <w:r w:rsidRPr="009647FC">
              <w:rPr>
                <w:rtl/>
              </w:rPr>
              <w:t>فيه</w:t>
            </w:r>
            <w:r>
              <w:rPr>
                <w:rtl/>
              </w:rPr>
              <w:t xml:space="preserve"> </w:t>
            </w:r>
            <w:r w:rsidRPr="009647FC">
              <w:rPr>
                <w:rtl/>
              </w:rPr>
              <w:t>الظنونا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رمته</w:t>
            </w:r>
            <w:r w:rsidRPr="004E7EC6">
              <w:rPr>
                <w:rStyle w:val="libFootnotenumChar"/>
                <w:rtl/>
              </w:rPr>
              <w:t>(1)</w:t>
            </w:r>
            <w:r>
              <w:rPr>
                <w:rtl/>
              </w:rPr>
              <w:t xml:space="preserve"> </w:t>
            </w:r>
            <w:r w:rsidRPr="009647FC">
              <w:rPr>
                <w:rtl/>
              </w:rPr>
              <w:t>المنونُ</w:t>
            </w:r>
            <w:r>
              <w:rPr>
                <w:rtl/>
              </w:rPr>
              <w:t xml:space="preserve"> </w:t>
            </w:r>
            <w:r w:rsidRPr="009647FC">
              <w:rPr>
                <w:rtl/>
              </w:rPr>
              <w:t>بسهم</w:t>
            </w:r>
            <w:r>
              <w:rPr>
                <w:rtl/>
              </w:rPr>
              <w:t xml:space="preserve"> </w:t>
            </w:r>
            <w:r w:rsidRPr="009647FC">
              <w:rPr>
                <w:rtl/>
              </w:rPr>
              <w:t>الحمام</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من</w:t>
            </w:r>
            <w:r>
              <w:rPr>
                <w:rtl/>
              </w:rPr>
              <w:t xml:space="preserve"> </w:t>
            </w:r>
            <w:r w:rsidRPr="009647FC">
              <w:rPr>
                <w:rtl/>
              </w:rPr>
              <w:t>حيث</w:t>
            </w:r>
            <w:r>
              <w:rPr>
                <w:rtl/>
              </w:rPr>
              <w:t xml:space="preserve"> </w:t>
            </w:r>
            <w:r w:rsidRPr="009647FC">
              <w:rPr>
                <w:rtl/>
              </w:rPr>
              <w:t>لا</w:t>
            </w:r>
            <w:r>
              <w:rPr>
                <w:rtl/>
              </w:rPr>
              <w:t xml:space="preserve"> </w:t>
            </w:r>
            <w:r w:rsidRPr="009647FC">
              <w:rPr>
                <w:rtl/>
              </w:rPr>
              <w:t>أتوقّى</w:t>
            </w:r>
            <w:r>
              <w:rPr>
                <w:rtl/>
              </w:rPr>
              <w:t xml:space="preserve"> </w:t>
            </w:r>
            <w:r w:rsidRPr="009647FC">
              <w:rPr>
                <w:rtl/>
              </w:rPr>
              <w:t>المنونا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فأصبحت</w:t>
            </w:r>
            <w:r w:rsidR="004C00A8">
              <w:rPr>
                <w:rtl/>
              </w:rPr>
              <w:t xml:space="preserve"> </w:t>
            </w:r>
            <w:r w:rsidRPr="009647FC">
              <w:rPr>
                <w:rtl/>
              </w:rPr>
              <w:t>أسمح</w:t>
            </w:r>
            <w:r>
              <w:rPr>
                <w:rtl/>
              </w:rPr>
              <w:t xml:space="preserve"> </w:t>
            </w:r>
            <w:r w:rsidRPr="009647FC">
              <w:rPr>
                <w:rtl/>
              </w:rPr>
              <w:t>للترب</w:t>
            </w:r>
            <w:r>
              <w:rPr>
                <w:rtl/>
              </w:rPr>
              <w:t xml:space="preserve"> </w:t>
            </w:r>
            <w:r w:rsidRPr="009647FC">
              <w:rPr>
                <w:rtl/>
              </w:rPr>
              <w:t>فيه</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وكنت</w:t>
            </w:r>
            <w:r w:rsidR="004C00A8">
              <w:rPr>
                <w:rtl/>
              </w:rPr>
              <w:t xml:space="preserve"> </w:t>
            </w:r>
            <w:r w:rsidRPr="009647FC">
              <w:rPr>
                <w:rtl/>
              </w:rPr>
              <w:t>على</w:t>
            </w:r>
            <w:r>
              <w:rPr>
                <w:rtl/>
              </w:rPr>
              <w:t xml:space="preserve"> </w:t>
            </w:r>
            <w:r w:rsidRPr="009647FC">
              <w:rPr>
                <w:rtl/>
              </w:rPr>
              <w:t>اللحظ</w:t>
            </w:r>
            <w:r>
              <w:rPr>
                <w:rtl/>
              </w:rPr>
              <w:t xml:space="preserve"> </w:t>
            </w:r>
            <w:r w:rsidRPr="009647FC">
              <w:rPr>
                <w:rtl/>
              </w:rPr>
              <w:t>فيه</w:t>
            </w:r>
            <w:r>
              <w:rPr>
                <w:rtl/>
              </w:rPr>
              <w:t xml:space="preserve"> </w:t>
            </w:r>
            <w:r w:rsidRPr="009647FC">
              <w:rPr>
                <w:rtl/>
              </w:rPr>
              <w:t>ضنينا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بم</w:t>
            </w:r>
            <w:r w:rsidRPr="00B371C6">
              <w:rPr>
                <w:rtl/>
              </w:rPr>
              <w:t>َ</w:t>
            </w:r>
            <w:r w:rsidRPr="009647FC">
              <w:rPr>
                <w:rtl/>
              </w:rPr>
              <w:t>نْ</w:t>
            </w:r>
            <w:r>
              <w:rPr>
                <w:rtl/>
              </w:rPr>
              <w:t xml:space="preserve"> </w:t>
            </w:r>
            <w:r w:rsidRPr="009647FC">
              <w:rPr>
                <w:rtl/>
              </w:rPr>
              <w:t>أتعلل</w:t>
            </w:r>
            <w:r>
              <w:rPr>
                <w:rtl/>
              </w:rPr>
              <w:t xml:space="preserve"> </w:t>
            </w:r>
            <w:r w:rsidRPr="009647FC">
              <w:rPr>
                <w:rtl/>
              </w:rPr>
              <w:t>في</w:t>
            </w:r>
            <w:r>
              <w:rPr>
                <w:rtl/>
              </w:rPr>
              <w:t xml:space="preserve"> </w:t>
            </w:r>
            <w:r w:rsidRPr="009647FC">
              <w:rPr>
                <w:rtl/>
              </w:rPr>
              <w:t>النائبات</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إذا</w:t>
            </w:r>
            <w:r>
              <w:rPr>
                <w:rtl/>
              </w:rPr>
              <w:t xml:space="preserve"> </w:t>
            </w:r>
            <w:r w:rsidRPr="009647FC">
              <w:rPr>
                <w:rtl/>
              </w:rPr>
              <w:t>غادرتني</w:t>
            </w:r>
            <w:r>
              <w:rPr>
                <w:rtl/>
              </w:rPr>
              <w:t xml:space="preserve"> </w:t>
            </w:r>
            <w:r w:rsidRPr="009647FC">
              <w:rPr>
                <w:rtl/>
              </w:rPr>
              <w:t>كثيباً</w:t>
            </w:r>
            <w:r>
              <w:rPr>
                <w:rtl/>
              </w:rPr>
              <w:t xml:space="preserve"> </w:t>
            </w:r>
            <w:r w:rsidRPr="009647FC">
              <w:rPr>
                <w:rtl/>
              </w:rPr>
              <w:t>حزينا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وم</w:t>
            </w:r>
            <w:r>
              <w:rPr>
                <w:rtl/>
              </w:rPr>
              <w:t>َ</w:t>
            </w:r>
            <w:r w:rsidRPr="009647FC">
              <w:rPr>
                <w:rtl/>
              </w:rPr>
              <w:t>نْ</w:t>
            </w:r>
            <w:r>
              <w:rPr>
                <w:rtl/>
              </w:rPr>
              <w:t xml:space="preserve"> </w:t>
            </w:r>
            <w:r w:rsidRPr="009647FC">
              <w:rPr>
                <w:rtl/>
              </w:rPr>
              <w:t>مؤنسي</w:t>
            </w:r>
            <w:r>
              <w:rPr>
                <w:rtl/>
              </w:rPr>
              <w:t xml:space="preserve"> </w:t>
            </w:r>
            <w:r w:rsidRPr="009647FC">
              <w:rPr>
                <w:rtl/>
              </w:rPr>
              <w:t>حيث</w:t>
            </w:r>
            <w:r>
              <w:rPr>
                <w:rtl/>
              </w:rPr>
              <w:t xml:space="preserve"> </w:t>
            </w:r>
            <w:r w:rsidRPr="009647FC">
              <w:rPr>
                <w:rtl/>
              </w:rPr>
              <w:t>ليل</w:t>
            </w:r>
            <w:r>
              <w:rPr>
                <w:rtl/>
              </w:rPr>
              <w:t xml:space="preserve"> </w:t>
            </w:r>
            <w:r w:rsidRPr="009647FC">
              <w:rPr>
                <w:rtl/>
              </w:rPr>
              <w:t>الخطوب</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يمرُّ</w:t>
            </w:r>
            <w:r>
              <w:rPr>
                <w:rtl/>
              </w:rPr>
              <w:t xml:space="preserve"> </w:t>
            </w:r>
            <w:r w:rsidRPr="009647FC">
              <w:rPr>
                <w:rtl/>
              </w:rPr>
              <w:t>علىّ</w:t>
            </w:r>
            <w:r>
              <w:rPr>
                <w:rtl/>
              </w:rPr>
              <w:t xml:space="preserve">َ </w:t>
            </w:r>
            <w:r w:rsidRPr="009647FC">
              <w:rPr>
                <w:rtl/>
              </w:rPr>
              <w:t>الهزيع</w:t>
            </w:r>
            <w:r>
              <w:rPr>
                <w:rtl/>
              </w:rPr>
              <w:t xml:space="preserve"> </w:t>
            </w:r>
            <w:r w:rsidRPr="009647FC">
              <w:rPr>
                <w:rtl/>
              </w:rPr>
              <w:t>الدجينا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فقل</w:t>
            </w:r>
            <w:r>
              <w:rPr>
                <w:rtl/>
              </w:rPr>
              <w:t xml:space="preserve"> </w:t>
            </w:r>
            <w:r w:rsidRPr="009647FC">
              <w:rPr>
                <w:rtl/>
              </w:rPr>
              <w:t>لليالي</w:t>
            </w:r>
            <w:r>
              <w:rPr>
                <w:rtl/>
              </w:rPr>
              <w:t xml:space="preserve"> </w:t>
            </w:r>
            <w:r w:rsidRPr="009647FC">
              <w:rPr>
                <w:rtl/>
              </w:rPr>
              <w:t>بلغتِ</w:t>
            </w:r>
            <w:r>
              <w:rPr>
                <w:rtl/>
              </w:rPr>
              <w:t xml:space="preserve"> </w:t>
            </w:r>
            <w:r w:rsidRPr="009647FC">
              <w:rPr>
                <w:rtl/>
              </w:rPr>
              <w:t>المنى</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وأدركت</w:t>
            </w:r>
            <w:r w:rsidR="004C00A8">
              <w:rPr>
                <w:rtl/>
              </w:rPr>
              <w:t xml:space="preserve"> </w:t>
            </w:r>
            <w:r w:rsidRPr="009647FC">
              <w:rPr>
                <w:rtl/>
              </w:rPr>
              <w:t>منّي</w:t>
            </w:r>
            <w:r>
              <w:rPr>
                <w:rtl/>
              </w:rPr>
              <w:t xml:space="preserve"> </w:t>
            </w:r>
            <w:r w:rsidRPr="009647FC">
              <w:rPr>
                <w:rtl/>
              </w:rPr>
              <w:t>ما</w:t>
            </w:r>
            <w:r>
              <w:rPr>
                <w:rtl/>
              </w:rPr>
              <w:t xml:space="preserve"> </w:t>
            </w:r>
            <w:r w:rsidRPr="009647FC">
              <w:rPr>
                <w:rtl/>
              </w:rPr>
              <w:t>تأملينا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لقد</w:t>
            </w:r>
            <w:r>
              <w:rPr>
                <w:rtl/>
              </w:rPr>
              <w:t xml:space="preserve"> </w:t>
            </w:r>
            <w:r w:rsidRPr="009647FC">
              <w:rPr>
                <w:rtl/>
              </w:rPr>
              <w:t>كنت</w:t>
            </w:r>
            <w:r>
              <w:rPr>
                <w:rtl/>
              </w:rPr>
              <w:t xml:space="preserve"> </w:t>
            </w:r>
            <w:r w:rsidRPr="009647FC">
              <w:rPr>
                <w:rtl/>
              </w:rPr>
              <w:t>بالأمس</w:t>
            </w:r>
            <w:r>
              <w:rPr>
                <w:rtl/>
              </w:rPr>
              <w:t xml:space="preserve"> </w:t>
            </w:r>
            <w:r w:rsidRPr="009647FC">
              <w:rPr>
                <w:rtl/>
              </w:rPr>
              <w:t>ذا</w:t>
            </w:r>
            <w:r>
              <w:rPr>
                <w:rtl/>
              </w:rPr>
              <w:t xml:space="preserve"> </w:t>
            </w:r>
            <w:r w:rsidRPr="009647FC">
              <w:rPr>
                <w:rtl/>
              </w:rPr>
              <w:t>مقلتين</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أرى</w:t>
            </w:r>
            <w:r>
              <w:rPr>
                <w:rtl/>
              </w:rPr>
              <w:t xml:space="preserve"> </w:t>
            </w:r>
            <w:r w:rsidRPr="009647FC">
              <w:rPr>
                <w:rtl/>
              </w:rPr>
              <w:t>بهما</w:t>
            </w:r>
            <w:r>
              <w:rPr>
                <w:rtl/>
              </w:rPr>
              <w:t xml:space="preserve"> </w:t>
            </w:r>
            <w:r w:rsidRPr="009647FC">
              <w:rPr>
                <w:rtl/>
              </w:rPr>
              <w:t>ما</w:t>
            </w:r>
            <w:r>
              <w:rPr>
                <w:rtl/>
              </w:rPr>
              <w:t xml:space="preserve"> </w:t>
            </w:r>
            <w:r w:rsidRPr="009647FC">
              <w:rPr>
                <w:rtl/>
              </w:rPr>
              <w:t>يقرُّ</w:t>
            </w:r>
            <w:r>
              <w:rPr>
                <w:rtl/>
              </w:rPr>
              <w:t xml:space="preserve"> </w:t>
            </w:r>
            <w:r w:rsidRPr="009647FC">
              <w:rPr>
                <w:rtl/>
              </w:rPr>
              <w:t>العيونا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فقأت</w:t>
            </w:r>
            <w:r>
              <w:rPr>
                <w:rtl/>
              </w:rPr>
              <w:t xml:space="preserve"> </w:t>
            </w:r>
            <w:r w:rsidRPr="009647FC">
              <w:rPr>
                <w:rtl/>
              </w:rPr>
              <w:t>بسهمك</w:t>
            </w:r>
            <w:r>
              <w:rPr>
                <w:rtl/>
              </w:rPr>
              <w:t xml:space="preserve"> </w:t>
            </w:r>
            <w:r w:rsidRPr="009647FC">
              <w:rPr>
                <w:rtl/>
              </w:rPr>
              <w:t>يسراهما</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وسرعان</w:t>
            </w:r>
            <w:r w:rsidR="004C00A8">
              <w:rPr>
                <w:rtl/>
              </w:rPr>
              <w:t xml:space="preserve"> </w:t>
            </w:r>
            <w:r w:rsidRPr="009647FC">
              <w:rPr>
                <w:rtl/>
              </w:rPr>
              <w:t>ما</w:t>
            </w:r>
            <w:r>
              <w:rPr>
                <w:rtl/>
              </w:rPr>
              <w:t xml:space="preserve"> </w:t>
            </w:r>
            <w:r w:rsidRPr="009647FC">
              <w:rPr>
                <w:rtl/>
              </w:rPr>
              <w:t>قد</w:t>
            </w:r>
            <w:r>
              <w:rPr>
                <w:rtl/>
              </w:rPr>
              <w:t xml:space="preserve"> </w:t>
            </w:r>
            <w:r w:rsidRPr="009647FC">
              <w:rPr>
                <w:rtl/>
              </w:rPr>
              <w:t>فقأت</w:t>
            </w:r>
            <w:r>
              <w:rPr>
                <w:rtl/>
              </w:rPr>
              <w:t xml:space="preserve"> </w:t>
            </w:r>
            <w:r w:rsidRPr="009647FC">
              <w:rPr>
                <w:rtl/>
              </w:rPr>
              <w:t>اليمينا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قعدتُ</w:t>
            </w:r>
            <w:r w:rsidR="004C00A8">
              <w:rPr>
                <w:rtl/>
              </w:rPr>
              <w:t xml:space="preserve"> </w:t>
            </w:r>
            <w:r w:rsidRPr="009647FC">
              <w:rPr>
                <w:rtl/>
              </w:rPr>
              <w:t>بعمياء</w:t>
            </w:r>
            <w:r>
              <w:rPr>
                <w:rtl/>
              </w:rPr>
              <w:t xml:space="preserve"> </w:t>
            </w:r>
            <w:r w:rsidRPr="009647FC">
              <w:rPr>
                <w:rtl/>
              </w:rPr>
              <w:t>مستصحبا</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تريني</w:t>
            </w:r>
            <w:r>
              <w:rPr>
                <w:rtl/>
              </w:rPr>
              <w:t xml:space="preserve"> </w:t>
            </w:r>
            <w:r w:rsidRPr="009647FC">
              <w:rPr>
                <w:rtl/>
              </w:rPr>
              <w:t>أيامي</w:t>
            </w:r>
            <w:r>
              <w:rPr>
                <w:rtl/>
              </w:rPr>
              <w:t xml:space="preserve"> </w:t>
            </w:r>
            <w:r w:rsidRPr="009647FC">
              <w:rPr>
                <w:rtl/>
              </w:rPr>
              <w:t>البيض</w:t>
            </w:r>
            <w:r>
              <w:rPr>
                <w:rtl/>
              </w:rPr>
              <w:t xml:space="preserve"> </w:t>
            </w:r>
            <w:r w:rsidRPr="009647FC">
              <w:rPr>
                <w:rtl/>
              </w:rPr>
              <w:t>جونا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ولا</w:t>
            </w:r>
            <w:r>
              <w:rPr>
                <w:rtl/>
              </w:rPr>
              <w:t xml:space="preserve"> </w:t>
            </w:r>
            <w:r w:rsidRPr="009647FC">
              <w:rPr>
                <w:rtl/>
              </w:rPr>
              <w:t>تحسبيني</w:t>
            </w:r>
            <w:r>
              <w:rPr>
                <w:rtl/>
              </w:rPr>
              <w:t xml:space="preserve"> </w:t>
            </w:r>
            <w:r w:rsidRPr="009647FC">
              <w:rPr>
                <w:rtl/>
              </w:rPr>
              <w:t>لمّا</w:t>
            </w:r>
            <w:r>
              <w:rPr>
                <w:rtl/>
              </w:rPr>
              <w:t xml:space="preserve"> </w:t>
            </w:r>
            <w:r w:rsidRPr="009647FC">
              <w:rPr>
                <w:rtl/>
              </w:rPr>
              <w:t>شكوتُ</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صنيعك</w:t>
            </w:r>
            <w:r w:rsidR="004C00A8">
              <w:rPr>
                <w:rtl/>
              </w:rPr>
              <w:t xml:space="preserve"> </w:t>
            </w:r>
            <w:r w:rsidRPr="009647FC">
              <w:rPr>
                <w:rtl/>
              </w:rPr>
              <w:t>لي</w:t>
            </w:r>
            <w:r>
              <w:rPr>
                <w:rtl/>
              </w:rPr>
              <w:t xml:space="preserve"> </w:t>
            </w:r>
            <w:r w:rsidRPr="009647FC">
              <w:rPr>
                <w:rtl/>
              </w:rPr>
              <w:t>عاجزاً</w:t>
            </w:r>
            <w:r>
              <w:rPr>
                <w:rtl/>
              </w:rPr>
              <w:t xml:space="preserve"> </w:t>
            </w:r>
            <w:r w:rsidRPr="009647FC">
              <w:rPr>
                <w:rtl/>
              </w:rPr>
              <w:t>مستكينا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 والمطبوع</w:t>
      </w:r>
      <w:r w:rsidR="00D769AB">
        <w:rPr>
          <w:rtl/>
        </w:rPr>
        <w:t>:</w:t>
      </w:r>
      <w:r w:rsidRPr="009647FC">
        <w:rPr>
          <w:rtl/>
        </w:rPr>
        <w:t xml:space="preserve"> رماه</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وقال راثيا شاباً في ريعان الصبا بالتماس بعض الأشراف</w:t>
      </w:r>
      <w:r w:rsidR="00D769AB">
        <w:rPr>
          <w:rtl/>
        </w:rPr>
        <w:t>:</w:t>
      </w:r>
    </w:p>
    <w:tbl>
      <w:tblPr>
        <w:tblStyle w:val="TableGrid"/>
        <w:bidiVisual/>
        <w:tblW w:w="4562" w:type="pct"/>
        <w:tblInd w:w="384" w:type="dxa"/>
        <w:tblLook w:val="04A0"/>
      </w:tblPr>
      <w:tblGrid>
        <w:gridCol w:w="3902"/>
        <w:gridCol w:w="301"/>
        <w:gridCol w:w="3884"/>
      </w:tblGrid>
      <w:tr w:rsidR="00E325A1" w:rsidRPr="00524A24" w:rsidTr="00E325A1">
        <w:trPr>
          <w:trHeight w:val="350"/>
        </w:trPr>
        <w:tc>
          <w:tcPr>
            <w:tcW w:w="3902" w:type="dxa"/>
          </w:tcPr>
          <w:p w:rsidR="00E325A1" w:rsidRPr="00524A24" w:rsidRDefault="00E325A1" w:rsidP="00AE101C">
            <w:pPr>
              <w:pStyle w:val="libPoem"/>
            </w:pPr>
            <w:r w:rsidRPr="009647FC">
              <w:rPr>
                <w:rtl/>
              </w:rPr>
              <w:t>أما</w:t>
            </w:r>
            <w:r w:rsidR="004C00A8">
              <w:rPr>
                <w:rtl/>
              </w:rPr>
              <w:t xml:space="preserve"> </w:t>
            </w:r>
            <w:r w:rsidRPr="009647FC">
              <w:rPr>
                <w:rtl/>
              </w:rPr>
              <w:t>والهوى</w:t>
            </w:r>
            <w:r>
              <w:rPr>
                <w:rtl/>
              </w:rPr>
              <w:t xml:space="preserve"> </w:t>
            </w:r>
            <w:r w:rsidRPr="009647FC">
              <w:rPr>
                <w:rtl/>
              </w:rPr>
              <w:t>العذرى</w:t>
            </w:r>
            <w:r>
              <w:rPr>
                <w:rtl/>
              </w:rPr>
              <w:t xml:space="preserve"> </w:t>
            </w:r>
            <w:r w:rsidRPr="009647FC">
              <w:rPr>
                <w:rtl/>
              </w:rPr>
              <w:t>ما</w:t>
            </w:r>
            <w:r>
              <w:rPr>
                <w:rtl/>
              </w:rPr>
              <w:t xml:space="preserve"> </w:t>
            </w:r>
            <w:r w:rsidRPr="009647FC">
              <w:rPr>
                <w:rtl/>
              </w:rPr>
              <w:t>بتُّ</w:t>
            </w:r>
            <w:r>
              <w:rPr>
                <w:rtl/>
              </w:rPr>
              <w:t xml:space="preserve"> </w:t>
            </w:r>
            <w:r w:rsidRPr="009647FC">
              <w:rPr>
                <w:rtl/>
              </w:rPr>
              <w:t>ساليا</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حبيباً</w:t>
            </w:r>
            <w:r>
              <w:rPr>
                <w:rtl/>
              </w:rPr>
              <w:t xml:space="preserve"> </w:t>
            </w:r>
            <w:r w:rsidRPr="009647FC">
              <w:rPr>
                <w:rtl/>
              </w:rPr>
              <w:t>بعيني</w:t>
            </w:r>
            <w:r>
              <w:rPr>
                <w:rtl/>
              </w:rPr>
              <w:t xml:space="preserve"> </w:t>
            </w:r>
            <w:r w:rsidRPr="009647FC">
              <w:rPr>
                <w:rtl/>
              </w:rPr>
              <w:t>الكرى</w:t>
            </w:r>
            <w:r>
              <w:rPr>
                <w:rtl/>
              </w:rPr>
              <w:t xml:space="preserve"> </w:t>
            </w:r>
            <w:r w:rsidRPr="009647FC">
              <w:rPr>
                <w:rtl/>
              </w:rPr>
              <w:t>كان</w:t>
            </w:r>
            <w:r>
              <w:rPr>
                <w:rtl/>
              </w:rPr>
              <w:t xml:space="preserve"> </w:t>
            </w:r>
            <w:r w:rsidRPr="009647FC">
              <w:rPr>
                <w:rtl/>
              </w:rPr>
              <w:t>ثانيا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سلوتُ</w:t>
            </w:r>
            <w:r w:rsidR="004C00A8">
              <w:rPr>
                <w:rtl/>
              </w:rPr>
              <w:t xml:space="preserve"> </w:t>
            </w:r>
            <w:r w:rsidRPr="009647FC">
              <w:rPr>
                <w:rtl/>
              </w:rPr>
              <w:t>إذاً</w:t>
            </w:r>
            <w:r>
              <w:rPr>
                <w:rtl/>
              </w:rPr>
              <w:t xml:space="preserve"> </w:t>
            </w:r>
            <w:r w:rsidRPr="009647FC">
              <w:rPr>
                <w:rtl/>
              </w:rPr>
              <w:t>والله</w:t>
            </w:r>
            <w:r>
              <w:rPr>
                <w:rtl/>
              </w:rPr>
              <w:t xml:space="preserve"> </w:t>
            </w:r>
            <w:r w:rsidRPr="009647FC">
              <w:rPr>
                <w:rtl/>
              </w:rPr>
              <w:t>حتى</w:t>
            </w:r>
            <w:r>
              <w:rPr>
                <w:rtl/>
              </w:rPr>
              <w:t xml:space="preserve"> </w:t>
            </w:r>
            <w:r w:rsidRPr="009647FC">
              <w:rPr>
                <w:rtl/>
              </w:rPr>
              <w:t>حشاشتي</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على</w:t>
            </w:r>
            <w:r>
              <w:rPr>
                <w:rtl/>
              </w:rPr>
              <w:t xml:space="preserve"> </w:t>
            </w:r>
            <w:r w:rsidRPr="009647FC">
              <w:rPr>
                <w:rtl/>
              </w:rPr>
              <w:t>عزّها</w:t>
            </w:r>
            <w:r>
              <w:rPr>
                <w:rtl/>
              </w:rPr>
              <w:t xml:space="preserve"> </w:t>
            </w:r>
            <w:r w:rsidRPr="009647FC">
              <w:rPr>
                <w:rtl/>
              </w:rPr>
              <w:t>إن</w:t>
            </w:r>
            <w:r>
              <w:rPr>
                <w:rtl/>
              </w:rPr>
              <w:t xml:space="preserve"> </w:t>
            </w:r>
            <w:r w:rsidRPr="009647FC">
              <w:rPr>
                <w:rtl/>
              </w:rPr>
              <w:t>كنت</w:t>
            </w:r>
            <w:r>
              <w:rPr>
                <w:rtl/>
              </w:rPr>
              <w:t xml:space="preserve"> </w:t>
            </w:r>
            <w:r w:rsidRPr="009647FC">
              <w:rPr>
                <w:rtl/>
              </w:rPr>
              <w:t>أمسيت</w:t>
            </w:r>
            <w:r>
              <w:rPr>
                <w:rtl/>
              </w:rPr>
              <w:t xml:space="preserve"> </w:t>
            </w:r>
            <w:r w:rsidRPr="009647FC">
              <w:rPr>
                <w:rtl/>
              </w:rPr>
              <w:t>ساليا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وري</w:t>
            </w:r>
            <w:r w:rsidRPr="00B371C6">
              <w:rPr>
                <w:rtl/>
              </w:rPr>
              <w:t>ّ</w:t>
            </w:r>
            <w:r w:rsidRPr="009647FC">
              <w:rPr>
                <w:rtl/>
              </w:rPr>
              <w:t>ان</w:t>
            </w:r>
            <w:r w:rsidR="004C00A8">
              <w:rPr>
                <w:rtl/>
              </w:rPr>
              <w:t xml:space="preserve"> </w:t>
            </w:r>
            <w:r w:rsidRPr="009647FC">
              <w:rPr>
                <w:rtl/>
              </w:rPr>
              <w:t>من</w:t>
            </w:r>
            <w:r>
              <w:rPr>
                <w:rtl/>
              </w:rPr>
              <w:t xml:space="preserve"> </w:t>
            </w:r>
            <w:r w:rsidRPr="009647FC">
              <w:rPr>
                <w:rtl/>
              </w:rPr>
              <w:t>ماء</w:t>
            </w:r>
            <w:r>
              <w:rPr>
                <w:rtl/>
              </w:rPr>
              <w:t xml:space="preserve"> </w:t>
            </w:r>
            <w:r w:rsidRPr="009647FC">
              <w:rPr>
                <w:rtl/>
              </w:rPr>
              <w:t>الصبا</w:t>
            </w:r>
            <w:r>
              <w:rPr>
                <w:rtl/>
              </w:rPr>
              <w:t xml:space="preserve"> </w:t>
            </w:r>
            <w:r w:rsidRPr="009647FC">
              <w:rPr>
                <w:rtl/>
              </w:rPr>
              <w:t>غصنُ</w:t>
            </w:r>
            <w:r>
              <w:rPr>
                <w:rtl/>
              </w:rPr>
              <w:t xml:space="preserve"> </w:t>
            </w:r>
            <w:r w:rsidRPr="009647FC">
              <w:rPr>
                <w:rtl/>
              </w:rPr>
              <w:t>قدّه</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برغمي</w:t>
            </w:r>
            <w:r>
              <w:rPr>
                <w:rtl/>
              </w:rPr>
              <w:t xml:space="preserve"> </w:t>
            </w:r>
            <w:r w:rsidRPr="009647FC">
              <w:rPr>
                <w:rtl/>
              </w:rPr>
              <w:t>يمسي</w:t>
            </w:r>
            <w:r>
              <w:rPr>
                <w:rtl/>
              </w:rPr>
              <w:t xml:space="preserve"> </w:t>
            </w:r>
            <w:r w:rsidRPr="009647FC">
              <w:rPr>
                <w:rtl/>
              </w:rPr>
              <w:t>في</w:t>
            </w:r>
            <w:r>
              <w:rPr>
                <w:rtl/>
              </w:rPr>
              <w:t xml:space="preserve"> </w:t>
            </w:r>
            <w:r w:rsidRPr="009647FC">
              <w:rPr>
                <w:rtl/>
              </w:rPr>
              <w:t>ثرى</w:t>
            </w:r>
            <w:r>
              <w:rPr>
                <w:rtl/>
              </w:rPr>
              <w:t xml:space="preserve"> </w:t>
            </w:r>
            <w:r w:rsidRPr="009647FC">
              <w:rPr>
                <w:rtl/>
              </w:rPr>
              <w:t>اللحد</w:t>
            </w:r>
            <w:r>
              <w:rPr>
                <w:rtl/>
              </w:rPr>
              <w:t xml:space="preserve"> </w:t>
            </w:r>
            <w:r w:rsidRPr="009647FC">
              <w:rPr>
                <w:rtl/>
              </w:rPr>
              <w:t>ذاويا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فجعتُ</w:t>
            </w:r>
            <w:r>
              <w:rPr>
                <w:rtl/>
              </w:rPr>
              <w:t xml:space="preserve"> </w:t>
            </w:r>
            <w:r w:rsidRPr="009647FC">
              <w:rPr>
                <w:rtl/>
              </w:rPr>
              <w:t>به</w:t>
            </w:r>
            <w:r>
              <w:rPr>
                <w:rtl/>
              </w:rPr>
              <w:t xml:space="preserve"> </w:t>
            </w:r>
            <w:r w:rsidRPr="009647FC">
              <w:rPr>
                <w:rtl/>
              </w:rPr>
              <w:t>حلو</w:t>
            </w:r>
            <w:r>
              <w:rPr>
                <w:rtl/>
              </w:rPr>
              <w:t xml:space="preserve"> </w:t>
            </w:r>
            <w:r w:rsidRPr="009647FC">
              <w:rPr>
                <w:rtl/>
              </w:rPr>
              <w:t>الشمائل</w:t>
            </w:r>
            <w:r>
              <w:rPr>
                <w:rtl/>
              </w:rPr>
              <w:t xml:space="preserve"> </w:t>
            </w:r>
            <w:r w:rsidRPr="009647FC">
              <w:rPr>
                <w:rtl/>
              </w:rPr>
              <w:t>بعدما</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ولعتُ</w:t>
            </w:r>
            <w:r>
              <w:rPr>
                <w:rtl/>
              </w:rPr>
              <w:t xml:space="preserve"> </w:t>
            </w:r>
            <w:r w:rsidRPr="009647FC">
              <w:rPr>
                <w:rtl/>
              </w:rPr>
              <w:t>به</w:t>
            </w:r>
            <w:r>
              <w:rPr>
                <w:rtl/>
              </w:rPr>
              <w:t xml:space="preserve"> </w:t>
            </w:r>
            <w:r w:rsidRPr="009647FC">
              <w:rPr>
                <w:rtl/>
              </w:rPr>
              <w:t>غضّ</w:t>
            </w:r>
            <w:r>
              <w:rPr>
                <w:rtl/>
              </w:rPr>
              <w:t xml:space="preserve">َ </w:t>
            </w:r>
            <w:r w:rsidRPr="009647FC">
              <w:rPr>
                <w:rtl/>
              </w:rPr>
              <w:t>الشبيبة</w:t>
            </w:r>
            <w:r>
              <w:rPr>
                <w:rtl/>
              </w:rPr>
              <w:t xml:space="preserve"> </w:t>
            </w:r>
            <w:r w:rsidRPr="009647FC">
              <w:rPr>
                <w:rtl/>
              </w:rPr>
              <w:t>ناشيا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تطلّعُ</w:t>
            </w:r>
            <w:r>
              <w:rPr>
                <w:rtl/>
              </w:rPr>
              <w:t xml:space="preserve"> </w:t>
            </w:r>
            <w:r w:rsidRPr="009647FC">
              <w:rPr>
                <w:rtl/>
              </w:rPr>
              <w:t>نفسي</w:t>
            </w:r>
            <w:r>
              <w:rPr>
                <w:rtl/>
              </w:rPr>
              <w:t xml:space="preserve"> </w:t>
            </w:r>
            <w:r w:rsidRPr="009647FC">
              <w:rPr>
                <w:rtl/>
              </w:rPr>
              <w:t>من</w:t>
            </w:r>
            <w:r>
              <w:rPr>
                <w:rtl/>
              </w:rPr>
              <w:t xml:space="preserve"> </w:t>
            </w:r>
            <w:r w:rsidRPr="009647FC">
              <w:rPr>
                <w:rtl/>
              </w:rPr>
              <w:t>ثنايا</w:t>
            </w:r>
            <w:r>
              <w:rPr>
                <w:rtl/>
              </w:rPr>
              <w:t xml:space="preserve"> </w:t>
            </w:r>
            <w:r w:rsidRPr="009647FC">
              <w:rPr>
                <w:rtl/>
              </w:rPr>
              <w:t>اشتياقها</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إلى</w:t>
            </w:r>
            <w:r>
              <w:rPr>
                <w:rtl/>
              </w:rPr>
              <w:t xml:space="preserve"> </w:t>
            </w:r>
            <w:r w:rsidRPr="009647FC">
              <w:rPr>
                <w:rtl/>
              </w:rPr>
              <w:t>طلعةٍ</w:t>
            </w:r>
            <w:r>
              <w:rPr>
                <w:rtl/>
              </w:rPr>
              <w:t xml:space="preserve"> </w:t>
            </w:r>
            <w:r w:rsidRPr="009647FC">
              <w:rPr>
                <w:rtl/>
              </w:rPr>
              <w:t>منه</w:t>
            </w:r>
            <w:r>
              <w:rPr>
                <w:rtl/>
              </w:rPr>
              <w:t xml:space="preserve"> </w:t>
            </w:r>
            <w:r w:rsidRPr="009647FC">
              <w:rPr>
                <w:rtl/>
              </w:rPr>
              <w:t>تنير</w:t>
            </w:r>
            <w:r>
              <w:rPr>
                <w:rtl/>
              </w:rPr>
              <w:t xml:space="preserve"> </w:t>
            </w:r>
            <w:r w:rsidRPr="009647FC">
              <w:rPr>
                <w:rtl/>
              </w:rPr>
              <w:t>الدياجيا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وأطلب</w:t>
            </w:r>
            <w:r>
              <w:rPr>
                <w:rtl/>
              </w:rPr>
              <w:t xml:space="preserve"> </w:t>
            </w:r>
            <w:r w:rsidRPr="009647FC">
              <w:rPr>
                <w:rtl/>
              </w:rPr>
              <w:t>في</w:t>
            </w:r>
            <w:r>
              <w:rPr>
                <w:rtl/>
              </w:rPr>
              <w:t xml:space="preserve"> </w:t>
            </w:r>
            <w:r w:rsidRPr="009647FC">
              <w:rPr>
                <w:rtl/>
              </w:rPr>
              <w:t>الأحياء</w:t>
            </w:r>
            <w:r>
              <w:rPr>
                <w:rtl/>
              </w:rPr>
              <w:t xml:space="preserve"> </w:t>
            </w:r>
            <w:r w:rsidRPr="009647FC">
              <w:rPr>
                <w:rtl/>
              </w:rPr>
              <w:t>رؤية</w:t>
            </w:r>
            <w:r>
              <w:rPr>
                <w:rtl/>
              </w:rPr>
              <w:t xml:space="preserve"> </w:t>
            </w:r>
            <w:r w:rsidRPr="009647FC">
              <w:rPr>
                <w:rtl/>
              </w:rPr>
              <w:t>شخصه</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على</w:t>
            </w:r>
            <w:r>
              <w:rPr>
                <w:rtl/>
              </w:rPr>
              <w:t xml:space="preserve"> </w:t>
            </w:r>
            <w:r w:rsidRPr="009647FC">
              <w:rPr>
                <w:rtl/>
              </w:rPr>
              <w:t>ولهٍ</w:t>
            </w:r>
            <w:r>
              <w:rPr>
                <w:rtl/>
              </w:rPr>
              <w:t xml:space="preserve"> </w:t>
            </w:r>
            <w:r w:rsidRPr="009647FC">
              <w:rPr>
                <w:rtl/>
              </w:rPr>
              <w:t>منّي</w:t>
            </w:r>
            <w:r>
              <w:rPr>
                <w:rtl/>
              </w:rPr>
              <w:t xml:space="preserve"> </w:t>
            </w:r>
            <w:r w:rsidRPr="009647FC">
              <w:rPr>
                <w:rtl/>
              </w:rPr>
              <w:t>وأنسى</w:t>
            </w:r>
            <w:r>
              <w:rPr>
                <w:rtl/>
              </w:rPr>
              <w:t xml:space="preserve"> </w:t>
            </w:r>
            <w:r w:rsidRPr="009647FC">
              <w:rPr>
                <w:rtl/>
              </w:rPr>
              <w:t>افتقاديا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فكم</w:t>
            </w:r>
            <w:r w:rsidR="004C00A8">
              <w:rPr>
                <w:rtl/>
              </w:rPr>
              <w:t xml:space="preserve"> </w:t>
            </w:r>
            <w:r w:rsidRPr="009647FC">
              <w:rPr>
                <w:rtl/>
              </w:rPr>
              <w:t>لي</w:t>
            </w:r>
            <w:r>
              <w:rPr>
                <w:rtl/>
              </w:rPr>
              <w:t xml:space="preserve"> </w:t>
            </w:r>
            <w:r w:rsidRPr="009647FC">
              <w:rPr>
                <w:rtl/>
              </w:rPr>
              <w:t>على</w:t>
            </w:r>
            <w:r>
              <w:rPr>
                <w:rtl/>
              </w:rPr>
              <w:t xml:space="preserve"> </w:t>
            </w:r>
            <w:r w:rsidRPr="009647FC">
              <w:rPr>
                <w:rtl/>
              </w:rPr>
              <w:t>الذكرى</w:t>
            </w:r>
            <w:r>
              <w:rPr>
                <w:rtl/>
              </w:rPr>
              <w:t xml:space="preserve"> </w:t>
            </w:r>
            <w:r w:rsidRPr="009647FC">
              <w:rPr>
                <w:rtl/>
              </w:rPr>
              <w:t>إليه</w:t>
            </w:r>
            <w:r>
              <w:rPr>
                <w:rtl/>
              </w:rPr>
              <w:t xml:space="preserve"> </w:t>
            </w:r>
            <w:r w:rsidRPr="009647FC">
              <w:rPr>
                <w:rtl/>
              </w:rPr>
              <w:t>التفاتةٌ</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كأنْ</w:t>
            </w:r>
            <w:r w:rsidR="004C00A8">
              <w:rPr>
                <w:rtl/>
              </w:rPr>
              <w:t xml:space="preserve"> </w:t>
            </w:r>
            <w:r w:rsidRPr="009647FC">
              <w:rPr>
                <w:rtl/>
              </w:rPr>
              <w:t>لم</w:t>
            </w:r>
            <w:r>
              <w:rPr>
                <w:rtl/>
              </w:rPr>
              <w:t xml:space="preserve"> </w:t>
            </w:r>
            <w:r w:rsidRPr="009647FC">
              <w:rPr>
                <w:rtl/>
              </w:rPr>
              <w:t>يكن</w:t>
            </w:r>
            <w:r>
              <w:rPr>
                <w:rtl/>
              </w:rPr>
              <w:t xml:space="preserve"> </w:t>
            </w:r>
            <w:r w:rsidRPr="009647FC">
              <w:rPr>
                <w:rtl/>
              </w:rPr>
              <w:t>بالأمس</w:t>
            </w:r>
            <w:r>
              <w:rPr>
                <w:rtl/>
              </w:rPr>
              <w:t xml:space="preserve"> </w:t>
            </w:r>
            <w:r w:rsidRPr="009647FC">
              <w:rPr>
                <w:rtl/>
              </w:rPr>
              <w:t>وسّد</w:t>
            </w:r>
            <w:r>
              <w:rPr>
                <w:rtl/>
              </w:rPr>
              <w:t xml:space="preserve"> </w:t>
            </w:r>
            <w:r w:rsidRPr="009647FC">
              <w:rPr>
                <w:rtl/>
              </w:rPr>
              <w:t>ثاويا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ولائمةٍ</w:t>
            </w:r>
            <w:r w:rsidR="004C00A8">
              <w:rPr>
                <w:rtl/>
              </w:rPr>
              <w:t xml:space="preserve"> </w:t>
            </w:r>
            <w:r w:rsidRPr="009647FC">
              <w:rPr>
                <w:rtl/>
              </w:rPr>
              <w:t>لامت</w:t>
            </w:r>
            <w:r>
              <w:rPr>
                <w:rtl/>
              </w:rPr>
              <w:t xml:space="preserve"> </w:t>
            </w:r>
            <w:r w:rsidRPr="009647FC">
              <w:rPr>
                <w:rtl/>
              </w:rPr>
              <w:t>ولم</w:t>
            </w:r>
            <w:r>
              <w:rPr>
                <w:rtl/>
              </w:rPr>
              <w:t xml:space="preserve"> </w:t>
            </w:r>
            <w:r w:rsidRPr="009647FC">
              <w:rPr>
                <w:rtl/>
              </w:rPr>
              <w:t>تدرِ</w:t>
            </w:r>
            <w:r>
              <w:rPr>
                <w:rtl/>
              </w:rPr>
              <w:t xml:space="preserve"> </w:t>
            </w:r>
            <w:r w:rsidRPr="009647FC">
              <w:rPr>
                <w:rtl/>
              </w:rPr>
              <w:t>ما</w:t>
            </w:r>
            <w:r>
              <w:rPr>
                <w:rtl/>
              </w:rPr>
              <w:t xml:space="preserve"> </w:t>
            </w:r>
            <w:r w:rsidRPr="009647FC">
              <w:rPr>
                <w:rtl/>
              </w:rPr>
              <w:t>الجوى</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ولا</w:t>
            </w:r>
            <w:r w:rsidR="004C00A8">
              <w:rPr>
                <w:rtl/>
              </w:rPr>
              <w:t xml:space="preserve"> </w:t>
            </w:r>
            <w:r w:rsidRPr="009647FC">
              <w:rPr>
                <w:rtl/>
              </w:rPr>
              <w:t>كيف</w:t>
            </w:r>
            <w:r>
              <w:rPr>
                <w:rtl/>
              </w:rPr>
              <w:t xml:space="preserve"> </w:t>
            </w:r>
            <w:r w:rsidRPr="009647FC">
              <w:rPr>
                <w:rtl/>
              </w:rPr>
              <w:t>يرعى</w:t>
            </w:r>
            <w:r>
              <w:rPr>
                <w:rtl/>
              </w:rPr>
              <w:t xml:space="preserve"> </w:t>
            </w:r>
            <w:r w:rsidRPr="009647FC">
              <w:rPr>
                <w:rtl/>
              </w:rPr>
              <w:t>المستهام</w:t>
            </w:r>
            <w:r>
              <w:rPr>
                <w:rtl/>
              </w:rPr>
              <w:t xml:space="preserve"> </w:t>
            </w:r>
            <w:r w:rsidRPr="009647FC">
              <w:rPr>
                <w:rtl/>
              </w:rPr>
              <w:t>الدراريا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تلوم</w:t>
            </w:r>
            <w:r>
              <w:rPr>
                <w:rtl/>
              </w:rPr>
              <w:t xml:space="preserve"> </w:t>
            </w:r>
            <w:r w:rsidRPr="009647FC">
              <w:rPr>
                <w:rtl/>
              </w:rPr>
              <w:t>ولا</w:t>
            </w:r>
            <w:r>
              <w:rPr>
                <w:rtl/>
              </w:rPr>
              <w:t xml:space="preserve"> </w:t>
            </w:r>
            <w:r w:rsidRPr="009647FC">
              <w:rPr>
                <w:rtl/>
              </w:rPr>
              <w:t>سمعي</w:t>
            </w:r>
            <w:r>
              <w:rPr>
                <w:rtl/>
              </w:rPr>
              <w:t xml:space="preserve"> </w:t>
            </w:r>
            <w:r w:rsidRPr="009647FC">
              <w:rPr>
                <w:rtl/>
              </w:rPr>
              <w:t>لها</w:t>
            </w:r>
            <w:r>
              <w:rPr>
                <w:rtl/>
              </w:rPr>
              <w:t xml:space="preserve"> </w:t>
            </w:r>
            <w:r w:rsidRPr="009647FC">
              <w:rPr>
                <w:rtl/>
              </w:rPr>
              <w:t>فيجيبها</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إلى</w:t>
            </w:r>
            <w:r>
              <w:rPr>
                <w:rtl/>
              </w:rPr>
              <w:t xml:space="preserve"> </w:t>
            </w:r>
            <w:r w:rsidRPr="009647FC">
              <w:rPr>
                <w:rtl/>
              </w:rPr>
              <w:t>سلوةٍ</w:t>
            </w:r>
            <w:r>
              <w:rPr>
                <w:rtl/>
              </w:rPr>
              <w:t xml:space="preserve"> </w:t>
            </w:r>
            <w:r w:rsidRPr="009647FC">
              <w:rPr>
                <w:rtl/>
              </w:rPr>
              <w:t>قلبي</w:t>
            </w:r>
            <w:r>
              <w:rPr>
                <w:rtl/>
              </w:rPr>
              <w:t xml:space="preserve"> </w:t>
            </w:r>
            <w:r w:rsidRPr="009647FC">
              <w:rPr>
                <w:rtl/>
              </w:rPr>
              <w:t>ولا</w:t>
            </w:r>
            <w:r>
              <w:rPr>
                <w:rtl/>
              </w:rPr>
              <w:t xml:space="preserve"> </w:t>
            </w:r>
            <w:r w:rsidRPr="009647FC">
              <w:rPr>
                <w:rtl/>
              </w:rPr>
              <w:t>قلبها</w:t>
            </w:r>
            <w:r>
              <w:rPr>
                <w:rtl/>
              </w:rPr>
              <w:t xml:space="preserve"> </w:t>
            </w:r>
            <w:r w:rsidRPr="009647FC">
              <w:rPr>
                <w:rtl/>
              </w:rPr>
              <w:t>ليا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ولو</w:t>
            </w:r>
            <w:r w:rsidR="004C00A8">
              <w:rPr>
                <w:rtl/>
              </w:rPr>
              <w:t xml:space="preserve"> </w:t>
            </w:r>
            <w:r w:rsidRPr="009647FC">
              <w:rPr>
                <w:rtl/>
              </w:rPr>
              <w:t>وجدتْ</w:t>
            </w:r>
            <w:r>
              <w:rPr>
                <w:rtl/>
              </w:rPr>
              <w:t xml:space="preserve"> </w:t>
            </w:r>
            <w:r w:rsidRPr="009647FC">
              <w:rPr>
                <w:rtl/>
              </w:rPr>
              <w:t>للبين</w:t>
            </w:r>
            <w:r>
              <w:rPr>
                <w:rtl/>
              </w:rPr>
              <w:t xml:space="preserve"> </w:t>
            </w:r>
            <w:r w:rsidRPr="009647FC">
              <w:rPr>
                <w:rtl/>
              </w:rPr>
              <w:t>ما</w:t>
            </w:r>
            <w:r>
              <w:rPr>
                <w:rtl/>
              </w:rPr>
              <w:t xml:space="preserve"> </w:t>
            </w:r>
            <w:r w:rsidRPr="009647FC">
              <w:rPr>
                <w:rtl/>
              </w:rPr>
              <w:t>قد</w:t>
            </w:r>
            <w:r>
              <w:rPr>
                <w:rtl/>
              </w:rPr>
              <w:t xml:space="preserve"> </w:t>
            </w:r>
            <w:r w:rsidRPr="009647FC">
              <w:rPr>
                <w:rtl/>
              </w:rPr>
              <w:t>وجدته</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غدا</w:t>
            </w:r>
            <w:r>
              <w:rPr>
                <w:rtl/>
              </w:rPr>
              <w:t xml:space="preserve"> </w:t>
            </w:r>
            <w:r w:rsidRPr="009647FC">
              <w:rPr>
                <w:rtl/>
              </w:rPr>
              <w:t>آمري</w:t>
            </w:r>
            <w:r>
              <w:rPr>
                <w:rtl/>
              </w:rPr>
              <w:t xml:space="preserve"> </w:t>
            </w:r>
            <w:r w:rsidRPr="009647FC">
              <w:rPr>
                <w:rtl/>
              </w:rPr>
              <w:t>بالحزن</w:t>
            </w:r>
            <w:r>
              <w:rPr>
                <w:rtl/>
              </w:rPr>
              <w:t xml:space="preserve"> </w:t>
            </w:r>
            <w:r w:rsidRPr="009647FC">
              <w:rPr>
                <w:rtl/>
              </w:rPr>
              <w:t>م</w:t>
            </w:r>
            <w:r>
              <w:rPr>
                <w:rtl/>
              </w:rPr>
              <w:t>َ</w:t>
            </w:r>
            <w:r w:rsidRPr="009647FC">
              <w:rPr>
                <w:rtl/>
              </w:rPr>
              <w:t>نْ</w:t>
            </w:r>
            <w:r>
              <w:rPr>
                <w:rtl/>
              </w:rPr>
              <w:t xml:space="preserve"> </w:t>
            </w:r>
            <w:r w:rsidRPr="009647FC">
              <w:rPr>
                <w:rtl/>
              </w:rPr>
              <w:t>كان</w:t>
            </w:r>
            <w:r>
              <w:rPr>
                <w:rtl/>
              </w:rPr>
              <w:t xml:space="preserve"> </w:t>
            </w:r>
            <w:r w:rsidRPr="009647FC">
              <w:rPr>
                <w:rtl/>
              </w:rPr>
              <w:t>ناهيا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أميمةُ</w:t>
            </w:r>
            <w:r w:rsidR="004C00A8">
              <w:rPr>
                <w:rtl/>
              </w:rPr>
              <w:t xml:space="preserve"> </w:t>
            </w:r>
            <w:r w:rsidRPr="009647FC">
              <w:rPr>
                <w:rtl/>
              </w:rPr>
              <w:t>هل</w:t>
            </w:r>
            <w:r>
              <w:rPr>
                <w:rtl/>
              </w:rPr>
              <w:t xml:space="preserve"> </w:t>
            </w:r>
            <w:r w:rsidRPr="009647FC">
              <w:rPr>
                <w:rtl/>
              </w:rPr>
              <w:t>أدميت</w:t>
            </w:r>
            <w:r>
              <w:rPr>
                <w:rtl/>
              </w:rPr>
              <w:t xml:space="preserve"> </w:t>
            </w:r>
            <w:r w:rsidRPr="009647FC">
              <w:rPr>
                <w:rtl/>
              </w:rPr>
              <w:t>إلاّ</w:t>
            </w:r>
            <w:r>
              <w:rPr>
                <w:rtl/>
              </w:rPr>
              <w:t xml:space="preserve"> </w:t>
            </w:r>
            <w:r w:rsidRPr="009647FC">
              <w:rPr>
                <w:rtl/>
              </w:rPr>
              <w:t>بنانيا</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وهل</w:t>
            </w:r>
            <w:r>
              <w:rPr>
                <w:rtl/>
              </w:rPr>
              <w:t xml:space="preserve"> </w:t>
            </w:r>
            <w:r w:rsidRPr="009647FC">
              <w:rPr>
                <w:rtl/>
              </w:rPr>
              <w:t>غيرُ</w:t>
            </w:r>
            <w:r>
              <w:rPr>
                <w:rtl/>
              </w:rPr>
              <w:t xml:space="preserve"> </w:t>
            </w:r>
            <w:r w:rsidRPr="009647FC">
              <w:rPr>
                <w:rtl/>
              </w:rPr>
              <w:t>دمعي</w:t>
            </w:r>
            <w:r>
              <w:rPr>
                <w:rtl/>
              </w:rPr>
              <w:t xml:space="preserve"> </w:t>
            </w:r>
            <w:r w:rsidRPr="009647FC">
              <w:rPr>
                <w:rtl/>
              </w:rPr>
              <w:t>بلّ</w:t>
            </w:r>
            <w:r>
              <w:rPr>
                <w:rtl/>
              </w:rPr>
              <w:t xml:space="preserve">َ </w:t>
            </w:r>
            <w:r w:rsidRPr="009647FC">
              <w:rPr>
                <w:rtl/>
              </w:rPr>
              <w:t>فضل</w:t>
            </w:r>
            <w:r>
              <w:rPr>
                <w:rtl/>
              </w:rPr>
              <w:t xml:space="preserve"> </w:t>
            </w:r>
            <w:r w:rsidRPr="009647FC">
              <w:rPr>
                <w:rtl/>
              </w:rPr>
              <w:t>ردائيا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أقل</w:t>
            </w:r>
            <w:r>
              <w:rPr>
                <w:rtl/>
              </w:rPr>
              <w:t>َ</w:t>
            </w:r>
            <w:r w:rsidRPr="009647FC">
              <w:rPr>
                <w:rtl/>
              </w:rPr>
              <w:t>ى</w:t>
            </w:r>
            <w:r w:rsidR="004C00A8">
              <w:rPr>
                <w:rtl/>
              </w:rPr>
              <w:t xml:space="preserve"> </w:t>
            </w:r>
            <w:r w:rsidRPr="009647FC">
              <w:rPr>
                <w:rtl/>
              </w:rPr>
              <w:t>فلم</w:t>
            </w:r>
            <w:r>
              <w:rPr>
                <w:rtl/>
              </w:rPr>
              <w:t xml:space="preserve"> </w:t>
            </w:r>
            <w:r w:rsidRPr="009647FC">
              <w:rPr>
                <w:rtl/>
              </w:rPr>
              <w:t>أنضح</w:t>
            </w:r>
            <w:r>
              <w:rPr>
                <w:rtl/>
              </w:rPr>
              <w:t xml:space="preserve"> </w:t>
            </w:r>
            <w:r w:rsidRPr="009647FC">
              <w:rPr>
                <w:rtl/>
              </w:rPr>
              <w:t>جواي</w:t>
            </w:r>
            <w:r>
              <w:rPr>
                <w:rtl/>
              </w:rPr>
              <w:t xml:space="preserve"> </w:t>
            </w:r>
            <w:r w:rsidRPr="009647FC">
              <w:rPr>
                <w:rtl/>
              </w:rPr>
              <w:t>بأدمعِ</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أكفكفها</w:t>
            </w:r>
            <w:r>
              <w:rPr>
                <w:rtl/>
              </w:rPr>
              <w:t xml:space="preserve"> </w:t>
            </w:r>
            <w:r w:rsidRPr="009647FC">
              <w:rPr>
                <w:rtl/>
              </w:rPr>
              <w:t>عن</w:t>
            </w:r>
            <w:r>
              <w:rPr>
                <w:rtl/>
              </w:rPr>
              <w:t xml:space="preserve"> </w:t>
            </w:r>
            <w:r w:rsidRPr="009647FC">
              <w:rPr>
                <w:rtl/>
              </w:rPr>
              <w:t>مقلتيك</w:t>
            </w:r>
            <w:r>
              <w:rPr>
                <w:rtl/>
              </w:rPr>
              <w:t xml:space="preserve"> </w:t>
            </w:r>
            <w:r w:rsidRPr="009647FC">
              <w:rPr>
                <w:rtl/>
              </w:rPr>
              <w:t>جواريا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ولا</w:t>
            </w:r>
            <w:r>
              <w:rPr>
                <w:rtl/>
              </w:rPr>
              <w:t xml:space="preserve"> </w:t>
            </w:r>
            <w:r w:rsidRPr="009647FC">
              <w:rPr>
                <w:rtl/>
              </w:rPr>
              <w:t>قلّ</w:t>
            </w:r>
            <w:r>
              <w:rPr>
                <w:rtl/>
              </w:rPr>
              <w:t>َ</w:t>
            </w:r>
            <w:r w:rsidRPr="009647FC">
              <w:rPr>
                <w:rtl/>
              </w:rPr>
              <w:t>بت</w:t>
            </w:r>
            <w:r>
              <w:rPr>
                <w:rtl/>
              </w:rPr>
              <w:t xml:space="preserve"> </w:t>
            </w:r>
            <w:r w:rsidRPr="009647FC">
              <w:rPr>
                <w:rtl/>
              </w:rPr>
              <w:t>كفُّ</w:t>
            </w:r>
            <w:r>
              <w:rPr>
                <w:rtl/>
              </w:rPr>
              <w:t xml:space="preserve"> </w:t>
            </w:r>
            <w:r w:rsidRPr="009647FC">
              <w:rPr>
                <w:rtl/>
              </w:rPr>
              <w:t>الأسى</w:t>
            </w:r>
            <w:r>
              <w:rPr>
                <w:rtl/>
              </w:rPr>
              <w:t xml:space="preserve"> </w:t>
            </w:r>
            <w:r w:rsidRPr="009647FC">
              <w:rPr>
                <w:rtl/>
              </w:rPr>
              <w:t>لك</w:t>
            </w:r>
            <w:r>
              <w:rPr>
                <w:rtl/>
              </w:rPr>
              <w:t xml:space="preserve"> </w:t>
            </w:r>
            <w:r w:rsidRPr="009647FC">
              <w:rPr>
                <w:rtl/>
              </w:rPr>
              <w:t>مهجة</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حشاي</w:t>
            </w:r>
            <w:r w:rsidR="004C00A8">
              <w:rPr>
                <w:rtl/>
              </w:rPr>
              <w:t xml:space="preserve"> </w:t>
            </w:r>
            <w:r w:rsidRPr="009647FC">
              <w:rPr>
                <w:rtl/>
              </w:rPr>
              <w:t>على</w:t>
            </w:r>
            <w:r>
              <w:rPr>
                <w:rtl/>
              </w:rPr>
              <w:t xml:space="preserve"> </w:t>
            </w:r>
            <w:r w:rsidRPr="009647FC">
              <w:rPr>
                <w:rtl/>
              </w:rPr>
              <w:t>جمرٍ</w:t>
            </w:r>
            <w:r>
              <w:rPr>
                <w:rtl/>
              </w:rPr>
              <w:t xml:space="preserve"> </w:t>
            </w:r>
            <w:r w:rsidRPr="009647FC">
              <w:rPr>
                <w:rtl/>
              </w:rPr>
              <w:t>توقّ</w:t>
            </w:r>
            <w:r>
              <w:rPr>
                <w:rtl/>
              </w:rPr>
              <w:t>َ</w:t>
            </w:r>
            <w:r w:rsidRPr="009647FC">
              <w:rPr>
                <w:rtl/>
              </w:rPr>
              <w:t>د</w:t>
            </w:r>
            <w:r>
              <w:rPr>
                <w:rtl/>
              </w:rPr>
              <w:t xml:space="preserve"> </w:t>
            </w:r>
            <w:r w:rsidRPr="009647FC">
              <w:rPr>
                <w:rtl/>
              </w:rPr>
              <w:t>ذاكيا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عذلت</w:t>
            </w:r>
            <w:r>
              <w:rPr>
                <w:rtl/>
              </w:rPr>
              <w:t xml:space="preserve"> </w:t>
            </w:r>
            <w:r w:rsidRPr="009647FC">
              <w:rPr>
                <w:rtl/>
              </w:rPr>
              <w:t>وعندي</w:t>
            </w:r>
            <w:r>
              <w:rPr>
                <w:rtl/>
              </w:rPr>
              <w:t xml:space="preserve"> </w:t>
            </w:r>
            <w:r w:rsidRPr="009647FC">
              <w:rPr>
                <w:rtl/>
              </w:rPr>
              <w:t>يعلم</w:t>
            </w:r>
            <w:r>
              <w:rPr>
                <w:rtl/>
              </w:rPr>
              <w:t xml:space="preserve"> </w:t>
            </w:r>
            <w:r w:rsidRPr="009647FC">
              <w:rPr>
                <w:rtl/>
              </w:rPr>
              <w:t>اللهُ</w:t>
            </w:r>
            <w:r>
              <w:rPr>
                <w:rtl/>
              </w:rPr>
              <w:t xml:space="preserve"> </w:t>
            </w:r>
            <w:r w:rsidRPr="009647FC">
              <w:rPr>
                <w:rtl/>
              </w:rPr>
              <w:t>لوعة</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أكابد</w:t>
            </w:r>
            <w:r>
              <w:rPr>
                <w:rtl/>
              </w:rPr>
              <w:t xml:space="preserve"> </w:t>
            </w:r>
            <w:r w:rsidRPr="009647FC">
              <w:rPr>
                <w:rtl/>
              </w:rPr>
              <w:t>منها</w:t>
            </w:r>
            <w:r>
              <w:rPr>
                <w:rtl/>
              </w:rPr>
              <w:t xml:space="preserve"> </w:t>
            </w:r>
            <w:r w:rsidRPr="009647FC">
              <w:rPr>
                <w:rtl/>
              </w:rPr>
              <w:t>ما</w:t>
            </w:r>
            <w:r>
              <w:rPr>
                <w:rtl/>
              </w:rPr>
              <w:t xml:space="preserve"> </w:t>
            </w:r>
            <w:r w:rsidRPr="009647FC">
              <w:rPr>
                <w:rtl/>
              </w:rPr>
              <w:t>يدكُّ</w:t>
            </w:r>
            <w:r>
              <w:rPr>
                <w:rtl/>
              </w:rPr>
              <w:t xml:space="preserve"> </w:t>
            </w:r>
            <w:r w:rsidRPr="009647FC">
              <w:rPr>
                <w:rtl/>
              </w:rPr>
              <w:t>الرواسيا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غلبت</w:t>
            </w:r>
            <w:r>
              <w:rPr>
                <w:rtl/>
              </w:rPr>
              <w:t>َ</w:t>
            </w:r>
            <w:r w:rsidR="004C00A8">
              <w:rPr>
                <w:rtl/>
              </w:rPr>
              <w:t xml:space="preserve"> </w:t>
            </w:r>
            <w:r w:rsidRPr="009647FC">
              <w:rPr>
                <w:rtl/>
              </w:rPr>
              <w:t>وأحداثُ</w:t>
            </w:r>
            <w:r>
              <w:rPr>
                <w:rtl/>
              </w:rPr>
              <w:t xml:space="preserve"> </w:t>
            </w:r>
            <w:r w:rsidRPr="009647FC">
              <w:rPr>
                <w:rtl/>
              </w:rPr>
              <w:t>الزمان</w:t>
            </w:r>
            <w:r>
              <w:rPr>
                <w:rtl/>
              </w:rPr>
              <w:t xml:space="preserve"> </w:t>
            </w:r>
            <w:r w:rsidRPr="009647FC">
              <w:rPr>
                <w:rtl/>
              </w:rPr>
              <w:t>غوالبٌ</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وفي</w:t>
            </w:r>
            <w:r>
              <w:rPr>
                <w:rtl/>
              </w:rPr>
              <w:t xml:space="preserve"> </w:t>
            </w:r>
            <w:r w:rsidRPr="009647FC">
              <w:rPr>
                <w:rtl/>
              </w:rPr>
              <w:t>أيّ</w:t>
            </w:r>
            <w:r>
              <w:rPr>
                <w:rtl/>
              </w:rPr>
              <w:t xml:space="preserve"> </w:t>
            </w:r>
            <w:r w:rsidRPr="009647FC">
              <w:rPr>
                <w:rtl/>
              </w:rPr>
              <w:t>دار</w:t>
            </w:r>
            <w:r>
              <w:rPr>
                <w:rtl/>
              </w:rPr>
              <w:t xml:space="preserve"> </w:t>
            </w:r>
            <w:r w:rsidRPr="009647FC">
              <w:rPr>
                <w:rtl/>
              </w:rPr>
              <w:t>ما</w:t>
            </w:r>
            <w:r>
              <w:rPr>
                <w:rtl/>
              </w:rPr>
              <w:t xml:space="preserve"> </w:t>
            </w:r>
            <w:r w:rsidRPr="009647FC">
              <w:rPr>
                <w:rtl/>
              </w:rPr>
              <w:t>أقمن</w:t>
            </w:r>
            <w:r>
              <w:rPr>
                <w:rtl/>
              </w:rPr>
              <w:t xml:space="preserve"> </w:t>
            </w:r>
            <w:r w:rsidRPr="009647FC">
              <w:rPr>
                <w:rtl/>
              </w:rPr>
              <w:t>النواعيا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وكيف</w:t>
            </w:r>
            <w:r>
              <w:rPr>
                <w:rtl/>
              </w:rPr>
              <w:t xml:space="preserve"> </w:t>
            </w:r>
            <w:r w:rsidRPr="009647FC">
              <w:rPr>
                <w:rtl/>
              </w:rPr>
              <w:t>انتصاري</w:t>
            </w:r>
            <w:r>
              <w:rPr>
                <w:rtl/>
              </w:rPr>
              <w:t xml:space="preserve"> </w:t>
            </w:r>
            <w:r w:rsidRPr="009647FC">
              <w:rPr>
                <w:rtl/>
              </w:rPr>
              <w:t>يوم</w:t>
            </w:r>
            <w:r>
              <w:rPr>
                <w:rtl/>
              </w:rPr>
              <w:t xml:space="preserve"> </w:t>
            </w:r>
            <w:r w:rsidRPr="009647FC">
              <w:rPr>
                <w:rtl/>
              </w:rPr>
              <w:t>طارقة</w:t>
            </w:r>
            <w:r>
              <w:rPr>
                <w:rtl/>
              </w:rPr>
              <w:t xml:space="preserve"> </w:t>
            </w:r>
            <w:r w:rsidRPr="009647FC">
              <w:rPr>
                <w:rtl/>
              </w:rPr>
              <w:t>النوى</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وعند</w:t>
            </w:r>
            <w:r w:rsidR="004C00A8">
              <w:rPr>
                <w:rtl/>
              </w:rPr>
              <w:t xml:space="preserve"> </w:t>
            </w:r>
            <w:r w:rsidRPr="009647FC">
              <w:rPr>
                <w:rtl/>
              </w:rPr>
              <w:t>الليالي</w:t>
            </w:r>
            <w:r>
              <w:rPr>
                <w:rtl/>
              </w:rPr>
              <w:t xml:space="preserve"> </w:t>
            </w:r>
            <w:r w:rsidRPr="009647FC">
              <w:rPr>
                <w:rtl/>
              </w:rPr>
              <w:t>يا</w:t>
            </w:r>
            <w:r>
              <w:rPr>
                <w:rtl/>
              </w:rPr>
              <w:t xml:space="preserve"> </w:t>
            </w:r>
            <w:r w:rsidRPr="009647FC">
              <w:rPr>
                <w:rtl/>
              </w:rPr>
              <w:t>ابنة</w:t>
            </w:r>
            <w:r>
              <w:rPr>
                <w:rtl/>
              </w:rPr>
              <w:t xml:space="preserve"> </w:t>
            </w:r>
            <w:r w:rsidRPr="009647FC">
              <w:rPr>
                <w:rtl/>
              </w:rPr>
              <w:t>القوم</w:t>
            </w:r>
            <w:r>
              <w:rPr>
                <w:rtl/>
              </w:rPr>
              <w:t xml:space="preserve"> </w:t>
            </w:r>
            <w:r w:rsidRPr="009647FC">
              <w:rPr>
                <w:rtl/>
              </w:rPr>
              <w:t>ثاريا؟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حدت</w:t>
            </w:r>
            <w:r>
              <w:rPr>
                <w:rtl/>
              </w:rPr>
              <w:t xml:space="preserve"> </w:t>
            </w:r>
            <w:r w:rsidRPr="009647FC">
              <w:rPr>
                <w:rtl/>
              </w:rPr>
              <w:t>ظعن</w:t>
            </w:r>
            <w:r>
              <w:rPr>
                <w:rtl/>
              </w:rPr>
              <w:t xml:space="preserve"> </w:t>
            </w:r>
            <w:r w:rsidRPr="009647FC">
              <w:rPr>
                <w:rtl/>
              </w:rPr>
              <w:t>الأحباب</w:t>
            </w:r>
            <w:r>
              <w:rPr>
                <w:rtl/>
              </w:rPr>
              <w:t xml:space="preserve"> </w:t>
            </w:r>
            <w:r w:rsidRPr="009647FC">
              <w:rPr>
                <w:rtl/>
              </w:rPr>
              <w:t>عنّي</w:t>
            </w:r>
            <w:r>
              <w:rPr>
                <w:rtl/>
              </w:rPr>
              <w:t xml:space="preserve"> </w:t>
            </w:r>
            <w:r w:rsidRPr="009647FC">
              <w:rPr>
                <w:rtl/>
              </w:rPr>
              <w:t>وغادرت</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مع</w:t>
            </w:r>
            <w:r>
              <w:rPr>
                <w:rtl/>
              </w:rPr>
              <w:t xml:space="preserve"> </w:t>
            </w:r>
            <w:r w:rsidRPr="009647FC">
              <w:rPr>
                <w:rtl/>
              </w:rPr>
              <w:t>السقم</w:t>
            </w:r>
            <w:r>
              <w:rPr>
                <w:rtl/>
              </w:rPr>
              <w:t xml:space="preserve"> </w:t>
            </w:r>
            <w:r w:rsidRPr="009647FC">
              <w:rPr>
                <w:rtl/>
              </w:rPr>
              <w:t>تعتاد</w:t>
            </w:r>
            <w:r>
              <w:rPr>
                <w:rtl/>
              </w:rPr>
              <w:t xml:space="preserve"> </w:t>
            </w:r>
            <w:r w:rsidRPr="009647FC">
              <w:rPr>
                <w:rtl/>
              </w:rPr>
              <w:t>الهمومُ</w:t>
            </w:r>
            <w:r>
              <w:rPr>
                <w:rtl/>
              </w:rPr>
              <w:t xml:space="preserve"> </w:t>
            </w:r>
            <w:r w:rsidRPr="009647FC">
              <w:rPr>
                <w:rtl/>
              </w:rPr>
              <w:t>وساديا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وفي</w:t>
            </w:r>
            <w:r>
              <w:rPr>
                <w:rtl/>
              </w:rPr>
              <w:t xml:space="preserve"> </w:t>
            </w:r>
            <w:r w:rsidRPr="009647FC">
              <w:rPr>
                <w:rtl/>
              </w:rPr>
              <w:t>الجيرة</w:t>
            </w:r>
            <w:r>
              <w:rPr>
                <w:rtl/>
              </w:rPr>
              <w:t xml:space="preserve"> </w:t>
            </w:r>
            <w:r w:rsidRPr="009647FC">
              <w:rPr>
                <w:rtl/>
              </w:rPr>
              <w:t>النائين</w:t>
            </w:r>
            <w:r>
              <w:rPr>
                <w:rtl/>
              </w:rPr>
              <w:t xml:space="preserve"> </w:t>
            </w:r>
            <w:r w:rsidRPr="009647FC">
              <w:rPr>
                <w:rtl/>
              </w:rPr>
              <w:t>لو</w:t>
            </w:r>
            <w:r>
              <w:rPr>
                <w:rtl/>
              </w:rPr>
              <w:t xml:space="preserve"> </w:t>
            </w:r>
            <w:r w:rsidRPr="009647FC">
              <w:rPr>
                <w:rtl/>
              </w:rPr>
              <w:t>تعلمينها</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علاقةُ</w:t>
            </w:r>
            <w:r>
              <w:rPr>
                <w:rtl/>
              </w:rPr>
              <w:t xml:space="preserve"> </w:t>
            </w:r>
            <w:r w:rsidRPr="009647FC">
              <w:rPr>
                <w:rtl/>
              </w:rPr>
              <w:t>حبٍّ</w:t>
            </w:r>
            <w:r>
              <w:rPr>
                <w:rtl/>
              </w:rPr>
              <w:t xml:space="preserve"> </w:t>
            </w:r>
            <w:r w:rsidRPr="009647FC">
              <w:rPr>
                <w:rtl/>
              </w:rPr>
              <w:t>همت</w:t>
            </w:r>
            <w:r>
              <w:rPr>
                <w:rtl/>
              </w:rPr>
              <w:t xml:space="preserve"> </w:t>
            </w:r>
            <w:r w:rsidRPr="009647FC">
              <w:rPr>
                <w:rtl/>
              </w:rPr>
              <w:t>فيها</w:t>
            </w:r>
            <w:r>
              <w:rPr>
                <w:rtl/>
              </w:rPr>
              <w:t xml:space="preserve"> </w:t>
            </w:r>
            <w:r w:rsidRPr="009647FC">
              <w:rPr>
                <w:rtl/>
              </w:rPr>
              <w:t>لياليا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فلو</w:t>
            </w:r>
            <w:r>
              <w:rPr>
                <w:rtl/>
              </w:rPr>
              <w:t xml:space="preserve"> </w:t>
            </w:r>
            <w:r w:rsidRPr="009647FC">
              <w:rPr>
                <w:rtl/>
              </w:rPr>
              <w:t>جمعتنا</w:t>
            </w:r>
            <w:r>
              <w:rPr>
                <w:rtl/>
              </w:rPr>
              <w:t xml:space="preserve"> </w:t>
            </w:r>
            <w:r w:rsidRPr="009647FC">
              <w:rPr>
                <w:rtl/>
              </w:rPr>
              <w:t>الدار</w:t>
            </w:r>
            <w:r>
              <w:rPr>
                <w:rtl/>
              </w:rPr>
              <w:t xml:space="preserve"> </w:t>
            </w:r>
            <w:r w:rsidRPr="009647FC">
              <w:rPr>
                <w:rtl/>
              </w:rPr>
              <w:t>من</w:t>
            </w:r>
            <w:r>
              <w:rPr>
                <w:rtl/>
              </w:rPr>
              <w:t xml:space="preserve"> </w:t>
            </w:r>
            <w:r w:rsidRPr="009647FC">
              <w:rPr>
                <w:rtl/>
              </w:rPr>
              <w:t>بعد</w:t>
            </w:r>
            <w:r>
              <w:rPr>
                <w:rtl/>
              </w:rPr>
              <w:t xml:space="preserve"> </w:t>
            </w:r>
            <w:r w:rsidRPr="009647FC">
              <w:rPr>
                <w:rtl/>
              </w:rPr>
              <w:t>هذه</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إذاً</w:t>
            </w:r>
            <w:r>
              <w:rPr>
                <w:rtl/>
              </w:rPr>
              <w:t xml:space="preserve"> </w:t>
            </w:r>
            <w:r w:rsidRPr="009647FC">
              <w:rPr>
                <w:rtl/>
              </w:rPr>
              <w:t>لأطلنا</w:t>
            </w:r>
            <w:r>
              <w:rPr>
                <w:rtl/>
              </w:rPr>
              <w:t xml:space="preserve"> </w:t>
            </w:r>
            <w:r w:rsidRPr="009647FC">
              <w:rPr>
                <w:rtl/>
              </w:rPr>
              <w:t>يا</w:t>
            </w:r>
            <w:r>
              <w:rPr>
                <w:rtl/>
              </w:rPr>
              <w:t xml:space="preserve"> </w:t>
            </w:r>
            <w:r w:rsidRPr="009647FC">
              <w:rPr>
                <w:rtl/>
              </w:rPr>
              <w:t>أميمُ</w:t>
            </w:r>
            <w:r>
              <w:rPr>
                <w:rtl/>
              </w:rPr>
              <w:t xml:space="preserve"> </w:t>
            </w:r>
            <w:r w:rsidRPr="009647FC">
              <w:rPr>
                <w:rtl/>
              </w:rPr>
              <w:t>التشاكيا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بم</w:t>
            </w:r>
            <w:r>
              <w:rPr>
                <w:rtl/>
              </w:rPr>
              <w:t>َ</w:t>
            </w:r>
            <w:r w:rsidRPr="009647FC">
              <w:rPr>
                <w:rtl/>
              </w:rPr>
              <w:t>نْ</w:t>
            </w:r>
            <w:r w:rsidR="004C00A8">
              <w:rPr>
                <w:rtl/>
              </w:rPr>
              <w:t xml:space="preserve"> </w:t>
            </w:r>
            <w:r w:rsidRPr="009647FC">
              <w:rPr>
                <w:rtl/>
              </w:rPr>
              <w:t>أتداوى</w:t>
            </w:r>
            <w:r>
              <w:rPr>
                <w:rtl/>
              </w:rPr>
              <w:t xml:space="preserve"> </w:t>
            </w:r>
            <w:r w:rsidRPr="009647FC">
              <w:rPr>
                <w:rtl/>
              </w:rPr>
              <w:t>من</w:t>
            </w:r>
            <w:r>
              <w:rPr>
                <w:rtl/>
              </w:rPr>
              <w:t xml:space="preserve"> </w:t>
            </w:r>
            <w:r w:rsidRPr="009647FC">
              <w:rPr>
                <w:rtl/>
              </w:rPr>
              <w:t>جوى</w:t>
            </w:r>
            <w:r>
              <w:rPr>
                <w:rtl/>
              </w:rPr>
              <w:t xml:space="preserve"> </w:t>
            </w:r>
            <w:r w:rsidRPr="009647FC">
              <w:rPr>
                <w:rtl/>
              </w:rPr>
              <w:t>الهمّ</w:t>
            </w:r>
            <w:r>
              <w:rPr>
                <w:rtl/>
              </w:rPr>
              <w:t xml:space="preserve"> </w:t>
            </w:r>
            <w:r w:rsidRPr="009647FC">
              <w:rPr>
                <w:rtl/>
              </w:rPr>
              <w:t>لا</w:t>
            </w:r>
            <w:r>
              <w:rPr>
                <w:rtl/>
              </w:rPr>
              <w:t xml:space="preserve"> </w:t>
            </w:r>
            <w:r w:rsidRPr="009647FC">
              <w:rPr>
                <w:rtl/>
              </w:rPr>
              <w:t>بم</w:t>
            </w:r>
            <w:r>
              <w:rPr>
                <w:rtl/>
              </w:rPr>
              <w:t>َ</w:t>
            </w:r>
            <w:r w:rsidRPr="009647FC">
              <w:rPr>
                <w:rtl/>
              </w:rPr>
              <w:t>نْ</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وهل</w:t>
            </w:r>
            <w:r w:rsidR="004C00A8">
              <w:rPr>
                <w:rtl/>
              </w:rPr>
              <w:t xml:space="preserve"> </w:t>
            </w:r>
            <w:r w:rsidRPr="009647FC">
              <w:rPr>
                <w:rtl/>
              </w:rPr>
              <w:t>دفن</w:t>
            </w:r>
            <w:r>
              <w:rPr>
                <w:rtl/>
              </w:rPr>
              <w:t xml:space="preserve"> </w:t>
            </w:r>
            <w:r w:rsidRPr="009647FC">
              <w:rPr>
                <w:rtl/>
              </w:rPr>
              <w:t>الأقوام</w:t>
            </w:r>
            <w:r>
              <w:rPr>
                <w:rtl/>
              </w:rPr>
              <w:t xml:space="preserve"> </w:t>
            </w:r>
            <w:r w:rsidRPr="009647FC">
              <w:rPr>
                <w:rtl/>
              </w:rPr>
              <w:t>إلاّ</w:t>
            </w:r>
            <w:r>
              <w:rPr>
                <w:rtl/>
              </w:rPr>
              <w:t xml:space="preserve"> </w:t>
            </w:r>
            <w:r w:rsidRPr="009647FC">
              <w:rPr>
                <w:rtl/>
              </w:rPr>
              <w:t>دوائيا؟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وغادين</w:t>
            </w:r>
            <w:r w:rsidR="004C00A8">
              <w:rPr>
                <w:rtl/>
              </w:rPr>
              <w:t xml:space="preserve"> </w:t>
            </w:r>
            <w:r w:rsidRPr="009647FC">
              <w:rPr>
                <w:rtl/>
              </w:rPr>
              <w:t>قد</w:t>
            </w:r>
            <w:r>
              <w:rPr>
                <w:rtl/>
              </w:rPr>
              <w:t xml:space="preserve"> </w:t>
            </w:r>
            <w:r w:rsidRPr="009647FC">
              <w:rPr>
                <w:rtl/>
              </w:rPr>
              <w:t>أتبعتهم</w:t>
            </w:r>
            <w:r>
              <w:rPr>
                <w:rtl/>
              </w:rPr>
              <w:t xml:space="preserve"> </w:t>
            </w:r>
            <w:r w:rsidRPr="009647FC">
              <w:rPr>
                <w:rtl/>
              </w:rPr>
              <w:t>يوم</w:t>
            </w:r>
            <w:r>
              <w:rPr>
                <w:rtl/>
              </w:rPr>
              <w:t xml:space="preserve"> </w:t>
            </w:r>
            <w:r w:rsidRPr="009647FC">
              <w:rPr>
                <w:rtl/>
              </w:rPr>
              <w:t>ظعنهم</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جفوناً</w:t>
            </w:r>
            <w:r>
              <w:rPr>
                <w:rtl/>
              </w:rPr>
              <w:t xml:space="preserve"> </w:t>
            </w:r>
            <w:r w:rsidRPr="009647FC">
              <w:rPr>
                <w:rtl/>
              </w:rPr>
              <w:t>يعلمنّ</w:t>
            </w:r>
            <w:r>
              <w:rPr>
                <w:rtl/>
              </w:rPr>
              <w:t xml:space="preserve"> </w:t>
            </w:r>
            <w:r w:rsidRPr="009647FC">
              <w:rPr>
                <w:rtl/>
              </w:rPr>
              <w:t>البكاء</w:t>
            </w:r>
            <w:r>
              <w:rPr>
                <w:rtl/>
              </w:rPr>
              <w:t xml:space="preserve"> </w:t>
            </w:r>
            <w:r w:rsidRPr="009647FC">
              <w:rPr>
                <w:rtl/>
              </w:rPr>
              <w:t>الغواديا</w:t>
            </w:r>
            <w:r w:rsidRPr="00524A24">
              <w:rPr>
                <w:rStyle w:val="libPoemTiniChar0"/>
                <w:rtl/>
              </w:rPr>
              <w:br/>
              <w:t> </w:t>
            </w:r>
          </w:p>
        </w:tc>
      </w:tr>
      <w:tr w:rsidR="00E325A1" w:rsidRPr="00524A24" w:rsidTr="00E325A1">
        <w:trPr>
          <w:trHeight w:val="350"/>
        </w:trPr>
        <w:tc>
          <w:tcPr>
            <w:tcW w:w="3902" w:type="dxa"/>
          </w:tcPr>
          <w:p w:rsidR="00E325A1" w:rsidRPr="00524A24" w:rsidRDefault="00E325A1" w:rsidP="00AE101C">
            <w:pPr>
              <w:pStyle w:val="libPoem"/>
            </w:pPr>
            <w:r w:rsidRPr="009647FC">
              <w:rPr>
                <w:rtl/>
              </w:rPr>
              <w:t>وقفتُ</w:t>
            </w:r>
            <w:r>
              <w:rPr>
                <w:rtl/>
              </w:rPr>
              <w:t xml:space="preserve"> </w:t>
            </w:r>
            <w:r w:rsidRPr="009647FC">
              <w:rPr>
                <w:rtl/>
              </w:rPr>
              <w:t>لهم</w:t>
            </w:r>
            <w:r>
              <w:rPr>
                <w:rtl/>
              </w:rPr>
              <w:t xml:space="preserve"> </w:t>
            </w:r>
            <w:r w:rsidRPr="009647FC">
              <w:rPr>
                <w:rtl/>
              </w:rPr>
              <w:t>في</w:t>
            </w:r>
            <w:r>
              <w:rPr>
                <w:rtl/>
              </w:rPr>
              <w:t xml:space="preserve"> </w:t>
            </w:r>
            <w:r w:rsidRPr="009647FC">
              <w:rPr>
                <w:rtl/>
              </w:rPr>
              <w:t>مدرج</w:t>
            </w:r>
            <w:r>
              <w:rPr>
                <w:rtl/>
              </w:rPr>
              <w:t xml:space="preserve"> </w:t>
            </w:r>
            <w:r w:rsidRPr="009647FC">
              <w:rPr>
                <w:rtl/>
              </w:rPr>
              <w:t>البين</w:t>
            </w:r>
            <w:r>
              <w:rPr>
                <w:rtl/>
              </w:rPr>
              <w:t xml:space="preserve"> </w:t>
            </w:r>
            <w:r w:rsidRPr="009647FC">
              <w:rPr>
                <w:rtl/>
              </w:rPr>
              <w:t>وقفةً</w:t>
            </w:r>
            <w:r w:rsidRPr="00524A24">
              <w:rPr>
                <w:rStyle w:val="libPoemTiniChar0"/>
                <w:rtl/>
              </w:rPr>
              <w:br/>
              <w:t> </w:t>
            </w:r>
          </w:p>
        </w:tc>
        <w:tc>
          <w:tcPr>
            <w:tcW w:w="301" w:type="dxa"/>
          </w:tcPr>
          <w:p w:rsidR="00E325A1" w:rsidRPr="00524A24" w:rsidRDefault="00E325A1" w:rsidP="00AE101C">
            <w:pPr>
              <w:pStyle w:val="libPoem"/>
              <w:rPr>
                <w:rtl/>
              </w:rPr>
            </w:pPr>
          </w:p>
        </w:tc>
        <w:tc>
          <w:tcPr>
            <w:tcW w:w="3884" w:type="dxa"/>
          </w:tcPr>
          <w:p w:rsidR="00E325A1" w:rsidRPr="00524A24" w:rsidRDefault="00E325A1" w:rsidP="00AE101C">
            <w:pPr>
              <w:pStyle w:val="libPoem"/>
            </w:pPr>
            <w:r w:rsidRPr="009647FC">
              <w:rPr>
                <w:rtl/>
              </w:rPr>
              <w:t>تكسّ</w:t>
            </w:r>
            <w:r>
              <w:rPr>
                <w:rtl/>
              </w:rPr>
              <w:t>َ</w:t>
            </w:r>
            <w:r w:rsidRPr="009647FC">
              <w:rPr>
                <w:rtl/>
              </w:rPr>
              <w:t>ر</w:t>
            </w:r>
            <w:r w:rsidR="004C00A8">
              <w:rPr>
                <w:rtl/>
              </w:rPr>
              <w:t xml:space="preserve"> </w:t>
            </w:r>
            <w:r w:rsidRPr="009647FC">
              <w:rPr>
                <w:rtl/>
              </w:rPr>
              <w:t>أن</w:t>
            </w:r>
            <w:r w:rsidRPr="00B371C6">
              <w:rPr>
                <w:rtl/>
              </w:rPr>
              <w:t>ّ</w:t>
            </w:r>
            <w:r w:rsidRPr="009647FC">
              <w:rPr>
                <w:rtl/>
              </w:rPr>
              <w:t>ى</w:t>
            </w:r>
            <w:r>
              <w:rPr>
                <w:rtl/>
              </w:rPr>
              <w:t xml:space="preserve"> </w:t>
            </w:r>
            <w:r w:rsidRPr="009647FC">
              <w:rPr>
                <w:rtl/>
              </w:rPr>
              <w:t>ملتُ</w:t>
            </w:r>
            <w:r>
              <w:rPr>
                <w:rtl/>
              </w:rPr>
              <w:t xml:space="preserve"> </w:t>
            </w:r>
            <w:r w:rsidRPr="009647FC">
              <w:rPr>
                <w:rtl/>
              </w:rPr>
              <w:t>منّي</w:t>
            </w:r>
            <w:r>
              <w:rPr>
                <w:rtl/>
              </w:rPr>
              <w:t xml:space="preserve"> </w:t>
            </w:r>
            <w:r w:rsidRPr="009647FC">
              <w:rPr>
                <w:rtl/>
              </w:rPr>
              <w:t>عظاميا</w:t>
            </w:r>
            <w:r w:rsidRPr="00524A24">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4E5E17" w:rsidRPr="00524A24" w:rsidTr="004E5E17">
        <w:trPr>
          <w:trHeight w:val="350"/>
        </w:trPr>
        <w:tc>
          <w:tcPr>
            <w:tcW w:w="3902" w:type="dxa"/>
          </w:tcPr>
          <w:p w:rsidR="004E5E17" w:rsidRPr="00524A24" w:rsidRDefault="004E5E17" w:rsidP="00AE101C">
            <w:pPr>
              <w:pStyle w:val="libPoem"/>
            </w:pPr>
            <w:r w:rsidRPr="009647FC">
              <w:rPr>
                <w:rtl/>
              </w:rPr>
              <w:lastRenderedPageBreak/>
              <w:t>وقفتُ</w:t>
            </w:r>
            <w:r w:rsidR="004C00A8">
              <w:rPr>
                <w:rtl/>
              </w:rPr>
              <w:t xml:space="preserve"> </w:t>
            </w:r>
            <w:r w:rsidRPr="009647FC">
              <w:rPr>
                <w:rtl/>
              </w:rPr>
              <w:t>ونفسي</w:t>
            </w:r>
            <w:r>
              <w:rPr>
                <w:rtl/>
              </w:rPr>
              <w:t xml:space="preserve"> </w:t>
            </w:r>
            <w:r w:rsidRPr="009647FC">
              <w:rPr>
                <w:rtl/>
              </w:rPr>
              <w:t>رغبة</w:t>
            </w:r>
            <w:r>
              <w:rPr>
                <w:rtl/>
              </w:rPr>
              <w:t xml:space="preserve"> </w:t>
            </w:r>
            <w:r w:rsidRPr="009647FC">
              <w:rPr>
                <w:rtl/>
              </w:rPr>
              <w:t>في</w:t>
            </w:r>
            <w:r>
              <w:rPr>
                <w:rtl/>
              </w:rPr>
              <w:t xml:space="preserve"> </w:t>
            </w:r>
            <w:r w:rsidRPr="009647FC">
              <w:rPr>
                <w:rtl/>
              </w:rPr>
              <w:t>لقائهم</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تمنّى</w:t>
            </w:r>
            <w:r>
              <w:rPr>
                <w:rtl/>
              </w:rPr>
              <w:t xml:space="preserve"> </w:t>
            </w:r>
            <w:r w:rsidRPr="009647FC">
              <w:rPr>
                <w:rtl/>
              </w:rPr>
              <w:t>على</w:t>
            </w:r>
            <w:r>
              <w:rPr>
                <w:rtl/>
              </w:rPr>
              <w:t xml:space="preserve"> </w:t>
            </w:r>
            <w:r w:rsidRPr="009647FC">
              <w:rPr>
                <w:rtl/>
              </w:rPr>
              <w:t>كذب</w:t>
            </w:r>
            <w:r>
              <w:rPr>
                <w:rtl/>
              </w:rPr>
              <w:t xml:space="preserve"> </w:t>
            </w:r>
            <w:r w:rsidRPr="009647FC">
              <w:rPr>
                <w:rtl/>
              </w:rPr>
              <w:t>الرجاء</w:t>
            </w:r>
            <w:r>
              <w:rPr>
                <w:rtl/>
              </w:rPr>
              <w:t xml:space="preserve"> </w:t>
            </w:r>
            <w:r w:rsidRPr="009647FC">
              <w:rPr>
                <w:rtl/>
              </w:rPr>
              <w:t>الأمانيا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وم</w:t>
            </w:r>
            <w:r w:rsidRPr="00B371C6">
              <w:rPr>
                <w:rtl/>
              </w:rPr>
              <w:t>َ</w:t>
            </w:r>
            <w:r w:rsidRPr="009647FC">
              <w:rPr>
                <w:rtl/>
              </w:rPr>
              <w:t>نْ</w:t>
            </w:r>
            <w:r>
              <w:rPr>
                <w:rtl/>
              </w:rPr>
              <w:t xml:space="preserve"> </w:t>
            </w:r>
            <w:r w:rsidRPr="009647FC">
              <w:rPr>
                <w:rtl/>
              </w:rPr>
              <w:t>ذهبت</w:t>
            </w:r>
            <w:r>
              <w:rPr>
                <w:rtl/>
              </w:rPr>
              <w:t xml:space="preserve"> </w:t>
            </w:r>
            <w:r w:rsidRPr="009647FC">
              <w:rPr>
                <w:rtl/>
              </w:rPr>
              <w:t>أيدي</w:t>
            </w:r>
            <w:r>
              <w:rPr>
                <w:rtl/>
              </w:rPr>
              <w:t xml:space="preserve"> </w:t>
            </w:r>
            <w:r w:rsidRPr="009647FC">
              <w:rPr>
                <w:rtl/>
              </w:rPr>
              <w:t>المنايا</w:t>
            </w:r>
            <w:r>
              <w:rPr>
                <w:rtl/>
              </w:rPr>
              <w:t xml:space="preserve"> </w:t>
            </w:r>
            <w:r w:rsidRPr="009647FC">
              <w:rPr>
                <w:rtl/>
              </w:rPr>
              <w:t>بشخصه</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فهيهات</w:t>
            </w:r>
            <w:r w:rsidR="004C00A8">
              <w:rPr>
                <w:rtl/>
              </w:rPr>
              <w:t xml:space="preserve"> </w:t>
            </w:r>
            <w:r w:rsidRPr="009647FC">
              <w:rPr>
                <w:rtl/>
              </w:rPr>
              <w:t>فيه</w:t>
            </w:r>
            <w:r>
              <w:rPr>
                <w:rtl/>
              </w:rPr>
              <w:t xml:space="preserve"> </w:t>
            </w:r>
            <w:r w:rsidRPr="009647FC">
              <w:rPr>
                <w:rtl/>
              </w:rPr>
              <w:t>يرجع</w:t>
            </w:r>
            <w:r>
              <w:rPr>
                <w:rtl/>
              </w:rPr>
              <w:t xml:space="preserve"> </w:t>
            </w:r>
            <w:r w:rsidRPr="009647FC">
              <w:rPr>
                <w:rtl/>
              </w:rPr>
              <w:t>الدهرُ</w:t>
            </w:r>
            <w:r>
              <w:rPr>
                <w:rtl/>
              </w:rPr>
              <w:t xml:space="preserve"> </w:t>
            </w:r>
            <w:r w:rsidRPr="009647FC">
              <w:rPr>
                <w:rtl/>
              </w:rPr>
              <w:t>ثانيا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أحباي</w:t>
            </w:r>
            <w:r>
              <w:rPr>
                <w:rtl/>
              </w:rPr>
              <w:t xml:space="preserve">َ </w:t>
            </w:r>
            <w:r w:rsidRPr="009647FC">
              <w:rPr>
                <w:rtl/>
              </w:rPr>
              <w:t>حال</w:t>
            </w:r>
            <w:r>
              <w:rPr>
                <w:rtl/>
              </w:rPr>
              <w:t xml:space="preserve"> </w:t>
            </w:r>
            <w:r w:rsidRPr="009647FC">
              <w:rPr>
                <w:rtl/>
              </w:rPr>
              <w:t>الموتُ</w:t>
            </w:r>
            <w:r>
              <w:rPr>
                <w:rtl/>
              </w:rPr>
              <w:t xml:space="preserve"> </w:t>
            </w:r>
            <w:r w:rsidRPr="009647FC">
              <w:rPr>
                <w:rtl/>
              </w:rPr>
              <w:t>بيني</w:t>
            </w:r>
            <w:r>
              <w:rPr>
                <w:rtl/>
              </w:rPr>
              <w:t xml:space="preserve"> </w:t>
            </w:r>
            <w:r w:rsidRPr="009647FC">
              <w:rPr>
                <w:rtl/>
              </w:rPr>
              <w:t>وبينكم</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فما</w:t>
            </w:r>
            <w:r w:rsidR="004C00A8">
              <w:rPr>
                <w:rtl/>
              </w:rPr>
              <w:t xml:space="preserve"> </w:t>
            </w:r>
            <w:r w:rsidRPr="009647FC">
              <w:rPr>
                <w:rtl/>
              </w:rPr>
              <w:t>حيلتي</w:t>
            </w:r>
            <w:r>
              <w:rPr>
                <w:rtl/>
              </w:rPr>
              <w:t xml:space="preserve"> </w:t>
            </w:r>
            <w:r w:rsidRPr="009647FC">
              <w:rPr>
                <w:rtl/>
              </w:rPr>
              <w:t>فيكم</w:t>
            </w:r>
            <w:r>
              <w:rPr>
                <w:rtl/>
              </w:rPr>
              <w:t xml:space="preserve"> </w:t>
            </w:r>
            <w:r w:rsidRPr="009647FC">
              <w:rPr>
                <w:rtl/>
              </w:rPr>
              <w:t>عدمت</w:t>
            </w:r>
            <w:r>
              <w:rPr>
                <w:rtl/>
              </w:rPr>
              <w:t xml:space="preserve"> </w:t>
            </w:r>
            <w:r w:rsidRPr="009647FC">
              <w:rPr>
                <w:rtl/>
              </w:rPr>
              <w:t>احتياليا؟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قفوا</w:t>
            </w:r>
            <w:r w:rsidR="004C00A8">
              <w:rPr>
                <w:rtl/>
              </w:rPr>
              <w:t xml:space="preserve"> </w:t>
            </w:r>
            <w:r w:rsidRPr="009647FC">
              <w:rPr>
                <w:rtl/>
              </w:rPr>
              <w:t>لا</w:t>
            </w:r>
            <w:r>
              <w:rPr>
                <w:rtl/>
              </w:rPr>
              <w:t xml:space="preserve"> </w:t>
            </w:r>
            <w:r w:rsidRPr="009647FC">
              <w:rPr>
                <w:rtl/>
              </w:rPr>
              <w:t>أقام</w:t>
            </w:r>
            <w:r>
              <w:rPr>
                <w:rtl/>
              </w:rPr>
              <w:t xml:space="preserve"> </w:t>
            </w:r>
            <w:r w:rsidRPr="009647FC">
              <w:rPr>
                <w:rtl/>
              </w:rPr>
              <w:t>البينُ</w:t>
            </w:r>
            <w:r>
              <w:rPr>
                <w:rtl/>
              </w:rPr>
              <w:t xml:space="preserve"> </w:t>
            </w:r>
            <w:r w:rsidRPr="009647FC">
              <w:rPr>
                <w:rtl/>
              </w:rPr>
              <w:t>صدر</w:t>
            </w:r>
            <w:r>
              <w:rPr>
                <w:rtl/>
              </w:rPr>
              <w:t xml:space="preserve"> </w:t>
            </w:r>
            <w:r w:rsidRPr="009647FC">
              <w:rPr>
                <w:rtl/>
              </w:rPr>
              <w:t>مطيّكم</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لمستعطفٍ</w:t>
            </w:r>
            <w:r w:rsidR="004C00A8">
              <w:rPr>
                <w:rtl/>
              </w:rPr>
              <w:t xml:space="preserve"> </w:t>
            </w:r>
            <w:r w:rsidRPr="009647FC">
              <w:rPr>
                <w:rtl/>
              </w:rPr>
              <w:t>بالدمع</w:t>
            </w:r>
            <w:r>
              <w:rPr>
                <w:rtl/>
              </w:rPr>
              <w:t xml:space="preserve"> </w:t>
            </w:r>
            <w:r w:rsidRPr="009647FC">
              <w:rPr>
                <w:rtl/>
              </w:rPr>
              <w:t>يخشى</w:t>
            </w:r>
            <w:r>
              <w:rPr>
                <w:rtl/>
              </w:rPr>
              <w:t xml:space="preserve"> </w:t>
            </w:r>
            <w:r w:rsidRPr="009647FC">
              <w:rPr>
                <w:rtl/>
              </w:rPr>
              <w:t>التنائيا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قفوا</w:t>
            </w:r>
            <w:r w:rsidR="004C00A8">
              <w:rPr>
                <w:rtl/>
              </w:rPr>
              <w:t xml:space="preserve"> </w:t>
            </w:r>
            <w:r w:rsidRPr="009647FC">
              <w:rPr>
                <w:rtl/>
              </w:rPr>
              <w:t>خبّروني</w:t>
            </w:r>
            <w:r>
              <w:rPr>
                <w:rtl/>
              </w:rPr>
              <w:t xml:space="preserve"> </w:t>
            </w:r>
            <w:r w:rsidRPr="009647FC">
              <w:rPr>
                <w:rtl/>
              </w:rPr>
              <w:t>عنكم</w:t>
            </w:r>
            <w:r>
              <w:rPr>
                <w:rtl/>
              </w:rPr>
              <w:t xml:space="preserve"> </w:t>
            </w:r>
            <w:r w:rsidRPr="009647FC">
              <w:rPr>
                <w:rtl/>
              </w:rPr>
              <w:t>هل</w:t>
            </w:r>
            <w:r>
              <w:rPr>
                <w:rtl/>
              </w:rPr>
              <w:t xml:space="preserve"> </w:t>
            </w:r>
            <w:r w:rsidRPr="009647FC">
              <w:rPr>
                <w:rtl/>
              </w:rPr>
              <w:t>أراكم</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ولو</w:t>
            </w:r>
            <w:r>
              <w:rPr>
                <w:rtl/>
              </w:rPr>
              <w:t xml:space="preserve"> </w:t>
            </w:r>
            <w:r w:rsidRPr="009647FC">
              <w:rPr>
                <w:rtl/>
              </w:rPr>
              <w:t>شبحاً</w:t>
            </w:r>
            <w:r>
              <w:rPr>
                <w:rtl/>
              </w:rPr>
              <w:t xml:space="preserve"> </w:t>
            </w:r>
            <w:r w:rsidRPr="009647FC">
              <w:rPr>
                <w:rtl/>
              </w:rPr>
              <w:t>ما</w:t>
            </w:r>
            <w:r>
              <w:rPr>
                <w:rtl/>
              </w:rPr>
              <w:t xml:space="preserve"> </w:t>
            </w:r>
            <w:r w:rsidRPr="009647FC">
              <w:rPr>
                <w:rtl/>
              </w:rPr>
              <w:t>بين</w:t>
            </w:r>
            <w:r>
              <w:rPr>
                <w:rtl/>
              </w:rPr>
              <w:t xml:space="preserve"> </w:t>
            </w:r>
            <w:r w:rsidRPr="009647FC">
              <w:rPr>
                <w:rtl/>
              </w:rPr>
              <w:t>عينيّ</w:t>
            </w:r>
            <w:r>
              <w:rPr>
                <w:rtl/>
              </w:rPr>
              <w:t xml:space="preserve">َ </w:t>
            </w:r>
            <w:r w:rsidRPr="009647FC">
              <w:rPr>
                <w:rtl/>
              </w:rPr>
              <w:t>ساريا؟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وتلك</w:t>
            </w:r>
            <w:r w:rsidR="004C00A8">
              <w:rPr>
                <w:rtl/>
              </w:rPr>
              <w:t xml:space="preserve"> </w:t>
            </w:r>
            <w:r w:rsidRPr="009647FC">
              <w:rPr>
                <w:rtl/>
              </w:rPr>
              <w:t>الليالي</w:t>
            </w:r>
            <w:r>
              <w:rPr>
                <w:rtl/>
              </w:rPr>
              <w:t xml:space="preserve"> </w:t>
            </w:r>
            <w:r w:rsidRPr="009647FC">
              <w:rPr>
                <w:rtl/>
              </w:rPr>
              <w:t>السالفات</w:t>
            </w:r>
            <w:r>
              <w:rPr>
                <w:rtl/>
              </w:rPr>
              <w:t xml:space="preserve"> </w:t>
            </w:r>
            <w:r w:rsidRPr="009647FC">
              <w:rPr>
                <w:rtl/>
              </w:rPr>
              <w:t>على</w:t>
            </w:r>
            <w:r>
              <w:rPr>
                <w:rtl/>
              </w:rPr>
              <w:t xml:space="preserve"> </w:t>
            </w:r>
            <w:r w:rsidRPr="009647FC">
              <w:rPr>
                <w:rtl/>
              </w:rPr>
              <w:t>منىً</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تطيب</w:t>
            </w:r>
            <w:r w:rsidR="004C00A8">
              <w:rPr>
                <w:rtl/>
              </w:rPr>
              <w:t xml:space="preserve"> </w:t>
            </w:r>
            <w:r w:rsidRPr="009647FC">
              <w:rPr>
                <w:rtl/>
              </w:rPr>
              <w:t>وتحلو</w:t>
            </w:r>
            <w:r>
              <w:rPr>
                <w:rtl/>
              </w:rPr>
              <w:t xml:space="preserve"> </w:t>
            </w:r>
            <w:r w:rsidRPr="009647FC">
              <w:rPr>
                <w:rtl/>
              </w:rPr>
              <w:t>هل</w:t>
            </w:r>
            <w:r>
              <w:rPr>
                <w:rtl/>
              </w:rPr>
              <w:t xml:space="preserve"> </w:t>
            </w:r>
            <w:r w:rsidRPr="009647FC">
              <w:rPr>
                <w:rtl/>
              </w:rPr>
              <w:t>تعود</w:t>
            </w:r>
            <w:r>
              <w:rPr>
                <w:rtl/>
              </w:rPr>
              <w:t xml:space="preserve"> </w:t>
            </w:r>
            <w:r w:rsidRPr="009647FC">
              <w:rPr>
                <w:rtl/>
              </w:rPr>
              <w:t>كما</w:t>
            </w:r>
            <w:r>
              <w:rPr>
                <w:rtl/>
              </w:rPr>
              <w:t xml:space="preserve"> </w:t>
            </w:r>
            <w:r w:rsidRPr="009647FC">
              <w:rPr>
                <w:rtl/>
              </w:rPr>
              <w:t>هيا؟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ليالي</w:t>
            </w:r>
            <w:r>
              <w:rPr>
                <w:rtl/>
              </w:rPr>
              <w:t xml:space="preserve"> </w:t>
            </w:r>
            <w:r w:rsidRPr="009647FC">
              <w:rPr>
                <w:rtl/>
              </w:rPr>
              <w:t>أنسٍ</w:t>
            </w:r>
            <w:r>
              <w:rPr>
                <w:rtl/>
              </w:rPr>
              <w:t xml:space="preserve"> </w:t>
            </w:r>
            <w:r w:rsidRPr="009647FC">
              <w:rPr>
                <w:rtl/>
              </w:rPr>
              <w:t>بالوصال</w:t>
            </w:r>
            <w:r>
              <w:rPr>
                <w:rtl/>
              </w:rPr>
              <w:t xml:space="preserve"> </w:t>
            </w:r>
            <w:r w:rsidRPr="009647FC">
              <w:rPr>
                <w:rtl/>
              </w:rPr>
              <w:t>لبستها</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رقاق</w:t>
            </w:r>
            <w:r w:rsidR="004C00A8">
              <w:rPr>
                <w:rtl/>
              </w:rPr>
              <w:t xml:space="preserve"> </w:t>
            </w:r>
            <w:r w:rsidRPr="009647FC">
              <w:rPr>
                <w:rtl/>
              </w:rPr>
              <w:t>الحواشي</w:t>
            </w:r>
            <w:r>
              <w:rPr>
                <w:rtl/>
              </w:rPr>
              <w:t xml:space="preserve"> </w:t>
            </w:r>
            <w:r w:rsidRPr="009647FC">
              <w:rPr>
                <w:rtl/>
              </w:rPr>
              <w:t>نيّراتٍ</w:t>
            </w:r>
            <w:r>
              <w:rPr>
                <w:rtl/>
              </w:rPr>
              <w:t xml:space="preserve"> </w:t>
            </w:r>
            <w:r w:rsidRPr="009647FC">
              <w:rPr>
                <w:rtl/>
              </w:rPr>
              <w:t>زواهيا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دعوا</w:t>
            </w:r>
            <w:r w:rsidR="004C00A8">
              <w:rPr>
                <w:rtl/>
              </w:rPr>
              <w:t xml:space="preserve"> </w:t>
            </w:r>
            <w:r w:rsidRPr="009647FC">
              <w:rPr>
                <w:rtl/>
              </w:rPr>
              <w:t>لي</w:t>
            </w:r>
            <w:r>
              <w:rPr>
                <w:rtl/>
              </w:rPr>
              <w:t xml:space="preserve"> </w:t>
            </w:r>
            <w:r w:rsidRPr="009647FC">
              <w:rPr>
                <w:rtl/>
              </w:rPr>
              <w:t>قلبي</w:t>
            </w:r>
            <w:r>
              <w:rPr>
                <w:rtl/>
              </w:rPr>
              <w:t xml:space="preserve"> </w:t>
            </w:r>
            <w:r w:rsidRPr="009647FC">
              <w:rPr>
                <w:rtl/>
              </w:rPr>
              <w:t>أو</w:t>
            </w:r>
            <w:r>
              <w:rPr>
                <w:rtl/>
              </w:rPr>
              <w:t xml:space="preserve"> </w:t>
            </w:r>
            <w:r w:rsidRPr="009647FC">
              <w:rPr>
                <w:rtl/>
              </w:rPr>
              <w:t>خذوه</w:t>
            </w:r>
            <w:r>
              <w:rPr>
                <w:rtl/>
              </w:rPr>
              <w:t xml:space="preserve"> </w:t>
            </w:r>
            <w:r w:rsidRPr="009647FC">
              <w:rPr>
                <w:rtl/>
              </w:rPr>
              <w:t>مع</w:t>
            </w:r>
            <w:r>
              <w:rPr>
                <w:rtl/>
              </w:rPr>
              <w:t xml:space="preserve"> </w:t>
            </w:r>
            <w:r w:rsidRPr="009647FC">
              <w:rPr>
                <w:rtl/>
              </w:rPr>
              <w:t>الجوى</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فها</w:t>
            </w:r>
            <w:r w:rsidR="004C00A8">
              <w:rPr>
                <w:rtl/>
              </w:rPr>
              <w:t xml:space="preserve"> </w:t>
            </w:r>
            <w:r w:rsidRPr="009647FC">
              <w:rPr>
                <w:rtl/>
              </w:rPr>
              <w:t>هو</w:t>
            </w:r>
            <w:r>
              <w:rPr>
                <w:rtl/>
              </w:rPr>
              <w:t xml:space="preserve"> </w:t>
            </w:r>
            <w:r w:rsidRPr="009647FC">
              <w:rPr>
                <w:rtl/>
              </w:rPr>
              <w:t>خلف</w:t>
            </w:r>
            <w:r>
              <w:rPr>
                <w:rtl/>
              </w:rPr>
              <w:t xml:space="preserve"> </w:t>
            </w:r>
            <w:r w:rsidRPr="009647FC">
              <w:rPr>
                <w:rtl/>
              </w:rPr>
              <w:t>الركب</w:t>
            </w:r>
            <w:r>
              <w:rPr>
                <w:rtl/>
              </w:rPr>
              <w:t xml:space="preserve"> </w:t>
            </w:r>
            <w:r w:rsidRPr="009647FC">
              <w:rPr>
                <w:rtl/>
              </w:rPr>
              <w:t>أصبح</w:t>
            </w:r>
            <w:r>
              <w:rPr>
                <w:rtl/>
              </w:rPr>
              <w:t xml:space="preserve"> </w:t>
            </w:r>
            <w:r w:rsidRPr="009647FC">
              <w:rPr>
                <w:rtl/>
              </w:rPr>
              <w:t>ساريا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أحباي</w:t>
            </w:r>
            <w:r>
              <w:rPr>
                <w:rtl/>
              </w:rPr>
              <w:t>َ</w:t>
            </w:r>
            <w:r w:rsidR="004C00A8">
              <w:rPr>
                <w:rtl/>
              </w:rPr>
              <w:t xml:space="preserve"> </w:t>
            </w:r>
            <w:r w:rsidRPr="009647FC">
              <w:rPr>
                <w:rtl/>
              </w:rPr>
              <w:t>لا</w:t>
            </w:r>
            <w:r>
              <w:rPr>
                <w:rtl/>
              </w:rPr>
              <w:t xml:space="preserve"> </w:t>
            </w:r>
            <w:r w:rsidRPr="009647FC">
              <w:rPr>
                <w:rtl/>
              </w:rPr>
              <w:t>والله</w:t>
            </w:r>
            <w:r>
              <w:rPr>
                <w:rtl/>
              </w:rPr>
              <w:t xml:space="preserve"> </w:t>
            </w:r>
            <w:r w:rsidRPr="009647FC">
              <w:rPr>
                <w:rtl/>
              </w:rPr>
              <w:t>ما</w:t>
            </w:r>
            <w:r>
              <w:rPr>
                <w:rtl/>
              </w:rPr>
              <w:t xml:space="preserve"> </w:t>
            </w:r>
            <w:r w:rsidRPr="009647FC">
              <w:rPr>
                <w:rtl/>
              </w:rPr>
              <w:t>عشتُ</w:t>
            </w:r>
            <w:r>
              <w:rPr>
                <w:rtl/>
              </w:rPr>
              <w:t xml:space="preserve"> </w:t>
            </w:r>
            <w:r w:rsidRPr="009647FC">
              <w:rPr>
                <w:rtl/>
              </w:rPr>
              <w:t>سلوةً</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ولا</w:t>
            </w:r>
            <w:r>
              <w:rPr>
                <w:rtl/>
              </w:rPr>
              <w:t xml:space="preserve"> </w:t>
            </w:r>
            <w:r w:rsidRPr="009647FC">
              <w:rPr>
                <w:rtl/>
              </w:rPr>
              <w:t>بكم</w:t>
            </w:r>
            <w:r>
              <w:rPr>
                <w:rtl/>
              </w:rPr>
              <w:t xml:space="preserve"> </w:t>
            </w:r>
            <w:r w:rsidRPr="009647FC">
              <w:rPr>
                <w:rtl/>
              </w:rPr>
              <w:t>استبدلت</w:t>
            </w:r>
            <w:r>
              <w:rPr>
                <w:rtl/>
              </w:rPr>
              <w:t xml:space="preserve"> </w:t>
            </w:r>
            <w:r w:rsidRPr="009647FC">
              <w:rPr>
                <w:rtl/>
              </w:rPr>
              <w:t>خلاً</w:t>
            </w:r>
            <w:r>
              <w:rPr>
                <w:rtl/>
              </w:rPr>
              <w:t xml:space="preserve"> </w:t>
            </w:r>
            <w:r w:rsidRPr="009647FC">
              <w:rPr>
                <w:rtl/>
              </w:rPr>
              <w:t>مصافيا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ولمّا</w:t>
            </w:r>
            <w:r w:rsidR="004C00A8">
              <w:rPr>
                <w:rtl/>
              </w:rPr>
              <w:t xml:space="preserve"> </w:t>
            </w:r>
            <w:r w:rsidRPr="009647FC">
              <w:rPr>
                <w:rtl/>
              </w:rPr>
              <w:t>سرى</w:t>
            </w:r>
            <w:r>
              <w:rPr>
                <w:rtl/>
              </w:rPr>
              <w:t xml:space="preserve"> </w:t>
            </w:r>
            <w:r w:rsidRPr="009647FC">
              <w:rPr>
                <w:rtl/>
              </w:rPr>
              <w:t>الناعي</w:t>
            </w:r>
            <w:r>
              <w:rPr>
                <w:rtl/>
              </w:rPr>
              <w:t xml:space="preserve"> </w:t>
            </w:r>
            <w:r w:rsidRPr="009647FC">
              <w:rPr>
                <w:rtl/>
              </w:rPr>
              <w:t>بكم</w:t>
            </w:r>
            <w:r>
              <w:rPr>
                <w:rtl/>
              </w:rPr>
              <w:t xml:space="preserve"> </w:t>
            </w:r>
            <w:r w:rsidRPr="009647FC">
              <w:rPr>
                <w:rtl/>
              </w:rPr>
              <w:t>فاستفزّني</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ونادى</w:t>
            </w:r>
            <w:r>
              <w:rPr>
                <w:rtl/>
              </w:rPr>
              <w:t xml:space="preserve"> </w:t>
            </w:r>
            <w:r w:rsidRPr="009647FC">
              <w:rPr>
                <w:rtl/>
              </w:rPr>
              <w:t>منادي</w:t>
            </w:r>
            <w:r>
              <w:rPr>
                <w:rtl/>
              </w:rPr>
              <w:t xml:space="preserve"> </w:t>
            </w:r>
            <w:r w:rsidRPr="009647FC">
              <w:rPr>
                <w:rtl/>
              </w:rPr>
              <w:t>البين</w:t>
            </w:r>
            <w:r>
              <w:rPr>
                <w:rtl/>
              </w:rPr>
              <w:t xml:space="preserve"> </w:t>
            </w:r>
            <w:r w:rsidRPr="009647FC">
              <w:rPr>
                <w:rtl/>
              </w:rPr>
              <w:t>أن</w:t>
            </w:r>
            <w:r>
              <w:rPr>
                <w:rtl/>
              </w:rPr>
              <w:t xml:space="preserve"> </w:t>
            </w:r>
            <w:r w:rsidRPr="009647FC">
              <w:rPr>
                <w:rtl/>
              </w:rPr>
              <w:t>لا</w:t>
            </w:r>
            <w:r>
              <w:rPr>
                <w:rtl/>
              </w:rPr>
              <w:t xml:space="preserve"> </w:t>
            </w:r>
            <w:r w:rsidRPr="009647FC">
              <w:rPr>
                <w:rtl/>
              </w:rPr>
              <w:t>تدانيا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ربطت</w:t>
            </w:r>
            <w:r>
              <w:rPr>
                <w:rtl/>
              </w:rPr>
              <w:t xml:space="preserve"> </w:t>
            </w:r>
            <w:r w:rsidRPr="009647FC">
              <w:rPr>
                <w:rtl/>
              </w:rPr>
              <w:t>الحشا</w:t>
            </w:r>
            <w:r>
              <w:rPr>
                <w:rtl/>
              </w:rPr>
              <w:t xml:space="preserve"> </w:t>
            </w:r>
            <w:r w:rsidRPr="009647FC">
              <w:rPr>
                <w:rtl/>
              </w:rPr>
              <w:t>بالراحتين</w:t>
            </w:r>
            <w:r>
              <w:rPr>
                <w:rtl/>
              </w:rPr>
              <w:t xml:space="preserve"> </w:t>
            </w:r>
            <w:r w:rsidRPr="009647FC">
              <w:rPr>
                <w:rtl/>
              </w:rPr>
              <w:t>ولم</w:t>
            </w:r>
            <w:r>
              <w:rPr>
                <w:rtl/>
              </w:rPr>
              <w:t xml:space="preserve"> </w:t>
            </w:r>
            <w:r w:rsidRPr="009647FC">
              <w:rPr>
                <w:rtl/>
              </w:rPr>
              <w:t>أخلْ</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تطيح</w:t>
            </w:r>
            <w:r>
              <w:rPr>
                <w:rtl/>
              </w:rPr>
              <w:t xml:space="preserve"> </w:t>
            </w:r>
            <w:r w:rsidRPr="009647FC">
              <w:rPr>
                <w:rtl/>
              </w:rPr>
              <w:t>شظايا</w:t>
            </w:r>
            <w:r>
              <w:rPr>
                <w:rtl/>
              </w:rPr>
              <w:t xml:space="preserve"> </w:t>
            </w:r>
            <w:r w:rsidRPr="009647FC">
              <w:rPr>
                <w:rtl/>
              </w:rPr>
              <w:t>مهجتي</w:t>
            </w:r>
            <w:r>
              <w:rPr>
                <w:rtl/>
              </w:rPr>
              <w:t xml:space="preserve"> </w:t>
            </w:r>
            <w:r w:rsidRPr="009647FC">
              <w:rPr>
                <w:rtl/>
              </w:rPr>
              <w:t>ببنانيا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وعندي</w:t>
            </w:r>
            <w:r>
              <w:rPr>
                <w:rtl/>
              </w:rPr>
              <w:t xml:space="preserve"> </w:t>
            </w:r>
            <w:r w:rsidRPr="009647FC">
              <w:rPr>
                <w:rtl/>
              </w:rPr>
              <w:t>ممّا</w:t>
            </w:r>
            <w:r>
              <w:rPr>
                <w:rtl/>
              </w:rPr>
              <w:t xml:space="preserve"> </w:t>
            </w:r>
            <w:r w:rsidRPr="009647FC">
              <w:rPr>
                <w:rtl/>
              </w:rPr>
              <w:t>ثقّ</w:t>
            </w:r>
            <w:r>
              <w:rPr>
                <w:rtl/>
              </w:rPr>
              <w:t>َ</w:t>
            </w:r>
            <w:r w:rsidRPr="009647FC">
              <w:rPr>
                <w:rtl/>
              </w:rPr>
              <w:t>ف</w:t>
            </w:r>
            <w:r>
              <w:rPr>
                <w:rtl/>
              </w:rPr>
              <w:t xml:space="preserve"> </w:t>
            </w:r>
            <w:r w:rsidRPr="009647FC">
              <w:rPr>
                <w:rtl/>
              </w:rPr>
              <w:t>البين</w:t>
            </w:r>
            <w:r>
              <w:rPr>
                <w:rtl/>
              </w:rPr>
              <w:t xml:space="preserve">َ </w:t>
            </w:r>
            <w:r w:rsidRPr="009647FC">
              <w:rPr>
                <w:rtl/>
              </w:rPr>
              <w:t>أضلعٌ</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غدون</w:t>
            </w:r>
            <w:r>
              <w:rPr>
                <w:rtl/>
              </w:rPr>
              <w:t xml:space="preserve"> </w:t>
            </w:r>
            <w:r w:rsidRPr="009647FC">
              <w:rPr>
                <w:rtl/>
              </w:rPr>
              <w:t>على</w:t>
            </w:r>
            <w:r>
              <w:rPr>
                <w:rtl/>
              </w:rPr>
              <w:t xml:space="preserve"> </w:t>
            </w:r>
            <w:r w:rsidRPr="009647FC">
              <w:rPr>
                <w:rtl/>
              </w:rPr>
              <w:t>جمر</w:t>
            </w:r>
            <w:r>
              <w:rPr>
                <w:rtl/>
              </w:rPr>
              <w:t xml:space="preserve"> </w:t>
            </w:r>
            <w:r w:rsidRPr="009647FC">
              <w:rPr>
                <w:rtl/>
              </w:rPr>
              <w:t>الفراق</w:t>
            </w:r>
            <w:r>
              <w:rPr>
                <w:rtl/>
              </w:rPr>
              <w:t xml:space="preserve"> </w:t>
            </w:r>
            <w:r w:rsidRPr="009647FC">
              <w:rPr>
                <w:rtl/>
              </w:rPr>
              <w:t>حوانيا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وعينٌ</w:t>
            </w:r>
            <w:r w:rsidR="004C00A8">
              <w:rPr>
                <w:rtl/>
              </w:rPr>
              <w:t xml:space="preserve"> </w:t>
            </w:r>
            <w:r w:rsidRPr="009647FC">
              <w:rPr>
                <w:rtl/>
              </w:rPr>
              <w:t>بلا</w:t>
            </w:r>
            <w:r>
              <w:rPr>
                <w:rtl/>
              </w:rPr>
              <w:t xml:space="preserve"> </w:t>
            </w:r>
            <w:r w:rsidRPr="009647FC">
              <w:rPr>
                <w:rtl/>
              </w:rPr>
              <w:t>غمضٍ</w:t>
            </w:r>
            <w:r>
              <w:rPr>
                <w:rtl/>
              </w:rPr>
              <w:t xml:space="preserve"> </w:t>
            </w:r>
            <w:r w:rsidRPr="009647FC">
              <w:rPr>
                <w:rtl/>
              </w:rPr>
              <w:t>كأنّ</w:t>
            </w:r>
            <w:r>
              <w:rPr>
                <w:rtl/>
              </w:rPr>
              <w:t xml:space="preserve"> </w:t>
            </w:r>
            <w:r w:rsidRPr="009647FC">
              <w:rPr>
                <w:rtl/>
              </w:rPr>
              <w:t>جفونها</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حلفن</w:t>
            </w:r>
            <w:r w:rsidR="004C00A8">
              <w:rPr>
                <w:rtl/>
              </w:rPr>
              <w:t xml:space="preserve"> </w:t>
            </w:r>
            <w:r w:rsidRPr="009647FC">
              <w:rPr>
                <w:rtl/>
              </w:rPr>
              <w:t>بم</w:t>
            </w:r>
            <w:r>
              <w:rPr>
                <w:rtl/>
              </w:rPr>
              <w:t>َ</w:t>
            </w:r>
            <w:r w:rsidRPr="009647FC">
              <w:rPr>
                <w:rtl/>
              </w:rPr>
              <w:t>نْ</w:t>
            </w:r>
            <w:r>
              <w:rPr>
                <w:rtl/>
              </w:rPr>
              <w:t xml:space="preserve"> </w:t>
            </w:r>
            <w:r w:rsidRPr="009647FC">
              <w:rPr>
                <w:rtl/>
              </w:rPr>
              <w:t>تهواه</w:t>
            </w:r>
            <w:r>
              <w:rPr>
                <w:rtl/>
              </w:rPr>
              <w:t xml:space="preserve"> </w:t>
            </w:r>
            <w:r w:rsidRPr="009647FC">
              <w:rPr>
                <w:rtl/>
              </w:rPr>
              <w:t>أن</w:t>
            </w:r>
            <w:r>
              <w:rPr>
                <w:rtl/>
              </w:rPr>
              <w:t xml:space="preserve"> </w:t>
            </w:r>
            <w:r w:rsidRPr="009647FC">
              <w:rPr>
                <w:rtl/>
              </w:rPr>
              <w:t>لا</w:t>
            </w:r>
            <w:r>
              <w:rPr>
                <w:rtl/>
              </w:rPr>
              <w:t xml:space="preserve"> </w:t>
            </w:r>
            <w:r w:rsidRPr="009647FC">
              <w:rPr>
                <w:rtl/>
              </w:rPr>
              <w:t>تلاقيا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وقلبٌ</w:t>
            </w:r>
            <w:r>
              <w:rPr>
                <w:rtl/>
              </w:rPr>
              <w:t xml:space="preserve"> </w:t>
            </w:r>
            <w:r w:rsidRPr="009647FC">
              <w:rPr>
                <w:rtl/>
              </w:rPr>
              <w:t>متى</w:t>
            </w:r>
            <w:r>
              <w:rPr>
                <w:rtl/>
              </w:rPr>
              <w:t xml:space="preserve"> </w:t>
            </w:r>
            <w:r w:rsidRPr="009647FC">
              <w:rPr>
                <w:rtl/>
              </w:rPr>
              <w:t>يا</w:t>
            </w:r>
            <w:r>
              <w:rPr>
                <w:rtl/>
              </w:rPr>
              <w:t xml:space="preserve"> </w:t>
            </w:r>
            <w:r w:rsidRPr="009647FC">
              <w:rPr>
                <w:rtl/>
              </w:rPr>
              <w:t>برق</w:t>
            </w:r>
            <w:r>
              <w:rPr>
                <w:rtl/>
              </w:rPr>
              <w:t xml:space="preserve"> </w:t>
            </w:r>
            <w:r w:rsidRPr="009647FC">
              <w:rPr>
                <w:rtl/>
              </w:rPr>
              <w:t>يقدحك</w:t>
            </w:r>
            <w:r>
              <w:rPr>
                <w:rtl/>
              </w:rPr>
              <w:t xml:space="preserve"> </w:t>
            </w:r>
            <w:r w:rsidRPr="009647FC">
              <w:rPr>
                <w:rtl/>
              </w:rPr>
              <w:t>الأسى</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قدحت</w:t>
            </w:r>
            <w:r w:rsidR="004C00A8">
              <w:rPr>
                <w:rtl/>
              </w:rPr>
              <w:t xml:space="preserve"> </w:t>
            </w:r>
            <w:r w:rsidRPr="009647FC">
              <w:rPr>
                <w:rtl/>
              </w:rPr>
              <w:t>به</w:t>
            </w:r>
            <w:r>
              <w:rPr>
                <w:rtl/>
              </w:rPr>
              <w:t xml:space="preserve"> </w:t>
            </w:r>
            <w:r w:rsidRPr="009647FC">
              <w:rPr>
                <w:rtl/>
              </w:rPr>
              <w:t>زنداً</w:t>
            </w:r>
            <w:r>
              <w:rPr>
                <w:rtl/>
              </w:rPr>
              <w:t xml:space="preserve"> </w:t>
            </w:r>
            <w:r w:rsidRPr="009647FC">
              <w:rPr>
                <w:rtl/>
              </w:rPr>
              <w:t>من</w:t>
            </w:r>
            <w:r>
              <w:rPr>
                <w:rtl/>
              </w:rPr>
              <w:t xml:space="preserve"> </w:t>
            </w:r>
            <w:r w:rsidRPr="009647FC">
              <w:rPr>
                <w:rtl/>
              </w:rPr>
              <w:t>الشوق</w:t>
            </w:r>
            <w:r>
              <w:rPr>
                <w:rtl/>
              </w:rPr>
              <w:t xml:space="preserve"> </w:t>
            </w:r>
            <w:r w:rsidRPr="009647FC">
              <w:rPr>
                <w:rtl/>
              </w:rPr>
              <w:t>واريا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ولي</w:t>
            </w:r>
            <w:r w:rsidR="004C00A8">
              <w:rPr>
                <w:rtl/>
              </w:rPr>
              <w:t xml:space="preserve"> </w:t>
            </w:r>
            <w:r w:rsidRPr="009647FC">
              <w:rPr>
                <w:rtl/>
              </w:rPr>
              <w:t>في</w:t>
            </w:r>
            <w:r>
              <w:rPr>
                <w:rtl/>
              </w:rPr>
              <w:t xml:space="preserve"> </w:t>
            </w:r>
            <w:r w:rsidRPr="009647FC">
              <w:rPr>
                <w:rtl/>
              </w:rPr>
              <w:t>زوايا</w:t>
            </w:r>
            <w:r>
              <w:rPr>
                <w:rtl/>
              </w:rPr>
              <w:t xml:space="preserve"> </w:t>
            </w:r>
            <w:r w:rsidRPr="009647FC">
              <w:rPr>
                <w:rtl/>
              </w:rPr>
              <w:t>ذلك</w:t>
            </w:r>
            <w:r>
              <w:rPr>
                <w:rtl/>
              </w:rPr>
              <w:t xml:space="preserve"> </w:t>
            </w:r>
            <w:r w:rsidRPr="009647FC">
              <w:rPr>
                <w:rtl/>
              </w:rPr>
              <w:t>النعش</w:t>
            </w:r>
            <w:r>
              <w:rPr>
                <w:rtl/>
              </w:rPr>
              <w:t xml:space="preserve"> </w:t>
            </w:r>
            <w:r w:rsidRPr="009647FC">
              <w:rPr>
                <w:rtl/>
              </w:rPr>
              <w:t>مهجةٌ</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ترفُّ</w:t>
            </w:r>
            <w:r w:rsidR="004C00A8">
              <w:rPr>
                <w:rtl/>
              </w:rPr>
              <w:t xml:space="preserve"> </w:t>
            </w:r>
            <w:r w:rsidRPr="009647FC">
              <w:rPr>
                <w:rtl/>
              </w:rPr>
              <w:t>رفيف</w:t>
            </w:r>
            <w:r>
              <w:rPr>
                <w:rtl/>
              </w:rPr>
              <w:t xml:space="preserve"> </w:t>
            </w:r>
            <w:r w:rsidRPr="009647FC">
              <w:rPr>
                <w:rtl/>
              </w:rPr>
              <w:t>الطير</w:t>
            </w:r>
            <w:r>
              <w:rPr>
                <w:rtl/>
              </w:rPr>
              <w:t xml:space="preserve"> </w:t>
            </w:r>
            <w:r w:rsidRPr="009647FC">
              <w:rPr>
                <w:rtl/>
              </w:rPr>
              <w:t>يفحص</w:t>
            </w:r>
            <w:r>
              <w:rPr>
                <w:rtl/>
              </w:rPr>
              <w:t xml:space="preserve"> </w:t>
            </w:r>
            <w:r w:rsidRPr="009647FC">
              <w:rPr>
                <w:rtl/>
              </w:rPr>
              <w:t>داميا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قضى</w:t>
            </w:r>
            <w:r>
              <w:rPr>
                <w:rtl/>
              </w:rPr>
              <w:t xml:space="preserve"> </w:t>
            </w:r>
            <w:r w:rsidRPr="009647FC">
              <w:rPr>
                <w:rtl/>
              </w:rPr>
              <w:t>الله</w:t>
            </w:r>
            <w:r>
              <w:rPr>
                <w:rtl/>
              </w:rPr>
              <w:t xml:space="preserve"> </w:t>
            </w:r>
            <w:r w:rsidRPr="009647FC">
              <w:rPr>
                <w:rtl/>
              </w:rPr>
              <w:t>أن</w:t>
            </w:r>
            <w:r>
              <w:rPr>
                <w:rtl/>
              </w:rPr>
              <w:t xml:space="preserve"> </w:t>
            </w:r>
            <w:r w:rsidRPr="009647FC">
              <w:rPr>
                <w:rtl/>
              </w:rPr>
              <w:t>لا</w:t>
            </w:r>
            <w:r>
              <w:rPr>
                <w:rtl/>
              </w:rPr>
              <w:t xml:space="preserve"> </w:t>
            </w:r>
            <w:r w:rsidRPr="009647FC">
              <w:rPr>
                <w:rtl/>
              </w:rPr>
              <w:t>أبرح</w:t>
            </w:r>
            <w:r>
              <w:rPr>
                <w:rtl/>
              </w:rPr>
              <w:t xml:space="preserve"> </w:t>
            </w:r>
            <w:r w:rsidRPr="009647FC">
              <w:rPr>
                <w:rtl/>
              </w:rPr>
              <w:t>الدهر</w:t>
            </w:r>
            <w:r>
              <w:rPr>
                <w:rtl/>
              </w:rPr>
              <w:t xml:space="preserve"> </w:t>
            </w:r>
            <w:r w:rsidRPr="009647FC">
              <w:rPr>
                <w:rtl/>
              </w:rPr>
              <w:t>أشتكي</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لواعج</w:t>
            </w:r>
            <w:r w:rsidR="004C00A8">
              <w:rPr>
                <w:rtl/>
              </w:rPr>
              <w:t xml:space="preserve"> </w:t>
            </w:r>
            <w:r w:rsidRPr="009647FC">
              <w:rPr>
                <w:rtl/>
              </w:rPr>
              <w:t>يدمين</w:t>
            </w:r>
            <w:r>
              <w:rPr>
                <w:rtl/>
              </w:rPr>
              <w:t xml:space="preserve"> </w:t>
            </w:r>
            <w:r w:rsidRPr="009647FC">
              <w:rPr>
                <w:rtl/>
              </w:rPr>
              <w:t>الحشا</w:t>
            </w:r>
            <w:r>
              <w:rPr>
                <w:rtl/>
              </w:rPr>
              <w:t xml:space="preserve"> </w:t>
            </w:r>
            <w:r w:rsidRPr="009647FC">
              <w:rPr>
                <w:rtl/>
              </w:rPr>
              <w:t>والمآقيا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فيا</w:t>
            </w:r>
            <w:r w:rsidR="004C00A8">
              <w:rPr>
                <w:rtl/>
              </w:rPr>
              <w:t xml:space="preserve"> </w:t>
            </w:r>
            <w:r w:rsidRPr="009647FC">
              <w:rPr>
                <w:rtl/>
              </w:rPr>
              <w:t>عين</w:t>
            </w:r>
            <w:r>
              <w:rPr>
                <w:rtl/>
              </w:rPr>
              <w:t xml:space="preserve"> </w:t>
            </w:r>
            <w:r w:rsidRPr="009647FC">
              <w:rPr>
                <w:rtl/>
              </w:rPr>
              <w:t>سيلي</w:t>
            </w:r>
            <w:r>
              <w:rPr>
                <w:rtl/>
              </w:rPr>
              <w:t xml:space="preserve"> </w:t>
            </w:r>
            <w:r w:rsidRPr="009647FC">
              <w:rPr>
                <w:rtl/>
              </w:rPr>
              <w:t>بالدموع</w:t>
            </w:r>
            <w:r>
              <w:rPr>
                <w:rtl/>
              </w:rPr>
              <w:t xml:space="preserve"> </w:t>
            </w:r>
            <w:r w:rsidRPr="009647FC">
              <w:rPr>
                <w:rtl/>
              </w:rPr>
              <w:t>صبابةً</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ويا</w:t>
            </w:r>
            <w:r>
              <w:rPr>
                <w:rtl/>
              </w:rPr>
              <w:t xml:space="preserve"> </w:t>
            </w:r>
            <w:r w:rsidRPr="009647FC">
              <w:rPr>
                <w:rtl/>
              </w:rPr>
              <w:t>نفسُ</w:t>
            </w:r>
            <w:r>
              <w:rPr>
                <w:rtl/>
              </w:rPr>
              <w:t xml:space="preserve"> </w:t>
            </w:r>
            <w:r w:rsidRPr="009647FC">
              <w:rPr>
                <w:rtl/>
              </w:rPr>
              <w:t>منّي</w:t>
            </w:r>
            <w:r>
              <w:rPr>
                <w:rtl/>
              </w:rPr>
              <w:t xml:space="preserve"> </w:t>
            </w:r>
            <w:r w:rsidRPr="009647FC">
              <w:rPr>
                <w:rtl/>
              </w:rPr>
              <w:t>قد</w:t>
            </w:r>
            <w:r>
              <w:rPr>
                <w:rtl/>
              </w:rPr>
              <w:t xml:space="preserve"> </w:t>
            </w:r>
            <w:r w:rsidRPr="009647FC">
              <w:rPr>
                <w:rtl/>
              </w:rPr>
              <w:t>بلغت</w:t>
            </w:r>
            <w:r>
              <w:rPr>
                <w:rtl/>
              </w:rPr>
              <w:t xml:space="preserve"> </w:t>
            </w:r>
            <w:r w:rsidRPr="009647FC">
              <w:rPr>
                <w:rtl/>
              </w:rPr>
              <w:t>التراقيا</w:t>
            </w:r>
            <w:r w:rsidRPr="00524A24">
              <w:rPr>
                <w:rStyle w:val="libPoemTiniChar0"/>
                <w:rtl/>
              </w:rPr>
              <w:br/>
              <w:t> </w:t>
            </w:r>
          </w:p>
        </w:tc>
      </w:tr>
    </w:tbl>
    <w:p w:rsidR="004E7EC6" w:rsidRDefault="004E7EC6" w:rsidP="004E7EC6">
      <w:pPr>
        <w:pStyle w:val="libNormal"/>
        <w:rPr>
          <w:rtl/>
        </w:rPr>
      </w:pPr>
      <w:r>
        <w:rPr>
          <w:rtl/>
        </w:rPr>
        <w:br w:type="page"/>
      </w:r>
    </w:p>
    <w:p w:rsidR="009647FC" w:rsidRPr="00524A24" w:rsidRDefault="009647FC" w:rsidP="004E7EC6">
      <w:pPr>
        <w:pStyle w:val="Heading2Center"/>
      </w:pPr>
      <w:bookmarkStart w:id="6" w:name="_Toc430170485"/>
      <w:r w:rsidRPr="009647FC">
        <w:rPr>
          <w:rtl/>
        </w:rPr>
        <w:lastRenderedPageBreak/>
        <w:t>التاريخيات</w:t>
      </w:r>
      <w:bookmarkStart w:id="7" w:name="التاريخيات"/>
      <w:bookmarkEnd w:id="7"/>
      <w:bookmarkEnd w:id="6"/>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قال (رحمه اللّه) مؤرّخاً عام ولادة الحاج محمد صالح كبّه</w:t>
      </w:r>
      <w:r w:rsidRPr="004E7EC6">
        <w:rPr>
          <w:rStyle w:val="libFootnotenumChar"/>
          <w:rtl/>
        </w:rPr>
        <w:t>(1)</w:t>
      </w:r>
      <w:r w:rsidRPr="004E7EC6">
        <w:rPr>
          <w:rtl/>
        </w:rPr>
        <w:t xml:space="preserve"> في سنة 1201 هـ</w:t>
      </w:r>
      <w:r w:rsidR="00D769AB">
        <w:rPr>
          <w:rtl/>
        </w:rPr>
        <w:t>:</w:t>
      </w:r>
    </w:p>
    <w:tbl>
      <w:tblPr>
        <w:tblStyle w:val="TableGrid"/>
        <w:bidiVisual/>
        <w:tblW w:w="4562" w:type="pct"/>
        <w:tblInd w:w="384" w:type="dxa"/>
        <w:tblLook w:val="04A0"/>
      </w:tblPr>
      <w:tblGrid>
        <w:gridCol w:w="3902"/>
        <w:gridCol w:w="301"/>
        <w:gridCol w:w="3884"/>
      </w:tblGrid>
      <w:tr w:rsidR="004E5E17" w:rsidRPr="00524A24" w:rsidTr="004E5E17">
        <w:trPr>
          <w:trHeight w:val="350"/>
        </w:trPr>
        <w:tc>
          <w:tcPr>
            <w:tcW w:w="3902" w:type="dxa"/>
          </w:tcPr>
          <w:p w:rsidR="004E5E17" w:rsidRPr="00524A24" w:rsidRDefault="004E5E17" w:rsidP="00AE101C">
            <w:pPr>
              <w:pStyle w:val="libPoem"/>
            </w:pPr>
            <w:r w:rsidRPr="009647FC">
              <w:rPr>
                <w:rtl/>
              </w:rPr>
              <w:t>أتى</w:t>
            </w:r>
            <w:r>
              <w:rPr>
                <w:rtl/>
              </w:rPr>
              <w:t xml:space="preserve"> </w:t>
            </w:r>
            <w:r w:rsidRPr="009647FC">
              <w:rPr>
                <w:rtl/>
              </w:rPr>
              <w:t>اليوم</w:t>
            </w:r>
            <w:r>
              <w:rPr>
                <w:rtl/>
              </w:rPr>
              <w:t xml:space="preserve"> </w:t>
            </w:r>
            <w:r w:rsidRPr="009647FC">
              <w:rPr>
                <w:rtl/>
              </w:rPr>
              <w:t>حاتمُ</w:t>
            </w:r>
            <w:r>
              <w:rPr>
                <w:rtl/>
              </w:rPr>
              <w:t xml:space="preserve"> </w:t>
            </w:r>
            <w:r w:rsidRPr="009647FC">
              <w:rPr>
                <w:rtl/>
              </w:rPr>
              <w:t>أهل</w:t>
            </w:r>
            <w:r>
              <w:rPr>
                <w:rtl/>
              </w:rPr>
              <w:t xml:space="preserve"> </w:t>
            </w:r>
            <w:r w:rsidRPr="009647FC">
              <w:rPr>
                <w:rtl/>
              </w:rPr>
              <w:t>النهى</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على</w:t>
            </w:r>
            <w:r>
              <w:rPr>
                <w:rtl/>
              </w:rPr>
              <w:t xml:space="preserve"> </w:t>
            </w:r>
            <w:r w:rsidRPr="009647FC">
              <w:rPr>
                <w:rtl/>
              </w:rPr>
              <w:t>أنّ</w:t>
            </w:r>
            <w:r w:rsidRPr="00B371C6">
              <w:rPr>
                <w:rtl/>
              </w:rPr>
              <w:t>َ</w:t>
            </w:r>
            <w:r w:rsidRPr="009647FC">
              <w:rPr>
                <w:rtl/>
              </w:rPr>
              <w:t>ه</w:t>
            </w:r>
            <w:r>
              <w:rPr>
                <w:rtl/>
              </w:rPr>
              <w:t xml:space="preserve"> </w:t>
            </w:r>
            <w:r w:rsidRPr="009647FC">
              <w:rPr>
                <w:rtl/>
              </w:rPr>
              <w:t>للندى</w:t>
            </w:r>
            <w:r>
              <w:rPr>
                <w:rtl/>
              </w:rPr>
              <w:t xml:space="preserve"> </w:t>
            </w:r>
            <w:r w:rsidRPr="009647FC">
              <w:rPr>
                <w:rtl/>
              </w:rPr>
              <w:t>فاتحُ</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أغرُّ</w:t>
            </w:r>
            <w:r>
              <w:rPr>
                <w:rtl/>
              </w:rPr>
              <w:t xml:space="preserve"> </w:t>
            </w:r>
            <w:r w:rsidRPr="009647FC">
              <w:rPr>
                <w:rtl/>
              </w:rPr>
              <w:t>غدا</w:t>
            </w:r>
            <w:r>
              <w:rPr>
                <w:rtl/>
              </w:rPr>
              <w:t xml:space="preserve"> </w:t>
            </w:r>
            <w:r w:rsidRPr="009647FC">
              <w:rPr>
                <w:rtl/>
              </w:rPr>
              <w:t>السعدُ</w:t>
            </w:r>
            <w:r>
              <w:rPr>
                <w:rtl/>
              </w:rPr>
              <w:t xml:space="preserve"> </w:t>
            </w:r>
            <w:r w:rsidRPr="009647FC">
              <w:rPr>
                <w:rtl/>
              </w:rPr>
              <w:t>لمّا</w:t>
            </w:r>
            <w:r>
              <w:rPr>
                <w:rtl/>
              </w:rPr>
              <w:t xml:space="preserve"> </w:t>
            </w:r>
            <w:r w:rsidRPr="009647FC">
              <w:rPr>
                <w:rtl/>
              </w:rPr>
              <w:t>استهلّ</w:t>
            </w:r>
            <w:r>
              <w:rPr>
                <w:rtl/>
              </w:rPr>
              <w:t>َ</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وهو</w:t>
            </w:r>
            <w:r>
              <w:rPr>
                <w:rtl/>
              </w:rPr>
              <w:t xml:space="preserve"> </w:t>
            </w:r>
            <w:r w:rsidRPr="009647FC">
              <w:rPr>
                <w:rtl/>
              </w:rPr>
              <w:t>لغرّ</w:t>
            </w:r>
            <w:r>
              <w:rPr>
                <w:rtl/>
              </w:rPr>
              <w:t>َ</w:t>
            </w:r>
            <w:r w:rsidRPr="009647FC">
              <w:rPr>
                <w:rtl/>
              </w:rPr>
              <w:t>ته</w:t>
            </w:r>
            <w:r>
              <w:rPr>
                <w:rtl/>
              </w:rPr>
              <w:t xml:space="preserve"> </w:t>
            </w:r>
            <w:r w:rsidRPr="009647FC">
              <w:rPr>
                <w:rtl/>
              </w:rPr>
              <w:t>ماسحُ</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وهنّا</w:t>
            </w:r>
            <w:r>
              <w:rPr>
                <w:rtl/>
              </w:rPr>
              <w:t xml:space="preserve"> </w:t>
            </w:r>
            <w:r w:rsidRPr="009647FC">
              <w:rPr>
                <w:rtl/>
              </w:rPr>
              <w:t>به</w:t>
            </w:r>
            <w:r>
              <w:rPr>
                <w:rtl/>
              </w:rPr>
              <w:t xml:space="preserve"> </w:t>
            </w:r>
            <w:r w:rsidRPr="009647FC">
              <w:rPr>
                <w:rtl/>
              </w:rPr>
              <w:t>المجدُ</w:t>
            </w:r>
            <w:r>
              <w:rPr>
                <w:rtl/>
              </w:rPr>
              <w:t xml:space="preserve"> </w:t>
            </w:r>
            <w:r w:rsidRPr="009647FC">
              <w:rPr>
                <w:rtl/>
              </w:rPr>
              <w:t>وفّاده</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وبشّرها</w:t>
            </w:r>
            <w:r w:rsidR="004C00A8">
              <w:rPr>
                <w:rtl/>
              </w:rPr>
              <w:t xml:space="preserve"> </w:t>
            </w:r>
            <w:r w:rsidRPr="009647FC">
              <w:rPr>
                <w:rtl/>
              </w:rPr>
              <w:t>الشرف</w:t>
            </w:r>
            <w:r>
              <w:rPr>
                <w:rtl/>
              </w:rPr>
              <w:t xml:space="preserve"> </w:t>
            </w:r>
            <w:r w:rsidRPr="009647FC">
              <w:rPr>
                <w:rtl/>
              </w:rPr>
              <w:t>الواضحُ</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وقالوا</w:t>
            </w:r>
            <w:r w:rsidR="004C00A8">
              <w:rPr>
                <w:rtl/>
              </w:rPr>
              <w:t xml:space="preserve"> </w:t>
            </w:r>
            <w:r w:rsidRPr="009647FC">
              <w:rPr>
                <w:rtl/>
              </w:rPr>
              <w:t>جميعاً</w:t>
            </w:r>
            <w:r>
              <w:rPr>
                <w:rtl/>
              </w:rPr>
              <w:t xml:space="preserve"> </w:t>
            </w:r>
            <w:r w:rsidRPr="009647FC">
              <w:rPr>
                <w:rtl/>
              </w:rPr>
              <w:t>وقد</w:t>
            </w:r>
            <w:r>
              <w:rPr>
                <w:rtl/>
              </w:rPr>
              <w:t xml:space="preserve"> </w:t>
            </w:r>
            <w:r w:rsidRPr="009647FC">
              <w:rPr>
                <w:rtl/>
              </w:rPr>
              <w:t>أرّخوا:</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Pr>
                <w:rtl/>
              </w:rPr>
              <w:t>(</w:t>
            </w:r>
            <w:r w:rsidRPr="009647FC">
              <w:rPr>
                <w:rtl/>
              </w:rPr>
              <w:t>نرى</w:t>
            </w:r>
            <w:r>
              <w:rPr>
                <w:rtl/>
              </w:rPr>
              <w:t xml:space="preserve"> </w:t>
            </w:r>
            <w:r w:rsidRPr="009647FC">
              <w:rPr>
                <w:rtl/>
              </w:rPr>
              <w:t>وُلِد</w:t>
            </w:r>
            <w:r>
              <w:rPr>
                <w:rtl/>
              </w:rPr>
              <w:t xml:space="preserve">َ </w:t>
            </w:r>
            <w:r w:rsidRPr="009647FC">
              <w:rPr>
                <w:rtl/>
              </w:rPr>
              <w:t>الخلفُ</w:t>
            </w:r>
            <w:r>
              <w:rPr>
                <w:rtl/>
              </w:rPr>
              <w:t xml:space="preserve"> </w:t>
            </w:r>
            <w:r w:rsidRPr="009647FC">
              <w:rPr>
                <w:rtl/>
              </w:rPr>
              <w:t>الصالحُ</w:t>
            </w:r>
            <w:r>
              <w:rPr>
                <w:rtl/>
              </w:rPr>
              <w:t>)</w:t>
            </w:r>
            <w:r w:rsidRPr="00524A24">
              <w:rPr>
                <w:rStyle w:val="libPoemTiniChar0"/>
                <w:rtl/>
              </w:rPr>
              <w:br/>
              <w:t> </w:t>
            </w:r>
          </w:p>
        </w:tc>
      </w:tr>
    </w:tbl>
    <w:p w:rsidR="009647FC" w:rsidRPr="00524A24" w:rsidRDefault="009647FC" w:rsidP="004E7EC6">
      <w:pPr>
        <w:pStyle w:val="libNormal"/>
      </w:pPr>
      <w:r w:rsidRPr="009647FC">
        <w:rPr>
          <w:rtl/>
        </w:rPr>
        <w:t>وقال مؤرّخاً عام وفاة الحاج محمد صالح كبّه في سنة 1287 هـ</w:t>
      </w:r>
      <w:r w:rsidR="00D769AB">
        <w:rPr>
          <w:rtl/>
        </w:rPr>
        <w:t>:</w:t>
      </w:r>
    </w:p>
    <w:tbl>
      <w:tblPr>
        <w:tblStyle w:val="TableGrid"/>
        <w:bidiVisual/>
        <w:tblW w:w="4562" w:type="pct"/>
        <w:tblInd w:w="384" w:type="dxa"/>
        <w:tblLook w:val="04A0"/>
      </w:tblPr>
      <w:tblGrid>
        <w:gridCol w:w="3902"/>
        <w:gridCol w:w="301"/>
        <w:gridCol w:w="3884"/>
      </w:tblGrid>
      <w:tr w:rsidR="004E5E17" w:rsidRPr="00524A24" w:rsidTr="004E5E17">
        <w:trPr>
          <w:trHeight w:val="350"/>
        </w:trPr>
        <w:tc>
          <w:tcPr>
            <w:tcW w:w="3902" w:type="dxa"/>
          </w:tcPr>
          <w:p w:rsidR="004E5E17" w:rsidRPr="00524A24" w:rsidRDefault="004E5E17" w:rsidP="00AE101C">
            <w:pPr>
              <w:pStyle w:val="libPoem"/>
            </w:pPr>
            <w:r w:rsidRPr="009647FC">
              <w:rPr>
                <w:rtl/>
              </w:rPr>
              <w:t>إن</w:t>
            </w:r>
            <w:r>
              <w:rPr>
                <w:rtl/>
              </w:rPr>
              <w:t xml:space="preserve"> </w:t>
            </w:r>
            <w:r w:rsidRPr="009647FC">
              <w:rPr>
                <w:rtl/>
              </w:rPr>
              <w:t>يطوِ</w:t>
            </w:r>
            <w:r>
              <w:rPr>
                <w:rtl/>
              </w:rPr>
              <w:t xml:space="preserve"> </w:t>
            </w:r>
            <w:r w:rsidRPr="009647FC">
              <w:rPr>
                <w:rtl/>
              </w:rPr>
              <w:t>مصباح</w:t>
            </w:r>
            <w:r>
              <w:rPr>
                <w:rtl/>
              </w:rPr>
              <w:t xml:space="preserve">َ </w:t>
            </w:r>
            <w:r w:rsidRPr="009647FC">
              <w:rPr>
                <w:rtl/>
              </w:rPr>
              <w:t>المكارم</w:t>
            </w:r>
            <w:r>
              <w:rPr>
                <w:rtl/>
              </w:rPr>
              <w:t xml:space="preserve"> </w:t>
            </w:r>
            <w:r w:rsidRPr="009647FC">
              <w:rPr>
                <w:rtl/>
              </w:rPr>
              <w:t>ضارح</w:t>
            </w:r>
            <w:r w:rsidRPr="004E7EC6">
              <w:rPr>
                <w:rStyle w:val="libFootnotenumChar"/>
                <w:rtl/>
              </w:rPr>
              <w:t>(2)</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فلقد</w:t>
            </w:r>
            <w:r w:rsidR="004C00A8">
              <w:rPr>
                <w:rtl/>
              </w:rPr>
              <w:t xml:space="preserve"> </w:t>
            </w:r>
            <w:r w:rsidRPr="009647FC">
              <w:rPr>
                <w:rtl/>
              </w:rPr>
              <w:t>أضاءت</w:t>
            </w:r>
            <w:r>
              <w:rPr>
                <w:rtl/>
              </w:rPr>
              <w:t xml:space="preserve"> </w:t>
            </w:r>
            <w:r w:rsidRPr="009647FC">
              <w:rPr>
                <w:rtl/>
              </w:rPr>
              <w:t>في</w:t>
            </w:r>
            <w:r>
              <w:rPr>
                <w:rtl/>
              </w:rPr>
              <w:t xml:space="preserve"> </w:t>
            </w:r>
            <w:r w:rsidRPr="009647FC">
              <w:rPr>
                <w:rtl/>
              </w:rPr>
              <w:t>علاه</w:t>
            </w:r>
            <w:r>
              <w:rPr>
                <w:rtl/>
              </w:rPr>
              <w:t xml:space="preserve"> </w:t>
            </w:r>
            <w:r w:rsidRPr="009647FC">
              <w:rPr>
                <w:rtl/>
              </w:rPr>
              <w:t>مصابحُ</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ط</w:t>
            </w:r>
            <w:r w:rsidRPr="00B371C6">
              <w:rPr>
                <w:rtl/>
              </w:rPr>
              <w:t>ُ</w:t>
            </w:r>
            <w:r w:rsidRPr="009647FC">
              <w:rPr>
                <w:rtl/>
              </w:rPr>
              <w:t>فْ</w:t>
            </w:r>
            <w:r w:rsidR="004C00A8">
              <w:rPr>
                <w:rtl/>
              </w:rPr>
              <w:t xml:space="preserve"> </w:t>
            </w:r>
            <w:r w:rsidRPr="009647FC">
              <w:rPr>
                <w:rtl/>
              </w:rPr>
              <w:t>حيث</w:t>
            </w:r>
            <w:r>
              <w:rPr>
                <w:rtl/>
              </w:rPr>
              <w:t xml:space="preserve"> </w:t>
            </w:r>
            <w:r w:rsidRPr="009647FC">
              <w:rPr>
                <w:rtl/>
              </w:rPr>
              <w:t>حلّ</w:t>
            </w:r>
            <w:r>
              <w:rPr>
                <w:rtl/>
              </w:rPr>
              <w:t xml:space="preserve">َ </w:t>
            </w:r>
            <w:r w:rsidRPr="009647FC">
              <w:rPr>
                <w:rtl/>
              </w:rPr>
              <w:t>فئمّ</w:t>
            </w:r>
            <w:r>
              <w:rPr>
                <w:rtl/>
              </w:rPr>
              <w:t xml:space="preserve">َ </w:t>
            </w:r>
            <w:r w:rsidRPr="009647FC">
              <w:rPr>
                <w:rtl/>
              </w:rPr>
              <w:t>جودٌ</w:t>
            </w:r>
            <w:r>
              <w:rPr>
                <w:rtl/>
              </w:rPr>
              <w:t xml:space="preserve"> </w:t>
            </w:r>
            <w:r w:rsidRPr="009647FC">
              <w:rPr>
                <w:rtl/>
              </w:rPr>
              <w:t>باهرٌ</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4E5E17">
            <w:pPr>
              <w:pStyle w:val="libPoem"/>
            </w:pPr>
            <w:r w:rsidRPr="009647FC">
              <w:rPr>
                <w:rtl/>
              </w:rPr>
              <w:t>وع</w:t>
            </w:r>
            <w:r w:rsidRPr="00B371C6">
              <w:rPr>
                <w:rtl/>
              </w:rPr>
              <w:t>ُ</w:t>
            </w:r>
            <w:r w:rsidRPr="009647FC">
              <w:rPr>
                <w:rtl/>
              </w:rPr>
              <w:t>لاً</w:t>
            </w:r>
            <w:r w:rsidR="004C00A8">
              <w:rPr>
                <w:rtl/>
              </w:rPr>
              <w:t xml:space="preserve"> </w:t>
            </w:r>
            <w:r w:rsidRPr="009647FC">
              <w:rPr>
                <w:rtl/>
              </w:rPr>
              <w:t>مؤثلةً</w:t>
            </w:r>
            <w:r>
              <w:rPr>
                <w:rtl/>
              </w:rPr>
              <w:t xml:space="preserve">، </w:t>
            </w:r>
            <w:r w:rsidRPr="009647FC">
              <w:rPr>
                <w:rtl/>
              </w:rPr>
              <w:t>ومجد</w:t>
            </w:r>
            <w:r w:rsidRPr="004E7EC6">
              <w:rPr>
                <w:rStyle w:val="libFootnotenumChar"/>
                <w:rtl/>
              </w:rPr>
              <w:t>(3)</w:t>
            </w:r>
            <w:r w:rsidRPr="004C00A8">
              <w:rPr>
                <w:rFonts w:hint="cs"/>
                <w:rtl/>
              </w:rPr>
              <w:t xml:space="preserve"> </w:t>
            </w:r>
            <w:r w:rsidRPr="009647FC">
              <w:rPr>
                <w:rtl/>
              </w:rPr>
              <w:t>راجحُ</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ملكٌ</w:t>
            </w:r>
            <w:r>
              <w:rPr>
                <w:rtl/>
              </w:rPr>
              <w:t xml:space="preserve"> </w:t>
            </w:r>
            <w:r w:rsidRPr="009647FC">
              <w:rPr>
                <w:rtl/>
              </w:rPr>
              <w:t>له</w:t>
            </w:r>
            <w:r>
              <w:rPr>
                <w:rtl/>
              </w:rPr>
              <w:t xml:space="preserve"> </w:t>
            </w:r>
            <w:r w:rsidRPr="009647FC">
              <w:rPr>
                <w:rtl/>
              </w:rPr>
              <w:t>الشرف</w:t>
            </w:r>
            <w:r>
              <w:rPr>
                <w:rtl/>
              </w:rPr>
              <w:t xml:space="preserve"> </w:t>
            </w:r>
            <w:r w:rsidRPr="009647FC">
              <w:rPr>
                <w:rtl/>
              </w:rPr>
              <w:t>الرفيع</w:t>
            </w:r>
            <w:r>
              <w:rPr>
                <w:rtl/>
              </w:rPr>
              <w:t xml:space="preserve"> </w:t>
            </w:r>
            <w:r w:rsidRPr="009647FC">
              <w:rPr>
                <w:rtl/>
              </w:rPr>
              <w:t>مشيِّعُ</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وعليه</w:t>
            </w:r>
            <w:r>
              <w:rPr>
                <w:rtl/>
              </w:rPr>
              <w:t xml:space="preserve"> </w:t>
            </w:r>
            <w:r w:rsidRPr="009647FC">
              <w:rPr>
                <w:rtl/>
              </w:rPr>
              <w:t>حتى</w:t>
            </w:r>
            <w:r>
              <w:rPr>
                <w:rtl/>
              </w:rPr>
              <w:t xml:space="preserve"> </w:t>
            </w:r>
            <w:r w:rsidRPr="009647FC">
              <w:rPr>
                <w:rtl/>
              </w:rPr>
              <w:t>المكرمات</w:t>
            </w:r>
            <w:r>
              <w:rPr>
                <w:rtl/>
              </w:rPr>
              <w:t xml:space="preserve"> </w:t>
            </w:r>
            <w:r w:rsidRPr="009647FC">
              <w:rPr>
                <w:rtl/>
              </w:rPr>
              <w:t>نوائحُ</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شكت</w:t>
            </w:r>
            <w:r>
              <w:rPr>
                <w:rtl/>
              </w:rPr>
              <w:t xml:space="preserve"> </w:t>
            </w:r>
            <w:r w:rsidRPr="009647FC">
              <w:rPr>
                <w:rtl/>
              </w:rPr>
              <w:t>البريّ</w:t>
            </w:r>
            <w:r>
              <w:rPr>
                <w:rtl/>
              </w:rPr>
              <w:t>َ</w:t>
            </w:r>
            <w:r w:rsidRPr="009647FC">
              <w:rPr>
                <w:rtl/>
              </w:rPr>
              <w:t>ة</w:t>
            </w:r>
            <w:r>
              <w:rPr>
                <w:rtl/>
              </w:rPr>
              <w:t xml:space="preserve"> </w:t>
            </w:r>
            <w:r w:rsidRPr="009647FC">
              <w:rPr>
                <w:rtl/>
              </w:rPr>
              <w:t>داءه</w:t>
            </w:r>
            <w:r w:rsidRPr="004E7EC6">
              <w:rPr>
                <w:rStyle w:val="libFootnotenumChar"/>
                <w:rtl/>
              </w:rPr>
              <w:t>(4)</w:t>
            </w:r>
            <w:r>
              <w:rPr>
                <w:rtl/>
              </w:rPr>
              <w:t xml:space="preserve"> </w:t>
            </w:r>
            <w:r w:rsidRPr="009647FC">
              <w:rPr>
                <w:rtl/>
              </w:rPr>
              <w:t>لمّا</w:t>
            </w:r>
            <w:r>
              <w:rPr>
                <w:rtl/>
              </w:rPr>
              <w:t xml:space="preserve"> </w:t>
            </w:r>
            <w:r w:rsidRPr="009647FC">
              <w:rPr>
                <w:rtl/>
              </w:rPr>
              <w:t>شكا</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فقضى</w:t>
            </w:r>
            <w:r>
              <w:rPr>
                <w:rtl/>
              </w:rPr>
              <w:t xml:space="preserve"> </w:t>
            </w:r>
            <w:r w:rsidRPr="009647FC">
              <w:rPr>
                <w:rtl/>
              </w:rPr>
              <w:t>وأُلحد</w:t>
            </w:r>
            <w:r>
              <w:rPr>
                <w:rtl/>
              </w:rPr>
              <w:t xml:space="preserve"> </w:t>
            </w:r>
            <w:r w:rsidRPr="009647FC">
              <w:rPr>
                <w:rtl/>
              </w:rPr>
              <w:t>والقلوب</w:t>
            </w:r>
            <w:r>
              <w:rPr>
                <w:rtl/>
              </w:rPr>
              <w:t xml:space="preserve"> </w:t>
            </w:r>
            <w:r w:rsidRPr="009647FC">
              <w:rPr>
                <w:rtl/>
              </w:rPr>
              <w:t>ضرائحُ</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م</w:t>
            </w:r>
            <w:r w:rsidRPr="00B371C6">
              <w:rPr>
                <w:rtl/>
              </w:rPr>
              <w:t>َ</w:t>
            </w:r>
            <w:r w:rsidRPr="009647FC">
              <w:rPr>
                <w:rtl/>
              </w:rPr>
              <w:t>ن</w:t>
            </w:r>
            <w:r>
              <w:rPr>
                <w:rtl/>
              </w:rPr>
              <w:t xml:space="preserve"> </w:t>
            </w:r>
            <w:r w:rsidRPr="009647FC">
              <w:rPr>
                <w:rtl/>
              </w:rPr>
              <w:t>جاره</w:t>
            </w:r>
            <w:r>
              <w:rPr>
                <w:rtl/>
              </w:rPr>
              <w:t xml:space="preserve"> (</w:t>
            </w:r>
            <w:r w:rsidRPr="009647FC">
              <w:rPr>
                <w:rtl/>
              </w:rPr>
              <w:t>هودٌ</w:t>
            </w:r>
            <w:r>
              <w:rPr>
                <w:rtl/>
              </w:rPr>
              <w:t xml:space="preserve">) </w:t>
            </w:r>
            <w:r w:rsidRPr="009647FC">
              <w:rPr>
                <w:rtl/>
              </w:rPr>
              <w:t>دعاه</w:t>
            </w:r>
            <w:r>
              <w:rPr>
                <w:rtl/>
              </w:rPr>
              <w:t xml:space="preserve"> </w:t>
            </w:r>
            <w:r w:rsidRPr="009647FC">
              <w:rPr>
                <w:rtl/>
              </w:rPr>
              <w:t>فأرِّخوا:</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Pr>
                <w:rtl/>
              </w:rPr>
              <w:t>(</w:t>
            </w:r>
            <w:r w:rsidRPr="009647FC">
              <w:rPr>
                <w:rtl/>
              </w:rPr>
              <w:t>أسعد</w:t>
            </w:r>
            <w:r>
              <w:rPr>
                <w:rtl/>
              </w:rPr>
              <w:t xml:space="preserve"> </w:t>
            </w:r>
            <w:r w:rsidRPr="009647FC">
              <w:rPr>
                <w:rtl/>
              </w:rPr>
              <w:t>جوارك</w:t>
            </w:r>
            <w:r>
              <w:rPr>
                <w:rtl/>
              </w:rPr>
              <w:t xml:space="preserve"> </w:t>
            </w:r>
            <w:r w:rsidRPr="009647FC">
              <w:rPr>
                <w:rtl/>
              </w:rPr>
              <w:t>ذا</w:t>
            </w:r>
            <w:r>
              <w:rPr>
                <w:rtl/>
              </w:rPr>
              <w:t xml:space="preserve"> </w:t>
            </w:r>
            <w:r w:rsidRPr="009647FC">
              <w:rPr>
                <w:rtl/>
              </w:rPr>
              <w:t>محمدُ</w:t>
            </w:r>
            <w:r>
              <w:rPr>
                <w:rtl/>
              </w:rPr>
              <w:t xml:space="preserve"> </w:t>
            </w:r>
            <w:r w:rsidRPr="009647FC">
              <w:rPr>
                <w:rtl/>
              </w:rPr>
              <w:t>صالحُ</w:t>
            </w:r>
            <w:r>
              <w:rPr>
                <w:rtl/>
              </w:rPr>
              <w:t>)</w:t>
            </w:r>
            <w:r w:rsidRPr="00524A24">
              <w:rPr>
                <w:rStyle w:val="libPoemTiniChar0"/>
                <w:rtl/>
              </w:rPr>
              <w:br/>
              <w:t> </w:t>
            </w:r>
          </w:p>
        </w:tc>
      </w:tr>
    </w:tbl>
    <w:p w:rsidR="009647FC" w:rsidRPr="00524A24" w:rsidRDefault="009647FC" w:rsidP="004E7EC6">
      <w:pPr>
        <w:pStyle w:val="libNormal"/>
      </w:pPr>
      <w:r w:rsidRPr="009647FC">
        <w:rPr>
          <w:rtl/>
        </w:rPr>
        <w:t>وقال وقد سأله محمد باشا بابان أن يضع هذا التأريخ وهو في سنة 1290 هـ</w:t>
      </w:r>
      <w:r w:rsidR="00D769AB">
        <w:rPr>
          <w:rtl/>
        </w:rPr>
        <w:t>:</w:t>
      </w:r>
    </w:p>
    <w:tbl>
      <w:tblPr>
        <w:tblStyle w:val="TableGrid"/>
        <w:bidiVisual/>
        <w:tblW w:w="4562" w:type="pct"/>
        <w:tblInd w:w="384" w:type="dxa"/>
        <w:tblLook w:val="04A0"/>
      </w:tblPr>
      <w:tblGrid>
        <w:gridCol w:w="3902"/>
        <w:gridCol w:w="301"/>
        <w:gridCol w:w="3884"/>
      </w:tblGrid>
      <w:tr w:rsidR="004E5E17" w:rsidRPr="00524A24" w:rsidTr="004E5E17">
        <w:trPr>
          <w:trHeight w:val="350"/>
        </w:trPr>
        <w:tc>
          <w:tcPr>
            <w:tcW w:w="3902" w:type="dxa"/>
          </w:tcPr>
          <w:p w:rsidR="004E5E17" w:rsidRPr="00524A24" w:rsidRDefault="004E5E17" w:rsidP="00AE101C">
            <w:pPr>
              <w:pStyle w:val="libPoem"/>
            </w:pPr>
            <w:r w:rsidRPr="009647FC">
              <w:rPr>
                <w:rtl/>
              </w:rPr>
              <w:t>ذا</w:t>
            </w:r>
            <w:r>
              <w:rPr>
                <w:rtl/>
              </w:rPr>
              <w:t xml:space="preserve"> </w:t>
            </w:r>
            <w:r w:rsidRPr="009647FC">
              <w:rPr>
                <w:rtl/>
              </w:rPr>
              <w:t>محمد</w:t>
            </w:r>
            <w:r>
              <w:rPr>
                <w:rtl/>
              </w:rPr>
              <w:t xml:space="preserve"> </w:t>
            </w:r>
            <w:r w:rsidRPr="009647FC">
              <w:rPr>
                <w:rtl/>
              </w:rPr>
              <w:t>رشيدُ</w:t>
            </w:r>
            <w:r>
              <w:rPr>
                <w:rtl/>
              </w:rPr>
              <w:t xml:space="preserve"> </w:t>
            </w:r>
            <w:r w:rsidRPr="009647FC">
              <w:rPr>
                <w:rtl/>
              </w:rPr>
              <w:t>باشا</w:t>
            </w:r>
            <w:r>
              <w:rPr>
                <w:rtl/>
              </w:rPr>
              <w:t xml:space="preserve"> </w:t>
            </w:r>
            <w:r w:rsidRPr="009647FC">
              <w:rPr>
                <w:rtl/>
              </w:rPr>
              <w:t>بباني</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شاد</w:t>
            </w:r>
            <w:r w:rsidR="004C00A8">
              <w:rPr>
                <w:rtl/>
              </w:rPr>
              <w:t xml:space="preserve"> </w:t>
            </w:r>
            <w:r w:rsidRPr="009647FC">
              <w:rPr>
                <w:rtl/>
              </w:rPr>
              <w:t>للحكم</w:t>
            </w:r>
            <w:r>
              <w:rPr>
                <w:rtl/>
              </w:rPr>
              <w:t xml:space="preserve"> </w:t>
            </w:r>
            <w:r w:rsidRPr="009647FC">
              <w:rPr>
                <w:rtl/>
              </w:rPr>
              <w:t>دار</w:t>
            </w:r>
            <w:r>
              <w:rPr>
                <w:rtl/>
              </w:rPr>
              <w:t xml:space="preserve"> </w:t>
            </w:r>
            <w:r w:rsidRPr="009647FC">
              <w:rPr>
                <w:rtl/>
              </w:rPr>
              <w:t>عزٍ</w:t>
            </w:r>
            <w:r>
              <w:rPr>
                <w:rtl/>
              </w:rPr>
              <w:t xml:space="preserve"> </w:t>
            </w:r>
            <w:r w:rsidRPr="009647FC">
              <w:rPr>
                <w:rtl/>
              </w:rPr>
              <w:t>ومجدِ</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تزدهي</w:t>
            </w:r>
            <w:r>
              <w:rPr>
                <w:rtl/>
              </w:rPr>
              <w:t xml:space="preserve"> </w:t>
            </w:r>
            <w:r w:rsidRPr="009647FC">
              <w:rPr>
                <w:rtl/>
              </w:rPr>
              <w:t>في</w:t>
            </w:r>
            <w:r>
              <w:rPr>
                <w:rtl/>
              </w:rPr>
              <w:t xml:space="preserve"> </w:t>
            </w:r>
            <w:r w:rsidRPr="009647FC">
              <w:rPr>
                <w:rtl/>
              </w:rPr>
              <w:t>مقاصرٍ</w:t>
            </w:r>
            <w:r>
              <w:rPr>
                <w:rtl/>
              </w:rPr>
              <w:t xml:space="preserve"> </w:t>
            </w:r>
            <w:r w:rsidRPr="009647FC">
              <w:rPr>
                <w:rtl/>
              </w:rPr>
              <w:t>لو</w:t>
            </w:r>
            <w:r>
              <w:rPr>
                <w:rtl/>
              </w:rPr>
              <w:t xml:space="preserve"> (</w:t>
            </w:r>
            <w:r w:rsidRPr="009647FC">
              <w:rPr>
                <w:rtl/>
              </w:rPr>
              <w:t>لكسرى</w:t>
            </w:r>
            <w:r>
              <w:rPr>
                <w:rtl/>
              </w:rPr>
              <w:t>)</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مثُلت</w:t>
            </w:r>
            <w:r>
              <w:rPr>
                <w:rtl/>
              </w:rPr>
              <w:t xml:space="preserve"> </w:t>
            </w:r>
            <w:r w:rsidRPr="009647FC">
              <w:rPr>
                <w:rtl/>
              </w:rPr>
              <w:t>قال</w:t>
            </w:r>
            <w:r>
              <w:rPr>
                <w:rtl/>
              </w:rPr>
              <w:t xml:space="preserve">: </w:t>
            </w:r>
            <w:r w:rsidRPr="009647FC">
              <w:rPr>
                <w:rtl/>
              </w:rPr>
              <w:t>هذه</w:t>
            </w:r>
            <w:r>
              <w:rPr>
                <w:rtl/>
              </w:rPr>
              <w:t xml:space="preserve"> </w:t>
            </w:r>
            <w:r w:rsidRPr="009647FC">
              <w:rPr>
                <w:rtl/>
              </w:rPr>
              <w:t>فوق</w:t>
            </w:r>
            <w:r>
              <w:rPr>
                <w:rtl/>
              </w:rPr>
              <w:t xml:space="preserve"> </w:t>
            </w:r>
            <w:r w:rsidRPr="009647FC">
              <w:rPr>
                <w:rtl/>
              </w:rPr>
              <w:t>جهدي</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إن</w:t>
            </w:r>
            <w:r w:rsidRPr="00B371C6">
              <w:rPr>
                <w:rtl/>
              </w:rPr>
              <w:t>ّ</w:t>
            </w:r>
            <w:r w:rsidRPr="009647FC">
              <w:rPr>
                <w:rtl/>
              </w:rPr>
              <w:t>ما</w:t>
            </w:r>
            <w:r>
              <w:rPr>
                <w:rtl/>
              </w:rPr>
              <w:t xml:space="preserve"> (</w:t>
            </w:r>
            <w:r w:rsidRPr="009647FC">
              <w:rPr>
                <w:rtl/>
              </w:rPr>
              <w:t>آصفٌ</w:t>
            </w:r>
            <w:r>
              <w:rPr>
                <w:rtl/>
              </w:rPr>
              <w:t xml:space="preserve">) </w:t>
            </w:r>
            <w:r w:rsidRPr="009647FC">
              <w:rPr>
                <w:rtl/>
              </w:rPr>
              <w:t>أتانا</w:t>
            </w:r>
            <w:r>
              <w:rPr>
                <w:rtl/>
              </w:rPr>
              <w:t xml:space="preserve"> </w:t>
            </w:r>
            <w:r w:rsidRPr="009647FC">
              <w:rPr>
                <w:rtl/>
              </w:rPr>
              <w:t>بصرحٍ</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م</w:t>
            </w:r>
            <w:r>
              <w:rPr>
                <w:rtl/>
              </w:rPr>
              <w:t>َ</w:t>
            </w:r>
            <w:r w:rsidRPr="009647FC">
              <w:rPr>
                <w:rtl/>
              </w:rPr>
              <w:t>نْ</w:t>
            </w:r>
            <w:r>
              <w:rPr>
                <w:rtl/>
              </w:rPr>
              <w:t xml:space="preserve"> </w:t>
            </w:r>
            <w:r w:rsidRPr="009647FC">
              <w:rPr>
                <w:rtl/>
              </w:rPr>
              <w:t>أتاه</w:t>
            </w:r>
            <w:r>
              <w:rPr>
                <w:rtl/>
              </w:rPr>
              <w:t xml:space="preserve"> </w:t>
            </w:r>
            <w:r w:rsidRPr="009647FC">
              <w:rPr>
                <w:rtl/>
              </w:rPr>
              <w:t>يجده</w:t>
            </w:r>
            <w:r>
              <w:rPr>
                <w:rtl/>
              </w:rPr>
              <w:t xml:space="preserve"> </w:t>
            </w:r>
            <w:r w:rsidRPr="009647FC">
              <w:rPr>
                <w:rtl/>
              </w:rPr>
              <w:t>جنّة</w:t>
            </w:r>
            <w:r>
              <w:rPr>
                <w:rtl/>
              </w:rPr>
              <w:t xml:space="preserve"> </w:t>
            </w:r>
            <w:r w:rsidRPr="009647FC">
              <w:rPr>
                <w:rtl/>
              </w:rPr>
              <w:t>خلدِ</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قد</w:t>
            </w:r>
            <w:r>
              <w:rPr>
                <w:rtl/>
              </w:rPr>
              <w:t xml:space="preserve"> </w:t>
            </w:r>
            <w:r w:rsidRPr="009647FC">
              <w:rPr>
                <w:rtl/>
              </w:rPr>
              <w:t>دعا</w:t>
            </w:r>
            <w:r>
              <w:rPr>
                <w:rtl/>
              </w:rPr>
              <w:t xml:space="preserve"> </w:t>
            </w:r>
            <w:r w:rsidRPr="009647FC">
              <w:rPr>
                <w:rtl/>
              </w:rPr>
              <w:t>الملكُ</w:t>
            </w:r>
            <w:r>
              <w:rPr>
                <w:rtl/>
              </w:rPr>
              <w:t xml:space="preserve"> </w:t>
            </w:r>
            <w:r w:rsidRPr="009647FC">
              <w:rPr>
                <w:rtl/>
              </w:rPr>
              <w:t>مطرباً</w:t>
            </w:r>
            <w:r>
              <w:rPr>
                <w:rtl/>
              </w:rPr>
              <w:t xml:space="preserve"> </w:t>
            </w:r>
            <w:r w:rsidRPr="009647FC">
              <w:rPr>
                <w:rtl/>
              </w:rPr>
              <w:t>أرّخوه</w:t>
            </w:r>
            <w:r>
              <w:rPr>
                <w:rtl/>
              </w:rPr>
              <w:t>:</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Pr>
                <w:rtl/>
              </w:rPr>
              <w:t>(</w:t>
            </w:r>
            <w:r w:rsidRPr="009647FC">
              <w:rPr>
                <w:rtl/>
              </w:rPr>
              <w:t>شاد</w:t>
            </w:r>
            <w:r w:rsidR="004C00A8">
              <w:rPr>
                <w:rtl/>
              </w:rPr>
              <w:t xml:space="preserve"> </w:t>
            </w:r>
            <w:r w:rsidRPr="009647FC">
              <w:rPr>
                <w:rtl/>
              </w:rPr>
              <w:t>بدر</w:t>
            </w:r>
            <w:r>
              <w:rPr>
                <w:rtl/>
              </w:rPr>
              <w:t xml:space="preserve"> </w:t>
            </w:r>
            <w:r w:rsidRPr="009647FC">
              <w:rPr>
                <w:rtl/>
              </w:rPr>
              <w:t>البهاء</w:t>
            </w:r>
            <w:r>
              <w:rPr>
                <w:rtl/>
              </w:rPr>
              <w:t xml:space="preserve"> </w:t>
            </w:r>
            <w:r w:rsidRPr="009647FC">
              <w:rPr>
                <w:rtl/>
              </w:rPr>
              <w:t>دارة</w:t>
            </w:r>
            <w:r>
              <w:rPr>
                <w:rtl/>
              </w:rPr>
              <w:t xml:space="preserve"> </w:t>
            </w:r>
            <w:r w:rsidRPr="009647FC">
              <w:rPr>
                <w:rtl/>
              </w:rPr>
              <w:t>سعدِ</w:t>
            </w:r>
            <w:r>
              <w:rPr>
                <w:rtl/>
              </w:rPr>
              <w:t>)</w:t>
            </w:r>
            <w:r w:rsidRPr="00524A24">
              <w:rPr>
                <w:rStyle w:val="libPoemTiniChar0"/>
                <w:rtl/>
              </w:rPr>
              <w:br/>
              <w:t> </w:t>
            </w:r>
          </w:p>
        </w:tc>
      </w:tr>
    </w:tbl>
    <w:p w:rsidR="009647FC" w:rsidRPr="00524A24" w:rsidRDefault="009647FC" w:rsidP="004E7EC6">
      <w:pPr>
        <w:pStyle w:val="libNormal"/>
      </w:pPr>
      <w:r w:rsidRPr="009647FC">
        <w:rPr>
          <w:rtl/>
        </w:rPr>
        <w:t>وقال مؤرّخاً عام ولادة الحاج مهدي كبّه في سنة 1219 هـ</w:t>
      </w:r>
      <w:r w:rsidR="00D769AB">
        <w:rPr>
          <w:rtl/>
        </w:rPr>
        <w:t>:</w:t>
      </w:r>
    </w:p>
    <w:tbl>
      <w:tblPr>
        <w:tblStyle w:val="TableGrid"/>
        <w:bidiVisual/>
        <w:tblW w:w="4562" w:type="pct"/>
        <w:tblInd w:w="384" w:type="dxa"/>
        <w:tblLook w:val="04A0"/>
      </w:tblPr>
      <w:tblGrid>
        <w:gridCol w:w="3902"/>
        <w:gridCol w:w="301"/>
        <w:gridCol w:w="3884"/>
      </w:tblGrid>
      <w:tr w:rsidR="004E5E17" w:rsidRPr="00524A24" w:rsidTr="00AE101C">
        <w:trPr>
          <w:trHeight w:val="350"/>
        </w:trPr>
        <w:tc>
          <w:tcPr>
            <w:tcW w:w="3902" w:type="dxa"/>
          </w:tcPr>
          <w:p w:rsidR="004E5E17" w:rsidRPr="00524A24" w:rsidRDefault="004E5E17" w:rsidP="00AE101C">
            <w:pPr>
              <w:pStyle w:val="libPoem"/>
            </w:pPr>
            <w:r w:rsidRPr="009647FC">
              <w:rPr>
                <w:rtl/>
              </w:rPr>
              <w:t>وليلةٍ</w:t>
            </w:r>
            <w:r>
              <w:rPr>
                <w:rtl/>
              </w:rPr>
              <w:t xml:space="preserve"> </w:t>
            </w:r>
            <w:r w:rsidRPr="009647FC">
              <w:rPr>
                <w:rtl/>
              </w:rPr>
              <w:t>قد</w:t>
            </w:r>
            <w:r>
              <w:rPr>
                <w:rtl/>
              </w:rPr>
              <w:t xml:space="preserve"> </w:t>
            </w:r>
            <w:r w:rsidRPr="009647FC">
              <w:rPr>
                <w:rtl/>
              </w:rPr>
              <w:t>و</w:t>
            </w:r>
            <w:r>
              <w:rPr>
                <w:rtl/>
              </w:rPr>
              <w:t>َ</w:t>
            </w:r>
            <w:r w:rsidRPr="009647FC">
              <w:rPr>
                <w:rtl/>
              </w:rPr>
              <w:t>لد</w:t>
            </w:r>
            <w:r>
              <w:rPr>
                <w:rtl/>
              </w:rPr>
              <w:t>َ</w:t>
            </w:r>
            <w:r w:rsidRPr="009647FC">
              <w:rPr>
                <w:rtl/>
              </w:rPr>
              <w:t>ت</w:t>
            </w:r>
            <w:r>
              <w:rPr>
                <w:rtl/>
              </w:rPr>
              <w:t xml:space="preserve"> </w:t>
            </w:r>
            <w:r w:rsidRPr="009647FC">
              <w:rPr>
                <w:rtl/>
              </w:rPr>
              <w:t>بصبحها</w:t>
            </w:r>
            <w:r w:rsidRPr="004E7EC6">
              <w:rPr>
                <w:rStyle w:val="libFootnotenumChar"/>
                <w:rtl/>
              </w:rPr>
              <w:t>(5)</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شمس</w:t>
            </w:r>
            <w:r>
              <w:rPr>
                <w:rtl/>
              </w:rPr>
              <w:t xml:space="preserve"> </w:t>
            </w:r>
            <w:r w:rsidRPr="009647FC">
              <w:rPr>
                <w:rtl/>
              </w:rPr>
              <w:t>عُلاً</w:t>
            </w:r>
            <w:r>
              <w:rPr>
                <w:rtl/>
              </w:rPr>
              <w:t xml:space="preserve"> </w:t>
            </w:r>
            <w:r w:rsidRPr="009647FC">
              <w:rPr>
                <w:rtl/>
              </w:rPr>
              <w:t>تشعُّ</w:t>
            </w:r>
            <w:r>
              <w:rPr>
                <w:rtl/>
              </w:rPr>
              <w:t xml:space="preserve"> </w:t>
            </w:r>
            <w:r w:rsidRPr="009647FC">
              <w:rPr>
                <w:rtl/>
              </w:rPr>
              <w:t>في</w:t>
            </w:r>
            <w:r>
              <w:rPr>
                <w:rtl/>
              </w:rPr>
              <w:t xml:space="preserve"> </w:t>
            </w:r>
            <w:r w:rsidRPr="009647FC">
              <w:rPr>
                <w:rtl/>
              </w:rPr>
              <w:t>سعودها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طلب الحاج محمد صالح من الشاعر أن يؤرّخ ولادته وإن لم يكن قد أدركها</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الضارح</w:t>
      </w:r>
      <w:r w:rsidR="00D769AB">
        <w:rPr>
          <w:rtl/>
        </w:rPr>
        <w:t>:</w:t>
      </w:r>
      <w:r w:rsidRPr="009647FC">
        <w:rPr>
          <w:rtl/>
        </w:rPr>
        <w:t xml:space="preserve"> الذي يحفر الضريح للميت</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نسخة</w:t>
      </w:r>
      <w:r w:rsidR="00D769AB">
        <w:rPr>
          <w:rtl/>
        </w:rPr>
        <w:t>:</w:t>
      </w:r>
      <w:r w:rsidRPr="009647FC">
        <w:rPr>
          <w:rtl/>
        </w:rPr>
        <w:t xml:space="preserve"> حلم</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وفي نسخة</w:t>
      </w:r>
      <w:r w:rsidR="00D769AB">
        <w:rPr>
          <w:rtl/>
        </w:rPr>
        <w:t>:</w:t>
      </w:r>
      <w:r w:rsidRPr="009647FC">
        <w:rPr>
          <w:rtl/>
        </w:rPr>
        <w:t xml:space="preserve"> شكت العفاة لدائه</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في المطبوع</w:t>
      </w:r>
      <w:r w:rsidR="00D769AB">
        <w:rPr>
          <w:rtl/>
        </w:rPr>
        <w:t>:</w:t>
      </w:r>
      <w:r w:rsidRPr="009647FC">
        <w:rPr>
          <w:rtl/>
        </w:rPr>
        <w:t xml:space="preserve"> لصبحها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4E5E17" w:rsidRPr="00524A24" w:rsidTr="004E5E17">
        <w:trPr>
          <w:trHeight w:val="350"/>
        </w:trPr>
        <w:tc>
          <w:tcPr>
            <w:tcW w:w="3902" w:type="dxa"/>
          </w:tcPr>
          <w:p w:rsidR="004E5E17" w:rsidRPr="00524A24" w:rsidRDefault="004E5E17" w:rsidP="00AE101C">
            <w:pPr>
              <w:pStyle w:val="libPoem"/>
            </w:pPr>
            <w:r w:rsidRPr="009647FC">
              <w:rPr>
                <w:rtl/>
              </w:rPr>
              <w:lastRenderedPageBreak/>
              <w:t>س</w:t>
            </w:r>
            <w:r w:rsidRPr="00B371C6">
              <w:rPr>
                <w:rtl/>
              </w:rPr>
              <w:t>ُ</w:t>
            </w:r>
            <w:r w:rsidRPr="009647FC">
              <w:rPr>
                <w:rtl/>
              </w:rPr>
              <w:t>رّ</w:t>
            </w:r>
            <w:r>
              <w:rPr>
                <w:rtl/>
              </w:rPr>
              <w:t>َ</w:t>
            </w:r>
            <w:r w:rsidRPr="009647FC">
              <w:rPr>
                <w:rtl/>
              </w:rPr>
              <w:t>ت</w:t>
            </w:r>
            <w:r w:rsidR="004C00A8">
              <w:rPr>
                <w:rtl/>
              </w:rPr>
              <w:t xml:space="preserve"> </w:t>
            </w:r>
            <w:r w:rsidRPr="009647FC">
              <w:rPr>
                <w:rtl/>
              </w:rPr>
              <w:t>بها</w:t>
            </w:r>
            <w:r>
              <w:rPr>
                <w:rtl/>
              </w:rPr>
              <w:t xml:space="preserve"> </w:t>
            </w:r>
            <w:r w:rsidRPr="009647FC">
              <w:rPr>
                <w:rtl/>
              </w:rPr>
              <w:t>أهل</w:t>
            </w:r>
            <w:r>
              <w:rPr>
                <w:rtl/>
              </w:rPr>
              <w:t xml:space="preserve"> </w:t>
            </w:r>
            <w:r w:rsidRPr="009647FC">
              <w:rPr>
                <w:rtl/>
              </w:rPr>
              <w:t>المعالي</w:t>
            </w:r>
            <w:r>
              <w:rPr>
                <w:rtl/>
              </w:rPr>
              <w:t xml:space="preserve"> </w:t>
            </w:r>
            <w:r w:rsidRPr="009647FC">
              <w:rPr>
                <w:rtl/>
              </w:rPr>
              <w:t>ولها</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أهدت</w:t>
            </w:r>
            <w:r>
              <w:rPr>
                <w:rtl/>
              </w:rPr>
              <w:t xml:space="preserve"> (</w:t>
            </w:r>
            <w:r w:rsidRPr="009647FC">
              <w:rPr>
                <w:rtl/>
              </w:rPr>
              <w:t>بمهديٍّ</w:t>
            </w:r>
            <w:r>
              <w:rPr>
                <w:rtl/>
              </w:rPr>
              <w:t xml:space="preserve">) </w:t>
            </w:r>
            <w:r w:rsidRPr="009647FC">
              <w:rPr>
                <w:rtl/>
              </w:rPr>
              <w:t>سرور</w:t>
            </w:r>
            <w:r>
              <w:rPr>
                <w:rtl/>
              </w:rPr>
              <w:t xml:space="preserve"> </w:t>
            </w:r>
            <w:r w:rsidRPr="009647FC">
              <w:rPr>
                <w:rtl/>
              </w:rPr>
              <w:t>عيدها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قد</w:t>
            </w:r>
            <w:r>
              <w:rPr>
                <w:rtl/>
              </w:rPr>
              <w:t xml:space="preserve"> </w:t>
            </w:r>
            <w:r w:rsidRPr="009647FC">
              <w:rPr>
                <w:rtl/>
              </w:rPr>
              <w:t>طرب</w:t>
            </w:r>
            <w:r>
              <w:rPr>
                <w:rtl/>
              </w:rPr>
              <w:t xml:space="preserve"> </w:t>
            </w:r>
            <w:r w:rsidRPr="009647FC">
              <w:rPr>
                <w:rtl/>
              </w:rPr>
              <w:t>الدهرُ</w:t>
            </w:r>
            <w:r>
              <w:rPr>
                <w:rtl/>
              </w:rPr>
              <w:t xml:space="preserve"> </w:t>
            </w:r>
            <w:r w:rsidRPr="009647FC">
              <w:rPr>
                <w:rtl/>
              </w:rPr>
              <w:t>غداة</w:t>
            </w:r>
            <w:r>
              <w:rPr>
                <w:rtl/>
              </w:rPr>
              <w:t xml:space="preserve"> </w:t>
            </w:r>
            <w:r w:rsidRPr="009647FC">
              <w:rPr>
                <w:rtl/>
              </w:rPr>
              <w:t>أرّخوا</w:t>
            </w:r>
            <w:r>
              <w:rPr>
                <w:rtl/>
              </w:rPr>
              <w:t>:</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Pr>
                <w:rtl/>
              </w:rPr>
              <w:t>(</w:t>
            </w:r>
            <w:r w:rsidRPr="009647FC">
              <w:rPr>
                <w:rtl/>
              </w:rPr>
              <w:t>فلتزدهي</w:t>
            </w:r>
            <w:r>
              <w:rPr>
                <w:rtl/>
              </w:rPr>
              <w:t xml:space="preserve"> </w:t>
            </w:r>
            <w:r w:rsidRPr="009647FC">
              <w:rPr>
                <w:rtl/>
              </w:rPr>
              <w:t>الليلة</w:t>
            </w:r>
            <w:r>
              <w:rPr>
                <w:rtl/>
              </w:rPr>
              <w:t xml:space="preserve"> </w:t>
            </w:r>
            <w:r w:rsidRPr="009647FC">
              <w:rPr>
                <w:rtl/>
              </w:rPr>
              <w:t>في</w:t>
            </w:r>
            <w:r>
              <w:rPr>
                <w:rtl/>
              </w:rPr>
              <w:t xml:space="preserve"> </w:t>
            </w:r>
            <w:r w:rsidRPr="009647FC">
              <w:rPr>
                <w:rtl/>
              </w:rPr>
              <w:t>مولودها</w:t>
            </w:r>
            <w:r>
              <w:rPr>
                <w:rtl/>
              </w:rPr>
              <w:t>)</w:t>
            </w:r>
            <w:r w:rsidRPr="00524A24">
              <w:rPr>
                <w:rStyle w:val="libPoemTiniChar0"/>
                <w:rtl/>
              </w:rPr>
              <w:br/>
              <w:t> </w:t>
            </w:r>
          </w:p>
        </w:tc>
      </w:tr>
    </w:tbl>
    <w:p w:rsidR="009647FC" w:rsidRPr="00524A24" w:rsidRDefault="009647FC" w:rsidP="004E7EC6">
      <w:pPr>
        <w:pStyle w:val="libNormal"/>
      </w:pPr>
      <w:r w:rsidRPr="009647FC">
        <w:rPr>
          <w:rtl/>
        </w:rPr>
        <w:t>وقال مؤرّخاً عام ولادة الحاج مصطفى كبّه في سنة 1255 هـ</w:t>
      </w:r>
      <w:r w:rsidR="00D769AB">
        <w:rPr>
          <w:rtl/>
        </w:rPr>
        <w:t>:</w:t>
      </w:r>
    </w:p>
    <w:tbl>
      <w:tblPr>
        <w:tblStyle w:val="TableGrid"/>
        <w:bidiVisual/>
        <w:tblW w:w="4562" w:type="pct"/>
        <w:tblInd w:w="384" w:type="dxa"/>
        <w:tblLook w:val="04A0"/>
      </w:tblPr>
      <w:tblGrid>
        <w:gridCol w:w="3902"/>
        <w:gridCol w:w="301"/>
        <w:gridCol w:w="3884"/>
      </w:tblGrid>
      <w:tr w:rsidR="004E5E17" w:rsidRPr="00524A24" w:rsidTr="004E5E17">
        <w:trPr>
          <w:trHeight w:val="350"/>
        </w:trPr>
        <w:tc>
          <w:tcPr>
            <w:tcW w:w="3902" w:type="dxa"/>
          </w:tcPr>
          <w:p w:rsidR="004E5E17" w:rsidRPr="00524A24" w:rsidRDefault="004E5E17" w:rsidP="00AE101C">
            <w:pPr>
              <w:pStyle w:val="libPoem"/>
            </w:pPr>
            <w:r w:rsidRPr="009647FC">
              <w:rPr>
                <w:rtl/>
              </w:rPr>
              <w:t>لقد</w:t>
            </w:r>
            <w:r w:rsidR="004C00A8">
              <w:rPr>
                <w:rtl/>
              </w:rPr>
              <w:t xml:space="preserve"> </w:t>
            </w:r>
            <w:r w:rsidRPr="009647FC">
              <w:rPr>
                <w:rtl/>
              </w:rPr>
              <w:t>و</w:t>
            </w:r>
            <w:r>
              <w:rPr>
                <w:rtl/>
              </w:rPr>
              <w:t>َ</w:t>
            </w:r>
            <w:r w:rsidRPr="009647FC">
              <w:rPr>
                <w:rtl/>
              </w:rPr>
              <w:t>لد</w:t>
            </w:r>
            <w:r>
              <w:rPr>
                <w:rtl/>
              </w:rPr>
              <w:t>َ</w:t>
            </w:r>
            <w:r w:rsidRPr="009647FC">
              <w:rPr>
                <w:rtl/>
              </w:rPr>
              <w:t>ت</w:t>
            </w:r>
            <w:r>
              <w:rPr>
                <w:rtl/>
              </w:rPr>
              <w:t xml:space="preserve"> </w:t>
            </w:r>
            <w:r w:rsidRPr="009647FC">
              <w:rPr>
                <w:rtl/>
              </w:rPr>
              <w:t>أمُّ</w:t>
            </w:r>
            <w:r>
              <w:rPr>
                <w:rtl/>
              </w:rPr>
              <w:t xml:space="preserve"> </w:t>
            </w:r>
            <w:r w:rsidRPr="009647FC">
              <w:rPr>
                <w:rtl/>
              </w:rPr>
              <w:t>المفاخر</w:t>
            </w:r>
            <w:r>
              <w:rPr>
                <w:rtl/>
              </w:rPr>
              <w:t xml:space="preserve"> </w:t>
            </w:r>
            <w:r w:rsidRPr="009647FC">
              <w:rPr>
                <w:rtl/>
              </w:rPr>
              <w:t>ماجدا</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تضوّ</w:t>
            </w:r>
            <w:r>
              <w:rPr>
                <w:rtl/>
              </w:rPr>
              <w:t>َ</w:t>
            </w:r>
            <w:r w:rsidRPr="009647FC">
              <w:rPr>
                <w:rtl/>
              </w:rPr>
              <w:t>ع</w:t>
            </w:r>
            <w:r>
              <w:rPr>
                <w:rtl/>
              </w:rPr>
              <w:t xml:space="preserve"> </w:t>
            </w:r>
            <w:r w:rsidRPr="009647FC">
              <w:rPr>
                <w:rtl/>
              </w:rPr>
              <w:t>من</w:t>
            </w:r>
            <w:r>
              <w:rPr>
                <w:rtl/>
              </w:rPr>
              <w:t xml:space="preserve"> </w:t>
            </w:r>
            <w:r w:rsidRPr="009647FC">
              <w:rPr>
                <w:rtl/>
              </w:rPr>
              <w:t>أعطافه</w:t>
            </w:r>
            <w:r>
              <w:rPr>
                <w:rtl/>
              </w:rPr>
              <w:t xml:space="preserve"> </w:t>
            </w:r>
            <w:r w:rsidRPr="009647FC">
              <w:rPr>
                <w:rtl/>
              </w:rPr>
              <w:t>طيبُ</w:t>
            </w:r>
            <w:r>
              <w:rPr>
                <w:rtl/>
              </w:rPr>
              <w:t xml:space="preserve"> </w:t>
            </w:r>
            <w:r w:rsidRPr="009647FC">
              <w:rPr>
                <w:rtl/>
              </w:rPr>
              <w:t>محتده</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تربّ</w:t>
            </w:r>
            <w:r>
              <w:rPr>
                <w:rtl/>
              </w:rPr>
              <w:t>َ</w:t>
            </w:r>
            <w:r w:rsidRPr="009647FC">
              <w:rPr>
                <w:rtl/>
              </w:rPr>
              <w:t>ي</w:t>
            </w:r>
            <w:r>
              <w:rPr>
                <w:rtl/>
              </w:rPr>
              <w:t xml:space="preserve"> </w:t>
            </w:r>
            <w:r w:rsidRPr="009647FC">
              <w:rPr>
                <w:rtl/>
              </w:rPr>
              <w:t>بحجر</w:t>
            </w:r>
            <w:r>
              <w:rPr>
                <w:rtl/>
              </w:rPr>
              <w:t xml:space="preserve"> </w:t>
            </w:r>
            <w:r w:rsidRPr="009647FC">
              <w:rPr>
                <w:rtl/>
              </w:rPr>
              <w:t>المجد</w:t>
            </w:r>
            <w:r>
              <w:rPr>
                <w:rtl/>
              </w:rPr>
              <w:t xml:space="preserve"> </w:t>
            </w:r>
            <w:r w:rsidRPr="009647FC">
              <w:rPr>
                <w:rtl/>
              </w:rPr>
              <w:t>واسترضع</w:t>
            </w:r>
            <w:r>
              <w:rPr>
                <w:rtl/>
              </w:rPr>
              <w:t xml:space="preserve"> </w:t>
            </w:r>
            <w:r w:rsidRPr="009647FC">
              <w:rPr>
                <w:rtl/>
              </w:rPr>
              <w:t>النهى</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وشبّ</w:t>
            </w:r>
            <w:r>
              <w:rPr>
                <w:rtl/>
              </w:rPr>
              <w:t xml:space="preserve">َ </w:t>
            </w:r>
            <w:r w:rsidRPr="009647FC">
              <w:rPr>
                <w:rtl/>
              </w:rPr>
              <w:t>ي</w:t>
            </w:r>
            <w:r w:rsidRPr="00B371C6">
              <w:rPr>
                <w:rtl/>
              </w:rPr>
              <w:t>ُ</w:t>
            </w:r>
            <w:r w:rsidRPr="009647FC">
              <w:rPr>
                <w:rtl/>
              </w:rPr>
              <w:t>فدّي</w:t>
            </w:r>
            <w:r>
              <w:rPr>
                <w:rtl/>
              </w:rPr>
              <w:t xml:space="preserve"> </w:t>
            </w:r>
            <w:r w:rsidRPr="009647FC">
              <w:rPr>
                <w:rtl/>
              </w:rPr>
              <w:t>وهو</w:t>
            </w:r>
            <w:r>
              <w:rPr>
                <w:rtl/>
              </w:rPr>
              <w:t xml:space="preserve"> </w:t>
            </w:r>
            <w:r w:rsidRPr="009647FC">
              <w:rPr>
                <w:rtl/>
              </w:rPr>
              <w:t>ناشٍ</w:t>
            </w:r>
            <w:r>
              <w:rPr>
                <w:rtl/>
              </w:rPr>
              <w:t xml:space="preserve"> </w:t>
            </w:r>
            <w:r w:rsidRPr="009647FC">
              <w:rPr>
                <w:rtl/>
              </w:rPr>
              <w:t>بحسّده</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وأضحى</w:t>
            </w:r>
            <w:r w:rsidR="004C00A8">
              <w:rPr>
                <w:rtl/>
              </w:rPr>
              <w:t xml:space="preserve"> </w:t>
            </w:r>
            <w:r w:rsidRPr="009647FC">
              <w:rPr>
                <w:rtl/>
              </w:rPr>
              <w:t>عليه</w:t>
            </w:r>
            <w:r>
              <w:rPr>
                <w:rtl/>
              </w:rPr>
              <w:t xml:space="preserve"> </w:t>
            </w:r>
            <w:r w:rsidRPr="009647FC">
              <w:rPr>
                <w:rtl/>
              </w:rPr>
              <w:t>الفخرُ</w:t>
            </w:r>
            <w:r>
              <w:rPr>
                <w:rtl/>
              </w:rPr>
              <w:t xml:space="preserve"> </w:t>
            </w:r>
            <w:r w:rsidRPr="009647FC">
              <w:rPr>
                <w:rtl/>
              </w:rPr>
              <w:t>يعقد</w:t>
            </w:r>
            <w:r>
              <w:rPr>
                <w:rtl/>
              </w:rPr>
              <w:t xml:space="preserve"> </w:t>
            </w:r>
            <w:r w:rsidRPr="009647FC">
              <w:rPr>
                <w:rtl/>
              </w:rPr>
              <w:t>تاجه</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ويلقي</w:t>
            </w:r>
            <w:r w:rsidR="004C00A8">
              <w:rPr>
                <w:rtl/>
              </w:rPr>
              <w:t xml:space="preserve"> </w:t>
            </w:r>
            <w:r w:rsidRPr="009647FC">
              <w:rPr>
                <w:rtl/>
              </w:rPr>
              <w:t>مقاليد</w:t>
            </w:r>
            <w:r>
              <w:rPr>
                <w:rtl/>
              </w:rPr>
              <w:t xml:space="preserve"> </w:t>
            </w:r>
            <w:r w:rsidRPr="009647FC">
              <w:rPr>
                <w:rtl/>
              </w:rPr>
              <w:t>المعالي</w:t>
            </w:r>
            <w:r>
              <w:rPr>
                <w:rtl/>
              </w:rPr>
              <w:t xml:space="preserve"> </w:t>
            </w:r>
            <w:r w:rsidRPr="009647FC">
              <w:rPr>
                <w:rtl/>
              </w:rPr>
              <w:t>إلى</w:t>
            </w:r>
            <w:r>
              <w:rPr>
                <w:rtl/>
              </w:rPr>
              <w:t xml:space="preserve"> </w:t>
            </w:r>
            <w:r w:rsidRPr="009647FC">
              <w:rPr>
                <w:rtl/>
              </w:rPr>
              <w:t>يده</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فيا</w:t>
            </w:r>
            <w:r>
              <w:rPr>
                <w:rtl/>
              </w:rPr>
              <w:t xml:space="preserve"> </w:t>
            </w:r>
            <w:r w:rsidRPr="009647FC">
              <w:rPr>
                <w:rtl/>
              </w:rPr>
              <w:t>مولداً</w:t>
            </w:r>
            <w:r>
              <w:rPr>
                <w:rtl/>
              </w:rPr>
              <w:t xml:space="preserve"> </w:t>
            </w:r>
            <w:r w:rsidRPr="009647FC">
              <w:rPr>
                <w:rtl/>
              </w:rPr>
              <w:t>فيه</w:t>
            </w:r>
            <w:r>
              <w:rPr>
                <w:rtl/>
              </w:rPr>
              <w:t xml:space="preserve"> </w:t>
            </w:r>
            <w:r w:rsidRPr="009647FC">
              <w:rPr>
                <w:rtl/>
              </w:rPr>
              <w:t>بنعمة</w:t>
            </w:r>
            <w:r>
              <w:rPr>
                <w:rtl/>
              </w:rPr>
              <w:t xml:space="preserve"> </w:t>
            </w:r>
            <w:r w:rsidRPr="009647FC">
              <w:rPr>
                <w:rtl/>
              </w:rPr>
              <w:t>ي</w:t>
            </w:r>
            <w:r w:rsidRPr="00B371C6">
              <w:rPr>
                <w:rtl/>
              </w:rPr>
              <w:t>ُ</w:t>
            </w:r>
            <w:r w:rsidRPr="009647FC">
              <w:rPr>
                <w:rtl/>
              </w:rPr>
              <w:t>منه</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لنا</w:t>
            </w:r>
            <w:r>
              <w:rPr>
                <w:rtl/>
              </w:rPr>
              <w:t xml:space="preserve"> </w:t>
            </w:r>
            <w:r w:rsidRPr="009647FC">
              <w:rPr>
                <w:rtl/>
              </w:rPr>
              <w:t>السعدُ</w:t>
            </w:r>
            <w:r>
              <w:rPr>
                <w:rtl/>
              </w:rPr>
              <w:t xml:space="preserve"> </w:t>
            </w:r>
            <w:r w:rsidRPr="009647FC">
              <w:rPr>
                <w:rtl/>
              </w:rPr>
              <w:t>غنّى</w:t>
            </w:r>
            <w:r>
              <w:rPr>
                <w:rtl/>
              </w:rPr>
              <w:t xml:space="preserve"> </w:t>
            </w:r>
            <w:r w:rsidRPr="009647FC">
              <w:rPr>
                <w:rtl/>
              </w:rPr>
              <w:t>لا</w:t>
            </w:r>
            <w:r>
              <w:rPr>
                <w:rtl/>
              </w:rPr>
              <w:t xml:space="preserve"> </w:t>
            </w:r>
            <w:r w:rsidRPr="009647FC">
              <w:rPr>
                <w:rtl/>
              </w:rPr>
              <w:t>بنغمة</w:t>
            </w:r>
            <w:r>
              <w:rPr>
                <w:rtl/>
              </w:rPr>
              <w:t xml:space="preserve"> </w:t>
            </w:r>
            <w:r w:rsidRPr="009647FC">
              <w:rPr>
                <w:rtl/>
              </w:rPr>
              <w:t>(معبده)</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به</w:t>
            </w:r>
            <w:r w:rsidR="004C00A8">
              <w:rPr>
                <w:rtl/>
              </w:rPr>
              <w:t xml:space="preserve"> </w:t>
            </w:r>
            <w:r w:rsidRPr="009647FC">
              <w:rPr>
                <w:rtl/>
              </w:rPr>
              <w:t>خمدت</w:t>
            </w:r>
            <w:r>
              <w:rPr>
                <w:rtl/>
              </w:rPr>
              <w:t xml:space="preserve"> </w:t>
            </w:r>
            <w:r w:rsidRPr="009647FC">
              <w:rPr>
                <w:rtl/>
              </w:rPr>
              <w:t>نار</w:t>
            </w:r>
            <w:r>
              <w:rPr>
                <w:rtl/>
              </w:rPr>
              <w:t xml:space="preserve"> </w:t>
            </w:r>
            <w:r w:rsidRPr="009647FC">
              <w:rPr>
                <w:rtl/>
              </w:rPr>
              <w:t>العدا</w:t>
            </w:r>
            <w:r>
              <w:rPr>
                <w:rtl/>
              </w:rPr>
              <w:t xml:space="preserve"> </w:t>
            </w:r>
            <w:r w:rsidRPr="009647FC">
              <w:rPr>
                <w:rtl/>
              </w:rPr>
              <w:t>حين</w:t>
            </w:r>
            <w:r>
              <w:rPr>
                <w:rtl/>
              </w:rPr>
              <w:t xml:space="preserve"> </w:t>
            </w:r>
            <w:r w:rsidRPr="009647FC">
              <w:rPr>
                <w:rtl/>
              </w:rPr>
              <w:t>أرّخوا</w:t>
            </w:r>
            <w:r>
              <w:rPr>
                <w:rtl/>
              </w:rPr>
              <w:t>:</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Pr>
                <w:rtl/>
              </w:rPr>
              <w:t>(</w:t>
            </w:r>
            <w:r w:rsidRPr="009647FC">
              <w:rPr>
                <w:rtl/>
              </w:rPr>
              <w:t>أتى</w:t>
            </w:r>
            <w:r>
              <w:rPr>
                <w:rtl/>
              </w:rPr>
              <w:t xml:space="preserve"> </w:t>
            </w:r>
            <w:r w:rsidRPr="009647FC">
              <w:rPr>
                <w:rtl/>
              </w:rPr>
              <w:t>المصطفى</w:t>
            </w:r>
            <w:r>
              <w:rPr>
                <w:rtl/>
              </w:rPr>
              <w:t xml:space="preserve"> </w:t>
            </w:r>
            <w:r w:rsidRPr="009647FC">
              <w:rPr>
                <w:rtl/>
              </w:rPr>
              <w:t>يا</w:t>
            </w:r>
            <w:r>
              <w:rPr>
                <w:rtl/>
              </w:rPr>
              <w:t xml:space="preserve"> </w:t>
            </w:r>
            <w:r w:rsidRPr="009647FC">
              <w:rPr>
                <w:rtl/>
              </w:rPr>
              <w:t>عزّ</w:t>
            </w:r>
            <w:r>
              <w:rPr>
                <w:rtl/>
              </w:rPr>
              <w:t xml:space="preserve">َ </w:t>
            </w:r>
            <w:r w:rsidRPr="009647FC">
              <w:rPr>
                <w:rtl/>
              </w:rPr>
              <w:t>آية</w:t>
            </w:r>
            <w:r>
              <w:rPr>
                <w:rtl/>
              </w:rPr>
              <w:t xml:space="preserve"> </w:t>
            </w:r>
            <w:r w:rsidRPr="009647FC">
              <w:rPr>
                <w:rtl/>
              </w:rPr>
              <w:t>مولده</w:t>
            </w:r>
            <w:r>
              <w:rPr>
                <w:rtl/>
              </w:rPr>
              <w:t>)</w:t>
            </w:r>
            <w:r w:rsidRPr="00524A24">
              <w:rPr>
                <w:rStyle w:val="libPoemTiniChar0"/>
                <w:rtl/>
              </w:rPr>
              <w:br/>
              <w:t> </w:t>
            </w:r>
          </w:p>
        </w:tc>
      </w:tr>
    </w:tbl>
    <w:p w:rsidR="009647FC" w:rsidRPr="00524A24" w:rsidRDefault="009647FC" w:rsidP="004E7EC6">
      <w:pPr>
        <w:pStyle w:val="libNormal"/>
      </w:pPr>
      <w:r w:rsidRPr="009647FC">
        <w:rPr>
          <w:rtl/>
        </w:rPr>
        <w:t>وقال مؤرّخاً عام وفاة الحاج مهدي كبّه في 1271 هـ</w:t>
      </w:r>
      <w:r w:rsidR="00D769AB">
        <w:rPr>
          <w:rtl/>
        </w:rPr>
        <w:t>:</w:t>
      </w:r>
    </w:p>
    <w:tbl>
      <w:tblPr>
        <w:tblStyle w:val="TableGrid"/>
        <w:bidiVisual/>
        <w:tblW w:w="4562" w:type="pct"/>
        <w:tblInd w:w="384" w:type="dxa"/>
        <w:tblLook w:val="04A0"/>
      </w:tblPr>
      <w:tblGrid>
        <w:gridCol w:w="3902"/>
        <w:gridCol w:w="301"/>
        <w:gridCol w:w="3884"/>
      </w:tblGrid>
      <w:tr w:rsidR="004E5E17" w:rsidRPr="00524A24" w:rsidTr="004E5E17">
        <w:trPr>
          <w:trHeight w:val="350"/>
        </w:trPr>
        <w:tc>
          <w:tcPr>
            <w:tcW w:w="3902" w:type="dxa"/>
          </w:tcPr>
          <w:p w:rsidR="004E5E17" w:rsidRPr="00524A24" w:rsidRDefault="004E5E17" w:rsidP="00AE101C">
            <w:pPr>
              <w:pStyle w:val="libPoem"/>
            </w:pPr>
            <w:r w:rsidRPr="009647FC">
              <w:rPr>
                <w:rtl/>
              </w:rPr>
              <w:t>ألا بك</w:t>
            </w:r>
            <w:r>
              <w:rPr>
                <w:rtl/>
              </w:rPr>
              <w:t>َ</w:t>
            </w:r>
            <w:r w:rsidRPr="009647FC">
              <w:rPr>
                <w:rtl/>
              </w:rPr>
              <w:t>ر</w:t>
            </w:r>
            <w:r>
              <w:rPr>
                <w:rtl/>
              </w:rPr>
              <w:t>َ</w:t>
            </w:r>
            <w:r w:rsidRPr="009647FC">
              <w:rPr>
                <w:rtl/>
              </w:rPr>
              <w:t xml:space="preserve"> الناعي بثاوٍ ثواءة</w:t>
            </w:r>
            <w:r w:rsidRPr="004E7EC6">
              <w:rPr>
                <w:rStyle w:val="libFootnotenumChar"/>
                <w:rtl/>
              </w:rPr>
              <w:t>(1)</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توسّ</w:t>
            </w:r>
            <w:r>
              <w:rPr>
                <w:rtl/>
              </w:rPr>
              <w:t>َ</w:t>
            </w:r>
            <w:r w:rsidRPr="009647FC">
              <w:rPr>
                <w:rtl/>
              </w:rPr>
              <w:t>د والمعروف تحت ثرى اللحدِ</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وعاش الهدى فيه ومات بموته</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 xml:space="preserve">فأرِّخ </w:t>
            </w:r>
            <w:r>
              <w:rPr>
                <w:rtl/>
              </w:rPr>
              <w:t>(</w:t>
            </w:r>
            <w:r w:rsidRPr="009647FC">
              <w:rPr>
                <w:rtl/>
              </w:rPr>
              <w:t>معاً غاب الهدى هو والمهدي</w:t>
            </w:r>
            <w:r>
              <w:rPr>
                <w:rtl/>
              </w:rPr>
              <w:t>)</w:t>
            </w:r>
            <w:r w:rsidRPr="00524A24">
              <w:rPr>
                <w:rStyle w:val="libPoemTiniChar0"/>
                <w:rtl/>
              </w:rPr>
              <w:br/>
              <w:t> </w:t>
            </w:r>
          </w:p>
        </w:tc>
      </w:tr>
    </w:tbl>
    <w:p w:rsidR="009647FC" w:rsidRPr="00524A24" w:rsidRDefault="009647FC" w:rsidP="004E7EC6">
      <w:pPr>
        <w:pStyle w:val="libNormal"/>
      </w:pPr>
      <w:r w:rsidRPr="009647FC">
        <w:rPr>
          <w:rtl/>
        </w:rPr>
        <w:t>وقال مؤرّخاً ومهنئاً الحاج محمد صالح كبّه بقدوم ولديه الحاج مصطفى والحاج محمد رضا من الحج</w:t>
      </w:r>
      <w:r w:rsidR="00D769AB">
        <w:rPr>
          <w:rtl/>
        </w:rPr>
        <w:t>،</w:t>
      </w:r>
      <w:r w:rsidRPr="009647FC">
        <w:rPr>
          <w:rtl/>
        </w:rPr>
        <w:t xml:space="preserve"> وكلُّ شطر منها تأريخ وذلك في سنة 1277 هـ</w:t>
      </w:r>
      <w:r w:rsidR="00D769AB">
        <w:rPr>
          <w:rtl/>
        </w:rPr>
        <w:t>:</w:t>
      </w:r>
    </w:p>
    <w:tbl>
      <w:tblPr>
        <w:tblStyle w:val="TableGrid"/>
        <w:bidiVisual/>
        <w:tblW w:w="4562" w:type="pct"/>
        <w:tblInd w:w="384" w:type="dxa"/>
        <w:tblLook w:val="04A0"/>
      </w:tblPr>
      <w:tblGrid>
        <w:gridCol w:w="3902"/>
        <w:gridCol w:w="301"/>
        <w:gridCol w:w="3884"/>
      </w:tblGrid>
      <w:tr w:rsidR="004E5E17" w:rsidRPr="00524A24" w:rsidTr="004E5E17">
        <w:trPr>
          <w:trHeight w:val="350"/>
        </w:trPr>
        <w:tc>
          <w:tcPr>
            <w:tcW w:w="3902" w:type="dxa"/>
          </w:tcPr>
          <w:p w:rsidR="004E5E17" w:rsidRPr="00524A24" w:rsidRDefault="004E5E17" w:rsidP="00AE101C">
            <w:pPr>
              <w:pStyle w:val="libPoem"/>
            </w:pPr>
            <w:r w:rsidRPr="009647FC">
              <w:rPr>
                <w:rtl/>
              </w:rPr>
              <w:t>ع</w:t>
            </w:r>
            <w:r w:rsidRPr="00B371C6">
              <w:rPr>
                <w:rtl/>
              </w:rPr>
              <w:t>ُ</w:t>
            </w:r>
            <w:r w:rsidRPr="009647FC">
              <w:rPr>
                <w:rtl/>
              </w:rPr>
              <w:t>جْ</w:t>
            </w:r>
            <w:r w:rsidR="004C00A8">
              <w:rPr>
                <w:rtl/>
              </w:rPr>
              <w:t xml:space="preserve"> </w:t>
            </w:r>
            <w:r w:rsidRPr="009647FC">
              <w:rPr>
                <w:rtl/>
              </w:rPr>
              <w:t>لنادي</w:t>
            </w:r>
            <w:r>
              <w:rPr>
                <w:rtl/>
              </w:rPr>
              <w:t xml:space="preserve"> </w:t>
            </w:r>
            <w:r w:rsidRPr="009647FC">
              <w:rPr>
                <w:rtl/>
              </w:rPr>
              <w:t>التقى</w:t>
            </w:r>
            <w:r>
              <w:rPr>
                <w:rtl/>
              </w:rPr>
              <w:t xml:space="preserve"> </w:t>
            </w:r>
            <w:r w:rsidRPr="009647FC">
              <w:rPr>
                <w:rtl/>
              </w:rPr>
              <w:t>وحيّ</w:t>
            </w:r>
            <w:r>
              <w:rPr>
                <w:rtl/>
              </w:rPr>
              <w:t xml:space="preserve"> </w:t>
            </w:r>
            <w:r w:rsidRPr="009647FC">
              <w:rPr>
                <w:rtl/>
              </w:rPr>
              <w:t>البشيرا</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إنّ</w:t>
            </w:r>
            <w:r>
              <w:rPr>
                <w:rtl/>
              </w:rPr>
              <w:t>َ</w:t>
            </w:r>
            <w:r w:rsidR="004C00A8">
              <w:rPr>
                <w:rtl/>
              </w:rPr>
              <w:t xml:space="preserve"> </w:t>
            </w:r>
            <w:r w:rsidRPr="009647FC">
              <w:rPr>
                <w:rtl/>
              </w:rPr>
              <w:t>فيه</w:t>
            </w:r>
            <w:r>
              <w:rPr>
                <w:rtl/>
              </w:rPr>
              <w:t xml:space="preserve"> </w:t>
            </w:r>
            <w:r w:rsidRPr="009647FC">
              <w:rPr>
                <w:rtl/>
              </w:rPr>
              <w:t>الزوراء</w:t>
            </w:r>
            <w:r>
              <w:rPr>
                <w:rtl/>
              </w:rPr>
              <w:t xml:space="preserve"> </w:t>
            </w:r>
            <w:r w:rsidRPr="009647FC">
              <w:rPr>
                <w:rtl/>
              </w:rPr>
              <w:t>تزهو</w:t>
            </w:r>
            <w:r>
              <w:rPr>
                <w:rtl/>
              </w:rPr>
              <w:t xml:space="preserve"> </w:t>
            </w:r>
            <w:r w:rsidRPr="009647FC">
              <w:rPr>
                <w:rtl/>
              </w:rPr>
              <w:t>سرورا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قد</w:t>
            </w:r>
            <w:r>
              <w:rPr>
                <w:rtl/>
              </w:rPr>
              <w:t xml:space="preserve"> </w:t>
            </w:r>
            <w:r w:rsidRPr="009647FC">
              <w:rPr>
                <w:rtl/>
              </w:rPr>
              <w:t>حباها</w:t>
            </w:r>
            <w:r>
              <w:rPr>
                <w:rtl/>
              </w:rPr>
              <w:t xml:space="preserve"> </w:t>
            </w:r>
            <w:r w:rsidRPr="009647FC">
              <w:rPr>
                <w:rtl/>
              </w:rPr>
              <w:t>يا</w:t>
            </w:r>
            <w:r>
              <w:rPr>
                <w:rtl/>
              </w:rPr>
              <w:t xml:space="preserve"> </w:t>
            </w:r>
            <w:r w:rsidRPr="009647FC">
              <w:rPr>
                <w:rtl/>
              </w:rPr>
              <w:t>سعد</w:t>
            </w:r>
            <w:r>
              <w:rPr>
                <w:rtl/>
              </w:rPr>
              <w:t xml:space="preserve"> </w:t>
            </w:r>
            <w:r w:rsidRPr="009647FC">
              <w:rPr>
                <w:rtl/>
              </w:rPr>
              <w:t>بشراك</w:t>
            </w:r>
            <w:r>
              <w:rPr>
                <w:rtl/>
              </w:rPr>
              <w:t xml:space="preserve">َ </w:t>
            </w:r>
            <w:r w:rsidRPr="009647FC">
              <w:rPr>
                <w:rtl/>
              </w:rPr>
              <w:t>سعدا</w:t>
            </w:r>
            <w:r w:rsidRPr="004E7EC6">
              <w:rPr>
                <w:rStyle w:val="libFootnotenumChar"/>
                <w:rtl/>
              </w:rPr>
              <w:t>(2)</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كلُّ</w:t>
            </w:r>
            <w:r>
              <w:rPr>
                <w:rtl/>
              </w:rPr>
              <w:t xml:space="preserve"> </w:t>
            </w:r>
            <w:r w:rsidRPr="009647FC">
              <w:rPr>
                <w:rtl/>
              </w:rPr>
              <w:t>قطرٍ</w:t>
            </w:r>
            <w:r>
              <w:rPr>
                <w:rtl/>
              </w:rPr>
              <w:t xml:space="preserve"> </w:t>
            </w:r>
            <w:r w:rsidRPr="009647FC">
              <w:rPr>
                <w:rtl/>
              </w:rPr>
              <w:t>لنوره</w:t>
            </w:r>
            <w:r>
              <w:rPr>
                <w:rtl/>
              </w:rPr>
              <w:t xml:space="preserve"> </w:t>
            </w:r>
            <w:r w:rsidRPr="009647FC">
              <w:rPr>
                <w:rtl/>
              </w:rPr>
              <w:t>شعّ</w:t>
            </w:r>
            <w:r>
              <w:rPr>
                <w:rtl/>
              </w:rPr>
              <w:t xml:space="preserve">َ </w:t>
            </w:r>
            <w:r w:rsidRPr="009647FC">
              <w:rPr>
                <w:rtl/>
              </w:rPr>
              <w:t>نورا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إذا</w:t>
            </w:r>
            <w:r w:rsidR="004C00A8">
              <w:rPr>
                <w:rtl/>
              </w:rPr>
              <w:t xml:space="preserve"> </w:t>
            </w:r>
            <w:r w:rsidRPr="009647FC">
              <w:rPr>
                <w:rtl/>
              </w:rPr>
              <w:t>بإقبال</w:t>
            </w:r>
            <w:r>
              <w:rPr>
                <w:rtl/>
              </w:rPr>
              <w:t xml:space="preserve"> </w:t>
            </w:r>
            <w:r w:rsidRPr="009647FC">
              <w:rPr>
                <w:rtl/>
              </w:rPr>
              <w:t>أزهريها</w:t>
            </w:r>
            <w:r>
              <w:rPr>
                <w:rtl/>
              </w:rPr>
              <w:t xml:space="preserve"> </w:t>
            </w:r>
            <w:r w:rsidRPr="009647FC">
              <w:rPr>
                <w:rtl/>
              </w:rPr>
              <w:t>من</w:t>
            </w:r>
            <w:r>
              <w:rPr>
                <w:rtl/>
              </w:rPr>
              <w:t xml:space="preserve"> </w:t>
            </w:r>
            <w:r w:rsidRPr="009647FC">
              <w:rPr>
                <w:rtl/>
              </w:rPr>
              <w:t>الكعـ</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بة</w:t>
            </w:r>
            <w:r w:rsidR="004C00A8">
              <w:rPr>
                <w:rtl/>
              </w:rPr>
              <w:t xml:space="preserve"> </w:t>
            </w:r>
            <w:r w:rsidRPr="009647FC">
              <w:rPr>
                <w:rtl/>
              </w:rPr>
              <w:t>قد</w:t>
            </w:r>
            <w:r>
              <w:rPr>
                <w:rtl/>
              </w:rPr>
              <w:t xml:space="preserve"> </w:t>
            </w:r>
            <w:r w:rsidRPr="009647FC">
              <w:rPr>
                <w:rtl/>
              </w:rPr>
              <w:t>جاءها</w:t>
            </w:r>
            <w:r>
              <w:rPr>
                <w:rtl/>
              </w:rPr>
              <w:t xml:space="preserve"> </w:t>
            </w:r>
            <w:r w:rsidRPr="009647FC">
              <w:rPr>
                <w:rtl/>
              </w:rPr>
              <w:t>يبثُّ</w:t>
            </w:r>
            <w:r>
              <w:rPr>
                <w:rtl/>
              </w:rPr>
              <w:t xml:space="preserve"> </w:t>
            </w:r>
            <w:r w:rsidRPr="009647FC">
              <w:rPr>
                <w:rtl/>
              </w:rPr>
              <w:t>الحبورا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برضاها</w:t>
            </w:r>
            <w:r>
              <w:rPr>
                <w:rtl/>
              </w:rPr>
              <w:t xml:space="preserve"> </w:t>
            </w:r>
            <w:r w:rsidRPr="009647FC">
              <w:rPr>
                <w:rtl/>
              </w:rPr>
              <w:t>النقيّ</w:t>
            </w:r>
            <w:r>
              <w:rPr>
                <w:rtl/>
              </w:rPr>
              <w:t xml:space="preserve"> </w:t>
            </w:r>
            <w:r w:rsidRPr="009647FC">
              <w:rPr>
                <w:rtl/>
              </w:rPr>
              <w:t>وابن</w:t>
            </w:r>
            <w:r>
              <w:rPr>
                <w:rtl/>
              </w:rPr>
              <w:t xml:space="preserve"> </w:t>
            </w:r>
            <w:r w:rsidRPr="009647FC">
              <w:rPr>
                <w:rtl/>
              </w:rPr>
              <w:t>أبيه</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مصطفاها</w:t>
            </w:r>
            <w:r w:rsidR="004C00A8">
              <w:rPr>
                <w:rtl/>
              </w:rPr>
              <w:t xml:space="preserve"> </w:t>
            </w:r>
            <w:r w:rsidRPr="009647FC">
              <w:rPr>
                <w:rtl/>
              </w:rPr>
              <w:t>يدعو</w:t>
            </w:r>
            <w:r>
              <w:rPr>
                <w:rtl/>
              </w:rPr>
              <w:t xml:space="preserve"> </w:t>
            </w:r>
            <w:r w:rsidRPr="009647FC">
              <w:rPr>
                <w:rtl/>
              </w:rPr>
              <w:t>وردتُ</w:t>
            </w:r>
            <w:r>
              <w:rPr>
                <w:rtl/>
              </w:rPr>
              <w:t xml:space="preserve"> </w:t>
            </w:r>
            <w:r w:rsidRPr="009647FC">
              <w:rPr>
                <w:rtl/>
              </w:rPr>
              <w:t>سفيرا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وجهُ</w:t>
            </w:r>
            <w:r>
              <w:rPr>
                <w:rtl/>
              </w:rPr>
              <w:t xml:space="preserve"> </w:t>
            </w:r>
            <w:r w:rsidRPr="009647FC">
              <w:rPr>
                <w:rtl/>
              </w:rPr>
              <w:t>بغداد</w:t>
            </w:r>
            <w:r>
              <w:rPr>
                <w:rtl/>
              </w:rPr>
              <w:t xml:space="preserve"> </w:t>
            </w:r>
            <w:r w:rsidRPr="009647FC">
              <w:rPr>
                <w:rtl/>
              </w:rPr>
              <w:t>حين</w:t>
            </w:r>
            <w:r>
              <w:rPr>
                <w:rtl/>
              </w:rPr>
              <w:t xml:space="preserve"> </w:t>
            </w:r>
            <w:r w:rsidRPr="009647FC">
              <w:rPr>
                <w:rtl/>
              </w:rPr>
              <w:t>أما</w:t>
            </w:r>
            <w:r>
              <w:rPr>
                <w:rtl/>
              </w:rPr>
              <w:t xml:space="preserve"> </w:t>
            </w:r>
            <w:r w:rsidRPr="009647FC">
              <w:rPr>
                <w:rtl/>
              </w:rPr>
              <w:t>لإنسا</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ن</w:t>
            </w:r>
            <w:r w:rsidR="004C00A8">
              <w:rPr>
                <w:rtl/>
              </w:rPr>
              <w:t xml:space="preserve"> </w:t>
            </w:r>
            <w:r w:rsidRPr="009647FC">
              <w:rPr>
                <w:rtl/>
              </w:rPr>
              <w:t>الحجى</w:t>
            </w:r>
            <w:r>
              <w:rPr>
                <w:rtl/>
              </w:rPr>
              <w:t xml:space="preserve"> </w:t>
            </w:r>
            <w:r w:rsidRPr="009647FC">
              <w:rPr>
                <w:rtl/>
              </w:rPr>
              <w:t>فيهما</w:t>
            </w:r>
            <w:r>
              <w:rPr>
                <w:rtl/>
              </w:rPr>
              <w:t xml:space="preserve"> </w:t>
            </w:r>
            <w:r w:rsidRPr="009647FC">
              <w:rPr>
                <w:rtl/>
              </w:rPr>
              <w:t>وصلتُ</w:t>
            </w:r>
            <w:r>
              <w:rPr>
                <w:rtl/>
              </w:rPr>
              <w:t xml:space="preserve"> </w:t>
            </w:r>
            <w:r w:rsidRPr="009647FC">
              <w:rPr>
                <w:rtl/>
              </w:rPr>
              <w:t>بشيرا</w:t>
            </w:r>
            <w:r w:rsidRPr="00524A24">
              <w:rPr>
                <w:rStyle w:val="libPoemTiniChar0"/>
                <w:rtl/>
              </w:rPr>
              <w:br/>
              <w:t> </w:t>
            </w:r>
          </w:p>
        </w:tc>
      </w:tr>
      <w:tr w:rsidR="004E5E17" w:rsidRPr="00524A24" w:rsidTr="004E5E17">
        <w:trPr>
          <w:trHeight w:val="350"/>
        </w:trPr>
        <w:tc>
          <w:tcPr>
            <w:tcW w:w="3902" w:type="dxa"/>
          </w:tcPr>
          <w:p w:rsidR="004E5E17" w:rsidRPr="00524A24" w:rsidRDefault="004E5E17" w:rsidP="00AE101C">
            <w:pPr>
              <w:pStyle w:val="libPoem"/>
            </w:pPr>
            <w:r w:rsidRPr="009647FC">
              <w:rPr>
                <w:rtl/>
              </w:rPr>
              <w:t>فغدا</w:t>
            </w:r>
            <w:r w:rsidR="004C00A8">
              <w:rPr>
                <w:rtl/>
              </w:rPr>
              <w:t xml:space="preserve"> </w:t>
            </w:r>
            <w:r w:rsidRPr="009647FC">
              <w:rPr>
                <w:rtl/>
              </w:rPr>
              <w:t>حين</w:t>
            </w:r>
            <w:r>
              <w:rPr>
                <w:rtl/>
              </w:rPr>
              <w:t xml:space="preserve"> </w:t>
            </w:r>
            <w:r w:rsidRPr="009647FC">
              <w:rPr>
                <w:rtl/>
              </w:rPr>
              <w:t>صبّ</w:t>
            </w:r>
            <w:r w:rsidRPr="00B371C6">
              <w:rPr>
                <w:rtl/>
              </w:rPr>
              <w:t>َ</w:t>
            </w:r>
            <w:r w:rsidRPr="009647FC">
              <w:rPr>
                <w:rtl/>
              </w:rPr>
              <w:t>حاه</w:t>
            </w:r>
            <w:r>
              <w:rPr>
                <w:rtl/>
              </w:rPr>
              <w:t xml:space="preserve"> </w:t>
            </w:r>
            <w:r w:rsidRPr="009647FC">
              <w:rPr>
                <w:rtl/>
              </w:rPr>
              <w:t>بهيّا</w:t>
            </w:r>
            <w:r w:rsidRPr="00524A24">
              <w:rPr>
                <w:rStyle w:val="libPoemTiniChar0"/>
                <w:rtl/>
              </w:rPr>
              <w:br/>
              <w:t> </w:t>
            </w:r>
          </w:p>
        </w:tc>
        <w:tc>
          <w:tcPr>
            <w:tcW w:w="301" w:type="dxa"/>
          </w:tcPr>
          <w:p w:rsidR="004E5E17" w:rsidRPr="00524A24" w:rsidRDefault="004E5E17" w:rsidP="00AE101C">
            <w:pPr>
              <w:pStyle w:val="libPoem"/>
              <w:rPr>
                <w:rtl/>
              </w:rPr>
            </w:pPr>
          </w:p>
        </w:tc>
        <w:tc>
          <w:tcPr>
            <w:tcW w:w="3884" w:type="dxa"/>
          </w:tcPr>
          <w:p w:rsidR="004E5E17" w:rsidRPr="00524A24" w:rsidRDefault="004E5E17" w:rsidP="00AE101C">
            <w:pPr>
              <w:pStyle w:val="libPoem"/>
            </w:pPr>
            <w:r w:rsidRPr="009647FC">
              <w:rPr>
                <w:rtl/>
              </w:rPr>
              <w:t>بل</w:t>
            </w:r>
            <w:r w:rsidR="004C00A8">
              <w:rPr>
                <w:rtl/>
              </w:rPr>
              <w:t xml:space="preserve"> </w:t>
            </w:r>
            <w:r w:rsidRPr="009647FC">
              <w:rPr>
                <w:rtl/>
              </w:rPr>
              <w:t>حديث</w:t>
            </w:r>
            <w:r>
              <w:rPr>
                <w:rtl/>
              </w:rPr>
              <w:t xml:space="preserve"> </w:t>
            </w:r>
            <w:r w:rsidRPr="009647FC">
              <w:rPr>
                <w:rtl/>
              </w:rPr>
              <w:t>الهنا</w:t>
            </w:r>
            <w:r>
              <w:rPr>
                <w:rtl/>
              </w:rPr>
              <w:t xml:space="preserve"> </w:t>
            </w:r>
            <w:r w:rsidRPr="009647FC">
              <w:rPr>
                <w:rtl/>
              </w:rPr>
              <w:t>حلا</w:t>
            </w:r>
            <w:r>
              <w:rPr>
                <w:rtl/>
              </w:rPr>
              <w:t xml:space="preserve"> </w:t>
            </w:r>
            <w:r w:rsidRPr="009647FC">
              <w:rPr>
                <w:rtl/>
              </w:rPr>
              <w:t>منشورا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بناؤه</w:t>
      </w:r>
      <w:r w:rsidR="00D769AB">
        <w:rPr>
          <w:rtl/>
        </w:rPr>
        <w:t>،</w:t>
      </w:r>
      <w:r w:rsidRPr="009647FC">
        <w:rPr>
          <w:rtl/>
        </w:rPr>
        <w:t xml:space="preserve"> وفي نسخة</w:t>
      </w:r>
      <w:r w:rsidR="00D769AB">
        <w:rPr>
          <w:rtl/>
        </w:rPr>
        <w:t>:</w:t>
      </w:r>
      <w:r w:rsidRPr="009647FC">
        <w:rPr>
          <w:rtl/>
        </w:rPr>
        <w:t xml:space="preserve"> بنانه</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هذا الشطر يكون مجموعه الأبجدي (1292)</w:t>
      </w:r>
      <w:r w:rsidR="00D769AB">
        <w:rPr>
          <w:rtl/>
        </w:rPr>
        <w:t>،</w:t>
      </w:r>
      <w:r w:rsidRPr="009647FC">
        <w:rPr>
          <w:rtl/>
        </w:rPr>
        <w:t xml:space="preserve"> وقد اتفقت النسختان عليه</w:t>
      </w:r>
      <w:r w:rsidR="00D769AB">
        <w:rPr>
          <w:rtl/>
        </w:rPr>
        <w:t>،</w:t>
      </w:r>
      <w:r w:rsidRPr="009647FC">
        <w:rPr>
          <w:rtl/>
        </w:rPr>
        <w:t xml:space="preserve"> وأظن الصحيح </w:t>
      </w:r>
      <w:r w:rsidR="00D769AB">
        <w:rPr>
          <w:rtl/>
        </w:rPr>
        <w:t>(</w:t>
      </w:r>
      <w:r w:rsidRPr="009647FC">
        <w:rPr>
          <w:rtl/>
        </w:rPr>
        <w:t>بشراء</w:t>
      </w:r>
      <w:r w:rsidR="00D769AB">
        <w:rPr>
          <w:rtl/>
        </w:rPr>
        <w:t>)</w:t>
      </w:r>
      <w:r w:rsidRPr="009647FC">
        <w:rPr>
          <w:rtl/>
        </w:rPr>
        <w:t xml:space="preserve"> بدلاً من </w:t>
      </w:r>
      <w:r w:rsidR="00D769AB">
        <w:rPr>
          <w:rtl/>
        </w:rPr>
        <w:t>(</w:t>
      </w:r>
      <w:r w:rsidRPr="009647FC">
        <w:rPr>
          <w:rtl/>
        </w:rPr>
        <w:t>بشراك</w:t>
      </w:r>
      <w:r w:rsidR="00D769AB">
        <w:rPr>
          <w:rtl/>
        </w:rPr>
        <w:t>)</w:t>
      </w:r>
      <w:r w:rsidRPr="009647FC">
        <w:rPr>
          <w:rtl/>
        </w:rPr>
        <w:t xml:space="preserve"> ليتم التأريخ</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313664" w:rsidRPr="00524A24" w:rsidTr="00313664">
        <w:trPr>
          <w:trHeight w:val="350"/>
        </w:trPr>
        <w:tc>
          <w:tcPr>
            <w:tcW w:w="3902" w:type="dxa"/>
          </w:tcPr>
          <w:p w:rsidR="00313664" w:rsidRPr="00524A24" w:rsidRDefault="00313664" w:rsidP="00AE101C">
            <w:pPr>
              <w:pStyle w:val="libPoem"/>
            </w:pPr>
            <w:r w:rsidRPr="009647FC">
              <w:rPr>
                <w:rtl/>
              </w:rPr>
              <w:lastRenderedPageBreak/>
              <w:t>أنت</w:t>
            </w:r>
            <w:r>
              <w:rPr>
                <w:rtl/>
              </w:rPr>
              <w:t>َ</w:t>
            </w:r>
            <w:r w:rsidR="004C00A8">
              <w:rPr>
                <w:rtl/>
              </w:rPr>
              <w:t xml:space="preserve"> </w:t>
            </w:r>
            <w:r w:rsidRPr="009647FC">
              <w:rPr>
                <w:rtl/>
              </w:rPr>
              <w:t>قطبُ</w:t>
            </w:r>
            <w:r>
              <w:rPr>
                <w:rtl/>
              </w:rPr>
              <w:t xml:space="preserve"> </w:t>
            </w:r>
            <w:r w:rsidRPr="009647FC">
              <w:rPr>
                <w:rtl/>
              </w:rPr>
              <w:t>التقى</w:t>
            </w:r>
            <w:r>
              <w:rPr>
                <w:rtl/>
              </w:rPr>
              <w:t xml:space="preserve"> </w:t>
            </w:r>
            <w:r w:rsidRPr="009647FC">
              <w:rPr>
                <w:rtl/>
              </w:rPr>
              <w:t>عليك</w:t>
            </w:r>
            <w:r>
              <w:rPr>
                <w:rtl/>
              </w:rPr>
              <w:t xml:space="preserve"> </w:t>
            </w:r>
            <w:r w:rsidRPr="009647FC">
              <w:rPr>
                <w:rtl/>
              </w:rPr>
              <w:t>لدأبا</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فلكُ</w:t>
            </w:r>
            <w:r w:rsidR="004C00A8">
              <w:rPr>
                <w:rtl/>
              </w:rPr>
              <w:t xml:space="preserve"> </w:t>
            </w:r>
            <w:r w:rsidRPr="009647FC">
              <w:rPr>
                <w:rtl/>
              </w:rPr>
              <w:t>العزّ</w:t>
            </w:r>
            <w:r>
              <w:rPr>
                <w:rtl/>
              </w:rPr>
              <w:t xml:space="preserve"> </w:t>
            </w:r>
            <w:r w:rsidRPr="009647FC">
              <w:rPr>
                <w:rtl/>
              </w:rPr>
              <w:t>قد</w:t>
            </w:r>
            <w:r>
              <w:rPr>
                <w:rtl/>
              </w:rPr>
              <w:t xml:space="preserve"> </w:t>
            </w:r>
            <w:r w:rsidRPr="009647FC">
              <w:rPr>
                <w:rtl/>
              </w:rPr>
              <w:t>ي</w:t>
            </w:r>
            <w:r w:rsidRPr="00B371C6">
              <w:rPr>
                <w:rtl/>
              </w:rPr>
              <w:t>ُ</w:t>
            </w:r>
            <w:r w:rsidRPr="009647FC">
              <w:rPr>
                <w:rtl/>
              </w:rPr>
              <w:t>رى</w:t>
            </w:r>
            <w:r>
              <w:rPr>
                <w:rtl/>
              </w:rPr>
              <w:t xml:space="preserve"> </w:t>
            </w:r>
            <w:r w:rsidRPr="009647FC">
              <w:rPr>
                <w:rtl/>
              </w:rPr>
              <w:t>مستديرا</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بل</w:t>
            </w:r>
            <w:r>
              <w:rPr>
                <w:rtl/>
              </w:rPr>
              <w:t xml:space="preserve"> </w:t>
            </w:r>
            <w:r w:rsidRPr="009647FC">
              <w:rPr>
                <w:rtl/>
              </w:rPr>
              <w:t>جوادُ</w:t>
            </w:r>
            <w:r>
              <w:rPr>
                <w:rtl/>
              </w:rPr>
              <w:t xml:space="preserve"> </w:t>
            </w:r>
            <w:r w:rsidRPr="009647FC">
              <w:rPr>
                <w:rtl/>
              </w:rPr>
              <w:t>العليا</w:t>
            </w:r>
            <w:r>
              <w:rPr>
                <w:rtl/>
              </w:rPr>
              <w:t xml:space="preserve"> </w:t>
            </w:r>
            <w:r w:rsidRPr="009647FC">
              <w:rPr>
                <w:rtl/>
              </w:rPr>
              <w:t>وربُّ</w:t>
            </w:r>
            <w:r>
              <w:rPr>
                <w:rtl/>
              </w:rPr>
              <w:t xml:space="preserve"> </w:t>
            </w:r>
            <w:r w:rsidRPr="009647FC">
              <w:rPr>
                <w:rtl/>
              </w:rPr>
              <w:t>فخارٍ</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طيبه</w:t>
            </w:r>
            <w:r>
              <w:rPr>
                <w:rtl/>
              </w:rPr>
              <w:t xml:space="preserve"> </w:t>
            </w:r>
            <w:r w:rsidRPr="009647FC">
              <w:rPr>
                <w:rtl/>
              </w:rPr>
              <w:t>ضاع</w:t>
            </w:r>
            <w:r>
              <w:rPr>
                <w:rtl/>
              </w:rPr>
              <w:t xml:space="preserve"> </w:t>
            </w:r>
            <w:r w:rsidRPr="009647FC">
              <w:rPr>
                <w:rtl/>
              </w:rPr>
              <w:t>بالندىّ</w:t>
            </w:r>
            <w:r>
              <w:rPr>
                <w:rtl/>
              </w:rPr>
              <w:t xml:space="preserve"> </w:t>
            </w:r>
            <w:r w:rsidRPr="009647FC">
              <w:rPr>
                <w:rtl/>
              </w:rPr>
              <w:t>عبيرا</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وقرينُ</w:t>
            </w:r>
            <w:r>
              <w:rPr>
                <w:rtl/>
              </w:rPr>
              <w:t xml:space="preserve"> </w:t>
            </w:r>
            <w:r w:rsidRPr="009647FC">
              <w:rPr>
                <w:rtl/>
              </w:rPr>
              <w:t>السخاء</w:t>
            </w:r>
            <w:r>
              <w:rPr>
                <w:rtl/>
              </w:rPr>
              <w:t xml:space="preserve"> </w:t>
            </w:r>
            <w:r w:rsidRPr="009647FC">
              <w:rPr>
                <w:rtl/>
              </w:rPr>
              <w:t>م</w:t>
            </w:r>
            <w:r w:rsidRPr="00B371C6">
              <w:rPr>
                <w:rtl/>
              </w:rPr>
              <w:t>َ</w:t>
            </w:r>
            <w:r w:rsidRPr="009647FC">
              <w:rPr>
                <w:rtl/>
              </w:rPr>
              <w:t>ن</w:t>
            </w:r>
            <w:r>
              <w:rPr>
                <w:rtl/>
              </w:rPr>
              <w:t xml:space="preserve"> </w:t>
            </w:r>
            <w:r w:rsidRPr="009647FC">
              <w:rPr>
                <w:rtl/>
              </w:rPr>
              <w:t>جاد</w:t>
            </w:r>
            <w:r>
              <w:rPr>
                <w:rtl/>
              </w:rPr>
              <w:t xml:space="preserve"> </w:t>
            </w:r>
            <w:r w:rsidRPr="009647FC">
              <w:rPr>
                <w:rtl/>
              </w:rPr>
              <w:t>طفلا</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بنداه</w:t>
            </w:r>
            <w:r>
              <w:rPr>
                <w:rtl/>
              </w:rPr>
              <w:t xml:space="preserve"> </w:t>
            </w:r>
            <w:r w:rsidRPr="009647FC">
              <w:rPr>
                <w:rtl/>
              </w:rPr>
              <w:t>وساد</w:t>
            </w:r>
            <w:r>
              <w:rPr>
                <w:rtl/>
              </w:rPr>
              <w:t xml:space="preserve"> </w:t>
            </w:r>
            <w:r w:rsidRPr="009647FC">
              <w:rPr>
                <w:rtl/>
              </w:rPr>
              <w:t>شيخاً</w:t>
            </w:r>
            <w:r>
              <w:rPr>
                <w:rtl/>
              </w:rPr>
              <w:t xml:space="preserve"> </w:t>
            </w:r>
            <w:r w:rsidRPr="009647FC">
              <w:rPr>
                <w:rtl/>
              </w:rPr>
              <w:t>كبيرا</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عشْ</w:t>
            </w:r>
            <w:r>
              <w:rPr>
                <w:rtl/>
              </w:rPr>
              <w:t xml:space="preserve"> </w:t>
            </w:r>
            <w:r w:rsidRPr="009647FC">
              <w:rPr>
                <w:rtl/>
              </w:rPr>
              <w:t>بطرفٍ</w:t>
            </w:r>
            <w:r>
              <w:rPr>
                <w:rtl/>
              </w:rPr>
              <w:t xml:space="preserve"> </w:t>
            </w:r>
            <w:r w:rsidRPr="009647FC">
              <w:rPr>
                <w:rtl/>
              </w:rPr>
              <w:t>ما</w:t>
            </w:r>
            <w:r>
              <w:rPr>
                <w:rtl/>
              </w:rPr>
              <w:t xml:space="preserve"> </w:t>
            </w:r>
            <w:r w:rsidRPr="009647FC">
              <w:rPr>
                <w:rtl/>
              </w:rPr>
              <w:t>زال</w:t>
            </w:r>
            <w:r>
              <w:rPr>
                <w:rtl/>
              </w:rPr>
              <w:t xml:space="preserve"> </w:t>
            </w:r>
            <w:r w:rsidRPr="009647FC">
              <w:rPr>
                <w:rtl/>
              </w:rPr>
              <w:t>زهواً</w:t>
            </w:r>
            <w:r>
              <w:rPr>
                <w:rtl/>
              </w:rPr>
              <w:t xml:space="preserve"> </w:t>
            </w:r>
            <w:r w:rsidRPr="009647FC">
              <w:rPr>
                <w:rtl/>
              </w:rPr>
              <w:t>قريرا</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يا</w:t>
            </w:r>
            <w:r>
              <w:rPr>
                <w:rtl/>
              </w:rPr>
              <w:t xml:space="preserve"> </w:t>
            </w:r>
            <w:r w:rsidRPr="009647FC">
              <w:rPr>
                <w:rtl/>
              </w:rPr>
              <w:t>أبا</w:t>
            </w:r>
            <w:r>
              <w:rPr>
                <w:rtl/>
              </w:rPr>
              <w:t xml:space="preserve"> </w:t>
            </w:r>
            <w:r w:rsidRPr="009647FC">
              <w:rPr>
                <w:rtl/>
              </w:rPr>
              <w:t>المصطفى</w:t>
            </w:r>
            <w:r>
              <w:rPr>
                <w:rtl/>
              </w:rPr>
              <w:t xml:space="preserve"> </w:t>
            </w:r>
            <w:r w:rsidRPr="009647FC">
              <w:rPr>
                <w:rtl/>
              </w:rPr>
              <w:t>فتحوى</w:t>
            </w:r>
            <w:r>
              <w:rPr>
                <w:rtl/>
              </w:rPr>
              <w:t xml:space="preserve"> </w:t>
            </w:r>
            <w:r w:rsidRPr="009647FC">
              <w:rPr>
                <w:rtl/>
              </w:rPr>
              <w:t>الحبورا</w:t>
            </w:r>
            <w:r w:rsidRPr="004E7EC6">
              <w:rPr>
                <w:rStyle w:val="libFootnotenumChar"/>
                <w:rtl/>
              </w:rPr>
              <w:t>(1)</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كلّ</w:t>
            </w:r>
            <w:r w:rsidR="004C00A8">
              <w:rPr>
                <w:rtl/>
              </w:rPr>
              <w:t xml:space="preserve"> </w:t>
            </w:r>
            <w:r w:rsidRPr="009647FC">
              <w:rPr>
                <w:rtl/>
              </w:rPr>
              <w:t>عامٍ</w:t>
            </w:r>
            <w:r>
              <w:rPr>
                <w:rtl/>
              </w:rPr>
              <w:t xml:space="preserve"> </w:t>
            </w:r>
            <w:r w:rsidRPr="009647FC">
              <w:rPr>
                <w:rtl/>
              </w:rPr>
              <w:t>كذا</w:t>
            </w:r>
            <w:r>
              <w:rPr>
                <w:rtl/>
              </w:rPr>
              <w:t xml:space="preserve"> </w:t>
            </w:r>
            <w:r w:rsidRPr="009647FC">
              <w:rPr>
                <w:rtl/>
              </w:rPr>
              <w:t>لدارك</w:t>
            </w:r>
            <w:r>
              <w:rPr>
                <w:rtl/>
              </w:rPr>
              <w:t xml:space="preserve">َ </w:t>
            </w:r>
            <w:r w:rsidRPr="009647FC">
              <w:rPr>
                <w:rtl/>
              </w:rPr>
              <w:t>طلقا</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ي</w:t>
            </w:r>
            <w:r w:rsidRPr="00B371C6">
              <w:rPr>
                <w:rtl/>
              </w:rPr>
              <w:t>ُ</w:t>
            </w:r>
            <w:r w:rsidRPr="009647FC">
              <w:rPr>
                <w:rtl/>
              </w:rPr>
              <w:t>وفد</w:t>
            </w:r>
            <w:r w:rsidR="004C00A8">
              <w:rPr>
                <w:rtl/>
              </w:rPr>
              <w:t xml:space="preserve"> </w:t>
            </w:r>
            <w:r w:rsidRPr="009647FC">
              <w:rPr>
                <w:rtl/>
              </w:rPr>
              <w:t>السعدُ</w:t>
            </w:r>
            <w:r>
              <w:rPr>
                <w:rtl/>
              </w:rPr>
              <w:t xml:space="preserve"> </w:t>
            </w:r>
            <w:r w:rsidRPr="009647FC">
              <w:rPr>
                <w:rtl/>
              </w:rPr>
              <w:t>بالتهاني</w:t>
            </w:r>
            <w:r>
              <w:rPr>
                <w:rtl/>
              </w:rPr>
              <w:t xml:space="preserve"> </w:t>
            </w:r>
            <w:r w:rsidRPr="009647FC">
              <w:rPr>
                <w:rtl/>
              </w:rPr>
              <w:t>بشيرا</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بل</w:t>
            </w:r>
            <w:r>
              <w:rPr>
                <w:rtl/>
              </w:rPr>
              <w:t xml:space="preserve"> </w:t>
            </w:r>
            <w:r w:rsidRPr="009647FC">
              <w:rPr>
                <w:rtl/>
              </w:rPr>
              <w:t>ومغناك</w:t>
            </w:r>
            <w:r>
              <w:rPr>
                <w:rtl/>
              </w:rPr>
              <w:t xml:space="preserve"> </w:t>
            </w:r>
            <w:r w:rsidRPr="009647FC">
              <w:rPr>
                <w:rtl/>
              </w:rPr>
              <w:t>طيباً</w:t>
            </w:r>
            <w:r>
              <w:rPr>
                <w:rtl/>
              </w:rPr>
              <w:t xml:space="preserve"> </w:t>
            </w:r>
            <w:r w:rsidRPr="009647FC">
              <w:rPr>
                <w:rtl/>
              </w:rPr>
              <w:t>كلّ</w:t>
            </w:r>
            <w:r>
              <w:rPr>
                <w:rtl/>
              </w:rPr>
              <w:t xml:space="preserve">َ </w:t>
            </w:r>
            <w:r w:rsidRPr="009647FC">
              <w:rPr>
                <w:rtl/>
              </w:rPr>
              <w:t>يومٍ</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تجتليه</w:t>
            </w:r>
            <w:r>
              <w:rPr>
                <w:rtl/>
              </w:rPr>
              <w:t xml:space="preserve"> </w:t>
            </w:r>
            <w:r w:rsidRPr="009647FC">
              <w:rPr>
                <w:rtl/>
              </w:rPr>
              <w:t>به</w:t>
            </w:r>
            <w:r>
              <w:rPr>
                <w:rtl/>
              </w:rPr>
              <w:t xml:space="preserve"> </w:t>
            </w:r>
            <w:r w:rsidRPr="009647FC">
              <w:rPr>
                <w:rtl/>
              </w:rPr>
              <w:t>سنيّاً</w:t>
            </w:r>
            <w:r>
              <w:rPr>
                <w:rtl/>
              </w:rPr>
              <w:t xml:space="preserve"> </w:t>
            </w:r>
            <w:r w:rsidRPr="009647FC">
              <w:rPr>
                <w:rtl/>
              </w:rPr>
              <w:t>منيرا</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وكذا</w:t>
            </w:r>
            <w:r>
              <w:rPr>
                <w:rtl/>
              </w:rPr>
              <w:t xml:space="preserve"> </w:t>
            </w:r>
            <w:r w:rsidRPr="009647FC">
              <w:rPr>
                <w:rtl/>
              </w:rPr>
              <w:t>فليرقْ</w:t>
            </w:r>
            <w:r>
              <w:rPr>
                <w:rtl/>
              </w:rPr>
              <w:t xml:space="preserve"> </w:t>
            </w:r>
            <w:r w:rsidRPr="009647FC">
              <w:rPr>
                <w:rtl/>
              </w:rPr>
              <w:t>نديّ</w:t>
            </w:r>
            <w:r w:rsidRPr="00B371C6">
              <w:rPr>
                <w:rtl/>
              </w:rPr>
              <w:t>ُ</w:t>
            </w:r>
            <w:r w:rsidRPr="009647FC">
              <w:rPr>
                <w:rtl/>
              </w:rPr>
              <w:t>ك</w:t>
            </w:r>
            <w:r>
              <w:rPr>
                <w:rtl/>
              </w:rPr>
              <w:t xml:space="preserve">َ </w:t>
            </w:r>
            <w:r w:rsidRPr="009647FC">
              <w:rPr>
                <w:rtl/>
              </w:rPr>
              <w:t>م</w:t>
            </w:r>
            <w:r w:rsidRPr="00B371C6">
              <w:rPr>
                <w:rtl/>
              </w:rPr>
              <w:t>ُ</w:t>
            </w:r>
            <w:r w:rsidRPr="009647FC">
              <w:rPr>
                <w:rtl/>
              </w:rPr>
              <w:t>بدٍ</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من</w:t>
            </w:r>
            <w:r w:rsidR="004C00A8">
              <w:rPr>
                <w:rtl/>
              </w:rPr>
              <w:t xml:space="preserve"> </w:t>
            </w:r>
            <w:r w:rsidRPr="009647FC">
              <w:rPr>
                <w:rtl/>
              </w:rPr>
              <w:t>بهاءٍ</w:t>
            </w:r>
            <w:r>
              <w:rPr>
                <w:rtl/>
              </w:rPr>
              <w:t xml:space="preserve"> </w:t>
            </w:r>
            <w:r w:rsidRPr="009647FC">
              <w:rPr>
                <w:rtl/>
              </w:rPr>
              <w:t>ما</w:t>
            </w:r>
            <w:r>
              <w:rPr>
                <w:rtl/>
              </w:rPr>
              <w:t xml:space="preserve"> </w:t>
            </w:r>
            <w:r w:rsidRPr="009647FC">
              <w:rPr>
                <w:rtl/>
              </w:rPr>
              <w:t>يخجل</w:t>
            </w:r>
            <w:r>
              <w:rPr>
                <w:rtl/>
              </w:rPr>
              <w:t xml:space="preserve"> </w:t>
            </w:r>
            <w:r w:rsidRPr="009647FC">
              <w:rPr>
                <w:rtl/>
              </w:rPr>
              <w:t>البدر</w:t>
            </w:r>
            <w:r>
              <w:rPr>
                <w:rtl/>
              </w:rPr>
              <w:t xml:space="preserve"> </w:t>
            </w:r>
            <w:r w:rsidRPr="009647FC">
              <w:rPr>
                <w:rtl/>
              </w:rPr>
              <w:t>نورا</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بل</w:t>
            </w:r>
            <w:r>
              <w:rPr>
                <w:rtl/>
              </w:rPr>
              <w:t xml:space="preserve"> </w:t>
            </w:r>
            <w:r w:rsidRPr="009647FC">
              <w:rPr>
                <w:rtl/>
              </w:rPr>
              <w:t>كذا</w:t>
            </w:r>
            <w:r>
              <w:rPr>
                <w:rtl/>
              </w:rPr>
              <w:t xml:space="preserve"> </w:t>
            </w:r>
            <w:r w:rsidRPr="009647FC">
              <w:rPr>
                <w:rtl/>
              </w:rPr>
              <w:t>اعقدْ</w:t>
            </w:r>
            <w:r>
              <w:rPr>
                <w:rtl/>
              </w:rPr>
              <w:t xml:space="preserve"> </w:t>
            </w:r>
            <w:r w:rsidRPr="009647FC">
              <w:rPr>
                <w:rtl/>
              </w:rPr>
              <w:t>رواق</w:t>
            </w:r>
            <w:r>
              <w:rPr>
                <w:rtl/>
              </w:rPr>
              <w:t xml:space="preserve"> </w:t>
            </w:r>
            <w:r w:rsidRPr="009647FC">
              <w:rPr>
                <w:rtl/>
              </w:rPr>
              <w:t>جدّك</w:t>
            </w:r>
            <w:r>
              <w:rPr>
                <w:rtl/>
              </w:rPr>
              <w:t xml:space="preserve"> </w:t>
            </w:r>
            <w:r w:rsidRPr="009647FC">
              <w:rPr>
                <w:rtl/>
              </w:rPr>
              <w:t>حاوٍ</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كلّ</w:t>
            </w:r>
            <w:r>
              <w:rPr>
                <w:rtl/>
              </w:rPr>
              <w:t>َ</w:t>
            </w:r>
            <w:r w:rsidR="004C00A8">
              <w:rPr>
                <w:rtl/>
              </w:rPr>
              <w:t xml:space="preserve"> </w:t>
            </w:r>
            <w:r w:rsidRPr="009647FC">
              <w:rPr>
                <w:rtl/>
              </w:rPr>
              <w:t>وقتٍ</w:t>
            </w:r>
            <w:r>
              <w:rPr>
                <w:rtl/>
              </w:rPr>
              <w:t xml:space="preserve"> </w:t>
            </w:r>
            <w:r w:rsidRPr="009647FC">
              <w:rPr>
                <w:rtl/>
              </w:rPr>
              <w:t>جلالة</w:t>
            </w:r>
            <w:r>
              <w:rPr>
                <w:rtl/>
              </w:rPr>
              <w:t xml:space="preserve"> </w:t>
            </w:r>
            <w:r w:rsidRPr="009647FC">
              <w:rPr>
                <w:rtl/>
              </w:rPr>
              <w:t>محبورا</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هاك</w:t>
            </w:r>
            <w:r>
              <w:rPr>
                <w:rtl/>
              </w:rPr>
              <w:t xml:space="preserve"> </w:t>
            </w:r>
            <w:r w:rsidRPr="009647FC">
              <w:rPr>
                <w:rtl/>
              </w:rPr>
              <w:t>ألقيت</w:t>
            </w:r>
            <w:r>
              <w:rPr>
                <w:rtl/>
              </w:rPr>
              <w:t xml:space="preserve">َ </w:t>
            </w:r>
            <w:r w:rsidRPr="009647FC">
              <w:rPr>
                <w:rtl/>
              </w:rPr>
              <w:t>معجزاً</w:t>
            </w:r>
            <w:r>
              <w:rPr>
                <w:rtl/>
              </w:rPr>
              <w:t xml:space="preserve"> </w:t>
            </w:r>
            <w:r w:rsidRPr="009647FC">
              <w:rPr>
                <w:rtl/>
              </w:rPr>
              <w:t>فانتحي</w:t>
            </w:r>
            <w:r>
              <w:rPr>
                <w:rtl/>
              </w:rPr>
              <w:t xml:space="preserve"> </w:t>
            </w:r>
            <w:r w:rsidRPr="009647FC">
              <w:rPr>
                <w:rtl/>
              </w:rPr>
              <w:t>يا</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قفُ</w:t>
            </w:r>
            <w:r w:rsidR="004C00A8">
              <w:rPr>
                <w:rtl/>
              </w:rPr>
              <w:t xml:space="preserve"> </w:t>
            </w:r>
            <w:r w:rsidRPr="009647FC">
              <w:rPr>
                <w:rtl/>
              </w:rPr>
              <w:t>عفواً</w:t>
            </w:r>
            <w:r>
              <w:rPr>
                <w:rtl/>
              </w:rPr>
              <w:t xml:space="preserve"> </w:t>
            </w:r>
            <w:r w:rsidRPr="009647FC">
              <w:rPr>
                <w:rtl/>
              </w:rPr>
              <w:t>ما</w:t>
            </w:r>
            <w:r>
              <w:rPr>
                <w:rtl/>
              </w:rPr>
              <w:t xml:space="preserve"> </w:t>
            </w:r>
            <w:r w:rsidRPr="009647FC">
              <w:rPr>
                <w:rtl/>
              </w:rPr>
              <w:t>زبرجوا</w:t>
            </w:r>
            <w:r>
              <w:rPr>
                <w:rtl/>
              </w:rPr>
              <w:t xml:space="preserve"> </w:t>
            </w:r>
            <w:r w:rsidRPr="009647FC">
              <w:rPr>
                <w:rtl/>
              </w:rPr>
              <w:t>تسطيرا</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حيّ</w:t>
            </w:r>
            <w:r>
              <w:rPr>
                <w:rtl/>
              </w:rPr>
              <w:t xml:space="preserve"> </w:t>
            </w:r>
            <w:r w:rsidRPr="009647FC">
              <w:rPr>
                <w:rtl/>
              </w:rPr>
              <w:t>منه</w:t>
            </w:r>
            <w:r>
              <w:rPr>
                <w:rtl/>
              </w:rPr>
              <w:t xml:space="preserve"> </w:t>
            </w:r>
            <w:r w:rsidRPr="009647FC">
              <w:rPr>
                <w:rtl/>
              </w:rPr>
              <w:t>مؤرّخاً</w:t>
            </w:r>
            <w:r>
              <w:rPr>
                <w:rtl/>
              </w:rPr>
              <w:t xml:space="preserve"> </w:t>
            </w:r>
            <w:r w:rsidRPr="009647FC">
              <w:rPr>
                <w:rtl/>
              </w:rPr>
              <w:t>عام</w:t>
            </w:r>
            <w:r>
              <w:rPr>
                <w:rtl/>
              </w:rPr>
              <w:t xml:space="preserve"> </w:t>
            </w:r>
            <w:r w:rsidRPr="009647FC">
              <w:rPr>
                <w:rtl/>
              </w:rPr>
              <w:t>ردّا</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كلّ</w:t>
            </w:r>
            <w:r>
              <w:rPr>
                <w:rtl/>
              </w:rPr>
              <w:t xml:space="preserve"> </w:t>
            </w:r>
            <w:r w:rsidRPr="009647FC">
              <w:rPr>
                <w:rtl/>
              </w:rPr>
              <w:t>شطرٍ</w:t>
            </w:r>
            <w:r>
              <w:rPr>
                <w:rtl/>
              </w:rPr>
              <w:t xml:space="preserve"> </w:t>
            </w:r>
            <w:r w:rsidRPr="009647FC">
              <w:rPr>
                <w:rtl/>
              </w:rPr>
              <w:t>أبدى</w:t>
            </w:r>
            <w:r>
              <w:rPr>
                <w:rtl/>
              </w:rPr>
              <w:t xml:space="preserve"> </w:t>
            </w:r>
            <w:r w:rsidRPr="009647FC">
              <w:rPr>
                <w:rtl/>
              </w:rPr>
              <w:t>فعدّ</w:t>
            </w:r>
            <w:r>
              <w:rPr>
                <w:rtl/>
              </w:rPr>
              <w:t xml:space="preserve">َ </w:t>
            </w:r>
            <w:r w:rsidRPr="009647FC">
              <w:rPr>
                <w:rtl/>
              </w:rPr>
              <w:t>الشطورا</w:t>
            </w:r>
            <w:r w:rsidRPr="00524A24">
              <w:rPr>
                <w:rStyle w:val="libPoemTiniChar0"/>
                <w:rtl/>
              </w:rPr>
              <w:br/>
              <w:t> </w:t>
            </w:r>
          </w:p>
        </w:tc>
      </w:tr>
    </w:tbl>
    <w:p w:rsidR="009647FC" w:rsidRPr="00524A24" w:rsidRDefault="009647FC" w:rsidP="004E7EC6">
      <w:pPr>
        <w:pStyle w:val="libNormal"/>
      </w:pPr>
      <w:r w:rsidRPr="009647FC">
        <w:rPr>
          <w:rtl/>
        </w:rPr>
        <w:t>وقال مؤرّخاً عام ولادة الحاج محمد رضا كبّه في سنة 1246 هـ</w:t>
      </w:r>
      <w:r w:rsidR="00D769AB">
        <w:rPr>
          <w:rtl/>
        </w:rPr>
        <w:t>:</w:t>
      </w:r>
    </w:p>
    <w:tbl>
      <w:tblPr>
        <w:tblStyle w:val="TableGrid"/>
        <w:bidiVisual/>
        <w:tblW w:w="4562" w:type="pct"/>
        <w:tblInd w:w="384" w:type="dxa"/>
        <w:tblLook w:val="04A0"/>
      </w:tblPr>
      <w:tblGrid>
        <w:gridCol w:w="3902"/>
        <w:gridCol w:w="301"/>
        <w:gridCol w:w="3884"/>
      </w:tblGrid>
      <w:tr w:rsidR="00313664" w:rsidRPr="00524A24" w:rsidTr="00313664">
        <w:trPr>
          <w:trHeight w:val="350"/>
        </w:trPr>
        <w:tc>
          <w:tcPr>
            <w:tcW w:w="3902" w:type="dxa"/>
          </w:tcPr>
          <w:p w:rsidR="00313664" w:rsidRPr="00524A24" w:rsidRDefault="00313664" w:rsidP="00AE101C">
            <w:pPr>
              <w:pStyle w:val="libPoem"/>
            </w:pPr>
            <w:r w:rsidRPr="009647FC">
              <w:rPr>
                <w:rtl/>
              </w:rPr>
              <w:t>قل لأمّ العُلى ولدت كريما</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شاد عليا أبيه فوق السماكِ</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سخط الحاسدون</w:t>
            </w:r>
            <w:r>
              <w:rPr>
                <w:rtl/>
              </w:rPr>
              <w:t>َ</w:t>
            </w:r>
            <w:r w:rsidRPr="009647FC">
              <w:rPr>
                <w:rtl/>
              </w:rPr>
              <w:t xml:space="preserve"> مذ قيل أرّخ</w:t>
            </w:r>
            <w:r>
              <w:rPr>
                <w:rtl/>
              </w:rPr>
              <w:t>:</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Pr>
                <w:rtl/>
              </w:rPr>
              <w:t>(</w:t>
            </w:r>
            <w:r w:rsidRPr="009647FC">
              <w:rPr>
                <w:rtl/>
              </w:rPr>
              <w:t>ولد المجد يا وفود رضاكِ</w:t>
            </w:r>
            <w:r>
              <w:rPr>
                <w:rtl/>
              </w:rPr>
              <w:t>)</w:t>
            </w:r>
            <w:r w:rsidRPr="00524A24">
              <w:rPr>
                <w:rStyle w:val="libPoemTiniChar0"/>
                <w:rtl/>
              </w:rPr>
              <w:br/>
              <w:t> </w:t>
            </w:r>
          </w:p>
        </w:tc>
      </w:tr>
    </w:tbl>
    <w:p w:rsidR="009647FC" w:rsidRPr="00524A24" w:rsidRDefault="009647FC" w:rsidP="004E7EC6">
      <w:pPr>
        <w:pStyle w:val="libNormal"/>
      </w:pPr>
      <w:r w:rsidRPr="009647FC">
        <w:rPr>
          <w:rtl/>
        </w:rPr>
        <w:t>وقال مؤرّخا عام ولادة محمد صالح كبّه</w:t>
      </w:r>
      <w:r w:rsidR="00D769AB">
        <w:rPr>
          <w:rtl/>
        </w:rPr>
        <w:t>،</w:t>
      </w:r>
      <w:r w:rsidRPr="009647FC">
        <w:rPr>
          <w:rtl/>
        </w:rPr>
        <w:t xml:space="preserve"> ومهنياً والده الحاج محمد حسن</w:t>
      </w:r>
      <w:r w:rsidR="00D769AB">
        <w:rPr>
          <w:rtl/>
        </w:rPr>
        <w:t>،</w:t>
      </w:r>
      <w:r w:rsidRPr="009647FC">
        <w:rPr>
          <w:rtl/>
        </w:rPr>
        <w:t xml:space="preserve"> وذاك في سنة 1296 هـ</w:t>
      </w:r>
      <w:r w:rsidR="00D769AB">
        <w:rPr>
          <w:rtl/>
        </w:rPr>
        <w:t>:</w:t>
      </w:r>
    </w:p>
    <w:tbl>
      <w:tblPr>
        <w:tblStyle w:val="TableGrid"/>
        <w:bidiVisual/>
        <w:tblW w:w="4562" w:type="pct"/>
        <w:tblInd w:w="384" w:type="dxa"/>
        <w:tblLook w:val="04A0"/>
      </w:tblPr>
      <w:tblGrid>
        <w:gridCol w:w="3902"/>
        <w:gridCol w:w="301"/>
        <w:gridCol w:w="3884"/>
      </w:tblGrid>
      <w:tr w:rsidR="00313664" w:rsidRPr="00524A24" w:rsidTr="00313664">
        <w:trPr>
          <w:trHeight w:val="350"/>
        </w:trPr>
        <w:tc>
          <w:tcPr>
            <w:tcW w:w="3902" w:type="dxa"/>
          </w:tcPr>
          <w:p w:rsidR="00313664" w:rsidRPr="00524A24" w:rsidRDefault="00313664" w:rsidP="00AE101C">
            <w:pPr>
              <w:pStyle w:val="libPoem"/>
            </w:pPr>
            <w:r w:rsidRPr="009647FC">
              <w:rPr>
                <w:rtl/>
              </w:rPr>
              <w:t>بشرى</w:t>
            </w:r>
            <w:r w:rsidR="004C00A8">
              <w:rPr>
                <w:rtl/>
              </w:rPr>
              <w:t xml:space="preserve"> </w:t>
            </w:r>
            <w:r w:rsidRPr="009647FC">
              <w:rPr>
                <w:rtl/>
              </w:rPr>
              <w:t>بمولودٍ</w:t>
            </w:r>
            <w:r>
              <w:rPr>
                <w:rtl/>
              </w:rPr>
              <w:t xml:space="preserve"> </w:t>
            </w:r>
            <w:r w:rsidRPr="009647FC">
              <w:rPr>
                <w:rtl/>
              </w:rPr>
              <w:t>به</w:t>
            </w:r>
            <w:r>
              <w:rPr>
                <w:rtl/>
              </w:rPr>
              <w:t xml:space="preserve"> </w:t>
            </w:r>
            <w:r w:rsidRPr="009647FC">
              <w:rPr>
                <w:rtl/>
              </w:rPr>
              <w:t>ابتهج</w:t>
            </w:r>
            <w:r>
              <w:rPr>
                <w:rtl/>
              </w:rPr>
              <w:t xml:space="preserve"> </w:t>
            </w:r>
            <w:r w:rsidRPr="009647FC">
              <w:rPr>
                <w:rtl/>
              </w:rPr>
              <w:t>الزمنْ</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وغدت</w:t>
            </w:r>
            <w:r>
              <w:rPr>
                <w:rtl/>
              </w:rPr>
              <w:t xml:space="preserve"> </w:t>
            </w:r>
            <w:r w:rsidRPr="009647FC">
              <w:rPr>
                <w:rtl/>
              </w:rPr>
              <w:t>تهنّي</w:t>
            </w:r>
            <w:r>
              <w:rPr>
                <w:rtl/>
              </w:rPr>
              <w:t xml:space="preserve"> </w:t>
            </w:r>
            <w:r w:rsidRPr="009647FC">
              <w:rPr>
                <w:rtl/>
              </w:rPr>
              <w:t>المكرمات</w:t>
            </w:r>
            <w:r>
              <w:rPr>
                <w:rtl/>
              </w:rPr>
              <w:t xml:space="preserve"> </w:t>
            </w:r>
            <w:r w:rsidRPr="009647FC">
              <w:rPr>
                <w:rtl/>
              </w:rPr>
              <w:t>به</w:t>
            </w:r>
            <w:r>
              <w:rPr>
                <w:rtl/>
              </w:rPr>
              <w:t xml:space="preserve"> (</w:t>
            </w:r>
            <w:r w:rsidRPr="009647FC">
              <w:rPr>
                <w:rtl/>
              </w:rPr>
              <w:t>الحسن</w:t>
            </w:r>
            <w:r>
              <w:rPr>
                <w:rtl/>
              </w:rPr>
              <w:t>)</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ولدته</w:t>
            </w:r>
            <w:r w:rsidR="004C00A8">
              <w:rPr>
                <w:rtl/>
              </w:rPr>
              <w:t xml:space="preserve"> </w:t>
            </w:r>
            <w:r w:rsidRPr="009647FC">
              <w:rPr>
                <w:rtl/>
              </w:rPr>
              <w:t>أمُّ</w:t>
            </w:r>
            <w:r>
              <w:rPr>
                <w:rtl/>
              </w:rPr>
              <w:t xml:space="preserve"> </w:t>
            </w:r>
            <w:r w:rsidRPr="009647FC">
              <w:rPr>
                <w:rtl/>
              </w:rPr>
              <w:t>المجد</w:t>
            </w:r>
            <w:r>
              <w:rPr>
                <w:rtl/>
              </w:rPr>
              <w:t xml:space="preserve"> </w:t>
            </w:r>
            <w:r w:rsidRPr="009647FC">
              <w:rPr>
                <w:rtl/>
              </w:rPr>
              <w:t>أبلج</w:t>
            </w:r>
            <w:r>
              <w:rPr>
                <w:rtl/>
              </w:rPr>
              <w:t xml:space="preserve"> </w:t>
            </w:r>
            <w:r w:rsidRPr="009647FC">
              <w:rPr>
                <w:rtl/>
              </w:rPr>
              <w:t>طاهرا</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في</w:t>
            </w:r>
            <w:r>
              <w:rPr>
                <w:rtl/>
              </w:rPr>
              <w:t xml:space="preserve"> </w:t>
            </w:r>
            <w:r w:rsidRPr="009647FC">
              <w:rPr>
                <w:rtl/>
              </w:rPr>
              <w:t>الأرض</w:t>
            </w:r>
            <w:r>
              <w:rPr>
                <w:rtl/>
              </w:rPr>
              <w:t xml:space="preserve"> </w:t>
            </w:r>
            <w:r w:rsidRPr="009647FC">
              <w:rPr>
                <w:rtl/>
              </w:rPr>
              <w:t>ترضعه</w:t>
            </w:r>
            <w:r>
              <w:rPr>
                <w:rtl/>
              </w:rPr>
              <w:t xml:space="preserve"> </w:t>
            </w:r>
            <w:r w:rsidRPr="009647FC">
              <w:rPr>
                <w:rtl/>
              </w:rPr>
              <w:t>المعارف</w:t>
            </w:r>
            <w:r>
              <w:rPr>
                <w:rtl/>
              </w:rPr>
              <w:t xml:space="preserve"> </w:t>
            </w:r>
            <w:r w:rsidRPr="009647FC">
              <w:rPr>
                <w:rtl/>
              </w:rPr>
              <w:t>لا</w:t>
            </w:r>
            <w:r>
              <w:rPr>
                <w:rtl/>
              </w:rPr>
              <w:t xml:space="preserve"> </w:t>
            </w:r>
            <w:r w:rsidRPr="009647FC">
              <w:rPr>
                <w:rtl/>
              </w:rPr>
              <w:t>اللبنْ</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فيه</w:t>
            </w:r>
            <w:r>
              <w:rPr>
                <w:rtl/>
              </w:rPr>
              <w:t xml:space="preserve"> </w:t>
            </w:r>
            <w:r w:rsidRPr="009647FC">
              <w:rPr>
                <w:rtl/>
              </w:rPr>
              <w:t>مخائلُ</w:t>
            </w:r>
            <w:r>
              <w:rPr>
                <w:rtl/>
              </w:rPr>
              <w:t xml:space="preserve"> </w:t>
            </w:r>
            <w:r w:rsidRPr="009647FC">
              <w:rPr>
                <w:rtl/>
              </w:rPr>
              <w:t>من</w:t>
            </w:r>
            <w:r>
              <w:rPr>
                <w:rtl/>
              </w:rPr>
              <w:t xml:space="preserve"> </w:t>
            </w:r>
            <w:r w:rsidRPr="009647FC">
              <w:rPr>
                <w:rtl/>
              </w:rPr>
              <w:t>أبيه</w:t>
            </w:r>
            <w:r>
              <w:rPr>
                <w:rtl/>
              </w:rPr>
              <w:t xml:space="preserve"> </w:t>
            </w:r>
            <w:r w:rsidRPr="009647FC">
              <w:rPr>
                <w:rtl/>
              </w:rPr>
              <w:t>وجدّه</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ي</w:t>
            </w:r>
            <w:r w:rsidRPr="00B371C6">
              <w:rPr>
                <w:rtl/>
              </w:rPr>
              <w:t>ُ</w:t>
            </w:r>
            <w:r w:rsidRPr="009647FC">
              <w:rPr>
                <w:rtl/>
              </w:rPr>
              <w:t>خبرن</w:t>
            </w:r>
            <w:r w:rsidR="004C00A8">
              <w:rPr>
                <w:rtl/>
              </w:rPr>
              <w:t xml:space="preserve"> </w:t>
            </w:r>
            <w:r w:rsidRPr="009647FC">
              <w:rPr>
                <w:rtl/>
              </w:rPr>
              <w:t>أن</w:t>
            </w:r>
            <w:r>
              <w:rPr>
                <w:rtl/>
              </w:rPr>
              <w:t xml:space="preserve"> </w:t>
            </w:r>
            <w:r w:rsidRPr="009647FC">
              <w:rPr>
                <w:rtl/>
              </w:rPr>
              <w:t>سيطول</w:t>
            </w:r>
            <w:r>
              <w:rPr>
                <w:rtl/>
              </w:rPr>
              <w:t xml:space="preserve"> </w:t>
            </w:r>
            <w:r w:rsidRPr="009647FC">
              <w:rPr>
                <w:rtl/>
              </w:rPr>
              <w:t>عالية</w:t>
            </w:r>
            <w:r>
              <w:rPr>
                <w:rtl/>
              </w:rPr>
              <w:t xml:space="preserve"> </w:t>
            </w:r>
            <w:r w:rsidRPr="009647FC">
              <w:rPr>
                <w:rtl/>
              </w:rPr>
              <w:t>القنن</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وسيغتدي</w:t>
            </w:r>
            <w:r w:rsidR="004C00A8">
              <w:rPr>
                <w:rtl/>
              </w:rPr>
              <w:t xml:space="preserve"> </w:t>
            </w:r>
            <w:r w:rsidRPr="009647FC">
              <w:rPr>
                <w:rtl/>
              </w:rPr>
              <w:t>للحمد</w:t>
            </w:r>
            <w:r>
              <w:rPr>
                <w:rtl/>
              </w:rPr>
              <w:t xml:space="preserve"> </w:t>
            </w:r>
            <w:r w:rsidRPr="009647FC">
              <w:rPr>
                <w:rtl/>
              </w:rPr>
              <w:t>أشرف</w:t>
            </w:r>
            <w:r>
              <w:rPr>
                <w:rtl/>
              </w:rPr>
              <w:t xml:space="preserve"> </w:t>
            </w:r>
            <w:r w:rsidRPr="009647FC">
              <w:rPr>
                <w:rtl/>
              </w:rPr>
              <w:t>كاسبٍ</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وعلى</w:t>
            </w:r>
            <w:r>
              <w:rPr>
                <w:rtl/>
              </w:rPr>
              <w:t xml:space="preserve"> </w:t>
            </w:r>
            <w:r w:rsidRPr="009647FC">
              <w:rPr>
                <w:rtl/>
              </w:rPr>
              <w:t>كنوز</w:t>
            </w:r>
            <w:r>
              <w:rPr>
                <w:rtl/>
              </w:rPr>
              <w:t xml:space="preserve"> </w:t>
            </w:r>
            <w:r w:rsidRPr="009647FC">
              <w:rPr>
                <w:rtl/>
              </w:rPr>
              <w:t>المجد</w:t>
            </w:r>
            <w:r>
              <w:rPr>
                <w:rtl/>
              </w:rPr>
              <w:t xml:space="preserve"> </w:t>
            </w:r>
            <w:r w:rsidRPr="009647FC">
              <w:rPr>
                <w:rtl/>
              </w:rPr>
              <w:t>أكرم</w:t>
            </w:r>
            <w:r>
              <w:rPr>
                <w:rtl/>
              </w:rPr>
              <w:t xml:space="preserve"> </w:t>
            </w:r>
            <w:r w:rsidRPr="009647FC">
              <w:rPr>
                <w:rtl/>
              </w:rPr>
              <w:t>مؤتمن</w:t>
            </w:r>
            <w:r w:rsidRPr="00524A24">
              <w:rPr>
                <w:rStyle w:val="libPoemTiniChar0"/>
                <w:rtl/>
              </w:rPr>
              <w:br/>
              <w:t> </w:t>
            </w:r>
          </w:p>
        </w:tc>
      </w:tr>
      <w:tr w:rsidR="00313664" w:rsidRPr="00524A24" w:rsidTr="00313664">
        <w:trPr>
          <w:trHeight w:val="350"/>
        </w:trPr>
        <w:tc>
          <w:tcPr>
            <w:tcW w:w="3902" w:type="dxa"/>
          </w:tcPr>
          <w:p w:rsidR="00313664" w:rsidRPr="00524A24" w:rsidRDefault="00313664" w:rsidP="00AE101C">
            <w:pPr>
              <w:pStyle w:val="libPoem"/>
            </w:pPr>
            <w:r w:rsidRPr="009647FC">
              <w:rPr>
                <w:rtl/>
              </w:rPr>
              <w:t>غصنٌ</w:t>
            </w:r>
            <w:r>
              <w:rPr>
                <w:rtl/>
              </w:rPr>
              <w:t xml:space="preserve"> </w:t>
            </w:r>
            <w:r w:rsidRPr="009647FC">
              <w:rPr>
                <w:rtl/>
              </w:rPr>
              <w:t>نمته</w:t>
            </w:r>
            <w:r>
              <w:rPr>
                <w:rtl/>
              </w:rPr>
              <w:t xml:space="preserve"> </w:t>
            </w:r>
            <w:r w:rsidRPr="009647FC">
              <w:rPr>
                <w:rtl/>
              </w:rPr>
              <w:t>دوحة</w:t>
            </w:r>
            <w:r>
              <w:rPr>
                <w:rtl/>
              </w:rPr>
              <w:t xml:space="preserve"> </w:t>
            </w:r>
            <w:r w:rsidRPr="009647FC">
              <w:rPr>
                <w:rtl/>
              </w:rPr>
              <w:t>الكرم</w:t>
            </w:r>
            <w:r>
              <w:rPr>
                <w:rtl/>
              </w:rPr>
              <w:t xml:space="preserve"> </w:t>
            </w:r>
            <w:r w:rsidRPr="009647FC">
              <w:rPr>
                <w:rtl/>
              </w:rPr>
              <w:t>التي</w:t>
            </w:r>
            <w:r w:rsidRPr="00524A24">
              <w:rPr>
                <w:rStyle w:val="libPoemTiniChar0"/>
                <w:rtl/>
              </w:rPr>
              <w:br/>
              <w:t> </w:t>
            </w:r>
          </w:p>
        </w:tc>
        <w:tc>
          <w:tcPr>
            <w:tcW w:w="301" w:type="dxa"/>
          </w:tcPr>
          <w:p w:rsidR="00313664" w:rsidRPr="00524A24" w:rsidRDefault="00313664" w:rsidP="00AE101C">
            <w:pPr>
              <w:pStyle w:val="libPoem"/>
              <w:rPr>
                <w:rtl/>
              </w:rPr>
            </w:pPr>
          </w:p>
        </w:tc>
        <w:tc>
          <w:tcPr>
            <w:tcW w:w="3884" w:type="dxa"/>
          </w:tcPr>
          <w:p w:rsidR="00313664" w:rsidRPr="00524A24" w:rsidRDefault="00313664" w:rsidP="00AE101C">
            <w:pPr>
              <w:pStyle w:val="libPoem"/>
            </w:pPr>
            <w:r w:rsidRPr="009647FC">
              <w:rPr>
                <w:rtl/>
              </w:rPr>
              <w:t>منها</w:t>
            </w:r>
            <w:r>
              <w:rPr>
                <w:rtl/>
              </w:rPr>
              <w:t xml:space="preserve"> </w:t>
            </w:r>
            <w:r w:rsidRPr="009647FC">
              <w:rPr>
                <w:rtl/>
              </w:rPr>
              <w:t>العفاةُ</w:t>
            </w:r>
            <w:r>
              <w:rPr>
                <w:rtl/>
              </w:rPr>
              <w:t xml:space="preserve"> </w:t>
            </w:r>
            <w:r w:rsidRPr="009647FC">
              <w:rPr>
                <w:rtl/>
              </w:rPr>
              <w:t>كم</w:t>
            </w:r>
            <w:r>
              <w:rPr>
                <w:rtl/>
              </w:rPr>
              <w:t xml:space="preserve"> </w:t>
            </w:r>
            <w:r w:rsidRPr="009647FC">
              <w:rPr>
                <w:rtl/>
              </w:rPr>
              <w:t>اجتنت</w:t>
            </w:r>
            <w:r>
              <w:rPr>
                <w:rtl/>
              </w:rPr>
              <w:t xml:space="preserve"> </w:t>
            </w:r>
            <w:r w:rsidRPr="009647FC">
              <w:rPr>
                <w:rtl/>
              </w:rPr>
              <w:t>ثمر</w:t>
            </w:r>
            <w:r>
              <w:rPr>
                <w:rtl/>
              </w:rPr>
              <w:t xml:space="preserve">َ </w:t>
            </w:r>
            <w:r w:rsidRPr="009647FC">
              <w:rPr>
                <w:rtl/>
              </w:rPr>
              <w:t>المنن</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 xml:space="preserve">الظاهر أنّ لفظة </w:t>
      </w:r>
      <w:r w:rsidR="00D769AB">
        <w:rPr>
          <w:rtl/>
        </w:rPr>
        <w:t>(</w:t>
      </w:r>
      <w:r w:rsidRPr="009647FC">
        <w:rPr>
          <w:rtl/>
        </w:rPr>
        <w:t>الحبورا</w:t>
      </w:r>
      <w:r w:rsidR="00D769AB">
        <w:rPr>
          <w:rtl/>
        </w:rPr>
        <w:t>)</w:t>
      </w:r>
      <w:r w:rsidRPr="009647FC">
        <w:rPr>
          <w:rtl/>
        </w:rPr>
        <w:t xml:space="preserve"> وقعت هاهنا سهواً وإن اتّفقت النسختان عليها</w:t>
      </w:r>
      <w:r w:rsidR="00D769AB">
        <w:rPr>
          <w:rtl/>
        </w:rPr>
        <w:t>؛</w:t>
      </w:r>
      <w:r w:rsidRPr="009647FC">
        <w:rPr>
          <w:rtl/>
        </w:rPr>
        <w:t xml:space="preserve"> ذلك لأنّ مجموع الشطر يكون (1027)</w:t>
      </w:r>
      <w:r w:rsidR="00D769AB">
        <w:rPr>
          <w:rtl/>
        </w:rPr>
        <w:t>،</w:t>
      </w:r>
      <w:r w:rsidRPr="009647FC">
        <w:rPr>
          <w:rtl/>
        </w:rPr>
        <w:t xml:space="preserve"> أمّا لو وضعنا مكانها </w:t>
      </w:r>
      <w:r w:rsidR="00D769AB">
        <w:rPr>
          <w:rtl/>
        </w:rPr>
        <w:t>(</w:t>
      </w:r>
      <w:r w:rsidRPr="009647FC">
        <w:rPr>
          <w:rtl/>
        </w:rPr>
        <w:t>السرورا</w:t>
      </w:r>
      <w:r w:rsidR="00D769AB">
        <w:rPr>
          <w:rtl/>
        </w:rPr>
        <w:t>)</w:t>
      </w:r>
      <w:r w:rsidRPr="009647FC">
        <w:rPr>
          <w:rtl/>
        </w:rPr>
        <w:t xml:space="preserve"> لتمّ الحساب</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AE101C" w:rsidRPr="00524A24" w:rsidTr="00AE101C">
        <w:trPr>
          <w:trHeight w:val="350"/>
        </w:trPr>
        <w:tc>
          <w:tcPr>
            <w:tcW w:w="3902" w:type="dxa"/>
          </w:tcPr>
          <w:p w:rsidR="00AE101C" w:rsidRPr="00524A24" w:rsidRDefault="00AE101C" w:rsidP="00AE101C">
            <w:pPr>
              <w:pStyle w:val="libPoem"/>
            </w:pPr>
            <w:r w:rsidRPr="009647FC">
              <w:rPr>
                <w:rtl/>
              </w:rPr>
              <w:lastRenderedPageBreak/>
              <w:t>تتفيأ الأشراف</w:t>
            </w:r>
            <w:r w:rsidR="004C00A8">
              <w:rPr>
                <w:rtl/>
              </w:rPr>
              <w:t xml:space="preserve"> </w:t>
            </w:r>
            <w:r w:rsidRPr="009647FC">
              <w:rPr>
                <w:rtl/>
              </w:rPr>
              <w:t>بارد</w:t>
            </w:r>
            <w:r>
              <w:rPr>
                <w:rtl/>
              </w:rPr>
              <w:t xml:space="preserve">َ </w:t>
            </w:r>
            <w:r w:rsidRPr="009647FC">
              <w:rPr>
                <w:rtl/>
              </w:rPr>
              <w:t>ظلها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لتقيهمُ</w:t>
            </w:r>
            <w:r w:rsidR="004C00A8">
              <w:rPr>
                <w:rtl/>
              </w:rPr>
              <w:t xml:space="preserve"> </w:t>
            </w:r>
            <w:r w:rsidRPr="009647FC">
              <w:rPr>
                <w:rtl/>
              </w:rPr>
              <w:t>من</w:t>
            </w:r>
            <w:r>
              <w:rPr>
                <w:rtl/>
              </w:rPr>
              <w:t xml:space="preserve"> </w:t>
            </w:r>
            <w:r w:rsidRPr="009647FC">
              <w:rPr>
                <w:rtl/>
              </w:rPr>
              <w:t>حرّ</w:t>
            </w:r>
            <w:r>
              <w:rPr>
                <w:rtl/>
              </w:rPr>
              <w:t xml:space="preserve"> </w:t>
            </w:r>
            <w:r w:rsidRPr="009647FC">
              <w:rPr>
                <w:rtl/>
              </w:rPr>
              <w:t>هاجرة</w:t>
            </w:r>
            <w:r>
              <w:rPr>
                <w:rtl/>
              </w:rPr>
              <w:t xml:space="preserve"> </w:t>
            </w:r>
            <w:r w:rsidRPr="009647FC">
              <w:rPr>
                <w:rtl/>
              </w:rPr>
              <w:t>المحن</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وكفاك</w:t>
            </w:r>
            <w:r>
              <w:rPr>
                <w:rtl/>
              </w:rPr>
              <w:t xml:space="preserve"> </w:t>
            </w:r>
            <w:r w:rsidRPr="009647FC">
              <w:rPr>
                <w:rtl/>
              </w:rPr>
              <w:t>بالحسن</w:t>
            </w:r>
            <w:r>
              <w:rPr>
                <w:rtl/>
              </w:rPr>
              <w:t xml:space="preserve"> </w:t>
            </w:r>
            <w:r w:rsidRPr="009647FC">
              <w:rPr>
                <w:rtl/>
              </w:rPr>
              <w:t>المهذّب</w:t>
            </w:r>
            <w:r>
              <w:rPr>
                <w:rtl/>
              </w:rPr>
              <w:t xml:space="preserve"> </w:t>
            </w:r>
            <w:r w:rsidRPr="009647FC">
              <w:rPr>
                <w:rtl/>
              </w:rPr>
              <w:t>شاهدا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لقديمه</w:t>
            </w:r>
            <w:r w:rsidR="004C00A8">
              <w:rPr>
                <w:rtl/>
              </w:rPr>
              <w:t xml:space="preserve"> </w:t>
            </w:r>
            <w:r w:rsidRPr="009647FC">
              <w:rPr>
                <w:rtl/>
              </w:rPr>
              <w:t>بحديث</w:t>
            </w:r>
            <w:r>
              <w:rPr>
                <w:rtl/>
              </w:rPr>
              <w:t xml:space="preserve"> </w:t>
            </w:r>
            <w:r w:rsidRPr="009647FC">
              <w:rPr>
                <w:rtl/>
              </w:rPr>
              <w:t>مفخرة</w:t>
            </w:r>
            <w:r>
              <w:rPr>
                <w:rtl/>
              </w:rPr>
              <w:t xml:space="preserve"> </w:t>
            </w:r>
            <w:r w:rsidRPr="009647FC">
              <w:rPr>
                <w:rtl/>
              </w:rPr>
              <w:t>الحسن</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هذا</w:t>
            </w:r>
            <w:r w:rsidR="004C00A8">
              <w:rPr>
                <w:rtl/>
              </w:rPr>
              <w:t xml:space="preserve"> </w:t>
            </w:r>
            <w:r w:rsidRPr="009647FC">
              <w:rPr>
                <w:rtl/>
              </w:rPr>
              <w:t>الذي</w:t>
            </w:r>
            <w:r>
              <w:rPr>
                <w:rtl/>
              </w:rPr>
              <w:t xml:space="preserve"> </w:t>
            </w:r>
            <w:r w:rsidRPr="009647FC">
              <w:rPr>
                <w:rtl/>
              </w:rPr>
              <w:t>ملأ</w:t>
            </w:r>
            <w:r>
              <w:rPr>
                <w:rtl/>
              </w:rPr>
              <w:t xml:space="preserve"> </w:t>
            </w:r>
            <w:r w:rsidRPr="009647FC">
              <w:rPr>
                <w:rtl/>
              </w:rPr>
              <w:t>الزمان</w:t>
            </w:r>
            <w:r>
              <w:rPr>
                <w:rtl/>
              </w:rPr>
              <w:t xml:space="preserve"> </w:t>
            </w:r>
            <w:r w:rsidRPr="009647FC">
              <w:rPr>
                <w:rtl/>
              </w:rPr>
              <w:t>عوارفا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بالبعض</w:t>
            </w:r>
            <w:r w:rsidR="004C00A8">
              <w:rPr>
                <w:rtl/>
              </w:rPr>
              <w:t xml:space="preserve"> </w:t>
            </w:r>
            <w:r w:rsidRPr="009647FC">
              <w:rPr>
                <w:rtl/>
              </w:rPr>
              <w:t>منها</w:t>
            </w:r>
            <w:r>
              <w:rPr>
                <w:rtl/>
              </w:rPr>
              <w:t xml:space="preserve"> </w:t>
            </w:r>
            <w:r w:rsidRPr="009647FC">
              <w:rPr>
                <w:rtl/>
              </w:rPr>
              <w:t>عاش</w:t>
            </w:r>
            <w:r>
              <w:rPr>
                <w:rtl/>
              </w:rPr>
              <w:t xml:space="preserve"> </w:t>
            </w:r>
            <w:r w:rsidRPr="009647FC">
              <w:rPr>
                <w:rtl/>
              </w:rPr>
              <w:t>كلُّ</w:t>
            </w:r>
            <w:r>
              <w:rPr>
                <w:rtl/>
              </w:rPr>
              <w:t xml:space="preserve"> </w:t>
            </w:r>
            <w:r w:rsidRPr="009647FC">
              <w:rPr>
                <w:rtl/>
              </w:rPr>
              <w:t>بني</w:t>
            </w:r>
            <w:r>
              <w:rPr>
                <w:rtl/>
              </w:rPr>
              <w:t xml:space="preserve"> </w:t>
            </w:r>
            <w:r w:rsidRPr="009647FC">
              <w:rPr>
                <w:rtl/>
              </w:rPr>
              <w:t>الزمن</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إن</w:t>
            </w:r>
            <w:r>
              <w:rPr>
                <w:rtl/>
              </w:rPr>
              <w:t xml:space="preserve"> </w:t>
            </w:r>
            <w:r w:rsidRPr="009647FC">
              <w:rPr>
                <w:rtl/>
              </w:rPr>
              <w:t>لم</w:t>
            </w:r>
            <w:r>
              <w:rPr>
                <w:rtl/>
              </w:rPr>
              <w:t xml:space="preserve"> </w:t>
            </w:r>
            <w:r w:rsidRPr="009647FC">
              <w:rPr>
                <w:rtl/>
              </w:rPr>
              <w:t>نوج</w:t>
            </w:r>
            <w:r w:rsidRPr="00B371C6">
              <w:rPr>
                <w:rtl/>
              </w:rPr>
              <w:t>ّ</w:t>
            </w:r>
            <w:r w:rsidRPr="009647FC">
              <w:rPr>
                <w:rtl/>
              </w:rPr>
              <w:t>ه</w:t>
            </w:r>
            <w:r>
              <w:rPr>
                <w:rtl/>
              </w:rPr>
              <w:t xml:space="preserve"> </w:t>
            </w:r>
            <w:r w:rsidRPr="009647FC">
              <w:rPr>
                <w:rtl/>
              </w:rPr>
              <w:t>مدحنا</w:t>
            </w:r>
            <w:r>
              <w:rPr>
                <w:rtl/>
              </w:rPr>
              <w:t xml:space="preserve"> </w:t>
            </w:r>
            <w:r w:rsidRPr="009647FC">
              <w:rPr>
                <w:rtl/>
              </w:rPr>
              <w:t>وثناءنا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لمحمد</w:t>
            </w:r>
            <w:r>
              <w:rPr>
                <w:rtl/>
              </w:rPr>
              <w:t xml:space="preserve"> </w:t>
            </w:r>
            <w:r w:rsidRPr="009647FC">
              <w:rPr>
                <w:rtl/>
              </w:rPr>
              <w:t>الحسن</w:t>
            </w:r>
            <w:r>
              <w:rPr>
                <w:rtl/>
              </w:rPr>
              <w:t xml:space="preserve"> </w:t>
            </w:r>
            <w:r w:rsidRPr="009647FC">
              <w:rPr>
                <w:rtl/>
              </w:rPr>
              <w:t>الفعال</w:t>
            </w:r>
            <w:r>
              <w:rPr>
                <w:rtl/>
              </w:rPr>
              <w:t xml:space="preserve">، </w:t>
            </w:r>
            <w:r w:rsidRPr="009647FC">
              <w:rPr>
                <w:rtl/>
              </w:rPr>
              <w:t>فقل:</w:t>
            </w:r>
            <w:r>
              <w:rPr>
                <w:rtl/>
              </w:rPr>
              <w:t xml:space="preserve"> </w:t>
            </w:r>
            <w:r w:rsidRPr="009647FC">
              <w:rPr>
                <w:rtl/>
              </w:rPr>
              <w:t>لم</w:t>
            </w:r>
            <w:r>
              <w:rPr>
                <w:rFonts w:hint="cs"/>
                <w:rtl/>
              </w:rPr>
              <w:t>ـ</w:t>
            </w:r>
            <w:r>
              <w:rPr>
                <w:rtl/>
              </w:rPr>
              <w:t>َ</w:t>
            </w:r>
            <w:r w:rsidRPr="009647FC">
              <w:rPr>
                <w:rtl/>
              </w:rPr>
              <w:t>نْ</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هو</w:t>
            </w:r>
            <w:r>
              <w:rPr>
                <w:rtl/>
              </w:rPr>
              <w:t xml:space="preserve"> </w:t>
            </w:r>
            <w:r w:rsidRPr="009647FC">
              <w:rPr>
                <w:rtl/>
              </w:rPr>
              <w:t>عقدُ</w:t>
            </w:r>
            <w:r>
              <w:rPr>
                <w:rtl/>
              </w:rPr>
              <w:t xml:space="preserve"> </w:t>
            </w:r>
            <w:r w:rsidRPr="009647FC">
              <w:rPr>
                <w:rtl/>
              </w:rPr>
              <w:t>فضلٍ</w:t>
            </w:r>
            <w:r>
              <w:rPr>
                <w:rtl/>
              </w:rPr>
              <w:t xml:space="preserve"> </w:t>
            </w:r>
            <w:r w:rsidRPr="009647FC">
              <w:rPr>
                <w:rtl/>
              </w:rPr>
              <w:t>زان</w:t>
            </w:r>
            <w:r>
              <w:rPr>
                <w:rtl/>
              </w:rPr>
              <w:t xml:space="preserve"> </w:t>
            </w:r>
            <w:r w:rsidRPr="009647FC">
              <w:rPr>
                <w:rtl/>
              </w:rPr>
              <w:t>عاطل</w:t>
            </w:r>
            <w:r>
              <w:rPr>
                <w:rtl/>
              </w:rPr>
              <w:t xml:space="preserve"> </w:t>
            </w:r>
            <w:r w:rsidRPr="009647FC">
              <w:rPr>
                <w:rtl/>
              </w:rPr>
              <w:t>عصره</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لو</w:t>
            </w:r>
            <w:r>
              <w:rPr>
                <w:rtl/>
              </w:rPr>
              <w:t xml:space="preserve"> </w:t>
            </w:r>
            <w:r w:rsidRPr="009647FC">
              <w:rPr>
                <w:rtl/>
              </w:rPr>
              <w:t>لم</w:t>
            </w:r>
            <w:r>
              <w:rPr>
                <w:rtl/>
              </w:rPr>
              <w:t xml:space="preserve"> </w:t>
            </w:r>
            <w:r w:rsidRPr="009647FC">
              <w:rPr>
                <w:rtl/>
              </w:rPr>
              <w:t>يهبه</w:t>
            </w:r>
            <w:r>
              <w:rPr>
                <w:rtl/>
              </w:rPr>
              <w:t xml:space="preserve"> </w:t>
            </w:r>
            <w:r w:rsidRPr="009647FC">
              <w:rPr>
                <w:rtl/>
              </w:rPr>
              <w:t>اللهُ</w:t>
            </w:r>
            <w:r>
              <w:rPr>
                <w:rtl/>
              </w:rPr>
              <w:t xml:space="preserve"> </w:t>
            </w:r>
            <w:r w:rsidRPr="009647FC">
              <w:rPr>
                <w:rtl/>
              </w:rPr>
              <w:t>عزّ</w:t>
            </w:r>
            <w:r>
              <w:rPr>
                <w:rtl/>
              </w:rPr>
              <w:t xml:space="preserve">َ </w:t>
            </w:r>
            <w:r w:rsidRPr="009647FC">
              <w:rPr>
                <w:rtl/>
              </w:rPr>
              <w:t>على</w:t>
            </w:r>
            <w:r>
              <w:rPr>
                <w:rtl/>
              </w:rPr>
              <w:t xml:space="preserve"> </w:t>
            </w:r>
            <w:r w:rsidRPr="009647FC">
              <w:rPr>
                <w:rtl/>
              </w:rPr>
              <w:t>الثمن</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يفديه</w:t>
            </w:r>
            <w:r>
              <w:rPr>
                <w:rtl/>
              </w:rPr>
              <w:t xml:space="preserve"> </w:t>
            </w:r>
            <w:r w:rsidRPr="009647FC">
              <w:rPr>
                <w:rtl/>
              </w:rPr>
              <w:t>م</w:t>
            </w:r>
            <w:r w:rsidRPr="00B371C6">
              <w:rPr>
                <w:rtl/>
              </w:rPr>
              <w:t>َ</w:t>
            </w:r>
            <w:r w:rsidRPr="009647FC">
              <w:rPr>
                <w:rtl/>
              </w:rPr>
              <w:t>نْ</w:t>
            </w:r>
            <w:r>
              <w:rPr>
                <w:rtl/>
              </w:rPr>
              <w:t xml:space="preserve"> </w:t>
            </w:r>
            <w:r w:rsidRPr="009647FC">
              <w:rPr>
                <w:rtl/>
              </w:rPr>
              <w:t>تلقاه</w:t>
            </w:r>
            <w:r>
              <w:rPr>
                <w:rtl/>
              </w:rPr>
              <w:t xml:space="preserve"> </w:t>
            </w:r>
            <w:r w:rsidRPr="009647FC">
              <w:rPr>
                <w:rtl/>
              </w:rPr>
              <w:t>يرحض</w:t>
            </w:r>
            <w:r w:rsidRPr="004E7EC6">
              <w:rPr>
                <w:rStyle w:val="libFootnotenumChar"/>
                <w:rtl/>
              </w:rPr>
              <w:t>(1)</w:t>
            </w:r>
            <w:r>
              <w:rPr>
                <w:rtl/>
              </w:rPr>
              <w:t xml:space="preserve"> </w:t>
            </w:r>
            <w:r w:rsidRPr="009647FC">
              <w:rPr>
                <w:rtl/>
              </w:rPr>
              <w:t>ثوبه</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يبغي</w:t>
            </w:r>
            <w:r>
              <w:rPr>
                <w:rtl/>
              </w:rPr>
              <w:t xml:space="preserve"> </w:t>
            </w:r>
            <w:r w:rsidRPr="009647FC">
              <w:rPr>
                <w:rtl/>
              </w:rPr>
              <w:t>نظافته</w:t>
            </w:r>
            <w:r>
              <w:rPr>
                <w:rtl/>
              </w:rPr>
              <w:t xml:space="preserve"> </w:t>
            </w:r>
            <w:r w:rsidRPr="009647FC">
              <w:rPr>
                <w:rtl/>
              </w:rPr>
              <w:t>وفي</w:t>
            </w:r>
            <w:r>
              <w:rPr>
                <w:rtl/>
              </w:rPr>
              <w:t xml:space="preserve"> </w:t>
            </w:r>
            <w:r w:rsidRPr="009647FC">
              <w:rPr>
                <w:rtl/>
              </w:rPr>
              <w:t>العرض</w:t>
            </w:r>
            <w:r>
              <w:rPr>
                <w:rtl/>
              </w:rPr>
              <w:t xml:space="preserve"> </w:t>
            </w:r>
            <w:r w:rsidRPr="009647FC">
              <w:rPr>
                <w:rtl/>
              </w:rPr>
              <w:t>الدر</w:t>
            </w:r>
            <w:r>
              <w:rPr>
                <w:rtl/>
              </w:rPr>
              <w:t>َ</w:t>
            </w:r>
            <w:r w:rsidRPr="009647FC">
              <w:rPr>
                <w:rtl/>
              </w:rPr>
              <w:t>ن</w:t>
            </w:r>
            <w:r w:rsidRPr="004E7EC6">
              <w:rPr>
                <w:rStyle w:val="libFootnotenumChar"/>
                <w:rtl/>
              </w:rPr>
              <w:t>(2)</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إن</w:t>
            </w:r>
            <w:r w:rsidR="004C00A8">
              <w:rPr>
                <w:rtl/>
              </w:rPr>
              <w:t xml:space="preserve"> </w:t>
            </w:r>
            <w:r w:rsidRPr="009647FC">
              <w:rPr>
                <w:rtl/>
              </w:rPr>
              <w:t>لذّ</w:t>
            </w:r>
            <w:r>
              <w:rPr>
                <w:rtl/>
              </w:rPr>
              <w:t xml:space="preserve">َ </w:t>
            </w:r>
            <w:r w:rsidRPr="009647FC">
              <w:rPr>
                <w:rtl/>
              </w:rPr>
              <w:t>لي</w:t>
            </w:r>
            <w:r>
              <w:rPr>
                <w:rtl/>
              </w:rPr>
              <w:t xml:space="preserve"> </w:t>
            </w:r>
            <w:r w:rsidRPr="009647FC">
              <w:rPr>
                <w:rtl/>
              </w:rPr>
              <w:t>فيه</w:t>
            </w:r>
            <w:r>
              <w:rPr>
                <w:rtl/>
              </w:rPr>
              <w:t xml:space="preserve"> </w:t>
            </w:r>
            <w:r w:rsidRPr="009647FC">
              <w:rPr>
                <w:rtl/>
              </w:rPr>
              <w:t>الثناءُ</w:t>
            </w:r>
            <w:r>
              <w:rPr>
                <w:rtl/>
              </w:rPr>
              <w:t xml:space="preserve"> </w:t>
            </w:r>
            <w:r w:rsidRPr="009647FC">
              <w:rPr>
                <w:rtl/>
              </w:rPr>
              <w:t>فإنّه</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لألذُّ</w:t>
            </w:r>
            <w:r>
              <w:rPr>
                <w:rtl/>
              </w:rPr>
              <w:t xml:space="preserve"> </w:t>
            </w:r>
            <w:r w:rsidRPr="009647FC">
              <w:rPr>
                <w:rtl/>
              </w:rPr>
              <w:t>في</w:t>
            </w:r>
            <w:r>
              <w:rPr>
                <w:rtl/>
              </w:rPr>
              <w:t xml:space="preserve"> </w:t>
            </w:r>
            <w:r w:rsidRPr="009647FC">
              <w:rPr>
                <w:rtl/>
              </w:rPr>
              <w:t>عين</w:t>
            </w:r>
            <w:r>
              <w:rPr>
                <w:rtl/>
              </w:rPr>
              <w:t xml:space="preserve"> </w:t>
            </w:r>
            <w:r w:rsidRPr="009647FC">
              <w:rPr>
                <w:rtl/>
              </w:rPr>
              <w:t>المحبّ</w:t>
            </w:r>
            <w:r>
              <w:rPr>
                <w:rtl/>
              </w:rPr>
              <w:t xml:space="preserve"> </w:t>
            </w:r>
            <w:r w:rsidRPr="009647FC">
              <w:rPr>
                <w:rtl/>
              </w:rPr>
              <w:t>من</w:t>
            </w:r>
            <w:r>
              <w:rPr>
                <w:rtl/>
              </w:rPr>
              <w:t xml:space="preserve"> </w:t>
            </w:r>
            <w:r w:rsidRPr="009647FC">
              <w:rPr>
                <w:rtl/>
              </w:rPr>
              <w:t>الوسن</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ندعوه</w:t>
            </w:r>
            <w:r>
              <w:rPr>
                <w:rtl/>
              </w:rPr>
              <w:t xml:space="preserve"> </w:t>
            </w:r>
            <w:r w:rsidRPr="009647FC">
              <w:rPr>
                <w:rtl/>
              </w:rPr>
              <w:t>يا</w:t>
            </w:r>
            <w:r>
              <w:rPr>
                <w:rtl/>
              </w:rPr>
              <w:t xml:space="preserve"> </w:t>
            </w:r>
            <w:r w:rsidRPr="009647FC">
              <w:rPr>
                <w:rtl/>
              </w:rPr>
              <w:t>ملكاً</w:t>
            </w:r>
            <w:r>
              <w:rPr>
                <w:rtl/>
              </w:rPr>
              <w:t xml:space="preserve"> </w:t>
            </w:r>
            <w:r w:rsidRPr="009647FC">
              <w:rPr>
                <w:rtl/>
              </w:rPr>
              <w:t>بكاعبة</w:t>
            </w:r>
            <w:r>
              <w:rPr>
                <w:rtl/>
              </w:rPr>
              <w:t xml:space="preserve"> </w:t>
            </w:r>
            <w:r w:rsidRPr="009647FC">
              <w:rPr>
                <w:rtl/>
              </w:rPr>
              <w:t>العُلى</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هو</w:t>
            </w:r>
            <w:r>
              <w:rPr>
                <w:rtl/>
              </w:rPr>
              <w:t xml:space="preserve"> </w:t>
            </w:r>
            <w:r w:rsidRPr="009647FC">
              <w:rPr>
                <w:rtl/>
              </w:rPr>
              <w:t>لا</w:t>
            </w:r>
            <w:r>
              <w:rPr>
                <w:rtl/>
              </w:rPr>
              <w:t xml:space="preserve"> </w:t>
            </w:r>
            <w:r w:rsidRPr="009647FC">
              <w:rPr>
                <w:rtl/>
              </w:rPr>
              <w:t>بكاعبة</w:t>
            </w:r>
            <w:r>
              <w:rPr>
                <w:rtl/>
              </w:rPr>
              <w:t xml:space="preserve"> </w:t>
            </w:r>
            <w:r w:rsidRPr="009647FC">
              <w:rPr>
                <w:rtl/>
              </w:rPr>
              <w:t>النهود</w:t>
            </w:r>
            <w:r>
              <w:rPr>
                <w:rtl/>
              </w:rPr>
              <w:t xml:space="preserve"> </w:t>
            </w:r>
            <w:r w:rsidRPr="009647FC">
              <w:rPr>
                <w:rtl/>
              </w:rPr>
              <w:t>قد</w:t>
            </w:r>
            <w:r>
              <w:rPr>
                <w:rtl/>
              </w:rPr>
              <w:t xml:space="preserve"> </w:t>
            </w:r>
            <w:r w:rsidRPr="009647FC">
              <w:rPr>
                <w:rtl/>
              </w:rPr>
              <w:t>افتتن</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ي</w:t>
            </w:r>
            <w:r w:rsidRPr="00B371C6">
              <w:rPr>
                <w:rtl/>
              </w:rPr>
              <w:t>ُ</w:t>
            </w:r>
            <w:r w:rsidRPr="009647FC">
              <w:rPr>
                <w:rtl/>
              </w:rPr>
              <w:t>هنيك</w:t>
            </w:r>
            <w:r w:rsidR="004C00A8">
              <w:rPr>
                <w:rtl/>
              </w:rPr>
              <w:t xml:space="preserve"> </w:t>
            </w:r>
            <w:r w:rsidRPr="009647FC">
              <w:rPr>
                <w:rtl/>
              </w:rPr>
              <w:t>مولودٌ</w:t>
            </w:r>
            <w:r>
              <w:rPr>
                <w:rtl/>
              </w:rPr>
              <w:t xml:space="preserve"> </w:t>
            </w:r>
            <w:r w:rsidRPr="009647FC">
              <w:rPr>
                <w:rtl/>
              </w:rPr>
              <w:t>سررت</w:t>
            </w:r>
            <w:r>
              <w:rPr>
                <w:rtl/>
              </w:rPr>
              <w:t xml:space="preserve"> </w:t>
            </w:r>
            <w:r w:rsidRPr="009647FC">
              <w:rPr>
                <w:rtl/>
              </w:rPr>
              <w:t>به</w:t>
            </w:r>
            <w:r>
              <w:rPr>
                <w:rtl/>
              </w:rPr>
              <w:t xml:space="preserve"> </w:t>
            </w:r>
            <w:r w:rsidRPr="009647FC">
              <w:rPr>
                <w:rtl/>
              </w:rPr>
              <w:t>العُلى</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م</w:t>
            </w:r>
            <w:r w:rsidRPr="00B371C6">
              <w:rPr>
                <w:rtl/>
              </w:rPr>
              <w:t>َ</w:t>
            </w:r>
            <w:r w:rsidRPr="009647FC">
              <w:rPr>
                <w:rtl/>
              </w:rPr>
              <w:t>نْ</w:t>
            </w:r>
            <w:r w:rsidR="004C00A8">
              <w:rPr>
                <w:rtl/>
              </w:rPr>
              <w:t xml:space="preserve"> </w:t>
            </w:r>
            <w:r w:rsidRPr="009647FC">
              <w:rPr>
                <w:rtl/>
              </w:rPr>
              <w:t>سعدُ</w:t>
            </w:r>
            <w:r>
              <w:rPr>
                <w:rtl/>
              </w:rPr>
              <w:t xml:space="preserve"> </w:t>
            </w:r>
            <w:r w:rsidRPr="009647FC">
              <w:rPr>
                <w:rtl/>
              </w:rPr>
              <w:t>مولده</w:t>
            </w:r>
            <w:r>
              <w:rPr>
                <w:rtl/>
              </w:rPr>
              <w:t xml:space="preserve"> </w:t>
            </w:r>
            <w:r w:rsidRPr="009647FC">
              <w:rPr>
                <w:rtl/>
              </w:rPr>
              <w:t>بسعد</w:t>
            </w:r>
            <w:r>
              <w:rPr>
                <w:rtl/>
              </w:rPr>
              <w:t xml:space="preserve"> </w:t>
            </w:r>
            <w:r w:rsidRPr="009647FC">
              <w:rPr>
                <w:rtl/>
              </w:rPr>
              <w:t>كما</w:t>
            </w:r>
            <w:r>
              <w:rPr>
                <w:rtl/>
              </w:rPr>
              <w:t xml:space="preserve"> </w:t>
            </w:r>
            <w:r w:rsidRPr="009647FC">
              <w:rPr>
                <w:rtl/>
              </w:rPr>
              <w:t>اقترن</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طربت</w:t>
            </w:r>
            <w:r>
              <w:rPr>
                <w:rtl/>
              </w:rPr>
              <w:t xml:space="preserve"> </w:t>
            </w:r>
            <w:r w:rsidRPr="009647FC">
              <w:rPr>
                <w:rtl/>
              </w:rPr>
              <w:t>وقد</w:t>
            </w:r>
            <w:r>
              <w:rPr>
                <w:rtl/>
              </w:rPr>
              <w:t xml:space="preserve"> </w:t>
            </w:r>
            <w:r w:rsidRPr="009647FC">
              <w:rPr>
                <w:rtl/>
              </w:rPr>
              <w:t>غنّى</w:t>
            </w:r>
            <w:r>
              <w:rPr>
                <w:rtl/>
              </w:rPr>
              <w:t xml:space="preserve"> </w:t>
            </w:r>
            <w:r w:rsidRPr="009647FC">
              <w:rPr>
                <w:rtl/>
              </w:rPr>
              <w:t>البشير</w:t>
            </w:r>
            <w:r>
              <w:rPr>
                <w:rtl/>
              </w:rPr>
              <w:t xml:space="preserve"> </w:t>
            </w:r>
            <w:r w:rsidRPr="009647FC">
              <w:rPr>
                <w:rtl/>
              </w:rPr>
              <w:t>مؤرّخا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Pr>
                <w:rtl/>
              </w:rPr>
              <w:t>(</w:t>
            </w:r>
            <w:r w:rsidRPr="009647FC">
              <w:rPr>
                <w:rtl/>
              </w:rPr>
              <w:t>ولدتْ</w:t>
            </w:r>
            <w:r>
              <w:rPr>
                <w:rtl/>
              </w:rPr>
              <w:t xml:space="preserve"> </w:t>
            </w:r>
            <w:r w:rsidRPr="009647FC">
              <w:rPr>
                <w:rtl/>
              </w:rPr>
              <w:t>محمد</w:t>
            </w:r>
            <w:r>
              <w:rPr>
                <w:rtl/>
              </w:rPr>
              <w:t xml:space="preserve"> </w:t>
            </w:r>
            <w:r w:rsidRPr="009647FC">
              <w:rPr>
                <w:rtl/>
              </w:rPr>
              <w:t>صالحاً</w:t>
            </w:r>
            <w:r>
              <w:rPr>
                <w:rtl/>
              </w:rPr>
              <w:t xml:space="preserve"> </w:t>
            </w:r>
            <w:r w:rsidRPr="009647FC">
              <w:rPr>
                <w:rtl/>
              </w:rPr>
              <w:t>تقوى</w:t>
            </w:r>
            <w:r>
              <w:rPr>
                <w:rtl/>
              </w:rPr>
              <w:t xml:space="preserve"> </w:t>
            </w:r>
            <w:r w:rsidRPr="009647FC">
              <w:rPr>
                <w:rtl/>
              </w:rPr>
              <w:t>حسن</w:t>
            </w:r>
            <w:r>
              <w:rPr>
                <w:rtl/>
              </w:rPr>
              <w:t>)</w:t>
            </w:r>
            <w:r w:rsidRPr="00524A24">
              <w:rPr>
                <w:rStyle w:val="libPoemTiniChar0"/>
                <w:rtl/>
              </w:rPr>
              <w:br/>
              <w:t> </w:t>
            </w:r>
          </w:p>
        </w:tc>
      </w:tr>
    </w:tbl>
    <w:p w:rsidR="009647FC" w:rsidRPr="00524A24" w:rsidRDefault="009647FC" w:rsidP="004E7EC6">
      <w:pPr>
        <w:pStyle w:val="libNormal"/>
      </w:pPr>
      <w:r w:rsidRPr="009647FC">
        <w:rPr>
          <w:rtl/>
        </w:rPr>
        <w:t>وقال يهنّأ الحاج محمد صالح كبّه</w:t>
      </w:r>
      <w:r w:rsidR="00D769AB">
        <w:rPr>
          <w:rtl/>
        </w:rPr>
        <w:t>،</w:t>
      </w:r>
      <w:r w:rsidRPr="009647FC">
        <w:rPr>
          <w:rtl/>
        </w:rPr>
        <w:t xml:space="preserve"> ويذكر السنة التي حال فيها ولداه عن الحج</w:t>
      </w:r>
      <w:r w:rsidR="00D769AB">
        <w:rPr>
          <w:rtl/>
        </w:rPr>
        <w:t>،</w:t>
      </w:r>
      <w:r w:rsidRPr="009647FC">
        <w:rPr>
          <w:rtl/>
        </w:rPr>
        <w:t xml:space="preserve"> وهي سنة 1276 هـ</w:t>
      </w:r>
      <w:r w:rsidR="00D769AB">
        <w:rPr>
          <w:rtl/>
        </w:rPr>
        <w:t>،</w:t>
      </w:r>
      <w:r w:rsidRPr="009647FC">
        <w:rPr>
          <w:rtl/>
        </w:rPr>
        <w:t xml:space="preserve"> وكلّ شطر منها تاريخ</w:t>
      </w:r>
      <w:r w:rsidR="00D769AB">
        <w:rPr>
          <w:rtl/>
        </w:rPr>
        <w:t>:</w:t>
      </w:r>
      <w:r w:rsidRPr="009647FC">
        <w:rPr>
          <w:rtl/>
        </w:rPr>
        <w:t>‍</w:t>
      </w:r>
    </w:p>
    <w:tbl>
      <w:tblPr>
        <w:tblStyle w:val="TableGrid"/>
        <w:bidiVisual/>
        <w:tblW w:w="4562" w:type="pct"/>
        <w:tblInd w:w="384" w:type="dxa"/>
        <w:tblLook w:val="04A0"/>
      </w:tblPr>
      <w:tblGrid>
        <w:gridCol w:w="3902"/>
        <w:gridCol w:w="301"/>
        <w:gridCol w:w="3884"/>
      </w:tblGrid>
      <w:tr w:rsidR="00AE101C" w:rsidRPr="00524A24" w:rsidTr="00AE101C">
        <w:trPr>
          <w:trHeight w:val="350"/>
        </w:trPr>
        <w:tc>
          <w:tcPr>
            <w:tcW w:w="3902" w:type="dxa"/>
          </w:tcPr>
          <w:p w:rsidR="00AE101C" w:rsidRPr="00524A24" w:rsidRDefault="00AE101C" w:rsidP="00AE101C">
            <w:pPr>
              <w:pStyle w:val="libPoem"/>
            </w:pPr>
            <w:r w:rsidRPr="009647FC">
              <w:rPr>
                <w:rtl/>
              </w:rPr>
              <w:t>بشرى</w:t>
            </w:r>
            <w:r>
              <w:rPr>
                <w:rtl/>
              </w:rPr>
              <w:t xml:space="preserve"> </w:t>
            </w:r>
            <w:r w:rsidRPr="009647FC">
              <w:rPr>
                <w:rtl/>
              </w:rPr>
              <w:t>بروج</w:t>
            </w:r>
            <w:r>
              <w:rPr>
                <w:rtl/>
              </w:rPr>
              <w:t xml:space="preserve"> </w:t>
            </w:r>
            <w:r w:rsidRPr="009647FC">
              <w:rPr>
                <w:rtl/>
              </w:rPr>
              <w:t>الجودِ</w:t>
            </w:r>
            <w:r>
              <w:rPr>
                <w:rtl/>
              </w:rPr>
              <w:t xml:space="preserve"> </w:t>
            </w:r>
            <w:r w:rsidRPr="009647FC">
              <w:rPr>
                <w:rtl/>
              </w:rPr>
              <w:t>بشراها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ضاء</w:t>
            </w:r>
            <w:r>
              <w:rPr>
                <w:rtl/>
              </w:rPr>
              <w:t xml:space="preserve">َ </w:t>
            </w:r>
            <w:r w:rsidRPr="009647FC">
              <w:rPr>
                <w:rtl/>
              </w:rPr>
              <w:t>بأفق</w:t>
            </w:r>
            <w:r>
              <w:rPr>
                <w:rtl/>
              </w:rPr>
              <w:t xml:space="preserve"> </w:t>
            </w:r>
            <w:r w:rsidRPr="009647FC">
              <w:rPr>
                <w:rtl/>
              </w:rPr>
              <w:t>المجد</w:t>
            </w:r>
            <w:r>
              <w:rPr>
                <w:rtl/>
              </w:rPr>
              <w:t xml:space="preserve"> </w:t>
            </w:r>
            <w:r w:rsidRPr="009647FC">
              <w:rPr>
                <w:rtl/>
              </w:rPr>
              <w:t>بدراها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وقد</w:t>
            </w:r>
            <w:r>
              <w:rPr>
                <w:rtl/>
              </w:rPr>
              <w:t xml:space="preserve"> </w:t>
            </w:r>
            <w:r w:rsidRPr="009647FC">
              <w:rPr>
                <w:rtl/>
              </w:rPr>
              <w:t>تجلّ</w:t>
            </w:r>
            <w:r>
              <w:rPr>
                <w:rtl/>
              </w:rPr>
              <w:t>َ</w:t>
            </w:r>
            <w:r w:rsidRPr="009647FC">
              <w:rPr>
                <w:rtl/>
              </w:rPr>
              <w:t>ت</w:t>
            </w:r>
            <w:r>
              <w:rPr>
                <w:rtl/>
              </w:rPr>
              <w:t xml:space="preserve"> </w:t>
            </w:r>
            <w:r w:rsidRPr="009647FC">
              <w:rPr>
                <w:rtl/>
              </w:rPr>
              <w:t>في</w:t>
            </w:r>
            <w:r>
              <w:rPr>
                <w:rtl/>
              </w:rPr>
              <w:t xml:space="preserve"> </w:t>
            </w:r>
            <w:r w:rsidRPr="009647FC">
              <w:rPr>
                <w:rtl/>
              </w:rPr>
              <w:t>سماء</w:t>
            </w:r>
            <w:r>
              <w:rPr>
                <w:rtl/>
              </w:rPr>
              <w:t xml:space="preserve"> </w:t>
            </w:r>
            <w:r w:rsidRPr="009647FC">
              <w:rPr>
                <w:rtl/>
              </w:rPr>
              <w:t>العُلى</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فاهنأ</w:t>
            </w:r>
            <w:r>
              <w:rPr>
                <w:rtl/>
              </w:rPr>
              <w:t xml:space="preserve"> </w:t>
            </w:r>
            <w:r w:rsidRPr="009647FC">
              <w:rPr>
                <w:rtl/>
              </w:rPr>
              <w:t>بذا</w:t>
            </w:r>
            <w:r>
              <w:rPr>
                <w:rtl/>
              </w:rPr>
              <w:t xml:space="preserve"> </w:t>
            </w:r>
            <w:r w:rsidRPr="009647FC">
              <w:rPr>
                <w:rtl/>
              </w:rPr>
              <w:t>السعد</w:t>
            </w:r>
            <w:r>
              <w:rPr>
                <w:rtl/>
              </w:rPr>
              <w:t xml:space="preserve">، </w:t>
            </w:r>
            <w:r w:rsidRPr="009647FC">
              <w:rPr>
                <w:rtl/>
              </w:rPr>
              <w:t>سراجاها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شعّ</w:t>
            </w:r>
            <w:r>
              <w:rPr>
                <w:rtl/>
              </w:rPr>
              <w:t xml:space="preserve">َ </w:t>
            </w:r>
            <w:r w:rsidRPr="009647FC">
              <w:rPr>
                <w:rtl/>
              </w:rPr>
              <w:t>نهارُ</w:t>
            </w:r>
            <w:r>
              <w:rPr>
                <w:rtl/>
              </w:rPr>
              <w:t xml:space="preserve"> </w:t>
            </w:r>
            <w:r w:rsidRPr="009647FC">
              <w:rPr>
                <w:rtl/>
              </w:rPr>
              <w:t>السعد</w:t>
            </w:r>
            <w:r>
              <w:rPr>
                <w:rtl/>
              </w:rPr>
              <w:t xml:space="preserve"> </w:t>
            </w:r>
            <w:r w:rsidRPr="009647FC">
              <w:rPr>
                <w:rtl/>
              </w:rPr>
              <w:t>حين</w:t>
            </w:r>
            <w:r>
              <w:rPr>
                <w:rtl/>
              </w:rPr>
              <w:t xml:space="preserve"> </w:t>
            </w:r>
            <w:r w:rsidRPr="009647FC">
              <w:rPr>
                <w:rtl/>
              </w:rPr>
              <w:t>ابتدا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يضيءُ</w:t>
            </w:r>
            <w:r w:rsidR="004C00A8">
              <w:rPr>
                <w:rtl/>
              </w:rPr>
              <w:t xml:space="preserve"> </w:t>
            </w:r>
            <w:r w:rsidRPr="009647FC">
              <w:rPr>
                <w:rtl/>
              </w:rPr>
              <w:t>في</w:t>
            </w:r>
            <w:r>
              <w:rPr>
                <w:rtl/>
              </w:rPr>
              <w:t xml:space="preserve"> </w:t>
            </w:r>
            <w:r w:rsidRPr="009647FC">
              <w:rPr>
                <w:rtl/>
              </w:rPr>
              <w:t>الزورا</w:t>
            </w:r>
            <w:r>
              <w:rPr>
                <w:rtl/>
              </w:rPr>
              <w:t xml:space="preserve"> </w:t>
            </w:r>
            <w:r w:rsidRPr="009647FC">
              <w:rPr>
                <w:rtl/>
              </w:rPr>
              <w:t>فجلاّها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واكتست</w:t>
            </w:r>
            <w:r w:rsidR="004C00A8">
              <w:rPr>
                <w:rtl/>
              </w:rPr>
              <w:t xml:space="preserve"> </w:t>
            </w:r>
            <w:r w:rsidRPr="009647FC">
              <w:rPr>
                <w:rtl/>
              </w:rPr>
              <w:t>الدنيا</w:t>
            </w:r>
            <w:r>
              <w:rPr>
                <w:rtl/>
              </w:rPr>
              <w:t xml:space="preserve"> </w:t>
            </w:r>
            <w:r w:rsidRPr="009647FC">
              <w:rPr>
                <w:rtl/>
              </w:rPr>
              <w:t>لأنواره</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أشعةً</w:t>
            </w:r>
            <w:r>
              <w:rPr>
                <w:rtl/>
              </w:rPr>
              <w:t xml:space="preserve"> </w:t>
            </w:r>
            <w:r w:rsidRPr="009647FC">
              <w:rPr>
                <w:rtl/>
              </w:rPr>
              <w:t>تجلو</w:t>
            </w:r>
            <w:r>
              <w:rPr>
                <w:rtl/>
              </w:rPr>
              <w:t xml:space="preserve"> </w:t>
            </w:r>
            <w:r w:rsidRPr="009647FC">
              <w:rPr>
                <w:rtl/>
              </w:rPr>
              <w:t>محيّاها</w:t>
            </w:r>
            <w:r w:rsidRPr="004E7EC6">
              <w:rPr>
                <w:rStyle w:val="libFootnotenumChar"/>
                <w:rtl/>
              </w:rPr>
              <w:t>(3)</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ثمّ</w:t>
            </w:r>
            <w:r w:rsidR="004C00A8">
              <w:rPr>
                <w:rtl/>
              </w:rPr>
              <w:t xml:space="preserve"> </w:t>
            </w:r>
            <w:r w:rsidRPr="009647FC">
              <w:rPr>
                <w:rtl/>
              </w:rPr>
              <w:t>دياجي</w:t>
            </w:r>
            <w:r>
              <w:rPr>
                <w:rtl/>
              </w:rPr>
              <w:t xml:space="preserve"> </w:t>
            </w:r>
            <w:r w:rsidRPr="009647FC">
              <w:rPr>
                <w:rtl/>
              </w:rPr>
              <w:t>النحس</w:t>
            </w:r>
            <w:r>
              <w:rPr>
                <w:rtl/>
              </w:rPr>
              <w:t xml:space="preserve"> </w:t>
            </w:r>
            <w:r w:rsidRPr="009647FC">
              <w:rPr>
                <w:rtl/>
              </w:rPr>
              <w:t>زالت</w:t>
            </w:r>
            <w:r>
              <w:rPr>
                <w:rtl/>
              </w:rPr>
              <w:t xml:space="preserve"> </w:t>
            </w:r>
            <w:r w:rsidRPr="009647FC">
              <w:rPr>
                <w:rtl/>
              </w:rPr>
              <w:t>فما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أسعدها</w:t>
            </w:r>
            <w:r>
              <w:rPr>
                <w:rtl/>
              </w:rPr>
              <w:t xml:space="preserve"> </w:t>
            </w:r>
            <w:r w:rsidRPr="009647FC">
              <w:rPr>
                <w:rtl/>
              </w:rPr>
              <w:t>وأبيضّ</w:t>
            </w:r>
            <w:r>
              <w:rPr>
                <w:rtl/>
              </w:rPr>
              <w:t xml:space="preserve">َ </w:t>
            </w:r>
            <w:r w:rsidRPr="009647FC">
              <w:rPr>
                <w:rtl/>
              </w:rPr>
              <w:t>قطراها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بل</w:t>
            </w:r>
            <w:r w:rsidR="004C00A8">
              <w:rPr>
                <w:rtl/>
              </w:rPr>
              <w:t xml:space="preserve"> </w:t>
            </w:r>
            <w:r w:rsidRPr="009647FC">
              <w:rPr>
                <w:rtl/>
              </w:rPr>
              <w:t>أنست</w:t>
            </w:r>
            <w:r>
              <w:rPr>
                <w:rtl/>
              </w:rPr>
              <w:t xml:space="preserve"> </w:t>
            </w:r>
            <w:r w:rsidRPr="009647FC">
              <w:rPr>
                <w:rtl/>
              </w:rPr>
              <w:t>اليوم</w:t>
            </w:r>
            <w:r>
              <w:rPr>
                <w:rtl/>
              </w:rPr>
              <w:t xml:space="preserve"> </w:t>
            </w:r>
            <w:r w:rsidRPr="009647FC">
              <w:rPr>
                <w:rtl/>
              </w:rPr>
              <w:t>حديث</w:t>
            </w:r>
            <w:r>
              <w:rPr>
                <w:rtl/>
              </w:rPr>
              <w:t xml:space="preserve"> </w:t>
            </w:r>
            <w:r w:rsidRPr="009647FC">
              <w:rPr>
                <w:rtl/>
              </w:rPr>
              <w:t>الص</w:t>
            </w:r>
            <w:r>
              <w:rPr>
                <w:rtl/>
              </w:rPr>
              <w:t>َ</w:t>
            </w:r>
            <w:r w:rsidRPr="009647FC">
              <w:rPr>
                <w:rtl/>
              </w:rPr>
              <w:t>با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نسمةُ</w:t>
            </w:r>
            <w:r>
              <w:rPr>
                <w:rtl/>
              </w:rPr>
              <w:t xml:space="preserve"> </w:t>
            </w:r>
            <w:r w:rsidRPr="009647FC">
              <w:rPr>
                <w:rtl/>
              </w:rPr>
              <w:t>بشرٍ</w:t>
            </w:r>
            <w:r>
              <w:rPr>
                <w:rtl/>
              </w:rPr>
              <w:t xml:space="preserve"> </w:t>
            </w:r>
            <w:r w:rsidRPr="009647FC">
              <w:rPr>
                <w:rtl/>
              </w:rPr>
              <w:t>هبّ</w:t>
            </w:r>
            <w:r>
              <w:rPr>
                <w:rtl/>
              </w:rPr>
              <w:t xml:space="preserve">َ </w:t>
            </w:r>
            <w:r w:rsidRPr="009647FC">
              <w:rPr>
                <w:rtl/>
              </w:rPr>
              <w:t>ري</w:t>
            </w:r>
            <w:r w:rsidRPr="00B371C6">
              <w:rPr>
                <w:rtl/>
              </w:rPr>
              <w:t>ّ</w:t>
            </w:r>
            <w:r w:rsidRPr="009647FC">
              <w:rPr>
                <w:rtl/>
              </w:rPr>
              <w:t>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فيا</w:t>
            </w:r>
            <w:r w:rsidR="004C00A8">
              <w:rPr>
                <w:rtl/>
              </w:rPr>
              <w:t xml:space="preserve"> </w:t>
            </w:r>
            <w:r w:rsidRPr="009647FC">
              <w:rPr>
                <w:rtl/>
              </w:rPr>
              <w:t>علمتنّ</w:t>
            </w:r>
            <w:r>
              <w:rPr>
                <w:rtl/>
              </w:rPr>
              <w:t xml:space="preserve">َ </w:t>
            </w:r>
            <w:r w:rsidRPr="009647FC">
              <w:rPr>
                <w:rtl/>
              </w:rPr>
              <w:t>بنات</w:t>
            </w:r>
            <w:r>
              <w:rPr>
                <w:rtl/>
              </w:rPr>
              <w:t xml:space="preserve"> </w:t>
            </w:r>
            <w:r w:rsidRPr="009647FC">
              <w:rPr>
                <w:rtl/>
              </w:rPr>
              <w:t>الفلا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م</w:t>
            </w:r>
            <w:r w:rsidRPr="00B371C6">
              <w:rPr>
                <w:rtl/>
              </w:rPr>
              <w:t>َ</w:t>
            </w:r>
            <w:r w:rsidRPr="009647FC">
              <w:rPr>
                <w:rtl/>
              </w:rPr>
              <w:t>نْ</w:t>
            </w:r>
            <w:r>
              <w:rPr>
                <w:rtl/>
              </w:rPr>
              <w:t xml:space="preserve"> </w:t>
            </w:r>
            <w:r w:rsidRPr="009647FC">
              <w:rPr>
                <w:rtl/>
              </w:rPr>
              <w:t>أمس</w:t>
            </w:r>
            <w:r>
              <w:rPr>
                <w:rtl/>
              </w:rPr>
              <w:t xml:space="preserve"> </w:t>
            </w:r>
            <w:r w:rsidRPr="009647FC">
              <w:rPr>
                <w:rtl/>
              </w:rPr>
              <w:t>أنضاك</w:t>
            </w:r>
            <w:r>
              <w:rPr>
                <w:rtl/>
              </w:rPr>
              <w:t xml:space="preserve"> </w:t>
            </w:r>
            <w:r w:rsidRPr="009647FC">
              <w:rPr>
                <w:rtl/>
              </w:rPr>
              <w:t>بأرجاها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وأيُّ</w:t>
            </w:r>
            <w:r>
              <w:rPr>
                <w:rtl/>
              </w:rPr>
              <w:t xml:space="preserve"> </w:t>
            </w:r>
            <w:r w:rsidRPr="009647FC">
              <w:rPr>
                <w:rtl/>
              </w:rPr>
              <w:t>وجهٍ</w:t>
            </w:r>
            <w:r>
              <w:rPr>
                <w:rtl/>
              </w:rPr>
              <w:t xml:space="preserve"> </w:t>
            </w:r>
            <w:r w:rsidRPr="009647FC">
              <w:rPr>
                <w:rtl/>
              </w:rPr>
              <w:t>لاغرٍ</w:t>
            </w:r>
            <w:r>
              <w:rPr>
                <w:rtl/>
              </w:rPr>
              <w:t xml:space="preserve"> </w:t>
            </w:r>
            <w:r w:rsidRPr="009647FC">
              <w:rPr>
                <w:rtl/>
              </w:rPr>
              <w:t>هو</w:t>
            </w:r>
            <w:r>
              <w:rPr>
                <w:rtl/>
              </w:rPr>
              <w:t xml:space="preserve"> </w:t>
            </w:r>
            <w:r w:rsidRPr="009647FC">
              <w:rPr>
                <w:rtl/>
              </w:rPr>
              <w:t>ابـ</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نُ</w:t>
            </w:r>
            <w:r>
              <w:rPr>
                <w:rtl/>
              </w:rPr>
              <w:t xml:space="preserve"> </w:t>
            </w:r>
            <w:r w:rsidRPr="009647FC">
              <w:rPr>
                <w:rtl/>
              </w:rPr>
              <w:t>الشمس</w:t>
            </w:r>
            <w:r>
              <w:rPr>
                <w:rtl/>
              </w:rPr>
              <w:t xml:space="preserve"> </w:t>
            </w:r>
            <w:r w:rsidRPr="009647FC">
              <w:rPr>
                <w:rtl/>
              </w:rPr>
              <w:t>مهما</w:t>
            </w:r>
            <w:r>
              <w:rPr>
                <w:rtl/>
              </w:rPr>
              <w:t xml:space="preserve"> </w:t>
            </w:r>
            <w:r w:rsidRPr="009647FC">
              <w:rPr>
                <w:rtl/>
              </w:rPr>
              <w:t>يزهُ</w:t>
            </w:r>
            <w:r>
              <w:rPr>
                <w:rtl/>
              </w:rPr>
              <w:t xml:space="preserve"> </w:t>
            </w:r>
            <w:r w:rsidRPr="009647FC">
              <w:rPr>
                <w:rtl/>
              </w:rPr>
              <w:t>خفّ</w:t>
            </w:r>
            <w:r>
              <w:rPr>
                <w:rtl/>
              </w:rPr>
              <w:t>َ</w:t>
            </w:r>
            <w:r w:rsidRPr="009647FC">
              <w:rPr>
                <w:rtl/>
              </w:rPr>
              <w:t>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فوقك</w:t>
            </w:r>
            <w:r>
              <w:rPr>
                <w:rtl/>
              </w:rPr>
              <w:t xml:space="preserve"> </w:t>
            </w:r>
            <w:r w:rsidRPr="009647FC">
              <w:rPr>
                <w:rtl/>
              </w:rPr>
              <w:t>مبدٍ</w:t>
            </w:r>
            <w:r>
              <w:rPr>
                <w:rtl/>
              </w:rPr>
              <w:t xml:space="preserve"> </w:t>
            </w:r>
            <w:r w:rsidRPr="009647FC">
              <w:rPr>
                <w:rtl/>
              </w:rPr>
              <w:t>خلف</w:t>
            </w:r>
            <w:r>
              <w:rPr>
                <w:rtl/>
              </w:rPr>
              <w:t xml:space="preserve"> </w:t>
            </w:r>
            <w:r w:rsidRPr="009647FC">
              <w:rPr>
                <w:rtl/>
              </w:rPr>
              <w:t>حُجب</w:t>
            </w:r>
            <w:r>
              <w:rPr>
                <w:rtl/>
              </w:rPr>
              <w:t xml:space="preserve"> </w:t>
            </w:r>
            <w:r w:rsidRPr="009647FC">
              <w:rPr>
                <w:rtl/>
              </w:rPr>
              <w:t>السرى</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زاهي</w:t>
            </w:r>
            <w:r>
              <w:rPr>
                <w:rtl/>
              </w:rPr>
              <w:t xml:space="preserve"> </w:t>
            </w:r>
            <w:r w:rsidRPr="009647FC">
              <w:rPr>
                <w:rtl/>
              </w:rPr>
              <w:t>سناً</w:t>
            </w:r>
            <w:r>
              <w:rPr>
                <w:rtl/>
              </w:rPr>
              <w:t xml:space="preserve"> </w:t>
            </w:r>
            <w:r w:rsidRPr="009647FC">
              <w:rPr>
                <w:rtl/>
              </w:rPr>
              <w:t>طرقكِ</w:t>
            </w:r>
            <w:r>
              <w:rPr>
                <w:rtl/>
              </w:rPr>
              <w:t xml:space="preserve"> </w:t>
            </w:r>
            <w:r w:rsidRPr="009647FC">
              <w:rPr>
                <w:rtl/>
              </w:rPr>
              <w:t>ضوّاها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إذ</w:t>
            </w:r>
            <w:r w:rsidR="004C00A8">
              <w:rPr>
                <w:rtl/>
              </w:rPr>
              <w:t xml:space="preserve"> </w:t>
            </w:r>
            <w:r w:rsidRPr="009647FC">
              <w:rPr>
                <w:rtl/>
              </w:rPr>
              <w:t>كم</w:t>
            </w:r>
            <w:r>
              <w:rPr>
                <w:rtl/>
              </w:rPr>
              <w:t xml:space="preserve"> </w:t>
            </w:r>
            <w:r w:rsidRPr="009647FC">
              <w:rPr>
                <w:rtl/>
              </w:rPr>
              <w:t>فرى</w:t>
            </w:r>
            <w:r>
              <w:rPr>
                <w:rtl/>
              </w:rPr>
              <w:t xml:space="preserve"> </w:t>
            </w:r>
            <w:r w:rsidRPr="009647FC">
              <w:rPr>
                <w:rtl/>
              </w:rPr>
              <w:t>بطن</w:t>
            </w:r>
            <w:r>
              <w:rPr>
                <w:rtl/>
              </w:rPr>
              <w:t xml:space="preserve">َ </w:t>
            </w:r>
            <w:r w:rsidRPr="009647FC">
              <w:rPr>
                <w:rtl/>
              </w:rPr>
              <w:t>فلا</w:t>
            </w:r>
            <w:r>
              <w:rPr>
                <w:rtl/>
              </w:rPr>
              <w:t xml:space="preserve"> </w:t>
            </w:r>
            <w:r w:rsidRPr="009647FC">
              <w:rPr>
                <w:rtl/>
              </w:rPr>
              <w:t>ماؤها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آلٌ</w:t>
            </w:r>
            <w:r w:rsidR="004C00A8">
              <w:rPr>
                <w:rtl/>
              </w:rPr>
              <w:t xml:space="preserve"> </w:t>
            </w:r>
            <w:r w:rsidRPr="009647FC">
              <w:rPr>
                <w:rtl/>
              </w:rPr>
              <w:t>وإعناقاً</w:t>
            </w:r>
            <w:r>
              <w:rPr>
                <w:rtl/>
              </w:rPr>
              <w:t xml:space="preserve"> </w:t>
            </w:r>
            <w:r w:rsidRPr="009647FC">
              <w:rPr>
                <w:rtl/>
              </w:rPr>
              <w:t>تخطّاها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يرحض</w:t>
      </w:r>
      <w:r w:rsidR="00D769AB">
        <w:rPr>
          <w:rtl/>
        </w:rPr>
        <w:t>:</w:t>
      </w:r>
      <w:r w:rsidRPr="009647FC">
        <w:rPr>
          <w:rtl/>
        </w:rPr>
        <w:t xml:space="preserve"> يغسل</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الدرن</w:t>
      </w:r>
      <w:r w:rsidR="00D769AB">
        <w:rPr>
          <w:rtl/>
        </w:rPr>
        <w:t>:</w:t>
      </w:r>
      <w:r w:rsidRPr="009647FC">
        <w:rPr>
          <w:rtl/>
        </w:rPr>
        <w:t xml:space="preserve"> الوسخ</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هذا الشطر ينقص واحداً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AE101C" w:rsidRPr="00524A24" w:rsidTr="00AE101C">
        <w:trPr>
          <w:trHeight w:val="350"/>
        </w:trPr>
        <w:tc>
          <w:tcPr>
            <w:tcW w:w="3902" w:type="dxa"/>
          </w:tcPr>
          <w:p w:rsidR="00AE101C" w:rsidRPr="00524A24" w:rsidRDefault="00AE101C" w:rsidP="00AE101C">
            <w:pPr>
              <w:pStyle w:val="libPoem"/>
            </w:pPr>
            <w:r w:rsidRPr="009647FC">
              <w:rPr>
                <w:rtl/>
              </w:rPr>
              <w:lastRenderedPageBreak/>
              <w:t>لجدّ</w:t>
            </w:r>
            <w:r w:rsidR="004C00A8">
              <w:rPr>
                <w:rtl/>
              </w:rPr>
              <w:t xml:space="preserve"> </w:t>
            </w:r>
            <w:r w:rsidRPr="009647FC">
              <w:rPr>
                <w:rtl/>
              </w:rPr>
              <w:t>حتى</w:t>
            </w:r>
            <w:r>
              <w:rPr>
                <w:rtl/>
              </w:rPr>
              <w:t xml:space="preserve"> </w:t>
            </w:r>
            <w:r w:rsidRPr="009647FC">
              <w:rPr>
                <w:rtl/>
              </w:rPr>
              <w:t>احتلّ</w:t>
            </w:r>
            <w:r>
              <w:rPr>
                <w:rtl/>
              </w:rPr>
              <w:t xml:space="preserve"> </w:t>
            </w:r>
            <w:r w:rsidRPr="009647FC">
              <w:rPr>
                <w:rtl/>
              </w:rPr>
              <w:t>أمّ</w:t>
            </w:r>
            <w:r>
              <w:rPr>
                <w:rtl/>
              </w:rPr>
              <w:t xml:space="preserve"> </w:t>
            </w:r>
            <w:r w:rsidRPr="009647FC">
              <w:rPr>
                <w:rtl/>
              </w:rPr>
              <w:t>القُرى</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قد</w:t>
            </w:r>
            <w:r w:rsidR="004C00A8">
              <w:rPr>
                <w:rtl/>
              </w:rPr>
              <w:t xml:space="preserve"> </w:t>
            </w:r>
            <w:r w:rsidRPr="009647FC">
              <w:rPr>
                <w:rtl/>
              </w:rPr>
              <w:t>حاز</w:t>
            </w:r>
            <w:r>
              <w:rPr>
                <w:rtl/>
              </w:rPr>
              <w:t xml:space="preserve"> </w:t>
            </w:r>
            <w:r w:rsidRPr="009647FC">
              <w:rPr>
                <w:rtl/>
              </w:rPr>
              <w:t>ما</w:t>
            </w:r>
            <w:r>
              <w:rPr>
                <w:rtl/>
              </w:rPr>
              <w:t xml:space="preserve"> </w:t>
            </w:r>
            <w:r w:rsidRPr="009647FC">
              <w:rPr>
                <w:rtl/>
              </w:rPr>
              <w:t>حاز</w:t>
            </w:r>
            <w:r>
              <w:rPr>
                <w:rtl/>
              </w:rPr>
              <w:t xml:space="preserve"> </w:t>
            </w:r>
            <w:r w:rsidRPr="009647FC">
              <w:rPr>
                <w:rtl/>
              </w:rPr>
              <w:t>بمغناها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في</w:t>
            </w:r>
            <w:r>
              <w:rPr>
                <w:rtl/>
              </w:rPr>
              <w:t xml:space="preserve"> </w:t>
            </w:r>
            <w:r w:rsidRPr="009647FC">
              <w:rPr>
                <w:rtl/>
              </w:rPr>
              <w:t>ش</w:t>
            </w:r>
            <w:r w:rsidRPr="00B371C6">
              <w:rPr>
                <w:rtl/>
              </w:rPr>
              <w:t>ِ</w:t>
            </w:r>
            <w:r w:rsidRPr="009647FC">
              <w:rPr>
                <w:rtl/>
              </w:rPr>
              <w:t>قّ</w:t>
            </w:r>
            <w:r>
              <w:rPr>
                <w:rtl/>
              </w:rPr>
              <w:t xml:space="preserve"> </w:t>
            </w:r>
            <w:r w:rsidRPr="009647FC">
              <w:rPr>
                <w:rtl/>
              </w:rPr>
              <w:t>نفسٍ</w:t>
            </w:r>
            <w:r>
              <w:rPr>
                <w:rtl/>
              </w:rPr>
              <w:t xml:space="preserve"> </w:t>
            </w:r>
            <w:r w:rsidRPr="009647FC">
              <w:rPr>
                <w:rtl/>
              </w:rPr>
              <w:t>وقت</w:t>
            </w:r>
            <w:r>
              <w:rPr>
                <w:rtl/>
              </w:rPr>
              <w:t xml:space="preserve"> </w:t>
            </w:r>
            <w:r w:rsidRPr="009647FC">
              <w:rPr>
                <w:rtl/>
              </w:rPr>
              <w:t>ميلاده</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تقاهُ</w:t>
            </w:r>
            <w:r w:rsidR="004C00A8">
              <w:rPr>
                <w:rtl/>
              </w:rPr>
              <w:t xml:space="preserve"> </w:t>
            </w:r>
            <w:r w:rsidRPr="009647FC">
              <w:rPr>
                <w:rtl/>
              </w:rPr>
              <w:t>والطيب</w:t>
            </w:r>
            <w:r>
              <w:rPr>
                <w:rtl/>
              </w:rPr>
              <w:t xml:space="preserve"> </w:t>
            </w:r>
            <w:r w:rsidRPr="009647FC">
              <w:rPr>
                <w:rtl/>
              </w:rPr>
              <w:t>دثاراها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رِضى</w:t>
            </w:r>
            <w:r>
              <w:rPr>
                <w:rtl/>
              </w:rPr>
              <w:t xml:space="preserve"> </w:t>
            </w:r>
            <w:r w:rsidRPr="009647FC">
              <w:rPr>
                <w:rtl/>
              </w:rPr>
              <w:t>النهى</w:t>
            </w:r>
            <w:r>
              <w:rPr>
                <w:rtl/>
              </w:rPr>
              <w:t xml:space="preserve"> </w:t>
            </w:r>
            <w:r w:rsidRPr="009647FC">
              <w:rPr>
                <w:rtl/>
              </w:rPr>
              <w:t>أنجب</w:t>
            </w:r>
            <w:r>
              <w:rPr>
                <w:rtl/>
              </w:rPr>
              <w:t xml:space="preserve"> </w:t>
            </w:r>
            <w:r w:rsidRPr="009647FC">
              <w:rPr>
                <w:rtl/>
              </w:rPr>
              <w:t>حيّ</w:t>
            </w:r>
            <w:r>
              <w:rPr>
                <w:rtl/>
              </w:rPr>
              <w:t xml:space="preserve"> </w:t>
            </w:r>
            <w:r w:rsidRPr="009647FC">
              <w:rPr>
                <w:rtl/>
              </w:rPr>
              <w:t>النهى</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أشمخها</w:t>
            </w:r>
            <w:r w:rsidR="004C00A8">
              <w:rPr>
                <w:rtl/>
              </w:rPr>
              <w:t xml:space="preserve"> </w:t>
            </w:r>
            <w:r w:rsidRPr="009647FC">
              <w:rPr>
                <w:rtl/>
              </w:rPr>
              <w:t>قدراً</w:t>
            </w:r>
            <w:r>
              <w:rPr>
                <w:rtl/>
              </w:rPr>
              <w:t xml:space="preserve"> </w:t>
            </w:r>
            <w:r w:rsidRPr="009647FC">
              <w:rPr>
                <w:rtl/>
              </w:rPr>
              <w:t>وأحباها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و</w:t>
            </w:r>
            <w:r>
              <w:rPr>
                <w:rtl/>
              </w:rPr>
              <w:t>(</w:t>
            </w:r>
            <w:r w:rsidRPr="009647FC">
              <w:rPr>
                <w:rtl/>
              </w:rPr>
              <w:t>مصطفى</w:t>
            </w:r>
            <w:r>
              <w:rPr>
                <w:rtl/>
              </w:rPr>
              <w:t xml:space="preserve">) </w:t>
            </w:r>
            <w:r w:rsidRPr="009647FC">
              <w:rPr>
                <w:rtl/>
              </w:rPr>
              <w:t>أعظم</w:t>
            </w:r>
            <w:r>
              <w:rPr>
                <w:rtl/>
              </w:rPr>
              <w:t xml:space="preserve"> </w:t>
            </w:r>
            <w:r w:rsidRPr="009647FC">
              <w:rPr>
                <w:rtl/>
              </w:rPr>
              <w:t>به</w:t>
            </w:r>
            <w:r>
              <w:rPr>
                <w:rtl/>
              </w:rPr>
              <w:t xml:space="preserve"> </w:t>
            </w:r>
            <w:r w:rsidRPr="009647FC">
              <w:rPr>
                <w:rtl/>
              </w:rPr>
              <w:t>أطيبا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مثل</w:t>
            </w:r>
            <w:r w:rsidR="004C00A8">
              <w:rPr>
                <w:rtl/>
              </w:rPr>
              <w:t xml:space="preserve"> </w:t>
            </w:r>
            <w:r w:rsidRPr="009647FC">
              <w:rPr>
                <w:rtl/>
              </w:rPr>
              <w:t>أخيه</w:t>
            </w:r>
            <w:r>
              <w:rPr>
                <w:rtl/>
              </w:rPr>
              <w:t xml:space="preserve"> </w:t>
            </w:r>
            <w:r w:rsidRPr="009647FC">
              <w:rPr>
                <w:rtl/>
              </w:rPr>
              <w:t>عاد</w:t>
            </w:r>
            <w:r>
              <w:rPr>
                <w:rtl/>
              </w:rPr>
              <w:t xml:space="preserve"> </w:t>
            </w:r>
            <w:r w:rsidRPr="009647FC">
              <w:rPr>
                <w:rtl/>
              </w:rPr>
              <w:t>أبهاها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ذا</w:t>
            </w:r>
            <w:r w:rsidR="004C00A8">
              <w:rPr>
                <w:rtl/>
              </w:rPr>
              <w:t xml:space="preserve"> </w:t>
            </w:r>
            <w:r w:rsidRPr="009647FC">
              <w:rPr>
                <w:rtl/>
              </w:rPr>
              <w:t>هو</w:t>
            </w:r>
            <w:r>
              <w:rPr>
                <w:rtl/>
              </w:rPr>
              <w:t xml:space="preserve"> </w:t>
            </w:r>
            <w:r w:rsidRPr="009647FC">
              <w:rPr>
                <w:rtl/>
              </w:rPr>
              <w:t>طرفُ</w:t>
            </w:r>
            <w:r>
              <w:rPr>
                <w:rtl/>
              </w:rPr>
              <w:t xml:space="preserve"> </w:t>
            </w:r>
            <w:r w:rsidRPr="009647FC">
              <w:rPr>
                <w:rtl/>
              </w:rPr>
              <w:t>العزّ</w:t>
            </w:r>
            <w:r>
              <w:rPr>
                <w:rtl/>
              </w:rPr>
              <w:t xml:space="preserve"> </w:t>
            </w:r>
            <w:r w:rsidRPr="009647FC">
              <w:rPr>
                <w:rtl/>
              </w:rPr>
              <w:t>إنسانه</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وذاك</w:t>
            </w:r>
            <w:r>
              <w:rPr>
                <w:rtl/>
              </w:rPr>
              <w:t xml:space="preserve"> </w:t>
            </w:r>
            <w:r w:rsidRPr="009647FC">
              <w:rPr>
                <w:rtl/>
              </w:rPr>
              <w:t>راحُ</w:t>
            </w:r>
            <w:r>
              <w:rPr>
                <w:rtl/>
              </w:rPr>
              <w:t xml:space="preserve"> </w:t>
            </w:r>
            <w:r w:rsidRPr="009647FC">
              <w:rPr>
                <w:rtl/>
              </w:rPr>
              <w:t>البرِّ</w:t>
            </w:r>
            <w:r>
              <w:rPr>
                <w:rtl/>
              </w:rPr>
              <w:t xml:space="preserve"> </w:t>
            </w:r>
            <w:r w:rsidRPr="009647FC">
              <w:rPr>
                <w:rtl/>
              </w:rPr>
              <w:t>يمناها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أتى</w:t>
            </w:r>
            <w:r>
              <w:rPr>
                <w:rtl/>
              </w:rPr>
              <w:t xml:space="preserve"> </w:t>
            </w:r>
            <w:r w:rsidRPr="009647FC">
              <w:rPr>
                <w:rtl/>
              </w:rPr>
              <w:t>ارتقاب</w:t>
            </w:r>
            <w:r>
              <w:rPr>
                <w:rtl/>
              </w:rPr>
              <w:t xml:space="preserve"> </w:t>
            </w:r>
            <w:r w:rsidRPr="009647FC">
              <w:rPr>
                <w:rtl/>
              </w:rPr>
              <w:t>الحج</w:t>
            </w:r>
            <w:r>
              <w:rPr>
                <w:rtl/>
              </w:rPr>
              <w:t xml:space="preserve"> </w:t>
            </w:r>
            <w:r w:rsidRPr="009647FC">
              <w:rPr>
                <w:rtl/>
              </w:rPr>
              <w:t>عاما</w:t>
            </w:r>
            <w:r>
              <w:rPr>
                <w:rtl/>
              </w:rPr>
              <w:t xml:space="preserve"> </w:t>
            </w:r>
            <w:r w:rsidRPr="009647FC">
              <w:rPr>
                <w:rtl/>
              </w:rPr>
              <w:t>به</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مكثهما</w:t>
            </w:r>
            <w:r>
              <w:rPr>
                <w:rtl/>
              </w:rPr>
              <w:t xml:space="preserve"> </w:t>
            </w:r>
            <w:r w:rsidRPr="009647FC">
              <w:rPr>
                <w:rtl/>
              </w:rPr>
              <w:t>تلقى</w:t>
            </w:r>
            <w:r>
              <w:rPr>
                <w:rtl/>
              </w:rPr>
              <w:t xml:space="preserve"> </w:t>
            </w:r>
            <w:r w:rsidRPr="009647FC">
              <w:rPr>
                <w:rtl/>
              </w:rPr>
              <w:t>مصلاّها</w:t>
            </w:r>
            <w:r w:rsidRPr="004E7EC6">
              <w:rPr>
                <w:rStyle w:val="libFootnotenumChar"/>
                <w:rtl/>
              </w:rPr>
              <w:t>(1)</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فأرخنّه</w:t>
            </w:r>
            <w:r w:rsidR="004C00A8">
              <w:rPr>
                <w:rtl/>
              </w:rPr>
              <w:t xml:space="preserve"> </w:t>
            </w:r>
            <w:r w:rsidRPr="009647FC">
              <w:rPr>
                <w:rtl/>
              </w:rPr>
              <w:t>فرحاً</w:t>
            </w:r>
            <w:r>
              <w:rPr>
                <w:rtl/>
              </w:rPr>
              <w:t xml:space="preserve"> </w:t>
            </w:r>
            <w:r w:rsidRPr="009647FC">
              <w:rPr>
                <w:rtl/>
              </w:rPr>
              <w:t>معجبا</w:t>
            </w:r>
            <w:r w:rsidRPr="004E7EC6">
              <w:rPr>
                <w:rStyle w:val="libFootnotenumChar"/>
                <w:rtl/>
              </w:rPr>
              <w:t>(2)</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في</w:t>
            </w:r>
            <w:r>
              <w:rPr>
                <w:rtl/>
              </w:rPr>
              <w:t xml:space="preserve"> </w:t>
            </w:r>
            <w:r w:rsidRPr="009647FC">
              <w:rPr>
                <w:rtl/>
              </w:rPr>
              <w:t>أشطرٍ</w:t>
            </w:r>
            <w:r>
              <w:rPr>
                <w:rtl/>
              </w:rPr>
              <w:t xml:space="preserve"> </w:t>
            </w:r>
            <w:r w:rsidRPr="009647FC">
              <w:rPr>
                <w:rtl/>
              </w:rPr>
              <w:t>أحمدت</w:t>
            </w:r>
            <w:r>
              <w:rPr>
                <w:rtl/>
              </w:rPr>
              <w:t xml:space="preserve">َ </w:t>
            </w:r>
            <w:r w:rsidRPr="009647FC">
              <w:rPr>
                <w:rtl/>
              </w:rPr>
              <w:t>رؤياها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هاك</w:t>
            </w:r>
            <w:r>
              <w:rPr>
                <w:rtl/>
              </w:rPr>
              <w:t xml:space="preserve"> </w:t>
            </w:r>
            <w:r w:rsidRPr="009647FC">
              <w:rPr>
                <w:rtl/>
              </w:rPr>
              <w:t>التق</w:t>
            </w:r>
            <w:r>
              <w:rPr>
                <w:rtl/>
              </w:rPr>
              <w:t xml:space="preserve"> </w:t>
            </w:r>
            <w:r w:rsidRPr="009647FC">
              <w:rPr>
                <w:rtl/>
              </w:rPr>
              <w:t>البشر</w:t>
            </w:r>
            <w:r>
              <w:rPr>
                <w:rtl/>
              </w:rPr>
              <w:t xml:space="preserve">َ </w:t>
            </w:r>
            <w:r w:rsidRPr="009647FC">
              <w:rPr>
                <w:rtl/>
              </w:rPr>
              <w:t>لها</w:t>
            </w:r>
            <w:r>
              <w:rPr>
                <w:rtl/>
              </w:rPr>
              <w:t xml:space="preserve"> </w:t>
            </w:r>
            <w:r w:rsidRPr="009647FC">
              <w:rPr>
                <w:rtl/>
              </w:rPr>
              <w:t>مطلعا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ناشٍ</w:t>
            </w:r>
            <w:r w:rsidR="004C00A8">
              <w:rPr>
                <w:rtl/>
              </w:rPr>
              <w:t xml:space="preserve"> </w:t>
            </w:r>
            <w:r w:rsidRPr="009647FC">
              <w:rPr>
                <w:rtl/>
              </w:rPr>
              <w:t>هناهُ</w:t>
            </w:r>
            <w:r>
              <w:rPr>
                <w:rtl/>
              </w:rPr>
              <w:t xml:space="preserve"> </w:t>
            </w:r>
            <w:r w:rsidRPr="009647FC">
              <w:rPr>
                <w:rtl/>
              </w:rPr>
              <w:t>وقت</w:t>
            </w:r>
            <w:r>
              <w:rPr>
                <w:rtl/>
              </w:rPr>
              <w:t xml:space="preserve"> </w:t>
            </w:r>
            <w:r w:rsidRPr="009647FC">
              <w:rPr>
                <w:rtl/>
              </w:rPr>
              <w:t>أنشاها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ألا</w:t>
            </w:r>
            <w:r>
              <w:rPr>
                <w:rtl/>
              </w:rPr>
              <w:t xml:space="preserve"> </w:t>
            </w:r>
            <w:r w:rsidRPr="009647FC">
              <w:rPr>
                <w:rtl/>
              </w:rPr>
              <w:t>اجلونها</w:t>
            </w:r>
            <w:r>
              <w:rPr>
                <w:rtl/>
              </w:rPr>
              <w:t xml:space="preserve"> </w:t>
            </w:r>
            <w:r w:rsidRPr="009647FC">
              <w:rPr>
                <w:rtl/>
              </w:rPr>
              <w:t>مزهراً</w:t>
            </w:r>
            <w:r>
              <w:rPr>
                <w:rtl/>
              </w:rPr>
              <w:t xml:space="preserve"> </w:t>
            </w:r>
            <w:r w:rsidRPr="009647FC">
              <w:rPr>
                <w:rtl/>
              </w:rPr>
              <w:t>وافتتحْ</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بشرى</w:t>
            </w:r>
            <w:r>
              <w:rPr>
                <w:rtl/>
              </w:rPr>
              <w:t xml:space="preserve"> </w:t>
            </w:r>
            <w:r w:rsidRPr="009647FC">
              <w:rPr>
                <w:rtl/>
              </w:rPr>
              <w:t>بروج</w:t>
            </w:r>
            <w:r>
              <w:rPr>
                <w:rtl/>
              </w:rPr>
              <w:t xml:space="preserve"> </w:t>
            </w:r>
            <w:r w:rsidRPr="009647FC">
              <w:rPr>
                <w:rtl/>
              </w:rPr>
              <w:t>الجود</w:t>
            </w:r>
            <w:r>
              <w:rPr>
                <w:rtl/>
              </w:rPr>
              <w:t xml:space="preserve"> </w:t>
            </w:r>
            <w:r w:rsidRPr="009647FC">
              <w:rPr>
                <w:rtl/>
              </w:rPr>
              <w:t>بشراها</w:t>
            </w:r>
            <w:r w:rsidRPr="00524A24">
              <w:rPr>
                <w:rStyle w:val="libPoemTiniChar0"/>
                <w:rtl/>
              </w:rPr>
              <w:br/>
              <w:t> </w:t>
            </w:r>
          </w:p>
        </w:tc>
      </w:tr>
    </w:tbl>
    <w:p w:rsidR="009647FC" w:rsidRPr="00524A24" w:rsidRDefault="009647FC" w:rsidP="004E7EC6">
      <w:pPr>
        <w:pStyle w:val="libNormal"/>
      </w:pPr>
      <w:r w:rsidRPr="009647FC">
        <w:rPr>
          <w:rtl/>
        </w:rPr>
        <w:t>وقال مؤرّخاً عام وفاة الحاج محمد رضا كبّه</w:t>
      </w:r>
      <w:r w:rsidR="00D769AB">
        <w:rPr>
          <w:rtl/>
        </w:rPr>
        <w:t>:</w:t>
      </w:r>
    </w:p>
    <w:tbl>
      <w:tblPr>
        <w:tblStyle w:val="TableGrid"/>
        <w:bidiVisual/>
        <w:tblW w:w="4562" w:type="pct"/>
        <w:tblInd w:w="384" w:type="dxa"/>
        <w:tblLook w:val="04A0"/>
      </w:tblPr>
      <w:tblGrid>
        <w:gridCol w:w="3902"/>
        <w:gridCol w:w="301"/>
        <w:gridCol w:w="3884"/>
      </w:tblGrid>
      <w:tr w:rsidR="00AE101C" w:rsidRPr="00524A24" w:rsidTr="00AE101C">
        <w:trPr>
          <w:trHeight w:val="350"/>
        </w:trPr>
        <w:tc>
          <w:tcPr>
            <w:tcW w:w="3902" w:type="dxa"/>
          </w:tcPr>
          <w:p w:rsidR="00AE101C" w:rsidRPr="00524A24" w:rsidRDefault="00AE101C" w:rsidP="00AE101C">
            <w:pPr>
              <w:pStyle w:val="libPoem"/>
            </w:pPr>
            <w:r w:rsidRPr="009647FC">
              <w:rPr>
                <w:rtl/>
              </w:rPr>
              <w:t>وقف المجد ناعياً عند قبرٍ</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وارت المكرمات فيه حشاها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ودعا أنت جنّة قلت</w:t>
            </w:r>
            <w:r>
              <w:rPr>
                <w:rtl/>
              </w:rPr>
              <w:t>:</w:t>
            </w:r>
            <w:r w:rsidRPr="009647FC">
              <w:rPr>
                <w:rtl/>
              </w:rPr>
              <w:t xml:space="preserve"> أرّخ</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Pr>
                <w:rtl/>
              </w:rPr>
              <w:t>(</w:t>
            </w:r>
            <w:r w:rsidRPr="009647FC">
              <w:rPr>
                <w:rtl/>
              </w:rPr>
              <w:t>طاب مأوى نعيمها لرضاها</w:t>
            </w:r>
            <w:r>
              <w:rPr>
                <w:rtl/>
              </w:rPr>
              <w:t>)</w:t>
            </w:r>
            <w:r w:rsidRPr="00524A24">
              <w:rPr>
                <w:rStyle w:val="libPoemTiniChar0"/>
                <w:rtl/>
              </w:rPr>
              <w:br/>
              <w:t> </w:t>
            </w:r>
          </w:p>
        </w:tc>
      </w:tr>
    </w:tbl>
    <w:p w:rsidR="009647FC" w:rsidRPr="00524A24" w:rsidRDefault="009647FC" w:rsidP="004E7EC6">
      <w:pPr>
        <w:pStyle w:val="libNormal"/>
      </w:pPr>
      <w:r w:rsidRPr="009647FC">
        <w:rPr>
          <w:rtl/>
        </w:rPr>
        <w:t>وقال مؤرّخاً السنة التي تشارك بها في التجارة الحاج عبد الغني كبّه ومصطفى الباجه جي</w:t>
      </w:r>
      <w:r w:rsidR="00D769AB">
        <w:rPr>
          <w:rtl/>
        </w:rPr>
        <w:t>،</w:t>
      </w:r>
      <w:r w:rsidRPr="009647FC">
        <w:rPr>
          <w:rtl/>
        </w:rPr>
        <w:t xml:space="preserve"> وهي سنة 1295 هـ</w:t>
      </w:r>
      <w:r w:rsidR="00D769AB">
        <w:rPr>
          <w:rtl/>
        </w:rPr>
        <w:t>:</w:t>
      </w:r>
    </w:p>
    <w:tbl>
      <w:tblPr>
        <w:tblStyle w:val="TableGrid"/>
        <w:bidiVisual/>
        <w:tblW w:w="4562" w:type="pct"/>
        <w:tblInd w:w="384" w:type="dxa"/>
        <w:tblLook w:val="04A0"/>
      </w:tblPr>
      <w:tblGrid>
        <w:gridCol w:w="3902"/>
        <w:gridCol w:w="301"/>
        <w:gridCol w:w="3884"/>
      </w:tblGrid>
      <w:tr w:rsidR="00AE101C" w:rsidRPr="00524A24" w:rsidTr="00AE101C">
        <w:trPr>
          <w:trHeight w:val="350"/>
        </w:trPr>
        <w:tc>
          <w:tcPr>
            <w:tcW w:w="3902" w:type="dxa"/>
          </w:tcPr>
          <w:p w:rsidR="00AE101C" w:rsidRPr="00524A24" w:rsidRDefault="00AE101C" w:rsidP="00AE101C">
            <w:pPr>
              <w:pStyle w:val="libPoem"/>
            </w:pPr>
            <w:r w:rsidRPr="009647FC">
              <w:rPr>
                <w:rtl/>
              </w:rPr>
              <w:t>للمصطفى</w:t>
            </w:r>
            <w:r>
              <w:rPr>
                <w:rtl/>
              </w:rPr>
              <w:t xml:space="preserve"> </w:t>
            </w:r>
            <w:r w:rsidRPr="009647FC">
              <w:rPr>
                <w:rtl/>
              </w:rPr>
              <w:t>والحسن</w:t>
            </w:r>
            <w:r>
              <w:rPr>
                <w:rtl/>
              </w:rPr>
              <w:t xml:space="preserve"> </w:t>
            </w:r>
            <w:r w:rsidRPr="009647FC">
              <w:rPr>
                <w:rtl/>
              </w:rPr>
              <w:t>الفعل</w:t>
            </w:r>
            <w:r>
              <w:rPr>
                <w:rtl/>
              </w:rPr>
              <w:t xml:space="preserve"> </w:t>
            </w:r>
            <w:r w:rsidRPr="009647FC">
              <w:rPr>
                <w:rtl/>
              </w:rPr>
              <w:t>معا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مرآةُ</w:t>
            </w:r>
            <w:r>
              <w:rPr>
                <w:rtl/>
              </w:rPr>
              <w:t xml:space="preserve"> </w:t>
            </w:r>
            <w:r w:rsidRPr="009647FC">
              <w:rPr>
                <w:rtl/>
              </w:rPr>
              <w:t>رأىٍ</w:t>
            </w:r>
            <w:r>
              <w:rPr>
                <w:rtl/>
              </w:rPr>
              <w:t xml:space="preserve"> </w:t>
            </w:r>
            <w:r w:rsidRPr="009647FC">
              <w:rPr>
                <w:rtl/>
              </w:rPr>
              <w:t>ح</w:t>
            </w:r>
            <w:r w:rsidRPr="00B371C6">
              <w:rPr>
                <w:rtl/>
              </w:rPr>
              <w:t>َ</w:t>
            </w:r>
            <w:r w:rsidRPr="009647FC">
              <w:rPr>
                <w:rtl/>
              </w:rPr>
              <w:t>سنٌ</w:t>
            </w:r>
            <w:r>
              <w:rPr>
                <w:rtl/>
              </w:rPr>
              <w:t xml:space="preserve"> </w:t>
            </w:r>
            <w:r w:rsidRPr="009647FC">
              <w:rPr>
                <w:rtl/>
              </w:rPr>
              <w:t>مرئيُّها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كم</w:t>
            </w:r>
            <w:r>
              <w:rPr>
                <w:rtl/>
              </w:rPr>
              <w:t xml:space="preserve"> </w:t>
            </w:r>
            <w:r w:rsidRPr="009647FC">
              <w:rPr>
                <w:rtl/>
              </w:rPr>
              <w:t>قد</w:t>
            </w:r>
            <w:r>
              <w:rPr>
                <w:rtl/>
              </w:rPr>
              <w:t xml:space="preserve"> </w:t>
            </w:r>
            <w:r w:rsidRPr="009647FC">
              <w:rPr>
                <w:rtl/>
              </w:rPr>
              <w:t>أعدّا</w:t>
            </w:r>
            <w:r>
              <w:rPr>
                <w:rtl/>
              </w:rPr>
              <w:t xml:space="preserve"> </w:t>
            </w:r>
            <w:r w:rsidRPr="009647FC">
              <w:rPr>
                <w:rtl/>
              </w:rPr>
              <w:t>للتجار</w:t>
            </w:r>
            <w:r>
              <w:rPr>
                <w:rtl/>
              </w:rPr>
              <w:t xml:space="preserve"> </w:t>
            </w:r>
            <w:r w:rsidRPr="009647FC">
              <w:rPr>
                <w:rtl/>
              </w:rPr>
              <w:t>رابحُ</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خاناً</w:t>
            </w:r>
            <w:r>
              <w:rPr>
                <w:rtl/>
              </w:rPr>
              <w:t xml:space="preserve"> </w:t>
            </w:r>
            <w:r w:rsidRPr="009647FC">
              <w:rPr>
                <w:rtl/>
              </w:rPr>
              <w:t>وهذا</w:t>
            </w:r>
            <w:r>
              <w:rPr>
                <w:rtl/>
              </w:rPr>
              <w:t xml:space="preserve"> </w:t>
            </w:r>
            <w:r w:rsidRPr="009647FC">
              <w:rPr>
                <w:rtl/>
              </w:rPr>
              <w:t>بالغنا</w:t>
            </w:r>
            <w:r>
              <w:rPr>
                <w:rtl/>
              </w:rPr>
              <w:t xml:space="preserve"> </w:t>
            </w:r>
            <w:r w:rsidRPr="009647FC">
              <w:rPr>
                <w:rtl/>
              </w:rPr>
              <w:t>مليُّها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باليمن</w:t>
            </w:r>
            <w:r>
              <w:rPr>
                <w:rtl/>
              </w:rPr>
              <w:t xml:space="preserve"> </w:t>
            </w:r>
            <w:r w:rsidRPr="009647FC">
              <w:rPr>
                <w:rtl/>
              </w:rPr>
              <w:t>فيها</w:t>
            </w:r>
            <w:r>
              <w:rPr>
                <w:rtl/>
              </w:rPr>
              <w:t xml:space="preserve"> </w:t>
            </w:r>
            <w:r w:rsidRPr="009647FC">
              <w:rPr>
                <w:rtl/>
              </w:rPr>
              <w:t>عقدا</w:t>
            </w:r>
            <w:r>
              <w:rPr>
                <w:rtl/>
              </w:rPr>
              <w:t xml:space="preserve"> </w:t>
            </w:r>
            <w:r w:rsidRPr="009647FC">
              <w:rPr>
                <w:rtl/>
              </w:rPr>
              <w:t>شراكة</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لفتيةٍ</w:t>
            </w:r>
            <w:r w:rsidR="004C00A8">
              <w:rPr>
                <w:rtl/>
              </w:rPr>
              <w:t xml:space="preserve"> </w:t>
            </w:r>
            <w:r w:rsidRPr="009647FC">
              <w:rPr>
                <w:rtl/>
              </w:rPr>
              <w:t>مجموعها</w:t>
            </w:r>
            <w:r>
              <w:rPr>
                <w:rtl/>
              </w:rPr>
              <w:t xml:space="preserve"> </w:t>
            </w:r>
            <w:r w:rsidRPr="009647FC">
              <w:rPr>
                <w:rtl/>
              </w:rPr>
              <w:t>حظيُّها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كواكبٌ</w:t>
            </w:r>
            <w:r>
              <w:rPr>
                <w:rtl/>
              </w:rPr>
              <w:t xml:space="preserve"> </w:t>
            </w:r>
            <w:r w:rsidRPr="009647FC">
              <w:rPr>
                <w:rtl/>
              </w:rPr>
              <w:t>كلُّ</w:t>
            </w:r>
            <w:r>
              <w:rPr>
                <w:rtl/>
              </w:rPr>
              <w:t xml:space="preserve"> </w:t>
            </w:r>
            <w:r w:rsidRPr="009647FC">
              <w:rPr>
                <w:rtl/>
              </w:rPr>
              <w:t>يروق</w:t>
            </w:r>
            <w:r>
              <w:rPr>
                <w:rtl/>
              </w:rPr>
              <w:t xml:space="preserve"> </w:t>
            </w:r>
            <w:r w:rsidRPr="009647FC">
              <w:rPr>
                <w:rtl/>
              </w:rPr>
              <w:t>المشتري</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فلا</w:t>
            </w:r>
            <w:r>
              <w:rPr>
                <w:rtl/>
              </w:rPr>
              <w:t xml:space="preserve"> </w:t>
            </w:r>
            <w:r w:rsidRPr="009647FC">
              <w:rPr>
                <w:rtl/>
              </w:rPr>
              <w:t>تسلني</w:t>
            </w:r>
            <w:r>
              <w:rPr>
                <w:rtl/>
              </w:rPr>
              <w:t xml:space="preserve"> </w:t>
            </w:r>
            <w:r w:rsidRPr="009647FC">
              <w:rPr>
                <w:rtl/>
              </w:rPr>
              <w:t>أي</w:t>
            </w:r>
            <w:r w:rsidRPr="00B371C6">
              <w:rPr>
                <w:rtl/>
              </w:rPr>
              <w:t>ّ</w:t>
            </w:r>
            <w:r w:rsidRPr="009647FC">
              <w:rPr>
                <w:rtl/>
              </w:rPr>
              <w:t>ها</w:t>
            </w:r>
            <w:r>
              <w:rPr>
                <w:rtl/>
              </w:rPr>
              <w:t xml:space="preserve"> </w:t>
            </w:r>
            <w:r w:rsidRPr="009647FC">
              <w:rPr>
                <w:rtl/>
              </w:rPr>
              <w:t>دُريّ</w:t>
            </w:r>
            <w:r w:rsidRPr="00B371C6">
              <w:rPr>
                <w:rtl/>
              </w:rPr>
              <w:t>ُ</w:t>
            </w:r>
            <w:r w:rsidRPr="009647FC">
              <w:rPr>
                <w:rtl/>
              </w:rPr>
              <w:t>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بعينه</w:t>
            </w:r>
            <w:r w:rsidR="004C00A8">
              <w:rPr>
                <w:rtl/>
              </w:rPr>
              <w:t xml:space="preserve"> </w:t>
            </w:r>
            <w:r w:rsidRPr="009647FC">
              <w:rPr>
                <w:rtl/>
              </w:rPr>
              <w:t>الرحمن</w:t>
            </w:r>
            <w:r>
              <w:rPr>
                <w:rtl/>
              </w:rPr>
              <w:t xml:space="preserve"> </w:t>
            </w:r>
            <w:r w:rsidRPr="009647FC">
              <w:rPr>
                <w:rtl/>
              </w:rPr>
              <w:t>قد</w:t>
            </w:r>
            <w:r>
              <w:rPr>
                <w:rtl/>
              </w:rPr>
              <w:t xml:space="preserve"> </w:t>
            </w:r>
            <w:r w:rsidRPr="009647FC">
              <w:rPr>
                <w:rtl/>
              </w:rPr>
              <w:t>رعاهمُ</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لله</w:t>
            </w:r>
            <w:r>
              <w:rPr>
                <w:rtl/>
              </w:rPr>
              <w:t xml:space="preserve"> </w:t>
            </w:r>
            <w:r w:rsidRPr="009647FC">
              <w:rPr>
                <w:rtl/>
              </w:rPr>
              <w:t>عينٌ</w:t>
            </w:r>
            <w:r>
              <w:rPr>
                <w:rtl/>
              </w:rPr>
              <w:t xml:space="preserve"> </w:t>
            </w:r>
            <w:r w:rsidRPr="009647FC">
              <w:rPr>
                <w:rtl/>
              </w:rPr>
              <w:t>آمنٌ</w:t>
            </w:r>
            <w:r>
              <w:rPr>
                <w:rtl/>
              </w:rPr>
              <w:t xml:space="preserve"> </w:t>
            </w:r>
            <w:r w:rsidRPr="009647FC">
              <w:rPr>
                <w:rtl/>
              </w:rPr>
              <w:t>مرعيُّها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أهلّ</w:t>
            </w:r>
            <w:r w:rsidRPr="00B371C6">
              <w:rPr>
                <w:rtl/>
              </w:rPr>
              <w:t>َ</w:t>
            </w:r>
            <w:r w:rsidRPr="009647FC">
              <w:rPr>
                <w:rtl/>
              </w:rPr>
              <w:t>ةٌ</w:t>
            </w:r>
            <w:r>
              <w:rPr>
                <w:rtl/>
              </w:rPr>
              <w:t xml:space="preserve"> </w:t>
            </w:r>
            <w:r w:rsidRPr="009647FC">
              <w:rPr>
                <w:rtl/>
              </w:rPr>
              <w:t>بورك</w:t>
            </w:r>
            <w:r>
              <w:rPr>
                <w:rtl/>
              </w:rPr>
              <w:t xml:space="preserve"> </w:t>
            </w:r>
            <w:r w:rsidRPr="009647FC">
              <w:rPr>
                <w:rtl/>
              </w:rPr>
              <w:t>باجتماعها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ببرج</w:t>
            </w:r>
            <w:r>
              <w:rPr>
                <w:rtl/>
              </w:rPr>
              <w:t xml:space="preserve"> </w:t>
            </w:r>
            <w:r w:rsidRPr="009647FC">
              <w:rPr>
                <w:rtl/>
              </w:rPr>
              <w:t>سعدٍ</w:t>
            </w:r>
            <w:r>
              <w:rPr>
                <w:rtl/>
              </w:rPr>
              <w:t xml:space="preserve"> </w:t>
            </w:r>
            <w:r w:rsidRPr="009647FC">
              <w:rPr>
                <w:rtl/>
              </w:rPr>
              <w:t>زانه</w:t>
            </w:r>
            <w:r>
              <w:rPr>
                <w:rtl/>
              </w:rPr>
              <w:t xml:space="preserve"> </w:t>
            </w:r>
            <w:r w:rsidRPr="009647FC">
              <w:rPr>
                <w:rtl/>
              </w:rPr>
              <w:t>وضيُّها</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شراكةٌ</w:t>
            </w:r>
            <w:r w:rsidR="004C00A8">
              <w:rPr>
                <w:rtl/>
              </w:rPr>
              <w:t xml:space="preserve"> </w:t>
            </w:r>
            <w:r w:rsidRPr="009647FC">
              <w:rPr>
                <w:rtl/>
              </w:rPr>
              <w:t>جاء</w:t>
            </w:r>
            <w:r>
              <w:rPr>
                <w:rtl/>
              </w:rPr>
              <w:t xml:space="preserve"> </w:t>
            </w:r>
            <w:r w:rsidRPr="009647FC">
              <w:rPr>
                <w:rtl/>
              </w:rPr>
              <w:t>حميدُ</w:t>
            </w:r>
            <w:r>
              <w:rPr>
                <w:rtl/>
              </w:rPr>
              <w:t xml:space="preserve"> </w:t>
            </w:r>
            <w:r w:rsidRPr="009647FC">
              <w:rPr>
                <w:rtl/>
              </w:rPr>
              <w:t>فألها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للربح</w:t>
            </w:r>
            <w:r>
              <w:rPr>
                <w:rtl/>
              </w:rPr>
              <w:t xml:space="preserve"> </w:t>
            </w:r>
            <w:r w:rsidRPr="009647FC">
              <w:rPr>
                <w:rtl/>
              </w:rPr>
              <w:t>أرّخ</w:t>
            </w:r>
            <w:r>
              <w:rPr>
                <w:rtl/>
              </w:rPr>
              <w:t xml:space="preserve"> (</w:t>
            </w:r>
            <w:r w:rsidRPr="009647FC">
              <w:rPr>
                <w:rtl/>
              </w:rPr>
              <w:t>مصطفى</w:t>
            </w:r>
            <w:r>
              <w:rPr>
                <w:rtl/>
              </w:rPr>
              <w:t xml:space="preserve"> </w:t>
            </w:r>
            <w:r w:rsidRPr="009647FC">
              <w:rPr>
                <w:rtl/>
              </w:rPr>
              <w:t>غنيُّها</w:t>
            </w:r>
            <w:r>
              <w:rPr>
                <w:rtl/>
              </w:rPr>
              <w:t>)</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هذان الشطران لا ينسجمان مع البقيّة لزيادة في العدد</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هذان الشطران لا ينسجمان مع البقيّة لزيادة في العدد</w:t>
      </w:r>
      <w:r w:rsidR="00D769AB">
        <w:rPr>
          <w:rtl/>
        </w:rPr>
        <w:t>.</w:t>
      </w:r>
    </w:p>
    <w:p w:rsidR="004E7EC6" w:rsidRDefault="004E7EC6" w:rsidP="004E7EC6">
      <w:pPr>
        <w:pStyle w:val="libNormal"/>
        <w:rPr>
          <w:rtl/>
        </w:rPr>
      </w:pPr>
      <w:r>
        <w:rPr>
          <w:rtl/>
        </w:rPr>
        <w:br w:type="page"/>
      </w:r>
    </w:p>
    <w:p w:rsidR="009647FC" w:rsidRPr="00524A24" w:rsidRDefault="009647FC" w:rsidP="004E7EC6">
      <w:pPr>
        <w:pStyle w:val="Heading2Center"/>
      </w:pPr>
      <w:bookmarkStart w:id="8" w:name="_Toc430170486"/>
      <w:r w:rsidRPr="009647FC">
        <w:rPr>
          <w:rtl/>
        </w:rPr>
        <w:lastRenderedPageBreak/>
        <w:t>التّقْارِض</w:t>
      </w:r>
      <w:bookmarkStart w:id="9" w:name="التّقْارِض"/>
      <w:bookmarkEnd w:id="9"/>
      <w:bookmarkEnd w:id="8"/>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قال (رحمه اللّه) مقرظاً تخميس همزية البوصيري</w:t>
      </w:r>
      <w:r w:rsidRPr="004E7EC6">
        <w:rPr>
          <w:rStyle w:val="libFootnotenumChar"/>
          <w:rtl/>
        </w:rPr>
        <w:t>(1)</w:t>
      </w:r>
      <w:r w:rsidRPr="004E7EC6">
        <w:rPr>
          <w:rtl/>
        </w:rPr>
        <w:t xml:space="preserve"> في مدح الرسول الأعظم محمد (صلّى الله عليه وآله) للشاعر عبد الباقي العمري الفاروقي</w:t>
      </w:r>
      <w:r w:rsidR="00D769AB">
        <w:rPr>
          <w:rtl/>
        </w:rPr>
        <w:t>:</w:t>
      </w:r>
    </w:p>
    <w:tbl>
      <w:tblPr>
        <w:tblStyle w:val="TableGrid"/>
        <w:bidiVisual/>
        <w:tblW w:w="4562" w:type="pct"/>
        <w:tblInd w:w="384" w:type="dxa"/>
        <w:tblLook w:val="04A0"/>
      </w:tblPr>
      <w:tblGrid>
        <w:gridCol w:w="3902"/>
        <w:gridCol w:w="301"/>
        <w:gridCol w:w="3884"/>
      </w:tblGrid>
      <w:tr w:rsidR="00AE101C" w:rsidRPr="00524A24" w:rsidTr="00AE101C">
        <w:trPr>
          <w:trHeight w:val="350"/>
        </w:trPr>
        <w:tc>
          <w:tcPr>
            <w:tcW w:w="3902" w:type="dxa"/>
          </w:tcPr>
          <w:p w:rsidR="00AE101C" w:rsidRPr="00524A24" w:rsidRDefault="00AE101C" w:rsidP="00AE101C">
            <w:pPr>
              <w:pStyle w:val="libPoem"/>
            </w:pPr>
            <w:r w:rsidRPr="009647FC">
              <w:rPr>
                <w:rtl/>
              </w:rPr>
              <w:t>نسيت</w:t>
            </w:r>
            <w:r w:rsidR="004C00A8">
              <w:rPr>
                <w:rtl/>
              </w:rPr>
              <w:t xml:space="preserve"> </w:t>
            </w:r>
            <w:r w:rsidRPr="009647FC">
              <w:rPr>
                <w:rtl/>
              </w:rPr>
              <w:t>في</w:t>
            </w:r>
            <w:r>
              <w:rPr>
                <w:rtl/>
              </w:rPr>
              <w:t xml:space="preserve"> </w:t>
            </w:r>
            <w:r w:rsidRPr="009647FC">
              <w:rPr>
                <w:rtl/>
              </w:rPr>
              <w:t>عرفانك</w:t>
            </w:r>
            <w:r>
              <w:rPr>
                <w:rtl/>
              </w:rPr>
              <w:t xml:space="preserve"> </w:t>
            </w:r>
            <w:r w:rsidRPr="009647FC">
              <w:rPr>
                <w:rtl/>
              </w:rPr>
              <w:t>الحكماءُ</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فقبيح</w:t>
            </w:r>
            <w:r w:rsidRPr="004E7EC6">
              <w:rPr>
                <w:rStyle w:val="libFootnotenumChar"/>
                <w:rtl/>
              </w:rPr>
              <w:t>(2)</w:t>
            </w:r>
            <w:r w:rsidR="004C00A8">
              <w:rPr>
                <w:rtl/>
              </w:rPr>
              <w:t xml:space="preserve"> </w:t>
            </w:r>
            <w:r w:rsidRPr="009647FC">
              <w:rPr>
                <w:rtl/>
              </w:rPr>
              <w:t>أن</w:t>
            </w:r>
            <w:r>
              <w:rPr>
                <w:rtl/>
              </w:rPr>
              <w:t xml:space="preserve"> </w:t>
            </w:r>
            <w:r w:rsidRPr="009647FC">
              <w:rPr>
                <w:rtl/>
              </w:rPr>
              <w:t>تذكر</w:t>
            </w:r>
            <w:r>
              <w:rPr>
                <w:rtl/>
              </w:rPr>
              <w:t xml:space="preserve"> </w:t>
            </w:r>
            <w:r w:rsidRPr="009647FC">
              <w:rPr>
                <w:rtl/>
              </w:rPr>
              <w:t>الشعراءُ</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أيُّ</w:t>
            </w:r>
            <w:r>
              <w:rPr>
                <w:rtl/>
              </w:rPr>
              <w:t xml:space="preserve"> </w:t>
            </w:r>
            <w:r w:rsidRPr="009647FC">
              <w:rPr>
                <w:rtl/>
              </w:rPr>
              <w:t>فضلٍ</w:t>
            </w:r>
            <w:r>
              <w:rPr>
                <w:rtl/>
              </w:rPr>
              <w:t xml:space="preserve"> </w:t>
            </w:r>
            <w:r w:rsidRPr="009647FC">
              <w:rPr>
                <w:rtl/>
              </w:rPr>
              <w:t>لهم</w:t>
            </w:r>
            <w:r>
              <w:rPr>
                <w:rtl/>
              </w:rPr>
              <w:t xml:space="preserve"> </w:t>
            </w:r>
            <w:r w:rsidRPr="009647FC">
              <w:rPr>
                <w:rtl/>
              </w:rPr>
              <w:t>يبينُ</w:t>
            </w:r>
            <w:r>
              <w:rPr>
                <w:rtl/>
              </w:rPr>
              <w:t xml:space="preserve"> </w:t>
            </w:r>
            <w:r w:rsidRPr="009647FC">
              <w:rPr>
                <w:rtl/>
              </w:rPr>
              <w:t>وهل</w:t>
            </w:r>
            <w:r>
              <w:rPr>
                <w:rtl/>
              </w:rPr>
              <w:t xml:space="preserve"> </w:t>
            </w:r>
            <w:r w:rsidRPr="009647FC">
              <w:rPr>
                <w:rtl/>
              </w:rPr>
              <w:t>للبد</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ر</w:t>
            </w:r>
            <w:r w:rsidR="004C00A8">
              <w:rPr>
                <w:rtl/>
              </w:rPr>
              <w:t xml:space="preserve"> </w:t>
            </w:r>
            <w:r w:rsidRPr="009647FC">
              <w:rPr>
                <w:rtl/>
              </w:rPr>
              <w:t>نورٌ</w:t>
            </w:r>
            <w:r>
              <w:rPr>
                <w:rtl/>
              </w:rPr>
              <w:t xml:space="preserve"> </w:t>
            </w:r>
            <w:r w:rsidRPr="009647FC">
              <w:rPr>
                <w:rtl/>
              </w:rPr>
              <w:t>إذا</w:t>
            </w:r>
            <w:r>
              <w:rPr>
                <w:rtl/>
              </w:rPr>
              <w:t xml:space="preserve"> </w:t>
            </w:r>
            <w:r w:rsidRPr="009647FC">
              <w:rPr>
                <w:rtl/>
              </w:rPr>
              <w:t>استنارت</w:t>
            </w:r>
            <w:r>
              <w:rPr>
                <w:rtl/>
              </w:rPr>
              <w:t xml:space="preserve"> </w:t>
            </w:r>
            <w:r w:rsidRPr="009647FC">
              <w:rPr>
                <w:rtl/>
              </w:rPr>
              <w:t>ذكاءُ</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جئت</w:t>
            </w:r>
            <w:r>
              <w:rPr>
                <w:rtl/>
              </w:rPr>
              <w:t xml:space="preserve">َ </w:t>
            </w:r>
            <w:r w:rsidRPr="009647FC">
              <w:rPr>
                <w:rtl/>
              </w:rPr>
              <w:t>في</w:t>
            </w:r>
            <w:r>
              <w:rPr>
                <w:rtl/>
              </w:rPr>
              <w:t xml:space="preserve"> </w:t>
            </w:r>
            <w:r w:rsidRPr="009647FC">
              <w:rPr>
                <w:rtl/>
              </w:rPr>
              <w:t>النظم</w:t>
            </w:r>
            <w:r>
              <w:rPr>
                <w:rtl/>
              </w:rPr>
              <w:t xml:space="preserve"> </w:t>
            </w:r>
            <w:r w:rsidRPr="009647FC">
              <w:rPr>
                <w:rtl/>
              </w:rPr>
              <w:t>مبصر</w:t>
            </w:r>
            <w:r>
              <w:rPr>
                <w:rtl/>
              </w:rPr>
              <w:t xml:space="preserve"> </w:t>
            </w:r>
            <w:r w:rsidRPr="009647FC">
              <w:rPr>
                <w:rtl/>
              </w:rPr>
              <w:t>الفكر</w:t>
            </w:r>
            <w:r>
              <w:rPr>
                <w:rtl/>
              </w:rPr>
              <w:t xml:space="preserve"> </w:t>
            </w:r>
            <w:r w:rsidRPr="009647FC">
              <w:rPr>
                <w:rtl/>
              </w:rPr>
              <w:t>والدنـ</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يا</w:t>
            </w:r>
            <w:r w:rsidR="004C00A8">
              <w:rPr>
                <w:rtl/>
              </w:rPr>
              <w:t xml:space="preserve"> </w:t>
            </w:r>
            <w:r w:rsidRPr="009647FC">
              <w:rPr>
                <w:rtl/>
              </w:rPr>
              <w:t>جميعاً</w:t>
            </w:r>
            <w:r>
              <w:rPr>
                <w:rtl/>
              </w:rPr>
              <w:t xml:space="preserve"> </w:t>
            </w:r>
            <w:r w:rsidRPr="009647FC">
              <w:rPr>
                <w:rtl/>
              </w:rPr>
              <w:t>بصيرةٌ</w:t>
            </w:r>
            <w:r>
              <w:rPr>
                <w:rtl/>
              </w:rPr>
              <w:t xml:space="preserve"> </w:t>
            </w:r>
            <w:r w:rsidRPr="009647FC">
              <w:rPr>
                <w:rtl/>
              </w:rPr>
              <w:t>عمياءُ</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فأزلت</w:t>
            </w:r>
            <w:r>
              <w:rPr>
                <w:rtl/>
              </w:rPr>
              <w:t xml:space="preserve"> </w:t>
            </w:r>
            <w:r w:rsidRPr="009647FC">
              <w:rPr>
                <w:rtl/>
              </w:rPr>
              <w:t>العمى</w:t>
            </w:r>
            <w:r>
              <w:rPr>
                <w:rtl/>
              </w:rPr>
              <w:t xml:space="preserve"> </w:t>
            </w:r>
            <w:r w:rsidRPr="009647FC">
              <w:rPr>
                <w:rtl/>
              </w:rPr>
              <w:t>بآيات</w:t>
            </w:r>
            <w:r>
              <w:rPr>
                <w:rtl/>
              </w:rPr>
              <w:t xml:space="preserve"> </w:t>
            </w:r>
            <w:r w:rsidRPr="009647FC">
              <w:rPr>
                <w:rtl/>
              </w:rPr>
              <w:t>فضلٍ</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أذعنت</w:t>
            </w:r>
            <w:r>
              <w:rPr>
                <w:rtl/>
              </w:rPr>
              <w:t xml:space="preserve"> </w:t>
            </w:r>
            <w:r w:rsidRPr="009647FC">
              <w:rPr>
                <w:rtl/>
              </w:rPr>
              <w:t>طاعةً</w:t>
            </w:r>
            <w:r>
              <w:rPr>
                <w:rtl/>
              </w:rPr>
              <w:t xml:space="preserve"> </w:t>
            </w:r>
            <w:r w:rsidRPr="009647FC">
              <w:rPr>
                <w:rtl/>
              </w:rPr>
              <w:t>لها</w:t>
            </w:r>
            <w:r>
              <w:rPr>
                <w:rtl/>
              </w:rPr>
              <w:t xml:space="preserve"> </w:t>
            </w:r>
            <w:r w:rsidRPr="009647FC">
              <w:rPr>
                <w:rtl/>
              </w:rPr>
              <w:t>البلغاءُ</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نشرت</w:t>
            </w:r>
            <w:r w:rsidR="004C00A8">
              <w:rPr>
                <w:rtl/>
              </w:rPr>
              <w:t xml:space="preserve"> </w:t>
            </w:r>
            <w:r w:rsidRPr="009647FC">
              <w:rPr>
                <w:rtl/>
              </w:rPr>
              <w:t>طي</w:t>
            </w:r>
            <w:r>
              <w:rPr>
                <w:rtl/>
              </w:rPr>
              <w:t xml:space="preserve">َ </w:t>
            </w:r>
            <w:r w:rsidRPr="009647FC">
              <w:rPr>
                <w:rtl/>
              </w:rPr>
              <w:t>الفصحاحة</w:t>
            </w:r>
            <w:r>
              <w:rPr>
                <w:rtl/>
              </w:rPr>
              <w:t xml:space="preserve"> </w:t>
            </w:r>
            <w:r w:rsidRPr="009647FC">
              <w:rPr>
                <w:rtl/>
              </w:rPr>
              <w:t>لكن</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ط</w:t>
            </w:r>
            <w:r w:rsidRPr="00B371C6">
              <w:rPr>
                <w:rtl/>
              </w:rPr>
              <w:t>ُ</w:t>
            </w:r>
            <w:r w:rsidRPr="009647FC">
              <w:rPr>
                <w:rtl/>
              </w:rPr>
              <w:t>ويت</w:t>
            </w:r>
            <w:r>
              <w:rPr>
                <w:rtl/>
              </w:rPr>
              <w:t xml:space="preserve"> </w:t>
            </w:r>
            <w:r w:rsidRPr="009647FC">
              <w:rPr>
                <w:rtl/>
              </w:rPr>
              <w:t>في</w:t>
            </w:r>
            <w:r>
              <w:rPr>
                <w:rtl/>
              </w:rPr>
              <w:t xml:space="preserve"> </w:t>
            </w:r>
            <w:r w:rsidRPr="009647FC">
              <w:rPr>
                <w:rtl/>
              </w:rPr>
              <w:t>انتشارها</w:t>
            </w:r>
            <w:r>
              <w:rPr>
                <w:rtl/>
              </w:rPr>
              <w:t xml:space="preserve"> </w:t>
            </w:r>
            <w:r w:rsidRPr="009647FC">
              <w:rPr>
                <w:rtl/>
              </w:rPr>
              <w:t>الفصحاءُ</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حكمٌ</w:t>
            </w:r>
            <w:r w:rsidR="004C00A8">
              <w:rPr>
                <w:rtl/>
              </w:rPr>
              <w:t xml:space="preserve"> </w:t>
            </w:r>
            <w:r w:rsidRPr="009647FC">
              <w:rPr>
                <w:rtl/>
              </w:rPr>
              <w:t>حلوة</w:t>
            </w:r>
            <w:r>
              <w:rPr>
                <w:rtl/>
              </w:rPr>
              <w:t xml:space="preserve"> </w:t>
            </w:r>
            <w:r w:rsidRPr="009647FC">
              <w:rPr>
                <w:rtl/>
              </w:rPr>
              <w:t>الينابيع</w:t>
            </w:r>
            <w:r>
              <w:rPr>
                <w:rtl/>
              </w:rPr>
              <w:t xml:space="preserve"> </w:t>
            </w:r>
            <w:r w:rsidRPr="009647FC">
              <w:rPr>
                <w:rtl/>
              </w:rPr>
              <w:t>عفوا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سلسلتها</w:t>
            </w:r>
            <w:r w:rsidR="004C00A8">
              <w:rPr>
                <w:rtl/>
              </w:rPr>
              <w:t xml:space="preserve"> </w:t>
            </w:r>
            <w:r w:rsidRPr="009647FC">
              <w:rPr>
                <w:rtl/>
              </w:rPr>
              <w:t>رويّ</w:t>
            </w:r>
            <w:r>
              <w:rPr>
                <w:rtl/>
              </w:rPr>
              <w:t>َ</w:t>
            </w:r>
            <w:r w:rsidRPr="009647FC">
              <w:rPr>
                <w:rtl/>
              </w:rPr>
              <w:t>ةٌ</w:t>
            </w:r>
            <w:r>
              <w:rPr>
                <w:rtl/>
              </w:rPr>
              <w:t xml:space="preserve"> </w:t>
            </w:r>
            <w:r w:rsidRPr="009647FC">
              <w:rPr>
                <w:rtl/>
              </w:rPr>
              <w:t>سمحاءُ</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يرشف</w:t>
            </w:r>
            <w:r>
              <w:rPr>
                <w:rtl/>
              </w:rPr>
              <w:t xml:space="preserve"> </w:t>
            </w:r>
            <w:r w:rsidRPr="009647FC">
              <w:rPr>
                <w:rtl/>
              </w:rPr>
              <w:t>السمعُ</w:t>
            </w:r>
            <w:r>
              <w:rPr>
                <w:rtl/>
              </w:rPr>
              <w:t xml:space="preserve"> </w:t>
            </w:r>
            <w:r w:rsidRPr="009647FC">
              <w:rPr>
                <w:rtl/>
              </w:rPr>
              <w:t>لفظها</w:t>
            </w:r>
            <w:r>
              <w:rPr>
                <w:rtl/>
              </w:rPr>
              <w:t xml:space="preserve"> </w:t>
            </w:r>
            <w:r w:rsidRPr="009647FC">
              <w:rPr>
                <w:rtl/>
              </w:rPr>
              <w:t>العذب</w:t>
            </w:r>
            <w:r>
              <w:rPr>
                <w:rtl/>
              </w:rPr>
              <w:t xml:space="preserve"> </w:t>
            </w:r>
            <w:r w:rsidRPr="009647FC">
              <w:rPr>
                <w:rtl/>
              </w:rPr>
              <w:t>راحا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لجميع</w:t>
            </w:r>
            <w:r w:rsidR="004C00A8">
              <w:rPr>
                <w:rtl/>
              </w:rPr>
              <w:t xml:space="preserve"> </w:t>
            </w:r>
            <w:r w:rsidRPr="009647FC">
              <w:rPr>
                <w:rtl/>
              </w:rPr>
              <w:t>العقول</w:t>
            </w:r>
            <w:r>
              <w:rPr>
                <w:rtl/>
              </w:rPr>
              <w:t xml:space="preserve"> </w:t>
            </w:r>
            <w:r w:rsidRPr="009647FC">
              <w:rPr>
                <w:rtl/>
              </w:rPr>
              <w:t>منه</w:t>
            </w:r>
            <w:r>
              <w:rPr>
                <w:rtl/>
              </w:rPr>
              <w:t xml:space="preserve"> </w:t>
            </w:r>
            <w:r w:rsidRPr="009647FC">
              <w:rPr>
                <w:rtl/>
              </w:rPr>
              <w:t>انتشاءُ</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لو</w:t>
            </w:r>
            <w:r>
              <w:rPr>
                <w:rtl/>
              </w:rPr>
              <w:t xml:space="preserve"> </w:t>
            </w:r>
            <w:r w:rsidRPr="009647FC">
              <w:rPr>
                <w:rtl/>
              </w:rPr>
              <w:t>تلاها</w:t>
            </w:r>
            <w:r>
              <w:rPr>
                <w:rtl/>
              </w:rPr>
              <w:t xml:space="preserve"> </w:t>
            </w:r>
            <w:r w:rsidRPr="009647FC">
              <w:rPr>
                <w:rtl/>
              </w:rPr>
              <w:t>مردّداً</w:t>
            </w:r>
            <w:r>
              <w:rPr>
                <w:rtl/>
              </w:rPr>
              <w:t xml:space="preserve"> </w:t>
            </w:r>
            <w:r w:rsidRPr="009647FC">
              <w:rPr>
                <w:rtl/>
              </w:rPr>
              <w:t>لفظها</w:t>
            </w:r>
            <w:r>
              <w:rPr>
                <w:rtl/>
              </w:rPr>
              <w:t xml:space="preserve"> </w:t>
            </w:r>
            <w:r w:rsidRPr="009647FC">
              <w:rPr>
                <w:rtl/>
              </w:rPr>
              <w:t>المرُ</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لما</w:t>
            </w:r>
            <w:r>
              <w:rPr>
                <w:rtl/>
              </w:rPr>
              <w:t xml:space="preserve"> </w:t>
            </w:r>
            <w:r w:rsidRPr="009647FC">
              <w:rPr>
                <w:rtl/>
              </w:rPr>
              <w:t>احتجن</w:t>
            </w:r>
            <w:r>
              <w:rPr>
                <w:rtl/>
              </w:rPr>
              <w:t xml:space="preserve"> </w:t>
            </w:r>
            <w:r w:rsidRPr="009647FC">
              <w:rPr>
                <w:rtl/>
              </w:rPr>
              <w:t>روح</w:t>
            </w:r>
            <w:r w:rsidRPr="00B371C6">
              <w:rPr>
                <w:rtl/>
              </w:rPr>
              <w:t>َ</w:t>
            </w:r>
            <w:r w:rsidRPr="009647FC">
              <w:rPr>
                <w:rtl/>
              </w:rPr>
              <w:t>ه</w:t>
            </w:r>
            <w:r>
              <w:rPr>
                <w:rtl/>
              </w:rPr>
              <w:t xml:space="preserve"> </w:t>
            </w:r>
            <w:r w:rsidRPr="009647FC">
              <w:rPr>
                <w:rtl/>
              </w:rPr>
              <w:t>الأعضاءُ</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وكفى</w:t>
            </w:r>
            <w:r>
              <w:rPr>
                <w:rtl/>
              </w:rPr>
              <w:t xml:space="preserve"> </w:t>
            </w:r>
            <w:r w:rsidRPr="009647FC">
              <w:rPr>
                <w:rtl/>
              </w:rPr>
              <w:t>شاهداً</w:t>
            </w:r>
            <w:r>
              <w:rPr>
                <w:rtl/>
              </w:rPr>
              <w:t xml:space="preserve"> </w:t>
            </w:r>
            <w:r w:rsidRPr="009647FC">
              <w:rPr>
                <w:rtl/>
              </w:rPr>
              <w:t>بفضلك</w:t>
            </w:r>
            <w:r>
              <w:rPr>
                <w:rtl/>
              </w:rPr>
              <w:t xml:space="preserve"> </w:t>
            </w:r>
            <w:r w:rsidRPr="009647FC">
              <w:rPr>
                <w:rtl/>
              </w:rPr>
              <w:t>ما</w:t>
            </w:r>
            <w:r>
              <w:rPr>
                <w:rtl/>
              </w:rPr>
              <w:t xml:space="preserve"> </w:t>
            </w:r>
            <w:r w:rsidRPr="009647FC">
              <w:rPr>
                <w:rtl/>
              </w:rPr>
              <w:t>تر</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ويه</w:t>
            </w:r>
            <w:r>
              <w:rPr>
                <w:rtl/>
              </w:rPr>
              <w:t xml:space="preserve"> </w:t>
            </w:r>
            <w:r w:rsidRPr="009647FC">
              <w:rPr>
                <w:rtl/>
              </w:rPr>
              <w:t>عنك</w:t>
            </w:r>
            <w:r>
              <w:rPr>
                <w:rtl/>
              </w:rPr>
              <w:t xml:space="preserve"> (</w:t>
            </w:r>
            <w:r w:rsidRPr="009647FC">
              <w:rPr>
                <w:rtl/>
              </w:rPr>
              <w:t>الهمزية</w:t>
            </w:r>
            <w:r>
              <w:rPr>
                <w:rtl/>
              </w:rPr>
              <w:t xml:space="preserve">) </w:t>
            </w:r>
            <w:r w:rsidRPr="009647FC">
              <w:rPr>
                <w:rtl/>
              </w:rPr>
              <w:t>الغراءُ</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بنتُ</w:t>
            </w:r>
            <w:r>
              <w:rPr>
                <w:rtl/>
              </w:rPr>
              <w:t xml:space="preserve"> </w:t>
            </w:r>
            <w:r w:rsidRPr="009647FC">
              <w:rPr>
                <w:rtl/>
              </w:rPr>
              <w:t>فكرٍ</w:t>
            </w:r>
            <w:r>
              <w:rPr>
                <w:rtl/>
              </w:rPr>
              <w:t xml:space="preserve"> </w:t>
            </w:r>
            <w:r w:rsidRPr="009647FC">
              <w:rPr>
                <w:rtl/>
              </w:rPr>
              <w:t>مجلوّة</w:t>
            </w:r>
            <w:r>
              <w:rPr>
                <w:rtl/>
              </w:rPr>
              <w:t xml:space="preserve"> </w:t>
            </w:r>
            <w:r w:rsidRPr="009647FC">
              <w:rPr>
                <w:rtl/>
              </w:rPr>
              <w:t>في</w:t>
            </w:r>
            <w:r>
              <w:rPr>
                <w:rtl/>
              </w:rPr>
              <w:t xml:space="preserve"> </w:t>
            </w:r>
            <w:r w:rsidRPr="009647FC">
              <w:rPr>
                <w:rtl/>
              </w:rPr>
              <w:t>قوافٍ</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لم</w:t>
            </w:r>
            <w:r>
              <w:rPr>
                <w:rtl/>
              </w:rPr>
              <w:t xml:space="preserve"> </w:t>
            </w:r>
            <w:r w:rsidRPr="009647FC">
              <w:rPr>
                <w:rtl/>
              </w:rPr>
              <w:t>تلد</w:t>
            </w:r>
            <w:r>
              <w:rPr>
                <w:rtl/>
              </w:rPr>
              <w:t xml:space="preserve"> </w:t>
            </w:r>
            <w:r w:rsidRPr="009647FC">
              <w:rPr>
                <w:rtl/>
              </w:rPr>
              <w:t>قطُّ</w:t>
            </w:r>
            <w:r>
              <w:rPr>
                <w:rtl/>
              </w:rPr>
              <w:t xml:space="preserve"> </w:t>
            </w:r>
            <w:r w:rsidRPr="009647FC">
              <w:rPr>
                <w:rtl/>
              </w:rPr>
              <w:t>مثلها</w:t>
            </w:r>
            <w:r>
              <w:rPr>
                <w:rtl/>
              </w:rPr>
              <w:t xml:space="preserve"> </w:t>
            </w:r>
            <w:r w:rsidRPr="009647FC">
              <w:rPr>
                <w:rtl/>
              </w:rPr>
              <w:t>الآراءُ</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أل</w:t>
            </w:r>
            <w:r w:rsidRPr="00B371C6">
              <w:rPr>
                <w:rtl/>
              </w:rPr>
              <w:t>ِ</w:t>
            </w:r>
            <w:r w:rsidRPr="009647FC">
              <w:rPr>
                <w:rtl/>
              </w:rPr>
              <w:t>فاتٌ</w:t>
            </w:r>
            <w:r>
              <w:rPr>
                <w:rtl/>
              </w:rPr>
              <w:t xml:space="preserve"> </w:t>
            </w:r>
            <w:r w:rsidRPr="009647FC">
              <w:rPr>
                <w:rtl/>
              </w:rPr>
              <w:t>مثل</w:t>
            </w:r>
            <w:r>
              <w:rPr>
                <w:rtl/>
              </w:rPr>
              <w:t xml:space="preserve"> </w:t>
            </w:r>
            <w:r w:rsidRPr="009647FC">
              <w:rPr>
                <w:rtl/>
              </w:rPr>
              <w:t>الغصون</w:t>
            </w:r>
            <w:r>
              <w:rPr>
                <w:rtl/>
              </w:rPr>
              <w:t xml:space="preserve"> </w:t>
            </w:r>
            <w:r w:rsidRPr="009647FC">
              <w:rPr>
                <w:rtl/>
              </w:rPr>
              <w:t>تلتها</w:t>
            </w:r>
            <w:r w:rsidRPr="004E7EC6">
              <w:rPr>
                <w:rStyle w:val="libFootnotenumChar"/>
                <w:rtl/>
              </w:rPr>
              <w:t>(3)</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لك</w:t>
            </w:r>
            <w:r>
              <w:rPr>
                <w:rtl/>
              </w:rPr>
              <w:t xml:space="preserve">َ </w:t>
            </w:r>
            <w:r w:rsidRPr="009647FC">
              <w:rPr>
                <w:rtl/>
              </w:rPr>
              <w:t>من</w:t>
            </w:r>
            <w:r>
              <w:rPr>
                <w:rtl/>
              </w:rPr>
              <w:t xml:space="preserve"> </w:t>
            </w:r>
            <w:r w:rsidRPr="009647FC">
              <w:rPr>
                <w:rtl/>
              </w:rPr>
              <w:t>كل</w:t>
            </w:r>
            <w:r>
              <w:rPr>
                <w:rtl/>
              </w:rPr>
              <w:t xml:space="preserve"> </w:t>
            </w:r>
            <w:r w:rsidRPr="009647FC">
              <w:rPr>
                <w:rtl/>
              </w:rPr>
              <w:t>همزةٍ</w:t>
            </w:r>
            <w:r>
              <w:rPr>
                <w:rtl/>
              </w:rPr>
              <w:t xml:space="preserve"> </w:t>
            </w:r>
            <w:r w:rsidRPr="009647FC">
              <w:rPr>
                <w:rtl/>
              </w:rPr>
              <w:t>ورقاءُ</w:t>
            </w:r>
            <w:r w:rsidRPr="004E7EC6">
              <w:rPr>
                <w:rStyle w:val="libFootnotenumChar"/>
                <w:rtl/>
              </w:rPr>
              <w:t>(4)</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لبست</w:t>
            </w:r>
            <w:r>
              <w:rPr>
                <w:rtl/>
              </w:rPr>
              <w:t xml:space="preserve"> </w:t>
            </w:r>
            <w:r w:rsidRPr="009647FC">
              <w:rPr>
                <w:rtl/>
              </w:rPr>
              <w:t>من</w:t>
            </w:r>
            <w:r>
              <w:rPr>
                <w:rtl/>
              </w:rPr>
              <w:t xml:space="preserve"> </w:t>
            </w:r>
            <w:r w:rsidRPr="009647FC">
              <w:rPr>
                <w:rtl/>
              </w:rPr>
              <w:t>جمان</w:t>
            </w:r>
            <w:r>
              <w:rPr>
                <w:rtl/>
              </w:rPr>
              <w:t xml:space="preserve"> </w:t>
            </w:r>
            <w:r w:rsidRPr="009647FC">
              <w:rPr>
                <w:rtl/>
              </w:rPr>
              <w:t>نظمك</w:t>
            </w:r>
            <w:r>
              <w:rPr>
                <w:rtl/>
              </w:rPr>
              <w:t xml:space="preserve"> </w:t>
            </w:r>
            <w:r w:rsidRPr="009647FC">
              <w:rPr>
                <w:rtl/>
              </w:rPr>
              <w:t>عقدا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ما</w:t>
            </w:r>
            <w:r>
              <w:rPr>
                <w:rtl/>
              </w:rPr>
              <w:t xml:space="preserve"> </w:t>
            </w:r>
            <w:r w:rsidRPr="009647FC">
              <w:rPr>
                <w:rtl/>
              </w:rPr>
              <w:t>تحلّ</w:t>
            </w:r>
            <w:r>
              <w:rPr>
                <w:rtl/>
              </w:rPr>
              <w:t>َ</w:t>
            </w:r>
            <w:r w:rsidRPr="009647FC">
              <w:rPr>
                <w:rtl/>
              </w:rPr>
              <w:t>ت</w:t>
            </w:r>
            <w:r>
              <w:rPr>
                <w:rtl/>
              </w:rPr>
              <w:t xml:space="preserve"> </w:t>
            </w:r>
            <w:r w:rsidRPr="009647FC">
              <w:rPr>
                <w:rtl/>
              </w:rPr>
              <w:t>بمثله</w:t>
            </w:r>
            <w:r>
              <w:rPr>
                <w:rtl/>
              </w:rPr>
              <w:t xml:space="preserve"> </w:t>
            </w:r>
            <w:r w:rsidRPr="009647FC">
              <w:rPr>
                <w:rtl/>
              </w:rPr>
              <w:t>عذراءُ</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أين</w:t>
            </w:r>
            <w:r w:rsidR="004C00A8">
              <w:rPr>
                <w:rtl/>
              </w:rPr>
              <w:t xml:space="preserve"> </w:t>
            </w:r>
            <w:r>
              <w:rPr>
                <w:rtl/>
              </w:rPr>
              <w:t>(</w:t>
            </w:r>
            <w:r w:rsidRPr="009647FC">
              <w:rPr>
                <w:rtl/>
              </w:rPr>
              <w:t>يا</w:t>
            </w:r>
            <w:r>
              <w:rPr>
                <w:rtl/>
              </w:rPr>
              <w:t xml:space="preserve"> </w:t>
            </w:r>
            <w:r w:rsidRPr="009647FC">
              <w:rPr>
                <w:rtl/>
              </w:rPr>
              <w:t>ابن</w:t>
            </w:r>
            <w:r>
              <w:rPr>
                <w:rtl/>
              </w:rPr>
              <w:t xml:space="preserve"> </w:t>
            </w:r>
            <w:r w:rsidRPr="009647FC">
              <w:rPr>
                <w:rtl/>
              </w:rPr>
              <w:t>الفاروق</w:t>
            </w:r>
            <w:r>
              <w:rPr>
                <w:rtl/>
              </w:rPr>
              <w:t xml:space="preserve">) </w:t>
            </w:r>
            <w:r w:rsidRPr="009647FC">
              <w:rPr>
                <w:rtl/>
              </w:rPr>
              <w:t>منك</w:t>
            </w:r>
            <w:r>
              <w:rPr>
                <w:rtl/>
              </w:rPr>
              <w:t xml:space="preserve"> </w:t>
            </w:r>
            <w:r w:rsidRPr="009647FC">
              <w:rPr>
                <w:rtl/>
              </w:rPr>
              <w:t>الذ</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ي</w:t>
            </w:r>
            <w:r>
              <w:rPr>
                <w:rtl/>
              </w:rPr>
              <w:t xml:space="preserve"> </w:t>
            </w:r>
            <w:r w:rsidRPr="009647FC">
              <w:rPr>
                <w:rtl/>
              </w:rPr>
              <w:t>أبدع</w:t>
            </w:r>
            <w:r>
              <w:rPr>
                <w:rtl/>
              </w:rPr>
              <w:t xml:space="preserve"> </w:t>
            </w:r>
            <w:r w:rsidRPr="009647FC">
              <w:rPr>
                <w:rtl/>
              </w:rPr>
              <w:t>في</w:t>
            </w:r>
            <w:r>
              <w:rPr>
                <w:rtl/>
              </w:rPr>
              <w:t xml:space="preserve"> </w:t>
            </w:r>
            <w:r w:rsidRPr="009647FC">
              <w:rPr>
                <w:rtl/>
              </w:rPr>
              <w:t>نظمها</w:t>
            </w:r>
            <w:r>
              <w:rPr>
                <w:rtl/>
              </w:rPr>
              <w:t xml:space="preserve"> </w:t>
            </w:r>
            <w:r w:rsidRPr="009647FC">
              <w:rPr>
                <w:rtl/>
              </w:rPr>
              <w:t>ولا</w:t>
            </w:r>
            <w:r>
              <w:rPr>
                <w:rtl/>
              </w:rPr>
              <w:t xml:space="preserve"> </w:t>
            </w:r>
            <w:r w:rsidRPr="009647FC">
              <w:rPr>
                <w:rtl/>
              </w:rPr>
              <w:t>إطراءُ</w:t>
            </w:r>
            <w:r w:rsidRPr="004E7EC6">
              <w:rPr>
                <w:rStyle w:val="libFootnotenumChar"/>
                <w:rtl/>
              </w:rPr>
              <w:t>(5)</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لو</w:t>
            </w:r>
            <w:r>
              <w:rPr>
                <w:rtl/>
              </w:rPr>
              <w:t xml:space="preserve"> </w:t>
            </w:r>
            <w:r w:rsidRPr="009647FC">
              <w:rPr>
                <w:rtl/>
              </w:rPr>
              <w:t>رأى</w:t>
            </w:r>
            <w:r>
              <w:rPr>
                <w:rtl/>
              </w:rPr>
              <w:t xml:space="preserve"> </w:t>
            </w:r>
            <w:r w:rsidRPr="009647FC">
              <w:rPr>
                <w:rtl/>
              </w:rPr>
              <w:t>ما</w:t>
            </w:r>
            <w:r>
              <w:rPr>
                <w:rtl/>
              </w:rPr>
              <w:t xml:space="preserve"> </w:t>
            </w:r>
            <w:r w:rsidRPr="009647FC">
              <w:rPr>
                <w:rtl/>
              </w:rPr>
              <w:t>أودعت</w:t>
            </w:r>
            <w:r>
              <w:rPr>
                <w:rtl/>
              </w:rPr>
              <w:t xml:space="preserve"> </w:t>
            </w:r>
            <w:r w:rsidRPr="009647FC">
              <w:rPr>
                <w:rtl/>
              </w:rPr>
              <w:t>فيها</w:t>
            </w:r>
            <w:r>
              <w:rPr>
                <w:rtl/>
              </w:rPr>
              <w:t xml:space="preserve"> </w:t>
            </w:r>
            <w:r w:rsidRPr="009647FC">
              <w:rPr>
                <w:rtl/>
              </w:rPr>
              <w:t>لأضحى</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هو</w:t>
            </w:r>
            <w:r>
              <w:rPr>
                <w:rtl/>
              </w:rPr>
              <w:t xml:space="preserve"> </w:t>
            </w:r>
            <w:r w:rsidRPr="009647FC">
              <w:rPr>
                <w:rtl/>
              </w:rPr>
              <w:t>والنظمُ</w:t>
            </w:r>
            <w:r>
              <w:rPr>
                <w:rtl/>
              </w:rPr>
              <w:t xml:space="preserve"> (</w:t>
            </w:r>
            <w:r w:rsidRPr="009647FC">
              <w:rPr>
                <w:rtl/>
              </w:rPr>
              <w:t>واصلٌ</w:t>
            </w:r>
            <w:r>
              <w:rPr>
                <w:rtl/>
              </w:rPr>
              <w:t xml:space="preserve">) </w:t>
            </w:r>
            <w:r w:rsidRPr="009647FC">
              <w:rPr>
                <w:rtl/>
              </w:rPr>
              <w:t>والراءُ</w:t>
            </w:r>
            <w:r w:rsidRPr="004E7EC6">
              <w:rPr>
                <w:rStyle w:val="libFootnotenumChar"/>
                <w:rtl/>
              </w:rPr>
              <w:t>(6)</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البوصيري</w:t>
      </w:r>
      <w:r w:rsidR="00D769AB">
        <w:rPr>
          <w:rtl/>
        </w:rPr>
        <w:t>:</w:t>
      </w:r>
      <w:r w:rsidRPr="009647FC">
        <w:rPr>
          <w:rtl/>
        </w:rPr>
        <w:t xml:space="preserve"> هو محمد بن سعيد بن حمادة</w:t>
      </w:r>
      <w:r w:rsidR="00D769AB">
        <w:rPr>
          <w:rtl/>
        </w:rPr>
        <w:t>،</w:t>
      </w:r>
      <w:r w:rsidRPr="009647FC">
        <w:rPr>
          <w:rtl/>
        </w:rPr>
        <w:t xml:space="preserve"> من مشاهير شعراء عصره</w:t>
      </w:r>
      <w:r w:rsidR="00D769AB">
        <w:rPr>
          <w:rtl/>
        </w:rPr>
        <w:t>،</w:t>
      </w:r>
      <w:r w:rsidRPr="009647FC">
        <w:rPr>
          <w:rtl/>
        </w:rPr>
        <w:t xml:space="preserve"> ولد بدلاص</w:t>
      </w:r>
      <w:r w:rsidR="00D769AB">
        <w:rPr>
          <w:rtl/>
        </w:rPr>
        <w:t>،</w:t>
      </w:r>
      <w:r w:rsidRPr="009647FC">
        <w:rPr>
          <w:rtl/>
        </w:rPr>
        <w:t xml:space="preserve"> ونشأ ببوصير</w:t>
      </w:r>
      <w:r w:rsidR="00D769AB">
        <w:rPr>
          <w:rtl/>
        </w:rPr>
        <w:t>،</w:t>
      </w:r>
      <w:r w:rsidRPr="009647FC">
        <w:rPr>
          <w:rtl/>
        </w:rPr>
        <w:t xml:space="preserve"> وأشهر قصائده البردة في مدح الرسول الأعظم (صلّى الله عليه وآله)</w:t>
      </w:r>
      <w:r w:rsidR="00D769AB">
        <w:rPr>
          <w:rtl/>
        </w:rPr>
        <w:t>،</w:t>
      </w:r>
      <w:r w:rsidRPr="009647FC">
        <w:rPr>
          <w:rtl/>
        </w:rPr>
        <w:t xml:space="preserve"> وقد عارضها الشعراء كما شطرّها وخمّسها فريق كبير منهم</w:t>
      </w:r>
      <w:r w:rsidR="00D769AB">
        <w:rPr>
          <w:rtl/>
        </w:rPr>
        <w:t>،</w:t>
      </w:r>
      <w:r w:rsidRPr="009647FC">
        <w:rPr>
          <w:rtl/>
        </w:rPr>
        <w:t xml:space="preserve"> أشغل مناصب في القاهرة</w:t>
      </w:r>
      <w:r w:rsidR="00D769AB">
        <w:rPr>
          <w:rtl/>
        </w:rPr>
        <w:t>،</w:t>
      </w:r>
      <w:r w:rsidRPr="009647FC">
        <w:rPr>
          <w:rtl/>
        </w:rPr>
        <w:t xml:space="preserve"> وطبع ديوانه</w:t>
      </w:r>
      <w:r w:rsidR="00D769AB">
        <w:rPr>
          <w:rtl/>
        </w:rPr>
        <w:t>.</w:t>
      </w:r>
      <w:r w:rsidRPr="009647FC">
        <w:rPr>
          <w:rtl/>
        </w:rPr>
        <w:t xml:space="preserve"> توفّي بالإسكندرية عام 695هـ</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فحقير</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ديوان الفاروقي</w:t>
      </w:r>
      <w:r w:rsidR="00D769AB">
        <w:rPr>
          <w:rtl/>
        </w:rPr>
        <w:t>:</w:t>
      </w:r>
      <w:r w:rsidRPr="009647FC">
        <w:rPr>
          <w:rtl/>
        </w:rPr>
        <w:t xml:space="preserve"> عليها</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الورقاء</w:t>
      </w:r>
      <w:r w:rsidR="00D769AB">
        <w:rPr>
          <w:rtl/>
        </w:rPr>
        <w:t>:</w:t>
      </w:r>
      <w:r w:rsidRPr="009647FC">
        <w:rPr>
          <w:rtl/>
        </w:rPr>
        <w:t xml:space="preserve"> الحمامة</w:t>
      </w:r>
      <w:r w:rsidR="00D769AB">
        <w:rPr>
          <w:rtl/>
        </w:rPr>
        <w:t>.</w:t>
      </w:r>
      <w:r w:rsidRPr="009647FC">
        <w:rPr>
          <w:rtl/>
        </w:rPr>
        <w:t xml:space="preserve"> وفي البيت تشبيه جميل للهمزة فوق الألف كالورقاء فوق الغصن</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في ديوان الفاروقي جاء البيت هكذا</w:t>
      </w:r>
      <w:r w:rsidR="00D769AB">
        <w:rPr>
          <w:rtl/>
        </w:rPr>
        <w:t>:</w:t>
      </w:r>
    </w:p>
    <w:tbl>
      <w:tblPr>
        <w:tblStyle w:val="TableGrid"/>
        <w:bidiVisual/>
        <w:tblW w:w="4562" w:type="pct"/>
        <w:tblInd w:w="384" w:type="dxa"/>
        <w:tblLook w:val="04A0"/>
      </w:tblPr>
      <w:tblGrid>
        <w:gridCol w:w="3902"/>
        <w:gridCol w:w="301"/>
        <w:gridCol w:w="3884"/>
      </w:tblGrid>
      <w:tr w:rsidR="00AE101C" w:rsidRPr="00524A24" w:rsidTr="00AE101C">
        <w:trPr>
          <w:trHeight w:val="350"/>
        </w:trPr>
        <w:tc>
          <w:tcPr>
            <w:tcW w:w="3902" w:type="dxa"/>
          </w:tcPr>
          <w:p w:rsidR="00AE101C" w:rsidRPr="00524A24" w:rsidRDefault="00AE101C" w:rsidP="00AE101C">
            <w:pPr>
              <w:pStyle w:val="libPoemFootnote"/>
            </w:pPr>
            <w:r w:rsidRPr="009647FC">
              <w:rPr>
                <w:rtl/>
              </w:rPr>
              <w:t>أين يا ابن الفاروق عنك البويصيـ</w:t>
            </w:r>
            <w:r w:rsidRPr="00524A24">
              <w:rPr>
                <w:rStyle w:val="libPoemTiniChar0"/>
                <w:rtl/>
              </w:rPr>
              <w:br/>
              <w:t> </w:t>
            </w:r>
          </w:p>
        </w:tc>
        <w:tc>
          <w:tcPr>
            <w:tcW w:w="301" w:type="dxa"/>
          </w:tcPr>
          <w:p w:rsidR="00AE101C" w:rsidRPr="00524A24" w:rsidRDefault="00AE101C" w:rsidP="00AE101C">
            <w:pPr>
              <w:pStyle w:val="libPoemFootnote"/>
              <w:rPr>
                <w:rtl/>
              </w:rPr>
            </w:pPr>
          </w:p>
        </w:tc>
        <w:tc>
          <w:tcPr>
            <w:tcW w:w="3884" w:type="dxa"/>
          </w:tcPr>
          <w:p w:rsidR="00AE101C" w:rsidRPr="00524A24" w:rsidRDefault="00AE101C" w:rsidP="00AE101C">
            <w:pPr>
              <w:pStyle w:val="libPoemFootnote"/>
            </w:pPr>
            <w:r w:rsidRPr="009647FC">
              <w:rPr>
                <w:rtl/>
              </w:rPr>
              <w:t>ـري في نظمها ولا إطراءُ</w:t>
            </w:r>
            <w:r w:rsidRPr="00524A24">
              <w:rPr>
                <w:rStyle w:val="libPoemTiniChar0"/>
                <w:rtl/>
              </w:rPr>
              <w:br/>
              <w:t> </w:t>
            </w:r>
          </w:p>
        </w:tc>
      </w:tr>
    </w:tbl>
    <w:p w:rsidR="009647FC" w:rsidRPr="00524A24" w:rsidRDefault="009647FC" w:rsidP="004E7EC6">
      <w:pPr>
        <w:pStyle w:val="libFootnote0"/>
      </w:pPr>
      <w:r w:rsidRPr="009647FC">
        <w:rPr>
          <w:rtl/>
        </w:rPr>
        <w:t>6</w:t>
      </w:r>
      <w:r w:rsidR="004E7EC6">
        <w:rPr>
          <w:rtl/>
        </w:rPr>
        <w:t xml:space="preserve"> - </w:t>
      </w:r>
      <w:r w:rsidRPr="009647FC">
        <w:rPr>
          <w:rtl/>
        </w:rPr>
        <w:t>يريد به واصل بن عطاء</w:t>
      </w:r>
      <w:r w:rsidR="00D769AB">
        <w:rPr>
          <w:rtl/>
        </w:rPr>
        <w:t>،</w:t>
      </w:r>
      <w:r w:rsidRPr="009647FC">
        <w:rPr>
          <w:rtl/>
        </w:rPr>
        <w:t xml:space="preserve"> وكان يلثغ بالراء</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AE101C" w:rsidRPr="00524A24" w:rsidTr="00AE101C">
        <w:trPr>
          <w:trHeight w:val="350"/>
        </w:trPr>
        <w:tc>
          <w:tcPr>
            <w:tcW w:w="3902" w:type="dxa"/>
          </w:tcPr>
          <w:p w:rsidR="00AE101C" w:rsidRPr="00524A24" w:rsidRDefault="00AE101C" w:rsidP="00AE101C">
            <w:pPr>
              <w:pStyle w:val="libPoem"/>
            </w:pPr>
            <w:r w:rsidRPr="009647FC">
              <w:rPr>
                <w:rtl/>
              </w:rPr>
              <w:lastRenderedPageBreak/>
              <w:t>زبرة</w:t>
            </w:r>
            <w:r w:rsidRPr="004E7EC6">
              <w:rPr>
                <w:rStyle w:val="libFootnotenumChar"/>
                <w:rtl/>
              </w:rPr>
              <w:t>(1)</w:t>
            </w:r>
            <w:r>
              <w:rPr>
                <w:rtl/>
              </w:rPr>
              <w:t xml:space="preserve"> </w:t>
            </w:r>
            <w:r w:rsidRPr="009647FC">
              <w:rPr>
                <w:rtl/>
              </w:rPr>
              <w:t>قد</w:t>
            </w:r>
            <w:r>
              <w:rPr>
                <w:rtl/>
              </w:rPr>
              <w:t xml:space="preserve"> </w:t>
            </w:r>
            <w:r w:rsidRPr="009647FC">
              <w:rPr>
                <w:rtl/>
              </w:rPr>
              <w:t>أشعت</w:t>
            </w:r>
            <w:r>
              <w:rPr>
                <w:rtl/>
              </w:rPr>
              <w:t xml:space="preserve">َ </w:t>
            </w:r>
            <w:r w:rsidRPr="009647FC">
              <w:rPr>
                <w:rtl/>
              </w:rPr>
              <w:t>في</w:t>
            </w:r>
            <w:r>
              <w:rPr>
                <w:rtl/>
              </w:rPr>
              <w:t xml:space="preserve"> </w:t>
            </w:r>
            <w:r w:rsidRPr="009647FC">
              <w:rPr>
                <w:rtl/>
              </w:rPr>
              <w:t>المتن</w:t>
            </w:r>
            <w:r>
              <w:rPr>
                <w:rtl/>
              </w:rPr>
              <w:t xml:space="preserve"> </w:t>
            </w:r>
            <w:r w:rsidRPr="009647FC">
              <w:rPr>
                <w:rtl/>
              </w:rPr>
              <w:t>منها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جوهراً</w:t>
            </w:r>
            <w:r w:rsidR="004C00A8">
              <w:rPr>
                <w:rtl/>
              </w:rPr>
              <w:t xml:space="preserve"> </w:t>
            </w:r>
            <w:r w:rsidRPr="009647FC">
              <w:rPr>
                <w:rtl/>
              </w:rPr>
              <w:t>في</w:t>
            </w:r>
            <w:r>
              <w:rPr>
                <w:rtl/>
              </w:rPr>
              <w:t xml:space="preserve"> </w:t>
            </w:r>
            <w:r w:rsidRPr="009647FC">
              <w:rPr>
                <w:rtl/>
              </w:rPr>
              <w:t>فرنده</w:t>
            </w:r>
            <w:r w:rsidRPr="004E7EC6">
              <w:rPr>
                <w:rStyle w:val="libFootnotenumChar"/>
                <w:rtl/>
              </w:rPr>
              <w:t>(2)</w:t>
            </w:r>
            <w:r>
              <w:rPr>
                <w:rtl/>
              </w:rPr>
              <w:t xml:space="preserve"> </w:t>
            </w:r>
            <w:r w:rsidRPr="009647FC">
              <w:rPr>
                <w:rtl/>
              </w:rPr>
              <w:t>يستضاءُ</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فهي</w:t>
            </w:r>
            <w:r>
              <w:rPr>
                <w:rtl/>
              </w:rPr>
              <w:t xml:space="preserve"> </w:t>
            </w:r>
            <w:r w:rsidRPr="009647FC">
              <w:rPr>
                <w:rtl/>
              </w:rPr>
              <w:t>فيه</w:t>
            </w:r>
            <w:r>
              <w:rPr>
                <w:rtl/>
              </w:rPr>
              <w:t xml:space="preserve"> </w:t>
            </w:r>
            <w:r w:rsidRPr="009647FC">
              <w:rPr>
                <w:rtl/>
              </w:rPr>
              <w:t>عادت</w:t>
            </w:r>
            <w:r>
              <w:rPr>
                <w:rtl/>
              </w:rPr>
              <w:t xml:space="preserve"> </w:t>
            </w:r>
            <w:r w:rsidRPr="009647FC">
              <w:rPr>
                <w:rtl/>
              </w:rPr>
              <w:t>كمثل</w:t>
            </w:r>
            <w:r>
              <w:rPr>
                <w:rtl/>
              </w:rPr>
              <w:t xml:space="preserve"> </w:t>
            </w:r>
            <w:r w:rsidRPr="009647FC">
              <w:rPr>
                <w:rtl/>
              </w:rPr>
              <w:t>عصا</w:t>
            </w:r>
            <w:r>
              <w:rPr>
                <w:rtl/>
              </w:rPr>
              <w:t xml:space="preserve"> </w:t>
            </w:r>
            <w:r w:rsidRPr="009647FC">
              <w:rPr>
                <w:rtl/>
              </w:rPr>
              <w:t>مو</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سى</w:t>
            </w:r>
            <w:r>
              <w:rPr>
                <w:rtl/>
              </w:rPr>
              <w:t xml:space="preserve"> </w:t>
            </w:r>
            <w:r w:rsidRPr="009647FC">
              <w:rPr>
                <w:rtl/>
              </w:rPr>
              <w:t>وتخميسك</w:t>
            </w:r>
            <w:r>
              <w:rPr>
                <w:rtl/>
              </w:rPr>
              <w:t xml:space="preserve"> </w:t>
            </w:r>
            <w:r w:rsidRPr="009647FC">
              <w:rPr>
                <w:rtl/>
              </w:rPr>
              <w:t>اليدُ</w:t>
            </w:r>
            <w:r>
              <w:rPr>
                <w:rtl/>
              </w:rPr>
              <w:t xml:space="preserve"> </w:t>
            </w:r>
            <w:r w:rsidRPr="009647FC">
              <w:rPr>
                <w:rtl/>
              </w:rPr>
              <w:t>البيضاءُ</w:t>
            </w:r>
            <w:r w:rsidRPr="004E7EC6">
              <w:rPr>
                <w:rStyle w:val="libFootnotenumChar"/>
                <w:rtl/>
              </w:rPr>
              <w:t>(3)</w:t>
            </w:r>
            <w:r w:rsidRPr="00524A24">
              <w:rPr>
                <w:rStyle w:val="libPoemTiniChar0"/>
                <w:rtl/>
              </w:rPr>
              <w:br/>
              <w:t> </w:t>
            </w:r>
          </w:p>
        </w:tc>
      </w:tr>
    </w:tbl>
    <w:p w:rsidR="009647FC" w:rsidRPr="00524A24" w:rsidRDefault="009647FC" w:rsidP="004E7EC6">
      <w:pPr>
        <w:pStyle w:val="libNormal"/>
      </w:pPr>
      <w:r w:rsidRPr="004E7EC6">
        <w:rPr>
          <w:rtl/>
        </w:rPr>
        <w:t>وقال مقرظاً (الباقيات الصالحات) للشاعر المعروف عبد الباقي العمري</w:t>
      </w:r>
      <w:r w:rsidRPr="004E7EC6">
        <w:rPr>
          <w:rStyle w:val="libFootnotenumChar"/>
          <w:rtl/>
        </w:rPr>
        <w:t>(4)</w:t>
      </w:r>
      <w:r w:rsidR="00D769AB" w:rsidRPr="00AE101C">
        <w:rPr>
          <w:rtl/>
        </w:rPr>
        <w:t>:</w:t>
      </w:r>
    </w:p>
    <w:tbl>
      <w:tblPr>
        <w:tblStyle w:val="TableGrid"/>
        <w:bidiVisual/>
        <w:tblW w:w="4562" w:type="pct"/>
        <w:tblInd w:w="384" w:type="dxa"/>
        <w:tblLook w:val="04A0"/>
      </w:tblPr>
      <w:tblGrid>
        <w:gridCol w:w="3902"/>
        <w:gridCol w:w="301"/>
        <w:gridCol w:w="3884"/>
      </w:tblGrid>
      <w:tr w:rsidR="00AE101C" w:rsidRPr="00524A24" w:rsidTr="00AE101C">
        <w:trPr>
          <w:trHeight w:val="350"/>
        </w:trPr>
        <w:tc>
          <w:tcPr>
            <w:tcW w:w="3902" w:type="dxa"/>
          </w:tcPr>
          <w:p w:rsidR="00AE101C" w:rsidRPr="00524A24" w:rsidRDefault="00AE101C" w:rsidP="00AE101C">
            <w:pPr>
              <w:pStyle w:val="libPoem"/>
            </w:pPr>
            <w:r w:rsidRPr="009647FC">
              <w:rPr>
                <w:rtl/>
              </w:rPr>
              <w:t>أربّ</w:t>
            </w:r>
            <w:r w:rsidR="004C00A8">
              <w:rPr>
                <w:rtl/>
              </w:rPr>
              <w:t xml:space="preserve"> </w:t>
            </w:r>
            <w:r w:rsidRPr="009647FC">
              <w:rPr>
                <w:rtl/>
              </w:rPr>
              <w:t>القوافي</w:t>
            </w:r>
            <w:r>
              <w:rPr>
                <w:rtl/>
              </w:rPr>
              <w:t xml:space="preserve"> </w:t>
            </w:r>
            <w:r w:rsidRPr="009647FC">
              <w:rPr>
                <w:rtl/>
              </w:rPr>
              <w:t>قد</w:t>
            </w:r>
            <w:r>
              <w:rPr>
                <w:rtl/>
              </w:rPr>
              <w:t xml:space="preserve"> </w:t>
            </w:r>
            <w:r w:rsidRPr="009647FC">
              <w:rPr>
                <w:rtl/>
              </w:rPr>
              <w:t>غدا</w:t>
            </w:r>
            <w:r>
              <w:rPr>
                <w:rtl/>
              </w:rPr>
              <w:t xml:space="preserve"> </w:t>
            </w:r>
            <w:r w:rsidRPr="009647FC">
              <w:rPr>
                <w:rtl/>
              </w:rPr>
              <w:t>لك</w:t>
            </w:r>
            <w:r>
              <w:rPr>
                <w:rtl/>
              </w:rPr>
              <w:t xml:space="preserve">َ </w:t>
            </w:r>
            <w:r w:rsidRPr="009647FC">
              <w:rPr>
                <w:rtl/>
              </w:rPr>
              <w:t>مذعنا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بها</w:t>
            </w:r>
            <w:r>
              <w:rPr>
                <w:rtl/>
              </w:rPr>
              <w:t xml:space="preserve"> </w:t>
            </w:r>
            <w:r w:rsidRPr="009647FC">
              <w:rPr>
                <w:rtl/>
              </w:rPr>
              <w:t>محرزُ</w:t>
            </w:r>
            <w:r>
              <w:rPr>
                <w:rtl/>
              </w:rPr>
              <w:t xml:space="preserve"> </w:t>
            </w:r>
            <w:r w:rsidRPr="009647FC">
              <w:rPr>
                <w:rtl/>
              </w:rPr>
              <w:t>الفضل</w:t>
            </w:r>
            <w:r>
              <w:rPr>
                <w:rtl/>
              </w:rPr>
              <w:t xml:space="preserve"> </w:t>
            </w:r>
            <w:r w:rsidRPr="009647FC">
              <w:rPr>
                <w:rtl/>
              </w:rPr>
              <w:t>اكتساباً</w:t>
            </w:r>
            <w:r>
              <w:rPr>
                <w:rtl/>
              </w:rPr>
              <w:t xml:space="preserve"> </w:t>
            </w:r>
            <w:r w:rsidRPr="009647FC">
              <w:rPr>
                <w:rtl/>
              </w:rPr>
              <w:t>ووارثُه</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لو</w:t>
            </w:r>
            <w:r>
              <w:rPr>
                <w:rtl/>
              </w:rPr>
              <w:t xml:space="preserve"> (</w:t>
            </w:r>
            <w:r w:rsidRPr="009647FC">
              <w:rPr>
                <w:rtl/>
              </w:rPr>
              <w:t>المتنبي</w:t>
            </w:r>
            <w:r>
              <w:rPr>
                <w:rtl/>
              </w:rPr>
              <w:t xml:space="preserve">) </w:t>
            </w:r>
            <w:r w:rsidRPr="009647FC">
              <w:rPr>
                <w:rtl/>
              </w:rPr>
              <w:t>شاهد</w:t>
            </w:r>
            <w:r>
              <w:rPr>
                <w:rtl/>
              </w:rPr>
              <w:t xml:space="preserve"> </w:t>
            </w:r>
            <w:r w:rsidRPr="009647FC">
              <w:rPr>
                <w:rtl/>
              </w:rPr>
              <w:t>الحِكم</w:t>
            </w:r>
            <w:r>
              <w:rPr>
                <w:rtl/>
              </w:rPr>
              <w:t xml:space="preserve">َ </w:t>
            </w:r>
            <w:r w:rsidRPr="009647FC">
              <w:rPr>
                <w:rtl/>
              </w:rPr>
              <w:t>التي</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نطقت</w:t>
            </w:r>
            <w:r>
              <w:rPr>
                <w:rtl/>
              </w:rPr>
              <w:t>َ</w:t>
            </w:r>
            <w:r w:rsidR="004C00A8">
              <w:rPr>
                <w:rtl/>
              </w:rPr>
              <w:t xml:space="preserve"> </w:t>
            </w:r>
            <w:r w:rsidRPr="009647FC">
              <w:rPr>
                <w:rtl/>
              </w:rPr>
              <w:t>بها</w:t>
            </w:r>
            <w:r>
              <w:rPr>
                <w:rtl/>
              </w:rPr>
              <w:t xml:space="preserve"> </w:t>
            </w:r>
            <w:r w:rsidRPr="009647FC">
              <w:rPr>
                <w:rtl/>
              </w:rPr>
              <w:t>ما</w:t>
            </w:r>
            <w:r>
              <w:rPr>
                <w:rtl/>
              </w:rPr>
              <w:t xml:space="preserve"> </w:t>
            </w:r>
            <w:r w:rsidRPr="009647FC">
              <w:rPr>
                <w:rtl/>
              </w:rPr>
              <w:t>شكّ</w:t>
            </w:r>
            <w:r>
              <w:rPr>
                <w:rtl/>
              </w:rPr>
              <w:t xml:space="preserve">َ </w:t>
            </w:r>
            <w:r w:rsidRPr="009647FC">
              <w:rPr>
                <w:rtl/>
              </w:rPr>
              <w:t>أنّك</w:t>
            </w:r>
            <w:r>
              <w:rPr>
                <w:rtl/>
              </w:rPr>
              <w:t xml:space="preserve"> </w:t>
            </w:r>
            <w:r w:rsidRPr="009647FC">
              <w:rPr>
                <w:rtl/>
              </w:rPr>
              <w:t>باعثه</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هي</w:t>
            </w:r>
            <w:r>
              <w:rPr>
                <w:rtl/>
              </w:rPr>
              <w:t xml:space="preserve"> (</w:t>
            </w:r>
            <w:r w:rsidRPr="009647FC">
              <w:rPr>
                <w:rtl/>
              </w:rPr>
              <w:t>الباقيات</w:t>
            </w:r>
            <w:r>
              <w:rPr>
                <w:rtl/>
              </w:rPr>
              <w:t xml:space="preserve"> </w:t>
            </w:r>
            <w:r w:rsidRPr="009647FC">
              <w:rPr>
                <w:rtl/>
              </w:rPr>
              <w:t>الصالحات</w:t>
            </w:r>
            <w:r>
              <w:rPr>
                <w:rtl/>
              </w:rPr>
              <w:t xml:space="preserve">) </w:t>
            </w:r>
            <w:r w:rsidRPr="009647FC">
              <w:rPr>
                <w:rtl/>
              </w:rPr>
              <w:t>أطايب</w:t>
            </w:r>
            <w:r>
              <w:rPr>
                <w:rtl/>
              </w:rPr>
              <w:t xml:space="preserve"> </w:t>
            </w:r>
            <w:r w:rsidRPr="009647FC">
              <w:rPr>
                <w:rtl/>
              </w:rPr>
              <w:t>الـ</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قريض</w:t>
            </w:r>
            <w:r>
              <w:rPr>
                <w:rtl/>
              </w:rPr>
              <w:t xml:space="preserve">، </w:t>
            </w:r>
            <w:r w:rsidRPr="009647FC">
              <w:rPr>
                <w:rtl/>
              </w:rPr>
              <w:t>ولكن</w:t>
            </w:r>
            <w:r>
              <w:rPr>
                <w:rtl/>
              </w:rPr>
              <w:t xml:space="preserve"> </w:t>
            </w:r>
            <w:r w:rsidRPr="009647FC">
              <w:rPr>
                <w:rtl/>
              </w:rPr>
              <w:t>ما</w:t>
            </w:r>
            <w:r>
              <w:rPr>
                <w:rtl/>
              </w:rPr>
              <w:t xml:space="preserve"> </w:t>
            </w:r>
            <w:r w:rsidRPr="009647FC">
              <w:rPr>
                <w:rtl/>
              </w:rPr>
              <w:t>سواها</w:t>
            </w:r>
            <w:r>
              <w:rPr>
                <w:rtl/>
              </w:rPr>
              <w:t xml:space="preserve"> </w:t>
            </w:r>
            <w:r w:rsidRPr="009647FC">
              <w:rPr>
                <w:rtl/>
              </w:rPr>
              <w:t>خبائثه</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فحسبُك</w:t>
            </w:r>
            <w:r w:rsidR="004C00A8">
              <w:rPr>
                <w:rtl/>
              </w:rPr>
              <w:t xml:space="preserve"> </w:t>
            </w:r>
            <w:r w:rsidRPr="009647FC">
              <w:rPr>
                <w:rtl/>
              </w:rPr>
              <w:t>منها</w:t>
            </w:r>
            <w:r>
              <w:rPr>
                <w:rtl/>
              </w:rPr>
              <w:t xml:space="preserve"> </w:t>
            </w:r>
            <w:r w:rsidRPr="009647FC">
              <w:rPr>
                <w:rtl/>
              </w:rPr>
              <w:t>معجزاً</w:t>
            </w:r>
            <w:r>
              <w:rPr>
                <w:rtl/>
              </w:rPr>
              <w:t xml:space="preserve"> </w:t>
            </w:r>
            <w:r w:rsidRPr="009647FC">
              <w:rPr>
                <w:rtl/>
              </w:rPr>
              <w:t>بمديح</w:t>
            </w:r>
            <w:r>
              <w:rPr>
                <w:rtl/>
              </w:rPr>
              <w:t xml:space="preserve"> </w:t>
            </w:r>
            <w:r w:rsidRPr="009647FC">
              <w:rPr>
                <w:rtl/>
              </w:rPr>
              <w:t>م</w:t>
            </w:r>
            <w:r>
              <w:rPr>
                <w:rtl/>
              </w:rPr>
              <w:t>َ</w:t>
            </w:r>
            <w:r w:rsidRPr="009647FC">
              <w:rPr>
                <w:rtl/>
              </w:rPr>
              <w:t>نْ</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معاجزُ</w:t>
            </w:r>
            <w:r w:rsidR="004C00A8">
              <w:rPr>
                <w:rtl/>
              </w:rPr>
              <w:t xml:space="preserve"> </w:t>
            </w:r>
            <w:r w:rsidRPr="009647FC">
              <w:rPr>
                <w:rtl/>
              </w:rPr>
              <w:t>كلّ</w:t>
            </w:r>
            <w:r>
              <w:rPr>
                <w:rtl/>
              </w:rPr>
              <w:t xml:space="preserve"> </w:t>
            </w:r>
            <w:r w:rsidRPr="009647FC">
              <w:rPr>
                <w:rtl/>
              </w:rPr>
              <w:t>الأنبياء</w:t>
            </w:r>
            <w:r>
              <w:rPr>
                <w:rtl/>
              </w:rPr>
              <w:t xml:space="preserve"> </w:t>
            </w:r>
            <w:r w:rsidRPr="009647FC">
              <w:rPr>
                <w:rtl/>
              </w:rPr>
              <w:t>موارثه</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غدت</w:t>
            </w:r>
            <w:r w:rsidR="004C00A8">
              <w:rPr>
                <w:rtl/>
              </w:rPr>
              <w:t xml:space="preserve"> </w:t>
            </w:r>
            <w:r w:rsidRPr="009647FC">
              <w:rPr>
                <w:rtl/>
              </w:rPr>
              <w:t>كعصا</w:t>
            </w:r>
            <w:r>
              <w:rPr>
                <w:rtl/>
              </w:rPr>
              <w:t xml:space="preserve"> </w:t>
            </w:r>
            <w:r w:rsidRPr="009647FC">
              <w:rPr>
                <w:rtl/>
              </w:rPr>
              <w:t>موسى</w:t>
            </w:r>
            <w:r>
              <w:rPr>
                <w:rtl/>
              </w:rPr>
              <w:t xml:space="preserve"> </w:t>
            </w:r>
            <w:r w:rsidRPr="009647FC">
              <w:rPr>
                <w:rtl/>
              </w:rPr>
              <w:t>ولكنّما</w:t>
            </w:r>
            <w:r>
              <w:rPr>
                <w:rtl/>
              </w:rPr>
              <w:t xml:space="preserve"> </w:t>
            </w:r>
            <w:r w:rsidRPr="009647FC">
              <w:rPr>
                <w:rtl/>
              </w:rPr>
              <w:t>بها</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قد</w:t>
            </w:r>
            <w:r>
              <w:rPr>
                <w:rtl/>
              </w:rPr>
              <w:t xml:space="preserve"> </w:t>
            </w:r>
            <w:r w:rsidRPr="009647FC">
              <w:rPr>
                <w:rtl/>
              </w:rPr>
              <w:t>التقفا</w:t>
            </w:r>
            <w:r>
              <w:rPr>
                <w:rtl/>
              </w:rPr>
              <w:t xml:space="preserve"> </w:t>
            </w:r>
            <w:r w:rsidRPr="009647FC">
              <w:rPr>
                <w:rtl/>
              </w:rPr>
              <w:t>سحر</w:t>
            </w:r>
            <w:r>
              <w:rPr>
                <w:rtl/>
              </w:rPr>
              <w:t xml:space="preserve"> </w:t>
            </w:r>
            <w:r w:rsidRPr="009647FC">
              <w:rPr>
                <w:rtl/>
              </w:rPr>
              <w:t>القريض</w:t>
            </w:r>
            <w:r>
              <w:rPr>
                <w:rtl/>
              </w:rPr>
              <w:t xml:space="preserve"> </w:t>
            </w:r>
            <w:r w:rsidRPr="009647FC">
              <w:rPr>
                <w:rtl/>
              </w:rPr>
              <w:t>ونافثه</w:t>
            </w:r>
            <w:r w:rsidRPr="00524A24">
              <w:rPr>
                <w:rStyle w:val="libPoemTiniChar0"/>
                <w:rtl/>
              </w:rPr>
              <w:br/>
              <w:t> </w:t>
            </w:r>
          </w:p>
        </w:tc>
      </w:tr>
      <w:tr w:rsidR="00AE101C" w:rsidRPr="00524A24" w:rsidTr="00AE101C">
        <w:trPr>
          <w:trHeight w:val="350"/>
        </w:trPr>
        <w:tc>
          <w:tcPr>
            <w:tcW w:w="3902" w:type="dxa"/>
          </w:tcPr>
          <w:p w:rsidR="00AE101C" w:rsidRPr="00524A24" w:rsidRDefault="00AE101C" w:rsidP="00AE101C">
            <w:pPr>
              <w:pStyle w:val="libPoem"/>
            </w:pPr>
            <w:r w:rsidRPr="009647FC">
              <w:rPr>
                <w:rtl/>
              </w:rPr>
              <w:t>كفى</w:t>
            </w:r>
            <w:r w:rsidR="004C00A8">
              <w:rPr>
                <w:rtl/>
              </w:rPr>
              <w:t xml:space="preserve"> </w:t>
            </w:r>
            <w:r w:rsidRPr="009647FC">
              <w:rPr>
                <w:rtl/>
              </w:rPr>
              <w:t>إن</w:t>
            </w:r>
            <w:r w:rsidRPr="00B371C6">
              <w:rPr>
                <w:rtl/>
              </w:rPr>
              <w:t>ّ</w:t>
            </w:r>
            <w:r w:rsidRPr="009647FC">
              <w:rPr>
                <w:rtl/>
              </w:rPr>
              <w:t>ها</w:t>
            </w:r>
            <w:r>
              <w:rPr>
                <w:rtl/>
              </w:rPr>
              <w:t xml:space="preserve"> </w:t>
            </w:r>
            <w:r w:rsidRPr="009647FC">
              <w:rPr>
                <w:rtl/>
              </w:rPr>
              <w:t>في</w:t>
            </w:r>
            <w:r>
              <w:rPr>
                <w:rtl/>
              </w:rPr>
              <w:t xml:space="preserve"> </w:t>
            </w:r>
            <w:r w:rsidRPr="009647FC">
              <w:rPr>
                <w:rtl/>
              </w:rPr>
              <w:t>أمّ</w:t>
            </w:r>
            <w:r w:rsidRPr="00B371C6">
              <w:rPr>
                <w:rtl/>
              </w:rPr>
              <w:t>َ</w:t>
            </w:r>
            <w:r w:rsidRPr="009647FC">
              <w:rPr>
                <w:rtl/>
              </w:rPr>
              <w:t>ة</w:t>
            </w:r>
            <w:r>
              <w:rPr>
                <w:rtl/>
              </w:rPr>
              <w:t xml:space="preserve"> </w:t>
            </w:r>
            <w:r w:rsidRPr="009647FC">
              <w:rPr>
                <w:rtl/>
              </w:rPr>
              <w:t>الشعر</w:t>
            </w:r>
            <w:r>
              <w:rPr>
                <w:rtl/>
              </w:rPr>
              <w:t xml:space="preserve"> </w:t>
            </w:r>
            <w:r w:rsidRPr="009647FC">
              <w:rPr>
                <w:rtl/>
              </w:rPr>
              <w:t>قبلةٌ</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إليها</w:t>
            </w:r>
            <w:r>
              <w:rPr>
                <w:rtl/>
              </w:rPr>
              <w:t xml:space="preserve"> </w:t>
            </w:r>
            <w:r w:rsidRPr="009647FC">
              <w:rPr>
                <w:rtl/>
              </w:rPr>
              <w:t>قديمُ</w:t>
            </w:r>
            <w:r>
              <w:rPr>
                <w:rtl/>
              </w:rPr>
              <w:t xml:space="preserve"> </w:t>
            </w:r>
            <w:r w:rsidRPr="009647FC">
              <w:rPr>
                <w:rtl/>
              </w:rPr>
              <w:t>النظم</w:t>
            </w:r>
            <w:r>
              <w:rPr>
                <w:rtl/>
              </w:rPr>
              <w:t xml:space="preserve"> </w:t>
            </w:r>
            <w:r w:rsidRPr="009647FC">
              <w:rPr>
                <w:rtl/>
              </w:rPr>
              <w:t>صلّى</w:t>
            </w:r>
            <w:r>
              <w:rPr>
                <w:rtl/>
              </w:rPr>
              <w:t xml:space="preserve"> </w:t>
            </w:r>
            <w:r w:rsidRPr="009647FC">
              <w:rPr>
                <w:rtl/>
              </w:rPr>
              <w:t>وحادثه</w:t>
            </w:r>
            <w:r w:rsidRPr="00524A24">
              <w:rPr>
                <w:rStyle w:val="libPoemTiniChar0"/>
                <w:rtl/>
              </w:rPr>
              <w:br/>
              <w:t> </w:t>
            </w:r>
          </w:p>
        </w:tc>
      </w:tr>
    </w:tbl>
    <w:p w:rsidR="009647FC" w:rsidRPr="00524A24" w:rsidRDefault="009647FC" w:rsidP="004E7EC6">
      <w:pPr>
        <w:pStyle w:val="libNormal"/>
      </w:pPr>
      <w:r w:rsidRPr="004E7EC6">
        <w:rPr>
          <w:rtl/>
        </w:rPr>
        <w:t xml:space="preserve">وقال مقرظاً كتاب </w:t>
      </w:r>
      <w:r w:rsidR="00D769AB">
        <w:rPr>
          <w:rtl/>
        </w:rPr>
        <w:t>(</w:t>
      </w:r>
      <w:r w:rsidRPr="004E7EC6">
        <w:rPr>
          <w:rtl/>
        </w:rPr>
        <w:t>الروض الخميل في مدح آل جميل</w:t>
      </w:r>
      <w:r w:rsidR="00D769AB">
        <w:rPr>
          <w:rtl/>
        </w:rPr>
        <w:t>)</w:t>
      </w:r>
      <w:r w:rsidRPr="004E7EC6">
        <w:rPr>
          <w:rStyle w:val="libFootnotenumChar"/>
          <w:rtl/>
        </w:rPr>
        <w:t>(5)</w:t>
      </w:r>
      <w:r w:rsidR="00D769AB" w:rsidRPr="00AE101C">
        <w:rPr>
          <w:rtl/>
        </w:rPr>
        <w:t>:</w:t>
      </w:r>
    </w:p>
    <w:tbl>
      <w:tblPr>
        <w:tblStyle w:val="TableGrid"/>
        <w:bidiVisual/>
        <w:tblW w:w="4562" w:type="pct"/>
        <w:tblInd w:w="384" w:type="dxa"/>
        <w:tblLook w:val="04A0"/>
      </w:tblPr>
      <w:tblGrid>
        <w:gridCol w:w="3902"/>
        <w:gridCol w:w="301"/>
        <w:gridCol w:w="3884"/>
      </w:tblGrid>
      <w:tr w:rsidR="00AE101C" w:rsidRPr="00524A24" w:rsidTr="00AE101C">
        <w:trPr>
          <w:trHeight w:val="350"/>
        </w:trPr>
        <w:tc>
          <w:tcPr>
            <w:tcW w:w="3902" w:type="dxa"/>
          </w:tcPr>
          <w:p w:rsidR="00AE101C" w:rsidRPr="00524A24" w:rsidRDefault="00AE101C" w:rsidP="00AE101C">
            <w:pPr>
              <w:pStyle w:val="libPoem"/>
            </w:pPr>
            <w:r w:rsidRPr="009647FC">
              <w:rPr>
                <w:rtl/>
              </w:rPr>
              <w:t>هذا</w:t>
            </w:r>
            <w:r>
              <w:rPr>
                <w:rtl/>
              </w:rPr>
              <w:t xml:space="preserve"> </w:t>
            </w:r>
            <w:r w:rsidRPr="009647FC">
              <w:rPr>
                <w:rtl/>
              </w:rPr>
              <w:t>كتابٌ</w:t>
            </w:r>
            <w:r>
              <w:rPr>
                <w:rtl/>
              </w:rPr>
              <w:t xml:space="preserve"> </w:t>
            </w:r>
            <w:r w:rsidRPr="009647FC">
              <w:rPr>
                <w:rtl/>
              </w:rPr>
              <w:t>أم</w:t>
            </w:r>
            <w:r>
              <w:rPr>
                <w:rtl/>
              </w:rPr>
              <w:t xml:space="preserve"> </w:t>
            </w:r>
            <w:r w:rsidRPr="009647FC">
              <w:rPr>
                <w:rtl/>
              </w:rPr>
              <w:t>حديقة</w:t>
            </w:r>
            <w:r>
              <w:rPr>
                <w:rtl/>
              </w:rPr>
              <w:t xml:space="preserve"> </w:t>
            </w:r>
            <w:r w:rsidRPr="009647FC">
              <w:rPr>
                <w:rtl/>
              </w:rPr>
              <w:t>روضةٍ</w:t>
            </w:r>
            <w:r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AE101C" w:rsidP="00AE101C">
            <w:pPr>
              <w:pStyle w:val="libPoem"/>
            </w:pPr>
            <w:r w:rsidRPr="009647FC">
              <w:rPr>
                <w:rtl/>
              </w:rPr>
              <w:t>تتنزّ</w:t>
            </w:r>
            <w:r>
              <w:rPr>
                <w:rtl/>
              </w:rPr>
              <w:t>َ</w:t>
            </w:r>
            <w:r w:rsidRPr="009647FC">
              <w:rPr>
                <w:rtl/>
              </w:rPr>
              <w:t>ه</w:t>
            </w:r>
            <w:r w:rsidR="004C00A8">
              <w:rPr>
                <w:rtl/>
              </w:rPr>
              <w:t xml:space="preserve"> </w:t>
            </w:r>
            <w:r w:rsidRPr="009647FC">
              <w:rPr>
                <w:rtl/>
              </w:rPr>
              <w:t>الأحداقُ</w:t>
            </w:r>
            <w:r>
              <w:rPr>
                <w:rtl/>
              </w:rPr>
              <w:t xml:space="preserve"> </w:t>
            </w:r>
            <w:r w:rsidRPr="009647FC">
              <w:rPr>
                <w:rtl/>
              </w:rPr>
              <w:t>في</w:t>
            </w:r>
            <w:r>
              <w:rPr>
                <w:rtl/>
              </w:rPr>
              <w:t xml:space="preserve"> </w:t>
            </w:r>
            <w:r w:rsidRPr="009647FC">
              <w:rPr>
                <w:rtl/>
              </w:rPr>
              <w:t>أورادها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الحديدة الضخمة الواسعة</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ديوان الفاروقي</w:t>
      </w:r>
      <w:r w:rsidR="00D769AB">
        <w:rPr>
          <w:rtl/>
        </w:rPr>
        <w:t>:</w:t>
      </w:r>
      <w:r w:rsidRPr="009647FC">
        <w:rPr>
          <w:rtl/>
        </w:rPr>
        <w:t xml:space="preserve"> افرنده</w:t>
      </w:r>
      <w:r w:rsidR="00D769AB">
        <w:rPr>
          <w:rtl/>
        </w:rPr>
        <w:t>،</w:t>
      </w:r>
      <w:r w:rsidRPr="009647FC">
        <w:rPr>
          <w:rtl/>
        </w:rPr>
        <w:t xml:space="preserve"> وفي المطبوع</w:t>
      </w:r>
      <w:r w:rsidR="00D769AB">
        <w:rPr>
          <w:rtl/>
        </w:rPr>
        <w:t>:</w:t>
      </w:r>
      <w:r w:rsidRPr="009647FC">
        <w:rPr>
          <w:rtl/>
        </w:rPr>
        <w:t xml:space="preserve"> فريده وهو غلط</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في مخطوطة الملاّ</w:t>
      </w:r>
      <w:r w:rsidR="00D769AB">
        <w:rPr>
          <w:rtl/>
        </w:rPr>
        <w:t>:</w:t>
      </w:r>
      <w:r w:rsidRPr="009647FC">
        <w:rPr>
          <w:rtl/>
        </w:rPr>
        <w:t xml:space="preserve"> فهي عادت من نوره كعصا موسى</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لم تثبت هذه القطعة في الديوان المطبوع</w:t>
      </w:r>
      <w:r w:rsidR="00D769AB">
        <w:rPr>
          <w:rtl/>
        </w:rPr>
        <w:t>،</w:t>
      </w:r>
      <w:r w:rsidRPr="009647FC">
        <w:rPr>
          <w:rtl/>
        </w:rPr>
        <w:t xml:space="preserve"> ولكنّها مثبتة في العقد المفصل 1 / 242</w:t>
      </w:r>
      <w:r w:rsidR="004E7EC6">
        <w:rPr>
          <w:rtl/>
        </w:rPr>
        <w:t xml:space="preserve"> - </w:t>
      </w:r>
      <w:r w:rsidRPr="009647FC">
        <w:rPr>
          <w:rtl/>
        </w:rPr>
        <w:t>تأليف صاحب الديوان</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آل جميل</w:t>
      </w:r>
      <w:r w:rsidR="00D769AB">
        <w:rPr>
          <w:rtl/>
        </w:rPr>
        <w:t>:</w:t>
      </w:r>
      <w:r w:rsidRPr="009647FC">
        <w:rPr>
          <w:rtl/>
        </w:rPr>
        <w:t xml:space="preserve"> أسرة جليلة معروفة في العراق</w:t>
      </w:r>
      <w:r w:rsidR="00D769AB">
        <w:rPr>
          <w:rtl/>
        </w:rPr>
        <w:t>،</w:t>
      </w:r>
      <w:r w:rsidRPr="009647FC">
        <w:rPr>
          <w:rtl/>
        </w:rPr>
        <w:t xml:space="preserve"> نبغ منهم فريق من الشعراء والعلماء والأعيان</w:t>
      </w:r>
      <w:r w:rsidR="00D769AB">
        <w:rPr>
          <w:rtl/>
        </w:rPr>
        <w:t>،</w:t>
      </w:r>
      <w:r w:rsidRPr="009647FC">
        <w:rPr>
          <w:rtl/>
        </w:rPr>
        <w:t xml:space="preserve"> وجدّهم</w:t>
      </w:r>
      <w:r w:rsidR="00D769AB">
        <w:rPr>
          <w:rtl/>
        </w:rPr>
        <w:t>:</w:t>
      </w:r>
      <w:r w:rsidRPr="009647FC">
        <w:rPr>
          <w:rtl/>
        </w:rPr>
        <w:t xml:space="preserve"> محمد جميل بن عبد الجليل</w:t>
      </w:r>
      <w:r w:rsidR="00D769AB">
        <w:rPr>
          <w:rtl/>
        </w:rPr>
        <w:t>،</w:t>
      </w:r>
      <w:r w:rsidRPr="009647FC">
        <w:rPr>
          <w:rtl/>
        </w:rPr>
        <w:t xml:space="preserve"> وأولاده عبد الغني وإخوته</w:t>
      </w:r>
      <w:r w:rsidR="00D769AB">
        <w:rPr>
          <w:rtl/>
        </w:rPr>
        <w:t>.</w:t>
      </w:r>
      <w:r w:rsidRPr="009647FC">
        <w:rPr>
          <w:rtl/>
        </w:rPr>
        <w:t xml:space="preserve"> هاجر من الشام إلى بغداد</w:t>
      </w:r>
      <w:r w:rsidR="00D769AB">
        <w:rPr>
          <w:rtl/>
        </w:rPr>
        <w:t>،</w:t>
      </w:r>
      <w:r w:rsidRPr="009647FC">
        <w:rPr>
          <w:rtl/>
        </w:rPr>
        <w:t xml:space="preserve"> وأشهر منْ نبغ منهم عبد الغني فقد حاز على جلالة ورفعة ومكانة سامية بين أعلام العراق وحكّامه</w:t>
      </w:r>
      <w:r w:rsidR="00D769AB">
        <w:rPr>
          <w:rtl/>
        </w:rPr>
        <w:t>.</w:t>
      </w:r>
      <w:r w:rsidRPr="009647FC">
        <w:rPr>
          <w:rtl/>
        </w:rPr>
        <w:t xml:space="preserve"> وقد ألّف السيد عبد اللّه بن أبي الثناء الآلوسي هذا الكتاب </w:t>
      </w:r>
      <w:r w:rsidR="00D769AB">
        <w:rPr>
          <w:rtl/>
        </w:rPr>
        <w:t>(</w:t>
      </w:r>
      <w:r w:rsidRPr="009647FC">
        <w:rPr>
          <w:rtl/>
        </w:rPr>
        <w:t>الروض الخميل في مدائح آل جميل</w:t>
      </w:r>
      <w:r w:rsidR="00D769AB">
        <w:rPr>
          <w:rtl/>
        </w:rPr>
        <w:t>)</w:t>
      </w:r>
      <w:r w:rsidRPr="009647FC">
        <w:rPr>
          <w:rtl/>
        </w:rPr>
        <w:t xml:space="preserve"> توجد منه نسخة عند المؤرّخ عباس العزاوي</w:t>
      </w:r>
      <w:r w:rsidR="00D769AB">
        <w:rPr>
          <w:rtl/>
        </w:rPr>
        <w:t>،</w:t>
      </w:r>
      <w:r w:rsidRPr="009647FC">
        <w:rPr>
          <w:rtl/>
        </w:rPr>
        <w:t xml:space="preserve"> وقد نشر العزاوي مجموعة عبد الغفار الأخرس في عبد الغني جميل</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EF5753" w:rsidRPr="00524A24" w:rsidTr="00EF5753">
        <w:trPr>
          <w:trHeight w:val="350"/>
        </w:trPr>
        <w:tc>
          <w:tcPr>
            <w:tcW w:w="3902" w:type="dxa"/>
          </w:tcPr>
          <w:p w:rsidR="00EF5753" w:rsidRPr="00524A24" w:rsidRDefault="00EF5753" w:rsidP="00844673">
            <w:pPr>
              <w:pStyle w:val="libPoem"/>
            </w:pPr>
            <w:r w:rsidRPr="009647FC">
              <w:rPr>
                <w:rtl/>
              </w:rPr>
              <w:lastRenderedPageBreak/>
              <w:t>وتودُّ</w:t>
            </w:r>
            <w:r w:rsidR="004C00A8">
              <w:rPr>
                <w:rtl/>
              </w:rPr>
              <w:t xml:space="preserve"> </w:t>
            </w:r>
            <w:r w:rsidRPr="009647FC">
              <w:rPr>
                <w:rtl/>
              </w:rPr>
              <w:t>لو</w:t>
            </w:r>
            <w:r>
              <w:rPr>
                <w:rtl/>
              </w:rPr>
              <w:t xml:space="preserve"> </w:t>
            </w:r>
            <w:r w:rsidRPr="009647FC">
              <w:rPr>
                <w:rtl/>
              </w:rPr>
              <w:t>شرت</w:t>
            </w:r>
            <w:r w:rsidRPr="004E7EC6">
              <w:rPr>
                <w:rStyle w:val="libFootnotenumChar"/>
                <w:rtl/>
              </w:rPr>
              <w:t>(1)</w:t>
            </w:r>
            <w:r>
              <w:rPr>
                <w:rtl/>
              </w:rPr>
              <w:t xml:space="preserve"> </w:t>
            </w:r>
            <w:r w:rsidRPr="009647FC">
              <w:rPr>
                <w:rtl/>
              </w:rPr>
              <w:t>العيون</w:t>
            </w:r>
            <w:r>
              <w:rPr>
                <w:rtl/>
              </w:rPr>
              <w:t xml:space="preserve"> </w:t>
            </w:r>
            <w:r w:rsidRPr="009647FC">
              <w:rPr>
                <w:rtl/>
              </w:rPr>
              <w:t>بياضه</w:t>
            </w:r>
            <w:r w:rsidRPr="00524A24">
              <w:rPr>
                <w:rStyle w:val="libPoemTiniChar0"/>
                <w:rtl/>
              </w:rPr>
              <w:br/>
              <w:t> </w:t>
            </w:r>
          </w:p>
        </w:tc>
        <w:tc>
          <w:tcPr>
            <w:tcW w:w="301" w:type="dxa"/>
          </w:tcPr>
          <w:p w:rsidR="00EF5753" w:rsidRPr="00524A24" w:rsidRDefault="00EF5753" w:rsidP="00844673">
            <w:pPr>
              <w:pStyle w:val="libPoem"/>
              <w:rPr>
                <w:rtl/>
              </w:rPr>
            </w:pPr>
          </w:p>
        </w:tc>
        <w:tc>
          <w:tcPr>
            <w:tcW w:w="3884" w:type="dxa"/>
          </w:tcPr>
          <w:p w:rsidR="00EF5753" w:rsidRPr="00524A24" w:rsidRDefault="00EF5753" w:rsidP="00844673">
            <w:pPr>
              <w:pStyle w:val="libPoem"/>
            </w:pPr>
            <w:r w:rsidRPr="009647FC">
              <w:rPr>
                <w:rtl/>
              </w:rPr>
              <w:t>وسواد</w:t>
            </w:r>
            <w:r>
              <w:rPr>
                <w:rtl/>
              </w:rPr>
              <w:t>َ</w:t>
            </w:r>
            <w:r w:rsidRPr="009647FC">
              <w:rPr>
                <w:rtl/>
              </w:rPr>
              <w:t>ه</w:t>
            </w:r>
            <w:r w:rsidR="004C00A8">
              <w:rPr>
                <w:rtl/>
              </w:rPr>
              <w:t xml:space="preserve"> </w:t>
            </w:r>
            <w:r w:rsidRPr="009647FC">
              <w:rPr>
                <w:rtl/>
              </w:rPr>
              <w:t>ببياضها</w:t>
            </w:r>
            <w:r>
              <w:rPr>
                <w:rtl/>
              </w:rPr>
              <w:t xml:space="preserve"> </w:t>
            </w:r>
            <w:r w:rsidRPr="009647FC">
              <w:rPr>
                <w:rtl/>
              </w:rPr>
              <w:t>وسوادها</w:t>
            </w:r>
            <w:r w:rsidRPr="00524A24">
              <w:rPr>
                <w:rStyle w:val="libPoemTiniChar0"/>
                <w:rtl/>
              </w:rPr>
              <w:br/>
              <w:t> </w:t>
            </w:r>
          </w:p>
        </w:tc>
      </w:tr>
      <w:tr w:rsidR="00EF5753" w:rsidRPr="00524A24" w:rsidTr="00EF5753">
        <w:trPr>
          <w:trHeight w:val="350"/>
        </w:trPr>
        <w:tc>
          <w:tcPr>
            <w:tcW w:w="3902" w:type="dxa"/>
          </w:tcPr>
          <w:p w:rsidR="00EF5753" w:rsidRPr="00524A24" w:rsidRDefault="00EF5753" w:rsidP="00844673">
            <w:pPr>
              <w:pStyle w:val="libPoem"/>
            </w:pPr>
            <w:r w:rsidRPr="009647FC">
              <w:rPr>
                <w:rtl/>
              </w:rPr>
              <w:t>نظمت</w:t>
            </w:r>
            <w:r>
              <w:rPr>
                <w:rtl/>
              </w:rPr>
              <w:t xml:space="preserve"> </w:t>
            </w:r>
            <w:r w:rsidRPr="009647FC">
              <w:rPr>
                <w:rtl/>
              </w:rPr>
              <w:t>به</w:t>
            </w:r>
            <w:r>
              <w:rPr>
                <w:rtl/>
              </w:rPr>
              <w:t xml:space="preserve"> </w:t>
            </w:r>
            <w:r w:rsidRPr="009647FC">
              <w:rPr>
                <w:rtl/>
              </w:rPr>
              <w:t>غرر</w:t>
            </w:r>
            <w:r>
              <w:rPr>
                <w:rtl/>
              </w:rPr>
              <w:t xml:space="preserve"> </w:t>
            </w:r>
            <w:r w:rsidRPr="009647FC">
              <w:rPr>
                <w:rtl/>
              </w:rPr>
              <w:t>الكلام</w:t>
            </w:r>
            <w:r>
              <w:rPr>
                <w:rtl/>
              </w:rPr>
              <w:t xml:space="preserve"> </w:t>
            </w:r>
            <w:r w:rsidRPr="009647FC">
              <w:rPr>
                <w:rtl/>
              </w:rPr>
              <w:t>مصاقعٌ</w:t>
            </w:r>
            <w:r w:rsidRPr="004E7EC6">
              <w:rPr>
                <w:rStyle w:val="libFootnotenumChar"/>
                <w:rtl/>
              </w:rPr>
              <w:t>(2)</w:t>
            </w:r>
            <w:r w:rsidRPr="00524A24">
              <w:rPr>
                <w:rStyle w:val="libPoemTiniChar0"/>
                <w:rtl/>
              </w:rPr>
              <w:br/>
              <w:t> </w:t>
            </w:r>
          </w:p>
        </w:tc>
        <w:tc>
          <w:tcPr>
            <w:tcW w:w="301" w:type="dxa"/>
          </w:tcPr>
          <w:p w:rsidR="00EF5753" w:rsidRPr="00524A24" w:rsidRDefault="00EF5753" w:rsidP="00844673">
            <w:pPr>
              <w:pStyle w:val="libPoem"/>
              <w:rPr>
                <w:rtl/>
              </w:rPr>
            </w:pPr>
          </w:p>
        </w:tc>
        <w:tc>
          <w:tcPr>
            <w:tcW w:w="3884" w:type="dxa"/>
          </w:tcPr>
          <w:p w:rsidR="00EF5753" w:rsidRPr="00524A24" w:rsidRDefault="00EF5753" w:rsidP="00844673">
            <w:pPr>
              <w:pStyle w:val="libPoem"/>
            </w:pPr>
            <w:r w:rsidRPr="009647FC">
              <w:rPr>
                <w:rtl/>
              </w:rPr>
              <w:t>روحُ</w:t>
            </w:r>
            <w:r>
              <w:rPr>
                <w:rtl/>
              </w:rPr>
              <w:t xml:space="preserve"> </w:t>
            </w:r>
            <w:r w:rsidRPr="009647FC">
              <w:rPr>
                <w:rtl/>
              </w:rPr>
              <w:t>الفصاحة</w:t>
            </w:r>
            <w:r>
              <w:rPr>
                <w:rtl/>
              </w:rPr>
              <w:t xml:space="preserve"> </w:t>
            </w:r>
            <w:r w:rsidRPr="009647FC">
              <w:rPr>
                <w:rtl/>
              </w:rPr>
              <w:t>قام</w:t>
            </w:r>
            <w:r>
              <w:rPr>
                <w:rtl/>
              </w:rPr>
              <w:t xml:space="preserve"> </w:t>
            </w:r>
            <w:r w:rsidRPr="009647FC">
              <w:rPr>
                <w:rtl/>
              </w:rPr>
              <w:t>في</w:t>
            </w:r>
            <w:r>
              <w:rPr>
                <w:rtl/>
              </w:rPr>
              <w:t xml:space="preserve"> </w:t>
            </w:r>
            <w:r w:rsidRPr="009647FC">
              <w:rPr>
                <w:rtl/>
              </w:rPr>
              <w:t>أجسادها</w:t>
            </w:r>
            <w:r w:rsidRPr="00524A24">
              <w:rPr>
                <w:rStyle w:val="libPoemTiniChar0"/>
                <w:rtl/>
              </w:rPr>
              <w:br/>
              <w:t> </w:t>
            </w:r>
          </w:p>
        </w:tc>
      </w:tr>
      <w:tr w:rsidR="00EF5753" w:rsidRPr="00524A24" w:rsidTr="00EF5753">
        <w:trPr>
          <w:trHeight w:val="350"/>
        </w:trPr>
        <w:tc>
          <w:tcPr>
            <w:tcW w:w="3902" w:type="dxa"/>
          </w:tcPr>
          <w:p w:rsidR="00EF5753" w:rsidRPr="00524A24" w:rsidRDefault="00EF5753" w:rsidP="00844673">
            <w:pPr>
              <w:pStyle w:val="libPoem"/>
            </w:pPr>
            <w:r w:rsidRPr="009647FC">
              <w:rPr>
                <w:rtl/>
              </w:rPr>
              <w:t>غرراً</w:t>
            </w:r>
            <w:r>
              <w:rPr>
                <w:rtl/>
              </w:rPr>
              <w:t xml:space="preserve"> </w:t>
            </w:r>
            <w:r w:rsidRPr="009647FC">
              <w:rPr>
                <w:rtl/>
              </w:rPr>
              <w:t>بدت</w:t>
            </w:r>
            <w:r>
              <w:rPr>
                <w:rtl/>
              </w:rPr>
              <w:t xml:space="preserve"> </w:t>
            </w:r>
            <w:r w:rsidRPr="009647FC">
              <w:rPr>
                <w:rtl/>
              </w:rPr>
              <w:t>كالشهب</w:t>
            </w:r>
            <w:r w:rsidRPr="004E7EC6">
              <w:rPr>
                <w:rStyle w:val="libFootnotenumChar"/>
                <w:rtl/>
              </w:rPr>
              <w:t>(3)</w:t>
            </w:r>
            <w:r>
              <w:rPr>
                <w:rtl/>
              </w:rPr>
              <w:t xml:space="preserve"> </w:t>
            </w:r>
            <w:r w:rsidRPr="009647FC">
              <w:rPr>
                <w:rtl/>
              </w:rPr>
              <w:t>إلاّ</w:t>
            </w:r>
            <w:r>
              <w:rPr>
                <w:rtl/>
              </w:rPr>
              <w:t xml:space="preserve"> </w:t>
            </w:r>
            <w:r w:rsidRPr="009647FC">
              <w:rPr>
                <w:rtl/>
              </w:rPr>
              <w:t>أنّها</w:t>
            </w:r>
            <w:r w:rsidRPr="00524A24">
              <w:rPr>
                <w:rStyle w:val="libPoemTiniChar0"/>
                <w:rtl/>
              </w:rPr>
              <w:br/>
              <w:t> </w:t>
            </w:r>
          </w:p>
        </w:tc>
        <w:tc>
          <w:tcPr>
            <w:tcW w:w="301" w:type="dxa"/>
          </w:tcPr>
          <w:p w:rsidR="00EF5753" w:rsidRPr="00524A24" w:rsidRDefault="00EF5753" w:rsidP="00844673">
            <w:pPr>
              <w:pStyle w:val="libPoem"/>
              <w:rPr>
                <w:rtl/>
              </w:rPr>
            </w:pPr>
          </w:p>
        </w:tc>
        <w:tc>
          <w:tcPr>
            <w:tcW w:w="3884" w:type="dxa"/>
          </w:tcPr>
          <w:p w:rsidR="00EF5753" w:rsidRPr="00524A24" w:rsidRDefault="00EF5753" w:rsidP="00844673">
            <w:pPr>
              <w:pStyle w:val="libPoem"/>
            </w:pPr>
            <w:r w:rsidRPr="009647FC">
              <w:rPr>
                <w:rtl/>
              </w:rPr>
              <w:t>بزغت</w:t>
            </w:r>
            <w:r>
              <w:rPr>
                <w:rtl/>
              </w:rPr>
              <w:t xml:space="preserve"> </w:t>
            </w:r>
            <w:r w:rsidRPr="009647FC">
              <w:rPr>
                <w:rtl/>
              </w:rPr>
              <w:t>بليلٍ</w:t>
            </w:r>
            <w:r>
              <w:rPr>
                <w:rtl/>
              </w:rPr>
              <w:t xml:space="preserve"> </w:t>
            </w:r>
            <w:r w:rsidRPr="009647FC">
              <w:rPr>
                <w:rtl/>
              </w:rPr>
              <w:t>من</w:t>
            </w:r>
            <w:r>
              <w:rPr>
                <w:rtl/>
              </w:rPr>
              <w:t xml:space="preserve"> </w:t>
            </w:r>
            <w:r w:rsidRPr="009647FC">
              <w:rPr>
                <w:rtl/>
              </w:rPr>
              <w:t>سواد</w:t>
            </w:r>
            <w:r>
              <w:rPr>
                <w:rtl/>
              </w:rPr>
              <w:t xml:space="preserve"> </w:t>
            </w:r>
            <w:r w:rsidRPr="009647FC">
              <w:rPr>
                <w:rtl/>
              </w:rPr>
              <w:t>مدادها</w:t>
            </w:r>
            <w:r w:rsidRPr="00524A24">
              <w:rPr>
                <w:rStyle w:val="libPoemTiniChar0"/>
                <w:rtl/>
              </w:rPr>
              <w:br/>
              <w:t> </w:t>
            </w:r>
          </w:p>
        </w:tc>
      </w:tr>
      <w:tr w:rsidR="00EF5753" w:rsidRPr="00524A24" w:rsidTr="00EF5753">
        <w:trPr>
          <w:trHeight w:val="350"/>
        </w:trPr>
        <w:tc>
          <w:tcPr>
            <w:tcW w:w="3902" w:type="dxa"/>
          </w:tcPr>
          <w:p w:rsidR="00EF5753" w:rsidRPr="00524A24" w:rsidRDefault="00EF5753" w:rsidP="00844673">
            <w:pPr>
              <w:pStyle w:val="libPoem"/>
            </w:pPr>
            <w:r w:rsidRPr="009647FC">
              <w:rPr>
                <w:rtl/>
              </w:rPr>
              <w:t>لو</w:t>
            </w:r>
            <w:r>
              <w:rPr>
                <w:rtl/>
              </w:rPr>
              <w:t xml:space="preserve"> </w:t>
            </w:r>
            <w:r w:rsidRPr="009647FC">
              <w:rPr>
                <w:rtl/>
              </w:rPr>
              <w:t>شنّ</w:t>
            </w:r>
            <w:r>
              <w:rPr>
                <w:rtl/>
              </w:rPr>
              <w:t>َ</w:t>
            </w:r>
            <w:r w:rsidRPr="009647FC">
              <w:rPr>
                <w:rtl/>
              </w:rPr>
              <w:t>ف</w:t>
            </w:r>
            <w:r>
              <w:rPr>
                <w:rtl/>
              </w:rPr>
              <w:t xml:space="preserve"> </w:t>
            </w:r>
            <w:r w:rsidRPr="009647FC">
              <w:rPr>
                <w:rtl/>
              </w:rPr>
              <w:t>الشادي</w:t>
            </w:r>
            <w:r>
              <w:rPr>
                <w:rtl/>
              </w:rPr>
              <w:t xml:space="preserve"> </w:t>
            </w:r>
            <w:r w:rsidRPr="009647FC">
              <w:rPr>
                <w:rtl/>
              </w:rPr>
              <w:t>الح</w:t>
            </w:r>
            <w:r>
              <w:rPr>
                <w:rtl/>
              </w:rPr>
              <w:t>َ</w:t>
            </w:r>
            <w:r w:rsidRPr="009647FC">
              <w:rPr>
                <w:rtl/>
              </w:rPr>
              <w:t>مام</w:t>
            </w:r>
            <w:r>
              <w:rPr>
                <w:rtl/>
              </w:rPr>
              <w:t xml:space="preserve"> </w:t>
            </w:r>
            <w:r w:rsidRPr="009647FC">
              <w:rPr>
                <w:rtl/>
              </w:rPr>
              <w:t>بها</w:t>
            </w:r>
            <w:r>
              <w:rPr>
                <w:rtl/>
              </w:rPr>
              <w:t xml:space="preserve"> </w:t>
            </w:r>
            <w:r w:rsidRPr="009647FC">
              <w:rPr>
                <w:rtl/>
              </w:rPr>
              <w:t>إذن</w:t>
            </w:r>
            <w:r w:rsidRPr="00524A24">
              <w:rPr>
                <w:rStyle w:val="libPoemTiniChar0"/>
                <w:rtl/>
              </w:rPr>
              <w:br/>
              <w:t> </w:t>
            </w:r>
          </w:p>
        </w:tc>
        <w:tc>
          <w:tcPr>
            <w:tcW w:w="301" w:type="dxa"/>
          </w:tcPr>
          <w:p w:rsidR="00EF5753" w:rsidRPr="00524A24" w:rsidRDefault="00EF5753" w:rsidP="00844673">
            <w:pPr>
              <w:pStyle w:val="libPoem"/>
              <w:rPr>
                <w:rtl/>
              </w:rPr>
            </w:pPr>
          </w:p>
        </w:tc>
        <w:tc>
          <w:tcPr>
            <w:tcW w:w="3884" w:type="dxa"/>
          </w:tcPr>
          <w:p w:rsidR="00EF5753" w:rsidRPr="00524A24" w:rsidRDefault="00EF5753" w:rsidP="00844673">
            <w:pPr>
              <w:pStyle w:val="libPoem"/>
            </w:pPr>
            <w:r w:rsidRPr="009647FC">
              <w:rPr>
                <w:rtl/>
              </w:rPr>
              <w:t>خلعت</w:t>
            </w:r>
            <w:r>
              <w:rPr>
                <w:rtl/>
              </w:rPr>
              <w:t xml:space="preserve"> </w:t>
            </w:r>
            <w:r w:rsidRPr="009647FC">
              <w:rPr>
                <w:rtl/>
              </w:rPr>
              <w:t>له</w:t>
            </w:r>
            <w:r>
              <w:rPr>
                <w:rtl/>
              </w:rPr>
              <w:t xml:space="preserve"> </w:t>
            </w:r>
            <w:r w:rsidRPr="009647FC">
              <w:rPr>
                <w:rtl/>
              </w:rPr>
              <w:t>الأطواق</w:t>
            </w:r>
            <w:r>
              <w:rPr>
                <w:rtl/>
              </w:rPr>
              <w:t xml:space="preserve"> </w:t>
            </w:r>
            <w:r w:rsidRPr="009647FC">
              <w:rPr>
                <w:rtl/>
              </w:rPr>
              <w:t>من</w:t>
            </w:r>
            <w:r>
              <w:rPr>
                <w:rtl/>
              </w:rPr>
              <w:t xml:space="preserve"> </w:t>
            </w:r>
            <w:r w:rsidRPr="009647FC">
              <w:rPr>
                <w:rtl/>
              </w:rPr>
              <w:t>أجيادها</w:t>
            </w:r>
            <w:r w:rsidRPr="004E7EC6">
              <w:rPr>
                <w:rStyle w:val="libFootnotenumChar"/>
                <w:rtl/>
              </w:rPr>
              <w:t>(4)</w:t>
            </w:r>
            <w:r w:rsidRPr="00524A24">
              <w:rPr>
                <w:rStyle w:val="libPoemTiniChar0"/>
                <w:rtl/>
              </w:rPr>
              <w:br/>
              <w:t> </w:t>
            </w:r>
          </w:p>
        </w:tc>
      </w:tr>
      <w:tr w:rsidR="00EF5753" w:rsidRPr="00524A24" w:rsidTr="00EF5753">
        <w:trPr>
          <w:trHeight w:val="350"/>
        </w:trPr>
        <w:tc>
          <w:tcPr>
            <w:tcW w:w="3902" w:type="dxa"/>
          </w:tcPr>
          <w:p w:rsidR="00EF5753" w:rsidRPr="00524A24" w:rsidRDefault="00EF5753" w:rsidP="00844673">
            <w:pPr>
              <w:pStyle w:val="libPoem"/>
            </w:pPr>
            <w:r w:rsidRPr="009647FC">
              <w:rPr>
                <w:rtl/>
              </w:rPr>
              <w:t>يهوى</w:t>
            </w:r>
            <w:r>
              <w:rPr>
                <w:rtl/>
              </w:rPr>
              <w:t xml:space="preserve"> </w:t>
            </w:r>
            <w:r w:rsidRPr="009647FC">
              <w:rPr>
                <w:rtl/>
              </w:rPr>
              <w:t>فؤادُ</w:t>
            </w:r>
            <w:r>
              <w:rPr>
                <w:rtl/>
              </w:rPr>
              <w:t xml:space="preserve"> </w:t>
            </w:r>
            <w:r w:rsidRPr="009647FC">
              <w:rPr>
                <w:rtl/>
              </w:rPr>
              <w:t>المرء</w:t>
            </w:r>
            <w:r>
              <w:rPr>
                <w:rtl/>
              </w:rPr>
              <w:t xml:space="preserve"> </w:t>
            </w:r>
            <w:r w:rsidRPr="009647FC">
              <w:rPr>
                <w:rtl/>
              </w:rPr>
              <w:t>يغدو</w:t>
            </w:r>
            <w:r>
              <w:rPr>
                <w:rtl/>
              </w:rPr>
              <w:t xml:space="preserve"> </w:t>
            </w:r>
            <w:r w:rsidRPr="009647FC">
              <w:rPr>
                <w:rtl/>
              </w:rPr>
              <w:t>مسمعا</w:t>
            </w:r>
            <w:r w:rsidRPr="00524A24">
              <w:rPr>
                <w:rStyle w:val="libPoemTiniChar0"/>
                <w:rtl/>
              </w:rPr>
              <w:br/>
              <w:t> </w:t>
            </w:r>
          </w:p>
        </w:tc>
        <w:tc>
          <w:tcPr>
            <w:tcW w:w="301" w:type="dxa"/>
          </w:tcPr>
          <w:p w:rsidR="00EF5753" w:rsidRPr="00524A24" w:rsidRDefault="00EF5753" w:rsidP="00844673">
            <w:pPr>
              <w:pStyle w:val="libPoem"/>
              <w:rPr>
                <w:rtl/>
              </w:rPr>
            </w:pPr>
          </w:p>
        </w:tc>
        <w:tc>
          <w:tcPr>
            <w:tcW w:w="3884" w:type="dxa"/>
          </w:tcPr>
          <w:p w:rsidR="00EF5753" w:rsidRPr="00524A24" w:rsidRDefault="00EF5753" w:rsidP="00844673">
            <w:pPr>
              <w:pStyle w:val="libPoem"/>
            </w:pPr>
            <w:r w:rsidRPr="009647FC">
              <w:rPr>
                <w:rtl/>
              </w:rPr>
              <w:t>ليحوز</w:t>
            </w:r>
            <w:r w:rsidR="004C00A8">
              <w:rPr>
                <w:rtl/>
              </w:rPr>
              <w:t xml:space="preserve"> </w:t>
            </w:r>
            <w:r w:rsidRPr="009647FC">
              <w:rPr>
                <w:rtl/>
              </w:rPr>
              <w:t>حظّ</w:t>
            </w:r>
            <w:r>
              <w:rPr>
                <w:rtl/>
              </w:rPr>
              <w:t xml:space="preserve">َ </w:t>
            </w:r>
            <w:r w:rsidRPr="009647FC">
              <w:rPr>
                <w:rtl/>
              </w:rPr>
              <w:t>السمع</w:t>
            </w:r>
            <w:r>
              <w:rPr>
                <w:rtl/>
              </w:rPr>
              <w:t xml:space="preserve"> </w:t>
            </w:r>
            <w:r w:rsidRPr="009647FC">
              <w:rPr>
                <w:rtl/>
              </w:rPr>
              <w:t>من</w:t>
            </w:r>
            <w:r>
              <w:rPr>
                <w:rtl/>
              </w:rPr>
              <w:t xml:space="preserve"> </w:t>
            </w:r>
            <w:r w:rsidRPr="009647FC">
              <w:rPr>
                <w:rtl/>
              </w:rPr>
              <w:t>إنشادها</w:t>
            </w:r>
            <w:r w:rsidRPr="00524A24">
              <w:rPr>
                <w:rStyle w:val="libPoemTiniChar0"/>
                <w:rtl/>
              </w:rPr>
              <w:br/>
              <w:t> </w:t>
            </w:r>
          </w:p>
        </w:tc>
      </w:tr>
      <w:tr w:rsidR="00EF5753" w:rsidRPr="00524A24" w:rsidTr="00EF5753">
        <w:trPr>
          <w:trHeight w:val="350"/>
        </w:trPr>
        <w:tc>
          <w:tcPr>
            <w:tcW w:w="3902" w:type="dxa"/>
          </w:tcPr>
          <w:p w:rsidR="00EF5753" w:rsidRPr="00524A24" w:rsidRDefault="00EF5753" w:rsidP="00844673">
            <w:pPr>
              <w:pStyle w:val="libPoem"/>
            </w:pPr>
            <w:r w:rsidRPr="009647FC">
              <w:rPr>
                <w:rtl/>
              </w:rPr>
              <w:t>لفظٌ</w:t>
            </w:r>
            <w:r>
              <w:rPr>
                <w:rtl/>
              </w:rPr>
              <w:t xml:space="preserve"> </w:t>
            </w:r>
            <w:r w:rsidRPr="009647FC">
              <w:rPr>
                <w:rtl/>
              </w:rPr>
              <w:t>أرقُّ</w:t>
            </w:r>
            <w:r>
              <w:rPr>
                <w:rtl/>
              </w:rPr>
              <w:t xml:space="preserve"> </w:t>
            </w:r>
            <w:r w:rsidRPr="009647FC">
              <w:rPr>
                <w:rtl/>
              </w:rPr>
              <w:t>من</w:t>
            </w:r>
            <w:r>
              <w:rPr>
                <w:rtl/>
              </w:rPr>
              <w:t xml:space="preserve"> </w:t>
            </w:r>
            <w:r w:rsidRPr="009647FC">
              <w:rPr>
                <w:rtl/>
              </w:rPr>
              <w:t>الص</w:t>
            </w:r>
            <w:r>
              <w:rPr>
                <w:rtl/>
              </w:rPr>
              <w:t>َ</w:t>
            </w:r>
            <w:r w:rsidRPr="009647FC">
              <w:rPr>
                <w:rtl/>
              </w:rPr>
              <w:t>با</w:t>
            </w:r>
            <w:r>
              <w:rPr>
                <w:rtl/>
              </w:rPr>
              <w:t xml:space="preserve"> </w:t>
            </w:r>
            <w:r w:rsidRPr="009647FC">
              <w:rPr>
                <w:rtl/>
              </w:rPr>
              <w:t>وفخامة</w:t>
            </w:r>
            <w:r w:rsidRPr="00524A24">
              <w:rPr>
                <w:rStyle w:val="libPoemTiniChar0"/>
                <w:rtl/>
              </w:rPr>
              <w:br/>
              <w:t> </w:t>
            </w:r>
          </w:p>
        </w:tc>
        <w:tc>
          <w:tcPr>
            <w:tcW w:w="301" w:type="dxa"/>
          </w:tcPr>
          <w:p w:rsidR="00EF5753" w:rsidRPr="00524A24" w:rsidRDefault="00EF5753" w:rsidP="00844673">
            <w:pPr>
              <w:pStyle w:val="libPoem"/>
              <w:rPr>
                <w:rtl/>
              </w:rPr>
            </w:pPr>
          </w:p>
        </w:tc>
        <w:tc>
          <w:tcPr>
            <w:tcW w:w="3884" w:type="dxa"/>
          </w:tcPr>
          <w:p w:rsidR="00EF5753" w:rsidRPr="00524A24" w:rsidRDefault="00EF5753" w:rsidP="00844673">
            <w:pPr>
              <w:pStyle w:val="libPoem"/>
            </w:pPr>
            <w:r w:rsidRPr="009647FC">
              <w:rPr>
                <w:rtl/>
              </w:rPr>
              <w:t>معناه</w:t>
            </w:r>
            <w:r w:rsidR="004C00A8">
              <w:rPr>
                <w:rtl/>
              </w:rPr>
              <w:t xml:space="preserve"> </w:t>
            </w:r>
            <w:r w:rsidRPr="009647FC">
              <w:rPr>
                <w:rtl/>
              </w:rPr>
              <w:t>تحسب</w:t>
            </w:r>
            <w:r>
              <w:rPr>
                <w:rtl/>
              </w:rPr>
              <w:t xml:space="preserve"> </w:t>
            </w:r>
            <w:r w:rsidRPr="009647FC">
              <w:rPr>
                <w:rtl/>
              </w:rPr>
              <w:t>ق</w:t>
            </w:r>
            <w:r w:rsidRPr="00B371C6">
              <w:rPr>
                <w:rtl/>
              </w:rPr>
              <w:t>ُ</w:t>
            </w:r>
            <w:r w:rsidRPr="009647FC">
              <w:rPr>
                <w:rtl/>
              </w:rPr>
              <w:t>دّ</w:t>
            </w:r>
            <w:r>
              <w:rPr>
                <w:rtl/>
              </w:rPr>
              <w:t xml:space="preserve"> </w:t>
            </w:r>
            <w:r w:rsidRPr="009647FC">
              <w:rPr>
                <w:rtl/>
              </w:rPr>
              <w:t>من</w:t>
            </w:r>
            <w:r>
              <w:rPr>
                <w:rtl/>
              </w:rPr>
              <w:t xml:space="preserve"> </w:t>
            </w:r>
            <w:r w:rsidRPr="009647FC">
              <w:rPr>
                <w:rtl/>
              </w:rPr>
              <w:t>أطوادها</w:t>
            </w:r>
            <w:r w:rsidRPr="00524A24">
              <w:rPr>
                <w:rStyle w:val="libPoemTiniChar0"/>
                <w:rtl/>
              </w:rPr>
              <w:br/>
              <w:t> </w:t>
            </w:r>
          </w:p>
        </w:tc>
      </w:tr>
      <w:tr w:rsidR="00EF5753" w:rsidRPr="00524A24" w:rsidTr="00EF5753">
        <w:trPr>
          <w:trHeight w:val="350"/>
        </w:trPr>
        <w:tc>
          <w:tcPr>
            <w:tcW w:w="3902" w:type="dxa"/>
          </w:tcPr>
          <w:p w:rsidR="00EF5753" w:rsidRPr="00524A24" w:rsidRDefault="00EF5753" w:rsidP="00844673">
            <w:pPr>
              <w:pStyle w:val="libPoem"/>
            </w:pPr>
            <w:r w:rsidRPr="009647FC">
              <w:rPr>
                <w:rtl/>
              </w:rPr>
              <w:t>دع</w:t>
            </w:r>
            <w:r>
              <w:rPr>
                <w:rtl/>
              </w:rPr>
              <w:t xml:space="preserve"> </w:t>
            </w:r>
            <w:r w:rsidRPr="009647FC">
              <w:rPr>
                <w:rtl/>
              </w:rPr>
              <w:t>ما</w:t>
            </w:r>
            <w:r>
              <w:rPr>
                <w:rtl/>
              </w:rPr>
              <w:t xml:space="preserve"> </w:t>
            </w:r>
            <w:r w:rsidRPr="009647FC">
              <w:rPr>
                <w:rtl/>
              </w:rPr>
              <w:t>يزخرفه</w:t>
            </w:r>
            <w:r>
              <w:rPr>
                <w:rtl/>
              </w:rPr>
              <w:t xml:space="preserve"> </w:t>
            </w:r>
            <w:r w:rsidRPr="009647FC">
              <w:rPr>
                <w:rtl/>
              </w:rPr>
              <w:t>الربيعُ</w:t>
            </w:r>
            <w:r>
              <w:rPr>
                <w:rtl/>
              </w:rPr>
              <w:t xml:space="preserve"> </w:t>
            </w:r>
            <w:r w:rsidRPr="009647FC">
              <w:rPr>
                <w:rtl/>
              </w:rPr>
              <w:t>وإن</w:t>
            </w:r>
            <w:r>
              <w:rPr>
                <w:rtl/>
              </w:rPr>
              <w:t xml:space="preserve"> </w:t>
            </w:r>
            <w:r w:rsidRPr="009647FC">
              <w:rPr>
                <w:rtl/>
              </w:rPr>
              <w:t>زهت</w:t>
            </w:r>
            <w:r w:rsidRPr="00524A24">
              <w:rPr>
                <w:rStyle w:val="libPoemTiniChar0"/>
                <w:rtl/>
              </w:rPr>
              <w:br/>
              <w:t> </w:t>
            </w:r>
          </w:p>
        </w:tc>
        <w:tc>
          <w:tcPr>
            <w:tcW w:w="301" w:type="dxa"/>
          </w:tcPr>
          <w:p w:rsidR="00EF5753" w:rsidRPr="00524A24" w:rsidRDefault="00EF5753" w:rsidP="00844673">
            <w:pPr>
              <w:pStyle w:val="libPoem"/>
              <w:rPr>
                <w:rtl/>
              </w:rPr>
            </w:pPr>
          </w:p>
        </w:tc>
        <w:tc>
          <w:tcPr>
            <w:tcW w:w="3884" w:type="dxa"/>
          </w:tcPr>
          <w:p w:rsidR="00EF5753" w:rsidRPr="00524A24" w:rsidRDefault="00EF5753" w:rsidP="00844673">
            <w:pPr>
              <w:pStyle w:val="libPoem"/>
            </w:pPr>
            <w:r w:rsidRPr="009647FC">
              <w:rPr>
                <w:rtl/>
              </w:rPr>
              <w:t>أزهاره</w:t>
            </w:r>
            <w:r>
              <w:rPr>
                <w:rtl/>
              </w:rPr>
              <w:t xml:space="preserve"> </w:t>
            </w:r>
            <w:r w:rsidRPr="009647FC">
              <w:rPr>
                <w:rtl/>
              </w:rPr>
              <w:t>بين</w:t>
            </w:r>
            <w:r>
              <w:rPr>
                <w:rtl/>
              </w:rPr>
              <w:t xml:space="preserve"> </w:t>
            </w:r>
            <w:r w:rsidRPr="009647FC">
              <w:rPr>
                <w:rtl/>
              </w:rPr>
              <w:t>الربى</w:t>
            </w:r>
            <w:r>
              <w:rPr>
                <w:rtl/>
              </w:rPr>
              <w:t xml:space="preserve"> </w:t>
            </w:r>
            <w:r w:rsidRPr="009647FC">
              <w:rPr>
                <w:rtl/>
              </w:rPr>
              <w:t>ووهادها</w:t>
            </w:r>
            <w:r w:rsidRPr="00524A24">
              <w:rPr>
                <w:rStyle w:val="libPoemTiniChar0"/>
                <w:rtl/>
              </w:rPr>
              <w:br/>
              <w:t> </w:t>
            </w:r>
          </w:p>
        </w:tc>
      </w:tr>
      <w:tr w:rsidR="00EF5753" w:rsidRPr="00524A24" w:rsidTr="00EF5753">
        <w:trPr>
          <w:trHeight w:val="350"/>
        </w:trPr>
        <w:tc>
          <w:tcPr>
            <w:tcW w:w="3902" w:type="dxa"/>
          </w:tcPr>
          <w:p w:rsidR="00EF5753" w:rsidRPr="00524A24" w:rsidRDefault="00EF5753" w:rsidP="00844673">
            <w:pPr>
              <w:pStyle w:val="libPoem"/>
            </w:pPr>
            <w:r w:rsidRPr="009647FC">
              <w:rPr>
                <w:rtl/>
              </w:rPr>
              <w:t>وتصفح</w:t>
            </w:r>
            <w:r w:rsidR="004C00A8">
              <w:rPr>
                <w:rtl/>
              </w:rPr>
              <w:t xml:space="preserve"> </w:t>
            </w:r>
            <w:r>
              <w:rPr>
                <w:rtl/>
              </w:rPr>
              <w:t>(</w:t>
            </w:r>
            <w:r w:rsidRPr="009647FC">
              <w:rPr>
                <w:rtl/>
              </w:rPr>
              <w:t>الروض</w:t>
            </w:r>
            <w:r>
              <w:rPr>
                <w:rtl/>
              </w:rPr>
              <w:t xml:space="preserve">َ </w:t>
            </w:r>
            <w:r w:rsidRPr="009647FC">
              <w:rPr>
                <w:rtl/>
              </w:rPr>
              <w:t>الخميل</w:t>
            </w:r>
            <w:r>
              <w:rPr>
                <w:rtl/>
              </w:rPr>
              <w:t xml:space="preserve">) </w:t>
            </w:r>
            <w:r w:rsidRPr="009647FC">
              <w:rPr>
                <w:rtl/>
              </w:rPr>
              <w:t>فرغبةً</w:t>
            </w:r>
            <w:r w:rsidRPr="00524A24">
              <w:rPr>
                <w:rStyle w:val="libPoemTiniChar0"/>
                <w:rtl/>
              </w:rPr>
              <w:br/>
              <w:t> </w:t>
            </w:r>
          </w:p>
        </w:tc>
        <w:tc>
          <w:tcPr>
            <w:tcW w:w="301" w:type="dxa"/>
          </w:tcPr>
          <w:p w:rsidR="00EF5753" w:rsidRPr="00524A24" w:rsidRDefault="00EF5753" w:rsidP="00844673">
            <w:pPr>
              <w:pStyle w:val="libPoem"/>
              <w:rPr>
                <w:rtl/>
              </w:rPr>
            </w:pPr>
          </w:p>
        </w:tc>
        <w:tc>
          <w:tcPr>
            <w:tcW w:w="3884" w:type="dxa"/>
          </w:tcPr>
          <w:p w:rsidR="00EF5753" w:rsidRPr="00524A24" w:rsidRDefault="00EF5753" w:rsidP="00844673">
            <w:pPr>
              <w:pStyle w:val="libPoem"/>
            </w:pPr>
            <w:r w:rsidRPr="009647FC">
              <w:rPr>
                <w:rtl/>
              </w:rPr>
              <w:t>لثراه</w:t>
            </w:r>
            <w:r>
              <w:rPr>
                <w:rtl/>
              </w:rPr>
              <w:t xml:space="preserve"> </w:t>
            </w:r>
            <w:r w:rsidRPr="009647FC">
              <w:rPr>
                <w:rtl/>
              </w:rPr>
              <w:t>تنسى</w:t>
            </w:r>
            <w:r>
              <w:rPr>
                <w:rtl/>
              </w:rPr>
              <w:t xml:space="preserve"> </w:t>
            </w:r>
            <w:r w:rsidRPr="009647FC">
              <w:rPr>
                <w:rtl/>
              </w:rPr>
              <w:t>العينُ</w:t>
            </w:r>
            <w:r>
              <w:rPr>
                <w:rtl/>
              </w:rPr>
              <w:t xml:space="preserve"> </w:t>
            </w:r>
            <w:r w:rsidRPr="009647FC">
              <w:rPr>
                <w:rtl/>
              </w:rPr>
              <w:t>طيب</w:t>
            </w:r>
            <w:r>
              <w:rPr>
                <w:rtl/>
              </w:rPr>
              <w:t xml:space="preserve"> </w:t>
            </w:r>
            <w:r w:rsidRPr="009647FC">
              <w:rPr>
                <w:rtl/>
              </w:rPr>
              <w:t>رقادها</w:t>
            </w:r>
            <w:r w:rsidRPr="00524A24">
              <w:rPr>
                <w:rStyle w:val="libPoemTiniChar0"/>
                <w:rtl/>
              </w:rPr>
              <w:br/>
              <w:t> </w:t>
            </w:r>
          </w:p>
        </w:tc>
      </w:tr>
      <w:tr w:rsidR="00EF5753" w:rsidRPr="00524A24" w:rsidTr="00EF5753">
        <w:trPr>
          <w:trHeight w:val="350"/>
        </w:trPr>
        <w:tc>
          <w:tcPr>
            <w:tcW w:w="3902" w:type="dxa"/>
          </w:tcPr>
          <w:p w:rsidR="00EF5753" w:rsidRPr="00524A24" w:rsidRDefault="00EF5753" w:rsidP="00844673">
            <w:pPr>
              <w:pStyle w:val="libPoem"/>
            </w:pPr>
            <w:r w:rsidRPr="009647FC">
              <w:rPr>
                <w:rtl/>
              </w:rPr>
              <w:t>تحظى</w:t>
            </w:r>
            <w:r w:rsidR="004C00A8">
              <w:rPr>
                <w:rtl/>
              </w:rPr>
              <w:t xml:space="preserve"> </w:t>
            </w:r>
            <w:r w:rsidRPr="009647FC">
              <w:rPr>
                <w:rtl/>
              </w:rPr>
              <w:t>بكلّ</w:t>
            </w:r>
            <w:r>
              <w:rPr>
                <w:rtl/>
              </w:rPr>
              <w:t xml:space="preserve"> </w:t>
            </w:r>
            <w:r w:rsidRPr="009647FC">
              <w:rPr>
                <w:rtl/>
              </w:rPr>
              <w:t>طريفةٍ</w:t>
            </w:r>
            <w:r>
              <w:rPr>
                <w:rtl/>
              </w:rPr>
              <w:t xml:space="preserve"> </w:t>
            </w:r>
            <w:r w:rsidRPr="009647FC">
              <w:rPr>
                <w:rtl/>
              </w:rPr>
              <w:t>من</w:t>
            </w:r>
            <w:r>
              <w:rPr>
                <w:rtl/>
              </w:rPr>
              <w:t xml:space="preserve"> </w:t>
            </w:r>
            <w:r w:rsidRPr="009647FC">
              <w:rPr>
                <w:rtl/>
              </w:rPr>
              <w:t>حسنها</w:t>
            </w:r>
            <w:r w:rsidRPr="00524A24">
              <w:rPr>
                <w:rStyle w:val="libPoemTiniChar0"/>
                <w:rtl/>
              </w:rPr>
              <w:br/>
              <w:t> </w:t>
            </w:r>
          </w:p>
        </w:tc>
        <w:tc>
          <w:tcPr>
            <w:tcW w:w="301" w:type="dxa"/>
          </w:tcPr>
          <w:p w:rsidR="00EF5753" w:rsidRPr="00524A24" w:rsidRDefault="00EF5753" w:rsidP="00844673">
            <w:pPr>
              <w:pStyle w:val="libPoem"/>
              <w:rPr>
                <w:rtl/>
              </w:rPr>
            </w:pPr>
          </w:p>
        </w:tc>
        <w:tc>
          <w:tcPr>
            <w:tcW w:w="3884" w:type="dxa"/>
          </w:tcPr>
          <w:p w:rsidR="00EF5753" w:rsidRPr="00524A24" w:rsidRDefault="00EF5753" w:rsidP="00844673">
            <w:pPr>
              <w:pStyle w:val="libPoem"/>
            </w:pPr>
            <w:r w:rsidRPr="009647FC">
              <w:rPr>
                <w:rtl/>
              </w:rPr>
              <w:t>غدت</w:t>
            </w:r>
            <w:r>
              <w:rPr>
                <w:rtl/>
              </w:rPr>
              <w:t xml:space="preserve"> </w:t>
            </w:r>
            <w:r w:rsidRPr="009647FC">
              <w:rPr>
                <w:rtl/>
              </w:rPr>
              <w:t>العقولُ</w:t>
            </w:r>
            <w:r>
              <w:rPr>
                <w:rtl/>
              </w:rPr>
              <w:t xml:space="preserve"> </w:t>
            </w:r>
            <w:r w:rsidRPr="009647FC">
              <w:rPr>
                <w:rtl/>
              </w:rPr>
              <w:t>العشر</w:t>
            </w:r>
            <w:r>
              <w:rPr>
                <w:rtl/>
              </w:rPr>
              <w:t xml:space="preserve"> </w:t>
            </w:r>
            <w:r w:rsidRPr="009647FC">
              <w:rPr>
                <w:rtl/>
              </w:rPr>
              <w:t>من</w:t>
            </w:r>
            <w:r>
              <w:rPr>
                <w:rtl/>
              </w:rPr>
              <w:t xml:space="preserve"> </w:t>
            </w:r>
            <w:r w:rsidRPr="009647FC">
              <w:rPr>
                <w:rtl/>
              </w:rPr>
              <w:t>روّادها</w:t>
            </w:r>
            <w:r w:rsidRPr="00524A24">
              <w:rPr>
                <w:rStyle w:val="libPoemTiniChar0"/>
                <w:rtl/>
              </w:rPr>
              <w:br/>
              <w:t> </w:t>
            </w:r>
          </w:p>
        </w:tc>
      </w:tr>
      <w:tr w:rsidR="00EF5753" w:rsidRPr="00524A24" w:rsidTr="00EF5753">
        <w:trPr>
          <w:trHeight w:val="350"/>
        </w:trPr>
        <w:tc>
          <w:tcPr>
            <w:tcW w:w="3902" w:type="dxa"/>
          </w:tcPr>
          <w:p w:rsidR="00EF5753" w:rsidRPr="00524A24" w:rsidRDefault="00EF5753" w:rsidP="00844673">
            <w:pPr>
              <w:pStyle w:val="libPoem"/>
            </w:pPr>
            <w:r w:rsidRPr="009647FC">
              <w:rPr>
                <w:rtl/>
              </w:rPr>
              <w:t>ويعدُّ</w:t>
            </w:r>
            <w:r w:rsidR="004C00A8">
              <w:rPr>
                <w:rtl/>
              </w:rPr>
              <w:t xml:space="preserve"> </w:t>
            </w:r>
            <w:r w:rsidRPr="009647FC">
              <w:rPr>
                <w:rtl/>
              </w:rPr>
              <w:t>من</w:t>
            </w:r>
            <w:r>
              <w:rPr>
                <w:rtl/>
              </w:rPr>
              <w:t xml:space="preserve"> (</w:t>
            </w:r>
            <w:r w:rsidRPr="009647FC">
              <w:rPr>
                <w:rtl/>
              </w:rPr>
              <w:t>آل</w:t>
            </w:r>
            <w:r>
              <w:rPr>
                <w:rtl/>
              </w:rPr>
              <w:t xml:space="preserve"> </w:t>
            </w:r>
            <w:r w:rsidRPr="009647FC">
              <w:rPr>
                <w:rtl/>
              </w:rPr>
              <w:t>الجميل</w:t>
            </w:r>
            <w:r>
              <w:rPr>
                <w:rtl/>
              </w:rPr>
              <w:t xml:space="preserve">) </w:t>
            </w:r>
            <w:r w:rsidRPr="009647FC">
              <w:rPr>
                <w:rtl/>
              </w:rPr>
              <w:t>مناقبا</w:t>
            </w:r>
            <w:r w:rsidRPr="00524A24">
              <w:rPr>
                <w:rStyle w:val="libPoemTiniChar0"/>
                <w:rtl/>
              </w:rPr>
              <w:br/>
              <w:t> </w:t>
            </w:r>
          </w:p>
        </w:tc>
        <w:tc>
          <w:tcPr>
            <w:tcW w:w="301" w:type="dxa"/>
          </w:tcPr>
          <w:p w:rsidR="00EF5753" w:rsidRPr="00524A24" w:rsidRDefault="00EF5753" w:rsidP="00844673">
            <w:pPr>
              <w:pStyle w:val="libPoem"/>
              <w:rPr>
                <w:rtl/>
              </w:rPr>
            </w:pPr>
          </w:p>
        </w:tc>
        <w:tc>
          <w:tcPr>
            <w:tcW w:w="3884" w:type="dxa"/>
          </w:tcPr>
          <w:p w:rsidR="00EF5753" w:rsidRPr="00524A24" w:rsidRDefault="00EF5753" w:rsidP="00844673">
            <w:pPr>
              <w:pStyle w:val="libPoem"/>
            </w:pPr>
            <w:r w:rsidRPr="009647FC">
              <w:rPr>
                <w:rtl/>
              </w:rPr>
              <w:t>تهوى</w:t>
            </w:r>
            <w:r>
              <w:rPr>
                <w:rtl/>
              </w:rPr>
              <w:t xml:space="preserve"> </w:t>
            </w:r>
            <w:r w:rsidRPr="009647FC">
              <w:rPr>
                <w:rtl/>
              </w:rPr>
              <w:t>النجومُ</w:t>
            </w:r>
            <w:r>
              <w:rPr>
                <w:rtl/>
              </w:rPr>
              <w:t xml:space="preserve"> </w:t>
            </w:r>
            <w:r w:rsidRPr="009647FC">
              <w:rPr>
                <w:rtl/>
              </w:rPr>
              <w:t>تكون</w:t>
            </w:r>
            <w:r>
              <w:rPr>
                <w:rtl/>
              </w:rPr>
              <w:t xml:space="preserve"> </w:t>
            </w:r>
            <w:r w:rsidRPr="009647FC">
              <w:rPr>
                <w:rtl/>
              </w:rPr>
              <w:t>من</w:t>
            </w:r>
            <w:r>
              <w:rPr>
                <w:rtl/>
              </w:rPr>
              <w:t xml:space="preserve"> </w:t>
            </w:r>
            <w:r w:rsidRPr="009647FC">
              <w:rPr>
                <w:rtl/>
              </w:rPr>
              <w:t>أعدادها</w:t>
            </w:r>
            <w:r w:rsidRPr="00524A24">
              <w:rPr>
                <w:rStyle w:val="libPoemTiniChar0"/>
                <w:rtl/>
              </w:rPr>
              <w:br/>
              <w:t> </w:t>
            </w:r>
          </w:p>
        </w:tc>
      </w:tr>
    </w:tbl>
    <w:p w:rsidR="009647FC" w:rsidRPr="00524A24" w:rsidRDefault="009647FC" w:rsidP="004E7EC6">
      <w:pPr>
        <w:pStyle w:val="libNormal"/>
      </w:pPr>
      <w:r w:rsidRPr="004E7EC6">
        <w:rPr>
          <w:rtl/>
        </w:rPr>
        <w:t>وقال مقرظاً شعر العلاّمة الميرزا أبي الفضل</w:t>
      </w:r>
      <w:r w:rsidRPr="004E7EC6">
        <w:rPr>
          <w:rStyle w:val="libFootnotenumChar"/>
          <w:rtl/>
        </w:rPr>
        <w:t>(5)</w:t>
      </w:r>
      <w:r w:rsidR="00D769AB">
        <w:rPr>
          <w:rtl/>
        </w:rPr>
        <w:t>،</w:t>
      </w:r>
      <w:r w:rsidRPr="004E7EC6">
        <w:rPr>
          <w:rtl/>
        </w:rPr>
        <w:t xml:space="preserve"> أحد تلامذة الحجّة السيد ميرزا حسن الشيرازي</w:t>
      </w:r>
      <w:r w:rsidR="00D769AB">
        <w:rPr>
          <w:rtl/>
        </w:rPr>
        <w:t>:</w:t>
      </w:r>
    </w:p>
    <w:tbl>
      <w:tblPr>
        <w:tblStyle w:val="TableGrid"/>
        <w:bidiVisual/>
        <w:tblW w:w="4562" w:type="pct"/>
        <w:tblInd w:w="384" w:type="dxa"/>
        <w:tblLook w:val="04A0"/>
      </w:tblPr>
      <w:tblGrid>
        <w:gridCol w:w="3902"/>
        <w:gridCol w:w="301"/>
        <w:gridCol w:w="3884"/>
      </w:tblGrid>
      <w:tr w:rsidR="00AE101C" w:rsidRPr="00524A24" w:rsidTr="00AE101C">
        <w:trPr>
          <w:trHeight w:val="350"/>
        </w:trPr>
        <w:tc>
          <w:tcPr>
            <w:tcW w:w="3902" w:type="dxa"/>
          </w:tcPr>
          <w:p w:rsidR="00AE101C" w:rsidRPr="00524A24" w:rsidRDefault="00EF5753" w:rsidP="00AE101C">
            <w:pPr>
              <w:pStyle w:val="libPoem"/>
            </w:pPr>
            <w:r w:rsidRPr="009647FC">
              <w:rPr>
                <w:rtl/>
              </w:rPr>
              <w:t>يا</w:t>
            </w:r>
            <w:r>
              <w:rPr>
                <w:rtl/>
              </w:rPr>
              <w:t xml:space="preserve"> </w:t>
            </w:r>
            <w:r w:rsidRPr="009647FC">
              <w:rPr>
                <w:rtl/>
              </w:rPr>
              <w:t>أبا</w:t>
            </w:r>
            <w:r>
              <w:rPr>
                <w:rtl/>
              </w:rPr>
              <w:t xml:space="preserve"> </w:t>
            </w:r>
            <w:r w:rsidRPr="009647FC">
              <w:rPr>
                <w:rtl/>
              </w:rPr>
              <w:t>الفضل</w:t>
            </w:r>
            <w:r>
              <w:rPr>
                <w:rtl/>
              </w:rPr>
              <w:t xml:space="preserve"> </w:t>
            </w:r>
            <w:r w:rsidRPr="009647FC">
              <w:rPr>
                <w:rtl/>
              </w:rPr>
              <w:t>كلّما</w:t>
            </w:r>
            <w:r>
              <w:rPr>
                <w:rtl/>
              </w:rPr>
              <w:t xml:space="preserve"> </w:t>
            </w:r>
            <w:r w:rsidRPr="009647FC">
              <w:rPr>
                <w:rtl/>
              </w:rPr>
              <w:t>قلت</w:t>
            </w:r>
            <w:r>
              <w:rPr>
                <w:rtl/>
              </w:rPr>
              <w:t xml:space="preserve">َ </w:t>
            </w:r>
            <w:r w:rsidRPr="009647FC">
              <w:rPr>
                <w:rtl/>
              </w:rPr>
              <w:t>شعرا</w:t>
            </w:r>
            <w:r w:rsidR="00AE101C"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EF5753" w:rsidP="00AE101C">
            <w:pPr>
              <w:pStyle w:val="libPoem"/>
            </w:pPr>
            <w:r w:rsidRPr="009647FC">
              <w:rPr>
                <w:rtl/>
              </w:rPr>
              <w:t>فيه</w:t>
            </w:r>
            <w:r>
              <w:rPr>
                <w:rtl/>
              </w:rPr>
              <w:t xml:space="preserve"> </w:t>
            </w:r>
            <w:r w:rsidRPr="009647FC">
              <w:rPr>
                <w:rtl/>
              </w:rPr>
              <w:t>أودعت</w:t>
            </w:r>
            <w:r>
              <w:rPr>
                <w:rtl/>
              </w:rPr>
              <w:t xml:space="preserve">َ </w:t>
            </w:r>
            <w:r w:rsidRPr="009647FC">
              <w:rPr>
                <w:rtl/>
              </w:rPr>
              <w:t>من</w:t>
            </w:r>
            <w:r>
              <w:rPr>
                <w:rtl/>
              </w:rPr>
              <w:t xml:space="preserve"> </w:t>
            </w:r>
            <w:r w:rsidRPr="009647FC">
              <w:rPr>
                <w:rtl/>
              </w:rPr>
              <w:t>بيانك</w:t>
            </w:r>
            <w:r>
              <w:rPr>
                <w:rtl/>
              </w:rPr>
              <w:t xml:space="preserve"> </w:t>
            </w:r>
            <w:r w:rsidRPr="009647FC">
              <w:rPr>
                <w:rtl/>
              </w:rPr>
              <w:t>سحرا</w:t>
            </w:r>
            <w:r w:rsidR="00AE101C" w:rsidRPr="00524A24">
              <w:rPr>
                <w:rStyle w:val="libPoemTiniChar0"/>
                <w:rtl/>
              </w:rPr>
              <w:br/>
              <w:t> </w:t>
            </w:r>
          </w:p>
        </w:tc>
      </w:tr>
      <w:tr w:rsidR="00AE101C" w:rsidRPr="00524A24" w:rsidTr="00AE101C">
        <w:trPr>
          <w:trHeight w:val="350"/>
        </w:trPr>
        <w:tc>
          <w:tcPr>
            <w:tcW w:w="3902" w:type="dxa"/>
          </w:tcPr>
          <w:p w:rsidR="00AE101C" w:rsidRPr="00524A24" w:rsidRDefault="00EF5753" w:rsidP="00AE101C">
            <w:pPr>
              <w:pStyle w:val="libPoem"/>
            </w:pPr>
            <w:r w:rsidRPr="009647FC">
              <w:rPr>
                <w:rtl/>
              </w:rPr>
              <w:t>وإذا</w:t>
            </w:r>
            <w:r w:rsidR="004C00A8">
              <w:rPr>
                <w:rtl/>
              </w:rPr>
              <w:t xml:space="preserve"> </w:t>
            </w:r>
            <w:r w:rsidRPr="009647FC">
              <w:rPr>
                <w:rtl/>
              </w:rPr>
              <w:t>ما</w:t>
            </w:r>
            <w:r>
              <w:rPr>
                <w:rtl/>
              </w:rPr>
              <w:t xml:space="preserve"> </w:t>
            </w:r>
            <w:r w:rsidRPr="009647FC">
              <w:rPr>
                <w:rtl/>
              </w:rPr>
              <w:t>بعثت</w:t>
            </w:r>
            <w:r>
              <w:rPr>
                <w:rtl/>
              </w:rPr>
              <w:t xml:space="preserve">َ </w:t>
            </w:r>
            <w:r w:rsidRPr="009647FC">
              <w:rPr>
                <w:rtl/>
              </w:rPr>
              <w:t>غائص</w:t>
            </w:r>
            <w:r>
              <w:rPr>
                <w:rtl/>
              </w:rPr>
              <w:t xml:space="preserve"> </w:t>
            </w:r>
            <w:r w:rsidRPr="009647FC">
              <w:rPr>
                <w:rtl/>
              </w:rPr>
              <w:t>فكرٍ</w:t>
            </w:r>
            <w:r w:rsidR="00AE101C"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EF5753" w:rsidP="00AE101C">
            <w:pPr>
              <w:pStyle w:val="libPoem"/>
            </w:pPr>
            <w:r w:rsidRPr="009647FC">
              <w:rPr>
                <w:rtl/>
              </w:rPr>
              <w:t>في</w:t>
            </w:r>
            <w:r>
              <w:rPr>
                <w:rtl/>
              </w:rPr>
              <w:t xml:space="preserve"> </w:t>
            </w:r>
            <w:r w:rsidRPr="009647FC">
              <w:rPr>
                <w:rtl/>
              </w:rPr>
              <w:t>بحور</w:t>
            </w:r>
            <w:r>
              <w:rPr>
                <w:rtl/>
              </w:rPr>
              <w:t xml:space="preserve"> </w:t>
            </w:r>
            <w:r w:rsidRPr="009647FC">
              <w:rPr>
                <w:rtl/>
              </w:rPr>
              <w:t>القريض</w:t>
            </w:r>
            <w:r>
              <w:rPr>
                <w:rtl/>
              </w:rPr>
              <w:t xml:space="preserve"> </w:t>
            </w:r>
            <w:r w:rsidRPr="009647FC">
              <w:rPr>
                <w:rtl/>
              </w:rPr>
              <w:t>أبرزت</w:t>
            </w:r>
            <w:r>
              <w:rPr>
                <w:rtl/>
              </w:rPr>
              <w:t xml:space="preserve">َ </w:t>
            </w:r>
            <w:r w:rsidRPr="009647FC">
              <w:rPr>
                <w:rtl/>
              </w:rPr>
              <w:t>درّا</w:t>
            </w:r>
            <w:r w:rsidR="00AE101C" w:rsidRPr="00524A24">
              <w:rPr>
                <w:rStyle w:val="libPoemTiniChar0"/>
                <w:rtl/>
              </w:rPr>
              <w:br/>
              <w:t> </w:t>
            </w:r>
          </w:p>
        </w:tc>
      </w:tr>
      <w:tr w:rsidR="00AE101C" w:rsidRPr="00524A24" w:rsidTr="00AE101C">
        <w:trPr>
          <w:trHeight w:val="350"/>
        </w:trPr>
        <w:tc>
          <w:tcPr>
            <w:tcW w:w="3902" w:type="dxa"/>
          </w:tcPr>
          <w:p w:rsidR="00AE101C" w:rsidRPr="00524A24" w:rsidRDefault="00EF5753" w:rsidP="00AE101C">
            <w:pPr>
              <w:pStyle w:val="libPoem"/>
            </w:pPr>
            <w:r w:rsidRPr="009647FC">
              <w:rPr>
                <w:rtl/>
              </w:rPr>
              <w:t>كم</w:t>
            </w:r>
            <w:r w:rsidR="004C00A8">
              <w:rPr>
                <w:rtl/>
              </w:rPr>
              <w:t xml:space="preserve"> </w:t>
            </w:r>
            <w:r w:rsidRPr="009647FC">
              <w:rPr>
                <w:rtl/>
              </w:rPr>
              <w:t>تعاطيت</w:t>
            </w:r>
            <w:r>
              <w:rPr>
                <w:rtl/>
              </w:rPr>
              <w:t xml:space="preserve">َ </w:t>
            </w:r>
            <w:r w:rsidRPr="009647FC">
              <w:rPr>
                <w:rtl/>
              </w:rPr>
              <w:t>غايةً</w:t>
            </w:r>
            <w:r>
              <w:rPr>
                <w:rtl/>
              </w:rPr>
              <w:t xml:space="preserve"> </w:t>
            </w:r>
            <w:r w:rsidRPr="009647FC">
              <w:rPr>
                <w:rtl/>
              </w:rPr>
              <w:t>جئت</w:t>
            </w:r>
            <w:r>
              <w:rPr>
                <w:rtl/>
              </w:rPr>
              <w:t xml:space="preserve">َ </w:t>
            </w:r>
            <w:r w:rsidRPr="009647FC">
              <w:rPr>
                <w:rtl/>
              </w:rPr>
              <w:t>فيها</w:t>
            </w:r>
            <w:r w:rsidR="00AE101C" w:rsidRPr="00524A24">
              <w:rPr>
                <w:rStyle w:val="libPoemTiniChar0"/>
                <w:rtl/>
              </w:rPr>
              <w:br/>
              <w:t> </w:t>
            </w:r>
          </w:p>
        </w:tc>
        <w:tc>
          <w:tcPr>
            <w:tcW w:w="301" w:type="dxa"/>
          </w:tcPr>
          <w:p w:rsidR="00AE101C" w:rsidRPr="00524A24" w:rsidRDefault="00AE101C" w:rsidP="00AE101C">
            <w:pPr>
              <w:pStyle w:val="libPoem"/>
              <w:rPr>
                <w:rtl/>
              </w:rPr>
            </w:pPr>
          </w:p>
        </w:tc>
        <w:tc>
          <w:tcPr>
            <w:tcW w:w="3884" w:type="dxa"/>
          </w:tcPr>
          <w:p w:rsidR="00AE101C" w:rsidRPr="00524A24" w:rsidRDefault="00EF5753" w:rsidP="00AE101C">
            <w:pPr>
              <w:pStyle w:val="libPoem"/>
            </w:pPr>
            <w:r w:rsidRPr="009647FC">
              <w:rPr>
                <w:rtl/>
              </w:rPr>
              <w:t>سابق</w:t>
            </w:r>
            <w:r>
              <w:rPr>
                <w:rtl/>
              </w:rPr>
              <w:t xml:space="preserve"> </w:t>
            </w:r>
            <w:r w:rsidRPr="009647FC">
              <w:rPr>
                <w:rtl/>
              </w:rPr>
              <w:t>الحلبتين</w:t>
            </w:r>
            <w:r>
              <w:rPr>
                <w:rtl/>
              </w:rPr>
              <w:t xml:space="preserve"> </w:t>
            </w:r>
            <w:r w:rsidRPr="009647FC">
              <w:rPr>
                <w:rtl/>
              </w:rPr>
              <w:t>نظماً</w:t>
            </w:r>
            <w:r>
              <w:rPr>
                <w:rtl/>
              </w:rPr>
              <w:t xml:space="preserve"> </w:t>
            </w:r>
            <w:r w:rsidRPr="009647FC">
              <w:rPr>
                <w:rtl/>
              </w:rPr>
              <w:t>ونثرا</w:t>
            </w:r>
            <w:r w:rsidR="00AE101C"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شرت</w:t>
      </w:r>
      <w:r w:rsidR="00D769AB">
        <w:rPr>
          <w:rtl/>
        </w:rPr>
        <w:t>:</w:t>
      </w:r>
      <w:r w:rsidRPr="009647FC">
        <w:rPr>
          <w:rtl/>
        </w:rPr>
        <w:t xml:space="preserve"> باعت</w:t>
      </w:r>
      <w:r w:rsidR="00D769AB">
        <w:rPr>
          <w:rtl/>
        </w:rPr>
        <w:t>،</w:t>
      </w:r>
      <w:r w:rsidRPr="009647FC">
        <w:rPr>
          <w:rtl/>
        </w:rPr>
        <w:t xml:space="preserve"> واشترت</w:t>
      </w:r>
      <w:r w:rsidR="00D769AB">
        <w:rPr>
          <w:rtl/>
        </w:rPr>
        <w:t>:</w:t>
      </w:r>
      <w:r w:rsidRPr="009647FC">
        <w:rPr>
          <w:rtl/>
        </w:rPr>
        <w:t xml:space="preserve"> ابتاعت</w:t>
      </w:r>
      <w:r w:rsidR="00D769AB">
        <w:rPr>
          <w:rtl/>
        </w:rPr>
        <w:t>،</w:t>
      </w:r>
      <w:r w:rsidRPr="009647FC">
        <w:rPr>
          <w:rtl/>
        </w:rPr>
        <w:t xml:space="preserve"> وهو من الأضداد المعروفة في اللغة</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المصاقع</w:t>
      </w:r>
      <w:r w:rsidR="00D769AB">
        <w:rPr>
          <w:rtl/>
        </w:rPr>
        <w:t>:</w:t>
      </w:r>
      <w:r w:rsidRPr="009647FC">
        <w:rPr>
          <w:rtl/>
        </w:rPr>
        <w:t xml:space="preserve"> واحده مصقع</w:t>
      </w:r>
      <w:r w:rsidR="00D769AB">
        <w:rPr>
          <w:rtl/>
        </w:rPr>
        <w:t>،</w:t>
      </w:r>
      <w:r w:rsidRPr="009647FC">
        <w:rPr>
          <w:rtl/>
        </w:rPr>
        <w:t xml:space="preserve"> وهو الخطيب البليغ القول والجهوري الصوت</w:t>
      </w:r>
      <w:r w:rsidR="00D769AB">
        <w:rPr>
          <w:rtl/>
        </w:rPr>
        <w:t>،</w:t>
      </w:r>
      <w:r w:rsidRPr="009647FC">
        <w:rPr>
          <w:rtl/>
        </w:rPr>
        <w:t xml:space="preserve"> أو الذي لا يرتج عليه في الكلام</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المخطوط</w:t>
      </w:r>
      <w:r w:rsidR="00D769AB">
        <w:rPr>
          <w:rtl/>
        </w:rPr>
        <w:t>:</w:t>
      </w:r>
      <w:r w:rsidRPr="009647FC">
        <w:rPr>
          <w:rtl/>
        </w:rPr>
        <w:t xml:space="preserve"> كالشمس</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شنف الجارية</w:t>
      </w:r>
      <w:r w:rsidR="00D769AB">
        <w:rPr>
          <w:rtl/>
        </w:rPr>
        <w:t>:</w:t>
      </w:r>
      <w:r w:rsidRPr="009647FC">
        <w:rPr>
          <w:rtl/>
        </w:rPr>
        <w:t xml:space="preserve"> جعل لها قرطاً</w:t>
      </w:r>
      <w:r w:rsidR="00D769AB">
        <w:rPr>
          <w:rtl/>
        </w:rPr>
        <w:t>،</w:t>
      </w:r>
      <w:r w:rsidRPr="009647FC">
        <w:rPr>
          <w:rtl/>
        </w:rPr>
        <w:t xml:space="preserve"> والشادي</w:t>
      </w:r>
      <w:r w:rsidR="00D769AB">
        <w:rPr>
          <w:rtl/>
        </w:rPr>
        <w:t>:</w:t>
      </w:r>
      <w:r w:rsidRPr="009647FC">
        <w:rPr>
          <w:rtl/>
        </w:rPr>
        <w:t xml:space="preserve"> المرتل</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هو الميرزا أبو الفضل أحمد بن أبي القاسم ابن الحاج محمد علي ابن الحاج هادي النوري الطهراني</w:t>
      </w:r>
      <w:r w:rsidR="00D769AB">
        <w:rPr>
          <w:rtl/>
        </w:rPr>
        <w:t>،</w:t>
      </w:r>
      <w:r w:rsidRPr="009647FC">
        <w:rPr>
          <w:rtl/>
        </w:rPr>
        <w:t xml:space="preserve"> عالم جليل</w:t>
      </w:r>
      <w:r w:rsidR="00D769AB">
        <w:rPr>
          <w:rtl/>
        </w:rPr>
        <w:t>،</w:t>
      </w:r>
      <w:r w:rsidRPr="009647FC">
        <w:rPr>
          <w:rtl/>
        </w:rPr>
        <w:t xml:space="preserve"> وشاعر معروف</w:t>
      </w:r>
      <w:r w:rsidR="00D769AB">
        <w:rPr>
          <w:rtl/>
        </w:rPr>
        <w:t>،</w:t>
      </w:r>
      <w:r w:rsidRPr="009647FC">
        <w:rPr>
          <w:rtl/>
        </w:rPr>
        <w:t xml:space="preserve"> له ديوان طبع بطهران على الحروف</w:t>
      </w:r>
      <w:r w:rsidR="00D769AB">
        <w:rPr>
          <w:rtl/>
        </w:rPr>
        <w:t>.</w:t>
      </w:r>
      <w:r w:rsidRPr="009647FC">
        <w:rPr>
          <w:rtl/>
        </w:rPr>
        <w:t xml:space="preserve"> ولد عام 1273 هـ</w:t>
      </w:r>
      <w:r w:rsidR="00D769AB">
        <w:rPr>
          <w:rtl/>
        </w:rPr>
        <w:t>،</w:t>
      </w:r>
      <w:r w:rsidRPr="009647FC">
        <w:rPr>
          <w:rtl/>
        </w:rPr>
        <w:t xml:space="preserve"> وسكن النجف زمناً طويلاً منذ النشاة إلى أن اشتهر بين أعلام عصره</w:t>
      </w:r>
      <w:r w:rsidR="00D769AB">
        <w:rPr>
          <w:rtl/>
        </w:rPr>
        <w:t>،</w:t>
      </w:r>
      <w:r w:rsidRPr="009647FC">
        <w:rPr>
          <w:rtl/>
        </w:rPr>
        <w:t xml:space="preserve"> رجع إلى طهران وتوفّي بها عام 1316 هـ</w:t>
      </w:r>
      <w:r w:rsidR="00D769AB">
        <w:rPr>
          <w:rtl/>
        </w:rPr>
        <w:t>.</w:t>
      </w:r>
      <w:r w:rsidRPr="009647FC">
        <w:rPr>
          <w:rtl/>
        </w:rPr>
        <w:t xml:space="preserve"> ترجمت له في كتابي شعراء الغري 1 / 333</w:t>
      </w:r>
      <w:r w:rsidR="004E7EC6">
        <w:rPr>
          <w:rtl/>
        </w:rPr>
        <w:t xml:space="preserve"> - </w:t>
      </w:r>
      <w:r w:rsidRPr="009647FC">
        <w:rPr>
          <w:rtl/>
        </w:rPr>
        <w:t>346</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FD0C47" w:rsidRPr="00524A24" w:rsidTr="00FD0C47">
        <w:trPr>
          <w:trHeight w:val="350"/>
        </w:trPr>
        <w:tc>
          <w:tcPr>
            <w:tcW w:w="3902" w:type="dxa"/>
          </w:tcPr>
          <w:p w:rsidR="00FD0C47" w:rsidRPr="00524A24" w:rsidRDefault="00FD0C47" w:rsidP="00A93A43">
            <w:pPr>
              <w:pStyle w:val="libPoem"/>
            </w:pPr>
            <w:r w:rsidRPr="009647FC">
              <w:rPr>
                <w:rtl/>
              </w:rPr>
              <w:lastRenderedPageBreak/>
              <w:t>لك</w:t>
            </w:r>
            <w:r>
              <w:rPr>
                <w:rtl/>
              </w:rPr>
              <w:t xml:space="preserve">َ </w:t>
            </w:r>
            <w:r w:rsidRPr="009647FC">
              <w:rPr>
                <w:rtl/>
              </w:rPr>
              <w:t>حرُّ</w:t>
            </w:r>
            <w:r>
              <w:rPr>
                <w:rtl/>
              </w:rPr>
              <w:t xml:space="preserve"> </w:t>
            </w:r>
            <w:r w:rsidRPr="009647FC">
              <w:rPr>
                <w:rtl/>
              </w:rPr>
              <w:t>من</w:t>
            </w:r>
            <w:r>
              <w:rPr>
                <w:rtl/>
              </w:rPr>
              <w:t xml:space="preserve"> </w:t>
            </w:r>
            <w:r w:rsidRPr="009647FC">
              <w:rPr>
                <w:rtl/>
              </w:rPr>
              <w:t>النظام</w:t>
            </w:r>
            <w:r>
              <w:rPr>
                <w:rtl/>
              </w:rPr>
              <w:t xml:space="preserve"> </w:t>
            </w:r>
            <w:r w:rsidRPr="009647FC">
              <w:rPr>
                <w:rtl/>
              </w:rPr>
              <w:t>رقيقٌ</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ورقيق</w:t>
            </w:r>
            <w:r>
              <w:rPr>
                <w:rtl/>
              </w:rPr>
              <w:t xml:space="preserve"> </w:t>
            </w:r>
            <w:r w:rsidRPr="009647FC">
              <w:rPr>
                <w:rtl/>
              </w:rPr>
              <w:t>النظام</w:t>
            </w:r>
            <w:r>
              <w:rPr>
                <w:rtl/>
              </w:rPr>
              <w:t xml:space="preserve"> </w:t>
            </w:r>
            <w:r w:rsidRPr="009647FC">
              <w:rPr>
                <w:rtl/>
              </w:rPr>
              <w:t>ما</w:t>
            </w:r>
            <w:r>
              <w:rPr>
                <w:rtl/>
              </w:rPr>
              <w:t xml:space="preserve"> </w:t>
            </w:r>
            <w:r w:rsidRPr="009647FC">
              <w:rPr>
                <w:rtl/>
              </w:rPr>
              <w:t>كان</w:t>
            </w:r>
            <w:r>
              <w:rPr>
                <w:rtl/>
              </w:rPr>
              <w:t xml:space="preserve"> </w:t>
            </w:r>
            <w:r w:rsidRPr="009647FC">
              <w:rPr>
                <w:rtl/>
              </w:rPr>
              <w:t>حرّا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إن</w:t>
            </w:r>
            <w:r>
              <w:rPr>
                <w:rtl/>
              </w:rPr>
              <w:t xml:space="preserve"> </w:t>
            </w:r>
            <w:r w:rsidRPr="009647FC">
              <w:rPr>
                <w:rtl/>
              </w:rPr>
              <w:t>تصفحته</w:t>
            </w:r>
            <w:r>
              <w:rPr>
                <w:rtl/>
              </w:rPr>
              <w:t xml:space="preserve"> </w:t>
            </w:r>
            <w:r w:rsidRPr="009647FC">
              <w:rPr>
                <w:rtl/>
              </w:rPr>
              <w:t>تجد</w:t>
            </w:r>
            <w:r>
              <w:rPr>
                <w:rtl/>
              </w:rPr>
              <w:t xml:space="preserve"> </w:t>
            </w:r>
            <w:r w:rsidRPr="009647FC">
              <w:rPr>
                <w:rtl/>
              </w:rPr>
              <w:t>كلّ</w:t>
            </w:r>
            <w:r>
              <w:rPr>
                <w:rtl/>
              </w:rPr>
              <w:t xml:space="preserve"> </w:t>
            </w:r>
            <w:r w:rsidRPr="009647FC">
              <w:rPr>
                <w:rtl/>
              </w:rPr>
              <w:t>شطرٍ</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فيه</w:t>
            </w:r>
            <w:r>
              <w:rPr>
                <w:rtl/>
              </w:rPr>
              <w:t xml:space="preserve"> </w:t>
            </w:r>
            <w:r w:rsidRPr="009647FC">
              <w:rPr>
                <w:rtl/>
              </w:rPr>
              <w:t>يحوي</w:t>
            </w:r>
            <w:r>
              <w:rPr>
                <w:rtl/>
              </w:rPr>
              <w:t xml:space="preserve"> </w:t>
            </w:r>
            <w:r w:rsidRPr="009647FC">
              <w:rPr>
                <w:rtl/>
              </w:rPr>
              <w:t>من</w:t>
            </w:r>
            <w:r>
              <w:rPr>
                <w:rtl/>
              </w:rPr>
              <w:t xml:space="preserve"> </w:t>
            </w:r>
            <w:r w:rsidRPr="009647FC">
              <w:rPr>
                <w:rtl/>
              </w:rPr>
              <w:t>المحاسن</w:t>
            </w:r>
            <w:r>
              <w:rPr>
                <w:rtl/>
              </w:rPr>
              <w:t xml:space="preserve"> </w:t>
            </w:r>
            <w:r w:rsidRPr="009647FC">
              <w:rPr>
                <w:rtl/>
              </w:rPr>
              <w:t>شطرا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لفّ</w:t>
            </w:r>
            <w:r>
              <w:rPr>
                <w:rtl/>
              </w:rPr>
              <w:t xml:space="preserve">َ </w:t>
            </w:r>
            <w:r w:rsidRPr="009647FC">
              <w:rPr>
                <w:rtl/>
              </w:rPr>
              <w:t>في</w:t>
            </w:r>
            <w:r>
              <w:rPr>
                <w:rtl/>
              </w:rPr>
              <w:t xml:space="preserve"> </w:t>
            </w:r>
            <w:r w:rsidRPr="009647FC">
              <w:rPr>
                <w:rtl/>
              </w:rPr>
              <w:t>نشره</w:t>
            </w:r>
            <w:r>
              <w:rPr>
                <w:rtl/>
              </w:rPr>
              <w:t xml:space="preserve"> </w:t>
            </w:r>
            <w:r w:rsidRPr="009647FC">
              <w:rPr>
                <w:rtl/>
              </w:rPr>
              <w:t>بديع</w:t>
            </w:r>
            <w:r>
              <w:rPr>
                <w:rtl/>
              </w:rPr>
              <w:t xml:space="preserve"> </w:t>
            </w:r>
            <w:r w:rsidRPr="009647FC">
              <w:rPr>
                <w:rtl/>
              </w:rPr>
              <w:t>القوافي</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ببديع</w:t>
            </w:r>
            <w:r>
              <w:rPr>
                <w:rtl/>
              </w:rPr>
              <w:t xml:space="preserve"> </w:t>
            </w:r>
            <w:r w:rsidRPr="009647FC">
              <w:rPr>
                <w:rtl/>
              </w:rPr>
              <w:t>ترويه</w:t>
            </w:r>
            <w:r>
              <w:rPr>
                <w:rtl/>
              </w:rPr>
              <w:t xml:space="preserve"> </w:t>
            </w:r>
            <w:r w:rsidRPr="009647FC">
              <w:rPr>
                <w:rtl/>
              </w:rPr>
              <w:t>لفّ</w:t>
            </w:r>
            <w:r>
              <w:rPr>
                <w:rtl/>
              </w:rPr>
              <w:t>َ</w:t>
            </w:r>
            <w:r w:rsidRPr="009647FC">
              <w:rPr>
                <w:rtl/>
              </w:rPr>
              <w:t>اً</w:t>
            </w:r>
            <w:r>
              <w:rPr>
                <w:rtl/>
              </w:rPr>
              <w:t xml:space="preserve"> </w:t>
            </w:r>
            <w:r w:rsidRPr="009647FC">
              <w:rPr>
                <w:rtl/>
              </w:rPr>
              <w:t>ونشرا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كل</w:t>
            </w:r>
            <w:r w:rsidRPr="00B371C6">
              <w:rPr>
                <w:rtl/>
              </w:rPr>
              <w:t>ِ</w:t>
            </w:r>
            <w:r w:rsidRPr="009647FC">
              <w:rPr>
                <w:rtl/>
              </w:rPr>
              <w:t>مٌ</w:t>
            </w:r>
            <w:r>
              <w:rPr>
                <w:rtl/>
              </w:rPr>
              <w:t xml:space="preserve"> </w:t>
            </w:r>
            <w:r w:rsidRPr="009647FC">
              <w:rPr>
                <w:rtl/>
              </w:rPr>
              <w:t>كل</w:t>
            </w:r>
            <w:r w:rsidRPr="00B371C6">
              <w:rPr>
                <w:rtl/>
              </w:rPr>
              <w:t>ّ</w:t>
            </w:r>
            <w:r w:rsidRPr="009647FC">
              <w:rPr>
                <w:rtl/>
              </w:rPr>
              <w:t>ه</w:t>
            </w:r>
            <w:r>
              <w:rPr>
                <w:rtl/>
              </w:rPr>
              <w:t xml:space="preserve"> </w:t>
            </w:r>
            <w:r w:rsidRPr="009647FC">
              <w:rPr>
                <w:rtl/>
              </w:rPr>
              <w:t>سبائك</w:t>
            </w:r>
            <w:r>
              <w:rPr>
                <w:rtl/>
              </w:rPr>
              <w:t xml:space="preserve"> </w:t>
            </w:r>
            <w:r w:rsidRPr="009647FC">
              <w:rPr>
                <w:rtl/>
              </w:rPr>
              <w:t>تبرٍ</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ما</w:t>
            </w:r>
            <w:r>
              <w:rPr>
                <w:rtl/>
              </w:rPr>
              <w:t xml:space="preserve"> </w:t>
            </w:r>
            <w:r w:rsidRPr="009647FC">
              <w:rPr>
                <w:rtl/>
              </w:rPr>
              <w:t>سكن</w:t>
            </w:r>
            <w:r>
              <w:rPr>
                <w:rtl/>
              </w:rPr>
              <w:t xml:space="preserve"> </w:t>
            </w:r>
            <w:r w:rsidRPr="009647FC">
              <w:rPr>
                <w:rtl/>
              </w:rPr>
              <w:t>الأفكار</w:t>
            </w:r>
            <w:r>
              <w:rPr>
                <w:rtl/>
              </w:rPr>
              <w:t xml:space="preserve"> </w:t>
            </w:r>
            <w:r w:rsidRPr="009647FC">
              <w:rPr>
                <w:rtl/>
              </w:rPr>
              <w:t>شرواه</w:t>
            </w:r>
            <w:r w:rsidRPr="004E7EC6">
              <w:rPr>
                <w:rStyle w:val="libFootnotenumChar"/>
                <w:rtl/>
              </w:rPr>
              <w:t>(1)</w:t>
            </w:r>
            <w:r>
              <w:rPr>
                <w:rtl/>
              </w:rPr>
              <w:t xml:space="preserve"> </w:t>
            </w:r>
            <w:r w:rsidRPr="009647FC">
              <w:rPr>
                <w:rtl/>
              </w:rPr>
              <w:t>تبرا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صغته</w:t>
            </w:r>
            <w:r w:rsidR="004C00A8">
              <w:rPr>
                <w:rtl/>
              </w:rPr>
              <w:t xml:space="preserve"> </w:t>
            </w:r>
            <w:r w:rsidRPr="009647FC">
              <w:rPr>
                <w:rtl/>
              </w:rPr>
              <w:t>باهر</w:t>
            </w:r>
            <w:r>
              <w:rPr>
                <w:rtl/>
              </w:rPr>
              <w:t xml:space="preserve">َ </w:t>
            </w:r>
            <w:r w:rsidRPr="009647FC">
              <w:rPr>
                <w:rtl/>
              </w:rPr>
              <w:t>المعاني</w:t>
            </w:r>
            <w:r>
              <w:rPr>
                <w:rtl/>
              </w:rPr>
              <w:t xml:space="preserve"> </w:t>
            </w:r>
            <w:r w:rsidRPr="009647FC">
              <w:rPr>
                <w:rtl/>
              </w:rPr>
              <w:t>فقلنا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إنّ</w:t>
            </w:r>
            <w:r>
              <w:rPr>
                <w:rtl/>
              </w:rPr>
              <w:t xml:space="preserve">َ </w:t>
            </w:r>
            <w:r w:rsidRPr="009647FC">
              <w:rPr>
                <w:rtl/>
              </w:rPr>
              <w:t>لله</w:t>
            </w:r>
            <w:r>
              <w:rPr>
                <w:rtl/>
              </w:rPr>
              <w:t xml:space="preserve"> </w:t>
            </w:r>
            <w:r w:rsidRPr="009647FC">
              <w:rPr>
                <w:rtl/>
              </w:rPr>
              <w:t>في</w:t>
            </w:r>
            <w:r>
              <w:rPr>
                <w:rtl/>
              </w:rPr>
              <w:t xml:space="preserve"> </w:t>
            </w:r>
            <w:r w:rsidRPr="009647FC">
              <w:rPr>
                <w:rtl/>
              </w:rPr>
              <w:t>معانيك</w:t>
            </w:r>
            <w:r>
              <w:rPr>
                <w:rtl/>
              </w:rPr>
              <w:t xml:space="preserve"> </w:t>
            </w:r>
            <w:r w:rsidRPr="009647FC">
              <w:rPr>
                <w:rtl/>
              </w:rPr>
              <w:t>سرّا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قد</w:t>
            </w:r>
            <w:r w:rsidR="004C00A8">
              <w:rPr>
                <w:rtl/>
              </w:rPr>
              <w:t xml:space="preserve"> </w:t>
            </w:r>
            <w:r w:rsidRPr="009647FC">
              <w:rPr>
                <w:rtl/>
              </w:rPr>
              <w:t>تجلّ</w:t>
            </w:r>
            <w:r>
              <w:rPr>
                <w:rtl/>
              </w:rPr>
              <w:t>َ</w:t>
            </w:r>
            <w:r w:rsidRPr="009647FC">
              <w:rPr>
                <w:rtl/>
              </w:rPr>
              <w:t>ى</w:t>
            </w:r>
            <w:r>
              <w:rPr>
                <w:rtl/>
              </w:rPr>
              <w:t xml:space="preserve"> </w:t>
            </w:r>
            <w:r w:rsidRPr="009647FC">
              <w:rPr>
                <w:rtl/>
              </w:rPr>
              <w:t>بدر</w:t>
            </w:r>
            <w:r w:rsidRPr="004E7EC6">
              <w:rPr>
                <w:rStyle w:val="libFootnotenumChar"/>
                <w:rtl/>
              </w:rPr>
              <w:t>(2)</w:t>
            </w:r>
            <w:r>
              <w:rPr>
                <w:rtl/>
              </w:rPr>
              <w:t xml:space="preserve"> </w:t>
            </w:r>
            <w:r w:rsidRPr="009647FC">
              <w:rPr>
                <w:rtl/>
              </w:rPr>
              <w:t>نظمك</w:t>
            </w:r>
            <w:r>
              <w:rPr>
                <w:rtl/>
              </w:rPr>
              <w:t xml:space="preserve"> </w:t>
            </w:r>
            <w:r w:rsidRPr="009647FC">
              <w:rPr>
                <w:rtl/>
              </w:rPr>
              <w:t>عصرٌ</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جئت</w:t>
            </w:r>
            <w:r>
              <w:rPr>
                <w:rtl/>
              </w:rPr>
              <w:t xml:space="preserve">َ </w:t>
            </w:r>
            <w:r w:rsidRPr="009647FC">
              <w:rPr>
                <w:rtl/>
              </w:rPr>
              <w:t>فرداً</w:t>
            </w:r>
            <w:r>
              <w:rPr>
                <w:rtl/>
              </w:rPr>
              <w:t xml:space="preserve"> </w:t>
            </w:r>
            <w:r w:rsidRPr="009647FC">
              <w:rPr>
                <w:rtl/>
              </w:rPr>
              <w:t>به</w:t>
            </w:r>
            <w:r>
              <w:rPr>
                <w:rtl/>
              </w:rPr>
              <w:t xml:space="preserve"> </w:t>
            </w:r>
            <w:r w:rsidRPr="009647FC">
              <w:rPr>
                <w:rtl/>
              </w:rPr>
              <w:t>فناهيك</w:t>
            </w:r>
            <w:r>
              <w:rPr>
                <w:rtl/>
              </w:rPr>
              <w:t xml:space="preserve"> </w:t>
            </w:r>
            <w:r w:rsidRPr="009647FC">
              <w:rPr>
                <w:rtl/>
              </w:rPr>
              <w:t>عصرا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وهدت</w:t>
            </w:r>
            <w:r>
              <w:rPr>
                <w:rtl/>
              </w:rPr>
              <w:t xml:space="preserve"> </w:t>
            </w:r>
            <w:r w:rsidRPr="009647FC">
              <w:rPr>
                <w:rtl/>
              </w:rPr>
              <w:t>قالة</w:t>
            </w:r>
            <w:r>
              <w:rPr>
                <w:rtl/>
              </w:rPr>
              <w:t xml:space="preserve"> </w:t>
            </w:r>
            <w:r w:rsidRPr="009647FC">
              <w:rPr>
                <w:rtl/>
              </w:rPr>
              <w:t>القريض</w:t>
            </w:r>
            <w:r>
              <w:rPr>
                <w:rtl/>
              </w:rPr>
              <w:t xml:space="preserve"> </w:t>
            </w:r>
            <w:r w:rsidRPr="009647FC">
              <w:rPr>
                <w:rtl/>
              </w:rPr>
              <w:t>نجومٌ</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طلعت</w:t>
            </w:r>
            <w:r>
              <w:rPr>
                <w:rtl/>
              </w:rPr>
              <w:t xml:space="preserve"> </w:t>
            </w:r>
            <w:r w:rsidRPr="009647FC">
              <w:rPr>
                <w:rtl/>
              </w:rPr>
              <w:t>في</w:t>
            </w:r>
            <w:r>
              <w:rPr>
                <w:rtl/>
              </w:rPr>
              <w:t xml:space="preserve"> </w:t>
            </w:r>
            <w:r w:rsidRPr="009647FC">
              <w:rPr>
                <w:rtl/>
              </w:rPr>
              <w:t>سماء</w:t>
            </w:r>
            <w:r>
              <w:rPr>
                <w:rtl/>
              </w:rPr>
              <w:t xml:space="preserve"> </w:t>
            </w:r>
            <w:r w:rsidRPr="009647FC">
              <w:rPr>
                <w:rtl/>
              </w:rPr>
              <w:t>طرسك</w:t>
            </w:r>
            <w:r>
              <w:rPr>
                <w:rtl/>
              </w:rPr>
              <w:t xml:space="preserve"> </w:t>
            </w:r>
            <w:r w:rsidRPr="009647FC">
              <w:rPr>
                <w:rtl/>
              </w:rPr>
              <w:t>زُهرا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ذكرتنا</w:t>
            </w:r>
            <w:r w:rsidR="004C00A8">
              <w:rPr>
                <w:rtl/>
              </w:rPr>
              <w:t xml:space="preserve"> </w:t>
            </w:r>
            <w:r>
              <w:rPr>
                <w:rtl/>
              </w:rPr>
              <w:t>(</w:t>
            </w:r>
            <w:r w:rsidRPr="009647FC">
              <w:rPr>
                <w:rtl/>
              </w:rPr>
              <w:t>ذكرى</w:t>
            </w:r>
            <w:r>
              <w:rPr>
                <w:rtl/>
              </w:rPr>
              <w:t xml:space="preserve"> </w:t>
            </w:r>
            <w:r w:rsidRPr="009647FC">
              <w:rPr>
                <w:rtl/>
              </w:rPr>
              <w:t>حبيبٍ</w:t>
            </w:r>
            <w:r>
              <w:rPr>
                <w:rtl/>
              </w:rPr>
              <w:t xml:space="preserve">) </w:t>
            </w:r>
            <w:r w:rsidRPr="009647FC">
              <w:rPr>
                <w:rtl/>
              </w:rPr>
              <w:t>فقلنا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إنّ</w:t>
            </w:r>
            <w:r>
              <w:rPr>
                <w:rtl/>
              </w:rPr>
              <w:t xml:space="preserve">َ </w:t>
            </w:r>
            <w:r w:rsidRPr="009647FC">
              <w:rPr>
                <w:rtl/>
              </w:rPr>
              <w:t>في</w:t>
            </w:r>
            <w:r>
              <w:rPr>
                <w:rtl/>
              </w:rPr>
              <w:t xml:space="preserve"> </w:t>
            </w:r>
            <w:r w:rsidRPr="009647FC">
              <w:rPr>
                <w:rtl/>
              </w:rPr>
              <w:t>هذه</w:t>
            </w:r>
            <w:r>
              <w:rPr>
                <w:rtl/>
              </w:rPr>
              <w:t xml:space="preserve"> </w:t>
            </w:r>
            <w:r w:rsidRPr="009647FC">
              <w:rPr>
                <w:rtl/>
              </w:rPr>
              <w:t>القوافي</w:t>
            </w:r>
            <w:r>
              <w:rPr>
                <w:rtl/>
              </w:rPr>
              <w:t xml:space="preserve"> </w:t>
            </w:r>
            <w:r w:rsidRPr="009647FC">
              <w:rPr>
                <w:rtl/>
              </w:rPr>
              <w:t>لذكرى</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وسقتنا</w:t>
            </w:r>
            <w:r>
              <w:rPr>
                <w:rtl/>
              </w:rPr>
              <w:t xml:space="preserve"> (</w:t>
            </w:r>
            <w:r w:rsidRPr="009647FC">
              <w:rPr>
                <w:rtl/>
              </w:rPr>
              <w:t>غيث</w:t>
            </w:r>
            <w:r w:rsidRPr="004E7EC6">
              <w:rPr>
                <w:rStyle w:val="libFootnotenumChar"/>
                <w:rtl/>
              </w:rPr>
              <w:t>(3)</w:t>
            </w:r>
            <w:r>
              <w:rPr>
                <w:rtl/>
              </w:rPr>
              <w:t xml:space="preserve"> </w:t>
            </w:r>
            <w:r w:rsidRPr="009647FC">
              <w:rPr>
                <w:rtl/>
              </w:rPr>
              <w:t>الوليد</w:t>
            </w:r>
            <w:r>
              <w:rPr>
                <w:rtl/>
              </w:rPr>
              <w:t xml:space="preserve">) </w:t>
            </w:r>
            <w:r w:rsidRPr="009647FC">
              <w:rPr>
                <w:rtl/>
              </w:rPr>
              <w:t>فقلنا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أنت</w:t>
            </w:r>
            <w:r w:rsidR="004C00A8">
              <w:rPr>
                <w:rtl/>
              </w:rPr>
              <w:t xml:space="preserve"> </w:t>
            </w:r>
            <w:r w:rsidRPr="009647FC">
              <w:rPr>
                <w:rtl/>
              </w:rPr>
              <w:t>بالانسجام</w:t>
            </w:r>
            <w:r>
              <w:rPr>
                <w:rtl/>
              </w:rPr>
              <w:t xml:space="preserve"> </w:t>
            </w:r>
            <w:r w:rsidRPr="009647FC">
              <w:rPr>
                <w:rtl/>
              </w:rPr>
              <w:t>يا</w:t>
            </w:r>
            <w:r>
              <w:rPr>
                <w:rtl/>
              </w:rPr>
              <w:t xml:space="preserve"> </w:t>
            </w:r>
            <w:r w:rsidRPr="009647FC">
              <w:rPr>
                <w:rtl/>
              </w:rPr>
              <w:t>غيث</w:t>
            </w:r>
            <w:r>
              <w:rPr>
                <w:rtl/>
              </w:rPr>
              <w:t xml:space="preserve"> </w:t>
            </w:r>
            <w:r w:rsidRPr="009647FC">
              <w:rPr>
                <w:rtl/>
              </w:rPr>
              <w:t>أحرى</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وتلت</w:t>
            </w:r>
            <w:r w:rsidR="004C00A8">
              <w:rPr>
                <w:rtl/>
              </w:rPr>
              <w:t xml:space="preserve"> </w:t>
            </w:r>
            <w:r>
              <w:rPr>
                <w:rtl/>
              </w:rPr>
              <w:t>(</w:t>
            </w:r>
            <w:r w:rsidRPr="009647FC">
              <w:rPr>
                <w:rtl/>
              </w:rPr>
              <w:t>م</w:t>
            </w:r>
            <w:r w:rsidRPr="00B371C6">
              <w:rPr>
                <w:rtl/>
              </w:rPr>
              <w:t>ُ</w:t>
            </w:r>
            <w:r w:rsidRPr="009647FC">
              <w:rPr>
                <w:rtl/>
              </w:rPr>
              <w:t>عجزاً</w:t>
            </w:r>
            <w:r>
              <w:rPr>
                <w:rtl/>
              </w:rPr>
              <w:t xml:space="preserve"> </w:t>
            </w:r>
            <w:r w:rsidRPr="009647FC">
              <w:rPr>
                <w:rtl/>
              </w:rPr>
              <w:t>لأحمد</w:t>
            </w:r>
            <w:r>
              <w:rPr>
                <w:rtl/>
              </w:rPr>
              <w:t xml:space="preserve">) </w:t>
            </w:r>
            <w:r w:rsidRPr="009647FC">
              <w:rPr>
                <w:rtl/>
              </w:rPr>
              <w:t>يدعو</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م</w:t>
            </w:r>
            <w:r w:rsidRPr="00B371C6">
              <w:rPr>
                <w:rtl/>
              </w:rPr>
              <w:t>َ</w:t>
            </w:r>
            <w:r w:rsidRPr="009647FC">
              <w:rPr>
                <w:rtl/>
              </w:rPr>
              <w:t>نْ</w:t>
            </w:r>
            <w:r>
              <w:rPr>
                <w:rtl/>
              </w:rPr>
              <w:t xml:space="preserve"> </w:t>
            </w:r>
            <w:r w:rsidRPr="009647FC">
              <w:rPr>
                <w:rtl/>
              </w:rPr>
              <w:t>وعاه:</w:t>
            </w:r>
            <w:r>
              <w:rPr>
                <w:rtl/>
              </w:rPr>
              <w:t xml:space="preserve"> </w:t>
            </w:r>
            <w:r w:rsidRPr="009647FC">
              <w:rPr>
                <w:rtl/>
              </w:rPr>
              <w:t>آمنتُ</w:t>
            </w:r>
            <w:r>
              <w:rPr>
                <w:rtl/>
              </w:rPr>
              <w:t xml:space="preserve"> </w:t>
            </w:r>
            <w:r w:rsidRPr="009647FC">
              <w:rPr>
                <w:rtl/>
              </w:rPr>
              <w:t>سرّاً</w:t>
            </w:r>
            <w:r>
              <w:rPr>
                <w:rtl/>
              </w:rPr>
              <w:t xml:space="preserve"> </w:t>
            </w:r>
            <w:r w:rsidRPr="009647FC">
              <w:rPr>
                <w:rtl/>
              </w:rPr>
              <w:t>وجهرا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فاجتنينا</w:t>
            </w:r>
            <w:r>
              <w:rPr>
                <w:rtl/>
              </w:rPr>
              <w:t xml:space="preserve"> </w:t>
            </w:r>
            <w:r w:rsidRPr="009647FC">
              <w:rPr>
                <w:rtl/>
              </w:rPr>
              <w:t>للأُنس</w:t>
            </w:r>
            <w:r>
              <w:rPr>
                <w:rtl/>
              </w:rPr>
              <w:t xml:space="preserve"> </w:t>
            </w:r>
            <w:r w:rsidRPr="009647FC">
              <w:rPr>
                <w:rtl/>
              </w:rPr>
              <w:t>زهرة</w:t>
            </w:r>
            <w:r>
              <w:rPr>
                <w:rtl/>
              </w:rPr>
              <w:t xml:space="preserve"> </w:t>
            </w:r>
            <w:r w:rsidRPr="009647FC">
              <w:rPr>
                <w:rtl/>
              </w:rPr>
              <w:t>روضٍ</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واجتلينا</w:t>
            </w:r>
            <w:r w:rsidR="004C00A8">
              <w:rPr>
                <w:rtl/>
              </w:rPr>
              <w:t xml:space="preserve"> </w:t>
            </w:r>
            <w:r w:rsidRPr="009647FC">
              <w:rPr>
                <w:rtl/>
              </w:rPr>
              <w:t>كالشمس</w:t>
            </w:r>
            <w:r>
              <w:rPr>
                <w:rtl/>
              </w:rPr>
              <w:t xml:space="preserve"> </w:t>
            </w:r>
            <w:r w:rsidRPr="009647FC">
              <w:rPr>
                <w:rtl/>
              </w:rPr>
              <w:t>عذراء</w:t>
            </w:r>
            <w:r>
              <w:rPr>
                <w:rtl/>
              </w:rPr>
              <w:t xml:space="preserve"> </w:t>
            </w:r>
            <w:r w:rsidRPr="009647FC">
              <w:rPr>
                <w:rtl/>
              </w:rPr>
              <w:t>بكرا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ينثني</w:t>
            </w:r>
            <w:r>
              <w:rPr>
                <w:rtl/>
              </w:rPr>
              <w:t xml:space="preserve"> </w:t>
            </w:r>
            <w:r w:rsidRPr="009647FC">
              <w:rPr>
                <w:rtl/>
              </w:rPr>
              <w:t>العقلُ</w:t>
            </w:r>
            <w:r>
              <w:rPr>
                <w:rtl/>
              </w:rPr>
              <w:t xml:space="preserve"> </w:t>
            </w:r>
            <w:r w:rsidRPr="009647FC">
              <w:rPr>
                <w:rtl/>
              </w:rPr>
              <w:t>حين</w:t>
            </w:r>
            <w:r>
              <w:rPr>
                <w:rtl/>
              </w:rPr>
              <w:t xml:space="preserve"> </w:t>
            </w:r>
            <w:r w:rsidRPr="009647FC">
              <w:rPr>
                <w:rtl/>
              </w:rPr>
              <w:t>تتلى</w:t>
            </w:r>
            <w:r>
              <w:rPr>
                <w:rtl/>
              </w:rPr>
              <w:t xml:space="preserve"> </w:t>
            </w:r>
            <w:r w:rsidRPr="009647FC">
              <w:rPr>
                <w:rtl/>
              </w:rPr>
              <w:t>كأنّ</w:t>
            </w:r>
            <w:r>
              <w:rPr>
                <w:rtl/>
              </w:rPr>
              <w:t xml:space="preserve">َ </w:t>
            </w:r>
            <w:r w:rsidRPr="009647FC">
              <w:rPr>
                <w:rtl/>
              </w:rPr>
              <w:t>الـ</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لفظ</w:t>
            </w:r>
            <w:r>
              <w:rPr>
                <w:rtl/>
              </w:rPr>
              <w:t xml:space="preserve"> </w:t>
            </w:r>
            <w:r w:rsidRPr="009647FC">
              <w:rPr>
                <w:rtl/>
              </w:rPr>
              <w:t>كأسٌ</w:t>
            </w:r>
            <w:r>
              <w:rPr>
                <w:rtl/>
              </w:rPr>
              <w:t xml:space="preserve"> </w:t>
            </w:r>
            <w:r w:rsidRPr="009647FC">
              <w:rPr>
                <w:rtl/>
              </w:rPr>
              <w:t>والسمع</w:t>
            </w:r>
            <w:r>
              <w:rPr>
                <w:rtl/>
              </w:rPr>
              <w:t xml:space="preserve"> </w:t>
            </w:r>
            <w:r w:rsidRPr="009647FC">
              <w:rPr>
                <w:rtl/>
              </w:rPr>
              <w:t>يرتاح</w:t>
            </w:r>
            <w:r>
              <w:rPr>
                <w:rtl/>
              </w:rPr>
              <w:t xml:space="preserve"> </w:t>
            </w:r>
            <w:r w:rsidRPr="009647FC">
              <w:rPr>
                <w:rtl/>
              </w:rPr>
              <w:t>سكرا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فأرى</w:t>
            </w:r>
            <w:r>
              <w:rPr>
                <w:rtl/>
              </w:rPr>
              <w:t xml:space="preserve"> (</w:t>
            </w:r>
            <w:r w:rsidRPr="009647FC">
              <w:rPr>
                <w:rtl/>
              </w:rPr>
              <w:t>الخضر</w:t>
            </w:r>
            <w:r>
              <w:rPr>
                <w:rtl/>
              </w:rPr>
              <w:t xml:space="preserve">) </w:t>
            </w:r>
            <w:r w:rsidRPr="009647FC">
              <w:rPr>
                <w:rtl/>
              </w:rPr>
              <w:t>أنت</w:t>
            </w:r>
            <w:r>
              <w:rPr>
                <w:rtl/>
              </w:rPr>
              <w:t xml:space="preserve"> </w:t>
            </w:r>
            <w:r w:rsidRPr="009647FC">
              <w:rPr>
                <w:rtl/>
              </w:rPr>
              <w:t>لكن</w:t>
            </w:r>
            <w:r>
              <w:rPr>
                <w:rtl/>
              </w:rPr>
              <w:t xml:space="preserve"> </w:t>
            </w:r>
            <w:r w:rsidRPr="009647FC">
              <w:rPr>
                <w:rtl/>
              </w:rPr>
              <w:t>لديه</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Pr>
                <w:rtl/>
              </w:rPr>
              <w:t>(</w:t>
            </w:r>
            <w:r w:rsidRPr="009647FC">
              <w:rPr>
                <w:rtl/>
              </w:rPr>
              <w:t>عين</w:t>
            </w:r>
            <w:r>
              <w:rPr>
                <w:rtl/>
              </w:rPr>
              <w:t xml:space="preserve"> </w:t>
            </w:r>
            <w:r w:rsidRPr="009647FC">
              <w:rPr>
                <w:rtl/>
              </w:rPr>
              <w:t>ماء</w:t>
            </w:r>
            <w:r>
              <w:rPr>
                <w:rtl/>
              </w:rPr>
              <w:t xml:space="preserve"> </w:t>
            </w:r>
            <w:r w:rsidRPr="009647FC">
              <w:rPr>
                <w:rtl/>
              </w:rPr>
              <w:t>الحياة</w:t>
            </w:r>
            <w:r>
              <w:rPr>
                <w:rtl/>
              </w:rPr>
              <w:t xml:space="preserve">) </w:t>
            </w:r>
            <w:r w:rsidRPr="009647FC">
              <w:rPr>
                <w:rtl/>
              </w:rPr>
              <w:t>تنبع</w:t>
            </w:r>
            <w:r>
              <w:rPr>
                <w:rtl/>
              </w:rPr>
              <w:t xml:space="preserve"> </w:t>
            </w:r>
            <w:r w:rsidRPr="009647FC">
              <w:rPr>
                <w:rtl/>
              </w:rPr>
              <w:t>خمرا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هي</w:t>
            </w:r>
            <w:r w:rsidR="004C00A8">
              <w:rPr>
                <w:rtl/>
              </w:rPr>
              <w:t xml:space="preserve"> </w:t>
            </w:r>
            <w:r w:rsidRPr="009647FC">
              <w:rPr>
                <w:rtl/>
              </w:rPr>
              <w:t>آياتُ</w:t>
            </w:r>
            <w:r>
              <w:rPr>
                <w:rtl/>
              </w:rPr>
              <w:t xml:space="preserve"> </w:t>
            </w:r>
            <w:r w:rsidRPr="009647FC">
              <w:rPr>
                <w:rtl/>
              </w:rPr>
              <w:t>مرسلٍ</w:t>
            </w:r>
            <w:r>
              <w:rPr>
                <w:rtl/>
              </w:rPr>
              <w:t xml:space="preserve"> </w:t>
            </w:r>
            <w:r w:rsidRPr="009647FC">
              <w:rPr>
                <w:rtl/>
              </w:rPr>
              <w:t>بالقوافي</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رب</w:t>
            </w:r>
            <w:r w:rsidRPr="00B371C6">
              <w:rPr>
                <w:rtl/>
              </w:rPr>
              <w:t>ُ</w:t>
            </w:r>
            <w:r w:rsidRPr="009647FC">
              <w:rPr>
                <w:rtl/>
              </w:rPr>
              <w:t>ها</w:t>
            </w:r>
            <w:r>
              <w:rPr>
                <w:rtl/>
              </w:rPr>
              <w:t xml:space="preserve"> </w:t>
            </w:r>
            <w:r w:rsidRPr="009647FC">
              <w:rPr>
                <w:rtl/>
              </w:rPr>
              <w:t>قد</w:t>
            </w:r>
            <w:r>
              <w:rPr>
                <w:rtl/>
              </w:rPr>
              <w:t xml:space="preserve"> </w:t>
            </w:r>
            <w:r w:rsidRPr="009647FC">
              <w:rPr>
                <w:rtl/>
              </w:rPr>
              <w:t>أحاط</w:t>
            </w:r>
            <w:r>
              <w:rPr>
                <w:rtl/>
              </w:rPr>
              <w:t xml:space="preserve"> </w:t>
            </w:r>
            <w:r w:rsidRPr="009647FC">
              <w:rPr>
                <w:rtl/>
              </w:rPr>
              <w:t>بالنظم</w:t>
            </w:r>
            <w:r>
              <w:rPr>
                <w:rtl/>
              </w:rPr>
              <w:t xml:space="preserve"> </w:t>
            </w:r>
            <w:r w:rsidRPr="009647FC">
              <w:rPr>
                <w:rtl/>
              </w:rPr>
              <w:t>خبرا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قد</w:t>
            </w:r>
            <w:r>
              <w:rPr>
                <w:rtl/>
              </w:rPr>
              <w:t xml:space="preserve"> </w:t>
            </w:r>
            <w:r w:rsidRPr="009647FC">
              <w:rPr>
                <w:rtl/>
              </w:rPr>
              <w:t>قرأنا</w:t>
            </w:r>
            <w:r>
              <w:rPr>
                <w:rtl/>
              </w:rPr>
              <w:t xml:space="preserve"> </w:t>
            </w:r>
            <w:r w:rsidRPr="009647FC">
              <w:rPr>
                <w:rtl/>
              </w:rPr>
              <w:t>عزائم</w:t>
            </w:r>
            <w:r>
              <w:rPr>
                <w:rtl/>
              </w:rPr>
              <w:t xml:space="preserve"> </w:t>
            </w:r>
            <w:r w:rsidRPr="009647FC">
              <w:rPr>
                <w:rtl/>
              </w:rPr>
              <w:t>الشعر</w:t>
            </w:r>
            <w:r>
              <w:rPr>
                <w:rtl/>
              </w:rPr>
              <w:t xml:space="preserve"> </w:t>
            </w:r>
            <w:r w:rsidRPr="009647FC">
              <w:rPr>
                <w:rtl/>
              </w:rPr>
              <w:t>منها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وسجدنا</w:t>
            </w:r>
            <w:r>
              <w:rPr>
                <w:rtl/>
              </w:rPr>
              <w:t xml:space="preserve"> </w:t>
            </w:r>
            <w:r w:rsidRPr="009647FC">
              <w:rPr>
                <w:rtl/>
              </w:rPr>
              <w:t>لله</w:t>
            </w:r>
            <w:r>
              <w:rPr>
                <w:rtl/>
              </w:rPr>
              <w:t xml:space="preserve"> </w:t>
            </w:r>
            <w:r w:rsidRPr="009647FC">
              <w:rPr>
                <w:rtl/>
              </w:rPr>
              <w:t>حمداً</w:t>
            </w:r>
            <w:r>
              <w:rPr>
                <w:rtl/>
              </w:rPr>
              <w:t xml:space="preserve"> </w:t>
            </w:r>
            <w:r w:rsidRPr="009647FC">
              <w:rPr>
                <w:rtl/>
              </w:rPr>
              <w:t>وشكرا</w:t>
            </w:r>
            <w:r w:rsidRPr="00524A24">
              <w:rPr>
                <w:rStyle w:val="libPoemTiniChar0"/>
                <w:rtl/>
              </w:rPr>
              <w:br/>
              <w:t> </w:t>
            </w:r>
          </w:p>
        </w:tc>
      </w:tr>
    </w:tbl>
    <w:p w:rsidR="009647FC" w:rsidRPr="00524A24" w:rsidRDefault="009647FC" w:rsidP="004E7EC6">
      <w:pPr>
        <w:pStyle w:val="libNormal"/>
      </w:pPr>
      <w:r w:rsidRPr="004E7EC6">
        <w:rPr>
          <w:rtl/>
        </w:rPr>
        <w:t>وقال مقرظاً رسائل العلاّمة الميرزا محمد الهمداني</w:t>
      </w:r>
      <w:r w:rsidRPr="004E7EC6">
        <w:rPr>
          <w:rStyle w:val="libFootnotenumChar"/>
          <w:rtl/>
        </w:rPr>
        <w:t>(4)</w:t>
      </w:r>
      <w:r w:rsidRPr="004E7EC6">
        <w:rPr>
          <w:rtl/>
        </w:rPr>
        <w:t>، ومذيّلاً للتقريظ برسالةٍ</w:t>
      </w:r>
      <w:r w:rsidR="00D769AB">
        <w:rPr>
          <w:rtl/>
        </w:rPr>
        <w:t>:</w:t>
      </w:r>
    </w:p>
    <w:tbl>
      <w:tblPr>
        <w:tblStyle w:val="TableGrid"/>
        <w:bidiVisual/>
        <w:tblW w:w="4562" w:type="pct"/>
        <w:tblInd w:w="384" w:type="dxa"/>
        <w:tblLook w:val="04A0"/>
      </w:tblPr>
      <w:tblGrid>
        <w:gridCol w:w="3902"/>
        <w:gridCol w:w="301"/>
        <w:gridCol w:w="3884"/>
      </w:tblGrid>
      <w:tr w:rsidR="00FD0C47" w:rsidRPr="00524A24" w:rsidTr="00A93A43">
        <w:trPr>
          <w:trHeight w:val="350"/>
        </w:trPr>
        <w:tc>
          <w:tcPr>
            <w:tcW w:w="3902" w:type="dxa"/>
          </w:tcPr>
          <w:p w:rsidR="00FD0C47" w:rsidRPr="00524A24" w:rsidRDefault="00FD0C47" w:rsidP="00A93A43">
            <w:pPr>
              <w:pStyle w:val="libPoem"/>
            </w:pPr>
            <w:r w:rsidRPr="009647FC">
              <w:rPr>
                <w:rtl/>
              </w:rPr>
              <w:t>أنطقت</w:t>
            </w:r>
            <w:r>
              <w:rPr>
                <w:rtl/>
              </w:rPr>
              <w:t>َ</w:t>
            </w:r>
            <w:r w:rsidR="004C00A8">
              <w:rPr>
                <w:rtl/>
              </w:rPr>
              <w:t xml:space="preserve"> </w:t>
            </w:r>
            <w:r w:rsidRPr="009647FC">
              <w:rPr>
                <w:rtl/>
              </w:rPr>
              <w:t>بارعةً</w:t>
            </w:r>
            <w:r>
              <w:rPr>
                <w:rtl/>
              </w:rPr>
              <w:t xml:space="preserve"> </w:t>
            </w:r>
            <w:r w:rsidRPr="009647FC">
              <w:rPr>
                <w:rtl/>
              </w:rPr>
              <w:t>يرى</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حتى</w:t>
            </w:r>
            <w:r w:rsidR="004C00A8">
              <w:rPr>
                <w:rtl/>
              </w:rPr>
              <w:t xml:space="preserve"> </w:t>
            </w:r>
            <w:r w:rsidRPr="009647FC">
              <w:rPr>
                <w:rtl/>
              </w:rPr>
              <w:t>العدوُّ</w:t>
            </w:r>
            <w:r>
              <w:rPr>
                <w:rtl/>
              </w:rPr>
              <w:t xml:space="preserve"> </w:t>
            </w:r>
            <w:r w:rsidRPr="009647FC">
              <w:rPr>
                <w:rtl/>
              </w:rPr>
              <w:t>وفاق</w:t>
            </w:r>
            <w:r w:rsidRPr="00B371C6">
              <w:rPr>
                <w:rtl/>
              </w:rPr>
              <w:t>َ</w:t>
            </w:r>
            <w:r w:rsidRPr="009647FC">
              <w:rPr>
                <w:rtl/>
              </w:rPr>
              <w:t>ها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الشروى</w:t>
      </w:r>
      <w:r w:rsidR="00D769AB">
        <w:rPr>
          <w:rtl/>
        </w:rPr>
        <w:t>:</w:t>
      </w:r>
      <w:r w:rsidRPr="009647FC">
        <w:rPr>
          <w:rtl/>
        </w:rPr>
        <w:t xml:space="preserve"> المثل</w:t>
      </w:r>
      <w:r w:rsidR="00D769AB">
        <w:rPr>
          <w:rtl/>
        </w:rPr>
        <w:t>.</w:t>
      </w:r>
      <w:r w:rsidRPr="009647FC">
        <w:rPr>
          <w:rtl/>
        </w:rPr>
        <w:t xml:space="preserve"> يُقال</w:t>
      </w:r>
      <w:r w:rsidR="00D769AB">
        <w:rPr>
          <w:rtl/>
        </w:rPr>
        <w:t>:</w:t>
      </w:r>
      <w:r w:rsidRPr="009647FC">
        <w:rPr>
          <w:rtl/>
        </w:rPr>
        <w:t xml:space="preserve"> </w:t>
      </w:r>
      <w:r w:rsidR="00D769AB">
        <w:rPr>
          <w:rtl/>
        </w:rPr>
        <w:t>(</w:t>
      </w:r>
      <w:r w:rsidRPr="009647FC">
        <w:rPr>
          <w:rtl/>
        </w:rPr>
        <w:t>لا يملك شروى نقير</w:t>
      </w:r>
      <w:r w:rsidR="00D769AB">
        <w:rPr>
          <w:rtl/>
        </w:rPr>
        <w:t>)،</w:t>
      </w:r>
      <w:r w:rsidRPr="009647FC">
        <w:rPr>
          <w:rtl/>
        </w:rPr>
        <w:t xml:space="preserve"> أي مثل نقير</w:t>
      </w:r>
      <w:r w:rsidR="00D769AB">
        <w:rPr>
          <w:rtl/>
        </w:rPr>
        <w:t>،</w:t>
      </w:r>
      <w:r w:rsidRPr="009647FC">
        <w:rPr>
          <w:rtl/>
        </w:rPr>
        <w:t xml:space="preserve"> والنقير نكتة في النواة</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 نسخة</w:t>
      </w:r>
      <w:r w:rsidR="00D769AB">
        <w:rPr>
          <w:rtl/>
        </w:rPr>
        <w:t>:</w:t>
      </w:r>
      <w:r w:rsidRPr="009647FC">
        <w:rPr>
          <w:rtl/>
        </w:rPr>
        <w:t xml:space="preserve"> تجلى ببدر</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المعروف</w:t>
      </w:r>
      <w:r w:rsidR="00D769AB">
        <w:rPr>
          <w:rtl/>
        </w:rPr>
        <w:t>:</w:t>
      </w:r>
      <w:r w:rsidRPr="009647FC">
        <w:rPr>
          <w:rtl/>
        </w:rPr>
        <w:t xml:space="preserve"> عبث الوليد</w:t>
      </w:r>
      <w:r w:rsidR="00D769AB">
        <w:rPr>
          <w:rtl/>
        </w:rPr>
        <w:t>،</w:t>
      </w:r>
      <w:r w:rsidRPr="009647FC">
        <w:rPr>
          <w:rtl/>
        </w:rPr>
        <w:t xml:space="preserve"> وهو شرح ديوان البحتري لأبي العلاء المعرّي</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شاعر كاتب أديب فقيه</w:t>
      </w:r>
      <w:r w:rsidR="00D769AB">
        <w:rPr>
          <w:rtl/>
        </w:rPr>
        <w:t>،</w:t>
      </w:r>
      <w:r w:rsidRPr="009647FC">
        <w:rPr>
          <w:rtl/>
        </w:rPr>
        <w:t xml:space="preserve"> قطن الكاظمية وتوفّي عام 1300 هـ</w:t>
      </w:r>
      <w:r w:rsidR="00D769AB">
        <w:rPr>
          <w:rtl/>
        </w:rPr>
        <w:t>،</w:t>
      </w:r>
      <w:r w:rsidRPr="009647FC">
        <w:rPr>
          <w:rtl/>
        </w:rPr>
        <w:t xml:space="preserve"> وله كتب ورسائل وديوان في أدب التأريخ أسمّاه </w:t>
      </w:r>
      <w:r w:rsidR="00D769AB">
        <w:rPr>
          <w:rtl/>
        </w:rPr>
        <w:t>(</w:t>
      </w:r>
      <w:r w:rsidRPr="009647FC">
        <w:rPr>
          <w:rtl/>
        </w:rPr>
        <w:t>نصوص اليواقيث</w:t>
      </w:r>
      <w:r w:rsidR="00D769AB">
        <w:rPr>
          <w:rtl/>
        </w:rPr>
        <w:t>).</w:t>
      </w:r>
      <w:r w:rsidRPr="009647FC">
        <w:rPr>
          <w:rtl/>
        </w:rPr>
        <w:t xml:space="preserve"> ترجمت له في كتابي شعراء بغداد</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FD0C47" w:rsidRPr="00524A24" w:rsidTr="00FD0C47">
        <w:trPr>
          <w:trHeight w:val="350"/>
        </w:trPr>
        <w:tc>
          <w:tcPr>
            <w:tcW w:w="3902" w:type="dxa"/>
          </w:tcPr>
          <w:p w:rsidR="00FD0C47" w:rsidRPr="00524A24" w:rsidRDefault="00FD0C47" w:rsidP="00A93A43">
            <w:pPr>
              <w:pStyle w:val="libPoem"/>
            </w:pPr>
            <w:r w:rsidRPr="009647FC">
              <w:rPr>
                <w:rtl/>
              </w:rPr>
              <w:lastRenderedPageBreak/>
              <w:t>تأبى</w:t>
            </w:r>
            <w:r>
              <w:rPr>
                <w:rtl/>
              </w:rPr>
              <w:t xml:space="preserve"> </w:t>
            </w:r>
            <w:r w:rsidRPr="009647FC">
              <w:rPr>
                <w:rtl/>
              </w:rPr>
              <w:t>النزاهة</w:t>
            </w:r>
            <w:r>
              <w:rPr>
                <w:rtl/>
              </w:rPr>
              <w:t xml:space="preserve"> </w:t>
            </w:r>
            <w:r w:rsidRPr="009647FC">
              <w:rPr>
                <w:rtl/>
              </w:rPr>
              <w:t>أن</w:t>
            </w:r>
            <w:r>
              <w:rPr>
                <w:rtl/>
              </w:rPr>
              <w:t xml:space="preserve"> </w:t>
            </w:r>
            <w:r w:rsidRPr="009647FC">
              <w:rPr>
                <w:rtl/>
              </w:rPr>
              <w:t>يذمّ</w:t>
            </w:r>
            <w:r>
              <w:rPr>
                <w:rtl/>
              </w:rPr>
              <w:t>َ</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ذوو</w:t>
            </w:r>
            <w:r w:rsidRPr="004E7EC6">
              <w:rPr>
                <w:rStyle w:val="libFootnotenumChar"/>
                <w:rtl/>
              </w:rPr>
              <w:t>(1)</w:t>
            </w:r>
            <w:r>
              <w:rPr>
                <w:rtl/>
              </w:rPr>
              <w:t xml:space="preserve"> </w:t>
            </w:r>
            <w:r w:rsidRPr="009647FC">
              <w:rPr>
                <w:rtl/>
              </w:rPr>
              <w:t>الكمال</w:t>
            </w:r>
            <w:r>
              <w:rPr>
                <w:rtl/>
              </w:rPr>
              <w:t xml:space="preserve"> </w:t>
            </w:r>
            <w:r w:rsidRPr="009647FC">
              <w:rPr>
                <w:rtl/>
              </w:rPr>
              <w:t>نفاقها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فهي</w:t>
            </w:r>
            <w:r w:rsidR="004C00A8">
              <w:rPr>
                <w:rtl/>
              </w:rPr>
              <w:t xml:space="preserve"> </w:t>
            </w:r>
            <w:r w:rsidRPr="009647FC">
              <w:rPr>
                <w:rtl/>
              </w:rPr>
              <w:t>الهدىُّ</w:t>
            </w:r>
            <w:r>
              <w:rPr>
                <w:rtl/>
              </w:rPr>
              <w:t xml:space="preserve"> </w:t>
            </w:r>
            <w:r w:rsidRPr="009647FC">
              <w:rPr>
                <w:rtl/>
              </w:rPr>
              <w:t>لكفؤها</w:t>
            </w:r>
            <w:r w:rsidRPr="004E7EC6">
              <w:rPr>
                <w:rStyle w:val="libFootnotenumChar"/>
                <w:rtl/>
              </w:rPr>
              <w:t>(2)</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والصدق</w:t>
            </w:r>
            <w:r w:rsidR="004C00A8">
              <w:rPr>
                <w:rtl/>
              </w:rPr>
              <w:t xml:space="preserve"> </w:t>
            </w:r>
            <w:r w:rsidRPr="009647FC">
              <w:rPr>
                <w:rtl/>
              </w:rPr>
              <w:t>كان</w:t>
            </w:r>
            <w:r>
              <w:rPr>
                <w:rtl/>
              </w:rPr>
              <w:t xml:space="preserve"> </w:t>
            </w:r>
            <w:r w:rsidRPr="009647FC">
              <w:rPr>
                <w:rtl/>
              </w:rPr>
              <w:t>صداقها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عذُبت</w:t>
            </w:r>
            <w:r w:rsidR="004C00A8">
              <w:rPr>
                <w:rtl/>
              </w:rPr>
              <w:t xml:space="preserve"> </w:t>
            </w:r>
            <w:r w:rsidRPr="009647FC">
              <w:rPr>
                <w:rtl/>
              </w:rPr>
              <w:t>مقالتها</w:t>
            </w:r>
            <w:r>
              <w:rPr>
                <w:rtl/>
              </w:rPr>
              <w:t xml:space="preserve"> </w:t>
            </w:r>
            <w:r w:rsidRPr="009647FC">
              <w:rPr>
                <w:rtl/>
              </w:rPr>
              <w:t>فما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أحلى</w:t>
            </w:r>
            <w:r>
              <w:rPr>
                <w:rtl/>
              </w:rPr>
              <w:t xml:space="preserve"> </w:t>
            </w:r>
            <w:r w:rsidRPr="009647FC">
              <w:rPr>
                <w:rtl/>
              </w:rPr>
              <w:t>الغداة</w:t>
            </w:r>
            <w:r>
              <w:rPr>
                <w:rtl/>
              </w:rPr>
              <w:t xml:space="preserve"> </w:t>
            </w:r>
            <w:r w:rsidRPr="009647FC">
              <w:rPr>
                <w:rtl/>
              </w:rPr>
              <w:t>مذاقها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إنّى</w:t>
            </w:r>
            <w:r w:rsidR="004C00A8">
              <w:rPr>
                <w:rtl/>
              </w:rPr>
              <w:t xml:space="preserve"> </w:t>
            </w:r>
            <w:r w:rsidRPr="009647FC">
              <w:rPr>
                <w:rtl/>
              </w:rPr>
              <w:t>رأيتُ</w:t>
            </w:r>
            <w:r>
              <w:rPr>
                <w:rtl/>
              </w:rPr>
              <w:t xml:space="preserve"> (</w:t>
            </w:r>
            <w:r w:rsidRPr="009647FC">
              <w:rPr>
                <w:rtl/>
              </w:rPr>
              <w:t>محمدا</w:t>
            </w:r>
            <w:r>
              <w:rPr>
                <w:rtl/>
              </w:rPr>
              <w:t>)</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فض</w:t>
            </w:r>
            <w:r w:rsidRPr="00B371C6">
              <w:rPr>
                <w:rtl/>
              </w:rPr>
              <w:t>ُ</w:t>
            </w:r>
            <w:r w:rsidRPr="009647FC">
              <w:rPr>
                <w:rtl/>
              </w:rPr>
              <w:t>ل</w:t>
            </w:r>
            <w:r>
              <w:rPr>
                <w:rtl/>
              </w:rPr>
              <w:t xml:space="preserve">َ </w:t>
            </w:r>
            <w:r w:rsidRPr="009647FC">
              <w:rPr>
                <w:rtl/>
              </w:rPr>
              <w:t>الأنام</w:t>
            </w:r>
            <w:r>
              <w:rPr>
                <w:rtl/>
              </w:rPr>
              <w:t xml:space="preserve"> </w:t>
            </w:r>
            <w:r w:rsidRPr="009647FC">
              <w:rPr>
                <w:rtl/>
              </w:rPr>
              <w:t>وفاقها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فات</w:t>
            </w:r>
            <w:r w:rsidR="004C00A8">
              <w:rPr>
                <w:rtl/>
              </w:rPr>
              <w:t xml:space="preserve"> </w:t>
            </w:r>
            <w:r w:rsidRPr="009647FC">
              <w:rPr>
                <w:rtl/>
              </w:rPr>
              <w:t>الأفاضل</w:t>
            </w:r>
            <w:r>
              <w:rPr>
                <w:rtl/>
              </w:rPr>
              <w:t xml:space="preserve">َ </w:t>
            </w:r>
            <w:r w:rsidRPr="009647FC">
              <w:rPr>
                <w:rtl/>
              </w:rPr>
              <w:t>لاحقا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حتى</w:t>
            </w:r>
            <w:r w:rsidR="004C00A8">
              <w:rPr>
                <w:rtl/>
              </w:rPr>
              <w:t xml:space="preserve"> </w:t>
            </w:r>
            <w:r w:rsidRPr="009647FC">
              <w:rPr>
                <w:rtl/>
              </w:rPr>
              <w:t>شأى</w:t>
            </w:r>
            <w:r>
              <w:rPr>
                <w:rtl/>
              </w:rPr>
              <w:t xml:space="preserve"> </w:t>
            </w:r>
            <w:r w:rsidRPr="009647FC">
              <w:rPr>
                <w:rtl/>
              </w:rPr>
              <w:t>سب</w:t>
            </w:r>
            <w:r w:rsidRPr="00B371C6">
              <w:rPr>
                <w:rtl/>
              </w:rPr>
              <w:t>ّ</w:t>
            </w:r>
            <w:r w:rsidRPr="009647FC">
              <w:rPr>
                <w:rtl/>
              </w:rPr>
              <w:t>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ورقى</w:t>
            </w:r>
            <w:r w:rsidR="004C00A8">
              <w:rPr>
                <w:rtl/>
              </w:rPr>
              <w:t xml:space="preserve"> </w:t>
            </w:r>
            <w:r w:rsidRPr="009647FC">
              <w:rPr>
                <w:rtl/>
              </w:rPr>
              <w:t>معارج</w:t>
            </w:r>
            <w:r>
              <w:rPr>
                <w:rtl/>
              </w:rPr>
              <w:t xml:space="preserve"> </w:t>
            </w:r>
            <w:r w:rsidRPr="009647FC">
              <w:rPr>
                <w:rtl/>
              </w:rPr>
              <w:t>ما</w:t>
            </w:r>
            <w:r>
              <w:rPr>
                <w:rtl/>
              </w:rPr>
              <w:t xml:space="preserve"> </w:t>
            </w:r>
            <w:r w:rsidRPr="009647FC">
              <w:rPr>
                <w:rtl/>
              </w:rPr>
              <w:t>امتطى</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أحدٌ</w:t>
            </w:r>
            <w:r>
              <w:rPr>
                <w:rtl/>
              </w:rPr>
              <w:t xml:space="preserve"> </w:t>
            </w:r>
            <w:r w:rsidRPr="009647FC">
              <w:rPr>
                <w:rtl/>
              </w:rPr>
              <w:t>سواه</w:t>
            </w:r>
            <w:r>
              <w:rPr>
                <w:rtl/>
              </w:rPr>
              <w:t xml:space="preserve"> </w:t>
            </w:r>
            <w:r w:rsidRPr="009647FC">
              <w:rPr>
                <w:rtl/>
              </w:rPr>
              <w:t>ب</w:t>
            </w:r>
            <w:r w:rsidRPr="00B371C6">
              <w:rPr>
                <w:rtl/>
              </w:rPr>
              <w:t>ُ</w:t>
            </w:r>
            <w:r w:rsidRPr="009647FC">
              <w:rPr>
                <w:rtl/>
              </w:rPr>
              <w:t>راقها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ما</w:t>
            </w:r>
            <w:r>
              <w:rPr>
                <w:rtl/>
              </w:rPr>
              <w:t xml:space="preserve"> </w:t>
            </w:r>
            <w:r w:rsidRPr="009647FC">
              <w:rPr>
                <w:rtl/>
              </w:rPr>
              <w:t>زال</w:t>
            </w:r>
            <w:r>
              <w:rPr>
                <w:rtl/>
              </w:rPr>
              <w:t xml:space="preserve"> </w:t>
            </w:r>
            <w:r w:rsidRPr="009647FC">
              <w:rPr>
                <w:rtl/>
              </w:rPr>
              <w:t>يخرق</w:t>
            </w:r>
            <w:r>
              <w:rPr>
                <w:rtl/>
              </w:rPr>
              <w:t xml:space="preserve"> </w:t>
            </w:r>
            <w:r w:rsidRPr="009647FC">
              <w:rPr>
                <w:rtl/>
              </w:rPr>
              <w:t>من</w:t>
            </w:r>
            <w:r>
              <w:rPr>
                <w:rtl/>
              </w:rPr>
              <w:t xml:space="preserve"> </w:t>
            </w:r>
            <w:r w:rsidRPr="009647FC">
              <w:rPr>
                <w:rtl/>
              </w:rPr>
              <w:t>سما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وات</w:t>
            </w:r>
            <w:r>
              <w:rPr>
                <w:rtl/>
              </w:rPr>
              <w:t xml:space="preserve"> </w:t>
            </w:r>
            <w:r w:rsidRPr="009647FC">
              <w:rPr>
                <w:rtl/>
              </w:rPr>
              <w:t>العلوم</w:t>
            </w:r>
            <w:r>
              <w:rPr>
                <w:rtl/>
              </w:rPr>
              <w:t xml:space="preserve"> </w:t>
            </w:r>
            <w:r w:rsidRPr="009647FC">
              <w:rPr>
                <w:rtl/>
              </w:rPr>
              <w:t>طباقها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حتى</w:t>
            </w:r>
            <w:r w:rsidR="004C00A8">
              <w:rPr>
                <w:rtl/>
              </w:rPr>
              <w:t xml:space="preserve"> </w:t>
            </w:r>
            <w:r w:rsidRPr="009647FC">
              <w:rPr>
                <w:rtl/>
              </w:rPr>
              <w:t>لقد</w:t>
            </w:r>
            <w:r w:rsidRPr="004E7EC6">
              <w:rPr>
                <w:rStyle w:val="libFootnotenumChar"/>
                <w:rtl/>
              </w:rPr>
              <w:t>(3)</w:t>
            </w:r>
            <w:r>
              <w:rPr>
                <w:rtl/>
              </w:rPr>
              <w:t xml:space="preserve"> </w:t>
            </w:r>
            <w:r w:rsidRPr="009647FC">
              <w:rPr>
                <w:rtl/>
              </w:rPr>
              <w:t>ضربتْ</w:t>
            </w:r>
            <w:r>
              <w:rPr>
                <w:rtl/>
              </w:rPr>
              <w:t xml:space="preserve"> </w:t>
            </w:r>
            <w:r w:rsidRPr="009647FC">
              <w:rPr>
                <w:rtl/>
              </w:rPr>
              <w:t>على</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السبع</w:t>
            </w:r>
            <w:r>
              <w:rPr>
                <w:rtl/>
              </w:rPr>
              <w:t xml:space="preserve"> </w:t>
            </w:r>
            <w:r w:rsidRPr="009647FC">
              <w:rPr>
                <w:rtl/>
              </w:rPr>
              <w:t>الطباق</w:t>
            </w:r>
            <w:r>
              <w:rPr>
                <w:rtl/>
              </w:rPr>
              <w:t xml:space="preserve"> </w:t>
            </w:r>
            <w:r w:rsidRPr="009647FC">
              <w:rPr>
                <w:rtl/>
              </w:rPr>
              <w:t>رواقها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وغدت</w:t>
            </w:r>
            <w:r>
              <w:rPr>
                <w:rtl/>
              </w:rPr>
              <w:t xml:space="preserve"> </w:t>
            </w:r>
            <w:r w:rsidRPr="009647FC">
              <w:rPr>
                <w:rtl/>
              </w:rPr>
              <w:t>لخدمة</w:t>
            </w:r>
            <w:r>
              <w:rPr>
                <w:rtl/>
              </w:rPr>
              <w:t xml:space="preserve"> </w:t>
            </w:r>
            <w:r w:rsidRPr="009647FC">
              <w:rPr>
                <w:rtl/>
              </w:rPr>
              <w:t>سعده</w:t>
            </w:r>
            <w:r>
              <w:rPr>
                <w:rtl/>
              </w:rPr>
              <w:t xml:space="preserve"> </w:t>
            </w:r>
            <w:r w:rsidRPr="009647FC">
              <w:rPr>
                <w:rtl/>
              </w:rPr>
              <w:t>الـ</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جوزا</w:t>
            </w:r>
            <w:r w:rsidR="004C00A8">
              <w:rPr>
                <w:rtl/>
              </w:rPr>
              <w:t xml:space="preserve"> </w:t>
            </w:r>
            <w:r w:rsidRPr="009647FC">
              <w:rPr>
                <w:rtl/>
              </w:rPr>
              <w:t>تشدُّ</w:t>
            </w:r>
            <w:r>
              <w:rPr>
                <w:rtl/>
              </w:rPr>
              <w:t xml:space="preserve"> </w:t>
            </w:r>
            <w:r w:rsidRPr="009647FC">
              <w:rPr>
                <w:rtl/>
              </w:rPr>
              <w:t>نطاقها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هذا</w:t>
            </w:r>
            <w:r w:rsidR="004C00A8">
              <w:rPr>
                <w:rtl/>
              </w:rPr>
              <w:t xml:space="preserve"> </w:t>
            </w:r>
            <w:r w:rsidRPr="009647FC">
              <w:rPr>
                <w:rtl/>
              </w:rPr>
              <w:t>الذي</w:t>
            </w:r>
            <w:r>
              <w:rPr>
                <w:rtl/>
              </w:rPr>
              <w:t xml:space="preserve"> </w:t>
            </w:r>
            <w:r w:rsidRPr="009647FC">
              <w:rPr>
                <w:rtl/>
              </w:rPr>
              <w:t>راقته</w:t>
            </w:r>
            <w:r>
              <w:rPr>
                <w:rtl/>
              </w:rPr>
              <w:t xml:space="preserve"> </w:t>
            </w:r>
            <w:r w:rsidRPr="009647FC">
              <w:rPr>
                <w:rtl/>
              </w:rPr>
              <w:t>أبكا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رُ</w:t>
            </w:r>
            <w:r>
              <w:rPr>
                <w:rtl/>
              </w:rPr>
              <w:t xml:space="preserve"> </w:t>
            </w:r>
            <w:r w:rsidRPr="009647FC">
              <w:rPr>
                <w:rtl/>
              </w:rPr>
              <w:t>العلاء</w:t>
            </w:r>
            <w:r>
              <w:rPr>
                <w:rtl/>
              </w:rPr>
              <w:t xml:space="preserve"> </w:t>
            </w:r>
            <w:r w:rsidRPr="009647FC">
              <w:rPr>
                <w:rtl/>
              </w:rPr>
              <w:t>وراقها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بمناقبٍ</w:t>
            </w:r>
            <w:r>
              <w:rPr>
                <w:rtl/>
              </w:rPr>
              <w:t xml:space="preserve"> </w:t>
            </w:r>
            <w:r w:rsidRPr="009647FC">
              <w:rPr>
                <w:rtl/>
              </w:rPr>
              <w:t>غرّ</w:t>
            </w:r>
            <w:r>
              <w:rPr>
                <w:rtl/>
              </w:rPr>
              <w:t xml:space="preserve"> </w:t>
            </w:r>
            <w:r w:rsidRPr="009647FC">
              <w:rPr>
                <w:rtl/>
              </w:rPr>
              <w:t>أهلّـ</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تها</w:t>
            </w:r>
            <w:r w:rsidR="004C00A8">
              <w:rPr>
                <w:rtl/>
              </w:rPr>
              <w:t xml:space="preserve"> </w:t>
            </w:r>
            <w:r w:rsidRPr="009647FC">
              <w:rPr>
                <w:rtl/>
              </w:rPr>
              <w:t>أمنّ</w:t>
            </w:r>
            <w:r>
              <w:rPr>
                <w:rtl/>
              </w:rPr>
              <w:t xml:space="preserve">َ </w:t>
            </w:r>
            <w:r w:rsidRPr="009647FC">
              <w:rPr>
                <w:rtl/>
              </w:rPr>
              <w:t>محاقها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زهرت</w:t>
            </w:r>
            <w:r w:rsidR="004C00A8">
              <w:rPr>
                <w:rtl/>
              </w:rPr>
              <w:t xml:space="preserve"> </w:t>
            </w:r>
            <w:r w:rsidRPr="009647FC">
              <w:rPr>
                <w:rtl/>
              </w:rPr>
              <w:t>سماءُ</w:t>
            </w:r>
            <w:r>
              <w:rPr>
                <w:rtl/>
              </w:rPr>
              <w:t xml:space="preserve"> </w:t>
            </w:r>
            <w:r w:rsidRPr="009647FC">
              <w:rPr>
                <w:rtl/>
              </w:rPr>
              <w:t>الفضل</w:t>
            </w:r>
            <w:r w:rsidRPr="004E7EC6">
              <w:rPr>
                <w:rStyle w:val="libFootnotenumChar"/>
                <w:rtl/>
              </w:rPr>
              <w:t>(4)</w:t>
            </w:r>
            <w:r>
              <w:rPr>
                <w:rtl/>
              </w:rPr>
              <w:t xml:space="preserve"> </w:t>
            </w:r>
            <w:r w:rsidRPr="009647FC">
              <w:rPr>
                <w:rtl/>
              </w:rPr>
              <w:t>ل</w:t>
            </w:r>
            <w:r>
              <w:rPr>
                <w:rFonts w:hint="cs"/>
                <w:rtl/>
              </w:rPr>
              <w:t>ـ</w:t>
            </w:r>
            <w:r w:rsidRPr="009647FC">
              <w:rPr>
                <w:rtl/>
              </w:rPr>
              <w:t>مّـ</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ا</w:t>
            </w:r>
            <w:r w:rsidR="004C00A8">
              <w:rPr>
                <w:rtl/>
              </w:rPr>
              <w:t xml:space="preserve"> </w:t>
            </w:r>
            <w:r w:rsidRPr="009647FC">
              <w:rPr>
                <w:rtl/>
              </w:rPr>
              <w:t>زيّ</w:t>
            </w:r>
            <w:r>
              <w:rPr>
                <w:rtl/>
              </w:rPr>
              <w:t>َ</w:t>
            </w:r>
            <w:r w:rsidRPr="009647FC">
              <w:rPr>
                <w:rtl/>
              </w:rPr>
              <w:t>نت</w:t>
            </w:r>
            <w:r>
              <w:rPr>
                <w:rtl/>
              </w:rPr>
              <w:t xml:space="preserve"> </w:t>
            </w:r>
            <w:r w:rsidRPr="009647FC">
              <w:rPr>
                <w:rtl/>
              </w:rPr>
              <w:t>آفاقها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يا</w:t>
            </w:r>
            <w:r>
              <w:rPr>
                <w:rtl/>
              </w:rPr>
              <w:t xml:space="preserve"> </w:t>
            </w:r>
            <w:r w:rsidRPr="009647FC">
              <w:rPr>
                <w:rtl/>
              </w:rPr>
              <w:t>منْ</w:t>
            </w:r>
            <w:r>
              <w:rPr>
                <w:rtl/>
              </w:rPr>
              <w:t xml:space="preserve"> </w:t>
            </w:r>
            <w:r w:rsidRPr="009647FC">
              <w:rPr>
                <w:rtl/>
              </w:rPr>
              <w:t>لحلبة</w:t>
            </w:r>
            <w:r>
              <w:rPr>
                <w:rtl/>
              </w:rPr>
              <w:t xml:space="preserve"> </w:t>
            </w:r>
            <w:r w:rsidRPr="009647FC">
              <w:rPr>
                <w:rtl/>
              </w:rPr>
              <w:t>فضله</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أجرى</w:t>
            </w:r>
            <w:r>
              <w:rPr>
                <w:rtl/>
              </w:rPr>
              <w:t xml:space="preserve"> </w:t>
            </w:r>
            <w:r w:rsidRPr="009647FC">
              <w:rPr>
                <w:rtl/>
              </w:rPr>
              <w:t>يروم</w:t>
            </w:r>
            <w:r>
              <w:rPr>
                <w:rtl/>
              </w:rPr>
              <w:t xml:space="preserve"> </w:t>
            </w:r>
            <w:r w:rsidRPr="009647FC">
              <w:rPr>
                <w:rtl/>
              </w:rPr>
              <w:t>لحاقها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 قف</w:t>
            </w:r>
            <w:r w:rsidR="004C00A8">
              <w:rPr>
                <w:rtl/>
              </w:rPr>
              <w:t xml:space="preserve"> </w:t>
            </w:r>
            <w:r w:rsidRPr="009647FC">
              <w:rPr>
                <w:rtl/>
              </w:rPr>
              <w:t>حيث</w:t>
            </w:r>
            <w:r>
              <w:rPr>
                <w:rtl/>
              </w:rPr>
              <w:t xml:space="preserve"> </w:t>
            </w:r>
            <w:r w:rsidRPr="009647FC">
              <w:rPr>
                <w:rtl/>
              </w:rPr>
              <w:t>أنت</w:t>
            </w:r>
            <w:r>
              <w:rPr>
                <w:rtl/>
              </w:rPr>
              <w:t xml:space="preserve"> </w:t>
            </w:r>
            <w:r w:rsidRPr="009647FC">
              <w:rPr>
                <w:rtl/>
              </w:rPr>
              <w:t>وخلّ</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محرزة</w:t>
            </w:r>
            <w:r>
              <w:rPr>
                <w:rtl/>
              </w:rPr>
              <w:t xml:space="preserve"> </w:t>
            </w:r>
            <w:r w:rsidRPr="009647FC">
              <w:rPr>
                <w:rtl/>
              </w:rPr>
              <w:t>المدى</w:t>
            </w:r>
            <w:r>
              <w:rPr>
                <w:rtl/>
              </w:rPr>
              <w:t xml:space="preserve"> </w:t>
            </w:r>
            <w:r w:rsidRPr="009647FC">
              <w:rPr>
                <w:rtl/>
              </w:rPr>
              <w:t>وسباقها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قد</w:t>
            </w:r>
            <w:r>
              <w:rPr>
                <w:rtl/>
              </w:rPr>
              <w:t xml:space="preserve"> </w:t>
            </w:r>
            <w:r w:rsidRPr="009647FC">
              <w:rPr>
                <w:rtl/>
              </w:rPr>
              <w:t>أحرز</w:t>
            </w:r>
            <w:r>
              <w:rPr>
                <w:rtl/>
              </w:rPr>
              <w:t xml:space="preserve"> </w:t>
            </w:r>
            <w:r w:rsidRPr="009647FC">
              <w:rPr>
                <w:rtl/>
              </w:rPr>
              <w:t>الغايات</w:t>
            </w:r>
            <w:r>
              <w:rPr>
                <w:rtl/>
              </w:rPr>
              <w:t xml:space="preserve"> </w:t>
            </w:r>
            <w:r w:rsidRPr="009647FC">
              <w:rPr>
                <w:rtl/>
              </w:rPr>
              <w:t>م</w:t>
            </w:r>
            <w:r w:rsidRPr="00B371C6">
              <w:rPr>
                <w:rtl/>
              </w:rPr>
              <w:t>َ</w:t>
            </w:r>
            <w:r w:rsidRPr="009647FC">
              <w:rPr>
                <w:rtl/>
              </w:rPr>
              <w:t>نْ</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أجرى</w:t>
            </w:r>
            <w:r w:rsidR="004C00A8">
              <w:rPr>
                <w:rtl/>
              </w:rPr>
              <w:t xml:space="preserve"> </w:t>
            </w:r>
            <w:r w:rsidRPr="009647FC">
              <w:rPr>
                <w:rtl/>
              </w:rPr>
              <w:t>لهنّ</w:t>
            </w:r>
            <w:r>
              <w:rPr>
                <w:rtl/>
              </w:rPr>
              <w:t xml:space="preserve">َ </w:t>
            </w:r>
            <w:r w:rsidRPr="009647FC">
              <w:rPr>
                <w:rtl/>
              </w:rPr>
              <w:t>عتاقها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فإليك</w:t>
            </w:r>
            <w:r w:rsidR="004C00A8">
              <w:rPr>
                <w:rtl/>
              </w:rPr>
              <w:t xml:space="preserve"> </w:t>
            </w:r>
            <w:r w:rsidRPr="009647FC">
              <w:rPr>
                <w:rtl/>
              </w:rPr>
              <w:t>عن</w:t>
            </w:r>
            <w:r>
              <w:rPr>
                <w:rtl/>
              </w:rPr>
              <w:t xml:space="preserve"> </w:t>
            </w:r>
            <w:r w:rsidRPr="009647FC">
              <w:rPr>
                <w:rtl/>
              </w:rPr>
              <w:t>لججٍ</w:t>
            </w:r>
            <w:r>
              <w:rPr>
                <w:rtl/>
              </w:rPr>
              <w:t xml:space="preserve"> </w:t>
            </w:r>
            <w:r w:rsidRPr="009647FC">
              <w:rPr>
                <w:rtl/>
              </w:rPr>
              <w:t>نهيـ</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ين</w:t>
            </w:r>
            <w:r>
              <w:rPr>
                <w:rtl/>
              </w:rPr>
              <w:t>َ</w:t>
            </w:r>
            <w:r w:rsidRPr="009647FC">
              <w:rPr>
                <w:rtl/>
              </w:rPr>
              <w:t>ك</w:t>
            </w:r>
            <w:r>
              <w:rPr>
                <w:rtl/>
              </w:rPr>
              <w:t xml:space="preserve"> </w:t>
            </w:r>
            <w:r w:rsidRPr="009647FC">
              <w:rPr>
                <w:rtl/>
              </w:rPr>
              <w:t>أن</w:t>
            </w:r>
            <w:r>
              <w:rPr>
                <w:rtl/>
              </w:rPr>
              <w:t xml:space="preserve"> </w:t>
            </w:r>
            <w:r w:rsidRPr="009647FC">
              <w:rPr>
                <w:rtl/>
              </w:rPr>
              <w:t>تخوض</w:t>
            </w:r>
            <w:r>
              <w:rPr>
                <w:rtl/>
              </w:rPr>
              <w:t xml:space="preserve"> </w:t>
            </w:r>
            <w:r w:rsidRPr="009647FC">
              <w:rPr>
                <w:rtl/>
              </w:rPr>
              <w:t>عماقها ]</w:t>
            </w:r>
            <w:r w:rsidRPr="004E7EC6">
              <w:rPr>
                <w:rStyle w:val="libFootnotenumChar"/>
                <w:rtl/>
              </w:rPr>
              <w:t>(5)</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هذي</w:t>
            </w:r>
            <w:r w:rsidR="004C00A8">
              <w:rPr>
                <w:rtl/>
              </w:rPr>
              <w:t xml:space="preserve"> </w:t>
            </w:r>
            <w:r w:rsidRPr="009647FC">
              <w:rPr>
                <w:rtl/>
              </w:rPr>
              <w:t>رسائله</w:t>
            </w:r>
            <w:r>
              <w:rPr>
                <w:rtl/>
              </w:rPr>
              <w:t xml:space="preserve"> </w:t>
            </w:r>
            <w:r w:rsidRPr="009647FC">
              <w:rPr>
                <w:rtl/>
              </w:rPr>
              <w:t>فقف</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متصفحاً</w:t>
            </w:r>
            <w:r>
              <w:rPr>
                <w:rtl/>
              </w:rPr>
              <w:t xml:space="preserve"> </w:t>
            </w:r>
            <w:r w:rsidRPr="009647FC">
              <w:rPr>
                <w:rtl/>
              </w:rPr>
              <w:t>أوراقها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تر</w:t>
            </w:r>
            <w:r>
              <w:rPr>
                <w:rtl/>
              </w:rPr>
              <w:t>َ</w:t>
            </w:r>
            <w:r w:rsidRPr="009647FC">
              <w:rPr>
                <w:rtl/>
              </w:rPr>
              <w:t>ها</w:t>
            </w:r>
            <w:r w:rsidR="004C00A8">
              <w:rPr>
                <w:rtl/>
              </w:rPr>
              <w:t xml:space="preserve"> </w:t>
            </w:r>
            <w:r w:rsidRPr="009647FC">
              <w:rPr>
                <w:rtl/>
              </w:rPr>
              <w:t>عقائل</w:t>
            </w:r>
            <w:r>
              <w:rPr>
                <w:rtl/>
              </w:rPr>
              <w:t xml:space="preserve"> </w:t>
            </w:r>
            <w:r w:rsidRPr="009647FC">
              <w:rPr>
                <w:rtl/>
              </w:rPr>
              <w:t>فكرةٍ</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أخذ</w:t>
            </w:r>
            <w:r w:rsidR="004C00A8">
              <w:rPr>
                <w:rtl/>
              </w:rPr>
              <w:t xml:space="preserve"> </w:t>
            </w:r>
            <w:r w:rsidRPr="009647FC">
              <w:rPr>
                <w:rtl/>
              </w:rPr>
              <w:t>النهى</w:t>
            </w:r>
            <w:r>
              <w:rPr>
                <w:rtl/>
              </w:rPr>
              <w:t xml:space="preserve"> </w:t>
            </w:r>
            <w:r w:rsidRPr="009647FC">
              <w:rPr>
                <w:rtl/>
              </w:rPr>
              <w:t>ميثاقها</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المخطوطتين</w:t>
      </w:r>
      <w:r w:rsidR="00D769AB">
        <w:rPr>
          <w:rtl/>
        </w:rPr>
        <w:t>:</w:t>
      </w:r>
      <w:r w:rsidRPr="009647FC">
        <w:rPr>
          <w:rtl/>
        </w:rPr>
        <w:t xml:space="preserve"> أن تذم ذوو الكمال</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فهي الهدى لكفورها</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مخطوطة الأصل</w:t>
      </w:r>
      <w:r w:rsidR="00D769AB">
        <w:rPr>
          <w:rtl/>
        </w:rPr>
        <w:t>:</w:t>
      </w:r>
    </w:p>
    <w:tbl>
      <w:tblPr>
        <w:tblStyle w:val="TableGrid"/>
        <w:bidiVisual/>
        <w:tblW w:w="4562" w:type="pct"/>
        <w:tblInd w:w="384" w:type="dxa"/>
        <w:tblLook w:val="04A0"/>
      </w:tblPr>
      <w:tblGrid>
        <w:gridCol w:w="3902"/>
        <w:gridCol w:w="301"/>
        <w:gridCol w:w="3884"/>
      </w:tblGrid>
      <w:tr w:rsidR="00FD0C47" w:rsidRPr="00524A24" w:rsidTr="00A93A43">
        <w:trPr>
          <w:trHeight w:val="350"/>
        </w:trPr>
        <w:tc>
          <w:tcPr>
            <w:tcW w:w="3902" w:type="dxa"/>
          </w:tcPr>
          <w:p w:rsidR="00FD0C47" w:rsidRPr="00524A24" w:rsidRDefault="00FD0C47" w:rsidP="00FD0C47">
            <w:pPr>
              <w:pStyle w:val="libPoemFootnote"/>
            </w:pPr>
            <w:r w:rsidRPr="009647FC">
              <w:rPr>
                <w:rtl/>
              </w:rPr>
              <w:t>حتى له ضربت بأفـ</w:t>
            </w:r>
            <w:r w:rsidRPr="00524A24">
              <w:rPr>
                <w:rStyle w:val="libPoemTiniChar0"/>
                <w:rtl/>
              </w:rPr>
              <w:br/>
              <w:t> </w:t>
            </w:r>
          </w:p>
        </w:tc>
        <w:tc>
          <w:tcPr>
            <w:tcW w:w="301" w:type="dxa"/>
          </w:tcPr>
          <w:p w:rsidR="00FD0C47" w:rsidRPr="00524A24" w:rsidRDefault="00FD0C47" w:rsidP="00FD0C47">
            <w:pPr>
              <w:pStyle w:val="libPoemFootnote"/>
              <w:rPr>
                <w:rtl/>
              </w:rPr>
            </w:pPr>
          </w:p>
        </w:tc>
        <w:tc>
          <w:tcPr>
            <w:tcW w:w="3884" w:type="dxa"/>
          </w:tcPr>
          <w:p w:rsidR="00FD0C47" w:rsidRPr="00524A24" w:rsidRDefault="00FD0C47" w:rsidP="00FD0C47">
            <w:pPr>
              <w:pStyle w:val="libPoemFootnote"/>
            </w:pPr>
            <w:r w:rsidRPr="009647FC">
              <w:rPr>
                <w:rtl/>
              </w:rPr>
              <w:t>ـنية النجوم رواقها</w:t>
            </w:r>
            <w:r w:rsidRPr="00524A24">
              <w:rPr>
                <w:rStyle w:val="libPoemTiniChar0"/>
                <w:rtl/>
              </w:rPr>
              <w:br/>
              <w:t> </w:t>
            </w:r>
          </w:p>
        </w:tc>
      </w:tr>
    </w:tbl>
    <w:p w:rsidR="009647FC" w:rsidRPr="00524A24" w:rsidRDefault="009647FC" w:rsidP="004E7EC6">
      <w:pPr>
        <w:pStyle w:val="libFootnote0"/>
      </w:pPr>
      <w:r w:rsidRPr="009647FC">
        <w:rPr>
          <w:rtl/>
        </w:rPr>
        <w:t>4</w:t>
      </w:r>
      <w:r w:rsidR="004E7EC6">
        <w:rPr>
          <w:rtl/>
        </w:rPr>
        <w:t xml:space="preserve"> - </w:t>
      </w:r>
      <w:r w:rsidRPr="009647FC">
        <w:rPr>
          <w:rtl/>
        </w:rPr>
        <w:t>في مخطوطة الأصل</w:t>
      </w:r>
      <w:r w:rsidR="00D769AB">
        <w:rPr>
          <w:rtl/>
        </w:rPr>
        <w:t>:</w:t>
      </w:r>
      <w:r w:rsidRPr="009647FC">
        <w:rPr>
          <w:rtl/>
        </w:rPr>
        <w:t xml:space="preserve"> العلم</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الأبيات الثلاثة لم تثبت في المطبوع</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FD0C47" w:rsidRPr="00524A24" w:rsidTr="00FD0C47">
        <w:trPr>
          <w:trHeight w:val="350"/>
        </w:trPr>
        <w:tc>
          <w:tcPr>
            <w:tcW w:w="3902" w:type="dxa"/>
          </w:tcPr>
          <w:p w:rsidR="00FD0C47" w:rsidRPr="00524A24" w:rsidRDefault="00FD0C47" w:rsidP="00A93A43">
            <w:pPr>
              <w:pStyle w:val="libPoem"/>
            </w:pPr>
            <w:r w:rsidRPr="009647FC">
              <w:rPr>
                <w:rtl/>
              </w:rPr>
              <w:lastRenderedPageBreak/>
              <w:t>وحدائقاً</w:t>
            </w:r>
            <w:r w:rsidR="004C00A8">
              <w:rPr>
                <w:rtl/>
              </w:rPr>
              <w:t xml:space="preserve"> </w:t>
            </w:r>
            <w:r w:rsidRPr="009647FC">
              <w:rPr>
                <w:rtl/>
              </w:rPr>
              <w:t>فيها</w:t>
            </w:r>
            <w:r>
              <w:rPr>
                <w:rtl/>
              </w:rPr>
              <w:t xml:space="preserve"> </w:t>
            </w:r>
            <w:r w:rsidRPr="009647FC">
              <w:rPr>
                <w:rtl/>
              </w:rPr>
              <w:t>المعا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لي</w:t>
            </w:r>
            <w:r>
              <w:rPr>
                <w:rtl/>
              </w:rPr>
              <w:t xml:space="preserve"> </w:t>
            </w:r>
            <w:r w:rsidRPr="009647FC">
              <w:rPr>
                <w:rtl/>
              </w:rPr>
              <w:t>نزّ</w:t>
            </w:r>
            <w:r>
              <w:rPr>
                <w:rtl/>
              </w:rPr>
              <w:t>َ</w:t>
            </w:r>
            <w:r w:rsidRPr="009647FC">
              <w:rPr>
                <w:rtl/>
              </w:rPr>
              <w:t>هت</w:t>
            </w:r>
            <w:r>
              <w:rPr>
                <w:rtl/>
              </w:rPr>
              <w:t xml:space="preserve"> </w:t>
            </w:r>
            <w:r w:rsidRPr="009647FC">
              <w:rPr>
                <w:rtl/>
              </w:rPr>
              <w:t>أحداقها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وشدت</w:t>
            </w:r>
            <w:r w:rsidR="004C00A8">
              <w:rPr>
                <w:rtl/>
              </w:rPr>
              <w:t xml:space="preserve"> </w:t>
            </w:r>
            <w:r w:rsidRPr="009647FC">
              <w:rPr>
                <w:rtl/>
              </w:rPr>
              <w:t>بها</w:t>
            </w:r>
            <w:r>
              <w:rPr>
                <w:rtl/>
              </w:rPr>
              <w:t xml:space="preserve"> </w:t>
            </w:r>
            <w:r w:rsidRPr="009647FC">
              <w:rPr>
                <w:rtl/>
              </w:rPr>
              <w:t>ورقُ</w:t>
            </w:r>
            <w:r>
              <w:rPr>
                <w:rtl/>
              </w:rPr>
              <w:t xml:space="preserve"> </w:t>
            </w:r>
            <w:r w:rsidRPr="009647FC">
              <w:rPr>
                <w:rtl/>
              </w:rPr>
              <w:t>الثنا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مذ</w:t>
            </w:r>
            <w:r w:rsidRPr="004E7EC6">
              <w:rPr>
                <w:rStyle w:val="libFootnotenumChar"/>
                <w:rtl/>
              </w:rPr>
              <w:t>(1)</w:t>
            </w:r>
            <w:r w:rsidR="004C00A8">
              <w:rPr>
                <w:rtl/>
              </w:rPr>
              <w:t xml:space="preserve"> </w:t>
            </w:r>
            <w:r w:rsidRPr="009647FC">
              <w:rPr>
                <w:rtl/>
              </w:rPr>
              <w:t>شاهدت</w:t>
            </w:r>
            <w:r>
              <w:rPr>
                <w:rtl/>
              </w:rPr>
              <w:t xml:space="preserve"> </w:t>
            </w:r>
            <w:r w:rsidRPr="009647FC">
              <w:rPr>
                <w:rtl/>
              </w:rPr>
              <w:t>إيراقها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وتلذذ</w:t>
            </w:r>
            <w:r>
              <w:rPr>
                <w:rtl/>
              </w:rPr>
              <w:t xml:space="preserve"> </w:t>
            </w:r>
            <w:r w:rsidRPr="009647FC">
              <w:rPr>
                <w:rtl/>
              </w:rPr>
              <w:t>الذوقُ</w:t>
            </w:r>
            <w:r>
              <w:rPr>
                <w:rtl/>
              </w:rPr>
              <w:t xml:space="preserve"> </w:t>
            </w:r>
            <w:r w:rsidRPr="009647FC">
              <w:rPr>
                <w:rtl/>
              </w:rPr>
              <w:t>السليم</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بها</w:t>
            </w:r>
            <w:r w:rsidR="004C00A8">
              <w:rPr>
                <w:rtl/>
              </w:rPr>
              <w:t xml:space="preserve"> </w:t>
            </w:r>
            <w:r w:rsidRPr="009647FC">
              <w:rPr>
                <w:rtl/>
              </w:rPr>
              <w:t>عشية</w:t>
            </w:r>
            <w:r>
              <w:rPr>
                <w:rtl/>
              </w:rPr>
              <w:t xml:space="preserve"> </w:t>
            </w:r>
            <w:r w:rsidRPr="009647FC">
              <w:rPr>
                <w:rtl/>
              </w:rPr>
              <w:t>ذاقها</w:t>
            </w:r>
            <w:r w:rsidRPr="00524A24">
              <w:rPr>
                <w:rStyle w:val="libPoemTiniChar0"/>
                <w:rtl/>
              </w:rPr>
              <w:br/>
              <w:t> </w:t>
            </w:r>
          </w:p>
        </w:tc>
      </w:tr>
    </w:tbl>
    <w:p w:rsidR="009647FC" w:rsidRPr="00524A24" w:rsidRDefault="009647FC" w:rsidP="004E7EC6">
      <w:pPr>
        <w:pStyle w:val="libNormal"/>
      </w:pPr>
      <w:r w:rsidRPr="009647FC">
        <w:rPr>
          <w:rtl/>
        </w:rPr>
        <w:t>ولعمري إنّ هذه الرسائل</w:t>
      </w:r>
      <w:r w:rsidR="00D769AB">
        <w:rPr>
          <w:rtl/>
        </w:rPr>
        <w:t>،</w:t>
      </w:r>
      <w:r w:rsidRPr="009647FC">
        <w:rPr>
          <w:rtl/>
        </w:rPr>
        <w:t xml:space="preserve"> المزرية بنور</w:t>
      </w:r>
      <w:r w:rsidR="00677BC4">
        <w:rPr>
          <w:rtl/>
        </w:rPr>
        <w:t>َ</w:t>
      </w:r>
      <w:r w:rsidRPr="009647FC">
        <w:rPr>
          <w:rtl/>
        </w:rPr>
        <w:t xml:space="preserve"> الخمائل</w:t>
      </w:r>
      <w:r w:rsidR="00D769AB">
        <w:rPr>
          <w:rtl/>
        </w:rPr>
        <w:t>،</w:t>
      </w:r>
      <w:r w:rsidRPr="009647FC">
        <w:rPr>
          <w:rtl/>
        </w:rPr>
        <w:t xml:space="preserve"> كلّها آيات فضلٍ مبهره</w:t>
      </w:r>
      <w:r w:rsidR="00D769AB">
        <w:rPr>
          <w:rtl/>
        </w:rPr>
        <w:t>،</w:t>
      </w:r>
      <w:r w:rsidRPr="009647FC">
        <w:rPr>
          <w:rtl/>
        </w:rPr>
        <w:t xml:space="preserve"> قد تنزلت من سماء فكرةٍ نيّره</w:t>
      </w:r>
      <w:r w:rsidR="00D769AB">
        <w:rPr>
          <w:rtl/>
        </w:rPr>
        <w:t>،</w:t>
      </w:r>
      <w:r w:rsidRPr="009647FC">
        <w:rPr>
          <w:rtl/>
        </w:rPr>
        <w:t xml:space="preserve"> أينما تليت فهي تشهد أنّها معجزات من هو كاسمه محمد</w:t>
      </w:r>
      <w:r w:rsidR="00D769AB">
        <w:rPr>
          <w:rtl/>
        </w:rPr>
        <w:t>،</w:t>
      </w:r>
      <w:r w:rsidRPr="009647FC">
        <w:rPr>
          <w:rtl/>
        </w:rPr>
        <w:t xml:space="preserve"> ولا ملامة إن قلت</w:t>
      </w:r>
      <w:r w:rsidR="00D769AB">
        <w:rPr>
          <w:rtl/>
        </w:rPr>
        <w:t>:</w:t>
      </w:r>
      <w:r w:rsidRPr="009647FC">
        <w:rPr>
          <w:rtl/>
        </w:rPr>
        <w:t xml:space="preserve"> ختم به العلم أفاضله وأعلامه</w:t>
      </w:r>
      <w:r w:rsidR="00D769AB">
        <w:rPr>
          <w:rtl/>
        </w:rPr>
        <w:t>؛</w:t>
      </w:r>
      <w:r w:rsidRPr="009647FC">
        <w:rPr>
          <w:rtl/>
        </w:rPr>
        <w:t xml:space="preserve"> فإنّه علامّة العصر</w:t>
      </w:r>
      <w:r w:rsidR="00D769AB">
        <w:rPr>
          <w:rtl/>
        </w:rPr>
        <w:t>،</w:t>
      </w:r>
      <w:r w:rsidRPr="009647FC">
        <w:rPr>
          <w:rtl/>
        </w:rPr>
        <w:t xml:space="preserve"> بل نسيج وحده</w:t>
      </w:r>
      <w:r w:rsidR="00D769AB">
        <w:rPr>
          <w:rtl/>
        </w:rPr>
        <w:t>،</w:t>
      </w:r>
      <w:r w:rsidRPr="009647FC">
        <w:rPr>
          <w:rtl/>
        </w:rPr>
        <w:t xml:space="preserve"> وزينة جيد الدهر</w:t>
      </w:r>
      <w:r w:rsidR="00D769AB">
        <w:rPr>
          <w:rtl/>
        </w:rPr>
        <w:t>،</w:t>
      </w:r>
      <w:r w:rsidRPr="009647FC">
        <w:rPr>
          <w:rtl/>
        </w:rPr>
        <w:t xml:space="preserve"> بل واسطة عِقده</w:t>
      </w:r>
      <w:r w:rsidR="00D769AB">
        <w:rPr>
          <w:rtl/>
        </w:rPr>
        <w:t>،</w:t>
      </w:r>
      <w:r w:rsidRPr="009647FC">
        <w:rPr>
          <w:rtl/>
        </w:rPr>
        <w:t xml:space="preserve"> ومركز دائرتي المناقب والمآثر</w:t>
      </w:r>
      <w:r w:rsidR="00D769AB">
        <w:rPr>
          <w:rtl/>
        </w:rPr>
        <w:t>،</w:t>
      </w:r>
      <w:r w:rsidRPr="009647FC">
        <w:rPr>
          <w:rtl/>
        </w:rPr>
        <w:t xml:space="preserve"> وجمّاع سلسلتي المحامد والمفاخر</w:t>
      </w:r>
      <w:r w:rsidR="00D769AB">
        <w:rPr>
          <w:rtl/>
        </w:rPr>
        <w:t>،</w:t>
      </w:r>
      <w:r w:rsidRPr="009647FC">
        <w:rPr>
          <w:rtl/>
        </w:rPr>
        <w:t xml:space="preserve"> ولقد حلّ من أفاضل الزمن محلّ الروح من البدن</w:t>
      </w:r>
      <w:r w:rsidR="00D769AB">
        <w:rPr>
          <w:rtl/>
        </w:rPr>
        <w:t>،</w:t>
      </w:r>
      <w:r w:rsidRPr="009647FC">
        <w:rPr>
          <w:rtl/>
        </w:rPr>
        <w:t xml:space="preserve"> وكفى بمؤلّفاته الآخذة بأطراف الفضل شاهداً</w:t>
      </w:r>
      <w:r w:rsidR="00D769AB">
        <w:rPr>
          <w:rtl/>
        </w:rPr>
        <w:t>،</w:t>
      </w:r>
      <w:r w:rsidRPr="009647FC">
        <w:rPr>
          <w:rtl/>
        </w:rPr>
        <w:t xml:space="preserve"> وناهيك بها شاهد عدل</w:t>
      </w:r>
      <w:r w:rsidR="00D769AB">
        <w:rPr>
          <w:rtl/>
        </w:rPr>
        <w:t>،</w:t>
      </w:r>
      <w:r w:rsidRPr="009647FC">
        <w:rPr>
          <w:rtl/>
        </w:rPr>
        <w:t xml:space="preserve"> فلنمسك عنان المقال عن الثناء عليه</w:t>
      </w:r>
      <w:r w:rsidR="00D769AB">
        <w:rPr>
          <w:rtl/>
        </w:rPr>
        <w:t>،</w:t>
      </w:r>
      <w:r w:rsidRPr="009647FC">
        <w:rPr>
          <w:rtl/>
        </w:rPr>
        <w:t xml:space="preserve"> ببنان الدعاء له في نموّ أغراس نعم اللّه لديه</w:t>
      </w:r>
      <w:r w:rsidR="00D769AB">
        <w:rPr>
          <w:rtl/>
        </w:rPr>
        <w:t>،</w:t>
      </w:r>
      <w:r w:rsidRPr="009647FC">
        <w:rPr>
          <w:rtl/>
        </w:rPr>
        <w:t xml:space="preserve"> فالشمس غنيّ</w:t>
      </w:r>
      <w:r w:rsidR="00677BC4">
        <w:rPr>
          <w:rtl/>
        </w:rPr>
        <w:t>َ</w:t>
      </w:r>
      <w:r w:rsidRPr="009647FC">
        <w:rPr>
          <w:rtl/>
        </w:rPr>
        <w:t>ة بإشراقها</w:t>
      </w:r>
      <w:r w:rsidR="00D769AB">
        <w:rPr>
          <w:rtl/>
        </w:rPr>
        <w:t>،</w:t>
      </w:r>
      <w:r w:rsidRPr="009647FC">
        <w:rPr>
          <w:rtl/>
        </w:rPr>
        <w:t xml:space="preserve"> وحسب الحمائم زينة بأطواقها</w:t>
      </w:r>
      <w:r w:rsidR="00D769AB">
        <w:rPr>
          <w:rtl/>
        </w:rPr>
        <w:t>،</w:t>
      </w:r>
      <w:r w:rsidRPr="009647FC">
        <w:rPr>
          <w:rtl/>
        </w:rPr>
        <w:t xml:space="preserve"> </w:t>
      </w:r>
      <w:r w:rsidR="00D769AB">
        <w:rPr>
          <w:rtl/>
        </w:rPr>
        <w:t>(</w:t>
      </w:r>
      <w:r w:rsidRPr="009647FC">
        <w:rPr>
          <w:rtl/>
        </w:rPr>
        <w:t>وهل ينفع التحجيل م</w:t>
      </w:r>
      <w:r w:rsidR="00677BC4">
        <w:rPr>
          <w:rtl/>
        </w:rPr>
        <w:t>َ</w:t>
      </w:r>
      <w:r w:rsidRPr="009647FC">
        <w:rPr>
          <w:rtl/>
        </w:rPr>
        <w:t>نْ هو أشهب</w:t>
      </w:r>
      <w:r w:rsidR="00D769AB">
        <w:rPr>
          <w:rtl/>
        </w:rPr>
        <w:t>).</w:t>
      </w:r>
    </w:p>
    <w:p w:rsidR="009647FC" w:rsidRPr="00524A24" w:rsidRDefault="009647FC" w:rsidP="004E7EC6">
      <w:pPr>
        <w:pStyle w:val="libNormal"/>
      </w:pPr>
      <w:r w:rsidRPr="009647FC">
        <w:rPr>
          <w:rtl/>
        </w:rPr>
        <w:t xml:space="preserve">وقال مقرظاً </w:t>
      </w:r>
      <w:r w:rsidR="00D769AB">
        <w:rPr>
          <w:rtl/>
        </w:rPr>
        <w:t>(</w:t>
      </w:r>
      <w:r w:rsidRPr="009647FC">
        <w:rPr>
          <w:rtl/>
        </w:rPr>
        <w:t>الرحلة المكيّة</w:t>
      </w:r>
      <w:r w:rsidR="00D769AB">
        <w:rPr>
          <w:rtl/>
        </w:rPr>
        <w:t>)</w:t>
      </w:r>
      <w:r w:rsidRPr="009647FC">
        <w:rPr>
          <w:rtl/>
        </w:rPr>
        <w:t xml:space="preserve"> منظومة العلاّمة الشيخ محمد حسن كبّه</w:t>
      </w:r>
      <w:r w:rsidR="00D769AB">
        <w:rPr>
          <w:rtl/>
        </w:rPr>
        <w:t>:</w:t>
      </w:r>
    </w:p>
    <w:tbl>
      <w:tblPr>
        <w:tblStyle w:val="TableGrid"/>
        <w:bidiVisual/>
        <w:tblW w:w="4562" w:type="pct"/>
        <w:tblInd w:w="384" w:type="dxa"/>
        <w:tblLook w:val="04A0"/>
      </w:tblPr>
      <w:tblGrid>
        <w:gridCol w:w="3902"/>
        <w:gridCol w:w="301"/>
        <w:gridCol w:w="3884"/>
      </w:tblGrid>
      <w:tr w:rsidR="00FD0C47" w:rsidRPr="00524A24" w:rsidTr="00FD0C47">
        <w:trPr>
          <w:trHeight w:val="350"/>
        </w:trPr>
        <w:tc>
          <w:tcPr>
            <w:tcW w:w="3902" w:type="dxa"/>
          </w:tcPr>
          <w:p w:rsidR="00FD0C47" w:rsidRPr="00524A24" w:rsidRDefault="00FD0C47" w:rsidP="00A93A43">
            <w:pPr>
              <w:pStyle w:val="libPoem"/>
            </w:pPr>
            <w:r w:rsidRPr="009647FC">
              <w:rPr>
                <w:rtl/>
              </w:rPr>
              <w:t>طرح</w:t>
            </w:r>
            <w:r w:rsidR="004C00A8">
              <w:rPr>
                <w:rtl/>
              </w:rPr>
              <w:t xml:space="preserve"> </w:t>
            </w:r>
            <w:r w:rsidRPr="009647FC">
              <w:rPr>
                <w:rtl/>
              </w:rPr>
              <w:t>الدهرُ</w:t>
            </w:r>
            <w:r>
              <w:rPr>
                <w:rtl/>
              </w:rPr>
              <w:t xml:space="preserve"> </w:t>
            </w:r>
            <w:r w:rsidRPr="009647FC">
              <w:rPr>
                <w:rtl/>
              </w:rPr>
              <w:t>في</w:t>
            </w:r>
            <w:r>
              <w:rPr>
                <w:rtl/>
              </w:rPr>
              <w:t xml:space="preserve"> </w:t>
            </w:r>
            <w:r w:rsidRPr="009647FC">
              <w:rPr>
                <w:rtl/>
              </w:rPr>
              <w:t>حمى</w:t>
            </w:r>
            <w:r>
              <w:rPr>
                <w:rtl/>
              </w:rPr>
              <w:t xml:space="preserve"> </w:t>
            </w:r>
            <w:r w:rsidRPr="009647FC">
              <w:rPr>
                <w:rtl/>
              </w:rPr>
              <w:t>المجد</w:t>
            </w:r>
            <w:r>
              <w:rPr>
                <w:rtl/>
              </w:rPr>
              <w:t xml:space="preserve"> </w:t>
            </w:r>
            <w:r w:rsidRPr="009647FC">
              <w:rPr>
                <w:rtl/>
              </w:rPr>
              <w:t>رحله</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عند</w:t>
            </w:r>
            <w:r w:rsidR="004C00A8">
              <w:rPr>
                <w:rtl/>
              </w:rPr>
              <w:t xml:space="preserve"> </w:t>
            </w:r>
            <w:r w:rsidRPr="009647FC">
              <w:rPr>
                <w:rtl/>
              </w:rPr>
              <w:t>مولىً</w:t>
            </w:r>
            <w:r>
              <w:rPr>
                <w:rtl/>
              </w:rPr>
              <w:t xml:space="preserve"> </w:t>
            </w:r>
            <w:r w:rsidRPr="009647FC">
              <w:rPr>
                <w:rtl/>
              </w:rPr>
              <w:t>يميرُه</w:t>
            </w:r>
            <w:r>
              <w:rPr>
                <w:rtl/>
              </w:rPr>
              <w:t xml:space="preserve"> </w:t>
            </w:r>
            <w:r w:rsidRPr="009647FC">
              <w:rPr>
                <w:rtl/>
              </w:rPr>
              <w:t>اليوم</w:t>
            </w:r>
            <w:r>
              <w:rPr>
                <w:rtl/>
              </w:rPr>
              <w:t xml:space="preserve"> </w:t>
            </w:r>
            <w:r w:rsidRPr="009647FC">
              <w:rPr>
                <w:rtl/>
              </w:rPr>
              <w:t>كلّ</w:t>
            </w:r>
            <w:r>
              <w:rPr>
                <w:rtl/>
              </w:rPr>
              <w:t>َ</w:t>
            </w:r>
            <w:r w:rsidRPr="009647FC">
              <w:rPr>
                <w:rtl/>
              </w:rPr>
              <w:t>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ولدته</w:t>
            </w:r>
            <w:r>
              <w:rPr>
                <w:rtl/>
              </w:rPr>
              <w:t xml:space="preserve"> </w:t>
            </w:r>
            <w:r w:rsidRPr="009647FC">
              <w:rPr>
                <w:rtl/>
              </w:rPr>
              <w:t>الع</w:t>
            </w:r>
            <w:r w:rsidRPr="00B371C6">
              <w:rPr>
                <w:rtl/>
              </w:rPr>
              <w:t>ُ</w:t>
            </w:r>
            <w:r w:rsidRPr="009647FC">
              <w:rPr>
                <w:rtl/>
              </w:rPr>
              <w:t>لى</w:t>
            </w:r>
            <w:r>
              <w:rPr>
                <w:rtl/>
              </w:rPr>
              <w:t xml:space="preserve"> </w:t>
            </w:r>
            <w:r w:rsidRPr="009647FC">
              <w:rPr>
                <w:rtl/>
              </w:rPr>
              <w:t>وآلت</w:t>
            </w:r>
            <w:r>
              <w:rPr>
                <w:rtl/>
              </w:rPr>
              <w:t xml:space="preserve"> </w:t>
            </w:r>
            <w:r w:rsidRPr="009647FC">
              <w:rPr>
                <w:rtl/>
              </w:rPr>
              <w:t>بأن</w:t>
            </w:r>
            <w:r>
              <w:rPr>
                <w:rtl/>
              </w:rPr>
              <w:t xml:space="preserve"> </w:t>
            </w:r>
            <w:r w:rsidRPr="009647FC">
              <w:rPr>
                <w:rtl/>
              </w:rPr>
              <w:t>لا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تلد</w:t>
            </w:r>
            <w:r>
              <w:rPr>
                <w:rtl/>
              </w:rPr>
              <w:t xml:space="preserve">َ </w:t>
            </w:r>
            <w:r w:rsidRPr="009647FC">
              <w:rPr>
                <w:rtl/>
              </w:rPr>
              <w:t>الدهرُ</w:t>
            </w:r>
            <w:r>
              <w:rPr>
                <w:rtl/>
              </w:rPr>
              <w:t xml:space="preserve"> </w:t>
            </w:r>
            <w:r w:rsidRPr="009647FC">
              <w:rPr>
                <w:rtl/>
              </w:rPr>
              <w:t>في</w:t>
            </w:r>
            <w:r>
              <w:rPr>
                <w:rtl/>
              </w:rPr>
              <w:t xml:space="preserve"> </w:t>
            </w:r>
            <w:r w:rsidRPr="009647FC">
              <w:rPr>
                <w:rtl/>
              </w:rPr>
              <w:t>بني</w:t>
            </w:r>
            <w:r>
              <w:rPr>
                <w:rtl/>
              </w:rPr>
              <w:t xml:space="preserve"> </w:t>
            </w:r>
            <w:r w:rsidRPr="009647FC">
              <w:rPr>
                <w:rtl/>
              </w:rPr>
              <w:t>الدهر</w:t>
            </w:r>
            <w:r>
              <w:rPr>
                <w:rtl/>
              </w:rPr>
              <w:t xml:space="preserve"> </w:t>
            </w:r>
            <w:r w:rsidRPr="009647FC">
              <w:rPr>
                <w:rtl/>
              </w:rPr>
              <w:t>مثله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سيفُ</w:t>
            </w:r>
            <w:r>
              <w:rPr>
                <w:rtl/>
              </w:rPr>
              <w:t xml:space="preserve"> </w:t>
            </w:r>
            <w:r w:rsidRPr="009647FC">
              <w:rPr>
                <w:rtl/>
              </w:rPr>
              <w:t>عزٍّ</w:t>
            </w:r>
            <w:r>
              <w:rPr>
                <w:rtl/>
              </w:rPr>
              <w:t xml:space="preserve"> </w:t>
            </w:r>
            <w:r w:rsidRPr="009647FC">
              <w:rPr>
                <w:rtl/>
              </w:rPr>
              <w:t>لقد</w:t>
            </w:r>
            <w:r>
              <w:rPr>
                <w:rtl/>
              </w:rPr>
              <w:t xml:space="preserve"> </w:t>
            </w:r>
            <w:r w:rsidRPr="009647FC">
              <w:rPr>
                <w:rtl/>
              </w:rPr>
              <w:t>تقلّ</w:t>
            </w:r>
            <w:r>
              <w:rPr>
                <w:rtl/>
              </w:rPr>
              <w:t>َ</w:t>
            </w:r>
            <w:r w:rsidRPr="009647FC">
              <w:rPr>
                <w:rtl/>
              </w:rPr>
              <w:t>ده</w:t>
            </w:r>
            <w:r>
              <w:rPr>
                <w:rtl/>
              </w:rPr>
              <w:t xml:space="preserve"> </w:t>
            </w:r>
            <w:r w:rsidRPr="009647FC">
              <w:rPr>
                <w:rtl/>
              </w:rPr>
              <w:t>المجدُ</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وبالجود</w:t>
            </w:r>
            <w:r w:rsidR="004C00A8">
              <w:rPr>
                <w:rtl/>
              </w:rPr>
              <w:t xml:space="preserve"> </w:t>
            </w:r>
            <w:r w:rsidRPr="009647FC">
              <w:rPr>
                <w:rtl/>
              </w:rPr>
              <w:t>أحسن</w:t>
            </w:r>
            <w:r>
              <w:rPr>
                <w:rtl/>
              </w:rPr>
              <w:t xml:space="preserve"> </w:t>
            </w:r>
            <w:r w:rsidRPr="009647FC">
              <w:rPr>
                <w:rtl/>
              </w:rPr>
              <w:t>الفخر</w:t>
            </w:r>
            <w:r>
              <w:rPr>
                <w:rtl/>
              </w:rPr>
              <w:t xml:space="preserve"> </w:t>
            </w:r>
            <w:r w:rsidRPr="009647FC">
              <w:rPr>
                <w:rtl/>
              </w:rPr>
              <w:t>صقله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ملكٌ</w:t>
            </w:r>
            <w:r w:rsidR="004C00A8">
              <w:rPr>
                <w:rtl/>
              </w:rPr>
              <w:t xml:space="preserve"> </w:t>
            </w:r>
            <w:r w:rsidRPr="009647FC">
              <w:rPr>
                <w:rtl/>
              </w:rPr>
              <w:t>تطلِع</w:t>
            </w:r>
            <w:r>
              <w:rPr>
                <w:rtl/>
              </w:rPr>
              <w:t xml:space="preserve"> </w:t>
            </w:r>
            <w:r w:rsidRPr="009647FC">
              <w:rPr>
                <w:rtl/>
              </w:rPr>
              <w:t>العُلى</w:t>
            </w:r>
            <w:r>
              <w:rPr>
                <w:rtl/>
              </w:rPr>
              <w:t xml:space="preserve"> </w:t>
            </w:r>
            <w:r w:rsidRPr="009647FC">
              <w:rPr>
                <w:rtl/>
              </w:rPr>
              <w:t>منه</w:t>
            </w:r>
            <w:r>
              <w:rPr>
                <w:rtl/>
              </w:rPr>
              <w:t xml:space="preserve"> </w:t>
            </w:r>
            <w:r w:rsidRPr="009647FC">
              <w:rPr>
                <w:rtl/>
              </w:rPr>
              <w:t>بدرا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في</w:t>
            </w:r>
            <w:r>
              <w:rPr>
                <w:rtl/>
              </w:rPr>
              <w:t xml:space="preserve"> </w:t>
            </w:r>
            <w:r w:rsidRPr="009647FC">
              <w:rPr>
                <w:rtl/>
              </w:rPr>
              <w:t>عيون</w:t>
            </w:r>
            <w:r>
              <w:rPr>
                <w:rtl/>
              </w:rPr>
              <w:t xml:space="preserve"> </w:t>
            </w:r>
            <w:r w:rsidRPr="009647FC">
              <w:rPr>
                <w:rtl/>
              </w:rPr>
              <w:t>الحواسد</w:t>
            </w:r>
            <w:r>
              <w:rPr>
                <w:rtl/>
              </w:rPr>
              <w:t xml:space="preserve"> </w:t>
            </w:r>
            <w:r w:rsidRPr="009647FC">
              <w:rPr>
                <w:rtl/>
              </w:rPr>
              <w:t>اشتبّ</w:t>
            </w:r>
            <w:r>
              <w:rPr>
                <w:rtl/>
              </w:rPr>
              <w:t xml:space="preserve">َ </w:t>
            </w:r>
            <w:r w:rsidRPr="009647FC">
              <w:rPr>
                <w:rtl/>
              </w:rPr>
              <w:t>شعله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أفرشته</w:t>
            </w:r>
            <w:r w:rsidR="004C00A8">
              <w:rPr>
                <w:rtl/>
              </w:rPr>
              <w:t xml:space="preserve"> </w:t>
            </w:r>
            <w:r w:rsidRPr="009647FC">
              <w:rPr>
                <w:rtl/>
              </w:rPr>
              <w:t>الخدود</w:t>
            </w:r>
            <w:r>
              <w:rPr>
                <w:rtl/>
              </w:rPr>
              <w:t xml:space="preserve"> </w:t>
            </w:r>
            <w:r w:rsidRPr="009647FC">
              <w:rPr>
                <w:rtl/>
              </w:rPr>
              <w:t>منهم</w:t>
            </w:r>
            <w:r>
              <w:rPr>
                <w:rtl/>
              </w:rPr>
              <w:t xml:space="preserve"> </w:t>
            </w:r>
            <w:r w:rsidRPr="009647FC">
              <w:rPr>
                <w:rtl/>
              </w:rPr>
              <w:t>ولكن</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حسدت</w:t>
            </w:r>
            <w:r>
              <w:rPr>
                <w:rtl/>
              </w:rPr>
              <w:t xml:space="preserve"> </w:t>
            </w:r>
            <w:r w:rsidRPr="009647FC">
              <w:rPr>
                <w:rtl/>
              </w:rPr>
              <w:t>فوقها</w:t>
            </w:r>
            <w:r>
              <w:rPr>
                <w:rtl/>
              </w:rPr>
              <w:t xml:space="preserve"> </w:t>
            </w:r>
            <w:r w:rsidRPr="009647FC">
              <w:rPr>
                <w:rtl/>
              </w:rPr>
              <w:t>الكواكبُ</w:t>
            </w:r>
            <w:r>
              <w:rPr>
                <w:rtl/>
              </w:rPr>
              <w:t xml:space="preserve"> </w:t>
            </w:r>
            <w:r w:rsidRPr="009647FC">
              <w:rPr>
                <w:rtl/>
              </w:rPr>
              <w:t>نعله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لم</w:t>
            </w:r>
            <w:r>
              <w:rPr>
                <w:rtl/>
              </w:rPr>
              <w:t xml:space="preserve"> </w:t>
            </w:r>
            <w:r w:rsidRPr="009647FC">
              <w:rPr>
                <w:rtl/>
              </w:rPr>
              <w:t>يعب</w:t>
            </w:r>
            <w:r>
              <w:rPr>
                <w:rtl/>
              </w:rPr>
              <w:t xml:space="preserve"> </w:t>
            </w:r>
            <w:r w:rsidRPr="009647FC">
              <w:rPr>
                <w:rtl/>
              </w:rPr>
              <w:t>من</w:t>
            </w:r>
            <w:r>
              <w:rPr>
                <w:rtl/>
              </w:rPr>
              <w:t xml:space="preserve"> </w:t>
            </w:r>
            <w:r w:rsidRPr="009647FC">
              <w:rPr>
                <w:rtl/>
              </w:rPr>
              <w:t>خصاله</w:t>
            </w:r>
            <w:r>
              <w:rPr>
                <w:rtl/>
              </w:rPr>
              <w:t xml:space="preserve"> </w:t>
            </w:r>
            <w:r w:rsidRPr="009647FC">
              <w:rPr>
                <w:rtl/>
              </w:rPr>
              <w:t>الغرّ</w:t>
            </w:r>
            <w:r>
              <w:rPr>
                <w:rtl/>
              </w:rPr>
              <w:t xml:space="preserve"> </w:t>
            </w:r>
            <w:r w:rsidRPr="009647FC">
              <w:rPr>
                <w:rtl/>
              </w:rPr>
              <w:t>شيٌ</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غير</w:t>
            </w:r>
            <w:r>
              <w:rPr>
                <w:rtl/>
              </w:rPr>
              <w:t xml:space="preserve"> </w:t>
            </w:r>
            <w:r w:rsidRPr="009647FC">
              <w:rPr>
                <w:rtl/>
              </w:rPr>
              <w:t>بشرِ</w:t>
            </w:r>
            <w:r>
              <w:rPr>
                <w:rtl/>
              </w:rPr>
              <w:t xml:space="preserve"> </w:t>
            </w:r>
            <w:r w:rsidRPr="009647FC">
              <w:rPr>
                <w:rtl/>
              </w:rPr>
              <w:t>ينسي</w:t>
            </w:r>
            <w:r w:rsidRPr="004E7EC6">
              <w:rPr>
                <w:rStyle w:val="libFootnotenumChar"/>
                <w:rtl/>
              </w:rPr>
              <w:t>(2)</w:t>
            </w:r>
            <w:r>
              <w:rPr>
                <w:rtl/>
              </w:rPr>
              <w:t xml:space="preserve"> </w:t>
            </w:r>
            <w:r w:rsidRPr="009647FC">
              <w:rPr>
                <w:rtl/>
              </w:rPr>
              <w:t>به</w:t>
            </w:r>
            <w:r>
              <w:rPr>
                <w:rtl/>
              </w:rPr>
              <w:t xml:space="preserve"> </w:t>
            </w:r>
            <w:r w:rsidRPr="009647FC">
              <w:rPr>
                <w:rtl/>
              </w:rPr>
              <w:t>الضيف</w:t>
            </w:r>
            <w:r>
              <w:rPr>
                <w:rtl/>
              </w:rPr>
              <w:t xml:space="preserve"> </w:t>
            </w:r>
            <w:r w:rsidRPr="009647FC">
              <w:rPr>
                <w:rtl/>
              </w:rPr>
              <w:t>أهله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خفر</w:t>
            </w:r>
            <w:r>
              <w:rPr>
                <w:rtl/>
              </w:rPr>
              <w:t xml:space="preserve"> </w:t>
            </w:r>
            <w:r w:rsidRPr="009647FC">
              <w:rPr>
                <w:rtl/>
              </w:rPr>
              <w:t>الناسُ</w:t>
            </w:r>
            <w:r>
              <w:rPr>
                <w:rtl/>
              </w:rPr>
              <w:t xml:space="preserve"> </w:t>
            </w:r>
            <w:r w:rsidRPr="009647FC">
              <w:rPr>
                <w:rtl/>
              </w:rPr>
              <w:t>ذم</w:t>
            </w:r>
            <w:r w:rsidRPr="00B371C6">
              <w:rPr>
                <w:rtl/>
              </w:rPr>
              <w:t>ّ</w:t>
            </w:r>
            <w:r w:rsidRPr="009647FC">
              <w:rPr>
                <w:rtl/>
              </w:rPr>
              <w:t>ة</w:t>
            </w:r>
            <w:r>
              <w:rPr>
                <w:rtl/>
              </w:rPr>
              <w:t xml:space="preserve"> </w:t>
            </w:r>
            <w:r w:rsidRPr="009647FC">
              <w:rPr>
                <w:rtl/>
              </w:rPr>
              <w:t>الجود</w:t>
            </w:r>
            <w:r>
              <w:rPr>
                <w:rtl/>
              </w:rPr>
              <w:t xml:space="preserve"> </w:t>
            </w:r>
            <w:r w:rsidRPr="009647FC">
              <w:rPr>
                <w:rtl/>
              </w:rPr>
              <w:t>لكن</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حسنُ</w:t>
            </w:r>
            <w:r w:rsidR="004C00A8">
              <w:rPr>
                <w:rtl/>
              </w:rPr>
              <w:t xml:space="preserve"> </w:t>
            </w:r>
            <w:r w:rsidRPr="009647FC">
              <w:rPr>
                <w:rtl/>
              </w:rPr>
              <w:t>الفعل</w:t>
            </w:r>
            <w:r>
              <w:rPr>
                <w:rtl/>
              </w:rPr>
              <w:t xml:space="preserve"> </w:t>
            </w:r>
            <w:r w:rsidRPr="009647FC">
              <w:rPr>
                <w:rtl/>
              </w:rPr>
              <w:t>قد</w:t>
            </w:r>
            <w:r>
              <w:rPr>
                <w:rtl/>
              </w:rPr>
              <w:t xml:space="preserve"> </w:t>
            </w:r>
            <w:r w:rsidRPr="009647FC">
              <w:rPr>
                <w:rtl/>
              </w:rPr>
              <w:t>رعى</w:t>
            </w:r>
            <w:r>
              <w:rPr>
                <w:rtl/>
              </w:rPr>
              <w:t xml:space="preserve"> </w:t>
            </w:r>
            <w:r w:rsidRPr="009647FC">
              <w:rPr>
                <w:rtl/>
              </w:rPr>
              <w:t>اليوم</w:t>
            </w:r>
            <w:r>
              <w:rPr>
                <w:rtl/>
              </w:rPr>
              <w:t xml:space="preserve"> </w:t>
            </w:r>
            <w:r w:rsidRPr="009647FC">
              <w:rPr>
                <w:rtl/>
              </w:rPr>
              <w:t>ألّه</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إذ</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ينمي</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02"/>
        <w:gridCol w:w="301"/>
        <w:gridCol w:w="3884"/>
      </w:tblGrid>
      <w:tr w:rsidR="00FD0C47" w:rsidRPr="00524A24" w:rsidTr="00FD0C47">
        <w:trPr>
          <w:trHeight w:val="350"/>
        </w:trPr>
        <w:tc>
          <w:tcPr>
            <w:tcW w:w="3902" w:type="dxa"/>
          </w:tcPr>
          <w:p w:rsidR="00FD0C47" w:rsidRPr="00524A24" w:rsidRDefault="00FD0C47" w:rsidP="00A93A43">
            <w:pPr>
              <w:pStyle w:val="libPoem"/>
            </w:pPr>
            <w:r w:rsidRPr="009647FC">
              <w:rPr>
                <w:rtl/>
              </w:rPr>
              <w:lastRenderedPageBreak/>
              <w:t>وحّ</w:t>
            </w:r>
            <w:r>
              <w:rPr>
                <w:rtl/>
              </w:rPr>
              <w:t>َ</w:t>
            </w:r>
            <w:r w:rsidRPr="009647FC">
              <w:rPr>
                <w:rtl/>
              </w:rPr>
              <w:t>د</w:t>
            </w:r>
            <w:r>
              <w:rPr>
                <w:rtl/>
              </w:rPr>
              <w:t xml:space="preserve"> </w:t>
            </w:r>
            <w:r w:rsidRPr="009647FC">
              <w:rPr>
                <w:rtl/>
              </w:rPr>
              <w:t>المدح</w:t>
            </w:r>
            <w:r>
              <w:rPr>
                <w:rtl/>
              </w:rPr>
              <w:t xml:space="preserve"> </w:t>
            </w:r>
            <w:r w:rsidRPr="009647FC">
              <w:rPr>
                <w:rtl/>
              </w:rPr>
              <w:t>منه</w:t>
            </w:r>
            <w:r>
              <w:rPr>
                <w:rtl/>
              </w:rPr>
              <w:t xml:space="preserve"> </w:t>
            </w:r>
            <w:r w:rsidRPr="009647FC">
              <w:rPr>
                <w:rtl/>
              </w:rPr>
              <w:t>للفضل</w:t>
            </w:r>
            <w:r>
              <w:rPr>
                <w:rtl/>
              </w:rPr>
              <w:t xml:space="preserve"> </w:t>
            </w:r>
            <w:r w:rsidRPr="009647FC">
              <w:rPr>
                <w:rtl/>
              </w:rPr>
              <w:t>ربّ</w:t>
            </w:r>
            <w:r w:rsidRPr="00B371C6">
              <w:rPr>
                <w:rtl/>
              </w:rPr>
              <w:t>َ</w:t>
            </w:r>
            <w:r w:rsidRPr="009647FC">
              <w:rPr>
                <w:rtl/>
              </w:rPr>
              <w:t>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والثنا</w:t>
            </w:r>
            <w:r>
              <w:rPr>
                <w:rtl/>
              </w:rPr>
              <w:t xml:space="preserve"> </w:t>
            </w:r>
            <w:r w:rsidRPr="009647FC">
              <w:rPr>
                <w:rtl/>
              </w:rPr>
              <w:t>في</w:t>
            </w:r>
            <w:r>
              <w:rPr>
                <w:rtl/>
              </w:rPr>
              <w:t xml:space="preserve"> </w:t>
            </w:r>
            <w:r w:rsidRPr="009647FC">
              <w:rPr>
                <w:rtl/>
              </w:rPr>
              <w:t>سواه</w:t>
            </w:r>
            <w:r>
              <w:rPr>
                <w:rtl/>
              </w:rPr>
              <w:t xml:space="preserve"> </w:t>
            </w:r>
            <w:r w:rsidRPr="009647FC">
              <w:rPr>
                <w:rtl/>
              </w:rPr>
              <w:t>يحمد</w:t>
            </w:r>
            <w:r>
              <w:rPr>
                <w:rtl/>
              </w:rPr>
              <w:t xml:space="preserve"> </w:t>
            </w:r>
            <w:r w:rsidRPr="009647FC">
              <w:rPr>
                <w:rtl/>
              </w:rPr>
              <w:t>عجله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درجت</w:t>
            </w:r>
            <w:r>
              <w:rPr>
                <w:rtl/>
              </w:rPr>
              <w:t xml:space="preserve"> </w:t>
            </w:r>
            <w:r w:rsidRPr="009647FC">
              <w:rPr>
                <w:rtl/>
              </w:rPr>
              <w:t>في</w:t>
            </w:r>
            <w:r>
              <w:rPr>
                <w:rtl/>
              </w:rPr>
              <w:t xml:space="preserve"> </w:t>
            </w:r>
            <w:r w:rsidRPr="009647FC">
              <w:rPr>
                <w:rtl/>
              </w:rPr>
              <w:t>العُلى</w:t>
            </w:r>
            <w:r>
              <w:rPr>
                <w:rtl/>
              </w:rPr>
              <w:t xml:space="preserve"> </w:t>
            </w:r>
            <w:r w:rsidRPr="009647FC">
              <w:rPr>
                <w:rtl/>
              </w:rPr>
              <w:t>أماجدُها</w:t>
            </w:r>
            <w:r>
              <w:rPr>
                <w:rtl/>
              </w:rPr>
              <w:t xml:space="preserve"> </w:t>
            </w:r>
            <w:r w:rsidRPr="009647FC">
              <w:rPr>
                <w:rtl/>
              </w:rPr>
              <w:t>الغـ</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رُّ</w:t>
            </w:r>
            <w:r w:rsidR="004C00A8">
              <w:rPr>
                <w:rtl/>
              </w:rPr>
              <w:t xml:space="preserve"> </w:t>
            </w:r>
            <w:r w:rsidRPr="009647FC">
              <w:rPr>
                <w:rtl/>
              </w:rPr>
              <w:t>وكانوا</w:t>
            </w:r>
            <w:r>
              <w:rPr>
                <w:rtl/>
              </w:rPr>
              <w:t xml:space="preserve"> </w:t>
            </w:r>
            <w:r w:rsidRPr="009647FC">
              <w:rPr>
                <w:rtl/>
              </w:rPr>
              <w:t>شيخ</w:t>
            </w:r>
            <w:r>
              <w:rPr>
                <w:rtl/>
              </w:rPr>
              <w:t xml:space="preserve"> </w:t>
            </w:r>
            <w:r w:rsidRPr="009647FC">
              <w:rPr>
                <w:rtl/>
              </w:rPr>
              <w:t>العلاء</w:t>
            </w:r>
            <w:r>
              <w:rPr>
                <w:rtl/>
              </w:rPr>
              <w:t xml:space="preserve"> </w:t>
            </w:r>
            <w:r w:rsidRPr="009647FC">
              <w:rPr>
                <w:rtl/>
              </w:rPr>
              <w:t>وكهله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ثمّ</w:t>
            </w:r>
            <w:r>
              <w:rPr>
                <w:rtl/>
              </w:rPr>
              <w:t xml:space="preserve"> </w:t>
            </w:r>
            <w:r w:rsidRPr="009647FC">
              <w:rPr>
                <w:rtl/>
              </w:rPr>
              <w:t>أبقت</w:t>
            </w:r>
            <w:r>
              <w:rPr>
                <w:rtl/>
              </w:rPr>
              <w:t xml:space="preserve"> (</w:t>
            </w:r>
            <w:r w:rsidRPr="009647FC">
              <w:rPr>
                <w:rtl/>
              </w:rPr>
              <w:t>محمداً</w:t>
            </w:r>
            <w:r>
              <w:rPr>
                <w:rtl/>
              </w:rPr>
              <w:t xml:space="preserve"> </w:t>
            </w:r>
            <w:r w:rsidRPr="009647FC">
              <w:rPr>
                <w:rtl/>
              </w:rPr>
              <w:t>حسن</w:t>
            </w:r>
            <w:r>
              <w:rPr>
                <w:rtl/>
              </w:rPr>
              <w:t xml:space="preserve">) </w:t>
            </w:r>
            <w:r w:rsidRPr="009647FC">
              <w:rPr>
                <w:rtl/>
              </w:rPr>
              <w:t>الفعل</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على</w:t>
            </w:r>
            <w:r>
              <w:rPr>
                <w:rtl/>
              </w:rPr>
              <w:t xml:space="preserve"> </w:t>
            </w:r>
            <w:r w:rsidRPr="009647FC">
              <w:rPr>
                <w:rtl/>
              </w:rPr>
              <w:t>فخرها</w:t>
            </w:r>
            <w:r>
              <w:rPr>
                <w:rtl/>
              </w:rPr>
              <w:t xml:space="preserve"> </w:t>
            </w:r>
            <w:r w:rsidRPr="009647FC">
              <w:rPr>
                <w:rtl/>
              </w:rPr>
              <w:t>بها</w:t>
            </w:r>
            <w:r>
              <w:rPr>
                <w:rtl/>
              </w:rPr>
              <w:t xml:space="preserve"> </w:t>
            </w:r>
            <w:r w:rsidRPr="009647FC">
              <w:rPr>
                <w:rtl/>
              </w:rPr>
              <w:t>مستدّله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ولعمري</w:t>
            </w:r>
            <w:r>
              <w:rPr>
                <w:rtl/>
              </w:rPr>
              <w:t xml:space="preserve"> </w:t>
            </w:r>
            <w:r w:rsidRPr="009647FC">
              <w:rPr>
                <w:rtl/>
              </w:rPr>
              <w:t>لا</w:t>
            </w:r>
            <w:r>
              <w:rPr>
                <w:rtl/>
              </w:rPr>
              <w:t xml:space="preserve"> </w:t>
            </w:r>
            <w:r w:rsidRPr="009647FC">
              <w:rPr>
                <w:rtl/>
              </w:rPr>
              <w:t>يكمل</w:t>
            </w:r>
            <w:r>
              <w:rPr>
                <w:rtl/>
              </w:rPr>
              <w:t xml:space="preserve"> </w:t>
            </w:r>
            <w:r w:rsidRPr="009647FC">
              <w:rPr>
                <w:rtl/>
              </w:rPr>
              <w:t>الفخرُ</w:t>
            </w:r>
            <w:r>
              <w:rPr>
                <w:rtl/>
              </w:rPr>
              <w:t xml:space="preserve"> </w:t>
            </w:r>
            <w:r w:rsidRPr="009647FC">
              <w:rPr>
                <w:rtl/>
              </w:rPr>
              <w:t>حتى</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يصف</w:t>
            </w:r>
            <w:r w:rsidR="004C00A8">
              <w:rPr>
                <w:rtl/>
              </w:rPr>
              <w:t xml:space="preserve"> </w:t>
            </w:r>
            <w:r w:rsidRPr="009647FC">
              <w:rPr>
                <w:rtl/>
              </w:rPr>
              <w:t>الفرع</w:t>
            </w:r>
            <w:r>
              <w:rPr>
                <w:rtl/>
              </w:rPr>
              <w:t xml:space="preserve"> </w:t>
            </w:r>
            <w:r w:rsidRPr="009647FC">
              <w:rPr>
                <w:rtl/>
              </w:rPr>
              <w:t>طيبا</w:t>
            </w:r>
            <w:r>
              <w:rPr>
                <w:rtl/>
              </w:rPr>
              <w:t xml:space="preserve"> </w:t>
            </w:r>
            <w:r w:rsidRPr="009647FC">
              <w:rPr>
                <w:rtl/>
              </w:rPr>
              <w:t>لك</w:t>
            </w:r>
            <w:r>
              <w:rPr>
                <w:rtl/>
              </w:rPr>
              <w:t xml:space="preserve"> </w:t>
            </w:r>
            <w:r w:rsidRPr="009647FC">
              <w:rPr>
                <w:rtl/>
              </w:rPr>
              <w:t>أصله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في</w:t>
            </w:r>
            <w:r w:rsidR="004C00A8">
              <w:rPr>
                <w:rtl/>
              </w:rPr>
              <w:t xml:space="preserve"> </w:t>
            </w:r>
            <w:r w:rsidRPr="009647FC">
              <w:rPr>
                <w:rtl/>
              </w:rPr>
              <w:t>لسان</w:t>
            </w:r>
            <w:r>
              <w:rPr>
                <w:rtl/>
              </w:rPr>
              <w:t xml:space="preserve"> </w:t>
            </w:r>
            <w:r w:rsidRPr="009647FC">
              <w:rPr>
                <w:rtl/>
              </w:rPr>
              <w:t>الثناء</w:t>
            </w:r>
            <w:r>
              <w:rPr>
                <w:rtl/>
              </w:rPr>
              <w:t xml:space="preserve"> </w:t>
            </w:r>
            <w:r w:rsidRPr="009647FC">
              <w:rPr>
                <w:rtl/>
              </w:rPr>
              <w:t>رحلة</w:t>
            </w:r>
            <w:r>
              <w:rPr>
                <w:rtl/>
              </w:rPr>
              <w:t xml:space="preserve"> </w:t>
            </w:r>
            <w:r w:rsidRPr="009647FC">
              <w:rPr>
                <w:rtl/>
              </w:rPr>
              <w:t>ندبٍ</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كلُّ</w:t>
            </w:r>
            <w:r>
              <w:rPr>
                <w:rtl/>
              </w:rPr>
              <w:t xml:space="preserve"> </w:t>
            </w:r>
            <w:r w:rsidRPr="009647FC">
              <w:rPr>
                <w:rtl/>
              </w:rPr>
              <w:t>يومٍ</w:t>
            </w:r>
            <w:r>
              <w:rPr>
                <w:rtl/>
              </w:rPr>
              <w:t xml:space="preserve"> </w:t>
            </w:r>
            <w:r w:rsidRPr="009647FC">
              <w:rPr>
                <w:rtl/>
              </w:rPr>
              <w:t>له</w:t>
            </w:r>
            <w:r>
              <w:rPr>
                <w:rtl/>
              </w:rPr>
              <w:t xml:space="preserve"> </w:t>
            </w:r>
            <w:r w:rsidRPr="009647FC">
              <w:rPr>
                <w:rtl/>
              </w:rPr>
              <w:t>إلى</w:t>
            </w:r>
            <w:r>
              <w:rPr>
                <w:rtl/>
              </w:rPr>
              <w:t xml:space="preserve"> </w:t>
            </w:r>
            <w:r w:rsidRPr="009647FC">
              <w:rPr>
                <w:rtl/>
              </w:rPr>
              <w:t>الفخر</w:t>
            </w:r>
            <w:r>
              <w:rPr>
                <w:rtl/>
              </w:rPr>
              <w:t xml:space="preserve"> </w:t>
            </w:r>
            <w:r w:rsidRPr="009647FC">
              <w:rPr>
                <w:rtl/>
              </w:rPr>
              <w:t>رحله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وصف</w:t>
            </w:r>
            <w:r>
              <w:rPr>
                <w:rtl/>
              </w:rPr>
              <w:t>َ</w:t>
            </w:r>
            <w:r w:rsidR="004C00A8">
              <w:rPr>
                <w:rtl/>
              </w:rPr>
              <w:t xml:space="preserve"> </w:t>
            </w:r>
            <w:r w:rsidRPr="009647FC">
              <w:rPr>
                <w:rtl/>
              </w:rPr>
              <w:t>البيد</w:t>
            </w:r>
            <w:r>
              <w:rPr>
                <w:rtl/>
              </w:rPr>
              <w:t xml:space="preserve"> </w:t>
            </w:r>
            <w:r w:rsidRPr="009647FC">
              <w:rPr>
                <w:rtl/>
              </w:rPr>
              <w:t>كيف</w:t>
            </w:r>
            <w:r>
              <w:rPr>
                <w:rtl/>
              </w:rPr>
              <w:t xml:space="preserve"> </w:t>
            </w:r>
            <w:r w:rsidRPr="009647FC">
              <w:rPr>
                <w:rtl/>
              </w:rPr>
              <w:t>أنضى</w:t>
            </w:r>
            <w:r>
              <w:rPr>
                <w:rtl/>
              </w:rPr>
              <w:t xml:space="preserve"> </w:t>
            </w:r>
            <w:r w:rsidRPr="009647FC">
              <w:rPr>
                <w:rtl/>
              </w:rPr>
              <w:t>المطايا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فطوى</w:t>
            </w:r>
            <w:r>
              <w:rPr>
                <w:rtl/>
              </w:rPr>
              <w:t xml:space="preserve"> </w:t>
            </w:r>
            <w:r w:rsidRPr="009647FC">
              <w:rPr>
                <w:rtl/>
              </w:rPr>
              <w:t>رحبها</w:t>
            </w:r>
            <w:r>
              <w:rPr>
                <w:rtl/>
              </w:rPr>
              <w:t xml:space="preserve"> </w:t>
            </w:r>
            <w:r w:rsidRPr="009647FC">
              <w:rPr>
                <w:rtl/>
              </w:rPr>
              <w:t>لينشر</w:t>
            </w:r>
            <w:r>
              <w:rPr>
                <w:rtl/>
              </w:rPr>
              <w:t xml:space="preserve"> </w:t>
            </w:r>
            <w:r w:rsidRPr="009647FC">
              <w:rPr>
                <w:rtl/>
              </w:rPr>
              <w:t>فضله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يا</w:t>
            </w:r>
            <w:r w:rsidR="004C00A8">
              <w:rPr>
                <w:rtl/>
              </w:rPr>
              <w:t xml:space="preserve"> </w:t>
            </w:r>
            <w:r w:rsidRPr="009647FC">
              <w:rPr>
                <w:rtl/>
              </w:rPr>
              <w:t>مباري</w:t>
            </w:r>
            <w:r>
              <w:rPr>
                <w:rtl/>
              </w:rPr>
              <w:t xml:space="preserve"> </w:t>
            </w:r>
            <w:r w:rsidRPr="009647FC">
              <w:rPr>
                <w:rtl/>
              </w:rPr>
              <w:t>الص</w:t>
            </w:r>
            <w:r>
              <w:rPr>
                <w:rtl/>
              </w:rPr>
              <w:t>َ</w:t>
            </w:r>
            <w:r w:rsidRPr="009647FC">
              <w:rPr>
                <w:rtl/>
              </w:rPr>
              <w:t>با</w:t>
            </w:r>
            <w:r>
              <w:rPr>
                <w:rtl/>
              </w:rPr>
              <w:t xml:space="preserve"> </w:t>
            </w:r>
            <w:r w:rsidRPr="009647FC">
              <w:rPr>
                <w:rtl/>
              </w:rPr>
              <w:t>بصُغرى</w:t>
            </w:r>
            <w:r>
              <w:rPr>
                <w:rtl/>
              </w:rPr>
              <w:t xml:space="preserve"> </w:t>
            </w:r>
            <w:r w:rsidRPr="009647FC">
              <w:rPr>
                <w:rtl/>
              </w:rPr>
              <w:t>بنانٍ</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بالعطايا</w:t>
            </w:r>
            <w:r w:rsidR="004C00A8">
              <w:rPr>
                <w:rtl/>
              </w:rPr>
              <w:t xml:space="preserve"> </w:t>
            </w:r>
            <w:r w:rsidRPr="009647FC">
              <w:rPr>
                <w:rtl/>
              </w:rPr>
              <w:t>سماؤها</w:t>
            </w:r>
            <w:r>
              <w:rPr>
                <w:rtl/>
              </w:rPr>
              <w:t xml:space="preserve"> </w:t>
            </w:r>
            <w:r w:rsidRPr="009647FC">
              <w:rPr>
                <w:rtl/>
              </w:rPr>
              <w:t>مستهلّ</w:t>
            </w:r>
            <w:r>
              <w:rPr>
                <w:rtl/>
              </w:rPr>
              <w:t>َ</w:t>
            </w:r>
            <w:r w:rsidRPr="009647FC">
              <w:rPr>
                <w:rtl/>
              </w:rPr>
              <w:t>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عجباً</w:t>
            </w:r>
            <w:r>
              <w:rPr>
                <w:rtl/>
              </w:rPr>
              <w:t xml:space="preserve"> </w:t>
            </w:r>
            <w:r w:rsidRPr="009647FC">
              <w:rPr>
                <w:rtl/>
              </w:rPr>
              <w:t>يبتغي</w:t>
            </w:r>
            <w:r>
              <w:rPr>
                <w:rtl/>
              </w:rPr>
              <w:t xml:space="preserve"> </w:t>
            </w:r>
            <w:r w:rsidRPr="009647FC">
              <w:rPr>
                <w:rtl/>
              </w:rPr>
              <w:t>ع</w:t>
            </w:r>
            <w:r w:rsidRPr="00B371C6">
              <w:rPr>
                <w:rtl/>
              </w:rPr>
              <w:t>ُ</w:t>
            </w:r>
            <w:r w:rsidRPr="009647FC">
              <w:rPr>
                <w:rtl/>
              </w:rPr>
              <w:t>لاك</w:t>
            </w:r>
            <w:r>
              <w:rPr>
                <w:rtl/>
              </w:rPr>
              <w:t xml:space="preserve"> </w:t>
            </w:r>
            <w:r w:rsidRPr="009647FC">
              <w:rPr>
                <w:rtl/>
              </w:rPr>
              <w:t>ابنُ</w:t>
            </w:r>
            <w:r>
              <w:rPr>
                <w:rtl/>
              </w:rPr>
              <w:t xml:space="preserve"> </w:t>
            </w:r>
            <w:r w:rsidRPr="009647FC">
              <w:rPr>
                <w:rtl/>
              </w:rPr>
              <w:t>نقصٍ</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ما</w:t>
            </w:r>
            <w:r>
              <w:rPr>
                <w:rtl/>
              </w:rPr>
              <w:t xml:space="preserve"> </w:t>
            </w:r>
            <w:r w:rsidRPr="009647FC">
              <w:rPr>
                <w:rtl/>
              </w:rPr>
              <w:t>حوى</w:t>
            </w:r>
            <w:r>
              <w:rPr>
                <w:rtl/>
              </w:rPr>
              <w:t xml:space="preserve"> </w:t>
            </w:r>
            <w:r w:rsidRPr="009647FC">
              <w:rPr>
                <w:rtl/>
              </w:rPr>
              <w:t>من</w:t>
            </w:r>
            <w:r>
              <w:rPr>
                <w:rtl/>
              </w:rPr>
              <w:t xml:space="preserve"> </w:t>
            </w:r>
            <w:r w:rsidRPr="009647FC">
              <w:rPr>
                <w:rtl/>
              </w:rPr>
              <w:t>خصالك</w:t>
            </w:r>
            <w:r>
              <w:rPr>
                <w:rtl/>
              </w:rPr>
              <w:t xml:space="preserve"> </w:t>
            </w:r>
            <w:r w:rsidRPr="009647FC">
              <w:rPr>
                <w:rtl/>
              </w:rPr>
              <w:t>الغرّ</w:t>
            </w:r>
            <w:r>
              <w:rPr>
                <w:rtl/>
              </w:rPr>
              <w:t xml:space="preserve"> </w:t>
            </w:r>
            <w:r w:rsidRPr="009647FC">
              <w:rPr>
                <w:rtl/>
              </w:rPr>
              <w:t>خصله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رفعت</w:t>
            </w:r>
            <w:r w:rsidR="004C00A8">
              <w:rPr>
                <w:rtl/>
              </w:rPr>
              <w:t xml:space="preserve"> </w:t>
            </w:r>
            <w:r w:rsidRPr="009647FC">
              <w:rPr>
                <w:rtl/>
              </w:rPr>
              <w:t>قدرك</w:t>
            </w:r>
            <w:r>
              <w:rPr>
                <w:rtl/>
              </w:rPr>
              <w:t xml:space="preserve">َ </w:t>
            </w:r>
            <w:r w:rsidRPr="009647FC">
              <w:rPr>
                <w:rtl/>
              </w:rPr>
              <w:t>المعالي</w:t>
            </w:r>
            <w:r>
              <w:rPr>
                <w:rtl/>
              </w:rPr>
              <w:t xml:space="preserve"> </w:t>
            </w:r>
            <w:r w:rsidRPr="009647FC">
              <w:rPr>
                <w:rtl/>
              </w:rPr>
              <w:t>عليه</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فلها</w:t>
            </w:r>
            <w:r w:rsidR="004C00A8">
              <w:rPr>
                <w:rtl/>
              </w:rPr>
              <w:t xml:space="preserve"> </w:t>
            </w:r>
            <w:r w:rsidRPr="009647FC">
              <w:rPr>
                <w:rtl/>
              </w:rPr>
              <w:t>أنت</w:t>
            </w:r>
            <w:r>
              <w:rPr>
                <w:rtl/>
              </w:rPr>
              <w:t xml:space="preserve"> </w:t>
            </w:r>
            <w:r w:rsidRPr="009647FC">
              <w:rPr>
                <w:rtl/>
              </w:rPr>
              <w:t>عمدةٌ</w:t>
            </w:r>
            <w:r>
              <w:rPr>
                <w:rtl/>
              </w:rPr>
              <w:t xml:space="preserve"> </w:t>
            </w:r>
            <w:r w:rsidRPr="009647FC">
              <w:rPr>
                <w:rtl/>
              </w:rPr>
              <w:t>وهو</w:t>
            </w:r>
            <w:r>
              <w:rPr>
                <w:rtl/>
              </w:rPr>
              <w:t xml:space="preserve"> </w:t>
            </w:r>
            <w:r w:rsidRPr="009647FC">
              <w:rPr>
                <w:rtl/>
              </w:rPr>
              <w:t>فضله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وقوافٍ</w:t>
            </w:r>
            <w:r>
              <w:rPr>
                <w:rtl/>
              </w:rPr>
              <w:t xml:space="preserve"> </w:t>
            </w:r>
            <w:r w:rsidRPr="009647FC">
              <w:rPr>
                <w:rtl/>
              </w:rPr>
              <w:t>منظومةٍ</w:t>
            </w:r>
            <w:r>
              <w:rPr>
                <w:rtl/>
              </w:rPr>
              <w:t xml:space="preserve"> </w:t>
            </w:r>
            <w:r w:rsidRPr="009647FC">
              <w:rPr>
                <w:rtl/>
              </w:rPr>
              <w:t>لقبوها</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رحلةً</w:t>
            </w:r>
            <w:r w:rsidR="004C00A8">
              <w:rPr>
                <w:rtl/>
              </w:rPr>
              <w:t xml:space="preserve"> </w:t>
            </w:r>
            <w:r w:rsidRPr="009647FC">
              <w:rPr>
                <w:rtl/>
              </w:rPr>
              <w:t>حطّ</w:t>
            </w:r>
            <w:r>
              <w:rPr>
                <w:rtl/>
              </w:rPr>
              <w:t xml:space="preserve">َ </w:t>
            </w:r>
            <w:r w:rsidRPr="009647FC">
              <w:rPr>
                <w:rtl/>
              </w:rPr>
              <w:t>عندها</w:t>
            </w:r>
            <w:r>
              <w:rPr>
                <w:rtl/>
              </w:rPr>
              <w:t xml:space="preserve"> </w:t>
            </w:r>
            <w:r w:rsidRPr="009647FC">
              <w:rPr>
                <w:rtl/>
              </w:rPr>
              <w:t>الشعر</w:t>
            </w:r>
            <w:r>
              <w:rPr>
                <w:rtl/>
              </w:rPr>
              <w:t xml:space="preserve"> </w:t>
            </w:r>
            <w:r w:rsidRPr="009647FC">
              <w:rPr>
                <w:rtl/>
              </w:rPr>
              <w:t>ر</w:t>
            </w:r>
            <w:r>
              <w:rPr>
                <w:rtl/>
              </w:rPr>
              <w:t>َ</w:t>
            </w:r>
            <w:r w:rsidRPr="009647FC">
              <w:rPr>
                <w:rtl/>
              </w:rPr>
              <w:t>حله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منك</w:t>
            </w:r>
            <w:r>
              <w:rPr>
                <w:rtl/>
              </w:rPr>
              <w:t xml:space="preserve"> </w:t>
            </w:r>
            <w:r w:rsidRPr="009647FC">
              <w:rPr>
                <w:rtl/>
              </w:rPr>
              <w:t>ألفاظها</w:t>
            </w:r>
            <w:r>
              <w:rPr>
                <w:rtl/>
              </w:rPr>
              <w:t xml:space="preserve"> </w:t>
            </w:r>
            <w:r w:rsidRPr="009647FC">
              <w:rPr>
                <w:rtl/>
              </w:rPr>
              <w:t>مجاجة</w:t>
            </w:r>
            <w:r>
              <w:rPr>
                <w:rtl/>
              </w:rPr>
              <w:t xml:space="preserve"> </w:t>
            </w:r>
            <w:r w:rsidRPr="009647FC">
              <w:rPr>
                <w:rtl/>
              </w:rPr>
              <w:t>مسكٍ</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م</w:t>
            </w:r>
            <w:r w:rsidRPr="00B371C6">
              <w:rPr>
                <w:rtl/>
              </w:rPr>
              <w:t>ُ</w:t>
            </w:r>
            <w:r w:rsidRPr="009647FC">
              <w:rPr>
                <w:rtl/>
              </w:rPr>
              <w:t>زجت</w:t>
            </w:r>
            <w:r>
              <w:rPr>
                <w:rtl/>
              </w:rPr>
              <w:t xml:space="preserve"> </w:t>
            </w:r>
            <w:r w:rsidRPr="009647FC">
              <w:rPr>
                <w:rtl/>
              </w:rPr>
              <w:t>حلوةً</w:t>
            </w:r>
            <w:r>
              <w:rPr>
                <w:rtl/>
              </w:rPr>
              <w:t xml:space="preserve"> </w:t>
            </w:r>
            <w:r w:rsidRPr="009647FC">
              <w:rPr>
                <w:rtl/>
              </w:rPr>
              <w:t>بشهدة</w:t>
            </w:r>
            <w:r>
              <w:rPr>
                <w:rtl/>
              </w:rPr>
              <w:t xml:space="preserve"> </w:t>
            </w:r>
            <w:r w:rsidRPr="009647FC">
              <w:rPr>
                <w:rtl/>
              </w:rPr>
              <w:t>نحله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كم</w:t>
            </w:r>
            <w:r w:rsidR="004C00A8">
              <w:rPr>
                <w:rtl/>
              </w:rPr>
              <w:t xml:space="preserve"> </w:t>
            </w:r>
            <w:r w:rsidRPr="009647FC">
              <w:rPr>
                <w:rtl/>
              </w:rPr>
              <w:t>جلت</w:t>
            </w:r>
            <w:r>
              <w:rPr>
                <w:rtl/>
              </w:rPr>
              <w:t xml:space="preserve"> </w:t>
            </w:r>
            <w:r w:rsidRPr="009647FC">
              <w:rPr>
                <w:rtl/>
              </w:rPr>
              <w:t>لامرئٍ</w:t>
            </w:r>
            <w:r>
              <w:rPr>
                <w:rtl/>
              </w:rPr>
              <w:t xml:space="preserve"> </w:t>
            </w:r>
            <w:r w:rsidRPr="009647FC">
              <w:rPr>
                <w:rtl/>
              </w:rPr>
              <w:t>عقيلة</w:t>
            </w:r>
            <w:r>
              <w:rPr>
                <w:rtl/>
              </w:rPr>
              <w:t xml:space="preserve"> </w:t>
            </w:r>
            <w:r w:rsidRPr="009647FC">
              <w:rPr>
                <w:rtl/>
              </w:rPr>
              <w:t>معنىً</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أمهرتها</w:t>
            </w:r>
            <w:r>
              <w:rPr>
                <w:rtl/>
              </w:rPr>
              <w:t xml:space="preserve"> </w:t>
            </w:r>
            <w:r w:rsidRPr="009647FC">
              <w:rPr>
                <w:rtl/>
              </w:rPr>
              <w:t>يدُ</w:t>
            </w:r>
            <w:r>
              <w:rPr>
                <w:rtl/>
              </w:rPr>
              <w:t xml:space="preserve"> </w:t>
            </w:r>
            <w:r w:rsidRPr="009647FC">
              <w:rPr>
                <w:rtl/>
              </w:rPr>
              <w:t>التعجب</w:t>
            </w:r>
            <w:r>
              <w:rPr>
                <w:rtl/>
              </w:rPr>
              <w:t xml:space="preserve"> </w:t>
            </w:r>
            <w:r w:rsidRPr="009647FC">
              <w:rPr>
                <w:rtl/>
              </w:rPr>
              <w:t>ع</w:t>
            </w:r>
            <w:r w:rsidRPr="00B371C6">
              <w:rPr>
                <w:rtl/>
              </w:rPr>
              <w:t>َ</w:t>
            </w:r>
            <w:r w:rsidRPr="009647FC">
              <w:rPr>
                <w:rtl/>
              </w:rPr>
              <w:t>قله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ليت</w:t>
            </w:r>
            <w:r>
              <w:rPr>
                <w:rtl/>
              </w:rPr>
              <w:t xml:space="preserve"> </w:t>
            </w:r>
            <w:r w:rsidRPr="009647FC">
              <w:rPr>
                <w:rtl/>
              </w:rPr>
              <w:t>من</w:t>
            </w:r>
            <w:r>
              <w:rPr>
                <w:rtl/>
              </w:rPr>
              <w:t xml:space="preserve"> </w:t>
            </w:r>
            <w:r w:rsidRPr="009647FC">
              <w:rPr>
                <w:rtl/>
              </w:rPr>
              <w:t>مقلتي</w:t>
            </w:r>
            <w:r>
              <w:rPr>
                <w:rtl/>
              </w:rPr>
              <w:t xml:space="preserve"> </w:t>
            </w:r>
            <w:r w:rsidRPr="009647FC">
              <w:rPr>
                <w:rtl/>
              </w:rPr>
              <w:t>بدت</w:t>
            </w:r>
            <w:r>
              <w:rPr>
                <w:rtl/>
              </w:rPr>
              <w:t xml:space="preserve"> </w:t>
            </w:r>
            <w:r w:rsidRPr="009647FC">
              <w:rPr>
                <w:rtl/>
              </w:rPr>
              <w:t>بسوادٍ</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في</w:t>
            </w:r>
            <w:r>
              <w:rPr>
                <w:rtl/>
              </w:rPr>
              <w:t xml:space="preserve"> </w:t>
            </w:r>
            <w:r w:rsidRPr="009647FC">
              <w:rPr>
                <w:rtl/>
              </w:rPr>
              <w:t>بياضٍ</w:t>
            </w:r>
            <w:r>
              <w:rPr>
                <w:rtl/>
              </w:rPr>
              <w:t xml:space="preserve"> </w:t>
            </w:r>
            <w:r w:rsidRPr="009647FC">
              <w:rPr>
                <w:rtl/>
              </w:rPr>
              <w:t>لكن</w:t>
            </w:r>
            <w:r>
              <w:rPr>
                <w:rtl/>
              </w:rPr>
              <w:t xml:space="preserve"> </w:t>
            </w:r>
            <w:r w:rsidRPr="009647FC">
              <w:rPr>
                <w:rtl/>
              </w:rPr>
              <w:t>بخط</w:t>
            </w:r>
            <w:r>
              <w:rPr>
                <w:rtl/>
              </w:rPr>
              <w:t xml:space="preserve"> (</w:t>
            </w:r>
            <w:r w:rsidRPr="009647FC">
              <w:rPr>
                <w:rtl/>
              </w:rPr>
              <w:t>ابن</w:t>
            </w:r>
            <w:r>
              <w:rPr>
                <w:rtl/>
              </w:rPr>
              <w:t xml:space="preserve"> </w:t>
            </w:r>
            <w:r w:rsidRPr="009647FC">
              <w:rPr>
                <w:rtl/>
              </w:rPr>
              <w:t>مقله</w:t>
            </w:r>
            <w:r>
              <w:rPr>
                <w:rtl/>
              </w:rPr>
              <w:t>)</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كلماتٌ</w:t>
            </w:r>
            <w:r>
              <w:rPr>
                <w:rtl/>
              </w:rPr>
              <w:t xml:space="preserve"> </w:t>
            </w:r>
            <w:r w:rsidRPr="009647FC">
              <w:rPr>
                <w:rtl/>
              </w:rPr>
              <w:t>في</w:t>
            </w:r>
            <w:r>
              <w:rPr>
                <w:rtl/>
              </w:rPr>
              <w:t xml:space="preserve"> </w:t>
            </w:r>
            <w:r w:rsidRPr="009647FC">
              <w:rPr>
                <w:rtl/>
              </w:rPr>
              <w:t>وصف</w:t>
            </w:r>
            <w:r>
              <w:rPr>
                <w:rtl/>
              </w:rPr>
              <w:t xml:space="preserve"> </w:t>
            </w:r>
            <w:r w:rsidRPr="009647FC">
              <w:rPr>
                <w:rtl/>
              </w:rPr>
              <w:t>حجّك</w:t>
            </w:r>
            <w:r>
              <w:rPr>
                <w:rtl/>
              </w:rPr>
              <w:t xml:space="preserve">َ </w:t>
            </w:r>
            <w:r w:rsidRPr="009647FC">
              <w:rPr>
                <w:rtl/>
              </w:rPr>
              <w:t>جاءت</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كعطاياك</w:t>
            </w:r>
            <w:r>
              <w:rPr>
                <w:rtl/>
              </w:rPr>
              <w:t xml:space="preserve"> </w:t>
            </w:r>
            <w:r w:rsidRPr="009647FC">
              <w:rPr>
                <w:rtl/>
              </w:rPr>
              <w:t>في</w:t>
            </w:r>
            <w:r>
              <w:rPr>
                <w:rtl/>
              </w:rPr>
              <w:t xml:space="preserve"> </w:t>
            </w:r>
            <w:r w:rsidRPr="009647FC">
              <w:rPr>
                <w:rtl/>
              </w:rPr>
              <w:t>المكارم</w:t>
            </w:r>
            <w:r>
              <w:rPr>
                <w:rtl/>
              </w:rPr>
              <w:t xml:space="preserve"> </w:t>
            </w:r>
            <w:r w:rsidRPr="009647FC">
              <w:rPr>
                <w:rtl/>
              </w:rPr>
              <w:t>جزله</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قد</w:t>
            </w:r>
            <w:r w:rsidR="004C00A8">
              <w:rPr>
                <w:rtl/>
              </w:rPr>
              <w:t xml:space="preserve"> </w:t>
            </w:r>
            <w:r w:rsidRPr="009647FC">
              <w:rPr>
                <w:rtl/>
              </w:rPr>
              <w:t>روته</w:t>
            </w:r>
            <w:r>
              <w:rPr>
                <w:rtl/>
              </w:rPr>
              <w:t xml:space="preserve"> </w:t>
            </w:r>
            <w:r w:rsidRPr="009647FC">
              <w:rPr>
                <w:rtl/>
              </w:rPr>
              <w:t>لنا</w:t>
            </w:r>
            <w:r>
              <w:rPr>
                <w:rtl/>
              </w:rPr>
              <w:t xml:space="preserve"> </w:t>
            </w:r>
            <w:r w:rsidRPr="009647FC">
              <w:rPr>
                <w:rtl/>
              </w:rPr>
              <w:t>فناديت</w:t>
            </w:r>
            <w:r>
              <w:rPr>
                <w:rtl/>
              </w:rPr>
              <w:t xml:space="preserve"> </w:t>
            </w:r>
            <w:r w:rsidRPr="009647FC">
              <w:rPr>
                <w:rtl/>
              </w:rPr>
              <w:t>أرّخ</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Pr>
                <w:rtl/>
              </w:rPr>
              <w:t>(</w:t>
            </w:r>
            <w:r w:rsidRPr="009647FC">
              <w:rPr>
                <w:rtl/>
              </w:rPr>
              <w:t>حيّ</w:t>
            </w:r>
            <w:r>
              <w:rPr>
                <w:rtl/>
              </w:rPr>
              <w:t xml:space="preserve"> </w:t>
            </w:r>
            <w:r w:rsidRPr="009647FC">
              <w:rPr>
                <w:rtl/>
              </w:rPr>
              <w:t>حجّا</w:t>
            </w:r>
            <w:r>
              <w:rPr>
                <w:rtl/>
              </w:rPr>
              <w:t xml:space="preserve"> </w:t>
            </w:r>
            <w:r w:rsidRPr="009647FC">
              <w:rPr>
                <w:rtl/>
              </w:rPr>
              <w:t>يتلو</w:t>
            </w:r>
            <w:r>
              <w:rPr>
                <w:rtl/>
              </w:rPr>
              <w:t xml:space="preserve"> </w:t>
            </w:r>
            <w:r w:rsidRPr="009647FC">
              <w:rPr>
                <w:rtl/>
              </w:rPr>
              <w:t>مساعٍ</w:t>
            </w:r>
            <w:r>
              <w:rPr>
                <w:rtl/>
              </w:rPr>
              <w:t xml:space="preserve"> </w:t>
            </w:r>
            <w:r w:rsidRPr="009647FC">
              <w:rPr>
                <w:rtl/>
              </w:rPr>
              <w:t>برحله</w:t>
            </w:r>
            <w:r>
              <w:rPr>
                <w:rtl/>
              </w:rPr>
              <w:t>)</w:t>
            </w:r>
            <w:r w:rsidRPr="00524A24">
              <w:rPr>
                <w:rStyle w:val="libPoemTiniChar0"/>
                <w:rtl/>
              </w:rPr>
              <w:br/>
              <w:t> </w:t>
            </w:r>
          </w:p>
        </w:tc>
      </w:tr>
    </w:tbl>
    <w:p w:rsidR="009647FC" w:rsidRPr="00524A24" w:rsidRDefault="009647FC" w:rsidP="004E7EC6">
      <w:pPr>
        <w:pStyle w:val="libNormal"/>
      </w:pPr>
      <w:r w:rsidRPr="009647FC">
        <w:rPr>
          <w:rtl/>
        </w:rPr>
        <w:t>وقال مقرظاً كتاب العلاّمة الميرزا محمد الهمداني</w:t>
      </w:r>
      <w:r w:rsidR="00D769AB">
        <w:rPr>
          <w:rtl/>
        </w:rPr>
        <w:t>:</w:t>
      </w:r>
    </w:p>
    <w:tbl>
      <w:tblPr>
        <w:tblStyle w:val="TableGrid"/>
        <w:bidiVisual/>
        <w:tblW w:w="4562" w:type="pct"/>
        <w:tblInd w:w="384" w:type="dxa"/>
        <w:tblLook w:val="04A0"/>
      </w:tblPr>
      <w:tblGrid>
        <w:gridCol w:w="3902"/>
        <w:gridCol w:w="301"/>
        <w:gridCol w:w="3884"/>
      </w:tblGrid>
      <w:tr w:rsidR="00FD0C47" w:rsidRPr="00524A24" w:rsidTr="00FD0C47">
        <w:trPr>
          <w:trHeight w:val="350"/>
        </w:trPr>
        <w:tc>
          <w:tcPr>
            <w:tcW w:w="3902" w:type="dxa"/>
          </w:tcPr>
          <w:p w:rsidR="00FD0C47" w:rsidRPr="00524A24" w:rsidRDefault="00FD0C47" w:rsidP="00A93A43">
            <w:pPr>
              <w:pStyle w:val="libPoem"/>
            </w:pPr>
            <w:r w:rsidRPr="009647FC">
              <w:rPr>
                <w:rtl/>
              </w:rPr>
              <w:t>هو</w:t>
            </w:r>
            <w:r w:rsidR="004C00A8">
              <w:rPr>
                <w:rtl/>
              </w:rPr>
              <w:t xml:space="preserve"> </w:t>
            </w:r>
            <w:r w:rsidRPr="009647FC">
              <w:rPr>
                <w:rtl/>
              </w:rPr>
              <w:t>ط</w:t>
            </w:r>
            <w:r w:rsidRPr="00B371C6">
              <w:rPr>
                <w:rtl/>
              </w:rPr>
              <w:t>ِ</w:t>
            </w:r>
            <w:r w:rsidRPr="009647FC">
              <w:rPr>
                <w:rtl/>
              </w:rPr>
              <w:t>رسٌ</w:t>
            </w:r>
            <w:r>
              <w:rPr>
                <w:rtl/>
              </w:rPr>
              <w:t xml:space="preserve"> </w:t>
            </w:r>
            <w:r w:rsidRPr="009647FC">
              <w:rPr>
                <w:rtl/>
              </w:rPr>
              <w:t>أم</w:t>
            </w:r>
            <w:r>
              <w:rPr>
                <w:rtl/>
              </w:rPr>
              <w:t xml:space="preserve"> </w:t>
            </w:r>
            <w:r w:rsidRPr="009647FC">
              <w:rPr>
                <w:rtl/>
              </w:rPr>
              <w:t>خدُّ</w:t>
            </w:r>
            <w:r>
              <w:rPr>
                <w:rtl/>
              </w:rPr>
              <w:t xml:space="preserve"> </w:t>
            </w:r>
            <w:r w:rsidRPr="009647FC">
              <w:rPr>
                <w:rtl/>
              </w:rPr>
              <w:t>عذراء</w:t>
            </w:r>
            <w:r>
              <w:rPr>
                <w:rtl/>
              </w:rPr>
              <w:t xml:space="preserve"> </w:t>
            </w:r>
            <w:r w:rsidRPr="009647FC">
              <w:rPr>
                <w:rtl/>
              </w:rPr>
              <w:t>تُجلى</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خطّ</w:t>
            </w:r>
            <w:r>
              <w:rPr>
                <w:rtl/>
              </w:rPr>
              <w:t xml:space="preserve">َ </w:t>
            </w:r>
            <w:r w:rsidRPr="009647FC">
              <w:rPr>
                <w:rtl/>
              </w:rPr>
              <w:t>فيها</w:t>
            </w:r>
            <w:r>
              <w:rPr>
                <w:rtl/>
              </w:rPr>
              <w:t xml:space="preserve"> </w:t>
            </w:r>
            <w:r w:rsidRPr="009647FC">
              <w:rPr>
                <w:rtl/>
              </w:rPr>
              <w:t>الإبداعُ</w:t>
            </w:r>
            <w:r>
              <w:rPr>
                <w:rtl/>
              </w:rPr>
              <w:t xml:space="preserve"> </w:t>
            </w:r>
            <w:r w:rsidRPr="009647FC">
              <w:rPr>
                <w:rtl/>
              </w:rPr>
              <w:t>ما</w:t>
            </w:r>
            <w:r>
              <w:rPr>
                <w:rtl/>
              </w:rPr>
              <w:t xml:space="preserve"> </w:t>
            </w:r>
            <w:r w:rsidRPr="009647FC">
              <w:rPr>
                <w:rtl/>
              </w:rPr>
              <w:t>كان</w:t>
            </w:r>
            <w:r>
              <w:rPr>
                <w:rtl/>
              </w:rPr>
              <w:t xml:space="preserve"> </w:t>
            </w:r>
            <w:r w:rsidRPr="009647FC">
              <w:rPr>
                <w:rtl/>
              </w:rPr>
              <w:t>أملى</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وسطورٌ</w:t>
            </w:r>
            <w:r w:rsidR="004C00A8">
              <w:rPr>
                <w:rtl/>
              </w:rPr>
              <w:t xml:space="preserve"> </w:t>
            </w:r>
            <w:r w:rsidRPr="009647FC">
              <w:rPr>
                <w:rtl/>
              </w:rPr>
              <w:t>تلألأت</w:t>
            </w:r>
            <w:r>
              <w:rPr>
                <w:rtl/>
              </w:rPr>
              <w:t xml:space="preserve"> </w:t>
            </w:r>
            <w:r w:rsidRPr="009647FC">
              <w:rPr>
                <w:rtl/>
              </w:rPr>
              <w:t>أم</w:t>
            </w:r>
            <w:r>
              <w:rPr>
                <w:rtl/>
              </w:rPr>
              <w:t xml:space="preserve"> </w:t>
            </w:r>
            <w:r w:rsidRPr="009647FC">
              <w:rPr>
                <w:rtl/>
              </w:rPr>
              <w:t>ثغورٌ</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من</w:t>
            </w:r>
            <w:r w:rsidR="004C00A8">
              <w:rPr>
                <w:rtl/>
              </w:rPr>
              <w:t xml:space="preserve"> </w:t>
            </w:r>
            <w:r w:rsidRPr="009647FC">
              <w:rPr>
                <w:rtl/>
              </w:rPr>
              <w:t>غوانٍ</w:t>
            </w:r>
            <w:r>
              <w:rPr>
                <w:rtl/>
              </w:rPr>
              <w:t xml:space="preserve"> </w:t>
            </w:r>
            <w:r w:rsidRPr="009647FC">
              <w:rPr>
                <w:rtl/>
              </w:rPr>
              <w:t>يبسمن</w:t>
            </w:r>
            <w:r>
              <w:rPr>
                <w:rtl/>
              </w:rPr>
              <w:t xml:space="preserve"> </w:t>
            </w:r>
            <w:r w:rsidRPr="009647FC">
              <w:rPr>
                <w:rtl/>
              </w:rPr>
              <w:t>زهواً</w:t>
            </w:r>
            <w:r>
              <w:rPr>
                <w:rtl/>
              </w:rPr>
              <w:t xml:space="preserve"> </w:t>
            </w:r>
            <w:r w:rsidRPr="009647FC">
              <w:rPr>
                <w:rtl/>
              </w:rPr>
              <w:t>ودلاّ</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بل</w:t>
            </w:r>
            <w:r w:rsidR="004C00A8">
              <w:rPr>
                <w:rtl/>
              </w:rPr>
              <w:t xml:space="preserve"> </w:t>
            </w:r>
            <w:r w:rsidRPr="009647FC">
              <w:rPr>
                <w:rtl/>
              </w:rPr>
              <w:t>كتابٌ</w:t>
            </w:r>
            <w:r>
              <w:rPr>
                <w:rtl/>
              </w:rPr>
              <w:t xml:space="preserve"> (</w:t>
            </w:r>
            <w:r w:rsidRPr="009647FC">
              <w:rPr>
                <w:rtl/>
              </w:rPr>
              <w:t>محمدٌ</w:t>
            </w:r>
            <w:r>
              <w:rPr>
                <w:rtl/>
              </w:rPr>
              <w:t xml:space="preserve">) </w:t>
            </w:r>
            <w:r w:rsidRPr="009647FC">
              <w:rPr>
                <w:rtl/>
              </w:rPr>
              <w:t>جاء</w:t>
            </w:r>
            <w:r>
              <w:rPr>
                <w:rtl/>
              </w:rPr>
              <w:t xml:space="preserve"> </w:t>
            </w:r>
            <w:r w:rsidRPr="009647FC">
              <w:rPr>
                <w:rtl/>
              </w:rPr>
              <w:t>فيه</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بلسان</w:t>
            </w:r>
            <w:r w:rsidR="004C00A8">
              <w:rPr>
                <w:rtl/>
              </w:rPr>
              <w:t xml:space="preserve"> </w:t>
            </w:r>
            <w:r w:rsidRPr="009647FC">
              <w:rPr>
                <w:rtl/>
              </w:rPr>
              <w:t>الإعجاز</w:t>
            </w:r>
            <w:r>
              <w:rPr>
                <w:rtl/>
              </w:rPr>
              <w:t xml:space="preserve"> </w:t>
            </w:r>
            <w:r w:rsidRPr="009647FC">
              <w:rPr>
                <w:rtl/>
              </w:rPr>
              <w:t>في</w:t>
            </w:r>
            <w:r>
              <w:rPr>
                <w:rtl/>
              </w:rPr>
              <w:t xml:space="preserve"> </w:t>
            </w:r>
            <w:r w:rsidRPr="009647FC">
              <w:rPr>
                <w:rtl/>
              </w:rPr>
              <w:t>الناس</w:t>
            </w:r>
            <w:r>
              <w:rPr>
                <w:rtl/>
              </w:rPr>
              <w:t xml:space="preserve"> </w:t>
            </w:r>
            <w:r w:rsidRPr="009647FC">
              <w:rPr>
                <w:rtl/>
              </w:rPr>
              <w:t>يُتلى</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لا</w:t>
            </w:r>
            <w:r>
              <w:rPr>
                <w:rtl/>
              </w:rPr>
              <w:t xml:space="preserve"> </w:t>
            </w:r>
            <w:r w:rsidRPr="009647FC">
              <w:rPr>
                <w:rtl/>
              </w:rPr>
              <w:t>ت</w:t>
            </w:r>
            <w:r w:rsidRPr="00B371C6">
              <w:rPr>
                <w:rtl/>
              </w:rPr>
              <w:t>ُ</w:t>
            </w:r>
            <w:r w:rsidRPr="009647FC">
              <w:rPr>
                <w:rtl/>
              </w:rPr>
              <w:t>شب</w:t>
            </w:r>
            <w:r w:rsidRPr="00B371C6">
              <w:rPr>
                <w:rtl/>
              </w:rPr>
              <w:t>ّ</w:t>
            </w:r>
            <w:r w:rsidRPr="009647FC">
              <w:rPr>
                <w:rtl/>
              </w:rPr>
              <w:t>ه</w:t>
            </w:r>
            <w:r>
              <w:rPr>
                <w:rtl/>
              </w:rPr>
              <w:t xml:space="preserve"> </w:t>
            </w:r>
            <w:r w:rsidRPr="009647FC">
              <w:rPr>
                <w:rtl/>
              </w:rPr>
              <w:t>عقوده</w:t>
            </w:r>
            <w:r>
              <w:rPr>
                <w:rtl/>
              </w:rPr>
              <w:t xml:space="preserve"> </w:t>
            </w:r>
            <w:r w:rsidRPr="009647FC">
              <w:rPr>
                <w:rtl/>
              </w:rPr>
              <w:t>بفصولٍ</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ناعماتُ</w:t>
            </w:r>
            <w:r w:rsidR="004C00A8">
              <w:rPr>
                <w:rtl/>
              </w:rPr>
              <w:t xml:space="preserve"> </w:t>
            </w:r>
            <w:r w:rsidRPr="009647FC">
              <w:rPr>
                <w:rtl/>
              </w:rPr>
              <w:t>الصبا</w:t>
            </w:r>
            <w:r>
              <w:rPr>
                <w:rtl/>
              </w:rPr>
              <w:t xml:space="preserve"> </w:t>
            </w:r>
            <w:r w:rsidRPr="009647FC">
              <w:rPr>
                <w:rtl/>
              </w:rPr>
              <w:t>به</w:t>
            </w:r>
            <w:r>
              <w:rPr>
                <w:rtl/>
              </w:rPr>
              <w:t xml:space="preserve"> </w:t>
            </w:r>
            <w:r w:rsidRPr="009647FC">
              <w:rPr>
                <w:rtl/>
              </w:rPr>
              <w:t>تتحلّ</w:t>
            </w:r>
            <w:r>
              <w:rPr>
                <w:rtl/>
              </w:rPr>
              <w:t>َ</w:t>
            </w:r>
            <w:r w:rsidRPr="009647FC">
              <w:rPr>
                <w:rtl/>
              </w:rPr>
              <w:t>ى</w:t>
            </w:r>
            <w:r w:rsidRPr="00524A24">
              <w:rPr>
                <w:rStyle w:val="libPoemTiniChar0"/>
                <w:rtl/>
              </w:rPr>
              <w:br/>
              <w:t> </w:t>
            </w:r>
          </w:p>
        </w:tc>
      </w:tr>
      <w:tr w:rsidR="00FD0C47" w:rsidRPr="00524A24" w:rsidTr="00FD0C47">
        <w:trPr>
          <w:trHeight w:val="350"/>
        </w:trPr>
        <w:tc>
          <w:tcPr>
            <w:tcW w:w="3902" w:type="dxa"/>
          </w:tcPr>
          <w:p w:rsidR="00FD0C47" w:rsidRPr="00524A24" w:rsidRDefault="00FD0C47" w:rsidP="00A93A43">
            <w:pPr>
              <w:pStyle w:val="libPoem"/>
            </w:pPr>
            <w:r w:rsidRPr="009647FC">
              <w:rPr>
                <w:rtl/>
              </w:rPr>
              <w:t>فمن</w:t>
            </w:r>
            <w:r>
              <w:rPr>
                <w:rtl/>
              </w:rPr>
              <w:t xml:space="preserve"> </w:t>
            </w:r>
            <w:r w:rsidRPr="009647FC">
              <w:rPr>
                <w:rtl/>
              </w:rPr>
              <w:t>الدرّ</w:t>
            </w:r>
            <w:r>
              <w:rPr>
                <w:rtl/>
              </w:rPr>
              <w:t xml:space="preserve"> </w:t>
            </w:r>
            <w:r w:rsidRPr="009647FC">
              <w:rPr>
                <w:rtl/>
              </w:rPr>
              <w:t>نظم</w:t>
            </w:r>
            <w:r>
              <w:rPr>
                <w:rtl/>
              </w:rPr>
              <w:t xml:space="preserve"> </w:t>
            </w:r>
            <w:r w:rsidRPr="009647FC">
              <w:rPr>
                <w:rtl/>
              </w:rPr>
              <w:t>كلٍّ</w:t>
            </w:r>
            <w:r>
              <w:rPr>
                <w:rtl/>
              </w:rPr>
              <w:t xml:space="preserve"> </w:t>
            </w:r>
            <w:r w:rsidRPr="009647FC">
              <w:rPr>
                <w:rtl/>
              </w:rPr>
              <w:t>ولكن</w:t>
            </w:r>
            <w:r w:rsidRPr="00524A24">
              <w:rPr>
                <w:rStyle w:val="libPoemTiniChar0"/>
                <w:rtl/>
              </w:rPr>
              <w:br/>
              <w:t> </w:t>
            </w:r>
          </w:p>
        </w:tc>
        <w:tc>
          <w:tcPr>
            <w:tcW w:w="301" w:type="dxa"/>
          </w:tcPr>
          <w:p w:rsidR="00FD0C47" w:rsidRPr="00524A24" w:rsidRDefault="00FD0C47" w:rsidP="00A93A43">
            <w:pPr>
              <w:pStyle w:val="libPoem"/>
              <w:rPr>
                <w:rtl/>
              </w:rPr>
            </w:pPr>
          </w:p>
        </w:tc>
        <w:tc>
          <w:tcPr>
            <w:tcW w:w="3884" w:type="dxa"/>
          </w:tcPr>
          <w:p w:rsidR="00FD0C47" w:rsidRPr="00524A24" w:rsidRDefault="00FD0C47" w:rsidP="00A93A43">
            <w:pPr>
              <w:pStyle w:val="libPoem"/>
            </w:pPr>
            <w:r w:rsidRPr="009647FC">
              <w:rPr>
                <w:rtl/>
              </w:rPr>
              <w:t>درّ</w:t>
            </w:r>
            <w:r>
              <w:rPr>
                <w:rtl/>
              </w:rPr>
              <w:t xml:space="preserve"> </w:t>
            </w:r>
            <w:r w:rsidRPr="009647FC">
              <w:rPr>
                <w:rtl/>
              </w:rPr>
              <w:t>هذي</w:t>
            </w:r>
            <w:r>
              <w:rPr>
                <w:rtl/>
              </w:rPr>
              <w:t xml:space="preserve"> </w:t>
            </w:r>
            <w:r w:rsidRPr="009647FC">
              <w:rPr>
                <w:rtl/>
              </w:rPr>
              <w:t>الفصول</w:t>
            </w:r>
            <w:r>
              <w:rPr>
                <w:rtl/>
              </w:rPr>
              <w:t xml:space="preserve"> </w:t>
            </w:r>
            <w:r w:rsidRPr="009647FC">
              <w:rPr>
                <w:rtl/>
              </w:rPr>
              <w:t>أحلى</w:t>
            </w:r>
            <w:r>
              <w:rPr>
                <w:rtl/>
              </w:rPr>
              <w:t xml:space="preserve"> </w:t>
            </w:r>
            <w:r w:rsidRPr="009647FC">
              <w:rPr>
                <w:rtl/>
              </w:rPr>
              <w:t>وأعلى</w:t>
            </w:r>
            <w:r w:rsidRPr="004E7EC6">
              <w:rPr>
                <w:rStyle w:val="libFootnotenumChar"/>
                <w:rtl/>
              </w:rPr>
              <w:t>(1)</w:t>
            </w:r>
            <w:r w:rsidRPr="00524A24">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المخطوطتين</w:t>
      </w:r>
      <w:r w:rsidR="00D769AB">
        <w:rPr>
          <w:rtl/>
        </w:rPr>
        <w:t>:</w:t>
      </w:r>
      <w:r w:rsidRPr="009647FC">
        <w:rPr>
          <w:rtl/>
        </w:rPr>
        <w:t xml:space="preserve"> أعلى</w:t>
      </w:r>
      <w:r w:rsidR="00D769AB">
        <w:rPr>
          <w:rtl/>
        </w:rPr>
        <w:t>،</w:t>
      </w:r>
      <w:r w:rsidRPr="009647FC">
        <w:rPr>
          <w:rtl/>
        </w:rPr>
        <w:t xml:space="preserve"> كما في المطبوع أيضاً</w:t>
      </w:r>
      <w:r w:rsidR="00D769AB">
        <w:rPr>
          <w:rtl/>
        </w:rPr>
        <w:t>،</w:t>
      </w:r>
      <w:r w:rsidRPr="009647FC">
        <w:rPr>
          <w:rtl/>
        </w:rPr>
        <w:t xml:space="preserve"> ولعلّها</w:t>
      </w:r>
      <w:r w:rsidR="00D769AB">
        <w:rPr>
          <w:rtl/>
        </w:rPr>
        <w:t>:</w:t>
      </w:r>
      <w:r w:rsidRPr="009647FC">
        <w:rPr>
          <w:rtl/>
        </w:rPr>
        <w:t xml:space="preserve"> أغلى</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1E0"/>
      </w:tblPr>
      <w:tblGrid>
        <w:gridCol w:w="3924"/>
        <w:gridCol w:w="279"/>
        <w:gridCol w:w="3884"/>
      </w:tblGrid>
      <w:tr w:rsidR="005469AF" w:rsidTr="005469AF">
        <w:trPr>
          <w:trHeight w:val="350"/>
        </w:trPr>
        <w:tc>
          <w:tcPr>
            <w:tcW w:w="3924" w:type="dxa"/>
            <w:shd w:val="clear" w:color="auto" w:fill="auto"/>
          </w:tcPr>
          <w:p w:rsidR="005469AF" w:rsidRDefault="005469AF" w:rsidP="00A93A43">
            <w:pPr>
              <w:pStyle w:val="libPoem"/>
            </w:pPr>
            <w:r w:rsidRPr="009647FC">
              <w:rPr>
                <w:rtl/>
              </w:rPr>
              <w:lastRenderedPageBreak/>
              <w:t>إن</w:t>
            </w:r>
            <w:r>
              <w:rPr>
                <w:rtl/>
              </w:rPr>
              <w:t xml:space="preserve"> </w:t>
            </w:r>
            <w:r w:rsidRPr="009647FC">
              <w:rPr>
                <w:rtl/>
              </w:rPr>
              <w:t>تصف</w:t>
            </w:r>
            <w:r w:rsidRPr="00B371C6">
              <w:rPr>
                <w:rtl/>
              </w:rPr>
              <w:t>ّ</w:t>
            </w:r>
            <w:r w:rsidRPr="009647FC">
              <w:rPr>
                <w:rtl/>
              </w:rPr>
              <w:t>حته</w:t>
            </w:r>
            <w:r>
              <w:rPr>
                <w:rtl/>
              </w:rPr>
              <w:t xml:space="preserve"> </w:t>
            </w:r>
            <w:r w:rsidRPr="009647FC">
              <w:rPr>
                <w:rtl/>
              </w:rPr>
              <w:t>بعقلٍ</w:t>
            </w:r>
            <w:r>
              <w:rPr>
                <w:rtl/>
              </w:rPr>
              <w:t xml:space="preserve"> </w:t>
            </w:r>
            <w:r w:rsidRPr="009647FC">
              <w:rPr>
                <w:rtl/>
              </w:rPr>
              <w:t>تجده</w:t>
            </w:r>
            <w:r w:rsidRPr="00725071">
              <w:rPr>
                <w:rStyle w:val="libPoemTiniChar0"/>
                <w:rtl/>
              </w:rPr>
              <w:br/>
              <w:t> </w:t>
            </w:r>
          </w:p>
        </w:tc>
        <w:tc>
          <w:tcPr>
            <w:tcW w:w="279" w:type="dxa"/>
            <w:shd w:val="clear" w:color="auto" w:fill="auto"/>
          </w:tcPr>
          <w:p w:rsidR="005469AF" w:rsidRDefault="005469AF" w:rsidP="00A93A43">
            <w:pPr>
              <w:pStyle w:val="libPoem"/>
              <w:rPr>
                <w:rtl/>
              </w:rPr>
            </w:pPr>
          </w:p>
        </w:tc>
        <w:tc>
          <w:tcPr>
            <w:tcW w:w="3884" w:type="dxa"/>
            <w:shd w:val="clear" w:color="auto" w:fill="auto"/>
          </w:tcPr>
          <w:p w:rsidR="005469AF" w:rsidRDefault="005469AF" w:rsidP="00A93A43">
            <w:pPr>
              <w:pStyle w:val="libPoem"/>
            </w:pPr>
            <w:r w:rsidRPr="009647FC">
              <w:rPr>
                <w:rtl/>
              </w:rPr>
              <w:t>كيف</w:t>
            </w:r>
            <w:r w:rsidR="004C00A8">
              <w:rPr>
                <w:rtl/>
              </w:rPr>
              <w:t xml:space="preserve"> </w:t>
            </w:r>
            <w:r w:rsidRPr="009647FC">
              <w:rPr>
                <w:rtl/>
              </w:rPr>
              <w:t>يهدي</w:t>
            </w:r>
            <w:r>
              <w:rPr>
                <w:rtl/>
              </w:rPr>
              <w:t xml:space="preserve"> </w:t>
            </w:r>
            <w:r w:rsidRPr="009647FC">
              <w:rPr>
                <w:rtl/>
              </w:rPr>
              <w:t>لم</w:t>
            </w:r>
            <w:r>
              <w:rPr>
                <w:rtl/>
              </w:rPr>
              <w:t>َ</w:t>
            </w:r>
            <w:r w:rsidRPr="009647FC">
              <w:rPr>
                <w:rtl/>
              </w:rPr>
              <w:t>نْ</w:t>
            </w:r>
            <w:r>
              <w:rPr>
                <w:rtl/>
              </w:rPr>
              <w:t xml:space="preserve"> </w:t>
            </w:r>
            <w:r w:rsidRPr="009647FC">
              <w:rPr>
                <w:rtl/>
              </w:rPr>
              <w:t>تفهّم</w:t>
            </w:r>
            <w:r>
              <w:rPr>
                <w:rtl/>
              </w:rPr>
              <w:t xml:space="preserve"> </w:t>
            </w:r>
            <w:r w:rsidRPr="009647FC">
              <w:rPr>
                <w:rtl/>
              </w:rPr>
              <w:t>عقلا</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يا</w:t>
            </w:r>
            <w:r w:rsidR="004C00A8">
              <w:rPr>
                <w:rtl/>
              </w:rPr>
              <w:t xml:space="preserve"> </w:t>
            </w:r>
            <w:r w:rsidRPr="009647FC">
              <w:rPr>
                <w:rtl/>
              </w:rPr>
              <w:t>صناع</w:t>
            </w:r>
            <w:r>
              <w:rPr>
                <w:rtl/>
              </w:rPr>
              <w:t xml:space="preserve"> </w:t>
            </w:r>
            <w:r w:rsidRPr="009647FC">
              <w:rPr>
                <w:rtl/>
              </w:rPr>
              <w:t>اليراع</w:t>
            </w:r>
            <w:r>
              <w:rPr>
                <w:rtl/>
              </w:rPr>
              <w:t xml:space="preserve"> </w:t>
            </w:r>
            <w:r w:rsidRPr="009647FC">
              <w:rPr>
                <w:rtl/>
              </w:rPr>
              <w:t>بل</w:t>
            </w:r>
            <w:r>
              <w:rPr>
                <w:rtl/>
              </w:rPr>
              <w:t xml:space="preserve"> </w:t>
            </w:r>
            <w:r w:rsidRPr="009647FC">
              <w:rPr>
                <w:rtl/>
              </w:rPr>
              <w:t>يا</w:t>
            </w:r>
            <w:r>
              <w:rPr>
                <w:rtl/>
              </w:rPr>
              <w:t xml:space="preserve"> </w:t>
            </w:r>
            <w:r w:rsidRPr="009647FC">
              <w:rPr>
                <w:rtl/>
              </w:rPr>
              <w:t>إمام</w:t>
            </w:r>
            <w:r>
              <w:rPr>
                <w:rtl/>
              </w:rPr>
              <w:t xml:space="preserve"> </w:t>
            </w:r>
            <w:r w:rsidRPr="009647FC">
              <w:rPr>
                <w:rtl/>
              </w:rPr>
              <w:t>الـ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حرمين</w:t>
            </w:r>
            <w:r>
              <w:rPr>
                <w:rtl/>
              </w:rPr>
              <w:t xml:space="preserve"> </w:t>
            </w:r>
            <w:r w:rsidRPr="009647FC">
              <w:rPr>
                <w:rtl/>
              </w:rPr>
              <w:t>استطل</w:t>
            </w:r>
            <w:r>
              <w:rPr>
                <w:rtl/>
              </w:rPr>
              <w:t xml:space="preserve"> </w:t>
            </w:r>
            <w:r w:rsidRPr="009647FC">
              <w:rPr>
                <w:rtl/>
              </w:rPr>
              <w:t>على</w:t>
            </w:r>
            <w:r>
              <w:rPr>
                <w:rtl/>
              </w:rPr>
              <w:t xml:space="preserve"> </w:t>
            </w:r>
            <w:r w:rsidRPr="009647FC">
              <w:rPr>
                <w:rtl/>
              </w:rPr>
              <w:t>الناس</w:t>
            </w:r>
            <w:r>
              <w:rPr>
                <w:rtl/>
              </w:rPr>
              <w:t xml:space="preserve"> </w:t>
            </w:r>
            <w:r w:rsidRPr="009647FC">
              <w:rPr>
                <w:rtl/>
              </w:rPr>
              <w:t>فضلا</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إنّ</w:t>
            </w:r>
            <w:r>
              <w:rPr>
                <w:rtl/>
              </w:rPr>
              <w:t xml:space="preserve">َ </w:t>
            </w:r>
            <w:r w:rsidRPr="009647FC">
              <w:rPr>
                <w:rtl/>
              </w:rPr>
              <w:t>من</w:t>
            </w:r>
            <w:r>
              <w:rPr>
                <w:rtl/>
              </w:rPr>
              <w:t xml:space="preserve"> </w:t>
            </w:r>
            <w:r w:rsidRPr="009647FC">
              <w:rPr>
                <w:rtl/>
              </w:rPr>
              <w:t>بعض</w:t>
            </w:r>
            <w:r>
              <w:rPr>
                <w:rtl/>
              </w:rPr>
              <w:t xml:space="preserve"> </w:t>
            </w:r>
            <w:r w:rsidRPr="009647FC">
              <w:rPr>
                <w:rtl/>
              </w:rPr>
              <w:t>ما</w:t>
            </w:r>
            <w:r>
              <w:rPr>
                <w:rtl/>
              </w:rPr>
              <w:t xml:space="preserve"> </w:t>
            </w:r>
            <w:r w:rsidRPr="009647FC">
              <w:rPr>
                <w:rtl/>
              </w:rPr>
              <w:t>بنانك</w:t>
            </w:r>
            <w:r>
              <w:rPr>
                <w:rtl/>
              </w:rPr>
              <w:t xml:space="preserve"> </w:t>
            </w:r>
            <w:r w:rsidRPr="009647FC">
              <w:rPr>
                <w:rtl/>
              </w:rPr>
              <w:t>خطّتـ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Pr>
                <w:rFonts w:hint="cs"/>
                <w:rtl/>
              </w:rPr>
              <w:t>ـ</w:t>
            </w:r>
            <w:r w:rsidRPr="009647FC">
              <w:rPr>
                <w:rtl/>
              </w:rPr>
              <w:t>ه</w:t>
            </w:r>
            <w:r w:rsidR="004C00A8">
              <w:rPr>
                <w:rtl/>
              </w:rPr>
              <w:t xml:space="preserve"> </w:t>
            </w:r>
            <w:r w:rsidRPr="009647FC">
              <w:rPr>
                <w:rtl/>
              </w:rPr>
              <w:t>كتاباً</w:t>
            </w:r>
            <w:r>
              <w:rPr>
                <w:rtl/>
              </w:rPr>
              <w:t xml:space="preserve"> </w:t>
            </w:r>
            <w:r w:rsidRPr="009647FC">
              <w:rPr>
                <w:rtl/>
              </w:rPr>
              <w:t>حوى</w:t>
            </w:r>
            <w:r>
              <w:rPr>
                <w:rtl/>
              </w:rPr>
              <w:t xml:space="preserve"> </w:t>
            </w:r>
            <w:r w:rsidRPr="009647FC">
              <w:rPr>
                <w:rtl/>
              </w:rPr>
              <w:t>المحاسن</w:t>
            </w:r>
            <w:r>
              <w:rPr>
                <w:rtl/>
              </w:rPr>
              <w:t xml:space="preserve"> </w:t>
            </w:r>
            <w:r w:rsidRPr="009647FC">
              <w:rPr>
                <w:rtl/>
              </w:rPr>
              <w:t>كلاّ</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ولدته</w:t>
            </w:r>
            <w:r>
              <w:rPr>
                <w:rtl/>
              </w:rPr>
              <w:t xml:space="preserve"> </w:t>
            </w:r>
            <w:r w:rsidRPr="009647FC">
              <w:rPr>
                <w:rtl/>
              </w:rPr>
              <w:t>رويّة</w:t>
            </w:r>
            <w:r>
              <w:rPr>
                <w:rtl/>
              </w:rPr>
              <w:t xml:space="preserve"> </w:t>
            </w:r>
            <w:r w:rsidRPr="009647FC">
              <w:rPr>
                <w:rtl/>
              </w:rPr>
              <w:t>لك</w:t>
            </w:r>
            <w:r>
              <w:rPr>
                <w:rtl/>
              </w:rPr>
              <w:t xml:space="preserve"> </w:t>
            </w:r>
            <w:r w:rsidRPr="009647FC">
              <w:rPr>
                <w:rtl/>
              </w:rPr>
              <w:t>يقظى</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إن</w:t>
            </w:r>
            <w:r w:rsidRPr="00B371C6">
              <w:rPr>
                <w:rtl/>
              </w:rPr>
              <w:t>ّ</w:t>
            </w:r>
            <w:r w:rsidRPr="009647FC">
              <w:rPr>
                <w:rtl/>
              </w:rPr>
              <w:t>ها</w:t>
            </w:r>
            <w:r>
              <w:rPr>
                <w:rtl/>
              </w:rPr>
              <w:t xml:space="preserve"> </w:t>
            </w:r>
            <w:r w:rsidRPr="009647FC">
              <w:rPr>
                <w:rtl/>
              </w:rPr>
              <w:t>لم</w:t>
            </w:r>
            <w:r>
              <w:rPr>
                <w:rtl/>
              </w:rPr>
              <w:t xml:space="preserve"> </w:t>
            </w:r>
            <w:r w:rsidRPr="009647FC">
              <w:rPr>
                <w:rtl/>
              </w:rPr>
              <w:t>يلد</w:t>
            </w:r>
            <w:r>
              <w:rPr>
                <w:rtl/>
              </w:rPr>
              <w:t xml:space="preserve"> </w:t>
            </w:r>
            <w:r w:rsidRPr="009647FC">
              <w:rPr>
                <w:rtl/>
              </w:rPr>
              <w:t>لها</w:t>
            </w:r>
            <w:r>
              <w:rPr>
                <w:rtl/>
              </w:rPr>
              <w:t xml:space="preserve"> </w:t>
            </w:r>
            <w:r w:rsidRPr="009647FC">
              <w:rPr>
                <w:rtl/>
              </w:rPr>
              <w:t>الدهرُ</w:t>
            </w:r>
            <w:r>
              <w:rPr>
                <w:rtl/>
              </w:rPr>
              <w:t xml:space="preserve"> </w:t>
            </w:r>
            <w:r w:rsidRPr="009647FC">
              <w:rPr>
                <w:rtl/>
              </w:rPr>
              <w:t>مثلا</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غير</w:t>
            </w:r>
            <w:r>
              <w:rPr>
                <w:rtl/>
              </w:rPr>
              <w:t xml:space="preserve"> </w:t>
            </w:r>
            <w:r w:rsidRPr="009647FC">
              <w:rPr>
                <w:rtl/>
              </w:rPr>
              <w:t>بدعٍ</w:t>
            </w:r>
            <w:r>
              <w:rPr>
                <w:rtl/>
              </w:rPr>
              <w:t xml:space="preserve"> </w:t>
            </w:r>
            <w:r w:rsidRPr="009647FC">
              <w:rPr>
                <w:rtl/>
              </w:rPr>
              <w:t>إذا</w:t>
            </w:r>
            <w:r>
              <w:rPr>
                <w:rtl/>
              </w:rPr>
              <w:t xml:space="preserve"> </w:t>
            </w:r>
            <w:r w:rsidRPr="009647FC">
              <w:rPr>
                <w:rtl/>
              </w:rPr>
              <w:t>تحلّى</w:t>
            </w:r>
            <w:r>
              <w:rPr>
                <w:rtl/>
              </w:rPr>
              <w:t xml:space="preserve"> </w:t>
            </w:r>
            <w:r w:rsidRPr="009647FC">
              <w:rPr>
                <w:rtl/>
              </w:rPr>
              <w:t>به</w:t>
            </w:r>
            <w:r>
              <w:rPr>
                <w:rtl/>
              </w:rPr>
              <w:t xml:space="preserve"> </w:t>
            </w:r>
            <w:r w:rsidRPr="009647FC">
              <w:rPr>
                <w:rtl/>
              </w:rPr>
              <w:t>العصرُ</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فأنت</w:t>
            </w:r>
            <w:r>
              <w:rPr>
                <w:rtl/>
              </w:rPr>
              <w:t xml:space="preserve"> </w:t>
            </w:r>
            <w:r w:rsidRPr="009647FC">
              <w:rPr>
                <w:rtl/>
              </w:rPr>
              <w:t>السيفُ</w:t>
            </w:r>
            <w:r>
              <w:rPr>
                <w:rtl/>
              </w:rPr>
              <w:t xml:space="preserve"> </w:t>
            </w:r>
            <w:r w:rsidRPr="009647FC">
              <w:rPr>
                <w:rtl/>
              </w:rPr>
              <w:t>الصقيل</w:t>
            </w:r>
            <w:r>
              <w:rPr>
                <w:rtl/>
              </w:rPr>
              <w:t xml:space="preserve"> </w:t>
            </w:r>
            <w:r w:rsidRPr="009647FC">
              <w:rPr>
                <w:rtl/>
              </w:rPr>
              <w:t>المحلّى</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بل</w:t>
            </w:r>
            <w:r>
              <w:rPr>
                <w:rtl/>
              </w:rPr>
              <w:t xml:space="preserve"> </w:t>
            </w:r>
            <w:r w:rsidRPr="009647FC">
              <w:rPr>
                <w:rtl/>
              </w:rPr>
              <w:t>ذكاء</w:t>
            </w:r>
            <w:r>
              <w:rPr>
                <w:rtl/>
              </w:rPr>
              <w:t xml:space="preserve"> </w:t>
            </w:r>
            <w:r w:rsidRPr="009647FC">
              <w:rPr>
                <w:rtl/>
              </w:rPr>
              <w:t>الهدى</w:t>
            </w:r>
            <w:r>
              <w:rPr>
                <w:rtl/>
              </w:rPr>
              <w:t xml:space="preserve"> </w:t>
            </w:r>
            <w:r w:rsidRPr="009647FC">
              <w:rPr>
                <w:rtl/>
              </w:rPr>
              <w:t>وأقسمُ</w:t>
            </w:r>
            <w:r>
              <w:rPr>
                <w:rtl/>
              </w:rPr>
              <w:t xml:space="preserve"> </w:t>
            </w:r>
            <w:r w:rsidRPr="009647FC">
              <w:rPr>
                <w:rtl/>
              </w:rPr>
              <w:t>حقا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بنهارٍ</w:t>
            </w:r>
            <w:r w:rsidR="004C00A8">
              <w:rPr>
                <w:rtl/>
              </w:rPr>
              <w:t xml:space="preserve"> </w:t>
            </w:r>
            <w:r w:rsidRPr="009647FC">
              <w:rPr>
                <w:rtl/>
              </w:rPr>
              <w:t>للفضل</w:t>
            </w:r>
            <w:r>
              <w:rPr>
                <w:rtl/>
              </w:rPr>
              <w:t xml:space="preserve"> </w:t>
            </w:r>
            <w:r w:rsidRPr="009647FC">
              <w:rPr>
                <w:rtl/>
              </w:rPr>
              <w:t>منك</w:t>
            </w:r>
            <w:r>
              <w:rPr>
                <w:rtl/>
              </w:rPr>
              <w:t xml:space="preserve"> </w:t>
            </w:r>
            <w:r w:rsidRPr="009647FC">
              <w:rPr>
                <w:rtl/>
              </w:rPr>
              <w:t>تجلّى</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إن</w:t>
            </w:r>
            <w:r>
              <w:rPr>
                <w:rtl/>
              </w:rPr>
              <w:t xml:space="preserve"> </w:t>
            </w:r>
            <w:r w:rsidRPr="009647FC">
              <w:rPr>
                <w:rtl/>
              </w:rPr>
              <w:t>هذا</w:t>
            </w:r>
            <w:r>
              <w:rPr>
                <w:rtl/>
              </w:rPr>
              <w:t xml:space="preserve"> </w:t>
            </w:r>
            <w:r w:rsidRPr="009647FC">
              <w:rPr>
                <w:rtl/>
              </w:rPr>
              <w:t>الكتاب</w:t>
            </w:r>
            <w:r>
              <w:rPr>
                <w:rtl/>
              </w:rPr>
              <w:t xml:space="preserve"> </w:t>
            </w:r>
            <w:r w:rsidRPr="009647FC">
              <w:rPr>
                <w:rtl/>
              </w:rPr>
              <w:t>روض</w:t>
            </w:r>
            <w:r>
              <w:rPr>
                <w:rtl/>
              </w:rPr>
              <w:t xml:space="preserve"> </w:t>
            </w:r>
            <w:r w:rsidRPr="009647FC">
              <w:rPr>
                <w:rtl/>
              </w:rPr>
              <w:t>فنونٍ</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يجتنى</w:t>
            </w:r>
            <w:r>
              <w:rPr>
                <w:rtl/>
              </w:rPr>
              <w:t xml:space="preserve"> </w:t>
            </w:r>
            <w:r w:rsidRPr="009647FC">
              <w:rPr>
                <w:rtl/>
              </w:rPr>
              <w:t>مثمراً</w:t>
            </w:r>
            <w:r>
              <w:rPr>
                <w:rtl/>
              </w:rPr>
              <w:t xml:space="preserve"> </w:t>
            </w:r>
            <w:r w:rsidRPr="009647FC">
              <w:rPr>
                <w:rtl/>
              </w:rPr>
              <w:t>كناناً</w:t>
            </w:r>
            <w:r>
              <w:rPr>
                <w:rtl/>
              </w:rPr>
              <w:t xml:space="preserve"> </w:t>
            </w:r>
            <w:r w:rsidRPr="009647FC">
              <w:rPr>
                <w:rtl/>
              </w:rPr>
              <w:t>ونبلا</w:t>
            </w:r>
            <w:r w:rsidRPr="004E7EC6">
              <w:rPr>
                <w:rStyle w:val="libFootnotenumChar"/>
                <w:rtl/>
              </w:rPr>
              <w:t>(1)</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ظلُّ</w:t>
            </w:r>
            <w:r>
              <w:rPr>
                <w:rtl/>
              </w:rPr>
              <w:t xml:space="preserve"> </w:t>
            </w:r>
            <w:r w:rsidRPr="009647FC">
              <w:rPr>
                <w:rtl/>
              </w:rPr>
              <w:t>أوراقه</w:t>
            </w:r>
            <w:r>
              <w:rPr>
                <w:rtl/>
              </w:rPr>
              <w:t xml:space="preserve"> </w:t>
            </w:r>
            <w:r w:rsidRPr="009647FC">
              <w:rPr>
                <w:rtl/>
              </w:rPr>
              <w:t>النهى</w:t>
            </w:r>
            <w:r>
              <w:rPr>
                <w:rtl/>
              </w:rPr>
              <w:t xml:space="preserve"> </w:t>
            </w:r>
            <w:r w:rsidRPr="009647FC">
              <w:rPr>
                <w:rtl/>
              </w:rPr>
              <w:t>فتصفحـ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نا</w:t>
            </w:r>
            <w:r w:rsidR="004C00A8">
              <w:rPr>
                <w:rtl/>
              </w:rPr>
              <w:t xml:space="preserve"> </w:t>
            </w:r>
            <w:r w:rsidRPr="009647FC">
              <w:rPr>
                <w:rtl/>
              </w:rPr>
              <w:t>عليها</w:t>
            </w:r>
            <w:r>
              <w:rPr>
                <w:rtl/>
              </w:rPr>
              <w:t xml:space="preserve"> </w:t>
            </w:r>
            <w:r w:rsidRPr="009647FC">
              <w:rPr>
                <w:rtl/>
              </w:rPr>
              <w:t>منثور</w:t>
            </w:r>
            <w:r>
              <w:rPr>
                <w:rtl/>
              </w:rPr>
              <w:t xml:space="preserve"> </w:t>
            </w:r>
            <w:r w:rsidRPr="009647FC">
              <w:rPr>
                <w:rtl/>
              </w:rPr>
              <w:t>لفظك</w:t>
            </w:r>
            <w:r>
              <w:rPr>
                <w:rtl/>
              </w:rPr>
              <w:t xml:space="preserve"> </w:t>
            </w:r>
            <w:r w:rsidRPr="009647FC">
              <w:rPr>
                <w:rtl/>
              </w:rPr>
              <w:t>طلا</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فنظمنا</w:t>
            </w:r>
            <w:r>
              <w:rPr>
                <w:rtl/>
              </w:rPr>
              <w:t xml:space="preserve"> </w:t>
            </w:r>
            <w:r w:rsidRPr="009647FC">
              <w:rPr>
                <w:rtl/>
              </w:rPr>
              <w:t>له</w:t>
            </w:r>
            <w:r>
              <w:rPr>
                <w:rtl/>
              </w:rPr>
              <w:t xml:space="preserve"> </w:t>
            </w:r>
            <w:r w:rsidRPr="009647FC">
              <w:rPr>
                <w:rtl/>
              </w:rPr>
              <w:t>وقد</w:t>
            </w:r>
            <w:r>
              <w:rPr>
                <w:rtl/>
              </w:rPr>
              <w:t xml:space="preserve"> </w:t>
            </w:r>
            <w:r w:rsidRPr="009647FC">
              <w:rPr>
                <w:rtl/>
              </w:rPr>
              <w:t>راق</w:t>
            </w:r>
            <w:r>
              <w:rPr>
                <w:rtl/>
              </w:rPr>
              <w:t xml:space="preserve"> </w:t>
            </w:r>
            <w:r w:rsidRPr="009647FC">
              <w:rPr>
                <w:rtl/>
              </w:rPr>
              <w:t>حسنا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عقد</w:t>
            </w:r>
            <w:r>
              <w:rPr>
                <w:rtl/>
              </w:rPr>
              <w:t xml:space="preserve"> </w:t>
            </w:r>
            <w:r w:rsidRPr="009647FC">
              <w:rPr>
                <w:rtl/>
              </w:rPr>
              <w:t>مدحٍ</w:t>
            </w:r>
            <w:r>
              <w:rPr>
                <w:rtl/>
              </w:rPr>
              <w:t xml:space="preserve"> </w:t>
            </w:r>
            <w:r w:rsidRPr="009647FC">
              <w:rPr>
                <w:rtl/>
              </w:rPr>
              <w:t>وكان</w:t>
            </w:r>
            <w:r>
              <w:rPr>
                <w:rtl/>
              </w:rPr>
              <w:t xml:space="preserve"> </w:t>
            </w:r>
            <w:r w:rsidRPr="009647FC">
              <w:rPr>
                <w:rtl/>
              </w:rPr>
              <w:t>للمدح</w:t>
            </w:r>
            <w:r>
              <w:rPr>
                <w:rtl/>
              </w:rPr>
              <w:t xml:space="preserve"> </w:t>
            </w:r>
            <w:r w:rsidRPr="009647FC">
              <w:rPr>
                <w:rtl/>
              </w:rPr>
              <w:t>أهلا</w:t>
            </w:r>
            <w:r w:rsidRPr="004E7EC6">
              <w:rPr>
                <w:rStyle w:val="libFootnotenumChar"/>
                <w:rtl/>
              </w:rPr>
              <w:t>(2)</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فشممنا</w:t>
            </w:r>
            <w:r w:rsidR="004C00A8">
              <w:rPr>
                <w:rtl/>
              </w:rPr>
              <w:t xml:space="preserve"> </w:t>
            </w:r>
            <w:r w:rsidRPr="009647FC">
              <w:rPr>
                <w:rtl/>
              </w:rPr>
              <w:t>ريحانة</w:t>
            </w:r>
            <w:r>
              <w:rPr>
                <w:rtl/>
              </w:rPr>
              <w:t xml:space="preserve"> </w:t>
            </w:r>
            <w:r w:rsidRPr="009647FC">
              <w:rPr>
                <w:rtl/>
              </w:rPr>
              <w:t>النُقل</w:t>
            </w:r>
            <w:r>
              <w:rPr>
                <w:rtl/>
              </w:rPr>
              <w:t xml:space="preserve"> </w:t>
            </w:r>
            <w:r w:rsidRPr="009647FC">
              <w:rPr>
                <w:rtl/>
              </w:rPr>
              <w:t>منه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وهجرنا</w:t>
            </w:r>
            <w:r>
              <w:rPr>
                <w:rtl/>
              </w:rPr>
              <w:t xml:space="preserve"> </w:t>
            </w:r>
            <w:r w:rsidRPr="009647FC">
              <w:rPr>
                <w:rtl/>
              </w:rPr>
              <w:t>سواه</w:t>
            </w:r>
            <w:r>
              <w:rPr>
                <w:rtl/>
              </w:rPr>
              <w:t xml:space="preserve"> </w:t>
            </w:r>
            <w:r w:rsidRPr="009647FC">
              <w:rPr>
                <w:rtl/>
              </w:rPr>
              <w:t>إذ</w:t>
            </w:r>
            <w:r>
              <w:rPr>
                <w:rtl/>
              </w:rPr>
              <w:t xml:space="preserve"> </w:t>
            </w:r>
            <w:r w:rsidRPr="009647FC">
              <w:rPr>
                <w:rtl/>
              </w:rPr>
              <w:t>كان</w:t>
            </w:r>
            <w:r>
              <w:rPr>
                <w:rtl/>
              </w:rPr>
              <w:t xml:space="preserve"> </w:t>
            </w:r>
            <w:r w:rsidRPr="009647FC">
              <w:rPr>
                <w:rtl/>
              </w:rPr>
              <w:t>بقلا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كمالاً ونبلا</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مخطوطة الملاّ</w:t>
      </w:r>
      <w:r w:rsidR="00D769AB">
        <w:rPr>
          <w:rtl/>
        </w:rPr>
        <w:t>:</w:t>
      </w:r>
      <w:r w:rsidRPr="009647FC">
        <w:rPr>
          <w:rtl/>
        </w:rPr>
        <w:t xml:space="preserve"> أحلى</w:t>
      </w:r>
      <w:r w:rsidR="00D769AB">
        <w:rPr>
          <w:rtl/>
        </w:rPr>
        <w:t>.</w:t>
      </w:r>
    </w:p>
    <w:p w:rsidR="004E7EC6" w:rsidRDefault="004E7EC6" w:rsidP="004E7EC6">
      <w:pPr>
        <w:pStyle w:val="libNormal"/>
        <w:rPr>
          <w:rtl/>
        </w:rPr>
      </w:pPr>
      <w:r>
        <w:rPr>
          <w:rtl/>
        </w:rPr>
        <w:br w:type="page"/>
      </w:r>
    </w:p>
    <w:p w:rsidR="004E7EC6" w:rsidRDefault="004E7EC6" w:rsidP="004E7EC6">
      <w:pPr>
        <w:pStyle w:val="libNormal"/>
        <w:rPr>
          <w:rtl/>
        </w:rPr>
      </w:pPr>
      <w:r>
        <w:rPr>
          <w:rtl/>
        </w:rPr>
        <w:lastRenderedPageBreak/>
        <w:br w:type="page"/>
      </w:r>
    </w:p>
    <w:p w:rsidR="009647FC" w:rsidRPr="00524A24" w:rsidRDefault="009647FC" w:rsidP="004E7EC6">
      <w:pPr>
        <w:pStyle w:val="Heading2Center"/>
      </w:pPr>
      <w:bookmarkStart w:id="10" w:name="_Toc430170487"/>
      <w:r w:rsidRPr="009647FC">
        <w:rPr>
          <w:rtl/>
        </w:rPr>
        <w:lastRenderedPageBreak/>
        <w:t>متفرقات</w:t>
      </w:r>
      <w:bookmarkStart w:id="11" w:name="متفرقات"/>
      <w:bookmarkEnd w:id="11"/>
      <w:bookmarkEnd w:id="10"/>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قال (رحمه اللّه) هاجياً</w:t>
      </w:r>
      <w:r w:rsidR="00D769AB">
        <w:rPr>
          <w:rtl/>
        </w:rPr>
        <w:t>:</w:t>
      </w:r>
    </w:p>
    <w:tbl>
      <w:tblPr>
        <w:tblStyle w:val="TableGrid"/>
        <w:bidiVisual/>
        <w:tblW w:w="4562" w:type="pct"/>
        <w:tblInd w:w="384" w:type="dxa"/>
        <w:tblLook w:val="01E0"/>
      </w:tblPr>
      <w:tblGrid>
        <w:gridCol w:w="3924"/>
        <w:gridCol w:w="279"/>
        <w:gridCol w:w="3884"/>
      </w:tblGrid>
      <w:tr w:rsidR="005469AF" w:rsidTr="005469AF">
        <w:trPr>
          <w:trHeight w:val="350"/>
        </w:trPr>
        <w:tc>
          <w:tcPr>
            <w:tcW w:w="3924" w:type="dxa"/>
            <w:shd w:val="clear" w:color="auto" w:fill="auto"/>
          </w:tcPr>
          <w:p w:rsidR="005469AF" w:rsidRDefault="005469AF" w:rsidP="00A93A43">
            <w:pPr>
              <w:pStyle w:val="libPoem"/>
            </w:pPr>
            <w:r w:rsidRPr="009647FC">
              <w:rPr>
                <w:rtl/>
              </w:rPr>
              <w:t>اكرّر</w:t>
            </w:r>
            <w:r>
              <w:rPr>
                <w:rtl/>
              </w:rPr>
              <w:t xml:space="preserve"> </w:t>
            </w:r>
            <w:r w:rsidRPr="009647FC">
              <w:rPr>
                <w:rtl/>
              </w:rPr>
              <w:t>الطرف</w:t>
            </w:r>
            <w:r w:rsidRPr="004E7EC6">
              <w:rPr>
                <w:rStyle w:val="libFootnotenumChar"/>
                <w:rtl/>
              </w:rPr>
              <w:t>(1)</w:t>
            </w:r>
            <w:r>
              <w:rPr>
                <w:rtl/>
              </w:rPr>
              <w:t xml:space="preserve"> </w:t>
            </w:r>
            <w:r w:rsidRPr="009647FC">
              <w:rPr>
                <w:rtl/>
              </w:rPr>
              <w:t>لا</w:t>
            </w:r>
            <w:r>
              <w:rPr>
                <w:rtl/>
              </w:rPr>
              <w:t xml:space="preserve"> </w:t>
            </w:r>
            <w:r w:rsidRPr="009647FC">
              <w:rPr>
                <w:rtl/>
              </w:rPr>
              <w:t>أرى</w:t>
            </w:r>
            <w:r>
              <w:rPr>
                <w:rtl/>
              </w:rPr>
              <w:t xml:space="preserve"> </w:t>
            </w:r>
            <w:r w:rsidRPr="009647FC">
              <w:rPr>
                <w:rtl/>
              </w:rPr>
              <w:t>أبدا</w:t>
            </w:r>
            <w:r w:rsidRPr="00725071">
              <w:rPr>
                <w:rStyle w:val="libPoemTiniChar0"/>
                <w:rtl/>
              </w:rPr>
              <w:br/>
              <w:t> </w:t>
            </w:r>
          </w:p>
        </w:tc>
        <w:tc>
          <w:tcPr>
            <w:tcW w:w="279" w:type="dxa"/>
            <w:shd w:val="clear" w:color="auto" w:fill="auto"/>
          </w:tcPr>
          <w:p w:rsidR="005469AF" w:rsidRDefault="005469AF" w:rsidP="00A93A43">
            <w:pPr>
              <w:pStyle w:val="libPoem"/>
              <w:rPr>
                <w:rtl/>
              </w:rPr>
            </w:pPr>
          </w:p>
        </w:tc>
        <w:tc>
          <w:tcPr>
            <w:tcW w:w="3884" w:type="dxa"/>
            <w:shd w:val="clear" w:color="auto" w:fill="auto"/>
          </w:tcPr>
          <w:p w:rsidR="005469AF" w:rsidRDefault="005469AF" w:rsidP="00A93A43">
            <w:pPr>
              <w:pStyle w:val="libPoem"/>
            </w:pPr>
            <w:r w:rsidRPr="009647FC">
              <w:rPr>
                <w:rtl/>
              </w:rPr>
              <w:t>إلاّ</w:t>
            </w:r>
            <w:r>
              <w:rPr>
                <w:rtl/>
              </w:rPr>
              <w:t xml:space="preserve"> </w:t>
            </w:r>
            <w:r w:rsidRPr="009647FC">
              <w:rPr>
                <w:rtl/>
              </w:rPr>
              <w:t>غبي</w:t>
            </w:r>
            <w:r w:rsidRPr="00B371C6">
              <w:rPr>
                <w:rtl/>
              </w:rPr>
              <w:t>ّ</w:t>
            </w:r>
            <w:r w:rsidRPr="009647FC">
              <w:rPr>
                <w:rtl/>
              </w:rPr>
              <w:t>اً</w:t>
            </w:r>
            <w:r>
              <w:rPr>
                <w:rtl/>
              </w:rPr>
              <w:t xml:space="preserve"> </w:t>
            </w:r>
            <w:r w:rsidRPr="009647FC">
              <w:rPr>
                <w:rtl/>
              </w:rPr>
              <w:t>أنى</w:t>
            </w:r>
            <w:r>
              <w:rPr>
                <w:rtl/>
              </w:rPr>
              <w:t xml:space="preserve"> </w:t>
            </w:r>
            <w:r w:rsidRPr="009647FC">
              <w:rPr>
                <w:rtl/>
              </w:rPr>
              <w:t>تلفّ</w:t>
            </w:r>
            <w:r>
              <w:rPr>
                <w:rtl/>
              </w:rPr>
              <w:t>َ</w:t>
            </w:r>
            <w:r w:rsidRPr="009647FC">
              <w:rPr>
                <w:rtl/>
              </w:rPr>
              <w:t>تُ</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من</w:t>
            </w:r>
            <w:r w:rsidR="004C00A8">
              <w:rPr>
                <w:rtl/>
              </w:rPr>
              <w:t xml:space="preserve"> </w:t>
            </w:r>
            <w:r w:rsidRPr="009647FC">
              <w:rPr>
                <w:rtl/>
              </w:rPr>
              <w:t>كل</w:t>
            </w:r>
            <w:r>
              <w:rPr>
                <w:rtl/>
              </w:rPr>
              <w:t xml:space="preserve"> </w:t>
            </w:r>
            <w:r w:rsidRPr="009647FC">
              <w:rPr>
                <w:rtl/>
              </w:rPr>
              <w:t>م</w:t>
            </w:r>
            <w:r w:rsidRPr="00B371C6">
              <w:rPr>
                <w:rtl/>
              </w:rPr>
              <w:t>َ</w:t>
            </w:r>
            <w:r w:rsidRPr="009647FC">
              <w:rPr>
                <w:rtl/>
              </w:rPr>
              <w:t>نْ</w:t>
            </w:r>
            <w:r>
              <w:rPr>
                <w:rtl/>
              </w:rPr>
              <w:t xml:space="preserve"> </w:t>
            </w:r>
            <w:r w:rsidRPr="009647FC">
              <w:rPr>
                <w:rtl/>
              </w:rPr>
              <w:t>ذقُنه</w:t>
            </w:r>
            <w:r>
              <w:rPr>
                <w:rtl/>
              </w:rPr>
              <w:t xml:space="preserve"> </w:t>
            </w:r>
            <w:r w:rsidRPr="009647FC">
              <w:rPr>
                <w:rtl/>
              </w:rPr>
              <w:t>(كعانته)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والفمُّ</w:t>
            </w:r>
            <w:r>
              <w:rPr>
                <w:rtl/>
              </w:rPr>
              <w:t xml:space="preserve"> </w:t>
            </w:r>
            <w:r w:rsidRPr="009647FC">
              <w:rPr>
                <w:rtl/>
              </w:rPr>
              <w:t>منه</w:t>
            </w:r>
            <w:r>
              <w:rPr>
                <w:rtl/>
              </w:rPr>
              <w:t xml:space="preserve"> </w:t>
            </w:r>
            <w:r w:rsidRPr="009647FC">
              <w:rPr>
                <w:rtl/>
              </w:rPr>
              <w:t>كأنّه</w:t>
            </w:r>
            <w:r>
              <w:rPr>
                <w:rtl/>
              </w:rPr>
              <w:t xml:space="preserve"> </w:t>
            </w:r>
            <w:r w:rsidRPr="009647FC">
              <w:rPr>
                <w:rtl/>
              </w:rPr>
              <w:t>استُ</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ومعجباً</w:t>
            </w:r>
            <w:r>
              <w:rPr>
                <w:rtl/>
              </w:rPr>
              <w:t xml:space="preserve"> </w:t>
            </w:r>
            <w:r w:rsidRPr="009647FC">
              <w:rPr>
                <w:rtl/>
              </w:rPr>
              <w:t>كلُّ</w:t>
            </w:r>
            <w:r>
              <w:rPr>
                <w:rtl/>
              </w:rPr>
              <w:t xml:space="preserve"> </w:t>
            </w:r>
            <w:r w:rsidRPr="009647FC">
              <w:rPr>
                <w:rtl/>
              </w:rPr>
              <w:t>مشيه</w:t>
            </w:r>
            <w:r>
              <w:rPr>
                <w:rtl/>
              </w:rPr>
              <w:t xml:space="preserve"> </w:t>
            </w:r>
            <w:r w:rsidRPr="009647FC">
              <w:rPr>
                <w:rtl/>
              </w:rPr>
              <w:t>م</w:t>
            </w:r>
            <w:r w:rsidRPr="00B371C6">
              <w:rPr>
                <w:rtl/>
              </w:rPr>
              <w:t>َ</w:t>
            </w:r>
            <w:r w:rsidRPr="009647FC">
              <w:rPr>
                <w:rtl/>
              </w:rPr>
              <w:t>رجٌ</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ومترفاً</w:t>
            </w:r>
            <w:r>
              <w:rPr>
                <w:rtl/>
              </w:rPr>
              <w:t xml:space="preserve"> </w:t>
            </w:r>
            <w:r w:rsidRPr="009647FC">
              <w:rPr>
                <w:rtl/>
              </w:rPr>
              <w:t>كلُّ</w:t>
            </w:r>
            <w:r>
              <w:rPr>
                <w:rtl/>
              </w:rPr>
              <w:t xml:space="preserve"> </w:t>
            </w:r>
            <w:r w:rsidRPr="009647FC">
              <w:rPr>
                <w:rtl/>
              </w:rPr>
              <w:t>أكله</w:t>
            </w:r>
            <w:r>
              <w:rPr>
                <w:rtl/>
              </w:rPr>
              <w:t xml:space="preserve"> </w:t>
            </w:r>
            <w:r w:rsidRPr="009647FC">
              <w:rPr>
                <w:rtl/>
              </w:rPr>
              <w:t>سحتُ</w:t>
            </w:r>
            <w:r w:rsidRPr="00725071">
              <w:rPr>
                <w:rStyle w:val="libPoemTiniChar0"/>
                <w:rtl/>
              </w:rPr>
              <w:br/>
              <w:t> </w:t>
            </w:r>
          </w:p>
        </w:tc>
      </w:tr>
    </w:tbl>
    <w:p w:rsidR="009647FC" w:rsidRPr="00524A24" w:rsidRDefault="009647FC" w:rsidP="004E7EC6">
      <w:pPr>
        <w:pStyle w:val="libNormal"/>
      </w:pPr>
      <w:r w:rsidRPr="009647FC">
        <w:rPr>
          <w:rtl/>
        </w:rPr>
        <w:t>وقال</w:t>
      </w:r>
      <w:r w:rsidR="00D769AB">
        <w:rPr>
          <w:rtl/>
        </w:rPr>
        <w:t>:</w:t>
      </w:r>
    </w:p>
    <w:tbl>
      <w:tblPr>
        <w:tblStyle w:val="TableGrid"/>
        <w:bidiVisual/>
        <w:tblW w:w="4562" w:type="pct"/>
        <w:tblInd w:w="384" w:type="dxa"/>
        <w:tblLook w:val="01E0"/>
      </w:tblPr>
      <w:tblGrid>
        <w:gridCol w:w="3924"/>
        <w:gridCol w:w="279"/>
        <w:gridCol w:w="3884"/>
      </w:tblGrid>
      <w:tr w:rsidR="005469AF" w:rsidTr="005469AF">
        <w:trPr>
          <w:trHeight w:val="350"/>
        </w:trPr>
        <w:tc>
          <w:tcPr>
            <w:tcW w:w="3924" w:type="dxa"/>
            <w:shd w:val="clear" w:color="auto" w:fill="auto"/>
          </w:tcPr>
          <w:p w:rsidR="005469AF" w:rsidRDefault="005469AF" w:rsidP="00A93A43">
            <w:pPr>
              <w:pStyle w:val="libPoem"/>
            </w:pPr>
            <w:r w:rsidRPr="009647FC">
              <w:rPr>
                <w:rtl/>
              </w:rPr>
              <w:t>وحشٌ من الأنس منْ يعلق بصحبتم</w:t>
            </w:r>
            <w:r w:rsidRPr="00725071">
              <w:rPr>
                <w:rStyle w:val="libPoemTiniChar0"/>
                <w:rtl/>
              </w:rPr>
              <w:br/>
              <w:t> </w:t>
            </w:r>
          </w:p>
        </w:tc>
        <w:tc>
          <w:tcPr>
            <w:tcW w:w="279" w:type="dxa"/>
            <w:shd w:val="clear" w:color="auto" w:fill="auto"/>
          </w:tcPr>
          <w:p w:rsidR="005469AF" w:rsidRDefault="005469AF" w:rsidP="00A93A43">
            <w:pPr>
              <w:pStyle w:val="libPoem"/>
              <w:rPr>
                <w:rtl/>
              </w:rPr>
            </w:pPr>
          </w:p>
        </w:tc>
        <w:tc>
          <w:tcPr>
            <w:tcW w:w="3884" w:type="dxa"/>
            <w:shd w:val="clear" w:color="auto" w:fill="auto"/>
          </w:tcPr>
          <w:p w:rsidR="005469AF" w:rsidRDefault="005469AF" w:rsidP="00A93A43">
            <w:pPr>
              <w:pStyle w:val="libPoem"/>
            </w:pPr>
            <w:r w:rsidRPr="009647FC">
              <w:rPr>
                <w:rtl/>
              </w:rPr>
              <w:t>يكنْ كمستبدلٍ سقماً بصحتهِ</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كأنّني بينهم مسكٌ أحاط به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ريحُ البطون فأخفى طيب</w:t>
            </w:r>
            <w:r>
              <w:rPr>
                <w:rtl/>
              </w:rPr>
              <w:t>َ</w:t>
            </w:r>
            <w:r w:rsidRPr="009647FC">
              <w:rPr>
                <w:rtl/>
              </w:rPr>
              <w:t xml:space="preserve"> نفحتهِ</w:t>
            </w:r>
            <w:r w:rsidRPr="00725071">
              <w:rPr>
                <w:rStyle w:val="libPoemTiniChar0"/>
                <w:rtl/>
              </w:rPr>
              <w:br/>
              <w:t> </w:t>
            </w:r>
          </w:p>
        </w:tc>
      </w:tr>
    </w:tbl>
    <w:p w:rsidR="009647FC" w:rsidRPr="00524A24" w:rsidRDefault="009647FC" w:rsidP="004E7EC6">
      <w:pPr>
        <w:pStyle w:val="libNormal"/>
      </w:pPr>
      <w:r w:rsidRPr="009647FC">
        <w:rPr>
          <w:rtl/>
        </w:rPr>
        <w:t>وقال</w:t>
      </w:r>
      <w:r w:rsidR="00D769AB">
        <w:rPr>
          <w:rtl/>
        </w:rPr>
        <w:t>:</w:t>
      </w:r>
    </w:p>
    <w:tbl>
      <w:tblPr>
        <w:tblStyle w:val="TableGrid"/>
        <w:bidiVisual/>
        <w:tblW w:w="4562" w:type="pct"/>
        <w:tblInd w:w="384" w:type="dxa"/>
        <w:tblLook w:val="01E0"/>
      </w:tblPr>
      <w:tblGrid>
        <w:gridCol w:w="3924"/>
        <w:gridCol w:w="279"/>
        <w:gridCol w:w="3884"/>
      </w:tblGrid>
      <w:tr w:rsidR="005469AF" w:rsidTr="005469AF">
        <w:trPr>
          <w:trHeight w:val="350"/>
        </w:trPr>
        <w:tc>
          <w:tcPr>
            <w:tcW w:w="3924" w:type="dxa"/>
            <w:shd w:val="clear" w:color="auto" w:fill="auto"/>
          </w:tcPr>
          <w:p w:rsidR="005469AF" w:rsidRDefault="005469AF" w:rsidP="00A93A43">
            <w:pPr>
              <w:pStyle w:val="libPoem"/>
            </w:pPr>
            <w:r w:rsidRPr="009647FC">
              <w:rPr>
                <w:rtl/>
              </w:rPr>
              <w:t>كم تراني أستولد الأوقاتا</w:t>
            </w:r>
            <w:r w:rsidRPr="00725071">
              <w:rPr>
                <w:rStyle w:val="libPoemTiniChar0"/>
                <w:rtl/>
              </w:rPr>
              <w:br/>
              <w:t> </w:t>
            </w:r>
          </w:p>
        </w:tc>
        <w:tc>
          <w:tcPr>
            <w:tcW w:w="279" w:type="dxa"/>
            <w:shd w:val="clear" w:color="auto" w:fill="auto"/>
          </w:tcPr>
          <w:p w:rsidR="005469AF" w:rsidRDefault="005469AF" w:rsidP="00A93A43">
            <w:pPr>
              <w:pStyle w:val="libPoem"/>
              <w:rPr>
                <w:rtl/>
              </w:rPr>
            </w:pPr>
          </w:p>
        </w:tc>
        <w:tc>
          <w:tcPr>
            <w:tcW w:w="3884" w:type="dxa"/>
            <w:shd w:val="clear" w:color="auto" w:fill="auto"/>
          </w:tcPr>
          <w:p w:rsidR="005469AF" w:rsidRDefault="005469AF" w:rsidP="00A93A43">
            <w:pPr>
              <w:pStyle w:val="libPoem"/>
            </w:pPr>
            <w:r w:rsidRPr="009647FC">
              <w:rPr>
                <w:rtl/>
              </w:rPr>
              <w:t>فرجاً في انتظاره الصبرُ ماتا</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وإذا هبّ</w:t>
            </w:r>
            <w:r>
              <w:rPr>
                <w:rtl/>
              </w:rPr>
              <w:t>َ</w:t>
            </w:r>
            <w:r w:rsidRPr="009647FC">
              <w:rPr>
                <w:rtl/>
              </w:rPr>
              <w:t>ت الحظوظ فحظّي</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يقطعُ الليل</w:t>
            </w:r>
            <w:r>
              <w:rPr>
                <w:rtl/>
              </w:rPr>
              <w:t>َ</w:t>
            </w:r>
            <w:r w:rsidRPr="009647FC">
              <w:rPr>
                <w:rtl/>
              </w:rPr>
              <w:t xml:space="preserve"> والنهار سباتا</w:t>
            </w:r>
            <w:r w:rsidRPr="00725071">
              <w:rPr>
                <w:rStyle w:val="libPoemTiniChar0"/>
                <w:rtl/>
              </w:rPr>
              <w:br/>
              <w:t> </w:t>
            </w:r>
          </w:p>
        </w:tc>
      </w:tr>
    </w:tbl>
    <w:p w:rsidR="009647FC" w:rsidRPr="00524A24" w:rsidRDefault="009647FC" w:rsidP="004E7EC6">
      <w:pPr>
        <w:pStyle w:val="libNormal"/>
      </w:pPr>
      <w:r w:rsidRPr="009647FC">
        <w:rPr>
          <w:rtl/>
        </w:rPr>
        <w:t>وقال يهجو أهل زمانه</w:t>
      </w:r>
      <w:r w:rsidR="00D769AB">
        <w:rPr>
          <w:rtl/>
        </w:rPr>
        <w:t>:</w:t>
      </w:r>
    </w:p>
    <w:tbl>
      <w:tblPr>
        <w:tblStyle w:val="TableGrid"/>
        <w:bidiVisual/>
        <w:tblW w:w="4562" w:type="pct"/>
        <w:tblInd w:w="384" w:type="dxa"/>
        <w:tblLook w:val="01E0"/>
      </w:tblPr>
      <w:tblGrid>
        <w:gridCol w:w="3924"/>
        <w:gridCol w:w="279"/>
        <w:gridCol w:w="3884"/>
      </w:tblGrid>
      <w:tr w:rsidR="005469AF" w:rsidTr="005469AF">
        <w:trPr>
          <w:trHeight w:val="350"/>
        </w:trPr>
        <w:tc>
          <w:tcPr>
            <w:tcW w:w="3924" w:type="dxa"/>
            <w:shd w:val="clear" w:color="auto" w:fill="auto"/>
          </w:tcPr>
          <w:p w:rsidR="005469AF" w:rsidRDefault="005469AF" w:rsidP="00A93A43">
            <w:pPr>
              <w:pStyle w:val="libPoem"/>
            </w:pPr>
            <w:r w:rsidRPr="009647FC">
              <w:rPr>
                <w:rtl/>
              </w:rPr>
              <w:t>ما أكثر الناس لولا أنّهم بقرٌ</w:t>
            </w:r>
            <w:r w:rsidRPr="00725071">
              <w:rPr>
                <w:rStyle w:val="libPoemTiniChar0"/>
                <w:rtl/>
              </w:rPr>
              <w:br/>
              <w:t> </w:t>
            </w:r>
          </w:p>
        </w:tc>
        <w:tc>
          <w:tcPr>
            <w:tcW w:w="279" w:type="dxa"/>
            <w:shd w:val="clear" w:color="auto" w:fill="auto"/>
          </w:tcPr>
          <w:p w:rsidR="005469AF" w:rsidRDefault="005469AF" w:rsidP="00A93A43">
            <w:pPr>
              <w:pStyle w:val="libPoem"/>
              <w:rPr>
                <w:rtl/>
              </w:rPr>
            </w:pPr>
          </w:p>
        </w:tc>
        <w:tc>
          <w:tcPr>
            <w:tcW w:w="3884" w:type="dxa"/>
            <w:shd w:val="clear" w:color="auto" w:fill="auto"/>
          </w:tcPr>
          <w:p w:rsidR="005469AF" w:rsidRDefault="005469AF" w:rsidP="00A93A43">
            <w:pPr>
              <w:pStyle w:val="libPoem"/>
            </w:pPr>
            <w:r w:rsidRPr="009647FC">
              <w:rPr>
                <w:rtl/>
              </w:rPr>
              <w:t>تأتي المثالب أفواجاً إذا ذكروا</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لو شام آدم بعضاً من فضائحهم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لما أحبّ</w:t>
            </w:r>
            <w:r>
              <w:rPr>
                <w:rtl/>
              </w:rPr>
              <w:t>َ</w:t>
            </w:r>
            <w:r w:rsidRPr="009647FC">
              <w:rPr>
                <w:rtl/>
              </w:rPr>
              <w:t xml:space="preserve"> له أن ينسب</w:t>
            </w:r>
            <w:r>
              <w:rPr>
                <w:rtl/>
              </w:rPr>
              <w:t>َ</w:t>
            </w:r>
            <w:r w:rsidRPr="009647FC">
              <w:rPr>
                <w:rtl/>
              </w:rPr>
              <w:t xml:space="preserve"> البشرُ</w:t>
            </w:r>
            <w:r w:rsidRPr="00725071">
              <w:rPr>
                <w:rStyle w:val="libPoemTiniChar0"/>
                <w:rtl/>
              </w:rPr>
              <w:br/>
              <w:t> </w:t>
            </w:r>
          </w:p>
        </w:tc>
      </w:tr>
    </w:tbl>
    <w:p w:rsidR="009647FC" w:rsidRPr="00524A24" w:rsidRDefault="009647FC" w:rsidP="004E7EC6">
      <w:pPr>
        <w:pStyle w:val="libNormal"/>
      </w:pPr>
      <w:r w:rsidRPr="009647FC">
        <w:rPr>
          <w:rtl/>
        </w:rPr>
        <w:t>وقال</w:t>
      </w:r>
      <w:r w:rsidR="00D769AB">
        <w:rPr>
          <w:rtl/>
        </w:rPr>
        <w:t>:</w:t>
      </w:r>
    </w:p>
    <w:tbl>
      <w:tblPr>
        <w:tblStyle w:val="TableGrid"/>
        <w:bidiVisual/>
        <w:tblW w:w="4562" w:type="pct"/>
        <w:tblInd w:w="384" w:type="dxa"/>
        <w:tblLook w:val="01E0"/>
      </w:tblPr>
      <w:tblGrid>
        <w:gridCol w:w="3924"/>
        <w:gridCol w:w="279"/>
        <w:gridCol w:w="3884"/>
      </w:tblGrid>
      <w:tr w:rsidR="005469AF" w:rsidTr="005469AF">
        <w:trPr>
          <w:trHeight w:val="350"/>
        </w:trPr>
        <w:tc>
          <w:tcPr>
            <w:tcW w:w="3924" w:type="dxa"/>
            <w:shd w:val="clear" w:color="auto" w:fill="auto"/>
          </w:tcPr>
          <w:p w:rsidR="005469AF" w:rsidRDefault="005469AF" w:rsidP="00A93A43">
            <w:pPr>
              <w:pStyle w:val="libPoem"/>
            </w:pPr>
            <w:r w:rsidRPr="009647FC">
              <w:rPr>
                <w:rtl/>
              </w:rPr>
              <w:t>إن يبلغنّ</w:t>
            </w:r>
            <w:r>
              <w:rPr>
                <w:rtl/>
              </w:rPr>
              <w:t>َ</w:t>
            </w:r>
            <w:r w:rsidRPr="009647FC">
              <w:rPr>
                <w:rtl/>
              </w:rPr>
              <w:t>ك عن جود امرئ خبر</w:t>
            </w:r>
            <w:r w:rsidRPr="00725071">
              <w:rPr>
                <w:rStyle w:val="libPoemTiniChar0"/>
                <w:rtl/>
              </w:rPr>
              <w:br/>
              <w:t> </w:t>
            </w:r>
          </w:p>
        </w:tc>
        <w:tc>
          <w:tcPr>
            <w:tcW w:w="279" w:type="dxa"/>
            <w:shd w:val="clear" w:color="auto" w:fill="auto"/>
          </w:tcPr>
          <w:p w:rsidR="005469AF" w:rsidRDefault="005469AF" w:rsidP="00A93A43">
            <w:pPr>
              <w:pStyle w:val="libPoem"/>
              <w:rPr>
                <w:rtl/>
              </w:rPr>
            </w:pPr>
          </w:p>
        </w:tc>
        <w:tc>
          <w:tcPr>
            <w:tcW w:w="3884" w:type="dxa"/>
            <w:shd w:val="clear" w:color="auto" w:fill="auto"/>
          </w:tcPr>
          <w:p w:rsidR="005469AF" w:rsidRDefault="005469AF" w:rsidP="00A93A43">
            <w:pPr>
              <w:pStyle w:val="libPoem"/>
            </w:pPr>
            <w:r w:rsidRPr="009647FC">
              <w:rPr>
                <w:rtl/>
              </w:rPr>
              <w:t>فكذّ</w:t>
            </w:r>
            <w:r>
              <w:rPr>
                <w:rtl/>
              </w:rPr>
              <w:t>َ</w:t>
            </w:r>
            <w:r w:rsidRPr="009647FC">
              <w:rPr>
                <w:rtl/>
              </w:rPr>
              <w:t>ب السمع</w:t>
            </w:r>
            <w:r>
              <w:rPr>
                <w:rtl/>
              </w:rPr>
              <w:t>َ</w:t>
            </w:r>
            <w:r w:rsidRPr="009647FC">
              <w:rPr>
                <w:rtl/>
              </w:rPr>
              <w:t xml:space="preserve"> حتى يشهد البصرُ</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ولا يغرُّك إن راقت ظواهره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فربّ</w:t>
            </w:r>
            <w:r>
              <w:rPr>
                <w:rtl/>
              </w:rPr>
              <w:t>َ</w:t>
            </w:r>
            <w:r w:rsidRPr="009647FC">
              <w:rPr>
                <w:rtl/>
              </w:rPr>
              <w:t xml:space="preserve"> دوحٍ نضيرٍ ماله ثمرُ</w:t>
            </w:r>
            <w:r w:rsidRPr="00725071">
              <w:rPr>
                <w:rStyle w:val="libPoemTiniChar0"/>
                <w:rtl/>
              </w:rPr>
              <w:br/>
              <w:t> </w:t>
            </w:r>
          </w:p>
        </w:tc>
      </w:tr>
    </w:tbl>
    <w:p w:rsidR="009647FC" w:rsidRPr="00524A24" w:rsidRDefault="009647FC" w:rsidP="004E7EC6">
      <w:pPr>
        <w:pStyle w:val="libNormal"/>
      </w:pPr>
      <w:r w:rsidRPr="009647FC">
        <w:rPr>
          <w:rtl/>
        </w:rPr>
        <w:t>وقال هاجياً بعض الناس</w:t>
      </w:r>
      <w:r w:rsidR="00D769AB">
        <w:rPr>
          <w:rtl/>
        </w:rPr>
        <w:t>:</w:t>
      </w:r>
    </w:p>
    <w:tbl>
      <w:tblPr>
        <w:tblStyle w:val="TableGrid"/>
        <w:bidiVisual/>
        <w:tblW w:w="4562" w:type="pct"/>
        <w:tblInd w:w="384" w:type="dxa"/>
        <w:tblLook w:val="01E0"/>
      </w:tblPr>
      <w:tblGrid>
        <w:gridCol w:w="3924"/>
        <w:gridCol w:w="279"/>
        <w:gridCol w:w="3884"/>
      </w:tblGrid>
      <w:tr w:rsidR="005469AF" w:rsidTr="005469AF">
        <w:trPr>
          <w:trHeight w:val="350"/>
        </w:trPr>
        <w:tc>
          <w:tcPr>
            <w:tcW w:w="3924" w:type="dxa"/>
            <w:shd w:val="clear" w:color="auto" w:fill="auto"/>
          </w:tcPr>
          <w:p w:rsidR="005469AF" w:rsidRDefault="005469AF" w:rsidP="00A93A43">
            <w:pPr>
              <w:pStyle w:val="libPoem"/>
            </w:pPr>
            <w:r w:rsidRPr="009647FC">
              <w:rPr>
                <w:rtl/>
              </w:rPr>
              <w:t>أفلان لا تبغي الثناء فما</w:t>
            </w:r>
            <w:r w:rsidRPr="00725071">
              <w:rPr>
                <w:rStyle w:val="libPoemTiniChar0"/>
                <w:rtl/>
              </w:rPr>
              <w:br/>
              <w:t> </w:t>
            </w:r>
          </w:p>
        </w:tc>
        <w:tc>
          <w:tcPr>
            <w:tcW w:w="279" w:type="dxa"/>
            <w:shd w:val="clear" w:color="auto" w:fill="auto"/>
          </w:tcPr>
          <w:p w:rsidR="005469AF" w:rsidRDefault="005469AF" w:rsidP="00A93A43">
            <w:pPr>
              <w:pStyle w:val="libPoem"/>
              <w:rPr>
                <w:rtl/>
              </w:rPr>
            </w:pPr>
          </w:p>
        </w:tc>
        <w:tc>
          <w:tcPr>
            <w:tcW w:w="3884" w:type="dxa"/>
            <w:shd w:val="clear" w:color="auto" w:fill="auto"/>
          </w:tcPr>
          <w:p w:rsidR="005469AF" w:rsidRDefault="005469AF" w:rsidP="00A93A43">
            <w:pPr>
              <w:pStyle w:val="libPoem"/>
            </w:pPr>
            <w:r w:rsidRPr="009647FC">
              <w:rPr>
                <w:rtl/>
              </w:rPr>
              <w:t>لك</w:t>
            </w:r>
            <w:r>
              <w:rPr>
                <w:rtl/>
              </w:rPr>
              <w:t>َ</w:t>
            </w:r>
            <w:r w:rsidRPr="009647FC">
              <w:rPr>
                <w:rtl/>
              </w:rPr>
              <w:t xml:space="preserve"> في الثنا من نعمةٍ تُجزى</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إنّ الذي يثنى عليك</w:t>
            </w:r>
            <w:r>
              <w:rPr>
                <w:rtl/>
              </w:rPr>
              <w:t>َ</w:t>
            </w:r>
            <w:r w:rsidRPr="009647FC">
              <w:rPr>
                <w:rtl/>
              </w:rPr>
              <w:t xml:space="preserve"> كم</w:t>
            </w:r>
            <w:r>
              <w:rPr>
                <w:rtl/>
              </w:rPr>
              <w:t>َ</w:t>
            </w:r>
            <w:r w:rsidRPr="009647FC">
              <w:rPr>
                <w:rtl/>
              </w:rPr>
              <w:t>نْ</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دون المهيمن يعبد الرجزا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أكرر طرفي فلا أرى أبداً</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وقال هاجياً بعض الشعراء</w:t>
      </w:r>
      <w:r w:rsidR="00D769AB">
        <w:rPr>
          <w:rtl/>
        </w:rPr>
        <w:t>:</w:t>
      </w:r>
    </w:p>
    <w:tbl>
      <w:tblPr>
        <w:tblStyle w:val="TableGrid"/>
        <w:bidiVisual/>
        <w:tblW w:w="4562" w:type="pct"/>
        <w:tblInd w:w="384" w:type="dxa"/>
        <w:tblLook w:val="01E0"/>
      </w:tblPr>
      <w:tblGrid>
        <w:gridCol w:w="3924"/>
        <w:gridCol w:w="279"/>
        <w:gridCol w:w="3884"/>
      </w:tblGrid>
      <w:tr w:rsidR="005469AF" w:rsidTr="005469AF">
        <w:trPr>
          <w:trHeight w:val="350"/>
        </w:trPr>
        <w:tc>
          <w:tcPr>
            <w:tcW w:w="3924" w:type="dxa"/>
            <w:shd w:val="clear" w:color="auto" w:fill="auto"/>
          </w:tcPr>
          <w:p w:rsidR="005469AF" w:rsidRDefault="005469AF" w:rsidP="00A93A43">
            <w:pPr>
              <w:pStyle w:val="libPoem"/>
            </w:pPr>
            <w:r w:rsidRPr="009647FC">
              <w:rPr>
                <w:rtl/>
              </w:rPr>
              <w:t>فويلُ القريض لقد أصبحتْ</w:t>
            </w:r>
            <w:r w:rsidRPr="00725071">
              <w:rPr>
                <w:rStyle w:val="libPoemTiniChar0"/>
                <w:rtl/>
              </w:rPr>
              <w:br/>
              <w:t> </w:t>
            </w:r>
          </w:p>
        </w:tc>
        <w:tc>
          <w:tcPr>
            <w:tcW w:w="279" w:type="dxa"/>
            <w:shd w:val="clear" w:color="auto" w:fill="auto"/>
          </w:tcPr>
          <w:p w:rsidR="005469AF" w:rsidRDefault="005469AF" w:rsidP="00A93A43">
            <w:pPr>
              <w:pStyle w:val="libPoem"/>
              <w:rPr>
                <w:rtl/>
              </w:rPr>
            </w:pPr>
          </w:p>
        </w:tc>
        <w:tc>
          <w:tcPr>
            <w:tcW w:w="3884" w:type="dxa"/>
            <w:shd w:val="clear" w:color="auto" w:fill="auto"/>
          </w:tcPr>
          <w:p w:rsidR="005469AF" w:rsidRDefault="005469AF" w:rsidP="00A93A43">
            <w:pPr>
              <w:pStyle w:val="libPoem"/>
            </w:pPr>
            <w:r w:rsidRPr="009647FC">
              <w:rPr>
                <w:rtl/>
              </w:rPr>
              <w:t>به أغبياء الورى تدّ</w:t>
            </w:r>
            <w:r>
              <w:rPr>
                <w:rtl/>
              </w:rPr>
              <w:t>َ</w:t>
            </w:r>
            <w:r w:rsidRPr="009647FC">
              <w:rPr>
                <w:rtl/>
              </w:rPr>
              <w:t>عي</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بقيّةُ عارٍ دنىِّ الهجاء</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ترفّ</w:t>
            </w:r>
            <w:r>
              <w:rPr>
                <w:rtl/>
              </w:rPr>
              <w:t>َ</w:t>
            </w:r>
            <w:r w:rsidRPr="009647FC">
              <w:rPr>
                <w:rtl/>
              </w:rPr>
              <w:t>ع عن قدرها الأوضعِ</w:t>
            </w:r>
            <w:r w:rsidRPr="00725071">
              <w:rPr>
                <w:rStyle w:val="libPoemTiniChar0"/>
                <w:rtl/>
              </w:rPr>
              <w:br/>
              <w:t> </w:t>
            </w:r>
          </w:p>
        </w:tc>
      </w:tr>
    </w:tbl>
    <w:p w:rsidR="009647FC" w:rsidRPr="00524A24" w:rsidRDefault="009647FC" w:rsidP="004E7EC6">
      <w:pPr>
        <w:pStyle w:val="libNormal"/>
      </w:pPr>
      <w:r w:rsidRPr="004E7EC6">
        <w:rPr>
          <w:rtl/>
        </w:rPr>
        <w:t>وقال مشيراً إلى زيارة أحد أصدقائه في ليلة هبت فيها عواصف ورياح</w:t>
      </w:r>
      <w:r w:rsidRPr="004E7EC6">
        <w:rPr>
          <w:rStyle w:val="libFootnotenumChar"/>
          <w:rtl/>
        </w:rPr>
        <w:t>(1)</w:t>
      </w:r>
      <w:r w:rsidR="00D769AB" w:rsidRPr="004C00A8">
        <w:rPr>
          <w:rtl/>
        </w:rPr>
        <w:t>:</w:t>
      </w:r>
    </w:p>
    <w:tbl>
      <w:tblPr>
        <w:tblStyle w:val="TableGrid"/>
        <w:bidiVisual/>
        <w:tblW w:w="4562" w:type="pct"/>
        <w:tblInd w:w="384" w:type="dxa"/>
        <w:tblLook w:val="01E0"/>
      </w:tblPr>
      <w:tblGrid>
        <w:gridCol w:w="3924"/>
        <w:gridCol w:w="279"/>
        <w:gridCol w:w="3884"/>
      </w:tblGrid>
      <w:tr w:rsidR="005469AF" w:rsidTr="005469AF">
        <w:trPr>
          <w:trHeight w:val="350"/>
        </w:trPr>
        <w:tc>
          <w:tcPr>
            <w:tcW w:w="3924" w:type="dxa"/>
            <w:shd w:val="clear" w:color="auto" w:fill="auto"/>
          </w:tcPr>
          <w:p w:rsidR="005469AF" w:rsidRDefault="005469AF" w:rsidP="00A93A43">
            <w:pPr>
              <w:pStyle w:val="libPoem"/>
            </w:pPr>
            <w:r w:rsidRPr="009647FC">
              <w:rPr>
                <w:rtl/>
              </w:rPr>
              <w:t>سعدت من عشيّة زار فيها</w:t>
            </w:r>
            <w:r w:rsidRPr="00725071">
              <w:rPr>
                <w:rStyle w:val="libPoemTiniChar0"/>
                <w:rtl/>
              </w:rPr>
              <w:br/>
              <w:t> </w:t>
            </w:r>
          </w:p>
        </w:tc>
        <w:tc>
          <w:tcPr>
            <w:tcW w:w="279" w:type="dxa"/>
            <w:shd w:val="clear" w:color="auto" w:fill="auto"/>
          </w:tcPr>
          <w:p w:rsidR="005469AF" w:rsidRDefault="005469AF" w:rsidP="00A93A43">
            <w:pPr>
              <w:pStyle w:val="libPoem"/>
              <w:rPr>
                <w:rtl/>
              </w:rPr>
            </w:pPr>
          </w:p>
        </w:tc>
        <w:tc>
          <w:tcPr>
            <w:tcW w:w="3884" w:type="dxa"/>
            <w:shd w:val="clear" w:color="auto" w:fill="auto"/>
          </w:tcPr>
          <w:p w:rsidR="005469AF" w:rsidRDefault="005469AF" w:rsidP="00A93A43">
            <w:pPr>
              <w:pStyle w:val="libPoem"/>
            </w:pPr>
            <w:r w:rsidRPr="009647FC">
              <w:rPr>
                <w:rtl/>
              </w:rPr>
              <w:t>قمرُ المجد ربعنا فأضاءا</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وأظنّ الرياح قد حسدتنا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فهي وجداً تنفسّ</w:t>
            </w:r>
            <w:r>
              <w:rPr>
                <w:rtl/>
              </w:rPr>
              <w:t>َ</w:t>
            </w:r>
            <w:r w:rsidRPr="009647FC">
              <w:rPr>
                <w:rtl/>
              </w:rPr>
              <w:t xml:space="preserve"> الصعداءا</w:t>
            </w:r>
            <w:r w:rsidRPr="00725071">
              <w:rPr>
                <w:rStyle w:val="libPoemTiniChar0"/>
                <w:rtl/>
              </w:rPr>
              <w:br/>
              <w:t> </w:t>
            </w:r>
          </w:p>
        </w:tc>
      </w:tr>
    </w:tbl>
    <w:p w:rsidR="009647FC" w:rsidRPr="00524A24" w:rsidRDefault="009647FC" w:rsidP="004E7EC6">
      <w:pPr>
        <w:pStyle w:val="libNormal"/>
      </w:pPr>
      <w:r w:rsidRPr="009647FC">
        <w:rPr>
          <w:rtl/>
        </w:rPr>
        <w:t>وقال يصف خيمة ضربت لمأتم الإمام الحسين (عليه السّلام)</w:t>
      </w:r>
      <w:r w:rsidR="00D769AB">
        <w:rPr>
          <w:rtl/>
        </w:rPr>
        <w:t>،</w:t>
      </w:r>
      <w:r w:rsidRPr="009647FC">
        <w:rPr>
          <w:rtl/>
        </w:rPr>
        <w:t xml:space="preserve"> والفرش في دار العلاّمة السيد مهدي القزويني في العشرة الأولى من شهر المحرّم</w:t>
      </w:r>
      <w:r w:rsidR="00D769AB">
        <w:rPr>
          <w:rtl/>
        </w:rPr>
        <w:t>:</w:t>
      </w:r>
    </w:p>
    <w:tbl>
      <w:tblPr>
        <w:tblStyle w:val="TableGrid"/>
        <w:bidiVisual/>
        <w:tblW w:w="4562" w:type="pct"/>
        <w:tblInd w:w="384" w:type="dxa"/>
        <w:tblLook w:val="01E0"/>
      </w:tblPr>
      <w:tblGrid>
        <w:gridCol w:w="3924"/>
        <w:gridCol w:w="279"/>
        <w:gridCol w:w="3884"/>
      </w:tblGrid>
      <w:tr w:rsidR="005469AF" w:rsidTr="005469AF">
        <w:trPr>
          <w:trHeight w:val="350"/>
        </w:trPr>
        <w:tc>
          <w:tcPr>
            <w:tcW w:w="3924" w:type="dxa"/>
            <w:shd w:val="clear" w:color="auto" w:fill="auto"/>
          </w:tcPr>
          <w:p w:rsidR="005469AF" w:rsidRDefault="005469AF" w:rsidP="00A93A43">
            <w:pPr>
              <w:pStyle w:val="libPoem"/>
            </w:pPr>
            <w:r w:rsidRPr="009647FC">
              <w:rPr>
                <w:rtl/>
              </w:rPr>
              <w:t>أهذا</w:t>
            </w:r>
            <w:r w:rsidR="004C00A8">
              <w:rPr>
                <w:rtl/>
              </w:rPr>
              <w:t xml:space="preserve"> </w:t>
            </w:r>
            <w:r w:rsidRPr="009647FC">
              <w:rPr>
                <w:rtl/>
              </w:rPr>
              <w:t>نبيُّ</w:t>
            </w:r>
            <w:r>
              <w:rPr>
                <w:rtl/>
              </w:rPr>
              <w:t xml:space="preserve"> </w:t>
            </w:r>
            <w:r w:rsidRPr="009647FC">
              <w:rPr>
                <w:rtl/>
              </w:rPr>
              <w:t>الهدى</w:t>
            </w:r>
            <w:r>
              <w:rPr>
                <w:rtl/>
              </w:rPr>
              <w:t xml:space="preserve"> </w:t>
            </w:r>
            <w:r w:rsidRPr="009647FC">
              <w:rPr>
                <w:rtl/>
              </w:rPr>
              <w:t>أحمدُ</w:t>
            </w:r>
            <w:r w:rsidRPr="00725071">
              <w:rPr>
                <w:rStyle w:val="libPoemTiniChar0"/>
                <w:rtl/>
              </w:rPr>
              <w:br/>
              <w:t> </w:t>
            </w:r>
          </w:p>
        </w:tc>
        <w:tc>
          <w:tcPr>
            <w:tcW w:w="279" w:type="dxa"/>
            <w:shd w:val="clear" w:color="auto" w:fill="auto"/>
          </w:tcPr>
          <w:p w:rsidR="005469AF" w:rsidRDefault="005469AF" w:rsidP="00A93A43">
            <w:pPr>
              <w:pStyle w:val="libPoem"/>
              <w:rPr>
                <w:rtl/>
              </w:rPr>
            </w:pPr>
          </w:p>
        </w:tc>
        <w:tc>
          <w:tcPr>
            <w:tcW w:w="3884" w:type="dxa"/>
            <w:shd w:val="clear" w:color="auto" w:fill="auto"/>
          </w:tcPr>
          <w:p w:rsidR="005469AF" w:rsidRDefault="005469AF" w:rsidP="00A93A43">
            <w:pPr>
              <w:pStyle w:val="libPoem"/>
            </w:pPr>
            <w:r w:rsidRPr="009647FC">
              <w:rPr>
                <w:rtl/>
              </w:rPr>
              <w:t>وهذا</w:t>
            </w:r>
            <w:r w:rsidR="004C00A8">
              <w:rPr>
                <w:rtl/>
              </w:rPr>
              <w:t xml:space="preserve"> </w:t>
            </w:r>
            <w:r w:rsidRPr="009647FC">
              <w:rPr>
                <w:rtl/>
              </w:rPr>
              <w:t>الذي</w:t>
            </w:r>
            <w:r>
              <w:rPr>
                <w:rtl/>
              </w:rPr>
              <w:t xml:space="preserve"> </w:t>
            </w:r>
            <w:r w:rsidRPr="009647FC">
              <w:rPr>
                <w:rtl/>
              </w:rPr>
              <w:t>ضمّ</w:t>
            </w:r>
            <w:r>
              <w:rPr>
                <w:rtl/>
              </w:rPr>
              <w:t>َ</w:t>
            </w:r>
            <w:r w:rsidRPr="009647FC">
              <w:rPr>
                <w:rtl/>
              </w:rPr>
              <w:t>نا</w:t>
            </w:r>
            <w:r>
              <w:rPr>
                <w:rtl/>
              </w:rPr>
              <w:t xml:space="preserve"> </w:t>
            </w:r>
            <w:r w:rsidRPr="009647FC">
              <w:rPr>
                <w:rtl/>
              </w:rPr>
              <w:t>المسجدُ</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من</w:t>
            </w:r>
            <w:r>
              <w:rPr>
                <w:rtl/>
              </w:rPr>
              <w:t xml:space="preserve"> </w:t>
            </w:r>
            <w:r w:rsidRPr="009647FC">
              <w:rPr>
                <w:rtl/>
              </w:rPr>
              <w:t>الدمع</w:t>
            </w:r>
            <w:r>
              <w:rPr>
                <w:rtl/>
              </w:rPr>
              <w:t xml:space="preserve"> </w:t>
            </w:r>
            <w:r w:rsidRPr="009647FC">
              <w:rPr>
                <w:rtl/>
              </w:rPr>
              <w:t>محمرّ</w:t>
            </w:r>
            <w:r>
              <w:rPr>
                <w:rtl/>
              </w:rPr>
              <w:t>َ</w:t>
            </w:r>
            <w:r w:rsidRPr="009647FC">
              <w:rPr>
                <w:rtl/>
              </w:rPr>
              <w:t>ةٌ</w:t>
            </w:r>
            <w:r>
              <w:rPr>
                <w:rtl/>
              </w:rPr>
              <w:t xml:space="preserve"> </w:t>
            </w:r>
            <w:r w:rsidRPr="009647FC">
              <w:rPr>
                <w:rtl/>
              </w:rPr>
              <w:t>أرضه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وسقف</w:t>
            </w:r>
            <w:r w:rsidR="004C00A8">
              <w:rPr>
                <w:rtl/>
              </w:rPr>
              <w:t xml:space="preserve"> </w:t>
            </w:r>
            <w:r w:rsidRPr="009647FC">
              <w:rPr>
                <w:rtl/>
              </w:rPr>
              <w:t>السماء</w:t>
            </w:r>
            <w:r>
              <w:rPr>
                <w:rtl/>
              </w:rPr>
              <w:t xml:space="preserve"> </w:t>
            </w:r>
            <w:r w:rsidRPr="009647FC">
              <w:rPr>
                <w:rtl/>
              </w:rPr>
              <w:t>به</w:t>
            </w:r>
            <w:r>
              <w:rPr>
                <w:rtl/>
              </w:rPr>
              <w:t xml:space="preserve"> </w:t>
            </w:r>
            <w:r w:rsidRPr="009647FC">
              <w:rPr>
                <w:rtl/>
              </w:rPr>
              <w:t>أسودُ</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وجبريل</w:t>
            </w:r>
            <w:r>
              <w:rPr>
                <w:rtl/>
              </w:rPr>
              <w:t xml:space="preserve"> </w:t>
            </w:r>
            <w:r w:rsidRPr="009647FC">
              <w:rPr>
                <w:rtl/>
              </w:rPr>
              <w:t>إذ</w:t>
            </w:r>
            <w:r>
              <w:rPr>
                <w:rtl/>
              </w:rPr>
              <w:t xml:space="preserve"> </w:t>
            </w:r>
            <w:r w:rsidRPr="009647FC">
              <w:rPr>
                <w:rtl/>
              </w:rPr>
              <w:t>قام</w:t>
            </w:r>
            <w:r>
              <w:rPr>
                <w:rtl/>
              </w:rPr>
              <w:t xml:space="preserve"> </w:t>
            </w:r>
            <w:r w:rsidRPr="009647FC">
              <w:rPr>
                <w:rtl/>
              </w:rPr>
              <w:t>ينعى</w:t>
            </w:r>
            <w:r>
              <w:rPr>
                <w:rtl/>
              </w:rPr>
              <w:t xml:space="preserve"> </w:t>
            </w:r>
            <w:r w:rsidRPr="009647FC">
              <w:rPr>
                <w:rtl/>
              </w:rPr>
              <w:t>الحسين</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وتبكي</w:t>
            </w:r>
            <w:r w:rsidR="004C00A8">
              <w:rPr>
                <w:rtl/>
              </w:rPr>
              <w:t xml:space="preserve"> </w:t>
            </w:r>
            <w:r w:rsidRPr="009647FC">
              <w:rPr>
                <w:rtl/>
              </w:rPr>
              <w:t>الملائك</w:t>
            </w:r>
            <w:r>
              <w:rPr>
                <w:rtl/>
              </w:rPr>
              <w:t xml:space="preserve"> </w:t>
            </w:r>
            <w:r w:rsidRPr="009647FC">
              <w:rPr>
                <w:rtl/>
              </w:rPr>
              <w:t>إذ</w:t>
            </w:r>
            <w:r>
              <w:rPr>
                <w:rtl/>
              </w:rPr>
              <w:t xml:space="preserve"> </w:t>
            </w:r>
            <w:r w:rsidRPr="009647FC">
              <w:rPr>
                <w:rtl/>
              </w:rPr>
              <w:t>تنشدُ</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نعم</w:t>
            </w:r>
            <w:r w:rsidR="004C00A8">
              <w:rPr>
                <w:rtl/>
              </w:rPr>
              <w:t xml:space="preserve"> </w:t>
            </w:r>
            <w:r w:rsidRPr="009647FC">
              <w:rPr>
                <w:rtl/>
              </w:rPr>
              <w:t>وأبيك</w:t>
            </w:r>
            <w:r>
              <w:rPr>
                <w:rtl/>
              </w:rPr>
              <w:t xml:space="preserve"> </w:t>
            </w:r>
            <w:r w:rsidRPr="009647FC">
              <w:rPr>
                <w:rtl/>
              </w:rPr>
              <w:t>بها</w:t>
            </w:r>
            <w:r>
              <w:rPr>
                <w:rtl/>
              </w:rPr>
              <w:t xml:space="preserve"> </w:t>
            </w:r>
            <w:r w:rsidRPr="009647FC">
              <w:rPr>
                <w:rtl/>
              </w:rPr>
              <w:t>أحمد</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وأملاك</w:t>
            </w:r>
            <w:r>
              <w:rPr>
                <w:rtl/>
              </w:rPr>
              <w:t xml:space="preserve"> </w:t>
            </w:r>
            <w:r w:rsidRPr="009647FC">
              <w:rPr>
                <w:rtl/>
              </w:rPr>
              <w:t>ربّ</w:t>
            </w:r>
            <w:r>
              <w:rPr>
                <w:rtl/>
              </w:rPr>
              <w:t xml:space="preserve"> </w:t>
            </w:r>
            <w:r w:rsidRPr="009647FC">
              <w:rPr>
                <w:rtl/>
              </w:rPr>
              <w:t>السما</w:t>
            </w:r>
            <w:r>
              <w:rPr>
                <w:rtl/>
              </w:rPr>
              <w:t xml:space="preserve"> </w:t>
            </w:r>
            <w:r w:rsidRPr="009647FC">
              <w:rPr>
                <w:rtl/>
              </w:rPr>
              <w:t>تشهدُ</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فما</w:t>
            </w:r>
            <w:r>
              <w:rPr>
                <w:rtl/>
              </w:rPr>
              <w:t xml:space="preserve"> </w:t>
            </w:r>
            <w:r w:rsidRPr="009647FC">
              <w:rPr>
                <w:rtl/>
              </w:rPr>
              <w:t>عذر</w:t>
            </w:r>
            <w:r>
              <w:rPr>
                <w:rtl/>
              </w:rPr>
              <w:t xml:space="preserve"> </w:t>
            </w:r>
            <w:r w:rsidRPr="009647FC">
              <w:rPr>
                <w:rtl/>
              </w:rPr>
              <w:t>عينكم</w:t>
            </w:r>
            <w:r>
              <w:rPr>
                <w:rtl/>
              </w:rPr>
              <w:t xml:space="preserve"> </w:t>
            </w:r>
            <w:r w:rsidRPr="009647FC">
              <w:rPr>
                <w:rtl/>
              </w:rPr>
              <w:t>في</w:t>
            </w:r>
            <w:r>
              <w:rPr>
                <w:rtl/>
              </w:rPr>
              <w:t xml:space="preserve"> </w:t>
            </w:r>
            <w:r w:rsidRPr="009647FC">
              <w:rPr>
                <w:rtl/>
              </w:rPr>
              <w:t>الجمود</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وعين</w:t>
            </w:r>
            <w:r>
              <w:rPr>
                <w:rtl/>
              </w:rPr>
              <w:t xml:space="preserve"> </w:t>
            </w:r>
            <w:r w:rsidRPr="009647FC">
              <w:rPr>
                <w:rtl/>
              </w:rPr>
              <w:t>الملائك</w:t>
            </w:r>
            <w:r>
              <w:rPr>
                <w:rtl/>
              </w:rPr>
              <w:t xml:space="preserve"> </w:t>
            </w:r>
            <w:r w:rsidRPr="009647FC">
              <w:rPr>
                <w:rtl/>
              </w:rPr>
              <w:t>لا</w:t>
            </w:r>
            <w:r>
              <w:rPr>
                <w:rtl/>
              </w:rPr>
              <w:t xml:space="preserve"> </w:t>
            </w:r>
            <w:r w:rsidRPr="009647FC">
              <w:rPr>
                <w:rtl/>
              </w:rPr>
              <w:t>تجمدُ</w:t>
            </w:r>
            <w:r w:rsidRPr="00725071">
              <w:rPr>
                <w:rStyle w:val="libPoemTiniChar0"/>
                <w:rtl/>
              </w:rPr>
              <w:br/>
              <w:t> </w:t>
            </w:r>
          </w:p>
        </w:tc>
      </w:tr>
    </w:tbl>
    <w:p w:rsidR="009647FC" w:rsidRPr="00524A24" w:rsidRDefault="009647FC" w:rsidP="004E7EC6">
      <w:pPr>
        <w:pStyle w:val="libNormal"/>
      </w:pPr>
      <w:r w:rsidRPr="009647FC">
        <w:rPr>
          <w:rtl/>
        </w:rPr>
        <w:t>وقال وقد التمسه بعض الرؤساء أن يعمل تلغرافاً إلى النقيب وهو في استانبول</w:t>
      </w:r>
      <w:r w:rsidR="00D769AB">
        <w:rPr>
          <w:rtl/>
        </w:rPr>
        <w:t>:</w:t>
      </w:r>
    </w:p>
    <w:tbl>
      <w:tblPr>
        <w:tblStyle w:val="TableGrid"/>
        <w:bidiVisual/>
        <w:tblW w:w="4562" w:type="pct"/>
        <w:tblInd w:w="384" w:type="dxa"/>
        <w:tblLook w:val="01E0"/>
      </w:tblPr>
      <w:tblGrid>
        <w:gridCol w:w="3924"/>
        <w:gridCol w:w="279"/>
        <w:gridCol w:w="3884"/>
      </w:tblGrid>
      <w:tr w:rsidR="005469AF" w:rsidTr="005469AF">
        <w:trPr>
          <w:trHeight w:val="350"/>
        </w:trPr>
        <w:tc>
          <w:tcPr>
            <w:tcW w:w="3924" w:type="dxa"/>
            <w:shd w:val="clear" w:color="auto" w:fill="auto"/>
          </w:tcPr>
          <w:p w:rsidR="005469AF" w:rsidRDefault="005469AF" w:rsidP="00A93A43">
            <w:pPr>
              <w:pStyle w:val="libPoem"/>
            </w:pPr>
            <w:r w:rsidRPr="009647FC">
              <w:rPr>
                <w:rtl/>
              </w:rPr>
              <w:t>ليت</w:t>
            </w:r>
            <w:r>
              <w:rPr>
                <w:rtl/>
              </w:rPr>
              <w:t xml:space="preserve"> </w:t>
            </w:r>
            <w:r w:rsidRPr="009647FC">
              <w:rPr>
                <w:rtl/>
              </w:rPr>
              <w:t>منّي</w:t>
            </w:r>
            <w:r>
              <w:rPr>
                <w:rtl/>
              </w:rPr>
              <w:t xml:space="preserve"> </w:t>
            </w:r>
            <w:r w:rsidRPr="009647FC">
              <w:rPr>
                <w:rtl/>
              </w:rPr>
              <w:t>نياط</w:t>
            </w:r>
            <w:r>
              <w:rPr>
                <w:rtl/>
              </w:rPr>
              <w:t xml:space="preserve"> </w:t>
            </w:r>
            <w:r w:rsidRPr="009647FC">
              <w:rPr>
                <w:rtl/>
              </w:rPr>
              <w:t>قلبي</w:t>
            </w:r>
            <w:r>
              <w:rPr>
                <w:rtl/>
              </w:rPr>
              <w:t xml:space="preserve"> </w:t>
            </w:r>
            <w:r w:rsidRPr="009647FC">
              <w:rPr>
                <w:rtl/>
              </w:rPr>
              <w:t>إلى</w:t>
            </w:r>
            <w:r>
              <w:rPr>
                <w:rtl/>
              </w:rPr>
              <w:t xml:space="preserve"> </w:t>
            </w:r>
            <w:r w:rsidRPr="009647FC">
              <w:rPr>
                <w:rtl/>
              </w:rPr>
              <w:t>قسطنط</w:t>
            </w:r>
            <w:r w:rsidRPr="00725071">
              <w:rPr>
                <w:rStyle w:val="libPoemTiniChar0"/>
                <w:rtl/>
              </w:rPr>
              <w:br/>
              <w:t> </w:t>
            </w:r>
          </w:p>
        </w:tc>
        <w:tc>
          <w:tcPr>
            <w:tcW w:w="279" w:type="dxa"/>
            <w:shd w:val="clear" w:color="auto" w:fill="auto"/>
          </w:tcPr>
          <w:p w:rsidR="005469AF" w:rsidRDefault="005469AF" w:rsidP="00A93A43">
            <w:pPr>
              <w:pStyle w:val="libPoem"/>
              <w:rPr>
                <w:rtl/>
              </w:rPr>
            </w:pPr>
          </w:p>
        </w:tc>
        <w:tc>
          <w:tcPr>
            <w:tcW w:w="3884" w:type="dxa"/>
            <w:shd w:val="clear" w:color="auto" w:fill="auto"/>
          </w:tcPr>
          <w:p w:rsidR="005469AF" w:rsidRDefault="005469AF" w:rsidP="00A93A43">
            <w:pPr>
              <w:pStyle w:val="libPoem"/>
            </w:pPr>
            <w:r w:rsidRPr="009647FC">
              <w:rPr>
                <w:rtl/>
              </w:rPr>
              <w:t>ين</w:t>
            </w:r>
            <w:r>
              <w:rPr>
                <w:rtl/>
              </w:rPr>
              <w:t xml:space="preserve"> </w:t>
            </w:r>
            <w:r w:rsidRPr="009647FC">
              <w:rPr>
                <w:rtl/>
              </w:rPr>
              <w:t>يمتدُّ</w:t>
            </w:r>
            <w:r>
              <w:rPr>
                <w:rtl/>
              </w:rPr>
              <w:t xml:space="preserve"> </w:t>
            </w:r>
            <w:r w:rsidRPr="009647FC">
              <w:rPr>
                <w:rtl/>
              </w:rPr>
              <w:t>من</w:t>
            </w:r>
            <w:r>
              <w:rPr>
                <w:rtl/>
              </w:rPr>
              <w:t xml:space="preserve"> </w:t>
            </w:r>
            <w:r w:rsidRPr="009647FC">
              <w:rPr>
                <w:rtl/>
              </w:rPr>
              <w:t>أقاصي</w:t>
            </w:r>
            <w:r>
              <w:rPr>
                <w:rtl/>
              </w:rPr>
              <w:t xml:space="preserve"> </w:t>
            </w:r>
            <w:r w:rsidRPr="009647FC">
              <w:rPr>
                <w:rtl/>
              </w:rPr>
              <w:t>العراقِ</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فيؤدي</w:t>
            </w:r>
            <w:r>
              <w:rPr>
                <w:rtl/>
              </w:rPr>
              <w:t xml:space="preserve"> </w:t>
            </w:r>
            <w:r w:rsidRPr="009647FC">
              <w:rPr>
                <w:rtl/>
              </w:rPr>
              <w:t>إليك</w:t>
            </w:r>
            <w:r>
              <w:rPr>
                <w:rtl/>
              </w:rPr>
              <w:t xml:space="preserve"> </w:t>
            </w:r>
            <w:r w:rsidRPr="009647FC">
              <w:rPr>
                <w:rtl/>
              </w:rPr>
              <w:t>أضعاف</w:t>
            </w:r>
            <w:r>
              <w:rPr>
                <w:rtl/>
              </w:rPr>
              <w:t xml:space="preserve"> </w:t>
            </w:r>
            <w:r w:rsidRPr="009647FC">
              <w:rPr>
                <w:rtl/>
              </w:rPr>
              <w:t>ما</w:t>
            </w:r>
            <w:r>
              <w:rPr>
                <w:rtl/>
              </w:rPr>
              <w:t xml:space="preserve"> </w:t>
            </w:r>
            <w:r w:rsidRPr="009647FC">
              <w:rPr>
                <w:rtl/>
              </w:rPr>
              <w:t>أدّ</w:t>
            </w:r>
            <w:r>
              <w:rPr>
                <w:rtl/>
              </w:rPr>
              <w:t>َ</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يت</w:t>
            </w:r>
            <w:r w:rsidR="004C00A8">
              <w:rPr>
                <w:rtl/>
              </w:rPr>
              <w:t xml:space="preserve"> </w:t>
            </w:r>
            <w:r w:rsidRPr="009647FC">
              <w:rPr>
                <w:rtl/>
              </w:rPr>
              <w:t>بالتلغراف</w:t>
            </w:r>
            <w:r>
              <w:rPr>
                <w:rtl/>
              </w:rPr>
              <w:t xml:space="preserve"> </w:t>
            </w:r>
            <w:r w:rsidRPr="009647FC">
              <w:rPr>
                <w:rtl/>
              </w:rPr>
              <w:t>من</w:t>
            </w:r>
            <w:r>
              <w:rPr>
                <w:rtl/>
              </w:rPr>
              <w:t xml:space="preserve"> </w:t>
            </w:r>
            <w:r w:rsidRPr="009647FC">
              <w:rPr>
                <w:rtl/>
              </w:rPr>
              <w:t>أشواقي</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أنت</w:t>
            </w:r>
            <w:r>
              <w:rPr>
                <w:rtl/>
              </w:rPr>
              <w:t xml:space="preserve"> </w:t>
            </w:r>
            <w:r w:rsidRPr="009647FC">
              <w:rPr>
                <w:rtl/>
              </w:rPr>
              <w:t>بدر</w:t>
            </w:r>
            <w:r>
              <w:rPr>
                <w:rtl/>
              </w:rPr>
              <w:t xml:space="preserve"> </w:t>
            </w:r>
            <w:r w:rsidRPr="009647FC">
              <w:rPr>
                <w:rtl/>
              </w:rPr>
              <w:t>العُلى</w:t>
            </w:r>
            <w:r>
              <w:rPr>
                <w:rtl/>
              </w:rPr>
              <w:t xml:space="preserve"> </w:t>
            </w:r>
            <w:r w:rsidRPr="009647FC">
              <w:rPr>
                <w:rtl/>
              </w:rPr>
              <w:t>فما</w:t>
            </w:r>
            <w:r>
              <w:rPr>
                <w:rtl/>
              </w:rPr>
              <w:t xml:space="preserve"> </w:t>
            </w:r>
            <w:r w:rsidRPr="009647FC">
              <w:rPr>
                <w:rtl/>
              </w:rPr>
              <w:t>برحت</w:t>
            </w:r>
            <w:r>
              <w:rPr>
                <w:rtl/>
              </w:rPr>
              <w:t xml:space="preserve"> </w:t>
            </w:r>
            <w:r w:rsidRPr="009647FC">
              <w:rPr>
                <w:rtl/>
              </w:rPr>
              <w:t>فيـ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ك</w:t>
            </w:r>
            <w:r>
              <w:rPr>
                <w:rtl/>
              </w:rPr>
              <w:t xml:space="preserve"> </w:t>
            </w:r>
            <w:r w:rsidRPr="009647FC">
              <w:rPr>
                <w:rtl/>
              </w:rPr>
              <w:t>إلينا</w:t>
            </w:r>
            <w:r>
              <w:rPr>
                <w:rtl/>
              </w:rPr>
              <w:t xml:space="preserve"> </w:t>
            </w:r>
            <w:r w:rsidRPr="009647FC">
              <w:rPr>
                <w:rtl/>
              </w:rPr>
              <w:t>مضيئة</w:t>
            </w:r>
            <w:r>
              <w:rPr>
                <w:rtl/>
              </w:rPr>
              <w:t xml:space="preserve"> </w:t>
            </w:r>
            <w:r w:rsidRPr="009647FC">
              <w:rPr>
                <w:rtl/>
              </w:rPr>
              <w:t>الآفاقِ</w:t>
            </w:r>
            <w:r w:rsidRPr="00725071">
              <w:rPr>
                <w:rStyle w:val="libPoemTiniChar0"/>
                <w:rtl/>
              </w:rPr>
              <w:br/>
              <w:t> </w:t>
            </w:r>
          </w:p>
        </w:tc>
      </w:tr>
      <w:tr w:rsidR="005469AF" w:rsidTr="005469AF">
        <w:tblPrEx>
          <w:tblLook w:val="04A0"/>
        </w:tblPrEx>
        <w:trPr>
          <w:trHeight w:val="350"/>
        </w:trPr>
        <w:tc>
          <w:tcPr>
            <w:tcW w:w="3924" w:type="dxa"/>
          </w:tcPr>
          <w:p w:rsidR="005469AF" w:rsidRDefault="005469AF" w:rsidP="00A93A43">
            <w:pPr>
              <w:pStyle w:val="libPoem"/>
            </w:pPr>
            <w:r w:rsidRPr="009647FC">
              <w:rPr>
                <w:rtl/>
              </w:rPr>
              <w:t>فعلى</w:t>
            </w:r>
            <w:r>
              <w:rPr>
                <w:rtl/>
              </w:rPr>
              <w:t xml:space="preserve"> </w:t>
            </w:r>
            <w:r w:rsidRPr="009647FC">
              <w:rPr>
                <w:rtl/>
              </w:rPr>
              <w:t>البدر</w:t>
            </w:r>
            <w:r>
              <w:rPr>
                <w:rtl/>
              </w:rPr>
              <w:t xml:space="preserve"> </w:t>
            </w:r>
            <w:r w:rsidRPr="009647FC">
              <w:rPr>
                <w:rtl/>
              </w:rPr>
              <w:t>نالنا</w:t>
            </w:r>
            <w:r>
              <w:rPr>
                <w:rtl/>
              </w:rPr>
              <w:t xml:space="preserve"> </w:t>
            </w:r>
            <w:r w:rsidRPr="009647FC">
              <w:rPr>
                <w:rtl/>
              </w:rPr>
              <w:t>منك</w:t>
            </w:r>
            <w:r>
              <w:rPr>
                <w:rtl/>
              </w:rPr>
              <w:t xml:space="preserve"> </w:t>
            </w:r>
            <w:r w:rsidRPr="009647FC">
              <w:rPr>
                <w:rtl/>
              </w:rPr>
              <w:t>ما</w:t>
            </w:r>
            <w:r>
              <w:rPr>
                <w:rtl/>
              </w:rPr>
              <w:t xml:space="preserve"> </w:t>
            </w:r>
            <w:r w:rsidRPr="009647FC">
              <w:rPr>
                <w:rtl/>
              </w:rPr>
              <w:t>نـ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لنا</w:t>
            </w:r>
            <w:r w:rsidR="004C00A8">
              <w:rPr>
                <w:rtl/>
              </w:rPr>
              <w:t xml:space="preserve"> </w:t>
            </w:r>
            <w:r w:rsidRPr="009647FC">
              <w:rPr>
                <w:rtl/>
              </w:rPr>
              <w:t>على</w:t>
            </w:r>
            <w:r>
              <w:rPr>
                <w:rtl/>
              </w:rPr>
              <w:t xml:space="preserve"> </w:t>
            </w:r>
            <w:r w:rsidRPr="009647FC">
              <w:rPr>
                <w:rtl/>
              </w:rPr>
              <w:t>البعد</w:t>
            </w:r>
            <w:r>
              <w:rPr>
                <w:rtl/>
              </w:rPr>
              <w:t xml:space="preserve"> </w:t>
            </w:r>
            <w:r w:rsidRPr="009647FC">
              <w:rPr>
                <w:rtl/>
              </w:rPr>
              <w:t>منك</w:t>
            </w:r>
            <w:r>
              <w:rPr>
                <w:rtl/>
              </w:rPr>
              <w:t xml:space="preserve"> </w:t>
            </w:r>
            <w:r w:rsidRPr="009647FC">
              <w:rPr>
                <w:rtl/>
              </w:rPr>
              <w:t>بالإشراقِ</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لم يثبت البيتان في المطبوعتين</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وقال في كتاب كتبه لبعض الأكابر</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قل</w:t>
            </w:r>
            <w:r>
              <w:rPr>
                <w:rtl/>
              </w:rPr>
              <w:t xml:space="preserve"> </w:t>
            </w:r>
            <w:r w:rsidRPr="009647FC">
              <w:rPr>
                <w:rtl/>
              </w:rPr>
              <w:t>للنسيم</w:t>
            </w:r>
            <w:r>
              <w:rPr>
                <w:rtl/>
              </w:rPr>
              <w:t xml:space="preserve"> </w:t>
            </w:r>
            <w:r w:rsidRPr="009647FC">
              <w:rPr>
                <w:rtl/>
              </w:rPr>
              <w:t>وقد</w:t>
            </w:r>
            <w:r>
              <w:rPr>
                <w:rtl/>
              </w:rPr>
              <w:t xml:space="preserve"> </w:t>
            </w:r>
            <w:r w:rsidRPr="009647FC">
              <w:rPr>
                <w:rtl/>
              </w:rPr>
              <w:t>سرى</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سحراً</w:t>
            </w:r>
            <w:r w:rsidR="004C00A8">
              <w:rPr>
                <w:rtl/>
              </w:rPr>
              <w:t xml:space="preserve"> </w:t>
            </w:r>
            <w:r w:rsidRPr="009647FC">
              <w:rPr>
                <w:rtl/>
              </w:rPr>
              <w:t>بأنفاسٍ</w:t>
            </w:r>
            <w:r>
              <w:rPr>
                <w:rtl/>
              </w:rPr>
              <w:t xml:space="preserve"> </w:t>
            </w:r>
            <w:r w:rsidRPr="009647FC">
              <w:rPr>
                <w:rtl/>
              </w:rPr>
              <w:t>رقيقه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يا</w:t>
            </w:r>
            <w:r>
              <w:rPr>
                <w:rtl/>
              </w:rPr>
              <w:t xml:space="preserve"> </w:t>
            </w:r>
            <w:r w:rsidRPr="009647FC">
              <w:rPr>
                <w:rtl/>
              </w:rPr>
              <w:t>مشبها</w:t>
            </w:r>
            <w:r>
              <w:rPr>
                <w:rtl/>
              </w:rPr>
              <w:t xml:space="preserve"> </w:t>
            </w:r>
            <w:r w:rsidRPr="009647FC">
              <w:rPr>
                <w:rtl/>
              </w:rPr>
              <w:t>عندي</w:t>
            </w:r>
            <w:r>
              <w:rPr>
                <w:rtl/>
              </w:rPr>
              <w:t xml:space="preserve"> (</w:t>
            </w:r>
            <w:r w:rsidRPr="009647FC">
              <w:rPr>
                <w:rtl/>
              </w:rPr>
              <w:t>أبا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محمود</w:t>
            </w:r>
            <w:r>
              <w:rPr>
                <w:rtl/>
              </w:rPr>
              <w:t xml:space="preserve">) </w:t>
            </w:r>
            <w:r w:rsidRPr="009647FC">
              <w:rPr>
                <w:rtl/>
              </w:rPr>
              <w:t>في</w:t>
            </w:r>
            <w:r>
              <w:rPr>
                <w:rtl/>
              </w:rPr>
              <w:t xml:space="preserve"> </w:t>
            </w:r>
            <w:r w:rsidRPr="009647FC">
              <w:rPr>
                <w:rtl/>
              </w:rPr>
              <w:t>طيب</w:t>
            </w:r>
            <w:r>
              <w:rPr>
                <w:rtl/>
              </w:rPr>
              <w:t xml:space="preserve"> </w:t>
            </w:r>
            <w:r w:rsidRPr="009647FC">
              <w:rPr>
                <w:rtl/>
              </w:rPr>
              <w:t>الخليقه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إحمل</w:t>
            </w:r>
            <w:r>
              <w:rPr>
                <w:rtl/>
              </w:rPr>
              <w:t xml:space="preserve"> </w:t>
            </w:r>
            <w:r w:rsidRPr="009647FC">
              <w:rPr>
                <w:rtl/>
              </w:rPr>
              <w:t>إليه</w:t>
            </w:r>
            <w:r>
              <w:rPr>
                <w:rtl/>
              </w:rPr>
              <w:t xml:space="preserve"> </w:t>
            </w:r>
            <w:r w:rsidRPr="009647FC">
              <w:rPr>
                <w:rtl/>
              </w:rPr>
              <w:t>رسالة</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تحكي</w:t>
            </w:r>
            <w:r>
              <w:rPr>
                <w:rtl/>
              </w:rPr>
              <w:t xml:space="preserve"> </w:t>
            </w:r>
            <w:r w:rsidRPr="009647FC">
              <w:rPr>
                <w:rtl/>
              </w:rPr>
              <w:t>سجاياه</w:t>
            </w:r>
            <w:r>
              <w:rPr>
                <w:rtl/>
              </w:rPr>
              <w:t xml:space="preserve"> </w:t>
            </w:r>
            <w:r w:rsidRPr="009647FC">
              <w:rPr>
                <w:rtl/>
              </w:rPr>
              <w:t>الأنيقه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من</w:t>
            </w:r>
            <w:r>
              <w:rPr>
                <w:rtl/>
              </w:rPr>
              <w:t xml:space="preserve"> </w:t>
            </w:r>
            <w:r w:rsidRPr="009647FC">
              <w:rPr>
                <w:rtl/>
              </w:rPr>
              <w:t>شيِّق</w:t>
            </w:r>
            <w:r>
              <w:rPr>
                <w:rtl/>
              </w:rPr>
              <w:t xml:space="preserve"> </w:t>
            </w:r>
            <w:r w:rsidRPr="009647FC">
              <w:rPr>
                <w:rtl/>
              </w:rPr>
              <w:t>في</w:t>
            </w:r>
            <w:r>
              <w:rPr>
                <w:rtl/>
              </w:rPr>
              <w:t xml:space="preserve"> </w:t>
            </w:r>
            <w:r w:rsidRPr="009647FC">
              <w:rPr>
                <w:rtl/>
              </w:rPr>
              <w:t>لجّة</w:t>
            </w:r>
            <w:r>
              <w:rPr>
                <w:rtl/>
              </w:rPr>
              <w:t xml:space="preserve"> </w:t>
            </w:r>
            <w:r w:rsidRPr="009647FC">
              <w:rPr>
                <w:rtl/>
              </w:rPr>
              <w:t>الأشـ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واق</w:t>
            </w:r>
            <w:r>
              <w:rPr>
                <w:rtl/>
              </w:rPr>
              <w:t xml:space="preserve"> </w:t>
            </w:r>
            <w:r w:rsidRPr="009647FC">
              <w:rPr>
                <w:rtl/>
              </w:rPr>
              <w:t>مهجته</w:t>
            </w:r>
            <w:r>
              <w:rPr>
                <w:rtl/>
              </w:rPr>
              <w:t xml:space="preserve"> </w:t>
            </w:r>
            <w:r w:rsidRPr="009647FC">
              <w:rPr>
                <w:rtl/>
              </w:rPr>
              <w:t>غريقه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ولأنت</w:t>
            </w:r>
            <w:r>
              <w:rPr>
                <w:rtl/>
              </w:rPr>
              <w:t xml:space="preserve"> </w:t>
            </w:r>
            <w:r w:rsidRPr="009647FC">
              <w:rPr>
                <w:rtl/>
              </w:rPr>
              <w:t>والبرقُ</w:t>
            </w:r>
            <w:r>
              <w:rPr>
                <w:rtl/>
              </w:rPr>
              <w:t xml:space="preserve"> </w:t>
            </w:r>
            <w:r w:rsidRPr="009647FC">
              <w:rPr>
                <w:rtl/>
              </w:rPr>
              <w:t>ازويا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عن</w:t>
            </w:r>
            <w:r w:rsidR="004C00A8">
              <w:rPr>
                <w:rtl/>
              </w:rPr>
              <w:t xml:space="preserve"> </w:t>
            </w:r>
            <w:r w:rsidRPr="009647FC">
              <w:rPr>
                <w:rtl/>
              </w:rPr>
              <w:t>قلب</w:t>
            </w:r>
            <w:r>
              <w:rPr>
                <w:rtl/>
              </w:rPr>
              <w:t xml:space="preserve"> </w:t>
            </w:r>
            <w:r w:rsidRPr="009647FC">
              <w:rPr>
                <w:rtl/>
              </w:rPr>
              <w:t>وامقه</w:t>
            </w:r>
            <w:r>
              <w:rPr>
                <w:rtl/>
              </w:rPr>
              <w:t xml:space="preserve"> </w:t>
            </w:r>
            <w:r w:rsidRPr="009647FC">
              <w:rPr>
                <w:rtl/>
              </w:rPr>
              <w:t>خفوقه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شوقاً</w:t>
            </w:r>
            <w:r w:rsidR="004C00A8">
              <w:rPr>
                <w:rtl/>
              </w:rPr>
              <w:t xml:space="preserve"> </w:t>
            </w:r>
            <w:r w:rsidRPr="009647FC">
              <w:rPr>
                <w:rtl/>
              </w:rPr>
              <w:t>لحضرته</w:t>
            </w:r>
            <w:r>
              <w:rPr>
                <w:rtl/>
              </w:rPr>
              <w:t xml:space="preserve"> </w:t>
            </w:r>
            <w:r w:rsidRPr="009647FC">
              <w:rPr>
                <w:rtl/>
              </w:rPr>
              <w:t>التي</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كلّ</w:t>
            </w:r>
            <w:r>
              <w:rPr>
                <w:rtl/>
              </w:rPr>
              <w:t xml:space="preserve"> </w:t>
            </w:r>
            <w:r w:rsidRPr="009647FC">
              <w:rPr>
                <w:rtl/>
              </w:rPr>
              <w:t>النفوس</w:t>
            </w:r>
            <w:r>
              <w:rPr>
                <w:rtl/>
              </w:rPr>
              <w:t xml:space="preserve"> </w:t>
            </w:r>
            <w:r w:rsidRPr="009647FC">
              <w:rPr>
                <w:rtl/>
              </w:rPr>
              <w:t>لها</w:t>
            </w:r>
            <w:r>
              <w:rPr>
                <w:rtl/>
              </w:rPr>
              <w:t xml:space="preserve"> </w:t>
            </w:r>
            <w:r w:rsidRPr="009647FC">
              <w:rPr>
                <w:rtl/>
              </w:rPr>
              <w:t>مشوقه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هو</w:t>
            </w:r>
            <w:r w:rsidR="004C00A8">
              <w:rPr>
                <w:rtl/>
              </w:rPr>
              <w:t xml:space="preserve"> </w:t>
            </w:r>
            <w:r w:rsidRPr="009647FC">
              <w:rPr>
                <w:rtl/>
              </w:rPr>
              <w:t>فرع</w:t>
            </w:r>
            <w:r>
              <w:rPr>
                <w:rtl/>
              </w:rPr>
              <w:t xml:space="preserve"> </w:t>
            </w:r>
            <w:r w:rsidRPr="009647FC">
              <w:rPr>
                <w:rtl/>
              </w:rPr>
              <w:t>أصلٍ</w:t>
            </w:r>
            <w:r>
              <w:rPr>
                <w:rtl/>
              </w:rPr>
              <w:t xml:space="preserve"> </w:t>
            </w:r>
            <w:r w:rsidRPr="009647FC">
              <w:rPr>
                <w:rtl/>
              </w:rPr>
              <w:t>قد</w:t>
            </w:r>
            <w:r>
              <w:rPr>
                <w:rtl/>
              </w:rPr>
              <w:t xml:space="preserve"> </w:t>
            </w:r>
            <w:r w:rsidRPr="009647FC">
              <w:rPr>
                <w:rtl/>
              </w:rPr>
              <w:t>غدت</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يثرى</w:t>
            </w:r>
            <w:r w:rsidRPr="004E7EC6">
              <w:rPr>
                <w:rStyle w:val="libFootnotenumChar"/>
                <w:rtl/>
              </w:rPr>
              <w:t>(1)</w:t>
            </w:r>
            <w:r>
              <w:rPr>
                <w:rtl/>
              </w:rPr>
              <w:t xml:space="preserve"> </w:t>
            </w:r>
            <w:r w:rsidRPr="009647FC">
              <w:rPr>
                <w:rtl/>
              </w:rPr>
              <w:t>على</w:t>
            </w:r>
            <w:r>
              <w:rPr>
                <w:rtl/>
              </w:rPr>
              <w:t xml:space="preserve"> </w:t>
            </w:r>
            <w:r w:rsidRPr="009647FC">
              <w:rPr>
                <w:rtl/>
              </w:rPr>
              <w:t>الجوزا</w:t>
            </w:r>
            <w:r>
              <w:rPr>
                <w:rtl/>
              </w:rPr>
              <w:t xml:space="preserve"> </w:t>
            </w:r>
            <w:r w:rsidRPr="009647FC">
              <w:rPr>
                <w:rtl/>
              </w:rPr>
              <w:t>عروقه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من</w:t>
            </w:r>
            <w:r w:rsidR="004C00A8">
              <w:rPr>
                <w:rtl/>
              </w:rPr>
              <w:t xml:space="preserve"> </w:t>
            </w:r>
            <w:r w:rsidRPr="009647FC">
              <w:rPr>
                <w:rtl/>
              </w:rPr>
              <w:t>دوحةٍ</w:t>
            </w:r>
            <w:r>
              <w:rPr>
                <w:rtl/>
              </w:rPr>
              <w:t xml:space="preserve"> </w:t>
            </w:r>
            <w:r w:rsidRPr="009647FC">
              <w:rPr>
                <w:rtl/>
              </w:rPr>
              <w:t>في</w:t>
            </w:r>
            <w:r>
              <w:rPr>
                <w:rtl/>
              </w:rPr>
              <w:t xml:space="preserve"> </w:t>
            </w:r>
            <w:r w:rsidRPr="009647FC">
              <w:rPr>
                <w:rtl/>
              </w:rPr>
              <w:t>ريّ</w:t>
            </w:r>
            <w:r>
              <w:rPr>
                <w:rtl/>
              </w:rPr>
              <w:t xml:space="preserve"> </w:t>
            </w:r>
            <w:r w:rsidRPr="009647FC">
              <w:rPr>
                <w:rtl/>
              </w:rPr>
              <w:t>ماء</w:t>
            </w:r>
            <w:r>
              <w:rPr>
                <w:rtl/>
              </w:rPr>
              <w:t xml:space="preserve"> </w:t>
            </w:r>
            <w:r w:rsidRPr="009647FC">
              <w:rPr>
                <w:rtl/>
              </w:rPr>
              <w:t>الـ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مكرمات</w:t>
            </w:r>
            <w:r w:rsidR="004C00A8">
              <w:rPr>
                <w:rtl/>
              </w:rPr>
              <w:t xml:space="preserve"> </w:t>
            </w:r>
            <w:r w:rsidRPr="009647FC">
              <w:rPr>
                <w:rtl/>
              </w:rPr>
              <w:t>غدت</w:t>
            </w:r>
            <w:r>
              <w:rPr>
                <w:rtl/>
              </w:rPr>
              <w:t xml:space="preserve"> </w:t>
            </w:r>
            <w:r w:rsidRPr="009647FC">
              <w:rPr>
                <w:rtl/>
              </w:rPr>
              <w:t>وريقه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يا</w:t>
            </w:r>
            <w:r>
              <w:rPr>
                <w:rtl/>
              </w:rPr>
              <w:t xml:space="preserve"> </w:t>
            </w:r>
            <w:r w:rsidRPr="009647FC">
              <w:rPr>
                <w:rtl/>
              </w:rPr>
              <w:t>منْ</w:t>
            </w:r>
            <w:r>
              <w:rPr>
                <w:rtl/>
              </w:rPr>
              <w:t xml:space="preserve"> </w:t>
            </w:r>
            <w:r w:rsidRPr="009647FC">
              <w:rPr>
                <w:rtl/>
              </w:rPr>
              <w:t>تمنّى</w:t>
            </w:r>
            <w:r>
              <w:rPr>
                <w:rtl/>
              </w:rPr>
              <w:t xml:space="preserve"> </w:t>
            </w:r>
            <w:r w:rsidRPr="009647FC">
              <w:rPr>
                <w:rtl/>
              </w:rPr>
              <w:t>النجم</w:t>
            </w:r>
            <w:r>
              <w:rPr>
                <w:rtl/>
              </w:rPr>
              <w:t xml:space="preserve"> </w:t>
            </w:r>
            <w:r w:rsidRPr="009647FC">
              <w:rPr>
                <w:rtl/>
              </w:rPr>
              <w:t>حين</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سما</w:t>
            </w:r>
            <w:r>
              <w:rPr>
                <w:rtl/>
              </w:rPr>
              <w:t xml:space="preserve"> </w:t>
            </w:r>
            <w:r w:rsidRPr="009647FC">
              <w:rPr>
                <w:rtl/>
              </w:rPr>
              <w:t>إلى</w:t>
            </w:r>
            <w:r>
              <w:rPr>
                <w:rtl/>
              </w:rPr>
              <w:t xml:space="preserve"> </w:t>
            </w:r>
            <w:r w:rsidRPr="009647FC">
              <w:rPr>
                <w:rtl/>
              </w:rPr>
              <w:t>العليا</w:t>
            </w:r>
            <w:r>
              <w:rPr>
                <w:rtl/>
              </w:rPr>
              <w:t xml:space="preserve"> </w:t>
            </w:r>
            <w:r w:rsidRPr="009647FC">
              <w:rPr>
                <w:rtl/>
              </w:rPr>
              <w:t>لحوقه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م</w:t>
            </w:r>
            <w:r>
              <w:rPr>
                <w:rtl/>
              </w:rPr>
              <w:t>َ</w:t>
            </w:r>
            <w:r w:rsidRPr="009647FC">
              <w:rPr>
                <w:rtl/>
              </w:rPr>
              <w:t>نْ</w:t>
            </w:r>
            <w:r>
              <w:rPr>
                <w:rtl/>
              </w:rPr>
              <w:t xml:space="preserve"> </w:t>
            </w:r>
            <w:r w:rsidRPr="009647FC">
              <w:rPr>
                <w:rtl/>
              </w:rPr>
              <w:t>ذا</w:t>
            </w:r>
            <w:r>
              <w:rPr>
                <w:rtl/>
              </w:rPr>
              <w:t xml:space="preserve"> </w:t>
            </w:r>
            <w:r w:rsidRPr="009647FC">
              <w:rPr>
                <w:rtl/>
              </w:rPr>
              <w:t>لمجدك</w:t>
            </w:r>
            <w:r>
              <w:rPr>
                <w:rtl/>
              </w:rPr>
              <w:t xml:space="preserve"> </w:t>
            </w:r>
            <w:r w:rsidRPr="009647FC">
              <w:rPr>
                <w:rtl/>
              </w:rPr>
              <w:t>يرتقى</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وسواك</w:t>
            </w:r>
            <w:r w:rsidR="004C00A8">
              <w:rPr>
                <w:rtl/>
              </w:rPr>
              <w:t xml:space="preserve"> </w:t>
            </w:r>
            <w:r w:rsidRPr="009647FC">
              <w:rPr>
                <w:rtl/>
              </w:rPr>
              <w:t>لم</w:t>
            </w:r>
            <w:r>
              <w:rPr>
                <w:rtl/>
              </w:rPr>
              <w:t xml:space="preserve"> </w:t>
            </w:r>
            <w:r w:rsidRPr="009647FC">
              <w:rPr>
                <w:rtl/>
              </w:rPr>
              <w:t>يسلك</w:t>
            </w:r>
            <w:r>
              <w:rPr>
                <w:rtl/>
              </w:rPr>
              <w:t xml:space="preserve"> </w:t>
            </w:r>
            <w:r w:rsidRPr="009647FC">
              <w:rPr>
                <w:rtl/>
              </w:rPr>
              <w:t>طريقه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إنّ</w:t>
            </w:r>
            <w:r>
              <w:rPr>
                <w:rtl/>
              </w:rPr>
              <w:t xml:space="preserve">َ </w:t>
            </w:r>
            <w:r w:rsidRPr="009647FC">
              <w:rPr>
                <w:rtl/>
              </w:rPr>
              <w:t>الكرام</w:t>
            </w:r>
            <w:r>
              <w:rPr>
                <w:rtl/>
              </w:rPr>
              <w:t xml:space="preserve"> </w:t>
            </w:r>
            <w:r w:rsidRPr="009647FC">
              <w:rPr>
                <w:rtl/>
              </w:rPr>
              <w:t>هم</w:t>
            </w:r>
            <w:r>
              <w:rPr>
                <w:rtl/>
              </w:rPr>
              <w:t xml:space="preserve"> </w:t>
            </w:r>
            <w:r w:rsidRPr="009647FC">
              <w:rPr>
                <w:rtl/>
              </w:rPr>
              <w:t>المجاز</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وأنت</w:t>
            </w:r>
            <w:r w:rsidR="004C00A8">
              <w:rPr>
                <w:rtl/>
              </w:rPr>
              <w:t xml:space="preserve"> </w:t>
            </w:r>
            <w:r w:rsidRPr="009647FC">
              <w:rPr>
                <w:rtl/>
              </w:rPr>
              <w:t>للكرم</w:t>
            </w:r>
            <w:r>
              <w:rPr>
                <w:rtl/>
              </w:rPr>
              <w:t xml:space="preserve"> </w:t>
            </w:r>
            <w:r w:rsidRPr="009647FC">
              <w:rPr>
                <w:rtl/>
              </w:rPr>
              <w:t>الحقيقه</w:t>
            </w:r>
            <w:r w:rsidRPr="00725071">
              <w:rPr>
                <w:rStyle w:val="libPoemTiniChar0"/>
                <w:rtl/>
              </w:rPr>
              <w:br/>
              <w:t> </w:t>
            </w:r>
          </w:p>
        </w:tc>
      </w:tr>
    </w:tbl>
    <w:p w:rsidR="009647FC" w:rsidRPr="00524A24" w:rsidRDefault="009647FC" w:rsidP="004E7EC6">
      <w:pPr>
        <w:pStyle w:val="libNormal"/>
      </w:pPr>
      <w:r w:rsidRPr="009647FC">
        <w:rPr>
          <w:rtl/>
        </w:rPr>
        <w:t>وقال في رسالة لبعض الأشراف</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سلامٌ</w:t>
            </w:r>
            <w:r>
              <w:rPr>
                <w:rtl/>
              </w:rPr>
              <w:t xml:space="preserve"> </w:t>
            </w:r>
            <w:r w:rsidRPr="009647FC">
              <w:rPr>
                <w:rtl/>
              </w:rPr>
              <w:t>برقّ</w:t>
            </w:r>
            <w:r>
              <w:rPr>
                <w:rtl/>
              </w:rPr>
              <w:t>َ</w:t>
            </w:r>
            <w:r w:rsidRPr="009647FC">
              <w:rPr>
                <w:rtl/>
              </w:rPr>
              <w:t>ته</w:t>
            </w:r>
            <w:r>
              <w:rPr>
                <w:rtl/>
              </w:rPr>
              <w:t xml:space="preserve"> </w:t>
            </w:r>
            <w:r w:rsidRPr="009647FC">
              <w:rPr>
                <w:rtl/>
              </w:rPr>
              <w:t>قد</w:t>
            </w:r>
            <w:r>
              <w:rPr>
                <w:rtl/>
              </w:rPr>
              <w:t xml:space="preserve"> </w:t>
            </w:r>
            <w:r w:rsidRPr="009647FC">
              <w:rPr>
                <w:rtl/>
              </w:rPr>
              <w:t>حكى</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ونفسك</w:t>
            </w:r>
            <w:r>
              <w:rPr>
                <w:rtl/>
              </w:rPr>
              <w:t xml:space="preserve"> </w:t>
            </w:r>
            <w:r w:rsidRPr="009647FC">
              <w:rPr>
                <w:rtl/>
              </w:rPr>
              <w:t>رقّ</w:t>
            </w:r>
            <w:r w:rsidRPr="00B371C6">
              <w:rPr>
                <w:rtl/>
              </w:rPr>
              <w:t>َ</w:t>
            </w:r>
            <w:r w:rsidRPr="009647FC">
              <w:rPr>
                <w:rtl/>
              </w:rPr>
              <w:t>ة</w:t>
            </w:r>
            <w:r>
              <w:rPr>
                <w:rtl/>
              </w:rPr>
              <w:t xml:space="preserve"> </w:t>
            </w:r>
            <w:r w:rsidRPr="009647FC">
              <w:rPr>
                <w:rtl/>
              </w:rPr>
              <w:t>أخلاقِها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حباك</w:t>
            </w:r>
            <w:r w:rsidR="004C00A8">
              <w:rPr>
                <w:rtl/>
              </w:rPr>
              <w:t xml:space="preserve"> </w:t>
            </w:r>
            <w:r w:rsidRPr="009647FC">
              <w:rPr>
                <w:rtl/>
              </w:rPr>
              <w:t>به</w:t>
            </w:r>
            <w:r>
              <w:rPr>
                <w:rtl/>
              </w:rPr>
              <w:t xml:space="preserve"> </w:t>
            </w:r>
            <w:r w:rsidRPr="009647FC">
              <w:rPr>
                <w:rtl/>
              </w:rPr>
              <w:t>مغرمٌ</w:t>
            </w:r>
            <w:r>
              <w:rPr>
                <w:rtl/>
              </w:rPr>
              <w:t xml:space="preserve"> </w:t>
            </w:r>
            <w:r w:rsidRPr="009647FC">
              <w:rPr>
                <w:rtl/>
              </w:rPr>
              <w:t>أحكمت</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مودّته</w:t>
            </w:r>
            <w:r>
              <w:rPr>
                <w:rtl/>
              </w:rPr>
              <w:t xml:space="preserve"> </w:t>
            </w:r>
            <w:r w:rsidRPr="009647FC">
              <w:rPr>
                <w:rtl/>
              </w:rPr>
              <w:t>صدق</w:t>
            </w:r>
            <w:r>
              <w:rPr>
                <w:rtl/>
              </w:rPr>
              <w:t xml:space="preserve"> </w:t>
            </w:r>
            <w:r w:rsidRPr="009647FC">
              <w:rPr>
                <w:rtl/>
              </w:rPr>
              <w:t>ميثاقها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ترفُّ</w:t>
            </w:r>
            <w:r w:rsidR="004C00A8">
              <w:rPr>
                <w:rtl/>
              </w:rPr>
              <w:t xml:space="preserve"> </w:t>
            </w:r>
            <w:r w:rsidRPr="009647FC">
              <w:rPr>
                <w:rtl/>
              </w:rPr>
              <w:t>بمهجته</w:t>
            </w:r>
            <w:r>
              <w:rPr>
                <w:rtl/>
              </w:rPr>
              <w:t xml:space="preserve"> </w:t>
            </w:r>
            <w:r w:rsidRPr="009647FC">
              <w:rPr>
                <w:rtl/>
              </w:rPr>
              <w:t>دائما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إليك</w:t>
            </w:r>
            <w:r>
              <w:rPr>
                <w:rtl/>
              </w:rPr>
              <w:t xml:space="preserve"> </w:t>
            </w:r>
            <w:r w:rsidRPr="009647FC">
              <w:rPr>
                <w:rtl/>
              </w:rPr>
              <w:t>نوازع</w:t>
            </w:r>
            <w:r>
              <w:rPr>
                <w:rtl/>
              </w:rPr>
              <w:t xml:space="preserve"> </w:t>
            </w:r>
            <w:r w:rsidRPr="009647FC">
              <w:rPr>
                <w:rtl/>
              </w:rPr>
              <w:t>أشواقها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رآك</w:t>
            </w:r>
            <w:r w:rsidR="004C00A8">
              <w:rPr>
                <w:rtl/>
              </w:rPr>
              <w:t xml:space="preserve"> </w:t>
            </w:r>
            <w:r w:rsidRPr="009647FC">
              <w:rPr>
                <w:rtl/>
              </w:rPr>
              <w:t>تفرّعت</w:t>
            </w:r>
            <w:r>
              <w:rPr>
                <w:rtl/>
              </w:rPr>
              <w:t xml:space="preserve"> </w:t>
            </w:r>
            <w:r w:rsidRPr="009647FC">
              <w:rPr>
                <w:rtl/>
              </w:rPr>
              <w:t>من</w:t>
            </w:r>
            <w:r>
              <w:rPr>
                <w:rtl/>
              </w:rPr>
              <w:t xml:space="preserve"> </w:t>
            </w:r>
            <w:r w:rsidRPr="009647FC">
              <w:rPr>
                <w:rtl/>
              </w:rPr>
              <w:t>دوحةٍ</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زكا</w:t>
            </w:r>
            <w:r>
              <w:rPr>
                <w:rtl/>
              </w:rPr>
              <w:t xml:space="preserve"> </w:t>
            </w:r>
            <w:r w:rsidRPr="009647FC">
              <w:rPr>
                <w:rtl/>
              </w:rPr>
              <w:t>في</w:t>
            </w:r>
            <w:r>
              <w:rPr>
                <w:rtl/>
              </w:rPr>
              <w:t xml:space="preserve"> </w:t>
            </w:r>
            <w:r w:rsidRPr="009647FC">
              <w:rPr>
                <w:rtl/>
              </w:rPr>
              <w:t>العُلى</w:t>
            </w:r>
            <w:r>
              <w:rPr>
                <w:rtl/>
              </w:rPr>
              <w:t xml:space="preserve"> </w:t>
            </w:r>
            <w:r w:rsidRPr="009647FC">
              <w:rPr>
                <w:rtl/>
              </w:rPr>
              <w:t>طيب</w:t>
            </w:r>
            <w:r>
              <w:rPr>
                <w:rtl/>
              </w:rPr>
              <w:t xml:space="preserve"> </w:t>
            </w:r>
            <w:r w:rsidRPr="009647FC">
              <w:rPr>
                <w:rtl/>
              </w:rPr>
              <w:t>أعراقها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وأيكة</w:t>
            </w:r>
            <w:r w:rsidR="004C00A8">
              <w:rPr>
                <w:rtl/>
              </w:rPr>
              <w:t xml:space="preserve"> </w:t>
            </w:r>
            <w:r w:rsidRPr="009647FC">
              <w:rPr>
                <w:rtl/>
              </w:rPr>
              <w:t>مجدك</w:t>
            </w:r>
            <w:r>
              <w:rPr>
                <w:rtl/>
              </w:rPr>
              <w:t xml:space="preserve"> </w:t>
            </w:r>
            <w:r w:rsidRPr="009647FC">
              <w:rPr>
                <w:rtl/>
              </w:rPr>
              <w:t>قد</w:t>
            </w:r>
            <w:r>
              <w:rPr>
                <w:rtl/>
              </w:rPr>
              <w:t xml:space="preserve"> </w:t>
            </w:r>
            <w:r w:rsidRPr="009647FC">
              <w:rPr>
                <w:rtl/>
              </w:rPr>
              <w:t>غرّ</w:t>
            </w:r>
            <w:r>
              <w:rPr>
                <w:rtl/>
              </w:rPr>
              <w:t>َ</w:t>
            </w:r>
            <w:r w:rsidRPr="009647FC">
              <w:rPr>
                <w:rtl/>
              </w:rPr>
              <w:t>دت</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حمامُ</w:t>
            </w:r>
            <w:r w:rsidR="004C00A8">
              <w:rPr>
                <w:rtl/>
              </w:rPr>
              <w:t xml:space="preserve"> </w:t>
            </w:r>
            <w:r w:rsidRPr="009647FC">
              <w:rPr>
                <w:rtl/>
              </w:rPr>
              <w:t>الثناء</w:t>
            </w:r>
            <w:r>
              <w:rPr>
                <w:rtl/>
              </w:rPr>
              <w:t xml:space="preserve"> </w:t>
            </w:r>
            <w:r w:rsidRPr="009647FC">
              <w:rPr>
                <w:rtl/>
              </w:rPr>
              <w:t>على</w:t>
            </w:r>
            <w:r>
              <w:rPr>
                <w:rtl/>
              </w:rPr>
              <w:t xml:space="preserve"> </w:t>
            </w:r>
            <w:r w:rsidRPr="009647FC">
              <w:rPr>
                <w:rtl/>
              </w:rPr>
              <w:t>ساقها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وغرُّ</w:t>
            </w:r>
            <w:r>
              <w:rPr>
                <w:rtl/>
              </w:rPr>
              <w:t xml:space="preserve"> </w:t>
            </w:r>
            <w:r w:rsidRPr="009647FC">
              <w:rPr>
                <w:rtl/>
              </w:rPr>
              <w:t>مساعيك</w:t>
            </w:r>
            <w:r>
              <w:rPr>
                <w:rtl/>
              </w:rPr>
              <w:t xml:space="preserve"> </w:t>
            </w:r>
            <w:r w:rsidRPr="009647FC">
              <w:rPr>
                <w:rtl/>
              </w:rPr>
              <w:t>في</w:t>
            </w:r>
            <w:r>
              <w:rPr>
                <w:rtl/>
              </w:rPr>
              <w:t xml:space="preserve"> </w:t>
            </w:r>
            <w:r w:rsidRPr="009647FC">
              <w:rPr>
                <w:rtl/>
              </w:rPr>
              <w:t>المكرمات</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تطول</w:t>
            </w:r>
            <w:r>
              <w:rPr>
                <w:rtl/>
              </w:rPr>
              <w:t xml:space="preserve"> </w:t>
            </w:r>
            <w:r w:rsidRPr="009647FC">
              <w:rPr>
                <w:rtl/>
              </w:rPr>
              <w:t>بزينة</w:t>
            </w:r>
            <w:r>
              <w:rPr>
                <w:rtl/>
              </w:rPr>
              <w:t xml:space="preserve"> </w:t>
            </w:r>
            <w:r w:rsidRPr="009647FC">
              <w:rPr>
                <w:rtl/>
              </w:rPr>
              <w:t>أعناقها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وفخرك</w:t>
            </w:r>
            <w:r>
              <w:rPr>
                <w:rtl/>
              </w:rPr>
              <w:t xml:space="preserve"> </w:t>
            </w:r>
            <w:r w:rsidRPr="009647FC">
              <w:rPr>
                <w:rtl/>
              </w:rPr>
              <w:t>لم</w:t>
            </w:r>
            <w:r>
              <w:rPr>
                <w:rtl/>
              </w:rPr>
              <w:t xml:space="preserve"> </w:t>
            </w:r>
            <w:r w:rsidRPr="009647FC">
              <w:rPr>
                <w:rtl/>
              </w:rPr>
              <w:t>تحك</w:t>
            </w:r>
            <w:r>
              <w:rPr>
                <w:rtl/>
              </w:rPr>
              <w:t xml:space="preserve"> </w:t>
            </w:r>
            <w:r w:rsidRPr="009647FC">
              <w:rPr>
                <w:rtl/>
              </w:rPr>
              <w:t>شمس</w:t>
            </w:r>
            <w:r>
              <w:rPr>
                <w:rtl/>
              </w:rPr>
              <w:t xml:space="preserve"> </w:t>
            </w:r>
            <w:r w:rsidRPr="009647FC">
              <w:rPr>
                <w:rtl/>
              </w:rPr>
              <w:t>السما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سناه</w:t>
            </w:r>
            <w:r w:rsidR="004C00A8">
              <w:rPr>
                <w:rtl/>
              </w:rPr>
              <w:t xml:space="preserve"> </w:t>
            </w:r>
            <w:r w:rsidRPr="009647FC">
              <w:rPr>
                <w:rtl/>
              </w:rPr>
              <w:t>بباهر</w:t>
            </w:r>
            <w:r>
              <w:rPr>
                <w:rtl/>
              </w:rPr>
              <w:t xml:space="preserve"> </w:t>
            </w:r>
            <w:r w:rsidRPr="009647FC">
              <w:rPr>
                <w:rtl/>
              </w:rPr>
              <w:t>إشراقها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فأهدي</w:t>
            </w:r>
            <w:r>
              <w:rPr>
                <w:rtl/>
              </w:rPr>
              <w:t xml:space="preserve"> </w:t>
            </w:r>
            <w:r w:rsidRPr="009647FC">
              <w:rPr>
                <w:rtl/>
              </w:rPr>
              <w:t>كأخلاقك</w:t>
            </w:r>
            <w:r>
              <w:rPr>
                <w:rtl/>
              </w:rPr>
              <w:t xml:space="preserve"> </w:t>
            </w:r>
            <w:r w:rsidRPr="009647FC">
              <w:rPr>
                <w:rtl/>
              </w:rPr>
              <w:t>الزاهرات</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إليك</w:t>
            </w:r>
            <w:r>
              <w:rPr>
                <w:rtl/>
              </w:rPr>
              <w:t xml:space="preserve"> </w:t>
            </w:r>
            <w:r w:rsidRPr="009647FC">
              <w:rPr>
                <w:rtl/>
              </w:rPr>
              <w:t>تحية</w:t>
            </w:r>
            <w:r>
              <w:rPr>
                <w:rtl/>
              </w:rPr>
              <w:t xml:space="preserve"> </w:t>
            </w:r>
            <w:r w:rsidRPr="009647FC">
              <w:rPr>
                <w:rtl/>
              </w:rPr>
              <w:t>مشتاقها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كذا جاء في المخطوط</w:t>
      </w:r>
      <w:r w:rsidR="00D769AB">
        <w:rPr>
          <w:rtl/>
        </w:rPr>
        <w:t>.</w:t>
      </w:r>
      <w:r w:rsidRPr="009647FC">
        <w:rPr>
          <w:rtl/>
        </w:rPr>
        <w:t xml:space="preserve"> وفي المطبوعتين</w:t>
      </w:r>
      <w:r w:rsidR="00D769AB">
        <w:rPr>
          <w:rtl/>
        </w:rPr>
        <w:t>:</w:t>
      </w:r>
      <w:r w:rsidRPr="009647FC">
        <w:rPr>
          <w:rtl/>
        </w:rPr>
        <w:t xml:space="preserve"> بثرى</w:t>
      </w:r>
      <w:r w:rsidR="00D769AB">
        <w:rPr>
          <w:rtl/>
        </w:rPr>
        <w:t>،</w:t>
      </w:r>
      <w:r w:rsidRPr="009647FC">
        <w:rPr>
          <w:rtl/>
        </w:rPr>
        <w:t xml:space="preserve"> وفي المعنى التباس</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وقال في وصف خيمة ضربوها في دار العلاّمة السيد مهدي القزويني في شهر المحرّم قد بطنت في بياض</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اليوم</w:t>
            </w:r>
            <w:r>
              <w:rPr>
                <w:rtl/>
              </w:rPr>
              <w:t xml:space="preserve"> </w:t>
            </w:r>
            <w:r w:rsidRPr="009647FC">
              <w:rPr>
                <w:rtl/>
              </w:rPr>
              <w:t>قد</w:t>
            </w:r>
            <w:r>
              <w:rPr>
                <w:rtl/>
              </w:rPr>
              <w:t xml:space="preserve"> </w:t>
            </w:r>
            <w:r w:rsidRPr="009647FC">
              <w:rPr>
                <w:rtl/>
              </w:rPr>
              <w:t>صوّت</w:t>
            </w:r>
            <w:r>
              <w:rPr>
                <w:rtl/>
              </w:rPr>
              <w:t xml:space="preserve"> </w:t>
            </w:r>
            <w:r w:rsidRPr="009647FC">
              <w:rPr>
                <w:rtl/>
              </w:rPr>
              <w:t>ناعي</w:t>
            </w:r>
            <w:r>
              <w:rPr>
                <w:rtl/>
              </w:rPr>
              <w:t xml:space="preserve"> </w:t>
            </w:r>
            <w:r w:rsidRPr="009647FC">
              <w:rPr>
                <w:rtl/>
              </w:rPr>
              <w:t>الهدى</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يفصحُ</w:t>
            </w:r>
            <w:r w:rsidR="004C00A8">
              <w:rPr>
                <w:rtl/>
              </w:rPr>
              <w:t xml:space="preserve"> </w:t>
            </w:r>
            <w:r w:rsidRPr="009647FC">
              <w:rPr>
                <w:rtl/>
              </w:rPr>
              <w:t>بالنعي</w:t>
            </w:r>
            <w:r>
              <w:rPr>
                <w:rtl/>
              </w:rPr>
              <w:t xml:space="preserve"> </w:t>
            </w:r>
            <w:r w:rsidRPr="009647FC">
              <w:rPr>
                <w:rtl/>
              </w:rPr>
              <w:t>ولا</w:t>
            </w:r>
            <w:r>
              <w:rPr>
                <w:rtl/>
              </w:rPr>
              <w:t xml:space="preserve"> </w:t>
            </w:r>
            <w:r w:rsidRPr="009647FC">
              <w:rPr>
                <w:rtl/>
              </w:rPr>
              <w:t>يكني</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ينعى</w:t>
            </w:r>
            <w:r>
              <w:rPr>
                <w:rtl/>
              </w:rPr>
              <w:t xml:space="preserve"> </w:t>
            </w:r>
            <w:r w:rsidRPr="009647FC">
              <w:rPr>
                <w:rtl/>
              </w:rPr>
              <w:t>قتيل</w:t>
            </w:r>
            <w:r>
              <w:rPr>
                <w:rtl/>
              </w:rPr>
              <w:t xml:space="preserve"> </w:t>
            </w:r>
            <w:r w:rsidRPr="009647FC">
              <w:rPr>
                <w:rtl/>
              </w:rPr>
              <w:t>الطفّ</w:t>
            </w:r>
            <w:r>
              <w:rPr>
                <w:rtl/>
              </w:rPr>
              <w:t xml:space="preserve"> </w:t>
            </w:r>
            <w:r w:rsidRPr="009647FC">
              <w:rPr>
                <w:rtl/>
              </w:rPr>
              <w:t>عند</w:t>
            </w:r>
            <w:r>
              <w:rPr>
                <w:rtl/>
              </w:rPr>
              <w:t xml:space="preserve"> </w:t>
            </w:r>
            <w:r w:rsidRPr="009647FC">
              <w:rPr>
                <w:rtl/>
              </w:rPr>
              <w:t>ابنه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المهديّ</w:t>
            </w:r>
            <w:r w:rsidR="004C00A8">
              <w:rPr>
                <w:rtl/>
              </w:rPr>
              <w:t xml:space="preserve"> </w:t>
            </w:r>
            <w:r w:rsidRPr="009647FC">
              <w:rPr>
                <w:rtl/>
              </w:rPr>
              <w:t>مولى</w:t>
            </w:r>
            <w:r>
              <w:rPr>
                <w:rtl/>
              </w:rPr>
              <w:t xml:space="preserve"> </w:t>
            </w:r>
            <w:r w:rsidRPr="009647FC">
              <w:rPr>
                <w:rtl/>
              </w:rPr>
              <w:t>الأنس</w:t>
            </w:r>
            <w:r>
              <w:rPr>
                <w:rtl/>
              </w:rPr>
              <w:t xml:space="preserve"> </w:t>
            </w:r>
            <w:r w:rsidRPr="009647FC">
              <w:rPr>
                <w:rtl/>
              </w:rPr>
              <w:t>والجنِّ</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وقائلٍ</w:t>
            </w:r>
            <w:r w:rsidR="004C00A8">
              <w:rPr>
                <w:rtl/>
              </w:rPr>
              <w:t xml:space="preserve"> </w:t>
            </w:r>
            <w:r w:rsidRPr="009647FC">
              <w:rPr>
                <w:rtl/>
              </w:rPr>
              <w:t>ذا</w:t>
            </w:r>
            <w:r>
              <w:rPr>
                <w:rtl/>
              </w:rPr>
              <w:t xml:space="preserve"> </w:t>
            </w:r>
            <w:r w:rsidRPr="009647FC">
              <w:rPr>
                <w:rtl/>
              </w:rPr>
              <w:t>السقف</w:t>
            </w:r>
            <w:r>
              <w:rPr>
                <w:rtl/>
              </w:rPr>
              <w:t xml:space="preserve"> </w:t>
            </w:r>
            <w:r w:rsidRPr="009647FC">
              <w:rPr>
                <w:rtl/>
              </w:rPr>
              <w:t>ما</w:t>
            </w:r>
            <w:r>
              <w:rPr>
                <w:rtl/>
              </w:rPr>
              <w:t xml:space="preserve"> </w:t>
            </w:r>
            <w:r w:rsidRPr="009647FC">
              <w:rPr>
                <w:rtl/>
              </w:rPr>
              <w:t>باله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أبيضُّ</w:t>
            </w:r>
            <w:r>
              <w:rPr>
                <w:rtl/>
              </w:rPr>
              <w:t xml:space="preserve"> </w:t>
            </w:r>
            <w:r w:rsidRPr="009647FC">
              <w:rPr>
                <w:rtl/>
              </w:rPr>
              <w:t>وعهدي</w:t>
            </w:r>
            <w:r>
              <w:rPr>
                <w:rtl/>
              </w:rPr>
              <w:t xml:space="preserve"> </w:t>
            </w:r>
            <w:r w:rsidRPr="009647FC">
              <w:rPr>
                <w:rtl/>
              </w:rPr>
              <w:t>فيه</w:t>
            </w:r>
            <w:r>
              <w:rPr>
                <w:rtl/>
              </w:rPr>
              <w:t xml:space="preserve"> </w:t>
            </w:r>
            <w:r w:rsidRPr="009647FC">
              <w:rPr>
                <w:rtl/>
              </w:rPr>
              <w:t>كالدجنِ</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قلت:</w:t>
            </w:r>
            <w:r>
              <w:rPr>
                <w:rtl/>
              </w:rPr>
              <w:t xml:space="preserve"> </w:t>
            </w:r>
            <w:r w:rsidRPr="009647FC">
              <w:rPr>
                <w:rtl/>
              </w:rPr>
              <w:t>رأى</w:t>
            </w:r>
            <w:r>
              <w:rPr>
                <w:rtl/>
              </w:rPr>
              <w:t xml:space="preserve"> </w:t>
            </w:r>
            <w:r w:rsidRPr="009647FC">
              <w:rPr>
                <w:rtl/>
              </w:rPr>
              <w:t>المهدي</w:t>
            </w:r>
            <w:r>
              <w:rPr>
                <w:rtl/>
              </w:rPr>
              <w:t xml:space="preserve"> </w:t>
            </w:r>
            <w:r w:rsidRPr="009647FC">
              <w:rPr>
                <w:rtl/>
              </w:rPr>
              <w:t>مستشعر</w:t>
            </w:r>
            <w:r>
              <w:rPr>
                <w:rtl/>
              </w:rPr>
              <w:t xml:space="preserve"> </w:t>
            </w:r>
            <w:r w:rsidRPr="009647FC">
              <w:rPr>
                <w:rtl/>
              </w:rPr>
              <w:t>الـ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سواد</w:t>
            </w:r>
            <w:r w:rsidR="004C00A8">
              <w:rPr>
                <w:rtl/>
              </w:rPr>
              <w:t xml:space="preserve"> </w:t>
            </w:r>
            <w:r w:rsidRPr="009647FC">
              <w:rPr>
                <w:rtl/>
              </w:rPr>
              <w:t>حزناً</w:t>
            </w:r>
            <w:r>
              <w:rPr>
                <w:rtl/>
              </w:rPr>
              <w:t xml:space="preserve"> </w:t>
            </w:r>
            <w:r w:rsidRPr="009647FC">
              <w:rPr>
                <w:rtl/>
              </w:rPr>
              <w:t>باكي</w:t>
            </w:r>
            <w:r>
              <w:rPr>
                <w:rtl/>
              </w:rPr>
              <w:t xml:space="preserve"> </w:t>
            </w:r>
            <w:r w:rsidRPr="009647FC">
              <w:rPr>
                <w:rtl/>
              </w:rPr>
              <w:t>الجفنِ</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فصار</w:t>
            </w:r>
            <w:r>
              <w:rPr>
                <w:rtl/>
              </w:rPr>
              <w:t xml:space="preserve"> </w:t>
            </w:r>
            <w:r w:rsidRPr="009647FC">
              <w:rPr>
                <w:rtl/>
              </w:rPr>
              <w:t>عيناً</w:t>
            </w:r>
            <w:r>
              <w:rPr>
                <w:rtl/>
              </w:rPr>
              <w:t xml:space="preserve"> </w:t>
            </w:r>
            <w:r w:rsidRPr="009647FC">
              <w:rPr>
                <w:rtl/>
              </w:rPr>
              <w:t>كلّه</w:t>
            </w:r>
            <w:r>
              <w:rPr>
                <w:rtl/>
              </w:rPr>
              <w:t xml:space="preserve"> </w:t>
            </w:r>
            <w:r w:rsidRPr="009647FC">
              <w:rPr>
                <w:rtl/>
              </w:rPr>
              <w:t>للبكا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فها</w:t>
            </w:r>
            <w:r w:rsidR="004C00A8">
              <w:rPr>
                <w:rtl/>
              </w:rPr>
              <w:t xml:space="preserve"> </w:t>
            </w:r>
            <w:r w:rsidRPr="009647FC">
              <w:rPr>
                <w:rtl/>
              </w:rPr>
              <w:t>هو</w:t>
            </w:r>
            <w:r>
              <w:rPr>
                <w:rtl/>
              </w:rPr>
              <w:t xml:space="preserve"> </w:t>
            </w:r>
            <w:r w:rsidRPr="009647FC">
              <w:rPr>
                <w:rtl/>
              </w:rPr>
              <w:t>أبيضّ</w:t>
            </w:r>
            <w:r>
              <w:rPr>
                <w:rtl/>
              </w:rPr>
              <w:t xml:space="preserve">َ </w:t>
            </w:r>
            <w:r w:rsidRPr="009647FC">
              <w:rPr>
                <w:rtl/>
              </w:rPr>
              <w:t>من</w:t>
            </w:r>
            <w:r>
              <w:rPr>
                <w:rtl/>
              </w:rPr>
              <w:t xml:space="preserve"> </w:t>
            </w:r>
            <w:r w:rsidRPr="009647FC">
              <w:rPr>
                <w:rtl/>
              </w:rPr>
              <w:t>الحزنِ</w:t>
            </w:r>
            <w:r w:rsidRPr="00725071">
              <w:rPr>
                <w:rStyle w:val="libPoemTiniChar0"/>
                <w:rtl/>
              </w:rPr>
              <w:br/>
              <w:t> </w:t>
            </w:r>
          </w:p>
        </w:tc>
      </w:tr>
    </w:tbl>
    <w:p w:rsidR="009647FC" w:rsidRPr="00524A24" w:rsidRDefault="009647FC" w:rsidP="004E7EC6">
      <w:pPr>
        <w:pStyle w:val="libNormal"/>
      </w:pPr>
      <w:r w:rsidRPr="009647FC">
        <w:rPr>
          <w:rtl/>
        </w:rPr>
        <w:t>وقال (رحمه اللّه)</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خذي قلبي إليك فقلبّيه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ترى لا موضعاً للصبر فيهِ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وهل للصبر منزلة بقلبي</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بأسهمها النوائب تدّ</w:t>
            </w:r>
            <w:r>
              <w:rPr>
                <w:rtl/>
              </w:rPr>
              <w:t>َ</w:t>
            </w:r>
            <w:r w:rsidRPr="009647FC">
              <w:rPr>
                <w:rtl/>
              </w:rPr>
              <w:t>ريهِ</w:t>
            </w:r>
            <w:r w:rsidRPr="00725071">
              <w:rPr>
                <w:rStyle w:val="libPoemTiniChar0"/>
                <w:rtl/>
              </w:rPr>
              <w:br/>
              <w:t> </w:t>
            </w:r>
          </w:p>
        </w:tc>
      </w:tr>
    </w:tbl>
    <w:p w:rsidR="004E7EC6" w:rsidRDefault="004E7EC6" w:rsidP="004E7EC6">
      <w:pPr>
        <w:pStyle w:val="libNormal"/>
        <w:rPr>
          <w:rtl/>
        </w:rPr>
      </w:pPr>
      <w:r>
        <w:rPr>
          <w:rtl/>
        </w:rPr>
        <w:br w:type="page"/>
      </w:r>
    </w:p>
    <w:p w:rsidR="004E7EC6" w:rsidRDefault="004E7EC6" w:rsidP="004E7EC6">
      <w:pPr>
        <w:pStyle w:val="libNormal"/>
        <w:rPr>
          <w:rtl/>
        </w:rPr>
      </w:pPr>
      <w:r>
        <w:rPr>
          <w:rtl/>
        </w:rPr>
        <w:lastRenderedPageBreak/>
        <w:br w:type="page"/>
      </w:r>
    </w:p>
    <w:p w:rsidR="009647FC" w:rsidRPr="00524A24" w:rsidRDefault="009647FC" w:rsidP="004E7EC6">
      <w:pPr>
        <w:pStyle w:val="Heading2Center"/>
      </w:pPr>
      <w:bookmarkStart w:id="12" w:name="الرّسائل_.._(مدح،_رثاء،_عتاب)"/>
      <w:bookmarkStart w:id="13" w:name="_Toc430170488"/>
      <w:r w:rsidRPr="009647FC">
        <w:rPr>
          <w:rtl/>
        </w:rPr>
        <w:lastRenderedPageBreak/>
        <w:t>الرّسائل</w:t>
      </w:r>
      <w:r w:rsidR="00D769AB">
        <w:rPr>
          <w:rtl/>
        </w:rPr>
        <w:t>.</w:t>
      </w:r>
      <w:r w:rsidRPr="009647FC">
        <w:rPr>
          <w:rtl/>
        </w:rPr>
        <w:t>. (مدح، رثاء، عتاب)</w:t>
      </w:r>
      <w:bookmarkEnd w:id="12"/>
      <w:bookmarkEnd w:id="13"/>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1</w:t>
      </w:r>
      <w:r w:rsidR="004E7EC6">
        <w:rPr>
          <w:rtl/>
        </w:rPr>
        <w:t xml:space="preserve"> - </w:t>
      </w:r>
      <w:r w:rsidRPr="009647FC">
        <w:rPr>
          <w:rtl/>
        </w:rPr>
        <w:t>قال مقرظاً كتاب (الرحلة المكية) للحاج محمد حسن كبّه</w:t>
      </w:r>
      <w:r w:rsidR="00D769AB">
        <w:rPr>
          <w:rtl/>
        </w:rPr>
        <w:t>:</w:t>
      </w:r>
    </w:p>
    <w:p w:rsidR="009647FC" w:rsidRPr="00524A24" w:rsidRDefault="009647FC" w:rsidP="004E7EC6">
      <w:pPr>
        <w:pStyle w:val="libNormal"/>
      </w:pPr>
      <w:r w:rsidRPr="009647FC">
        <w:rPr>
          <w:rtl/>
        </w:rPr>
        <w:t>أيّها الرائد خميلة الآداب</w:t>
      </w:r>
      <w:r w:rsidR="00D769AB">
        <w:rPr>
          <w:rtl/>
        </w:rPr>
        <w:t>،</w:t>
      </w:r>
      <w:r w:rsidRPr="009647FC">
        <w:rPr>
          <w:rtl/>
        </w:rPr>
        <w:t xml:space="preserve"> الماخض ثميلة الأفكار والألباب</w:t>
      </w:r>
      <w:r w:rsidR="00D769AB">
        <w:rPr>
          <w:rtl/>
        </w:rPr>
        <w:t>،</w:t>
      </w:r>
      <w:r w:rsidRPr="009647FC">
        <w:rPr>
          <w:rtl/>
        </w:rPr>
        <w:t xml:space="preserve"> أمعن سير رواحل فكرك في شعاب هذه الرحلة</w:t>
      </w:r>
      <w:r w:rsidR="00D769AB">
        <w:rPr>
          <w:rtl/>
        </w:rPr>
        <w:t>،</w:t>
      </w:r>
      <w:r w:rsidRPr="009647FC">
        <w:rPr>
          <w:rtl/>
        </w:rPr>
        <w:t xml:space="preserve"> وذق بذوقك السليم في استعذاب هذه النحلة</w:t>
      </w:r>
      <w:r w:rsidR="00D769AB">
        <w:rPr>
          <w:rtl/>
        </w:rPr>
        <w:t>،</w:t>
      </w:r>
      <w:r w:rsidRPr="009647FC">
        <w:rPr>
          <w:rtl/>
        </w:rPr>
        <w:t xml:space="preserve"> واعرف كيف يُجتنى الوردُ</w:t>
      </w:r>
      <w:r w:rsidR="00D769AB">
        <w:rPr>
          <w:rtl/>
        </w:rPr>
        <w:t>،</w:t>
      </w:r>
      <w:r w:rsidRPr="009647FC">
        <w:rPr>
          <w:rtl/>
        </w:rPr>
        <w:t xml:space="preserve"> وبأيّ عين يراد</w:t>
      </w:r>
      <w:r w:rsidR="00D769AB">
        <w:rPr>
          <w:rtl/>
        </w:rPr>
        <w:t>،</w:t>
      </w:r>
      <w:r w:rsidRPr="009647FC">
        <w:rPr>
          <w:rtl/>
        </w:rPr>
        <w:t xml:space="preserve"> وكيف يجتنى الشهد</w:t>
      </w:r>
      <w:r w:rsidR="00D769AB">
        <w:rPr>
          <w:rtl/>
        </w:rPr>
        <w:t>،</w:t>
      </w:r>
      <w:r w:rsidRPr="009647FC">
        <w:rPr>
          <w:rtl/>
        </w:rPr>
        <w:t xml:space="preserve"> ومن أين يشتار ويستجاد</w:t>
      </w:r>
      <w:r w:rsidR="00D769AB">
        <w:rPr>
          <w:rtl/>
        </w:rPr>
        <w:t>.</w:t>
      </w:r>
      <w:r w:rsidRPr="009647FC">
        <w:rPr>
          <w:rtl/>
        </w:rPr>
        <w:t xml:space="preserve"> </w:t>
      </w:r>
    </w:p>
    <w:p w:rsidR="009647FC" w:rsidRPr="00524A24" w:rsidRDefault="009647FC" w:rsidP="004E7EC6">
      <w:pPr>
        <w:pStyle w:val="libNormal"/>
      </w:pPr>
      <w:r w:rsidRPr="009647FC">
        <w:rPr>
          <w:rtl/>
        </w:rPr>
        <w:t>فلقد بهرني هذا الكامل الذي ما كشفتْ عن مثله ذيولها الحواضنُ من العقائل</w:t>
      </w:r>
      <w:r w:rsidR="00D769AB">
        <w:rPr>
          <w:rtl/>
        </w:rPr>
        <w:t>،</w:t>
      </w:r>
      <w:r w:rsidRPr="009647FC">
        <w:rPr>
          <w:rtl/>
        </w:rPr>
        <w:t xml:space="preserve"> ولا علقتْ بمثله من النطف الغرّ أرحام الحوامل</w:t>
      </w:r>
      <w:r w:rsidR="00D769AB">
        <w:rPr>
          <w:rtl/>
        </w:rPr>
        <w:t>،</w:t>
      </w:r>
      <w:r w:rsidRPr="009647FC">
        <w:rPr>
          <w:rtl/>
        </w:rPr>
        <w:t xml:space="preserve"> ولا اتفقت ألسنة المدح إلاّ على فضله</w:t>
      </w:r>
      <w:r w:rsidR="00D769AB">
        <w:rPr>
          <w:rtl/>
        </w:rPr>
        <w:t>،</w:t>
      </w:r>
      <w:r w:rsidRPr="009647FC">
        <w:rPr>
          <w:rtl/>
        </w:rPr>
        <w:t xml:space="preserve"> ولا قلّ</w:t>
      </w:r>
      <w:r w:rsidR="00677BC4">
        <w:rPr>
          <w:rtl/>
        </w:rPr>
        <w:t>َ</w:t>
      </w:r>
      <w:r w:rsidRPr="009647FC">
        <w:rPr>
          <w:rtl/>
        </w:rPr>
        <w:t>ب الدهر أجفان حائرٍ قبل هذا في مثله</w:t>
      </w:r>
      <w:r w:rsidR="00D769AB">
        <w:rPr>
          <w:rtl/>
        </w:rPr>
        <w:t>؛</w:t>
      </w:r>
      <w:r w:rsidRPr="009647FC">
        <w:rPr>
          <w:rtl/>
        </w:rPr>
        <w:t xml:space="preserve"> فابعث رائد نظرك في نجمع شمائله</w:t>
      </w:r>
      <w:r w:rsidR="00D769AB">
        <w:rPr>
          <w:rtl/>
        </w:rPr>
        <w:t>،</w:t>
      </w:r>
      <w:r w:rsidRPr="009647FC">
        <w:rPr>
          <w:rtl/>
        </w:rPr>
        <w:t xml:space="preserve"> ولمع مخائله</w:t>
      </w:r>
      <w:r w:rsidR="00D769AB">
        <w:rPr>
          <w:rtl/>
        </w:rPr>
        <w:t>،</w:t>
      </w:r>
      <w:r w:rsidRPr="009647FC">
        <w:rPr>
          <w:rtl/>
        </w:rPr>
        <w:t xml:space="preserve"> وقلّ</w:t>
      </w:r>
      <w:r w:rsidR="00677BC4">
        <w:rPr>
          <w:rtl/>
        </w:rPr>
        <w:t>َ</w:t>
      </w:r>
      <w:r w:rsidRPr="009647FC">
        <w:rPr>
          <w:rtl/>
        </w:rPr>
        <w:t>بْ أجفان التوسّم</w:t>
      </w:r>
      <w:r w:rsidR="00D769AB">
        <w:rPr>
          <w:rtl/>
        </w:rPr>
        <w:t>،</w:t>
      </w:r>
      <w:r w:rsidRPr="009647FC">
        <w:rPr>
          <w:rtl/>
        </w:rPr>
        <w:t xml:space="preserve"> والحظْ كيف جمع بين التبذخ في معاليه</w:t>
      </w:r>
      <w:r w:rsidR="00D769AB">
        <w:rPr>
          <w:rtl/>
        </w:rPr>
        <w:t>،</w:t>
      </w:r>
      <w:r w:rsidRPr="009647FC">
        <w:rPr>
          <w:rtl/>
        </w:rPr>
        <w:t xml:space="preserve"> وبين التواضع في شرف التكرُّم</w:t>
      </w:r>
      <w:r w:rsidR="00D769AB">
        <w:rPr>
          <w:rtl/>
        </w:rPr>
        <w:t>،</w:t>
      </w:r>
      <w:r w:rsidRPr="009647FC">
        <w:rPr>
          <w:rtl/>
        </w:rPr>
        <w:t xml:space="preserve"> وتصفحّه بعين الفراسة</w:t>
      </w:r>
      <w:r w:rsidR="00D769AB">
        <w:rPr>
          <w:rtl/>
        </w:rPr>
        <w:t>،</w:t>
      </w:r>
      <w:r w:rsidRPr="009647FC">
        <w:rPr>
          <w:rtl/>
        </w:rPr>
        <w:t xml:space="preserve"> وتعجبْ من ماجدٍ كملت في شرخ شبابه فيه معاني السؤدد والرياسة</w:t>
      </w:r>
      <w:r w:rsidR="00D769AB">
        <w:rPr>
          <w:rtl/>
        </w:rPr>
        <w:t>،</w:t>
      </w:r>
      <w:r w:rsidRPr="009647FC">
        <w:rPr>
          <w:rtl/>
        </w:rPr>
        <w:t xml:space="preserve"> فأصبح كعبة الفتوّة</w:t>
      </w:r>
      <w:r w:rsidR="00D769AB">
        <w:rPr>
          <w:rtl/>
        </w:rPr>
        <w:t>،</w:t>
      </w:r>
      <w:r w:rsidRPr="009647FC">
        <w:rPr>
          <w:rtl/>
        </w:rPr>
        <w:t xml:space="preserve"> ومروة الإحسان والمروّة</w:t>
      </w:r>
      <w:r w:rsidR="00D769AB">
        <w:rPr>
          <w:rtl/>
        </w:rPr>
        <w:t>.</w:t>
      </w:r>
      <w:r w:rsidRPr="009647FC">
        <w:rPr>
          <w:rtl/>
        </w:rPr>
        <w:t xml:space="preserve"> تتعرّف للناس عرفاتُ جوده ونداه</w:t>
      </w:r>
      <w:r w:rsidR="00D769AB">
        <w:rPr>
          <w:rtl/>
        </w:rPr>
        <w:t>،</w:t>
      </w:r>
      <w:r w:rsidRPr="009647FC">
        <w:rPr>
          <w:rtl/>
        </w:rPr>
        <w:t xml:space="preserve"> فما دعا طائف الرجاء به إلاّ ولبّاه</w:t>
      </w:r>
      <w:r w:rsidR="00D769AB">
        <w:rPr>
          <w:rtl/>
        </w:rPr>
        <w:t>،</w:t>
      </w:r>
      <w:r w:rsidRPr="009647FC">
        <w:rPr>
          <w:rtl/>
        </w:rPr>
        <w:t xml:space="preserve"> فكلّ أيامه ولياليه نحرٌ وتشريق</w:t>
      </w:r>
      <w:r w:rsidR="00D769AB">
        <w:rPr>
          <w:rtl/>
        </w:rPr>
        <w:t>،</w:t>
      </w:r>
      <w:r w:rsidRPr="009647FC">
        <w:rPr>
          <w:rtl/>
        </w:rPr>
        <w:t xml:space="preserve"> وكلّ آناته مباهلةٌ بالجود وتصديق</w:t>
      </w:r>
      <w:r w:rsidR="00D769AB">
        <w:rPr>
          <w:rtl/>
        </w:rPr>
        <w:t>.</w:t>
      </w:r>
      <w:r w:rsidRPr="009647FC">
        <w:rPr>
          <w:rtl/>
        </w:rPr>
        <w:t xml:space="preserve"> قد جمع في حجّه بين مشعر الحرم ومشعر الجود والكرم</w:t>
      </w:r>
      <w:r w:rsidR="00D769AB">
        <w:rPr>
          <w:rtl/>
        </w:rPr>
        <w:t>؛</w:t>
      </w:r>
      <w:r w:rsidRPr="009647FC">
        <w:rPr>
          <w:rtl/>
        </w:rPr>
        <w:t xml:space="preserve"> في رحلة شرفٍ راقتْ منه بأميرها</w:t>
      </w:r>
      <w:r w:rsidR="00D769AB">
        <w:rPr>
          <w:rtl/>
        </w:rPr>
        <w:t>،</w:t>
      </w:r>
      <w:r w:rsidRPr="009647FC">
        <w:rPr>
          <w:rtl/>
        </w:rPr>
        <w:t xml:space="preserve"> ونحلة ظرفٍ شاقتْ منه بابن أثيرها</w:t>
      </w:r>
      <w:r w:rsidR="00D769AB">
        <w:rPr>
          <w:rtl/>
        </w:rPr>
        <w:t>؛</w:t>
      </w:r>
      <w:r w:rsidRPr="009647FC">
        <w:rPr>
          <w:rtl/>
        </w:rPr>
        <w:t xml:space="preserve"> تارةً تجدُه ابن</w:t>
      </w:r>
      <w:r w:rsidR="00677BC4">
        <w:rPr>
          <w:rtl/>
        </w:rPr>
        <w:t>َ</w:t>
      </w:r>
      <w:r w:rsidRPr="009647FC">
        <w:rPr>
          <w:rtl/>
        </w:rPr>
        <w:t xml:space="preserve"> مفازة</w:t>
      </w:r>
      <w:r w:rsidR="00D769AB">
        <w:rPr>
          <w:rtl/>
        </w:rPr>
        <w:t>،</w:t>
      </w:r>
      <w:r w:rsidRPr="009647FC">
        <w:rPr>
          <w:rtl/>
        </w:rPr>
        <w:t xml:space="preserve"> وتارة ملكاً جعل إلى العليا على النجوم مجازه</w:t>
      </w:r>
      <w:r w:rsidR="00D769AB">
        <w:rPr>
          <w:rtl/>
        </w:rPr>
        <w:t>.</w:t>
      </w:r>
      <w:r w:rsidRPr="009647FC">
        <w:rPr>
          <w:rtl/>
        </w:rPr>
        <w:t xml:space="preserve"> </w:t>
      </w:r>
    </w:p>
    <w:p w:rsidR="009647FC" w:rsidRPr="00524A24" w:rsidRDefault="009647FC" w:rsidP="004E7EC6">
      <w:pPr>
        <w:pStyle w:val="libNormal"/>
      </w:pPr>
      <w:r w:rsidRPr="009647FC">
        <w:rPr>
          <w:rtl/>
        </w:rPr>
        <w:t>يتنقّ</w:t>
      </w:r>
      <w:r w:rsidR="00677BC4">
        <w:rPr>
          <w:rtl/>
        </w:rPr>
        <w:t>َ</w:t>
      </w:r>
      <w:r w:rsidRPr="009647FC">
        <w:rPr>
          <w:rtl/>
        </w:rPr>
        <w:t>ل في تلك الأودية</w:t>
      </w:r>
      <w:r w:rsidR="00D769AB">
        <w:rPr>
          <w:rtl/>
        </w:rPr>
        <w:t>،</w:t>
      </w:r>
      <w:r w:rsidRPr="009647FC">
        <w:rPr>
          <w:rtl/>
        </w:rPr>
        <w:t xml:space="preserve"> وتخفق عليه تلك الرايات والألوية</w:t>
      </w:r>
      <w:r w:rsidR="00D769AB">
        <w:rPr>
          <w:rtl/>
        </w:rPr>
        <w:t>،</w:t>
      </w:r>
      <w:r w:rsidRPr="009647FC">
        <w:rPr>
          <w:rtl/>
        </w:rPr>
        <w:t xml:space="preserve"> في فلوات مجاهل عميِّة الإيضاح</w:t>
      </w:r>
      <w:r w:rsidR="00D769AB">
        <w:rPr>
          <w:rtl/>
        </w:rPr>
        <w:t>،</w:t>
      </w:r>
      <w:r w:rsidRPr="009647FC">
        <w:rPr>
          <w:rtl/>
        </w:rPr>
        <w:t xml:space="preserve"> خرساء صدى الصحاري والبطاح</w:t>
      </w:r>
      <w:r w:rsidR="00D769AB">
        <w:rPr>
          <w:rtl/>
        </w:rPr>
        <w:t>.</w:t>
      </w:r>
      <w:r w:rsidRPr="009647FC">
        <w:rPr>
          <w:rtl/>
        </w:rPr>
        <w:t xml:space="preserve"> يتلون خرِّيتها تلون آلها</w:t>
      </w:r>
      <w:r w:rsidR="00D769AB">
        <w:rPr>
          <w:rtl/>
        </w:rPr>
        <w:t>،</w:t>
      </w:r>
      <w:r w:rsidRPr="009647FC">
        <w:rPr>
          <w:rtl/>
        </w:rPr>
        <w:t xml:space="preserve"> ويمور من الهجير مور أنقائها</w:t>
      </w:r>
      <w:r w:rsidR="00D769AB">
        <w:rPr>
          <w:rtl/>
        </w:rPr>
        <w:t>،</w:t>
      </w:r>
      <w:r w:rsidRPr="009647FC">
        <w:rPr>
          <w:rtl/>
        </w:rPr>
        <w:t xml:space="preserve"> أوقبّ</w:t>
      </w:r>
      <w:r w:rsidR="00677BC4">
        <w:rPr>
          <w:rtl/>
        </w:rPr>
        <w:t>َ</w:t>
      </w:r>
      <w:r w:rsidRPr="009647FC">
        <w:rPr>
          <w:rtl/>
        </w:rPr>
        <w:t xml:space="preserve"> صلالها</w:t>
      </w:r>
      <w:r w:rsidR="00D769AB">
        <w:rPr>
          <w:rtl/>
        </w:rPr>
        <w:t>؛</w:t>
      </w:r>
      <w:r w:rsidRPr="009647FC">
        <w:rPr>
          <w:rtl/>
        </w:rPr>
        <w:t xml:space="preserve"> وتارة يصف لك تلك المنازل</w:t>
      </w:r>
      <w:r w:rsidR="00D769AB">
        <w:rPr>
          <w:rtl/>
        </w:rPr>
        <w:t>،</w:t>
      </w:r>
      <w:r w:rsidRPr="009647FC">
        <w:rPr>
          <w:rtl/>
        </w:rPr>
        <w:t xml:space="preserve"> وما حوتْ رياضها من ألمها الخواذل</w:t>
      </w:r>
      <w:r w:rsidR="00D769AB">
        <w:rPr>
          <w:rtl/>
        </w:rPr>
        <w:t>،</w:t>
      </w:r>
      <w:r w:rsidRPr="009647FC">
        <w:rPr>
          <w:rtl/>
        </w:rPr>
        <w:t xml:space="preserve"> والجواري المطافل</w:t>
      </w:r>
      <w:r w:rsidR="00D769AB">
        <w:rPr>
          <w:rtl/>
        </w:rPr>
        <w:t>،</w:t>
      </w:r>
      <w:r w:rsidRPr="009647FC">
        <w:rPr>
          <w:rtl/>
        </w:rPr>
        <w:t xml:space="preserve"> فيدعُك آنساً بتلك الخمائل كأنّك بينها نازل</w:t>
      </w:r>
      <w:r w:rsidR="00D769AB">
        <w:rPr>
          <w:rtl/>
        </w:rPr>
        <w:t>،</w:t>
      </w:r>
      <w:r w:rsidRPr="009647FC">
        <w:rPr>
          <w:rtl/>
        </w:rPr>
        <w:t xml:space="preserve"> وينعت لك شقائق</w:t>
      </w:r>
      <w:r w:rsidR="00677BC4">
        <w:rPr>
          <w:rtl/>
        </w:rPr>
        <w:t>َ</w:t>
      </w:r>
      <w:r w:rsidRPr="009647FC">
        <w:rPr>
          <w:rtl/>
        </w:rPr>
        <w:t xml:space="preserve"> وردٍ كأنّه أبو قابوسها</w:t>
      </w:r>
      <w:r w:rsidR="00D769AB">
        <w:rPr>
          <w:rtl/>
        </w:rPr>
        <w:t>،</w:t>
      </w:r>
      <w:r w:rsidRPr="009647FC">
        <w:rPr>
          <w:rtl/>
        </w:rPr>
        <w:t xml:space="preserve"> ويأخذ في نشر حديث أزهارها كأنّه وشيُ حلية طاووسها</w:t>
      </w:r>
      <w:r w:rsidR="00D769AB">
        <w:rPr>
          <w:rtl/>
        </w:rPr>
        <w:t>،</w:t>
      </w:r>
      <w:r w:rsidRPr="009647FC">
        <w:rPr>
          <w:rtl/>
        </w:rPr>
        <w:t xml:space="preserve"> ويحدّث عن مناهل كان </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ابن فراتها</w:t>
      </w:r>
      <w:r w:rsidR="00D769AB">
        <w:rPr>
          <w:rtl/>
        </w:rPr>
        <w:t>،</w:t>
      </w:r>
      <w:r w:rsidRPr="009647FC">
        <w:rPr>
          <w:rtl/>
        </w:rPr>
        <w:t xml:space="preserve"> وعن صواهل كما قيل</w:t>
      </w:r>
      <w:r w:rsidR="00D769AB">
        <w:rPr>
          <w:rtl/>
        </w:rPr>
        <w:t>:</w:t>
      </w:r>
      <w:r w:rsidRPr="009647FC">
        <w:rPr>
          <w:rtl/>
        </w:rPr>
        <w:t xml:space="preserve"> كأنّما نتجتْ تحتهُ قياماً</w:t>
      </w:r>
      <w:r w:rsidR="00D769AB">
        <w:rPr>
          <w:rtl/>
        </w:rPr>
        <w:t>،</w:t>
      </w:r>
      <w:r w:rsidRPr="009647FC">
        <w:rPr>
          <w:rtl/>
        </w:rPr>
        <w:t xml:space="preserve"> أو كأنّه ولد على صهواتها</w:t>
      </w:r>
      <w:r w:rsidR="00D769AB">
        <w:rPr>
          <w:rtl/>
        </w:rPr>
        <w:t>،</w:t>
      </w:r>
      <w:r w:rsidRPr="009647FC">
        <w:rPr>
          <w:rtl/>
        </w:rPr>
        <w:t xml:space="preserve"> وعن إبلٍ ما أعجب ما وصف به رواحلها</w:t>
      </w:r>
      <w:r w:rsidR="00D769AB">
        <w:rPr>
          <w:rtl/>
        </w:rPr>
        <w:t>،</w:t>
      </w:r>
      <w:r w:rsidRPr="009647FC">
        <w:rPr>
          <w:rtl/>
        </w:rPr>
        <w:t xml:space="preserve"> كأنّه لا سواه نتج قادحها وبازلها</w:t>
      </w:r>
      <w:r w:rsidR="00D769AB">
        <w:rPr>
          <w:rtl/>
        </w:rPr>
        <w:t>،</w:t>
      </w:r>
      <w:r w:rsidRPr="009647FC">
        <w:rPr>
          <w:rtl/>
        </w:rPr>
        <w:t xml:space="preserve"> ثمّ يذكر في أثناء ذلك مساءه وصباحه</w:t>
      </w:r>
      <w:r w:rsidR="00D769AB">
        <w:rPr>
          <w:rtl/>
        </w:rPr>
        <w:t>،</w:t>
      </w:r>
      <w:r w:rsidRPr="009647FC">
        <w:rPr>
          <w:rtl/>
        </w:rPr>
        <w:t xml:space="preserve"> وغدوّ</w:t>
      </w:r>
      <w:r w:rsidR="00677BC4">
        <w:rPr>
          <w:rtl/>
        </w:rPr>
        <w:t>َ</w:t>
      </w:r>
      <w:r w:rsidRPr="009647FC">
        <w:rPr>
          <w:rtl/>
        </w:rPr>
        <w:t>ه ورواحه</w:t>
      </w:r>
      <w:r w:rsidR="00D769AB">
        <w:rPr>
          <w:rtl/>
        </w:rPr>
        <w:t>،</w:t>
      </w:r>
      <w:r w:rsidRPr="009647FC">
        <w:rPr>
          <w:rtl/>
        </w:rPr>
        <w:t xml:space="preserve"> وعشيّ</w:t>
      </w:r>
      <w:r w:rsidR="00677BC4">
        <w:rPr>
          <w:rtl/>
        </w:rPr>
        <w:t>َ</w:t>
      </w:r>
      <w:r w:rsidRPr="009647FC">
        <w:rPr>
          <w:rtl/>
        </w:rPr>
        <w:t>ه وأبكاره</w:t>
      </w:r>
      <w:r w:rsidR="00D769AB">
        <w:rPr>
          <w:rtl/>
        </w:rPr>
        <w:t>،</w:t>
      </w:r>
      <w:r w:rsidRPr="009647FC">
        <w:rPr>
          <w:rtl/>
        </w:rPr>
        <w:t xml:space="preserve"> وأصيله وأسحاره</w:t>
      </w:r>
      <w:r w:rsidR="00D769AB">
        <w:rPr>
          <w:rtl/>
        </w:rPr>
        <w:t>،</w:t>
      </w:r>
      <w:r w:rsidRPr="009647FC">
        <w:rPr>
          <w:rtl/>
        </w:rPr>
        <w:t xml:space="preserve"> بمنطق عذبٍ</w:t>
      </w:r>
      <w:r w:rsidR="00D769AB">
        <w:rPr>
          <w:rtl/>
        </w:rPr>
        <w:t>،</w:t>
      </w:r>
      <w:r w:rsidRPr="009647FC">
        <w:rPr>
          <w:rtl/>
        </w:rPr>
        <w:t xml:space="preserve"> وكلامٍ أرقِّ من خدِّ المحبوب وحشاشة الصبّ</w:t>
      </w:r>
      <w:r w:rsidR="00D769AB">
        <w:rPr>
          <w:rtl/>
        </w:rPr>
        <w:t>،</w:t>
      </w:r>
      <w:r w:rsidRPr="009647FC">
        <w:rPr>
          <w:rtl/>
        </w:rPr>
        <w:t xml:space="preserve"> ويتنقل في خلال ذلك في وصف طلوع الشمس وغروبها</w:t>
      </w:r>
      <w:r w:rsidR="00D769AB">
        <w:rPr>
          <w:rtl/>
        </w:rPr>
        <w:t>،</w:t>
      </w:r>
      <w:r w:rsidRPr="009647FC">
        <w:rPr>
          <w:rtl/>
        </w:rPr>
        <w:t xml:space="preserve"> وبزوغ الكواكب ومغيبها</w:t>
      </w:r>
      <w:r w:rsidR="00D769AB">
        <w:rPr>
          <w:rtl/>
        </w:rPr>
        <w:t>،</w:t>
      </w:r>
      <w:r w:rsidRPr="009647FC">
        <w:rPr>
          <w:rtl/>
        </w:rPr>
        <w:t xml:space="preserve"> ويتشوّق إلى أحبّته</w:t>
      </w:r>
      <w:r w:rsidR="00D769AB">
        <w:rPr>
          <w:rtl/>
        </w:rPr>
        <w:t>،</w:t>
      </w:r>
      <w:r w:rsidRPr="009647FC">
        <w:rPr>
          <w:rtl/>
        </w:rPr>
        <w:t xml:space="preserve"> وأهل مودّته</w:t>
      </w:r>
      <w:r w:rsidR="00D769AB">
        <w:rPr>
          <w:rtl/>
        </w:rPr>
        <w:t>،</w:t>
      </w:r>
      <w:r w:rsidRPr="009647FC">
        <w:rPr>
          <w:rtl/>
        </w:rPr>
        <w:t xml:space="preserve"> إلى غير ذلك ممّا اشتملتْ عليه أبيات تلك الرحلة</w:t>
      </w:r>
      <w:r w:rsidR="00D769AB">
        <w:rPr>
          <w:rtl/>
        </w:rPr>
        <w:t>،</w:t>
      </w:r>
      <w:r w:rsidRPr="009647FC">
        <w:rPr>
          <w:rtl/>
        </w:rPr>
        <w:t xml:space="preserve"> وكلمات هذه النحلة</w:t>
      </w:r>
      <w:r w:rsidR="00D769AB">
        <w:rPr>
          <w:rtl/>
        </w:rPr>
        <w:t>،</w:t>
      </w:r>
      <w:r w:rsidRPr="009647FC">
        <w:rPr>
          <w:rtl/>
        </w:rPr>
        <w:t xml:space="preserve"> في نظمٍ كالذهب الإبريز</w:t>
      </w:r>
      <w:r w:rsidR="00D769AB">
        <w:rPr>
          <w:rtl/>
        </w:rPr>
        <w:t>،</w:t>
      </w:r>
      <w:r w:rsidRPr="009647FC">
        <w:rPr>
          <w:rtl/>
        </w:rPr>
        <w:t xml:space="preserve"> أخلصه السبك</w:t>
      </w:r>
      <w:r w:rsidR="00D769AB">
        <w:rPr>
          <w:rtl/>
        </w:rPr>
        <w:t>،</w:t>
      </w:r>
      <w:r w:rsidRPr="009647FC">
        <w:rPr>
          <w:rtl/>
        </w:rPr>
        <w:t xml:space="preserve"> أو كالؤلؤ الرطب</w:t>
      </w:r>
      <w:r w:rsidR="00D769AB">
        <w:rPr>
          <w:rtl/>
        </w:rPr>
        <w:t>،</w:t>
      </w:r>
      <w:r w:rsidRPr="009647FC">
        <w:rPr>
          <w:rtl/>
        </w:rPr>
        <w:t xml:space="preserve"> تتوالى فرائده ‌في أحسن سلك</w:t>
      </w:r>
      <w:r w:rsidR="00D769AB">
        <w:rPr>
          <w:rtl/>
        </w:rPr>
        <w:t>،</w:t>
      </w:r>
      <w:r w:rsidRPr="009647FC">
        <w:rPr>
          <w:rtl/>
        </w:rPr>
        <w:t xml:space="preserve"> وحيث راقني بها الإعجاب</w:t>
      </w:r>
      <w:r w:rsidR="00D769AB">
        <w:rPr>
          <w:rtl/>
        </w:rPr>
        <w:t>،</w:t>
      </w:r>
      <w:r w:rsidRPr="009647FC">
        <w:rPr>
          <w:rtl/>
        </w:rPr>
        <w:t xml:space="preserve"> وأخذك منّي ما تأخذه محاسنُ بارعة الجمال من القلوب والألباب</w:t>
      </w:r>
      <w:r w:rsidR="00D769AB">
        <w:rPr>
          <w:rtl/>
        </w:rPr>
        <w:t>،</w:t>
      </w:r>
      <w:r w:rsidRPr="009647FC">
        <w:rPr>
          <w:rtl/>
        </w:rPr>
        <w:t xml:space="preserve"> قرضتُ كعابها</w:t>
      </w:r>
      <w:r w:rsidR="00D769AB">
        <w:rPr>
          <w:rtl/>
        </w:rPr>
        <w:t>،</w:t>
      </w:r>
      <w:r w:rsidRPr="009647FC">
        <w:rPr>
          <w:rtl/>
        </w:rPr>
        <w:t xml:space="preserve"> وقرطتُ من أبياته أترابها</w:t>
      </w:r>
      <w:r w:rsidR="00D769AB">
        <w:rPr>
          <w:rtl/>
        </w:rPr>
        <w:t>،</w:t>
      </w:r>
      <w:r w:rsidRPr="009647FC">
        <w:rPr>
          <w:rtl/>
        </w:rPr>
        <w:t xml:space="preserve"> فحليتُها بهذا الوقف</w:t>
      </w:r>
      <w:r w:rsidR="00D769AB">
        <w:rPr>
          <w:rtl/>
        </w:rPr>
        <w:t>،</w:t>
      </w:r>
      <w:r w:rsidRPr="009647FC">
        <w:rPr>
          <w:rtl/>
        </w:rPr>
        <w:t xml:space="preserve"> وشنّفتها بهذا الرعاث والشنف</w:t>
      </w:r>
      <w:r w:rsidR="00D769AB">
        <w:rPr>
          <w:rtl/>
        </w:rPr>
        <w:t>،</w:t>
      </w:r>
      <w:r w:rsidRPr="009647FC">
        <w:rPr>
          <w:rtl/>
        </w:rPr>
        <w:t xml:space="preserve"> وذلك قولي فيها</w:t>
      </w:r>
      <w:r w:rsidR="00D769AB">
        <w:rPr>
          <w:rtl/>
        </w:rPr>
        <w:t>،</w:t>
      </w:r>
      <w:r w:rsidRPr="009647FC">
        <w:rPr>
          <w:rtl/>
        </w:rPr>
        <w:t xml:space="preserve"> وفي منشي‌ء معانيها</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طرح الدهرُ في حمى المجد رحله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عند مولىً يميره اليوم</w:t>
            </w:r>
            <w:r>
              <w:rPr>
                <w:rtl/>
              </w:rPr>
              <w:t>َ</w:t>
            </w:r>
            <w:r w:rsidRPr="009647FC">
              <w:rPr>
                <w:rtl/>
              </w:rPr>
              <w:t xml:space="preserve"> كلّ</w:t>
            </w:r>
            <w:r>
              <w:rPr>
                <w:rtl/>
              </w:rPr>
              <w:t>َ</w:t>
            </w:r>
            <w:r w:rsidRPr="009647FC">
              <w:rPr>
                <w:rtl/>
              </w:rPr>
              <w:t>ه</w:t>
            </w:r>
            <w:r w:rsidRPr="004E7EC6">
              <w:rPr>
                <w:rStyle w:val="libFootnotenumChar"/>
                <w:rtl/>
              </w:rPr>
              <w:t>(1)</w:t>
            </w:r>
            <w:r w:rsidRPr="00725071">
              <w:rPr>
                <w:rStyle w:val="libPoemTiniChar0"/>
                <w:rtl/>
              </w:rPr>
              <w:br/>
              <w:t> </w:t>
            </w:r>
          </w:p>
        </w:tc>
      </w:tr>
    </w:tbl>
    <w:p w:rsidR="009647FC" w:rsidRPr="00524A24" w:rsidRDefault="009647FC" w:rsidP="004E7EC6">
      <w:pPr>
        <w:pStyle w:val="libNormal"/>
      </w:pPr>
      <w:r w:rsidRPr="004E7EC6">
        <w:rPr>
          <w:rtl/>
        </w:rPr>
        <w:t>أقول</w:t>
      </w:r>
      <w:r w:rsidR="00D769AB">
        <w:rPr>
          <w:rtl/>
        </w:rPr>
        <w:t>:</w:t>
      </w:r>
      <w:r w:rsidRPr="004E7EC6">
        <w:rPr>
          <w:rtl/>
        </w:rPr>
        <w:t xml:space="preserve"> ولعمري أين يقع هذا التقريض من مدحه على هذا النظم الذي عادت به حياة القريض؟ وإنّي لأحمدُ اللّه على ما أولانا من عظيم المنن</w:t>
      </w:r>
      <w:r w:rsidR="00D769AB">
        <w:rPr>
          <w:rtl/>
        </w:rPr>
        <w:t>،</w:t>
      </w:r>
      <w:r w:rsidRPr="004E7EC6">
        <w:rPr>
          <w:rtl/>
        </w:rPr>
        <w:t xml:space="preserve"> إذ رُفع يتمُ الشعر في هذا الزمن بخلف آبائه الحسن</w:t>
      </w:r>
      <w:r w:rsidR="00D769AB">
        <w:rPr>
          <w:rtl/>
        </w:rPr>
        <w:t>،</w:t>
      </w:r>
      <w:r w:rsidRPr="004E7EC6">
        <w:rPr>
          <w:rtl/>
        </w:rPr>
        <w:t xml:space="preserve"> وحقيقٌ أن أقول فيه</w:t>
      </w:r>
      <w:r w:rsidR="00D769AB">
        <w:rPr>
          <w:rtl/>
        </w:rPr>
        <w:t>،</w:t>
      </w:r>
      <w:r w:rsidRPr="004E7EC6">
        <w:rPr>
          <w:rtl/>
        </w:rPr>
        <w:t xml:space="preserve"> وإن لم أوفّه من المدح حقّ</w:t>
      </w:r>
      <w:r w:rsidR="00677BC4">
        <w:rPr>
          <w:rtl/>
        </w:rPr>
        <w:t>َ</w:t>
      </w:r>
      <w:r w:rsidRPr="004E7EC6">
        <w:rPr>
          <w:rtl/>
        </w:rPr>
        <w:t xml:space="preserve"> معانيه</w:t>
      </w:r>
      <w:r w:rsidRPr="004E7EC6">
        <w:rPr>
          <w:rStyle w:val="libFootnotenumChar"/>
          <w:rtl/>
        </w:rPr>
        <w:t>(2)</w:t>
      </w:r>
      <w:r w:rsidR="00D769AB" w:rsidRPr="004C00A8">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ما</w:t>
            </w:r>
            <w:r>
              <w:rPr>
                <w:rtl/>
              </w:rPr>
              <w:t xml:space="preserve"> </w:t>
            </w:r>
            <w:r w:rsidRPr="009647FC">
              <w:rPr>
                <w:rtl/>
              </w:rPr>
              <w:t>حليةُ</w:t>
            </w:r>
            <w:r>
              <w:rPr>
                <w:rtl/>
              </w:rPr>
              <w:t xml:space="preserve"> </w:t>
            </w:r>
            <w:r w:rsidRPr="009647FC">
              <w:rPr>
                <w:rtl/>
              </w:rPr>
              <w:t>الدنيا</w:t>
            </w:r>
            <w:r>
              <w:rPr>
                <w:rtl/>
              </w:rPr>
              <w:t xml:space="preserve"> </w:t>
            </w:r>
            <w:r w:rsidRPr="009647FC">
              <w:rPr>
                <w:rtl/>
              </w:rPr>
              <w:t>سوى</w:t>
            </w:r>
            <w:r>
              <w:rPr>
                <w:rtl/>
              </w:rPr>
              <w:t xml:space="preserve"> </w:t>
            </w:r>
            <w:r w:rsidRPr="009647FC">
              <w:rPr>
                <w:rtl/>
              </w:rPr>
              <w:t>أمجادها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يزهرُ</w:t>
            </w:r>
            <w:r w:rsidR="004C00A8">
              <w:rPr>
                <w:rtl/>
              </w:rPr>
              <w:t xml:space="preserve"> </w:t>
            </w:r>
            <w:r w:rsidRPr="009647FC">
              <w:rPr>
                <w:rtl/>
              </w:rPr>
              <w:t>في</w:t>
            </w:r>
            <w:r>
              <w:rPr>
                <w:rtl/>
              </w:rPr>
              <w:t xml:space="preserve"> </w:t>
            </w:r>
            <w:r w:rsidRPr="009647FC">
              <w:rPr>
                <w:rtl/>
              </w:rPr>
              <w:t>بهائم</w:t>
            </w:r>
            <w:r>
              <w:rPr>
                <w:rtl/>
              </w:rPr>
              <w:t xml:space="preserve"> </w:t>
            </w:r>
            <w:r w:rsidRPr="009647FC">
              <w:rPr>
                <w:rtl/>
              </w:rPr>
              <w:t>نديّها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واليوم</w:t>
            </w:r>
            <w:r>
              <w:rPr>
                <w:rtl/>
              </w:rPr>
              <w:t xml:space="preserve"> </w:t>
            </w:r>
            <w:r w:rsidRPr="009647FC">
              <w:rPr>
                <w:rtl/>
              </w:rPr>
              <w:t>قد</w:t>
            </w:r>
            <w:r>
              <w:rPr>
                <w:rtl/>
              </w:rPr>
              <w:t xml:space="preserve"> </w:t>
            </w:r>
            <w:r w:rsidRPr="009647FC">
              <w:rPr>
                <w:rtl/>
              </w:rPr>
              <w:t>زينتْ</w:t>
            </w:r>
            <w:r>
              <w:rPr>
                <w:rtl/>
              </w:rPr>
              <w:t xml:space="preserve"> </w:t>
            </w:r>
            <w:r w:rsidRPr="009647FC">
              <w:rPr>
                <w:rtl/>
              </w:rPr>
              <w:t>ومن</w:t>
            </w:r>
            <w:r>
              <w:rPr>
                <w:rtl/>
              </w:rPr>
              <w:t xml:space="preserve"> </w:t>
            </w:r>
            <w:r w:rsidRPr="009647FC">
              <w:rPr>
                <w:rtl/>
              </w:rPr>
              <w:t>محمدٍ</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لا</w:t>
            </w:r>
            <w:r>
              <w:rPr>
                <w:rtl/>
              </w:rPr>
              <w:t xml:space="preserve"> </w:t>
            </w:r>
            <w:r w:rsidRPr="009647FC">
              <w:rPr>
                <w:rtl/>
              </w:rPr>
              <w:t>من</w:t>
            </w:r>
            <w:r>
              <w:rPr>
                <w:rtl/>
              </w:rPr>
              <w:t xml:space="preserve"> </w:t>
            </w:r>
            <w:r w:rsidRPr="009647FC">
              <w:rPr>
                <w:rtl/>
              </w:rPr>
              <w:t>سواه</w:t>
            </w:r>
            <w:r>
              <w:rPr>
                <w:rtl/>
              </w:rPr>
              <w:t xml:space="preserve"> </w:t>
            </w:r>
            <w:r w:rsidRPr="009647FC">
              <w:rPr>
                <w:rtl/>
              </w:rPr>
              <w:t>حسن</w:t>
            </w:r>
            <w:r>
              <w:rPr>
                <w:rtl/>
              </w:rPr>
              <w:t xml:space="preserve"> </w:t>
            </w:r>
            <w:r w:rsidRPr="009647FC">
              <w:rPr>
                <w:rtl/>
              </w:rPr>
              <w:t>حليُّها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قد</w:t>
            </w:r>
            <w:r w:rsidR="004C00A8">
              <w:rPr>
                <w:rtl/>
              </w:rPr>
              <w:t xml:space="preserve"> </w:t>
            </w:r>
            <w:r w:rsidRPr="009647FC">
              <w:rPr>
                <w:rtl/>
              </w:rPr>
              <w:t>نسج</w:t>
            </w:r>
            <w:r>
              <w:rPr>
                <w:rtl/>
              </w:rPr>
              <w:t xml:space="preserve"> </w:t>
            </w:r>
            <w:r w:rsidRPr="009647FC">
              <w:rPr>
                <w:rtl/>
              </w:rPr>
              <w:t>الفخر</w:t>
            </w:r>
            <w:r>
              <w:rPr>
                <w:rtl/>
              </w:rPr>
              <w:t xml:space="preserve"> </w:t>
            </w:r>
            <w:r w:rsidRPr="009647FC">
              <w:rPr>
                <w:rtl/>
              </w:rPr>
              <w:t>له</w:t>
            </w:r>
            <w:r>
              <w:rPr>
                <w:rtl/>
              </w:rPr>
              <w:t xml:space="preserve"> </w:t>
            </w:r>
            <w:r w:rsidRPr="009647FC">
              <w:rPr>
                <w:rtl/>
              </w:rPr>
              <w:t>مطارفا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مطرّزٌ</w:t>
            </w:r>
            <w:r w:rsidR="004C00A8">
              <w:rPr>
                <w:rtl/>
              </w:rPr>
              <w:t xml:space="preserve"> </w:t>
            </w:r>
            <w:r w:rsidRPr="009647FC">
              <w:rPr>
                <w:rtl/>
              </w:rPr>
              <w:t>بصنعه</w:t>
            </w:r>
            <w:r>
              <w:rPr>
                <w:rtl/>
              </w:rPr>
              <w:t xml:space="preserve"> </w:t>
            </w:r>
            <w:r w:rsidRPr="009647FC">
              <w:rPr>
                <w:rtl/>
              </w:rPr>
              <w:t>بهيُّها</w:t>
            </w:r>
            <w:r w:rsidRPr="00725071">
              <w:rPr>
                <w:rStyle w:val="libPoemTiniChar0"/>
                <w:rtl/>
              </w:rPr>
              <w:br/>
              <w:t> </w:t>
            </w:r>
          </w:p>
        </w:tc>
      </w:tr>
    </w:tbl>
    <w:p w:rsidR="009647FC" w:rsidRPr="00524A24" w:rsidRDefault="009647FC" w:rsidP="004E7EC6">
      <w:pPr>
        <w:pStyle w:val="libNormal"/>
      </w:pPr>
      <w:r w:rsidRPr="009647FC">
        <w:rPr>
          <w:rtl/>
        </w:rPr>
        <w:t>فلا أدري أوسط الزوراء</w:t>
      </w:r>
      <w:r w:rsidR="00D769AB">
        <w:rPr>
          <w:rtl/>
        </w:rPr>
        <w:t>،</w:t>
      </w:r>
      <w:r w:rsidRPr="009647FC">
        <w:rPr>
          <w:rtl/>
        </w:rPr>
        <w:t xml:space="preserve"> أم قمرٌ توسّط منها فلكاً</w:t>
      </w:r>
      <w:r w:rsidR="00D769AB">
        <w:rPr>
          <w:rtl/>
        </w:rPr>
        <w:t>،</w:t>
      </w:r>
      <w:r w:rsidRPr="009647FC">
        <w:rPr>
          <w:rtl/>
        </w:rPr>
        <w:t xml:space="preserve"> تباع جواهرُ الحمد</w:t>
      </w:r>
      <w:r w:rsidR="00D769AB">
        <w:rPr>
          <w:rtl/>
        </w:rPr>
        <w:t>،</w:t>
      </w:r>
      <w:r w:rsidRPr="009647FC">
        <w:rPr>
          <w:rtl/>
        </w:rPr>
        <w:t xml:space="preserve">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تقدّمت في حرف اللام</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 المطبوع</w:t>
      </w:r>
      <w:r w:rsidR="00D769AB">
        <w:rPr>
          <w:rtl/>
        </w:rPr>
        <w:t>:</w:t>
      </w:r>
      <w:r w:rsidRPr="009647FC">
        <w:rPr>
          <w:rtl/>
        </w:rPr>
        <w:t xml:space="preserve"> معاليه</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وتجلّ</w:t>
      </w:r>
      <w:r w:rsidR="00677BC4">
        <w:rPr>
          <w:rtl/>
        </w:rPr>
        <w:t>َ</w:t>
      </w:r>
      <w:r w:rsidRPr="009647FC">
        <w:rPr>
          <w:rtl/>
        </w:rPr>
        <w:t>ت لطائمُ الثناء</w:t>
      </w:r>
      <w:r w:rsidR="00D769AB">
        <w:rPr>
          <w:rtl/>
        </w:rPr>
        <w:t>،</w:t>
      </w:r>
      <w:r w:rsidRPr="009647FC">
        <w:rPr>
          <w:rtl/>
        </w:rPr>
        <w:t xml:space="preserve"> أعبق من لطائم المسك والند إلى عالمٍ منه بأثمانها</w:t>
      </w:r>
      <w:r w:rsidR="00D769AB">
        <w:rPr>
          <w:rtl/>
        </w:rPr>
        <w:t>،</w:t>
      </w:r>
      <w:r w:rsidRPr="009647FC">
        <w:rPr>
          <w:rtl/>
        </w:rPr>
        <w:t xml:space="preserve"> وخبيرٍ بتفاوت حسنها وإحسانها</w:t>
      </w:r>
      <w:r w:rsidR="00D769AB">
        <w:rPr>
          <w:rtl/>
        </w:rPr>
        <w:t>.</w:t>
      </w:r>
    </w:p>
    <w:p w:rsidR="009647FC" w:rsidRPr="00524A24" w:rsidRDefault="009647FC" w:rsidP="004E7EC6">
      <w:pPr>
        <w:pStyle w:val="libCenter"/>
      </w:pPr>
      <w:r w:rsidRPr="009647FC">
        <w:rPr>
          <w:rtl/>
        </w:rPr>
        <w:t>***</w:t>
      </w:r>
    </w:p>
    <w:p w:rsidR="009647FC" w:rsidRPr="00524A24" w:rsidRDefault="009647FC" w:rsidP="004E7EC6">
      <w:pPr>
        <w:pStyle w:val="libNormal"/>
      </w:pPr>
      <w:r w:rsidRPr="009647FC">
        <w:rPr>
          <w:rtl/>
        </w:rPr>
        <w:t>2</w:t>
      </w:r>
      <w:r w:rsidR="004E7EC6">
        <w:rPr>
          <w:rtl/>
        </w:rPr>
        <w:t xml:space="preserve"> - </w:t>
      </w:r>
      <w:r w:rsidRPr="009647FC">
        <w:rPr>
          <w:rtl/>
        </w:rPr>
        <w:t>قال وقد كتب بها إلى الحاج محمد حسن كبّه جواباً على رسالةٍ وردت منه</w:t>
      </w:r>
      <w:r w:rsidR="00D769AB">
        <w:rPr>
          <w:rtl/>
        </w:rPr>
        <w:t>:</w:t>
      </w:r>
    </w:p>
    <w:p w:rsidR="009647FC" w:rsidRPr="00524A24" w:rsidRDefault="009647FC" w:rsidP="004E7EC6">
      <w:pPr>
        <w:pStyle w:val="libNormal"/>
      </w:pPr>
      <w:r w:rsidRPr="009647FC">
        <w:rPr>
          <w:rtl/>
        </w:rPr>
        <w:t>ما عقد</w:t>
      </w:r>
      <w:r w:rsidR="00677BC4">
        <w:rPr>
          <w:rtl/>
        </w:rPr>
        <w:t>َ</w:t>
      </w:r>
      <w:r w:rsidRPr="009647FC">
        <w:rPr>
          <w:rtl/>
        </w:rPr>
        <w:t xml:space="preserve"> الحمدُ خنصره</w:t>
      </w:r>
      <w:r w:rsidR="00D769AB">
        <w:rPr>
          <w:rtl/>
        </w:rPr>
        <w:t>،</w:t>
      </w:r>
      <w:r w:rsidRPr="009647FC">
        <w:rPr>
          <w:rtl/>
        </w:rPr>
        <w:t xml:space="preserve"> ولا فتح المجدُ بصره</w:t>
      </w:r>
      <w:r w:rsidR="00D769AB">
        <w:rPr>
          <w:rtl/>
        </w:rPr>
        <w:t>،</w:t>
      </w:r>
      <w:r w:rsidRPr="009647FC">
        <w:rPr>
          <w:rtl/>
        </w:rPr>
        <w:t xml:space="preserve"> على أنضر عود مكارمٍ</w:t>
      </w:r>
      <w:r w:rsidR="00D769AB">
        <w:rPr>
          <w:rtl/>
        </w:rPr>
        <w:t>،</w:t>
      </w:r>
      <w:r w:rsidRPr="009647FC">
        <w:rPr>
          <w:rtl/>
        </w:rPr>
        <w:t xml:space="preserve"> وأزهر طلعةٍ لشائم</w:t>
      </w:r>
      <w:r w:rsidR="00D769AB">
        <w:rPr>
          <w:rtl/>
        </w:rPr>
        <w:t>،</w:t>
      </w:r>
      <w:r w:rsidRPr="009647FC">
        <w:rPr>
          <w:rtl/>
        </w:rPr>
        <w:t xml:space="preserve"> من أبلج بسّام العشيّة في الزمن البهيم</w:t>
      </w:r>
      <w:r w:rsidR="00D769AB">
        <w:rPr>
          <w:rtl/>
        </w:rPr>
        <w:t>،</w:t>
      </w:r>
      <w:r w:rsidRPr="009647FC">
        <w:rPr>
          <w:rtl/>
        </w:rPr>
        <w:t xml:space="preserve"> سيماء الشرف الوضّاح على قسمات وجهه الكريم</w:t>
      </w:r>
      <w:r w:rsidR="00D769AB">
        <w:rPr>
          <w:rtl/>
        </w:rPr>
        <w:t>،</w:t>
      </w:r>
      <w:r w:rsidRPr="009647FC">
        <w:rPr>
          <w:rtl/>
        </w:rPr>
        <w:t xml:space="preserve"> يسفرُ للجود عن محيّا أنور من بدرٍ تم</w:t>
      </w:r>
      <w:r w:rsidR="00D769AB">
        <w:rPr>
          <w:rtl/>
        </w:rPr>
        <w:t>،</w:t>
      </w:r>
      <w:r w:rsidRPr="009647FC">
        <w:rPr>
          <w:rtl/>
        </w:rPr>
        <w:t xml:space="preserve"> يقرأ الوافدُ عنوان صحيفته هذا قبلة الكرم</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وجهٌ</w:t>
            </w:r>
            <w:r w:rsidR="004C00A8">
              <w:rPr>
                <w:rtl/>
              </w:rPr>
              <w:t xml:space="preserve"> </w:t>
            </w:r>
            <w:r w:rsidRPr="009647FC">
              <w:rPr>
                <w:rtl/>
              </w:rPr>
              <w:t>كأنّ</w:t>
            </w:r>
            <w:r>
              <w:rPr>
                <w:rtl/>
              </w:rPr>
              <w:t xml:space="preserve">َ </w:t>
            </w:r>
            <w:r w:rsidRPr="009647FC">
              <w:rPr>
                <w:rtl/>
              </w:rPr>
              <w:t>البدر</w:t>
            </w:r>
            <w:r>
              <w:rPr>
                <w:rtl/>
              </w:rPr>
              <w:t xml:space="preserve"> </w:t>
            </w:r>
            <w:r w:rsidRPr="009647FC">
              <w:rPr>
                <w:rtl/>
              </w:rPr>
              <w:t>شا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طره</w:t>
            </w:r>
            <w:r w:rsidR="004C00A8">
              <w:rPr>
                <w:rtl/>
              </w:rPr>
              <w:t xml:space="preserve"> </w:t>
            </w:r>
            <w:r w:rsidRPr="009647FC">
              <w:rPr>
                <w:rtl/>
              </w:rPr>
              <w:t>الضياء</w:t>
            </w:r>
            <w:r>
              <w:rPr>
                <w:rtl/>
              </w:rPr>
              <w:t xml:space="preserve">َ </w:t>
            </w:r>
            <w:r w:rsidRPr="009647FC">
              <w:rPr>
                <w:rtl/>
              </w:rPr>
              <w:t>أو</w:t>
            </w:r>
            <w:r>
              <w:rPr>
                <w:rtl/>
              </w:rPr>
              <w:t xml:space="preserve"> </w:t>
            </w:r>
            <w:r w:rsidRPr="009647FC">
              <w:rPr>
                <w:rtl/>
              </w:rPr>
              <w:t>النجوما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لو</w:t>
            </w:r>
            <w:r>
              <w:rPr>
                <w:rtl/>
              </w:rPr>
              <w:t xml:space="preserve"> </w:t>
            </w:r>
            <w:r w:rsidRPr="009647FC">
              <w:rPr>
                <w:rtl/>
              </w:rPr>
              <w:t>قابل</w:t>
            </w:r>
            <w:r>
              <w:rPr>
                <w:rtl/>
              </w:rPr>
              <w:t xml:space="preserve"> </w:t>
            </w:r>
            <w:r w:rsidRPr="009647FC">
              <w:rPr>
                <w:rtl/>
              </w:rPr>
              <w:t>الليل</w:t>
            </w:r>
            <w:r>
              <w:rPr>
                <w:rtl/>
              </w:rPr>
              <w:t xml:space="preserve">َ </w:t>
            </w:r>
            <w:r w:rsidRPr="009647FC">
              <w:rPr>
                <w:rtl/>
              </w:rPr>
              <w:t>البهيم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لمزّ</w:t>
            </w:r>
            <w:r>
              <w:rPr>
                <w:rtl/>
              </w:rPr>
              <w:t>َ</w:t>
            </w:r>
            <w:r w:rsidRPr="009647FC">
              <w:rPr>
                <w:rtl/>
              </w:rPr>
              <w:t>ق</w:t>
            </w:r>
            <w:r w:rsidR="004C00A8">
              <w:rPr>
                <w:rtl/>
              </w:rPr>
              <w:t xml:space="preserve"> </w:t>
            </w:r>
            <w:r w:rsidRPr="009647FC">
              <w:rPr>
                <w:rtl/>
              </w:rPr>
              <w:t>الليل</w:t>
            </w:r>
            <w:r>
              <w:rPr>
                <w:rtl/>
              </w:rPr>
              <w:t xml:space="preserve"> </w:t>
            </w:r>
            <w:r w:rsidRPr="009647FC">
              <w:rPr>
                <w:rtl/>
              </w:rPr>
              <w:t>البهيما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يجلو</w:t>
            </w:r>
            <w:r>
              <w:rPr>
                <w:rtl/>
              </w:rPr>
              <w:t xml:space="preserve"> </w:t>
            </w:r>
            <w:r w:rsidRPr="009647FC">
              <w:rPr>
                <w:rtl/>
              </w:rPr>
              <w:t>الهموم</w:t>
            </w:r>
            <w:r>
              <w:rPr>
                <w:rtl/>
              </w:rPr>
              <w:t xml:space="preserve"> </w:t>
            </w:r>
            <w:r w:rsidRPr="009647FC">
              <w:rPr>
                <w:rtl/>
              </w:rPr>
              <w:t>وربّ</w:t>
            </w:r>
            <w:r>
              <w:rPr>
                <w:rtl/>
              </w:rPr>
              <w:t xml:space="preserve">َ </w:t>
            </w:r>
            <w:r w:rsidRPr="009647FC">
              <w:rPr>
                <w:rtl/>
              </w:rPr>
              <w:t>وجهٍ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إن</w:t>
            </w:r>
            <w:r w:rsidR="004C00A8">
              <w:rPr>
                <w:rtl/>
              </w:rPr>
              <w:t xml:space="preserve"> </w:t>
            </w:r>
            <w:r w:rsidRPr="009647FC">
              <w:rPr>
                <w:rtl/>
              </w:rPr>
              <w:t>بدا</w:t>
            </w:r>
            <w:r>
              <w:rPr>
                <w:rtl/>
              </w:rPr>
              <w:t xml:space="preserve"> </w:t>
            </w:r>
            <w:r w:rsidRPr="009647FC">
              <w:rPr>
                <w:rtl/>
              </w:rPr>
              <w:t>جلب</w:t>
            </w:r>
            <w:r>
              <w:rPr>
                <w:rtl/>
              </w:rPr>
              <w:t xml:space="preserve"> </w:t>
            </w:r>
            <w:r w:rsidRPr="009647FC">
              <w:rPr>
                <w:rtl/>
              </w:rPr>
              <w:t>الهموما</w:t>
            </w:r>
            <w:r w:rsidRPr="00725071">
              <w:rPr>
                <w:rStyle w:val="libPoemTiniChar0"/>
                <w:rtl/>
              </w:rPr>
              <w:br/>
              <w:t> </w:t>
            </w:r>
          </w:p>
        </w:tc>
      </w:tr>
    </w:tbl>
    <w:p w:rsidR="009647FC" w:rsidRPr="00524A24" w:rsidRDefault="009647FC" w:rsidP="004E7EC6">
      <w:pPr>
        <w:pStyle w:val="libNormal"/>
      </w:pPr>
      <w:r w:rsidRPr="009647FC">
        <w:rPr>
          <w:rtl/>
        </w:rPr>
        <w:t>فبوركتْ طلعة ذلك الأغرّ</w:t>
      </w:r>
      <w:r w:rsidR="00D769AB">
        <w:rPr>
          <w:rtl/>
        </w:rPr>
        <w:t>،</w:t>
      </w:r>
      <w:r w:rsidRPr="009647FC">
        <w:rPr>
          <w:rtl/>
        </w:rPr>
        <w:t xml:space="preserve"> وحياه اللّهُ ما تعاقب الأبيضان الشمس والقمر</w:t>
      </w:r>
      <w:r w:rsidR="00D769AB">
        <w:rPr>
          <w:rtl/>
        </w:rPr>
        <w:t>،</w:t>
      </w:r>
      <w:r w:rsidRPr="009647FC">
        <w:rPr>
          <w:rtl/>
        </w:rPr>
        <w:t xml:space="preserve"> فلعمري كم أطلقت يده البيضاء من صنيعةٍ غرّاء</w:t>
      </w:r>
      <w:r w:rsidR="00D769AB">
        <w:rPr>
          <w:rtl/>
        </w:rPr>
        <w:t>،</w:t>
      </w:r>
      <w:r w:rsidRPr="009647FC">
        <w:rPr>
          <w:rtl/>
        </w:rPr>
        <w:t xml:space="preserve"> قد عُقلتْ نعمُ الشكر بأفنية نعمه</w:t>
      </w:r>
      <w:r w:rsidR="00D769AB">
        <w:rPr>
          <w:rtl/>
        </w:rPr>
        <w:t>،</w:t>
      </w:r>
      <w:r w:rsidRPr="009647FC">
        <w:rPr>
          <w:rtl/>
        </w:rPr>
        <w:t xml:space="preserve"> وملكتْ أعنّ</w:t>
      </w:r>
      <w:r w:rsidR="00677BC4">
        <w:rPr>
          <w:rtl/>
        </w:rPr>
        <w:t>َ</w:t>
      </w:r>
      <w:r w:rsidRPr="009647FC">
        <w:rPr>
          <w:rtl/>
        </w:rPr>
        <w:t>ة سوابق النظم والنثر فلا تستبق لغاية سوى الثناء على أخلاقه وكرمه حتى مكث ركابُ الشكر على تلك المواهب حبيساً</w:t>
      </w:r>
      <w:r w:rsidR="00D769AB">
        <w:rPr>
          <w:rtl/>
        </w:rPr>
        <w:t>،</w:t>
      </w:r>
      <w:r w:rsidRPr="009647FC">
        <w:rPr>
          <w:rtl/>
        </w:rPr>
        <w:t xml:space="preserve"> وأقسم الثناء بتلك المناقب لا لمستْ يداه سواها لموسى</w:t>
      </w:r>
      <w:r w:rsidR="00D769AB">
        <w:rPr>
          <w:rtl/>
        </w:rPr>
        <w:t>،</w:t>
      </w:r>
      <w:r w:rsidRPr="009647FC">
        <w:rPr>
          <w:rtl/>
        </w:rPr>
        <w:t xml:space="preserve"> وأين بركاب الشكر من تلك الرحبة الخضراء</w:t>
      </w:r>
      <w:r w:rsidR="00D769AB">
        <w:rPr>
          <w:rtl/>
        </w:rPr>
        <w:t>،</w:t>
      </w:r>
      <w:r w:rsidRPr="009647FC">
        <w:rPr>
          <w:rtl/>
        </w:rPr>
        <w:t xml:space="preserve"> وماذا تلمس بعد تلك المناقب يدُ الحمد والثناء</w:t>
      </w:r>
      <w:r w:rsidR="00D769AB">
        <w:rPr>
          <w:rtl/>
        </w:rPr>
        <w:t>؟</w:t>
      </w:r>
      <w:r w:rsidRPr="009647FC">
        <w:rPr>
          <w:rtl/>
        </w:rPr>
        <w:t xml:space="preserve"> وهل في هذا الزمن إلاّ (محمد حسن) ماجدٌ ما اسودّ</w:t>
      </w:r>
      <w:r w:rsidR="00677BC4">
        <w:rPr>
          <w:rtl/>
        </w:rPr>
        <w:t>َ</w:t>
      </w:r>
      <w:r w:rsidRPr="009647FC">
        <w:rPr>
          <w:rtl/>
        </w:rPr>
        <w:t xml:space="preserve"> ليلُ الظنّ لطامع</w:t>
      </w:r>
      <w:r w:rsidR="00D769AB">
        <w:rPr>
          <w:rtl/>
        </w:rPr>
        <w:t>،</w:t>
      </w:r>
      <w:r w:rsidRPr="009647FC">
        <w:rPr>
          <w:rtl/>
        </w:rPr>
        <w:t xml:space="preserve"> إلاّ أبيضّ</w:t>
      </w:r>
      <w:r w:rsidR="00677BC4">
        <w:rPr>
          <w:rtl/>
        </w:rPr>
        <w:t>َ</w:t>
      </w:r>
      <w:r w:rsidRPr="009647FC">
        <w:rPr>
          <w:rtl/>
        </w:rPr>
        <w:t xml:space="preserve"> من أشعة وجهه القمر الطالع؟ وإنّي وإن أحكمتْ منّي يدُ الإخلاص عقد ودّه</w:t>
      </w:r>
      <w:r w:rsidR="00D769AB">
        <w:rPr>
          <w:rtl/>
        </w:rPr>
        <w:t>،</w:t>
      </w:r>
      <w:r w:rsidRPr="009647FC">
        <w:rPr>
          <w:rtl/>
        </w:rPr>
        <w:t xml:space="preserve"> وأمنتُ عليها أنْ تحلّ</w:t>
      </w:r>
      <w:r w:rsidR="00677BC4">
        <w:rPr>
          <w:rtl/>
        </w:rPr>
        <w:t>َ</w:t>
      </w:r>
      <w:r w:rsidRPr="009647FC">
        <w:rPr>
          <w:rtl/>
        </w:rPr>
        <w:t xml:space="preserve"> بيد هجرانه وصدِّه</w:t>
      </w:r>
      <w:r w:rsidR="00D769AB">
        <w:rPr>
          <w:rtl/>
        </w:rPr>
        <w:t>،</w:t>
      </w:r>
      <w:r w:rsidRPr="009647FC">
        <w:rPr>
          <w:rtl/>
        </w:rPr>
        <w:t xml:space="preserve"> لمعتذرٌ إليه من إبطائي عليه</w:t>
      </w:r>
      <w:r w:rsidR="00D769AB">
        <w:rPr>
          <w:rtl/>
        </w:rPr>
        <w:t>،</w:t>
      </w:r>
      <w:r w:rsidRPr="009647FC">
        <w:rPr>
          <w:rtl/>
        </w:rPr>
        <w:t xml:space="preserve"> فلقد ساورني الدهرُ بشواغل هي قيدُ الفؤاد والفكر</w:t>
      </w:r>
      <w:r w:rsidR="00D769AB">
        <w:rPr>
          <w:rtl/>
        </w:rPr>
        <w:t>،</w:t>
      </w:r>
      <w:r w:rsidRPr="009647FC">
        <w:rPr>
          <w:rtl/>
        </w:rPr>
        <w:t xml:space="preserve"> فأصبحت قليل الحظوة</w:t>
      </w:r>
      <w:r w:rsidR="00D769AB">
        <w:rPr>
          <w:rtl/>
        </w:rPr>
        <w:t>،</w:t>
      </w:r>
      <w:r w:rsidRPr="009647FC">
        <w:rPr>
          <w:rtl/>
        </w:rPr>
        <w:t xml:space="preserve"> ثقيل الخطوة</w:t>
      </w:r>
      <w:r w:rsidR="00D769AB">
        <w:rPr>
          <w:rtl/>
        </w:rPr>
        <w:t>،</w:t>
      </w:r>
      <w:r w:rsidRPr="009647FC">
        <w:rPr>
          <w:rtl/>
        </w:rPr>
        <w:t xml:space="preserve"> عاثراً بذيل التقصير</w:t>
      </w:r>
      <w:r w:rsidR="00D769AB">
        <w:rPr>
          <w:rtl/>
        </w:rPr>
        <w:t>،</w:t>
      </w:r>
      <w:r w:rsidRPr="009647FC">
        <w:rPr>
          <w:rtl/>
        </w:rPr>
        <w:t xml:space="preserve"> ناظراً من الخجل على البعد بطرفٍ حسير</w:t>
      </w:r>
      <w:r w:rsidR="00D769AB">
        <w:rPr>
          <w:rtl/>
        </w:rPr>
        <w:t>،</w:t>
      </w:r>
      <w:r w:rsidRPr="009647FC">
        <w:rPr>
          <w:rtl/>
        </w:rPr>
        <w:t xml:space="preserve"> قد بعثت العذر</w:t>
      </w:r>
      <w:r w:rsidR="00677BC4">
        <w:rPr>
          <w:rtl/>
        </w:rPr>
        <w:t>َ</w:t>
      </w:r>
      <w:r w:rsidRPr="009647FC">
        <w:rPr>
          <w:rtl/>
        </w:rPr>
        <w:t xml:space="preserve"> على </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لسان هذه الغادة الكعاب التي ربما وقف الحياءُ بها دوين الباب</w:t>
      </w:r>
      <w:r w:rsidR="00D769AB">
        <w:rPr>
          <w:rtl/>
        </w:rPr>
        <w:t>،</w:t>
      </w:r>
      <w:r w:rsidRPr="009647FC">
        <w:rPr>
          <w:rtl/>
        </w:rPr>
        <w:t xml:space="preserve"> والرجاء من كرم أخلاقه</w:t>
      </w:r>
      <w:r w:rsidR="00D769AB">
        <w:rPr>
          <w:rtl/>
        </w:rPr>
        <w:t>،</w:t>
      </w:r>
      <w:r w:rsidRPr="009647FC">
        <w:rPr>
          <w:rtl/>
        </w:rPr>
        <w:t xml:space="preserve"> وشرف أعراقه</w:t>
      </w:r>
      <w:r w:rsidR="00D769AB">
        <w:rPr>
          <w:rtl/>
        </w:rPr>
        <w:t>،</w:t>
      </w:r>
      <w:r w:rsidRPr="009647FC">
        <w:rPr>
          <w:rtl/>
        </w:rPr>
        <w:t xml:space="preserve"> أن يعيرها سمع</w:t>
      </w:r>
      <w:r w:rsidR="00677BC4">
        <w:rPr>
          <w:rtl/>
        </w:rPr>
        <w:t>َ</w:t>
      </w:r>
      <w:r w:rsidRPr="009647FC">
        <w:rPr>
          <w:rtl/>
        </w:rPr>
        <w:t xml:space="preserve"> مسامحٍ وهّاب</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إحدى الغواني إلى الزوراء</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5469AF">
            <w:pPr>
              <w:pStyle w:val="libPoem"/>
            </w:pPr>
            <w:r w:rsidRPr="009647FC">
              <w:rPr>
                <w:rtl/>
              </w:rPr>
              <w:t>جاءتك تمشي على استحياءِ</w:t>
            </w:r>
            <w:r w:rsidRPr="004E7EC6">
              <w:rPr>
                <w:rStyle w:val="libFootnotenumChar"/>
                <w:rtl/>
              </w:rPr>
              <w:t>(1)</w:t>
            </w:r>
            <w:r w:rsidRPr="00725071">
              <w:rPr>
                <w:rStyle w:val="libPoemTiniChar0"/>
                <w:rtl/>
              </w:rPr>
              <w:br/>
              <w:t> </w:t>
            </w:r>
          </w:p>
        </w:tc>
      </w:tr>
    </w:tbl>
    <w:p w:rsidR="009647FC" w:rsidRPr="00524A24" w:rsidRDefault="009647FC" w:rsidP="004E7EC6">
      <w:pPr>
        <w:pStyle w:val="libCenter"/>
      </w:pPr>
      <w:r w:rsidRPr="009647FC">
        <w:rPr>
          <w:rtl/>
        </w:rPr>
        <w:t>*</w:t>
      </w:r>
      <w:r w:rsidR="005469AF">
        <w:rPr>
          <w:rFonts w:hint="cs"/>
          <w:rtl/>
        </w:rPr>
        <w:t xml:space="preserve"> </w:t>
      </w:r>
      <w:r w:rsidRPr="009647FC">
        <w:rPr>
          <w:rtl/>
        </w:rPr>
        <w:t>*</w:t>
      </w:r>
      <w:r w:rsidR="005469AF">
        <w:rPr>
          <w:rFonts w:hint="cs"/>
          <w:rtl/>
        </w:rPr>
        <w:t xml:space="preserve"> </w:t>
      </w:r>
      <w:r w:rsidRPr="009647FC">
        <w:rPr>
          <w:rtl/>
        </w:rPr>
        <w:t>*</w:t>
      </w:r>
    </w:p>
    <w:p w:rsidR="009647FC" w:rsidRPr="00524A24" w:rsidRDefault="009647FC" w:rsidP="004E7EC6">
      <w:pPr>
        <w:pStyle w:val="libNormal"/>
      </w:pPr>
      <w:r w:rsidRPr="009647FC">
        <w:rPr>
          <w:rtl/>
        </w:rPr>
        <w:t>3</w:t>
      </w:r>
      <w:r w:rsidR="004E7EC6">
        <w:rPr>
          <w:rtl/>
        </w:rPr>
        <w:t xml:space="preserve"> - </w:t>
      </w:r>
      <w:r w:rsidRPr="009647FC">
        <w:rPr>
          <w:rtl/>
        </w:rPr>
        <w:t>وكتب إليه أيضاً يعتذر إليه</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قد جنى لي الزمانُ أعظم ذنبٍ</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وغدا عنه شاغلي أن يتوبا</w:t>
            </w:r>
            <w:r w:rsidRPr="00725071">
              <w:rPr>
                <w:rStyle w:val="libPoemTiniChar0"/>
                <w:rtl/>
              </w:rPr>
              <w:br/>
              <w:t> </w:t>
            </w:r>
          </w:p>
        </w:tc>
      </w:tr>
    </w:tbl>
    <w:p w:rsidR="009647FC" w:rsidRPr="00524A24" w:rsidRDefault="009647FC" w:rsidP="004E7EC6">
      <w:pPr>
        <w:pStyle w:val="libNormal"/>
      </w:pPr>
      <w:r w:rsidRPr="009647FC">
        <w:rPr>
          <w:rtl/>
        </w:rPr>
        <w:t>فلقد أقعدتني العللُّ حيث أقامني الخجلُ</w:t>
      </w:r>
      <w:r w:rsidR="00D769AB">
        <w:rPr>
          <w:rtl/>
        </w:rPr>
        <w:t>،</w:t>
      </w:r>
      <w:r w:rsidRPr="009647FC">
        <w:rPr>
          <w:rtl/>
        </w:rPr>
        <w:t xml:space="preserve"> ومثلت بي الأمراض في هيئةٍ من غيره الصدود والإعراض</w:t>
      </w:r>
      <w:r w:rsidR="00D769AB">
        <w:rPr>
          <w:rtl/>
        </w:rPr>
        <w:t>،</w:t>
      </w:r>
      <w:r w:rsidRPr="009647FC">
        <w:rPr>
          <w:rtl/>
        </w:rPr>
        <w:t xml:space="preserve"> إلاّ أنّ أعناق الآمال لم تزل متطاولة إلى هبوب نفحات الإقبال بقبول العذر ممّن نزل به السقم منزلة الصحة من جسده</w:t>
      </w:r>
      <w:r w:rsidR="00D769AB">
        <w:rPr>
          <w:rtl/>
        </w:rPr>
        <w:t>،</w:t>
      </w:r>
      <w:r w:rsidRPr="009647FC">
        <w:rPr>
          <w:rtl/>
        </w:rPr>
        <w:t xml:space="preserve"> وحنى اللحدُ أضلاعه على بعض أولاد أخيه وكان أعزّ عليه من أفلاذ كبده</w:t>
      </w:r>
      <w:r w:rsidR="00D769AB">
        <w:rPr>
          <w:rtl/>
        </w:rPr>
        <w:t>،</w:t>
      </w:r>
      <w:r w:rsidRPr="009647FC">
        <w:rPr>
          <w:rtl/>
        </w:rPr>
        <w:t xml:space="preserve"> ومع طوارق أُخر</w:t>
      </w:r>
      <w:r w:rsidR="00D769AB">
        <w:rPr>
          <w:rtl/>
        </w:rPr>
        <w:t>،</w:t>
      </w:r>
      <w:r w:rsidRPr="009647FC">
        <w:rPr>
          <w:rtl/>
        </w:rPr>
        <w:t xml:space="preserve"> كلُّ طارقهٍ منها تقول لا و</w:t>
      </w:r>
      <w:r w:rsidR="00677BC4">
        <w:rPr>
          <w:rtl/>
        </w:rPr>
        <w:t>َ</w:t>
      </w:r>
      <w:r w:rsidRPr="009647FC">
        <w:rPr>
          <w:rtl/>
        </w:rPr>
        <w:t>ز</w:t>
      </w:r>
      <w:r w:rsidR="00677BC4">
        <w:rPr>
          <w:rtl/>
        </w:rPr>
        <w:t>َ</w:t>
      </w:r>
      <w:r w:rsidRPr="009647FC">
        <w:rPr>
          <w:rtl/>
        </w:rPr>
        <w:t>ر</w:t>
      </w:r>
      <w:r w:rsidR="00D769AB">
        <w:rPr>
          <w:rtl/>
        </w:rPr>
        <w:t>،</w:t>
      </w:r>
      <w:r w:rsidRPr="009647FC">
        <w:rPr>
          <w:rtl/>
        </w:rPr>
        <w:t xml:space="preserve"> أيسرُها ابتلاء الدهرُ له بحبسه مع غير أبناء جنسه</w:t>
      </w:r>
      <w:r w:rsidR="00D769AB">
        <w:rPr>
          <w:rtl/>
        </w:rPr>
        <w:t>؛</w:t>
      </w:r>
      <w:r w:rsidRPr="009647FC">
        <w:rPr>
          <w:rtl/>
        </w:rPr>
        <w:t xml:space="preserve"> لأنّي منذ فارقت ذلك النادي</w:t>
      </w:r>
      <w:r w:rsidR="00D769AB">
        <w:rPr>
          <w:rtl/>
        </w:rPr>
        <w:t>،</w:t>
      </w:r>
      <w:r w:rsidRPr="009647FC">
        <w:rPr>
          <w:rtl/>
        </w:rPr>
        <w:t xml:space="preserve"> وحللتُ ولكن في غير بلادي</w:t>
      </w:r>
      <w:r w:rsidR="00D769AB">
        <w:rPr>
          <w:rtl/>
        </w:rPr>
        <w:t>،</w:t>
      </w:r>
      <w:r w:rsidRPr="009647FC">
        <w:rPr>
          <w:rtl/>
        </w:rPr>
        <w:t xml:space="preserve"> إلى الآن مقسم الفكر بين معالجة الأوصاب</w:t>
      </w:r>
      <w:r w:rsidR="00D769AB">
        <w:rPr>
          <w:rtl/>
        </w:rPr>
        <w:t>،</w:t>
      </w:r>
      <w:r w:rsidRPr="009647FC">
        <w:rPr>
          <w:rtl/>
        </w:rPr>
        <w:t xml:space="preserve"> ومعالجة انتساخ ذلك الكتاب</w:t>
      </w:r>
      <w:r w:rsidR="00D769AB">
        <w:rPr>
          <w:rtl/>
        </w:rPr>
        <w:t>،</w:t>
      </w:r>
      <w:r w:rsidRPr="009647FC">
        <w:rPr>
          <w:rtl/>
        </w:rPr>
        <w:t xml:space="preserve"> فإذا انحسرتْ عنّي آونة غمرةُ الألم</w:t>
      </w:r>
      <w:r w:rsidR="00D769AB">
        <w:rPr>
          <w:rtl/>
        </w:rPr>
        <w:t>،</w:t>
      </w:r>
      <w:r w:rsidRPr="009647FC">
        <w:rPr>
          <w:rtl/>
        </w:rPr>
        <w:t xml:space="preserve"> وأفقتُ قليلاً من سكرة السقم</w:t>
      </w:r>
      <w:r w:rsidR="00D769AB">
        <w:rPr>
          <w:rtl/>
        </w:rPr>
        <w:t>،</w:t>
      </w:r>
      <w:r w:rsidRPr="009647FC">
        <w:rPr>
          <w:rtl/>
        </w:rPr>
        <w:t xml:space="preserve"> أقبلتُ على التحرير</w:t>
      </w:r>
      <w:r w:rsidR="00D769AB">
        <w:rPr>
          <w:rtl/>
        </w:rPr>
        <w:t>،</w:t>
      </w:r>
      <w:r w:rsidRPr="009647FC">
        <w:rPr>
          <w:rtl/>
        </w:rPr>
        <w:t xml:space="preserve"> قائلاً لا يُحمد ترك القليل لفوات الكثير</w:t>
      </w:r>
      <w:r w:rsidR="00D769AB">
        <w:rPr>
          <w:rtl/>
        </w:rPr>
        <w:t>،</w:t>
      </w:r>
      <w:r w:rsidRPr="009647FC">
        <w:rPr>
          <w:rtl/>
        </w:rPr>
        <w:t xml:space="preserve"> وبينما أنا كذلك إذ وردتْ إليّ تلك الرسائل، وأنا في حالٍ كأنّي المنعوت فيها بقول القائل</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أهمُّ بأمر العزم لا أستطيعه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كما حيل بين العير والنزوانِ</w:t>
            </w:r>
            <w:r w:rsidRPr="00725071">
              <w:rPr>
                <w:rStyle w:val="libPoemTiniChar0"/>
                <w:rtl/>
              </w:rPr>
              <w:br/>
              <w:t> </w:t>
            </w:r>
          </w:p>
        </w:tc>
      </w:tr>
    </w:tbl>
    <w:p w:rsidR="009647FC" w:rsidRPr="00524A24" w:rsidRDefault="009647FC" w:rsidP="004E7EC6">
      <w:pPr>
        <w:pStyle w:val="libNormal"/>
      </w:pPr>
      <w:r w:rsidRPr="009647FC">
        <w:rPr>
          <w:rtl/>
        </w:rPr>
        <w:t>فلولا أنّها تابعتْ إلى طروقها</w:t>
      </w:r>
      <w:r w:rsidR="00D769AB">
        <w:rPr>
          <w:rtl/>
        </w:rPr>
        <w:t>،</w:t>
      </w:r>
      <w:r w:rsidRPr="009647FC">
        <w:rPr>
          <w:rtl/>
        </w:rPr>
        <w:t xml:space="preserve"> وشفعت برعدها بروقها</w:t>
      </w:r>
      <w:r w:rsidR="00D769AB">
        <w:rPr>
          <w:rtl/>
        </w:rPr>
        <w:t>،</w:t>
      </w:r>
      <w:r w:rsidRPr="009647FC">
        <w:rPr>
          <w:rtl/>
        </w:rPr>
        <w:t xml:space="preserve"> حتى خفتُ أنْ ينصبّ</w:t>
      </w:r>
      <w:r w:rsidR="00677BC4">
        <w:rPr>
          <w:rtl/>
        </w:rPr>
        <w:t>َ</w:t>
      </w:r>
      <w:r w:rsidRPr="009647FC">
        <w:rPr>
          <w:rtl/>
        </w:rPr>
        <w:t xml:space="preserve"> عليّ</w:t>
      </w:r>
      <w:r w:rsidR="00677BC4">
        <w:rPr>
          <w:rtl/>
        </w:rPr>
        <w:t>َ</w:t>
      </w:r>
      <w:r w:rsidRPr="009647FC">
        <w:rPr>
          <w:rtl/>
        </w:rPr>
        <w:t xml:space="preserve"> سوط عذابها</w:t>
      </w:r>
      <w:r w:rsidR="00D769AB">
        <w:rPr>
          <w:rtl/>
        </w:rPr>
        <w:t>،</w:t>
      </w:r>
      <w:r w:rsidRPr="009647FC">
        <w:rPr>
          <w:rtl/>
        </w:rPr>
        <w:t xml:space="preserve"> لما ألهاني عن تنميق الكتاب تنسيق جوابها</w:t>
      </w:r>
      <w:r w:rsidR="00D769AB">
        <w:rPr>
          <w:rtl/>
        </w:rPr>
        <w:t>؛</w:t>
      </w:r>
      <w:r w:rsidRPr="009647FC">
        <w:rPr>
          <w:rtl/>
        </w:rPr>
        <w:t xml:space="preserve"> لأنّها يا عافاك اللّه ممّا أشتكيه</w:t>
      </w:r>
      <w:r w:rsidR="00D769AB">
        <w:rPr>
          <w:rtl/>
        </w:rPr>
        <w:t>،</w:t>
      </w:r>
      <w:r w:rsidRPr="009647FC">
        <w:rPr>
          <w:rtl/>
        </w:rPr>
        <w:t xml:space="preserve"> ومتّ</w:t>
      </w:r>
      <w:r w:rsidR="00677BC4">
        <w:rPr>
          <w:rtl/>
        </w:rPr>
        <w:t>َ</w:t>
      </w:r>
      <w:r w:rsidRPr="009647FC">
        <w:rPr>
          <w:rtl/>
        </w:rPr>
        <w:t>عك من الصحة بأكمل ما ألتمسه من اللّه وأرجيه</w:t>
      </w:r>
      <w:r w:rsidR="00D769AB">
        <w:rPr>
          <w:rtl/>
        </w:rPr>
        <w:t>،</w:t>
      </w:r>
      <w:r w:rsidRPr="009647FC">
        <w:rPr>
          <w:rtl/>
        </w:rPr>
        <w:t xml:space="preserve"> وإنْ كان ورودُها إليّ</w:t>
      </w:r>
      <w:r w:rsidR="00677BC4">
        <w:rPr>
          <w:rtl/>
        </w:rPr>
        <w:t>َ</w:t>
      </w:r>
      <w:r w:rsidRPr="009647FC">
        <w:rPr>
          <w:rtl/>
        </w:rPr>
        <w:t xml:space="preserve"> منك</w:t>
      </w:r>
      <w:r w:rsidR="00D769AB">
        <w:rPr>
          <w:rtl/>
        </w:rPr>
        <w:t>؛</w:t>
      </w:r>
      <w:r w:rsidRPr="009647FC">
        <w:rPr>
          <w:rtl/>
        </w:rPr>
        <w:t xml:space="preserve"> فإنّي قد آثرتُ الاشتغال بك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تقدّمت في باب الموشّحات</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حتى عنك</w:t>
      </w:r>
      <w:r w:rsidR="00D769AB">
        <w:rPr>
          <w:rtl/>
        </w:rPr>
        <w:t>،</w:t>
      </w:r>
      <w:r w:rsidRPr="009647FC">
        <w:rPr>
          <w:rtl/>
        </w:rPr>
        <w:t xml:space="preserve"> هذا عذريْ إليك</w:t>
      </w:r>
      <w:r w:rsidR="00D769AB">
        <w:rPr>
          <w:rtl/>
        </w:rPr>
        <w:t>،</w:t>
      </w:r>
      <w:r w:rsidRPr="009647FC">
        <w:rPr>
          <w:rtl/>
        </w:rPr>
        <w:t xml:space="preserve"> وأنا على ثقةٍ من قبوله إذا نشره بنانُ الاستعطاف لديك</w:t>
      </w:r>
      <w:r w:rsidR="00D769AB">
        <w:rPr>
          <w:rtl/>
        </w:rPr>
        <w:t>،</w:t>
      </w:r>
      <w:r w:rsidRPr="009647FC">
        <w:rPr>
          <w:rtl/>
        </w:rPr>
        <w:t xml:space="preserve"> ولقد وشحتُ هذه الألوكة بنظم هذه الأبيات التي جاءت أرقُّ من ريطة وشيٍ محوكة</w:t>
      </w:r>
      <w:r w:rsidR="00D769AB">
        <w:rPr>
          <w:rtl/>
        </w:rPr>
        <w:t>،</w:t>
      </w:r>
      <w:r w:rsidRPr="009647FC">
        <w:rPr>
          <w:rtl/>
        </w:rPr>
        <w:t xml:space="preserve"> وجعلتُ معانيها السحّارة كفّارة ما سلف من الذنوب</w:t>
      </w:r>
      <w:r w:rsidR="00D769AB">
        <w:rPr>
          <w:rtl/>
        </w:rPr>
        <w:t>،</w:t>
      </w:r>
      <w:r w:rsidRPr="009647FC">
        <w:rPr>
          <w:rtl/>
        </w:rPr>
        <w:t xml:space="preserve"> وأيّ</w:t>
      </w:r>
      <w:r w:rsidR="00677BC4">
        <w:rPr>
          <w:rtl/>
        </w:rPr>
        <w:t>َ</w:t>
      </w:r>
      <w:r w:rsidRPr="009647FC">
        <w:rPr>
          <w:rtl/>
        </w:rPr>
        <w:t xml:space="preserve"> كفارة</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يا م</w:t>
            </w:r>
            <w:r>
              <w:rPr>
                <w:rtl/>
              </w:rPr>
              <w:t>َ</w:t>
            </w:r>
            <w:r w:rsidRPr="009647FC">
              <w:rPr>
                <w:rtl/>
              </w:rPr>
              <w:t>نْ لويتُ به يد الخطب</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وبه ثنيتُ طلايع</w:t>
            </w:r>
            <w:r>
              <w:rPr>
                <w:rtl/>
              </w:rPr>
              <w:t>َ</w:t>
            </w:r>
            <w:r w:rsidRPr="009647FC">
              <w:rPr>
                <w:rtl/>
              </w:rPr>
              <w:t xml:space="preserve"> الكربِ</w:t>
            </w:r>
            <w:r w:rsidRPr="004E7EC6">
              <w:rPr>
                <w:rStyle w:val="libFootnotenumChar"/>
                <w:rtl/>
              </w:rPr>
              <w:t>(1)</w:t>
            </w:r>
            <w:r w:rsidRPr="00725071">
              <w:rPr>
                <w:rStyle w:val="libPoemTiniChar0"/>
                <w:rtl/>
              </w:rPr>
              <w:br/>
              <w:t> </w:t>
            </w:r>
          </w:p>
        </w:tc>
      </w:tr>
    </w:tbl>
    <w:p w:rsidR="009647FC" w:rsidRPr="00524A24" w:rsidRDefault="009647FC" w:rsidP="004E7EC6">
      <w:pPr>
        <w:pStyle w:val="libNormal"/>
      </w:pPr>
      <w:r w:rsidRPr="009647FC">
        <w:rPr>
          <w:rtl/>
        </w:rPr>
        <w:t>4</w:t>
      </w:r>
      <w:r w:rsidR="004E7EC6">
        <w:rPr>
          <w:rtl/>
        </w:rPr>
        <w:t xml:space="preserve"> - </w:t>
      </w:r>
      <w:r w:rsidRPr="009647FC">
        <w:rPr>
          <w:rtl/>
        </w:rPr>
        <w:t>وقال وقد كتب بها إليه جواباً على كتابٍ أرسله أيضاً</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في</w:t>
            </w:r>
            <w:r>
              <w:rPr>
                <w:rtl/>
              </w:rPr>
              <w:t xml:space="preserve"> </w:t>
            </w:r>
            <w:r w:rsidRPr="009647FC">
              <w:rPr>
                <w:rtl/>
              </w:rPr>
              <w:t>فمي</w:t>
            </w:r>
            <w:r>
              <w:rPr>
                <w:rtl/>
              </w:rPr>
              <w:t xml:space="preserve"> </w:t>
            </w:r>
            <w:r w:rsidRPr="009647FC">
              <w:rPr>
                <w:rtl/>
              </w:rPr>
              <w:t>لم</w:t>
            </w:r>
            <w:r>
              <w:rPr>
                <w:rtl/>
              </w:rPr>
              <w:t xml:space="preserve"> </w:t>
            </w:r>
            <w:r w:rsidRPr="009647FC">
              <w:rPr>
                <w:rtl/>
              </w:rPr>
              <w:t>يزلْ</w:t>
            </w:r>
            <w:r>
              <w:rPr>
                <w:rtl/>
              </w:rPr>
              <w:t xml:space="preserve"> </w:t>
            </w:r>
            <w:r w:rsidRPr="009647FC">
              <w:rPr>
                <w:rtl/>
              </w:rPr>
              <w:t>لذكرك</w:t>
            </w:r>
            <w:r>
              <w:rPr>
                <w:rtl/>
              </w:rPr>
              <w:t xml:space="preserve">َ </w:t>
            </w:r>
            <w:r w:rsidRPr="009647FC">
              <w:rPr>
                <w:rtl/>
              </w:rPr>
              <w:t>نشر</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طيّبٌ</w:t>
            </w:r>
            <w:r>
              <w:rPr>
                <w:rtl/>
              </w:rPr>
              <w:t xml:space="preserve"> </w:t>
            </w:r>
            <w:r w:rsidRPr="009647FC">
              <w:rPr>
                <w:rtl/>
              </w:rPr>
              <w:t>واختبرْ</w:t>
            </w:r>
            <w:r>
              <w:rPr>
                <w:rtl/>
              </w:rPr>
              <w:t xml:space="preserve"> </w:t>
            </w:r>
            <w:r w:rsidRPr="009647FC">
              <w:rPr>
                <w:rtl/>
              </w:rPr>
              <w:t>بذاك</w:t>
            </w:r>
            <w:r>
              <w:rPr>
                <w:rtl/>
              </w:rPr>
              <w:t xml:space="preserve">َ </w:t>
            </w:r>
            <w:r w:rsidRPr="009647FC">
              <w:rPr>
                <w:rtl/>
              </w:rPr>
              <w:t>النسيما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وبمرآة</w:t>
            </w:r>
            <w:r>
              <w:rPr>
                <w:rtl/>
              </w:rPr>
              <w:t xml:space="preserve"> </w:t>
            </w:r>
            <w:r w:rsidRPr="009647FC">
              <w:rPr>
                <w:rtl/>
              </w:rPr>
              <w:t>فكرتي</w:t>
            </w:r>
            <w:r>
              <w:rPr>
                <w:rtl/>
              </w:rPr>
              <w:t xml:space="preserve"> </w:t>
            </w:r>
            <w:r w:rsidRPr="009647FC">
              <w:rPr>
                <w:rtl/>
              </w:rPr>
              <w:t>لم</w:t>
            </w:r>
            <w:r>
              <w:rPr>
                <w:rtl/>
              </w:rPr>
              <w:t xml:space="preserve"> </w:t>
            </w:r>
            <w:r w:rsidRPr="009647FC">
              <w:rPr>
                <w:rtl/>
              </w:rPr>
              <w:t>يزلْ</w:t>
            </w:r>
            <w:r>
              <w:rPr>
                <w:rtl/>
              </w:rPr>
              <w:t xml:space="preserve"> </w:t>
            </w:r>
            <w:r w:rsidRPr="009647FC">
              <w:rPr>
                <w:rtl/>
              </w:rPr>
              <w:t>شخـ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ص</w:t>
            </w:r>
            <w:r w:rsidRPr="00B371C6">
              <w:rPr>
                <w:rtl/>
              </w:rPr>
              <w:t>ُ</w:t>
            </w:r>
            <w:r w:rsidRPr="009647FC">
              <w:rPr>
                <w:rtl/>
              </w:rPr>
              <w:t>ك</w:t>
            </w:r>
            <w:r>
              <w:rPr>
                <w:rtl/>
              </w:rPr>
              <w:t xml:space="preserve"> </w:t>
            </w:r>
            <w:r w:rsidRPr="009647FC">
              <w:rPr>
                <w:rtl/>
              </w:rPr>
              <w:t>نصب</w:t>
            </w:r>
            <w:r>
              <w:rPr>
                <w:rtl/>
              </w:rPr>
              <w:t xml:space="preserve"> </w:t>
            </w:r>
            <w:r w:rsidRPr="009647FC">
              <w:rPr>
                <w:rtl/>
              </w:rPr>
              <w:t>العينين</w:t>
            </w:r>
            <w:r>
              <w:rPr>
                <w:rtl/>
              </w:rPr>
              <w:t xml:space="preserve"> </w:t>
            </w:r>
            <w:r w:rsidRPr="009647FC">
              <w:rPr>
                <w:rtl/>
              </w:rPr>
              <w:t>منّي</w:t>
            </w:r>
            <w:r>
              <w:rPr>
                <w:rtl/>
              </w:rPr>
              <w:t xml:space="preserve"> </w:t>
            </w:r>
            <w:r w:rsidRPr="009647FC">
              <w:rPr>
                <w:rtl/>
              </w:rPr>
              <w:t>مقيما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وعلى</w:t>
            </w:r>
            <w:r>
              <w:rPr>
                <w:rtl/>
              </w:rPr>
              <w:t xml:space="preserve"> </w:t>
            </w:r>
            <w:r w:rsidRPr="009647FC">
              <w:rPr>
                <w:rtl/>
              </w:rPr>
              <w:t>النحر</w:t>
            </w:r>
            <w:r>
              <w:rPr>
                <w:rtl/>
              </w:rPr>
              <w:t xml:space="preserve"> </w:t>
            </w:r>
            <w:r w:rsidRPr="009647FC">
              <w:rPr>
                <w:rtl/>
              </w:rPr>
              <w:t>من</w:t>
            </w:r>
            <w:r>
              <w:rPr>
                <w:rtl/>
              </w:rPr>
              <w:t xml:space="preserve"> </w:t>
            </w:r>
            <w:r w:rsidRPr="009647FC">
              <w:rPr>
                <w:rtl/>
              </w:rPr>
              <w:t>عُلاك</w:t>
            </w:r>
            <w:r>
              <w:rPr>
                <w:rtl/>
              </w:rPr>
              <w:t xml:space="preserve"> </w:t>
            </w:r>
            <w:r w:rsidRPr="009647FC">
              <w:rPr>
                <w:rtl/>
              </w:rPr>
              <w:t>ثنائي</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ليس</w:t>
            </w:r>
            <w:r w:rsidR="004C00A8">
              <w:rPr>
                <w:rtl/>
              </w:rPr>
              <w:t xml:space="preserve"> </w:t>
            </w:r>
            <w:r w:rsidRPr="009647FC">
              <w:rPr>
                <w:rtl/>
              </w:rPr>
              <w:t>ينفكُّ</w:t>
            </w:r>
            <w:r>
              <w:rPr>
                <w:rtl/>
              </w:rPr>
              <w:t xml:space="preserve"> </w:t>
            </w:r>
            <w:r w:rsidRPr="009647FC">
              <w:rPr>
                <w:rtl/>
              </w:rPr>
              <w:t>عقده</w:t>
            </w:r>
            <w:r>
              <w:rPr>
                <w:rtl/>
              </w:rPr>
              <w:t xml:space="preserve"> </w:t>
            </w:r>
            <w:r w:rsidRPr="009647FC">
              <w:rPr>
                <w:rtl/>
              </w:rPr>
              <w:t>منظوما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لا</w:t>
            </w:r>
            <w:r>
              <w:rPr>
                <w:rtl/>
              </w:rPr>
              <w:t xml:space="preserve"> </w:t>
            </w:r>
            <w:r w:rsidRPr="009647FC">
              <w:rPr>
                <w:rtl/>
              </w:rPr>
              <w:t>تظنّ</w:t>
            </w:r>
            <w:r>
              <w:rPr>
                <w:rtl/>
              </w:rPr>
              <w:t xml:space="preserve"> </w:t>
            </w:r>
            <w:r w:rsidRPr="009647FC">
              <w:rPr>
                <w:rtl/>
              </w:rPr>
              <w:t>البعاد</w:t>
            </w:r>
            <w:r>
              <w:rPr>
                <w:rtl/>
              </w:rPr>
              <w:t xml:space="preserve"> </w:t>
            </w:r>
            <w:r w:rsidRPr="009647FC">
              <w:rPr>
                <w:rtl/>
              </w:rPr>
              <w:t>يحجبُ</w:t>
            </w:r>
            <w:r>
              <w:rPr>
                <w:rtl/>
              </w:rPr>
              <w:t xml:space="preserve"> </w:t>
            </w:r>
            <w:r w:rsidRPr="009647FC">
              <w:rPr>
                <w:rtl/>
              </w:rPr>
              <w:t>عنّي</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منك</w:t>
            </w:r>
            <w:r w:rsidR="004C00A8">
              <w:rPr>
                <w:rtl/>
              </w:rPr>
              <w:t xml:space="preserve"> </w:t>
            </w:r>
            <w:r w:rsidRPr="009647FC">
              <w:rPr>
                <w:rtl/>
              </w:rPr>
              <w:t>ذيالك</w:t>
            </w:r>
            <w:r>
              <w:rPr>
                <w:rtl/>
              </w:rPr>
              <w:t xml:space="preserve"> </w:t>
            </w:r>
            <w:r w:rsidRPr="009647FC">
              <w:rPr>
                <w:rtl/>
              </w:rPr>
              <w:t>المحيّا</w:t>
            </w:r>
            <w:r>
              <w:rPr>
                <w:rtl/>
              </w:rPr>
              <w:t xml:space="preserve"> </w:t>
            </w:r>
            <w:r w:rsidRPr="009647FC">
              <w:rPr>
                <w:rtl/>
              </w:rPr>
              <w:t>الكريما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أنت</w:t>
            </w:r>
            <w:r>
              <w:rPr>
                <w:rtl/>
              </w:rPr>
              <w:t xml:space="preserve"> </w:t>
            </w:r>
            <w:r w:rsidRPr="009647FC">
              <w:rPr>
                <w:rtl/>
              </w:rPr>
              <w:t>عندي</w:t>
            </w:r>
            <w:r>
              <w:rPr>
                <w:rtl/>
              </w:rPr>
              <w:t xml:space="preserve"> </w:t>
            </w:r>
            <w:r w:rsidRPr="009647FC">
              <w:rPr>
                <w:rtl/>
              </w:rPr>
              <w:t>بالذكر</w:t>
            </w:r>
            <w:r>
              <w:rPr>
                <w:rtl/>
              </w:rPr>
              <w:t xml:space="preserve"> </w:t>
            </w:r>
            <w:r w:rsidRPr="009647FC">
              <w:rPr>
                <w:rtl/>
              </w:rPr>
              <w:t>أحضر</w:t>
            </w:r>
            <w:r>
              <w:rPr>
                <w:rtl/>
              </w:rPr>
              <w:t xml:space="preserve"> </w:t>
            </w:r>
            <w:r w:rsidRPr="009647FC">
              <w:rPr>
                <w:rtl/>
              </w:rPr>
              <w:t>من</w:t>
            </w:r>
            <w:r>
              <w:rPr>
                <w:rtl/>
              </w:rPr>
              <w:t xml:space="preserve"> </w:t>
            </w:r>
            <w:r w:rsidRPr="009647FC">
              <w:rPr>
                <w:rtl/>
              </w:rPr>
              <w:t>قلـ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بي</w:t>
            </w:r>
            <w:r w:rsidR="004C00A8">
              <w:rPr>
                <w:rtl/>
              </w:rPr>
              <w:t xml:space="preserve"> </w:t>
            </w:r>
            <w:r w:rsidRPr="009647FC">
              <w:rPr>
                <w:rtl/>
              </w:rPr>
              <w:t>بقلبي</w:t>
            </w:r>
            <w:r>
              <w:rPr>
                <w:rtl/>
              </w:rPr>
              <w:t xml:space="preserve"> </w:t>
            </w:r>
            <w:r w:rsidRPr="009647FC">
              <w:rPr>
                <w:rtl/>
              </w:rPr>
              <w:t>فكنْ</w:t>
            </w:r>
            <w:r>
              <w:rPr>
                <w:rtl/>
              </w:rPr>
              <w:t xml:space="preserve"> </w:t>
            </w:r>
            <w:r w:rsidRPr="009647FC">
              <w:rPr>
                <w:rtl/>
              </w:rPr>
              <w:t>بذاك</w:t>
            </w:r>
            <w:r>
              <w:rPr>
                <w:rtl/>
              </w:rPr>
              <w:t xml:space="preserve"> </w:t>
            </w:r>
            <w:r w:rsidRPr="009647FC">
              <w:rPr>
                <w:rtl/>
              </w:rPr>
              <w:t>عليما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لستُ</w:t>
            </w:r>
            <w:r>
              <w:rPr>
                <w:rtl/>
              </w:rPr>
              <w:t xml:space="preserve"> </w:t>
            </w:r>
            <w:r w:rsidRPr="009647FC">
              <w:rPr>
                <w:rtl/>
              </w:rPr>
              <w:t>أقوى</w:t>
            </w:r>
            <w:r>
              <w:rPr>
                <w:rtl/>
              </w:rPr>
              <w:t xml:space="preserve"> </w:t>
            </w:r>
            <w:r w:rsidRPr="009647FC">
              <w:rPr>
                <w:rtl/>
              </w:rPr>
              <w:t>لحمل</w:t>
            </w:r>
            <w:r>
              <w:rPr>
                <w:rtl/>
              </w:rPr>
              <w:t xml:space="preserve"> </w:t>
            </w:r>
            <w:r w:rsidRPr="009647FC">
              <w:rPr>
                <w:rtl/>
              </w:rPr>
              <w:t>عتبك</w:t>
            </w:r>
            <w:r>
              <w:rPr>
                <w:rtl/>
              </w:rPr>
              <w:t xml:space="preserve">َ </w:t>
            </w:r>
            <w:r w:rsidRPr="009647FC">
              <w:rPr>
                <w:rtl/>
              </w:rPr>
              <w:t>يا</w:t>
            </w:r>
            <w:r>
              <w:rPr>
                <w:rtl/>
              </w:rPr>
              <w:t xml:space="preserve"> </w:t>
            </w:r>
            <w:r w:rsidRPr="009647FC">
              <w:rPr>
                <w:rtl/>
              </w:rPr>
              <w:t>منْ</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حملتْ</w:t>
            </w:r>
            <w:r w:rsidR="004C00A8">
              <w:rPr>
                <w:rtl/>
              </w:rPr>
              <w:t xml:space="preserve"> </w:t>
            </w:r>
            <w:r w:rsidRPr="009647FC">
              <w:rPr>
                <w:rtl/>
              </w:rPr>
              <w:t>فخره</w:t>
            </w:r>
            <w:r>
              <w:rPr>
                <w:rtl/>
              </w:rPr>
              <w:t xml:space="preserve"> </w:t>
            </w:r>
            <w:r w:rsidRPr="009647FC">
              <w:rPr>
                <w:rtl/>
              </w:rPr>
              <w:t>المعالي</w:t>
            </w:r>
            <w:r>
              <w:rPr>
                <w:rtl/>
              </w:rPr>
              <w:t xml:space="preserve"> </w:t>
            </w:r>
            <w:r w:rsidRPr="009647FC">
              <w:rPr>
                <w:rtl/>
              </w:rPr>
              <w:t>قديما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فاثنِ</w:t>
            </w:r>
            <w:r>
              <w:rPr>
                <w:rtl/>
              </w:rPr>
              <w:t xml:space="preserve"> </w:t>
            </w:r>
            <w:r w:rsidRPr="009647FC">
              <w:rPr>
                <w:rtl/>
              </w:rPr>
              <w:t>عن</w:t>
            </w:r>
            <w:r>
              <w:rPr>
                <w:rtl/>
              </w:rPr>
              <w:t xml:space="preserve"> </w:t>
            </w:r>
            <w:r w:rsidRPr="009647FC">
              <w:rPr>
                <w:rtl/>
              </w:rPr>
              <w:t>غرب</w:t>
            </w:r>
            <w:r>
              <w:rPr>
                <w:rtl/>
              </w:rPr>
              <w:t xml:space="preserve"> </w:t>
            </w:r>
            <w:r w:rsidRPr="009647FC">
              <w:rPr>
                <w:rtl/>
              </w:rPr>
              <w:t>عتبك</w:t>
            </w:r>
            <w:r>
              <w:rPr>
                <w:rtl/>
              </w:rPr>
              <w:t xml:space="preserve"> </w:t>
            </w:r>
            <w:r w:rsidRPr="009647FC">
              <w:rPr>
                <w:rtl/>
              </w:rPr>
              <w:t>اليوم</w:t>
            </w:r>
            <w:r>
              <w:rPr>
                <w:rtl/>
              </w:rPr>
              <w:t xml:space="preserve"> </w:t>
            </w:r>
            <w:r w:rsidRPr="009647FC">
              <w:rPr>
                <w:rtl/>
              </w:rPr>
              <w:t>عنّي</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فيه</w:t>
            </w:r>
            <w:r>
              <w:rPr>
                <w:rtl/>
              </w:rPr>
              <w:t xml:space="preserve"> </w:t>
            </w:r>
            <w:r w:rsidRPr="009647FC">
              <w:rPr>
                <w:rtl/>
              </w:rPr>
              <w:t>قد</w:t>
            </w:r>
            <w:r>
              <w:rPr>
                <w:rtl/>
              </w:rPr>
              <w:t xml:space="preserve"> </w:t>
            </w:r>
            <w:r w:rsidRPr="009647FC">
              <w:rPr>
                <w:rtl/>
              </w:rPr>
              <w:t>تركت</w:t>
            </w:r>
            <w:r>
              <w:rPr>
                <w:rtl/>
              </w:rPr>
              <w:t xml:space="preserve"> </w:t>
            </w:r>
            <w:r w:rsidRPr="009647FC">
              <w:rPr>
                <w:rtl/>
              </w:rPr>
              <w:t>قلبي</w:t>
            </w:r>
            <w:r>
              <w:rPr>
                <w:rtl/>
              </w:rPr>
              <w:t xml:space="preserve"> </w:t>
            </w:r>
            <w:r w:rsidRPr="009647FC">
              <w:rPr>
                <w:rtl/>
              </w:rPr>
              <w:t>كليما</w:t>
            </w:r>
            <w:r w:rsidRPr="00725071">
              <w:rPr>
                <w:rStyle w:val="libPoemTiniChar0"/>
                <w:rtl/>
              </w:rPr>
              <w:br/>
              <w:t> </w:t>
            </w:r>
          </w:p>
        </w:tc>
      </w:tr>
    </w:tbl>
    <w:p w:rsidR="009647FC" w:rsidRPr="00524A24" w:rsidRDefault="009647FC" w:rsidP="004E7EC6">
      <w:pPr>
        <w:pStyle w:val="libNormal"/>
      </w:pPr>
      <w:r w:rsidRPr="009647FC">
        <w:rPr>
          <w:rtl/>
        </w:rPr>
        <w:t>إنّي وم</w:t>
      </w:r>
      <w:r w:rsidR="00677BC4">
        <w:rPr>
          <w:rtl/>
        </w:rPr>
        <w:t>َ</w:t>
      </w:r>
      <w:r w:rsidRPr="009647FC">
        <w:rPr>
          <w:rtl/>
        </w:rPr>
        <w:t>نْ جعلك ريحانة الأديب</w:t>
      </w:r>
      <w:r w:rsidR="00D769AB">
        <w:rPr>
          <w:rtl/>
        </w:rPr>
        <w:t>،</w:t>
      </w:r>
      <w:r w:rsidRPr="009647FC">
        <w:rPr>
          <w:rtl/>
        </w:rPr>
        <w:t xml:space="preserve"> وسلوة الغريب</w:t>
      </w:r>
      <w:r w:rsidR="00D769AB">
        <w:rPr>
          <w:rtl/>
        </w:rPr>
        <w:t>،</w:t>
      </w:r>
      <w:r w:rsidRPr="009647FC">
        <w:rPr>
          <w:rtl/>
        </w:rPr>
        <w:t xml:space="preserve"> لم استوجبْ منك هذا العتاب</w:t>
      </w:r>
      <w:r w:rsidR="00D769AB">
        <w:rPr>
          <w:rtl/>
        </w:rPr>
        <w:t>،</w:t>
      </w:r>
      <w:r w:rsidRPr="009647FC">
        <w:rPr>
          <w:rtl/>
        </w:rPr>
        <w:t xml:space="preserve"> ولم استجلبْ بمساءةِ كلّ هذا الخطاب</w:t>
      </w:r>
      <w:r w:rsidR="00D769AB">
        <w:rPr>
          <w:rtl/>
        </w:rPr>
        <w:t>،</w:t>
      </w:r>
      <w:r w:rsidRPr="009647FC">
        <w:rPr>
          <w:rtl/>
        </w:rPr>
        <w:t xml:space="preserve"> فهبني أسأت فأين العفوُ والكرم</w:t>
      </w:r>
      <w:r w:rsidR="00D769AB">
        <w:rPr>
          <w:rtl/>
        </w:rPr>
        <w:t>؟</w:t>
      </w:r>
      <w:r w:rsidRPr="009647FC">
        <w:rPr>
          <w:rtl/>
        </w:rPr>
        <w:t>! ولعمري</w:t>
      </w:r>
      <w:r w:rsidR="00D769AB">
        <w:rPr>
          <w:rtl/>
        </w:rPr>
        <w:t>،</w:t>
      </w:r>
      <w:r w:rsidRPr="009647FC">
        <w:rPr>
          <w:rtl/>
        </w:rPr>
        <w:t xml:space="preserve"> لقد تجرّمت</w:t>
      </w:r>
      <w:r w:rsidR="00677BC4">
        <w:rPr>
          <w:rtl/>
        </w:rPr>
        <w:t>َ</w:t>
      </w:r>
      <w:r w:rsidRPr="009647FC">
        <w:rPr>
          <w:rtl/>
        </w:rPr>
        <w:t xml:space="preserve"> عليّ</w:t>
      </w:r>
      <w:r w:rsidR="00677BC4">
        <w:rPr>
          <w:rtl/>
        </w:rPr>
        <w:t>َ</w:t>
      </w:r>
      <w:r w:rsidRPr="009647FC">
        <w:rPr>
          <w:rtl/>
        </w:rPr>
        <w:t xml:space="preserve"> ولا جرم</w:t>
      </w:r>
      <w:r w:rsidR="00D769AB">
        <w:rPr>
          <w:rtl/>
        </w:rPr>
        <w:t>،</w:t>
      </w:r>
      <w:r w:rsidRPr="009647FC">
        <w:rPr>
          <w:rtl/>
        </w:rPr>
        <w:t xml:space="preserve"> إنّي اعتذر الآن فأقول</w:t>
      </w:r>
      <w:r w:rsidR="00D769AB">
        <w:rPr>
          <w:rtl/>
        </w:rPr>
        <w:t>:</w:t>
      </w:r>
      <w:r w:rsidRPr="009647FC">
        <w:rPr>
          <w:rtl/>
        </w:rPr>
        <w:t xml:space="preserve"> إنْ هبّ</w:t>
      </w:r>
      <w:r w:rsidR="00677BC4">
        <w:rPr>
          <w:rtl/>
        </w:rPr>
        <w:t>َ</w:t>
      </w:r>
      <w:r w:rsidRPr="009647FC">
        <w:rPr>
          <w:rtl/>
        </w:rPr>
        <w:t>ت من ذلك الجناب نسماتُ القبول ما حلّ</w:t>
      </w:r>
      <w:r w:rsidR="00677BC4">
        <w:rPr>
          <w:rtl/>
        </w:rPr>
        <w:t>َ</w:t>
      </w:r>
      <w:r w:rsidRPr="009647FC">
        <w:rPr>
          <w:rtl/>
        </w:rPr>
        <w:t>تْ أزرار جيبها الصب</w:t>
      </w:r>
      <w:r w:rsidR="00677BC4">
        <w:rPr>
          <w:rtl/>
        </w:rPr>
        <w:t>َ</w:t>
      </w:r>
      <w:r w:rsidRPr="009647FC">
        <w:rPr>
          <w:rtl/>
        </w:rPr>
        <w:t>ا</w:t>
      </w:r>
      <w:r w:rsidR="00D769AB">
        <w:rPr>
          <w:rtl/>
        </w:rPr>
        <w:t>،</w:t>
      </w:r>
      <w:r w:rsidRPr="009647FC">
        <w:rPr>
          <w:rtl/>
        </w:rPr>
        <w:t xml:space="preserve"> ولا فتحت أكمام النور على الرُبى عن أطيب من تسليمات كأنّما تحدّثت بها أرواح النسيم فعطّ</w:t>
      </w:r>
      <w:r w:rsidR="00677BC4">
        <w:rPr>
          <w:rtl/>
        </w:rPr>
        <w:t>َ</w:t>
      </w:r>
      <w:r w:rsidRPr="009647FC">
        <w:rPr>
          <w:rtl/>
        </w:rPr>
        <w:t>رتْ أنفاسها</w:t>
      </w:r>
      <w:r w:rsidR="00D769AB">
        <w:rPr>
          <w:rtl/>
        </w:rPr>
        <w:t>،</w:t>
      </w:r>
      <w:r w:rsidRPr="009647FC">
        <w:rPr>
          <w:rtl/>
        </w:rPr>
        <w:t xml:space="preserve"> وعن أبهى من تحيات كأنّما باهت بها الرواةُ أنواع الربيع فغطّ</w:t>
      </w:r>
      <w:r w:rsidR="00677BC4">
        <w:rPr>
          <w:rtl/>
        </w:rPr>
        <w:t>َ</w:t>
      </w:r>
      <w:r w:rsidRPr="009647FC">
        <w:rPr>
          <w:rtl/>
        </w:rPr>
        <w:t>ت خجلاً بالأكمام رأسها</w:t>
      </w:r>
      <w:r w:rsidR="00D769AB">
        <w:rPr>
          <w:rtl/>
        </w:rPr>
        <w:t>،</w:t>
      </w:r>
      <w:r w:rsidRPr="009647FC">
        <w:rPr>
          <w:rtl/>
        </w:rPr>
        <w:t xml:space="preserve"> ولا ملاطفة غادة كعاب</w:t>
      </w:r>
      <w:r w:rsidR="00D769AB">
        <w:rPr>
          <w:rtl/>
        </w:rPr>
        <w:t>،</w:t>
      </w:r>
      <w:r w:rsidRPr="009647FC">
        <w:rPr>
          <w:rtl/>
        </w:rPr>
        <w:t xml:space="preserve"> لم تعرفْ إلاّ العطر والخضاب بأوقع في النفس</w:t>
      </w:r>
      <w:r w:rsidR="00D769AB">
        <w:rPr>
          <w:rtl/>
        </w:rPr>
        <w:t>،</w:t>
      </w:r>
      <w:r w:rsidRPr="009647FC">
        <w:rPr>
          <w:rtl/>
        </w:rPr>
        <w:t xml:space="preserve"> واشغل للحواس الخمس</w:t>
      </w:r>
      <w:r w:rsidR="00D769AB">
        <w:rPr>
          <w:rtl/>
        </w:rPr>
        <w:t>،</w:t>
      </w:r>
      <w:r w:rsidRPr="009647FC">
        <w:rPr>
          <w:rtl/>
        </w:rPr>
        <w:t xml:space="preserve">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تقدّمت في باب المدائح</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من بديع بيان كلّه قطعُ جنان</w:t>
      </w:r>
      <w:r w:rsidR="00D769AB">
        <w:rPr>
          <w:rtl/>
        </w:rPr>
        <w:t>،</w:t>
      </w:r>
      <w:r w:rsidRPr="009647FC">
        <w:rPr>
          <w:rtl/>
        </w:rPr>
        <w:t xml:space="preserve"> يجلو بواضح الاعتذار ظلمة العتب</w:t>
      </w:r>
      <w:r w:rsidR="00D769AB">
        <w:rPr>
          <w:rtl/>
        </w:rPr>
        <w:t>،</w:t>
      </w:r>
      <w:r w:rsidRPr="009647FC">
        <w:rPr>
          <w:rtl/>
        </w:rPr>
        <w:t xml:space="preserve"> ويمحو بصادق التنصّل كاذب الذنب</w:t>
      </w:r>
      <w:r w:rsidR="00D769AB">
        <w:rPr>
          <w:rtl/>
        </w:rPr>
        <w:t>،</w:t>
      </w:r>
      <w:r w:rsidRPr="009647FC">
        <w:rPr>
          <w:rtl/>
        </w:rPr>
        <w:t xml:space="preserve"> من محبٍٍّ صدع التقريع منه الأحشاء</w:t>
      </w:r>
      <w:r w:rsidR="00D769AB">
        <w:rPr>
          <w:rtl/>
        </w:rPr>
        <w:t>،</w:t>
      </w:r>
      <w:r w:rsidRPr="009647FC">
        <w:rPr>
          <w:rtl/>
        </w:rPr>
        <w:t xml:space="preserve"> وأرمضتْ قلبه هواجس الاستجفاء إلى م</w:t>
      </w:r>
      <w:r w:rsidR="00677BC4">
        <w:rPr>
          <w:rtl/>
        </w:rPr>
        <w:t>َ</w:t>
      </w:r>
      <w:r w:rsidRPr="009647FC">
        <w:rPr>
          <w:rtl/>
        </w:rPr>
        <w:t>نْ حنوتُ عليه ولا حنوّ</w:t>
      </w:r>
      <w:r w:rsidR="00677BC4">
        <w:rPr>
          <w:rtl/>
        </w:rPr>
        <w:t>َ</w:t>
      </w:r>
      <w:r w:rsidRPr="009647FC">
        <w:rPr>
          <w:rtl/>
        </w:rPr>
        <w:t xml:space="preserve"> المرضعات على الغرام</w:t>
      </w:r>
      <w:r w:rsidR="00D769AB">
        <w:rPr>
          <w:rtl/>
        </w:rPr>
        <w:t>،</w:t>
      </w:r>
      <w:r w:rsidRPr="009647FC">
        <w:rPr>
          <w:rtl/>
        </w:rPr>
        <w:t xml:space="preserve"> وغذوتُ له الحبّ</w:t>
      </w:r>
      <w:r w:rsidR="00677BC4">
        <w:rPr>
          <w:rtl/>
        </w:rPr>
        <w:t>َ</w:t>
      </w:r>
      <w:r w:rsidRPr="009647FC">
        <w:rPr>
          <w:rtl/>
        </w:rPr>
        <w:t xml:space="preserve"> ولا غذاء الآباء طرائف الهيام حتى شبّ</w:t>
      </w:r>
      <w:r w:rsidR="00677BC4">
        <w:rPr>
          <w:rtl/>
        </w:rPr>
        <w:t>َ</w:t>
      </w:r>
      <w:r w:rsidRPr="009647FC">
        <w:rPr>
          <w:rtl/>
        </w:rPr>
        <w:t xml:space="preserve"> وليد شوقي إليه على الشغف</w:t>
      </w:r>
      <w:r w:rsidR="00D769AB">
        <w:rPr>
          <w:rtl/>
        </w:rPr>
        <w:t>،</w:t>
      </w:r>
      <w:r w:rsidRPr="009647FC">
        <w:rPr>
          <w:rtl/>
        </w:rPr>
        <w:t xml:space="preserve"> ونشأ طفل ولعي به في حجر الصبابة والكلف حتى سكنتْ نفسي إلى هواه</w:t>
      </w:r>
      <w:r w:rsidR="00D769AB">
        <w:rPr>
          <w:rtl/>
        </w:rPr>
        <w:t>،</w:t>
      </w:r>
      <w:r w:rsidRPr="009647FC">
        <w:rPr>
          <w:rtl/>
        </w:rPr>
        <w:t xml:space="preserve"> سكون الجفن الساهر إلى كراه</w:t>
      </w:r>
      <w:r w:rsidR="00D769AB">
        <w:rPr>
          <w:rtl/>
        </w:rPr>
        <w:t>،</w:t>
      </w:r>
      <w:r w:rsidRPr="009647FC">
        <w:rPr>
          <w:rtl/>
        </w:rPr>
        <w:t xml:space="preserve"> وعقدتُ خنصر التعويل عليه حين توسّمت عنوان النهى بين عينيه</w:t>
      </w:r>
      <w:r w:rsidR="00D769AB">
        <w:rPr>
          <w:rtl/>
        </w:rPr>
        <w:t>،</w:t>
      </w:r>
      <w:r w:rsidRPr="009647FC">
        <w:rPr>
          <w:rtl/>
        </w:rPr>
        <w:t xml:space="preserve"> وسبرتُ في مباديه</w:t>
      </w:r>
      <w:r w:rsidR="00D769AB">
        <w:rPr>
          <w:rtl/>
        </w:rPr>
        <w:t>،</w:t>
      </w:r>
      <w:r w:rsidRPr="009647FC">
        <w:rPr>
          <w:rtl/>
        </w:rPr>
        <w:t xml:space="preserve"> وتفرّستُ في معانيه</w:t>
      </w:r>
      <w:r w:rsidR="00D769AB">
        <w:rPr>
          <w:rtl/>
        </w:rPr>
        <w:t>؛</w:t>
      </w:r>
      <w:r w:rsidRPr="009647FC">
        <w:rPr>
          <w:rtl/>
        </w:rPr>
        <w:t xml:space="preserve"> لأعلم أين يكون موقعه من فخر أبيه</w:t>
      </w:r>
      <w:r w:rsidR="00D769AB">
        <w:rPr>
          <w:rtl/>
        </w:rPr>
        <w:t>،</w:t>
      </w:r>
      <w:r w:rsidRPr="009647FC">
        <w:rPr>
          <w:rtl/>
        </w:rPr>
        <w:t xml:space="preserve"> فرأيت الخيرُ كلّه فيه بعد أخيه حيث أنبأتني شمائله</w:t>
      </w:r>
      <w:r w:rsidR="00D769AB">
        <w:rPr>
          <w:rtl/>
        </w:rPr>
        <w:t>،</w:t>
      </w:r>
      <w:r w:rsidRPr="009647FC">
        <w:rPr>
          <w:rtl/>
        </w:rPr>
        <w:t xml:space="preserve"> وبشّرتني مخائله إنّه سيكون إنسان تلك المقلة</w:t>
      </w:r>
      <w:r w:rsidR="00D769AB">
        <w:rPr>
          <w:rtl/>
        </w:rPr>
        <w:t>،</w:t>
      </w:r>
      <w:r w:rsidRPr="009647FC">
        <w:rPr>
          <w:rtl/>
        </w:rPr>
        <w:t xml:space="preserve"> وطراز تلك الحُلة</w:t>
      </w:r>
      <w:r w:rsidR="00D769AB">
        <w:rPr>
          <w:rtl/>
        </w:rPr>
        <w:t>،</w:t>
      </w:r>
      <w:r w:rsidRPr="009647FC">
        <w:rPr>
          <w:rtl/>
        </w:rPr>
        <w:t xml:space="preserve"> ولا عجب</w:t>
      </w:r>
      <w:r w:rsidR="00D769AB">
        <w:rPr>
          <w:rtl/>
        </w:rPr>
        <w:t>،</w:t>
      </w:r>
      <w:r w:rsidRPr="009647FC">
        <w:rPr>
          <w:rtl/>
        </w:rPr>
        <w:t xml:space="preserve"> والأمر ليس بمستغرب ممّنْ ترشحُه معالي هممه</w:t>
      </w:r>
      <w:r w:rsidR="00D769AB">
        <w:rPr>
          <w:rtl/>
        </w:rPr>
        <w:t>،</w:t>
      </w:r>
      <w:r w:rsidRPr="009647FC">
        <w:rPr>
          <w:rtl/>
        </w:rPr>
        <w:t xml:space="preserve"> وتؤهّله محاسنُ أخلاقه وكرائم شيمه لمعارف أبيه وعوارف كرمه</w:t>
      </w:r>
      <w:r w:rsidR="00D769AB">
        <w:rPr>
          <w:rtl/>
        </w:rPr>
        <w:t>،</w:t>
      </w:r>
      <w:r w:rsidRPr="009647FC">
        <w:rPr>
          <w:rtl/>
        </w:rPr>
        <w:t xml:space="preserve"> أن يتّشح ببردة فخره</w:t>
      </w:r>
      <w:r w:rsidR="00D769AB">
        <w:rPr>
          <w:rtl/>
        </w:rPr>
        <w:t>،</w:t>
      </w:r>
      <w:r w:rsidRPr="009647FC">
        <w:rPr>
          <w:rtl/>
        </w:rPr>
        <w:t xml:space="preserve"> ويتوشّح بمناقبه بين أبناء دهره</w:t>
      </w:r>
      <w:r w:rsidR="00D769AB">
        <w:rPr>
          <w:rtl/>
        </w:rPr>
        <w:t>.</w:t>
      </w:r>
    </w:p>
    <w:p w:rsidR="009647FC" w:rsidRPr="00524A24" w:rsidRDefault="009647FC" w:rsidP="004E7EC6">
      <w:pPr>
        <w:pStyle w:val="libNormal"/>
      </w:pPr>
      <w:r w:rsidRPr="009647FC">
        <w:rPr>
          <w:rtl/>
        </w:rPr>
        <w:t>ولعمري</w:t>
      </w:r>
      <w:r w:rsidR="00D769AB">
        <w:rPr>
          <w:rtl/>
        </w:rPr>
        <w:t>،</w:t>
      </w:r>
      <w:r w:rsidRPr="009647FC">
        <w:rPr>
          <w:rtl/>
        </w:rPr>
        <w:t xml:space="preserve"> لئن حكتْ أخلاقه خلائقه</w:t>
      </w:r>
      <w:r w:rsidR="00D769AB">
        <w:rPr>
          <w:rtl/>
        </w:rPr>
        <w:t>،</w:t>
      </w:r>
      <w:r w:rsidRPr="009647FC">
        <w:rPr>
          <w:rtl/>
        </w:rPr>
        <w:t xml:space="preserve"> ووصفتْ مخائله بوارقه</w:t>
      </w:r>
      <w:r w:rsidR="00D769AB">
        <w:rPr>
          <w:rtl/>
        </w:rPr>
        <w:t>،</w:t>
      </w:r>
      <w:r w:rsidRPr="009647FC">
        <w:rPr>
          <w:rtl/>
        </w:rPr>
        <w:t xml:space="preserve"> ففي الشبل من ابن الغيل شمائل</w:t>
      </w:r>
      <w:r w:rsidR="00D769AB">
        <w:rPr>
          <w:rtl/>
        </w:rPr>
        <w:t>،</w:t>
      </w:r>
      <w:r w:rsidRPr="009647FC">
        <w:rPr>
          <w:rtl/>
        </w:rPr>
        <w:t xml:space="preserve"> وعلى ابن ذكاء من الغزالة دلائل</w:t>
      </w:r>
      <w:r w:rsidR="00D769AB">
        <w:rPr>
          <w:rtl/>
        </w:rPr>
        <w:t>،</w:t>
      </w:r>
      <w:r w:rsidRPr="009647FC">
        <w:rPr>
          <w:rtl/>
        </w:rPr>
        <w:t xml:space="preserve"> والفيء ناشيٌ من الظلّ</w:t>
      </w:r>
      <w:r w:rsidR="00D769AB">
        <w:rPr>
          <w:rtl/>
        </w:rPr>
        <w:t>،</w:t>
      </w:r>
      <w:r w:rsidRPr="009647FC">
        <w:rPr>
          <w:rtl/>
        </w:rPr>
        <w:t xml:space="preserve"> والفرع مبنيٌ على الأصل</w:t>
      </w:r>
      <w:r w:rsidR="00D769AB">
        <w:rPr>
          <w:rtl/>
        </w:rPr>
        <w:t>،</w:t>
      </w:r>
      <w:r w:rsidRPr="009647FC">
        <w:rPr>
          <w:rtl/>
        </w:rPr>
        <w:t xml:space="preserve"> وذكاء النبت بقدر ذكاء تربه</w:t>
      </w:r>
      <w:r w:rsidR="00D769AB">
        <w:rPr>
          <w:rtl/>
        </w:rPr>
        <w:t>،</w:t>
      </w:r>
      <w:r w:rsidRPr="009647FC">
        <w:rPr>
          <w:rtl/>
        </w:rPr>
        <w:t xml:space="preserve"> والبلد الطيّب يخرج نباته بإذن ربّه</w:t>
      </w:r>
      <w:r w:rsidR="00D769AB">
        <w:rPr>
          <w:rtl/>
        </w:rPr>
        <w:t>،</w:t>
      </w:r>
      <w:r w:rsidRPr="009647FC">
        <w:rPr>
          <w:rtl/>
        </w:rPr>
        <w:t xml:space="preserve"> وهذه الصلصالة من ذلك الطين</w:t>
      </w:r>
      <w:r w:rsidR="00D769AB">
        <w:rPr>
          <w:rtl/>
        </w:rPr>
        <w:t>،</w:t>
      </w:r>
      <w:r w:rsidRPr="009647FC">
        <w:rPr>
          <w:rtl/>
        </w:rPr>
        <w:t xml:space="preserve"> وهذه السلسالة من ذلك الماء المعين</w:t>
      </w:r>
      <w:r w:rsidR="00D769AB">
        <w:rPr>
          <w:rtl/>
        </w:rPr>
        <w:t>،</w:t>
      </w:r>
      <w:r w:rsidRPr="009647FC">
        <w:rPr>
          <w:rtl/>
        </w:rPr>
        <w:t xml:space="preserve"> قد استهلّ</w:t>
      </w:r>
      <w:r w:rsidR="00677BC4">
        <w:rPr>
          <w:rtl/>
        </w:rPr>
        <w:t>َ</w:t>
      </w:r>
      <w:r w:rsidRPr="009647FC">
        <w:rPr>
          <w:rtl/>
        </w:rPr>
        <w:t xml:space="preserve"> معه سعده حين وُلد مجده</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عفُّ السريرة طاهر الـ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أبراد معصومُ البصيره</w:t>
            </w:r>
            <w:r w:rsidRPr="00725071">
              <w:rPr>
                <w:rStyle w:val="libPoemTiniChar0"/>
                <w:rtl/>
              </w:rPr>
              <w:br/>
              <w:t> </w:t>
            </w:r>
          </w:p>
        </w:tc>
      </w:tr>
    </w:tbl>
    <w:p w:rsidR="009647FC" w:rsidRPr="00524A24" w:rsidRDefault="009647FC" w:rsidP="004E7EC6">
      <w:pPr>
        <w:pStyle w:val="libNormal"/>
      </w:pPr>
      <w:r w:rsidRPr="009647FC">
        <w:rPr>
          <w:rtl/>
        </w:rPr>
        <w:t>يقتدي به مشايخُ الحزم في عنفوان شبيبته</w:t>
      </w:r>
      <w:r w:rsidR="00D769AB">
        <w:rPr>
          <w:rtl/>
        </w:rPr>
        <w:t>،</w:t>
      </w:r>
      <w:r w:rsidRPr="009647FC">
        <w:rPr>
          <w:rtl/>
        </w:rPr>
        <w:t xml:space="preserve"> وتعرف الإصابة كلّما رمتْ عن قسيِّ روّيته</w:t>
      </w:r>
      <w:r w:rsidR="00D769AB">
        <w:rPr>
          <w:rtl/>
        </w:rPr>
        <w:t>،</w:t>
      </w:r>
      <w:r w:rsidRPr="009647FC">
        <w:rPr>
          <w:rtl/>
        </w:rPr>
        <w:t xml:space="preserve"> زاده اللّهُ عليهم في الحزم بسطة</w:t>
      </w:r>
      <w:r w:rsidR="00D769AB">
        <w:rPr>
          <w:rtl/>
        </w:rPr>
        <w:t>،</w:t>
      </w:r>
      <w:r w:rsidRPr="009647FC">
        <w:rPr>
          <w:rtl/>
        </w:rPr>
        <w:t xml:space="preserve"> وجعل له في الكرم أنامل بسطه</w:t>
      </w:r>
      <w:r w:rsidR="00D769AB">
        <w:rPr>
          <w:rtl/>
        </w:rPr>
        <w:t>،</w:t>
      </w:r>
      <w:r w:rsidRPr="009647FC">
        <w:rPr>
          <w:rtl/>
        </w:rPr>
        <w:t xml:space="preserve"> قد مشى في ديار التجارب فجاس خلالها</w:t>
      </w:r>
      <w:r w:rsidR="00D769AB">
        <w:rPr>
          <w:rtl/>
        </w:rPr>
        <w:t>،</w:t>
      </w:r>
      <w:r w:rsidRPr="009647FC">
        <w:rPr>
          <w:rtl/>
        </w:rPr>
        <w:t xml:space="preserve"> وقاس بفتره أشبار الكرماء فطالها</w:t>
      </w:r>
      <w:r w:rsidR="00D769AB">
        <w:rPr>
          <w:rtl/>
        </w:rPr>
        <w:t>،</w:t>
      </w:r>
      <w:r w:rsidRPr="009647FC">
        <w:rPr>
          <w:rtl/>
        </w:rPr>
        <w:t xml:space="preserve"> يضرب بعرقيْ نسبه</w:t>
      </w:r>
      <w:r w:rsidR="00D769AB">
        <w:rPr>
          <w:rtl/>
        </w:rPr>
        <w:t>،</w:t>
      </w:r>
      <w:r w:rsidRPr="009647FC">
        <w:rPr>
          <w:rtl/>
        </w:rPr>
        <w:t xml:space="preserve"> ويمتُّ بطرفي حسبه إلى أبوين لا يجاريان شرفاً</w:t>
      </w:r>
      <w:r w:rsidR="00D769AB">
        <w:rPr>
          <w:rtl/>
        </w:rPr>
        <w:t>؛</w:t>
      </w:r>
      <w:r w:rsidRPr="009647FC">
        <w:rPr>
          <w:rtl/>
        </w:rPr>
        <w:t xml:space="preserve"> أبٌ مرتضىً</w:t>
      </w:r>
      <w:r w:rsidR="00D769AB">
        <w:rPr>
          <w:rtl/>
        </w:rPr>
        <w:t>،</w:t>
      </w:r>
      <w:r w:rsidRPr="009647FC">
        <w:rPr>
          <w:rtl/>
        </w:rPr>
        <w:t xml:space="preserve"> وأبٌ مصطفى</w:t>
      </w:r>
      <w:r w:rsidR="00D769AB">
        <w:rPr>
          <w:rtl/>
        </w:rPr>
        <w:t>،</w:t>
      </w:r>
      <w:r w:rsidRPr="009647FC">
        <w:rPr>
          <w:rtl/>
        </w:rPr>
        <w:t xml:space="preserve"> قد صعد الذروة من هاشم</w:t>
      </w:r>
      <w:r w:rsidR="00D769AB">
        <w:rPr>
          <w:rtl/>
        </w:rPr>
        <w:t>،</w:t>
      </w:r>
      <w:r w:rsidRPr="009647FC">
        <w:rPr>
          <w:rtl/>
        </w:rPr>
        <w:t xml:space="preserve"> </w:t>
      </w:r>
    </w:p>
    <w:p w:rsidR="004E7EC6" w:rsidRDefault="004E7EC6" w:rsidP="004E7EC6">
      <w:pPr>
        <w:pStyle w:val="libNormal"/>
        <w:rPr>
          <w:rtl/>
        </w:rPr>
      </w:pPr>
      <w:r>
        <w:rPr>
          <w:rtl/>
        </w:rPr>
        <w:br w:type="page"/>
      </w:r>
    </w:p>
    <w:p w:rsidR="009647FC" w:rsidRPr="00524A24" w:rsidRDefault="009647FC" w:rsidP="00C5333F">
      <w:pPr>
        <w:pStyle w:val="libNormal"/>
      </w:pPr>
      <w:r w:rsidRPr="004E7EC6">
        <w:rPr>
          <w:rtl/>
        </w:rPr>
        <w:lastRenderedPageBreak/>
        <w:t>واقتعد الصهوة من مجد قبيلة المكارم</w:t>
      </w:r>
      <w:r w:rsidR="00D769AB">
        <w:rPr>
          <w:rtl/>
        </w:rPr>
        <w:t>،</w:t>
      </w:r>
      <w:r w:rsidRPr="004E7EC6">
        <w:rPr>
          <w:rtl/>
        </w:rPr>
        <w:t xml:space="preserve"> فهو من أهل </w:t>
      </w:r>
      <w:r w:rsidRPr="004C00A8">
        <w:rPr>
          <w:rStyle w:val="libAlaemChar"/>
          <w:rtl/>
        </w:rPr>
        <w:t>(</w:t>
      </w:r>
      <w:r w:rsidR="00C5333F" w:rsidRPr="00C5333F">
        <w:rPr>
          <w:rStyle w:val="libAieChar"/>
          <w:rtl/>
        </w:rPr>
        <w:t>قُل لّ</w:t>
      </w:r>
      <w:r w:rsidR="00677BC4">
        <w:rPr>
          <w:rStyle w:val="libAieChar"/>
          <w:rtl/>
        </w:rPr>
        <w:t>َ</w:t>
      </w:r>
      <w:r w:rsidR="00C5333F" w:rsidRPr="00C5333F">
        <w:rPr>
          <w:rStyle w:val="libAieChar"/>
          <w:rtl/>
        </w:rPr>
        <w:t>ا أ</w:t>
      </w:r>
      <w:r w:rsidR="00677BC4">
        <w:rPr>
          <w:rStyle w:val="libAieChar"/>
          <w:rtl/>
        </w:rPr>
        <w:t>َ</w:t>
      </w:r>
      <w:r w:rsidR="00C5333F" w:rsidRPr="00C5333F">
        <w:rPr>
          <w:rStyle w:val="libAieChar"/>
          <w:rtl/>
        </w:rPr>
        <w:t>سْأ</w:t>
      </w:r>
      <w:r w:rsidR="00677BC4">
        <w:rPr>
          <w:rStyle w:val="libAieChar"/>
          <w:rtl/>
        </w:rPr>
        <w:t>َ</w:t>
      </w:r>
      <w:r w:rsidR="00C5333F" w:rsidRPr="00C5333F">
        <w:rPr>
          <w:rStyle w:val="libAieChar"/>
          <w:rtl/>
        </w:rPr>
        <w:t>لُكُمْ ع</w:t>
      </w:r>
      <w:r w:rsidR="00677BC4">
        <w:rPr>
          <w:rStyle w:val="libAieChar"/>
          <w:rtl/>
        </w:rPr>
        <w:t>َ</w:t>
      </w:r>
      <w:r w:rsidR="00C5333F" w:rsidRPr="00C5333F">
        <w:rPr>
          <w:rStyle w:val="libAieChar"/>
          <w:rtl/>
        </w:rPr>
        <w:t>ل</w:t>
      </w:r>
      <w:r w:rsidR="00677BC4">
        <w:rPr>
          <w:rStyle w:val="libAieChar"/>
          <w:rtl/>
        </w:rPr>
        <w:t>َ</w:t>
      </w:r>
      <w:r w:rsidR="00C5333F" w:rsidRPr="00C5333F">
        <w:rPr>
          <w:rStyle w:val="libAieChar"/>
          <w:rtl/>
        </w:rPr>
        <w:t>يْهِ أ</w:t>
      </w:r>
      <w:r w:rsidR="00677BC4">
        <w:rPr>
          <w:rStyle w:val="libAieChar"/>
          <w:rtl/>
        </w:rPr>
        <w:t>َ</w:t>
      </w:r>
      <w:r w:rsidR="00C5333F" w:rsidRPr="00C5333F">
        <w:rPr>
          <w:rStyle w:val="libAieChar"/>
          <w:rtl/>
        </w:rPr>
        <w:t>جْرً‌ا</w:t>
      </w:r>
      <w:r w:rsidRPr="004C00A8">
        <w:rPr>
          <w:rStyle w:val="libAlaemChar"/>
          <w:rtl/>
        </w:rPr>
        <w:t>)</w:t>
      </w:r>
      <w:r w:rsidR="00D769AB">
        <w:rPr>
          <w:rtl/>
        </w:rPr>
        <w:t>،</w:t>
      </w:r>
      <w:r w:rsidRPr="004E7EC6">
        <w:rPr>
          <w:rtl/>
        </w:rPr>
        <w:t xml:space="preserve"> ومن أسرةٍ جعلوا الإنفاق لوجه اللّه ذخيرةً وذخراً</w:t>
      </w:r>
      <w:r w:rsidR="00D769AB">
        <w:rPr>
          <w:rtl/>
        </w:rPr>
        <w:t>،</w:t>
      </w:r>
      <w:r w:rsidRPr="004E7EC6">
        <w:rPr>
          <w:rtl/>
        </w:rPr>
        <w:t xml:space="preserve"> ليس على (الزوراء) وباهر نداها</w:t>
      </w:r>
      <w:r w:rsidR="00D769AB">
        <w:rPr>
          <w:rtl/>
        </w:rPr>
        <w:t>.</w:t>
      </w:r>
      <w:r w:rsidRPr="004E7EC6">
        <w:rPr>
          <w:rtl/>
        </w:rPr>
        <w:t xml:space="preserve"> أسرةٌ للشرف الواضح سواها</w:t>
      </w:r>
      <w:r w:rsidR="00D769AB">
        <w:rPr>
          <w:rtl/>
        </w:rPr>
        <w:t>،</w:t>
      </w:r>
      <w:r w:rsidRPr="004E7EC6">
        <w:rPr>
          <w:rtl/>
        </w:rPr>
        <w:t xml:space="preserve"> بل ولا على فقارة جميع ظهر الأرض عترةٌ غيرها للكرم المحض</w:t>
      </w:r>
      <w:r w:rsidR="00D769AB">
        <w:rPr>
          <w:rtl/>
        </w:rPr>
        <w:t>،</w:t>
      </w:r>
      <w:r w:rsidRPr="004E7EC6">
        <w:rPr>
          <w:rtl/>
        </w:rPr>
        <w:t xml:space="preserve"> قبيلةٌ صوّ</w:t>
      </w:r>
      <w:r w:rsidR="00677BC4">
        <w:rPr>
          <w:rtl/>
        </w:rPr>
        <w:t>َ</w:t>
      </w:r>
      <w:r w:rsidRPr="004E7EC6">
        <w:rPr>
          <w:rtl/>
        </w:rPr>
        <w:t>رها اللّهُ من طينة المعروف والإحسان</w:t>
      </w:r>
      <w:r w:rsidR="00D769AB">
        <w:rPr>
          <w:rtl/>
        </w:rPr>
        <w:t>،</w:t>
      </w:r>
      <w:r w:rsidRPr="004E7EC6">
        <w:rPr>
          <w:rtl/>
        </w:rPr>
        <w:t xml:space="preserve"> وحدّ</w:t>
      </w:r>
      <w:r w:rsidR="00677BC4">
        <w:rPr>
          <w:rtl/>
        </w:rPr>
        <w:t>َ</w:t>
      </w:r>
      <w:r w:rsidRPr="004E7EC6">
        <w:rPr>
          <w:rtl/>
        </w:rPr>
        <w:t>رها من صلب الشرف الأقدم على أولي الزمان</w:t>
      </w:r>
      <w:r w:rsidR="00D769AB">
        <w:rPr>
          <w:rtl/>
        </w:rPr>
        <w:t>،</w:t>
      </w:r>
      <w:r w:rsidRPr="004E7EC6">
        <w:rPr>
          <w:rtl/>
        </w:rPr>
        <w:t xml:space="preserve"> وأقرّ</w:t>
      </w:r>
      <w:r w:rsidR="00677BC4">
        <w:rPr>
          <w:rtl/>
        </w:rPr>
        <w:t>َ</w:t>
      </w:r>
      <w:r w:rsidRPr="004E7EC6">
        <w:rPr>
          <w:rtl/>
        </w:rPr>
        <w:t>ها في أرحام النجابة</w:t>
      </w:r>
      <w:r w:rsidR="00D769AB">
        <w:rPr>
          <w:rtl/>
        </w:rPr>
        <w:t>،</w:t>
      </w:r>
      <w:r w:rsidRPr="004E7EC6">
        <w:rPr>
          <w:rtl/>
        </w:rPr>
        <w:t xml:space="preserve"> وأولدها في رباع السماحة والمثابة</w:t>
      </w:r>
      <w:r w:rsidR="00D769AB">
        <w:rPr>
          <w:rtl/>
        </w:rPr>
        <w:t>،</w:t>
      </w:r>
      <w:r w:rsidRPr="004E7EC6">
        <w:rPr>
          <w:rtl/>
        </w:rPr>
        <w:t xml:space="preserve"> ولفّ</w:t>
      </w:r>
      <w:r w:rsidR="00677BC4">
        <w:rPr>
          <w:rtl/>
        </w:rPr>
        <w:t>َ</w:t>
      </w:r>
      <w:r w:rsidRPr="004E7EC6">
        <w:rPr>
          <w:rtl/>
        </w:rPr>
        <w:t>عها بأبهى مطارف الحمد</w:t>
      </w:r>
      <w:r w:rsidR="00D769AB">
        <w:rPr>
          <w:rtl/>
        </w:rPr>
        <w:t>،</w:t>
      </w:r>
      <w:r w:rsidRPr="004E7EC6">
        <w:rPr>
          <w:rtl/>
        </w:rPr>
        <w:t xml:space="preserve"> وربّاها في حجر السؤدد والمجد</w:t>
      </w:r>
      <w:r w:rsidR="00D769AB">
        <w:rPr>
          <w:rtl/>
        </w:rPr>
        <w:t>،</w:t>
      </w:r>
      <w:r w:rsidRPr="004E7EC6">
        <w:rPr>
          <w:rtl/>
        </w:rPr>
        <w:t xml:space="preserve"> وأرضعها لبان العلياء</w:t>
      </w:r>
      <w:r w:rsidR="00D769AB">
        <w:rPr>
          <w:rtl/>
        </w:rPr>
        <w:t>،</w:t>
      </w:r>
      <w:r w:rsidRPr="004E7EC6">
        <w:rPr>
          <w:rtl/>
        </w:rPr>
        <w:t xml:space="preserve"> وفطمها إلاّ عن رضاع الحمد والثناء</w:t>
      </w:r>
      <w:r w:rsidR="00D769AB">
        <w:rPr>
          <w:rtl/>
        </w:rPr>
        <w:t>،</w:t>
      </w:r>
      <w:r w:rsidRPr="004E7EC6">
        <w:rPr>
          <w:rtl/>
        </w:rPr>
        <w:t xml:space="preserve"> وجعل بها سماحة البحر الذي لا يُخاض في عبابه</w:t>
      </w:r>
      <w:r w:rsidR="00D769AB">
        <w:rPr>
          <w:rtl/>
        </w:rPr>
        <w:t>،</w:t>
      </w:r>
      <w:r w:rsidRPr="004E7EC6">
        <w:rPr>
          <w:rtl/>
        </w:rPr>
        <w:t xml:space="preserve"> وأبرزها بهيبة الهزبر الذي لا يواجه في غابه</w:t>
      </w:r>
      <w:r w:rsidR="00D769AB">
        <w:rPr>
          <w:rtl/>
        </w:rPr>
        <w:t>،</w:t>
      </w:r>
      <w:r w:rsidRPr="004E7EC6">
        <w:rPr>
          <w:rtl/>
        </w:rPr>
        <w:t xml:space="preserve"> وكفى طيبُ أصلها إبّانه أنّ</w:t>
      </w:r>
      <w:r w:rsidR="00677BC4">
        <w:rPr>
          <w:rtl/>
        </w:rPr>
        <w:t>َ</w:t>
      </w:r>
      <w:r w:rsidRPr="004E7EC6">
        <w:rPr>
          <w:rtl/>
        </w:rPr>
        <w:t xml:space="preserve"> في حدائق أحسابها ذلك الحبيب أطيب ريحانه</w:t>
      </w:r>
      <w:r w:rsidR="00D769AB">
        <w:rPr>
          <w:rtl/>
        </w:rPr>
        <w:t>،</w:t>
      </w:r>
      <w:r w:rsidRPr="004E7EC6">
        <w:rPr>
          <w:rtl/>
        </w:rPr>
        <w:t xml:space="preserve"> أعني به جوهرة الزمن</w:t>
      </w:r>
      <w:r w:rsidR="00D769AB">
        <w:rPr>
          <w:rtl/>
        </w:rPr>
        <w:t>،</w:t>
      </w:r>
      <w:r w:rsidRPr="004E7EC6">
        <w:rPr>
          <w:rtl/>
        </w:rPr>
        <w:t xml:space="preserve"> وغرّ</w:t>
      </w:r>
      <w:r w:rsidR="00677BC4">
        <w:rPr>
          <w:rtl/>
        </w:rPr>
        <w:t>َ</w:t>
      </w:r>
      <w:r w:rsidRPr="004E7EC6">
        <w:rPr>
          <w:rtl/>
        </w:rPr>
        <w:t>ة وجهه (الحسن)</w:t>
      </w:r>
      <w:r w:rsidR="00D769AB">
        <w:rPr>
          <w:rtl/>
        </w:rPr>
        <w:t>،</w:t>
      </w:r>
      <w:r w:rsidRPr="004E7EC6">
        <w:rPr>
          <w:rtl/>
        </w:rPr>
        <w:t xml:space="preserve"> أنمى اللّهُ غصن شبيبته على الفضائل</w:t>
      </w:r>
      <w:r w:rsidR="00D769AB">
        <w:rPr>
          <w:rtl/>
        </w:rPr>
        <w:t>،</w:t>
      </w:r>
      <w:r w:rsidRPr="004E7EC6">
        <w:rPr>
          <w:rtl/>
        </w:rPr>
        <w:t xml:space="preserve"> وشدّ</w:t>
      </w:r>
      <w:r w:rsidR="00677BC4">
        <w:rPr>
          <w:rtl/>
        </w:rPr>
        <w:t>َ</w:t>
      </w:r>
      <w:r w:rsidRPr="004E7EC6">
        <w:rPr>
          <w:rtl/>
        </w:rPr>
        <w:t xml:space="preserve"> أزر المعروف من عطائه بواصل</w:t>
      </w:r>
      <w:r w:rsidR="00D769AB">
        <w:rPr>
          <w:rtl/>
        </w:rPr>
        <w:t>،</w:t>
      </w:r>
      <w:r w:rsidRPr="004E7EC6">
        <w:rPr>
          <w:rtl/>
        </w:rPr>
        <w:t xml:space="preserve"> وأرسى قواعد مجده على الأبد تخليداً</w:t>
      </w:r>
      <w:r w:rsidR="00D769AB">
        <w:rPr>
          <w:rtl/>
        </w:rPr>
        <w:t>،</w:t>
      </w:r>
      <w:r w:rsidRPr="004E7EC6">
        <w:rPr>
          <w:rtl/>
        </w:rPr>
        <w:t xml:space="preserve"> وورّد بمكانه من حسان الآداب خدودها توريداً</w:t>
      </w:r>
      <w:r w:rsidR="00D769AB">
        <w:rPr>
          <w:rtl/>
        </w:rPr>
        <w:t>،</w:t>
      </w:r>
      <w:r w:rsidRPr="004E7EC6">
        <w:rPr>
          <w:rtl/>
        </w:rPr>
        <w:t xml:space="preserve"> وأقرّ نواظرنا وناظره بشفاء أبيه الذي عقد على الكرم مآزره</w:t>
      </w:r>
      <w:r w:rsidR="00D769AB">
        <w:rPr>
          <w:rtl/>
        </w:rPr>
        <w:t>،</w:t>
      </w:r>
      <w:r w:rsidRPr="004E7EC6">
        <w:rPr>
          <w:rtl/>
        </w:rPr>
        <w:t xml:space="preserve"> مولىً أهلُ الفضل من بوارقه</w:t>
      </w:r>
      <w:r w:rsidR="00D769AB">
        <w:rPr>
          <w:rtl/>
        </w:rPr>
        <w:t>،</w:t>
      </w:r>
      <w:r w:rsidRPr="004E7EC6">
        <w:rPr>
          <w:rtl/>
        </w:rPr>
        <w:t xml:space="preserve"> وزهرةٌ من حدائقه</w:t>
      </w:r>
      <w:r w:rsidR="00D769AB">
        <w:rPr>
          <w:rtl/>
        </w:rPr>
        <w:t>،</w:t>
      </w:r>
      <w:r w:rsidRPr="004E7EC6">
        <w:rPr>
          <w:rtl/>
        </w:rPr>
        <w:t xml:space="preserve"> وأهل البذل قطرة من أمطاره</w:t>
      </w:r>
      <w:r w:rsidR="00D769AB">
        <w:rPr>
          <w:rtl/>
        </w:rPr>
        <w:t>،</w:t>
      </w:r>
      <w:r w:rsidRPr="004E7EC6">
        <w:rPr>
          <w:rtl/>
        </w:rPr>
        <w:t xml:space="preserve"> وغرفة من بحاره</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فله</w:t>
            </w:r>
            <w:r w:rsidR="004C00A8">
              <w:rPr>
                <w:rtl/>
              </w:rPr>
              <w:t xml:space="preserve"> </w:t>
            </w:r>
            <w:r w:rsidRPr="009647FC">
              <w:rPr>
                <w:rtl/>
              </w:rPr>
              <w:t>أيادٍ</w:t>
            </w:r>
            <w:r>
              <w:rPr>
                <w:rtl/>
              </w:rPr>
              <w:t xml:space="preserve"> </w:t>
            </w:r>
            <w:r w:rsidRPr="009647FC">
              <w:rPr>
                <w:rtl/>
              </w:rPr>
              <w:t>لا</w:t>
            </w:r>
            <w:r>
              <w:rPr>
                <w:rtl/>
              </w:rPr>
              <w:t xml:space="preserve"> </w:t>
            </w:r>
            <w:r w:rsidRPr="009647FC">
              <w:rPr>
                <w:rtl/>
              </w:rPr>
              <w:t>تزالُ</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سماؤها</w:t>
            </w:r>
            <w:r w:rsidR="004C00A8">
              <w:rPr>
                <w:rtl/>
              </w:rPr>
              <w:t xml:space="preserve"> </w:t>
            </w:r>
            <w:r w:rsidRPr="009647FC">
              <w:rPr>
                <w:rtl/>
              </w:rPr>
              <w:t>كرماً</w:t>
            </w:r>
            <w:r>
              <w:rPr>
                <w:rtl/>
              </w:rPr>
              <w:t xml:space="preserve"> </w:t>
            </w:r>
            <w:r w:rsidRPr="009647FC">
              <w:rPr>
                <w:rtl/>
              </w:rPr>
              <w:t>مخيله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ونقيبةٍ</w:t>
            </w:r>
            <w:r>
              <w:rPr>
                <w:rtl/>
              </w:rPr>
              <w:t xml:space="preserve"> </w:t>
            </w:r>
            <w:r w:rsidRPr="009647FC">
              <w:rPr>
                <w:rtl/>
              </w:rPr>
              <w:t>ما</w:t>
            </w:r>
            <w:r>
              <w:rPr>
                <w:rtl/>
              </w:rPr>
              <w:t xml:space="preserve"> </w:t>
            </w:r>
            <w:r w:rsidRPr="009647FC">
              <w:rPr>
                <w:rtl/>
              </w:rPr>
              <w:t>غيّ</w:t>
            </w:r>
            <w:r>
              <w:rPr>
                <w:rtl/>
              </w:rPr>
              <w:t>َ</w:t>
            </w:r>
            <w:r w:rsidRPr="009647FC">
              <w:rPr>
                <w:rtl/>
              </w:rPr>
              <w:t>رتْ</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في</w:t>
            </w:r>
            <w:r>
              <w:rPr>
                <w:rtl/>
              </w:rPr>
              <w:t xml:space="preserve"> </w:t>
            </w:r>
            <w:r w:rsidRPr="009647FC">
              <w:rPr>
                <w:rtl/>
              </w:rPr>
              <w:t>الجود</w:t>
            </w:r>
            <w:r>
              <w:rPr>
                <w:rtl/>
              </w:rPr>
              <w:t xml:space="preserve"> </w:t>
            </w:r>
            <w:r w:rsidRPr="009647FC">
              <w:rPr>
                <w:rtl/>
              </w:rPr>
              <w:t>عادتها</w:t>
            </w:r>
            <w:r>
              <w:rPr>
                <w:rtl/>
              </w:rPr>
              <w:t xml:space="preserve"> </w:t>
            </w:r>
            <w:r w:rsidRPr="009647FC">
              <w:rPr>
                <w:rtl/>
              </w:rPr>
              <w:t>الجميله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ويدٌ</w:t>
            </w:r>
            <w:r>
              <w:rPr>
                <w:rtl/>
              </w:rPr>
              <w:t xml:space="preserve"> </w:t>
            </w:r>
            <w:r w:rsidRPr="009647FC">
              <w:rPr>
                <w:rtl/>
              </w:rPr>
              <w:t>كضرع</w:t>
            </w:r>
            <w:r>
              <w:rPr>
                <w:rtl/>
              </w:rPr>
              <w:t xml:space="preserve"> </w:t>
            </w:r>
            <w:r w:rsidRPr="009647FC">
              <w:rPr>
                <w:rtl/>
              </w:rPr>
              <w:t>الغيث</w:t>
            </w:r>
            <w:r>
              <w:rPr>
                <w:rtl/>
              </w:rPr>
              <w:t xml:space="preserve"> </w:t>
            </w:r>
            <w:r w:rsidRPr="009647FC">
              <w:rPr>
                <w:rtl/>
              </w:rPr>
              <w:t>يمـ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خضها</w:t>
            </w:r>
            <w:r>
              <w:rPr>
                <w:rtl/>
              </w:rPr>
              <w:t xml:space="preserve"> </w:t>
            </w:r>
            <w:r w:rsidRPr="009647FC">
              <w:rPr>
                <w:rtl/>
              </w:rPr>
              <w:t>الرجا</w:t>
            </w:r>
            <w:r>
              <w:rPr>
                <w:rtl/>
              </w:rPr>
              <w:t xml:space="preserve"> </w:t>
            </w:r>
            <w:r w:rsidRPr="009647FC">
              <w:rPr>
                <w:rtl/>
              </w:rPr>
              <w:t>مخض</w:t>
            </w:r>
            <w:r>
              <w:rPr>
                <w:rtl/>
              </w:rPr>
              <w:t xml:space="preserve"> </w:t>
            </w:r>
            <w:r w:rsidRPr="009647FC">
              <w:rPr>
                <w:rtl/>
              </w:rPr>
              <w:t>الثميله</w:t>
            </w:r>
            <w:r w:rsidRPr="00725071">
              <w:rPr>
                <w:rStyle w:val="libPoemTiniChar0"/>
                <w:rtl/>
              </w:rPr>
              <w:br/>
              <w:t> </w:t>
            </w:r>
          </w:p>
        </w:tc>
      </w:tr>
    </w:tbl>
    <w:p w:rsidR="009647FC" w:rsidRPr="00524A24" w:rsidRDefault="009647FC" w:rsidP="004E7EC6">
      <w:pPr>
        <w:pStyle w:val="libNormal"/>
      </w:pPr>
      <w:r w:rsidRPr="009647FC">
        <w:rPr>
          <w:rtl/>
        </w:rPr>
        <w:t>أمّا بعد</w:t>
      </w:r>
      <w:r w:rsidR="00D769AB">
        <w:rPr>
          <w:rtl/>
        </w:rPr>
        <w:t>:</w:t>
      </w:r>
      <w:r w:rsidRPr="009647FC">
        <w:rPr>
          <w:rtl/>
        </w:rPr>
        <w:t xml:space="preserve"> فحين وصلتْ إليّ</w:t>
      </w:r>
      <w:r w:rsidR="00677BC4">
        <w:rPr>
          <w:rtl/>
        </w:rPr>
        <w:t>َ</w:t>
      </w:r>
      <w:r w:rsidRPr="009647FC">
        <w:rPr>
          <w:rtl/>
        </w:rPr>
        <w:t xml:space="preserve"> عقيلة فكرك</w:t>
      </w:r>
      <w:r w:rsidR="00D769AB">
        <w:rPr>
          <w:rtl/>
        </w:rPr>
        <w:t>،</w:t>
      </w:r>
      <w:r w:rsidRPr="009647FC">
        <w:rPr>
          <w:rtl/>
        </w:rPr>
        <w:t xml:space="preserve"> وجميلة نظامك ونثرك</w:t>
      </w:r>
      <w:r w:rsidR="00D769AB">
        <w:rPr>
          <w:rtl/>
        </w:rPr>
        <w:t>،</w:t>
      </w:r>
      <w:r w:rsidRPr="009647FC">
        <w:rPr>
          <w:rtl/>
        </w:rPr>
        <w:t xml:space="preserve"> طرحتُ عنها الإزار</w:t>
      </w:r>
      <w:r w:rsidR="00D769AB">
        <w:rPr>
          <w:rtl/>
        </w:rPr>
        <w:t>،</w:t>
      </w:r>
      <w:r w:rsidRPr="009647FC">
        <w:rPr>
          <w:rtl/>
        </w:rPr>
        <w:t xml:space="preserve"> وحللتُ من غلالتها الأزرار</w:t>
      </w:r>
      <w:r w:rsidR="00D769AB">
        <w:rPr>
          <w:rtl/>
        </w:rPr>
        <w:t>،</w:t>
      </w:r>
      <w:r w:rsidRPr="009647FC">
        <w:rPr>
          <w:rtl/>
        </w:rPr>
        <w:t xml:space="preserve"> ثمّ قبّلتُ منها فتاتاً تزري بفتات المسك بخلوقها</w:t>
      </w:r>
      <w:r w:rsidR="00D769AB">
        <w:rPr>
          <w:rtl/>
        </w:rPr>
        <w:t>،</w:t>
      </w:r>
      <w:r w:rsidRPr="009647FC">
        <w:rPr>
          <w:rtl/>
        </w:rPr>
        <w:t xml:space="preserve"> وبابنة العنقود في راووقها</w:t>
      </w:r>
      <w:r w:rsidR="00D769AB">
        <w:rPr>
          <w:rtl/>
        </w:rPr>
        <w:t>،</w:t>
      </w:r>
      <w:r w:rsidRPr="009647FC">
        <w:rPr>
          <w:rtl/>
        </w:rPr>
        <w:t xml:space="preserve"> فشفتْ بعذب كلامها غلّة صدري</w:t>
      </w:r>
      <w:r w:rsidR="00D769AB">
        <w:rPr>
          <w:rtl/>
        </w:rPr>
        <w:t>،</w:t>
      </w:r>
      <w:r w:rsidRPr="009647FC">
        <w:rPr>
          <w:rtl/>
        </w:rPr>
        <w:t xml:space="preserve"> ونفثتْ بسحر بيانها في عقد صبري</w:t>
      </w:r>
      <w:r w:rsidR="00D769AB">
        <w:rPr>
          <w:rtl/>
        </w:rPr>
        <w:t>،</w:t>
      </w:r>
      <w:r w:rsidRPr="009647FC">
        <w:rPr>
          <w:rtl/>
        </w:rPr>
        <w:t xml:space="preserve"> قد نشرتْ لديّ</w:t>
      </w:r>
      <w:r w:rsidR="00677BC4">
        <w:rPr>
          <w:rtl/>
        </w:rPr>
        <w:t>َ</w:t>
      </w:r>
      <w:r w:rsidRPr="009647FC">
        <w:rPr>
          <w:rtl/>
        </w:rPr>
        <w:t xml:space="preserve"> </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حديث</w:t>
      </w:r>
      <w:r w:rsidR="00677BC4">
        <w:rPr>
          <w:rtl/>
        </w:rPr>
        <w:t>َ</w:t>
      </w:r>
      <w:r w:rsidRPr="009647FC">
        <w:rPr>
          <w:rtl/>
        </w:rPr>
        <w:t xml:space="preserve"> واصل</w:t>
      </w:r>
      <w:r w:rsidR="00D769AB">
        <w:rPr>
          <w:rtl/>
        </w:rPr>
        <w:t>،</w:t>
      </w:r>
      <w:r w:rsidRPr="009647FC">
        <w:rPr>
          <w:rtl/>
        </w:rPr>
        <w:t xml:space="preserve"> ثمّ بسطتْ عليّ</w:t>
      </w:r>
      <w:r w:rsidR="00677BC4">
        <w:rPr>
          <w:rtl/>
        </w:rPr>
        <w:t>َ</w:t>
      </w:r>
      <w:r w:rsidRPr="009647FC">
        <w:rPr>
          <w:rtl/>
        </w:rPr>
        <w:t xml:space="preserve"> لسان عاذل فأباتني تأنيبها مبيت نابغي</w:t>
      </w:r>
      <w:r w:rsidR="00D769AB">
        <w:rPr>
          <w:rtl/>
        </w:rPr>
        <w:t>،</w:t>
      </w:r>
      <w:r w:rsidRPr="009647FC">
        <w:rPr>
          <w:rtl/>
        </w:rPr>
        <w:t xml:space="preserve"> وقلبّ</w:t>
      </w:r>
      <w:r w:rsidR="00677BC4">
        <w:rPr>
          <w:rtl/>
        </w:rPr>
        <w:t>َ</w:t>
      </w:r>
      <w:r w:rsidRPr="009647FC">
        <w:rPr>
          <w:rtl/>
        </w:rPr>
        <w:t>ني توبيخها في مضجع ابن هاني المغربي</w:t>
      </w:r>
      <w:r w:rsidR="00D769AB">
        <w:rPr>
          <w:rtl/>
        </w:rPr>
        <w:t>،</w:t>
      </w:r>
      <w:r w:rsidRPr="009647FC">
        <w:rPr>
          <w:rtl/>
        </w:rPr>
        <w:t xml:space="preserve"> بل كلّما ضرب الليلُ على الأفق رواقه</w:t>
      </w:r>
      <w:r w:rsidR="00D769AB">
        <w:rPr>
          <w:rtl/>
        </w:rPr>
        <w:t>،</w:t>
      </w:r>
      <w:r w:rsidRPr="009647FC">
        <w:rPr>
          <w:rtl/>
        </w:rPr>
        <w:t xml:space="preserve"> وعقد على الشفق أزراره ونطاقه</w:t>
      </w:r>
      <w:r w:rsidR="00D769AB">
        <w:rPr>
          <w:rtl/>
        </w:rPr>
        <w:t>،</w:t>
      </w:r>
      <w:r w:rsidRPr="009647FC">
        <w:rPr>
          <w:rtl/>
        </w:rPr>
        <w:t xml:space="preserve"> أمسي وهمومي القارعة</w:t>
      </w:r>
      <w:r w:rsidR="00D769AB">
        <w:rPr>
          <w:rtl/>
        </w:rPr>
        <w:t>،</w:t>
      </w:r>
      <w:r w:rsidRPr="009647FC">
        <w:rPr>
          <w:rtl/>
        </w:rPr>
        <w:t xml:space="preserve"> وأفلاذ كبدي الواقعة</w:t>
      </w:r>
      <w:r w:rsidR="00D769AB">
        <w:rPr>
          <w:rtl/>
        </w:rPr>
        <w:t>،</w:t>
      </w:r>
      <w:r w:rsidRPr="009647FC">
        <w:rPr>
          <w:rtl/>
        </w:rPr>
        <w:t xml:space="preserve"> وفاتحة الرعد سائغ ريقي</w:t>
      </w:r>
      <w:r w:rsidR="00D769AB">
        <w:rPr>
          <w:rtl/>
        </w:rPr>
        <w:t>،</w:t>
      </w:r>
      <w:r w:rsidRPr="009647FC">
        <w:rPr>
          <w:rtl/>
        </w:rPr>
        <w:t xml:space="preserve"> وخاتمة الأعلى في شرايين أوردتي ووشائج عروقي</w:t>
      </w:r>
      <w:r w:rsidR="00D769AB">
        <w:rPr>
          <w:rtl/>
        </w:rPr>
        <w:t>،</w:t>
      </w:r>
      <w:r w:rsidRPr="009647FC">
        <w:rPr>
          <w:rtl/>
        </w:rPr>
        <w:t xml:space="preserve"> وآراثي في الشعراء</w:t>
      </w:r>
      <w:r w:rsidR="00D769AB">
        <w:rPr>
          <w:rtl/>
        </w:rPr>
        <w:t>،</w:t>
      </w:r>
      <w:r w:rsidRPr="009647FC">
        <w:rPr>
          <w:rtl/>
        </w:rPr>
        <w:t xml:space="preserve"> وأحشائي ما جعله الخليل في وسط الأنبياء</w:t>
      </w:r>
      <w:r w:rsidR="00D769AB">
        <w:rPr>
          <w:rtl/>
        </w:rPr>
        <w:t>،</w:t>
      </w:r>
      <w:r w:rsidRPr="009647FC">
        <w:rPr>
          <w:rtl/>
        </w:rPr>
        <w:t xml:space="preserve"> تقريباً بلا استثناء</w:t>
      </w:r>
      <w:r w:rsidR="00D769AB">
        <w:rPr>
          <w:rtl/>
        </w:rPr>
        <w:t>،</w:t>
      </w:r>
      <w:r w:rsidRPr="009647FC">
        <w:rPr>
          <w:rtl/>
        </w:rPr>
        <w:t xml:space="preserve"> وكلّما فلق الصبحُ بعموده هامة الغسق</w:t>
      </w:r>
      <w:r w:rsidR="00D769AB">
        <w:rPr>
          <w:rtl/>
        </w:rPr>
        <w:t>،</w:t>
      </w:r>
      <w:r w:rsidRPr="009647FC">
        <w:rPr>
          <w:rtl/>
        </w:rPr>
        <w:t xml:space="preserve"> وشهر</w:t>
      </w:r>
      <w:r w:rsidR="00677BC4">
        <w:rPr>
          <w:rtl/>
        </w:rPr>
        <w:t>َ</w:t>
      </w:r>
      <w:r w:rsidRPr="009647FC">
        <w:rPr>
          <w:rtl/>
        </w:rPr>
        <w:t xml:space="preserve"> خاضباً من وريد الظلام سيفه الشفق</w:t>
      </w:r>
      <w:r w:rsidR="00D769AB">
        <w:rPr>
          <w:rtl/>
        </w:rPr>
        <w:t>،</w:t>
      </w:r>
      <w:r w:rsidRPr="009647FC">
        <w:rPr>
          <w:rtl/>
        </w:rPr>
        <w:t xml:space="preserve"> أصبح ولسانُ حالي يترجم عن لسان مقالي</w:t>
      </w:r>
      <w:r w:rsidR="00D769AB">
        <w:rPr>
          <w:rtl/>
        </w:rPr>
        <w:t>،</w:t>
      </w:r>
      <w:r w:rsidRPr="009647FC">
        <w:rPr>
          <w:rtl/>
        </w:rPr>
        <w:t xml:space="preserve"> إذا رأيت قوماً إنّي نذرتُ للرحمن صوماً</w:t>
      </w:r>
      <w:r w:rsidR="00D769AB">
        <w:rPr>
          <w:rtl/>
        </w:rPr>
        <w:t>،</w:t>
      </w:r>
      <w:r w:rsidRPr="009647FC">
        <w:rPr>
          <w:rtl/>
        </w:rPr>
        <w:t xml:space="preserve"> فواعجباه والدهر سلكُ عجائب</w:t>
      </w:r>
      <w:r w:rsidR="00D769AB">
        <w:rPr>
          <w:rtl/>
        </w:rPr>
        <w:t>!</w:t>
      </w:r>
      <w:r w:rsidRPr="009647FC">
        <w:rPr>
          <w:rtl/>
        </w:rPr>
        <w:t xml:space="preserve"> والأيام مثرية من الغرائب</w:t>
      </w:r>
      <w:r w:rsidR="00D769AB">
        <w:rPr>
          <w:rtl/>
        </w:rPr>
        <w:t>،</w:t>
      </w:r>
      <w:r w:rsidRPr="009647FC">
        <w:rPr>
          <w:rtl/>
        </w:rPr>
        <w:t xml:space="preserve"> كيف ينصرف إليّ وهم</w:t>
      </w:r>
      <w:r w:rsidR="00D769AB">
        <w:rPr>
          <w:rtl/>
        </w:rPr>
        <w:t>،</w:t>
      </w:r>
      <w:r w:rsidRPr="009647FC">
        <w:rPr>
          <w:rtl/>
        </w:rPr>
        <w:t xml:space="preserve"> أو يتصوّر في خيال أخي فهم إنّي في تيّاك المودّ</w:t>
      </w:r>
      <w:r w:rsidR="00677BC4">
        <w:rPr>
          <w:rtl/>
        </w:rPr>
        <w:t>َ</w:t>
      </w:r>
      <w:r w:rsidRPr="009647FC">
        <w:rPr>
          <w:rtl/>
        </w:rPr>
        <w:t>ة أشقى بعدما تمسكتُ منها بالعروقة الوثقى</w:t>
      </w:r>
      <w:r w:rsidR="00D769AB">
        <w:rPr>
          <w:rtl/>
        </w:rPr>
        <w:t>؟</w:t>
      </w:r>
      <w:r w:rsidRPr="009647FC">
        <w:rPr>
          <w:rtl/>
        </w:rPr>
        <w:t xml:space="preserve"> لا وعافاك اللّهُ من العلل</w:t>
      </w:r>
      <w:r w:rsidR="00D769AB">
        <w:rPr>
          <w:rtl/>
        </w:rPr>
        <w:t>،</w:t>
      </w:r>
      <w:r w:rsidRPr="009647FC">
        <w:rPr>
          <w:rtl/>
        </w:rPr>
        <w:t xml:space="preserve"> وبلّ</w:t>
      </w:r>
      <w:r w:rsidR="00677BC4">
        <w:rPr>
          <w:rtl/>
        </w:rPr>
        <w:t>َ</w:t>
      </w:r>
      <w:r w:rsidRPr="009647FC">
        <w:rPr>
          <w:rtl/>
        </w:rPr>
        <w:t>غك منتهى المجد وقد فعل</w:t>
      </w:r>
      <w:r w:rsidR="00D769AB">
        <w:rPr>
          <w:rtl/>
        </w:rPr>
        <w:t>،</w:t>
      </w:r>
      <w:r w:rsidRPr="009647FC">
        <w:rPr>
          <w:rtl/>
        </w:rPr>
        <w:t xml:space="preserve"> لا يلهو عن تلك المحبّة عميدها</w:t>
      </w:r>
      <w:r w:rsidR="00D769AB">
        <w:rPr>
          <w:rtl/>
        </w:rPr>
        <w:t>،</w:t>
      </w:r>
      <w:r w:rsidRPr="009647FC">
        <w:rPr>
          <w:rtl/>
        </w:rPr>
        <w:t xml:space="preserve"> ولا يخلق على تعاقب الليالي والأيام جديدها</w:t>
      </w:r>
      <w:r w:rsidR="00D769AB">
        <w:rPr>
          <w:rtl/>
        </w:rPr>
        <w:t>،</w:t>
      </w:r>
      <w:r w:rsidRPr="009647FC">
        <w:rPr>
          <w:rtl/>
        </w:rPr>
        <w:t xml:space="preserve"> وليت شعري أعتاض عنك بأيّ بدلٍ منك</w:t>
      </w:r>
      <w:r w:rsidR="00D769AB">
        <w:rPr>
          <w:rtl/>
        </w:rPr>
        <w:t>؟</w:t>
      </w:r>
      <w:r w:rsidRPr="009647FC">
        <w:rPr>
          <w:rtl/>
        </w:rPr>
        <w:t xml:space="preserve"> ولم</w:t>
      </w:r>
      <w:r w:rsidR="00677BC4">
        <w:rPr>
          <w:rtl/>
        </w:rPr>
        <w:t>َ</w:t>
      </w:r>
      <w:r w:rsidRPr="009647FC">
        <w:rPr>
          <w:rtl/>
        </w:rPr>
        <w:t>نْ أربِّي مولود الوفاء</w:t>
      </w:r>
      <w:r w:rsidR="00D769AB">
        <w:rPr>
          <w:rtl/>
        </w:rPr>
        <w:t>؟</w:t>
      </w:r>
      <w:r w:rsidRPr="009647FC">
        <w:rPr>
          <w:rtl/>
        </w:rPr>
        <w:t xml:space="preserve"> ولم</w:t>
      </w:r>
      <w:r w:rsidR="00677BC4">
        <w:rPr>
          <w:rtl/>
        </w:rPr>
        <w:t>َ</w:t>
      </w:r>
      <w:r w:rsidRPr="009647FC">
        <w:rPr>
          <w:rtl/>
        </w:rPr>
        <w:t>نْ أزفُّ عروس الإخلاص والصفاء</w:t>
      </w:r>
      <w:r w:rsidR="00D769AB">
        <w:rPr>
          <w:rtl/>
        </w:rPr>
        <w:t>،</w:t>
      </w:r>
      <w:r w:rsidRPr="009647FC">
        <w:rPr>
          <w:rtl/>
        </w:rPr>
        <w:t xml:space="preserve"> وملتمس الثقة لإيداع المقه</w:t>
      </w:r>
      <w:r w:rsidR="00D769AB">
        <w:rPr>
          <w:rtl/>
        </w:rPr>
        <w:t>،</w:t>
      </w:r>
      <w:r w:rsidRPr="009647FC">
        <w:rPr>
          <w:rtl/>
        </w:rPr>
        <w:t xml:space="preserve"> كالمرتبع بواد غير زرع</w:t>
      </w:r>
      <w:r w:rsidR="00D769AB">
        <w:rPr>
          <w:rtl/>
        </w:rPr>
        <w:t>،</w:t>
      </w:r>
      <w:r w:rsidRPr="009647FC">
        <w:rPr>
          <w:rtl/>
        </w:rPr>
        <w:t xml:space="preserve"> والمنتج في بوارٍ خالبةٍ اللمع</w:t>
      </w:r>
      <w:r w:rsidR="00D769AB">
        <w:rPr>
          <w:rtl/>
        </w:rPr>
        <w:t>،</w:t>
      </w:r>
      <w:r w:rsidRPr="009647FC">
        <w:rPr>
          <w:rtl/>
        </w:rPr>
        <w:t xml:space="preserve"> والمغترف من السراب الخادع</w:t>
      </w:r>
      <w:r w:rsidR="00D769AB">
        <w:rPr>
          <w:rtl/>
        </w:rPr>
        <w:t>،</w:t>
      </w:r>
      <w:r w:rsidRPr="009647FC">
        <w:rPr>
          <w:rtl/>
        </w:rPr>
        <w:t xml:space="preserve"> والقابض على الماء خانته فروجُ الأصابع</w:t>
      </w:r>
      <w:r w:rsidR="00D769AB">
        <w:rPr>
          <w:rtl/>
        </w:rPr>
        <w:t>؟</w:t>
      </w:r>
      <w:r w:rsidRPr="009647FC">
        <w:rPr>
          <w:rtl/>
        </w:rPr>
        <w:t xml:space="preserve"> فهم وم</w:t>
      </w:r>
      <w:r w:rsidR="00677BC4">
        <w:rPr>
          <w:rtl/>
        </w:rPr>
        <w:t>َ</w:t>
      </w:r>
      <w:r w:rsidRPr="009647FC">
        <w:rPr>
          <w:rtl/>
        </w:rPr>
        <w:t>نْ جعلك جوهرة الزمن حريّون بقول المهيار أبي الحسن</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خُلقٌ إذا حدثت عن أخلاقها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فكأنّما كشّ</w:t>
            </w:r>
            <w:r>
              <w:rPr>
                <w:rtl/>
              </w:rPr>
              <w:t>َ</w:t>
            </w:r>
            <w:r w:rsidRPr="009647FC">
              <w:rPr>
                <w:rtl/>
              </w:rPr>
              <w:t>فت</w:t>
            </w:r>
            <w:r>
              <w:rPr>
                <w:rtl/>
              </w:rPr>
              <w:t>َ</w:t>
            </w:r>
            <w:r w:rsidRPr="009647FC">
              <w:rPr>
                <w:rtl/>
              </w:rPr>
              <w:t xml:space="preserve"> عن سوءاتها</w:t>
            </w:r>
            <w:r w:rsidRPr="00725071">
              <w:rPr>
                <w:rStyle w:val="libPoemTiniChar0"/>
                <w:rtl/>
              </w:rPr>
              <w:br/>
              <w:t> </w:t>
            </w:r>
          </w:p>
        </w:tc>
      </w:tr>
    </w:tbl>
    <w:p w:rsidR="009647FC" w:rsidRPr="00524A24" w:rsidRDefault="009647FC" w:rsidP="004E7EC6">
      <w:pPr>
        <w:pStyle w:val="libNormal"/>
      </w:pPr>
      <w:r w:rsidRPr="009647FC">
        <w:rPr>
          <w:rtl/>
        </w:rPr>
        <w:t>وأمّا وعلياًّ أبيك</w:t>
      </w:r>
      <w:r w:rsidR="00D769AB">
        <w:rPr>
          <w:rtl/>
        </w:rPr>
        <w:t>،</w:t>
      </w:r>
      <w:r w:rsidRPr="009647FC">
        <w:rPr>
          <w:rtl/>
        </w:rPr>
        <w:t xml:space="preserve"> وخلاله الصالحة التي اجتمعت في أخيك وفيك</w:t>
      </w:r>
      <w:r w:rsidR="00D769AB">
        <w:rPr>
          <w:rtl/>
        </w:rPr>
        <w:t>،</w:t>
      </w:r>
      <w:r w:rsidRPr="009647FC">
        <w:rPr>
          <w:rtl/>
        </w:rPr>
        <w:t xml:space="preserve"> وسماء مجده التي أنتما قمراها</w:t>
      </w:r>
      <w:r w:rsidR="00D769AB">
        <w:rPr>
          <w:rtl/>
        </w:rPr>
        <w:t>،</w:t>
      </w:r>
      <w:r w:rsidRPr="009647FC">
        <w:rPr>
          <w:rtl/>
        </w:rPr>
        <w:t xml:space="preserve"> وعبقات فخره التي ينفح عطفاً كما بريّاها</w:t>
      </w:r>
      <w:r w:rsidR="00D769AB">
        <w:rPr>
          <w:rtl/>
        </w:rPr>
        <w:t>،</w:t>
      </w:r>
      <w:r w:rsidRPr="009647FC">
        <w:rPr>
          <w:rtl/>
        </w:rPr>
        <w:t xml:space="preserve"> لأنت على بعدك يا نسيج وحدك</w:t>
      </w:r>
      <w:r w:rsidR="00D769AB">
        <w:rPr>
          <w:rtl/>
        </w:rPr>
        <w:t>،</w:t>
      </w:r>
      <w:r w:rsidRPr="009647FC">
        <w:rPr>
          <w:rtl/>
        </w:rPr>
        <w:t xml:space="preserve"> ثاني النفس لديّ</w:t>
      </w:r>
      <w:r w:rsidR="00677BC4">
        <w:rPr>
          <w:rtl/>
        </w:rPr>
        <w:t>َ</w:t>
      </w:r>
      <w:r w:rsidR="00D769AB">
        <w:rPr>
          <w:rtl/>
        </w:rPr>
        <w:t>،</w:t>
      </w:r>
      <w:r w:rsidRPr="009647FC">
        <w:rPr>
          <w:rtl/>
        </w:rPr>
        <w:t xml:space="preserve"> وثالث عينيّ</w:t>
      </w:r>
      <w:r w:rsidR="00677BC4">
        <w:rPr>
          <w:rtl/>
        </w:rPr>
        <w:t>َ</w:t>
      </w:r>
      <w:r w:rsidR="00D769AB">
        <w:rPr>
          <w:rtl/>
        </w:rPr>
        <w:t>،</w:t>
      </w:r>
      <w:r w:rsidRPr="009647FC">
        <w:rPr>
          <w:rtl/>
        </w:rPr>
        <w:t xml:space="preserve"> بل أعزُّ منهما عليّ</w:t>
      </w:r>
      <w:r w:rsidR="00677BC4">
        <w:rPr>
          <w:rtl/>
        </w:rPr>
        <w:t>َ</w:t>
      </w:r>
      <w:r w:rsidR="00D769AB">
        <w:rPr>
          <w:rtl/>
        </w:rPr>
        <w:t>،</w:t>
      </w:r>
      <w:r w:rsidRPr="009647FC">
        <w:rPr>
          <w:rtl/>
        </w:rPr>
        <w:t xml:space="preserve"> وما تركتُ المواجهة رغبة عن المشافهة</w:t>
      </w:r>
      <w:r w:rsidR="00D769AB">
        <w:rPr>
          <w:rtl/>
        </w:rPr>
        <w:t>،</w:t>
      </w:r>
      <w:r w:rsidRPr="009647FC">
        <w:rPr>
          <w:rtl/>
        </w:rPr>
        <w:t xml:space="preserve"> ولا المراسلة رغبةً عن المواصلة</w:t>
      </w:r>
      <w:r w:rsidR="00D769AB">
        <w:rPr>
          <w:rtl/>
        </w:rPr>
        <w:t>،</w:t>
      </w:r>
      <w:r w:rsidRPr="009647FC">
        <w:rPr>
          <w:rtl/>
        </w:rPr>
        <w:t xml:space="preserve"> كلا</w:t>
      </w:r>
      <w:r w:rsidR="00D769AB">
        <w:rPr>
          <w:rtl/>
        </w:rPr>
        <w:t>،</w:t>
      </w:r>
      <w:r w:rsidRPr="009647FC">
        <w:rPr>
          <w:rtl/>
        </w:rPr>
        <w:t xml:space="preserve"> بل لعوائق طارية</w:t>
      </w:r>
      <w:r w:rsidR="00D769AB">
        <w:rPr>
          <w:rtl/>
        </w:rPr>
        <w:t>،</w:t>
      </w:r>
      <w:r w:rsidRPr="009647FC">
        <w:rPr>
          <w:rtl/>
        </w:rPr>
        <w:t xml:space="preserve"> وشواغل غير متناهية</w:t>
      </w:r>
      <w:r w:rsidR="00D769AB">
        <w:rPr>
          <w:rtl/>
        </w:rPr>
        <w:t>،</w:t>
      </w:r>
      <w:r w:rsidRPr="009647FC">
        <w:rPr>
          <w:rtl/>
        </w:rPr>
        <w:t xml:space="preserve"> تلهي </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الحليم عن نفسه</w:t>
      </w:r>
      <w:r w:rsidR="00D769AB">
        <w:rPr>
          <w:rtl/>
        </w:rPr>
        <w:t>،</w:t>
      </w:r>
      <w:r w:rsidRPr="009647FC">
        <w:rPr>
          <w:rtl/>
        </w:rPr>
        <w:t xml:space="preserve"> وتنسيه يومه فضلاً عن أمسه</w:t>
      </w:r>
      <w:r w:rsidR="00D769AB">
        <w:rPr>
          <w:rtl/>
        </w:rPr>
        <w:t>،</w:t>
      </w:r>
      <w:r w:rsidRPr="009647FC">
        <w:rPr>
          <w:rtl/>
        </w:rPr>
        <w:t xml:space="preserve"> ولولاها</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لنثرتُ حبّات القلوب ألوكةً</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ونظمتها شوقاً إليك قريضا</w:t>
            </w:r>
            <w:r w:rsidRPr="00725071">
              <w:rPr>
                <w:rStyle w:val="libPoemTiniChar0"/>
                <w:rtl/>
              </w:rPr>
              <w:br/>
              <w:t> </w:t>
            </w:r>
          </w:p>
        </w:tc>
      </w:tr>
    </w:tbl>
    <w:p w:rsidR="009647FC" w:rsidRPr="00524A24" w:rsidRDefault="009647FC" w:rsidP="004E7EC6">
      <w:pPr>
        <w:pStyle w:val="libCenter"/>
      </w:pPr>
      <w:r w:rsidRPr="009647FC">
        <w:rPr>
          <w:rtl/>
        </w:rPr>
        <w:t>*</w:t>
      </w:r>
      <w:r w:rsidR="005469AF">
        <w:rPr>
          <w:rFonts w:hint="cs"/>
          <w:rtl/>
        </w:rPr>
        <w:t xml:space="preserve"> </w:t>
      </w:r>
      <w:r w:rsidRPr="009647FC">
        <w:rPr>
          <w:rtl/>
        </w:rPr>
        <w:t>*</w:t>
      </w:r>
      <w:r w:rsidR="005469AF">
        <w:rPr>
          <w:rFonts w:hint="cs"/>
          <w:rtl/>
        </w:rPr>
        <w:t xml:space="preserve"> </w:t>
      </w:r>
      <w:r w:rsidRPr="009647FC">
        <w:rPr>
          <w:rtl/>
        </w:rPr>
        <w:t>*</w:t>
      </w:r>
    </w:p>
    <w:p w:rsidR="009647FC" w:rsidRPr="00524A24" w:rsidRDefault="009647FC" w:rsidP="004E7EC6">
      <w:pPr>
        <w:pStyle w:val="libNormal"/>
      </w:pPr>
      <w:r w:rsidRPr="009647FC">
        <w:rPr>
          <w:rtl/>
        </w:rPr>
        <w:t>5</w:t>
      </w:r>
      <w:r w:rsidR="004E7EC6">
        <w:rPr>
          <w:rtl/>
        </w:rPr>
        <w:t xml:space="preserve"> - </w:t>
      </w:r>
      <w:r w:rsidRPr="009647FC">
        <w:rPr>
          <w:rtl/>
        </w:rPr>
        <w:t>وكتب إلى الحاج محمد رضا كبّه بهذه الرسالة</w:t>
      </w:r>
      <w:r w:rsidR="00D769AB">
        <w:rPr>
          <w:rtl/>
        </w:rPr>
        <w:t>،</w:t>
      </w:r>
      <w:r w:rsidRPr="009647FC">
        <w:rPr>
          <w:rtl/>
        </w:rPr>
        <w:t xml:space="preserve"> وصدرّ</w:t>
      </w:r>
      <w:r w:rsidR="00677BC4">
        <w:rPr>
          <w:rtl/>
        </w:rPr>
        <w:t>َ</w:t>
      </w:r>
      <w:r w:rsidRPr="009647FC">
        <w:rPr>
          <w:rtl/>
        </w:rPr>
        <w:t>ها بهذه الأبيات</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أغضّ</w:t>
            </w:r>
            <w:r>
              <w:rPr>
                <w:rtl/>
              </w:rPr>
              <w:t xml:space="preserve"> </w:t>
            </w:r>
            <w:r w:rsidRPr="009647FC">
              <w:rPr>
                <w:rtl/>
              </w:rPr>
              <w:t>النسيم</w:t>
            </w:r>
            <w:r>
              <w:rPr>
                <w:rtl/>
              </w:rPr>
              <w:t xml:space="preserve"> </w:t>
            </w:r>
            <w:r w:rsidRPr="009647FC">
              <w:rPr>
                <w:rtl/>
              </w:rPr>
              <w:t>تحملْ</w:t>
            </w:r>
            <w:r>
              <w:rPr>
                <w:rtl/>
              </w:rPr>
              <w:t xml:space="preserve"> </w:t>
            </w:r>
            <w:r w:rsidRPr="009647FC">
              <w:rPr>
                <w:rtl/>
              </w:rPr>
              <w:t>سلامي</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فحيِّ</w:t>
            </w:r>
            <w:r w:rsidR="004C00A8">
              <w:rPr>
                <w:rtl/>
              </w:rPr>
              <w:t xml:space="preserve"> </w:t>
            </w:r>
            <w:r w:rsidRPr="009647FC">
              <w:rPr>
                <w:rtl/>
              </w:rPr>
              <w:t>بريّاهُ</w:t>
            </w:r>
            <w:r>
              <w:rPr>
                <w:rtl/>
              </w:rPr>
              <w:t xml:space="preserve"> (</w:t>
            </w:r>
            <w:r w:rsidRPr="009647FC">
              <w:rPr>
                <w:rtl/>
              </w:rPr>
              <w:t>دار</w:t>
            </w:r>
            <w:r>
              <w:rPr>
                <w:rtl/>
              </w:rPr>
              <w:t xml:space="preserve"> </w:t>
            </w:r>
            <w:r w:rsidRPr="009647FC">
              <w:rPr>
                <w:rtl/>
              </w:rPr>
              <w:t>السلامِ</w:t>
            </w:r>
            <w:r>
              <w:rPr>
                <w:rtl/>
              </w:rPr>
              <w:t>)</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سلامُ</w:t>
            </w:r>
            <w:r>
              <w:rPr>
                <w:rtl/>
              </w:rPr>
              <w:t xml:space="preserve"> </w:t>
            </w:r>
            <w:r w:rsidRPr="009647FC">
              <w:rPr>
                <w:rtl/>
              </w:rPr>
              <w:t>محبٍّ</w:t>
            </w:r>
            <w:r>
              <w:rPr>
                <w:rtl/>
              </w:rPr>
              <w:t xml:space="preserve"> </w:t>
            </w:r>
            <w:r w:rsidRPr="009647FC">
              <w:rPr>
                <w:rtl/>
              </w:rPr>
              <w:t>غريق</w:t>
            </w:r>
            <w:r>
              <w:rPr>
                <w:rtl/>
              </w:rPr>
              <w:t xml:space="preserve"> </w:t>
            </w:r>
            <w:r w:rsidRPr="009647FC">
              <w:rPr>
                <w:rtl/>
              </w:rPr>
              <w:t>الوداد</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غريق</w:t>
            </w:r>
            <w:r w:rsidR="004C00A8">
              <w:rPr>
                <w:rtl/>
              </w:rPr>
              <w:t xml:space="preserve"> </w:t>
            </w:r>
            <w:r w:rsidRPr="009647FC">
              <w:rPr>
                <w:rtl/>
              </w:rPr>
              <w:t>الفؤادِ</w:t>
            </w:r>
            <w:r>
              <w:rPr>
                <w:rtl/>
              </w:rPr>
              <w:t xml:space="preserve"> </w:t>
            </w:r>
            <w:r w:rsidRPr="009647FC">
              <w:rPr>
                <w:rtl/>
              </w:rPr>
              <w:t>ببحر</w:t>
            </w:r>
            <w:r>
              <w:rPr>
                <w:rtl/>
              </w:rPr>
              <w:t xml:space="preserve"> </w:t>
            </w:r>
            <w:r w:rsidRPr="009647FC">
              <w:rPr>
                <w:rtl/>
              </w:rPr>
              <w:t>الغرامِ</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يُميتُ</w:t>
            </w:r>
            <w:r w:rsidR="004C00A8">
              <w:rPr>
                <w:rtl/>
              </w:rPr>
              <w:t xml:space="preserve"> </w:t>
            </w:r>
            <w:r w:rsidRPr="009647FC">
              <w:rPr>
                <w:rtl/>
              </w:rPr>
              <w:t>بشوق</w:t>
            </w:r>
            <w:r>
              <w:rPr>
                <w:rtl/>
              </w:rPr>
              <w:t xml:space="preserve"> </w:t>
            </w:r>
            <w:r w:rsidRPr="009647FC">
              <w:rPr>
                <w:rtl/>
              </w:rPr>
              <w:t>بياض</w:t>
            </w:r>
            <w:r>
              <w:rPr>
                <w:rtl/>
              </w:rPr>
              <w:t xml:space="preserve"> </w:t>
            </w:r>
            <w:r w:rsidRPr="009647FC">
              <w:rPr>
                <w:rtl/>
              </w:rPr>
              <w:t>النهار</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ويحيي</w:t>
            </w:r>
            <w:r>
              <w:rPr>
                <w:rtl/>
              </w:rPr>
              <w:t xml:space="preserve"> </w:t>
            </w:r>
            <w:r w:rsidRPr="009647FC">
              <w:rPr>
                <w:rtl/>
              </w:rPr>
              <w:t>بشوق</w:t>
            </w:r>
            <w:r>
              <w:rPr>
                <w:rtl/>
              </w:rPr>
              <w:t xml:space="preserve"> </w:t>
            </w:r>
            <w:r w:rsidRPr="009647FC">
              <w:rPr>
                <w:rtl/>
              </w:rPr>
              <w:t>سواد</w:t>
            </w:r>
            <w:r>
              <w:rPr>
                <w:rtl/>
              </w:rPr>
              <w:t xml:space="preserve">َ </w:t>
            </w:r>
            <w:r w:rsidRPr="009647FC">
              <w:rPr>
                <w:rtl/>
              </w:rPr>
              <w:t>الظلامِ</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وتهفو</w:t>
            </w:r>
            <w:r>
              <w:rPr>
                <w:rtl/>
              </w:rPr>
              <w:t xml:space="preserve"> </w:t>
            </w:r>
            <w:r w:rsidRPr="009647FC">
              <w:rPr>
                <w:rtl/>
              </w:rPr>
              <w:t>نوازع</w:t>
            </w:r>
            <w:r>
              <w:rPr>
                <w:rtl/>
              </w:rPr>
              <w:t xml:space="preserve"> </w:t>
            </w:r>
            <w:r w:rsidRPr="009647FC">
              <w:rPr>
                <w:rtl/>
              </w:rPr>
              <w:t>أشواقه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بلبِّ</w:t>
            </w:r>
            <w:r w:rsidR="004C00A8">
              <w:rPr>
                <w:rtl/>
              </w:rPr>
              <w:t xml:space="preserve"> </w:t>
            </w:r>
            <w:r w:rsidRPr="009647FC">
              <w:rPr>
                <w:rtl/>
              </w:rPr>
              <w:t>حشاشته</w:t>
            </w:r>
            <w:r>
              <w:rPr>
                <w:rtl/>
              </w:rPr>
              <w:t xml:space="preserve"> </w:t>
            </w:r>
            <w:r w:rsidRPr="009647FC">
              <w:rPr>
                <w:rtl/>
              </w:rPr>
              <w:t>المستهامِ</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يطالع</w:t>
            </w:r>
            <w:r w:rsidR="004C00A8">
              <w:rPr>
                <w:rtl/>
              </w:rPr>
              <w:t xml:space="preserve"> </w:t>
            </w:r>
            <w:r w:rsidRPr="009647FC">
              <w:rPr>
                <w:rtl/>
              </w:rPr>
              <w:t>بالفكر</w:t>
            </w:r>
            <w:r>
              <w:rPr>
                <w:rtl/>
              </w:rPr>
              <w:t xml:space="preserve"> </w:t>
            </w:r>
            <w:r w:rsidRPr="009647FC">
              <w:rPr>
                <w:rtl/>
              </w:rPr>
              <w:t>وجه</w:t>
            </w:r>
            <w:r>
              <w:rPr>
                <w:rtl/>
              </w:rPr>
              <w:t xml:space="preserve">َ </w:t>
            </w:r>
            <w:r w:rsidRPr="009647FC">
              <w:rPr>
                <w:rtl/>
              </w:rPr>
              <w:t>الحبيب</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فيحظى</w:t>
            </w:r>
            <w:r>
              <w:rPr>
                <w:rtl/>
              </w:rPr>
              <w:t xml:space="preserve"> </w:t>
            </w:r>
            <w:r w:rsidRPr="009647FC">
              <w:rPr>
                <w:rtl/>
              </w:rPr>
              <w:t>برؤية</w:t>
            </w:r>
            <w:r>
              <w:rPr>
                <w:rtl/>
              </w:rPr>
              <w:t xml:space="preserve"> </w:t>
            </w:r>
            <w:r w:rsidRPr="009647FC">
              <w:rPr>
                <w:rtl/>
              </w:rPr>
              <w:t>بدر</w:t>
            </w:r>
            <w:r>
              <w:rPr>
                <w:rtl/>
              </w:rPr>
              <w:t xml:space="preserve"> </w:t>
            </w:r>
            <w:r w:rsidRPr="009647FC">
              <w:rPr>
                <w:rtl/>
              </w:rPr>
              <w:t>التمامِ</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حبيبٌ</w:t>
            </w:r>
            <w:r>
              <w:rPr>
                <w:rtl/>
              </w:rPr>
              <w:t xml:space="preserve"> </w:t>
            </w:r>
            <w:r w:rsidRPr="009647FC">
              <w:rPr>
                <w:rtl/>
              </w:rPr>
              <w:t>أروِّحُ</w:t>
            </w:r>
            <w:r>
              <w:rPr>
                <w:rtl/>
              </w:rPr>
              <w:t xml:space="preserve"> </w:t>
            </w:r>
            <w:r w:rsidRPr="009647FC">
              <w:rPr>
                <w:rtl/>
              </w:rPr>
              <w:t>قلبي</w:t>
            </w:r>
            <w:r>
              <w:rPr>
                <w:rtl/>
              </w:rPr>
              <w:t xml:space="preserve"> </w:t>
            </w:r>
            <w:r w:rsidRPr="009647FC">
              <w:rPr>
                <w:rtl/>
              </w:rPr>
              <w:t>العليل</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من</w:t>
            </w:r>
            <w:r w:rsidR="004C00A8">
              <w:rPr>
                <w:rtl/>
              </w:rPr>
              <w:t xml:space="preserve"> </w:t>
            </w:r>
            <w:r w:rsidRPr="009647FC">
              <w:rPr>
                <w:rtl/>
              </w:rPr>
              <w:t>ذكره</w:t>
            </w:r>
            <w:r>
              <w:rPr>
                <w:rtl/>
              </w:rPr>
              <w:t xml:space="preserve"> </w:t>
            </w:r>
            <w:r w:rsidRPr="009647FC">
              <w:rPr>
                <w:rtl/>
              </w:rPr>
              <w:t>بنسيم</w:t>
            </w:r>
            <w:r>
              <w:rPr>
                <w:rtl/>
              </w:rPr>
              <w:t xml:space="preserve"> </w:t>
            </w:r>
            <w:r w:rsidRPr="009647FC">
              <w:rPr>
                <w:rtl/>
              </w:rPr>
              <w:t>المدامِ</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وشوقي</w:t>
            </w:r>
            <w:r>
              <w:rPr>
                <w:rtl/>
              </w:rPr>
              <w:t xml:space="preserve"> </w:t>
            </w:r>
            <w:r w:rsidRPr="009647FC">
              <w:rPr>
                <w:rtl/>
              </w:rPr>
              <w:t>إلى</w:t>
            </w:r>
            <w:r>
              <w:rPr>
                <w:rtl/>
              </w:rPr>
              <w:t xml:space="preserve"> </w:t>
            </w:r>
            <w:r w:rsidRPr="009647FC">
              <w:rPr>
                <w:rtl/>
              </w:rPr>
              <w:t>درِّ</w:t>
            </w:r>
            <w:r>
              <w:rPr>
                <w:rtl/>
              </w:rPr>
              <w:t xml:space="preserve"> </w:t>
            </w:r>
            <w:r w:rsidRPr="009647FC">
              <w:rPr>
                <w:rtl/>
              </w:rPr>
              <w:t>ألفاظه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كشوق</w:t>
            </w:r>
            <w:r w:rsidR="004C00A8">
              <w:rPr>
                <w:rtl/>
              </w:rPr>
              <w:t xml:space="preserve"> </w:t>
            </w:r>
            <w:r w:rsidRPr="009647FC">
              <w:rPr>
                <w:rtl/>
              </w:rPr>
              <w:t>الرياض</w:t>
            </w:r>
            <w:r>
              <w:rPr>
                <w:rtl/>
              </w:rPr>
              <w:t xml:space="preserve"> </w:t>
            </w:r>
            <w:r w:rsidRPr="009647FC">
              <w:rPr>
                <w:rtl/>
              </w:rPr>
              <w:t>لدرّ</w:t>
            </w:r>
            <w:r>
              <w:rPr>
                <w:rtl/>
              </w:rPr>
              <w:t xml:space="preserve"> </w:t>
            </w:r>
            <w:r w:rsidRPr="009647FC">
              <w:rPr>
                <w:rtl/>
              </w:rPr>
              <w:t>الغمامِ</w:t>
            </w:r>
            <w:r w:rsidRPr="00725071">
              <w:rPr>
                <w:rStyle w:val="libPoemTiniChar0"/>
                <w:rtl/>
              </w:rPr>
              <w:br/>
              <w:t> </w:t>
            </w:r>
          </w:p>
        </w:tc>
      </w:tr>
    </w:tbl>
    <w:p w:rsidR="009647FC" w:rsidRPr="00524A24" w:rsidRDefault="009647FC" w:rsidP="004E7EC6">
      <w:pPr>
        <w:pStyle w:val="libNormal"/>
      </w:pPr>
      <w:r w:rsidRPr="009647FC">
        <w:rPr>
          <w:rtl/>
        </w:rPr>
        <w:t>ممّنْ سكن روحُه بمحاني (الزوراء)</w:t>
      </w:r>
      <w:r w:rsidR="00D769AB">
        <w:rPr>
          <w:rtl/>
        </w:rPr>
        <w:t>،</w:t>
      </w:r>
      <w:r w:rsidRPr="009647FC">
        <w:rPr>
          <w:rtl/>
        </w:rPr>
        <w:t xml:space="preserve"> وأقام جسمه بمغاني (الفيحاء)</w:t>
      </w:r>
      <w:r w:rsidR="00D769AB">
        <w:rPr>
          <w:rtl/>
        </w:rPr>
        <w:t>،</w:t>
      </w:r>
      <w:r w:rsidRPr="009647FC">
        <w:rPr>
          <w:rtl/>
        </w:rPr>
        <w:t xml:space="preserve"> إقامة المغترب عن وطنه</w:t>
      </w:r>
      <w:r w:rsidR="00D769AB">
        <w:rPr>
          <w:rtl/>
        </w:rPr>
        <w:t>،</w:t>
      </w:r>
      <w:r w:rsidRPr="009647FC">
        <w:rPr>
          <w:rtl/>
        </w:rPr>
        <w:t xml:space="preserve"> اللابث في غير عطنه</w:t>
      </w:r>
      <w:r w:rsidR="00D769AB">
        <w:rPr>
          <w:rtl/>
        </w:rPr>
        <w:t>،</w:t>
      </w:r>
      <w:r w:rsidRPr="009647FC">
        <w:rPr>
          <w:rtl/>
        </w:rPr>
        <w:t xml:space="preserve"> لا يملك على الخفوق أثناء قلبه المشوق</w:t>
      </w:r>
      <w:r w:rsidR="00D769AB">
        <w:rPr>
          <w:rtl/>
        </w:rPr>
        <w:t>،</w:t>
      </w:r>
      <w:r w:rsidRPr="009647FC">
        <w:rPr>
          <w:rtl/>
        </w:rPr>
        <w:t xml:space="preserve"> ولا يُلقي سمعه إلى نديم</w:t>
      </w:r>
      <w:r w:rsidR="00D769AB">
        <w:rPr>
          <w:rtl/>
        </w:rPr>
        <w:t>،</w:t>
      </w:r>
      <w:r w:rsidRPr="009647FC">
        <w:rPr>
          <w:rtl/>
        </w:rPr>
        <w:t xml:space="preserve"> ولو كان أفصح الأنام</w:t>
      </w:r>
      <w:r w:rsidR="00D769AB">
        <w:rPr>
          <w:rtl/>
        </w:rPr>
        <w:t>،</w:t>
      </w:r>
      <w:r w:rsidRPr="009647FC">
        <w:rPr>
          <w:rtl/>
        </w:rPr>
        <w:t xml:space="preserve"> ولا يرتاح إلى مفاكهةٍ ولو كان من ولدان النعيم</w:t>
      </w:r>
      <w:r w:rsidR="00D769AB">
        <w:rPr>
          <w:rtl/>
        </w:rPr>
        <w:t>،</w:t>
      </w:r>
      <w:r w:rsidRPr="009647FC">
        <w:rPr>
          <w:rtl/>
        </w:rPr>
        <w:t xml:space="preserve"> عبقُ الكلام</w:t>
      </w:r>
      <w:r w:rsidR="00D769AB">
        <w:rPr>
          <w:rtl/>
        </w:rPr>
        <w:t>،</w:t>
      </w:r>
      <w:r w:rsidRPr="009647FC">
        <w:rPr>
          <w:rtl/>
        </w:rPr>
        <w:t xml:space="preserve"> ولا ينظر إلاّ بعين أنسيّة الأجفان وحشيّة الإنسان</w:t>
      </w:r>
      <w:r w:rsidR="00D769AB">
        <w:rPr>
          <w:rtl/>
        </w:rPr>
        <w:t>،</w:t>
      </w:r>
      <w:r w:rsidRPr="009647FC">
        <w:rPr>
          <w:rtl/>
        </w:rPr>
        <w:t xml:space="preserve"> قد عرفتْ آماقها الأرق</w:t>
      </w:r>
      <w:r w:rsidR="00D769AB">
        <w:rPr>
          <w:rtl/>
        </w:rPr>
        <w:t>،</w:t>
      </w:r>
      <w:r w:rsidRPr="009647FC">
        <w:rPr>
          <w:rtl/>
        </w:rPr>
        <w:t xml:space="preserve"> وأنكرت أحداقها الرفّق</w:t>
      </w:r>
      <w:r w:rsidR="00D769AB">
        <w:rPr>
          <w:rtl/>
        </w:rPr>
        <w:t>،</w:t>
      </w:r>
      <w:r w:rsidRPr="009647FC">
        <w:rPr>
          <w:rtl/>
        </w:rPr>
        <w:t xml:space="preserve"> لم تفتحْ على أناسٍ بصرها إلاّ استوحشتْ عنه</w:t>
      </w:r>
      <w:r w:rsidR="00D769AB">
        <w:rPr>
          <w:rtl/>
        </w:rPr>
        <w:t>؛</w:t>
      </w:r>
      <w:r w:rsidRPr="009647FC">
        <w:rPr>
          <w:rtl/>
        </w:rPr>
        <w:t xml:space="preserve"> فغضّ</w:t>
      </w:r>
      <w:r w:rsidR="00677BC4">
        <w:rPr>
          <w:rtl/>
        </w:rPr>
        <w:t>َ</w:t>
      </w:r>
      <w:r w:rsidRPr="009647FC">
        <w:rPr>
          <w:rtl/>
        </w:rPr>
        <w:t>تْ عنهم نظرها</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أتأنسُ</w:t>
            </w:r>
            <w:r w:rsidR="004C00A8">
              <w:rPr>
                <w:rtl/>
              </w:rPr>
              <w:t xml:space="preserve"> </w:t>
            </w:r>
            <w:r w:rsidRPr="009647FC">
              <w:rPr>
                <w:rtl/>
              </w:rPr>
              <w:t>في</w:t>
            </w:r>
            <w:r>
              <w:rPr>
                <w:rtl/>
              </w:rPr>
              <w:t xml:space="preserve"> </w:t>
            </w:r>
            <w:r w:rsidRPr="009647FC">
              <w:rPr>
                <w:rtl/>
              </w:rPr>
              <w:t>فتح</w:t>
            </w:r>
            <w:r>
              <w:rPr>
                <w:rtl/>
              </w:rPr>
              <w:t xml:space="preserve"> </w:t>
            </w:r>
            <w:r w:rsidRPr="009647FC">
              <w:rPr>
                <w:rtl/>
              </w:rPr>
              <w:t>أجفانها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عيوني</w:t>
            </w:r>
            <w:r w:rsidR="004C00A8">
              <w:rPr>
                <w:rtl/>
              </w:rPr>
              <w:t xml:space="preserve"> </w:t>
            </w:r>
            <w:r w:rsidRPr="009647FC">
              <w:rPr>
                <w:rtl/>
              </w:rPr>
              <w:t>في</w:t>
            </w:r>
            <w:r>
              <w:rPr>
                <w:rtl/>
              </w:rPr>
              <w:t xml:space="preserve"> </w:t>
            </w:r>
            <w:r w:rsidRPr="009647FC">
              <w:rPr>
                <w:rtl/>
              </w:rPr>
              <w:t>غير</w:t>
            </w:r>
            <w:r>
              <w:rPr>
                <w:rtl/>
              </w:rPr>
              <w:t xml:space="preserve"> </w:t>
            </w:r>
            <w:r w:rsidRPr="009647FC">
              <w:rPr>
                <w:rtl/>
              </w:rPr>
              <w:t>إنسانها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ويخلص</w:t>
            </w:r>
            <w:r>
              <w:rPr>
                <w:rtl/>
              </w:rPr>
              <w:t xml:space="preserve"> </w:t>
            </w:r>
            <w:r w:rsidRPr="009647FC">
              <w:rPr>
                <w:rtl/>
              </w:rPr>
              <w:t>يوماً</w:t>
            </w:r>
            <w:r>
              <w:rPr>
                <w:rtl/>
              </w:rPr>
              <w:t xml:space="preserve"> </w:t>
            </w:r>
            <w:r w:rsidRPr="009647FC">
              <w:rPr>
                <w:rtl/>
              </w:rPr>
              <w:t>لنفسي</w:t>
            </w:r>
            <w:r>
              <w:rPr>
                <w:rtl/>
              </w:rPr>
              <w:t xml:space="preserve"> </w:t>
            </w:r>
            <w:r w:rsidRPr="009647FC">
              <w:rPr>
                <w:rtl/>
              </w:rPr>
              <w:t>السرورُ</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إذا</w:t>
            </w:r>
            <w:r w:rsidR="004C00A8">
              <w:rPr>
                <w:rtl/>
              </w:rPr>
              <w:t xml:space="preserve"> </w:t>
            </w:r>
            <w:r w:rsidRPr="009647FC">
              <w:rPr>
                <w:rtl/>
              </w:rPr>
              <w:t>وصلت</w:t>
            </w:r>
            <w:r>
              <w:rPr>
                <w:rtl/>
              </w:rPr>
              <w:t xml:space="preserve"> </w:t>
            </w:r>
            <w:r w:rsidRPr="009647FC">
              <w:rPr>
                <w:rtl/>
              </w:rPr>
              <w:t>غير</w:t>
            </w:r>
            <w:r>
              <w:rPr>
                <w:rtl/>
              </w:rPr>
              <w:t xml:space="preserve"> </w:t>
            </w:r>
            <w:r w:rsidRPr="009647FC">
              <w:rPr>
                <w:rtl/>
              </w:rPr>
              <w:t>خلصانها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إذاً</w:t>
            </w:r>
            <w:r>
              <w:rPr>
                <w:rtl/>
              </w:rPr>
              <w:t xml:space="preserve"> </w:t>
            </w:r>
            <w:r w:rsidRPr="009647FC">
              <w:rPr>
                <w:rtl/>
              </w:rPr>
              <w:t>كذبتْ</w:t>
            </w:r>
            <w:r>
              <w:rPr>
                <w:rtl/>
              </w:rPr>
              <w:t xml:space="preserve"> </w:t>
            </w:r>
            <w:r w:rsidRPr="009647FC">
              <w:rPr>
                <w:rtl/>
              </w:rPr>
              <w:t>بادعاء</w:t>
            </w:r>
            <w:r>
              <w:rPr>
                <w:rtl/>
              </w:rPr>
              <w:t xml:space="preserve"> </w:t>
            </w:r>
            <w:r w:rsidRPr="009647FC">
              <w:rPr>
                <w:rtl/>
              </w:rPr>
              <w:t>الوداد</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نفسي</w:t>
            </w:r>
            <w:r>
              <w:rPr>
                <w:rtl/>
              </w:rPr>
              <w:t xml:space="preserve"> </w:t>
            </w:r>
            <w:r w:rsidRPr="009647FC">
              <w:rPr>
                <w:rtl/>
              </w:rPr>
              <w:t>وما</w:t>
            </w:r>
            <w:r>
              <w:rPr>
                <w:rtl/>
              </w:rPr>
              <w:t xml:space="preserve"> </w:t>
            </w:r>
            <w:r w:rsidRPr="009647FC">
              <w:rPr>
                <w:rtl/>
              </w:rPr>
              <w:t>الكذب</w:t>
            </w:r>
            <w:r>
              <w:rPr>
                <w:rtl/>
              </w:rPr>
              <w:t xml:space="preserve"> </w:t>
            </w:r>
            <w:r w:rsidRPr="009647FC">
              <w:rPr>
                <w:rtl/>
              </w:rPr>
              <w:t>من</w:t>
            </w:r>
            <w:r>
              <w:rPr>
                <w:rtl/>
              </w:rPr>
              <w:t xml:space="preserve"> </w:t>
            </w:r>
            <w:r w:rsidRPr="009647FC">
              <w:rPr>
                <w:rtl/>
              </w:rPr>
              <w:t>شأنها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نعم</w:t>
            </w:r>
            <w:r>
              <w:rPr>
                <w:rtl/>
              </w:rPr>
              <w:t xml:space="preserve"> </w:t>
            </w:r>
            <w:r w:rsidRPr="009647FC">
              <w:rPr>
                <w:rtl/>
              </w:rPr>
              <w:t>عندها</w:t>
            </w:r>
            <w:r>
              <w:rPr>
                <w:rtl/>
              </w:rPr>
              <w:t xml:space="preserve"> </w:t>
            </w:r>
            <w:r w:rsidRPr="009647FC">
              <w:rPr>
                <w:rtl/>
              </w:rPr>
              <w:t>الغدر</w:t>
            </w:r>
            <w:r>
              <w:rPr>
                <w:rtl/>
              </w:rPr>
              <w:t xml:space="preserve"> </w:t>
            </w:r>
            <w:r w:rsidRPr="009647FC">
              <w:rPr>
                <w:rtl/>
              </w:rPr>
              <w:t>بعد</w:t>
            </w:r>
            <w:r>
              <w:rPr>
                <w:rtl/>
              </w:rPr>
              <w:t xml:space="preserve"> </w:t>
            </w:r>
            <w:r w:rsidRPr="009647FC">
              <w:rPr>
                <w:rtl/>
              </w:rPr>
              <w:t>الوفاء</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هو</w:t>
            </w:r>
            <w:r>
              <w:rPr>
                <w:rtl/>
              </w:rPr>
              <w:t xml:space="preserve"> </w:t>
            </w:r>
            <w:r w:rsidRPr="009647FC">
              <w:rPr>
                <w:rtl/>
              </w:rPr>
              <w:t>الكفر</w:t>
            </w:r>
            <w:r>
              <w:rPr>
                <w:rtl/>
              </w:rPr>
              <w:t xml:space="preserve"> </w:t>
            </w:r>
            <w:r w:rsidRPr="009647FC">
              <w:rPr>
                <w:rtl/>
              </w:rPr>
              <w:t>من</w:t>
            </w:r>
            <w:r>
              <w:rPr>
                <w:rtl/>
              </w:rPr>
              <w:t xml:space="preserve"> </w:t>
            </w:r>
            <w:r w:rsidRPr="009647FC">
              <w:rPr>
                <w:rtl/>
              </w:rPr>
              <w:t>بعد</w:t>
            </w:r>
            <w:r>
              <w:rPr>
                <w:rtl/>
              </w:rPr>
              <w:t xml:space="preserve"> </w:t>
            </w:r>
            <w:r w:rsidRPr="009647FC">
              <w:rPr>
                <w:rtl/>
              </w:rPr>
              <w:t>إيمانها</w:t>
            </w:r>
            <w:r w:rsidRPr="00725071">
              <w:rPr>
                <w:rStyle w:val="libPoemTiniChar0"/>
                <w:rtl/>
              </w:rPr>
              <w:br/>
              <w:t> </w:t>
            </w:r>
          </w:p>
        </w:tc>
      </w:tr>
    </w:tbl>
    <w:p w:rsidR="009647FC" w:rsidRPr="00524A24" w:rsidRDefault="009647FC" w:rsidP="004E7EC6">
      <w:pPr>
        <w:pStyle w:val="libNormal"/>
      </w:pPr>
      <w:r w:rsidRPr="009647FC">
        <w:rPr>
          <w:rtl/>
        </w:rPr>
        <w:t>على أنّني لم أبرح مسائي وصباحي</w:t>
      </w:r>
      <w:r w:rsidR="00D769AB">
        <w:rPr>
          <w:rtl/>
        </w:rPr>
        <w:t>،</w:t>
      </w:r>
      <w:r w:rsidRPr="009647FC">
        <w:rPr>
          <w:rtl/>
        </w:rPr>
        <w:t xml:space="preserve"> وغدوّي ورواحي</w:t>
      </w:r>
      <w:r w:rsidR="00D769AB">
        <w:rPr>
          <w:rtl/>
        </w:rPr>
        <w:t>،</w:t>
      </w:r>
      <w:r w:rsidRPr="009647FC">
        <w:rPr>
          <w:rtl/>
        </w:rPr>
        <w:t xml:space="preserve"> وعشيتي وأبكاري</w:t>
      </w:r>
      <w:r w:rsidR="00D769AB">
        <w:rPr>
          <w:rtl/>
        </w:rPr>
        <w:t>،</w:t>
      </w:r>
      <w:r w:rsidRPr="009647FC">
        <w:rPr>
          <w:rtl/>
        </w:rPr>
        <w:t xml:space="preserve"> </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وأصيلي وأسحاري حرج الصدر</w:t>
      </w:r>
      <w:r w:rsidR="00D769AB">
        <w:rPr>
          <w:rtl/>
        </w:rPr>
        <w:t>،</w:t>
      </w:r>
      <w:r w:rsidRPr="009647FC">
        <w:rPr>
          <w:rtl/>
        </w:rPr>
        <w:t xml:space="preserve"> متشعّب الفكر</w:t>
      </w:r>
      <w:r w:rsidR="00D769AB">
        <w:rPr>
          <w:rtl/>
        </w:rPr>
        <w:t>،</w:t>
      </w:r>
      <w:r w:rsidRPr="009647FC">
        <w:rPr>
          <w:rtl/>
        </w:rPr>
        <w:t xml:space="preserve"> ملويّ</w:t>
      </w:r>
      <w:r w:rsidR="00677BC4">
        <w:rPr>
          <w:rtl/>
        </w:rPr>
        <w:t>َ</w:t>
      </w:r>
      <w:r w:rsidRPr="009647FC">
        <w:rPr>
          <w:rtl/>
        </w:rPr>
        <w:t xml:space="preserve"> الحشاشة على حسرات متعالية</w:t>
      </w:r>
      <w:r w:rsidR="00D769AB">
        <w:rPr>
          <w:rtl/>
        </w:rPr>
        <w:t>،</w:t>
      </w:r>
      <w:r w:rsidRPr="009647FC">
        <w:rPr>
          <w:rtl/>
        </w:rPr>
        <w:t xml:space="preserve"> طويّ</w:t>
      </w:r>
      <w:r w:rsidR="00677BC4">
        <w:rPr>
          <w:rtl/>
        </w:rPr>
        <w:t>َ</w:t>
      </w:r>
      <w:r w:rsidRPr="009647FC">
        <w:rPr>
          <w:rtl/>
        </w:rPr>
        <w:t xml:space="preserve"> الجوانح على زفرات إلى التراقي متراقية من لوعةٍ غير ماضية</w:t>
      </w:r>
      <w:r w:rsidR="00D769AB">
        <w:rPr>
          <w:rtl/>
        </w:rPr>
        <w:t>،</w:t>
      </w:r>
      <w:r w:rsidRPr="009647FC">
        <w:rPr>
          <w:rtl/>
        </w:rPr>
        <w:t xml:space="preserve"> أقتل من ماضية الحدِّ</w:t>
      </w:r>
      <w:r w:rsidR="00D769AB">
        <w:rPr>
          <w:rtl/>
        </w:rPr>
        <w:t>،</w:t>
      </w:r>
      <w:r w:rsidRPr="009647FC">
        <w:rPr>
          <w:rtl/>
        </w:rPr>
        <w:t xml:space="preserve"> وصبابةٍ كأنّها جمرةٌ ذاكية الوقد</w:t>
      </w:r>
      <w:r w:rsidR="00D769AB">
        <w:rPr>
          <w:rtl/>
        </w:rPr>
        <w:t>،</w:t>
      </w:r>
      <w:r w:rsidRPr="009647FC">
        <w:rPr>
          <w:rtl/>
        </w:rPr>
        <w:t xml:space="preserve"> فإذا غشيني الدجى بغياهبه</w:t>
      </w:r>
      <w:r w:rsidR="00D769AB">
        <w:rPr>
          <w:rtl/>
        </w:rPr>
        <w:t>،</w:t>
      </w:r>
      <w:r w:rsidRPr="009647FC">
        <w:rPr>
          <w:rtl/>
        </w:rPr>
        <w:t xml:space="preserve"> ورقدت الورى أحصيتُ عدد كواكبه بعين ابن شوقٍ نسيتْ أجفانه الكرى</w:t>
      </w:r>
      <w:r w:rsidR="00D769AB">
        <w:rPr>
          <w:rtl/>
        </w:rPr>
        <w:t>،</w:t>
      </w:r>
      <w:r w:rsidRPr="009647FC">
        <w:rPr>
          <w:rtl/>
        </w:rPr>
        <w:t xml:space="preserve"> وإذا نضا الليلُ عنّي ثياب</w:t>
      </w:r>
      <w:r w:rsidR="00677BC4">
        <w:rPr>
          <w:rtl/>
        </w:rPr>
        <w:t>َ</w:t>
      </w:r>
      <w:r w:rsidRPr="009647FC">
        <w:rPr>
          <w:rtl/>
        </w:rPr>
        <w:t xml:space="preserve"> ظلمائه</w:t>
      </w:r>
      <w:r w:rsidR="00D769AB">
        <w:rPr>
          <w:rtl/>
        </w:rPr>
        <w:t>،</w:t>
      </w:r>
      <w:r w:rsidRPr="009647FC">
        <w:rPr>
          <w:rtl/>
        </w:rPr>
        <w:t xml:space="preserve"> وألبسني النهارُ جلباب ضيائه</w:t>
      </w:r>
      <w:r w:rsidR="00D769AB">
        <w:rPr>
          <w:rtl/>
        </w:rPr>
        <w:t>،</w:t>
      </w:r>
      <w:r w:rsidRPr="009647FC">
        <w:rPr>
          <w:rtl/>
        </w:rPr>
        <w:t xml:space="preserve"> أقبلتُ على نفسي أعللها بوشيك التداني</w:t>
      </w:r>
      <w:r w:rsidR="00D769AB">
        <w:rPr>
          <w:rtl/>
        </w:rPr>
        <w:t>،</w:t>
      </w:r>
      <w:r w:rsidRPr="009647FC">
        <w:rPr>
          <w:rtl/>
        </w:rPr>
        <w:t xml:space="preserve"> وأسلّي غلّة شوقها بسراب الأماني</w:t>
      </w:r>
      <w:r w:rsidR="00D769AB">
        <w:rPr>
          <w:rtl/>
        </w:rPr>
        <w:t>،</w:t>
      </w:r>
      <w:r w:rsidRPr="009647FC">
        <w:rPr>
          <w:rtl/>
        </w:rPr>
        <w:t xml:space="preserve"> فتذمُّ من أمسها ما استدبرتْ</w:t>
      </w:r>
      <w:r w:rsidR="00D769AB">
        <w:rPr>
          <w:rtl/>
        </w:rPr>
        <w:t>،</w:t>
      </w:r>
      <w:r w:rsidRPr="009647FC">
        <w:rPr>
          <w:rtl/>
        </w:rPr>
        <w:t xml:space="preserve"> وتحمدُ من يومها ما استقبلتْ حتى يأكل فمُ الغروب قرص</w:t>
      </w:r>
      <w:r w:rsidR="00677BC4">
        <w:rPr>
          <w:rtl/>
        </w:rPr>
        <w:t>َ</w:t>
      </w:r>
      <w:r w:rsidRPr="009647FC">
        <w:rPr>
          <w:rtl/>
        </w:rPr>
        <w:t xml:space="preserve"> الشمس</w:t>
      </w:r>
      <w:r w:rsidR="00D769AB">
        <w:rPr>
          <w:rtl/>
        </w:rPr>
        <w:t>،</w:t>
      </w:r>
      <w:r w:rsidRPr="009647FC">
        <w:rPr>
          <w:rtl/>
        </w:rPr>
        <w:t xml:space="preserve"> ولم تحصل من الرجاء إلاّ على اليأس</w:t>
      </w:r>
      <w:r w:rsidR="00D769AB">
        <w:rPr>
          <w:rtl/>
        </w:rPr>
        <w:t>،</w:t>
      </w:r>
      <w:r w:rsidRPr="009647FC">
        <w:rPr>
          <w:rtl/>
        </w:rPr>
        <w:t xml:space="preserve"> ولمّا لم يبق</w:t>
      </w:r>
      <w:r w:rsidR="00677BC4">
        <w:rPr>
          <w:rtl/>
        </w:rPr>
        <w:t>َ</w:t>
      </w:r>
      <w:r w:rsidRPr="009647FC">
        <w:rPr>
          <w:rtl/>
        </w:rPr>
        <w:t xml:space="preserve"> لي في قوس الأماني منزعٌ</w:t>
      </w:r>
      <w:r w:rsidR="00D769AB">
        <w:rPr>
          <w:rtl/>
        </w:rPr>
        <w:t>،</w:t>
      </w:r>
      <w:r w:rsidRPr="009647FC">
        <w:rPr>
          <w:rtl/>
        </w:rPr>
        <w:t xml:space="preserve"> ولا في مطمعات الأماني مطمعٌ</w:t>
      </w:r>
      <w:r w:rsidR="00D769AB">
        <w:rPr>
          <w:rtl/>
        </w:rPr>
        <w:t>؛</w:t>
      </w:r>
      <w:r w:rsidRPr="009647FC">
        <w:rPr>
          <w:rtl/>
        </w:rPr>
        <w:t xml:space="preserve"> سبرتُ بعين البصيرة والعقل مذاهب طرق الوصل</w:t>
      </w:r>
      <w:r w:rsidR="00D769AB">
        <w:rPr>
          <w:rtl/>
        </w:rPr>
        <w:t>،</w:t>
      </w:r>
      <w:r w:rsidRPr="009647FC">
        <w:rPr>
          <w:rtl/>
        </w:rPr>
        <w:t xml:space="preserve"> فوجدتها على ثلاثة أنحاء بين أهل المودّ</w:t>
      </w:r>
      <w:r w:rsidR="00677BC4">
        <w:rPr>
          <w:rtl/>
        </w:rPr>
        <w:t>َ</w:t>
      </w:r>
      <w:r w:rsidRPr="009647FC">
        <w:rPr>
          <w:rtl/>
        </w:rPr>
        <w:t>ة والإخاء</w:t>
      </w:r>
      <w:r w:rsidR="00D769AB">
        <w:rPr>
          <w:rtl/>
        </w:rPr>
        <w:t>؛</w:t>
      </w:r>
      <w:r w:rsidRPr="009647FC">
        <w:rPr>
          <w:rtl/>
        </w:rPr>
        <w:t xml:space="preserve"> إمّا بمشاهدة العيان على القرب</w:t>
      </w:r>
      <w:r w:rsidR="00D769AB">
        <w:rPr>
          <w:rtl/>
        </w:rPr>
        <w:t>،</w:t>
      </w:r>
      <w:r w:rsidRPr="009647FC">
        <w:rPr>
          <w:rtl/>
        </w:rPr>
        <w:t xml:space="preserve"> أو حضور الحبيب في مهجة المحبّ</w:t>
      </w:r>
      <w:r w:rsidR="00D769AB">
        <w:rPr>
          <w:rtl/>
        </w:rPr>
        <w:t>،</w:t>
      </w:r>
      <w:r w:rsidRPr="009647FC">
        <w:rPr>
          <w:rtl/>
        </w:rPr>
        <w:t xml:space="preserve"> أو بثِّ الشوق إليه والوجد بالمراسلة على البعد</w:t>
      </w:r>
      <w:r w:rsidR="00D769AB">
        <w:rPr>
          <w:rtl/>
        </w:rPr>
        <w:t>،</w:t>
      </w:r>
      <w:r w:rsidRPr="009647FC">
        <w:rPr>
          <w:rtl/>
        </w:rPr>
        <w:t xml:space="preserve"> فألفيتُ أوّلها مستحيلاً</w:t>
      </w:r>
      <w:r w:rsidR="00D769AB">
        <w:rPr>
          <w:rtl/>
        </w:rPr>
        <w:t>،</w:t>
      </w:r>
      <w:r w:rsidRPr="009647FC">
        <w:rPr>
          <w:rtl/>
        </w:rPr>
        <w:t xml:space="preserve"> بعد أن طلبته بكرةً وأصيلاً</w:t>
      </w:r>
      <w:r w:rsidR="00D769AB">
        <w:rPr>
          <w:rtl/>
        </w:rPr>
        <w:t>.</w:t>
      </w:r>
    </w:p>
    <w:p w:rsidR="009647FC" w:rsidRPr="00524A24" w:rsidRDefault="00D87517" w:rsidP="004E7EC6">
      <w:pPr>
        <w:pStyle w:val="libNormal"/>
      </w:pPr>
      <w:r>
        <w:rPr>
          <w:rtl/>
        </w:rPr>
        <w:t xml:space="preserve"> </w:t>
      </w:r>
      <w:r w:rsidR="009647FC" w:rsidRPr="009647FC">
        <w:rPr>
          <w:rtl/>
        </w:rPr>
        <w:t>وأمّا الثاني فما عداني</w:t>
      </w:r>
      <w:r w:rsidR="00D769AB">
        <w:rPr>
          <w:rtl/>
        </w:rPr>
        <w:t>،</w:t>
      </w:r>
      <w:r w:rsidR="009647FC" w:rsidRPr="009647FC">
        <w:rPr>
          <w:rtl/>
        </w:rPr>
        <w:t xml:space="preserve"> وحين وصلتُ بالنظر إلى طريقها الثالث</w:t>
      </w:r>
      <w:r w:rsidR="00D769AB">
        <w:rPr>
          <w:rtl/>
        </w:rPr>
        <w:t>،</w:t>
      </w:r>
      <w:r w:rsidR="009647FC" w:rsidRPr="009647FC">
        <w:rPr>
          <w:rtl/>
        </w:rPr>
        <w:t xml:space="preserve"> وقطعتُ عن أوّلها قرينة البواعث</w:t>
      </w:r>
      <w:r w:rsidR="00D769AB">
        <w:rPr>
          <w:rtl/>
        </w:rPr>
        <w:t>،</w:t>
      </w:r>
      <w:r w:rsidR="009647FC" w:rsidRPr="009647FC">
        <w:rPr>
          <w:rtl/>
        </w:rPr>
        <w:t xml:space="preserve"> وجدتُ نفسي مقصِّرةً في عدم إتيانه</w:t>
      </w:r>
      <w:r w:rsidR="00D769AB">
        <w:rPr>
          <w:rtl/>
        </w:rPr>
        <w:t>؛</w:t>
      </w:r>
      <w:r w:rsidR="009647FC" w:rsidRPr="009647FC">
        <w:rPr>
          <w:rtl/>
        </w:rPr>
        <w:t xml:space="preserve"> لاقتدارها عليه مع شدّة إمكانه</w:t>
      </w:r>
      <w:r w:rsidR="00D769AB">
        <w:rPr>
          <w:rtl/>
        </w:rPr>
        <w:t>،</w:t>
      </w:r>
      <w:r w:rsidR="009647FC" w:rsidRPr="009647FC">
        <w:rPr>
          <w:rtl/>
        </w:rPr>
        <w:t xml:space="preserve"> فلم أزلْ أوبّخُها في ذلك وألومها وأعذلها والندم فيما هناك نديمها إلى أن تمنّت من شدّة الخجل لو سبق السيف إليها ذلك العذل</w:t>
      </w:r>
      <w:r w:rsidR="00D769AB">
        <w:rPr>
          <w:rtl/>
        </w:rPr>
        <w:t>،</w:t>
      </w:r>
      <w:r w:rsidR="009647FC" w:rsidRPr="009647FC">
        <w:rPr>
          <w:rtl/>
        </w:rPr>
        <w:t xml:space="preserve"> وقد أخرسها الذنبُ</w:t>
      </w:r>
      <w:r w:rsidR="00D769AB">
        <w:rPr>
          <w:rtl/>
        </w:rPr>
        <w:t>،</w:t>
      </w:r>
      <w:r w:rsidR="009647FC" w:rsidRPr="009647FC">
        <w:rPr>
          <w:rtl/>
        </w:rPr>
        <w:t xml:space="preserve"> وأفحمها العتب</w:t>
      </w:r>
      <w:r w:rsidR="00D769AB">
        <w:rPr>
          <w:rtl/>
        </w:rPr>
        <w:t>؛</w:t>
      </w:r>
      <w:r w:rsidR="009647FC" w:rsidRPr="009647FC">
        <w:rPr>
          <w:rtl/>
        </w:rPr>
        <w:t xml:space="preserve"> لأنّها قطعتْ لسان عذرها في شبات هجرها</w:t>
      </w:r>
      <w:r w:rsidR="00D769AB">
        <w:rPr>
          <w:rtl/>
        </w:rPr>
        <w:t>،</w:t>
      </w:r>
      <w:r w:rsidR="009647FC" w:rsidRPr="009647FC">
        <w:rPr>
          <w:rtl/>
        </w:rPr>
        <w:t xml:space="preserve"> حيث أنّها وإن طلبتْ من أنواع المواصلة أطيبها</w:t>
      </w:r>
      <w:r w:rsidR="00D769AB">
        <w:rPr>
          <w:rtl/>
        </w:rPr>
        <w:t>،</w:t>
      </w:r>
      <w:r w:rsidR="009647FC" w:rsidRPr="009647FC">
        <w:rPr>
          <w:rtl/>
        </w:rPr>
        <w:t xml:space="preserve"> وأكملها لذةً وأعذبها إلاّ أنّ</w:t>
      </w:r>
      <w:r w:rsidR="00677BC4">
        <w:rPr>
          <w:rtl/>
        </w:rPr>
        <w:t>َ</w:t>
      </w:r>
      <w:r w:rsidR="009647FC" w:rsidRPr="009647FC">
        <w:rPr>
          <w:rtl/>
        </w:rPr>
        <w:t xml:space="preserve"> ما لا يُدرك جلُّه لا يُترك أقله</w:t>
      </w:r>
      <w:r w:rsidR="00D769AB">
        <w:rPr>
          <w:rtl/>
        </w:rPr>
        <w:t>،</w:t>
      </w:r>
      <w:r w:rsidR="009647FC" w:rsidRPr="009647FC">
        <w:rPr>
          <w:rtl/>
        </w:rPr>
        <w:t xml:space="preserve"> ولكنّ</w:t>
      </w:r>
      <w:r w:rsidR="00677BC4">
        <w:rPr>
          <w:rtl/>
        </w:rPr>
        <w:t>َ</w:t>
      </w:r>
      <w:r w:rsidR="009647FC" w:rsidRPr="009647FC">
        <w:rPr>
          <w:rtl/>
        </w:rPr>
        <w:t xml:space="preserve"> منها هذه الزلّة صدرتْ بعد ماجدٍ شابه</w:t>
      </w:r>
      <w:r w:rsidR="00677BC4">
        <w:rPr>
          <w:rtl/>
        </w:rPr>
        <w:t>َ</w:t>
      </w:r>
      <w:r w:rsidR="009647FC" w:rsidRPr="009647FC">
        <w:rPr>
          <w:rtl/>
        </w:rPr>
        <w:t xml:space="preserve"> فرعُه أصله</w:t>
      </w:r>
      <w:r w:rsidR="00D769AB">
        <w:rPr>
          <w:rtl/>
        </w:rPr>
        <w:t>،</w:t>
      </w:r>
      <w:r w:rsidR="009647FC" w:rsidRPr="009647FC">
        <w:rPr>
          <w:rtl/>
        </w:rPr>
        <w:t xml:space="preserve"> ووصف</w:t>
      </w:r>
      <w:r w:rsidR="00677BC4">
        <w:rPr>
          <w:rtl/>
        </w:rPr>
        <w:t>َ</w:t>
      </w:r>
      <w:r w:rsidR="009647FC" w:rsidRPr="009647FC">
        <w:rPr>
          <w:rtl/>
        </w:rPr>
        <w:t xml:space="preserve"> طيبُ أخلاقه</w:t>
      </w:r>
      <w:r w:rsidR="00D769AB">
        <w:rPr>
          <w:rtl/>
        </w:rPr>
        <w:t>،</w:t>
      </w:r>
      <w:r w:rsidR="009647FC" w:rsidRPr="009647FC">
        <w:rPr>
          <w:rtl/>
        </w:rPr>
        <w:t xml:space="preserve"> كريم</w:t>
      </w:r>
      <w:r w:rsidR="00677BC4">
        <w:rPr>
          <w:rtl/>
        </w:rPr>
        <w:t>َ</w:t>
      </w:r>
      <w:r w:rsidR="009647FC" w:rsidRPr="009647FC">
        <w:rPr>
          <w:rtl/>
        </w:rPr>
        <w:t xml:space="preserve"> أعراقه</w:t>
      </w:r>
      <w:r w:rsidR="00D769AB">
        <w:rPr>
          <w:rtl/>
        </w:rPr>
        <w:t>؛</w:t>
      </w:r>
      <w:r w:rsidR="009647FC" w:rsidRPr="009647FC">
        <w:rPr>
          <w:rtl/>
        </w:rPr>
        <w:t xml:space="preserve"> ولذا نهضتْ بعد كبوتها</w:t>
      </w:r>
      <w:r w:rsidR="00D769AB">
        <w:rPr>
          <w:rtl/>
        </w:rPr>
        <w:t>،</w:t>
      </w:r>
      <w:r w:rsidR="009647FC" w:rsidRPr="009647FC">
        <w:rPr>
          <w:rtl/>
        </w:rPr>
        <w:t xml:space="preserve"> بأذيال هفوتها</w:t>
      </w:r>
      <w:r w:rsidR="00D769AB">
        <w:rPr>
          <w:rtl/>
        </w:rPr>
        <w:t>،</w:t>
      </w:r>
      <w:r w:rsidR="009647FC" w:rsidRPr="009647FC">
        <w:rPr>
          <w:rtl/>
        </w:rPr>
        <w:t xml:space="preserve"> وسلكتْ إلى المواصلة بطريق المراسلة</w:t>
      </w:r>
      <w:r w:rsidR="00D769AB">
        <w:rPr>
          <w:rtl/>
        </w:rPr>
        <w:t>،</w:t>
      </w:r>
      <w:r w:rsidR="009647FC" w:rsidRPr="009647FC">
        <w:rPr>
          <w:rtl/>
        </w:rPr>
        <w:t xml:space="preserve"> وإلى المخاطبة بالمكاتبة</w:t>
      </w:r>
      <w:r w:rsidR="00D769AB">
        <w:rPr>
          <w:rtl/>
        </w:rPr>
        <w:t>،</w:t>
      </w:r>
      <w:r w:rsidR="009647FC" w:rsidRPr="009647FC">
        <w:rPr>
          <w:rtl/>
        </w:rPr>
        <w:t xml:space="preserve"> ولم تزل تمحضُ غزير درِّها</w:t>
      </w:r>
      <w:r w:rsidR="00D769AB">
        <w:rPr>
          <w:rtl/>
        </w:rPr>
        <w:t>،</w:t>
      </w:r>
      <w:r w:rsidR="009647FC" w:rsidRPr="009647FC">
        <w:rPr>
          <w:rtl/>
        </w:rPr>
        <w:t xml:space="preserve"> وتمخض ثميلة فكرها حتى استخلصتْ زبدة سلام </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رائقه</w:t>
      </w:r>
      <w:r w:rsidR="00D769AB">
        <w:rPr>
          <w:rtl/>
        </w:rPr>
        <w:t>،</w:t>
      </w:r>
      <w:r w:rsidRPr="009647FC">
        <w:rPr>
          <w:rtl/>
        </w:rPr>
        <w:t xml:space="preserve"> يستعذبُ بها حتى م</w:t>
      </w:r>
      <w:r w:rsidR="00677BC4">
        <w:rPr>
          <w:rtl/>
        </w:rPr>
        <w:t>َ</w:t>
      </w:r>
      <w:r w:rsidRPr="009647FC">
        <w:rPr>
          <w:rtl/>
        </w:rPr>
        <w:t>نْ لم تكن له ذائقة</w:t>
      </w:r>
      <w:r w:rsidR="00D769AB">
        <w:rPr>
          <w:rtl/>
        </w:rPr>
        <w:t>،</w:t>
      </w:r>
      <w:r w:rsidRPr="009647FC">
        <w:rPr>
          <w:rtl/>
        </w:rPr>
        <w:t xml:space="preserve"> لو ضوعت في لهاة م</w:t>
      </w:r>
      <w:r w:rsidR="00677BC4">
        <w:rPr>
          <w:rtl/>
        </w:rPr>
        <w:t>َ</w:t>
      </w:r>
      <w:r w:rsidRPr="009647FC">
        <w:rPr>
          <w:rtl/>
        </w:rPr>
        <w:t>نْ حشرجتْ من الموت نفسه لانساغت بفيه</w:t>
      </w:r>
      <w:r w:rsidR="00D769AB">
        <w:rPr>
          <w:rtl/>
        </w:rPr>
        <w:t>،</w:t>
      </w:r>
      <w:r w:rsidRPr="009647FC">
        <w:rPr>
          <w:rtl/>
        </w:rPr>
        <w:t xml:space="preserve"> أو تنفّ</w:t>
      </w:r>
      <w:r w:rsidR="00677BC4">
        <w:rPr>
          <w:rtl/>
        </w:rPr>
        <w:t>َ</w:t>
      </w:r>
      <w:r w:rsidRPr="009647FC">
        <w:rPr>
          <w:rtl/>
        </w:rPr>
        <w:t>ست أرواحها على بدنه لقرّ</w:t>
      </w:r>
      <w:r w:rsidR="00677BC4">
        <w:rPr>
          <w:rtl/>
        </w:rPr>
        <w:t>َ</w:t>
      </w:r>
      <w:r w:rsidRPr="009647FC">
        <w:rPr>
          <w:rtl/>
        </w:rPr>
        <w:t>ت الروحُ فيه</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فما روضةٌ مرشوقةٌ عن عبيرها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تحدّثن</w:t>
            </w:r>
            <w:r>
              <w:rPr>
                <w:rtl/>
              </w:rPr>
              <w:t>َ</w:t>
            </w:r>
            <w:r w:rsidRPr="009647FC">
              <w:rPr>
                <w:rtl/>
              </w:rPr>
              <w:t xml:space="preserve"> أنفاس</w:t>
            </w:r>
            <w:r>
              <w:rPr>
                <w:rtl/>
              </w:rPr>
              <w:t>َ</w:t>
            </w:r>
            <w:r w:rsidRPr="009647FC">
              <w:rPr>
                <w:rtl/>
              </w:rPr>
              <w:t xml:space="preserve"> الصبا والجنائبِ</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بأطيب عرفاً من سلامٍ بنشره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يعطّر فاه كلُّ راوٍ وخاطبِ</w:t>
            </w:r>
            <w:r w:rsidRPr="00725071">
              <w:rPr>
                <w:rStyle w:val="libPoemTiniChar0"/>
                <w:rtl/>
              </w:rPr>
              <w:br/>
              <w:t> </w:t>
            </w:r>
          </w:p>
        </w:tc>
      </w:tr>
    </w:tbl>
    <w:p w:rsidR="009647FC" w:rsidRPr="00524A24" w:rsidRDefault="009647FC" w:rsidP="004E7EC6">
      <w:pPr>
        <w:pStyle w:val="libNormal"/>
      </w:pPr>
      <w:r w:rsidRPr="009647FC">
        <w:rPr>
          <w:rtl/>
        </w:rPr>
        <w:t>ترفعه عواملُ شوقٍ تنازعتْ جلدي</w:t>
      </w:r>
      <w:r w:rsidR="00D769AB">
        <w:rPr>
          <w:rtl/>
        </w:rPr>
        <w:t>،</w:t>
      </w:r>
      <w:r w:rsidRPr="009647FC">
        <w:rPr>
          <w:rtl/>
        </w:rPr>
        <w:t xml:space="preserve"> وجلبتْ السقم</w:t>
      </w:r>
      <w:r w:rsidR="00677BC4">
        <w:rPr>
          <w:rtl/>
        </w:rPr>
        <w:t>َ</w:t>
      </w:r>
      <w:r w:rsidRPr="009647FC">
        <w:rPr>
          <w:rtl/>
        </w:rPr>
        <w:t xml:space="preserve"> في تصرُّفها إلى كبدي</w:t>
      </w:r>
      <w:r w:rsidR="00D769AB">
        <w:rPr>
          <w:rtl/>
        </w:rPr>
        <w:t>،</w:t>
      </w:r>
      <w:r w:rsidRPr="009647FC">
        <w:rPr>
          <w:rtl/>
        </w:rPr>
        <w:t xml:space="preserve"> فنسختْ جميل صبري</w:t>
      </w:r>
      <w:r w:rsidR="00D769AB">
        <w:rPr>
          <w:rtl/>
        </w:rPr>
        <w:t>،</w:t>
      </w:r>
      <w:r w:rsidRPr="009647FC">
        <w:rPr>
          <w:rtl/>
        </w:rPr>
        <w:t xml:space="preserve"> وأطالت اشتغال فكري إلى م</w:t>
      </w:r>
      <w:r w:rsidR="00677BC4">
        <w:rPr>
          <w:rtl/>
        </w:rPr>
        <w:t>َ</w:t>
      </w:r>
      <w:r w:rsidRPr="009647FC">
        <w:rPr>
          <w:rtl/>
        </w:rPr>
        <w:t>نْ نصب اللّه على التمييز علم</w:t>
      </w:r>
      <w:r w:rsidR="00677BC4">
        <w:rPr>
          <w:rtl/>
        </w:rPr>
        <w:t>َ</w:t>
      </w:r>
      <w:r w:rsidRPr="009647FC">
        <w:rPr>
          <w:rtl/>
        </w:rPr>
        <w:t xml:space="preserve"> فخره</w:t>
      </w:r>
      <w:r w:rsidR="00D769AB">
        <w:rPr>
          <w:rtl/>
        </w:rPr>
        <w:t>،</w:t>
      </w:r>
      <w:r w:rsidRPr="009647FC">
        <w:rPr>
          <w:rtl/>
        </w:rPr>
        <w:t xml:space="preserve"> فانخفضت بالإضافة إلى عزّه جميع أبناء دهره</w:t>
      </w:r>
      <w:r w:rsidR="00D769AB">
        <w:rPr>
          <w:rtl/>
        </w:rPr>
        <w:t>،</w:t>
      </w:r>
      <w:r w:rsidRPr="009647FC">
        <w:rPr>
          <w:rtl/>
        </w:rPr>
        <w:t xml:space="preserve"> وجزمتْ بنو الدنيا أنّه في السماحة البحر المحيط إذا بسط لها بالعطاء كفّاً استغرق وافر جودها ما حوته دائرة البسيط</w:t>
      </w:r>
      <w:r w:rsidR="00D769AB">
        <w:rPr>
          <w:rtl/>
        </w:rPr>
        <w:t>،</w:t>
      </w:r>
      <w:r w:rsidRPr="009647FC">
        <w:rPr>
          <w:rtl/>
        </w:rPr>
        <w:t xml:space="preserve"> فأقال به من كبوة الجد عثارها حتى سلمتْ له بالفضل إقرارها</w:t>
      </w:r>
      <w:r w:rsidR="00D769AB">
        <w:rPr>
          <w:rtl/>
        </w:rPr>
        <w:t>،</w:t>
      </w:r>
      <w:r w:rsidRPr="009647FC">
        <w:rPr>
          <w:rtl/>
        </w:rPr>
        <w:t xml:space="preserve"> فهو في أصله الذي عرقت به العلياء</w:t>
      </w:r>
      <w:r w:rsidR="00D769AB">
        <w:rPr>
          <w:rtl/>
        </w:rPr>
        <w:t>،</w:t>
      </w:r>
      <w:r w:rsidRPr="009647FC">
        <w:rPr>
          <w:rtl/>
        </w:rPr>
        <w:t xml:space="preserve"> كما قلتُ فيه مخاطباً له بهذا الثناء</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يا أمجد الناس فرعا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ينمي لأكرم أصلِ</w:t>
            </w:r>
            <w:r w:rsidRPr="004E7EC6">
              <w:rPr>
                <w:rStyle w:val="libFootnotenumChar"/>
                <w:rtl/>
              </w:rPr>
              <w:t>(1)</w:t>
            </w:r>
            <w:r w:rsidRPr="00725071">
              <w:rPr>
                <w:rStyle w:val="libPoemTiniChar0"/>
                <w:rtl/>
              </w:rPr>
              <w:br/>
              <w:t> </w:t>
            </w:r>
          </w:p>
        </w:tc>
      </w:tr>
    </w:tbl>
    <w:p w:rsidR="009647FC" w:rsidRPr="00524A24" w:rsidRDefault="009647FC" w:rsidP="004E7EC6">
      <w:pPr>
        <w:pStyle w:val="libNormal"/>
      </w:pPr>
      <w:r w:rsidRPr="009647FC">
        <w:rPr>
          <w:rtl/>
        </w:rPr>
        <w:t>ولعمري</w:t>
      </w:r>
      <w:r w:rsidR="00D769AB">
        <w:rPr>
          <w:rtl/>
        </w:rPr>
        <w:t>،</w:t>
      </w:r>
      <w:r w:rsidRPr="009647FC">
        <w:rPr>
          <w:rtl/>
        </w:rPr>
        <w:t xml:space="preserve"> كيف ينالها بهمة جسمه م</w:t>
      </w:r>
      <w:r w:rsidR="00677BC4">
        <w:rPr>
          <w:rtl/>
        </w:rPr>
        <w:t>َ</w:t>
      </w:r>
      <w:r w:rsidRPr="009647FC">
        <w:rPr>
          <w:rtl/>
        </w:rPr>
        <w:t>نْ ليس ينالها بها حسنُّ فهمه</w:t>
      </w:r>
      <w:r w:rsidR="00D769AB">
        <w:rPr>
          <w:rtl/>
        </w:rPr>
        <w:t>؛</w:t>
      </w:r>
      <w:r w:rsidRPr="009647FC">
        <w:rPr>
          <w:rtl/>
        </w:rPr>
        <w:t xml:space="preserve"> إذ هي عُلا مجدٍ تفرّع من دوحةٍ ضربت في طينة المجد أروم</w:t>
      </w:r>
      <w:r w:rsidR="00677BC4">
        <w:rPr>
          <w:rtl/>
        </w:rPr>
        <w:t>َ</w:t>
      </w:r>
      <w:r w:rsidRPr="009647FC">
        <w:rPr>
          <w:rtl/>
        </w:rPr>
        <w:t>ها</w:t>
      </w:r>
      <w:r w:rsidR="00D769AB">
        <w:rPr>
          <w:rtl/>
        </w:rPr>
        <w:t>،</w:t>
      </w:r>
      <w:r w:rsidRPr="009647FC">
        <w:rPr>
          <w:rtl/>
        </w:rPr>
        <w:t xml:space="preserve"> واُخذ بأطراف الشرف حديثها وقديمها</w:t>
      </w:r>
      <w:r w:rsidR="00D769AB">
        <w:rPr>
          <w:rtl/>
        </w:rPr>
        <w:t>،</w:t>
      </w:r>
      <w:r w:rsidRPr="009647FC">
        <w:rPr>
          <w:rtl/>
        </w:rPr>
        <w:t xml:space="preserve"> فهو ينتمي منها إلى نسبٍ كريم الطرفين</w:t>
      </w:r>
      <w:r w:rsidR="00D769AB">
        <w:rPr>
          <w:rtl/>
        </w:rPr>
        <w:t>،</w:t>
      </w:r>
      <w:r w:rsidRPr="009647FC">
        <w:rPr>
          <w:rtl/>
        </w:rPr>
        <w:t xml:space="preserve"> وحسبٍ لم يزلْ معشارُ فخره فخار الثقلين</w:t>
      </w:r>
      <w:r w:rsidR="00D769AB">
        <w:rPr>
          <w:rtl/>
        </w:rPr>
        <w:t>،</w:t>
      </w:r>
      <w:r w:rsidRPr="009647FC">
        <w:rPr>
          <w:rtl/>
        </w:rPr>
        <w:t xml:space="preserve"> ذاك صفوة المكارم في أبنائها الأكارم</w:t>
      </w:r>
      <w:r w:rsidR="00D769AB">
        <w:rPr>
          <w:rtl/>
        </w:rPr>
        <w:t>،</w:t>
      </w:r>
      <w:r w:rsidRPr="009647FC">
        <w:rPr>
          <w:rtl/>
        </w:rPr>
        <w:t xml:space="preserve"> وأنجبُ م</w:t>
      </w:r>
      <w:r w:rsidR="00677BC4">
        <w:rPr>
          <w:rtl/>
        </w:rPr>
        <w:t>َ</w:t>
      </w:r>
      <w:r w:rsidRPr="009647FC">
        <w:rPr>
          <w:rtl/>
        </w:rPr>
        <w:t>ن ضمّ</w:t>
      </w:r>
      <w:r w:rsidR="00677BC4">
        <w:rPr>
          <w:rtl/>
        </w:rPr>
        <w:t>َ</w:t>
      </w:r>
      <w:r w:rsidRPr="009647FC">
        <w:rPr>
          <w:rtl/>
        </w:rPr>
        <w:t>ه الفضا</w:t>
      </w:r>
      <w:r w:rsidR="00D769AB">
        <w:rPr>
          <w:rtl/>
        </w:rPr>
        <w:t>،</w:t>
      </w:r>
      <w:r w:rsidRPr="009647FC">
        <w:rPr>
          <w:rtl/>
        </w:rPr>
        <w:t xml:space="preserve"> (محمدٌ الرضا) رفع اللّهُ قواعد مجده</w:t>
      </w:r>
      <w:r w:rsidR="00D769AB">
        <w:rPr>
          <w:rtl/>
        </w:rPr>
        <w:t>،</w:t>
      </w:r>
      <w:r w:rsidRPr="009647FC">
        <w:rPr>
          <w:rtl/>
        </w:rPr>
        <w:t xml:space="preserve"> وخفض حواسد</w:t>
      </w:r>
      <w:r w:rsidR="00677BC4">
        <w:rPr>
          <w:rtl/>
        </w:rPr>
        <w:t>َ</w:t>
      </w:r>
      <w:r w:rsidRPr="009647FC">
        <w:rPr>
          <w:rtl/>
        </w:rPr>
        <w:t xml:space="preserve"> جدِّه</w:t>
      </w:r>
      <w:r w:rsidR="00D769AB">
        <w:rPr>
          <w:rtl/>
        </w:rPr>
        <w:t>،</w:t>
      </w:r>
      <w:r w:rsidRPr="009647FC">
        <w:rPr>
          <w:rtl/>
        </w:rPr>
        <w:t xml:space="preserve"> وجعل كوكب سعده طالعاً في سماء الفخار</w:t>
      </w:r>
      <w:r w:rsidR="00D769AB">
        <w:rPr>
          <w:rtl/>
        </w:rPr>
        <w:t>،</w:t>
      </w:r>
      <w:r w:rsidRPr="009647FC">
        <w:rPr>
          <w:rtl/>
        </w:rPr>
        <w:t xml:space="preserve"> ما استدار الفلك الدوّار</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دعاء إخلاصٍ إذا رفعته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قال الحفيظان معي آمينا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تقدّمت في باب المدائح</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أمّا بعد</w:t>
      </w:r>
      <w:r w:rsidR="00D769AB">
        <w:rPr>
          <w:rtl/>
        </w:rPr>
        <w:t>:</w:t>
      </w:r>
      <w:r w:rsidRPr="009647FC">
        <w:rPr>
          <w:rtl/>
        </w:rPr>
        <w:t xml:space="preserve"> فالغرض من توشيح هذه الألوكة وتسهيمها</w:t>
      </w:r>
      <w:r w:rsidR="00D769AB">
        <w:rPr>
          <w:rtl/>
        </w:rPr>
        <w:t>،</w:t>
      </w:r>
      <w:r w:rsidRPr="009647FC">
        <w:rPr>
          <w:rtl/>
        </w:rPr>
        <w:t xml:space="preserve"> وترصيف منثورها ومنظومها</w:t>
      </w:r>
      <w:r w:rsidR="00D769AB">
        <w:rPr>
          <w:rtl/>
        </w:rPr>
        <w:t>،</w:t>
      </w:r>
      <w:r w:rsidRPr="009647FC">
        <w:rPr>
          <w:rtl/>
        </w:rPr>
        <w:t xml:space="preserve"> بثُّ وجدٍ حركتْ ساكنه الذكرى</w:t>
      </w:r>
      <w:r w:rsidR="00D769AB">
        <w:rPr>
          <w:rtl/>
        </w:rPr>
        <w:t>،</w:t>
      </w:r>
      <w:r w:rsidRPr="009647FC">
        <w:rPr>
          <w:rtl/>
        </w:rPr>
        <w:t xml:space="preserve"> وترويحُ كبدٍ أرمضتها هواجرُ البعد فغودرت حرّى</w:t>
      </w:r>
      <w:r w:rsidR="00D769AB">
        <w:rPr>
          <w:rtl/>
        </w:rPr>
        <w:t>،</w:t>
      </w:r>
      <w:r w:rsidRPr="009647FC">
        <w:rPr>
          <w:rtl/>
        </w:rPr>
        <w:t xml:space="preserve"> وتعليلُ نفسٍ لم تزل من ثنايا الشوق إليكم متطلّعة</w:t>
      </w:r>
      <w:r w:rsidR="00D769AB">
        <w:rPr>
          <w:rtl/>
        </w:rPr>
        <w:t>،</w:t>
      </w:r>
      <w:r w:rsidRPr="009647FC">
        <w:rPr>
          <w:rtl/>
        </w:rPr>
        <w:t xml:space="preserve"> ولأخباركم من فم الصادر والوارد لم تزل منتجعة</w:t>
      </w:r>
      <w:r w:rsidR="00D769AB">
        <w:rPr>
          <w:rtl/>
        </w:rPr>
        <w:t>؛</w:t>
      </w:r>
      <w:r w:rsidRPr="009647FC">
        <w:rPr>
          <w:rtl/>
        </w:rPr>
        <w:t xml:space="preserve"> ليرد عليها في ارتيادها ما يجلب المسرّ</w:t>
      </w:r>
      <w:r w:rsidR="00677BC4">
        <w:rPr>
          <w:rtl/>
        </w:rPr>
        <w:t>َ</w:t>
      </w:r>
      <w:r w:rsidRPr="009647FC">
        <w:rPr>
          <w:rtl/>
        </w:rPr>
        <w:t>ة إلى فؤادها</w:t>
      </w:r>
      <w:r w:rsidR="00D769AB">
        <w:rPr>
          <w:rtl/>
        </w:rPr>
        <w:t>؛</w:t>
      </w:r>
      <w:r w:rsidRPr="009647FC">
        <w:rPr>
          <w:rtl/>
        </w:rPr>
        <w:t xml:space="preserve"> من صحة أجسادكم التي هي لجسم الزمان أرواحٌ تدبّره</w:t>
      </w:r>
      <w:r w:rsidR="00D769AB">
        <w:rPr>
          <w:rtl/>
        </w:rPr>
        <w:t>،</w:t>
      </w:r>
      <w:r w:rsidRPr="009647FC">
        <w:rPr>
          <w:rtl/>
        </w:rPr>
        <w:t xml:space="preserve"> وصفاء أيّامكم التي هي أوضاحُ هذا الدهر وغررِه</w:t>
      </w:r>
      <w:r w:rsidR="00D769AB">
        <w:rPr>
          <w:rtl/>
        </w:rPr>
        <w:t>،</w:t>
      </w:r>
      <w:r w:rsidRPr="009647FC">
        <w:rPr>
          <w:rtl/>
        </w:rPr>
        <w:t xml:space="preserve"> وصل اللّهُ عزّكم بيمن إقبالها</w:t>
      </w:r>
      <w:r w:rsidR="00D769AB">
        <w:rPr>
          <w:rtl/>
        </w:rPr>
        <w:t>،</w:t>
      </w:r>
      <w:r w:rsidRPr="009647FC">
        <w:rPr>
          <w:rtl/>
        </w:rPr>
        <w:t xml:space="preserve"> وقرن لكم بعمر الدهر غضارة اقتبالها</w:t>
      </w:r>
      <w:r w:rsidR="00D769AB">
        <w:rPr>
          <w:rtl/>
        </w:rPr>
        <w:t>،</w:t>
      </w:r>
      <w:r w:rsidRPr="009647FC">
        <w:rPr>
          <w:rtl/>
        </w:rPr>
        <w:t xml:space="preserve"> فلستُ أسأل غير ذلك من محقّق الحقائق في كلّ غاسقٍ وشارق</w:t>
      </w:r>
      <w:r w:rsidR="00D769AB">
        <w:rPr>
          <w:rtl/>
        </w:rPr>
        <w:t>،</w:t>
      </w:r>
      <w:r w:rsidRPr="009647FC">
        <w:rPr>
          <w:rtl/>
        </w:rPr>
        <w:t xml:space="preserve"> والسّلام عليكم ما رفّ</w:t>
      </w:r>
      <w:r w:rsidR="00677BC4">
        <w:rPr>
          <w:rtl/>
        </w:rPr>
        <w:t>َ</w:t>
      </w:r>
      <w:r w:rsidRPr="009647FC">
        <w:rPr>
          <w:rtl/>
        </w:rPr>
        <w:t xml:space="preserve"> قلبي بأجنحة الشوق إليكم</w:t>
      </w:r>
      <w:r w:rsidR="00D769AB">
        <w:rPr>
          <w:rtl/>
        </w:rPr>
        <w:t>.</w:t>
      </w:r>
    </w:p>
    <w:p w:rsidR="009647FC" w:rsidRPr="00524A24" w:rsidRDefault="009647FC" w:rsidP="004E7EC6">
      <w:pPr>
        <w:pStyle w:val="libCenter"/>
      </w:pPr>
      <w:r w:rsidRPr="009647FC">
        <w:rPr>
          <w:rtl/>
        </w:rPr>
        <w:t>*</w:t>
      </w:r>
      <w:r w:rsidR="005469AF">
        <w:rPr>
          <w:rFonts w:hint="cs"/>
          <w:rtl/>
        </w:rPr>
        <w:t xml:space="preserve"> </w:t>
      </w:r>
      <w:r w:rsidRPr="009647FC">
        <w:rPr>
          <w:rtl/>
        </w:rPr>
        <w:t>*</w:t>
      </w:r>
      <w:r w:rsidR="005469AF">
        <w:rPr>
          <w:rFonts w:hint="cs"/>
          <w:rtl/>
        </w:rPr>
        <w:t xml:space="preserve"> </w:t>
      </w:r>
      <w:r w:rsidRPr="009647FC">
        <w:rPr>
          <w:rtl/>
        </w:rPr>
        <w:t>*</w:t>
      </w:r>
    </w:p>
    <w:p w:rsidR="009647FC" w:rsidRPr="00524A24" w:rsidRDefault="009647FC" w:rsidP="004E7EC6">
      <w:pPr>
        <w:pStyle w:val="libNormal"/>
      </w:pPr>
      <w:r w:rsidRPr="009647FC">
        <w:rPr>
          <w:rtl/>
        </w:rPr>
        <w:t>6ـ وكتب بها إلى الحاج محمد رضا كبّه أيضاً</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نسختُ ولم يُحصِ اشتياقي ألوكة</w:t>
            </w:r>
            <w:r w:rsidRPr="004E7EC6">
              <w:rPr>
                <w:rStyle w:val="libFootnotenumChar"/>
                <w:rtl/>
              </w:rPr>
              <w:t>(1)</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جميع الذي قد ضمّ</w:t>
            </w:r>
            <w:r>
              <w:rPr>
                <w:rtl/>
              </w:rPr>
              <w:t>َ</w:t>
            </w:r>
            <w:r w:rsidRPr="009647FC">
              <w:rPr>
                <w:rtl/>
              </w:rPr>
              <w:t>ه الكون ناسخُ</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لقد دان قلبي في شريعة حبِّكم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فليس لهُ حتى القيامة ناسخُ</w:t>
            </w:r>
            <w:r w:rsidRPr="00725071">
              <w:rPr>
                <w:rStyle w:val="libPoemTiniChar0"/>
                <w:rtl/>
              </w:rPr>
              <w:br/>
              <w:t> </w:t>
            </w:r>
          </w:p>
        </w:tc>
      </w:tr>
    </w:tbl>
    <w:p w:rsidR="009647FC" w:rsidRPr="00524A24" w:rsidRDefault="009647FC" w:rsidP="004E7EC6">
      <w:pPr>
        <w:pStyle w:val="libNormal"/>
      </w:pPr>
      <w:r w:rsidRPr="009647FC">
        <w:rPr>
          <w:rtl/>
        </w:rPr>
        <w:t>سلامٌ فتّ</w:t>
      </w:r>
      <w:r w:rsidR="00677BC4">
        <w:rPr>
          <w:rtl/>
        </w:rPr>
        <w:t>َ</w:t>
      </w:r>
      <w:r w:rsidRPr="009647FC">
        <w:rPr>
          <w:rtl/>
        </w:rPr>
        <w:t>قتْ ن</w:t>
      </w:r>
      <w:r w:rsidR="00677BC4">
        <w:rPr>
          <w:rtl/>
        </w:rPr>
        <w:t>َ</w:t>
      </w:r>
      <w:r w:rsidRPr="009647FC">
        <w:rPr>
          <w:rtl/>
        </w:rPr>
        <w:t>ور</w:t>
      </w:r>
      <w:r w:rsidR="00677BC4">
        <w:rPr>
          <w:rtl/>
        </w:rPr>
        <w:t>َ</w:t>
      </w:r>
      <w:r w:rsidRPr="009647FC">
        <w:rPr>
          <w:rtl/>
        </w:rPr>
        <w:t xml:space="preserve"> زهره صبا الحبّ</w:t>
      </w:r>
      <w:r w:rsidR="00D769AB">
        <w:rPr>
          <w:rtl/>
        </w:rPr>
        <w:t>،</w:t>
      </w:r>
      <w:r w:rsidRPr="009647FC">
        <w:rPr>
          <w:rtl/>
        </w:rPr>
        <w:t xml:space="preserve"> وأعربتْ أنفاسُ نشره عن طيِّ سريرة الصبّ</w:t>
      </w:r>
      <w:r w:rsidR="00D769AB">
        <w:rPr>
          <w:rtl/>
        </w:rPr>
        <w:t>،</w:t>
      </w:r>
      <w:r w:rsidRPr="009647FC">
        <w:rPr>
          <w:rtl/>
        </w:rPr>
        <w:t xml:space="preserve"> ورقّ</w:t>
      </w:r>
      <w:r w:rsidR="00677BC4">
        <w:rPr>
          <w:rtl/>
        </w:rPr>
        <w:t>َ</w:t>
      </w:r>
      <w:r w:rsidRPr="009647FC">
        <w:rPr>
          <w:rtl/>
        </w:rPr>
        <w:t>ت ألفاظه حتى سرق النسيم طبعه من رقّتها</w:t>
      </w:r>
      <w:r w:rsidR="00D769AB">
        <w:rPr>
          <w:rtl/>
        </w:rPr>
        <w:t>،</w:t>
      </w:r>
      <w:r w:rsidRPr="009647FC">
        <w:rPr>
          <w:rtl/>
        </w:rPr>
        <w:t xml:space="preserve"> ونفحتّ</w:t>
      </w:r>
      <w:r w:rsidR="00677BC4">
        <w:rPr>
          <w:rtl/>
        </w:rPr>
        <w:t>َ</w:t>
      </w:r>
      <w:r w:rsidRPr="009647FC">
        <w:rPr>
          <w:rtl/>
        </w:rPr>
        <w:t xml:space="preserve"> بريّاً الإخلاص فقراته حتى استعار العبيرُ المحض طيبه من نفحتها</w:t>
      </w:r>
      <w:r w:rsidR="00D769AB">
        <w:rPr>
          <w:rtl/>
        </w:rPr>
        <w:t>،</w:t>
      </w:r>
      <w:r w:rsidRPr="009647FC">
        <w:rPr>
          <w:rtl/>
        </w:rPr>
        <w:t xml:space="preserve"> وما هي فقراتٌ في الطروس قد وسمت</w:t>
      </w:r>
      <w:r w:rsidR="00D769AB">
        <w:rPr>
          <w:rtl/>
        </w:rPr>
        <w:t>،</w:t>
      </w:r>
      <w:r w:rsidRPr="009647FC">
        <w:rPr>
          <w:rtl/>
        </w:rPr>
        <w:t xml:space="preserve"> بل روحُ محبٍّ أذابها الشوق</w:t>
      </w:r>
      <w:r w:rsidR="00D769AB">
        <w:rPr>
          <w:rtl/>
        </w:rPr>
        <w:t>،</w:t>
      </w:r>
      <w:r w:rsidRPr="009647FC">
        <w:rPr>
          <w:rtl/>
        </w:rPr>
        <w:t xml:space="preserve"> وفي قالب الألفاظ تجسّ</w:t>
      </w:r>
      <w:r w:rsidR="00677BC4">
        <w:rPr>
          <w:rtl/>
        </w:rPr>
        <w:t>َ</w:t>
      </w:r>
      <w:r w:rsidRPr="009647FC">
        <w:rPr>
          <w:rtl/>
        </w:rPr>
        <w:t>مت</w:t>
      </w:r>
      <w:r w:rsidR="00D769AB">
        <w:rPr>
          <w:rtl/>
        </w:rPr>
        <w:t>،</w:t>
      </w:r>
      <w:r w:rsidRPr="009647FC">
        <w:rPr>
          <w:rtl/>
        </w:rPr>
        <w:t xml:space="preserve"> فلو نشق أرواح</w:t>
      </w:r>
      <w:r w:rsidR="00677BC4">
        <w:rPr>
          <w:rtl/>
        </w:rPr>
        <w:t>َ</w:t>
      </w:r>
      <w:r w:rsidRPr="009647FC">
        <w:rPr>
          <w:rtl/>
        </w:rPr>
        <w:t xml:space="preserve"> ع</w:t>
      </w:r>
      <w:r w:rsidR="00677BC4">
        <w:rPr>
          <w:rtl/>
        </w:rPr>
        <w:t>َ</w:t>
      </w:r>
      <w:r w:rsidRPr="009647FC">
        <w:rPr>
          <w:rtl/>
        </w:rPr>
        <w:t>رفها م</w:t>
      </w:r>
      <w:r w:rsidR="00677BC4">
        <w:rPr>
          <w:rtl/>
        </w:rPr>
        <w:t>َ</w:t>
      </w:r>
      <w:r w:rsidRPr="009647FC">
        <w:rPr>
          <w:rtl/>
        </w:rPr>
        <w:t>نْ غشيتهُ سكرات الموت لصحا</w:t>
      </w:r>
      <w:r w:rsidR="00D769AB">
        <w:rPr>
          <w:rtl/>
        </w:rPr>
        <w:t>،</w:t>
      </w:r>
      <w:r w:rsidRPr="009647FC">
        <w:rPr>
          <w:rtl/>
        </w:rPr>
        <w:t xml:space="preserve"> ولو سرّ</w:t>
      </w:r>
      <w:r w:rsidR="00677BC4">
        <w:rPr>
          <w:rtl/>
        </w:rPr>
        <w:t>َ</w:t>
      </w:r>
      <w:r w:rsidRPr="009647FC">
        <w:rPr>
          <w:rtl/>
        </w:rPr>
        <w:t>ح النظر في لؤلؤ ألفاظها ذو الطبع السليم لسحرتْ عقله وماس منها مرحاً</w:t>
      </w:r>
      <w:r w:rsidR="00D769AB">
        <w:rPr>
          <w:rtl/>
        </w:rPr>
        <w:t>،</w:t>
      </w:r>
      <w:r w:rsidRPr="009647FC">
        <w:rPr>
          <w:rtl/>
        </w:rPr>
        <w:t xml:space="preserve"> فحقيقٌ أن أوشِّح خصور</w:t>
      </w:r>
      <w:r w:rsidR="00677BC4">
        <w:rPr>
          <w:rtl/>
        </w:rPr>
        <w:t>َ</w:t>
      </w:r>
      <w:r w:rsidRPr="009647FC">
        <w:rPr>
          <w:rtl/>
        </w:rPr>
        <w:t xml:space="preserve"> عرائسها الأنيقة بدرٍّ من ألفاظ</w:t>
      </w:r>
      <w:r w:rsidR="00677BC4">
        <w:rPr>
          <w:rtl/>
        </w:rPr>
        <w:t>َ</w:t>
      </w:r>
      <w:r w:rsidRPr="009647FC">
        <w:rPr>
          <w:rtl/>
        </w:rPr>
        <w:t>ي التي تحتوي من المعاني على نفائسها الدقيقة</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عرائسُ</w:t>
            </w:r>
            <w:r>
              <w:rPr>
                <w:rtl/>
              </w:rPr>
              <w:t xml:space="preserve"> </w:t>
            </w:r>
            <w:r w:rsidRPr="009647FC">
              <w:rPr>
                <w:rtl/>
              </w:rPr>
              <w:t>لفظٍ</w:t>
            </w:r>
            <w:r>
              <w:rPr>
                <w:rtl/>
              </w:rPr>
              <w:t xml:space="preserve"> </w:t>
            </w:r>
            <w:r w:rsidRPr="009647FC">
              <w:rPr>
                <w:rtl/>
              </w:rPr>
              <w:t>حكى</w:t>
            </w:r>
            <w:r>
              <w:rPr>
                <w:rtl/>
              </w:rPr>
              <w:t xml:space="preserve"> </w:t>
            </w:r>
            <w:r w:rsidRPr="009647FC">
              <w:rPr>
                <w:rtl/>
              </w:rPr>
              <w:t>مسكُها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على</w:t>
            </w:r>
            <w:r>
              <w:rPr>
                <w:rtl/>
              </w:rPr>
              <w:t xml:space="preserve"> </w:t>
            </w:r>
            <w:r w:rsidRPr="009647FC">
              <w:rPr>
                <w:rtl/>
              </w:rPr>
              <w:t>الطرس</w:t>
            </w:r>
            <w:r>
              <w:rPr>
                <w:rtl/>
              </w:rPr>
              <w:t xml:space="preserve"> </w:t>
            </w:r>
            <w:r w:rsidRPr="009647FC">
              <w:rPr>
                <w:rtl/>
              </w:rPr>
              <w:t>أنفاس</w:t>
            </w:r>
            <w:r>
              <w:rPr>
                <w:rtl/>
              </w:rPr>
              <w:t xml:space="preserve"> </w:t>
            </w:r>
            <w:r w:rsidRPr="009647FC">
              <w:rPr>
                <w:rtl/>
              </w:rPr>
              <w:t>ريح</w:t>
            </w:r>
            <w:r>
              <w:rPr>
                <w:rtl/>
              </w:rPr>
              <w:t xml:space="preserve"> </w:t>
            </w:r>
            <w:r w:rsidRPr="009647FC">
              <w:rPr>
                <w:rtl/>
              </w:rPr>
              <w:t>الص</w:t>
            </w:r>
            <w:r>
              <w:rPr>
                <w:rtl/>
              </w:rPr>
              <w:t>َ</w:t>
            </w:r>
            <w:r w:rsidRPr="009647FC">
              <w:rPr>
                <w:rtl/>
              </w:rPr>
              <w:t>با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الألوكة</w:t>
      </w:r>
      <w:r w:rsidR="00D769AB">
        <w:rPr>
          <w:rtl/>
        </w:rPr>
        <w:t>:</w:t>
      </w:r>
      <w:r w:rsidRPr="009647FC">
        <w:rPr>
          <w:rtl/>
        </w:rPr>
        <w:t xml:space="preserve"> الرسالة</w:t>
      </w:r>
      <w:r w:rsidR="00D769AB">
        <w:rPr>
          <w:rtl/>
        </w:rPr>
        <w:t>.</w:t>
      </w:r>
      <w:r w:rsidRPr="009647FC">
        <w:rPr>
          <w:rtl/>
        </w:rPr>
        <w:t xml:space="preserve"> وفي نسخة</w:t>
      </w:r>
      <w:r w:rsidR="00D769AB">
        <w:rPr>
          <w:rtl/>
        </w:rPr>
        <w:t>:</w:t>
      </w:r>
      <w:r w:rsidRPr="009647FC">
        <w:rPr>
          <w:rtl/>
        </w:rPr>
        <w:t xml:space="preserve"> والهاً</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lastRenderedPageBreak/>
              <w:t>رقاقٌ</w:t>
            </w:r>
            <w:r w:rsidR="004C00A8">
              <w:rPr>
                <w:rtl/>
              </w:rPr>
              <w:t xml:space="preserve"> </w:t>
            </w:r>
            <w:r w:rsidRPr="009647FC">
              <w:rPr>
                <w:rtl/>
              </w:rPr>
              <w:t>كرقّ</w:t>
            </w:r>
            <w:r>
              <w:rPr>
                <w:rtl/>
              </w:rPr>
              <w:t>َ</w:t>
            </w:r>
            <w:r w:rsidRPr="009647FC">
              <w:rPr>
                <w:rtl/>
              </w:rPr>
              <w:t>ة</w:t>
            </w:r>
            <w:r>
              <w:rPr>
                <w:rtl/>
              </w:rPr>
              <w:t xml:space="preserve"> </w:t>
            </w:r>
            <w:r w:rsidRPr="009647FC">
              <w:rPr>
                <w:rtl/>
              </w:rPr>
              <w:t>قلب</w:t>
            </w:r>
            <w:r>
              <w:rPr>
                <w:rtl/>
              </w:rPr>
              <w:t xml:space="preserve"> </w:t>
            </w:r>
            <w:r w:rsidRPr="009647FC">
              <w:rPr>
                <w:rtl/>
              </w:rPr>
              <w:t>المحبِّ</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وخدّ</w:t>
            </w:r>
            <w:r>
              <w:rPr>
                <w:rtl/>
              </w:rPr>
              <w:t>َ</w:t>
            </w:r>
            <w:r w:rsidR="004C00A8">
              <w:rPr>
                <w:rtl/>
              </w:rPr>
              <w:t xml:space="preserve"> </w:t>
            </w:r>
            <w:r w:rsidRPr="009647FC">
              <w:rPr>
                <w:rtl/>
              </w:rPr>
              <w:t>الحبيب</w:t>
            </w:r>
            <w:r>
              <w:rPr>
                <w:rtl/>
              </w:rPr>
              <w:t xml:space="preserve"> </w:t>
            </w:r>
            <w:r w:rsidRPr="009647FC">
              <w:rPr>
                <w:rtl/>
              </w:rPr>
              <w:t>بعصر</w:t>
            </w:r>
            <w:r>
              <w:rPr>
                <w:rtl/>
              </w:rPr>
              <w:t xml:space="preserve"> </w:t>
            </w:r>
            <w:r w:rsidRPr="009647FC">
              <w:rPr>
                <w:rtl/>
              </w:rPr>
              <w:t>الصِبا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حكتْ</w:t>
            </w:r>
            <w:r w:rsidR="004C00A8">
              <w:rPr>
                <w:rtl/>
              </w:rPr>
              <w:t xml:space="preserve"> </w:t>
            </w:r>
            <w:r w:rsidRPr="009647FC">
              <w:rPr>
                <w:rtl/>
              </w:rPr>
              <w:t>في</w:t>
            </w:r>
            <w:r>
              <w:rPr>
                <w:rtl/>
              </w:rPr>
              <w:t xml:space="preserve"> </w:t>
            </w:r>
            <w:r w:rsidRPr="009647FC">
              <w:rPr>
                <w:rtl/>
              </w:rPr>
              <w:t>العذوبة</w:t>
            </w:r>
            <w:r>
              <w:rPr>
                <w:rtl/>
              </w:rPr>
              <w:t xml:space="preserve"> </w:t>
            </w:r>
            <w:r w:rsidRPr="009647FC">
              <w:rPr>
                <w:rtl/>
              </w:rPr>
              <w:t>أخلاق</w:t>
            </w:r>
            <w:r>
              <w:rPr>
                <w:rtl/>
              </w:rPr>
              <w:t xml:space="preserve"> </w:t>
            </w:r>
            <w:r w:rsidRPr="009647FC">
              <w:rPr>
                <w:rtl/>
              </w:rPr>
              <w:t>م</w:t>
            </w:r>
            <w:r>
              <w:rPr>
                <w:rtl/>
              </w:rPr>
              <w:t>َ</w:t>
            </w:r>
            <w:r w:rsidRPr="009647FC">
              <w:rPr>
                <w:rtl/>
              </w:rPr>
              <w:t>نْ</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لها</w:t>
            </w:r>
            <w:r w:rsidR="004C00A8">
              <w:rPr>
                <w:rtl/>
              </w:rPr>
              <w:t xml:space="preserve"> </w:t>
            </w:r>
            <w:r w:rsidRPr="009647FC">
              <w:rPr>
                <w:rtl/>
              </w:rPr>
              <w:t>اُهديتْ</w:t>
            </w:r>
            <w:r>
              <w:rPr>
                <w:rtl/>
              </w:rPr>
              <w:t xml:space="preserve"> </w:t>
            </w:r>
            <w:r w:rsidRPr="009647FC">
              <w:rPr>
                <w:rtl/>
              </w:rPr>
              <w:t>واليها</w:t>
            </w:r>
            <w:r>
              <w:rPr>
                <w:rtl/>
              </w:rPr>
              <w:t xml:space="preserve"> </w:t>
            </w:r>
            <w:r w:rsidRPr="009647FC">
              <w:rPr>
                <w:rtl/>
              </w:rPr>
              <w:t>صبا</w:t>
            </w:r>
            <w:r w:rsidRPr="00725071">
              <w:rPr>
                <w:rStyle w:val="libPoemTiniChar0"/>
                <w:rtl/>
              </w:rPr>
              <w:br/>
              <w:t> </w:t>
            </w:r>
          </w:p>
        </w:tc>
      </w:tr>
    </w:tbl>
    <w:p w:rsidR="009647FC" w:rsidRPr="00524A24" w:rsidRDefault="009647FC" w:rsidP="004E7EC6">
      <w:pPr>
        <w:pStyle w:val="libNormal"/>
      </w:pPr>
      <w:r w:rsidRPr="009647FC">
        <w:rPr>
          <w:rtl/>
        </w:rPr>
        <w:t>من محبٍّ قطع قلبه الشوق الملحُّ</w:t>
      </w:r>
      <w:r w:rsidR="00D769AB">
        <w:rPr>
          <w:rtl/>
        </w:rPr>
        <w:t>،</w:t>
      </w:r>
      <w:r w:rsidRPr="009647FC">
        <w:rPr>
          <w:rtl/>
        </w:rPr>
        <w:t xml:space="preserve"> وترّح به الغرامُ المبرّح</w:t>
      </w:r>
      <w:r w:rsidR="00D769AB">
        <w:rPr>
          <w:rtl/>
        </w:rPr>
        <w:t>،</w:t>
      </w:r>
      <w:r w:rsidRPr="009647FC">
        <w:rPr>
          <w:rtl/>
        </w:rPr>
        <w:t xml:space="preserve"> وحال من البعاد بينه وبين حبيبه ما أوقد</w:t>
      </w:r>
      <w:r w:rsidR="00677BC4">
        <w:rPr>
          <w:rtl/>
        </w:rPr>
        <w:t>َ</w:t>
      </w:r>
      <w:r w:rsidRPr="009647FC">
        <w:rPr>
          <w:rtl/>
        </w:rPr>
        <w:t xml:space="preserve"> في أحشائه سعير</w:t>
      </w:r>
      <w:r w:rsidR="00677BC4">
        <w:rPr>
          <w:rtl/>
        </w:rPr>
        <w:t>َ</w:t>
      </w:r>
      <w:r w:rsidRPr="009647FC">
        <w:rPr>
          <w:rtl/>
        </w:rPr>
        <w:t xml:space="preserve"> وجدٍ</w:t>
      </w:r>
      <w:r w:rsidR="00D769AB">
        <w:rPr>
          <w:rtl/>
        </w:rPr>
        <w:t>،</w:t>
      </w:r>
      <w:r w:rsidRPr="009647FC">
        <w:rPr>
          <w:rtl/>
        </w:rPr>
        <w:t xml:space="preserve"> إذا انحنت عليه أضلاعه تجافت من لهيبه</w:t>
      </w:r>
      <w:r w:rsidR="00D769AB">
        <w:rPr>
          <w:rtl/>
        </w:rPr>
        <w:t>،</w:t>
      </w:r>
      <w:r w:rsidRPr="009647FC">
        <w:rPr>
          <w:rtl/>
        </w:rPr>
        <w:t xml:space="preserve"> وغودر جنباه من تلهُّب أنفاسه الحرار</w:t>
      </w:r>
      <w:r w:rsidR="00D769AB">
        <w:rPr>
          <w:rtl/>
        </w:rPr>
        <w:t>،</w:t>
      </w:r>
      <w:r w:rsidRPr="009647FC">
        <w:rPr>
          <w:rtl/>
        </w:rPr>
        <w:t xml:space="preserve"> يُرس</w:t>
      </w:r>
      <w:r w:rsidR="00677BC4">
        <w:rPr>
          <w:rtl/>
        </w:rPr>
        <w:t>َ</w:t>
      </w:r>
      <w:r w:rsidRPr="009647FC">
        <w:rPr>
          <w:rtl/>
        </w:rPr>
        <w:t>ل عليها شواظٌ من نار</w:t>
      </w:r>
      <w:r w:rsidR="00D769AB">
        <w:rPr>
          <w:rtl/>
        </w:rPr>
        <w:t>،</w:t>
      </w:r>
      <w:r w:rsidRPr="009647FC">
        <w:rPr>
          <w:rtl/>
        </w:rPr>
        <w:t xml:space="preserve"> وكاد في تصاعد حريق زفرته يضرم الهوى ناراً في كرته</w:t>
      </w:r>
      <w:r w:rsidR="00D769AB">
        <w:rPr>
          <w:rtl/>
        </w:rPr>
        <w:t>،</w:t>
      </w:r>
      <w:r w:rsidRPr="009647FC">
        <w:rPr>
          <w:rtl/>
        </w:rPr>
        <w:t xml:space="preserve"> وحشدت جحافلُ الغرام في منحنى ضلوعه</w:t>
      </w:r>
      <w:r w:rsidR="00D769AB">
        <w:rPr>
          <w:rtl/>
        </w:rPr>
        <w:t>،</w:t>
      </w:r>
      <w:r w:rsidRPr="009647FC">
        <w:rPr>
          <w:rtl/>
        </w:rPr>
        <w:t xml:space="preserve"> وانتجعت سفح</w:t>
      </w:r>
      <w:r w:rsidR="00677BC4">
        <w:rPr>
          <w:rtl/>
        </w:rPr>
        <w:t>َ</w:t>
      </w:r>
      <w:r w:rsidRPr="009647FC">
        <w:rPr>
          <w:rtl/>
        </w:rPr>
        <w:t xml:space="preserve"> عقيق دموعه</w:t>
      </w:r>
      <w:r w:rsidR="00D769AB">
        <w:rPr>
          <w:rtl/>
        </w:rPr>
        <w:t>،</w:t>
      </w:r>
      <w:r w:rsidRPr="009647FC">
        <w:rPr>
          <w:rtl/>
        </w:rPr>
        <w:t xml:space="preserve"> فهي تستدرُّ عينه دموعها في كلّ آن</w:t>
      </w:r>
      <w:r w:rsidR="00D769AB">
        <w:rPr>
          <w:rtl/>
        </w:rPr>
        <w:t>،</w:t>
      </w:r>
      <w:r w:rsidRPr="009647FC">
        <w:rPr>
          <w:rtl/>
        </w:rPr>
        <w:t xml:space="preserve"> فتنبعثُ كأنّهنّ الياقوت والمرجان</w:t>
      </w:r>
      <w:r w:rsidR="00D769AB">
        <w:rPr>
          <w:rtl/>
        </w:rPr>
        <w:t>،</w:t>
      </w:r>
      <w:r w:rsidRPr="009647FC">
        <w:rPr>
          <w:rtl/>
        </w:rPr>
        <w:t xml:space="preserve"> وأوطنت الصبابة في غوير لبِّه</w:t>
      </w:r>
      <w:r w:rsidR="00D769AB">
        <w:rPr>
          <w:rtl/>
        </w:rPr>
        <w:t>،</w:t>
      </w:r>
      <w:r w:rsidRPr="009647FC">
        <w:rPr>
          <w:rtl/>
        </w:rPr>
        <w:t xml:space="preserve"> وقوّ</w:t>
      </w:r>
      <w:r w:rsidR="00677BC4">
        <w:rPr>
          <w:rtl/>
        </w:rPr>
        <w:t>َ</w:t>
      </w:r>
      <w:r w:rsidRPr="009647FC">
        <w:rPr>
          <w:rtl/>
        </w:rPr>
        <w:t>ض السلوُّ عن غضي قلبه</w:t>
      </w:r>
      <w:r w:rsidR="00D769AB">
        <w:rPr>
          <w:rtl/>
        </w:rPr>
        <w:t>،</w:t>
      </w:r>
      <w:r w:rsidRPr="009647FC">
        <w:rPr>
          <w:rtl/>
        </w:rPr>
        <w:t xml:space="preserve"> وحال من مترادفات الأشجان</w:t>
      </w:r>
      <w:r w:rsidR="00D769AB">
        <w:rPr>
          <w:rtl/>
        </w:rPr>
        <w:t>،</w:t>
      </w:r>
      <w:r w:rsidRPr="009647FC">
        <w:rPr>
          <w:rtl/>
        </w:rPr>
        <w:t xml:space="preserve"> بينها برزخٌ لا يبغيان</w:t>
      </w:r>
      <w:r w:rsidR="00D769AB">
        <w:rPr>
          <w:rtl/>
        </w:rPr>
        <w:t>،</w:t>
      </w:r>
      <w:r w:rsidRPr="009647FC">
        <w:rPr>
          <w:rtl/>
        </w:rPr>
        <w:t xml:space="preserve"> وأوشك الفراق أن ينسف طود حلمه بريح عقيم</w:t>
      </w:r>
      <w:r w:rsidR="00D769AB">
        <w:rPr>
          <w:rtl/>
        </w:rPr>
        <w:t>،</w:t>
      </w:r>
      <w:r w:rsidRPr="009647FC">
        <w:rPr>
          <w:rtl/>
        </w:rPr>
        <w:t xml:space="preserve"> ما تذر من شي‌ء أتت عليه إلاّ جعلته كالرميم</w:t>
      </w:r>
      <w:r w:rsidR="00D769AB">
        <w:rPr>
          <w:rtl/>
        </w:rPr>
        <w:t>،</w:t>
      </w:r>
      <w:r w:rsidRPr="009647FC">
        <w:rPr>
          <w:rtl/>
        </w:rPr>
        <w:t xml:space="preserve"> فلا يتناهي في تحرير نعت شوقه الكلام</w:t>
      </w:r>
      <w:r w:rsidR="00D769AB">
        <w:rPr>
          <w:rtl/>
        </w:rPr>
        <w:t>،</w:t>
      </w:r>
      <w:r w:rsidRPr="009647FC">
        <w:rPr>
          <w:rtl/>
        </w:rPr>
        <w:t xml:space="preserve"> ولو أنّ ما في الأرض من شجرةٍ أقلام</w:t>
      </w:r>
      <w:r w:rsidR="00D769AB">
        <w:rPr>
          <w:rtl/>
        </w:rPr>
        <w:t>،</w:t>
      </w:r>
      <w:r w:rsidRPr="009647FC">
        <w:rPr>
          <w:rtl/>
        </w:rPr>
        <w:t xml:space="preserve"> إلى م</w:t>
      </w:r>
      <w:r w:rsidR="00677BC4">
        <w:rPr>
          <w:rtl/>
        </w:rPr>
        <w:t>َ</w:t>
      </w:r>
      <w:r w:rsidRPr="009647FC">
        <w:rPr>
          <w:rtl/>
        </w:rPr>
        <w:t>نْ حلّ</w:t>
      </w:r>
      <w:r w:rsidR="00677BC4">
        <w:rPr>
          <w:rtl/>
        </w:rPr>
        <w:t>َ</w:t>
      </w:r>
      <w:r w:rsidRPr="009647FC">
        <w:rPr>
          <w:rtl/>
        </w:rPr>
        <w:t>قت به قدامي شرفه</w:t>
      </w:r>
      <w:r w:rsidR="00D769AB">
        <w:rPr>
          <w:rtl/>
        </w:rPr>
        <w:t>،</w:t>
      </w:r>
      <w:r w:rsidRPr="009647FC">
        <w:rPr>
          <w:rtl/>
        </w:rPr>
        <w:t xml:space="preserve"> فقصّ</w:t>
      </w:r>
      <w:r w:rsidR="00677BC4">
        <w:rPr>
          <w:rtl/>
        </w:rPr>
        <w:t>َ</w:t>
      </w:r>
      <w:r w:rsidRPr="009647FC">
        <w:rPr>
          <w:rtl/>
        </w:rPr>
        <w:t>ر كلُّ محلّقٍ عن شأو عُلاه التي أحرزها عن سلفه</w:t>
      </w:r>
      <w:r w:rsidR="00D769AB">
        <w:rPr>
          <w:rtl/>
        </w:rPr>
        <w:t>،</w:t>
      </w:r>
      <w:r w:rsidRPr="009647FC">
        <w:rPr>
          <w:rtl/>
        </w:rPr>
        <w:t xml:space="preserve"> وتسنّ</w:t>
      </w:r>
      <w:r w:rsidR="00677BC4">
        <w:rPr>
          <w:rtl/>
        </w:rPr>
        <w:t>َ</w:t>
      </w:r>
      <w:r w:rsidRPr="009647FC">
        <w:rPr>
          <w:rtl/>
        </w:rPr>
        <w:t>م غارب</w:t>
      </w:r>
      <w:r w:rsidR="00677BC4">
        <w:rPr>
          <w:rtl/>
        </w:rPr>
        <w:t>َ</w:t>
      </w:r>
      <w:r w:rsidRPr="009647FC">
        <w:rPr>
          <w:rtl/>
        </w:rPr>
        <w:t xml:space="preserve"> كلّ فخرٍ</w:t>
      </w:r>
      <w:r w:rsidR="00D769AB">
        <w:rPr>
          <w:rtl/>
        </w:rPr>
        <w:t>،</w:t>
      </w:r>
      <w:r w:rsidRPr="009647FC">
        <w:rPr>
          <w:rtl/>
        </w:rPr>
        <w:t xml:space="preserve"> ووطأ بأخمصه رقاب الأنجم الزهر</w:t>
      </w:r>
      <w:r w:rsidR="00D769AB">
        <w:rPr>
          <w:rtl/>
        </w:rPr>
        <w:t>،</w:t>
      </w:r>
      <w:r w:rsidRPr="009647FC">
        <w:rPr>
          <w:rtl/>
        </w:rPr>
        <w:t xml:space="preserve"> وناصى برفيع مجده أعنان العلاء</w:t>
      </w:r>
      <w:r w:rsidR="00D769AB">
        <w:rPr>
          <w:rtl/>
        </w:rPr>
        <w:t>،</w:t>
      </w:r>
      <w:r w:rsidRPr="009647FC">
        <w:rPr>
          <w:rtl/>
        </w:rPr>
        <w:t xml:space="preserve"> ورقي ذروتها بسلّ</w:t>
      </w:r>
      <w:r w:rsidR="00677BC4">
        <w:rPr>
          <w:rtl/>
        </w:rPr>
        <w:t>َ</w:t>
      </w:r>
      <w:r w:rsidRPr="009647FC">
        <w:rPr>
          <w:rtl/>
        </w:rPr>
        <w:t>م شرفه المطلّ على الجوزاء</w:t>
      </w:r>
      <w:r w:rsidR="00D769AB">
        <w:rPr>
          <w:rtl/>
        </w:rPr>
        <w:t>،</w:t>
      </w:r>
      <w:r w:rsidRPr="009647FC">
        <w:rPr>
          <w:rtl/>
        </w:rPr>
        <w:t xml:space="preserve"> ولطفت شمائله</w:t>
      </w:r>
      <w:r w:rsidR="00D769AB">
        <w:rPr>
          <w:rtl/>
        </w:rPr>
        <w:t>،</w:t>
      </w:r>
      <w:r w:rsidRPr="009647FC">
        <w:rPr>
          <w:rtl/>
        </w:rPr>
        <w:t xml:space="preserve"> ولم يوجد في الكرم م</w:t>
      </w:r>
      <w:r w:rsidR="00677BC4">
        <w:rPr>
          <w:rtl/>
        </w:rPr>
        <w:t>َ</w:t>
      </w:r>
      <w:r w:rsidRPr="009647FC">
        <w:rPr>
          <w:rtl/>
        </w:rPr>
        <w:t>نْ يساجله</w:t>
      </w:r>
      <w:r w:rsidR="00D769AB">
        <w:rPr>
          <w:rtl/>
        </w:rPr>
        <w:t>،</w:t>
      </w:r>
      <w:r w:rsidRPr="009647FC">
        <w:rPr>
          <w:rtl/>
        </w:rPr>
        <w:t xml:space="preserve"> وغذيّ</w:t>
      </w:r>
      <w:r w:rsidR="00677BC4">
        <w:rPr>
          <w:rtl/>
        </w:rPr>
        <w:t>َ</w:t>
      </w:r>
      <w:r w:rsidRPr="009647FC">
        <w:rPr>
          <w:rtl/>
        </w:rPr>
        <w:t xml:space="preserve"> بلبان العلياء إلى أن بحجرها نشأ</w:t>
      </w:r>
      <w:r w:rsidR="00D769AB">
        <w:rPr>
          <w:rtl/>
        </w:rPr>
        <w:t>،</w:t>
      </w:r>
      <w:r w:rsidRPr="009647FC">
        <w:rPr>
          <w:rtl/>
        </w:rPr>
        <w:t xml:space="preserve"> وارتشف مدامة حبّها إلى أن نشا</w:t>
      </w:r>
      <w:r w:rsidR="00D769AB">
        <w:rPr>
          <w:rtl/>
        </w:rPr>
        <w:t>،</w:t>
      </w:r>
      <w:r w:rsidRPr="009647FC">
        <w:rPr>
          <w:rtl/>
        </w:rPr>
        <w:t xml:space="preserve"> وطابت منه الخليقة</w:t>
      </w:r>
      <w:r w:rsidR="00D769AB">
        <w:rPr>
          <w:rtl/>
        </w:rPr>
        <w:t>،</w:t>
      </w:r>
      <w:r w:rsidRPr="009647FC">
        <w:rPr>
          <w:rtl/>
        </w:rPr>
        <w:t xml:space="preserve"> فكانت ممّا قلتُ فيها خليقة</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يا</w:t>
            </w:r>
            <w:r>
              <w:rPr>
                <w:rtl/>
              </w:rPr>
              <w:t xml:space="preserve"> </w:t>
            </w:r>
            <w:r w:rsidRPr="009647FC">
              <w:rPr>
                <w:rtl/>
              </w:rPr>
              <w:t>طيب</w:t>
            </w:r>
            <w:r>
              <w:rPr>
                <w:rtl/>
              </w:rPr>
              <w:t xml:space="preserve"> </w:t>
            </w:r>
            <w:r w:rsidRPr="009647FC">
              <w:rPr>
                <w:rtl/>
              </w:rPr>
              <w:t>أخلاق</w:t>
            </w:r>
            <w:r>
              <w:rPr>
                <w:rtl/>
              </w:rPr>
              <w:t xml:space="preserve"> </w:t>
            </w:r>
            <w:r w:rsidRPr="009647FC">
              <w:rPr>
                <w:rtl/>
              </w:rPr>
              <w:t>كريم</w:t>
            </w:r>
            <w:r>
              <w:rPr>
                <w:rtl/>
              </w:rPr>
              <w:t xml:space="preserve"> </w:t>
            </w:r>
            <w:r w:rsidRPr="009647FC">
              <w:rPr>
                <w:rtl/>
              </w:rPr>
              <w:t>روي</w:t>
            </w:r>
            <w:r>
              <w:rPr>
                <w:rtl/>
              </w:rPr>
              <w:t xml:space="preserve"> </w:t>
            </w:r>
            <w:r w:rsidRPr="009647FC">
              <w:rPr>
                <w:rtl/>
              </w:rPr>
              <w:t>الـ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سامعُ</w:t>
            </w:r>
            <w:r>
              <w:rPr>
                <w:rtl/>
              </w:rPr>
              <w:t xml:space="preserve"> </w:t>
            </w:r>
            <w:r w:rsidRPr="009647FC">
              <w:rPr>
                <w:rtl/>
              </w:rPr>
              <w:t>منها</w:t>
            </w:r>
            <w:r>
              <w:rPr>
                <w:rtl/>
              </w:rPr>
              <w:t xml:space="preserve"> </w:t>
            </w:r>
            <w:r w:rsidRPr="009647FC">
              <w:rPr>
                <w:rtl/>
              </w:rPr>
              <w:t>ما</w:t>
            </w:r>
            <w:r>
              <w:rPr>
                <w:rtl/>
              </w:rPr>
              <w:t xml:space="preserve"> </w:t>
            </w:r>
            <w:r w:rsidRPr="009647FC">
              <w:rPr>
                <w:rtl/>
              </w:rPr>
              <w:t>روى</w:t>
            </w:r>
            <w:r>
              <w:rPr>
                <w:rtl/>
              </w:rPr>
              <w:t xml:space="preserve"> </w:t>
            </w:r>
            <w:r w:rsidRPr="009647FC">
              <w:rPr>
                <w:rtl/>
              </w:rPr>
              <w:t>المبصرُ</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بأنّها</w:t>
            </w:r>
            <w:r>
              <w:rPr>
                <w:rtl/>
              </w:rPr>
              <w:t xml:space="preserve"> </w:t>
            </w:r>
            <w:r w:rsidRPr="009647FC">
              <w:rPr>
                <w:rtl/>
              </w:rPr>
              <w:t>أطيبُ</w:t>
            </w:r>
            <w:r>
              <w:rPr>
                <w:rtl/>
              </w:rPr>
              <w:t xml:space="preserve"> </w:t>
            </w:r>
            <w:r w:rsidRPr="009647FC">
              <w:rPr>
                <w:rtl/>
              </w:rPr>
              <w:t>من</w:t>
            </w:r>
            <w:r>
              <w:rPr>
                <w:rtl/>
              </w:rPr>
              <w:t xml:space="preserve"> </w:t>
            </w:r>
            <w:r w:rsidRPr="009647FC">
              <w:rPr>
                <w:rtl/>
              </w:rPr>
              <w:t>روضةٍ</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طينتها</w:t>
            </w:r>
            <w:r>
              <w:rPr>
                <w:rtl/>
              </w:rPr>
              <w:t xml:space="preserve"> </w:t>
            </w:r>
            <w:r w:rsidRPr="009647FC">
              <w:rPr>
                <w:rtl/>
              </w:rPr>
              <w:t>مازجها</w:t>
            </w:r>
            <w:r>
              <w:rPr>
                <w:rtl/>
              </w:rPr>
              <w:t xml:space="preserve"> </w:t>
            </w:r>
            <w:r w:rsidRPr="009647FC">
              <w:rPr>
                <w:rtl/>
              </w:rPr>
              <w:t>العنبرُ</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لو</w:t>
            </w:r>
            <w:r w:rsidR="004C00A8">
              <w:rPr>
                <w:rtl/>
              </w:rPr>
              <w:t xml:space="preserve"> </w:t>
            </w:r>
            <w:r w:rsidRPr="009647FC">
              <w:rPr>
                <w:rtl/>
              </w:rPr>
              <w:t>مزج</w:t>
            </w:r>
            <w:r>
              <w:rPr>
                <w:rtl/>
              </w:rPr>
              <w:t xml:space="preserve"> </w:t>
            </w:r>
            <w:r w:rsidRPr="009647FC">
              <w:rPr>
                <w:rtl/>
              </w:rPr>
              <w:t>الماء</w:t>
            </w:r>
            <w:r>
              <w:rPr>
                <w:rtl/>
              </w:rPr>
              <w:t xml:space="preserve"> </w:t>
            </w:r>
            <w:r w:rsidRPr="009647FC">
              <w:rPr>
                <w:rtl/>
              </w:rPr>
              <w:t>بها</w:t>
            </w:r>
            <w:r>
              <w:rPr>
                <w:rtl/>
              </w:rPr>
              <w:t xml:space="preserve"> </w:t>
            </w:r>
            <w:r w:rsidRPr="009647FC">
              <w:rPr>
                <w:rtl/>
              </w:rPr>
              <w:t>شاربٌ</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ما</w:t>
            </w:r>
            <w:r>
              <w:rPr>
                <w:rtl/>
              </w:rPr>
              <w:t xml:space="preserve"> </w:t>
            </w:r>
            <w:r w:rsidRPr="009647FC">
              <w:rPr>
                <w:rtl/>
              </w:rPr>
              <w:t>شك</w:t>
            </w:r>
            <w:r>
              <w:rPr>
                <w:rtl/>
              </w:rPr>
              <w:t xml:space="preserve"> </w:t>
            </w:r>
            <w:r w:rsidRPr="009647FC">
              <w:rPr>
                <w:rtl/>
              </w:rPr>
              <w:t>فيه</w:t>
            </w:r>
            <w:r>
              <w:rPr>
                <w:rtl/>
              </w:rPr>
              <w:t xml:space="preserve"> </w:t>
            </w:r>
            <w:r w:rsidRPr="009647FC">
              <w:rPr>
                <w:rtl/>
              </w:rPr>
              <w:t>أن</w:t>
            </w:r>
            <w:r w:rsidRPr="00B371C6">
              <w:rPr>
                <w:rtl/>
              </w:rPr>
              <w:t>ّ</w:t>
            </w:r>
            <w:r w:rsidRPr="009647FC">
              <w:rPr>
                <w:rtl/>
              </w:rPr>
              <w:t>ه</w:t>
            </w:r>
            <w:r>
              <w:rPr>
                <w:rtl/>
              </w:rPr>
              <w:t xml:space="preserve"> </w:t>
            </w:r>
            <w:r w:rsidRPr="009647FC">
              <w:rPr>
                <w:rtl/>
              </w:rPr>
              <w:t>الكوثرُ</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ندبٌ</w:t>
            </w:r>
            <w:r w:rsidR="004C00A8">
              <w:rPr>
                <w:rtl/>
              </w:rPr>
              <w:t xml:space="preserve"> </w:t>
            </w:r>
            <w:r w:rsidRPr="009647FC">
              <w:rPr>
                <w:rtl/>
              </w:rPr>
              <w:t>له</w:t>
            </w:r>
            <w:r>
              <w:rPr>
                <w:rtl/>
              </w:rPr>
              <w:t xml:space="preserve"> </w:t>
            </w:r>
            <w:r w:rsidRPr="009647FC">
              <w:rPr>
                <w:rtl/>
              </w:rPr>
              <w:t>في</w:t>
            </w:r>
            <w:r>
              <w:rPr>
                <w:rtl/>
              </w:rPr>
              <w:t xml:space="preserve"> </w:t>
            </w:r>
            <w:r w:rsidRPr="009647FC">
              <w:rPr>
                <w:rtl/>
              </w:rPr>
              <w:t>حلبات</w:t>
            </w:r>
            <w:r>
              <w:rPr>
                <w:rtl/>
              </w:rPr>
              <w:t xml:space="preserve"> </w:t>
            </w:r>
            <w:r w:rsidRPr="009647FC">
              <w:rPr>
                <w:rtl/>
              </w:rPr>
              <w:t>العُلى</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دون</w:t>
            </w:r>
            <w:r w:rsidR="004C00A8">
              <w:rPr>
                <w:rtl/>
              </w:rPr>
              <w:t xml:space="preserve"> </w:t>
            </w:r>
            <w:r w:rsidRPr="009647FC">
              <w:rPr>
                <w:rtl/>
              </w:rPr>
              <w:t>الأنام</w:t>
            </w:r>
            <w:r>
              <w:rPr>
                <w:rtl/>
              </w:rPr>
              <w:t xml:space="preserve"> </w:t>
            </w:r>
            <w:r w:rsidRPr="009647FC">
              <w:rPr>
                <w:rtl/>
              </w:rPr>
              <w:t>الورد</w:t>
            </w:r>
            <w:r>
              <w:rPr>
                <w:rtl/>
              </w:rPr>
              <w:t xml:space="preserve"> </w:t>
            </w:r>
            <w:r w:rsidRPr="009647FC">
              <w:rPr>
                <w:rtl/>
              </w:rPr>
              <w:t>والمصدرُ</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كأنّ</w:t>
            </w:r>
            <w:r>
              <w:rPr>
                <w:rtl/>
              </w:rPr>
              <w:t xml:space="preserve">َ </w:t>
            </w:r>
            <w:r w:rsidRPr="009647FC">
              <w:rPr>
                <w:rtl/>
              </w:rPr>
              <w:t>م</w:t>
            </w:r>
            <w:r w:rsidRPr="00B371C6">
              <w:rPr>
                <w:rtl/>
              </w:rPr>
              <w:t>َ</w:t>
            </w:r>
            <w:r w:rsidRPr="009647FC">
              <w:rPr>
                <w:rtl/>
              </w:rPr>
              <w:t>نْ</w:t>
            </w:r>
            <w:r>
              <w:rPr>
                <w:rtl/>
              </w:rPr>
              <w:t xml:space="preserve"> </w:t>
            </w:r>
            <w:r w:rsidRPr="009647FC">
              <w:rPr>
                <w:rtl/>
              </w:rPr>
              <w:t>يأوي</w:t>
            </w:r>
            <w:r>
              <w:rPr>
                <w:rtl/>
              </w:rPr>
              <w:t xml:space="preserve"> </w:t>
            </w:r>
            <w:r w:rsidRPr="009647FC">
              <w:rPr>
                <w:rtl/>
              </w:rPr>
              <w:t>إلى</w:t>
            </w:r>
            <w:r>
              <w:rPr>
                <w:rtl/>
              </w:rPr>
              <w:t xml:space="preserve"> </w:t>
            </w:r>
            <w:r w:rsidRPr="009647FC">
              <w:rPr>
                <w:rtl/>
              </w:rPr>
              <w:t>بشره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من</w:t>
            </w:r>
            <w:r>
              <w:rPr>
                <w:rtl/>
              </w:rPr>
              <w:t xml:space="preserve"> </w:t>
            </w:r>
            <w:r w:rsidRPr="009647FC">
              <w:rPr>
                <w:rtl/>
              </w:rPr>
              <w:t>وحشةٍ</w:t>
            </w:r>
            <w:r>
              <w:rPr>
                <w:rtl/>
              </w:rPr>
              <w:t xml:space="preserve"> </w:t>
            </w:r>
            <w:r w:rsidRPr="009647FC">
              <w:rPr>
                <w:rtl/>
              </w:rPr>
              <w:t>في</w:t>
            </w:r>
            <w:r>
              <w:rPr>
                <w:rtl/>
              </w:rPr>
              <w:t xml:space="preserve"> </w:t>
            </w:r>
            <w:r w:rsidRPr="009647FC">
              <w:rPr>
                <w:rtl/>
              </w:rPr>
              <w:t>روضةٍ</w:t>
            </w:r>
            <w:r>
              <w:rPr>
                <w:rtl/>
              </w:rPr>
              <w:t xml:space="preserve"> </w:t>
            </w:r>
            <w:r w:rsidRPr="009647FC">
              <w:rPr>
                <w:rtl/>
              </w:rPr>
              <w:t>يحبرُ</w:t>
            </w:r>
            <w:r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lastRenderedPageBreak/>
              <w:t>معارجُ</w:t>
            </w:r>
            <w:r>
              <w:rPr>
                <w:rtl/>
              </w:rPr>
              <w:t xml:space="preserve"> </w:t>
            </w:r>
            <w:r w:rsidRPr="009647FC">
              <w:rPr>
                <w:rtl/>
              </w:rPr>
              <w:t>العلياء</w:t>
            </w:r>
            <w:r>
              <w:rPr>
                <w:rtl/>
              </w:rPr>
              <w:t xml:space="preserve"> </w:t>
            </w:r>
            <w:r w:rsidRPr="009647FC">
              <w:rPr>
                <w:rtl/>
              </w:rPr>
              <w:t>مرصودةٌ</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ليس</w:t>
            </w:r>
            <w:r>
              <w:rPr>
                <w:rtl/>
              </w:rPr>
              <w:t xml:space="preserve"> </w:t>
            </w:r>
            <w:r w:rsidRPr="009647FC">
              <w:rPr>
                <w:rtl/>
              </w:rPr>
              <w:t>عليها</w:t>
            </w:r>
            <w:r>
              <w:rPr>
                <w:rtl/>
              </w:rPr>
              <w:t xml:space="preserve"> </w:t>
            </w:r>
            <w:r w:rsidRPr="009647FC">
              <w:rPr>
                <w:rtl/>
              </w:rPr>
              <w:t>غيره</w:t>
            </w:r>
            <w:r>
              <w:rPr>
                <w:rtl/>
              </w:rPr>
              <w:t xml:space="preserve"> </w:t>
            </w:r>
            <w:r w:rsidRPr="009647FC">
              <w:rPr>
                <w:rtl/>
              </w:rPr>
              <w:t>يظهرُ</w:t>
            </w:r>
            <w:r w:rsidRPr="00725071">
              <w:rPr>
                <w:rStyle w:val="libPoemTiniChar0"/>
                <w:rtl/>
              </w:rPr>
              <w:br/>
              <w:t> </w:t>
            </w:r>
          </w:p>
        </w:tc>
      </w:tr>
    </w:tbl>
    <w:p w:rsidR="009647FC" w:rsidRPr="00524A24" w:rsidRDefault="009647FC" w:rsidP="004E7EC6">
      <w:pPr>
        <w:pStyle w:val="libNormal"/>
      </w:pPr>
      <w:r w:rsidRPr="009647FC">
        <w:rPr>
          <w:rtl/>
        </w:rPr>
        <w:t>الفصيح الذي عقدت عليه الفصاحة حبُك نطاقها</w:t>
      </w:r>
      <w:r w:rsidR="00D769AB">
        <w:rPr>
          <w:rtl/>
        </w:rPr>
        <w:t>،</w:t>
      </w:r>
      <w:r w:rsidRPr="009647FC">
        <w:rPr>
          <w:rtl/>
        </w:rPr>
        <w:t xml:space="preserve"> والبليغ الذي مدّت فوقه البلاغة رفيع رواقها</w:t>
      </w:r>
      <w:r w:rsidR="00D769AB">
        <w:rPr>
          <w:rtl/>
        </w:rPr>
        <w:t>،</w:t>
      </w:r>
      <w:r w:rsidRPr="009647FC">
        <w:rPr>
          <w:rtl/>
        </w:rPr>
        <w:t xml:space="preserve"> والماجد الذي سمح الدهر بجوده</w:t>
      </w:r>
      <w:r w:rsidR="00D769AB">
        <w:rPr>
          <w:rtl/>
        </w:rPr>
        <w:t>،</w:t>
      </w:r>
      <w:r w:rsidRPr="009647FC">
        <w:rPr>
          <w:rtl/>
        </w:rPr>
        <w:t xml:space="preserve"> فدلّ على نفي بخل الدهر وإثبات وجوده</w:t>
      </w:r>
      <w:r w:rsidR="00D769AB">
        <w:rPr>
          <w:rtl/>
        </w:rPr>
        <w:t>،</w:t>
      </w:r>
      <w:r w:rsidRPr="009647FC">
        <w:rPr>
          <w:rtl/>
        </w:rPr>
        <w:t xml:space="preserve"> وأحيا به روضة الأدب بعدما ذوت</w:t>
      </w:r>
      <w:r w:rsidR="00D769AB">
        <w:rPr>
          <w:rtl/>
        </w:rPr>
        <w:t>،</w:t>
      </w:r>
      <w:r w:rsidRPr="009647FC">
        <w:rPr>
          <w:rtl/>
        </w:rPr>
        <w:t xml:space="preserve"> وأجدّ</w:t>
      </w:r>
      <w:r w:rsidR="00677BC4">
        <w:rPr>
          <w:rtl/>
        </w:rPr>
        <w:t>َ</w:t>
      </w:r>
      <w:r w:rsidRPr="009647FC">
        <w:rPr>
          <w:rtl/>
        </w:rPr>
        <w:t xml:space="preserve"> به ربوع الفضل بعدما عفت</w:t>
      </w:r>
      <w:r w:rsidR="00D769AB">
        <w:rPr>
          <w:rtl/>
        </w:rPr>
        <w:t>،</w:t>
      </w:r>
      <w:r w:rsidRPr="009647FC">
        <w:rPr>
          <w:rtl/>
        </w:rPr>
        <w:t xml:space="preserve"> ورفع به سماء المجد بعد هبوطها</w:t>
      </w:r>
      <w:r w:rsidR="00D769AB">
        <w:rPr>
          <w:rtl/>
        </w:rPr>
        <w:t>،</w:t>
      </w:r>
      <w:r w:rsidRPr="009647FC">
        <w:rPr>
          <w:rtl/>
        </w:rPr>
        <w:t xml:space="preserve"> وأقام به أعمدة السؤدد بعد سقوطها</w:t>
      </w:r>
      <w:r w:rsidR="00D769AB">
        <w:rPr>
          <w:rtl/>
        </w:rPr>
        <w:t>،</w:t>
      </w:r>
      <w:r w:rsidRPr="009647FC">
        <w:rPr>
          <w:rtl/>
        </w:rPr>
        <w:t xml:space="preserve"> وأقرّ</w:t>
      </w:r>
      <w:r w:rsidR="00677BC4">
        <w:rPr>
          <w:rtl/>
        </w:rPr>
        <w:t>َ</w:t>
      </w:r>
      <w:r w:rsidRPr="009647FC">
        <w:rPr>
          <w:rtl/>
        </w:rPr>
        <w:t xml:space="preserve"> عيون السماح منه بإنسانها</w:t>
      </w:r>
      <w:r w:rsidR="00D769AB">
        <w:rPr>
          <w:rtl/>
        </w:rPr>
        <w:t>،</w:t>
      </w:r>
      <w:r w:rsidRPr="009647FC">
        <w:rPr>
          <w:rtl/>
        </w:rPr>
        <w:t xml:space="preserve"> ووصل يمين المعروف منه ببنانها</w:t>
      </w:r>
      <w:r w:rsidR="00D769AB">
        <w:rPr>
          <w:rtl/>
        </w:rPr>
        <w:t>،</w:t>
      </w:r>
      <w:r w:rsidRPr="009647FC">
        <w:rPr>
          <w:rtl/>
        </w:rPr>
        <w:t xml:space="preserve"> ونشر به جميع ما طوى من المحاسن العجيبة</w:t>
      </w:r>
      <w:r w:rsidR="00D769AB">
        <w:rPr>
          <w:rtl/>
        </w:rPr>
        <w:t>،</w:t>
      </w:r>
      <w:r w:rsidRPr="009647FC">
        <w:rPr>
          <w:rtl/>
        </w:rPr>
        <w:t xml:space="preserve"> وأظهر فيه ما أُخفي</w:t>
      </w:r>
      <w:r w:rsidR="00677BC4">
        <w:rPr>
          <w:rtl/>
        </w:rPr>
        <w:t>َ</w:t>
      </w:r>
      <w:r w:rsidRPr="009647FC">
        <w:rPr>
          <w:rtl/>
        </w:rPr>
        <w:t xml:space="preserve"> من بدايع الكمالات الغريبة</w:t>
      </w:r>
      <w:r w:rsidR="00D769AB">
        <w:rPr>
          <w:rtl/>
        </w:rPr>
        <w:t>،</w:t>
      </w:r>
      <w:r w:rsidRPr="009647FC">
        <w:rPr>
          <w:rtl/>
        </w:rPr>
        <w:t xml:space="preserve"> فهو من أهل زمانه بمنزلة الروح من الجسد</w:t>
      </w:r>
      <w:r w:rsidR="00D769AB">
        <w:rPr>
          <w:rtl/>
        </w:rPr>
        <w:t>،</w:t>
      </w:r>
      <w:r w:rsidRPr="009647FC">
        <w:rPr>
          <w:rtl/>
        </w:rPr>
        <w:t xml:space="preserve"> والواسطة من العقد المنضد</w:t>
      </w:r>
      <w:r w:rsidR="00D769AB">
        <w:rPr>
          <w:rtl/>
        </w:rPr>
        <w:t>،</w:t>
      </w:r>
      <w:r w:rsidRPr="009647FC">
        <w:rPr>
          <w:rtl/>
        </w:rPr>
        <w:t xml:space="preserve"> فأكرم به من ماجدٍ بهيجٍ تعشو من ضوء صباح محياه نواظرُ الراثين إذا ملأتْ من نوره البصر</w:t>
      </w:r>
      <w:r w:rsidR="00D769AB">
        <w:rPr>
          <w:rtl/>
        </w:rPr>
        <w:t>،</w:t>
      </w:r>
      <w:r w:rsidRPr="009647FC">
        <w:rPr>
          <w:rtl/>
        </w:rPr>
        <w:t xml:space="preserve"> وأعجب به من فطنٍ تعشو في ظلام الإشكال إلى مصباح ذكاه بصائرُ ذي النظر</w:t>
      </w:r>
      <w:r w:rsidR="00D769AB">
        <w:rPr>
          <w:rtl/>
        </w:rPr>
        <w:t>؛</w:t>
      </w:r>
      <w:r w:rsidRPr="009647FC">
        <w:rPr>
          <w:rtl/>
        </w:rPr>
        <w:t xml:space="preserve"> الصفيُّ الذي أخلصته نفسي من جميع ما ضمّه الفضا</w:t>
      </w:r>
      <w:r w:rsidR="00D769AB">
        <w:rPr>
          <w:rtl/>
        </w:rPr>
        <w:t>،</w:t>
      </w:r>
      <w:r w:rsidRPr="009647FC">
        <w:rPr>
          <w:rtl/>
        </w:rPr>
        <w:t xml:space="preserve"> (الحاج محمدٌ الرضا)</w:t>
      </w:r>
      <w:r w:rsidR="00D769AB">
        <w:rPr>
          <w:rtl/>
        </w:rPr>
        <w:t>.</w:t>
      </w:r>
      <w:r w:rsidRPr="009647FC">
        <w:rPr>
          <w:rtl/>
        </w:rPr>
        <w:t xml:space="preserve"> لا زالت شمس إقباله طالعةً في أعلى بروج المراتب</w:t>
      </w:r>
      <w:r w:rsidR="00D769AB">
        <w:rPr>
          <w:rtl/>
        </w:rPr>
        <w:t>،</w:t>
      </w:r>
      <w:r w:rsidRPr="009647FC">
        <w:rPr>
          <w:rtl/>
        </w:rPr>
        <w:t xml:space="preserve"> وكوكب سعده ثاقباً في سماء شرفه التي يتمنّى أن يحلّ</w:t>
      </w:r>
      <w:r w:rsidR="00677BC4">
        <w:rPr>
          <w:rtl/>
        </w:rPr>
        <w:t>َ</w:t>
      </w:r>
      <w:r w:rsidRPr="009647FC">
        <w:rPr>
          <w:rtl/>
        </w:rPr>
        <w:t xml:space="preserve"> فيها سعدُ الكواكب</w:t>
      </w:r>
      <w:r w:rsidR="00D769AB">
        <w:rPr>
          <w:rtl/>
        </w:rPr>
        <w:t>،</w:t>
      </w:r>
      <w:r w:rsidRPr="009647FC">
        <w:rPr>
          <w:rtl/>
        </w:rPr>
        <w:t xml:space="preserve"> ولا برح طائر اليمن له مزجوراً</w:t>
      </w:r>
      <w:r w:rsidR="00D769AB">
        <w:rPr>
          <w:rtl/>
        </w:rPr>
        <w:t>،</w:t>
      </w:r>
      <w:r w:rsidRPr="009647FC">
        <w:rPr>
          <w:rtl/>
        </w:rPr>
        <w:t xml:space="preserve"> وروض مسرّته غضاً مونقاً نضيراً</w:t>
      </w:r>
      <w:r w:rsidR="00D769AB">
        <w:rPr>
          <w:rtl/>
        </w:rPr>
        <w:t>،</w:t>
      </w:r>
      <w:r w:rsidRPr="009647FC">
        <w:rPr>
          <w:rtl/>
        </w:rPr>
        <w:t xml:space="preserve"> بمحمدٍ وآله المبرّئين من الزلل</w:t>
      </w:r>
      <w:r w:rsidR="00D769AB">
        <w:rPr>
          <w:rtl/>
        </w:rPr>
        <w:t>،</w:t>
      </w:r>
      <w:r w:rsidRPr="009647FC">
        <w:rPr>
          <w:rtl/>
        </w:rPr>
        <w:t xml:space="preserve"> وصحبه الذين ما لهم في التقى من مثل</w:t>
      </w:r>
      <w:r w:rsidR="00D769AB">
        <w:rPr>
          <w:rtl/>
        </w:rPr>
        <w:t>.</w:t>
      </w:r>
    </w:p>
    <w:p w:rsidR="009647FC" w:rsidRPr="00524A24" w:rsidRDefault="009647FC" w:rsidP="004E7EC6">
      <w:pPr>
        <w:pStyle w:val="libNormal"/>
      </w:pPr>
      <w:r w:rsidRPr="009647FC">
        <w:rPr>
          <w:rtl/>
        </w:rPr>
        <w:t>أمّا بعد</w:t>
      </w:r>
      <w:r w:rsidR="00D769AB">
        <w:rPr>
          <w:rtl/>
        </w:rPr>
        <w:t>:</w:t>
      </w:r>
      <w:r w:rsidRPr="009647FC">
        <w:rPr>
          <w:rtl/>
        </w:rPr>
        <w:t xml:space="preserve"> فإنّي لم أزل للغرام فيك نديماً</w:t>
      </w:r>
      <w:r w:rsidR="00D769AB">
        <w:rPr>
          <w:rtl/>
        </w:rPr>
        <w:t>،</w:t>
      </w:r>
      <w:r w:rsidRPr="009647FC">
        <w:rPr>
          <w:rtl/>
        </w:rPr>
        <w:t xml:space="preserve"> وعلى الصبابة حيثما رحلتُ مقيماً</w:t>
      </w:r>
      <w:r w:rsidR="00D769AB">
        <w:rPr>
          <w:rtl/>
        </w:rPr>
        <w:t>،</w:t>
      </w:r>
      <w:r w:rsidRPr="009647FC">
        <w:rPr>
          <w:rtl/>
        </w:rPr>
        <w:t xml:space="preserve"> تذهب بي</w:t>
      </w:r>
      <w:r w:rsidR="00677BC4">
        <w:rPr>
          <w:rtl/>
        </w:rPr>
        <w:t>َ</w:t>
      </w:r>
      <w:r w:rsidRPr="009647FC">
        <w:rPr>
          <w:rtl/>
        </w:rPr>
        <w:t xml:space="preserve"> الأشواقُ كلّ</w:t>
      </w:r>
      <w:r w:rsidR="00677BC4">
        <w:rPr>
          <w:rtl/>
        </w:rPr>
        <w:t>َ</w:t>
      </w:r>
      <w:r w:rsidRPr="009647FC">
        <w:rPr>
          <w:rtl/>
        </w:rPr>
        <w:t xml:space="preserve"> مذهب</w:t>
      </w:r>
      <w:r w:rsidR="00D769AB">
        <w:rPr>
          <w:rtl/>
        </w:rPr>
        <w:t>،</w:t>
      </w:r>
      <w:r w:rsidRPr="009647FC">
        <w:rPr>
          <w:rtl/>
        </w:rPr>
        <w:t xml:space="preserve"> وطرف عيني لم يزل في آفاق السماء مقلّ</w:t>
      </w:r>
      <w:r w:rsidR="00677BC4">
        <w:rPr>
          <w:rtl/>
        </w:rPr>
        <w:t>َ</w:t>
      </w:r>
      <w:r w:rsidRPr="009647FC">
        <w:rPr>
          <w:rtl/>
        </w:rPr>
        <w:t>ب</w:t>
      </w:r>
      <w:r w:rsidR="00D769AB">
        <w:rPr>
          <w:rtl/>
        </w:rPr>
        <w:t>،</w:t>
      </w:r>
      <w:r w:rsidRPr="009647FC">
        <w:rPr>
          <w:rtl/>
        </w:rPr>
        <w:t xml:space="preserve"> فكان عيني</w:t>
      </w:r>
      <w:r w:rsidR="00677BC4">
        <w:rPr>
          <w:rtl/>
        </w:rPr>
        <w:t>َ</w:t>
      </w:r>
      <w:r w:rsidRPr="009647FC">
        <w:rPr>
          <w:rtl/>
        </w:rPr>
        <w:t xml:space="preserve"> قد جنّ</w:t>
      </w:r>
      <w:r w:rsidR="00677BC4">
        <w:rPr>
          <w:rtl/>
        </w:rPr>
        <w:t>َ</w:t>
      </w:r>
      <w:r w:rsidRPr="009647FC">
        <w:rPr>
          <w:rtl/>
        </w:rPr>
        <w:t>ت عن إغضائها</w:t>
      </w:r>
      <w:r w:rsidR="00D769AB">
        <w:rPr>
          <w:rtl/>
        </w:rPr>
        <w:t>،</w:t>
      </w:r>
      <w:r w:rsidRPr="009647FC">
        <w:rPr>
          <w:rtl/>
        </w:rPr>
        <w:t xml:space="preserve"> وكلّ</w:t>
      </w:r>
      <w:r w:rsidR="00677BC4">
        <w:rPr>
          <w:rtl/>
        </w:rPr>
        <w:t>َ</w:t>
      </w:r>
      <w:r w:rsidRPr="009647FC">
        <w:rPr>
          <w:rtl/>
        </w:rPr>
        <w:t>ت بعدّ النجوم وإحصائها</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أنا أحصي النجوم فيك</w:t>
            </w:r>
            <w:r>
              <w:rPr>
                <w:rtl/>
              </w:rPr>
              <w:t>َ</w:t>
            </w:r>
            <w:r w:rsidRPr="009647FC">
              <w:rPr>
                <w:rtl/>
              </w:rPr>
              <w:t xml:space="preserve"> ولكن</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لذنوب الزمان ليس بمحصي</w:t>
            </w:r>
            <w:r w:rsidRPr="00725071">
              <w:rPr>
                <w:rStyle w:val="libPoemTiniChar0"/>
                <w:rtl/>
              </w:rPr>
              <w:br/>
              <w:t> </w:t>
            </w:r>
          </w:p>
        </w:tc>
      </w:tr>
    </w:tbl>
    <w:p w:rsidR="009647FC" w:rsidRPr="00524A24" w:rsidRDefault="009647FC" w:rsidP="004E7EC6">
      <w:pPr>
        <w:pStyle w:val="libNormal"/>
      </w:pPr>
      <w:r w:rsidRPr="009647FC">
        <w:rPr>
          <w:rtl/>
        </w:rPr>
        <w:t>غير أنّي كلّما ألحّ</w:t>
      </w:r>
      <w:r w:rsidR="00677BC4">
        <w:rPr>
          <w:rtl/>
        </w:rPr>
        <w:t>َ</w:t>
      </w:r>
      <w:r w:rsidRPr="009647FC">
        <w:rPr>
          <w:rtl/>
        </w:rPr>
        <w:t xml:space="preserve"> على قلبي الجوى فأضناه</w:t>
      </w:r>
      <w:r w:rsidR="00D769AB">
        <w:rPr>
          <w:rtl/>
        </w:rPr>
        <w:t>،</w:t>
      </w:r>
      <w:r w:rsidRPr="009647FC">
        <w:rPr>
          <w:rtl/>
        </w:rPr>
        <w:t xml:space="preserve"> روّحتُه بذكراك فتنتعش بعد الضعف قواه</w:t>
      </w:r>
      <w:r w:rsidR="00D769AB">
        <w:rPr>
          <w:rtl/>
        </w:rPr>
        <w:t>،</w:t>
      </w:r>
      <w:r w:rsidRPr="009647FC">
        <w:rPr>
          <w:rtl/>
        </w:rPr>
        <w:t xml:space="preserve"> وبينما أعللُ نفسي بذكر الوصال</w:t>
      </w:r>
      <w:r w:rsidR="00D769AB">
        <w:rPr>
          <w:rtl/>
        </w:rPr>
        <w:t>،</w:t>
      </w:r>
      <w:r w:rsidRPr="009647FC">
        <w:rPr>
          <w:rtl/>
        </w:rPr>
        <w:t xml:space="preserve"> وهي من شدّة الشوق </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تتمثّل بقول منْ قال</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ولم أر</w:t>
            </w:r>
            <w:r>
              <w:rPr>
                <w:rtl/>
              </w:rPr>
              <w:t>َ</w:t>
            </w:r>
            <w:r w:rsidRPr="009647FC">
              <w:rPr>
                <w:rtl/>
              </w:rPr>
              <w:t xml:space="preserve"> مثلي قطّ</w:t>
            </w:r>
            <w:r>
              <w:rPr>
                <w:rtl/>
              </w:rPr>
              <w:t>َ</w:t>
            </w:r>
            <w:r w:rsidRPr="009647FC">
              <w:rPr>
                <w:rtl/>
              </w:rPr>
              <w:t>ع الشوقُ قلبه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على أنّه يحكي قساوته الصخرُ</w:t>
            </w:r>
            <w:r w:rsidRPr="00725071">
              <w:rPr>
                <w:rStyle w:val="libPoemTiniChar0"/>
                <w:rtl/>
              </w:rPr>
              <w:br/>
              <w:t> </w:t>
            </w:r>
          </w:p>
        </w:tc>
      </w:tr>
    </w:tbl>
    <w:p w:rsidR="009647FC" w:rsidRPr="00524A24" w:rsidRDefault="009647FC" w:rsidP="004E7EC6">
      <w:pPr>
        <w:pStyle w:val="libNormal"/>
      </w:pPr>
      <w:r w:rsidRPr="009647FC">
        <w:rPr>
          <w:rtl/>
        </w:rPr>
        <w:t>إذ وردتْ منك إليّ</w:t>
      </w:r>
      <w:r w:rsidR="00677BC4">
        <w:rPr>
          <w:rtl/>
        </w:rPr>
        <w:t>َ</w:t>
      </w:r>
      <w:r w:rsidRPr="009647FC">
        <w:rPr>
          <w:rtl/>
        </w:rPr>
        <w:t xml:space="preserve"> رسالةٌ بديعة الكلام</w:t>
      </w:r>
      <w:r w:rsidR="00D769AB">
        <w:rPr>
          <w:rtl/>
        </w:rPr>
        <w:t>،</w:t>
      </w:r>
      <w:r w:rsidRPr="009647FC">
        <w:rPr>
          <w:rtl/>
        </w:rPr>
        <w:t xml:space="preserve"> حسنة النسيج والانسجام</w:t>
      </w:r>
      <w:r w:rsidR="00D769AB">
        <w:rPr>
          <w:rtl/>
        </w:rPr>
        <w:t>،</w:t>
      </w:r>
      <w:r w:rsidRPr="009647FC">
        <w:rPr>
          <w:rtl/>
        </w:rPr>
        <w:t xml:space="preserve"> قد افتتحت بزهر السّلام روضة كلماتها</w:t>
      </w:r>
      <w:r w:rsidR="00D769AB">
        <w:rPr>
          <w:rtl/>
        </w:rPr>
        <w:t>،</w:t>
      </w:r>
      <w:r w:rsidRPr="009647FC">
        <w:rPr>
          <w:rtl/>
        </w:rPr>
        <w:t xml:space="preserve"> وختمت بمسك الثناء عقود فقراتها</w:t>
      </w:r>
      <w:r w:rsidR="00D769AB">
        <w:rPr>
          <w:rtl/>
        </w:rPr>
        <w:t>،</w:t>
      </w:r>
      <w:r w:rsidRPr="009647FC">
        <w:rPr>
          <w:rtl/>
        </w:rPr>
        <w:t xml:space="preserve"> فنشقت منها نسيم المودّة حين نُشرت لديّ</w:t>
      </w:r>
      <w:r w:rsidR="00677BC4">
        <w:rPr>
          <w:rtl/>
        </w:rPr>
        <w:t>َ</w:t>
      </w:r>
      <w:r w:rsidR="00D769AB">
        <w:rPr>
          <w:rtl/>
        </w:rPr>
        <w:t>،</w:t>
      </w:r>
      <w:r w:rsidRPr="009647FC">
        <w:rPr>
          <w:rtl/>
        </w:rPr>
        <w:t xml:space="preserve"> واقتطفتُ منها نور المحبّة حين قُرئتْ عليّ</w:t>
      </w:r>
      <w:r w:rsidR="00677BC4">
        <w:rPr>
          <w:rtl/>
        </w:rPr>
        <w:t>َ</w:t>
      </w:r>
      <w:r w:rsidR="00D769AB">
        <w:rPr>
          <w:rtl/>
        </w:rPr>
        <w:t>،</w:t>
      </w:r>
      <w:r w:rsidRPr="009647FC">
        <w:rPr>
          <w:rtl/>
        </w:rPr>
        <w:t xml:space="preserve"> وهزّ</w:t>
      </w:r>
      <w:r w:rsidR="00677BC4">
        <w:rPr>
          <w:rtl/>
        </w:rPr>
        <w:t>َ</w:t>
      </w:r>
      <w:r w:rsidRPr="009647FC">
        <w:rPr>
          <w:rtl/>
        </w:rPr>
        <w:t>ني إليها الطرب</w:t>
      </w:r>
      <w:r w:rsidR="00D769AB">
        <w:rPr>
          <w:rtl/>
        </w:rPr>
        <w:t>،</w:t>
      </w:r>
      <w:r w:rsidRPr="009647FC">
        <w:rPr>
          <w:rtl/>
        </w:rPr>
        <w:t xml:space="preserve"> وملكني منها العجب</w:t>
      </w:r>
      <w:r w:rsidR="00D769AB">
        <w:rPr>
          <w:rtl/>
        </w:rPr>
        <w:t>،</w:t>
      </w:r>
      <w:r w:rsidRPr="009647FC">
        <w:rPr>
          <w:rtl/>
        </w:rPr>
        <w:t xml:space="preserve"> ولمّا استوقفتُ النظر فيها</w:t>
      </w:r>
      <w:r w:rsidR="00D769AB">
        <w:rPr>
          <w:rtl/>
        </w:rPr>
        <w:t>،</w:t>
      </w:r>
      <w:r w:rsidRPr="009647FC">
        <w:rPr>
          <w:rtl/>
        </w:rPr>
        <w:t xml:space="preserve"> وأجلت الفكر في ألفاظها ومعانيها</w:t>
      </w:r>
      <w:r w:rsidR="00D769AB">
        <w:rPr>
          <w:rtl/>
        </w:rPr>
        <w:t>،</w:t>
      </w:r>
      <w:r w:rsidRPr="009647FC">
        <w:rPr>
          <w:rtl/>
        </w:rPr>
        <w:t xml:space="preserve"> سكرتُ من ألفاظها ولا جام</w:t>
      </w:r>
      <w:r w:rsidR="00D769AB">
        <w:rPr>
          <w:rtl/>
        </w:rPr>
        <w:t>،</w:t>
      </w:r>
      <w:r w:rsidRPr="009647FC">
        <w:rPr>
          <w:rtl/>
        </w:rPr>
        <w:t xml:space="preserve"> بمدامة معانيها ولا مدام</w:t>
      </w:r>
      <w:r w:rsidR="00D769AB">
        <w:rPr>
          <w:rtl/>
        </w:rPr>
        <w:t>،</w:t>
      </w:r>
      <w:r w:rsidRPr="009647FC">
        <w:rPr>
          <w:rtl/>
        </w:rPr>
        <w:t xml:space="preserve"> فحينئذٍ ثنيت عطف</w:t>
      </w:r>
      <w:r w:rsidR="00677BC4">
        <w:rPr>
          <w:rtl/>
        </w:rPr>
        <w:t>َ</w:t>
      </w:r>
      <w:r w:rsidRPr="009647FC">
        <w:rPr>
          <w:rtl/>
        </w:rPr>
        <w:t xml:space="preserve"> ذي نشوة</w:t>
      </w:r>
      <w:r w:rsidR="00D769AB">
        <w:rPr>
          <w:rtl/>
        </w:rPr>
        <w:t>،</w:t>
      </w:r>
      <w:r w:rsidRPr="009647FC">
        <w:rPr>
          <w:rtl/>
        </w:rPr>
        <w:t xml:space="preserve"> وذبّت بها صبابةً وصبوة</w:t>
      </w:r>
      <w:r w:rsidR="00D769AB">
        <w:rPr>
          <w:rtl/>
        </w:rPr>
        <w:t>،</w:t>
      </w:r>
      <w:r w:rsidRPr="009647FC">
        <w:rPr>
          <w:rtl/>
        </w:rPr>
        <w:t xml:space="preserve"> لكنّي كلّما فوّقت سهام فكري لم أصب الغرض في تفويقها حين غلب عليّ</w:t>
      </w:r>
      <w:r w:rsidR="00677BC4">
        <w:rPr>
          <w:rtl/>
        </w:rPr>
        <w:t>َ</w:t>
      </w:r>
      <w:r w:rsidRPr="009647FC">
        <w:rPr>
          <w:rtl/>
        </w:rPr>
        <w:t xml:space="preserve"> الشكّ في تحقيقها</w:t>
      </w:r>
      <w:r w:rsidR="00D769AB">
        <w:rPr>
          <w:rtl/>
        </w:rPr>
        <w:t>.</w:t>
      </w:r>
    </w:p>
    <w:p w:rsidR="009647FC" w:rsidRPr="00524A24" w:rsidRDefault="009647FC" w:rsidP="004E7EC6">
      <w:pPr>
        <w:pStyle w:val="libNormal"/>
      </w:pPr>
      <w:r w:rsidRPr="009647FC">
        <w:rPr>
          <w:rtl/>
        </w:rPr>
        <w:t>أهي</w:t>
      </w:r>
      <w:r w:rsidR="00677BC4">
        <w:rPr>
          <w:rtl/>
        </w:rPr>
        <w:t>َ</w:t>
      </w:r>
      <w:r w:rsidRPr="009647FC">
        <w:rPr>
          <w:rtl/>
        </w:rPr>
        <w:t xml:space="preserve"> السلافة مُزجتْ بالغيث الذي انسجم وانسكب</w:t>
      </w:r>
      <w:r w:rsidR="00D769AB">
        <w:rPr>
          <w:rtl/>
        </w:rPr>
        <w:t>؟</w:t>
      </w:r>
      <w:r w:rsidRPr="009647FC">
        <w:rPr>
          <w:rtl/>
        </w:rPr>
        <w:t xml:space="preserve"> أم (المستظرف) من أرواح الكتب</w:t>
      </w:r>
      <w:r w:rsidR="00D769AB">
        <w:rPr>
          <w:rtl/>
        </w:rPr>
        <w:t>،</w:t>
      </w:r>
      <w:r w:rsidRPr="009647FC">
        <w:rPr>
          <w:rtl/>
        </w:rPr>
        <w:t xml:space="preserve"> أو زُفّ</w:t>
      </w:r>
      <w:r w:rsidR="00677BC4">
        <w:rPr>
          <w:rtl/>
        </w:rPr>
        <w:t>َ</w:t>
      </w:r>
      <w:r w:rsidRPr="009647FC">
        <w:rPr>
          <w:rtl/>
        </w:rPr>
        <w:t>تْ إليّ</w:t>
      </w:r>
      <w:r w:rsidR="00677BC4">
        <w:rPr>
          <w:rtl/>
        </w:rPr>
        <w:t>َ</w:t>
      </w:r>
      <w:r w:rsidRPr="009647FC">
        <w:rPr>
          <w:rtl/>
        </w:rPr>
        <w:t xml:space="preserve"> دمية القصر</w:t>
      </w:r>
      <w:r w:rsidR="00D769AB">
        <w:rPr>
          <w:rtl/>
        </w:rPr>
        <w:t>،</w:t>
      </w:r>
      <w:r w:rsidRPr="009647FC">
        <w:rPr>
          <w:rtl/>
        </w:rPr>
        <w:t xml:space="preserve"> أو يتيمة الدهر</w:t>
      </w:r>
      <w:r w:rsidR="00D769AB">
        <w:rPr>
          <w:rtl/>
        </w:rPr>
        <w:t>؟</w:t>
      </w:r>
      <w:r w:rsidRPr="009647FC">
        <w:rPr>
          <w:rtl/>
        </w:rPr>
        <w:t xml:space="preserve"> وجُليت لي بين أنوار الربيع في المعاهد</w:t>
      </w:r>
      <w:r w:rsidR="00D769AB">
        <w:rPr>
          <w:rtl/>
        </w:rPr>
        <w:t>،</w:t>
      </w:r>
      <w:r w:rsidRPr="009647FC">
        <w:rPr>
          <w:rtl/>
        </w:rPr>
        <w:t xml:space="preserve"> حاليةً بدرّ القلائد</w:t>
      </w:r>
      <w:r w:rsidR="00D769AB">
        <w:rPr>
          <w:rtl/>
        </w:rPr>
        <w:t>،</w:t>
      </w:r>
      <w:r w:rsidRPr="009647FC">
        <w:rPr>
          <w:rtl/>
        </w:rPr>
        <w:t xml:space="preserve"> وغرر الفوائد</w:t>
      </w:r>
      <w:r w:rsidR="00D769AB">
        <w:rPr>
          <w:rtl/>
        </w:rPr>
        <w:t>،</w:t>
      </w:r>
      <w:r w:rsidRPr="009647FC">
        <w:rPr>
          <w:rtl/>
        </w:rPr>
        <w:t xml:space="preserve"> فيا لها عرائس فكرٍ أغرب مبتكرها وأبدع</w:t>
      </w:r>
      <w:r w:rsidR="00D769AB">
        <w:rPr>
          <w:rtl/>
        </w:rPr>
        <w:t>،</w:t>
      </w:r>
      <w:r w:rsidRPr="009647FC">
        <w:rPr>
          <w:rtl/>
        </w:rPr>
        <w:t xml:space="preserve"> ولآلي ألفاظٍ أحسن ناثرُها حين جانس بينها وسجّ</w:t>
      </w:r>
      <w:r w:rsidR="00677BC4">
        <w:rPr>
          <w:rtl/>
        </w:rPr>
        <w:t>َ</w:t>
      </w:r>
      <w:r w:rsidRPr="009647FC">
        <w:rPr>
          <w:rtl/>
        </w:rPr>
        <w:t>ع</w:t>
      </w:r>
      <w:r w:rsidR="00D769AB">
        <w:rPr>
          <w:rtl/>
        </w:rPr>
        <w:t>،</w:t>
      </w:r>
      <w:r w:rsidRPr="009647FC">
        <w:rPr>
          <w:rtl/>
        </w:rPr>
        <w:t xml:space="preserve"> وجمع فيها فصاحة الألفاظ وبلاغة المعاني فسحر الألباب</w:t>
      </w:r>
      <w:r w:rsidR="00677BC4">
        <w:rPr>
          <w:rtl/>
        </w:rPr>
        <w:t>َ</w:t>
      </w:r>
      <w:r w:rsidRPr="009647FC">
        <w:rPr>
          <w:rtl/>
        </w:rPr>
        <w:t xml:space="preserve"> بيانها</w:t>
      </w:r>
      <w:r w:rsidR="00D769AB">
        <w:rPr>
          <w:rtl/>
        </w:rPr>
        <w:t>،</w:t>
      </w:r>
      <w:r w:rsidRPr="009647FC">
        <w:rPr>
          <w:rtl/>
        </w:rPr>
        <w:t xml:space="preserve"> وألّ</w:t>
      </w:r>
      <w:r w:rsidR="00677BC4">
        <w:rPr>
          <w:rtl/>
        </w:rPr>
        <w:t>َ</w:t>
      </w:r>
      <w:r w:rsidRPr="009647FC">
        <w:rPr>
          <w:rtl/>
        </w:rPr>
        <w:t>ف بين الإيجاز والإطناب فبهر العقول</w:t>
      </w:r>
      <w:r w:rsidR="00677BC4">
        <w:rPr>
          <w:rtl/>
        </w:rPr>
        <w:t>َ</w:t>
      </w:r>
      <w:r w:rsidRPr="009647FC">
        <w:rPr>
          <w:rtl/>
        </w:rPr>
        <w:t xml:space="preserve"> تلخيصها وتبيانها</w:t>
      </w:r>
      <w:r w:rsidR="00D769AB">
        <w:rPr>
          <w:rtl/>
        </w:rPr>
        <w:t>،</w:t>
      </w:r>
      <w:r w:rsidRPr="009647FC">
        <w:rPr>
          <w:rtl/>
        </w:rPr>
        <w:t xml:space="preserve"> ووالى في سلك الطروس بين فرائد منظومها ومنثورها</w:t>
      </w:r>
      <w:r w:rsidR="00D769AB">
        <w:rPr>
          <w:rtl/>
        </w:rPr>
        <w:t>،</w:t>
      </w:r>
      <w:r w:rsidRPr="009647FC">
        <w:rPr>
          <w:rtl/>
        </w:rPr>
        <w:t xml:space="preserve"> وقابل بين التدبيج والتطريز في وشيِ رياض سطورها</w:t>
      </w:r>
      <w:r w:rsidR="00D769AB">
        <w:rPr>
          <w:rtl/>
        </w:rPr>
        <w:t>،</w:t>
      </w:r>
      <w:r w:rsidRPr="009647FC">
        <w:rPr>
          <w:rtl/>
        </w:rPr>
        <w:t xml:space="preserve"> قد ابتدأتْ برفع خبر الشوق عند الخليل</w:t>
      </w:r>
      <w:r w:rsidR="00D769AB">
        <w:rPr>
          <w:rtl/>
        </w:rPr>
        <w:t>،</w:t>
      </w:r>
      <w:r w:rsidRPr="009647FC">
        <w:rPr>
          <w:rtl/>
        </w:rPr>
        <w:t xml:space="preserve"> وأنهت إليه الجزم في تمييزه فيما بنيتْ عليه من مضمر الحبّ وظاهر المدح الجليل</w:t>
      </w:r>
      <w:r w:rsidR="00D769AB">
        <w:rPr>
          <w:rtl/>
        </w:rPr>
        <w:t>،</w:t>
      </w:r>
      <w:r w:rsidRPr="009647FC">
        <w:rPr>
          <w:rtl/>
        </w:rPr>
        <w:t xml:space="preserve"> وأنبأتُ فيما أكدتُ من الشوق أن لا بدل</w:t>
      </w:r>
      <w:r w:rsidR="00677BC4">
        <w:rPr>
          <w:rtl/>
        </w:rPr>
        <w:t>َ</w:t>
      </w:r>
      <w:r w:rsidRPr="009647FC">
        <w:rPr>
          <w:rtl/>
        </w:rPr>
        <w:t xml:space="preserve"> من الصبّ عند صبِّه</w:t>
      </w:r>
      <w:r w:rsidR="00D769AB">
        <w:rPr>
          <w:rtl/>
        </w:rPr>
        <w:t>،</w:t>
      </w:r>
      <w:r w:rsidRPr="009647FC">
        <w:rPr>
          <w:rtl/>
        </w:rPr>
        <w:t xml:space="preserve"> وأن لا عوض عنه فيما نعتت من اشتغال قلب الحبيب بمحبّه</w:t>
      </w:r>
      <w:r w:rsidR="00D769AB">
        <w:rPr>
          <w:rtl/>
        </w:rPr>
        <w:t>،</w:t>
      </w:r>
      <w:r w:rsidRPr="009647FC">
        <w:rPr>
          <w:rtl/>
        </w:rPr>
        <w:t xml:space="preserve"> وأنّ</w:t>
      </w:r>
      <w:r w:rsidR="00677BC4">
        <w:rPr>
          <w:rtl/>
        </w:rPr>
        <w:t>َ</w:t>
      </w:r>
      <w:r w:rsidRPr="009647FC">
        <w:rPr>
          <w:rtl/>
        </w:rPr>
        <w:t xml:space="preserve"> هوى الخليل مقصورٌ على خليله في كلّ أحواله</w:t>
      </w:r>
      <w:r w:rsidR="00D769AB">
        <w:rPr>
          <w:rtl/>
        </w:rPr>
        <w:t>.</w:t>
      </w:r>
    </w:p>
    <w:p w:rsidR="009647FC" w:rsidRPr="00524A24" w:rsidRDefault="009647FC" w:rsidP="004E7EC6">
      <w:pPr>
        <w:pStyle w:val="libNormal"/>
      </w:pPr>
      <w:r w:rsidRPr="009647FC">
        <w:rPr>
          <w:rtl/>
        </w:rPr>
        <w:t>بالإضافة إلى الاستثناء في حذف عذاله</w:t>
      </w:r>
      <w:r w:rsidR="00D769AB">
        <w:rPr>
          <w:rtl/>
        </w:rPr>
        <w:t>،</w:t>
      </w:r>
      <w:r w:rsidRPr="009647FC">
        <w:rPr>
          <w:rtl/>
        </w:rPr>
        <w:t xml:space="preserve"> وصرّحتُ عن إلغاء مقالة الحسّاد</w:t>
      </w:r>
      <w:r w:rsidR="00D769AB">
        <w:rPr>
          <w:rtl/>
        </w:rPr>
        <w:t>،</w:t>
      </w:r>
      <w:r w:rsidRPr="009647FC">
        <w:rPr>
          <w:rtl/>
        </w:rPr>
        <w:t xml:space="preserve"> وإثبات ما راموا نفيه من المحبّة والوداد</w:t>
      </w:r>
      <w:r w:rsidR="00D769AB">
        <w:rPr>
          <w:rtl/>
        </w:rPr>
        <w:t>،</w:t>
      </w:r>
      <w:r w:rsidRPr="009647FC">
        <w:rPr>
          <w:rtl/>
        </w:rPr>
        <w:t xml:space="preserve"> فطفقتُ </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أكسوها من إستبرق المدائح بُرداً أحكم فكري نسجه</w:t>
      </w:r>
      <w:r w:rsidR="00D769AB">
        <w:rPr>
          <w:rtl/>
        </w:rPr>
        <w:t>،</w:t>
      </w:r>
      <w:r w:rsidRPr="009647FC">
        <w:rPr>
          <w:rtl/>
        </w:rPr>
        <w:t xml:space="preserve"> وأحليّها بعقود الثناء وإن لم تزدْ حسنها بهاءً وبهجة</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أطرسك</w:t>
            </w:r>
            <w:r>
              <w:rPr>
                <w:rtl/>
              </w:rPr>
              <w:t xml:space="preserve">َ </w:t>
            </w:r>
            <w:r w:rsidRPr="009647FC">
              <w:rPr>
                <w:rtl/>
              </w:rPr>
              <w:t>أم</w:t>
            </w:r>
            <w:r>
              <w:rPr>
                <w:rtl/>
              </w:rPr>
              <w:t xml:space="preserve"> </w:t>
            </w:r>
            <w:r w:rsidRPr="009647FC">
              <w:rPr>
                <w:rtl/>
              </w:rPr>
              <w:t>خدُّ</w:t>
            </w:r>
            <w:r>
              <w:rPr>
                <w:rtl/>
              </w:rPr>
              <w:t xml:space="preserve"> </w:t>
            </w:r>
            <w:r w:rsidRPr="009647FC">
              <w:rPr>
                <w:rtl/>
              </w:rPr>
              <w:t>عذراء</w:t>
            </w:r>
            <w:r>
              <w:rPr>
                <w:rtl/>
              </w:rPr>
              <w:t xml:space="preserve"> </w:t>
            </w:r>
            <w:r w:rsidRPr="009647FC">
              <w:rPr>
                <w:rtl/>
              </w:rPr>
              <w:t>بكرٍ</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وذا</w:t>
            </w:r>
            <w:r>
              <w:rPr>
                <w:rtl/>
              </w:rPr>
              <w:t xml:space="preserve"> </w:t>
            </w:r>
            <w:r w:rsidRPr="009647FC">
              <w:rPr>
                <w:rtl/>
              </w:rPr>
              <w:t>درُ</w:t>
            </w:r>
            <w:r>
              <w:rPr>
                <w:rtl/>
              </w:rPr>
              <w:t xml:space="preserve"> </w:t>
            </w:r>
            <w:r w:rsidRPr="009647FC">
              <w:rPr>
                <w:rtl/>
              </w:rPr>
              <w:t>لفظك</w:t>
            </w:r>
            <w:r>
              <w:rPr>
                <w:rtl/>
              </w:rPr>
              <w:t xml:space="preserve">َ </w:t>
            </w:r>
            <w:r w:rsidRPr="009647FC">
              <w:rPr>
                <w:rtl/>
              </w:rPr>
              <w:t>أم</w:t>
            </w:r>
            <w:r>
              <w:rPr>
                <w:rtl/>
              </w:rPr>
              <w:t xml:space="preserve"> </w:t>
            </w:r>
            <w:r w:rsidRPr="009647FC">
              <w:rPr>
                <w:rtl/>
              </w:rPr>
              <w:t>لفظُ</w:t>
            </w:r>
            <w:r>
              <w:rPr>
                <w:rtl/>
              </w:rPr>
              <w:t xml:space="preserve"> </w:t>
            </w:r>
            <w:r w:rsidRPr="009647FC">
              <w:rPr>
                <w:rtl/>
              </w:rPr>
              <w:t>درِّ</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سحرٌ</w:t>
            </w:r>
            <w:r>
              <w:rPr>
                <w:rtl/>
              </w:rPr>
              <w:t xml:space="preserve"> </w:t>
            </w:r>
            <w:r w:rsidRPr="009647FC">
              <w:rPr>
                <w:rtl/>
              </w:rPr>
              <w:t>غداة</w:t>
            </w:r>
            <w:r>
              <w:rPr>
                <w:rtl/>
              </w:rPr>
              <w:t xml:space="preserve"> </w:t>
            </w:r>
            <w:r w:rsidRPr="009647FC">
              <w:rPr>
                <w:rtl/>
              </w:rPr>
              <w:t>فضضت</w:t>
            </w:r>
            <w:r>
              <w:rPr>
                <w:rtl/>
              </w:rPr>
              <w:t xml:space="preserve">َ </w:t>
            </w:r>
            <w:r w:rsidRPr="009647FC">
              <w:rPr>
                <w:rtl/>
              </w:rPr>
              <w:t>الختام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عنه</w:t>
            </w:r>
            <w:r w:rsidR="004C00A8">
              <w:rPr>
                <w:rtl/>
              </w:rPr>
              <w:t xml:space="preserve"> </w:t>
            </w:r>
            <w:r w:rsidRPr="009647FC">
              <w:rPr>
                <w:rtl/>
              </w:rPr>
              <w:t>كأنّ</w:t>
            </w:r>
            <w:r>
              <w:rPr>
                <w:rtl/>
              </w:rPr>
              <w:t xml:space="preserve"> </w:t>
            </w:r>
            <w:r w:rsidRPr="009647FC">
              <w:rPr>
                <w:rtl/>
              </w:rPr>
              <w:t>لفظه</w:t>
            </w:r>
            <w:r>
              <w:rPr>
                <w:rtl/>
              </w:rPr>
              <w:t xml:space="preserve"> </w:t>
            </w:r>
            <w:r w:rsidRPr="009647FC">
              <w:rPr>
                <w:rtl/>
              </w:rPr>
              <w:t>نفثُ</w:t>
            </w:r>
            <w:r>
              <w:rPr>
                <w:rtl/>
              </w:rPr>
              <w:t xml:space="preserve"> </w:t>
            </w:r>
            <w:r w:rsidRPr="009647FC">
              <w:rPr>
                <w:rtl/>
              </w:rPr>
              <w:t>سحرِ</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وشكّ</w:t>
            </w:r>
            <w:r>
              <w:rPr>
                <w:rtl/>
              </w:rPr>
              <w:t>َ</w:t>
            </w:r>
            <w:r w:rsidRPr="009647FC">
              <w:rPr>
                <w:rtl/>
              </w:rPr>
              <w:t>كني</w:t>
            </w:r>
            <w:r w:rsidR="004C00A8">
              <w:rPr>
                <w:rtl/>
              </w:rPr>
              <w:t xml:space="preserve"> </w:t>
            </w:r>
            <w:r w:rsidRPr="009647FC">
              <w:rPr>
                <w:rtl/>
              </w:rPr>
              <w:t>حسنُ</w:t>
            </w:r>
            <w:r>
              <w:rPr>
                <w:rtl/>
              </w:rPr>
              <w:t xml:space="preserve"> </w:t>
            </w:r>
            <w:r w:rsidRPr="009647FC">
              <w:rPr>
                <w:rtl/>
              </w:rPr>
              <w:t>تنميقه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أوشيُ</w:t>
            </w:r>
            <w:r>
              <w:rPr>
                <w:rtl/>
              </w:rPr>
              <w:t xml:space="preserve"> </w:t>
            </w:r>
            <w:r w:rsidRPr="009647FC">
              <w:rPr>
                <w:rtl/>
              </w:rPr>
              <w:t>بنانك</w:t>
            </w:r>
            <w:r>
              <w:rPr>
                <w:rtl/>
              </w:rPr>
              <w:t xml:space="preserve"> </w:t>
            </w:r>
            <w:r w:rsidRPr="009647FC">
              <w:rPr>
                <w:rtl/>
              </w:rPr>
              <w:t>أم</w:t>
            </w:r>
            <w:r>
              <w:rPr>
                <w:rtl/>
              </w:rPr>
              <w:t xml:space="preserve"> </w:t>
            </w:r>
            <w:r w:rsidRPr="009647FC">
              <w:rPr>
                <w:rtl/>
              </w:rPr>
              <w:t>وشيُ</w:t>
            </w:r>
            <w:r>
              <w:rPr>
                <w:rtl/>
              </w:rPr>
              <w:t xml:space="preserve"> </w:t>
            </w:r>
            <w:r w:rsidRPr="009647FC">
              <w:rPr>
                <w:rtl/>
              </w:rPr>
              <w:t>زهرِ</w:t>
            </w:r>
            <w:r w:rsidRPr="00725071">
              <w:rPr>
                <w:rStyle w:val="libPoemTiniChar0"/>
                <w:rtl/>
              </w:rPr>
              <w:br/>
              <w:t> </w:t>
            </w:r>
          </w:p>
        </w:tc>
      </w:tr>
    </w:tbl>
    <w:p w:rsidR="009647FC" w:rsidRPr="00524A24" w:rsidRDefault="009647FC" w:rsidP="004E7EC6">
      <w:pPr>
        <w:pStyle w:val="libNormal"/>
      </w:pPr>
      <w:r w:rsidRPr="009647FC">
        <w:rPr>
          <w:rtl/>
        </w:rPr>
        <w:t>فناهيك</w:t>
      </w:r>
      <w:r w:rsidR="00677BC4">
        <w:rPr>
          <w:rtl/>
        </w:rPr>
        <w:t>َ</w:t>
      </w:r>
      <w:r w:rsidRPr="009647FC">
        <w:rPr>
          <w:rtl/>
        </w:rPr>
        <w:t xml:space="preserve"> بها مبلغةُ أو غرتْ فأوجزت</w:t>
      </w:r>
      <w:r w:rsidR="00D769AB">
        <w:rPr>
          <w:rtl/>
        </w:rPr>
        <w:t>،</w:t>
      </w:r>
      <w:r w:rsidRPr="009647FC">
        <w:rPr>
          <w:rtl/>
        </w:rPr>
        <w:t xml:space="preserve"> ومفصحةً بما فيه لكلّ منطيقٍ أعجزت</w:t>
      </w:r>
      <w:r w:rsidR="00D769AB">
        <w:rPr>
          <w:rtl/>
        </w:rPr>
        <w:t>،</w:t>
      </w:r>
      <w:r w:rsidRPr="009647FC">
        <w:rPr>
          <w:rtl/>
        </w:rPr>
        <w:t xml:space="preserve"> قد حملت جزيل الحمد من مبادرٍ لشكره</w:t>
      </w:r>
      <w:r w:rsidR="00D769AB">
        <w:rPr>
          <w:rtl/>
        </w:rPr>
        <w:t>،</w:t>
      </w:r>
      <w:r w:rsidRPr="009647FC">
        <w:rPr>
          <w:rtl/>
        </w:rPr>
        <w:t xml:space="preserve"> إلى م</w:t>
      </w:r>
      <w:r w:rsidR="00677BC4">
        <w:rPr>
          <w:rtl/>
        </w:rPr>
        <w:t>َ</w:t>
      </w:r>
      <w:r w:rsidRPr="009647FC">
        <w:rPr>
          <w:rtl/>
        </w:rPr>
        <w:t>نْ تقدّم إليه بمدح مجده وتنويه قدره</w:t>
      </w:r>
      <w:r w:rsidR="00D769AB">
        <w:rPr>
          <w:rtl/>
        </w:rPr>
        <w:t>،</w:t>
      </w:r>
      <w:r w:rsidRPr="009647FC">
        <w:rPr>
          <w:rtl/>
        </w:rPr>
        <w:t xml:space="preserve"> فللّه أبوك</w:t>
      </w:r>
      <w:r w:rsidR="00677BC4">
        <w:rPr>
          <w:rtl/>
        </w:rPr>
        <w:t>َ</w:t>
      </w:r>
      <w:r w:rsidRPr="009647FC">
        <w:rPr>
          <w:rtl/>
        </w:rPr>
        <w:t xml:space="preserve"> وأنت</w:t>
      </w:r>
      <w:r w:rsidR="00D769AB">
        <w:rPr>
          <w:rtl/>
        </w:rPr>
        <w:t>،</w:t>
      </w:r>
      <w:r w:rsidRPr="009647FC">
        <w:rPr>
          <w:rtl/>
        </w:rPr>
        <w:t xml:space="preserve"> أتشكرني على مديحٍ به إلى نفسي أحسنت</w:t>
      </w:r>
      <w:r w:rsidR="00677BC4">
        <w:rPr>
          <w:rtl/>
        </w:rPr>
        <w:t>َ</w:t>
      </w:r>
      <w:r w:rsidR="00D769AB">
        <w:rPr>
          <w:rtl/>
        </w:rPr>
        <w:t>؟</w:t>
      </w:r>
      <w:r w:rsidRPr="009647FC">
        <w:rPr>
          <w:rtl/>
        </w:rPr>
        <w:t>! لأنّ النفس منّا ومنكم في الحقيقة واحدة</w:t>
      </w:r>
      <w:r w:rsidR="00D769AB">
        <w:rPr>
          <w:rtl/>
        </w:rPr>
        <w:t>،</w:t>
      </w:r>
      <w:r w:rsidRPr="009647FC">
        <w:rPr>
          <w:rtl/>
        </w:rPr>
        <w:t xml:space="preserve"> وإن كانت الأجساد متعددةً متباعدة</w:t>
      </w:r>
      <w:r w:rsidR="00D769AB">
        <w:rPr>
          <w:rtl/>
        </w:rPr>
        <w:t>،</w:t>
      </w:r>
      <w:r w:rsidRPr="009647FC">
        <w:rPr>
          <w:rtl/>
        </w:rPr>
        <w:t xml:space="preserve"> على أنّكم في غنىً عن جميع المدايح</w:t>
      </w:r>
      <w:r w:rsidR="00D769AB">
        <w:rPr>
          <w:rtl/>
        </w:rPr>
        <w:t>،</w:t>
      </w:r>
      <w:r w:rsidRPr="009647FC">
        <w:rPr>
          <w:rtl/>
        </w:rPr>
        <w:t xml:space="preserve"> بما أحرزتم من المكارم والشرف الواضح</w:t>
      </w:r>
      <w:r w:rsidR="00D769AB">
        <w:rPr>
          <w:rtl/>
        </w:rPr>
        <w:t>،</w:t>
      </w:r>
      <w:r w:rsidRPr="009647FC">
        <w:rPr>
          <w:rtl/>
        </w:rPr>
        <w:t xml:space="preserve"> وبنشر فخركم طبق مجدكم سائر الأرجاء</w:t>
      </w:r>
      <w:r w:rsidR="00D769AB">
        <w:rPr>
          <w:rtl/>
        </w:rPr>
        <w:t>،</w:t>
      </w:r>
      <w:r w:rsidRPr="009647FC">
        <w:rPr>
          <w:rtl/>
        </w:rPr>
        <w:t xml:space="preserve"> لا بما نشرت لكم من الثناء ألسنُ الشعراء</w:t>
      </w:r>
      <w:r w:rsidR="00D769AB">
        <w:rPr>
          <w:rtl/>
        </w:rPr>
        <w:t>،</w:t>
      </w:r>
      <w:r w:rsidRPr="009647FC">
        <w:rPr>
          <w:rtl/>
        </w:rPr>
        <w:t xml:space="preserve"> غير أنّي كلّما فكرتُ في نفسي</w:t>
      </w:r>
      <w:r w:rsidR="00D769AB">
        <w:rPr>
          <w:rtl/>
        </w:rPr>
        <w:t>،</w:t>
      </w:r>
      <w:r w:rsidRPr="009647FC">
        <w:rPr>
          <w:rtl/>
        </w:rPr>
        <w:t xml:space="preserve"> لم أجدُ إلاّ المحبّة الخالصة</w:t>
      </w:r>
      <w:r w:rsidR="00D769AB">
        <w:rPr>
          <w:rtl/>
        </w:rPr>
        <w:t>،</w:t>
      </w:r>
      <w:r w:rsidRPr="009647FC">
        <w:rPr>
          <w:rtl/>
        </w:rPr>
        <w:t xml:space="preserve"> دعتك</w:t>
      </w:r>
      <w:r w:rsidR="00677BC4">
        <w:rPr>
          <w:rtl/>
        </w:rPr>
        <w:t>َ</w:t>
      </w:r>
      <w:r w:rsidRPr="009647FC">
        <w:rPr>
          <w:rtl/>
        </w:rPr>
        <w:t xml:space="preserve"> إلى شكر مدائحي التي هي بالنسبة إلى كمال شرفكم متناقصة</w:t>
      </w:r>
      <w:r w:rsidR="00D769AB">
        <w:rPr>
          <w:rtl/>
        </w:rPr>
        <w:t>.</w:t>
      </w:r>
    </w:p>
    <w:p w:rsidR="009647FC" w:rsidRPr="00524A24" w:rsidRDefault="009647FC" w:rsidP="004E7EC6">
      <w:pPr>
        <w:pStyle w:val="libNormal"/>
      </w:pPr>
      <w:r w:rsidRPr="009647FC">
        <w:rPr>
          <w:rtl/>
        </w:rPr>
        <w:t>فنسأل اللّه سبحانه وتعالى أن يجعل عزّكم ملازماً للدوام ما بقي</w:t>
      </w:r>
      <w:r w:rsidR="00677BC4">
        <w:rPr>
          <w:rtl/>
        </w:rPr>
        <w:t>َ</w:t>
      </w:r>
      <w:r w:rsidRPr="009647FC">
        <w:rPr>
          <w:rtl/>
        </w:rPr>
        <w:t xml:space="preserve"> الدهر</w:t>
      </w:r>
      <w:r w:rsidR="00D769AB">
        <w:rPr>
          <w:rtl/>
        </w:rPr>
        <w:t>،</w:t>
      </w:r>
      <w:r w:rsidRPr="009647FC">
        <w:rPr>
          <w:rtl/>
        </w:rPr>
        <w:t xml:space="preserve"> ويصل بالبقاء ما خلع عليكم من مطارف الوقار والفخر</w:t>
      </w:r>
      <w:r w:rsidR="00D769AB">
        <w:rPr>
          <w:rtl/>
        </w:rPr>
        <w:t>،</w:t>
      </w:r>
      <w:r w:rsidRPr="009647FC">
        <w:rPr>
          <w:rtl/>
        </w:rPr>
        <w:t xml:space="preserve"> إنّه على كلّ شيٍ قدير وبالإجابة</w:t>
      </w:r>
      <w:r w:rsidR="00D769AB">
        <w:rPr>
          <w:rtl/>
        </w:rPr>
        <w:t>.</w:t>
      </w:r>
    </w:p>
    <w:p w:rsidR="009647FC" w:rsidRPr="00524A24" w:rsidRDefault="009647FC" w:rsidP="004E7EC6">
      <w:pPr>
        <w:pStyle w:val="libCenter"/>
      </w:pPr>
      <w:r w:rsidRPr="009647FC">
        <w:rPr>
          <w:rtl/>
        </w:rPr>
        <w:t>***</w:t>
      </w:r>
    </w:p>
    <w:p w:rsidR="009647FC" w:rsidRPr="00524A24" w:rsidRDefault="009647FC" w:rsidP="004E7EC6">
      <w:pPr>
        <w:pStyle w:val="libNormal"/>
      </w:pPr>
      <w:r w:rsidRPr="009647FC">
        <w:rPr>
          <w:rtl/>
        </w:rPr>
        <w:t>7</w:t>
      </w:r>
      <w:r w:rsidR="004E7EC6">
        <w:rPr>
          <w:rtl/>
        </w:rPr>
        <w:t xml:space="preserve"> - </w:t>
      </w:r>
      <w:r w:rsidRPr="009647FC">
        <w:rPr>
          <w:rtl/>
        </w:rPr>
        <w:t>هذه صورة ما كتبه حول قصيدة المرحوم عمّه السيد مهدي السيد داود</w:t>
      </w:r>
      <w:r w:rsidR="00D769AB">
        <w:rPr>
          <w:rtl/>
        </w:rPr>
        <w:t>:</w:t>
      </w:r>
    </w:p>
    <w:p w:rsidR="009647FC" w:rsidRPr="00524A24" w:rsidRDefault="009647FC" w:rsidP="004E7EC6">
      <w:pPr>
        <w:pStyle w:val="libCenter"/>
      </w:pPr>
      <w:r w:rsidRPr="009647FC">
        <w:rPr>
          <w:rtl/>
        </w:rPr>
        <w:t>بسم اللّه الرحمن الرحيم</w:t>
      </w:r>
    </w:p>
    <w:p w:rsidR="009647FC" w:rsidRPr="00524A24" w:rsidRDefault="009647FC" w:rsidP="004E7EC6">
      <w:pPr>
        <w:pStyle w:val="libNormal"/>
      </w:pPr>
      <w:r w:rsidRPr="009647FC">
        <w:rPr>
          <w:rtl/>
        </w:rPr>
        <w:t>الحمد للّه ربّ العالمين</w:t>
      </w:r>
      <w:r w:rsidR="00D769AB">
        <w:rPr>
          <w:rtl/>
        </w:rPr>
        <w:t>،</w:t>
      </w:r>
      <w:r w:rsidRPr="009647FC">
        <w:rPr>
          <w:rtl/>
        </w:rPr>
        <w:t xml:space="preserve"> وصلّى اللّه على أشرف أنبيائه محمدٍ وآله الطيبين الطاهرين</w:t>
      </w:r>
      <w:r w:rsidR="00D769AB">
        <w:rPr>
          <w:rtl/>
        </w:rPr>
        <w:t>.</w:t>
      </w:r>
      <w:r w:rsidRPr="009647FC">
        <w:rPr>
          <w:rtl/>
        </w:rPr>
        <w:t xml:space="preserve"> </w:t>
      </w:r>
    </w:p>
    <w:p w:rsidR="009647FC" w:rsidRPr="00524A24" w:rsidRDefault="009647FC" w:rsidP="004E7EC6">
      <w:pPr>
        <w:pStyle w:val="libNormal"/>
      </w:pPr>
      <w:r w:rsidRPr="009647FC">
        <w:rPr>
          <w:rtl/>
        </w:rPr>
        <w:t>أمّا بعد</w:t>
      </w:r>
      <w:r w:rsidR="00D769AB">
        <w:rPr>
          <w:rtl/>
        </w:rPr>
        <w:t>:</w:t>
      </w:r>
      <w:r w:rsidRPr="009647FC">
        <w:rPr>
          <w:rtl/>
        </w:rPr>
        <w:t xml:space="preserve"> فيقول الراجي عفو ربّه الغنيّ (حيدر بن سليمان </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الحسيني)</w:t>
      </w:r>
      <w:r w:rsidR="00D769AB">
        <w:rPr>
          <w:rtl/>
        </w:rPr>
        <w:t>:</w:t>
      </w:r>
      <w:r w:rsidRPr="004E7EC6">
        <w:rPr>
          <w:rtl/>
        </w:rPr>
        <w:t xml:space="preserve"> إنّي لمّا جارى عمُّنا وسيّدنا السيد مهدي السيّد صالح القزويني</w:t>
      </w:r>
      <w:r w:rsidRPr="004E7EC6">
        <w:rPr>
          <w:rStyle w:val="libFootnotenumChar"/>
          <w:rtl/>
        </w:rPr>
        <w:t>(1)</w:t>
      </w:r>
      <w:r w:rsidRPr="004E7EC6">
        <w:rPr>
          <w:rtl/>
        </w:rPr>
        <w:t xml:space="preserve"> في قصيدة مدح إنسان عين الزمان</w:t>
      </w:r>
      <w:r w:rsidR="00D769AB">
        <w:rPr>
          <w:rtl/>
        </w:rPr>
        <w:t>،</w:t>
      </w:r>
      <w:r w:rsidRPr="004E7EC6">
        <w:rPr>
          <w:rtl/>
        </w:rPr>
        <w:t xml:space="preserve"> وواحد الأبدال والأعيان</w:t>
      </w:r>
      <w:r w:rsidR="00D769AB">
        <w:rPr>
          <w:rtl/>
        </w:rPr>
        <w:t>،</w:t>
      </w:r>
      <w:r w:rsidRPr="004E7EC6">
        <w:rPr>
          <w:rtl/>
        </w:rPr>
        <w:t xml:space="preserve"> م</w:t>
      </w:r>
      <w:r w:rsidR="00677BC4">
        <w:rPr>
          <w:rtl/>
        </w:rPr>
        <w:t>َ</w:t>
      </w:r>
      <w:r w:rsidRPr="004E7EC6">
        <w:rPr>
          <w:rtl/>
        </w:rPr>
        <w:t>نْ حطّ</w:t>
      </w:r>
      <w:r w:rsidR="00677BC4">
        <w:rPr>
          <w:rtl/>
        </w:rPr>
        <w:t>َ</w:t>
      </w:r>
      <w:r w:rsidRPr="004E7EC6">
        <w:rPr>
          <w:rtl/>
        </w:rPr>
        <w:t xml:space="preserve"> عن أدنى مراقي علاه الفرقدان</w:t>
      </w:r>
      <w:r w:rsidR="00D769AB">
        <w:rPr>
          <w:rtl/>
        </w:rPr>
        <w:t>،</w:t>
      </w:r>
      <w:r w:rsidRPr="004E7EC6">
        <w:rPr>
          <w:rtl/>
        </w:rPr>
        <w:t xml:space="preserve"> وأشرق في سماء فخره المشرقان</w:t>
      </w:r>
      <w:r w:rsidR="00D769AB">
        <w:rPr>
          <w:rtl/>
        </w:rPr>
        <w:t>،</w:t>
      </w:r>
      <w:r w:rsidRPr="004E7EC6">
        <w:rPr>
          <w:rtl/>
        </w:rPr>
        <w:t xml:space="preserve"> زعيم الفضلاء الجحجاح</w:t>
      </w:r>
      <w:r w:rsidR="00D769AB">
        <w:rPr>
          <w:rtl/>
        </w:rPr>
        <w:t>،</w:t>
      </w:r>
      <w:r w:rsidRPr="004E7EC6">
        <w:rPr>
          <w:rtl/>
        </w:rPr>
        <w:t xml:space="preserve"> الحاج محمد صالح (كبّه)</w:t>
      </w:r>
      <w:r w:rsidR="00D769AB">
        <w:rPr>
          <w:rtl/>
        </w:rPr>
        <w:t>.</w:t>
      </w:r>
    </w:p>
    <w:p w:rsidR="009647FC" w:rsidRPr="00524A24" w:rsidRDefault="009647FC" w:rsidP="004E7EC6">
      <w:pPr>
        <w:pStyle w:val="libNormal"/>
      </w:pPr>
      <w:r w:rsidRPr="004E7EC6">
        <w:rPr>
          <w:rtl/>
        </w:rPr>
        <w:t>أحببتُ أنْ أتصدى إلى تشطير قصيدة سيّدنا السيد مهدي</w:t>
      </w:r>
      <w:r w:rsidR="00D769AB">
        <w:rPr>
          <w:rtl/>
        </w:rPr>
        <w:t>،</w:t>
      </w:r>
      <w:r w:rsidRPr="004E7EC6">
        <w:rPr>
          <w:rtl/>
        </w:rPr>
        <w:t xml:space="preserve"> كما تصدّى إلى تشطير قصيدة السيّد المشار إليه الشيخ إبراهيم العاملي</w:t>
      </w:r>
      <w:r w:rsidRPr="004E7EC6">
        <w:rPr>
          <w:rStyle w:val="libFootnotenumChar"/>
          <w:rtl/>
        </w:rPr>
        <w:t>(2)</w:t>
      </w:r>
      <w:r w:rsidR="00D769AB">
        <w:rPr>
          <w:rtl/>
        </w:rPr>
        <w:t>،</w:t>
      </w:r>
      <w:r w:rsidRPr="004E7EC6">
        <w:rPr>
          <w:rtl/>
        </w:rPr>
        <w:t xml:space="preserve"> فوجدتها في دقائق معانيها</w:t>
      </w:r>
      <w:r w:rsidR="00D769AB">
        <w:rPr>
          <w:rtl/>
        </w:rPr>
        <w:t>،</w:t>
      </w:r>
      <w:r w:rsidRPr="004E7EC6">
        <w:rPr>
          <w:rtl/>
        </w:rPr>
        <w:t xml:space="preserve"> وسلاسة ألفاظها</w:t>
      </w:r>
      <w:r w:rsidR="00D769AB">
        <w:rPr>
          <w:rtl/>
        </w:rPr>
        <w:t>،</w:t>
      </w:r>
      <w:r w:rsidRPr="004E7EC6">
        <w:rPr>
          <w:rtl/>
        </w:rPr>
        <w:t xml:space="preserve"> ورقة قوافيها فوق ما قلتُ فيها</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وم</w:t>
            </w:r>
            <w:r w:rsidRPr="00B371C6">
              <w:rPr>
                <w:rtl/>
              </w:rPr>
              <w:t>ُ</w:t>
            </w:r>
            <w:r w:rsidRPr="009647FC">
              <w:rPr>
                <w:rtl/>
              </w:rPr>
              <w:t>عربةٍ</w:t>
            </w:r>
            <w:r>
              <w:rPr>
                <w:rtl/>
              </w:rPr>
              <w:t xml:space="preserve"> </w:t>
            </w:r>
            <w:r w:rsidRPr="009647FC">
              <w:rPr>
                <w:rtl/>
              </w:rPr>
              <w:t>عن</w:t>
            </w:r>
            <w:r>
              <w:rPr>
                <w:rtl/>
              </w:rPr>
              <w:t xml:space="preserve"> </w:t>
            </w:r>
            <w:r w:rsidRPr="009647FC">
              <w:rPr>
                <w:rtl/>
              </w:rPr>
              <w:t>فضل</w:t>
            </w:r>
            <w:r>
              <w:rPr>
                <w:rtl/>
              </w:rPr>
              <w:t xml:space="preserve"> </w:t>
            </w:r>
            <w:r w:rsidRPr="009647FC">
              <w:rPr>
                <w:rtl/>
              </w:rPr>
              <w:t>م</w:t>
            </w:r>
            <w:r>
              <w:rPr>
                <w:rtl/>
              </w:rPr>
              <w:t>َ</w:t>
            </w:r>
            <w:r w:rsidRPr="009647FC">
              <w:rPr>
                <w:rtl/>
              </w:rPr>
              <w:t>نْ</w:t>
            </w:r>
            <w:r>
              <w:rPr>
                <w:rtl/>
              </w:rPr>
              <w:t xml:space="preserve"> </w:t>
            </w:r>
            <w:r w:rsidRPr="009647FC">
              <w:rPr>
                <w:rtl/>
              </w:rPr>
              <w:t>صاغ</w:t>
            </w:r>
            <w:r>
              <w:rPr>
                <w:rtl/>
              </w:rPr>
              <w:t xml:space="preserve"> </w:t>
            </w:r>
            <w:r w:rsidRPr="009647FC">
              <w:rPr>
                <w:rtl/>
              </w:rPr>
              <w:t>لفظها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وأودع</w:t>
            </w:r>
            <w:r>
              <w:rPr>
                <w:rtl/>
              </w:rPr>
              <w:t xml:space="preserve"> </w:t>
            </w:r>
            <w:r w:rsidRPr="009647FC">
              <w:rPr>
                <w:rtl/>
              </w:rPr>
              <w:t>فيها</w:t>
            </w:r>
            <w:r>
              <w:rPr>
                <w:rtl/>
              </w:rPr>
              <w:t xml:space="preserve"> </w:t>
            </w:r>
            <w:r w:rsidRPr="009647FC">
              <w:rPr>
                <w:rtl/>
              </w:rPr>
              <w:t>من</w:t>
            </w:r>
            <w:r>
              <w:rPr>
                <w:rtl/>
              </w:rPr>
              <w:t xml:space="preserve"> </w:t>
            </w:r>
            <w:r w:rsidRPr="009647FC">
              <w:rPr>
                <w:rtl/>
              </w:rPr>
              <w:t>بدايعه</w:t>
            </w:r>
            <w:r>
              <w:rPr>
                <w:rtl/>
              </w:rPr>
              <w:t xml:space="preserve"> </w:t>
            </w:r>
            <w:r w:rsidRPr="009647FC">
              <w:rPr>
                <w:rtl/>
              </w:rPr>
              <w:t>اللحنا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بديعه</w:t>
            </w:r>
            <w:r>
              <w:rPr>
                <w:rtl/>
              </w:rPr>
              <w:t xml:space="preserve"> </w:t>
            </w:r>
            <w:r w:rsidRPr="009647FC">
              <w:rPr>
                <w:rtl/>
              </w:rPr>
              <w:t>حسنٍ</w:t>
            </w:r>
            <w:r>
              <w:rPr>
                <w:rtl/>
              </w:rPr>
              <w:t xml:space="preserve"> </w:t>
            </w:r>
            <w:r w:rsidRPr="009647FC">
              <w:rPr>
                <w:rtl/>
              </w:rPr>
              <w:t>لو</w:t>
            </w:r>
            <w:r>
              <w:rPr>
                <w:rtl/>
              </w:rPr>
              <w:t xml:space="preserve"> </w:t>
            </w:r>
            <w:r w:rsidRPr="009647FC">
              <w:rPr>
                <w:rtl/>
              </w:rPr>
              <w:t>سواه</w:t>
            </w:r>
            <w:r>
              <w:rPr>
                <w:rtl/>
              </w:rPr>
              <w:t xml:space="preserve"> </w:t>
            </w:r>
            <w:r w:rsidRPr="009647FC">
              <w:rPr>
                <w:rtl/>
              </w:rPr>
              <w:t>يرومها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لكان</w:t>
            </w:r>
            <w:r w:rsidR="004C00A8">
              <w:rPr>
                <w:rtl/>
              </w:rPr>
              <w:t xml:space="preserve"> </w:t>
            </w:r>
            <w:r w:rsidRPr="009647FC">
              <w:rPr>
                <w:rtl/>
              </w:rPr>
              <w:t>التقاط</w:t>
            </w:r>
            <w:r>
              <w:rPr>
                <w:rtl/>
              </w:rPr>
              <w:t xml:space="preserve"> </w:t>
            </w:r>
            <w:r w:rsidRPr="009647FC">
              <w:rPr>
                <w:rtl/>
              </w:rPr>
              <w:t>الشهب</w:t>
            </w:r>
            <w:r>
              <w:rPr>
                <w:rtl/>
              </w:rPr>
              <w:t xml:space="preserve"> </w:t>
            </w:r>
            <w:r w:rsidRPr="009647FC">
              <w:rPr>
                <w:rtl/>
              </w:rPr>
              <w:t>من</w:t>
            </w:r>
            <w:r>
              <w:rPr>
                <w:rtl/>
              </w:rPr>
              <w:t xml:space="preserve"> </w:t>
            </w:r>
            <w:r w:rsidRPr="009647FC">
              <w:rPr>
                <w:rtl/>
              </w:rPr>
              <w:t>مثلها</w:t>
            </w:r>
            <w:r>
              <w:rPr>
                <w:rtl/>
              </w:rPr>
              <w:t xml:space="preserve"> </w:t>
            </w:r>
            <w:r w:rsidRPr="009647FC">
              <w:rPr>
                <w:rtl/>
              </w:rPr>
              <w:t>أدنى</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تودُّ</w:t>
            </w:r>
            <w:r w:rsidR="004C00A8">
              <w:rPr>
                <w:rtl/>
              </w:rPr>
              <w:t xml:space="preserve"> </w:t>
            </w:r>
            <w:r w:rsidRPr="009647FC">
              <w:rPr>
                <w:rtl/>
              </w:rPr>
              <w:t>قلوبُ</w:t>
            </w:r>
            <w:r>
              <w:rPr>
                <w:rtl/>
              </w:rPr>
              <w:t xml:space="preserve"> </w:t>
            </w:r>
            <w:r w:rsidRPr="009647FC">
              <w:rPr>
                <w:rtl/>
              </w:rPr>
              <w:t>السامعين</w:t>
            </w:r>
            <w:r>
              <w:rPr>
                <w:rtl/>
              </w:rPr>
              <w:t xml:space="preserve"> </w:t>
            </w:r>
            <w:r w:rsidRPr="009647FC">
              <w:rPr>
                <w:rtl/>
              </w:rPr>
              <w:t>لو</w:t>
            </w:r>
            <w:r>
              <w:rPr>
                <w:rtl/>
              </w:rPr>
              <w:t xml:space="preserve"> </w:t>
            </w:r>
            <w:r w:rsidRPr="009647FC">
              <w:rPr>
                <w:rtl/>
              </w:rPr>
              <w:t>أنّها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إذا</w:t>
            </w:r>
            <w:r w:rsidR="004C00A8">
              <w:rPr>
                <w:rtl/>
              </w:rPr>
              <w:t xml:space="preserve"> </w:t>
            </w:r>
            <w:r w:rsidRPr="009647FC">
              <w:rPr>
                <w:rtl/>
              </w:rPr>
              <w:t>أُنشدتْ</w:t>
            </w:r>
            <w:r>
              <w:rPr>
                <w:rtl/>
              </w:rPr>
              <w:t xml:space="preserve"> </w:t>
            </w:r>
            <w:r w:rsidRPr="009647FC">
              <w:rPr>
                <w:rtl/>
              </w:rPr>
              <w:t>في</w:t>
            </w:r>
            <w:r>
              <w:rPr>
                <w:rtl/>
              </w:rPr>
              <w:t xml:space="preserve"> </w:t>
            </w:r>
            <w:r w:rsidRPr="009647FC">
              <w:rPr>
                <w:rtl/>
              </w:rPr>
              <w:t>محفلٍ</w:t>
            </w:r>
            <w:r>
              <w:rPr>
                <w:rtl/>
              </w:rPr>
              <w:t xml:space="preserve"> </w:t>
            </w:r>
            <w:r w:rsidRPr="009647FC">
              <w:rPr>
                <w:rtl/>
              </w:rPr>
              <w:t>كانت</w:t>
            </w:r>
            <w:r>
              <w:rPr>
                <w:rtl/>
              </w:rPr>
              <w:t xml:space="preserve"> </w:t>
            </w:r>
            <w:r w:rsidRPr="009647FC">
              <w:rPr>
                <w:rtl/>
              </w:rPr>
              <w:t>الأدنى</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فما</w:t>
            </w:r>
            <w:r>
              <w:rPr>
                <w:rtl/>
              </w:rPr>
              <w:t xml:space="preserve"> </w:t>
            </w:r>
            <w:r w:rsidRPr="009647FC">
              <w:rPr>
                <w:rtl/>
              </w:rPr>
              <w:t>هي</w:t>
            </w:r>
            <w:r>
              <w:rPr>
                <w:rtl/>
              </w:rPr>
              <w:t xml:space="preserve"> </w:t>
            </w:r>
            <w:r w:rsidRPr="009647FC">
              <w:rPr>
                <w:rtl/>
              </w:rPr>
              <w:t>إلاّ</w:t>
            </w:r>
            <w:r>
              <w:rPr>
                <w:rtl/>
              </w:rPr>
              <w:t xml:space="preserve"> </w:t>
            </w:r>
            <w:r w:rsidRPr="009647FC">
              <w:rPr>
                <w:rtl/>
              </w:rPr>
              <w:t>وردةٌ</w:t>
            </w:r>
            <w:r>
              <w:rPr>
                <w:rtl/>
              </w:rPr>
              <w:t xml:space="preserve"> </w:t>
            </w:r>
            <w:r w:rsidRPr="009647FC">
              <w:rPr>
                <w:rtl/>
              </w:rPr>
              <w:t>ما</w:t>
            </w:r>
            <w:r>
              <w:rPr>
                <w:rtl/>
              </w:rPr>
              <w:t xml:space="preserve"> </w:t>
            </w:r>
            <w:r w:rsidRPr="009647FC">
              <w:rPr>
                <w:rtl/>
              </w:rPr>
              <w:t>تفتّ</w:t>
            </w:r>
            <w:r>
              <w:rPr>
                <w:rtl/>
              </w:rPr>
              <w:t>َ</w:t>
            </w:r>
            <w:r w:rsidRPr="009647FC">
              <w:rPr>
                <w:rtl/>
              </w:rPr>
              <w:t>قت</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كمائمُ</w:t>
            </w:r>
            <w:r w:rsidR="004C00A8">
              <w:rPr>
                <w:rtl/>
              </w:rPr>
              <w:t xml:space="preserve"> </w:t>
            </w:r>
            <w:r w:rsidRPr="009647FC">
              <w:rPr>
                <w:rtl/>
              </w:rPr>
              <w:t>زهر</w:t>
            </w:r>
            <w:r>
              <w:rPr>
                <w:rtl/>
              </w:rPr>
              <w:t xml:space="preserve"> </w:t>
            </w:r>
            <w:r w:rsidRPr="009647FC">
              <w:rPr>
                <w:rtl/>
              </w:rPr>
              <w:t>الشعر</w:t>
            </w:r>
            <w:r>
              <w:rPr>
                <w:rtl/>
              </w:rPr>
              <w:t xml:space="preserve"> </w:t>
            </w:r>
            <w:r w:rsidRPr="009647FC">
              <w:rPr>
                <w:rtl/>
              </w:rPr>
              <w:t>عن</w:t>
            </w:r>
            <w:r>
              <w:rPr>
                <w:rtl/>
              </w:rPr>
              <w:t xml:space="preserve"> </w:t>
            </w:r>
            <w:r w:rsidRPr="009647FC">
              <w:rPr>
                <w:rtl/>
              </w:rPr>
              <w:t>مثلها</w:t>
            </w:r>
            <w:r>
              <w:rPr>
                <w:rtl/>
              </w:rPr>
              <w:t xml:space="preserve"> </w:t>
            </w:r>
            <w:r w:rsidRPr="009647FC">
              <w:rPr>
                <w:rtl/>
              </w:rPr>
              <w:t>حُسنا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ولا</w:t>
            </w:r>
            <w:r>
              <w:rPr>
                <w:rtl/>
              </w:rPr>
              <w:t xml:space="preserve"> </w:t>
            </w:r>
            <w:r w:rsidRPr="009647FC">
              <w:rPr>
                <w:rtl/>
              </w:rPr>
              <w:t>ولدت</w:t>
            </w:r>
            <w:r>
              <w:rPr>
                <w:rtl/>
              </w:rPr>
              <w:t xml:space="preserve"> </w:t>
            </w:r>
            <w:r w:rsidRPr="009647FC">
              <w:rPr>
                <w:rtl/>
              </w:rPr>
              <w:t>أمُّ</w:t>
            </w:r>
            <w:r>
              <w:rPr>
                <w:rtl/>
              </w:rPr>
              <w:t xml:space="preserve"> </w:t>
            </w:r>
            <w:r w:rsidRPr="009647FC">
              <w:rPr>
                <w:rtl/>
              </w:rPr>
              <w:t>القريض</w:t>
            </w:r>
            <w:r>
              <w:rPr>
                <w:rtl/>
              </w:rPr>
              <w:t xml:space="preserve"> </w:t>
            </w:r>
            <w:r w:rsidRPr="009647FC">
              <w:rPr>
                <w:rtl/>
              </w:rPr>
              <w:t>نظير</w:t>
            </w:r>
            <w:r>
              <w:rPr>
                <w:rtl/>
              </w:rPr>
              <w:t>َ</w:t>
            </w:r>
            <w:r w:rsidRPr="009647FC">
              <w:rPr>
                <w:rtl/>
              </w:rPr>
              <w:t>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ولا</w:t>
            </w:r>
            <w:r w:rsidR="004C00A8">
              <w:rPr>
                <w:rtl/>
              </w:rPr>
              <w:t xml:space="preserve"> </w:t>
            </w:r>
            <w:r w:rsidRPr="009647FC">
              <w:rPr>
                <w:rtl/>
              </w:rPr>
              <w:t>فتحت</w:t>
            </w:r>
            <w:r>
              <w:rPr>
                <w:rtl/>
              </w:rPr>
              <w:t xml:space="preserve"> </w:t>
            </w:r>
            <w:r w:rsidRPr="009647FC">
              <w:rPr>
                <w:rtl/>
              </w:rPr>
              <w:t>يوماً</w:t>
            </w:r>
            <w:r>
              <w:rPr>
                <w:rtl/>
              </w:rPr>
              <w:t xml:space="preserve"> </w:t>
            </w:r>
            <w:r w:rsidRPr="009647FC">
              <w:rPr>
                <w:rtl/>
              </w:rPr>
              <w:t>على</w:t>
            </w:r>
            <w:r>
              <w:rPr>
                <w:rtl/>
              </w:rPr>
              <w:t xml:space="preserve"> </w:t>
            </w:r>
            <w:r w:rsidRPr="009647FC">
              <w:rPr>
                <w:rtl/>
              </w:rPr>
              <w:t>مثلها</w:t>
            </w:r>
            <w:r>
              <w:rPr>
                <w:rtl/>
              </w:rPr>
              <w:t xml:space="preserve"> </w:t>
            </w:r>
            <w:r w:rsidRPr="009647FC">
              <w:rPr>
                <w:rtl/>
              </w:rPr>
              <w:t>جفنا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فما</w:t>
            </w:r>
            <w:r w:rsidR="004C00A8">
              <w:rPr>
                <w:rtl/>
              </w:rPr>
              <w:t xml:space="preserve"> </w:t>
            </w:r>
            <w:r w:rsidRPr="009647FC">
              <w:rPr>
                <w:rtl/>
              </w:rPr>
              <w:t>روضةٌ</w:t>
            </w:r>
            <w:r>
              <w:rPr>
                <w:rtl/>
              </w:rPr>
              <w:t xml:space="preserve"> </w:t>
            </w:r>
            <w:r w:rsidRPr="009647FC">
              <w:rPr>
                <w:rtl/>
              </w:rPr>
              <w:t>غنّاء</w:t>
            </w:r>
            <w:r>
              <w:rPr>
                <w:rtl/>
              </w:rPr>
              <w:t xml:space="preserve"> </w:t>
            </w:r>
            <w:r w:rsidRPr="009647FC">
              <w:rPr>
                <w:rtl/>
              </w:rPr>
              <w:t>راقت</w:t>
            </w:r>
            <w:r>
              <w:rPr>
                <w:rtl/>
              </w:rPr>
              <w:t xml:space="preserve"> </w:t>
            </w:r>
            <w:r w:rsidRPr="009647FC">
              <w:rPr>
                <w:rtl/>
              </w:rPr>
              <w:t>بزهرها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وما</w:t>
            </w:r>
            <w:r w:rsidR="004C00A8">
              <w:rPr>
                <w:rtl/>
              </w:rPr>
              <w:t xml:space="preserve"> </w:t>
            </w:r>
            <w:r w:rsidRPr="009647FC">
              <w:rPr>
                <w:rtl/>
              </w:rPr>
              <w:t>برحت</w:t>
            </w:r>
            <w:r>
              <w:rPr>
                <w:rtl/>
              </w:rPr>
              <w:t xml:space="preserve"> </w:t>
            </w:r>
            <w:r w:rsidRPr="009647FC">
              <w:rPr>
                <w:rtl/>
              </w:rPr>
              <w:t>أزهارها</w:t>
            </w:r>
            <w:r>
              <w:rPr>
                <w:rtl/>
              </w:rPr>
              <w:t xml:space="preserve"> </w:t>
            </w:r>
            <w:r w:rsidRPr="009647FC">
              <w:rPr>
                <w:rtl/>
              </w:rPr>
              <w:t>ترضع</w:t>
            </w:r>
            <w:r>
              <w:rPr>
                <w:rtl/>
              </w:rPr>
              <w:t xml:space="preserve"> </w:t>
            </w:r>
            <w:r w:rsidRPr="009647FC">
              <w:rPr>
                <w:rtl/>
              </w:rPr>
              <w:t>الم</w:t>
            </w:r>
            <w:r>
              <w:rPr>
                <w:rFonts w:hint="cs"/>
                <w:rtl/>
              </w:rPr>
              <w:t>ـ</w:t>
            </w:r>
            <w:r w:rsidRPr="009647FC">
              <w:rPr>
                <w:rtl/>
              </w:rPr>
              <w:t>ُزنا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بألطف</w:t>
            </w:r>
            <w:r>
              <w:rPr>
                <w:rtl/>
              </w:rPr>
              <w:t xml:space="preserve"> </w:t>
            </w:r>
            <w:r w:rsidRPr="009647FC">
              <w:rPr>
                <w:rtl/>
              </w:rPr>
              <w:t>من</w:t>
            </w:r>
            <w:r>
              <w:rPr>
                <w:rtl/>
              </w:rPr>
              <w:t xml:space="preserve"> </w:t>
            </w:r>
            <w:r w:rsidRPr="009647FC">
              <w:rPr>
                <w:rtl/>
              </w:rPr>
              <w:t>مدحٍ</w:t>
            </w:r>
            <w:r>
              <w:rPr>
                <w:rtl/>
              </w:rPr>
              <w:t xml:space="preserve"> </w:t>
            </w:r>
            <w:r w:rsidRPr="009647FC">
              <w:rPr>
                <w:rtl/>
              </w:rPr>
              <w:t>بها</w:t>
            </w:r>
            <w:r>
              <w:rPr>
                <w:rtl/>
              </w:rPr>
              <w:t xml:space="preserve"> (</w:t>
            </w:r>
            <w:r w:rsidRPr="009647FC">
              <w:rPr>
                <w:rtl/>
              </w:rPr>
              <w:t>لمحمدٍ</w:t>
            </w:r>
            <w:r>
              <w:rPr>
                <w:rtl/>
              </w:rPr>
              <w:t>)</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وأن</w:t>
            </w:r>
            <w:r w:rsidRPr="00B371C6">
              <w:rPr>
                <w:rtl/>
              </w:rPr>
              <w:t>ّ</w:t>
            </w:r>
            <w:r w:rsidRPr="009647FC">
              <w:rPr>
                <w:rtl/>
              </w:rPr>
              <w:t>ى</w:t>
            </w:r>
            <w:r>
              <w:rPr>
                <w:rtl/>
              </w:rPr>
              <w:t xml:space="preserve"> </w:t>
            </w:r>
            <w:r w:rsidRPr="009647FC">
              <w:rPr>
                <w:rtl/>
              </w:rPr>
              <w:t>وفيه</w:t>
            </w:r>
            <w:r>
              <w:rPr>
                <w:rtl/>
              </w:rPr>
              <w:t xml:space="preserve"> </w:t>
            </w:r>
            <w:r w:rsidRPr="009647FC">
              <w:rPr>
                <w:rtl/>
              </w:rPr>
              <w:t>فاقت</w:t>
            </w:r>
            <w:r>
              <w:rPr>
                <w:rtl/>
              </w:rPr>
              <w:t xml:space="preserve"> </w:t>
            </w:r>
            <w:r w:rsidRPr="009647FC">
              <w:rPr>
                <w:rtl/>
              </w:rPr>
              <w:t>الروضة</w:t>
            </w:r>
            <w:r>
              <w:rPr>
                <w:rtl/>
              </w:rPr>
              <w:t xml:space="preserve"> </w:t>
            </w:r>
            <w:r w:rsidRPr="009647FC">
              <w:rPr>
                <w:rtl/>
              </w:rPr>
              <w:t>الغنا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فتىً</w:t>
            </w:r>
            <w:r w:rsidR="004C00A8">
              <w:rPr>
                <w:rtl/>
              </w:rPr>
              <w:t xml:space="preserve"> </w:t>
            </w:r>
            <w:r w:rsidRPr="009647FC">
              <w:rPr>
                <w:rtl/>
              </w:rPr>
              <w:t>قبل</w:t>
            </w:r>
            <w:r>
              <w:rPr>
                <w:rtl/>
              </w:rPr>
              <w:t xml:space="preserve"> </w:t>
            </w:r>
            <w:r w:rsidRPr="009647FC">
              <w:rPr>
                <w:rtl/>
              </w:rPr>
              <w:t>دحو</w:t>
            </w:r>
            <w:r>
              <w:rPr>
                <w:rtl/>
              </w:rPr>
              <w:t xml:space="preserve"> </w:t>
            </w:r>
            <w:r w:rsidRPr="009647FC">
              <w:rPr>
                <w:rtl/>
              </w:rPr>
              <w:t>الأرض</w:t>
            </w:r>
            <w:r>
              <w:rPr>
                <w:rtl/>
              </w:rPr>
              <w:t xml:space="preserve"> </w:t>
            </w:r>
            <w:r w:rsidRPr="009647FC">
              <w:rPr>
                <w:rtl/>
              </w:rPr>
              <w:t>بيتُ</w:t>
            </w:r>
            <w:r>
              <w:rPr>
                <w:rtl/>
              </w:rPr>
              <w:t xml:space="preserve"> </w:t>
            </w:r>
            <w:r w:rsidRPr="009647FC">
              <w:rPr>
                <w:rtl/>
              </w:rPr>
              <w:t>علائه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بناه</w:t>
            </w:r>
            <w:r>
              <w:rPr>
                <w:rtl/>
              </w:rPr>
              <w:t xml:space="preserve"> </w:t>
            </w:r>
            <w:r w:rsidRPr="009647FC">
              <w:rPr>
                <w:rtl/>
              </w:rPr>
              <w:t>إله</w:t>
            </w:r>
            <w:r>
              <w:rPr>
                <w:rtl/>
              </w:rPr>
              <w:t xml:space="preserve"> </w:t>
            </w:r>
            <w:r w:rsidRPr="009647FC">
              <w:rPr>
                <w:rtl/>
              </w:rPr>
              <w:t>العرش</w:t>
            </w:r>
            <w:r>
              <w:rPr>
                <w:rtl/>
              </w:rPr>
              <w:t xml:space="preserve"> </w:t>
            </w:r>
            <w:r w:rsidRPr="009647FC">
              <w:rPr>
                <w:rtl/>
              </w:rPr>
              <w:t>للملتجي</w:t>
            </w:r>
            <w:r>
              <w:rPr>
                <w:rtl/>
              </w:rPr>
              <w:t xml:space="preserve"> </w:t>
            </w:r>
            <w:r w:rsidRPr="009647FC">
              <w:rPr>
                <w:rtl/>
              </w:rPr>
              <w:t>أمنا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وقام</w:t>
            </w:r>
            <w:r>
              <w:rPr>
                <w:rtl/>
              </w:rPr>
              <w:t xml:space="preserve"> </w:t>
            </w:r>
            <w:r w:rsidRPr="009647FC">
              <w:rPr>
                <w:rtl/>
              </w:rPr>
              <w:t>بنصر</w:t>
            </w:r>
            <w:r>
              <w:rPr>
                <w:rtl/>
              </w:rPr>
              <w:t xml:space="preserve"> </w:t>
            </w:r>
            <w:r w:rsidRPr="009647FC">
              <w:rPr>
                <w:rtl/>
              </w:rPr>
              <w:t>الدين</w:t>
            </w:r>
            <w:r>
              <w:rPr>
                <w:rtl/>
              </w:rPr>
              <w:t xml:space="preserve"> </w:t>
            </w:r>
            <w:r w:rsidRPr="009647FC">
              <w:rPr>
                <w:rtl/>
              </w:rPr>
              <w:t>لله</w:t>
            </w:r>
            <w:r>
              <w:rPr>
                <w:rtl/>
              </w:rPr>
              <w:t xml:space="preserve"> </w:t>
            </w:r>
            <w:r w:rsidRPr="009647FC">
              <w:rPr>
                <w:rtl/>
              </w:rPr>
              <w:t>ناصرا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وفي</w:t>
            </w:r>
            <w:r>
              <w:rPr>
                <w:rtl/>
              </w:rPr>
              <w:t xml:space="preserve"> </w:t>
            </w:r>
            <w:r w:rsidRPr="009647FC">
              <w:rPr>
                <w:rtl/>
              </w:rPr>
              <w:t>علمه</w:t>
            </w:r>
            <w:r>
              <w:rPr>
                <w:rtl/>
              </w:rPr>
              <w:t xml:space="preserve"> </w:t>
            </w:r>
            <w:r w:rsidRPr="009647FC">
              <w:rPr>
                <w:rtl/>
              </w:rPr>
              <w:t>للخلق</w:t>
            </w:r>
            <w:r>
              <w:rPr>
                <w:rtl/>
              </w:rPr>
              <w:t xml:space="preserve"> </w:t>
            </w:r>
            <w:r w:rsidRPr="009647FC">
              <w:rPr>
                <w:rtl/>
              </w:rPr>
              <w:t>نهج</w:t>
            </w:r>
            <w:r>
              <w:rPr>
                <w:rtl/>
              </w:rPr>
              <w:t xml:space="preserve">َ </w:t>
            </w:r>
            <w:r w:rsidRPr="009647FC">
              <w:rPr>
                <w:rtl/>
              </w:rPr>
              <w:t>الهدى</w:t>
            </w:r>
            <w:r>
              <w:rPr>
                <w:rtl/>
              </w:rPr>
              <w:t xml:space="preserve"> </w:t>
            </w:r>
            <w:r w:rsidRPr="009647FC">
              <w:rPr>
                <w:rtl/>
              </w:rPr>
              <w:t>سنّا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فما</w:t>
            </w:r>
            <w:r w:rsidR="004C00A8">
              <w:rPr>
                <w:rtl/>
              </w:rPr>
              <w:t xml:space="preserve"> </w:t>
            </w:r>
            <w:r w:rsidRPr="009647FC">
              <w:rPr>
                <w:rtl/>
              </w:rPr>
              <w:t>المجدُ</w:t>
            </w:r>
            <w:r>
              <w:rPr>
                <w:rtl/>
              </w:rPr>
              <w:t xml:space="preserve"> </w:t>
            </w:r>
            <w:r w:rsidRPr="009647FC">
              <w:rPr>
                <w:rtl/>
              </w:rPr>
              <w:t>إلاّ</w:t>
            </w:r>
            <w:r>
              <w:rPr>
                <w:rtl/>
              </w:rPr>
              <w:t xml:space="preserve"> </w:t>
            </w:r>
            <w:r w:rsidRPr="009647FC">
              <w:rPr>
                <w:rtl/>
              </w:rPr>
              <w:t>صورةٌ</w:t>
            </w:r>
            <w:r>
              <w:rPr>
                <w:rtl/>
              </w:rPr>
              <w:t xml:space="preserve"> </w:t>
            </w:r>
            <w:r w:rsidRPr="009647FC">
              <w:rPr>
                <w:rtl/>
              </w:rPr>
              <w:t>وهو</w:t>
            </w:r>
            <w:r>
              <w:rPr>
                <w:rtl/>
              </w:rPr>
              <w:t xml:space="preserve"> </w:t>
            </w:r>
            <w:r w:rsidRPr="009647FC">
              <w:rPr>
                <w:rtl/>
              </w:rPr>
              <w:t>روحها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وما</w:t>
            </w:r>
            <w:r w:rsidR="004C00A8">
              <w:rPr>
                <w:rtl/>
              </w:rPr>
              <w:t xml:space="preserve"> </w:t>
            </w:r>
            <w:r w:rsidRPr="009647FC">
              <w:rPr>
                <w:rtl/>
              </w:rPr>
              <w:t>الفخرُ</w:t>
            </w:r>
            <w:r>
              <w:rPr>
                <w:rtl/>
              </w:rPr>
              <w:t xml:space="preserve"> </w:t>
            </w:r>
            <w:r w:rsidRPr="009647FC">
              <w:rPr>
                <w:rtl/>
              </w:rPr>
              <w:t>إلاّ</w:t>
            </w:r>
            <w:r>
              <w:rPr>
                <w:rtl/>
              </w:rPr>
              <w:t xml:space="preserve"> </w:t>
            </w:r>
            <w:r w:rsidRPr="009647FC">
              <w:rPr>
                <w:rtl/>
              </w:rPr>
              <w:t>لفظه</w:t>
            </w:r>
            <w:r>
              <w:rPr>
                <w:rtl/>
              </w:rPr>
              <w:t xml:space="preserve"> </w:t>
            </w:r>
            <w:r w:rsidRPr="009647FC">
              <w:rPr>
                <w:rtl/>
              </w:rPr>
              <w:t>وهو</w:t>
            </w:r>
            <w:r>
              <w:rPr>
                <w:rtl/>
              </w:rPr>
              <w:t xml:space="preserve"> </w:t>
            </w:r>
            <w:r w:rsidRPr="009647FC">
              <w:rPr>
                <w:rtl/>
              </w:rPr>
              <w:t>المعنى</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فتىً</w:t>
            </w:r>
            <w:r>
              <w:rPr>
                <w:rtl/>
              </w:rPr>
              <w:t xml:space="preserve"> </w:t>
            </w:r>
            <w:r w:rsidRPr="009647FC">
              <w:rPr>
                <w:rtl/>
              </w:rPr>
              <w:t>في</w:t>
            </w:r>
            <w:r>
              <w:rPr>
                <w:rtl/>
              </w:rPr>
              <w:t xml:space="preserve"> </w:t>
            </w:r>
            <w:r w:rsidRPr="009647FC">
              <w:rPr>
                <w:rtl/>
              </w:rPr>
              <w:t>معاليه</w:t>
            </w:r>
            <w:r>
              <w:rPr>
                <w:rtl/>
              </w:rPr>
              <w:t xml:space="preserve"> </w:t>
            </w:r>
            <w:r w:rsidRPr="009647FC">
              <w:rPr>
                <w:rtl/>
              </w:rPr>
              <w:t>وفي</w:t>
            </w:r>
            <w:r>
              <w:rPr>
                <w:rtl/>
              </w:rPr>
              <w:t xml:space="preserve"> </w:t>
            </w:r>
            <w:r w:rsidRPr="009647FC">
              <w:rPr>
                <w:rtl/>
              </w:rPr>
              <w:t>مجده</w:t>
            </w:r>
            <w:r>
              <w:rPr>
                <w:rtl/>
              </w:rPr>
              <w:t xml:space="preserve"> </w:t>
            </w:r>
            <w:r w:rsidRPr="009647FC">
              <w:rPr>
                <w:rtl/>
              </w:rPr>
              <w:t>يرى</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أجلّ</w:t>
            </w:r>
            <w:r>
              <w:rPr>
                <w:rtl/>
              </w:rPr>
              <w:t xml:space="preserve"> </w:t>
            </w:r>
            <w:r w:rsidRPr="009647FC">
              <w:rPr>
                <w:rtl/>
              </w:rPr>
              <w:t>بني</w:t>
            </w:r>
            <w:r>
              <w:rPr>
                <w:rtl/>
              </w:rPr>
              <w:t xml:space="preserve"> </w:t>
            </w:r>
            <w:r w:rsidRPr="009647FC">
              <w:rPr>
                <w:rtl/>
              </w:rPr>
              <w:t>الدنيا</w:t>
            </w:r>
            <w:r>
              <w:rPr>
                <w:rtl/>
              </w:rPr>
              <w:t xml:space="preserve"> </w:t>
            </w:r>
            <w:r w:rsidRPr="009647FC">
              <w:rPr>
                <w:rtl/>
              </w:rPr>
              <w:t>وأمنعهم</w:t>
            </w:r>
            <w:r>
              <w:rPr>
                <w:rtl/>
              </w:rPr>
              <w:t xml:space="preserve"> </w:t>
            </w:r>
            <w:r w:rsidRPr="009647FC">
              <w:rPr>
                <w:rtl/>
              </w:rPr>
              <w:t>ركنا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وأكرم</w:t>
            </w:r>
            <w:r>
              <w:rPr>
                <w:rtl/>
              </w:rPr>
              <w:t xml:space="preserve"> </w:t>
            </w:r>
            <w:r w:rsidRPr="009647FC">
              <w:rPr>
                <w:rtl/>
              </w:rPr>
              <w:t>به</w:t>
            </w:r>
            <w:r>
              <w:rPr>
                <w:rtl/>
              </w:rPr>
              <w:t xml:space="preserve"> </w:t>
            </w:r>
            <w:r w:rsidRPr="009647FC">
              <w:rPr>
                <w:rtl/>
              </w:rPr>
              <w:t>من</w:t>
            </w:r>
            <w:r>
              <w:rPr>
                <w:rtl/>
              </w:rPr>
              <w:t xml:space="preserve"> </w:t>
            </w:r>
            <w:r w:rsidRPr="009647FC">
              <w:rPr>
                <w:rtl/>
              </w:rPr>
              <w:t>ماجدٍ</w:t>
            </w:r>
            <w:r>
              <w:rPr>
                <w:rtl/>
              </w:rPr>
              <w:t xml:space="preserve"> </w:t>
            </w:r>
            <w:r w:rsidRPr="009647FC">
              <w:rPr>
                <w:rtl/>
              </w:rPr>
              <w:t>سيب</w:t>
            </w:r>
            <w:r>
              <w:rPr>
                <w:rtl/>
              </w:rPr>
              <w:t xml:space="preserve">َ </w:t>
            </w:r>
            <w:r w:rsidRPr="009647FC">
              <w:rPr>
                <w:rtl/>
              </w:rPr>
              <w:t>جودُه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لوفاده</w:t>
            </w:r>
            <w:r>
              <w:rPr>
                <w:rtl/>
              </w:rPr>
              <w:t xml:space="preserve"> </w:t>
            </w:r>
            <w:r w:rsidRPr="009647FC">
              <w:rPr>
                <w:rtl/>
              </w:rPr>
              <w:t>عن</w:t>
            </w:r>
            <w:r>
              <w:rPr>
                <w:rtl/>
              </w:rPr>
              <w:t xml:space="preserve"> </w:t>
            </w:r>
            <w:r w:rsidRPr="009647FC">
              <w:rPr>
                <w:rtl/>
              </w:rPr>
              <w:t>طيّب</w:t>
            </w:r>
            <w:r>
              <w:rPr>
                <w:rtl/>
              </w:rPr>
              <w:t xml:space="preserve"> </w:t>
            </w:r>
            <w:r w:rsidRPr="009647FC">
              <w:rPr>
                <w:rtl/>
              </w:rPr>
              <w:t>المزن</w:t>
            </w:r>
            <w:r>
              <w:rPr>
                <w:rtl/>
              </w:rPr>
              <w:t xml:space="preserve"> </w:t>
            </w:r>
            <w:r w:rsidRPr="009647FC">
              <w:rPr>
                <w:rtl/>
              </w:rPr>
              <w:t>قد</w:t>
            </w:r>
            <w:r>
              <w:rPr>
                <w:rtl/>
              </w:rPr>
              <w:t xml:space="preserve"> </w:t>
            </w:r>
            <w:r w:rsidRPr="009647FC">
              <w:rPr>
                <w:rtl/>
              </w:rPr>
              <w:t>أغنى</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أيا</w:t>
            </w:r>
            <w:r>
              <w:rPr>
                <w:rtl/>
              </w:rPr>
              <w:t xml:space="preserve"> </w:t>
            </w:r>
            <w:r w:rsidRPr="009647FC">
              <w:rPr>
                <w:rtl/>
              </w:rPr>
              <w:t>م</w:t>
            </w:r>
            <w:r w:rsidRPr="00B371C6">
              <w:rPr>
                <w:rtl/>
              </w:rPr>
              <w:t>َ</w:t>
            </w:r>
            <w:r w:rsidRPr="009647FC">
              <w:rPr>
                <w:rtl/>
              </w:rPr>
              <w:t>نْ</w:t>
            </w:r>
            <w:r>
              <w:rPr>
                <w:rtl/>
              </w:rPr>
              <w:t xml:space="preserve"> </w:t>
            </w:r>
            <w:r w:rsidRPr="009647FC">
              <w:rPr>
                <w:rtl/>
              </w:rPr>
              <w:t>لعيدان</w:t>
            </w:r>
            <w:r>
              <w:rPr>
                <w:rtl/>
              </w:rPr>
              <w:t xml:space="preserve"> </w:t>
            </w:r>
            <w:r w:rsidRPr="009647FC">
              <w:rPr>
                <w:rtl/>
              </w:rPr>
              <w:t>الندى</w:t>
            </w:r>
            <w:r>
              <w:rPr>
                <w:rtl/>
              </w:rPr>
              <w:t xml:space="preserve"> </w:t>
            </w:r>
            <w:r w:rsidRPr="009647FC">
              <w:rPr>
                <w:rtl/>
              </w:rPr>
              <w:t>رّ</w:t>
            </w:r>
            <w:r>
              <w:rPr>
                <w:rtl/>
              </w:rPr>
              <w:t>َ</w:t>
            </w:r>
            <w:r w:rsidRPr="009647FC">
              <w:rPr>
                <w:rtl/>
              </w:rPr>
              <w:t>د</w:t>
            </w:r>
            <w:r>
              <w:rPr>
                <w:rtl/>
              </w:rPr>
              <w:t xml:space="preserve"> </w:t>
            </w:r>
            <w:r w:rsidRPr="009647FC">
              <w:rPr>
                <w:rtl/>
              </w:rPr>
              <w:t>ماءها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بعيد</w:t>
            </w:r>
            <w:r>
              <w:rPr>
                <w:rtl/>
              </w:rPr>
              <w:t xml:space="preserve">َ </w:t>
            </w:r>
            <w:r w:rsidRPr="009647FC">
              <w:rPr>
                <w:rtl/>
              </w:rPr>
              <w:t>ظماً</w:t>
            </w:r>
            <w:r>
              <w:rPr>
                <w:rtl/>
              </w:rPr>
              <w:t xml:space="preserve"> </w:t>
            </w:r>
            <w:r w:rsidRPr="009647FC">
              <w:rPr>
                <w:rtl/>
              </w:rPr>
              <w:t>لم</w:t>
            </w:r>
            <w:r>
              <w:rPr>
                <w:rtl/>
              </w:rPr>
              <w:t xml:space="preserve"> </w:t>
            </w:r>
            <w:r w:rsidRPr="009647FC">
              <w:rPr>
                <w:rtl/>
              </w:rPr>
              <w:t>يُبقِ</w:t>
            </w:r>
            <w:r>
              <w:rPr>
                <w:rtl/>
              </w:rPr>
              <w:t xml:space="preserve"> </w:t>
            </w:r>
            <w:r w:rsidRPr="009647FC">
              <w:rPr>
                <w:rtl/>
              </w:rPr>
              <w:t>في</w:t>
            </w:r>
            <w:r>
              <w:rPr>
                <w:rtl/>
              </w:rPr>
              <w:t xml:space="preserve"> </w:t>
            </w:r>
            <w:r w:rsidRPr="009647FC">
              <w:rPr>
                <w:rtl/>
              </w:rPr>
              <w:t>دوحها</w:t>
            </w:r>
            <w:r>
              <w:rPr>
                <w:rtl/>
              </w:rPr>
              <w:t xml:space="preserve"> </w:t>
            </w:r>
            <w:r w:rsidRPr="009647FC">
              <w:rPr>
                <w:rtl/>
              </w:rPr>
              <w:t>غصنا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وقد</w:t>
            </w:r>
            <w:r w:rsidR="004C00A8">
              <w:rPr>
                <w:rtl/>
              </w:rPr>
              <w:t xml:space="preserve"> </w:t>
            </w:r>
            <w:r w:rsidRPr="009647FC">
              <w:rPr>
                <w:rtl/>
              </w:rPr>
              <w:t>عاد</w:t>
            </w:r>
            <w:r>
              <w:rPr>
                <w:rtl/>
              </w:rPr>
              <w:t xml:space="preserve"> </w:t>
            </w:r>
            <w:r w:rsidRPr="009647FC">
              <w:rPr>
                <w:rtl/>
              </w:rPr>
              <w:t>منها</w:t>
            </w:r>
            <w:r>
              <w:rPr>
                <w:rtl/>
              </w:rPr>
              <w:t xml:space="preserve"> </w:t>
            </w:r>
            <w:r w:rsidRPr="009647FC">
              <w:rPr>
                <w:rtl/>
              </w:rPr>
              <w:t>ما</w:t>
            </w:r>
            <w:r>
              <w:rPr>
                <w:rtl/>
              </w:rPr>
              <w:t xml:space="preserve"> </w:t>
            </w:r>
            <w:r w:rsidRPr="009647FC">
              <w:rPr>
                <w:rtl/>
              </w:rPr>
              <w:t>ذوى</w:t>
            </w:r>
            <w:r>
              <w:rPr>
                <w:rtl/>
              </w:rPr>
              <w:t xml:space="preserve"> </w:t>
            </w:r>
            <w:r w:rsidRPr="009647FC">
              <w:rPr>
                <w:rtl/>
              </w:rPr>
              <w:t>فيه</w:t>
            </w:r>
            <w:r>
              <w:rPr>
                <w:rtl/>
              </w:rPr>
              <w:t xml:space="preserve"> </w:t>
            </w:r>
            <w:r w:rsidRPr="009647FC">
              <w:rPr>
                <w:rtl/>
              </w:rPr>
              <w:t>مورقا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وما</w:t>
            </w:r>
            <w:r w:rsidR="004C00A8">
              <w:rPr>
                <w:rtl/>
              </w:rPr>
              <w:t xml:space="preserve"> </w:t>
            </w:r>
            <w:r w:rsidRPr="009647FC">
              <w:rPr>
                <w:rtl/>
              </w:rPr>
              <w:t>قد</w:t>
            </w:r>
            <w:r>
              <w:rPr>
                <w:rtl/>
              </w:rPr>
              <w:t xml:space="preserve"> </w:t>
            </w:r>
            <w:r w:rsidRPr="009647FC">
              <w:rPr>
                <w:rtl/>
              </w:rPr>
              <w:t>عسى</w:t>
            </w:r>
            <w:r>
              <w:rPr>
                <w:rtl/>
              </w:rPr>
              <w:t xml:space="preserve"> </w:t>
            </w:r>
            <w:r w:rsidRPr="009647FC">
              <w:rPr>
                <w:rtl/>
              </w:rPr>
              <w:t>أمسى</w:t>
            </w:r>
            <w:r>
              <w:rPr>
                <w:rtl/>
              </w:rPr>
              <w:t xml:space="preserve"> </w:t>
            </w:r>
            <w:r w:rsidRPr="009647FC">
              <w:rPr>
                <w:rtl/>
              </w:rPr>
              <w:t>لعاطفه</w:t>
            </w:r>
            <w:r>
              <w:rPr>
                <w:rtl/>
              </w:rPr>
              <w:t xml:space="preserve"> </w:t>
            </w:r>
            <w:r w:rsidRPr="009647FC">
              <w:rPr>
                <w:rtl/>
              </w:rPr>
              <w:t>لدنا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بمدحك</w:t>
            </w:r>
            <w:r w:rsidR="004C00A8">
              <w:rPr>
                <w:rtl/>
              </w:rPr>
              <w:t xml:space="preserve"> </w:t>
            </w:r>
            <w:r w:rsidRPr="009647FC">
              <w:rPr>
                <w:rtl/>
              </w:rPr>
              <w:t>أمّ</w:t>
            </w:r>
            <w:r>
              <w:rPr>
                <w:rtl/>
              </w:rPr>
              <w:t xml:space="preserve">َ </w:t>
            </w:r>
            <w:r w:rsidRPr="009647FC">
              <w:rPr>
                <w:rtl/>
              </w:rPr>
              <w:t>الساريات</w:t>
            </w:r>
            <w:r>
              <w:rPr>
                <w:rtl/>
              </w:rPr>
              <w:t xml:space="preserve"> </w:t>
            </w:r>
            <w:r w:rsidRPr="009647FC">
              <w:rPr>
                <w:rtl/>
              </w:rPr>
              <w:t>حسودُها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إذا</w:t>
            </w:r>
            <w:r>
              <w:rPr>
                <w:rtl/>
              </w:rPr>
              <w:t xml:space="preserve"> </w:t>
            </w:r>
            <w:r w:rsidRPr="009647FC">
              <w:rPr>
                <w:rtl/>
              </w:rPr>
              <w:t>تليت</w:t>
            </w:r>
            <w:r>
              <w:rPr>
                <w:rtl/>
              </w:rPr>
              <w:t xml:space="preserve"> </w:t>
            </w:r>
            <w:r w:rsidRPr="009647FC">
              <w:rPr>
                <w:rtl/>
              </w:rPr>
              <w:t>من</w:t>
            </w:r>
            <w:r>
              <w:rPr>
                <w:rtl/>
              </w:rPr>
              <w:t xml:space="preserve"> </w:t>
            </w:r>
            <w:r w:rsidRPr="009647FC">
              <w:rPr>
                <w:rtl/>
              </w:rPr>
              <w:t>سحر</w:t>
            </w:r>
            <w:r>
              <w:rPr>
                <w:rtl/>
              </w:rPr>
              <w:t xml:space="preserve"> </w:t>
            </w:r>
            <w:r w:rsidRPr="009647FC">
              <w:rPr>
                <w:rtl/>
              </w:rPr>
              <w:t>ألفاظها</w:t>
            </w:r>
            <w:r>
              <w:rPr>
                <w:rtl/>
              </w:rPr>
              <w:t xml:space="preserve"> </w:t>
            </w:r>
            <w:r w:rsidRPr="009647FC">
              <w:rPr>
                <w:rtl/>
              </w:rPr>
              <w:t>ج</w:t>
            </w:r>
            <w:r>
              <w:rPr>
                <w:rtl/>
              </w:rPr>
              <w:t>َ</w:t>
            </w:r>
            <w:r w:rsidRPr="009647FC">
              <w:rPr>
                <w:rtl/>
              </w:rPr>
              <w:t>نّا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مرّ ذكره في باب المدائح</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ترجمت له في شعراء الغري 1 / 68</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lastRenderedPageBreak/>
              <w:t>ومن</w:t>
            </w:r>
            <w:r w:rsidR="004C00A8">
              <w:rPr>
                <w:rtl/>
              </w:rPr>
              <w:t xml:space="preserve"> </w:t>
            </w:r>
            <w:r w:rsidRPr="009647FC">
              <w:rPr>
                <w:rtl/>
              </w:rPr>
              <w:t>حسنها</w:t>
            </w:r>
            <w:r>
              <w:rPr>
                <w:rtl/>
              </w:rPr>
              <w:t xml:space="preserve"> </w:t>
            </w:r>
            <w:r w:rsidRPr="009647FC">
              <w:rPr>
                <w:rtl/>
              </w:rPr>
              <w:t>وافى</w:t>
            </w:r>
            <w:r>
              <w:rPr>
                <w:rtl/>
              </w:rPr>
              <w:t xml:space="preserve"> </w:t>
            </w:r>
            <w:r w:rsidRPr="009647FC">
              <w:rPr>
                <w:rtl/>
              </w:rPr>
              <w:t>معنّىً</w:t>
            </w:r>
            <w:r>
              <w:rPr>
                <w:rtl/>
              </w:rPr>
              <w:t xml:space="preserve"> </w:t>
            </w:r>
            <w:r w:rsidRPr="009647FC">
              <w:rPr>
                <w:rtl/>
              </w:rPr>
              <w:t>قد</w:t>
            </w:r>
            <w:r>
              <w:rPr>
                <w:rtl/>
              </w:rPr>
              <w:t xml:space="preserve"> </w:t>
            </w:r>
            <w:r w:rsidRPr="009647FC">
              <w:rPr>
                <w:rtl/>
              </w:rPr>
              <w:t>اغتدى</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وسيعُ</w:t>
            </w:r>
            <w:r>
              <w:rPr>
                <w:rtl/>
              </w:rPr>
              <w:t xml:space="preserve"> </w:t>
            </w:r>
            <w:r w:rsidRPr="009647FC">
              <w:rPr>
                <w:rtl/>
              </w:rPr>
              <w:t>فضاء</w:t>
            </w:r>
            <w:r>
              <w:rPr>
                <w:rtl/>
              </w:rPr>
              <w:t xml:space="preserve"> </w:t>
            </w:r>
            <w:r w:rsidRPr="009647FC">
              <w:rPr>
                <w:rtl/>
              </w:rPr>
              <w:t>الأرض</w:t>
            </w:r>
            <w:r>
              <w:rPr>
                <w:rtl/>
              </w:rPr>
              <w:t xml:space="preserve"> </w:t>
            </w:r>
            <w:r w:rsidRPr="009647FC">
              <w:rPr>
                <w:rtl/>
              </w:rPr>
              <w:t>في</w:t>
            </w:r>
            <w:r>
              <w:rPr>
                <w:rtl/>
              </w:rPr>
              <w:t xml:space="preserve"> </w:t>
            </w:r>
            <w:r w:rsidRPr="009647FC">
              <w:rPr>
                <w:rtl/>
              </w:rPr>
              <w:t>عينها</w:t>
            </w:r>
            <w:r>
              <w:rPr>
                <w:rtl/>
              </w:rPr>
              <w:t xml:space="preserve"> </w:t>
            </w:r>
            <w:r w:rsidRPr="009647FC">
              <w:rPr>
                <w:rtl/>
              </w:rPr>
              <w:t>سجنا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يودُّ</w:t>
            </w:r>
            <w:r>
              <w:rPr>
                <w:rtl/>
              </w:rPr>
              <w:t xml:space="preserve"> </w:t>
            </w:r>
            <w:r w:rsidRPr="009647FC">
              <w:rPr>
                <w:rtl/>
              </w:rPr>
              <w:t>إذا</w:t>
            </w:r>
            <w:r>
              <w:rPr>
                <w:rtl/>
              </w:rPr>
              <w:t xml:space="preserve"> </w:t>
            </w:r>
            <w:r w:rsidRPr="009647FC">
              <w:rPr>
                <w:rtl/>
              </w:rPr>
              <w:t>ما</w:t>
            </w:r>
            <w:r>
              <w:rPr>
                <w:rtl/>
              </w:rPr>
              <w:t xml:space="preserve"> </w:t>
            </w:r>
            <w:r w:rsidRPr="009647FC">
              <w:rPr>
                <w:rtl/>
              </w:rPr>
              <w:t>أنشدوها</w:t>
            </w:r>
            <w:r>
              <w:rPr>
                <w:rtl/>
              </w:rPr>
              <w:t xml:space="preserve"> </w:t>
            </w:r>
            <w:r w:rsidRPr="009647FC">
              <w:rPr>
                <w:rtl/>
              </w:rPr>
              <w:t>بمحفلٍ</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له</w:t>
            </w:r>
            <w:r w:rsidR="004C00A8">
              <w:rPr>
                <w:rtl/>
              </w:rPr>
              <w:t xml:space="preserve"> </w:t>
            </w:r>
            <w:r w:rsidRPr="009647FC">
              <w:rPr>
                <w:rtl/>
              </w:rPr>
              <w:t>منشئُ</w:t>
            </w:r>
            <w:r>
              <w:rPr>
                <w:rtl/>
              </w:rPr>
              <w:t xml:space="preserve"> </w:t>
            </w:r>
            <w:r w:rsidRPr="009647FC">
              <w:rPr>
                <w:rtl/>
              </w:rPr>
              <w:t>الأجساد</w:t>
            </w:r>
            <w:r>
              <w:rPr>
                <w:rtl/>
              </w:rPr>
              <w:t xml:space="preserve"> </w:t>
            </w:r>
            <w:r w:rsidRPr="009647FC">
              <w:rPr>
                <w:rtl/>
              </w:rPr>
              <w:t>ما</w:t>
            </w:r>
            <w:r>
              <w:rPr>
                <w:rtl/>
              </w:rPr>
              <w:t xml:space="preserve"> </w:t>
            </w:r>
            <w:r w:rsidRPr="009647FC">
              <w:rPr>
                <w:rtl/>
              </w:rPr>
              <w:t>خلق</w:t>
            </w:r>
            <w:r>
              <w:rPr>
                <w:rtl/>
              </w:rPr>
              <w:t xml:space="preserve"> </w:t>
            </w:r>
            <w:r w:rsidRPr="009647FC">
              <w:rPr>
                <w:rtl/>
              </w:rPr>
              <w:t>الأذنا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مسدّ</w:t>
            </w:r>
            <w:r>
              <w:rPr>
                <w:rtl/>
              </w:rPr>
              <w:t>َ</w:t>
            </w:r>
            <w:r w:rsidRPr="009647FC">
              <w:rPr>
                <w:rtl/>
              </w:rPr>
              <w:t>دة</w:t>
            </w:r>
            <w:r w:rsidR="004C00A8">
              <w:rPr>
                <w:rtl/>
              </w:rPr>
              <w:t xml:space="preserve"> </w:t>
            </w:r>
            <w:r w:rsidRPr="009647FC">
              <w:rPr>
                <w:rtl/>
              </w:rPr>
              <w:t>الأقوال</w:t>
            </w:r>
            <w:r>
              <w:rPr>
                <w:rtl/>
              </w:rPr>
              <w:t xml:space="preserve"> </w:t>
            </w:r>
            <w:r w:rsidRPr="009647FC">
              <w:rPr>
                <w:rtl/>
              </w:rPr>
              <w:t>يمسي</w:t>
            </w:r>
            <w:r>
              <w:rPr>
                <w:rtl/>
              </w:rPr>
              <w:t xml:space="preserve"> </w:t>
            </w:r>
            <w:r w:rsidRPr="009647FC">
              <w:rPr>
                <w:rtl/>
              </w:rPr>
              <w:t>معيبُها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لخجلته</w:t>
            </w:r>
            <w:r>
              <w:rPr>
                <w:rtl/>
              </w:rPr>
              <w:t xml:space="preserve"> </w:t>
            </w:r>
            <w:r w:rsidRPr="009647FC">
              <w:rPr>
                <w:rtl/>
              </w:rPr>
              <w:t>بين</w:t>
            </w:r>
            <w:r>
              <w:rPr>
                <w:rtl/>
              </w:rPr>
              <w:t xml:space="preserve"> </w:t>
            </w:r>
            <w:r w:rsidRPr="009647FC">
              <w:rPr>
                <w:rtl/>
              </w:rPr>
              <w:t>الورى</w:t>
            </w:r>
            <w:r>
              <w:rPr>
                <w:rtl/>
              </w:rPr>
              <w:t xml:space="preserve"> </w:t>
            </w:r>
            <w:r w:rsidRPr="009647FC">
              <w:rPr>
                <w:rtl/>
              </w:rPr>
              <w:t>يقرعُ</w:t>
            </w:r>
            <w:r>
              <w:rPr>
                <w:rtl/>
              </w:rPr>
              <w:t xml:space="preserve"> </w:t>
            </w:r>
            <w:r w:rsidRPr="009647FC">
              <w:rPr>
                <w:rtl/>
              </w:rPr>
              <w:t>السنّا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ولو</w:t>
            </w:r>
            <w:r w:rsidR="004C00A8">
              <w:rPr>
                <w:rtl/>
              </w:rPr>
              <w:t xml:space="preserve"> </w:t>
            </w:r>
            <w:r w:rsidRPr="009647FC">
              <w:rPr>
                <w:rtl/>
              </w:rPr>
              <w:t>رزق</w:t>
            </w:r>
            <w:r>
              <w:rPr>
                <w:rtl/>
              </w:rPr>
              <w:t xml:space="preserve">َ </w:t>
            </w:r>
            <w:r w:rsidRPr="009647FC">
              <w:rPr>
                <w:rtl/>
              </w:rPr>
              <w:t>اللهُ</w:t>
            </w:r>
            <w:r>
              <w:rPr>
                <w:rtl/>
              </w:rPr>
              <w:t xml:space="preserve"> </w:t>
            </w:r>
            <w:r w:rsidRPr="009647FC">
              <w:rPr>
                <w:rtl/>
              </w:rPr>
              <w:t>السكوت</w:t>
            </w:r>
            <w:r>
              <w:rPr>
                <w:rtl/>
              </w:rPr>
              <w:t xml:space="preserve"> </w:t>
            </w:r>
            <w:r w:rsidRPr="009647FC">
              <w:rPr>
                <w:rtl/>
              </w:rPr>
              <w:t>معيب</w:t>
            </w:r>
            <w:r>
              <w:rPr>
                <w:rtl/>
              </w:rPr>
              <w:t>َ</w:t>
            </w:r>
            <w:r w:rsidRPr="009647FC">
              <w:rPr>
                <w:rtl/>
              </w:rPr>
              <w:t>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لكان</w:t>
            </w:r>
            <w:r>
              <w:rPr>
                <w:rtl/>
              </w:rPr>
              <w:t xml:space="preserve"> </w:t>
            </w:r>
            <w:r w:rsidRPr="009647FC">
              <w:rPr>
                <w:rtl/>
              </w:rPr>
              <w:t>له</w:t>
            </w:r>
            <w:r>
              <w:rPr>
                <w:rtl/>
              </w:rPr>
              <w:t xml:space="preserve"> </w:t>
            </w:r>
            <w:r w:rsidRPr="009647FC">
              <w:rPr>
                <w:rtl/>
              </w:rPr>
              <w:t>من</w:t>
            </w:r>
            <w:r>
              <w:rPr>
                <w:rtl/>
              </w:rPr>
              <w:t xml:space="preserve"> </w:t>
            </w:r>
            <w:r w:rsidRPr="009647FC">
              <w:rPr>
                <w:rtl/>
              </w:rPr>
              <w:t>نطق</w:t>
            </w:r>
            <w:r>
              <w:rPr>
                <w:rtl/>
              </w:rPr>
              <w:t xml:space="preserve"> </w:t>
            </w:r>
            <w:r w:rsidRPr="009647FC">
              <w:rPr>
                <w:rtl/>
              </w:rPr>
              <w:t>مذوده</w:t>
            </w:r>
            <w:r>
              <w:rPr>
                <w:rtl/>
              </w:rPr>
              <w:t xml:space="preserve"> </w:t>
            </w:r>
            <w:r w:rsidRPr="009647FC">
              <w:rPr>
                <w:rtl/>
              </w:rPr>
              <w:t>أهنا</w:t>
            </w:r>
            <w:r w:rsidRPr="00725071">
              <w:rPr>
                <w:rStyle w:val="libPoemTiniChar0"/>
                <w:rtl/>
              </w:rPr>
              <w:br/>
              <w:t> </w:t>
            </w:r>
          </w:p>
        </w:tc>
      </w:tr>
    </w:tbl>
    <w:p w:rsidR="009647FC" w:rsidRPr="00524A24" w:rsidRDefault="009647FC" w:rsidP="004E7EC6">
      <w:pPr>
        <w:pStyle w:val="libNormal"/>
      </w:pPr>
      <w:r w:rsidRPr="009647FC">
        <w:rPr>
          <w:rtl/>
        </w:rPr>
        <w:t>ثمّ إنّي أعرضتُ عن تشطيرها</w:t>
      </w:r>
      <w:r w:rsidR="00D769AB">
        <w:rPr>
          <w:rtl/>
        </w:rPr>
        <w:t>،</w:t>
      </w:r>
      <w:r w:rsidRPr="009647FC">
        <w:rPr>
          <w:rtl/>
        </w:rPr>
        <w:t xml:space="preserve"> وقلتُ</w:t>
      </w:r>
      <w:r w:rsidR="00D769AB">
        <w:rPr>
          <w:rtl/>
        </w:rPr>
        <w:t>:</w:t>
      </w:r>
      <w:r w:rsidRPr="009647FC">
        <w:rPr>
          <w:rtl/>
        </w:rPr>
        <w:t xml:space="preserve"> ما يمنعني من تخميسها وقد أنحلني أدبه</w:t>
      </w:r>
      <w:r w:rsidR="00D769AB">
        <w:rPr>
          <w:rtl/>
        </w:rPr>
        <w:t>،</w:t>
      </w:r>
      <w:r w:rsidRPr="009647FC">
        <w:rPr>
          <w:rtl/>
        </w:rPr>
        <w:t xml:space="preserve"> وشربتُ من نطاف هذا النظام مشربه</w:t>
      </w:r>
      <w:r w:rsidR="00D769AB">
        <w:rPr>
          <w:rtl/>
        </w:rPr>
        <w:t>؟</w:t>
      </w:r>
      <w:r w:rsidRPr="009647FC">
        <w:rPr>
          <w:rtl/>
        </w:rPr>
        <w:t xml:space="preserve"> فأطلقت عنان فكرتي في مجاراته</w:t>
      </w:r>
      <w:r w:rsidR="00D769AB">
        <w:rPr>
          <w:rtl/>
        </w:rPr>
        <w:t>،</w:t>
      </w:r>
      <w:r w:rsidRPr="009647FC">
        <w:rPr>
          <w:rtl/>
        </w:rPr>
        <w:t xml:space="preserve"> وقابلت بتخميسها جميع بدائعه ومخترعاته</w:t>
      </w:r>
      <w:r w:rsidR="00D769AB">
        <w:rPr>
          <w:rtl/>
        </w:rPr>
        <w:t>،</w:t>
      </w:r>
      <w:r w:rsidRPr="009647FC">
        <w:rPr>
          <w:rtl/>
        </w:rPr>
        <w:t xml:space="preserve"> فقلت</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إذا عنّ لي برقٌ يضيء على البعد</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نزت كبدي من شدّة الشوق والوجد</w:t>
            </w:r>
            <w:r w:rsidRPr="004E7EC6">
              <w:rPr>
                <w:rStyle w:val="libFootnotenumChar"/>
                <w:rtl/>
              </w:rPr>
              <w:t>(1)</w:t>
            </w:r>
            <w:r w:rsidRPr="00725071">
              <w:rPr>
                <w:rStyle w:val="libPoemTiniChar0"/>
                <w:rtl/>
              </w:rPr>
              <w:br/>
              <w:t> </w:t>
            </w:r>
          </w:p>
        </w:tc>
      </w:tr>
    </w:tbl>
    <w:p w:rsidR="009647FC" w:rsidRPr="00524A24" w:rsidRDefault="009647FC" w:rsidP="004E7EC6">
      <w:pPr>
        <w:pStyle w:val="libNormal"/>
      </w:pPr>
      <w:r w:rsidRPr="009647FC">
        <w:rPr>
          <w:rtl/>
        </w:rPr>
        <w:t>ولمّا قدم حضرة قطب دائرة الوزارة</w:t>
      </w:r>
      <w:r w:rsidR="00D769AB">
        <w:rPr>
          <w:rtl/>
        </w:rPr>
        <w:t>،</w:t>
      </w:r>
      <w:r w:rsidRPr="009647FC">
        <w:rPr>
          <w:rtl/>
        </w:rPr>
        <w:t xml:space="preserve"> ومؤمّ</w:t>
      </w:r>
      <w:r w:rsidR="00677BC4">
        <w:rPr>
          <w:rtl/>
        </w:rPr>
        <w:t>َ</w:t>
      </w:r>
      <w:r w:rsidRPr="009647FC">
        <w:rPr>
          <w:rtl/>
        </w:rPr>
        <w:t>ل الإمارة</w:t>
      </w:r>
      <w:r w:rsidR="00D769AB">
        <w:rPr>
          <w:rtl/>
        </w:rPr>
        <w:t>،</w:t>
      </w:r>
      <w:r w:rsidRPr="009647FC">
        <w:rPr>
          <w:rtl/>
        </w:rPr>
        <w:t xml:space="preserve"> وإلى بغداد جناب أحمد مدحت باشا</w:t>
      </w:r>
      <w:r w:rsidR="00D769AB">
        <w:rPr>
          <w:rtl/>
        </w:rPr>
        <w:t>،</w:t>
      </w:r>
      <w:r w:rsidRPr="009647FC">
        <w:rPr>
          <w:rtl/>
        </w:rPr>
        <w:t xml:space="preserve"> نظم</w:t>
      </w:r>
      <w:r w:rsidR="00677BC4">
        <w:rPr>
          <w:rtl/>
        </w:rPr>
        <w:t>َ</w:t>
      </w:r>
      <w:r w:rsidRPr="009647FC">
        <w:rPr>
          <w:rtl/>
        </w:rPr>
        <w:t xml:space="preserve"> بيتين يتحمّس بهما</w:t>
      </w:r>
      <w:r w:rsidR="00D769AB">
        <w:rPr>
          <w:rtl/>
        </w:rPr>
        <w:t>،</w:t>
      </w:r>
      <w:r w:rsidRPr="009647FC">
        <w:rPr>
          <w:rtl/>
        </w:rPr>
        <w:t xml:space="preserve"> وذلك قوله</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فلا والقنا والمرهفات البواتر</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فلا ترة أبقيت</w:t>
            </w:r>
            <w:r>
              <w:rPr>
                <w:rtl/>
              </w:rPr>
              <w:t>َ</w:t>
            </w:r>
            <w:r w:rsidRPr="009647FC">
              <w:rPr>
                <w:rtl/>
              </w:rPr>
              <w:t xml:space="preserve"> لي عند واترِ</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أيذهب خصمٌ في دمٍ لي مضيّ</w:t>
            </w:r>
            <w:r>
              <w:rPr>
                <w:rtl/>
              </w:rPr>
              <w:t>َ</w:t>
            </w:r>
            <w:r w:rsidRPr="009647FC">
              <w:rPr>
                <w:rtl/>
              </w:rPr>
              <w:t>ع</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ولستُ أذيق الخصم حدّ</w:t>
            </w:r>
            <w:r>
              <w:rPr>
                <w:rtl/>
              </w:rPr>
              <w:t>َ</w:t>
            </w:r>
            <w:r w:rsidRPr="009647FC">
              <w:rPr>
                <w:rtl/>
              </w:rPr>
              <w:t xml:space="preserve"> البواترِ</w:t>
            </w:r>
            <w:r w:rsidRPr="00725071">
              <w:rPr>
                <w:rStyle w:val="libPoemTiniChar0"/>
                <w:rtl/>
              </w:rPr>
              <w:br/>
              <w:t> </w:t>
            </w:r>
          </w:p>
        </w:tc>
      </w:tr>
    </w:tbl>
    <w:p w:rsidR="009647FC" w:rsidRPr="00524A24" w:rsidRDefault="009647FC" w:rsidP="004E7EC6">
      <w:pPr>
        <w:pStyle w:val="libNormal"/>
      </w:pPr>
      <w:r w:rsidRPr="009647FC">
        <w:rPr>
          <w:rtl/>
        </w:rPr>
        <w:t>فكتب إليّ</w:t>
      </w:r>
      <w:r w:rsidR="00677BC4">
        <w:rPr>
          <w:rtl/>
        </w:rPr>
        <w:t>َ</w:t>
      </w:r>
      <w:r w:rsidRPr="009647FC">
        <w:rPr>
          <w:rtl/>
        </w:rPr>
        <w:t xml:space="preserve"> الحاج مصطفى كبّه إلى الحلّة يستحثّني بعد الالتماس على تشطيرهما وتخميسهما</w:t>
      </w:r>
      <w:r w:rsidR="00D769AB">
        <w:rPr>
          <w:rtl/>
        </w:rPr>
        <w:t>،</w:t>
      </w:r>
      <w:r w:rsidRPr="009647FC">
        <w:rPr>
          <w:rtl/>
        </w:rPr>
        <w:t xml:space="preserve"> وأن أنثر مع ذلك نبذة من مدح الوالي المشار إليه</w:t>
      </w:r>
      <w:r w:rsidR="00D769AB">
        <w:rPr>
          <w:rtl/>
        </w:rPr>
        <w:t>،</w:t>
      </w:r>
      <w:r w:rsidRPr="009647FC">
        <w:rPr>
          <w:rtl/>
        </w:rPr>
        <w:t xml:space="preserve"> وأن أنظم من الشعر ممّا يحسن به الثناء عليه</w:t>
      </w:r>
      <w:r w:rsidR="00D769AB">
        <w:rPr>
          <w:rtl/>
        </w:rPr>
        <w:t>،</w:t>
      </w:r>
      <w:r w:rsidRPr="009647FC">
        <w:rPr>
          <w:rtl/>
        </w:rPr>
        <w:t xml:space="preserve"> وذكر أنّه حضر في تلك المجالس</w:t>
      </w:r>
      <w:r w:rsidR="00D769AB">
        <w:rPr>
          <w:rtl/>
        </w:rPr>
        <w:t>،</w:t>
      </w:r>
      <w:r w:rsidRPr="009647FC">
        <w:rPr>
          <w:rtl/>
        </w:rPr>
        <w:t xml:space="preserve"> وجرى ذكر البيتين فضمّن التشطير والتخميس</w:t>
      </w:r>
      <w:r w:rsidR="00D769AB">
        <w:rPr>
          <w:rtl/>
        </w:rPr>
        <w:t>،</w:t>
      </w:r>
      <w:r w:rsidRPr="009647FC">
        <w:rPr>
          <w:rtl/>
        </w:rPr>
        <w:t xml:space="preserve"> ثمّ ألزمني بذلك وحثّني على الاستعجال</w:t>
      </w:r>
      <w:r w:rsidR="00D769AB">
        <w:rPr>
          <w:rtl/>
        </w:rPr>
        <w:t>،</w:t>
      </w:r>
      <w:r w:rsidRPr="009647FC">
        <w:rPr>
          <w:rtl/>
        </w:rPr>
        <w:t xml:space="preserve"> فأجبته وقلتُ مصدّراً للنثر بهذين البيتين</w:t>
      </w:r>
      <w:r w:rsidR="00D769AB">
        <w:rPr>
          <w:rtl/>
        </w:rPr>
        <w:t>،</w:t>
      </w:r>
      <w:r w:rsidRPr="009647FC">
        <w:rPr>
          <w:rtl/>
        </w:rPr>
        <w:t xml:space="preserve"> مورِّيا فيهما باسم الوالي المتقدّم ذكره</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لي قوافٍ في جنبها البحر رشحه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سلسلتها رويّ</w:t>
            </w:r>
            <w:r>
              <w:rPr>
                <w:rtl/>
              </w:rPr>
              <w:t>َ</w:t>
            </w:r>
            <w:r w:rsidRPr="009647FC">
              <w:rPr>
                <w:rtl/>
              </w:rPr>
              <w:t>ةٌ لي سمحه</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مدح الدهرُ حسنها غير أنّي</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لستُ أرضى بها لأحمد مدحه</w:t>
            </w:r>
            <w:r w:rsidRPr="00725071">
              <w:rPr>
                <w:rStyle w:val="libPoemTiniChar0"/>
                <w:rtl/>
              </w:rPr>
              <w:br/>
              <w:t> </w:t>
            </w:r>
          </w:p>
        </w:tc>
      </w:tr>
    </w:tbl>
    <w:p w:rsidR="009647FC" w:rsidRPr="00524A24" w:rsidRDefault="009647FC" w:rsidP="004E7EC6">
      <w:pPr>
        <w:pStyle w:val="libNormal"/>
      </w:pPr>
      <w:r w:rsidRPr="009647FC">
        <w:rPr>
          <w:rtl/>
        </w:rPr>
        <w:t>ذلك من ألحف بيضة الإسلام جناح ظلّه</w:t>
      </w:r>
      <w:r w:rsidR="00D769AB">
        <w:rPr>
          <w:rtl/>
        </w:rPr>
        <w:t>،</w:t>
      </w:r>
      <w:r w:rsidRPr="009647FC">
        <w:rPr>
          <w:rtl/>
        </w:rPr>
        <w:t xml:space="preserve"> وأقام دون حوزة المُلك سدّاً من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ذكرت في باب المدائح</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زبر آرائه ونصله</w:t>
      </w:r>
      <w:r w:rsidR="00D769AB">
        <w:rPr>
          <w:rtl/>
        </w:rPr>
        <w:t>،</w:t>
      </w:r>
      <w:r w:rsidRPr="009647FC">
        <w:rPr>
          <w:rtl/>
        </w:rPr>
        <w:t xml:space="preserve"> ومدّ</w:t>
      </w:r>
      <w:r w:rsidR="00677BC4">
        <w:rPr>
          <w:rtl/>
        </w:rPr>
        <w:t>َ</w:t>
      </w:r>
      <w:r w:rsidRPr="009647FC">
        <w:rPr>
          <w:rtl/>
        </w:rPr>
        <w:t xml:space="preserve"> غطاء الأمن على الدين</w:t>
      </w:r>
      <w:r w:rsidR="00D769AB">
        <w:rPr>
          <w:rtl/>
        </w:rPr>
        <w:t>،</w:t>
      </w:r>
      <w:r w:rsidRPr="009647FC">
        <w:rPr>
          <w:rtl/>
        </w:rPr>
        <w:t xml:space="preserve"> وبسط العدل</w:t>
      </w:r>
      <w:r w:rsidR="00677BC4">
        <w:rPr>
          <w:rtl/>
        </w:rPr>
        <w:t>َ</w:t>
      </w:r>
      <w:r w:rsidRPr="009647FC">
        <w:rPr>
          <w:rtl/>
        </w:rPr>
        <w:t xml:space="preserve"> على جميع المسلمين</w:t>
      </w:r>
      <w:r w:rsidR="00D769AB">
        <w:rPr>
          <w:rtl/>
        </w:rPr>
        <w:t>،</w:t>
      </w:r>
      <w:r w:rsidRPr="009647FC">
        <w:rPr>
          <w:rtl/>
        </w:rPr>
        <w:t xml:space="preserve"> قد اصطفاه حضرة صدر التأمير الرئاسة</w:t>
      </w:r>
      <w:r w:rsidR="00D769AB">
        <w:rPr>
          <w:rtl/>
        </w:rPr>
        <w:t>،</w:t>
      </w:r>
      <w:r w:rsidRPr="009647FC">
        <w:rPr>
          <w:rtl/>
        </w:rPr>
        <w:t xml:space="preserve"> وأرسله على حين فترةٍ من التدبير والسياسة</w:t>
      </w:r>
      <w:r w:rsidR="00D769AB">
        <w:rPr>
          <w:rtl/>
        </w:rPr>
        <w:t>،</w:t>
      </w:r>
      <w:r w:rsidRPr="009647FC">
        <w:rPr>
          <w:rtl/>
        </w:rPr>
        <w:t xml:space="preserve"> فجاء بعدما غاضت بحيرة البراعة</w:t>
      </w:r>
      <w:r w:rsidR="00D769AB">
        <w:rPr>
          <w:rtl/>
        </w:rPr>
        <w:t>،</w:t>
      </w:r>
      <w:r w:rsidRPr="009647FC">
        <w:rPr>
          <w:rtl/>
        </w:rPr>
        <w:t xml:space="preserve"> وخمدت نيران البأس والشجاعة</w:t>
      </w:r>
      <w:r w:rsidR="00D769AB">
        <w:rPr>
          <w:rtl/>
        </w:rPr>
        <w:t>،</w:t>
      </w:r>
      <w:r w:rsidRPr="009647FC">
        <w:rPr>
          <w:rtl/>
        </w:rPr>
        <w:t xml:space="preserve"> جامعاً بين آية النصل</w:t>
      </w:r>
      <w:r w:rsidR="00D769AB">
        <w:rPr>
          <w:rtl/>
        </w:rPr>
        <w:t>،</w:t>
      </w:r>
      <w:r w:rsidRPr="009647FC">
        <w:rPr>
          <w:rtl/>
        </w:rPr>
        <w:t xml:space="preserve"> ومعجز المقال الفصل</w:t>
      </w:r>
      <w:r w:rsidR="00D769AB">
        <w:rPr>
          <w:rtl/>
        </w:rPr>
        <w:t>،</w:t>
      </w:r>
      <w:r w:rsidRPr="009647FC">
        <w:rPr>
          <w:rtl/>
        </w:rPr>
        <w:t xml:space="preserve"> تتفجّر من بنانه ينابيعُ الكرم</w:t>
      </w:r>
      <w:r w:rsidR="00D769AB">
        <w:rPr>
          <w:rtl/>
        </w:rPr>
        <w:t>،</w:t>
      </w:r>
      <w:r w:rsidRPr="009647FC">
        <w:rPr>
          <w:rtl/>
        </w:rPr>
        <w:t xml:space="preserve"> وتفرّق عن بنانه جوامع الحِكم حتى هتف لسان العراق</w:t>
      </w:r>
      <w:r w:rsidR="00D769AB">
        <w:rPr>
          <w:rtl/>
        </w:rPr>
        <w:t>،</w:t>
      </w:r>
      <w:r w:rsidRPr="009647FC">
        <w:rPr>
          <w:rtl/>
        </w:rPr>
        <w:t xml:space="preserve"> الآن بزغت شمس العدل باهرة الإشراق</w:t>
      </w:r>
      <w:r w:rsidR="00D769AB">
        <w:rPr>
          <w:rtl/>
        </w:rPr>
        <w:t>،</w:t>
      </w:r>
      <w:r w:rsidRPr="009647FC">
        <w:rPr>
          <w:rtl/>
        </w:rPr>
        <w:t xml:space="preserve"> ودرّ</w:t>
      </w:r>
      <w:r w:rsidR="00677BC4">
        <w:rPr>
          <w:rtl/>
        </w:rPr>
        <w:t>َ</w:t>
      </w:r>
      <w:r w:rsidRPr="009647FC">
        <w:rPr>
          <w:rtl/>
        </w:rPr>
        <w:t xml:space="preserve"> حلبُ البراعة</w:t>
      </w:r>
      <w:r w:rsidR="00D769AB">
        <w:rPr>
          <w:rtl/>
        </w:rPr>
        <w:t>،</w:t>
      </w:r>
      <w:r w:rsidRPr="009647FC">
        <w:rPr>
          <w:rtl/>
        </w:rPr>
        <w:t xml:space="preserve"> ونطق بعد الإفحام لسان اليراعة</w:t>
      </w:r>
      <w:r w:rsidR="00D769AB">
        <w:rPr>
          <w:rtl/>
        </w:rPr>
        <w:t>،</w:t>
      </w:r>
      <w:r w:rsidRPr="009647FC">
        <w:rPr>
          <w:rtl/>
        </w:rPr>
        <w:t xml:space="preserve"> واستطيب نفحات غوالي الفضل</w:t>
      </w:r>
      <w:r w:rsidR="00D769AB">
        <w:rPr>
          <w:rtl/>
        </w:rPr>
        <w:t>،</w:t>
      </w:r>
      <w:r w:rsidRPr="009647FC">
        <w:rPr>
          <w:rtl/>
        </w:rPr>
        <w:t xml:space="preserve"> بعدما منع من شمّها زكام الجهل</w:t>
      </w:r>
      <w:r w:rsidR="00D769AB">
        <w:rPr>
          <w:rtl/>
        </w:rPr>
        <w:t>،</w:t>
      </w:r>
      <w:r w:rsidRPr="009647FC">
        <w:rPr>
          <w:rtl/>
        </w:rPr>
        <w:t xml:space="preserve"> وقام وزن الآداب</w:t>
      </w:r>
      <w:r w:rsidR="00D769AB">
        <w:rPr>
          <w:rtl/>
        </w:rPr>
        <w:t>،</w:t>
      </w:r>
      <w:r w:rsidRPr="009647FC">
        <w:rPr>
          <w:rtl/>
        </w:rPr>
        <w:t xml:space="preserve"> بعدما كسدت منها البضائع</w:t>
      </w:r>
      <w:r w:rsidR="00D769AB">
        <w:rPr>
          <w:rtl/>
        </w:rPr>
        <w:t>،</w:t>
      </w:r>
      <w:r w:rsidRPr="009647FC">
        <w:rPr>
          <w:rtl/>
        </w:rPr>
        <w:t xml:space="preserve"> حين نجم مشتري زهرة الكمال في حضرة فلكية المطالع</w:t>
      </w:r>
      <w:r w:rsidR="00D769AB">
        <w:rPr>
          <w:rtl/>
        </w:rPr>
        <w:t>،</w:t>
      </w:r>
      <w:r w:rsidRPr="009647FC">
        <w:rPr>
          <w:rtl/>
        </w:rPr>
        <w:t xml:space="preserve"> كما قلتُ فيها</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حضرةُ مولىً سواه ليس يُرى</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في غير هذا الزمان</w:t>
            </w:r>
            <w:r w:rsidRPr="004E7EC6">
              <w:rPr>
                <w:rStyle w:val="libFootnotenumChar"/>
                <w:rtl/>
              </w:rPr>
              <w:t>(1)</w:t>
            </w:r>
            <w:r w:rsidRPr="009647FC">
              <w:rPr>
                <w:rtl/>
              </w:rPr>
              <w:t xml:space="preserve"> إنسانْ</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مذ شبّ</w:t>
            </w:r>
            <w:r>
              <w:rPr>
                <w:rtl/>
              </w:rPr>
              <w:t>َ</w:t>
            </w:r>
            <w:r w:rsidRPr="009647FC">
              <w:rPr>
                <w:rtl/>
              </w:rPr>
              <w:t xml:space="preserve"> يُكسى العُلى ومرهفه</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شاب</w:t>
            </w:r>
            <w:r>
              <w:rPr>
                <w:rtl/>
              </w:rPr>
              <w:t>َ</w:t>
            </w:r>
            <w:r w:rsidRPr="009647FC">
              <w:rPr>
                <w:rtl/>
              </w:rPr>
              <w:t xml:space="preserve"> به الدهر وهو عريانُ</w:t>
            </w:r>
            <w:r w:rsidRPr="00725071">
              <w:rPr>
                <w:rStyle w:val="libPoemTiniChar0"/>
                <w:rtl/>
              </w:rPr>
              <w:br/>
              <w:t> </w:t>
            </w:r>
          </w:p>
        </w:tc>
      </w:tr>
    </w:tbl>
    <w:p w:rsidR="009647FC" w:rsidRPr="00524A24" w:rsidRDefault="009647FC" w:rsidP="004E7EC6">
      <w:pPr>
        <w:pStyle w:val="libNormal"/>
      </w:pPr>
      <w:r w:rsidRPr="009647FC">
        <w:rPr>
          <w:rtl/>
        </w:rPr>
        <w:t>فأرض أفنيتها الشرفُ</w:t>
      </w:r>
      <w:r w:rsidR="00D769AB">
        <w:rPr>
          <w:rtl/>
        </w:rPr>
        <w:t>،</w:t>
      </w:r>
      <w:r w:rsidRPr="009647FC">
        <w:rPr>
          <w:rtl/>
        </w:rPr>
        <w:t xml:space="preserve"> ونديم أنديتها الظرفُ</w:t>
      </w:r>
      <w:r w:rsidR="00D769AB">
        <w:rPr>
          <w:rtl/>
        </w:rPr>
        <w:t>،</w:t>
      </w:r>
      <w:r w:rsidRPr="009647FC">
        <w:rPr>
          <w:rtl/>
        </w:rPr>
        <w:t xml:space="preserve"> وخلّ</w:t>
      </w:r>
      <w:r w:rsidR="00677BC4">
        <w:rPr>
          <w:rtl/>
        </w:rPr>
        <w:t>َ</w:t>
      </w:r>
      <w:r w:rsidRPr="009647FC">
        <w:rPr>
          <w:rtl/>
        </w:rPr>
        <w:t>تاها الشجاعة والكرم</w:t>
      </w:r>
      <w:r w:rsidR="00D769AB">
        <w:rPr>
          <w:rtl/>
        </w:rPr>
        <w:t>،</w:t>
      </w:r>
      <w:r w:rsidRPr="009647FC">
        <w:rPr>
          <w:rtl/>
        </w:rPr>
        <w:t xml:space="preserve"> وخادماها السيف والقلم</w:t>
      </w:r>
      <w:r w:rsidR="00D769AB">
        <w:rPr>
          <w:rtl/>
        </w:rPr>
        <w:t>،</w:t>
      </w:r>
      <w:r w:rsidRPr="009647FC">
        <w:rPr>
          <w:rtl/>
        </w:rPr>
        <w:t xml:space="preserve"> وسفيراها العلاء والمجد</w:t>
      </w:r>
      <w:r w:rsidR="00D769AB">
        <w:rPr>
          <w:rtl/>
        </w:rPr>
        <w:t>،</w:t>
      </w:r>
      <w:r w:rsidRPr="009647FC">
        <w:rPr>
          <w:rtl/>
        </w:rPr>
        <w:t xml:space="preserve"> وسميراها الثناء والحمد</w:t>
      </w:r>
      <w:r w:rsidR="00D769AB">
        <w:rPr>
          <w:rtl/>
        </w:rPr>
        <w:t>،</w:t>
      </w:r>
      <w:r w:rsidRPr="009647FC">
        <w:rPr>
          <w:rtl/>
        </w:rPr>
        <w:t xml:space="preserve"> والهيبة حاجبُ طرّاقها</w:t>
      </w:r>
      <w:r w:rsidR="00D769AB">
        <w:rPr>
          <w:rtl/>
        </w:rPr>
        <w:t>،</w:t>
      </w:r>
      <w:r w:rsidRPr="009647FC">
        <w:rPr>
          <w:rtl/>
        </w:rPr>
        <w:t xml:space="preserve"> والعزّة خفيرُ رواقها</w:t>
      </w:r>
      <w:r w:rsidR="00D769AB">
        <w:rPr>
          <w:rtl/>
        </w:rPr>
        <w:t>.</w:t>
      </w:r>
    </w:p>
    <w:p w:rsidR="009647FC" w:rsidRPr="00524A24" w:rsidRDefault="009647FC" w:rsidP="004E7EC6">
      <w:pPr>
        <w:pStyle w:val="libNormal"/>
      </w:pPr>
      <w:r w:rsidRPr="009647FC">
        <w:rPr>
          <w:rtl/>
        </w:rPr>
        <w:t>ويحقُّ لي هاهنا الإنشاء</w:t>
      </w:r>
      <w:r w:rsidR="00D769AB">
        <w:rPr>
          <w:rtl/>
        </w:rPr>
        <w:t>،</w:t>
      </w:r>
      <w:r w:rsidRPr="009647FC">
        <w:rPr>
          <w:rtl/>
        </w:rPr>
        <w:t xml:space="preserve"> وإن كان قاصراً لسان الثناء</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رواقك</w:t>
            </w:r>
            <w:r>
              <w:rPr>
                <w:rtl/>
              </w:rPr>
              <w:t>َ</w:t>
            </w:r>
            <w:r w:rsidRPr="009647FC">
              <w:rPr>
                <w:rtl/>
              </w:rPr>
              <w:t xml:space="preserve"> ذا لا بل وليجة خادرٍ</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بل الليثُ يخطو دونه خطو قاصرِ</w:t>
            </w:r>
            <w:r w:rsidRPr="004E7EC6">
              <w:rPr>
                <w:rStyle w:val="libFootnotenumChar"/>
                <w:rtl/>
              </w:rPr>
              <w:t>(2)</w:t>
            </w:r>
            <w:r w:rsidRPr="00725071">
              <w:rPr>
                <w:rStyle w:val="libPoemTiniChar0"/>
                <w:rtl/>
              </w:rPr>
              <w:br/>
              <w:t> </w:t>
            </w:r>
          </w:p>
        </w:tc>
      </w:tr>
    </w:tbl>
    <w:p w:rsidR="009647FC" w:rsidRPr="00524A24" w:rsidRDefault="009647FC" w:rsidP="004E7EC6">
      <w:pPr>
        <w:pStyle w:val="libNormal"/>
      </w:pPr>
      <w:r w:rsidRPr="009647FC">
        <w:rPr>
          <w:rtl/>
        </w:rPr>
        <w:t>هذا ولقد رعدتْ سماءُ ذلك الفكر المدرار</w:t>
      </w:r>
      <w:r w:rsidR="00D769AB">
        <w:rPr>
          <w:rtl/>
        </w:rPr>
        <w:t>،</w:t>
      </w:r>
      <w:r w:rsidRPr="009647FC">
        <w:rPr>
          <w:rtl/>
        </w:rPr>
        <w:t xml:space="preserve"> فقرعتْ سمع الأعداء بصاعقتين يخطف منهم برقهما القلوب والأبصار</w:t>
      </w:r>
      <w:r w:rsidR="00D769AB">
        <w:rPr>
          <w:rtl/>
        </w:rPr>
        <w:t>،</w:t>
      </w:r>
      <w:r w:rsidRPr="009647FC">
        <w:rPr>
          <w:rtl/>
        </w:rPr>
        <w:t xml:space="preserve"> قد أوشكت أن تطلّع على نفوسهم منهما الآجال</w:t>
      </w:r>
      <w:r w:rsidR="00D769AB">
        <w:rPr>
          <w:rtl/>
        </w:rPr>
        <w:t>،</w:t>
      </w:r>
      <w:r w:rsidRPr="009647FC">
        <w:rPr>
          <w:rtl/>
        </w:rPr>
        <w:t xml:space="preserve"> إذ تحمّ</w:t>
      </w:r>
      <w:r w:rsidR="00677BC4">
        <w:rPr>
          <w:rtl/>
        </w:rPr>
        <w:t>َ</w:t>
      </w:r>
      <w:r w:rsidRPr="009647FC">
        <w:rPr>
          <w:rtl/>
        </w:rPr>
        <w:t>س بهما فقال</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فلا والقنا والمرهفات البواتر</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فلا ترةً أبقيت</w:t>
            </w:r>
            <w:r>
              <w:rPr>
                <w:rtl/>
              </w:rPr>
              <w:t>َ</w:t>
            </w:r>
            <w:r w:rsidRPr="009647FC">
              <w:rPr>
                <w:rtl/>
              </w:rPr>
              <w:t xml:space="preserve"> لي عند واترِ</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أيذهب خصمٌ في دمٍ لي مضيّعِ</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ولست أذيق الخصم حدّ</w:t>
            </w:r>
            <w:r>
              <w:rPr>
                <w:rtl/>
              </w:rPr>
              <w:t>َ</w:t>
            </w:r>
            <w:r w:rsidRPr="009647FC">
              <w:rPr>
                <w:rtl/>
              </w:rPr>
              <w:t xml:space="preserve"> البواترِ</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ذكرت هذه القصيدة في باب المدائح</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 المطبوع</w:t>
      </w:r>
      <w:r w:rsidR="00D769AB">
        <w:rPr>
          <w:rtl/>
        </w:rPr>
        <w:t>:</w:t>
      </w:r>
      <w:r w:rsidRPr="009647FC">
        <w:rPr>
          <w:rtl/>
        </w:rPr>
        <w:t xml:space="preserve"> في عين هذا الدهر</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هذا واللّه الشعرُ الذي تقطر منه الحماسة دماً</w:t>
      </w:r>
      <w:r w:rsidR="00D769AB">
        <w:rPr>
          <w:rtl/>
        </w:rPr>
        <w:t>،</w:t>
      </w:r>
      <w:r w:rsidRPr="004E7EC6">
        <w:rPr>
          <w:rtl/>
        </w:rPr>
        <w:t xml:space="preserve"> وتجبن عن إنشاده الثريّا حتى لو كانت للأسد فماً</w:t>
      </w:r>
      <w:r w:rsidR="00D769AB">
        <w:rPr>
          <w:rtl/>
        </w:rPr>
        <w:t>،</w:t>
      </w:r>
      <w:r w:rsidRPr="004E7EC6">
        <w:rPr>
          <w:rtl/>
        </w:rPr>
        <w:t xml:space="preserve"> وحيث فاض على الأسماع صوبُ هذين العارضين</w:t>
      </w:r>
      <w:r w:rsidR="00D769AB">
        <w:rPr>
          <w:rtl/>
        </w:rPr>
        <w:t>،</w:t>
      </w:r>
      <w:r w:rsidRPr="004E7EC6">
        <w:rPr>
          <w:rtl/>
        </w:rPr>
        <w:t xml:space="preserve"> وصقل الخواطر</w:t>
      </w:r>
      <w:r w:rsidR="00677BC4">
        <w:rPr>
          <w:rtl/>
        </w:rPr>
        <w:t>َ</w:t>
      </w:r>
      <w:r w:rsidRPr="004E7EC6">
        <w:rPr>
          <w:rtl/>
        </w:rPr>
        <w:t xml:space="preserve"> والطباع لمعُ هذين البارقين</w:t>
      </w:r>
      <w:r w:rsidR="00D769AB">
        <w:rPr>
          <w:rtl/>
        </w:rPr>
        <w:t>،</w:t>
      </w:r>
      <w:r w:rsidRPr="004E7EC6">
        <w:rPr>
          <w:rtl/>
        </w:rPr>
        <w:t xml:space="preserve"> رجوتُ على قلّة البضاعة</w:t>
      </w:r>
      <w:r w:rsidR="00D769AB">
        <w:rPr>
          <w:rtl/>
        </w:rPr>
        <w:t>،</w:t>
      </w:r>
      <w:r w:rsidRPr="004E7EC6">
        <w:rPr>
          <w:rtl/>
        </w:rPr>
        <w:t xml:space="preserve"> ونزارة الاطلاع على</w:t>
      </w:r>
      <w:r w:rsidRPr="004E7EC6">
        <w:rPr>
          <w:rStyle w:val="libFootnotenumChar"/>
          <w:rtl/>
        </w:rPr>
        <w:t>(1)</w:t>
      </w:r>
      <w:r w:rsidRPr="004E7EC6">
        <w:rPr>
          <w:rtl/>
        </w:rPr>
        <w:t xml:space="preserve"> هذه الصناعة</w:t>
      </w:r>
      <w:r w:rsidR="00D769AB">
        <w:rPr>
          <w:rtl/>
        </w:rPr>
        <w:t>،</w:t>
      </w:r>
      <w:r w:rsidRPr="004E7EC6">
        <w:rPr>
          <w:rtl/>
        </w:rPr>
        <w:t xml:space="preserve"> أن أنخرط في سلك م</w:t>
      </w:r>
      <w:r w:rsidR="00677BC4">
        <w:rPr>
          <w:rtl/>
        </w:rPr>
        <w:t>َ</w:t>
      </w:r>
      <w:r w:rsidRPr="004E7EC6">
        <w:rPr>
          <w:rtl/>
        </w:rPr>
        <w:t>نْ شكر</w:t>
      </w:r>
      <w:r w:rsidR="00677BC4">
        <w:rPr>
          <w:rtl/>
        </w:rPr>
        <w:t>َ</w:t>
      </w:r>
      <w:r w:rsidR="00D769AB">
        <w:rPr>
          <w:rtl/>
        </w:rPr>
        <w:t>،</w:t>
      </w:r>
      <w:r w:rsidRPr="004E7EC6">
        <w:rPr>
          <w:rtl/>
        </w:rPr>
        <w:t xml:space="preserve"> وأكون في نظم م</w:t>
      </w:r>
      <w:r w:rsidR="00677BC4">
        <w:rPr>
          <w:rtl/>
        </w:rPr>
        <w:t>َ</w:t>
      </w:r>
      <w:r w:rsidRPr="004E7EC6">
        <w:rPr>
          <w:rtl/>
        </w:rPr>
        <w:t>نْ خمّس وشطّر</w:t>
      </w:r>
      <w:r w:rsidR="00D769AB">
        <w:rPr>
          <w:rtl/>
        </w:rPr>
        <w:t>،</w:t>
      </w:r>
      <w:r w:rsidRPr="004E7EC6">
        <w:rPr>
          <w:rtl/>
        </w:rPr>
        <w:t xml:space="preserve"> فقلتُ لا متحمّساً</w:t>
      </w:r>
      <w:r w:rsidR="00D769AB">
        <w:rPr>
          <w:rtl/>
        </w:rPr>
        <w:t>،</w:t>
      </w:r>
      <w:r w:rsidRPr="004E7EC6">
        <w:rPr>
          <w:rtl/>
        </w:rPr>
        <w:t xml:space="preserve"> بل على سبيل الحكاية عنه مخمّساً</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أثرتُ</w:t>
            </w:r>
            <w:r w:rsidR="004C00A8">
              <w:rPr>
                <w:rtl/>
              </w:rPr>
              <w:t xml:space="preserve"> </w:t>
            </w:r>
            <w:r w:rsidRPr="009647FC">
              <w:rPr>
                <w:rtl/>
              </w:rPr>
              <w:t>الثرى</w:t>
            </w:r>
            <w:r>
              <w:rPr>
                <w:rtl/>
              </w:rPr>
              <w:t xml:space="preserve"> </w:t>
            </w:r>
            <w:r w:rsidRPr="009647FC">
              <w:rPr>
                <w:rtl/>
              </w:rPr>
              <w:t>نقعاً</w:t>
            </w:r>
            <w:r>
              <w:rPr>
                <w:rtl/>
              </w:rPr>
              <w:t xml:space="preserve"> </w:t>
            </w:r>
            <w:r w:rsidRPr="009647FC">
              <w:rPr>
                <w:rtl/>
              </w:rPr>
              <w:t>بكرِّ</w:t>
            </w:r>
            <w:r>
              <w:rPr>
                <w:rtl/>
              </w:rPr>
              <w:t xml:space="preserve"> </w:t>
            </w:r>
            <w:r w:rsidRPr="009647FC">
              <w:rPr>
                <w:rtl/>
              </w:rPr>
              <w:t>الضوامر</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إلى</w:t>
            </w:r>
            <w:r>
              <w:rPr>
                <w:rtl/>
              </w:rPr>
              <w:t xml:space="preserve"> </w:t>
            </w:r>
            <w:r w:rsidRPr="009647FC">
              <w:rPr>
                <w:rtl/>
              </w:rPr>
              <w:t>أن</w:t>
            </w:r>
            <w:r>
              <w:rPr>
                <w:rtl/>
              </w:rPr>
              <w:t xml:space="preserve"> </w:t>
            </w:r>
            <w:r w:rsidRPr="009647FC">
              <w:rPr>
                <w:rtl/>
              </w:rPr>
              <w:t>تركتُ</w:t>
            </w:r>
            <w:r>
              <w:rPr>
                <w:rtl/>
              </w:rPr>
              <w:t xml:space="preserve"> </w:t>
            </w:r>
            <w:r w:rsidRPr="009647FC">
              <w:rPr>
                <w:rtl/>
              </w:rPr>
              <w:t>الدهر</w:t>
            </w:r>
            <w:r>
              <w:rPr>
                <w:rtl/>
              </w:rPr>
              <w:t xml:space="preserve"> </w:t>
            </w:r>
            <w:r w:rsidRPr="009647FC">
              <w:rPr>
                <w:rtl/>
              </w:rPr>
              <w:t>أعمى</w:t>
            </w:r>
            <w:r>
              <w:rPr>
                <w:rtl/>
              </w:rPr>
              <w:t xml:space="preserve"> </w:t>
            </w:r>
            <w:r w:rsidRPr="009647FC">
              <w:rPr>
                <w:rtl/>
              </w:rPr>
              <w:t>النواظرِ</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فقل</w:t>
            </w:r>
            <w:r w:rsidR="004C00A8">
              <w:rPr>
                <w:rtl/>
              </w:rPr>
              <w:t xml:space="preserve"> </w:t>
            </w:r>
            <w:r w:rsidRPr="009647FC">
              <w:rPr>
                <w:rtl/>
              </w:rPr>
              <w:t>للعدى</w:t>
            </w:r>
            <w:r>
              <w:rPr>
                <w:rtl/>
              </w:rPr>
              <w:t xml:space="preserve"> </w:t>
            </w:r>
            <w:r w:rsidRPr="009647FC">
              <w:rPr>
                <w:rtl/>
              </w:rPr>
              <w:t>أمناً</w:t>
            </w:r>
            <w:r>
              <w:rPr>
                <w:rtl/>
              </w:rPr>
              <w:t xml:space="preserve"> </w:t>
            </w:r>
            <w:r w:rsidRPr="009647FC">
              <w:rPr>
                <w:rtl/>
              </w:rPr>
              <w:t>شفى</w:t>
            </w:r>
            <w:r>
              <w:rPr>
                <w:rtl/>
              </w:rPr>
              <w:t xml:space="preserve"> </w:t>
            </w:r>
            <w:r w:rsidRPr="009647FC">
              <w:rPr>
                <w:rtl/>
              </w:rPr>
              <w:t>الكرُّ</w:t>
            </w:r>
            <w:r>
              <w:rPr>
                <w:rtl/>
              </w:rPr>
              <w:t xml:space="preserve"> </w:t>
            </w:r>
            <w:r w:rsidRPr="009647FC">
              <w:rPr>
                <w:rtl/>
              </w:rPr>
              <w:t>خاطري</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فلا</w:t>
            </w:r>
            <w:r>
              <w:rPr>
                <w:rtl/>
              </w:rPr>
              <w:t xml:space="preserve"> </w:t>
            </w:r>
            <w:r w:rsidRPr="009647FC">
              <w:rPr>
                <w:rtl/>
              </w:rPr>
              <w:t>والقنا</w:t>
            </w:r>
            <w:r>
              <w:rPr>
                <w:rtl/>
              </w:rPr>
              <w:t xml:space="preserve"> </w:t>
            </w:r>
            <w:r w:rsidRPr="009647FC">
              <w:rPr>
                <w:rtl/>
              </w:rPr>
              <w:t>والمرهفات</w:t>
            </w:r>
            <w:r>
              <w:rPr>
                <w:rtl/>
              </w:rPr>
              <w:t xml:space="preserve"> </w:t>
            </w:r>
            <w:r w:rsidRPr="009647FC">
              <w:rPr>
                <w:rtl/>
              </w:rPr>
              <w:t>البواترِ</w:t>
            </w:r>
            <w:r w:rsidRPr="00725071">
              <w:rPr>
                <w:rStyle w:val="libPoemTiniChar0"/>
                <w:rtl/>
              </w:rPr>
              <w:br/>
              <w:t> </w:t>
            </w:r>
          </w:p>
        </w:tc>
      </w:tr>
    </w:tbl>
    <w:p w:rsidR="009647FC" w:rsidRPr="00524A24" w:rsidRDefault="00A72677" w:rsidP="004E7EC6">
      <w:pPr>
        <w:pStyle w:val="libPoemCenter"/>
      </w:pPr>
      <w:r w:rsidRPr="009647FC">
        <w:rPr>
          <w:rtl/>
        </w:rPr>
        <w:t>فل</w:t>
      </w:r>
      <w:r w:rsidR="009647FC" w:rsidRPr="009647FC">
        <w:rPr>
          <w:rtl/>
        </w:rPr>
        <w:t>ا</w:t>
      </w:r>
      <w:r w:rsidR="004C00A8">
        <w:rPr>
          <w:rtl/>
        </w:rPr>
        <w:t xml:space="preserve"> </w:t>
      </w:r>
      <w:r w:rsidRPr="009647FC">
        <w:rPr>
          <w:rtl/>
        </w:rPr>
        <w:t>تر</w:t>
      </w:r>
      <w:r w:rsidR="009647FC" w:rsidRPr="009647FC">
        <w:rPr>
          <w:rtl/>
        </w:rPr>
        <w:t>ةً</w:t>
      </w:r>
      <w:r w:rsidR="00D87517">
        <w:rPr>
          <w:rtl/>
        </w:rPr>
        <w:t xml:space="preserve"> </w:t>
      </w:r>
      <w:r w:rsidR="009647FC" w:rsidRPr="009647FC">
        <w:rPr>
          <w:rtl/>
        </w:rPr>
        <w:t>أ</w:t>
      </w:r>
      <w:r w:rsidRPr="009647FC">
        <w:rPr>
          <w:rtl/>
        </w:rPr>
        <w:t>بق</w:t>
      </w:r>
      <w:r w:rsidR="009647FC" w:rsidRPr="009647FC">
        <w:rPr>
          <w:rtl/>
        </w:rPr>
        <w:t>يت</w:t>
      </w:r>
      <w:r w:rsidR="00677BC4">
        <w:rPr>
          <w:rtl/>
        </w:rPr>
        <w:t>َ</w:t>
      </w:r>
      <w:r w:rsidR="00D87517">
        <w:rPr>
          <w:rtl/>
        </w:rPr>
        <w:t xml:space="preserve"> </w:t>
      </w:r>
      <w:r w:rsidR="009647FC" w:rsidRPr="009647FC">
        <w:rPr>
          <w:rtl/>
        </w:rPr>
        <w:t>لي</w:t>
      </w:r>
      <w:r w:rsidR="00D87517">
        <w:rPr>
          <w:rtl/>
        </w:rPr>
        <w:t xml:space="preserve"> </w:t>
      </w:r>
      <w:r w:rsidR="009647FC" w:rsidRPr="009647FC">
        <w:rPr>
          <w:rtl/>
        </w:rPr>
        <w:t>عند</w:t>
      </w:r>
      <w:r w:rsidR="00D87517">
        <w:rPr>
          <w:rtl/>
        </w:rPr>
        <w:t xml:space="preserve"> </w:t>
      </w:r>
      <w:r w:rsidR="009647FC" w:rsidRPr="009647FC">
        <w:rPr>
          <w:rtl/>
        </w:rPr>
        <w:t>واترِ</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أبحتُكمُ</w:t>
            </w:r>
            <w:r>
              <w:rPr>
                <w:rtl/>
              </w:rPr>
              <w:t xml:space="preserve"> </w:t>
            </w:r>
            <w:r w:rsidRPr="009647FC">
              <w:rPr>
                <w:rtl/>
              </w:rPr>
              <w:t>للعفو</w:t>
            </w:r>
            <w:r>
              <w:rPr>
                <w:rtl/>
              </w:rPr>
              <w:t xml:space="preserve"> </w:t>
            </w:r>
            <w:r w:rsidRPr="009647FC">
              <w:rPr>
                <w:rtl/>
              </w:rPr>
              <w:t>أبرد</w:t>
            </w:r>
            <w:r>
              <w:rPr>
                <w:rtl/>
              </w:rPr>
              <w:t xml:space="preserve">َ </w:t>
            </w:r>
            <w:r w:rsidRPr="009647FC">
              <w:rPr>
                <w:rtl/>
              </w:rPr>
              <w:t>مشرعِ</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غداة</w:t>
            </w:r>
            <w:r w:rsidR="004C00A8">
              <w:rPr>
                <w:rtl/>
              </w:rPr>
              <w:t xml:space="preserve"> </w:t>
            </w:r>
            <w:r w:rsidRPr="009647FC">
              <w:rPr>
                <w:rtl/>
              </w:rPr>
              <w:t>غسلتمْ</w:t>
            </w:r>
            <w:r>
              <w:rPr>
                <w:rtl/>
              </w:rPr>
              <w:t xml:space="preserve"> </w:t>
            </w:r>
            <w:r w:rsidRPr="009647FC">
              <w:rPr>
                <w:rtl/>
              </w:rPr>
              <w:t>كلّ</w:t>
            </w:r>
            <w:r>
              <w:rPr>
                <w:rtl/>
              </w:rPr>
              <w:t xml:space="preserve">َ </w:t>
            </w:r>
            <w:r w:rsidRPr="009647FC">
              <w:rPr>
                <w:rtl/>
              </w:rPr>
              <w:t>جرحٍ</w:t>
            </w:r>
            <w:r>
              <w:rPr>
                <w:rtl/>
              </w:rPr>
              <w:t xml:space="preserve"> </w:t>
            </w:r>
            <w:r w:rsidRPr="009647FC">
              <w:rPr>
                <w:rtl/>
              </w:rPr>
              <w:t>بمدمعِ</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طمعتُم</w:t>
            </w:r>
            <w:r>
              <w:rPr>
                <w:rtl/>
              </w:rPr>
              <w:t xml:space="preserve"> </w:t>
            </w:r>
            <w:r w:rsidRPr="009647FC">
              <w:rPr>
                <w:rtl/>
              </w:rPr>
              <w:t>لعمرُ</w:t>
            </w:r>
            <w:r>
              <w:rPr>
                <w:rtl/>
              </w:rPr>
              <w:t xml:space="preserve"> </w:t>
            </w:r>
            <w:r w:rsidRPr="009647FC">
              <w:rPr>
                <w:rtl/>
              </w:rPr>
              <w:t>الله</w:t>
            </w:r>
            <w:r>
              <w:rPr>
                <w:rtl/>
              </w:rPr>
              <w:t xml:space="preserve"> </w:t>
            </w:r>
            <w:r w:rsidRPr="009647FC">
              <w:rPr>
                <w:rtl/>
              </w:rPr>
              <w:t>في</w:t>
            </w:r>
            <w:r>
              <w:rPr>
                <w:rtl/>
              </w:rPr>
              <w:t xml:space="preserve"> </w:t>
            </w:r>
            <w:r w:rsidRPr="009647FC">
              <w:rPr>
                <w:rtl/>
              </w:rPr>
              <w:t>غير</w:t>
            </w:r>
            <w:r>
              <w:rPr>
                <w:rtl/>
              </w:rPr>
              <w:t xml:space="preserve"> </w:t>
            </w:r>
            <w:r w:rsidRPr="009647FC">
              <w:rPr>
                <w:rtl/>
              </w:rPr>
              <w:t>مطمعِ</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أيذهب</w:t>
            </w:r>
            <w:r>
              <w:rPr>
                <w:rtl/>
              </w:rPr>
              <w:t xml:space="preserve"> </w:t>
            </w:r>
            <w:r w:rsidRPr="009647FC">
              <w:rPr>
                <w:rtl/>
              </w:rPr>
              <w:t>خصمٌ</w:t>
            </w:r>
            <w:r>
              <w:rPr>
                <w:rtl/>
              </w:rPr>
              <w:t xml:space="preserve"> </w:t>
            </w:r>
            <w:r w:rsidRPr="009647FC">
              <w:rPr>
                <w:rtl/>
              </w:rPr>
              <w:t>في</w:t>
            </w:r>
            <w:r>
              <w:rPr>
                <w:rtl/>
              </w:rPr>
              <w:t xml:space="preserve"> </w:t>
            </w:r>
            <w:r w:rsidRPr="009647FC">
              <w:rPr>
                <w:rtl/>
              </w:rPr>
              <w:t>دمٍ</w:t>
            </w:r>
            <w:r>
              <w:rPr>
                <w:rtl/>
              </w:rPr>
              <w:t xml:space="preserve"> </w:t>
            </w:r>
            <w:r w:rsidRPr="009647FC">
              <w:rPr>
                <w:rtl/>
              </w:rPr>
              <w:t>لي</w:t>
            </w:r>
            <w:r>
              <w:rPr>
                <w:rtl/>
              </w:rPr>
              <w:t xml:space="preserve"> </w:t>
            </w:r>
            <w:r w:rsidRPr="009647FC">
              <w:rPr>
                <w:rtl/>
              </w:rPr>
              <w:t>مضيّعِ</w:t>
            </w:r>
            <w:r w:rsidRPr="00725071">
              <w:rPr>
                <w:rStyle w:val="libPoemTiniChar0"/>
                <w:rtl/>
              </w:rPr>
              <w:br/>
              <w:t> </w:t>
            </w:r>
          </w:p>
        </w:tc>
      </w:tr>
    </w:tbl>
    <w:p w:rsidR="009647FC" w:rsidRPr="00524A24" w:rsidRDefault="009647FC" w:rsidP="004E7EC6">
      <w:pPr>
        <w:pStyle w:val="libPoemCenter"/>
      </w:pPr>
      <w:r w:rsidRPr="009647FC">
        <w:rPr>
          <w:rtl/>
        </w:rPr>
        <w:t>و</w:t>
      </w:r>
      <w:r w:rsidR="00A72677" w:rsidRPr="009647FC">
        <w:rPr>
          <w:rtl/>
        </w:rPr>
        <w:t>لس</w:t>
      </w:r>
      <w:r w:rsidRPr="009647FC">
        <w:rPr>
          <w:rtl/>
        </w:rPr>
        <w:t>ت</w:t>
      </w:r>
      <w:r w:rsidR="00D87517">
        <w:rPr>
          <w:rtl/>
        </w:rPr>
        <w:t xml:space="preserve"> </w:t>
      </w:r>
      <w:r w:rsidRPr="009647FC">
        <w:rPr>
          <w:rtl/>
        </w:rPr>
        <w:t>أُذ</w:t>
      </w:r>
      <w:r w:rsidR="00A72677" w:rsidRPr="009647FC">
        <w:rPr>
          <w:rtl/>
        </w:rPr>
        <w:t>يق</w:t>
      </w:r>
      <w:r w:rsidR="00D87517">
        <w:rPr>
          <w:rtl/>
        </w:rPr>
        <w:t xml:space="preserve"> </w:t>
      </w:r>
      <w:r w:rsidRPr="009647FC">
        <w:rPr>
          <w:rtl/>
        </w:rPr>
        <w:t>الخصم</w:t>
      </w:r>
      <w:r w:rsidR="00677BC4">
        <w:rPr>
          <w:rtl/>
        </w:rPr>
        <w:t>َ</w:t>
      </w:r>
      <w:r w:rsidR="00D87517">
        <w:rPr>
          <w:rtl/>
        </w:rPr>
        <w:t xml:space="preserve"> </w:t>
      </w:r>
      <w:r w:rsidRPr="009647FC">
        <w:rPr>
          <w:rtl/>
        </w:rPr>
        <w:t>حدّ</w:t>
      </w:r>
      <w:r w:rsidR="00677BC4">
        <w:rPr>
          <w:rtl/>
        </w:rPr>
        <w:t>َ</w:t>
      </w:r>
      <w:r w:rsidR="00D87517">
        <w:rPr>
          <w:rtl/>
        </w:rPr>
        <w:t xml:space="preserve"> </w:t>
      </w:r>
      <w:r w:rsidRPr="009647FC">
        <w:rPr>
          <w:rtl/>
        </w:rPr>
        <w:t>البواترِ</w:t>
      </w:r>
    </w:p>
    <w:p w:rsidR="009647FC" w:rsidRPr="00524A24" w:rsidRDefault="009647FC" w:rsidP="004E7EC6">
      <w:pPr>
        <w:pStyle w:val="libNormal"/>
      </w:pPr>
      <w:r w:rsidRPr="009647FC">
        <w:rPr>
          <w:rtl/>
        </w:rPr>
        <w:t>ثمّ أقمتُ إلى جنب كلّ شطرٍ جليلٍ</w:t>
      </w:r>
      <w:r w:rsidR="00D769AB">
        <w:rPr>
          <w:rtl/>
        </w:rPr>
        <w:t>،</w:t>
      </w:r>
      <w:r w:rsidRPr="009647FC">
        <w:rPr>
          <w:rtl/>
        </w:rPr>
        <w:t xml:space="preserve"> خادماً له من نظام جميل</w:t>
      </w:r>
      <w:r w:rsidR="00D769AB">
        <w:rPr>
          <w:rtl/>
        </w:rPr>
        <w:t>،</w:t>
      </w:r>
      <w:r w:rsidRPr="009647FC">
        <w:rPr>
          <w:rtl/>
        </w:rPr>
        <w:t xml:space="preserve"> فقلتُ مشطّراً</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فلا</w:t>
            </w:r>
            <w:r w:rsidR="004C00A8">
              <w:rPr>
                <w:rtl/>
              </w:rPr>
              <w:t xml:space="preserve"> </w:t>
            </w:r>
            <w:r w:rsidRPr="009647FC">
              <w:rPr>
                <w:rtl/>
              </w:rPr>
              <w:t>والقنا</w:t>
            </w:r>
            <w:r>
              <w:rPr>
                <w:rtl/>
              </w:rPr>
              <w:t xml:space="preserve"> </w:t>
            </w:r>
            <w:r w:rsidRPr="009647FC">
              <w:rPr>
                <w:rtl/>
              </w:rPr>
              <w:t>والمرهفات</w:t>
            </w:r>
            <w:r>
              <w:rPr>
                <w:rtl/>
              </w:rPr>
              <w:t xml:space="preserve"> </w:t>
            </w:r>
            <w:r w:rsidRPr="009647FC">
              <w:rPr>
                <w:rtl/>
              </w:rPr>
              <w:t>البواترِ</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عن</w:t>
            </w:r>
            <w:r>
              <w:rPr>
                <w:rtl/>
              </w:rPr>
              <w:t xml:space="preserve"> </w:t>
            </w:r>
            <w:r w:rsidRPr="009647FC">
              <w:rPr>
                <w:rtl/>
              </w:rPr>
              <w:t>الخصم</w:t>
            </w:r>
            <w:r>
              <w:rPr>
                <w:rtl/>
              </w:rPr>
              <w:t xml:space="preserve"> </w:t>
            </w:r>
            <w:r w:rsidRPr="009647FC">
              <w:rPr>
                <w:rtl/>
              </w:rPr>
              <w:t>لم</w:t>
            </w:r>
            <w:r>
              <w:rPr>
                <w:rtl/>
              </w:rPr>
              <w:t xml:space="preserve"> </w:t>
            </w:r>
            <w:r w:rsidRPr="009647FC">
              <w:rPr>
                <w:rtl/>
              </w:rPr>
              <w:t>أصفح</w:t>
            </w:r>
            <w:r>
              <w:rPr>
                <w:rtl/>
              </w:rPr>
              <w:t xml:space="preserve"> </w:t>
            </w:r>
            <w:r w:rsidRPr="009647FC">
              <w:rPr>
                <w:rtl/>
              </w:rPr>
              <w:t>سوى</w:t>
            </w:r>
            <w:r>
              <w:rPr>
                <w:rtl/>
              </w:rPr>
              <w:t xml:space="preserve"> </w:t>
            </w:r>
            <w:r w:rsidRPr="009647FC">
              <w:rPr>
                <w:rtl/>
              </w:rPr>
              <w:t>صفح</w:t>
            </w:r>
            <w:r>
              <w:rPr>
                <w:rtl/>
              </w:rPr>
              <w:t xml:space="preserve"> </w:t>
            </w:r>
            <w:r w:rsidRPr="009647FC">
              <w:rPr>
                <w:rtl/>
              </w:rPr>
              <w:t>قادرِ</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لقد</w:t>
            </w:r>
            <w:r>
              <w:rPr>
                <w:rtl/>
              </w:rPr>
              <w:t xml:space="preserve"> </w:t>
            </w:r>
            <w:r w:rsidRPr="009647FC">
              <w:rPr>
                <w:rtl/>
              </w:rPr>
              <w:t>صلتُ</w:t>
            </w:r>
            <w:r>
              <w:rPr>
                <w:rtl/>
              </w:rPr>
              <w:t xml:space="preserve"> </w:t>
            </w:r>
            <w:r w:rsidRPr="009647FC">
              <w:rPr>
                <w:rtl/>
              </w:rPr>
              <w:t>حتى</w:t>
            </w:r>
            <w:r>
              <w:rPr>
                <w:rtl/>
              </w:rPr>
              <w:t xml:space="preserve"> </w:t>
            </w:r>
            <w:r w:rsidRPr="009647FC">
              <w:rPr>
                <w:rtl/>
              </w:rPr>
              <w:t>قلت</w:t>
            </w:r>
            <w:r>
              <w:rPr>
                <w:rtl/>
              </w:rPr>
              <w:t xml:space="preserve"> </w:t>
            </w:r>
            <w:r w:rsidRPr="009647FC">
              <w:rPr>
                <w:rtl/>
              </w:rPr>
              <w:t>حسبي</w:t>
            </w:r>
            <w:r>
              <w:rPr>
                <w:rtl/>
              </w:rPr>
              <w:t xml:space="preserve"> </w:t>
            </w:r>
            <w:r w:rsidRPr="009647FC">
              <w:rPr>
                <w:rtl/>
              </w:rPr>
              <w:t>من</w:t>
            </w:r>
            <w:r>
              <w:rPr>
                <w:rtl/>
              </w:rPr>
              <w:t xml:space="preserve"> </w:t>
            </w:r>
            <w:r w:rsidRPr="009647FC">
              <w:rPr>
                <w:rtl/>
              </w:rPr>
              <w:t>الوغى</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فلا</w:t>
            </w:r>
            <w:r w:rsidR="004C00A8">
              <w:rPr>
                <w:rtl/>
              </w:rPr>
              <w:t xml:space="preserve"> </w:t>
            </w:r>
            <w:r w:rsidRPr="009647FC">
              <w:rPr>
                <w:rtl/>
              </w:rPr>
              <w:t>ترةً</w:t>
            </w:r>
            <w:r>
              <w:rPr>
                <w:rtl/>
              </w:rPr>
              <w:t xml:space="preserve"> </w:t>
            </w:r>
            <w:r w:rsidRPr="009647FC">
              <w:rPr>
                <w:rtl/>
              </w:rPr>
              <w:t>أبقيت</w:t>
            </w:r>
            <w:r>
              <w:rPr>
                <w:rtl/>
              </w:rPr>
              <w:t xml:space="preserve">َ </w:t>
            </w:r>
            <w:r w:rsidRPr="009647FC">
              <w:rPr>
                <w:rtl/>
              </w:rPr>
              <w:t>لي</w:t>
            </w:r>
            <w:r>
              <w:rPr>
                <w:rtl/>
              </w:rPr>
              <w:t xml:space="preserve"> </w:t>
            </w:r>
            <w:r w:rsidRPr="009647FC">
              <w:rPr>
                <w:rtl/>
              </w:rPr>
              <w:t>عند</w:t>
            </w:r>
            <w:r>
              <w:rPr>
                <w:rtl/>
              </w:rPr>
              <w:t xml:space="preserve"> </w:t>
            </w:r>
            <w:r w:rsidRPr="009647FC">
              <w:rPr>
                <w:rtl/>
              </w:rPr>
              <w:t>واترِ</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فكيف</w:t>
            </w:r>
            <w:r w:rsidR="004C00A8">
              <w:rPr>
                <w:rtl/>
              </w:rPr>
              <w:t xml:space="preserve"> </w:t>
            </w:r>
            <w:r w:rsidRPr="009647FC">
              <w:rPr>
                <w:rtl/>
              </w:rPr>
              <w:t>تذوق</w:t>
            </w:r>
            <w:r>
              <w:rPr>
                <w:rtl/>
              </w:rPr>
              <w:t xml:space="preserve"> </w:t>
            </w:r>
            <w:r w:rsidRPr="009647FC">
              <w:rPr>
                <w:rtl/>
              </w:rPr>
              <w:t>النوم</w:t>
            </w:r>
            <w:r>
              <w:rPr>
                <w:rtl/>
              </w:rPr>
              <w:t xml:space="preserve">َ </w:t>
            </w:r>
            <w:r w:rsidRPr="009647FC">
              <w:rPr>
                <w:rtl/>
              </w:rPr>
              <w:t>عيناي</w:t>
            </w:r>
            <w:r>
              <w:rPr>
                <w:rtl/>
              </w:rPr>
              <w:t xml:space="preserve"> </w:t>
            </w:r>
            <w:r w:rsidRPr="009647FC">
              <w:rPr>
                <w:rtl/>
              </w:rPr>
              <w:t>لحظةً</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ولست</w:t>
            </w:r>
            <w:r>
              <w:rPr>
                <w:rtl/>
              </w:rPr>
              <w:t xml:space="preserve"> </w:t>
            </w:r>
            <w:r w:rsidRPr="009647FC">
              <w:rPr>
                <w:rtl/>
              </w:rPr>
              <w:t>أذيق</w:t>
            </w:r>
            <w:r>
              <w:rPr>
                <w:rtl/>
              </w:rPr>
              <w:t xml:space="preserve"> </w:t>
            </w:r>
            <w:r w:rsidRPr="009647FC">
              <w:rPr>
                <w:rtl/>
              </w:rPr>
              <w:t>الخصم</w:t>
            </w:r>
            <w:r>
              <w:rPr>
                <w:rtl/>
              </w:rPr>
              <w:t xml:space="preserve"> </w:t>
            </w:r>
            <w:r w:rsidRPr="009647FC">
              <w:rPr>
                <w:rtl/>
              </w:rPr>
              <w:t>حدّ</w:t>
            </w:r>
            <w:r>
              <w:rPr>
                <w:rtl/>
              </w:rPr>
              <w:t>َ</w:t>
            </w:r>
            <w:r w:rsidRPr="004E7EC6">
              <w:rPr>
                <w:rStyle w:val="libFootnotenumChar"/>
                <w:rtl/>
              </w:rPr>
              <w:t>(1)</w:t>
            </w:r>
            <w:r>
              <w:rPr>
                <w:rtl/>
              </w:rPr>
              <w:t xml:space="preserve"> </w:t>
            </w:r>
            <w:r w:rsidRPr="009647FC">
              <w:rPr>
                <w:rtl/>
              </w:rPr>
              <w:t>البواترِ</w:t>
            </w:r>
            <w:r w:rsidRPr="00725071">
              <w:rPr>
                <w:rStyle w:val="libPoemTiniChar0"/>
                <w:rtl/>
              </w:rPr>
              <w:br/>
              <w:t> </w:t>
            </w:r>
          </w:p>
        </w:tc>
      </w:tr>
    </w:tbl>
    <w:p w:rsidR="009647FC" w:rsidRPr="00524A24" w:rsidRDefault="009647FC" w:rsidP="004E7EC6">
      <w:pPr>
        <w:pStyle w:val="libNormal"/>
      </w:pPr>
      <w:r w:rsidRPr="009647FC">
        <w:rPr>
          <w:rtl/>
        </w:rPr>
        <w:t>ثمّ رأيت أن أخمّس التشطير</w:t>
      </w:r>
      <w:r w:rsidR="00D769AB">
        <w:rPr>
          <w:rtl/>
        </w:rPr>
        <w:t>؛</w:t>
      </w:r>
      <w:r w:rsidRPr="009647FC">
        <w:rPr>
          <w:rtl/>
        </w:rPr>
        <w:t xml:space="preserve"> تلذّذاً بمعاودة الفكر إلى ذلك النظام الخطير</w:t>
      </w:r>
      <w:r w:rsidR="00D769AB">
        <w:rPr>
          <w:rtl/>
        </w:rPr>
        <w:t>،</w:t>
      </w:r>
      <w:r w:rsidRPr="009647FC">
        <w:rPr>
          <w:rtl/>
        </w:rPr>
        <w:t xml:space="preserve"> فقلت</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سطوتُ</w:t>
            </w:r>
            <w:r>
              <w:rPr>
                <w:rtl/>
              </w:rPr>
              <w:t xml:space="preserve"> </w:t>
            </w:r>
            <w:r w:rsidRPr="009647FC">
              <w:rPr>
                <w:rtl/>
              </w:rPr>
              <w:t>فلّما</w:t>
            </w:r>
            <w:r>
              <w:rPr>
                <w:rtl/>
              </w:rPr>
              <w:t xml:space="preserve"> </w:t>
            </w:r>
            <w:r w:rsidRPr="009647FC">
              <w:rPr>
                <w:rtl/>
              </w:rPr>
              <w:t>لم</w:t>
            </w:r>
            <w:r>
              <w:rPr>
                <w:rtl/>
              </w:rPr>
              <w:t xml:space="preserve"> </w:t>
            </w:r>
            <w:r w:rsidRPr="009647FC">
              <w:rPr>
                <w:rtl/>
              </w:rPr>
              <w:t>أدعْ</w:t>
            </w:r>
            <w:r>
              <w:rPr>
                <w:rtl/>
              </w:rPr>
              <w:t xml:space="preserve"> </w:t>
            </w:r>
            <w:r w:rsidRPr="009647FC">
              <w:rPr>
                <w:rtl/>
              </w:rPr>
              <w:t>غير</w:t>
            </w:r>
            <w:r>
              <w:rPr>
                <w:rtl/>
              </w:rPr>
              <w:t xml:space="preserve">َ </w:t>
            </w:r>
            <w:r w:rsidRPr="009647FC">
              <w:rPr>
                <w:rtl/>
              </w:rPr>
              <w:t>صاغرِ</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عفوت</w:t>
            </w:r>
            <w:r w:rsidR="004C00A8">
              <w:rPr>
                <w:rtl/>
              </w:rPr>
              <w:t xml:space="preserve"> </w:t>
            </w:r>
            <w:r w:rsidRPr="009647FC">
              <w:rPr>
                <w:rtl/>
              </w:rPr>
              <w:t>إلى</w:t>
            </w:r>
            <w:r>
              <w:rPr>
                <w:rtl/>
              </w:rPr>
              <w:t xml:space="preserve"> </w:t>
            </w:r>
            <w:r w:rsidRPr="009647FC">
              <w:rPr>
                <w:rtl/>
              </w:rPr>
              <w:t>أنْ</w:t>
            </w:r>
            <w:r>
              <w:rPr>
                <w:rtl/>
              </w:rPr>
              <w:t xml:space="preserve"> </w:t>
            </w:r>
            <w:r w:rsidRPr="009647FC">
              <w:rPr>
                <w:rtl/>
              </w:rPr>
              <w:t>لم</w:t>
            </w:r>
            <w:r>
              <w:rPr>
                <w:rtl/>
              </w:rPr>
              <w:t xml:space="preserve"> </w:t>
            </w:r>
            <w:r w:rsidRPr="009647FC">
              <w:rPr>
                <w:rtl/>
              </w:rPr>
              <w:t>أجدْ</w:t>
            </w:r>
            <w:r>
              <w:rPr>
                <w:rtl/>
              </w:rPr>
              <w:t xml:space="preserve"> </w:t>
            </w:r>
            <w:r w:rsidRPr="009647FC">
              <w:rPr>
                <w:rtl/>
              </w:rPr>
              <w:t>غير</w:t>
            </w:r>
            <w:r>
              <w:rPr>
                <w:rtl/>
              </w:rPr>
              <w:t xml:space="preserve"> </w:t>
            </w:r>
            <w:r w:rsidRPr="009647FC">
              <w:rPr>
                <w:rtl/>
              </w:rPr>
              <w:t>شاكرِ</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في هذه</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وفيه</w:t>
      </w:r>
      <w:r w:rsidR="00D769AB">
        <w:rPr>
          <w:rtl/>
        </w:rPr>
        <w:t>:</w:t>
      </w:r>
      <w:r w:rsidRPr="009647FC">
        <w:rPr>
          <w:rtl/>
        </w:rPr>
        <w:t xml:space="preserve"> طعم</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lastRenderedPageBreak/>
              <w:t>رعى</w:t>
            </w:r>
            <w:r w:rsidR="004C00A8">
              <w:rPr>
                <w:rtl/>
              </w:rPr>
              <w:t xml:space="preserve"> </w:t>
            </w:r>
            <w:r w:rsidRPr="009647FC">
              <w:rPr>
                <w:rtl/>
              </w:rPr>
              <w:t>اللهُ</w:t>
            </w:r>
            <w:r>
              <w:rPr>
                <w:rtl/>
              </w:rPr>
              <w:t xml:space="preserve"> </w:t>
            </w:r>
            <w:r w:rsidRPr="009647FC">
              <w:rPr>
                <w:rtl/>
              </w:rPr>
              <w:t>صفحي</w:t>
            </w:r>
            <w:r>
              <w:rPr>
                <w:rtl/>
              </w:rPr>
              <w:t xml:space="preserve"> </w:t>
            </w:r>
            <w:r w:rsidRPr="009647FC">
              <w:rPr>
                <w:rtl/>
              </w:rPr>
              <w:t>عن</w:t>
            </w:r>
            <w:r>
              <w:rPr>
                <w:rtl/>
              </w:rPr>
              <w:t xml:space="preserve"> </w:t>
            </w:r>
            <w:r w:rsidRPr="009647FC">
              <w:rPr>
                <w:rtl/>
              </w:rPr>
              <w:t>عظيم</w:t>
            </w:r>
            <w:r>
              <w:rPr>
                <w:rtl/>
              </w:rPr>
              <w:t xml:space="preserve"> </w:t>
            </w:r>
            <w:r w:rsidRPr="009647FC">
              <w:rPr>
                <w:rtl/>
              </w:rPr>
              <w:t>الجرائرِ</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فلا</w:t>
            </w:r>
            <w:r w:rsidR="004C00A8">
              <w:rPr>
                <w:rtl/>
              </w:rPr>
              <w:t xml:space="preserve"> </w:t>
            </w:r>
            <w:r w:rsidRPr="009647FC">
              <w:rPr>
                <w:rtl/>
              </w:rPr>
              <w:t>والقنا</w:t>
            </w:r>
            <w:r>
              <w:rPr>
                <w:rtl/>
              </w:rPr>
              <w:t xml:space="preserve"> </w:t>
            </w:r>
            <w:r w:rsidRPr="009647FC">
              <w:rPr>
                <w:rtl/>
              </w:rPr>
              <w:t>والمرهفات</w:t>
            </w:r>
            <w:r>
              <w:rPr>
                <w:rtl/>
              </w:rPr>
              <w:t xml:space="preserve"> </w:t>
            </w:r>
            <w:r w:rsidRPr="009647FC">
              <w:rPr>
                <w:rtl/>
              </w:rPr>
              <w:t>البواترِ</w:t>
            </w:r>
            <w:r w:rsidRPr="00725071">
              <w:rPr>
                <w:rStyle w:val="libPoemTiniChar0"/>
                <w:rtl/>
              </w:rPr>
              <w:br/>
              <w:t> </w:t>
            </w:r>
          </w:p>
        </w:tc>
      </w:tr>
    </w:tbl>
    <w:p w:rsidR="009647FC" w:rsidRPr="00524A24" w:rsidRDefault="009647FC" w:rsidP="004E7EC6">
      <w:pPr>
        <w:pStyle w:val="libPoemCenter"/>
      </w:pPr>
      <w:r w:rsidRPr="009647FC">
        <w:rPr>
          <w:rtl/>
        </w:rPr>
        <w:t>عن</w:t>
      </w:r>
      <w:r w:rsidR="004C00A8">
        <w:rPr>
          <w:rtl/>
        </w:rPr>
        <w:t xml:space="preserve"> </w:t>
      </w:r>
      <w:r w:rsidRPr="009647FC">
        <w:rPr>
          <w:rtl/>
        </w:rPr>
        <w:t>الخصم</w:t>
      </w:r>
      <w:r w:rsidR="00D87517">
        <w:rPr>
          <w:rtl/>
        </w:rPr>
        <w:t xml:space="preserve"> </w:t>
      </w:r>
      <w:r w:rsidRPr="009647FC">
        <w:rPr>
          <w:rtl/>
        </w:rPr>
        <w:t>لم</w:t>
      </w:r>
      <w:r w:rsidR="00D87517">
        <w:rPr>
          <w:rtl/>
        </w:rPr>
        <w:t xml:space="preserve"> </w:t>
      </w:r>
      <w:r w:rsidRPr="009647FC">
        <w:rPr>
          <w:rtl/>
        </w:rPr>
        <w:t>أصفح</w:t>
      </w:r>
      <w:r w:rsidR="00D87517">
        <w:rPr>
          <w:rtl/>
        </w:rPr>
        <w:t xml:space="preserve"> </w:t>
      </w:r>
      <w:r w:rsidRPr="009647FC">
        <w:rPr>
          <w:rtl/>
        </w:rPr>
        <w:t>سوى</w:t>
      </w:r>
      <w:r w:rsidR="00D87517">
        <w:rPr>
          <w:rtl/>
        </w:rPr>
        <w:t xml:space="preserve"> </w:t>
      </w:r>
      <w:r w:rsidRPr="009647FC">
        <w:rPr>
          <w:rtl/>
        </w:rPr>
        <w:t>صفح</w:t>
      </w:r>
      <w:r w:rsidR="00D87517">
        <w:rPr>
          <w:rtl/>
        </w:rPr>
        <w:t xml:space="preserve"> </w:t>
      </w:r>
      <w:r w:rsidRPr="009647FC">
        <w:rPr>
          <w:rtl/>
        </w:rPr>
        <w:t>قادرِ</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حملت</w:t>
            </w:r>
            <w:r>
              <w:rPr>
                <w:rtl/>
              </w:rPr>
              <w:t xml:space="preserve"> </w:t>
            </w:r>
            <w:r w:rsidRPr="009647FC">
              <w:rPr>
                <w:rtl/>
              </w:rPr>
              <w:t>له</w:t>
            </w:r>
            <w:r>
              <w:rPr>
                <w:rtl/>
              </w:rPr>
              <w:t xml:space="preserve"> </w:t>
            </w:r>
            <w:r w:rsidRPr="009647FC">
              <w:rPr>
                <w:rtl/>
              </w:rPr>
              <w:t>أثقال</w:t>
            </w:r>
            <w:r>
              <w:rPr>
                <w:rtl/>
              </w:rPr>
              <w:t xml:space="preserve">َ </w:t>
            </w:r>
            <w:r w:rsidRPr="009647FC">
              <w:rPr>
                <w:rtl/>
              </w:rPr>
              <w:t>عزمي</w:t>
            </w:r>
            <w:r>
              <w:rPr>
                <w:rtl/>
              </w:rPr>
              <w:t xml:space="preserve"> </w:t>
            </w:r>
            <w:r w:rsidRPr="009647FC">
              <w:rPr>
                <w:rtl/>
              </w:rPr>
              <w:t>وقد</w:t>
            </w:r>
            <w:r>
              <w:rPr>
                <w:rtl/>
              </w:rPr>
              <w:t xml:space="preserve"> </w:t>
            </w:r>
            <w:r w:rsidRPr="009647FC">
              <w:rPr>
                <w:rtl/>
              </w:rPr>
              <w:t>طغا</w:t>
            </w:r>
            <w:r w:rsidRPr="004E7EC6">
              <w:rPr>
                <w:rStyle w:val="libFootnotenumChar"/>
                <w:rtl/>
              </w:rPr>
              <w:t>(1)</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على</w:t>
            </w:r>
            <w:r w:rsidR="004C00A8">
              <w:rPr>
                <w:rtl/>
              </w:rPr>
              <w:t xml:space="preserve"> </w:t>
            </w:r>
            <w:r w:rsidRPr="009647FC">
              <w:rPr>
                <w:rtl/>
              </w:rPr>
              <w:t>عود</w:t>
            </w:r>
            <w:r>
              <w:rPr>
                <w:rtl/>
              </w:rPr>
              <w:t xml:space="preserve"> </w:t>
            </w:r>
            <w:r w:rsidRPr="009647FC">
              <w:rPr>
                <w:rtl/>
              </w:rPr>
              <w:t>هذا</w:t>
            </w:r>
            <w:r>
              <w:rPr>
                <w:rtl/>
              </w:rPr>
              <w:t xml:space="preserve"> </w:t>
            </w:r>
            <w:r w:rsidRPr="009647FC">
              <w:rPr>
                <w:rtl/>
              </w:rPr>
              <w:t>الدهر</w:t>
            </w:r>
            <w:r>
              <w:rPr>
                <w:rtl/>
              </w:rPr>
              <w:t xml:space="preserve"> </w:t>
            </w:r>
            <w:r w:rsidRPr="009647FC">
              <w:rPr>
                <w:rtl/>
              </w:rPr>
              <w:t>حتى</w:t>
            </w:r>
            <w:r>
              <w:rPr>
                <w:rtl/>
              </w:rPr>
              <w:t xml:space="preserve"> </w:t>
            </w:r>
            <w:r w:rsidRPr="009647FC">
              <w:rPr>
                <w:rtl/>
              </w:rPr>
              <w:t>بها</w:t>
            </w:r>
            <w:r>
              <w:rPr>
                <w:rtl/>
              </w:rPr>
              <w:t xml:space="preserve"> </w:t>
            </w:r>
            <w:r w:rsidRPr="009647FC">
              <w:rPr>
                <w:rtl/>
              </w:rPr>
              <w:t>رغا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فلا</w:t>
            </w:r>
            <w:r w:rsidR="004C00A8">
              <w:rPr>
                <w:rtl/>
              </w:rPr>
              <w:t xml:space="preserve"> </w:t>
            </w:r>
            <w:r w:rsidRPr="009647FC">
              <w:rPr>
                <w:rtl/>
              </w:rPr>
              <w:t>وأبي</w:t>
            </w:r>
            <w:r>
              <w:rPr>
                <w:rtl/>
              </w:rPr>
              <w:t xml:space="preserve"> </w:t>
            </w:r>
            <w:r w:rsidRPr="009647FC">
              <w:rPr>
                <w:rtl/>
              </w:rPr>
              <w:t>لم</w:t>
            </w:r>
            <w:r>
              <w:rPr>
                <w:rtl/>
              </w:rPr>
              <w:t xml:space="preserve"> </w:t>
            </w:r>
            <w:r w:rsidRPr="009647FC">
              <w:rPr>
                <w:rtl/>
              </w:rPr>
              <w:t>يبق</w:t>
            </w:r>
            <w:r>
              <w:rPr>
                <w:rtl/>
              </w:rPr>
              <w:t xml:space="preserve">َ </w:t>
            </w:r>
            <w:r w:rsidRPr="009647FC">
              <w:rPr>
                <w:rtl/>
              </w:rPr>
              <w:t>لي</w:t>
            </w:r>
            <w:r>
              <w:rPr>
                <w:rtl/>
              </w:rPr>
              <w:t xml:space="preserve"> </w:t>
            </w:r>
            <w:r w:rsidRPr="009647FC">
              <w:rPr>
                <w:rtl/>
              </w:rPr>
              <w:t>بعدُ</w:t>
            </w:r>
            <w:r>
              <w:rPr>
                <w:rtl/>
              </w:rPr>
              <w:t xml:space="preserve"> </w:t>
            </w:r>
            <w:r w:rsidRPr="009647FC">
              <w:rPr>
                <w:rtl/>
              </w:rPr>
              <w:t>مبتغي</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لقد</w:t>
            </w:r>
            <w:r>
              <w:rPr>
                <w:rtl/>
              </w:rPr>
              <w:t xml:space="preserve"> </w:t>
            </w:r>
            <w:r w:rsidRPr="009647FC">
              <w:rPr>
                <w:rtl/>
              </w:rPr>
              <w:t>صلتُ</w:t>
            </w:r>
            <w:r>
              <w:rPr>
                <w:rtl/>
              </w:rPr>
              <w:t xml:space="preserve"> </w:t>
            </w:r>
            <w:r w:rsidRPr="009647FC">
              <w:rPr>
                <w:rtl/>
              </w:rPr>
              <w:t>حتى</w:t>
            </w:r>
            <w:r>
              <w:rPr>
                <w:rtl/>
              </w:rPr>
              <w:t xml:space="preserve"> </w:t>
            </w:r>
            <w:r w:rsidRPr="009647FC">
              <w:rPr>
                <w:rtl/>
              </w:rPr>
              <w:t>قلت</w:t>
            </w:r>
            <w:r>
              <w:rPr>
                <w:rtl/>
              </w:rPr>
              <w:t xml:space="preserve"> </w:t>
            </w:r>
            <w:r w:rsidRPr="009647FC">
              <w:rPr>
                <w:rtl/>
              </w:rPr>
              <w:t>حسبي</w:t>
            </w:r>
            <w:r>
              <w:rPr>
                <w:rtl/>
              </w:rPr>
              <w:t xml:space="preserve"> </w:t>
            </w:r>
            <w:r w:rsidRPr="009647FC">
              <w:rPr>
                <w:rtl/>
              </w:rPr>
              <w:t>من</w:t>
            </w:r>
            <w:r>
              <w:rPr>
                <w:rtl/>
              </w:rPr>
              <w:t xml:space="preserve"> </w:t>
            </w:r>
            <w:r w:rsidRPr="009647FC">
              <w:rPr>
                <w:rtl/>
              </w:rPr>
              <w:t>الوغى</w:t>
            </w:r>
            <w:r w:rsidRPr="00725071">
              <w:rPr>
                <w:rStyle w:val="libPoemTiniChar0"/>
                <w:rtl/>
              </w:rPr>
              <w:br/>
              <w:t> </w:t>
            </w:r>
          </w:p>
        </w:tc>
      </w:tr>
    </w:tbl>
    <w:p w:rsidR="009647FC" w:rsidRPr="00524A24" w:rsidRDefault="00A72677" w:rsidP="004E7EC6">
      <w:pPr>
        <w:pStyle w:val="libPoemCenter"/>
      </w:pPr>
      <w:r w:rsidRPr="009647FC">
        <w:rPr>
          <w:rtl/>
        </w:rPr>
        <w:t>فل</w:t>
      </w:r>
      <w:r w:rsidR="009647FC" w:rsidRPr="009647FC">
        <w:rPr>
          <w:rtl/>
        </w:rPr>
        <w:t>ا</w:t>
      </w:r>
      <w:r w:rsidR="00D87517">
        <w:rPr>
          <w:rtl/>
        </w:rPr>
        <w:t xml:space="preserve"> </w:t>
      </w:r>
      <w:r w:rsidRPr="009647FC">
        <w:rPr>
          <w:rtl/>
        </w:rPr>
        <w:t>تر</w:t>
      </w:r>
      <w:r w:rsidR="009647FC" w:rsidRPr="009647FC">
        <w:rPr>
          <w:rtl/>
        </w:rPr>
        <w:t>ةً</w:t>
      </w:r>
      <w:r w:rsidR="00D87517">
        <w:rPr>
          <w:rtl/>
        </w:rPr>
        <w:t xml:space="preserve"> </w:t>
      </w:r>
      <w:r w:rsidR="009647FC" w:rsidRPr="009647FC">
        <w:rPr>
          <w:rtl/>
        </w:rPr>
        <w:t>أ</w:t>
      </w:r>
      <w:r w:rsidRPr="009647FC">
        <w:rPr>
          <w:rtl/>
        </w:rPr>
        <w:t>بق</w:t>
      </w:r>
      <w:r w:rsidR="009647FC" w:rsidRPr="009647FC">
        <w:rPr>
          <w:rtl/>
        </w:rPr>
        <w:t>يت</w:t>
      </w:r>
      <w:r w:rsidR="00677BC4">
        <w:rPr>
          <w:rtl/>
        </w:rPr>
        <w:t>َ</w:t>
      </w:r>
      <w:r w:rsidR="00D87517">
        <w:rPr>
          <w:rtl/>
        </w:rPr>
        <w:t xml:space="preserve"> </w:t>
      </w:r>
      <w:r w:rsidRPr="009647FC">
        <w:rPr>
          <w:rtl/>
        </w:rPr>
        <w:t>لي</w:t>
      </w:r>
      <w:r w:rsidR="00D87517">
        <w:rPr>
          <w:rtl/>
        </w:rPr>
        <w:t xml:space="preserve"> </w:t>
      </w:r>
      <w:r w:rsidRPr="009647FC">
        <w:rPr>
          <w:rtl/>
        </w:rPr>
        <w:t>عن</w:t>
      </w:r>
      <w:r w:rsidR="009647FC" w:rsidRPr="009647FC">
        <w:rPr>
          <w:rtl/>
        </w:rPr>
        <w:t>د</w:t>
      </w:r>
      <w:r w:rsidR="00D87517">
        <w:rPr>
          <w:rtl/>
        </w:rPr>
        <w:t xml:space="preserve"> </w:t>
      </w:r>
      <w:r w:rsidR="009647FC" w:rsidRPr="009647FC">
        <w:rPr>
          <w:rtl/>
        </w:rPr>
        <w:t>وا</w:t>
      </w:r>
      <w:r w:rsidRPr="009647FC">
        <w:rPr>
          <w:rtl/>
        </w:rPr>
        <w:t>تر</w:t>
      </w:r>
      <w:r w:rsidR="009647FC" w:rsidRPr="009647FC">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ضمنتُ</w:t>
            </w:r>
            <w:r w:rsidR="004C00A8">
              <w:rPr>
                <w:rtl/>
              </w:rPr>
              <w:t xml:space="preserve"> </w:t>
            </w:r>
            <w:r w:rsidRPr="009647FC">
              <w:rPr>
                <w:rtl/>
              </w:rPr>
              <w:t>على</w:t>
            </w:r>
            <w:r>
              <w:rPr>
                <w:rtl/>
              </w:rPr>
              <w:t xml:space="preserve"> </w:t>
            </w:r>
            <w:r w:rsidRPr="009647FC">
              <w:rPr>
                <w:rtl/>
              </w:rPr>
              <w:t>سيفي</w:t>
            </w:r>
            <w:r>
              <w:rPr>
                <w:rtl/>
              </w:rPr>
              <w:t xml:space="preserve"> </w:t>
            </w:r>
            <w:r w:rsidRPr="009647FC">
              <w:rPr>
                <w:rtl/>
              </w:rPr>
              <w:t>بهمة</w:t>
            </w:r>
            <w:r>
              <w:rPr>
                <w:rtl/>
              </w:rPr>
              <w:t xml:space="preserve"> </w:t>
            </w:r>
            <w:r w:rsidRPr="009647FC">
              <w:rPr>
                <w:rtl/>
              </w:rPr>
              <w:t>أروعِ</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دم</w:t>
            </w:r>
            <w:r>
              <w:rPr>
                <w:rtl/>
              </w:rPr>
              <w:t xml:space="preserve">َ </w:t>
            </w:r>
            <w:r w:rsidRPr="009647FC">
              <w:rPr>
                <w:rtl/>
              </w:rPr>
              <w:t>المجد</w:t>
            </w:r>
            <w:r>
              <w:rPr>
                <w:rtl/>
              </w:rPr>
              <w:t xml:space="preserve"> </w:t>
            </w:r>
            <w:r w:rsidRPr="009647FC">
              <w:rPr>
                <w:rtl/>
              </w:rPr>
              <w:t>من</w:t>
            </w:r>
            <w:r>
              <w:rPr>
                <w:rtl/>
              </w:rPr>
              <w:t xml:space="preserve"> </w:t>
            </w:r>
            <w:r w:rsidRPr="009647FC">
              <w:rPr>
                <w:rtl/>
              </w:rPr>
              <w:t>خصمي</w:t>
            </w:r>
            <w:r>
              <w:rPr>
                <w:rtl/>
              </w:rPr>
              <w:t xml:space="preserve"> </w:t>
            </w:r>
            <w:r w:rsidRPr="009647FC">
              <w:rPr>
                <w:rtl/>
              </w:rPr>
              <w:t>لأكرم</w:t>
            </w:r>
            <w:r>
              <w:rPr>
                <w:rtl/>
              </w:rPr>
              <w:t xml:space="preserve"> </w:t>
            </w:r>
            <w:r w:rsidRPr="009647FC">
              <w:rPr>
                <w:rtl/>
              </w:rPr>
              <w:t>مودعِ</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فلست</w:t>
            </w:r>
            <w:r>
              <w:rPr>
                <w:rtl/>
              </w:rPr>
              <w:t xml:space="preserve"> </w:t>
            </w:r>
            <w:r w:rsidRPr="009647FC">
              <w:rPr>
                <w:rtl/>
              </w:rPr>
              <w:t>له</w:t>
            </w:r>
            <w:r>
              <w:rPr>
                <w:rtl/>
              </w:rPr>
              <w:t xml:space="preserve"> </w:t>
            </w:r>
            <w:r w:rsidRPr="009647FC">
              <w:rPr>
                <w:rtl/>
              </w:rPr>
              <w:t>ابناً</w:t>
            </w:r>
            <w:r>
              <w:rPr>
                <w:rtl/>
              </w:rPr>
              <w:t xml:space="preserve"> </w:t>
            </w:r>
            <w:r w:rsidRPr="009647FC">
              <w:rPr>
                <w:rtl/>
              </w:rPr>
              <w:t>إنْ</w:t>
            </w:r>
            <w:r>
              <w:rPr>
                <w:rtl/>
              </w:rPr>
              <w:t xml:space="preserve"> </w:t>
            </w:r>
            <w:r w:rsidRPr="009647FC">
              <w:rPr>
                <w:rtl/>
              </w:rPr>
              <w:t>يضع</w:t>
            </w:r>
            <w:r>
              <w:rPr>
                <w:rtl/>
              </w:rPr>
              <w:t xml:space="preserve"> </w:t>
            </w:r>
            <w:r w:rsidRPr="009647FC">
              <w:rPr>
                <w:rtl/>
              </w:rPr>
              <w:t>عند</w:t>
            </w:r>
            <w:r>
              <w:rPr>
                <w:rtl/>
              </w:rPr>
              <w:t xml:space="preserve"> </w:t>
            </w:r>
            <w:r w:rsidRPr="009647FC">
              <w:rPr>
                <w:rtl/>
              </w:rPr>
              <w:t>مودعِ</w:t>
            </w:r>
            <w:r w:rsidRPr="004E7EC6">
              <w:rPr>
                <w:rStyle w:val="libFootnotenumChar"/>
                <w:rtl/>
              </w:rPr>
              <w:t>(2)</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أيذهب</w:t>
            </w:r>
            <w:r w:rsidR="004C00A8">
              <w:rPr>
                <w:rtl/>
              </w:rPr>
              <w:t xml:space="preserve"> </w:t>
            </w:r>
            <w:r w:rsidRPr="009647FC">
              <w:rPr>
                <w:rtl/>
              </w:rPr>
              <w:t>خصمٌ</w:t>
            </w:r>
            <w:r>
              <w:rPr>
                <w:rtl/>
              </w:rPr>
              <w:t xml:space="preserve"> </w:t>
            </w:r>
            <w:r w:rsidRPr="009647FC">
              <w:rPr>
                <w:rtl/>
              </w:rPr>
              <w:t>في</w:t>
            </w:r>
            <w:r>
              <w:rPr>
                <w:rtl/>
              </w:rPr>
              <w:t xml:space="preserve"> </w:t>
            </w:r>
            <w:r w:rsidRPr="009647FC">
              <w:rPr>
                <w:rtl/>
              </w:rPr>
              <w:t>دمٍ</w:t>
            </w:r>
            <w:r>
              <w:rPr>
                <w:rtl/>
              </w:rPr>
              <w:t xml:space="preserve"> </w:t>
            </w:r>
            <w:r w:rsidRPr="009647FC">
              <w:rPr>
                <w:rtl/>
              </w:rPr>
              <w:t>لي</w:t>
            </w:r>
            <w:r>
              <w:rPr>
                <w:rtl/>
              </w:rPr>
              <w:t xml:space="preserve"> </w:t>
            </w:r>
            <w:r w:rsidRPr="009647FC">
              <w:rPr>
                <w:rtl/>
              </w:rPr>
              <w:t>مضيّ</w:t>
            </w:r>
            <w:r>
              <w:rPr>
                <w:rtl/>
              </w:rPr>
              <w:t>َ</w:t>
            </w:r>
            <w:r w:rsidRPr="009647FC">
              <w:rPr>
                <w:rtl/>
              </w:rPr>
              <w:t>عِ</w:t>
            </w:r>
            <w:r w:rsidRPr="00725071">
              <w:rPr>
                <w:rStyle w:val="libPoemTiniChar0"/>
                <w:rtl/>
              </w:rPr>
              <w:br/>
              <w:t> </w:t>
            </w:r>
          </w:p>
        </w:tc>
      </w:tr>
    </w:tbl>
    <w:p w:rsidR="009647FC" w:rsidRPr="00524A24" w:rsidRDefault="009647FC" w:rsidP="004E7EC6">
      <w:pPr>
        <w:pStyle w:val="libPoemCenter"/>
      </w:pPr>
      <w:r w:rsidRPr="009647FC">
        <w:rPr>
          <w:rtl/>
        </w:rPr>
        <w:t>و</w:t>
      </w:r>
      <w:r w:rsidR="00A72677" w:rsidRPr="009647FC">
        <w:rPr>
          <w:rtl/>
        </w:rPr>
        <w:t>سي</w:t>
      </w:r>
      <w:r w:rsidRPr="009647FC">
        <w:rPr>
          <w:rtl/>
        </w:rPr>
        <w:t>ف</w:t>
      </w:r>
      <w:r w:rsidR="00D87517">
        <w:rPr>
          <w:rtl/>
        </w:rPr>
        <w:t xml:space="preserve"> </w:t>
      </w:r>
      <w:r w:rsidR="00A72677" w:rsidRPr="009647FC">
        <w:rPr>
          <w:rtl/>
        </w:rPr>
        <w:t>حف</w:t>
      </w:r>
      <w:r w:rsidRPr="009647FC">
        <w:rPr>
          <w:rtl/>
        </w:rPr>
        <w:t>اظي</w:t>
      </w:r>
      <w:r w:rsidR="00D87517">
        <w:rPr>
          <w:rtl/>
        </w:rPr>
        <w:t xml:space="preserve"> </w:t>
      </w:r>
      <w:r w:rsidR="00A72677" w:rsidRPr="009647FC">
        <w:rPr>
          <w:rtl/>
        </w:rPr>
        <w:t>فل</w:t>
      </w:r>
      <w:r w:rsidRPr="009647FC">
        <w:rPr>
          <w:rtl/>
        </w:rPr>
        <w:t>ّ</w:t>
      </w:r>
      <w:r w:rsidR="00677BC4">
        <w:rPr>
          <w:rtl/>
        </w:rPr>
        <w:t>َ</w:t>
      </w:r>
      <w:r w:rsidR="00D87517">
        <w:rPr>
          <w:rtl/>
        </w:rPr>
        <w:t xml:space="preserve"> </w:t>
      </w:r>
      <w:r w:rsidRPr="009647FC">
        <w:rPr>
          <w:rtl/>
        </w:rPr>
        <w:t>صرف</w:t>
      </w:r>
      <w:r w:rsidR="00D87517">
        <w:rPr>
          <w:rtl/>
        </w:rPr>
        <w:t xml:space="preserve"> </w:t>
      </w:r>
      <w:r w:rsidRPr="009647FC">
        <w:rPr>
          <w:rtl/>
        </w:rPr>
        <w:t>الدوائرِ</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أبي</w:t>
            </w:r>
            <w:r>
              <w:rPr>
                <w:rtl/>
              </w:rPr>
              <w:t xml:space="preserve"> </w:t>
            </w:r>
            <w:r w:rsidRPr="009647FC">
              <w:rPr>
                <w:rtl/>
              </w:rPr>
              <w:t>حدُّ</w:t>
            </w:r>
            <w:r>
              <w:rPr>
                <w:rtl/>
              </w:rPr>
              <w:t xml:space="preserve"> </w:t>
            </w:r>
            <w:r w:rsidRPr="009647FC">
              <w:rPr>
                <w:rtl/>
              </w:rPr>
              <w:t>سيفي</w:t>
            </w:r>
            <w:r>
              <w:rPr>
                <w:rtl/>
              </w:rPr>
              <w:t xml:space="preserve"> </w:t>
            </w:r>
            <w:r w:rsidRPr="009647FC">
              <w:rPr>
                <w:rtl/>
              </w:rPr>
              <w:t>أن</w:t>
            </w:r>
            <w:r>
              <w:rPr>
                <w:rtl/>
              </w:rPr>
              <w:t xml:space="preserve"> </w:t>
            </w:r>
            <w:r w:rsidRPr="009647FC">
              <w:rPr>
                <w:rtl/>
              </w:rPr>
              <w:t>أكلّم</w:t>
            </w:r>
            <w:r>
              <w:rPr>
                <w:rtl/>
              </w:rPr>
              <w:t xml:space="preserve"> </w:t>
            </w:r>
            <w:r w:rsidRPr="009647FC">
              <w:rPr>
                <w:rtl/>
              </w:rPr>
              <w:t>لفظةً</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بغير</w:t>
            </w:r>
            <w:r w:rsidR="004C00A8">
              <w:rPr>
                <w:rtl/>
              </w:rPr>
              <w:t xml:space="preserve"> </w:t>
            </w:r>
            <w:r w:rsidRPr="009647FC">
              <w:rPr>
                <w:rtl/>
              </w:rPr>
              <w:t>شباهُ</w:t>
            </w:r>
            <w:r>
              <w:rPr>
                <w:rtl/>
              </w:rPr>
              <w:t xml:space="preserve"> </w:t>
            </w:r>
            <w:r w:rsidRPr="009647FC">
              <w:rPr>
                <w:rtl/>
              </w:rPr>
              <w:t>من</w:t>
            </w:r>
            <w:r>
              <w:rPr>
                <w:rtl/>
              </w:rPr>
              <w:t xml:space="preserve"> </w:t>
            </w:r>
            <w:r w:rsidRPr="009647FC">
              <w:rPr>
                <w:rtl/>
              </w:rPr>
              <w:t>أجدْ</w:t>
            </w:r>
            <w:r>
              <w:rPr>
                <w:rtl/>
              </w:rPr>
              <w:t xml:space="preserve"> </w:t>
            </w:r>
            <w:r w:rsidRPr="009647FC">
              <w:rPr>
                <w:rtl/>
              </w:rPr>
              <w:t>فيه</w:t>
            </w:r>
            <w:r>
              <w:rPr>
                <w:rtl/>
              </w:rPr>
              <w:t xml:space="preserve"> </w:t>
            </w:r>
            <w:r w:rsidRPr="009647FC">
              <w:rPr>
                <w:rtl/>
              </w:rPr>
              <w:t>غلظةً</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لقد</w:t>
            </w:r>
            <w:r>
              <w:rPr>
                <w:rtl/>
              </w:rPr>
              <w:t xml:space="preserve"> </w:t>
            </w:r>
            <w:r w:rsidRPr="009647FC">
              <w:rPr>
                <w:rtl/>
              </w:rPr>
              <w:t>أطعمتْ</w:t>
            </w:r>
            <w:r>
              <w:rPr>
                <w:rtl/>
              </w:rPr>
              <w:t xml:space="preserve"> </w:t>
            </w:r>
            <w:r w:rsidRPr="009647FC">
              <w:rPr>
                <w:rtl/>
              </w:rPr>
              <w:t>عيني</w:t>
            </w:r>
            <w:r>
              <w:rPr>
                <w:rtl/>
              </w:rPr>
              <w:t xml:space="preserve"> </w:t>
            </w:r>
            <w:r w:rsidRPr="009647FC">
              <w:rPr>
                <w:rtl/>
              </w:rPr>
              <w:t>الحفيظة</w:t>
            </w:r>
            <w:r>
              <w:rPr>
                <w:rtl/>
              </w:rPr>
              <w:t xml:space="preserve"> </w:t>
            </w:r>
            <w:r w:rsidRPr="009647FC">
              <w:rPr>
                <w:rtl/>
              </w:rPr>
              <w:t>يقظةً</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فكيف</w:t>
            </w:r>
            <w:r w:rsidR="004C00A8">
              <w:rPr>
                <w:rtl/>
              </w:rPr>
              <w:t xml:space="preserve"> </w:t>
            </w:r>
            <w:r w:rsidRPr="009647FC">
              <w:rPr>
                <w:rtl/>
              </w:rPr>
              <w:t>تذوق</w:t>
            </w:r>
            <w:r>
              <w:rPr>
                <w:rtl/>
              </w:rPr>
              <w:t xml:space="preserve"> </w:t>
            </w:r>
            <w:r w:rsidRPr="009647FC">
              <w:rPr>
                <w:rtl/>
              </w:rPr>
              <w:t>النوم</w:t>
            </w:r>
            <w:r>
              <w:rPr>
                <w:rtl/>
              </w:rPr>
              <w:t xml:space="preserve"> </w:t>
            </w:r>
            <w:r w:rsidRPr="009647FC">
              <w:rPr>
                <w:rtl/>
              </w:rPr>
              <w:t>عيناي</w:t>
            </w:r>
            <w:r>
              <w:rPr>
                <w:rtl/>
              </w:rPr>
              <w:t xml:space="preserve"> </w:t>
            </w:r>
            <w:r w:rsidRPr="009647FC">
              <w:rPr>
                <w:rtl/>
              </w:rPr>
              <w:t>لحظةً</w:t>
            </w:r>
            <w:r w:rsidRPr="00725071">
              <w:rPr>
                <w:rStyle w:val="libPoemTiniChar0"/>
                <w:rtl/>
              </w:rPr>
              <w:br/>
              <w:t> </w:t>
            </w:r>
          </w:p>
        </w:tc>
      </w:tr>
    </w:tbl>
    <w:p w:rsidR="009647FC" w:rsidRPr="00524A24" w:rsidRDefault="009647FC" w:rsidP="004E7EC6">
      <w:pPr>
        <w:pStyle w:val="libPoemCenter"/>
      </w:pPr>
      <w:r w:rsidRPr="009647FC">
        <w:rPr>
          <w:rtl/>
        </w:rPr>
        <w:t>و</w:t>
      </w:r>
      <w:r w:rsidR="00A72677" w:rsidRPr="009647FC">
        <w:rPr>
          <w:rtl/>
        </w:rPr>
        <w:t>لس</w:t>
      </w:r>
      <w:r w:rsidRPr="009647FC">
        <w:rPr>
          <w:rtl/>
        </w:rPr>
        <w:t>ت</w:t>
      </w:r>
      <w:r w:rsidR="004C00A8">
        <w:rPr>
          <w:rtl/>
        </w:rPr>
        <w:t xml:space="preserve"> </w:t>
      </w:r>
      <w:r w:rsidRPr="009647FC">
        <w:rPr>
          <w:rtl/>
        </w:rPr>
        <w:t>أذ</w:t>
      </w:r>
      <w:r w:rsidR="00A72677" w:rsidRPr="009647FC">
        <w:rPr>
          <w:rtl/>
        </w:rPr>
        <w:t>يق</w:t>
      </w:r>
      <w:r w:rsidR="00D87517">
        <w:rPr>
          <w:rtl/>
        </w:rPr>
        <w:t xml:space="preserve"> </w:t>
      </w:r>
      <w:r w:rsidRPr="009647FC">
        <w:rPr>
          <w:rtl/>
        </w:rPr>
        <w:t>ا</w:t>
      </w:r>
      <w:r w:rsidR="00A72677" w:rsidRPr="009647FC">
        <w:rPr>
          <w:rtl/>
        </w:rPr>
        <w:t>لخ</w:t>
      </w:r>
      <w:r w:rsidRPr="009647FC">
        <w:rPr>
          <w:rtl/>
        </w:rPr>
        <w:t>صم</w:t>
      </w:r>
      <w:r w:rsidR="00677BC4">
        <w:rPr>
          <w:rtl/>
        </w:rPr>
        <w:t>َ</w:t>
      </w:r>
      <w:r w:rsidR="00D87517">
        <w:rPr>
          <w:rtl/>
        </w:rPr>
        <w:t xml:space="preserve"> </w:t>
      </w:r>
      <w:r w:rsidR="00A72677" w:rsidRPr="009647FC">
        <w:rPr>
          <w:rtl/>
        </w:rPr>
        <w:t>حد</w:t>
      </w:r>
      <w:r w:rsidRPr="009647FC">
        <w:rPr>
          <w:rtl/>
        </w:rPr>
        <w:t>ّ</w:t>
      </w:r>
      <w:r w:rsidR="00677BC4">
        <w:rPr>
          <w:rtl/>
        </w:rPr>
        <w:t>َ</w:t>
      </w:r>
      <w:r w:rsidR="00D87517">
        <w:rPr>
          <w:rtl/>
        </w:rPr>
        <w:t xml:space="preserve"> </w:t>
      </w:r>
      <w:r w:rsidRPr="009647FC">
        <w:rPr>
          <w:rtl/>
        </w:rPr>
        <w:t>البواترِ</w:t>
      </w:r>
    </w:p>
    <w:p w:rsidR="009647FC" w:rsidRPr="00524A24" w:rsidRDefault="009647FC" w:rsidP="004E7EC6">
      <w:pPr>
        <w:pStyle w:val="libNormal"/>
      </w:pPr>
      <w:r w:rsidRPr="009647FC">
        <w:rPr>
          <w:rtl/>
        </w:rPr>
        <w:t>ثمّ شفعته بهذه المقطوعة</w:t>
      </w:r>
      <w:r w:rsidR="00D769AB">
        <w:rPr>
          <w:rtl/>
        </w:rPr>
        <w:t>،</w:t>
      </w:r>
      <w:r w:rsidRPr="009647FC">
        <w:rPr>
          <w:rtl/>
        </w:rPr>
        <w:t xml:space="preserve"> وإن لم تكن لائقة لتلك الحضرة الرفيعة</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أثنت عليك بأسرها الدولُ</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وتشوّقتك الأعصر الأولُ</w:t>
            </w:r>
            <w:r w:rsidRPr="004E7EC6">
              <w:rPr>
                <w:rStyle w:val="libFootnotenumChar"/>
                <w:rtl/>
              </w:rPr>
              <w:t>(3)</w:t>
            </w:r>
            <w:r w:rsidRPr="00725071">
              <w:rPr>
                <w:rStyle w:val="libPoemTiniChar0"/>
                <w:rtl/>
              </w:rPr>
              <w:br/>
              <w:t> </w:t>
            </w:r>
          </w:p>
        </w:tc>
      </w:tr>
    </w:tbl>
    <w:p w:rsidR="009647FC" w:rsidRPr="00524A24" w:rsidRDefault="009647FC" w:rsidP="004E7EC6">
      <w:pPr>
        <w:pStyle w:val="libCenter"/>
      </w:pPr>
      <w:r w:rsidRPr="009647FC">
        <w:rPr>
          <w:rtl/>
        </w:rPr>
        <w:t>*</w:t>
      </w:r>
      <w:r w:rsidR="005469AF">
        <w:rPr>
          <w:rFonts w:hint="cs"/>
          <w:rtl/>
        </w:rPr>
        <w:t xml:space="preserve"> </w:t>
      </w:r>
      <w:r w:rsidRPr="009647FC">
        <w:rPr>
          <w:rtl/>
        </w:rPr>
        <w:t>*</w:t>
      </w:r>
      <w:r w:rsidR="005469AF">
        <w:rPr>
          <w:rFonts w:hint="cs"/>
          <w:rtl/>
        </w:rPr>
        <w:t xml:space="preserve"> </w:t>
      </w:r>
      <w:r w:rsidRPr="009647FC">
        <w:rPr>
          <w:rtl/>
        </w:rPr>
        <w:t>*</w:t>
      </w:r>
    </w:p>
    <w:p w:rsidR="009647FC" w:rsidRPr="00524A24" w:rsidRDefault="009647FC" w:rsidP="004E7EC6">
      <w:pPr>
        <w:pStyle w:val="libNormal"/>
      </w:pPr>
      <w:r w:rsidRPr="009647FC">
        <w:rPr>
          <w:rtl/>
        </w:rPr>
        <w:t>8</w:t>
      </w:r>
      <w:r w:rsidR="004E7EC6">
        <w:rPr>
          <w:rtl/>
        </w:rPr>
        <w:t xml:space="preserve"> - </w:t>
      </w:r>
      <w:r w:rsidRPr="009647FC">
        <w:rPr>
          <w:rtl/>
        </w:rPr>
        <w:t>قال (رحمه اللّه)</w:t>
      </w:r>
      <w:r w:rsidR="00D769AB">
        <w:rPr>
          <w:rtl/>
        </w:rPr>
        <w:t>:</w:t>
      </w:r>
      <w:r w:rsidRPr="009647FC">
        <w:rPr>
          <w:rtl/>
        </w:rPr>
        <w:t xml:space="preserve"> وقد جرى لي مع أخي النقيب فريد الزمان</w:t>
      </w:r>
      <w:r w:rsidR="00D769AB">
        <w:rPr>
          <w:rtl/>
        </w:rPr>
        <w:t>،</w:t>
      </w:r>
      <w:r w:rsidRPr="009647FC">
        <w:rPr>
          <w:rtl/>
        </w:rPr>
        <w:t xml:space="preserve"> حضرة السيّد عبد الرحمن أفندي</w:t>
      </w:r>
      <w:r w:rsidR="00D769AB">
        <w:rPr>
          <w:rtl/>
        </w:rPr>
        <w:t>.</w:t>
      </w:r>
      <w:r w:rsidRPr="009647FC">
        <w:rPr>
          <w:rtl/>
        </w:rPr>
        <w:t xml:space="preserve"> وذلك أنّه بعث إلى جناب الحاج مصطفى كبّه زاده أن يرسل إليه (نهج البلاغة)</w:t>
      </w:r>
      <w:r w:rsidR="00D769AB">
        <w:rPr>
          <w:rtl/>
        </w:rPr>
        <w:t>،</w:t>
      </w:r>
      <w:r w:rsidRPr="009647FC">
        <w:rPr>
          <w:rtl/>
        </w:rPr>
        <w:t xml:space="preserve"> و(مقصورة السيّد الرضي) التي قالها في رثاء الحسين (عليه السّلام)</w:t>
      </w:r>
      <w:r w:rsidR="00D769AB">
        <w:rPr>
          <w:rtl/>
        </w:rPr>
        <w:t>،</w:t>
      </w:r>
      <w:r w:rsidRPr="009647FC">
        <w:rPr>
          <w:rtl/>
        </w:rPr>
        <w:t xml:space="preserve"> فأرسلها إليه</w:t>
      </w:r>
      <w:r w:rsidR="00D769AB">
        <w:rPr>
          <w:rtl/>
        </w:rPr>
        <w:t>،</w:t>
      </w:r>
      <w:r w:rsidRPr="009647FC">
        <w:rPr>
          <w:rtl/>
        </w:rPr>
        <w:t xml:space="preserve"> وكانت المقصورة غير تامّة</w:t>
      </w:r>
      <w:r w:rsidR="00D769AB">
        <w:rPr>
          <w:rtl/>
        </w:rPr>
        <w:t>،</w:t>
      </w:r>
      <w:r w:rsidRPr="009647FC">
        <w:rPr>
          <w:rtl/>
        </w:rPr>
        <w:t xml:space="preserve"> ثمّ بعد ذلك وجدتُ المقصورة تامّة</w:t>
      </w:r>
      <w:r w:rsidR="00D769AB">
        <w:rPr>
          <w:rtl/>
        </w:rPr>
        <w:t>،</w:t>
      </w:r>
      <w:r w:rsidRPr="009647FC">
        <w:rPr>
          <w:rtl/>
        </w:rPr>
        <w:t xml:space="preserve"> فكتبها وأرسلها إليه والتمس منّي أن أكتب معها على لسانه</w:t>
      </w:r>
      <w:r w:rsidR="00D769AB">
        <w:rPr>
          <w:rtl/>
        </w:rPr>
        <w:t>،</w:t>
      </w:r>
      <w:r w:rsidRPr="009647FC">
        <w:rPr>
          <w:rtl/>
        </w:rPr>
        <w:t xml:space="preserve"> فقلت</w:t>
      </w:r>
      <w:r w:rsidR="00D769AB">
        <w:rPr>
          <w:rtl/>
        </w:rPr>
        <w:t>:</w:t>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t>يا م</w:t>
            </w:r>
            <w:r>
              <w:rPr>
                <w:rtl/>
              </w:rPr>
              <w:t>َ</w:t>
            </w:r>
            <w:r w:rsidRPr="009647FC">
              <w:rPr>
                <w:rtl/>
              </w:rPr>
              <w:t>نْ تفرّع من ذؤابة معشرٍ</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غدت النقابة منهمُ في آلها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صغى</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وفيه</w:t>
      </w:r>
      <w:r w:rsidR="00D769AB">
        <w:rPr>
          <w:rtl/>
        </w:rPr>
        <w:t>:</w:t>
      </w:r>
      <w:r w:rsidRPr="009647FC">
        <w:rPr>
          <w:rtl/>
        </w:rPr>
        <w:t xml:space="preserve"> عند مدع</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ذكرت في باب المدائح</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5469AF" w:rsidTr="00A93A43">
        <w:trPr>
          <w:trHeight w:val="350"/>
        </w:trPr>
        <w:tc>
          <w:tcPr>
            <w:tcW w:w="3924" w:type="dxa"/>
          </w:tcPr>
          <w:p w:rsidR="005469AF" w:rsidRDefault="005469AF" w:rsidP="00A93A43">
            <w:pPr>
              <w:pStyle w:val="libPoem"/>
            </w:pPr>
            <w:r w:rsidRPr="009647FC">
              <w:rPr>
                <w:rtl/>
              </w:rPr>
              <w:lastRenderedPageBreak/>
              <w:t>هذي بديلة أختها المقصورة الـ</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أولى أتتك تفوقها بكمالها</w:t>
            </w:r>
            <w:r w:rsidRPr="00725071">
              <w:rPr>
                <w:rStyle w:val="libPoemTiniChar0"/>
                <w:rtl/>
              </w:rPr>
              <w:br/>
              <w:t> </w:t>
            </w:r>
          </w:p>
        </w:tc>
      </w:tr>
    </w:tbl>
    <w:p w:rsidR="009647FC" w:rsidRPr="00524A24" w:rsidRDefault="009647FC" w:rsidP="004E7EC6">
      <w:pPr>
        <w:pStyle w:val="libNormal"/>
      </w:pPr>
      <w:r w:rsidRPr="009647FC">
        <w:rPr>
          <w:rtl/>
        </w:rPr>
        <w:t>فلّما وصلت إليه نظم أبياتا يلتمس بها من اللّه نصر المسلمين وسلطانها</w:t>
      </w:r>
      <w:r w:rsidR="00D769AB">
        <w:rPr>
          <w:rtl/>
        </w:rPr>
        <w:t>،</w:t>
      </w:r>
      <w:r w:rsidRPr="009647FC">
        <w:rPr>
          <w:rtl/>
        </w:rPr>
        <w:t xml:space="preserve"> وخذلان المشركين وأعوانها</w:t>
      </w:r>
      <w:r w:rsidR="00D769AB">
        <w:rPr>
          <w:rtl/>
        </w:rPr>
        <w:t>،</w:t>
      </w:r>
      <w:r w:rsidRPr="009647FC">
        <w:rPr>
          <w:rtl/>
        </w:rPr>
        <w:t xml:space="preserve"> ثمّ أرسلها إليّ</w:t>
      </w:r>
      <w:r w:rsidR="00677BC4">
        <w:rPr>
          <w:rtl/>
        </w:rPr>
        <w:t>َ</w:t>
      </w:r>
      <w:r w:rsidRPr="009647FC">
        <w:rPr>
          <w:rtl/>
        </w:rPr>
        <w:t xml:space="preserve"> يريد تشطيرها وتخميسها</w:t>
      </w:r>
      <w:r w:rsidR="00D769AB">
        <w:rPr>
          <w:rtl/>
        </w:rPr>
        <w:t>،</w:t>
      </w:r>
      <w:r w:rsidRPr="009647FC">
        <w:rPr>
          <w:rtl/>
        </w:rPr>
        <w:t xml:space="preserve"> وكتب معها هذه الفقرات</w:t>
      </w:r>
      <w:r w:rsidR="00D769AB">
        <w:rPr>
          <w:rtl/>
        </w:rPr>
        <w:t>،</w:t>
      </w:r>
      <w:r w:rsidRPr="009647FC">
        <w:rPr>
          <w:rtl/>
        </w:rPr>
        <w:t xml:space="preserve"> يقول</w:t>
      </w:r>
      <w:r w:rsidR="00D769AB">
        <w:rPr>
          <w:rtl/>
        </w:rPr>
        <w:t>:</w:t>
      </w:r>
    </w:p>
    <w:p w:rsidR="009647FC" w:rsidRPr="00524A24" w:rsidRDefault="009647FC" w:rsidP="004E7EC6">
      <w:pPr>
        <w:pStyle w:val="libNormal"/>
      </w:pPr>
      <w:r w:rsidRPr="004E7EC6">
        <w:rPr>
          <w:rtl/>
        </w:rPr>
        <w:t>هذا ما سنح به الخاطر الفاتر</w:t>
      </w:r>
      <w:r w:rsidR="00D769AB">
        <w:rPr>
          <w:rtl/>
        </w:rPr>
        <w:t>،</w:t>
      </w:r>
      <w:r w:rsidRPr="004E7EC6">
        <w:rPr>
          <w:rtl/>
        </w:rPr>
        <w:t xml:space="preserve"> ونطق به اللسان الكليل العاثر</w:t>
      </w:r>
      <w:r w:rsidR="00D769AB">
        <w:rPr>
          <w:rtl/>
        </w:rPr>
        <w:t>،</w:t>
      </w:r>
      <w:r w:rsidRPr="004E7EC6">
        <w:rPr>
          <w:rtl/>
        </w:rPr>
        <w:t xml:space="preserve"> وتجاسر على إرساله إليكم</w:t>
      </w:r>
      <w:r w:rsidRPr="004E7EC6">
        <w:rPr>
          <w:rStyle w:val="libFootnotenumChar"/>
          <w:rtl/>
        </w:rPr>
        <w:t>(1)</w:t>
      </w:r>
      <w:r w:rsidRPr="004E7EC6">
        <w:rPr>
          <w:rtl/>
        </w:rPr>
        <w:t xml:space="preserve"> مع اعترافي بأنّي لست ناظماً ولا شاعراً</w:t>
      </w:r>
      <w:r w:rsidR="00D769AB">
        <w:rPr>
          <w:rtl/>
        </w:rPr>
        <w:t>،</w:t>
      </w:r>
      <w:r w:rsidRPr="004E7EC6">
        <w:rPr>
          <w:rtl/>
        </w:rPr>
        <w:t xml:space="preserve"> فإن لم يكن جديراً بالإعراض</w:t>
      </w:r>
      <w:r w:rsidR="00D769AB">
        <w:rPr>
          <w:rtl/>
        </w:rPr>
        <w:t>،</w:t>
      </w:r>
      <w:r w:rsidRPr="004E7EC6">
        <w:rPr>
          <w:rtl/>
        </w:rPr>
        <w:t xml:space="preserve"> وكانت أبياته عامرة غير حقيقةٍ بالانتقاض</w:t>
      </w:r>
      <w:r w:rsidR="00D769AB">
        <w:rPr>
          <w:rtl/>
        </w:rPr>
        <w:t>،</w:t>
      </w:r>
      <w:r w:rsidRPr="004E7EC6">
        <w:rPr>
          <w:rtl/>
        </w:rPr>
        <w:t xml:space="preserve"> وكان راجحاً عندكم في ميزان القبول</w:t>
      </w:r>
      <w:r w:rsidR="00D769AB">
        <w:rPr>
          <w:rtl/>
        </w:rPr>
        <w:t>،</w:t>
      </w:r>
      <w:r w:rsidRPr="004E7EC6">
        <w:rPr>
          <w:rtl/>
        </w:rPr>
        <w:t xml:space="preserve"> أيّها السيد الحيدريُّ وابن البتول</w:t>
      </w:r>
      <w:r w:rsidR="00D769AB">
        <w:rPr>
          <w:rtl/>
        </w:rPr>
        <w:t>،</w:t>
      </w:r>
      <w:r w:rsidRPr="004E7EC6">
        <w:rPr>
          <w:rtl/>
        </w:rPr>
        <w:t xml:space="preserve"> أرجوك أن تزيّنها بالتشطير والتخميس</w:t>
      </w:r>
      <w:r w:rsidR="00D769AB">
        <w:rPr>
          <w:rtl/>
        </w:rPr>
        <w:t>؛</w:t>
      </w:r>
      <w:r w:rsidRPr="004E7EC6">
        <w:rPr>
          <w:rtl/>
        </w:rPr>
        <w:t xml:space="preserve"> لتكون سلوة للمكروب</w:t>
      </w:r>
      <w:r w:rsidR="00D769AB">
        <w:rPr>
          <w:rtl/>
        </w:rPr>
        <w:t>،</w:t>
      </w:r>
      <w:r w:rsidRPr="004E7EC6">
        <w:rPr>
          <w:rtl/>
        </w:rPr>
        <w:t xml:space="preserve"> وسبباً للتنفيس</w:t>
      </w:r>
      <w:r w:rsidR="00D769AB">
        <w:rPr>
          <w:rtl/>
        </w:rPr>
        <w:t>،</w:t>
      </w:r>
      <w:r w:rsidRPr="004E7EC6">
        <w:rPr>
          <w:rtl/>
        </w:rPr>
        <w:t xml:space="preserve"> والسّلام عليكم</w:t>
      </w:r>
      <w:r w:rsidR="00D769AB">
        <w:rPr>
          <w:rtl/>
        </w:rPr>
        <w:t>.</w:t>
      </w:r>
      <w:r w:rsidRPr="004E7EC6">
        <w:rPr>
          <w:rtl/>
        </w:rPr>
        <w:t xml:space="preserve"> والأبيات هذه</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يا</w:t>
            </w:r>
            <w:r w:rsidR="004C00A8">
              <w:rPr>
                <w:rtl/>
              </w:rPr>
              <w:t xml:space="preserve"> </w:t>
            </w:r>
            <w:r w:rsidRPr="009647FC">
              <w:rPr>
                <w:rtl/>
              </w:rPr>
              <w:t>إله</w:t>
            </w:r>
            <w:r>
              <w:rPr>
                <w:rtl/>
              </w:rPr>
              <w:t xml:space="preserve"> </w:t>
            </w:r>
            <w:r w:rsidRPr="009647FC">
              <w:rPr>
                <w:rtl/>
              </w:rPr>
              <w:t>الخلق</w:t>
            </w:r>
            <w:r>
              <w:rPr>
                <w:rtl/>
              </w:rPr>
              <w:t xml:space="preserve"> </w:t>
            </w:r>
            <w:r w:rsidRPr="009647FC">
              <w:rPr>
                <w:rtl/>
              </w:rPr>
              <w:t>يا</w:t>
            </w:r>
            <w:r>
              <w:rPr>
                <w:rtl/>
              </w:rPr>
              <w:t xml:space="preserve"> </w:t>
            </w:r>
            <w:r w:rsidRPr="009647FC">
              <w:rPr>
                <w:rtl/>
              </w:rPr>
              <w:t>بارئنا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نحن</w:t>
            </w:r>
            <w:r>
              <w:rPr>
                <w:rtl/>
              </w:rPr>
              <w:t xml:space="preserve"> </w:t>
            </w:r>
            <w:r w:rsidRPr="009647FC">
              <w:rPr>
                <w:rtl/>
              </w:rPr>
              <w:t>في</w:t>
            </w:r>
            <w:r>
              <w:rPr>
                <w:rtl/>
              </w:rPr>
              <w:t xml:space="preserve"> </w:t>
            </w:r>
            <w:r w:rsidRPr="009647FC">
              <w:rPr>
                <w:rtl/>
              </w:rPr>
              <w:t>ضيق</w:t>
            </w:r>
            <w:r>
              <w:rPr>
                <w:rtl/>
              </w:rPr>
              <w:t xml:space="preserve"> </w:t>
            </w:r>
            <w:r w:rsidRPr="009647FC">
              <w:rPr>
                <w:rtl/>
              </w:rPr>
              <w:t>فكنْ</w:t>
            </w:r>
            <w:r>
              <w:rPr>
                <w:rtl/>
              </w:rPr>
              <w:t xml:space="preserve"> </w:t>
            </w:r>
            <w:r w:rsidRPr="009647FC">
              <w:rPr>
                <w:rtl/>
              </w:rPr>
              <w:t>عوناً</w:t>
            </w:r>
            <w:r>
              <w:rPr>
                <w:rtl/>
              </w:rPr>
              <w:t xml:space="preserve"> </w:t>
            </w:r>
            <w:r w:rsidRPr="009647FC">
              <w:rPr>
                <w:rtl/>
              </w:rPr>
              <w:t>لنا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وانصر</w:t>
            </w:r>
            <w:r w:rsidR="004C00A8">
              <w:rPr>
                <w:rtl/>
              </w:rPr>
              <w:t xml:space="preserve"> </w:t>
            </w:r>
            <w:r w:rsidRPr="009647FC">
              <w:rPr>
                <w:rtl/>
              </w:rPr>
              <w:t>الغازين</w:t>
            </w:r>
            <w:r>
              <w:rPr>
                <w:rtl/>
              </w:rPr>
              <w:t xml:space="preserve">َ </w:t>
            </w:r>
            <w:r w:rsidRPr="009647FC">
              <w:rPr>
                <w:rtl/>
              </w:rPr>
              <w:t>وارحم</w:t>
            </w:r>
            <w:r>
              <w:rPr>
                <w:rtl/>
              </w:rPr>
              <w:t xml:space="preserve"> </w:t>
            </w:r>
            <w:r w:rsidRPr="009647FC">
              <w:rPr>
                <w:rtl/>
              </w:rPr>
              <w:t>حالهم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وتلطّ</w:t>
            </w:r>
            <w:r>
              <w:rPr>
                <w:rtl/>
              </w:rPr>
              <w:t>َ</w:t>
            </w:r>
            <w:r w:rsidRPr="009647FC">
              <w:rPr>
                <w:rtl/>
              </w:rPr>
              <w:t>فْ</w:t>
            </w:r>
            <w:r w:rsidR="004C00A8">
              <w:rPr>
                <w:rtl/>
              </w:rPr>
              <w:t xml:space="preserve"> </w:t>
            </w:r>
            <w:r w:rsidRPr="009647FC">
              <w:rPr>
                <w:rtl/>
              </w:rPr>
              <w:t>بهمُ</w:t>
            </w:r>
            <w:r>
              <w:rPr>
                <w:rtl/>
              </w:rPr>
              <w:t xml:space="preserve"> </w:t>
            </w:r>
            <w:r w:rsidRPr="009647FC">
              <w:rPr>
                <w:rtl/>
              </w:rPr>
              <w:t>في</w:t>
            </w:r>
            <w:r>
              <w:rPr>
                <w:rtl/>
              </w:rPr>
              <w:t xml:space="preserve"> </w:t>
            </w:r>
            <w:r w:rsidRPr="009647FC">
              <w:rPr>
                <w:rtl/>
              </w:rPr>
              <w:t>ذا</w:t>
            </w:r>
            <w:r>
              <w:rPr>
                <w:rtl/>
              </w:rPr>
              <w:t xml:space="preserve"> </w:t>
            </w:r>
            <w:r w:rsidRPr="009647FC">
              <w:rPr>
                <w:rtl/>
              </w:rPr>
              <w:t>العنا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فهمُ</w:t>
            </w:r>
            <w:r w:rsidR="004C00A8">
              <w:rPr>
                <w:rtl/>
              </w:rPr>
              <w:t xml:space="preserve"> </w:t>
            </w:r>
            <w:r w:rsidRPr="009647FC">
              <w:rPr>
                <w:rtl/>
              </w:rPr>
              <w:t>المفدون</w:t>
            </w:r>
            <w:r>
              <w:rPr>
                <w:rtl/>
              </w:rPr>
              <w:t xml:space="preserve"> </w:t>
            </w:r>
            <w:r w:rsidRPr="009647FC">
              <w:rPr>
                <w:rtl/>
              </w:rPr>
              <w:t>أرواحهمُ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وهم</w:t>
            </w:r>
            <w:r>
              <w:rPr>
                <w:rtl/>
              </w:rPr>
              <w:t xml:space="preserve"> </w:t>
            </w:r>
            <w:r w:rsidRPr="009647FC">
              <w:rPr>
                <w:rtl/>
              </w:rPr>
              <w:t>الموفون</w:t>
            </w:r>
            <w:r>
              <w:rPr>
                <w:rtl/>
              </w:rPr>
              <w:t xml:space="preserve"> </w:t>
            </w:r>
            <w:r w:rsidRPr="009647FC">
              <w:rPr>
                <w:rtl/>
              </w:rPr>
              <w:t>فرضاً</w:t>
            </w:r>
            <w:r>
              <w:rPr>
                <w:rtl/>
              </w:rPr>
              <w:t xml:space="preserve"> </w:t>
            </w:r>
            <w:r w:rsidRPr="009647FC">
              <w:rPr>
                <w:rtl/>
              </w:rPr>
              <w:t>بيّنا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فاجزهم</w:t>
            </w:r>
            <w:r>
              <w:rPr>
                <w:rtl/>
              </w:rPr>
              <w:t xml:space="preserve"> </w:t>
            </w:r>
            <w:r w:rsidRPr="009647FC">
              <w:rPr>
                <w:rtl/>
              </w:rPr>
              <w:t>خيراً</w:t>
            </w:r>
            <w:r>
              <w:rPr>
                <w:rtl/>
              </w:rPr>
              <w:t xml:space="preserve"> </w:t>
            </w:r>
            <w:r w:rsidRPr="009647FC">
              <w:rPr>
                <w:rtl/>
              </w:rPr>
              <w:t>وضاعفْ</w:t>
            </w:r>
            <w:r>
              <w:rPr>
                <w:rtl/>
              </w:rPr>
              <w:t xml:space="preserve"> </w:t>
            </w:r>
            <w:r w:rsidRPr="009647FC">
              <w:rPr>
                <w:rtl/>
              </w:rPr>
              <w:t>أجرهم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أنت</w:t>
            </w:r>
            <w:r>
              <w:rPr>
                <w:rtl/>
              </w:rPr>
              <w:t xml:space="preserve"> </w:t>
            </w:r>
            <w:r w:rsidRPr="009647FC">
              <w:rPr>
                <w:rtl/>
              </w:rPr>
              <w:t>فيّاض</w:t>
            </w:r>
            <w:r>
              <w:rPr>
                <w:rtl/>
              </w:rPr>
              <w:t xml:space="preserve"> </w:t>
            </w:r>
            <w:r w:rsidRPr="009647FC">
              <w:rPr>
                <w:rtl/>
              </w:rPr>
              <w:t>العطايا</w:t>
            </w:r>
            <w:r>
              <w:rPr>
                <w:rtl/>
              </w:rPr>
              <w:t xml:space="preserve"> </w:t>
            </w:r>
            <w:r w:rsidRPr="009647FC">
              <w:rPr>
                <w:rtl/>
              </w:rPr>
              <w:t>والغنى</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واخذل</w:t>
            </w:r>
            <w:r>
              <w:rPr>
                <w:rtl/>
              </w:rPr>
              <w:t xml:space="preserve"> </w:t>
            </w:r>
            <w:r w:rsidRPr="009647FC">
              <w:rPr>
                <w:rtl/>
              </w:rPr>
              <w:t>الكفّار</w:t>
            </w:r>
            <w:r>
              <w:rPr>
                <w:rtl/>
              </w:rPr>
              <w:t xml:space="preserve"> </w:t>
            </w:r>
            <w:r w:rsidRPr="009647FC">
              <w:rPr>
                <w:rtl/>
              </w:rPr>
              <w:t>واخرب</w:t>
            </w:r>
            <w:r>
              <w:rPr>
                <w:rtl/>
              </w:rPr>
              <w:t xml:space="preserve"> </w:t>
            </w:r>
            <w:r w:rsidRPr="009647FC">
              <w:rPr>
                <w:rtl/>
              </w:rPr>
              <w:t>دارهم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واهلكنْهم</w:t>
            </w:r>
            <w:r>
              <w:rPr>
                <w:rtl/>
              </w:rPr>
              <w:t xml:space="preserve"> </w:t>
            </w:r>
            <w:r w:rsidRPr="009647FC">
              <w:rPr>
                <w:rtl/>
              </w:rPr>
              <w:t>واشفِ</w:t>
            </w:r>
            <w:r>
              <w:rPr>
                <w:rtl/>
              </w:rPr>
              <w:t xml:space="preserve"> </w:t>
            </w:r>
            <w:r w:rsidRPr="009647FC">
              <w:rPr>
                <w:rtl/>
              </w:rPr>
              <w:t>فيهم</w:t>
            </w:r>
            <w:r>
              <w:rPr>
                <w:rtl/>
              </w:rPr>
              <w:t xml:space="preserve"> </w:t>
            </w:r>
            <w:r w:rsidRPr="009647FC">
              <w:rPr>
                <w:rtl/>
              </w:rPr>
              <w:t>قلبنا</w:t>
            </w:r>
            <w:r w:rsidRPr="00725071">
              <w:rPr>
                <w:rStyle w:val="libPoemTiniChar0"/>
                <w:rtl/>
              </w:rPr>
              <w:br/>
              <w:t> </w:t>
            </w:r>
          </w:p>
        </w:tc>
      </w:tr>
    </w:tbl>
    <w:p w:rsidR="009647FC" w:rsidRPr="00524A24" w:rsidRDefault="009647FC" w:rsidP="004E7EC6">
      <w:pPr>
        <w:pStyle w:val="libNormal"/>
      </w:pPr>
      <w:r w:rsidRPr="009647FC">
        <w:rPr>
          <w:rtl/>
        </w:rPr>
        <w:t>قال السيّد</w:t>
      </w:r>
      <w:r w:rsidR="00D769AB">
        <w:rPr>
          <w:rtl/>
        </w:rPr>
        <w:t>:</w:t>
      </w:r>
      <w:r w:rsidRPr="009647FC">
        <w:rPr>
          <w:rtl/>
        </w:rPr>
        <w:t xml:space="preserve"> فنشطتُ لِما ندبني إليه</w:t>
      </w:r>
      <w:r w:rsidR="00D769AB">
        <w:rPr>
          <w:rtl/>
        </w:rPr>
        <w:t>،</w:t>
      </w:r>
      <w:r w:rsidRPr="009647FC">
        <w:rPr>
          <w:rtl/>
        </w:rPr>
        <w:t xml:space="preserve"> وأنا المعترف بأنّ له المنّ عليّ</w:t>
      </w:r>
      <w:r w:rsidR="00677BC4">
        <w:rPr>
          <w:rtl/>
        </w:rPr>
        <w:t>َ</w:t>
      </w:r>
      <w:r w:rsidRPr="009647FC">
        <w:rPr>
          <w:rtl/>
        </w:rPr>
        <w:t xml:space="preserve"> لا لي</w:t>
      </w:r>
      <w:r w:rsidR="00677BC4">
        <w:rPr>
          <w:rtl/>
        </w:rPr>
        <w:t>َ</w:t>
      </w:r>
      <w:r w:rsidRPr="009647FC">
        <w:rPr>
          <w:rtl/>
        </w:rPr>
        <w:t xml:space="preserve"> المنُّ عليه</w:t>
      </w:r>
      <w:r w:rsidR="00D769AB">
        <w:rPr>
          <w:rtl/>
        </w:rPr>
        <w:t>؛</w:t>
      </w:r>
      <w:r w:rsidRPr="009647FC">
        <w:rPr>
          <w:rtl/>
        </w:rPr>
        <w:t xml:space="preserve"> لأنّه إنّما دعاني للأخذ بحظي من الانتظام في سلك الداعين</w:t>
      </w:r>
      <w:r w:rsidR="00D769AB">
        <w:rPr>
          <w:rtl/>
        </w:rPr>
        <w:t>،</w:t>
      </w:r>
      <w:r w:rsidRPr="009647FC">
        <w:rPr>
          <w:rtl/>
        </w:rPr>
        <w:t xml:space="preserve"> بالنصر لحامي حوزة الإسلام</w:t>
      </w:r>
      <w:r w:rsidR="00D769AB">
        <w:rPr>
          <w:rtl/>
        </w:rPr>
        <w:t>،</w:t>
      </w:r>
      <w:r w:rsidRPr="009647FC">
        <w:rPr>
          <w:rtl/>
        </w:rPr>
        <w:t xml:space="preserve"> وبالتأييد لجنود المسلمين المرابطين في سبيل اللّه في جهاد الكافرين</w:t>
      </w:r>
      <w:r w:rsidR="00D769AB">
        <w:rPr>
          <w:rtl/>
        </w:rPr>
        <w:t>،</w:t>
      </w:r>
      <w:r w:rsidRPr="009647FC">
        <w:rPr>
          <w:rtl/>
        </w:rPr>
        <w:t xml:space="preserve"> وقلت مشطّراً</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يا</w:t>
            </w:r>
            <w:r w:rsidR="004C00A8">
              <w:rPr>
                <w:rtl/>
              </w:rPr>
              <w:t xml:space="preserve"> </w:t>
            </w:r>
            <w:r w:rsidRPr="009647FC">
              <w:rPr>
                <w:rtl/>
              </w:rPr>
              <w:t>إله</w:t>
            </w:r>
            <w:r>
              <w:rPr>
                <w:rtl/>
              </w:rPr>
              <w:t xml:space="preserve"> </w:t>
            </w:r>
            <w:r w:rsidRPr="009647FC">
              <w:rPr>
                <w:rtl/>
              </w:rPr>
              <w:t>الخلق</w:t>
            </w:r>
            <w:r>
              <w:rPr>
                <w:rtl/>
              </w:rPr>
              <w:t xml:space="preserve"> </w:t>
            </w:r>
            <w:r w:rsidRPr="009647FC">
              <w:rPr>
                <w:rtl/>
              </w:rPr>
              <w:t>يا</w:t>
            </w:r>
            <w:r>
              <w:rPr>
                <w:rtl/>
              </w:rPr>
              <w:t xml:space="preserve"> </w:t>
            </w:r>
            <w:r w:rsidRPr="009647FC">
              <w:rPr>
                <w:rtl/>
              </w:rPr>
              <w:t>بارئنا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لك</w:t>
            </w:r>
            <w:r>
              <w:rPr>
                <w:rtl/>
              </w:rPr>
              <w:t>َ</w:t>
            </w:r>
            <w:r w:rsidR="004C00A8">
              <w:rPr>
                <w:rtl/>
              </w:rPr>
              <w:t xml:space="preserve"> </w:t>
            </w:r>
            <w:r w:rsidRPr="009647FC">
              <w:rPr>
                <w:rtl/>
              </w:rPr>
              <w:t>نشكو</w:t>
            </w:r>
            <w:r>
              <w:rPr>
                <w:rtl/>
              </w:rPr>
              <w:t xml:space="preserve"> </w:t>
            </w:r>
            <w:r w:rsidRPr="009647FC">
              <w:rPr>
                <w:rtl/>
              </w:rPr>
              <w:t>اليوم</w:t>
            </w:r>
            <w:r>
              <w:rPr>
                <w:rtl/>
              </w:rPr>
              <w:t xml:space="preserve"> </w:t>
            </w:r>
            <w:r w:rsidRPr="009647FC">
              <w:rPr>
                <w:rtl/>
              </w:rPr>
              <w:t>ما</w:t>
            </w:r>
            <w:r>
              <w:rPr>
                <w:rtl/>
              </w:rPr>
              <w:t xml:space="preserve"> </w:t>
            </w:r>
            <w:r w:rsidRPr="009647FC">
              <w:rPr>
                <w:rtl/>
              </w:rPr>
              <w:t>حلّ</w:t>
            </w:r>
            <w:r>
              <w:rPr>
                <w:rtl/>
              </w:rPr>
              <w:t xml:space="preserve">َ </w:t>
            </w:r>
            <w:r w:rsidRPr="009647FC">
              <w:rPr>
                <w:rtl/>
              </w:rPr>
              <w:t>بنا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كظّنا</w:t>
            </w:r>
            <w:r>
              <w:rPr>
                <w:rtl/>
              </w:rPr>
              <w:t xml:space="preserve"> </w:t>
            </w:r>
            <w:r w:rsidRPr="009647FC">
              <w:rPr>
                <w:rtl/>
              </w:rPr>
              <w:t>حشدُ</w:t>
            </w:r>
            <w:r>
              <w:rPr>
                <w:rtl/>
              </w:rPr>
              <w:t xml:space="preserve"> </w:t>
            </w:r>
            <w:r w:rsidRPr="009647FC">
              <w:rPr>
                <w:rtl/>
              </w:rPr>
              <w:t>الملمات</w:t>
            </w:r>
            <w:r>
              <w:rPr>
                <w:rtl/>
              </w:rPr>
              <w:t xml:space="preserve"> </w:t>
            </w:r>
            <w:r w:rsidRPr="009647FC">
              <w:rPr>
                <w:rtl/>
              </w:rPr>
              <w:t>فها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نحن</w:t>
            </w:r>
            <w:r>
              <w:rPr>
                <w:rtl/>
              </w:rPr>
              <w:t xml:space="preserve"> </w:t>
            </w:r>
            <w:r w:rsidRPr="009647FC">
              <w:rPr>
                <w:rtl/>
              </w:rPr>
              <w:t>في</w:t>
            </w:r>
            <w:r>
              <w:rPr>
                <w:rtl/>
              </w:rPr>
              <w:t xml:space="preserve"> </w:t>
            </w:r>
            <w:r w:rsidRPr="009647FC">
              <w:rPr>
                <w:rtl/>
              </w:rPr>
              <w:t>ضيقٍ</w:t>
            </w:r>
            <w:r>
              <w:rPr>
                <w:rtl/>
              </w:rPr>
              <w:t xml:space="preserve"> </w:t>
            </w:r>
            <w:r w:rsidRPr="009647FC">
              <w:rPr>
                <w:rtl/>
              </w:rPr>
              <w:t>فكن</w:t>
            </w:r>
            <w:r>
              <w:rPr>
                <w:rtl/>
              </w:rPr>
              <w:t xml:space="preserve"> </w:t>
            </w:r>
            <w:r w:rsidRPr="009647FC">
              <w:rPr>
                <w:rtl/>
              </w:rPr>
              <w:t>عوناً</w:t>
            </w:r>
            <w:r>
              <w:rPr>
                <w:rtl/>
              </w:rPr>
              <w:t xml:space="preserve"> </w:t>
            </w:r>
            <w:r w:rsidRPr="009647FC">
              <w:rPr>
                <w:rtl/>
              </w:rPr>
              <w:t>لنا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وانصر</w:t>
            </w:r>
            <w:r w:rsidR="004C00A8">
              <w:rPr>
                <w:rtl/>
              </w:rPr>
              <w:t xml:space="preserve"> </w:t>
            </w:r>
            <w:r w:rsidRPr="009647FC">
              <w:rPr>
                <w:rtl/>
              </w:rPr>
              <w:t>الغازين</w:t>
            </w:r>
            <w:r>
              <w:rPr>
                <w:rtl/>
              </w:rPr>
              <w:t xml:space="preserve">َ </w:t>
            </w:r>
            <w:r w:rsidRPr="009647FC">
              <w:rPr>
                <w:rtl/>
              </w:rPr>
              <w:t>وارحمْ</w:t>
            </w:r>
            <w:r>
              <w:rPr>
                <w:rtl/>
              </w:rPr>
              <w:t xml:space="preserve"> </w:t>
            </w:r>
            <w:r w:rsidRPr="009647FC">
              <w:rPr>
                <w:rtl/>
              </w:rPr>
              <w:t>حالهم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فلقد</w:t>
            </w:r>
            <w:r>
              <w:rPr>
                <w:rtl/>
              </w:rPr>
              <w:t xml:space="preserve"> </w:t>
            </w:r>
            <w:r w:rsidRPr="009647FC">
              <w:rPr>
                <w:rtl/>
              </w:rPr>
              <w:t>أبلوا</w:t>
            </w:r>
            <w:r>
              <w:rPr>
                <w:rtl/>
              </w:rPr>
              <w:t xml:space="preserve"> </w:t>
            </w:r>
            <w:r w:rsidRPr="009647FC">
              <w:rPr>
                <w:rtl/>
              </w:rPr>
              <w:t>بلاءً</w:t>
            </w:r>
            <w:r>
              <w:rPr>
                <w:rtl/>
              </w:rPr>
              <w:t xml:space="preserve"> </w:t>
            </w:r>
            <w:r w:rsidRPr="009647FC">
              <w:rPr>
                <w:rtl/>
              </w:rPr>
              <w:t>ح</w:t>
            </w:r>
            <w:r w:rsidRPr="00B371C6">
              <w:rPr>
                <w:rtl/>
              </w:rPr>
              <w:t>َ</w:t>
            </w:r>
            <w:r w:rsidRPr="009647FC">
              <w:rPr>
                <w:rtl/>
              </w:rPr>
              <w:t>سنا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مخطوطة الملا: عليكم</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lastRenderedPageBreak/>
              <w:t>حيث</w:t>
            </w:r>
            <w:r w:rsidR="004C00A8">
              <w:rPr>
                <w:rtl/>
              </w:rPr>
              <w:t xml:space="preserve"> </w:t>
            </w:r>
            <w:r w:rsidRPr="009647FC">
              <w:rPr>
                <w:rtl/>
              </w:rPr>
              <w:t>عانوا</w:t>
            </w:r>
            <w:r>
              <w:rPr>
                <w:rtl/>
              </w:rPr>
              <w:t xml:space="preserve"> </w:t>
            </w:r>
            <w:r w:rsidRPr="009647FC">
              <w:rPr>
                <w:rtl/>
              </w:rPr>
              <w:t>فيك</w:t>
            </w:r>
            <w:r>
              <w:rPr>
                <w:rtl/>
              </w:rPr>
              <w:t xml:space="preserve">َ </w:t>
            </w:r>
            <w:r w:rsidRPr="009647FC">
              <w:rPr>
                <w:rtl/>
              </w:rPr>
              <w:t>ما</w:t>
            </w:r>
            <w:r>
              <w:rPr>
                <w:rtl/>
              </w:rPr>
              <w:t xml:space="preserve"> </w:t>
            </w:r>
            <w:r w:rsidRPr="009647FC">
              <w:rPr>
                <w:rtl/>
              </w:rPr>
              <w:t>عانوا</w:t>
            </w:r>
            <w:r>
              <w:rPr>
                <w:rtl/>
              </w:rPr>
              <w:t xml:space="preserve"> </w:t>
            </w:r>
            <w:r w:rsidRPr="009647FC">
              <w:rPr>
                <w:rtl/>
              </w:rPr>
              <w:t>فجدْ</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وتلطّف</w:t>
            </w:r>
            <w:r w:rsidR="004C00A8">
              <w:rPr>
                <w:rtl/>
              </w:rPr>
              <w:t xml:space="preserve"> </w:t>
            </w:r>
            <w:r w:rsidRPr="009647FC">
              <w:rPr>
                <w:rtl/>
              </w:rPr>
              <w:t>بهمُ</w:t>
            </w:r>
            <w:r>
              <w:rPr>
                <w:rtl/>
              </w:rPr>
              <w:t xml:space="preserve"> </w:t>
            </w:r>
            <w:r w:rsidRPr="009647FC">
              <w:rPr>
                <w:rtl/>
              </w:rPr>
              <w:t>في</w:t>
            </w:r>
            <w:r>
              <w:rPr>
                <w:rtl/>
              </w:rPr>
              <w:t xml:space="preserve"> </w:t>
            </w:r>
            <w:r w:rsidRPr="009647FC">
              <w:rPr>
                <w:rtl/>
              </w:rPr>
              <w:t>ذا</w:t>
            </w:r>
            <w:r>
              <w:rPr>
                <w:rtl/>
              </w:rPr>
              <w:t xml:space="preserve"> </w:t>
            </w:r>
            <w:r w:rsidRPr="009647FC">
              <w:rPr>
                <w:rtl/>
              </w:rPr>
              <w:t>العنا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فهمُ</w:t>
            </w:r>
            <w:r w:rsidR="004C00A8">
              <w:rPr>
                <w:rtl/>
              </w:rPr>
              <w:t xml:space="preserve"> </w:t>
            </w:r>
            <w:r w:rsidRPr="009647FC">
              <w:rPr>
                <w:rtl/>
              </w:rPr>
              <w:t>المفدون</w:t>
            </w:r>
            <w:r>
              <w:rPr>
                <w:rtl/>
              </w:rPr>
              <w:t xml:space="preserve"> </w:t>
            </w:r>
            <w:r w:rsidRPr="009647FC">
              <w:rPr>
                <w:rtl/>
              </w:rPr>
              <w:t>أرواحهمُ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ليقوا</w:t>
            </w:r>
            <w:r w:rsidR="004C00A8">
              <w:rPr>
                <w:rtl/>
              </w:rPr>
              <w:t xml:space="preserve"> </w:t>
            </w:r>
            <w:r w:rsidRPr="009647FC">
              <w:rPr>
                <w:rtl/>
              </w:rPr>
              <w:t>فيها</w:t>
            </w:r>
            <w:r>
              <w:rPr>
                <w:rtl/>
              </w:rPr>
              <w:t xml:space="preserve"> </w:t>
            </w:r>
            <w:r w:rsidRPr="009647FC">
              <w:rPr>
                <w:rtl/>
              </w:rPr>
              <w:t>الهدى</w:t>
            </w:r>
            <w:r>
              <w:rPr>
                <w:rtl/>
              </w:rPr>
              <w:t xml:space="preserve"> </w:t>
            </w:r>
            <w:r w:rsidRPr="009647FC">
              <w:rPr>
                <w:rtl/>
              </w:rPr>
              <w:t>والسُننا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لك</w:t>
            </w:r>
            <w:r>
              <w:rPr>
                <w:rtl/>
              </w:rPr>
              <w:t xml:space="preserve"> </w:t>
            </w:r>
            <w:r w:rsidRPr="009647FC">
              <w:rPr>
                <w:rtl/>
              </w:rPr>
              <w:t>قد</w:t>
            </w:r>
            <w:r>
              <w:rPr>
                <w:rtl/>
              </w:rPr>
              <w:t xml:space="preserve"> </w:t>
            </w:r>
            <w:r w:rsidRPr="009647FC">
              <w:rPr>
                <w:rtl/>
              </w:rPr>
              <w:t>دانوا</w:t>
            </w:r>
            <w:r>
              <w:rPr>
                <w:rtl/>
              </w:rPr>
              <w:t xml:space="preserve"> </w:t>
            </w:r>
            <w:r w:rsidRPr="009647FC">
              <w:rPr>
                <w:rtl/>
              </w:rPr>
              <w:t>فم</w:t>
            </w:r>
            <w:r>
              <w:rPr>
                <w:rtl/>
              </w:rPr>
              <w:t>َ</w:t>
            </w:r>
            <w:r w:rsidRPr="009647FC">
              <w:rPr>
                <w:rtl/>
              </w:rPr>
              <w:t>نْ</w:t>
            </w:r>
            <w:r>
              <w:rPr>
                <w:rtl/>
              </w:rPr>
              <w:t xml:space="preserve"> </w:t>
            </w:r>
            <w:r w:rsidRPr="009647FC">
              <w:rPr>
                <w:rtl/>
              </w:rPr>
              <w:t>يفضلُهم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وهم</w:t>
            </w:r>
            <w:r>
              <w:rPr>
                <w:rtl/>
              </w:rPr>
              <w:t xml:space="preserve"> </w:t>
            </w:r>
            <w:r w:rsidRPr="009647FC">
              <w:rPr>
                <w:rtl/>
              </w:rPr>
              <w:t>الموفون</w:t>
            </w:r>
            <w:r>
              <w:rPr>
                <w:rtl/>
              </w:rPr>
              <w:t xml:space="preserve"> </w:t>
            </w:r>
            <w:r w:rsidRPr="009647FC">
              <w:rPr>
                <w:rtl/>
              </w:rPr>
              <w:t>فرضاً</w:t>
            </w:r>
            <w:r>
              <w:rPr>
                <w:rtl/>
              </w:rPr>
              <w:t xml:space="preserve"> </w:t>
            </w:r>
            <w:r w:rsidRPr="009647FC">
              <w:rPr>
                <w:rtl/>
              </w:rPr>
              <w:t>بيّنا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فاجزِهم</w:t>
            </w:r>
            <w:r>
              <w:rPr>
                <w:rtl/>
              </w:rPr>
              <w:t xml:space="preserve"> </w:t>
            </w:r>
            <w:r w:rsidRPr="009647FC">
              <w:rPr>
                <w:rtl/>
              </w:rPr>
              <w:t>خيراً</w:t>
            </w:r>
            <w:r>
              <w:rPr>
                <w:rtl/>
              </w:rPr>
              <w:t xml:space="preserve"> </w:t>
            </w:r>
            <w:r w:rsidRPr="009647FC">
              <w:rPr>
                <w:rtl/>
              </w:rPr>
              <w:t>وضاعف</w:t>
            </w:r>
            <w:r>
              <w:rPr>
                <w:rtl/>
              </w:rPr>
              <w:t xml:space="preserve"> </w:t>
            </w:r>
            <w:r w:rsidRPr="009647FC">
              <w:rPr>
                <w:rtl/>
              </w:rPr>
              <w:t>أجرهم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واجعل</w:t>
            </w:r>
            <w:r w:rsidR="004C00A8">
              <w:rPr>
                <w:rtl/>
              </w:rPr>
              <w:t xml:space="preserve"> </w:t>
            </w:r>
            <w:r w:rsidRPr="009647FC">
              <w:rPr>
                <w:rtl/>
              </w:rPr>
              <w:t>النصر</w:t>
            </w:r>
            <w:r>
              <w:rPr>
                <w:rtl/>
              </w:rPr>
              <w:t xml:space="preserve">َ </w:t>
            </w:r>
            <w:r w:rsidRPr="009647FC">
              <w:rPr>
                <w:rtl/>
              </w:rPr>
              <w:t>لهم</w:t>
            </w:r>
            <w:r>
              <w:rPr>
                <w:rtl/>
              </w:rPr>
              <w:t xml:space="preserve"> </w:t>
            </w:r>
            <w:r w:rsidRPr="009647FC">
              <w:rPr>
                <w:rtl/>
              </w:rPr>
              <w:t>مقترِنا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ومن</w:t>
            </w:r>
            <w:r>
              <w:rPr>
                <w:rtl/>
              </w:rPr>
              <w:t xml:space="preserve"> </w:t>
            </w:r>
            <w:r w:rsidRPr="009647FC">
              <w:rPr>
                <w:rtl/>
              </w:rPr>
              <w:t>الفيءِ</w:t>
            </w:r>
            <w:r>
              <w:rPr>
                <w:rtl/>
              </w:rPr>
              <w:t xml:space="preserve"> </w:t>
            </w:r>
            <w:r w:rsidRPr="009647FC">
              <w:rPr>
                <w:rtl/>
              </w:rPr>
              <w:t>فوفّرْ</w:t>
            </w:r>
            <w:r>
              <w:rPr>
                <w:rtl/>
              </w:rPr>
              <w:t xml:space="preserve"> </w:t>
            </w:r>
            <w:r w:rsidRPr="009647FC">
              <w:rPr>
                <w:rtl/>
              </w:rPr>
              <w:t>حظّ</w:t>
            </w:r>
            <w:r>
              <w:rPr>
                <w:rtl/>
              </w:rPr>
              <w:t>َ</w:t>
            </w:r>
            <w:r w:rsidRPr="009647FC">
              <w:rPr>
                <w:rtl/>
              </w:rPr>
              <w:t>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أنت</w:t>
            </w:r>
            <w:r>
              <w:rPr>
                <w:rtl/>
              </w:rPr>
              <w:t xml:space="preserve">َ </w:t>
            </w:r>
            <w:r w:rsidRPr="009647FC">
              <w:rPr>
                <w:rtl/>
              </w:rPr>
              <w:t>فيّاضُ</w:t>
            </w:r>
            <w:r>
              <w:rPr>
                <w:rtl/>
              </w:rPr>
              <w:t xml:space="preserve"> </w:t>
            </w:r>
            <w:r w:rsidRPr="009647FC">
              <w:rPr>
                <w:rtl/>
              </w:rPr>
              <w:t>العطايا</w:t>
            </w:r>
            <w:r>
              <w:rPr>
                <w:rtl/>
              </w:rPr>
              <w:t xml:space="preserve"> </w:t>
            </w:r>
            <w:r w:rsidRPr="009647FC">
              <w:rPr>
                <w:rtl/>
              </w:rPr>
              <w:t>والغنى</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واخذل</w:t>
            </w:r>
            <w:r>
              <w:rPr>
                <w:rtl/>
              </w:rPr>
              <w:t xml:space="preserve"> </w:t>
            </w:r>
            <w:r w:rsidRPr="009647FC">
              <w:rPr>
                <w:rtl/>
              </w:rPr>
              <w:t>الكفّار</w:t>
            </w:r>
            <w:r>
              <w:rPr>
                <w:rtl/>
              </w:rPr>
              <w:t xml:space="preserve"> </w:t>
            </w:r>
            <w:r w:rsidRPr="009647FC">
              <w:rPr>
                <w:rtl/>
              </w:rPr>
              <w:t>واخرب</w:t>
            </w:r>
            <w:r>
              <w:rPr>
                <w:rtl/>
              </w:rPr>
              <w:t xml:space="preserve"> </w:t>
            </w:r>
            <w:r w:rsidRPr="009647FC">
              <w:rPr>
                <w:rtl/>
              </w:rPr>
              <w:t>دارهم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وأبحنا</w:t>
            </w:r>
            <w:r w:rsidR="004C00A8">
              <w:rPr>
                <w:rtl/>
              </w:rPr>
              <w:t xml:space="preserve"> </w:t>
            </w:r>
            <w:r w:rsidRPr="009647FC">
              <w:rPr>
                <w:rtl/>
              </w:rPr>
              <w:t>أرضهم</w:t>
            </w:r>
            <w:r>
              <w:rPr>
                <w:rtl/>
              </w:rPr>
              <w:t xml:space="preserve"> </w:t>
            </w:r>
            <w:r w:rsidRPr="009647FC">
              <w:rPr>
                <w:rtl/>
              </w:rPr>
              <w:t>والقننا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قد</w:t>
            </w:r>
            <w:r w:rsidR="004C00A8">
              <w:rPr>
                <w:rtl/>
              </w:rPr>
              <w:t xml:space="preserve"> </w:t>
            </w:r>
            <w:r w:rsidRPr="009647FC">
              <w:rPr>
                <w:rtl/>
              </w:rPr>
              <w:t>تشفّوا</w:t>
            </w:r>
            <w:r>
              <w:rPr>
                <w:rtl/>
              </w:rPr>
              <w:t xml:space="preserve"> </w:t>
            </w:r>
            <w:r w:rsidRPr="009647FC">
              <w:rPr>
                <w:rtl/>
              </w:rPr>
              <w:t>فأدِلنا</w:t>
            </w:r>
            <w:r>
              <w:rPr>
                <w:rtl/>
              </w:rPr>
              <w:t xml:space="preserve"> </w:t>
            </w:r>
            <w:r w:rsidRPr="009647FC">
              <w:rPr>
                <w:rtl/>
              </w:rPr>
              <w:t>منهمُ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واهلكنْهم</w:t>
            </w:r>
            <w:r>
              <w:rPr>
                <w:rtl/>
              </w:rPr>
              <w:t xml:space="preserve"> </w:t>
            </w:r>
            <w:r w:rsidRPr="009647FC">
              <w:rPr>
                <w:rtl/>
              </w:rPr>
              <w:t>واشفِ</w:t>
            </w:r>
            <w:r>
              <w:rPr>
                <w:rtl/>
              </w:rPr>
              <w:t xml:space="preserve"> </w:t>
            </w:r>
            <w:r w:rsidRPr="009647FC">
              <w:rPr>
                <w:rtl/>
              </w:rPr>
              <w:t>فيهم</w:t>
            </w:r>
            <w:r>
              <w:rPr>
                <w:rtl/>
              </w:rPr>
              <w:t xml:space="preserve"> </w:t>
            </w:r>
            <w:r w:rsidRPr="009647FC">
              <w:rPr>
                <w:rtl/>
              </w:rPr>
              <w:t>قلبنا</w:t>
            </w:r>
            <w:r w:rsidRPr="00725071">
              <w:rPr>
                <w:rStyle w:val="libPoemTiniChar0"/>
                <w:rtl/>
              </w:rPr>
              <w:br/>
              <w:t> </w:t>
            </w:r>
          </w:p>
        </w:tc>
      </w:tr>
    </w:tbl>
    <w:p w:rsidR="009647FC" w:rsidRPr="00524A24" w:rsidRDefault="009647FC" w:rsidP="004E7EC6">
      <w:pPr>
        <w:pStyle w:val="libNormal"/>
      </w:pPr>
      <w:r w:rsidRPr="009647FC">
        <w:rPr>
          <w:rtl/>
        </w:rPr>
        <w:t>وقال مخمّساً</w:t>
      </w:r>
      <w:r w:rsidR="00D769AB">
        <w:rPr>
          <w:rtl/>
        </w:rPr>
        <w:t>:</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نشأتْ</w:t>
            </w:r>
            <w:r>
              <w:rPr>
                <w:rtl/>
              </w:rPr>
              <w:t xml:space="preserve"> </w:t>
            </w:r>
            <w:r w:rsidRPr="009647FC">
              <w:rPr>
                <w:rtl/>
              </w:rPr>
              <w:t>نكباءُ</w:t>
            </w:r>
            <w:r>
              <w:rPr>
                <w:rtl/>
              </w:rPr>
              <w:t xml:space="preserve"> </w:t>
            </w:r>
            <w:r w:rsidRPr="009647FC">
              <w:rPr>
                <w:rtl/>
              </w:rPr>
              <w:t>يا</w:t>
            </w:r>
            <w:r>
              <w:rPr>
                <w:rtl/>
              </w:rPr>
              <w:t xml:space="preserve"> </w:t>
            </w:r>
            <w:r w:rsidRPr="009647FC">
              <w:rPr>
                <w:rtl/>
              </w:rPr>
              <w:t>رازئنا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إنْ</w:t>
            </w:r>
            <w:r>
              <w:rPr>
                <w:rtl/>
              </w:rPr>
              <w:t xml:space="preserve"> </w:t>
            </w:r>
            <w:r w:rsidRPr="009647FC">
              <w:rPr>
                <w:rtl/>
              </w:rPr>
              <w:t>تذرْها</w:t>
            </w:r>
            <w:r>
              <w:rPr>
                <w:rtl/>
              </w:rPr>
              <w:t xml:space="preserve"> </w:t>
            </w:r>
            <w:r w:rsidRPr="009647FC">
              <w:rPr>
                <w:rtl/>
              </w:rPr>
              <w:t>أهرمتْ</w:t>
            </w:r>
            <w:r>
              <w:rPr>
                <w:rtl/>
              </w:rPr>
              <w:t xml:space="preserve"> </w:t>
            </w:r>
            <w:r w:rsidRPr="009647FC">
              <w:rPr>
                <w:rtl/>
              </w:rPr>
              <w:t>ناشئنا</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خذ</w:t>
            </w:r>
            <w:r w:rsidR="004C00A8">
              <w:rPr>
                <w:rtl/>
              </w:rPr>
              <w:t xml:space="preserve"> </w:t>
            </w:r>
            <w:r w:rsidRPr="009647FC">
              <w:rPr>
                <w:rtl/>
              </w:rPr>
              <w:t>بأيدينا</w:t>
            </w:r>
            <w:r>
              <w:rPr>
                <w:rtl/>
              </w:rPr>
              <w:t xml:space="preserve"> </w:t>
            </w:r>
            <w:r w:rsidRPr="009647FC">
              <w:rPr>
                <w:rtl/>
              </w:rPr>
              <w:t>وكنْ</w:t>
            </w:r>
            <w:r>
              <w:rPr>
                <w:rtl/>
              </w:rPr>
              <w:t xml:space="preserve"> </w:t>
            </w:r>
            <w:r w:rsidRPr="009647FC">
              <w:rPr>
                <w:rtl/>
              </w:rPr>
              <w:t>كالئنا</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يا</w:t>
            </w:r>
            <w:r w:rsidR="004C00A8">
              <w:rPr>
                <w:rtl/>
              </w:rPr>
              <w:t xml:space="preserve"> </w:t>
            </w:r>
            <w:r w:rsidRPr="009647FC">
              <w:rPr>
                <w:rtl/>
              </w:rPr>
              <w:t>إله</w:t>
            </w:r>
            <w:r>
              <w:rPr>
                <w:rtl/>
              </w:rPr>
              <w:t xml:space="preserve"> </w:t>
            </w:r>
            <w:r w:rsidRPr="009647FC">
              <w:rPr>
                <w:rtl/>
              </w:rPr>
              <w:t>الخلق</w:t>
            </w:r>
            <w:r>
              <w:rPr>
                <w:rtl/>
              </w:rPr>
              <w:t xml:space="preserve"> </w:t>
            </w:r>
            <w:r w:rsidRPr="009647FC">
              <w:rPr>
                <w:rtl/>
              </w:rPr>
              <w:t>يا</w:t>
            </w:r>
            <w:r>
              <w:rPr>
                <w:rtl/>
              </w:rPr>
              <w:t xml:space="preserve"> </w:t>
            </w:r>
            <w:r w:rsidRPr="009647FC">
              <w:rPr>
                <w:rtl/>
              </w:rPr>
              <w:t>بارئنا</w:t>
            </w:r>
            <w:r w:rsidRPr="00725071">
              <w:rPr>
                <w:rStyle w:val="libPoemTiniChar0"/>
                <w:rtl/>
              </w:rPr>
              <w:br/>
              <w:t> </w:t>
            </w:r>
          </w:p>
        </w:tc>
      </w:tr>
    </w:tbl>
    <w:p w:rsidR="009647FC" w:rsidRPr="00524A24" w:rsidRDefault="00A72677" w:rsidP="004E7EC6">
      <w:pPr>
        <w:pStyle w:val="libPoemCenter"/>
      </w:pPr>
      <w:r w:rsidRPr="009647FC">
        <w:rPr>
          <w:rtl/>
        </w:rPr>
        <w:t>نح</w:t>
      </w:r>
      <w:r w:rsidR="009647FC" w:rsidRPr="009647FC">
        <w:rPr>
          <w:rtl/>
        </w:rPr>
        <w:t>ن</w:t>
      </w:r>
      <w:r w:rsidR="00D87517">
        <w:rPr>
          <w:rtl/>
        </w:rPr>
        <w:t xml:space="preserve"> </w:t>
      </w:r>
      <w:r w:rsidR="009647FC" w:rsidRPr="009647FC">
        <w:rPr>
          <w:rtl/>
        </w:rPr>
        <w:t>في</w:t>
      </w:r>
      <w:r w:rsidR="00D87517">
        <w:rPr>
          <w:rtl/>
        </w:rPr>
        <w:t xml:space="preserve"> </w:t>
      </w:r>
      <w:r w:rsidR="009647FC" w:rsidRPr="009647FC">
        <w:rPr>
          <w:rtl/>
        </w:rPr>
        <w:t>ضيقٍ</w:t>
      </w:r>
      <w:r w:rsidR="00D87517">
        <w:rPr>
          <w:rtl/>
        </w:rPr>
        <w:t xml:space="preserve"> </w:t>
      </w:r>
      <w:r w:rsidR="009647FC" w:rsidRPr="009647FC">
        <w:rPr>
          <w:rtl/>
        </w:rPr>
        <w:t>فكن</w:t>
      </w:r>
      <w:r w:rsidR="00D87517">
        <w:rPr>
          <w:rtl/>
        </w:rPr>
        <w:t xml:space="preserve"> </w:t>
      </w:r>
      <w:r w:rsidR="009647FC" w:rsidRPr="009647FC">
        <w:rPr>
          <w:rtl/>
        </w:rPr>
        <w:t>عوناً</w:t>
      </w:r>
      <w:r w:rsidR="00D87517">
        <w:rPr>
          <w:rtl/>
        </w:rPr>
        <w:t xml:space="preserve"> </w:t>
      </w:r>
      <w:r w:rsidR="009647FC" w:rsidRPr="009647FC">
        <w:rPr>
          <w:rtl/>
        </w:rPr>
        <w:t>لنا</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واخذل</w:t>
            </w:r>
            <w:r>
              <w:rPr>
                <w:rtl/>
              </w:rPr>
              <w:t xml:space="preserve"> </w:t>
            </w:r>
            <w:r w:rsidRPr="009647FC">
              <w:rPr>
                <w:rtl/>
              </w:rPr>
              <w:t>الغاوين</w:t>
            </w:r>
            <w:r>
              <w:rPr>
                <w:rtl/>
              </w:rPr>
              <w:t xml:space="preserve">َ </w:t>
            </w:r>
            <w:r w:rsidRPr="009647FC">
              <w:rPr>
                <w:rtl/>
              </w:rPr>
              <w:t>واشغلْ</w:t>
            </w:r>
            <w:r>
              <w:rPr>
                <w:rtl/>
              </w:rPr>
              <w:t xml:space="preserve"> </w:t>
            </w:r>
            <w:r w:rsidRPr="009647FC">
              <w:rPr>
                <w:rtl/>
              </w:rPr>
              <w:t>بالهم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وأبح</w:t>
            </w:r>
            <w:r w:rsidRPr="00B371C6">
              <w:rPr>
                <w:rtl/>
              </w:rPr>
              <w:t>ْ</w:t>
            </w:r>
            <w:r w:rsidRPr="009647FC">
              <w:rPr>
                <w:rtl/>
              </w:rPr>
              <w:t>هم</w:t>
            </w:r>
            <w:r>
              <w:rPr>
                <w:rtl/>
              </w:rPr>
              <w:t xml:space="preserve"> </w:t>
            </w:r>
            <w:r w:rsidRPr="009647FC">
              <w:rPr>
                <w:rtl/>
              </w:rPr>
              <w:t>واخترمْ</w:t>
            </w:r>
            <w:r>
              <w:rPr>
                <w:rtl/>
              </w:rPr>
              <w:t xml:space="preserve"> </w:t>
            </w:r>
            <w:r w:rsidRPr="009647FC">
              <w:rPr>
                <w:rtl/>
              </w:rPr>
              <w:t>آجالهم</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واصطليهم</w:t>
            </w:r>
            <w:r w:rsidR="004C00A8">
              <w:rPr>
                <w:rtl/>
              </w:rPr>
              <w:t xml:space="preserve"> </w:t>
            </w:r>
            <w:r w:rsidRPr="009647FC">
              <w:rPr>
                <w:rtl/>
              </w:rPr>
              <w:t>ليرو</w:t>
            </w:r>
            <w:r>
              <w:rPr>
                <w:rtl/>
              </w:rPr>
              <w:t>َ</w:t>
            </w:r>
            <w:r w:rsidRPr="009647FC">
              <w:rPr>
                <w:rtl/>
              </w:rPr>
              <w:t>ا</w:t>
            </w:r>
            <w:r>
              <w:rPr>
                <w:rtl/>
              </w:rPr>
              <w:t xml:space="preserve"> </w:t>
            </w:r>
            <w:r w:rsidRPr="009647FC">
              <w:rPr>
                <w:rtl/>
              </w:rPr>
              <w:t>أعمالهم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وانصر</w:t>
            </w:r>
            <w:r w:rsidR="004C00A8">
              <w:rPr>
                <w:rtl/>
              </w:rPr>
              <w:t xml:space="preserve"> </w:t>
            </w:r>
            <w:r w:rsidRPr="009647FC">
              <w:rPr>
                <w:rtl/>
              </w:rPr>
              <w:t>الغازين</w:t>
            </w:r>
            <w:r>
              <w:rPr>
                <w:rtl/>
              </w:rPr>
              <w:t xml:space="preserve">َ </w:t>
            </w:r>
            <w:r w:rsidRPr="009647FC">
              <w:rPr>
                <w:rtl/>
              </w:rPr>
              <w:t>وارحمْ</w:t>
            </w:r>
            <w:r>
              <w:rPr>
                <w:rtl/>
              </w:rPr>
              <w:t xml:space="preserve"> </w:t>
            </w:r>
            <w:r w:rsidRPr="009647FC">
              <w:rPr>
                <w:rtl/>
              </w:rPr>
              <w:t>حالهم</w:t>
            </w:r>
            <w:r w:rsidRPr="00725071">
              <w:rPr>
                <w:rStyle w:val="libPoemTiniChar0"/>
                <w:rtl/>
              </w:rPr>
              <w:br/>
              <w:t> </w:t>
            </w:r>
          </w:p>
        </w:tc>
      </w:tr>
    </w:tbl>
    <w:p w:rsidR="009647FC" w:rsidRPr="00524A24" w:rsidRDefault="009647FC" w:rsidP="004E7EC6">
      <w:pPr>
        <w:pStyle w:val="libPoemCenter"/>
      </w:pPr>
      <w:r w:rsidRPr="009647FC">
        <w:rPr>
          <w:rtl/>
        </w:rPr>
        <w:t>و</w:t>
      </w:r>
      <w:r w:rsidR="00A72677" w:rsidRPr="009647FC">
        <w:rPr>
          <w:rtl/>
        </w:rPr>
        <w:t>تل</w:t>
      </w:r>
      <w:r w:rsidRPr="009647FC">
        <w:rPr>
          <w:rtl/>
        </w:rPr>
        <w:t>طّفْ</w:t>
      </w:r>
      <w:r w:rsidR="004C00A8">
        <w:rPr>
          <w:rtl/>
        </w:rPr>
        <w:t xml:space="preserve"> </w:t>
      </w:r>
      <w:r w:rsidR="00A72677" w:rsidRPr="009647FC">
        <w:rPr>
          <w:rtl/>
        </w:rPr>
        <w:t>به</w:t>
      </w:r>
      <w:r w:rsidRPr="009647FC">
        <w:rPr>
          <w:rtl/>
        </w:rPr>
        <w:t>مُ</w:t>
      </w:r>
      <w:r w:rsidR="00D87517">
        <w:rPr>
          <w:rtl/>
        </w:rPr>
        <w:t xml:space="preserve"> </w:t>
      </w:r>
      <w:r w:rsidR="00A72677" w:rsidRPr="009647FC">
        <w:rPr>
          <w:rtl/>
        </w:rPr>
        <w:t>في</w:t>
      </w:r>
      <w:r w:rsidR="00D87517">
        <w:rPr>
          <w:rtl/>
        </w:rPr>
        <w:t xml:space="preserve"> </w:t>
      </w:r>
      <w:r w:rsidRPr="009647FC">
        <w:rPr>
          <w:rtl/>
        </w:rPr>
        <w:t>ذا</w:t>
      </w:r>
      <w:r w:rsidR="00D87517">
        <w:rPr>
          <w:rtl/>
        </w:rPr>
        <w:t xml:space="preserve"> </w:t>
      </w:r>
      <w:r w:rsidRPr="009647FC">
        <w:rPr>
          <w:rtl/>
        </w:rPr>
        <w:t>العنا</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قوّ</w:t>
            </w:r>
            <w:r>
              <w:rPr>
                <w:rtl/>
              </w:rPr>
              <w:t>َ</w:t>
            </w:r>
            <w:r w:rsidRPr="009647FC">
              <w:rPr>
                <w:rtl/>
              </w:rPr>
              <w:t>موا</w:t>
            </w:r>
            <w:r>
              <w:rPr>
                <w:rtl/>
              </w:rPr>
              <w:t xml:space="preserve"> </w:t>
            </w:r>
            <w:r w:rsidRPr="009647FC">
              <w:rPr>
                <w:rtl/>
              </w:rPr>
              <w:t>للحرب</w:t>
            </w:r>
            <w:r>
              <w:rPr>
                <w:rtl/>
              </w:rPr>
              <w:t xml:space="preserve"> </w:t>
            </w:r>
            <w:r w:rsidRPr="009647FC">
              <w:rPr>
                <w:rtl/>
              </w:rPr>
              <w:t>أشباحهمُ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ثمّ</w:t>
            </w:r>
            <w:r>
              <w:rPr>
                <w:rtl/>
              </w:rPr>
              <w:t xml:space="preserve"> </w:t>
            </w:r>
            <w:r w:rsidRPr="009647FC">
              <w:rPr>
                <w:rtl/>
              </w:rPr>
              <w:t>باعوا</w:t>
            </w:r>
            <w:r>
              <w:rPr>
                <w:rtl/>
              </w:rPr>
              <w:t xml:space="preserve"> </w:t>
            </w:r>
            <w:r w:rsidRPr="009647FC">
              <w:rPr>
                <w:rtl/>
              </w:rPr>
              <w:t>الكرب</w:t>
            </w:r>
            <w:r>
              <w:rPr>
                <w:rtl/>
              </w:rPr>
              <w:t xml:space="preserve"> </w:t>
            </w:r>
            <w:r w:rsidRPr="009647FC">
              <w:rPr>
                <w:rtl/>
              </w:rPr>
              <w:t>أفراحهمُ</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فزدِ</w:t>
            </w:r>
            <w:r w:rsidR="004C00A8">
              <w:rPr>
                <w:rtl/>
              </w:rPr>
              <w:t xml:space="preserve"> </w:t>
            </w:r>
            <w:r w:rsidRPr="009647FC">
              <w:rPr>
                <w:rtl/>
              </w:rPr>
              <w:t>الل</w:t>
            </w:r>
            <w:r w:rsidRPr="00B371C6">
              <w:rPr>
                <w:rtl/>
              </w:rPr>
              <w:t>ّ</w:t>
            </w:r>
            <w:r w:rsidRPr="009647FC">
              <w:rPr>
                <w:rtl/>
              </w:rPr>
              <w:t>همّ</w:t>
            </w:r>
            <w:r>
              <w:rPr>
                <w:rtl/>
              </w:rPr>
              <w:t xml:space="preserve">َ </w:t>
            </w:r>
            <w:r w:rsidRPr="009647FC">
              <w:rPr>
                <w:rtl/>
              </w:rPr>
              <w:t>أرباحهمُ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فهم</w:t>
            </w:r>
            <w:r w:rsidR="004C00A8">
              <w:rPr>
                <w:rtl/>
              </w:rPr>
              <w:t xml:space="preserve"> </w:t>
            </w:r>
            <w:r w:rsidRPr="009647FC">
              <w:rPr>
                <w:rtl/>
              </w:rPr>
              <w:t>المفدون</w:t>
            </w:r>
            <w:r>
              <w:rPr>
                <w:rtl/>
              </w:rPr>
              <w:t xml:space="preserve">َ </w:t>
            </w:r>
            <w:r w:rsidRPr="009647FC">
              <w:rPr>
                <w:rtl/>
              </w:rPr>
              <w:t>أرواحهمُ</w:t>
            </w:r>
            <w:r w:rsidRPr="00725071">
              <w:rPr>
                <w:rStyle w:val="libPoemTiniChar0"/>
                <w:rtl/>
              </w:rPr>
              <w:br/>
              <w:t> </w:t>
            </w:r>
          </w:p>
        </w:tc>
      </w:tr>
    </w:tbl>
    <w:p w:rsidR="009647FC" w:rsidRPr="00524A24" w:rsidRDefault="009647FC" w:rsidP="004E7EC6">
      <w:pPr>
        <w:pStyle w:val="libPoemCenter"/>
      </w:pPr>
      <w:r w:rsidRPr="009647FC">
        <w:rPr>
          <w:rtl/>
        </w:rPr>
        <w:t>و</w:t>
      </w:r>
      <w:r w:rsidR="00A72677" w:rsidRPr="009647FC">
        <w:rPr>
          <w:rtl/>
        </w:rPr>
        <w:t>هم</w:t>
      </w:r>
      <w:r w:rsidR="00D87517">
        <w:rPr>
          <w:rtl/>
        </w:rPr>
        <w:t xml:space="preserve"> </w:t>
      </w:r>
      <w:r w:rsidRPr="009647FC">
        <w:rPr>
          <w:rtl/>
        </w:rPr>
        <w:t>ا</w:t>
      </w:r>
      <w:r w:rsidR="00A72677" w:rsidRPr="009647FC">
        <w:rPr>
          <w:rtl/>
        </w:rPr>
        <w:t>لم</w:t>
      </w:r>
      <w:r w:rsidRPr="009647FC">
        <w:rPr>
          <w:rtl/>
        </w:rPr>
        <w:t>وفون</w:t>
      </w:r>
      <w:r w:rsidR="00677BC4">
        <w:rPr>
          <w:rtl/>
        </w:rPr>
        <w:t>َ</w:t>
      </w:r>
      <w:r w:rsidR="00D87517">
        <w:rPr>
          <w:rtl/>
        </w:rPr>
        <w:t xml:space="preserve"> </w:t>
      </w:r>
      <w:r w:rsidR="00A72677" w:rsidRPr="009647FC">
        <w:rPr>
          <w:rtl/>
        </w:rPr>
        <w:t>فر</w:t>
      </w:r>
      <w:r w:rsidRPr="009647FC">
        <w:rPr>
          <w:rtl/>
        </w:rPr>
        <w:t>ضاً</w:t>
      </w:r>
      <w:r w:rsidR="00D87517">
        <w:rPr>
          <w:rtl/>
        </w:rPr>
        <w:t xml:space="preserve"> </w:t>
      </w:r>
      <w:r w:rsidRPr="009647FC">
        <w:rPr>
          <w:rtl/>
        </w:rPr>
        <w:t>بيّنا</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عنهمُ</w:t>
            </w:r>
            <w:r>
              <w:rPr>
                <w:rtl/>
              </w:rPr>
              <w:t xml:space="preserve"> </w:t>
            </w:r>
            <w:r w:rsidRPr="009647FC">
              <w:rPr>
                <w:rtl/>
              </w:rPr>
              <w:t>ضع</w:t>
            </w:r>
            <w:r>
              <w:rPr>
                <w:rtl/>
              </w:rPr>
              <w:t xml:space="preserve"> </w:t>
            </w:r>
            <w:r w:rsidRPr="009647FC">
              <w:rPr>
                <w:rtl/>
              </w:rPr>
              <w:t>يا</w:t>
            </w:r>
            <w:r>
              <w:rPr>
                <w:rtl/>
              </w:rPr>
              <w:t xml:space="preserve"> </w:t>
            </w:r>
            <w:r w:rsidRPr="009647FC">
              <w:rPr>
                <w:rtl/>
              </w:rPr>
              <w:t>إلهي</w:t>
            </w:r>
            <w:r>
              <w:rPr>
                <w:rtl/>
              </w:rPr>
              <w:t xml:space="preserve"> </w:t>
            </w:r>
            <w:r w:rsidRPr="009647FC">
              <w:rPr>
                <w:rtl/>
              </w:rPr>
              <w:t>إصر</w:t>
            </w:r>
            <w:r>
              <w:rPr>
                <w:rtl/>
              </w:rPr>
              <w:t>َ</w:t>
            </w:r>
            <w:r w:rsidRPr="009647FC">
              <w:rPr>
                <w:rtl/>
              </w:rPr>
              <w:t>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وبنصرٍ</w:t>
            </w:r>
            <w:r>
              <w:rPr>
                <w:rtl/>
              </w:rPr>
              <w:t xml:space="preserve"> </w:t>
            </w:r>
            <w:r w:rsidRPr="009647FC">
              <w:rPr>
                <w:rtl/>
              </w:rPr>
              <w:t>منك</w:t>
            </w:r>
            <w:r>
              <w:rPr>
                <w:rtl/>
              </w:rPr>
              <w:t xml:space="preserve">َ </w:t>
            </w:r>
            <w:r w:rsidRPr="009647FC">
              <w:rPr>
                <w:rtl/>
              </w:rPr>
              <w:t>فاشددْ</w:t>
            </w:r>
            <w:r>
              <w:rPr>
                <w:rtl/>
              </w:rPr>
              <w:t xml:space="preserve"> </w:t>
            </w:r>
            <w:r w:rsidRPr="009647FC">
              <w:rPr>
                <w:rtl/>
              </w:rPr>
              <w:t>أزر</w:t>
            </w:r>
            <w:r>
              <w:rPr>
                <w:rtl/>
              </w:rPr>
              <w:t>َ</w:t>
            </w:r>
            <w:r w:rsidRPr="009647FC">
              <w:rPr>
                <w:rtl/>
              </w:rPr>
              <w:t>هم</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محصوك</w:t>
            </w:r>
            <w:r w:rsidR="004C00A8">
              <w:rPr>
                <w:rtl/>
              </w:rPr>
              <w:t xml:space="preserve"> </w:t>
            </w:r>
            <w:r w:rsidRPr="009647FC">
              <w:rPr>
                <w:rtl/>
              </w:rPr>
              <w:t>اليوم</w:t>
            </w:r>
            <w:r>
              <w:rPr>
                <w:rtl/>
              </w:rPr>
              <w:t xml:space="preserve"> </w:t>
            </w:r>
            <w:r w:rsidRPr="009647FC">
              <w:rPr>
                <w:rtl/>
              </w:rPr>
              <w:t>حقّاً</w:t>
            </w:r>
            <w:r>
              <w:rPr>
                <w:rtl/>
              </w:rPr>
              <w:t xml:space="preserve"> </w:t>
            </w:r>
            <w:r w:rsidRPr="009647FC">
              <w:rPr>
                <w:rtl/>
              </w:rPr>
              <w:t>صبر</w:t>
            </w:r>
            <w:r>
              <w:rPr>
                <w:rtl/>
              </w:rPr>
              <w:t>َ</w:t>
            </w:r>
            <w:r w:rsidRPr="009647FC">
              <w:rPr>
                <w:rtl/>
              </w:rPr>
              <w:t>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فاجزِهم</w:t>
            </w:r>
            <w:r>
              <w:rPr>
                <w:rtl/>
              </w:rPr>
              <w:t xml:space="preserve"> </w:t>
            </w:r>
            <w:r w:rsidRPr="009647FC">
              <w:rPr>
                <w:rtl/>
              </w:rPr>
              <w:t>خيراً</w:t>
            </w:r>
            <w:r>
              <w:rPr>
                <w:rtl/>
              </w:rPr>
              <w:t xml:space="preserve"> </w:t>
            </w:r>
            <w:r w:rsidRPr="009647FC">
              <w:rPr>
                <w:rtl/>
              </w:rPr>
              <w:t>وضاعفْ</w:t>
            </w:r>
            <w:r>
              <w:rPr>
                <w:rtl/>
              </w:rPr>
              <w:t xml:space="preserve"> </w:t>
            </w:r>
            <w:r w:rsidRPr="009647FC">
              <w:rPr>
                <w:rtl/>
              </w:rPr>
              <w:t>أجر</w:t>
            </w:r>
            <w:r>
              <w:rPr>
                <w:rtl/>
              </w:rPr>
              <w:t>َ</w:t>
            </w:r>
            <w:r w:rsidRPr="009647FC">
              <w:rPr>
                <w:rtl/>
              </w:rPr>
              <w:t>هم</w:t>
            </w:r>
            <w:r w:rsidRPr="00725071">
              <w:rPr>
                <w:rStyle w:val="libPoemTiniChar0"/>
                <w:rtl/>
              </w:rPr>
              <w:br/>
              <w:t> </w:t>
            </w:r>
          </w:p>
        </w:tc>
      </w:tr>
    </w:tbl>
    <w:p w:rsidR="009647FC" w:rsidRPr="00524A24" w:rsidRDefault="009647FC" w:rsidP="004E7EC6">
      <w:pPr>
        <w:pStyle w:val="libPoemCenter"/>
      </w:pPr>
      <w:r w:rsidRPr="009647FC">
        <w:rPr>
          <w:rtl/>
        </w:rPr>
        <w:t>أ</w:t>
      </w:r>
      <w:r w:rsidR="00A72677" w:rsidRPr="009647FC">
        <w:rPr>
          <w:rtl/>
        </w:rPr>
        <w:t>نت</w:t>
      </w:r>
      <w:r w:rsidR="00677BC4">
        <w:rPr>
          <w:rtl/>
        </w:rPr>
        <w:t>َ</w:t>
      </w:r>
      <w:r w:rsidR="00D87517">
        <w:rPr>
          <w:rtl/>
        </w:rPr>
        <w:t xml:space="preserve"> </w:t>
      </w:r>
      <w:r w:rsidR="00A72677" w:rsidRPr="009647FC">
        <w:rPr>
          <w:rtl/>
        </w:rPr>
        <w:t>في</w:t>
      </w:r>
      <w:r w:rsidRPr="009647FC">
        <w:rPr>
          <w:rtl/>
        </w:rPr>
        <w:t>ّاضُ</w:t>
      </w:r>
      <w:r w:rsidR="00D87517">
        <w:rPr>
          <w:rtl/>
        </w:rPr>
        <w:t xml:space="preserve"> </w:t>
      </w:r>
      <w:r w:rsidRPr="009647FC">
        <w:rPr>
          <w:rtl/>
        </w:rPr>
        <w:t>العطايا</w:t>
      </w:r>
      <w:r w:rsidR="00D87517">
        <w:rPr>
          <w:rtl/>
        </w:rPr>
        <w:t xml:space="preserve"> </w:t>
      </w:r>
      <w:r w:rsidRPr="009647FC">
        <w:rPr>
          <w:rtl/>
        </w:rPr>
        <w:t>والغنى</w:t>
      </w:r>
    </w:p>
    <w:tbl>
      <w:tblPr>
        <w:tblStyle w:val="TableGrid"/>
        <w:bidiVisual/>
        <w:tblW w:w="4562" w:type="pct"/>
        <w:tblInd w:w="384" w:type="dxa"/>
        <w:tblLook w:val="04A0"/>
      </w:tblPr>
      <w:tblGrid>
        <w:gridCol w:w="3924"/>
        <w:gridCol w:w="279"/>
        <w:gridCol w:w="3884"/>
      </w:tblGrid>
      <w:tr w:rsidR="005469AF" w:rsidTr="005469AF">
        <w:trPr>
          <w:trHeight w:val="350"/>
        </w:trPr>
        <w:tc>
          <w:tcPr>
            <w:tcW w:w="3924" w:type="dxa"/>
          </w:tcPr>
          <w:p w:rsidR="005469AF" w:rsidRDefault="005469AF" w:rsidP="00A93A43">
            <w:pPr>
              <w:pStyle w:val="libPoem"/>
            </w:pPr>
            <w:r w:rsidRPr="009647FC">
              <w:rPr>
                <w:rtl/>
              </w:rPr>
              <w:t>في</w:t>
            </w:r>
            <w:r w:rsidR="004C00A8">
              <w:rPr>
                <w:rtl/>
              </w:rPr>
              <w:t xml:space="preserve"> </w:t>
            </w:r>
            <w:r w:rsidRPr="009647FC">
              <w:rPr>
                <w:rtl/>
              </w:rPr>
              <w:t>حمى</w:t>
            </w:r>
            <w:r>
              <w:rPr>
                <w:rtl/>
              </w:rPr>
              <w:t xml:space="preserve"> </w:t>
            </w:r>
            <w:r w:rsidRPr="009647FC">
              <w:rPr>
                <w:rtl/>
              </w:rPr>
              <w:t>الأشراك</w:t>
            </w:r>
            <w:r>
              <w:rPr>
                <w:rtl/>
              </w:rPr>
              <w:t xml:space="preserve"> </w:t>
            </w:r>
            <w:r w:rsidRPr="009647FC">
              <w:rPr>
                <w:rtl/>
              </w:rPr>
              <w:t>أوقدْ</w:t>
            </w:r>
            <w:r>
              <w:rPr>
                <w:rtl/>
              </w:rPr>
              <w:t xml:space="preserve"> </w:t>
            </w:r>
            <w:r w:rsidRPr="009647FC">
              <w:rPr>
                <w:rtl/>
              </w:rPr>
              <w:t>نار</w:t>
            </w:r>
            <w:r>
              <w:rPr>
                <w:rtl/>
              </w:rPr>
              <w:t>َ</w:t>
            </w:r>
            <w:r w:rsidRPr="009647FC">
              <w:rPr>
                <w:rtl/>
              </w:rPr>
              <w:t>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واقتساراً</w:t>
            </w:r>
            <w:r w:rsidR="004C00A8">
              <w:rPr>
                <w:rtl/>
              </w:rPr>
              <w:t xml:space="preserve"> </w:t>
            </w:r>
            <w:r w:rsidRPr="009647FC">
              <w:rPr>
                <w:rtl/>
              </w:rPr>
              <w:t>أول</w:t>
            </w:r>
            <w:r w:rsidRPr="00B371C6">
              <w:rPr>
                <w:rtl/>
              </w:rPr>
              <w:t>ِ</w:t>
            </w:r>
            <w:r w:rsidRPr="009647FC">
              <w:rPr>
                <w:rtl/>
              </w:rPr>
              <w:t>هم</w:t>
            </w:r>
            <w:r>
              <w:rPr>
                <w:rtl/>
              </w:rPr>
              <w:t xml:space="preserve"> </w:t>
            </w:r>
            <w:r w:rsidRPr="009647FC">
              <w:rPr>
                <w:rtl/>
              </w:rPr>
              <w:t>إدبار</w:t>
            </w:r>
            <w:r>
              <w:rPr>
                <w:rtl/>
              </w:rPr>
              <w:t>َ</w:t>
            </w:r>
            <w:r w:rsidRPr="009647FC">
              <w:rPr>
                <w:rtl/>
              </w:rPr>
              <w:t>هم</w:t>
            </w:r>
            <w:r w:rsidRPr="00725071">
              <w:rPr>
                <w:rStyle w:val="libPoemTiniChar0"/>
                <w:rtl/>
              </w:rPr>
              <w:br/>
              <w:t> </w:t>
            </w:r>
          </w:p>
        </w:tc>
      </w:tr>
      <w:tr w:rsidR="005469AF" w:rsidTr="005469AF">
        <w:trPr>
          <w:trHeight w:val="350"/>
        </w:trPr>
        <w:tc>
          <w:tcPr>
            <w:tcW w:w="3924" w:type="dxa"/>
          </w:tcPr>
          <w:p w:rsidR="005469AF" w:rsidRDefault="005469AF" w:rsidP="00A93A43">
            <w:pPr>
              <w:pStyle w:val="libPoem"/>
            </w:pPr>
            <w:r w:rsidRPr="009647FC">
              <w:rPr>
                <w:rtl/>
              </w:rPr>
              <w:t>ولئلاّ</w:t>
            </w:r>
            <w:r w:rsidR="004C00A8">
              <w:rPr>
                <w:rtl/>
              </w:rPr>
              <w:t xml:space="preserve"> </w:t>
            </w:r>
            <w:r w:rsidRPr="009647FC">
              <w:rPr>
                <w:rtl/>
              </w:rPr>
              <w:t>ي</w:t>
            </w:r>
            <w:r w:rsidRPr="00B371C6">
              <w:rPr>
                <w:rtl/>
              </w:rPr>
              <w:t>ُ</w:t>
            </w:r>
            <w:r w:rsidRPr="009647FC">
              <w:rPr>
                <w:rtl/>
              </w:rPr>
              <w:t>خذ</w:t>
            </w:r>
            <w:r>
              <w:rPr>
                <w:rtl/>
              </w:rPr>
              <w:t>َ</w:t>
            </w:r>
            <w:r w:rsidRPr="009647FC">
              <w:rPr>
                <w:rtl/>
              </w:rPr>
              <w:t>لوا</w:t>
            </w:r>
            <w:r>
              <w:rPr>
                <w:rtl/>
              </w:rPr>
              <w:t xml:space="preserve"> </w:t>
            </w:r>
            <w:r w:rsidRPr="009647FC">
              <w:rPr>
                <w:rtl/>
              </w:rPr>
              <w:t>كنْ</w:t>
            </w:r>
            <w:r>
              <w:rPr>
                <w:rtl/>
              </w:rPr>
              <w:t xml:space="preserve"> </w:t>
            </w:r>
            <w:r w:rsidRPr="009647FC">
              <w:rPr>
                <w:rtl/>
              </w:rPr>
              <w:t>جار</w:t>
            </w:r>
            <w:r>
              <w:rPr>
                <w:rtl/>
              </w:rPr>
              <w:t>َ</w:t>
            </w:r>
            <w:r w:rsidRPr="009647FC">
              <w:rPr>
                <w:rtl/>
              </w:rPr>
              <w:t>هم</w:t>
            </w:r>
            <w:r w:rsidRPr="00725071">
              <w:rPr>
                <w:rStyle w:val="libPoemTiniChar0"/>
                <w:rtl/>
              </w:rPr>
              <w:br/>
              <w:t> </w:t>
            </w:r>
          </w:p>
        </w:tc>
        <w:tc>
          <w:tcPr>
            <w:tcW w:w="279" w:type="dxa"/>
          </w:tcPr>
          <w:p w:rsidR="005469AF" w:rsidRDefault="005469AF" w:rsidP="00A93A43">
            <w:pPr>
              <w:pStyle w:val="libPoem"/>
              <w:rPr>
                <w:rtl/>
              </w:rPr>
            </w:pPr>
          </w:p>
        </w:tc>
        <w:tc>
          <w:tcPr>
            <w:tcW w:w="3884" w:type="dxa"/>
          </w:tcPr>
          <w:p w:rsidR="005469AF" w:rsidRDefault="005469AF" w:rsidP="00A93A43">
            <w:pPr>
              <w:pStyle w:val="libPoem"/>
            </w:pPr>
            <w:r w:rsidRPr="009647FC">
              <w:rPr>
                <w:rtl/>
              </w:rPr>
              <w:t>واخذل</w:t>
            </w:r>
            <w:r>
              <w:rPr>
                <w:rtl/>
              </w:rPr>
              <w:t xml:space="preserve"> </w:t>
            </w:r>
            <w:r w:rsidRPr="009647FC">
              <w:rPr>
                <w:rtl/>
              </w:rPr>
              <w:t>الكفّار</w:t>
            </w:r>
            <w:r>
              <w:rPr>
                <w:rtl/>
              </w:rPr>
              <w:t xml:space="preserve"> </w:t>
            </w:r>
            <w:r w:rsidRPr="009647FC">
              <w:rPr>
                <w:rtl/>
              </w:rPr>
              <w:t>واخرب</w:t>
            </w:r>
            <w:r>
              <w:rPr>
                <w:rtl/>
              </w:rPr>
              <w:t xml:space="preserve"> </w:t>
            </w:r>
            <w:r w:rsidRPr="009647FC">
              <w:rPr>
                <w:rtl/>
              </w:rPr>
              <w:t>دارهم</w:t>
            </w:r>
            <w:r w:rsidRPr="00725071">
              <w:rPr>
                <w:rStyle w:val="libPoemTiniChar0"/>
                <w:rtl/>
              </w:rPr>
              <w:br/>
              <w:t> </w:t>
            </w:r>
          </w:p>
        </w:tc>
      </w:tr>
    </w:tbl>
    <w:p w:rsidR="009647FC" w:rsidRPr="00524A24" w:rsidRDefault="009647FC" w:rsidP="004E7EC6">
      <w:pPr>
        <w:pStyle w:val="libPoemCenter"/>
      </w:pPr>
      <w:r w:rsidRPr="009647FC">
        <w:rPr>
          <w:rtl/>
        </w:rPr>
        <w:t>وا</w:t>
      </w:r>
      <w:r w:rsidR="00A72677" w:rsidRPr="009647FC">
        <w:rPr>
          <w:rtl/>
        </w:rPr>
        <w:t>هل</w:t>
      </w:r>
      <w:r w:rsidRPr="009647FC">
        <w:rPr>
          <w:rtl/>
        </w:rPr>
        <w:t>كنْهم</w:t>
      </w:r>
      <w:r w:rsidR="00D87517">
        <w:rPr>
          <w:rtl/>
        </w:rPr>
        <w:t xml:space="preserve"> </w:t>
      </w:r>
      <w:r w:rsidRPr="009647FC">
        <w:rPr>
          <w:rtl/>
        </w:rPr>
        <w:t>وا</w:t>
      </w:r>
      <w:r w:rsidR="00A72677" w:rsidRPr="009647FC">
        <w:rPr>
          <w:rtl/>
        </w:rPr>
        <w:t>شف</w:t>
      </w:r>
      <w:r w:rsidRPr="009647FC">
        <w:rPr>
          <w:rtl/>
        </w:rPr>
        <w:t>ِ</w:t>
      </w:r>
      <w:r w:rsidR="00D87517">
        <w:rPr>
          <w:rtl/>
        </w:rPr>
        <w:t xml:space="preserve"> </w:t>
      </w:r>
      <w:r w:rsidRPr="009647FC">
        <w:rPr>
          <w:rtl/>
        </w:rPr>
        <w:t>فيهم</w:t>
      </w:r>
      <w:r w:rsidR="00D87517">
        <w:rPr>
          <w:rtl/>
        </w:rPr>
        <w:t xml:space="preserve"> </w:t>
      </w:r>
      <w:r w:rsidRPr="009647FC">
        <w:rPr>
          <w:rtl/>
        </w:rPr>
        <w:t>قلبنا</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وقال</w:t>
      </w:r>
      <w:r w:rsidR="00D769AB">
        <w:rPr>
          <w:rtl/>
        </w:rPr>
        <w:t>:</w:t>
      </w:r>
      <w:r w:rsidRPr="009647FC">
        <w:rPr>
          <w:rtl/>
        </w:rPr>
        <w:t xml:space="preserve"> ثمّ كتبت إليه مع هذا الشعر بهذه الفواصل من النثر</w:t>
      </w:r>
      <w:r w:rsidR="00D769AB">
        <w:rPr>
          <w:rtl/>
        </w:rPr>
        <w:t>،</w:t>
      </w:r>
      <w:r w:rsidRPr="009647FC">
        <w:rPr>
          <w:rtl/>
        </w:rPr>
        <w:t xml:space="preserve"> والأبيات التي في أثنائها لي قلتها فيه</w:t>
      </w:r>
      <w:r w:rsidR="00D769AB">
        <w:rPr>
          <w:rtl/>
        </w:rPr>
        <w:t>،</w:t>
      </w:r>
      <w:r w:rsidRPr="009647FC">
        <w:rPr>
          <w:rtl/>
        </w:rPr>
        <w:t xml:space="preserve"> ممّنْ وقع فيه طائر القلب</w:t>
      </w:r>
      <w:r w:rsidR="00D769AB">
        <w:rPr>
          <w:rtl/>
        </w:rPr>
        <w:t>،</w:t>
      </w:r>
      <w:r w:rsidRPr="009647FC">
        <w:rPr>
          <w:rtl/>
        </w:rPr>
        <w:t xml:space="preserve"> حيث يلتقط الحُبّ</w:t>
      </w:r>
      <w:r w:rsidR="00677BC4">
        <w:rPr>
          <w:rtl/>
        </w:rPr>
        <w:t>َ</w:t>
      </w:r>
      <w:r w:rsidRPr="009647FC">
        <w:rPr>
          <w:rtl/>
        </w:rPr>
        <w:t xml:space="preserve"> لا الح</w:t>
      </w:r>
      <w:r w:rsidR="00677BC4">
        <w:rPr>
          <w:rtl/>
        </w:rPr>
        <w:t>َ</w:t>
      </w:r>
      <w:r w:rsidRPr="009647FC">
        <w:rPr>
          <w:rtl/>
        </w:rPr>
        <w:t>بّ</w:t>
      </w:r>
      <w:r w:rsidR="00677BC4">
        <w:rPr>
          <w:rtl/>
        </w:rPr>
        <w:t>َ</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إلى</w:t>
            </w:r>
            <w:r>
              <w:rPr>
                <w:rtl/>
              </w:rPr>
              <w:t xml:space="preserve"> </w:t>
            </w:r>
            <w:r w:rsidRPr="009647FC">
              <w:rPr>
                <w:rtl/>
              </w:rPr>
              <w:t>فتىً</w:t>
            </w:r>
            <w:r>
              <w:rPr>
                <w:rtl/>
              </w:rPr>
              <w:t xml:space="preserve"> </w:t>
            </w:r>
            <w:r w:rsidRPr="009647FC">
              <w:rPr>
                <w:rtl/>
              </w:rPr>
              <w:t>من</w:t>
            </w:r>
            <w:r>
              <w:rPr>
                <w:rtl/>
              </w:rPr>
              <w:t xml:space="preserve"> </w:t>
            </w:r>
            <w:r w:rsidRPr="009647FC">
              <w:rPr>
                <w:rtl/>
              </w:rPr>
              <w:t>قبيلةً</w:t>
            </w:r>
            <w:r>
              <w:rPr>
                <w:rtl/>
              </w:rPr>
              <w:t xml:space="preserve"> </w:t>
            </w:r>
            <w:r w:rsidRPr="009647FC">
              <w:rPr>
                <w:rtl/>
              </w:rPr>
              <w:t>أبدا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قبيلةٌ</w:t>
            </w:r>
            <w:r>
              <w:rPr>
                <w:rtl/>
              </w:rPr>
              <w:t xml:space="preserve"> </w:t>
            </w:r>
            <w:r w:rsidRPr="009647FC">
              <w:rPr>
                <w:rtl/>
              </w:rPr>
              <w:t>في</w:t>
            </w:r>
            <w:r>
              <w:rPr>
                <w:rtl/>
              </w:rPr>
              <w:t xml:space="preserve"> </w:t>
            </w:r>
            <w:r w:rsidRPr="009647FC">
              <w:rPr>
                <w:rtl/>
              </w:rPr>
              <w:t>الفخار</w:t>
            </w:r>
            <w:r>
              <w:rPr>
                <w:rtl/>
              </w:rPr>
              <w:t xml:space="preserve"> </w:t>
            </w:r>
            <w:r w:rsidRPr="009647FC">
              <w:rPr>
                <w:rtl/>
              </w:rPr>
              <w:t>واحدُها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لم</w:t>
            </w:r>
            <w:r>
              <w:rPr>
                <w:rtl/>
              </w:rPr>
              <w:t xml:space="preserve"> </w:t>
            </w:r>
            <w:r w:rsidRPr="009647FC">
              <w:rPr>
                <w:rtl/>
              </w:rPr>
              <w:t>تنمه</w:t>
            </w:r>
            <w:r>
              <w:rPr>
                <w:rtl/>
              </w:rPr>
              <w:t xml:space="preserve"> </w:t>
            </w:r>
            <w:r w:rsidRPr="009647FC">
              <w:rPr>
                <w:rtl/>
              </w:rPr>
              <w:t>هاشمٌ</w:t>
            </w:r>
            <w:r>
              <w:rPr>
                <w:rtl/>
              </w:rPr>
              <w:t xml:space="preserve"> </w:t>
            </w:r>
            <w:r w:rsidRPr="009647FC">
              <w:rPr>
                <w:rtl/>
              </w:rPr>
              <w:t>لذروتها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إلاّ</w:t>
            </w:r>
            <w:r w:rsidR="004C00A8">
              <w:rPr>
                <w:rtl/>
              </w:rPr>
              <w:t xml:space="preserve"> </w:t>
            </w:r>
            <w:r w:rsidRPr="009647FC">
              <w:rPr>
                <w:rtl/>
              </w:rPr>
              <w:t>وغيظاً</w:t>
            </w:r>
            <w:r>
              <w:rPr>
                <w:rtl/>
              </w:rPr>
              <w:t xml:space="preserve"> </w:t>
            </w:r>
            <w:r w:rsidRPr="009647FC">
              <w:rPr>
                <w:rtl/>
              </w:rPr>
              <w:t>يموت</w:t>
            </w:r>
            <w:r>
              <w:rPr>
                <w:rtl/>
              </w:rPr>
              <w:t xml:space="preserve"> </w:t>
            </w:r>
            <w:r w:rsidRPr="009647FC">
              <w:rPr>
                <w:rtl/>
              </w:rPr>
              <w:t>حاسدُها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روضة</w:t>
            </w:r>
            <w:r>
              <w:rPr>
                <w:rtl/>
              </w:rPr>
              <w:t xml:space="preserve"> </w:t>
            </w:r>
            <w:r w:rsidRPr="009647FC">
              <w:rPr>
                <w:rtl/>
              </w:rPr>
              <w:t>علمٍ</w:t>
            </w:r>
            <w:r>
              <w:rPr>
                <w:rtl/>
              </w:rPr>
              <w:t xml:space="preserve"> </w:t>
            </w:r>
            <w:r w:rsidRPr="009647FC">
              <w:rPr>
                <w:rtl/>
              </w:rPr>
              <w:t>تروق</w:t>
            </w:r>
            <w:r>
              <w:rPr>
                <w:rtl/>
              </w:rPr>
              <w:t xml:space="preserve"> </w:t>
            </w:r>
            <w:r w:rsidRPr="009647FC">
              <w:rPr>
                <w:rtl/>
              </w:rPr>
              <w:t>والفضل</w:t>
            </w:r>
            <w:r>
              <w:rPr>
                <w:rtl/>
              </w:rPr>
              <w:t xml:space="preserve"> </w:t>
            </w:r>
            <w:r w:rsidRPr="009647FC">
              <w:rPr>
                <w:rtl/>
              </w:rPr>
              <w:t>والـ</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عقل</w:t>
            </w:r>
            <w:r w:rsidR="004C00A8">
              <w:rPr>
                <w:rtl/>
              </w:rPr>
              <w:t xml:space="preserve"> </w:t>
            </w:r>
            <w:r w:rsidRPr="009647FC">
              <w:rPr>
                <w:rtl/>
              </w:rPr>
              <w:t>معاً</w:t>
            </w:r>
            <w:r>
              <w:rPr>
                <w:rtl/>
              </w:rPr>
              <w:t xml:space="preserve"> </w:t>
            </w:r>
            <w:r w:rsidRPr="009647FC">
              <w:rPr>
                <w:rtl/>
              </w:rPr>
              <w:t>وردُها</w:t>
            </w:r>
            <w:r>
              <w:rPr>
                <w:rtl/>
              </w:rPr>
              <w:t xml:space="preserve"> </w:t>
            </w:r>
            <w:r w:rsidRPr="009647FC">
              <w:rPr>
                <w:rtl/>
              </w:rPr>
              <w:t>ورائدها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جلا</w:t>
            </w:r>
            <w:r>
              <w:rPr>
                <w:rtl/>
              </w:rPr>
              <w:t xml:space="preserve"> </w:t>
            </w:r>
            <w:r w:rsidRPr="009647FC">
              <w:rPr>
                <w:rtl/>
              </w:rPr>
              <w:t>على</w:t>
            </w:r>
            <w:r>
              <w:rPr>
                <w:rtl/>
              </w:rPr>
              <w:t xml:space="preserve"> </w:t>
            </w:r>
            <w:r w:rsidRPr="004E7EC6">
              <w:rPr>
                <w:rStyle w:val="libFootnotenumChar"/>
                <w:rtl/>
              </w:rPr>
              <w:t>(1)</w:t>
            </w:r>
            <w:r>
              <w:rPr>
                <w:rtl/>
              </w:rPr>
              <w:t xml:space="preserve"> </w:t>
            </w:r>
            <w:r w:rsidRPr="009647FC">
              <w:rPr>
                <w:rtl/>
              </w:rPr>
              <w:t>الطرس</w:t>
            </w:r>
            <w:r>
              <w:rPr>
                <w:rtl/>
              </w:rPr>
              <w:t xml:space="preserve"> </w:t>
            </w:r>
            <w:r w:rsidRPr="009647FC">
              <w:rPr>
                <w:rtl/>
              </w:rPr>
              <w:t>من</w:t>
            </w:r>
            <w:r>
              <w:rPr>
                <w:rtl/>
              </w:rPr>
              <w:t xml:space="preserve"> </w:t>
            </w:r>
            <w:r w:rsidRPr="009647FC">
              <w:rPr>
                <w:rtl/>
              </w:rPr>
              <w:t>فرائده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عروس</w:t>
            </w:r>
            <w:r>
              <w:rPr>
                <w:rtl/>
              </w:rPr>
              <w:t>َ</w:t>
            </w:r>
            <w:r w:rsidR="004C00A8">
              <w:rPr>
                <w:rtl/>
              </w:rPr>
              <w:t xml:space="preserve"> </w:t>
            </w:r>
            <w:r w:rsidRPr="009647FC">
              <w:rPr>
                <w:rtl/>
              </w:rPr>
              <w:t>فكرٍ</w:t>
            </w:r>
            <w:r>
              <w:rPr>
                <w:rtl/>
              </w:rPr>
              <w:t xml:space="preserve"> </w:t>
            </w:r>
            <w:r w:rsidRPr="009647FC">
              <w:rPr>
                <w:rtl/>
              </w:rPr>
              <w:t>زهت</w:t>
            </w:r>
            <w:r>
              <w:rPr>
                <w:rtl/>
              </w:rPr>
              <w:t xml:space="preserve"> </w:t>
            </w:r>
            <w:r w:rsidRPr="009647FC">
              <w:rPr>
                <w:rtl/>
              </w:rPr>
              <w:t>فرائدها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خلوقها</w:t>
            </w:r>
            <w:r>
              <w:rPr>
                <w:rtl/>
              </w:rPr>
              <w:t xml:space="preserve"> </w:t>
            </w:r>
            <w:r w:rsidRPr="009647FC">
              <w:rPr>
                <w:rtl/>
              </w:rPr>
              <w:t>من</w:t>
            </w:r>
            <w:r>
              <w:rPr>
                <w:rtl/>
              </w:rPr>
              <w:t xml:space="preserve"> </w:t>
            </w:r>
            <w:r w:rsidRPr="009647FC">
              <w:rPr>
                <w:rtl/>
              </w:rPr>
              <w:t>شذا</w:t>
            </w:r>
            <w:r>
              <w:rPr>
                <w:rtl/>
              </w:rPr>
              <w:t xml:space="preserve"> </w:t>
            </w:r>
            <w:r w:rsidRPr="009647FC">
              <w:rPr>
                <w:rtl/>
              </w:rPr>
              <w:t>حجاهُ</w:t>
            </w:r>
            <w:r>
              <w:rPr>
                <w:rtl/>
              </w:rPr>
              <w:t xml:space="preserve"> </w:t>
            </w:r>
            <w:r w:rsidRPr="009647FC">
              <w:rPr>
                <w:rtl/>
              </w:rPr>
              <w:t>ومن</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جوهر</w:t>
            </w:r>
            <w:r w:rsidR="004C00A8">
              <w:rPr>
                <w:rtl/>
              </w:rPr>
              <w:t xml:space="preserve"> </w:t>
            </w:r>
            <w:r w:rsidRPr="009647FC">
              <w:rPr>
                <w:rtl/>
              </w:rPr>
              <w:t>ألفاظه</w:t>
            </w:r>
            <w:r>
              <w:rPr>
                <w:rtl/>
              </w:rPr>
              <w:t xml:space="preserve"> </w:t>
            </w:r>
            <w:r w:rsidRPr="009647FC">
              <w:rPr>
                <w:rtl/>
              </w:rPr>
              <w:t>قلائدها</w:t>
            </w:r>
            <w:r w:rsidRPr="00725071">
              <w:rPr>
                <w:rStyle w:val="libPoemTiniChar0"/>
                <w:rtl/>
              </w:rPr>
              <w:br/>
              <w:t> </w:t>
            </w:r>
          </w:p>
        </w:tc>
      </w:tr>
    </w:tbl>
    <w:p w:rsidR="009647FC" w:rsidRPr="00524A24" w:rsidRDefault="009647FC" w:rsidP="004E7EC6">
      <w:pPr>
        <w:pStyle w:val="libNormal"/>
      </w:pPr>
      <w:r w:rsidRPr="004E7EC6">
        <w:rPr>
          <w:rtl/>
        </w:rPr>
        <w:t>قد انتظمت بسلك الإيجاز</w:t>
      </w:r>
      <w:r w:rsidR="00D769AB">
        <w:rPr>
          <w:rtl/>
        </w:rPr>
        <w:t>،</w:t>
      </w:r>
      <w:r w:rsidRPr="004E7EC6">
        <w:rPr>
          <w:rtl/>
        </w:rPr>
        <w:t xml:space="preserve"> وانتظم في سلكها الإعجاز</w:t>
      </w:r>
      <w:r w:rsidR="00D769AB">
        <w:rPr>
          <w:rtl/>
        </w:rPr>
        <w:t>،</w:t>
      </w:r>
      <w:r w:rsidRPr="004E7EC6">
        <w:rPr>
          <w:rtl/>
        </w:rPr>
        <w:t xml:space="preserve"> فبرزت تخطر دلالاً</w:t>
      </w:r>
      <w:r w:rsidR="00D769AB">
        <w:rPr>
          <w:rtl/>
        </w:rPr>
        <w:t>،</w:t>
      </w:r>
      <w:r w:rsidRPr="004E7EC6">
        <w:rPr>
          <w:rtl/>
        </w:rPr>
        <w:t xml:space="preserve"> وتسحب أبراد البلاغة اختيالاً</w:t>
      </w:r>
      <w:r w:rsidR="00D769AB">
        <w:rPr>
          <w:rtl/>
        </w:rPr>
        <w:t>،</w:t>
      </w:r>
      <w:r w:rsidRPr="004E7EC6">
        <w:rPr>
          <w:rtl/>
        </w:rPr>
        <w:t xml:space="preserve"> تجرُّ تلك الأذيال على نثر هو السحر الحلال</w:t>
      </w:r>
      <w:r w:rsidR="00D769AB">
        <w:rPr>
          <w:rtl/>
        </w:rPr>
        <w:t>،</w:t>
      </w:r>
      <w:r w:rsidRPr="004E7EC6">
        <w:rPr>
          <w:rtl/>
        </w:rPr>
        <w:t xml:space="preserve"> قد تنزّلت من سماء ذلك الحلال آياته الباهرة</w:t>
      </w:r>
      <w:r w:rsidR="00D769AB">
        <w:rPr>
          <w:rtl/>
        </w:rPr>
        <w:t>،</w:t>
      </w:r>
      <w:r w:rsidRPr="004E7EC6">
        <w:rPr>
          <w:rtl/>
        </w:rPr>
        <w:t xml:space="preserve"> واستغرقت من الصبِّ حواسه الخمس</w:t>
      </w:r>
      <w:r w:rsidR="00D769AB">
        <w:rPr>
          <w:rtl/>
        </w:rPr>
        <w:t>،</w:t>
      </w:r>
      <w:r w:rsidRPr="004E7EC6">
        <w:rPr>
          <w:rtl/>
        </w:rPr>
        <w:t xml:space="preserve"> بما أقامه في مقام الذهول</w:t>
      </w:r>
      <w:r w:rsidR="00D769AB">
        <w:rPr>
          <w:rtl/>
        </w:rPr>
        <w:t>،</w:t>
      </w:r>
      <w:r w:rsidRPr="004E7EC6">
        <w:rPr>
          <w:rtl/>
        </w:rPr>
        <w:t xml:space="preserve"> فجديرٌ أن يتلى عليهم</w:t>
      </w:r>
      <w:r w:rsidRPr="004E7EC6">
        <w:rPr>
          <w:rStyle w:val="libFootnotenumChar"/>
          <w:rtl/>
        </w:rPr>
        <w:t>(2)</w:t>
      </w:r>
      <w:r w:rsidRPr="004E7EC6">
        <w:rPr>
          <w:rtl/>
        </w:rPr>
        <w:t xml:space="preserve"> فإذا هم بالساهرة</w:t>
      </w:r>
      <w:r w:rsidR="00D769AB">
        <w:rPr>
          <w:rtl/>
        </w:rPr>
        <w:t>،</w:t>
      </w:r>
      <w:r w:rsidRPr="004E7EC6">
        <w:rPr>
          <w:rtl/>
        </w:rPr>
        <w:t xml:space="preserve"> وحيث أنّ الداعي لمالك رقاب</w:t>
      </w:r>
      <w:r w:rsidR="00677BC4">
        <w:rPr>
          <w:rtl/>
        </w:rPr>
        <w:t>َ</w:t>
      </w:r>
      <w:r w:rsidRPr="004E7EC6">
        <w:rPr>
          <w:rtl/>
        </w:rPr>
        <w:t xml:space="preserve"> المناقب والمساعي</w:t>
      </w:r>
      <w:r w:rsidR="00D769AB">
        <w:rPr>
          <w:rtl/>
        </w:rPr>
        <w:t>،</w:t>
      </w:r>
      <w:r w:rsidRPr="004E7EC6">
        <w:rPr>
          <w:rtl/>
        </w:rPr>
        <w:t xml:space="preserve"> وإن كان ليس ببعيد الغور</w:t>
      </w:r>
      <w:r w:rsidR="00D769AB">
        <w:rPr>
          <w:rtl/>
        </w:rPr>
        <w:t>،</w:t>
      </w:r>
      <w:r w:rsidRPr="004E7EC6">
        <w:rPr>
          <w:rtl/>
        </w:rPr>
        <w:t xml:space="preserve"> يرى الأمر الصادر من تلك الحضرة للفور</w:t>
      </w:r>
      <w:r w:rsidR="00D769AB">
        <w:rPr>
          <w:rtl/>
        </w:rPr>
        <w:t>،</w:t>
      </w:r>
      <w:r w:rsidRPr="004E7EC6">
        <w:rPr>
          <w:rtl/>
        </w:rPr>
        <w:t xml:space="preserve"> فبادر إلى الامتثال</w:t>
      </w:r>
      <w:r w:rsidR="00D769AB">
        <w:rPr>
          <w:rtl/>
        </w:rPr>
        <w:t>،</w:t>
      </w:r>
      <w:r w:rsidRPr="004E7EC6">
        <w:rPr>
          <w:rtl/>
        </w:rPr>
        <w:t xml:space="preserve"> راجياً أنّ ينظمه القبول في سلك م</w:t>
      </w:r>
      <w:r w:rsidR="00677BC4">
        <w:rPr>
          <w:rtl/>
        </w:rPr>
        <w:t>َ</w:t>
      </w:r>
      <w:r w:rsidRPr="004E7EC6">
        <w:rPr>
          <w:rtl/>
        </w:rPr>
        <w:t>نْ حظي</w:t>
      </w:r>
      <w:r w:rsidR="00677BC4">
        <w:rPr>
          <w:rtl/>
        </w:rPr>
        <w:t>َ</w:t>
      </w:r>
      <w:r w:rsidRPr="004E7EC6">
        <w:rPr>
          <w:rtl/>
        </w:rPr>
        <w:t xml:space="preserve"> بالإقبال</w:t>
      </w:r>
      <w:r w:rsidR="00D769AB">
        <w:rPr>
          <w:rtl/>
        </w:rPr>
        <w:t>،</w:t>
      </w:r>
      <w:r w:rsidRPr="004E7EC6">
        <w:rPr>
          <w:rtl/>
        </w:rPr>
        <w:t xml:space="preserve"> عقد اللّهُ عزّ</w:t>
      </w:r>
      <w:r w:rsidR="00677BC4">
        <w:rPr>
          <w:rtl/>
        </w:rPr>
        <w:t>َ</w:t>
      </w:r>
      <w:r w:rsidRPr="004E7EC6">
        <w:rPr>
          <w:rtl/>
        </w:rPr>
        <w:t xml:space="preserve"> ذلك الجناب بناصية الدهر</w:t>
      </w:r>
      <w:r w:rsidR="00D769AB">
        <w:rPr>
          <w:rtl/>
        </w:rPr>
        <w:t>،</w:t>
      </w:r>
      <w:r w:rsidRPr="004E7EC6">
        <w:rPr>
          <w:rtl/>
        </w:rPr>
        <w:t xml:space="preserve"> ولا برحتْ تأرج بعبير ثرى تلك الأعتاب مفارقُ الملوك الغر</w:t>
      </w:r>
      <w:r w:rsidR="00D769AB">
        <w:rPr>
          <w:rtl/>
        </w:rPr>
        <w:t>،</w:t>
      </w:r>
      <w:r w:rsidRPr="004E7EC6">
        <w:rPr>
          <w:rtl/>
        </w:rPr>
        <w:t xml:space="preserve"> ما ضرب الليل رواقه</w:t>
      </w:r>
      <w:r w:rsidR="00D769AB">
        <w:rPr>
          <w:rtl/>
        </w:rPr>
        <w:t>،</w:t>
      </w:r>
      <w:r w:rsidRPr="004E7EC6">
        <w:rPr>
          <w:rtl/>
        </w:rPr>
        <w:t xml:space="preserve"> وحلّ</w:t>
      </w:r>
      <w:r w:rsidR="00677BC4">
        <w:rPr>
          <w:rtl/>
        </w:rPr>
        <w:t>َ</w:t>
      </w:r>
      <w:r w:rsidRPr="004E7EC6">
        <w:rPr>
          <w:rtl/>
        </w:rPr>
        <w:t xml:space="preserve"> بيد الصبح عن الغزالة نطاقه</w:t>
      </w:r>
      <w:r w:rsidR="00D769AB">
        <w:rPr>
          <w:rtl/>
        </w:rPr>
        <w:t>،</w:t>
      </w:r>
      <w:r w:rsidRPr="004E7EC6">
        <w:rPr>
          <w:rtl/>
        </w:rPr>
        <w:t xml:space="preserve"> وهذا دعاءٌ للبرية شامل</w:t>
      </w:r>
      <w:r w:rsidR="00D769AB">
        <w:rPr>
          <w:rtl/>
        </w:rPr>
        <w:t>.</w:t>
      </w:r>
    </w:p>
    <w:p w:rsidR="009647FC" w:rsidRPr="00524A24" w:rsidRDefault="009647FC" w:rsidP="004E7EC6">
      <w:pPr>
        <w:pStyle w:val="libNormal"/>
      </w:pPr>
      <w:r w:rsidRPr="009647FC">
        <w:rPr>
          <w:rtl/>
        </w:rPr>
        <w:t>فأجابه بهذه الرسالة</w:t>
      </w:r>
      <w:r w:rsidR="00D769AB">
        <w:rPr>
          <w:rtl/>
        </w:rPr>
        <w:t>:</w:t>
      </w:r>
    </w:p>
    <w:p w:rsidR="009647FC" w:rsidRPr="00524A24" w:rsidRDefault="009647FC" w:rsidP="004E7EC6">
      <w:pPr>
        <w:pStyle w:val="libNormal"/>
      </w:pPr>
      <w:r w:rsidRPr="009647FC">
        <w:rPr>
          <w:rtl/>
        </w:rPr>
        <w:t>أخذتُ بكفّ الشوق والاحترام</w:t>
      </w:r>
      <w:r w:rsidR="00D769AB">
        <w:rPr>
          <w:rtl/>
        </w:rPr>
        <w:t>،</w:t>
      </w:r>
      <w:r w:rsidRPr="009647FC">
        <w:rPr>
          <w:rtl/>
        </w:rPr>
        <w:t xml:space="preserve"> أدام اللّه بقاك مدى الدهر والأعوام</w:t>
      </w:r>
      <w:r w:rsidR="00D769AB">
        <w:rPr>
          <w:rtl/>
        </w:rPr>
        <w:t>،</w:t>
      </w:r>
      <w:r w:rsidRPr="009647FC">
        <w:rPr>
          <w:rtl/>
        </w:rPr>
        <w:t xml:space="preserve"> ما تفضلت</w:t>
      </w:r>
      <w:r w:rsidR="00677BC4">
        <w:rPr>
          <w:rtl/>
        </w:rPr>
        <w:t>َ</w:t>
      </w:r>
      <w:r w:rsidRPr="009647FC">
        <w:rPr>
          <w:rtl/>
        </w:rPr>
        <w:t xml:space="preserve"> به من نفيس التخميس</w:t>
      </w:r>
      <w:r w:rsidR="00D769AB">
        <w:rPr>
          <w:rtl/>
        </w:rPr>
        <w:t>،</w:t>
      </w:r>
      <w:r w:rsidRPr="009647FC">
        <w:rPr>
          <w:rtl/>
        </w:rPr>
        <w:t xml:space="preserve"> المهزم بسطوته البليغة من أرباب الفصاحة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w:t>
      </w:r>
      <w:r w:rsidR="00D769AB">
        <w:rPr>
          <w:rtl/>
        </w:rPr>
        <w:t>:</w:t>
      </w:r>
      <w:r w:rsidRPr="009647FC">
        <w:rPr>
          <w:rtl/>
        </w:rPr>
        <w:t xml:space="preserve"> عن الطرس</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الديوان المطبوع</w:t>
      </w:r>
      <w:r w:rsidR="00D769AB">
        <w:rPr>
          <w:rtl/>
        </w:rPr>
        <w:t>:</w:t>
      </w:r>
      <w:r w:rsidRPr="009647FC">
        <w:rPr>
          <w:rtl/>
        </w:rPr>
        <w:t xml:space="preserve"> عليه</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ألف خميس</w:t>
      </w:r>
      <w:r w:rsidR="00D769AB">
        <w:rPr>
          <w:rtl/>
        </w:rPr>
        <w:t>،</w:t>
      </w:r>
      <w:r w:rsidRPr="004E7EC6">
        <w:rPr>
          <w:rtl/>
        </w:rPr>
        <w:t xml:space="preserve"> ورقيق</w:t>
      </w:r>
      <w:r w:rsidRPr="004E7EC6">
        <w:rPr>
          <w:rStyle w:val="libFootnotenumChar"/>
          <w:rtl/>
        </w:rPr>
        <w:t>(1)</w:t>
      </w:r>
      <w:r w:rsidRPr="004E7EC6">
        <w:rPr>
          <w:rtl/>
        </w:rPr>
        <w:t xml:space="preserve"> التشطير الآخذ بشطري الحسن</w:t>
      </w:r>
      <w:r w:rsidR="00D769AB">
        <w:rPr>
          <w:rtl/>
        </w:rPr>
        <w:t>،</w:t>
      </w:r>
      <w:r w:rsidRPr="004E7EC6">
        <w:rPr>
          <w:rtl/>
        </w:rPr>
        <w:t xml:space="preserve"> ولم يكن له شبيهٌ ولا نظير</w:t>
      </w:r>
      <w:r w:rsidR="00D769AB">
        <w:rPr>
          <w:rtl/>
        </w:rPr>
        <w:t>،</w:t>
      </w:r>
      <w:r w:rsidRPr="004E7EC6">
        <w:rPr>
          <w:rtl/>
        </w:rPr>
        <w:t xml:space="preserve"> فوجدتهما لعمري قد ارتقيا الطرف</w:t>
      </w:r>
      <w:r w:rsidR="00677BC4">
        <w:rPr>
          <w:rtl/>
        </w:rPr>
        <w:t>َ</w:t>
      </w:r>
      <w:r w:rsidRPr="004E7EC6">
        <w:rPr>
          <w:rtl/>
        </w:rPr>
        <w:t xml:space="preserve"> الأعلى من البلاغة</w:t>
      </w:r>
      <w:r w:rsidR="00D769AB">
        <w:rPr>
          <w:rtl/>
        </w:rPr>
        <w:t>،</w:t>
      </w:r>
      <w:r w:rsidRPr="004E7EC6">
        <w:rPr>
          <w:rtl/>
        </w:rPr>
        <w:t xml:space="preserve"> وارتفعا بعد أن انتصبا بمقام من الإحسان انخفضت دونه أكابر الصناعة ولم يبلغ أحدٌ بلاغه</w:t>
      </w:r>
      <w:r w:rsidR="00D769AB">
        <w:rPr>
          <w:rtl/>
        </w:rPr>
        <w:t>،</w:t>
      </w:r>
      <w:r w:rsidRPr="004E7EC6">
        <w:rPr>
          <w:rtl/>
        </w:rPr>
        <w:t xml:space="preserve"> فما أعذب ألفاظها</w:t>
      </w:r>
      <w:r w:rsidR="00D769AB">
        <w:rPr>
          <w:rtl/>
        </w:rPr>
        <w:t>،</w:t>
      </w:r>
      <w:r w:rsidRPr="004E7EC6">
        <w:rPr>
          <w:rtl/>
        </w:rPr>
        <w:t xml:space="preserve"> وأدقّ</w:t>
      </w:r>
      <w:r w:rsidR="00677BC4">
        <w:rPr>
          <w:rtl/>
        </w:rPr>
        <w:t>َ</w:t>
      </w:r>
      <w:r w:rsidRPr="004E7EC6">
        <w:rPr>
          <w:rtl/>
        </w:rPr>
        <w:t xml:space="preserve"> معانيها</w:t>
      </w:r>
      <w:r w:rsidR="00D769AB">
        <w:rPr>
          <w:rtl/>
        </w:rPr>
        <w:t>،</w:t>
      </w:r>
      <w:r w:rsidRPr="004E7EC6">
        <w:rPr>
          <w:rtl/>
        </w:rPr>
        <w:t xml:space="preserve"> وأعمر أبياتها</w:t>
      </w:r>
      <w:r w:rsidR="00D769AB">
        <w:rPr>
          <w:rtl/>
        </w:rPr>
        <w:t>،</w:t>
      </w:r>
      <w:r w:rsidRPr="004E7EC6">
        <w:rPr>
          <w:rtl/>
        </w:rPr>
        <w:t xml:space="preserve"> وأحكم مبانيها</w:t>
      </w:r>
      <w:r w:rsidR="00D769AB">
        <w:rPr>
          <w:rtl/>
        </w:rPr>
        <w:t>،</w:t>
      </w:r>
      <w:r w:rsidRPr="004E7EC6">
        <w:rPr>
          <w:rtl/>
        </w:rPr>
        <w:t xml:space="preserve"> فلو رآها (أبو تمام) لاعترف بانحطاطه من ذيّالك المقام</w:t>
      </w:r>
      <w:r w:rsidR="00D769AB">
        <w:rPr>
          <w:rtl/>
        </w:rPr>
        <w:t>،</w:t>
      </w:r>
      <w:r w:rsidRPr="004E7EC6">
        <w:rPr>
          <w:rtl/>
        </w:rPr>
        <w:t xml:space="preserve"> أو (الشريف الرضي) لارتضاها وأقرّ</w:t>
      </w:r>
      <w:r w:rsidR="00677BC4">
        <w:rPr>
          <w:rtl/>
        </w:rPr>
        <w:t>َ</w:t>
      </w:r>
      <w:r w:rsidRPr="004E7EC6">
        <w:rPr>
          <w:rtl/>
        </w:rPr>
        <w:t xml:space="preserve"> طائعاً بحسن السبك والنظام</w:t>
      </w:r>
      <w:r w:rsidR="00D769AB">
        <w:rPr>
          <w:rtl/>
        </w:rPr>
        <w:t>،</w:t>
      </w:r>
      <w:r w:rsidRPr="004E7EC6">
        <w:rPr>
          <w:rtl/>
        </w:rPr>
        <w:t xml:space="preserve"> أو (امرئ القيس) لما امترى أنّها</w:t>
      </w:r>
      <w:r w:rsidRPr="004E7EC6">
        <w:rPr>
          <w:rStyle w:val="libFootnotenumChar"/>
          <w:rtl/>
        </w:rPr>
        <w:t>(2)</w:t>
      </w:r>
      <w:r w:rsidRPr="004E7EC6">
        <w:rPr>
          <w:rtl/>
        </w:rPr>
        <w:t xml:space="preserve"> أبلغ من شعره</w:t>
      </w:r>
      <w:r w:rsidR="00D769AB">
        <w:rPr>
          <w:rtl/>
        </w:rPr>
        <w:t>،</w:t>
      </w:r>
      <w:r w:rsidRPr="004E7EC6">
        <w:rPr>
          <w:rtl/>
        </w:rPr>
        <w:t xml:space="preserve"> أو (عمر بن أبي ربيعة) لما شك أنّها</w:t>
      </w:r>
      <w:r w:rsidRPr="004E7EC6">
        <w:rPr>
          <w:rStyle w:val="libFootnotenumChar"/>
          <w:rtl/>
        </w:rPr>
        <w:t>(3)</w:t>
      </w:r>
      <w:r w:rsidRPr="004E7EC6">
        <w:rPr>
          <w:rtl/>
        </w:rPr>
        <w:t xml:space="preserve"> أرقُّ من سلوكه في نظمه ونثره</w:t>
      </w:r>
      <w:r w:rsidR="00D769AB">
        <w:rPr>
          <w:rtl/>
        </w:rPr>
        <w:t>،</w:t>
      </w:r>
      <w:r w:rsidRPr="004E7EC6">
        <w:rPr>
          <w:rtl/>
        </w:rPr>
        <w:t xml:space="preserve"> أو (حسان بن ثابت) لاستحسنها وثبت عنده أنّك إمام البلاغة</w:t>
      </w:r>
      <w:r w:rsidR="00D769AB">
        <w:rPr>
          <w:rtl/>
        </w:rPr>
        <w:t>،</w:t>
      </w:r>
      <w:r w:rsidRPr="004E7EC6">
        <w:rPr>
          <w:rtl/>
        </w:rPr>
        <w:t xml:space="preserve"> أو (زهير بن أبي سلمى) لتاه عجباً من رونقها الأزهري</w:t>
      </w:r>
      <w:r w:rsidR="00D769AB">
        <w:rPr>
          <w:rtl/>
        </w:rPr>
        <w:t>،</w:t>
      </w:r>
      <w:r w:rsidRPr="004E7EC6">
        <w:rPr>
          <w:rtl/>
        </w:rPr>
        <w:t xml:space="preserve"> وعلم أنّك مصدر الحكمة في هذه الصياغة</w:t>
      </w:r>
      <w:r w:rsidRPr="004E7EC6">
        <w:rPr>
          <w:rStyle w:val="libFootnotenumChar"/>
          <w:rtl/>
        </w:rPr>
        <w:t>(4)</w:t>
      </w:r>
      <w:r w:rsidR="00D769AB">
        <w:rPr>
          <w:rtl/>
        </w:rPr>
        <w:t>.</w:t>
      </w:r>
    </w:p>
    <w:p w:rsidR="009647FC" w:rsidRPr="00524A24" w:rsidRDefault="009647FC" w:rsidP="004E7EC6">
      <w:pPr>
        <w:pStyle w:val="libNormal"/>
      </w:pPr>
      <w:r w:rsidRPr="009647FC">
        <w:rPr>
          <w:rtl/>
        </w:rPr>
        <w:t>وأمّا ما رصّعتها به من جواهر نثرك الذي انتظمت دراريه</w:t>
      </w:r>
      <w:r w:rsidR="00D769AB">
        <w:rPr>
          <w:rtl/>
        </w:rPr>
        <w:t>،</w:t>
      </w:r>
      <w:r w:rsidRPr="009647FC">
        <w:rPr>
          <w:rtl/>
        </w:rPr>
        <w:t xml:space="preserve"> وعذبت ألفاظه واستحكمت معانيه</w:t>
      </w:r>
      <w:r w:rsidR="00D769AB">
        <w:rPr>
          <w:rtl/>
        </w:rPr>
        <w:t>،</w:t>
      </w:r>
      <w:r w:rsidRPr="009647FC">
        <w:rPr>
          <w:rtl/>
        </w:rPr>
        <w:t xml:space="preserve"> فهو وبهيِّ سمتِك</w:t>
      </w:r>
      <w:r w:rsidR="00677BC4">
        <w:rPr>
          <w:rtl/>
        </w:rPr>
        <w:t>َ</w:t>
      </w:r>
      <w:r w:rsidR="00D769AB">
        <w:rPr>
          <w:rtl/>
        </w:rPr>
        <w:t>،</w:t>
      </w:r>
      <w:r w:rsidRPr="009647FC">
        <w:rPr>
          <w:rtl/>
        </w:rPr>
        <w:t xml:space="preserve"> ورقّ</w:t>
      </w:r>
      <w:r w:rsidR="00677BC4">
        <w:rPr>
          <w:rtl/>
        </w:rPr>
        <w:t>َ</w:t>
      </w:r>
      <w:r w:rsidRPr="009647FC">
        <w:rPr>
          <w:rtl/>
        </w:rPr>
        <w:t>ة طبعك</w:t>
      </w:r>
      <w:r w:rsidR="00D769AB">
        <w:rPr>
          <w:rtl/>
        </w:rPr>
        <w:t>،</w:t>
      </w:r>
      <w:r w:rsidRPr="009647FC">
        <w:rPr>
          <w:rtl/>
        </w:rPr>
        <w:t xml:space="preserve"> كما قيل</w:t>
      </w:r>
      <w:r w:rsidR="00D769AB">
        <w:rPr>
          <w:rtl/>
        </w:rPr>
        <w:t>:</w:t>
      </w:r>
      <w:r w:rsidRPr="009647FC">
        <w:rPr>
          <w:rtl/>
        </w:rPr>
        <w:t xml:space="preserve"> السحرُ الحلال</w:t>
      </w:r>
      <w:r w:rsidR="00D769AB">
        <w:rPr>
          <w:rtl/>
        </w:rPr>
        <w:t>،</w:t>
      </w:r>
      <w:r w:rsidRPr="009647FC">
        <w:rPr>
          <w:rtl/>
        </w:rPr>
        <w:t xml:space="preserve"> والماء العذب</w:t>
      </w:r>
      <w:r w:rsidR="00D769AB">
        <w:rPr>
          <w:rtl/>
        </w:rPr>
        <w:t>،</w:t>
      </w:r>
      <w:r w:rsidRPr="009647FC">
        <w:rPr>
          <w:rtl/>
        </w:rPr>
        <w:t xml:space="preserve"> تجلي به الأبصار والبصائر</w:t>
      </w:r>
      <w:r w:rsidR="00D769AB">
        <w:rPr>
          <w:rtl/>
        </w:rPr>
        <w:t>،</w:t>
      </w:r>
      <w:r w:rsidRPr="009647FC">
        <w:rPr>
          <w:rtl/>
        </w:rPr>
        <w:t xml:space="preserve"> وترتاح بسماعه القلوب والضمائر</w:t>
      </w:r>
      <w:r w:rsidR="00D769AB">
        <w:rPr>
          <w:rtl/>
        </w:rPr>
        <w:t>،</w:t>
      </w:r>
      <w:r w:rsidRPr="009647FC">
        <w:rPr>
          <w:rtl/>
        </w:rPr>
        <w:t xml:space="preserve"> فلو رآه (الصابي) لصبا إليه</w:t>
      </w:r>
      <w:r w:rsidR="00D769AB">
        <w:rPr>
          <w:rtl/>
        </w:rPr>
        <w:t>،</w:t>
      </w:r>
      <w:r w:rsidRPr="009647FC">
        <w:rPr>
          <w:rtl/>
        </w:rPr>
        <w:t xml:space="preserve"> وتنسّم من عبير ص</w:t>
      </w:r>
      <w:r w:rsidR="00677BC4">
        <w:rPr>
          <w:rtl/>
        </w:rPr>
        <w:t>َ</w:t>
      </w:r>
      <w:r w:rsidRPr="009647FC">
        <w:rPr>
          <w:rtl/>
        </w:rPr>
        <w:t>باه</w:t>
      </w:r>
      <w:r w:rsidR="00D769AB">
        <w:rPr>
          <w:rtl/>
        </w:rPr>
        <w:t>،</w:t>
      </w:r>
      <w:r w:rsidRPr="009647FC">
        <w:rPr>
          <w:rtl/>
        </w:rPr>
        <w:t xml:space="preserve"> وعلم أنّه لو باراه لما أتى بمثله ولا جاراه</w:t>
      </w:r>
      <w:r w:rsidR="00D769AB">
        <w:rPr>
          <w:rtl/>
        </w:rPr>
        <w:t>،</w:t>
      </w:r>
      <w:r w:rsidRPr="009647FC">
        <w:rPr>
          <w:rtl/>
        </w:rPr>
        <w:t xml:space="preserve"> أو رئيس الخطباء (قسُّ بن ساعدة) لفارق المواسم</w:t>
      </w:r>
      <w:r w:rsidR="00D769AB">
        <w:rPr>
          <w:rtl/>
        </w:rPr>
        <w:t>،</w:t>
      </w:r>
      <w:r w:rsidRPr="009647FC">
        <w:rPr>
          <w:rtl/>
        </w:rPr>
        <w:t xml:space="preserve"> وسلّ</w:t>
      </w:r>
      <w:r w:rsidR="00677BC4">
        <w:rPr>
          <w:rtl/>
        </w:rPr>
        <w:t>َ</w:t>
      </w:r>
      <w:r w:rsidRPr="009647FC">
        <w:rPr>
          <w:rtl/>
        </w:rPr>
        <w:t>م أن ذلك خارجٌ عن طوقه ولو ألف بليغ من قومه ساعده</w:t>
      </w:r>
      <w:r w:rsidR="00D769AB">
        <w:rPr>
          <w:rtl/>
        </w:rPr>
        <w:t>،</w:t>
      </w:r>
      <w:r w:rsidRPr="009647FC">
        <w:rPr>
          <w:rtl/>
        </w:rPr>
        <w:t xml:space="preserve"> أو كافي الكفاة (الصاحب بن عباد) لاستصحبه وما فارقه واكتفى به وما زاد</w:t>
      </w:r>
      <w:r w:rsidR="00D769AB">
        <w:rPr>
          <w:rtl/>
        </w:rPr>
        <w:t>.</w:t>
      </w:r>
    </w:p>
    <w:p w:rsidR="009647FC" w:rsidRPr="00524A24" w:rsidRDefault="009647FC" w:rsidP="004E7EC6">
      <w:pPr>
        <w:pStyle w:val="libNormal"/>
      </w:pPr>
      <w:r w:rsidRPr="004E7EC6">
        <w:rPr>
          <w:rtl/>
        </w:rPr>
        <w:t>ثمّ إنّي ورفيع قدرك</w:t>
      </w:r>
      <w:r w:rsidR="00D769AB">
        <w:rPr>
          <w:rtl/>
        </w:rPr>
        <w:t>،</w:t>
      </w:r>
      <w:r w:rsidRPr="004E7EC6">
        <w:rPr>
          <w:rtl/>
        </w:rPr>
        <w:t xml:space="preserve"> وسنّي فصاحتك</w:t>
      </w:r>
      <w:r w:rsidR="00D769AB">
        <w:rPr>
          <w:rtl/>
        </w:rPr>
        <w:t>،</w:t>
      </w:r>
      <w:r w:rsidRPr="004E7EC6">
        <w:rPr>
          <w:rtl/>
        </w:rPr>
        <w:t xml:space="preserve"> وعليّ بلاغتك</w:t>
      </w:r>
      <w:r w:rsidR="00D769AB">
        <w:rPr>
          <w:rtl/>
        </w:rPr>
        <w:t>،</w:t>
      </w:r>
      <w:r w:rsidRPr="004E7EC6">
        <w:rPr>
          <w:rtl/>
        </w:rPr>
        <w:t xml:space="preserve"> قد صرتُ غريق بحار الحيرة</w:t>
      </w:r>
      <w:r w:rsidR="00D769AB">
        <w:rPr>
          <w:rtl/>
        </w:rPr>
        <w:t>،</w:t>
      </w:r>
      <w:r w:rsidRPr="004E7EC6">
        <w:rPr>
          <w:rtl/>
        </w:rPr>
        <w:t xml:space="preserve"> لا ادري بأيّ كيفية أؤدي شكرك</w:t>
      </w:r>
      <w:r w:rsidR="00677BC4">
        <w:rPr>
          <w:rtl/>
        </w:rPr>
        <w:t>َ</w:t>
      </w:r>
      <w:r w:rsidR="00D769AB">
        <w:rPr>
          <w:rtl/>
        </w:rPr>
        <w:t>،</w:t>
      </w:r>
      <w:r w:rsidRPr="004E7EC6">
        <w:rPr>
          <w:rtl/>
        </w:rPr>
        <w:t xml:space="preserve"> وبأيّ لسان أصفك</w:t>
      </w:r>
      <w:r w:rsidR="00677BC4">
        <w:rPr>
          <w:rtl/>
        </w:rPr>
        <w:t>َ</w:t>
      </w:r>
      <w:r w:rsidR="00D769AB">
        <w:rPr>
          <w:rtl/>
        </w:rPr>
        <w:t>،</w:t>
      </w:r>
      <w:r w:rsidRPr="004E7EC6">
        <w:rPr>
          <w:rtl/>
        </w:rPr>
        <w:t xml:space="preserve"> فأكافي فضلك</w:t>
      </w:r>
      <w:r w:rsidR="00D769AB">
        <w:rPr>
          <w:rtl/>
        </w:rPr>
        <w:t>،</w:t>
      </w:r>
      <w:r w:rsidRPr="004E7EC6">
        <w:rPr>
          <w:rtl/>
        </w:rPr>
        <w:t xml:space="preserve"> بما تنزّلت به</w:t>
      </w:r>
      <w:r w:rsidRPr="004E7EC6">
        <w:rPr>
          <w:rStyle w:val="libFootnotenumChar"/>
          <w:rtl/>
        </w:rPr>
        <w:t>(5)</w:t>
      </w:r>
      <w:r w:rsidRPr="004E7EC6">
        <w:rPr>
          <w:rtl/>
        </w:rPr>
        <w:t xml:space="preserve"> من تخميس أبياتي اللواتي من الحسن عاريات</w:t>
      </w:r>
      <w:r w:rsidR="00D769AB">
        <w:rPr>
          <w:rtl/>
        </w:rPr>
        <w:t>،</w:t>
      </w:r>
      <w:r w:rsidRPr="004E7EC6">
        <w:rPr>
          <w:rtl/>
        </w:rPr>
        <w:t xml:space="preserve"> وتشطيرهنّ</w:t>
      </w:r>
      <w:r w:rsidR="00677BC4">
        <w:rPr>
          <w:rtl/>
        </w:rPr>
        <w:t>َ</w:t>
      </w:r>
      <w:r w:rsidRPr="004E7EC6">
        <w:rPr>
          <w:rtl/>
        </w:rPr>
        <w:t xml:space="preserve"> مع أنّهنّ</w:t>
      </w:r>
      <w:r w:rsidR="00677BC4">
        <w:rPr>
          <w:rtl/>
        </w:rPr>
        <w:t>َ</w:t>
      </w:r>
      <w:r w:rsidRPr="004E7EC6">
        <w:rPr>
          <w:rtl/>
        </w:rPr>
        <w:t xml:space="preserve"> غير عامرات ولا لائقات</w:t>
      </w:r>
      <w:r w:rsidR="00D769AB">
        <w:rPr>
          <w:rtl/>
        </w:rPr>
        <w:t>،</w:t>
      </w:r>
      <w:r w:rsidRPr="004E7EC6">
        <w:rPr>
          <w:rtl/>
        </w:rPr>
        <w:t xml:space="preserve"> وكلّما أبرمتُ الإعزام</w:t>
      </w:r>
      <w:r w:rsidR="00D769AB">
        <w:rPr>
          <w:rtl/>
        </w:rPr>
        <w:t>،</w:t>
      </w:r>
      <w:r w:rsidRPr="004E7EC6">
        <w:rPr>
          <w:rtl/>
        </w:rPr>
        <w:t xml:space="preserve"> وشددتُ حيازيم الاهتمام</w:t>
      </w:r>
      <w:r w:rsidR="00D769AB">
        <w:rPr>
          <w:rtl/>
        </w:rPr>
        <w:t>،</w:t>
      </w:r>
      <w:r w:rsidRPr="004E7EC6">
        <w:rPr>
          <w:rtl/>
        </w:rPr>
        <w:t xml:space="preserve">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w:t>
      </w:r>
      <w:r w:rsidR="00D769AB">
        <w:rPr>
          <w:rtl/>
        </w:rPr>
        <w:t>:</w:t>
      </w:r>
      <w:r w:rsidRPr="009647FC">
        <w:rPr>
          <w:rtl/>
        </w:rPr>
        <w:t xml:space="preserve"> ودقيق</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وفيه أنّهما</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وفيه أنّهما</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الديوان المطبوع</w:t>
      </w:r>
      <w:r w:rsidR="00D769AB">
        <w:rPr>
          <w:rtl/>
        </w:rPr>
        <w:t>:</w:t>
      </w:r>
      <w:r w:rsidRPr="009647FC">
        <w:rPr>
          <w:rtl/>
        </w:rPr>
        <w:t xml:space="preserve"> الصناعة</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وفيه</w:t>
      </w:r>
      <w:r w:rsidR="00D769AB">
        <w:rPr>
          <w:rtl/>
        </w:rPr>
        <w:t>:</w:t>
      </w:r>
      <w:r w:rsidRPr="009647FC">
        <w:rPr>
          <w:rtl/>
        </w:rPr>
        <w:t xml:space="preserve"> تنزّلت له</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ونقلتُ الأقدام</w:t>
      </w:r>
      <w:r w:rsidR="00D769AB">
        <w:rPr>
          <w:rtl/>
        </w:rPr>
        <w:t>؛</w:t>
      </w:r>
      <w:r w:rsidRPr="004E7EC6">
        <w:rPr>
          <w:rtl/>
        </w:rPr>
        <w:t xml:space="preserve"> لأداء هذا المرام</w:t>
      </w:r>
      <w:r w:rsidR="00D769AB">
        <w:rPr>
          <w:rtl/>
        </w:rPr>
        <w:t>،</w:t>
      </w:r>
      <w:r w:rsidRPr="004E7EC6">
        <w:rPr>
          <w:rtl/>
        </w:rPr>
        <w:t xml:space="preserve"> قصّ</w:t>
      </w:r>
      <w:r w:rsidR="00677BC4">
        <w:rPr>
          <w:rtl/>
        </w:rPr>
        <w:t>َ</w:t>
      </w:r>
      <w:r w:rsidRPr="004E7EC6">
        <w:rPr>
          <w:rtl/>
        </w:rPr>
        <w:t>ر بي ضعفُ قوى الفكر وعيُّ اللسان</w:t>
      </w:r>
      <w:r w:rsidR="00D769AB">
        <w:rPr>
          <w:rtl/>
        </w:rPr>
        <w:t>،</w:t>
      </w:r>
      <w:r w:rsidRPr="004E7EC6">
        <w:rPr>
          <w:rtl/>
        </w:rPr>
        <w:t xml:space="preserve"> وضيق الجنان</w:t>
      </w:r>
      <w:r w:rsidR="00D769AB">
        <w:rPr>
          <w:rtl/>
        </w:rPr>
        <w:t>،</w:t>
      </w:r>
      <w:r w:rsidRPr="004E7EC6">
        <w:rPr>
          <w:rtl/>
        </w:rPr>
        <w:t xml:space="preserve"> وكبا أدهم القلم في هذا الميدان</w:t>
      </w:r>
      <w:r w:rsidR="00D769AB">
        <w:rPr>
          <w:rtl/>
        </w:rPr>
        <w:t>؛</w:t>
      </w:r>
      <w:r w:rsidRPr="004E7EC6">
        <w:rPr>
          <w:rtl/>
        </w:rPr>
        <w:t xml:space="preserve"> لعلوّ شرفك الذي لا يُبارى</w:t>
      </w:r>
      <w:r w:rsidR="00D769AB">
        <w:rPr>
          <w:rtl/>
        </w:rPr>
        <w:t>،</w:t>
      </w:r>
      <w:r w:rsidRPr="004E7EC6">
        <w:rPr>
          <w:rtl/>
        </w:rPr>
        <w:t xml:space="preserve"> ووفور محاسنك التي لا تُجارى</w:t>
      </w:r>
      <w:r w:rsidR="00D769AB">
        <w:rPr>
          <w:rtl/>
        </w:rPr>
        <w:t>،</w:t>
      </w:r>
      <w:r w:rsidRPr="004E7EC6">
        <w:rPr>
          <w:rtl/>
        </w:rPr>
        <w:t xml:space="preserve"> غير أنّ العدول عن ذلك بالكلّية إخلالٌ بالواجبات</w:t>
      </w:r>
      <w:r w:rsidR="00D769AB">
        <w:rPr>
          <w:rtl/>
        </w:rPr>
        <w:t>؛</w:t>
      </w:r>
      <w:r w:rsidRPr="004E7EC6">
        <w:rPr>
          <w:rtl/>
        </w:rPr>
        <w:t xml:space="preserve"> لأنّ شكر المحسن من المفروضات</w:t>
      </w:r>
      <w:r w:rsidR="00D769AB">
        <w:rPr>
          <w:rtl/>
        </w:rPr>
        <w:t>،</w:t>
      </w:r>
      <w:r w:rsidRPr="004E7EC6">
        <w:rPr>
          <w:rtl/>
        </w:rPr>
        <w:t xml:space="preserve"> وبناءً على أن ما لا يُدرك كلّه لا يُترك أقلّه</w:t>
      </w:r>
      <w:r w:rsidRPr="004E7EC6">
        <w:rPr>
          <w:rStyle w:val="libFootnotenumChar"/>
          <w:rtl/>
        </w:rPr>
        <w:t>(1)</w:t>
      </w:r>
      <w:r w:rsidR="00D769AB" w:rsidRPr="004C00A8">
        <w:rPr>
          <w:rtl/>
        </w:rPr>
        <w:t>،</w:t>
      </w:r>
      <w:r w:rsidRPr="004E7EC6">
        <w:rPr>
          <w:rtl/>
        </w:rPr>
        <w:t xml:space="preserve"> أقول</w:t>
      </w:r>
      <w:r w:rsidR="00D769AB">
        <w:rPr>
          <w:rtl/>
        </w:rPr>
        <w:t>:</w:t>
      </w:r>
      <w:r w:rsidRPr="004E7EC6">
        <w:rPr>
          <w:rtl/>
        </w:rPr>
        <w:t xml:space="preserve"> وليس سواءً عالم وجهول</w:t>
      </w:r>
      <w:r w:rsidR="00D769AB">
        <w:rPr>
          <w:rtl/>
        </w:rPr>
        <w:t>؛</w:t>
      </w:r>
      <w:r w:rsidRPr="004E7EC6">
        <w:rPr>
          <w:rtl/>
        </w:rPr>
        <w:t xml:space="preserve"> لأشكرنّ</w:t>
      </w:r>
      <w:r w:rsidR="00677BC4">
        <w:rPr>
          <w:rtl/>
        </w:rPr>
        <w:t>َ</w:t>
      </w:r>
      <w:r w:rsidRPr="004E7EC6">
        <w:rPr>
          <w:rtl/>
        </w:rPr>
        <w:t>ك شكراً يليق بجنابك</w:t>
      </w:r>
      <w:r w:rsidR="00D769AB">
        <w:rPr>
          <w:rtl/>
        </w:rPr>
        <w:t>،</w:t>
      </w:r>
      <w:r w:rsidRPr="004E7EC6">
        <w:rPr>
          <w:rtl/>
        </w:rPr>
        <w:t xml:space="preserve"> ويفي بإحسانك</w:t>
      </w:r>
      <w:r w:rsidR="00D769AB">
        <w:rPr>
          <w:rtl/>
        </w:rPr>
        <w:t>،</w:t>
      </w:r>
      <w:r w:rsidRPr="004E7EC6">
        <w:rPr>
          <w:rtl/>
        </w:rPr>
        <w:t xml:space="preserve"> ما كرّ</w:t>
      </w:r>
      <w:r w:rsidR="00677BC4">
        <w:rPr>
          <w:rtl/>
        </w:rPr>
        <w:t>َ</w:t>
      </w:r>
      <w:r w:rsidRPr="004E7EC6">
        <w:rPr>
          <w:rtl/>
        </w:rPr>
        <w:t xml:space="preserve"> الجديدان</w:t>
      </w:r>
      <w:r w:rsidR="00D769AB">
        <w:rPr>
          <w:rtl/>
        </w:rPr>
        <w:t>،</w:t>
      </w:r>
      <w:r w:rsidRPr="004E7EC6">
        <w:rPr>
          <w:rtl/>
        </w:rPr>
        <w:t xml:space="preserve"> وما تعاقب</w:t>
      </w:r>
      <w:r w:rsidRPr="004E7EC6">
        <w:rPr>
          <w:rStyle w:val="libFootnotenumChar"/>
          <w:rtl/>
        </w:rPr>
        <w:t>(2)</w:t>
      </w:r>
      <w:r w:rsidRPr="004E7EC6">
        <w:rPr>
          <w:rtl/>
        </w:rPr>
        <w:t xml:space="preserve"> الملوان</w:t>
      </w:r>
      <w:r w:rsidR="00D769AB">
        <w:rPr>
          <w:rtl/>
        </w:rPr>
        <w:t>،</w:t>
      </w:r>
      <w:r w:rsidRPr="004E7EC6">
        <w:rPr>
          <w:rtl/>
        </w:rPr>
        <w:t xml:space="preserve"> والسّلام عليكم بعد</w:t>
      </w:r>
      <w:r w:rsidRPr="004E7EC6">
        <w:rPr>
          <w:rStyle w:val="libFootnotenumChar"/>
          <w:rtl/>
        </w:rPr>
        <w:t>(3)</w:t>
      </w:r>
      <w:r w:rsidRPr="004E7EC6">
        <w:rPr>
          <w:rtl/>
        </w:rPr>
        <w:t xml:space="preserve"> شوقي إليكم</w:t>
      </w:r>
      <w:r w:rsidR="00D769AB">
        <w:rPr>
          <w:rtl/>
        </w:rPr>
        <w:t>.</w:t>
      </w:r>
    </w:p>
    <w:p w:rsidR="009647FC" w:rsidRPr="00524A24" w:rsidRDefault="009647FC" w:rsidP="004E7EC6">
      <w:pPr>
        <w:pStyle w:val="libNormal"/>
      </w:pPr>
      <w:r w:rsidRPr="004E7EC6">
        <w:rPr>
          <w:rtl/>
        </w:rPr>
        <w:t>قال السيّد</w:t>
      </w:r>
      <w:r w:rsidR="00D769AB">
        <w:rPr>
          <w:rtl/>
        </w:rPr>
        <w:t>:</w:t>
      </w:r>
      <w:r w:rsidRPr="004E7EC6">
        <w:rPr>
          <w:rtl/>
        </w:rPr>
        <w:t xml:space="preserve"> فأجبته بهذه الرسالة على أثرها</w:t>
      </w:r>
      <w:r w:rsidR="00D769AB">
        <w:rPr>
          <w:rtl/>
        </w:rPr>
        <w:t>،</w:t>
      </w:r>
      <w:r w:rsidRPr="004E7EC6">
        <w:rPr>
          <w:rtl/>
        </w:rPr>
        <w:t xml:space="preserve"> بكلّ نظمها ونثرها</w:t>
      </w:r>
      <w:r w:rsidR="00D769AB">
        <w:rPr>
          <w:rtl/>
        </w:rPr>
        <w:t>،</w:t>
      </w:r>
      <w:r w:rsidRPr="004E7EC6">
        <w:rPr>
          <w:rtl/>
        </w:rPr>
        <w:t xml:space="preserve"> وقلت</w:t>
      </w:r>
      <w:r w:rsidR="00D769AB">
        <w:rPr>
          <w:rtl/>
        </w:rPr>
        <w:t>:</w:t>
      </w:r>
      <w:r w:rsidRPr="004E7EC6">
        <w:rPr>
          <w:rtl/>
        </w:rPr>
        <w:t xml:space="preserve"> لاطفتْ الصبّ</w:t>
      </w:r>
      <w:r w:rsidR="00677BC4">
        <w:rPr>
          <w:rtl/>
        </w:rPr>
        <w:t>َ</w:t>
      </w:r>
      <w:r w:rsidRPr="004E7EC6">
        <w:rPr>
          <w:rtl/>
        </w:rPr>
        <w:t xml:space="preserve"> جميلةُ برِّك</w:t>
      </w:r>
      <w:r w:rsidR="00D769AB">
        <w:rPr>
          <w:rtl/>
        </w:rPr>
        <w:t>،</w:t>
      </w:r>
      <w:r w:rsidRPr="004E7EC6">
        <w:rPr>
          <w:rtl/>
        </w:rPr>
        <w:t xml:space="preserve"> وتلطّفتْ بالمغرم المشوق عقيلةُ نثرك</w:t>
      </w:r>
      <w:r w:rsidR="00D769AB">
        <w:rPr>
          <w:rtl/>
        </w:rPr>
        <w:t>،</w:t>
      </w:r>
      <w:r w:rsidRPr="004E7EC6">
        <w:rPr>
          <w:rtl/>
        </w:rPr>
        <w:t xml:space="preserve"> قد زارت محبّاً رفعها على الأحداق</w:t>
      </w:r>
      <w:r w:rsidR="00D769AB">
        <w:rPr>
          <w:rtl/>
        </w:rPr>
        <w:t>،</w:t>
      </w:r>
      <w:r w:rsidRPr="004E7EC6">
        <w:rPr>
          <w:rtl/>
        </w:rPr>
        <w:t xml:space="preserve"> واجتنى من</w:t>
      </w:r>
      <w:r w:rsidRPr="004E7EC6">
        <w:rPr>
          <w:rStyle w:val="libFootnotenumChar"/>
          <w:rtl/>
        </w:rPr>
        <w:t>(4)</w:t>
      </w:r>
      <w:r w:rsidRPr="004E7EC6">
        <w:rPr>
          <w:rtl/>
        </w:rPr>
        <w:t xml:space="preserve"> محاسنها ثمرات الأوراق</w:t>
      </w:r>
      <w:r w:rsidR="00D769AB">
        <w:rPr>
          <w:rtl/>
        </w:rPr>
        <w:t>،</w:t>
      </w:r>
      <w:r w:rsidRPr="004E7EC6">
        <w:rPr>
          <w:rtl/>
        </w:rPr>
        <w:t xml:space="preserve"> ثمّ حلّ</w:t>
      </w:r>
      <w:r w:rsidR="00677BC4">
        <w:rPr>
          <w:rtl/>
        </w:rPr>
        <w:t>َ</w:t>
      </w:r>
      <w:r w:rsidRPr="004E7EC6">
        <w:rPr>
          <w:rtl/>
        </w:rPr>
        <w:t xml:space="preserve"> عنها النطاق</w:t>
      </w:r>
      <w:r w:rsidR="00D769AB">
        <w:rPr>
          <w:rtl/>
        </w:rPr>
        <w:t>،</w:t>
      </w:r>
      <w:r w:rsidRPr="004E7EC6">
        <w:rPr>
          <w:rtl/>
        </w:rPr>
        <w:t xml:space="preserve"> ببنان فكرة المتأمّل</w:t>
      </w:r>
      <w:r w:rsidR="00D769AB">
        <w:rPr>
          <w:rtl/>
        </w:rPr>
        <w:t>،</w:t>
      </w:r>
      <w:r w:rsidRPr="004E7EC6">
        <w:rPr>
          <w:rtl/>
        </w:rPr>
        <w:t xml:space="preserve"> ونضا عنها أبرادها الرقاق</w:t>
      </w:r>
      <w:r w:rsidR="00D769AB">
        <w:rPr>
          <w:rtl/>
        </w:rPr>
        <w:t>،</w:t>
      </w:r>
      <w:r w:rsidRPr="004E7EC6">
        <w:rPr>
          <w:rtl/>
        </w:rPr>
        <w:t xml:space="preserve"> إلاّ لبسة المتفضّل</w:t>
      </w:r>
      <w:r w:rsidR="00D769AB">
        <w:rPr>
          <w:rtl/>
        </w:rPr>
        <w:t>؛</w:t>
      </w:r>
      <w:r w:rsidRPr="004E7EC6">
        <w:rPr>
          <w:rtl/>
        </w:rPr>
        <w:t xml:space="preserve"> فوجدها آخذةً بأطراف النباهة والفكاهة</w:t>
      </w:r>
      <w:r w:rsidR="00D769AB">
        <w:rPr>
          <w:rtl/>
        </w:rPr>
        <w:t>،</w:t>
      </w:r>
      <w:r w:rsidRPr="004E7EC6">
        <w:rPr>
          <w:rtl/>
        </w:rPr>
        <w:t xml:space="preserve"> ووجد نفسه عن منادمة مثلها على طرف من العيِّ والفهاهة</w:t>
      </w:r>
      <w:r w:rsidR="00D769AB">
        <w:rPr>
          <w:rtl/>
        </w:rPr>
        <w:t>،</w:t>
      </w:r>
      <w:r w:rsidRPr="004E7EC6">
        <w:rPr>
          <w:rtl/>
        </w:rPr>
        <w:t xml:space="preserve"> فترك مفاوضتها المدح</w:t>
      </w:r>
      <w:r w:rsidR="00D769AB">
        <w:rPr>
          <w:rtl/>
        </w:rPr>
        <w:t>،</w:t>
      </w:r>
      <w:r w:rsidRPr="004E7EC6">
        <w:rPr>
          <w:rtl/>
        </w:rPr>
        <w:t xml:space="preserve"> وعدل عن مقارضتها الثناء ولا قدح</w:t>
      </w:r>
      <w:r w:rsidR="00D769AB">
        <w:rPr>
          <w:rtl/>
        </w:rPr>
        <w:t>،</w:t>
      </w:r>
      <w:r w:rsidRPr="004E7EC6">
        <w:rPr>
          <w:rtl/>
        </w:rPr>
        <w:t xml:space="preserve"> ورأى الالتحاف بشملة التسليم بالقصور والاعتراف أليق بكليل الذهن واللسان</w:t>
      </w:r>
      <w:r w:rsidR="00D769AB">
        <w:rPr>
          <w:rtl/>
        </w:rPr>
        <w:t>،</w:t>
      </w:r>
      <w:r w:rsidRPr="004E7EC6">
        <w:rPr>
          <w:rtl/>
        </w:rPr>
        <w:t xml:space="preserve"> من مقاومة شواهد الاختبار والامتحان</w:t>
      </w:r>
      <w:r w:rsidR="00D769AB">
        <w:rPr>
          <w:rtl/>
        </w:rPr>
        <w:t>؛</w:t>
      </w:r>
      <w:r w:rsidRPr="004E7EC6">
        <w:rPr>
          <w:rtl/>
        </w:rPr>
        <w:t xml:space="preserve"> فبادر بأنامل العذر يفضّ لطايم الشكر</w:t>
      </w:r>
      <w:r w:rsidR="00D769AB">
        <w:rPr>
          <w:rtl/>
        </w:rPr>
        <w:t>،</w:t>
      </w:r>
      <w:r w:rsidRPr="004E7EC6">
        <w:rPr>
          <w:rtl/>
        </w:rPr>
        <w:t xml:space="preserve"> ويهدي من نسمات الحمد ما هو أطيب من نسمات الورد</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لي</w:t>
            </w:r>
            <w:r>
              <w:rPr>
                <w:rtl/>
              </w:rPr>
              <w:t>َ</w:t>
            </w:r>
            <w:r w:rsidRPr="009647FC">
              <w:rPr>
                <w:rtl/>
              </w:rPr>
              <w:t xml:space="preserve"> العذرُ كلّ</w:t>
            </w:r>
            <w:r>
              <w:rPr>
                <w:rtl/>
              </w:rPr>
              <w:t>َ</w:t>
            </w:r>
            <w:r w:rsidRPr="009647FC">
              <w:rPr>
                <w:rtl/>
              </w:rPr>
              <w:t xml:space="preserve"> لسان القلمْ</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وجفّ</w:t>
            </w:r>
            <w:r>
              <w:rPr>
                <w:rtl/>
              </w:rPr>
              <w:t>َ</w:t>
            </w:r>
            <w:r w:rsidRPr="009647FC">
              <w:rPr>
                <w:rtl/>
              </w:rPr>
              <w:t xml:space="preserve"> بما هو طرسي رسم</w:t>
            </w:r>
            <w:r w:rsidRPr="001A0A79">
              <w:rPr>
                <w:rtl/>
              </w:rPr>
              <w:t>ْ</w:t>
            </w:r>
            <w:r w:rsidRPr="004E7EC6">
              <w:rPr>
                <w:rStyle w:val="libFootnotenumChar"/>
                <w:rtl/>
              </w:rPr>
              <w:t>(5)</w:t>
            </w:r>
            <w:r w:rsidRPr="00725071">
              <w:rPr>
                <w:rStyle w:val="libPoemTiniChar0"/>
                <w:rtl/>
              </w:rPr>
              <w:br/>
              <w:t> </w:t>
            </w:r>
          </w:p>
        </w:tc>
      </w:tr>
    </w:tbl>
    <w:p w:rsidR="009647FC" w:rsidRPr="00524A24" w:rsidRDefault="009647FC" w:rsidP="004E7EC6">
      <w:pPr>
        <w:pStyle w:val="libNormal"/>
      </w:pPr>
      <w:r w:rsidRPr="009647FC">
        <w:rPr>
          <w:rtl/>
        </w:rPr>
        <w:t>إي وعلياك</w:t>
      </w:r>
      <w:r w:rsidR="00D769AB">
        <w:rPr>
          <w:rtl/>
        </w:rPr>
        <w:t>،</w:t>
      </w:r>
      <w:r w:rsidRPr="009647FC">
        <w:rPr>
          <w:rtl/>
        </w:rPr>
        <w:t xml:space="preserve"> وما انتظم على جيدها من عقد مزاياك</w:t>
      </w:r>
      <w:r w:rsidR="00D769AB">
        <w:rPr>
          <w:rtl/>
        </w:rPr>
        <w:t>،</w:t>
      </w:r>
      <w:r w:rsidRPr="009647FC">
        <w:rPr>
          <w:rtl/>
        </w:rPr>
        <w:t xml:space="preserve"> لا تنشطُ منّي النفس للقيام بأعباء وصفك ولو نهضتْ بقواها الخمس</w:t>
      </w:r>
      <w:r w:rsidR="00D769AB">
        <w:rPr>
          <w:rtl/>
        </w:rPr>
        <w:t>؛</w:t>
      </w:r>
      <w:r w:rsidRPr="009647FC">
        <w:rPr>
          <w:rtl/>
        </w:rPr>
        <w:t xml:space="preserve"> إذ لا يعلق طائرٌ فكرها</w:t>
      </w:r>
      <w:r w:rsidR="00D769AB">
        <w:rPr>
          <w:rtl/>
        </w:rPr>
        <w:t>،</w:t>
      </w:r>
      <w:r w:rsidRPr="009647FC">
        <w:rPr>
          <w:rtl/>
        </w:rPr>
        <w:t xml:space="preserve"> بشأو م</w:t>
      </w:r>
      <w:r w:rsidR="00677BC4">
        <w:rPr>
          <w:rtl/>
        </w:rPr>
        <w:t>َ</w:t>
      </w:r>
      <w:r w:rsidRPr="009647FC">
        <w:rPr>
          <w:rtl/>
        </w:rPr>
        <w:t>نْ ارتفع عن مركز وكرها</w:t>
      </w:r>
      <w:r w:rsidR="00D769AB">
        <w:rPr>
          <w:rtl/>
        </w:rPr>
        <w:t>:</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الديوان المطبوع</w:t>
      </w:r>
      <w:r w:rsidR="00D769AB">
        <w:rPr>
          <w:rtl/>
        </w:rPr>
        <w:t>:</w:t>
      </w:r>
      <w:r w:rsidRPr="009647FC">
        <w:rPr>
          <w:rtl/>
        </w:rPr>
        <w:t xml:space="preserve"> جلّه</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وفيه</w:t>
      </w:r>
      <w:r w:rsidR="00D769AB">
        <w:rPr>
          <w:rtl/>
        </w:rPr>
        <w:t>:</w:t>
      </w:r>
      <w:r w:rsidRPr="009647FC">
        <w:rPr>
          <w:rtl/>
        </w:rPr>
        <w:t xml:space="preserve"> وتعاقب</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وفيه</w:t>
      </w:r>
      <w:r w:rsidR="00D769AB">
        <w:rPr>
          <w:rtl/>
        </w:rPr>
        <w:t>:</w:t>
      </w:r>
      <w:r w:rsidRPr="009647FC">
        <w:rPr>
          <w:rtl/>
        </w:rPr>
        <w:t xml:space="preserve"> بعدد</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وفيه</w:t>
      </w:r>
      <w:r w:rsidR="00D769AB">
        <w:rPr>
          <w:rtl/>
        </w:rPr>
        <w:t>:</w:t>
      </w:r>
      <w:r w:rsidRPr="009647FC">
        <w:rPr>
          <w:rtl/>
        </w:rPr>
        <w:t xml:space="preserve"> في إثم</w:t>
      </w:r>
      <w:r w:rsidR="00D769AB">
        <w:rPr>
          <w:rtl/>
        </w:rPr>
        <w:t>.</w:t>
      </w:r>
    </w:p>
    <w:p w:rsidR="009647FC" w:rsidRPr="00524A24" w:rsidRDefault="009647FC" w:rsidP="004E7EC6">
      <w:pPr>
        <w:pStyle w:val="libFootnote0"/>
      </w:pPr>
      <w:r w:rsidRPr="009647FC">
        <w:rPr>
          <w:rtl/>
        </w:rPr>
        <w:t>5</w:t>
      </w:r>
      <w:r w:rsidR="004E7EC6">
        <w:rPr>
          <w:rtl/>
        </w:rPr>
        <w:t xml:space="preserve"> - </w:t>
      </w:r>
      <w:r w:rsidRPr="009647FC">
        <w:rPr>
          <w:rtl/>
        </w:rPr>
        <w:t>ذكرت في باب المدائح</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lastRenderedPageBreak/>
              <w:t>يا هماماً بفضله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يشهد السمع والبصرْ</w:t>
            </w:r>
            <w:r w:rsidRPr="004E7EC6">
              <w:rPr>
                <w:rStyle w:val="libFootnotenumChar"/>
                <w:rtl/>
              </w:rPr>
              <w:t>(1)</w:t>
            </w:r>
            <w:r w:rsidRPr="00725071">
              <w:rPr>
                <w:rStyle w:val="libPoemTiniChar0"/>
                <w:rtl/>
              </w:rPr>
              <w:br/>
              <w:t> </w:t>
            </w:r>
          </w:p>
        </w:tc>
      </w:tr>
    </w:tbl>
    <w:p w:rsidR="009647FC" w:rsidRPr="00524A24" w:rsidRDefault="009647FC" w:rsidP="004E7EC6">
      <w:pPr>
        <w:pStyle w:val="libNormal"/>
      </w:pPr>
      <w:r w:rsidRPr="009647FC">
        <w:rPr>
          <w:rtl/>
        </w:rPr>
        <w:t>هذا والرجاء إسبال ستر التكرُّم والإغضاء على عيوب هذه الألوكة</w:t>
      </w:r>
      <w:r w:rsidR="00D769AB">
        <w:rPr>
          <w:rtl/>
        </w:rPr>
        <w:t>؛</w:t>
      </w:r>
      <w:r w:rsidRPr="009647FC">
        <w:rPr>
          <w:rtl/>
        </w:rPr>
        <w:t xml:space="preserve"> لئلاّ تكون في أندية الأشراف أُضحوكة</w:t>
      </w:r>
      <w:r w:rsidR="00D769AB">
        <w:rPr>
          <w:rtl/>
        </w:rPr>
        <w:t>،</w:t>
      </w:r>
      <w:r w:rsidRPr="009647FC">
        <w:rPr>
          <w:rtl/>
        </w:rPr>
        <w:t xml:space="preserve"> لا زال قمرُ تلك السماء موفياً ما نبت السعدانُ مستلقياً</w:t>
      </w:r>
      <w:r w:rsidR="00D769AB">
        <w:rPr>
          <w:rtl/>
        </w:rPr>
        <w:t>،</w:t>
      </w:r>
      <w:r w:rsidRPr="009647FC">
        <w:rPr>
          <w:rtl/>
        </w:rPr>
        <w:t xml:space="preserve"> والسّلام عليكم ما رفّ</w:t>
      </w:r>
      <w:r w:rsidR="00677BC4">
        <w:rPr>
          <w:rtl/>
        </w:rPr>
        <w:t>َ</w:t>
      </w:r>
      <w:r w:rsidRPr="009647FC">
        <w:rPr>
          <w:rtl/>
        </w:rPr>
        <w:t xml:space="preserve"> فؤادي بأجنحة الشوق إليكم ورحمة اللّه وبركاته</w:t>
      </w:r>
      <w:r w:rsidR="00D769AB">
        <w:rPr>
          <w:rtl/>
        </w:rPr>
        <w:t>.</w:t>
      </w:r>
    </w:p>
    <w:p w:rsidR="009647FC" w:rsidRPr="00524A24" w:rsidRDefault="009647FC" w:rsidP="004E7EC6">
      <w:pPr>
        <w:pStyle w:val="libCenter"/>
      </w:pPr>
      <w:r w:rsidRPr="009647FC">
        <w:rPr>
          <w:rtl/>
        </w:rPr>
        <w:t>***</w:t>
      </w:r>
    </w:p>
    <w:p w:rsidR="009647FC" w:rsidRPr="00524A24" w:rsidRDefault="009647FC" w:rsidP="004E7EC6">
      <w:pPr>
        <w:pStyle w:val="libNormal"/>
      </w:pPr>
      <w:r w:rsidRPr="009647FC">
        <w:rPr>
          <w:rtl/>
        </w:rPr>
        <w:t>9</w:t>
      </w:r>
      <w:r w:rsidR="004E7EC6">
        <w:rPr>
          <w:rtl/>
        </w:rPr>
        <w:t xml:space="preserve"> - </w:t>
      </w:r>
      <w:r w:rsidRPr="009647FC">
        <w:rPr>
          <w:rtl/>
        </w:rPr>
        <w:t>قال وقد أرسلها إلى صبحي بك في استانبول عن لسان الميرزا جعفر القزويني</w:t>
      </w:r>
      <w:r w:rsidR="00D769AB">
        <w:rPr>
          <w:rtl/>
        </w:rPr>
        <w:t>:</w:t>
      </w:r>
    </w:p>
    <w:p w:rsidR="009647FC" w:rsidRPr="00524A24" w:rsidRDefault="009647FC" w:rsidP="004E7EC6">
      <w:pPr>
        <w:pStyle w:val="libNormal"/>
      </w:pPr>
      <w:r w:rsidRPr="009647FC">
        <w:rPr>
          <w:rtl/>
        </w:rPr>
        <w:t>بيان براعة الفصاحة</w:t>
      </w:r>
      <w:r w:rsidR="00D769AB">
        <w:rPr>
          <w:rtl/>
        </w:rPr>
        <w:t>،</w:t>
      </w:r>
      <w:r w:rsidRPr="009647FC">
        <w:rPr>
          <w:rtl/>
        </w:rPr>
        <w:t xml:space="preserve"> ولسان براعة البلاغة</w:t>
      </w:r>
      <w:r w:rsidR="00D769AB">
        <w:rPr>
          <w:rtl/>
        </w:rPr>
        <w:t>،</w:t>
      </w:r>
      <w:r w:rsidRPr="009647FC">
        <w:rPr>
          <w:rtl/>
        </w:rPr>
        <w:t xml:space="preserve"> لا ينبسطان للإحاطة بمزايا م</w:t>
      </w:r>
      <w:r w:rsidR="00677BC4">
        <w:rPr>
          <w:rtl/>
        </w:rPr>
        <w:t>َ</w:t>
      </w:r>
      <w:r w:rsidRPr="009647FC">
        <w:rPr>
          <w:rtl/>
        </w:rPr>
        <w:t>نْ أوضح لأهل الفخر نهجه وهداهم صراطه</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شمسُ العُلى بدر سماء الجلالْ</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إنسانُ عين الفضل روح الكمال</w:t>
            </w:r>
            <w:r w:rsidRPr="00725071">
              <w:rPr>
                <w:rStyle w:val="libPoemTiniChar0"/>
                <w:rtl/>
              </w:rPr>
              <w:br/>
              <w:t> </w:t>
            </w:r>
          </w:p>
        </w:tc>
      </w:tr>
    </w:tbl>
    <w:p w:rsidR="009647FC" w:rsidRPr="00524A24" w:rsidRDefault="009647FC" w:rsidP="004E7EC6">
      <w:pPr>
        <w:pStyle w:val="libNormal"/>
      </w:pPr>
      <w:r w:rsidRPr="009647FC">
        <w:rPr>
          <w:rtl/>
        </w:rPr>
        <w:t>الأعزُّ الذي إذا أسفر وجهه جاءت الشمس تقول</w:t>
      </w:r>
      <w:r w:rsidR="00D769AB">
        <w:rPr>
          <w:rtl/>
        </w:rPr>
        <w:t>:</w:t>
      </w:r>
      <w:r w:rsidRPr="009647FC">
        <w:rPr>
          <w:rtl/>
        </w:rPr>
        <w:t xml:space="preserve"> هذا صبحي</w:t>
      </w:r>
      <w:r w:rsidR="00D769AB">
        <w:rPr>
          <w:rtl/>
        </w:rPr>
        <w:t>،</w:t>
      </w:r>
      <w:r w:rsidRPr="009647FC">
        <w:rPr>
          <w:rtl/>
        </w:rPr>
        <w:t xml:space="preserve"> والفيصل الذي إذا نطق لسانه أقبل الملكُ يقول لها</w:t>
      </w:r>
      <w:r w:rsidR="00D769AB">
        <w:rPr>
          <w:rtl/>
        </w:rPr>
        <w:t>:</w:t>
      </w:r>
      <w:r w:rsidRPr="009647FC">
        <w:rPr>
          <w:rtl/>
        </w:rPr>
        <w:t xml:space="preserve"> هذا سيفي فإليك عنه تنحيِّ</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ويدّ</w:t>
            </w:r>
            <w:r>
              <w:rPr>
                <w:rtl/>
              </w:rPr>
              <w:t>َ</w:t>
            </w:r>
            <w:r w:rsidRPr="009647FC">
              <w:rPr>
                <w:rtl/>
              </w:rPr>
              <w:t>عيه المجدُ ما بينهما</w:t>
            </w:r>
            <w:r w:rsidRPr="004E7EC6">
              <w:rPr>
                <w:rStyle w:val="libFootnotenumChar"/>
                <w:rtl/>
              </w:rPr>
              <w:t>(2)</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لنفسه فيُعطيان ما ادّعى</w:t>
            </w:r>
            <w:r w:rsidRPr="00725071">
              <w:rPr>
                <w:rStyle w:val="libPoemTiniChar0"/>
                <w:rtl/>
              </w:rPr>
              <w:br/>
              <w:t> </w:t>
            </w:r>
          </w:p>
        </w:tc>
      </w:tr>
    </w:tbl>
    <w:p w:rsidR="009647FC" w:rsidRPr="00524A24" w:rsidRDefault="009647FC" w:rsidP="004E7EC6">
      <w:pPr>
        <w:pStyle w:val="libNormal"/>
      </w:pPr>
      <w:r w:rsidRPr="009647FC">
        <w:rPr>
          <w:rtl/>
        </w:rPr>
        <w:t>وكيف لا يكون كذلك م</w:t>
      </w:r>
      <w:r w:rsidR="00677BC4">
        <w:rPr>
          <w:rtl/>
        </w:rPr>
        <w:t>َ</w:t>
      </w:r>
      <w:r w:rsidRPr="009647FC">
        <w:rPr>
          <w:rtl/>
        </w:rPr>
        <w:t>نْ تستمد الشمس من نوره</w:t>
      </w:r>
      <w:r w:rsidR="00D769AB">
        <w:rPr>
          <w:rtl/>
        </w:rPr>
        <w:t>،</w:t>
      </w:r>
      <w:r w:rsidRPr="009647FC">
        <w:rPr>
          <w:rtl/>
        </w:rPr>
        <w:t xml:space="preserve"> ويعتضد الملك برأيه في مهمّات أموره</w:t>
      </w:r>
      <w:r w:rsidR="00D769AB">
        <w:rPr>
          <w:rtl/>
        </w:rPr>
        <w:t>،</w:t>
      </w:r>
      <w:r w:rsidRPr="009647FC">
        <w:rPr>
          <w:rtl/>
        </w:rPr>
        <w:t xml:space="preserve"> ويفتخر المجد بأنّه من بنيه</w:t>
      </w:r>
      <w:r w:rsidR="00D769AB">
        <w:rPr>
          <w:rtl/>
        </w:rPr>
        <w:t>،</w:t>
      </w:r>
      <w:r w:rsidRPr="009647FC">
        <w:rPr>
          <w:rtl/>
        </w:rPr>
        <w:t xml:space="preserve"> وبأعزّهم عليه يفدّيه</w:t>
      </w:r>
      <w:r w:rsidR="00D769AB">
        <w:rPr>
          <w:rtl/>
        </w:rPr>
        <w:t>؛</w:t>
      </w:r>
      <w:r w:rsidRPr="009647FC">
        <w:rPr>
          <w:rtl/>
        </w:rPr>
        <w:t xml:space="preserve"> إذ هو منبع الحكم</w:t>
      </w:r>
      <w:r w:rsidR="00D769AB">
        <w:rPr>
          <w:rtl/>
        </w:rPr>
        <w:t>،</w:t>
      </w:r>
      <w:r w:rsidRPr="009647FC">
        <w:rPr>
          <w:rtl/>
        </w:rPr>
        <w:t xml:space="preserve"> وينبوع السماحة والكرم</w:t>
      </w:r>
      <w:r w:rsidR="00D769AB">
        <w:rPr>
          <w:rtl/>
        </w:rPr>
        <w:t>،</w:t>
      </w:r>
      <w:r w:rsidRPr="009647FC">
        <w:rPr>
          <w:rtl/>
        </w:rPr>
        <w:t xml:space="preserve"> قد شهدتْ معاني بيانه بباهر فضله</w:t>
      </w:r>
      <w:r w:rsidR="00D769AB">
        <w:rPr>
          <w:rtl/>
        </w:rPr>
        <w:t>،</w:t>
      </w:r>
      <w:r w:rsidRPr="009647FC">
        <w:rPr>
          <w:rtl/>
        </w:rPr>
        <w:t xml:space="preserve"> ودلّ</w:t>
      </w:r>
      <w:r w:rsidR="00677BC4">
        <w:rPr>
          <w:rtl/>
        </w:rPr>
        <w:t>َ</w:t>
      </w:r>
      <w:r w:rsidRPr="009647FC">
        <w:rPr>
          <w:rtl/>
        </w:rPr>
        <w:t xml:space="preserve"> بديع تبيانه على كمال ظرفه ونبله</w:t>
      </w:r>
      <w:r w:rsidR="00D769AB">
        <w:rPr>
          <w:rtl/>
        </w:rPr>
        <w:t>،</w:t>
      </w:r>
      <w:r w:rsidRPr="009647FC">
        <w:rPr>
          <w:rtl/>
        </w:rPr>
        <w:t xml:space="preserve"> وزهرت كأخلاقه وشيمه أنوارُ ربيع جوده وكرمه</w:t>
      </w:r>
      <w:r w:rsidR="00D769AB">
        <w:rPr>
          <w:rtl/>
        </w:rPr>
        <w:t>،</w:t>
      </w:r>
      <w:r w:rsidRPr="009647FC">
        <w:rPr>
          <w:rtl/>
        </w:rPr>
        <w:t xml:space="preserve"> وعطّ</w:t>
      </w:r>
      <w:r w:rsidR="00677BC4">
        <w:rPr>
          <w:rtl/>
        </w:rPr>
        <w:t>َ</w:t>
      </w:r>
      <w:r w:rsidRPr="009647FC">
        <w:rPr>
          <w:rtl/>
        </w:rPr>
        <w:t>ر جيب</w:t>
      </w:r>
      <w:r w:rsidR="00677BC4">
        <w:rPr>
          <w:rtl/>
        </w:rPr>
        <w:t>َ</w:t>
      </w:r>
      <w:r w:rsidRPr="009647FC">
        <w:rPr>
          <w:rtl/>
        </w:rPr>
        <w:t xml:space="preserve"> الدهر أرجُ مجده</w:t>
      </w:r>
      <w:r w:rsidR="00D769AB">
        <w:rPr>
          <w:rtl/>
        </w:rPr>
        <w:t>،</w:t>
      </w:r>
      <w:r w:rsidRPr="009647FC">
        <w:rPr>
          <w:rtl/>
        </w:rPr>
        <w:t xml:space="preserve"> وصقل محيّا الدنيا شعاعُ سعده</w:t>
      </w:r>
      <w:r w:rsidR="00D769AB">
        <w:rPr>
          <w:rtl/>
        </w:rPr>
        <w:t>،</w:t>
      </w:r>
      <w:r w:rsidRPr="009647FC">
        <w:rPr>
          <w:rtl/>
        </w:rPr>
        <w:t xml:space="preserve"> وإنّي لمّا آنس كليمُ فكري على البعد نار ذكائه</w:t>
      </w:r>
      <w:r w:rsidR="00D769AB">
        <w:rPr>
          <w:rtl/>
        </w:rPr>
        <w:t>،</w:t>
      </w:r>
      <w:r w:rsidRPr="009647FC">
        <w:rPr>
          <w:rtl/>
        </w:rPr>
        <w:t xml:space="preserve"> ونودي قلبي من جانب طور مجده وعليائه</w:t>
      </w:r>
      <w:r w:rsidR="00D769AB">
        <w:rPr>
          <w:rtl/>
        </w:rPr>
        <w:t>،</w:t>
      </w:r>
      <w:r w:rsidRPr="009647FC">
        <w:rPr>
          <w:rtl/>
        </w:rPr>
        <w:t xml:space="preserve"> عرفتُ أن الذي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ذكرت في باب المدائح</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الديوان المطبوع</w:t>
      </w:r>
      <w:r w:rsidR="00D769AB">
        <w:rPr>
          <w:rtl/>
        </w:rPr>
        <w:t>:</w:t>
      </w:r>
      <w:r w:rsidRPr="009647FC">
        <w:rPr>
          <w:rtl/>
        </w:rPr>
        <w:t xml:space="preserve"> ويدعيه الفضل من بينهما</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صار قلبي كلّه مسمعاً لنداه</w:t>
      </w:r>
      <w:r w:rsidR="00D769AB">
        <w:rPr>
          <w:rtl/>
        </w:rPr>
        <w:t>،</w:t>
      </w:r>
      <w:r w:rsidRPr="004E7EC6">
        <w:rPr>
          <w:rtl/>
        </w:rPr>
        <w:t xml:space="preserve"> هو واحد الفضل الذي لا ربّ</w:t>
      </w:r>
      <w:r w:rsidR="00677BC4">
        <w:rPr>
          <w:rtl/>
        </w:rPr>
        <w:t>َ</w:t>
      </w:r>
      <w:r w:rsidRPr="004E7EC6">
        <w:rPr>
          <w:rtl/>
        </w:rPr>
        <w:t xml:space="preserve"> للكمال سواه</w:t>
      </w:r>
      <w:r w:rsidR="00D769AB">
        <w:rPr>
          <w:rtl/>
        </w:rPr>
        <w:t>،</w:t>
      </w:r>
      <w:r w:rsidRPr="004E7EC6">
        <w:rPr>
          <w:rtl/>
        </w:rPr>
        <w:t xml:space="preserve"> وحيث كان في شرع الآداب</w:t>
      </w:r>
      <w:r w:rsidR="00D769AB">
        <w:rPr>
          <w:rtl/>
        </w:rPr>
        <w:t>،</w:t>
      </w:r>
      <w:r w:rsidRPr="004E7EC6">
        <w:rPr>
          <w:rtl/>
        </w:rPr>
        <w:t xml:space="preserve"> وعرف ذوي الألباب أنّ</w:t>
      </w:r>
      <w:r w:rsidR="00677BC4">
        <w:rPr>
          <w:rtl/>
        </w:rPr>
        <w:t>َ</w:t>
      </w:r>
      <w:r w:rsidRPr="004E7EC6">
        <w:rPr>
          <w:rtl/>
        </w:rPr>
        <w:t xml:space="preserve"> م</w:t>
      </w:r>
      <w:r w:rsidR="00677BC4">
        <w:rPr>
          <w:rtl/>
        </w:rPr>
        <w:t>َ</w:t>
      </w:r>
      <w:r w:rsidRPr="004E7EC6">
        <w:rPr>
          <w:rtl/>
        </w:rPr>
        <w:t>نْ توحّ</w:t>
      </w:r>
      <w:r w:rsidR="00677BC4">
        <w:rPr>
          <w:rtl/>
        </w:rPr>
        <w:t>َ</w:t>
      </w:r>
      <w:r w:rsidRPr="004E7EC6">
        <w:rPr>
          <w:rtl/>
        </w:rPr>
        <w:t>د بالفضل</w:t>
      </w:r>
      <w:r w:rsidR="00D769AB">
        <w:rPr>
          <w:rtl/>
        </w:rPr>
        <w:t>،</w:t>
      </w:r>
      <w:r w:rsidRPr="004E7EC6">
        <w:rPr>
          <w:rtl/>
        </w:rPr>
        <w:t xml:space="preserve"> واستجمع صفات الكمال جديرٌ وربّ السبع المثاني أن يُمدح بما تقصر عنه السبع الطوال</w:t>
      </w:r>
      <w:r w:rsidR="00D769AB">
        <w:rPr>
          <w:rtl/>
        </w:rPr>
        <w:t>،</w:t>
      </w:r>
      <w:r w:rsidRPr="004E7EC6">
        <w:rPr>
          <w:rtl/>
        </w:rPr>
        <w:t xml:space="preserve"> عملت في مديحه هذه القصيدة الحائية</w:t>
      </w:r>
      <w:r w:rsidRPr="004E7EC6">
        <w:rPr>
          <w:rStyle w:val="libFootnotenumChar"/>
          <w:rtl/>
        </w:rPr>
        <w:t>(1)</w:t>
      </w:r>
      <w:r w:rsidR="00D769AB" w:rsidRPr="004C00A8">
        <w:rPr>
          <w:rtl/>
        </w:rPr>
        <w:t>،</w:t>
      </w:r>
      <w:r w:rsidRPr="004E7EC6">
        <w:rPr>
          <w:rtl/>
        </w:rPr>
        <w:t xml:space="preserve"> ونسجتها له حلّة حليّ</w:t>
      </w:r>
      <w:r w:rsidR="00677BC4">
        <w:rPr>
          <w:rtl/>
        </w:rPr>
        <w:t>َ</w:t>
      </w:r>
      <w:r w:rsidRPr="004E7EC6">
        <w:rPr>
          <w:rtl/>
        </w:rPr>
        <w:t>ة</w:t>
      </w:r>
      <w:r w:rsidR="00D769AB">
        <w:rPr>
          <w:rtl/>
        </w:rPr>
        <w:t>،</w:t>
      </w:r>
      <w:r w:rsidRPr="004E7EC6">
        <w:rPr>
          <w:rtl/>
        </w:rPr>
        <w:t xml:space="preserve"> وأهديتها إليه وأنا على ثقةٍ من قبولها إذا نشرتْ لديه</w:t>
      </w:r>
      <w:r w:rsidR="00D769AB">
        <w:rPr>
          <w:rtl/>
        </w:rPr>
        <w:t>،</w:t>
      </w:r>
      <w:r w:rsidRPr="004E7EC6">
        <w:rPr>
          <w:rtl/>
        </w:rPr>
        <w:t xml:space="preserve"> وإن كنتُ كمهدي القطرة إلى البحر الخضمّ</w:t>
      </w:r>
      <w:r w:rsidR="00D769AB">
        <w:rPr>
          <w:rtl/>
        </w:rPr>
        <w:t>،</w:t>
      </w:r>
      <w:r w:rsidRPr="004E7EC6">
        <w:rPr>
          <w:rtl/>
        </w:rPr>
        <w:t xml:space="preserve"> والذِّرة إلى الطود الأشمّ</w:t>
      </w:r>
      <w:r w:rsidR="00D769AB">
        <w:rPr>
          <w:rtl/>
        </w:rPr>
        <w:t>،</w:t>
      </w:r>
      <w:r w:rsidRPr="004E7EC6">
        <w:rPr>
          <w:rtl/>
        </w:rPr>
        <w:t xml:space="preserve"> فهديتي هذه جهد المقلّ</w:t>
      </w:r>
      <w:r w:rsidR="00677BC4">
        <w:rPr>
          <w:rtl/>
        </w:rPr>
        <w:t>َ</w:t>
      </w:r>
      <w:r w:rsidRPr="004E7EC6">
        <w:rPr>
          <w:rtl/>
        </w:rPr>
        <w:t xml:space="preserve"> إلى الجواد المكثر المفضل</w:t>
      </w:r>
      <w:r w:rsidR="00D769AB">
        <w:rPr>
          <w:rtl/>
        </w:rPr>
        <w:t>،</w:t>
      </w:r>
      <w:r w:rsidRPr="004E7EC6">
        <w:rPr>
          <w:rtl/>
        </w:rPr>
        <w:t xml:space="preserve"> على أنّي وإن سمّ</w:t>
      </w:r>
      <w:r w:rsidR="00677BC4">
        <w:rPr>
          <w:rtl/>
        </w:rPr>
        <w:t>َ</w:t>
      </w:r>
      <w:r w:rsidRPr="004E7EC6">
        <w:rPr>
          <w:rtl/>
        </w:rPr>
        <w:t>تني الفصاحةُ حيدر</w:t>
      </w:r>
      <w:r w:rsidR="00677BC4">
        <w:rPr>
          <w:rtl/>
        </w:rPr>
        <w:t>َ</w:t>
      </w:r>
      <w:r w:rsidRPr="004E7EC6">
        <w:rPr>
          <w:rtl/>
        </w:rPr>
        <w:t xml:space="preserve"> خيسها</w:t>
      </w:r>
      <w:r w:rsidR="00D769AB">
        <w:rPr>
          <w:rtl/>
        </w:rPr>
        <w:t>،</w:t>
      </w:r>
      <w:r w:rsidRPr="004E7EC6">
        <w:rPr>
          <w:rtl/>
        </w:rPr>
        <w:t xml:space="preserve"> ودعتني البلاغة ليث</w:t>
      </w:r>
      <w:r w:rsidR="00677BC4">
        <w:rPr>
          <w:rtl/>
        </w:rPr>
        <w:t>َ</w:t>
      </w:r>
      <w:r w:rsidRPr="004E7EC6">
        <w:rPr>
          <w:rtl/>
        </w:rPr>
        <w:t xml:space="preserve"> عريسها</w:t>
      </w:r>
      <w:r w:rsidR="00D769AB">
        <w:rPr>
          <w:rtl/>
        </w:rPr>
        <w:t>،</w:t>
      </w:r>
      <w:r w:rsidRPr="004E7EC6">
        <w:rPr>
          <w:rtl/>
        </w:rPr>
        <w:t xml:space="preserve"> وكان أبي سليمان عصره</w:t>
      </w:r>
      <w:r w:rsidR="00D769AB">
        <w:rPr>
          <w:rtl/>
        </w:rPr>
        <w:t>،</w:t>
      </w:r>
      <w:r w:rsidRPr="004E7EC6">
        <w:rPr>
          <w:rtl/>
        </w:rPr>
        <w:t xml:space="preserve"> يأتيه بعرش بلقيس المعاني آصفُ فكره</w:t>
      </w:r>
      <w:r w:rsidR="00D769AB">
        <w:rPr>
          <w:rtl/>
        </w:rPr>
        <w:t>،</w:t>
      </w:r>
      <w:r w:rsidRPr="004E7EC6">
        <w:rPr>
          <w:rtl/>
        </w:rPr>
        <w:t xml:space="preserve"> فيراه مستقراً لديه</w:t>
      </w:r>
      <w:r w:rsidR="00D769AB">
        <w:rPr>
          <w:rtl/>
        </w:rPr>
        <w:t>،</w:t>
      </w:r>
      <w:r w:rsidRPr="004E7EC6">
        <w:rPr>
          <w:rtl/>
        </w:rPr>
        <w:t xml:space="preserve"> ارتداد طرفه إليه</w:t>
      </w:r>
      <w:r w:rsidR="00D769AB">
        <w:rPr>
          <w:rtl/>
        </w:rPr>
        <w:t>،</w:t>
      </w:r>
      <w:r w:rsidRPr="004E7EC6">
        <w:rPr>
          <w:rtl/>
        </w:rPr>
        <w:t xml:space="preserve"> فأراني لو استخرجتُ الدراري من نهر المجرّة</w:t>
      </w:r>
      <w:r w:rsidR="00D769AB">
        <w:rPr>
          <w:rtl/>
        </w:rPr>
        <w:t>،</w:t>
      </w:r>
      <w:r w:rsidRPr="004E7EC6">
        <w:rPr>
          <w:rtl/>
        </w:rPr>
        <w:t xml:space="preserve"> ونظمت بكفِّ الثريّا أنجم النثرة</w:t>
      </w:r>
      <w:r w:rsidR="00D769AB">
        <w:rPr>
          <w:rtl/>
        </w:rPr>
        <w:t>،</w:t>
      </w:r>
      <w:r w:rsidRPr="004E7EC6">
        <w:rPr>
          <w:rtl/>
        </w:rPr>
        <w:t xml:space="preserve"> عقوداً أحلّي بها نحور علياه</w:t>
      </w:r>
      <w:r w:rsidR="00D769AB">
        <w:rPr>
          <w:rtl/>
        </w:rPr>
        <w:t>،</w:t>
      </w:r>
      <w:r w:rsidRPr="004E7EC6">
        <w:rPr>
          <w:rtl/>
        </w:rPr>
        <w:t xml:space="preserve"> وأوشّحُ بها حسان</w:t>
      </w:r>
      <w:r w:rsidR="00677BC4">
        <w:rPr>
          <w:rtl/>
        </w:rPr>
        <w:t>َ</w:t>
      </w:r>
      <w:r w:rsidRPr="004E7EC6">
        <w:rPr>
          <w:rtl/>
        </w:rPr>
        <w:t xml:space="preserve"> مزاياه لما زدتها بذلك حسناً</w:t>
      </w:r>
      <w:r w:rsidR="00D769AB">
        <w:rPr>
          <w:rtl/>
        </w:rPr>
        <w:t>،</w:t>
      </w:r>
      <w:r w:rsidRPr="004E7EC6">
        <w:rPr>
          <w:rtl/>
        </w:rPr>
        <w:t xml:space="preserve"> ولا أفدتُ معاني جمالها جميل معنى</w:t>
      </w:r>
      <w:r w:rsidR="00D769AB">
        <w:rPr>
          <w:rtl/>
        </w:rPr>
        <w:t>،</w:t>
      </w:r>
      <w:r w:rsidRPr="004E7EC6">
        <w:rPr>
          <w:rtl/>
        </w:rPr>
        <w:t xml:space="preserve"> بل أكون كم</w:t>
      </w:r>
      <w:r w:rsidR="00677BC4">
        <w:rPr>
          <w:rtl/>
        </w:rPr>
        <w:t>َ</w:t>
      </w:r>
      <w:r w:rsidRPr="004E7EC6">
        <w:rPr>
          <w:rtl/>
        </w:rPr>
        <w:t>نْ يقول</w:t>
      </w:r>
      <w:r w:rsidR="00D769AB">
        <w:rPr>
          <w:rtl/>
        </w:rPr>
        <w:t>:</w:t>
      </w:r>
      <w:r w:rsidRPr="004E7EC6">
        <w:rPr>
          <w:rtl/>
        </w:rPr>
        <w:t xml:space="preserve"> لماء السماء ما أطهرك</w:t>
      </w:r>
      <w:r w:rsidR="00D769AB">
        <w:rPr>
          <w:rtl/>
        </w:rPr>
        <w:t>،</w:t>
      </w:r>
      <w:r w:rsidRPr="004E7EC6">
        <w:rPr>
          <w:rtl/>
        </w:rPr>
        <w:t xml:space="preserve"> ولنور الرياض ما أزهرك</w:t>
      </w:r>
      <w:r w:rsidR="00D769AB">
        <w:rPr>
          <w:rtl/>
        </w:rPr>
        <w:t>،</w:t>
      </w:r>
      <w:r w:rsidRPr="004E7EC6">
        <w:rPr>
          <w:rtl/>
        </w:rPr>
        <w:t xml:space="preserve"> ولغضِّ النسيم ما أطيب نفسك</w:t>
      </w:r>
      <w:r w:rsidR="00D769AB">
        <w:rPr>
          <w:rtl/>
        </w:rPr>
        <w:t>،</w:t>
      </w:r>
      <w:r w:rsidRPr="004E7EC6">
        <w:rPr>
          <w:rtl/>
        </w:rPr>
        <w:t xml:space="preserve"> وللعقد النظيم ما أنفسك</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ولم يستفدْ بالمدح م</w:t>
            </w:r>
            <w:r>
              <w:rPr>
                <w:rtl/>
              </w:rPr>
              <w:t>َ</w:t>
            </w:r>
            <w:r w:rsidRPr="009647FC">
              <w:rPr>
                <w:rtl/>
              </w:rPr>
              <w:t>نْ ليس عنده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وهل ينفع التحجيل م</w:t>
            </w:r>
            <w:r>
              <w:rPr>
                <w:rtl/>
              </w:rPr>
              <w:t>َ</w:t>
            </w:r>
            <w:r w:rsidRPr="009647FC">
              <w:rPr>
                <w:rtl/>
              </w:rPr>
              <w:t>نْ هو أشهبُ؟</w:t>
            </w:r>
            <w:r w:rsidRPr="00725071">
              <w:rPr>
                <w:rStyle w:val="libPoemTiniChar0"/>
                <w:rtl/>
              </w:rPr>
              <w:br/>
              <w:t> </w:t>
            </w:r>
          </w:p>
        </w:tc>
      </w:tr>
    </w:tbl>
    <w:p w:rsidR="009647FC" w:rsidRPr="00524A24" w:rsidRDefault="009647FC" w:rsidP="004E7EC6">
      <w:pPr>
        <w:pStyle w:val="libNormal"/>
      </w:pPr>
      <w:r w:rsidRPr="004E7EC6">
        <w:rPr>
          <w:rtl/>
        </w:rPr>
        <w:t>هذا ورجاءُ الداعي من نفحات كرمك</w:t>
      </w:r>
      <w:r w:rsidR="00D769AB">
        <w:rPr>
          <w:rtl/>
        </w:rPr>
        <w:t>،</w:t>
      </w:r>
      <w:r w:rsidRPr="004E7EC6">
        <w:rPr>
          <w:rtl/>
        </w:rPr>
        <w:t xml:space="preserve"> أيّها المالك رقاب المناقب</w:t>
      </w:r>
      <w:r w:rsidR="00D769AB">
        <w:rPr>
          <w:rtl/>
        </w:rPr>
        <w:t>،</w:t>
      </w:r>
      <w:r w:rsidRPr="004E7EC6">
        <w:rPr>
          <w:rtl/>
        </w:rPr>
        <w:t xml:space="preserve"> والمساعي بمعالي هممك</w:t>
      </w:r>
      <w:r w:rsidR="00D769AB">
        <w:rPr>
          <w:rtl/>
        </w:rPr>
        <w:t>،</w:t>
      </w:r>
      <w:r w:rsidRPr="004E7EC6">
        <w:rPr>
          <w:rtl/>
        </w:rPr>
        <w:t xml:space="preserve"> إيصال هذه الرائية الغرّاء</w:t>
      </w:r>
      <w:r w:rsidRPr="004E7EC6">
        <w:rPr>
          <w:rStyle w:val="libFootnotenumChar"/>
          <w:rtl/>
        </w:rPr>
        <w:t>(2)</w:t>
      </w:r>
      <w:r w:rsidRPr="004E7EC6">
        <w:rPr>
          <w:rtl/>
        </w:rPr>
        <w:t>، الناطقة بأبلغ الثناء إلى حضرة صدر الوزراة الأعظم</w:t>
      </w:r>
      <w:r w:rsidR="00D769AB">
        <w:rPr>
          <w:rtl/>
        </w:rPr>
        <w:t>،</w:t>
      </w:r>
      <w:r w:rsidRPr="004E7EC6">
        <w:rPr>
          <w:rtl/>
        </w:rPr>
        <w:t xml:space="preserve"> والسيف الذي انتضتْ منه يدُ الإمارة على أعدائها أقطع مخذم</w:t>
      </w:r>
      <w:r w:rsidR="00D769AB">
        <w:rPr>
          <w:rtl/>
        </w:rPr>
        <w:t>،</w:t>
      </w:r>
      <w:r w:rsidRPr="004E7EC6">
        <w:rPr>
          <w:rtl/>
        </w:rPr>
        <w:t xml:space="preserve"> منّاً منك لا عليك</w:t>
      </w:r>
      <w:r w:rsidR="00D769AB">
        <w:rPr>
          <w:rtl/>
        </w:rPr>
        <w:t>،</w:t>
      </w:r>
      <w:r w:rsidRPr="004E7EC6">
        <w:rPr>
          <w:rtl/>
        </w:rPr>
        <w:t xml:space="preserve"> وعائدة تكرُّم لك لا إليك</w:t>
      </w:r>
      <w:r w:rsidR="00D769AB">
        <w:rPr>
          <w:rtl/>
        </w:rPr>
        <w:t>،</w:t>
      </w:r>
      <w:r w:rsidRPr="004E7EC6">
        <w:rPr>
          <w:rtl/>
        </w:rPr>
        <w:t xml:space="preserve"> وهي وإن كانت حقيرة في جنب معاليه الخطيرة</w:t>
      </w:r>
      <w:r w:rsidR="00D769AB">
        <w:rPr>
          <w:rtl/>
        </w:rPr>
        <w:t>،</w:t>
      </w:r>
      <w:r w:rsidRPr="004E7EC6">
        <w:rPr>
          <w:rtl/>
        </w:rPr>
        <w:t xml:space="preserve"> فأراها على حقارة صناعتها</w:t>
      </w:r>
      <w:r w:rsidR="00D769AB">
        <w:rPr>
          <w:rtl/>
        </w:rPr>
        <w:t>،</w:t>
      </w:r>
      <w:r w:rsidRPr="004E7EC6">
        <w:rPr>
          <w:rtl/>
        </w:rPr>
        <w:t xml:space="preserve"> ونزارة بضاعتها</w:t>
      </w:r>
      <w:r w:rsidR="00D769AB">
        <w:rPr>
          <w:rtl/>
        </w:rPr>
        <w:t>،</w:t>
      </w:r>
      <w:r w:rsidRPr="004E7EC6">
        <w:rPr>
          <w:rtl/>
        </w:rPr>
        <w:t xml:space="preserve"> إنْ شم</w:t>
      </w:r>
      <w:r w:rsidR="00677BC4">
        <w:rPr>
          <w:rtl/>
        </w:rPr>
        <w:t>َ</w:t>
      </w:r>
      <w:r w:rsidRPr="004E7EC6">
        <w:rPr>
          <w:rtl/>
        </w:rPr>
        <w:t>لتها ألطافُك بنسيم العناية</w:t>
      </w:r>
      <w:r w:rsidR="00D769AB">
        <w:rPr>
          <w:rtl/>
        </w:rPr>
        <w:t>،</w:t>
      </w:r>
      <w:r w:rsidRPr="004E7EC6">
        <w:rPr>
          <w:rtl/>
        </w:rPr>
        <w:t xml:space="preserve"> ولحظتْها كفايتُك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راجع ص 20 من هذا الجزء</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راجع ص 37 من هذا الجزء</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بعين وضع</w:t>
      </w:r>
      <w:r w:rsidR="00677BC4">
        <w:rPr>
          <w:rtl/>
        </w:rPr>
        <w:t>َ</w:t>
      </w:r>
      <w:r w:rsidRPr="004E7EC6">
        <w:rPr>
          <w:rtl/>
        </w:rPr>
        <w:t>تها موضعها</w:t>
      </w:r>
      <w:r w:rsidR="00D769AB">
        <w:rPr>
          <w:rtl/>
        </w:rPr>
        <w:t>،</w:t>
      </w:r>
      <w:r w:rsidRPr="004E7EC6">
        <w:rPr>
          <w:rtl/>
        </w:rPr>
        <w:t xml:space="preserve"> ووقعتْ منه موقعها</w:t>
      </w:r>
      <w:r w:rsidR="00D769AB">
        <w:rPr>
          <w:rtl/>
        </w:rPr>
        <w:t>،</w:t>
      </w:r>
      <w:r w:rsidRPr="004E7EC6">
        <w:rPr>
          <w:rtl/>
        </w:rPr>
        <w:t xml:space="preserve"> وهذه الحائية الغرّاء</w:t>
      </w:r>
      <w:r w:rsidR="00D769AB">
        <w:rPr>
          <w:rtl/>
        </w:rPr>
        <w:t>،</w:t>
      </w:r>
      <w:r w:rsidRPr="004E7EC6">
        <w:rPr>
          <w:rtl/>
        </w:rPr>
        <w:t xml:space="preserve"> والغانية العذراء</w:t>
      </w:r>
      <w:r w:rsidR="00D769AB">
        <w:rPr>
          <w:rtl/>
        </w:rPr>
        <w:t>،</w:t>
      </w:r>
      <w:r w:rsidRPr="004E7EC6">
        <w:rPr>
          <w:rtl/>
        </w:rPr>
        <w:t xml:space="preserve"> قد حدر</w:t>
      </w:r>
      <w:r w:rsidR="00677BC4">
        <w:rPr>
          <w:rtl/>
        </w:rPr>
        <w:t>َ</w:t>
      </w:r>
      <w:r w:rsidRPr="004E7EC6">
        <w:rPr>
          <w:rtl/>
        </w:rPr>
        <w:t>ت لمدحك نقابها</w:t>
      </w:r>
      <w:r w:rsidR="00D769AB">
        <w:rPr>
          <w:rtl/>
        </w:rPr>
        <w:t>،</w:t>
      </w:r>
      <w:r w:rsidRPr="004E7EC6">
        <w:rPr>
          <w:rtl/>
        </w:rPr>
        <w:t xml:space="preserve"> فائقةً بحسنها أترابها</w:t>
      </w:r>
      <w:r w:rsidR="00D769AB">
        <w:rPr>
          <w:rtl/>
        </w:rPr>
        <w:t>،</w:t>
      </w:r>
      <w:r w:rsidRPr="004E7EC6">
        <w:rPr>
          <w:rtl/>
        </w:rPr>
        <w:t xml:space="preserve"> فأعرْها سمع</w:t>
      </w:r>
      <w:r w:rsidR="00677BC4">
        <w:rPr>
          <w:rtl/>
        </w:rPr>
        <w:t>َ</w:t>
      </w:r>
      <w:r w:rsidRPr="004E7EC6">
        <w:rPr>
          <w:rtl/>
        </w:rPr>
        <w:t xml:space="preserve"> مسامحٍ وهوب</w:t>
      </w:r>
      <w:r w:rsidR="00D769AB">
        <w:rPr>
          <w:rtl/>
        </w:rPr>
        <w:t>،</w:t>
      </w:r>
      <w:r w:rsidRPr="004E7EC6">
        <w:rPr>
          <w:rtl/>
        </w:rPr>
        <w:t xml:space="preserve"> وأسبلْ</w:t>
      </w:r>
      <w:r w:rsidRPr="004E7EC6">
        <w:rPr>
          <w:rStyle w:val="libFootnotenumChar"/>
          <w:rtl/>
        </w:rPr>
        <w:t>(1)</w:t>
      </w:r>
      <w:r w:rsidRPr="004E7EC6">
        <w:rPr>
          <w:rtl/>
        </w:rPr>
        <w:t xml:space="preserve"> على قائلها من كثرة العيوب</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لتُلق ملوكُ الأرض طوعاً يد</w:t>
            </w:r>
            <w:r>
              <w:rPr>
                <w:rtl/>
              </w:rPr>
              <w:t>َ</w:t>
            </w:r>
            <w:r w:rsidRPr="009647FC">
              <w:rPr>
                <w:rtl/>
              </w:rPr>
              <w:t xml:space="preserve"> الصلح</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حذار</w:t>
            </w:r>
            <w:r>
              <w:rPr>
                <w:rtl/>
              </w:rPr>
              <w:t>َ</w:t>
            </w:r>
            <w:r w:rsidRPr="009647FC">
              <w:rPr>
                <w:rtl/>
              </w:rPr>
              <w:t xml:space="preserve"> حسامٍ صاغه اللّهُ للفتحِ</w:t>
            </w:r>
            <w:r w:rsidRPr="004E7EC6">
              <w:rPr>
                <w:rStyle w:val="libFootnotenumChar"/>
                <w:rtl/>
              </w:rPr>
              <w:t>(2)</w:t>
            </w:r>
            <w:r w:rsidRPr="00725071">
              <w:rPr>
                <w:rStyle w:val="libPoemTiniChar0"/>
                <w:rtl/>
              </w:rPr>
              <w:br/>
              <w:t> </w:t>
            </w:r>
          </w:p>
        </w:tc>
      </w:tr>
    </w:tbl>
    <w:p w:rsidR="009647FC" w:rsidRPr="00524A24" w:rsidRDefault="009647FC" w:rsidP="004E7EC6">
      <w:pPr>
        <w:pStyle w:val="libCenter"/>
      </w:pPr>
      <w:r w:rsidRPr="009647FC">
        <w:rPr>
          <w:rtl/>
        </w:rPr>
        <w:t>*</w:t>
      </w:r>
      <w:r w:rsidR="001A0A79">
        <w:rPr>
          <w:rFonts w:hint="cs"/>
          <w:rtl/>
        </w:rPr>
        <w:t xml:space="preserve"> </w:t>
      </w:r>
      <w:r w:rsidRPr="009647FC">
        <w:rPr>
          <w:rtl/>
        </w:rPr>
        <w:t>*</w:t>
      </w:r>
      <w:r w:rsidR="001A0A79">
        <w:rPr>
          <w:rFonts w:hint="cs"/>
          <w:rtl/>
        </w:rPr>
        <w:t xml:space="preserve"> </w:t>
      </w:r>
      <w:r w:rsidRPr="009647FC">
        <w:rPr>
          <w:rtl/>
        </w:rPr>
        <w:t>*</w:t>
      </w:r>
    </w:p>
    <w:p w:rsidR="009647FC" w:rsidRPr="00524A24" w:rsidRDefault="009647FC" w:rsidP="004E7EC6">
      <w:pPr>
        <w:pStyle w:val="libNormal"/>
      </w:pPr>
      <w:r w:rsidRPr="009647FC">
        <w:rPr>
          <w:rtl/>
        </w:rPr>
        <w:t>10</w:t>
      </w:r>
      <w:r w:rsidR="004E7EC6">
        <w:rPr>
          <w:rtl/>
        </w:rPr>
        <w:t xml:space="preserve"> - </w:t>
      </w:r>
      <w:r w:rsidRPr="009647FC">
        <w:rPr>
          <w:rtl/>
        </w:rPr>
        <w:t>قال (رحمه اللّه)</w:t>
      </w:r>
      <w:r w:rsidR="00D769AB">
        <w:rPr>
          <w:rtl/>
        </w:rPr>
        <w:t>:</w:t>
      </w:r>
      <w:r w:rsidRPr="009647FC">
        <w:rPr>
          <w:rtl/>
        </w:rPr>
        <w:t xml:space="preserve"> وقد كتب بها إلى السيد سلمان النقيب عن لسان بعض الأشراف يقول</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يا</w:t>
            </w:r>
            <w:r>
              <w:rPr>
                <w:rtl/>
              </w:rPr>
              <w:t xml:space="preserve"> </w:t>
            </w:r>
            <w:r w:rsidRPr="009647FC">
              <w:rPr>
                <w:rtl/>
              </w:rPr>
              <w:t>خليقاً</w:t>
            </w:r>
            <w:r w:rsidRPr="004E7EC6">
              <w:rPr>
                <w:rStyle w:val="libFootnotenumChar"/>
                <w:rtl/>
              </w:rPr>
              <w:t>(3)</w:t>
            </w:r>
            <w:r>
              <w:rPr>
                <w:rtl/>
              </w:rPr>
              <w:t xml:space="preserve"> </w:t>
            </w:r>
            <w:r w:rsidRPr="009647FC">
              <w:rPr>
                <w:rtl/>
              </w:rPr>
              <w:t>بأشرف</w:t>
            </w:r>
            <w:r>
              <w:rPr>
                <w:rtl/>
              </w:rPr>
              <w:t xml:space="preserve"> </w:t>
            </w:r>
            <w:r w:rsidRPr="009647FC">
              <w:rPr>
                <w:rtl/>
              </w:rPr>
              <w:t>الأخلاق</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دمْ</w:t>
            </w:r>
            <w:r w:rsidR="004C00A8">
              <w:rPr>
                <w:rtl/>
              </w:rPr>
              <w:t xml:space="preserve"> </w:t>
            </w:r>
            <w:r w:rsidRPr="009647FC">
              <w:rPr>
                <w:rtl/>
              </w:rPr>
              <w:t>برغم</w:t>
            </w:r>
            <w:r>
              <w:rPr>
                <w:rtl/>
              </w:rPr>
              <w:t xml:space="preserve"> </w:t>
            </w:r>
            <w:r w:rsidRPr="009647FC">
              <w:rPr>
                <w:rtl/>
              </w:rPr>
              <w:t>الحسود</w:t>
            </w:r>
            <w:r>
              <w:rPr>
                <w:rtl/>
              </w:rPr>
              <w:t xml:space="preserve"> </w:t>
            </w:r>
            <w:r w:rsidRPr="009647FC">
              <w:rPr>
                <w:rtl/>
              </w:rPr>
              <w:t>عالي</w:t>
            </w:r>
            <w:r>
              <w:rPr>
                <w:rtl/>
              </w:rPr>
              <w:t xml:space="preserve"> </w:t>
            </w:r>
            <w:r w:rsidRPr="009647FC">
              <w:rPr>
                <w:rtl/>
              </w:rPr>
              <w:t>الرواقِ</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وأنرْ</w:t>
            </w:r>
            <w:r w:rsidR="004C00A8">
              <w:rPr>
                <w:rtl/>
              </w:rPr>
              <w:t xml:space="preserve"> </w:t>
            </w:r>
            <w:r w:rsidRPr="009647FC">
              <w:rPr>
                <w:rtl/>
              </w:rPr>
              <w:t>في</w:t>
            </w:r>
            <w:r>
              <w:rPr>
                <w:rtl/>
              </w:rPr>
              <w:t xml:space="preserve"> </w:t>
            </w:r>
            <w:r w:rsidRPr="009647FC">
              <w:rPr>
                <w:rtl/>
              </w:rPr>
              <w:t>سماء</w:t>
            </w:r>
            <w:r>
              <w:rPr>
                <w:rtl/>
              </w:rPr>
              <w:t xml:space="preserve"> </w:t>
            </w:r>
            <w:r w:rsidRPr="009647FC">
              <w:rPr>
                <w:rtl/>
              </w:rPr>
              <w:t>مجدك</w:t>
            </w:r>
            <w:r>
              <w:rPr>
                <w:rtl/>
              </w:rPr>
              <w:t xml:space="preserve"> </w:t>
            </w:r>
            <w:r w:rsidRPr="009647FC">
              <w:rPr>
                <w:rtl/>
              </w:rPr>
              <w:t>بدرا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زاهر</w:t>
            </w:r>
            <w:r>
              <w:rPr>
                <w:rtl/>
              </w:rPr>
              <w:t>َ</w:t>
            </w:r>
            <w:r w:rsidR="004C00A8">
              <w:rPr>
                <w:rtl/>
              </w:rPr>
              <w:t xml:space="preserve"> </w:t>
            </w:r>
            <w:r w:rsidRPr="009647FC">
              <w:rPr>
                <w:rtl/>
              </w:rPr>
              <w:t>الضوء</w:t>
            </w:r>
            <w:r>
              <w:rPr>
                <w:rtl/>
              </w:rPr>
              <w:t xml:space="preserve"> </w:t>
            </w:r>
            <w:r w:rsidRPr="009647FC">
              <w:rPr>
                <w:rtl/>
              </w:rPr>
              <w:t>باهر</w:t>
            </w:r>
            <w:r>
              <w:rPr>
                <w:rtl/>
              </w:rPr>
              <w:t xml:space="preserve"> </w:t>
            </w:r>
            <w:r w:rsidRPr="009647FC">
              <w:rPr>
                <w:rtl/>
              </w:rPr>
              <w:t>الإشراقِ</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إنْ</w:t>
            </w:r>
            <w:r>
              <w:rPr>
                <w:rtl/>
              </w:rPr>
              <w:t xml:space="preserve"> </w:t>
            </w:r>
            <w:r w:rsidRPr="009647FC">
              <w:rPr>
                <w:rtl/>
              </w:rPr>
              <w:t>تكن</w:t>
            </w:r>
            <w:r>
              <w:rPr>
                <w:rtl/>
              </w:rPr>
              <w:t xml:space="preserve"> </w:t>
            </w:r>
            <w:r w:rsidRPr="009647FC">
              <w:rPr>
                <w:rtl/>
              </w:rPr>
              <w:t>فيك</w:t>
            </w:r>
            <w:r>
              <w:rPr>
                <w:rtl/>
              </w:rPr>
              <w:t xml:space="preserve"> </w:t>
            </w:r>
            <w:r w:rsidRPr="009647FC">
              <w:rPr>
                <w:rtl/>
              </w:rPr>
              <w:t>قرّت</w:t>
            </w:r>
            <w:r>
              <w:rPr>
                <w:rtl/>
              </w:rPr>
              <w:t xml:space="preserve"> </w:t>
            </w:r>
            <w:r w:rsidRPr="009647FC">
              <w:rPr>
                <w:rtl/>
              </w:rPr>
              <w:t>الشام عينا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فالقذا</w:t>
            </w:r>
            <w:r w:rsidR="004C00A8">
              <w:rPr>
                <w:rtl/>
              </w:rPr>
              <w:t xml:space="preserve"> </w:t>
            </w:r>
            <w:r w:rsidRPr="009647FC">
              <w:rPr>
                <w:rtl/>
              </w:rPr>
              <w:t>جائلٌ</w:t>
            </w:r>
            <w:r>
              <w:rPr>
                <w:rtl/>
              </w:rPr>
              <w:t xml:space="preserve"> </w:t>
            </w:r>
            <w:r w:rsidRPr="009647FC">
              <w:rPr>
                <w:rtl/>
              </w:rPr>
              <w:t>بعين</w:t>
            </w:r>
            <w:r>
              <w:rPr>
                <w:rtl/>
              </w:rPr>
              <w:t xml:space="preserve"> </w:t>
            </w:r>
            <w:r w:rsidRPr="009647FC">
              <w:rPr>
                <w:rtl/>
              </w:rPr>
              <w:t>العراقِ</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وإليك</w:t>
            </w:r>
            <w:r w:rsidR="004C00A8">
              <w:rPr>
                <w:rtl/>
              </w:rPr>
              <w:t xml:space="preserve"> </w:t>
            </w:r>
            <w:r w:rsidRPr="009647FC">
              <w:rPr>
                <w:rtl/>
              </w:rPr>
              <w:t>الزوراء</w:t>
            </w:r>
            <w:r>
              <w:rPr>
                <w:rtl/>
              </w:rPr>
              <w:t xml:space="preserve"> </w:t>
            </w:r>
            <w:r w:rsidRPr="009647FC">
              <w:rPr>
                <w:rtl/>
              </w:rPr>
              <w:t>تشتاق</w:t>
            </w:r>
            <w:r>
              <w:rPr>
                <w:rtl/>
              </w:rPr>
              <w:t xml:space="preserve"> </w:t>
            </w:r>
            <w:r w:rsidRPr="009647FC">
              <w:rPr>
                <w:rtl/>
              </w:rPr>
              <w:t>شوق</w:t>
            </w:r>
            <w:r>
              <w:rPr>
                <w:rtl/>
              </w:rPr>
              <w:t xml:space="preserve">َ </w:t>
            </w:r>
            <w:r w:rsidRPr="009647FC">
              <w:rPr>
                <w:rtl/>
              </w:rPr>
              <w:t>الـ</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زهر</w:t>
            </w:r>
            <w:r>
              <w:rPr>
                <w:rtl/>
              </w:rPr>
              <w:t xml:space="preserve"> </w:t>
            </w:r>
            <w:r w:rsidRPr="009647FC">
              <w:rPr>
                <w:rtl/>
              </w:rPr>
              <w:t>ذاوٍ</w:t>
            </w:r>
            <w:r>
              <w:rPr>
                <w:rtl/>
              </w:rPr>
              <w:t xml:space="preserve"> </w:t>
            </w:r>
            <w:r w:rsidRPr="009647FC">
              <w:rPr>
                <w:rtl/>
              </w:rPr>
              <w:t>إلى</w:t>
            </w:r>
            <w:r>
              <w:rPr>
                <w:rtl/>
              </w:rPr>
              <w:t xml:space="preserve"> </w:t>
            </w:r>
            <w:r w:rsidRPr="009647FC">
              <w:rPr>
                <w:rtl/>
              </w:rPr>
              <w:t>الحيا</w:t>
            </w:r>
            <w:r>
              <w:rPr>
                <w:rtl/>
              </w:rPr>
              <w:t xml:space="preserve"> </w:t>
            </w:r>
            <w:r w:rsidRPr="009647FC">
              <w:rPr>
                <w:rtl/>
              </w:rPr>
              <w:t>المهراقِ</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كم</w:t>
            </w:r>
            <w:r>
              <w:rPr>
                <w:rtl/>
              </w:rPr>
              <w:t xml:space="preserve"> </w:t>
            </w:r>
            <w:r w:rsidRPr="009647FC">
              <w:rPr>
                <w:rtl/>
              </w:rPr>
              <w:t>نفوسٍ</w:t>
            </w:r>
            <w:r>
              <w:rPr>
                <w:rtl/>
              </w:rPr>
              <w:t xml:space="preserve"> </w:t>
            </w:r>
            <w:r w:rsidRPr="009647FC">
              <w:rPr>
                <w:rtl/>
              </w:rPr>
              <w:t>تطلّ</w:t>
            </w:r>
            <w:r>
              <w:rPr>
                <w:rtl/>
              </w:rPr>
              <w:t>َ</w:t>
            </w:r>
            <w:r w:rsidRPr="009647FC">
              <w:rPr>
                <w:rtl/>
              </w:rPr>
              <w:t>عت</w:t>
            </w:r>
            <w:r>
              <w:rPr>
                <w:rtl/>
              </w:rPr>
              <w:t xml:space="preserve"> </w:t>
            </w:r>
            <w:r w:rsidRPr="009647FC">
              <w:rPr>
                <w:rtl/>
              </w:rPr>
              <w:t>لك</w:t>
            </w:r>
            <w:r>
              <w:rPr>
                <w:rtl/>
              </w:rPr>
              <w:t xml:space="preserve"> </w:t>
            </w:r>
            <w:r w:rsidRPr="009647FC">
              <w:rPr>
                <w:rtl/>
              </w:rPr>
              <w:t>فيها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فترقّ</w:t>
            </w:r>
            <w:r>
              <w:rPr>
                <w:rtl/>
              </w:rPr>
              <w:t>َ</w:t>
            </w:r>
            <w:r w:rsidRPr="009647FC">
              <w:rPr>
                <w:rtl/>
              </w:rPr>
              <w:t>تْ</w:t>
            </w:r>
            <w:r>
              <w:rPr>
                <w:rtl/>
              </w:rPr>
              <w:t xml:space="preserve"> </w:t>
            </w:r>
            <w:r w:rsidRPr="009647FC">
              <w:rPr>
                <w:rtl/>
              </w:rPr>
              <w:t>من</w:t>
            </w:r>
            <w:r>
              <w:rPr>
                <w:rtl/>
              </w:rPr>
              <w:t xml:space="preserve"> </w:t>
            </w:r>
            <w:r w:rsidRPr="009647FC">
              <w:rPr>
                <w:rtl/>
              </w:rPr>
              <w:t>شوقها</w:t>
            </w:r>
            <w:r>
              <w:rPr>
                <w:rtl/>
              </w:rPr>
              <w:t xml:space="preserve"> </w:t>
            </w:r>
            <w:r w:rsidRPr="009647FC">
              <w:rPr>
                <w:rtl/>
              </w:rPr>
              <w:t>للتراقي</w:t>
            </w:r>
            <w:r w:rsidRPr="00725071">
              <w:rPr>
                <w:rStyle w:val="libPoemTiniChar0"/>
                <w:rtl/>
              </w:rPr>
              <w:br/>
              <w:t> </w:t>
            </w:r>
          </w:p>
        </w:tc>
      </w:tr>
    </w:tbl>
    <w:p w:rsidR="009647FC" w:rsidRPr="00524A24" w:rsidRDefault="009647FC" w:rsidP="004E7EC6">
      <w:pPr>
        <w:pStyle w:val="libNormal"/>
      </w:pPr>
      <w:r w:rsidRPr="009647FC">
        <w:rPr>
          <w:rtl/>
        </w:rPr>
        <w:t>بل أنت لها الروح المدبّ</w:t>
      </w:r>
      <w:r w:rsidR="00677BC4">
        <w:rPr>
          <w:rtl/>
        </w:rPr>
        <w:t>َ</w:t>
      </w:r>
      <w:r w:rsidRPr="009647FC">
        <w:rPr>
          <w:rtl/>
        </w:rPr>
        <w:t>رة</w:t>
      </w:r>
      <w:r w:rsidR="00D769AB">
        <w:rPr>
          <w:rtl/>
        </w:rPr>
        <w:t>،</w:t>
      </w:r>
      <w:r w:rsidRPr="009647FC">
        <w:rPr>
          <w:rtl/>
        </w:rPr>
        <w:t xml:space="preserve"> والرئيس المطلق الذي جميع أعضائها إليك مفتقرة</w:t>
      </w:r>
      <w:r w:rsidR="00D769AB">
        <w:rPr>
          <w:rtl/>
        </w:rPr>
        <w:t>،</w:t>
      </w:r>
      <w:r w:rsidRPr="009647FC">
        <w:rPr>
          <w:rtl/>
        </w:rPr>
        <w:t xml:space="preserve"> قد سكنتْ إليك في هذا الزمن سكون الطرف الساهر إلى الوسن</w:t>
      </w:r>
      <w:r w:rsidR="00D769AB">
        <w:rPr>
          <w:rtl/>
        </w:rPr>
        <w:t>،</w:t>
      </w:r>
      <w:r w:rsidRPr="009647FC">
        <w:rPr>
          <w:rtl/>
        </w:rPr>
        <w:t xml:space="preserve"> ما فتحتْ جفون أعصارها على مثلك</w:t>
      </w:r>
      <w:r w:rsidR="00D769AB">
        <w:rPr>
          <w:rtl/>
        </w:rPr>
        <w:t>،</w:t>
      </w:r>
      <w:r w:rsidRPr="009647FC">
        <w:rPr>
          <w:rtl/>
        </w:rPr>
        <w:t xml:space="preserve"> ولا التحفت بمثل ما التحفت به من أبراد فضلك</w:t>
      </w:r>
      <w:r w:rsidR="00D769AB">
        <w:rPr>
          <w:rtl/>
        </w:rPr>
        <w:t>،</w:t>
      </w:r>
      <w:r w:rsidRPr="009647FC">
        <w:rPr>
          <w:rtl/>
        </w:rPr>
        <w:t xml:space="preserve"> ولعمر الزوراء</w:t>
      </w:r>
      <w:r w:rsidR="00D769AB">
        <w:rPr>
          <w:rtl/>
        </w:rPr>
        <w:t>،</w:t>
      </w:r>
      <w:r w:rsidRPr="009647FC">
        <w:rPr>
          <w:rtl/>
        </w:rPr>
        <w:t xml:space="preserve"> لقد طاب لها بظلّك الاستذراء</w:t>
      </w:r>
      <w:r w:rsidR="00D769AB">
        <w:rPr>
          <w:rtl/>
        </w:rPr>
        <w:t>،</w:t>
      </w:r>
      <w:r w:rsidRPr="009647FC">
        <w:rPr>
          <w:rtl/>
        </w:rPr>
        <w:t xml:space="preserve"> تقتبس الذكاء من أشعة معارفك</w:t>
      </w:r>
      <w:r w:rsidR="00D769AB">
        <w:rPr>
          <w:rtl/>
        </w:rPr>
        <w:t>،</w:t>
      </w:r>
      <w:r w:rsidRPr="009647FC">
        <w:rPr>
          <w:rtl/>
        </w:rPr>
        <w:t xml:space="preserve"> وتلتمس اغتراف الكرم لا الماء من لجّة عوارفك</w:t>
      </w:r>
      <w:r w:rsidR="00D769AB">
        <w:rPr>
          <w:rtl/>
        </w:rPr>
        <w:t>،</w:t>
      </w:r>
      <w:r w:rsidRPr="009647FC">
        <w:rPr>
          <w:rtl/>
        </w:rPr>
        <w:t xml:space="preserve"> وتثني عليك بين أمجادها ألسنة الإنشاء بإنشادها</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الفخرُ شاد بكم قبابهُ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والشعر زان بكم كعاب</w:t>
            </w:r>
            <w:r>
              <w:rPr>
                <w:rtl/>
              </w:rPr>
              <w:t>َ</w:t>
            </w:r>
            <w:r w:rsidRPr="009647FC">
              <w:rPr>
                <w:rtl/>
              </w:rPr>
              <w:t>هُ</w:t>
            </w:r>
            <w:r w:rsidRPr="004E7EC6">
              <w:rPr>
                <w:rStyle w:val="libFootnotenumChar"/>
                <w:rtl/>
              </w:rPr>
              <w:t>(4)</w:t>
            </w:r>
            <w:r w:rsidRPr="00725071">
              <w:rPr>
                <w:rStyle w:val="libPoemTiniChar0"/>
                <w:rtl/>
              </w:rPr>
              <w:br/>
              <w:t> </w:t>
            </w:r>
          </w:p>
        </w:tc>
      </w:tr>
    </w:tbl>
    <w:p w:rsidR="009647FC" w:rsidRPr="00524A24" w:rsidRDefault="009647FC" w:rsidP="004E7EC6">
      <w:pPr>
        <w:pStyle w:val="libNormal"/>
      </w:pPr>
      <w:r w:rsidRPr="009647FC">
        <w:rPr>
          <w:rtl/>
        </w:rPr>
        <w:t>إي وذلك الكنه</w:t>
      </w:r>
      <w:r w:rsidR="00D769AB">
        <w:rPr>
          <w:rtl/>
        </w:rPr>
        <w:t>،</w:t>
      </w:r>
      <w:r w:rsidRPr="009647FC">
        <w:rPr>
          <w:rtl/>
        </w:rPr>
        <w:t xml:space="preserve"> وما انتشر بين البريّة عنه</w:t>
      </w:r>
      <w:r w:rsidR="00D769AB">
        <w:rPr>
          <w:rtl/>
        </w:rPr>
        <w:t>،</w:t>
      </w:r>
      <w:r w:rsidRPr="009647FC">
        <w:rPr>
          <w:rtl/>
        </w:rPr>
        <w:t xml:space="preserve"> من باهرِ فضلٍ تقصر عنه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الديوان المطبوع</w:t>
      </w:r>
      <w:r w:rsidR="00D769AB">
        <w:rPr>
          <w:rtl/>
        </w:rPr>
        <w:t>:</w:t>
      </w:r>
      <w:r w:rsidRPr="009647FC">
        <w:rPr>
          <w:rtl/>
        </w:rPr>
        <w:t xml:space="preserve"> وأسدل</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ذكرت في باب المدائح / 20</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المخطوطة</w:t>
      </w:r>
      <w:r w:rsidR="00D769AB">
        <w:rPr>
          <w:rtl/>
        </w:rPr>
        <w:t>:</w:t>
      </w:r>
      <w:r w:rsidRPr="009647FC">
        <w:rPr>
          <w:rtl/>
        </w:rPr>
        <w:t xml:space="preserve"> يا كريماً</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ذكرت في باب المدائح</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الإشارة</w:t>
      </w:r>
      <w:r w:rsidR="00D769AB">
        <w:rPr>
          <w:rtl/>
        </w:rPr>
        <w:t>،</w:t>
      </w:r>
      <w:r w:rsidRPr="009647FC">
        <w:rPr>
          <w:rtl/>
        </w:rPr>
        <w:t xml:space="preserve"> ويضيق عن الإحاطة بنعته نطاق العبارة</w:t>
      </w:r>
      <w:r w:rsidR="00D769AB">
        <w:rPr>
          <w:rtl/>
        </w:rPr>
        <w:t>،</w:t>
      </w:r>
      <w:r w:rsidRPr="009647FC">
        <w:rPr>
          <w:rtl/>
        </w:rPr>
        <w:t xml:space="preserve"> ليس لناعتٍ وراء التنزيل منتهى</w:t>
      </w:r>
      <w:r w:rsidR="00D769AB">
        <w:rPr>
          <w:rtl/>
        </w:rPr>
        <w:t>،</w:t>
      </w:r>
      <w:r w:rsidRPr="009647FC">
        <w:rPr>
          <w:rtl/>
        </w:rPr>
        <w:t xml:space="preserve"> ولو حطّت آراؤه السها في مدح م</w:t>
      </w:r>
      <w:r w:rsidR="00677BC4">
        <w:rPr>
          <w:rtl/>
        </w:rPr>
        <w:t>َ</w:t>
      </w:r>
      <w:r w:rsidRPr="009647FC">
        <w:rPr>
          <w:rtl/>
        </w:rPr>
        <w:t>نْ ضرب بعرقٍ نبويّ</w:t>
      </w:r>
      <w:r w:rsidR="00D769AB">
        <w:rPr>
          <w:rtl/>
        </w:rPr>
        <w:t>،</w:t>
      </w:r>
      <w:r w:rsidRPr="009647FC">
        <w:rPr>
          <w:rtl/>
        </w:rPr>
        <w:t xml:space="preserve"> في طينة الشرف القدسيّ</w:t>
      </w:r>
      <w:r w:rsidR="00D769AB">
        <w:rPr>
          <w:rtl/>
        </w:rPr>
        <w:t>،</w:t>
      </w:r>
      <w:r w:rsidRPr="009647FC">
        <w:rPr>
          <w:rtl/>
        </w:rPr>
        <w:t xml:space="preserve"> قد نسج الوحيُ ببنان التعظيم رداء فخره</w:t>
      </w:r>
      <w:r w:rsidR="00D769AB">
        <w:rPr>
          <w:rtl/>
        </w:rPr>
        <w:t>،</w:t>
      </w:r>
      <w:r w:rsidRPr="009647FC">
        <w:rPr>
          <w:rtl/>
        </w:rPr>
        <w:t xml:space="preserve"> ونوّ</w:t>
      </w:r>
      <w:r w:rsidR="00677BC4">
        <w:rPr>
          <w:rtl/>
        </w:rPr>
        <w:t>َ</w:t>
      </w:r>
      <w:r w:rsidRPr="009647FC">
        <w:rPr>
          <w:rtl/>
        </w:rPr>
        <w:t>ه لسان الذكر الحكيم بجلالة قدره</w:t>
      </w:r>
      <w:r w:rsidR="00D769AB">
        <w:rPr>
          <w:rtl/>
        </w:rPr>
        <w:t>،</w:t>
      </w:r>
      <w:r w:rsidRPr="009647FC">
        <w:rPr>
          <w:rtl/>
        </w:rPr>
        <w:t xml:space="preserve"> ومثُل في مجهل الزمان علم في أعلى يفاع الشرف الأقدم</w:t>
      </w:r>
      <w:r w:rsidR="00D769AB">
        <w:rPr>
          <w:rtl/>
        </w:rPr>
        <w:t>،</w:t>
      </w:r>
      <w:r w:rsidRPr="009647FC">
        <w:rPr>
          <w:rtl/>
        </w:rPr>
        <w:t xml:space="preserve"> إنْ ضلّ</w:t>
      </w:r>
      <w:r w:rsidR="00677BC4">
        <w:rPr>
          <w:rtl/>
        </w:rPr>
        <w:t>َ</w:t>
      </w:r>
      <w:r w:rsidRPr="009647FC">
        <w:rPr>
          <w:rtl/>
        </w:rPr>
        <w:t>ت باجتماعها الآراء فعلى انفراد به يُقتدى</w:t>
      </w:r>
      <w:r w:rsidR="00D769AB">
        <w:rPr>
          <w:rtl/>
        </w:rPr>
        <w:t>،</w:t>
      </w:r>
      <w:r w:rsidRPr="009647FC">
        <w:rPr>
          <w:rtl/>
        </w:rPr>
        <w:t xml:space="preserve"> وإن حارت عن قصدها الألباب فعلى نور فهمه الوقاد يجد الحيران هدىً</w:t>
      </w:r>
      <w:r w:rsidR="00D769AB">
        <w:rPr>
          <w:rtl/>
        </w:rPr>
        <w:t>،</w:t>
      </w:r>
      <w:r w:rsidRPr="009647FC">
        <w:rPr>
          <w:rtl/>
        </w:rPr>
        <w:t xml:space="preserve"> ويحقُّ لهذا العصر أن يفتخر فيه</w:t>
      </w:r>
      <w:r w:rsidR="00D769AB">
        <w:rPr>
          <w:rtl/>
        </w:rPr>
        <w:t>،</w:t>
      </w:r>
      <w:r w:rsidRPr="009647FC">
        <w:rPr>
          <w:rtl/>
        </w:rPr>
        <w:t xml:space="preserve"> وإنّه لجدير بالفخر في إنسانه الذي ما التقت مجامع الإنشاد على ذي براعة</w:t>
      </w:r>
      <w:r w:rsidR="00D769AB">
        <w:rPr>
          <w:rtl/>
        </w:rPr>
        <w:t>،</w:t>
      </w:r>
      <w:r w:rsidRPr="009647FC">
        <w:rPr>
          <w:rtl/>
        </w:rPr>
        <w:t xml:space="preserve"> أغزر ذهنا منه وأنطق لسان يراعة</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يا</w:t>
            </w:r>
            <w:r>
              <w:rPr>
                <w:rtl/>
              </w:rPr>
              <w:t xml:space="preserve"> </w:t>
            </w:r>
            <w:r w:rsidRPr="009647FC">
              <w:rPr>
                <w:rtl/>
              </w:rPr>
              <w:t>مجيداً</w:t>
            </w:r>
            <w:r>
              <w:rPr>
                <w:rtl/>
              </w:rPr>
              <w:t xml:space="preserve"> </w:t>
            </w:r>
            <w:r w:rsidRPr="009647FC">
              <w:rPr>
                <w:rtl/>
              </w:rPr>
              <w:t>إن</w:t>
            </w:r>
            <w:r>
              <w:rPr>
                <w:rtl/>
              </w:rPr>
              <w:t xml:space="preserve"> </w:t>
            </w:r>
            <w:r w:rsidRPr="009647FC">
              <w:rPr>
                <w:rtl/>
              </w:rPr>
              <w:t>قال:</w:t>
            </w:r>
            <w:r>
              <w:rPr>
                <w:rtl/>
              </w:rPr>
              <w:t xml:space="preserve"> </w:t>
            </w:r>
            <w:r w:rsidRPr="009647FC">
              <w:rPr>
                <w:rtl/>
              </w:rPr>
              <w:t>قال</w:t>
            </w:r>
            <w:r>
              <w:rPr>
                <w:rtl/>
              </w:rPr>
              <w:t xml:space="preserve">َ </w:t>
            </w:r>
            <w:r w:rsidRPr="009647FC">
              <w:rPr>
                <w:rtl/>
              </w:rPr>
              <w:t>مجيدا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وفريداً</w:t>
            </w:r>
            <w:r w:rsidR="004C00A8">
              <w:rPr>
                <w:rtl/>
              </w:rPr>
              <w:t xml:space="preserve"> </w:t>
            </w:r>
            <w:r w:rsidRPr="009647FC">
              <w:rPr>
                <w:rtl/>
              </w:rPr>
              <w:t>إن</w:t>
            </w:r>
            <w:r>
              <w:rPr>
                <w:rtl/>
              </w:rPr>
              <w:t xml:space="preserve"> </w:t>
            </w:r>
            <w:r w:rsidRPr="009647FC">
              <w:rPr>
                <w:rtl/>
              </w:rPr>
              <w:t>يُنشِ</w:t>
            </w:r>
            <w:r>
              <w:rPr>
                <w:rtl/>
              </w:rPr>
              <w:t xml:space="preserve"> </w:t>
            </w:r>
            <w:r w:rsidRPr="009647FC">
              <w:rPr>
                <w:rtl/>
              </w:rPr>
              <w:t>أنشا</w:t>
            </w:r>
            <w:r>
              <w:rPr>
                <w:rtl/>
              </w:rPr>
              <w:t xml:space="preserve"> </w:t>
            </w:r>
            <w:r w:rsidRPr="009647FC">
              <w:rPr>
                <w:rtl/>
              </w:rPr>
              <w:t>فريدا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أين</w:t>
            </w:r>
            <w:r w:rsidR="004C00A8">
              <w:rPr>
                <w:rtl/>
              </w:rPr>
              <w:t xml:space="preserve"> </w:t>
            </w:r>
            <w:r w:rsidRPr="009647FC">
              <w:rPr>
                <w:rtl/>
              </w:rPr>
              <w:t>من</w:t>
            </w:r>
            <w:r>
              <w:rPr>
                <w:rtl/>
              </w:rPr>
              <w:t xml:space="preserve"> </w:t>
            </w:r>
            <w:r w:rsidRPr="009647FC">
              <w:rPr>
                <w:rtl/>
              </w:rPr>
              <w:t>مجدك</w:t>
            </w:r>
            <w:r>
              <w:rPr>
                <w:rtl/>
              </w:rPr>
              <w:t xml:space="preserve">َ </w:t>
            </w:r>
            <w:r w:rsidRPr="009647FC">
              <w:rPr>
                <w:rtl/>
              </w:rPr>
              <w:t>المؤثل</w:t>
            </w:r>
            <w:r>
              <w:rPr>
                <w:rtl/>
              </w:rPr>
              <w:t xml:space="preserve"> </w:t>
            </w:r>
            <w:r w:rsidRPr="009647FC">
              <w:rPr>
                <w:rtl/>
              </w:rPr>
              <w:t>نظمي</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ولئن</w:t>
            </w:r>
            <w:r>
              <w:rPr>
                <w:rtl/>
              </w:rPr>
              <w:t xml:space="preserve"> </w:t>
            </w:r>
            <w:r w:rsidRPr="009647FC">
              <w:rPr>
                <w:rtl/>
              </w:rPr>
              <w:t>كنتُ</w:t>
            </w:r>
            <w:r>
              <w:rPr>
                <w:rtl/>
              </w:rPr>
              <w:t xml:space="preserve"> </w:t>
            </w:r>
            <w:r w:rsidRPr="009647FC">
              <w:rPr>
                <w:rtl/>
              </w:rPr>
              <w:t>قد</w:t>
            </w:r>
            <w:r>
              <w:rPr>
                <w:rtl/>
              </w:rPr>
              <w:t xml:space="preserve"> </w:t>
            </w:r>
            <w:r w:rsidRPr="009647FC">
              <w:rPr>
                <w:rtl/>
              </w:rPr>
              <w:t>شأوتُ</w:t>
            </w:r>
            <w:r>
              <w:rPr>
                <w:rtl/>
              </w:rPr>
              <w:t xml:space="preserve"> </w:t>
            </w:r>
            <w:r w:rsidRPr="009647FC">
              <w:rPr>
                <w:rtl/>
              </w:rPr>
              <w:t>(لبيدا)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كيف</w:t>
            </w:r>
            <w:r w:rsidR="004C00A8">
              <w:rPr>
                <w:rtl/>
              </w:rPr>
              <w:t xml:space="preserve"> </w:t>
            </w:r>
            <w:r w:rsidRPr="009647FC">
              <w:rPr>
                <w:rtl/>
              </w:rPr>
              <w:t>للشعر</w:t>
            </w:r>
            <w:r>
              <w:rPr>
                <w:rtl/>
              </w:rPr>
              <w:t xml:space="preserve"> </w:t>
            </w:r>
            <w:r w:rsidRPr="009647FC">
              <w:rPr>
                <w:rtl/>
              </w:rPr>
              <w:t>بالصعود</w:t>
            </w:r>
            <w:r>
              <w:rPr>
                <w:rtl/>
              </w:rPr>
              <w:t xml:space="preserve"> </w:t>
            </w:r>
            <w:r w:rsidRPr="009647FC">
              <w:rPr>
                <w:rtl/>
              </w:rPr>
              <w:t>لسامِ</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حيث</w:t>
            </w:r>
            <w:r>
              <w:rPr>
                <w:rtl/>
              </w:rPr>
              <w:t xml:space="preserve"> </w:t>
            </w:r>
            <w:r w:rsidRPr="009647FC">
              <w:rPr>
                <w:rtl/>
              </w:rPr>
              <w:t>لا</w:t>
            </w:r>
            <w:r>
              <w:rPr>
                <w:rtl/>
              </w:rPr>
              <w:t xml:space="preserve"> </w:t>
            </w:r>
            <w:r w:rsidRPr="009647FC">
              <w:rPr>
                <w:rtl/>
              </w:rPr>
              <w:t>النيِّراتُ</w:t>
            </w:r>
            <w:r>
              <w:rPr>
                <w:rtl/>
              </w:rPr>
              <w:t xml:space="preserve"> </w:t>
            </w:r>
            <w:r w:rsidRPr="009647FC">
              <w:rPr>
                <w:rtl/>
              </w:rPr>
              <w:t>تلقي</w:t>
            </w:r>
            <w:r>
              <w:rPr>
                <w:rtl/>
              </w:rPr>
              <w:t xml:space="preserve"> </w:t>
            </w:r>
            <w:r w:rsidRPr="009647FC">
              <w:rPr>
                <w:rtl/>
              </w:rPr>
              <w:t>صعودا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فضلّ</w:t>
            </w:r>
            <w:r>
              <w:rPr>
                <w:rtl/>
              </w:rPr>
              <w:t xml:space="preserve">َ </w:t>
            </w:r>
            <w:r w:rsidRPr="009647FC">
              <w:rPr>
                <w:rtl/>
              </w:rPr>
              <w:t>الخلق</w:t>
            </w:r>
            <w:r>
              <w:rPr>
                <w:rtl/>
              </w:rPr>
              <w:t xml:space="preserve"> </w:t>
            </w:r>
            <w:r w:rsidRPr="009647FC">
              <w:rPr>
                <w:rtl/>
              </w:rPr>
              <w:t>سيداً</w:t>
            </w:r>
            <w:r>
              <w:rPr>
                <w:rtl/>
              </w:rPr>
              <w:t xml:space="preserve"> </w:t>
            </w:r>
            <w:r w:rsidRPr="009647FC">
              <w:rPr>
                <w:rtl/>
              </w:rPr>
              <w:t>ومسودا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وحوى</w:t>
            </w:r>
            <w:r w:rsidR="004C00A8">
              <w:rPr>
                <w:rtl/>
              </w:rPr>
              <w:t xml:space="preserve"> </w:t>
            </w:r>
            <w:r w:rsidRPr="009647FC">
              <w:rPr>
                <w:rtl/>
              </w:rPr>
              <w:t>الفخر</w:t>
            </w:r>
            <w:r>
              <w:rPr>
                <w:rtl/>
              </w:rPr>
              <w:t xml:space="preserve">َ </w:t>
            </w:r>
            <w:r w:rsidRPr="009647FC">
              <w:rPr>
                <w:rtl/>
              </w:rPr>
              <w:t>طارفاً</w:t>
            </w:r>
            <w:r>
              <w:rPr>
                <w:rtl/>
              </w:rPr>
              <w:t xml:space="preserve"> </w:t>
            </w:r>
            <w:r w:rsidRPr="009647FC">
              <w:rPr>
                <w:rtl/>
              </w:rPr>
              <w:t>وتليدا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وبدا</w:t>
            </w:r>
            <w:r>
              <w:rPr>
                <w:rtl/>
              </w:rPr>
              <w:t xml:space="preserve"> </w:t>
            </w:r>
            <w:r w:rsidRPr="009647FC">
              <w:rPr>
                <w:rtl/>
              </w:rPr>
              <w:t>الفخرُ</w:t>
            </w:r>
            <w:r>
              <w:rPr>
                <w:rtl/>
              </w:rPr>
              <w:t xml:space="preserve"> </w:t>
            </w:r>
            <w:r w:rsidRPr="009647FC">
              <w:rPr>
                <w:rtl/>
              </w:rPr>
              <w:t>بين</w:t>
            </w:r>
            <w:r>
              <w:rPr>
                <w:rtl/>
              </w:rPr>
              <w:t xml:space="preserve"> </w:t>
            </w:r>
            <w:r w:rsidRPr="009647FC">
              <w:rPr>
                <w:rtl/>
              </w:rPr>
              <w:t>برديه</w:t>
            </w:r>
            <w:r>
              <w:rPr>
                <w:rtl/>
              </w:rPr>
              <w:t xml:space="preserve"> </w:t>
            </w:r>
            <w:r w:rsidRPr="009647FC">
              <w:rPr>
                <w:rtl/>
              </w:rPr>
              <w:t>شخصا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من</w:t>
            </w:r>
            <w:r>
              <w:rPr>
                <w:rtl/>
              </w:rPr>
              <w:t xml:space="preserve"> </w:t>
            </w:r>
            <w:r w:rsidRPr="009647FC">
              <w:rPr>
                <w:rtl/>
              </w:rPr>
              <w:t>طراز</w:t>
            </w:r>
            <w:r>
              <w:rPr>
                <w:rtl/>
              </w:rPr>
              <w:t xml:space="preserve"> </w:t>
            </w:r>
            <w:r w:rsidRPr="009647FC">
              <w:rPr>
                <w:rtl/>
              </w:rPr>
              <w:t>الثناء</w:t>
            </w:r>
            <w:r>
              <w:rPr>
                <w:rtl/>
              </w:rPr>
              <w:t xml:space="preserve"> </w:t>
            </w:r>
            <w:r w:rsidRPr="009647FC">
              <w:rPr>
                <w:rtl/>
              </w:rPr>
              <w:t>يكسي</w:t>
            </w:r>
            <w:r>
              <w:rPr>
                <w:rtl/>
              </w:rPr>
              <w:t xml:space="preserve"> </w:t>
            </w:r>
            <w:r w:rsidRPr="009647FC">
              <w:rPr>
                <w:rtl/>
              </w:rPr>
              <w:t>برودا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فلواه</w:t>
            </w:r>
            <w:r w:rsidR="004C00A8">
              <w:rPr>
                <w:rtl/>
              </w:rPr>
              <w:t xml:space="preserve"> </w:t>
            </w:r>
            <w:r w:rsidRPr="009647FC">
              <w:rPr>
                <w:rtl/>
              </w:rPr>
              <w:t>العلياء</w:t>
            </w:r>
            <w:r>
              <w:rPr>
                <w:rtl/>
              </w:rPr>
              <w:t xml:space="preserve"> </w:t>
            </w:r>
            <w:r w:rsidRPr="009647FC">
              <w:rPr>
                <w:rtl/>
              </w:rPr>
              <w:t>رفّ</w:t>
            </w:r>
            <w:r>
              <w:rPr>
                <w:rtl/>
              </w:rPr>
              <w:t xml:space="preserve">َ </w:t>
            </w:r>
            <w:r w:rsidRPr="009647FC">
              <w:rPr>
                <w:rtl/>
              </w:rPr>
              <w:t>عليه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وله</w:t>
            </w:r>
            <w:r>
              <w:rPr>
                <w:rtl/>
              </w:rPr>
              <w:t xml:space="preserve"> </w:t>
            </w:r>
            <w:r w:rsidRPr="009647FC">
              <w:rPr>
                <w:rtl/>
              </w:rPr>
              <w:t>خاضعاً</w:t>
            </w:r>
            <w:r>
              <w:rPr>
                <w:rtl/>
              </w:rPr>
              <w:t xml:space="preserve"> </w:t>
            </w:r>
            <w:r w:rsidRPr="009647FC">
              <w:rPr>
                <w:rtl/>
              </w:rPr>
              <w:t>أتى</w:t>
            </w:r>
            <w:r>
              <w:rPr>
                <w:rtl/>
              </w:rPr>
              <w:t xml:space="preserve"> </w:t>
            </w:r>
            <w:r w:rsidRPr="009647FC">
              <w:rPr>
                <w:rtl/>
              </w:rPr>
              <w:t>الدهر</w:t>
            </w:r>
            <w:r>
              <w:rPr>
                <w:rtl/>
              </w:rPr>
              <w:t xml:space="preserve"> </w:t>
            </w:r>
            <w:r w:rsidRPr="009647FC">
              <w:rPr>
                <w:rtl/>
              </w:rPr>
              <w:t>جيدا</w:t>
            </w:r>
            <w:r w:rsidRPr="00725071">
              <w:rPr>
                <w:rStyle w:val="libPoemTiniChar0"/>
                <w:rtl/>
              </w:rPr>
              <w:br/>
              <w:t> </w:t>
            </w:r>
          </w:p>
        </w:tc>
      </w:tr>
    </w:tbl>
    <w:p w:rsidR="009647FC" w:rsidRPr="00524A24" w:rsidRDefault="009647FC" w:rsidP="004E7EC6">
      <w:pPr>
        <w:pStyle w:val="libNormal"/>
      </w:pPr>
      <w:r w:rsidRPr="004E7EC6">
        <w:rPr>
          <w:rtl/>
        </w:rPr>
        <w:t>هذا وأكفُّ الابتهال لا تزال مرفوعةً إلى حضرة ذي الجلال</w:t>
      </w:r>
      <w:r w:rsidR="00D769AB">
        <w:rPr>
          <w:rtl/>
        </w:rPr>
        <w:t>،</w:t>
      </w:r>
      <w:r w:rsidRPr="004E7EC6">
        <w:rPr>
          <w:rtl/>
        </w:rPr>
        <w:t xml:space="preserve"> أن يعيدك لتشريف هذه الرباع والمحاشد</w:t>
      </w:r>
      <w:r w:rsidR="00D769AB">
        <w:rPr>
          <w:rtl/>
        </w:rPr>
        <w:t>،</w:t>
      </w:r>
      <w:r w:rsidRPr="004E7EC6">
        <w:rPr>
          <w:rtl/>
        </w:rPr>
        <w:t xml:space="preserve"> بعد أن يكمل لك التشريف بتلك البقاع والمشاهد</w:t>
      </w:r>
      <w:r w:rsidR="00D769AB">
        <w:rPr>
          <w:rtl/>
        </w:rPr>
        <w:t>،</w:t>
      </w:r>
      <w:r w:rsidRPr="004E7EC6">
        <w:rPr>
          <w:rtl/>
        </w:rPr>
        <w:t xml:space="preserve"> (فيقرّ الداعي عيناً بمرآك</w:t>
      </w:r>
      <w:r w:rsidR="00D769AB">
        <w:rPr>
          <w:rtl/>
        </w:rPr>
        <w:t>،</w:t>
      </w:r>
      <w:r w:rsidRPr="004E7EC6">
        <w:rPr>
          <w:rtl/>
        </w:rPr>
        <w:t xml:space="preserve"> وينتظم في سلك منْ أثنى عليك وهنّاك)</w:t>
      </w:r>
      <w:r w:rsidRPr="004E7EC6">
        <w:rPr>
          <w:rStyle w:val="libFootnotenumChar"/>
          <w:rtl/>
        </w:rPr>
        <w:t>(1)</w:t>
      </w:r>
      <w:r w:rsidR="00D769AB" w:rsidRPr="004C00A8">
        <w:rPr>
          <w:rtl/>
        </w:rPr>
        <w:t>،</w:t>
      </w:r>
      <w:r w:rsidRPr="004E7EC6">
        <w:rPr>
          <w:rtl/>
        </w:rPr>
        <w:t xml:space="preserve"> دعاء إخلاصٍ إذا رفعته</w:t>
      </w:r>
      <w:r w:rsidR="00D769AB">
        <w:rPr>
          <w:rtl/>
        </w:rPr>
        <w:t>،</w:t>
      </w:r>
      <w:r w:rsidRPr="004E7EC6">
        <w:rPr>
          <w:rtl/>
        </w:rPr>
        <w:t xml:space="preserve"> قال الحفيظان معي آميناً</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من</w:t>
            </w:r>
            <w:r>
              <w:rPr>
                <w:rtl/>
              </w:rPr>
              <w:t xml:space="preserve"> </w:t>
            </w:r>
            <w:r w:rsidRPr="009647FC">
              <w:rPr>
                <w:rtl/>
              </w:rPr>
              <w:t>طينة</w:t>
            </w:r>
            <w:r>
              <w:rPr>
                <w:rtl/>
              </w:rPr>
              <w:t xml:space="preserve"> </w:t>
            </w:r>
            <w:r w:rsidRPr="009647FC">
              <w:rPr>
                <w:rtl/>
              </w:rPr>
              <w:t>المجد</w:t>
            </w:r>
            <w:r>
              <w:rPr>
                <w:rtl/>
              </w:rPr>
              <w:t xml:space="preserve"> </w:t>
            </w:r>
            <w:r w:rsidRPr="009647FC">
              <w:rPr>
                <w:rtl/>
              </w:rPr>
              <w:t>الصراح</w:t>
            </w:r>
            <w:r>
              <w:rPr>
                <w:rtl/>
              </w:rPr>
              <w:t xml:space="preserve"> </w:t>
            </w:r>
            <w:r w:rsidRPr="009647FC">
              <w:rPr>
                <w:rtl/>
              </w:rPr>
              <w:t>التي</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قد</w:t>
            </w:r>
            <w:r>
              <w:rPr>
                <w:rtl/>
              </w:rPr>
              <w:t xml:space="preserve"> </w:t>
            </w:r>
            <w:r w:rsidRPr="009647FC">
              <w:rPr>
                <w:rtl/>
              </w:rPr>
              <w:t>شهد</w:t>
            </w:r>
            <w:r>
              <w:rPr>
                <w:rtl/>
              </w:rPr>
              <w:t xml:space="preserve">َ </w:t>
            </w:r>
            <w:r w:rsidRPr="009647FC">
              <w:rPr>
                <w:rtl/>
              </w:rPr>
              <w:t>الوحيُ</w:t>
            </w:r>
            <w:r>
              <w:rPr>
                <w:rtl/>
              </w:rPr>
              <w:t xml:space="preserve"> </w:t>
            </w:r>
            <w:r w:rsidRPr="009647FC">
              <w:rPr>
                <w:rtl/>
              </w:rPr>
              <w:t>بتطهيرها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من</w:t>
            </w:r>
            <w:r>
              <w:rPr>
                <w:rtl/>
              </w:rPr>
              <w:t xml:space="preserve"> </w:t>
            </w:r>
            <w:r w:rsidRPr="009647FC">
              <w:rPr>
                <w:rtl/>
              </w:rPr>
              <w:t>شعلة</w:t>
            </w:r>
            <w:r>
              <w:rPr>
                <w:rtl/>
              </w:rPr>
              <w:t xml:space="preserve"> </w:t>
            </w:r>
            <w:r w:rsidRPr="009647FC">
              <w:rPr>
                <w:rtl/>
              </w:rPr>
              <w:t>النار</w:t>
            </w:r>
            <w:r>
              <w:rPr>
                <w:rtl/>
              </w:rPr>
              <w:t xml:space="preserve"> </w:t>
            </w:r>
            <w:r w:rsidRPr="009647FC">
              <w:rPr>
                <w:rtl/>
              </w:rPr>
              <w:t>التي</w:t>
            </w:r>
            <w:r>
              <w:rPr>
                <w:rtl/>
              </w:rPr>
              <w:t xml:space="preserve"> </w:t>
            </w:r>
            <w:r w:rsidRPr="009647FC">
              <w:rPr>
                <w:rtl/>
              </w:rPr>
              <w:t>قد</w:t>
            </w:r>
            <w:r>
              <w:rPr>
                <w:rtl/>
              </w:rPr>
              <w:t xml:space="preserve"> </w:t>
            </w:r>
            <w:r w:rsidRPr="009647FC">
              <w:rPr>
                <w:rtl/>
              </w:rPr>
              <w:t>غدا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يقبسُ</w:t>
            </w:r>
            <w:r>
              <w:rPr>
                <w:rtl/>
              </w:rPr>
              <w:t xml:space="preserve"> </w:t>
            </w:r>
            <w:r w:rsidRPr="009647FC">
              <w:rPr>
                <w:rtl/>
              </w:rPr>
              <w:t>موسى</w:t>
            </w:r>
            <w:r>
              <w:rPr>
                <w:rtl/>
              </w:rPr>
              <w:t xml:space="preserve"> </w:t>
            </w:r>
            <w:r w:rsidRPr="009647FC">
              <w:rPr>
                <w:rtl/>
              </w:rPr>
              <w:t>العلم</w:t>
            </w:r>
            <w:r>
              <w:rPr>
                <w:rtl/>
              </w:rPr>
              <w:t xml:space="preserve"> </w:t>
            </w:r>
            <w:r w:rsidRPr="009647FC">
              <w:rPr>
                <w:rtl/>
              </w:rPr>
              <w:t>من</w:t>
            </w:r>
            <w:r>
              <w:rPr>
                <w:rtl/>
              </w:rPr>
              <w:t xml:space="preserve"> </w:t>
            </w:r>
            <w:r w:rsidRPr="009647FC">
              <w:rPr>
                <w:rtl/>
              </w:rPr>
              <w:t>نورها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فاتركْ</w:t>
            </w:r>
            <w:r>
              <w:rPr>
                <w:rtl/>
              </w:rPr>
              <w:t xml:space="preserve"> </w:t>
            </w:r>
            <w:r w:rsidRPr="009647FC">
              <w:rPr>
                <w:rtl/>
              </w:rPr>
              <w:t>أحاديث</w:t>
            </w:r>
            <w:r>
              <w:rPr>
                <w:rtl/>
              </w:rPr>
              <w:t xml:space="preserve"> </w:t>
            </w:r>
            <w:r w:rsidRPr="009647FC">
              <w:rPr>
                <w:rtl/>
              </w:rPr>
              <w:t>كرامٍ</w:t>
            </w:r>
            <w:r>
              <w:rPr>
                <w:rtl/>
              </w:rPr>
              <w:t xml:space="preserve"> </w:t>
            </w:r>
            <w:r w:rsidRPr="009647FC">
              <w:rPr>
                <w:rtl/>
              </w:rPr>
              <w:t>مضت</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ولا</w:t>
            </w:r>
            <w:r>
              <w:rPr>
                <w:rtl/>
              </w:rPr>
              <w:t xml:space="preserve"> </w:t>
            </w:r>
            <w:r w:rsidRPr="009647FC">
              <w:rPr>
                <w:rtl/>
              </w:rPr>
              <w:t>تقل</w:t>
            </w:r>
            <w:r>
              <w:rPr>
                <w:rtl/>
              </w:rPr>
              <w:t xml:space="preserve"> </w:t>
            </w:r>
            <w:r w:rsidRPr="009647FC">
              <w:rPr>
                <w:rtl/>
              </w:rPr>
              <w:t>جئتُ</w:t>
            </w:r>
            <w:r>
              <w:rPr>
                <w:rtl/>
              </w:rPr>
              <w:t xml:space="preserve"> </w:t>
            </w:r>
            <w:r w:rsidRPr="009647FC">
              <w:rPr>
                <w:rtl/>
              </w:rPr>
              <w:t>بمأثورها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فاليوم</w:t>
            </w:r>
            <w:r w:rsidR="004C00A8">
              <w:rPr>
                <w:rtl/>
              </w:rPr>
              <w:t xml:space="preserve"> </w:t>
            </w:r>
            <w:r w:rsidRPr="009647FC">
              <w:rPr>
                <w:rtl/>
              </w:rPr>
              <w:t>قد</w:t>
            </w:r>
            <w:r>
              <w:rPr>
                <w:rtl/>
              </w:rPr>
              <w:t xml:space="preserve"> </w:t>
            </w:r>
            <w:r w:rsidRPr="009647FC">
              <w:rPr>
                <w:rtl/>
              </w:rPr>
              <w:t>أغناك</w:t>
            </w:r>
            <w:r>
              <w:rPr>
                <w:rtl/>
              </w:rPr>
              <w:t xml:space="preserve"> </w:t>
            </w:r>
            <w:r w:rsidRPr="009647FC">
              <w:rPr>
                <w:rtl/>
              </w:rPr>
              <w:t>في</w:t>
            </w:r>
            <w:r>
              <w:rPr>
                <w:rtl/>
              </w:rPr>
              <w:t xml:space="preserve"> </w:t>
            </w:r>
            <w:r w:rsidRPr="009647FC">
              <w:rPr>
                <w:rtl/>
              </w:rPr>
              <w:t>فضله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عيانُ</w:t>
            </w:r>
            <w:r w:rsidR="004C00A8">
              <w:rPr>
                <w:rtl/>
              </w:rPr>
              <w:t xml:space="preserve"> </w:t>
            </w:r>
            <w:r w:rsidRPr="009647FC">
              <w:rPr>
                <w:rtl/>
              </w:rPr>
              <w:t>هذا</w:t>
            </w:r>
            <w:r>
              <w:rPr>
                <w:rtl/>
              </w:rPr>
              <w:t xml:space="preserve"> </w:t>
            </w:r>
            <w:r w:rsidRPr="009647FC">
              <w:rPr>
                <w:rtl/>
              </w:rPr>
              <w:t>عن</w:t>
            </w:r>
            <w:r>
              <w:rPr>
                <w:rtl/>
              </w:rPr>
              <w:t xml:space="preserve"> </w:t>
            </w:r>
            <w:r w:rsidRPr="009647FC">
              <w:rPr>
                <w:rtl/>
              </w:rPr>
              <w:t>أساطيرها</w:t>
            </w:r>
            <w:r w:rsidRPr="00725071">
              <w:rPr>
                <w:rStyle w:val="libPoemTiniChar0"/>
                <w:rtl/>
              </w:rPr>
              <w:br/>
              <w:t> </w:t>
            </w:r>
          </w:p>
        </w:tc>
      </w:tr>
    </w:tbl>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lastRenderedPageBreak/>
              <w:t>هذا</w:t>
            </w:r>
            <w:r w:rsidR="004C00A8">
              <w:rPr>
                <w:rtl/>
              </w:rPr>
              <w:t xml:space="preserve"> </w:t>
            </w:r>
            <w:r w:rsidRPr="009647FC">
              <w:rPr>
                <w:rtl/>
              </w:rPr>
              <w:t>الذي</w:t>
            </w:r>
            <w:r>
              <w:rPr>
                <w:rtl/>
              </w:rPr>
              <w:t xml:space="preserve"> </w:t>
            </w:r>
            <w:r w:rsidRPr="009647FC">
              <w:rPr>
                <w:rtl/>
              </w:rPr>
              <w:t>تقديمه</w:t>
            </w:r>
            <w:r>
              <w:rPr>
                <w:rtl/>
              </w:rPr>
              <w:t xml:space="preserve"> </w:t>
            </w:r>
            <w:r w:rsidRPr="009647FC">
              <w:rPr>
                <w:rtl/>
              </w:rPr>
              <w:t>في</w:t>
            </w:r>
            <w:r>
              <w:rPr>
                <w:rtl/>
              </w:rPr>
              <w:t xml:space="preserve"> </w:t>
            </w:r>
            <w:r w:rsidRPr="009647FC">
              <w:rPr>
                <w:rtl/>
              </w:rPr>
              <w:t>العُلى</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مع</w:t>
            </w:r>
            <w:r>
              <w:rPr>
                <w:rtl/>
              </w:rPr>
              <w:t xml:space="preserve"> </w:t>
            </w:r>
            <w:r w:rsidRPr="009647FC">
              <w:rPr>
                <w:rtl/>
              </w:rPr>
              <w:t>سبقها</w:t>
            </w:r>
            <w:r>
              <w:rPr>
                <w:rtl/>
              </w:rPr>
              <w:t xml:space="preserve"> </w:t>
            </w:r>
            <w:r w:rsidRPr="009647FC">
              <w:rPr>
                <w:rtl/>
              </w:rPr>
              <w:t>قاضٍ</w:t>
            </w:r>
            <w:r>
              <w:rPr>
                <w:rtl/>
              </w:rPr>
              <w:t xml:space="preserve"> </w:t>
            </w:r>
            <w:r w:rsidRPr="009647FC">
              <w:rPr>
                <w:rtl/>
              </w:rPr>
              <w:t>بتأخيرها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لو</w:t>
            </w:r>
            <w:r>
              <w:rPr>
                <w:rtl/>
              </w:rPr>
              <w:t xml:space="preserve"> </w:t>
            </w:r>
            <w:r w:rsidRPr="009647FC">
              <w:rPr>
                <w:rtl/>
              </w:rPr>
              <w:t>مكةُ</w:t>
            </w:r>
            <w:r>
              <w:rPr>
                <w:rtl/>
              </w:rPr>
              <w:t xml:space="preserve"> </w:t>
            </w:r>
            <w:r w:rsidRPr="009647FC">
              <w:rPr>
                <w:rtl/>
              </w:rPr>
              <w:t>اسطاعت</w:t>
            </w:r>
            <w:r>
              <w:rPr>
                <w:rtl/>
              </w:rPr>
              <w:t xml:space="preserve"> </w:t>
            </w:r>
            <w:r w:rsidRPr="009647FC">
              <w:rPr>
                <w:rtl/>
              </w:rPr>
              <w:t>إذاً</w:t>
            </w:r>
            <w:r>
              <w:rPr>
                <w:rtl/>
              </w:rPr>
              <w:t xml:space="preserve"> </w:t>
            </w:r>
            <w:r w:rsidRPr="009647FC">
              <w:rPr>
                <w:rtl/>
              </w:rPr>
              <w:t>أقبلتْ</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شوقاً</w:t>
            </w:r>
            <w:r w:rsidR="004C00A8">
              <w:rPr>
                <w:rtl/>
              </w:rPr>
              <w:t xml:space="preserve"> </w:t>
            </w:r>
            <w:r w:rsidRPr="009647FC">
              <w:rPr>
                <w:rtl/>
              </w:rPr>
              <w:t>إليه</w:t>
            </w:r>
            <w:r>
              <w:rPr>
                <w:rtl/>
              </w:rPr>
              <w:t xml:space="preserve"> </w:t>
            </w:r>
            <w:r w:rsidRPr="009647FC">
              <w:rPr>
                <w:rtl/>
              </w:rPr>
              <w:t>بحذافيرها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واستلمت</w:t>
            </w:r>
            <w:r w:rsidR="004C00A8">
              <w:rPr>
                <w:rtl/>
              </w:rPr>
              <w:t xml:space="preserve"> </w:t>
            </w:r>
            <w:r w:rsidRPr="009647FC">
              <w:rPr>
                <w:rtl/>
              </w:rPr>
              <w:t>منه</w:t>
            </w:r>
            <w:r>
              <w:rPr>
                <w:rtl/>
              </w:rPr>
              <w:t xml:space="preserve"> </w:t>
            </w:r>
            <w:r w:rsidRPr="009647FC">
              <w:rPr>
                <w:rtl/>
              </w:rPr>
              <w:t>يداً</w:t>
            </w:r>
            <w:r>
              <w:rPr>
                <w:rtl/>
              </w:rPr>
              <w:t xml:space="preserve"> </w:t>
            </w:r>
            <w:r w:rsidRPr="009647FC">
              <w:rPr>
                <w:rtl/>
              </w:rPr>
              <w:t>شرّفتْ</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باللثم</w:t>
            </w:r>
            <w:r>
              <w:rPr>
                <w:rtl/>
              </w:rPr>
              <w:t xml:space="preserve"> </w:t>
            </w:r>
            <w:r w:rsidRPr="009647FC">
              <w:rPr>
                <w:rtl/>
              </w:rPr>
              <w:t>أفواه</w:t>
            </w:r>
            <w:r>
              <w:rPr>
                <w:rtl/>
              </w:rPr>
              <w:t xml:space="preserve">َ </w:t>
            </w:r>
            <w:r w:rsidRPr="009647FC">
              <w:rPr>
                <w:rtl/>
              </w:rPr>
              <w:t>جماهيرها</w:t>
            </w:r>
            <w:r w:rsidRPr="00725071">
              <w:rPr>
                <w:rStyle w:val="libPoemTiniChar0"/>
                <w:rtl/>
              </w:rPr>
              <w:br/>
              <w:t> </w:t>
            </w:r>
          </w:p>
        </w:tc>
      </w:tr>
    </w:tbl>
    <w:p w:rsidR="009647FC" w:rsidRPr="00524A24" w:rsidRDefault="009647FC" w:rsidP="004E7EC6">
      <w:pPr>
        <w:pStyle w:val="libCenter"/>
      </w:pPr>
      <w:r w:rsidRPr="009647FC">
        <w:rPr>
          <w:rtl/>
        </w:rPr>
        <w:t>*</w:t>
      </w:r>
      <w:r w:rsidR="001A0A79">
        <w:rPr>
          <w:rFonts w:hint="cs"/>
          <w:rtl/>
        </w:rPr>
        <w:t xml:space="preserve"> </w:t>
      </w:r>
      <w:r w:rsidRPr="009647FC">
        <w:rPr>
          <w:rtl/>
        </w:rPr>
        <w:t>*</w:t>
      </w:r>
      <w:r w:rsidR="001A0A79">
        <w:rPr>
          <w:rFonts w:hint="cs"/>
          <w:rtl/>
        </w:rPr>
        <w:t xml:space="preserve"> </w:t>
      </w:r>
      <w:r w:rsidRPr="009647FC">
        <w:rPr>
          <w:rtl/>
        </w:rPr>
        <w:t>*</w:t>
      </w:r>
    </w:p>
    <w:p w:rsidR="009647FC" w:rsidRPr="00524A24" w:rsidRDefault="009647FC" w:rsidP="004E7EC6">
      <w:pPr>
        <w:pStyle w:val="libNormal"/>
      </w:pPr>
      <w:r w:rsidRPr="009647FC">
        <w:rPr>
          <w:rtl/>
        </w:rPr>
        <w:t>11</w:t>
      </w:r>
      <w:r w:rsidR="004E7EC6">
        <w:rPr>
          <w:rtl/>
        </w:rPr>
        <w:t xml:space="preserve"> - </w:t>
      </w:r>
      <w:r w:rsidRPr="009647FC">
        <w:rPr>
          <w:rtl/>
        </w:rPr>
        <w:t>وقال (رحمه اللّه)</w:t>
      </w:r>
      <w:r w:rsidR="00D769AB">
        <w:rPr>
          <w:rtl/>
        </w:rPr>
        <w:t>،</w:t>
      </w:r>
      <w:r w:rsidRPr="009647FC">
        <w:rPr>
          <w:rtl/>
        </w:rPr>
        <w:t xml:space="preserve"> مقرِّظاً على (الروض الخميل) في ذكر آل جميل</w:t>
      </w:r>
      <w:r w:rsidR="00D769AB">
        <w:rPr>
          <w:rtl/>
        </w:rPr>
        <w:t>:</w:t>
      </w:r>
    </w:p>
    <w:p w:rsidR="009647FC" w:rsidRPr="00524A24" w:rsidRDefault="009647FC" w:rsidP="004E7EC6">
      <w:pPr>
        <w:pStyle w:val="libNormal"/>
      </w:pPr>
      <w:r w:rsidRPr="009647FC">
        <w:rPr>
          <w:rtl/>
        </w:rPr>
        <w:t>هذا الروض الخميل</w:t>
      </w:r>
      <w:r w:rsidR="00D769AB">
        <w:rPr>
          <w:rtl/>
        </w:rPr>
        <w:t>،</w:t>
      </w:r>
      <w:r w:rsidRPr="009647FC">
        <w:rPr>
          <w:rtl/>
        </w:rPr>
        <w:t xml:space="preserve"> المتضوِّعُ في نشر ذكر آل جميل</w:t>
      </w:r>
      <w:r w:rsidR="00D769AB">
        <w:rPr>
          <w:rtl/>
        </w:rPr>
        <w:t>،</w:t>
      </w:r>
      <w:r w:rsidRPr="009647FC">
        <w:rPr>
          <w:rtl/>
        </w:rPr>
        <w:t xml:space="preserve"> تزهو به كلُّ زهرة</w:t>
      </w:r>
      <w:r w:rsidR="00D769AB">
        <w:rPr>
          <w:rtl/>
        </w:rPr>
        <w:t>،</w:t>
      </w:r>
      <w:r w:rsidRPr="009647FC">
        <w:rPr>
          <w:rtl/>
        </w:rPr>
        <w:t xml:space="preserve"> ما رُئي مثلها على صفحتي نهر المجرّة</w:t>
      </w:r>
      <w:r w:rsidR="00D769AB">
        <w:rPr>
          <w:rtl/>
        </w:rPr>
        <w:t>،</w:t>
      </w:r>
      <w:r w:rsidRPr="009647FC">
        <w:rPr>
          <w:rtl/>
        </w:rPr>
        <w:t xml:space="preserve"> وتتمنّى رعى</w:t>
      </w:r>
      <w:r w:rsidR="00677BC4">
        <w:rPr>
          <w:rtl/>
        </w:rPr>
        <w:t>َ</w:t>
      </w:r>
      <w:r w:rsidRPr="009647FC">
        <w:rPr>
          <w:rtl/>
        </w:rPr>
        <w:t xml:space="preserve"> نرجسه الغزالة ويودُّ المشتري أن يبتاع حلّة وشيه بالنثرة</w:t>
      </w:r>
      <w:r w:rsidR="00D769AB">
        <w:rPr>
          <w:rtl/>
        </w:rPr>
        <w:t>،</w:t>
      </w:r>
      <w:r w:rsidRPr="009647FC">
        <w:rPr>
          <w:rtl/>
        </w:rPr>
        <w:t xml:space="preserve"> وأنّى له</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روضٌ بدا بين الأنام أثرا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لسحب جودٍ بالنهى تدبجه</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فزهرهُ نعوت أخلاقهم</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ووصفُ طيب الأصل منه أرجه</w:t>
            </w:r>
            <w:r w:rsidRPr="00725071">
              <w:rPr>
                <w:rStyle w:val="libPoemTiniChar0"/>
                <w:rtl/>
              </w:rPr>
              <w:br/>
              <w:t> </w:t>
            </w:r>
          </w:p>
        </w:tc>
      </w:tr>
    </w:tbl>
    <w:p w:rsidR="009647FC" w:rsidRPr="00524A24" w:rsidRDefault="009647FC" w:rsidP="004E7EC6">
      <w:pPr>
        <w:pStyle w:val="libNormal"/>
      </w:pPr>
      <w:r w:rsidRPr="004E7EC6">
        <w:rPr>
          <w:rtl/>
        </w:rPr>
        <w:t>كأنّما نُثرتْ فيه</w:t>
      </w:r>
      <w:r w:rsidR="00D769AB">
        <w:rPr>
          <w:rtl/>
        </w:rPr>
        <w:t>،</w:t>
      </w:r>
      <w:r w:rsidRPr="004E7EC6">
        <w:rPr>
          <w:rtl/>
        </w:rPr>
        <w:t xml:space="preserve"> أو نظمتْ في سلك قوافيه</w:t>
      </w:r>
      <w:r w:rsidR="00D769AB">
        <w:rPr>
          <w:rtl/>
        </w:rPr>
        <w:t>،</w:t>
      </w:r>
      <w:r w:rsidRPr="004E7EC6">
        <w:rPr>
          <w:rtl/>
        </w:rPr>
        <w:t xml:space="preserve"> كلُّ حبّة قلب</w:t>
      </w:r>
      <w:r w:rsidR="00D769AB">
        <w:rPr>
          <w:rtl/>
        </w:rPr>
        <w:t>،</w:t>
      </w:r>
      <w:r w:rsidRPr="004E7EC6">
        <w:rPr>
          <w:rtl/>
        </w:rPr>
        <w:t xml:space="preserve"> فهو إلى كلّ قلبٍ محبّ</w:t>
      </w:r>
      <w:r w:rsidR="00677BC4">
        <w:rPr>
          <w:rtl/>
        </w:rPr>
        <w:t>َ</w:t>
      </w:r>
      <w:r w:rsidRPr="004E7EC6">
        <w:rPr>
          <w:rtl/>
        </w:rPr>
        <w:t>ب</w:t>
      </w:r>
      <w:r w:rsidR="00D769AB">
        <w:rPr>
          <w:rtl/>
        </w:rPr>
        <w:t>،</w:t>
      </w:r>
      <w:r w:rsidRPr="004E7EC6">
        <w:rPr>
          <w:rtl/>
        </w:rPr>
        <w:t xml:space="preserve"> فما (دمية القصر) بين الأتراب</w:t>
      </w:r>
      <w:r w:rsidR="00D769AB">
        <w:rPr>
          <w:rtl/>
        </w:rPr>
        <w:t>،</w:t>
      </w:r>
      <w:r w:rsidRPr="004E7EC6">
        <w:rPr>
          <w:rtl/>
        </w:rPr>
        <w:t xml:space="preserve"> تنشد الأغاني في منازل الأحباب</w:t>
      </w:r>
      <w:r w:rsidR="00D769AB">
        <w:rPr>
          <w:rtl/>
        </w:rPr>
        <w:t>،</w:t>
      </w:r>
      <w:r w:rsidRPr="004E7EC6">
        <w:rPr>
          <w:rtl/>
        </w:rPr>
        <w:t xml:space="preserve"> وتعاطي نداماها السلافة ممزوجة بالغيث الذي انسجم</w:t>
      </w:r>
      <w:r w:rsidR="00D769AB">
        <w:rPr>
          <w:rtl/>
        </w:rPr>
        <w:t>،</w:t>
      </w:r>
      <w:r w:rsidRPr="004E7EC6">
        <w:rPr>
          <w:rtl/>
        </w:rPr>
        <w:t xml:space="preserve"> مشفوعة لهم بمستطرف النعم</w:t>
      </w:r>
      <w:r w:rsidR="00D769AB">
        <w:rPr>
          <w:rtl/>
        </w:rPr>
        <w:t>،</w:t>
      </w:r>
      <w:r w:rsidRPr="004E7EC6">
        <w:rPr>
          <w:rtl/>
        </w:rPr>
        <w:t xml:space="preserve"> ولا (يتيمة الدهر) مجلوّةً في المعاهد</w:t>
      </w:r>
      <w:r w:rsidR="00D769AB">
        <w:rPr>
          <w:rtl/>
        </w:rPr>
        <w:t>،</w:t>
      </w:r>
      <w:r w:rsidRPr="004E7EC6">
        <w:rPr>
          <w:rtl/>
        </w:rPr>
        <w:t xml:space="preserve"> حاليةً بدرر القلائد</w:t>
      </w:r>
      <w:r w:rsidR="00D769AB">
        <w:rPr>
          <w:rtl/>
        </w:rPr>
        <w:t>،</w:t>
      </w:r>
      <w:r w:rsidRPr="004E7EC6">
        <w:rPr>
          <w:rtl/>
        </w:rPr>
        <w:t xml:space="preserve"> وغرر الفرائد</w:t>
      </w:r>
      <w:r w:rsidRPr="004E7EC6">
        <w:rPr>
          <w:rStyle w:val="libFootnotenumChar"/>
          <w:rtl/>
        </w:rPr>
        <w:t>(1)</w:t>
      </w:r>
      <w:r w:rsidR="00D769AB" w:rsidRPr="004C00A8">
        <w:rPr>
          <w:rtl/>
        </w:rPr>
        <w:t>،</w:t>
      </w:r>
      <w:r w:rsidRPr="004E7EC6">
        <w:rPr>
          <w:rtl/>
        </w:rPr>
        <w:t xml:space="preserve"> بأزهى من أوانس فقره</w:t>
      </w:r>
      <w:r w:rsidR="00D769AB">
        <w:rPr>
          <w:rtl/>
        </w:rPr>
        <w:t>،</w:t>
      </w:r>
      <w:r w:rsidRPr="004E7EC6">
        <w:rPr>
          <w:rtl/>
        </w:rPr>
        <w:t xml:space="preserve"> وأبهى من عرائس أشطره</w:t>
      </w:r>
      <w:r w:rsidR="00D769AB">
        <w:rPr>
          <w:rtl/>
        </w:rPr>
        <w:t>،</w:t>
      </w:r>
      <w:r w:rsidRPr="004E7EC6">
        <w:rPr>
          <w:rtl/>
        </w:rPr>
        <w:t xml:space="preserve"> ولعمري</w:t>
      </w:r>
      <w:r w:rsidR="00D769AB">
        <w:rPr>
          <w:rtl/>
        </w:rPr>
        <w:t>،</w:t>
      </w:r>
      <w:r w:rsidRPr="004E7EC6">
        <w:rPr>
          <w:rtl/>
        </w:rPr>
        <w:t xml:space="preserve"> ليجب على كلّ م</w:t>
      </w:r>
      <w:r w:rsidR="00677BC4">
        <w:rPr>
          <w:rtl/>
        </w:rPr>
        <w:t>َ</w:t>
      </w:r>
      <w:r w:rsidRPr="004E7EC6">
        <w:rPr>
          <w:rtl/>
        </w:rPr>
        <w:t>نْ هو مسلمٌ إذا نظر فيه يكون مع صريع غوانيه</w:t>
      </w:r>
      <w:r w:rsidR="00D769AB">
        <w:rPr>
          <w:rtl/>
        </w:rPr>
        <w:t>،</w:t>
      </w:r>
      <w:r w:rsidRPr="004E7EC6">
        <w:rPr>
          <w:rtl/>
        </w:rPr>
        <w:t xml:space="preserve"> فيثني مطرباً</w:t>
      </w:r>
      <w:r w:rsidR="00D769AB">
        <w:rPr>
          <w:rtl/>
        </w:rPr>
        <w:t>،</w:t>
      </w:r>
      <w:r w:rsidRPr="004E7EC6">
        <w:rPr>
          <w:rtl/>
        </w:rPr>
        <w:t xml:space="preserve"> وينشد متعجباً</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هذا كتابٌ أم حديقة روضةٍ</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تتنزّه الأحداق في أورادها</w:t>
            </w:r>
            <w:r w:rsidRPr="004E7EC6">
              <w:rPr>
                <w:rStyle w:val="libFootnotenumChar"/>
                <w:rtl/>
              </w:rPr>
              <w:t>(2)</w:t>
            </w:r>
            <w:r w:rsidRPr="00725071">
              <w:rPr>
                <w:rStyle w:val="libPoemTiniChar0"/>
                <w:rtl/>
              </w:rPr>
              <w:br/>
              <w:t> </w:t>
            </w:r>
          </w:p>
        </w:tc>
      </w:tr>
    </w:tbl>
    <w:p w:rsidR="009647FC" w:rsidRPr="00524A24" w:rsidRDefault="009647FC" w:rsidP="004E7EC6">
      <w:pPr>
        <w:pStyle w:val="libCenter"/>
      </w:pPr>
      <w:r w:rsidRPr="009647FC">
        <w:rPr>
          <w:rtl/>
        </w:rPr>
        <w:t>*</w:t>
      </w:r>
      <w:r w:rsidR="001A0A79">
        <w:rPr>
          <w:rFonts w:hint="cs"/>
          <w:rtl/>
        </w:rPr>
        <w:t xml:space="preserve"> </w:t>
      </w:r>
      <w:r w:rsidRPr="009647FC">
        <w:rPr>
          <w:rtl/>
        </w:rPr>
        <w:t>*</w:t>
      </w:r>
      <w:r w:rsidR="001A0A79">
        <w:rPr>
          <w:rFonts w:hint="cs"/>
          <w:rtl/>
        </w:rPr>
        <w:t xml:space="preserve"> </w:t>
      </w:r>
      <w:r w:rsidRPr="009647FC">
        <w:rPr>
          <w:rtl/>
        </w:rPr>
        <w:t>*</w:t>
      </w:r>
    </w:p>
    <w:p w:rsidR="009647FC" w:rsidRPr="00524A24" w:rsidRDefault="009647FC" w:rsidP="004E7EC6">
      <w:pPr>
        <w:pStyle w:val="libNormal"/>
      </w:pPr>
      <w:r w:rsidRPr="009647FC">
        <w:rPr>
          <w:rtl/>
        </w:rPr>
        <w:t>13</w:t>
      </w:r>
      <w:r w:rsidR="004E7EC6">
        <w:rPr>
          <w:rtl/>
        </w:rPr>
        <w:t xml:space="preserve"> - </w:t>
      </w:r>
      <w:r w:rsidRPr="009647FC">
        <w:rPr>
          <w:rtl/>
        </w:rPr>
        <w:t>وقال (رحمه اللّه)</w:t>
      </w:r>
      <w:r w:rsidR="00D769AB">
        <w:rPr>
          <w:rtl/>
        </w:rPr>
        <w:t>،</w:t>
      </w:r>
      <w:r w:rsidRPr="009647FC">
        <w:rPr>
          <w:rtl/>
        </w:rPr>
        <w:t xml:space="preserve"> وقد كتب بها إلى إبراهيم بك عن لسان بعض الأجلاّء</w:t>
      </w:r>
      <w:r w:rsidR="00D769AB">
        <w:rPr>
          <w:rtl/>
        </w:rPr>
        <w:t>:</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سقطت هذه الجملة من المطبوعتين</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بدرر الفوائد</w:t>
      </w:r>
      <w:r w:rsidR="00D769AB">
        <w:rPr>
          <w:rtl/>
        </w:rPr>
        <w:t>،</w:t>
      </w:r>
      <w:r w:rsidRPr="009647FC">
        <w:rPr>
          <w:rtl/>
        </w:rPr>
        <w:t xml:space="preserve"> وغرر القلائد</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ذكرت في باب التقاريظ</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سلامٌ أشفى من رقية</w:t>
      </w:r>
      <w:r w:rsidRPr="004E7EC6">
        <w:rPr>
          <w:rStyle w:val="libFootnotenumChar"/>
          <w:rtl/>
        </w:rPr>
        <w:t>(1)</w:t>
      </w:r>
      <w:r w:rsidRPr="004E7EC6">
        <w:rPr>
          <w:rtl/>
        </w:rPr>
        <w:t xml:space="preserve"> الوصل</w:t>
      </w:r>
      <w:r w:rsidR="00D769AB">
        <w:rPr>
          <w:rtl/>
        </w:rPr>
        <w:t>،</w:t>
      </w:r>
      <w:r w:rsidRPr="004E7EC6">
        <w:rPr>
          <w:rtl/>
        </w:rPr>
        <w:t xml:space="preserve"> وأضفى من ريقة النحل</w:t>
      </w:r>
      <w:r w:rsidR="00D769AB">
        <w:rPr>
          <w:rtl/>
        </w:rPr>
        <w:t>،</w:t>
      </w:r>
      <w:r w:rsidRPr="004E7EC6">
        <w:rPr>
          <w:rtl/>
        </w:rPr>
        <w:t xml:space="preserve"> وأحلى من سلافة العنقود</w:t>
      </w:r>
      <w:r w:rsidR="00D769AB">
        <w:rPr>
          <w:rtl/>
        </w:rPr>
        <w:t>،</w:t>
      </w:r>
      <w:r w:rsidRPr="004E7EC6">
        <w:rPr>
          <w:rtl/>
        </w:rPr>
        <w:t xml:space="preserve"> وأبهى من نظام العقود</w:t>
      </w:r>
      <w:r w:rsidR="00D769AB">
        <w:rPr>
          <w:rtl/>
        </w:rPr>
        <w:t>،</w:t>
      </w:r>
      <w:r w:rsidRPr="004E7EC6">
        <w:rPr>
          <w:rtl/>
        </w:rPr>
        <w:t xml:space="preserve"> من محبٍّ يطبق الأرض</w:t>
      </w:r>
      <w:r w:rsidR="00677BC4">
        <w:rPr>
          <w:rtl/>
        </w:rPr>
        <w:t>َ</w:t>
      </w:r>
      <w:r w:rsidRPr="004E7EC6">
        <w:rPr>
          <w:rtl/>
        </w:rPr>
        <w:t xml:space="preserve"> ثناءً</w:t>
      </w:r>
      <w:r w:rsidR="00D769AB">
        <w:rPr>
          <w:rtl/>
        </w:rPr>
        <w:t>،</w:t>
      </w:r>
      <w:r w:rsidRPr="004E7EC6">
        <w:rPr>
          <w:rtl/>
        </w:rPr>
        <w:t xml:space="preserve"> ويملأ السماء دعاءً</w:t>
      </w:r>
      <w:r w:rsidR="00D769AB">
        <w:rPr>
          <w:rtl/>
        </w:rPr>
        <w:t>،</w:t>
      </w:r>
      <w:r w:rsidRPr="004E7EC6">
        <w:rPr>
          <w:rtl/>
        </w:rPr>
        <w:t xml:space="preserve"> إلى م</w:t>
      </w:r>
      <w:r w:rsidR="00677BC4">
        <w:rPr>
          <w:rtl/>
        </w:rPr>
        <w:t>َ</w:t>
      </w:r>
      <w:r w:rsidRPr="004E7EC6">
        <w:rPr>
          <w:rtl/>
        </w:rPr>
        <w:t>نْ هو أرقُّ من النسيم شيماً</w:t>
      </w:r>
      <w:r w:rsidR="00D769AB">
        <w:rPr>
          <w:rtl/>
        </w:rPr>
        <w:t>،</w:t>
      </w:r>
      <w:r w:rsidRPr="004E7EC6">
        <w:rPr>
          <w:rtl/>
        </w:rPr>
        <w:t xml:space="preserve"> وأغزر من البحر كرماً</w:t>
      </w:r>
      <w:r w:rsidR="00D769AB">
        <w:rPr>
          <w:rtl/>
        </w:rPr>
        <w:t>،</w:t>
      </w:r>
      <w:r w:rsidRPr="004E7EC6">
        <w:rPr>
          <w:rtl/>
        </w:rPr>
        <w:t xml:space="preserve"> سلالة طينة الشرف التي خدمتها الكفاة</w:t>
      </w:r>
      <w:r w:rsidR="00D769AB">
        <w:rPr>
          <w:rtl/>
        </w:rPr>
        <w:t>،</w:t>
      </w:r>
      <w:r w:rsidRPr="004E7EC6">
        <w:rPr>
          <w:rtl/>
        </w:rPr>
        <w:t xml:space="preserve"> ودوحة الكرم التي اجتنت ثمرتها العفاة</w:t>
      </w:r>
      <w:r w:rsidR="00D769AB">
        <w:rPr>
          <w:rtl/>
        </w:rPr>
        <w:t>،</w:t>
      </w:r>
      <w:r w:rsidRPr="004E7EC6">
        <w:rPr>
          <w:rtl/>
        </w:rPr>
        <w:t xml:space="preserve"> ذو المناقب</w:t>
      </w:r>
      <w:r w:rsidRPr="004E7EC6">
        <w:rPr>
          <w:rStyle w:val="libFootnotenumChar"/>
          <w:rtl/>
        </w:rPr>
        <w:t>(2)</w:t>
      </w:r>
      <w:r w:rsidRPr="004E7EC6">
        <w:rPr>
          <w:rtl/>
        </w:rPr>
        <w:t xml:space="preserve"> المسطورة على صفحات الدهر</w:t>
      </w:r>
      <w:r w:rsidR="00D769AB">
        <w:rPr>
          <w:rtl/>
        </w:rPr>
        <w:t>،</w:t>
      </w:r>
      <w:r w:rsidRPr="004E7EC6">
        <w:rPr>
          <w:rtl/>
        </w:rPr>
        <w:t xml:space="preserve"> والسجايا الفائقة على طرائف الزهر</w:t>
      </w:r>
      <w:r w:rsidR="00D769AB">
        <w:rPr>
          <w:rtl/>
        </w:rPr>
        <w:t>،</w:t>
      </w:r>
      <w:r w:rsidRPr="004E7EC6">
        <w:rPr>
          <w:rtl/>
        </w:rPr>
        <w:t xml:space="preserve"> وم</w:t>
      </w:r>
      <w:r w:rsidR="00677BC4">
        <w:rPr>
          <w:rtl/>
        </w:rPr>
        <w:t>َ</w:t>
      </w:r>
      <w:r w:rsidRPr="004E7EC6">
        <w:rPr>
          <w:rtl/>
        </w:rPr>
        <w:t>نْ لم يفتح ناظر الزمان على أبلغ منه مقالة</w:t>
      </w:r>
      <w:r w:rsidR="00D769AB">
        <w:rPr>
          <w:rtl/>
        </w:rPr>
        <w:t>،</w:t>
      </w:r>
      <w:r w:rsidRPr="004E7EC6">
        <w:rPr>
          <w:rtl/>
        </w:rPr>
        <w:t xml:space="preserve"> وأتم جلالةً وجزالة</w:t>
      </w:r>
      <w:r w:rsidR="00D769AB">
        <w:rPr>
          <w:rtl/>
        </w:rPr>
        <w:t>،</w:t>
      </w:r>
      <w:r w:rsidRPr="004E7EC6">
        <w:rPr>
          <w:rtl/>
        </w:rPr>
        <w:t xml:space="preserve"> وأندى بناناً وأوفر إحساناً</w:t>
      </w:r>
      <w:r w:rsidR="00D769AB">
        <w:rPr>
          <w:rtl/>
        </w:rPr>
        <w:t>،</w:t>
      </w:r>
      <w:r w:rsidRPr="004E7EC6">
        <w:rPr>
          <w:rtl/>
        </w:rPr>
        <w:t xml:space="preserve"> وأكرم سجيةً وطبيعة</w:t>
      </w:r>
      <w:r w:rsidR="00D769AB">
        <w:rPr>
          <w:rtl/>
        </w:rPr>
        <w:t>،</w:t>
      </w:r>
      <w:r w:rsidRPr="004E7EC6">
        <w:rPr>
          <w:rtl/>
        </w:rPr>
        <w:t xml:space="preserve"> وأجلب للشكر صنيعة</w:t>
      </w:r>
      <w:r w:rsidR="00D769AB">
        <w:rPr>
          <w:rtl/>
        </w:rPr>
        <w:t>،</w:t>
      </w:r>
      <w:r w:rsidRPr="004E7EC6">
        <w:rPr>
          <w:rtl/>
        </w:rPr>
        <w:t xml:space="preserve"> فكأنّه لا يزال ناظراً إلى قول م</w:t>
      </w:r>
      <w:r w:rsidR="00677BC4">
        <w:rPr>
          <w:rtl/>
        </w:rPr>
        <w:t>َ</w:t>
      </w:r>
      <w:r w:rsidRPr="004E7EC6">
        <w:rPr>
          <w:rtl/>
        </w:rPr>
        <w:t>نْ قال</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الحمد أكرمُ ما حوته حقيبةٌ</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والشكر أكرمُ ما حوته يدانِ</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وإذا الكريم بكى وولى عمرهُ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كفل</w:t>
            </w:r>
            <w:r>
              <w:rPr>
                <w:rtl/>
              </w:rPr>
              <w:t>َ</w:t>
            </w:r>
            <w:r w:rsidRPr="009647FC">
              <w:rPr>
                <w:rtl/>
              </w:rPr>
              <w:t xml:space="preserve"> الثناء له بعمر ثانِ</w:t>
            </w:r>
            <w:r w:rsidRPr="00725071">
              <w:rPr>
                <w:rStyle w:val="libPoemTiniChar0"/>
                <w:rtl/>
              </w:rPr>
              <w:br/>
              <w:t> </w:t>
            </w:r>
          </w:p>
        </w:tc>
      </w:tr>
    </w:tbl>
    <w:p w:rsidR="009647FC" w:rsidRPr="00524A24" w:rsidRDefault="009647FC" w:rsidP="004E7EC6">
      <w:pPr>
        <w:pStyle w:val="libNormal"/>
      </w:pPr>
      <w:r w:rsidRPr="009647FC">
        <w:rPr>
          <w:rtl/>
        </w:rPr>
        <w:t>أعني به الماجد الذي تبلّ</w:t>
      </w:r>
      <w:r w:rsidR="00677BC4">
        <w:rPr>
          <w:rtl/>
        </w:rPr>
        <w:t>َ</w:t>
      </w:r>
      <w:r w:rsidRPr="009647FC">
        <w:rPr>
          <w:rtl/>
        </w:rPr>
        <w:t>ج به عمر الدهر</w:t>
      </w:r>
      <w:r w:rsidR="00D769AB">
        <w:rPr>
          <w:rtl/>
        </w:rPr>
        <w:t>،</w:t>
      </w:r>
      <w:r w:rsidRPr="009647FC">
        <w:rPr>
          <w:rtl/>
        </w:rPr>
        <w:t xml:space="preserve"> عن فلق البشر</w:t>
      </w:r>
      <w:r w:rsidR="00D769AB">
        <w:rPr>
          <w:rtl/>
        </w:rPr>
        <w:t>،</w:t>
      </w:r>
      <w:r w:rsidRPr="009647FC">
        <w:rPr>
          <w:rtl/>
        </w:rPr>
        <w:t xml:space="preserve"> الأشيم إبراهيم بك المحترم</w:t>
      </w:r>
      <w:r w:rsidR="00D769AB">
        <w:rPr>
          <w:rtl/>
        </w:rPr>
        <w:t>.</w:t>
      </w:r>
      <w:r w:rsidRPr="009647FC">
        <w:rPr>
          <w:rtl/>
        </w:rPr>
        <w:t xml:space="preserve"> لا زال في نعمة من اللّه ضافية اللباس</w:t>
      </w:r>
      <w:r w:rsidR="00D769AB">
        <w:rPr>
          <w:rtl/>
        </w:rPr>
        <w:t>،</w:t>
      </w:r>
      <w:r w:rsidRPr="009647FC">
        <w:rPr>
          <w:rtl/>
        </w:rPr>
        <w:t xml:space="preserve"> نامية الأغراس</w:t>
      </w:r>
      <w:r w:rsidR="00D769AB">
        <w:rPr>
          <w:rtl/>
        </w:rPr>
        <w:t>،</w:t>
      </w:r>
      <w:r w:rsidRPr="009647FC">
        <w:rPr>
          <w:rtl/>
        </w:rPr>
        <w:t xml:space="preserve"> رافلاً من الألطاف المستفادة في أبهى حلل الفوز والسعادة</w:t>
      </w:r>
      <w:r w:rsidR="00D769AB">
        <w:rPr>
          <w:rtl/>
        </w:rPr>
        <w:t>،</w:t>
      </w:r>
      <w:r w:rsidRPr="009647FC">
        <w:rPr>
          <w:rtl/>
        </w:rPr>
        <w:t xml:space="preserve"> وسجال السلامة مفاض عليه</w:t>
      </w:r>
      <w:r w:rsidR="00D769AB">
        <w:rPr>
          <w:rtl/>
        </w:rPr>
        <w:t>،</w:t>
      </w:r>
      <w:r w:rsidRPr="009647FC">
        <w:rPr>
          <w:rtl/>
        </w:rPr>
        <w:t xml:space="preserve"> وظلال الكرامة ممدود عليه</w:t>
      </w:r>
      <w:r w:rsidR="00D769AB">
        <w:rPr>
          <w:rtl/>
        </w:rPr>
        <w:t>.</w:t>
      </w:r>
    </w:p>
    <w:p w:rsidR="009647FC" w:rsidRPr="00524A24" w:rsidRDefault="009647FC" w:rsidP="004E7EC6">
      <w:pPr>
        <w:pStyle w:val="libCenter"/>
      </w:pPr>
      <w:r w:rsidRPr="009647FC">
        <w:rPr>
          <w:rtl/>
        </w:rPr>
        <w:t>*</w:t>
      </w:r>
      <w:r w:rsidR="001A0A79">
        <w:rPr>
          <w:rFonts w:hint="cs"/>
          <w:rtl/>
        </w:rPr>
        <w:t xml:space="preserve"> </w:t>
      </w:r>
      <w:r w:rsidRPr="009647FC">
        <w:rPr>
          <w:rtl/>
        </w:rPr>
        <w:t>*</w:t>
      </w:r>
      <w:r w:rsidR="001A0A79">
        <w:rPr>
          <w:rFonts w:hint="cs"/>
          <w:rtl/>
        </w:rPr>
        <w:t xml:space="preserve"> </w:t>
      </w:r>
      <w:r w:rsidRPr="009647FC">
        <w:rPr>
          <w:rtl/>
        </w:rPr>
        <w:t>*</w:t>
      </w:r>
    </w:p>
    <w:p w:rsidR="009647FC" w:rsidRPr="00524A24" w:rsidRDefault="009647FC" w:rsidP="004E7EC6">
      <w:pPr>
        <w:pStyle w:val="libNormal"/>
      </w:pPr>
      <w:r w:rsidRPr="009647FC">
        <w:rPr>
          <w:rtl/>
        </w:rPr>
        <w:t>13</w:t>
      </w:r>
      <w:r w:rsidR="004E7EC6">
        <w:rPr>
          <w:rtl/>
        </w:rPr>
        <w:t xml:space="preserve"> - </w:t>
      </w:r>
      <w:r w:rsidRPr="009647FC">
        <w:rPr>
          <w:rtl/>
        </w:rPr>
        <w:t>وقال (رحمه اللّه)</w:t>
      </w:r>
      <w:r w:rsidR="00D769AB">
        <w:rPr>
          <w:rtl/>
        </w:rPr>
        <w:t>:</w:t>
      </w:r>
      <w:r w:rsidRPr="009647FC">
        <w:rPr>
          <w:rtl/>
        </w:rPr>
        <w:t xml:space="preserve"> وقد كتب بها إلى العلاّمة الشيخ حسن بن المرحوم الشيخ أسد اللّه يقول</w:t>
      </w:r>
      <w:r w:rsidR="00D769AB">
        <w:rPr>
          <w:rtl/>
        </w:rPr>
        <w:t>:</w:t>
      </w:r>
    </w:p>
    <w:p w:rsidR="009647FC" w:rsidRPr="00524A24" w:rsidRDefault="009647FC" w:rsidP="004E7EC6">
      <w:pPr>
        <w:pStyle w:val="libNormal"/>
      </w:pPr>
      <w:r w:rsidRPr="009647FC">
        <w:rPr>
          <w:rtl/>
        </w:rPr>
        <w:t>سلامٌ أبهى من وشيِ صنعاء</w:t>
      </w:r>
      <w:r w:rsidR="00D769AB">
        <w:rPr>
          <w:rtl/>
        </w:rPr>
        <w:t>،</w:t>
      </w:r>
      <w:r w:rsidRPr="009647FC">
        <w:rPr>
          <w:rtl/>
        </w:rPr>
        <w:t xml:space="preserve"> وأزهى من روض ميثاء</w:t>
      </w:r>
      <w:r w:rsidR="00D769AB">
        <w:rPr>
          <w:rtl/>
        </w:rPr>
        <w:t>،</w:t>
      </w:r>
      <w:r w:rsidRPr="009647FC">
        <w:rPr>
          <w:rtl/>
        </w:rPr>
        <w:t xml:space="preserve"> وثناءٌ تتفتح أكمام الرياض عن مثل زهره</w:t>
      </w:r>
      <w:r w:rsidR="00D769AB">
        <w:rPr>
          <w:rtl/>
        </w:rPr>
        <w:t>،</w:t>
      </w:r>
      <w:r w:rsidRPr="009647FC">
        <w:rPr>
          <w:rtl/>
        </w:rPr>
        <w:t xml:space="preserve"> ولم تتحدّث أنفاس الص</w:t>
      </w:r>
      <w:r w:rsidR="00677BC4">
        <w:rPr>
          <w:rtl/>
        </w:rPr>
        <w:t>َ</w:t>
      </w:r>
      <w:r w:rsidRPr="009647FC">
        <w:rPr>
          <w:rtl/>
        </w:rPr>
        <w:t>با عن مثل نشره</w:t>
      </w:r>
      <w:r w:rsidR="00D769AB">
        <w:rPr>
          <w:rtl/>
        </w:rPr>
        <w:t>،</w:t>
      </w:r>
      <w:r w:rsidRPr="009647FC">
        <w:rPr>
          <w:rtl/>
        </w:rPr>
        <w:t xml:space="preserve"> ودعاءٌ ترمقه أكفُّ الابتهال إلى حضرة ذي الجلال</w:t>
      </w:r>
      <w:r w:rsidR="00D769AB">
        <w:rPr>
          <w:rtl/>
        </w:rPr>
        <w:t>،</w:t>
      </w:r>
      <w:r w:rsidRPr="009647FC">
        <w:rPr>
          <w:rtl/>
        </w:rPr>
        <w:t xml:space="preserve"> محفوفاً بالإخلاص والإنابة</w:t>
      </w:r>
      <w:r w:rsidR="00D769AB">
        <w:rPr>
          <w:rtl/>
        </w:rPr>
        <w:t>،</w:t>
      </w:r>
      <w:r w:rsidRPr="009647FC">
        <w:rPr>
          <w:rtl/>
        </w:rPr>
        <w:t xml:space="preserve"> مقروناً من اللطيف بسرعة الإجابة</w:t>
      </w:r>
      <w:r w:rsidR="00D769AB">
        <w:rPr>
          <w:rtl/>
        </w:rPr>
        <w:t>.</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w:t>
      </w:r>
      <w:r w:rsidR="00D769AB">
        <w:rPr>
          <w:rtl/>
        </w:rPr>
        <w:t>:</w:t>
      </w:r>
      <w:r w:rsidRPr="009647FC">
        <w:rPr>
          <w:rtl/>
        </w:rPr>
        <w:t xml:space="preserve"> من رقيقة</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ذي المناقب</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lastRenderedPageBreak/>
              <w:t>دعاءُ إخلاصٍ إذا رفعتُه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قال الحفيظان معي آمينا</w:t>
            </w:r>
            <w:r w:rsidRPr="00725071">
              <w:rPr>
                <w:rStyle w:val="libPoemTiniChar0"/>
                <w:rtl/>
              </w:rPr>
              <w:br/>
              <w:t> </w:t>
            </w:r>
          </w:p>
        </w:tc>
      </w:tr>
    </w:tbl>
    <w:p w:rsidR="009647FC" w:rsidRPr="00524A24" w:rsidRDefault="009647FC" w:rsidP="004E7EC6">
      <w:pPr>
        <w:pStyle w:val="libNormal"/>
      </w:pPr>
      <w:r w:rsidRPr="004E7EC6">
        <w:rPr>
          <w:rtl/>
        </w:rPr>
        <w:t>من محبٍّ محض</w:t>
      </w:r>
      <w:r w:rsidR="00677BC4">
        <w:rPr>
          <w:rtl/>
        </w:rPr>
        <w:t>َ</w:t>
      </w:r>
      <w:r w:rsidRPr="004E7EC6">
        <w:rPr>
          <w:rtl/>
        </w:rPr>
        <w:t xml:space="preserve"> الولاء</w:t>
      </w:r>
      <w:r w:rsidR="00D769AB">
        <w:rPr>
          <w:rtl/>
        </w:rPr>
        <w:t>،</w:t>
      </w:r>
      <w:r w:rsidRPr="004E7EC6">
        <w:rPr>
          <w:rtl/>
        </w:rPr>
        <w:t xml:space="preserve"> وعقد المودّة بأوثق عرى الإخلاص والصفاء</w:t>
      </w:r>
      <w:r w:rsidR="00D769AB">
        <w:rPr>
          <w:rtl/>
        </w:rPr>
        <w:t>،</w:t>
      </w:r>
      <w:r w:rsidRPr="004E7EC6">
        <w:rPr>
          <w:rtl/>
        </w:rPr>
        <w:t xml:space="preserve"> ومشوقٍ لو لم يتداو</w:t>
      </w:r>
      <w:r w:rsidR="00677BC4">
        <w:rPr>
          <w:rtl/>
        </w:rPr>
        <w:t>َ</w:t>
      </w:r>
      <w:r w:rsidRPr="004E7EC6">
        <w:rPr>
          <w:rtl/>
        </w:rPr>
        <w:t xml:space="preserve"> من حرارة البعد بنسيم الذكرى</w:t>
      </w:r>
      <w:r w:rsidR="00D769AB">
        <w:rPr>
          <w:rtl/>
        </w:rPr>
        <w:t>،</w:t>
      </w:r>
      <w:r w:rsidRPr="004E7EC6">
        <w:rPr>
          <w:rtl/>
        </w:rPr>
        <w:t xml:space="preserve"> لقضى لاعج وجده على كبده الحرّى</w:t>
      </w:r>
      <w:r w:rsidR="00D769AB">
        <w:rPr>
          <w:rtl/>
        </w:rPr>
        <w:t>،</w:t>
      </w:r>
      <w:r w:rsidRPr="004E7EC6">
        <w:rPr>
          <w:rtl/>
        </w:rPr>
        <w:t xml:space="preserve"> إلى الحضرة التي عُقدتْ بكفّ الثريّا أطنابها</w:t>
      </w:r>
      <w:r w:rsidR="00D769AB">
        <w:rPr>
          <w:rtl/>
        </w:rPr>
        <w:t>،</w:t>
      </w:r>
      <w:r w:rsidRPr="004E7EC6">
        <w:rPr>
          <w:rtl/>
        </w:rPr>
        <w:t xml:space="preserve"> وسم</w:t>
      </w:r>
      <w:r w:rsidR="00677BC4">
        <w:rPr>
          <w:rtl/>
        </w:rPr>
        <w:t>َ</w:t>
      </w:r>
      <w:r w:rsidRPr="004E7EC6">
        <w:rPr>
          <w:rtl/>
        </w:rPr>
        <w:t>ت على الشعرى العبور أعتابها</w:t>
      </w:r>
      <w:r w:rsidR="00D769AB">
        <w:rPr>
          <w:rtl/>
        </w:rPr>
        <w:t>؛</w:t>
      </w:r>
      <w:r w:rsidRPr="004E7EC6">
        <w:rPr>
          <w:rtl/>
        </w:rPr>
        <w:t xml:space="preserve"> إذ هي حضرة قطب العلياء المدار عليه فلك</w:t>
      </w:r>
      <w:r w:rsidR="00677BC4">
        <w:rPr>
          <w:rtl/>
        </w:rPr>
        <w:t>َ</w:t>
      </w:r>
      <w:r w:rsidRPr="004E7EC6">
        <w:rPr>
          <w:rtl/>
        </w:rPr>
        <w:t xml:space="preserve"> الحمد والثناء</w:t>
      </w:r>
      <w:r w:rsidR="00D769AB">
        <w:rPr>
          <w:rtl/>
        </w:rPr>
        <w:t>،</w:t>
      </w:r>
      <w:r w:rsidRPr="004E7EC6">
        <w:rPr>
          <w:rtl/>
        </w:rPr>
        <w:t xml:space="preserve"> ربّيتْ مناقبه في حجور المآثر</w:t>
      </w:r>
      <w:r w:rsidR="00D769AB">
        <w:rPr>
          <w:rtl/>
        </w:rPr>
        <w:t>،</w:t>
      </w:r>
      <w:r w:rsidRPr="004E7EC6">
        <w:rPr>
          <w:rtl/>
        </w:rPr>
        <w:t xml:space="preserve"> ورضعت درّ</w:t>
      </w:r>
      <w:r w:rsidR="00677BC4">
        <w:rPr>
          <w:rtl/>
        </w:rPr>
        <w:t>َ</w:t>
      </w:r>
      <w:r w:rsidRPr="004E7EC6">
        <w:rPr>
          <w:rtl/>
        </w:rPr>
        <w:t xml:space="preserve"> المكارم والمفاخر</w:t>
      </w:r>
      <w:r w:rsidR="00D769AB">
        <w:rPr>
          <w:rtl/>
        </w:rPr>
        <w:t>،</w:t>
      </w:r>
      <w:r w:rsidRPr="004E7EC6">
        <w:rPr>
          <w:rtl/>
        </w:rPr>
        <w:t xml:space="preserve"> علامة الزمن الذي هو من العلم بمنزلة الروح من البدن</w:t>
      </w:r>
      <w:r w:rsidR="00D769AB">
        <w:rPr>
          <w:rtl/>
        </w:rPr>
        <w:t>،</w:t>
      </w:r>
      <w:r w:rsidRPr="004E7EC6">
        <w:rPr>
          <w:rtl/>
        </w:rPr>
        <w:t xml:space="preserve"> قد أسعد اللّه به جدود الأفاضل</w:t>
      </w:r>
      <w:r w:rsidR="00D769AB">
        <w:rPr>
          <w:rtl/>
        </w:rPr>
        <w:t>،</w:t>
      </w:r>
      <w:r w:rsidRPr="004E7EC6">
        <w:rPr>
          <w:rtl/>
        </w:rPr>
        <w:t xml:space="preserve"> وورّ</w:t>
      </w:r>
      <w:r w:rsidR="00677BC4">
        <w:rPr>
          <w:rtl/>
        </w:rPr>
        <w:t>َ</w:t>
      </w:r>
      <w:r w:rsidRPr="004E7EC6">
        <w:rPr>
          <w:rtl/>
        </w:rPr>
        <w:t>د بنور مزاياه خدود الفضائل</w:t>
      </w:r>
      <w:r w:rsidR="00D769AB">
        <w:rPr>
          <w:rtl/>
        </w:rPr>
        <w:t>،</w:t>
      </w:r>
      <w:r w:rsidRPr="004E7EC6">
        <w:rPr>
          <w:rtl/>
        </w:rPr>
        <w:t xml:space="preserve"> وعمر</w:t>
      </w:r>
      <w:r w:rsidR="00677BC4">
        <w:rPr>
          <w:rtl/>
        </w:rPr>
        <w:t>َ</w:t>
      </w:r>
      <w:r w:rsidRPr="004E7EC6">
        <w:rPr>
          <w:rtl/>
        </w:rPr>
        <w:t xml:space="preserve"> أفنية الشريعة</w:t>
      </w:r>
      <w:r w:rsidR="00D769AB">
        <w:rPr>
          <w:rtl/>
        </w:rPr>
        <w:t>،</w:t>
      </w:r>
      <w:r w:rsidRPr="004E7EC6">
        <w:rPr>
          <w:rtl/>
        </w:rPr>
        <w:t xml:space="preserve"> ورفع قواعد</w:t>
      </w:r>
      <w:r w:rsidRPr="004E7EC6">
        <w:rPr>
          <w:rStyle w:val="libFootnotenumChar"/>
          <w:rtl/>
        </w:rPr>
        <w:t>(1)</w:t>
      </w:r>
      <w:r w:rsidRPr="004E7EC6">
        <w:rPr>
          <w:rtl/>
        </w:rPr>
        <w:t xml:space="preserve"> الملّة المنيعة</w:t>
      </w:r>
      <w:r w:rsidR="00D769AB">
        <w:rPr>
          <w:rtl/>
        </w:rPr>
        <w:t>،</w:t>
      </w:r>
      <w:r w:rsidRPr="004E7EC6">
        <w:rPr>
          <w:rtl/>
        </w:rPr>
        <w:t xml:space="preserve"> فله الرأي البصير بالعواقب</w:t>
      </w:r>
      <w:r w:rsidR="00D769AB">
        <w:rPr>
          <w:rtl/>
        </w:rPr>
        <w:t>،</w:t>
      </w:r>
      <w:r w:rsidRPr="004E7EC6">
        <w:rPr>
          <w:rtl/>
        </w:rPr>
        <w:t xml:space="preserve"> والمجد المنيف على النجم الثاقب</w:t>
      </w:r>
      <w:r w:rsidR="00D769AB">
        <w:rPr>
          <w:rtl/>
        </w:rPr>
        <w:t>،</w:t>
      </w:r>
      <w:r w:rsidRPr="004E7EC6">
        <w:rPr>
          <w:rtl/>
        </w:rPr>
        <w:t xml:space="preserve"> والهمّة التي اختلقت</w:t>
      </w:r>
      <w:r w:rsidRPr="004E7EC6">
        <w:rPr>
          <w:rStyle w:val="libFootnotenumChar"/>
          <w:rtl/>
        </w:rPr>
        <w:t>(2)</w:t>
      </w:r>
      <w:r w:rsidRPr="004E7EC6">
        <w:rPr>
          <w:rtl/>
        </w:rPr>
        <w:t xml:space="preserve"> على قمّة الجوزاء مرفوعة</w:t>
      </w:r>
      <w:r w:rsidR="00D769AB">
        <w:rPr>
          <w:rtl/>
        </w:rPr>
        <w:t>،</w:t>
      </w:r>
      <w:r w:rsidRPr="004E7EC6">
        <w:rPr>
          <w:rtl/>
        </w:rPr>
        <w:t xml:space="preserve"> والنفس التي اختلقت</w:t>
      </w:r>
      <w:r w:rsidRPr="004E7EC6">
        <w:rPr>
          <w:rStyle w:val="libFootnotenumChar"/>
          <w:rtl/>
        </w:rPr>
        <w:t>(3)</w:t>
      </w:r>
      <w:r w:rsidRPr="004E7EC6">
        <w:rPr>
          <w:rtl/>
        </w:rPr>
        <w:t xml:space="preserve"> على اكتساب العلوم مطبوعة</w:t>
      </w:r>
      <w:r w:rsidR="00D769AB">
        <w:rPr>
          <w:rtl/>
        </w:rPr>
        <w:t>،</w:t>
      </w:r>
      <w:r w:rsidRPr="004E7EC6">
        <w:rPr>
          <w:rtl/>
        </w:rPr>
        <w:t xml:space="preserve"> قد أحرزت شرفاً بسقتْ على النجوم شرفاته</w:t>
      </w:r>
      <w:r w:rsidR="00D769AB">
        <w:rPr>
          <w:rtl/>
        </w:rPr>
        <w:t>،</w:t>
      </w:r>
      <w:r w:rsidRPr="004E7EC6">
        <w:rPr>
          <w:rtl/>
        </w:rPr>
        <w:t xml:space="preserve"> وفضلاً تعرّفت لأهل الفضل عرفاته</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ملآن من شرف السجية نفسه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يحوي الفضائل</w:t>
            </w:r>
            <w:r>
              <w:rPr>
                <w:rtl/>
              </w:rPr>
              <w:t>َ</w:t>
            </w:r>
            <w:r w:rsidRPr="009647FC">
              <w:rPr>
                <w:rtl/>
              </w:rPr>
              <w:t xml:space="preserve"> من جميع جهاتها</w:t>
            </w:r>
            <w:r w:rsidRPr="00725071">
              <w:rPr>
                <w:rStyle w:val="libPoemTiniChar0"/>
                <w:rtl/>
              </w:rPr>
              <w:br/>
              <w:t> </w:t>
            </w:r>
          </w:p>
        </w:tc>
      </w:tr>
    </w:tbl>
    <w:p w:rsidR="009647FC" w:rsidRPr="00524A24" w:rsidRDefault="009647FC" w:rsidP="004E7EC6">
      <w:pPr>
        <w:pStyle w:val="libNormal"/>
      </w:pPr>
      <w:r w:rsidRPr="009647FC">
        <w:rPr>
          <w:rtl/>
        </w:rPr>
        <w:t>ذاك قمرُ المجد الذي بهر الناظرين لألاؤه</w:t>
      </w:r>
      <w:r w:rsidR="00D769AB">
        <w:rPr>
          <w:rtl/>
        </w:rPr>
        <w:t>،</w:t>
      </w:r>
      <w:r w:rsidRPr="009647FC">
        <w:rPr>
          <w:rtl/>
        </w:rPr>
        <w:t xml:space="preserve"> وطفح بالفضل مكياله وإناؤه</w:t>
      </w:r>
      <w:r w:rsidR="00D769AB">
        <w:rPr>
          <w:rtl/>
        </w:rPr>
        <w:t>،</w:t>
      </w:r>
      <w:r w:rsidRPr="009647FC">
        <w:rPr>
          <w:rtl/>
        </w:rPr>
        <w:t xml:space="preserve"> علمُ الإسلام</w:t>
      </w:r>
      <w:r w:rsidR="00D769AB">
        <w:rPr>
          <w:rtl/>
        </w:rPr>
        <w:t>،</w:t>
      </w:r>
      <w:r w:rsidRPr="009647FC">
        <w:rPr>
          <w:rtl/>
        </w:rPr>
        <w:t xml:space="preserve"> وحجّة اللّه في الأنام</w:t>
      </w:r>
      <w:r w:rsidR="00D769AB">
        <w:rPr>
          <w:rtl/>
        </w:rPr>
        <w:t>،</w:t>
      </w:r>
      <w:r w:rsidRPr="009647FC">
        <w:rPr>
          <w:rtl/>
        </w:rPr>
        <w:t xml:space="preserve"> حضرة الأكرم</w:t>
      </w:r>
      <w:r w:rsidR="00D769AB">
        <w:rPr>
          <w:rtl/>
        </w:rPr>
        <w:t>،</w:t>
      </w:r>
      <w:r w:rsidRPr="009647FC">
        <w:rPr>
          <w:rtl/>
        </w:rPr>
        <w:t xml:space="preserve"> شيخنا الشيخ حسن المحترم</w:t>
      </w:r>
      <w:r w:rsidR="00D769AB">
        <w:rPr>
          <w:rtl/>
        </w:rPr>
        <w:t>،</w:t>
      </w:r>
      <w:r w:rsidRPr="009647FC">
        <w:rPr>
          <w:rtl/>
        </w:rPr>
        <w:t xml:space="preserve"> لا زال مؤيّداً من اللّه بعنايته</w:t>
      </w:r>
      <w:r w:rsidR="00D769AB">
        <w:rPr>
          <w:rtl/>
        </w:rPr>
        <w:t>،</w:t>
      </w:r>
      <w:r w:rsidRPr="009647FC">
        <w:rPr>
          <w:rtl/>
        </w:rPr>
        <w:t xml:space="preserve"> ومكلوّاً بعين رعايته</w:t>
      </w:r>
      <w:r w:rsidR="00D769AB">
        <w:rPr>
          <w:rtl/>
        </w:rPr>
        <w:t>،</w:t>
      </w:r>
      <w:r w:rsidRPr="009647FC">
        <w:rPr>
          <w:rtl/>
        </w:rPr>
        <w:t xml:space="preserve"> ولا برح سمكُ مجده ثامن الأفلاك ارتفاعاً</w:t>
      </w:r>
      <w:r w:rsidR="00D769AB">
        <w:rPr>
          <w:rtl/>
        </w:rPr>
        <w:t>،</w:t>
      </w:r>
      <w:r w:rsidRPr="009647FC">
        <w:rPr>
          <w:rtl/>
        </w:rPr>
        <w:t xml:space="preserve"> وقمر فخره ثالث القمرين شعاعاً</w:t>
      </w:r>
      <w:r w:rsidR="00D769AB">
        <w:rPr>
          <w:rtl/>
        </w:rPr>
        <w:t>،</w:t>
      </w:r>
      <w:r w:rsidRPr="009647FC">
        <w:rPr>
          <w:rtl/>
        </w:rPr>
        <w:t xml:space="preserve"> ولا انفكت شمس شرفه تملأ الدهر بإشراقها</w:t>
      </w:r>
      <w:r w:rsidR="00D769AB">
        <w:rPr>
          <w:rtl/>
        </w:rPr>
        <w:t>،</w:t>
      </w:r>
      <w:r w:rsidRPr="009647FC">
        <w:rPr>
          <w:rtl/>
        </w:rPr>
        <w:t xml:space="preserve"> ما دامت أطواق الحمام بأعناقها</w:t>
      </w:r>
      <w:r w:rsidR="00D769AB">
        <w:rPr>
          <w:rtl/>
        </w:rPr>
        <w:t>.</w:t>
      </w:r>
    </w:p>
    <w:p w:rsidR="009647FC" w:rsidRPr="00524A24" w:rsidRDefault="009647FC" w:rsidP="004E7EC6">
      <w:pPr>
        <w:pStyle w:val="libNormal"/>
      </w:pPr>
      <w:r w:rsidRPr="004E7EC6">
        <w:rPr>
          <w:rtl/>
        </w:rPr>
        <w:t>أمّا بعد</w:t>
      </w:r>
      <w:r w:rsidR="00D769AB">
        <w:rPr>
          <w:rtl/>
        </w:rPr>
        <w:t>:</w:t>
      </w:r>
      <w:r w:rsidRPr="004E7EC6">
        <w:rPr>
          <w:rtl/>
        </w:rPr>
        <w:t xml:space="preserve"> فإنّ</w:t>
      </w:r>
      <w:r w:rsidR="00677BC4">
        <w:rPr>
          <w:rtl/>
        </w:rPr>
        <w:t>َ</w:t>
      </w:r>
      <w:r w:rsidRPr="004E7EC6">
        <w:rPr>
          <w:rtl/>
        </w:rPr>
        <w:t xml:space="preserve"> الداعي لمجدكم بالتخليد</w:t>
      </w:r>
      <w:r w:rsidR="00D769AB">
        <w:rPr>
          <w:rtl/>
        </w:rPr>
        <w:t>،</w:t>
      </w:r>
      <w:r w:rsidRPr="004E7EC6">
        <w:rPr>
          <w:rtl/>
        </w:rPr>
        <w:t xml:space="preserve"> ولعزّكم بالبقاء والتأييد</w:t>
      </w:r>
      <w:r w:rsidR="00D769AB">
        <w:rPr>
          <w:rtl/>
        </w:rPr>
        <w:t>،</w:t>
      </w:r>
      <w:r w:rsidRPr="004E7EC6">
        <w:rPr>
          <w:rtl/>
        </w:rPr>
        <w:t xml:space="preserve"> لا يزال على بعد شقّة المزار</w:t>
      </w:r>
      <w:r w:rsidR="00D769AB">
        <w:rPr>
          <w:rtl/>
        </w:rPr>
        <w:t>،</w:t>
      </w:r>
      <w:r w:rsidRPr="004E7EC6">
        <w:rPr>
          <w:rtl/>
        </w:rPr>
        <w:t xml:space="preserve"> ما اختلف الليل والنهار</w:t>
      </w:r>
      <w:r w:rsidR="00D769AB">
        <w:rPr>
          <w:rtl/>
        </w:rPr>
        <w:t>،</w:t>
      </w:r>
      <w:r w:rsidRPr="004E7EC6">
        <w:rPr>
          <w:rtl/>
        </w:rPr>
        <w:t xml:space="preserve"> حليف</w:t>
      </w:r>
      <w:r w:rsidR="00677BC4">
        <w:rPr>
          <w:rtl/>
        </w:rPr>
        <w:t>َ</w:t>
      </w:r>
      <w:r w:rsidRPr="004E7EC6">
        <w:rPr>
          <w:rtl/>
        </w:rPr>
        <w:t xml:space="preserve"> غرام</w:t>
      </w:r>
      <w:r w:rsidR="00D769AB">
        <w:rPr>
          <w:rtl/>
        </w:rPr>
        <w:t>،</w:t>
      </w:r>
      <w:r w:rsidRPr="004E7EC6">
        <w:rPr>
          <w:rtl/>
        </w:rPr>
        <w:t xml:space="preserve"> وأليف هيام</w:t>
      </w:r>
      <w:r w:rsidR="00D769AB">
        <w:rPr>
          <w:rtl/>
        </w:rPr>
        <w:t>،</w:t>
      </w:r>
      <w:r w:rsidRPr="004E7EC6">
        <w:rPr>
          <w:rtl/>
        </w:rPr>
        <w:t xml:space="preserve"> ونديم اشتياق</w:t>
      </w:r>
      <w:r w:rsidR="00D769AB">
        <w:rPr>
          <w:rtl/>
        </w:rPr>
        <w:t>،</w:t>
      </w:r>
      <w:r w:rsidRPr="004E7EC6">
        <w:rPr>
          <w:rtl/>
        </w:rPr>
        <w:t xml:space="preserve"> إلى تلك الحضرة</w:t>
      </w:r>
      <w:r w:rsidRPr="004E7EC6">
        <w:rPr>
          <w:rStyle w:val="libFootnotenumChar"/>
          <w:rtl/>
        </w:rPr>
        <w:t>(4)</w:t>
      </w:r>
      <w:r w:rsidRPr="004E7EC6">
        <w:rPr>
          <w:rtl/>
        </w:rPr>
        <w:t xml:space="preserve"> السامية الرواق</w:t>
      </w:r>
      <w:r w:rsidR="00D769AB">
        <w:rPr>
          <w:rtl/>
        </w:rPr>
        <w:t>،</w:t>
      </w:r>
      <w:r w:rsidRPr="004E7EC6">
        <w:rPr>
          <w:rtl/>
        </w:rPr>
        <w:t xml:space="preserve"> التي تودُّ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أعمدة</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وفيه</w:t>
      </w:r>
      <w:r w:rsidR="00D769AB">
        <w:rPr>
          <w:rtl/>
        </w:rPr>
        <w:t>:</w:t>
      </w:r>
      <w:r w:rsidRPr="009647FC">
        <w:rPr>
          <w:rtl/>
        </w:rPr>
        <w:t xml:space="preserve"> التي هي على</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وفيه</w:t>
      </w:r>
      <w:r w:rsidR="00D769AB">
        <w:rPr>
          <w:rtl/>
        </w:rPr>
        <w:t>:</w:t>
      </w:r>
      <w:r w:rsidRPr="009647FC">
        <w:rPr>
          <w:rtl/>
        </w:rPr>
        <w:t xml:space="preserve"> التي خلقت</w:t>
      </w:r>
      <w:r w:rsidR="00D769AB">
        <w:rPr>
          <w:rtl/>
        </w:rPr>
        <w:t>.</w:t>
      </w:r>
    </w:p>
    <w:p w:rsidR="009647FC" w:rsidRPr="00524A24" w:rsidRDefault="009647FC" w:rsidP="004E7EC6">
      <w:pPr>
        <w:pStyle w:val="libFootnote0"/>
      </w:pPr>
      <w:r w:rsidRPr="009647FC">
        <w:rPr>
          <w:rtl/>
        </w:rPr>
        <w:t>4</w:t>
      </w:r>
      <w:r w:rsidR="004E7EC6">
        <w:rPr>
          <w:rtl/>
        </w:rPr>
        <w:t xml:space="preserve"> - </w:t>
      </w:r>
      <w:r w:rsidRPr="009647FC">
        <w:rPr>
          <w:rtl/>
        </w:rPr>
        <w:t>في المخطوط</w:t>
      </w:r>
      <w:r w:rsidR="00D769AB">
        <w:rPr>
          <w:rtl/>
        </w:rPr>
        <w:t>:</w:t>
      </w:r>
      <w:r w:rsidRPr="009647FC">
        <w:rPr>
          <w:rtl/>
        </w:rPr>
        <w:t xml:space="preserve"> تلك الساحة</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الكواكب تقبيل أعتابها</w:t>
      </w:r>
      <w:r w:rsidR="00D769AB">
        <w:rPr>
          <w:rtl/>
        </w:rPr>
        <w:t>،</w:t>
      </w:r>
      <w:r w:rsidRPr="004E7EC6">
        <w:rPr>
          <w:rtl/>
        </w:rPr>
        <w:t xml:space="preserve"> ولثم ترابها</w:t>
      </w:r>
      <w:r w:rsidR="00D769AB">
        <w:rPr>
          <w:rtl/>
        </w:rPr>
        <w:t>،</w:t>
      </w:r>
      <w:r w:rsidRPr="004E7EC6">
        <w:rPr>
          <w:rtl/>
        </w:rPr>
        <w:t xml:space="preserve"> أحمد اللّه الذي أهّ</w:t>
      </w:r>
      <w:r w:rsidR="00677BC4">
        <w:rPr>
          <w:rtl/>
        </w:rPr>
        <w:t>َ</w:t>
      </w:r>
      <w:r w:rsidRPr="004E7EC6">
        <w:rPr>
          <w:rtl/>
        </w:rPr>
        <w:t>لني لولائها</w:t>
      </w:r>
      <w:r w:rsidR="00D769AB">
        <w:rPr>
          <w:rtl/>
        </w:rPr>
        <w:t>،</w:t>
      </w:r>
      <w:r w:rsidRPr="004E7EC6">
        <w:rPr>
          <w:rtl/>
        </w:rPr>
        <w:t xml:space="preserve"> وجعلني في نظم أودّ</w:t>
      </w:r>
      <w:r w:rsidR="00677BC4">
        <w:rPr>
          <w:rtl/>
        </w:rPr>
        <w:t>َ</w:t>
      </w:r>
      <w:r w:rsidRPr="004E7EC6">
        <w:rPr>
          <w:rtl/>
        </w:rPr>
        <w:t>ائها وأحبائها</w:t>
      </w:r>
      <w:r w:rsidR="00D769AB">
        <w:rPr>
          <w:rtl/>
        </w:rPr>
        <w:t>.</w:t>
      </w:r>
      <w:r w:rsidRPr="004E7EC6">
        <w:rPr>
          <w:rtl/>
        </w:rPr>
        <w:t xml:space="preserve"> ولعمري</w:t>
      </w:r>
      <w:r w:rsidR="00D769AB">
        <w:rPr>
          <w:rtl/>
        </w:rPr>
        <w:t>،</w:t>
      </w:r>
      <w:r w:rsidRPr="004E7EC6">
        <w:rPr>
          <w:rtl/>
        </w:rPr>
        <w:t xml:space="preserve"> لو كنت أملك أمري لما استنبتُ إهداء التحية في كتاب عن الحضور للتشريف</w:t>
      </w:r>
      <w:r w:rsidRPr="004E7EC6">
        <w:rPr>
          <w:rStyle w:val="libFootnotenumChar"/>
          <w:rtl/>
        </w:rPr>
        <w:t>(1)</w:t>
      </w:r>
      <w:r w:rsidRPr="004C00A8">
        <w:rPr>
          <w:rtl/>
        </w:rPr>
        <w:t xml:space="preserve"> </w:t>
      </w:r>
      <w:r w:rsidRPr="004E7EC6">
        <w:rPr>
          <w:rtl/>
        </w:rPr>
        <w:t>بذلك الجناب</w:t>
      </w:r>
      <w:r w:rsidR="00D769AB">
        <w:rPr>
          <w:rtl/>
        </w:rPr>
        <w:t>،</w:t>
      </w:r>
      <w:r w:rsidRPr="004E7EC6">
        <w:rPr>
          <w:rtl/>
        </w:rPr>
        <w:t xml:space="preserve"> فأحظى بلثم أنامل ريحانتيك</w:t>
      </w:r>
      <w:r w:rsidR="00D769AB">
        <w:rPr>
          <w:rtl/>
        </w:rPr>
        <w:t>،</w:t>
      </w:r>
      <w:r w:rsidRPr="004E7EC6">
        <w:rPr>
          <w:rtl/>
        </w:rPr>
        <w:t xml:space="preserve"> وأسعد بمطالعة صحيفة غرّ</w:t>
      </w:r>
      <w:r w:rsidR="00677BC4">
        <w:rPr>
          <w:rtl/>
        </w:rPr>
        <w:t>َ</w:t>
      </w:r>
      <w:r w:rsidRPr="004E7EC6">
        <w:rPr>
          <w:rtl/>
        </w:rPr>
        <w:t>تيْ قمريك</w:t>
      </w:r>
      <w:r w:rsidR="00D769AB">
        <w:rPr>
          <w:rtl/>
        </w:rPr>
        <w:t>،</w:t>
      </w:r>
      <w:r w:rsidRPr="004E7EC6">
        <w:rPr>
          <w:rtl/>
        </w:rPr>
        <w:t xml:space="preserve"> اللذين هما للفضل فرقدان</w:t>
      </w:r>
      <w:r w:rsidR="00D769AB">
        <w:rPr>
          <w:rtl/>
        </w:rPr>
        <w:t>،</w:t>
      </w:r>
      <w:r w:rsidRPr="004E7EC6">
        <w:rPr>
          <w:rtl/>
        </w:rPr>
        <w:t xml:space="preserve"> ولهما في المجد المحلّ</w:t>
      </w:r>
      <w:r w:rsidR="00677BC4">
        <w:rPr>
          <w:rtl/>
        </w:rPr>
        <w:t>َ</w:t>
      </w:r>
      <w:r w:rsidRPr="004E7EC6">
        <w:rPr>
          <w:rtl/>
        </w:rPr>
        <w:t xml:space="preserve"> السامي على كيوان</w:t>
      </w:r>
      <w:r w:rsidR="00D769AB">
        <w:rPr>
          <w:rtl/>
        </w:rPr>
        <w:t>،</w:t>
      </w:r>
      <w:r w:rsidRPr="004E7EC6">
        <w:rPr>
          <w:rtl/>
        </w:rPr>
        <w:t xml:space="preserve"> ولديك المرشح كلُّ منهما لرئاسة الدين</w:t>
      </w:r>
      <w:r w:rsidR="00D769AB">
        <w:rPr>
          <w:rtl/>
        </w:rPr>
        <w:t>،</w:t>
      </w:r>
      <w:r w:rsidRPr="004E7EC6">
        <w:rPr>
          <w:rtl/>
        </w:rPr>
        <w:t xml:space="preserve"> حضرة الأمجدين الشيخ باقر والشيخ أمين</w:t>
      </w:r>
      <w:r w:rsidR="00D769AB">
        <w:rPr>
          <w:rtl/>
        </w:rPr>
        <w:t>،</w:t>
      </w:r>
      <w:r w:rsidRPr="004E7EC6">
        <w:rPr>
          <w:rtl/>
        </w:rPr>
        <w:t xml:space="preserve"> جعلكم اللّه أبداً للمخوف عصمة</w:t>
      </w:r>
      <w:r w:rsidR="00D769AB">
        <w:rPr>
          <w:rtl/>
        </w:rPr>
        <w:t>،</w:t>
      </w:r>
      <w:r w:rsidRPr="004E7EC6">
        <w:rPr>
          <w:rtl/>
        </w:rPr>
        <w:t xml:space="preserve"> وللملهوف غياثاً ورحمة</w:t>
      </w:r>
      <w:r w:rsidR="00D769AB">
        <w:rPr>
          <w:rtl/>
        </w:rPr>
        <w:t>.</w:t>
      </w:r>
    </w:p>
    <w:p w:rsidR="009647FC" w:rsidRPr="00524A24" w:rsidRDefault="009647FC" w:rsidP="004E7EC6">
      <w:pPr>
        <w:pStyle w:val="libCenter"/>
      </w:pPr>
      <w:r w:rsidRPr="009647FC">
        <w:rPr>
          <w:rtl/>
        </w:rPr>
        <w:t>*</w:t>
      </w:r>
      <w:r w:rsidR="001A0A79">
        <w:rPr>
          <w:rFonts w:hint="cs"/>
          <w:rtl/>
        </w:rPr>
        <w:t xml:space="preserve"> </w:t>
      </w:r>
      <w:r w:rsidRPr="009647FC">
        <w:rPr>
          <w:rtl/>
        </w:rPr>
        <w:t>*</w:t>
      </w:r>
      <w:r w:rsidR="001A0A79">
        <w:rPr>
          <w:rFonts w:hint="cs"/>
          <w:rtl/>
        </w:rPr>
        <w:t xml:space="preserve"> </w:t>
      </w:r>
      <w:r w:rsidRPr="009647FC">
        <w:rPr>
          <w:rtl/>
        </w:rPr>
        <w:t>*</w:t>
      </w:r>
    </w:p>
    <w:p w:rsidR="009647FC" w:rsidRPr="00524A24" w:rsidRDefault="009647FC" w:rsidP="004E7EC6">
      <w:pPr>
        <w:pStyle w:val="libNormal"/>
      </w:pPr>
      <w:r w:rsidRPr="009647FC">
        <w:rPr>
          <w:rtl/>
        </w:rPr>
        <w:t>14</w:t>
      </w:r>
      <w:r w:rsidR="004E7EC6">
        <w:rPr>
          <w:rtl/>
        </w:rPr>
        <w:t xml:space="preserve"> - </w:t>
      </w:r>
      <w:r w:rsidRPr="009647FC">
        <w:rPr>
          <w:rtl/>
        </w:rPr>
        <w:t>وقال (رحمه اللّه)</w:t>
      </w:r>
      <w:r w:rsidR="00D769AB">
        <w:rPr>
          <w:rtl/>
        </w:rPr>
        <w:t>،</w:t>
      </w:r>
      <w:r w:rsidRPr="009647FC">
        <w:rPr>
          <w:rtl/>
        </w:rPr>
        <w:t xml:space="preserve"> وقد كتب بها إلى بعض الأكابر والأمراء</w:t>
      </w:r>
      <w:r w:rsidR="00D769AB">
        <w:rPr>
          <w:rtl/>
        </w:rPr>
        <w:t>:</w:t>
      </w:r>
    </w:p>
    <w:p w:rsidR="009647FC" w:rsidRPr="00524A24" w:rsidRDefault="009647FC" w:rsidP="004E7EC6">
      <w:pPr>
        <w:pStyle w:val="libNormal"/>
      </w:pPr>
      <w:r w:rsidRPr="004E7EC6">
        <w:rPr>
          <w:rtl/>
        </w:rPr>
        <w:t>إنّ أزهي من روضةٍ ضحك</w:t>
      </w:r>
      <w:r w:rsidR="00677BC4">
        <w:rPr>
          <w:rtl/>
        </w:rPr>
        <w:t>َ</w:t>
      </w:r>
      <w:r w:rsidRPr="004E7EC6">
        <w:rPr>
          <w:rtl/>
        </w:rPr>
        <w:t xml:space="preserve"> الزهر فيها</w:t>
      </w:r>
      <w:r w:rsidRPr="004E7EC6">
        <w:rPr>
          <w:rStyle w:val="libFootnotenumChar"/>
          <w:rtl/>
        </w:rPr>
        <w:t>(2)</w:t>
      </w:r>
      <w:r w:rsidRPr="004E7EC6">
        <w:rPr>
          <w:rtl/>
        </w:rPr>
        <w:t xml:space="preserve"> لبكاء الغمام</w:t>
      </w:r>
      <w:r w:rsidR="00D769AB">
        <w:rPr>
          <w:rtl/>
        </w:rPr>
        <w:t>،</w:t>
      </w:r>
      <w:r w:rsidRPr="004E7EC6">
        <w:rPr>
          <w:rtl/>
        </w:rPr>
        <w:t xml:space="preserve"> ونظم فيها لؤلؤ</w:t>
      </w:r>
      <w:r w:rsidR="00677BC4">
        <w:rPr>
          <w:rtl/>
        </w:rPr>
        <w:t>َ</w:t>
      </w:r>
      <w:r w:rsidRPr="004E7EC6">
        <w:rPr>
          <w:rtl/>
        </w:rPr>
        <w:t xml:space="preserve"> الطلّ نسيمُ الص</w:t>
      </w:r>
      <w:r w:rsidR="00677BC4">
        <w:rPr>
          <w:rtl/>
        </w:rPr>
        <w:t>َ</w:t>
      </w:r>
      <w:r w:rsidRPr="004E7EC6">
        <w:rPr>
          <w:rtl/>
        </w:rPr>
        <w:t>با عقوداً رائقة النظام</w:t>
      </w:r>
      <w:r w:rsidR="00D769AB">
        <w:rPr>
          <w:rtl/>
        </w:rPr>
        <w:t>،</w:t>
      </w:r>
      <w:r w:rsidRPr="004E7EC6">
        <w:rPr>
          <w:rtl/>
        </w:rPr>
        <w:t xml:space="preserve"> فحلّي بها عواطل</w:t>
      </w:r>
      <w:r w:rsidR="00677BC4">
        <w:rPr>
          <w:rtl/>
        </w:rPr>
        <w:t>َ</w:t>
      </w:r>
      <w:r w:rsidRPr="004E7EC6">
        <w:rPr>
          <w:rtl/>
        </w:rPr>
        <w:t xml:space="preserve"> أجياد الإقاح</w:t>
      </w:r>
      <w:r w:rsidR="00D769AB">
        <w:rPr>
          <w:rtl/>
        </w:rPr>
        <w:t>،</w:t>
      </w:r>
      <w:r w:rsidRPr="004E7EC6">
        <w:rPr>
          <w:rtl/>
        </w:rPr>
        <w:t xml:space="preserve"> وفرث</w:t>
      </w:r>
      <w:r w:rsidR="00677BC4">
        <w:rPr>
          <w:rtl/>
        </w:rPr>
        <w:t>َ</w:t>
      </w:r>
      <w:r w:rsidRPr="004E7EC6">
        <w:rPr>
          <w:rtl/>
        </w:rPr>
        <w:t xml:space="preserve"> في أرجائها عياب</w:t>
      </w:r>
      <w:r w:rsidR="00677BC4">
        <w:rPr>
          <w:rtl/>
        </w:rPr>
        <w:t>َ</w:t>
      </w:r>
      <w:r w:rsidRPr="004E7EC6">
        <w:rPr>
          <w:rtl/>
        </w:rPr>
        <w:t xml:space="preserve"> الطيب نوافحُ الرياح</w:t>
      </w:r>
      <w:r w:rsidR="00D769AB">
        <w:rPr>
          <w:rtl/>
        </w:rPr>
        <w:t>،</w:t>
      </w:r>
      <w:r w:rsidRPr="004E7EC6">
        <w:rPr>
          <w:rtl/>
        </w:rPr>
        <w:t xml:space="preserve"> وأبهى ما اقتطفته أكفُّ الإفهام</w:t>
      </w:r>
      <w:r w:rsidR="00D769AB">
        <w:rPr>
          <w:rtl/>
        </w:rPr>
        <w:t>،</w:t>
      </w:r>
      <w:r w:rsidRPr="004E7EC6">
        <w:rPr>
          <w:rtl/>
        </w:rPr>
        <w:t xml:space="preserve"> من أزاهير بدايع النثر والنظام</w:t>
      </w:r>
      <w:r w:rsidR="00D769AB">
        <w:rPr>
          <w:rtl/>
        </w:rPr>
        <w:t>،</w:t>
      </w:r>
      <w:r w:rsidRPr="004E7EC6">
        <w:rPr>
          <w:rtl/>
        </w:rPr>
        <w:t xml:space="preserve"> سلامٌ رسمه قلم الاشتياق</w:t>
      </w:r>
      <w:r w:rsidR="00D769AB">
        <w:rPr>
          <w:rtl/>
        </w:rPr>
        <w:t>،</w:t>
      </w:r>
      <w:r w:rsidRPr="004E7EC6">
        <w:rPr>
          <w:rtl/>
        </w:rPr>
        <w:t xml:space="preserve"> وحملته رواحل الأشواق</w:t>
      </w:r>
      <w:r w:rsidR="00D769AB">
        <w:rPr>
          <w:rtl/>
        </w:rPr>
        <w:t>،</w:t>
      </w:r>
      <w:r w:rsidRPr="004E7EC6">
        <w:rPr>
          <w:rtl/>
        </w:rPr>
        <w:t xml:space="preserve"> من محبٍّ لم يشبْ بالقطيعة صفو</w:t>
      </w:r>
      <w:r w:rsidR="00677BC4">
        <w:rPr>
          <w:rtl/>
        </w:rPr>
        <w:t>َ</w:t>
      </w:r>
      <w:r w:rsidRPr="004E7EC6">
        <w:rPr>
          <w:rtl/>
        </w:rPr>
        <w:t xml:space="preserve"> الوداد</w:t>
      </w:r>
      <w:r w:rsidR="00D769AB">
        <w:rPr>
          <w:rtl/>
        </w:rPr>
        <w:t>،</w:t>
      </w:r>
      <w:r w:rsidRPr="004E7EC6">
        <w:rPr>
          <w:rtl/>
        </w:rPr>
        <w:t xml:space="preserve"> ومحبّته لا تزيد ولا تنقص في القرب والبعاد</w:t>
      </w:r>
      <w:r w:rsidR="00D769AB">
        <w:rPr>
          <w:rtl/>
        </w:rPr>
        <w:t>،</w:t>
      </w:r>
      <w:r w:rsidRPr="004E7EC6">
        <w:rPr>
          <w:rtl/>
        </w:rPr>
        <w:t xml:space="preserve"> إلى م</w:t>
      </w:r>
      <w:r w:rsidR="00677BC4">
        <w:rPr>
          <w:rtl/>
        </w:rPr>
        <w:t>َ</w:t>
      </w:r>
      <w:r w:rsidRPr="004E7EC6">
        <w:rPr>
          <w:rtl/>
        </w:rPr>
        <w:t>نْ رضع ثدي</w:t>
      </w:r>
      <w:r w:rsidR="00677BC4">
        <w:rPr>
          <w:rtl/>
        </w:rPr>
        <w:t>َ</w:t>
      </w:r>
      <w:r w:rsidRPr="004E7EC6">
        <w:rPr>
          <w:rtl/>
        </w:rPr>
        <w:t xml:space="preserve"> المعالي طفلاً</w:t>
      </w:r>
      <w:r w:rsidR="00D769AB">
        <w:rPr>
          <w:rtl/>
        </w:rPr>
        <w:t>،</w:t>
      </w:r>
      <w:r w:rsidRPr="004E7EC6">
        <w:rPr>
          <w:rtl/>
        </w:rPr>
        <w:t xml:space="preserve"> وساد الأنام يافعاً وكهلاً</w:t>
      </w:r>
      <w:r w:rsidR="00D769AB">
        <w:rPr>
          <w:rtl/>
        </w:rPr>
        <w:t>،</w:t>
      </w:r>
      <w:r w:rsidRPr="004E7EC6">
        <w:rPr>
          <w:rtl/>
        </w:rPr>
        <w:t xml:space="preserve"> وما الدهر عنده إلاّ يومان</w:t>
      </w:r>
      <w:r w:rsidR="00D769AB">
        <w:rPr>
          <w:rtl/>
        </w:rPr>
        <w:t>،</w:t>
      </w:r>
      <w:r w:rsidRPr="004E7EC6">
        <w:rPr>
          <w:rtl/>
        </w:rPr>
        <w:t xml:space="preserve"> يوم ندىً ويوم رهان</w:t>
      </w:r>
      <w:r w:rsidR="00D769AB">
        <w:rPr>
          <w:rtl/>
        </w:rPr>
        <w:t>،</w:t>
      </w:r>
      <w:r w:rsidRPr="004E7EC6">
        <w:rPr>
          <w:rtl/>
        </w:rPr>
        <w:t xml:space="preserve"> فيحكّم السؤال في أمواله</w:t>
      </w:r>
      <w:r w:rsidR="00D769AB">
        <w:rPr>
          <w:rtl/>
        </w:rPr>
        <w:t>،</w:t>
      </w:r>
      <w:r w:rsidRPr="004E7EC6">
        <w:rPr>
          <w:rtl/>
        </w:rPr>
        <w:t xml:space="preserve"> ويحكم الأسياف في الأرواح قبل سؤاله</w:t>
      </w:r>
      <w:r w:rsidR="00D769AB">
        <w:rPr>
          <w:rtl/>
        </w:rPr>
        <w:t>،</w:t>
      </w:r>
      <w:r w:rsidRPr="004E7EC6">
        <w:rPr>
          <w:rtl/>
        </w:rPr>
        <w:t xml:space="preserve"> وم</w:t>
      </w:r>
      <w:r w:rsidR="00677BC4">
        <w:rPr>
          <w:rtl/>
        </w:rPr>
        <w:t>َ</w:t>
      </w:r>
      <w:r w:rsidRPr="004E7EC6">
        <w:rPr>
          <w:rtl/>
        </w:rPr>
        <w:t>نْ كفل له النصر بخذلان أعدائه</w:t>
      </w:r>
      <w:r w:rsidR="00D769AB">
        <w:rPr>
          <w:rtl/>
        </w:rPr>
        <w:t>،</w:t>
      </w:r>
      <w:r w:rsidRPr="004E7EC6">
        <w:rPr>
          <w:rtl/>
        </w:rPr>
        <w:t xml:space="preserve"> وأشار المجد إليه ببنانه</w:t>
      </w:r>
      <w:r w:rsidR="00D769AB">
        <w:rPr>
          <w:rtl/>
        </w:rPr>
        <w:t>،</w:t>
      </w:r>
      <w:r w:rsidRPr="004E7EC6">
        <w:rPr>
          <w:rtl/>
        </w:rPr>
        <w:t xml:space="preserve"> وأثنى عليه بلسانه</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كريمٌ</w:t>
            </w:r>
            <w:r w:rsidR="004C00A8">
              <w:rPr>
                <w:rtl/>
              </w:rPr>
              <w:t xml:space="preserve"> </w:t>
            </w:r>
            <w:r w:rsidRPr="009647FC">
              <w:rPr>
                <w:rtl/>
              </w:rPr>
              <w:t>وقي</w:t>
            </w:r>
            <w:r>
              <w:rPr>
                <w:rtl/>
              </w:rPr>
              <w:t xml:space="preserve"> </w:t>
            </w:r>
            <w:r w:rsidRPr="009647FC">
              <w:rPr>
                <w:rtl/>
              </w:rPr>
              <w:t>ماله</w:t>
            </w:r>
            <w:r>
              <w:rPr>
                <w:rtl/>
              </w:rPr>
              <w:t xml:space="preserve"> </w:t>
            </w:r>
            <w:r w:rsidRPr="009647FC">
              <w:rPr>
                <w:rtl/>
              </w:rPr>
              <w:t>عرض</w:t>
            </w:r>
            <w:r>
              <w:rPr>
                <w:rtl/>
              </w:rPr>
              <w:t>َ</w:t>
            </w:r>
            <w:r w:rsidRPr="009647FC">
              <w:rPr>
                <w:rtl/>
              </w:rPr>
              <w:t>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فلست</w:t>
            </w:r>
            <w:r>
              <w:rPr>
                <w:rtl/>
              </w:rPr>
              <w:t xml:space="preserve"> </w:t>
            </w:r>
            <w:r w:rsidRPr="009647FC">
              <w:rPr>
                <w:rtl/>
              </w:rPr>
              <w:t>ترى</w:t>
            </w:r>
            <w:r>
              <w:rPr>
                <w:rtl/>
              </w:rPr>
              <w:t xml:space="preserve"> </w:t>
            </w:r>
            <w:r w:rsidRPr="009647FC">
              <w:rPr>
                <w:rtl/>
              </w:rPr>
              <w:t>فيه</w:t>
            </w:r>
            <w:r>
              <w:rPr>
                <w:rtl/>
              </w:rPr>
              <w:t xml:space="preserve"> </w:t>
            </w:r>
            <w:r w:rsidRPr="009647FC">
              <w:rPr>
                <w:rtl/>
              </w:rPr>
              <w:t>شيئاً</w:t>
            </w:r>
            <w:r>
              <w:rPr>
                <w:rtl/>
              </w:rPr>
              <w:t xml:space="preserve"> </w:t>
            </w:r>
            <w:r w:rsidRPr="009647FC">
              <w:rPr>
                <w:rtl/>
              </w:rPr>
              <w:t>يعابُ</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سوى</w:t>
            </w:r>
            <w:r w:rsidR="004C00A8">
              <w:rPr>
                <w:rtl/>
              </w:rPr>
              <w:t xml:space="preserve"> </w:t>
            </w:r>
            <w:r w:rsidRPr="009647FC">
              <w:rPr>
                <w:rtl/>
              </w:rPr>
              <w:t>أنّ</w:t>
            </w:r>
            <w:r>
              <w:rPr>
                <w:rtl/>
              </w:rPr>
              <w:t xml:space="preserve"> </w:t>
            </w:r>
            <w:r w:rsidRPr="009647FC">
              <w:rPr>
                <w:rtl/>
              </w:rPr>
              <w:t>ما</w:t>
            </w:r>
            <w:r>
              <w:rPr>
                <w:rtl/>
              </w:rPr>
              <w:t xml:space="preserve"> </w:t>
            </w:r>
            <w:r w:rsidRPr="009647FC">
              <w:rPr>
                <w:rtl/>
              </w:rPr>
              <w:t>جمعت</w:t>
            </w:r>
            <w:r>
              <w:rPr>
                <w:rtl/>
              </w:rPr>
              <w:t xml:space="preserve"> </w:t>
            </w:r>
            <w:r w:rsidRPr="009647FC">
              <w:rPr>
                <w:rtl/>
              </w:rPr>
              <w:t>كفُّه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لوفاده</w:t>
            </w:r>
            <w:r>
              <w:rPr>
                <w:rtl/>
              </w:rPr>
              <w:t xml:space="preserve"> </w:t>
            </w:r>
            <w:r w:rsidRPr="009647FC">
              <w:rPr>
                <w:rtl/>
              </w:rPr>
              <w:t>مغنمٌ</w:t>
            </w:r>
            <w:r>
              <w:rPr>
                <w:rtl/>
              </w:rPr>
              <w:t xml:space="preserve"> </w:t>
            </w:r>
            <w:r w:rsidRPr="009647FC">
              <w:rPr>
                <w:rtl/>
              </w:rPr>
              <w:t>أو</w:t>
            </w:r>
            <w:r>
              <w:rPr>
                <w:rtl/>
              </w:rPr>
              <w:t xml:space="preserve"> </w:t>
            </w:r>
            <w:r w:rsidRPr="009647FC">
              <w:rPr>
                <w:rtl/>
              </w:rPr>
              <w:t>نهابُ</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كأنّ</w:t>
            </w:r>
            <w:r>
              <w:rPr>
                <w:rtl/>
              </w:rPr>
              <w:t xml:space="preserve"> </w:t>
            </w:r>
            <w:r w:rsidRPr="009647FC">
              <w:rPr>
                <w:rtl/>
              </w:rPr>
              <w:t>عليه</w:t>
            </w:r>
            <w:r>
              <w:rPr>
                <w:rtl/>
              </w:rPr>
              <w:t xml:space="preserve"> </w:t>
            </w:r>
            <w:r w:rsidRPr="009647FC">
              <w:rPr>
                <w:rtl/>
              </w:rPr>
              <w:t>صلات</w:t>
            </w:r>
            <w:r>
              <w:rPr>
                <w:rtl/>
              </w:rPr>
              <w:t xml:space="preserve"> </w:t>
            </w:r>
            <w:r w:rsidRPr="009647FC">
              <w:rPr>
                <w:rtl/>
              </w:rPr>
              <w:t>الوفود</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واجبة</w:t>
            </w:r>
            <w:r w:rsidR="004C00A8">
              <w:rPr>
                <w:rtl/>
              </w:rPr>
              <w:t xml:space="preserve"> </w:t>
            </w:r>
            <w:r w:rsidRPr="009647FC">
              <w:rPr>
                <w:rtl/>
              </w:rPr>
              <w:t>نصّ</w:t>
            </w:r>
            <w:r>
              <w:rPr>
                <w:rtl/>
              </w:rPr>
              <w:t xml:space="preserve">َ </w:t>
            </w:r>
            <w:r w:rsidRPr="009647FC">
              <w:rPr>
                <w:rtl/>
              </w:rPr>
              <w:t>فيها</w:t>
            </w:r>
            <w:r>
              <w:rPr>
                <w:rtl/>
              </w:rPr>
              <w:t xml:space="preserve"> </w:t>
            </w:r>
            <w:r w:rsidRPr="009647FC">
              <w:rPr>
                <w:rtl/>
              </w:rPr>
              <w:t>الكتابُ</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للتشرف</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وفيه</w:t>
      </w:r>
      <w:r w:rsidR="00D769AB">
        <w:rPr>
          <w:rtl/>
        </w:rPr>
        <w:t>:</w:t>
      </w:r>
      <w:r w:rsidRPr="009647FC">
        <w:rPr>
          <w:rtl/>
        </w:rPr>
        <w:t xml:space="preserve"> ضحك فيه الزهر</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lastRenderedPageBreak/>
              <w:t>أفيه</w:t>
            </w:r>
            <w:r>
              <w:rPr>
                <w:rtl/>
              </w:rPr>
              <w:t xml:space="preserve"> </w:t>
            </w:r>
            <w:r w:rsidRPr="009647FC">
              <w:rPr>
                <w:rtl/>
              </w:rPr>
              <w:t>يقاس</w:t>
            </w:r>
            <w:r>
              <w:rPr>
                <w:rtl/>
              </w:rPr>
              <w:t xml:space="preserve"> </w:t>
            </w:r>
            <w:r w:rsidRPr="009647FC">
              <w:rPr>
                <w:rtl/>
              </w:rPr>
              <w:t>السحاب</w:t>
            </w:r>
            <w:r>
              <w:rPr>
                <w:rtl/>
              </w:rPr>
              <w:t xml:space="preserve"> </w:t>
            </w:r>
            <w:r w:rsidRPr="009647FC">
              <w:rPr>
                <w:rtl/>
              </w:rPr>
              <w:t>ومنه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تعلّ</w:t>
            </w:r>
            <w:r>
              <w:rPr>
                <w:rtl/>
              </w:rPr>
              <w:t>َ</w:t>
            </w:r>
            <w:r w:rsidRPr="009647FC">
              <w:rPr>
                <w:rtl/>
              </w:rPr>
              <w:t>م</w:t>
            </w:r>
            <w:r>
              <w:rPr>
                <w:rtl/>
              </w:rPr>
              <w:t xml:space="preserve"> </w:t>
            </w:r>
            <w:r w:rsidRPr="009647FC">
              <w:rPr>
                <w:rtl/>
              </w:rPr>
              <w:t>كيف</w:t>
            </w:r>
            <w:r>
              <w:rPr>
                <w:rtl/>
              </w:rPr>
              <w:t xml:space="preserve"> </w:t>
            </w:r>
            <w:r w:rsidRPr="009647FC">
              <w:rPr>
                <w:rtl/>
              </w:rPr>
              <w:t>يجود</w:t>
            </w:r>
            <w:r>
              <w:rPr>
                <w:rtl/>
              </w:rPr>
              <w:t xml:space="preserve"> </w:t>
            </w:r>
            <w:r w:rsidRPr="009647FC">
              <w:rPr>
                <w:rtl/>
              </w:rPr>
              <w:t>السحابُ</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وعند</w:t>
            </w:r>
            <w:r w:rsidR="004C00A8">
              <w:rPr>
                <w:rtl/>
              </w:rPr>
              <w:t xml:space="preserve"> </w:t>
            </w:r>
            <w:r w:rsidRPr="009647FC">
              <w:rPr>
                <w:rtl/>
              </w:rPr>
              <w:t>عطاياه</w:t>
            </w:r>
            <w:r>
              <w:rPr>
                <w:rtl/>
              </w:rPr>
              <w:t xml:space="preserve"> </w:t>
            </w:r>
            <w:r w:rsidRPr="009647FC">
              <w:rPr>
                <w:rtl/>
              </w:rPr>
              <w:t>أو</w:t>
            </w:r>
            <w:r>
              <w:rPr>
                <w:rtl/>
              </w:rPr>
              <w:t xml:space="preserve"> </w:t>
            </w:r>
            <w:r w:rsidRPr="009647FC">
              <w:rPr>
                <w:rtl/>
              </w:rPr>
              <w:t>حلمه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يقل</w:t>
            </w:r>
            <w:r>
              <w:rPr>
                <w:rtl/>
              </w:rPr>
              <w:t xml:space="preserve"> </w:t>
            </w:r>
            <w:r w:rsidRPr="009647FC">
              <w:rPr>
                <w:rtl/>
              </w:rPr>
              <w:t>الحصى</w:t>
            </w:r>
            <w:r>
              <w:rPr>
                <w:rtl/>
              </w:rPr>
              <w:t xml:space="preserve"> </w:t>
            </w:r>
            <w:r w:rsidRPr="009647FC">
              <w:rPr>
                <w:rtl/>
              </w:rPr>
              <w:t>أو</w:t>
            </w:r>
            <w:r>
              <w:rPr>
                <w:rtl/>
              </w:rPr>
              <w:t xml:space="preserve"> </w:t>
            </w:r>
            <w:r w:rsidRPr="009647FC">
              <w:rPr>
                <w:rtl/>
              </w:rPr>
              <w:t>تخفُّ</w:t>
            </w:r>
            <w:r>
              <w:rPr>
                <w:rtl/>
              </w:rPr>
              <w:t xml:space="preserve"> </w:t>
            </w:r>
            <w:r w:rsidRPr="009647FC">
              <w:rPr>
                <w:rtl/>
              </w:rPr>
              <w:t>الهضابُ</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له</w:t>
            </w:r>
            <w:r>
              <w:rPr>
                <w:rtl/>
              </w:rPr>
              <w:t xml:space="preserve"> </w:t>
            </w:r>
            <w:r w:rsidRPr="009647FC">
              <w:rPr>
                <w:rtl/>
              </w:rPr>
              <w:t>صولةٌ</w:t>
            </w:r>
            <w:r>
              <w:rPr>
                <w:rtl/>
              </w:rPr>
              <w:t xml:space="preserve"> </w:t>
            </w:r>
            <w:r w:rsidRPr="009647FC">
              <w:rPr>
                <w:rtl/>
              </w:rPr>
              <w:t>تملأ</w:t>
            </w:r>
            <w:r>
              <w:rPr>
                <w:rtl/>
              </w:rPr>
              <w:t xml:space="preserve"> </w:t>
            </w:r>
            <w:r w:rsidRPr="009647FC">
              <w:rPr>
                <w:rtl/>
              </w:rPr>
              <w:t>الدهر</w:t>
            </w:r>
            <w:r>
              <w:rPr>
                <w:rtl/>
              </w:rPr>
              <w:t xml:space="preserve"> </w:t>
            </w:r>
            <w:r w:rsidRPr="009647FC">
              <w:rPr>
                <w:rtl/>
              </w:rPr>
              <w:t>رعبا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وبأسٌ</w:t>
            </w:r>
            <w:r>
              <w:rPr>
                <w:rtl/>
              </w:rPr>
              <w:t xml:space="preserve"> </w:t>
            </w:r>
            <w:r w:rsidRPr="009647FC">
              <w:rPr>
                <w:rtl/>
              </w:rPr>
              <w:t>شديدٌ</w:t>
            </w:r>
            <w:r>
              <w:rPr>
                <w:rtl/>
              </w:rPr>
              <w:t xml:space="preserve"> </w:t>
            </w:r>
            <w:r w:rsidRPr="009647FC">
              <w:rPr>
                <w:rtl/>
              </w:rPr>
              <w:t>وعزمٌ</w:t>
            </w:r>
            <w:r>
              <w:rPr>
                <w:rtl/>
              </w:rPr>
              <w:t xml:space="preserve"> </w:t>
            </w:r>
            <w:r w:rsidRPr="009647FC">
              <w:rPr>
                <w:rtl/>
              </w:rPr>
              <w:t>مهابُ</w:t>
            </w:r>
            <w:r w:rsidRPr="00725071">
              <w:rPr>
                <w:rStyle w:val="libPoemTiniChar0"/>
                <w:rtl/>
              </w:rPr>
              <w:br/>
              <w:t> </w:t>
            </w:r>
          </w:p>
        </w:tc>
      </w:tr>
    </w:tbl>
    <w:p w:rsidR="009647FC" w:rsidRPr="00524A24" w:rsidRDefault="009647FC" w:rsidP="004E7EC6">
      <w:pPr>
        <w:pStyle w:val="libNormal"/>
      </w:pPr>
      <w:r w:rsidRPr="009647FC">
        <w:rPr>
          <w:rtl/>
        </w:rPr>
        <w:t>الأعزُّ الأمجد</w:t>
      </w:r>
      <w:r w:rsidR="00D769AB">
        <w:rPr>
          <w:rtl/>
        </w:rPr>
        <w:t>،</w:t>
      </w:r>
      <w:r w:rsidRPr="009647FC">
        <w:rPr>
          <w:rtl/>
        </w:rPr>
        <w:t xml:space="preserve"> إنسانُ عين الزمان (محمد) لا زال ظلُّ عدله ومعاليه</w:t>
      </w:r>
      <w:r w:rsidR="00D769AB">
        <w:rPr>
          <w:rtl/>
        </w:rPr>
        <w:t>،</w:t>
      </w:r>
      <w:r w:rsidRPr="009647FC">
        <w:rPr>
          <w:rtl/>
        </w:rPr>
        <w:t xml:space="preserve"> لا يزيله الدهر باختلاف أيامه ولياليه</w:t>
      </w:r>
      <w:r w:rsidR="00D769AB">
        <w:rPr>
          <w:rtl/>
        </w:rPr>
        <w:t>.</w:t>
      </w:r>
    </w:p>
    <w:p w:rsidR="009647FC" w:rsidRPr="00524A24" w:rsidRDefault="009647FC" w:rsidP="004E7EC6">
      <w:pPr>
        <w:pStyle w:val="libNormal"/>
      </w:pPr>
      <w:r w:rsidRPr="004E7EC6">
        <w:rPr>
          <w:rtl/>
        </w:rPr>
        <w:t>أمّا بعد</w:t>
      </w:r>
      <w:r w:rsidR="00D769AB">
        <w:rPr>
          <w:rtl/>
        </w:rPr>
        <w:t>:</w:t>
      </w:r>
      <w:r w:rsidRPr="004E7EC6">
        <w:rPr>
          <w:rtl/>
        </w:rPr>
        <w:t xml:space="preserve"> فيا م</w:t>
      </w:r>
      <w:r w:rsidR="00677BC4">
        <w:rPr>
          <w:rtl/>
        </w:rPr>
        <w:t>َ</w:t>
      </w:r>
      <w:r w:rsidRPr="004E7EC6">
        <w:rPr>
          <w:rtl/>
        </w:rPr>
        <w:t>نْ تردّى بالفخر والكمال</w:t>
      </w:r>
      <w:r w:rsidR="00D769AB">
        <w:rPr>
          <w:rtl/>
        </w:rPr>
        <w:t>،</w:t>
      </w:r>
      <w:r w:rsidRPr="004E7EC6">
        <w:rPr>
          <w:rtl/>
        </w:rPr>
        <w:t xml:space="preserve"> واستمدتْ بحار الأرض من جوده النوال</w:t>
      </w:r>
      <w:r w:rsidR="00D769AB">
        <w:rPr>
          <w:rtl/>
        </w:rPr>
        <w:t>،</w:t>
      </w:r>
      <w:r w:rsidRPr="004E7EC6">
        <w:rPr>
          <w:rtl/>
        </w:rPr>
        <w:t xml:space="preserve"> قد وردت إلينا رسالةٌ منكم دلّ</w:t>
      </w:r>
      <w:r w:rsidR="00677BC4">
        <w:rPr>
          <w:rtl/>
        </w:rPr>
        <w:t>َ</w:t>
      </w:r>
      <w:r w:rsidRPr="004E7EC6">
        <w:rPr>
          <w:rtl/>
        </w:rPr>
        <w:t>ت على زيادة المودّة والاختصاص</w:t>
      </w:r>
      <w:r w:rsidR="00D769AB">
        <w:rPr>
          <w:rtl/>
        </w:rPr>
        <w:t>،</w:t>
      </w:r>
      <w:r w:rsidRPr="004E7EC6">
        <w:rPr>
          <w:rtl/>
        </w:rPr>
        <w:t xml:space="preserve"> تسألنا فيها أن لا تنقطع منّا ومنكم</w:t>
      </w:r>
      <w:r w:rsidRPr="004E7EC6">
        <w:rPr>
          <w:rStyle w:val="libFootnotenumChar"/>
          <w:rtl/>
        </w:rPr>
        <w:t>(1)</w:t>
      </w:r>
      <w:r w:rsidRPr="004E7EC6">
        <w:rPr>
          <w:rtl/>
        </w:rPr>
        <w:t xml:space="preserve"> الأنباء</w:t>
      </w:r>
      <w:r w:rsidR="00D769AB">
        <w:rPr>
          <w:rtl/>
        </w:rPr>
        <w:t>،</w:t>
      </w:r>
      <w:r w:rsidRPr="004E7EC6">
        <w:rPr>
          <w:rtl/>
        </w:rPr>
        <w:t xml:space="preserve"> في تحرير كتبٍ تتضمّن الإفصاح عن أحوالنا وسلامتنا من طوارق الأسواء</w:t>
      </w:r>
      <w:r w:rsidR="00D769AB">
        <w:rPr>
          <w:rtl/>
        </w:rPr>
        <w:t>،</w:t>
      </w:r>
      <w:r w:rsidRPr="004E7EC6">
        <w:rPr>
          <w:rtl/>
        </w:rPr>
        <w:t xml:space="preserve"> فنحن بحمد اللّه من نعمه في أوفر نصيب</w:t>
      </w:r>
      <w:r w:rsidR="00D769AB">
        <w:rPr>
          <w:rtl/>
        </w:rPr>
        <w:t>،</w:t>
      </w:r>
      <w:r w:rsidRPr="004E7EC6">
        <w:rPr>
          <w:rtl/>
        </w:rPr>
        <w:t xml:space="preserve"> ومن الصحة نتردّى في كلّ يوم برداء قشيب</w:t>
      </w:r>
      <w:r w:rsidR="00D769AB">
        <w:rPr>
          <w:rtl/>
        </w:rPr>
        <w:t>،</w:t>
      </w:r>
      <w:r w:rsidRPr="004E7EC6">
        <w:rPr>
          <w:rtl/>
        </w:rPr>
        <w:t xml:space="preserve"> غير أنّ قلوبنا من نار بعادكم في احتراق</w:t>
      </w:r>
      <w:r w:rsidR="00D769AB">
        <w:rPr>
          <w:rtl/>
        </w:rPr>
        <w:t>،</w:t>
      </w:r>
      <w:r w:rsidRPr="004E7EC6">
        <w:rPr>
          <w:rtl/>
        </w:rPr>
        <w:t xml:space="preserve"> وحسراتنا تكاد تزيل رضوى لشدّة الاشتياق</w:t>
      </w:r>
      <w:r w:rsidR="00D769AB">
        <w:rPr>
          <w:rtl/>
        </w:rPr>
        <w:t>،</w:t>
      </w:r>
      <w:r w:rsidRPr="004E7EC6">
        <w:rPr>
          <w:rtl/>
        </w:rPr>
        <w:t xml:space="preserve"> فعسى اللّه أن يقضي لنا بالتلاق</w:t>
      </w:r>
      <w:r w:rsidR="00D769AB">
        <w:rPr>
          <w:rtl/>
        </w:rPr>
        <w:t>،</w:t>
      </w:r>
      <w:r w:rsidRPr="004E7EC6">
        <w:rPr>
          <w:rtl/>
        </w:rPr>
        <w:t xml:space="preserve"> بعد طول هذا الفراق</w:t>
      </w:r>
      <w:r w:rsidR="00D769AB">
        <w:rPr>
          <w:rtl/>
        </w:rPr>
        <w:t>،</w:t>
      </w:r>
      <w:r w:rsidRPr="004E7EC6">
        <w:rPr>
          <w:rtl/>
        </w:rPr>
        <w:t xml:space="preserve"> فيصبح منّا روض الأنس مونقاً غضّاً</w:t>
      </w:r>
      <w:r w:rsidR="00D769AB">
        <w:rPr>
          <w:rtl/>
        </w:rPr>
        <w:t>،</w:t>
      </w:r>
      <w:r w:rsidRPr="004E7EC6">
        <w:rPr>
          <w:rtl/>
        </w:rPr>
        <w:t xml:space="preserve"> يملأ قلوبنا سروراً بلقاء بعضنا بعضاً</w:t>
      </w:r>
      <w:r w:rsidR="00D769AB">
        <w:rPr>
          <w:rtl/>
        </w:rPr>
        <w:t>،</w:t>
      </w:r>
      <w:r w:rsidRPr="004E7EC6">
        <w:rPr>
          <w:rtl/>
        </w:rPr>
        <w:t xml:space="preserve"> إنّه على كلّ شيٍء قدير</w:t>
      </w:r>
      <w:r w:rsidR="00D769AB">
        <w:rPr>
          <w:rtl/>
        </w:rPr>
        <w:t>،</w:t>
      </w:r>
      <w:r w:rsidRPr="004E7EC6">
        <w:rPr>
          <w:rtl/>
        </w:rPr>
        <w:t xml:space="preserve"> وبالإجابة جدير</w:t>
      </w:r>
      <w:r w:rsidR="00D769AB">
        <w:rPr>
          <w:rtl/>
        </w:rPr>
        <w:t>.</w:t>
      </w:r>
    </w:p>
    <w:p w:rsidR="009647FC" w:rsidRPr="00524A24" w:rsidRDefault="009647FC" w:rsidP="004E7EC6">
      <w:pPr>
        <w:pStyle w:val="libCenter"/>
      </w:pPr>
      <w:r w:rsidRPr="009647FC">
        <w:rPr>
          <w:rtl/>
        </w:rPr>
        <w:t>*</w:t>
      </w:r>
      <w:r w:rsidR="001A0A79">
        <w:rPr>
          <w:rFonts w:hint="cs"/>
          <w:rtl/>
        </w:rPr>
        <w:t xml:space="preserve"> </w:t>
      </w:r>
      <w:r w:rsidRPr="009647FC">
        <w:rPr>
          <w:rtl/>
        </w:rPr>
        <w:t>*</w:t>
      </w:r>
      <w:r w:rsidR="001A0A79">
        <w:rPr>
          <w:rFonts w:hint="cs"/>
          <w:rtl/>
        </w:rPr>
        <w:t xml:space="preserve"> </w:t>
      </w:r>
      <w:r w:rsidRPr="009647FC">
        <w:rPr>
          <w:rtl/>
        </w:rPr>
        <w:t>*</w:t>
      </w:r>
    </w:p>
    <w:p w:rsidR="009647FC" w:rsidRPr="00524A24" w:rsidRDefault="009647FC" w:rsidP="004E7EC6">
      <w:pPr>
        <w:pStyle w:val="libNormal"/>
      </w:pPr>
      <w:r w:rsidRPr="009647FC">
        <w:rPr>
          <w:rtl/>
        </w:rPr>
        <w:t>15</w:t>
      </w:r>
      <w:r w:rsidR="004E7EC6">
        <w:rPr>
          <w:rtl/>
        </w:rPr>
        <w:t xml:space="preserve"> - </w:t>
      </w:r>
      <w:r w:rsidRPr="009647FC">
        <w:rPr>
          <w:rtl/>
        </w:rPr>
        <w:t>وقال (رحمه اللّه)</w:t>
      </w:r>
      <w:r w:rsidR="00D769AB">
        <w:rPr>
          <w:rtl/>
        </w:rPr>
        <w:t>،</w:t>
      </w:r>
      <w:r w:rsidRPr="009647FC">
        <w:rPr>
          <w:rtl/>
        </w:rPr>
        <w:t xml:space="preserve"> وقد كتب بها إلى بعض الأشراف</w:t>
      </w:r>
      <w:r w:rsidR="00D769AB">
        <w:rPr>
          <w:rtl/>
        </w:rPr>
        <w:t>:</w:t>
      </w:r>
    </w:p>
    <w:p w:rsidR="009647FC" w:rsidRPr="00524A24" w:rsidRDefault="009647FC" w:rsidP="004E7EC6">
      <w:pPr>
        <w:pStyle w:val="libNormal"/>
      </w:pPr>
      <w:r w:rsidRPr="009647FC">
        <w:rPr>
          <w:rtl/>
        </w:rPr>
        <w:t>ما روضةٌ نسجت من وشيِ الزهر برودها</w:t>
      </w:r>
      <w:r w:rsidR="00D769AB">
        <w:rPr>
          <w:rtl/>
        </w:rPr>
        <w:t>،</w:t>
      </w:r>
      <w:r w:rsidRPr="009647FC">
        <w:rPr>
          <w:rtl/>
        </w:rPr>
        <w:t xml:space="preserve"> ونظمتْ من نثار الطلّ عقود</w:t>
      </w:r>
      <w:r w:rsidR="00677BC4">
        <w:rPr>
          <w:rtl/>
        </w:rPr>
        <w:t>َ</w:t>
      </w:r>
      <w:r w:rsidRPr="009647FC">
        <w:rPr>
          <w:rtl/>
        </w:rPr>
        <w:t>ها</w:t>
      </w:r>
      <w:r w:rsidR="00D769AB">
        <w:rPr>
          <w:rtl/>
        </w:rPr>
        <w:t>،</w:t>
      </w:r>
      <w:r w:rsidRPr="009647FC">
        <w:rPr>
          <w:rtl/>
        </w:rPr>
        <w:t xml:space="preserve"> وفلّت أنامل القطر وفرة ريحانها</w:t>
      </w:r>
      <w:r w:rsidR="00D769AB">
        <w:rPr>
          <w:rtl/>
        </w:rPr>
        <w:t>،</w:t>
      </w:r>
      <w:r w:rsidRPr="009647FC">
        <w:rPr>
          <w:rtl/>
        </w:rPr>
        <w:t xml:space="preserve"> وسرّحت ماشطة النسيم أصداغ آسها بين غدرانها</w:t>
      </w:r>
      <w:r w:rsidR="00D769AB">
        <w:rPr>
          <w:rtl/>
        </w:rPr>
        <w:t>،</w:t>
      </w:r>
      <w:r w:rsidRPr="009647FC">
        <w:rPr>
          <w:rtl/>
        </w:rPr>
        <w:t xml:space="preserve"> وتحدّثت ذات طوقها تملأ صبابة شوقها</w:t>
      </w:r>
      <w:r w:rsidR="00D769AB">
        <w:rPr>
          <w:rtl/>
        </w:rPr>
        <w:t>،</w:t>
      </w:r>
      <w:r w:rsidRPr="009647FC">
        <w:rPr>
          <w:rtl/>
        </w:rPr>
        <w:t xml:space="preserve"> فترنحت قامات بأناتها مرحاً</w:t>
      </w:r>
      <w:r w:rsidR="00D769AB">
        <w:rPr>
          <w:rtl/>
        </w:rPr>
        <w:t>،</w:t>
      </w:r>
      <w:r w:rsidRPr="009647FC">
        <w:rPr>
          <w:rtl/>
        </w:rPr>
        <w:t xml:space="preserve"> وتثنّ</w:t>
      </w:r>
      <w:r w:rsidR="00677BC4">
        <w:rPr>
          <w:rtl/>
        </w:rPr>
        <w:t>َ</w:t>
      </w:r>
      <w:r w:rsidRPr="009647FC">
        <w:rPr>
          <w:rtl/>
        </w:rPr>
        <w:t>ت معاطف أغصانها فرحاً</w:t>
      </w:r>
      <w:r w:rsidR="00D769AB">
        <w:rPr>
          <w:rtl/>
        </w:rPr>
        <w:t>،</w:t>
      </w:r>
      <w:r w:rsidRPr="009647FC">
        <w:rPr>
          <w:rtl/>
        </w:rPr>
        <w:t xml:space="preserve"> ولا طفلة غضّة الشبيبة</w:t>
      </w:r>
      <w:r w:rsidR="00D769AB">
        <w:rPr>
          <w:rtl/>
        </w:rPr>
        <w:t>،</w:t>
      </w:r>
      <w:r w:rsidRPr="009647FC">
        <w:rPr>
          <w:rtl/>
        </w:rPr>
        <w:t xml:space="preserve"> تخطر في بردة محاسنها القشيبة</w:t>
      </w:r>
      <w:r w:rsidR="00D769AB">
        <w:rPr>
          <w:rtl/>
        </w:rPr>
        <w:t>،</w:t>
      </w:r>
      <w:r w:rsidRPr="009647FC">
        <w:rPr>
          <w:rtl/>
        </w:rPr>
        <w:t xml:space="preserve"> كأنّما صافية ريقتها</w:t>
      </w:r>
      <w:r w:rsidR="00D769AB">
        <w:rPr>
          <w:rtl/>
        </w:rPr>
        <w:t>،</w:t>
      </w:r>
      <w:r w:rsidRPr="009647FC">
        <w:rPr>
          <w:rtl/>
        </w:rPr>
        <w:t xml:space="preserve"> من فرط عذوبتها</w:t>
      </w:r>
      <w:r w:rsidR="00D769AB">
        <w:rPr>
          <w:rtl/>
        </w:rPr>
        <w:t>،</w:t>
      </w:r>
      <w:r w:rsidRPr="009647FC">
        <w:rPr>
          <w:rtl/>
        </w:rPr>
        <w:t xml:space="preserve"> ممزوجة بسلافة الصهباء</w:t>
      </w:r>
      <w:r w:rsidR="00D769AB">
        <w:rPr>
          <w:rtl/>
        </w:rPr>
        <w:t>،</w:t>
      </w:r>
      <w:r w:rsidRPr="009647FC">
        <w:rPr>
          <w:rtl/>
        </w:rPr>
        <w:t xml:space="preserve"> أو بجنّي نحلةٍ بيضاء</w:t>
      </w:r>
      <w:r w:rsidR="00D769AB">
        <w:rPr>
          <w:rtl/>
        </w:rPr>
        <w:t>،</w:t>
      </w:r>
      <w:r w:rsidRPr="009647FC">
        <w:rPr>
          <w:rtl/>
        </w:rPr>
        <w:t xml:space="preserve"> بأحلى من سلامٍ أخذ الرقّة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الديوان المطبوع</w:t>
      </w:r>
      <w:r w:rsidR="00D769AB">
        <w:rPr>
          <w:rtl/>
        </w:rPr>
        <w:t>:</w:t>
      </w:r>
      <w:r w:rsidRPr="009647FC">
        <w:rPr>
          <w:rtl/>
        </w:rPr>
        <w:t xml:space="preserve"> منّا عنكم الأبناء ولعلّه الأصح</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من طبع م</w:t>
      </w:r>
      <w:r w:rsidR="00677BC4">
        <w:rPr>
          <w:rtl/>
        </w:rPr>
        <w:t>َ</w:t>
      </w:r>
      <w:r w:rsidRPr="009647FC">
        <w:rPr>
          <w:rtl/>
        </w:rPr>
        <w:t>نْ يُهدى إليه</w:t>
      </w:r>
      <w:r w:rsidR="00D769AB">
        <w:rPr>
          <w:rtl/>
        </w:rPr>
        <w:t>،</w:t>
      </w:r>
      <w:r w:rsidRPr="009647FC">
        <w:rPr>
          <w:rtl/>
        </w:rPr>
        <w:t xml:space="preserve"> والعبقة من أخلاق م</w:t>
      </w:r>
      <w:r w:rsidR="00677BC4">
        <w:rPr>
          <w:rtl/>
        </w:rPr>
        <w:t>َ</w:t>
      </w:r>
      <w:r w:rsidRPr="009647FC">
        <w:rPr>
          <w:rtl/>
        </w:rPr>
        <w:t>نْ يُنشر لديه</w:t>
      </w:r>
      <w:r w:rsidR="00D769AB">
        <w:rPr>
          <w:rtl/>
        </w:rPr>
        <w:t>،</w:t>
      </w:r>
      <w:r w:rsidRPr="009647FC">
        <w:rPr>
          <w:rtl/>
        </w:rPr>
        <w:t xml:space="preserve"> قد جانس نثره مآثره لا أنجم النثرة</w:t>
      </w:r>
      <w:r w:rsidR="00D769AB">
        <w:rPr>
          <w:rtl/>
        </w:rPr>
        <w:t>،</w:t>
      </w:r>
      <w:r w:rsidRPr="009647FC">
        <w:rPr>
          <w:rtl/>
        </w:rPr>
        <w:t xml:space="preserve"> وحكى ثاقبُ نظمه شعري مفاخر</w:t>
      </w:r>
      <w:r w:rsidR="00677BC4">
        <w:rPr>
          <w:rtl/>
        </w:rPr>
        <w:t>َ</w:t>
      </w:r>
      <w:r w:rsidRPr="009647FC">
        <w:rPr>
          <w:rtl/>
        </w:rPr>
        <w:t>ه لا شعري المجرّة</w:t>
      </w:r>
      <w:r w:rsidR="00D769AB">
        <w:rPr>
          <w:rtl/>
        </w:rPr>
        <w:t>،</w:t>
      </w:r>
      <w:r w:rsidRPr="009647FC">
        <w:rPr>
          <w:rtl/>
        </w:rPr>
        <w:t xml:space="preserve"> من حليف صبوة</w:t>
      </w:r>
      <w:r w:rsidR="00D769AB">
        <w:rPr>
          <w:rtl/>
        </w:rPr>
        <w:t>،</w:t>
      </w:r>
      <w:r w:rsidRPr="009647FC">
        <w:rPr>
          <w:rtl/>
        </w:rPr>
        <w:t xml:space="preserve"> وعديم سلوة</w:t>
      </w:r>
      <w:r w:rsidR="00D769AB">
        <w:rPr>
          <w:rtl/>
        </w:rPr>
        <w:t>،</w:t>
      </w:r>
      <w:r w:rsidRPr="009647FC">
        <w:rPr>
          <w:rtl/>
        </w:rPr>
        <w:t xml:space="preserve"> ونديم ذكر</w:t>
      </w:r>
      <w:r w:rsidR="00D769AB">
        <w:rPr>
          <w:rtl/>
        </w:rPr>
        <w:t>،</w:t>
      </w:r>
      <w:r w:rsidRPr="009647FC">
        <w:rPr>
          <w:rtl/>
        </w:rPr>
        <w:t xml:space="preserve"> وأليف فكر</w:t>
      </w:r>
      <w:r w:rsidR="00D769AB">
        <w:rPr>
          <w:rtl/>
        </w:rPr>
        <w:t>،</w:t>
      </w:r>
      <w:r w:rsidRPr="009647FC">
        <w:rPr>
          <w:rtl/>
        </w:rPr>
        <w:t xml:space="preserve"> قد اتّقدتْ في وسط حشاشته نار شوقه وصبابته</w:t>
      </w:r>
      <w:r w:rsidR="00D769AB">
        <w:rPr>
          <w:rtl/>
        </w:rPr>
        <w:t>،</w:t>
      </w:r>
      <w:r w:rsidRPr="009647FC">
        <w:rPr>
          <w:rtl/>
        </w:rPr>
        <w:t xml:space="preserve"> حتى كادت تُنضج نخاعه</w:t>
      </w:r>
      <w:r w:rsidR="00D769AB">
        <w:rPr>
          <w:rtl/>
        </w:rPr>
        <w:t>،</w:t>
      </w:r>
      <w:r w:rsidRPr="009647FC">
        <w:rPr>
          <w:rtl/>
        </w:rPr>
        <w:t xml:space="preserve"> وتأكل شعلتها أضلاعه</w:t>
      </w:r>
      <w:r w:rsidR="00D769AB">
        <w:rPr>
          <w:rtl/>
        </w:rPr>
        <w:t>،</w:t>
      </w:r>
      <w:r w:rsidRPr="009647FC">
        <w:rPr>
          <w:rtl/>
        </w:rPr>
        <w:t xml:space="preserve"> فهو يبكي بشررها الساطع</w:t>
      </w:r>
      <w:r w:rsidR="00D769AB">
        <w:rPr>
          <w:rtl/>
        </w:rPr>
        <w:t>،</w:t>
      </w:r>
      <w:r w:rsidRPr="009647FC">
        <w:rPr>
          <w:rtl/>
        </w:rPr>
        <w:t xml:space="preserve"> لا بجمر المدامع</w:t>
      </w:r>
      <w:r w:rsidR="00D769AB">
        <w:rPr>
          <w:rtl/>
        </w:rPr>
        <w:t>،</w:t>
      </w:r>
      <w:r w:rsidRPr="009647FC">
        <w:rPr>
          <w:rtl/>
        </w:rPr>
        <w:t xml:space="preserve"> فما أحقّ</w:t>
      </w:r>
      <w:r w:rsidR="00677BC4">
        <w:rPr>
          <w:rtl/>
        </w:rPr>
        <w:t>َ</w:t>
      </w:r>
      <w:r w:rsidRPr="009647FC">
        <w:rPr>
          <w:rtl/>
        </w:rPr>
        <w:t>ه بمقالة منْ وصف حاله</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ظنّ</w:t>
            </w:r>
            <w:r>
              <w:rPr>
                <w:rtl/>
              </w:rPr>
              <w:t>َ</w:t>
            </w:r>
            <w:r w:rsidRPr="009647FC">
              <w:rPr>
                <w:rtl/>
              </w:rPr>
              <w:t xml:space="preserve"> العذول أدمعي تناثرت</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حمراً لعمري غرّة ما يُبصرُه</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وإنّما يقدح زند الشوق في</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قلبي ومن عيني يطيرُ شررُه</w:t>
            </w:r>
            <w:r w:rsidRPr="00725071">
              <w:rPr>
                <w:rStyle w:val="libPoemTiniChar0"/>
                <w:rtl/>
              </w:rPr>
              <w:br/>
              <w:t> </w:t>
            </w:r>
          </w:p>
        </w:tc>
      </w:tr>
    </w:tbl>
    <w:p w:rsidR="009647FC" w:rsidRPr="00524A24" w:rsidRDefault="009647FC" w:rsidP="004E7EC6">
      <w:pPr>
        <w:pStyle w:val="libNormal"/>
      </w:pPr>
      <w:r w:rsidRPr="009647FC">
        <w:rPr>
          <w:rtl/>
        </w:rPr>
        <w:t>فما ابن ورقاء ذكر إلفه بالعشيّ</w:t>
      </w:r>
      <w:r w:rsidR="00D769AB">
        <w:rPr>
          <w:rtl/>
        </w:rPr>
        <w:t>،</w:t>
      </w:r>
      <w:r w:rsidRPr="009647FC">
        <w:rPr>
          <w:rtl/>
        </w:rPr>
        <w:t xml:space="preserve"> فتنبّه الغرام على قلبه الشجيّ</w:t>
      </w:r>
      <w:r w:rsidR="00D769AB">
        <w:rPr>
          <w:rtl/>
        </w:rPr>
        <w:t>،</w:t>
      </w:r>
      <w:r w:rsidRPr="009647FC">
        <w:rPr>
          <w:rtl/>
        </w:rPr>
        <w:t xml:space="preserve"> وحرّكت الذكرى ساكن</w:t>
      </w:r>
      <w:r w:rsidR="00677BC4">
        <w:rPr>
          <w:rtl/>
        </w:rPr>
        <w:t>َ</w:t>
      </w:r>
      <w:r w:rsidRPr="009647FC">
        <w:rPr>
          <w:rtl/>
        </w:rPr>
        <w:t xml:space="preserve"> شوقه</w:t>
      </w:r>
      <w:r w:rsidR="00D769AB">
        <w:rPr>
          <w:rtl/>
        </w:rPr>
        <w:t>،</w:t>
      </w:r>
      <w:r w:rsidRPr="009647FC">
        <w:rPr>
          <w:rtl/>
        </w:rPr>
        <w:t xml:space="preserve"> فتنفّس حتى كاد ينفصم منعقد طوقه</w:t>
      </w:r>
      <w:r w:rsidR="00D769AB">
        <w:rPr>
          <w:rtl/>
        </w:rPr>
        <w:t>،</w:t>
      </w:r>
      <w:r w:rsidRPr="009647FC">
        <w:rPr>
          <w:rtl/>
        </w:rPr>
        <w:t xml:space="preserve"> وبات يحيى ليله هديلاً</w:t>
      </w:r>
      <w:r w:rsidR="00D769AB">
        <w:rPr>
          <w:rtl/>
        </w:rPr>
        <w:t>،</w:t>
      </w:r>
      <w:r w:rsidRPr="009647FC">
        <w:rPr>
          <w:rtl/>
        </w:rPr>
        <w:t xml:space="preserve"> ويميت نهاره صبابة وغليلاً</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ولا</w:t>
            </w:r>
            <w:r w:rsidR="004C00A8">
              <w:rPr>
                <w:rtl/>
              </w:rPr>
              <w:t xml:space="preserve"> </w:t>
            </w:r>
            <w:r w:rsidRPr="009647FC">
              <w:rPr>
                <w:rtl/>
              </w:rPr>
              <w:t>أمُّ</w:t>
            </w:r>
            <w:r>
              <w:rPr>
                <w:rtl/>
              </w:rPr>
              <w:t xml:space="preserve"> </w:t>
            </w:r>
            <w:r w:rsidRPr="009647FC">
              <w:rPr>
                <w:rtl/>
              </w:rPr>
              <w:t>خشفٍ</w:t>
            </w:r>
            <w:r>
              <w:rPr>
                <w:rtl/>
              </w:rPr>
              <w:t xml:space="preserve"> </w:t>
            </w:r>
            <w:r w:rsidRPr="009647FC">
              <w:rPr>
                <w:rtl/>
              </w:rPr>
              <w:t>ظلّ</w:t>
            </w:r>
            <w:r>
              <w:rPr>
                <w:rtl/>
              </w:rPr>
              <w:t xml:space="preserve">َ </w:t>
            </w:r>
            <w:r w:rsidRPr="009647FC">
              <w:rPr>
                <w:rtl/>
              </w:rPr>
              <w:t>عنها</w:t>
            </w:r>
            <w:r>
              <w:rPr>
                <w:rtl/>
              </w:rPr>
              <w:t xml:space="preserve"> </w:t>
            </w:r>
            <w:r w:rsidRPr="009647FC">
              <w:rPr>
                <w:rtl/>
              </w:rPr>
              <w:t>فغودرت</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بشرقيِّ</w:t>
            </w:r>
            <w:r>
              <w:rPr>
                <w:rtl/>
              </w:rPr>
              <w:t xml:space="preserve"> </w:t>
            </w:r>
            <w:r w:rsidRPr="009647FC">
              <w:rPr>
                <w:rtl/>
              </w:rPr>
              <w:t>نجدٍ</w:t>
            </w:r>
            <w:r>
              <w:rPr>
                <w:rtl/>
              </w:rPr>
              <w:t xml:space="preserve"> </w:t>
            </w:r>
            <w:r w:rsidRPr="009647FC">
              <w:rPr>
                <w:rtl/>
              </w:rPr>
              <w:t>وهو</w:t>
            </w:r>
            <w:r>
              <w:rPr>
                <w:rtl/>
              </w:rPr>
              <w:t xml:space="preserve"> </w:t>
            </w:r>
            <w:r w:rsidRPr="009647FC">
              <w:rPr>
                <w:rtl/>
              </w:rPr>
              <w:t>بالغور</w:t>
            </w:r>
            <w:r>
              <w:rPr>
                <w:rtl/>
              </w:rPr>
              <w:t xml:space="preserve"> </w:t>
            </w:r>
            <w:r w:rsidRPr="009647FC">
              <w:rPr>
                <w:rtl/>
              </w:rPr>
              <w:t>راتعُ</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تبيت</w:t>
            </w:r>
            <w:r>
              <w:rPr>
                <w:rtl/>
              </w:rPr>
              <w:t xml:space="preserve"> </w:t>
            </w:r>
            <w:r w:rsidRPr="009647FC">
              <w:rPr>
                <w:rtl/>
              </w:rPr>
              <w:t>بأعلى</w:t>
            </w:r>
            <w:r>
              <w:rPr>
                <w:rtl/>
              </w:rPr>
              <w:t xml:space="preserve"> </w:t>
            </w:r>
            <w:r w:rsidRPr="009647FC">
              <w:rPr>
                <w:rtl/>
              </w:rPr>
              <w:t>الرمل</w:t>
            </w:r>
            <w:r>
              <w:rPr>
                <w:rtl/>
              </w:rPr>
              <w:t xml:space="preserve"> </w:t>
            </w:r>
            <w:r w:rsidRPr="009647FC">
              <w:rPr>
                <w:rtl/>
              </w:rPr>
              <w:t>تنصب</w:t>
            </w:r>
            <w:r>
              <w:rPr>
                <w:rtl/>
              </w:rPr>
              <w:t xml:space="preserve"> </w:t>
            </w:r>
            <w:r w:rsidRPr="009647FC">
              <w:rPr>
                <w:rtl/>
              </w:rPr>
              <w:t>سمعها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لتبلغها</w:t>
            </w:r>
            <w:r w:rsidR="004C00A8">
              <w:rPr>
                <w:rtl/>
              </w:rPr>
              <w:t xml:space="preserve"> </w:t>
            </w:r>
            <w:r w:rsidRPr="009647FC">
              <w:rPr>
                <w:rtl/>
              </w:rPr>
              <w:t>منه</w:t>
            </w:r>
            <w:r w:rsidRPr="001A0A79">
              <w:rPr>
                <w:rStyle w:val="libFootnotenumChar"/>
                <w:rtl/>
              </w:rPr>
              <w:t>(1)</w:t>
            </w:r>
            <w:r>
              <w:rPr>
                <w:rtl/>
              </w:rPr>
              <w:t xml:space="preserve"> </w:t>
            </w:r>
            <w:r w:rsidRPr="009647FC">
              <w:rPr>
                <w:rtl/>
              </w:rPr>
              <w:t>البغام</w:t>
            </w:r>
            <w:r>
              <w:rPr>
                <w:rtl/>
              </w:rPr>
              <w:t xml:space="preserve">َ </w:t>
            </w:r>
            <w:r w:rsidRPr="009647FC">
              <w:rPr>
                <w:rtl/>
              </w:rPr>
              <w:t>المسامعُ</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وتضحى</w:t>
            </w:r>
            <w:r>
              <w:rPr>
                <w:rtl/>
              </w:rPr>
              <w:t xml:space="preserve"> </w:t>
            </w:r>
            <w:r w:rsidRPr="009647FC">
              <w:rPr>
                <w:rtl/>
              </w:rPr>
              <w:t>بعيداً</w:t>
            </w:r>
            <w:r>
              <w:rPr>
                <w:rtl/>
              </w:rPr>
              <w:t xml:space="preserve"> </w:t>
            </w:r>
            <w:r w:rsidRPr="009647FC">
              <w:rPr>
                <w:rtl/>
              </w:rPr>
              <w:t>تطرح</w:t>
            </w:r>
            <w:r>
              <w:rPr>
                <w:rtl/>
              </w:rPr>
              <w:t xml:space="preserve"> </w:t>
            </w:r>
            <w:r w:rsidRPr="009647FC">
              <w:rPr>
                <w:rtl/>
              </w:rPr>
              <w:t>اللحظ</w:t>
            </w:r>
            <w:r>
              <w:rPr>
                <w:rtl/>
              </w:rPr>
              <w:t xml:space="preserve"> </w:t>
            </w:r>
            <w:r w:rsidRPr="009647FC">
              <w:rPr>
                <w:rtl/>
              </w:rPr>
              <w:t>بالفلا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وتكتمه</w:t>
            </w:r>
            <w:r w:rsidR="004C00A8">
              <w:rPr>
                <w:rtl/>
              </w:rPr>
              <w:t xml:space="preserve"> </w:t>
            </w:r>
            <w:r w:rsidRPr="009647FC">
              <w:rPr>
                <w:rtl/>
              </w:rPr>
              <w:t>عن</w:t>
            </w:r>
            <w:r>
              <w:rPr>
                <w:rtl/>
              </w:rPr>
              <w:t xml:space="preserve"> </w:t>
            </w:r>
            <w:r w:rsidRPr="009647FC">
              <w:rPr>
                <w:rtl/>
              </w:rPr>
              <w:t>ناظريها</w:t>
            </w:r>
            <w:r>
              <w:rPr>
                <w:rtl/>
              </w:rPr>
              <w:t xml:space="preserve"> </w:t>
            </w:r>
            <w:r w:rsidRPr="009647FC">
              <w:rPr>
                <w:rtl/>
              </w:rPr>
              <w:t>الأجارعُ</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بأشوق</w:t>
            </w:r>
            <w:r>
              <w:rPr>
                <w:rtl/>
              </w:rPr>
              <w:t xml:space="preserve">َ </w:t>
            </w:r>
            <w:r w:rsidRPr="009647FC">
              <w:rPr>
                <w:rtl/>
              </w:rPr>
              <w:t>نفساً</w:t>
            </w:r>
            <w:r>
              <w:rPr>
                <w:rtl/>
              </w:rPr>
              <w:t xml:space="preserve"> </w:t>
            </w:r>
            <w:r w:rsidRPr="009647FC">
              <w:rPr>
                <w:rtl/>
              </w:rPr>
              <w:t>من</w:t>
            </w:r>
            <w:r>
              <w:rPr>
                <w:rtl/>
              </w:rPr>
              <w:t xml:space="preserve"> </w:t>
            </w:r>
            <w:r w:rsidRPr="009647FC">
              <w:rPr>
                <w:rtl/>
              </w:rPr>
              <w:t>حليف</w:t>
            </w:r>
            <w:r>
              <w:rPr>
                <w:rtl/>
              </w:rPr>
              <w:t xml:space="preserve"> </w:t>
            </w:r>
            <w:r w:rsidRPr="009647FC">
              <w:rPr>
                <w:rtl/>
              </w:rPr>
              <w:t>صبابةٍ</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بأحشائه</w:t>
            </w:r>
            <w:r>
              <w:rPr>
                <w:rtl/>
              </w:rPr>
              <w:t xml:space="preserve"> </w:t>
            </w:r>
            <w:r w:rsidRPr="009647FC">
              <w:rPr>
                <w:rtl/>
              </w:rPr>
              <w:t>للشوق</w:t>
            </w:r>
            <w:r>
              <w:rPr>
                <w:rtl/>
              </w:rPr>
              <w:t xml:space="preserve"> </w:t>
            </w:r>
            <w:r w:rsidRPr="009647FC">
              <w:rPr>
                <w:rtl/>
              </w:rPr>
              <w:t>تهفو</w:t>
            </w:r>
            <w:r>
              <w:rPr>
                <w:rtl/>
              </w:rPr>
              <w:t xml:space="preserve"> </w:t>
            </w:r>
            <w:r w:rsidRPr="009647FC">
              <w:rPr>
                <w:rtl/>
              </w:rPr>
              <w:t>نوازعُ</w:t>
            </w:r>
            <w:r w:rsidRPr="00725071">
              <w:rPr>
                <w:rStyle w:val="libPoemTiniChar0"/>
                <w:rtl/>
              </w:rPr>
              <w:br/>
              <w:t> </w:t>
            </w:r>
          </w:p>
        </w:tc>
      </w:tr>
    </w:tbl>
    <w:p w:rsidR="009647FC" w:rsidRPr="00524A24" w:rsidRDefault="009647FC" w:rsidP="004E7EC6">
      <w:pPr>
        <w:pStyle w:val="libNormal"/>
      </w:pPr>
      <w:r w:rsidRPr="009647FC">
        <w:rPr>
          <w:rtl/>
        </w:rPr>
        <w:t>إلى م</w:t>
      </w:r>
      <w:r w:rsidR="00677BC4">
        <w:rPr>
          <w:rtl/>
        </w:rPr>
        <w:t>َ</w:t>
      </w:r>
      <w:r w:rsidRPr="009647FC">
        <w:rPr>
          <w:rtl/>
        </w:rPr>
        <w:t>نْ تفرّع من دوحة النبوّة</w:t>
      </w:r>
      <w:r w:rsidR="00D769AB">
        <w:rPr>
          <w:rtl/>
        </w:rPr>
        <w:t>،</w:t>
      </w:r>
      <w:r w:rsidRPr="009647FC">
        <w:rPr>
          <w:rtl/>
        </w:rPr>
        <w:t xml:space="preserve"> وسمتْ به أعراق الإمامة والفتوّة</w:t>
      </w:r>
      <w:r w:rsidR="00D769AB">
        <w:rPr>
          <w:rtl/>
        </w:rPr>
        <w:t>،</w:t>
      </w:r>
      <w:r w:rsidRPr="009647FC">
        <w:rPr>
          <w:rtl/>
        </w:rPr>
        <w:t xml:space="preserve"> وتضوّع بعطفه أرجُ السيادة</w:t>
      </w:r>
      <w:r w:rsidR="00D769AB">
        <w:rPr>
          <w:rtl/>
        </w:rPr>
        <w:t>،</w:t>
      </w:r>
      <w:r w:rsidRPr="009647FC">
        <w:rPr>
          <w:rtl/>
        </w:rPr>
        <w:t xml:space="preserve"> ولاح بطلعته عنوان اليمُن والسعادة</w:t>
      </w:r>
      <w:r w:rsidR="00D769AB">
        <w:rPr>
          <w:rtl/>
        </w:rPr>
        <w:t>،</w:t>
      </w:r>
      <w:r w:rsidRPr="009647FC">
        <w:rPr>
          <w:rtl/>
        </w:rPr>
        <w:t xml:space="preserve"> ووري بإقباله زندُ النجابة</w:t>
      </w:r>
      <w:r w:rsidR="00D769AB">
        <w:rPr>
          <w:rtl/>
        </w:rPr>
        <w:t>،</w:t>
      </w:r>
      <w:r w:rsidRPr="009647FC">
        <w:rPr>
          <w:rtl/>
        </w:rPr>
        <w:t xml:space="preserve"> وعُرِفتْ من مواقع رأيه مواضع الإصابة</w:t>
      </w:r>
      <w:r w:rsidR="00D769AB">
        <w:rPr>
          <w:rtl/>
        </w:rPr>
        <w:t>،</w:t>
      </w:r>
      <w:r w:rsidRPr="009647FC">
        <w:rPr>
          <w:rtl/>
        </w:rPr>
        <w:t xml:space="preserve"> وانتهت محاسن الفضل إليه</w:t>
      </w:r>
      <w:r w:rsidR="00D769AB">
        <w:rPr>
          <w:rtl/>
        </w:rPr>
        <w:t>،</w:t>
      </w:r>
      <w:r w:rsidRPr="009647FC">
        <w:rPr>
          <w:rtl/>
        </w:rPr>
        <w:t xml:space="preserve"> فدعاه لسان الإنشاء وأثنى عليه</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يا ابن الأُلى غرُّ ملوك الورى</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تشرّ</w:t>
            </w:r>
            <w:r>
              <w:rPr>
                <w:rtl/>
              </w:rPr>
              <w:t>َ</w:t>
            </w:r>
            <w:r w:rsidRPr="009647FC">
              <w:rPr>
                <w:rtl/>
              </w:rPr>
              <w:t>فتْ في لثم أعتابها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محاسنُ الفصل إليه انتهت</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وأنت</w:t>
            </w:r>
            <w:r>
              <w:rPr>
                <w:rtl/>
              </w:rPr>
              <w:t>َ</w:t>
            </w:r>
            <w:r w:rsidRPr="009647FC">
              <w:rPr>
                <w:rtl/>
              </w:rPr>
              <w:t xml:space="preserve"> من غيرك</w:t>
            </w:r>
            <w:r>
              <w:rPr>
                <w:rtl/>
              </w:rPr>
              <w:t>َ</w:t>
            </w:r>
            <w:r w:rsidRPr="009647FC">
              <w:rPr>
                <w:rtl/>
              </w:rPr>
              <w:t xml:space="preserve"> أولى بها</w:t>
            </w:r>
            <w:r w:rsidRPr="00725071">
              <w:rPr>
                <w:rStyle w:val="libPoemTiniChar0"/>
                <w:rtl/>
              </w:rPr>
              <w:br/>
              <w:t> </w:t>
            </w:r>
          </w:p>
        </w:tc>
      </w:tr>
    </w:tbl>
    <w:p w:rsidR="009647FC" w:rsidRPr="00524A24" w:rsidRDefault="009647FC" w:rsidP="004E7EC6">
      <w:pPr>
        <w:pStyle w:val="libNormal"/>
      </w:pPr>
      <w:r w:rsidRPr="009647FC">
        <w:rPr>
          <w:rtl/>
        </w:rPr>
        <w:t>ذلك نسيج وحده</w:t>
      </w:r>
      <w:r w:rsidR="00D769AB">
        <w:rPr>
          <w:rtl/>
        </w:rPr>
        <w:t>،</w:t>
      </w:r>
      <w:r w:rsidRPr="009647FC">
        <w:rPr>
          <w:rtl/>
        </w:rPr>
        <w:t xml:space="preserve"> وعديمٌ نظيره وندُّه</w:t>
      </w:r>
      <w:r w:rsidR="00D769AB">
        <w:rPr>
          <w:rtl/>
        </w:rPr>
        <w:t>،</w:t>
      </w:r>
      <w:r w:rsidRPr="009647FC">
        <w:rPr>
          <w:rtl/>
        </w:rPr>
        <w:t xml:space="preserve"> م</w:t>
      </w:r>
      <w:r w:rsidR="00677BC4">
        <w:rPr>
          <w:rtl/>
        </w:rPr>
        <w:t>َ</w:t>
      </w:r>
      <w:r w:rsidRPr="009647FC">
        <w:rPr>
          <w:rtl/>
        </w:rPr>
        <w:t>نْ ضربت عليه العلياء رواقها</w:t>
      </w:r>
      <w:r w:rsidR="00D769AB">
        <w:rPr>
          <w:rtl/>
        </w:rPr>
        <w:t>،</w:t>
      </w:r>
      <w:r w:rsidRPr="009647FC">
        <w:rPr>
          <w:rtl/>
        </w:rPr>
        <w:t xml:space="preserve">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w:t>
      </w:r>
      <w:r w:rsidR="00D769AB">
        <w:rPr>
          <w:rtl/>
        </w:rPr>
        <w:t>:</w:t>
      </w:r>
      <w:r w:rsidRPr="009647FC">
        <w:rPr>
          <w:rtl/>
        </w:rPr>
        <w:t xml:space="preserve"> منها</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وعقدتْ لخدمة سعده الجوزاء نطاقها</w:t>
      </w:r>
      <w:r w:rsidR="00D769AB">
        <w:rPr>
          <w:rtl/>
        </w:rPr>
        <w:t>،</w:t>
      </w:r>
      <w:r w:rsidRPr="009647FC">
        <w:rPr>
          <w:rtl/>
        </w:rPr>
        <w:t xml:space="preserve"> فهو غرّ</w:t>
      </w:r>
      <w:r w:rsidR="00677BC4">
        <w:rPr>
          <w:rtl/>
        </w:rPr>
        <w:t>َ</w:t>
      </w:r>
      <w:r w:rsidRPr="009647FC">
        <w:rPr>
          <w:rtl/>
        </w:rPr>
        <w:t>ة جبين الدهر</w:t>
      </w:r>
      <w:r w:rsidR="00D769AB">
        <w:rPr>
          <w:rtl/>
        </w:rPr>
        <w:t>،</w:t>
      </w:r>
      <w:r w:rsidRPr="009647FC">
        <w:rPr>
          <w:rtl/>
        </w:rPr>
        <w:t xml:space="preserve"> وثمينة قلادة نحر الفخر</w:t>
      </w:r>
      <w:r w:rsidR="00D769AB">
        <w:rPr>
          <w:rtl/>
        </w:rPr>
        <w:t>،</w:t>
      </w:r>
      <w:r w:rsidRPr="009647FC">
        <w:rPr>
          <w:rtl/>
        </w:rPr>
        <w:t xml:space="preserve"> سلالة الفخر وسلسالة الكرم</w:t>
      </w:r>
      <w:r w:rsidR="00D769AB">
        <w:rPr>
          <w:rtl/>
        </w:rPr>
        <w:t>،</w:t>
      </w:r>
      <w:r w:rsidRPr="009647FC">
        <w:rPr>
          <w:rtl/>
        </w:rPr>
        <w:t xml:space="preserve"> فلان المحترم</w:t>
      </w:r>
      <w:r w:rsidR="00D769AB">
        <w:rPr>
          <w:rtl/>
        </w:rPr>
        <w:t>،</w:t>
      </w:r>
      <w:r w:rsidRPr="009647FC">
        <w:rPr>
          <w:rtl/>
        </w:rPr>
        <w:t xml:space="preserve"> نشر اللّه لواء جدّه</w:t>
      </w:r>
      <w:r w:rsidR="00D769AB">
        <w:rPr>
          <w:rtl/>
        </w:rPr>
        <w:t>،</w:t>
      </w:r>
      <w:r w:rsidRPr="009647FC">
        <w:rPr>
          <w:rtl/>
        </w:rPr>
        <w:t xml:space="preserve"> وطوى حواسد مجده</w:t>
      </w:r>
      <w:r w:rsidR="00D769AB">
        <w:rPr>
          <w:rtl/>
        </w:rPr>
        <w:t>،</w:t>
      </w:r>
      <w:r w:rsidRPr="009647FC">
        <w:rPr>
          <w:rtl/>
        </w:rPr>
        <w:t xml:space="preserve"> وأسبغ عليه ظلّ</w:t>
      </w:r>
      <w:r w:rsidR="00677BC4">
        <w:rPr>
          <w:rtl/>
        </w:rPr>
        <w:t>َ</w:t>
      </w:r>
      <w:r w:rsidRPr="009647FC">
        <w:rPr>
          <w:rtl/>
        </w:rPr>
        <w:t xml:space="preserve"> عنايته</w:t>
      </w:r>
      <w:r w:rsidR="00D769AB">
        <w:rPr>
          <w:rtl/>
        </w:rPr>
        <w:t>،</w:t>
      </w:r>
      <w:r w:rsidRPr="009647FC">
        <w:rPr>
          <w:rtl/>
        </w:rPr>
        <w:t xml:space="preserve"> وأفاض عليه سجّل</w:t>
      </w:r>
      <w:r w:rsidR="00677BC4">
        <w:rPr>
          <w:rtl/>
        </w:rPr>
        <w:t>َ</w:t>
      </w:r>
      <w:r w:rsidRPr="009647FC">
        <w:rPr>
          <w:rtl/>
        </w:rPr>
        <w:t xml:space="preserve"> كرامته ما استلقى السعدان</w:t>
      </w:r>
      <w:r w:rsidR="00D769AB">
        <w:rPr>
          <w:rtl/>
        </w:rPr>
        <w:t>،</w:t>
      </w:r>
      <w:r w:rsidRPr="009647FC">
        <w:rPr>
          <w:rtl/>
        </w:rPr>
        <w:t xml:space="preserve"> وتعاقب الفتيان</w:t>
      </w:r>
      <w:r w:rsidR="00D769AB">
        <w:rPr>
          <w:rtl/>
        </w:rPr>
        <w:t>،</w:t>
      </w:r>
      <w:r w:rsidRPr="009647FC">
        <w:rPr>
          <w:rtl/>
        </w:rPr>
        <w:t xml:space="preserve"> بمحمد خلاصة الوجود</w:t>
      </w:r>
      <w:r w:rsidR="00D769AB">
        <w:rPr>
          <w:rtl/>
        </w:rPr>
        <w:t>،</w:t>
      </w:r>
      <w:r w:rsidRPr="009647FC">
        <w:rPr>
          <w:rtl/>
        </w:rPr>
        <w:t xml:space="preserve"> وصحبه خلاصة الموجود</w:t>
      </w:r>
      <w:r w:rsidR="00D769AB">
        <w:rPr>
          <w:rtl/>
        </w:rPr>
        <w:t>.</w:t>
      </w:r>
    </w:p>
    <w:p w:rsidR="009647FC" w:rsidRPr="00524A24" w:rsidRDefault="009647FC" w:rsidP="004E7EC6">
      <w:pPr>
        <w:pStyle w:val="libNormal"/>
      </w:pPr>
      <w:r w:rsidRPr="009647FC">
        <w:rPr>
          <w:rtl/>
        </w:rPr>
        <w:t>أمّا بعد</w:t>
      </w:r>
      <w:r w:rsidR="00D769AB">
        <w:rPr>
          <w:rtl/>
        </w:rPr>
        <w:t>:</w:t>
      </w:r>
      <w:r w:rsidRPr="009647FC">
        <w:rPr>
          <w:rtl/>
        </w:rPr>
        <w:t xml:space="preserve"> فبينما أنا في مجلس التذكار</w:t>
      </w:r>
      <w:r w:rsidR="00D769AB">
        <w:rPr>
          <w:rtl/>
        </w:rPr>
        <w:t>،</w:t>
      </w:r>
      <w:r w:rsidRPr="009647FC">
        <w:rPr>
          <w:rtl/>
        </w:rPr>
        <w:t xml:space="preserve"> ومنادمة الأفكار</w:t>
      </w:r>
      <w:r w:rsidR="00D769AB">
        <w:rPr>
          <w:rtl/>
        </w:rPr>
        <w:t>،</w:t>
      </w:r>
      <w:r w:rsidRPr="009647FC">
        <w:rPr>
          <w:rtl/>
        </w:rPr>
        <w:t xml:space="preserve"> تعاطيني الأشواق والكآبة</w:t>
      </w:r>
      <w:r w:rsidR="00D769AB">
        <w:rPr>
          <w:rtl/>
        </w:rPr>
        <w:t>،</w:t>
      </w:r>
      <w:r w:rsidRPr="009647FC">
        <w:rPr>
          <w:rtl/>
        </w:rPr>
        <w:t xml:space="preserve"> مدام الغرام والصبابة</w:t>
      </w:r>
      <w:r w:rsidR="00D769AB">
        <w:rPr>
          <w:rtl/>
        </w:rPr>
        <w:t>،</w:t>
      </w:r>
      <w:r w:rsidRPr="009647FC">
        <w:rPr>
          <w:rtl/>
        </w:rPr>
        <w:t xml:space="preserve"> إذ ورد عليّ</w:t>
      </w:r>
      <w:r w:rsidR="00677BC4">
        <w:rPr>
          <w:rtl/>
        </w:rPr>
        <w:t>َ</w:t>
      </w:r>
      <w:r w:rsidRPr="009647FC">
        <w:rPr>
          <w:rtl/>
        </w:rPr>
        <w:t xml:space="preserve"> في أسعد وقتٍ من الأوقات</w:t>
      </w:r>
      <w:r w:rsidR="00D769AB">
        <w:rPr>
          <w:rtl/>
        </w:rPr>
        <w:t>،</w:t>
      </w:r>
      <w:r w:rsidRPr="009647FC">
        <w:rPr>
          <w:rtl/>
        </w:rPr>
        <w:t xml:space="preserve"> وأيمن ساعة من الساعات</w:t>
      </w:r>
      <w:r w:rsidR="00D769AB">
        <w:rPr>
          <w:rtl/>
        </w:rPr>
        <w:t>،</w:t>
      </w:r>
      <w:r w:rsidRPr="009647FC">
        <w:rPr>
          <w:rtl/>
        </w:rPr>
        <w:t xml:space="preserve"> كتابٌ شريف</w:t>
      </w:r>
      <w:r w:rsidR="00D769AB">
        <w:rPr>
          <w:rtl/>
        </w:rPr>
        <w:t>،</w:t>
      </w:r>
      <w:r w:rsidRPr="009647FC">
        <w:rPr>
          <w:rtl/>
        </w:rPr>
        <w:t xml:space="preserve"> محتوٍ على خطاب لطيف</w:t>
      </w:r>
      <w:r w:rsidR="00D769AB">
        <w:rPr>
          <w:rtl/>
        </w:rPr>
        <w:t>،</w:t>
      </w:r>
      <w:r w:rsidRPr="009647FC">
        <w:rPr>
          <w:rtl/>
        </w:rPr>
        <w:t xml:space="preserve"> كأنّ ألفاظه الزهر</w:t>
      </w:r>
      <w:r w:rsidR="00D769AB">
        <w:rPr>
          <w:rtl/>
        </w:rPr>
        <w:t>،</w:t>
      </w:r>
      <w:r w:rsidRPr="009647FC">
        <w:rPr>
          <w:rtl/>
        </w:rPr>
        <w:t xml:space="preserve"> وبيانه السحر</w:t>
      </w:r>
      <w:r w:rsidR="00D769AB">
        <w:rPr>
          <w:rtl/>
        </w:rPr>
        <w:t>،</w:t>
      </w:r>
      <w:r w:rsidRPr="009647FC">
        <w:rPr>
          <w:rtl/>
        </w:rPr>
        <w:t xml:space="preserve"> تستوقف ديباجةُ وشيهِ النظر</w:t>
      </w:r>
      <w:r w:rsidR="00D769AB">
        <w:rPr>
          <w:rtl/>
        </w:rPr>
        <w:t>،</w:t>
      </w:r>
      <w:r w:rsidRPr="009647FC">
        <w:rPr>
          <w:rtl/>
        </w:rPr>
        <w:t xml:space="preserve"> ممّنْ سرّ</w:t>
      </w:r>
      <w:r w:rsidR="00677BC4">
        <w:rPr>
          <w:rtl/>
        </w:rPr>
        <w:t>َ</w:t>
      </w:r>
      <w:r w:rsidRPr="009647FC">
        <w:rPr>
          <w:rtl/>
        </w:rPr>
        <w:t>ح في رياضها الفكر</w:t>
      </w:r>
      <w:r w:rsidR="00D769AB">
        <w:rPr>
          <w:rtl/>
        </w:rPr>
        <w:t>،</w:t>
      </w:r>
      <w:r w:rsidRPr="009647FC">
        <w:rPr>
          <w:rtl/>
        </w:rPr>
        <w:t xml:space="preserve"> بين منثور لؤلؤٍ ساقطه الطل</w:t>
      </w:r>
      <w:r w:rsidR="00D769AB">
        <w:rPr>
          <w:rtl/>
        </w:rPr>
        <w:t>،</w:t>
      </w:r>
      <w:r w:rsidRPr="009647FC">
        <w:rPr>
          <w:rtl/>
        </w:rPr>
        <w:t xml:space="preserve"> ومنظوم جمان كالعقد المفصّ</w:t>
      </w:r>
      <w:r w:rsidR="00677BC4">
        <w:rPr>
          <w:rtl/>
        </w:rPr>
        <w:t>َ</w:t>
      </w:r>
      <w:r w:rsidRPr="009647FC">
        <w:rPr>
          <w:rtl/>
        </w:rPr>
        <w:t>ل</w:t>
      </w:r>
      <w:r w:rsidR="00D769AB">
        <w:rPr>
          <w:rtl/>
        </w:rPr>
        <w:t>،</w:t>
      </w:r>
      <w:r w:rsidRPr="009647FC">
        <w:rPr>
          <w:rtl/>
        </w:rPr>
        <w:t xml:space="preserve"> وغرائب استعارات هُنّ</w:t>
      </w:r>
      <w:r w:rsidR="00677BC4">
        <w:rPr>
          <w:rtl/>
        </w:rPr>
        <w:t>َ</w:t>
      </w:r>
      <w:r w:rsidRPr="009647FC">
        <w:rPr>
          <w:rtl/>
        </w:rPr>
        <w:t xml:space="preserve"> زهرة الآداب</w:t>
      </w:r>
      <w:r w:rsidR="00D769AB">
        <w:rPr>
          <w:rtl/>
        </w:rPr>
        <w:t>،</w:t>
      </w:r>
      <w:r w:rsidRPr="009647FC">
        <w:rPr>
          <w:rtl/>
        </w:rPr>
        <w:t xml:space="preserve"> ونزهة القلوب والألباب</w:t>
      </w:r>
      <w:r w:rsidR="00D769AB">
        <w:rPr>
          <w:rtl/>
        </w:rPr>
        <w:t>،</w:t>
      </w:r>
      <w:r w:rsidRPr="009647FC">
        <w:rPr>
          <w:rtl/>
        </w:rPr>
        <w:t xml:space="preserve"> قد سمحتْ به قريحةٌ دائمة الإنتاج</w:t>
      </w:r>
      <w:r w:rsidR="00D769AB">
        <w:rPr>
          <w:rtl/>
        </w:rPr>
        <w:t>،</w:t>
      </w:r>
      <w:r w:rsidRPr="009647FC">
        <w:rPr>
          <w:rtl/>
        </w:rPr>
        <w:t xml:space="preserve"> ورويّ</w:t>
      </w:r>
      <w:r w:rsidR="00677BC4">
        <w:rPr>
          <w:rtl/>
        </w:rPr>
        <w:t>َ</w:t>
      </w:r>
      <w:r w:rsidRPr="009647FC">
        <w:rPr>
          <w:rtl/>
        </w:rPr>
        <w:t>ةٌ لم يغلق عليها أبواب المعاني رتاج</w:t>
      </w:r>
      <w:r w:rsidR="00D769AB">
        <w:rPr>
          <w:rtl/>
        </w:rPr>
        <w:t>،</w:t>
      </w:r>
      <w:r w:rsidRPr="009647FC">
        <w:rPr>
          <w:rtl/>
        </w:rPr>
        <w:t xml:space="preserve"> وأعملتُها في تنسيقه وترصيفه</w:t>
      </w:r>
      <w:r w:rsidR="00D769AB">
        <w:rPr>
          <w:rtl/>
        </w:rPr>
        <w:t>،</w:t>
      </w:r>
      <w:r w:rsidRPr="009647FC">
        <w:rPr>
          <w:rtl/>
        </w:rPr>
        <w:t xml:space="preserve"> وتدبيجه وتفويفه</w:t>
      </w:r>
      <w:r w:rsidR="00D769AB">
        <w:rPr>
          <w:rtl/>
        </w:rPr>
        <w:t>،</w:t>
      </w:r>
      <w:r w:rsidRPr="009647FC">
        <w:rPr>
          <w:rtl/>
        </w:rPr>
        <w:t xml:space="preserve"> فكرةُ منْ كتب محاسنه في صحيفة وجه الدهر</w:t>
      </w:r>
      <w:r w:rsidR="00D769AB">
        <w:rPr>
          <w:rtl/>
        </w:rPr>
        <w:t>،</w:t>
      </w:r>
      <w:r w:rsidRPr="009647FC">
        <w:rPr>
          <w:rtl/>
        </w:rPr>
        <w:t xml:space="preserve"> فمحت محاسن</w:t>
      </w:r>
      <w:r w:rsidR="00677BC4">
        <w:rPr>
          <w:rtl/>
        </w:rPr>
        <w:t>َ</w:t>
      </w:r>
      <w:r w:rsidRPr="009647FC">
        <w:rPr>
          <w:rtl/>
        </w:rPr>
        <w:t xml:space="preserve"> منْ تقدّم</w:t>
      </w:r>
      <w:r w:rsidR="00677BC4">
        <w:rPr>
          <w:rtl/>
        </w:rPr>
        <w:t>َ</w:t>
      </w:r>
      <w:r w:rsidRPr="009647FC">
        <w:rPr>
          <w:rtl/>
        </w:rPr>
        <w:t>ه من جميع أهل الفخر</w:t>
      </w:r>
      <w:r w:rsidR="00D769AB">
        <w:rPr>
          <w:rtl/>
        </w:rPr>
        <w:t>،</w:t>
      </w:r>
      <w:r w:rsidRPr="009647FC">
        <w:rPr>
          <w:rtl/>
        </w:rPr>
        <w:t xml:space="preserve"> وفتحتْ به مقفلات المسائل</w:t>
      </w:r>
      <w:r w:rsidR="00D769AB">
        <w:rPr>
          <w:rtl/>
        </w:rPr>
        <w:t>،</w:t>
      </w:r>
      <w:r w:rsidRPr="009647FC">
        <w:rPr>
          <w:rtl/>
        </w:rPr>
        <w:t xml:space="preserve"> وختمت به أهل الفضل والفضائل</w:t>
      </w:r>
      <w:r w:rsidR="00D769AB">
        <w:rPr>
          <w:rtl/>
        </w:rPr>
        <w:t>،</w:t>
      </w:r>
      <w:r w:rsidRPr="009647FC">
        <w:rPr>
          <w:rtl/>
        </w:rPr>
        <w:t xml:space="preserve"> كما قيل فيه وأنا القائل</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ببهاك</w:t>
            </w:r>
            <w:r>
              <w:rPr>
                <w:rtl/>
              </w:rPr>
              <w:t>َ</w:t>
            </w:r>
            <w:r w:rsidRPr="009647FC">
              <w:rPr>
                <w:rtl/>
              </w:rPr>
              <w:t xml:space="preserve"> أحمد</w:t>
            </w:r>
            <w:r>
              <w:rPr>
                <w:rtl/>
              </w:rPr>
              <w:t>َ</w:t>
            </w:r>
            <w:r w:rsidRPr="009647FC">
              <w:rPr>
                <w:rtl/>
              </w:rPr>
              <w:t xml:space="preserve"> في النهى</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خُتمت ذوو الرتب المنيعه</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ونسخت</w:t>
            </w:r>
            <w:r>
              <w:rPr>
                <w:rtl/>
              </w:rPr>
              <w:t>َ</w:t>
            </w:r>
            <w:r w:rsidRPr="009647FC">
              <w:rPr>
                <w:rtl/>
              </w:rPr>
              <w:t xml:space="preserve"> ذكرهم به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نسخ الشرائع للشريعه</w:t>
            </w:r>
            <w:r w:rsidRPr="00725071">
              <w:rPr>
                <w:rStyle w:val="libPoemTiniChar0"/>
                <w:rtl/>
              </w:rPr>
              <w:br/>
              <w:t> </w:t>
            </w:r>
          </w:p>
        </w:tc>
      </w:tr>
    </w:tbl>
    <w:p w:rsidR="009647FC" w:rsidRPr="00524A24" w:rsidRDefault="009647FC" w:rsidP="004E7EC6">
      <w:pPr>
        <w:pStyle w:val="libNormal"/>
      </w:pPr>
      <w:r w:rsidRPr="009647FC">
        <w:rPr>
          <w:rtl/>
        </w:rPr>
        <w:t>هذا وقد أتحفْتني بثلاث تحف</w:t>
      </w:r>
      <w:r w:rsidR="00D769AB">
        <w:rPr>
          <w:rtl/>
        </w:rPr>
        <w:t>،</w:t>
      </w:r>
      <w:r w:rsidRPr="009647FC">
        <w:rPr>
          <w:rtl/>
        </w:rPr>
        <w:t xml:space="preserve"> وصلت منك إليّ</w:t>
      </w:r>
      <w:r w:rsidR="00677BC4">
        <w:rPr>
          <w:rtl/>
        </w:rPr>
        <w:t>َ</w:t>
      </w:r>
      <w:r w:rsidRPr="009647FC">
        <w:rPr>
          <w:rtl/>
        </w:rPr>
        <w:t xml:space="preserve"> مع هذا المشرّف</w:t>
      </w:r>
      <w:r w:rsidR="00D769AB">
        <w:rPr>
          <w:rtl/>
        </w:rPr>
        <w:t>،</w:t>
      </w:r>
      <w:r w:rsidRPr="009647FC">
        <w:rPr>
          <w:rtl/>
        </w:rPr>
        <w:t xml:space="preserve"> قد حسن</w:t>
      </w:r>
      <w:r w:rsidR="00677BC4">
        <w:rPr>
          <w:rtl/>
        </w:rPr>
        <w:t>َ</w:t>
      </w:r>
      <w:r w:rsidRPr="009647FC">
        <w:rPr>
          <w:rtl/>
        </w:rPr>
        <w:t xml:space="preserve"> لديّ</w:t>
      </w:r>
      <w:r w:rsidR="00677BC4">
        <w:rPr>
          <w:rtl/>
        </w:rPr>
        <w:t>َ</w:t>
      </w:r>
      <w:r w:rsidRPr="009647FC">
        <w:rPr>
          <w:rtl/>
        </w:rPr>
        <w:t xml:space="preserve"> مصطنعها</w:t>
      </w:r>
      <w:r w:rsidR="00D769AB">
        <w:rPr>
          <w:rtl/>
        </w:rPr>
        <w:t>،</w:t>
      </w:r>
      <w:r w:rsidRPr="009647FC">
        <w:rPr>
          <w:rtl/>
        </w:rPr>
        <w:t xml:space="preserve"> ولطف</w:t>
      </w:r>
      <w:r w:rsidR="00677BC4">
        <w:rPr>
          <w:rtl/>
        </w:rPr>
        <w:t>َ</w:t>
      </w:r>
      <w:r w:rsidRPr="009647FC">
        <w:rPr>
          <w:rtl/>
        </w:rPr>
        <w:t xml:space="preserve"> عندي موقعها</w:t>
      </w:r>
      <w:r w:rsidR="00D769AB">
        <w:rPr>
          <w:rtl/>
        </w:rPr>
        <w:t>،</w:t>
      </w:r>
      <w:r w:rsidRPr="009647FC">
        <w:rPr>
          <w:rtl/>
        </w:rPr>
        <w:t xml:space="preserve"> وسُرّت بإهدائها نفسي</w:t>
      </w:r>
      <w:r w:rsidR="00D769AB">
        <w:rPr>
          <w:rtl/>
        </w:rPr>
        <w:t>،</w:t>
      </w:r>
      <w:r w:rsidRPr="009647FC">
        <w:rPr>
          <w:rtl/>
        </w:rPr>
        <w:t xml:space="preserve"> وردّت في أسمائها ومسمّياتها روّيتي وحدسي</w:t>
      </w:r>
      <w:r w:rsidR="00D769AB">
        <w:rPr>
          <w:rtl/>
        </w:rPr>
        <w:t>،</w:t>
      </w:r>
      <w:r w:rsidRPr="009647FC">
        <w:rPr>
          <w:rtl/>
        </w:rPr>
        <w:t xml:space="preserve"> فتفاءلتُ بالرحلة لترحال الهمّ عن قلبي المتيم</w:t>
      </w:r>
      <w:r w:rsidR="00D769AB">
        <w:rPr>
          <w:rtl/>
        </w:rPr>
        <w:t>،</w:t>
      </w:r>
      <w:r w:rsidRPr="009647FC">
        <w:rPr>
          <w:rtl/>
        </w:rPr>
        <w:t xml:space="preserve"> وبالسكين بسكون نفسي</w:t>
      </w:r>
      <w:r w:rsidR="00677BC4">
        <w:rPr>
          <w:rtl/>
        </w:rPr>
        <w:t>َ</w:t>
      </w:r>
      <w:r w:rsidRPr="009647FC">
        <w:rPr>
          <w:rtl/>
        </w:rPr>
        <w:t xml:space="preserve"> الفرح</w:t>
      </w:r>
      <w:r w:rsidR="00D769AB">
        <w:rPr>
          <w:rtl/>
        </w:rPr>
        <w:t>،</w:t>
      </w:r>
      <w:r w:rsidRPr="009647FC">
        <w:rPr>
          <w:rtl/>
        </w:rPr>
        <w:t xml:space="preserve"> وقطعها أسباب الكآبة والترح</w:t>
      </w:r>
      <w:r w:rsidR="00D769AB">
        <w:rPr>
          <w:rtl/>
        </w:rPr>
        <w:t>،</w:t>
      </w:r>
      <w:r w:rsidRPr="009647FC">
        <w:rPr>
          <w:rtl/>
        </w:rPr>
        <w:t xml:space="preserve"> وفي القاموس بإغراق أعدائي بقاموس البلاء</w:t>
      </w:r>
      <w:r w:rsidR="00D769AB">
        <w:rPr>
          <w:rtl/>
        </w:rPr>
        <w:t>،</w:t>
      </w:r>
      <w:r w:rsidRPr="009647FC">
        <w:rPr>
          <w:rtl/>
        </w:rPr>
        <w:t xml:space="preserve"> واستغراقي من اللّه </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بقاموس النعم والآلاء</w:t>
      </w:r>
      <w:r w:rsidR="00D769AB">
        <w:rPr>
          <w:rtl/>
        </w:rPr>
        <w:t>،</w:t>
      </w:r>
      <w:r w:rsidRPr="009647FC">
        <w:rPr>
          <w:rtl/>
        </w:rPr>
        <w:t xml:space="preserve"> ثمّ أنشأتُ هذه البديعة</w:t>
      </w:r>
      <w:r w:rsidR="00D769AB">
        <w:rPr>
          <w:rtl/>
        </w:rPr>
        <w:t>،</w:t>
      </w:r>
      <w:r w:rsidRPr="009647FC">
        <w:rPr>
          <w:rtl/>
        </w:rPr>
        <w:t xml:space="preserve"> مكافأةً لك بالشكر على هذه الصنيعة</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نفسي بحبل ولاء أحمد أمسكت</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مذ اُحِكمت بنياط قلبي عقدهُ</w:t>
            </w:r>
            <w:r w:rsidRPr="001A0A79">
              <w:rPr>
                <w:rStyle w:val="libFootnotenumChar"/>
                <w:rtl/>
              </w:rPr>
              <w:t>(1)</w:t>
            </w:r>
            <w:r w:rsidRPr="00725071">
              <w:rPr>
                <w:rStyle w:val="libPoemTiniChar0"/>
                <w:rtl/>
              </w:rPr>
              <w:br/>
              <w:t> </w:t>
            </w:r>
          </w:p>
        </w:tc>
      </w:tr>
    </w:tbl>
    <w:p w:rsidR="009647FC" w:rsidRPr="00524A24" w:rsidRDefault="009647FC" w:rsidP="004E7EC6">
      <w:pPr>
        <w:pStyle w:val="Heading2Center"/>
      </w:pPr>
      <w:bookmarkStart w:id="14" w:name="_Toc430170489"/>
      <w:r w:rsidRPr="009647FC">
        <w:rPr>
          <w:rtl/>
        </w:rPr>
        <w:t>الفصل الثاني</w:t>
      </w:r>
      <w:bookmarkEnd w:id="14"/>
      <w:r w:rsidRPr="009647FC">
        <w:rPr>
          <w:rtl/>
        </w:rPr>
        <w:t xml:space="preserve"> </w:t>
      </w:r>
    </w:p>
    <w:p w:rsidR="009647FC" w:rsidRPr="00524A24" w:rsidRDefault="009647FC" w:rsidP="004E7EC6">
      <w:pPr>
        <w:pStyle w:val="Heading2Center"/>
      </w:pPr>
      <w:bookmarkStart w:id="15" w:name="_Toc430170490"/>
      <w:r w:rsidRPr="004E7EC6">
        <w:rPr>
          <w:rtl/>
        </w:rPr>
        <w:t>في الرثاء</w:t>
      </w:r>
      <w:bookmarkStart w:id="16" w:name="الفصل_الثاني_في_الرثاء"/>
      <w:bookmarkEnd w:id="16"/>
      <w:bookmarkEnd w:id="15"/>
    </w:p>
    <w:p w:rsidR="009647FC" w:rsidRPr="00524A24" w:rsidRDefault="009647FC" w:rsidP="004E7EC6">
      <w:pPr>
        <w:pStyle w:val="libNormal"/>
      </w:pPr>
      <w:r w:rsidRPr="009647FC">
        <w:rPr>
          <w:rtl/>
        </w:rPr>
        <w:t>15</w:t>
      </w:r>
      <w:r w:rsidR="004E7EC6">
        <w:rPr>
          <w:rtl/>
        </w:rPr>
        <w:t xml:space="preserve"> - </w:t>
      </w:r>
      <w:r w:rsidRPr="009647FC">
        <w:rPr>
          <w:rtl/>
        </w:rPr>
        <w:t>قال (رحمه الله) وقد التمسه السيد ميرزا صالح القزويني أن يعمل مقدّمة لكتاب (الأشجان في مراثي خير إنسان)</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قامت</w:t>
            </w:r>
            <w:r>
              <w:rPr>
                <w:rtl/>
              </w:rPr>
              <w:t xml:space="preserve"> </w:t>
            </w:r>
            <w:r w:rsidRPr="009647FC">
              <w:rPr>
                <w:rtl/>
              </w:rPr>
              <w:t>على</w:t>
            </w:r>
            <w:r>
              <w:rPr>
                <w:rtl/>
              </w:rPr>
              <w:t xml:space="preserve"> </w:t>
            </w:r>
            <w:r w:rsidRPr="009647FC">
              <w:rPr>
                <w:rtl/>
              </w:rPr>
              <w:t>الدنيا</w:t>
            </w:r>
            <w:r>
              <w:rPr>
                <w:rtl/>
              </w:rPr>
              <w:t xml:space="preserve"> </w:t>
            </w:r>
            <w:r w:rsidRPr="009647FC">
              <w:rPr>
                <w:rtl/>
              </w:rPr>
              <w:t>نواعيها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إذ</w:t>
            </w:r>
            <w:r>
              <w:rPr>
                <w:rtl/>
              </w:rPr>
              <w:t xml:space="preserve"> </w:t>
            </w:r>
            <w:r w:rsidRPr="009647FC">
              <w:rPr>
                <w:rtl/>
              </w:rPr>
              <w:t>ن</w:t>
            </w:r>
            <w:r w:rsidRPr="00B371C6">
              <w:rPr>
                <w:rtl/>
              </w:rPr>
              <w:t>ُ</w:t>
            </w:r>
            <w:r w:rsidRPr="009647FC">
              <w:rPr>
                <w:rtl/>
              </w:rPr>
              <w:t>عيت</w:t>
            </w:r>
            <w:r>
              <w:rPr>
                <w:rtl/>
              </w:rPr>
              <w:t xml:space="preserve"> </w:t>
            </w:r>
            <w:r w:rsidRPr="009647FC">
              <w:rPr>
                <w:rtl/>
              </w:rPr>
              <w:t>نفس</w:t>
            </w:r>
            <w:r>
              <w:rPr>
                <w:rtl/>
              </w:rPr>
              <w:t xml:space="preserve"> </w:t>
            </w:r>
            <w:r w:rsidRPr="009647FC">
              <w:rPr>
                <w:rtl/>
              </w:rPr>
              <w:t>العُلى</w:t>
            </w:r>
            <w:r>
              <w:rPr>
                <w:rtl/>
              </w:rPr>
              <w:t xml:space="preserve"> </w:t>
            </w:r>
            <w:r w:rsidRPr="009647FC">
              <w:rPr>
                <w:rtl/>
              </w:rPr>
              <w:t>فيها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والأرض</w:t>
            </w:r>
            <w:r>
              <w:rPr>
                <w:rtl/>
              </w:rPr>
              <w:t xml:space="preserve"> </w:t>
            </w:r>
            <w:r w:rsidRPr="009647FC">
              <w:rPr>
                <w:rtl/>
              </w:rPr>
              <w:t>قد</w:t>
            </w:r>
            <w:r>
              <w:rPr>
                <w:rtl/>
              </w:rPr>
              <w:t xml:space="preserve"> </w:t>
            </w:r>
            <w:r w:rsidRPr="009647FC">
              <w:rPr>
                <w:rtl/>
              </w:rPr>
              <w:t>مادت</w:t>
            </w:r>
            <w:r>
              <w:rPr>
                <w:rtl/>
              </w:rPr>
              <w:t xml:space="preserve"> </w:t>
            </w:r>
            <w:r w:rsidRPr="009647FC">
              <w:rPr>
                <w:rtl/>
              </w:rPr>
              <w:t>بمنْ</w:t>
            </w:r>
            <w:r>
              <w:rPr>
                <w:rtl/>
              </w:rPr>
              <w:t xml:space="preserve"> </w:t>
            </w:r>
            <w:r w:rsidRPr="009647FC">
              <w:rPr>
                <w:rtl/>
              </w:rPr>
              <w:t>فوقها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واهتزّ</w:t>
            </w:r>
            <w:r w:rsidR="004C00A8">
              <w:rPr>
                <w:rtl/>
              </w:rPr>
              <w:t xml:space="preserve"> </w:t>
            </w:r>
            <w:r w:rsidRPr="009647FC">
              <w:rPr>
                <w:rtl/>
              </w:rPr>
              <w:t>قاصيها</w:t>
            </w:r>
            <w:r>
              <w:rPr>
                <w:rtl/>
              </w:rPr>
              <w:t xml:space="preserve"> </w:t>
            </w:r>
            <w:r w:rsidRPr="009647FC">
              <w:rPr>
                <w:rtl/>
              </w:rPr>
              <w:t>ودانيها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زلزلها</w:t>
            </w:r>
            <w:r>
              <w:rPr>
                <w:rtl/>
              </w:rPr>
              <w:t xml:space="preserve"> </w:t>
            </w:r>
            <w:r w:rsidRPr="009647FC">
              <w:rPr>
                <w:rtl/>
              </w:rPr>
              <w:t>فقدانُ</w:t>
            </w:r>
            <w:r>
              <w:rPr>
                <w:rtl/>
              </w:rPr>
              <w:t xml:space="preserve"> </w:t>
            </w:r>
            <w:r w:rsidRPr="009647FC">
              <w:rPr>
                <w:rtl/>
              </w:rPr>
              <w:t>م</w:t>
            </w:r>
            <w:r>
              <w:rPr>
                <w:rtl/>
              </w:rPr>
              <w:t>َ</w:t>
            </w:r>
            <w:r w:rsidRPr="009647FC">
              <w:rPr>
                <w:rtl/>
              </w:rPr>
              <w:t>نْ</w:t>
            </w:r>
            <w:r>
              <w:rPr>
                <w:rtl/>
              </w:rPr>
              <w:t xml:space="preserve"> </w:t>
            </w:r>
            <w:r w:rsidRPr="009647FC">
              <w:rPr>
                <w:rtl/>
              </w:rPr>
              <w:t>لم</w:t>
            </w:r>
            <w:r>
              <w:rPr>
                <w:rtl/>
              </w:rPr>
              <w:t xml:space="preserve"> </w:t>
            </w:r>
            <w:r w:rsidRPr="009647FC">
              <w:rPr>
                <w:rtl/>
              </w:rPr>
              <w:t>تنبْ</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عن</w:t>
            </w:r>
            <w:r w:rsidR="004C00A8">
              <w:rPr>
                <w:rtl/>
              </w:rPr>
              <w:t xml:space="preserve"> </w:t>
            </w:r>
            <w:r w:rsidRPr="009647FC">
              <w:rPr>
                <w:rtl/>
              </w:rPr>
              <w:t>حمله</w:t>
            </w:r>
            <w:r>
              <w:rPr>
                <w:rtl/>
              </w:rPr>
              <w:t xml:space="preserve"> </w:t>
            </w:r>
            <w:r w:rsidRPr="009647FC">
              <w:rPr>
                <w:rtl/>
              </w:rPr>
              <w:t>فيها</w:t>
            </w:r>
            <w:r>
              <w:rPr>
                <w:rtl/>
              </w:rPr>
              <w:t xml:space="preserve"> </w:t>
            </w:r>
            <w:r w:rsidRPr="009647FC">
              <w:rPr>
                <w:rtl/>
              </w:rPr>
              <w:t>رواسيها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واستغرق</w:t>
            </w:r>
            <w:r w:rsidR="004C00A8">
              <w:rPr>
                <w:rtl/>
              </w:rPr>
              <w:t xml:space="preserve"> </w:t>
            </w:r>
            <w:r w:rsidRPr="009647FC">
              <w:rPr>
                <w:rtl/>
              </w:rPr>
              <w:t>الأقطار</w:t>
            </w:r>
            <w:r>
              <w:rPr>
                <w:rtl/>
              </w:rPr>
              <w:t xml:space="preserve"> </w:t>
            </w:r>
            <w:r w:rsidRPr="009647FC">
              <w:rPr>
                <w:rtl/>
              </w:rPr>
              <w:t>منها</w:t>
            </w:r>
            <w:r>
              <w:rPr>
                <w:rtl/>
              </w:rPr>
              <w:t xml:space="preserve"> </w:t>
            </w:r>
            <w:r w:rsidRPr="009647FC">
              <w:rPr>
                <w:rtl/>
              </w:rPr>
              <w:t>البكا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وأظلمت</w:t>
            </w:r>
            <w:r>
              <w:rPr>
                <w:rtl/>
              </w:rPr>
              <w:t xml:space="preserve"> </w:t>
            </w:r>
            <w:r w:rsidRPr="009647FC">
              <w:rPr>
                <w:rtl/>
              </w:rPr>
              <w:t>حزناً</w:t>
            </w:r>
            <w:r>
              <w:rPr>
                <w:rtl/>
              </w:rPr>
              <w:t xml:space="preserve"> </w:t>
            </w:r>
            <w:r w:rsidRPr="009647FC">
              <w:rPr>
                <w:rtl/>
              </w:rPr>
              <w:t>نواحيها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إلى</w:t>
            </w:r>
            <w:r>
              <w:rPr>
                <w:rtl/>
              </w:rPr>
              <w:t xml:space="preserve"> </w:t>
            </w:r>
            <w:r w:rsidRPr="009647FC">
              <w:rPr>
                <w:rtl/>
              </w:rPr>
              <w:t>الورى</w:t>
            </w:r>
            <w:r>
              <w:rPr>
                <w:rtl/>
              </w:rPr>
              <w:t xml:space="preserve"> </w:t>
            </w:r>
            <w:r w:rsidRPr="009647FC">
              <w:rPr>
                <w:rtl/>
              </w:rPr>
              <w:t>أنعى</w:t>
            </w:r>
            <w:r>
              <w:rPr>
                <w:rtl/>
              </w:rPr>
              <w:t xml:space="preserve"> </w:t>
            </w:r>
            <w:r w:rsidRPr="009647FC">
              <w:rPr>
                <w:rtl/>
              </w:rPr>
              <w:t>حياة</w:t>
            </w:r>
            <w:r>
              <w:rPr>
                <w:rtl/>
              </w:rPr>
              <w:t xml:space="preserve">َ </w:t>
            </w:r>
            <w:r w:rsidRPr="009647FC">
              <w:rPr>
                <w:rtl/>
              </w:rPr>
              <w:t>الورى</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فلتبكِ</w:t>
            </w:r>
            <w:r>
              <w:rPr>
                <w:rtl/>
              </w:rPr>
              <w:t xml:space="preserve"> </w:t>
            </w:r>
            <w:r w:rsidRPr="009647FC">
              <w:rPr>
                <w:rtl/>
              </w:rPr>
              <w:t>ما</w:t>
            </w:r>
            <w:r>
              <w:rPr>
                <w:rtl/>
              </w:rPr>
              <w:t xml:space="preserve"> </w:t>
            </w:r>
            <w:r w:rsidRPr="009647FC">
              <w:rPr>
                <w:rtl/>
              </w:rPr>
              <w:t>درّت</w:t>
            </w:r>
            <w:r>
              <w:rPr>
                <w:rtl/>
              </w:rPr>
              <w:t xml:space="preserve"> </w:t>
            </w:r>
            <w:r w:rsidRPr="009647FC">
              <w:rPr>
                <w:rtl/>
              </w:rPr>
              <w:t>مآقيها</w:t>
            </w:r>
            <w:r w:rsidRPr="00725071">
              <w:rPr>
                <w:rStyle w:val="libPoemTiniChar0"/>
                <w:rtl/>
              </w:rPr>
              <w:br/>
              <w:t> </w:t>
            </w:r>
          </w:p>
        </w:tc>
      </w:tr>
    </w:tbl>
    <w:p w:rsidR="009647FC" w:rsidRPr="00524A24" w:rsidRDefault="009647FC" w:rsidP="004E7EC6">
      <w:pPr>
        <w:pStyle w:val="libNormal"/>
      </w:pPr>
      <w:r w:rsidRPr="009647FC">
        <w:rPr>
          <w:rtl/>
        </w:rPr>
        <w:t>بلى</w:t>
      </w:r>
      <w:r w:rsidR="00D769AB">
        <w:rPr>
          <w:rtl/>
        </w:rPr>
        <w:t>،</w:t>
      </w:r>
      <w:r w:rsidRPr="009647FC">
        <w:rPr>
          <w:rtl/>
        </w:rPr>
        <w:t xml:space="preserve"> وم</w:t>
      </w:r>
      <w:r w:rsidR="00677BC4">
        <w:rPr>
          <w:rtl/>
        </w:rPr>
        <w:t>َ</w:t>
      </w:r>
      <w:r w:rsidRPr="009647FC">
        <w:rPr>
          <w:rtl/>
        </w:rPr>
        <w:t>نْ تركها غرق بالمدامع</w:t>
      </w:r>
      <w:r w:rsidR="00D769AB">
        <w:rPr>
          <w:rtl/>
        </w:rPr>
        <w:t>،</w:t>
      </w:r>
      <w:r w:rsidRPr="009647FC">
        <w:rPr>
          <w:rtl/>
        </w:rPr>
        <w:t xml:space="preserve"> لا ترقى غروب</w:t>
      </w:r>
      <w:r w:rsidR="00677BC4">
        <w:rPr>
          <w:rtl/>
        </w:rPr>
        <w:t>َ</w:t>
      </w:r>
      <w:r w:rsidRPr="009647FC">
        <w:rPr>
          <w:rtl/>
        </w:rPr>
        <w:t>ها ما ناحت على فروعها السواجع</w:t>
      </w:r>
      <w:r w:rsidR="00D769AB">
        <w:rPr>
          <w:rtl/>
        </w:rPr>
        <w:t>،</w:t>
      </w:r>
      <w:r w:rsidRPr="009647FC">
        <w:rPr>
          <w:rtl/>
        </w:rPr>
        <w:t xml:space="preserve"> فلقد طرقها بغتةً طارقُ القدر</w:t>
      </w:r>
      <w:r w:rsidR="00D769AB">
        <w:rPr>
          <w:rtl/>
        </w:rPr>
        <w:t>،</w:t>
      </w:r>
      <w:r w:rsidRPr="009647FC">
        <w:rPr>
          <w:rtl/>
        </w:rPr>
        <w:t xml:space="preserve"> فنزل العمى من عيونها منزل البصر</w:t>
      </w:r>
      <w:r w:rsidR="00D769AB">
        <w:rPr>
          <w:rtl/>
        </w:rPr>
        <w:t>،</w:t>
      </w:r>
      <w:r w:rsidRPr="009647FC">
        <w:rPr>
          <w:rtl/>
        </w:rPr>
        <w:t xml:space="preserve"> بساعةٍ كأنّما وردتْ بزلزلة الساعة وأهوال يوم الوعيد</w:t>
      </w:r>
      <w:r w:rsidR="00D769AB">
        <w:rPr>
          <w:rtl/>
        </w:rPr>
        <w:t>،</w:t>
      </w:r>
      <w:r w:rsidRPr="009647FC">
        <w:rPr>
          <w:rtl/>
        </w:rPr>
        <w:t xml:space="preserve"> فغادرتْ الناس سُكارى وما هم بسكارى ولكن ألم المصاب شديد</w:t>
      </w:r>
      <w:r w:rsidR="00D769AB">
        <w:rPr>
          <w:rtl/>
        </w:rPr>
        <w:t>،</w:t>
      </w:r>
      <w:r w:rsidRPr="009647FC">
        <w:rPr>
          <w:rtl/>
        </w:rPr>
        <w:t xml:space="preserve"> قد أقبل فيها على المجد</w:t>
      </w:r>
      <w:r w:rsidR="00D769AB">
        <w:rPr>
          <w:rtl/>
        </w:rPr>
        <w:t>،</w:t>
      </w:r>
      <w:r w:rsidRPr="009647FC">
        <w:rPr>
          <w:rtl/>
        </w:rPr>
        <w:t xml:space="preserve"> ثمّ وقف واستوجد</w:t>
      </w:r>
      <w:r w:rsidR="00D769AB">
        <w:rPr>
          <w:rtl/>
        </w:rPr>
        <w:t>،</w:t>
      </w:r>
      <w:r w:rsidRPr="009647FC">
        <w:rPr>
          <w:rtl/>
        </w:rPr>
        <w:t xml:space="preserve"> واستعظم حالها وأنشد</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ما للورى دُهشتْ أقام المحشرُ</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أم قد دهى الثقلين خطبٌ أكبرُ؟</w:t>
            </w:r>
            <w:r w:rsidRPr="00725071">
              <w:rPr>
                <w:rStyle w:val="libPoemTiniChar0"/>
                <w:rtl/>
              </w:rPr>
              <w:br/>
              <w:t> </w:t>
            </w:r>
          </w:p>
        </w:tc>
      </w:tr>
    </w:tbl>
    <w:p w:rsidR="009647FC" w:rsidRPr="00524A24" w:rsidRDefault="009647FC" w:rsidP="004E7EC6">
      <w:pPr>
        <w:pStyle w:val="libNormal"/>
      </w:pPr>
      <w:r w:rsidRPr="009647FC">
        <w:rPr>
          <w:rtl/>
        </w:rPr>
        <w:t>أجلْ</w:t>
      </w:r>
      <w:r w:rsidR="00D769AB">
        <w:rPr>
          <w:rtl/>
        </w:rPr>
        <w:t>،</w:t>
      </w:r>
      <w:r w:rsidRPr="009647FC">
        <w:rPr>
          <w:rtl/>
        </w:rPr>
        <w:t xml:space="preserve"> أيّها المستفظع لهذا الحال</w:t>
      </w:r>
      <w:r w:rsidR="00D769AB">
        <w:rPr>
          <w:rtl/>
        </w:rPr>
        <w:t>،</w:t>
      </w:r>
      <w:r w:rsidRPr="009647FC">
        <w:rPr>
          <w:rtl/>
        </w:rPr>
        <w:t xml:space="preserve"> المتمثّل بهذا المقال</w:t>
      </w:r>
      <w:r w:rsidR="00D769AB">
        <w:rPr>
          <w:rtl/>
        </w:rPr>
        <w:t>،</w:t>
      </w:r>
      <w:r w:rsidRPr="009647FC">
        <w:rPr>
          <w:rtl/>
        </w:rPr>
        <w:t xml:space="preserve"> اقترب للناس حسابهم قبل يوم القيامة</w:t>
      </w:r>
      <w:r w:rsidR="00D769AB">
        <w:rPr>
          <w:rtl/>
        </w:rPr>
        <w:t>،</w:t>
      </w:r>
      <w:r w:rsidRPr="009647FC">
        <w:rPr>
          <w:rtl/>
        </w:rPr>
        <w:t xml:space="preserve"> فأدمت أكفّهم الأنياب قبل يوم الحسرة والندامة</w:t>
      </w:r>
      <w:r w:rsidR="00D769AB">
        <w:rPr>
          <w:rtl/>
        </w:rPr>
        <w:t>،</w:t>
      </w:r>
      <w:r w:rsidRPr="009647FC">
        <w:rPr>
          <w:rtl/>
        </w:rPr>
        <w:t xml:space="preserve">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ذكرت في باب المدائح</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وعطُّبوا الأكباد قبل الجيوب والأبراد</w:t>
      </w:r>
      <w:r w:rsidR="00D769AB">
        <w:rPr>
          <w:rtl/>
        </w:rPr>
        <w:t>،</w:t>
      </w:r>
      <w:r w:rsidRPr="009647FC">
        <w:rPr>
          <w:rtl/>
        </w:rPr>
        <w:t xml:space="preserve"> ونضحوا القلوب قبل الأجفان والغروب</w:t>
      </w:r>
      <w:r w:rsidR="00D769AB">
        <w:rPr>
          <w:rtl/>
        </w:rPr>
        <w:t>،</w:t>
      </w:r>
      <w:r w:rsidRPr="009647FC">
        <w:rPr>
          <w:rtl/>
        </w:rPr>
        <w:t xml:space="preserve"> ومثلوا متماسكين من الوجوم</w:t>
      </w:r>
      <w:r w:rsidR="00D769AB">
        <w:rPr>
          <w:rtl/>
        </w:rPr>
        <w:t>،</w:t>
      </w:r>
      <w:r w:rsidRPr="009647FC">
        <w:rPr>
          <w:rtl/>
        </w:rPr>
        <w:t xml:space="preserve"> متهافتين على جمرة الأحزان وجذوة الهموم</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فمن واقفٍ في جفنه الدمع واقفٌ</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ومن سائلِ في خده الدمع سائلُ</w:t>
            </w:r>
            <w:r w:rsidRPr="00725071">
              <w:rPr>
                <w:rStyle w:val="libPoemTiniChar0"/>
                <w:rtl/>
              </w:rPr>
              <w:br/>
              <w:t> </w:t>
            </w:r>
          </w:p>
        </w:tc>
      </w:tr>
    </w:tbl>
    <w:p w:rsidR="009647FC" w:rsidRPr="00524A24" w:rsidRDefault="009647FC" w:rsidP="004E7EC6">
      <w:pPr>
        <w:pStyle w:val="libNormal"/>
      </w:pPr>
      <w:r w:rsidRPr="004E7EC6">
        <w:rPr>
          <w:rtl/>
        </w:rPr>
        <w:t>لغداةٍ بكّ</w:t>
      </w:r>
      <w:r w:rsidR="00677BC4">
        <w:rPr>
          <w:rtl/>
        </w:rPr>
        <w:t>َ</w:t>
      </w:r>
      <w:r w:rsidRPr="004E7EC6">
        <w:rPr>
          <w:rtl/>
        </w:rPr>
        <w:t>ر فيها بنفوس جائشة</w:t>
      </w:r>
      <w:r w:rsidR="00D769AB">
        <w:rPr>
          <w:rtl/>
        </w:rPr>
        <w:t>،</w:t>
      </w:r>
      <w:r w:rsidRPr="004E7EC6">
        <w:rPr>
          <w:rtl/>
        </w:rPr>
        <w:t xml:space="preserve"> وعقول من الدهشة طائشة</w:t>
      </w:r>
      <w:r w:rsidR="00D769AB">
        <w:rPr>
          <w:rtl/>
        </w:rPr>
        <w:t>،</w:t>
      </w:r>
      <w:r w:rsidRPr="004E7EC6">
        <w:rPr>
          <w:rtl/>
        </w:rPr>
        <w:t xml:space="preserve"> بين ذاهبٍ ولا يفطن أين يتوجّ</w:t>
      </w:r>
      <w:r w:rsidR="00677BC4">
        <w:rPr>
          <w:rtl/>
        </w:rPr>
        <w:t>َ</w:t>
      </w:r>
      <w:r w:rsidRPr="004E7EC6">
        <w:rPr>
          <w:rtl/>
        </w:rPr>
        <w:t>ه</w:t>
      </w:r>
      <w:r w:rsidR="00D769AB">
        <w:rPr>
          <w:rtl/>
        </w:rPr>
        <w:t>،</w:t>
      </w:r>
      <w:r w:rsidRPr="004E7EC6">
        <w:rPr>
          <w:rtl/>
        </w:rPr>
        <w:t xml:space="preserve"> وآتٍ لا يأتي بشيءٍ سوى أن يتزفّر أو يتأوّ</w:t>
      </w:r>
      <w:r w:rsidR="00677BC4">
        <w:rPr>
          <w:rtl/>
        </w:rPr>
        <w:t>َ</w:t>
      </w:r>
      <w:r w:rsidRPr="004E7EC6">
        <w:rPr>
          <w:rtl/>
        </w:rPr>
        <w:t>ه</w:t>
      </w:r>
      <w:r w:rsidR="00D769AB">
        <w:rPr>
          <w:rtl/>
        </w:rPr>
        <w:t>،</w:t>
      </w:r>
      <w:r w:rsidRPr="004E7EC6">
        <w:rPr>
          <w:rtl/>
        </w:rPr>
        <w:t xml:space="preserve"> وحرّان لا حيلة له غير عضِّ اليدين</w:t>
      </w:r>
      <w:r w:rsidR="00D769AB">
        <w:rPr>
          <w:rtl/>
        </w:rPr>
        <w:t>،</w:t>
      </w:r>
      <w:r w:rsidRPr="004E7EC6">
        <w:rPr>
          <w:rtl/>
        </w:rPr>
        <w:t xml:space="preserve"> وحيران لا يملك إلاّ استدارة العينين</w:t>
      </w:r>
      <w:r w:rsidR="00D769AB">
        <w:rPr>
          <w:rtl/>
        </w:rPr>
        <w:t>،</w:t>
      </w:r>
      <w:r w:rsidRPr="004E7EC6">
        <w:rPr>
          <w:rtl/>
        </w:rPr>
        <w:t xml:space="preserve"> فإذا سأل سائلٌ</w:t>
      </w:r>
      <w:r w:rsidR="00D769AB">
        <w:rPr>
          <w:rtl/>
        </w:rPr>
        <w:t>،</w:t>
      </w:r>
      <w:r w:rsidRPr="004E7EC6">
        <w:rPr>
          <w:rtl/>
        </w:rPr>
        <w:t xml:space="preserve"> أو قال لم</w:t>
      </w:r>
      <w:r w:rsidR="00677BC4">
        <w:rPr>
          <w:rtl/>
        </w:rPr>
        <w:t>َ</w:t>
      </w:r>
      <w:r w:rsidRPr="004E7EC6">
        <w:rPr>
          <w:rtl/>
        </w:rPr>
        <w:t>نْ بجنبه قائلٌ</w:t>
      </w:r>
      <w:r w:rsidR="00D769AB">
        <w:rPr>
          <w:rtl/>
        </w:rPr>
        <w:t>:</w:t>
      </w:r>
      <w:r w:rsidRPr="004E7EC6">
        <w:rPr>
          <w:rtl/>
        </w:rPr>
        <w:t xml:space="preserve"> هل أتاك حديث الغاشية</w:t>
      </w:r>
      <w:r w:rsidR="00D769AB">
        <w:rPr>
          <w:rtl/>
        </w:rPr>
        <w:t>؟</w:t>
      </w:r>
      <w:r w:rsidRPr="004E7EC6">
        <w:rPr>
          <w:rtl/>
        </w:rPr>
        <w:t xml:space="preserve"> ولم</w:t>
      </w:r>
      <w:r w:rsidR="00677BC4">
        <w:rPr>
          <w:rtl/>
        </w:rPr>
        <w:t>َ</w:t>
      </w:r>
      <w:r w:rsidRPr="004E7EC6">
        <w:rPr>
          <w:rtl/>
        </w:rPr>
        <w:t>نْ قامت رنةُ تلك الواعية</w:t>
      </w:r>
      <w:r w:rsidR="00D769AB">
        <w:rPr>
          <w:rtl/>
        </w:rPr>
        <w:t>؟</w:t>
      </w:r>
      <w:r w:rsidRPr="004E7EC6">
        <w:rPr>
          <w:rtl/>
        </w:rPr>
        <w:t xml:space="preserve"> وأولئك عمّ</w:t>
      </w:r>
      <w:r w:rsidR="00677BC4">
        <w:rPr>
          <w:rtl/>
        </w:rPr>
        <w:t>َ</w:t>
      </w:r>
      <w:r w:rsidRPr="004E7EC6">
        <w:rPr>
          <w:rtl/>
        </w:rPr>
        <w:t xml:space="preserve"> يتساءلون</w:t>
      </w:r>
      <w:r w:rsidR="00D769AB">
        <w:rPr>
          <w:rtl/>
        </w:rPr>
        <w:t>؟</w:t>
      </w:r>
      <w:r w:rsidRPr="004E7EC6">
        <w:rPr>
          <w:rtl/>
        </w:rPr>
        <w:t xml:space="preserve"> وعلى منْ عدت العاديات</w:t>
      </w:r>
      <w:r w:rsidR="00D769AB">
        <w:rPr>
          <w:rtl/>
        </w:rPr>
        <w:t>؟</w:t>
      </w:r>
      <w:r w:rsidRPr="004E7EC6">
        <w:rPr>
          <w:rtl/>
        </w:rPr>
        <w:t xml:space="preserve"> وماذا نزعت النازعات</w:t>
      </w:r>
      <w:r w:rsidR="00D769AB">
        <w:rPr>
          <w:rtl/>
        </w:rPr>
        <w:t>؟</w:t>
      </w:r>
      <w:r w:rsidRPr="004E7EC6">
        <w:rPr>
          <w:rtl/>
        </w:rPr>
        <w:t xml:space="preserve"> عبس وتولّى</w:t>
      </w:r>
      <w:r w:rsidR="00D769AB">
        <w:rPr>
          <w:rtl/>
        </w:rPr>
        <w:t>،</w:t>
      </w:r>
      <w:r w:rsidRPr="004E7EC6">
        <w:rPr>
          <w:rtl/>
        </w:rPr>
        <w:t xml:space="preserve"> ثمّ التفت إليه وقال</w:t>
      </w:r>
      <w:r w:rsidR="00D769AB">
        <w:rPr>
          <w:rtl/>
        </w:rPr>
        <w:t>:</w:t>
      </w:r>
      <w:r w:rsidRPr="004E7EC6">
        <w:rPr>
          <w:rtl/>
        </w:rPr>
        <w:t xml:space="preserve"> أفض غروب</w:t>
      </w:r>
      <w:r w:rsidRPr="004E7EC6">
        <w:rPr>
          <w:rStyle w:val="libFootnotenumChar"/>
          <w:rtl/>
        </w:rPr>
        <w:t>(1)</w:t>
      </w:r>
      <w:r w:rsidRPr="004E7EC6">
        <w:rPr>
          <w:rtl/>
        </w:rPr>
        <w:t xml:space="preserve"> عينيك سجلاً فسجلاً</w:t>
      </w:r>
      <w:r w:rsidR="00D769AB">
        <w:rPr>
          <w:rtl/>
        </w:rPr>
        <w:t>،</w:t>
      </w:r>
      <w:r w:rsidRPr="004E7EC6">
        <w:rPr>
          <w:rtl/>
        </w:rPr>
        <w:t xml:space="preserve"> فلقد دُكّ</w:t>
      </w:r>
      <w:r w:rsidR="00677BC4">
        <w:rPr>
          <w:rtl/>
        </w:rPr>
        <w:t>َ</w:t>
      </w:r>
      <w:r w:rsidRPr="004E7EC6">
        <w:rPr>
          <w:rtl/>
        </w:rPr>
        <w:t xml:space="preserve"> طود الحلم</w:t>
      </w:r>
      <w:r w:rsidR="00D769AB">
        <w:rPr>
          <w:rtl/>
        </w:rPr>
        <w:t>،</w:t>
      </w:r>
      <w:r w:rsidRPr="004E7EC6">
        <w:rPr>
          <w:rtl/>
        </w:rPr>
        <w:t xml:space="preserve"> وهوى نجم الهداية والعلم</w:t>
      </w:r>
      <w:r w:rsidR="00D769AB">
        <w:rPr>
          <w:rtl/>
        </w:rPr>
        <w:t>،</w:t>
      </w:r>
      <w:r w:rsidRPr="004E7EC6">
        <w:rPr>
          <w:rtl/>
        </w:rPr>
        <w:t xml:space="preserve"> ونُزِع</w:t>
      </w:r>
      <w:r w:rsidR="00677BC4">
        <w:rPr>
          <w:rtl/>
        </w:rPr>
        <w:t>َ</w:t>
      </w:r>
      <w:r w:rsidRPr="004E7EC6">
        <w:rPr>
          <w:rtl/>
        </w:rPr>
        <w:t xml:space="preserve"> من كفّ المعروف بنانها</w:t>
      </w:r>
      <w:r w:rsidR="00D769AB">
        <w:rPr>
          <w:rtl/>
        </w:rPr>
        <w:t>،</w:t>
      </w:r>
      <w:r w:rsidRPr="004E7EC6">
        <w:rPr>
          <w:rtl/>
        </w:rPr>
        <w:t xml:space="preserve"> واستُلّ</w:t>
      </w:r>
      <w:r w:rsidR="00677BC4">
        <w:rPr>
          <w:rtl/>
        </w:rPr>
        <w:t>َ</w:t>
      </w:r>
      <w:r w:rsidRPr="004E7EC6">
        <w:rPr>
          <w:rtl/>
        </w:rPr>
        <w:t xml:space="preserve"> من عين العلياء إنسانها</w:t>
      </w:r>
      <w:r w:rsidR="00D769AB">
        <w:rPr>
          <w:rtl/>
        </w:rPr>
        <w:t>،</w:t>
      </w:r>
      <w:r w:rsidRPr="004E7EC6">
        <w:rPr>
          <w:rtl/>
        </w:rPr>
        <w:t xml:space="preserve"> وذوت من المكارم رياضها الخضر</w:t>
      </w:r>
      <w:r w:rsidR="00D769AB">
        <w:rPr>
          <w:rtl/>
        </w:rPr>
        <w:t>،</w:t>
      </w:r>
      <w:r w:rsidRPr="004E7EC6">
        <w:rPr>
          <w:rtl/>
        </w:rPr>
        <w:t xml:space="preserve"> وتسلّ</w:t>
      </w:r>
      <w:r w:rsidR="00677BC4">
        <w:rPr>
          <w:rtl/>
        </w:rPr>
        <w:t>َ</w:t>
      </w:r>
      <w:r w:rsidRPr="004E7EC6">
        <w:rPr>
          <w:rtl/>
        </w:rPr>
        <w:t>بت شجرات المعروف من ورقها النضر</w:t>
      </w:r>
      <w:r w:rsidR="00D769AB">
        <w:rPr>
          <w:rtl/>
        </w:rPr>
        <w:t>،</w:t>
      </w:r>
      <w:r w:rsidRPr="004E7EC6">
        <w:rPr>
          <w:rtl/>
        </w:rPr>
        <w:t xml:space="preserve"> ونُقِل إلى الأجداث قبلةُ الشكر والحمد</w:t>
      </w:r>
      <w:r w:rsidR="00D769AB">
        <w:rPr>
          <w:rtl/>
        </w:rPr>
        <w:t>،</w:t>
      </w:r>
      <w:r w:rsidRPr="004E7EC6">
        <w:rPr>
          <w:rtl/>
        </w:rPr>
        <w:t xml:space="preserve"> ومصلّى العفاة والوفد</w:t>
      </w:r>
      <w:r w:rsidR="00D769AB">
        <w:rPr>
          <w:rtl/>
        </w:rPr>
        <w:t>،</w:t>
      </w:r>
      <w:r w:rsidRPr="004E7EC6">
        <w:rPr>
          <w:rtl/>
        </w:rPr>
        <w:t xml:space="preserve"> وحُمل (ابن جلا) إلى عرصة البلى</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ولفقده هذي النوائحُ جاوبتْ</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فوق السماء نوائح</w:t>
            </w:r>
            <w:r>
              <w:rPr>
                <w:rtl/>
              </w:rPr>
              <w:t>َ</w:t>
            </w:r>
            <w:r w:rsidRPr="009647FC">
              <w:rPr>
                <w:rtl/>
              </w:rPr>
              <w:t xml:space="preserve"> الأملاكِ</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ملكٌ على الأفلاك علياه سمتْ</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فالسمكُ منها ثامن الأفلاكِ</w:t>
            </w:r>
            <w:r w:rsidRPr="00725071">
              <w:rPr>
                <w:rStyle w:val="libPoemTiniChar0"/>
                <w:rtl/>
              </w:rPr>
              <w:br/>
              <w:t> </w:t>
            </w:r>
          </w:p>
        </w:tc>
      </w:tr>
    </w:tbl>
    <w:p w:rsidR="009647FC" w:rsidRPr="00524A24" w:rsidRDefault="009647FC" w:rsidP="004E7EC6">
      <w:pPr>
        <w:pStyle w:val="libNormal"/>
      </w:pPr>
      <w:r w:rsidRPr="009647FC">
        <w:rPr>
          <w:rtl/>
        </w:rPr>
        <w:t>حتى إذا رستْ أعواده على أكتاف الرجال اجتذبته إليها الرغائبُ والآمال</w:t>
      </w:r>
      <w:r w:rsidR="00D769AB">
        <w:rPr>
          <w:rtl/>
        </w:rPr>
        <w:t>،</w:t>
      </w:r>
      <w:r w:rsidRPr="009647FC">
        <w:rPr>
          <w:rtl/>
        </w:rPr>
        <w:t xml:space="preserve"> آخذة بقوائم سريره</w:t>
      </w:r>
      <w:r w:rsidR="00D769AB">
        <w:rPr>
          <w:rtl/>
        </w:rPr>
        <w:t>،</w:t>
      </w:r>
      <w:r w:rsidRPr="009647FC">
        <w:rPr>
          <w:rtl/>
        </w:rPr>
        <w:t xml:space="preserve"> ماسكة على فضول كفنه وأطراف حبيره</w:t>
      </w:r>
      <w:r w:rsidR="00D769AB">
        <w:rPr>
          <w:rtl/>
        </w:rPr>
        <w:t>،</w:t>
      </w:r>
      <w:r w:rsidRPr="009647FC">
        <w:rPr>
          <w:rtl/>
        </w:rPr>
        <w:t xml:space="preserve"> وصرخ مرمّل الرجاء إلى أين عنّا بأخي الشتوة الغبراء</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إلى أين عنّا بزاد المقلِ</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ورىّ صدى حائمات الأماني</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به أنشب الموتُ أظفاره</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فم</w:t>
            </w:r>
            <w:r>
              <w:rPr>
                <w:rtl/>
              </w:rPr>
              <w:t>َ</w:t>
            </w:r>
            <w:r w:rsidRPr="009647FC">
              <w:rPr>
                <w:rtl/>
              </w:rPr>
              <w:t>نْ ذا يقلّمُ ظفر</w:t>
            </w:r>
            <w:r>
              <w:rPr>
                <w:rtl/>
              </w:rPr>
              <w:t>َ</w:t>
            </w:r>
            <w:r w:rsidRPr="009647FC">
              <w:rPr>
                <w:rtl/>
              </w:rPr>
              <w:t xml:space="preserve"> الزمانِ</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وفي المطبوع</w:t>
      </w:r>
      <w:r w:rsidR="00D769AB">
        <w:rPr>
          <w:rtl/>
        </w:rPr>
        <w:t>:</w:t>
      </w:r>
      <w:r w:rsidRPr="009647FC">
        <w:rPr>
          <w:rtl/>
        </w:rPr>
        <w:t xml:space="preserve"> دموع</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وعند م</w:t>
      </w:r>
      <w:r w:rsidR="00677BC4">
        <w:rPr>
          <w:rtl/>
        </w:rPr>
        <w:t>َ</w:t>
      </w:r>
      <w:r w:rsidRPr="004E7EC6">
        <w:rPr>
          <w:rtl/>
        </w:rPr>
        <w:t>نْ يلتمس الضيف قِراه</w:t>
      </w:r>
      <w:r w:rsidR="00D769AB">
        <w:rPr>
          <w:rtl/>
        </w:rPr>
        <w:t>،</w:t>
      </w:r>
      <w:r w:rsidRPr="004E7EC6">
        <w:rPr>
          <w:rtl/>
        </w:rPr>
        <w:t xml:space="preserve"> ولدي</w:t>
      </w:r>
      <w:r w:rsidR="00677BC4">
        <w:rPr>
          <w:rtl/>
        </w:rPr>
        <w:t>َ</w:t>
      </w:r>
      <w:r w:rsidRPr="004E7EC6">
        <w:rPr>
          <w:rtl/>
        </w:rPr>
        <w:t xml:space="preserve"> م</w:t>
      </w:r>
      <w:r w:rsidR="00677BC4">
        <w:rPr>
          <w:rtl/>
        </w:rPr>
        <w:t>َ</w:t>
      </w:r>
      <w:r w:rsidRPr="004E7EC6">
        <w:rPr>
          <w:rtl/>
        </w:rPr>
        <w:t>نْ يعرّس السفرُ بطلاح رزاياه</w:t>
      </w:r>
      <w:r w:rsidR="00D769AB">
        <w:rPr>
          <w:rtl/>
        </w:rPr>
        <w:t>،</w:t>
      </w:r>
      <w:r w:rsidRPr="004E7EC6">
        <w:rPr>
          <w:rtl/>
        </w:rPr>
        <w:t xml:space="preserve"> أم منْ يبسط للمجد بين كفّاً كريماً</w:t>
      </w:r>
      <w:r w:rsidR="00D769AB">
        <w:rPr>
          <w:rtl/>
        </w:rPr>
        <w:t>،</w:t>
      </w:r>
      <w:r w:rsidRPr="004E7EC6">
        <w:rPr>
          <w:rtl/>
        </w:rPr>
        <w:t xml:space="preserve"> أرطب وأندى من السحاب أديماً</w:t>
      </w:r>
      <w:r w:rsidR="00D769AB">
        <w:rPr>
          <w:rtl/>
        </w:rPr>
        <w:t>،</w:t>
      </w:r>
      <w:r w:rsidRPr="004E7EC6">
        <w:rPr>
          <w:rtl/>
        </w:rPr>
        <w:t xml:space="preserve"> ويجلو على الوفود محيّاً تجلى بطلعته السعود</w:t>
      </w:r>
      <w:r w:rsidR="00D769AB">
        <w:rPr>
          <w:rtl/>
        </w:rPr>
        <w:t>،</w:t>
      </w:r>
      <w:r w:rsidRPr="004E7EC6">
        <w:rPr>
          <w:rtl/>
        </w:rPr>
        <w:t xml:space="preserve"> وم</w:t>
      </w:r>
      <w:r w:rsidR="00677BC4">
        <w:rPr>
          <w:rtl/>
        </w:rPr>
        <w:t>َ</w:t>
      </w:r>
      <w:r w:rsidRPr="004E7EC6">
        <w:rPr>
          <w:rtl/>
        </w:rPr>
        <w:t>نْ ذا يعلق منه الخائف بأوثق العصم</w:t>
      </w:r>
      <w:r w:rsidR="00D769AB">
        <w:rPr>
          <w:rtl/>
        </w:rPr>
        <w:t>،</w:t>
      </w:r>
      <w:r w:rsidRPr="004E7EC6">
        <w:rPr>
          <w:rtl/>
        </w:rPr>
        <w:t xml:space="preserve"> ويأمن في حماه كما يأمن الح</w:t>
      </w:r>
      <w:r w:rsidR="00677BC4">
        <w:rPr>
          <w:rtl/>
        </w:rPr>
        <w:t>َ</w:t>
      </w:r>
      <w:r w:rsidRPr="004E7EC6">
        <w:rPr>
          <w:rtl/>
        </w:rPr>
        <w:t>مام في الحرم</w:t>
      </w:r>
      <w:r w:rsidR="00D769AB">
        <w:rPr>
          <w:rtl/>
        </w:rPr>
        <w:t>،</w:t>
      </w:r>
      <w:r w:rsidRPr="004E7EC6">
        <w:rPr>
          <w:rtl/>
        </w:rPr>
        <w:t xml:space="preserve"> فرويدكم يا حامليه</w:t>
      </w:r>
      <w:r w:rsidR="00D769AB">
        <w:rPr>
          <w:rtl/>
        </w:rPr>
        <w:t>،</w:t>
      </w:r>
      <w:r w:rsidRPr="004E7EC6">
        <w:rPr>
          <w:rtl/>
        </w:rPr>
        <w:t xml:space="preserve"> قفوا ليتزوّ</w:t>
      </w:r>
      <w:r w:rsidR="00677BC4">
        <w:rPr>
          <w:rtl/>
        </w:rPr>
        <w:t>َ</w:t>
      </w:r>
      <w:r w:rsidRPr="004E7EC6">
        <w:rPr>
          <w:rtl/>
        </w:rPr>
        <w:t>د المجدُ من أخيه</w:t>
      </w:r>
      <w:r w:rsidR="00D769AB">
        <w:rPr>
          <w:rtl/>
        </w:rPr>
        <w:t>،</w:t>
      </w:r>
      <w:r w:rsidRPr="004E7EC6">
        <w:rPr>
          <w:rtl/>
        </w:rPr>
        <w:t xml:space="preserve"> ويودّعه الرجاء</w:t>
      </w:r>
      <w:r w:rsidR="00D769AB">
        <w:rPr>
          <w:rtl/>
        </w:rPr>
        <w:t>،</w:t>
      </w:r>
      <w:r w:rsidRPr="004E7EC6">
        <w:rPr>
          <w:rtl/>
        </w:rPr>
        <w:t xml:space="preserve"> ثمّ تشيّعه المكارم والعلياء</w:t>
      </w:r>
      <w:r w:rsidR="00D769AB">
        <w:rPr>
          <w:rtl/>
        </w:rPr>
        <w:t>،</w:t>
      </w:r>
      <w:r w:rsidRPr="004E7EC6">
        <w:rPr>
          <w:rtl/>
        </w:rPr>
        <w:t xml:space="preserve"> فامهلوا قليلاً</w:t>
      </w:r>
      <w:r w:rsidR="00D769AB">
        <w:rPr>
          <w:rtl/>
        </w:rPr>
        <w:t>،</w:t>
      </w:r>
      <w:r w:rsidRPr="004E7EC6">
        <w:rPr>
          <w:rtl/>
        </w:rPr>
        <w:t xml:space="preserve"> ريثما أروّح في وداعه قلبا</w:t>
      </w:r>
      <w:r w:rsidRPr="001A0A79">
        <w:rPr>
          <w:rtl/>
        </w:rPr>
        <w:t>ً</w:t>
      </w:r>
      <w:r w:rsidRPr="004E7EC6">
        <w:rPr>
          <w:rStyle w:val="libFootnotenumChar"/>
          <w:rtl/>
        </w:rPr>
        <w:t>(1)</w:t>
      </w:r>
      <w:r w:rsidRPr="004E7EC6">
        <w:rPr>
          <w:rtl/>
        </w:rPr>
        <w:t xml:space="preserve"> عليلاً</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وإن لم يكن إلاّ تعللُ ساعةٍ</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قليلاً فأنّى نافعٌ لي قليلها</w:t>
            </w:r>
            <w:r w:rsidRPr="00725071">
              <w:rPr>
                <w:rStyle w:val="libPoemTiniChar0"/>
                <w:rtl/>
              </w:rPr>
              <w:br/>
              <w:t> </w:t>
            </w:r>
          </w:p>
        </w:tc>
      </w:tr>
    </w:tbl>
    <w:p w:rsidR="009647FC" w:rsidRPr="00524A24" w:rsidRDefault="009647FC" w:rsidP="004E7EC6">
      <w:pPr>
        <w:pStyle w:val="libNormal"/>
      </w:pPr>
      <w:r w:rsidRPr="009647FC">
        <w:rPr>
          <w:rtl/>
        </w:rPr>
        <w:t>فآهاً ثمّ آه</w:t>
      </w:r>
      <w:r w:rsidR="00D769AB">
        <w:rPr>
          <w:rtl/>
        </w:rPr>
        <w:t>،</w:t>
      </w:r>
      <w:r w:rsidRPr="009647FC">
        <w:rPr>
          <w:rtl/>
        </w:rPr>
        <w:t xml:space="preserve"> ولا قوّة على الصبر إلاّ باللّه</w:t>
      </w:r>
      <w:r w:rsidR="00D769AB">
        <w:rPr>
          <w:rtl/>
        </w:rPr>
        <w:t>،</w:t>
      </w:r>
      <w:r w:rsidRPr="009647FC">
        <w:rPr>
          <w:rtl/>
        </w:rPr>
        <w:t xml:space="preserve"> ماذا لقي</w:t>
      </w:r>
      <w:r w:rsidR="00677BC4">
        <w:rPr>
          <w:rtl/>
        </w:rPr>
        <w:t>َ</w:t>
      </w:r>
      <w:r w:rsidRPr="009647FC">
        <w:rPr>
          <w:rtl/>
        </w:rPr>
        <w:t xml:space="preserve"> المجد ساعة ودّ</w:t>
      </w:r>
      <w:r w:rsidR="00677BC4">
        <w:rPr>
          <w:rtl/>
        </w:rPr>
        <w:t>َ</w:t>
      </w:r>
      <w:r w:rsidRPr="009647FC">
        <w:rPr>
          <w:rtl/>
        </w:rPr>
        <w:t>ع أخاه من برحاء الوجد</w:t>
      </w:r>
      <w:r w:rsidR="00D769AB">
        <w:rPr>
          <w:rtl/>
        </w:rPr>
        <w:t>،</w:t>
      </w:r>
      <w:r w:rsidRPr="009647FC">
        <w:rPr>
          <w:rtl/>
        </w:rPr>
        <w:t xml:space="preserve"> وقد أدرج</w:t>
      </w:r>
      <w:r w:rsidR="00677BC4">
        <w:rPr>
          <w:rtl/>
        </w:rPr>
        <w:t>َ</w:t>
      </w:r>
      <w:r w:rsidRPr="009647FC">
        <w:rPr>
          <w:rtl/>
        </w:rPr>
        <w:t xml:space="preserve"> منه في الكفن</w:t>
      </w:r>
      <w:r w:rsidR="004C00A8">
        <w:rPr>
          <w:rtl/>
        </w:rPr>
        <w:t xml:space="preserve"> </w:t>
      </w:r>
      <w:r w:rsidRPr="009647FC">
        <w:rPr>
          <w:rtl/>
        </w:rPr>
        <w:t>منْ كان الروح المدبّرة لهذا الزمن</w:t>
      </w:r>
      <w:r w:rsidR="00D769AB">
        <w:rPr>
          <w:rtl/>
        </w:rPr>
        <w:t>،</w:t>
      </w:r>
      <w:r w:rsidRPr="009647FC">
        <w:rPr>
          <w:rtl/>
        </w:rPr>
        <w:t xml:space="preserve"> فيا أعلام العلم وأقطاب الممالك</w:t>
      </w:r>
      <w:r w:rsidR="00D769AB">
        <w:rPr>
          <w:rtl/>
        </w:rPr>
        <w:t>،</w:t>
      </w:r>
      <w:r w:rsidRPr="009647FC">
        <w:rPr>
          <w:rtl/>
        </w:rPr>
        <w:t xml:space="preserve"> ويا أرباب الأسرّ</w:t>
      </w:r>
      <w:r w:rsidR="00677BC4">
        <w:rPr>
          <w:rtl/>
        </w:rPr>
        <w:t>َ</w:t>
      </w:r>
      <w:r w:rsidRPr="009647FC">
        <w:rPr>
          <w:rtl/>
        </w:rPr>
        <w:t>ة والأرائك</w:t>
      </w:r>
      <w:r w:rsidR="00D769AB">
        <w:rPr>
          <w:rtl/>
        </w:rPr>
        <w:t>،</w:t>
      </w:r>
      <w:r w:rsidRPr="009647FC">
        <w:rPr>
          <w:rtl/>
        </w:rPr>
        <w:t xml:space="preserve"> ويا رؤساء العشائر والقبائل</w:t>
      </w:r>
      <w:r w:rsidR="00D769AB">
        <w:rPr>
          <w:rtl/>
        </w:rPr>
        <w:t>،</w:t>
      </w:r>
      <w:r w:rsidRPr="009647FC">
        <w:rPr>
          <w:rtl/>
        </w:rPr>
        <w:t xml:space="preserve"> ويا خطباء المنابر والمحافل</w:t>
      </w:r>
      <w:r w:rsidR="00D769AB">
        <w:rPr>
          <w:rtl/>
        </w:rPr>
        <w:t>،</w:t>
      </w:r>
      <w:r w:rsidRPr="009647FC">
        <w:rPr>
          <w:rtl/>
        </w:rPr>
        <w:t xml:space="preserve"> ويا عترة الشرف والأحساب</w:t>
      </w:r>
      <w:r w:rsidR="00D769AB">
        <w:rPr>
          <w:rtl/>
        </w:rPr>
        <w:t>،</w:t>
      </w:r>
      <w:r w:rsidRPr="009647FC">
        <w:rPr>
          <w:rtl/>
        </w:rPr>
        <w:t xml:space="preserve"> وأسرة الكمال والآداب</w:t>
      </w:r>
      <w:r w:rsidR="00D769AB">
        <w:rPr>
          <w:rtl/>
        </w:rPr>
        <w:t>،</w:t>
      </w:r>
      <w:r w:rsidRPr="009647FC">
        <w:rPr>
          <w:rtl/>
        </w:rPr>
        <w:t xml:space="preserve"> ويا رائدي المعروف</w:t>
      </w:r>
      <w:r w:rsidR="00D769AB">
        <w:rPr>
          <w:rtl/>
        </w:rPr>
        <w:t>،</w:t>
      </w:r>
      <w:r w:rsidRPr="009647FC">
        <w:rPr>
          <w:rtl/>
        </w:rPr>
        <w:t xml:space="preserve"> ومنتجعي الرفد</w:t>
      </w:r>
      <w:r w:rsidR="00677BC4">
        <w:rPr>
          <w:rtl/>
        </w:rPr>
        <w:t>َ</w:t>
      </w:r>
      <w:r w:rsidRPr="009647FC">
        <w:rPr>
          <w:rtl/>
        </w:rPr>
        <w:t xml:space="preserve"> في الزمن العسوف</w:t>
      </w:r>
      <w:r w:rsidR="00D769AB">
        <w:rPr>
          <w:rtl/>
        </w:rPr>
        <w:t>،</w:t>
      </w:r>
      <w:r w:rsidRPr="009647FC">
        <w:rPr>
          <w:rtl/>
        </w:rPr>
        <w:t xml:space="preserve"> هلمُّوا إلى النبأ العظيم</w:t>
      </w:r>
      <w:r w:rsidR="00D769AB">
        <w:rPr>
          <w:rtl/>
        </w:rPr>
        <w:t>،</w:t>
      </w:r>
      <w:r w:rsidRPr="009647FC">
        <w:rPr>
          <w:rtl/>
        </w:rPr>
        <w:t xml:space="preserve"> والفادح الجسيم</w:t>
      </w:r>
      <w:r w:rsidR="00D769AB">
        <w:rPr>
          <w:rtl/>
        </w:rPr>
        <w:t>،</w:t>
      </w:r>
      <w:r w:rsidRPr="009647FC">
        <w:rPr>
          <w:rtl/>
        </w:rPr>
        <w:t xml:space="preserve"> الذي جد</w:t>
      </w:r>
      <w:r w:rsidR="00677BC4">
        <w:rPr>
          <w:rtl/>
        </w:rPr>
        <w:t>َ</w:t>
      </w:r>
      <w:r w:rsidRPr="009647FC">
        <w:rPr>
          <w:rtl/>
        </w:rPr>
        <w:t>ع مارن الدين</w:t>
      </w:r>
      <w:r w:rsidR="00D769AB">
        <w:rPr>
          <w:rtl/>
        </w:rPr>
        <w:t>،</w:t>
      </w:r>
      <w:r w:rsidRPr="009647FC">
        <w:rPr>
          <w:rtl/>
        </w:rPr>
        <w:t xml:space="preserve"> وقصم ظهر الإسلام والمسلمين</w:t>
      </w:r>
      <w:r w:rsidR="00D769AB">
        <w:rPr>
          <w:rtl/>
        </w:rPr>
        <w:t>،</w:t>
      </w:r>
      <w:r w:rsidRPr="009647FC">
        <w:rPr>
          <w:rtl/>
        </w:rPr>
        <w:t xml:space="preserve"> فطامِنوا لهذا الحادث رؤوسكم</w:t>
      </w:r>
      <w:r w:rsidR="00D769AB">
        <w:rPr>
          <w:rtl/>
        </w:rPr>
        <w:t>،</w:t>
      </w:r>
      <w:r w:rsidRPr="009647FC">
        <w:rPr>
          <w:rtl/>
        </w:rPr>
        <w:t xml:space="preserve"> لقد استُلِب عزّ</w:t>
      </w:r>
      <w:r w:rsidR="00677BC4">
        <w:rPr>
          <w:rtl/>
        </w:rPr>
        <w:t>َ</w:t>
      </w:r>
      <w:r w:rsidRPr="009647FC">
        <w:rPr>
          <w:rtl/>
        </w:rPr>
        <w:t>كم وناموسكم</w:t>
      </w:r>
      <w:r w:rsidR="00D769AB">
        <w:rPr>
          <w:rtl/>
        </w:rPr>
        <w:t>؛</w:t>
      </w:r>
      <w:r w:rsidRPr="009647FC">
        <w:rPr>
          <w:rtl/>
        </w:rPr>
        <w:t xml:space="preserve"> رُزيتم واللّه بمنْ جُمعت له الرتبة العليا</w:t>
      </w:r>
      <w:r w:rsidR="00D769AB">
        <w:rPr>
          <w:rtl/>
        </w:rPr>
        <w:t>،</w:t>
      </w:r>
      <w:r w:rsidRPr="009647FC">
        <w:rPr>
          <w:rtl/>
        </w:rPr>
        <w:t xml:space="preserve"> بين رئاسة الدين والدنيا</w:t>
      </w:r>
      <w:r w:rsidR="00D769AB">
        <w:rPr>
          <w:rtl/>
        </w:rPr>
        <w:t>،</w:t>
      </w:r>
      <w:r w:rsidRPr="009647FC">
        <w:rPr>
          <w:rtl/>
        </w:rPr>
        <w:t xml:space="preserve"> قد ترشّح لها بين النبوّة والإمامة</w:t>
      </w:r>
      <w:r w:rsidR="00D769AB">
        <w:rPr>
          <w:rtl/>
        </w:rPr>
        <w:t>،</w:t>
      </w:r>
      <w:r w:rsidRPr="009647FC">
        <w:rPr>
          <w:rtl/>
        </w:rPr>
        <w:t xml:space="preserve"> واقتعد بها من الشرف الرفيع غاربه وستامه</w:t>
      </w:r>
      <w:r w:rsidR="00D769AB">
        <w:rPr>
          <w:rtl/>
        </w:rPr>
        <w:t>،</w:t>
      </w:r>
      <w:r w:rsidRPr="009647FC">
        <w:rPr>
          <w:rtl/>
        </w:rPr>
        <w:t xml:space="preserve"> وتوالت في المجد مناقبه الغرر فملأتْ من الدهر السمع والبصر</w:t>
      </w:r>
      <w:r w:rsidR="00D769AB">
        <w:rPr>
          <w:rtl/>
        </w:rPr>
        <w:t>،</w:t>
      </w:r>
      <w:r w:rsidRPr="009647FC">
        <w:rPr>
          <w:rtl/>
        </w:rPr>
        <w:t xml:space="preserve"> خلّدها على جباه الأعصار مسطورة</w:t>
      </w:r>
      <w:r w:rsidR="00D769AB">
        <w:rPr>
          <w:rtl/>
        </w:rPr>
        <w:t>،</w:t>
      </w:r>
      <w:r w:rsidRPr="009647FC">
        <w:rPr>
          <w:rtl/>
        </w:rPr>
        <w:t xml:space="preserve"> وبألسن الثناء في ألسنة المدن والأمصار مرويّ</w:t>
      </w:r>
      <w:r w:rsidR="00677BC4">
        <w:rPr>
          <w:rtl/>
        </w:rPr>
        <w:t>َ</w:t>
      </w:r>
      <w:r w:rsidRPr="009647FC">
        <w:rPr>
          <w:rtl/>
        </w:rPr>
        <w:t>ة ومأثورة</w:t>
      </w:r>
      <w:r w:rsidR="00D769AB">
        <w:rPr>
          <w:rtl/>
        </w:rPr>
        <w:t>،</w:t>
      </w:r>
      <w:r w:rsidRPr="009647FC">
        <w:rPr>
          <w:rtl/>
        </w:rPr>
        <w:t xml:space="preserve"> تتغنّى بها الحداةُ في الفلوات</w:t>
      </w:r>
      <w:r w:rsidR="00D769AB">
        <w:rPr>
          <w:rtl/>
        </w:rPr>
        <w:t>،</w:t>
      </w:r>
      <w:r w:rsidRPr="009647FC">
        <w:rPr>
          <w:rtl/>
        </w:rPr>
        <w:t xml:space="preserve"> وتتناقلها الرواة على تعاقب السنين في جميع الأوقات</w:t>
      </w:r>
      <w:r w:rsidR="00D769AB">
        <w:rPr>
          <w:rtl/>
        </w:rPr>
        <w:t>،</w:t>
      </w:r>
      <w:r w:rsidRPr="009647FC">
        <w:rPr>
          <w:rtl/>
        </w:rPr>
        <w:t xml:space="preserve"> تنبئُ عن حضرة سامية القدر رفيعة الرواق</w:t>
      </w:r>
      <w:r w:rsidR="00D769AB">
        <w:rPr>
          <w:rtl/>
        </w:rPr>
        <w:t>،</w:t>
      </w:r>
      <w:r w:rsidRPr="009647FC">
        <w:rPr>
          <w:rtl/>
        </w:rPr>
        <w:t xml:space="preserve"> آهلة الأفنية بكثرة الضيوف والطرّاق</w:t>
      </w:r>
      <w:r w:rsidR="00D769AB">
        <w:rPr>
          <w:rtl/>
        </w:rPr>
        <w:t>،</w:t>
      </w:r>
      <w:r w:rsidRPr="009647FC">
        <w:rPr>
          <w:rtl/>
        </w:rPr>
        <w:t xml:space="preserve"> جليلة الشأن والخطر</w:t>
      </w:r>
      <w:r w:rsidR="00D769AB">
        <w:rPr>
          <w:rtl/>
        </w:rPr>
        <w:t>،</w:t>
      </w:r>
      <w:r w:rsidRPr="009647FC">
        <w:rPr>
          <w:rtl/>
        </w:rPr>
        <w:t xml:space="preserve"> جميلة العيان والأثر</w:t>
      </w:r>
      <w:r w:rsidR="00D769AB">
        <w:rPr>
          <w:rtl/>
        </w:rPr>
        <w:t>،</w:t>
      </w:r>
      <w:r w:rsidRPr="009647FC">
        <w:rPr>
          <w:rtl/>
        </w:rPr>
        <w:t xml:space="preserve"> قد جاس رائدُ صيتها خلال الأرض</w:t>
      </w:r>
      <w:r w:rsidR="00D769AB">
        <w:rPr>
          <w:rtl/>
        </w:rPr>
        <w:t>،</w:t>
      </w:r>
      <w:r w:rsidRPr="009647FC">
        <w:rPr>
          <w:rtl/>
        </w:rPr>
        <w:t xml:space="preserve">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فؤاداً</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وفنيت مواقيتها وثمائن يواقيتها في أداء المعروف نافلةً وفرضاً</w:t>
      </w:r>
      <w:r w:rsidR="00D769AB">
        <w:rPr>
          <w:rtl/>
        </w:rPr>
        <w:t>،</w:t>
      </w:r>
      <w:r w:rsidRPr="009647FC">
        <w:rPr>
          <w:rtl/>
        </w:rPr>
        <w:t xml:space="preserve"> فلذكر ربّه (تغمده اللّه برحمته ورضوانه) النباهة</w:t>
      </w:r>
      <w:r w:rsidR="00D769AB">
        <w:rPr>
          <w:rtl/>
        </w:rPr>
        <w:t>،</w:t>
      </w:r>
      <w:r w:rsidRPr="009647FC">
        <w:rPr>
          <w:rtl/>
        </w:rPr>
        <w:t xml:space="preserve"> ولجاهه (أعلى اللّه مقامه)‍ الوجاهة</w:t>
      </w:r>
      <w:r w:rsidR="00D769AB">
        <w:rPr>
          <w:rtl/>
        </w:rPr>
        <w:t>،</w:t>
      </w:r>
      <w:r w:rsidRPr="009647FC">
        <w:rPr>
          <w:rtl/>
        </w:rPr>
        <w:t xml:space="preserve"> ولقدره (طاب ثراه) التنويه</w:t>
      </w:r>
      <w:r w:rsidR="00D769AB">
        <w:rPr>
          <w:rtl/>
        </w:rPr>
        <w:t>،</w:t>
      </w:r>
      <w:r w:rsidRPr="009647FC">
        <w:rPr>
          <w:rtl/>
        </w:rPr>
        <w:t xml:space="preserve"> ولذاته (قدّس سرُّه) التنزيه</w:t>
      </w:r>
      <w:r w:rsidR="00D769AB">
        <w:rPr>
          <w:rtl/>
        </w:rPr>
        <w:t>،</w:t>
      </w:r>
      <w:r w:rsidRPr="009647FC">
        <w:rPr>
          <w:rtl/>
        </w:rPr>
        <w:t xml:space="preserve"> لقد نشر بيد الفخر في الخافقين أعلامه</w:t>
      </w:r>
      <w:r w:rsidR="00D769AB">
        <w:rPr>
          <w:rtl/>
        </w:rPr>
        <w:t>،</w:t>
      </w:r>
      <w:r w:rsidRPr="009647FC">
        <w:rPr>
          <w:rtl/>
        </w:rPr>
        <w:t xml:space="preserve"> وطوى على المكارم لياليه وأيّامه</w:t>
      </w:r>
      <w:r w:rsidR="00D769AB">
        <w:rPr>
          <w:rtl/>
        </w:rPr>
        <w:t>،</w:t>
      </w:r>
      <w:r w:rsidRPr="009647FC">
        <w:rPr>
          <w:rtl/>
        </w:rPr>
        <w:t xml:space="preserve"> ورحل عن الدنيا إلى اللحود</w:t>
      </w:r>
      <w:r w:rsidR="00D769AB">
        <w:rPr>
          <w:rtl/>
        </w:rPr>
        <w:t>،</w:t>
      </w:r>
      <w:r w:rsidRPr="009647FC">
        <w:rPr>
          <w:rtl/>
        </w:rPr>
        <w:t xml:space="preserve"> وكان لها كاسمه (جعفر) فضلٍ وجود</w:t>
      </w:r>
      <w:r w:rsidR="00D769AB">
        <w:rPr>
          <w:rtl/>
        </w:rPr>
        <w:t>،</w:t>
      </w:r>
      <w:r w:rsidRPr="009647FC">
        <w:rPr>
          <w:rtl/>
        </w:rPr>
        <w:t xml:space="preserve"> قد أحبّ</w:t>
      </w:r>
      <w:r w:rsidR="00677BC4">
        <w:rPr>
          <w:rtl/>
        </w:rPr>
        <w:t>َ</w:t>
      </w:r>
      <w:r w:rsidRPr="009647FC">
        <w:rPr>
          <w:rtl/>
        </w:rPr>
        <w:t>ت روحه الطاهرة أن تتحوّل عن هذه الدار إلى نعيم دار الآخرة</w:t>
      </w:r>
      <w:r w:rsidR="00D769AB">
        <w:rPr>
          <w:rtl/>
        </w:rPr>
        <w:t>،</w:t>
      </w:r>
      <w:r w:rsidRPr="009647FC">
        <w:rPr>
          <w:rtl/>
        </w:rPr>
        <w:t xml:space="preserve"> فانتقل إليها بعد أن شحن الأولى ببرّه</w:t>
      </w:r>
      <w:r w:rsidR="00D769AB">
        <w:rPr>
          <w:rtl/>
        </w:rPr>
        <w:t>،</w:t>
      </w:r>
      <w:r w:rsidRPr="009647FC">
        <w:rPr>
          <w:rtl/>
        </w:rPr>
        <w:t xml:space="preserve"> وطبّ</w:t>
      </w:r>
      <w:r w:rsidR="00677BC4">
        <w:rPr>
          <w:rtl/>
        </w:rPr>
        <w:t>َ</w:t>
      </w:r>
      <w:r w:rsidRPr="009647FC">
        <w:rPr>
          <w:rtl/>
        </w:rPr>
        <w:t>ق أقطارها بفخره</w:t>
      </w:r>
      <w:r w:rsidR="00D769AB">
        <w:rPr>
          <w:rtl/>
        </w:rPr>
        <w:t>،</w:t>
      </w:r>
      <w:r w:rsidRPr="009647FC">
        <w:rPr>
          <w:rtl/>
        </w:rPr>
        <w:t xml:space="preserve"> وحمل من رواق مجده</w:t>
      </w:r>
      <w:r w:rsidR="00D769AB">
        <w:rPr>
          <w:rtl/>
        </w:rPr>
        <w:t>،</w:t>
      </w:r>
      <w:r w:rsidRPr="009647FC">
        <w:rPr>
          <w:rtl/>
        </w:rPr>
        <w:t xml:space="preserve"> ودفن في رواق جدّه</w:t>
      </w:r>
      <w:r w:rsidR="00D769AB">
        <w:rPr>
          <w:rtl/>
        </w:rPr>
        <w:t>،</w:t>
      </w:r>
      <w:r w:rsidRPr="009647FC">
        <w:rPr>
          <w:rtl/>
        </w:rPr>
        <w:t xml:space="preserve"> فصكّ</w:t>
      </w:r>
      <w:r w:rsidR="00677BC4">
        <w:rPr>
          <w:rtl/>
        </w:rPr>
        <w:t>َ</w:t>
      </w:r>
      <w:r w:rsidRPr="009647FC">
        <w:rPr>
          <w:rtl/>
        </w:rPr>
        <w:t>ت له الأشراف الجباه</w:t>
      </w:r>
      <w:r w:rsidR="00D769AB">
        <w:rPr>
          <w:rtl/>
        </w:rPr>
        <w:t>،</w:t>
      </w:r>
      <w:r w:rsidRPr="009647FC">
        <w:rPr>
          <w:rtl/>
        </w:rPr>
        <w:t xml:space="preserve"> عندما نفضتْ بأكفّها الصبر</w:t>
      </w:r>
      <w:r w:rsidR="00677BC4">
        <w:rPr>
          <w:rtl/>
        </w:rPr>
        <w:t>َ</w:t>
      </w:r>
      <w:r w:rsidRPr="009647FC">
        <w:rPr>
          <w:rtl/>
        </w:rPr>
        <w:t xml:space="preserve"> على ثراه</w:t>
      </w:r>
      <w:r w:rsidR="00D769AB">
        <w:rPr>
          <w:rtl/>
        </w:rPr>
        <w:t>،</w:t>
      </w:r>
      <w:r w:rsidRPr="009647FC">
        <w:rPr>
          <w:rtl/>
        </w:rPr>
        <w:t xml:space="preserve"> ثمّ انصرف الجميع والعلياء خلفهم تقرع سمع بني عبد منافٍ بما أنشأته من هذا التقريع</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عودي بطرفكِ يا قريش كليلا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وبعزمك امتلأت ظُباه فلولا</w:t>
            </w:r>
            <w:r w:rsidRPr="004E7EC6">
              <w:rPr>
                <w:rStyle w:val="libFootnotenumChar"/>
                <w:rtl/>
              </w:rPr>
              <w:t>(1)</w:t>
            </w:r>
            <w:r w:rsidRPr="00725071">
              <w:rPr>
                <w:rStyle w:val="libPoemTiniChar0"/>
                <w:rtl/>
              </w:rPr>
              <w:br/>
              <w:t> </w:t>
            </w:r>
          </w:p>
        </w:tc>
      </w:tr>
    </w:tbl>
    <w:p w:rsidR="009647FC" w:rsidRPr="00524A24" w:rsidRDefault="009647FC" w:rsidP="004E7EC6">
      <w:pPr>
        <w:pStyle w:val="libNormal"/>
      </w:pPr>
      <w:r w:rsidRPr="009647FC">
        <w:rPr>
          <w:rtl/>
        </w:rPr>
        <w:t>وأقيمت مآتمُ العزاء</w:t>
      </w:r>
      <w:r w:rsidR="00D769AB">
        <w:rPr>
          <w:rtl/>
        </w:rPr>
        <w:t>،</w:t>
      </w:r>
      <w:r w:rsidRPr="009647FC">
        <w:rPr>
          <w:rtl/>
        </w:rPr>
        <w:t xml:space="preserve"> فناحت فيها حتى أملاك السماء</w:t>
      </w:r>
      <w:r w:rsidR="00D769AB">
        <w:rPr>
          <w:rtl/>
        </w:rPr>
        <w:t>،</w:t>
      </w:r>
      <w:r w:rsidRPr="009647FC">
        <w:rPr>
          <w:rtl/>
        </w:rPr>
        <w:t xml:space="preserve"> وندبتْ فيها الشعراء</w:t>
      </w:r>
      <w:r w:rsidR="00D769AB">
        <w:rPr>
          <w:rtl/>
        </w:rPr>
        <w:t>،</w:t>
      </w:r>
      <w:r w:rsidRPr="009647FC">
        <w:rPr>
          <w:rtl/>
        </w:rPr>
        <w:t xml:space="preserve"> بقوافٍ من الشعر ثواكل</w:t>
      </w:r>
      <w:r w:rsidR="00D769AB">
        <w:rPr>
          <w:rtl/>
        </w:rPr>
        <w:t>،</w:t>
      </w:r>
      <w:r w:rsidRPr="009647FC">
        <w:rPr>
          <w:rtl/>
        </w:rPr>
        <w:t xml:space="preserve"> تتناشدها ذوو الأحزان في المناحات والمحافل</w:t>
      </w:r>
      <w:r w:rsidR="00D769AB">
        <w:rPr>
          <w:rtl/>
        </w:rPr>
        <w:t>،</w:t>
      </w:r>
      <w:r w:rsidRPr="009647FC">
        <w:rPr>
          <w:rtl/>
        </w:rPr>
        <w:t xml:space="preserve"> ثمّ عزّ وافيها أباه</w:t>
      </w:r>
      <w:r w:rsidR="00D769AB">
        <w:rPr>
          <w:rtl/>
        </w:rPr>
        <w:t>،</w:t>
      </w:r>
      <w:r w:rsidRPr="009647FC">
        <w:rPr>
          <w:rtl/>
        </w:rPr>
        <w:t xml:space="preserve"> فرع الأراكة الهاشميّة</w:t>
      </w:r>
      <w:r w:rsidR="00D769AB">
        <w:rPr>
          <w:rtl/>
        </w:rPr>
        <w:t>،</w:t>
      </w:r>
      <w:r w:rsidRPr="009647FC">
        <w:rPr>
          <w:rtl/>
        </w:rPr>
        <w:t xml:space="preserve"> ومنار الشريعة المحمديّة</w:t>
      </w:r>
      <w:r w:rsidR="00D769AB">
        <w:rPr>
          <w:rtl/>
        </w:rPr>
        <w:t>،</w:t>
      </w:r>
      <w:r w:rsidRPr="009647FC">
        <w:rPr>
          <w:rtl/>
        </w:rPr>
        <w:t xml:space="preserve"> رئيس المحقّقين (محمد المهدي) بن الحسن معزّ الدين</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1A0A79" w:rsidP="00B42902">
            <w:pPr>
              <w:pStyle w:val="libPoem"/>
            </w:pPr>
            <w:r w:rsidRPr="009647FC">
              <w:rPr>
                <w:rtl/>
              </w:rPr>
              <w:t>علم الأمّة علامتُها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صبحُها مصباحها نور هداها</w:t>
            </w:r>
            <w:r w:rsidRPr="00725071">
              <w:rPr>
                <w:rStyle w:val="libPoemTiniChar0"/>
                <w:rtl/>
              </w:rPr>
              <w:br/>
              <w:t> </w:t>
            </w:r>
          </w:p>
        </w:tc>
      </w:tr>
      <w:tr w:rsidR="001A0A79" w:rsidTr="001A0A79">
        <w:trPr>
          <w:trHeight w:val="350"/>
        </w:trPr>
        <w:tc>
          <w:tcPr>
            <w:tcW w:w="3924" w:type="dxa"/>
          </w:tcPr>
          <w:p w:rsidR="001A0A79" w:rsidRDefault="001A0A79" w:rsidP="00B42902">
            <w:pPr>
              <w:pStyle w:val="libPoem"/>
            </w:pPr>
            <w:r w:rsidRPr="009647FC">
              <w:rPr>
                <w:rtl/>
              </w:rPr>
              <w:t>قلبُها قلّ</w:t>
            </w:r>
            <w:r>
              <w:rPr>
                <w:rtl/>
              </w:rPr>
              <w:t>َ</w:t>
            </w:r>
            <w:r w:rsidRPr="009647FC">
              <w:rPr>
                <w:rtl/>
              </w:rPr>
              <w:t>بها حوّ</w:t>
            </w:r>
            <w:r>
              <w:rPr>
                <w:rtl/>
              </w:rPr>
              <w:t>َ</w:t>
            </w:r>
            <w:r w:rsidRPr="009647FC">
              <w:rPr>
                <w:rtl/>
              </w:rPr>
              <w:t>لها</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عضبُها بيضتُها حامي حماها</w:t>
            </w:r>
            <w:r w:rsidRPr="00725071">
              <w:rPr>
                <w:rStyle w:val="libPoemTiniChar0"/>
                <w:rtl/>
              </w:rPr>
              <w:br/>
              <w:t> </w:t>
            </w:r>
          </w:p>
        </w:tc>
      </w:tr>
    </w:tbl>
    <w:p w:rsidR="009647FC" w:rsidRPr="00524A24" w:rsidRDefault="009647FC" w:rsidP="004E7EC6">
      <w:pPr>
        <w:pStyle w:val="libNormal"/>
      </w:pPr>
      <w:r w:rsidRPr="009647FC">
        <w:rPr>
          <w:rtl/>
        </w:rPr>
        <w:t>وجرو</w:t>
      </w:r>
      <w:r w:rsidR="00677BC4">
        <w:rPr>
          <w:rtl/>
        </w:rPr>
        <w:t>َ</w:t>
      </w:r>
      <w:r w:rsidRPr="009647FC">
        <w:rPr>
          <w:rtl/>
        </w:rPr>
        <w:t>ا عنه متساجلين في تسليته عنه بأخوته</w:t>
      </w:r>
      <w:r w:rsidR="00D769AB">
        <w:rPr>
          <w:rtl/>
        </w:rPr>
        <w:t>،</w:t>
      </w:r>
      <w:r w:rsidRPr="009647FC">
        <w:rPr>
          <w:rtl/>
        </w:rPr>
        <w:t xml:space="preserve"> وكفى سلوة عنه بأكبرهم أخيه الصالح لسدّ ثلمته</w:t>
      </w:r>
      <w:r w:rsidR="00D769AB">
        <w:rPr>
          <w:rtl/>
        </w:rPr>
        <w:t>،</w:t>
      </w:r>
      <w:r w:rsidRPr="009647FC">
        <w:rPr>
          <w:rtl/>
        </w:rPr>
        <w:t xml:space="preserve"> وبالمعدِّ لتشييد بيت الحسب والمجد</w:t>
      </w:r>
      <w:r w:rsidR="00D769AB">
        <w:rPr>
          <w:rtl/>
        </w:rPr>
        <w:t>،</w:t>
      </w:r>
      <w:r w:rsidRPr="009647FC">
        <w:rPr>
          <w:rtl/>
        </w:rPr>
        <w:t xml:space="preserve"> أخيهما أبي القاسم (محمد) وبأخيهم الحسين الذي حلّ من الزمن محلّ الروح من الجسد</w:t>
      </w:r>
      <w:r w:rsidR="00D769AB">
        <w:rPr>
          <w:rtl/>
        </w:rPr>
        <w:t>،</w:t>
      </w:r>
      <w:r w:rsidRPr="009647FC">
        <w:rPr>
          <w:rtl/>
        </w:rPr>
        <w:t xml:space="preserve"> والواسطة من العقد المنضّد</w:t>
      </w:r>
      <w:r w:rsidR="00D769AB">
        <w:rPr>
          <w:rtl/>
        </w:rPr>
        <w:t>،</w:t>
      </w:r>
      <w:r w:rsidRPr="009647FC">
        <w:rPr>
          <w:rtl/>
        </w:rPr>
        <w:t xml:space="preserve"> فهم وأبيهم كما قلتُ فيه وفيهم</w:t>
      </w:r>
      <w:r w:rsidR="00D769AB">
        <w:rPr>
          <w:rtl/>
        </w:rPr>
        <w:t>:</w:t>
      </w:r>
    </w:p>
    <w:tbl>
      <w:tblPr>
        <w:tblStyle w:val="TableGrid"/>
        <w:bidiVisual/>
        <w:tblW w:w="4562" w:type="pct"/>
        <w:tblInd w:w="384" w:type="dxa"/>
        <w:tblLook w:val="04A0"/>
      </w:tblPr>
      <w:tblGrid>
        <w:gridCol w:w="3924"/>
        <w:gridCol w:w="279"/>
        <w:gridCol w:w="3884"/>
      </w:tblGrid>
      <w:tr w:rsidR="001A0A79" w:rsidTr="00B42902">
        <w:trPr>
          <w:trHeight w:val="350"/>
        </w:trPr>
        <w:tc>
          <w:tcPr>
            <w:tcW w:w="3924" w:type="dxa"/>
          </w:tcPr>
          <w:p w:rsidR="001A0A79" w:rsidRDefault="001A0A79" w:rsidP="00B42902">
            <w:pPr>
              <w:pStyle w:val="libPoem"/>
            </w:pPr>
            <w:r w:rsidRPr="009647FC">
              <w:rPr>
                <w:rtl/>
              </w:rPr>
              <w:t>قمرُ السماء أبوهمُ</w:t>
            </w:r>
            <w:r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1A0A79" w:rsidP="00B42902">
            <w:pPr>
              <w:pStyle w:val="libPoem"/>
            </w:pPr>
            <w:r w:rsidRPr="009647FC">
              <w:rPr>
                <w:rtl/>
              </w:rPr>
              <w:t>شرفاً وهم والشهبُ أخو</w:t>
            </w:r>
            <w:r>
              <w:rPr>
                <w:rtl/>
              </w:rPr>
              <w:t>َ</w:t>
            </w:r>
            <w:r w:rsidRPr="009647FC">
              <w:rPr>
                <w:rtl/>
              </w:rPr>
              <w:t>هْ</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ذكرت في باب المراثي</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بل كما أقول</w:t>
      </w:r>
      <w:r w:rsidR="00D769AB">
        <w:rPr>
          <w:rtl/>
        </w:rPr>
        <w:t>:</w:t>
      </w:r>
      <w:r w:rsidRPr="009647FC">
        <w:rPr>
          <w:rtl/>
        </w:rPr>
        <w:t xml:space="preserve"> وإنْ رُغمتْ معاطس</w:t>
      </w:r>
      <w:r w:rsidR="00D769AB">
        <w:rPr>
          <w:rtl/>
        </w:rPr>
        <w:t>،</w:t>
      </w:r>
      <w:r w:rsidRPr="009647FC">
        <w:rPr>
          <w:rtl/>
        </w:rPr>
        <w:t xml:space="preserve"> وازورّ</w:t>
      </w:r>
      <w:r w:rsidR="00677BC4">
        <w:rPr>
          <w:rtl/>
        </w:rPr>
        <w:t>َ</w:t>
      </w:r>
      <w:r w:rsidRPr="009647FC">
        <w:rPr>
          <w:rtl/>
        </w:rPr>
        <w:t>تْ من الحنق نفوسٌ ليست عند العلياء بنفائس</w:t>
      </w:r>
      <w:r w:rsidR="00D769AB">
        <w:rPr>
          <w:rtl/>
        </w:rPr>
        <w:t>:</w:t>
      </w:r>
    </w:p>
    <w:tbl>
      <w:tblPr>
        <w:tblStyle w:val="TableGrid"/>
        <w:bidiVisual/>
        <w:tblW w:w="4562" w:type="pct"/>
        <w:tblInd w:w="384" w:type="dxa"/>
        <w:tblLook w:val="04A0"/>
      </w:tblPr>
      <w:tblGrid>
        <w:gridCol w:w="3924"/>
        <w:gridCol w:w="279"/>
        <w:gridCol w:w="3884"/>
      </w:tblGrid>
      <w:tr w:rsidR="001A0A79" w:rsidTr="001A0A79">
        <w:trPr>
          <w:trHeight w:val="350"/>
        </w:trPr>
        <w:tc>
          <w:tcPr>
            <w:tcW w:w="3924" w:type="dxa"/>
          </w:tcPr>
          <w:p w:rsidR="001A0A79" w:rsidRDefault="000D3487" w:rsidP="00B42902">
            <w:pPr>
              <w:pStyle w:val="libPoem"/>
            </w:pPr>
            <w:r w:rsidRPr="009647FC">
              <w:rPr>
                <w:rtl/>
              </w:rPr>
              <w:t>إنّما هاشمٌ لباب قريشٍ</w:t>
            </w:r>
            <w:r w:rsidR="001A0A79"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0D3487" w:rsidP="00B42902">
            <w:pPr>
              <w:pStyle w:val="libPoem"/>
            </w:pPr>
            <w:r w:rsidRPr="009647FC">
              <w:rPr>
                <w:rtl/>
              </w:rPr>
              <w:t>وهمُ صفوُ هاشمٍ واللبابُ</w:t>
            </w:r>
            <w:r w:rsidR="001A0A79" w:rsidRPr="00725071">
              <w:rPr>
                <w:rStyle w:val="libPoemTiniChar0"/>
                <w:rtl/>
              </w:rPr>
              <w:br/>
              <w:t> </w:t>
            </w:r>
          </w:p>
        </w:tc>
      </w:tr>
      <w:tr w:rsidR="001A0A79" w:rsidTr="001A0A79">
        <w:trPr>
          <w:trHeight w:val="350"/>
        </w:trPr>
        <w:tc>
          <w:tcPr>
            <w:tcW w:w="3924" w:type="dxa"/>
          </w:tcPr>
          <w:p w:rsidR="001A0A79" w:rsidRDefault="000D3487" w:rsidP="00B42902">
            <w:pPr>
              <w:pStyle w:val="libPoem"/>
            </w:pPr>
            <w:r w:rsidRPr="009647FC">
              <w:rPr>
                <w:rtl/>
              </w:rPr>
              <w:t>فئةٌ منصبُ الإمامة فيها</w:t>
            </w:r>
            <w:r w:rsidR="001A0A79" w:rsidRPr="00725071">
              <w:rPr>
                <w:rStyle w:val="libPoemTiniChar0"/>
                <w:rtl/>
              </w:rPr>
              <w:br/>
              <w:t> </w:t>
            </w:r>
          </w:p>
        </w:tc>
        <w:tc>
          <w:tcPr>
            <w:tcW w:w="279" w:type="dxa"/>
          </w:tcPr>
          <w:p w:rsidR="001A0A79" w:rsidRDefault="001A0A79" w:rsidP="00B42902">
            <w:pPr>
              <w:pStyle w:val="libPoem"/>
              <w:rPr>
                <w:rtl/>
              </w:rPr>
            </w:pPr>
          </w:p>
        </w:tc>
        <w:tc>
          <w:tcPr>
            <w:tcW w:w="3884" w:type="dxa"/>
          </w:tcPr>
          <w:p w:rsidR="001A0A79" w:rsidRDefault="000D3487" w:rsidP="00B42902">
            <w:pPr>
              <w:pStyle w:val="libPoem"/>
            </w:pPr>
            <w:r w:rsidRPr="009647FC">
              <w:rPr>
                <w:rtl/>
              </w:rPr>
              <w:t>وسواها ومجدُها الأنصابُ</w:t>
            </w:r>
            <w:r w:rsidR="001A0A79" w:rsidRPr="00725071">
              <w:rPr>
                <w:rStyle w:val="libPoemTiniChar0"/>
                <w:rtl/>
              </w:rPr>
              <w:br/>
              <w:t> </w:t>
            </w:r>
          </w:p>
        </w:tc>
      </w:tr>
    </w:tbl>
    <w:p w:rsidR="009647FC" w:rsidRPr="00524A24" w:rsidRDefault="009647FC" w:rsidP="004E7EC6">
      <w:pPr>
        <w:pStyle w:val="libNormal"/>
      </w:pPr>
      <w:r w:rsidRPr="004E7EC6">
        <w:rPr>
          <w:rtl/>
        </w:rPr>
        <w:t>لعمري لئن</w:t>
      </w:r>
      <w:r w:rsidRPr="004E7EC6">
        <w:rPr>
          <w:rStyle w:val="libFootnotenumChar"/>
          <w:rtl/>
        </w:rPr>
        <w:t>(1)</w:t>
      </w:r>
      <w:r w:rsidRPr="004E7EC6">
        <w:rPr>
          <w:rtl/>
        </w:rPr>
        <w:t xml:space="preserve"> فقد منها شخصٌ لم تفقد مزاياه</w:t>
      </w:r>
      <w:r w:rsidR="00D769AB">
        <w:rPr>
          <w:rtl/>
        </w:rPr>
        <w:t>،</w:t>
      </w:r>
      <w:r w:rsidRPr="004E7EC6">
        <w:rPr>
          <w:rtl/>
        </w:rPr>
        <w:t xml:space="preserve"> وطوى الموتُ عنها عيان</w:t>
      </w:r>
      <w:r w:rsidR="00677BC4">
        <w:rPr>
          <w:rtl/>
        </w:rPr>
        <w:t>َ</w:t>
      </w:r>
      <w:r w:rsidRPr="004E7EC6">
        <w:rPr>
          <w:rtl/>
        </w:rPr>
        <w:t xml:space="preserve"> م</w:t>
      </w:r>
      <w:r w:rsidR="00677BC4">
        <w:rPr>
          <w:rtl/>
        </w:rPr>
        <w:t>َ</w:t>
      </w:r>
      <w:r w:rsidRPr="004E7EC6">
        <w:rPr>
          <w:rtl/>
        </w:rPr>
        <w:t>نْ لم تطق الأيام والليالي مكارمه وعلياه</w:t>
      </w:r>
      <w:r w:rsidR="00D769AB">
        <w:rPr>
          <w:rtl/>
        </w:rPr>
        <w:t>،</w:t>
      </w:r>
      <w:r w:rsidRPr="004E7EC6">
        <w:rPr>
          <w:rtl/>
        </w:rPr>
        <w:t xml:space="preserve"> فلقد كفل أخوه الصالح لمجده بنشره لمّا قام مقامه من بعده</w:t>
      </w:r>
      <w:r w:rsidR="00D769AB">
        <w:rPr>
          <w:rtl/>
        </w:rPr>
        <w:t>،</w:t>
      </w:r>
      <w:r w:rsidRPr="004E7EC6">
        <w:rPr>
          <w:rtl/>
        </w:rPr>
        <w:t xml:space="preserve"> في ندىِّ فخره</w:t>
      </w:r>
      <w:r w:rsidR="00D769AB">
        <w:rPr>
          <w:rtl/>
        </w:rPr>
        <w:t>،</w:t>
      </w:r>
      <w:r w:rsidRPr="004E7EC6">
        <w:rPr>
          <w:rtl/>
        </w:rPr>
        <w:t xml:space="preserve"> ويليق بهذا المحلّ أن أرسم من نظمي هذه الأبيات التي جاءت كالعقد المفصل</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أقول</w:t>
            </w:r>
            <w:r w:rsidR="004C00A8">
              <w:rPr>
                <w:rtl/>
              </w:rPr>
              <w:t xml:space="preserve"> </w:t>
            </w:r>
            <w:r w:rsidRPr="009647FC">
              <w:rPr>
                <w:rtl/>
              </w:rPr>
              <w:t>للقلب</w:t>
            </w:r>
            <w:r>
              <w:rPr>
                <w:rtl/>
              </w:rPr>
              <w:t xml:space="preserve"> </w:t>
            </w:r>
            <w:r w:rsidRPr="009647FC">
              <w:rPr>
                <w:rtl/>
              </w:rPr>
              <w:t>وقد</w:t>
            </w:r>
            <w:r>
              <w:rPr>
                <w:rtl/>
              </w:rPr>
              <w:t xml:space="preserve"> </w:t>
            </w:r>
            <w:r w:rsidRPr="009647FC">
              <w:rPr>
                <w:rtl/>
              </w:rPr>
              <w:t>أرسلتُه</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دمعاً</w:t>
            </w:r>
            <w:r w:rsidR="004C00A8">
              <w:rPr>
                <w:rtl/>
              </w:rPr>
              <w:t xml:space="preserve"> </w:t>
            </w:r>
            <w:r w:rsidRPr="009647FC">
              <w:rPr>
                <w:rtl/>
              </w:rPr>
              <w:t>على</w:t>
            </w:r>
            <w:r>
              <w:rPr>
                <w:rtl/>
              </w:rPr>
              <w:t xml:space="preserve"> </w:t>
            </w:r>
            <w:r w:rsidRPr="009647FC">
              <w:rPr>
                <w:rtl/>
              </w:rPr>
              <w:t>ذاك</w:t>
            </w:r>
            <w:r>
              <w:rPr>
                <w:rtl/>
              </w:rPr>
              <w:t xml:space="preserve"> </w:t>
            </w:r>
            <w:r w:rsidRPr="009647FC">
              <w:rPr>
                <w:rtl/>
              </w:rPr>
              <w:t>الصفيح</w:t>
            </w:r>
            <w:r>
              <w:rPr>
                <w:rtl/>
              </w:rPr>
              <w:t xml:space="preserve"> </w:t>
            </w:r>
            <w:r w:rsidRPr="009647FC">
              <w:rPr>
                <w:rtl/>
              </w:rPr>
              <w:t>يقطرُ</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يا</w:t>
            </w:r>
            <w:r>
              <w:rPr>
                <w:rtl/>
              </w:rPr>
              <w:t xml:space="preserve"> </w:t>
            </w:r>
            <w:r w:rsidRPr="009647FC">
              <w:rPr>
                <w:rtl/>
              </w:rPr>
              <w:t>والجاً</w:t>
            </w:r>
            <w:r>
              <w:rPr>
                <w:rtl/>
              </w:rPr>
              <w:t xml:space="preserve"> </w:t>
            </w:r>
            <w:r w:rsidRPr="009647FC">
              <w:rPr>
                <w:rtl/>
              </w:rPr>
              <w:t>كافورة</w:t>
            </w:r>
            <w:r>
              <w:rPr>
                <w:rtl/>
              </w:rPr>
              <w:t xml:space="preserve"> </w:t>
            </w:r>
            <w:r w:rsidRPr="009647FC">
              <w:rPr>
                <w:rtl/>
              </w:rPr>
              <w:t>القدس</w:t>
            </w:r>
            <w:r>
              <w:rPr>
                <w:rtl/>
              </w:rPr>
              <w:t xml:space="preserve"> </w:t>
            </w:r>
            <w:r w:rsidRPr="009647FC">
              <w:rPr>
                <w:rtl/>
              </w:rPr>
              <w:t>التي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بالأمس</w:t>
            </w:r>
            <w:r>
              <w:rPr>
                <w:rtl/>
              </w:rPr>
              <w:t xml:space="preserve"> </w:t>
            </w:r>
            <w:r w:rsidRPr="009647FC">
              <w:rPr>
                <w:rtl/>
              </w:rPr>
              <w:t>قد</w:t>
            </w:r>
            <w:r>
              <w:rPr>
                <w:rtl/>
              </w:rPr>
              <w:t xml:space="preserve"> </w:t>
            </w:r>
            <w:r w:rsidRPr="009647FC">
              <w:rPr>
                <w:rtl/>
              </w:rPr>
              <w:t>أوُدع</w:t>
            </w:r>
            <w:r>
              <w:rPr>
                <w:rtl/>
              </w:rPr>
              <w:t xml:space="preserve"> </w:t>
            </w:r>
            <w:r w:rsidRPr="009647FC">
              <w:rPr>
                <w:rtl/>
              </w:rPr>
              <w:t>فيها</w:t>
            </w:r>
            <w:r>
              <w:rPr>
                <w:rtl/>
              </w:rPr>
              <w:t xml:space="preserve"> </w:t>
            </w:r>
            <w:r w:rsidRPr="009647FC">
              <w:rPr>
                <w:rtl/>
              </w:rPr>
              <w:t>الكوثرُ</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صلْ</w:t>
            </w:r>
            <w:r>
              <w:rPr>
                <w:rtl/>
              </w:rPr>
              <w:t xml:space="preserve"> </w:t>
            </w:r>
            <w:r w:rsidRPr="009647FC">
              <w:rPr>
                <w:rtl/>
              </w:rPr>
              <w:t>جعفراً</w:t>
            </w:r>
            <w:r>
              <w:rPr>
                <w:rtl/>
              </w:rPr>
              <w:t xml:space="preserve"> </w:t>
            </w:r>
            <w:r w:rsidRPr="009647FC">
              <w:rPr>
                <w:rtl/>
              </w:rPr>
              <w:t>وحيّه</w:t>
            </w:r>
            <w:r>
              <w:rPr>
                <w:rtl/>
              </w:rPr>
              <w:t xml:space="preserve"> </w:t>
            </w:r>
            <w:r w:rsidRPr="009647FC">
              <w:rPr>
                <w:rtl/>
              </w:rPr>
              <w:t>عنّي</w:t>
            </w:r>
            <w:r>
              <w:rPr>
                <w:rtl/>
              </w:rPr>
              <w:t xml:space="preserve"> </w:t>
            </w:r>
            <w:r w:rsidRPr="009647FC">
              <w:rPr>
                <w:rtl/>
              </w:rPr>
              <w:t>وقلْ</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بورك</w:t>
            </w:r>
            <w:r>
              <w:rPr>
                <w:rtl/>
              </w:rPr>
              <w:t xml:space="preserve">َ </w:t>
            </w:r>
            <w:r w:rsidRPr="009647FC">
              <w:rPr>
                <w:rtl/>
              </w:rPr>
              <w:t>م</w:t>
            </w:r>
            <w:r>
              <w:rPr>
                <w:rtl/>
              </w:rPr>
              <w:t>َ</w:t>
            </w:r>
            <w:r w:rsidRPr="009647FC">
              <w:rPr>
                <w:rtl/>
              </w:rPr>
              <w:t>نْ</w:t>
            </w:r>
            <w:r>
              <w:rPr>
                <w:rtl/>
              </w:rPr>
              <w:t xml:space="preserve"> </w:t>
            </w:r>
            <w:r w:rsidRPr="009647FC">
              <w:rPr>
                <w:rtl/>
              </w:rPr>
              <w:t>قد</w:t>
            </w:r>
            <w:r>
              <w:rPr>
                <w:rtl/>
              </w:rPr>
              <w:t xml:space="preserve"> </w:t>
            </w:r>
            <w:r w:rsidRPr="009647FC">
              <w:rPr>
                <w:rtl/>
              </w:rPr>
              <w:t>صرت</w:t>
            </w:r>
            <w:r>
              <w:rPr>
                <w:rtl/>
              </w:rPr>
              <w:t xml:space="preserve">َ </w:t>
            </w:r>
            <w:r w:rsidRPr="009647FC">
              <w:rPr>
                <w:rtl/>
              </w:rPr>
              <w:t>فيه</w:t>
            </w:r>
            <w:r>
              <w:rPr>
                <w:rtl/>
              </w:rPr>
              <w:t xml:space="preserve"> </w:t>
            </w:r>
            <w:r w:rsidRPr="009647FC">
              <w:rPr>
                <w:rtl/>
              </w:rPr>
              <w:t>تحبرُ</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أعيذُ</w:t>
            </w:r>
            <w:r>
              <w:rPr>
                <w:rtl/>
              </w:rPr>
              <w:t xml:space="preserve"> </w:t>
            </w:r>
            <w:r w:rsidRPr="009647FC">
              <w:rPr>
                <w:rtl/>
              </w:rPr>
              <w:t>أحشاءك</w:t>
            </w:r>
            <w:r>
              <w:rPr>
                <w:rtl/>
              </w:rPr>
              <w:t xml:space="preserve"> </w:t>
            </w:r>
            <w:r w:rsidRPr="009647FC">
              <w:rPr>
                <w:rtl/>
              </w:rPr>
              <w:t>أن</w:t>
            </w:r>
            <w:r>
              <w:rPr>
                <w:rtl/>
              </w:rPr>
              <w:t xml:space="preserve"> </w:t>
            </w:r>
            <w:r w:rsidRPr="009647FC">
              <w:rPr>
                <w:rtl/>
              </w:rPr>
              <w:t>تنزو</w:t>
            </w:r>
            <w:r>
              <w:rPr>
                <w:rtl/>
              </w:rPr>
              <w:t xml:space="preserve"> </w:t>
            </w:r>
            <w:r w:rsidRPr="009647FC">
              <w:rPr>
                <w:rtl/>
              </w:rPr>
              <w:t>علي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رواق</w:t>
            </w:r>
            <w:r w:rsidR="004C00A8">
              <w:rPr>
                <w:rtl/>
              </w:rPr>
              <w:t xml:space="preserve"> </w:t>
            </w:r>
            <w:r w:rsidRPr="009647FC">
              <w:rPr>
                <w:rtl/>
              </w:rPr>
              <w:t>عليائك</w:t>
            </w:r>
            <w:r>
              <w:rPr>
                <w:rtl/>
              </w:rPr>
              <w:t xml:space="preserve"> </w:t>
            </w:r>
            <w:r w:rsidRPr="009647FC">
              <w:rPr>
                <w:rtl/>
              </w:rPr>
              <w:t>فيها</w:t>
            </w:r>
            <w:r>
              <w:rPr>
                <w:rtl/>
              </w:rPr>
              <w:t xml:space="preserve"> </w:t>
            </w:r>
            <w:r w:rsidRPr="009647FC">
              <w:rPr>
                <w:rtl/>
              </w:rPr>
              <w:t>الخدرُ</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تصدّ</w:t>
            </w:r>
            <w:r>
              <w:rPr>
                <w:rtl/>
              </w:rPr>
              <w:t>َ</w:t>
            </w:r>
            <w:r w:rsidRPr="009647FC">
              <w:rPr>
                <w:rtl/>
              </w:rPr>
              <w:t>ر</w:t>
            </w:r>
            <w:r>
              <w:rPr>
                <w:rtl/>
              </w:rPr>
              <w:t xml:space="preserve"> </w:t>
            </w:r>
            <w:r w:rsidRPr="009647FC">
              <w:rPr>
                <w:rtl/>
              </w:rPr>
              <w:t>اليوم</w:t>
            </w:r>
            <w:r>
              <w:rPr>
                <w:rtl/>
              </w:rPr>
              <w:t xml:space="preserve"> </w:t>
            </w:r>
            <w:r w:rsidRPr="009647FC">
              <w:rPr>
                <w:rtl/>
              </w:rPr>
              <w:t>(أبو</w:t>
            </w:r>
            <w:r>
              <w:rPr>
                <w:rtl/>
              </w:rPr>
              <w:t xml:space="preserve"> </w:t>
            </w:r>
            <w:r w:rsidRPr="009647FC">
              <w:rPr>
                <w:rtl/>
              </w:rPr>
              <w:t>الهادي) به</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فلم</w:t>
            </w:r>
            <w:r w:rsidR="004C00A8">
              <w:rPr>
                <w:rtl/>
              </w:rPr>
              <w:t xml:space="preserve"> </w:t>
            </w:r>
            <w:r w:rsidRPr="009647FC">
              <w:rPr>
                <w:rtl/>
              </w:rPr>
              <w:t>تغبْ</w:t>
            </w:r>
            <w:r>
              <w:rPr>
                <w:rtl/>
              </w:rPr>
              <w:t xml:space="preserve"> </w:t>
            </w:r>
            <w:r w:rsidRPr="009647FC">
              <w:rPr>
                <w:rtl/>
              </w:rPr>
              <w:t>كأنّك</w:t>
            </w:r>
            <w:r>
              <w:rPr>
                <w:rtl/>
              </w:rPr>
              <w:t xml:space="preserve"> </w:t>
            </w:r>
            <w:r w:rsidRPr="009647FC">
              <w:rPr>
                <w:rtl/>
              </w:rPr>
              <w:t>المصدرُ</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فقرّ</w:t>
            </w:r>
            <w:r>
              <w:rPr>
                <w:rtl/>
              </w:rPr>
              <w:t xml:space="preserve">َ </w:t>
            </w:r>
            <w:r w:rsidRPr="009647FC">
              <w:rPr>
                <w:rtl/>
              </w:rPr>
              <w:t>عيناً</w:t>
            </w:r>
            <w:r>
              <w:rPr>
                <w:rtl/>
              </w:rPr>
              <w:t xml:space="preserve"> </w:t>
            </w:r>
            <w:r w:rsidRPr="009647FC">
              <w:rPr>
                <w:rtl/>
              </w:rPr>
              <w:t>فالعُلى</w:t>
            </w:r>
            <w:r>
              <w:rPr>
                <w:rtl/>
              </w:rPr>
              <w:t xml:space="preserve"> </w:t>
            </w:r>
            <w:r w:rsidRPr="009647FC">
              <w:rPr>
                <w:rtl/>
              </w:rPr>
              <w:t>تلك</w:t>
            </w:r>
            <w:r>
              <w:rPr>
                <w:rtl/>
              </w:rPr>
              <w:t xml:space="preserve"> </w:t>
            </w:r>
            <w:r w:rsidRPr="009647FC">
              <w:rPr>
                <w:rtl/>
              </w:rPr>
              <w:t>العُلى</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والمفخرُ</w:t>
            </w:r>
            <w:r>
              <w:rPr>
                <w:rtl/>
              </w:rPr>
              <w:t xml:space="preserve"> </w:t>
            </w:r>
            <w:r w:rsidRPr="009647FC">
              <w:rPr>
                <w:rtl/>
              </w:rPr>
              <w:t>الباهر</w:t>
            </w:r>
            <w:r>
              <w:rPr>
                <w:rtl/>
              </w:rPr>
              <w:t xml:space="preserve"> </w:t>
            </w:r>
            <w:r w:rsidRPr="009647FC">
              <w:rPr>
                <w:rtl/>
              </w:rPr>
              <w:t>ذاك</w:t>
            </w:r>
            <w:r>
              <w:rPr>
                <w:rtl/>
              </w:rPr>
              <w:t xml:space="preserve"> </w:t>
            </w:r>
            <w:r w:rsidRPr="009647FC">
              <w:rPr>
                <w:rtl/>
              </w:rPr>
              <w:t>المفخرُ</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وجعفرٌ</w:t>
            </w:r>
            <w:r w:rsidR="004C00A8">
              <w:rPr>
                <w:rtl/>
              </w:rPr>
              <w:t xml:space="preserve"> </w:t>
            </w:r>
            <w:r w:rsidRPr="009647FC">
              <w:rPr>
                <w:rtl/>
              </w:rPr>
              <w:t>للمكرماتِ</w:t>
            </w:r>
            <w:r>
              <w:rPr>
                <w:rtl/>
              </w:rPr>
              <w:t xml:space="preserve"> </w:t>
            </w:r>
            <w:r w:rsidRPr="009647FC">
              <w:rPr>
                <w:rtl/>
              </w:rPr>
              <w:t>(صالحٌ)</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وصالحٌ</w:t>
            </w:r>
            <w:r w:rsidR="004C00A8">
              <w:rPr>
                <w:rtl/>
              </w:rPr>
              <w:t xml:space="preserve"> </w:t>
            </w:r>
            <w:r w:rsidRPr="009647FC">
              <w:rPr>
                <w:rtl/>
              </w:rPr>
              <w:t>للمكرمات</w:t>
            </w:r>
            <w:r>
              <w:rPr>
                <w:rtl/>
              </w:rPr>
              <w:t xml:space="preserve"> </w:t>
            </w:r>
            <w:r w:rsidRPr="009647FC">
              <w:rPr>
                <w:rtl/>
              </w:rPr>
              <w:t>جعفرُ</w:t>
            </w:r>
            <w:r w:rsidRPr="00725071">
              <w:rPr>
                <w:rStyle w:val="libPoemTiniChar0"/>
                <w:rtl/>
              </w:rPr>
              <w:br/>
              <w:t> </w:t>
            </w:r>
          </w:p>
        </w:tc>
      </w:tr>
    </w:tbl>
    <w:p w:rsidR="009647FC" w:rsidRPr="00524A24" w:rsidRDefault="009647FC" w:rsidP="004E7EC6">
      <w:pPr>
        <w:pStyle w:val="libNormal"/>
      </w:pPr>
      <w:r w:rsidRPr="004E7EC6">
        <w:rPr>
          <w:rtl/>
        </w:rPr>
        <w:t>وحيث أطلقنا عنان أدهم القلم</w:t>
      </w:r>
      <w:r w:rsidR="00D769AB">
        <w:rPr>
          <w:rtl/>
        </w:rPr>
        <w:t>،</w:t>
      </w:r>
      <w:r w:rsidRPr="004E7EC6">
        <w:rPr>
          <w:rtl/>
        </w:rPr>
        <w:t xml:space="preserve"> وبلغ هذا المقام وأحجم</w:t>
      </w:r>
      <w:r w:rsidR="00D769AB">
        <w:rPr>
          <w:rtl/>
        </w:rPr>
        <w:t>،</w:t>
      </w:r>
      <w:r w:rsidRPr="004E7EC6">
        <w:rPr>
          <w:rtl/>
        </w:rPr>
        <w:t xml:space="preserve"> فلنفتح حلية المراثي بنظم أميرها</w:t>
      </w:r>
      <w:r w:rsidR="00D769AB">
        <w:rPr>
          <w:rtl/>
        </w:rPr>
        <w:t>،</w:t>
      </w:r>
      <w:r w:rsidRPr="004E7EC6">
        <w:rPr>
          <w:rtl/>
        </w:rPr>
        <w:t xml:space="preserve"> وفارس ميدان منظومها ومنثورها</w:t>
      </w:r>
      <w:r w:rsidR="00D769AB">
        <w:rPr>
          <w:rtl/>
        </w:rPr>
        <w:t>،</w:t>
      </w:r>
      <w:r w:rsidRPr="004E7EC6">
        <w:rPr>
          <w:rtl/>
        </w:rPr>
        <w:t xml:space="preserve"> الناشئ في حجر</w:t>
      </w:r>
      <w:r w:rsidRPr="004E7EC6">
        <w:rPr>
          <w:rStyle w:val="libFootnotenumChar"/>
          <w:rtl/>
        </w:rPr>
        <w:t>(2)</w:t>
      </w:r>
      <w:r w:rsidRPr="004E7EC6">
        <w:rPr>
          <w:rtl/>
        </w:rPr>
        <w:t xml:space="preserve"> الرسالة</w:t>
      </w:r>
      <w:r w:rsidR="00D769AB">
        <w:rPr>
          <w:rtl/>
        </w:rPr>
        <w:t>،</w:t>
      </w:r>
      <w:r w:rsidRPr="004E7EC6">
        <w:rPr>
          <w:rtl/>
        </w:rPr>
        <w:t xml:space="preserve"> والراضع درّ</w:t>
      </w:r>
      <w:r w:rsidR="00677BC4">
        <w:rPr>
          <w:rtl/>
        </w:rPr>
        <w:t>َ</w:t>
      </w:r>
      <w:r w:rsidRPr="004E7EC6">
        <w:rPr>
          <w:rtl/>
        </w:rPr>
        <w:t xml:space="preserve"> الوحي وبلغ بنور عصمة الإمامة</w:t>
      </w:r>
      <w:r w:rsidR="00D769AB">
        <w:rPr>
          <w:rtl/>
        </w:rPr>
        <w:t>،</w:t>
      </w:r>
      <w:r w:rsidRPr="004E7EC6">
        <w:rPr>
          <w:rtl/>
        </w:rPr>
        <w:t xml:space="preserve"> لكن عمّا يشينه فصاله</w:t>
      </w:r>
      <w:r w:rsidR="00D769AB">
        <w:rPr>
          <w:rtl/>
        </w:rPr>
        <w:t>،</w:t>
      </w:r>
      <w:r w:rsidRPr="004E7EC6">
        <w:rPr>
          <w:rtl/>
        </w:rPr>
        <w:t xml:space="preserve"> ومثل في مجهل الزمان علم</w:t>
      </w:r>
      <w:r w:rsidR="00D769AB">
        <w:rPr>
          <w:rtl/>
        </w:rPr>
        <w:t>،</w:t>
      </w:r>
      <w:r w:rsidRPr="004E7EC6">
        <w:rPr>
          <w:rtl/>
        </w:rPr>
        <w:t xml:space="preserve"> وطلع في أفق العلياء أنور من بدرٍ تمّ</w:t>
      </w:r>
      <w:r w:rsidR="00D769AB">
        <w:rPr>
          <w:rtl/>
        </w:rPr>
        <w:t>،</w:t>
      </w:r>
      <w:r w:rsidRPr="004E7EC6">
        <w:rPr>
          <w:rtl/>
        </w:rPr>
        <w:t xml:space="preserve"> ذاك (أبو الهادي)</w:t>
      </w:r>
      <w:r w:rsidR="00D769AB">
        <w:rPr>
          <w:rtl/>
        </w:rPr>
        <w:t>،</w:t>
      </w:r>
      <w:r w:rsidRPr="004E7EC6">
        <w:rPr>
          <w:rtl/>
        </w:rPr>
        <w:t xml:space="preserve"> وإن شئتُ قلتُ أبو الحسن الصالح</w:t>
      </w:r>
      <w:r w:rsidR="00D769AB">
        <w:rPr>
          <w:rtl/>
        </w:rPr>
        <w:t>؛</w:t>
      </w:r>
      <w:r w:rsidRPr="004E7EC6">
        <w:rPr>
          <w:rtl/>
        </w:rPr>
        <w:t xml:space="preserve"> لأن يصبح وقد أصبح ذلك مقتدى الزمن</w:t>
      </w:r>
      <w:r w:rsidR="00D769AB">
        <w:rPr>
          <w:rtl/>
        </w:rPr>
        <w:t>،</w:t>
      </w:r>
      <w:r w:rsidRPr="004E7EC6">
        <w:rPr>
          <w:rtl/>
        </w:rPr>
        <w:t xml:space="preserve"> فلقد أنبأ عن مضاضة وجده بنظم بديع</w:t>
      </w:r>
      <w:r w:rsidR="00D769AB">
        <w:rPr>
          <w:rtl/>
        </w:rPr>
        <w:t>،</w:t>
      </w:r>
      <w:r w:rsidRPr="004E7EC6">
        <w:rPr>
          <w:rtl/>
        </w:rPr>
        <w:t xml:space="preserve"> لا يليق غيره بشأنه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مخطوطة الملاّ</w:t>
      </w:r>
      <w:r w:rsidR="00D769AB">
        <w:rPr>
          <w:rtl/>
        </w:rPr>
        <w:t>:</w:t>
      </w:r>
      <w:r w:rsidRPr="009647FC">
        <w:rPr>
          <w:rtl/>
        </w:rPr>
        <w:t xml:space="preserve"> لقد فقد</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بحجر الرسالة</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الرفيع</w:t>
      </w:r>
      <w:r w:rsidR="00D769AB">
        <w:rPr>
          <w:rtl/>
        </w:rPr>
        <w:t>،</w:t>
      </w:r>
      <w:r w:rsidRPr="004E7EC6">
        <w:rPr>
          <w:rtl/>
        </w:rPr>
        <w:t xml:space="preserve"> فبلغ الغاية بقوله في رثاء أخيه</w:t>
      </w:r>
      <w:r w:rsidR="00D769AB">
        <w:rPr>
          <w:rtl/>
        </w:rPr>
        <w:t>،</w:t>
      </w:r>
      <w:r w:rsidRPr="004E7EC6">
        <w:rPr>
          <w:rtl/>
        </w:rPr>
        <w:t xml:space="preserve"> وبه للعلياء عنه كفاية</w:t>
      </w:r>
      <w:r w:rsidRPr="004E7EC6">
        <w:rPr>
          <w:rStyle w:val="libFootnotenumChar"/>
          <w:rtl/>
        </w:rPr>
        <w:t>(1)</w:t>
      </w:r>
      <w:r w:rsidR="00D769AB" w:rsidRPr="004C00A8">
        <w:rPr>
          <w:rtl/>
        </w:rPr>
        <w:t>.</w:t>
      </w:r>
    </w:p>
    <w:p w:rsidR="009647FC" w:rsidRPr="00524A24" w:rsidRDefault="009647FC" w:rsidP="004E7EC6">
      <w:pPr>
        <w:pStyle w:val="libNormal"/>
      </w:pPr>
      <w:r w:rsidRPr="009647FC">
        <w:rPr>
          <w:rtl/>
        </w:rPr>
        <w:t>يقول منشي‌ء هذا التحرير</w:t>
      </w:r>
      <w:r w:rsidR="00D769AB">
        <w:rPr>
          <w:rtl/>
        </w:rPr>
        <w:t>،</w:t>
      </w:r>
      <w:r w:rsidRPr="009647FC">
        <w:rPr>
          <w:rtl/>
        </w:rPr>
        <w:t xml:space="preserve"> وموشّي بردة هذا التحبير</w:t>
      </w:r>
      <w:r w:rsidR="00D769AB">
        <w:rPr>
          <w:rtl/>
        </w:rPr>
        <w:t>،</w:t>
      </w:r>
      <w:r w:rsidRPr="009647FC">
        <w:rPr>
          <w:rtl/>
        </w:rPr>
        <w:t xml:space="preserve"> الفقير إلى ربّه الغنيّ</w:t>
      </w:r>
      <w:r w:rsidR="00677BC4">
        <w:rPr>
          <w:rtl/>
        </w:rPr>
        <w:t>َ</w:t>
      </w:r>
      <w:r w:rsidR="00D769AB">
        <w:rPr>
          <w:rtl/>
        </w:rPr>
        <w:t>،</w:t>
      </w:r>
      <w:r w:rsidRPr="009647FC">
        <w:rPr>
          <w:rtl/>
        </w:rPr>
        <w:t xml:space="preserve"> حيدرُ الحسينيُّ الحلّي</w:t>
      </w:r>
      <w:r w:rsidR="00D769AB">
        <w:rPr>
          <w:rtl/>
        </w:rPr>
        <w:t>:</w:t>
      </w:r>
      <w:r w:rsidRPr="009647FC">
        <w:rPr>
          <w:rtl/>
        </w:rPr>
        <w:t xml:space="preserve"> إنّي إنْ أثبتْ مرثيتي أوّل المراثي</w:t>
      </w:r>
      <w:r w:rsidR="00D769AB">
        <w:rPr>
          <w:rtl/>
        </w:rPr>
        <w:t>،</w:t>
      </w:r>
      <w:r w:rsidRPr="009647FC">
        <w:rPr>
          <w:rtl/>
        </w:rPr>
        <w:t xml:space="preserve"> لا طلباً للتقدّم لها</w:t>
      </w:r>
      <w:r w:rsidR="00D769AB">
        <w:rPr>
          <w:rtl/>
        </w:rPr>
        <w:t>،</w:t>
      </w:r>
      <w:r w:rsidRPr="009647FC">
        <w:rPr>
          <w:rtl/>
        </w:rPr>
        <w:t xml:space="preserve"> بل لمناسبتها لنظم هذا السيد الجليل</w:t>
      </w:r>
      <w:r w:rsidR="00D769AB">
        <w:rPr>
          <w:rtl/>
        </w:rPr>
        <w:t>،</w:t>
      </w:r>
      <w:r w:rsidRPr="009647FC">
        <w:rPr>
          <w:rtl/>
        </w:rPr>
        <w:t xml:space="preserve"> الذي تقدّ</w:t>
      </w:r>
      <w:r w:rsidR="00677BC4">
        <w:rPr>
          <w:rtl/>
        </w:rPr>
        <w:t>َ</w:t>
      </w:r>
      <w:r w:rsidRPr="009647FC">
        <w:rPr>
          <w:rtl/>
        </w:rPr>
        <w:t>م قبلها أنّه قد وصف ما هو عليه من الوجد</w:t>
      </w:r>
      <w:r w:rsidR="00D769AB">
        <w:rPr>
          <w:rtl/>
        </w:rPr>
        <w:t>،</w:t>
      </w:r>
      <w:r w:rsidRPr="009647FC">
        <w:rPr>
          <w:rtl/>
        </w:rPr>
        <w:t xml:space="preserve"> وحكيتُ الحال التي نحن عليها من رزيِّة هذا المصاب والفقد</w:t>
      </w:r>
      <w:r w:rsidR="00D769AB">
        <w:rPr>
          <w:rtl/>
        </w:rPr>
        <w:t>،</w:t>
      </w:r>
      <w:r w:rsidRPr="009647FC">
        <w:rPr>
          <w:rtl/>
        </w:rPr>
        <w:t xml:space="preserve"> على أنّي نحتُ فيها بقوافٍ كأنّ</w:t>
      </w:r>
      <w:r w:rsidR="00677BC4">
        <w:rPr>
          <w:rtl/>
        </w:rPr>
        <w:t>َ</w:t>
      </w:r>
      <w:r w:rsidRPr="009647FC">
        <w:rPr>
          <w:rtl/>
        </w:rPr>
        <w:t xml:space="preserve"> منها كلّ</w:t>
      </w:r>
      <w:r w:rsidR="00677BC4">
        <w:rPr>
          <w:rtl/>
        </w:rPr>
        <w:t>َ</w:t>
      </w:r>
      <w:r w:rsidRPr="009647FC">
        <w:rPr>
          <w:rtl/>
        </w:rPr>
        <w:t xml:space="preserve"> قافية ورقاء</w:t>
      </w:r>
      <w:r w:rsidR="00D769AB">
        <w:rPr>
          <w:rtl/>
        </w:rPr>
        <w:t>،</w:t>
      </w:r>
      <w:r w:rsidRPr="009647FC">
        <w:rPr>
          <w:rtl/>
        </w:rPr>
        <w:t xml:space="preserve"> أو كأنّها الخنساء</w:t>
      </w:r>
      <w:r w:rsidR="00D769AB">
        <w:rPr>
          <w:rtl/>
        </w:rPr>
        <w:t>؛</w:t>
      </w:r>
      <w:r w:rsidRPr="009647FC">
        <w:rPr>
          <w:rtl/>
        </w:rPr>
        <w:t xml:space="preserve"> إذ هي لو ردّ</w:t>
      </w:r>
      <w:r w:rsidR="00677BC4">
        <w:rPr>
          <w:rtl/>
        </w:rPr>
        <w:t>َ</w:t>
      </w:r>
      <w:r w:rsidRPr="009647FC">
        <w:rPr>
          <w:rtl/>
        </w:rPr>
        <w:t>دت نياحها على صخرٍ لأرتكهُ كيف على نياحتها يتفطّ</w:t>
      </w:r>
      <w:r w:rsidR="00677BC4">
        <w:rPr>
          <w:rtl/>
        </w:rPr>
        <w:t>َ</w:t>
      </w:r>
      <w:r w:rsidRPr="009647FC">
        <w:rPr>
          <w:rtl/>
        </w:rPr>
        <w:t>ر</w:t>
      </w:r>
      <w:r w:rsidR="00D769AB">
        <w:rPr>
          <w:rtl/>
        </w:rPr>
        <w:t>،</w:t>
      </w:r>
      <w:r w:rsidRPr="009647FC">
        <w:rPr>
          <w:rtl/>
        </w:rPr>
        <w:t xml:space="preserve"> فتصفّح ألفاظها ومعانيها</w:t>
      </w:r>
      <w:r w:rsidR="00D769AB">
        <w:rPr>
          <w:rtl/>
        </w:rPr>
        <w:t>،</w:t>
      </w:r>
      <w:r w:rsidRPr="009647FC">
        <w:rPr>
          <w:rtl/>
        </w:rPr>
        <w:t xml:space="preserve"> وأعرف صحة قولهم</w:t>
      </w:r>
      <w:r w:rsidR="00D769AB">
        <w:rPr>
          <w:rtl/>
        </w:rPr>
        <w:t>:</w:t>
      </w:r>
      <w:r w:rsidRPr="009647FC">
        <w:rPr>
          <w:rtl/>
        </w:rPr>
        <w:t xml:space="preserve"> لو أعطيتُم القوس</w:t>
      </w:r>
      <w:r w:rsidR="00677BC4">
        <w:rPr>
          <w:rtl/>
        </w:rPr>
        <w:t>َ</w:t>
      </w:r>
      <w:r w:rsidRPr="009647FC">
        <w:rPr>
          <w:rtl/>
        </w:rPr>
        <w:t xml:space="preserve"> باريها</w:t>
      </w:r>
      <w:r w:rsidR="00D769AB">
        <w:rPr>
          <w:rtl/>
        </w:rPr>
        <w:t>:</w:t>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t>قد خططنا للمعالي مضجعا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ودفنّا الدين والدنيا معا</w:t>
            </w:r>
            <w:r w:rsidRPr="004E7EC6">
              <w:rPr>
                <w:rStyle w:val="libFootnotenumChar"/>
                <w:rtl/>
              </w:rPr>
              <w:t>(2)</w:t>
            </w:r>
            <w:r w:rsidRPr="00725071">
              <w:rPr>
                <w:rStyle w:val="libPoemTiniChar0"/>
                <w:rtl/>
              </w:rPr>
              <w:br/>
              <w:t> </w:t>
            </w:r>
          </w:p>
        </w:tc>
      </w:tr>
    </w:tbl>
    <w:p w:rsidR="009647FC" w:rsidRPr="00524A24" w:rsidRDefault="009647FC" w:rsidP="004E7EC6">
      <w:pPr>
        <w:pStyle w:val="libCenter"/>
      </w:pPr>
      <w:r w:rsidRPr="009647FC">
        <w:rPr>
          <w:rtl/>
        </w:rPr>
        <w:t>*</w:t>
      </w:r>
      <w:r w:rsidR="000D3487">
        <w:rPr>
          <w:rFonts w:hint="cs"/>
          <w:rtl/>
        </w:rPr>
        <w:t xml:space="preserve"> </w:t>
      </w:r>
      <w:r w:rsidRPr="009647FC">
        <w:rPr>
          <w:rtl/>
        </w:rPr>
        <w:t>*</w:t>
      </w:r>
      <w:r w:rsidR="000D3487">
        <w:rPr>
          <w:rFonts w:hint="cs"/>
          <w:rtl/>
        </w:rPr>
        <w:t xml:space="preserve"> </w:t>
      </w:r>
      <w:r w:rsidRPr="009647FC">
        <w:rPr>
          <w:rtl/>
        </w:rPr>
        <w:t>*</w:t>
      </w:r>
    </w:p>
    <w:p w:rsidR="009647FC" w:rsidRPr="00524A24" w:rsidRDefault="009647FC" w:rsidP="004E7EC6">
      <w:pPr>
        <w:pStyle w:val="libNormal"/>
      </w:pPr>
      <w:r w:rsidRPr="009647FC">
        <w:rPr>
          <w:rtl/>
        </w:rPr>
        <w:t>16</w:t>
      </w:r>
      <w:r w:rsidR="004E7EC6">
        <w:rPr>
          <w:rtl/>
        </w:rPr>
        <w:t xml:space="preserve"> - </w:t>
      </w:r>
      <w:r w:rsidRPr="009647FC">
        <w:rPr>
          <w:rtl/>
        </w:rPr>
        <w:t>وقال (رحمه اللّه) وقد كتب بها معزّياً لبعض الأكابر والأشراف</w:t>
      </w:r>
      <w:r w:rsidR="00D769AB">
        <w:rPr>
          <w:rtl/>
        </w:rPr>
        <w:t>:</w:t>
      </w:r>
    </w:p>
    <w:p w:rsidR="009647FC" w:rsidRPr="00524A24" w:rsidRDefault="009647FC" w:rsidP="004E7EC6">
      <w:pPr>
        <w:pStyle w:val="libNormal"/>
      </w:pPr>
      <w:r w:rsidRPr="004E7EC6">
        <w:rPr>
          <w:rtl/>
        </w:rPr>
        <w:t>ممّنْ صدعتْ صفاة صبره قوارعُ الأرزاء</w:t>
      </w:r>
      <w:r w:rsidR="00D769AB">
        <w:rPr>
          <w:rtl/>
        </w:rPr>
        <w:t>،</w:t>
      </w:r>
      <w:r w:rsidRPr="004E7EC6">
        <w:rPr>
          <w:rtl/>
        </w:rPr>
        <w:t xml:space="preserve"> فأذال مصون دمعه بتنفّس الصعداء</w:t>
      </w:r>
      <w:r w:rsidR="00D769AB">
        <w:rPr>
          <w:rtl/>
        </w:rPr>
        <w:t>،</w:t>
      </w:r>
      <w:r w:rsidRPr="004E7EC6">
        <w:rPr>
          <w:rtl/>
        </w:rPr>
        <w:t xml:space="preserve"> وألبسه عظيمُ المصاب ثياب</w:t>
      </w:r>
      <w:r w:rsidR="00677BC4">
        <w:rPr>
          <w:rtl/>
        </w:rPr>
        <w:t>َ</w:t>
      </w:r>
      <w:r w:rsidRPr="004E7EC6">
        <w:rPr>
          <w:rtl/>
        </w:rPr>
        <w:t xml:space="preserve"> الاكتئاب</w:t>
      </w:r>
      <w:r w:rsidR="00D769AB">
        <w:rPr>
          <w:rtl/>
        </w:rPr>
        <w:t>،</w:t>
      </w:r>
      <w:r w:rsidRPr="004E7EC6">
        <w:rPr>
          <w:rtl/>
        </w:rPr>
        <w:t xml:space="preserve"> وحنا على جذوة الوجد منه الضلوع</w:t>
      </w:r>
      <w:r w:rsidR="00D769AB">
        <w:rPr>
          <w:rtl/>
        </w:rPr>
        <w:t>،</w:t>
      </w:r>
      <w:r w:rsidRPr="004E7EC6">
        <w:rPr>
          <w:rtl/>
        </w:rPr>
        <w:t xml:space="preserve"> ونافر لعظيم</w:t>
      </w:r>
      <w:r w:rsidRPr="004E7EC6">
        <w:rPr>
          <w:rStyle w:val="libFootnotenumChar"/>
          <w:rtl/>
        </w:rPr>
        <w:t>(3)</w:t>
      </w:r>
      <w:r w:rsidRPr="004E7EC6">
        <w:rPr>
          <w:rtl/>
        </w:rPr>
        <w:t xml:space="preserve"> ما عراهُ طيب</w:t>
      </w:r>
      <w:r w:rsidR="00677BC4">
        <w:rPr>
          <w:rtl/>
        </w:rPr>
        <w:t>َ</w:t>
      </w:r>
      <w:r w:rsidRPr="004E7EC6">
        <w:rPr>
          <w:rtl/>
        </w:rPr>
        <w:t xml:space="preserve"> الهجوع</w:t>
      </w:r>
      <w:r w:rsidR="00D769AB">
        <w:rPr>
          <w:rtl/>
        </w:rPr>
        <w:t>،</w:t>
      </w:r>
      <w:r w:rsidRPr="004E7EC6">
        <w:rPr>
          <w:rtl/>
        </w:rPr>
        <w:t xml:space="preserve"> وكيف يلتذُّ بهجوعه</w:t>
      </w:r>
      <w:r w:rsidR="00D769AB">
        <w:rPr>
          <w:rtl/>
        </w:rPr>
        <w:t>،</w:t>
      </w:r>
      <w:r w:rsidRPr="004E7EC6">
        <w:rPr>
          <w:rtl/>
        </w:rPr>
        <w:t xml:space="preserve"> أو تجفُّ مجاري دموعه وقد فاجأه نعيُ منْ كان مصباح ليله وسراج نهاره</w:t>
      </w:r>
      <w:r w:rsidR="00D769AB">
        <w:rPr>
          <w:rtl/>
        </w:rPr>
        <w:t>؛</w:t>
      </w:r>
      <w:r w:rsidRPr="004E7EC6">
        <w:rPr>
          <w:rtl/>
        </w:rPr>
        <w:t xml:space="preserve"> إذ عثر فيه الدهرُ فلا لعاً لعثاره</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نعوه على ضنّ قلبي به</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فللّه ماذا نعي الناعيانِ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رضيعُ صفاءٍ له شعبةٌ</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من القلب مثل رضيع اللبانِ</w:t>
            </w:r>
            <w:r w:rsidRPr="00725071">
              <w:rPr>
                <w:rStyle w:val="libPoemTiniChar0"/>
                <w:rtl/>
              </w:rPr>
              <w:br/>
              <w:t> </w:t>
            </w:r>
          </w:p>
        </w:tc>
      </w:tr>
    </w:tbl>
    <w:p w:rsidR="009647FC" w:rsidRPr="00524A24" w:rsidRDefault="009647FC" w:rsidP="004E7EC6">
      <w:pPr>
        <w:pStyle w:val="libNormal"/>
      </w:pPr>
      <w:r w:rsidRPr="009647FC">
        <w:rPr>
          <w:rtl/>
        </w:rPr>
        <w:t>إلى م</w:t>
      </w:r>
      <w:r w:rsidR="00677BC4">
        <w:rPr>
          <w:rtl/>
        </w:rPr>
        <w:t>َ</w:t>
      </w:r>
      <w:r w:rsidRPr="009647FC">
        <w:rPr>
          <w:rtl/>
        </w:rPr>
        <w:t>نْ لا يستخفُ حليمها تفاقم</w:t>
      </w:r>
      <w:r w:rsidR="00677BC4">
        <w:rPr>
          <w:rtl/>
        </w:rPr>
        <w:t>َ</w:t>
      </w:r>
      <w:r w:rsidRPr="009647FC">
        <w:rPr>
          <w:rtl/>
        </w:rPr>
        <w:t xml:space="preserve"> الخطوب</w:t>
      </w:r>
      <w:r w:rsidR="00D769AB">
        <w:rPr>
          <w:rtl/>
        </w:rPr>
        <w:t>،</w:t>
      </w:r>
      <w:r w:rsidRPr="009647FC">
        <w:rPr>
          <w:rtl/>
        </w:rPr>
        <w:t xml:space="preserve"> ولا تغيّرُ طبيعتها في المكارم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إلى هنا أُثبت في المطبوعتين</w:t>
      </w:r>
      <w:r w:rsidR="00D769AB">
        <w:rPr>
          <w:rtl/>
        </w:rPr>
        <w:t>،</w:t>
      </w:r>
      <w:r w:rsidRPr="009647FC">
        <w:rPr>
          <w:rtl/>
        </w:rPr>
        <w:t xml:space="preserve"> وهذه الزيادة الآتية لم توجد فيهما</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ذكرت في باب المراثي</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المطبوع</w:t>
      </w:r>
      <w:r w:rsidR="00D769AB">
        <w:rPr>
          <w:rtl/>
        </w:rPr>
        <w:t>:</w:t>
      </w:r>
      <w:r w:rsidRPr="009647FC">
        <w:rPr>
          <w:rtl/>
        </w:rPr>
        <w:t xml:space="preserve"> لعظم</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مقاساة الكروب</w:t>
      </w:r>
      <w:r w:rsidR="00D769AB">
        <w:rPr>
          <w:rtl/>
        </w:rPr>
        <w:t>،</w:t>
      </w:r>
      <w:r w:rsidRPr="009647FC">
        <w:rPr>
          <w:rtl/>
        </w:rPr>
        <w:t xml:space="preserve"> الأعزّ الأمجد</w:t>
      </w:r>
      <w:r w:rsidR="00D769AB">
        <w:rPr>
          <w:rtl/>
        </w:rPr>
        <w:t>،</w:t>
      </w:r>
      <w:r w:rsidRPr="009647FC">
        <w:rPr>
          <w:rtl/>
        </w:rPr>
        <w:t xml:space="preserve"> سلالة الشرف الواضح (محمد)</w:t>
      </w:r>
      <w:r w:rsidR="00D769AB">
        <w:rPr>
          <w:rtl/>
        </w:rPr>
        <w:t>،</w:t>
      </w:r>
      <w:r w:rsidRPr="009647FC">
        <w:rPr>
          <w:rtl/>
        </w:rPr>
        <w:t xml:space="preserve"> قطب دائرة الفخر والكمال</w:t>
      </w:r>
      <w:r w:rsidR="00D769AB">
        <w:rPr>
          <w:rtl/>
        </w:rPr>
        <w:t>،</w:t>
      </w:r>
      <w:r w:rsidRPr="009647FC">
        <w:rPr>
          <w:rtl/>
        </w:rPr>
        <w:t xml:space="preserve"> ومحطّ الوفود وبحر النوال</w:t>
      </w:r>
      <w:r w:rsidR="00D769AB">
        <w:rPr>
          <w:rtl/>
        </w:rPr>
        <w:t>،</w:t>
      </w:r>
      <w:r w:rsidRPr="009647FC">
        <w:rPr>
          <w:rtl/>
        </w:rPr>
        <w:t xml:space="preserve"> وم</w:t>
      </w:r>
      <w:r w:rsidR="00677BC4">
        <w:rPr>
          <w:rtl/>
        </w:rPr>
        <w:t>َ</w:t>
      </w:r>
      <w:r w:rsidRPr="009647FC">
        <w:rPr>
          <w:rtl/>
        </w:rPr>
        <w:t>نْ هدرتْ يداهُ دم الأموال</w:t>
      </w:r>
      <w:r w:rsidR="00D769AB">
        <w:rPr>
          <w:rtl/>
        </w:rPr>
        <w:t>؛</w:t>
      </w:r>
      <w:r w:rsidRPr="009647FC">
        <w:rPr>
          <w:rtl/>
        </w:rPr>
        <w:t xml:space="preserve"> لحقن دم المكارم</w:t>
      </w:r>
      <w:r w:rsidR="00D769AB">
        <w:rPr>
          <w:rtl/>
        </w:rPr>
        <w:t>،</w:t>
      </w:r>
      <w:r w:rsidRPr="009647FC">
        <w:rPr>
          <w:rtl/>
        </w:rPr>
        <w:t xml:space="preserve"> وعجز عن إحصاء فضله كلُّ ناثر وناظم</w:t>
      </w:r>
      <w:r w:rsidR="00D769AB">
        <w:rPr>
          <w:rtl/>
        </w:rPr>
        <w:t>،</w:t>
      </w:r>
      <w:r w:rsidRPr="009647FC">
        <w:rPr>
          <w:rtl/>
        </w:rPr>
        <w:t xml:space="preserve"> وحيد دهره</w:t>
      </w:r>
      <w:r w:rsidR="00D769AB">
        <w:rPr>
          <w:rtl/>
        </w:rPr>
        <w:t>،</w:t>
      </w:r>
      <w:r w:rsidRPr="009647FC">
        <w:rPr>
          <w:rtl/>
        </w:rPr>
        <w:t xml:space="preserve"> وفريد عصره</w:t>
      </w:r>
      <w:r w:rsidR="00D769AB">
        <w:rPr>
          <w:rtl/>
        </w:rPr>
        <w:t>،</w:t>
      </w:r>
      <w:r w:rsidRPr="009647FC">
        <w:rPr>
          <w:rtl/>
        </w:rPr>
        <w:t xml:space="preserve"> طالب العزّ من مستقرّ</w:t>
      </w:r>
      <w:r w:rsidR="00677BC4">
        <w:rPr>
          <w:rtl/>
        </w:rPr>
        <w:t>َ</w:t>
      </w:r>
      <w:r w:rsidRPr="009647FC">
        <w:rPr>
          <w:rtl/>
        </w:rPr>
        <w:t>ه</w:t>
      </w:r>
      <w:r w:rsidR="00D769AB">
        <w:rPr>
          <w:rtl/>
        </w:rPr>
        <w:t>،</w:t>
      </w:r>
      <w:r w:rsidRPr="009647FC">
        <w:rPr>
          <w:rtl/>
        </w:rPr>
        <w:t xml:space="preserve"> المستضاء برأيهما في سواد الخطوب</w:t>
      </w:r>
      <w:r w:rsidR="00D769AB">
        <w:rPr>
          <w:rtl/>
        </w:rPr>
        <w:t>،</w:t>
      </w:r>
      <w:r w:rsidRPr="009647FC">
        <w:rPr>
          <w:rtl/>
        </w:rPr>
        <w:t xml:space="preserve"> والمستجار بظلهما في كلّ نائبة تنوب</w:t>
      </w:r>
      <w:r w:rsidR="00D769AB">
        <w:rPr>
          <w:rtl/>
        </w:rPr>
        <w:t>،</w:t>
      </w:r>
      <w:r w:rsidRPr="009647FC">
        <w:rPr>
          <w:rtl/>
        </w:rPr>
        <w:t xml:space="preserve"> ومنْ أساء إليهما الزمان بفقدان إنسان عين الفخر</w:t>
      </w:r>
      <w:r w:rsidR="00D769AB">
        <w:rPr>
          <w:rtl/>
        </w:rPr>
        <w:t>،</w:t>
      </w:r>
      <w:r w:rsidRPr="009647FC">
        <w:rPr>
          <w:rtl/>
        </w:rPr>
        <w:t xml:space="preserve"> محمد عليِّ القدر</w:t>
      </w:r>
      <w:r w:rsidR="00D769AB">
        <w:rPr>
          <w:rtl/>
        </w:rPr>
        <w:t>،</w:t>
      </w:r>
      <w:r w:rsidRPr="009647FC">
        <w:rPr>
          <w:rtl/>
        </w:rPr>
        <w:t xml:space="preserve"> وجوهرة الدهر</w:t>
      </w:r>
      <w:r w:rsidR="00D769AB">
        <w:rPr>
          <w:rtl/>
        </w:rPr>
        <w:t>،</w:t>
      </w:r>
      <w:r w:rsidRPr="009647FC">
        <w:rPr>
          <w:rtl/>
        </w:rPr>
        <w:t xml:space="preserve"> وفريد العصر</w:t>
      </w:r>
      <w:r w:rsidR="00D769AB">
        <w:rPr>
          <w:rtl/>
        </w:rPr>
        <w:t>،</w:t>
      </w:r>
      <w:r w:rsidRPr="009647FC">
        <w:rPr>
          <w:rtl/>
        </w:rPr>
        <w:t xml:space="preserve"> وواسطة عقد الفخر</w:t>
      </w:r>
      <w:r w:rsidR="00D769AB">
        <w:rPr>
          <w:rtl/>
        </w:rPr>
        <w:t>،</w:t>
      </w:r>
      <w:r w:rsidRPr="009647FC">
        <w:rPr>
          <w:rtl/>
        </w:rPr>
        <w:t xml:space="preserve"> ومنْ ليس له في الفضل مثلٌ ولا ندّ</w:t>
      </w:r>
      <w:r w:rsidR="00D769AB">
        <w:rPr>
          <w:rtl/>
        </w:rPr>
        <w:t>،</w:t>
      </w:r>
      <w:r w:rsidRPr="009647FC">
        <w:rPr>
          <w:rtl/>
        </w:rPr>
        <w:t xml:space="preserve"> وكان من أهل زمانه بمنزلة الواسطة من العقد</w:t>
      </w:r>
      <w:r w:rsidR="00D769AB">
        <w:rPr>
          <w:rtl/>
        </w:rPr>
        <w:t>،</w:t>
      </w:r>
      <w:r w:rsidRPr="009647FC">
        <w:rPr>
          <w:rtl/>
        </w:rPr>
        <w:t xml:space="preserve"> ومن طلبتْ وصفه عقولُ ذوي النهي</w:t>
      </w:r>
      <w:r w:rsidR="00D769AB">
        <w:rPr>
          <w:rtl/>
        </w:rPr>
        <w:t>،</w:t>
      </w:r>
      <w:r w:rsidRPr="009647FC">
        <w:rPr>
          <w:rtl/>
        </w:rPr>
        <w:t xml:space="preserve"> وجاوزتْ في طلبها الجوزاء والسهى</w:t>
      </w:r>
      <w:r w:rsidR="00D769AB">
        <w:rPr>
          <w:rtl/>
        </w:rPr>
        <w:t>،</w:t>
      </w:r>
      <w:r w:rsidRPr="009647FC">
        <w:rPr>
          <w:rtl/>
        </w:rPr>
        <w:t xml:space="preserve"> فلم تقفْ له على غايةٍ ومنتهى</w:t>
      </w:r>
      <w:r w:rsidR="00D769AB">
        <w:rPr>
          <w:rtl/>
        </w:rPr>
        <w:t>،</w:t>
      </w:r>
      <w:r w:rsidRPr="009647FC">
        <w:rPr>
          <w:rtl/>
        </w:rPr>
        <w:t xml:space="preserve"> وحين رجعت منه صفر الكفّ</w:t>
      </w:r>
      <w:r w:rsidR="00D769AB">
        <w:rPr>
          <w:rtl/>
        </w:rPr>
        <w:t>،</w:t>
      </w:r>
      <w:r w:rsidRPr="009647FC">
        <w:rPr>
          <w:rtl/>
        </w:rPr>
        <w:t xml:space="preserve"> وقد بعد شأوه بدورها في الخسف</w:t>
      </w:r>
      <w:r w:rsidR="00D769AB">
        <w:rPr>
          <w:rtl/>
        </w:rPr>
        <w:t>،</w:t>
      </w:r>
      <w:r w:rsidRPr="009647FC">
        <w:rPr>
          <w:rtl/>
        </w:rPr>
        <w:t xml:space="preserve"> وشموسها بالكسف</w:t>
      </w:r>
      <w:r w:rsidR="00D769AB">
        <w:rPr>
          <w:rtl/>
        </w:rPr>
        <w:t>،</w:t>
      </w:r>
      <w:r w:rsidRPr="009647FC">
        <w:rPr>
          <w:rtl/>
        </w:rPr>
        <w:t xml:space="preserve"> طائشةً حيرى</w:t>
      </w:r>
      <w:r w:rsidR="00D769AB">
        <w:rPr>
          <w:rtl/>
        </w:rPr>
        <w:t>،</w:t>
      </w:r>
      <w:r w:rsidRPr="009647FC">
        <w:rPr>
          <w:rtl/>
        </w:rPr>
        <w:t xml:space="preserve"> راهبةً ذعرا</w:t>
      </w:r>
      <w:r w:rsidR="00D769AB">
        <w:rPr>
          <w:rtl/>
        </w:rPr>
        <w:t>،</w:t>
      </w:r>
      <w:r w:rsidRPr="009647FC">
        <w:rPr>
          <w:rtl/>
        </w:rPr>
        <w:t xml:space="preserve"> تنشد شعرا</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طلبتْ</w:t>
            </w:r>
            <w:r>
              <w:rPr>
                <w:rtl/>
              </w:rPr>
              <w:t xml:space="preserve"> </w:t>
            </w:r>
            <w:r w:rsidRPr="009647FC">
              <w:rPr>
                <w:rtl/>
              </w:rPr>
              <w:t>وصفه</w:t>
            </w:r>
            <w:r>
              <w:rPr>
                <w:rtl/>
              </w:rPr>
              <w:t xml:space="preserve"> </w:t>
            </w:r>
            <w:r w:rsidRPr="009647FC">
              <w:rPr>
                <w:rtl/>
              </w:rPr>
              <w:t>العقولُ</w:t>
            </w:r>
            <w:r>
              <w:rPr>
                <w:rtl/>
              </w:rPr>
              <w:t xml:space="preserve"> </w:t>
            </w:r>
            <w:r w:rsidRPr="009647FC">
              <w:rPr>
                <w:rtl/>
              </w:rPr>
              <w:t>ولكن</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لم</w:t>
            </w:r>
            <w:r>
              <w:rPr>
                <w:rtl/>
              </w:rPr>
              <w:t xml:space="preserve"> </w:t>
            </w:r>
            <w:r w:rsidRPr="009647FC">
              <w:rPr>
                <w:rtl/>
              </w:rPr>
              <w:t>يكن</w:t>
            </w:r>
            <w:r>
              <w:rPr>
                <w:rtl/>
              </w:rPr>
              <w:t xml:space="preserve"> </w:t>
            </w:r>
            <w:r w:rsidRPr="009647FC">
              <w:rPr>
                <w:rtl/>
              </w:rPr>
              <w:t>ممكناً</w:t>
            </w:r>
            <w:r>
              <w:rPr>
                <w:rtl/>
              </w:rPr>
              <w:t xml:space="preserve"> </w:t>
            </w:r>
            <w:r w:rsidRPr="009647FC">
              <w:rPr>
                <w:rtl/>
              </w:rPr>
              <w:t>إليه</w:t>
            </w:r>
            <w:r>
              <w:rPr>
                <w:rtl/>
              </w:rPr>
              <w:t xml:space="preserve"> </w:t>
            </w:r>
            <w:r w:rsidRPr="009647FC">
              <w:rPr>
                <w:rtl/>
              </w:rPr>
              <w:t>الوصولُ</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وتعدّ</w:t>
            </w:r>
            <w:r>
              <w:rPr>
                <w:rtl/>
              </w:rPr>
              <w:t>َ</w:t>
            </w:r>
            <w:r w:rsidRPr="009647FC">
              <w:rPr>
                <w:rtl/>
              </w:rPr>
              <w:t>ت</w:t>
            </w:r>
            <w:r w:rsidR="004C00A8">
              <w:rPr>
                <w:rtl/>
              </w:rPr>
              <w:t xml:space="preserve"> </w:t>
            </w:r>
            <w:r w:rsidRPr="009647FC">
              <w:rPr>
                <w:rtl/>
              </w:rPr>
              <w:t>غاياتها</w:t>
            </w:r>
            <w:r>
              <w:rPr>
                <w:rtl/>
              </w:rPr>
              <w:t xml:space="preserve"> </w:t>
            </w:r>
            <w:r w:rsidRPr="009647FC">
              <w:rPr>
                <w:rtl/>
              </w:rPr>
              <w:t>ثمّ</w:t>
            </w:r>
            <w:r>
              <w:rPr>
                <w:rtl/>
              </w:rPr>
              <w:t xml:space="preserve"> </w:t>
            </w:r>
            <w:r w:rsidRPr="009647FC">
              <w:rPr>
                <w:rtl/>
              </w:rPr>
              <w:t>طاشتْ</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حيث</w:t>
            </w:r>
            <w:r>
              <w:rPr>
                <w:rtl/>
              </w:rPr>
              <w:t xml:space="preserve"> </w:t>
            </w:r>
            <w:r w:rsidRPr="009647FC">
              <w:rPr>
                <w:rtl/>
              </w:rPr>
              <w:t>لم</w:t>
            </w:r>
            <w:r>
              <w:rPr>
                <w:rtl/>
              </w:rPr>
              <w:t xml:space="preserve"> </w:t>
            </w:r>
            <w:r w:rsidRPr="009647FC">
              <w:rPr>
                <w:rtl/>
              </w:rPr>
              <w:t>تدرِ</w:t>
            </w:r>
            <w:r>
              <w:rPr>
                <w:rtl/>
              </w:rPr>
              <w:t xml:space="preserve"> </w:t>
            </w:r>
            <w:r w:rsidRPr="009647FC">
              <w:rPr>
                <w:rtl/>
              </w:rPr>
              <w:t>فيه</w:t>
            </w:r>
            <w:r>
              <w:rPr>
                <w:rtl/>
              </w:rPr>
              <w:t xml:space="preserve"> </w:t>
            </w:r>
            <w:r w:rsidRPr="009647FC">
              <w:rPr>
                <w:rtl/>
              </w:rPr>
              <w:t>ماذا</w:t>
            </w:r>
            <w:r>
              <w:rPr>
                <w:rtl/>
              </w:rPr>
              <w:t xml:space="preserve"> </w:t>
            </w:r>
            <w:r w:rsidRPr="009647FC">
              <w:rPr>
                <w:rtl/>
              </w:rPr>
              <w:t>تقولُ</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وأقرّ</w:t>
            </w:r>
            <w:r>
              <w:rPr>
                <w:rtl/>
              </w:rPr>
              <w:t>َ</w:t>
            </w:r>
            <w:r w:rsidRPr="009647FC">
              <w:rPr>
                <w:rtl/>
              </w:rPr>
              <w:t>ت</w:t>
            </w:r>
            <w:r w:rsidR="004C00A8">
              <w:rPr>
                <w:rtl/>
              </w:rPr>
              <w:t xml:space="preserve"> </w:t>
            </w:r>
            <w:r w:rsidRPr="009647FC">
              <w:rPr>
                <w:rtl/>
              </w:rPr>
              <w:t>هناك</w:t>
            </w:r>
            <w:r>
              <w:rPr>
                <w:rtl/>
              </w:rPr>
              <w:t xml:space="preserve"> </w:t>
            </w:r>
            <w:r w:rsidRPr="009647FC">
              <w:rPr>
                <w:rtl/>
              </w:rPr>
              <w:t>بالعجز</w:t>
            </w:r>
            <w:r>
              <w:rPr>
                <w:rtl/>
              </w:rPr>
              <w:t xml:space="preserve"> </w:t>
            </w:r>
            <w:r w:rsidRPr="009647FC">
              <w:rPr>
                <w:rtl/>
              </w:rPr>
              <w:t>عنه</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وتساوى</w:t>
            </w:r>
            <w:r w:rsidR="004C00A8">
              <w:rPr>
                <w:rtl/>
              </w:rPr>
              <w:t xml:space="preserve"> </w:t>
            </w:r>
            <w:r w:rsidRPr="009647FC">
              <w:rPr>
                <w:rtl/>
              </w:rPr>
              <w:t>عليمها</w:t>
            </w:r>
            <w:r>
              <w:rPr>
                <w:rtl/>
              </w:rPr>
              <w:t xml:space="preserve"> </w:t>
            </w:r>
            <w:r w:rsidRPr="009647FC">
              <w:rPr>
                <w:rtl/>
              </w:rPr>
              <w:t>والجهولُ</w:t>
            </w:r>
            <w:r w:rsidRPr="00725071">
              <w:rPr>
                <w:rStyle w:val="libPoemTiniChar0"/>
                <w:rtl/>
              </w:rPr>
              <w:br/>
              <w:t> </w:t>
            </w:r>
          </w:p>
        </w:tc>
      </w:tr>
    </w:tbl>
    <w:p w:rsidR="009647FC" w:rsidRPr="00524A24" w:rsidRDefault="009647FC" w:rsidP="004E7EC6">
      <w:pPr>
        <w:pStyle w:val="libNormal"/>
      </w:pPr>
      <w:r w:rsidRPr="009647FC">
        <w:rPr>
          <w:rtl/>
        </w:rPr>
        <w:t>فيا له من رزءٍ يقل الحزنُ بجنبه</w:t>
      </w:r>
      <w:r w:rsidR="00D769AB">
        <w:rPr>
          <w:rtl/>
        </w:rPr>
        <w:t>،</w:t>
      </w:r>
      <w:r w:rsidRPr="009647FC">
        <w:rPr>
          <w:rtl/>
        </w:rPr>
        <w:t xml:space="preserve"> ولو أنّ كلّ منّا كان فيه انقضاءُ نحبه</w:t>
      </w:r>
      <w:r w:rsidR="00D769AB">
        <w:rPr>
          <w:rtl/>
        </w:rPr>
        <w:t>،</w:t>
      </w:r>
      <w:r w:rsidRPr="009647FC">
        <w:rPr>
          <w:rtl/>
        </w:rPr>
        <w:t xml:space="preserve"> ولو أفضنا له النفوس من المآقي بدل الدموع لقلّتْ</w:t>
      </w:r>
      <w:r w:rsidR="00D769AB">
        <w:rPr>
          <w:rtl/>
        </w:rPr>
        <w:t>،</w:t>
      </w:r>
      <w:r w:rsidRPr="009647FC">
        <w:rPr>
          <w:rtl/>
        </w:rPr>
        <w:t xml:space="preserve"> ولو وُزنتْ به رواسي الجبال لخفّتْ</w:t>
      </w:r>
      <w:r w:rsidR="00D769AB">
        <w:rPr>
          <w:rtl/>
        </w:rPr>
        <w:t>:</w:t>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t>الآن هوّن كلّ</w:t>
            </w:r>
            <w:r>
              <w:rPr>
                <w:rtl/>
              </w:rPr>
              <w:t>َ</w:t>
            </w:r>
            <w:r w:rsidRPr="009647FC">
              <w:rPr>
                <w:rtl/>
              </w:rPr>
              <w:t xml:space="preserve"> نازلةٍ</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جللٌ أمال دعائم</w:t>
            </w:r>
            <w:r>
              <w:rPr>
                <w:rtl/>
              </w:rPr>
              <w:t>َ</w:t>
            </w:r>
            <w:r w:rsidRPr="009647FC">
              <w:rPr>
                <w:rtl/>
              </w:rPr>
              <w:t xml:space="preserve"> الفخرِ</w:t>
            </w:r>
            <w:r w:rsidRPr="004E7EC6">
              <w:rPr>
                <w:rStyle w:val="libFootnotenumChar"/>
                <w:rtl/>
              </w:rPr>
              <w:t>(1)</w:t>
            </w:r>
            <w:r w:rsidRPr="00725071">
              <w:rPr>
                <w:rStyle w:val="libPoemTiniChar0"/>
                <w:rtl/>
              </w:rPr>
              <w:br/>
              <w:t> </w:t>
            </w:r>
          </w:p>
        </w:tc>
      </w:tr>
    </w:tbl>
    <w:p w:rsidR="009647FC" w:rsidRPr="00524A24" w:rsidRDefault="009647FC" w:rsidP="004E7EC6">
      <w:pPr>
        <w:pStyle w:val="libNormal"/>
      </w:pPr>
      <w:r w:rsidRPr="009647FC">
        <w:rPr>
          <w:rtl/>
        </w:rPr>
        <w:t>فيا م</w:t>
      </w:r>
      <w:r w:rsidR="00677BC4">
        <w:rPr>
          <w:rtl/>
        </w:rPr>
        <w:t>َ</w:t>
      </w:r>
      <w:r w:rsidRPr="009647FC">
        <w:rPr>
          <w:rtl/>
        </w:rPr>
        <w:t>نْ ألقى الزمان لكفّيهما خطام القياد</w:t>
      </w:r>
      <w:r w:rsidR="00D769AB">
        <w:rPr>
          <w:rtl/>
        </w:rPr>
        <w:t>،</w:t>
      </w:r>
      <w:r w:rsidRPr="009647FC">
        <w:rPr>
          <w:rtl/>
        </w:rPr>
        <w:t xml:space="preserve"> وسارت شواردُ أوصافهما مسير الشمس في جميع البلاد</w:t>
      </w:r>
      <w:r w:rsidR="00D769AB">
        <w:rPr>
          <w:rtl/>
        </w:rPr>
        <w:t>،</w:t>
      </w:r>
      <w:r w:rsidRPr="009647FC">
        <w:rPr>
          <w:rtl/>
        </w:rPr>
        <w:t xml:space="preserve"> إنّ من العجز أن تجزعا لعظم المصاب</w:t>
      </w:r>
      <w:r w:rsidR="00D769AB">
        <w:rPr>
          <w:rtl/>
        </w:rPr>
        <w:t>،</w:t>
      </w:r>
      <w:r w:rsidRPr="009647FC">
        <w:rPr>
          <w:rtl/>
        </w:rPr>
        <w:t xml:space="preserve"> وإنّ حسن العزاء ممّا يتضاعف به عند اللّه الثواب</w:t>
      </w:r>
      <w:r w:rsidR="00D769AB">
        <w:rPr>
          <w:rtl/>
        </w:rPr>
        <w:t>،</w:t>
      </w:r>
      <w:r w:rsidRPr="009647FC">
        <w:rPr>
          <w:rtl/>
        </w:rPr>
        <w:t xml:space="preserve"> وشأنُ م</w:t>
      </w:r>
      <w:r w:rsidR="00677BC4">
        <w:rPr>
          <w:rtl/>
        </w:rPr>
        <w:t>َ</w:t>
      </w:r>
      <w:r w:rsidRPr="009647FC">
        <w:rPr>
          <w:rtl/>
        </w:rPr>
        <w:t>نْ وقّ</w:t>
      </w:r>
      <w:r w:rsidR="00677BC4">
        <w:rPr>
          <w:rtl/>
        </w:rPr>
        <w:t>َ</w:t>
      </w:r>
      <w:r w:rsidRPr="009647FC">
        <w:rPr>
          <w:rtl/>
        </w:rPr>
        <w:t>رته روابع كلّ مهمّة</w:t>
      </w:r>
      <w:r w:rsidR="00D769AB">
        <w:rPr>
          <w:rtl/>
        </w:rPr>
        <w:t>،</w:t>
      </w:r>
      <w:r w:rsidRPr="009647FC">
        <w:rPr>
          <w:rtl/>
        </w:rPr>
        <w:t xml:space="preserve"> أن يتدرّ</w:t>
      </w:r>
      <w:r w:rsidR="00677BC4">
        <w:rPr>
          <w:rtl/>
        </w:rPr>
        <w:t>َ</w:t>
      </w:r>
      <w:r w:rsidRPr="009647FC">
        <w:rPr>
          <w:rtl/>
        </w:rPr>
        <w:t>ع قلبه بالصبر لمكابدة كلّ ملمّة</w:t>
      </w:r>
      <w:r w:rsidR="00D769AB">
        <w:rPr>
          <w:rtl/>
        </w:rPr>
        <w:t>،</w:t>
      </w:r>
      <w:r w:rsidRPr="009647FC">
        <w:rPr>
          <w:rtl/>
        </w:rPr>
        <w:t xml:space="preserve"> ومن الحزم أن يتّزر بثوب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ذكرت في باب المراثي</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التجلّد لأبصار العباد</w:t>
      </w:r>
      <w:r w:rsidR="00D769AB">
        <w:rPr>
          <w:rtl/>
        </w:rPr>
        <w:t>؛</w:t>
      </w:r>
      <w:r w:rsidRPr="009647FC">
        <w:rPr>
          <w:rtl/>
        </w:rPr>
        <w:t xml:space="preserve"> لئلاّ يعلموا بتململكما فتشفى منه الحسّاد</w:t>
      </w:r>
      <w:r w:rsidR="00D769AB">
        <w:rPr>
          <w:rtl/>
        </w:rPr>
        <w:t>،</w:t>
      </w:r>
      <w:r w:rsidRPr="009647FC">
        <w:rPr>
          <w:rtl/>
        </w:rPr>
        <w:t xml:space="preserve"> وأنّ منْ عظُم</w:t>
      </w:r>
      <w:r w:rsidR="00677BC4">
        <w:rPr>
          <w:rtl/>
        </w:rPr>
        <w:t>َ</w:t>
      </w:r>
      <w:r w:rsidRPr="009647FC">
        <w:rPr>
          <w:rtl/>
        </w:rPr>
        <w:t xml:space="preserve"> عليكما فقده</w:t>
      </w:r>
      <w:r w:rsidR="00D769AB">
        <w:rPr>
          <w:rtl/>
        </w:rPr>
        <w:t>،</w:t>
      </w:r>
      <w:r w:rsidRPr="009647FC">
        <w:rPr>
          <w:rtl/>
        </w:rPr>
        <w:t xml:space="preserve"> وبرّ</w:t>
      </w:r>
      <w:r w:rsidR="00677BC4">
        <w:rPr>
          <w:rtl/>
        </w:rPr>
        <w:t>َ</w:t>
      </w:r>
      <w:r w:rsidRPr="009647FC">
        <w:rPr>
          <w:rtl/>
        </w:rPr>
        <w:t>ح بكما بعدُه</w:t>
      </w:r>
      <w:r w:rsidR="00D769AB">
        <w:rPr>
          <w:rtl/>
        </w:rPr>
        <w:t>،</w:t>
      </w:r>
      <w:r w:rsidRPr="009647FC">
        <w:rPr>
          <w:rtl/>
        </w:rPr>
        <w:t xml:space="preserve"> قد ورد حوضاً كلُّ الخلق واردوه</w:t>
      </w:r>
      <w:r w:rsidR="00D769AB">
        <w:rPr>
          <w:rtl/>
        </w:rPr>
        <w:t>،</w:t>
      </w:r>
      <w:r w:rsidRPr="009647FC">
        <w:rPr>
          <w:rtl/>
        </w:rPr>
        <w:t xml:space="preserve"> وسلك طريقاً كلّهم سالكوه</w:t>
      </w:r>
      <w:r w:rsidR="00D769AB">
        <w:rPr>
          <w:rtl/>
        </w:rPr>
        <w:t>،</w:t>
      </w:r>
      <w:r w:rsidRPr="009647FC">
        <w:rPr>
          <w:rtl/>
        </w:rPr>
        <w:t xml:space="preserve"> وكلُّ شيءٍ هالكٌ إلاّ وجهه</w:t>
      </w:r>
      <w:r w:rsidR="00D769AB">
        <w:rPr>
          <w:rtl/>
        </w:rPr>
        <w:t>.</w:t>
      </w:r>
    </w:p>
    <w:p w:rsidR="009647FC" w:rsidRPr="00524A24" w:rsidRDefault="009647FC" w:rsidP="004E7EC6">
      <w:pPr>
        <w:pStyle w:val="libCenter"/>
      </w:pPr>
      <w:r w:rsidRPr="009647FC">
        <w:rPr>
          <w:rtl/>
        </w:rPr>
        <w:t>*</w:t>
      </w:r>
      <w:r w:rsidR="000D3487">
        <w:rPr>
          <w:rFonts w:hint="cs"/>
          <w:rtl/>
        </w:rPr>
        <w:t xml:space="preserve"> </w:t>
      </w:r>
      <w:r w:rsidRPr="009647FC">
        <w:rPr>
          <w:rtl/>
        </w:rPr>
        <w:t>*</w:t>
      </w:r>
      <w:r w:rsidR="000D3487">
        <w:rPr>
          <w:rFonts w:hint="cs"/>
          <w:rtl/>
        </w:rPr>
        <w:t xml:space="preserve"> </w:t>
      </w:r>
      <w:r w:rsidRPr="009647FC">
        <w:rPr>
          <w:rtl/>
        </w:rPr>
        <w:t>*</w:t>
      </w:r>
    </w:p>
    <w:p w:rsidR="009647FC" w:rsidRPr="00524A24" w:rsidRDefault="009647FC" w:rsidP="004E7EC6">
      <w:pPr>
        <w:pStyle w:val="libNormal"/>
      </w:pPr>
      <w:r w:rsidRPr="009647FC">
        <w:rPr>
          <w:rtl/>
        </w:rPr>
        <w:t>17</w:t>
      </w:r>
      <w:r w:rsidR="004E7EC6">
        <w:rPr>
          <w:rtl/>
        </w:rPr>
        <w:t xml:space="preserve"> - </w:t>
      </w:r>
      <w:r w:rsidRPr="009647FC">
        <w:rPr>
          <w:rtl/>
        </w:rPr>
        <w:t>قال (رحمه الله) وقد كتب بها إلى السيد سلمان النقيب معزّياً له بموت أبيه عن لسان العلاّمة السيد مهدي القزويني</w:t>
      </w:r>
      <w:r w:rsidR="00D769AB">
        <w:rPr>
          <w:rtl/>
        </w:rPr>
        <w:t>:</w:t>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t>نعى الناعون للشرف المعُلّى</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فتى الأشراف سيد</w:t>
            </w:r>
            <w:r>
              <w:rPr>
                <w:rtl/>
              </w:rPr>
              <w:t>َ</w:t>
            </w:r>
            <w:r w:rsidRPr="009647FC">
              <w:rPr>
                <w:rtl/>
              </w:rPr>
              <w:t>ها النقيبا</w:t>
            </w:r>
            <w:r w:rsidRPr="004E7EC6">
              <w:rPr>
                <w:rStyle w:val="libFootnotenumChar"/>
                <w:rtl/>
              </w:rPr>
              <w:t>(1)</w:t>
            </w:r>
            <w:r w:rsidRPr="00725071">
              <w:rPr>
                <w:rStyle w:val="libPoemTiniChar0"/>
                <w:rtl/>
              </w:rPr>
              <w:br/>
              <w:t> </w:t>
            </w:r>
          </w:p>
        </w:tc>
      </w:tr>
    </w:tbl>
    <w:p w:rsidR="009647FC" w:rsidRPr="00524A24" w:rsidRDefault="009647FC" w:rsidP="004E7EC6">
      <w:pPr>
        <w:pStyle w:val="libNormal"/>
      </w:pPr>
      <w:r w:rsidRPr="009647FC">
        <w:rPr>
          <w:rtl/>
        </w:rPr>
        <w:t>يُنشر على طيِّ الأيام ذكره</w:t>
      </w:r>
      <w:r w:rsidR="00D769AB">
        <w:rPr>
          <w:rtl/>
        </w:rPr>
        <w:t>،</w:t>
      </w:r>
      <w:r w:rsidRPr="009647FC">
        <w:rPr>
          <w:rtl/>
        </w:rPr>
        <w:t xml:space="preserve"> ويُجدّد ويا حاشاه من الدروس على تعاقب الأعوام علاؤه وفخره</w:t>
      </w:r>
      <w:r w:rsidR="00D769AB">
        <w:rPr>
          <w:rtl/>
        </w:rPr>
        <w:t>،</w:t>
      </w:r>
      <w:r w:rsidRPr="009647FC">
        <w:rPr>
          <w:rtl/>
        </w:rPr>
        <w:t xml:space="preserve"> ويجلو من محاسنه الغرِّ</w:t>
      </w:r>
      <w:r w:rsidR="004C00A8">
        <w:rPr>
          <w:rtl/>
        </w:rPr>
        <w:t xml:space="preserve"> </w:t>
      </w:r>
      <w:r w:rsidRPr="009647FC">
        <w:rPr>
          <w:rtl/>
        </w:rPr>
        <w:t>على صفحات وجه الدهر ما يفصِّله لسال الحمد فريداً</w:t>
      </w:r>
      <w:r w:rsidR="00D769AB">
        <w:rPr>
          <w:rtl/>
        </w:rPr>
        <w:t>،</w:t>
      </w:r>
      <w:r w:rsidRPr="009647FC">
        <w:rPr>
          <w:rtl/>
        </w:rPr>
        <w:t xml:space="preserve"> وتتهاداه الليالي لنحورها عقوداً</w:t>
      </w:r>
      <w:r w:rsidR="00D769AB">
        <w:rPr>
          <w:rtl/>
        </w:rPr>
        <w:t>،</w:t>
      </w:r>
      <w:r w:rsidRPr="009647FC">
        <w:rPr>
          <w:rtl/>
        </w:rPr>
        <w:t xml:space="preserve"> فهو حيُّ بتلك المناقب</w:t>
      </w:r>
      <w:r w:rsidR="00D769AB">
        <w:rPr>
          <w:rtl/>
        </w:rPr>
        <w:t>،</w:t>
      </w:r>
      <w:r w:rsidRPr="009647FC">
        <w:rPr>
          <w:rtl/>
        </w:rPr>
        <w:t xml:space="preserve"> وإن قامتْ عليه النوادب</w:t>
      </w:r>
      <w:r w:rsidR="00D769AB">
        <w:rPr>
          <w:rtl/>
        </w:rPr>
        <w:t>؛</w:t>
      </w:r>
      <w:r w:rsidRPr="009647FC">
        <w:rPr>
          <w:rtl/>
        </w:rPr>
        <w:t xml:space="preserve"> إذ ليس الميّتُ ورزؤه الذي ترك الألباب مطاشة</w:t>
      </w:r>
      <w:r w:rsidR="00D769AB">
        <w:rPr>
          <w:rtl/>
        </w:rPr>
        <w:t>،</w:t>
      </w:r>
      <w:r w:rsidRPr="009647FC">
        <w:rPr>
          <w:rtl/>
        </w:rPr>
        <w:t xml:space="preserve"> إلاّ ميّت المآثر لا الحشاشة</w:t>
      </w:r>
      <w:r w:rsidR="00D769AB">
        <w:rPr>
          <w:rtl/>
        </w:rPr>
        <w:t>.</w:t>
      </w:r>
      <w:r w:rsidRPr="009647FC">
        <w:rPr>
          <w:rtl/>
        </w:rPr>
        <w:t xml:space="preserve"> ولعمري</w:t>
      </w:r>
      <w:r w:rsidR="00D769AB">
        <w:rPr>
          <w:rtl/>
        </w:rPr>
        <w:t>،</w:t>
      </w:r>
      <w:r w:rsidRPr="009647FC">
        <w:rPr>
          <w:rtl/>
        </w:rPr>
        <w:t xml:space="preserve"> لئن قصد</w:t>
      </w:r>
      <w:r w:rsidR="00677BC4">
        <w:rPr>
          <w:rtl/>
        </w:rPr>
        <w:t>َ</w:t>
      </w:r>
      <w:r w:rsidRPr="009647FC">
        <w:rPr>
          <w:rtl/>
        </w:rPr>
        <w:t xml:space="preserve"> المنون بصائبةٍ تلجُّ على الليث المشبل مغار</w:t>
      </w:r>
      <w:r w:rsidR="00677BC4">
        <w:rPr>
          <w:rtl/>
        </w:rPr>
        <w:t>َ</w:t>
      </w:r>
      <w:r w:rsidRPr="009647FC">
        <w:rPr>
          <w:rtl/>
        </w:rPr>
        <w:t>ه</w:t>
      </w:r>
      <w:r w:rsidR="00D769AB">
        <w:rPr>
          <w:rtl/>
        </w:rPr>
        <w:t>،</w:t>
      </w:r>
      <w:r w:rsidRPr="009647FC">
        <w:rPr>
          <w:rtl/>
        </w:rPr>
        <w:t xml:space="preserve"> وتنفذ على الأفعوان الصلِّ وجار</w:t>
      </w:r>
      <w:r w:rsidR="00677BC4">
        <w:rPr>
          <w:rtl/>
        </w:rPr>
        <w:t>َ</w:t>
      </w:r>
      <w:r w:rsidRPr="009647FC">
        <w:rPr>
          <w:rtl/>
        </w:rPr>
        <w:t>ه</w:t>
      </w:r>
      <w:r w:rsidR="00D769AB">
        <w:rPr>
          <w:rtl/>
        </w:rPr>
        <w:t>،</w:t>
      </w:r>
      <w:r w:rsidRPr="009647FC">
        <w:rPr>
          <w:rtl/>
        </w:rPr>
        <w:t xml:space="preserve"> فلقد قضى من الدنيا كرائم</w:t>
      </w:r>
      <w:r w:rsidR="00677BC4">
        <w:rPr>
          <w:rtl/>
        </w:rPr>
        <w:t>َ</w:t>
      </w:r>
      <w:r w:rsidRPr="009647FC">
        <w:rPr>
          <w:rtl/>
        </w:rPr>
        <w:t xml:space="preserve"> وطره</w:t>
      </w:r>
      <w:r w:rsidR="00D769AB">
        <w:rPr>
          <w:rtl/>
        </w:rPr>
        <w:t>،</w:t>
      </w:r>
      <w:r w:rsidRPr="009647FC">
        <w:rPr>
          <w:rtl/>
        </w:rPr>
        <w:t xml:space="preserve"> ورحل عنها فرحل المجد على أثره</w:t>
      </w:r>
      <w:r w:rsidR="00D769AB">
        <w:rPr>
          <w:rtl/>
        </w:rPr>
        <w:t>،</w:t>
      </w:r>
      <w:r w:rsidRPr="009647FC">
        <w:rPr>
          <w:rtl/>
        </w:rPr>
        <w:t xml:space="preserve"> بمهجةٍ حسيرة</w:t>
      </w:r>
      <w:r w:rsidR="00D769AB">
        <w:rPr>
          <w:rtl/>
        </w:rPr>
        <w:t>،</w:t>
      </w:r>
      <w:r w:rsidRPr="009647FC">
        <w:rPr>
          <w:rtl/>
        </w:rPr>
        <w:t xml:space="preserve"> قد نضخها على قبره عقيرة</w:t>
      </w:r>
      <w:r w:rsidR="00D769AB">
        <w:rPr>
          <w:rtl/>
        </w:rPr>
        <w:t>،</w:t>
      </w:r>
      <w:r w:rsidRPr="009647FC">
        <w:rPr>
          <w:rtl/>
        </w:rPr>
        <w:t xml:space="preserve"> وكأنّي بركب الثناء</w:t>
      </w:r>
      <w:r w:rsidR="00D769AB">
        <w:rPr>
          <w:rtl/>
        </w:rPr>
        <w:t>،</w:t>
      </w:r>
      <w:r w:rsidRPr="009647FC">
        <w:rPr>
          <w:rtl/>
        </w:rPr>
        <w:t xml:space="preserve"> وقد وقف فقلّ</w:t>
      </w:r>
      <w:r w:rsidR="00677BC4">
        <w:rPr>
          <w:rtl/>
        </w:rPr>
        <w:t>َ</w:t>
      </w:r>
      <w:r w:rsidRPr="009647FC">
        <w:rPr>
          <w:rtl/>
        </w:rPr>
        <w:t>ب على ذلك الجدث جفون الرجاء</w:t>
      </w:r>
      <w:r w:rsidR="00D769AB">
        <w:rPr>
          <w:rtl/>
        </w:rPr>
        <w:t>،</w:t>
      </w:r>
      <w:r w:rsidRPr="009647FC">
        <w:rPr>
          <w:rtl/>
        </w:rPr>
        <w:t xml:space="preserve"> ثمّ رفع عقيرته بجنبه</w:t>
      </w:r>
      <w:r w:rsidR="00D769AB">
        <w:rPr>
          <w:rtl/>
        </w:rPr>
        <w:t>،</w:t>
      </w:r>
      <w:r w:rsidRPr="009647FC">
        <w:rPr>
          <w:rtl/>
        </w:rPr>
        <w:t xml:space="preserve"> وأنشده ما أنشاه في استطابة تربه</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أقول وقد وقفتُ على ضريحٍ</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كأنّ</w:t>
            </w:r>
            <w:r>
              <w:rPr>
                <w:rtl/>
              </w:rPr>
              <w:t>َ</w:t>
            </w:r>
            <w:r w:rsidRPr="009647FC">
              <w:rPr>
                <w:rtl/>
              </w:rPr>
              <w:t xml:space="preserve"> نسيمه أرجُ الغوالي</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لئن أنشقتني يا قبرُ طيبا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فذاك الطيب من عبق المعالي</w:t>
            </w:r>
            <w:r w:rsidRPr="00725071">
              <w:rPr>
                <w:rStyle w:val="libPoemTiniChar0"/>
                <w:rtl/>
              </w:rPr>
              <w:br/>
              <w:t> </w:t>
            </w:r>
          </w:p>
        </w:tc>
      </w:tr>
    </w:tbl>
    <w:p w:rsidR="009647FC" w:rsidRPr="00524A24" w:rsidRDefault="009647FC" w:rsidP="004E7EC6">
      <w:pPr>
        <w:pStyle w:val="libNormal"/>
      </w:pPr>
      <w:r w:rsidRPr="009647FC">
        <w:rPr>
          <w:rtl/>
        </w:rPr>
        <w:t>وليت شعري</w:t>
      </w:r>
      <w:r w:rsidR="00D769AB">
        <w:rPr>
          <w:rtl/>
        </w:rPr>
        <w:t>!</w:t>
      </w:r>
      <w:r w:rsidRPr="009647FC">
        <w:rPr>
          <w:rtl/>
        </w:rPr>
        <w:t xml:space="preserve"> وهل أبقتْ شعوراً طارقة هذا القدر</w:t>
      </w:r>
      <w:r w:rsidR="00D769AB">
        <w:rPr>
          <w:rtl/>
        </w:rPr>
        <w:t>،</w:t>
      </w:r>
      <w:r w:rsidRPr="009647FC">
        <w:rPr>
          <w:rtl/>
        </w:rPr>
        <w:t xml:space="preserve"> أيعلم الدهرُ لا أقاله اللّهُ عثاره بمنْ عثر؟ ارتحل</w:t>
      </w:r>
      <w:r w:rsidR="00677BC4">
        <w:rPr>
          <w:rtl/>
        </w:rPr>
        <w:t>َ</w:t>
      </w:r>
      <w:r w:rsidRPr="009647FC">
        <w:rPr>
          <w:rtl/>
        </w:rPr>
        <w:t xml:space="preserve"> وأيم اللّه عن الأنام بربيعها</w:t>
      </w:r>
      <w:r w:rsidR="00D769AB">
        <w:rPr>
          <w:rtl/>
        </w:rPr>
        <w:t>،</w:t>
      </w:r>
      <w:r w:rsidRPr="009647FC">
        <w:rPr>
          <w:rtl/>
        </w:rPr>
        <w:t xml:space="preserve"> وعن الأيام بقريعها</w:t>
      </w:r>
      <w:r w:rsidR="00D769AB">
        <w:rPr>
          <w:rtl/>
        </w:rPr>
        <w:t>،</w:t>
      </w:r>
      <w:r w:rsidRPr="009647FC">
        <w:rPr>
          <w:rtl/>
        </w:rPr>
        <w:t xml:space="preserve"> حادثٌ جذّ</w:t>
      </w:r>
      <w:r w:rsidR="00677BC4">
        <w:rPr>
          <w:rtl/>
        </w:rPr>
        <w:t>َ</w:t>
      </w:r>
      <w:r w:rsidRPr="009647FC">
        <w:rPr>
          <w:rtl/>
        </w:rPr>
        <w:t xml:space="preserve"> من العزّ أنفه</w:t>
      </w:r>
      <w:r w:rsidR="00D769AB">
        <w:rPr>
          <w:rtl/>
        </w:rPr>
        <w:t>،</w:t>
      </w:r>
      <w:r w:rsidRPr="009647FC">
        <w:rPr>
          <w:rtl/>
        </w:rPr>
        <w:t xml:space="preserve"> ومن الكرم ساعده وكفّ</w:t>
      </w:r>
      <w:r w:rsidR="00677BC4">
        <w:rPr>
          <w:rtl/>
        </w:rPr>
        <w:t>َ</w:t>
      </w:r>
      <w:r w:rsidRPr="009647FC">
        <w:rPr>
          <w:rtl/>
        </w:rPr>
        <w:t>ه</w:t>
      </w:r>
      <w:r w:rsidR="00D769AB">
        <w:rPr>
          <w:rtl/>
        </w:rPr>
        <w:t>،</w:t>
      </w:r>
      <w:r w:rsidRPr="009647FC">
        <w:rPr>
          <w:rtl/>
        </w:rPr>
        <w:t xml:space="preserve"> وأغصّ</w:t>
      </w:r>
      <w:r w:rsidR="00677BC4">
        <w:rPr>
          <w:rtl/>
        </w:rPr>
        <w:t>َ</w:t>
      </w:r>
      <w:r w:rsidRPr="009647FC">
        <w:rPr>
          <w:rtl/>
        </w:rPr>
        <w:t xml:space="preserve">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ذكرت في باب المراثي</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فم</w:t>
      </w:r>
      <w:r w:rsidR="00677BC4">
        <w:rPr>
          <w:rtl/>
        </w:rPr>
        <w:t>َ</w:t>
      </w:r>
      <w:r w:rsidRPr="009647FC">
        <w:rPr>
          <w:rtl/>
        </w:rPr>
        <w:t xml:space="preserve"> الدنيا بجرعةٍ ثكُل عميدها</w:t>
      </w:r>
      <w:r w:rsidR="00D769AB">
        <w:rPr>
          <w:rtl/>
        </w:rPr>
        <w:t>،</w:t>
      </w:r>
      <w:r w:rsidRPr="009647FC">
        <w:rPr>
          <w:rtl/>
        </w:rPr>
        <w:t xml:space="preserve"> فعدد</w:t>
      </w:r>
      <w:r w:rsidR="00677BC4">
        <w:rPr>
          <w:rtl/>
        </w:rPr>
        <w:t>َ</w:t>
      </w:r>
      <w:r w:rsidRPr="009647FC">
        <w:rPr>
          <w:rtl/>
        </w:rPr>
        <w:t>تْ بلسان الدهر حتى كلّ ولم ينشط في محفل النياحة لتعديدها</w:t>
      </w:r>
      <w:r w:rsidR="00D769AB">
        <w:rPr>
          <w:rtl/>
        </w:rPr>
        <w:t>،</w:t>
      </w:r>
      <w:r w:rsidRPr="009647FC">
        <w:rPr>
          <w:rtl/>
        </w:rPr>
        <w:t xml:space="preserve"> وكيف ينشط منها اللسان</w:t>
      </w:r>
      <w:r w:rsidR="00D769AB">
        <w:rPr>
          <w:rtl/>
        </w:rPr>
        <w:t>،</w:t>
      </w:r>
      <w:r w:rsidRPr="009647FC">
        <w:rPr>
          <w:rtl/>
        </w:rPr>
        <w:t xml:space="preserve"> أو يتّسع لها نطاق البيان</w:t>
      </w:r>
      <w:r w:rsidR="00D769AB">
        <w:rPr>
          <w:rtl/>
        </w:rPr>
        <w:t>،</w:t>
      </w:r>
      <w:r w:rsidRPr="009647FC">
        <w:rPr>
          <w:rtl/>
        </w:rPr>
        <w:t xml:space="preserve"> في حصر تلك المناقب</w:t>
      </w:r>
      <w:r w:rsidR="00D769AB">
        <w:rPr>
          <w:rtl/>
        </w:rPr>
        <w:t>،</w:t>
      </w:r>
      <w:r w:rsidRPr="009647FC">
        <w:rPr>
          <w:rtl/>
        </w:rPr>
        <w:t xml:space="preserve"> التي كاثرت وأجلّها عن قولي الحصى عداد الكواكب</w:t>
      </w:r>
      <w:r w:rsidR="00D769AB">
        <w:rPr>
          <w:rtl/>
        </w:rPr>
        <w:t>،</w:t>
      </w:r>
      <w:r w:rsidRPr="009647FC">
        <w:rPr>
          <w:rtl/>
        </w:rPr>
        <w:t xml:space="preserve"> أليست هي مناقب من ضمن</w:t>
      </w:r>
      <w:r w:rsidR="00677BC4">
        <w:rPr>
          <w:rtl/>
        </w:rPr>
        <w:t>َ</w:t>
      </w:r>
      <w:r w:rsidRPr="009647FC">
        <w:rPr>
          <w:rtl/>
        </w:rPr>
        <w:t xml:space="preserve"> في ملاث أزار عظمته جميع كرامها</w:t>
      </w:r>
      <w:r w:rsidR="00D769AB">
        <w:rPr>
          <w:rtl/>
        </w:rPr>
        <w:t>،</w:t>
      </w:r>
      <w:r w:rsidRPr="009647FC">
        <w:rPr>
          <w:rtl/>
        </w:rPr>
        <w:t xml:space="preserve"> فطوى منه الموتُ بردة فخرٍ أدرج في أثنائها بقيّة أيّامها؟</w:t>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t>قد علمنا فقر</w:t>
            </w:r>
            <w:r>
              <w:rPr>
                <w:rtl/>
              </w:rPr>
              <w:t>َ</w:t>
            </w:r>
            <w:r w:rsidRPr="009647FC">
              <w:rPr>
                <w:rtl/>
              </w:rPr>
              <w:t xml:space="preserve"> العفاة إليه</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أفكان الردى من الفقراءِ</w:t>
            </w:r>
            <w:r w:rsidRPr="004E7EC6">
              <w:rPr>
                <w:rStyle w:val="libFootnotenumChar"/>
                <w:rtl/>
              </w:rPr>
              <w:t>(1)</w:t>
            </w:r>
            <w:r w:rsidRPr="00725071">
              <w:rPr>
                <w:rStyle w:val="libPoemTiniChar0"/>
                <w:rtl/>
              </w:rPr>
              <w:br/>
              <w:t> </w:t>
            </w:r>
          </w:p>
        </w:tc>
      </w:tr>
    </w:tbl>
    <w:p w:rsidR="009647FC" w:rsidRPr="00524A24" w:rsidRDefault="009647FC" w:rsidP="004E7EC6">
      <w:pPr>
        <w:pStyle w:val="libNormal"/>
      </w:pPr>
      <w:r w:rsidRPr="004E7EC6">
        <w:rPr>
          <w:rtl/>
        </w:rPr>
        <w:t>أجل أيّتها التي تردّدُ المقالة وتنعى</w:t>
      </w:r>
      <w:r w:rsidR="00D769AB">
        <w:rPr>
          <w:rtl/>
        </w:rPr>
        <w:t>،</w:t>
      </w:r>
      <w:r w:rsidRPr="004E7EC6">
        <w:rPr>
          <w:rtl/>
        </w:rPr>
        <w:t xml:space="preserve"> خفّضي عليك ولا تضيقي بما لديك</w:t>
      </w:r>
      <w:r w:rsidRPr="004E7EC6">
        <w:rPr>
          <w:rStyle w:val="libFootnotenumChar"/>
          <w:rtl/>
        </w:rPr>
        <w:t>(2)</w:t>
      </w:r>
      <w:r w:rsidRPr="004E7EC6">
        <w:rPr>
          <w:rtl/>
        </w:rPr>
        <w:t xml:space="preserve"> ذرعاً</w:t>
      </w:r>
      <w:r w:rsidR="00D769AB">
        <w:rPr>
          <w:rtl/>
        </w:rPr>
        <w:t>،</w:t>
      </w:r>
      <w:r w:rsidRPr="004E7EC6">
        <w:rPr>
          <w:rtl/>
        </w:rPr>
        <w:t xml:space="preserve"> إنّ الموت لم يطوِ غارب</w:t>
      </w:r>
      <w:r w:rsidR="00677BC4">
        <w:rPr>
          <w:rtl/>
        </w:rPr>
        <w:t>َ</w:t>
      </w:r>
      <w:r w:rsidRPr="004E7EC6">
        <w:rPr>
          <w:rtl/>
        </w:rPr>
        <w:t xml:space="preserve"> بحرك ذلك الزاخر</w:t>
      </w:r>
      <w:r w:rsidR="00D769AB">
        <w:rPr>
          <w:rtl/>
        </w:rPr>
        <w:t>،</w:t>
      </w:r>
      <w:r w:rsidRPr="004E7EC6">
        <w:rPr>
          <w:rtl/>
        </w:rPr>
        <w:t xml:space="preserve"> إلاّ بعدما بدتْ منه على نحر الزمن عقد هذه الجواهر</w:t>
      </w:r>
      <w:r w:rsidR="00D769AB">
        <w:rPr>
          <w:rtl/>
        </w:rPr>
        <w:t>،</w:t>
      </w:r>
      <w:r w:rsidRPr="004E7EC6">
        <w:rPr>
          <w:rtl/>
        </w:rPr>
        <w:t xml:space="preserve"> فحلّي بها عاطل جيده</w:t>
      </w:r>
      <w:r w:rsidR="00D769AB">
        <w:rPr>
          <w:rtl/>
        </w:rPr>
        <w:t>،</w:t>
      </w:r>
      <w:r w:rsidRPr="004E7EC6">
        <w:rPr>
          <w:rtl/>
        </w:rPr>
        <w:t xml:space="preserve"> وأعدّ</w:t>
      </w:r>
      <w:r w:rsidR="00677BC4">
        <w:rPr>
          <w:rtl/>
        </w:rPr>
        <w:t>َ</w:t>
      </w:r>
      <w:r w:rsidRPr="004E7EC6">
        <w:rPr>
          <w:rtl/>
        </w:rPr>
        <w:t>ها</w:t>
      </w:r>
      <w:r w:rsidRPr="004E7EC6">
        <w:rPr>
          <w:rStyle w:val="libFootnotenumChar"/>
          <w:rtl/>
        </w:rPr>
        <w:t>(2)</w:t>
      </w:r>
      <w:r w:rsidRPr="004E7EC6">
        <w:rPr>
          <w:rtl/>
        </w:rPr>
        <w:t xml:space="preserve"> نفائس موجودة</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قد</w:t>
            </w:r>
            <w:r>
              <w:rPr>
                <w:rtl/>
              </w:rPr>
              <w:t xml:space="preserve"> </w:t>
            </w:r>
            <w:r w:rsidRPr="009647FC">
              <w:rPr>
                <w:rtl/>
              </w:rPr>
              <w:t>كان</w:t>
            </w:r>
            <w:r>
              <w:rPr>
                <w:rtl/>
              </w:rPr>
              <w:t xml:space="preserve"> </w:t>
            </w:r>
            <w:r w:rsidRPr="009647FC">
              <w:rPr>
                <w:rtl/>
              </w:rPr>
              <w:t>في</w:t>
            </w:r>
            <w:r>
              <w:rPr>
                <w:rtl/>
              </w:rPr>
              <w:t xml:space="preserve"> </w:t>
            </w:r>
            <w:r w:rsidRPr="009647FC">
              <w:rPr>
                <w:rtl/>
              </w:rPr>
              <w:t>موت</w:t>
            </w:r>
            <w:r>
              <w:rPr>
                <w:rtl/>
              </w:rPr>
              <w:t xml:space="preserve"> </w:t>
            </w:r>
            <w:r w:rsidRPr="009647FC">
              <w:rPr>
                <w:rtl/>
              </w:rPr>
              <w:t>عليِّ</w:t>
            </w:r>
            <w:r>
              <w:rPr>
                <w:rtl/>
              </w:rPr>
              <w:t xml:space="preserve"> </w:t>
            </w:r>
            <w:r w:rsidRPr="009647FC">
              <w:rPr>
                <w:rtl/>
              </w:rPr>
              <w:t>الذرى</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ماتت</w:t>
            </w:r>
            <w:r>
              <w:rPr>
                <w:rtl/>
              </w:rPr>
              <w:t xml:space="preserve"> </w:t>
            </w:r>
            <w:r w:rsidRPr="009647FC">
              <w:rPr>
                <w:rtl/>
              </w:rPr>
              <w:t>بنو</w:t>
            </w:r>
            <w:r>
              <w:rPr>
                <w:rtl/>
              </w:rPr>
              <w:t xml:space="preserve"> </w:t>
            </w:r>
            <w:r w:rsidRPr="009647FC">
              <w:rPr>
                <w:rtl/>
              </w:rPr>
              <w:t>المجدِ</w:t>
            </w:r>
            <w:r>
              <w:rPr>
                <w:rtl/>
              </w:rPr>
              <w:t xml:space="preserve"> </w:t>
            </w:r>
            <w:r w:rsidRPr="009647FC">
              <w:rPr>
                <w:rtl/>
              </w:rPr>
              <w:t>وعلياها</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لكنْ</w:t>
            </w:r>
            <w:r>
              <w:rPr>
                <w:rtl/>
              </w:rPr>
              <w:t xml:space="preserve"> </w:t>
            </w:r>
            <w:r w:rsidRPr="009647FC">
              <w:rPr>
                <w:rtl/>
              </w:rPr>
              <w:t>بإذن</w:t>
            </w:r>
            <w:r>
              <w:rPr>
                <w:rtl/>
              </w:rPr>
              <w:t xml:space="preserve"> </w:t>
            </w:r>
            <w:r w:rsidRPr="009647FC">
              <w:rPr>
                <w:rtl/>
              </w:rPr>
              <w:t>الله</w:t>
            </w:r>
            <w:r>
              <w:rPr>
                <w:rtl/>
              </w:rPr>
              <w:t xml:space="preserve"> </w:t>
            </w:r>
            <w:r w:rsidRPr="009647FC">
              <w:rPr>
                <w:rtl/>
              </w:rPr>
              <w:t>روحُ</w:t>
            </w:r>
            <w:r>
              <w:rPr>
                <w:rtl/>
              </w:rPr>
              <w:t xml:space="preserve"> </w:t>
            </w:r>
            <w:r w:rsidRPr="009647FC">
              <w:rPr>
                <w:rtl/>
              </w:rPr>
              <w:t>النهى</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قام</w:t>
            </w:r>
            <w:r w:rsidR="004C00A8">
              <w:rPr>
                <w:rtl/>
              </w:rPr>
              <w:t xml:space="preserve"> </w:t>
            </w:r>
            <w:r w:rsidRPr="009647FC">
              <w:rPr>
                <w:rtl/>
              </w:rPr>
              <w:t>فأحياه</w:t>
            </w:r>
            <w:r>
              <w:rPr>
                <w:rtl/>
              </w:rPr>
              <w:t xml:space="preserve"> </w:t>
            </w:r>
            <w:r w:rsidRPr="009647FC">
              <w:rPr>
                <w:rtl/>
              </w:rPr>
              <w:t>وأحياها</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قد</w:t>
            </w:r>
            <w:r>
              <w:rPr>
                <w:rtl/>
              </w:rPr>
              <w:t xml:space="preserve"> </w:t>
            </w:r>
            <w:r w:rsidRPr="009647FC">
              <w:rPr>
                <w:rtl/>
              </w:rPr>
              <w:t>طويتُ</w:t>
            </w:r>
            <w:r>
              <w:rPr>
                <w:rtl/>
              </w:rPr>
              <w:t xml:space="preserve"> </w:t>
            </w:r>
            <w:r w:rsidRPr="009647FC">
              <w:rPr>
                <w:rtl/>
              </w:rPr>
              <w:t>لولا</w:t>
            </w:r>
            <w:r>
              <w:rPr>
                <w:rtl/>
              </w:rPr>
              <w:t xml:space="preserve"> (</w:t>
            </w:r>
            <w:r w:rsidRPr="009647FC">
              <w:rPr>
                <w:rtl/>
              </w:rPr>
              <w:t>أبو</w:t>
            </w:r>
            <w:r>
              <w:rPr>
                <w:rtl/>
              </w:rPr>
              <w:t xml:space="preserve"> </w:t>
            </w:r>
            <w:r w:rsidRPr="009647FC">
              <w:rPr>
                <w:rtl/>
              </w:rPr>
              <w:t>المصطفى</w:t>
            </w:r>
            <w:r>
              <w:rPr>
                <w:rtl/>
              </w:rPr>
              <w:t>)</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ينشر</w:t>
            </w:r>
            <w:r w:rsidR="004C00A8">
              <w:rPr>
                <w:rtl/>
              </w:rPr>
              <w:t xml:space="preserve"> </w:t>
            </w:r>
            <w:r w:rsidRPr="009647FC">
              <w:rPr>
                <w:rtl/>
              </w:rPr>
              <w:t>في</w:t>
            </w:r>
            <w:r>
              <w:rPr>
                <w:rtl/>
              </w:rPr>
              <w:t xml:space="preserve"> </w:t>
            </w:r>
            <w:r w:rsidRPr="009647FC">
              <w:rPr>
                <w:rtl/>
              </w:rPr>
              <w:t>الدهر</w:t>
            </w:r>
            <w:r>
              <w:rPr>
                <w:rtl/>
              </w:rPr>
              <w:t xml:space="preserve"> </w:t>
            </w:r>
            <w:r w:rsidRPr="009647FC">
              <w:rPr>
                <w:rtl/>
              </w:rPr>
              <w:t>مزاياها</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نعم</w:t>
            </w:r>
            <w:r>
              <w:rPr>
                <w:rtl/>
              </w:rPr>
              <w:t xml:space="preserve">َ </w:t>
            </w:r>
            <w:r w:rsidRPr="009647FC">
              <w:rPr>
                <w:rtl/>
              </w:rPr>
              <w:t>زعيم</w:t>
            </w:r>
            <w:r>
              <w:rPr>
                <w:rtl/>
              </w:rPr>
              <w:t xml:space="preserve"> </w:t>
            </w:r>
            <w:r w:rsidRPr="009647FC">
              <w:rPr>
                <w:rtl/>
              </w:rPr>
              <w:t>القوم</w:t>
            </w:r>
            <w:r>
              <w:rPr>
                <w:rtl/>
              </w:rPr>
              <w:t xml:space="preserve"> </w:t>
            </w:r>
            <w:r w:rsidRPr="009647FC">
              <w:rPr>
                <w:rtl/>
              </w:rPr>
              <w:t>مقدامها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في</w:t>
            </w:r>
            <w:r w:rsidR="004C00A8">
              <w:rPr>
                <w:rtl/>
              </w:rPr>
              <w:t xml:space="preserve"> </w:t>
            </w:r>
            <w:r w:rsidRPr="009647FC">
              <w:rPr>
                <w:rtl/>
              </w:rPr>
              <w:t>الحزم</w:t>
            </w:r>
            <w:r>
              <w:rPr>
                <w:rtl/>
              </w:rPr>
              <w:t xml:space="preserve"> </w:t>
            </w:r>
            <w:r w:rsidRPr="009647FC">
              <w:rPr>
                <w:rtl/>
              </w:rPr>
              <w:t>طلاّعٌ</w:t>
            </w:r>
            <w:r>
              <w:rPr>
                <w:rtl/>
              </w:rPr>
              <w:t xml:space="preserve"> </w:t>
            </w:r>
            <w:r w:rsidRPr="009647FC">
              <w:rPr>
                <w:rtl/>
              </w:rPr>
              <w:t>ثناياها</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مظفرُ</w:t>
            </w:r>
            <w:r>
              <w:rPr>
                <w:rtl/>
              </w:rPr>
              <w:t xml:space="preserve"> </w:t>
            </w:r>
            <w:r w:rsidRPr="009647FC">
              <w:rPr>
                <w:rtl/>
              </w:rPr>
              <w:t>الآراء</w:t>
            </w:r>
            <w:r>
              <w:rPr>
                <w:rtl/>
              </w:rPr>
              <w:t xml:space="preserve"> </w:t>
            </w:r>
            <w:r w:rsidRPr="009647FC">
              <w:rPr>
                <w:rtl/>
              </w:rPr>
              <w:t>ما</w:t>
            </w:r>
            <w:r>
              <w:rPr>
                <w:rtl/>
              </w:rPr>
              <w:t xml:space="preserve"> </w:t>
            </w:r>
            <w:r w:rsidRPr="009647FC">
              <w:rPr>
                <w:rtl/>
              </w:rPr>
              <w:t>أخفقتْ</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في</w:t>
            </w:r>
            <w:r>
              <w:rPr>
                <w:rtl/>
              </w:rPr>
              <w:t xml:space="preserve"> </w:t>
            </w:r>
            <w:r w:rsidRPr="009647FC">
              <w:rPr>
                <w:rtl/>
              </w:rPr>
              <w:t>طلب</w:t>
            </w:r>
            <w:r>
              <w:rPr>
                <w:rtl/>
              </w:rPr>
              <w:t xml:space="preserve"> </w:t>
            </w:r>
            <w:r w:rsidRPr="009647FC">
              <w:rPr>
                <w:rtl/>
              </w:rPr>
              <w:t>الرأي</w:t>
            </w:r>
            <w:r>
              <w:rPr>
                <w:rtl/>
              </w:rPr>
              <w:t xml:space="preserve"> </w:t>
            </w:r>
            <w:r w:rsidRPr="009647FC">
              <w:rPr>
                <w:rtl/>
              </w:rPr>
              <w:t>سراياها</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إن</w:t>
            </w:r>
            <w:r w:rsidR="004C00A8">
              <w:rPr>
                <w:rtl/>
              </w:rPr>
              <w:t xml:space="preserve"> </w:t>
            </w:r>
            <w:r w:rsidRPr="009647FC">
              <w:rPr>
                <w:rtl/>
              </w:rPr>
              <w:t>خاصم</w:t>
            </w:r>
            <w:r>
              <w:rPr>
                <w:rtl/>
              </w:rPr>
              <w:t xml:space="preserve"> </w:t>
            </w:r>
            <w:r w:rsidRPr="009647FC">
              <w:rPr>
                <w:rtl/>
              </w:rPr>
              <w:t>الأكفاء</w:t>
            </w:r>
            <w:r>
              <w:rPr>
                <w:rtl/>
              </w:rPr>
              <w:t xml:space="preserve"> </w:t>
            </w:r>
            <w:r w:rsidRPr="009647FC">
              <w:rPr>
                <w:rtl/>
              </w:rPr>
              <w:t>في</w:t>
            </w:r>
            <w:r>
              <w:rPr>
                <w:rtl/>
              </w:rPr>
              <w:t xml:space="preserve"> </w:t>
            </w:r>
            <w:r w:rsidRPr="009647FC">
              <w:rPr>
                <w:rtl/>
              </w:rPr>
              <w:t>مجمعٍ</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أضحكها</w:t>
            </w:r>
            <w:r>
              <w:rPr>
                <w:rtl/>
              </w:rPr>
              <w:t xml:space="preserve"> </w:t>
            </w:r>
            <w:r w:rsidRPr="009647FC">
              <w:rPr>
                <w:rtl/>
              </w:rPr>
              <w:t>منه</w:t>
            </w:r>
            <w:r>
              <w:rPr>
                <w:rtl/>
              </w:rPr>
              <w:t xml:space="preserve"> </w:t>
            </w:r>
            <w:r w:rsidRPr="009647FC">
              <w:rPr>
                <w:rtl/>
              </w:rPr>
              <w:t>وأبكاها</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رياسةٌ</w:t>
            </w:r>
            <w:r>
              <w:rPr>
                <w:rtl/>
              </w:rPr>
              <w:t xml:space="preserve"> </w:t>
            </w:r>
            <w:r w:rsidRPr="009647FC">
              <w:rPr>
                <w:rtl/>
              </w:rPr>
              <w:t>موروثةٌ</w:t>
            </w:r>
            <w:r>
              <w:rPr>
                <w:rtl/>
              </w:rPr>
              <w:t xml:space="preserve"> </w:t>
            </w:r>
            <w:r w:rsidRPr="009647FC">
              <w:rPr>
                <w:rtl/>
              </w:rPr>
              <w:t>في</w:t>
            </w:r>
            <w:r>
              <w:rPr>
                <w:rtl/>
              </w:rPr>
              <w:t xml:space="preserve"> </w:t>
            </w:r>
            <w:r w:rsidRPr="009647FC">
              <w:rPr>
                <w:rtl/>
              </w:rPr>
              <w:t>العُلى</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يأرجُ</w:t>
            </w:r>
            <w:r>
              <w:rPr>
                <w:rtl/>
              </w:rPr>
              <w:t xml:space="preserve"> </w:t>
            </w:r>
            <w:r w:rsidRPr="009647FC">
              <w:rPr>
                <w:rtl/>
              </w:rPr>
              <w:t>في</w:t>
            </w:r>
            <w:r>
              <w:rPr>
                <w:rtl/>
              </w:rPr>
              <w:t xml:space="preserve"> </w:t>
            </w:r>
            <w:r w:rsidRPr="009647FC">
              <w:rPr>
                <w:rtl/>
              </w:rPr>
              <w:t>عطفيه</w:t>
            </w:r>
            <w:r>
              <w:rPr>
                <w:rtl/>
              </w:rPr>
              <w:t xml:space="preserve"> </w:t>
            </w:r>
            <w:r w:rsidRPr="009647FC">
              <w:rPr>
                <w:rtl/>
              </w:rPr>
              <w:t>ري</w:t>
            </w:r>
            <w:r w:rsidRPr="00B371C6">
              <w:rPr>
                <w:rtl/>
              </w:rPr>
              <w:t>ّ</w:t>
            </w:r>
            <w:r w:rsidRPr="009647FC">
              <w:rPr>
                <w:rtl/>
              </w:rPr>
              <w:t>اها</w:t>
            </w:r>
            <w:r w:rsidRPr="00725071">
              <w:rPr>
                <w:rStyle w:val="libPoemTiniChar0"/>
                <w:rtl/>
              </w:rPr>
              <w:br/>
              <w:t> </w:t>
            </w:r>
          </w:p>
        </w:tc>
      </w:tr>
    </w:tbl>
    <w:p w:rsidR="009647FC" w:rsidRPr="00524A24" w:rsidRDefault="009647FC" w:rsidP="004E7EC6">
      <w:pPr>
        <w:pStyle w:val="libNormal"/>
      </w:pPr>
      <w:r w:rsidRPr="009647FC">
        <w:rPr>
          <w:rtl/>
        </w:rPr>
        <w:t>فأكرمْ به وارثاً للمجد</w:t>
      </w:r>
      <w:r w:rsidR="00D769AB">
        <w:rPr>
          <w:rtl/>
        </w:rPr>
        <w:t>،</w:t>
      </w:r>
      <w:r w:rsidRPr="009647FC">
        <w:rPr>
          <w:rtl/>
        </w:rPr>
        <w:t xml:space="preserve"> قد ترك ألسنة الثناء والحمد ترتلُ آيات فضله ترتيلاً</w:t>
      </w:r>
      <w:r w:rsidR="00D769AB">
        <w:rPr>
          <w:rtl/>
        </w:rPr>
        <w:t>،</w:t>
      </w:r>
      <w:r w:rsidRPr="009647FC">
        <w:rPr>
          <w:rtl/>
        </w:rPr>
        <w:t xml:space="preserve"> وتهتف في الأنام بكرةً وأصيلاً</w:t>
      </w:r>
      <w:r w:rsidR="00D769AB">
        <w:rPr>
          <w:rtl/>
        </w:rPr>
        <w:t>،</w:t>
      </w:r>
      <w:r w:rsidRPr="009647FC">
        <w:rPr>
          <w:rtl/>
        </w:rPr>
        <w:t xml:space="preserve"> هكذا فليكن الكرم</w:t>
      </w:r>
      <w:r w:rsidR="00D769AB">
        <w:rPr>
          <w:rtl/>
        </w:rPr>
        <w:t>،</w:t>
      </w:r>
      <w:r w:rsidRPr="009647FC">
        <w:rPr>
          <w:rtl/>
        </w:rPr>
        <w:t xml:space="preserve"> ولترق</w:t>
      </w:r>
      <w:r w:rsidR="00677BC4">
        <w:rPr>
          <w:rtl/>
        </w:rPr>
        <w:t>َ</w:t>
      </w:r>
      <w:r w:rsidRPr="009647FC">
        <w:rPr>
          <w:rtl/>
        </w:rPr>
        <w:t xml:space="preserve"> إلى هنا عاليات الهمم</w:t>
      </w:r>
      <w:r w:rsidR="00D769AB">
        <w:rPr>
          <w:rtl/>
        </w:rPr>
        <w:t>،</w:t>
      </w:r>
      <w:r w:rsidRPr="009647FC">
        <w:rPr>
          <w:rtl/>
        </w:rPr>
        <w:t xml:space="preserve"> وليعرِّسْ بمثل هذه الغابة م</w:t>
      </w:r>
      <w:r w:rsidR="00677BC4">
        <w:rPr>
          <w:rtl/>
        </w:rPr>
        <w:t>َ</w:t>
      </w:r>
      <w:r w:rsidRPr="009647FC">
        <w:rPr>
          <w:rtl/>
        </w:rPr>
        <w:t>نْ خطب إلى الشرف عقيلة النقابة</w:t>
      </w:r>
      <w:r w:rsidR="00D769AB">
        <w:rPr>
          <w:rtl/>
        </w:rPr>
        <w:t>،</w:t>
      </w:r>
      <w:r w:rsidRPr="009647FC">
        <w:rPr>
          <w:rtl/>
        </w:rPr>
        <w:t xml:space="preserve">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ذكرت في باب المراثي</w:t>
      </w:r>
      <w:r w:rsidR="00D769AB">
        <w:rPr>
          <w:rtl/>
        </w:rPr>
        <w:t>.</w:t>
      </w:r>
      <w:r w:rsidRPr="009647FC">
        <w:rPr>
          <w:rtl/>
        </w:rPr>
        <w:t xml:space="preserve"> وفي المطبوع</w:t>
      </w:r>
      <w:r w:rsidR="00D769AB">
        <w:rPr>
          <w:rtl/>
        </w:rPr>
        <w:t>:</w:t>
      </w:r>
      <w:r w:rsidRPr="009647FC">
        <w:rPr>
          <w:rtl/>
        </w:rPr>
        <w:t xml:space="preserve"> فقر الزمان</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وفي المخطوط</w:t>
      </w:r>
      <w:r w:rsidR="00D769AB">
        <w:rPr>
          <w:rtl/>
        </w:rPr>
        <w:t>:</w:t>
      </w:r>
      <w:r w:rsidRPr="009647FC">
        <w:rPr>
          <w:rtl/>
        </w:rPr>
        <w:t xml:space="preserve"> بذلك</w:t>
      </w:r>
      <w:r w:rsidR="00D769AB">
        <w:rPr>
          <w:rtl/>
        </w:rPr>
        <w:t>.</w:t>
      </w:r>
    </w:p>
    <w:p w:rsidR="009647FC" w:rsidRPr="00524A24" w:rsidRDefault="009647FC" w:rsidP="004E7EC6">
      <w:pPr>
        <w:pStyle w:val="libFootnote0"/>
      </w:pPr>
      <w:r w:rsidRPr="009647FC">
        <w:rPr>
          <w:rtl/>
        </w:rPr>
        <w:t>3</w:t>
      </w:r>
      <w:r w:rsidR="004E7EC6">
        <w:rPr>
          <w:rtl/>
        </w:rPr>
        <w:t xml:space="preserve"> - </w:t>
      </w:r>
      <w:r w:rsidRPr="009647FC">
        <w:rPr>
          <w:rtl/>
        </w:rPr>
        <w:t>وفي المطبوع</w:t>
      </w:r>
      <w:r w:rsidR="00D769AB">
        <w:rPr>
          <w:rtl/>
        </w:rPr>
        <w:t>:</w:t>
      </w:r>
      <w:r w:rsidRPr="009647FC">
        <w:rPr>
          <w:rtl/>
        </w:rPr>
        <w:t xml:space="preserve"> واعتدها</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هيهات هيهات</w:t>
      </w:r>
      <w:r w:rsidR="00D769AB">
        <w:rPr>
          <w:rtl/>
        </w:rPr>
        <w:t>!</w:t>
      </w:r>
      <w:r w:rsidRPr="004E7EC6">
        <w:rPr>
          <w:rtl/>
        </w:rPr>
        <w:t xml:space="preserve"> لا توص</w:t>
      </w:r>
      <w:r w:rsidR="00677BC4">
        <w:rPr>
          <w:rtl/>
        </w:rPr>
        <w:t>َ</w:t>
      </w:r>
      <w:r w:rsidRPr="004E7EC6">
        <w:rPr>
          <w:rtl/>
        </w:rPr>
        <w:t>ل الراحةُ إلاّ بنانها</w:t>
      </w:r>
      <w:r w:rsidR="00D769AB">
        <w:rPr>
          <w:rtl/>
        </w:rPr>
        <w:t>،</w:t>
      </w:r>
      <w:r w:rsidRPr="004E7EC6">
        <w:rPr>
          <w:rtl/>
        </w:rPr>
        <w:t xml:space="preserve"> ولا تبصر العينُ بغير إنسانها</w:t>
      </w:r>
      <w:r w:rsidR="00D769AB">
        <w:rPr>
          <w:rtl/>
        </w:rPr>
        <w:t>،</w:t>
      </w:r>
      <w:r w:rsidRPr="004E7EC6">
        <w:rPr>
          <w:rtl/>
        </w:rPr>
        <w:t xml:space="preserve"> فيا أحلم منْ (أحنف) وله أطريتْ</w:t>
      </w:r>
      <w:r w:rsidR="00D769AB">
        <w:rPr>
          <w:rtl/>
        </w:rPr>
        <w:t>،</w:t>
      </w:r>
      <w:r w:rsidRPr="004E7EC6">
        <w:rPr>
          <w:rtl/>
        </w:rPr>
        <w:t xml:space="preserve"> ويا أذكى منْ (أياسٍ) وعليه أثنيتْ</w:t>
      </w:r>
      <w:r w:rsidR="00D769AB">
        <w:rPr>
          <w:rtl/>
        </w:rPr>
        <w:t>،</w:t>
      </w:r>
      <w:r w:rsidRPr="004E7EC6">
        <w:rPr>
          <w:rtl/>
        </w:rPr>
        <w:t xml:space="preserve"> إنّي ما استرعيتُ سمعك هذا المقال</w:t>
      </w:r>
      <w:r w:rsidR="00D769AB">
        <w:rPr>
          <w:rtl/>
        </w:rPr>
        <w:t>،</w:t>
      </w:r>
      <w:r w:rsidRPr="004E7EC6">
        <w:rPr>
          <w:rtl/>
        </w:rPr>
        <w:t xml:space="preserve"> ولا استوقفتُ نظر</w:t>
      </w:r>
      <w:r w:rsidR="00677BC4">
        <w:rPr>
          <w:rtl/>
        </w:rPr>
        <w:t>َ</w:t>
      </w:r>
      <w:r w:rsidRPr="004E7EC6">
        <w:rPr>
          <w:rtl/>
        </w:rPr>
        <w:t>ك على ما ضربته من هذه الأمثال</w:t>
      </w:r>
      <w:r w:rsidR="00D769AB">
        <w:rPr>
          <w:rtl/>
        </w:rPr>
        <w:t>،</w:t>
      </w:r>
      <w:r w:rsidRPr="004E7EC6">
        <w:rPr>
          <w:rtl/>
        </w:rPr>
        <w:t xml:space="preserve"> استزيدك في حلمك ركانة</w:t>
      </w:r>
      <w:r w:rsidR="00D769AB">
        <w:rPr>
          <w:rtl/>
        </w:rPr>
        <w:t>،</w:t>
      </w:r>
      <w:r w:rsidRPr="004E7EC6">
        <w:rPr>
          <w:rtl/>
        </w:rPr>
        <w:t xml:space="preserve"> أو أدلّك</w:t>
      </w:r>
      <w:r w:rsidR="00677BC4">
        <w:rPr>
          <w:rtl/>
        </w:rPr>
        <w:t>َ</w:t>
      </w:r>
      <w:r w:rsidRPr="004E7EC6">
        <w:rPr>
          <w:rtl/>
        </w:rPr>
        <w:t xml:space="preserve"> على مكان الصبر فأنت من الصبر بمكانة</w:t>
      </w:r>
      <w:r w:rsidR="00D769AB">
        <w:rPr>
          <w:rtl/>
        </w:rPr>
        <w:t>،</w:t>
      </w:r>
      <w:r w:rsidRPr="004E7EC6">
        <w:rPr>
          <w:rtl/>
        </w:rPr>
        <w:t xml:space="preserve"> بل تلك مقالةٌ في التعزية مرادة</w:t>
      </w:r>
      <w:r w:rsidR="00D769AB">
        <w:rPr>
          <w:rtl/>
        </w:rPr>
        <w:t>،</w:t>
      </w:r>
      <w:r w:rsidRPr="004E7EC6">
        <w:rPr>
          <w:rtl/>
        </w:rPr>
        <w:t xml:space="preserve"> وعلالة جرتْ بمثلها العادة</w:t>
      </w:r>
      <w:r w:rsidR="00D769AB">
        <w:rPr>
          <w:rtl/>
        </w:rPr>
        <w:t>؛</w:t>
      </w:r>
      <w:r w:rsidRPr="004E7EC6">
        <w:rPr>
          <w:rtl/>
        </w:rPr>
        <w:t xml:space="preserve"> إذ جميع هبات الدنيا معادة فمرتجعة</w:t>
      </w:r>
      <w:r w:rsidR="00D769AB">
        <w:rPr>
          <w:rtl/>
        </w:rPr>
        <w:t>،</w:t>
      </w:r>
      <w:r w:rsidRPr="004E7EC6">
        <w:rPr>
          <w:rtl/>
        </w:rPr>
        <w:t xml:space="preserve"> والتسلية عنها سيرةٌ متّبعة</w:t>
      </w:r>
      <w:r w:rsidR="00D769AB">
        <w:rPr>
          <w:rtl/>
        </w:rPr>
        <w:t>،</w:t>
      </w:r>
      <w:r w:rsidRPr="004E7EC6">
        <w:rPr>
          <w:rtl/>
        </w:rPr>
        <w:t xml:space="preserve"> وما استبقائي منك الصبر على هذه الرزية</w:t>
      </w:r>
      <w:r w:rsidR="00D769AB">
        <w:rPr>
          <w:rtl/>
        </w:rPr>
        <w:t>،</w:t>
      </w:r>
      <w:r w:rsidRPr="004E7EC6">
        <w:rPr>
          <w:rtl/>
        </w:rPr>
        <w:t xml:space="preserve"> إلاّ كاستقائي</w:t>
      </w:r>
      <w:r w:rsidRPr="004E7EC6">
        <w:rPr>
          <w:rStyle w:val="libFootnotenumChar"/>
          <w:rtl/>
        </w:rPr>
        <w:t>(1)</w:t>
      </w:r>
      <w:r w:rsidRPr="004E7EC6">
        <w:rPr>
          <w:rtl/>
        </w:rPr>
        <w:t xml:space="preserve"> سحاب الرحمة لتلك التربة الندّ</w:t>
      </w:r>
      <w:r w:rsidR="00677BC4">
        <w:rPr>
          <w:rtl/>
        </w:rPr>
        <w:t>َ</w:t>
      </w:r>
      <w:r w:rsidRPr="004E7EC6">
        <w:rPr>
          <w:rtl/>
        </w:rPr>
        <w:t>ية</w:t>
      </w:r>
      <w:r w:rsidR="00D769AB">
        <w:rPr>
          <w:rtl/>
        </w:rPr>
        <w:t>؛</w:t>
      </w:r>
      <w:r w:rsidRPr="004E7EC6">
        <w:rPr>
          <w:rtl/>
        </w:rPr>
        <w:t xml:space="preserve"> إذ من العبث التماس حصول ما حصل</w:t>
      </w:r>
      <w:r w:rsidR="00D769AB">
        <w:rPr>
          <w:rtl/>
        </w:rPr>
        <w:t>،</w:t>
      </w:r>
      <w:r w:rsidRPr="004E7EC6">
        <w:rPr>
          <w:rtl/>
        </w:rPr>
        <w:t xml:space="preserve"> وطلبُ المرء من اللّه أن يفعل ما كان فعل</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Pr>
                <w:rtl/>
              </w:rPr>
              <w:t>لل</w:t>
            </w:r>
            <w:r w:rsidRPr="009647FC">
              <w:rPr>
                <w:rtl/>
              </w:rPr>
              <w:t>ه في نفسك نفسُ العُلى</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قد أوجب اللّهُ لها حفظها</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لا تجعل الحزن لها شاغلا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في أخذها من فخرها حظّها</w:t>
            </w:r>
            <w:r w:rsidRPr="00725071">
              <w:rPr>
                <w:rStyle w:val="libPoemTiniChar0"/>
                <w:rtl/>
              </w:rPr>
              <w:br/>
              <w:t> </w:t>
            </w:r>
          </w:p>
        </w:tc>
      </w:tr>
    </w:tbl>
    <w:p w:rsidR="009647FC" w:rsidRPr="00524A24" w:rsidRDefault="009647FC" w:rsidP="004E7EC6">
      <w:pPr>
        <w:pStyle w:val="libNormal"/>
      </w:pPr>
      <w:r w:rsidRPr="004E7EC6">
        <w:rPr>
          <w:rtl/>
        </w:rPr>
        <w:t>ولا حدتني خفةٌ في أمرك</w:t>
      </w:r>
      <w:r w:rsidRPr="004E7EC6">
        <w:rPr>
          <w:rStyle w:val="libFootnotenumChar"/>
          <w:rtl/>
        </w:rPr>
        <w:t>(2)</w:t>
      </w:r>
      <w:r w:rsidR="00D769AB" w:rsidRPr="004C00A8">
        <w:rPr>
          <w:rtl/>
        </w:rPr>
        <w:t>،</w:t>
      </w:r>
      <w:r w:rsidRPr="004E7EC6">
        <w:rPr>
          <w:rtl/>
        </w:rPr>
        <w:t xml:space="preserve"> ولا دعتني استضاقةٌ لصدرك</w:t>
      </w:r>
      <w:r w:rsidR="00D769AB">
        <w:rPr>
          <w:rtl/>
        </w:rPr>
        <w:t>،</w:t>
      </w:r>
      <w:r w:rsidRPr="004E7EC6">
        <w:rPr>
          <w:rtl/>
        </w:rPr>
        <w:t xml:space="preserve"> وإنّما هي من المحبِّ نفثةٌ الصدر</w:t>
      </w:r>
      <w:r w:rsidR="00D769AB">
        <w:rPr>
          <w:rtl/>
        </w:rPr>
        <w:t>،</w:t>
      </w:r>
      <w:r w:rsidRPr="004E7EC6">
        <w:rPr>
          <w:rtl/>
        </w:rPr>
        <w:t xml:space="preserve"> وقولة يقولها اشفاقاً على م</w:t>
      </w:r>
      <w:r w:rsidR="00677BC4">
        <w:rPr>
          <w:rtl/>
        </w:rPr>
        <w:t>َ</w:t>
      </w:r>
      <w:r w:rsidRPr="004E7EC6">
        <w:rPr>
          <w:rtl/>
        </w:rPr>
        <w:t>نْ أحبّ</w:t>
      </w:r>
      <w:r w:rsidR="00677BC4">
        <w:rPr>
          <w:rtl/>
        </w:rPr>
        <w:t>َ</w:t>
      </w:r>
      <w:r w:rsidRPr="004E7EC6">
        <w:rPr>
          <w:rtl/>
        </w:rPr>
        <w:t xml:space="preserve"> إذا فدح الأمر</w:t>
      </w:r>
      <w:r w:rsidR="00D769AB">
        <w:rPr>
          <w:rtl/>
        </w:rPr>
        <w:t>،</w:t>
      </w:r>
      <w:r w:rsidRPr="004E7EC6">
        <w:rPr>
          <w:rtl/>
        </w:rPr>
        <w:t xml:space="preserve"> فكلاهما في الحصول شرعٌ سواء</w:t>
      </w:r>
      <w:r w:rsidR="00D769AB">
        <w:rPr>
          <w:rtl/>
        </w:rPr>
        <w:t>،</w:t>
      </w:r>
      <w:r w:rsidRPr="004E7EC6">
        <w:rPr>
          <w:rtl/>
        </w:rPr>
        <w:t xml:space="preserve"> بغير شكٍ ولا مراء</w:t>
      </w:r>
      <w:r w:rsidR="00D769AB">
        <w:rPr>
          <w:rtl/>
        </w:rPr>
        <w:t>،</w:t>
      </w:r>
      <w:r w:rsidRPr="004E7EC6">
        <w:rPr>
          <w:rtl/>
        </w:rPr>
        <w:t xml:space="preserve"> نسأل اللّه أن يعرِّفكم أجر</w:t>
      </w:r>
      <w:r w:rsidR="00677BC4">
        <w:rPr>
          <w:rtl/>
        </w:rPr>
        <w:t>َ</w:t>
      </w:r>
      <w:r w:rsidRPr="004E7EC6">
        <w:rPr>
          <w:rtl/>
        </w:rPr>
        <w:t xml:space="preserve"> هذه الرزية على مقدارها</w:t>
      </w:r>
      <w:r w:rsidR="00D769AB">
        <w:rPr>
          <w:rtl/>
        </w:rPr>
        <w:t>،</w:t>
      </w:r>
      <w:r w:rsidRPr="004E7EC6">
        <w:rPr>
          <w:rtl/>
        </w:rPr>
        <w:t xml:space="preserve"> وأن يكمل لكم ثواب الصبر على معيارها</w:t>
      </w:r>
      <w:r w:rsidR="00D769AB">
        <w:rPr>
          <w:rtl/>
        </w:rPr>
        <w:t>.</w:t>
      </w:r>
    </w:p>
    <w:p w:rsidR="009647FC" w:rsidRPr="00524A24" w:rsidRDefault="009647FC" w:rsidP="004E7EC6">
      <w:pPr>
        <w:pStyle w:val="libCenter"/>
      </w:pPr>
      <w:r w:rsidRPr="009647FC">
        <w:rPr>
          <w:rtl/>
        </w:rPr>
        <w:t>*</w:t>
      </w:r>
      <w:r w:rsidR="000D3487">
        <w:rPr>
          <w:rFonts w:hint="cs"/>
          <w:rtl/>
        </w:rPr>
        <w:t xml:space="preserve"> </w:t>
      </w:r>
      <w:r w:rsidRPr="009647FC">
        <w:rPr>
          <w:rtl/>
        </w:rPr>
        <w:t>*</w:t>
      </w:r>
      <w:r w:rsidR="000D3487">
        <w:rPr>
          <w:rFonts w:hint="cs"/>
          <w:rtl/>
        </w:rPr>
        <w:t xml:space="preserve"> </w:t>
      </w:r>
      <w:r w:rsidRPr="009647FC">
        <w:rPr>
          <w:rtl/>
        </w:rPr>
        <w:t>*</w:t>
      </w:r>
    </w:p>
    <w:p w:rsidR="009647FC" w:rsidRPr="00524A24" w:rsidRDefault="009647FC" w:rsidP="004E7EC6">
      <w:pPr>
        <w:pStyle w:val="libNormal"/>
      </w:pPr>
      <w:r w:rsidRPr="009647FC">
        <w:rPr>
          <w:rtl/>
        </w:rPr>
        <w:t>18</w:t>
      </w:r>
      <w:r w:rsidR="004E7EC6">
        <w:rPr>
          <w:rtl/>
        </w:rPr>
        <w:t xml:space="preserve"> - </w:t>
      </w:r>
      <w:r w:rsidRPr="009647FC">
        <w:rPr>
          <w:rtl/>
        </w:rPr>
        <w:t>قال (رحمه اللّه) وقد كتب بها معزّياً الحاج مصطفى كبّه بوفاة والده الحاج محمد صالح</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بالبدر</w:t>
            </w:r>
            <w:r w:rsidR="004C00A8">
              <w:rPr>
                <w:rtl/>
              </w:rPr>
              <w:t xml:space="preserve"> </w:t>
            </w:r>
            <w:r w:rsidRPr="009647FC">
              <w:rPr>
                <w:rtl/>
              </w:rPr>
              <w:t>م</w:t>
            </w:r>
            <w:r w:rsidRPr="00B371C6">
              <w:rPr>
                <w:rtl/>
              </w:rPr>
              <w:t>َ</w:t>
            </w:r>
            <w:r w:rsidRPr="009647FC">
              <w:rPr>
                <w:rtl/>
              </w:rPr>
              <w:t>نْ</w:t>
            </w:r>
            <w:r>
              <w:rPr>
                <w:rtl/>
              </w:rPr>
              <w:t xml:space="preserve"> </w:t>
            </w:r>
            <w:r w:rsidRPr="009647FC">
              <w:rPr>
                <w:rtl/>
              </w:rPr>
              <w:t>فجع</w:t>
            </w:r>
            <w:r>
              <w:rPr>
                <w:rtl/>
              </w:rPr>
              <w:t xml:space="preserve">َ </w:t>
            </w:r>
            <w:r w:rsidRPr="009647FC">
              <w:rPr>
                <w:rtl/>
              </w:rPr>
              <w:t>الليالي</w:t>
            </w:r>
            <w:r>
              <w:rPr>
                <w:rtl/>
              </w:rPr>
              <w:t xml:space="preserve"> </w:t>
            </w:r>
            <w:r w:rsidRPr="009647FC">
              <w:rPr>
                <w:rtl/>
              </w:rPr>
              <w:t>البيضا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وأعاد</w:t>
            </w:r>
            <w:r>
              <w:rPr>
                <w:rtl/>
              </w:rPr>
              <w:t xml:space="preserve"> </w:t>
            </w:r>
            <w:r w:rsidRPr="009647FC">
              <w:rPr>
                <w:rtl/>
              </w:rPr>
              <w:t>للشمس</w:t>
            </w:r>
            <w:r>
              <w:rPr>
                <w:rtl/>
              </w:rPr>
              <w:t xml:space="preserve"> </w:t>
            </w:r>
            <w:r w:rsidRPr="009647FC">
              <w:rPr>
                <w:rtl/>
              </w:rPr>
              <w:t>النهار</w:t>
            </w:r>
            <w:r>
              <w:rPr>
                <w:rtl/>
              </w:rPr>
              <w:t xml:space="preserve"> </w:t>
            </w:r>
            <w:r w:rsidRPr="009647FC">
              <w:rPr>
                <w:rtl/>
              </w:rPr>
              <w:t>مريضا</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وم</w:t>
            </w:r>
            <w:r>
              <w:rPr>
                <w:rtl/>
              </w:rPr>
              <w:t>َ</w:t>
            </w:r>
            <w:r w:rsidRPr="009647FC">
              <w:rPr>
                <w:rtl/>
              </w:rPr>
              <w:t>نْ</w:t>
            </w:r>
            <w:r>
              <w:rPr>
                <w:rtl/>
              </w:rPr>
              <w:t xml:space="preserve"> </w:t>
            </w:r>
            <w:r w:rsidRPr="009647FC">
              <w:rPr>
                <w:rtl/>
              </w:rPr>
              <w:t>انتحى</w:t>
            </w:r>
            <w:r>
              <w:rPr>
                <w:rtl/>
              </w:rPr>
              <w:t xml:space="preserve"> </w:t>
            </w:r>
            <w:r w:rsidRPr="009647FC">
              <w:rPr>
                <w:rtl/>
              </w:rPr>
              <w:t>روض</w:t>
            </w:r>
            <w:r>
              <w:rPr>
                <w:rtl/>
              </w:rPr>
              <w:t xml:space="preserve"> </w:t>
            </w:r>
            <w:r w:rsidRPr="009647FC">
              <w:rPr>
                <w:rtl/>
              </w:rPr>
              <w:t>الكمال</w:t>
            </w:r>
            <w:r>
              <w:rPr>
                <w:rtl/>
              </w:rPr>
              <w:t xml:space="preserve"> </w:t>
            </w:r>
            <w:r w:rsidRPr="009647FC">
              <w:rPr>
                <w:rtl/>
              </w:rPr>
              <w:t>بمعطشٍ</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فذوتْ</w:t>
            </w:r>
            <w:r w:rsidR="004C00A8">
              <w:rPr>
                <w:rtl/>
              </w:rPr>
              <w:t xml:space="preserve"> </w:t>
            </w:r>
            <w:r w:rsidRPr="009647FC">
              <w:rPr>
                <w:rtl/>
              </w:rPr>
              <w:t>نظارته</w:t>
            </w:r>
            <w:r>
              <w:rPr>
                <w:rtl/>
              </w:rPr>
              <w:t xml:space="preserve"> </w:t>
            </w:r>
            <w:r w:rsidRPr="009647FC">
              <w:rPr>
                <w:rtl/>
              </w:rPr>
              <w:t>وكان</w:t>
            </w:r>
            <w:r>
              <w:rPr>
                <w:rtl/>
              </w:rPr>
              <w:t xml:space="preserve"> </w:t>
            </w:r>
            <w:r w:rsidRPr="009647FC">
              <w:rPr>
                <w:rtl/>
              </w:rPr>
              <w:t>أريضا</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كاستسقائي سحائب</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جفة بأمرك</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lastRenderedPageBreak/>
              <w:t>قدرٌ</w:t>
            </w:r>
            <w:r w:rsidR="004C00A8">
              <w:rPr>
                <w:rtl/>
              </w:rPr>
              <w:t xml:space="preserve"> </w:t>
            </w:r>
            <w:r w:rsidRPr="009647FC">
              <w:rPr>
                <w:rtl/>
              </w:rPr>
              <w:t>مضي</w:t>
            </w:r>
            <w:r>
              <w:rPr>
                <w:rtl/>
              </w:rPr>
              <w:t xml:space="preserve"> </w:t>
            </w:r>
            <w:r w:rsidRPr="009647FC">
              <w:rPr>
                <w:rtl/>
              </w:rPr>
              <w:t>بزعيم</w:t>
            </w:r>
            <w:r>
              <w:rPr>
                <w:rtl/>
              </w:rPr>
              <w:t xml:space="preserve"> </w:t>
            </w:r>
            <w:r w:rsidRPr="009647FC">
              <w:rPr>
                <w:rtl/>
              </w:rPr>
              <w:t>آل</w:t>
            </w:r>
            <w:r>
              <w:rPr>
                <w:rtl/>
              </w:rPr>
              <w:t xml:space="preserve"> </w:t>
            </w:r>
            <w:r w:rsidRPr="009647FC">
              <w:rPr>
                <w:rtl/>
              </w:rPr>
              <w:t>المصطفى</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والمجدُ</w:t>
            </w:r>
            <w:r w:rsidR="004C00A8">
              <w:rPr>
                <w:rtl/>
              </w:rPr>
              <w:t xml:space="preserve"> </w:t>
            </w:r>
            <w:r w:rsidRPr="009647FC">
              <w:rPr>
                <w:rtl/>
              </w:rPr>
              <w:t>قوِّض</w:t>
            </w:r>
            <w:r>
              <w:rPr>
                <w:rtl/>
              </w:rPr>
              <w:t xml:space="preserve"> </w:t>
            </w:r>
            <w:r w:rsidRPr="009647FC">
              <w:rPr>
                <w:rtl/>
              </w:rPr>
              <w:t>إثره</w:t>
            </w:r>
            <w:r>
              <w:rPr>
                <w:rtl/>
              </w:rPr>
              <w:t xml:space="preserve"> </w:t>
            </w:r>
            <w:r w:rsidRPr="009647FC">
              <w:rPr>
                <w:rtl/>
              </w:rPr>
              <w:t>تقويضا</w:t>
            </w:r>
            <w:r w:rsidRPr="00725071">
              <w:rPr>
                <w:rStyle w:val="libPoemTiniChar0"/>
                <w:rtl/>
              </w:rPr>
              <w:br/>
              <w:t> </w:t>
            </w:r>
          </w:p>
        </w:tc>
      </w:tr>
    </w:tbl>
    <w:p w:rsidR="009647FC" w:rsidRPr="00524A24" w:rsidRDefault="009647FC" w:rsidP="004E7EC6">
      <w:pPr>
        <w:pStyle w:val="libNormal"/>
      </w:pPr>
      <w:r w:rsidRPr="004E7EC6">
        <w:rPr>
          <w:rtl/>
        </w:rPr>
        <w:t>قدرٌ جبّ</w:t>
      </w:r>
      <w:r w:rsidR="00677BC4">
        <w:rPr>
          <w:rtl/>
        </w:rPr>
        <w:t>َ</w:t>
      </w:r>
      <w:r w:rsidRPr="004E7EC6">
        <w:rPr>
          <w:rtl/>
        </w:rPr>
        <w:t xml:space="preserve"> من الفخر سنام</w:t>
      </w:r>
      <w:r w:rsidR="00677BC4">
        <w:rPr>
          <w:rtl/>
        </w:rPr>
        <w:t>َ</w:t>
      </w:r>
      <w:r w:rsidRPr="004E7EC6">
        <w:rPr>
          <w:rtl/>
        </w:rPr>
        <w:t>ه وغاربه</w:t>
      </w:r>
      <w:r w:rsidR="00D769AB">
        <w:rPr>
          <w:rtl/>
        </w:rPr>
        <w:t>،</w:t>
      </w:r>
      <w:r w:rsidRPr="004E7EC6">
        <w:rPr>
          <w:rtl/>
        </w:rPr>
        <w:t xml:space="preserve"> وطبّ</w:t>
      </w:r>
      <w:r w:rsidR="00677BC4">
        <w:rPr>
          <w:rtl/>
        </w:rPr>
        <w:t>َ</w:t>
      </w:r>
      <w:r w:rsidRPr="004E7EC6">
        <w:rPr>
          <w:rtl/>
        </w:rPr>
        <w:t>ق بالحزن من الكون مشارقه ومغاربه</w:t>
      </w:r>
      <w:r w:rsidR="00D769AB">
        <w:rPr>
          <w:rtl/>
        </w:rPr>
        <w:t>،</w:t>
      </w:r>
      <w:r w:rsidRPr="004E7EC6">
        <w:rPr>
          <w:rtl/>
        </w:rPr>
        <w:t xml:space="preserve"> قد رحل بمنْ هو زاد المقل</w:t>
      </w:r>
      <w:r w:rsidR="00D769AB">
        <w:rPr>
          <w:rtl/>
        </w:rPr>
        <w:t>،</w:t>
      </w:r>
      <w:r w:rsidRPr="004E7EC6">
        <w:rPr>
          <w:rtl/>
        </w:rPr>
        <w:t xml:space="preserve"> وناعشُ صرعة الضريك</w:t>
      </w:r>
      <w:r w:rsidRPr="004E7EC6">
        <w:rPr>
          <w:rStyle w:val="libFootnotenumChar"/>
          <w:rtl/>
        </w:rPr>
        <w:t>(1)</w:t>
      </w:r>
      <w:r w:rsidRPr="004E7EC6">
        <w:rPr>
          <w:rtl/>
        </w:rPr>
        <w:t xml:space="preserve"> والمرمل</w:t>
      </w:r>
      <w:r w:rsidR="00D769AB">
        <w:rPr>
          <w:rtl/>
        </w:rPr>
        <w:t>،</w:t>
      </w:r>
      <w:r w:rsidRPr="004E7EC6">
        <w:rPr>
          <w:rtl/>
        </w:rPr>
        <w:t xml:space="preserve"> وتقرّب</w:t>
      </w:r>
      <w:r w:rsidR="00677BC4">
        <w:rPr>
          <w:rtl/>
        </w:rPr>
        <w:t>َ</w:t>
      </w:r>
      <w:r w:rsidRPr="004E7EC6">
        <w:rPr>
          <w:rtl/>
        </w:rPr>
        <w:t xml:space="preserve"> جبرئيل إلى اللّه برفع روحه الطاهرة</w:t>
      </w:r>
      <w:r w:rsidR="00D769AB">
        <w:rPr>
          <w:rtl/>
        </w:rPr>
        <w:t>،</w:t>
      </w:r>
      <w:r w:rsidRPr="004E7EC6">
        <w:rPr>
          <w:rtl/>
        </w:rPr>
        <w:t xml:space="preserve"> حين</w:t>
      </w:r>
      <w:r w:rsidRPr="004E7EC6">
        <w:rPr>
          <w:rStyle w:val="libFootnotenumChar"/>
          <w:rtl/>
        </w:rPr>
        <w:t>(2)</w:t>
      </w:r>
      <w:r w:rsidRPr="004C00A8">
        <w:rPr>
          <w:rtl/>
        </w:rPr>
        <w:t xml:space="preserve"> </w:t>
      </w:r>
      <w:r w:rsidRPr="004E7EC6">
        <w:rPr>
          <w:rtl/>
        </w:rPr>
        <w:t>سمت عن الدنيا لنعيم الآخرة</w:t>
      </w:r>
      <w:r w:rsidR="00D769AB">
        <w:rPr>
          <w:rtl/>
        </w:rPr>
        <w:t>،</w:t>
      </w:r>
      <w:r w:rsidRPr="004E7EC6">
        <w:rPr>
          <w:rtl/>
        </w:rPr>
        <w:t xml:space="preserve"> فقوّض عنها رحيض الثوب من درن تبعاتها</w:t>
      </w:r>
      <w:r w:rsidR="00D769AB">
        <w:rPr>
          <w:rtl/>
        </w:rPr>
        <w:t>،</w:t>
      </w:r>
      <w:r w:rsidRPr="004E7EC6">
        <w:rPr>
          <w:rtl/>
        </w:rPr>
        <w:t xml:space="preserve"> مبرأ الجوارح من اجتراح خطيئاتها</w:t>
      </w:r>
      <w:r w:rsidR="00D769AB">
        <w:rPr>
          <w:rtl/>
        </w:rPr>
        <w:t>،</w:t>
      </w:r>
      <w:r w:rsidRPr="004E7EC6">
        <w:rPr>
          <w:rtl/>
        </w:rPr>
        <w:t xml:space="preserve"> لم تقض بنو الدنيا حقّ مصابه</w:t>
      </w:r>
      <w:r w:rsidR="00D769AB">
        <w:rPr>
          <w:rtl/>
        </w:rPr>
        <w:t>،</w:t>
      </w:r>
      <w:r w:rsidRPr="004E7EC6">
        <w:rPr>
          <w:rtl/>
        </w:rPr>
        <w:t xml:space="preserve"> ولم تكافئ‌ ما أسدتْ إليها يده من جزيل ثوابه</w:t>
      </w:r>
      <w:r w:rsidR="00D769AB">
        <w:rPr>
          <w:rtl/>
        </w:rPr>
        <w:t>،</w:t>
      </w:r>
      <w:r w:rsidRPr="004E7EC6">
        <w:rPr>
          <w:rtl/>
        </w:rPr>
        <w:t xml:space="preserve"> وبماذا تقضي حقّ هذه النازلة</w:t>
      </w:r>
      <w:r w:rsidR="00D769AB">
        <w:rPr>
          <w:rtl/>
        </w:rPr>
        <w:t>،</w:t>
      </w:r>
      <w:r w:rsidRPr="004E7EC6">
        <w:rPr>
          <w:rtl/>
        </w:rPr>
        <w:t xml:space="preserve"> والمصيبة الهائلة</w:t>
      </w:r>
      <w:r w:rsidR="00D769AB">
        <w:rPr>
          <w:rtl/>
        </w:rPr>
        <w:t>،</w:t>
      </w:r>
      <w:r w:rsidRPr="004E7EC6">
        <w:rPr>
          <w:rtl/>
        </w:rPr>
        <w:t xml:space="preserve"> أبصراخ الثواكل</w:t>
      </w:r>
      <w:r w:rsidR="00D769AB">
        <w:rPr>
          <w:rtl/>
        </w:rPr>
        <w:t>،</w:t>
      </w:r>
      <w:r w:rsidRPr="004E7EC6">
        <w:rPr>
          <w:rtl/>
        </w:rPr>
        <w:t xml:space="preserve"> أم بدمعٍ على الوجنات سائل</w:t>
      </w:r>
      <w:r w:rsidR="00D769AB">
        <w:rPr>
          <w:rtl/>
        </w:rPr>
        <w:t>،</w:t>
      </w:r>
      <w:r w:rsidRPr="004E7EC6">
        <w:rPr>
          <w:rtl/>
        </w:rPr>
        <w:t xml:space="preserve"> أم بوجدٍ ولو كان كوجد يعقوب</w:t>
      </w:r>
      <w:r w:rsidR="00D769AB">
        <w:rPr>
          <w:rtl/>
        </w:rPr>
        <w:t>،</w:t>
      </w:r>
      <w:r w:rsidRPr="004E7EC6">
        <w:rPr>
          <w:rtl/>
        </w:rPr>
        <w:t xml:space="preserve"> أم بنوحٍ ولو كان ممّا تشقُّ عليه الأكباد لا الجيوب</w:t>
      </w:r>
      <w:r w:rsidR="00D769AB">
        <w:rPr>
          <w:rtl/>
        </w:rPr>
        <w:t>،</w:t>
      </w:r>
      <w:r w:rsidRPr="004E7EC6">
        <w:rPr>
          <w:rtl/>
        </w:rPr>
        <w:t xml:space="preserve"> هيهات</w:t>
      </w:r>
      <w:r w:rsidR="00D769AB">
        <w:rPr>
          <w:rtl/>
        </w:rPr>
        <w:t>:</w:t>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t>كذبناهُ لم نجزع عليه ولم تقم</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مآتمنا لمّا أُقيمتْ مآتمه</w:t>
            </w:r>
            <w:r w:rsidRPr="00725071">
              <w:rPr>
                <w:rStyle w:val="libPoemTiniChar0"/>
                <w:rtl/>
              </w:rPr>
              <w:br/>
              <w:t> </w:t>
            </w:r>
          </w:p>
        </w:tc>
      </w:tr>
    </w:tbl>
    <w:p w:rsidR="009647FC" w:rsidRPr="00524A24" w:rsidRDefault="009647FC" w:rsidP="004E7EC6">
      <w:pPr>
        <w:pStyle w:val="libNormal"/>
      </w:pPr>
      <w:r w:rsidRPr="009647FC">
        <w:rPr>
          <w:rtl/>
        </w:rPr>
        <w:t>نعم</w:t>
      </w:r>
      <w:r w:rsidR="00D769AB">
        <w:rPr>
          <w:rtl/>
        </w:rPr>
        <w:t>،</w:t>
      </w:r>
      <w:r w:rsidRPr="009647FC">
        <w:rPr>
          <w:rtl/>
        </w:rPr>
        <w:t xml:space="preserve"> لنا العزاءُ بزعيم خلفِه</w:t>
      </w:r>
      <w:r w:rsidR="00D769AB">
        <w:rPr>
          <w:rtl/>
        </w:rPr>
        <w:t>،</w:t>
      </w:r>
      <w:r w:rsidRPr="009647FC">
        <w:rPr>
          <w:rtl/>
        </w:rPr>
        <w:t xml:space="preserve"> والبدر الساطع بعده في سماء مجده وشرفه</w:t>
      </w:r>
      <w:r w:rsidR="00D769AB">
        <w:rPr>
          <w:rtl/>
        </w:rPr>
        <w:t>،</w:t>
      </w:r>
      <w:r w:rsidRPr="009647FC">
        <w:rPr>
          <w:rtl/>
        </w:rPr>
        <w:t xml:space="preserve"> ذاك رافع عماد مكارمه</w:t>
      </w:r>
      <w:r w:rsidR="00D769AB">
        <w:rPr>
          <w:rtl/>
        </w:rPr>
        <w:t>،</w:t>
      </w:r>
      <w:r w:rsidRPr="009647FC">
        <w:rPr>
          <w:rtl/>
        </w:rPr>
        <w:t xml:space="preserve"> ورواق فخره ودعائمه</w:t>
      </w:r>
      <w:r w:rsidR="00D769AB">
        <w:rPr>
          <w:rtl/>
        </w:rPr>
        <w:t>،</w:t>
      </w:r>
      <w:r w:rsidRPr="009647FC">
        <w:rPr>
          <w:rtl/>
        </w:rPr>
        <w:t xml:space="preserve"> المصطفى للكرم بعده</w:t>
      </w:r>
      <w:r w:rsidR="00D769AB">
        <w:rPr>
          <w:rtl/>
        </w:rPr>
        <w:t>،</w:t>
      </w:r>
      <w:r w:rsidRPr="009647FC">
        <w:rPr>
          <w:rtl/>
        </w:rPr>
        <w:t xml:space="preserve"> والذي قام مقامه فسدّ</w:t>
      </w:r>
      <w:r w:rsidR="00677BC4">
        <w:rPr>
          <w:rtl/>
        </w:rPr>
        <w:t>َ</w:t>
      </w:r>
      <w:r w:rsidRPr="009647FC">
        <w:rPr>
          <w:rtl/>
        </w:rPr>
        <w:t>ه</w:t>
      </w:r>
      <w:r w:rsidR="00D769AB">
        <w:rPr>
          <w:rtl/>
        </w:rPr>
        <w:t>:</w:t>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t>وقضى حقوق الجود وهي نوافلٌ</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وسواهُ منها ما قضى المفروضا</w:t>
            </w:r>
            <w:r w:rsidRPr="00725071">
              <w:rPr>
                <w:rStyle w:val="libPoemTiniChar0"/>
                <w:rtl/>
              </w:rPr>
              <w:br/>
              <w:t> </w:t>
            </w:r>
          </w:p>
        </w:tc>
      </w:tr>
    </w:tbl>
    <w:p w:rsidR="009647FC" w:rsidRPr="00524A24" w:rsidRDefault="009647FC" w:rsidP="004E7EC6">
      <w:pPr>
        <w:pStyle w:val="libNormal"/>
      </w:pPr>
      <w:r w:rsidRPr="009647FC">
        <w:rPr>
          <w:rtl/>
        </w:rPr>
        <w:t>فيا م</w:t>
      </w:r>
      <w:r w:rsidR="00677BC4">
        <w:rPr>
          <w:rtl/>
        </w:rPr>
        <w:t>َ</w:t>
      </w:r>
      <w:r w:rsidRPr="009647FC">
        <w:rPr>
          <w:rtl/>
        </w:rPr>
        <w:t>نْ هو للمآثر الحميدة أهل</w:t>
      </w:r>
      <w:r w:rsidR="00D769AB">
        <w:rPr>
          <w:rtl/>
        </w:rPr>
        <w:t>،</w:t>
      </w:r>
      <w:r w:rsidRPr="009647FC">
        <w:rPr>
          <w:rtl/>
        </w:rPr>
        <w:t xml:space="preserve"> والراقي بهمّةٍ من المجد أرفع محل</w:t>
      </w:r>
      <w:r w:rsidR="00D769AB">
        <w:rPr>
          <w:rtl/>
        </w:rPr>
        <w:t>،</w:t>
      </w:r>
      <w:r w:rsidRPr="009647FC">
        <w:rPr>
          <w:rtl/>
        </w:rPr>
        <w:t xml:space="preserve"> لا برح بيت عليا أبيك</w:t>
      </w:r>
      <w:r w:rsidR="00D769AB">
        <w:rPr>
          <w:rtl/>
        </w:rPr>
        <w:t>،</w:t>
      </w:r>
      <w:r w:rsidRPr="009647FC">
        <w:rPr>
          <w:rtl/>
        </w:rPr>
        <w:t xml:space="preserve"> آهلاً فيك وفي أخيك</w:t>
      </w:r>
      <w:r w:rsidR="00D769AB">
        <w:rPr>
          <w:rtl/>
        </w:rPr>
        <w:t>،</w:t>
      </w:r>
      <w:r w:rsidRPr="009647FC">
        <w:rPr>
          <w:rtl/>
        </w:rPr>
        <w:t xml:space="preserve"> وبآلكما الغرر</w:t>
      </w:r>
      <w:r w:rsidR="00D769AB">
        <w:rPr>
          <w:rtl/>
        </w:rPr>
        <w:t>،</w:t>
      </w:r>
      <w:r w:rsidRPr="009647FC">
        <w:rPr>
          <w:rtl/>
        </w:rPr>
        <w:t xml:space="preserve"> ما بقي الدهر</w:t>
      </w:r>
      <w:r w:rsidR="00D769AB">
        <w:rPr>
          <w:rtl/>
        </w:rPr>
        <w:t>،</w:t>
      </w:r>
      <w:r w:rsidRPr="009647FC">
        <w:rPr>
          <w:rtl/>
        </w:rPr>
        <w:t xml:space="preserve"> ونسأل اللّه أن يجعل هذه الرزية خاتمة الأرزاء</w:t>
      </w:r>
      <w:r w:rsidR="00D769AB">
        <w:rPr>
          <w:rtl/>
        </w:rPr>
        <w:t>،</w:t>
      </w:r>
      <w:r w:rsidRPr="009647FC">
        <w:rPr>
          <w:rtl/>
        </w:rPr>
        <w:t xml:space="preserve"> ويصرف عنكم محذور القضاء</w:t>
      </w:r>
      <w:r w:rsidR="00D769AB">
        <w:rPr>
          <w:rtl/>
        </w:rPr>
        <w:t>.</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الضريك</w:t>
      </w:r>
      <w:r w:rsidR="00D769AB">
        <w:rPr>
          <w:rtl/>
        </w:rPr>
        <w:t>:</w:t>
      </w:r>
      <w:r w:rsidRPr="009647FC">
        <w:rPr>
          <w:rtl/>
        </w:rPr>
        <w:t xml:space="preserve"> الأحمق</w:t>
      </w:r>
      <w:r w:rsidR="00D769AB">
        <w:rPr>
          <w:rtl/>
        </w:rPr>
        <w:t>،</w:t>
      </w:r>
      <w:r w:rsidRPr="009647FC">
        <w:rPr>
          <w:rtl/>
        </w:rPr>
        <w:t xml:space="preserve"> الضرير</w:t>
      </w:r>
      <w:r w:rsidR="00D769AB">
        <w:rPr>
          <w:rtl/>
        </w:rPr>
        <w:t>،</w:t>
      </w:r>
      <w:r w:rsidRPr="009647FC">
        <w:rPr>
          <w:rtl/>
        </w:rPr>
        <w:t xml:space="preserve"> الزمن</w:t>
      </w:r>
      <w:r w:rsidR="00D769AB">
        <w:rPr>
          <w:rtl/>
        </w:rPr>
        <w:t>،</w:t>
      </w:r>
      <w:r w:rsidRPr="009647FC">
        <w:rPr>
          <w:rtl/>
        </w:rPr>
        <w:t xml:space="preserve"> الفقير</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المخطوط</w:t>
      </w:r>
      <w:r w:rsidR="00D769AB">
        <w:rPr>
          <w:rtl/>
        </w:rPr>
        <w:t>:</w:t>
      </w:r>
      <w:r w:rsidRPr="009647FC">
        <w:rPr>
          <w:rtl/>
        </w:rPr>
        <w:t xml:space="preserve"> حتى سمت</w:t>
      </w:r>
      <w:r w:rsidR="00D769AB">
        <w:rPr>
          <w:rtl/>
        </w:rPr>
        <w:t>.</w:t>
      </w:r>
    </w:p>
    <w:p w:rsidR="004E7EC6" w:rsidRDefault="004E7EC6" w:rsidP="004E7EC6">
      <w:pPr>
        <w:pStyle w:val="libNormal"/>
        <w:rPr>
          <w:rtl/>
        </w:rPr>
      </w:pPr>
      <w:r>
        <w:rPr>
          <w:rtl/>
        </w:rPr>
        <w:br w:type="page"/>
      </w:r>
    </w:p>
    <w:p w:rsidR="009647FC" w:rsidRPr="00524A24" w:rsidRDefault="009647FC" w:rsidP="004E7EC6">
      <w:pPr>
        <w:pStyle w:val="Heading2Center"/>
      </w:pPr>
      <w:bookmarkStart w:id="17" w:name="_Toc430170491"/>
      <w:r w:rsidRPr="009647FC">
        <w:rPr>
          <w:rtl/>
        </w:rPr>
        <w:lastRenderedPageBreak/>
        <w:t>الفصل الثالث في العتاب</w:t>
      </w:r>
      <w:bookmarkEnd w:id="17"/>
    </w:p>
    <w:p w:rsidR="009647FC" w:rsidRPr="00524A24" w:rsidRDefault="009647FC" w:rsidP="004E7EC6">
      <w:pPr>
        <w:pStyle w:val="libNormal"/>
      </w:pPr>
      <w:r w:rsidRPr="009647FC">
        <w:rPr>
          <w:rtl/>
        </w:rPr>
        <w:t>19</w:t>
      </w:r>
      <w:r w:rsidR="004E7EC6">
        <w:rPr>
          <w:rtl/>
        </w:rPr>
        <w:t xml:space="preserve"> - </w:t>
      </w:r>
      <w:r w:rsidRPr="009647FC">
        <w:rPr>
          <w:rtl/>
        </w:rPr>
        <w:t>قال (رحمه اللّه) مجيباً على القصيدة (النونية) التي وردته من بعض أخدانه الأعزاء معاتباً بها إياه</w:t>
      </w:r>
      <w:r w:rsidR="00D769AB">
        <w:rPr>
          <w:rtl/>
        </w:rPr>
        <w:t>،</w:t>
      </w:r>
      <w:r w:rsidRPr="009647FC">
        <w:rPr>
          <w:rtl/>
        </w:rPr>
        <w:t xml:space="preserve"> وإليك الرسالة والقصيدتين</w:t>
      </w:r>
      <w:r w:rsidR="00D769AB">
        <w:rPr>
          <w:rtl/>
        </w:rPr>
        <w:t>:</w:t>
      </w:r>
    </w:p>
    <w:p w:rsidR="009647FC" w:rsidRPr="00524A24" w:rsidRDefault="009647FC" w:rsidP="004E7EC6">
      <w:pPr>
        <w:pStyle w:val="libNormal"/>
      </w:pPr>
      <w:r w:rsidRPr="009647FC">
        <w:rPr>
          <w:rtl/>
        </w:rPr>
        <w:t>أمّا بعد افتتاح الإنشاء بمفروض الحمد وواجب الثناء أقول</w:t>
      </w:r>
      <w:r w:rsidR="00D769AB">
        <w:rPr>
          <w:rtl/>
        </w:rPr>
        <w:t>:</w:t>
      </w:r>
      <w:r w:rsidRPr="009647FC">
        <w:rPr>
          <w:rtl/>
        </w:rPr>
        <w:t xml:space="preserve"> إنّ</w:t>
      </w:r>
      <w:r w:rsidR="00677BC4">
        <w:rPr>
          <w:rtl/>
        </w:rPr>
        <w:t>َ</w:t>
      </w:r>
      <w:r w:rsidRPr="009647FC">
        <w:rPr>
          <w:rtl/>
        </w:rPr>
        <w:t xml:space="preserve"> أفقر من الإصغاء ذلك السمع المأهول</w:t>
      </w:r>
      <w:r w:rsidR="00D769AB">
        <w:rPr>
          <w:rtl/>
        </w:rPr>
        <w:t>.</w:t>
      </w:r>
      <w:r w:rsidRPr="009647FC">
        <w:rPr>
          <w:rtl/>
        </w:rPr>
        <w:t xml:space="preserve"> أيّها الماجدُ الذي عوّ</w:t>
      </w:r>
      <w:r w:rsidR="00677BC4">
        <w:rPr>
          <w:rtl/>
        </w:rPr>
        <w:t>َ</w:t>
      </w:r>
      <w:r w:rsidRPr="009647FC">
        <w:rPr>
          <w:rtl/>
        </w:rPr>
        <w:t>ذته بنات الأفكار برقي القريض حيناً</w:t>
      </w:r>
      <w:r w:rsidR="00D769AB">
        <w:rPr>
          <w:rtl/>
        </w:rPr>
        <w:t>،</w:t>
      </w:r>
      <w:r w:rsidRPr="009647FC">
        <w:rPr>
          <w:rtl/>
        </w:rPr>
        <w:t xml:space="preserve"> من نزعات شيطان هذا الشيخ الذي أصبح له اليوم قريناً</w:t>
      </w:r>
      <w:r w:rsidR="00D769AB">
        <w:rPr>
          <w:rtl/>
        </w:rPr>
        <w:t>،</w:t>
      </w:r>
      <w:r w:rsidRPr="009647FC">
        <w:rPr>
          <w:rtl/>
        </w:rPr>
        <w:t xml:space="preserve"> وساء قريناً</w:t>
      </w:r>
      <w:r w:rsidR="00D769AB">
        <w:rPr>
          <w:rtl/>
        </w:rPr>
        <w:t>،</w:t>
      </w:r>
      <w:r w:rsidRPr="009647FC">
        <w:rPr>
          <w:rtl/>
        </w:rPr>
        <w:t xml:space="preserve"> وغادر منثور ذكره في الصالحات دفيناً</w:t>
      </w:r>
      <w:r w:rsidR="00D769AB">
        <w:rPr>
          <w:rtl/>
        </w:rPr>
        <w:t>،</w:t>
      </w:r>
      <w:r w:rsidRPr="009647FC">
        <w:rPr>
          <w:rtl/>
        </w:rPr>
        <w:t xml:space="preserve"> ويا حرسه اللّه قبل الممات</w:t>
      </w:r>
      <w:r w:rsidR="00D769AB">
        <w:rPr>
          <w:rtl/>
        </w:rPr>
        <w:t>؛</w:t>
      </w:r>
      <w:r w:rsidRPr="009647FC">
        <w:rPr>
          <w:rtl/>
        </w:rPr>
        <w:t xml:space="preserve"> إذ لو استمر على اصطناع المعروف والمكارم لكان حسنة الدنيا</w:t>
      </w:r>
      <w:r w:rsidR="00D769AB">
        <w:rPr>
          <w:rtl/>
        </w:rPr>
        <w:t>،</w:t>
      </w:r>
      <w:r w:rsidRPr="009647FC">
        <w:rPr>
          <w:rtl/>
        </w:rPr>
        <w:t xml:space="preserve"> ولو لم يلق</w:t>
      </w:r>
      <w:r w:rsidR="00677BC4">
        <w:rPr>
          <w:rtl/>
        </w:rPr>
        <w:t>َ</w:t>
      </w:r>
      <w:r w:rsidRPr="009647FC">
        <w:rPr>
          <w:rtl/>
        </w:rPr>
        <w:t xml:space="preserve"> السمع</w:t>
      </w:r>
      <w:r w:rsidR="00677BC4">
        <w:rPr>
          <w:rtl/>
        </w:rPr>
        <w:t>َ</w:t>
      </w:r>
      <w:r w:rsidRPr="009647FC">
        <w:rPr>
          <w:rtl/>
        </w:rPr>
        <w:t xml:space="preserve"> لاتباع مقالة اللوائم لكان قطب دائرة العليا</w:t>
      </w:r>
      <w:r w:rsidR="00D769AB">
        <w:rPr>
          <w:rtl/>
        </w:rPr>
        <w:t>،</w:t>
      </w:r>
      <w:r w:rsidRPr="009647FC">
        <w:rPr>
          <w:rtl/>
        </w:rPr>
        <w:t xml:space="preserve"> الحديث ذو شجون</w:t>
      </w:r>
      <w:r w:rsidR="00D769AB">
        <w:rPr>
          <w:rtl/>
        </w:rPr>
        <w:t>،</w:t>
      </w:r>
      <w:r w:rsidRPr="009647FC">
        <w:rPr>
          <w:rtl/>
        </w:rPr>
        <w:t xml:space="preserve"> وسيبصر أهلُ الإنصاف بأيّنا المفتون</w:t>
      </w:r>
      <w:r w:rsidR="00D769AB">
        <w:rPr>
          <w:rtl/>
        </w:rPr>
        <w:t>،</w:t>
      </w:r>
      <w:r w:rsidRPr="009647FC">
        <w:rPr>
          <w:rtl/>
        </w:rPr>
        <w:t xml:space="preserve"> وأنّ</w:t>
      </w:r>
      <w:r w:rsidR="00677BC4">
        <w:rPr>
          <w:rtl/>
        </w:rPr>
        <w:t>َ</w:t>
      </w:r>
      <w:r w:rsidRPr="009647FC">
        <w:rPr>
          <w:rtl/>
        </w:rPr>
        <w:t xml:space="preserve"> لي ولك في طي هذا الأمر الغريب</w:t>
      </w:r>
      <w:r w:rsidR="00D769AB">
        <w:rPr>
          <w:rtl/>
        </w:rPr>
        <w:t>،</w:t>
      </w:r>
      <w:r w:rsidRPr="009647FC">
        <w:rPr>
          <w:rtl/>
        </w:rPr>
        <w:t xml:space="preserve"> لشأناً من أعجب الأعاجيب</w:t>
      </w:r>
      <w:r w:rsidR="00D769AB">
        <w:rPr>
          <w:rtl/>
        </w:rPr>
        <w:t>،</w:t>
      </w:r>
      <w:r w:rsidRPr="009647FC">
        <w:rPr>
          <w:rtl/>
        </w:rPr>
        <w:t xml:space="preserve"> قد أوجب نشره</w:t>
      </w:r>
      <w:r w:rsidR="00D769AB">
        <w:rPr>
          <w:rtl/>
        </w:rPr>
        <w:t>،</w:t>
      </w:r>
      <w:r w:rsidRPr="009647FC">
        <w:rPr>
          <w:rtl/>
        </w:rPr>
        <w:t xml:space="preserve"> من سيّ</w:t>
      </w:r>
      <w:r w:rsidR="00677BC4">
        <w:rPr>
          <w:rtl/>
        </w:rPr>
        <w:t>َ</w:t>
      </w:r>
      <w:r w:rsidRPr="009647FC">
        <w:rPr>
          <w:rtl/>
        </w:rPr>
        <w:t>ر بدّالة المرح ومخيّ</w:t>
      </w:r>
      <w:r w:rsidR="00677BC4">
        <w:rPr>
          <w:rtl/>
        </w:rPr>
        <w:t>َ</w:t>
      </w:r>
      <w:r w:rsidRPr="009647FC">
        <w:rPr>
          <w:rtl/>
        </w:rPr>
        <w:t>لة الكبرياء شعره</w:t>
      </w:r>
      <w:r w:rsidR="00D769AB">
        <w:rPr>
          <w:rtl/>
        </w:rPr>
        <w:t>،</w:t>
      </w:r>
      <w:r w:rsidRPr="009647FC">
        <w:rPr>
          <w:rtl/>
        </w:rPr>
        <w:t xml:space="preserve"> عجباً لك كيف لم تجذب إليك من عنان خيلائك</w:t>
      </w:r>
      <w:r w:rsidR="00D769AB">
        <w:rPr>
          <w:rtl/>
        </w:rPr>
        <w:t>،</w:t>
      </w:r>
      <w:r w:rsidRPr="009647FC">
        <w:rPr>
          <w:rtl/>
        </w:rPr>
        <w:t xml:space="preserve"> ولم تكفكف من بادرة عزمك وغلوائك</w:t>
      </w:r>
      <w:r w:rsidR="00D769AB">
        <w:rPr>
          <w:rtl/>
        </w:rPr>
        <w:t>،</w:t>
      </w:r>
      <w:r w:rsidRPr="009647FC">
        <w:rPr>
          <w:rtl/>
        </w:rPr>
        <w:t xml:space="preserve"> بل تركت لهاتيك عنانها</w:t>
      </w:r>
      <w:r w:rsidR="00D769AB">
        <w:rPr>
          <w:rtl/>
        </w:rPr>
        <w:t>،</w:t>
      </w:r>
      <w:r w:rsidRPr="009647FC">
        <w:rPr>
          <w:rtl/>
        </w:rPr>
        <w:t xml:space="preserve"> وأوسعت لهذه خطاها وميدانها</w:t>
      </w:r>
      <w:r w:rsidR="00D769AB">
        <w:rPr>
          <w:rtl/>
        </w:rPr>
        <w:t>،</w:t>
      </w:r>
      <w:r w:rsidRPr="009647FC">
        <w:rPr>
          <w:rtl/>
        </w:rPr>
        <w:t xml:space="preserve"> حتى أقرعت</w:t>
      </w:r>
      <w:r w:rsidR="00677BC4">
        <w:rPr>
          <w:rtl/>
        </w:rPr>
        <w:t>َ</w:t>
      </w:r>
      <w:r w:rsidRPr="009647FC">
        <w:rPr>
          <w:rtl/>
        </w:rPr>
        <w:t xml:space="preserve"> بمسامعي مؤلم هذا التقريع</w:t>
      </w:r>
      <w:r w:rsidR="00D769AB">
        <w:rPr>
          <w:rtl/>
        </w:rPr>
        <w:t>،</w:t>
      </w:r>
      <w:r w:rsidRPr="009647FC">
        <w:rPr>
          <w:rtl/>
        </w:rPr>
        <w:t xml:space="preserve"> وجرعتني مضاضة ذلك التعريض الشنيع</w:t>
      </w:r>
      <w:r w:rsidR="00D769AB">
        <w:rPr>
          <w:rtl/>
        </w:rPr>
        <w:t>،</w:t>
      </w:r>
      <w:r w:rsidRPr="009647FC">
        <w:rPr>
          <w:rtl/>
        </w:rPr>
        <w:t xml:space="preserve"> فمبجدك ما الذي أخفضك</w:t>
      </w:r>
      <w:r w:rsidR="00677BC4">
        <w:rPr>
          <w:rtl/>
        </w:rPr>
        <w:t>َ</w:t>
      </w:r>
      <w:r w:rsidRPr="009647FC">
        <w:rPr>
          <w:rtl/>
        </w:rPr>
        <w:t xml:space="preserve"> وأنت الوقور</w:t>
      </w:r>
      <w:r w:rsidR="00D769AB">
        <w:rPr>
          <w:rtl/>
        </w:rPr>
        <w:t>،</w:t>
      </w:r>
      <w:r w:rsidRPr="009647FC">
        <w:rPr>
          <w:rtl/>
        </w:rPr>
        <w:t xml:space="preserve"> وما الذي لمظك</w:t>
      </w:r>
      <w:r w:rsidR="00677BC4">
        <w:rPr>
          <w:rtl/>
        </w:rPr>
        <w:t>َ</w:t>
      </w:r>
      <w:r w:rsidRPr="009647FC">
        <w:rPr>
          <w:rtl/>
        </w:rPr>
        <w:t xml:space="preserve"> ممقر هذا التعريض وأنت الأبيُّ الغيور</w:t>
      </w:r>
      <w:r w:rsidR="00D769AB">
        <w:rPr>
          <w:rtl/>
        </w:rPr>
        <w:t>،</w:t>
      </w:r>
      <w:r w:rsidRPr="009647FC">
        <w:rPr>
          <w:rtl/>
        </w:rPr>
        <w:t xml:space="preserve"> بلى وأنا أملك السجيّ</w:t>
      </w:r>
      <w:r w:rsidR="00677BC4">
        <w:rPr>
          <w:rtl/>
        </w:rPr>
        <w:t>َ</w:t>
      </w:r>
      <w:r w:rsidRPr="009647FC">
        <w:rPr>
          <w:rtl/>
        </w:rPr>
        <w:t>ة التي عاشت على معروفها البريّ</w:t>
      </w:r>
      <w:r w:rsidR="00677BC4">
        <w:rPr>
          <w:rtl/>
        </w:rPr>
        <w:t>َ</w:t>
      </w:r>
      <w:r w:rsidRPr="009647FC">
        <w:rPr>
          <w:rtl/>
        </w:rPr>
        <w:t>ة</w:t>
      </w:r>
      <w:r w:rsidR="00D769AB">
        <w:rPr>
          <w:rtl/>
        </w:rPr>
        <w:t>،</w:t>
      </w:r>
      <w:r w:rsidRPr="009647FC">
        <w:rPr>
          <w:rtl/>
        </w:rPr>
        <w:t xml:space="preserve"> ما دعاك إلى أنْ تظهر أنّك لي مغاضب</w:t>
      </w:r>
      <w:r w:rsidR="00D769AB">
        <w:rPr>
          <w:rtl/>
        </w:rPr>
        <w:t>،</w:t>
      </w:r>
      <w:r w:rsidRPr="009647FC">
        <w:rPr>
          <w:rtl/>
        </w:rPr>
        <w:t xml:space="preserve"> إلاّ الهربُ من إسداء العطايا والمواهب</w:t>
      </w:r>
      <w:r w:rsidR="00D769AB">
        <w:rPr>
          <w:rtl/>
        </w:rPr>
        <w:t>،</w:t>
      </w:r>
      <w:r w:rsidRPr="009647FC">
        <w:rPr>
          <w:rtl/>
        </w:rPr>
        <w:t xml:space="preserve"> حيث استنشأتك قبل هذا سحابة</w:t>
      </w:r>
      <w:r w:rsidR="00D769AB">
        <w:rPr>
          <w:rtl/>
        </w:rPr>
        <w:t>،</w:t>
      </w:r>
      <w:r w:rsidRPr="009647FC">
        <w:rPr>
          <w:rtl/>
        </w:rPr>
        <w:t xml:space="preserve"> خلتها نشأت دانية الربابة</w:t>
      </w:r>
      <w:r w:rsidR="00D769AB">
        <w:rPr>
          <w:rtl/>
        </w:rPr>
        <w:t>،</w:t>
      </w:r>
      <w:r w:rsidRPr="009647FC">
        <w:rPr>
          <w:rtl/>
        </w:rPr>
        <w:t xml:space="preserve"> قد بشّ</w:t>
      </w:r>
      <w:r w:rsidR="00677BC4">
        <w:rPr>
          <w:rtl/>
        </w:rPr>
        <w:t>َ</w:t>
      </w:r>
      <w:r w:rsidRPr="009647FC">
        <w:rPr>
          <w:rtl/>
        </w:rPr>
        <w:t>ر بها نفس</w:t>
      </w:r>
      <w:r w:rsidR="00677BC4">
        <w:rPr>
          <w:rtl/>
        </w:rPr>
        <w:t>َ</w:t>
      </w:r>
      <w:r w:rsidRPr="009647FC">
        <w:rPr>
          <w:rtl/>
        </w:rPr>
        <w:t>ه الرجاء</w:t>
      </w:r>
      <w:r w:rsidR="00D769AB">
        <w:rPr>
          <w:rtl/>
        </w:rPr>
        <w:t>،</w:t>
      </w:r>
      <w:r w:rsidRPr="009647FC">
        <w:rPr>
          <w:rtl/>
        </w:rPr>
        <w:t xml:space="preserve"> واستمطرها بظنّه مغدقةً وطفاء</w:t>
      </w:r>
      <w:r w:rsidR="00D769AB">
        <w:rPr>
          <w:rtl/>
        </w:rPr>
        <w:t>،</w:t>
      </w:r>
      <w:r w:rsidRPr="009647FC">
        <w:rPr>
          <w:rtl/>
        </w:rPr>
        <w:t xml:space="preserve"> فكلّما تطلّ</w:t>
      </w:r>
      <w:r w:rsidR="00677BC4">
        <w:rPr>
          <w:rtl/>
        </w:rPr>
        <w:t>َ</w:t>
      </w:r>
      <w:r w:rsidRPr="009647FC">
        <w:rPr>
          <w:rtl/>
        </w:rPr>
        <w:t>ع في نواحيها</w:t>
      </w:r>
      <w:r w:rsidR="00D769AB">
        <w:rPr>
          <w:rtl/>
        </w:rPr>
        <w:t>،</w:t>
      </w:r>
      <w:r w:rsidRPr="009647FC">
        <w:rPr>
          <w:rtl/>
        </w:rPr>
        <w:t xml:space="preserve"> استحكم طمعه فيها</w:t>
      </w:r>
      <w:r w:rsidR="00D769AB">
        <w:rPr>
          <w:rtl/>
        </w:rPr>
        <w:t>،</w:t>
      </w:r>
      <w:r w:rsidRPr="009647FC">
        <w:rPr>
          <w:rtl/>
        </w:rPr>
        <w:t xml:space="preserve"> وأمّ</w:t>
      </w:r>
      <w:r w:rsidR="00677BC4">
        <w:rPr>
          <w:rtl/>
        </w:rPr>
        <w:t>َ</w:t>
      </w:r>
      <w:r w:rsidRPr="009647FC">
        <w:rPr>
          <w:rtl/>
        </w:rPr>
        <w:t>ل أن ترخى بشآبيبها الغزار عزاليها</w:t>
      </w:r>
      <w:r w:rsidR="00D769AB">
        <w:rPr>
          <w:rtl/>
        </w:rPr>
        <w:t>،</w:t>
      </w:r>
      <w:r w:rsidRPr="009647FC">
        <w:rPr>
          <w:rtl/>
        </w:rPr>
        <w:t xml:space="preserve"> فإذا هي تبرق </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غيضاً وغضباً</w:t>
      </w:r>
      <w:r w:rsidR="00D769AB">
        <w:rPr>
          <w:rtl/>
        </w:rPr>
        <w:t>،</w:t>
      </w:r>
      <w:r w:rsidRPr="009647FC">
        <w:rPr>
          <w:rtl/>
        </w:rPr>
        <w:t xml:space="preserve"> وترعد تقريعاً وعتباً</w:t>
      </w:r>
      <w:r w:rsidR="00D769AB">
        <w:rPr>
          <w:rtl/>
        </w:rPr>
        <w:t>،</w:t>
      </w:r>
      <w:r w:rsidRPr="009647FC">
        <w:rPr>
          <w:rtl/>
        </w:rPr>
        <w:t xml:space="preserve"> ثمّ لم تبرح بهاتيك البوارق</w:t>
      </w:r>
      <w:r w:rsidR="00D769AB">
        <w:rPr>
          <w:rtl/>
        </w:rPr>
        <w:t>،</w:t>
      </w:r>
      <w:r w:rsidRPr="009647FC">
        <w:rPr>
          <w:rtl/>
        </w:rPr>
        <w:t xml:space="preserve"> أن أمطرتها عليّ</w:t>
      </w:r>
      <w:r w:rsidR="00677BC4">
        <w:rPr>
          <w:rtl/>
        </w:rPr>
        <w:t>َ</w:t>
      </w:r>
      <w:r w:rsidRPr="009647FC">
        <w:rPr>
          <w:rtl/>
        </w:rPr>
        <w:t xml:space="preserve"> صواعق وأيُّ صواعق</w:t>
      </w:r>
      <w:r w:rsidR="00D769AB">
        <w:rPr>
          <w:rtl/>
        </w:rPr>
        <w:t>،</w:t>
      </w:r>
      <w:r w:rsidRPr="009647FC">
        <w:rPr>
          <w:rtl/>
        </w:rPr>
        <w:t xml:space="preserve"> فليتك إذ ترفّعت</w:t>
      </w:r>
      <w:r w:rsidR="00677BC4">
        <w:rPr>
          <w:rtl/>
        </w:rPr>
        <w:t>َ</w:t>
      </w:r>
      <w:r w:rsidRPr="009647FC">
        <w:rPr>
          <w:rtl/>
        </w:rPr>
        <w:t xml:space="preserve"> كزعمك عن مد</w:t>
      </w:r>
      <w:r w:rsidR="00677BC4">
        <w:rPr>
          <w:rtl/>
        </w:rPr>
        <w:t>َ</w:t>
      </w:r>
      <w:r w:rsidRPr="009647FC">
        <w:rPr>
          <w:rtl/>
        </w:rPr>
        <w:t>حي الآنفة</w:t>
      </w:r>
      <w:r w:rsidR="00D769AB">
        <w:rPr>
          <w:rtl/>
        </w:rPr>
        <w:t>،</w:t>
      </w:r>
      <w:r w:rsidRPr="009647FC">
        <w:rPr>
          <w:rtl/>
        </w:rPr>
        <w:t xml:space="preserve"> رعيت لي حرمة المدح السالفة</w:t>
      </w:r>
      <w:r w:rsidR="00D769AB">
        <w:rPr>
          <w:rtl/>
        </w:rPr>
        <w:t>،</w:t>
      </w:r>
      <w:r w:rsidRPr="009647FC">
        <w:rPr>
          <w:rtl/>
        </w:rPr>
        <w:t xml:space="preserve"> فلقد علم</w:t>
      </w:r>
      <w:r w:rsidR="00677BC4">
        <w:rPr>
          <w:rtl/>
        </w:rPr>
        <w:t>َ</w:t>
      </w:r>
      <w:r w:rsidRPr="009647FC">
        <w:rPr>
          <w:rtl/>
        </w:rPr>
        <w:t xml:space="preserve"> هذا العصر أنّي لسانه الذي انتهت إليه مقالة الشعر</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وأنا الذي لم يسخْ بي أحدٌ</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إلاّ غدا ونديمه الندمُ</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وإذا اهتززتُ لمدح ذي كرمٍ</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فأنا لسانٌ والزمان فمُ</w:t>
            </w:r>
            <w:r w:rsidRPr="00725071">
              <w:rPr>
                <w:rStyle w:val="libPoemTiniChar0"/>
                <w:rtl/>
              </w:rPr>
              <w:br/>
              <w:t> </w:t>
            </w:r>
          </w:p>
        </w:tc>
      </w:tr>
    </w:tbl>
    <w:p w:rsidR="009647FC" w:rsidRPr="00524A24" w:rsidRDefault="009647FC" w:rsidP="004E7EC6">
      <w:pPr>
        <w:pStyle w:val="libNormal"/>
      </w:pPr>
      <w:r w:rsidRPr="009647FC">
        <w:rPr>
          <w:rtl/>
        </w:rPr>
        <w:t>قد نشرتُ لكم من الذكر الجميل ما لم ينشره لسان الشعر لذي مجدٍ أثيل</w:t>
      </w:r>
      <w:r w:rsidR="00D769AB">
        <w:rPr>
          <w:rtl/>
        </w:rPr>
        <w:t>،</w:t>
      </w:r>
      <w:r w:rsidRPr="009647FC">
        <w:rPr>
          <w:rtl/>
        </w:rPr>
        <w:t xml:space="preserve"> حتى صرتُ لكم في المدح أعرف</w:t>
      </w:r>
      <w:r w:rsidR="00677BC4">
        <w:rPr>
          <w:rtl/>
        </w:rPr>
        <w:t>َ</w:t>
      </w:r>
      <w:r w:rsidRPr="009647FC">
        <w:rPr>
          <w:rtl/>
        </w:rPr>
        <w:t xml:space="preserve"> من عل</w:t>
      </w:r>
      <w:r w:rsidR="00677BC4">
        <w:rPr>
          <w:rtl/>
        </w:rPr>
        <w:t>َ</w:t>
      </w:r>
      <w:r w:rsidRPr="009647FC">
        <w:rPr>
          <w:rtl/>
        </w:rPr>
        <w:t>م</w:t>
      </w:r>
      <w:r w:rsidR="00D769AB">
        <w:rPr>
          <w:rtl/>
        </w:rPr>
        <w:t>،</w:t>
      </w:r>
      <w:r w:rsidRPr="009647FC">
        <w:rPr>
          <w:rtl/>
        </w:rPr>
        <w:t xml:space="preserve"> بل أشهر من (زهير بن أبي سلمى) في مدائح هرم</w:t>
      </w:r>
      <w:r w:rsidR="00D769AB">
        <w:rPr>
          <w:rtl/>
        </w:rPr>
        <w:t>،</w:t>
      </w:r>
      <w:r w:rsidRPr="009647FC">
        <w:rPr>
          <w:rtl/>
        </w:rPr>
        <w:t xml:space="preserve"> كم نسجتُ لأبيكم بُرد</w:t>
      </w:r>
      <w:r w:rsidR="00677BC4">
        <w:rPr>
          <w:rtl/>
        </w:rPr>
        <w:t>َ</w:t>
      </w:r>
      <w:r w:rsidRPr="009647FC">
        <w:rPr>
          <w:rtl/>
        </w:rPr>
        <w:t xml:space="preserve"> حمد</w:t>
      </w:r>
      <w:r w:rsidR="00D769AB">
        <w:rPr>
          <w:rtl/>
        </w:rPr>
        <w:t>،</w:t>
      </w:r>
      <w:r w:rsidRPr="009647FC">
        <w:rPr>
          <w:rtl/>
        </w:rPr>
        <w:t xml:space="preserve"> لم ينسج قبلي مثله (ابن بُرد)</w:t>
      </w:r>
      <w:r w:rsidR="00D769AB">
        <w:rPr>
          <w:rtl/>
        </w:rPr>
        <w:t>،</w:t>
      </w:r>
      <w:r w:rsidRPr="009647FC">
        <w:rPr>
          <w:rtl/>
        </w:rPr>
        <w:t xml:space="preserve"> وكم سيّ</w:t>
      </w:r>
      <w:r w:rsidR="00677BC4">
        <w:rPr>
          <w:rtl/>
        </w:rPr>
        <w:t>َ</w:t>
      </w:r>
      <w:r w:rsidRPr="009647FC">
        <w:rPr>
          <w:rtl/>
        </w:rPr>
        <w:t>رتُ فيكم من النظام ما لم يسيّره قبلي الشيخ (أبو تمام) بلا يدٍ بيضاء</w:t>
      </w:r>
      <w:r w:rsidR="00D769AB">
        <w:rPr>
          <w:rtl/>
        </w:rPr>
        <w:t>،</w:t>
      </w:r>
      <w:r w:rsidRPr="009647FC">
        <w:rPr>
          <w:rtl/>
        </w:rPr>
        <w:t xml:space="preserve"> ولا عارفةٍ غرّاء</w:t>
      </w:r>
      <w:r w:rsidR="00D769AB">
        <w:rPr>
          <w:rtl/>
        </w:rPr>
        <w:t>،</w:t>
      </w:r>
      <w:r w:rsidRPr="009647FC">
        <w:rPr>
          <w:rtl/>
        </w:rPr>
        <w:t xml:space="preserve"> بل جعلتم قيمة تلك العقود</w:t>
      </w:r>
      <w:r w:rsidR="00D769AB">
        <w:rPr>
          <w:rtl/>
        </w:rPr>
        <w:t>،</w:t>
      </w:r>
      <w:r w:rsidRPr="009647FC">
        <w:rPr>
          <w:rtl/>
        </w:rPr>
        <w:t xml:space="preserve"> وأثمان</w:t>
      </w:r>
      <w:r w:rsidR="00677BC4">
        <w:rPr>
          <w:rtl/>
        </w:rPr>
        <w:t>َ</w:t>
      </w:r>
      <w:r w:rsidRPr="009647FC">
        <w:rPr>
          <w:rtl/>
        </w:rPr>
        <w:t xml:space="preserve"> هاتيك البرود</w:t>
      </w:r>
      <w:r w:rsidR="00D769AB">
        <w:rPr>
          <w:rtl/>
        </w:rPr>
        <w:t>،</w:t>
      </w:r>
      <w:r w:rsidRPr="009647FC">
        <w:rPr>
          <w:rtl/>
        </w:rPr>
        <w:t xml:space="preserve"> ما لو رُسم معها في كتب المؤرّخين</w:t>
      </w:r>
      <w:r w:rsidR="00D769AB">
        <w:rPr>
          <w:rtl/>
        </w:rPr>
        <w:t>،</w:t>
      </w:r>
      <w:r w:rsidRPr="009647FC">
        <w:rPr>
          <w:rtl/>
        </w:rPr>
        <w:t xml:space="preserve"> كما ترسم الجوائز مع قصائد المتقدّمين</w:t>
      </w:r>
      <w:r w:rsidR="00D769AB">
        <w:rPr>
          <w:rtl/>
        </w:rPr>
        <w:t>،</w:t>
      </w:r>
      <w:r w:rsidRPr="009647FC">
        <w:rPr>
          <w:rtl/>
        </w:rPr>
        <w:t xml:space="preserve"> يتداولها الأنام جيلاً بعد جيل</w:t>
      </w:r>
      <w:r w:rsidR="00D769AB">
        <w:rPr>
          <w:rtl/>
        </w:rPr>
        <w:t>،</w:t>
      </w:r>
      <w:r w:rsidRPr="009647FC">
        <w:rPr>
          <w:rtl/>
        </w:rPr>
        <w:t xml:space="preserve"> لغضّ</w:t>
      </w:r>
      <w:r w:rsidR="00677BC4">
        <w:rPr>
          <w:rtl/>
        </w:rPr>
        <w:t>َ</w:t>
      </w:r>
      <w:r w:rsidRPr="009647FC">
        <w:rPr>
          <w:rtl/>
        </w:rPr>
        <w:t xml:space="preserve"> بنزارته من شرفكم المحض ومجدكم الأثيل</w:t>
      </w:r>
      <w:r w:rsidR="00D769AB">
        <w:rPr>
          <w:rtl/>
        </w:rPr>
        <w:t>،</w:t>
      </w:r>
      <w:r w:rsidRPr="009647FC">
        <w:rPr>
          <w:rtl/>
        </w:rPr>
        <w:t xml:space="preserve"> بل لو لم أكتمْ عن الحسّاد ما جعلتموه بأزائها من الصفاد</w:t>
      </w:r>
      <w:r w:rsidR="00D769AB">
        <w:rPr>
          <w:rtl/>
        </w:rPr>
        <w:t>،</w:t>
      </w:r>
      <w:r w:rsidRPr="009647FC">
        <w:rPr>
          <w:rtl/>
        </w:rPr>
        <w:t xml:space="preserve"> لو سُمتْ تلك الغرر البهية بسماتٍ ردية</w:t>
      </w:r>
      <w:r w:rsidR="00D769AB">
        <w:rPr>
          <w:rtl/>
        </w:rPr>
        <w:t>،</w:t>
      </w:r>
      <w:r w:rsidRPr="009647FC">
        <w:rPr>
          <w:rtl/>
        </w:rPr>
        <w:t xml:space="preserve"> كما وُسمتْ قصيدة (أبي الطيب) لنزارة الجائزة بالدينارية</w:t>
      </w:r>
      <w:r w:rsidR="00D769AB">
        <w:rPr>
          <w:rtl/>
        </w:rPr>
        <w:t>،</w:t>
      </w:r>
      <w:r w:rsidRPr="009647FC">
        <w:rPr>
          <w:rtl/>
        </w:rPr>
        <w:t xml:space="preserve"> وعلى حقارة الجزاء ونزارة ما اسديتموه من العطاء</w:t>
      </w:r>
      <w:r w:rsidR="00D769AB">
        <w:rPr>
          <w:rtl/>
        </w:rPr>
        <w:t>،</w:t>
      </w:r>
      <w:r w:rsidRPr="009647FC">
        <w:rPr>
          <w:rtl/>
        </w:rPr>
        <w:t xml:space="preserve"> رأيتك قد أعرضت غاية الإعراض</w:t>
      </w:r>
      <w:r w:rsidR="00D769AB">
        <w:rPr>
          <w:rtl/>
        </w:rPr>
        <w:t>،</w:t>
      </w:r>
      <w:r w:rsidRPr="009647FC">
        <w:rPr>
          <w:rtl/>
        </w:rPr>
        <w:t xml:space="preserve"> وأغمضت</w:t>
      </w:r>
      <w:r w:rsidR="00677BC4">
        <w:rPr>
          <w:rtl/>
        </w:rPr>
        <w:t>َ</w:t>
      </w:r>
      <w:r w:rsidRPr="009647FC">
        <w:rPr>
          <w:rtl/>
        </w:rPr>
        <w:t xml:space="preserve"> عن حقوق المودّة أشدّ الإغماض</w:t>
      </w:r>
      <w:r w:rsidR="00D769AB">
        <w:rPr>
          <w:rtl/>
        </w:rPr>
        <w:t>،</w:t>
      </w:r>
      <w:r w:rsidRPr="009647FC">
        <w:rPr>
          <w:rtl/>
        </w:rPr>
        <w:t xml:space="preserve"> بلا إساءةٍ سبقتْ</w:t>
      </w:r>
      <w:r w:rsidR="00D769AB">
        <w:rPr>
          <w:rtl/>
        </w:rPr>
        <w:t>،</w:t>
      </w:r>
      <w:r w:rsidRPr="009647FC">
        <w:rPr>
          <w:rtl/>
        </w:rPr>
        <w:t xml:space="preserve"> ولا جناية تقدّ</w:t>
      </w:r>
      <w:r w:rsidR="00677BC4">
        <w:rPr>
          <w:rtl/>
        </w:rPr>
        <w:t>َ</w:t>
      </w:r>
      <w:r w:rsidRPr="009647FC">
        <w:rPr>
          <w:rtl/>
        </w:rPr>
        <w:t>مت</w:t>
      </w:r>
      <w:r w:rsidR="00D769AB">
        <w:rPr>
          <w:rtl/>
        </w:rPr>
        <w:t>،</w:t>
      </w:r>
      <w:r w:rsidRPr="009647FC">
        <w:rPr>
          <w:rtl/>
        </w:rPr>
        <w:t xml:space="preserve"> فنظمتُ قطعة من العتاب</w:t>
      </w:r>
      <w:r w:rsidR="00D769AB">
        <w:rPr>
          <w:rtl/>
        </w:rPr>
        <w:t>،</w:t>
      </w:r>
      <w:r w:rsidRPr="009647FC">
        <w:rPr>
          <w:rtl/>
        </w:rPr>
        <w:t xml:space="preserve"> يروق بنشرها ذوو الألباب</w:t>
      </w:r>
      <w:r w:rsidR="00D769AB">
        <w:rPr>
          <w:rtl/>
        </w:rPr>
        <w:t>،</w:t>
      </w:r>
      <w:r w:rsidRPr="009647FC">
        <w:rPr>
          <w:rtl/>
        </w:rPr>
        <w:t xml:space="preserve"> وأرسلتها إليك</w:t>
      </w:r>
      <w:r w:rsidR="00D769AB">
        <w:rPr>
          <w:rtl/>
        </w:rPr>
        <w:t>،</w:t>
      </w:r>
      <w:r w:rsidRPr="009647FC">
        <w:rPr>
          <w:rtl/>
        </w:rPr>
        <w:t xml:space="preserve"> مخاطباً لك بلسان العتب عليك</w:t>
      </w:r>
      <w:r w:rsidR="00D769AB">
        <w:rPr>
          <w:rtl/>
        </w:rPr>
        <w:t>،</w:t>
      </w:r>
      <w:r w:rsidRPr="009647FC">
        <w:rPr>
          <w:rtl/>
        </w:rPr>
        <w:t xml:space="preserve"> فقلتُ</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حتى</w:t>
            </w:r>
            <w:r>
              <w:rPr>
                <w:rtl/>
              </w:rPr>
              <w:t xml:space="preserve"> </w:t>
            </w:r>
            <w:r w:rsidRPr="009647FC">
              <w:rPr>
                <w:rtl/>
              </w:rPr>
              <w:t>م</w:t>
            </w:r>
            <w:r>
              <w:rPr>
                <w:rtl/>
              </w:rPr>
              <w:t xml:space="preserve">َ </w:t>
            </w:r>
            <w:r w:rsidRPr="009647FC">
              <w:rPr>
                <w:rtl/>
              </w:rPr>
              <w:t>الوّ</w:t>
            </w:r>
            <w:r>
              <w:rPr>
                <w:rtl/>
              </w:rPr>
              <w:t>َ</w:t>
            </w:r>
            <w:r w:rsidRPr="009647FC">
              <w:rPr>
                <w:rtl/>
              </w:rPr>
              <w:t>د</w:t>
            </w:r>
            <w:r>
              <w:rPr>
                <w:rtl/>
              </w:rPr>
              <w:t xml:space="preserve"> </w:t>
            </w:r>
            <w:r w:rsidRPr="009647FC">
              <w:rPr>
                <w:rtl/>
              </w:rPr>
              <w:t>بالهجران</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وإلى</w:t>
            </w:r>
            <w:r w:rsidR="004C00A8">
              <w:rPr>
                <w:rtl/>
              </w:rPr>
              <w:t xml:space="preserve"> </w:t>
            </w:r>
            <w:r w:rsidRPr="009647FC">
              <w:rPr>
                <w:rtl/>
              </w:rPr>
              <w:t>م</w:t>
            </w:r>
            <w:r>
              <w:rPr>
                <w:rtl/>
              </w:rPr>
              <w:t xml:space="preserve">َ </w:t>
            </w:r>
            <w:r w:rsidRPr="009647FC">
              <w:rPr>
                <w:rtl/>
              </w:rPr>
              <w:t>أبسطُ</w:t>
            </w:r>
            <w:r>
              <w:rPr>
                <w:rtl/>
              </w:rPr>
              <w:t xml:space="preserve"> </w:t>
            </w:r>
            <w:r w:rsidRPr="009647FC">
              <w:rPr>
                <w:rtl/>
              </w:rPr>
              <w:t>بالعتاب</w:t>
            </w:r>
            <w:r>
              <w:rPr>
                <w:rtl/>
              </w:rPr>
              <w:t xml:space="preserve"> </w:t>
            </w:r>
            <w:r w:rsidRPr="009647FC">
              <w:rPr>
                <w:rtl/>
              </w:rPr>
              <w:t>لساني</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لا</w:t>
            </w:r>
            <w:r>
              <w:rPr>
                <w:rtl/>
              </w:rPr>
              <w:t xml:space="preserve"> </w:t>
            </w:r>
            <w:r w:rsidRPr="009647FC">
              <w:rPr>
                <w:rtl/>
              </w:rPr>
              <w:t>أنت</w:t>
            </w:r>
            <w:r>
              <w:rPr>
                <w:rtl/>
              </w:rPr>
              <w:t xml:space="preserve"> </w:t>
            </w:r>
            <w:r w:rsidRPr="009647FC">
              <w:rPr>
                <w:rtl/>
              </w:rPr>
              <w:t>عن</w:t>
            </w:r>
            <w:r>
              <w:rPr>
                <w:rtl/>
              </w:rPr>
              <w:t xml:space="preserve"> </w:t>
            </w:r>
            <w:r w:rsidRPr="009647FC">
              <w:rPr>
                <w:rtl/>
              </w:rPr>
              <w:t>غلواء</w:t>
            </w:r>
            <w:r w:rsidRPr="000D3487">
              <w:rPr>
                <w:rStyle w:val="libFootnotenumChar"/>
                <w:rtl/>
              </w:rPr>
              <w:t>(1)</w:t>
            </w:r>
            <w:r>
              <w:rPr>
                <w:rtl/>
              </w:rPr>
              <w:t xml:space="preserve"> </w:t>
            </w:r>
            <w:r w:rsidRPr="009647FC">
              <w:rPr>
                <w:rtl/>
              </w:rPr>
              <w:t>هجرك</w:t>
            </w:r>
            <w:r>
              <w:rPr>
                <w:rtl/>
              </w:rPr>
              <w:t xml:space="preserve"> </w:t>
            </w:r>
            <w:r w:rsidRPr="009647FC">
              <w:rPr>
                <w:rtl/>
              </w:rPr>
              <w:t>مقصر</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شيئاً</w:t>
            </w:r>
            <w:r w:rsidR="004C00A8">
              <w:rPr>
                <w:rtl/>
              </w:rPr>
              <w:t xml:space="preserve"> </w:t>
            </w:r>
            <w:r w:rsidRPr="009647FC">
              <w:rPr>
                <w:rtl/>
              </w:rPr>
              <w:t>ولا</w:t>
            </w:r>
            <w:r>
              <w:rPr>
                <w:rtl/>
              </w:rPr>
              <w:t xml:space="preserve"> </w:t>
            </w:r>
            <w:r w:rsidRPr="009647FC">
              <w:rPr>
                <w:rtl/>
              </w:rPr>
              <w:t>أنا</w:t>
            </w:r>
            <w:r>
              <w:rPr>
                <w:rtl/>
              </w:rPr>
              <w:t xml:space="preserve"> </w:t>
            </w:r>
            <w:r w:rsidRPr="009647FC">
              <w:rPr>
                <w:rtl/>
              </w:rPr>
              <w:t>عن</w:t>
            </w:r>
            <w:r>
              <w:rPr>
                <w:rtl/>
              </w:rPr>
              <w:t xml:space="preserve"> </w:t>
            </w:r>
            <w:r w:rsidRPr="009647FC">
              <w:rPr>
                <w:rtl/>
              </w:rPr>
              <w:t>عتابك</w:t>
            </w:r>
            <w:r>
              <w:rPr>
                <w:rtl/>
              </w:rPr>
              <w:t xml:space="preserve"> </w:t>
            </w:r>
            <w:r w:rsidRPr="009647FC">
              <w:rPr>
                <w:rtl/>
              </w:rPr>
              <w:t>واني</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مخطوطة الملاّ</w:t>
      </w:r>
      <w:r w:rsidR="00D769AB">
        <w:rPr>
          <w:rtl/>
        </w:rPr>
        <w:t>:</w:t>
      </w:r>
      <w:r w:rsidRPr="009647FC">
        <w:rPr>
          <w:rtl/>
        </w:rPr>
        <w:t xml:space="preserve"> من غلواء</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lastRenderedPageBreak/>
              <w:t>كم</w:t>
            </w:r>
            <w:r w:rsidR="004C00A8">
              <w:rPr>
                <w:rtl/>
              </w:rPr>
              <w:t xml:space="preserve"> </w:t>
            </w:r>
            <w:r w:rsidRPr="009647FC">
              <w:rPr>
                <w:rtl/>
              </w:rPr>
              <w:t>ذا</w:t>
            </w:r>
            <w:r>
              <w:rPr>
                <w:rtl/>
              </w:rPr>
              <w:t xml:space="preserve"> </w:t>
            </w:r>
            <w:r w:rsidRPr="009647FC">
              <w:rPr>
                <w:rtl/>
              </w:rPr>
              <w:t>أنبِّهُ</w:t>
            </w:r>
            <w:r>
              <w:rPr>
                <w:rtl/>
              </w:rPr>
              <w:t xml:space="preserve"> </w:t>
            </w:r>
            <w:r w:rsidRPr="009647FC">
              <w:rPr>
                <w:rtl/>
              </w:rPr>
              <w:t>منك</w:t>
            </w:r>
            <w:r>
              <w:rPr>
                <w:rtl/>
              </w:rPr>
              <w:t xml:space="preserve"> </w:t>
            </w:r>
            <w:r w:rsidRPr="009647FC">
              <w:rPr>
                <w:rtl/>
              </w:rPr>
              <w:t>من</w:t>
            </w:r>
            <w:r>
              <w:rPr>
                <w:rtl/>
              </w:rPr>
              <w:t xml:space="preserve"> </w:t>
            </w:r>
            <w:r w:rsidRPr="009647FC">
              <w:rPr>
                <w:rtl/>
              </w:rPr>
              <w:t>لم</w:t>
            </w:r>
            <w:r>
              <w:rPr>
                <w:rtl/>
              </w:rPr>
              <w:t xml:space="preserve"> </w:t>
            </w:r>
            <w:r w:rsidRPr="009647FC">
              <w:rPr>
                <w:rtl/>
              </w:rPr>
              <w:t>ينتبه</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عن</w:t>
            </w:r>
            <w:r>
              <w:rPr>
                <w:rtl/>
              </w:rPr>
              <w:t xml:space="preserve"> </w:t>
            </w:r>
            <w:r w:rsidRPr="009647FC">
              <w:rPr>
                <w:rtl/>
              </w:rPr>
              <w:t>مثله</w:t>
            </w:r>
            <w:r>
              <w:rPr>
                <w:rtl/>
              </w:rPr>
              <w:t xml:space="preserve"> </w:t>
            </w:r>
            <w:r w:rsidRPr="009647FC">
              <w:rPr>
                <w:rtl/>
              </w:rPr>
              <w:t>في</w:t>
            </w:r>
            <w:r>
              <w:rPr>
                <w:rtl/>
              </w:rPr>
              <w:t xml:space="preserve"> </w:t>
            </w:r>
            <w:r w:rsidRPr="009647FC">
              <w:rPr>
                <w:rtl/>
              </w:rPr>
              <w:t>الفضل</w:t>
            </w:r>
            <w:r>
              <w:rPr>
                <w:rtl/>
              </w:rPr>
              <w:t xml:space="preserve"> </w:t>
            </w:r>
            <w:r w:rsidRPr="009647FC">
              <w:rPr>
                <w:rtl/>
              </w:rPr>
              <w:t>طرف</w:t>
            </w:r>
            <w:r>
              <w:rPr>
                <w:rtl/>
              </w:rPr>
              <w:t xml:space="preserve"> </w:t>
            </w:r>
            <w:r w:rsidRPr="009647FC">
              <w:rPr>
                <w:rtl/>
              </w:rPr>
              <w:t>زمانِ</w:t>
            </w:r>
            <w:r w:rsidRPr="004E7EC6">
              <w:rPr>
                <w:rStyle w:val="libFootnotenumChar"/>
                <w:rtl/>
              </w:rPr>
              <w:t>(1)</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ما</w:t>
            </w:r>
            <w:r w:rsidR="004C00A8">
              <w:rPr>
                <w:rtl/>
              </w:rPr>
              <w:t xml:space="preserve"> </w:t>
            </w:r>
            <w:r w:rsidRPr="009647FC">
              <w:rPr>
                <w:rtl/>
              </w:rPr>
              <w:t>زال</w:t>
            </w:r>
            <w:r>
              <w:rPr>
                <w:rtl/>
              </w:rPr>
              <w:t xml:space="preserve"> </w:t>
            </w:r>
            <w:r w:rsidRPr="009647FC">
              <w:rPr>
                <w:rtl/>
              </w:rPr>
              <w:t>يصرف</w:t>
            </w:r>
            <w:r>
              <w:rPr>
                <w:rtl/>
              </w:rPr>
              <w:t xml:space="preserve"> </w:t>
            </w:r>
            <w:r w:rsidRPr="009647FC">
              <w:rPr>
                <w:rtl/>
              </w:rPr>
              <w:t>عن</w:t>
            </w:r>
            <w:r>
              <w:rPr>
                <w:rtl/>
              </w:rPr>
              <w:t xml:space="preserve"> </w:t>
            </w:r>
            <w:r w:rsidRPr="009647FC">
              <w:rPr>
                <w:rtl/>
              </w:rPr>
              <w:t>وجوه</w:t>
            </w:r>
            <w:r>
              <w:rPr>
                <w:rtl/>
              </w:rPr>
              <w:t xml:space="preserve"> </w:t>
            </w:r>
            <w:r w:rsidRPr="009647FC">
              <w:rPr>
                <w:rtl/>
              </w:rPr>
              <w:t>مطالبي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عيناً</w:t>
            </w:r>
            <w:r w:rsidR="004C00A8">
              <w:rPr>
                <w:rtl/>
              </w:rPr>
              <w:t xml:space="preserve"> </w:t>
            </w:r>
            <w:r w:rsidRPr="009647FC">
              <w:rPr>
                <w:rtl/>
              </w:rPr>
              <w:t>رعى</w:t>
            </w:r>
            <w:r>
              <w:rPr>
                <w:rtl/>
              </w:rPr>
              <w:t xml:space="preserve"> </w:t>
            </w:r>
            <w:r w:rsidRPr="009647FC">
              <w:rPr>
                <w:rtl/>
              </w:rPr>
              <w:t>القاصي</w:t>
            </w:r>
            <w:r>
              <w:rPr>
                <w:rtl/>
              </w:rPr>
              <w:t xml:space="preserve"> </w:t>
            </w:r>
            <w:r w:rsidRPr="009647FC">
              <w:rPr>
                <w:rtl/>
              </w:rPr>
              <w:t>بها</w:t>
            </w:r>
            <w:r>
              <w:rPr>
                <w:rtl/>
              </w:rPr>
              <w:t xml:space="preserve"> </w:t>
            </w:r>
            <w:r w:rsidRPr="009647FC">
              <w:rPr>
                <w:rtl/>
              </w:rPr>
              <w:t>والداني</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الغيثُ</w:t>
            </w:r>
            <w:r>
              <w:rPr>
                <w:rtl/>
              </w:rPr>
              <w:t xml:space="preserve"> </w:t>
            </w:r>
            <w:r w:rsidRPr="009647FC">
              <w:rPr>
                <w:rtl/>
              </w:rPr>
              <w:t>أنت</w:t>
            </w:r>
            <w:r>
              <w:rPr>
                <w:rtl/>
              </w:rPr>
              <w:t xml:space="preserve"> </w:t>
            </w:r>
            <w:r w:rsidRPr="009647FC">
              <w:rPr>
                <w:rtl/>
              </w:rPr>
              <w:t>فكيف</w:t>
            </w:r>
            <w:r>
              <w:rPr>
                <w:rtl/>
              </w:rPr>
              <w:t xml:space="preserve"> </w:t>
            </w:r>
            <w:r w:rsidRPr="009647FC">
              <w:rPr>
                <w:rtl/>
              </w:rPr>
              <w:t>تجدب</w:t>
            </w:r>
            <w:r>
              <w:rPr>
                <w:rtl/>
              </w:rPr>
              <w:t xml:space="preserve"> </w:t>
            </w:r>
            <w:r w:rsidRPr="009647FC">
              <w:rPr>
                <w:rtl/>
              </w:rPr>
              <w:t>راحتي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منه</w:t>
            </w:r>
            <w:r w:rsidR="004C00A8">
              <w:rPr>
                <w:rtl/>
              </w:rPr>
              <w:t xml:space="preserve"> </w:t>
            </w:r>
            <w:r w:rsidRPr="009647FC">
              <w:rPr>
                <w:rtl/>
              </w:rPr>
              <w:t>وتخصب</w:t>
            </w:r>
            <w:r>
              <w:rPr>
                <w:rtl/>
              </w:rPr>
              <w:t xml:space="preserve"> </w:t>
            </w:r>
            <w:r w:rsidRPr="009647FC">
              <w:rPr>
                <w:rtl/>
              </w:rPr>
              <w:t>راحة</w:t>
            </w:r>
            <w:r>
              <w:rPr>
                <w:rtl/>
              </w:rPr>
              <w:t xml:space="preserve"> </w:t>
            </w:r>
            <w:r w:rsidRPr="009647FC">
              <w:rPr>
                <w:rtl/>
              </w:rPr>
              <w:t>الذلانِ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وأما</w:t>
            </w:r>
            <w:r w:rsidR="004C00A8">
              <w:rPr>
                <w:rtl/>
              </w:rPr>
              <w:t xml:space="preserve"> </w:t>
            </w:r>
            <w:r w:rsidRPr="009647FC">
              <w:rPr>
                <w:rtl/>
              </w:rPr>
              <w:t>ومجدك</w:t>
            </w:r>
            <w:r>
              <w:rPr>
                <w:rtl/>
              </w:rPr>
              <w:t xml:space="preserve">َ </w:t>
            </w:r>
            <w:r w:rsidRPr="009647FC">
              <w:rPr>
                <w:rtl/>
              </w:rPr>
              <w:t>ما</w:t>
            </w:r>
            <w:r>
              <w:rPr>
                <w:rtl/>
              </w:rPr>
              <w:t xml:space="preserve"> </w:t>
            </w:r>
            <w:r w:rsidRPr="009647FC">
              <w:rPr>
                <w:rtl/>
              </w:rPr>
              <w:t>تيقّ</w:t>
            </w:r>
            <w:r>
              <w:rPr>
                <w:rtl/>
              </w:rPr>
              <w:t>َ</w:t>
            </w:r>
            <w:r w:rsidRPr="009647FC">
              <w:rPr>
                <w:rtl/>
              </w:rPr>
              <w:t>ظ</w:t>
            </w:r>
            <w:r>
              <w:rPr>
                <w:rtl/>
              </w:rPr>
              <w:t xml:space="preserve"> </w:t>
            </w:r>
            <w:r w:rsidRPr="009647FC">
              <w:rPr>
                <w:rtl/>
              </w:rPr>
              <w:t>للنهى</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منْ</w:t>
            </w:r>
            <w:r>
              <w:rPr>
                <w:rtl/>
              </w:rPr>
              <w:t xml:space="preserve"> </w:t>
            </w:r>
            <w:r w:rsidRPr="009647FC">
              <w:rPr>
                <w:rtl/>
              </w:rPr>
              <w:t>لم</w:t>
            </w:r>
            <w:r>
              <w:rPr>
                <w:rtl/>
              </w:rPr>
              <w:t xml:space="preserve"> </w:t>
            </w:r>
            <w:r w:rsidRPr="009647FC">
              <w:rPr>
                <w:rtl/>
              </w:rPr>
              <w:t>يكن</w:t>
            </w:r>
            <w:r>
              <w:rPr>
                <w:rtl/>
              </w:rPr>
              <w:t xml:space="preserve"> </w:t>
            </w:r>
            <w:r w:rsidRPr="009647FC">
              <w:rPr>
                <w:rtl/>
              </w:rPr>
              <w:t>لي</w:t>
            </w:r>
            <w:r>
              <w:rPr>
                <w:rtl/>
              </w:rPr>
              <w:t xml:space="preserve"> </w:t>
            </w:r>
            <w:r w:rsidRPr="009647FC">
              <w:rPr>
                <w:rtl/>
              </w:rPr>
              <w:t>قطُّ</w:t>
            </w:r>
            <w:r>
              <w:rPr>
                <w:rtl/>
              </w:rPr>
              <w:t xml:space="preserve"> </w:t>
            </w:r>
            <w:r w:rsidRPr="009647FC">
              <w:rPr>
                <w:rtl/>
              </w:rPr>
              <w:t>باليقظانِ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بل</w:t>
            </w:r>
            <w:r>
              <w:rPr>
                <w:rtl/>
              </w:rPr>
              <w:t xml:space="preserve"> </w:t>
            </w:r>
            <w:r w:rsidRPr="009647FC">
              <w:rPr>
                <w:rtl/>
              </w:rPr>
              <w:t>أيُّ</w:t>
            </w:r>
            <w:r>
              <w:rPr>
                <w:rtl/>
              </w:rPr>
              <w:t xml:space="preserve"> </w:t>
            </w:r>
            <w:r w:rsidRPr="009647FC">
              <w:rPr>
                <w:rtl/>
              </w:rPr>
              <w:t>ركن</w:t>
            </w:r>
            <w:r>
              <w:rPr>
                <w:rtl/>
              </w:rPr>
              <w:t xml:space="preserve"> </w:t>
            </w:r>
            <w:r w:rsidRPr="009647FC">
              <w:rPr>
                <w:rtl/>
              </w:rPr>
              <w:t>للمعالي</w:t>
            </w:r>
            <w:r>
              <w:rPr>
                <w:rtl/>
              </w:rPr>
              <w:t xml:space="preserve"> </w:t>
            </w:r>
            <w:r w:rsidRPr="009647FC">
              <w:rPr>
                <w:rtl/>
              </w:rPr>
              <w:t>شاده</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منْ</w:t>
            </w:r>
            <w:r w:rsidR="004C00A8">
              <w:rPr>
                <w:rtl/>
              </w:rPr>
              <w:t xml:space="preserve"> </w:t>
            </w:r>
            <w:r w:rsidRPr="009647FC">
              <w:rPr>
                <w:rtl/>
              </w:rPr>
              <w:t>لا</w:t>
            </w:r>
            <w:r>
              <w:rPr>
                <w:rtl/>
              </w:rPr>
              <w:t xml:space="preserve"> </w:t>
            </w:r>
            <w:r w:rsidRPr="009647FC">
              <w:rPr>
                <w:rtl/>
              </w:rPr>
              <w:t>يكون</w:t>
            </w:r>
            <w:r>
              <w:rPr>
                <w:rtl/>
              </w:rPr>
              <w:t xml:space="preserve"> </w:t>
            </w:r>
            <w:r w:rsidRPr="009647FC">
              <w:rPr>
                <w:rtl/>
              </w:rPr>
              <w:t>مشيّداً</w:t>
            </w:r>
            <w:r>
              <w:rPr>
                <w:rtl/>
              </w:rPr>
              <w:t xml:space="preserve"> </w:t>
            </w:r>
            <w:r w:rsidRPr="009647FC">
              <w:rPr>
                <w:rtl/>
              </w:rPr>
              <w:t>أركاني</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أخذتْ</w:t>
            </w:r>
            <w:r w:rsidR="004C00A8">
              <w:rPr>
                <w:rtl/>
              </w:rPr>
              <w:t xml:space="preserve"> </w:t>
            </w:r>
            <w:r w:rsidRPr="009647FC">
              <w:rPr>
                <w:rtl/>
              </w:rPr>
              <w:t>بمخنقي</w:t>
            </w:r>
            <w:r>
              <w:rPr>
                <w:rtl/>
              </w:rPr>
              <w:t xml:space="preserve">َ </w:t>
            </w:r>
            <w:r w:rsidRPr="009647FC">
              <w:rPr>
                <w:rtl/>
              </w:rPr>
              <w:t>الخطوب</w:t>
            </w:r>
            <w:r>
              <w:rPr>
                <w:rtl/>
              </w:rPr>
              <w:t xml:space="preserve"> </w:t>
            </w:r>
            <w:r w:rsidRPr="009647FC">
              <w:rPr>
                <w:rtl/>
              </w:rPr>
              <w:t>فضيّقت</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صدري</w:t>
            </w:r>
            <w:r>
              <w:rPr>
                <w:rtl/>
              </w:rPr>
              <w:t xml:space="preserve"> </w:t>
            </w:r>
            <w:r w:rsidRPr="009647FC">
              <w:rPr>
                <w:rtl/>
              </w:rPr>
              <w:t>فضاق</w:t>
            </w:r>
            <w:r>
              <w:rPr>
                <w:rtl/>
              </w:rPr>
              <w:t xml:space="preserve"> </w:t>
            </w:r>
            <w:r w:rsidRPr="009647FC">
              <w:rPr>
                <w:rtl/>
              </w:rPr>
              <w:t>بها</w:t>
            </w:r>
            <w:r>
              <w:rPr>
                <w:rtl/>
              </w:rPr>
              <w:t xml:space="preserve"> </w:t>
            </w:r>
            <w:r w:rsidRPr="009647FC">
              <w:rPr>
                <w:rtl/>
              </w:rPr>
              <w:t>إليك</w:t>
            </w:r>
            <w:r>
              <w:rPr>
                <w:rtl/>
              </w:rPr>
              <w:t xml:space="preserve"> </w:t>
            </w:r>
            <w:r w:rsidRPr="009647FC">
              <w:rPr>
                <w:rtl/>
              </w:rPr>
              <w:t>بياني</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فتلاف</w:t>
            </w:r>
            <w:r>
              <w:rPr>
                <w:rtl/>
              </w:rPr>
              <w:t xml:space="preserve">َ </w:t>
            </w:r>
            <w:r w:rsidRPr="009647FC">
              <w:rPr>
                <w:rtl/>
              </w:rPr>
              <w:t>من</w:t>
            </w:r>
            <w:r>
              <w:rPr>
                <w:rtl/>
              </w:rPr>
              <w:t xml:space="preserve"> </w:t>
            </w:r>
            <w:r w:rsidRPr="009647FC">
              <w:rPr>
                <w:rtl/>
              </w:rPr>
              <w:t>أيدي</w:t>
            </w:r>
            <w:r>
              <w:rPr>
                <w:rtl/>
              </w:rPr>
              <w:t xml:space="preserve"> </w:t>
            </w:r>
            <w:r w:rsidRPr="009647FC">
              <w:rPr>
                <w:rtl/>
              </w:rPr>
              <w:t>الخطوب</w:t>
            </w:r>
            <w:r>
              <w:rPr>
                <w:rtl/>
              </w:rPr>
              <w:t xml:space="preserve"> </w:t>
            </w:r>
            <w:r w:rsidRPr="009647FC">
              <w:rPr>
                <w:rtl/>
              </w:rPr>
              <w:t>بقيتي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فبقيّ</w:t>
            </w:r>
            <w:r>
              <w:rPr>
                <w:rtl/>
              </w:rPr>
              <w:t>َ</w:t>
            </w:r>
            <w:r w:rsidRPr="009647FC">
              <w:rPr>
                <w:rtl/>
              </w:rPr>
              <w:t>تي</w:t>
            </w:r>
            <w:r>
              <w:rPr>
                <w:rtl/>
              </w:rPr>
              <w:t xml:space="preserve"> </w:t>
            </w:r>
            <w:r w:rsidRPr="009647FC">
              <w:rPr>
                <w:rtl/>
              </w:rPr>
              <w:t>لك</w:t>
            </w:r>
            <w:r>
              <w:rPr>
                <w:rtl/>
              </w:rPr>
              <w:t xml:space="preserve">َ </w:t>
            </w:r>
            <w:r w:rsidRPr="009647FC">
              <w:rPr>
                <w:rtl/>
              </w:rPr>
              <w:t>يا</w:t>
            </w:r>
            <w:r>
              <w:rPr>
                <w:rtl/>
              </w:rPr>
              <w:t xml:space="preserve"> </w:t>
            </w:r>
            <w:r w:rsidRPr="009647FC">
              <w:rPr>
                <w:rtl/>
              </w:rPr>
              <w:t>عظيم</w:t>
            </w:r>
            <w:r>
              <w:rPr>
                <w:rtl/>
              </w:rPr>
              <w:t xml:space="preserve"> </w:t>
            </w:r>
            <w:r w:rsidRPr="009647FC">
              <w:rPr>
                <w:rtl/>
              </w:rPr>
              <w:t>الشأنِ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عجباً</w:t>
            </w:r>
            <w:r>
              <w:rPr>
                <w:rtl/>
              </w:rPr>
              <w:t xml:space="preserve"> </w:t>
            </w:r>
            <w:r w:rsidRPr="009647FC">
              <w:rPr>
                <w:rtl/>
              </w:rPr>
              <w:t>لكفّ</w:t>
            </w:r>
            <w:r>
              <w:rPr>
                <w:rtl/>
              </w:rPr>
              <w:t>َ</w:t>
            </w:r>
            <w:r w:rsidRPr="009647FC">
              <w:rPr>
                <w:rtl/>
              </w:rPr>
              <w:t>ك</w:t>
            </w:r>
            <w:r>
              <w:rPr>
                <w:rtl/>
              </w:rPr>
              <w:t xml:space="preserve"> </w:t>
            </w:r>
            <w:r w:rsidRPr="009647FC">
              <w:rPr>
                <w:rtl/>
              </w:rPr>
              <w:t>كيف</w:t>
            </w:r>
            <w:r>
              <w:rPr>
                <w:rtl/>
              </w:rPr>
              <w:t xml:space="preserve"> </w:t>
            </w:r>
            <w:r w:rsidRPr="009647FC">
              <w:rPr>
                <w:rtl/>
              </w:rPr>
              <w:t>تمسحُ</w:t>
            </w:r>
            <w:r>
              <w:rPr>
                <w:rtl/>
              </w:rPr>
              <w:t xml:space="preserve"> </w:t>
            </w:r>
            <w:r w:rsidRPr="009647FC">
              <w:rPr>
                <w:rtl/>
              </w:rPr>
              <w:t>غرّ</w:t>
            </w:r>
            <w:r>
              <w:rPr>
                <w:rtl/>
              </w:rPr>
              <w:t>َ</w:t>
            </w:r>
            <w:r w:rsidRPr="009647FC">
              <w:rPr>
                <w:rtl/>
              </w:rPr>
              <w:t>ةً</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من</w:t>
            </w:r>
            <w:r w:rsidR="004C00A8">
              <w:rPr>
                <w:rtl/>
              </w:rPr>
              <w:t xml:space="preserve"> </w:t>
            </w:r>
            <w:r w:rsidRPr="009647FC">
              <w:rPr>
                <w:rtl/>
              </w:rPr>
              <w:t>غير</w:t>
            </w:r>
            <w:r>
              <w:rPr>
                <w:rtl/>
              </w:rPr>
              <w:t xml:space="preserve"> </w:t>
            </w:r>
            <w:r w:rsidRPr="009647FC">
              <w:rPr>
                <w:rtl/>
              </w:rPr>
              <w:t>سابق</w:t>
            </w:r>
            <w:r>
              <w:rPr>
                <w:rtl/>
              </w:rPr>
              <w:t xml:space="preserve"> </w:t>
            </w:r>
            <w:r w:rsidRPr="009647FC">
              <w:rPr>
                <w:rtl/>
              </w:rPr>
              <w:t>حلبةٍ</w:t>
            </w:r>
            <w:r>
              <w:rPr>
                <w:rtl/>
              </w:rPr>
              <w:t xml:space="preserve"> </w:t>
            </w:r>
            <w:r w:rsidRPr="009647FC">
              <w:rPr>
                <w:rtl/>
              </w:rPr>
              <w:t>لرهانِ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منْ</w:t>
            </w:r>
            <w:r>
              <w:rPr>
                <w:rtl/>
              </w:rPr>
              <w:t xml:space="preserve"> </w:t>
            </w:r>
            <w:r w:rsidRPr="009647FC">
              <w:rPr>
                <w:rtl/>
              </w:rPr>
              <w:t>ذا</w:t>
            </w:r>
            <w:r>
              <w:rPr>
                <w:rtl/>
              </w:rPr>
              <w:t xml:space="preserve"> </w:t>
            </w:r>
            <w:r w:rsidRPr="009647FC">
              <w:rPr>
                <w:rtl/>
              </w:rPr>
              <w:t>لكم</w:t>
            </w:r>
            <w:r>
              <w:rPr>
                <w:rtl/>
              </w:rPr>
              <w:t xml:space="preserve"> </w:t>
            </w:r>
            <w:r w:rsidRPr="009647FC">
              <w:rPr>
                <w:rtl/>
              </w:rPr>
              <w:t>عنّي</w:t>
            </w:r>
            <w:r>
              <w:rPr>
                <w:rtl/>
              </w:rPr>
              <w:t xml:space="preserve"> </w:t>
            </w:r>
            <w:r w:rsidRPr="009647FC">
              <w:rPr>
                <w:rtl/>
              </w:rPr>
              <w:t>ينوب</w:t>
            </w:r>
            <w:r>
              <w:rPr>
                <w:rtl/>
              </w:rPr>
              <w:t xml:space="preserve"> </w:t>
            </w:r>
            <w:r w:rsidRPr="009647FC">
              <w:rPr>
                <w:rtl/>
              </w:rPr>
              <w:t>إذا</w:t>
            </w:r>
            <w:r>
              <w:rPr>
                <w:rtl/>
              </w:rPr>
              <w:t xml:space="preserve"> </w:t>
            </w:r>
            <w:r w:rsidRPr="009647FC">
              <w:rPr>
                <w:rtl/>
              </w:rPr>
              <w:t>جرتْ</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يوماً</w:t>
            </w:r>
            <w:r w:rsidR="004C00A8">
              <w:rPr>
                <w:rtl/>
              </w:rPr>
              <w:t xml:space="preserve"> </w:t>
            </w:r>
            <w:r w:rsidRPr="009647FC">
              <w:rPr>
                <w:rtl/>
              </w:rPr>
              <w:t>جيادُ</w:t>
            </w:r>
            <w:r>
              <w:rPr>
                <w:rtl/>
              </w:rPr>
              <w:t xml:space="preserve"> </w:t>
            </w:r>
            <w:r w:rsidRPr="009647FC">
              <w:rPr>
                <w:rtl/>
              </w:rPr>
              <w:t>الشعر</w:t>
            </w:r>
            <w:r>
              <w:rPr>
                <w:rtl/>
              </w:rPr>
              <w:t xml:space="preserve"> </w:t>
            </w:r>
            <w:r w:rsidRPr="009647FC">
              <w:rPr>
                <w:rtl/>
              </w:rPr>
              <w:t>في</w:t>
            </w:r>
            <w:r>
              <w:rPr>
                <w:rtl/>
              </w:rPr>
              <w:t xml:space="preserve"> </w:t>
            </w:r>
            <w:r w:rsidRPr="009647FC">
              <w:rPr>
                <w:rtl/>
              </w:rPr>
              <w:t>ميدانِ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ومنْ</w:t>
            </w:r>
            <w:r w:rsidR="004C00A8">
              <w:rPr>
                <w:rtl/>
              </w:rPr>
              <w:t xml:space="preserve"> </w:t>
            </w:r>
            <w:r w:rsidRPr="009647FC">
              <w:rPr>
                <w:rtl/>
              </w:rPr>
              <w:t>الذي</w:t>
            </w:r>
            <w:r>
              <w:rPr>
                <w:rtl/>
              </w:rPr>
              <w:t xml:space="preserve"> </w:t>
            </w:r>
            <w:r w:rsidRPr="009647FC">
              <w:rPr>
                <w:rtl/>
              </w:rPr>
              <w:t>ي</w:t>
            </w:r>
            <w:r w:rsidRPr="00B371C6">
              <w:rPr>
                <w:rtl/>
              </w:rPr>
              <w:t>ُ</w:t>
            </w:r>
            <w:r w:rsidRPr="009647FC">
              <w:rPr>
                <w:rtl/>
              </w:rPr>
              <w:t>نشي</w:t>
            </w:r>
            <w:r>
              <w:rPr>
                <w:rtl/>
              </w:rPr>
              <w:t xml:space="preserve"> </w:t>
            </w:r>
            <w:r w:rsidRPr="009647FC">
              <w:rPr>
                <w:rtl/>
              </w:rPr>
              <w:t>لجيد</w:t>
            </w:r>
            <w:r>
              <w:rPr>
                <w:rtl/>
              </w:rPr>
              <w:t xml:space="preserve"> </w:t>
            </w:r>
            <w:r w:rsidRPr="009647FC">
              <w:rPr>
                <w:rtl/>
              </w:rPr>
              <w:t>علاكم</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مدحاً</w:t>
            </w:r>
            <w:r>
              <w:rPr>
                <w:rtl/>
              </w:rPr>
              <w:t xml:space="preserve"> </w:t>
            </w:r>
            <w:r w:rsidRPr="009647FC">
              <w:rPr>
                <w:rtl/>
              </w:rPr>
              <w:t>يفصِّلها</w:t>
            </w:r>
            <w:r>
              <w:rPr>
                <w:rtl/>
              </w:rPr>
              <w:t xml:space="preserve"> </w:t>
            </w:r>
            <w:r w:rsidRPr="009647FC">
              <w:rPr>
                <w:rtl/>
              </w:rPr>
              <w:t>عقود</w:t>
            </w:r>
            <w:r>
              <w:rPr>
                <w:rtl/>
              </w:rPr>
              <w:t xml:space="preserve">َ </w:t>
            </w:r>
            <w:r w:rsidRPr="009647FC">
              <w:rPr>
                <w:rtl/>
              </w:rPr>
              <w:t>ج</w:t>
            </w:r>
            <w:r w:rsidRPr="00B371C6">
              <w:rPr>
                <w:rtl/>
              </w:rPr>
              <w:t>ُ</w:t>
            </w:r>
            <w:r w:rsidRPr="009647FC">
              <w:rPr>
                <w:rtl/>
              </w:rPr>
              <w:t>مانِ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فبم</w:t>
            </w:r>
            <w:r>
              <w:rPr>
                <w:rtl/>
              </w:rPr>
              <w:t>َ</w:t>
            </w:r>
            <w:r w:rsidR="004C00A8">
              <w:rPr>
                <w:rtl/>
              </w:rPr>
              <w:t xml:space="preserve"> </w:t>
            </w:r>
            <w:r w:rsidRPr="009647FC">
              <w:rPr>
                <w:rtl/>
              </w:rPr>
              <w:t>اقتنعت</w:t>
            </w:r>
            <w:r>
              <w:rPr>
                <w:rtl/>
              </w:rPr>
              <w:t xml:space="preserve">َ </w:t>
            </w:r>
            <w:r w:rsidRPr="009647FC">
              <w:rPr>
                <w:rtl/>
              </w:rPr>
              <w:t>وهل</w:t>
            </w:r>
            <w:r>
              <w:rPr>
                <w:rtl/>
              </w:rPr>
              <w:t xml:space="preserve"> </w:t>
            </w:r>
            <w:r w:rsidRPr="009647FC">
              <w:rPr>
                <w:rtl/>
              </w:rPr>
              <w:t>ترى</w:t>
            </w:r>
            <w:r>
              <w:rPr>
                <w:rtl/>
              </w:rPr>
              <w:t xml:space="preserve"> </w:t>
            </w:r>
            <w:r w:rsidRPr="009647FC">
              <w:rPr>
                <w:rtl/>
              </w:rPr>
              <w:t>يغني</w:t>
            </w:r>
            <w:r>
              <w:rPr>
                <w:rtl/>
              </w:rPr>
              <w:t xml:space="preserve"> </w:t>
            </w:r>
            <w:r w:rsidRPr="009647FC">
              <w:rPr>
                <w:rtl/>
              </w:rPr>
              <w:t>الحصى</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ل</w:t>
            </w:r>
            <w:r w:rsidRPr="00B371C6">
              <w:rPr>
                <w:rtl/>
              </w:rPr>
              <w:t>َ</w:t>
            </w:r>
            <w:r w:rsidRPr="009647FC">
              <w:rPr>
                <w:rtl/>
              </w:rPr>
              <w:t>منْ</w:t>
            </w:r>
            <w:r w:rsidR="004C00A8">
              <w:rPr>
                <w:rtl/>
              </w:rPr>
              <w:t xml:space="preserve"> </w:t>
            </w:r>
            <w:r w:rsidRPr="009647FC">
              <w:rPr>
                <w:rtl/>
              </w:rPr>
              <w:t>ابتغي</w:t>
            </w:r>
            <w:r>
              <w:rPr>
                <w:rtl/>
              </w:rPr>
              <w:t xml:space="preserve"> </w:t>
            </w:r>
            <w:r w:rsidRPr="009647FC">
              <w:rPr>
                <w:rtl/>
              </w:rPr>
              <w:t>ح</w:t>
            </w:r>
            <w:r w:rsidRPr="00B371C6">
              <w:rPr>
                <w:rtl/>
              </w:rPr>
              <w:t>ُ</w:t>
            </w:r>
            <w:r w:rsidRPr="009647FC">
              <w:rPr>
                <w:rtl/>
              </w:rPr>
              <w:t>لياً</w:t>
            </w:r>
            <w:r>
              <w:rPr>
                <w:rtl/>
              </w:rPr>
              <w:t xml:space="preserve"> </w:t>
            </w:r>
            <w:r w:rsidRPr="009647FC">
              <w:rPr>
                <w:rtl/>
              </w:rPr>
              <w:t>عن</w:t>
            </w:r>
            <w:r>
              <w:rPr>
                <w:rtl/>
              </w:rPr>
              <w:t xml:space="preserve"> </w:t>
            </w:r>
            <w:r w:rsidRPr="009647FC">
              <w:rPr>
                <w:rtl/>
              </w:rPr>
              <w:t>المرجانِ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أر</w:t>
            </w:r>
            <w:r>
              <w:rPr>
                <w:rtl/>
              </w:rPr>
              <w:t>َ</w:t>
            </w:r>
            <w:r w:rsidRPr="009647FC">
              <w:rPr>
                <w:rtl/>
              </w:rPr>
              <w:t>تجت</w:t>
            </w:r>
            <w:r>
              <w:rPr>
                <w:rtl/>
              </w:rPr>
              <w:t xml:space="preserve">َ </w:t>
            </w:r>
            <w:r w:rsidRPr="009647FC">
              <w:rPr>
                <w:rtl/>
              </w:rPr>
              <w:t>بالإعراض</w:t>
            </w:r>
            <w:r>
              <w:rPr>
                <w:rtl/>
              </w:rPr>
              <w:t xml:space="preserve"> </w:t>
            </w:r>
            <w:r w:rsidRPr="009647FC">
              <w:rPr>
                <w:rtl/>
              </w:rPr>
              <w:t>باب</w:t>
            </w:r>
            <w:r>
              <w:rPr>
                <w:rtl/>
              </w:rPr>
              <w:t xml:space="preserve">َ </w:t>
            </w:r>
            <w:r w:rsidRPr="009647FC">
              <w:rPr>
                <w:rtl/>
              </w:rPr>
              <w:t>روِّيتي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وعقلت</w:t>
            </w:r>
            <w:r>
              <w:rPr>
                <w:rtl/>
              </w:rPr>
              <w:t>َ</w:t>
            </w:r>
            <w:r w:rsidR="004C00A8">
              <w:rPr>
                <w:rtl/>
              </w:rPr>
              <w:t xml:space="preserve"> </w:t>
            </w:r>
            <w:r w:rsidRPr="009647FC">
              <w:rPr>
                <w:rtl/>
              </w:rPr>
              <w:t>في</w:t>
            </w:r>
            <w:r>
              <w:rPr>
                <w:rtl/>
              </w:rPr>
              <w:t xml:space="preserve"> </w:t>
            </w:r>
            <w:r w:rsidRPr="009647FC">
              <w:rPr>
                <w:rtl/>
              </w:rPr>
              <w:t>شطن</w:t>
            </w:r>
            <w:r>
              <w:rPr>
                <w:rtl/>
              </w:rPr>
              <w:t xml:space="preserve"> </w:t>
            </w:r>
            <w:r w:rsidRPr="009647FC">
              <w:rPr>
                <w:rtl/>
              </w:rPr>
              <w:t>الصدود</w:t>
            </w:r>
            <w:r>
              <w:rPr>
                <w:rtl/>
              </w:rPr>
              <w:t xml:space="preserve"> </w:t>
            </w:r>
            <w:r w:rsidRPr="009647FC">
              <w:rPr>
                <w:rtl/>
              </w:rPr>
              <w:t>لساني</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وتركت</w:t>
            </w:r>
            <w:r>
              <w:rPr>
                <w:rtl/>
              </w:rPr>
              <w:t xml:space="preserve"> </w:t>
            </w:r>
            <w:r w:rsidRPr="009647FC">
              <w:rPr>
                <w:rtl/>
              </w:rPr>
              <w:t>عيني</w:t>
            </w:r>
            <w:r>
              <w:rPr>
                <w:rtl/>
              </w:rPr>
              <w:t xml:space="preserve"> </w:t>
            </w:r>
            <w:r w:rsidRPr="009647FC">
              <w:rPr>
                <w:rtl/>
              </w:rPr>
              <w:t>من</w:t>
            </w:r>
            <w:r>
              <w:rPr>
                <w:rtl/>
              </w:rPr>
              <w:t xml:space="preserve"> </w:t>
            </w:r>
            <w:r w:rsidRPr="009647FC">
              <w:rPr>
                <w:rtl/>
              </w:rPr>
              <w:t>جفاك</w:t>
            </w:r>
            <w:r>
              <w:rPr>
                <w:rtl/>
              </w:rPr>
              <w:t xml:space="preserve"> </w:t>
            </w:r>
            <w:r w:rsidRPr="009647FC">
              <w:rPr>
                <w:rtl/>
              </w:rPr>
              <w:t>سقيمة</w:t>
            </w:r>
            <w:r>
              <w:rPr>
                <w:rtl/>
              </w:rPr>
              <w:t xml:space="preserve"> </w:t>
            </w:r>
            <w:r w:rsidRPr="009647FC">
              <w:rPr>
                <w:rtl/>
              </w:rPr>
              <w:t>الـ</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إبصار</w:t>
            </w:r>
            <w:r>
              <w:rPr>
                <w:rtl/>
              </w:rPr>
              <w:t xml:space="preserve"> </w:t>
            </w:r>
            <w:r w:rsidRPr="009647FC">
              <w:rPr>
                <w:rtl/>
              </w:rPr>
              <w:t>وهي</w:t>
            </w:r>
            <w:r>
              <w:rPr>
                <w:rtl/>
              </w:rPr>
              <w:t xml:space="preserve"> </w:t>
            </w:r>
            <w:r w:rsidRPr="009647FC">
              <w:rPr>
                <w:rtl/>
              </w:rPr>
              <w:t>صحيحة</w:t>
            </w:r>
            <w:r>
              <w:rPr>
                <w:rtl/>
              </w:rPr>
              <w:t xml:space="preserve"> </w:t>
            </w:r>
            <w:r w:rsidRPr="009647FC">
              <w:rPr>
                <w:rtl/>
              </w:rPr>
              <w:t>الإنسانِ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ما</w:t>
            </w:r>
            <w:r w:rsidR="004C00A8">
              <w:rPr>
                <w:rtl/>
              </w:rPr>
              <w:t xml:space="preserve"> </w:t>
            </w:r>
            <w:r w:rsidRPr="009647FC">
              <w:rPr>
                <w:rtl/>
              </w:rPr>
              <w:t>إن</w:t>
            </w:r>
            <w:r w:rsidRPr="004E7EC6">
              <w:rPr>
                <w:rStyle w:val="libFootnotenumChar"/>
                <w:rtl/>
              </w:rPr>
              <w:t>(2)</w:t>
            </w:r>
            <w:r>
              <w:rPr>
                <w:rtl/>
              </w:rPr>
              <w:t xml:space="preserve"> </w:t>
            </w:r>
            <w:r w:rsidRPr="009647FC">
              <w:rPr>
                <w:rtl/>
              </w:rPr>
              <w:t>زففتُ</w:t>
            </w:r>
            <w:r>
              <w:rPr>
                <w:rtl/>
              </w:rPr>
              <w:t xml:space="preserve"> </w:t>
            </w:r>
            <w:r w:rsidRPr="009647FC">
              <w:rPr>
                <w:rtl/>
              </w:rPr>
              <w:t>من</w:t>
            </w:r>
            <w:r>
              <w:rPr>
                <w:rtl/>
              </w:rPr>
              <w:t xml:space="preserve"> </w:t>
            </w:r>
            <w:r w:rsidRPr="009647FC">
              <w:rPr>
                <w:rtl/>
              </w:rPr>
              <w:t>الولاء</w:t>
            </w:r>
            <w:r>
              <w:rPr>
                <w:rtl/>
              </w:rPr>
              <w:t xml:space="preserve"> </w:t>
            </w:r>
            <w:r w:rsidRPr="009647FC">
              <w:rPr>
                <w:rtl/>
              </w:rPr>
              <w:t>كريمةً</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إلاّ</w:t>
            </w:r>
            <w:r>
              <w:rPr>
                <w:rtl/>
              </w:rPr>
              <w:t xml:space="preserve"> </w:t>
            </w:r>
            <w:r w:rsidRPr="009647FC">
              <w:rPr>
                <w:rtl/>
              </w:rPr>
              <w:t>وتمهرُها</w:t>
            </w:r>
            <w:r>
              <w:rPr>
                <w:rtl/>
              </w:rPr>
              <w:t xml:space="preserve"> </w:t>
            </w:r>
            <w:r w:rsidRPr="009647FC">
              <w:rPr>
                <w:rtl/>
              </w:rPr>
              <w:t>من</w:t>
            </w:r>
            <w:r>
              <w:rPr>
                <w:rtl/>
              </w:rPr>
              <w:t xml:space="preserve"> </w:t>
            </w:r>
            <w:r w:rsidRPr="009647FC">
              <w:rPr>
                <w:rtl/>
              </w:rPr>
              <w:t>الحرمانِ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فأصخْ</w:t>
            </w:r>
            <w:r w:rsidR="004C00A8">
              <w:rPr>
                <w:rtl/>
              </w:rPr>
              <w:t xml:space="preserve"> </w:t>
            </w:r>
            <w:r w:rsidRPr="009647FC">
              <w:rPr>
                <w:rtl/>
              </w:rPr>
              <w:t>لعاتبةٍ</w:t>
            </w:r>
            <w:r>
              <w:rPr>
                <w:rtl/>
              </w:rPr>
              <w:t xml:space="preserve"> </w:t>
            </w:r>
            <w:r w:rsidRPr="009647FC">
              <w:rPr>
                <w:rtl/>
              </w:rPr>
              <w:t>تجايش</w:t>
            </w:r>
            <w:r>
              <w:rPr>
                <w:rtl/>
              </w:rPr>
              <w:t xml:space="preserve">َ </w:t>
            </w:r>
            <w:r w:rsidRPr="009647FC">
              <w:rPr>
                <w:rtl/>
              </w:rPr>
              <w:t>صدرُها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فأتتك</w:t>
            </w:r>
            <w:r>
              <w:rPr>
                <w:rtl/>
              </w:rPr>
              <w:t xml:space="preserve"> </w:t>
            </w:r>
            <w:r w:rsidRPr="009647FC">
              <w:rPr>
                <w:rtl/>
              </w:rPr>
              <w:t>تنفثُ</w:t>
            </w:r>
            <w:r>
              <w:rPr>
                <w:rtl/>
              </w:rPr>
              <w:t xml:space="preserve"> </w:t>
            </w:r>
            <w:r w:rsidRPr="009647FC">
              <w:rPr>
                <w:rtl/>
              </w:rPr>
              <w:t>عن</w:t>
            </w:r>
            <w:r>
              <w:rPr>
                <w:rtl/>
              </w:rPr>
              <w:t xml:space="preserve"> </w:t>
            </w:r>
            <w:r w:rsidRPr="009647FC">
              <w:rPr>
                <w:rtl/>
              </w:rPr>
              <w:t>حشاً</w:t>
            </w:r>
            <w:r>
              <w:rPr>
                <w:rtl/>
              </w:rPr>
              <w:t xml:space="preserve"> </w:t>
            </w:r>
            <w:r w:rsidRPr="009647FC">
              <w:rPr>
                <w:rtl/>
              </w:rPr>
              <w:t>حرّانِ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قد</w:t>
            </w:r>
            <w:r w:rsidR="004C00A8">
              <w:rPr>
                <w:rtl/>
              </w:rPr>
              <w:t xml:space="preserve"> </w:t>
            </w:r>
            <w:r w:rsidRPr="009647FC">
              <w:rPr>
                <w:rtl/>
              </w:rPr>
              <w:t>حاكمتك</w:t>
            </w:r>
            <w:r>
              <w:rPr>
                <w:rtl/>
              </w:rPr>
              <w:t xml:space="preserve">َ </w:t>
            </w:r>
            <w:r w:rsidRPr="009647FC">
              <w:rPr>
                <w:rtl/>
              </w:rPr>
              <w:t>إليك</w:t>
            </w:r>
            <w:r>
              <w:rPr>
                <w:rtl/>
              </w:rPr>
              <w:t xml:space="preserve"> </w:t>
            </w:r>
            <w:r w:rsidRPr="009647FC">
              <w:rPr>
                <w:rtl/>
              </w:rPr>
              <w:t>فاقضِ</w:t>
            </w:r>
            <w:r>
              <w:rPr>
                <w:rtl/>
              </w:rPr>
              <w:t xml:space="preserve"> </w:t>
            </w:r>
            <w:r w:rsidRPr="009647FC">
              <w:rPr>
                <w:rtl/>
              </w:rPr>
              <w:t>بحقّها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فلقد</w:t>
            </w:r>
            <w:r>
              <w:rPr>
                <w:rtl/>
              </w:rPr>
              <w:t xml:space="preserve"> </w:t>
            </w:r>
            <w:r w:rsidRPr="009647FC">
              <w:rPr>
                <w:rtl/>
              </w:rPr>
              <w:t>أتتك</w:t>
            </w:r>
            <w:r>
              <w:rPr>
                <w:rtl/>
              </w:rPr>
              <w:t xml:space="preserve"> </w:t>
            </w:r>
            <w:r w:rsidRPr="009647FC">
              <w:rPr>
                <w:rtl/>
              </w:rPr>
              <w:t>بواضح</w:t>
            </w:r>
            <w:r>
              <w:rPr>
                <w:rtl/>
              </w:rPr>
              <w:t xml:space="preserve"> </w:t>
            </w:r>
            <w:r w:rsidRPr="009647FC">
              <w:rPr>
                <w:rtl/>
              </w:rPr>
              <w:t>البرهانِ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وشكتك</w:t>
            </w:r>
            <w:r>
              <w:rPr>
                <w:rtl/>
              </w:rPr>
              <w:t xml:space="preserve">َ </w:t>
            </w:r>
            <w:r w:rsidRPr="009647FC">
              <w:rPr>
                <w:rtl/>
              </w:rPr>
              <w:t>عندك</w:t>
            </w:r>
            <w:r>
              <w:rPr>
                <w:rtl/>
              </w:rPr>
              <w:t xml:space="preserve"> </w:t>
            </w:r>
            <w:r w:rsidRPr="009647FC">
              <w:rPr>
                <w:rtl/>
              </w:rPr>
              <w:t>والعجيب</w:t>
            </w:r>
            <w:r>
              <w:rPr>
                <w:rtl/>
              </w:rPr>
              <w:t xml:space="preserve"> </w:t>
            </w:r>
            <w:r w:rsidRPr="009647FC">
              <w:rPr>
                <w:rtl/>
              </w:rPr>
              <w:t>جنايةٌ</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منها</w:t>
            </w:r>
            <w:r>
              <w:rPr>
                <w:rtl/>
              </w:rPr>
              <w:t xml:space="preserve"> </w:t>
            </w:r>
            <w:r w:rsidRPr="009647FC">
              <w:rPr>
                <w:rtl/>
              </w:rPr>
              <w:t>اشتكى</w:t>
            </w:r>
            <w:r>
              <w:rPr>
                <w:rtl/>
              </w:rPr>
              <w:t xml:space="preserve"> </w:t>
            </w:r>
            <w:r w:rsidRPr="009647FC">
              <w:rPr>
                <w:rtl/>
              </w:rPr>
              <w:t>متظلمٌ</w:t>
            </w:r>
            <w:r>
              <w:rPr>
                <w:rtl/>
              </w:rPr>
              <w:t xml:space="preserve"> </w:t>
            </w:r>
            <w:r w:rsidRPr="009647FC">
              <w:rPr>
                <w:rtl/>
              </w:rPr>
              <w:t>للجاني</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بين</w:t>
            </w:r>
            <w:r w:rsidR="004C00A8">
              <w:rPr>
                <w:rtl/>
              </w:rPr>
              <w:t xml:space="preserve"> </w:t>
            </w:r>
            <w:r w:rsidRPr="009647FC">
              <w:rPr>
                <w:rtl/>
              </w:rPr>
              <w:t>الرجا</w:t>
            </w:r>
            <w:r>
              <w:rPr>
                <w:rtl/>
              </w:rPr>
              <w:t xml:space="preserve"> </w:t>
            </w:r>
            <w:r w:rsidRPr="009647FC">
              <w:rPr>
                <w:rtl/>
              </w:rPr>
              <w:t>واليأس</w:t>
            </w:r>
            <w:r>
              <w:rPr>
                <w:rtl/>
              </w:rPr>
              <w:t xml:space="preserve"> </w:t>
            </w:r>
            <w:r w:rsidRPr="009647FC">
              <w:rPr>
                <w:rtl/>
              </w:rPr>
              <w:t>قد</w:t>
            </w:r>
            <w:r>
              <w:rPr>
                <w:rtl/>
              </w:rPr>
              <w:t xml:space="preserve"> </w:t>
            </w:r>
            <w:r w:rsidRPr="009647FC">
              <w:rPr>
                <w:rtl/>
              </w:rPr>
              <w:t>وقفتْ</w:t>
            </w:r>
            <w:r>
              <w:rPr>
                <w:rtl/>
              </w:rPr>
              <w:t xml:space="preserve"> </w:t>
            </w:r>
            <w:r w:rsidRPr="009647FC">
              <w:rPr>
                <w:rtl/>
              </w:rPr>
              <w:t>فقل:</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من</w:t>
            </w:r>
            <w:r w:rsidR="004C00A8">
              <w:rPr>
                <w:rtl/>
              </w:rPr>
              <w:t xml:space="preserve"> </w:t>
            </w:r>
            <w:r w:rsidRPr="009647FC">
              <w:rPr>
                <w:rtl/>
              </w:rPr>
              <w:t>ذينِ</w:t>
            </w:r>
            <w:r>
              <w:rPr>
                <w:rtl/>
              </w:rPr>
              <w:t xml:space="preserve"> </w:t>
            </w:r>
            <w:r w:rsidRPr="009647FC">
              <w:rPr>
                <w:rtl/>
              </w:rPr>
              <w:t>تنزلها</w:t>
            </w:r>
            <w:r>
              <w:rPr>
                <w:rtl/>
              </w:rPr>
              <w:t xml:space="preserve"> </w:t>
            </w:r>
            <w:r w:rsidRPr="009647FC">
              <w:rPr>
                <w:rtl/>
              </w:rPr>
              <w:t>بأيّ</w:t>
            </w:r>
            <w:r>
              <w:rPr>
                <w:rtl/>
              </w:rPr>
              <w:t xml:space="preserve"> </w:t>
            </w:r>
            <w:r w:rsidRPr="009647FC">
              <w:rPr>
                <w:rtl/>
              </w:rPr>
              <w:t>مكانِ</w:t>
            </w:r>
            <w:r w:rsidRPr="00725071">
              <w:rPr>
                <w:rStyle w:val="libPoemTiniChar0"/>
                <w:rtl/>
              </w:rPr>
              <w:br/>
              <w:t> </w:t>
            </w:r>
          </w:p>
        </w:tc>
      </w:tr>
    </w:tbl>
    <w:p w:rsidR="009647FC" w:rsidRPr="00524A24" w:rsidRDefault="009647FC" w:rsidP="004E7EC6">
      <w:pPr>
        <w:pStyle w:val="libNormal"/>
      </w:pPr>
      <w:r w:rsidRPr="009647FC">
        <w:rPr>
          <w:rtl/>
        </w:rPr>
        <w:t>فأصدرت</w:t>
      </w:r>
      <w:r w:rsidR="00677BC4">
        <w:rPr>
          <w:rtl/>
        </w:rPr>
        <w:t>َ</w:t>
      </w:r>
      <w:r w:rsidRPr="009647FC">
        <w:rPr>
          <w:rtl/>
        </w:rPr>
        <w:t xml:space="preserve"> الرسول</w:t>
      </w:r>
      <w:r w:rsidR="00677BC4">
        <w:rPr>
          <w:rtl/>
        </w:rPr>
        <w:t>َ</w:t>
      </w:r>
      <w:r w:rsidRPr="009647FC">
        <w:rPr>
          <w:rtl/>
        </w:rPr>
        <w:t xml:space="preserve"> إليّ</w:t>
      </w:r>
      <w:r w:rsidR="00677BC4">
        <w:rPr>
          <w:rtl/>
        </w:rPr>
        <w:t>َ</w:t>
      </w:r>
      <w:r w:rsidRPr="009647FC">
        <w:rPr>
          <w:rtl/>
        </w:rPr>
        <w:t xml:space="preserve"> بوعدٍ أكذب من السراب الخادع</w:t>
      </w:r>
      <w:r w:rsidR="00D769AB">
        <w:rPr>
          <w:rtl/>
        </w:rPr>
        <w:t>،</w:t>
      </w:r>
      <w:r w:rsidRPr="009647FC">
        <w:rPr>
          <w:rtl/>
        </w:rPr>
        <w:t xml:space="preserve"> وأخيب من بارقة صيفٍ خالبة اللوامع</w:t>
      </w:r>
      <w:r w:rsidR="00D769AB">
        <w:rPr>
          <w:rtl/>
        </w:rPr>
        <w:t>،</w:t>
      </w:r>
      <w:r w:rsidRPr="009647FC">
        <w:rPr>
          <w:rtl/>
        </w:rPr>
        <w:t xml:space="preserve"> حسبت أنّك ألقيت إليّ</w:t>
      </w:r>
      <w:r w:rsidR="00677BC4">
        <w:rPr>
          <w:rtl/>
        </w:rPr>
        <w:t>َ</w:t>
      </w:r>
      <w:r w:rsidRPr="009647FC">
        <w:rPr>
          <w:rtl/>
        </w:rPr>
        <w:t xml:space="preserve"> منه بحبلٍ واصلٍ</w:t>
      </w:r>
      <w:r w:rsidR="00D769AB">
        <w:rPr>
          <w:rtl/>
        </w:rPr>
        <w:t>،</w:t>
      </w:r>
      <w:r w:rsidRPr="009647FC">
        <w:rPr>
          <w:rtl/>
        </w:rPr>
        <w:t xml:space="preserve"> ولم أخلْ أنّك ألقيت إليّ</w:t>
      </w:r>
      <w:r w:rsidR="00677BC4">
        <w:rPr>
          <w:rtl/>
        </w:rPr>
        <w:t>َ</w:t>
      </w:r>
      <w:r w:rsidRPr="009647FC">
        <w:rPr>
          <w:rtl/>
        </w:rPr>
        <w:t xml:space="preserve"> بخيطٍ باطل</w:t>
      </w:r>
      <w:r w:rsidR="00D769AB">
        <w:rPr>
          <w:rtl/>
        </w:rPr>
        <w:t>،</w:t>
      </w:r>
      <w:r w:rsidRPr="009647FC">
        <w:rPr>
          <w:rtl/>
        </w:rPr>
        <w:t xml:space="preserve"> قد ضربت</w:t>
      </w:r>
      <w:r w:rsidR="00677BC4">
        <w:rPr>
          <w:rtl/>
        </w:rPr>
        <w:t>َ</w:t>
      </w:r>
      <w:r w:rsidRPr="009647FC">
        <w:rPr>
          <w:rtl/>
        </w:rPr>
        <w:t xml:space="preserve"> أنت على أحد طرفيه بيد المطل</w:t>
      </w:r>
      <w:r w:rsidR="00D769AB">
        <w:rPr>
          <w:rtl/>
        </w:rPr>
        <w:t>،</w:t>
      </w:r>
      <w:r w:rsidRPr="009647FC">
        <w:rPr>
          <w:rtl/>
        </w:rPr>
        <w:t xml:space="preserve"> وضربت أنا على الطرف الآخر بيد عسى ولعل</w:t>
      </w:r>
      <w:r w:rsidR="00D769AB">
        <w:rPr>
          <w:rtl/>
        </w:rPr>
        <w:t>،</w:t>
      </w:r>
      <w:r w:rsidRPr="009647FC">
        <w:rPr>
          <w:rtl/>
        </w:rPr>
        <w:t xml:space="preserve"> حتى قالت لي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مخطوطة الملاّ</w:t>
      </w:r>
      <w:r w:rsidR="00D769AB">
        <w:rPr>
          <w:rtl/>
        </w:rPr>
        <w:t>:</w:t>
      </w:r>
      <w:r w:rsidRPr="009647FC">
        <w:rPr>
          <w:rtl/>
        </w:rPr>
        <w:t xml:space="preserve"> زماني</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من أن</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النفسُ</w:t>
      </w:r>
      <w:r w:rsidR="00D769AB">
        <w:rPr>
          <w:rtl/>
        </w:rPr>
        <w:t>،</w:t>
      </w:r>
      <w:r w:rsidRPr="009647FC">
        <w:rPr>
          <w:rtl/>
        </w:rPr>
        <w:t xml:space="preserve"> أما غلب على رجائك اليأس</w:t>
      </w:r>
      <w:r w:rsidR="00D769AB">
        <w:rPr>
          <w:rtl/>
        </w:rPr>
        <w:t>،</w:t>
      </w:r>
      <w:r w:rsidRPr="009647FC">
        <w:rPr>
          <w:rtl/>
        </w:rPr>
        <w:t xml:space="preserve"> وإنّك</w:t>
      </w:r>
      <w:r w:rsidR="00677BC4">
        <w:rPr>
          <w:rtl/>
        </w:rPr>
        <w:t>َ</w:t>
      </w:r>
      <w:r w:rsidRPr="009647FC">
        <w:rPr>
          <w:rtl/>
        </w:rPr>
        <w:t xml:space="preserve"> لتغمزُ بأنمل الرجاء في صدر حجارة صمّاء</w:t>
      </w:r>
      <w:r w:rsidR="00D769AB">
        <w:rPr>
          <w:rtl/>
        </w:rPr>
        <w:t>،</w:t>
      </w:r>
      <w:r w:rsidRPr="009647FC">
        <w:rPr>
          <w:rtl/>
        </w:rPr>
        <w:t xml:space="preserve"> فقلتُ لها أيّتها النفس إنّك لأمّارة</w:t>
      </w:r>
      <w:r w:rsidR="00D769AB">
        <w:rPr>
          <w:rtl/>
        </w:rPr>
        <w:t>،</w:t>
      </w:r>
      <w:r w:rsidRPr="009647FC">
        <w:rPr>
          <w:rtl/>
        </w:rPr>
        <w:t xml:space="preserve"> ما عليكِ من ذلك وإن من الحجارة</w:t>
      </w:r>
      <w:r w:rsidR="00D769AB">
        <w:rPr>
          <w:rtl/>
        </w:rPr>
        <w:t>،</w:t>
      </w:r>
      <w:r w:rsidRPr="009647FC">
        <w:rPr>
          <w:rtl/>
        </w:rPr>
        <w:t xml:space="preserve"> وإنّي إنّما أهزُّ بنسيم المدح غصناً</w:t>
      </w:r>
      <w:r w:rsidR="00D769AB">
        <w:rPr>
          <w:rtl/>
        </w:rPr>
        <w:t>،</w:t>
      </w:r>
      <w:r w:rsidRPr="009647FC">
        <w:rPr>
          <w:rtl/>
        </w:rPr>
        <w:t xml:space="preserve"> منه ثمار المعروف ببنان الآمال تقطف وتُجني</w:t>
      </w:r>
      <w:r w:rsidR="00D769AB">
        <w:rPr>
          <w:rtl/>
        </w:rPr>
        <w:t>،</w:t>
      </w:r>
      <w:r w:rsidRPr="009647FC">
        <w:rPr>
          <w:rtl/>
        </w:rPr>
        <w:t xml:space="preserve"> حتى لم يبق</w:t>
      </w:r>
      <w:r w:rsidR="00677BC4">
        <w:rPr>
          <w:rtl/>
        </w:rPr>
        <w:t>َ</w:t>
      </w:r>
      <w:r w:rsidRPr="009647FC">
        <w:rPr>
          <w:rtl/>
        </w:rPr>
        <w:t xml:space="preserve"> في قوس الأنظار منزع</w:t>
      </w:r>
      <w:r w:rsidR="00D769AB">
        <w:rPr>
          <w:rtl/>
        </w:rPr>
        <w:t>،</w:t>
      </w:r>
      <w:r w:rsidRPr="009647FC">
        <w:rPr>
          <w:rtl/>
        </w:rPr>
        <w:t xml:space="preserve"> ولا في صدر الأعذار مدفع</w:t>
      </w:r>
      <w:r w:rsidR="00D769AB">
        <w:rPr>
          <w:rtl/>
        </w:rPr>
        <w:t>،</w:t>
      </w:r>
      <w:r w:rsidRPr="009647FC">
        <w:rPr>
          <w:rtl/>
        </w:rPr>
        <w:t xml:space="preserve"> فنظمتُ في استقضاء ذلك الوعد قطعةً من العتب</w:t>
      </w:r>
      <w:r w:rsidR="00D769AB">
        <w:rPr>
          <w:rtl/>
        </w:rPr>
        <w:t>،</w:t>
      </w:r>
      <w:r w:rsidRPr="009647FC">
        <w:rPr>
          <w:rtl/>
        </w:rPr>
        <w:t xml:space="preserve"> فيها ذكرى لم</w:t>
      </w:r>
      <w:r w:rsidR="00677BC4">
        <w:rPr>
          <w:rtl/>
        </w:rPr>
        <w:t>َ</w:t>
      </w:r>
      <w:r w:rsidRPr="009647FC">
        <w:rPr>
          <w:rtl/>
        </w:rPr>
        <w:t>نْ كان له قلب</w:t>
      </w:r>
      <w:r w:rsidR="00D769AB">
        <w:rPr>
          <w:rtl/>
        </w:rPr>
        <w:t>،</w:t>
      </w:r>
      <w:r w:rsidRPr="009647FC">
        <w:rPr>
          <w:rtl/>
        </w:rPr>
        <w:t xml:space="preserve"> قد أوحى منها لسان قلمي مسمعاً</w:t>
      </w:r>
      <w:r w:rsidR="00D769AB">
        <w:rPr>
          <w:rtl/>
        </w:rPr>
        <w:t>،</w:t>
      </w:r>
      <w:r w:rsidRPr="009647FC">
        <w:rPr>
          <w:rtl/>
        </w:rPr>
        <w:t xml:space="preserve"> ما لو أنزلناه على جبلٍ لرأيته خاشعاً متصدّعاً</w:t>
      </w:r>
      <w:r w:rsidR="00D769AB">
        <w:rPr>
          <w:rtl/>
        </w:rPr>
        <w:t>،</w:t>
      </w:r>
      <w:r w:rsidRPr="009647FC">
        <w:rPr>
          <w:rtl/>
        </w:rPr>
        <w:t xml:space="preserve"> فقلتُ</w:t>
      </w:r>
      <w:r w:rsidR="00D769AB">
        <w:rPr>
          <w:rtl/>
        </w:rPr>
        <w:t>:</w:t>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t>كلّما زادك المحبُّ اقترابا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زدت</w:t>
            </w:r>
            <w:r>
              <w:rPr>
                <w:rtl/>
              </w:rPr>
              <w:t>َ</w:t>
            </w:r>
            <w:r w:rsidRPr="009647FC">
              <w:rPr>
                <w:rtl/>
              </w:rPr>
              <w:t xml:space="preserve"> عنه تباعداً واجتنابا</w:t>
            </w:r>
            <w:r w:rsidRPr="004E7EC6">
              <w:rPr>
                <w:rStyle w:val="libFootnotenumChar"/>
                <w:rtl/>
              </w:rPr>
              <w:t>(1)</w:t>
            </w:r>
            <w:r w:rsidRPr="00725071">
              <w:rPr>
                <w:rStyle w:val="libPoemTiniChar0"/>
                <w:rtl/>
              </w:rPr>
              <w:br/>
              <w:t> </w:t>
            </w:r>
          </w:p>
        </w:tc>
      </w:tr>
    </w:tbl>
    <w:p w:rsidR="009647FC" w:rsidRPr="00524A24" w:rsidRDefault="009647FC" w:rsidP="004E7EC6">
      <w:pPr>
        <w:pStyle w:val="libNormal"/>
      </w:pPr>
      <w:r w:rsidRPr="009647FC">
        <w:rPr>
          <w:rtl/>
        </w:rPr>
        <w:t>فوعدت</w:t>
      </w:r>
      <w:r w:rsidR="00677BC4">
        <w:rPr>
          <w:rtl/>
        </w:rPr>
        <w:t>َ</w:t>
      </w:r>
      <w:r w:rsidRPr="009647FC">
        <w:rPr>
          <w:rtl/>
        </w:rPr>
        <w:t xml:space="preserve"> وعداً جميلاً</w:t>
      </w:r>
      <w:r w:rsidR="00D769AB">
        <w:rPr>
          <w:rtl/>
        </w:rPr>
        <w:t>،</w:t>
      </w:r>
      <w:r w:rsidRPr="009647FC">
        <w:rPr>
          <w:rtl/>
        </w:rPr>
        <w:t xml:space="preserve"> وخبّ</w:t>
      </w:r>
      <w:r w:rsidR="00677BC4">
        <w:rPr>
          <w:rtl/>
        </w:rPr>
        <w:t>َ</w:t>
      </w:r>
      <w:r w:rsidRPr="009647FC">
        <w:rPr>
          <w:rtl/>
        </w:rPr>
        <w:t>أت</w:t>
      </w:r>
      <w:r w:rsidR="00677BC4">
        <w:rPr>
          <w:rtl/>
        </w:rPr>
        <w:t>َ</w:t>
      </w:r>
      <w:r w:rsidRPr="009647FC">
        <w:rPr>
          <w:rtl/>
        </w:rPr>
        <w:t xml:space="preserve"> خبأً وبيلاً</w:t>
      </w:r>
      <w:r w:rsidR="00D769AB">
        <w:rPr>
          <w:rtl/>
        </w:rPr>
        <w:t>،</w:t>
      </w:r>
      <w:r w:rsidRPr="009647FC">
        <w:rPr>
          <w:rtl/>
        </w:rPr>
        <w:t xml:space="preserve"> لم أشعر إلاّ وقطعةً من شعرك</w:t>
      </w:r>
      <w:r w:rsidR="00D769AB">
        <w:rPr>
          <w:rtl/>
        </w:rPr>
        <w:t>،</w:t>
      </w:r>
      <w:r w:rsidRPr="009647FC">
        <w:rPr>
          <w:rtl/>
        </w:rPr>
        <w:t xml:space="preserve"> بيد الأطفال من أبنائك</w:t>
      </w:r>
      <w:r w:rsidR="00D769AB">
        <w:rPr>
          <w:rtl/>
        </w:rPr>
        <w:t>،</w:t>
      </w:r>
      <w:r w:rsidRPr="009647FC">
        <w:rPr>
          <w:rtl/>
        </w:rPr>
        <w:t xml:space="preserve"> والإغفال من أخصّائك وأودّائك</w:t>
      </w:r>
      <w:r w:rsidR="00D769AB">
        <w:rPr>
          <w:rtl/>
        </w:rPr>
        <w:t>،</w:t>
      </w:r>
      <w:r w:rsidRPr="009647FC">
        <w:rPr>
          <w:rtl/>
        </w:rPr>
        <w:t xml:space="preserve"> ينشرونها بكلّ بلاد</w:t>
      </w:r>
      <w:r w:rsidR="00D769AB">
        <w:rPr>
          <w:rtl/>
        </w:rPr>
        <w:t>،</w:t>
      </w:r>
      <w:r w:rsidRPr="009647FC">
        <w:rPr>
          <w:rtl/>
        </w:rPr>
        <w:t xml:space="preserve"> زعماً منك ولرأيك الإصابة أن ذلك ضربٌ من السداد</w:t>
      </w:r>
      <w:r w:rsidR="00D769AB">
        <w:rPr>
          <w:rtl/>
        </w:rPr>
        <w:t>،</w:t>
      </w:r>
      <w:r w:rsidRPr="009647FC">
        <w:rPr>
          <w:rtl/>
        </w:rPr>
        <w:t xml:space="preserve"> فعلى م</w:t>
      </w:r>
      <w:r w:rsidR="00677BC4">
        <w:rPr>
          <w:rtl/>
        </w:rPr>
        <w:t>َ</w:t>
      </w:r>
      <w:r w:rsidRPr="009647FC">
        <w:rPr>
          <w:rtl/>
        </w:rPr>
        <w:t xml:space="preserve"> يا هذا كذبت أم م</w:t>
      </w:r>
      <w:r w:rsidR="00677BC4">
        <w:rPr>
          <w:rtl/>
        </w:rPr>
        <w:t>َ</w:t>
      </w:r>
      <w:r w:rsidRPr="009647FC">
        <w:rPr>
          <w:rtl/>
        </w:rPr>
        <w:t>نْ بي أغراك</w:t>
      </w:r>
      <w:r w:rsidR="00D769AB">
        <w:rPr>
          <w:rtl/>
        </w:rPr>
        <w:t>،</w:t>
      </w:r>
      <w:r w:rsidRPr="009647FC">
        <w:rPr>
          <w:rtl/>
        </w:rPr>
        <w:t xml:space="preserve"> أظهرت</w:t>
      </w:r>
      <w:r w:rsidR="00677BC4">
        <w:rPr>
          <w:rtl/>
        </w:rPr>
        <w:t>َ</w:t>
      </w:r>
      <w:r w:rsidRPr="009647FC">
        <w:rPr>
          <w:rtl/>
        </w:rPr>
        <w:t xml:space="preserve"> كمالك بما يعود عليك بنقض عُلاك</w:t>
      </w:r>
      <w:r w:rsidR="00D769AB">
        <w:rPr>
          <w:rtl/>
        </w:rPr>
        <w:t>،</w:t>
      </w:r>
      <w:r w:rsidRPr="009647FC">
        <w:rPr>
          <w:rtl/>
        </w:rPr>
        <w:t xml:space="preserve"> ولم تتروّ</w:t>
      </w:r>
      <w:r w:rsidR="00677BC4">
        <w:rPr>
          <w:rtl/>
        </w:rPr>
        <w:t>َ</w:t>
      </w:r>
      <w:r w:rsidRPr="009647FC">
        <w:rPr>
          <w:rtl/>
        </w:rPr>
        <w:t xml:space="preserve"> في أمرك حتى اتّخذت عفّتي وإبائي دريّ</w:t>
      </w:r>
      <w:r w:rsidR="00677BC4">
        <w:rPr>
          <w:rtl/>
        </w:rPr>
        <w:t>َ</w:t>
      </w:r>
      <w:r w:rsidRPr="009647FC">
        <w:rPr>
          <w:rtl/>
        </w:rPr>
        <w:t>ة لما طاش من سهام شعرك</w:t>
      </w:r>
      <w:r w:rsidR="00D769AB">
        <w:rPr>
          <w:rtl/>
        </w:rPr>
        <w:t>،</w:t>
      </w:r>
      <w:r w:rsidRPr="009647FC">
        <w:rPr>
          <w:rtl/>
        </w:rPr>
        <w:t xml:space="preserve"> فجريت</w:t>
      </w:r>
      <w:r w:rsidR="00677BC4">
        <w:rPr>
          <w:rtl/>
        </w:rPr>
        <w:t>َ</w:t>
      </w:r>
      <w:r w:rsidRPr="009647FC">
        <w:rPr>
          <w:rtl/>
        </w:rPr>
        <w:t xml:space="preserve"> إلى غايةٍ من الإعجاب جرى</w:t>
      </w:r>
      <w:r w:rsidR="00677BC4">
        <w:rPr>
          <w:rtl/>
        </w:rPr>
        <w:t>َ</w:t>
      </w:r>
      <w:r w:rsidRPr="009647FC">
        <w:rPr>
          <w:rtl/>
        </w:rPr>
        <w:t xml:space="preserve"> المتبجّح بفخره</w:t>
      </w:r>
      <w:r w:rsidR="00D769AB">
        <w:rPr>
          <w:rtl/>
        </w:rPr>
        <w:t>،</w:t>
      </w:r>
      <w:r w:rsidRPr="009647FC">
        <w:rPr>
          <w:rtl/>
        </w:rPr>
        <w:t xml:space="preserve"> وما نهنهت</w:t>
      </w:r>
      <w:r w:rsidR="00677BC4">
        <w:rPr>
          <w:rtl/>
        </w:rPr>
        <w:t>َ</w:t>
      </w:r>
      <w:r w:rsidRPr="009647FC">
        <w:rPr>
          <w:rtl/>
        </w:rPr>
        <w:t xml:space="preserve"> كأنّك لم تقف على م</w:t>
      </w:r>
      <w:r w:rsidR="00677BC4">
        <w:rPr>
          <w:rtl/>
        </w:rPr>
        <w:t>َ</w:t>
      </w:r>
      <w:r w:rsidRPr="009647FC">
        <w:rPr>
          <w:rtl/>
        </w:rPr>
        <w:t>نْ لم يقف عند انتهاء قدره</w:t>
      </w:r>
      <w:r w:rsidR="00D769AB">
        <w:rPr>
          <w:rtl/>
        </w:rPr>
        <w:t>،</w:t>
      </w:r>
      <w:r w:rsidRPr="009647FC">
        <w:rPr>
          <w:rtl/>
        </w:rPr>
        <w:t xml:space="preserve"> فقلت</w:t>
      </w:r>
      <w:r w:rsidR="00677BC4">
        <w:rPr>
          <w:rtl/>
        </w:rPr>
        <w:t>َ</w:t>
      </w:r>
      <w:r w:rsidRPr="009647FC">
        <w:rPr>
          <w:rtl/>
        </w:rPr>
        <w:t xml:space="preserve"> متشدّ</w:t>
      </w:r>
      <w:r w:rsidR="00677BC4">
        <w:rPr>
          <w:rtl/>
        </w:rPr>
        <w:t>َ</w:t>
      </w:r>
      <w:r w:rsidRPr="009647FC">
        <w:rPr>
          <w:rtl/>
        </w:rPr>
        <w:t>قاً</w:t>
      </w:r>
      <w:r w:rsidR="00D769AB">
        <w:rPr>
          <w:rtl/>
        </w:rPr>
        <w:t>،</w:t>
      </w:r>
      <w:r w:rsidRPr="009647FC">
        <w:rPr>
          <w:rtl/>
        </w:rPr>
        <w:t xml:space="preserve"> ونطقت</w:t>
      </w:r>
      <w:r w:rsidR="00677BC4">
        <w:rPr>
          <w:rtl/>
        </w:rPr>
        <w:t>َ</w:t>
      </w:r>
      <w:r w:rsidRPr="009647FC">
        <w:rPr>
          <w:rtl/>
        </w:rPr>
        <w:t xml:space="preserve"> متفيهقاً</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أطلقت</w:t>
            </w:r>
            <w:r>
              <w:rPr>
                <w:rtl/>
              </w:rPr>
              <w:t>َ</w:t>
            </w:r>
            <w:r w:rsidR="004C00A8">
              <w:rPr>
                <w:rtl/>
              </w:rPr>
              <w:t xml:space="preserve"> </w:t>
            </w:r>
            <w:r w:rsidRPr="009647FC">
              <w:rPr>
                <w:rtl/>
              </w:rPr>
              <w:t>بالعتب</w:t>
            </w:r>
            <w:r>
              <w:rPr>
                <w:rtl/>
              </w:rPr>
              <w:t xml:space="preserve"> </w:t>
            </w:r>
            <w:r w:rsidRPr="009647FC">
              <w:rPr>
                <w:rtl/>
              </w:rPr>
              <w:t>الممضِّ</w:t>
            </w:r>
            <w:r>
              <w:rPr>
                <w:rtl/>
              </w:rPr>
              <w:t xml:space="preserve"> </w:t>
            </w:r>
            <w:r w:rsidRPr="009647FC">
              <w:rPr>
                <w:rtl/>
              </w:rPr>
              <w:t>لساني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إن</w:t>
            </w:r>
            <w:r>
              <w:rPr>
                <w:rtl/>
              </w:rPr>
              <w:t xml:space="preserve"> </w:t>
            </w:r>
            <w:r w:rsidRPr="009647FC">
              <w:rPr>
                <w:rtl/>
              </w:rPr>
              <w:t>ترمِ</w:t>
            </w:r>
            <w:r>
              <w:rPr>
                <w:rtl/>
              </w:rPr>
              <w:t xml:space="preserve"> </w:t>
            </w:r>
            <w:r w:rsidRPr="009647FC">
              <w:rPr>
                <w:rtl/>
              </w:rPr>
              <w:t>بالإعياء</w:t>
            </w:r>
            <w:r>
              <w:rPr>
                <w:rtl/>
              </w:rPr>
              <w:t xml:space="preserve"> </w:t>
            </w:r>
            <w:r w:rsidRPr="009647FC">
              <w:rPr>
                <w:rtl/>
              </w:rPr>
              <w:t>فضل</w:t>
            </w:r>
            <w:r>
              <w:rPr>
                <w:rtl/>
              </w:rPr>
              <w:t xml:space="preserve">َ </w:t>
            </w:r>
            <w:r w:rsidRPr="009647FC">
              <w:rPr>
                <w:rtl/>
              </w:rPr>
              <w:t>بياني</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يا</w:t>
            </w:r>
            <w:r w:rsidR="004C00A8">
              <w:rPr>
                <w:rtl/>
              </w:rPr>
              <w:t xml:space="preserve"> </w:t>
            </w:r>
            <w:r w:rsidRPr="009647FC">
              <w:rPr>
                <w:rtl/>
              </w:rPr>
              <w:t>منْ</w:t>
            </w:r>
            <w:r>
              <w:rPr>
                <w:rtl/>
              </w:rPr>
              <w:t xml:space="preserve"> </w:t>
            </w:r>
            <w:r w:rsidRPr="009647FC">
              <w:rPr>
                <w:rtl/>
              </w:rPr>
              <w:t>له</w:t>
            </w:r>
            <w:r>
              <w:rPr>
                <w:rtl/>
              </w:rPr>
              <w:t xml:space="preserve"> </w:t>
            </w:r>
            <w:r w:rsidRPr="009647FC">
              <w:rPr>
                <w:rtl/>
              </w:rPr>
              <w:t>أخلصتُ</w:t>
            </w:r>
            <w:r>
              <w:rPr>
                <w:rtl/>
              </w:rPr>
              <w:t xml:space="preserve"> </w:t>
            </w:r>
            <w:r w:rsidRPr="009647FC">
              <w:rPr>
                <w:rtl/>
              </w:rPr>
              <w:t>صفو</w:t>
            </w:r>
            <w:r>
              <w:rPr>
                <w:rtl/>
              </w:rPr>
              <w:t xml:space="preserve">َ </w:t>
            </w:r>
            <w:r w:rsidRPr="009647FC">
              <w:rPr>
                <w:rtl/>
              </w:rPr>
              <w:t>مودّ</w:t>
            </w:r>
            <w:r>
              <w:rPr>
                <w:rtl/>
              </w:rPr>
              <w:t>َ</w:t>
            </w:r>
            <w:r w:rsidRPr="009647FC">
              <w:rPr>
                <w:rtl/>
              </w:rPr>
              <w:t>تي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ما</w:t>
            </w:r>
            <w:r>
              <w:rPr>
                <w:rtl/>
              </w:rPr>
              <w:t xml:space="preserve"> </w:t>
            </w:r>
            <w:r w:rsidRPr="009647FC">
              <w:rPr>
                <w:rtl/>
              </w:rPr>
              <w:t>شابها</w:t>
            </w:r>
            <w:r>
              <w:rPr>
                <w:rtl/>
              </w:rPr>
              <w:t xml:space="preserve"> </w:t>
            </w:r>
            <w:r w:rsidRPr="009647FC">
              <w:rPr>
                <w:rtl/>
              </w:rPr>
              <w:t>كدرٌ</w:t>
            </w:r>
            <w:r>
              <w:rPr>
                <w:rtl/>
              </w:rPr>
              <w:t xml:space="preserve"> </w:t>
            </w:r>
            <w:r w:rsidRPr="009647FC">
              <w:rPr>
                <w:rtl/>
              </w:rPr>
              <w:t>من</w:t>
            </w:r>
            <w:r>
              <w:rPr>
                <w:rtl/>
              </w:rPr>
              <w:t xml:space="preserve"> </w:t>
            </w:r>
            <w:r w:rsidRPr="009647FC">
              <w:rPr>
                <w:rtl/>
              </w:rPr>
              <w:t>الهجرانِ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وعقدتُ</w:t>
            </w:r>
            <w:r w:rsidR="004C00A8">
              <w:rPr>
                <w:rtl/>
              </w:rPr>
              <w:t xml:space="preserve"> </w:t>
            </w:r>
            <w:r w:rsidRPr="009647FC">
              <w:rPr>
                <w:rtl/>
              </w:rPr>
              <w:t>حبل</w:t>
            </w:r>
            <w:r>
              <w:rPr>
                <w:rtl/>
              </w:rPr>
              <w:t xml:space="preserve">َ </w:t>
            </w:r>
            <w:r w:rsidRPr="009647FC">
              <w:rPr>
                <w:rtl/>
              </w:rPr>
              <w:t>ولائه</w:t>
            </w:r>
            <w:r>
              <w:rPr>
                <w:rtl/>
              </w:rPr>
              <w:t xml:space="preserve"> </w:t>
            </w:r>
            <w:r w:rsidRPr="009647FC">
              <w:rPr>
                <w:rtl/>
              </w:rPr>
              <w:t>بمحبّتي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حتى</w:t>
            </w:r>
            <w:r w:rsidR="004C00A8">
              <w:rPr>
                <w:rtl/>
              </w:rPr>
              <w:t xml:space="preserve"> </w:t>
            </w:r>
            <w:r w:rsidRPr="009647FC">
              <w:rPr>
                <w:rtl/>
              </w:rPr>
              <w:t>اغتديتُ</w:t>
            </w:r>
            <w:r>
              <w:rPr>
                <w:rtl/>
              </w:rPr>
              <w:t xml:space="preserve"> </w:t>
            </w:r>
            <w:r w:rsidRPr="009647FC">
              <w:rPr>
                <w:rtl/>
              </w:rPr>
              <w:t>بها</w:t>
            </w:r>
            <w:r>
              <w:rPr>
                <w:rtl/>
              </w:rPr>
              <w:t xml:space="preserve"> </w:t>
            </w:r>
            <w:r w:rsidRPr="009647FC">
              <w:rPr>
                <w:rtl/>
              </w:rPr>
              <w:t>رضيع</w:t>
            </w:r>
            <w:r>
              <w:rPr>
                <w:rtl/>
              </w:rPr>
              <w:t xml:space="preserve">َ </w:t>
            </w:r>
            <w:r w:rsidRPr="009647FC">
              <w:rPr>
                <w:rtl/>
              </w:rPr>
              <w:t>لبانِ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وأراك</w:t>
            </w:r>
            <w:r w:rsidR="004C00A8">
              <w:rPr>
                <w:rtl/>
              </w:rPr>
              <w:t xml:space="preserve"> </w:t>
            </w:r>
            <w:r w:rsidRPr="009647FC">
              <w:rPr>
                <w:rtl/>
              </w:rPr>
              <w:t>قد</w:t>
            </w:r>
            <w:r>
              <w:rPr>
                <w:rtl/>
              </w:rPr>
              <w:t xml:space="preserve"> </w:t>
            </w:r>
            <w:r w:rsidRPr="009647FC">
              <w:rPr>
                <w:rtl/>
              </w:rPr>
              <w:t>نبّ</w:t>
            </w:r>
            <w:r>
              <w:rPr>
                <w:rtl/>
              </w:rPr>
              <w:t>َ</w:t>
            </w:r>
            <w:r w:rsidRPr="009647FC">
              <w:rPr>
                <w:rtl/>
              </w:rPr>
              <w:t>هت</w:t>
            </w:r>
            <w:r>
              <w:rPr>
                <w:rtl/>
              </w:rPr>
              <w:t xml:space="preserve"> </w:t>
            </w:r>
            <w:r w:rsidRPr="009647FC">
              <w:rPr>
                <w:rtl/>
              </w:rPr>
              <w:t>مقلة</w:t>
            </w:r>
            <w:r>
              <w:rPr>
                <w:rtl/>
              </w:rPr>
              <w:t xml:space="preserve"> </w:t>
            </w:r>
            <w:r w:rsidRPr="009647FC">
              <w:rPr>
                <w:rtl/>
              </w:rPr>
              <w:t>ساهرٍ</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بالعتب</w:t>
            </w:r>
            <w:r>
              <w:rPr>
                <w:rtl/>
              </w:rPr>
              <w:t xml:space="preserve"> </w:t>
            </w:r>
            <w:r w:rsidRPr="009647FC">
              <w:rPr>
                <w:rtl/>
              </w:rPr>
              <w:t>بل</w:t>
            </w:r>
            <w:r>
              <w:rPr>
                <w:rtl/>
              </w:rPr>
              <w:t xml:space="preserve"> </w:t>
            </w:r>
            <w:r w:rsidRPr="009647FC">
              <w:rPr>
                <w:rtl/>
              </w:rPr>
              <w:t>متناومٍ</w:t>
            </w:r>
            <w:r>
              <w:rPr>
                <w:rtl/>
              </w:rPr>
              <w:t xml:space="preserve"> </w:t>
            </w:r>
            <w:r w:rsidRPr="009647FC">
              <w:rPr>
                <w:rtl/>
              </w:rPr>
              <w:t>يقظانِ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مغضٍ</w:t>
            </w:r>
            <w:r>
              <w:rPr>
                <w:rtl/>
              </w:rPr>
              <w:t xml:space="preserve"> </w:t>
            </w:r>
            <w:r w:rsidRPr="009647FC">
              <w:rPr>
                <w:rtl/>
              </w:rPr>
              <w:t>على</w:t>
            </w:r>
            <w:r>
              <w:rPr>
                <w:rtl/>
              </w:rPr>
              <w:t xml:space="preserve"> </w:t>
            </w:r>
            <w:r w:rsidRPr="009647FC">
              <w:rPr>
                <w:rtl/>
              </w:rPr>
              <w:t>مضضٍ</w:t>
            </w:r>
            <w:r>
              <w:rPr>
                <w:rtl/>
              </w:rPr>
              <w:t xml:space="preserve"> </w:t>
            </w:r>
            <w:r w:rsidRPr="009647FC">
              <w:rPr>
                <w:rtl/>
              </w:rPr>
              <w:t>القذى</w:t>
            </w:r>
            <w:r>
              <w:rPr>
                <w:rtl/>
              </w:rPr>
              <w:t xml:space="preserve"> </w:t>
            </w:r>
            <w:r w:rsidRPr="009647FC">
              <w:rPr>
                <w:rtl/>
              </w:rPr>
              <w:t>وتسومه</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وهو</w:t>
            </w:r>
            <w:r w:rsidR="004C00A8">
              <w:rPr>
                <w:rtl/>
              </w:rPr>
              <w:t xml:space="preserve"> </w:t>
            </w:r>
            <w:r w:rsidRPr="009647FC">
              <w:rPr>
                <w:rtl/>
              </w:rPr>
              <w:t>البريُّ</w:t>
            </w:r>
            <w:r>
              <w:rPr>
                <w:rtl/>
              </w:rPr>
              <w:t xml:space="preserve"> </w:t>
            </w:r>
            <w:r w:rsidRPr="009647FC">
              <w:rPr>
                <w:rtl/>
              </w:rPr>
              <w:t>بها</w:t>
            </w:r>
            <w:r>
              <w:rPr>
                <w:rtl/>
              </w:rPr>
              <w:t xml:space="preserve"> </w:t>
            </w:r>
            <w:r w:rsidRPr="009647FC">
              <w:rPr>
                <w:rtl/>
              </w:rPr>
              <w:t>جناية</w:t>
            </w:r>
            <w:r>
              <w:rPr>
                <w:rtl/>
              </w:rPr>
              <w:t xml:space="preserve"> </w:t>
            </w:r>
            <w:r w:rsidRPr="009647FC">
              <w:rPr>
                <w:rtl/>
              </w:rPr>
              <w:t>جاني</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أتصدُّ</w:t>
            </w:r>
            <w:r>
              <w:rPr>
                <w:rtl/>
              </w:rPr>
              <w:t xml:space="preserve"> </w:t>
            </w:r>
            <w:r w:rsidRPr="009647FC">
              <w:rPr>
                <w:rtl/>
              </w:rPr>
              <w:t>عنّي</w:t>
            </w:r>
            <w:r>
              <w:rPr>
                <w:rtl/>
              </w:rPr>
              <w:t xml:space="preserve"> </w:t>
            </w:r>
            <w:r w:rsidRPr="009647FC">
              <w:rPr>
                <w:rtl/>
              </w:rPr>
              <w:t>معرضاً</w:t>
            </w:r>
            <w:r>
              <w:rPr>
                <w:rtl/>
              </w:rPr>
              <w:t xml:space="preserve"> </w:t>
            </w:r>
            <w:r w:rsidRPr="009647FC">
              <w:rPr>
                <w:rtl/>
              </w:rPr>
              <w:t>وتلومني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ولقد</w:t>
            </w:r>
            <w:r w:rsidR="004C00A8">
              <w:rPr>
                <w:rtl/>
              </w:rPr>
              <w:t xml:space="preserve"> </w:t>
            </w:r>
            <w:r w:rsidRPr="009647FC">
              <w:rPr>
                <w:rtl/>
              </w:rPr>
              <w:t>بدأت</w:t>
            </w:r>
            <w:r>
              <w:rPr>
                <w:rtl/>
              </w:rPr>
              <w:t xml:space="preserve">َ </w:t>
            </w:r>
            <w:r w:rsidRPr="009647FC">
              <w:rPr>
                <w:rtl/>
              </w:rPr>
              <w:t>هديت</w:t>
            </w:r>
            <w:r>
              <w:rPr>
                <w:rtl/>
              </w:rPr>
              <w:t xml:space="preserve"> </w:t>
            </w:r>
            <w:r w:rsidRPr="009647FC">
              <w:rPr>
                <w:rtl/>
              </w:rPr>
              <w:t>بالهجرانِ</w:t>
            </w:r>
            <w:r w:rsidRPr="00725071">
              <w:rPr>
                <w:rStyle w:val="libPoemTiniChar0"/>
                <w:rtl/>
              </w:rPr>
              <w:br/>
              <w:t> </w:t>
            </w:r>
          </w:p>
        </w:tc>
      </w:tr>
    </w:tbl>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ذكرت في باب العتاب 1 / 232</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lastRenderedPageBreak/>
              <w:t>جنبت</w:t>
            </w:r>
            <w:r>
              <w:rPr>
                <w:rtl/>
              </w:rPr>
              <w:t xml:space="preserve">َ </w:t>
            </w:r>
            <w:r w:rsidRPr="009647FC">
              <w:rPr>
                <w:rtl/>
              </w:rPr>
              <w:t>منتجعي</w:t>
            </w:r>
            <w:r>
              <w:rPr>
                <w:rtl/>
              </w:rPr>
              <w:t xml:space="preserve"> </w:t>
            </w:r>
            <w:r w:rsidRPr="009647FC">
              <w:rPr>
                <w:rtl/>
              </w:rPr>
              <w:t>وغرّ</w:t>
            </w:r>
            <w:r>
              <w:rPr>
                <w:rtl/>
              </w:rPr>
              <w:t>َ</w:t>
            </w:r>
            <w:r w:rsidRPr="009647FC">
              <w:rPr>
                <w:rtl/>
              </w:rPr>
              <w:t>ك</w:t>
            </w:r>
            <w:r>
              <w:rPr>
                <w:rtl/>
              </w:rPr>
              <w:t xml:space="preserve"> </w:t>
            </w:r>
            <w:r w:rsidRPr="009647FC">
              <w:rPr>
                <w:rtl/>
              </w:rPr>
              <w:t>خلّبٌ</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فطفقت</w:t>
            </w:r>
            <w:r>
              <w:rPr>
                <w:rtl/>
              </w:rPr>
              <w:t>َ</w:t>
            </w:r>
            <w:r w:rsidR="004C00A8">
              <w:rPr>
                <w:rtl/>
              </w:rPr>
              <w:t xml:space="preserve"> </w:t>
            </w:r>
            <w:r w:rsidRPr="009647FC">
              <w:rPr>
                <w:rtl/>
              </w:rPr>
              <w:t>تحسبه</w:t>
            </w:r>
            <w:r>
              <w:rPr>
                <w:rtl/>
              </w:rPr>
              <w:t xml:space="preserve"> </w:t>
            </w:r>
            <w:r w:rsidRPr="009647FC">
              <w:rPr>
                <w:rtl/>
              </w:rPr>
              <w:t>من</w:t>
            </w:r>
            <w:r>
              <w:rPr>
                <w:rtl/>
              </w:rPr>
              <w:t xml:space="preserve"> </w:t>
            </w:r>
            <w:r w:rsidRPr="009647FC">
              <w:rPr>
                <w:rtl/>
              </w:rPr>
              <w:t>اله</w:t>
            </w:r>
            <w:r>
              <w:rPr>
                <w:rtl/>
              </w:rPr>
              <w:t>تّانِ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ورأيت</w:t>
            </w:r>
            <w:r>
              <w:rPr>
                <w:rtl/>
              </w:rPr>
              <w:t>َ</w:t>
            </w:r>
            <w:r w:rsidR="004C00A8">
              <w:rPr>
                <w:rtl/>
              </w:rPr>
              <w:t xml:space="preserve"> </w:t>
            </w:r>
            <w:r w:rsidRPr="009647FC">
              <w:rPr>
                <w:rtl/>
              </w:rPr>
              <w:t>خضرة</w:t>
            </w:r>
            <w:r>
              <w:rPr>
                <w:rtl/>
              </w:rPr>
              <w:t xml:space="preserve"> </w:t>
            </w:r>
            <w:r w:rsidRPr="009647FC">
              <w:rPr>
                <w:rtl/>
              </w:rPr>
              <w:t>دمنةٍ</w:t>
            </w:r>
            <w:r>
              <w:rPr>
                <w:rtl/>
              </w:rPr>
              <w:t xml:space="preserve"> </w:t>
            </w:r>
            <w:r w:rsidRPr="009647FC">
              <w:rPr>
                <w:rtl/>
              </w:rPr>
              <w:t>فحسبت</w:t>
            </w:r>
            <w:r>
              <w:rPr>
                <w:rtl/>
              </w:rPr>
              <w:t>َ</w:t>
            </w:r>
            <w:r w:rsidRPr="009647FC">
              <w:rPr>
                <w:rtl/>
              </w:rPr>
              <w:t>ها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أزهار</w:t>
            </w:r>
            <w:r>
              <w:rPr>
                <w:rtl/>
              </w:rPr>
              <w:t xml:space="preserve">َ </w:t>
            </w:r>
            <w:r w:rsidRPr="009647FC">
              <w:rPr>
                <w:rtl/>
              </w:rPr>
              <w:t>ري</w:t>
            </w:r>
            <w:r w:rsidRPr="00B371C6">
              <w:rPr>
                <w:rtl/>
              </w:rPr>
              <w:t>ّ</w:t>
            </w:r>
            <w:r w:rsidRPr="009647FC">
              <w:rPr>
                <w:rtl/>
              </w:rPr>
              <w:t>قةٍ</w:t>
            </w:r>
            <w:r>
              <w:rPr>
                <w:rtl/>
              </w:rPr>
              <w:t xml:space="preserve"> </w:t>
            </w:r>
            <w:r w:rsidRPr="009647FC">
              <w:rPr>
                <w:rtl/>
              </w:rPr>
              <w:t>من</w:t>
            </w:r>
            <w:r>
              <w:rPr>
                <w:rtl/>
              </w:rPr>
              <w:t xml:space="preserve"> </w:t>
            </w:r>
            <w:r w:rsidRPr="009647FC">
              <w:rPr>
                <w:rtl/>
              </w:rPr>
              <w:t>الغيطانِ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أنفقت</w:t>
            </w:r>
            <w:r>
              <w:rPr>
                <w:rtl/>
              </w:rPr>
              <w:t>َ</w:t>
            </w:r>
            <w:r w:rsidR="004C00A8">
              <w:rPr>
                <w:rtl/>
              </w:rPr>
              <w:t xml:space="preserve"> </w:t>
            </w:r>
            <w:r w:rsidRPr="009647FC">
              <w:rPr>
                <w:rtl/>
              </w:rPr>
              <w:t>فيها</w:t>
            </w:r>
            <w:r>
              <w:rPr>
                <w:rtl/>
              </w:rPr>
              <w:t xml:space="preserve"> </w:t>
            </w:r>
            <w:r w:rsidRPr="009647FC">
              <w:rPr>
                <w:rtl/>
              </w:rPr>
              <w:t>باهر</w:t>
            </w:r>
            <w:r>
              <w:rPr>
                <w:rtl/>
              </w:rPr>
              <w:t xml:space="preserve"> </w:t>
            </w:r>
            <w:r w:rsidRPr="009647FC">
              <w:rPr>
                <w:rtl/>
              </w:rPr>
              <w:t>الحِكم</w:t>
            </w:r>
            <w:r>
              <w:rPr>
                <w:rtl/>
              </w:rPr>
              <w:t xml:space="preserve"> </w:t>
            </w:r>
            <w:r w:rsidRPr="009647FC">
              <w:rPr>
                <w:rtl/>
              </w:rPr>
              <w:t>التي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عزّ</w:t>
            </w:r>
            <w:r>
              <w:rPr>
                <w:rtl/>
              </w:rPr>
              <w:t>َ</w:t>
            </w:r>
            <w:r w:rsidRPr="009647FC">
              <w:rPr>
                <w:rtl/>
              </w:rPr>
              <w:t>ت</w:t>
            </w:r>
            <w:r w:rsidR="004C00A8">
              <w:rPr>
                <w:rtl/>
              </w:rPr>
              <w:t xml:space="preserve"> </w:t>
            </w:r>
            <w:r w:rsidRPr="009647FC">
              <w:rPr>
                <w:rtl/>
              </w:rPr>
              <w:t>نفاستها</w:t>
            </w:r>
            <w:r>
              <w:rPr>
                <w:rtl/>
              </w:rPr>
              <w:t xml:space="preserve"> </w:t>
            </w:r>
            <w:r w:rsidRPr="009647FC">
              <w:rPr>
                <w:rtl/>
              </w:rPr>
              <w:t>على</w:t>
            </w:r>
            <w:r>
              <w:rPr>
                <w:rtl/>
              </w:rPr>
              <w:t xml:space="preserve"> </w:t>
            </w:r>
            <w:r w:rsidRPr="009647FC">
              <w:rPr>
                <w:rtl/>
              </w:rPr>
              <w:t>(لقمانِ)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وبثثت</w:t>
            </w:r>
            <w:r>
              <w:rPr>
                <w:rtl/>
              </w:rPr>
              <w:t xml:space="preserve">َ </w:t>
            </w:r>
            <w:r w:rsidRPr="009647FC">
              <w:rPr>
                <w:rtl/>
              </w:rPr>
              <w:t>منها</w:t>
            </w:r>
            <w:r>
              <w:rPr>
                <w:rtl/>
              </w:rPr>
              <w:t xml:space="preserve"> </w:t>
            </w:r>
            <w:r w:rsidRPr="009647FC">
              <w:rPr>
                <w:rtl/>
              </w:rPr>
              <w:t>للنظام</w:t>
            </w:r>
            <w:r>
              <w:rPr>
                <w:rtl/>
              </w:rPr>
              <w:t xml:space="preserve"> </w:t>
            </w:r>
            <w:r w:rsidRPr="009647FC">
              <w:rPr>
                <w:rtl/>
              </w:rPr>
              <w:t>جواهرا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ما</w:t>
            </w:r>
            <w:r w:rsidR="004C00A8">
              <w:rPr>
                <w:rtl/>
              </w:rPr>
              <w:t xml:space="preserve"> </w:t>
            </w:r>
            <w:r w:rsidRPr="009647FC">
              <w:rPr>
                <w:rtl/>
              </w:rPr>
              <w:t>كان</w:t>
            </w:r>
            <w:r>
              <w:rPr>
                <w:rtl/>
              </w:rPr>
              <w:t xml:space="preserve"> </w:t>
            </w:r>
            <w:r w:rsidRPr="009647FC">
              <w:rPr>
                <w:rtl/>
              </w:rPr>
              <w:t>أحوجها</w:t>
            </w:r>
            <w:r>
              <w:rPr>
                <w:rtl/>
              </w:rPr>
              <w:t xml:space="preserve"> </w:t>
            </w:r>
            <w:r w:rsidRPr="009647FC">
              <w:rPr>
                <w:rtl/>
              </w:rPr>
              <w:t>إلى</w:t>
            </w:r>
            <w:r>
              <w:rPr>
                <w:rtl/>
              </w:rPr>
              <w:t xml:space="preserve"> </w:t>
            </w:r>
            <w:r w:rsidRPr="009647FC">
              <w:rPr>
                <w:rtl/>
              </w:rPr>
              <w:t>الكتمانِ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أتصونها</w:t>
            </w:r>
            <w:r>
              <w:rPr>
                <w:rtl/>
              </w:rPr>
              <w:t xml:space="preserve"> </w:t>
            </w:r>
            <w:r w:rsidRPr="009647FC">
              <w:rPr>
                <w:rtl/>
              </w:rPr>
              <w:t>عنّي</w:t>
            </w:r>
            <w:r>
              <w:rPr>
                <w:rtl/>
              </w:rPr>
              <w:t xml:space="preserve"> </w:t>
            </w:r>
            <w:r w:rsidRPr="009647FC">
              <w:rPr>
                <w:rtl/>
              </w:rPr>
              <w:t>وقد</w:t>
            </w:r>
            <w:r>
              <w:rPr>
                <w:rtl/>
              </w:rPr>
              <w:t xml:space="preserve"> </w:t>
            </w:r>
            <w:r w:rsidRPr="009647FC">
              <w:rPr>
                <w:rtl/>
              </w:rPr>
              <w:t>قلّ</w:t>
            </w:r>
            <w:r>
              <w:rPr>
                <w:rtl/>
              </w:rPr>
              <w:t>َ</w:t>
            </w:r>
            <w:r w:rsidRPr="009647FC">
              <w:rPr>
                <w:rtl/>
              </w:rPr>
              <w:t>دتها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أعناق</w:t>
            </w:r>
            <w:r>
              <w:rPr>
                <w:rtl/>
              </w:rPr>
              <w:t xml:space="preserve">َ </w:t>
            </w:r>
            <w:r w:rsidRPr="009647FC">
              <w:rPr>
                <w:rtl/>
              </w:rPr>
              <w:t>ناقصةٍ</w:t>
            </w:r>
            <w:r>
              <w:rPr>
                <w:rtl/>
              </w:rPr>
              <w:t xml:space="preserve"> </w:t>
            </w:r>
            <w:r w:rsidRPr="009647FC">
              <w:rPr>
                <w:rtl/>
              </w:rPr>
              <w:t>وجيد</w:t>
            </w:r>
            <w:r>
              <w:rPr>
                <w:rtl/>
              </w:rPr>
              <w:t xml:space="preserve">َ </w:t>
            </w:r>
            <w:r w:rsidRPr="009647FC">
              <w:rPr>
                <w:rtl/>
              </w:rPr>
              <w:t>دواني</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لا</w:t>
            </w:r>
            <w:r>
              <w:rPr>
                <w:rtl/>
              </w:rPr>
              <w:t xml:space="preserve"> </w:t>
            </w:r>
            <w:r w:rsidRPr="009647FC">
              <w:rPr>
                <w:rtl/>
              </w:rPr>
              <w:t>تحسبنّ</w:t>
            </w:r>
            <w:r>
              <w:rPr>
                <w:rtl/>
              </w:rPr>
              <w:t xml:space="preserve">َ </w:t>
            </w:r>
            <w:r w:rsidRPr="009647FC">
              <w:rPr>
                <w:rtl/>
              </w:rPr>
              <w:t>الشعر</w:t>
            </w:r>
            <w:r>
              <w:rPr>
                <w:rtl/>
              </w:rPr>
              <w:t xml:space="preserve"> </w:t>
            </w:r>
            <w:r w:rsidRPr="009647FC">
              <w:rPr>
                <w:rtl/>
              </w:rPr>
              <w:t>يرفع</w:t>
            </w:r>
            <w:r>
              <w:rPr>
                <w:rtl/>
              </w:rPr>
              <w:t xml:space="preserve"> </w:t>
            </w:r>
            <w:r w:rsidRPr="009647FC">
              <w:rPr>
                <w:rtl/>
              </w:rPr>
              <w:t>خاملا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لعلوِّ</w:t>
            </w:r>
            <w:r>
              <w:rPr>
                <w:rtl/>
              </w:rPr>
              <w:t xml:space="preserve"> </w:t>
            </w:r>
            <w:r w:rsidRPr="009647FC">
              <w:rPr>
                <w:rtl/>
              </w:rPr>
              <w:t>قدرٍ</w:t>
            </w:r>
            <w:r>
              <w:rPr>
                <w:rtl/>
              </w:rPr>
              <w:t xml:space="preserve"> </w:t>
            </w:r>
            <w:r w:rsidRPr="009647FC">
              <w:rPr>
                <w:rtl/>
              </w:rPr>
              <w:t>أو</w:t>
            </w:r>
            <w:r>
              <w:rPr>
                <w:rtl/>
              </w:rPr>
              <w:t xml:space="preserve"> </w:t>
            </w:r>
            <w:r w:rsidRPr="009647FC">
              <w:rPr>
                <w:rtl/>
              </w:rPr>
              <w:t>سموِّ</w:t>
            </w:r>
            <w:r>
              <w:rPr>
                <w:rtl/>
              </w:rPr>
              <w:t xml:space="preserve"> </w:t>
            </w:r>
            <w:r w:rsidRPr="009647FC">
              <w:rPr>
                <w:rtl/>
              </w:rPr>
              <w:t>مكانِ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م</w:t>
            </w:r>
            <w:r w:rsidRPr="00B371C6">
              <w:rPr>
                <w:rtl/>
              </w:rPr>
              <w:t>َ</w:t>
            </w:r>
            <w:r w:rsidRPr="009647FC">
              <w:rPr>
                <w:rtl/>
              </w:rPr>
              <w:t>نْ</w:t>
            </w:r>
            <w:r w:rsidR="004C00A8">
              <w:rPr>
                <w:rtl/>
              </w:rPr>
              <w:t xml:space="preserve"> </w:t>
            </w:r>
            <w:r w:rsidRPr="009647FC">
              <w:rPr>
                <w:rtl/>
              </w:rPr>
              <w:t>لم</w:t>
            </w:r>
            <w:r>
              <w:rPr>
                <w:rtl/>
              </w:rPr>
              <w:t xml:space="preserve"> </w:t>
            </w:r>
            <w:r w:rsidRPr="009647FC">
              <w:rPr>
                <w:rtl/>
              </w:rPr>
              <w:t>تصدقه</w:t>
            </w:r>
            <w:r>
              <w:rPr>
                <w:rtl/>
              </w:rPr>
              <w:t xml:space="preserve"> </w:t>
            </w:r>
            <w:r w:rsidRPr="009647FC">
              <w:rPr>
                <w:rtl/>
              </w:rPr>
              <w:t>الفعالُ</w:t>
            </w:r>
            <w:r>
              <w:rPr>
                <w:rtl/>
              </w:rPr>
              <w:t xml:space="preserve"> </w:t>
            </w:r>
            <w:r w:rsidRPr="009647FC">
              <w:rPr>
                <w:rtl/>
              </w:rPr>
              <w:t>فمدحهُ</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ضربٌ</w:t>
            </w:r>
            <w:r>
              <w:rPr>
                <w:rtl/>
              </w:rPr>
              <w:t xml:space="preserve"> </w:t>
            </w:r>
            <w:r w:rsidRPr="009647FC">
              <w:rPr>
                <w:rtl/>
              </w:rPr>
              <w:t>من</w:t>
            </w:r>
            <w:r>
              <w:rPr>
                <w:rtl/>
              </w:rPr>
              <w:t xml:space="preserve"> </w:t>
            </w:r>
            <w:r w:rsidRPr="009647FC">
              <w:rPr>
                <w:rtl/>
              </w:rPr>
              <w:t>التخليط</w:t>
            </w:r>
            <w:r>
              <w:rPr>
                <w:rtl/>
              </w:rPr>
              <w:t xml:space="preserve"> </w:t>
            </w:r>
            <w:r w:rsidRPr="009647FC">
              <w:rPr>
                <w:rtl/>
              </w:rPr>
              <w:t>والهذيانِ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لستُ</w:t>
            </w:r>
            <w:r>
              <w:rPr>
                <w:rtl/>
              </w:rPr>
              <w:t xml:space="preserve"> </w:t>
            </w:r>
            <w:r w:rsidRPr="009647FC">
              <w:rPr>
                <w:rtl/>
              </w:rPr>
              <w:t>الذي</w:t>
            </w:r>
            <w:r>
              <w:rPr>
                <w:rtl/>
              </w:rPr>
              <w:t xml:space="preserve"> </w:t>
            </w:r>
            <w:r w:rsidRPr="009647FC">
              <w:rPr>
                <w:rtl/>
              </w:rPr>
              <w:t>بالمدح</w:t>
            </w:r>
            <w:r>
              <w:rPr>
                <w:rtl/>
              </w:rPr>
              <w:t xml:space="preserve"> </w:t>
            </w:r>
            <w:r w:rsidRPr="009647FC">
              <w:rPr>
                <w:rtl/>
              </w:rPr>
              <w:t>أكملُ</w:t>
            </w:r>
            <w:r>
              <w:rPr>
                <w:rtl/>
              </w:rPr>
              <w:t xml:space="preserve"> </w:t>
            </w:r>
            <w:r w:rsidRPr="009647FC">
              <w:rPr>
                <w:rtl/>
              </w:rPr>
              <w:t>رفعتي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إن</w:t>
            </w:r>
            <w:r w:rsidRPr="00B371C6">
              <w:rPr>
                <w:rtl/>
              </w:rPr>
              <w:t>ّ</w:t>
            </w:r>
            <w:r w:rsidRPr="009647FC">
              <w:rPr>
                <w:rtl/>
              </w:rPr>
              <w:t>ي</w:t>
            </w:r>
            <w:r w:rsidR="004C00A8">
              <w:rPr>
                <w:rtl/>
              </w:rPr>
              <w:t xml:space="preserve"> </w:t>
            </w:r>
            <w:r w:rsidRPr="009647FC">
              <w:rPr>
                <w:rtl/>
              </w:rPr>
              <w:t>وذلك</w:t>
            </w:r>
            <w:r>
              <w:rPr>
                <w:rtl/>
              </w:rPr>
              <w:t xml:space="preserve"> </w:t>
            </w:r>
            <w:r w:rsidRPr="009647FC">
              <w:rPr>
                <w:rtl/>
              </w:rPr>
              <w:t>أعظم</w:t>
            </w:r>
            <w:r>
              <w:rPr>
                <w:rtl/>
              </w:rPr>
              <w:t xml:space="preserve"> </w:t>
            </w:r>
            <w:r w:rsidRPr="009647FC">
              <w:rPr>
                <w:rtl/>
              </w:rPr>
              <w:t>النقصانِ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لكنْ</w:t>
            </w:r>
            <w:r>
              <w:rPr>
                <w:rtl/>
              </w:rPr>
              <w:t xml:space="preserve"> </w:t>
            </w:r>
            <w:r w:rsidRPr="009647FC">
              <w:rPr>
                <w:rtl/>
              </w:rPr>
              <w:t>أغار</w:t>
            </w:r>
            <w:r>
              <w:rPr>
                <w:rtl/>
              </w:rPr>
              <w:t xml:space="preserve"> </w:t>
            </w:r>
            <w:r w:rsidRPr="009647FC">
              <w:rPr>
                <w:rtl/>
              </w:rPr>
              <w:t>على</w:t>
            </w:r>
            <w:r>
              <w:rPr>
                <w:rtl/>
              </w:rPr>
              <w:t xml:space="preserve"> </w:t>
            </w:r>
            <w:r w:rsidRPr="009647FC">
              <w:rPr>
                <w:rtl/>
              </w:rPr>
              <w:t>بدائع</w:t>
            </w:r>
            <w:r>
              <w:rPr>
                <w:rtl/>
              </w:rPr>
              <w:t xml:space="preserve"> </w:t>
            </w:r>
            <w:r w:rsidRPr="009647FC">
              <w:rPr>
                <w:rtl/>
              </w:rPr>
              <w:t>فكرةٍ</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أنْ</w:t>
            </w:r>
            <w:r>
              <w:rPr>
                <w:rtl/>
              </w:rPr>
              <w:t xml:space="preserve"> </w:t>
            </w:r>
            <w:r w:rsidRPr="009647FC">
              <w:rPr>
                <w:rtl/>
              </w:rPr>
              <w:t>لا</w:t>
            </w:r>
            <w:r>
              <w:rPr>
                <w:rtl/>
              </w:rPr>
              <w:t xml:space="preserve"> </w:t>
            </w:r>
            <w:r w:rsidRPr="009647FC">
              <w:rPr>
                <w:rtl/>
              </w:rPr>
              <w:t>تقلّد</w:t>
            </w:r>
            <w:r>
              <w:rPr>
                <w:rtl/>
              </w:rPr>
              <w:t>َ</w:t>
            </w:r>
            <w:r w:rsidRPr="009647FC">
              <w:rPr>
                <w:rtl/>
              </w:rPr>
              <w:t>ها</w:t>
            </w:r>
            <w:r>
              <w:rPr>
                <w:rtl/>
              </w:rPr>
              <w:t xml:space="preserve"> </w:t>
            </w:r>
            <w:r w:rsidRPr="009647FC">
              <w:rPr>
                <w:rtl/>
              </w:rPr>
              <w:t>بديع</w:t>
            </w:r>
            <w:r>
              <w:rPr>
                <w:rtl/>
              </w:rPr>
              <w:t xml:space="preserve"> </w:t>
            </w:r>
            <w:r w:rsidRPr="009647FC">
              <w:rPr>
                <w:rtl/>
              </w:rPr>
              <w:t>زمانِ</w:t>
            </w:r>
            <w:r w:rsidRPr="004E7EC6">
              <w:rPr>
                <w:rStyle w:val="libFootnotenumChar"/>
                <w:rtl/>
              </w:rPr>
              <w:t>(1)</w:t>
            </w:r>
            <w:r w:rsidRPr="00725071">
              <w:rPr>
                <w:rStyle w:val="libPoemTiniChar0"/>
                <w:rtl/>
              </w:rPr>
              <w:br/>
              <w:t> </w:t>
            </w:r>
          </w:p>
        </w:tc>
      </w:tr>
    </w:tbl>
    <w:p w:rsidR="009647FC" w:rsidRPr="00524A24" w:rsidRDefault="009647FC" w:rsidP="004E7EC6">
      <w:pPr>
        <w:pStyle w:val="libNormal"/>
      </w:pPr>
      <w:r w:rsidRPr="009647FC">
        <w:rPr>
          <w:rtl/>
        </w:rPr>
        <w:t>فلمّا استوقفتُ ناقد</w:t>
      </w:r>
      <w:r w:rsidR="00677BC4">
        <w:rPr>
          <w:rtl/>
        </w:rPr>
        <w:t>َ</w:t>
      </w:r>
      <w:r w:rsidRPr="009647FC">
        <w:rPr>
          <w:rtl/>
        </w:rPr>
        <w:t xml:space="preserve"> الفكر</w:t>
      </w:r>
      <w:r w:rsidR="00D769AB">
        <w:rPr>
          <w:rtl/>
        </w:rPr>
        <w:t>،</w:t>
      </w:r>
      <w:r w:rsidRPr="009647FC">
        <w:rPr>
          <w:rtl/>
        </w:rPr>
        <w:t xml:space="preserve"> وسرحت رائد النظر في ألفاظها ومعانيها</w:t>
      </w:r>
      <w:r w:rsidR="00D769AB">
        <w:rPr>
          <w:rtl/>
        </w:rPr>
        <w:t>،</w:t>
      </w:r>
      <w:r w:rsidRPr="009647FC">
        <w:rPr>
          <w:rtl/>
        </w:rPr>
        <w:t xml:space="preserve"> وجدتها تنطق عن بذخٍ وبأو</w:t>
      </w:r>
      <w:r w:rsidR="00D769AB">
        <w:rPr>
          <w:rtl/>
        </w:rPr>
        <w:t>،</w:t>
      </w:r>
      <w:r w:rsidRPr="009647FC">
        <w:rPr>
          <w:rtl/>
        </w:rPr>
        <w:t xml:space="preserve"> وتتشدق عن شمخٍ وزهو</w:t>
      </w:r>
      <w:r w:rsidR="00D769AB">
        <w:rPr>
          <w:rtl/>
        </w:rPr>
        <w:t>،</w:t>
      </w:r>
      <w:r w:rsidRPr="009647FC">
        <w:rPr>
          <w:rtl/>
        </w:rPr>
        <w:t xml:space="preserve"> قد نشأتْ من ضميرٍ شحنه الحنق</w:t>
      </w:r>
      <w:r w:rsidR="00D769AB">
        <w:rPr>
          <w:rtl/>
        </w:rPr>
        <w:t>،</w:t>
      </w:r>
      <w:r w:rsidRPr="009647FC">
        <w:rPr>
          <w:rtl/>
        </w:rPr>
        <w:t xml:space="preserve"> وطفح بالإحن إناؤه على لسان منشئها فنطق</w:t>
      </w:r>
      <w:r w:rsidR="00677BC4">
        <w:rPr>
          <w:rtl/>
        </w:rPr>
        <w:t>َ</w:t>
      </w:r>
      <w:r w:rsidRPr="009647FC">
        <w:rPr>
          <w:rtl/>
        </w:rPr>
        <w:t xml:space="preserve"> بما نطق</w:t>
      </w:r>
      <w:r w:rsidR="00D769AB">
        <w:rPr>
          <w:rtl/>
        </w:rPr>
        <w:t>،</w:t>
      </w:r>
      <w:r w:rsidRPr="009647FC">
        <w:rPr>
          <w:rtl/>
        </w:rPr>
        <w:t xml:space="preserve"> ثمّ قلتُ إنّا للّه ويا نفسُ صبراً على مضاضة هذا الشعر الذي برز مشتملاً بثوب الحبّ وتحته تأبّط شرّاً</w:t>
      </w:r>
      <w:r w:rsidR="00D769AB">
        <w:rPr>
          <w:rtl/>
        </w:rPr>
        <w:t>،</w:t>
      </w:r>
      <w:r w:rsidRPr="009647FC">
        <w:rPr>
          <w:rtl/>
        </w:rPr>
        <w:t xml:space="preserve"> فقالت نفسي الأبية</w:t>
      </w:r>
      <w:r w:rsidR="00D769AB">
        <w:rPr>
          <w:rtl/>
        </w:rPr>
        <w:t>:</w:t>
      </w:r>
      <w:r w:rsidRPr="009647FC">
        <w:rPr>
          <w:rtl/>
        </w:rPr>
        <w:t xml:space="preserve"> كأنّك طامنت</w:t>
      </w:r>
      <w:r w:rsidR="00677BC4">
        <w:rPr>
          <w:rtl/>
        </w:rPr>
        <w:t>َ</w:t>
      </w:r>
      <w:r w:rsidRPr="009647FC">
        <w:rPr>
          <w:rtl/>
        </w:rPr>
        <w:t xml:space="preserve"> إلى أن تعطي من نفسك</w:t>
      </w:r>
      <w:r w:rsidR="00677BC4">
        <w:rPr>
          <w:rtl/>
        </w:rPr>
        <w:t>َ</w:t>
      </w:r>
      <w:r w:rsidRPr="009647FC">
        <w:rPr>
          <w:rtl/>
        </w:rPr>
        <w:t xml:space="preserve"> الدنيّة</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ترى وإلى الآن لم تجزع</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وهل بعدُ للصبر من موضعِ</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ويقرع سمعك هذا العتاب</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وتُغضي كأنّك لم تسمعِ</w:t>
            </w:r>
            <w:r w:rsidRPr="00725071">
              <w:rPr>
                <w:rStyle w:val="libPoemTiniChar0"/>
                <w:rtl/>
              </w:rPr>
              <w:br/>
              <w:t> </w:t>
            </w:r>
          </w:p>
        </w:tc>
      </w:tr>
    </w:tbl>
    <w:p w:rsidR="009647FC" w:rsidRPr="00524A24" w:rsidRDefault="009647FC" w:rsidP="004E7EC6">
      <w:pPr>
        <w:pStyle w:val="libNormal"/>
      </w:pPr>
      <w:r w:rsidRPr="009647FC">
        <w:rPr>
          <w:rtl/>
        </w:rPr>
        <w:t>وأمّا وحميّ</w:t>
      </w:r>
      <w:r w:rsidR="00677BC4">
        <w:rPr>
          <w:rtl/>
        </w:rPr>
        <w:t>َ</w:t>
      </w:r>
      <w:r w:rsidRPr="009647FC">
        <w:rPr>
          <w:rtl/>
        </w:rPr>
        <w:t>ة هاشم</w:t>
      </w:r>
      <w:r w:rsidR="00D769AB">
        <w:rPr>
          <w:rtl/>
        </w:rPr>
        <w:t>،</w:t>
      </w:r>
      <w:r w:rsidRPr="009647FC">
        <w:rPr>
          <w:rtl/>
        </w:rPr>
        <w:t xml:space="preserve"> وشهامة آبائك القماقم</w:t>
      </w:r>
      <w:r w:rsidR="00D769AB">
        <w:rPr>
          <w:rtl/>
        </w:rPr>
        <w:t>،</w:t>
      </w:r>
      <w:r w:rsidRPr="009647FC">
        <w:rPr>
          <w:rtl/>
        </w:rPr>
        <w:t xml:space="preserve"> لا نمتْك</w:t>
      </w:r>
      <w:r w:rsidR="00677BC4">
        <w:rPr>
          <w:rtl/>
        </w:rPr>
        <w:t>َ</w:t>
      </w:r>
      <w:r w:rsidRPr="009647FC">
        <w:rPr>
          <w:rtl/>
        </w:rPr>
        <w:t xml:space="preserve"> تلك الإباة منها إلى الذروة</w:t>
      </w:r>
      <w:r w:rsidR="00D769AB">
        <w:rPr>
          <w:rtl/>
        </w:rPr>
        <w:t>،</w:t>
      </w:r>
      <w:r w:rsidRPr="009647FC">
        <w:rPr>
          <w:rtl/>
        </w:rPr>
        <w:t xml:space="preserve"> إن لم تقرع بمقطع تلك الصفاة والمروة</w:t>
      </w:r>
      <w:r w:rsidR="00D769AB">
        <w:rPr>
          <w:rtl/>
        </w:rPr>
        <w:t>،</w:t>
      </w:r>
      <w:r w:rsidRPr="009647FC">
        <w:rPr>
          <w:rtl/>
        </w:rPr>
        <w:t xml:space="preserve"> فقلتُ لها</w:t>
      </w:r>
      <w:r w:rsidR="00D769AB">
        <w:rPr>
          <w:rtl/>
        </w:rPr>
        <w:t>:</w:t>
      </w:r>
      <w:r w:rsidRPr="009647FC">
        <w:rPr>
          <w:rtl/>
        </w:rPr>
        <w:t xml:space="preserve"> لا شفى اللّه لي علّ</w:t>
      </w:r>
      <w:r w:rsidR="00677BC4">
        <w:rPr>
          <w:rtl/>
        </w:rPr>
        <w:t>َ</w:t>
      </w:r>
      <w:r w:rsidRPr="009647FC">
        <w:rPr>
          <w:rtl/>
        </w:rPr>
        <w:t>ة</w:t>
      </w:r>
      <w:r w:rsidR="00D769AB">
        <w:rPr>
          <w:rtl/>
        </w:rPr>
        <w:t>،</w:t>
      </w:r>
      <w:r w:rsidRPr="009647FC">
        <w:rPr>
          <w:rtl/>
        </w:rPr>
        <w:t xml:space="preserve"> إن لم أبرد عنكِ حرّ</w:t>
      </w:r>
      <w:r w:rsidR="00677BC4">
        <w:rPr>
          <w:rtl/>
        </w:rPr>
        <w:t>َ</w:t>
      </w:r>
      <w:r w:rsidRPr="009647FC">
        <w:rPr>
          <w:rtl/>
        </w:rPr>
        <w:t xml:space="preserve"> هذه الغلّ</w:t>
      </w:r>
      <w:r w:rsidR="00677BC4">
        <w:rPr>
          <w:rtl/>
        </w:rPr>
        <w:t>َ</w:t>
      </w:r>
      <w:r w:rsidRPr="009647FC">
        <w:rPr>
          <w:rtl/>
        </w:rPr>
        <w:t>ة</w:t>
      </w:r>
      <w:r w:rsidR="00D769AB">
        <w:rPr>
          <w:rtl/>
        </w:rPr>
        <w:t>،</w:t>
      </w:r>
      <w:r w:rsidRPr="009647FC">
        <w:rPr>
          <w:rtl/>
        </w:rPr>
        <w:t xml:space="preserve"> فأنا الآن أقول</w:t>
      </w:r>
      <w:r w:rsidR="00D769AB">
        <w:rPr>
          <w:rtl/>
        </w:rPr>
        <w:t>:</w:t>
      </w:r>
    </w:p>
    <w:p w:rsidR="009647FC" w:rsidRPr="00524A24" w:rsidRDefault="009647FC" w:rsidP="004E7EC6">
      <w:pPr>
        <w:pStyle w:val="libNormal"/>
      </w:pPr>
      <w:r w:rsidRPr="009647FC">
        <w:rPr>
          <w:rtl/>
        </w:rPr>
        <w:t>أيّها الرئيس الذي كلُّ فاضلٍ إن قيس به مفضول</w:t>
      </w:r>
      <w:r w:rsidR="00D769AB">
        <w:rPr>
          <w:rtl/>
        </w:rPr>
        <w:t>،</w:t>
      </w:r>
      <w:r w:rsidRPr="009647FC">
        <w:rPr>
          <w:rtl/>
        </w:rPr>
        <w:t xml:space="preserve"> لماذا لا زلّ</w:t>
      </w:r>
      <w:r w:rsidR="00677BC4">
        <w:rPr>
          <w:rtl/>
        </w:rPr>
        <w:t>َ</w:t>
      </w:r>
      <w:r w:rsidRPr="009647FC">
        <w:rPr>
          <w:rtl/>
        </w:rPr>
        <w:t>تْ بعد هذا بك النعل</w:t>
      </w:r>
      <w:r w:rsidR="00D769AB">
        <w:rPr>
          <w:rtl/>
        </w:rPr>
        <w:t>،</w:t>
      </w:r>
      <w:r w:rsidRPr="009647FC">
        <w:rPr>
          <w:rtl/>
        </w:rPr>
        <w:t xml:space="preserve"> أصبحت تكسِّرُ عليّ</w:t>
      </w:r>
      <w:r w:rsidR="00677BC4">
        <w:rPr>
          <w:rtl/>
        </w:rPr>
        <w:t>َ</w:t>
      </w:r>
      <w:r w:rsidRPr="009647FC">
        <w:rPr>
          <w:rtl/>
        </w:rPr>
        <w:t xml:space="preserve"> أرعاظ النبل</w:t>
      </w:r>
      <w:r w:rsidR="00D769AB">
        <w:rPr>
          <w:rtl/>
        </w:rPr>
        <w:t>،</w:t>
      </w:r>
      <w:r w:rsidRPr="009647FC">
        <w:rPr>
          <w:rtl/>
        </w:rPr>
        <w:t xml:space="preserve"> تارةً تدب لي الضرّاء</w:t>
      </w:r>
      <w:r w:rsidR="00D769AB">
        <w:rPr>
          <w:rtl/>
        </w:rPr>
        <w:t>،</w:t>
      </w:r>
      <w:r w:rsidRPr="009647FC">
        <w:rPr>
          <w:rtl/>
        </w:rPr>
        <w:t xml:space="preserve">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أثبتناها في كتابنا شعراء الحلّة 3 / 125</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وأُخرى تسرُّ لي حسواً في ارتغاء</w:t>
      </w:r>
      <w:r w:rsidR="00D769AB">
        <w:rPr>
          <w:rtl/>
        </w:rPr>
        <w:t>،</w:t>
      </w:r>
      <w:r w:rsidRPr="009647FC">
        <w:rPr>
          <w:rtl/>
        </w:rPr>
        <w:t xml:space="preserve"> تشوب لي إطراءك بالقدح</w:t>
      </w:r>
      <w:r w:rsidR="00D769AB">
        <w:rPr>
          <w:rtl/>
        </w:rPr>
        <w:t>،</w:t>
      </w:r>
      <w:r w:rsidRPr="009647FC">
        <w:rPr>
          <w:rtl/>
        </w:rPr>
        <w:t xml:space="preserve"> وتبرز لي هجاءك في صورة المدح</w:t>
      </w:r>
      <w:r w:rsidR="00D769AB">
        <w:rPr>
          <w:rtl/>
        </w:rPr>
        <w:t>،</w:t>
      </w:r>
      <w:r w:rsidRPr="009647FC">
        <w:rPr>
          <w:rtl/>
        </w:rPr>
        <w:t xml:space="preserve"> تظهر التأسّف على عقود نظامي النفيسة</w:t>
      </w:r>
      <w:r w:rsidR="00D769AB">
        <w:rPr>
          <w:rtl/>
        </w:rPr>
        <w:t>،</w:t>
      </w:r>
      <w:r w:rsidRPr="009647FC">
        <w:rPr>
          <w:rtl/>
        </w:rPr>
        <w:t xml:space="preserve"> مريداً بذلك أنّي لم أرفع قدري عن ارتكاب الدنية والخسيسة</w:t>
      </w:r>
      <w:r w:rsidR="00D769AB">
        <w:rPr>
          <w:rtl/>
        </w:rPr>
        <w:t>:</w:t>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t>وهل في أديم الشمس للسهم مثبتٌ</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وإن جهل</w:t>
            </w:r>
            <w:r>
              <w:rPr>
                <w:rtl/>
              </w:rPr>
              <w:t>َ</w:t>
            </w:r>
            <w:r w:rsidRPr="009647FC">
              <w:rPr>
                <w:rtl/>
              </w:rPr>
              <w:t xml:space="preserve"> القاريُّ يوماً فراماها</w:t>
            </w:r>
            <w:r w:rsidRPr="00725071">
              <w:rPr>
                <w:rStyle w:val="libPoemTiniChar0"/>
                <w:rtl/>
              </w:rPr>
              <w:br/>
              <w:t> </w:t>
            </w:r>
          </w:p>
        </w:tc>
      </w:tr>
    </w:tbl>
    <w:p w:rsidR="009647FC" w:rsidRPr="00524A24" w:rsidRDefault="009647FC" w:rsidP="004E7EC6">
      <w:pPr>
        <w:pStyle w:val="libNormal"/>
      </w:pPr>
      <w:r w:rsidRPr="004E7EC6">
        <w:rPr>
          <w:rtl/>
        </w:rPr>
        <w:t>لقد ملت</w:t>
      </w:r>
      <w:r w:rsidR="00677BC4">
        <w:rPr>
          <w:rtl/>
        </w:rPr>
        <w:t>َ</w:t>
      </w:r>
      <w:r w:rsidRPr="004E7EC6">
        <w:rPr>
          <w:rtl/>
        </w:rPr>
        <w:t xml:space="preserve"> عليّ</w:t>
      </w:r>
      <w:r w:rsidR="00677BC4">
        <w:rPr>
          <w:rtl/>
        </w:rPr>
        <w:t>َ</w:t>
      </w:r>
      <w:r w:rsidRPr="004E7EC6">
        <w:rPr>
          <w:rtl/>
        </w:rPr>
        <w:t xml:space="preserve"> بطراً</w:t>
      </w:r>
      <w:r w:rsidR="00D769AB">
        <w:rPr>
          <w:rtl/>
        </w:rPr>
        <w:t>،</w:t>
      </w:r>
      <w:r w:rsidRPr="004E7EC6">
        <w:rPr>
          <w:rtl/>
        </w:rPr>
        <w:t xml:space="preserve"> ونسبت</w:t>
      </w:r>
      <w:r w:rsidR="00677BC4">
        <w:rPr>
          <w:rtl/>
        </w:rPr>
        <w:t>َ</w:t>
      </w:r>
      <w:r w:rsidRPr="004E7EC6">
        <w:rPr>
          <w:rtl/>
        </w:rPr>
        <w:t xml:space="preserve"> إليّ</w:t>
      </w:r>
      <w:r w:rsidR="00677BC4">
        <w:rPr>
          <w:rtl/>
        </w:rPr>
        <w:t>َ</w:t>
      </w:r>
      <w:r w:rsidRPr="004E7EC6">
        <w:rPr>
          <w:rtl/>
        </w:rPr>
        <w:t xml:space="preserve"> ما لم أكن له بأهل أشراً</w:t>
      </w:r>
      <w:r w:rsidR="00D769AB">
        <w:rPr>
          <w:rtl/>
        </w:rPr>
        <w:t>،</w:t>
      </w:r>
      <w:r w:rsidRPr="004E7EC6">
        <w:rPr>
          <w:rtl/>
        </w:rPr>
        <w:t xml:space="preserve"> فلم ترقب فيّ</w:t>
      </w:r>
      <w:r w:rsidR="00677BC4">
        <w:rPr>
          <w:rtl/>
        </w:rPr>
        <w:t>َ</w:t>
      </w:r>
      <w:r w:rsidRPr="004E7EC6">
        <w:rPr>
          <w:rtl/>
        </w:rPr>
        <w:t xml:space="preserve"> إلاًّ</w:t>
      </w:r>
      <w:r w:rsidR="00D769AB">
        <w:rPr>
          <w:rtl/>
        </w:rPr>
        <w:t>،</w:t>
      </w:r>
      <w:r w:rsidRPr="004E7EC6">
        <w:rPr>
          <w:rtl/>
        </w:rPr>
        <w:t xml:space="preserve"> كأنّك لم تفز من مديحي بالقدح الرقيب</w:t>
      </w:r>
      <w:r w:rsidRPr="004E7EC6">
        <w:rPr>
          <w:rStyle w:val="libFootnotenumChar"/>
          <w:rtl/>
        </w:rPr>
        <w:t>(1)</w:t>
      </w:r>
      <w:r w:rsidRPr="004E7EC6">
        <w:rPr>
          <w:rtl/>
        </w:rPr>
        <w:t xml:space="preserve"> والمعُلى</w:t>
      </w:r>
      <w:r w:rsidR="00D769AB">
        <w:rPr>
          <w:rtl/>
        </w:rPr>
        <w:t>:</w:t>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t>تذكركم فيك</w:t>
            </w:r>
            <w:r>
              <w:rPr>
                <w:rtl/>
              </w:rPr>
              <w:t>َ</w:t>
            </w:r>
            <w:r w:rsidRPr="009647FC">
              <w:rPr>
                <w:rtl/>
              </w:rPr>
              <w:t xml:space="preserve"> القوافي فاخرتْ</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منْ سجد الناسُ له حتى سجد</w:t>
            </w:r>
            <w:r w:rsidRPr="00725071">
              <w:rPr>
                <w:rStyle w:val="libPoemTiniChar0"/>
                <w:rtl/>
              </w:rPr>
              <w:br/>
              <w:t> </w:t>
            </w:r>
          </w:p>
        </w:tc>
      </w:tr>
    </w:tbl>
    <w:p w:rsidR="009647FC" w:rsidRPr="00524A24" w:rsidRDefault="009647FC" w:rsidP="004E7EC6">
      <w:pPr>
        <w:pStyle w:val="libNormal"/>
      </w:pPr>
      <w:r w:rsidRPr="009647FC">
        <w:rPr>
          <w:rtl/>
        </w:rPr>
        <w:t>وكيف أقول</w:t>
      </w:r>
      <w:r w:rsidR="00D769AB">
        <w:rPr>
          <w:rtl/>
        </w:rPr>
        <w:t>:</w:t>
      </w:r>
      <w:r w:rsidRPr="009647FC">
        <w:rPr>
          <w:rtl/>
        </w:rPr>
        <w:t xml:space="preserve"> لستُ أجد لنسيانك ذلك المديح معنى</w:t>
      </w:r>
      <w:r w:rsidR="00D769AB">
        <w:rPr>
          <w:rtl/>
        </w:rPr>
        <w:t>،</w:t>
      </w:r>
      <w:r w:rsidRPr="009647FC">
        <w:rPr>
          <w:rtl/>
        </w:rPr>
        <w:t xml:space="preserve"> واللّهُ تعالى يقول</w:t>
      </w:r>
      <w:r w:rsidR="00D769AB">
        <w:rPr>
          <w:rtl/>
        </w:rPr>
        <w:t>:</w:t>
      </w:r>
    </w:p>
    <w:p w:rsidR="009647FC" w:rsidRPr="00524A24" w:rsidRDefault="009647FC" w:rsidP="00C5333F">
      <w:pPr>
        <w:pStyle w:val="libNormal"/>
      </w:pPr>
      <w:r w:rsidRPr="004C00A8">
        <w:rPr>
          <w:rStyle w:val="libAlaemChar"/>
          <w:rtl/>
        </w:rPr>
        <w:t>(</w:t>
      </w:r>
      <w:r w:rsidR="00C5333F" w:rsidRPr="00C5333F">
        <w:rPr>
          <w:rStyle w:val="libAieChar"/>
          <w:rtl/>
        </w:rPr>
        <w:t>ك</w:t>
      </w:r>
      <w:r w:rsidR="00677BC4">
        <w:rPr>
          <w:rStyle w:val="libAieChar"/>
          <w:rtl/>
        </w:rPr>
        <w:t>َ</w:t>
      </w:r>
      <w:r w:rsidR="00C5333F" w:rsidRPr="00C5333F">
        <w:rPr>
          <w:rStyle w:val="libAieChar"/>
          <w:rtl/>
        </w:rPr>
        <w:t>لّ</w:t>
      </w:r>
      <w:r w:rsidR="00677BC4">
        <w:rPr>
          <w:rStyle w:val="libAieChar"/>
          <w:rtl/>
        </w:rPr>
        <w:t>َ</w:t>
      </w:r>
      <w:r w:rsidR="00C5333F" w:rsidRPr="00C5333F">
        <w:rPr>
          <w:rStyle w:val="libAieChar"/>
          <w:rtl/>
        </w:rPr>
        <w:t>ا إِنّ</w:t>
      </w:r>
      <w:r w:rsidR="00677BC4">
        <w:rPr>
          <w:rStyle w:val="libAieChar"/>
          <w:rtl/>
        </w:rPr>
        <w:t>َ</w:t>
      </w:r>
      <w:r w:rsidR="00C5333F" w:rsidRPr="00C5333F">
        <w:rPr>
          <w:rStyle w:val="libAieChar"/>
          <w:rtl/>
        </w:rPr>
        <w:t xml:space="preserve"> الْإِنس</w:t>
      </w:r>
      <w:r w:rsidR="00677BC4">
        <w:rPr>
          <w:rStyle w:val="libAieChar"/>
          <w:rtl/>
        </w:rPr>
        <w:t>َ</w:t>
      </w:r>
      <w:r w:rsidR="00C5333F" w:rsidRPr="00C5333F">
        <w:rPr>
          <w:rStyle w:val="libAieChar"/>
          <w:rtl/>
        </w:rPr>
        <w:t>ان</w:t>
      </w:r>
      <w:r w:rsidR="00677BC4">
        <w:rPr>
          <w:rStyle w:val="libAieChar"/>
          <w:rtl/>
        </w:rPr>
        <w:t>َ</w:t>
      </w:r>
      <w:r w:rsidR="00C5333F" w:rsidRPr="00C5333F">
        <w:rPr>
          <w:rStyle w:val="libAieChar"/>
          <w:rtl/>
        </w:rPr>
        <w:t xml:space="preserve"> ل</w:t>
      </w:r>
      <w:r w:rsidR="00677BC4">
        <w:rPr>
          <w:rStyle w:val="libAieChar"/>
          <w:rtl/>
        </w:rPr>
        <w:t>َ</w:t>
      </w:r>
      <w:r w:rsidR="00C5333F" w:rsidRPr="00C5333F">
        <w:rPr>
          <w:rStyle w:val="libAieChar"/>
          <w:rtl/>
        </w:rPr>
        <w:t>ي</w:t>
      </w:r>
      <w:r w:rsidR="00677BC4">
        <w:rPr>
          <w:rStyle w:val="libAieChar"/>
          <w:rtl/>
        </w:rPr>
        <w:t>َ</w:t>
      </w:r>
      <w:r w:rsidR="00C5333F" w:rsidRPr="00C5333F">
        <w:rPr>
          <w:rStyle w:val="libAieChar"/>
          <w:rtl/>
        </w:rPr>
        <w:t>طْغ</w:t>
      </w:r>
      <w:r w:rsidR="00677BC4">
        <w:rPr>
          <w:rStyle w:val="libAieChar"/>
          <w:rtl/>
        </w:rPr>
        <w:t>َ</w:t>
      </w:r>
      <w:r w:rsidR="00C5333F" w:rsidRPr="00C5333F">
        <w:rPr>
          <w:rStyle w:val="libAieChar"/>
          <w:rtl/>
        </w:rPr>
        <w:t>ىٰ ﴿٦﴾ أ</w:t>
      </w:r>
      <w:r w:rsidR="00677BC4">
        <w:rPr>
          <w:rStyle w:val="libAieChar"/>
          <w:rtl/>
        </w:rPr>
        <w:t>َ</w:t>
      </w:r>
      <w:r w:rsidR="00C5333F" w:rsidRPr="00C5333F">
        <w:rPr>
          <w:rStyle w:val="libAieChar"/>
          <w:rtl/>
        </w:rPr>
        <w:t>ن رّ</w:t>
      </w:r>
      <w:r w:rsidR="00677BC4">
        <w:rPr>
          <w:rStyle w:val="libAieChar"/>
          <w:rtl/>
        </w:rPr>
        <w:t>َ</w:t>
      </w:r>
      <w:r w:rsidR="00C5333F" w:rsidRPr="00C5333F">
        <w:rPr>
          <w:rStyle w:val="libAieChar"/>
          <w:rtl/>
        </w:rPr>
        <w:t>‌آهُ اسْت</w:t>
      </w:r>
      <w:r w:rsidR="00677BC4">
        <w:rPr>
          <w:rStyle w:val="libAieChar"/>
          <w:rtl/>
        </w:rPr>
        <w:t>َ</w:t>
      </w:r>
      <w:r w:rsidR="00C5333F" w:rsidRPr="00C5333F">
        <w:rPr>
          <w:rStyle w:val="libAieChar"/>
          <w:rtl/>
        </w:rPr>
        <w:t>غْن</w:t>
      </w:r>
      <w:r w:rsidR="00677BC4">
        <w:rPr>
          <w:rStyle w:val="libAieChar"/>
          <w:rtl/>
        </w:rPr>
        <w:t>َ</w:t>
      </w:r>
      <w:r w:rsidR="00C5333F" w:rsidRPr="00C5333F">
        <w:rPr>
          <w:rStyle w:val="libAieChar"/>
          <w:rtl/>
        </w:rPr>
        <w:t>ىٰ</w:t>
      </w:r>
      <w:r w:rsidRPr="004C00A8">
        <w:rPr>
          <w:rStyle w:val="libAlaemChar"/>
          <w:rtl/>
        </w:rPr>
        <w:t>)</w:t>
      </w:r>
      <w:r w:rsidR="00D769AB">
        <w:rPr>
          <w:rtl/>
        </w:rPr>
        <w:t>،</w:t>
      </w:r>
      <w:r w:rsidRPr="004E7EC6">
        <w:rPr>
          <w:rtl/>
        </w:rPr>
        <w:t xml:space="preserve"> وليت شعري كيف خفّ</w:t>
      </w:r>
      <w:r w:rsidR="00677BC4">
        <w:rPr>
          <w:rtl/>
        </w:rPr>
        <w:t>َ</w:t>
      </w:r>
      <w:r w:rsidRPr="004E7EC6">
        <w:rPr>
          <w:rtl/>
        </w:rPr>
        <w:t>ت هضبة حلمك بعدما أرسى بك الوقار دهراً</w:t>
      </w:r>
      <w:r w:rsidR="00D769AB">
        <w:rPr>
          <w:rtl/>
        </w:rPr>
        <w:t>،</w:t>
      </w:r>
      <w:r w:rsidRPr="004E7EC6">
        <w:rPr>
          <w:rtl/>
        </w:rPr>
        <w:t xml:space="preserve"> بل كيف استبدلت</w:t>
      </w:r>
      <w:r w:rsidR="00677BC4">
        <w:rPr>
          <w:rtl/>
        </w:rPr>
        <w:t>َ</w:t>
      </w:r>
      <w:r w:rsidRPr="004E7EC6">
        <w:rPr>
          <w:rtl/>
        </w:rPr>
        <w:t xml:space="preserve"> الإسراع بالأناة فنثلت عليّ</w:t>
      </w:r>
      <w:r w:rsidR="00677BC4">
        <w:rPr>
          <w:rtl/>
        </w:rPr>
        <w:t>َ</w:t>
      </w:r>
      <w:r w:rsidRPr="004E7EC6">
        <w:rPr>
          <w:rtl/>
        </w:rPr>
        <w:t xml:space="preserve"> كنانة شعرك تطاولاً وفخراً</w:t>
      </w:r>
      <w:r w:rsidR="00D769AB">
        <w:rPr>
          <w:rtl/>
        </w:rPr>
        <w:t>،</w:t>
      </w:r>
      <w:r w:rsidRPr="004E7EC6">
        <w:rPr>
          <w:rtl/>
        </w:rPr>
        <w:t xml:space="preserve"> فملأت</w:t>
      </w:r>
      <w:r w:rsidR="00677BC4">
        <w:rPr>
          <w:rtl/>
        </w:rPr>
        <w:t>َ</w:t>
      </w:r>
      <w:r w:rsidRPr="004E7EC6">
        <w:rPr>
          <w:rtl/>
        </w:rPr>
        <w:t xml:space="preserve"> قلبي ألماً</w:t>
      </w:r>
      <w:r w:rsidR="00D769AB">
        <w:rPr>
          <w:rtl/>
        </w:rPr>
        <w:t>،</w:t>
      </w:r>
      <w:r w:rsidRPr="004E7EC6">
        <w:rPr>
          <w:rtl/>
        </w:rPr>
        <w:t xml:space="preserve"> حتى أدميت البنان تأسّفاً وندماً</w:t>
      </w:r>
      <w:r w:rsidR="00D769AB">
        <w:rPr>
          <w:rtl/>
        </w:rPr>
        <w:t>،</w:t>
      </w:r>
      <w:r w:rsidRPr="004E7EC6">
        <w:rPr>
          <w:rtl/>
        </w:rPr>
        <w:t xml:space="preserve"> وحتى خلعتُ لبسة المتجلّد</w:t>
      </w:r>
      <w:r w:rsidR="00D769AB">
        <w:rPr>
          <w:rtl/>
        </w:rPr>
        <w:t>،</w:t>
      </w:r>
      <w:r w:rsidRPr="004E7EC6">
        <w:rPr>
          <w:rtl/>
        </w:rPr>
        <w:t xml:space="preserve"> بمقيمٍ من الحزازة مقعد</w:t>
      </w:r>
      <w:r w:rsidR="00D769AB">
        <w:rPr>
          <w:rtl/>
        </w:rPr>
        <w:t>،</w:t>
      </w:r>
      <w:r w:rsidRPr="004E7EC6">
        <w:rPr>
          <w:rtl/>
        </w:rPr>
        <w:t xml:space="preserve"> وطفقتُ أنشئ ثمّ أنشد</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لي</w:t>
            </w:r>
            <w:r>
              <w:rPr>
                <w:rtl/>
              </w:rPr>
              <w:t xml:space="preserve"> </w:t>
            </w:r>
            <w:r w:rsidRPr="009647FC">
              <w:rPr>
                <w:rtl/>
              </w:rPr>
              <w:t>اللوم</w:t>
            </w:r>
            <w:r>
              <w:rPr>
                <w:rtl/>
              </w:rPr>
              <w:t xml:space="preserve"> </w:t>
            </w:r>
            <w:r w:rsidRPr="009647FC">
              <w:rPr>
                <w:rtl/>
              </w:rPr>
              <w:t>قد</w:t>
            </w:r>
            <w:r>
              <w:rPr>
                <w:rtl/>
              </w:rPr>
              <w:t xml:space="preserve"> </w:t>
            </w:r>
            <w:r w:rsidRPr="009647FC">
              <w:rPr>
                <w:rtl/>
              </w:rPr>
              <w:t>كلفتُ</w:t>
            </w:r>
            <w:r>
              <w:rPr>
                <w:rtl/>
              </w:rPr>
              <w:t xml:space="preserve"> </w:t>
            </w:r>
            <w:r w:rsidRPr="009647FC">
              <w:rPr>
                <w:rtl/>
              </w:rPr>
              <w:t>نفسي</w:t>
            </w:r>
            <w:r>
              <w:rPr>
                <w:rtl/>
              </w:rPr>
              <w:t xml:space="preserve"> </w:t>
            </w:r>
            <w:r w:rsidRPr="009647FC">
              <w:rPr>
                <w:rtl/>
              </w:rPr>
              <w:t>خطةً</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عواقبها</w:t>
            </w:r>
            <w:r>
              <w:rPr>
                <w:rtl/>
              </w:rPr>
              <w:t xml:space="preserve"> </w:t>
            </w:r>
            <w:r w:rsidRPr="009647FC">
              <w:rPr>
                <w:rtl/>
              </w:rPr>
              <w:t>تدمى</w:t>
            </w:r>
            <w:r>
              <w:rPr>
                <w:rtl/>
              </w:rPr>
              <w:t xml:space="preserve"> </w:t>
            </w:r>
            <w:r w:rsidRPr="009647FC">
              <w:rPr>
                <w:rtl/>
              </w:rPr>
              <w:t>عليها</w:t>
            </w:r>
            <w:r>
              <w:rPr>
                <w:rtl/>
              </w:rPr>
              <w:t xml:space="preserve"> </w:t>
            </w:r>
            <w:r w:rsidRPr="009647FC">
              <w:rPr>
                <w:rtl/>
              </w:rPr>
              <w:t>الأصابعُ</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وأوردتها</w:t>
            </w:r>
            <w:r w:rsidR="004C00A8">
              <w:rPr>
                <w:rtl/>
              </w:rPr>
              <w:t xml:space="preserve"> </w:t>
            </w:r>
            <w:r w:rsidRPr="009647FC">
              <w:rPr>
                <w:rtl/>
              </w:rPr>
              <w:t>رنقاً</w:t>
            </w:r>
            <w:r>
              <w:rPr>
                <w:rtl/>
              </w:rPr>
              <w:t xml:space="preserve"> </w:t>
            </w:r>
            <w:r w:rsidRPr="009647FC">
              <w:rPr>
                <w:rtl/>
              </w:rPr>
              <w:t>من</w:t>
            </w:r>
            <w:r>
              <w:rPr>
                <w:rtl/>
              </w:rPr>
              <w:t xml:space="preserve"> </w:t>
            </w:r>
            <w:r w:rsidRPr="009647FC">
              <w:rPr>
                <w:rtl/>
              </w:rPr>
              <w:t>الذلّ</w:t>
            </w:r>
            <w:r>
              <w:rPr>
                <w:rtl/>
              </w:rPr>
              <w:t xml:space="preserve"> </w:t>
            </w:r>
            <w:r w:rsidRPr="009647FC">
              <w:rPr>
                <w:rtl/>
              </w:rPr>
              <w:t>آجنا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يسوءُ</w:t>
            </w:r>
            <w:r w:rsidR="004C00A8">
              <w:rPr>
                <w:rtl/>
              </w:rPr>
              <w:t xml:space="preserve"> </w:t>
            </w:r>
            <w:r w:rsidRPr="009647FC">
              <w:rPr>
                <w:rtl/>
              </w:rPr>
              <w:t>المعالي</w:t>
            </w:r>
            <w:r>
              <w:rPr>
                <w:rtl/>
              </w:rPr>
              <w:t xml:space="preserve"> </w:t>
            </w:r>
            <w:r w:rsidRPr="009647FC">
              <w:rPr>
                <w:rtl/>
              </w:rPr>
              <w:t>أنّني</w:t>
            </w:r>
            <w:r>
              <w:rPr>
                <w:rtl/>
              </w:rPr>
              <w:t xml:space="preserve"> </w:t>
            </w:r>
            <w:r w:rsidRPr="009647FC">
              <w:rPr>
                <w:rtl/>
              </w:rPr>
              <w:t>فيه</w:t>
            </w:r>
            <w:r>
              <w:rPr>
                <w:rtl/>
              </w:rPr>
              <w:t xml:space="preserve"> </w:t>
            </w:r>
            <w:r w:rsidRPr="009647FC">
              <w:rPr>
                <w:rtl/>
              </w:rPr>
              <w:t>شارعُ</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ودنّ</w:t>
            </w:r>
            <w:r>
              <w:rPr>
                <w:rtl/>
              </w:rPr>
              <w:t>َ</w:t>
            </w:r>
            <w:r w:rsidRPr="009647FC">
              <w:rPr>
                <w:rtl/>
              </w:rPr>
              <w:t>ستُ</w:t>
            </w:r>
            <w:r w:rsidR="004C00A8">
              <w:rPr>
                <w:rtl/>
              </w:rPr>
              <w:t xml:space="preserve"> </w:t>
            </w:r>
            <w:r w:rsidRPr="009647FC">
              <w:rPr>
                <w:rtl/>
              </w:rPr>
              <w:t>من</w:t>
            </w:r>
            <w:r>
              <w:rPr>
                <w:rtl/>
              </w:rPr>
              <w:t xml:space="preserve"> </w:t>
            </w:r>
            <w:r w:rsidRPr="009647FC">
              <w:rPr>
                <w:rtl/>
              </w:rPr>
              <w:t>أبرادها</w:t>
            </w:r>
            <w:r>
              <w:rPr>
                <w:rtl/>
              </w:rPr>
              <w:t xml:space="preserve"> </w:t>
            </w:r>
            <w:r w:rsidRPr="009647FC">
              <w:rPr>
                <w:rtl/>
              </w:rPr>
              <w:t>ثوب</w:t>
            </w:r>
            <w:r>
              <w:rPr>
                <w:rtl/>
              </w:rPr>
              <w:t xml:space="preserve"> </w:t>
            </w:r>
            <w:r w:rsidRPr="009647FC">
              <w:rPr>
                <w:rtl/>
              </w:rPr>
              <w:t>عفّةٍ</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إبائي</w:t>
            </w:r>
            <w:r>
              <w:rPr>
                <w:rtl/>
              </w:rPr>
              <w:t xml:space="preserve">َ </w:t>
            </w:r>
            <w:r w:rsidRPr="009647FC">
              <w:rPr>
                <w:rtl/>
              </w:rPr>
              <w:t>تسهيمٌ</w:t>
            </w:r>
            <w:r>
              <w:rPr>
                <w:rtl/>
              </w:rPr>
              <w:t xml:space="preserve"> </w:t>
            </w:r>
            <w:r w:rsidRPr="009647FC">
              <w:rPr>
                <w:rtl/>
              </w:rPr>
              <w:t>له</w:t>
            </w:r>
            <w:r>
              <w:rPr>
                <w:rtl/>
              </w:rPr>
              <w:t xml:space="preserve"> </w:t>
            </w:r>
            <w:r w:rsidRPr="009647FC">
              <w:rPr>
                <w:rtl/>
              </w:rPr>
              <w:t>ووشايعُ</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وعرّ</w:t>
            </w:r>
            <w:r>
              <w:rPr>
                <w:rtl/>
              </w:rPr>
              <w:t>َ</w:t>
            </w:r>
            <w:r w:rsidRPr="009647FC">
              <w:rPr>
                <w:rtl/>
              </w:rPr>
              <w:t>ضتها</w:t>
            </w:r>
            <w:r w:rsidR="004C00A8">
              <w:rPr>
                <w:rtl/>
              </w:rPr>
              <w:t xml:space="preserve"> </w:t>
            </w:r>
            <w:r w:rsidRPr="009647FC">
              <w:rPr>
                <w:rtl/>
              </w:rPr>
              <w:t>بعد</w:t>
            </w:r>
            <w:r>
              <w:rPr>
                <w:rtl/>
              </w:rPr>
              <w:t xml:space="preserve"> </w:t>
            </w:r>
            <w:r w:rsidRPr="009647FC">
              <w:rPr>
                <w:rtl/>
              </w:rPr>
              <w:t>الإباء</w:t>
            </w:r>
            <w:r>
              <w:rPr>
                <w:rtl/>
              </w:rPr>
              <w:t xml:space="preserve"> </w:t>
            </w:r>
            <w:r w:rsidRPr="009647FC">
              <w:rPr>
                <w:rtl/>
              </w:rPr>
              <w:t>لسبّ</w:t>
            </w:r>
            <w:r>
              <w:rPr>
                <w:rtl/>
              </w:rPr>
              <w:t>َ</w:t>
            </w:r>
            <w:r w:rsidRPr="009647FC">
              <w:rPr>
                <w:rtl/>
              </w:rPr>
              <w:t>ةٍ</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Pr>
                <w:rtl/>
              </w:rPr>
              <w:t>(</w:t>
            </w:r>
            <w:r w:rsidRPr="009647FC">
              <w:rPr>
                <w:rtl/>
              </w:rPr>
              <w:t>إذا</w:t>
            </w:r>
            <w:r>
              <w:rPr>
                <w:rtl/>
              </w:rPr>
              <w:t xml:space="preserve"> </w:t>
            </w:r>
            <w:r w:rsidRPr="009647FC">
              <w:rPr>
                <w:rtl/>
              </w:rPr>
              <w:t>ذُكرت</w:t>
            </w:r>
            <w:r>
              <w:rPr>
                <w:rtl/>
              </w:rPr>
              <w:t xml:space="preserve"> </w:t>
            </w:r>
            <w:r w:rsidRPr="009647FC">
              <w:rPr>
                <w:rtl/>
              </w:rPr>
              <w:t>تستكُّ</w:t>
            </w:r>
            <w:r>
              <w:rPr>
                <w:rtl/>
              </w:rPr>
              <w:t xml:space="preserve"> </w:t>
            </w:r>
            <w:r w:rsidRPr="009647FC">
              <w:rPr>
                <w:rtl/>
              </w:rPr>
              <w:t>منها</w:t>
            </w:r>
            <w:r>
              <w:rPr>
                <w:rtl/>
              </w:rPr>
              <w:t xml:space="preserve"> </w:t>
            </w:r>
            <w:r w:rsidRPr="009647FC">
              <w:rPr>
                <w:rtl/>
              </w:rPr>
              <w:t>المسامعُ</w:t>
            </w:r>
            <w:r>
              <w:rPr>
                <w:rtl/>
              </w:rPr>
              <w:t>)</w:t>
            </w:r>
            <w:r w:rsidRPr="00725071">
              <w:rPr>
                <w:rStyle w:val="libPoemTiniChar0"/>
                <w:rtl/>
              </w:rPr>
              <w:br/>
              <w:t> </w:t>
            </w:r>
          </w:p>
        </w:tc>
      </w:tr>
    </w:tbl>
    <w:p w:rsidR="009647FC" w:rsidRPr="00524A24" w:rsidRDefault="009647FC" w:rsidP="004E7EC6">
      <w:pPr>
        <w:pStyle w:val="libNormal"/>
      </w:pPr>
      <w:r w:rsidRPr="004E7EC6">
        <w:rPr>
          <w:rtl/>
        </w:rPr>
        <w:t>أجل</w:t>
      </w:r>
      <w:r w:rsidR="00D769AB">
        <w:rPr>
          <w:rtl/>
        </w:rPr>
        <w:t>،</w:t>
      </w:r>
      <w:r w:rsidRPr="004E7EC6">
        <w:rPr>
          <w:rtl/>
        </w:rPr>
        <w:t xml:space="preserve"> وليت سبق السيفُ إليّ</w:t>
      </w:r>
      <w:r w:rsidR="00677BC4">
        <w:rPr>
          <w:rtl/>
        </w:rPr>
        <w:t>َ</w:t>
      </w:r>
      <w:r w:rsidRPr="004E7EC6">
        <w:rPr>
          <w:rtl/>
        </w:rPr>
        <w:t xml:space="preserve"> هذا العذل</w:t>
      </w:r>
      <w:r w:rsidR="00D769AB">
        <w:rPr>
          <w:rtl/>
        </w:rPr>
        <w:t>،</w:t>
      </w:r>
      <w:r w:rsidRPr="004E7EC6">
        <w:rPr>
          <w:rtl/>
        </w:rPr>
        <w:t xml:space="preserve"> أيُّ خطّةٍ أسوء وأفظع</w:t>
      </w:r>
      <w:r w:rsidR="00D769AB">
        <w:rPr>
          <w:rtl/>
        </w:rPr>
        <w:t>؟</w:t>
      </w:r>
      <w:r w:rsidRPr="004E7EC6">
        <w:rPr>
          <w:rtl/>
        </w:rPr>
        <w:t xml:space="preserve"> أم أيُّ سبّةٍ إذا ذُكرت في المجالس عليّ</w:t>
      </w:r>
      <w:r w:rsidR="00677BC4">
        <w:rPr>
          <w:rtl/>
        </w:rPr>
        <w:t>َ</w:t>
      </w:r>
      <w:r w:rsidRPr="004E7EC6">
        <w:rPr>
          <w:rtl/>
        </w:rPr>
        <w:t xml:space="preserve"> أشنع</w:t>
      </w:r>
      <w:r w:rsidR="00D769AB">
        <w:rPr>
          <w:rtl/>
        </w:rPr>
        <w:t>؟</w:t>
      </w:r>
      <w:r w:rsidRPr="004E7EC6">
        <w:rPr>
          <w:rtl/>
        </w:rPr>
        <w:t xml:space="preserve"> من أنّي وضعتُ نفسي لكم وضع م</w:t>
      </w:r>
      <w:r w:rsidR="00677BC4">
        <w:rPr>
          <w:rtl/>
        </w:rPr>
        <w:t>َ</w:t>
      </w:r>
      <w:r w:rsidRPr="004E7EC6">
        <w:rPr>
          <w:rtl/>
        </w:rPr>
        <w:t>نْ يريد الارتفاع</w:t>
      </w:r>
      <w:r w:rsidRPr="004E7EC6">
        <w:rPr>
          <w:rStyle w:val="libFootnotenumChar"/>
          <w:rtl/>
        </w:rPr>
        <w:t>(2)</w:t>
      </w:r>
      <w:r w:rsidRPr="004E7EC6">
        <w:rPr>
          <w:rtl/>
        </w:rPr>
        <w:t xml:space="preserve"> بكم</w:t>
      </w:r>
      <w:r w:rsidR="00D769AB">
        <w:rPr>
          <w:rtl/>
        </w:rPr>
        <w:t>،</w:t>
      </w:r>
      <w:r w:rsidRPr="004E7EC6">
        <w:rPr>
          <w:rtl/>
        </w:rPr>
        <w:t xml:space="preserve"> بل وضع م</w:t>
      </w:r>
      <w:r w:rsidR="00677BC4">
        <w:rPr>
          <w:rtl/>
        </w:rPr>
        <w:t>َ</w:t>
      </w:r>
      <w:r w:rsidRPr="004E7EC6">
        <w:rPr>
          <w:rtl/>
        </w:rPr>
        <w:t xml:space="preserve">نْ ينتجع هشيم كرمكم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كذا في المخطوطتين والمطبوعتين</w:t>
      </w:r>
      <w:r w:rsidR="00D769AB">
        <w:rPr>
          <w:rtl/>
        </w:rPr>
        <w:t>،</w:t>
      </w:r>
      <w:r w:rsidRPr="009647FC">
        <w:rPr>
          <w:rtl/>
        </w:rPr>
        <w:t xml:space="preserve"> ولعلّه يريد</w:t>
      </w:r>
      <w:r w:rsidR="00D769AB">
        <w:rPr>
          <w:rtl/>
        </w:rPr>
        <w:t>:</w:t>
      </w:r>
      <w:r w:rsidRPr="009647FC">
        <w:rPr>
          <w:rtl/>
        </w:rPr>
        <w:t xml:space="preserve"> القريب</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في المطبوع</w:t>
      </w:r>
      <w:r w:rsidR="00D769AB">
        <w:rPr>
          <w:rtl/>
        </w:rPr>
        <w:t>:</w:t>
      </w:r>
      <w:r w:rsidRPr="009647FC">
        <w:rPr>
          <w:rtl/>
        </w:rPr>
        <w:t xml:space="preserve"> الانتفاع</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انتجاع الرائد</w:t>
      </w:r>
      <w:r w:rsidR="00D769AB">
        <w:rPr>
          <w:rtl/>
        </w:rPr>
        <w:t>،</w:t>
      </w:r>
      <w:r w:rsidRPr="009647FC">
        <w:rPr>
          <w:rtl/>
        </w:rPr>
        <w:t xml:space="preserve"> ويحرم على سراب جودكم حرم</w:t>
      </w:r>
      <w:r w:rsidR="00677BC4">
        <w:rPr>
          <w:rtl/>
        </w:rPr>
        <w:t>َ</w:t>
      </w:r>
      <w:r w:rsidRPr="009647FC">
        <w:rPr>
          <w:rtl/>
        </w:rPr>
        <w:t xml:space="preserve"> المحلي‌ء عن الموارد</w:t>
      </w:r>
      <w:r w:rsidR="00D769AB">
        <w:rPr>
          <w:rtl/>
        </w:rPr>
        <w:t>،</w:t>
      </w:r>
      <w:r w:rsidRPr="009647FC">
        <w:rPr>
          <w:rtl/>
        </w:rPr>
        <w:t xml:space="preserve"> على أنّي أحقُّ بما قاله الفرزدق</w:t>
      </w:r>
      <w:r w:rsidR="00D769AB">
        <w:rPr>
          <w:rtl/>
        </w:rPr>
        <w:t>:</w:t>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t>أتيناك لا من حاجةٍ عرضت لنا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إليك</w:t>
            </w:r>
            <w:r>
              <w:rPr>
                <w:rtl/>
              </w:rPr>
              <w:t>َ</w:t>
            </w:r>
            <w:r w:rsidRPr="009647FC">
              <w:rPr>
                <w:rtl/>
              </w:rPr>
              <w:t xml:space="preserve"> ولا من قلّةٍ في مجاشعِ</w:t>
            </w:r>
            <w:r w:rsidRPr="00725071">
              <w:rPr>
                <w:rStyle w:val="libPoemTiniChar0"/>
                <w:rtl/>
              </w:rPr>
              <w:br/>
              <w:t> </w:t>
            </w:r>
          </w:p>
        </w:tc>
      </w:tr>
    </w:tbl>
    <w:p w:rsidR="009647FC" w:rsidRPr="00524A24" w:rsidRDefault="009647FC" w:rsidP="004E7EC6">
      <w:pPr>
        <w:pStyle w:val="libNormal"/>
      </w:pPr>
      <w:r w:rsidRPr="009647FC">
        <w:rPr>
          <w:rtl/>
        </w:rPr>
        <w:t>وامتهنتُ نفسي بأن صرتُ لكم شاعر</w:t>
      </w:r>
      <w:r w:rsidR="00D769AB">
        <w:rPr>
          <w:rtl/>
        </w:rPr>
        <w:t>،</w:t>
      </w:r>
      <w:r w:rsidRPr="009647FC">
        <w:rPr>
          <w:rtl/>
        </w:rPr>
        <w:t xml:space="preserve"> ناشراً ذكركم بالجميل بين الأكابر والأصاغر</w:t>
      </w:r>
      <w:r w:rsidR="00D769AB">
        <w:rPr>
          <w:rtl/>
        </w:rPr>
        <w:t>،</w:t>
      </w:r>
      <w:r w:rsidRPr="009647FC">
        <w:rPr>
          <w:rtl/>
        </w:rPr>
        <w:t xml:space="preserve"> كم أزففت لكم غادة كعاب</w:t>
      </w:r>
      <w:r w:rsidR="00D769AB">
        <w:rPr>
          <w:rtl/>
        </w:rPr>
        <w:t>،</w:t>
      </w:r>
      <w:r w:rsidRPr="009647FC">
        <w:rPr>
          <w:rtl/>
        </w:rPr>
        <w:t xml:space="preserve"> تخجل بحسنها الأتراب</w:t>
      </w:r>
      <w:r w:rsidR="00D769AB">
        <w:rPr>
          <w:rtl/>
        </w:rPr>
        <w:t>،</w:t>
      </w:r>
      <w:r w:rsidRPr="009647FC">
        <w:rPr>
          <w:rtl/>
        </w:rPr>
        <w:t xml:space="preserve"> لا أريد بذلك منكم إلاّ الوداد</w:t>
      </w:r>
      <w:r w:rsidR="00D769AB">
        <w:rPr>
          <w:rtl/>
        </w:rPr>
        <w:t>،</w:t>
      </w:r>
      <w:r w:rsidRPr="009647FC">
        <w:rPr>
          <w:rtl/>
        </w:rPr>
        <w:t xml:space="preserve"> وصفاء المحبّة والاتّحاد</w:t>
      </w:r>
      <w:r w:rsidR="00D769AB">
        <w:rPr>
          <w:rtl/>
        </w:rPr>
        <w:t>،</w:t>
      </w:r>
      <w:r w:rsidRPr="009647FC">
        <w:rPr>
          <w:rtl/>
        </w:rPr>
        <w:t xml:space="preserve"> ولو أنّي أستام لها بقدر محاسنها المهر</w:t>
      </w:r>
      <w:r w:rsidR="00D769AB">
        <w:rPr>
          <w:rtl/>
        </w:rPr>
        <w:t>،</w:t>
      </w:r>
      <w:r w:rsidRPr="009647FC">
        <w:rPr>
          <w:rtl/>
        </w:rPr>
        <w:t xml:space="preserve"> لعزّ</w:t>
      </w:r>
      <w:r w:rsidR="00677BC4">
        <w:rPr>
          <w:rtl/>
        </w:rPr>
        <w:t>َ</w:t>
      </w:r>
      <w:r w:rsidRPr="009647FC">
        <w:rPr>
          <w:rtl/>
        </w:rPr>
        <w:t xml:space="preserve"> على الأكفاء أن تحظى منها بشطر</w:t>
      </w:r>
      <w:r w:rsidR="00D769AB">
        <w:rPr>
          <w:rtl/>
        </w:rPr>
        <w:t>،</w:t>
      </w:r>
      <w:r w:rsidRPr="009647FC">
        <w:rPr>
          <w:rtl/>
        </w:rPr>
        <w:t xml:space="preserve"> فطفقت تنظر إليّ</w:t>
      </w:r>
      <w:r w:rsidR="00677BC4">
        <w:rPr>
          <w:rtl/>
        </w:rPr>
        <w:t>َ</w:t>
      </w:r>
      <w:r w:rsidRPr="009647FC">
        <w:rPr>
          <w:rtl/>
        </w:rPr>
        <w:t xml:space="preserve"> بعين محتقر</w:t>
      </w:r>
      <w:r w:rsidR="00D769AB">
        <w:rPr>
          <w:rtl/>
        </w:rPr>
        <w:t>،</w:t>
      </w:r>
      <w:r w:rsidRPr="009647FC">
        <w:rPr>
          <w:rtl/>
        </w:rPr>
        <w:t xml:space="preserve"> وتخاطبني بما تخاطب به م</w:t>
      </w:r>
      <w:r w:rsidR="00677BC4">
        <w:rPr>
          <w:rtl/>
        </w:rPr>
        <w:t>َ</w:t>
      </w:r>
      <w:r w:rsidRPr="009647FC">
        <w:rPr>
          <w:rtl/>
        </w:rPr>
        <w:t>نْ هو إليك مفتقر</w:t>
      </w:r>
      <w:r w:rsidR="00D769AB">
        <w:rPr>
          <w:rtl/>
        </w:rPr>
        <w:t>،</w:t>
      </w:r>
      <w:r w:rsidRPr="009647FC">
        <w:rPr>
          <w:rtl/>
        </w:rPr>
        <w:t xml:space="preserve"> فمهلاً أبا حسن</w:t>
      </w:r>
      <w:r w:rsidR="00D769AB">
        <w:rPr>
          <w:rtl/>
        </w:rPr>
        <w:t>!</w:t>
      </w:r>
      <w:r w:rsidRPr="009647FC">
        <w:rPr>
          <w:rtl/>
        </w:rPr>
        <w:t xml:space="preserve"> لا تشمخ بأنف م</w:t>
      </w:r>
      <w:r w:rsidR="00677BC4">
        <w:rPr>
          <w:rtl/>
        </w:rPr>
        <w:t>َ</w:t>
      </w:r>
      <w:r w:rsidRPr="009647FC">
        <w:rPr>
          <w:rtl/>
        </w:rPr>
        <w:t>نْ بزهرة دنياه قد افتتن</w:t>
      </w:r>
      <w:r w:rsidR="00D769AB">
        <w:rPr>
          <w:rtl/>
        </w:rPr>
        <w:t>:</w:t>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t>إنْ أكن مهدياً لك الشعر إنّي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لابنُ بيتٍ تُهدى له الأشعارُ</w:t>
            </w:r>
            <w:r w:rsidRPr="00725071">
              <w:rPr>
                <w:rStyle w:val="libPoemTiniChar0"/>
                <w:rtl/>
              </w:rPr>
              <w:br/>
              <w:t> </w:t>
            </w:r>
          </w:p>
        </w:tc>
      </w:tr>
    </w:tbl>
    <w:p w:rsidR="009647FC" w:rsidRPr="00524A24" w:rsidRDefault="009647FC" w:rsidP="004E7EC6">
      <w:pPr>
        <w:pStyle w:val="libNormal"/>
      </w:pPr>
      <w:r w:rsidRPr="004E7EC6">
        <w:rPr>
          <w:rtl/>
        </w:rPr>
        <w:t>بل</w:t>
      </w:r>
      <w:r w:rsidR="00D769AB">
        <w:rPr>
          <w:rtl/>
        </w:rPr>
        <w:t>،</w:t>
      </w:r>
      <w:r w:rsidRPr="004E7EC6">
        <w:rPr>
          <w:rtl/>
        </w:rPr>
        <w:t xml:space="preserve"> لعليّ لا يعدّ المتطاولُ عليّ لمجده ما أعدُّه</w:t>
      </w:r>
      <w:r w:rsidRPr="004E7EC6">
        <w:rPr>
          <w:rStyle w:val="libFootnotenumChar"/>
          <w:rtl/>
        </w:rPr>
        <w:t>(1)</w:t>
      </w:r>
      <w:r w:rsidRPr="004E7EC6">
        <w:rPr>
          <w:rtl/>
        </w:rPr>
        <w:t xml:space="preserve"> من الخصائص</w:t>
      </w:r>
      <w:r w:rsidR="00D769AB">
        <w:rPr>
          <w:rtl/>
        </w:rPr>
        <w:t>؛</w:t>
      </w:r>
      <w:r w:rsidRPr="004E7EC6">
        <w:rPr>
          <w:rtl/>
        </w:rPr>
        <w:t xml:space="preserve"> لنسبي اللباب</w:t>
      </w:r>
      <w:r w:rsidR="00D769AB">
        <w:rPr>
          <w:rtl/>
        </w:rPr>
        <w:t>،</w:t>
      </w:r>
      <w:r w:rsidRPr="004E7EC6">
        <w:rPr>
          <w:rtl/>
        </w:rPr>
        <w:t xml:space="preserve"> وحسبي الخالص</w:t>
      </w:r>
      <w:r w:rsidR="00D769AB">
        <w:rPr>
          <w:rtl/>
        </w:rPr>
        <w:t>،</w:t>
      </w:r>
      <w:r w:rsidRPr="004E7EC6">
        <w:rPr>
          <w:rtl/>
        </w:rPr>
        <w:t xml:space="preserve"> تنميني إلى ذرى العلياء سادةٌ علماء</w:t>
      </w:r>
      <w:r w:rsidR="00D769AB">
        <w:rPr>
          <w:rtl/>
        </w:rPr>
        <w:t>،</w:t>
      </w:r>
      <w:r w:rsidRPr="004E7EC6">
        <w:rPr>
          <w:rtl/>
        </w:rPr>
        <w:t xml:space="preserve"> قادةٌ حكماء</w:t>
      </w:r>
      <w:r w:rsidR="00D769AB">
        <w:rPr>
          <w:rtl/>
        </w:rPr>
        <w:t>،</w:t>
      </w:r>
      <w:r w:rsidRPr="004E7EC6">
        <w:rPr>
          <w:rtl/>
        </w:rPr>
        <w:t xml:space="preserve"> ذادةٌ زعماء</w:t>
      </w:r>
      <w:r w:rsidR="00D769AB">
        <w:rPr>
          <w:rtl/>
        </w:rPr>
        <w:t>،</w:t>
      </w:r>
      <w:r w:rsidRPr="004E7EC6">
        <w:rPr>
          <w:rtl/>
        </w:rPr>
        <w:t xml:space="preserve"> هم للشرف الوضّ</w:t>
      </w:r>
      <w:r w:rsidR="00677BC4">
        <w:rPr>
          <w:rtl/>
        </w:rPr>
        <w:t>َ</w:t>
      </w:r>
      <w:r w:rsidRPr="004E7EC6">
        <w:rPr>
          <w:rtl/>
        </w:rPr>
        <w:t>اح أقدم أسرة</w:t>
      </w:r>
      <w:r w:rsidR="00D769AB">
        <w:rPr>
          <w:rtl/>
        </w:rPr>
        <w:t>،</w:t>
      </w:r>
      <w:r w:rsidRPr="004E7EC6">
        <w:rPr>
          <w:rtl/>
        </w:rPr>
        <w:t xml:space="preserve"> وللمجد الصراح أكرم عترة</w:t>
      </w:r>
      <w:r w:rsidR="00D769AB">
        <w:rPr>
          <w:rtl/>
        </w:rPr>
        <w:t>،</w:t>
      </w:r>
      <w:r w:rsidRPr="004E7EC6">
        <w:rPr>
          <w:rtl/>
        </w:rPr>
        <w:t xml:space="preserve"> ما منهم إلاّ هضبة وقارٍ وحلم</w:t>
      </w:r>
      <w:r w:rsidR="00D769AB">
        <w:rPr>
          <w:rtl/>
        </w:rPr>
        <w:t>،</w:t>
      </w:r>
      <w:r w:rsidRPr="004E7EC6">
        <w:rPr>
          <w:rtl/>
        </w:rPr>
        <w:t xml:space="preserve"> ولجّ</w:t>
      </w:r>
      <w:r w:rsidR="00677BC4">
        <w:rPr>
          <w:rtl/>
        </w:rPr>
        <w:t>َ</w:t>
      </w:r>
      <w:r w:rsidRPr="004E7EC6">
        <w:rPr>
          <w:rtl/>
        </w:rPr>
        <w:t>ة كرمٍ وعلم</w:t>
      </w:r>
      <w:r w:rsidR="00D769AB">
        <w:rPr>
          <w:rtl/>
        </w:rPr>
        <w:t>،</w:t>
      </w:r>
      <w:r w:rsidRPr="004E7EC6">
        <w:rPr>
          <w:rtl/>
        </w:rPr>
        <w:t xml:space="preserve"> لا يُشار إلاّ إليهم</w:t>
      </w:r>
      <w:r w:rsidR="00D769AB">
        <w:rPr>
          <w:rtl/>
        </w:rPr>
        <w:t>،</w:t>
      </w:r>
      <w:r w:rsidRPr="004E7EC6">
        <w:rPr>
          <w:rtl/>
        </w:rPr>
        <w:t xml:space="preserve"> ولا تعقد الخناصر إلاّ عليهم</w:t>
      </w:r>
      <w:r w:rsidR="00D769AB">
        <w:rPr>
          <w:rtl/>
        </w:rPr>
        <w:t>،</w:t>
      </w:r>
      <w:r w:rsidRPr="004E7EC6">
        <w:rPr>
          <w:rtl/>
        </w:rPr>
        <w:t xml:space="preserve"> لم يسرق لي</w:t>
      </w:r>
      <w:r w:rsidR="00677BC4">
        <w:rPr>
          <w:rtl/>
        </w:rPr>
        <w:t>َ</w:t>
      </w:r>
      <w:r w:rsidRPr="004E7EC6">
        <w:rPr>
          <w:rtl/>
        </w:rPr>
        <w:t xml:space="preserve"> الدهرُ أباً</w:t>
      </w:r>
      <w:r w:rsidR="00D769AB">
        <w:rPr>
          <w:rtl/>
        </w:rPr>
        <w:t>،</w:t>
      </w:r>
      <w:r w:rsidRPr="004E7EC6">
        <w:rPr>
          <w:rtl/>
        </w:rPr>
        <w:t xml:space="preserve"> ولم يغتصبْ لي الادعاء بسببك حسباً</w:t>
      </w:r>
      <w:r w:rsidR="00D769AB">
        <w:rPr>
          <w:rtl/>
        </w:rPr>
        <w:t>.</w:t>
      </w:r>
    </w:p>
    <w:p w:rsidR="009647FC" w:rsidRPr="00524A24" w:rsidRDefault="009647FC" w:rsidP="004E7EC6">
      <w:pPr>
        <w:pStyle w:val="libNormal"/>
      </w:pPr>
      <w:r w:rsidRPr="004E7EC6">
        <w:rPr>
          <w:rtl/>
        </w:rPr>
        <w:t>فيا أيّها اليقظان المتناوم</w:t>
      </w:r>
      <w:r w:rsidR="00D769AB">
        <w:rPr>
          <w:rtl/>
        </w:rPr>
        <w:t>،</w:t>
      </w:r>
      <w:r w:rsidRPr="004E7EC6">
        <w:rPr>
          <w:rtl/>
        </w:rPr>
        <w:t xml:space="preserve"> ليتك رقدت عن عتابك رقدة غيرك عن المكارم</w:t>
      </w:r>
      <w:r w:rsidR="00D769AB">
        <w:rPr>
          <w:rtl/>
        </w:rPr>
        <w:t>،</w:t>
      </w:r>
      <w:r w:rsidRPr="004E7EC6">
        <w:rPr>
          <w:rtl/>
        </w:rPr>
        <w:t xml:space="preserve"> هب أنّي جنبتُ منتجعك</w:t>
      </w:r>
      <w:r w:rsidR="00D769AB">
        <w:rPr>
          <w:rtl/>
        </w:rPr>
        <w:t>،</w:t>
      </w:r>
      <w:r w:rsidRPr="004E7EC6">
        <w:rPr>
          <w:rtl/>
        </w:rPr>
        <w:t xml:space="preserve"> بعدما كنت منضماً بزعمك إليك في جملة منْ انتجعك</w:t>
      </w:r>
      <w:r w:rsidR="00D769AB">
        <w:rPr>
          <w:rtl/>
        </w:rPr>
        <w:t>،</w:t>
      </w:r>
      <w:r w:rsidRPr="004E7EC6">
        <w:rPr>
          <w:rtl/>
        </w:rPr>
        <w:t xml:space="preserve"> فأين أنت أيّها السيد المطلبي عن قول أبي الطِّيب المتنبي؟</w:t>
      </w:r>
      <w:r w:rsidRPr="004E7EC6">
        <w:rPr>
          <w:rStyle w:val="libFootnotenumChar"/>
          <w:rtl/>
        </w:rPr>
        <w:t>(2)</w:t>
      </w:r>
      <w:r w:rsidRPr="004E7EC6">
        <w:rPr>
          <w:rtl/>
        </w:rPr>
        <w:t>:</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w:t>
      </w:r>
      <w:r w:rsidR="00D769AB">
        <w:rPr>
          <w:rtl/>
        </w:rPr>
        <w:t>:</w:t>
      </w:r>
      <w:r w:rsidRPr="009647FC">
        <w:rPr>
          <w:rtl/>
        </w:rPr>
        <w:t xml:space="preserve"> ما أعد</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هو أبو الطيّب أحمد بن الحسين بن الحسن بن عبد الصمد الجعفي الكندي الكوفي</w:t>
      </w:r>
      <w:r w:rsidR="00D769AB">
        <w:rPr>
          <w:rtl/>
        </w:rPr>
        <w:t>،</w:t>
      </w:r>
      <w:r w:rsidRPr="009647FC">
        <w:rPr>
          <w:rtl/>
        </w:rPr>
        <w:t xml:space="preserve"> أشهر شعراء العربية</w:t>
      </w:r>
      <w:r w:rsidR="00D769AB">
        <w:rPr>
          <w:rtl/>
        </w:rPr>
        <w:t>.</w:t>
      </w:r>
      <w:r w:rsidRPr="009647FC">
        <w:rPr>
          <w:rtl/>
        </w:rPr>
        <w:t xml:space="preserve"> ولد عام 303 هـ</w:t>
      </w:r>
      <w:r w:rsidR="00D769AB">
        <w:rPr>
          <w:rtl/>
        </w:rPr>
        <w:t>،</w:t>
      </w:r>
      <w:r w:rsidRPr="009647FC">
        <w:rPr>
          <w:rtl/>
        </w:rPr>
        <w:t xml:space="preserve"> قتله عند عودته إلى بغداد فاتك بن أبي جهل الأسدي بالقرب من دير العاقول بالنعمانية عام 354 هـ</w:t>
      </w:r>
      <w:r w:rsidR="00D769AB">
        <w:rPr>
          <w:rtl/>
        </w:rPr>
        <w:t>،</w:t>
      </w:r>
      <w:r w:rsidRPr="009647FC">
        <w:rPr>
          <w:rtl/>
        </w:rPr>
        <w:t xml:space="preserve"> شرح ديوانه مئة علم من أعلام الأدب</w:t>
      </w:r>
      <w:r w:rsidR="00D769AB">
        <w:rPr>
          <w:rtl/>
        </w:rPr>
        <w:t>.</w:t>
      </w:r>
      <w:r w:rsidRPr="009647FC">
        <w:rPr>
          <w:rtl/>
        </w:rPr>
        <w:t xml:space="preserve"> ترجمت له في كتابي شعراء الكوفة 1 / 340</w:t>
      </w:r>
      <w:r w:rsidR="00D769AB">
        <w:rPr>
          <w:rtl/>
        </w:rPr>
        <w:t>.</w:t>
      </w:r>
    </w:p>
    <w:p w:rsidR="004E7EC6" w:rsidRDefault="004E7EC6" w:rsidP="004E7EC6">
      <w:pPr>
        <w:pStyle w:val="libNormal"/>
        <w:rPr>
          <w:rtl/>
        </w:rPr>
      </w:pPr>
      <w:r>
        <w:rPr>
          <w:rtl/>
        </w:rPr>
        <w:br w:type="page"/>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lastRenderedPageBreak/>
              <w:t>إذا ترحّلت</w:t>
            </w:r>
            <w:r>
              <w:rPr>
                <w:rtl/>
              </w:rPr>
              <w:t>َ</w:t>
            </w:r>
            <w:r w:rsidRPr="009647FC">
              <w:rPr>
                <w:rtl/>
              </w:rPr>
              <w:t xml:space="preserve"> عن قومٍ وقد قدروا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ألاّ تفارقهم فالراحلون همُ</w:t>
            </w:r>
            <w:r w:rsidRPr="00725071">
              <w:rPr>
                <w:rStyle w:val="libPoemTiniChar0"/>
                <w:rtl/>
              </w:rPr>
              <w:br/>
              <w:t> </w:t>
            </w:r>
          </w:p>
        </w:tc>
      </w:tr>
    </w:tbl>
    <w:p w:rsidR="009647FC" w:rsidRPr="00524A24" w:rsidRDefault="009647FC" w:rsidP="004E7EC6">
      <w:pPr>
        <w:pStyle w:val="libNormal"/>
      </w:pPr>
      <w:r w:rsidRPr="009647FC">
        <w:rPr>
          <w:rtl/>
        </w:rPr>
        <w:t>وادّ</w:t>
      </w:r>
      <w:r w:rsidR="00677BC4">
        <w:rPr>
          <w:rtl/>
        </w:rPr>
        <w:t>َ</w:t>
      </w:r>
      <w:r w:rsidRPr="009647FC">
        <w:rPr>
          <w:rtl/>
        </w:rPr>
        <w:t>عيت</w:t>
      </w:r>
      <w:r w:rsidR="00677BC4">
        <w:rPr>
          <w:rtl/>
        </w:rPr>
        <w:t>َ</w:t>
      </w:r>
      <w:r w:rsidRPr="009647FC">
        <w:rPr>
          <w:rtl/>
        </w:rPr>
        <w:t xml:space="preserve"> عليّ</w:t>
      </w:r>
      <w:r w:rsidR="00677BC4">
        <w:rPr>
          <w:rtl/>
        </w:rPr>
        <w:t>َ</w:t>
      </w:r>
      <w:r w:rsidRPr="009647FC">
        <w:rPr>
          <w:rtl/>
        </w:rPr>
        <w:t xml:space="preserve"> أنّي غرّ</w:t>
      </w:r>
      <w:r w:rsidR="00677BC4">
        <w:rPr>
          <w:rtl/>
        </w:rPr>
        <w:t>َ</w:t>
      </w:r>
      <w:r w:rsidRPr="009647FC">
        <w:rPr>
          <w:rtl/>
        </w:rPr>
        <w:t>ني خلب</w:t>
      </w:r>
      <w:r w:rsidR="00D769AB">
        <w:rPr>
          <w:rtl/>
        </w:rPr>
        <w:t>،</w:t>
      </w:r>
      <w:r w:rsidRPr="009647FC">
        <w:rPr>
          <w:rtl/>
        </w:rPr>
        <w:t xml:space="preserve"> فطفقتُ أحسبه ماطراً يتحلّب</w:t>
      </w:r>
      <w:r w:rsidR="00D769AB">
        <w:rPr>
          <w:rtl/>
        </w:rPr>
        <w:t>،</w:t>
      </w:r>
      <w:r w:rsidRPr="009647FC">
        <w:rPr>
          <w:rtl/>
        </w:rPr>
        <w:t xml:space="preserve"> ورأيت خضرة دمنةٍ وجدتها مونقة</w:t>
      </w:r>
      <w:r w:rsidR="00D769AB">
        <w:rPr>
          <w:rtl/>
        </w:rPr>
        <w:t>،</w:t>
      </w:r>
      <w:r w:rsidRPr="009647FC">
        <w:rPr>
          <w:rtl/>
        </w:rPr>
        <w:t xml:space="preserve"> فخلتُها أزهار غوطةٍ ريّقة</w:t>
      </w:r>
      <w:r w:rsidR="00D769AB">
        <w:rPr>
          <w:rtl/>
        </w:rPr>
        <w:t>،</w:t>
      </w:r>
      <w:r w:rsidRPr="009647FC">
        <w:rPr>
          <w:rtl/>
        </w:rPr>
        <w:t xml:space="preserve"> فأنفقتُ فيها باهر الحِكم العجيبة</w:t>
      </w:r>
      <w:r w:rsidR="00D769AB">
        <w:rPr>
          <w:rtl/>
        </w:rPr>
        <w:t>،</w:t>
      </w:r>
      <w:r w:rsidRPr="009647FC">
        <w:rPr>
          <w:rtl/>
        </w:rPr>
        <w:t xml:space="preserve"> وقلّدتُ بجواهرها أعناق ناقصةٍ معيبة</w:t>
      </w:r>
      <w:r w:rsidR="00D769AB">
        <w:rPr>
          <w:rtl/>
        </w:rPr>
        <w:t>.</w:t>
      </w:r>
    </w:p>
    <w:p w:rsidR="009647FC" w:rsidRPr="00524A24" w:rsidRDefault="009647FC" w:rsidP="004E7EC6">
      <w:pPr>
        <w:pStyle w:val="libNormal"/>
      </w:pPr>
      <w:r w:rsidRPr="009647FC">
        <w:rPr>
          <w:rtl/>
        </w:rPr>
        <w:t>لعمري</w:t>
      </w:r>
      <w:r w:rsidR="00D769AB">
        <w:rPr>
          <w:rtl/>
        </w:rPr>
        <w:t>،</w:t>
      </w:r>
      <w:r w:rsidRPr="009647FC">
        <w:rPr>
          <w:rtl/>
        </w:rPr>
        <w:t xml:space="preserve"> لقد شغلتك هذه الفصاحة</w:t>
      </w:r>
      <w:r w:rsidR="00D769AB">
        <w:rPr>
          <w:rtl/>
        </w:rPr>
        <w:t>،</w:t>
      </w:r>
      <w:r w:rsidRPr="009647FC">
        <w:rPr>
          <w:rtl/>
        </w:rPr>
        <w:t xml:space="preserve"> عن أن تفطن لهذا الإثم الذي تعلّ</w:t>
      </w:r>
      <w:r w:rsidR="00677BC4">
        <w:rPr>
          <w:rtl/>
        </w:rPr>
        <w:t>َ</w:t>
      </w:r>
      <w:r w:rsidRPr="009647FC">
        <w:rPr>
          <w:rtl/>
        </w:rPr>
        <w:t>ق منك بتلك الساحة</w:t>
      </w:r>
      <w:r w:rsidR="00D769AB">
        <w:rPr>
          <w:rtl/>
        </w:rPr>
        <w:t>؛</w:t>
      </w:r>
      <w:r w:rsidRPr="009647FC">
        <w:rPr>
          <w:rtl/>
        </w:rPr>
        <w:t xml:space="preserve"> لأنّك قد علمت أنّي لم أمدح إلاّ م</w:t>
      </w:r>
      <w:r w:rsidR="00677BC4">
        <w:rPr>
          <w:rtl/>
        </w:rPr>
        <w:t>َ</w:t>
      </w:r>
      <w:r w:rsidRPr="009647FC">
        <w:rPr>
          <w:rtl/>
        </w:rPr>
        <w:t>نْ لو حصلتُ لبعض المجيزين منهم الإجازة</w:t>
      </w:r>
      <w:r w:rsidR="00D769AB">
        <w:rPr>
          <w:rtl/>
        </w:rPr>
        <w:t>،</w:t>
      </w:r>
      <w:r w:rsidRPr="009647FC">
        <w:rPr>
          <w:rtl/>
        </w:rPr>
        <w:t xml:space="preserve"> لكان من شرف الرئاسة الكبرى بمفازةٍ وأيِّ مفازة</w:t>
      </w:r>
      <w:r w:rsidR="00D769AB">
        <w:rPr>
          <w:rtl/>
        </w:rPr>
        <w:t>،</w:t>
      </w:r>
      <w:r w:rsidRPr="009647FC">
        <w:rPr>
          <w:rtl/>
        </w:rPr>
        <w:t xml:space="preserve"> وزعمت أنّك بلغت</w:t>
      </w:r>
      <w:r w:rsidR="00677BC4">
        <w:rPr>
          <w:rtl/>
        </w:rPr>
        <w:t>َ</w:t>
      </w:r>
      <w:r w:rsidRPr="009647FC">
        <w:rPr>
          <w:rtl/>
        </w:rPr>
        <w:t xml:space="preserve"> من الرفعة والسناء ما استغنيت به عن المدح والثناء</w:t>
      </w:r>
      <w:r w:rsidR="00D769AB">
        <w:rPr>
          <w:rtl/>
        </w:rPr>
        <w:t>:</w:t>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t>فإذا مدحت فلا لتكسب رفعةً</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للشاكرين على الإله ثناء</w:t>
            </w:r>
            <w:r w:rsidRPr="00725071">
              <w:rPr>
                <w:rStyle w:val="libPoemTiniChar0"/>
                <w:rtl/>
              </w:rPr>
              <w:br/>
              <w:t> </w:t>
            </w:r>
          </w:p>
        </w:tc>
      </w:tr>
    </w:tbl>
    <w:p w:rsidR="009647FC" w:rsidRPr="00524A24" w:rsidRDefault="009647FC" w:rsidP="004E7EC6">
      <w:pPr>
        <w:pStyle w:val="libNormal"/>
      </w:pPr>
      <w:r w:rsidRPr="004E7EC6">
        <w:rPr>
          <w:rtl/>
        </w:rPr>
        <w:t>فقلت</w:t>
      </w:r>
      <w:r w:rsidR="00677BC4">
        <w:rPr>
          <w:rtl/>
        </w:rPr>
        <w:t>َ</w:t>
      </w:r>
      <w:r w:rsidRPr="004E7EC6">
        <w:rPr>
          <w:rtl/>
        </w:rPr>
        <w:t xml:space="preserve"> قول المتطاول</w:t>
      </w:r>
      <w:r w:rsidR="00D769AB">
        <w:rPr>
          <w:rtl/>
        </w:rPr>
        <w:t>،</w:t>
      </w:r>
      <w:r w:rsidRPr="004E7EC6">
        <w:rPr>
          <w:rtl/>
        </w:rPr>
        <w:t xml:space="preserve"> إنّ الشعر لا يرفع م</w:t>
      </w:r>
      <w:r w:rsidR="00677BC4">
        <w:rPr>
          <w:rtl/>
        </w:rPr>
        <w:t>َ</w:t>
      </w:r>
      <w:r w:rsidRPr="004E7EC6">
        <w:rPr>
          <w:rtl/>
        </w:rPr>
        <w:t>نْ هو خامل</w:t>
      </w:r>
      <w:r w:rsidR="00D769AB">
        <w:rPr>
          <w:rtl/>
        </w:rPr>
        <w:t>،</w:t>
      </w:r>
      <w:r w:rsidRPr="004E7EC6">
        <w:rPr>
          <w:rtl/>
        </w:rPr>
        <w:t xml:space="preserve"> كأنّك لم تعلم بإجماع منْ تقدّ</w:t>
      </w:r>
      <w:r w:rsidR="00677BC4">
        <w:rPr>
          <w:rtl/>
        </w:rPr>
        <w:t>َ</w:t>
      </w:r>
      <w:r w:rsidRPr="004E7EC6">
        <w:rPr>
          <w:rtl/>
        </w:rPr>
        <w:t>م</w:t>
      </w:r>
      <w:r w:rsidR="00D769AB">
        <w:rPr>
          <w:rtl/>
        </w:rPr>
        <w:t>،</w:t>
      </w:r>
      <w:r w:rsidRPr="004E7EC6">
        <w:rPr>
          <w:rtl/>
        </w:rPr>
        <w:t xml:space="preserve"> أنّه يضع الرفيع</w:t>
      </w:r>
      <w:r w:rsidR="00D769AB">
        <w:rPr>
          <w:rtl/>
        </w:rPr>
        <w:t>،</w:t>
      </w:r>
      <w:r w:rsidRPr="004E7EC6">
        <w:rPr>
          <w:rtl/>
        </w:rPr>
        <w:t xml:space="preserve"> ويرفع الخامل الوضيع</w:t>
      </w:r>
      <w:r w:rsidR="00D769AB">
        <w:rPr>
          <w:rtl/>
        </w:rPr>
        <w:t>،</w:t>
      </w:r>
      <w:r w:rsidRPr="004E7EC6">
        <w:rPr>
          <w:rtl/>
        </w:rPr>
        <w:t xml:space="preserve"> كما غضّ</w:t>
      </w:r>
      <w:r w:rsidR="00677BC4">
        <w:rPr>
          <w:rtl/>
        </w:rPr>
        <w:t>َ</w:t>
      </w:r>
      <w:r w:rsidRPr="004E7EC6">
        <w:rPr>
          <w:rtl/>
        </w:rPr>
        <w:t xml:space="preserve"> من شرف بني نمير</w:t>
      </w:r>
      <w:r w:rsidR="00D769AB">
        <w:rPr>
          <w:rtl/>
        </w:rPr>
        <w:t>،</w:t>
      </w:r>
      <w:r w:rsidRPr="004E7EC6">
        <w:rPr>
          <w:rtl/>
        </w:rPr>
        <w:t xml:space="preserve"> ورفع من بني أنف الناقة وهم أذلّ عشير</w:t>
      </w:r>
      <w:r w:rsidR="00D769AB">
        <w:rPr>
          <w:rtl/>
        </w:rPr>
        <w:t>،</w:t>
      </w:r>
      <w:r w:rsidRPr="004E7EC6">
        <w:rPr>
          <w:rtl/>
        </w:rPr>
        <w:t xml:space="preserve"> وهذا الأرجاني</w:t>
      </w:r>
      <w:r w:rsidRPr="004E7EC6">
        <w:rPr>
          <w:rStyle w:val="libFootnotenumChar"/>
          <w:rtl/>
        </w:rPr>
        <w:t>(1)</w:t>
      </w:r>
      <w:r w:rsidRPr="004E7EC6">
        <w:rPr>
          <w:rtl/>
        </w:rPr>
        <w:t xml:space="preserve"> يقول</w:t>
      </w:r>
      <w:r w:rsidR="00D769AB">
        <w:rPr>
          <w:rtl/>
        </w:rPr>
        <w:t>:</w:t>
      </w:r>
    </w:p>
    <w:tbl>
      <w:tblPr>
        <w:tblStyle w:val="TableGrid"/>
        <w:bidiVisual/>
        <w:tblW w:w="4562" w:type="pct"/>
        <w:tblInd w:w="384" w:type="dxa"/>
        <w:tblLook w:val="04A0"/>
      </w:tblPr>
      <w:tblGrid>
        <w:gridCol w:w="3924"/>
        <w:gridCol w:w="279"/>
        <w:gridCol w:w="3884"/>
      </w:tblGrid>
      <w:tr w:rsidR="000D3487" w:rsidTr="00B42902">
        <w:trPr>
          <w:trHeight w:val="350"/>
        </w:trPr>
        <w:tc>
          <w:tcPr>
            <w:tcW w:w="3924" w:type="dxa"/>
          </w:tcPr>
          <w:p w:rsidR="000D3487" w:rsidRDefault="000D3487" w:rsidP="00B42902">
            <w:pPr>
              <w:pStyle w:val="libPoem"/>
            </w:pPr>
            <w:r w:rsidRPr="009647FC">
              <w:rPr>
                <w:rtl/>
              </w:rPr>
              <w:t>لولا زهيرٌ والمديح له</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لم يدرِ هذا الناس م</w:t>
            </w:r>
            <w:r>
              <w:rPr>
                <w:rtl/>
              </w:rPr>
              <w:t>َ</w:t>
            </w:r>
            <w:r w:rsidRPr="009647FC">
              <w:rPr>
                <w:rtl/>
              </w:rPr>
              <w:t>نْ هرمُ</w:t>
            </w:r>
            <w:r w:rsidRPr="00725071">
              <w:rPr>
                <w:rStyle w:val="libPoemTiniChar0"/>
                <w:rtl/>
              </w:rPr>
              <w:br/>
              <w:t> </w:t>
            </w:r>
          </w:p>
        </w:tc>
      </w:tr>
    </w:tbl>
    <w:p w:rsidR="009647FC" w:rsidRPr="00524A24" w:rsidRDefault="009647FC" w:rsidP="004E7EC6">
      <w:pPr>
        <w:pStyle w:val="libNormal"/>
      </w:pPr>
      <w:r w:rsidRPr="004E7EC6">
        <w:rPr>
          <w:rtl/>
        </w:rPr>
        <w:t>ودعْ كلّ ذلك وخبّرني إنّ</w:t>
      </w:r>
      <w:r w:rsidR="00677BC4">
        <w:rPr>
          <w:rtl/>
        </w:rPr>
        <w:t>َ</w:t>
      </w:r>
      <w:r w:rsidRPr="004E7EC6">
        <w:rPr>
          <w:rtl/>
        </w:rPr>
        <w:t xml:space="preserve"> م</w:t>
      </w:r>
      <w:r w:rsidR="00677BC4">
        <w:rPr>
          <w:rtl/>
        </w:rPr>
        <w:t>َ</w:t>
      </w:r>
      <w:r w:rsidRPr="004E7EC6">
        <w:rPr>
          <w:rtl/>
        </w:rPr>
        <w:t>نْ خلع لباس الحمد ولم يرغب بلبسه</w:t>
      </w:r>
      <w:r w:rsidR="00D769AB">
        <w:rPr>
          <w:rtl/>
        </w:rPr>
        <w:t>،</w:t>
      </w:r>
      <w:r w:rsidRPr="004E7EC6">
        <w:rPr>
          <w:rtl/>
        </w:rPr>
        <w:t xml:space="preserve"> ولم يكن من أهلِ </w:t>
      </w:r>
      <w:r w:rsidRPr="004C00A8">
        <w:rPr>
          <w:rStyle w:val="libAlaemChar"/>
          <w:rtl/>
        </w:rPr>
        <w:t>(</w:t>
      </w:r>
      <w:r w:rsidR="004E7EC6" w:rsidRPr="004E7EC6">
        <w:rPr>
          <w:rStyle w:val="libAieChar"/>
          <w:rtl/>
        </w:rPr>
        <w:t>و</w:t>
      </w:r>
      <w:r w:rsidR="00677BC4">
        <w:rPr>
          <w:rStyle w:val="libAieChar"/>
          <w:rtl/>
        </w:rPr>
        <w:t>َ</w:t>
      </w:r>
      <w:r w:rsidR="004E7EC6" w:rsidRPr="004E7EC6">
        <w:rPr>
          <w:rStyle w:val="libAieChar"/>
          <w:rtl/>
        </w:rPr>
        <w:t>م</w:t>
      </w:r>
      <w:r w:rsidR="00677BC4">
        <w:rPr>
          <w:rStyle w:val="libAieChar"/>
          <w:rtl/>
        </w:rPr>
        <w:t>َ</w:t>
      </w:r>
      <w:r w:rsidR="004E7EC6" w:rsidRPr="004E7EC6">
        <w:rPr>
          <w:rStyle w:val="libAieChar"/>
          <w:rtl/>
        </w:rPr>
        <w:t>ن يُوق</w:t>
      </w:r>
      <w:r w:rsidR="00677BC4">
        <w:rPr>
          <w:rStyle w:val="libAieChar"/>
          <w:rtl/>
        </w:rPr>
        <w:t>َ</w:t>
      </w:r>
      <w:r w:rsidR="004E7EC6" w:rsidRPr="004E7EC6">
        <w:rPr>
          <w:rStyle w:val="libAieChar"/>
          <w:rtl/>
        </w:rPr>
        <w:t xml:space="preserve"> شُحّ</w:t>
      </w:r>
      <w:r w:rsidR="00677BC4">
        <w:rPr>
          <w:rStyle w:val="libAieChar"/>
          <w:rtl/>
        </w:rPr>
        <w:t>َ</w:t>
      </w:r>
      <w:r w:rsidR="004E7EC6" w:rsidRPr="004E7EC6">
        <w:rPr>
          <w:rStyle w:val="libAieChar"/>
          <w:rtl/>
        </w:rPr>
        <w:t xml:space="preserve"> ن</w:t>
      </w:r>
      <w:r w:rsidR="00677BC4">
        <w:rPr>
          <w:rStyle w:val="libAieChar"/>
          <w:rtl/>
        </w:rPr>
        <w:t>َ</w:t>
      </w:r>
      <w:r w:rsidR="004E7EC6" w:rsidRPr="004E7EC6">
        <w:rPr>
          <w:rStyle w:val="libAieChar"/>
          <w:rtl/>
        </w:rPr>
        <w:t>فْسِهِ</w:t>
      </w:r>
      <w:r w:rsidRPr="004C00A8">
        <w:rPr>
          <w:rStyle w:val="libAlaemChar"/>
          <w:rtl/>
        </w:rPr>
        <w:t>)</w:t>
      </w:r>
      <w:r w:rsidRPr="004E7EC6">
        <w:rPr>
          <w:rtl/>
        </w:rPr>
        <w:t xml:space="preserve"> بماذا أكمل رفعته</w:t>
      </w:r>
      <w:r w:rsidR="00D769AB">
        <w:rPr>
          <w:rtl/>
        </w:rPr>
        <w:t>؟</w:t>
      </w:r>
      <w:r w:rsidRPr="004E7EC6">
        <w:rPr>
          <w:rtl/>
        </w:rPr>
        <w:t xml:space="preserve"> وأيُّ الأفعال صدقه فيما وصف به مجده ونعته</w:t>
      </w:r>
      <w:r w:rsidR="00D769AB">
        <w:rPr>
          <w:rtl/>
        </w:rPr>
        <w:t>؟</w:t>
      </w:r>
      <w:r w:rsidRPr="004E7EC6">
        <w:rPr>
          <w:rtl/>
        </w:rPr>
        <w:t xml:space="preserve"> وذكرت</w:t>
      </w:r>
      <w:r w:rsidR="00677BC4">
        <w:rPr>
          <w:rtl/>
        </w:rPr>
        <w:t>َ</w:t>
      </w:r>
      <w:r w:rsidRPr="004E7EC6">
        <w:rPr>
          <w:rtl/>
        </w:rPr>
        <w:t xml:space="preserve"> وأنت الخليق الجدير</w:t>
      </w:r>
      <w:r w:rsidR="00D769AB">
        <w:rPr>
          <w:rtl/>
        </w:rPr>
        <w:t>،</w:t>
      </w:r>
      <w:r w:rsidRPr="004E7EC6">
        <w:rPr>
          <w:rtl/>
        </w:rPr>
        <w:t xml:space="preserve"> أنّك عزمت على بدائع فكرتي أن اقلّدها ذا شرفٍ خطير</w:t>
      </w:r>
      <w:r w:rsidR="00D769AB">
        <w:rPr>
          <w:rtl/>
        </w:rPr>
        <w:t>،</w:t>
      </w:r>
      <w:r w:rsidRPr="004E7EC6">
        <w:rPr>
          <w:rtl/>
        </w:rPr>
        <w:t xml:space="preserve"> فقلْ لي أيّة غيرةٍ عليها لم</w:t>
      </w:r>
      <w:r w:rsidR="00677BC4">
        <w:rPr>
          <w:rtl/>
        </w:rPr>
        <w:t>َ</w:t>
      </w:r>
      <w:r w:rsidRPr="004E7EC6">
        <w:rPr>
          <w:rtl/>
        </w:rPr>
        <w:t>نْ أنزلها منه في جانب الإهمال</w:t>
      </w:r>
      <w:r w:rsidR="00D769AB">
        <w:rPr>
          <w:rtl/>
        </w:rPr>
        <w:t>،</w:t>
      </w:r>
      <w:r w:rsidRPr="004E7EC6">
        <w:rPr>
          <w:rtl/>
        </w:rPr>
        <w:t xml:space="preserve"> وأغفلها وهي من اللواتي تأنف أن تعدّ</w:t>
      </w:r>
      <w:r w:rsidR="00677BC4">
        <w:rPr>
          <w:rtl/>
        </w:rPr>
        <w:t>َ</w:t>
      </w:r>
      <w:r w:rsidRPr="004E7EC6">
        <w:rPr>
          <w:rtl/>
        </w:rPr>
        <w:t xml:space="preserve"> في الإغفال</w:t>
      </w:r>
      <w:r w:rsidR="00D769AB">
        <w:rPr>
          <w:rtl/>
        </w:rPr>
        <w:t>؟</w:t>
      </w:r>
      <w:r w:rsidRPr="004E7EC6">
        <w:rPr>
          <w:rtl/>
        </w:rPr>
        <w:t xml:space="preserve"> تحقيقاً لما أقرّ</w:t>
      </w:r>
      <w:r w:rsidR="00677BC4">
        <w:rPr>
          <w:rtl/>
        </w:rPr>
        <w:t>َ</w:t>
      </w:r>
      <w:r w:rsidRPr="004E7EC6">
        <w:rPr>
          <w:rtl/>
        </w:rPr>
        <w:t>ه في ذهنك الجهلة الجفاة</w:t>
      </w:r>
      <w:r w:rsidR="00D769AB">
        <w:rPr>
          <w:rtl/>
        </w:rPr>
        <w:t>،</w:t>
      </w:r>
      <w:r w:rsidRPr="004E7EC6">
        <w:rPr>
          <w:rtl/>
        </w:rPr>
        <w:t xml:space="preserve"> وتصديقاً لم</w:t>
      </w:r>
      <w:r w:rsidR="00677BC4">
        <w:rPr>
          <w:rtl/>
        </w:rPr>
        <w:t>َ</w:t>
      </w:r>
      <w:r w:rsidRPr="004E7EC6">
        <w:rPr>
          <w:rtl/>
        </w:rPr>
        <w:t xml:space="preserve">نْ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هو أحمد بن محمد بن الحسين الأرجاني</w:t>
      </w:r>
      <w:r w:rsidR="00D769AB">
        <w:rPr>
          <w:rtl/>
        </w:rPr>
        <w:t>،</w:t>
      </w:r>
      <w:r w:rsidRPr="009647FC">
        <w:rPr>
          <w:rtl/>
        </w:rPr>
        <w:t xml:space="preserve"> الملقّب ناصح الدين</w:t>
      </w:r>
      <w:r w:rsidR="00D769AB">
        <w:rPr>
          <w:rtl/>
        </w:rPr>
        <w:t>،</w:t>
      </w:r>
      <w:r w:rsidRPr="009647FC">
        <w:rPr>
          <w:rtl/>
        </w:rPr>
        <w:t xml:space="preserve"> فقيه شاعر</w:t>
      </w:r>
      <w:r w:rsidR="00D769AB">
        <w:rPr>
          <w:rtl/>
        </w:rPr>
        <w:t>،</w:t>
      </w:r>
      <w:r w:rsidRPr="009647FC">
        <w:rPr>
          <w:rtl/>
        </w:rPr>
        <w:t xml:space="preserve"> تولّى قضاء تستر</w:t>
      </w:r>
      <w:r w:rsidR="00D769AB">
        <w:rPr>
          <w:rtl/>
        </w:rPr>
        <w:t>،</w:t>
      </w:r>
      <w:r w:rsidRPr="009647FC">
        <w:rPr>
          <w:rtl/>
        </w:rPr>
        <w:t xml:space="preserve"> وتوفّي بها في ربيع الأوّل سنة 544 هـ</w:t>
      </w:r>
      <w:r w:rsidR="00D769AB">
        <w:rPr>
          <w:rtl/>
        </w:rPr>
        <w:t>،</w:t>
      </w:r>
      <w:r w:rsidRPr="009647FC">
        <w:rPr>
          <w:rtl/>
        </w:rPr>
        <w:t xml:space="preserve"> وكانت ولادته عام 460 هـ</w:t>
      </w:r>
      <w:r w:rsidR="00D769AB">
        <w:rPr>
          <w:rtl/>
        </w:rPr>
        <w:t>،</w:t>
      </w:r>
      <w:r w:rsidRPr="009647FC">
        <w:rPr>
          <w:rtl/>
        </w:rPr>
        <w:t xml:space="preserve"> له ديوان شعر طُبع ببيروت</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9647FC">
        <w:rPr>
          <w:rtl/>
        </w:rPr>
        <w:lastRenderedPageBreak/>
        <w:t>لا تصدّ</w:t>
      </w:r>
      <w:r w:rsidR="00677BC4">
        <w:rPr>
          <w:rtl/>
        </w:rPr>
        <w:t>َ</w:t>
      </w:r>
      <w:r w:rsidRPr="009647FC">
        <w:rPr>
          <w:rtl/>
        </w:rPr>
        <w:t>ق فيهم الأمّهات</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أخلاقك الغرُّ الصفايا ما لها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حملت قذى الواشين وهي سلافُ</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والإفكُ في مرآة رأيك ما له</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يخفي وأنت الجوهر الشفّافُ</w:t>
            </w:r>
            <w:r w:rsidRPr="00725071">
              <w:rPr>
                <w:rStyle w:val="libPoemTiniChar0"/>
                <w:rtl/>
              </w:rPr>
              <w:br/>
              <w:t> </w:t>
            </w:r>
          </w:p>
        </w:tc>
      </w:tr>
    </w:tbl>
    <w:p w:rsidR="009647FC" w:rsidRPr="00524A24" w:rsidRDefault="009647FC" w:rsidP="004E7EC6">
      <w:pPr>
        <w:pStyle w:val="libNormal"/>
      </w:pPr>
      <w:r w:rsidRPr="004E7EC6">
        <w:rPr>
          <w:rtl/>
        </w:rPr>
        <w:t>ولا ملامة عليك</w:t>
      </w:r>
      <w:r w:rsidR="00D769AB">
        <w:rPr>
          <w:rtl/>
        </w:rPr>
        <w:t>،</w:t>
      </w:r>
      <w:r w:rsidRPr="004E7EC6">
        <w:rPr>
          <w:rtl/>
        </w:rPr>
        <w:t xml:space="preserve"> وإن توجّه اللوم كلّه إليك</w:t>
      </w:r>
      <w:r w:rsidR="00D769AB">
        <w:rPr>
          <w:rtl/>
        </w:rPr>
        <w:t>؛</w:t>
      </w:r>
      <w:r w:rsidRPr="004E7EC6">
        <w:rPr>
          <w:rtl/>
        </w:rPr>
        <w:t xml:space="preserve"> إذ لا يستطيع أنْ يحول</w:t>
      </w:r>
      <w:r w:rsidR="00677BC4">
        <w:rPr>
          <w:rtl/>
        </w:rPr>
        <w:t>َ</w:t>
      </w:r>
      <w:r w:rsidRPr="004E7EC6">
        <w:rPr>
          <w:rtl/>
        </w:rPr>
        <w:t xml:space="preserve"> طباعه</w:t>
      </w:r>
      <w:r w:rsidR="00D769AB">
        <w:rPr>
          <w:rtl/>
        </w:rPr>
        <w:t>،</w:t>
      </w:r>
      <w:r w:rsidRPr="004E7EC6">
        <w:rPr>
          <w:rtl/>
        </w:rPr>
        <w:t xml:space="preserve"> منْ فتح لأفواه المنافقين أذناً سمّاعة</w:t>
      </w:r>
      <w:r w:rsidR="00D769AB">
        <w:rPr>
          <w:rtl/>
        </w:rPr>
        <w:t>،</w:t>
      </w:r>
      <w:r w:rsidRPr="004E7EC6">
        <w:rPr>
          <w:rtl/>
        </w:rPr>
        <w:t xml:space="preserve"> قد استخفّك رهطٌ ما هم بأبرّ قطّ</w:t>
      </w:r>
      <w:r w:rsidR="00D769AB">
        <w:rPr>
          <w:rtl/>
        </w:rPr>
        <w:t>،</w:t>
      </w:r>
      <w:r w:rsidRPr="004E7EC6">
        <w:rPr>
          <w:rtl/>
        </w:rPr>
        <w:t xml:space="preserve"> ممّن أنزل فيهم </w:t>
      </w:r>
      <w:r w:rsidRPr="004C00A8">
        <w:rPr>
          <w:rStyle w:val="libAlaemChar"/>
          <w:rtl/>
        </w:rPr>
        <w:t>(</w:t>
      </w:r>
      <w:r w:rsidR="004E7EC6" w:rsidRPr="004E7EC6">
        <w:rPr>
          <w:rStyle w:val="libAieChar"/>
          <w:rtl/>
        </w:rPr>
        <w:t>و</w:t>
      </w:r>
      <w:r w:rsidR="00677BC4">
        <w:rPr>
          <w:rStyle w:val="libAieChar"/>
          <w:rtl/>
        </w:rPr>
        <w:t>َ</w:t>
      </w:r>
      <w:r w:rsidR="004E7EC6" w:rsidRPr="004E7EC6">
        <w:rPr>
          <w:rStyle w:val="libAieChar"/>
          <w:rtl/>
        </w:rPr>
        <w:t>ك</w:t>
      </w:r>
      <w:r w:rsidR="00677BC4">
        <w:rPr>
          <w:rStyle w:val="libAieChar"/>
          <w:rtl/>
        </w:rPr>
        <w:t>َ</w:t>
      </w:r>
      <w:r w:rsidR="004E7EC6" w:rsidRPr="004E7EC6">
        <w:rPr>
          <w:rStyle w:val="libAieChar"/>
          <w:rtl/>
        </w:rPr>
        <w:t>ان</w:t>
      </w:r>
      <w:r w:rsidR="00677BC4">
        <w:rPr>
          <w:rStyle w:val="libAieChar"/>
          <w:rtl/>
        </w:rPr>
        <w:t>َ</w:t>
      </w:r>
      <w:r w:rsidR="004E7EC6" w:rsidRPr="004E7EC6">
        <w:rPr>
          <w:rStyle w:val="libAieChar"/>
          <w:rtl/>
        </w:rPr>
        <w:t xml:space="preserve"> فِي الْم</w:t>
      </w:r>
      <w:r w:rsidR="00677BC4">
        <w:rPr>
          <w:rStyle w:val="libAieChar"/>
          <w:rtl/>
        </w:rPr>
        <w:t>َ</w:t>
      </w:r>
      <w:r w:rsidR="004E7EC6" w:rsidRPr="004E7EC6">
        <w:rPr>
          <w:rStyle w:val="libAieChar"/>
          <w:rtl/>
        </w:rPr>
        <w:t>دِين</w:t>
      </w:r>
      <w:r w:rsidR="00677BC4">
        <w:rPr>
          <w:rStyle w:val="libAieChar"/>
          <w:rtl/>
        </w:rPr>
        <w:t>َ</w:t>
      </w:r>
      <w:r w:rsidR="004E7EC6" w:rsidRPr="004E7EC6">
        <w:rPr>
          <w:rStyle w:val="libAieChar"/>
          <w:rtl/>
        </w:rPr>
        <w:t>ةِ تِسْع</w:t>
      </w:r>
      <w:r w:rsidR="00677BC4">
        <w:rPr>
          <w:rStyle w:val="libAieChar"/>
          <w:rtl/>
        </w:rPr>
        <w:t>َ</w:t>
      </w:r>
      <w:r w:rsidR="004E7EC6" w:rsidRPr="004E7EC6">
        <w:rPr>
          <w:rStyle w:val="libAieChar"/>
          <w:rtl/>
        </w:rPr>
        <w:t>ةُ ر</w:t>
      </w:r>
      <w:r w:rsidR="00677BC4">
        <w:rPr>
          <w:rStyle w:val="libAieChar"/>
          <w:rtl/>
        </w:rPr>
        <w:t>َ</w:t>
      </w:r>
      <w:r w:rsidR="004E7EC6" w:rsidRPr="004E7EC6">
        <w:rPr>
          <w:rStyle w:val="libAieChar"/>
          <w:rtl/>
        </w:rPr>
        <w:t>‌هْطٍ</w:t>
      </w:r>
      <w:r w:rsidRPr="004C00A8">
        <w:rPr>
          <w:rStyle w:val="libAlaemChar"/>
          <w:rtl/>
        </w:rPr>
        <w:t>)</w:t>
      </w:r>
      <w:r w:rsidR="00D769AB">
        <w:rPr>
          <w:rtl/>
        </w:rPr>
        <w:t>.</w:t>
      </w:r>
      <w:r w:rsidRPr="004E7EC6">
        <w:rPr>
          <w:rtl/>
        </w:rPr>
        <w:t xml:space="preserve"> ما أنت لهم بقدوة</w:t>
      </w:r>
      <w:r w:rsidR="00D769AB">
        <w:rPr>
          <w:rtl/>
        </w:rPr>
        <w:t>،</w:t>
      </w:r>
      <w:r w:rsidRPr="004E7EC6">
        <w:rPr>
          <w:rtl/>
        </w:rPr>
        <w:t xml:space="preserve"> وغيّ</w:t>
      </w:r>
      <w:r w:rsidR="00677BC4">
        <w:rPr>
          <w:rtl/>
        </w:rPr>
        <w:t>َ</w:t>
      </w:r>
      <w:r w:rsidRPr="004E7EC6">
        <w:rPr>
          <w:rtl/>
        </w:rPr>
        <w:t>رك</w:t>
      </w:r>
      <w:r w:rsidR="00677BC4">
        <w:rPr>
          <w:rtl/>
        </w:rPr>
        <w:t>َ</w:t>
      </w:r>
      <w:r w:rsidRPr="004E7EC6">
        <w:rPr>
          <w:rtl/>
        </w:rPr>
        <w:t xml:space="preserve"> لحجّ أفئدتهم بالحبّ مشعرٌ ومروة</w:t>
      </w:r>
      <w:r w:rsidR="00D769AB">
        <w:rPr>
          <w:rtl/>
        </w:rPr>
        <w:t>،</w:t>
      </w:r>
      <w:r w:rsidRPr="004E7EC6">
        <w:rPr>
          <w:rtl/>
        </w:rPr>
        <w:t xml:space="preserve"> ينزّهونك من الريب</w:t>
      </w:r>
      <w:r w:rsidR="00D769AB">
        <w:rPr>
          <w:rtl/>
        </w:rPr>
        <w:t>،</w:t>
      </w:r>
      <w:r w:rsidRPr="004E7EC6">
        <w:rPr>
          <w:rtl/>
        </w:rPr>
        <w:t xml:space="preserve"> ويثلبونك بظهر الغيب</w:t>
      </w:r>
      <w:r w:rsidR="00D769AB">
        <w:rPr>
          <w:rtl/>
        </w:rPr>
        <w:t>،</w:t>
      </w:r>
      <w:r w:rsidRPr="004E7EC6">
        <w:rPr>
          <w:rtl/>
        </w:rPr>
        <w:t xml:space="preserve"> يبرز أحدهم مشتملاً بلباس التقوى</w:t>
      </w:r>
      <w:r w:rsidR="00D769AB">
        <w:rPr>
          <w:rtl/>
        </w:rPr>
        <w:t>،</w:t>
      </w:r>
      <w:r w:rsidRPr="004E7EC6">
        <w:rPr>
          <w:rtl/>
        </w:rPr>
        <w:t xml:space="preserve"> وهو قد بلغ من خبث السريرة غايتها القصوى</w:t>
      </w:r>
      <w:r w:rsidR="00D769AB">
        <w:rPr>
          <w:rtl/>
        </w:rPr>
        <w:t>:</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كم تقيٍّ للخلق يُظهرُ نسكا</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ولباري النفوس في السرّ عاصي</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فهو في نسكه تراه أبا ذرٍ</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وعند التحقيق فابنُ العاصِ</w:t>
            </w:r>
            <w:r w:rsidRPr="00725071">
              <w:rPr>
                <w:rStyle w:val="libPoemTiniChar0"/>
                <w:rtl/>
              </w:rPr>
              <w:br/>
              <w:t> </w:t>
            </w:r>
          </w:p>
        </w:tc>
      </w:tr>
    </w:tbl>
    <w:p w:rsidR="009647FC" w:rsidRPr="00524A24" w:rsidRDefault="009647FC" w:rsidP="004E7EC6">
      <w:pPr>
        <w:pStyle w:val="libNormal"/>
      </w:pPr>
      <w:r w:rsidRPr="004E7EC6">
        <w:rPr>
          <w:rtl/>
        </w:rPr>
        <w:t>قد نصبوك فخّاً لاختيال صيدهم</w:t>
      </w:r>
      <w:r w:rsidR="00D769AB">
        <w:rPr>
          <w:rtl/>
        </w:rPr>
        <w:t>،</w:t>
      </w:r>
      <w:r w:rsidRPr="004E7EC6">
        <w:rPr>
          <w:rtl/>
        </w:rPr>
        <w:t xml:space="preserve"> واتّخذوك سلّماً يعرجون عليك إلى اغتيال م</w:t>
      </w:r>
      <w:r w:rsidR="00677BC4">
        <w:rPr>
          <w:rtl/>
        </w:rPr>
        <w:t>َ</w:t>
      </w:r>
      <w:r w:rsidRPr="004E7EC6">
        <w:rPr>
          <w:rtl/>
        </w:rPr>
        <w:t>نْ أرادوه بكيدهم</w:t>
      </w:r>
      <w:r w:rsidR="00D769AB">
        <w:rPr>
          <w:rtl/>
        </w:rPr>
        <w:t>،</w:t>
      </w:r>
      <w:r w:rsidRPr="004E7EC6">
        <w:rPr>
          <w:rtl/>
        </w:rPr>
        <w:t xml:space="preserve"> وأنت ولا أريد أن أنسب إليك رذيلة</w:t>
      </w:r>
      <w:r w:rsidR="00D769AB">
        <w:rPr>
          <w:rtl/>
        </w:rPr>
        <w:t>،</w:t>
      </w:r>
      <w:r w:rsidRPr="004E7EC6">
        <w:rPr>
          <w:rtl/>
        </w:rPr>
        <w:t xml:space="preserve"> قد جرت عادتك ولا أقول إنّها غير جميلة</w:t>
      </w:r>
      <w:r w:rsidR="00D769AB">
        <w:rPr>
          <w:rtl/>
        </w:rPr>
        <w:t>،</w:t>
      </w:r>
      <w:r w:rsidRPr="004E7EC6">
        <w:rPr>
          <w:rtl/>
        </w:rPr>
        <w:t xml:space="preserve"> إنّك تنيل م</w:t>
      </w:r>
      <w:r w:rsidR="00677BC4">
        <w:rPr>
          <w:rtl/>
        </w:rPr>
        <w:t>َ</w:t>
      </w:r>
      <w:r w:rsidRPr="004E7EC6">
        <w:rPr>
          <w:rtl/>
        </w:rPr>
        <w:t>نْ نال منك</w:t>
      </w:r>
      <w:r w:rsidR="00D769AB">
        <w:rPr>
          <w:rtl/>
        </w:rPr>
        <w:t>،</w:t>
      </w:r>
      <w:r w:rsidRPr="004E7EC6">
        <w:rPr>
          <w:rtl/>
        </w:rPr>
        <w:t xml:space="preserve"> وتميل إلى م</w:t>
      </w:r>
      <w:r w:rsidR="00677BC4">
        <w:rPr>
          <w:rtl/>
        </w:rPr>
        <w:t>َ</w:t>
      </w:r>
      <w:r w:rsidRPr="004E7EC6">
        <w:rPr>
          <w:rtl/>
        </w:rPr>
        <w:t>نْ مال عنك</w:t>
      </w:r>
      <w:r w:rsidR="00D769AB">
        <w:rPr>
          <w:rtl/>
        </w:rPr>
        <w:t>،</w:t>
      </w:r>
      <w:r w:rsidRPr="004E7EC6">
        <w:rPr>
          <w:rtl/>
        </w:rPr>
        <w:t xml:space="preserve"> المرائي أسعد عندك حظّاً ممّن محض لك الصدق في المودّة محضاً</w:t>
      </w:r>
      <w:r w:rsidR="00D769AB">
        <w:rPr>
          <w:rtl/>
        </w:rPr>
        <w:t>،</w:t>
      </w:r>
      <w:r w:rsidRPr="004E7EC6">
        <w:rPr>
          <w:rtl/>
        </w:rPr>
        <w:t xml:space="preserve"> كم مالت نفسك لا لذي سناء ميل الناقة من شرهة إلى تناول الغذاء</w:t>
      </w:r>
      <w:r w:rsidR="00D769AB">
        <w:rPr>
          <w:rtl/>
        </w:rPr>
        <w:t>،</w:t>
      </w:r>
      <w:r w:rsidRPr="004E7EC6">
        <w:rPr>
          <w:rtl/>
        </w:rPr>
        <w:t xml:space="preserve"> ثمّ تابعتْ له الشهادة</w:t>
      </w:r>
      <w:r w:rsidR="00D769AB">
        <w:rPr>
          <w:rtl/>
        </w:rPr>
        <w:t>،</w:t>
      </w:r>
      <w:r w:rsidRPr="004E7EC6">
        <w:rPr>
          <w:rtl/>
        </w:rPr>
        <w:t xml:space="preserve"> أنّه كادت</w:t>
      </w:r>
      <w:r w:rsidRPr="004E7EC6">
        <w:rPr>
          <w:rStyle w:val="libFootnotenumChar"/>
          <w:rtl/>
        </w:rPr>
        <w:t>(1)</w:t>
      </w:r>
      <w:r w:rsidRPr="004E7EC6">
        <w:rPr>
          <w:rtl/>
        </w:rPr>
        <w:t xml:space="preserve"> تثني مثلك له الوسادة</w:t>
      </w:r>
      <w:r w:rsidR="00D769AB">
        <w:rPr>
          <w:rtl/>
        </w:rPr>
        <w:t>،</w:t>
      </w:r>
      <w:r w:rsidRPr="004E7EC6">
        <w:rPr>
          <w:rtl/>
        </w:rPr>
        <w:t xml:space="preserve"> حتى حصل له بشهادتك من التنويه ما لم يحصل من قبله لزياد بن أبيه</w:t>
      </w:r>
      <w:r w:rsidR="00D769AB">
        <w:rPr>
          <w:rtl/>
        </w:rPr>
        <w:t>،</w:t>
      </w:r>
      <w:r w:rsidRPr="004E7EC6">
        <w:rPr>
          <w:rtl/>
        </w:rPr>
        <w:t xml:space="preserve"> وحتى خلنا أنّك عازمٌ على استلحقاه</w:t>
      </w:r>
      <w:r w:rsidR="00D769AB">
        <w:rPr>
          <w:rtl/>
        </w:rPr>
        <w:t>؛</w:t>
      </w:r>
      <w:r w:rsidRPr="004E7EC6">
        <w:rPr>
          <w:rtl/>
        </w:rPr>
        <w:t xml:space="preserve"> رغبةً فيه لما ثبت عندك من غزارة علمه وشرف أعراقه</w:t>
      </w:r>
      <w:r w:rsidR="00D769AB">
        <w:rPr>
          <w:rtl/>
        </w:rPr>
        <w:t>،</w:t>
      </w:r>
      <w:r w:rsidRPr="004E7EC6">
        <w:rPr>
          <w:rtl/>
        </w:rPr>
        <w:t xml:space="preserve"> ثمّ قلنا إنّ سيّدنا الأكيس</w:t>
      </w:r>
      <w:r w:rsidR="00D769AB">
        <w:rPr>
          <w:rtl/>
        </w:rPr>
        <w:t>،</w:t>
      </w:r>
      <w:r w:rsidRPr="004E7EC6">
        <w:rPr>
          <w:rtl/>
        </w:rPr>
        <w:t xml:space="preserve"> هو وهذا الورع المقدّس</w:t>
      </w:r>
      <w:r w:rsidR="00D769AB">
        <w:rPr>
          <w:rtl/>
        </w:rPr>
        <w:t>،</w:t>
      </w:r>
      <w:r w:rsidRPr="004E7EC6">
        <w:rPr>
          <w:rtl/>
        </w:rPr>
        <w:t xml:space="preserve"> لو لم يكونا في النبل رضيعي لبان</w:t>
      </w:r>
      <w:r w:rsidR="00D769AB">
        <w:rPr>
          <w:rtl/>
        </w:rPr>
        <w:t>،</w:t>
      </w:r>
      <w:r w:rsidRPr="004E7EC6">
        <w:rPr>
          <w:rtl/>
        </w:rPr>
        <w:t xml:space="preserve"> وفي حلبات الفضل شريكي عنان</w:t>
      </w:r>
      <w:r w:rsidR="00D769AB">
        <w:rPr>
          <w:rtl/>
        </w:rPr>
        <w:t>،</w:t>
      </w:r>
      <w:r w:rsidRPr="004E7EC6">
        <w:rPr>
          <w:rtl/>
        </w:rPr>
        <w:t xml:space="preserve"> لما نفي عنه هذه الاسترابة</w:t>
      </w:r>
      <w:r w:rsidR="00D769AB">
        <w:rPr>
          <w:rtl/>
        </w:rPr>
        <w:t>،</w:t>
      </w:r>
      <w:r w:rsidRPr="004E7EC6">
        <w:rPr>
          <w:rtl/>
        </w:rPr>
        <w:t xml:space="preserve"> ثمّ أنابه منابة</w:t>
      </w:r>
      <w:r w:rsidR="00D769AB">
        <w:rPr>
          <w:rtl/>
        </w:rPr>
        <w:t>،</w:t>
      </w:r>
      <w:r w:rsidRPr="004E7EC6">
        <w:rPr>
          <w:rtl/>
        </w:rPr>
        <w:t xml:space="preserve"> فرويداً أيّها المشتمل</w:t>
      </w:r>
      <w:r w:rsidR="00D769AB">
        <w:rPr>
          <w:rtl/>
        </w:rPr>
        <w:t>،</w:t>
      </w:r>
      <w:r w:rsidRPr="004E7EC6">
        <w:rPr>
          <w:rtl/>
        </w:rPr>
        <w:t xml:space="preserve"> ما هكذا تورد </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المخطوط</w:t>
      </w:r>
      <w:r w:rsidR="00D769AB">
        <w:rPr>
          <w:rtl/>
        </w:rPr>
        <w:t>:</w:t>
      </w:r>
      <w:r w:rsidRPr="009647FC">
        <w:rPr>
          <w:rtl/>
        </w:rPr>
        <w:t xml:space="preserve"> كانت</w:t>
      </w:r>
      <w:r w:rsidR="00D769AB">
        <w:rPr>
          <w:rtl/>
        </w:rPr>
        <w:t>.</w:t>
      </w:r>
    </w:p>
    <w:p w:rsidR="004E7EC6" w:rsidRDefault="004E7EC6" w:rsidP="004E7EC6">
      <w:pPr>
        <w:pStyle w:val="libNormal"/>
        <w:rPr>
          <w:rtl/>
        </w:rPr>
      </w:pPr>
      <w:r>
        <w:rPr>
          <w:rtl/>
        </w:rPr>
        <w:br w:type="page"/>
      </w:r>
    </w:p>
    <w:p w:rsidR="009647FC" w:rsidRPr="00524A24" w:rsidRDefault="009647FC" w:rsidP="004E7EC6">
      <w:pPr>
        <w:pStyle w:val="libNormal"/>
      </w:pPr>
      <w:r w:rsidRPr="004E7EC6">
        <w:rPr>
          <w:rtl/>
        </w:rPr>
        <w:lastRenderedPageBreak/>
        <w:t>الإبل</w:t>
      </w:r>
      <w:r w:rsidR="00D769AB">
        <w:rPr>
          <w:rtl/>
        </w:rPr>
        <w:t>،</w:t>
      </w:r>
      <w:r w:rsidRPr="004E7EC6">
        <w:rPr>
          <w:rtl/>
        </w:rPr>
        <w:t xml:space="preserve"> قد كان لكم قبل هذا عذرٌ لكم</w:t>
      </w:r>
      <w:r w:rsidR="00D769AB">
        <w:rPr>
          <w:rtl/>
        </w:rPr>
        <w:t>،</w:t>
      </w:r>
      <w:r w:rsidRPr="004E7EC6">
        <w:rPr>
          <w:rtl/>
        </w:rPr>
        <w:t xml:space="preserve"> أنّكم دعوتم الناس لأمرٍ لكم علُّه ونهلُه</w:t>
      </w:r>
      <w:r w:rsidR="00D769AB">
        <w:rPr>
          <w:rtl/>
        </w:rPr>
        <w:t>،</w:t>
      </w:r>
      <w:r w:rsidRPr="004E7EC6">
        <w:rPr>
          <w:rtl/>
        </w:rPr>
        <w:t xml:space="preserve"> فأيُّ عذرٍ لكم اليوم في دعائكم لأمرٍ إنْ تمّ</w:t>
      </w:r>
      <w:r w:rsidR="00677BC4">
        <w:rPr>
          <w:rtl/>
        </w:rPr>
        <w:t>َ</w:t>
      </w:r>
      <w:r w:rsidRPr="004E7EC6">
        <w:rPr>
          <w:rtl/>
        </w:rPr>
        <w:t xml:space="preserve"> اعتزلكم كلُّه</w:t>
      </w:r>
      <w:r w:rsidR="00D769AB">
        <w:rPr>
          <w:rtl/>
        </w:rPr>
        <w:t>؟</w:t>
      </w:r>
      <w:r w:rsidRPr="004E7EC6">
        <w:rPr>
          <w:rtl/>
        </w:rPr>
        <w:t xml:space="preserve"> فحوشيت</w:t>
      </w:r>
      <w:r w:rsidR="00677BC4">
        <w:rPr>
          <w:rtl/>
        </w:rPr>
        <w:t>َ</w:t>
      </w:r>
      <w:r w:rsidRPr="004E7EC6">
        <w:rPr>
          <w:rtl/>
        </w:rPr>
        <w:t xml:space="preserve"> أبا الهادي وعزّ</w:t>
      </w:r>
      <w:r w:rsidR="00677BC4">
        <w:rPr>
          <w:rtl/>
        </w:rPr>
        <w:t>َ</w:t>
      </w:r>
      <w:r w:rsidRPr="004E7EC6">
        <w:rPr>
          <w:rtl/>
        </w:rPr>
        <w:t xml:space="preserve"> علينا أن نرى منك بعض الخفّة والطيش</w:t>
      </w:r>
      <w:r w:rsidR="00D769AB">
        <w:rPr>
          <w:rtl/>
        </w:rPr>
        <w:t>،</w:t>
      </w:r>
      <w:r w:rsidRPr="004E7EC6">
        <w:rPr>
          <w:rtl/>
        </w:rPr>
        <w:t xml:space="preserve"> في الإكثار من الحثّ على تأمير هذا الفاضل على م</w:t>
      </w:r>
      <w:r w:rsidR="00677BC4">
        <w:rPr>
          <w:rtl/>
        </w:rPr>
        <w:t>َ</w:t>
      </w:r>
      <w:r w:rsidRPr="004E7EC6">
        <w:rPr>
          <w:rtl/>
        </w:rPr>
        <w:t>نْ لك قبلنا من الجيش</w:t>
      </w:r>
      <w:r w:rsidR="00D769AB">
        <w:rPr>
          <w:rtl/>
        </w:rPr>
        <w:t>،</w:t>
      </w:r>
      <w:r w:rsidRPr="004E7EC6">
        <w:rPr>
          <w:rtl/>
        </w:rPr>
        <w:t xml:space="preserve"> فاطرحْ لجاج</w:t>
      </w:r>
      <w:r w:rsidR="00677BC4">
        <w:rPr>
          <w:rtl/>
        </w:rPr>
        <w:t>َ</w:t>
      </w:r>
      <w:r w:rsidRPr="004E7EC6">
        <w:rPr>
          <w:rtl/>
        </w:rPr>
        <w:t>ك</w:t>
      </w:r>
      <w:r w:rsidR="00D769AB">
        <w:rPr>
          <w:rtl/>
        </w:rPr>
        <w:t>،</w:t>
      </w:r>
      <w:r w:rsidRPr="004E7EC6">
        <w:rPr>
          <w:rtl/>
        </w:rPr>
        <w:t xml:space="preserve"> فقد رجع بنا الإذعانُ إلى الاقتداء بهذا الأوحد الذي نهج منهاجك</w:t>
      </w:r>
      <w:r w:rsidR="00D769AB">
        <w:rPr>
          <w:rtl/>
        </w:rPr>
        <w:t>،</w:t>
      </w:r>
      <w:r w:rsidRPr="004E7EC6">
        <w:rPr>
          <w:rtl/>
        </w:rPr>
        <w:t xml:space="preserve"> ونهنه من بادرة جهل ابن أخيك</w:t>
      </w:r>
      <w:r w:rsidR="00D769AB">
        <w:rPr>
          <w:rtl/>
        </w:rPr>
        <w:t>،</w:t>
      </w:r>
      <w:r w:rsidRPr="004E7EC6">
        <w:rPr>
          <w:rtl/>
        </w:rPr>
        <w:t xml:space="preserve"> فذلك أليقُ وأحرى م</w:t>
      </w:r>
      <w:r w:rsidR="00677BC4">
        <w:rPr>
          <w:rtl/>
        </w:rPr>
        <w:t>َ</w:t>
      </w:r>
      <w:r w:rsidRPr="004E7EC6">
        <w:rPr>
          <w:rtl/>
        </w:rPr>
        <w:t>نْ جلب الوقيعة فيه وفيك</w:t>
      </w:r>
      <w:r w:rsidR="00D769AB">
        <w:rPr>
          <w:rtl/>
        </w:rPr>
        <w:t>،</w:t>
      </w:r>
      <w:r w:rsidRPr="004E7EC6">
        <w:rPr>
          <w:rtl/>
        </w:rPr>
        <w:t xml:space="preserve"> فلقد ثبت عندنا أنّ</w:t>
      </w:r>
      <w:r w:rsidR="00677BC4">
        <w:rPr>
          <w:rtl/>
        </w:rPr>
        <w:t>َ</w:t>
      </w:r>
      <w:r w:rsidRPr="004E7EC6">
        <w:rPr>
          <w:rtl/>
        </w:rPr>
        <w:t xml:space="preserve"> م</w:t>
      </w:r>
      <w:r w:rsidR="00677BC4">
        <w:rPr>
          <w:rtl/>
        </w:rPr>
        <w:t>َ</w:t>
      </w:r>
      <w:r w:rsidRPr="004E7EC6">
        <w:rPr>
          <w:rtl/>
        </w:rPr>
        <w:t>نْ بالغتما بتأييده</w:t>
      </w:r>
      <w:r w:rsidR="00D769AB">
        <w:rPr>
          <w:rtl/>
        </w:rPr>
        <w:t>،</w:t>
      </w:r>
      <w:r w:rsidRPr="004E7EC6">
        <w:rPr>
          <w:rtl/>
        </w:rPr>
        <w:t xml:space="preserve"> وشدّ أزره وتشييده</w:t>
      </w:r>
      <w:r w:rsidR="00D769AB">
        <w:rPr>
          <w:rtl/>
        </w:rPr>
        <w:t>،</w:t>
      </w:r>
      <w:r w:rsidRPr="004E7EC6">
        <w:rPr>
          <w:rtl/>
        </w:rPr>
        <w:t xml:space="preserve"> هو العالم الرباني</w:t>
      </w:r>
      <w:r w:rsidR="00D769AB">
        <w:rPr>
          <w:rtl/>
        </w:rPr>
        <w:t>،</w:t>
      </w:r>
      <w:r w:rsidRPr="004E7EC6">
        <w:rPr>
          <w:rtl/>
        </w:rPr>
        <w:t xml:space="preserve"> بل فردُ الفضل الذي لولا م</w:t>
      </w:r>
      <w:r w:rsidR="00677BC4">
        <w:rPr>
          <w:rtl/>
        </w:rPr>
        <w:t>َ</w:t>
      </w:r>
      <w:r w:rsidRPr="004E7EC6">
        <w:rPr>
          <w:rtl/>
        </w:rPr>
        <w:t>نْ لا تصرِّحُ به لحلفْنا أنّه ليس له ثاني</w:t>
      </w:r>
      <w:r w:rsidR="00D769AB">
        <w:rPr>
          <w:rtl/>
        </w:rPr>
        <w:t>؛</w:t>
      </w:r>
      <w:r w:rsidRPr="004E7EC6">
        <w:rPr>
          <w:rtl/>
        </w:rPr>
        <w:t xml:space="preserve"> إذ لو لم يكن عن</w:t>
      </w:r>
      <w:r w:rsidRPr="004E7EC6">
        <w:rPr>
          <w:rStyle w:val="libFootnotenumChar"/>
          <w:rtl/>
        </w:rPr>
        <w:t>(1)</w:t>
      </w:r>
      <w:r w:rsidRPr="004E7EC6">
        <w:rPr>
          <w:rtl/>
        </w:rPr>
        <w:t xml:space="preserve"> سيدنا أخذ</w:t>
      </w:r>
      <w:r w:rsidR="00D769AB">
        <w:rPr>
          <w:rtl/>
        </w:rPr>
        <w:t>،</w:t>
      </w:r>
      <w:r w:rsidRPr="004E7EC6">
        <w:rPr>
          <w:rtl/>
        </w:rPr>
        <w:t xml:space="preserve"> وعلى قوله اعتمد</w:t>
      </w:r>
      <w:r w:rsidR="00D769AB">
        <w:rPr>
          <w:rtl/>
        </w:rPr>
        <w:t>،</w:t>
      </w:r>
      <w:r w:rsidRPr="004E7EC6">
        <w:rPr>
          <w:rtl/>
        </w:rPr>
        <w:t xml:space="preserve"> وإلى رأيه في جميع الأمور قد استند</w:t>
      </w:r>
      <w:r w:rsidR="00D769AB">
        <w:rPr>
          <w:rtl/>
        </w:rPr>
        <w:t>،</w:t>
      </w:r>
      <w:r w:rsidRPr="004E7EC6">
        <w:rPr>
          <w:rtl/>
        </w:rPr>
        <w:t xml:space="preserve"> حتى صار من أهل الكشف والاستقامة</w:t>
      </w:r>
      <w:r w:rsidR="00D769AB">
        <w:rPr>
          <w:rtl/>
        </w:rPr>
        <w:t>،</w:t>
      </w:r>
      <w:r w:rsidRPr="004E7EC6">
        <w:rPr>
          <w:rtl/>
        </w:rPr>
        <w:t xml:space="preserve"> الذين تتنزّل عليهم الملائكة بالأسرار لما نصّ</w:t>
      </w:r>
      <w:r w:rsidR="00677BC4">
        <w:rPr>
          <w:rtl/>
        </w:rPr>
        <w:t>َ</w:t>
      </w:r>
      <w:r w:rsidRPr="004E7EC6">
        <w:rPr>
          <w:rtl/>
        </w:rPr>
        <w:t xml:space="preserve"> عليه ربُّ الفضل بالإمامة</w:t>
      </w:r>
      <w:r w:rsidR="00D769AB">
        <w:rPr>
          <w:rtl/>
        </w:rPr>
        <w:t>.</w:t>
      </w:r>
    </w:p>
    <w:p w:rsidR="009647FC" w:rsidRPr="00524A24" w:rsidRDefault="009647FC" w:rsidP="004E7EC6">
      <w:pPr>
        <w:pStyle w:val="libNormal"/>
      </w:pPr>
      <w:r w:rsidRPr="004E7EC6">
        <w:rPr>
          <w:rtl/>
        </w:rPr>
        <w:t>فيا أيّها الرئيس الأجلّ</w:t>
      </w:r>
      <w:r w:rsidR="00D769AB">
        <w:rPr>
          <w:rtl/>
        </w:rPr>
        <w:t>،</w:t>
      </w:r>
      <w:r w:rsidRPr="004E7EC6">
        <w:rPr>
          <w:rtl/>
        </w:rPr>
        <w:t xml:space="preserve"> سبق السيف العذل</w:t>
      </w:r>
      <w:r w:rsidR="00D769AB">
        <w:rPr>
          <w:rtl/>
        </w:rPr>
        <w:t>،</w:t>
      </w:r>
      <w:r w:rsidRPr="004E7EC6">
        <w:rPr>
          <w:rtl/>
        </w:rPr>
        <w:t xml:space="preserve"> والبثْ قليلاً يلحق الهيجا حمل</w:t>
      </w:r>
      <w:r w:rsidRPr="004E7EC6">
        <w:rPr>
          <w:rStyle w:val="libFootnotenumChar"/>
          <w:rtl/>
        </w:rPr>
        <w:t>(2)</w:t>
      </w:r>
      <w:r w:rsidR="00D769AB" w:rsidRPr="004C00A8">
        <w:rPr>
          <w:rtl/>
        </w:rPr>
        <w:t>،</w:t>
      </w:r>
      <w:r w:rsidRPr="004E7EC6">
        <w:rPr>
          <w:rtl/>
        </w:rPr>
        <w:t xml:space="preserve"> فلقد أطلق</w:t>
      </w:r>
      <w:r w:rsidR="00677BC4">
        <w:rPr>
          <w:rtl/>
        </w:rPr>
        <w:t>َ</w:t>
      </w:r>
      <w:r w:rsidRPr="004E7EC6">
        <w:rPr>
          <w:rtl/>
        </w:rPr>
        <w:t xml:space="preserve"> غربه لساني</w:t>
      </w:r>
      <w:r w:rsidR="00D769AB">
        <w:rPr>
          <w:rtl/>
        </w:rPr>
        <w:t>،</w:t>
      </w:r>
      <w:r w:rsidRPr="004E7EC6">
        <w:rPr>
          <w:rtl/>
        </w:rPr>
        <w:t xml:space="preserve"> وحلف</w:t>
      </w:r>
      <w:r w:rsidR="00677BC4">
        <w:rPr>
          <w:rtl/>
        </w:rPr>
        <w:t>َ</w:t>
      </w:r>
      <w:r w:rsidRPr="004E7EC6">
        <w:rPr>
          <w:rtl/>
        </w:rPr>
        <w:t xml:space="preserve"> أن لا يكفكف من جري أدهم القلم بناني</w:t>
      </w:r>
      <w:r w:rsidR="00D769AB">
        <w:rPr>
          <w:rtl/>
        </w:rPr>
        <w:t>،</w:t>
      </w:r>
      <w:r w:rsidRPr="004E7EC6">
        <w:rPr>
          <w:rtl/>
        </w:rPr>
        <w:t xml:space="preserve"> حتى يأخذ غرار يراعتي مأخذه</w:t>
      </w:r>
      <w:r w:rsidR="00D769AB">
        <w:rPr>
          <w:rtl/>
        </w:rPr>
        <w:t>،</w:t>
      </w:r>
      <w:r w:rsidRPr="004E7EC6">
        <w:rPr>
          <w:rtl/>
        </w:rPr>
        <w:t xml:space="preserve"> وحتى ينفذ غرب براعتي منفذه</w:t>
      </w:r>
      <w:r w:rsidR="00D769AB">
        <w:rPr>
          <w:rtl/>
        </w:rPr>
        <w:t>،</w:t>
      </w:r>
      <w:r w:rsidRPr="004E7EC6">
        <w:rPr>
          <w:rtl/>
        </w:rPr>
        <w:t xml:space="preserve"> والبادي أظلم</w:t>
      </w:r>
      <w:r w:rsidR="00D769AB">
        <w:rPr>
          <w:rtl/>
        </w:rPr>
        <w:t>،</w:t>
      </w:r>
      <w:r w:rsidRPr="004E7EC6">
        <w:rPr>
          <w:rtl/>
        </w:rPr>
        <w:t xml:space="preserve"> وسيعلم أيّنا الذي يقرع سنّ</w:t>
      </w:r>
      <w:r w:rsidR="00677BC4">
        <w:rPr>
          <w:rtl/>
        </w:rPr>
        <w:t>َ</w:t>
      </w:r>
      <w:r w:rsidRPr="004E7EC6">
        <w:rPr>
          <w:rtl/>
        </w:rPr>
        <w:t xml:space="preserve"> الندم</w:t>
      </w:r>
      <w:r w:rsidR="00D769AB">
        <w:rPr>
          <w:rtl/>
        </w:rPr>
        <w:t>:</w:t>
      </w:r>
      <w:r w:rsidRPr="004E7EC6">
        <w:rPr>
          <w:rtl/>
        </w:rPr>
        <w:t xml:space="preserve"> </w:t>
      </w:r>
    </w:p>
    <w:tbl>
      <w:tblPr>
        <w:tblStyle w:val="TableGrid"/>
        <w:bidiVisual/>
        <w:tblW w:w="4562" w:type="pct"/>
        <w:tblInd w:w="384" w:type="dxa"/>
        <w:tblLook w:val="04A0"/>
      </w:tblPr>
      <w:tblGrid>
        <w:gridCol w:w="3924"/>
        <w:gridCol w:w="279"/>
        <w:gridCol w:w="3884"/>
      </w:tblGrid>
      <w:tr w:rsidR="000D3487" w:rsidTr="000D3487">
        <w:trPr>
          <w:trHeight w:val="350"/>
        </w:trPr>
        <w:tc>
          <w:tcPr>
            <w:tcW w:w="3924" w:type="dxa"/>
          </w:tcPr>
          <w:p w:rsidR="000D3487" w:rsidRDefault="000D3487" w:rsidP="00B42902">
            <w:pPr>
              <w:pStyle w:val="libPoem"/>
            </w:pPr>
            <w:r w:rsidRPr="009647FC">
              <w:rPr>
                <w:rtl/>
              </w:rPr>
              <w:t>ما</w:t>
            </w:r>
            <w:r>
              <w:rPr>
                <w:rtl/>
              </w:rPr>
              <w:t xml:space="preserve"> </w:t>
            </w:r>
            <w:r w:rsidRPr="009647FC">
              <w:rPr>
                <w:rtl/>
              </w:rPr>
              <w:t>المجدُ</w:t>
            </w:r>
            <w:r>
              <w:rPr>
                <w:rtl/>
              </w:rPr>
              <w:t xml:space="preserve"> </w:t>
            </w:r>
            <w:r w:rsidRPr="009647FC">
              <w:rPr>
                <w:rtl/>
              </w:rPr>
              <w:t>إلاّ</w:t>
            </w:r>
            <w:r>
              <w:rPr>
                <w:rtl/>
              </w:rPr>
              <w:t xml:space="preserve"> </w:t>
            </w:r>
            <w:r w:rsidRPr="009647FC">
              <w:rPr>
                <w:rtl/>
              </w:rPr>
              <w:t>ما</w:t>
            </w:r>
            <w:r>
              <w:rPr>
                <w:rtl/>
              </w:rPr>
              <w:t xml:space="preserve"> </w:t>
            </w:r>
            <w:r w:rsidRPr="009647FC">
              <w:rPr>
                <w:rtl/>
              </w:rPr>
              <w:t>بناهُ</w:t>
            </w:r>
            <w:r>
              <w:rPr>
                <w:rtl/>
              </w:rPr>
              <w:t xml:space="preserve"> </w:t>
            </w:r>
            <w:r w:rsidRPr="009647FC">
              <w:rPr>
                <w:rtl/>
              </w:rPr>
              <w:t>لساني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لا</w:t>
            </w:r>
            <w:r>
              <w:rPr>
                <w:rtl/>
              </w:rPr>
              <w:t xml:space="preserve"> </w:t>
            </w:r>
            <w:r w:rsidRPr="009647FC">
              <w:rPr>
                <w:rtl/>
              </w:rPr>
              <w:t>ما</w:t>
            </w:r>
            <w:r>
              <w:rPr>
                <w:rtl/>
              </w:rPr>
              <w:t xml:space="preserve"> </w:t>
            </w:r>
            <w:r w:rsidRPr="009647FC">
              <w:rPr>
                <w:rtl/>
              </w:rPr>
              <w:t>تزحزحه</w:t>
            </w:r>
            <w:r>
              <w:rPr>
                <w:rtl/>
              </w:rPr>
              <w:t xml:space="preserve"> </w:t>
            </w:r>
            <w:r w:rsidRPr="009647FC">
              <w:rPr>
                <w:rtl/>
              </w:rPr>
              <w:t>من</w:t>
            </w:r>
            <w:r>
              <w:rPr>
                <w:rtl/>
              </w:rPr>
              <w:t xml:space="preserve"> </w:t>
            </w:r>
            <w:r w:rsidRPr="009647FC">
              <w:rPr>
                <w:rtl/>
              </w:rPr>
              <w:t>البنيانِ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وحليُّ</w:t>
            </w:r>
            <w:r w:rsidR="004C00A8">
              <w:rPr>
                <w:rtl/>
              </w:rPr>
              <w:t xml:space="preserve"> </w:t>
            </w:r>
            <w:r w:rsidRPr="009647FC">
              <w:rPr>
                <w:rtl/>
              </w:rPr>
              <w:t>جيد</w:t>
            </w:r>
            <w:r>
              <w:rPr>
                <w:rtl/>
              </w:rPr>
              <w:t xml:space="preserve"> </w:t>
            </w:r>
            <w:r w:rsidRPr="009647FC">
              <w:rPr>
                <w:rtl/>
              </w:rPr>
              <w:t>الفضل</w:t>
            </w:r>
            <w:r>
              <w:rPr>
                <w:rtl/>
              </w:rPr>
              <w:t xml:space="preserve"> </w:t>
            </w:r>
            <w:r w:rsidRPr="009647FC">
              <w:rPr>
                <w:rtl/>
              </w:rPr>
              <w:t>نظمُ</w:t>
            </w:r>
            <w:r>
              <w:rPr>
                <w:rtl/>
              </w:rPr>
              <w:t xml:space="preserve"> </w:t>
            </w:r>
            <w:r w:rsidRPr="009647FC">
              <w:rPr>
                <w:rtl/>
              </w:rPr>
              <w:t>فرائدي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لا</w:t>
            </w:r>
            <w:r>
              <w:rPr>
                <w:rtl/>
              </w:rPr>
              <w:t xml:space="preserve"> </w:t>
            </w:r>
            <w:r w:rsidRPr="009647FC">
              <w:rPr>
                <w:rtl/>
              </w:rPr>
              <w:t>ما</w:t>
            </w:r>
            <w:r>
              <w:rPr>
                <w:rtl/>
              </w:rPr>
              <w:t xml:space="preserve"> </w:t>
            </w:r>
            <w:r w:rsidRPr="009647FC">
              <w:rPr>
                <w:rtl/>
              </w:rPr>
              <w:t>تنظّ</w:t>
            </w:r>
            <w:r>
              <w:rPr>
                <w:rtl/>
              </w:rPr>
              <w:t>َ</w:t>
            </w:r>
            <w:r w:rsidRPr="009647FC">
              <w:rPr>
                <w:rtl/>
              </w:rPr>
              <w:t>م</w:t>
            </w:r>
            <w:r>
              <w:rPr>
                <w:rtl/>
              </w:rPr>
              <w:t xml:space="preserve"> </w:t>
            </w:r>
            <w:r w:rsidRPr="009647FC">
              <w:rPr>
                <w:rtl/>
              </w:rPr>
              <w:t>من</w:t>
            </w:r>
            <w:r>
              <w:rPr>
                <w:rtl/>
              </w:rPr>
              <w:t xml:space="preserve"> </w:t>
            </w:r>
            <w:r w:rsidRPr="009647FC">
              <w:rPr>
                <w:rtl/>
              </w:rPr>
              <w:t>فريد</w:t>
            </w:r>
            <w:r>
              <w:rPr>
                <w:rtl/>
              </w:rPr>
              <w:t xml:space="preserve"> </w:t>
            </w:r>
            <w:r w:rsidRPr="009647FC">
              <w:rPr>
                <w:rtl/>
              </w:rPr>
              <w:t>جمانِ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يا</w:t>
            </w:r>
            <w:r>
              <w:rPr>
                <w:rtl/>
              </w:rPr>
              <w:t xml:space="preserve"> </w:t>
            </w:r>
            <w:r w:rsidRPr="009647FC">
              <w:rPr>
                <w:rtl/>
              </w:rPr>
              <w:t>فاخراً</w:t>
            </w:r>
            <w:r>
              <w:rPr>
                <w:rtl/>
              </w:rPr>
              <w:t xml:space="preserve"> </w:t>
            </w:r>
            <w:r w:rsidRPr="009647FC">
              <w:rPr>
                <w:rtl/>
              </w:rPr>
              <w:t>لا</w:t>
            </w:r>
            <w:r>
              <w:rPr>
                <w:rtl/>
              </w:rPr>
              <w:t xml:space="preserve"> </w:t>
            </w:r>
            <w:r w:rsidRPr="009647FC">
              <w:rPr>
                <w:rtl/>
              </w:rPr>
              <w:t>في</w:t>
            </w:r>
            <w:r>
              <w:rPr>
                <w:rtl/>
              </w:rPr>
              <w:t xml:space="preserve"> </w:t>
            </w:r>
            <w:r w:rsidRPr="009647FC">
              <w:rPr>
                <w:rtl/>
              </w:rPr>
              <w:t>ملابس</w:t>
            </w:r>
            <w:r>
              <w:rPr>
                <w:rtl/>
              </w:rPr>
              <w:t xml:space="preserve"> </w:t>
            </w:r>
            <w:r w:rsidRPr="009647FC">
              <w:rPr>
                <w:rtl/>
              </w:rPr>
              <w:t>مدحتي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هذي</w:t>
            </w:r>
            <w:r w:rsidR="004C00A8">
              <w:rPr>
                <w:rtl/>
              </w:rPr>
              <w:t xml:space="preserve"> </w:t>
            </w:r>
            <w:r w:rsidRPr="009647FC">
              <w:rPr>
                <w:rtl/>
              </w:rPr>
              <w:t>ثيابُ</w:t>
            </w:r>
            <w:r>
              <w:rPr>
                <w:rtl/>
              </w:rPr>
              <w:t xml:space="preserve"> </w:t>
            </w:r>
            <w:r w:rsidRPr="009647FC">
              <w:rPr>
                <w:rtl/>
              </w:rPr>
              <w:t>الفخر</w:t>
            </w:r>
            <w:r>
              <w:rPr>
                <w:rtl/>
              </w:rPr>
              <w:t xml:space="preserve"> </w:t>
            </w:r>
            <w:r w:rsidRPr="009647FC">
              <w:rPr>
                <w:rtl/>
              </w:rPr>
              <w:t>لا</w:t>
            </w:r>
            <w:r>
              <w:rPr>
                <w:rtl/>
              </w:rPr>
              <w:t xml:space="preserve"> </w:t>
            </w:r>
            <w:r w:rsidRPr="009647FC">
              <w:rPr>
                <w:rtl/>
              </w:rPr>
              <w:t>ثوبانِ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ومطاولاً</w:t>
            </w:r>
            <w:r>
              <w:rPr>
                <w:rtl/>
              </w:rPr>
              <w:t xml:space="preserve"> </w:t>
            </w:r>
            <w:r w:rsidRPr="009647FC">
              <w:rPr>
                <w:rtl/>
              </w:rPr>
              <w:t>لا</w:t>
            </w:r>
            <w:r>
              <w:rPr>
                <w:rtl/>
              </w:rPr>
              <w:t xml:space="preserve"> </w:t>
            </w:r>
            <w:r w:rsidRPr="009647FC">
              <w:rPr>
                <w:rtl/>
              </w:rPr>
              <w:t>في</w:t>
            </w:r>
            <w:r>
              <w:rPr>
                <w:rtl/>
              </w:rPr>
              <w:t xml:space="preserve"> </w:t>
            </w:r>
            <w:r w:rsidRPr="009647FC">
              <w:rPr>
                <w:rtl/>
              </w:rPr>
              <w:t>صِلات</w:t>
            </w:r>
            <w:r>
              <w:rPr>
                <w:rtl/>
              </w:rPr>
              <w:t xml:space="preserve"> </w:t>
            </w:r>
            <w:r w:rsidRPr="009647FC">
              <w:rPr>
                <w:rtl/>
              </w:rPr>
              <w:t>قصائدي</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هنّ</w:t>
            </w:r>
            <w:r>
              <w:rPr>
                <w:rtl/>
              </w:rPr>
              <w:t>َ</w:t>
            </w:r>
            <w:r w:rsidR="004C00A8">
              <w:rPr>
                <w:rtl/>
              </w:rPr>
              <w:t xml:space="preserve"> </w:t>
            </w:r>
            <w:r w:rsidRPr="009647FC">
              <w:rPr>
                <w:rtl/>
              </w:rPr>
              <w:t>المكارم</w:t>
            </w:r>
            <w:r>
              <w:rPr>
                <w:rtl/>
              </w:rPr>
              <w:t xml:space="preserve"> </w:t>
            </w:r>
            <w:r w:rsidRPr="009647FC">
              <w:rPr>
                <w:rtl/>
              </w:rPr>
              <w:t>هنّ</w:t>
            </w:r>
            <w:r>
              <w:rPr>
                <w:rtl/>
              </w:rPr>
              <w:t xml:space="preserve">َ </w:t>
            </w:r>
            <w:r w:rsidRPr="009647FC">
              <w:rPr>
                <w:rtl/>
              </w:rPr>
              <w:t>لا</w:t>
            </w:r>
            <w:r>
              <w:rPr>
                <w:rtl/>
              </w:rPr>
              <w:t xml:space="preserve"> </w:t>
            </w:r>
            <w:r w:rsidRPr="009647FC">
              <w:rPr>
                <w:rtl/>
              </w:rPr>
              <w:t>قعبانِ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9647FC">
              <w:rPr>
                <w:rtl/>
              </w:rPr>
              <w:t>ولقد</w:t>
            </w:r>
            <w:r>
              <w:rPr>
                <w:rtl/>
              </w:rPr>
              <w:t xml:space="preserve"> </w:t>
            </w:r>
            <w:r w:rsidRPr="009647FC">
              <w:rPr>
                <w:rtl/>
              </w:rPr>
              <w:t>صدقت</w:t>
            </w:r>
            <w:r>
              <w:rPr>
                <w:rtl/>
              </w:rPr>
              <w:t xml:space="preserve">َ </w:t>
            </w:r>
            <w:r w:rsidRPr="009647FC">
              <w:rPr>
                <w:rtl/>
              </w:rPr>
              <w:t>فقلت</w:t>
            </w:r>
            <w:r>
              <w:rPr>
                <w:rtl/>
              </w:rPr>
              <w:t xml:space="preserve">َ </w:t>
            </w:r>
            <w:r w:rsidRPr="009647FC">
              <w:rPr>
                <w:rtl/>
              </w:rPr>
              <w:t>أيةُ</w:t>
            </w:r>
            <w:r>
              <w:rPr>
                <w:rtl/>
              </w:rPr>
              <w:t xml:space="preserve"> </w:t>
            </w:r>
            <w:r w:rsidRPr="009647FC">
              <w:rPr>
                <w:rtl/>
              </w:rPr>
              <w:t>حكمةٍ</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لم</w:t>
            </w:r>
            <w:r>
              <w:rPr>
                <w:rtl/>
              </w:rPr>
              <w:t>َ</w:t>
            </w:r>
            <w:r w:rsidRPr="009647FC">
              <w:rPr>
                <w:rtl/>
              </w:rPr>
              <w:t>ا</w:t>
            </w:r>
            <w:r w:rsidR="004C00A8">
              <w:rPr>
                <w:rtl/>
              </w:rPr>
              <w:t xml:space="preserve"> </w:t>
            </w:r>
            <w:r w:rsidRPr="009647FC">
              <w:rPr>
                <w:rtl/>
              </w:rPr>
              <w:t>نطقت</w:t>
            </w:r>
            <w:r>
              <w:rPr>
                <w:rtl/>
              </w:rPr>
              <w:t xml:space="preserve">َ </w:t>
            </w:r>
            <w:r w:rsidRPr="009647FC">
              <w:rPr>
                <w:rtl/>
              </w:rPr>
              <w:t>جرتْ</w:t>
            </w:r>
            <w:r>
              <w:rPr>
                <w:rtl/>
              </w:rPr>
              <w:t xml:space="preserve"> </w:t>
            </w:r>
            <w:r w:rsidRPr="009647FC">
              <w:rPr>
                <w:rtl/>
              </w:rPr>
              <w:t>بأيِّ</w:t>
            </w:r>
            <w:r>
              <w:rPr>
                <w:rtl/>
              </w:rPr>
              <w:t xml:space="preserve"> </w:t>
            </w:r>
            <w:r w:rsidRPr="009647FC">
              <w:rPr>
                <w:rtl/>
              </w:rPr>
              <w:t>لسانِ</w:t>
            </w:r>
            <w:r w:rsidRPr="00725071">
              <w:rPr>
                <w:rStyle w:val="libPoemTiniChar0"/>
                <w:rtl/>
              </w:rPr>
              <w:br/>
              <w:t> </w:t>
            </w:r>
          </w:p>
        </w:tc>
      </w:tr>
      <w:tr w:rsidR="000D3487" w:rsidTr="000D3487">
        <w:trPr>
          <w:trHeight w:val="350"/>
        </w:trPr>
        <w:tc>
          <w:tcPr>
            <w:tcW w:w="3924" w:type="dxa"/>
          </w:tcPr>
          <w:p w:rsidR="000D3487" w:rsidRDefault="000D3487" w:rsidP="00B42902">
            <w:pPr>
              <w:pStyle w:val="libPoem"/>
            </w:pPr>
            <w:r w:rsidRPr="00677BC4">
              <w:rPr>
                <w:rtl/>
              </w:rPr>
              <w:t>م</w:t>
            </w:r>
            <w:r>
              <w:rPr>
                <w:rFonts w:hint="cs"/>
                <w:rtl/>
              </w:rPr>
              <w:t>َ</w:t>
            </w:r>
            <w:r w:rsidRPr="00677BC4">
              <w:rPr>
                <w:rtl/>
              </w:rPr>
              <w:t>نْ لم</w:t>
            </w:r>
            <w:r>
              <w:rPr>
                <w:rtl/>
              </w:rPr>
              <w:t xml:space="preserve"> </w:t>
            </w:r>
            <w:r w:rsidRPr="009647FC">
              <w:rPr>
                <w:rtl/>
              </w:rPr>
              <w:t>تصدقه</w:t>
            </w:r>
            <w:r>
              <w:rPr>
                <w:rtl/>
              </w:rPr>
              <w:t xml:space="preserve"> </w:t>
            </w:r>
            <w:r w:rsidRPr="009647FC">
              <w:rPr>
                <w:rtl/>
              </w:rPr>
              <w:t>الفعالُ</w:t>
            </w:r>
            <w:r>
              <w:rPr>
                <w:rtl/>
              </w:rPr>
              <w:t xml:space="preserve"> </w:t>
            </w:r>
            <w:r w:rsidRPr="009647FC">
              <w:rPr>
                <w:rtl/>
              </w:rPr>
              <w:t>فمدحُه</w:t>
            </w:r>
            <w:r w:rsidRPr="00725071">
              <w:rPr>
                <w:rStyle w:val="libPoemTiniChar0"/>
                <w:rtl/>
              </w:rPr>
              <w:br/>
              <w:t> </w:t>
            </w:r>
          </w:p>
        </w:tc>
        <w:tc>
          <w:tcPr>
            <w:tcW w:w="279" w:type="dxa"/>
          </w:tcPr>
          <w:p w:rsidR="000D3487" w:rsidRDefault="000D3487" w:rsidP="00B42902">
            <w:pPr>
              <w:pStyle w:val="libPoem"/>
              <w:rPr>
                <w:rtl/>
              </w:rPr>
            </w:pPr>
          </w:p>
        </w:tc>
        <w:tc>
          <w:tcPr>
            <w:tcW w:w="3884" w:type="dxa"/>
          </w:tcPr>
          <w:p w:rsidR="000D3487" w:rsidRDefault="000D3487" w:rsidP="00B42902">
            <w:pPr>
              <w:pStyle w:val="libPoem"/>
            </w:pPr>
            <w:r w:rsidRPr="009647FC">
              <w:rPr>
                <w:rtl/>
              </w:rPr>
              <w:t>ضربٌ</w:t>
            </w:r>
            <w:r w:rsidR="004C00A8">
              <w:rPr>
                <w:rtl/>
              </w:rPr>
              <w:t xml:space="preserve"> </w:t>
            </w:r>
            <w:r w:rsidRPr="009647FC">
              <w:rPr>
                <w:rtl/>
              </w:rPr>
              <w:t>من</w:t>
            </w:r>
            <w:r>
              <w:rPr>
                <w:rtl/>
              </w:rPr>
              <w:t xml:space="preserve"> </w:t>
            </w:r>
            <w:r w:rsidRPr="009647FC">
              <w:rPr>
                <w:rtl/>
              </w:rPr>
              <w:t>التخليط</w:t>
            </w:r>
            <w:r>
              <w:rPr>
                <w:rtl/>
              </w:rPr>
              <w:t xml:space="preserve"> </w:t>
            </w:r>
            <w:r w:rsidRPr="009647FC">
              <w:rPr>
                <w:rtl/>
              </w:rPr>
              <w:t>والهذيانِ</w:t>
            </w:r>
            <w:r w:rsidRPr="00725071">
              <w:rPr>
                <w:rStyle w:val="libPoemTiniChar0"/>
                <w:rtl/>
              </w:rPr>
              <w:br/>
              <w:t> </w:t>
            </w:r>
          </w:p>
        </w:tc>
      </w:tr>
    </w:tbl>
    <w:p w:rsidR="009647FC" w:rsidRPr="00524A24" w:rsidRDefault="00D769AB" w:rsidP="004E7EC6">
      <w:pPr>
        <w:pStyle w:val="libCenter"/>
      </w:pPr>
      <w:r>
        <w:rPr>
          <w:rtl/>
        </w:rPr>
        <w:t>(</w:t>
      </w:r>
      <w:r w:rsidR="009647FC" w:rsidRPr="009647FC">
        <w:rPr>
          <w:rtl/>
        </w:rPr>
        <w:t>انتهى الديوان</w:t>
      </w:r>
      <w:r>
        <w:rPr>
          <w:rtl/>
        </w:rPr>
        <w:t>)</w:t>
      </w:r>
    </w:p>
    <w:p w:rsidR="009647FC" w:rsidRPr="00524A24" w:rsidRDefault="004E7EC6" w:rsidP="004E7EC6">
      <w:pPr>
        <w:pStyle w:val="libLine"/>
      </w:pPr>
      <w:r>
        <w:rPr>
          <w:rtl/>
        </w:rPr>
        <w:t>____________________</w:t>
      </w:r>
    </w:p>
    <w:p w:rsidR="009647FC" w:rsidRPr="00524A24" w:rsidRDefault="009647FC" w:rsidP="004E7EC6">
      <w:pPr>
        <w:pStyle w:val="libFootnote0"/>
      </w:pPr>
      <w:r w:rsidRPr="009647FC">
        <w:rPr>
          <w:rtl/>
        </w:rPr>
        <w:t>1</w:t>
      </w:r>
      <w:r w:rsidR="004E7EC6">
        <w:rPr>
          <w:rtl/>
        </w:rPr>
        <w:t xml:space="preserve"> - </w:t>
      </w:r>
      <w:r w:rsidRPr="009647FC">
        <w:rPr>
          <w:rtl/>
        </w:rPr>
        <w:t>في المطبوع</w:t>
      </w:r>
      <w:r w:rsidR="00D769AB">
        <w:rPr>
          <w:rtl/>
        </w:rPr>
        <w:t>:</w:t>
      </w:r>
      <w:r w:rsidRPr="009647FC">
        <w:rPr>
          <w:rtl/>
        </w:rPr>
        <w:t xml:space="preserve"> من سيدنا</w:t>
      </w:r>
      <w:r w:rsidR="00D769AB">
        <w:rPr>
          <w:rtl/>
        </w:rPr>
        <w:t>.</w:t>
      </w:r>
    </w:p>
    <w:p w:rsidR="009647FC" w:rsidRPr="00524A24" w:rsidRDefault="009647FC" w:rsidP="004E7EC6">
      <w:pPr>
        <w:pStyle w:val="libFootnote0"/>
      </w:pPr>
      <w:r w:rsidRPr="009647FC">
        <w:rPr>
          <w:rtl/>
        </w:rPr>
        <w:t>2</w:t>
      </w:r>
      <w:r w:rsidR="004E7EC6">
        <w:rPr>
          <w:rtl/>
        </w:rPr>
        <w:t xml:space="preserve"> - </w:t>
      </w:r>
      <w:r w:rsidRPr="009647FC">
        <w:rPr>
          <w:rtl/>
        </w:rPr>
        <w:t>الأمثال لا تغيّر ونصه</w:t>
      </w:r>
      <w:r w:rsidR="00D769AB">
        <w:rPr>
          <w:rtl/>
        </w:rPr>
        <w:t>:</w:t>
      </w:r>
      <w:r w:rsidRPr="009647FC">
        <w:rPr>
          <w:rtl/>
        </w:rPr>
        <w:t xml:space="preserve"> لبث قليلاً</w:t>
      </w:r>
      <w:r w:rsidR="00D769AB">
        <w:rPr>
          <w:rtl/>
        </w:rPr>
        <w:t>.</w:t>
      </w:r>
      <w:r w:rsidRPr="009647FC">
        <w:rPr>
          <w:rtl/>
        </w:rPr>
        <w:t xml:space="preserve"> </w:t>
      </w:r>
    </w:p>
    <w:p w:rsidR="00610688" w:rsidRDefault="00610688" w:rsidP="00610688">
      <w:pPr>
        <w:pStyle w:val="libNormal"/>
        <w:rPr>
          <w:rtl/>
        </w:rPr>
      </w:pPr>
      <w:r>
        <w:rPr>
          <w:rtl/>
        </w:rPr>
        <w:br w:type="page"/>
      </w:r>
    </w:p>
    <w:sdt>
      <w:sdtPr>
        <w:rPr>
          <w:rtl/>
        </w:rPr>
        <w:id w:val="13068235"/>
        <w:docPartObj>
          <w:docPartGallery w:val="Table of Contents"/>
          <w:docPartUnique/>
        </w:docPartObj>
      </w:sdtPr>
      <w:sdtEndPr>
        <w:rPr>
          <w:b w:val="0"/>
          <w:bCs w:val="0"/>
        </w:rPr>
      </w:sdtEndPr>
      <w:sdtContent>
        <w:p w:rsidR="00610688" w:rsidRDefault="00610688" w:rsidP="00610688">
          <w:pPr>
            <w:pStyle w:val="libCenterBold1"/>
          </w:pPr>
          <w:r>
            <w:rPr>
              <w:rFonts w:hint="cs"/>
              <w:rtl/>
            </w:rPr>
            <w:t>الفهرس</w:t>
          </w:r>
        </w:p>
        <w:p w:rsidR="00610688" w:rsidRDefault="00610688">
          <w:pPr>
            <w:pStyle w:val="TOC2"/>
            <w:tabs>
              <w:tab w:val="right" w:leader="dot" w:pos="8637"/>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30170481" w:history="1">
            <w:r w:rsidRPr="00BE037A">
              <w:rPr>
                <w:rStyle w:val="Hyperlink"/>
                <w:rFonts w:hint="eastAsia"/>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Toc430170481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10688" w:rsidRDefault="00610688">
          <w:pPr>
            <w:pStyle w:val="TOC2"/>
            <w:tabs>
              <w:tab w:val="right" w:leader="dot" w:pos="8637"/>
            </w:tabs>
            <w:rPr>
              <w:rFonts w:asciiTheme="minorHAnsi" w:eastAsiaTheme="minorEastAsia" w:hAnsiTheme="minorHAnsi" w:cstheme="minorBidi"/>
              <w:noProof/>
              <w:color w:val="auto"/>
              <w:sz w:val="22"/>
              <w:szCs w:val="22"/>
              <w:rtl/>
            </w:rPr>
          </w:pPr>
          <w:hyperlink w:anchor="_Toc430170482" w:history="1">
            <w:r w:rsidRPr="00BE037A">
              <w:rPr>
                <w:rStyle w:val="Hyperlink"/>
                <w:rFonts w:hint="eastAsia"/>
                <w:noProof/>
                <w:rtl/>
              </w:rPr>
              <w:t>الحماسة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Toc430170482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10688" w:rsidRDefault="00610688">
          <w:pPr>
            <w:pStyle w:val="TOC2"/>
            <w:tabs>
              <w:tab w:val="right" w:leader="dot" w:pos="8637"/>
            </w:tabs>
            <w:rPr>
              <w:rFonts w:asciiTheme="minorHAnsi" w:eastAsiaTheme="minorEastAsia" w:hAnsiTheme="minorHAnsi" w:cstheme="minorBidi"/>
              <w:noProof/>
              <w:color w:val="auto"/>
              <w:sz w:val="22"/>
              <w:szCs w:val="22"/>
              <w:rtl/>
            </w:rPr>
          </w:pPr>
          <w:hyperlink w:anchor="_Toc430170483" w:history="1">
            <w:r w:rsidRPr="00BE037A">
              <w:rPr>
                <w:rStyle w:val="Hyperlink"/>
                <w:rFonts w:hint="eastAsia"/>
                <w:noProof/>
                <w:rtl/>
              </w:rPr>
              <w:t>المدائح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Toc430170483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10688" w:rsidRDefault="00610688">
          <w:pPr>
            <w:pStyle w:val="TOC2"/>
            <w:tabs>
              <w:tab w:val="right" w:leader="dot" w:pos="8637"/>
            </w:tabs>
            <w:rPr>
              <w:rFonts w:asciiTheme="minorHAnsi" w:eastAsiaTheme="minorEastAsia" w:hAnsiTheme="minorHAnsi" w:cstheme="minorBidi"/>
              <w:noProof/>
              <w:color w:val="auto"/>
              <w:sz w:val="22"/>
              <w:szCs w:val="22"/>
              <w:rtl/>
            </w:rPr>
          </w:pPr>
          <w:hyperlink w:anchor="_Toc430170484" w:history="1">
            <w:r w:rsidRPr="00BE037A">
              <w:rPr>
                <w:rStyle w:val="Hyperlink"/>
                <w:rFonts w:hint="eastAsia"/>
                <w:noProof/>
                <w:rtl/>
              </w:rPr>
              <w:t>المراثي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Toc430170484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610688" w:rsidRDefault="00610688">
          <w:pPr>
            <w:pStyle w:val="TOC2"/>
            <w:tabs>
              <w:tab w:val="right" w:leader="dot" w:pos="8637"/>
            </w:tabs>
            <w:rPr>
              <w:rFonts w:asciiTheme="minorHAnsi" w:eastAsiaTheme="minorEastAsia" w:hAnsiTheme="minorHAnsi" w:cstheme="minorBidi"/>
              <w:noProof/>
              <w:color w:val="auto"/>
              <w:sz w:val="22"/>
              <w:szCs w:val="22"/>
              <w:rtl/>
            </w:rPr>
          </w:pPr>
          <w:hyperlink w:anchor="_Toc430170485" w:history="1">
            <w:r w:rsidRPr="00BE037A">
              <w:rPr>
                <w:rStyle w:val="Hyperlink"/>
                <w:rFonts w:hint="eastAsia"/>
                <w:noProof/>
                <w:rtl/>
              </w:rPr>
              <w:t>التاريخيات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Toc430170485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610688" w:rsidRDefault="00610688">
          <w:pPr>
            <w:pStyle w:val="TOC2"/>
            <w:tabs>
              <w:tab w:val="right" w:leader="dot" w:pos="8637"/>
            </w:tabs>
            <w:rPr>
              <w:rFonts w:asciiTheme="minorHAnsi" w:eastAsiaTheme="minorEastAsia" w:hAnsiTheme="minorHAnsi" w:cstheme="minorBidi"/>
              <w:noProof/>
              <w:color w:val="auto"/>
              <w:sz w:val="22"/>
              <w:szCs w:val="22"/>
              <w:rtl/>
            </w:rPr>
          </w:pPr>
          <w:hyperlink w:anchor="_Toc430170486" w:history="1">
            <w:r w:rsidRPr="00BE037A">
              <w:rPr>
                <w:rStyle w:val="Hyperlink"/>
                <w:rFonts w:hint="eastAsia"/>
                <w:noProof/>
                <w:rtl/>
              </w:rPr>
              <w:t>التّقْارِض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Toc430170486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610688" w:rsidRDefault="00610688">
          <w:pPr>
            <w:pStyle w:val="TOC2"/>
            <w:tabs>
              <w:tab w:val="right" w:leader="dot" w:pos="8637"/>
            </w:tabs>
            <w:rPr>
              <w:rFonts w:asciiTheme="minorHAnsi" w:eastAsiaTheme="minorEastAsia" w:hAnsiTheme="minorHAnsi" w:cstheme="minorBidi"/>
              <w:noProof/>
              <w:color w:val="auto"/>
              <w:sz w:val="22"/>
              <w:szCs w:val="22"/>
              <w:rtl/>
            </w:rPr>
          </w:pPr>
          <w:hyperlink w:anchor="_Toc430170487" w:history="1">
            <w:r w:rsidRPr="00BE037A">
              <w:rPr>
                <w:rStyle w:val="Hyperlink"/>
                <w:rFonts w:hint="eastAsia"/>
                <w:noProof/>
                <w:rtl/>
              </w:rPr>
              <w:t>متفرقات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Toc430170487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610688" w:rsidRDefault="00610688">
          <w:pPr>
            <w:pStyle w:val="TOC2"/>
            <w:tabs>
              <w:tab w:val="right" w:leader="dot" w:pos="8637"/>
            </w:tabs>
            <w:rPr>
              <w:rFonts w:asciiTheme="minorHAnsi" w:eastAsiaTheme="minorEastAsia" w:hAnsiTheme="minorHAnsi" w:cstheme="minorBidi"/>
              <w:noProof/>
              <w:color w:val="auto"/>
              <w:sz w:val="22"/>
              <w:szCs w:val="22"/>
              <w:rtl/>
            </w:rPr>
          </w:pPr>
          <w:hyperlink w:anchor="_Toc430170488" w:history="1">
            <w:r w:rsidRPr="00BE037A">
              <w:rPr>
                <w:rStyle w:val="Hyperlink"/>
                <w:rFonts w:hint="eastAsia"/>
                <w:noProof/>
                <w:rtl/>
              </w:rPr>
              <w:t>الرّسائل</w:t>
            </w:r>
            <w:r w:rsidRPr="00BE037A">
              <w:rPr>
                <w:rStyle w:val="Hyperlink"/>
                <w:noProof/>
                <w:rtl/>
              </w:rPr>
              <w:t>.. (</w:t>
            </w:r>
            <w:r w:rsidRPr="00BE037A">
              <w:rPr>
                <w:rStyle w:val="Hyperlink"/>
                <w:rFonts w:hint="eastAsia"/>
                <w:noProof/>
                <w:rtl/>
              </w:rPr>
              <w:t>مدح،</w:t>
            </w:r>
            <w:r w:rsidRPr="00BE037A">
              <w:rPr>
                <w:rStyle w:val="Hyperlink"/>
                <w:noProof/>
                <w:rtl/>
              </w:rPr>
              <w:t xml:space="preserve"> </w:t>
            </w:r>
            <w:r w:rsidRPr="00BE037A">
              <w:rPr>
                <w:rStyle w:val="Hyperlink"/>
                <w:rFonts w:hint="eastAsia"/>
                <w:noProof/>
                <w:rtl/>
              </w:rPr>
              <w:t>رثاء،</w:t>
            </w:r>
            <w:r w:rsidRPr="00BE037A">
              <w:rPr>
                <w:rStyle w:val="Hyperlink"/>
                <w:noProof/>
                <w:rtl/>
              </w:rPr>
              <w:t xml:space="preserve"> </w:t>
            </w:r>
            <w:r w:rsidRPr="00BE037A">
              <w:rPr>
                <w:rStyle w:val="Hyperlink"/>
                <w:rFonts w:hint="eastAsia"/>
                <w:noProof/>
                <w:rtl/>
              </w:rPr>
              <w:t>عتاب</w:t>
            </w:r>
            <w:r w:rsidRPr="00BE037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Toc430170488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610688" w:rsidRDefault="00610688">
          <w:pPr>
            <w:pStyle w:val="TOC2"/>
            <w:tabs>
              <w:tab w:val="right" w:leader="dot" w:pos="8637"/>
            </w:tabs>
            <w:rPr>
              <w:rFonts w:asciiTheme="minorHAnsi" w:eastAsiaTheme="minorEastAsia" w:hAnsiTheme="minorHAnsi" w:cstheme="minorBidi"/>
              <w:noProof/>
              <w:color w:val="auto"/>
              <w:sz w:val="22"/>
              <w:szCs w:val="22"/>
              <w:rtl/>
            </w:rPr>
          </w:pPr>
          <w:hyperlink w:anchor="_Toc430170489" w:history="1">
            <w:r w:rsidRPr="00BE037A">
              <w:rPr>
                <w:rStyle w:val="Hyperlink"/>
                <w:rFonts w:hint="eastAsia"/>
                <w:noProof/>
                <w:rtl/>
              </w:rPr>
              <w:t>الفصل</w:t>
            </w:r>
            <w:r w:rsidRPr="00BE037A">
              <w:rPr>
                <w:rStyle w:val="Hyperlink"/>
                <w:noProof/>
                <w:rtl/>
              </w:rPr>
              <w:t xml:space="preserve"> </w:t>
            </w:r>
            <w:r w:rsidRPr="00BE037A">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Toc430170489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610688" w:rsidRDefault="00610688">
          <w:pPr>
            <w:pStyle w:val="TOC2"/>
            <w:tabs>
              <w:tab w:val="right" w:leader="dot" w:pos="8637"/>
            </w:tabs>
            <w:rPr>
              <w:rFonts w:asciiTheme="minorHAnsi" w:eastAsiaTheme="minorEastAsia" w:hAnsiTheme="minorHAnsi" w:cstheme="minorBidi"/>
              <w:noProof/>
              <w:color w:val="auto"/>
              <w:sz w:val="22"/>
              <w:szCs w:val="22"/>
              <w:rtl/>
            </w:rPr>
          </w:pPr>
          <w:hyperlink w:anchor="_Toc430170490" w:history="1">
            <w:r w:rsidRPr="00BE037A">
              <w:rPr>
                <w:rStyle w:val="Hyperlink"/>
                <w:rFonts w:hint="eastAsia"/>
                <w:noProof/>
                <w:rtl/>
              </w:rPr>
              <w:t>في</w:t>
            </w:r>
            <w:r w:rsidRPr="00BE037A">
              <w:rPr>
                <w:rStyle w:val="Hyperlink"/>
                <w:noProof/>
                <w:rtl/>
              </w:rPr>
              <w:t xml:space="preserve"> </w:t>
            </w:r>
            <w:r w:rsidRPr="00BE037A">
              <w:rPr>
                <w:rStyle w:val="Hyperlink"/>
                <w:rFonts w:hint="eastAsia"/>
                <w:noProof/>
                <w:rtl/>
              </w:rPr>
              <w:t>الرثاء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Toc430170490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610688" w:rsidRDefault="00610688">
          <w:pPr>
            <w:pStyle w:val="TOC2"/>
            <w:tabs>
              <w:tab w:val="right" w:leader="dot" w:pos="8637"/>
            </w:tabs>
            <w:rPr>
              <w:rFonts w:asciiTheme="minorHAnsi" w:eastAsiaTheme="minorEastAsia" w:hAnsiTheme="minorHAnsi" w:cstheme="minorBidi"/>
              <w:noProof/>
              <w:color w:val="auto"/>
              <w:sz w:val="22"/>
              <w:szCs w:val="22"/>
              <w:rtl/>
            </w:rPr>
          </w:pPr>
          <w:hyperlink w:anchor="_Toc430170491" w:history="1">
            <w:r w:rsidRPr="00BE037A">
              <w:rPr>
                <w:rStyle w:val="Hyperlink"/>
                <w:rFonts w:hint="eastAsia"/>
                <w:noProof/>
                <w:rtl/>
              </w:rPr>
              <w:t>الفصل</w:t>
            </w:r>
            <w:r w:rsidRPr="00BE037A">
              <w:rPr>
                <w:rStyle w:val="Hyperlink"/>
                <w:noProof/>
                <w:rtl/>
              </w:rPr>
              <w:t xml:space="preserve"> </w:t>
            </w:r>
            <w:r w:rsidRPr="00BE037A">
              <w:rPr>
                <w:rStyle w:val="Hyperlink"/>
                <w:rFonts w:hint="eastAsia"/>
                <w:noProof/>
                <w:rtl/>
              </w:rPr>
              <w:t>الثالث</w:t>
            </w:r>
            <w:r w:rsidRPr="00BE037A">
              <w:rPr>
                <w:rStyle w:val="Hyperlink"/>
                <w:noProof/>
                <w:rtl/>
              </w:rPr>
              <w:t xml:space="preserve"> </w:t>
            </w:r>
            <w:r w:rsidRPr="00BE037A">
              <w:rPr>
                <w:rStyle w:val="Hyperlink"/>
                <w:rFonts w:hint="eastAsia"/>
                <w:noProof/>
                <w:rtl/>
              </w:rPr>
              <w:t>في</w:t>
            </w:r>
            <w:r w:rsidRPr="00BE037A">
              <w:rPr>
                <w:rStyle w:val="Hyperlink"/>
                <w:noProof/>
                <w:rtl/>
              </w:rPr>
              <w:t xml:space="preserve"> </w:t>
            </w:r>
            <w:r w:rsidRPr="00BE037A">
              <w:rPr>
                <w:rStyle w:val="Hyperlink"/>
                <w:rFonts w:hint="eastAsia"/>
                <w:noProof/>
                <w:rtl/>
              </w:rPr>
              <w:t>العتاب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Toc430170491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610688" w:rsidRDefault="00610688" w:rsidP="00610688">
          <w:pPr>
            <w:pStyle w:val="libNormal"/>
          </w:pPr>
          <w:r>
            <w:fldChar w:fldCharType="end"/>
          </w:r>
        </w:p>
      </w:sdtContent>
    </w:sdt>
    <w:sectPr w:rsidR="00610688" w:rsidSect="001C1D65">
      <w:footerReference w:type="even" r:id="rId8"/>
      <w:footerReference w:type="default" r:id="rId9"/>
      <w:footerReference w:type="first" r:id="rId10"/>
      <w:type w:val="continuous"/>
      <w:pgSz w:w="11907" w:h="16840" w:code="9"/>
      <w:pgMar w:top="1701" w:right="1559" w:bottom="1701" w:left="1701"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01C" w:rsidRDefault="00AE101C">
      <w:r>
        <w:separator/>
      </w:r>
    </w:p>
  </w:endnote>
  <w:endnote w:type="continuationSeparator" w:id="0">
    <w:p w:rsidR="00AE101C" w:rsidRDefault="00AE10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panose1 w:val="02000000000000000000"/>
    <w:charset w:val="B2"/>
    <w:family w:val="auto"/>
    <w:pitch w:val="variable"/>
    <w:sig w:usb0="80002001" w:usb1="90000000" w:usb2="00000008" w:usb3="00000000" w:csb0="00000040" w:csb1="00000000"/>
  </w:font>
  <w:font w:name="Rafed Alaem">
    <w:altName w:val="Times New Roman"/>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01C" w:rsidRPr="00524A24" w:rsidRDefault="00090B9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E101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A1F5A">
      <w:rPr>
        <w:rFonts w:ascii="Traditional Arabic" w:hAnsi="Traditional Arabic"/>
        <w:noProof/>
        <w:sz w:val="28"/>
        <w:szCs w:val="28"/>
        <w:rtl/>
      </w:rPr>
      <w:t>240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01C" w:rsidRPr="00524A24" w:rsidRDefault="00090B9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E101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10688">
      <w:rPr>
        <w:rFonts w:ascii="Traditional Arabic" w:hAnsi="Traditional Arabic"/>
        <w:noProof/>
        <w:sz w:val="28"/>
        <w:szCs w:val="28"/>
        <w:rtl/>
      </w:rPr>
      <w:t>241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01C" w:rsidRPr="00524A24" w:rsidRDefault="00090B9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E101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A1F5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01C" w:rsidRDefault="00AE101C">
      <w:r>
        <w:separator/>
      </w:r>
    </w:p>
  </w:footnote>
  <w:footnote w:type="continuationSeparator" w:id="0">
    <w:p w:rsidR="00AE101C" w:rsidRDefault="00AE10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E7EC6"/>
    <w:rsid w:val="00005A19"/>
    <w:rsid w:val="00024DBC"/>
    <w:rsid w:val="000267FE"/>
    <w:rsid w:val="00034DB7"/>
    <w:rsid w:val="00040798"/>
    <w:rsid w:val="00042314"/>
    <w:rsid w:val="00042F45"/>
    <w:rsid w:val="00043023"/>
    <w:rsid w:val="00054406"/>
    <w:rsid w:val="0006216A"/>
    <w:rsid w:val="00063FD6"/>
    <w:rsid w:val="00066C43"/>
    <w:rsid w:val="00067F84"/>
    <w:rsid w:val="00071C97"/>
    <w:rsid w:val="0007613C"/>
    <w:rsid w:val="000761F7"/>
    <w:rsid w:val="00076A3A"/>
    <w:rsid w:val="00077163"/>
    <w:rsid w:val="00082D69"/>
    <w:rsid w:val="00083F31"/>
    <w:rsid w:val="00090987"/>
    <w:rsid w:val="00090B9E"/>
    <w:rsid w:val="00092805"/>
    <w:rsid w:val="00092A0C"/>
    <w:rsid w:val="00095BA6"/>
    <w:rsid w:val="000A6E11"/>
    <w:rsid w:val="000A7750"/>
    <w:rsid w:val="000B2E78"/>
    <w:rsid w:val="000B3A56"/>
    <w:rsid w:val="000C0A89"/>
    <w:rsid w:val="000C7722"/>
    <w:rsid w:val="000D0932"/>
    <w:rsid w:val="000D1BDF"/>
    <w:rsid w:val="000D3487"/>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4451"/>
    <w:rsid w:val="00135E90"/>
    <w:rsid w:val="00136268"/>
    <w:rsid w:val="00136E6F"/>
    <w:rsid w:val="00136FE7"/>
    <w:rsid w:val="0014341C"/>
    <w:rsid w:val="00143EEA"/>
    <w:rsid w:val="00147ED8"/>
    <w:rsid w:val="001517A4"/>
    <w:rsid w:val="00151C03"/>
    <w:rsid w:val="001531AC"/>
    <w:rsid w:val="00153917"/>
    <w:rsid w:val="00157306"/>
    <w:rsid w:val="00160F76"/>
    <w:rsid w:val="00163A74"/>
    <w:rsid w:val="00163D83"/>
    <w:rsid w:val="00164767"/>
    <w:rsid w:val="00164810"/>
    <w:rsid w:val="001712E1"/>
    <w:rsid w:val="001767EE"/>
    <w:rsid w:val="00182258"/>
    <w:rsid w:val="00182CD3"/>
    <w:rsid w:val="00182D68"/>
    <w:rsid w:val="0018664D"/>
    <w:rsid w:val="00187017"/>
    <w:rsid w:val="00187246"/>
    <w:rsid w:val="001937F7"/>
    <w:rsid w:val="00195052"/>
    <w:rsid w:val="0019610D"/>
    <w:rsid w:val="001A0A79"/>
    <w:rsid w:val="001A0DAA"/>
    <w:rsid w:val="001A1408"/>
    <w:rsid w:val="001A22F7"/>
    <w:rsid w:val="001A3110"/>
    <w:rsid w:val="001A4C37"/>
    <w:rsid w:val="001A4D9B"/>
    <w:rsid w:val="001A6EC0"/>
    <w:rsid w:val="001B07B7"/>
    <w:rsid w:val="001B16FD"/>
    <w:rsid w:val="001B5182"/>
    <w:rsid w:val="001B577F"/>
    <w:rsid w:val="001B6B73"/>
    <w:rsid w:val="001B702D"/>
    <w:rsid w:val="001B7407"/>
    <w:rsid w:val="001C1D65"/>
    <w:rsid w:val="001C3D8D"/>
    <w:rsid w:val="001C4254"/>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5215"/>
    <w:rsid w:val="00237C0B"/>
    <w:rsid w:val="00241F59"/>
    <w:rsid w:val="002422EA"/>
    <w:rsid w:val="0024265C"/>
    <w:rsid w:val="00243D20"/>
    <w:rsid w:val="00244C2E"/>
    <w:rsid w:val="00250E0A"/>
    <w:rsid w:val="00251E02"/>
    <w:rsid w:val="002568DF"/>
    <w:rsid w:val="00257657"/>
    <w:rsid w:val="00261F33"/>
    <w:rsid w:val="00262C8D"/>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2BB"/>
    <w:rsid w:val="002C3E3A"/>
    <w:rsid w:val="002C5C66"/>
    <w:rsid w:val="002C6427"/>
    <w:rsid w:val="002D19A9"/>
    <w:rsid w:val="002D2485"/>
    <w:rsid w:val="002D580E"/>
    <w:rsid w:val="002D72B7"/>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3664"/>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D9D"/>
    <w:rsid w:val="00387F48"/>
    <w:rsid w:val="003963F3"/>
    <w:rsid w:val="0039787F"/>
    <w:rsid w:val="003A1475"/>
    <w:rsid w:val="003A3298"/>
    <w:rsid w:val="003A4587"/>
    <w:rsid w:val="003A533A"/>
    <w:rsid w:val="003A657A"/>
    <w:rsid w:val="003A661E"/>
    <w:rsid w:val="003B0913"/>
    <w:rsid w:val="003B20C5"/>
    <w:rsid w:val="003B3D7A"/>
    <w:rsid w:val="003B5031"/>
    <w:rsid w:val="003B63EE"/>
    <w:rsid w:val="003B6720"/>
    <w:rsid w:val="003B775B"/>
    <w:rsid w:val="003B7FA9"/>
    <w:rsid w:val="003C12B7"/>
    <w:rsid w:val="003C6EB9"/>
    <w:rsid w:val="003C7C08"/>
    <w:rsid w:val="003D0E9A"/>
    <w:rsid w:val="003D2459"/>
    <w:rsid w:val="003D28ED"/>
    <w:rsid w:val="003D3107"/>
    <w:rsid w:val="003E148D"/>
    <w:rsid w:val="003E173A"/>
    <w:rsid w:val="003E2E50"/>
    <w:rsid w:val="003E3600"/>
    <w:rsid w:val="003F133B"/>
    <w:rsid w:val="003F33DE"/>
    <w:rsid w:val="0040243A"/>
    <w:rsid w:val="00402C65"/>
    <w:rsid w:val="00404EB7"/>
    <w:rsid w:val="00407D56"/>
    <w:rsid w:val="004142DF"/>
    <w:rsid w:val="004146B4"/>
    <w:rsid w:val="00416552"/>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4B3D"/>
    <w:rsid w:val="00475E99"/>
    <w:rsid w:val="00481D03"/>
    <w:rsid w:val="00481FD0"/>
    <w:rsid w:val="0048221F"/>
    <w:rsid w:val="004866A7"/>
    <w:rsid w:val="004879E4"/>
    <w:rsid w:val="0049103A"/>
    <w:rsid w:val="004919C3"/>
    <w:rsid w:val="004953C3"/>
    <w:rsid w:val="00497042"/>
    <w:rsid w:val="004A0866"/>
    <w:rsid w:val="004A0AF4"/>
    <w:rsid w:val="004A0B9D"/>
    <w:rsid w:val="004A594E"/>
    <w:rsid w:val="004A6FE9"/>
    <w:rsid w:val="004B06B3"/>
    <w:rsid w:val="004B17F4"/>
    <w:rsid w:val="004B3F28"/>
    <w:rsid w:val="004B653D"/>
    <w:rsid w:val="004C00A8"/>
    <w:rsid w:val="004C0461"/>
    <w:rsid w:val="004C12C2"/>
    <w:rsid w:val="004C3E90"/>
    <w:rsid w:val="004C4336"/>
    <w:rsid w:val="004C77B5"/>
    <w:rsid w:val="004C77BF"/>
    <w:rsid w:val="004D67F7"/>
    <w:rsid w:val="004D7678"/>
    <w:rsid w:val="004D7CD7"/>
    <w:rsid w:val="004E5E17"/>
    <w:rsid w:val="004E6E95"/>
    <w:rsid w:val="004E7BA2"/>
    <w:rsid w:val="004E7EC6"/>
    <w:rsid w:val="004F58BA"/>
    <w:rsid w:val="004F6137"/>
    <w:rsid w:val="005022E5"/>
    <w:rsid w:val="00511B0E"/>
    <w:rsid w:val="00514000"/>
    <w:rsid w:val="00524A24"/>
    <w:rsid w:val="005254BC"/>
    <w:rsid w:val="00526724"/>
    <w:rsid w:val="00540F36"/>
    <w:rsid w:val="00541189"/>
    <w:rsid w:val="0054157A"/>
    <w:rsid w:val="00542EEF"/>
    <w:rsid w:val="005469AF"/>
    <w:rsid w:val="00550B2F"/>
    <w:rsid w:val="00551712"/>
    <w:rsid w:val="00551E02"/>
    <w:rsid w:val="005529FE"/>
    <w:rsid w:val="00552C63"/>
    <w:rsid w:val="00553E73"/>
    <w:rsid w:val="00553E8E"/>
    <w:rsid w:val="005540AB"/>
    <w:rsid w:val="005549DE"/>
    <w:rsid w:val="005573CD"/>
    <w:rsid w:val="00557500"/>
    <w:rsid w:val="00557FB6"/>
    <w:rsid w:val="005616E1"/>
    <w:rsid w:val="00561C58"/>
    <w:rsid w:val="0056257C"/>
    <w:rsid w:val="00562EED"/>
    <w:rsid w:val="00565ADE"/>
    <w:rsid w:val="005673A9"/>
    <w:rsid w:val="005677FA"/>
    <w:rsid w:val="0057006C"/>
    <w:rsid w:val="00571BF1"/>
    <w:rsid w:val="00574C66"/>
    <w:rsid w:val="0057612B"/>
    <w:rsid w:val="00576C02"/>
    <w:rsid w:val="005772C4"/>
    <w:rsid w:val="00577577"/>
    <w:rsid w:val="005832AA"/>
    <w:rsid w:val="00584801"/>
    <w:rsid w:val="00584ABA"/>
    <w:rsid w:val="00585B8F"/>
    <w:rsid w:val="00590129"/>
    <w:rsid w:val="005923FF"/>
    <w:rsid w:val="005960AA"/>
    <w:rsid w:val="00597B34"/>
    <w:rsid w:val="005A00BB"/>
    <w:rsid w:val="005A1C39"/>
    <w:rsid w:val="005A3C3B"/>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9E0"/>
    <w:rsid w:val="005F2E2D"/>
    <w:rsid w:val="005F2F00"/>
    <w:rsid w:val="00600E66"/>
    <w:rsid w:val="006013DF"/>
    <w:rsid w:val="0060295E"/>
    <w:rsid w:val="00603583"/>
    <w:rsid w:val="00603605"/>
    <w:rsid w:val="006041A3"/>
    <w:rsid w:val="00610688"/>
    <w:rsid w:val="006110FF"/>
    <w:rsid w:val="00611ACE"/>
    <w:rsid w:val="00614301"/>
    <w:rsid w:val="00620867"/>
    <w:rsid w:val="00620B12"/>
    <w:rsid w:val="006210F4"/>
    <w:rsid w:val="00621DEA"/>
    <w:rsid w:val="00624B9F"/>
    <w:rsid w:val="00625C71"/>
    <w:rsid w:val="00626383"/>
    <w:rsid w:val="00627316"/>
    <w:rsid w:val="00627A7B"/>
    <w:rsid w:val="00631D8A"/>
    <w:rsid w:val="00633FB4"/>
    <w:rsid w:val="006357C1"/>
    <w:rsid w:val="00635BA7"/>
    <w:rsid w:val="006365EA"/>
    <w:rsid w:val="0063712C"/>
    <w:rsid w:val="00637374"/>
    <w:rsid w:val="00640BB2"/>
    <w:rsid w:val="00641A2D"/>
    <w:rsid w:val="00643F5E"/>
    <w:rsid w:val="006449AF"/>
    <w:rsid w:val="00646D08"/>
    <w:rsid w:val="006479C7"/>
    <w:rsid w:val="00651640"/>
    <w:rsid w:val="00651ADF"/>
    <w:rsid w:val="00655E05"/>
    <w:rsid w:val="006574EA"/>
    <w:rsid w:val="00663284"/>
    <w:rsid w:val="0066396C"/>
    <w:rsid w:val="00665B79"/>
    <w:rsid w:val="006703A3"/>
    <w:rsid w:val="006726F6"/>
    <w:rsid w:val="00672E5A"/>
    <w:rsid w:val="00676B9C"/>
    <w:rsid w:val="00677BC4"/>
    <w:rsid w:val="0068115C"/>
    <w:rsid w:val="00682902"/>
    <w:rsid w:val="00683F3A"/>
    <w:rsid w:val="00684527"/>
    <w:rsid w:val="0068644B"/>
    <w:rsid w:val="0068652E"/>
    <w:rsid w:val="00687928"/>
    <w:rsid w:val="0069163F"/>
    <w:rsid w:val="00691DBB"/>
    <w:rsid w:val="00693B01"/>
    <w:rsid w:val="00697162"/>
    <w:rsid w:val="006A09A5"/>
    <w:rsid w:val="006A0C07"/>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2124"/>
    <w:rsid w:val="00722634"/>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8"/>
    <w:rsid w:val="00791A39"/>
    <w:rsid w:val="00792322"/>
    <w:rsid w:val="00796941"/>
    <w:rsid w:val="00796AAA"/>
    <w:rsid w:val="007A1C11"/>
    <w:rsid w:val="007A5456"/>
    <w:rsid w:val="007A6185"/>
    <w:rsid w:val="007A6AF1"/>
    <w:rsid w:val="007B10B3"/>
    <w:rsid w:val="007B1D12"/>
    <w:rsid w:val="007B2F17"/>
    <w:rsid w:val="007B46B3"/>
    <w:rsid w:val="007B5CD8"/>
    <w:rsid w:val="007B602B"/>
    <w:rsid w:val="007B6D51"/>
    <w:rsid w:val="007C3DC9"/>
    <w:rsid w:val="007C3F88"/>
    <w:rsid w:val="007D1D2B"/>
    <w:rsid w:val="007D4FEB"/>
    <w:rsid w:val="007D5FD1"/>
    <w:rsid w:val="007D6B18"/>
    <w:rsid w:val="007E2EBF"/>
    <w:rsid w:val="007E47E8"/>
    <w:rsid w:val="007E55D8"/>
    <w:rsid w:val="007E6DD9"/>
    <w:rsid w:val="007F4190"/>
    <w:rsid w:val="007F4E53"/>
    <w:rsid w:val="007F5ABC"/>
    <w:rsid w:val="00800121"/>
    <w:rsid w:val="008018D9"/>
    <w:rsid w:val="00805AED"/>
    <w:rsid w:val="00806335"/>
    <w:rsid w:val="008105E2"/>
    <w:rsid w:val="008110DA"/>
    <w:rsid w:val="00811B70"/>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26EA"/>
    <w:rsid w:val="00873D57"/>
    <w:rsid w:val="00874112"/>
    <w:rsid w:val="008777DC"/>
    <w:rsid w:val="008778B5"/>
    <w:rsid w:val="00880BCE"/>
    <w:rsid w:val="008810AF"/>
    <w:rsid w:val="008819E4"/>
    <w:rsid w:val="008830EF"/>
    <w:rsid w:val="00884773"/>
    <w:rsid w:val="00885077"/>
    <w:rsid w:val="00892EBD"/>
    <w:rsid w:val="008933CF"/>
    <w:rsid w:val="00895362"/>
    <w:rsid w:val="00897375"/>
    <w:rsid w:val="008A225D"/>
    <w:rsid w:val="008A4630"/>
    <w:rsid w:val="008B5AE2"/>
    <w:rsid w:val="008B5B7E"/>
    <w:rsid w:val="008C05BB"/>
    <w:rsid w:val="008C0DB1"/>
    <w:rsid w:val="008C3327"/>
    <w:rsid w:val="008C510F"/>
    <w:rsid w:val="008C6CA6"/>
    <w:rsid w:val="008D1374"/>
    <w:rsid w:val="008D3009"/>
    <w:rsid w:val="008D5874"/>
    <w:rsid w:val="008D5FE6"/>
    <w:rsid w:val="008D6657"/>
    <w:rsid w:val="008E1FA7"/>
    <w:rsid w:val="008E4D2E"/>
    <w:rsid w:val="008E52ED"/>
    <w:rsid w:val="008E5EA9"/>
    <w:rsid w:val="008F1A98"/>
    <w:rsid w:val="008F258C"/>
    <w:rsid w:val="008F3A72"/>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28C"/>
    <w:rsid w:val="00925BE7"/>
    <w:rsid w:val="00927D62"/>
    <w:rsid w:val="00932192"/>
    <w:rsid w:val="0093547E"/>
    <w:rsid w:val="00940B6B"/>
    <w:rsid w:val="00943412"/>
    <w:rsid w:val="00943B2E"/>
    <w:rsid w:val="0094536C"/>
    <w:rsid w:val="009455CE"/>
    <w:rsid w:val="00945D11"/>
    <w:rsid w:val="009472D2"/>
    <w:rsid w:val="009503E2"/>
    <w:rsid w:val="009557F9"/>
    <w:rsid w:val="00960F67"/>
    <w:rsid w:val="00961CD2"/>
    <w:rsid w:val="00962B76"/>
    <w:rsid w:val="009647FC"/>
    <w:rsid w:val="009668BF"/>
    <w:rsid w:val="0097061F"/>
    <w:rsid w:val="00972C70"/>
    <w:rsid w:val="00974224"/>
    <w:rsid w:val="00974F8D"/>
    <w:rsid w:val="00974FF1"/>
    <w:rsid w:val="00975D34"/>
    <w:rsid w:val="009767D3"/>
    <w:rsid w:val="009819FB"/>
    <w:rsid w:val="00982BF2"/>
    <w:rsid w:val="00986F27"/>
    <w:rsid w:val="00987873"/>
    <w:rsid w:val="00992E31"/>
    <w:rsid w:val="0099652F"/>
    <w:rsid w:val="009A53CC"/>
    <w:rsid w:val="009A7001"/>
    <w:rsid w:val="009A7DA5"/>
    <w:rsid w:val="009B01D4"/>
    <w:rsid w:val="009B06C8"/>
    <w:rsid w:val="009B0A46"/>
    <w:rsid w:val="009B0C22"/>
    <w:rsid w:val="009B2B08"/>
    <w:rsid w:val="009B36E8"/>
    <w:rsid w:val="009B7253"/>
    <w:rsid w:val="009C2E28"/>
    <w:rsid w:val="009C61D1"/>
    <w:rsid w:val="009D3969"/>
    <w:rsid w:val="009D4F53"/>
    <w:rsid w:val="009D6CB0"/>
    <w:rsid w:val="009E03BE"/>
    <w:rsid w:val="009E07BB"/>
    <w:rsid w:val="009E1742"/>
    <w:rsid w:val="009E4824"/>
    <w:rsid w:val="009E67C9"/>
    <w:rsid w:val="009E6DE8"/>
    <w:rsid w:val="009E7AB9"/>
    <w:rsid w:val="009F2C77"/>
    <w:rsid w:val="009F4224"/>
    <w:rsid w:val="009F4A72"/>
    <w:rsid w:val="009F5327"/>
    <w:rsid w:val="009F6DDF"/>
    <w:rsid w:val="009F7CA8"/>
    <w:rsid w:val="00A00A9C"/>
    <w:rsid w:val="00A0400A"/>
    <w:rsid w:val="00A05A22"/>
    <w:rsid w:val="00A05F81"/>
    <w:rsid w:val="00A068A7"/>
    <w:rsid w:val="00A12D37"/>
    <w:rsid w:val="00A16415"/>
    <w:rsid w:val="00A2056F"/>
    <w:rsid w:val="00A209AB"/>
    <w:rsid w:val="00A21090"/>
    <w:rsid w:val="00A21D23"/>
    <w:rsid w:val="00A22363"/>
    <w:rsid w:val="00A2310F"/>
    <w:rsid w:val="00A24090"/>
    <w:rsid w:val="00A2642A"/>
    <w:rsid w:val="00A26AD5"/>
    <w:rsid w:val="00A27B1B"/>
    <w:rsid w:val="00A30F05"/>
    <w:rsid w:val="00A33161"/>
    <w:rsid w:val="00A35EDE"/>
    <w:rsid w:val="00A36CA9"/>
    <w:rsid w:val="00A37D34"/>
    <w:rsid w:val="00A40AE4"/>
    <w:rsid w:val="00A42FC1"/>
    <w:rsid w:val="00A43A6C"/>
    <w:rsid w:val="00A44704"/>
    <w:rsid w:val="00A4782F"/>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677"/>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0D67"/>
    <w:rsid w:val="00AD2964"/>
    <w:rsid w:val="00AD365B"/>
    <w:rsid w:val="00AD5C3C"/>
    <w:rsid w:val="00AE0778"/>
    <w:rsid w:val="00AE101C"/>
    <w:rsid w:val="00AE1E35"/>
    <w:rsid w:val="00AE270B"/>
    <w:rsid w:val="00AE2E85"/>
    <w:rsid w:val="00AE4D35"/>
    <w:rsid w:val="00AE4DB6"/>
    <w:rsid w:val="00AE5DAC"/>
    <w:rsid w:val="00AE6117"/>
    <w:rsid w:val="00AE64FD"/>
    <w:rsid w:val="00AE6F06"/>
    <w:rsid w:val="00AF00DF"/>
    <w:rsid w:val="00AF04CD"/>
    <w:rsid w:val="00AF0A2F"/>
    <w:rsid w:val="00AF217C"/>
    <w:rsid w:val="00AF33DF"/>
    <w:rsid w:val="00AF6002"/>
    <w:rsid w:val="00B01257"/>
    <w:rsid w:val="00B05B01"/>
    <w:rsid w:val="00B1002E"/>
    <w:rsid w:val="00B11AF5"/>
    <w:rsid w:val="00B12ED2"/>
    <w:rsid w:val="00B154B2"/>
    <w:rsid w:val="00B17010"/>
    <w:rsid w:val="00B171D4"/>
    <w:rsid w:val="00B2067B"/>
    <w:rsid w:val="00B241CE"/>
    <w:rsid w:val="00B244DA"/>
    <w:rsid w:val="00B24ABA"/>
    <w:rsid w:val="00B325FE"/>
    <w:rsid w:val="00B329DF"/>
    <w:rsid w:val="00B33C3F"/>
    <w:rsid w:val="00B371C6"/>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57E"/>
    <w:rsid w:val="00BA1D16"/>
    <w:rsid w:val="00BA1F5A"/>
    <w:rsid w:val="00BA20DE"/>
    <w:rsid w:val="00BA646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677"/>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333F"/>
    <w:rsid w:val="00C558AD"/>
    <w:rsid w:val="00C617E5"/>
    <w:rsid w:val="00C62B77"/>
    <w:rsid w:val="00C64C4D"/>
    <w:rsid w:val="00C667E4"/>
    <w:rsid w:val="00C678D4"/>
    <w:rsid w:val="00C70D9D"/>
    <w:rsid w:val="00C76A9C"/>
    <w:rsid w:val="00C77054"/>
    <w:rsid w:val="00C778CD"/>
    <w:rsid w:val="00C80492"/>
    <w:rsid w:val="00C81C96"/>
    <w:rsid w:val="00C849B1"/>
    <w:rsid w:val="00C86EE3"/>
    <w:rsid w:val="00C8734B"/>
    <w:rsid w:val="00C9021F"/>
    <w:rsid w:val="00C9028D"/>
    <w:rsid w:val="00C906FE"/>
    <w:rsid w:val="00CA2801"/>
    <w:rsid w:val="00CA3D2E"/>
    <w:rsid w:val="00CA41BF"/>
    <w:rsid w:val="00CA539C"/>
    <w:rsid w:val="00CB22FF"/>
    <w:rsid w:val="00CB3F54"/>
    <w:rsid w:val="00CB4647"/>
    <w:rsid w:val="00CB686E"/>
    <w:rsid w:val="00CC0833"/>
    <w:rsid w:val="00CC0D6C"/>
    <w:rsid w:val="00CC156E"/>
    <w:rsid w:val="00CC3273"/>
    <w:rsid w:val="00CC546F"/>
    <w:rsid w:val="00CC7246"/>
    <w:rsid w:val="00CC75C1"/>
    <w:rsid w:val="00CD72D4"/>
    <w:rsid w:val="00CE30CD"/>
    <w:rsid w:val="00CE527B"/>
    <w:rsid w:val="00CE6829"/>
    <w:rsid w:val="00CF06A5"/>
    <w:rsid w:val="00CF137D"/>
    <w:rsid w:val="00CF4DEF"/>
    <w:rsid w:val="00D00008"/>
    <w:rsid w:val="00D032B6"/>
    <w:rsid w:val="00D03B7F"/>
    <w:rsid w:val="00D102A7"/>
    <w:rsid w:val="00D10971"/>
    <w:rsid w:val="00D11686"/>
    <w:rsid w:val="00D11AFF"/>
    <w:rsid w:val="00D1225E"/>
    <w:rsid w:val="00D20234"/>
    <w:rsid w:val="00D208D0"/>
    <w:rsid w:val="00D20EAE"/>
    <w:rsid w:val="00D212D5"/>
    <w:rsid w:val="00D22EAD"/>
    <w:rsid w:val="00D230D8"/>
    <w:rsid w:val="00D24B24"/>
    <w:rsid w:val="00D24EB0"/>
    <w:rsid w:val="00D25987"/>
    <w:rsid w:val="00D31F0C"/>
    <w:rsid w:val="00D33A32"/>
    <w:rsid w:val="00D350E6"/>
    <w:rsid w:val="00D40219"/>
    <w:rsid w:val="00D46C32"/>
    <w:rsid w:val="00D471AE"/>
    <w:rsid w:val="00D50B82"/>
    <w:rsid w:val="00D52EC6"/>
    <w:rsid w:val="00D53C02"/>
    <w:rsid w:val="00D53C75"/>
    <w:rsid w:val="00D54728"/>
    <w:rsid w:val="00D56DF2"/>
    <w:rsid w:val="00D615FF"/>
    <w:rsid w:val="00D6188A"/>
    <w:rsid w:val="00D66EE9"/>
    <w:rsid w:val="00D67101"/>
    <w:rsid w:val="00D671FA"/>
    <w:rsid w:val="00D70D85"/>
    <w:rsid w:val="00D718B1"/>
    <w:rsid w:val="00D71BAC"/>
    <w:rsid w:val="00D7331A"/>
    <w:rsid w:val="00D7499D"/>
    <w:rsid w:val="00D769AB"/>
    <w:rsid w:val="00D84ECA"/>
    <w:rsid w:val="00D854D7"/>
    <w:rsid w:val="00D87517"/>
    <w:rsid w:val="00D91A3F"/>
    <w:rsid w:val="00D91B67"/>
    <w:rsid w:val="00D92CDF"/>
    <w:rsid w:val="00D939E2"/>
    <w:rsid w:val="00DA32DF"/>
    <w:rsid w:val="00DA416E"/>
    <w:rsid w:val="00DA5931"/>
    <w:rsid w:val="00DA722B"/>
    <w:rsid w:val="00DA76C9"/>
    <w:rsid w:val="00DB2424"/>
    <w:rsid w:val="00DB3E84"/>
    <w:rsid w:val="00DC02A0"/>
    <w:rsid w:val="00DC0B08"/>
    <w:rsid w:val="00DC0E27"/>
    <w:rsid w:val="00DC1000"/>
    <w:rsid w:val="00DC2021"/>
    <w:rsid w:val="00DC3639"/>
    <w:rsid w:val="00DC3D3E"/>
    <w:rsid w:val="00DC404A"/>
    <w:rsid w:val="00DD1BB4"/>
    <w:rsid w:val="00DD1F00"/>
    <w:rsid w:val="00DD6547"/>
    <w:rsid w:val="00DD78A5"/>
    <w:rsid w:val="00DE4448"/>
    <w:rsid w:val="00DE49C9"/>
    <w:rsid w:val="00DE6957"/>
    <w:rsid w:val="00DF5E1E"/>
    <w:rsid w:val="00DF6442"/>
    <w:rsid w:val="00DF67A3"/>
    <w:rsid w:val="00DF6F62"/>
    <w:rsid w:val="00DF7A42"/>
    <w:rsid w:val="00E022DC"/>
    <w:rsid w:val="00E024D3"/>
    <w:rsid w:val="00E0487B"/>
    <w:rsid w:val="00E07A7B"/>
    <w:rsid w:val="00E138BD"/>
    <w:rsid w:val="00E14435"/>
    <w:rsid w:val="00E1714D"/>
    <w:rsid w:val="00E206F5"/>
    <w:rsid w:val="00E21598"/>
    <w:rsid w:val="00E259BC"/>
    <w:rsid w:val="00E264A4"/>
    <w:rsid w:val="00E27322"/>
    <w:rsid w:val="00E325A1"/>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2FFC"/>
    <w:rsid w:val="00E7421A"/>
    <w:rsid w:val="00E74F63"/>
    <w:rsid w:val="00E758D9"/>
    <w:rsid w:val="00E7602E"/>
    <w:rsid w:val="00E7712C"/>
    <w:rsid w:val="00E7773E"/>
    <w:rsid w:val="00E77F65"/>
    <w:rsid w:val="00E81644"/>
    <w:rsid w:val="00E82E08"/>
    <w:rsid w:val="00E90664"/>
    <w:rsid w:val="00E92065"/>
    <w:rsid w:val="00E96F05"/>
    <w:rsid w:val="00EA340E"/>
    <w:rsid w:val="00EA3B1F"/>
    <w:rsid w:val="00EA3FEA"/>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E78AE"/>
    <w:rsid w:val="00EF0462"/>
    <w:rsid w:val="00EF3F9B"/>
    <w:rsid w:val="00EF5753"/>
    <w:rsid w:val="00EF6505"/>
    <w:rsid w:val="00EF7A6F"/>
    <w:rsid w:val="00F02C57"/>
    <w:rsid w:val="00F070E5"/>
    <w:rsid w:val="00F143B8"/>
    <w:rsid w:val="00F1517E"/>
    <w:rsid w:val="00F16678"/>
    <w:rsid w:val="00F22AC4"/>
    <w:rsid w:val="00F2377A"/>
    <w:rsid w:val="00F26388"/>
    <w:rsid w:val="00F31BE3"/>
    <w:rsid w:val="00F34B21"/>
    <w:rsid w:val="00F34CA5"/>
    <w:rsid w:val="00F41E90"/>
    <w:rsid w:val="00F436BF"/>
    <w:rsid w:val="00F51743"/>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49C2"/>
    <w:rsid w:val="00F86C5B"/>
    <w:rsid w:val="00F922B8"/>
    <w:rsid w:val="00F93791"/>
    <w:rsid w:val="00F961A0"/>
    <w:rsid w:val="00F97A32"/>
    <w:rsid w:val="00FA3B58"/>
    <w:rsid w:val="00FA490B"/>
    <w:rsid w:val="00FA5484"/>
    <w:rsid w:val="00FA6127"/>
    <w:rsid w:val="00FA7F65"/>
    <w:rsid w:val="00FB0398"/>
    <w:rsid w:val="00FB1CFE"/>
    <w:rsid w:val="00FB329A"/>
    <w:rsid w:val="00FB3EBB"/>
    <w:rsid w:val="00FB7CFB"/>
    <w:rsid w:val="00FC002F"/>
    <w:rsid w:val="00FC1798"/>
    <w:rsid w:val="00FC55F6"/>
    <w:rsid w:val="00FD04E0"/>
    <w:rsid w:val="00FD0C47"/>
    <w:rsid w:val="00FE0BFA"/>
    <w:rsid w:val="00FE0D85"/>
    <w:rsid w:val="00FE0DC9"/>
    <w:rsid w:val="00FE2A56"/>
    <w:rsid w:val="00FE2EA4"/>
    <w:rsid w:val="00FE57BE"/>
    <w:rsid w:val="00FE5FEC"/>
    <w:rsid w:val="00FF08F6"/>
    <w:rsid w:val="00FF095B"/>
    <w:rsid w:val="00FF0A8C"/>
    <w:rsid w:val="00FF21EB"/>
    <w:rsid w:val="00FF4B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2C8D"/>
    <w:pPr>
      <w:bidi/>
      <w:ind w:firstLine="567"/>
    </w:pPr>
    <w:rPr>
      <w:rFonts w:cs="Traditional Arabic"/>
      <w:color w:val="000000"/>
      <w:sz w:val="24"/>
      <w:szCs w:val="3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uiPriority w:val="9"/>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uiPriority w:val="9"/>
    <w:rsid w:val="006E0F1D"/>
    <w:rPr>
      <w:bCs/>
      <w:sz w:val="30"/>
    </w:rPr>
  </w:style>
  <w:style w:type="paragraph" w:styleId="BalloonText">
    <w:name w:val="Balloon Text"/>
    <w:basedOn w:val="Normal"/>
    <w:link w:val="BalloonTextChar"/>
    <w:uiPriority w:val="99"/>
    <w:rsid w:val="00326131"/>
    <w:pPr>
      <w:bidi w:val="0"/>
      <w:ind w:firstLine="289"/>
      <w:jc w:val="left"/>
    </w:pPr>
    <w:rPr>
      <w:rFonts w:ascii="Tahoma" w:eastAsiaTheme="minorEastAsia" w:hAnsi="Tahoma" w:cs="Tahoma"/>
      <w:color w:val="auto"/>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17392559">
      <w:bodyDiv w:val="1"/>
      <w:marLeft w:val="0"/>
      <w:marRight w:val="0"/>
      <w:marTop w:val="0"/>
      <w:marBottom w:val="0"/>
      <w:divBdr>
        <w:top w:val="none" w:sz="0" w:space="0" w:color="auto"/>
        <w:left w:val="none" w:sz="0" w:space="0" w:color="auto"/>
        <w:bottom w:val="none" w:sz="0" w:space="0" w:color="auto"/>
        <w:right w:val="none" w:sz="0" w:space="0" w:color="auto"/>
      </w:divBdr>
    </w:div>
    <w:div w:id="35932203">
      <w:bodyDiv w:val="1"/>
      <w:marLeft w:val="0"/>
      <w:marRight w:val="0"/>
      <w:marTop w:val="0"/>
      <w:marBottom w:val="0"/>
      <w:divBdr>
        <w:top w:val="none" w:sz="0" w:space="0" w:color="auto"/>
        <w:left w:val="none" w:sz="0" w:space="0" w:color="auto"/>
        <w:bottom w:val="none" w:sz="0" w:space="0" w:color="auto"/>
        <w:right w:val="none" w:sz="0" w:space="0" w:color="auto"/>
      </w:divBdr>
    </w:div>
    <w:div w:id="66732303">
      <w:bodyDiv w:val="1"/>
      <w:marLeft w:val="0"/>
      <w:marRight w:val="0"/>
      <w:marTop w:val="0"/>
      <w:marBottom w:val="0"/>
      <w:divBdr>
        <w:top w:val="none" w:sz="0" w:space="0" w:color="auto"/>
        <w:left w:val="none" w:sz="0" w:space="0" w:color="auto"/>
        <w:bottom w:val="none" w:sz="0" w:space="0" w:color="auto"/>
        <w:right w:val="none" w:sz="0" w:space="0" w:color="auto"/>
      </w:divBdr>
    </w:div>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14757247">
      <w:bodyDiv w:val="1"/>
      <w:marLeft w:val="0"/>
      <w:marRight w:val="0"/>
      <w:marTop w:val="0"/>
      <w:marBottom w:val="0"/>
      <w:divBdr>
        <w:top w:val="none" w:sz="0" w:space="0" w:color="auto"/>
        <w:left w:val="none" w:sz="0" w:space="0" w:color="auto"/>
        <w:bottom w:val="none" w:sz="0" w:space="0" w:color="auto"/>
        <w:right w:val="none" w:sz="0" w:space="0" w:color="auto"/>
      </w:divBdr>
    </w:div>
    <w:div w:id="116798012">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55330168">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9979615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591931647">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31275861">
      <w:bodyDiv w:val="1"/>
      <w:marLeft w:val="0"/>
      <w:marRight w:val="0"/>
      <w:marTop w:val="0"/>
      <w:marBottom w:val="0"/>
      <w:divBdr>
        <w:top w:val="none" w:sz="0" w:space="0" w:color="auto"/>
        <w:left w:val="none" w:sz="0" w:space="0" w:color="auto"/>
        <w:bottom w:val="none" w:sz="0" w:space="0" w:color="auto"/>
        <w:right w:val="none" w:sz="0" w:space="0" w:color="auto"/>
      </w:divBdr>
    </w:div>
    <w:div w:id="732890310">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13255281">
      <w:bodyDiv w:val="1"/>
      <w:marLeft w:val="0"/>
      <w:marRight w:val="0"/>
      <w:marTop w:val="0"/>
      <w:marBottom w:val="0"/>
      <w:divBdr>
        <w:top w:val="none" w:sz="0" w:space="0" w:color="auto"/>
        <w:left w:val="none" w:sz="0" w:space="0" w:color="auto"/>
        <w:bottom w:val="none" w:sz="0" w:space="0" w:color="auto"/>
        <w:right w:val="none" w:sz="0" w:space="0" w:color="auto"/>
      </w:divBdr>
    </w:div>
    <w:div w:id="819078588">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917445157">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27675285">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039816709">
      <w:bodyDiv w:val="1"/>
      <w:marLeft w:val="0"/>
      <w:marRight w:val="0"/>
      <w:marTop w:val="0"/>
      <w:marBottom w:val="0"/>
      <w:divBdr>
        <w:top w:val="none" w:sz="0" w:space="0" w:color="auto"/>
        <w:left w:val="none" w:sz="0" w:space="0" w:color="auto"/>
        <w:bottom w:val="none" w:sz="0" w:space="0" w:color="auto"/>
        <w:right w:val="none" w:sz="0" w:space="0" w:color="auto"/>
      </w:divBdr>
    </w:div>
    <w:div w:id="1095327080">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67134742">
      <w:bodyDiv w:val="1"/>
      <w:marLeft w:val="0"/>
      <w:marRight w:val="0"/>
      <w:marTop w:val="0"/>
      <w:marBottom w:val="0"/>
      <w:divBdr>
        <w:top w:val="none" w:sz="0" w:space="0" w:color="auto"/>
        <w:left w:val="none" w:sz="0" w:space="0" w:color="auto"/>
        <w:bottom w:val="none" w:sz="0" w:space="0" w:color="auto"/>
        <w:right w:val="none" w:sz="0" w:space="0" w:color="auto"/>
      </w:divBdr>
      <w:divsChild>
        <w:div w:id="167713463">
          <w:marLeft w:val="0"/>
          <w:marRight w:val="0"/>
          <w:marTop w:val="0"/>
          <w:marBottom w:val="0"/>
          <w:divBdr>
            <w:top w:val="none" w:sz="0" w:space="0" w:color="auto"/>
            <w:left w:val="none" w:sz="0" w:space="0" w:color="auto"/>
            <w:bottom w:val="none" w:sz="0" w:space="0" w:color="auto"/>
            <w:right w:val="none" w:sz="0" w:space="0" w:color="auto"/>
          </w:divBdr>
        </w:div>
        <w:div w:id="1726904293">
          <w:marLeft w:val="0"/>
          <w:marRight w:val="0"/>
          <w:marTop w:val="0"/>
          <w:marBottom w:val="0"/>
          <w:divBdr>
            <w:top w:val="none" w:sz="0" w:space="0" w:color="auto"/>
            <w:left w:val="none" w:sz="0" w:space="0" w:color="auto"/>
            <w:bottom w:val="none" w:sz="0" w:space="0" w:color="auto"/>
            <w:right w:val="none" w:sz="0" w:space="0" w:color="auto"/>
          </w:divBdr>
        </w:div>
      </w:divsChild>
    </w:div>
    <w:div w:id="1181511788">
      <w:bodyDiv w:val="1"/>
      <w:marLeft w:val="0"/>
      <w:marRight w:val="0"/>
      <w:marTop w:val="0"/>
      <w:marBottom w:val="0"/>
      <w:divBdr>
        <w:top w:val="none" w:sz="0" w:space="0" w:color="auto"/>
        <w:left w:val="none" w:sz="0" w:space="0" w:color="auto"/>
        <w:bottom w:val="none" w:sz="0" w:space="0" w:color="auto"/>
        <w:right w:val="none" w:sz="0" w:space="0" w:color="auto"/>
      </w:divBdr>
    </w:div>
    <w:div w:id="1196966946">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246915472">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359888799">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497182519">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3969312">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681396920">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19743375">
      <w:bodyDiv w:val="1"/>
      <w:marLeft w:val="0"/>
      <w:marRight w:val="0"/>
      <w:marTop w:val="0"/>
      <w:marBottom w:val="0"/>
      <w:divBdr>
        <w:top w:val="none" w:sz="0" w:space="0" w:color="auto"/>
        <w:left w:val="none" w:sz="0" w:space="0" w:color="auto"/>
        <w:bottom w:val="none" w:sz="0" w:space="0" w:color="auto"/>
        <w:right w:val="none" w:sz="0" w:space="0" w:color="auto"/>
      </w:divBdr>
    </w:div>
    <w:div w:id="1759211592">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71840576">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42032046">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01275307">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 w:id="2040471344">
      <w:bodyDiv w:val="1"/>
      <w:marLeft w:val="0"/>
      <w:marRight w:val="0"/>
      <w:marTop w:val="0"/>
      <w:marBottom w:val="0"/>
      <w:divBdr>
        <w:top w:val="none" w:sz="0" w:space="0" w:color="auto"/>
        <w:left w:val="none" w:sz="0" w:space="0" w:color="auto"/>
        <w:bottom w:val="none" w:sz="0" w:space="0" w:color="auto"/>
        <w:right w:val="none" w:sz="0" w:space="0" w:color="auto"/>
      </w:divBdr>
    </w:div>
    <w:div w:id="2057662477">
      <w:bodyDiv w:val="1"/>
      <w:marLeft w:val="0"/>
      <w:marRight w:val="0"/>
      <w:marTop w:val="0"/>
      <w:marBottom w:val="0"/>
      <w:divBdr>
        <w:top w:val="none" w:sz="0" w:space="0" w:color="auto"/>
        <w:left w:val="none" w:sz="0" w:space="0" w:color="auto"/>
        <w:bottom w:val="none" w:sz="0" w:space="0" w:color="auto"/>
        <w:right w:val="none" w:sz="0" w:space="0" w:color="auto"/>
      </w:divBdr>
    </w:div>
    <w:div w:id="209547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30A38-B768-4C9C-BF9B-EB818E862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1862</TotalTime>
  <Pages>241</Pages>
  <Words>44892</Words>
  <Characters>255886</Characters>
  <Application>Microsoft Office Word</Application>
  <DocSecurity>0</DocSecurity>
  <Lines>2132</Lines>
  <Paragraphs>600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300178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75</cp:revision>
  <cp:lastPrinted>2014-01-25T18:18:00Z</cp:lastPrinted>
  <dcterms:created xsi:type="dcterms:W3CDTF">2015-09-01T09:05:00Z</dcterms:created>
  <dcterms:modified xsi:type="dcterms:W3CDTF">2015-09-16T08:09:00Z</dcterms:modified>
</cp:coreProperties>
</file>